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F4725A" w14:textId="7A01AEC1" w:rsidR="00357B30" w:rsidRPr="00EA0CCA" w:rsidRDefault="00A83326" w:rsidP="000E1451">
      <w:pPr>
        <w:pStyle w:val="Photoauteur"/>
      </w:pPr>
      <w:r w:rsidRPr="00EA0CCA">
        <w:drawing>
          <wp:anchor distT="0" distB="0" distL="114300" distR="114300" simplePos="0" relativeHeight="251657728" behindDoc="0" locked="0" layoutInCell="1" allowOverlap="1" wp14:anchorId="2DAEE170" wp14:editId="51A675CA">
            <wp:simplePos x="0" y="0"/>
            <wp:positionH relativeFrom="page">
              <wp:posOffset>0</wp:posOffset>
            </wp:positionH>
            <wp:positionV relativeFrom="page">
              <wp:posOffset>0</wp:posOffset>
            </wp:positionV>
            <wp:extent cx="1440180" cy="10692130"/>
            <wp:effectExtent l="0" t="0" r="0" b="0"/>
            <wp:wrapNone/>
            <wp:docPr id="8"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3609">
        <w:drawing>
          <wp:inline distT="0" distB="0" distL="0" distR="0" wp14:anchorId="290B5AA8" wp14:editId="1DB15F45">
            <wp:extent cx="3752850" cy="53276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52850" cy="5327650"/>
                    </a:xfrm>
                    <a:prstGeom prst="rect">
                      <a:avLst/>
                    </a:prstGeom>
                    <a:noFill/>
                    <a:ln>
                      <a:noFill/>
                    </a:ln>
                  </pic:spPr>
                </pic:pic>
              </a:graphicData>
            </a:graphic>
          </wp:inline>
        </w:drawing>
      </w:r>
    </w:p>
    <w:p w14:paraId="38D3BD17" w14:textId="77777777" w:rsidR="00A80503" w:rsidRPr="00EA0CCA" w:rsidRDefault="00357B30" w:rsidP="00A80503">
      <w:pPr>
        <w:pStyle w:val="Auteur"/>
      </w:pPr>
      <w:r w:rsidRPr="00EA0CCA">
        <w:rPr>
          <w:lang w:eastAsia="ar-SA"/>
        </w:rPr>
        <w:t>Pierre Benoit</w:t>
      </w:r>
    </w:p>
    <w:p w14:paraId="2E09DF64" w14:textId="77777777" w:rsidR="000E1451" w:rsidRDefault="00357B30" w:rsidP="007C1C6B">
      <w:pPr>
        <w:pStyle w:val="Titrelivre"/>
      </w:pPr>
      <w:r w:rsidRPr="00EA0CCA">
        <w:rPr>
          <w:lang w:eastAsia="ar-SA"/>
        </w:rPr>
        <w:t>AXELLE</w:t>
      </w:r>
    </w:p>
    <w:p w14:paraId="4BCBD678" w14:textId="77777777" w:rsidR="00033562" w:rsidRPr="00EA0CCA" w:rsidRDefault="00357B30" w:rsidP="000E1451">
      <w:pPr>
        <w:pStyle w:val="DateSortie"/>
      </w:pPr>
      <w:r w:rsidRPr="00EA0CCA">
        <w:t>1928</w:t>
      </w:r>
    </w:p>
    <w:p w14:paraId="65EF9CF2" w14:textId="77777777" w:rsidR="00033562" w:rsidRPr="00EA0CCA" w:rsidRDefault="00033562" w:rsidP="007C1C6B">
      <w:pPr>
        <w:sectPr w:rsidR="00033562" w:rsidRPr="00EA0CCA">
          <w:footerReference w:type="default" r:id="rId9"/>
          <w:pgSz w:w="11906" w:h="16838" w:code="9"/>
          <w:pgMar w:top="0" w:right="0" w:bottom="0" w:left="0" w:header="0" w:footer="0" w:gutter="0"/>
          <w:cols w:space="708"/>
          <w:titlePg/>
          <w:docGrid w:linePitch="360"/>
        </w:sectPr>
      </w:pPr>
    </w:p>
    <w:p w14:paraId="3464EA93" w14:textId="77777777" w:rsidR="00033562" w:rsidRPr="00EA0CCA" w:rsidRDefault="00033562" w:rsidP="000E1451">
      <w:pPr>
        <w:pStyle w:val="Titretablematires"/>
      </w:pPr>
      <w:r w:rsidRPr="00EA0CCA">
        <w:lastRenderedPageBreak/>
        <w:t>Table des matières</w:t>
      </w:r>
    </w:p>
    <w:p w14:paraId="1E87CA25" w14:textId="77777777" w:rsidR="00AF18A3" w:rsidRPr="00CB42B7" w:rsidRDefault="00033562">
      <w:pPr>
        <w:pStyle w:val="TM1"/>
        <w:rPr>
          <w:rFonts w:ascii="Aptos" w:hAnsi="Aptos"/>
          <w:bCs w:val="0"/>
          <w:iCs w:val="0"/>
          <w:color w:val="auto"/>
          <w:kern w:val="2"/>
          <w:sz w:val="24"/>
          <w:szCs w:val="24"/>
        </w:rPr>
      </w:pPr>
      <w:r w:rsidRPr="000E1451">
        <w:rPr>
          <w:noProof w:val="0"/>
          <w:color w:val="auto"/>
          <w:szCs w:val="36"/>
        </w:rPr>
        <w:fldChar w:fldCharType="begin"/>
      </w:r>
      <w:r w:rsidRPr="000E1451">
        <w:rPr>
          <w:noProof w:val="0"/>
          <w:color w:val="auto"/>
          <w:szCs w:val="36"/>
        </w:rPr>
        <w:instrText xml:space="preserve"> TOC \o "1-3" \h \z </w:instrText>
      </w:r>
      <w:r w:rsidRPr="000E1451">
        <w:rPr>
          <w:noProof w:val="0"/>
          <w:color w:val="auto"/>
          <w:szCs w:val="36"/>
        </w:rPr>
        <w:fldChar w:fldCharType="separate"/>
      </w:r>
      <w:hyperlink w:anchor="_Toc195555059" w:history="1">
        <w:r w:rsidR="00AF18A3" w:rsidRPr="00307E0A">
          <w:rPr>
            <w:rStyle w:val="Lienhypertexte"/>
            <w:kern w:val="1"/>
          </w:rPr>
          <w:t>I</w:t>
        </w:r>
        <w:r w:rsidR="00AF18A3">
          <w:rPr>
            <w:webHidden/>
          </w:rPr>
          <w:tab/>
        </w:r>
        <w:r w:rsidR="00AF18A3">
          <w:rPr>
            <w:webHidden/>
          </w:rPr>
          <w:fldChar w:fldCharType="begin"/>
        </w:r>
        <w:r w:rsidR="00AF18A3">
          <w:rPr>
            <w:webHidden/>
          </w:rPr>
          <w:instrText xml:space="preserve"> PAGEREF _Toc195555059 \h </w:instrText>
        </w:r>
        <w:r w:rsidR="00AF18A3">
          <w:rPr>
            <w:webHidden/>
          </w:rPr>
        </w:r>
        <w:r w:rsidR="00AF18A3">
          <w:rPr>
            <w:webHidden/>
          </w:rPr>
          <w:fldChar w:fldCharType="separate"/>
        </w:r>
        <w:r w:rsidR="002476AB">
          <w:rPr>
            <w:webHidden/>
          </w:rPr>
          <w:t>5</w:t>
        </w:r>
        <w:r w:rsidR="00AF18A3">
          <w:rPr>
            <w:webHidden/>
          </w:rPr>
          <w:fldChar w:fldCharType="end"/>
        </w:r>
      </w:hyperlink>
    </w:p>
    <w:p w14:paraId="5A629E85" w14:textId="77777777" w:rsidR="00AF18A3" w:rsidRPr="00CB42B7" w:rsidRDefault="00AF18A3">
      <w:pPr>
        <w:pStyle w:val="TM1"/>
        <w:rPr>
          <w:rFonts w:ascii="Aptos" w:hAnsi="Aptos"/>
          <w:bCs w:val="0"/>
          <w:iCs w:val="0"/>
          <w:color w:val="auto"/>
          <w:kern w:val="2"/>
          <w:sz w:val="24"/>
          <w:szCs w:val="24"/>
        </w:rPr>
      </w:pPr>
      <w:hyperlink w:anchor="_Toc195555060" w:history="1">
        <w:r w:rsidRPr="00307E0A">
          <w:rPr>
            <w:rStyle w:val="Lienhypertexte"/>
            <w:kern w:val="1"/>
          </w:rPr>
          <w:t>II</w:t>
        </w:r>
        <w:r>
          <w:rPr>
            <w:webHidden/>
          </w:rPr>
          <w:tab/>
        </w:r>
        <w:r>
          <w:rPr>
            <w:webHidden/>
          </w:rPr>
          <w:fldChar w:fldCharType="begin"/>
        </w:r>
        <w:r>
          <w:rPr>
            <w:webHidden/>
          </w:rPr>
          <w:instrText xml:space="preserve"> PAGEREF _Toc195555060 \h </w:instrText>
        </w:r>
        <w:r>
          <w:rPr>
            <w:webHidden/>
          </w:rPr>
        </w:r>
        <w:r>
          <w:rPr>
            <w:webHidden/>
          </w:rPr>
          <w:fldChar w:fldCharType="separate"/>
        </w:r>
        <w:r w:rsidR="002476AB">
          <w:rPr>
            <w:webHidden/>
          </w:rPr>
          <w:t>17</w:t>
        </w:r>
        <w:r>
          <w:rPr>
            <w:webHidden/>
          </w:rPr>
          <w:fldChar w:fldCharType="end"/>
        </w:r>
      </w:hyperlink>
    </w:p>
    <w:p w14:paraId="14682D2F" w14:textId="77777777" w:rsidR="00AF18A3" w:rsidRPr="00CB42B7" w:rsidRDefault="00AF18A3">
      <w:pPr>
        <w:pStyle w:val="TM1"/>
        <w:rPr>
          <w:rFonts w:ascii="Aptos" w:hAnsi="Aptos"/>
          <w:bCs w:val="0"/>
          <w:iCs w:val="0"/>
          <w:color w:val="auto"/>
          <w:kern w:val="2"/>
          <w:sz w:val="24"/>
          <w:szCs w:val="24"/>
        </w:rPr>
      </w:pPr>
      <w:hyperlink w:anchor="_Toc195555061" w:history="1">
        <w:r w:rsidRPr="00307E0A">
          <w:rPr>
            <w:rStyle w:val="Lienhypertexte"/>
            <w:kern w:val="1"/>
          </w:rPr>
          <w:t>III</w:t>
        </w:r>
        <w:r>
          <w:rPr>
            <w:webHidden/>
          </w:rPr>
          <w:tab/>
        </w:r>
        <w:r>
          <w:rPr>
            <w:webHidden/>
          </w:rPr>
          <w:fldChar w:fldCharType="begin"/>
        </w:r>
        <w:r>
          <w:rPr>
            <w:webHidden/>
          </w:rPr>
          <w:instrText xml:space="preserve"> PAGEREF _Toc195555061 \h </w:instrText>
        </w:r>
        <w:r>
          <w:rPr>
            <w:webHidden/>
          </w:rPr>
        </w:r>
        <w:r>
          <w:rPr>
            <w:webHidden/>
          </w:rPr>
          <w:fldChar w:fldCharType="separate"/>
        </w:r>
        <w:r w:rsidR="002476AB">
          <w:rPr>
            <w:webHidden/>
          </w:rPr>
          <w:t>35</w:t>
        </w:r>
        <w:r>
          <w:rPr>
            <w:webHidden/>
          </w:rPr>
          <w:fldChar w:fldCharType="end"/>
        </w:r>
      </w:hyperlink>
    </w:p>
    <w:p w14:paraId="7B9A27E2" w14:textId="77777777" w:rsidR="00AF18A3" w:rsidRPr="00CB42B7" w:rsidRDefault="00AF18A3">
      <w:pPr>
        <w:pStyle w:val="TM1"/>
        <w:rPr>
          <w:rFonts w:ascii="Aptos" w:hAnsi="Aptos"/>
          <w:bCs w:val="0"/>
          <w:iCs w:val="0"/>
          <w:color w:val="auto"/>
          <w:kern w:val="2"/>
          <w:sz w:val="24"/>
          <w:szCs w:val="24"/>
        </w:rPr>
      </w:pPr>
      <w:hyperlink w:anchor="_Toc195555062" w:history="1">
        <w:r w:rsidRPr="00307E0A">
          <w:rPr>
            <w:rStyle w:val="Lienhypertexte"/>
            <w:kern w:val="1"/>
          </w:rPr>
          <w:t>IV</w:t>
        </w:r>
        <w:r>
          <w:rPr>
            <w:webHidden/>
          </w:rPr>
          <w:tab/>
        </w:r>
        <w:r>
          <w:rPr>
            <w:webHidden/>
          </w:rPr>
          <w:fldChar w:fldCharType="begin"/>
        </w:r>
        <w:r>
          <w:rPr>
            <w:webHidden/>
          </w:rPr>
          <w:instrText xml:space="preserve"> PAGEREF _Toc195555062 \h </w:instrText>
        </w:r>
        <w:r>
          <w:rPr>
            <w:webHidden/>
          </w:rPr>
        </w:r>
        <w:r>
          <w:rPr>
            <w:webHidden/>
          </w:rPr>
          <w:fldChar w:fldCharType="separate"/>
        </w:r>
        <w:r w:rsidR="002476AB">
          <w:rPr>
            <w:webHidden/>
          </w:rPr>
          <w:t>53</w:t>
        </w:r>
        <w:r>
          <w:rPr>
            <w:webHidden/>
          </w:rPr>
          <w:fldChar w:fldCharType="end"/>
        </w:r>
      </w:hyperlink>
    </w:p>
    <w:p w14:paraId="63F8F1B3" w14:textId="77777777" w:rsidR="00AF18A3" w:rsidRPr="00CB42B7" w:rsidRDefault="00AF18A3">
      <w:pPr>
        <w:pStyle w:val="TM1"/>
        <w:rPr>
          <w:rFonts w:ascii="Aptos" w:hAnsi="Aptos"/>
          <w:bCs w:val="0"/>
          <w:iCs w:val="0"/>
          <w:color w:val="auto"/>
          <w:kern w:val="2"/>
          <w:sz w:val="24"/>
          <w:szCs w:val="24"/>
        </w:rPr>
      </w:pPr>
      <w:hyperlink w:anchor="_Toc195555063" w:history="1">
        <w:r w:rsidRPr="00307E0A">
          <w:rPr>
            <w:rStyle w:val="Lienhypertexte"/>
            <w:kern w:val="1"/>
          </w:rPr>
          <w:t>V</w:t>
        </w:r>
        <w:r>
          <w:rPr>
            <w:webHidden/>
          </w:rPr>
          <w:tab/>
        </w:r>
        <w:r>
          <w:rPr>
            <w:webHidden/>
          </w:rPr>
          <w:fldChar w:fldCharType="begin"/>
        </w:r>
        <w:r>
          <w:rPr>
            <w:webHidden/>
          </w:rPr>
          <w:instrText xml:space="preserve"> PAGEREF _Toc195555063 \h </w:instrText>
        </w:r>
        <w:r>
          <w:rPr>
            <w:webHidden/>
          </w:rPr>
        </w:r>
        <w:r>
          <w:rPr>
            <w:webHidden/>
          </w:rPr>
          <w:fldChar w:fldCharType="separate"/>
        </w:r>
        <w:r w:rsidR="002476AB">
          <w:rPr>
            <w:webHidden/>
          </w:rPr>
          <w:t>68</w:t>
        </w:r>
        <w:r>
          <w:rPr>
            <w:webHidden/>
          </w:rPr>
          <w:fldChar w:fldCharType="end"/>
        </w:r>
      </w:hyperlink>
    </w:p>
    <w:p w14:paraId="605D4FBE" w14:textId="77777777" w:rsidR="00AF18A3" w:rsidRPr="00CB42B7" w:rsidRDefault="00AF18A3">
      <w:pPr>
        <w:pStyle w:val="TM1"/>
        <w:rPr>
          <w:rFonts w:ascii="Aptos" w:hAnsi="Aptos"/>
          <w:bCs w:val="0"/>
          <w:iCs w:val="0"/>
          <w:color w:val="auto"/>
          <w:kern w:val="2"/>
          <w:sz w:val="24"/>
          <w:szCs w:val="24"/>
        </w:rPr>
      </w:pPr>
      <w:hyperlink w:anchor="_Toc195555064" w:history="1">
        <w:r w:rsidRPr="00307E0A">
          <w:rPr>
            <w:rStyle w:val="Lienhypertexte"/>
            <w:kern w:val="1"/>
          </w:rPr>
          <w:t>VI</w:t>
        </w:r>
        <w:r>
          <w:rPr>
            <w:webHidden/>
          </w:rPr>
          <w:tab/>
        </w:r>
        <w:r>
          <w:rPr>
            <w:webHidden/>
          </w:rPr>
          <w:fldChar w:fldCharType="begin"/>
        </w:r>
        <w:r>
          <w:rPr>
            <w:webHidden/>
          </w:rPr>
          <w:instrText xml:space="preserve"> PAGEREF _Toc195555064 \h </w:instrText>
        </w:r>
        <w:r>
          <w:rPr>
            <w:webHidden/>
          </w:rPr>
        </w:r>
        <w:r>
          <w:rPr>
            <w:webHidden/>
          </w:rPr>
          <w:fldChar w:fldCharType="separate"/>
        </w:r>
        <w:r w:rsidR="002476AB">
          <w:rPr>
            <w:webHidden/>
          </w:rPr>
          <w:t>85</w:t>
        </w:r>
        <w:r>
          <w:rPr>
            <w:webHidden/>
          </w:rPr>
          <w:fldChar w:fldCharType="end"/>
        </w:r>
      </w:hyperlink>
    </w:p>
    <w:p w14:paraId="76C9258E" w14:textId="77777777" w:rsidR="00AF18A3" w:rsidRPr="00CB42B7" w:rsidRDefault="00AF18A3">
      <w:pPr>
        <w:pStyle w:val="TM1"/>
        <w:rPr>
          <w:rFonts w:ascii="Aptos" w:hAnsi="Aptos"/>
          <w:bCs w:val="0"/>
          <w:iCs w:val="0"/>
          <w:color w:val="auto"/>
          <w:kern w:val="2"/>
          <w:sz w:val="24"/>
          <w:szCs w:val="24"/>
        </w:rPr>
      </w:pPr>
      <w:hyperlink w:anchor="_Toc195555065" w:history="1">
        <w:r w:rsidRPr="00307E0A">
          <w:rPr>
            <w:rStyle w:val="Lienhypertexte"/>
            <w:kern w:val="1"/>
          </w:rPr>
          <w:t>VII</w:t>
        </w:r>
        <w:r>
          <w:rPr>
            <w:webHidden/>
          </w:rPr>
          <w:tab/>
        </w:r>
        <w:r>
          <w:rPr>
            <w:webHidden/>
          </w:rPr>
          <w:fldChar w:fldCharType="begin"/>
        </w:r>
        <w:r>
          <w:rPr>
            <w:webHidden/>
          </w:rPr>
          <w:instrText xml:space="preserve"> PAGEREF _Toc195555065 \h </w:instrText>
        </w:r>
        <w:r>
          <w:rPr>
            <w:webHidden/>
          </w:rPr>
        </w:r>
        <w:r>
          <w:rPr>
            <w:webHidden/>
          </w:rPr>
          <w:fldChar w:fldCharType="separate"/>
        </w:r>
        <w:r w:rsidR="002476AB">
          <w:rPr>
            <w:webHidden/>
          </w:rPr>
          <w:t>102</w:t>
        </w:r>
        <w:r>
          <w:rPr>
            <w:webHidden/>
          </w:rPr>
          <w:fldChar w:fldCharType="end"/>
        </w:r>
      </w:hyperlink>
    </w:p>
    <w:p w14:paraId="1DB2AA41" w14:textId="77777777" w:rsidR="00AF18A3" w:rsidRPr="00CB42B7" w:rsidRDefault="00AF18A3">
      <w:pPr>
        <w:pStyle w:val="TM1"/>
        <w:rPr>
          <w:rFonts w:ascii="Aptos" w:hAnsi="Aptos"/>
          <w:bCs w:val="0"/>
          <w:iCs w:val="0"/>
          <w:color w:val="auto"/>
          <w:kern w:val="2"/>
          <w:sz w:val="24"/>
          <w:szCs w:val="24"/>
        </w:rPr>
      </w:pPr>
      <w:hyperlink w:anchor="_Toc195555066" w:history="1">
        <w:r w:rsidRPr="00307E0A">
          <w:rPr>
            <w:rStyle w:val="Lienhypertexte"/>
            <w:kern w:val="1"/>
          </w:rPr>
          <w:t>VIII</w:t>
        </w:r>
        <w:r>
          <w:rPr>
            <w:webHidden/>
          </w:rPr>
          <w:tab/>
        </w:r>
        <w:r>
          <w:rPr>
            <w:webHidden/>
          </w:rPr>
          <w:fldChar w:fldCharType="begin"/>
        </w:r>
        <w:r>
          <w:rPr>
            <w:webHidden/>
          </w:rPr>
          <w:instrText xml:space="preserve"> PAGEREF _Toc195555066 \h </w:instrText>
        </w:r>
        <w:r>
          <w:rPr>
            <w:webHidden/>
          </w:rPr>
        </w:r>
        <w:r>
          <w:rPr>
            <w:webHidden/>
          </w:rPr>
          <w:fldChar w:fldCharType="separate"/>
        </w:r>
        <w:r w:rsidR="002476AB">
          <w:rPr>
            <w:webHidden/>
          </w:rPr>
          <w:t>121</w:t>
        </w:r>
        <w:r>
          <w:rPr>
            <w:webHidden/>
          </w:rPr>
          <w:fldChar w:fldCharType="end"/>
        </w:r>
      </w:hyperlink>
    </w:p>
    <w:p w14:paraId="6A3A4837" w14:textId="77777777" w:rsidR="00AF18A3" w:rsidRPr="00CB42B7" w:rsidRDefault="00AF18A3">
      <w:pPr>
        <w:pStyle w:val="TM1"/>
        <w:rPr>
          <w:rFonts w:ascii="Aptos" w:hAnsi="Aptos"/>
          <w:bCs w:val="0"/>
          <w:iCs w:val="0"/>
          <w:color w:val="auto"/>
          <w:kern w:val="2"/>
          <w:sz w:val="24"/>
          <w:szCs w:val="24"/>
        </w:rPr>
      </w:pPr>
      <w:hyperlink w:anchor="_Toc195555067" w:history="1">
        <w:r w:rsidRPr="00307E0A">
          <w:rPr>
            <w:rStyle w:val="Lienhypertexte"/>
            <w:kern w:val="1"/>
          </w:rPr>
          <w:t>IX</w:t>
        </w:r>
        <w:r>
          <w:rPr>
            <w:webHidden/>
          </w:rPr>
          <w:tab/>
        </w:r>
        <w:r>
          <w:rPr>
            <w:webHidden/>
          </w:rPr>
          <w:fldChar w:fldCharType="begin"/>
        </w:r>
        <w:r>
          <w:rPr>
            <w:webHidden/>
          </w:rPr>
          <w:instrText xml:space="preserve"> PAGEREF _Toc195555067 \h </w:instrText>
        </w:r>
        <w:r>
          <w:rPr>
            <w:webHidden/>
          </w:rPr>
        </w:r>
        <w:r>
          <w:rPr>
            <w:webHidden/>
          </w:rPr>
          <w:fldChar w:fldCharType="separate"/>
        </w:r>
        <w:r w:rsidR="002476AB">
          <w:rPr>
            <w:webHidden/>
          </w:rPr>
          <w:t>140</w:t>
        </w:r>
        <w:r>
          <w:rPr>
            <w:webHidden/>
          </w:rPr>
          <w:fldChar w:fldCharType="end"/>
        </w:r>
      </w:hyperlink>
    </w:p>
    <w:p w14:paraId="58F1668E" w14:textId="77777777" w:rsidR="00AF18A3" w:rsidRPr="00CB42B7" w:rsidRDefault="00AF18A3">
      <w:pPr>
        <w:pStyle w:val="TM1"/>
        <w:rPr>
          <w:rFonts w:ascii="Aptos" w:hAnsi="Aptos"/>
          <w:bCs w:val="0"/>
          <w:iCs w:val="0"/>
          <w:color w:val="auto"/>
          <w:kern w:val="2"/>
          <w:sz w:val="24"/>
          <w:szCs w:val="24"/>
        </w:rPr>
      </w:pPr>
      <w:hyperlink w:anchor="_Toc195555068" w:history="1">
        <w:r w:rsidRPr="00307E0A">
          <w:rPr>
            <w:rStyle w:val="Lienhypertexte"/>
            <w:kern w:val="1"/>
          </w:rPr>
          <w:t>X</w:t>
        </w:r>
        <w:r>
          <w:rPr>
            <w:webHidden/>
          </w:rPr>
          <w:tab/>
        </w:r>
        <w:r>
          <w:rPr>
            <w:webHidden/>
          </w:rPr>
          <w:fldChar w:fldCharType="begin"/>
        </w:r>
        <w:r>
          <w:rPr>
            <w:webHidden/>
          </w:rPr>
          <w:instrText xml:space="preserve"> PAGEREF _Toc195555068 \h </w:instrText>
        </w:r>
        <w:r>
          <w:rPr>
            <w:webHidden/>
          </w:rPr>
        </w:r>
        <w:r>
          <w:rPr>
            <w:webHidden/>
          </w:rPr>
          <w:fldChar w:fldCharType="separate"/>
        </w:r>
        <w:r w:rsidR="002476AB">
          <w:rPr>
            <w:webHidden/>
          </w:rPr>
          <w:t>157</w:t>
        </w:r>
        <w:r>
          <w:rPr>
            <w:webHidden/>
          </w:rPr>
          <w:fldChar w:fldCharType="end"/>
        </w:r>
      </w:hyperlink>
    </w:p>
    <w:p w14:paraId="3FF84A1A" w14:textId="77777777" w:rsidR="00AF18A3" w:rsidRPr="00CB42B7" w:rsidRDefault="00AF18A3">
      <w:pPr>
        <w:pStyle w:val="TM1"/>
        <w:rPr>
          <w:rFonts w:ascii="Aptos" w:hAnsi="Aptos"/>
          <w:bCs w:val="0"/>
          <w:iCs w:val="0"/>
          <w:color w:val="auto"/>
          <w:kern w:val="2"/>
          <w:sz w:val="24"/>
          <w:szCs w:val="24"/>
        </w:rPr>
      </w:pPr>
      <w:hyperlink w:anchor="_Toc195555069" w:history="1">
        <w:r w:rsidRPr="00307E0A">
          <w:rPr>
            <w:rStyle w:val="Lienhypertexte"/>
            <w:kern w:val="1"/>
          </w:rPr>
          <w:t>XI</w:t>
        </w:r>
        <w:r>
          <w:rPr>
            <w:webHidden/>
          </w:rPr>
          <w:tab/>
        </w:r>
        <w:r>
          <w:rPr>
            <w:webHidden/>
          </w:rPr>
          <w:fldChar w:fldCharType="begin"/>
        </w:r>
        <w:r>
          <w:rPr>
            <w:webHidden/>
          </w:rPr>
          <w:instrText xml:space="preserve"> PAGEREF _Toc195555069 \h </w:instrText>
        </w:r>
        <w:r>
          <w:rPr>
            <w:webHidden/>
          </w:rPr>
        </w:r>
        <w:r>
          <w:rPr>
            <w:webHidden/>
          </w:rPr>
          <w:fldChar w:fldCharType="separate"/>
        </w:r>
        <w:r w:rsidR="002476AB">
          <w:rPr>
            <w:webHidden/>
          </w:rPr>
          <w:t>176</w:t>
        </w:r>
        <w:r>
          <w:rPr>
            <w:webHidden/>
          </w:rPr>
          <w:fldChar w:fldCharType="end"/>
        </w:r>
      </w:hyperlink>
    </w:p>
    <w:p w14:paraId="333F8C3B" w14:textId="77777777" w:rsidR="00AF18A3" w:rsidRPr="00CB42B7" w:rsidRDefault="00AF18A3">
      <w:pPr>
        <w:pStyle w:val="TM1"/>
        <w:rPr>
          <w:rFonts w:ascii="Aptos" w:hAnsi="Aptos"/>
          <w:bCs w:val="0"/>
          <w:iCs w:val="0"/>
          <w:color w:val="auto"/>
          <w:kern w:val="2"/>
          <w:sz w:val="24"/>
          <w:szCs w:val="24"/>
        </w:rPr>
      </w:pPr>
      <w:hyperlink w:anchor="_Toc195555070" w:history="1">
        <w:r w:rsidRPr="00307E0A">
          <w:rPr>
            <w:rStyle w:val="Lienhypertexte"/>
            <w:kern w:val="1"/>
          </w:rPr>
          <w:t>XII</w:t>
        </w:r>
        <w:r>
          <w:rPr>
            <w:webHidden/>
          </w:rPr>
          <w:tab/>
        </w:r>
        <w:r>
          <w:rPr>
            <w:webHidden/>
          </w:rPr>
          <w:fldChar w:fldCharType="begin"/>
        </w:r>
        <w:r>
          <w:rPr>
            <w:webHidden/>
          </w:rPr>
          <w:instrText xml:space="preserve"> PAGEREF _Toc195555070 \h </w:instrText>
        </w:r>
        <w:r>
          <w:rPr>
            <w:webHidden/>
          </w:rPr>
        </w:r>
        <w:r>
          <w:rPr>
            <w:webHidden/>
          </w:rPr>
          <w:fldChar w:fldCharType="separate"/>
        </w:r>
        <w:r w:rsidR="002476AB">
          <w:rPr>
            <w:webHidden/>
          </w:rPr>
          <w:t>194</w:t>
        </w:r>
        <w:r>
          <w:rPr>
            <w:webHidden/>
          </w:rPr>
          <w:fldChar w:fldCharType="end"/>
        </w:r>
      </w:hyperlink>
    </w:p>
    <w:p w14:paraId="27F38389" w14:textId="77777777" w:rsidR="00AF18A3" w:rsidRPr="00CB42B7" w:rsidRDefault="00AF18A3">
      <w:pPr>
        <w:pStyle w:val="TM1"/>
        <w:rPr>
          <w:rFonts w:ascii="Aptos" w:hAnsi="Aptos"/>
          <w:bCs w:val="0"/>
          <w:iCs w:val="0"/>
          <w:color w:val="auto"/>
          <w:kern w:val="2"/>
          <w:sz w:val="24"/>
          <w:szCs w:val="24"/>
        </w:rPr>
      </w:pPr>
      <w:hyperlink w:anchor="_Toc195555071" w:history="1">
        <w:r w:rsidRPr="00307E0A">
          <w:rPr>
            <w:rStyle w:val="Lienhypertexte"/>
            <w:kern w:val="1"/>
          </w:rPr>
          <w:t>XIII</w:t>
        </w:r>
        <w:r>
          <w:rPr>
            <w:webHidden/>
          </w:rPr>
          <w:tab/>
        </w:r>
        <w:r>
          <w:rPr>
            <w:webHidden/>
          </w:rPr>
          <w:fldChar w:fldCharType="begin"/>
        </w:r>
        <w:r>
          <w:rPr>
            <w:webHidden/>
          </w:rPr>
          <w:instrText xml:space="preserve"> PAGEREF _Toc195555071 \h </w:instrText>
        </w:r>
        <w:r>
          <w:rPr>
            <w:webHidden/>
          </w:rPr>
        </w:r>
        <w:r>
          <w:rPr>
            <w:webHidden/>
          </w:rPr>
          <w:fldChar w:fldCharType="separate"/>
        </w:r>
        <w:r w:rsidR="002476AB">
          <w:rPr>
            <w:webHidden/>
          </w:rPr>
          <w:t>216</w:t>
        </w:r>
        <w:r>
          <w:rPr>
            <w:webHidden/>
          </w:rPr>
          <w:fldChar w:fldCharType="end"/>
        </w:r>
      </w:hyperlink>
    </w:p>
    <w:p w14:paraId="4409D8EA" w14:textId="77777777" w:rsidR="00AF18A3" w:rsidRPr="00CB42B7" w:rsidRDefault="00AF18A3">
      <w:pPr>
        <w:pStyle w:val="TM1"/>
        <w:rPr>
          <w:rFonts w:ascii="Aptos" w:hAnsi="Aptos"/>
          <w:bCs w:val="0"/>
          <w:iCs w:val="0"/>
          <w:color w:val="auto"/>
          <w:kern w:val="2"/>
          <w:sz w:val="24"/>
          <w:szCs w:val="24"/>
        </w:rPr>
      </w:pPr>
      <w:hyperlink w:anchor="_Toc195555072" w:history="1">
        <w:r w:rsidRPr="00307E0A">
          <w:rPr>
            <w:rStyle w:val="Lienhypertexte"/>
            <w:kern w:val="1"/>
          </w:rPr>
          <w:t>XIV</w:t>
        </w:r>
        <w:r>
          <w:rPr>
            <w:webHidden/>
          </w:rPr>
          <w:tab/>
        </w:r>
        <w:r>
          <w:rPr>
            <w:webHidden/>
          </w:rPr>
          <w:fldChar w:fldCharType="begin"/>
        </w:r>
        <w:r>
          <w:rPr>
            <w:webHidden/>
          </w:rPr>
          <w:instrText xml:space="preserve"> PAGEREF _Toc195555072 \h </w:instrText>
        </w:r>
        <w:r>
          <w:rPr>
            <w:webHidden/>
          </w:rPr>
        </w:r>
        <w:r>
          <w:rPr>
            <w:webHidden/>
          </w:rPr>
          <w:fldChar w:fldCharType="separate"/>
        </w:r>
        <w:r w:rsidR="002476AB">
          <w:rPr>
            <w:webHidden/>
          </w:rPr>
          <w:t>236</w:t>
        </w:r>
        <w:r>
          <w:rPr>
            <w:webHidden/>
          </w:rPr>
          <w:fldChar w:fldCharType="end"/>
        </w:r>
      </w:hyperlink>
    </w:p>
    <w:p w14:paraId="48D3610C" w14:textId="77777777" w:rsidR="00AF18A3" w:rsidRPr="00CB42B7" w:rsidRDefault="00AF18A3">
      <w:pPr>
        <w:pStyle w:val="TM1"/>
        <w:rPr>
          <w:rFonts w:ascii="Aptos" w:hAnsi="Aptos"/>
          <w:bCs w:val="0"/>
          <w:iCs w:val="0"/>
          <w:color w:val="auto"/>
          <w:kern w:val="2"/>
          <w:sz w:val="24"/>
          <w:szCs w:val="24"/>
        </w:rPr>
      </w:pPr>
      <w:hyperlink w:anchor="_Toc195555073" w:history="1">
        <w:r w:rsidRPr="00307E0A">
          <w:rPr>
            <w:rStyle w:val="Lienhypertexte"/>
            <w:kern w:val="1"/>
          </w:rPr>
          <w:t>XV</w:t>
        </w:r>
        <w:r>
          <w:rPr>
            <w:webHidden/>
          </w:rPr>
          <w:tab/>
        </w:r>
        <w:r>
          <w:rPr>
            <w:webHidden/>
          </w:rPr>
          <w:fldChar w:fldCharType="begin"/>
        </w:r>
        <w:r>
          <w:rPr>
            <w:webHidden/>
          </w:rPr>
          <w:instrText xml:space="preserve"> PAGEREF _Toc195555073 \h </w:instrText>
        </w:r>
        <w:r>
          <w:rPr>
            <w:webHidden/>
          </w:rPr>
        </w:r>
        <w:r>
          <w:rPr>
            <w:webHidden/>
          </w:rPr>
          <w:fldChar w:fldCharType="separate"/>
        </w:r>
        <w:r w:rsidR="002476AB">
          <w:rPr>
            <w:webHidden/>
          </w:rPr>
          <w:t>251</w:t>
        </w:r>
        <w:r>
          <w:rPr>
            <w:webHidden/>
          </w:rPr>
          <w:fldChar w:fldCharType="end"/>
        </w:r>
      </w:hyperlink>
    </w:p>
    <w:p w14:paraId="703EF39B" w14:textId="77777777" w:rsidR="00AF18A3" w:rsidRPr="00CB42B7" w:rsidRDefault="00AF18A3">
      <w:pPr>
        <w:pStyle w:val="TM1"/>
        <w:rPr>
          <w:rFonts w:ascii="Aptos" w:hAnsi="Aptos"/>
          <w:bCs w:val="0"/>
          <w:iCs w:val="0"/>
          <w:color w:val="auto"/>
          <w:kern w:val="2"/>
          <w:sz w:val="24"/>
          <w:szCs w:val="24"/>
        </w:rPr>
      </w:pPr>
      <w:hyperlink w:anchor="_Toc195555074" w:history="1">
        <w:r w:rsidRPr="00307E0A">
          <w:rPr>
            <w:rStyle w:val="Lienhypertexte"/>
            <w:kern w:val="1"/>
          </w:rPr>
          <w:t>XVI</w:t>
        </w:r>
        <w:r>
          <w:rPr>
            <w:webHidden/>
          </w:rPr>
          <w:tab/>
        </w:r>
        <w:r>
          <w:rPr>
            <w:webHidden/>
          </w:rPr>
          <w:fldChar w:fldCharType="begin"/>
        </w:r>
        <w:r>
          <w:rPr>
            <w:webHidden/>
          </w:rPr>
          <w:instrText xml:space="preserve"> PAGEREF _Toc195555074 \h </w:instrText>
        </w:r>
        <w:r>
          <w:rPr>
            <w:webHidden/>
          </w:rPr>
        </w:r>
        <w:r>
          <w:rPr>
            <w:webHidden/>
          </w:rPr>
          <w:fldChar w:fldCharType="separate"/>
        </w:r>
        <w:r w:rsidR="002476AB">
          <w:rPr>
            <w:webHidden/>
          </w:rPr>
          <w:t>268</w:t>
        </w:r>
        <w:r>
          <w:rPr>
            <w:webHidden/>
          </w:rPr>
          <w:fldChar w:fldCharType="end"/>
        </w:r>
      </w:hyperlink>
    </w:p>
    <w:p w14:paraId="3A1470E1" w14:textId="77777777" w:rsidR="00AF18A3" w:rsidRPr="00CB42B7" w:rsidRDefault="00AF18A3">
      <w:pPr>
        <w:pStyle w:val="TM1"/>
        <w:rPr>
          <w:rFonts w:ascii="Aptos" w:hAnsi="Aptos"/>
          <w:bCs w:val="0"/>
          <w:iCs w:val="0"/>
          <w:color w:val="auto"/>
          <w:kern w:val="2"/>
          <w:sz w:val="24"/>
          <w:szCs w:val="24"/>
        </w:rPr>
      </w:pPr>
      <w:hyperlink w:anchor="_Toc195555075" w:history="1">
        <w:r w:rsidRPr="00307E0A">
          <w:rPr>
            <w:rStyle w:val="Lienhypertexte"/>
            <w:kern w:val="1"/>
          </w:rPr>
          <w:t>XVII</w:t>
        </w:r>
        <w:r>
          <w:rPr>
            <w:webHidden/>
          </w:rPr>
          <w:tab/>
        </w:r>
        <w:r>
          <w:rPr>
            <w:webHidden/>
          </w:rPr>
          <w:fldChar w:fldCharType="begin"/>
        </w:r>
        <w:r>
          <w:rPr>
            <w:webHidden/>
          </w:rPr>
          <w:instrText xml:space="preserve"> PAGEREF _Toc195555075 \h </w:instrText>
        </w:r>
        <w:r>
          <w:rPr>
            <w:webHidden/>
          </w:rPr>
        </w:r>
        <w:r>
          <w:rPr>
            <w:webHidden/>
          </w:rPr>
          <w:fldChar w:fldCharType="separate"/>
        </w:r>
        <w:r w:rsidR="002476AB">
          <w:rPr>
            <w:webHidden/>
          </w:rPr>
          <w:t>287</w:t>
        </w:r>
        <w:r>
          <w:rPr>
            <w:webHidden/>
          </w:rPr>
          <w:fldChar w:fldCharType="end"/>
        </w:r>
      </w:hyperlink>
    </w:p>
    <w:p w14:paraId="3D3B2D0C" w14:textId="77777777" w:rsidR="00AF18A3" w:rsidRPr="00CB42B7" w:rsidRDefault="00AF18A3">
      <w:pPr>
        <w:pStyle w:val="TM1"/>
        <w:rPr>
          <w:rFonts w:ascii="Aptos" w:hAnsi="Aptos"/>
          <w:bCs w:val="0"/>
          <w:iCs w:val="0"/>
          <w:color w:val="auto"/>
          <w:kern w:val="2"/>
          <w:sz w:val="24"/>
          <w:szCs w:val="24"/>
        </w:rPr>
      </w:pPr>
      <w:hyperlink w:anchor="_Toc195555076" w:history="1">
        <w:r w:rsidRPr="00307E0A">
          <w:rPr>
            <w:rStyle w:val="Lienhypertexte"/>
            <w:kern w:val="1"/>
          </w:rPr>
          <w:t>XVIII</w:t>
        </w:r>
        <w:r>
          <w:rPr>
            <w:webHidden/>
          </w:rPr>
          <w:tab/>
        </w:r>
        <w:r>
          <w:rPr>
            <w:webHidden/>
          </w:rPr>
          <w:fldChar w:fldCharType="begin"/>
        </w:r>
        <w:r>
          <w:rPr>
            <w:webHidden/>
          </w:rPr>
          <w:instrText xml:space="preserve"> PAGEREF _Toc195555076 \h </w:instrText>
        </w:r>
        <w:r>
          <w:rPr>
            <w:webHidden/>
          </w:rPr>
        </w:r>
        <w:r>
          <w:rPr>
            <w:webHidden/>
          </w:rPr>
          <w:fldChar w:fldCharType="separate"/>
        </w:r>
        <w:r w:rsidR="002476AB">
          <w:rPr>
            <w:webHidden/>
          </w:rPr>
          <w:t>304</w:t>
        </w:r>
        <w:r>
          <w:rPr>
            <w:webHidden/>
          </w:rPr>
          <w:fldChar w:fldCharType="end"/>
        </w:r>
      </w:hyperlink>
    </w:p>
    <w:p w14:paraId="223BFFE0" w14:textId="77777777" w:rsidR="00AF18A3" w:rsidRPr="00CB42B7" w:rsidRDefault="00AF18A3">
      <w:pPr>
        <w:pStyle w:val="TM1"/>
        <w:rPr>
          <w:rFonts w:ascii="Aptos" w:hAnsi="Aptos"/>
          <w:bCs w:val="0"/>
          <w:iCs w:val="0"/>
          <w:color w:val="auto"/>
          <w:kern w:val="2"/>
          <w:sz w:val="24"/>
          <w:szCs w:val="24"/>
        </w:rPr>
      </w:pPr>
      <w:hyperlink w:anchor="_Toc195555077" w:history="1">
        <w:r w:rsidRPr="00307E0A">
          <w:rPr>
            <w:rStyle w:val="Lienhypertexte"/>
            <w:kern w:val="1"/>
          </w:rPr>
          <w:t>XIX</w:t>
        </w:r>
        <w:r>
          <w:rPr>
            <w:webHidden/>
          </w:rPr>
          <w:tab/>
        </w:r>
        <w:r>
          <w:rPr>
            <w:webHidden/>
          </w:rPr>
          <w:fldChar w:fldCharType="begin"/>
        </w:r>
        <w:r>
          <w:rPr>
            <w:webHidden/>
          </w:rPr>
          <w:instrText xml:space="preserve"> PAGEREF _Toc195555077 \h </w:instrText>
        </w:r>
        <w:r>
          <w:rPr>
            <w:webHidden/>
          </w:rPr>
        </w:r>
        <w:r>
          <w:rPr>
            <w:webHidden/>
          </w:rPr>
          <w:fldChar w:fldCharType="separate"/>
        </w:r>
        <w:r w:rsidR="002476AB">
          <w:rPr>
            <w:webHidden/>
          </w:rPr>
          <w:t>322</w:t>
        </w:r>
        <w:r>
          <w:rPr>
            <w:webHidden/>
          </w:rPr>
          <w:fldChar w:fldCharType="end"/>
        </w:r>
      </w:hyperlink>
    </w:p>
    <w:p w14:paraId="72D3F808" w14:textId="77777777" w:rsidR="00AF18A3" w:rsidRPr="00CB42B7" w:rsidRDefault="00AF18A3">
      <w:pPr>
        <w:pStyle w:val="TM1"/>
        <w:rPr>
          <w:rFonts w:ascii="Aptos" w:hAnsi="Aptos"/>
          <w:bCs w:val="0"/>
          <w:iCs w:val="0"/>
          <w:color w:val="auto"/>
          <w:kern w:val="2"/>
          <w:sz w:val="24"/>
          <w:szCs w:val="24"/>
        </w:rPr>
      </w:pPr>
      <w:hyperlink w:anchor="_Toc195555078" w:history="1">
        <w:r w:rsidRPr="00307E0A">
          <w:rPr>
            <w:rStyle w:val="Lienhypertexte"/>
            <w:kern w:val="1"/>
          </w:rPr>
          <w:t>XX</w:t>
        </w:r>
        <w:r>
          <w:rPr>
            <w:webHidden/>
          </w:rPr>
          <w:tab/>
        </w:r>
        <w:r>
          <w:rPr>
            <w:webHidden/>
          </w:rPr>
          <w:fldChar w:fldCharType="begin"/>
        </w:r>
        <w:r>
          <w:rPr>
            <w:webHidden/>
          </w:rPr>
          <w:instrText xml:space="preserve"> PAGEREF _Toc195555078 \h </w:instrText>
        </w:r>
        <w:r>
          <w:rPr>
            <w:webHidden/>
          </w:rPr>
        </w:r>
        <w:r>
          <w:rPr>
            <w:webHidden/>
          </w:rPr>
          <w:fldChar w:fldCharType="separate"/>
        </w:r>
        <w:r w:rsidR="002476AB">
          <w:rPr>
            <w:webHidden/>
          </w:rPr>
          <w:t>353</w:t>
        </w:r>
        <w:r>
          <w:rPr>
            <w:webHidden/>
          </w:rPr>
          <w:fldChar w:fldCharType="end"/>
        </w:r>
      </w:hyperlink>
    </w:p>
    <w:p w14:paraId="48DF4BEF" w14:textId="77777777" w:rsidR="00AF18A3" w:rsidRPr="00CB42B7" w:rsidRDefault="00AF18A3">
      <w:pPr>
        <w:pStyle w:val="TM1"/>
        <w:rPr>
          <w:rFonts w:ascii="Aptos" w:hAnsi="Aptos"/>
          <w:bCs w:val="0"/>
          <w:iCs w:val="0"/>
          <w:color w:val="auto"/>
          <w:kern w:val="2"/>
          <w:sz w:val="24"/>
          <w:szCs w:val="24"/>
        </w:rPr>
      </w:pPr>
      <w:hyperlink w:anchor="_Toc195555079" w:history="1">
        <w:r w:rsidRPr="00307E0A">
          <w:rPr>
            <w:rStyle w:val="Lienhypertexte"/>
          </w:rPr>
          <w:t>À propos de cette édition électronique</w:t>
        </w:r>
        <w:r>
          <w:rPr>
            <w:webHidden/>
          </w:rPr>
          <w:tab/>
        </w:r>
        <w:r>
          <w:rPr>
            <w:webHidden/>
          </w:rPr>
          <w:fldChar w:fldCharType="begin"/>
        </w:r>
        <w:r>
          <w:rPr>
            <w:webHidden/>
          </w:rPr>
          <w:instrText xml:space="preserve"> PAGEREF _Toc195555079 \h </w:instrText>
        </w:r>
        <w:r>
          <w:rPr>
            <w:webHidden/>
          </w:rPr>
        </w:r>
        <w:r>
          <w:rPr>
            <w:webHidden/>
          </w:rPr>
          <w:fldChar w:fldCharType="separate"/>
        </w:r>
        <w:r w:rsidR="002476AB">
          <w:rPr>
            <w:webHidden/>
          </w:rPr>
          <w:t>373</w:t>
        </w:r>
        <w:r>
          <w:rPr>
            <w:webHidden/>
          </w:rPr>
          <w:fldChar w:fldCharType="end"/>
        </w:r>
      </w:hyperlink>
    </w:p>
    <w:p w14:paraId="3970E192" w14:textId="77777777" w:rsidR="00033562" w:rsidRPr="000E1451" w:rsidRDefault="00033562" w:rsidP="000E1451">
      <w:pPr>
        <w:pStyle w:val="TM1"/>
        <w:spacing w:before="0" w:after="0" w:line="20" w:lineRule="exact"/>
        <w:rPr>
          <w:szCs w:val="36"/>
        </w:rPr>
      </w:pPr>
      <w:r w:rsidRPr="000E1451">
        <w:rPr>
          <w:szCs w:val="36"/>
        </w:rPr>
        <w:fldChar w:fldCharType="end"/>
      </w:r>
    </w:p>
    <w:p w14:paraId="3A8A7E66" w14:textId="77777777" w:rsidR="00357B30" w:rsidRPr="00EA0CCA" w:rsidRDefault="00357B30" w:rsidP="000E1451">
      <w:pPr>
        <w:spacing w:before="0" w:after="0" w:line="20" w:lineRule="exact"/>
        <w:ind w:right="1418" w:firstLine="0"/>
        <w:jc w:val="right"/>
        <w:rPr>
          <w:rFonts w:cs="Georgia"/>
          <w:bCs/>
          <w:kern w:val="1"/>
          <w:sz w:val="34"/>
          <w:lang w:eastAsia="ar-SA"/>
        </w:rPr>
        <w:sectPr w:rsidR="00357B30" w:rsidRPr="00EA0CCA" w:rsidSect="000E1451">
          <w:headerReference w:type="default" r:id="rId10"/>
          <w:footerReference w:type="even" r:id="rId11"/>
          <w:footerReference w:type="default" r:id="rId12"/>
          <w:headerReference w:type="first" r:id="rId13"/>
          <w:footerReference w:type="first" r:id="rId14"/>
          <w:pgSz w:w="11906" w:h="16838" w:code="9"/>
          <w:pgMar w:top="1134" w:right="1134" w:bottom="1134" w:left="1134" w:header="0" w:footer="567" w:gutter="0"/>
          <w:cols w:space="720"/>
          <w:docGrid w:linePitch="360"/>
        </w:sectPr>
      </w:pPr>
    </w:p>
    <w:p w14:paraId="6E1FD928" w14:textId="77777777" w:rsidR="00BE611A" w:rsidRDefault="00BE611A" w:rsidP="00BE611A">
      <w:pPr>
        <w:pageBreakBefore/>
        <w:spacing w:before="2640"/>
        <w:rPr>
          <w:rFonts w:cs="Georgia"/>
          <w:kern w:val="1"/>
          <w:szCs w:val="20"/>
        </w:rPr>
      </w:pPr>
    </w:p>
    <w:p w14:paraId="56DAC605" w14:textId="77777777" w:rsidR="000E1451" w:rsidRDefault="00BE611A" w:rsidP="00BE611A">
      <w:pPr>
        <w:pStyle w:val="NormalRetraitGauche3XIndent0"/>
        <w:rPr>
          <w:kern w:val="1"/>
        </w:rPr>
      </w:pPr>
      <w:r>
        <w:rPr>
          <w:kern w:val="1"/>
        </w:rPr>
        <w:t>Ne donne pas un cœur qu</w:t>
      </w:r>
      <w:r w:rsidR="000E1451">
        <w:rPr>
          <w:kern w:val="1"/>
        </w:rPr>
        <w:t>’</w:t>
      </w:r>
      <w:r>
        <w:rPr>
          <w:kern w:val="1"/>
        </w:rPr>
        <w:t>on ne peut recevoir</w:t>
      </w:r>
      <w:r w:rsidR="000E1451">
        <w:rPr>
          <w:kern w:val="1"/>
        </w:rPr>
        <w:t>.</w:t>
      </w:r>
    </w:p>
    <w:p w14:paraId="21EB9CA3" w14:textId="77777777" w:rsidR="000E1451" w:rsidRDefault="00BE611A" w:rsidP="00BE611A">
      <w:pPr>
        <w:pStyle w:val="Droite"/>
        <w:rPr>
          <w:kern w:val="1"/>
        </w:rPr>
      </w:pPr>
      <w:r>
        <w:rPr>
          <w:kern w:val="1"/>
        </w:rPr>
        <w:t>Bérénice</w:t>
      </w:r>
      <w:r w:rsidR="000E1451">
        <w:rPr>
          <w:kern w:val="1"/>
        </w:rPr>
        <w:t>.</w:t>
      </w:r>
    </w:p>
    <w:p w14:paraId="66E4E57D" w14:textId="77777777" w:rsidR="00BE611A" w:rsidRDefault="00BE611A" w:rsidP="00BE611A">
      <w:pPr>
        <w:pageBreakBefore/>
        <w:spacing w:before="2640"/>
        <w:rPr>
          <w:rFonts w:cs="Georgia"/>
          <w:kern w:val="1"/>
          <w:szCs w:val="20"/>
        </w:rPr>
      </w:pPr>
    </w:p>
    <w:p w14:paraId="7644E92A" w14:textId="77777777" w:rsidR="00BE611A" w:rsidRDefault="00BE611A" w:rsidP="00BE611A">
      <w:pPr>
        <w:pStyle w:val="Droite"/>
        <w:rPr>
          <w:kern w:val="1"/>
        </w:rPr>
      </w:pPr>
      <w:r>
        <w:rPr>
          <w:kern w:val="1"/>
        </w:rPr>
        <w:t>À LÉON BARTHOU</w:t>
      </w:r>
    </w:p>
    <w:p w14:paraId="4CB1DAA8" w14:textId="77777777" w:rsidR="00BE611A" w:rsidRDefault="00BE611A" w:rsidP="000E1451">
      <w:pPr>
        <w:pStyle w:val="Titre1"/>
        <w:numPr>
          <w:ilvl w:val="0"/>
          <w:numId w:val="15"/>
        </w:numPr>
        <w:ind w:left="0" w:firstLine="0"/>
        <w:rPr>
          <w:rFonts w:cs="Georgia"/>
          <w:kern w:val="1"/>
        </w:rPr>
      </w:pPr>
      <w:bookmarkStart w:id="0" w:name="__RefHeading__7364_928681719"/>
      <w:bookmarkStart w:id="1" w:name="_Toc195555059"/>
      <w:bookmarkEnd w:id="0"/>
      <w:r>
        <w:rPr>
          <w:kern w:val="1"/>
        </w:rPr>
        <w:lastRenderedPageBreak/>
        <w:t>I</w:t>
      </w:r>
      <w:bookmarkEnd w:id="1"/>
    </w:p>
    <w:p w14:paraId="5E1E362C" w14:textId="77777777" w:rsidR="000E1451" w:rsidRDefault="00BE611A" w:rsidP="00BE611A">
      <w:pPr>
        <w:rPr>
          <w:rFonts w:cs="Georgia"/>
          <w:kern w:val="1"/>
        </w:rPr>
      </w:pPr>
      <w:r>
        <w:rPr>
          <w:rFonts w:cs="Georgia"/>
          <w:kern w:val="1"/>
        </w:rPr>
        <w:t>Je m</w:t>
      </w:r>
      <w:r w:rsidR="000E1451">
        <w:rPr>
          <w:rFonts w:cs="Georgia"/>
          <w:kern w:val="1"/>
        </w:rPr>
        <w:t>’</w:t>
      </w:r>
      <w:r>
        <w:rPr>
          <w:rFonts w:cs="Georgia"/>
          <w:kern w:val="1"/>
        </w:rPr>
        <w:t>appelle Pierre Dumaine</w:t>
      </w:r>
      <w:r w:rsidR="000E1451">
        <w:rPr>
          <w:rFonts w:cs="Georgia"/>
          <w:kern w:val="1"/>
        </w:rPr>
        <w:t xml:space="preserve">. </w:t>
      </w:r>
      <w:r>
        <w:rPr>
          <w:rFonts w:cs="Georgia"/>
          <w:kern w:val="1"/>
        </w:rPr>
        <w:t>Ce que j</w:t>
      </w:r>
      <w:r w:rsidR="000E1451">
        <w:rPr>
          <w:rFonts w:cs="Georgia"/>
          <w:kern w:val="1"/>
        </w:rPr>
        <w:t>’</w:t>
      </w:r>
      <w:r>
        <w:rPr>
          <w:rFonts w:cs="Georgia"/>
          <w:kern w:val="1"/>
        </w:rPr>
        <w:t>ai été</w:t>
      </w:r>
      <w:r w:rsidR="000E1451">
        <w:rPr>
          <w:rFonts w:cs="Georgia"/>
          <w:kern w:val="1"/>
        </w:rPr>
        <w:t xml:space="preserve">, </w:t>
      </w:r>
      <w:r>
        <w:rPr>
          <w:rFonts w:cs="Georgia"/>
          <w:kern w:val="1"/>
        </w:rPr>
        <w:t>ce que j</w:t>
      </w:r>
      <w:r w:rsidR="000E1451">
        <w:rPr>
          <w:rFonts w:cs="Georgia"/>
          <w:kern w:val="1"/>
        </w:rPr>
        <w:t>’</w:t>
      </w:r>
      <w:r>
        <w:rPr>
          <w:rFonts w:cs="Georgia"/>
          <w:kern w:val="1"/>
        </w:rPr>
        <w:t>ai fait avant la guerre importe peu</w:t>
      </w:r>
      <w:r w:rsidR="000E1451">
        <w:rPr>
          <w:rFonts w:cs="Georgia"/>
          <w:kern w:val="1"/>
        </w:rPr>
        <w:t xml:space="preserve">. </w:t>
      </w:r>
      <w:r>
        <w:rPr>
          <w:rFonts w:cs="Georgia"/>
          <w:kern w:val="1"/>
        </w:rPr>
        <w:t>Ce qui a suivi aurait pu arriver à tout autre</w:t>
      </w:r>
      <w:r w:rsidR="000E1451">
        <w:rPr>
          <w:rFonts w:cs="Georgia"/>
          <w:kern w:val="1"/>
        </w:rPr>
        <w:t xml:space="preserve">. </w:t>
      </w:r>
      <w:r>
        <w:rPr>
          <w:rFonts w:cs="Georgia"/>
          <w:kern w:val="1"/>
        </w:rPr>
        <w:t>Voilà pourquoi j</w:t>
      </w:r>
      <w:r w:rsidR="000E1451">
        <w:rPr>
          <w:rFonts w:cs="Georgia"/>
          <w:kern w:val="1"/>
        </w:rPr>
        <w:t>’</w:t>
      </w:r>
      <w:r>
        <w:rPr>
          <w:rFonts w:cs="Georgia"/>
          <w:kern w:val="1"/>
        </w:rPr>
        <w:t>ai la force d</w:t>
      </w:r>
      <w:r w:rsidR="000E1451">
        <w:rPr>
          <w:rFonts w:cs="Georgia"/>
          <w:kern w:val="1"/>
        </w:rPr>
        <w:t>’</w:t>
      </w:r>
      <w:r>
        <w:rPr>
          <w:rFonts w:cs="Georgia"/>
          <w:kern w:val="1"/>
        </w:rPr>
        <w:t>en parler</w:t>
      </w:r>
      <w:r w:rsidR="000E1451">
        <w:rPr>
          <w:rFonts w:cs="Georgia"/>
          <w:kern w:val="1"/>
        </w:rPr>
        <w:t xml:space="preserve">. </w:t>
      </w:r>
      <w:r>
        <w:rPr>
          <w:rFonts w:cs="Georgia"/>
          <w:kern w:val="1"/>
        </w:rPr>
        <w:t>On ne s</w:t>
      </w:r>
      <w:r w:rsidR="000E1451">
        <w:rPr>
          <w:rFonts w:cs="Georgia"/>
          <w:kern w:val="1"/>
        </w:rPr>
        <w:t>’</w:t>
      </w:r>
      <w:r>
        <w:rPr>
          <w:rFonts w:cs="Georgia"/>
          <w:kern w:val="1"/>
        </w:rPr>
        <w:t>attache que trop souvent aux aventures exceptionnelles</w:t>
      </w:r>
      <w:r w:rsidR="000E1451">
        <w:rPr>
          <w:rFonts w:cs="Georgia"/>
          <w:kern w:val="1"/>
        </w:rPr>
        <w:t xml:space="preserve">. </w:t>
      </w:r>
      <w:r>
        <w:rPr>
          <w:rFonts w:cs="Georgia"/>
          <w:kern w:val="1"/>
        </w:rPr>
        <w:t>Huit millions de Français ont été mobilisés</w:t>
      </w:r>
      <w:r w:rsidR="000E1451">
        <w:rPr>
          <w:rFonts w:cs="Georgia"/>
          <w:kern w:val="1"/>
        </w:rPr>
        <w:t xml:space="preserve"> : </w:t>
      </w:r>
      <w:r>
        <w:rPr>
          <w:rFonts w:cs="Georgia"/>
          <w:kern w:val="1"/>
        </w:rPr>
        <w:t>j</w:t>
      </w:r>
      <w:r w:rsidR="000E1451">
        <w:rPr>
          <w:rFonts w:cs="Georgia"/>
          <w:kern w:val="1"/>
        </w:rPr>
        <w:t>’</w:t>
      </w:r>
      <w:r>
        <w:rPr>
          <w:rFonts w:cs="Georgia"/>
          <w:kern w:val="1"/>
        </w:rPr>
        <w:t>écris pour ces huit millions-là</w:t>
      </w:r>
      <w:r w:rsidR="000E1451">
        <w:rPr>
          <w:rFonts w:cs="Georgia"/>
          <w:kern w:val="1"/>
        </w:rPr>
        <w:t xml:space="preserve">. </w:t>
      </w:r>
      <w:r>
        <w:rPr>
          <w:rFonts w:cs="Georgia"/>
          <w:kern w:val="1"/>
        </w:rPr>
        <w:t>Chacun d</w:t>
      </w:r>
      <w:r w:rsidR="000E1451">
        <w:rPr>
          <w:rFonts w:cs="Georgia"/>
          <w:kern w:val="1"/>
        </w:rPr>
        <w:t>’</w:t>
      </w:r>
      <w:r>
        <w:rPr>
          <w:rFonts w:cs="Georgia"/>
          <w:kern w:val="1"/>
        </w:rPr>
        <w:t>eux aurait pu être à ma place</w:t>
      </w:r>
      <w:r w:rsidR="000E1451">
        <w:rPr>
          <w:rFonts w:cs="Georgia"/>
          <w:kern w:val="1"/>
        </w:rPr>
        <w:t xml:space="preserve">. </w:t>
      </w:r>
      <w:r>
        <w:rPr>
          <w:rFonts w:cs="Georgia"/>
          <w:kern w:val="1"/>
        </w:rPr>
        <w:t>Certains y ont été</w:t>
      </w:r>
      <w:r w:rsidR="000E1451">
        <w:rPr>
          <w:rFonts w:cs="Georgia"/>
          <w:kern w:val="1"/>
        </w:rPr>
        <w:t xml:space="preserve">, </w:t>
      </w:r>
      <w:r>
        <w:rPr>
          <w:rFonts w:cs="Georgia"/>
          <w:kern w:val="1"/>
        </w:rPr>
        <w:t>et n</w:t>
      </w:r>
      <w:r w:rsidR="000E1451">
        <w:rPr>
          <w:rFonts w:cs="Georgia"/>
          <w:kern w:val="1"/>
        </w:rPr>
        <w:t>’</w:t>
      </w:r>
      <w:r>
        <w:rPr>
          <w:rFonts w:cs="Georgia"/>
          <w:kern w:val="1"/>
        </w:rPr>
        <w:t>ont pas agi autrement</w:t>
      </w:r>
      <w:r w:rsidR="000E1451">
        <w:rPr>
          <w:rFonts w:cs="Georgia"/>
          <w:kern w:val="1"/>
        </w:rPr>
        <w:t xml:space="preserve">, </w:t>
      </w:r>
      <w:r>
        <w:rPr>
          <w:rFonts w:cs="Georgia"/>
          <w:kern w:val="1"/>
        </w:rPr>
        <w:t>je le veux croire</w:t>
      </w:r>
      <w:r w:rsidR="000E1451">
        <w:rPr>
          <w:rFonts w:cs="Georgia"/>
          <w:kern w:val="1"/>
        </w:rPr>
        <w:t xml:space="preserve">, </w:t>
      </w:r>
      <w:r>
        <w:rPr>
          <w:rFonts w:cs="Georgia"/>
          <w:kern w:val="1"/>
        </w:rPr>
        <w:t>car je ne suis pas un monstre</w:t>
      </w:r>
      <w:r w:rsidR="000E1451">
        <w:rPr>
          <w:rFonts w:cs="Georgia"/>
          <w:kern w:val="1"/>
        </w:rPr>
        <w:t xml:space="preserve">. </w:t>
      </w:r>
      <w:r>
        <w:rPr>
          <w:rFonts w:cs="Georgia"/>
          <w:kern w:val="1"/>
        </w:rPr>
        <w:t>Toujours j</w:t>
      </w:r>
      <w:r w:rsidR="000E1451">
        <w:rPr>
          <w:rFonts w:cs="Georgia"/>
          <w:kern w:val="1"/>
        </w:rPr>
        <w:t>’</w:t>
      </w:r>
      <w:r>
        <w:rPr>
          <w:rFonts w:cs="Georgia"/>
          <w:kern w:val="1"/>
        </w:rPr>
        <w:t>ai fait ce que l</w:t>
      </w:r>
      <w:r w:rsidR="000E1451">
        <w:rPr>
          <w:rFonts w:cs="Georgia"/>
          <w:kern w:val="1"/>
        </w:rPr>
        <w:t>’</w:t>
      </w:r>
      <w:r>
        <w:rPr>
          <w:rFonts w:cs="Georgia"/>
          <w:kern w:val="1"/>
        </w:rPr>
        <w:t>on m</w:t>
      </w:r>
      <w:r w:rsidR="000E1451">
        <w:rPr>
          <w:rFonts w:cs="Georgia"/>
          <w:kern w:val="1"/>
        </w:rPr>
        <w:t>’</w:t>
      </w:r>
      <w:r>
        <w:rPr>
          <w:rFonts w:cs="Georgia"/>
          <w:kern w:val="1"/>
        </w:rPr>
        <w:t>a commandé de faire</w:t>
      </w:r>
      <w:r w:rsidR="000E1451">
        <w:rPr>
          <w:rFonts w:cs="Georgia"/>
          <w:kern w:val="1"/>
        </w:rPr>
        <w:t xml:space="preserve">. </w:t>
      </w:r>
      <w:r>
        <w:rPr>
          <w:rFonts w:cs="Georgia"/>
          <w:kern w:val="1"/>
        </w:rPr>
        <w:t>J</w:t>
      </w:r>
      <w:r w:rsidR="000E1451">
        <w:rPr>
          <w:rFonts w:cs="Georgia"/>
          <w:kern w:val="1"/>
        </w:rPr>
        <w:t>’</w:t>
      </w:r>
      <w:r>
        <w:rPr>
          <w:rFonts w:cs="Georgia"/>
          <w:kern w:val="1"/>
        </w:rPr>
        <w:t>ai rejoint mon régiment à la date où l</w:t>
      </w:r>
      <w:r w:rsidR="000E1451">
        <w:rPr>
          <w:rFonts w:cs="Georgia"/>
          <w:kern w:val="1"/>
        </w:rPr>
        <w:t>’</w:t>
      </w:r>
      <w:r>
        <w:rPr>
          <w:rFonts w:cs="Georgia"/>
          <w:kern w:val="1"/>
        </w:rPr>
        <w:t>on m</w:t>
      </w:r>
      <w:r w:rsidR="000E1451">
        <w:rPr>
          <w:rFonts w:cs="Georgia"/>
          <w:kern w:val="1"/>
        </w:rPr>
        <w:t>’</w:t>
      </w:r>
      <w:r>
        <w:rPr>
          <w:rFonts w:cs="Georgia"/>
          <w:kern w:val="1"/>
        </w:rPr>
        <w:t>a dit de le rejoindre</w:t>
      </w:r>
      <w:r w:rsidR="000E1451">
        <w:rPr>
          <w:rFonts w:cs="Georgia"/>
          <w:kern w:val="1"/>
        </w:rPr>
        <w:t xml:space="preserve">. </w:t>
      </w:r>
      <w:r>
        <w:rPr>
          <w:rFonts w:cs="Georgia"/>
          <w:kern w:val="1"/>
        </w:rPr>
        <w:t>J</w:t>
      </w:r>
      <w:r w:rsidR="000E1451">
        <w:rPr>
          <w:rFonts w:cs="Georgia"/>
          <w:kern w:val="1"/>
        </w:rPr>
        <w:t>’</w:t>
      </w:r>
      <w:r>
        <w:rPr>
          <w:rFonts w:cs="Georgia"/>
          <w:kern w:val="1"/>
        </w:rPr>
        <w:t>ai marché quand on m</w:t>
      </w:r>
      <w:r w:rsidR="000E1451">
        <w:rPr>
          <w:rFonts w:cs="Georgia"/>
          <w:kern w:val="1"/>
        </w:rPr>
        <w:t>’</w:t>
      </w:r>
      <w:r>
        <w:rPr>
          <w:rFonts w:cs="Georgia"/>
          <w:kern w:val="1"/>
        </w:rPr>
        <w:t>a dit de marcher</w:t>
      </w:r>
      <w:r w:rsidR="000E1451">
        <w:rPr>
          <w:rFonts w:cs="Georgia"/>
          <w:kern w:val="1"/>
        </w:rPr>
        <w:t xml:space="preserve">. </w:t>
      </w:r>
      <w:r>
        <w:rPr>
          <w:rFonts w:cs="Georgia"/>
          <w:kern w:val="1"/>
        </w:rPr>
        <w:t>J</w:t>
      </w:r>
      <w:r w:rsidR="000E1451">
        <w:rPr>
          <w:rFonts w:cs="Georgia"/>
          <w:kern w:val="1"/>
        </w:rPr>
        <w:t>’</w:t>
      </w:r>
      <w:r>
        <w:rPr>
          <w:rFonts w:cs="Georgia"/>
          <w:kern w:val="1"/>
        </w:rPr>
        <w:t>ai tiré quand on m</w:t>
      </w:r>
      <w:r w:rsidR="000E1451">
        <w:rPr>
          <w:rFonts w:cs="Georgia"/>
          <w:kern w:val="1"/>
        </w:rPr>
        <w:t>’</w:t>
      </w:r>
      <w:r>
        <w:rPr>
          <w:rFonts w:cs="Georgia"/>
          <w:kern w:val="1"/>
        </w:rPr>
        <w:t>a dit de tirer</w:t>
      </w:r>
      <w:r w:rsidR="000E1451">
        <w:rPr>
          <w:rFonts w:cs="Georgia"/>
          <w:kern w:val="1"/>
        </w:rPr>
        <w:t xml:space="preserve">. </w:t>
      </w:r>
      <w:r>
        <w:rPr>
          <w:rFonts w:cs="Georgia"/>
          <w:kern w:val="1"/>
        </w:rPr>
        <w:t>Ce matin d</w:t>
      </w:r>
      <w:r w:rsidR="000E1451">
        <w:rPr>
          <w:rFonts w:cs="Georgia"/>
          <w:kern w:val="1"/>
        </w:rPr>
        <w:t>’</w:t>
      </w:r>
      <w:r>
        <w:rPr>
          <w:rFonts w:cs="Georgia"/>
          <w:kern w:val="1"/>
        </w:rPr>
        <w:t>automne où ma compagnie</w:t>
      </w:r>
      <w:r w:rsidR="000E1451">
        <w:rPr>
          <w:rFonts w:cs="Georgia"/>
          <w:kern w:val="1"/>
        </w:rPr>
        <w:t xml:space="preserve">, </w:t>
      </w:r>
      <w:r>
        <w:rPr>
          <w:rFonts w:cs="Georgia"/>
          <w:kern w:val="1"/>
        </w:rPr>
        <w:t>cernée dans un ravin au nord de l</w:t>
      </w:r>
      <w:r w:rsidR="000E1451">
        <w:rPr>
          <w:rFonts w:cs="Georgia"/>
          <w:kern w:val="1"/>
        </w:rPr>
        <w:t>’</w:t>
      </w:r>
      <w:r>
        <w:rPr>
          <w:rFonts w:cs="Georgia"/>
          <w:kern w:val="1"/>
        </w:rPr>
        <w:t>Aisne</w:t>
      </w:r>
      <w:r w:rsidR="000E1451">
        <w:rPr>
          <w:rFonts w:cs="Georgia"/>
          <w:kern w:val="1"/>
        </w:rPr>
        <w:t xml:space="preserve">, </w:t>
      </w:r>
      <w:r>
        <w:rPr>
          <w:rFonts w:cs="Georgia"/>
          <w:kern w:val="1"/>
        </w:rPr>
        <w:t>a dû se rendre à peu près tout entière</w:t>
      </w:r>
      <w:r w:rsidR="000E1451">
        <w:rPr>
          <w:rFonts w:cs="Georgia"/>
          <w:kern w:val="1"/>
        </w:rPr>
        <w:t xml:space="preserve">, </w:t>
      </w:r>
      <w:r>
        <w:rPr>
          <w:rFonts w:cs="Georgia"/>
          <w:kern w:val="1"/>
        </w:rPr>
        <w:t>ce n</w:t>
      </w:r>
      <w:r w:rsidR="000E1451">
        <w:rPr>
          <w:rFonts w:cs="Georgia"/>
          <w:kern w:val="1"/>
        </w:rPr>
        <w:t>’</w:t>
      </w:r>
      <w:r>
        <w:rPr>
          <w:rFonts w:cs="Georgia"/>
          <w:kern w:val="1"/>
        </w:rPr>
        <w:t>est pas moi qui le premier ai fait le geste de reddition</w:t>
      </w:r>
      <w:r w:rsidR="000E1451">
        <w:rPr>
          <w:rFonts w:cs="Georgia"/>
          <w:kern w:val="1"/>
        </w:rPr>
        <w:t xml:space="preserve">. </w:t>
      </w:r>
      <w:r>
        <w:rPr>
          <w:rFonts w:cs="Georgia"/>
          <w:kern w:val="1"/>
        </w:rPr>
        <w:t>Je n</w:t>
      </w:r>
      <w:r w:rsidR="000E1451">
        <w:rPr>
          <w:rFonts w:cs="Georgia"/>
          <w:kern w:val="1"/>
        </w:rPr>
        <w:t>’</w:t>
      </w:r>
      <w:r>
        <w:rPr>
          <w:rFonts w:cs="Georgia"/>
          <w:kern w:val="1"/>
        </w:rPr>
        <w:t>y aurais pas pensé</w:t>
      </w:r>
      <w:r w:rsidR="000E1451">
        <w:rPr>
          <w:rFonts w:cs="Georgia"/>
          <w:kern w:val="1"/>
        </w:rPr>
        <w:t xml:space="preserve">. </w:t>
      </w:r>
      <w:r>
        <w:rPr>
          <w:rFonts w:cs="Georgia"/>
          <w:kern w:val="1"/>
        </w:rPr>
        <w:t>Je n</w:t>
      </w:r>
      <w:r w:rsidR="000E1451">
        <w:rPr>
          <w:rFonts w:cs="Georgia"/>
          <w:kern w:val="1"/>
        </w:rPr>
        <w:t>’</w:t>
      </w:r>
      <w:r>
        <w:rPr>
          <w:rFonts w:cs="Georgia"/>
          <w:kern w:val="1"/>
        </w:rPr>
        <w:t>aurais pas osé</w:t>
      </w:r>
      <w:r w:rsidR="000E1451">
        <w:rPr>
          <w:rFonts w:cs="Georgia"/>
          <w:kern w:val="1"/>
        </w:rPr>
        <w:t xml:space="preserve">. </w:t>
      </w:r>
      <w:r>
        <w:rPr>
          <w:rFonts w:cs="Georgia"/>
          <w:kern w:val="1"/>
        </w:rPr>
        <w:t>On ne peut pas désavouer des camarades qui se rendent</w:t>
      </w:r>
      <w:r w:rsidR="000E1451">
        <w:rPr>
          <w:rFonts w:cs="Georgia"/>
          <w:kern w:val="1"/>
        </w:rPr>
        <w:t xml:space="preserve">, </w:t>
      </w:r>
      <w:r>
        <w:rPr>
          <w:rFonts w:cs="Georgia"/>
          <w:kern w:val="1"/>
        </w:rPr>
        <w:t>pas plus qu</w:t>
      </w:r>
      <w:r w:rsidR="000E1451">
        <w:rPr>
          <w:rFonts w:cs="Georgia"/>
          <w:kern w:val="1"/>
        </w:rPr>
        <w:t>’</w:t>
      </w:r>
      <w:r>
        <w:rPr>
          <w:rFonts w:cs="Georgia"/>
          <w:kern w:val="1"/>
        </w:rPr>
        <w:t>on ne peut abandonner des camarades qui se font tuer</w:t>
      </w:r>
      <w:r w:rsidR="000E1451">
        <w:rPr>
          <w:rFonts w:cs="Georgia"/>
          <w:kern w:val="1"/>
        </w:rPr>
        <w:t xml:space="preserve">. </w:t>
      </w:r>
      <w:r>
        <w:rPr>
          <w:rFonts w:cs="Georgia"/>
          <w:kern w:val="1"/>
        </w:rPr>
        <w:t>Dans un cas</w:t>
      </w:r>
      <w:r w:rsidR="000E1451">
        <w:rPr>
          <w:rFonts w:cs="Georgia"/>
          <w:kern w:val="1"/>
        </w:rPr>
        <w:t xml:space="preserve">, </w:t>
      </w:r>
      <w:r>
        <w:rPr>
          <w:rFonts w:cs="Georgia"/>
          <w:kern w:val="1"/>
        </w:rPr>
        <w:t>on est un héros</w:t>
      </w:r>
      <w:r w:rsidR="000E1451">
        <w:rPr>
          <w:rFonts w:cs="Georgia"/>
          <w:kern w:val="1"/>
        </w:rPr>
        <w:t xml:space="preserve">. </w:t>
      </w:r>
      <w:r>
        <w:rPr>
          <w:rFonts w:cs="Georgia"/>
          <w:kern w:val="1"/>
        </w:rPr>
        <w:t>Dans l</w:t>
      </w:r>
      <w:r w:rsidR="000E1451">
        <w:rPr>
          <w:rFonts w:cs="Georgia"/>
          <w:kern w:val="1"/>
        </w:rPr>
        <w:t>’</w:t>
      </w:r>
      <w:r>
        <w:rPr>
          <w:rFonts w:cs="Georgia"/>
          <w:kern w:val="1"/>
        </w:rPr>
        <w:t>autre</w:t>
      </w:r>
      <w:r w:rsidR="000E1451">
        <w:rPr>
          <w:rFonts w:cs="Georgia"/>
          <w:kern w:val="1"/>
        </w:rPr>
        <w:t xml:space="preserve">, </w:t>
      </w:r>
      <w:r>
        <w:rPr>
          <w:rFonts w:cs="Georgia"/>
          <w:kern w:val="1"/>
        </w:rPr>
        <w:t>un prisonnier</w:t>
      </w:r>
      <w:r w:rsidR="000E1451">
        <w:rPr>
          <w:rFonts w:cs="Georgia"/>
          <w:kern w:val="1"/>
        </w:rPr>
        <w:t>.</w:t>
      </w:r>
    </w:p>
    <w:p w14:paraId="48111957" w14:textId="77777777" w:rsidR="000E1451" w:rsidRDefault="00BE611A" w:rsidP="00BE611A">
      <w:pPr>
        <w:rPr>
          <w:rFonts w:cs="Georgia"/>
          <w:bCs/>
          <w:kern w:val="1"/>
        </w:rPr>
      </w:pPr>
      <w:r>
        <w:rPr>
          <w:rFonts w:cs="Georgia"/>
          <w:bCs/>
          <w:kern w:val="1"/>
        </w:rPr>
        <w:t>Un prisonnier</w:t>
      </w:r>
      <w:r w:rsidR="000E1451">
        <w:rPr>
          <w:rFonts w:cs="Georgia"/>
          <w:bCs/>
          <w:kern w:val="1"/>
        </w:rPr>
        <w:t xml:space="preserve"> ! </w:t>
      </w:r>
      <w:r>
        <w:rPr>
          <w:rFonts w:cs="Georgia"/>
          <w:bCs/>
          <w:kern w:val="1"/>
        </w:rPr>
        <w:t>Qu</w:t>
      </w:r>
      <w:r w:rsidR="000E1451">
        <w:rPr>
          <w:rFonts w:cs="Georgia"/>
          <w:bCs/>
          <w:kern w:val="1"/>
        </w:rPr>
        <w:t>’</w:t>
      </w:r>
      <w:r>
        <w:rPr>
          <w:rFonts w:cs="Georgia"/>
          <w:bCs/>
          <w:kern w:val="1"/>
        </w:rPr>
        <w:t>il est difficile de parler de soi</w:t>
      </w:r>
      <w:r w:rsidR="000E1451">
        <w:rPr>
          <w:rFonts w:cs="Georgia"/>
          <w:bCs/>
          <w:kern w:val="1"/>
        </w:rPr>
        <w:t xml:space="preserve"> ! </w:t>
      </w:r>
      <w:r>
        <w:rPr>
          <w:rFonts w:cs="Georgia"/>
          <w:bCs/>
          <w:kern w:val="1"/>
        </w:rPr>
        <w:t>J</w:t>
      </w:r>
      <w:r w:rsidR="000E1451">
        <w:rPr>
          <w:rFonts w:cs="Georgia"/>
          <w:bCs/>
          <w:kern w:val="1"/>
        </w:rPr>
        <w:t>’</w:t>
      </w:r>
      <w:r>
        <w:rPr>
          <w:rFonts w:cs="Georgia"/>
          <w:bCs/>
          <w:kern w:val="1"/>
        </w:rPr>
        <w:t>en ressens déjà le tourment alors que je ne suis rien encore qu</w:t>
      </w:r>
      <w:r w:rsidR="000E1451">
        <w:rPr>
          <w:rFonts w:cs="Georgia"/>
          <w:bCs/>
          <w:kern w:val="1"/>
        </w:rPr>
        <w:t>’</w:t>
      </w:r>
      <w:r>
        <w:rPr>
          <w:rFonts w:cs="Georgia"/>
          <w:bCs/>
          <w:kern w:val="1"/>
        </w:rPr>
        <w:t>un captif parmi cent captifs que des dragons saxons forment en colonne</w:t>
      </w:r>
      <w:r w:rsidR="000E1451">
        <w:rPr>
          <w:rFonts w:cs="Georgia"/>
          <w:bCs/>
          <w:kern w:val="1"/>
        </w:rPr>
        <w:t xml:space="preserve">. </w:t>
      </w:r>
      <w:r>
        <w:rPr>
          <w:rFonts w:cs="Georgia"/>
          <w:bCs/>
          <w:kern w:val="1"/>
        </w:rPr>
        <w:t>Quelle sera la rudesse de ma tâche lorsque mon histoire s</w:t>
      </w:r>
      <w:r w:rsidR="000E1451">
        <w:rPr>
          <w:rFonts w:cs="Georgia"/>
          <w:bCs/>
          <w:kern w:val="1"/>
        </w:rPr>
        <w:t>’</w:t>
      </w:r>
      <w:r>
        <w:rPr>
          <w:rFonts w:cs="Georgia"/>
          <w:bCs/>
          <w:kern w:val="1"/>
        </w:rPr>
        <w:t>amenuisera</w:t>
      </w:r>
      <w:r w:rsidR="000E1451">
        <w:rPr>
          <w:rFonts w:cs="Georgia"/>
          <w:bCs/>
          <w:kern w:val="1"/>
        </w:rPr>
        <w:t xml:space="preserve">, </w:t>
      </w:r>
      <w:r>
        <w:rPr>
          <w:rFonts w:cs="Georgia"/>
          <w:bCs/>
          <w:kern w:val="1"/>
        </w:rPr>
        <w:t>lorsqu</w:t>
      </w:r>
      <w:r w:rsidR="000E1451">
        <w:rPr>
          <w:rFonts w:cs="Georgia"/>
          <w:bCs/>
          <w:kern w:val="1"/>
        </w:rPr>
        <w:t>’</w:t>
      </w:r>
      <w:r>
        <w:rPr>
          <w:rFonts w:cs="Georgia"/>
          <w:bCs/>
          <w:kern w:val="1"/>
        </w:rPr>
        <w:t>il ne s</w:t>
      </w:r>
      <w:r w:rsidR="000E1451">
        <w:rPr>
          <w:rFonts w:cs="Georgia"/>
          <w:bCs/>
          <w:kern w:val="1"/>
        </w:rPr>
        <w:t>’</w:t>
      </w:r>
      <w:r>
        <w:rPr>
          <w:rFonts w:cs="Georgia"/>
          <w:bCs/>
          <w:kern w:val="1"/>
        </w:rPr>
        <w:t>agira plus d</w:t>
      </w:r>
      <w:r w:rsidR="000E1451">
        <w:rPr>
          <w:rFonts w:cs="Georgia"/>
          <w:bCs/>
          <w:kern w:val="1"/>
        </w:rPr>
        <w:t>’</w:t>
      </w:r>
      <w:r>
        <w:rPr>
          <w:rFonts w:cs="Georgia"/>
          <w:bCs/>
          <w:kern w:val="1"/>
        </w:rPr>
        <w:t>un troupeau d</w:t>
      </w:r>
      <w:r w:rsidR="000E1451">
        <w:rPr>
          <w:rFonts w:cs="Georgia"/>
          <w:bCs/>
          <w:kern w:val="1"/>
        </w:rPr>
        <w:t>’</w:t>
      </w:r>
      <w:r>
        <w:rPr>
          <w:rFonts w:cs="Georgia"/>
          <w:bCs/>
          <w:kern w:val="1"/>
        </w:rPr>
        <w:t>hommes</w:t>
      </w:r>
      <w:r w:rsidR="000E1451">
        <w:rPr>
          <w:rFonts w:cs="Georgia"/>
          <w:bCs/>
          <w:kern w:val="1"/>
        </w:rPr>
        <w:t xml:space="preserve">, </w:t>
      </w:r>
      <w:r>
        <w:rPr>
          <w:rFonts w:cs="Georgia"/>
          <w:bCs/>
          <w:kern w:val="1"/>
        </w:rPr>
        <w:t>mais de moi seul</w:t>
      </w:r>
      <w:r w:rsidR="000E1451">
        <w:rPr>
          <w:rFonts w:cs="Georgia"/>
          <w:bCs/>
          <w:kern w:val="1"/>
        </w:rPr>
        <w:t xml:space="preserve"> ! </w:t>
      </w:r>
      <w:r>
        <w:rPr>
          <w:rFonts w:cs="Georgia"/>
          <w:bCs/>
          <w:kern w:val="1"/>
        </w:rPr>
        <w:t>Nous verrons bien</w:t>
      </w:r>
      <w:r w:rsidR="000E1451">
        <w:rPr>
          <w:rFonts w:cs="Georgia"/>
          <w:bCs/>
          <w:kern w:val="1"/>
        </w:rPr>
        <w:t xml:space="preserve">. </w:t>
      </w:r>
      <w:r>
        <w:rPr>
          <w:rFonts w:cs="Georgia"/>
          <w:bCs/>
          <w:kern w:val="1"/>
        </w:rPr>
        <w:t>Si j</w:t>
      </w:r>
      <w:r w:rsidR="000E1451">
        <w:rPr>
          <w:rFonts w:cs="Georgia"/>
          <w:bCs/>
          <w:kern w:val="1"/>
        </w:rPr>
        <w:t>’</w:t>
      </w:r>
      <w:r>
        <w:rPr>
          <w:rFonts w:cs="Georgia"/>
          <w:bCs/>
          <w:kern w:val="1"/>
        </w:rPr>
        <w:t>ai commencé d</w:t>
      </w:r>
      <w:r w:rsidR="000E1451">
        <w:rPr>
          <w:rFonts w:cs="Georgia"/>
          <w:bCs/>
          <w:kern w:val="1"/>
        </w:rPr>
        <w:t>’</w:t>
      </w:r>
      <w:r>
        <w:rPr>
          <w:rFonts w:cs="Georgia"/>
          <w:bCs/>
          <w:kern w:val="1"/>
        </w:rPr>
        <w:t>écrire</w:t>
      </w:r>
      <w:r w:rsidR="000E1451">
        <w:rPr>
          <w:rFonts w:cs="Georgia"/>
          <w:bCs/>
          <w:kern w:val="1"/>
        </w:rPr>
        <w:t xml:space="preserve">, </w:t>
      </w:r>
      <w:r>
        <w:rPr>
          <w:rFonts w:cs="Georgia"/>
          <w:bCs/>
          <w:kern w:val="1"/>
        </w:rPr>
        <w:t>c</w:t>
      </w:r>
      <w:r w:rsidR="000E1451">
        <w:rPr>
          <w:rFonts w:cs="Georgia"/>
          <w:bCs/>
          <w:kern w:val="1"/>
        </w:rPr>
        <w:t>’</w:t>
      </w:r>
      <w:r>
        <w:rPr>
          <w:rFonts w:cs="Georgia"/>
          <w:bCs/>
          <w:kern w:val="1"/>
        </w:rPr>
        <w:t>est</w:t>
      </w:r>
      <w:r w:rsidR="000E1451">
        <w:rPr>
          <w:rFonts w:cs="Georgia"/>
          <w:bCs/>
          <w:kern w:val="1"/>
        </w:rPr>
        <w:t xml:space="preserve">, </w:t>
      </w:r>
      <w:r>
        <w:rPr>
          <w:rFonts w:cs="Georgia"/>
          <w:bCs/>
          <w:kern w:val="1"/>
        </w:rPr>
        <w:t>tout de même</w:t>
      </w:r>
      <w:r w:rsidR="000E1451">
        <w:rPr>
          <w:rFonts w:cs="Georgia"/>
          <w:bCs/>
          <w:kern w:val="1"/>
        </w:rPr>
        <w:t xml:space="preserve">, </w:t>
      </w:r>
      <w:r>
        <w:rPr>
          <w:rFonts w:cs="Georgia"/>
          <w:bCs/>
          <w:kern w:val="1"/>
        </w:rPr>
        <w:t>que je me suis senti soulevé par je ne sais quelle force obscure</w:t>
      </w:r>
      <w:r w:rsidR="000E1451">
        <w:rPr>
          <w:rFonts w:cs="Georgia"/>
          <w:bCs/>
          <w:kern w:val="1"/>
        </w:rPr>
        <w:t xml:space="preserve">. </w:t>
      </w:r>
      <w:r>
        <w:rPr>
          <w:rFonts w:cs="Georgia"/>
          <w:bCs/>
          <w:kern w:val="1"/>
        </w:rPr>
        <w:t>Une force prématurée</w:t>
      </w:r>
      <w:r w:rsidR="000E1451">
        <w:rPr>
          <w:rFonts w:cs="Georgia"/>
          <w:bCs/>
          <w:kern w:val="1"/>
        </w:rPr>
        <w:t xml:space="preserve">, </w:t>
      </w:r>
      <w:r>
        <w:rPr>
          <w:rFonts w:cs="Georgia"/>
          <w:bCs/>
          <w:kern w:val="1"/>
        </w:rPr>
        <w:t>peut-être</w:t>
      </w:r>
      <w:r w:rsidR="000E1451">
        <w:rPr>
          <w:rFonts w:cs="Georgia"/>
          <w:bCs/>
          <w:kern w:val="1"/>
        </w:rPr>
        <w:t xml:space="preserve"> ?… </w:t>
      </w:r>
      <w:r>
        <w:rPr>
          <w:rFonts w:cs="Georgia"/>
          <w:bCs/>
          <w:kern w:val="1"/>
        </w:rPr>
        <w:t>Mais qu</w:t>
      </w:r>
      <w:r w:rsidR="000E1451">
        <w:rPr>
          <w:rFonts w:cs="Georgia"/>
          <w:bCs/>
          <w:kern w:val="1"/>
        </w:rPr>
        <w:t>’</w:t>
      </w:r>
      <w:r>
        <w:rPr>
          <w:rFonts w:cs="Georgia"/>
          <w:bCs/>
          <w:kern w:val="1"/>
        </w:rPr>
        <w:t>y puis-je</w:t>
      </w:r>
      <w:r w:rsidR="000E1451">
        <w:rPr>
          <w:rFonts w:cs="Georgia"/>
          <w:bCs/>
          <w:kern w:val="1"/>
        </w:rPr>
        <w:t xml:space="preserve"> ! </w:t>
      </w:r>
      <w:r>
        <w:rPr>
          <w:rFonts w:cs="Georgia"/>
          <w:bCs/>
          <w:kern w:val="1"/>
        </w:rPr>
        <w:t xml:space="preserve">Ici </w:t>
      </w:r>
      <w:r>
        <w:rPr>
          <w:rFonts w:cs="Georgia"/>
          <w:bCs/>
          <w:kern w:val="1"/>
        </w:rPr>
        <w:lastRenderedPageBreak/>
        <w:t>encore</w:t>
      </w:r>
      <w:r w:rsidR="000E1451">
        <w:rPr>
          <w:rFonts w:cs="Georgia"/>
          <w:bCs/>
          <w:kern w:val="1"/>
        </w:rPr>
        <w:t xml:space="preserve">, </w:t>
      </w:r>
      <w:r>
        <w:rPr>
          <w:rFonts w:cs="Georgia"/>
          <w:bCs/>
          <w:kern w:val="1"/>
        </w:rPr>
        <w:t>j</w:t>
      </w:r>
      <w:r w:rsidR="000E1451">
        <w:rPr>
          <w:rFonts w:cs="Georgia"/>
          <w:bCs/>
          <w:kern w:val="1"/>
        </w:rPr>
        <w:t>’</w:t>
      </w:r>
      <w:r>
        <w:rPr>
          <w:rFonts w:cs="Georgia"/>
          <w:bCs/>
          <w:kern w:val="1"/>
        </w:rPr>
        <w:t>obéis</w:t>
      </w:r>
      <w:r w:rsidR="000E1451">
        <w:rPr>
          <w:rFonts w:cs="Georgia"/>
          <w:bCs/>
          <w:kern w:val="1"/>
        </w:rPr>
        <w:t xml:space="preserve">. </w:t>
      </w:r>
      <w:r>
        <w:rPr>
          <w:rFonts w:cs="Georgia"/>
          <w:bCs/>
          <w:kern w:val="1"/>
        </w:rPr>
        <w:t>J</w:t>
      </w:r>
      <w:r w:rsidR="000E1451">
        <w:rPr>
          <w:rFonts w:cs="Georgia"/>
          <w:bCs/>
          <w:kern w:val="1"/>
        </w:rPr>
        <w:t>’</w:t>
      </w:r>
      <w:r>
        <w:rPr>
          <w:rFonts w:cs="Georgia"/>
          <w:bCs/>
          <w:kern w:val="1"/>
        </w:rPr>
        <w:t>écris comme jadis j</w:t>
      </w:r>
      <w:r w:rsidR="000E1451">
        <w:rPr>
          <w:rFonts w:cs="Georgia"/>
          <w:bCs/>
          <w:kern w:val="1"/>
        </w:rPr>
        <w:t>’</w:t>
      </w:r>
      <w:r>
        <w:rPr>
          <w:rFonts w:cs="Georgia"/>
          <w:bCs/>
          <w:kern w:val="1"/>
        </w:rPr>
        <w:t>ai marché</w:t>
      </w:r>
      <w:r w:rsidR="000E1451">
        <w:rPr>
          <w:rFonts w:cs="Georgia"/>
          <w:bCs/>
          <w:kern w:val="1"/>
        </w:rPr>
        <w:t xml:space="preserve"> ; </w:t>
      </w:r>
      <w:r>
        <w:rPr>
          <w:rFonts w:cs="Georgia"/>
          <w:bCs/>
          <w:kern w:val="1"/>
        </w:rPr>
        <w:t>comme jadis j</w:t>
      </w:r>
      <w:r w:rsidR="000E1451">
        <w:rPr>
          <w:rFonts w:cs="Georgia"/>
          <w:bCs/>
          <w:kern w:val="1"/>
        </w:rPr>
        <w:t>’</w:t>
      </w:r>
      <w:r>
        <w:rPr>
          <w:rFonts w:cs="Georgia"/>
          <w:bCs/>
          <w:kern w:val="1"/>
        </w:rPr>
        <w:t>ai tiré</w:t>
      </w:r>
      <w:r w:rsidR="000E1451">
        <w:rPr>
          <w:rFonts w:cs="Georgia"/>
          <w:bCs/>
          <w:kern w:val="1"/>
        </w:rPr>
        <w:t>.</w:t>
      </w:r>
    </w:p>
    <w:p w14:paraId="5305F2E6" w14:textId="77777777" w:rsidR="00BE611A" w:rsidRDefault="00BE611A" w:rsidP="00BE611A">
      <w:pPr>
        <w:rPr>
          <w:rFonts w:cs="Georgia"/>
          <w:kern w:val="1"/>
        </w:rPr>
      </w:pPr>
    </w:p>
    <w:p w14:paraId="264448A8" w14:textId="77777777" w:rsidR="000E1451" w:rsidRDefault="00BE611A" w:rsidP="00BE611A">
      <w:pPr>
        <w:rPr>
          <w:rFonts w:cs="Georgia"/>
          <w:bCs/>
          <w:kern w:val="1"/>
        </w:rPr>
      </w:pPr>
      <w:r>
        <w:rPr>
          <w:rFonts w:cs="Georgia"/>
          <w:bCs/>
          <w:kern w:val="1"/>
        </w:rPr>
        <w:t>Devant ma fenêtre s</w:t>
      </w:r>
      <w:r w:rsidR="000E1451">
        <w:rPr>
          <w:rFonts w:cs="Georgia"/>
          <w:bCs/>
          <w:kern w:val="1"/>
        </w:rPr>
        <w:t>’</w:t>
      </w:r>
      <w:r>
        <w:rPr>
          <w:rFonts w:cs="Georgia"/>
          <w:bCs/>
          <w:kern w:val="1"/>
        </w:rPr>
        <w:t>étend une sorte de village en miniature</w:t>
      </w:r>
      <w:r w:rsidR="000E1451">
        <w:rPr>
          <w:rFonts w:cs="Georgia"/>
          <w:bCs/>
          <w:kern w:val="1"/>
        </w:rPr>
        <w:t xml:space="preserve">, </w:t>
      </w:r>
      <w:r>
        <w:rPr>
          <w:rFonts w:cs="Georgia"/>
          <w:bCs/>
          <w:kern w:val="1"/>
        </w:rPr>
        <w:t>un village trop neuf</w:t>
      </w:r>
      <w:r w:rsidR="000E1451">
        <w:rPr>
          <w:rFonts w:cs="Georgia"/>
          <w:bCs/>
          <w:kern w:val="1"/>
        </w:rPr>
        <w:t xml:space="preserve">, </w:t>
      </w:r>
      <w:r>
        <w:rPr>
          <w:rFonts w:cs="Georgia"/>
          <w:bCs/>
          <w:kern w:val="1"/>
        </w:rPr>
        <w:t>avec des habitations trop pareilles</w:t>
      </w:r>
      <w:r w:rsidR="000E1451">
        <w:rPr>
          <w:rFonts w:cs="Georgia"/>
          <w:bCs/>
          <w:kern w:val="1"/>
        </w:rPr>
        <w:t xml:space="preserve">. </w:t>
      </w:r>
      <w:r>
        <w:rPr>
          <w:rFonts w:cs="Georgia"/>
          <w:bCs/>
          <w:kern w:val="1"/>
        </w:rPr>
        <w:t>Il va y avoir trois ans que les premières ont commencé à sortir de terre</w:t>
      </w:r>
      <w:r w:rsidR="000E1451">
        <w:rPr>
          <w:rFonts w:cs="Georgia"/>
          <w:bCs/>
          <w:kern w:val="1"/>
        </w:rPr>
        <w:t xml:space="preserve">, </w:t>
      </w:r>
      <w:r>
        <w:rPr>
          <w:rFonts w:cs="Georgia"/>
          <w:bCs/>
          <w:kern w:val="1"/>
        </w:rPr>
        <w:t>lorsque la compagnie qui m</w:t>
      </w:r>
      <w:r w:rsidR="000E1451">
        <w:rPr>
          <w:rFonts w:cs="Georgia"/>
          <w:bCs/>
          <w:kern w:val="1"/>
        </w:rPr>
        <w:t>’</w:t>
      </w:r>
      <w:r>
        <w:rPr>
          <w:rFonts w:cs="Georgia"/>
          <w:bCs/>
          <w:kern w:val="1"/>
        </w:rPr>
        <w:t>emploie comme ingénieur a décidé de procéder à l</w:t>
      </w:r>
      <w:r w:rsidR="000E1451">
        <w:rPr>
          <w:rFonts w:cs="Georgia"/>
          <w:bCs/>
          <w:kern w:val="1"/>
        </w:rPr>
        <w:t>’</w:t>
      </w:r>
      <w:r>
        <w:rPr>
          <w:rFonts w:cs="Georgia"/>
          <w:bCs/>
          <w:kern w:val="1"/>
        </w:rPr>
        <w:t>électrification des petits chemins de fer du littoral du Sud-Ouest</w:t>
      </w:r>
      <w:r w:rsidR="000E1451">
        <w:rPr>
          <w:rFonts w:cs="Georgia"/>
          <w:bCs/>
          <w:kern w:val="1"/>
        </w:rPr>
        <w:t xml:space="preserve">. </w:t>
      </w:r>
      <w:r>
        <w:rPr>
          <w:rFonts w:cs="Georgia"/>
          <w:bCs/>
          <w:kern w:val="1"/>
        </w:rPr>
        <w:t>Les architectes venus avec moi ont tracé un vaste quadrilatère au milieu de la forêt</w:t>
      </w:r>
      <w:r w:rsidR="000E1451">
        <w:rPr>
          <w:rFonts w:cs="Georgia"/>
          <w:bCs/>
          <w:kern w:val="1"/>
        </w:rPr>
        <w:t xml:space="preserve">, </w:t>
      </w:r>
      <w:r>
        <w:rPr>
          <w:rFonts w:cs="Georgia"/>
          <w:bCs/>
          <w:kern w:val="1"/>
        </w:rPr>
        <w:t>à mi-chemin de l</w:t>
      </w:r>
      <w:r w:rsidR="000E1451">
        <w:rPr>
          <w:rFonts w:cs="Georgia"/>
          <w:bCs/>
          <w:kern w:val="1"/>
        </w:rPr>
        <w:t>’</w:t>
      </w:r>
      <w:r>
        <w:rPr>
          <w:rFonts w:cs="Georgia"/>
          <w:bCs/>
          <w:kern w:val="1"/>
        </w:rPr>
        <w:t>étang et de la mer</w:t>
      </w:r>
      <w:r w:rsidR="000E1451">
        <w:rPr>
          <w:rFonts w:cs="Georgia"/>
          <w:bCs/>
          <w:kern w:val="1"/>
        </w:rPr>
        <w:t xml:space="preserve">. </w:t>
      </w:r>
      <w:r>
        <w:rPr>
          <w:rFonts w:cs="Georgia"/>
          <w:bCs/>
          <w:kern w:val="1"/>
        </w:rPr>
        <w:t>Le déboisement a suivi</w:t>
      </w:r>
      <w:r w:rsidR="000E1451">
        <w:rPr>
          <w:rFonts w:cs="Georgia"/>
          <w:bCs/>
          <w:kern w:val="1"/>
        </w:rPr>
        <w:t xml:space="preserve">, </w:t>
      </w:r>
      <w:r>
        <w:rPr>
          <w:rFonts w:cs="Georgia"/>
          <w:bCs/>
          <w:kern w:val="1"/>
        </w:rPr>
        <w:t>rapide</w:t>
      </w:r>
      <w:r w:rsidR="000E1451">
        <w:rPr>
          <w:rFonts w:cs="Georgia"/>
          <w:bCs/>
          <w:kern w:val="1"/>
        </w:rPr>
        <w:t xml:space="preserve">. </w:t>
      </w:r>
      <w:r>
        <w:rPr>
          <w:rFonts w:cs="Georgia"/>
          <w:bCs/>
          <w:kern w:val="1"/>
        </w:rPr>
        <w:t>Les arbres abattus ont servi à la construction des hangars</w:t>
      </w:r>
      <w:r w:rsidR="000E1451">
        <w:rPr>
          <w:rFonts w:cs="Georgia"/>
          <w:bCs/>
          <w:kern w:val="1"/>
        </w:rPr>
        <w:t xml:space="preserve">, </w:t>
      </w:r>
      <w:r>
        <w:rPr>
          <w:rFonts w:cs="Georgia"/>
          <w:bCs/>
          <w:kern w:val="1"/>
        </w:rPr>
        <w:t>des barrières qui séparent les bâtiments de l</w:t>
      </w:r>
      <w:r w:rsidR="000E1451">
        <w:rPr>
          <w:rFonts w:cs="Georgia"/>
          <w:bCs/>
          <w:kern w:val="1"/>
        </w:rPr>
        <w:t>’</w:t>
      </w:r>
      <w:r>
        <w:rPr>
          <w:rFonts w:cs="Georgia"/>
          <w:bCs/>
          <w:kern w:val="1"/>
        </w:rPr>
        <w:t>usine des demeures des ouvriers</w:t>
      </w:r>
      <w:r w:rsidR="000E1451">
        <w:rPr>
          <w:rFonts w:cs="Georgia"/>
          <w:bCs/>
          <w:kern w:val="1"/>
        </w:rPr>
        <w:t xml:space="preserve">. </w:t>
      </w:r>
      <w:r>
        <w:rPr>
          <w:rFonts w:cs="Georgia"/>
          <w:bCs/>
          <w:kern w:val="1"/>
        </w:rPr>
        <w:t>Ceux-ci sont arrivés</w:t>
      </w:r>
      <w:r w:rsidR="000E1451">
        <w:rPr>
          <w:rFonts w:cs="Georgia"/>
          <w:bCs/>
          <w:kern w:val="1"/>
        </w:rPr>
        <w:t xml:space="preserve">, </w:t>
      </w:r>
      <w:r>
        <w:rPr>
          <w:rFonts w:cs="Georgia"/>
          <w:bCs/>
          <w:kern w:val="1"/>
        </w:rPr>
        <w:t>d</w:t>
      </w:r>
      <w:r w:rsidR="000E1451">
        <w:rPr>
          <w:rFonts w:cs="Georgia"/>
          <w:bCs/>
          <w:kern w:val="1"/>
        </w:rPr>
        <w:t>’</w:t>
      </w:r>
      <w:r>
        <w:rPr>
          <w:rFonts w:cs="Georgia"/>
          <w:bCs/>
          <w:kern w:val="1"/>
        </w:rPr>
        <w:t>abord seuls</w:t>
      </w:r>
      <w:r w:rsidR="000E1451">
        <w:rPr>
          <w:rFonts w:cs="Georgia"/>
          <w:bCs/>
          <w:kern w:val="1"/>
        </w:rPr>
        <w:t xml:space="preserve">. </w:t>
      </w:r>
      <w:r>
        <w:rPr>
          <w:rFonts w:cs="Georgia"/>
          <w:bCs/>
          <w:kern w:val="1"/>
        </w:rPr>
        <w:t>Les femmes et les enfants sont venus ensuite</w:t>
      </w:r>
      <w:r w:rsidR="000E1451">
        <w:rPr>
          <w:rFonts w:cs="Georgia"/>
          <w:bCs/>
          <w:kern w:val="1"/>
        </w:rPr>
        <w:t xml:space="preserve">. </w:t>
      </w:r>
      <w:r>
        <w:rPr>
          <w:rFonts w:cs="Georgia"/>
          <w:bCs/>
          <w:kern w:val="1"/>
        </w:rPr>
        <w:t>Aucun d</w:t>
      </w:r>
      <w:r w:rsidR="000E1451">
        <w:rPr>
          <w:rFonts w:cs="Georgia"/>
          <w:bCs/>
          <w:kern w:val="1"/>
        </w:rPr>
        <w:t>’</w:t>
      </w:r>
      <w:r>
        <w:rPr>
          <w:rFonts w:cs="Georgia"/>
          <w:bCs/>
          <w:kern w:val="1"/>
        </w:rPr>
        <w:t>entre eux ne m</w:t>
      </w:r>
      <w:r w:rsidR="000E1451">
        <w:rPr>
          <w:rFonts w:cs="Georgia"/>
          <w:bCs/>
          <w:kern w:val="1"/>
        </w:rPr>
        <w:t>’</w:t>
      </w:r>
      <w:r>
        <w:rPr>
          <w:rFonts w:cs="Georgia"/>
          <w:bCs/>
          <w:kern w:val="1"/>
        </w:rPr>
        <w:t>a jamais vu m</w:t>
      </w:r>
      <w:r w:rsidR="000E1451">
        <w:rPr>
          <w:rFonts w:cs="Georgia"/>
          <w:bCs/>
          <w:kern w:val="1"/>
        </w:rPr>
        <w:t>’</w:t>
      </w:r>
      <w:r>
        <w:rPr>
          <w:rFonts w:cs="Georgia"/>
          <w:bCs/>
          <w:kern w:val="1"/>
        </w:rPr>
        <w:t>absenter plus d</w:t>
      </w:r>
      <w:r w:rsidR="000E1451">
        <w:rPr>
          <w:rFonts w:cs="Georgia"/>
          <w:bCs/>
          <w:kern w:val="1"/>
        </w:rPr>
        <w:t>’</w:t>
      </w:r>
      <w:r>
        <w:rPr>
          <w:rFonts w:cs="Georgia"/>
          <w:bCs/>
          <w:kern w:val="1"/>
        </w:rPr>
        <w:t>une journée</w:t>
      </w:r>
      <w:r w:rsidR="000E1451">
        <w:rPr>
          <w:rFonts w:cs="Georgia"/>
          <w:bCs/>
          <w:kern w:val="1"/>
        </w:rPr>
        <w:t xml:space="preserve">, </w:t>
      </w:r>
      <w:r>
        <w:rPr>
          <w:rFonts w:cs="Georgia"/>
          <w:bCs/>
          <w:kern w:val="1"/>
        </w:rPr>
        <w:t>lorsque pour des raisons de service je me suis trouvé dans l</w:t>
      </w:r>
      <w:r w:rsidR="000E1451">
        <w:rPr>
          <w:rFonts w:cs="Georgia"/>
          <w:bCs/>
          <w:kern w:val="1"/>
        </w:rPr>
        <w:t>’</w:t>
      </w:r>
      <w:r>
        <w:rPr>
          <w:rFonts w:cs="Georgia"/>
          <w:bCs/>
          <w:kern w:val="1"/>
        </w:rPr>
        <w:t>obligation d</w:t>
      </w:r>
      <w:r w:rsidR="000E1451">
        <w:rPr>
          <w:rFonts w:cs="Georgia"/>
          <w:bCs/>
          <w:kern w:val="1"/>
        </w:rPr>
        <w:t>’</w:t>
      </w:r>
      <w:r>
        <w:rPr>
          <w:rFonts w:cs="Georgia"/>
          <w:bCs/>
          <w:kern w:val="1"/>
        </w:rPr>
        <w:t>aller à Bordeaux</w:t>
      </w:r>
      <w:r w:rsidR="000E1451">
        <w:rPr>
          <w:rFonts w:cs="Georgia"/>
          <w:bCs/>
          <w:kern w:val="1"/>
        </w:rPr>
        <w:t xml:space="preserve">, </w:t>
      </w:r>
      <w:r>
        <w:rPr>
          <w:rFonts w:cs="Georgia"/>
          <w:bCs/>
          <w:kern w:val="1"/>
        </w:rPr>
        <w:t>au siège de la société</w:t>
      </w:r>
      <w:r w:rsidR="000E1451">
        <w:rPr>
          <w:rFonts w:cs="Georgia"/>
          <w:bCs/>
          <w:kern w:val="1"/>
        </w:rPr>
        <w:t xml:space="preserve">. </w:t>
      </w:r>
      <w:r>
        <w:rPr>
          <w:rFonts w:cs="Georgia"/>
          <w:bCs/>
          <w:kern w:val="1"/>
        </w:rPr>
        <w:t>C</w:t>
      </w:r>
      <w:r w:rsidR="000E1451">
        <w:rPr>
          <w:rFonts w:cs="Georgia"/>
          <w:bCs/>
          <w:kern w:val="1"/>
        </w:rPr>
        <w:t>’</w:t>
      </w:r>
      <w:r>
        <w:rPr>
          <w:rFonts w:cs="Georgia"/>
          <w:bCs/>
          <w:kern w:val="1"/>
        </w:rPr>
        <w:t>est là qu</w:t>
      </w:r>
      <w:r w:rsidR="000E1451">
        <w:rPr>
          <w:rFonts w:cs="Georgia"/>
          <w:bCs/>
          <w:kern w:val="1"/>
        </w:rPr>
        <w:t>’</w:t>
      </w:r>
      <w:r>
        <w:rPr>
          <w:rFonts w:cs="Georgia"/>
          <w:bCs/>
          <w:kern w:val="1"/>
        </w:rPr>
        <w:t>était mon poste</w:t>
      </w:r>
      <w:r w:rsidR="000E1451">
        <w:rPr>
          <w:rFonts w:cs="Georgia"/>
          <w:bCs/>
          <w:kern w:val="1"/>
        </w:rPr>
        <w:t xml:space="preserve">, </w:t>
      </w:r>
      <w:r>
        <w:rPr>
          <w:rFonts w:cs="Georgia"/>
          <w:bCs/>
          <w:kern w:val="1"/>
        </w:rPr>
        <w:t>en 1914</w:t>
      </w:r>
      <w:r w:rsidR="000E1451">
        <w:rPr>
          <w:rFonts w:cs="Georgia"/>
          <w:bCs/>
          <w:kern w:val="1"/>
        </w:rPr>
        <w:t xml:space="preserve">. </w:t>
      </w:r>
      <w:r>
        <w:rPr>
          <w:rFonts w:cs="Georgia"/>
          <w:bCs/>
          <w:kern w:val="1"/>
        </w:rPr>
        <w:t>Mais</w:t>
      </w:r>
      <w:r w:rsidR="000E1451">
        <w:rPr>
          <w:rFonts w:cs="Georgia"/>
          <w:bCs/>
          <w:kern w:val="1"/>
        </w:rPr>
        <w:t xml:space="preserve">, </w:t>
      </w:r>
      <w:r>
        <w:rPr>
          <w:rFonts w:cs="Georgia"/>
          <w:bCs/>
          <w:kern w:val="1"/>
        </w:rPr>
        <w:t>quand je suis rentré d</w:t>
      </w:r>
      <w:r w:rsidR="000E1451">
        <w:rPr>
          <w:rFonts w:cs="Georgia"/>
          <w:bCs/>
          <w:kern w:val="1"/>
        </w:rPr>
        <w:t>’</w:t>
      </w:r>
      <w:r>
        <w:rPr>
          <w:rFonts w:cs="Georgia"/>
          <w:bCs/>
          <w:kern w:val="1"/>
        </w:rPr>
        <w:t>Allemagne</w:t>
      </w:r>
      <w:r w:rsidR="000E1451">
        <w:rPr>
          <w:rFonts w:cs="Georgia"/>
          <w:bCs/>
          <w:kern w:val="1"/>
        </w:rPr>
        <w:t xml:space="preserve">, </w:t>
      </w:r>
      <w:r>
        <w:rPr>
          <w:rFonts w:cs="Georgia"/>
          <w:bCs/>
          <w:kern w:val="1"/>
        </w:rPr>
        <w:t>je l</w:t>
      </w:r>
      <w:r w:rsidR="000E1451">
        <w:rPr>
          <w:rFonts w:cs="Georgia"/>
          <w:bCs/>
          <w:kern w:val="1"/>
        </w:rPr>
        <w:t>’</w:t>
      </w:r>
      <w:r>
        <w:rPr>
          <w:rFonts w:cs="Georgia"/>
          <w:bCs/>
          <w:kern w:val="1"/>
        </w:rPr>
        <w:t>ai trouvé pris</w:t>
      </w:r>
      <w:r w:rsidR="000E1451">
        <w:rPr>
          <w:rFonts w:cs="Georgia"/>
          <w:bCs/>
          <w:kern w:val="1"/>
        </w:rPr>
        <w:t xml:space="preserve">. </w:t>
      </w:r>
      <w:r>
        <w:rPr>
          <w:rFonts w:cs="Georgia"/>
          <w:bCs/>
          <w:kern w:val="1"/>
        </w:rPr>
        <w:t>On m</w:t>
      </w:r>
      <w:r w:rsidR="000E1451">
        <w:rPr>
          <w:rFonts w:cs="Georgia"/>
          <w:bCs/>
          <w:kern w:val="1"/>
        </w:rPr>
        <w:t>’</w:t>
      </w:r>
      <w:r>
        <w:rPr>
          <w:rFonts w:cs="Georgia"/>
          <w:bCs/>
          <w:kern w:val="1"/>
        </w:rPr>
        <w:t>a envoyé ici</w:t>
      </w:r>
      <w:r w:rsidR="000E1451">
        <w:rPr>
          <w:rFonts w:cs="Georgia"/>
          <w:bCs/>
          <w:kern w:val="1"/>
        </w:rPr>
        <w:t xml:space="preserve">, </w:t>
      </w:r>
      <w:r>
        <w:rPr>
          <w:rFonts w:cs="Georgia"/>
          <w:bCs/>
          <w:kern w:val="1"/>
        </w:rPr>
        <w:t>en me faisant ressortir toute la bonté qu</w:t>
      </w:r>
      <w:r w:rsidR="000E1451">
        <w:rPr>
          <w:rFonts w:cs="Georgia"/>
          <w:bCs/>
          <w:kern w:val="1"/>
        </w:rPr>
        <w:t>’</w:t>
      </w:r>
      <w:r>
        <w:rPr>
          <w:rFonts w:cs="Georgia"/>
          <w:bCs/>
          <w:kern w:val="1"/>
        </w:rPr>
        <w:t>il y avait de la part de la compagnie à accepter de reprendre quelqu</w:t>
      </w:r>
      <w:r w:rsidR="000E1451">
        <w:rPr>
          <w:rFonts w:cs="Georgia"/>
          <w:bCs/>
          <w:kern w:val="1"/>
        </w:rPr>
        <w:t>’</w:t>
      </w:r>
      <w:r>
        <w:rPr>
          <w:rFonts w:cs="Georgia"/>
          <w:bCs/>
          <w:kern w:val="1"/>
        </w:rPr>
        <w:t>un dont la captivité n</w:t>
      </w:r>
      <w:r w:rsidR="000E1451">
        <w:rPr>
          <w:rFonts w:cs="Georgia"/>
          <w:bCs/>
          <w:kern w:val="1"/>
        </w:rPr>
        <w:t>’</w:t>
      </w:r>
      <w:r>
        <w:rPr>
          <w:rFonts w:cs="Georgia"/>
          <w:bCs/>
          <w:kern w:val="1"/>
        </w:rPr>
        <w:t>avait certes pas dû améliorer la valeur professionnelle</w:t>
      </w:r>
      <w:r w:rsidR="000E1451">
        <w:rPr>
          <w:rFonts w:cs="Georgia"/>
          <w:bCs/>
          <w:kern w:val="1"/>
        </w:rPr>
        <w:t xml:space="preserve">. </w:t>
      </w:r>
      <w:r>
        <w:rPr>
          <w:rFonts w:cs="Georgia"/>
          <w:bCs/>
          <w:kern w:val="1"/>
        </w:rPr>
        <w:t>Que répondre</w:t>
      </w:r>
      <w:r w:rsidR="000E1451">
        <w:rPr>
          <w:rFonts w:cs="Georgia"/>
          <w:bCs/>
          <w:kern w:val="1"/>
        </w:rPr>
        <w:t xml:space="preserve"> ? </w:t>
      </w:r>
      <w:r>
        <w:rPr>
          <w:rFonts w:cs="Georgia"/>
          <w:bCs/>
          <w:kern w:val="1"/>
        </w:rPr>
        <w:t>Tout m</w:t>
      </w:r>
      <w:r w:rsidR="000E1451">
        <w:rPr>
          <w:rFonts w:cs="Georgia"/>
          <w:bCs/>
          <w:kern w:val="1"/>
        </w:rPr>
        <w:t>’</w:t>
      </w:r>
      <w:r>
        <w:rPr>
          <w:rFonts w:cs="Georgia"/>
          <w:bCs/>
          <w:kern w:val="1"/>
        </w:rPr>
        <w:t>était égal</w:t>
      </w:r>
      <w:r w:rsidR="000E1451">
        <w:rPr>
          <w:rFonts w:cs="Georgia"/>
          <w:bCs/>
          <w:kern w:val="1"/>
        </w:rPr>
        <w:t xml:space="preserve">, </w:t>
      </w:r>
      <w:r>
        <w:rPr>
          <w:rFonts w:cs="Georgia"/>
          <w:bCs/>
          <w:kern w:val="1"/>
        </w:rPr>
        <w:t>hormis une chose</w:t>
      </w:r>
      <w:r w:rsidR="000E1451">
        <w:rPr>
          <w:rFonts w:cs="Georgia"/>
          <w:bCs/>
          <w:kern w:val="1"/>
        </w:rPr>
        <w:t xml:space="preserve">, </w:t>
      </w:r>
      <w:r>
        <w:rPr>
          <w:rFonts w:cs="Georgia"/>
          <w:bCs/>
          <w:kern w:val="1"/>
        </w:rPr>
        <w:t>qui n</w:t>
      </w:r>
      <w:r w:rsidR="000E1451">
        <w:rPr>
          <w:rFonts w:cs="Georgia"/>
          <w:bCs/>
          <w:kern w:val="1"/>
        </w:rPr>
        <w:t>’</w:t>
      </w:r>
      <w:r>
        <w:rPr>
          <w:rFonts w:cs="Georgia"/>
          <w:bCs/>
          <w:kern w:val="1"/>
        </w:rPr>
        <w:t>avait aucun rapport avec ce genre de préoccupations-là</w:t>
      </w:r>
      <w:r w:rsidR="000E1451">
        <w:rPr>
          <w:rFonts w:cs="Georgia"/>
          <w:bCs/>
          <w:kern w:val="1"/>
        </w:rPr>
        <w:t>.</w:t>
      </w:r>
    </w:p>
    <w:p w14:paraId="24A42C79" w14:textId="77777777" w:rsidR="000E1451" w:rsidRDefault="00BE611A" w:rsidP="00BE611A">
      <w:pPr>
        <w:rPr>
          <w:rFonts w:cs="Georgia"/>
          <w:bCs/>
          <w:kern w:val="1"/>
        </w:rPr>
      </w:pPr>
      <w:r>
        <w:rPr>
          <w:rFonts w:cs="Georgia"/>
          <w:bCs/>
          <w:kern w:val="1"/>
        </w:rPr>
        <w:t>J</w:t>
      </w:r>
      <w:r w:rsidR="000E1451">
        <w:rPr>
          <w:rFonts w:cs="Georgia"/>
          <w:bCs/>
          <w:kern w:val="1"/>
        </w:rPr>
        <w:t>’</w:t>
      </w:r>
      <w:r>
        <w:rPr>
          <w:rFonts w:cs="Georgia"/>
          <w:bCs/>
          <w:kern w:val="1"/>
        </w:rPr>
        <w:t>ai accepté</w:t>
      </w:r>
      <w:r w:rsidR="000E1451">
        <w:rPr>
          <w:rFonts w:cs="Georgia"/>
          <w:bCs/>
          <w:kern w:val="1"/>
        </w:rPr>
        <w:t xml:space="preserve">. </w:t>
      </w:r>
      <w:r>
        <w:rPr>
          <w:rFonts w:cs="Georgia"/>
          <w:bCs/>
          <w:kern w:val="1"/>
        </w:rPr>
        <w:t>Je suis venu</w:t>
      </w:r>
      <w:r w:rsidR="000E1451">
        <w:rPr>
          <w:rFonts w:cs="Georgia"/>
          <w:bCs/>
          <w:kern w:val="1"/>
        </w:rPr>
        <w:t xml:space="preserve">. </w:t>
      </w:r>
      <w:r>
        <w:rPr>
          <w:rFonts w:cs="Georgia"/>
          <w:bCs/>
          <w:kern w:val="1"/>
        </w:rPr>
        <w:t>Je suis resté</w:t>
      </w:r>
      <w:r w:rsidR="000E1451">
        <w:rPr>
          <w:rFonts w:cs="Georgia"/>
          <w:bCs/>
          <w:kern w:val="1"/>
        </w:rPr>
        <w:t xml:space="preserve">. </w:t>
      </w:r>
      <w:r>
        <w:rPr>
          <w:rFonts w:cs="Georgia"/>
          <w:bCs/>
          <w:kern w:val="1"/>
        </w:rPr>
        <w:t>Les eaux pâles de l</w:t>
      </w:r>
      <w:r w:rsidR="000E1451">
        <w:rPr>
          <w:rFonts w:cs="Georgia"/>
          <w:bCs/>
          <w:kern w:val="1"/>
        </w:rPr>
        <w:t>’</w:t>
      </w:r>
      <w:r>
        <w:rPr>
          <w:rFonts w:cs="Georgia"/>
          <w:bCs/>
          <w:kern w:val="1"/>
        </w:rPr>
        <w:t>étang luisent à droite</w:t>
      </w:r>
      <w:r w:rsidR="000E1451">
        <w:rPr>
          <w:rFonts w:cs="Georgia"/>
          <w:bCs/>
          <w:kern w:val="1"/>
        </w:rPr>
        <w:t xml:space="preserve">, </w:t>
      </w:r>
      <w:r>
        <w:rPr>
          <w:rFonts w:cs="Georgia"/>
          <w:bCs/>
          <w:kern w:val="1"/>
        </w:rPr>
        <w:t>entre les barreaux des grands pins</w:t>
      </w:r>
      <w:r w:rsidR="000E1451">
        <w:rPr>
          <w:rFonts w:cs="Georgia"/>
          <w:bCs/>
          <w:kern w:val="1"/>
        </w:rPr>
        <w:t xml:space="preserve">. </w:t>
      </w:r>
      <w:r>
        <w:rPr>
          <w:rFonts w:cs="Georgia"/>
          <w:bCs/>
          <w:kern w:val="1"/>
        </w:rPr>
        <w:t>À gauche</w:t>
      </w:r>
      <w:r w:rsidR="000E1451">
        <w:rPr>
          <w:rFonts w:cs="Georgia"/>
          <w:bCs/>
          <w:kern w:val="1"/>
        </w:rPr>
        <w:t xml:space="preserve">, </w:t>
      </w:r>
      <w:r>
        <w:rPr>
          <w:rFonts w:cs="Georgia"/>
          <w:bCs/>
          <w:kern w:val="1"/>
        </w:rPr>
        <w:t>derrière les dunes qui le cachent</w:t>
      </w:r>
      <w:r w:rsidR="000E1451">
        <w:rPr>
          <w:rFonts w:cs="Georgia"/>
          <w:bCs/>
          <w:kern w:val="1"/>
        </w:rPr>
        <w:t xml:space="preserve">, </w:t>
      </w:r>
      <w:r>
        <w:rPr>
          <w:rFonts w:cs="Georgia"/>
          <w:bCs/>
          <w:kern w:val="1"/>
        </w:rPr>
        <w:t>l</w:t>
      </w:r>
      <w:r w:rsidR="000E1451">
        <w:rPr>
          <w:rFonts w:cs="Georgia"/>
          <w:bCs/>
          <w:kern w:val="1"/>
        </w:rPr>
        <w:t>’</w:t>
      </w:r>
      <w:r>
        <w:rPr>
          <w:rFonts w:cs="Georgia"/>
          <w:bCs/>
          <w:kern w:val="1"/>
        </w:rPr>
        <w:t>Océan module sans fin sa plainte pleine d</w:t>
      </w:r>
      <w:r w:rsidR="000E1451">
        <w:rPr>
          <w:rFonts w:cs="Georgia"/>
          <w:bCs/>
          <w:kern w:val="1"/>
        </w:rPr>
        <w:t>’</w:t>
      </w:r>
      <w:r>
        <w:rPr>
          <w:rFonts w:cs="Georgia"/>
          <w:bCs/>
          <w:kern w:val="1"/>
        </w:rPr>
        <w:t>amertume</w:t>
      </w:r>
      <w:r w:rsidR="000E1451">
        <w:rPr>
          <w:rFonts w:cs="Georgia"/>
          <w:bCs/>
          <w:kern w:val="1"/>
        </w:rPr>
        <w:t xml:space="preserve">. </w:t>
      </w:r>
      <w:r>
        <w:rPr>
          <w:rFonts w:cs="Georgia"/>
          <w:bCs/>
          <w:kern w:val="1"/>
        </w:rPr>
        <w:t>La maisonnette où je vis seul est assez confortable</w:t>
      </w:r>
      <w:r w:rsidR="000E1451">
        <w:rPr>
          <w:rFonts w:cs="Georgia"/>
          <w:bCs/>
          <w:kern w:val="1"/>
        </w:rPr>
        <w:t xml:space="preserve">. </w:t>
      </w:r>
      <w:r>
        <w:rPr>
          <w:rFonts w:cs="Georgia"/>
          <w:bCs/>
          <w:kern w:val="1"/>
        </w:rPr>
        <w:t>J</w:t>
      </w:r>
      <w:r w:rsidR="000E1451">
        <w:rPr>
          <w:rFonts w:cs="Georgia"/>
          <w:bCs/>
          <w:kern w:val="1"/>
        </w:rPr>
        <w:t>’</w:t>
      </w:r>
      <w:r>
        <w:rPr>
          <w:rFonts w:cs="Georgia"/>
          <w:bCs/>
          <w:kern w:val="1"/>
        </w:rPr>
        <w:t xml:space="preserve">y suis </w:t>
      </w:r>
      <w:r>
        <w:rPr>
          <w:rFonts w:cs="Georgia"/>
          <w:bCs/>
          <w:kern w:val="1"/>
        </w:rPr>
        <w:lastRenderedPageBreak/>
        <w:t>servi par une vieille femme du bourg voisin</w:t>
      </w:r>
      <w:r w:rsidR="000E1451">
        <w:rPr>
          <w:rFonts w:cs="Georgia"/>
          <w:bCs/>
          <w:kern w:val="1"/>
        </w:rPr>
        <w:t xml:space="preserve">. </w:t>
      </w:r>
      <w:r>
        <w:rPr>
          <w:rFonts w:cs="Georgia"/>
          <w:bCs/>
          <w:kern w:val="1"/>
        </w:rPr>
        <w:t>La voie ferrée qui relie notre ligne aux lignes déjà électrifiées passe à dix pas de ma porte</w:t>
      </w:r>
      <w:r w:rsidR="000E1451">
        <w:rPr>
          <w:rFonts w:cs="Georgia"/>
          <w:bCs/>
          <w:kern w:val="1"/>
        </w:rPr>
        <w:t xml:space="preserve">. </w:t>
      </w:r>
      <w:r>
        <w:rPr>
          <w:rFonts w:cs="Georgia"/>
          <w:bCs/>
          <w:kern w:val="1"/>
        </w:rPr>
        <w:t>Les rails</w:t>
      </w:r>
      <w:r w:rsidR="000E1451">
        <w:rPr>
          <w:rFonts w:cs="Georgia"/>
          <w:bCs/>
          <w:kern w:val="1"/>
        </w:rPr>
        <w:t xml:space="preserve">, </w:t>
      </w:r>
      <w:r>
        <w:rPr>
          <w:rFonts w:cs="Georgia"/>
          <w:bCs/>
          <w:kern w:val="1"/>
        </w:rPr>
        <w:t>bleus sous la rosée du matin</w:t>
      </w:r>
      <w:r w:rsidR="000E1451">
        <w:rPr>
          <w:rFonts w:cs="Georgia"/>
          <w:bCs/>
          <w:kern w:val="1"/>
        </w:rPr>
        <w:t xml:space="preserve">, </w:t>
      </w:r>
      <w:r>
        <w:rPr>
          <w:rFonts w:cs="Georgia"/>
          <w:bCs/>
          <w:kern w:val="1"/>
        </w:rPr>
        <w:t>rouges quand le soleil couchant les ensanglante</w:t>
      </w:r>
      <w:r w:rsidR="000E1451">
        <w:rPr>
          <w:rFonts w:cs="Georgia"/>
          <w:bCs/>
          <w:kern w:val="1"/>
        </w:rPr>
        <w:t xml:space="preserve">, </w:t>
      </w:r>
      <w:r>
        <w:rPr>
          <w:rFonts w:cs="Georgia"/>
          <w:bCs/>
          <w:kern w:val="1"/>
        </w:rPr>
        <w:t>s</w:t>
      </w:r>
      <w:r w:rsidR="000E1451">
        <w:rPr>
          <w:rFonts w:cs="Georgia"/>
          <w:bCs/>
          <w:kern w:val="1"/>
        </w:rPr>
        <w:t>’</w:t>
      </w:r>
      <w:r>
        <w:rPr>
          <w:rFonts w:cs="Georgia"/>
          <w:bCs/>
          <w:kern w:val="1"/>
        </w:rPr>
        <w:t>enfoncent presque aussitôt dans la profondeur des bois</w:t>
      </w:r>
      <w:r w:rsidR="000E1451">
        <w:rPr>
          <w:rFonts w:cs="Georgia"/>
          <w:bCs/>
          <w:kern w:val="1"/>
        </w:rPr>
        <w:t xml:space="preserve">, </w:t>
      </w:r>
      <w:r>
        <w:rPr>
          <w:rFonts w:cs="Georgia"/>
          <w:bCs/>
          <w:kern w:val="1"/>
        </w:rPr>
        <w:t>avec leur escorte de pylônes chargés de câbles métalliques</w:t>
      </w:r>
      <w:r w:rsidR="000E1451">
        <w:rPr>
          <w:rFonts w:cs="Georgia"/>
          <w:bCs/>
          <w:kern w:val="1"/>
        </w:rPr>
        <w:t xml:space="preserve">. </w:t>
      </w:r>
      <w:r>
        <w:rPr>
          <w:rFonts w:cs="Georgia"/>
          <w:bCs/>
          <w:kern w:val="1"/>
        </w:rPr>
        <w:t>Ces rails</w:t>
      </w:r>
      <w:r w:rsidR="000E1451">
        <w:rPr>
          <w:rFonts w:cs="Georgia"/>
          <w:bCs/>
          <w:kern w:val="1"/>
        </w:rPr>
        <w:t xml:space="preserve">, </w:t>
      </w:r>
      <w:r>
        <w:rPr>
          <w:rFonts w:cs="Georgia"/>
          <w:bCs/>
          <w:kern w:val="1"/>
        </w:rPr>
        <w:t>je n</w:t>
      </w:r>
      <w:r w:rsidR="000E1451">
        <w:rPr>
          <w:rFonts w:cs="Georgia"/>
          <w:bCs/>
          <w:kern w:val="1"/>
        </w:rPr>
        <w:t>’</w:t>
      </w:r>
      <w:r>
        <w:rPr>
          <w:rFonts w:cs="Georgia"/>
          <w:bCs/>
          <w:kern w:val="1"/>
        </w:rPr>
        <w:t>aurais qu</w:t>
      </w:r>
      <w:r w:rsidR="000E1451">
        <w:rPr>
          <w:rFonts w:cs="Georgia"/>
          <w:bCs/>
          <w:kern w:val="1"/>
        </w:rPr>
        <w:t>’</w:t>
      </w:r>
      <w:r>
        <w:rPr>
          <w:rFonts w:cs="Georgia"/>
          <w:bCs/>
          <w:kern w:val="1"/>
        </w:rPr>
        <w:t>à les suivre</w:t>
      </w:r>
      <w:r w:rsidR="000E1451">
        <w:rPr>
          <w:rFonts w:cs="Georgia"/>
          <w:bCs/>
          <w:kern w:val="1"/>
        </w:rPr>
        <w:t xml:space="preserve">… </w:t>
      </w:r>
      <w:r>
        <w:rPr>
          <w:rFonts w:cs="Georgia"/>
          <w:bCs/>
          <w:kern w:val="1"/>
        </w:rPr>
        <w:t>Ils me ramèneraient bientôt au milieu d</w:t>
      </w:r>
      <w:r w:rsidR="000E1451">
        <w:rPr>
          <w:rFonts w:cs="Georgia"/>
          <w:bCs/>
          <w:kern w:val="1"/>
        </w:rPr>
        <w:t>’</w:t>
      </w:r>
      <w:r>
        <w:rPr>
          <w:rFonts w:cs="Georgia"/>
          <w:bCs/>
          <w:kern w:val="1"/>
        </w:rPr>
        <w:t>un paysage presque en tous points pareil à celui-ci</w:t>
      </w:r>
      <w:r w:rsidR="000E1451">
        <w:rPr>
          <w:rFonts w:cs="Georgia"/>
          <w:bCs/>
          <w:kern w:val="1"/>
        </w:rPr>
        <w:t xml:space="preserve">, </w:t>
      </w:r>
      <w:r>
        <w:rPr>
          <w:rFonts w:cs="Georgia"/>
          <w:bCs/>
          <w:kern w:val="1"/>
        </w:rPr>
        <w:t>un paysage sablonneux et morose</w:t>
      </w:r>
      <w:r w:rsidR="000E1451">
        <w:rPr>
          <w:rFonts w:cs="Georgia"/>
          <w:bCs/>
          <w:kern w:val="1"/>
        </w:rPr>
        <w:t xml:space="preserve">, </w:t>
      </w:r>
      <w:r>
        <w:rPr>
          <w:rFonts w:cs="Georgia"/>
          <w:bCs/>
          <w:kern w:val="1"/>
        </w:rPr>
        <w:t>avec les mêmes marécages</w:t>
      </w:r>
      <w:r w:rsidR="000E1451">
        <w:rPr>
          <w:rFonts w:cs="Georgia"/>
          <w:bCs/>
          <w:kern w:val="1"/>
        </w:rPr>
        <w:t xml:space="preserve">, </w:t>
      </w:r>
      <w:r>
        <w:rPr>
          <w:rFonts w:cs="Georgia"/>
          <w:bCs/>
          <w:kern w:val="1"/>
        </w:rPr>
        <w:t>les mêmes arbres noirs</w:t>
      </w:r>
      <w:r w:rsidR="000E1451">
        <w:rPr>
          <w:rFonts w:cs="Georgia"/>
          <w:bCs/>
          <w:kern w:val="1"/>
        </w:rPr>
        <w:t xml:space="preserve">, </w:t>
      </w:r>
      <w:r>
        <w:rPr>
          <w:rFonts w:cs="Georgia"/>
          <w:bCs/>
          <w:kern w:val="1"/>
        </w:rPr>
        <w:t>les mêmes oiseaux passant</w:t>
      </w:r>
      <w:r w:rsidR="000E1451">
        <w:rPr>
          <w:rFonts w:cs="Georgia"/>
          <w:bCs/>
          <w:kern w:val="1"/>
        </w:rPr>
        <w:t xml:space="preserve">, </w:t>
      </w:r>
      <w:r>
        <w:rPr>
          <w:rFonts w:cs="Georgia"/>
          <w:bCs/>
          <w:kern w:val="1"/>
        </w:rPr>
        <w:t>trop haut pour qu</w:t>
      </w:r>
      <w:r w:rsidR="000E1451">
        <w:rPr>
          <w:rFonts w:cs="Georgia"/>
          <w:bCs/>
          <w:kern w:val="1"/>
        </w:rPr>
        <w:t>’</w:t>
      </w:r>
      <w:r>
        <w:rPr>
          <w:rFonts w:cs="Georgia"/>
          <w:bCs/>
          <w:kern w:val="1"/>
        </w:rPr>
        <w:t>on les aperçoive</w:t>
      </w:r>
      <w:r w:rsidR="000E1451">
        <w:rPr>
          <w:rFonts w:cs="Georgia"/>
          <w:bCs/>
          <w:kern w:val="1"/>
        </w:rPr>
        <w:t xml:space="preserve">, </w:t>
      </w:r>
      <w:r>
        <w:rPr>
          <w:rFonts w:cs="Georgia"/>
          <w:bCs/>
          <w:kern w:val="1"/>
        </w:rPr>
        <w:t>dans les steppes uniformément grises du même ciel embrumé</w:t>
      </w:r>
      <w:r w:rsidR="000E1451">
        <w:rPr>
          <w:rFonts w:cs="Georgia"/>
          <w:bCs/>
          <w:kern w:val="1"/>
        </w:rPr>
        <w:t xml:space="preserve">… </w:t>
      </w:r>
      <w:r>
        <w:rPr>
          <w:rFonts w:cs="Georgia"/>
          <w:bCs/>
          <w:kern w:val="1"/>
        </w:rPr>
        <w:t>Comme si l</w:t>
      </w:r>
      <w:r w:rsidR="000E1451">
        <w:rPr>
          <w:rFonts w:cs="Georgia"/>
          <w:bCs/>
          <w:kern w:val="1"/>
        </w:rPr>
        <w:t>’</w:t>
      </w:r>
      <w:r>
        <w:rPr>
          <w:rFonts w:cs="Georgia"/>
          <w:bCs/>
          <w:kern w:val="1"/>
        </w:rPr>
        <w:t>empreinte laissée en moi par le passé n</w:t>
      </w:r>
      <w:r w:rsidR="000E1451">
        <w:rPr>
          <w:rFonts w:cs="Georgia"/>
          <w:bCs/>
          <w:kern w:val="1"/>
        </w:rPr>
        <w:t>’</w:t>
      </w:r>
      <w:r>
        <w:rPr>
          <w:rFonts w:cs="Georgia"/>
          <w:bCs/>
          <w:kern w:val="1"/>
        </w:rPr>
        <w:t>était pas assez vivace et avait besoin du secours de ces incessants rappels</w:t>
      </w:r>
      <w:r w:rsidR="000E1451">
        <w:rPr>
          <w:rFonts w:cs="Georgia"/>
          <w:bCs/>
          <w:kern w:val="1"/>
        </w:rPr>
        <w:t> !</w:t>
      </w:r>
    </w:p>
    <w:p w14:paraId="494AF6D2" w14:textId="77777777" w:rsidR="00BE611A" w:rsidRDefault="00BE611A" w:rsidP="00BE611A">
      <w:pPr>
        <w:rPr>
          <w:rFonts w:cs="Georgia"/>
          <w:kern w:val="1"/>
        </w:rPr>
      </w:pPr>
    </w:p>
    <w:p w14:paraId="5BEBC076" w14:textId="77777777" w:rsidR="000E1451" w:rsidRDefault="00BE611A" w:rsidP="00BE611A">
      <w:pPr>
        <w:rPr>
          <w:rFonts w:cs="Georgia"/>
          <w:bCs/>
          <w:kern w:val="1"/>
        </w:rPr>
      </w:pPr>
      <w:r>
        <w:rPr>
          <w:rFonts w:cs="Georgia"/>
          <w:bCs/>
          <w:kern w:val="1"/>
        </w:rPr>
        <w:t>Jadis</w:t>
      </w:r>
      <w:r w:rsidR="000E1451">
        <w:rPr>
          <w:rFonts w:cs="Georgia"/>
          <w:bCs/>
          <w:kern w:val="1"/>
        </w:rPr>
        <w:t xml:space="preserve">, </w:t>
      </w:r>
      <w:r>
        <w:rPr>
          <w:rFonts w:cs="Georgia"/>
          <w:bCs/>
          <w:kern w:val="1"/>
        </w:rPr>
        <w:t>quand là-bas je me promenais avec Axelle</w:t>
      </w:r>
      <w:r w:rsidR="000E1451">
        <w:rPr>
          <w:rFonts w:cs="Georgia"/>
          <w:bCs/>
          <w:kern w:val="1"/>
        </w:rPr>
        <w:t xml:space="preserve">, </w:t>
      </w:r>
      <w:r>
        <w:rPr>
          <w:rFonts w:cs="Georgia"/>
          <w:bCs/>
          <w:kern w:val="1"/>
        </w:rPr>
        <w:t>c</w:t>
      </w:r>
      <w:r w:rsidR="000E1451">
        <w:rPr>
          <w:rFonts w:cs="Georgia"/>
          <w:bCs/>
          <w:kern w:val="1"/>
        </w:rPr>
        <w:t>’</w:t>
      </w:r>
      <w:r>
        <w:rPr>
          <w:rFonts w:cs="Georgia"/>
          <w:bCs/>
          <w:kern w:val="1"/>
        </w:rPr>
        <w:t>était toujours du même côté que se dirigeaient nos pas</w:t>
      </w:r>
      <w:r w:rsidR="000E1451">
        <w:rPr>
          <w:rFonts w:cs="Georgia"/>
          <w:bCs/>
          <w:kern w:val="1"/>
        </w:rPr>
        <w:t xml:space="preserve">. </w:t>
      </w:r>
      <w:r>
        <w:rPr>
          <w:rFonts w:cs="Georgia"/>
          <w:bCs/>
          <w:kern w:val="1"/>
        </w:rPr>
        <w:t>Nous avions adopté l</w:t>
      </w:r>
      <w:r w:rsidR="000E1451">
        <w:rPr>
          <w:rFonts w:cs="Georgia"/>
          <w:bCs/>
          <w:kern w:val="1"/>
        </w:rPr>
        <w:t>’</w:t>
      </w:r>
      <w:r>
        <w:rPr>
          <w:rFonts w:cs="Georgia"/>
          <w:bCs/>
          <w:kern w:val="1"/>
        </w:rPr>
        <w:t>endroit le plus désert</w:t>
      </w:r>
      <w:r w:rsidR="000E1451">
        <w:rPr>
          <w:rFonts w:cs="Georgia"/>
          <w:bCs/>
          <w:kern w:val="1"/>
        </w:rPr>
        <w:t xml:space="preserve">, </w:t>
      </w:r>
      <w:r>
        <w:rPr>
          <w:rFonts w:cs="Georgia"/>
          <w:bCs/>
          <w:kern w:val="1"/>
        </w:rPr>
        <w:t>puisque nous n</w:t>
      </w:r>
      <w:r w:rsidR="000E1451">
        <w:rPr>
          <w:rFonts w:cs="Georgia"/>
          <w:bCs/>
          <w:kern w:val="1"/>
        </w:rPr>
        <w:t>’</w:t>
      </w:r>
      <w:r>
        <w:rPr>
          <w:rFonts w:cs="Georgia"/>
          <w:bCs/>
          <w:kern w:val="1"/>
        </w:rPr>
        <w:t>avions pas le droit d</w:t>
      </w:r>
      <w:r w:rsidR="000E1451">
        <w:rPr>
          <w:rFonts w:cs="Georgia"/>
          <w:bCs/>
          <w:kern w:val="1"/>
        </w:rPr>
        <w:t>’</w:t>
      </w:r>
      <w:r>
        <w:rPr>
          <w:rFonts w:cs="Georgia"/>
          <w:bCs/>
          <w:kern w:val="1"/>
        </w:rPr>
        <w:t>être vus ensemble</w:t>
      </w:r>
      <w:r w:rsidR="000E1451">
        <w:rPr>
          <w:rFonts w:cs="Georgia"/>
          <w:bCs/>
          <w:kern w:val="1"/>
        </w:rPr>
        <w:t xml:space="preserve">. </w:t>
      </w:r>
      <w:r>
        <w:rPr>
          <w:rFonts w:cs="Georgia"/>
          <w:bCs/>
          <w:kern w:val="1"/>
        </w:rPr>
        <w:t>Tel qu</w:t>
      </w:r>
      <w:r w:rsidR="000E1451">
        <w:rPr>
          <w:rFonts w:cs="Georgia"/>
          <w:bCs/>
          <w:kern w:val="1"/>
        </w:rPr>
        <w:t>’</w:t>
      </w:r>
      <w:r>
        <w:rPr>
          <w:rFonts w:cs="Georgia"/>
          <w:bCs/>
          <w:kern w:val="1"/>
        </w:rPr>
        <w:t>il était</w:t>
      </w:r>
      <w:r w:rsidR="000E1451">
        <w:rPr>
          <w:rFonts w:cs="Georgia"/>
          <w:bCs/>
          <w:kern w:val="1"/>
        </w:rPr>
        <w:t xml:space="preserve">, </w:t>
      </w:r>
      <w:r>
        <w:rPr>
          <w:rFonts w:cs="Georgia"/>
          <w:bCs/>
          <w:kern w:val="1"/>
        </w:rPr>
        <w:t>nous l</w:t>
      </w:r>
      <w:r w:rsidR="000E1451">
        <w:rPr>
          <w:rFonts w:cs="Georgia"/>
          <w:bCs/>
          <w:kern w:val="1"/>
        </w:rPr>
        <w:t>’</w:t>
      </w:r>
      <w:r>
        <w:rPr>
          <w:rFonts w:cs="Georgia"/>
          <w:bCs/>
          <w:kern w:val="1"/>
        </w:rPr>
        <w:t>aimions autant que si nous l</w:t>
      </w:r>
      <w:r w:rsidR="000E1451">
        <w:rPr>
          <w:rFonts w:cs="Georgia"/>
          <w:bCs/>
          <w:kern w:val="1"/>
        </w:rPr>
        <w:t>’</w:t>
      </w:r>
      <w:r>
        <w:rPr>
          <w:rFonts w:cs="Georgia"/>
          <w:bCs/>
          <w:kern w:val="1"/>
        </w:rPr>
        <w:t>avions librement choisi</w:t>
      </w:r>
      <w:r w:rsidR="000E1451">
        <w:rPr>
          <w:rFonts w:cs="Georgia"/>
          <w:bCs/>
          <w:kern w:val="1"/>
        </w:rPr>
        <w:t xml:space="preserve"> ; </w:t>
      </w:r>
      <w:r>
        <w:rPr>
          <w:rFonts w:cs="Georgia"/>
          <w:bCs/>
          <w:kern w:val="1"/>
        </w:rPr>
        <w:t>davantage</w:t>
      </w:r>
      <w:r w:rsidR="000E1451">
        <w:rPr>
          <w:rFonts w:cs="Georgia"/>
          <w:bCs/>
          <w:kern w:val="1"/>
        </w:rPr>
        <w:t xml:space="preserve">, </w:t>
      </w:r>
      <w:r>
        <w:rPr>
          <w:rFonts w:cs="Georgia"/>
          <w:bCs/>
          <w:kern w:val="1"/>
        </w:rPr>
        <w:t>peut-être</w:t>
      </w:r>
      <w:r w:rsidR="000E1451">
        <w:rPr>
          <w:rFonts w:cs="Georgia"/>
          <w:bCs/>
          <w:kern w:val="1"/>
        </w:rPr>
        <w:t xml:space="preserve">. </w:t>
      </w:r>
      <w:r>
        <w:rPr>
          <w:rFonts w:cs="Georgia"/>
          <w:bCs/>
          <w:kern w:val="1"/>
        </w:rPr>
        <w:t>Qu</w:t>
      </w:r>
      <w:r w:rsidR="000E1451">
        <w:rPr>
          <w:rFonts w:cs="Georgia"/>
          <w:bCs/>
          <w:kern w:val="1"/>
        </w:rPr>
        <w:t>’</w:t>
      </w:r>
      <w:r>
        <w:rPr>
          <w:rFonts w:cs="Georgia"/>
          <w:bCs/>
          <w:kern w:val="1"/>
        </w:rPr>
        <w:t>on imagine un étroit bosquet de viornes et de bouleaux malingres</w:t>
      </w:r>
      <w:r w:rsidR="000E1451">
        <w:rPr>
          <w:rFonts w:cs="Georgia"/>
          <w:bCs/>
          <w:kern w:val="1"/>
        </w:rPr>
        <w:t xml:space="preserve">. </w:t>
      </w:r>
      <w:r>
        <w:rPr>
          <w:rFonts w:cs="Georgia"/>
          <w:bCs/>
          <w:kern w:val="1"/>
        </w:rPr>
        <w:t>Le blanc frissonnement de leurs feuilles contrastait avec la sombre rigidité des sapinières d</w:t>
      </w:r>
      <w:r w:rsidR="000E1451">
        <w:rPr>
          <w:rFonts w:cs="Georgia"/>
          <w:bCs/>
          <w:kern w:val="1"/>
        </w:rPr>
        <w:t>’</w:t>
      </w:r>
      <w:r>
        <w:rPr>
          <w:rFonts w:cs="Georgia"/>
          <w:bCs/>
          <w:kern w:val="1"/>
        </w:rPr>
        <w:t>alentour</w:t>
      </w:r>
      <w:r w:rsidR="000E1451">
        <w:rPr>
          <w:rFonts w:cs="Georgia"/>
          <w:bCs/>
          <w:kern w:val="1"/>
        </w:rPr>
        <w:t xml:space="preserve">. </w:t>
      </w:r>
      <w:r>
        <w:rPr>
          <w:rFonts w:cs="Georgia"/>
          <w:bCs/>
          <w:kern w:val="1"/>
        </w:rPr>
        <w:t>Ce petit bois était habité par un râle noir</w:t>
      </w:r>
      <w:r w:rsidR="000E1451">
        <w:rPr>
          <w:rFonts w:cs="Georgia"/>
          <w:bCs/>
          <w:kern w:val="1"/>
        </w:rPr>
        <w:t xml:space="preserve">, </w:t>
      </w:r>
      <w:r>
        <w:rPr>
          <w:rFonts w:cs="Georgia"/>
          <w:bCs/>
          <w:kern w:val="1"/>
        </w:rPr>
        <w:t>qui</w:t>
      </w:r>
      <w:r w:rsidR="000E1451">
        <w:rPr>
          <w:rFonts w:cs="Georgia"/>
          <w:bCs/>
          <w:kern w:val="1"/>
        </w:rPr>
        <w:t xml:space="preserve">, </w:t>
      </w:r>
      <w:r>
        <w:rPr>
          <w:rFonts w:cs="Georgia"/>
          <w:bCs/>
          <w:kern w:val="1"/>
        </w:rPr>
        <w:t>à notre approche</w:t>
      </w:r>
      <w:r w:rsidR="000E1451">
        <w:rPr>
          <w:rFonts w:cs="Georgia"/>
          <w:bCs/>
          <w:kern w:val="1"/>
        </w:rPr>
        <w:t xml:space="preserve">, </w:t>
      </w:r>
      <w:r>
        <w:rPr>
          <w:rFonts w:cs="Georgia"/>
          <w:bCs/>
          <w:kern w:val="1"/>
        </w:rPr>
        <w:t>s</w:t>
      </w:r>
      <w:r w:rsidR="000E1451">
        <w:rPr>
          <w:rFonts w:cs="Georgia"/>
          <w:bCs/>
          <w:kern w:val="1"/>
        </w:rPr>
        <w:t>’</w:t>
      </w:r>
      <w:r>
        <w:rPr>
          <w:rFonts w:cs="Georgia"/>
          <w:bCs/>
          <w:kern w:val="1"/>
        </w:rPr>
        <w:t>envolait</w:t>
      </w:r>
      <w:r w:rsidR="000E1451">
        <w:rPr>
          <w:rFonts w:cs="Georgia"/>
          <w:bCs/>
          <w:kern w:val="1"/>
        </w:rPr>
        <w:t xml:space="preserve">. </w:t>
      </w:r>
      <w:r>
        <w:rPr>
          <w:rFonts w:cs="Georgia"/>
          <w:bCs/>
          <w:kern w:val="1"/>
        </w:rPr>
        <w:t>On y accédait par une chaussée de près d</w:t>
      </w:r>
      <w:r w:rsidR="000E1451">
        <w:rPr>
          <w:rFonts w:cs="Georgia"/>
          <w:bCs/>
          <w:kern w:val="1"/>
        </w:rPr>
        <w:t>’</w:t>
      </w:r>
      <w:r>
        <w:rPr>
          <w:rFonts w:cs="Georgia"/>
          <w:bCs/>
          <w:kern w:val="1"/>
        </w:rPr>
        <w:t>un kilomètre</w:t>
      </w:r>
      <w:r w:rsidR="000E1451">
        <w:rPr>
          <w:rFonts w:cs="Georgia"/>
          <w:bCs/>
          <w:kern w:val="1"/>
        </w:rPr>
        <w:t xml:space="preserve">, </w:t>
      </w:r>
      <w:r>
        <w:rPr>
          <w:rFonts w:cs="Georgia"/>
          <w:bCs/>
          <w:kern w:val="1"/>
        </w:rPr>
        <w:t>qui partait de la terrasse du château et zigzaguait</w:t>
      </w:r>
      <w:r w:rsidR="000E1451">
        <w:rPr>
          <w:rFonts w:cs="Georgia"/>
          <w:bCs/>
          <w:kern w:val="1"/>
        </w:rPr>
        <w:t xml:space="preserve">, </w:t>
      </w:r>
      <w:r>
        <w:rPr>
          <w:rFonts w:cs="Georgia"/>
          <w:bCs/>
          <w:kern w:val="1"/>
        </w:rPr>
        <w:t>à demi ruinée</w:t>
      </w:r>
      <w:r w:rsidR="000E1451">
        <w:rPr>
          <w:rFonts w:cs="Georgia"/>
          <w:bCs/>
          <w:kern w:val="1"/>
        </w:rPr>
        <w:t xml:space="preserve">, </w:t>
      </w:r>
      <w:r>
        <w:rPr>
          <w:rFonts w:cs="Georgia"/>
          <w:bCs/>
          <w:kern w:val="1"/>
        </w:rPr>
        <w:t>au milieu des marécages environnants</w:t>
      </w:r>
      <w:r w:rsidR="000E1451">
        <w:rPr>
          <w:rFonts w:cs="Georgia"/>
          <w:bCs/>
          <w:kern w:val="1"/>
        </w:rPr>
        <w:t xml:space="preserve">. </w:t>
      </w:r>
      <w:r>
        <w:rPr>
          <w:rFonts w:cs="Georgia"/>
          <w:bCs/>
          <w:kern w:val="1"/>
        </w:rPr>
        <w:t>Il nous fallait sauter sur les pierres éboulées</w:t>
      </w:r>
      <w:r w:rsidR="000E1451">
        <w:rPr>
          <w:rFonts w:cs="Georgia"/>
          <w:bCs/>
          <w:kern w:val="1"/>
        </w:rPr>
        <w:t xml:space="preserve">, </w:t>
      </w:r>
      <w:r>
        <w:rPr>
          <w:rFonts w:cs="Georgia"/>
          <w:bCs/>
          <w:kern w:val="1"/>
        </w:rPr>
        <w:t>tandis qu</w:t>
      </w:r>
      <w:r w:rsidR="000E1451">
        <w:rPr>
          <w:rFonts w:cs="Georgia"/>
          <w:bCs/>
          <w:kern w:val="1"/>
        </w:rPr>
        <w:t>’</w:t>
      </w:r>
      <w:r>
        <w:rPr>
          <w:rFonts w:cs="Georgia"/>
          <w:bCs/>
          <w:kern w:val="1"/>
        </w:rPr>
        <w:t>autour de nous plongeaient des grenouilles et s</w:t>
      </w:r>
      <w:r w:rsidR="000E1451">
        <w:rPr>
          <w:rFonts w:cs="Georgia"/>
          <w:bCs/>
          <w:kern w:val="1"/>
        </w:rPr>
        <w:t>’</w:t>
      </w:r>
      <w:r>
        <w:rPr>
          <w:rFonts w:cs="Georgia"/>
          <w:bCs/>
          <w:kern w:val="1"/>
        </w:rPr>
        <w:t>envolaient des libellules aux fragiles ailes de tulle clair</w:t>
      </w:r>
      <w:r w:rsidR="000E1451">
        <w:rPr>
          <w:rFonts w:cs="Georgia"/>
          <w:bCs/>
          <w:kern w:val="1"/>
        </w:rPr>
        <w:t xml:space="preserve">. </w:t>
      </w:r>
      <w:r>
        <w:rPr>
          <w:rFonts w:cs="Georgia"/>
          <w:bCs/>
          <w:kern w:val="1"/>
        </w:rPr>
        <w:t>Le bosquet vers lequel nous allions était juché sur un monticule élevé à peine de quelques pieds</w:t>
      </w:r>
      <w:r w:rsidR="000E1451">
        <w:rPr>
          <w:rFonts w:cs="Georgia"/>
          <w:bCs/>
          <w:kern w:val="1"/>
        </w:rPr>
        <w:t xml:space="preserve">, </w:t>
      </w:r>
      <w:r>
        <w:rPr>
          <w:rFonts w:cs="Georgia"/>
          <w:bCs/>
          <w:kern w:val="1"/>
        </w:rPr>
        <w:t>mais qui</w:t>
      </w:r>
      <w:r w:rsidR="000E1451">
        <w:rPr>
          <w:rFonts w:cs="Georgia"/>
          <w:bCs/>
          <w:kern w:val="1"/>
        </w:rPr>
        <w:t xml:space="preserve">, </w:t>
      </w:r>
      <w:r>
        <w:rPr>
          <w:rFonts w:cs="Georgia"/>
          <w:bCs/>
          <w:kern w:val="1"/>
        </w:rPr>
        <w:t xml:space="preserve">dans </w:t>
      </w:r>
      <w:r>
        <w:rPr>
          <w:rFonts w:cs="Georgia"/>
          <w:bCs/>
          <w:kern w:val="1"/>
        </w:rPr>
        <w:lastRenderedPageBreak/>
        <w:t>cette plate immensité</w:t>
      </w:r>
      <w:r w:rsidR="000E1451">
        <w:rPr>
          <w:rFonts w:cs="Georgia"/>
          <w:bCs/>
          <w:kern w:val="1"/>
        </w:rPr>
        <w:t xml:space="preserve">, </w:t>
      </w:r>
      <w:r>
        <w:rPr>
          <w:rFonts w:cs="Georgia"/>
          <w:bCs/>
          <w:kern w:val="1"/>
        </w:rPr>
        <w:t>faisait figure de colline</w:t>
      </w:r>
      <w:r w:rsidR="000E1451">
        <w:rPr>
          <w:rFonts w:cs="Georgia"/>
          <w:bCs/>
          <w:kern w:val="1"/>
        </w:rPr>
        <w:t xml:space="preserve">. </w:t>
      </w:r>
      <w:r>
        <w:rPr>
          <w:rFonts w:cs="Georgia"/>
          <w:bCs/>
          <w:kern w:val="1"/>
        </w:rPr>
        <w:t>Ayant atteint notre observatoire</w:t>
      </w:r>
      <w:r w:rsidR="000E1451">
        <w:rPr>
          <w:rFonts w:cs="Georgia"/>
          <w:bCs/>
          <w:kern w:val="1"/>
        </w:rPr>
        <w:t xml:space="preserve">, </w:t>
      </w:r>
      <w:r>
        <w:rPr>
          <w:rFonts w:cs="Georgia"/>
          <w:bCs/>
          <w:kern w:val="1"/>
        </w:rPr>
        <w:t>nous devenions le centre de ce désert de sable et d</w:t>
      </w:r>
      <w:r w:rsidR="000E1451">
        <w:rPr>
          <w:rFonts w:cs="Georgia"/>
          <w:bCs/>
          <w:kern w:val="1"/>
        </w:rPr>
        <w:t>’</w:t>
      </w:r>
      <w:r>
        <w:rPr>
          <w:rFonts w:cs="Georgia"/>
          <w:bCs/>
          <w:kern w:val="1"/>
        </w:rPr>
        <w:t>eau</w:t>
      </w:r>
      <w:r w:rsidR="000E1451">
        <w:rPr>
          <w:rFonts w:cs="Georgia"/>
          <w:bCs/>
          <w:kern w:val="1"/>
        </w:rPr>
        <w:t xml:space="preserve">. </w:t>
      </w:r>
      <w:r>
        <w:rPr>
          <w:rFonts w:cs="Georgia"/>
          <w:bCs/>
          <w:kern w:val="1"/>
        </w:rPr>
        <w:t>Derrière nous</w:t>
      </w:r>
      <w:r w:rsidR="000E1451">
        <w:rPr>
          <w:rFonts w:cs="Georgia"/>
          <w:bCs/>
          <w:kern w:val="1"/>
        </w:rPr>
        <w:t xml:space="preserve">, </w:t>
      </w:r>
      <w:r>
        <w:rPr>
          <w:rFonts w:cs="Georgia"/>
          <w:bCs/>
          <w:kern w:val="1"/>
        </w:rPr>
        <w:t>le cercle des dunes se hérissait d</w:t>
      </w:r>
      <w:r w:rsidR="000E1451">
        <w:rPr>
          <w:rFonts w:cs="Georgia"/>
          <w:bCs/>
          <w:kern w:val="1"/>
        </w:rPr>
        <w:t>’</w:t>
      </w:r>
      <w:r>
        <w:rPr>
          <w:rFonts w:cs="Georgia"/>
          <w:bCs/>
          <w:kern w:val="1"/>
        </w:rPr>
        <w:t>une ceinture de sapins obscurs</w:t>
      </w:r>
      <w:r w:rsidR="000E1451">
        <w:rPr>
          <w:rFonts w:cs="Georgia"/>
          <w:bCs/>
          <w:kern w:val="1"/>
        </w:rPr>
        <w:t xml:space="preserve">. </w:t>
      </w:r>
      <w:r>
        <w:rPr>
          <w:rFonts w:cs="Georgia"/>
          <w:bCs/>
          <w:kern w:val="1"/>
        </w:rPr>
        <w:t>Vers le Sud-Ouest</w:t>
      </w:r>
      <w:r w:rsidR="000E1451">
        <w:rPr>
          <w:rFonts w:cs="Georgia"/>
          <w:bCs/>
          <w:kern w:val="1"/>
        </w:rPr>
        <w:t xml:space="preserve">, </w:t>
      </w:r>
      <w:r>
        <w:rPr>
          <w:rFonts w:cs="Georgia"/>
          <w:bCs/>
          <w:kern w:val="1"/>
        </w:rPr>
        <w:t>à l</w:t>
      </w:r>
      <w:r w:rsidR="000E1451">
        <w:rPr>
          <w:rFonts w:cs="Georgia"/>
          <w:bCs/>
          <w:kern w:val="1"/>
        </w:rPr>
        <w:t>’</w:t>
      </w:r>
      <w:r>
        <w:rPr>
          <w:rFonts w:cs="Georgia"/>
          <w:bCs/>
          <w:kern w:val="1"/>
        </w:rPr>
        <w:t>endroit d</w:t>
      </w:r>
      <w:r w:rsidR="000E1451">
        <w:rPr>
          <w:rFonts w:cs="Georgia"/>
          <w:bCs/>
          <w:kern w:val="1"/>
        </w:rPr>
        <w:t>’</w:t>
      </w:r>
      <w:r>
        <w:rPr>
          <w:rFonts w:cs="Georgia"/>
          <w:bCs/>
          <w:kern w:val="1"/>
        </w:rPr>
        <w:t>où nous venions</w:t>
      </w:r>
      <w:r w:rsidR="000E1451">
        <w:rPr>
          <w:rFonts w:cs="Georgia"/>
          <w:bCs/>
          <w:kern w:val="1"/>
        </w:rPr>
        <w:t xml:space="preserve">, </w:t>
      </w:r>
      <w:r>
        <w:rPr>
          <w:rFonts w:cs="Georgia"/>
          <w:bCs/>
          <w:kern w:val="1"/>
        </w:rPr>
        <w:t>un bouquet de hêtres rougeâtres indiquait la présence du château</w:t>
      </w:r>
      <w:r w:rsidR="000E1451">
        <w:rPr>
          <w:rFonts w:cs="Georgia"/>
          <w:bCs/>
          <w:kern w:val="1"/>
        </w:rPr>
        <w:t xml:space="preserve">, </w:t>
      </w:r>
      <w:r>
        <w:rPr>
          <w:rFonts w:cs="Georgia"/>
          <w:bCs/>
          <w:kern w:val="1"/>
        </w:rPr>
        <w:t>dont seul émergeait le faîte de la plus vieille tour</w:t>
      </w:r>
      <w:r w:rsidR="000E1451">
        <w:rPr>
          <w:rFonts w:cs="Georgia"/>
          <w:bCs/>
          <w:kern w:val="1"/>
        </w:rPr>
        <w:t xml:space="preserve">, </w:t>
      </w:r>
      <w:r>
        <w:rPr>
          <w:rFonts w:cs="Georgia"/>
          <w:bCs/>
          <w:kern w:val="1"/>
        </w:rPr>
        <w:t>réparée de briques de couleur trop crue</w:t>
      </w:r>
      <w:r w:rsidR="000E1451">
        <w:rPr>
          <w:rFonts w:cs="Georgia"/>
          <w:bCs/>
          <w:kern w:val="1"/>
        </w:rPr>
        <w:t xml:space="preserve">. </w:t>
      </w:r>
      <w:r>
        <w:rPr>
          <w:rFonts w:cs="Georgia"/>
          <w:bCs/>
          <w:kern w:val="1"/>
        </w:rPr>
        <w:t>Là-bas</w:t>
      </w:r>
      <w:r w:rsidR="000E1451">
        <w:rPr>
          <w:rFonts w:cs="Georgia"/>
          <w:bCs/>
          <w:kern w:val="1"/>
        </w:rPr>
        <w:t xml:space="preserve">, </w:t>
      </w:r>
      <w:r>
        <w:rPr>
          <w:rFonts w:cs="Georgia"/>
          <w:bCs/>
          <w:kern w:val="1"/>
        </w:rPr>
        <w:t>vers l</w:t>
      </w:r>
      <w:r w:rsidR="000E1451">
        <w:rPr>
          <w:rFonts w:cs="Georgia"/>
          <w:bCs/>
          <w:kern w:val="1"/>
        </w:rPr>
        <w:t>’</w:t>
      </w:r>
      <w:r>
        <w:rPr>
          <w:rFonts w:cs="Georgia"/>
          <w:bCs/>
          <w:kern w:val="1"/>
        </w:rPr>
        <w:t>Ouest</w:t>
      </w:r>
      <w:r w:rsidR="000E1451">
        <w:rPr>
          <w:rFonts w:cs="Georgia"/>
          <w:bCs/>
          <w:kern w:val="1"/>
        </w:rPr>
        <w:t xml:space="preserve">, </w:t>
      </w:r>
      <w:r>
        <w:rPr>
          <w:rFonts w:cs="Georgia"/>
          <w:bCs/>
          <w:kern w:val="1"/>
        </w:rPr>
        <w:t>très loin</w:t>
      </w:r>
      <w:r w:rsidR="000E1451">
        <w:rPr>
          <w:rFonts w:cs="Georgia"/>
          <w:bCs/>
          <w:kern w:val="1"/>
        </w:rPr>
        <w:t xml:space="preserve">, </w:t>
      </w:r>
      <w:r>
        <w:rPr>
          <w:rFonts w:cs="Georgia"/>
          <w:bCs/>
          <w:kern w:val="1"/>
        </w:rPr>
        <w:t>dans une échancrure sablonneuse</w:t>
      </w:r>
      <w:r w:rsidR="000E1451">
        <w:rPr>
          <w:rFonts w:cs="Georgia"/>
          <w:bCs/>
          <w:kern w:val="1"/>
        </w:rPr>
        <w:t xml:space="preserve">, </w:t>
      </w:r>
      <w:r>
        <w:rPr>
          <w:rFonts w:cs="Georgia"/>
          <w:bCs/>
          <w:kern w:val="1"/>
        </w:rPr>
        <w:t>tout au bord de la mer</w:t>
      </w:r>
      <w:r w:rsidR="000E1451">
        <w:rPr>
          <w:rFonts w:cs="Georgia"/>
          <w:bCs/>
          <w:kern w:val="1"/>
        </w:rPr>
        <w:t xml:space="preserve">, </w:t>
      </w:r>
      <w:r>
        <w:rPr>
          <w:rFonts w:cs="Georgia"/>
          <w:bCs/>
          <w:kern w:val="1"/>
        </w:rPr>
        <w:t>s</w:t>
      </w:r>
      <w:r w:rsidR="000E1451">
        <w:rPr>
          <w:rFonts w:cs="Georgia"/>
          <w:bCs/>
          <w:kern w:val="1"/>
        </w:rPr>
        <w:t>’</w:t>
      </w:r>
      <w:r>
        <w:rPr>
          <w:rFonts w:cs="Georgia"/>
          <w:bCs/>
          <w:kern w:val="1"/>
        </w:rPr>
        <w:t>alignaient plusieurs rangées de baraques</w:t>
      </w:r>
      <w:r w:rsidR="000E1451">
        <w:rPr>
          <w:rFonts w:cs="Georgia"/>
          <w:bCs/>
          <w:kern w:val="1"/>
        </w:rPr>
        <w:t xml:space="preserve"> : </w:t>
      </w:r>
      <w:r>
        <w:rPr>
          <w:rFonts w:cs="Georgia"/>
          <w:bCs/>
          <w:kern w:val="1"/>
        </w:rPr>
        <w:t>le camp des prisonniers</w:t>
      </w:r>
      <w:r w:rsidR="000E1451">
        <w:rPr>
          <w:rFonts w:cs="Georgia"/>
          <w:bCs/>
          <w:kern w:val="1"/>
        </w:rPr>
        <w:t>.</w:t>
      </w:r>
    </w:p>
    <w:p w14:paraId="7E435777" w14:textId="77777777" w:rsidR="000E1451" w:rsidRDefault="00BE611A" w:rsidP="00BE611A">
      <w:pPr>
        <w:rPr>
          <w:rFonts w:cs="Georgia"/>
          <w:bCs/>
          <w:kern w:val="1"/>
        </w:rPr>
      </w:pPr>
      <w:r>
        <w:rPr>
          <w:rFonts w:cs="Georgia"/>
          <w:bCs/>
          <w:kern w:val="1"/>
        </w:rPr>
        <w:t>En face de nous c</w:t>
      </w:r>
      <w:r w:rsidR="000E1451">
        <w:rPr>
          <w:rFonts w:cs="Georgia"/>
          <w:bCs/>
          <w:kern w:val="1"/>
        </w:rPr>
        <w:t>’</w:t>
      </w:r>
      <w:r>
        <w:rPr>
          <w:rFonts w:cs="Georgia"/>
          <w:bCs/>
          <w:kern w:val="1"/>
        </w:rPr>
        <w:t>était la mer</w:t>
      </w:r>
      <w:r w:rsidR="000E1451">
        <w:rPr>
          <w:rFonts w:cs="Georgia"/>
          <w:bCs/>
          <w:kern w:val="1"/>
        </w:rPr>
        <w:t xml:space="preserve">, </w:t>
      </w:r>
      <w:r>
        <w:rPr>
          <w:rFonts w:cs="Georgia"/>
          <w:bCs/>
          <w:kern w:val="1"/>
        </w:rPr>
        <w:t>la triste mer septentrionale</w:t>
      </w:r>
      <w:r w:rsidR="000E1451">
        <w:rPr>
          <w:rFonts w:cs="Georgia"/>
          <w:bCs/>
          <w:kern w:val="1"/>
        </w:rPr>
        <w:t xml:space="preserve">, </w:t>
      </w:r>
      <w:r>
        <w:rPr>
          <w:rFonts w:cs="Georgia"/>
          <w:bCs/>
          <w:kern w:val="1"/>
        </w:rPr>
        <w:t>grise quand le temps était beau</w:t>
      </w:r>
      <w:r w:rsidR="000E1451">
        <w:rPr>
          <w:rFonts w:cs="Georgia"/>
          <w:bCs/>
          <w:kern w:val="1"/>
        </w:rPr>
        <w:t xml:space="preserve">, </w:t>
      </w:r>
      <w:r>
        <w:rPr>
          <w:rFonts w:cs="Georgia"/>
          <w:bCs/>
          <w:kern w:val="1"/>
        </w:rPr>
        <w:t>et qui</w:t>
      </w:r>
      <w:r w:rsidR="000E1451">
        <w:rPr>
          <w:rFonts w:cs="Georgia"/>
          <w:bCs/>
          <w:kern w:val="1"/>
        </w:rPr>
        <w:t xml:space="preserve">, </w:t>
      </w:r>
      <w:r>
        <w:rPr>
          <w:rFonts w:cs="Georgia"/>
          <w:bCs/>
          <w:kern w:val="1"/>
        </w:rPr>
        <w:t>les jours d</w:t>
      </w:r>
      <w:r w:rsidR="000E1451">
        <w:rPr>
          <w:rFonts w:cs="Georgia"/>
          <w:bCs/>
          <w:kern w:val="1"/>
        </w:rPr>
        <w:t>’</w:t>
      </w:r>
      <w:r>
        <w:rPr>
          <w:rFonts w:cs="Georgia"/>
          <w:bCs/>
          <w:kern w:val="1"/>
        </w:rPr>
        <w:t>orage</w:t>
      </w:r>
      <w:r w:rsidR="000E1451">
        <w:rPr>
          <w:rFonts w:cs="Georgia"/>
          <w:bCs/>
          <w:kern w:val="1"/>
        </w:rPr>
        <w:t xml:space="preserve">, </w:t>
      </w:r>
      <w:r>
        <w:rPr>
          <w:rFonts w:cs="Georgia"/>
          <w:bCs/>
          <w:kern w:val="1"/>
        </w:rPr>
        <w:t>devenait brune et se tavelait de vagues blanches</w:t>
      </w:r>
      <w:r w:rsidR="000E1451">
        <w:rPr>
          <w:rFonts w:cs="Georgia"/>
          <w:bCs/>
          <w:kern w:val="1"/>
        </w:rPr>
        <w:t xml:space="preserve">. </w:t>
      </w:r>
      <w:r>
        <w:rPr>
          <w:rFonts w:cs="Georgia"/>
          <w:bCs/>
          <w:kern w:val="1"/>
        </w:rPr>
        <w:t>Elle traçait à l</w:t>
      </w:r>
      <w:r w:rsidR="000E1451">
        <w:rPr>
          <w:rFonts w:cs="Georgia"/>
          <w:bCs/>
          <w:kern w:val="1"/>
        </w:rPr>
        <w:t>’</w:t>
      </w:r>
      <w:r>
        <w:rPr>
          <w:rFonts w:cs="Georgia"/>
          <w:bCs/>
          <w:kern w:val="1"/>
        </w:rPr>
        <w:t>horizon une longue muraille rectiligne qui semblait dominer la plage</w:t>
      </w:r>
      <w:r w:rsidR="000E1451">
        <w:rPr>
          <w:rFonts w:cs="Georgia"/>
          <w:bCs/>
          <w:kern w:val="1"/>
        </w:rPr>
        <w:t xml:space="preserve">. </w:t>
      </w:r>
      <w:r>
        <w:rPr>
          <w:rFonts w:cs="Georgia"/>
          <w:bCs/>
          <w:kern w:val="1"/>
        </w:rPr>
        <w:t>On n</w:t>
      </w:r>
      <w:r w:rsidR="000E1451">
        <w:rPr>
          <w:rFonts w:cs="Georgia"/>
          <w:bCs/>
          <w:kern w:val="1"/>
        </w:rPr>
        <w:t>’</w:t>
      </w:r>
      <w:r>
        <w:rPr>
          <w:rFonts w:cs="Georgia"/>
          <w:bCs/>
          <w:kern w:val="1"/>
        </w:rPr>
        <w:t>y voyait presque jamais des barques de pêche</w:t>
      </w:r>
      <w:r w:rsidR="000E1451">
        <w:rPr>
          <w:rFonts w:cs="Georgia"/>
          <w:bCs/>
          <w:kern w:val="1"/>
        </w:rPr>
        <w:t xml:space="preserve">. </w:t>
      </w:r>
      <w:r>
        <w:rPr>
          <w:rFonts w:cs="Georgia"/>
          <w:bCs/>
          <w:kern w:val="1"/>
        </w:rPr>
        <w:t>Mais</w:t>
      </w:r>
      <w:r w:rsidR="000E1451">
        <w:rPr>
          <w:rFonts w:cs="Georgia"/>
          <w:bCs/>
          <w:kern w:val="1"/>
        </w:rPr>
        <w:t xml:space="preserve">, </w:t>
      </w:r>
      <w:r>
        <w:rPr>
          <w:rFonts w:cs="Georgia"/>
          <w:bCs/>
          <w:kern w:val="1"/>
        </w:rPr>
        <w:t>quelquefois</w:t>
      </w:r>
      <w:r w:rsidR="000E1451">
        <w:rPr>
          <w:rFonts w:cs="Georgia"/>
          <w:bCs/>
          <w:kern w:val="1"/>
        </w:rPr>
        <w:t xml:space="preserve">, </w:t>
      </w:r>
      <w:r>
        <w:rPr>
          <w:rFonts w:cs="Georgia"/>
          <w:bCs/>
          <w:kern w:val="1"/>
        </w:rPr>
        <w:t>à l</w:t>
      </w:r>
      <w:r w:rsidR="000E1451">
        <w:rPr>
          <w:rFonts w:cs="Georgia"/>
          <w:bCs/>
          <w:kern w:val="1"/>
        </w:rPr>
        <w:t>’</w:t>
      </w:r>
      <w:r>
        <w:rPr>
          <w:rFonts w:cs="Georgia"/>
          <w:bCs/>
          <w:kern w:val="1"/>
        </w:rPr>
        <w:t>Est</w:t>
      </w:r>
      <w:r w:rsidR="000E1451">
        <w:rPr>
          <w:rFonts w:cs="Georgia"/>
          <w:bCs/>
          <w:kern w:val="1"/>
        </w:rPr>
        <w:t xml:space="preserve">, </w:t>
      </w:r>
      <w:r>
        <w:rPr>
          <w:rFonts w:cs="Georgia"/>
          <w:bCs/>
          <w:kern w:val="1"/>
        </w:rPr>
        <w:t>de derrière un promontoire</w:t>
      </w:r>
      <w:r w:rsidR="000E1451">
        <w:rPr>
          <w:rFonts w:cs="Georgia"/>
          <w:bCs/>
          <w:kern w:val="1"/>
        </w:rPr>
        <w:t xml:space="preserve">, </w:t>
      </w:r>
      <w:r>
        <w:rPr>
          <w:rFonts w:cs="Georgia"/>
          <w:bCs/>
          <w:kern w:val="1"/>
        </w:rPr>
        <w:t>de minces navires</w:t>
      </w:r>
      <w:r w:rsidR="000E1451">
        <w:rPr>
          <w:rFonts w:cs="Georgia"/>
          <w:bCs/>
          <w:kern w:val="1"/>
        </w:rPr>
        <w:t xml:space="preserve">, </w:t>
      </w:r>
      <w:r>
        <w:rPr>
          <w:rFonts w:cs="Georgia"/>
          <w:bCs/>
          <w:kern w:val="1"/>
        </w:rPr>
        <w:t>effilés et noirs</w:t>
      </w:r>
      <w:r w:rsidR="000E1451">
        <w:rPr>
          <w:rFonts w:cs="Georgia"/>
          <w:bCs/>
          <w:kern w:val="1"/>
        </w:rPr>
        <w:t xml:space="preserve">, </w:t>
      </w:r>
      <w:r>
        <w:rPr>
          <w:rFonts w:cs="Georgia"/>
          <w:bCs/>
          <w:kern w:val="1"/>
        </w:rPr>
        <w:t>surgissaient soudain</w:t>
      </w:r>
      <w:r w:rsidR="000E1451">
        <w:rPr>
          <w:rFonts w:cs="Georgia"/>
          <w:bCs/>
          <w:kern w:val="1"/>
        </w:rPr>
        <w:t xml:space="preserve">. </w:t>
      </w:r>
      <w:r>
        <w:rPr>
          <w:rFonts w:cs="Georgia"/>
          <w:bCs/>
          <w:kern w:val="1"/>
        </w:rPr>
        <w:t>Ils passaient devant nous à toute vitesse</w:t>
      </w:r>
      <w:r w:rsidR="000E1451">
        <w:rPr>
          <w:rFonts w:cs="Georgia"/>
          <w:bCs/>
          <w:kern w:val="1"/>
        </w:rPr>
        <w:t xml:space="preserve">, </w:t>
      </w:r>
      <w:r>
        <w:rPr>
          <w:rFonts w:cs="Georgia"/>
          <w:bCs/>
          <w:kern w:val="1"/>
        </w:rPr>
        <w:t>très haut</w:t>
      </w:r>
      <w:r w:rsidR="000E1451">
        <w:rPr>
          <w:rFonts w:cs="Georgia"/>
          <w:bCs/>
          <w:kern w:val="1"/>
        </w:rPr>
        <w:t xml:space="preserve">, </w:t>
      </w:r>
      <w:r>
        <w:rPr>
          <w:rFonts w:cs="Georgia"/>
          <w:bCs/>
          <w:kern w:val="1"/>
        </w:rPr>
        <w:t>eût-on dit</w:t>
      </w:r>
      <w:r w:rsidR="000E1451">
        <w:rPr>
          <w:rFonts w:cs="Georgia"/>
          <w:bCs/>
          <w:kern w:val="1"/>
        </w:rPr>
        <w:t xml:space="preserve">, </w:t>
      </w:r>
      <w:r>
        <w:rPr>
          <w:rFonts w:cs="Georgia"/>
          <w:bCs/>
          <w:kern w:val="1"/>
        </w:rPr>
        <w:t>dans le ciel</w:t>
      </w:r>
      <w:r w:rsidR="000E1451">
        <w:rPr>
          <w:rFonts w:cs="Georgia"/>
          <w:bCs/>
          <w:kern w:val="1"/>
        </w:rPr>
        <w:t xml:space="preserve">. </w:t>
      </w:r>
      <w:r>
        <w:rPr>
          <w:rFonts w:cs="Georgia"/>
          <w:bCs/>
          <w:kern w:val="1"/>
        </w:rPr>
        <w:t>De leurs courtes cheminées obliques s</w:t>
      </w:r>
      <w:r w:rsidR="000E1451">
        <w:rPr>
          <w:rFonts w:cs="Georgia"/>
          <w:bCs/>
          <w:kern w:val="1"/>
        </w:rPr>
        <w:t>’</w:t>
      </w:r>
      <w:r>
        <w:rPr>
          <w:rFonts w:cs="Georgia"/>
          <w:bCs/>
          <w:kern w:val="1"/>
        </w:rPr>
        <w:t>échappaient des panaches d</w:t>
      </w:r>
      <w:r w:rsidR="000E1451">
        <w:rPr>
          <w:rFonts w:cs="Georgia"/>
          <w:bCs/>
          <w:kern w:val="1"/>
        </w:rPr>
        <w:t>’</w:t>
      </w:r>
      <w:r>
        <w:rPr>
          <w:rFonts w:cs="Georgia"/>
          <w:bCs/>
          <w:kern w:val="1"/>
        </w:rPr>
        <w:t>épaisse fumée</w:t>
      </w:r>
      <w:r w:rsidR="000E1451">
        <w:rPr>
          <w:rFonts w:cs="Georgia"/>
          <w:bCs/>
          <w:kern w:val="1"/>
        </w:rPr>
        <w:t xml:space="preserve">. </w:t>
      </w:r>
      <w:r>
        <w:rPr>
          <w:rFonts w:cs="Georgia"/>
          <w:bCs/>
          <w:kern w:val="1"/>
        </w:rPr>
        <w:t>Et presque toujours</w:t>
      </w:r>
      <w:r w:rsidR="000E1451">
        <w:rPr>
          <w:rFonts w:cs="Georgia"/>
          <w:bCs/>
          <w:kern w:val="1"/>
        </w:rPr>
        <w:t xml:space="preserve">, </w:t>
      </w:r>
      <w:r>
        <w:rPr>
          <w:rFonts w:cs="Georgia"/>
          <w:bCs/>
          <w:kern w:val="1"/>
        </w:rPr>
        <w:t>au même instant</w:t>
      </w:r>
      <w:r w:rsidR="000E1451">
        <w:rPr>
          <w:rFonts w:cs="Georgia"/>
          <w:bCs/>
          <w:kern w:val="1"/>
        </w:rPr>
        <w:t xml:space="preserve">, </w:t>
      </w:r>
      <w:r>
        <w:rPr>
          <w:rFonts w:cs="Georgia"/>
          <w:bCs/>
          <w:kern w:val="1"/>
        </w:rPr>
        <w:t>un bruit lancinant</w:t>
      </w:r>
      <w:r w:rsidR="000E1451">
        <w:rPr>
          <w:rFonts w:cs="Georgia"/>
          <w:bCs/>
          <w:kern w:val="1"/>
        </w:rPr>
        <w:t xml:space="preserve">, </w:t>
      </w:r>
      <w:r>
        <w:rPr>
          <w:rFonts w:cs="Georgia"/>
          <w:bCs/>
          <w:kern w:val="1"/>
        </w:rPr>
        <w:t>comme celui que fait un bourdon contre la vitre d</w:t>
      </w:r>
      <w:r w:rsidR="000E1451">
        <w:rPr>
          <w:rFonts w:cs="Georgia"/>
          <w:bCs/>
          <w:kern w:val="1"/>
        </w:rPr>
        <w:t>’</w:t>
      </w:r>
      <w:r>
        <w:rPr>
          <w:rFonts w:cs="Georgia"/>
          <w:bCs/>
          <w:kern w:val="1"/>
        </w:rPr>
        <w:t>une fenêtre</w:t>
      </w:r>
      <w:r w:rsidR="000E1451">
        <w:rPr>
          <w:rFonts w:cs="Georgia"/>
          <w:bCs/>
          <w:kern w:val="1"/>
        </w:rPr>
        <w:t xml:space="preserve">, </w:t>
      </w:r>
      <w:r>
        <w:rPr>
          <w:rFonts w:cs="Georgia"/>
          <w:bCs/>
          <w:kern w:val="1"/>
        </w:rPr>
        <w:t>naissait</w:t>
      </w:r>
      <w:r w:rsidR="000E1451">
        <w:rPr>
          <w:rFonts w:cs="Georgia"/>
          <w:bCs/>
          <w:kern w:val="1"/>
        </w:rPr>
        <w:t xml:space="preserve">, </w:t>
      </w:r>
      <w:r>
        <w:rPr>
          <w:rFonts w:cs="Georgia"/>
          <w:bCs/>
          <w:kern w:val="1"/>
        </w:rPr>
        <w:t>grandissait au-dessus de nos têtes</w:t>
      </w:r>
      <w:r w:rsidR="000E1451">
        <w:rPr>
          <w:rFonts w:cs="Georgia"/>
          <w:bCs/>
          <w:kern w:val="1"/>
        </w:rPr>
        <w:t xml:space="preserve">. </w:t>
      </w:r>
      <w:r>
        <w:rPr>
          <w:rFonts w:cs="Georgia"/>
          <w:bCs/>
          <w:kern w:val="1"/>
        </w:rPr>
        <w:t>C</w:t>
      </w:r>
      <w:r w:rsidR="000E1451">
        <w:rPr>
          <w:rFonts w:cs="Georgia"/>
          <w:bCs/>
          <w:kern w:val="1"/>
        </w:rPr>
        <w:t>’</w:t>
      </w:r>
      <w:r>
        <w:rPr>
          <w:rFonts w:cs="Georgia"/>
          <w:bCs/>
          <w:kern w:val="1"/>
        </w:rPr>
        <w:t>était un aéroplane</w:t>
      </w:r>
      <w:r w:rsidR="000E1451">
        <w:rPr>
          <w:rFonts w:cs="Georgia"/>
          <w:bCs/>
          <w:kern w:val="1"/>
        </w:rPr>
        <w:t xml:space="preserve">. </w:t>
      </w:r>
      <w:r>
        <w:rPr>
          <w:rFonts w:cs="Georgia"/>
          <w:bCs/>
          <w:kern w:val="1"/>
        </w:rPr>
        <w:t>Son ombre courait sur les eaux des étangs</w:t>
      </w:r>
      <w:r w:rsidR="000E1451">
        <w:rPr>
          <w:rFonts w:cs="Georgia"/>
          <w:bCs/>
          <w:kern w:val="1"/>
        </w:rPr>
        <w:t xml:space="preserve">. </w:t>
      </w:r>
      <w:r>
        <w:rPr>
          <w:rFonts w:cs="Georgia"/>
          <w:bCs/>
          <w:kern w:val="1"/>
        </w:rPr>
        <w:t>On apercevait sous chacune de ses ailes</w:t>
      </w:r>
      <w:r w:rsidR="000E1451">
        <w:rPr>
          <w:rFonts w:cs="Georgia"/>
          <w:bCs/>
          <w:kern w:val="1"/>
        </w:rPr>
        <w:t xml:space="preserve">, </w:t>
      </w:r>
      <w:r>
        <w:rPr>
          <w:rFonts w:cs="Georgia"/>
          <w:bCs/>
          <w:kern w:val="1"/>
        </w:rPr>
        <w:t>peinte au centre d</w:t>
      </w:r>
      <w:r w:rsidR="000E1451">
        <w:rPr>
          <w:rFonts w:cs="Georgia"/>
          <w:bCs/>
          <w:kern w:val="1"/>
        </w:rPr>
        <w:t>’</w:t>
      </w:r>
      <w:r>
        <w:rPr>
          <w:rFonts w:cs="Georgia"/>
          <w:bCs/>
          <w:kern w:val="1"/>
        </w:rPr>
        <w:t>un carré blanc</w:t>
      </w:r>
      <w:r w:rsidR="000E1451">
        <w:rPr>
          <w:rFonts w:cs="Georgia"/>
          <w:bCs/>
          <w:kern w:val="1"/>
        </w:rPr>
        <w:t xml:space="preserve">, </w:t>
      </w:r>
      <w:r>
        <w:rPr>
          <w:rFonts w:cs="Georgia"/>
          <w:bCs/>
          <w:kern w:val="1"/>
        </w:rPr>
        <w:t>la croix de Malte noire</w:t>
      </w:r>
      <w:r w:rsidR="000E1451">
        <w:rPr>
          <w:rFonts w:cs="Georgia"/>
          <w:bCs/>
          <w:kern w:val="1"/>
        </w:rPr>
        <w:t xml:space="preserve">. </w:t>
      </w:r>
      <w:r>
        <w:rPr>
          <w:rFonts w:cs="Georgia"/>
          <w:bCs/>
          <w:kern w:val="1"/>
        </w:rPr>
        <w:t>Nous ne parlions pas</w:t>
      </w:r>
      <w:r w:rsidR="000E1451">
        <w:rPr>
          <w:rFonts w:cs="Georgia"/>
          <w:bCs/>
          <w:kern w:val="1"/>
        </w:rPr>
        <w:t xml:space="preserve">. </w:t>
      </w:r>
      <w:r>
        <w:rPr>
          <w:rFonts w:cs="Georgia"/>
          <w:bCs/>
          <w:kern w:val="1"/>
        </w:rPr>
        <w:t>Nous essayions même de ne pas voir</w:t>
      </w:r>
      <w:r w:rsidR="000E1451">
        <w:rPr>
          <w:rFonts w:cs="Georgia"/>
          <w:bCs/>
          <w:kern w:val="1"/>
        </w:rPr>
        <w:t xml:space="preserve">. </w:t>
      </w:r>
      <w:r>
        <w:rPr>
          <w:rFonts w:cs="Georgia"/>
          <w:bCs/>
          <w:kern w:val="1"/>
        </w:rPr>
        <w:t>De même que je m</w:t>
      </w:r>
      <w:r w:rsidR="000E1451">
        <w:rPr>
          <w:rFonts w:cs="Georgia"/>
          <w:bCs/>
          <w:kern w:val="1"/>
        </w:rPr>
        <w:t>’</w:t>
      </w:r>
      <w:r>
        <w:rPr>
          <w:rFonts w:cs="Georgia"/>
          <w:bCs/>
          <w:kern w:val="1"/>
        </w:rPr>
        <w:t>efforçais de ne pas laisser mes yeux errer du côté du camp des prisonniers</w:t>
      </w:r>
      <w:r w:rsidR="000E1451">
        <w:rPr>
          <w:rFonts w:cs="Georgia"/>
          <w:bCs/>
          <w:kern w:val="1"/>
        </w:rPr>
        <w:t xml:space="preserve">, </w:t>
      </w:r>
      <w:r>
        <w:rPr>
          <w:rFonts w:cs="Georgia"/>
          <w:bCs/>
          <w:kern w:val="1"/>
        </w:rPr>
        <w:t>de même ma compagne faisait de son mieux pour que son regard ne vînt pas rencontrer le point de l</w:t>
      </w:r>
      <w:r w:rsidR="000E1451">
        <w:rPr>
          <w:rFonts w:cs="Georgia"/>
          <w:bCs/>
          <w:kern w:val="1"/>
        </w:rPr>
        <w:t>’</w:t>
      </w:r>
      <w:r>
        <w:rPr>
          <w:rFonts w:cs="Georgia"/>
          <w:bCs/>
          <w:kern w:val="1"/>
        </w:rPr>
        <w:t>espace</w:t>
      </w:r>
      <w:r w:rsidR="000E1451">
        <w:rPr>
          <w:rFonts w:cs="Georgia"/>
          <w:bCs/>
          <w:kern w:val="1"/>
        </w:rPr>
        <w:t xml:space="preserve">, </w:t>
      </w:r>
      <w:r>
        <w:rPr>
          <w:rFonts w:cs="Georgia"/>
          <w:bCs/>
          <w:kern w:val="1"/>
        </w:rPr>
        <w:t>aquatique ou céleste</w:t>
      </w:r>
      <w:r w:rsidR="000E1451">
        <w:rPr>
          <w:rFonts w:cs="Georgia"/>
          <w:bCs/>
          <w:kern w:val="1"/>
        </w:rPr>
        <w:t xml:space="preserve">, </w:t>
      </w:r>
      <w:r>
        <w:rPr>
          <w:rFonts w:cs="Georgia"/>
          <w:bCs/>
          <w:kern w:val="1"/>
        </w:rPr>
        <w:t>où les féroces machines de guerre se hâtaient</w:t>
      </w:r>
      <w:r w:rsidR="000E1451">
        <w:rPr>
          <w:rFonts w:cs="Georgia"/>
          <w:bCs/>
          <w:kern w:val="1"/>
        </w:rPr>
        <w:t>.</w:t>
      </w:r>
    </w:p>
    <w:p w14:paraId="787F5FF2" w14:textId="77777777" w:rsidR="00BE611A" w:rsidRDefault="00BE611A" w:rsidP="00BE611A">
      <w:pPr>
        <w:rPr>
          <w:rFonts w:cs="Georgia"/>
          <w:kern w:val="1"/>
        </w:rPr>
      </w:pPr>
    </w:p>
    <w:p w14:paraId="4990C086" w14:textId="77777777" w:rsidR="000E1451" w:rsidRDefault="00BE611A" w:rsidP="00BE611A">
      <w:pPr>
        <w:rPr>
          <w:rFonts w:cs="Georgia"/>
          <w:bCs/>
          <w:kern w:val="1"/>
        </w:rPr>
      </w:pPr>
      <w:r>
        <w:rPr>
          <w:rFonts w:cs="Georgia"/>
          <w:bCs/>
          <w:kern w:val="1"/>
        </w:rPr>
        <w:t>Le dimanche</w:t>
      </w:r>
      <w:r w:rsidR="000E1451">
        <w:rPr>
          <w:rFonts w:cs="Georgia"/>
          <w:bCs/>
          <w:kern w:val="1"/>
        </w:rPr>
        <w:t xml:space="preserve">, </w:t>
      </w:r>
      <w:r>
        <w:rPr>
          <w:rFonts w:cs="Georgia"/>
          <w:bCs/>
          <w:kern w:val="1"/>
        </w:rPr>
        <w:t>ici</w:t>
      </w:r>
      <w:r w:rsidR="000E1451">
        <w:rPr>
          <w:rFonts w:cs="Georgia"/>
          <w:bCs/>
          <w:kern w:val="1"/>
        </w:rPr>
        <w:t xml:space="preserve">, </w:t>
      </w:r>
      <w:r>
        <w:rPr>
          <w:rFonts w:cs="Georgia"/>
          <w:bCs/>
          <w:kern w:val="1"/>
        </w:rPr>
        <w:t>à quoi peut-on bien passer son temps</w:t>
      </w:r>
      <w:r w:rsidR="000E1451">
        <w:rPr>
          <w:rFonts w:cs="Georgia"/>
          <w:bCs/>
          <w:kern w:val="1"/>
        </w:rPr>
        <w:t xml:space="preserve"> ! </w:t>
      </w:r>
      <w:r>
        <w:rPr>
          <w:rFonts w:cs="Georgia"/>
          <w:bCs/>
          <w:kern w:val="1"/>
        </w:rPr>
        <w:t>Entre les palissades de notre petite cité sylvestre</w:t>
      </w:r>
      <w:r w:rsidR="000E1451">
        <w:rPr>
          <w:rFonts w:cs="Georgia"/>
          <w:bCs/>
          <w:kern w:val="1"/>
        </w:rPr>
        <w:t xml:space="preserve">, </w:t>
      </w:r>
      <w:r>
        <w:rPr>
          <w:rFonts w:cs="Georgia"/>
          <w:bCs/>
          <w:kern w:val="1"/>
        </w:rPr>
        <w:t>quand on ne travaille pas</w:t>
      </w:r>
      <w:r w:rsidR="000E1451">
        <w:rPr>
          <w:rFonts w:cs="Georgia"/>
          <w:bCs/>
          <w:kern w:val="1"/>
        </w:rPr>
        <w:t xml:space="preserve">, </w:t>
      </w:r>
      <w:r>
        <w:rPr>
          <w:rFonts w:cs="Georgia"/>
          <w:bCs/>
          <w:kern w:val="1"/>
        </w:rPr>
        <w:t>on a tôt fait de s</w:t>
      </w:r>
      <w:r w:rsidR="000E1451">
        <w:rPr>
          <w:rFonts w:cs="Georgia"/>
          <w:bCs/>
          <w:kern w:val="1"/>
        </w:rPr>
        <w:t>’</w:t>
      </w:r>
      <w:r>
        <w:rPr>
          <w:rFonts w:cs="Georgia"/>
          <w:bCs/>
          <w:kern w:val="1"/>
        </w:rPr>
        <w:t>ennuyer</w:t>
      </w:r>
      <w:r w:rsidR="000E1451">
        <w:rPr>
          <w:rFonts w:cs="Georgia"/>
          <w:bCs/>
          <w:kern w:val="1"/>
        </w:rPr>
        <w:t xml:space="preserve">. </w:t>
      </w:r>
      <w:r>
        <w:rPr>
          <w:rFonts w:cs="Georgia"/>
          <w:bCs/>
          <w:kern w:val="1"/>
        </w:rPr>
        <w:t>S</w:t>
      </w:r>
      <w:r w:rsidR="000E1451">
        <w:rPr>
          <w:rFonts w:cs="Georgia"/>
          <w:bCs/>
          <w:kern w:val="1"/>
        </w:rPr>
        <w:t>’</w:t>
      </w:r>
      <w:r>
        <w:rPr>
          <w:rFonts w:cs="Georgia"/>
          <w:bCs/>
          <w:kern w:val="1"/>
        </w:rPr>
        <w:t>ennuyer</w:t>
      </w:r>
      <w:r w:rsidR="000E1451">
        <w:rPr>
          <w:rFonts w:cs="Georgia"/>
          <w:bCs/>
          <w:kern w:val="1"/>
        </w:rPr>
        <w:t xml:space="preserve"> ? </w:t>
      </w:r>
      <w:r>
        <w:rPr>
          <w:rFonts w:cs="Georgia"/>
          <w:bCs/>
          <w:kern w:val="1"/>
        </w:rPr>
        <w:t>Je parle bien entendu de ceux qui m</w:t>
      </w:r>
      <w:r w:rsidR="000E1451">
        <w:rPr>
          <w:rFonts w:cs="Georgia"/>
          <w:bCs/>
          <w:kern w:val="1"/>
        </w:rPr>
        <w:t>’</w:t>
      </w:r>
      <w:r>
        <w:rPr>
          <w:rFonts w:cs="Georgia"/>
          <w:bCs/>
          <w:kern w:val="1"/>
        </w:rPr>
        <w:t>entourent</w:t>
      </w:r>
      <w:r w:rsidR="000E1451">
        <w:rPr>
          <w:rFonts w:cs="Georgia"/>
          <w:bCs/>
          <w:kern w:val="1"/>
        </w:rPr>
        <w:t xml:space="preserve">, </w:t>
      </w:r>
      <w:r>
        <w:rPr>
          <w:rFonts w:cs="Georgia"/>
          <w:bCs/>
          <w:kern w:val="1"/>
        </w:rPr>
        <w:t>non de moi</w:t>
      </w:r>
      <w:r w:rsidR="000E1451">
        <w:rPr>
          <w:rFonts w:cs="Georgia"/>
          <w:bCs/>
          <w:kern w:val="1"/>
        </w:rPr>
        <w:t xml:space="preserve">. </w:t>
      </w:r>
      <w:r>
        <w:rPr>
          <w:rFonts w:cs="Georgia"/>
          <w:bCs/>
          <w:kern w:val="1"/>
        </w:rPr>
        <w:t>L</w:t>
      </w:r>
      <w:r w:rsidR="000E1451">
        <w:rPr>
          <w:rFonts w:cs="Georgia"/>
          <w:bCs/>
          <w:kern w:val="1"/>
        </w:rPr>
        <w:t>’</w:t>
      </w:r>
      <w:r>
        <w:rPr>
          <w:rFonts w:cs="Georgia"/>
          <w:bCs/>
          <w:kern w:val="1"/>
        </w:rPr>
        <w:t>ennui s</w:t>
      </w:r>
      <w:r w:rsidR="000E1451">
        <w:rPr>
          <w:rFonts w:cs="Georgia"/>
          <w:bCs/>
          <w:kern w:val="1"/>
        </w:rPr>
        <w:t>’</w:t>
      </w:r>
      <w:r>
        <w:rPr>
          <w:rFonts w:cs="Georgia"/>
          <w:bCs/>
          <w:kern w:val="1"/>
        </w:rPr>
        <w:t>attaque-t-il jamais aux âmes qui sont la proie d</w:t>
      </w:r>
      <w:r w:rsidR="000E1451">
        <w:rPr>
          <w:rFonts w:cs="Georgia"/>
          <w:bCs/>
          <w:kern w:val="1"/>
        </w:rPr>
        <w:t>’</w:t>
      </w:r>
      <w:r>
        <w:rPr>
          <w:rFonts w:cs="Georgia"/>
          <w:bCs/>
          <w:kern w:val="1"/>
        </w:rPr>
        <w:t>une seule pensée</w:t>
      </w:r>
      <w:r w:rsidR="000E1451">
        <w:rPr>
          <w:rFonts w:cs="Georgia"/>
          <w:bCs/>
          <w:kern w:val="1"/>
        </w:rPr>
        <w:t xml:space="preserve"> ? </w:t>
      </w:r>
      <w:r>
        <w:rPr>
          <w:rFonts w:cs="Georgia"/>
          <w:bCs/>
          <w:kern w:val="1"/>
        </w:rPr>
        <w:t>Le dimanche</w:t>
      </w:r>
      <w:r w:rsidR="000E1451">
        <w:rPr>
          <w:rFonts w:cs="Georgia"/>
          <w:bCs/>
          <w:kern w:val="1"/>
        </w:rPr>
        <w:t xml:space="preserve">, </w:t>
      </w:r>
      <w:r>
        <w:rPr>
          <w:rFonts w:cs="Georgia"/>
          <w:bCs/>
          <w:kern w:val="1"/>
        </w:rPr>
        <w:t>donc</w:t>
      </w:r>
      <w:r w:rsidR="000E1451">
        <w:rPr>
          <w:rFonts w:cs="Georgia"/>
          <w:bCs/>
          <w:kern w:val="1"/>
        </w:rPr>
        <w:t xml:space="preserve">, </w:t>
      </w:r>
      <w:r>
        <w:rPr>
          <w:rFonts w:cs="Georgia"/>
          <w:bCs/>
          <w:kern w:val="1"/>
        </w:rPr>
        <w:t>c</w:t>
      </w:r>
      <w:r w:rsidR="000E1451">
        <w:rPr>
          <w:rFonts w:cs="Georgia"/>
          <w:bCs/>
          <w:kern w:val="1"/>
        </w:rPr>
        <w:t>’</w:t>
      </w:r>
      <w:r>
        <w:rPr>
          <w:rFonts w:cs="Georgia"/>
          <w:bCs/>
          <w:kern w:val="1"/>
        </w:rPr>
        <w:t>est chez nous comme partout</w:t>
      </w:r>
      <w:r w:rsidR="000E1451">
        <w:rPr>
          <w:rFonts w:cs="Georgia"/>
          <w:bCs/>
          <w:kern w:val="1"/>
        </w:rPr>
        <w:t xml:space="preserve">. </w:t>
      </w:r>
      <w:r>
        <w:rPr>
          <w:rFonts w:cs="Georgia"/>
          <w:bCs/>
          <w:kern w:val="1"/>
        </w:rPr>
        <w:t>Les célibataires enfourchent dès le matin leur bicyclette</w:t>
      </w:r>
      <w:r w:rsidR="000E1451">
        <w:rPr>
          <w:rFonts w:cs="Georgia"/>
          <w:bCs/>
          <w:kern w:val="1"/>
        </w:rPr>
        <w:t xml:space="preserve">. </w:t>
      </w:r>
      <w:r>
        <w:rPr>
          <w:rFonts w:cs="Georgia"/>
          <w:bCs/>
          <w:kern w:val="1"/>
        </w:rPr>
        <w:t>Ils gagnent les guinguettes des environs</w:t>
      </w:r>
      <w:r w:rsidR="000E1451">
        <w:rPr>
          <w:rFonts w:cs="Georgia"/>
          <w:bCs/>
          <w:kern w:val="1"/>
        </w:rPr>
        <w:t xml:space="preserve">, </w:t>
      </w:r>
      <w:r>
        <w:rPr>
          <w:rFonts w:cs="Georgia"/>
          <w:bCs/>
          <w:kern w:val="1"/>
        </w:rPr>
        <w:t>où les attendent l</w:t>
      </w:r>
      <w:r w:rsidR="000E1451">
        <w:rPr>
          <w:rFonts w:cs="Georgia"/>
          <w:bCs/>
          <w:kern w:val="1"/>
        </w:rPr>
        <w:t>’</w:t>
      </w:r>
      <w:r>
        <w:rPr>
          <w:rFonts w:cs="Georgia"/>
          <w:bCs/>
          <w:kern w:val="1"/>
        </w:rPr>
        <w:t>apéritif</w:t>
      </w:r>
      <w:r w:rsidR="000E1451">
        <w:rPr>
          <w:rFonts w:cs="Georgia"/>
          <w:bCs/>
          <w:kern w:val="1"/>
        </w:rPr>
        <w:t xml:space="preserve">, </w:t>
      </w:r>
      <w:r>
        <w:rPr>
          <w:rFonts w:cs="Georgia"/>
          <w:bCs/>
          <w:kern w:val="1"/>
        </w:rPr>
        <w:t>la partie de cartes et la matelote d</w:t>
      </w:r>
      <w:r w:rsidR="000E1451">
        <w:rPr>
          <w:rFonts w:cs="Georgia"/>
          <w:bCs/>
          <w:kern w:val="1"/>
        </w:rPr>
        <w:t>’</w:t>
      </w:r>
      <w:r>
        <w:rPr>
          <w:rFonts w:cs="Georgia"/>
          <w:bCs/>
          <w:kern w:val="1"/>
        </w:rPr>
        <w:t>anguille</w:t>
      </w:r>
      <w:r w:rsidR="000E1451">
        <w:rPr>
          <w:rFonts w:cs="Georgia"/>
          <w:bCs/>
          <w:kern w:val="1"/>
        </w:rPr>
        <w:t xml:space="preserve">. </w:t>
      </w:r>
      <w:r>
        <w:rPr>
          <w:rFonts w:cs="Georgia"/>
          <w:bCs/>
          <w:kern w:val="1"/>
        </w:rPr>
        <w:t>Les ouvriers qui ont</w:t>
      </w:r>
      <w:r w:rsidR="000E1451">
        <w:rPr>
          <w:rFonts w:cs="Georgia"/>
          <w:bCs/>
          <w:kern w:val="1"/>
        </w:rPr>
        <w:t xml:space="preserve">, </w:t>
      </w:r>
      <w:r>
        <w:rPr>
          <w:rFonts w:cs="Georgia"/>
          <w:bCs/>
          <w:kern w:val="1"/>
        </w:rPr>
        <w:t>avec des économies</w:t>
      </w:r>
      <w:r w:rsidR="000E1451">
        <w:rPr>
          <w:rFonts w:cs="Georgia"/>
          <w:bCs/>
          <w:kern w:val="1"/>
        </w:rPr>
        <w:t xml:space="preserve">, </w:t>
      </w:r>
      <w:r>
        <w:rPr>
          <w:rFonts w:cs="Georgia"/>
          <w:bCs/>
          <w:kern w:val="1"/>
        </w:rPr>
        <w:t>la manie des grandeurs</w:t>
      </w:r>
      <w:r w:rsidR="000E1451">
        <w:rPr>
          <w:rFonts w:cs="Georgia"/>
          <w:bCs/>
          <w:kern w:val="1"/>
        </w:rPr>
        <w:t xml:space="preserve">, </w:t>
      </w:r>
      <w:r>
        <w:rPr>
          <w:rFonts w:cs="Georgia"/>
          <w:bCs/>
          <w:kern w:val="1"/>
        </w:rPr>
        <w:t>accompagnent les comptables</w:t>
      </w:r>
      <w:r w:rsidR="000E1451">
        <w:rPr>
          <w:rFonts w:cs="Georgia"/>
          <w:bCs/>
          <w:kern w:val="1"/>
        </w:rPr>
        <w:t xml:space="preserve">, </w:t>
      </w:r>
      <w:r>
        <w:rPr>
          <w:rFonts w:cs="Georgia"/>
          <w:bCs/>
          <w:kern w:val="1"/>
        </w:rPr>
        <w:t>les dessinateurs</w:t>
      </w:r>
      <w:r w:rsidR="000E1451">
        <w:rPr>
          <w:rFonts w:cs="Georgia"/>
          <w:bCs/>
          <w:kern w:val="1"/>
        </w:rPr>
        <w:t xml:space="preserve">, </w:t>
      </w:r>
      <w:r>
        <w:rPr>
          <w:rFonts w:cs="Georgia"/>
          <w:bCs/>
          <w:kern w:val="1"/>
        </w:rPr>
        <w:t>les manutentionnaires qui vont chercher</w:t>
      </w:r>
      <w:r w:rsidR="000E1451">
        <w:rPr>
          <w:rFonts w:cs="Georgia"/>
          <w:bCs/>
          <w:kern w:val="1"/>
        </w:rPr>
        <w:t xml:space="preserve">, </w:t>
      </w:r>
      <w:r>
        <w:rPr>
          <w:rFonts w:cs="Georgia"/>
          <w:bCs/>
          <w:kern w:val="1"/>
        </w:rPr>
        <w:t>à Arcachon ou même à Bordeaux</w:t>
      </w:r>
      <w:r w:rsidR="000E1451">
        <w:rPr>
          <w:rFonts w:cs="Georgia"/>
          <w:bCs/>
          <w:kern w:val="1"/>
        </w:rPr>
        <w:t xml:space="preserve">, </w:t>
      </w:r>
      <w:r>
        <w:rPr>
          <w:rFonts w:cs="Georgia"/>
          <w:bCs/>
          <w:kern w:val="1"/>
        </w:rPr>
        <w:t>des distractions plus dispendieuses</w:t>
      </w:r>
      <w:r w:rsidR="000E1451">
        <w:rPr>
          <w:rFonts w:cs="Georgia"/>
          <w:bCs/>
          <w:kern w:val="1"/>
        </w:rPr>
        <w:t xml:space="preserve">. </w:t>
      </w:r>
      <w:r>
        <w:rPr>
          <w:rFonts w:cs="Georgia"/>
          <w:bCs/>
          <w:kern w:val="1"/>
        </w:rPr>
        <w:t>Moi qui ne bouge pas</w:t>
      </w:r>
      <w:r w:rsidR="000E1451">
        <w:rPr>
          <w:rFonts w:cs="Georgia"/>
          <w:bCs/>
          <w:kern w:val="1"/>
        </w:rPr>
        <w:t xml:space="preserve">, </w:t>
      </w:r>
      <w:r>
        <w:rPr>
          <w:rFonts w:cs="Georgia"/>
          <w:bCs/>
          <w:kern w:val="1"/>
        </w:rPr>
        <w:t>je resterais bien volontiers dans mon cabinet de travail</w:t>
      </w:r>
      <w:r w:rsidR="000E1451">
        <w:rPr>
          <w:rFonts w:cs="Georgia"/>
          <w:bCs/>
          <w:kern w:val="1"/>
        </w:rPr>
        <w:t xml:space="preserve">. </w:t>
      </w:r>
      <w:r>
        <w:rPr>
          <w:rFonts w:cs="Georgia"/>
          <w:bCs/>
          <w:kern w:val="1"/>
        </w:rPr>
        <w:t>Mais il n</w:t>
      </w:r>
      <w:r w:rsidR="000E1451">
        <w:rPr>
          <w:rFonts w:cs="Georgia"/>
          <w:bCs/>
          <w:kern w:val="1"/>
        </w:rPr>
        <w:t>’</w:t>
      </w:r>
      <w:r>
        <w:rPr>
          <w:rFonts w:cs="Georgia"/>
          <w:bCs/>
          <w:kern w:val="1"/>
        </w:rPr>
        <w:t>y faut pas songer</w:t>
      </w:r>
      <w:r w:rsidR="000E1451">
        <w:rPr>
          <w:rFonts w:cs="Georgia"/>
          <w:bCs/>
          <w:kern w:val="1"/>
        </w:rPr>
        <w:t xml:space="preserve">, </w:t>
      </w:r>
      <w:r>
        <w:rPr>
          <w:rFonts w:cs="Georgia"/>
          <w:bCs/>
          <w:kern w:val="1"/>
        </w:rPr>
        <w:t>car le village</w:t>
      </w:r>
      <w:r w:rsidR="000E1451">
        <w:rPr>
          <w:rFonts w:cs="Georgia"/>
          <w:bCs/>
          <w:kern w:val="1"/>
        </w:rPr>
        <w:t xml:space="preserve">, </w:t>
      </w:r>
      <w:r>
        <w:rPr>
          <w:rFonts w:cs="Georgia"/>
          <w:bCs/>
          <w:kern w:val="1"/>
        </w:rPr>
        <w:t>ce jour-là</w:t>
      </w:r>
      <w:r w:rsidR="000E1451">
        <w:rPr>
          <w:rFonts w:cs="Georgia"/>
          <w:bCs/>
          <w:kern w:val="1"/>
        </w:rPr>
        <w:t xml:space="preserve">, </w:t>
      </w:r>
      <w:r>
        <w:rPr>
          <w:rFonts w:cs="Georgia"/>
          <w:bCs/>
          <w:kern w:val="1"/>
        </w:rPr>
        <w:t>est le terrain de conquête des enfants lâchés par l</w:t>
      </w:r>
      <w:r w:rsidR="000E1451">
        <w:rPr>
          <w:rFonts w:cs="Georgia"/>
          <w:bCs/>
          <w:kern w:val="1"/>
        </w:rPr>
        <w:t>’</w:t>
      </w:r>
      <w:r>
        <w:rPr>
          <w:rFonts w:cs="Georgia"/>
          <w:bCs/>
          <w:kern w:val="1"/>
        </w:rPr>
        <w:t>école</w:t>
      </w:r>
      <w:r w:rsidR="000E1451">
        <w:rPr>
          <w:rFonts w:cs="Georgia"/>
          <w:bCs/>
          <w:kern w:val="1"/>
        </w:rPr>
        <w:t xml:space="preserve">. </w:t>
      </w:r>
      <w:r>
        <w:rPr>
          <w:rFonts w:cs="Georgia"/>
          <w:bCs/>
          <w:kern w:val="1"/>
        </w:rPr>
        <w:t>Que ces petites filles</w:t>
      </w:r>
      <w:r w:rsidR="000E1451">
        <w:rPr>
          <w:rFonts w:cs="Georgia"/>
          <w:bCs/>
          <w:kern w:val="1"/>
        </w:rPr>
        <w:t xml:space="preserve">, </w:t>
      </w:r>
      <w:r>
        <w:rPr>
          <w:rFonts w:cs="Georgia"/>
          <w:bCs/>
          <w:kern w:val="1"/>
        </w:rPr>
        <w:t>ces petits garçons sont donc tapageurs</w:t>
      </w:r>
      <w:r w:rsidR="000E1451">
        <w:rPr>
          <w:rFonts w:cs="Georgia"/>
          <w:bCs/>
          <w:kern w:val="1"/>
        </w:rPr>
        <w:t xml:space="preserve"> ! </w:t>
      </w:r>
      <w:r>
        <w:rPr>
          <w:rFonts w:cs="Georgia"/>
          <w:bCs/>
          <w:kern w:val="1"/>
        </w:rPr>
        <w:t>Connaîtront-ils un jour la vanité du bruit et de l</w:t>
      </w:r>
      <w:r w:rsidR="000E1451">
        <w:rPr>
          <w:rFonts w:cs="Georgia"/>
          <w:bCs/>
          <w:kern w:val="1"/>
        </w:rPr>
        <w:t>’</w:t>
      </w:r>
      <w:r>
        <w:rPr>
          <w:rFonts w:cs="Georgia"/>
          <w:bCs/>
          <w:kern w:val="1"/>
        </w:rPr>
        <w:t>agitation</w:t>
      </w:r>
      <w:r w:rsidR="000E1451">
        <w:rPr>
          <w:rFonts w:cs="Georgia"/>
          <w:bCs/>
          <w:kern w:val="1"/>
        </w:rPr>
        <w:t xml:space="preserve"> ? </w:t>
      </w:r>
      <w:r>
        <w:rPr>
          <w:rFonts w:cs="Georgia"/>
          <w:bCs/>
          <w:kern w:val="1"/>
        </w:rPr>
        <w:t>En attendant</w:t>
      </w:r>
      <w:r w:rsidR="000E1451">
        <w:rPr>
          <w:rFonts w:cs="Georgia"/>
          <w:bCs/>
          <w:kern w:val="1"/>
        </w:rPr>
        <w:t xml:space="preserve">, </w:t>
      </w:r>
      <w:r>
        <w:rPr>
          <w:rFonts w:cs="Georgia"/>
          <w:bCs/>
          <w:kern w:val="1"/>
        </w:rPr>
        <w:t>ils ne se privent de rien</w:t>
      </w:r>
      <w:r w:rsidR="000E1451">
        <w:rPr>
          <w:rFonts w:cs="Georgia"/>
          <w:bCs/>
          <w:kern w:val="1"/>
        </w:rPr>
        <w:t xml:space="preserve"> : </w:t>
      </w:r>
      <w:r>
        <w:rPr>
          <w:rFonts w:cs="Georgia"/>
          <w:bCs/>
          <w:kern w:val="1"/>
        </w:rPr>
        <w:t>sarabandes</w:t>
      </w:r>
      <w:r w:rsidR="000E1451">
        <w:rPr>
          <w:rFonts w:cs="Georgia"/>
          <w:bCs/>
          <w:kern w:val="1"/>
        </w:rPr>
        <w:t xml:space="preserve">, </w:t>
      </w:r>
      <w:r>
        <w:rPr>
          <w:rFonts w:cs="Georgia"/>
          <w:bCs/>
          <w:kern w:val="1"/>
        </w:rPr>
        <w:t>hurlements</w:t>
      </w:r>
      <w:r w:rsidR="000E1451">
        <w:rPr>
          <w:rFonts w:cs="Georgia"/>
          <w:bCs/>
          <w:kern w:val="1"/>
        </w:rPr>
        <w:t xml:space="preserve">, </w:t>
      </w:r>
      <w:r>
        <w:rPr>
          <w:rFonts w:cs="Georgia"/>
          <w:bCs/>
          <w:kern w:val="1"/>
        </w:rPr>
        <w:t>disputes</w:t>
      </w:r>
      <w:r w:rsidR="000E1451">
        <w:rPr>
          <w:rFonts w:cs="Georgia"/>
          <w:bCs/>
          <w:kern w:val="1"/>
        </w:rPr>
        <w:t xml:space="preserve">, </w:t>
      </w:r>
      <w:r>
        <w:rPr>
          <w:rFonts w:cs="Georgia"/>
          <w:bCs/>
          <w:kern w:val="1"/>
        </w:rPr>
        <w:t>sans compter le ballon de caoutchouc qui s</w:t>
      </w:r>
      <w:r w:rsidR="000E1451">
        <w:rPr>
          <w:rFonts w:cs="Georgia"/>
          <w:bCs/>
          <w:kern w:val="1"/>
        </w:rPr>
        <w:t>’</w:t>
      </w:r>
      <w:r>
        <w:rPr>
          <w:rFonts w:cs="Georgia"/>
          <w:bCs/>
          <w:kern w:val="1"/>
        </w:rPr>
        <w:t>en vient heurter à mes carreaux avec la ponctualité d</w:t>
      </w:r>
      <w:r w:rsidR="000E1451">
        <w:rPr>
          <w:rFonts w:cs="Georgia"/>
          <w:bCs/>
          <w:kern w:val="1"/>
        </w:rPr>
        <w:t>’</w:t>
      </w:r>
      <w:r>
        <w:rPr>
          <w:rFonts w:cs="Georgia"/>
          <w:bCs/>
          <w:kern w:val="1"/>
        </w:rPr>
        <w:t>un pendule</w:t>
      </w:r>
      <w:r w:rsidR="000E1451">
        <w:rPr>
          <w:rFonts w:cs="Georgia"/>
          <w:bCs/>
          <w:kern w:val="1"/>
        </w:rPr>
        <w:t xml:space="preserve">. </w:t>
      </w:r>
      <w:r>
        <w:rPr>
          <w:rFonts w:cs="Georgia"/>
          <w:bCs/>
          <w:kern w:val="1"/>
        </w:rPr>
        <w:t>Je me lève</w:t>
      </w:r>
      <w:r w:rsidR="000E1451">
        <w:rPr>
          <w:rFonts w:cs="Georgia"/>
          <w:bCs/>
          <w:kern w:val="1"/>
        </w:rPr>
        <w:t xml:space="preserve">, </w:t>
      </w:r>
      <w:r>
        <w:rPr>
          <w:rFonts w:cs="Georgia"/>
          <w:bCs/>
          <w:kern w:val="1"/>
        </w:rPr>
        <w:t>alors</w:t>
      </w:r>
      <w:r w:rsidR="000E1451">
        <w:rPr>
          <w:rFonts w:cs="Georgia"/>
          <w:bCs/>
          <w:kern w:val="1"/>
        </w:rPr>
        <w:t xml:space="preserve"> : </w:t>
      </w:r>
      <w:r>
        <w:rPr>
          <w:rFonts w:cs="Georgia"/>
          <w:bCs/>
          <w:kern w:val="1"/>
        </w:rPr>
        <w:t>je chausse mes gros brodequins</w:t>
      </w:r>
      <w:r w:rsidR="000E1451">
        <w:rPr>
          <w:rFonts w:cs="Georgia"/>
          <w:bCs/>
          <w:kern w:val="1"/>
        </w:rPr>
        <w:t xml:space="preserve">, – </w:t>
      </w:r>
      <w:r>
        <w:rPr>
          <w:rFonts w:cs="Georgia"/>
          <w:bCs/>
          <w:kern w:val="1"/>
        </w:rPr>
        <w:t>ceux de là-bas</w:t>
      </w:r>
      <w:r w:rsidR="000E1451">
        <w:rPr>
          <w:rFonts w:cs="Georgia"/>
          <w:bCs/>
          <w:kern w:val="1"/>
        </w:rPr>
        <w:t xml:space="preserve">, </w:t>
      </w:r>
      <w:r>
        <w:rPr>
          <w:rFonts w:cs="Georgia"/>
          <w:bCs/>
          <w:kern w:val="1"/>
        </w:rPr>
        <w:t>ressemelés déjà deux fois</w:t>
      </w:r>
      <w:r w:rsidR="000E1451">
        <w:rPr>
          <w:rFonts w:cs="Georgia"/>
          <w:bCs/>
          <w:kern w:val="1"/>
        </w:rPr>
        <w:t xml:space="preserve">, </w:t>
      </w:r>
      <w:r>
        <w:rPr>
          <w:rFonts w:cs="Georgia"/>
          <w:bCs/>
          <w:kern w:val="1"/>
        </w:rPr>
        <w:t>et qui n</w:t>
      </w:r>
      <w:r w:rsidR="000E1451">
        <w:rPr>
          <w:rFonts w:cs="Georgia"/>
          <w:bCs/>
          <w:kern w:val="1"/>
        </w:rPr>
        <w:t>’</w:t>
      </w:r>
      <w:r>
        <w:rPr>
          <w:rFonts w:cs="Georgia"/>
          <w:bCs/>
          <w:kern w:val="1"/>
        </w:rPr>
        <w:t>ont pas fini de l</w:t>
      </w:r>
      <w:r w:rsidR="000E1451">
        <w:rPr>
          <w:rFonts w:cs="Georgia"/>
          <w:bCs/>
          <w:kern w:val="1"/>
        </w:rPr>
        <w:t>’</w:t>
      </w:r>
      <w:r>
        <w:rPr>
          <w:rFonts w:cs="Georgia"/>
          <w:bCs/>
          <w:kern w:val="1"/>
        </w:rPr>
        <w:t>être</w:t>
      </w:r>
      <w:r w:rsidR="000E1451">
        <w:rPr>
          <w:rFonts w:cs="Georgia"/>
          <w:bCs/>
          <w:kern w:val="1"/>
        </w:rPr>
        <w:t xml:space="preserve"> ! </w:t>
      </w:r>
      <w:r>
        <w:rPr>
          <w:rFonts w:cs="Georgia"/>
          <w:bCs/>
          <w:kern w:val="1"/>
        </w:rPr>
        <w:t>S</w:t>
      </w:r>
      <w:r w:rsidR="000E1451">
        <w:rPr>
          <w:rFonts w:cs="Georgia"/>
          <w:bCs/>
          <w:kern w:val="1"/>
        </w:rPr>
        <w:t>’</w:t>
      </w:r>
      <w:r>
        <w:rPr>
          <w:rFonts w:cs="Georgia"/>
          <w:bCs/>
          <w:kern w:val="1"/>
        </w:rPr>
        <w:t>il pleut</w:t>
      </w:r>
      <w:r w:rsidR="000E1451">
        <w:rPr>
          <w:rFonts w:cs="Georgia"/>
          <w:bCs/>
          <w:kern w:val="1"/>
        </w:rPr>
        <w:t xml:space="preserve">, </w:t>
      </w:r>
      <w:r>
        <w:rPr>
          <w:rFonts w:cs="Georgia"/>
          <w:bCs/>
          <w:kern w:val="1"/>
        </w:rPr>
        <w:t>comme c</w:t>
      </w:r>
      <w:r w:rsidR="000E1451">
        <w:rPr>
          <w:rFonts w:cs="Georgia"/>
          <w:bCs/>
          <w:kern w:val="1"/>
        </w:rPr>
        <w:t>’</w:t>
      </w:r>
      <w:r>
        <w:rPr>
          <w:rFonts w:cs="Georgia"/>
          <w:bCs/>
          <w:kern w:val="1"/>
        </w:rPr>
        <w:t>est le cas le plus fréquent</w:t>
      </w:r>
      <w:r w:rsidR="000E1451">
        <w:rPr>
          <w:rFonts w:cs="Georgia"/>
          <w:bCs/>
          <w:kern w:val="1"/>
        </w:rPr>
        <w:t xml:space="preserve">, </w:t>
      </w:r>
      <w:r>
        <w:rPr>
          <w:rFonts w:cs="Georgia"/>
          <w:bCs/>
          <w:kern w:val="1"/>
        </w:rPr>
        <w:t>je jette sur mes épaules une pèlerine</w:t>
      </w:r>
      <w:r w:rsidR="000E1451">
        <w:rPr>
          <w:rFonts w:cs="Georgia"/>
          <w:bCs/>
          <w:kern w:val="1"/>
        </w:rPr>
        <w:t xml:space="preserve">, </w:t>
      </w:r>
      <w:r>
        <w:rPr>
          <w:rFonts w:cs="Georgia"/>
          <w:bCs/>
          <w:kern w:val="1"/>
        </w:rPr>
        <w:t>et je m</w:t>
      </w:r>
      <w:r w:rsidR="000E1451">
        <w:rPr>
          <w:rFonts w:cs="Georgia"/>
          <w:bCs/>
          <w:kern w:val="1"/>
        </w:rPr>
        <w:t>’</w:t>
      </w:r>
      <w:r>
        <w:rPr>
          <w:rFonts w:cs="Georgia"/>
          <w:bCs/>
          <w:kern w:val="1"/>
        </w:rPr>
        <w:t>en vais à travers la forêt</w:t>
      </w:r>
      <w:r w:rsidR="000E1451">
        <w:rPr>
          <w:rFonts w:cs="Georgia"/>
          <w:bCs/>
          <w:kern w:val="1"/>
        </w:rPr>
        <w:t>.</w:t>
      </w:r>
    </w:p>
    <w:p w14:paraId="5136A706" w14:textId="77777777" w:rsidR="000E1451" w:rsidRDefault="00BE611A" w:rsidP="00BE611A">
      <w:pPr>
        <w:rPr>
          <w:rFonts w:cs="Georgia"/>
          <w:bCs/>
          <w:kern w:val="1"/>
        </w:rPr>
      </w:pPr>
      <w:r>
        <w:rPr>
          <w:rFonts w:cs="Georgia"/>
          <w:bCs/>
          <w:kern w:val="1"/>
        </w:rPr>
        <w:t>Dans les premiers temps</w:t>
      </w:r>
      <w:r w:rsidR="000E1451">
        <w:rPr>
          <w:rFonts w:cs="Georgia"/>
          <w:bCs/>
          <w:kern w:val="1"/>
        </w:rPr>
        <w:t xml:space="preserve">, </w:t>
      </w:r>
      <w:r>
        <w:rPr>
          <w:rFonts w:cs="Georgia"/>
          <w:bCs/>
          <w:kern w:val="1"/>
        </w:rPr>
        <w:t>il m</w:t>
      </w:r>
      <w:r w:rsidR="000E1451">
        <w:rPr>
          <w:rFonts w:cs="Georgia"/>
          <w:bCs/>
          <w:kern w:val="1"/>
        </w:rPr>
        <w:t>’</w:t>
      </w:r>
      <w:r>
        <w:rPr>
          <w:rFonts w:cs="Georgia"/>
          <w:bCs/>
          <w:kern w:val="1"/>
        </w:rPr>
        <w:t>arrivait fréquemment de franchir la chaîne broussailleuse des dunes et de me diriger vers l</w:t>
      </w:r>
      <w:r w:rsidR="000E1451">
        <w:rPr>
          <w:rFonts w:cs="Georgia"/>
          <w:bCs/>
          <w:kern w:val="1"/>
        </w:rPr>
        <w:t>’</w:t>
      </w:r>
      <w:r>
        <w:rPr>
          <w:rFonts w:cs="Georgia"/>
          <w:bCs/>
          <w:kern w:val="1"/>
        </w:rPr>
        <w:t>Océan</w:t>
      </w:r>
      <w:r w:rsidR="000E1451">
        <w:rPr>
          <w:rFonts w:cs="Georgia"/>
          <w:bCs/>
          <w:kern w:val="1"/>
        </w:rPr>
        <w:t xml:space="preserve">. </w:t>
      </w:r>
      <w:r>
        <w:rPr>
          <w:rFonts w:cs="Georgia"/>
          <w:bCs/>
          <w:kern w:val="1"/>
        </w:rPr>
        <w:t>Aujourd</w:t>
      </w:r>
      <w:r w:rsidR="000E1451">
        <w:rPr>
          <w:rFonts w:cs="Georgia"/>
          <w:bCs/>
          <w:kern w:val="1"/>
        </w:rPr>
        <w:t>’</w:t>
      </w:r>
      <w:r>
        <w:rPr>
          <w:rFonts w:cs="Georgia"/>
          <w:bCs/>
          <w:kern w:val="1"/>
        </w:rPr>
        <w:t>hui</w:t>
      </w:r>
      <w:r w:rsidR="000E1451">
        <w:rPr>
          <w:rFonts w:cs="Georgia"/>
          <w:bCs/>
          <w:kern w:val="1"/>
        </w:rPr>
        <w:t xml:space="preserve">, </w:t>
      </w:r>
      <w:r>
        <w:rPr>
          <w:rFonts w:cs="Georgia"/>
          <w:bCs/>
          <w:kern w:val="1"/>
        </w:rPr>
        <w:t>il est rare que je m</w:t>
      </w:r>
      <w:r w:rsidR="000E1451">
        <w:rPr>
          <w:rFonts w:cs="Georgia"/>
          <w:bCs/>
          <w:kern w:val="1"/>
        </w:rPr>
        <w:t>’</w:t>
      </w:r>
      <w:r>
        <w:rPr>
          <w:rFonts w:cs="Georgia"/>
          <w:bCs/>
          <w:kern w:val="1"/>
        </w:rPr>
        <w:t>aventure de ce côté</w:t>
      </w:r>
      <w:r w:rsidR="000E1451">
        <w:rPr>
          <w:rFonts w:cs="Georgia"/>
          <w:bCs/>
          <w:kern w:val="1"/>
        </w:rPr>
        <w:t xml:space="preserve">. </w:t>
      </w:r>
      <w:r>
        <w:rPr>
          <w:rFonts w:cs="Georgia"/>
          <w:bCs/>
          <w:kern w:val="1"/>
        </w:rPr>
        <w:t>Avec ses marées bondissantes</w:t>
      </w:r>
      <w:r w:rsidR="000E1451">
        <w:rPr>
          <w:rFonts w:cs="Georgia"/>
          <w:bCs/>
          <w:kern w:val="1"/>
        </w:rPr>
        <w:t xml:space="preserve">, </w:t>
      </w:r>
      <w:r>
        <w:rPr>
          <w:rFonts w:cs="Georgia"/>
          <w:bCs/>
          <w:kern w:val="1"/>
        </w:rPr>
        <w:t>son fracas</w:t>
      </w:r>
      <w:r w:rsidR="000E1451">
        <w:rPr>
          <w:rFonts w:cs="Georgia"/>
          <w:bCs/>
          <w:kern w:val="1"/>
        </w:rPr>
        <w:t xml:space="preserve">, </w:t>
      </w:r>
      <w:r>
        <w:rPr>
          <w:rFonts w:cs="Georgia"/>
          <w:bCs/>
          <w:kern w:val="1"/>
        </w:rPr>
        <w:t xml:space="preserve">son vent furieux au sein duquel les mouettes se renversent et </w:t>
      </w:r>
      <w:r>
        <w:rPr>
          <w:rFonts w:cs="Georgia"/>
          <w:bCs/>
          <w:kern w:val="1"/>
        </w:rPr>
        <w:lastRenderedPageBreak/>
        <w:t>tourbillonnent</w:t>
      </w:r>
      <w:r w:rsidR="000E1451">
        <w:rPr>
          <w:rFonts w:cs="Georgia"/>
          <w:bCs/>
          <w:kern w:val="1"/>
        </w:rPr>
        <w:t xml:space="preserve">, </w:t>
      </w:r>
      <w:r>
        <w:rPr>
          <w:rFonts w:cs="Georgia"/>
          <w:bCs/>
          <w:kern w:val="1"/>
        </w:rPr>
        <w:t>l</w:t>
      </w:r>
      <w:r w:rsidR="000E1451">
        <w:rPr>
          <w:rFonts w:cs="Georgia"/>
          <w:bCs/>
          <w:kern w:val="1"/>
        </w:rPr>
        <w:t>’</w:t>
      </w:r>
      <w:r>
        <w:rPr>
          <w:rFonts w:cs="Georgia"/>
          <w:bCs/>
          <w:kern w:val="1"/>
        </w:rPr>
        <w:t>échevèlement de ses immenses lames vertes</w:t>
      </w:r>
      <w:r w:rsidR="000E1451">
        <w:rPr>
          <w:rFonts w:cs="Georgia"/>
          <w:bCs/>
          <w:kern w:val="1"/>
        </w:rPr>
        <w:t xml:space="preserve">, </w:t>
      </w:r>
      <w:r>
        <w:rPr>
          <w:rFonts w:cs="Georgia"/>
          <w:bCs/>
          <w:kern w:val="1"/>
        </w:rPr>
        <w:t>cette mer éternellement mouvementée est pour moi trop différente de celle de là-bas</w:t>
      </w:r>
      <w:r w:rsidR="000E1451">
        <w:rPr>
          <w:rFonts w:cs="Georgia"/>
          <w:bCs/>
          <w:kern w:val="1"/>
        </w:rPr>
        <w:t xml:space="preserve">. </w:t>
      </w:r>
      <w:r>
        <w:rPr>
          <w:rFonts w:cs="Georgia"/>
          <w:bCs/>
          <w:kern w:val="1"/>
        </w:rPr>
        <w:t>Par contre</w:t>
      </w:r>
      <w:r w:rsidR="000E1451">
        <w:rPr>
          <w:rFonts w:cs="Georgia"/>
          <w:bCs/>
          <w:kern w:val="1"/>
        </w:rPr>
        <w:t xml:space="preserve">, </w:t>
      </w:r>
      <w:r>
        <w:rPr>
          <w:rFonts w:cs="Georgia"/>
          <w:bCs/>
          <w:kern w:val="1"/>
        </w:rPr>
        <w:t>à l</w:t>
      </w:r>
      <w:r w:rsidR="000E1451">
        <w:rPr>
          <w:rFonts w:cs="Georgia"/>
          <w:bCs/>
          <w:kern w:val="1"/>
        </w:rPr>
        <w:t>’</w:t>
      </w:r>
      <w:r>
        <w:rPr>
          <w:rFonts w:cs="Georgia"/>
          <w:bCs/>
          <w:kern w:val="1"/>
        </w:rPr>
        <w:t>est du village</w:t>
      </w:r>
      <w:r w:rsidR="000E1451">
        <w:rPr>
          <w:rFonts w:cs="Georgia"/>
          <w:bCs/>
          <w:kern w:val="1"/>
        </w:rPr>
        <w:t xml:space="preserve">, </w:t>
      </w:r>
      <w:r>
        <w:rPr>
          <w:rFonts w:cs="Georgia"/>
          <w:bCs/>
          <w:kern w:val="1"/>
        </w:rPr>
        <w:t>dans la partie septentrionale de l</w:t>
      </w:r>
      <w:r w:rsidR="000E1451">
        <w:rPr>
          <w:rFonts w:cs="Georgia"/>
          <w:bCs/>
          <w:kern w:val="1"/>
        </w:rPr>
        <w:t>’</w:t>
      </w:r>
      <w:r>
        <w:rPr>
          <w:rFonts w:cs="Georgia"/>
          <w:bCs/>
          <w:kern w:val="1"/>
        </w:rPr>
        <w:t>étang</w:t>
      </w:r>
      <w:r w:rsidR="000E1451">
        <w:rPr>
          <w:rFonts w:cs="Georgia"/>
          <w:bCs/>
          <w:kern w:val="1"/>
        </w:rPr>
        <w:t xml:space="preserve">, </w:t>
      </w:r>
      <w:r>
        <w:rPr>
          <w:rFonts w:cs="Georgia"/>
          <w:bCs/>
          <w:kern w:val="1"/>
        </w:rPr>
        <w:t>j</w:t>
      </w:r>
      <w:r w:rsidR="000E1451">
        <w:rPr>
          <w:rFonts w:cs="Georgia"/>
          <w:bCs/>
          <w:kern w:val="1"/>
        </w:rPr>
        <w:t>’</w:t>
      </w:r>
      <w:r>
        <w:rPr>
          <w:rFonts w:cs="Georgia"/>
          <w:bCs/>
          <w:kern w:val="1"/>
        </w:rPr>
        <w:t>ai découvert un recoin si isolé</w:t>
      </w:r>
      <w:r w:rsidR="000E1451">
        <w:rPr>
          <w:rFonts w:cs="Georgia"/>
          <w:bCs/>
          <w:kern w:val="1"/>
        </w:rPr>
        <w:t xml:space="preserve">, </w:t>
      </w:r>
      <w:r>
        <w:rPr>
          <w:rFonts w:cs="Georgia"/>
          <w:bCs/>
          <w:kern w:val="1"/>
        </w:rPr>
        <w:t>aux accès si encombrés de ronces et d</w:t>
      </w:r>
      <w:r w:rsidR="000E1451">
        <w:rPr>
          <w:rFonts w:cs="Georgia"/>
          <w:bCs/>
          <w:kern w:val="1"/>
        </w:rPr>
        <w:t>’</w:t>
      </w:r>
      <w:r>
        <w:rPr>
          <w:rFonts w:cs="Georgia"/>
          <w:bCs/>
          <w:kern w:val="1"/>
        </w:rPr>
        <w:t>ajoncs</w:t>
      </w:r>
      <w:r w:rsidR="000E1451">
        <w:rPr>
          <w:rFonts w:cs="Georgia"/>
          <w:bCs/>
          <w:kern w:val="1"/>
        </w:rPr>
        <w:t xml:space="preserve">, </w:t>
      </w:r>
      <w:r>
        <w:rPr>
          <w:rFonts w:cs="Georgia"/>
          <w:bCs/>
          <w:kern w:val="1"/>
        </w:rPr>
        <w:t>que seul un chien en quête de quelque bécasse pourrait avoir l</w:t>
      </w:r>
      <w:r w:rsidR="000E1451">
        <w:rPr>
          <w:rFonts w:cs="Georgia"/>
          <w:bCs/>
          <w:kern w:val="1"/>
        </w:rPr>
        <w:t>’</w:t>
      </w:r>
      <w:r>
        <w:rPr>
          <w:rFonts w:cs="Georgia"/>
          <w:bCs/>
          <w:kern w:val="1"/>
        </w:rPr>
        <w:t>idée de s</w:t>
      </w:r>
      <w:r w:rsidR="000E1451">
        <w:rPr>
          <w:rFonts w:cs="Georgia"/>
          <w:bCs/>
          <w:kern w:val="1"/>
        </w:rPr>
        <w:t>’</w:t>
      </w:r>
      <w:r>
        <w:rPr>
          <w:rFonts w:cs="Georgia"/>
          <w:bCs/>
          <w:kern w:val="1"/>
        </w:rPr>
        <w:t>y égarer</w:t>
      </w:r>
      <w:r w:rsidR="000E1451">
        <w:rPr>
          <w:rFonts w:cs="Georgia"/>
          <w:bCs/>
          <w:kern w:val="1"/>
        </w:rPr>
        <w:t xml:space="preserve">. </w:t>
      </w:r>
      <w:r>
        <w:rPr>
          <w:rFonts w:cs="Georgia"/>
          <w:bCs/>
          <w:kern w:val="1"/>
        </w:rPr>
        <w:t>Je m</w:t>
      </w:r>
      <w:r w:rsidR="000E1451">
        <w:rPr>
          <w:rFonts w:cs="Georgia"/>
          <w:bCs/>
          <w:kern w:val="1"/>
        </w:rPr>
        <w:t>’</w:t>
      </w:r>
      <w:r>
        <w:rPr>
          <w:rFonts w:cs="Georgia"/>
          <w:bCs/>
          <w:kern w:val="1"/>
        </w:rPr>
        <w:t>y rends par l</w:t>
      </w:r>
      <w:r w:rsidR="000E1451">
        <w:rPr>
          <w:rFonts w:cs="Georgia"/>
          <w:bCs/>
          <w:kern w:val="1"/>
        </w:rPr>
        <w:t>’</w:t>
      </w:r>
      <w:r>
        <w:rPr>
          <w:rFonts w:cs="Georgia"/>
          <w:bCs/>
          <w:kern w:val="1"/>
        </w:rPr>
        <w:t>étroit sentier qui chemine entre les arbres dont chacun porte à son flanc une longue écorchure luisante et rouge</w:t>
      </w:r>
      <w:r w:rsidR="000E1451">
        <w:rPr>
          <w:rFonts w:cs="Georgia"/>
          <w:bCs/>
          <w:kern w:val="1"/>
        </w:rPr>
        <w:t xml:space="preserve">. </w:t>
      </w:r>
      <w:r>
        <w:rPr>
          <w:rFonts w:cs="Georgia"/>
          <w:bCs/>
          <w:kern w:val="1"/>
        </w:rPr>
        <w:t>Bientôt</w:t>
      </w:r>
      <w:r w:rsidR="000E1451">
        <w:rPr>
          <w:rFonts w:cs="Georgia"/>
          <w:bCs/>
          <w:kern w:val="1"/>
        </w:rPr>
        <w:t xml:space="preserve">, </w:t>
      </w:r>
      <w:r>
        <w:rPr>
          <w:rFonts w:cs="Georgia"/>
          <w:bCs/>
          <w:kern w:val="1"/>
        </w:rPr>
        <w:t>entre leurs branches</w:t>
      </w:r>
      <w:r w:rsidR="000E1451">
        <w:rPr>
          <w:rFonts w:cs="Georgia"/>
          <w:bCs/>
          <w:kern w:val="1"/>
        </w:rPr>
        <w:t xml:space="preserve">, </w:t>
      </w:r>
      <w:r>
        <w:rPr>
          <w:rFonts w:cs="Georgia"/>
          <w:bCs/>
          <w:kern w:val="1"/>
        </w:rPr>
        <w:t>l</w:t>
      </w:r>
      <w:r w:rsidR="000E1451">
        <w:rPr>
          <w:rFonts w:cs="Georgia"/>
          <w:bCs/>
          <w:kern w:val="1"/>
        </w:rPr>
        <w:t>’</w:t>
      </w:r>
      <w:r>
        <w:rPr>
          <w:rFonts w:cs="Georgia"/>
          <w:bCs/>
          <w:kern w:val="1"/>
        </w:rPr>
        <w:t>étang m</w:t>
      </w:r>
      <w:r w:rsidR="000E1451">
        <w:rPr>
          <w:rFonts w:cs="Georgia"/>
          <w:bCs/>
          <w:kern w:val="1"/>
        </w:rPr>
        <w:t>’</w:t>
      </w:r>
      <w:r>
        <w:rPr>
          <w:rFonts w:cs="Georgia"/>
          <w:bCs/>
          <w:kern w:val="1"/>
        </w:rPr>
        <w:t>apparaît</w:t>
      </w:r>
      <w:r w:rsidR="000E1451">
        <w:rPr>
          <w:rFonts w:cs="Georgia"/>
          <w:bCs/>
          <w:kern w:val="1"/>
        </w:rPr>
        <w:t xml:space="preserve">. </w:t>
      </w:r>
      <w:r>
        <w:rPr>
          <w:rFonts w:cs="Georgia"/>
          <w:bCs/>
          <w:kern w:val="1"/>
        </w:rPr>
        <w:t>Je longe le sable qui le borde</w:t>
      </w:r>
      <w:r w:rsidR="000E1451">
        <w:rPr>
          <w:rFonts w:cs="Georgia"/>
          <w:bCs/>
          <w:kern w:val="1"/>
        </w:rPr>
        <w:t xml:space="preserve">, </w:t>
      </w:r>
      <w:r>
        <w:rPr>
          <w:rFonts w:cs="Georgia"/>
          <w:bCs/>
          <w:kern w:val="1"/>
        </w:rPr>
        <w:t>et qui fourmille</w:t>
      </w:r>
      <w:r w:rsidR="000E1451">
        <w:rPr>
          <w:rFonts w:cs="Georgia"/>
          <w:bCs/>
          <w:kern w:val="1"/>
        </w:rPr>
        <w:t xml:space="preserve">, </w:t>
      </w:r>
      <w:r>
        <w:rPr>
          <w:rFonts w:cs="Georgia"/>
          <w:bCs/>
          <w:kern w:val="1"/>
        </w:rPr>
        <w:t>ici aussi</w:t>
      </w:r>
      <w:r w:rsidR="000E1451">
        <w:rPr>
          <w:rFonts w:cs="Georgia"/>
          <w:bCs/>
          <w:kern w:val="1"/>
        </w:rPr>
        <w:t xml:space="preserve">, </w:t>
      </w:r>
      <w:r>
        <w:rPr>
          <w:rFonts w:cs="Georgia"/>
          <w:bCs/>
          <w:kern w:val="1"/>
        </w:rPr>
        <w:t>des empreintes en forme d</w:t>
      </w:r>
      <w:r w:rsidR="000E1451">
        <w:rPr>
          <w:rFonts w:cs="Georgia"/>
          <w:bCs/>
          <w:kern w:val="1"/>
        </w:rPr>
        <w:t>’</w:t>
      </w:r>
      <w:r>
        <w:rPr>
          <w:rFonts w:cs="Georgia"/>
          <w:bCs/>
          <w:kern w:val="1"/>
        </w:rPr>
        <w:t>étoiles qu</w:t>
      </w:r>
      <w:r w:rsidR="000E1451">
        <w:rPr>
          <w:rFonts w:cs="Georgia"/>
          <w:bCs/>
          <w:kern w:val="1"/>
        </w:rPr>
        <w:t>’</w:t>
      </w:r>
      <w:r>
        <w:rPr>
          <w:rFonts w:cs="Georgia"/>
          <w:bCs/>
          <w:kern w:val="1"/>
        </w:rPr>
        <w:t>y ont laissées les pattes des pluviers et des courlis</w:t>
      </w:r>
      <w:r w:rsidR="000E1451">
        <w:rPr>
          <w:rFonts w:cs="Georgia"/>
          <w:bCs/>
          <w:kern w:val="1"/>
        </w:rPr>
        <w:t xml:space="preserve">. </w:t>
      </w:r>
      <w:r>
        <w:rPr>
          <w:rFonts w:cs="Georgia"/>
          <w:bCs/>
          <w:kern w:val="1"/>
        </w:rPr>
        <w:t>Devant moi</w:t>
      </w:r>
      <w:r w:rsidR="000E1451">
        <w:rPr>
          <w:rFonts w:cs="Georgia"/>
          <w:bCs/>
          <w:kern w:val="1"/>
        </w:rPr>
        <w:t xml:space="preserve">, </w:t>
      </w:r>
      <w:r>
        <w:rPr>
          <w:rFonts w:cs="Georgia"/>
          <w:bCs/>
          <w:kern w:val="1"/>
        </w:rPr>
        <w:t>c</w:t>
      </w:r>
      <w:r w:rsidR="000E1451">
        <w:rPr>
          <w:rFonts w:cs="Georgia"/>
          <w:bCs/>
          <w:kern w:val="1"/>
        </w:rPr>
        <w:t>’</w:t>
      </w:r>
      <w:r>
        <w:rPr>
          <w:rFonts w:cs="Georgia"/>
          <w:bCs/>
          <w:kern w:val="1"/>
        </w:rPr>
        <w:t>est la même étendue décolorée</w:t>
      </w:r>
      <w:r w:rsidR="000E1451">
        <w:rPr>
          <w:rFonts w:cs="Georgia"/>
          <w:bCs/>
          <w:kern w:val="1"/>
        </w:rPr>
        <w:t xml:space="preserve">, </w:t>
      </w:r>
      <w:r>
        <w:rPr>
          <w:rFonts w:cs="Georgia"/>
          <w:bCs/>
          <w:kern w:val="1"/>
        </w:rPr>
        <w:t>le même horizon dont la ligne flotte</w:t>
      </w:r>
      <w:r w:rsidR="000E1451">
        <w:rPr>
          <w:rFonts w:cs="Georgia"/>
          <w:bCs/>
          <w:kern w:val="1"/>
        </w:rPr>
        <w:t xml:space="preserve">, </w:t>
      </w:r>
      <w:r>
        <w:rPr>
          <w:rFonts w:cs="Georgia"/>
          <w:bCs/>
          <w:kern w:val="1"/>
        </w:rPr>
        <w:t>indécise</w:t>
      </w:r>
      <w:r w:rsidR="000E1451">
        <w:rPr>
          <w:rFonts w:cs="Georgia"/>
          <w:bCs/>
          <w:kern w:val="1"/>
        </w:rPr>
        <w:t xml:space="preserve">, </w:t>
      </w:r>
      <w:r>
        <w:rPr>
          <w:rFonts w:cs="Georgia"/>
          <w:bCs/>
          <w:kern w:val="1"/>
        </w:rPr>
        <w:t>entre la terre</w:t>
      </w:r>
      <w:r w:rsidR="000E1451">
        <w:rPr>
          <w:rFonts w:cs="Georgia"/>
          <w:bCs/>
          <w:kern w:val="1"/>
        </w:rPr>
        <w:t xml:space="preserve">, </w:t>
      </w:r>
      <w:r>
        <w:rPr>
          <w:rFonts w:cs="Georgia"/>
          <w:bCs/>
          <w:kern w:val="1"/>
        </w:rPr>
        <w:t>l</w:t>
      </w:r>
      <w:r w:rsidR="000E1451">
        <w:rPr>
          <w:rFonts w:cs="Georgia"/>
          <w:bCs/>
          <w:kern w:val="1"/>
        </w:rPr>
        <w:t>’</w:t>
      </w:r>
      <w:r>
        <w:rPr>
          <w:rFonts w:cs="Georgia"/>
          <w:bCs/>
          <w:kern w:val="1"/>
        </w:rPr>
        <w:t>eau</w:t>
      </w:r>
      <w:r w:rsidR="000E1451">
        <w:rPr>
          <w:rFonts w:cs="Georgia"/>
          <w:bCs/>
          <w:kern w:val="1"/>
        </w:rPr>
        <w:t xml:space="preserve">, </w:t>
      </w:r>
      <w:r>
        <w:rPr>
          <w:rFonts w:cs="Georgia"/>
          <w:bCs/>
          <w:kern w:val="1"/>
        </w:rPr>
        <w:t>le ciel</w:t>
      </w:r>
      <w:r w:rsidR="000E1451">
        <w:rPr>
          <w:rFonts w:cs="Georgia"/>
          <w:bCs/>
          <w:kern w:val="1"/>
        </w:rPr>
        <w:t xml:space="preserve">, </w:t>
      </w:r>
      <w:r>
        <w:rPr>
          <w:rFonts w:cs="Georgia"/>
          <w:bCs/>
          <w:kern w:val="1"/>
        </w:rPr>
        <w:t>les mêmes blafardes vapeurs derrière lesquelles voyage indolemment un étrange soleil de cuivre rose</w:t>
      </w:r>
      <w:r w:rsidR="000E1451">
        <w:rPr>
          <w:rFonts w:cs="Georgia"/>
          <w:bCs/>
          <w:kern w:val="1"/>
        </w:rPr>
        <w:t xml:space="preserve">, </w:t>
      </w:r>
      <w:r>
        <w:rPr>
          <w:rFonts w:cs="Georgia"/>
          <w:bCs/>
          <w:kern w:val="1"/>
        </w:rPr>
        <w:t>le même silence</w:t>
      </w:r>
      <w:r w:rsidR="000E1451">
        <w:rPr>
          <w:rFonts w:cs="Georgia"/>
          <w:bCs/>
          <w:kern w:val="1"/>
        </w:rPr>
        <w:t xml:space="preserve">, </w:t>
      </w:r>
      <w:r>
        <w:rPr>
          <w:rFonts w:cs="Georgia"/>
          <w:bCs/>
          <w:kern w:val="1"/>
        </w:rPr>
        <w:t>enfin</w:t>
      </w:r>
      <w:r w:rsidR="000E1451">
        <w:rPr>
          <w:rFonts w:cs="Georgia"/>
          <w:bCs/>
          <w:kern w:val="1"/>
        </w:rPr>
        <w:t xml:space="preserve">. </w:t>
      </w:r>
      <w:r>
        <w:rPr>
          <w:rFonts w:cs="Georgia"/>
          <w:bCs/>
          <w:kern w:val="1"/>
        </w:rPr>
        <w:t>Je demeure là toute l</w:t>
      </w:r>
      <w:r w:rsidR="000E1451">
        <w:rPr>
          <w:rFonts w:cs="Georgia"/>
          <w:bCs/>
          <w:kern w:val="1"/>
        </w:rPr>
        <w:t>’</w:t>
      </w:r>
      <w:r>
        <w:rPr>
          <w:rFonts w:cs="Georgia"/>
          <w:bCs/>
          <w:kern w:val="1"/>
        </w:rPr>
        <w:t>après-midi</w:t>
      </w:r>
      <w:r w:rsidR="000E1451">
        <w:rPr>
          <w:rFonts w:cs="Georgia"/>
          <w:bCs/>
          <w:kern w:val="1"/>
        </w:rPr>
        <w:t xml:space="preserve">, </w:t>
      </w:r>
      <w:r>
        <w:rPr>
          <w:rFonts w:cs="Georgia"/>
          <w:bCs/>
          <w:kern w:val="1"/>
        </w:rPr>
        <w:t>jusqu</w:t>
      </w:r>
      <w:r w:rsidR="000E1451">
        <w:rPr>
          <w:rFonts w:cs="Georgia"/>
          <w:bCs/>
          <w:kern w:val="1"/>
        </w:rPr>
        <w:t>’</w:t>
      </w:r>
      <w:r>
        <w:rPr>
          <w:rFonts w:cs="Georgia"/>
          <w:bCs/>
          <w:kern w:val="1"/>
        </w:rPr>
        <w:t>à l</w:t>
      </w:r>
      <w:r w:rsidR="000E1451">
        <w:rPr>
          <w:rFonts w:cs="Georgia"/>
          <w:bCs/>
          <w:kern w:val="1"/>
        </w:rPr>
        <w:t>’</w:t>
      </w:r>
      <w:r>
        <w:rPr>
          <w:rFonts w:cs="Georgia"/>
          <w:bCs/>
          <w:kern w:val="1"/>
        </w:rPr>
        <w:t>heure où les canaux et les marais avoisinants commencent à retentir de l</w:t>
      </w:r>
      <w:r w:rsidR="000E1451">
        <w:rPr>
          <w:rFonts w:cs="Georgia"/>
          <w:bCs/>
          <w:kern w:val="1"/>
        </w:rPr>
        <w:t>’</w:t>
      </w:r>
      <w:r>
        <w:rPr>
          <w:rFonts w:cs="Georgia"/>
          <w:bCs/>
          <w:kern w:val="1"/>
        </w:rPr>
        <w:t>aigre cri crépusculaire des macreuses et des sarcelles</w:t>
      </w:r>
      <w:r w:rsidR="000E1451">
        <w:rPr>
          <w:rFonts w:cs="Georgia"/>
          <w:bCs/>
          <w:kern w:val="1"/>
        </w:rPr>
        <w:t xml:space="preserve">. </w:t>
      </w:r>
      <w:r>
        <w:rPr>
          <w:rFonts w:cs="Georgia"/>
          <w:bCs/>
          <w:kern w:val="1"/>
        </w:rPr>
        <w:t>Je fais si peu de bruit</w:t>
      </w:r>
      <w:r w:rsidR="000E1451">
        <w:rPr>
          <w:rFonts w:cs="Georgia"/>
          <w:bCs/>
          <w:kern w:val="1"/>
        </w:rPr>
        <w:t xml:space="preserve">, </w:t>
      </w:r>
      <w:r>
        <w:rPr>
          <w:rFonts w:cs="Georgia"/>
          <w:bCs/>
          <w:kern w:val="1"/>
        </w:rPr>
        <w:t>je me tiens si immobile qu</w:t>
      </w:r>
      <w:r w:rsidR="000E1451">
        <w:rPr>
          <w:rFonts w:cs="Georgia"/>
          <w:bCs/>
          <w:kern w:val="1"/>
        </w:rPr>
        <w:t>’</w:t>
      </w:r>
      <w:r>
        <w:rPr>
          <w:rFonts w:cs="Georgia"/>
          <w:bCs/>
          <w:kern w:val="1"/>
        </w:rPr>
        <w:t>un couple de ces pauvres bêtes s</w:t>
      </w:r>
      <w:r w:rsidR="000E1451">
        <w:rPr>
          <w:rFonts w:cs="Georgia"/>
          <w:bCs/>
          <w:kern w:val="1"/>
        </w:rPr>
        <w:t>’</w:t>
      </w:r>
      <w:r>
        <w:rPr>
          <w:rFonts w:cs="Georgia"/>
          <w:bCs/>
          <w:kern w:val="1"/>
        </w:rPr>
        <w:t>en vient parfois en naviguant passer tout près de moi</w:t>
      </w:r>
      <w:r w:rsidR="000E1451">
        <w:rPr>
          <w:rFonts w:cs="Georgia"/>
          <w:bCs/>
          <w:kern w:val="1"/>
        </w:rPr>
        <w:t xml:space="preserve">. </w:t>
      </w:r>
      <w:r>
        <w:rPr>
          <w:rFonts w:cs="Georgia"/>
          <w:bCs/>
          <w:kern w:val="1"/>
        </w:rPr>
        <w:t>Dimanche dernier</w:t>
      </w:r>
      <w:r w:rsidR="000E1451">
        <w:rPr>
          <w:rFonts w:cs="Georgia"/>
          <w:bCs/>
          <w:kern w:val="1"/>
        </w:rPr>
        <w:t xml:space="preserve">, </w:t>
      </w:r>
      <w:r>
        <w:rPr>
          <w:rFonts w:cs="Georgia"/>
          <w:bCs/>
          <w:kern w:val="1"/>
        </w:rPr>
        <w:t>j</w:t>
      </w:r>
      <w:r w:rsidR="000E1451">
        <w:rPr>
          <w:rFonts w:cs="Georgia"/>
          <w:bCs/>
          <w:kern w:val="1"/>
        </w:rPr>
        <w:t>’</w:t>
      </w:r>
      <w:r>
        <w:rPr>
          <w:rFonts w:cs="Georgia"/>
          <w:bCs/>
          <w:kern w:val="1"/>
        </w:rPr>
        <w:t>en ai vu une plus grosse que les autres</w:t>
      </w:r>
      <w:r w:rsidR="000E1451">
        <w:rPr>
          <w:rFonts w:cs="Georgia"/>
          <w:bCs/>
          <w:kern w:val="1"/>
        </w:rPr>
        <w:t xml:space="preserve">. </w:t>
      </w:r>
      <w:r>
        <w:rPr>
          <w:rFonts w:cs="Georgia"/>
          <w:bCs/>
          <w:kern w:val="1"/>
        </w:rPr>
        <w:t>Elle avait de bizarres reflets lie-de-vin</w:t>
      </w:r>
      <w:r w:rsidR="000E1451">
        <w:rPr>
          <w:rFonts w:cs="Georgia"/>
          <w:bCs/>
          <w:kern w:val="1"/>
        </w:rPr>
        <w:t xml:space="preserve">, </w:t>
      </w:r>
      <w:r>
        <w:rPr>
          <w:rFonts w:cs="Georgia"/>
          <w:bCs/>
          <w:kern w:val="1"/>
        </w:rPr>
        <w:t>une petite aigrette sur la tête</w:t>
      </w:r>
      <w:r w:rsidR="000E1451">
        <w:rPr>
          <w:rFonts w:cs="Georgia"/>
          <w:bCs/>
          <w:kern w:val="1"/>
        </w:rPr>
        <w:t xml:space="preserve">. </w:t>
      </w:r>
      <w:r>
        <w:rPr>
          <w:rFonts w:cs="Georgia"/>
          <w:bCs/>
          <w:kern w:val="1"/>
        </w:rPr>
        <w:t>Elle était de la même espèce</w:t>
      </w:r>
      <w:r w:rsidR="000E1451">
        <w:rPr>
          <w:rFonts w:cs="Georgia"/>
          <w:bCs/>
          <w:kern w:val="1"/>
        </w:rPr>
        <w:t xml:space="preserve">, </w:t>
      </w:r>
      <w:r>
        <w:rPr>
          <w:rFonts w:cs="Georgia"/>
          <w:bCs/>
          <w:kern w:val="1"/>
        </w:rPr>
        <w:t>j</w:t>
      </w:r>
      <w:r w:rsidR="000E1451">
        <w:rPr>
          <w:rFonts w:cs="Georgia"/>
          <w:bCs/>
          <w:kern w:val="1"/>
        </w:rPr>
        <w:t>’</w:t>
      </w:r>
      <w:r>
        <w:rPr>
          <w:rFonts w:cs="Georgia"/>
          <w:bCs/>
          <w:kern w:val="1"/>
        </w:rPr>
        <w:t>en suis sûr</w:t>
      </w:r>
      <w:r w:rsidR="000E1451">
        <w:rPr>
          <w:rFonts w:cs="Georgia"/>
          <w:bCs/>
          <w:kern w:val="1"/>
        </w:rPr>
        <w:t xml:space="preserve">, </w:t>
      </w:r>
      <w:r>
        <w:rPr>
          <w:rFonts w:cs="Georgia"/>
          <w:bCs/>
          <w:kern w:val="1"/>
        </w:rPr>
        <w:t>que celle qui est empaillée là-bas</w:t>
      </w:r>
      <w:r w:rsidR="000E1451">
        <w:rPr>
          <w:rFonts w:cs="Georgia"/>
          <w:bCs/>
          <w:kern w:val="1"/>
        </w:rPr>
        <w:t xml:space="preserve">, </w:t>
      </w:r>
      <w:r>
        <w:rPr>
          <w:rFonts w:cs="Georgia"/>
          <w:bCs/>
          <w:kern w:val="1"/>
        </w:rPr>
        <w:t>au château</w:t>
      </w:r>
      <w:r w:rsidR="000E1451">
        <w:rPr>
          <w:rFonts w:cs="Georgia"/>
          <w:bCs/>
          <w:kern w:val="1"/>
        </w:rPr>
        <w:t xml:space="preserve">, </w:t>
      </w:r>
      <w:r>
        <w:rPr>
          <w:rFonts w:cs="Georgia"/>
          <w:bCs/>
          <w:kern w:val="1"/>
        </w:rPr>
        <w:t>dans l</w:t>
      </w:r>
      <w:r w:rsidR="000E1451">
        <w:rPr>
          <w:rFonts w:cs="Georgia"/>
          <w:bCs/>
          <w:kern w:val="1"/>
        </w:rPr>
        <w:t>’</w:t>
      </w:r>
      <w:r>
        <w:rPr>
          <w:rFonts w:cs="Georgia"/>
          <w:bCs/>
          <w:kern w:val="1"/>
        </w:rPr>
        <w:t>angle gauche de la galerie du rez-de-chaussée</w:t>
      </w:r>
      <w:r w:rsidR="000E1451">
        <w:rPr>
          <w:rFonts w:cs="Georgia"/>
          <w:bCs/>
          <w:kern w:val="1"/>
        </w:rPr>
        <w:t xml:space="preserve">, </w:t>
      </w:r>
      <w:r>
        <w:rPr>
          <w:rFonts w:cs="Georgia"/>
          <w:bCs/>
          <w:kern w:val="1"/>
        </w:rPr>
        <w:t>à côté du placard du compteur électrique</w:t>
      </w:r>
      <w:r w:rsidR="000E1451">
        <w:rPr>
          <w:rFonts w:cs="Georgia"/>
          <w:bCs/>
          <w:kern w:val="1"/>
        </w:rPr>
        <w:t xml:space="preserve">. </w:t>
      </w:r>
      <w:r>
        <w:rPr>
          <w:rFonts w:cs="Georgia"/>
          <w:bCs/>
          <w:kern w:val="1"/>
        </w:rPr>
        <w:t>Ce soir-là</w:t>
      </w:r>
      <w:r w:rsidR="000E1451">
        <w:rPr>
          <w:rFonts w:cs="Georgia"/>
          <w:bCs/>
          <w:kern w:val="1"/>
        </w:rPr>
        <w:t xml:space="preserve">, </w:t>
      </w:r>
      <w:r>
        <w:rPr>
          <w:rFonts w:cs="Georgia"/>
          <w:bCs/>
          <w:kern w:val="1"/>
        </w:rPr>
        <w:t>le ciel est resté clair plus longtemps que de coutume</w:t>
      </w:r>
      <w:r w:rsidR="000E1451">
        <w:rPr>
          <w:rFonts w:cs="Georgia"/>
          <w:bCs/>
          <w:kern w:val="1"/>
        </w:rPr>
        <w:t xml:space="preserve">. </w:t>
      </w:r>
      <w:r>
        <w:rPr>
          <w:rFonts w:cs="Georgia"/>
          <w:bCs/>
          <w:kern w:val="1"/>
        </w:rPr>
        <w:t>À la lisière occidentale de l</w:t>
      </w:r>
      <w:r w:rsidR="000E1451">
        <w:rPr>
          <w:rFonts w:cs="Georgia"/>
          <w:bCs/>
          <w:kern w:val="1"/>
        </w:rPr>
        <w:t>’</w:t>
      </w:r>
      <w:r>
        <w:rPr>
          <w:rFonts w:cs="Georgia"/>
          <w:bCs/>
          <w:kern w:val="1"/>
        </w:rPr>
        <w:t>étang</w:t>
      </w:r>
      <w:r w:rsidR="000E1451">
        <w:rPr>
          <w:rFonts w:cs="Georgia"/>
          <w:bCs/>
          <w:kern w:val="1"/>
        </w:rPr>
        <w:t xml:space="preserve">, </w:t>
      </w:r>
      <w:r>
        <w:rPr>
          <w:rFonts w:cs="Georgia"/>
          <w:bCs/>
          <w:kern w:val="1"/>
        </w:rPr>
        <w:t>l</w:t>
      </w:r>
      <w:r w:rsidR="000E1451">
        <w:rPr>
          <w:rFonts w:cs="Georgia"/>
          <w:bCs/>
          <w:kern w:val="1"/>
        </w:rPr>
        <w:t>’</w:t>
      </w:r>
      <w:r>
        <w:rPr>
          <w:rFonts w:cs="Georgia"/>
          <w:bCs/>
          <w:kern w:val="1"/>
        </w:rPr>
        <w:t>usine se distinguait avec une netteté parfaite</w:t>
      </w:r>
      <w:r w:rsidR="000E1451">
        <w:rPr>
          <w:rFonts w:cs="Georgia"/>
          <w:bCs/>
          <w:kern w:val="1"/>
        </w:rPr>
        <w:t xml:space="preserve"> ; </w:t>
      </w:r>
      <w:r>
        <w:rPr>
          <w:rFonts w:cs="Georgia"/>
          <w:bCs/>
          <w:kern w:val="1"/>
        </w:rPr>
        <w:t>je voyais ses hangars allongés</w:t>
      </w:r>
      <w:r w:rsidR="000E1451">
        <w:rPr>
          <w:rFonts w:cs="Georgia"/>
          <w:bCs/>
          <w:kern w:val="1"/>
        </w:rPr>
        <w:t xml:space="preserve">, </w:t>
      </w:r>
      <w:r>
        <w:rPr>
          <w:rFonts w:cs="Georgia"/>
          <w:bCs/>
          <w:kern w:val="1"/>
        </w:rPr>
        <w:t>si semblables aux baraquements d</w:t>
      </w:r>
      <w:r w:rsidR="000E1451">
        <w:rPr>
          <w:rFonts w:cs="Georgia"/>
          <w:bCs/>
          <w:kern w:val="1"/>
        </w:rPr>
        <w:t>’</w:t>
      </w:r>
      <w:r>
        <w:rPr>
          <w:rFonts w:cs="Georgia"/>
          <w:bCs/>
          <w:kern w:val="1"/>
        </w:rPr>
        <w:t>un camp de prisonniers</w:t>
      </w:r>
      <w:r w:rsidR="000E1451">
        <w:rPr>
          <w:rFonts w:cs="Georgia"/>
          <w:bCs/>
          <w:kern w:val="1"/>
        </w:rPr>
        <w:t xml:space="preserve">, </w:t>
      </w:r>
      <w:r>
        <w:rPr>
          <w:rFonts w:cs="Georgia"/>
          <w:bCs/>
          <w:kern w:val="1"/>
        </w:rPr>
        <w:t>j</w:t>
      </w:r>
      <w:r w:rsidR="000E1451">
        <w:rPr>
          <w:rFonts w:cs="Georgia"/>
          <w:bCs/>
          <w:kern w:val="1"/>
        </w:rPr>
        <w:t>’</w:t>
      </w:r>
      <w:r>
        <w:rPr>
          <w:rFonts w:cs="Georgia"/>
          <w:bCs/>
          <w:kern w:val="1"/>
        </w:rPr>
        <w:t>apercevais les énormes cubes formés par l</w:t>
      </w:r>
      <w:r w:rsidR="000E1451">
        <w:rPr>
          <w:rFonts w:cs="Georgia"/>
          <w:bCs/>
          <w:kern w:val="1"/>
        </w:rPr>
        <w:t>’</w:t>
      </w:r>
      <w:r>
        <w:rPr>
          <w:rFonts w:cs="Georgia"/>
          <w:bCs/>
          <w:kern w:val="1"/>
        </w:rPr>
        <w:t>empilement de nos matériaux de construction</w:t>
      </w:r>
      <w:r w:rsidR="000E1451">
        <w:rPr>
          <w:rFonts w:cs="Georgia"/>
          <w:bCs/>
          <w:kern w:val="1"/>
        </w:rPr>
        <w:t xml:space="preserve">, </w:t>
      </w:r>
      <w:r>
        <w:rPr>
          <w:rFonts w:cs="Georgia"/>
          <w:bCs/>
          <w:kern w:val="1"/>
        </w:rPr>
        <w:t>piquets</w:t>
      </w:r>
      <w:r w:rsidR="000E1451">
        <w:rPr>
          <w:rFonts w:cs="Georgia"/>
          <w:bCs/>
          <w:kern w:val="1"/>
        </w:rPr>
        <w:t xml:space="preserve">, </w:t>
      </w:r>
      <w:r>
        <w:rPr>
          <w:rFonts w:cs="Georgia"/>
          <w:bCs/>
          <w:kern w:val="1"/>
        </w:rPr>
        <w:lastRenderedPageBreak/>
        <w:t>madriers</w:t>
      </w:r>
      <w:r w:rsidR="000E1451">
        <w:rPr>
          <w:rFonts w:cs="Georgia"/>
          <w:bCs/>
          <w:kern w:val="1"/>
        </w:rPr>
        <w:t xml:space="preserve">, </w:t>
      </w:r>
      <w:r>
        <w:rPr>
          <w:rFonts w:cs="Georgia"/>
          <w:bCs/>
          <w:kern w:val="1"/>
        </w:rPr>
        <w:t>planches de toutes dimensions</w:t>
      </w:r>
      <w:r w:rsidR="000E1451">
        <w:rPr>
          <w:rFonts w:cs="Georgia"/>
          <w:bCs/>
          <w:kern w:val="1"/>
        </w:rPr>
        <w:t xml:space="preserve">. </w:t>
      </w:r>
      <w:r>
        <w:rPr>
          <w:rFonts w:cs="Georgia"/>
          <w:bCs/>
          <w:kern w:val="1"/>
        </w:rPr>
        <w:t>Je songeais qu</w:t>
      </w:r>
      <w:r w:rsidR="000E1451">
        <w:rPr>
          <w:rFonts w:cs="Georgia"/>
          <w:bCs/>
          <w:kern w:val="1"/>
        </w:rPr>
        <w:t>’</w:t>
      </w:r>
      <w:r>
        <w:rPr>
          <w:rFonts w:cs="Georgia"/>
          <w:bCs/>
          <w:kern w:val="1"/>
        </w:rPr>
        <w:t>ici aussi une double haie de fils de fer barbelés les protège</w:t>
      </w:r>
      <w:r w:rsidR="000E1451">
        <w:rPr>
          <w:rFonts w:cs="Georgia"/>
          <w:bCs/>
          <w:kern w:val="1"/>
        </w:rPr>
        <w:t xml:space="preserve">… </w:t>
      </w:r>
      <w:r>
        <w:rPr>
          <w:rFonts w:cs="Georgia"/>
          <w:bCs/>
          <w:kern w:val="1"/>
        </w:rPr>
        <w:t>Mon Dieu</w:t>
      </w:r>
      <w:r w:rsidR="000E1451">
        <w:rPr>
          <w:rFonts w:cs="Georgia"/>
          <w:bCs/>
          <w:kern w:val="1"/>
        </w:rPr>
        <w:t xml:space="preserve"> ! </w:t>
      </w:r>
      <w:r>
        <w:rPr>
          <w:rFonts w:cs="Georgia"/>
          <w:bCs/>
          <w:kern w:val="1"/>
        </w:rPr>
        <w:t>À quoi bon tenter de fuir de tels souvenirs</w:t>
      </w:r>
      <w:r w:rsidR="000E1451">
        <w:rPr>
          <w:rFonts w:cs="Georgia"/>
          <w:bCs/>
          <w:kern w:val="1"/>
        </w:rPr>
        <w:t xml:space="preserve">, </w:t>
      </w:r>
      <w:r>
        <w:rPr>
          <w:rFonts w:cs="Georgia"/>
          <w:bCs/>
          <w:kern w:val="1"/>
        </w:rPr>
        <w:t>puisque tout conspire à les faire errer sans cesse autour de moi</w:t>
      </w:r>
      <w:r w:rsidR="000E1451">
        <w:rPr>
          <w:rFonts w:cs="Georgia"/>
          <w:bCs/>
          <w:kern w:val="1"/>
        </w:rPr>
        <w:t xml:space="preserve"> ? </w:t>
      </w:r>
      <w:r>
        <w:rPr>
          <w:rFonts w:cs="Georgia"/>
          <w:bCs/>
          <w:kern w:val="1"/>
        </w:rPr>
        <w:t>Mais à quoi bon aussi me complaire à les rechercher</w:t>
      </w:r>
      <w:r w:rsidR="000E1451">
        <w:rPr>
          <w:rFonts w:cs="Georgia"/>
          <w:bCs/>
          <w:kern w:val="1"/>
        </w:rPr>
        <w:t xml:space="preserve"> ? </w:t>
      </w:r>
      <w:r>
        <w:rPr>
          <w:rFonts w:cs="Georgia"/>
          <w:bCs/>
          <w:kern w:val="1"/>
        </w:rPr>
        <w:t>Les heures que je regrette ne renaîtront jamais</w:t>
      </w:r>
      <w:r w:rsidR="000E1451">
        <w:rPr>
          <w:rFonts w:cs="Georgia"/>
          <w:bCs/>
          <w:kern w:val="1"/>
        </w:rPr>
        <w:t xml:space="preserve">. </w:t>
      </w:r>
      <w:r>
        <w:rPr>
          <w:rFonts w:cs="Georgia"/>
          <w:bCs/>
          <w:kern w:val="1"/>
        </w:rPr>
        <w:t>Les choses que je pleure sont mortes</w:t>
      </w:r>
      <w:r w:rsidR="000E1451">
        <w:rPr>
          <w:rFonts w:cs="Georgia"/>
          <w:bCs/>
          <w:kern w:val="1"/>
        </w:rPr>
        <w:t>.</w:t>
      </w:r>
    </w:p>
    <w:p w14:paraId="38B282EC" w14:textId="77777777" w:rsidR="00BE611A" w:rsidRDefault="00BE611A" w:rsidP="00BE611A">
      <w:pPr>
        <w:rPr>
          <w:rFonts w:cs="Georgia"/>
          <w:kern w:val="1"/>
        </w:rPr>
      </w:pPr>
    </w:p>
    <w:p w14:paraId="3355673C" w14:textId="77777777" w:rsidR="000E1451" w:rsidRDefault="00BE611A" w:rsidP="00BE611A">
      <w:pPr>
        <w:rPr>
          <w:rFonts w:cs="Georgia"/>
          <w:bCs/>
          <w:kern w:val="1"/>
        </w:rPr>
      </w:pPr>
      <w:r>
        <w:rPr>
          <w:rFonts w:cs="Georgia"/>
          <w:bCs/>
          <w:kern w:val="1"/>
        </w:rPr>
        <w:t>À l</w:t>
      </w:r>
      <w:r w:rsidR="000E1451">
        <w:rPr>
          <w:rFonts w:cs="Georgia"/>
          <w:bCs/>
          <w:kern w:val="1"/>
        </w:rPr>
        <w:t>’</w:t>
      </w:r>
      <w:r>
        <w:rPr>
          <w:rFonts w:cs="Georgia"/>
          <w:bCs/>
          <w:kern w:val="1"/>
        </w:rPr>
        <w:t>usine</w:t>
      </w:r>
      <w:r w:rsidR="000E1451">
        <w:rPr>
          <w:rFonts w:cs="Georgia"/>
          <w:bCs/>
          <w:kern w:val="1"/>
        </w:rPr>
        <w:t xml:space="preserve">, </w:t>
      </w:r>
      <w:r>
        <w:rPr>
          <w:rFonts w:cs="Georgia"/>
          <w:bCs/>
          <w:kern w:val="1"/>
        </w:rPr>
        <w:t>on ne parle presque jamais de la guerre</w:t>
      </w:r>
      <w:r w:rsidR="000E1451">
        <w:rPr>
          <w:rFonts w:cs="Georgia"/>
          <w:bCs/>
          <w:kern w:val="1"/>
        </w:rPr>
        <w:t xml:space="preserve">. </w:t>
      </w:r>
      <w:r>
        <w:rPr>
          <w:rFonts w:cs="Georgia"/>
          <w:bCs/>
          <w:kern w:val="1"/>
        </w:rPr>
        <w:t>Employés alors dans des fabriques de munitions</w:t>
      </w:r>
      <w:r w:rsidR="000E1451">
        <w:rPr>
          <w:rFonts w:cs="Georgia"/>
          <w:bCs/>
          <w:kern w:val="1"/>
        </w:rPr>
        <w:t xml:space="preserve">, </w:t>
      </w:r>
      <w:r>
        <w:rPr>
          <w:rFonts w:cs="Georgia"/>
          <w:bCs/>
          <w:kern w:val="1"/>
        </w:rPr>
        <w:t>la plupart de nos ouvriers ne l</w:t>
      </w:r>
      <w:r w:rsidR="000E1451">
        <w:rPr>
          <w:rFonts w:cs="Georgia"/>
          <w:bCs/>
          <w:kern w:val="1"/>
        </w:rPr>
        <w:t>’</w:t>
      </w:r>
      <w:r>
        <w:rPr>
          <w:rFonts w:cs="Georgia"/>
          <w:bCs/>
          <w:kern w:val="1"/>
        </w:rPr>
        <w:t>ont pas faite</w:t>
      </w:r>
      <w:r w:rsidR="000E1451">
        <w:rPr>
          <w:rFonts w:cs="Georgia"/>
          <w:bCs/>
          <w:kern w:val="1"/>
        </w:rPr>
        <w:t xml:space="preserve">. </w:t>
      </w:r>
      <w:r>
        <w:rPr>
          <w:rFonts w:cs="Georgia"/>
          <w:bCs/>
          <w:kern w:val="1"/>
        </w:rPr>
        <w:t>Ils ne tiennent pas outre mesure à ce qu</w:t>
      </w:r>
      <w:r w:rsidR="000E1451">
        <w:rPr>
          <w:rFonts w:cs="Georgia"/>
          <w:bCs/>
          <w:kern w:val="1"/>
        </w:rPr>
        <w:t>’</w:t>
      </w:r>
      <w:r>
        <w:rPr>
          <w:rFonts w:cs="Georgia"/>
          <w:bCs/>
          <w:kern w:val="1"/>
        </w:rPr>
        <w:t>elle soit évoquée devant eux</w:t>
      </w:r>
      <w:r w:rsidR="000E1451">
        <w:rPr>
          <w:rFonts w:cs="Georgia"/>
          <w:bCs/>
          <w:kern w:val="1"/>
        </w:rPr>
        <w:t xml:space="preserve">. </w:t>
      </w:r>
      <w:r>
        <w:rPr>
          <w:rFonts w:cs="Georgia"/>
          <w:bCs/>
          <w:kern w:val="1"/>
        </w:rPr>
        <w:t>Comme ici tout le monde s</w:t>
      </w:r>
      <w:r w:rsidR="000E1451">
        <w:rPr>
          <w:rFonts w:cs="Georgia"/>
          <w:bCs/>
          <w:kern w:val="1"/>
        </w:rPr>
        <w:t>’</w:t>
      </w:r>
      <w:r>
        <w:rPr>
          <w:rFonts w:cs="Georgia"/>
          <w:bCs/>
          <w:kern w:val="1"/>
        </w:rPr>
        <w:t>entend à peu près bien</w:t>
      </w:r>
      <w:r w:rsidR="000E1451">
        <w:rPr>
          <w:rFonts w:cs="Georgia"/>
          <w:bCs/>
          <w:kern w:val="1"/>
        </w:rPr>
        <w:t xml:space="preserve">, </w:t>
      </w:r>
      <w:r>
        <w:rPr>
          <w:rFonts w:cs="Georgia"/>
          <w:bCs/>
          <w:kern w:val="1"/>
        </w:rPr>
        <w:t>et que nous avons intérêt à ne pas rompre cette harmonie</w:t>
      </w:r>
      <w:r w:rsidR="000E1451">
        <w:rPr>
          <w:rFonts w:cs="Georgia"/>
          <w:bCs/>
          <w:kern w:val="1"/>
        </w:rPr>
        <w:t xml:space="preserve">, </w:t>
      </w:r>
      <w:r>
        <w:rPr>
          <w:rFonts w:cs="Georgia"/>
          <w:bCs/>
          <w:kern w:val="1"/>
        </w:rPr>
        <w:t>ceux qui se sont battus se taisent par égard pour les autres</w:t>
      </w:r>
      <w:r w:rsidR="000E1451">
        <w:rPr>
          <w:rFonts w:cs="Georgia"/>
          <w:bCs/>
          <w:kern w:val="1"/>
        </w:rPr>
        <w:t xml:space="preserve">. </w:t>
      </w:r>
      <w:r>
        <w:rPr>
          <w:rFonts w:cs="Georgia"/>
          <w:bCs/>
          <w:kern w:val="1"/>
        </w:rPr>
        <w:t>À peine</w:t>
      </w:r>
      <w:r w:rsidR="000E1451">
        <w:rPr>
          <w:rFonts w:cs="Georgia"/>
          <w:bCs/>
          <w:kern w:val="1"/>
        </w:rPr>
        <w:t xml:space="preserve">, </w:t>
      </w:r>
      <w:r>
        <w:rPr>
          <w:rFonts w:cs="Georgia"/>
          <w:bCs/>
          <w:kern w:val="1"/>
        </w:rPr>
        <w:t>de temps en temps</w:t>
      </w:r>
      <w:r w:rsidR="000E1451">
        <w:rPr>
          <w:rFonts w:cs="Georgia"/>
          <w:bCs/>
          <w:kern w:val="1"/>
        </w:rPr>
        <w:t xml:space="preserve">, </w:t>
      </w:r>
      <w:r>
        <w:rPr>
          <w:rFonts w:cs="Georgia"/>
          <w:bCs/>
          <w:kern w:val="1"/>
        </w:rPr>
        <w:t>un mot qui tombe dans la conversation</w:t>
      </w:r>
      <w:r w:rsidR="000E1451">
        <w:rPr>
          <w:rFonts w:cs="Georgia"/>
          <w:bCs/>
          <w:kern w:val="1"/>
        </w:rPr>
        <w:t xml:space="preserve">, </w:t>
      </w:r>
      <w:r>
        <w:rPr>
          <w:rFonts w:cs="Georgia"/>
          <w:bCs/>
          <w:kern w:val="1"/>
        </w:rPr>
        <w:t>un silence</w:t>
      </w:r>
      <w:r w:rsidR="000E1451">
        <w:rPr>
          <w:rFonts w:cs="Georgia"/>
          <w:bCs/>
          <w:kern w:val="1"/>
        </w:rPr>
        <w:t xml:space="preserve">, </w:t>
      </w:r>
      <w:r>
        <w:rPr>
          <w:rFonts w:cs="Georgia"/>
          <w:bCs/>
          <w:kern w:val="1"/>
        </w:rPr>
        <w:t>le brusque rappel d</w:t>
      </w:r>
      <w:r w:rsidR="000E1451">
        <w:rPr>
          <w:rFonts w:cs="Georgia"/>
          <w:bCs/>
          <w:kern w:val="1"/>
        </w:rPr>
        <w:t>’</w:t>
      </w:r>
      <w:r>
        <w:rPr>
          <w:rFonts w:cs="Georgia"/>
          <w:bCs/>
          <w:kern w:val="1"/>
        </w:rPr>
        <w:t>un anniversaire viennent enfreindre cette consigne tacite</w:t>
      </w:r>
      <w:r w:rsidR="000E1451">
        <w:rPr>
          <w:rFonts w:cs="Georgia"/>
          <w:bCs/>
          <w:kern w:val="1"/>
        </w:rPr>
        <w:t xml:space="preserve">. </w:t>
      </w:r>
      <w:r>
        <w:rPr>
          <w:rFonts w:cs="Georgia"/>
          <w:bCs/>
          <w:kern w:val="1"/>
        </w:rPr>
        <w:t>Il est rare qu</w:t>
      </w:r>
      <w:r w:rsidR="000E1451">
        <w:rPr>
          <w:rFonts w:cs="Georgia"/>
          <w:bCs/>
          <w:kern w:val="1"/>
        </w:rPr>
        <w:t>’</w:t>
      </w:r>
      <w:r>
        <w:rPr>
          <w:rFonts w:cs="Georgia"/>
          <w:bCs/>
          <w:kern w:val="1"/>
        </w:rPr>
        <w:t>on aille plus loin</w:t>
      </w:r>
      <w:r w:rsidR="000E1451">
        <w:rPr>
          <w:rFonts w:cs="Georgia"/>
          <w:bCs/>
          <w:kern w:val="1"/>
        </w:rPr>
        <w:t xml:space="preserve">. </w:t>
      </w:r>
      <w:r>
        <w:rPr>
          <w:rFonts w:cs="Georgia"/>
          <w:bCs/>
          <w:kern w:val="1"/>
        </w:rPr>
        <w:t>C</w:t>
      </w:r>
      <w:r w:rsidR="000E1451">
        <w:rPr>
          <w:rFonts w:cs="Georgia"/>
          <w:bCs/>
          <w:kern w:val="1"/>
        </w:rPr>
        <w:t>’</w:t>
      </w:r>
      <w:r>
        <w:rPr>
          <w:rFonts w:cs="Georgia"/>
          <w:bCs/>
          <w:kern w:val="1"/>
        </w:rPr>
        <w:t>est devenu une règle de bienséance</w:t>
      </w:r>
      <w:r w:rsidR="000E1451">
        <w:rPr>
          <w:rFonts w:cs="Georgia"/>
          <w:bCs/>
          <w:kern w:val="1"/>
        </w:rPr>
        <w:t xml:space="preserve">. </w:t>
      </w:r>
      <w:r>
        <w:rPr>
          <w:rFonts w:cs="Georgia"/>
          <w:bCs/>
          <w:kern w:val="1"/>
        </w:rPr>
        <w:t>Seulement</w:t>
      </w:r>
      <w:r w:rsidR="000E1451">
        <w:rPr>
          <w:rFonts w:cs="Georgia"/>
          <w:bCs/>
          <w:kern w:val="1"/>
        </w:rPr>
        <w:t xml:space="preserve">, </w:t>
      </w:r>
      <w:r>
        <w:rPr>
          <w:rFonts w:cs="Georgia"/>
          <w:bCs/>
          <w:kern w:val="1"/>
        </w:rPr>
        <w:t>parfois</w:t>
      </w:r>
      <w:r w:rsidR="000E1451">
        <w:rPr>
          <w:rFonts w:cs="Georgia"/>
          <w:bCs/>
          <w:kern w:val="1"/>
        </w:rPr>
        <w:t xml:space="preserve">, </w:t>
      </w:r>
      <w:r>
        <w:rPr>
          <w:rFonts w:cs="Georgia"/>
          <w:bCs/>
          <w:kern w:val="1"/>
        </w:rPr>
        <w:t>dans un coin de la salle de réunion</w:t>
      </w:r>
      <w:r w:rsidR="000E1451">
        <w:rPr>
          <w:rFonts w:cs="Georgia"/>
          <w:bCs/>
          <w:kern w:val="1"/>
        </w:rPr>
        <w:t xml:space="preserve">, </w:t>
      </w:r>
      <w:r>
        <w:rPr>
          <w:rFonts w:cs="Georgia"/>
          <w:bCs/>
          <w:kern w:val="1"/>
        </w:rPr>
        <w:t>on aperçoit deux hommes accoudés à une table</w:t>
      </w:r>
      <w:r w:rsidR="000E1451">
        <w:rPr>
          <w:rFonts w:cs="Georgia"/>
          <w:bCs/>
          <w:kern w:val="1"/>
        </w:rPr>
        <w:t xml:space="preserve">, </w:t>
      </w:r>
      <w:r>
        <w:rPr>
          <w:rFonts w:cs="Georgia"/>
          <w:bCs/>
          <w:kern w:val="1"/>
        </w:rPr>
        <w:t>et qui causent à voix basse</w:t>
      </w:r>
      <w:r w:rsidR="000E1451">
        <w:rPr>
          <w:rFonts w:cs="Georgia"/>
          <w:bCs/>
          <w:kern w:val="1"/>
        </w:rPr>
        <w:t xml:space="preserve">, </w:t>
      </w:r>
      <w:r>
        <w:rPr>
          <w:rFonts w:cs="Georgia"/>
          <w:bCs/>
          <w:kern w:val="1"/>
        </w:rPr>
        <w:t>en fumant leurs pipes</w:t>
      </w:r>
      <w:r w:rsidR="000E1451">
        <w:rPr>
          <w:rFonts w:cs="Georgia"/>
          <w:bCs/>
          <w:kern w:val="1"/>
        </w:rPr>
        <w:t xml:space="preserve">. </w:t>
      </w:r>
      <w:r>
        <w:rPr>
          <w:rFonts w:cs="Georgia"/>
          <w:bCs/>
          <w:kern w:val="1"/>
        </w:rPr>
        <w:t>Ces deux-là y ont été</w:t>
      </w:r>
      <w:r w:rsidR="000E1451">
        <w:rPr>
          <w:rFonts w:cs="Georgia"/>
          <w:bCs/>
          <w:kern w:val="1"/>
        </w:rPr>
        <w:t xml:space="preserve">. </w:t>
      </w:r>
      <w:r>
        <w:rPr>
          <w:rFonts w:cs="Georgia"/>
          <w:bCs/>
          <w:kern w:val="1"/>
        </w:rPr>
        <w:t>On n</w:t>
      </w:r>
      <w:r w:rsidR="000E1451">
        <w:rPr>
          <w:rFonts w:cs="Georgia"/>
          <w:bCs/>
          <w:kern w:val="1"/>
        </w:rPr>
        <w:t>’</w:t>
      </w:r>
      <w:r>
        <w:rPr>
          <w:rFonts w:cs="Georgia"/>
          <w:bCs/>
          <w:kern w:val="1"/>
        </w:rPr>
        <w:t>a pas à se demander de quoi ils parlent</w:t>
      </w:r>
      <w:r w:rsidR="000E1451">
        <w:rPr>
          <w:rFonts w:cs="Georgia"/>
          <w:bCs/>
          <w:kern w:val="1"/>
        </w:rPr>
        <w:t>.</w:t>
      </w:r>
    </w:p>
    <w:p w14:paraId="6E6637EB" w14:textId="77777777" w:rsidR="00BE611A" w:rsidRDefault="00BE611A" w:rsidP="00BE611A">
      <w:pPr>
        <w:rPr>
          <w:rFonts w:cs="Georgia"/>
          <w:bCs/>
          <w:kern w:val="1"/>
        </w:rPr>
      </w:pPr>
      <w:r>
        <w:rPr>
          <w:rFonts w:cs="Georgia"/>
          <w:bCs/>
          <w:kern w:val="1"/>
        </w:rPr>
        <w:t>La guerre</w:t>
      </w:r>
      <w:r w:rsidR="000E1451">
        <w:rPr>
          <w:rFonts w:cs="Georgia"/>
          <w:bCs/>
          <w:kern w:val="1"/>
        </w:rPr>
        <w:t xml:space="preserve">, </w:t>
      </w:r>
      <w:r>
        <w:rPr>
          <w:rFonts w:cs="Georgia"/>
          <w:bCs/>
          <w:kern w:val="1"/>
        </w:rPr>
        <w:t>elle fut naturellement l</w:t>
      </w:r>
      <w:r w:rsidR="000E1451">
        <w:rPr>
          <w:rFonts w:cs="Georgia"/>
          <w:bCs/>
          <w:kern w:val="1"/>
        </w:rPr>
        <w:t>’</w:t>
      </w:r>
      <w:r>
        <w:rPr>
          <w:rFonts w:cs="Georgia"/>
          <w:bCs/>
          <w:kern w:val="1"/>
        </w:rPr>
        <w:t>unique sujet de nos conversations</w:t>
      </w:r>
      <w:r w:rsidR="000E1451">
        <w:rPr>
          <w:rFonts w:cs="Georgia"/>
          <w:bCs/>
          <w:kern w:val="1"/>
        </w:rPr>
        <w:t xml:space="preserve">, </w:t>
      </w:r>
      <w:r>
        <w:rPr>
          <w:rFonts w:cs="Georgia"/>
          <w:bCs/>
          <w:kern w:val="1"/>
        </w:rPr>
        <w:t>à Guérin et à moi</w:t>
      </w:r>
      <w:r w:rsidR="000E1451">
        <w:rPr>
          <w:rFonts w:cs="Georgia"/>
          <w:bCs/>
          <w:kern w:val="1"/>
        </w:rPr>
        <w:t xml:space="preserve">, </w:t>
      </w:r>
      <w:r>
        <w:rPr>
          <w:rFonts w:cs="Georgia"/>
          <w:bCs/>
          <w:kern w:val="1"/>
        </w:rPr>
        <w:t>dans les premières semaines de son arrivée parmi nous</w:t>
      </w:r>
      <w:r w:rsidR="000E1451">
        <w:rPr>
          <w:rFonts w:cs="Georgia"/>
          <w:bCs/>
          <w:kern w:val="1"/>
        </w:rPr>
        <w:t xml:space="preserve">. </w:t>
      </w:r>
      <w:r>
        <w:rPr>
          <w:rFonts w:cs="Georgia"/>
          <w:bCs/>
          <w:kern w:val="1"/>
        </w:rPr>
        <w:t>Qu</w:t>
      </w:r>
      <w:r w:rsidR="000E1451">
        <w:rPr>
          <w:rFonts w:cs="Georgia"/>
          <w:bCs/>
          <w:kern w:val="1"/>
        </w:rPr>
        <w:t>’</w:t>
      </w:r>
      <w:r>
        <w:rPr>
          <w:rFonts w:cs="Georgia"/>
          <w:bCs/>
          <w:kern w:val="1"/>
        </w:rPr>
        <w:t>on y songe</w:t>
      </w:r>
      <w:r w:rsidR="000E1451">
        <w:rPr>
          <w:rFonts w:cs="Georgia"/>
          <w:bCs/>
          <w:kern w:val="1"/>
        </w:rPr>
        <w:t xml:space="preserve"> : </w:t>
      </w:r>
      <w:r>
        <w:rPr>
          <w:rFonts w:cs="Georgia"/>
          <w:bCs/>
          <w:kern w:val="1"/>
        </w:rPr>
        <w:t>nous appartenions tous</w:t>
      </w:r>
      <w:r w:rsidR="00612E8B">
        <w:rPr>
          <w:rFonts w:cs="Georgia"/>
          <w:bCs/>
          <w:kern w:val="1"/>
        </w:rPr>
        <w:t xml:space="preserve"> </w:t>
      </w:r>
      <w:r>
        <w:rPr>
          <w:rFonts w:cs="Georgia"/>
          <w:bCs/>
          <w:kern w:val="1"/>
        </w:rPr>
        <w:t>deux à la même brigade</w:t>
      </w:r>
      <w:r w:rsidR="000E1451">
        <w:rPr>
          <w:rFonts w:cs="Georgia"/>
          <w:bCs/>
          <w:kern w:val="1"/>
        </w:rPr>
        <w:t xml:space="preserve"> ; </w:t>
      </w:r>
      <w:r>
        <w:rPr>
          <w:rFonts w:cs="Georgia"/>
          <w:bCs/>
          <w:kern w:val="1"/>
        </w:rPr>
        <w:t>nous avions été faits prisonniers presque ensemble</w:t>
      </w:r>
      <w:r w:rsidR="000E1451">
        <w:rPr>
          <w:rFonts w:cs="Georgia"/>
          <w:bCs/>
          <w:kern w:val="1"/>
        </w:rPr>
        <w:t xml:space="preserve">. </w:t>
      </w:r>
      <w:r>
        <w:rPr>
          <w:rFonts w:cs="Georgia"/>
          <w:bCs/>
          <w:kern w:val="1"/>
        </w:rPr>
        <w:t>Nous nous étions retrouvés au camp d</w:t>
      </w:r>
      <w:r w:rsidR="000E1451">
        <w:rPr>
          <w:rFonts w:cs="Georgia"/>
          <w:bCs/>
          <w:kern w:val="1"/>
        </w:rPr>
        <w:t>’</w:t>
      </w:r>
      <w:r>
        <w:rPr>
          <w:rFonts w:cs="Georgia"/>
          <w:bCs/>
          <w:kern w:val="1"/>
        </w:rPr>
        <w:t>Ohrdruf</w:t>
      </w:r>
      <w:r w:rsidR="000E1451">
        <w:rPr>
          <w:rFonts w:cs="Georgia"/>
          <w:bCs/>
          <w:kern w:val="1"/>
        </w:rPr>
        <w:t xml:space="preserve">, </w:t>
      </w:r>
      <w:r>
        <w:rPr>
          <w:rFonts w:cs="Georgia"/>
          <w:bCs/>
          <w:kern w:val="1"/>
        </w:rPr>
        <w:t>puis au camp de Wittenberg</w:t>
      </w:r>
      <w:r w:rsidR="000E1451">
        <w:rPr>
          <w:rFonts w:cs="Georgia"/>
          <w:bCs/>
          <w:kern w:val="1"/>
        </w:rPr>
        <w:t xml:space="preserve">, </w:t>
      </w:r>
      <w:r>
        <w:rPr>
          <w:rFonts w:cs="Georgia"/>
          <w:bCs/>
          <w:kern w:val="1"/>
        </w:rPr>
        <w:t>en juin 1916</w:t>
      </w:r>
      <w:r w:rsidR="000E1451">
        <w:rPr>
          <w:rFonts w:cs="Georgia"/>
          <w:bCs/>
          <w:kern w:val="1"/>
        </w:rPr>
        <w:t xml:space="preserve">, </w:t>
      </w:r>
      <w:r>
        <w:rPr>
          <w:rFonts w:cs="Georgia"/>
          <w:bCs/>
          <w:kern w:val="1"/>
        </w:rPr>
        <w:t>au moment de la grande épidémie de typhus</w:t>
      </w:r>
      <w:r w:rsidR="000E1451">
        <w:rPr>
          <w:rFonts w:cs="Georgia"/>
          <w:bCs/>
          <w:kern w:val="1"/>
        </w:rPr>
        <w:t xml:space="preserve">. </w:t>
      </w:r>
      <w:r>
        <w:rPr>
          <w:rFonts w:cs="Georgia"/>
          <w:bCs/>
          <w:kern w:val="1"/>
        </w:rPr>
        <w:t>À partir de cette date</w:t>
      </w:r>
      <w:r w:rsidR="000E1451">
        <w:rPr>
          <w:rFonts w:cs="Georgia"/>
          <w:bCs/>
          <w:kern w:val="1"/>
        </w:rPr>
        <w:t xml:space="preserve">, </w:t>
      </w:r>
      <w:r>
        <w:rPr>
          <w:rFonts w:cs="Georgia"/>
          <w:bCs/>
          <w:kern w:val="1"/>
        </w:rPr>
        <w:t>nous avions suivi la même fortune</w:t>
      </w:r>
      <w:r w:rsidR="000E1451">
        <w:rPr>
          <w:rFonts w:cs="Georgia"/>
          <w:bCs/>
          <w:kern w:val="1"/>
        </w:rPr>
        <w:t xml:space="preserve">, </w:t>
      </w:r>
      <w:r>
        <w:rPr>
          <w:rFonts w:cs="Georgia"/>
          <w:bCs/>
          <w:kern w:val="1"/>
        </w:rPr>
        <w:lastRenderedPageBreak/>
        <w:t>empierrant les mêmes routes de Thuringe</w:t>
      </w:r>
      <w:r w:rsidR="000E1451">
        <w:rPr>
          <w:rFonts w:cs="Georgia"/>
          <w:bCs/>
          <w:kern w:val="1"/>
        </w:rPr>
        <w:t xml:space="preserve">, </w:t>
      </w:r>
      <w:r>
        <w:rPr>
          <w:rFonts w:cs="Georgia"/>
          <w:bCs/>
          <w:kern w:val="1"/>
        </w:rPr>
        <w:t>bêchant les mêmes champs de betteraves des bords de l</w:t>
      </w:r>
      <w:r w:rsidR="000E1451">
        <w:rPr>
          <w:rFonts w:cs="Georgia"/>
          <w:bCs/>
          <w:kern w:val="1"/>
        </w:rPr>
        <w:t>’</w:t>
      </w:r>
      <w:r>
        <w:rPr>
          <w:rFonts w:cs="Georgia"/>
          <w:bCs/>
          <w:kern w:val="1"/>
        </w:rPr>
        <w:t>Oder ou de la Vistule</w:t>
      </w:r>
      <w:r w:rsidR="000E1451">
        <w:rPr>
          <w:rFonts w:cs="Georgia"/>
          <w:bCs/>
          <w:kern w:val="1"/>
        </w:rPr>
        <w:t xml:space="preserve">. </w:t>
      </w:r>
      <w:r>
        <w:rPr>
          <w:rFonts w:cs="Georgia"/>
          <w:bCs/>
          <w:kern w:val="1"/>
        </w:rPr>
        <w:t>Désignés tous deux pour le camp de représailles de Reichendorf</w:t>
      </w:r>
      <w:r w:rsidR="000E1451">
        <w:rPr>
          <w:rFonts w:cs="Georgia"/>
          <w:bCs/>
          <w:kern w:val="1"/>
        </w:rPr>
        <w:t xml:space="preserve">, </w:t>
      </w:r>
      <w:r>
        <w:rPr>
          <w:rFonts w:cs="Georgia"/>
          <w:bCs/>
          <w:kern w:val="1"/>
        </w:rPr>
        <w:t>en Prusse Orientale</w:t>
      </w:r>
      <w:r w:rsidR="000E1451">
        <w:rPr>
          <w:rFonts w:cs="Georgia"/>
          <w:bCs/>
          <w:kern w:val="1"/>
        </w:rPr>
        <w:t xml:space="preserve">, </w:t>
      </w:r>
      <w:r>
        <w:rPr>
          <w:rFonts w:cs="Georgia"/>
          <w:bCs/>
          <w:kern w:val="1"/>
        </w:rPr>
        <w:t>nous devions y rester</w:t>
      </w:r>
      <w:r w:rsidR="000E1451">
        <w:rPr>
          <w:rFonts w:cs="Georgia"/>
          <w:bCs/>
          <w:kern w:val="1"/>
        </w:rPr>
        <w:t xml:space="preserve">, </w:t>
      </w:r>
      <w:r>
        <w:rPr>
          <w:rFonts w:cs="Georgia"/>
          <w:bCs/>
          <w:kern w:val="1"/>
        </w:rPr>
        <w:t>moi jusqu</w:t>
      </w:r>
      <w:r w:rsidR="000E1451">
        <w:rPr>
          <w:rFonts w:cs="Georgia"/>
          <w:bCs/>
          <w:kern w:val="1"/>
        </w:rPr>
        <w:t>’</w:t>
      </w:r>
      <w:r>
        <w:rPr>
          <w:rFonts w:cs="Georgia"/>
          <w:bCs/>
          <w:kern w:val="1"/>
        </w:rPr>
        <w:t>à la fin de la guerre</w:t>
      </w:r>
      <w:r w:rsidR="000E1451">
        <w:rPr>
          <w:rFonts w:cs="Georgia"/>
          <w:bCs/>
          <w:kern w:val="1"/>
        </w:rPr>
        <w:t xml:space="preserve">, </w:t>
      </w:r>
      <w:r>
        <w:rPr>
          <w:rFonts w:cs="Georgia"/>
          <w:bCs/>
          <w:kern w:val="1"/>
        </w:rPr>
        <w:t>lui jusqu</w:t>
      </w:r>
      <w:r w:rsidR="000E1451">
        <w:rPr>
          <w:rFonts w:cs="Georgia"/>
          <w:bCs/>
          <w:kern w:val="1"/>
        </w:rPr>
        <w:t>’</w:t>
      </w:r>
      <w:r>
        <w:rPr>
          <w:rFonts w:cs="Georgia"/>
          <w:bCs/>
          <w:kern w:val="1"/>
        </w:rPr>
        <w:t>en juillet 1918</w:t>
      </w:r>
      <w:r w:rsidR="000E1451">
        <w:rPr>
          <w:rFonts w:cs="Georgia"/>
          <w:bCs/>
          <w:kern w:val="1"/>
        </w:rPr>
        <w:t xml:space="preserve">, </w:t>
      </w:r>
      <w:r>
        <w:rPr>
          <w:rFonts w:cs="Georgia"/>
          <w:bCs/>
          <w:kern w:val="1"/>
        </w:rPr>
        <w:t>époque à laquelle une commission médicale décida son envoi en Suisse</w:t>
      </w:r>
      <w:r w:rsidR="000E1451">
        <w:rPr>
          <w:rFonts w:cs="Georgia"/>
          <w:bCs/>
          <w:kern w:val="1"/>
        </w:rPr>
        <w:t xml:space="preserve">. </w:t>
      </w:r>
      <w:r>
        <w:rPr>
          <w:rFonts w:cs="Georgia"/>
          <w:bCs/>
          <w:kern w:val="1"/>
        </w:rPr>
        <w:t>Jamais</w:t>
      </w:r>
      <w:r w:rsidR="000E1451">
        <w:rPr>
          <w:rFonts w:cs="Georgia"/>
          <w:bCs/>
          <w:kern w:val="1"/>
        </w:rPr>
        <w:t xml:space="preserve">, </w:t>
      </w:r>
      <w:r>
        <w:rPr>
          <w:rFonts w:cs="Georgia"/>
          <w:bCs/>
          <w:kern w:val="1"/>
        </w:rPr>
        <w:t>depuis lors</w:t>
      </w:r>
      <w:r w:rsidR="000E1451">
        <w:rPr>
          <w:rFonts w:cs="Georgia"/>
          <w:bCs/>
          <w:kern w:val="1"/>
        </w:rPr>
        <w:t xml:space="preserve">, </w:t>
      </w:r>
      <w:r>
        <w:rPr>
          <w:rFonts w:cs="Georgia"/>
          <w:bCs/>
          <w:kern w:val="1"/>
        </w:rPr>
        <w:t>je n</w:t>
      </w:r>
      <w:r w:rsidR="000E1451">
        <w:rPr>
          <w:rFonts w:cs="Georgia"/>
          <w:bCs/>
          <w:kern w:val="1"/>
        </w:rPr>
        <w:t>’</w:t>
      </w:r>
      <w:r>
        <w:rPr>
          <w:rFonts w:cs="Georgia"/>
          <w:bCs/>
          <w:kern w:val="1"/>
        </w:rPr>
        <w:t>avais entendu parler de lui</w:t>
      </w:r>
      <w:r w:rsidR="000E1451">
        <w:rPr>
          <w:rFonts w:cs="Georgia"/>
          <w:bCs/>
          <w:kern w:val="1"/>
        </w:rPr>
        <w:t xml:space="preserve">. </w:t>
      </w:r>
      <w:r>
        <w:rPr>
          <w:rFonts w:cs="Georgia"/>
          <w:bCs/>
          <w:kern w:val="1"/>
        </w:rPr>
        <w:t>Or</w:t>
      </w:r>
      <w:r w:rsidR="000E1451">
        <w:rPr>
          <w:rFonts w:cs="Georgia"/>
          <w:bCs/>
          <w:kern w:val="1"/>
        </w:rPr>
        <w:t xml:space="preserve">, </w:t>
      </w:r>
      <w:r>
        <w:rPr>
          <w:rFonts w:cs="Georgia"/>
          <w:bCs/>
          <w:kern w:val="1"/>
        </w:rPr>
        <w:t>ayant réclamé il y a deux ans à ma société un contremaître supplémentaire</w:t>
      </w:r>
      <w:r w:rsidR="000E1451">
        <w:rPr>
          <w:rFonts w:cs="Georgia"/>
          <w:bCs/>
          <w:kern w:val="1"/>
        </w:rPr>
        <w:t xml:space="preserve">, </w:t>
      </w:r>
      <w:r>
        <w:rPr>
          <w:rFonts w:cs="Georgia"/>
          <w:bCs/>
          <w:kern w:val="1"/>
        </w:rPr>
        <w:t>je fus avisé qu</w:t>
      </w:r>
      <w:r w:rsidR="000E1451">
        <w:rPr>
          <w:rFonts w:cs="Georgia"/>
          <w:bCs/>
          <w:kern w:val="1"/>
        </w:rPr>
        <w:t>’</w:t>
      </w:r>
      <w:r>
        <w:rPr>
          <w:rFonts w:cs="Georgia"/>
          <w:bCs/>
          <w:kern w:val="1"/>
        </w:rPr>
        <w:t>on m</w:t>
      </w:r>
      <w:r w:rsidR="000E1451">
        <w:rPr>
          <w:rFonts w:cs="Georgia"/>
          <w:bCs/>
          <w:kern w:val="1"/>
        </w:rPr>
        <w:t>’</w:t>
      </w:r>
      <w:r>
        <w:rPr>
          <w:rFonts w:cs="Georgia"/>
          <w:bCs/>
          <w:kern w:val="1"/>
        </w:rPr>
        <w:t>en envoyait un appelé Guérin</w:t>
      </w:r>
      <w:r w:rsidR="000E1451">
        <w:rPr>
          <w:rFonts w:cs="Georgia"/>
          <w:bCs/>
          <w:kern w:val="1"/>
        </w:rPr>
        <w:t xml:space="preserve">. </w:t>
      </w:r>
      <w:r>
        <w:rPr>
          <w:rFonts w:cs="Georgia"/>
          <w:bCs/>
          <w:kern w:val="1"/>
        </w:rPr>
        <w:t>Je ne pouvais guère imaginer</w:t>
      </w:r>
      <w:r w:rsidR="000E1451">
        <w:rPr>
          <w:rFonts w:cs="Georgia"/>
          <w:bCs/>
          <w:kern w:val="1"/>
        </w:rPr>
        <w:t xml:space="preserve">, </w:t>
      </w:r>
      <w:r>
        <w:rPr>
          <w:rFonts w:cs="Georgia"/>
          <w:bCs/>
          <w:kern w:val="1"/>
        </w:rPr>
        <w:t>étant donné la fréquence d</w:t>
      </w:r>
      <w:r w:rsidR="000E1451">
        <w:rPr>
          <w:rFonts w:cs="Georgia"/>
          <w:bCs/>
          <w:kern w:val="1"/>
        </w:rPr>
        <w:t>’</w:t>
      </w:r>
      <w:r>
        <w:rPr>
          <w:rFonts w:cs="Georgia"/>
          <w:bCs/>
          <w:kern w:val="1"/>
        </w:rPr>
        <w:t>un tel nom</w:t>
      </w:r>
      <w:r w:rsidR="000E1451">
        <w:rPr>
          <w:rFonts w:cs="Georgia"/>
          <w:bCs/>
          <w:kern w:val="1"/>
        </w:rPr>
        <w:t xml:space="preserve">, </w:t>
      </w:r>
      <w:r>
        <w:rPr>
          <w:rFonts w:cs="Georgia"/>
          <w:bCs/>
          <w:kern w:val="1"/>
        </w:rPr>
        <w:t>que ce fût mon ancien camarade</w:t>
      </w:r>
      <w:r w:rsidR="000E1451">
        <w:rPr>
          <w:rFonts w:cs="Georgia"/>
          <w:bCs/>
          <w:kern w:val="1"/>
        </w:rPr>
        <w:t xml:space="preserve">. </w:t>
      </w:r>
      <w:r>
        <w:rPr>
          <w:rFonts w:cs="Georgia"/>
          <w:bCs/>
          <w:kern w:val="1"/>
        </w:rPr>
        <w:t>J</w:t>
      </w:r>
      <w:r w:rsidR="000E1451">
        <w:rPr>
          <w:rFonts w:cs="Georgia"/>
          <w:bCs/>
          <w:kern w:val="1"/>
        </w:rPr>
        <w:t>’</w:t>
      </w:r>
      <w:r>
        <w:rPr>
          <w:rFonts w:cs="Georgia"/>
          <w:bCs/>
          <w:kern w:val="1"/>
        </w:rPr>
        <w:t>allais néanmoins à la gare chercher le nouvel arrivant</w:t>
      </w:r>
      <w:r w:rsidR="000E1451">
        <w:rPr>
          <w:rFonts w:cs="Georgia"/>
          <w:bCs/>
          <w:kern w:val="1"/>
        </w:rPr>
        <w:t xml:space="preserve">. </w:t>
      </w:r>
      <w:r>
        <w:rPr>
          <w:rFonts w:cs="Georgia"/>
          <w:bCs/>
          <w:kern w:val="1"/>
        </w:rPr>
        <w:t>Nous eûmes tôt fait de nous reconnaître</w:t>
      </w:r>
      <w:r w:rsidR="000E1451">
        <w:rPr>
          <w:rFonts w:cs="Georgia"/>
          <w:bCs/>
          <w:kern w:val="1"/>
        </w:rPr>
        <w:t> : « </w:t>
      </w:r>
      <w:r>
        <w:rPr>
          <w:rFonts w:cs="Georgia"/>
          <w:bCs/>
          <w:kern w:val="1"/>
        </w:rPr>
        <w:t>Dumaine</w:t>
      </w:r>
      <w:r w:rsidR="000E1451">
        <w:rPr>
          <w:rFonts w:cs="Georgia"/>
          <w:bCs/>
          <w:kern w:val="1"/>
        </w:rPr>
        <w:t xml:space="preserve"> ! </w:t>
      </w:r>
      <w:r>
        <w:rPr>
          <w:rFonts w:cs="Georgia"/>
          <w:bCs/>
          <w:kern w:val="1"/>
        </w:rPr>
        <w:t>Oh</w:t>
      </w:r>
      <w:r w:rsidR="000E1451">
        <w:rPr>
          <w:rFonts w:cs="Georgia"/>
          <w:bCs/>
          <w:kern w:val="1"/>
        </w:rPr>
        <w:t xml:space="preserve"> ! </w:t>
      </w:r>
      <w:r>
        <w:rPr>
          <w:rFonts w:cs="Georgia"/>
          <w:bCs/>
          <w:kern w:val="1"/>
        </w:rPr>
        <w:t>ça</w:t>
      </w:r>
      <w:r w:rsidR="000E1451">
        <w:rPr>
          <w:rFonts w:cs="Georgia"/>
          <w:bCs/>
          <w:kern w:val="1"/>
        </w:rPr>
        <w:t xml:space="preserve">, </w:t>
      </w:r>
      <w:r>
        <w:rPr>
          <w:rFonts w:cs="Georgia"/>
          <w:bCs/>
          <w:kern w:val="1"/>
        </w:rPr>
        <w:t>alors</w:t>
      </w:r>
      <w:r w:rsidR="000E1451">
        <w:rPr>
          <w:rFonts w:cs="Georgia"/>
          <w:bCs/>
          <w:kern w:val="1"/>
        </w:rPr>
        <w:t xml:space="preserve">, </w:t>
      </w:r>
      <w:r>
        <w:rPr>
          <w:rFonts w:cs="Georgia"/>
          <w:bCs/>
          <w:kern w:val="1"/>
        </w:rPr>
        <w:t>comme chance</w:t>
      </w:r>
      <w:r w:rsidR="000E1451">
        <w:rPr>
          <w:rFonts w:cs="Georgia"/>
          <w:bCs/>
          <w:kern w:val="1"/>
        </w:rPr>
        <w:t> ! »</w:t>
      </w:r>
      <w:r>
        <w:rPr>
          <w:rFonts w:cs="Georgia"/>
          <w:bCs/>
          <w:kern w:val="1"/>
        </w:rPr>
        <w:t xml:space="preserve"> Nous étant embrassés à plusieurs reprises</w:t>
      </w:r>
      <w:r w:rsidR="000E1451">
        <w:rPr>
          <w:rFonts w:cs="Georgia"/>
          <w:bCs/>
          <w:kern w:val="1"/>
        </w:rPr>
        <w:t xml:space="preserve">, </w:t>
      </w:r>
      <w:r>
        <w:rPr>
          <w:rFonts w:cs="Georgia"/>
          <w:bCs/>
          <w:kern w:val="1"/>
        </w:rPr>
        <w:t>nous gagnâmes le village bras dessus</w:t>
      </w:r>
      <w:r w:rsidR="000E1451">
        <w:rPr>
          <w:rFonts w:cs="Georgia"/>
          <w:bCs/>
          <w:kern w:val="1"/>
        </w:rPr>
        <w:t xml:space="preserve">, </w:t>
      </w:r>
      <w:r>
        <w:rPr>
          <w:rFonts w:cs="Georgia"/>
          <w:bCs/>
          <w:kern w:val="1"/>
        </w:rPr>
        <w:t>bras dessous</w:t>
      </w:r>
      <w:r w:rsidR="000E1451">
        <w:rPr>
          <w:rFonts w:cs="Georgia"/>
          <w:bCs/>
          <w:kern w:val="1"/>
        </w:rPr>
        <w:t xml:space="preserve">, </w:t>
      </w:r>
      <w:r>
        <w:rPr>
          <w:rFonts w:cs="Georgia"/>
          <w:bCs/>
          <w:kern w:val="1"/>
        </w:rPr>
        <w:t>riant</w:t>
      </w:r>
      <w:r w:rsidR="000E1451">
        <w:rPr>
          <w:rFonts w:cs="Georgia"/>
          <w:bCs/>
          <w:kern w:val="1"/>
        </w:rPr>
        <w:t xml:space="preserve">, </w:t>
      </w:r>
      <w:r>
        <w:rPr>
          <w:rFonts w:cs="Georgia"/>
          <w:bCs/>
          <w:kern w:val="1"/>
        </w:rPr>
        <w:t>parlant de tout à la</w:t>
      </w:r>
      <w:r w:rsidR="00612E8B">
        <w:rPr>
          <w:rFonts w:cs="Georgia"/>
          <w:bCs/>
          <w:kern w:val="1"/>
        </w:rPr>
        <w:t xml:space="preserve"> </w:t>
      </w:r>
      <w:r>
        <w:rPr>
          <w:rFonts w:cs="Georgia"/>
          <w:bCs/>
          <w:kern w:val="1"/>
        </w:rPr>
        <w:t>fois</w:t>
      </w:r>
      <w:r w:rsidR="000E1451">
        <w:rPr>
          <w:rFonts w:cs="Georgia"/>
          <w:bCs/>
          <w:kern w:val="1"/>
        </w:rPr>
        <w:t> : « </w:t>
      </w:r>
      <w:r>
        <w:rPr>
          <w:rFonts w:cs="Georgia"/>
          <w:bCs/>
          <w:kern w:val="1"/>
        </w:rPr>
        <w:t>Ah</w:t>
      </w:r>
      <w:r w:rsidR="000E1451">
        <w:rPr>
          <w:rFonts w:cs="Georgia"/>
          <w:bCs/>
          <w:kern w:val="1"/>
        </w:rPr>
        <w:t xml:space="preserve"> ! </w:t>
      </w:r>
      <w:r>
        <w:rPr>
          <w:rFonts w:cs="Georgia"/>
          <w:bCs/>
          <w:kern w:val="1"/>
        </w:rPr>
        <w:t>si l</w:t>
      </w:r>
      <w:r w:rsidR="000E1451">
        <w:rPr>
          <w:rFonts w:cs="Georgia"/>
          <w:bCs/>
          <w:kern w:val="1"/>
        </w:rPr>
        <w:t>’</w:t>
      </w:r>
      <w:r>
        <w:rPr>
          <w:rFonts w:cs="Georgia"/>
          <w:bCs/>
          <w:kern w:val="1"/>
        </w:rPr>
        <w:t>on avait pu se douter</w:t>
      </w:r>
      <w:r w:rsidR="000E1451">
        <w:rPr>
          <w:rFonts w:cs="Georgia"/>
          <w:bCs/>
          <w:kern w:val="1"/>
        </w:rPr>
        <w:t xml:space="preserve"> !… </w:t>
      </w:r>
      <w:r w:rsidR="000E1451">
        <w:rPr>
          <w:rFonts w:cs="Georgia"/>
          <w:kern w:val="1"/>
        </w:rPr>
        <w:t xml:space="preserve">– </w:t>
      </w:r>
      <w:r>
        <w:rPr>
          <w:rFonts w:cs="Georgia"/>
          <w:bCs/>
          <w:kern w:val="1"/>
        </w:rPr>
        <w:t>Mais oui</w:t>
      </w:r>
      <w:r w:rsidR="000E1451">
        <w:rPr>
          <w:rFonts w:cs="Georgia"/>
          <w:bCs/>
          <w:kern w:val="1"/>
        </w:rPr>
        <w:t xml:space="preserve">, </w:t>
      </w:r>
      <w:r>
        <w:rPr>
          <w:rFonts w:cs="Georgia"/>
          <w:bCs/>
          <w:kern w:val="1"/>
        </w:rPr>
        <w:t>mon vieux</w:t>
      </w:r>
      <w:r w:rsidR="000E1451">
        <w:rPr>
          <w:rFonts w:cs="Georgia"/>
          <w:bCs/>
          <w:kern w:val="1"/>
        </w:rPr>
        <w:t xml:space="preserve">, </w:t>
      </w:r>
      <w:r>
        <w:rPr>
          <w:rFonts w:cs="Georgia"/>
          <w:bCs/>
          <w:kern w:val="1"/>
        </w:rPr>
        <w:t>on s</w:t>
      </w:r>
      <w:r w:rsidR="000E1451">
        <w:rPr>
          <w:rFonts w:cs="Georgia"/>
          <w:bCs/>
          <w:kern w:val="1"/>
        </w:rPr>
        <w:t>’</w:t>
      </w:r>
      <w:r>
        <w:rPr>
          <w:rFonts w:cs="Georgia"/>
          <w:bCs/>
          <w:kern w:val="1"/>
        </w:rPr>
        <w:t>est toujours retrouvé</w:t>
      </w:r>
      <w:r w:rsidR="000E1451">
        <w:rPr>
          <w:rFonts w:cs="Georgia"/>
          <w:bCs/>
          <w:kern w:val="1"/>
        </w:rPr>
        <w:t xml:space="preserve">. </w:t>
      </w:r>
      <w:r>
        <w:rPr>
          <w:rFonts w:cs="Georgia"/>
          <w:bCs/>
          <w:kern w:val="1"/>
        </w:rPr>
        <w:t>Ça fait une fois de plus</w:t>
      </w:r>
      <w:r w:rsidR="000E1451">
        <w:rPr>
          <w:rFonts w:cs="Georgia"/>
          <w:bCs/>
          <w:kern w:val="1"/>
        </w:rPr>
        <w:t xml:space="preserve">, </w:t>
      </w:r>
      <w:r>
        <w:rPr>
          <w:rFonts w:cs="Georgia"/>
          <w:bCs/>
          <w:kern w:val="1"/>
        </w:rPr>
        <w:t>voilà tout</w:t>
      </w:r>
      <w:r w:rsidR="000E1451">
        <w:rPr>
          <w:rFonts w:cs="Georgia"/>
          <w:bCs/>
          <w:kern w:val="1"/>
        </w:rPr>
        <w:t xml:space="preserve"> ! </w:t>
      </w:r>
      <w:r w:rsidR="000E1451">
        <w:rPr>
          <w:rFonts w:cs="Georgia"/>
          <w:kern w:val="1"/>
        </w:rPr>
        <w:t xml:space="preserve">– </w:t>
      </w:r>
      <w:r>
        <w:rPr>
          <w:rFonts w:cs="Georgia"/>
          <w:bCs/>
          <w:kern w:val="1"/>
        </w:rPr>
        <w:t>Et cette fois</w:t>
      </w:r>
      <w:r w:rsidR="000E1451">
        <w:rPr>
          <w:rFonts w:cs="Georgia"/>
          <w:bCs/>
          <w:kern w:val="1"/>
        </w:rPr>
        <w:t xml:space="preserve">, </w:t>
      </w:r>
      <w:r>
        <w:rPr>
          <w:rFonts w:cs="Georgia"/>
          <w:bCs/>
          <w:kern w:val="1"/>
        </w:rPr>
        <w:t>c</w:t>
      </w:r>
      <w:r w:rsidR="000E1451">
        <w:rPr>
          <w:rFonts w:cs="Georgia"/>
          <w:bCs/>
          <w:kern w:val="1"/>
        </w:rPr>
        <w:t>’</w:t>
      </w:r>
      <w:r>
        <w:rPr>
          <w:rFonts w:cs="Georgia"/>
          <w:bCs/>
          <w:kern w:val="1"/>
        </w:rPr>
        <w:t>est la bonne</w:t>
      </w:r>
      <w:r w:rsidR="000E1451">
        <w:rPr>
          <w:rFonts w:cs="Georgia"/>
          <w:bCs/>
          <w:kern w:val="1"/>
        </w:rPr>
        <w:t xml:space="preserve">, </w:t>
      </w:r>
      <w:r>
        <w:rPr>
          <w:rFonts w:cs="Georgia"/>
          <w:bCs/>
          <w:kern w:val="1"/>
        </w:rPr>
        <w:t>pas vrai</w:t>
      </w:r>
      <w:r w:rsidR="000E1451">
        <w:rPr>
          <w:rFonts w:cs="Georgia"/>
          <w:bCs/>
          <w:kern w:val="1"/>
        </w:rPr>
        <w:t xml:space="preserve"> ? </w:t>
      </w:r>
      <w:r>
        <w:rPr>
          <w:rFonts w:cs="Georgia"/>
          <w:bCs/>
          <w:kern w:val="1"/>
        </w:rPr>
        <w:t>Raconte-moi</w:t>
      </w:r>
      <w:r w:rsidR="000E1451">
        <w:rPr>
          <w:rFonts w:cs="Georgia"/>
          <w:bCs/>
          <w:kern w:val="1"/>
        </w:rPr>
        <w:t xml:space="preserve"> : </w:t>
      </w:r>
      <w:r>
        <w:rPr>
          <w:rFonts w:cs="Georgia"/>
          <w:bCs/>
          <w:kern w:val="1"/>
        </w:rPr>
        <w:t>est-ce qu</w:t>
      </w:r>
      <w:r w:rsidR="000E1451">
        <w:rPr>
          <w:rFonts w:cs="Georgia"/>
          <w:bCs/>
          <w:kern w:val="1"/>
        </w:rPr>
        <w:t>’</w:t>
      </w:r>
      <w:r>
        <w:rPr>
          <w:rFonts w:cs="Georgia"/>
          <w:bCs/>
          <w:kern w:val="1"/>
        </w:rPr>
        <w:t>on n</w:t>
      </w:r>
      <w:r w:rsidR="000E1451">
        <w:rPr>
          <w:rFonts w:cs="Georgia"/>
          <w:bCs/>
          <w:kern w:val="1"/>
        </w:rPr>
        <w:t>’</w:t>
      </w:r>
      <w:r>
        <w:rPr>
          <w:rFonts w:cs="Georgia"/>
          <w:bCs/>
          <w:kern w:val="1"/>
        </w:rPr>
        <w:t>est pas trop mal</w:t>
      </w:r>
      <w:r w:rsidR="000E1451">
        <w:rPr>
          <w:rFonts w:cs="Georgia"/>
          <w:bCs/>
          <w:kern w:val="1"/>
        </w:rPr>
        <w:t xml:space="preserve">, </w:t>
      </w:r>
      <w:r>
        <w:rPr>
          <w:rFonts w:cs="Georgia"/>
          <w:bCs/>
          <w:kern w:val="1"/>
        </w:rPr>
        <w:t>ici</w:t>
      </w:r>
      <w:r w:rsidR="000E1451">
        <w:rPr>
          <w:rFonts w:cs="Georgia"/>
          <w:bCs/>
          <w:kern w:val="1"/>
        </w:rPr>
        <w:t xml:space="preserve"> ? – </w:t>
      </w:r>
      <w:r>
        <w:rPr>
          <w:rFonts w:cs="Georgia"/>
          <w:bCs/>
          <w:kern w:val="1"/>
        </w:rPr>
        <w:t>Pas trop mal</w:t>
      </w:r>
      <w:r w:rsidR="000E1451">
        <w:rPr>
          <w:rFonts w:cs="Georgia"/>
          <w:bCs/>
          <w:kern w:val="1"/>
        </w:rPr>
        <w:t xml:space="preserve">. – </w:t>
      </w:r>
      <w:r>
        <w:rPr>
          <w:rFonts w:cs="Georgia"/>
          <w:bCs/>
          <w:kern w:val="1"/>
        </w:rPr>
        <w:t>Les patrons</w:t>
      </w:r>
      <w:r w:rsidR="000E1451">
        <w:rPr>
          <w:rFonts w:cs="Georgia"/>
          <w:bCs/>
          <w:kern w:val="1"/>
        </w:rPr>
        <w:t xml:space="preserve">, </w:t>
      </w:r>
      <w:r>
        <w:rPr>
          <w:rFonts w:cs="Georgia"/>
          <w:bCs/>
          <w:kern w:val="1"/>
        </w:rPr>
        <w:t>suffisamment à la coule</w:t>
      </w:r>
      <w:r w:rsidR="000E1451">
        <w:rPr>
          <w:rFonts w:cs="Georgia"/>
          <w:bCs/>
          <w:kern w:val="1"/>
        </w:rPr>
        <w:t xml:space="preserve"> ? – </w:t>
      </w:r>
      <w:r>
        <w:rPr>
          <w:rFonts w:cs="Georgia"/>
          <w:bCs/>
          <w:kern w:val="1"/>
        </w:rPr>
        <w:t>Suffisamment</w:t>
      </w:r>
      <w:r w:rsidR="000E1451">
        <w:rPr>
          <w:rFonts w:cs="Georgia"/>
          <w:bCs/>
          <w:kern w:val="1"/>
        </w:rPr>
        <w:t xml:space="preserve">, </w:t>
      </w:r>
      <w:r>
        <w:rPr>
          <w:rFonts w:cs="Georgia"/>
          <w:bCs/>
          <w:kern w:val="1"/>
        </w:rPr>
        <w:t>je crois</w:t>
      </w:r>
      <w:r w:rsidR="000E1451">
        <w:rPr>
          <w:rFonts w:cs="Georgia"/>
          <w:bCs/>
          <w:kern w:val="1"/>
        </w:rPr>
        <w:t xml:space="preserve">. – </w:t>
      </w:r>
      <w:r>
        <w:rPr>
          <w:rFonts w:cs="Georgia"/>
          <w:bCs/>
          <w:kern w:val="1"/>
        </w:rPr>
        <w:t>Tant mieux</w:t>
      </w:r>
      <w:r w:rsidR="000E1451">
        <w:rPr>
          <w:rFonts w:cs="Georgia"/>
          <w:bCs/>
          <w:kern w:val="1"/>
        </w:rPr>
        <w:t xml:space="preserve">, </w:t>
      </w:r>
      <w:r>
        <w:rPr>
          <w:rFonts w:cs="Georgia"/>
          <w:bCs/>
          <w:kern w:val="1"/>
        </w:rPr>
        <w:t>parce que</w:t>
      </w:r>
      <w:r w:rsidR="000E1451">
        <w:rPr>
          <w:rFonts w:cs="Georgia"/>
          <w:bCs/>
          <w:kern w:val="1"/>
        </w:rPr>
        <w:t xml:space="preserve">, </w:t>
      </w:r>
      <w:r>
        <w:rPr>
          <w:rFonts w:cs="Georgia"/>
          <w:bCs/>
          <w:kern w:val="1"/>
        </w:rPr>
        <w:t>vois-tu</w:t>
      </w:r>
      <w:r w:rsidR="000E1451">
        <w:rPr>
          <w:rFonts w:cs="Georgia"/>
          <w:bCs/>
          <w:kern w:val="1"/>
        </w:rPr>
        <w:t xml:space="preserve">, </w:t>
      </w:r>
      <w:r>
        <w:rPr>
          <w:rFonts w:cs="Georgia"/>
          <w:bCs/>
          <w:kern w:val="1"/>
        </w:rPr>
        <w:t>mon vieux</w:t>
      </w:r>
      <w:r w:rsidR="000E1451">
        <w:rPr>
          <w:rFonts w:cs="Georgia"/>
          <w:bCs/>
          <w:kern w:val="1"/>
        </w:rPr>
        <w:t xml:space="preserve">, </w:t>
      </w:r>
      <w:r>
        <w:rPr>
          <w:rFonts w:cs="Georgia"/>
          <w:bCs/>
          <w:kern w:val="1"/>
        </w:rPr>
        <w:t>après trois ans de Bochie</w:t>
      </w:r>
      <w:r w:rsidR="000E1451">
        <w:rPr>
          <w:rFonts w:cs="Georgia"/>
          <w:bCs/>
          <w:kern w:val="1"/>
        </w:rPr>
        <w:t xml:space="preserve">, </w:t>
      </w:r>
      <w:r>
        <w:rPr>
          <w:rFonts w:cs="Georgia"/>
          <w:bCs/>
          <w:kern w:val="1"/>
        </w:rPr>
        <w:t>je ne m</w:t>
      </w:r>
      <w:r w:rsidR="000E1451">
        <w:rPr>
          <w:rFonts w:cs="Georgia"/>
          <w:bCs/>
          <w:kern w:val="1"/>
        </w:rPr>
        <w:t>’</w:t>
      </w:r>
      <w:r>
        <w:rPr>
          <w:rFonts w:cs="Georgia"/>
          <w:bCs/>
          <w:kern w:val="1"/>
        </w:rPr>
        <w:t>en ressens plus guère pour tout le temps courber l</w:t>
      </w:r>
      <w:r w:rsidR="000E1451">
        <w:rPr>
          <w:rFonts w:cs="Georgia"/>
          <w:bCs/>
          <w:kern w:val="1"/>
        </w:rPr>
        <w:t>’</w:t>
      </w:r>
      <w:r>
        <w:rPr>
          <w:rFonts w:cs="Georgia"/>
          <w:bCs/>
          <w:kern w:val="1"/>
        </w:rPr>
        <w:t>échine</w:t>
      </w:r>
      <w:r w:rsidR="000E1451">
        <w:rPr>
          <w:rFonts w:cs="Georgia"/>
          <w:bCs/>
          <w:kern w:val="1"/>
        </w:rPr>
        <w:t xml:space="preserve">. </w:t>
      </w:r>
      <w:r>
        <w:rPr>
          <w:rFonts w:cs="Georgia"/>
          <w:bCs/>
          <w:kern w:val="1"/>
        </w:rPr>
        <w:t>D</w:t>
      </w:r>
      <w:r w:rsidR="000E1451">
        <w:rPr>
          <w:rFonts w:cs="Georgia"/>
          <w:bCs/>
          <w:kern w:val="1"/>
        </w:rPr>
        <w:t>’</w:t>
      </w:r>
      <w:r>
        <w:rPr>
          <w:rFonts w:cs="Georgia"/>
          <w:bCs/>
          <w:kern w:val="1"/>
        </w:rPr>
        <w:t>ailleurs je suis à un service où j</w:t>
      </w:r>
      <w:r w:rsidR="000E1451">
        <w:rPr>
          <w:rFonts w:cs="Georgia"/>
          <w:bCs/>
          <w:kern w:val="1"/>
        </w:rPr>
        <w:t>’</w:t>
      </w:r>
      <w:r>
        <w:rPr>
          <w:rFonts w:cs="Georgia"/>
          <w:bCs/>
          <w:kern w:val="1"/>
        </w:rPr>
        <w:t>entends avoir la paix</w:t>
      </w:r>
      <w:r w:rsidR="000E1451">
        <w:rPr>
          <w:rFonts w:cs="Georgia"/>
          <w:bCs/>
          <w:kern w:val="1"/>
        </w:rPr>
        <w:t xml:space="preserve">. </w:t>
      </w:r>
      <w:r>
        <w:rPr>
          <w:rFonts w:cs="Georgia"/>
          <w:bCs/>
          <w:kern w:val="1"/>
        </w:rPr>
        <w:t>Je viens pour les dynamos</w:t>
      </w:r>
      <w:r w:rsidR="000E1451">
        <w:rPr>
          <w:rFonts w:cs="Georgia"/>
          <w:bCs/>
          <w:kern w:val="1"/>
        </w:rPr>
        <w:t xml:space="preserve">. </w:t>
      </w:r>
      <w:r>
        <w:rPr>
          <w:rFonts w:cs="Georgia"/>
          <w:bCs/>
          <w:kern w:val="1"/>
        </w:rPr>
        <w:t>Et toi</w:t>
      </w:r>
      <w:r w:rsidR="000E1451">
        <w:rPr>
          <w:rFonts w:cs="Georgia"/>
          <w:bCs/>
          <w:kern w:val="1"/>
        </w:rPr>
        <w:t xml:space="preserve">, </w:t>
      </w:r>
      <w:r>
        <w:rPr>
          <w:rFonts w:cs="Georgia"/>
          <w:bCs/>
          <w:kern w:val="1"/>
        </w:rPr>
        <w:t>quel est ton boulot</w:t>
      </w:r>
      <w:r w:rsidR="000E1451">
        <w:rPr>
          <w:rFonts w:cs="Georgia"/>
          <w:bCs/>
          <w:kern w:val="1"/>
        </w:rPr>
        <w:t xml:space="preserve"> ? – </w:t>
      </w:r>
      <w:r>
        <w:rPr>
          <w:rFonts w:cs="Georgia"/>
          <w:bCs/>
          <w:kern w:val="1"/>
        </w:rPr>
        <w:t>Je suis l</w:t>
      </w:r>
      <w:r w:rsidR="000E1451">
        <w:rPr>
          <w:rFonts w:cs="Georgia"/>
          <w:bCs/>
          <w:kern w:val="1"/>
        </w:rPr>
        <w:t>’</w:t>
      </w:r>
      <w:r>
        <w:rPr>
          <w:rFonts w:cs="Georgia"/>
          <w:bCs/>
          <w:kern w:val="1"/>
        </w:rPr>
        <w:t>ingénieur</w:t>
      </w:r>
      <w:r w:rsidR="000E1451">
        <w:rPr>
          <w:rFonts w:cs="Georgia"/>
          <w:bCs/>
          <w:kern w:val="1"/>
        </w:rPr>
        <w:t>. »</w:t>
      </w:r>
      <w:r>
        <w:rPr>
          <w:rFonts w:cs="Georgia"/>
          <w:bCs/>
          <w:kern w:val="1"/>
        </w:rPr>
        <w:t xml:space="preserve"> Il se recula</w:t>
      </w:r>
      <w:r w:rsidR="000E1451">
        <w:rPr>
          <w:rFonts w:cs="Georgia"/>
          <w:bCs/>
          <w:kern w:val="1"/>
        </w:rPr>
        <w:t> : « </w:t>
      </w:r>
      <w:r>
        <w:rPr>
          <w:rFonts w:cs="Georgia"/>
          <w:bCs/>
          <w:kern w:val="1"/>
        </w:rPr>
        <w:t>Sans blague</w:t>
      </w:r>
      <w:r w:rsidR="000E1451">
        <w:rPr>
          <w:rFonts w:cs="Georgia"/>
          <w:bCs/>
          <w:kern w:val="1"/>
        </w:rPr>
        <w:t xml:space="preserve"> ? </w:t>
      </w:r>
      <w:r>
        <w:rPr>
          <w:rFonts w:cs="Georgia"/>
          <w:bCs/>
          <w:kern w:val="1"/>
        </w:rPr>
        <w:t>L</w:t>
      </w:r>
      <w:r w:rsidR="000E1451">
        <w:rPr>
          <w:rFonts w:cs="Georgia"/>
          <w:bCs/>
          <w:kern w:val="1"/>
        </w:rPr>
        <w:t>’</w:t>
      </w:r>
      <w:r>
        <w:rPr>
          <w:rFonts w:cs="Georgia"/>
          <w:bCs/>
          <w:kern w:val="1"/>
        </w:rPr>
        <w:t>ingénieur</w:t>
      </w:r>
      <w:r w:rsidR="000E1451">
        <w:rPr>
          <w:rFonts w:cs="Georgia"/>
          <w:bCs/>
          <w:kern w:val="1"/>
        </w:rPr>
        <w:t xml:space="preserve"> ! </w:t>
      </w:r>
      <w:r>
        <w:rPr>
          <w:rFonts w:cs="Georgia"/>
          <w:bCs/>
          <w:kern w:val="1"/>
        </w:rPr>
        <w:t>Pas celui en chef</w:t>
      </w:r>
      <w:r w:rsidR="000E1451">
        <w:rPr>
          <w:rFonts w:cs="Georgia"/>
          <w:bCs/>
          <w:kern w:val="1"/>
        </w:rPr>
        <w:t xml:space="preserve">, </w:t>
      </w:r>
      <w:r>
        <w:rPr>
          <w:rFonts w:cs="Georgia"/>
          <w:bCs/>
          <w:kern w:val="1"/>
        </w:rPr>
        <w:t>tout de même</w:t>
      </w:r>
      <w:r w:rsidR="000E1451">
        <w:rPr>
          <w:rFonts w:cs="Georgia"/>
          <w:bCs/>
          <w:kern w:val="1"/>
        </w:rPr>
        <w:t xml:space="preserve"> ? – </w:t>
      </w:r>
      <w:r>
        <w:rPr>
          <w:rFonts w:cs="Georgia"/>
          <w:bCs/>
          <w:kern w:val="1"/>
        </w:rPr>
        <w:t>Oui</w:t>
      </w:r>
      <w:r w:rsidR="000E1451">
        <w:rPr>
          <w:rFonts w:cs="Georgia"/>
          <w:bCs/>
          <w:kern w:val="1"/>
        </w:rPr>
        <w:t xml:space="preserve">, </w:t>
      </w:r>
      <w:r>
        <w:rPr>
          <w:rFonts w:cs="Georgia"/>
          <w:bCs/>
          <w:kern w:val="1"/>
        </w:rPr>
        <w:t>celui en chef</w:t>
      </w:r>
      <w:r w:rsidR="000E1451">
        <w:rPr>
          <w:rFonts w:cs="Georgia"/>
          <w:bCs/>
          <w:kern w:val="1"/>
        </w:rPr>
        <w:t xml:space="preserve">. – </w:t>
      </w:r>
      <w:r>
        <w:rPr>
          <w:rFonts w:cs="Georgia"/>
          <w:bCs/>
          <w:kern w:val="1"/>
        </w:rPr>
        <w:t>Rien que cela</w:t>
      </w:r>
      <w:r w:rsidR="000E1451">
        <w:rPr>
          <w:rFonts w:cs="Georgia"/>
          <w:bCs/>
          <w:kern w:val="1"/>
        </w:rPr>
        <w:t xml:space="preserve"> ! </w:t>
      </w:r>
      <w:r>
        <w:rPr>
          <w:rFonts w:cs="Georgia"/>
          <w:bCs/>
          <w:kern w:val="1"/>
        </w:rPr>
        <w:t>Excusez du peu</w:t>
      </w:r>
      <w:r w:rsidR="000E1451">
        <w:rPr>
          <w:rFonts w:cs="Georgia"/>
          <w:bCs/>
          <w:kern w:val="1"/>
        </w:rPr>
        <w:t xml:space="preserve">. </w:t>
      </w:r>
      <w:r>
        <w:rPr>
          <w:rFonts w:cs="Georgia"/>
          <w:bCs/>
          <w:kern w:val="1"/>
        </w:rPr>
        <w:t>C</w:t>
      </w:r>
      <w:r w:rsidR="000E1451">
        <w:rPr>
          <w:rFonts w:cs="Georgia"/>
          <w:bCs/>
          <w:kern w:val="1"/>
        </w:rPr>
        <w:t>’</w:t>
      </w:r>
      <w:r>
        <w:rPr>
          <w:rFonts w:cs="Georgia"/>
          <w:bCs/>
          <w:kern w:val="1"/>
        </w:rPr>
        <w:t>est vrai</w:t>
      </w:r>
      <w:r w:rsidR="000E1451">
        <w:rPr>
          <w:rFonts w:cs="Georgia"/>
          <w:bCs/>
          <w:kern w:val="1"/>
        </w:rPr>
        <w:t xml:space="preserve">, </w:t>
      </w:r>
      <w:r>
        <w:rPr>
          <w:rFonts w:cs="Georgia"/>
          <w:bCs/>
          <w:kern w:val="1"/>
        </w:rPr>
        <w:t>je suis une brute</w:t>
      </w:r>
      <w:r w:rsidR="000E1451">
        <w:rPr>
          <w:rFonts w:cs="Georgia"/>
          <w:bCs/>
          <w:kern w:val="1"/>
        </w:rPr>
        <w:t xml:space="preserve">. </w:t>
      </w:r>
      <w:r>
        <w:rPr>
          <w:rFonts w:cs="Georgia"/>
          <w:bCs/>
          <w:kern w:val="1"/>
        </w:rPr>
        <w:t>J</w:t>
      </w:r>
      <w:r w:rsidR="000E1451">
        <w:rPr>
          <w:rFonts w:cs="Georgia"/>
          <w:bCs/>
          <w:kern w:val="1"/>
        </w:rPr>
        <w:t>’</w:t>
      </w:r>
      <w:r>
        <w:rPr>
          <w:rFonts w:cs="Georgia"/>
          <w:bCs/>
          <w:kern w:val="1"/>
        </w:rPr>
        <w:t>oubliais que là-bas tu étais de ceux qui avaient fait leurs études</w:t>
      </w:r>
      <w:r w:rsidR="000E1451">
        <w:rPr>
          <w:rFonts w:cs="Georgia"/>
          <w:bCs/>
          <w:kern w:val="1"/>
        </w:rPr>
        <w:t xml:space="preserve">. </w:t>
      </w:r>
      <w:r>
        <w:rPr>
          <w:rFonts w:cs="Georgia"/>
          <w:bCs/>
          <w:kern w:val="1"/>
        </w:rPr>
        <w:t>Mes compliments</w:t>
      </w:r>
      <w:r w:rsidR="000E1451">
        <w:rPr>
          <w:rFonts w:cs="Georgia"/>
          <w:bCs/>
          <w:kern w:val="1"/>
        </w:rPr>
        <w:t xml:space="preserve">, </w:t>
      </w:r>
      <w:r>
        <w:rPr>
          <w:rFonts w:cs="Georgia"/>
          <w:bCs/>
          <w:kern w:val="1"/>
        </w:rPr>
        <w:t>vieux</w:t>
      </w:r>
      <w:r w:rsidR="000E1451">
        <w:rPr>
          <w:rFonts w:cs="Georgia"/>
          <w:bCs/>
          <w:kern w:val="1"/>
        </w:rPr>
        <w:t xml:space="preserve">. </w:t>
      </w:r>
      <w:r>
        <w:rPr>
          <w:rFonts w:cs="Georgia"/>
          <w:bCs/>
          <w:kern w:val="1"/>
        </w:rPr>
        <w:t>Et moi qui te tutoyais</w:t>
      </w:r>
      <w:r w:rsidR="000E1451">
        <w:rPr>
          <w:rFonts w:cs="Georgia"/>
          <w:bCs/>
          <w:kern w:val="1"/>
        </w:rPr>
        <w:t xml:space="preserve"> ! </w:t>
      </w:r>
      <w:r>
        <w:rPr>
          <w:rFonts w:cs="Georgia"/>
          <w:bCs/>
          <w:kern w:val="1"/>
        </w:rPr>
        <w:t>Excuse</w:t>
      </w:r>
      <w:r w:rsidR="000E1451">
        <w:rPr>
          <w:rFonts w:cs="Georgia"/>
          <w:bCs/>
          <w:kern w:val="1"/>
        </w:rPr>
        <w:t xml:space="preserve">. – </w:t>
      </w:r>
      <w:r>
        <w:rPr>
          <w:rFonts w:cs="Georgia"/>
          <w:bCs/>
          <w:kern w:val="1"/>
        </w:rPr>
        <w:t>Guérin</w:t>
      </w:r>
      <w:r w:rsidR="000E1451">
        <w:rPr>
          <w:rFonts w:cs="Georgia"/>
          <w:bCs/>
          <w:kern w:val="1"/>
        </w:rPr>
        <w:t xml:space="preserve">, </w:t>
      </w:r>
      <w:r>
        <w:rPr>
          <w:rFonts w:cs="Georgia"/>
          <w:bCs/>
          <w:kern w:val="1"/>
        </w:rPr>
        <w:t>deviendrais-tu fou</w:t>
      </w:r>
      <w:r w:rsidR="000E1451">
        <w:rPr>
          <w:rFonts w:cs="Georgia"/>
          <w:bCs/>
          <w:kern w:val="1"/>
        </w:rPr>
        <w:t xml:space="preserve"> ? </w:t>
      </w:r>
      <w:r w:rsidR="000E1451">
        <w:rPr>
          <w:rFonts w:cs="Georgia"/>
          <w:kern w:val="1"/>
        </w:rPr>
        <w:t xml:space="preserve">– </w:t>
      </w:r>
      <w:r>
        <w:rPr>
          <w:rFonts w:cs="Georgia"/>
          <w:bCs/>
          <w:kern w:val="1"/>
        </w:rPr>
        <w:t>Non</w:t>
      </w:r>
      <w:r w:rsidR="000E1451">
        <w:rPr>
          <w:rFonts w:cs="Georgia"/>
          <w:bCs/>
          <w:kern w:val="1"/>
        </w:rPr>
        <w:t xml:space="preserve">, </w:t>
      </w:r>
      <w:r>
        <w:rPr>
          <w:rFonts w:cs="Georgia"/>
          <w:bCs/>
          <w:kern w:val="1"/>
        </w:rPr>
        <w:t>non</w:t>
      </w:r>
      <w:r w:rsidR="000E1451">
        <w:rPr>
          <w:rFonts w:cs="Georgia"/>
          <w:bCs/>
          <w:kern w:val="1"/>
        </w:rPr>
        <w:t xml:space="preserve">, </w:t>
      </w:r>
      <w:r>
        <w:rPr>
          <w:rFonts w:cs="Georgia"/>
          <w:bCs/>
          <w:kern w:val="1"/>
        </w:rPr>
        <w:t>je comprends les choses</w:t>
      </w:r>
      <w:r w:rsidR="000E1451">
        <w:rPr>
          <w:rFonts w:cs="Georgia"/>
          <w:bCs/>
          <w:kern w:val="1"/>
        </w:rPr>
        <w:t xml:space="preserve">. </w:t>
      </w:r>
      <w:r>
        <w:rPr>
          <w:rFonts w:cs="Georgia"/>
          <w:bCs/>
          <w:kern w:val="1"/>
        </w:rPr>
        <w:t>Ça pourrait finir par te gêner</w:t>
      </w:r>
      <w:r w:rsidR="000E1451">
        <w:rPr>
          <w:rFonts w:cs="Georgia"/>
          <w:bCs/>
          <w:kern w:val="1"/>
        </w:rPr>
        <w:t xml:space="preserve">, </w:t>
      </w:r>
      <w:r>
        <w:rPr>
          <w:rFonts w:cs="Georgia"/>
          <w:bCs/>
          <w:kern w:val="1"/>
        </w:rPr>
        <w:t>à cause des autres</w:t>
      </w:r>
      <w:r w:rsidR="000E1451">
        <w:rPr>
          <w:rFonts w:cs="Georgia"/>
          <w:bCs/>
          <w:kern w:val="1"/>
        </w:rPr>
        <w:t xml:space="preserve">. – </w:t>
      </w:r>
      <w:r>
        <w:rPr>
          <w:rFonts w:cs="Georgia"/>
          <w:bCs/>
          <w:kern w:val="1"/>
        </w:rPr>
        <w:t>Guérin</w:t>
      </w:r>
      <w:r w:rsidR="000E1451">
        <w:rPr>
          <w:rFonts w:cs="Georgia"/>
          <w:bCs/>
          <w:kern w:val="1"/>
        </w:rPr>
        <w:t xml:space="preserve">, </w:t>
      </w:r>
      <w:r>
        <w:rPr>
          <w:rFonts w:cs="Georgia"/>
          <w:bCs/>
          <w:kern w:val="1"/>
        </w:rPr>
        <w:t>ça suffit</w:t>
      </w:r>
      <w:r w:rsidR="000E1451">
        <w:rPr>
          <w:rFonts w:cs="Georgia"/>
          <w:bCs/>
          <w:kern w:val="1"/>
        </w:rPr>
        <w:t xml:space="preserve">, </w:t>
      </w:r>
      <w:r>
        <w:rPr>
          <w:rFonts w:cs="Georgia"/>
          <w:bCs/>
          <w:kern w:val="1"/>
        </w:rPr>
        <w:t>n</w:t>
      </w:r>
      <w:r w:rsidR="000E1451">
        <w:rPr>
          <w:rFonts w:cs="Georgia"/>
          <w:bCs/>
          <w:kern w:val="1"/>
        </w:rPr>
        <w:t>’</w:t>
      </w:r>
      <w:r>
        <w:rPr>
          <w:rFonts w:cs="Georgia"/>
          <w:bCs/>
          <w:kern w:val="1"/>
        </w:rPr>
        <w:t>est-ce pas</w:t>
      </w:r>
      <w:r w:rsidR="000E1451">
        <w:rPr>
          <w:rFonts w:cs="Georgia"/>
          <w:bCs/>
          <w:kern w:val="1"/>
        </w:rPr>
        <w:t xml:space="preserve"> ? </w:t>
      </w:r>
      <w:r>
        <w:rPr>
          <w:rFonts w:cs="Georgia"/>
          <w:bCs/>
          <w:kern w:val="1"/>
        </w:rPr>
        <w:t xml:space="preserve">Si tu ne </w:t>
      </w:r>
      <w:r>
        <w:rPr>
          <w:rFonts w:cs="Georgia"/>
          <w:bCs/>
          <w:kern w:val="1"/>
        </w:rPr>
        <w:lastRenderedPageBreak/>
        <w:t>veux pas me voir me fâcher tout rouge</w:t>
      </w:r>
      <w:r w:rsidR="000E1451">
        <w:rPr>
          <w:rFonts w:cs="Georgia"/>
          <w:bCs/>
          <w:kern w:val="1"/>
        </w:rPr>
        <w:t xml:space="preserve">, </w:t>
      </w:r>
      <w:r>
        <w:rPr>
          <w:rFonts w:cs="Georgia"/>
          <w:bCs/>
          <w:kern w:val="1"/>
        </w:rPr>
        <w:t>hein</w:t>
      </w:r>
      <w:r w:rsidR="000E1451">
        <w:rPr>
          <w:rFonts w:cs="Georgia"/>
          <w:bCs/>
          <w:kern w:val="1"/>
        </w:rPr>
        <w:t xml:space="preserve"> ?… </w:t>
      </w:r>
      <w:r>
        <w:rPr>
          <w:rFonts w:cs="Georgia"/>
          <w:bCs/>
          <w:kern w:val="1"/>
        </w:rPr>
        <w:t>Dis-moi plutôt</w:t>
      </w:r>
      <w:r w:rsidR="000E1451">
        <w:rPr>
          <w:rFonts w:cs="Georgia"/>
          <w:bCs/>
          <w:kern w:val="1"/>
        </w:rPr>
        <w:t xml:space="preserve">, </w:t>
      </w:r>
      <w:r>
        <w:rPr>
          <w:rFonts w:cs="Georgia"/>
          <w:bCs/>
          <w:kern w:val="1"/>
        </w:rPr>
        <w:t>te rappelles-tu le camp d</w:t>
      </w:r>
      <w:r w:rsidR="000E1451">
        <w:rPr>
          <w:rFonts w:cs="Georgia"/>
          <w:bCs/>
          <w:kern w:val="1"/>
        </w:rPr>
        <w:t>’</w:t>
      </w:r>
      <w:r>
        <w:rPr>
          <w:rFonts w:cs="Georgia"/>
          <w:bCs/>
          <w:kern w:val="1"/>
        </w:rPr>
        <w:t>Erfurt</w:t>
      </w:r>
      <w:r w:rsidR="000E1451">
        <w:rPr>
          <w:rFonts w:cs="Georgia"/>
          <w:bCs/>
          <w:kern w:val="1"/>
        </w:rPr>
        <w:t xml:space="preserve"> ? – </w:t>
      </w:r>
      <w:r>
        <w:rPr>
          <w:rFonts w:cs="Georgia"/>
          <w:bCs/>
          <w:kern w:val="1"/>
        </w:rPr>
        <w:t>Si je me rappelle</w:t>
      </w:r>
      <w:r w:rsidR="000E1451">
        <w:rPr>
          <w:rFonts w:cs="Georgia"/>
          <w:bCs/>
          <w:kern w:val="1"/>
        </w:rPr>
        <w:t xml:space="preserve"> ! </w:t>
      </w:r>
      <w:r>
        <w:rPr>
          <w:rFonts w:cs="Georgia"/>
          <w:bCs/>
          <w:kern w:val="1"/>
        </w:rPr>
        <w:t>C</w:t>
      </w:r>
      <w:r w:rsidR="000E1451">
        <w:rPr>
          <w:rFonts w:cs="Georgia"/>
          <w:bCs/>
          <w:kern w:val="1"/>
        </w:rPr>
        <w:t>’</w:t>
      </w:r>
      <w:r>
        <w:rPr>
          <w:rFonts w:cs="Georgia"/>
          <w:bCs/>
          <w:kern w:val="1"/>
        </w:rPr>
        <w:t>est là que nous avions réussi à obliger le gefreiter à venir nous apporter tous les matins notre chocolat au lit</w:t>
      </w:r>
      <w:r w:rsidR="000E1451">
        <w:rPr>
          <w:rFonts w:cs="Georgia"/>
          <w:bCs/>
          <w:kern w:val="1"/>
        </w:rPr>
        <w:t xml:space="preserve">. </w:t>
      </w:r>
      <w:r>
        <w:rPr>
          <w:rFonts w:cs="Georgia"/>
          <w:bCs/>
          <w:kern w:val="1"/>
        </w:rPr>
        <w:t>Tu parles d</w:t>
      </w:r>
      <w:r w:rsidR="000E1451">
        <w:rPr>
          <w:rFonts w:cs="Georgia"/>
          <w:bCs/>
          <w:kern w:val="1"/>
        </w:rPr>
        <w:t>’</w:t>
      </w:r>
      <w:r>
        <w:rPr>
          <w:rFonts w:cs="Georgia"/>
          <w:bCs/>
          <w:kern w:val="1"/>
        </w:rPr>
        <w:t>une rigolade</w:t>
      </w:r>
      <w:r w:rsidR="000E1451">
        <w:rPr>
          <w:rFonts w:cs="Georgia"/>
          <w:bCs/>
          <w:kern w:val="1"/>
        </w:rPr>
        <w:t xml:space="preserve"> ! – </w:t>
      </w:r>
      <w:r>
        <w:rPr>
          <w:rFonts w:cs="Georgia"/>
          <w:bCs/>
          <w:kern w:val="1"/>
        </w:rPr>
        <w:t>Oui</w:t>
      </w:r>
      <w:r w:rsidR="000E1451">
        <w:rPr>
          <w:rFonts w:cs="Georgia"/>
          <w:bCs/>
          <w:kern w:val="1"/>
        </w:rPr>
        <w:t xml:space="preserve">, </w:t>
      </w:r>
      <w:r>
        <w:rPr>
          <w:rFonts w:cs="Georgia"/>
          <w:bCs/>
          <w:kern w:val="1"/>
        </w:rPr>
        <w:t>une rigolade</w:t>
      </w:r>
      <w:r w:rsidR="000E1451">
        <w:rPr>
          <w:rFonts w:cs="Georgia"/>
          <w:bCs/>
          <w:kern w:val="1"/>
        </w:rPr>
        <w:t xml:space="preserve">, </w:t>
      </w:r>
      <w:r>
        <w:rPr>
          <w:rFonts w:cs="Georgia"/>
          <w:bCs/>
          <w:kern w:val="1"/>
        </w:rPr>
        <w:t>mais qui a drôlement fini</w:t>
      </w:r>
      <w:r w:rsidR="000E1451">
        <w:rPr>
          <w:rFonts w:cs="Georgia"/>
          <w:bCs/>
          <w:kern w:val="1"/>
        </w:rPr>
        <w:t xml:space="preserve">. </w:t>
      </w:r>
      <w:r>
        <w:rPr>
          <w:rFonts w:cs="Georgia"/>
          <w:bCs/>
          <w:kern w:val="1"/>
        </w:rPr>
        <w:t>Il a été cassé</w:t>
      </w:r>
      <w:r w:rsidR="000E1451">
        <w:rPr>
          <w:rFonts w:cs="Georgia"/>
          <w:bCs/>
          <w:kern w:val="1"/>
        </w:rPr>
        <w:t xml:space="preserve">, </w:t>
      </w:r>
      <w:r>
        <w:rPr>
          <w:rFonts w:cs="Georgia"/>
          <w:bCs/>
          <w:kern w:val="1"/>
        </w:rPr>
        <w:t>et nous avons écopé chacun de quinze jours de cachot</w:t>
      </w:r>
      <w:r w:rsidR="000E1451">
        <w:rPr>
          <w:rFonts w:cs="Georgia"/>
          <w:bCs/>
          <w:kern w:val="1"/>
        </w:rPr>
        <w:t xml:space="preserve">. </w:t>
      </w:r>
      <w:r>
        <w:rPr>
          <w:rFonts w:cs="Georgia"/>
          <w:bCs/>
          <w:kern w:val="1"/>
        </w:rPr>
        <w:t>Et Reichendorf</w:t>
      </w:r>
      <w:r w:rsidR="000E1451">
        <w:rPr>
          <w:rFonts w:cs="Georgia"/>
          <w:bCs/>
          <w:kern w:val="1"/>
        </w:rPr>
        <w:t xml:space="preserve"> ? – </w:t>
      </w:r>
      <w:r>
        <w:rPr>
          <w:rFonts w:cs="Georgia"/>
          <w:bCs/>
          <w:kern w:val="1"/>
        </w:rPr>
        <w:t>Ah</w:t>
      </w:r>
      <w:r w:rsidR="000E1451">
        <w:rPr>
          <w:rFonts w:cs="Georgia"/>
          <w:bCs/>
          <w:kern w:val="1"/>
        </w:rPr>
        <w:t xml:space="preserve"> ! </w:t>
      </w:r>
      <w:r>
        <w:rPr>
          <w:rFonts w:cs="Georgia"/>
          <w:bCs/>
          <w:kern w:val="1"/>
        </w:rPr>
        <w:t>oui</w:t>
      </w:r>
      <w:r w:rsidR="000E1451">
        <w:rPr>
          <w:rFonts w:cs="Georgia"/>
          <w:bCs/>
          <w:kern w:val="1"/>
        </w:rPr>
        <w:t xml:space="preserve">, </w:t>
      </w:r>
      <w:r>
        <w:rPr>
          <w:rFonts w:cs="Georgia"/>
          <w:bCs/>
          <w:kern w:val="1"/>
        </w:rPr>
        <w:t>les représailles</w:t>
      </w:r>
      <w:r w:rsidR="000E1451">
        <w:rPr>
          <w:rFonts w:cs="Georgia"/>
          <w:bCs/>
          <w:kern w:val="1"/>
        </w:rPr>
        <w:t xml:space="preserve"> ! </w:t>
      </w:r>
      <w:r>
        <w:rPr>
          <w:rFonts w:cs="Georgia"/>
          <w:bCs/>
          <w:kern w:val="1"/>
        </w:rPr>
        <w:t>Quel sale bled</w:t>
      </w:r>
      <w:r w:rsidR="000E1451">
        <w:rPr>
          <w:rFonts w:cs="Georgia"/>
          <w:bCs/>
          <w:kern w:val="1"/>
        </w:rPr>
        <w:t xml:space="preserve">. </w:t>
      </w:r>
      <w:r>
        <w:rPr>
          <w:rFonts w:cs="Georgia"/>
          <w:bCs/>
          <w:kern w:val="1"/>
        </w:rPr>
        <w:t>Du sable et des grenouilles</w:t>
      </w:r>
      <w:r w:rsidR="000E1451">
        <w:rPr>
          <w:rFonts w:cs="Georgia"/>
          <w:bCs/>
          <w:kern w:val="1"/>
        </w:rPr>
        <w:t xml:space="preserve">. </w:t>
      </w:r>
      <w:r>
        <w:rPr>
          <w:rFonts w:cs="Georgia"/>
          <w:bCs/>
          <w:kern w:val="1"/>
        </w:rPr>
        <w:t>Mais dis donc</w:t>
      </w:r>
      <w:r w:rsidR="000E1451">
        <w:rPr>
          <w:rFonts w:cs="Georgia"/>
          <w:bCs/>
          <w:kern w:val="1"/>
        </w:rPr>
        <w:t xml:space="preserve">, </w:t>
      </w:r>
      <w:r>
        <w:rPr>
          <w:rFonts w:cs="Georgia"/>
          <w:bCs/>
          <w:kern w:val="1"/>
        </w:rPr>
        <w:t>ce patelin-ci</w:t>
      </w:r>
      <w:r w:rsidR="000E1451">
        <w:rPr>
          <w:rFonts w:cs="Georgia"/>
          <w:bCs/>
          <w:kern w:val="1"/>
        </w:rPr>
        <w:t xml:space="preserve">, </w:t>
      </w:r>
      <w:r>
        <w:rPr>
          <w:rFonts w:cs="Georgia"/>
          <w:bCs/>
          <w:kern w:val="1"/>
        </w:rPr>
        <w:t>on</w:t>
      </w:r>
      <w:r w:rsidR="00612E8B">
        <w:rPr>
          <w:rFonts w:cs="Georgia"/>
          <w:bCs/>
          <w:kern w:val="1"/>
        </w:rPr>
        <w:t xml:space="preserve"> </w:t>
      </w:r>
      <w:r>
        <w:rPr>
          <w:rFonts w:cs="Georgia"/>
          <w:bCs/>
          <w:kern w:val="1"/>
        </w:rPr>
        <w:t>dirait que ça y ressemble un peu</w:t>
      </w:r>
      <w:r w:rsidR="000E1451">
        <w:rPr>
          <w:rFonts w:cs="Georgia"/>
          <w:bCs/>
          <w:kern w:val="1"/>
        </w:rPr>
        <w:t xml:space="preserve">, </w:t>
      </w:r>
      <w:r>
        <w:rPr>
          <w:rFonts w:cs="Georgia"/>
          <w:bCs/>
          <w:kern w:val="1"/>
        </w:rPr>
        <w:t>à Reichendorf</w:t>
      </w:r>
      <w:r w:rsidR="000E1451">
        <w:rPr>
          <w:rFonts w:cs="Georgia"/>
          <w:bCs/>
          <w:kern w:val="1"/>
        </w:rPr>
        <w:t xml:space="preserve">. – </w:t>
      </w:r>
      <w:r>
        <w:rPr>
          <w:rFonts w:cs="Georgia"/>
          <w:bCs/>
          <w:kern w:val="1"/>
        </w:rPr>
        <w:t>Ah</w:t>
      </w:r>
      <w:r w:rsidR="000E1451">
        <w:rPr>
          <w:rFonts w:cs="Georgia"/>
          <w:bCs/>
          <w:kern w:val="1"/>
        </w:rPr>
        <w:t xml:space="preserve"> ! </w:t>
      </w:r>
      <w:r>
        <w:rPr>
          <w:rFonts w:cs="Georgia"/>
          <w:bCs/>
          <w:kern w:val="1"/>
        </w:rPr>
        <w:t>tu trouves</w:t>
      </w:r>
      <w:r w:rsidR="000E1451">
        <w:rPr>
          <w:rFonts w:cs="Georgia"/>
          <w:bCs/>
          <w:kern w:val="1"/>
        </w:rPr>
        <w:t xml:space="preserve">, </w:t>
      </w:r>
      <w:r>
        <w:rPr>
          <w:rFonts w:cs="Georgia"/>
          <w:bCs/>
          <w:kern w:val="1"/>
        </w:rPr>
        <w:t>toi aussi</w:t>
      </w:r>
      <w:r w:rsidR="000E1451">
        <w:rPr>
          <w:rFonts w:cs="Georgia"/>
          <w:bCs/>
          <w:kern w:val="1"/>
        </w:rPr>
        <w:t xml:space="preserve"> ? – </w:t>
      </w:r>
      <w:r>
        <w:rPr>
          <w:rFonts w:cs="Georgia"/>
          <w:bCs/>
          <w:kern w:val="1"/>
        </w:rPr>
        <w:t>Oui</w:t>
      </w:r>
      <w:r w:rsidR="000E1451">
        <w:rPr>
          <w:rFonts w:cs="Georgia"/>
          <w:bCs/>
          <w:kern w:val="1"/>
        </w:rPr>
        <w:t xml:space="preserve">, </w:t>
      </w:r>
      <w:r>
        <w:rPr>
          <w:rFonts w:cs="Georgia"/>
          <w:bCs/>
          <w:kern w:val="1"/>
        </w:rPr>
        <w:t>je trouve</w:t>
      </w:r>
      <w:r w:rsidR="000E1451">
        <w:rPr>
          <w:rFonts w:cs="Georgia"/>
          <w:bCs/>
          <w:kern w:val="1"/>
        </w:rPr>
        <w:t xml:space="preserve">. </w:t>
      </w:r>
      <w:r>
        <w:rPr>
          <w:rFonts w:cs="Georgia"/>
          <w:bCs/>
          <w:kern w:val="1"/>
        </w:rPr>
        <w:t>C</w:t>
      </w:r>
      <w:r w:rsidR="000E1451">
        <w:rPr>
          <w:rFonts w:cs="Georgia"/>
          <w:bCs/>
          <w:kern w:val="1"/>
        </w:rPr>
        <w:t>’</w:t>
      </w:r>
      <w:r>
        <w:rPr>
          <w:rFonts w:cs="Georgia"/>
          <w:bCs/>
          <w:kern w:val="1"/>
        </w:rPr>
        <w:t>est égal</w:t>
      </w:r>
      <w:r w:rsidR="000E1451">
        <w:rPr>
          <w:rFonts w:cs="Georgia"/>
          <w:bCs/>
          <w:kern w:val="1"/>
        </w:rPr>
        <w:t xml:space="preserve">, </w:t>
      </w:r>
      <w:r>
        <w:rPr>
          <w:rFonts w:cs="Georgia"/>
          <w:bCs/>
          <w:kern w:val="1"/>
        </w:rPr>
        <w:t>quelle veine</w:t>
      </w:r>
      <w:r w:rsidR="000E1451">
        <w:rPr>
          <w:rFonts w:cs="Georgia"/>
          <w:bCs/>
          <w:kern w:val="1"/>
        </w:rPr>
        <w:t xml:space="preserve"> ! </w:t>
      </w:r>
      <w:r>
        <w:rPr>
          <w:rFonts w:cs="Georgia"/>
          <w:bCs/>
          <w:kern w:val="1"/>
        </w:rPr>
        <w:t>Bon Dieu</w:t>
      </w:r>
      <w:r w:rsidR="000E1451">
        <w:rPr>
          <w:rFonts w:cs="Georgia"/>
          <w:bCs/>
          <w:kern w:val="1"/>
        </w:rPr>
        <w:t xml:space="preserve">, </w:t>
      </w:r>
      <w:r>
        <w:rPr>
          <w:rFonts w:cs="Georgia"/>
          <w:bCs/>
          <w:kern w:val="1"/>
        </w:rPr>
        <w:t>quelle veine</w:t>
      </w:r>
      <w:r w:rsidR="000E1451">
        <w:rPr>
          <w:rFonts w:cs="Georgia"/>
          <w:bCs/>
          <w:kern w:val="1"/>
        </w:rPr>
        <w:t xml:space="preserve">. </w:t>
      </w:r>
      <w:r>
        <w:rPr>
          <w:rFonts w:cs="Georgia"/>
          <w:bCs/>
          <w:kern w:val="1"/>
        </w:rPr>
        <w:t>Je ne t</w:t>
      </w:r>
      <w:r w:rsidR="000E1451">
        <w:rPr>
          <w:rFonts w:cs="Georgia"/>
          <w:bCs/>
          <w:kern w:val="1"/>
        </w:rPr>
        <w:t>’</w:t>
      </w:r>
      <w:r>
        <w:rPr>
          <w:rFonts w:cs="Georgia"/>
          <w:bCs/>
          <w:kern w:val="1"/>
        </w:rPr>
        <w:t>ai jamais oublié</w:t>
      </w:r>
      <w:r w:rsidR="000E1451">
        <w:rPr>
          <w:rFonts w:cs="Georgia"/>
          <w:bCs/>
          <w:kern w:val="1"/>
        </w:rPr>
        <w:t xml:space="preserve">, </w:t>
      </w:r>
      <w:r>
        <w:rPr>
          <w:rFonts w:cs="Georgia"/>
          <w:bCs/>
          <w:kern w:val="1"/>
        </w:rPr>
        <w:t>tu sais</w:t>
      </w:r>
      <w:r w:rsidR="000E1451">
        <w:rPr>
          <w:rFonts w:cs="Georgia"/>
          <w:bCs/>
          <w:kern w:val="1"/>
        </w:rPr>
        <w:t>. »</w:t>
      </w:r>
    </w:p>
    <w:p w14:paraId="627C2B61" w14:textId="77777777" w:rsidR="000E1451" w:rsidRDefault="00BE611A" w:rsidP="00BE611A">
      <w:pPr>
        <w:rPr>
          <w:rFonts w:cs="Georgia"/>
          <w:bCs/>
          <w:kern w:val="1"/>
        </w:rPr>
      </w:pPr>
      <w:r>
        <w:rPr>
          <w:rFonts w:cs="Georgia"/>
          <w:bCs/>
          <w:kern w:val="1"/>
        </w:rPr>
        <w:t>S</w:t>
      </w:r>
      <w:r w:rsidR="000E1451">
        <w:rPr>
          <w:rFonts w:cs="Georgia"/>
          <w:bCs/>
          <w:kern w:val="1"/>
        </w:rPr>
        <w:t>’</w:t>
      </w:r>
      <w:r>
        <w:rPr>
          <w:rFonts w:cs="Georgia"/>
          <w:bCs/>
          <w:kern w:val="1"/>
        </w:rPr>
        <w:t>exclamant ainsi</w:t>
      </w:r>
      <w:r w:rsidR="000E1451">
        <w:rPr>
          <w:rFonts w:cs="Georgia"/>
          <w:bCs/>
          <w:kern w:val="1"/>
        </w:rPr>
        <w:t xml:space="preserve">, </w:t>
      </w:r>
      <w:r>
        <w:rPr>
          <w:rFonts w:cs="Georgia"/>
          <w:bCs/>
          <w:kern w:val="1"/>
        </w:rPr>
        <w:t>il était heureux</w:t>
      </w:r>
      <w:r w:rsidR="000E1451">
        <w:rPr>
          <w:rFonts w:cs="Georgia"/>
          <w:bCs/>
          <w:kern w:val="1"/>
        </w:rPr>
        <w:t xml:space="preserve">, </w:t>
      </w:r>
      <w:r>
        <w:rPr>
          <w:rFonts w:cs="Georgia"/>
          <w:bCs/>
          <w:kern w:val="1"/>
        </w:rPr>
        <w:t>le cher garçon</w:t>
      </w:r>
      <w:r w:rsidR="000E1451">
        <w:rPr>
          <w:rFonts w:cs="Georgia"/>
          <w:bCs/>
          <w:kern w:val="1"/>
        </w:rPr>
        <w:t xml:space="preserve">. </w:t>
      </w:r>
      <w:r>
        <w:rPr>
          <w:rFonts w:cs="Georgia"/>
          <w:bCs/>
          <w:kern w:val="1"/>
        </w:rPr>
        <w:t>Comme je l</w:t>
      </w:r>
      <w:r w:rsidR="000E1451">
        <w:rPr>
          <w:rFonts w:cs="Georgia"/>
          <w:bCs/>
          <w:kern w:val="1"/>
        </w:rPr>
        <w:t>’</w:t>
      </w:r>
      <w:r>
        <w:rPr>
          <w:rFonts w:cs="Georgia"/>
          <w:bCs/>
          <w:kern w:val="1"/>
        </w:rPr>
        <w:t>étais davantage</w:t>
      </w:r>
      <w:r w:rsidR="000E1451">
        <w:rPr>
          <w:rFonts w:cs="Georgia"/>
          <w:bCs/>
          <w:kern w:val="1"/>
        </w:rPr>
        <w:t xml:space="preserve"> ! </w:t>
      </w:r>
      <w:r>
        <w:rPr>
          <w:rFonts w:cs="Georgia"/>
          <w:bCs/>
          <w:kern w:val="1"/>
        </w:rPr>
        <w:t>Lui n</w:t>
      </w:r>
      <w:r w:rsidR="000E1451">
        <w:rPr>
          <w:rFonts w:cs="Georgia"/>
          <w:bCs/>
          <w:kern w:val="1"/>
        </w:rPr>
        <w:t>’</w:t>
      </w:r>
      <w:r>
        <w:rPr>
          <w:rFonts w:cs="Georgia"/>
          <w:bCs/>
          <w:kern w:val="1"/>
        </w:rPr>
        <w:t>était content que de me revoir</w:t>
      </w:r>
      <w:r w:rsidR="000E1451">
        <w:rPr>
          <w:rFonts w:cs="Georgia"/>
          <w:bCs/>
          <w:kern w:val="1"/>
        </w:rPr>
        <w:t xml:space="preserve">. </w:t>
      </w:r>
      <w:r>
        <w:rPr>
          <w:rFonts w:cs="Georgia"/>
          <w:bCs/>
          <w:kern w:val="1"/>
        </w:rPr>
        <w:t>Moi</w:t>
      </w:r>
      <w:r w:rsidR="000E1451">
        <w:rPr>
          <w:rFonts w:cs="Georgia"/>
          <w:bCs/>
          <w:kern w:val="1"/>
        </w:rPr>
        <w:t xml:space="preserve">, </w:t>
      </w:r>
      <w:r>
        <w:rPr>
          <w:rFonts w:cs="Georgia"/>
          <w:bCs/>
          <w:kern w:val="1"/>
        </w:rPr>
        <w:t>je retrouvais bien autre chose qu</w:t>
      </w:r>
      <w:r w:rsidR="000E1451">
        <w:rPr>
          <w:rFonts w:cs="Georgia"/>
          <w:bCs/>
          <w:kern w:val="1"/>
        </w:rPr>
        <w:t>’</w:t>
      </w:r>
      <w:r>
        <w:rPr>
          <w:rFonts w:cs="Georgia"/>
          <w:bCs/>
          <w:kern w:val="1"/>
        </w:rPr>
        <w:t>un compagnon de captivité</w:t>
      </w:r>
      <w:r w:rsidR="000E1451">
        <w:rPr>
          <w:rFonts w:cs="Georgia"/>
          <w:bCs/>
          <w:kern w:val="1"/>
        </w:rPr>
        <w:t xml:space="preserve">. </w:t>
      </w:r>
      <w:r>
        <w:rPr>
          <w:rFonts w:cs="Georgia"/>
          <w:bCs/>
          <w:kern w:val="1"/>
        </w:rPr>
        <w:t>Non</w:t>
      </w:r>
      <w:r w:rsidR="000E1451">
        <w:rPr>
          <w:rFonts w:cs="Georgia"/>
          <w:bCs/>
          <w:kern w:val="1"/>
        </w:rPr>
        <w:t xml:space="preserve">, </w:t>
      </w:r>
      <w:r>
        <w:rPr>
          <w:rFonts w:cs="Georgia"/>
          <w:bCs/>
          <w:kern w:val="1"/>
        </w:rPr>
        <w:t>pour moi</w:t>
      </w:r>
      <w:r w:rsidR="000E1451">
        <w:rPr>
          <w:rFonts w:cs="Georgia"/>
          <w:bCs/>
          <w:kern w:val="1"/>
        </w:rPr>
        <w:t xml:space="preserve">, </w:t>
      </w:r>
      <w:r>
        <w:rPr>
          <w:rFonts w:cs="Georgia"/>
          <w:bCs/>
          <w:kern w:val="1"/>
        </w:rPr>
        <w:t>Jacques Guérin n</w:t>
      </w:r>
      <w:r w:rsidR="000E1451">
        <w:rPr>
          <w:rFonts w:cs="Georgia"/>
          <w:bCs/>
          <w:kern w:val="1"/>
        </w:rPr>
        <w:t>’</w:t>
      </w:r>
      <w:r>
        <w:rPr>
          <w:rFonts w:cs="Georgia"/>
          <w:bCs/>
          <w:kern w:val="1"/>
        </w:rPr>
        <w:t>était pas un être ordinaire</w:t>
      </w:r>
      <w:r w:rsidR="000E1451">
        <w:rPr>
          <w:rFonts w:cs="Georgia"/>
          <w:bCs/>
          <w:kern w:val="1"/>
        </w:rPr>
        <w:t xml:space="preserve">. </w:t>
      </w:r>
      <w:r>
        <w:rPr>
          <w:rFonts w:cs="Georgia"/>
          <w:bCs/>
          <w:kern w:val="1"/>
        </w:rPr>
        <w:t>C</w:t>
      </w:r>
      <w:r w:rsidR="000E1451">
        <w:rPr>
          <w:rFonts w:cs="Georgia"/>
          <w:bCs/>
          <w:kern w:val="1"/>
        </w:rPr>
        <w:t>’</w:t>
      </w:r>
      <w:r>
        <w:rPr>
          <w:rFonts w:cs="Georgia"/>
          <w:bCs/>
          <w:kern w:val="1"/>
        </w:rPr>
        <w:t>était quelqu</w:t>
      </w:r>
      <w:r w:rsidR="000E1451">
        <w:rPr>
          <w:rFonts w:cs="Georgia"/>
          <w:bCs/>
          <w:kern w:val="1"/>
        </w:rPr>
        <w:t>’</w:t>
      </w:r>
      <w:r>
        <w:rPr>
          <w:rFonts w:cs="Georgia"/>
          <w:bCs/>
          <w:kern w:val="1"/>
        </w:rPr>
        <w:t>un qui l</w:t>
      </w:r>
      <w:r w:rsidR="000E1451">
        <w:rPr>
          <w:rFonts w:cs="Georgia"/>
          <w:bCs/>
          <w:kern w:val="1"/>
        </w:rPr>
        <w:t>’</w:t>
      </w:r>
      <w:r>
        <w:rPr>
          <w:rFonts w:cs="Georgia"/>
          <w:bCs/>
          <w:kern w:val="1"/>
        </w:rPr>
        <w:t>avait vue</w:t>
      </w:r>
      <w:r w:rsidR="000E1451">
        <w:rPr>
          <w:rFonts w:cs="Georgia"/>
          <w:bCs/>
          <w:kern w:val="1"/>
        </w:rPr>
        <w:t xml:space="preserve">, </w:t>
      </w:r>
      <w:r>
        <w:rPr>
          <w:rFonts w:cs="Georgia"/>
          <w:bCs/>
          <w:kern w:val="1"/>
        </w:rPr>
        <w:t>elle</w:t>
      </w:r>
      <w:r w:rsidR="000E1451">
        <w:rPr>
          <w:rFonts w:cs="Georgia"/>
          <w:bCs/>
          <w:kern w:val="1"/>
        </w:rPr>
        <w:t xml:space="preserve"> ; </w:t>
      </w:r>
      <w:r>
        <w:rPr>
          <w:rFonts w:cs="Georgia"/>
          <w:bCs/>
          <w:kern w:val="1"/>
        </w:rPr>
        <w:t>un homme à qui elle avait même un jour parlé</w:t>
      </w:r>
      <w:r w:rsidR="000E1451">
        <w:rPr>
          <w:rFonts w:cs="Georgia"/>
          <w:bCs/>
          <w:kern w:val="1"/>
        </w:rPr>
        <w:t xml:space="preserve">. </w:t>
      </w:r>
      <w:r>
        <w:rPr>
          <w:rFonts w:cs="Georgia"/>
          <w:bCs/>
          <w:kern w:val="1"/>
        </w:rPr>
        <w:t>Je me souviens bien de ce jour-là</w:t>
      </w:r>
      <w:r w:rsidR="000E1451">
        <w:rPr>
          <w:rFonts w:cs="Georgia"/>
          <w:bCs/>
          <w:kern w:val="1"/>
        </w:rPr>
        <w:t xml:space="preserve">. </w:t>
      </w:r>
      <w:r>
        <w:rPr>
          <w:rFonts w:cs="Georgia"/>
          <w:bCs/>
          <w:kern w:val="1"/>
        </w:rPr>
        <w:t>C</w:t>
      </w:r>
      <w:r w:rsidR="000E1451">
        <w:rPr>
          <w:rFonts w:cs="Georgia"/>
          <w:bCs/>
          <w:kern w:val="1"/>
        </w:rPr>
        <w:t>’</w:t>
      </w:r>
      <w:r>
        <w:rPr>
          <w:rFonts w:cs="Georgia"/>
          <w:bCs/>
          <w:kern w:val="1"/>
        </w:rPr>
        <w:t>était au début des représailles</w:t>
      </w:r>
      <w:r w:rsidR="000E1451">
        <w:rPr>
          <w:rFonts w:cs="Georgia"/>
          <w:bCs/>
          <w:kern w:val="1"/>
        </w:rPr>
        <w:t xml:space="preserve">, </w:t>
      </w:r>
      <w:r>
        <w:rPr>
          <w:rFonts w:cs="Georgia"/>
          <w:bCs/>
          <w:kern w:val="1"/>
        </w:rPr>
        <w:t>un jour qu</w:t>
      </w:r>
      <w:r w:rsidR="000E1451">
        <w:rPr>
          <w:rFonts w:cs="Georgia"/>
          <w:bCs/>
          <w:kern w:val="1"/>
        </w:rPr>
        <w:t>’</w:t>
      </w:r>
      <w:r>
        <w:rPr>
          <w:rFonts w:cs="Georgia"/>
          <w:bCs/>
          <w:kern w:val="1"/>
        </w:rPr>
        <w:t>il y avait une corvée de prisonniers dans le parc du château</w:t>
      </w:r>
      <w:r w:rsidR="000E1451">
        <w:rPr>
          <w:rFonts w:cs="Georgia"/>
          <w:bCs/>
          <w:kern w:val="1"/>
        </w:rPr>
        <w:t xml:space="preserve">. </w:t>
      </w:r>
      <w:r>
        <w:rPr>
          <w:rFonts w:cs="Georgia"/>
          <w:bCs/>
          <w:kern w:val="1"/>
        </w:rPr>
        <w:t>Guérin s</w:t>
      </w:r>
      <w:r w:rsidR="000E1451">
        <w:rPr>
          <w:rFonts w:cs="Georgia"/>
          <w:bCs/>
          <w:kern w:val="1"/>
        </w:rPr>
        <w:t>’</w:t>
      </w:r>
      <w:r>
        <w:rPr>
          <w:rFonts w:cs="Georgia"/>
          <w:bCs/>
          <w:kern w:val="1"/>
        </w:rPr>
        <w:t>occupait de transmettre les ordres du feldwebel</w:t>
      </w:r>
      <w:r w:rsidR="000E1451">
        <w:rPr>
          <w:rFonts w:cs="Georgia"/>
          <w:bCs/>
          <w:kern w:val="1"/>
        </w:rPr>
        <w:t xml:space="preserve">. </w:t>
      </w:r>
      <w:r>
        <w:rPr>
          <w:rFonts w:cs="Georgia"/>
          <w:bCs/>
          <w:kern w:val="1"/>
        </w:rPr>
        <w:t>Elle lui avait demandé directement</w:t>
      </w:r>
      <w:r w:rsidR="000E1451">
        <w:rPr>
          <w:rFonts w:cs="Georgia"/>
          <w:bCs/>
          <w:kern w:val="1"/>
        </w:rPr>
        <w:t xml:space="preserve">, </w:t>
      </w:r>
      <w:r>
        <w:rPr>
          <w:rFonts w:cs="Georgia"/>
          <w:bCs/>
          <w:kern w:val="1"/>
        </w:rPr>
        <w:t>sans s</w:t>
      </w:r>
      <w:r w:rsidR="000E1451">
        <w:rPr>
          <w:rFonts w:cs="Georgia"/>
          <w:bCs/>
          <w:kern w:val="1"/>
        </w:rPr>
        <w:t>’</w:t>
      </w:r>
      <w:r>
        <w:rPr>
          <w:rFonts w:cs="Georgia"/>
          <w:bCs/>
          <w:kern w:val="1"/>
        </w:rPr>
        <w:t>adresser au sous-officier de surveillance</w:t>
      </w:r>
      <w:r w:rsidR="000E1451">
        <w:rPr>
          <w:rFonts w:cs="Georgia"/>
          <w:bCs/>
          <w:kern w:val="1"/>
        </w:rPr>
        <w:t xml:space="preserve">, </w:t>
      </w:r>
      <w:r>
        <w:rPr>
          <w:rFonts w:cs="Georgia"/>
          <w:bCs/>
          <w:kern w:val="1"/>
        </w:rPr>
        <w:t>s</w:t>
      </w:r>
      <w:r w:rsidR="000E1451">
        <w:rPr>
          <w:rFonts w:cs="Georgia"/>
          <w:bCs/>
          <w:kern w:val="1"/>
        </w:rPr>
        <w:t>’</w:t>
      </w:r>
      <w:r>
        <w:rPr>
          <w:rFonts w:cs="Georgia"/>
          <w:bCs/>
          <w:kern w:val="1"/>
        </w:rPr>
        <w:t>il ne pouvait pas faire déblayer le sable que le vent avait amassé pendant la nuit devant la porte du pavillon où elle aimait à passer une partie de ses journées</w:t>
      </w:r>
      <w:r w:rsidR="000E1451">
        <w:rPr>
          <w:rFonts w:cs="Georgia"/>
          <w:bCs/>
          <w:kern w:val="1"/>
        </w:rPr>
        <w:t xml:space="preserve">. </w:t>
      </w:r>
      <w:r>
        <w:rPr>
          <w:rFonts w:cs="Georgia"/>
          <w:bCs/>
          <w:kern w:val="1"/>
        </w:rPr>
        <w:t>Guérin s</w:t>
      </w:r>
      <w:r w:rsidR="000E1451">
        <w:rPr>
          <w:rFonts w:cs="Georgia"/>
          <w:bCs/>
          <w:kern w:val="1"/>
        </w:rPr>
        <w:t>’</w:t>
      </w:r>
      <w:r>
        <w:rPr>
          <w:rFonts w:cs="Georgia"/>
          <w:bCs/>
          <w:kern w:val="1"/>
        </w:rPr>
        <w:t>était incliné fièrement</w:t>
      </w:r>
      <w:r w:rsidR="000E1451">
        <w:rPr>
          <w:rFonts w:cs="Georgia"/>
          <w:bCs/>
          <w:kern w:val="1"/>
        </w:rPr>
        <w:t xml:space="preserve">. </w:t>
      </w:r>
      <w:r>
        <w:rPr>
          <w:rFonts w:cs="Georgia"/>
          <w:bCs/>
          <w:kern w:val="1"/>
        </w:rPr>
        <w:t>Il était même allé la prévenir</w:t>
      </w:r>
      <w:r w:rsidR="000E1451">
        <w:rPr>
          <w:rFonts w:cs="Georgia"/>
          <w:bCs/>
          <w:kern w:val="1"/>
        </w:rPr>
        <w:t xml:space="preserve">, </w:t>
      </w:r>
      <w:r>
        <w:rPr>
          <w:rFonts w:cs="Georgia"/>
          <w:bCs/>
          <w:kern w:val="1"/>
        </w:rPr>
        <w:t>quand le travail s</w:t>
      </w:r>
      <w:r w:rsidR="000E1451">
        <w:rPr>
          <w:rFonts w:cs="Georgia"/>
          <w:bCs/>
          <w:kern w:val="1"/>
        </w:rPr>
        <w:t>’</w:t>
      </w:r>
      <w:r>
        <w:rPr>
          <w:rFonts w:cs="Georgia"/>
          <w:bCs/>
          <w:kern w:val="1"/>
        </w:rPr>
        <w:t>était trouvé terminé</w:t>
      </w:r>
      <w:r w:rsidR="000E1451">
        <w:rPr>
          <w:rFonts w:cs="Georgia"/>
          <w:bCs/>
          <w:kern w:val="1"/>
        </w:rPr>
        <w:t xml:space="preserve">. </w:t>
      </w:r>
      <w:r>
        <w:rPr>
          <w:rFonts w:cs="Georgia"/>
          <w:bCs/>
          <w:kern w:val="1"/>
        </w:rPr>
        <w:t>À deux reprises</w:t>
      </w:r>
      <w:r w:rsidR="000E1451">
        <w:rPr>
          <w:rFonts w:cs="Georgia"/>
          <w:bCs/>
          <w:kern w:val="1"/>
        </w:rPr>
        <w:t xml:space="preserve">, </w:t>
      </w:r>
      <w:r>
        <w:rPr>
          <w:rFonts w:cs="Georgia"/>
          <w:bCs/>
          <w:kern w:val="1"/>
        </w:rPr>
        <w:t>donc</w:t>
      </w:r>
      <w:r w:rsidR="000E1451">
        <w:rPr>
          <w:rFonts w:cs="Georgia"/>
          <w:bCs/>
          <w:kern w:val="1"/>
        </w:rPr>
        <w:t xml:space="preserve">, </w:t>
      </w:r>
      <w:r>
        <w:rPr>
          <w:rFonts w:cs="Georgia"/>
          <w:bCs/>
          <w:kern w:val="1"/>
        </w:rPr>
        <w:t>en une seule journée</w:t>
      </w:r>
      <w:r w:rsidR="000E1451">
        <w:rPr>
          <w:rFonts w:cs="Georgia"/>
          <w:bCs/>
          <w:kern w:val="1"/>
        </w:rPr>
        <w:t xml:space="preserve">, </w:t>
      </w:r>
      <w:r>
        <w:rPr>
          <w:rFonts w:cs="Georgia"/>
          <w:bCs/>
          <w:kern w:val="1"/>
        </w:rPr>
        <w:t>il lui avait parlé</w:t>
      </w:r>
      <w:r w:rsidR="000E1451">
        <w:rPr>
          <w:rFonts w:cs="Georgia"/>
          <w:bCs/>
          <w:kern w:val="1"/>
        </w:rPr>
        <w:t xml:space="preserve">. </w:t>
      </w:r>
      <w:r>
        <w:rPr>
          <w:rFonts w:cs="Georgia"/>
          <w:bCs/>
          <w:kern w:val="1"/>
        </w:rPr>
        <w:t>Voilà d</w:t>
      </w:r>
      <w:r w:rsidR="000E1451">
        <w:rPr>
          <w:rFonts w:cs="Georgia"/>
          <w:bCs/>
          <w:kern w:val="1"/>
        </w:rPr>
        <w:t>’</w:t>
      </w:r>
      <w:r>
        <w:rPr>
          <w:rFonts w:cs="Georgia"/>
          <w:bCs/>
          <w:kern w:val="1"/>
        </w:rPr>
        <w:t>où procédait l</w:t>
      </w:r>
      <w:r w:rsidR="000E1451">
        <w:rPr>
          <w:rFonts w:cs="Georgia"/>
          <w:bCs/>
          <w:kern w:val="1"/>
        </w:rPr>
        <w:t>’</w:t>
      </w:r>
      <w:r>
        <w:rPr>
          <w:rFonts w:cs="Georgia"/>
          <w:bCs/>
          <w:kern w:val="1"/>
        </w:rPr>
        <w:t>émotion avec laquelle</w:t>
      </w:r>
      <w:r w:rsidR="000E1451">
        <w:rPr>
          <w:rFonts w:cs="Georgia"/>
          <w:bCs/>
          <w:kern w:val="1"/>
        </w:rPr>
        <w:t xml:space="preserve">, </w:t>
      </w:r>
      <w:r>
        <w:rPr>
          <w:rFonts w:cs="Georgia"/>
          <w:bCs/>
          <w:kern w:val="1"/>
        </w:rPr>
        <w:t>à la descente de son train</w:t>
      </w:r>
      <w:r w:rsidR="000E1451">
        <w:rPr>
          <w:rFonts w:cs="Georgia"/>
          <w:bCs/>
          <w:kern w:val="1"/>
        </w:rPr>
        <w:t xml:space="preserve">, </w:t>
      </w:r>
      <w:r>
        <w:rPr>
          <w:rFonts w:cs="Georgia"/>
          <w:bCs/>
          <w:kern w:val="1"/>
        </w:rPr>
        <w:t>je venais de le serrer dans mes bras</w:t>
      </w:r>
      <w:r w:rsidR="000E1451">
        <w:rPr>
          <w:rFonts w:cs="Georgia"/>
          <w:bCs/>
          <w:kern w:val="1"/>
        </w:rPr>
        <w:t>. « </w:t>
      </w:r>
      <w:r>
        <w:rPr>
          <w:rFonts w:cs="Georgia"/>
          <w:bCs/>
          <w:kern w:val="1"/>
        </w:rPr>
        <w:t>Il l</w:t>
      </w:r>
      <w:r w:rsidR="000E1451">
        <w:rPr>
          <w:rFonts w:cs="Georgia"/>
          <w:bCs/>
          <w:kern w:val="1"/>
        </w:rPr>
        <w:t>’</w:t>
      </w:r>
      <w:r>
        <w:rPr>
          <w:rFonts w:cs="Georgia"/>
          <w:bCs/>
          <w:kern w:val="1"/>
        </w:rPr>
        <w:t>a vue</w:t>
      </w:r>
      <w:r w:rsidR="000E1451">
        <w:rPr>
          <w:rFonts w:cs="Georgia"/>
          <w:bCs/>
          <w:kern w:val="1"/>
        </w:rPr>
        <w:t xml:space="preserve"> ! </w:t>
      </w:r>
      <w:r>
        <w:rPr>
          <w:rFonts w:cs="Georgia"/>
          <w:bCs/>
          <w:kern w:val="1"/>
        </w:rPr>
        <w:t>Elle lui a parlé</w:t>
      </w:r>
      <w:r w:rsidR="000E1451">
        <w:rPr>
          <w:rFonts w:cs="Georgia"/>
          <w:bCs/>
          <w:kern w:val="1"/>
        </w:rPr>
        <w:t> ! »</w:t>
      </w:r>
      <w:r>
        <w:rPr>
          <w:rFonts w:cs="Georgia"/>
          <w:bCs/>
          <w:kern w:val="1"/>
        </w:rPr>
        <w:t xml:space="preserve"> Je ne cessais de me répéter cette phrase avec ivresse</w:t>
      </w:r>
      <w:r w:rsidR="000E1451">
        <w:rPr>
          <w:rFonts w:cs="Georgia"/>
          <w:bCs/>
          <w:kern w:val="1"/>
        </w:rPr>
        <w:t xml:space="preserve">. </w:t>
      </w:r>
      <w:r>
        <w:rPr>
          <w:rFonts w:cs="Georgia"/>
          <w:bCs/>
          <w:kern w:val="1"/>
        </w:rPr>
        <w:t>Hélas</w:t>
      </w:r>
      <w:r w:rsidR="000E1451">
        <w:rPr>
          <w:rFonts w:cs="Georgia"/>
          <w:bCs/>
          <w:kern w:val="1"/>
        </w:rPr>
        <w:t xml:space="preserve"> ! </w:t>
      </w:r>
      <w:r>
        <w:rPr>
          <w:rFonts w:cs="Georgia"/>
          <w:bCs/>
          <w:kern w:val="1"/>
        </w:rPr>
        <w:t>de quelle déception allaient être suivis ces transports</w:t>
      </w:r>
      <w:r w:rsidR="000E1451">
        <w:rPr>
          <w:rFonts w:cs="Georgia"/>
          <w:bCs/>
          <w:kern w:val="1"/>
        </w:rPr>
        <w:t> !</w:t>
      </w:r>
    </w:p>
    <w:p w14:paraId="50990F90" w14:textId="77777777" w:rsidR="000E1451" w:rsidRDefault="00BE611A" w:rsidP="00BE611A">
      <w:pPr>
        <w:rPr>
          <w:rFonts w:cs="Georgia"/>
          <w:bCs/>
          <w:kern w:val="1"/>
        </w:rPr>
      </w:pPr>
      <w:r>
        <w:rPr>
          <w:rFonts w:cs="Georgia"/>
          <w:bCs/>
          <w:kern w:val="1"/>
        </w:rPr>
        <w:lastRenderedPageBreak/>
        <w:t>Quand ai-je commencé à constater</w:t>
      </w:r>
      <w:r w:rsidR="000E1451">
        <w:rPr>
          <w:rFonts w:cs="Georgia"/>
          <w:bCs/>
          <w:kern w:val="1"/>
        </w:rPr>
        <w:t xml:space="preserve">, </w:t>
      </w:r>
      <w:r>
        <w:rPr>
          <w:rFonts w:cs="Georgia"/>
          <w:bCs/>
          <w:kern w:val="1"/>
        </w:rPr>
        <w:t>la mort dans l</w:t>
      </w:r>
      <w:r w:rsidR="000E1451">
        <w:rPr>
          <w:rFonts w:cs="Georgia"/>
          <w:bCs/>
          <w:kern w:val="1"/>
        </w:rPr>
        <w:t>’</w:t>
      </w:r>
      <w:r>
        <w:rPr>
          <w:rFonts w:cs="Georgia"/>
          <w:bCs/>
          <w:kern w:val="1"/>
        </w:rPr>
        <w:t>âme</w:t>
      </w:r>
      <w:r w:rsidR="000E1451">
        <w:rPr>
          <w:rFonts w:cs="Georgia"/>
          <w:bCs/>
          <w:kern w:val="1"/>
        </w:rPr>
        <w:t xml:space="preserve">, </w:t>
      </w:r>
      <w:r>
        <w:rPr>
          <w:rFonts w:cs="Georgia"/>
          <w:bCs/>
          <w:kern w:val="1"/>
        </w:rPr>
        <w:t>que mes rapports avec le contremaître n</w:t>
      </w:r>
      <w:r w:rsidR="000E1451">
        <w:rPr>
          <w:rFonts w:cs="Georgia"/>
          <w:bCs/>
          <w:kern w:val="1"/>
        </w:rPr>
        <w:t>’</w:t>
      </w:r>
      <w:r>
        <w:rPr>
          <w:rFonts w:cs="Georgia"/>
          <w:bCs/>
          <w:kern w:val="1"/>
        </w:rPr>
        <w:t>étaient en rien ceux que nous étions tellement persuadés l</w:t>
      </w:r>
      <w:r w:rsidR="000E1451">
        <w:rPr>
          <w:rFonts w:cs="Georgia"/>
          <w:bCs/>
          <w:kern w:val="1"/>
        </w:rPr>
        <w:t>’</w:t>
      </w:r>
      <w:r>
        <w:rPr>
          <w:rFonts w:cs="Georgia"/>
          <w:bCs/>
          <w:kern w:val="1"/>
        </w:rPr>
        <w:t>un et l</w:t>
      </w:r>
      <w:r w:rsidR="000E1451">
        <w:rPr>
          <w:rFonts w:cs="Georgia"/>
          <w:bCs/>
          <w:kern w:val="1"/>
        </w:rPr>
        <w:t>’</w:t>
      </w:r>
      <w:r>
        <w:rPr>
          <w:rFonts w:cs="Georgia"/>
          <w:bCs/>
          <w:kern w:val="1"/>
        </w:rPr>
        <w:t>autre qu</w:t>
      </w:r>
      <w:r w:rsidR="000E1451">
        <w:rPr>
          <w:rFonts w:cs="Georgia"/>
          <w:bCs/>
          <w:kern w:val="1"/>
        </w:rPr>
        <w:t>’</w:t>
      </w:r>
      <w:r>
        <w:rPr>
          <w:rFonts w:cs="Georgia"/>
          <w:bCs/>
          <w:kern w:val="1"/>
        </w:rPr>
        <w:t>ils seraient</w:t>
      </w:r>
      <w:r w:rsidR="000E1451">
        <w:rPr>
          <w:rFonts w:cs="Georgia"/>
          <w:bCs/>
          <w:kern w:val="1"/>
        </w:rPr>
        <w:t xml:space="preserve"> ? </w:t>
      </w:r>
      <w:r>
        <w:rPr>
          <w:rFonts w:cs="Georgia"/>
          <w:bCs/>
          <w:kern w:val="1"/>
        </w:rPr>
        <w:t>Je ne peux le dire au juste</w:t>
      </w:r>
      <w:r w:rsidR="000E1451">
        <w:rPr>
          <w:rFonts w:cs="Georgia"/>
          <w:bCs/>
          <w:kern w:val="1"/>
        </w:rPr>
        <w:t xml:space="preserve">. </w:t>
      </w:r>
      <w:r>
        <w:rPr>
          <w:rFonts w:cs="Georgia"/>
          <w:bCs/>
          <w:kern w:val="1"/>
        </w:rPr>
        <w:t>Je sais seulement que ce fut très rapide</w:t>
      </w:r>
      <w:r w:rsidR="000E1451">
        <w:rPr>
          <w:rFonts w:cs="Georgia"/>
          <w:bCs/>
          <w:kern w:val="1"/>
        </w:rPr>
        <w:t xml:space="preserve">. </w:t>
      </w:r>
      <w:r>
        <w:rPr>
          <w:rFonts w:cs="Georgia"/>
          <w:bCs/>
          <w:kern w:val="1"/>
        </w:rPr>
        <w:t>Sitôt que je fus obligé de constater un semblant de malaise</w:t>
      </w:r>
      <w:r w:rsidR="000E1451">
        <w:rPr>
          <w:rFonts w:cs="Georgia"/>
          <w:bCs/>
          <w:kern w:val="1"/>
        </w:rPr>
        <w:t xml:space="preserve">, </w:t>
      </w:r>
      <w:r>
        <w:rPr>
          <w:rFonts w:cs="Georgia"/>
          <w:bCs/>
          <w:kern w:val="1"/>
        </w:rPr>
        <w:t>j</w:t>
      </w:r>
      <w:r w:rsidR="000E1451">
        <w:rPr>
          <w:rFonts w:cs="Georgia"/>
          <w:bCs/>
          <w:kern w:val="1"/>
        </w:rPr>
        <w:t>’</w:t>
      </w:r>
      <w:r>
        <w:rPr>
          <w:rFonts w:cs="Georgia"/>
          <w:bCs/>
          <w:kern w:val="1"/>
        </w:rPr>
        <w:t>essayai de me leurrer</w:t>
      </w:r>
      <w:r w:rsidR="000E1451">
        <w:rPr>
          <w:rFonts w:cs="Georgia"/>
          <w:bCs/>
          <w:kern w:val="1"/>
        </w:rPr>
        <w:t xml:space="preserve">. </w:t>
      </w:r>
      <w:r>
        <w:rPr>
          <w:rFonts w:cs="Georgia"/>
          <w:bCs/>
          <w:kern w:val="1"/>
        </w:rPr>
        <w:t>Cette réserve grandissante</w:t>
      </w:r>
      <w:r w:rsidR="000E1451">
        <w:rPr>
          <w:rFonts w:cs="Georgia"/>
          <w:bCs/>
          <w:kern w:val="1"/>
        </w:rPr>
        <w:t xml:space="preserve">, </w:t>
      </w:r>
      <w:r>
        <w:rPr>
          <w:rFonts w:cs="Georgia"/>
          <w:bCs/>
          <w:kern w:val="1"/>
        </w:rPr>
        <w:t>elle était un effet de la discrétion de Guérin</w:t>
      </w:r>
      <w:r w:rsidR="000E1451">
        <w:rPr>
          <w:rFonts w:cs="Georgia"/>
          <w:bCs/>
          <w:kern w:val="1"/>
        </w:rPr>
        <w:t xml:space="preserve">. </w:t>
      </w:r>
      <w:r>
        <w:rPr>
          <w:rFonts w:cs="Georgia"/>
          <w:bCs/>
          <w:kern w:val="1"/>
        </w:rPr>
        <w:t>Il ne voulait pas abuser de la situation privilégiée que les souvenirs de la guerre lui conféraient auprès de son chef</w:t>
      </w:r>
      <w:r w:rsidR="000E1451">
        <w:rPr>
          <w:rFonts w:cs="Georgia"/>
          <w:bCs/>
          <w:kern w:val="1"/>
        </w:rPr>
        <w:t xml:space="preserve">. </w:t>
      </w:r>
      <w:r>
        <w:rPr>
          <w:rFonts w:cs="Georgia"/>
          <w:bCs/>
          <w:kern w:val="1"/>
        </w:rPr>
        <w:t>Mais</w:t>
      </w:r>
      <w:r w:rsidR="000E1451">
        <w:rPr>
          <w:rFonts w:cs="Georgia"/>
          <w:bCs/>
          <w:kern w:val="1"/>
        </w:rPr>
        <w:t xml:space="preserve">, </w:t>
      </w:r>
      <w:r>
        <w:rPr>
          <w:rFonts w:cs="Georgia"/>
          <w:bCs/>
          <w:kern w:val="1"/>
        </w:rPr>
        <w:t>raisonnant ainsi</w:t>
      </w:r>
      <w:r w:rsidR="000E1451">
        <w:rPr>
          <w:rFonts w:cs="Georgia"/>
          <w:bCs/>
          <w:kern w:val="1"/>
        </w:rPr>
        <w:t xml:space="preserve">, </w:t>
      </w:r>
      <w:r>
        <w:rPr>
          <w:rFonts w:cs="Georgia"/>
          <w:bCs/>
          <w:kern w:val="1"/>
        </w:rPr>
        <w:t>je n</w:t>
      </w:r>
      <w:r w:rsidR="000E1451">
        <w:rPr>
          <w:rFonts w:cs="Georgia"/>
          <w:bCs/>
          <w:kern w:val="1"/>
        </w:rPr>
        <w:t>’</w:t>
      </w:r>
      <w:r>
        <w:rPr>
          <w:rFonts w:cs="Georgia"/>
          <w:bCs/>
          <w:kern w:val="1"/>
        </w:rPr>
        <w:t>ignorais pas que je me mentais à moi-même</w:t>
      </w:r>
      <w:r w:rsidR="000E1451">
        <w:rPr>
          <w:rFonts w:cs="Georgia"/>
          <w:bCs/>
          <w:kern w:val="1"/>
        </w:rPr>
        <w:t xml:space="preserve">. </w:t>
      </w:r>
      <w:r>
        <w:rPr>
          <w:rFonts w:cs="Georgia"/>
          <w:bCs/>
          <w:kern w:val="1"/>
        </w:rPr>
        <w:t>Pour connaître le motif véritable de la timide froideur de mon vieux camarade</w:t>
      </w:r>
      <w:r w:rsidR="000E1451">
        <w:rPr>
          <w:rFonts w:cs="Georgia"/>
          <w:bCs/>
          <w:kern w:val="1"/>
        </w:rPr>
        <w:t xml:space="preserve">, </w:t>
      </w:r>
      <w:r>
        <w:rPr>
          <w:rFonts w:cs="Georgia"/>
          <w:bCs/>
          <w:kern w:val="1"/>
        </w:rPr>
        <w:t>je n</w:t>
      </w:r>
      <w:r w:rsidR="000E1451">
        <w:rPr>
          <w:rFonts w:cs="Georgia"/>
          <w:bCs/>
          <w:kern w:val="1"/>
        </w:rPr>
        <w:t>’</w:t>
      </w:r>
      <w:r>
        <w:rPr>
          <w:rFonts w:cs="Georgia"/>
          <w:bCs/>
          <w:kern w:val="1"/>
        </w:rPr>
        <w:t>avais qu</w:t>
      </w:r>
      <w:r w:rsidR="000E1451">
        <w:rPr>
          <w:rFonts w:cs="Georgia"/>
          <w:bCs/>
          <w:kern w:val="1"/>
        </w:rPr>
        <w:t>’</w:t>
      </w:r>
      <w:r>
        <w:rPr>
          <w:rFonts w:cs="Georgia"/>
          <w:bCs/>
          <w:kern w:val="1"/>
        </w:rPr>
        <w:t>à observer son attitude lorsque je faisais allusion devant lui à certains épisodes de notre captivité</w:t>
      </w:r>
      <w:r w:rsidR="000E1451">
        <w:rPr>
          <w:rFonts w:cs="Georgia"/>
          <w:bCs/>
          <w:kern w:val="1"/>
        </w:rPr>
        <w:t xml:space="preserve">. </w:t>
      </w:r>
      <w:r>
        <w:rPr>
          <w:rFonts w:cs="Georgia"/>
          <w:bCs/>
          <w:kern w:val="1"/>
        </w:rPr>
        <w:t>Il me suffisait par exemple de prononcer le nom de notre camp de représailles pour le voir se troubler et saisir le premier prétexte de rompre notre entretien</w:t>
      </w:r>
      <w:r w:rsidR="000E1451">
        <w:rPr>
          <w:rFonts w:cs="Georgia"/>
          <w:bCs/>
          <w:kern w:val="1"/>
        </w:rPr>
        <w:t>.</w:t>
      </w:r>
    </w:p>
    <w:p w14:paraId="1AF6F3A9" w14:textId="77777777" w:rsidR="000E1451" w:rsidRDefault="00BE611A" w:rsidP="00BE611A">
      <w:pPr>
        <w:rPr>
          <w:rFonts w:cs="Georgia"/>
          <w:bCs/>
          <w:kern w:val="1"/>
        </w:rPr>
      </w:pPr>
      <w:r>
        <w:rPr>
          <w:rFonts w:cs="Georgia"/>
          <w:bCs/>
          <w:kern w:val="1"/>
        </w:rPr>
        <w:t>Reichendorf</w:t>
      </w:r>
      <w:r w:rsidR="000E1451">
        <w:rPr>
          <w:rFonts w:cs="Georgia"/>
          <w:bCs/>
          <w:kern w:val="1"/>
        </w:rPr>
        <w:t xml:space="preserve">. </w:t>
      </w:r>
      <w:r>
        <w:rPr>
          <w:rFonts w:cs="Georgia"/>
          <w:bCs/>
          <w:kern w:val="1"/>
        </w:rPr>
        <w:t>Ce nom qui était revenu a plus de cent reprises sur nos lèvres le jour où nous nous étions retrouvés</w:t>
      </w:r>
      <w:r w:rsidR="000E1451">
        <w:rPr>
          <w:rFonts w:cs="Georgia"/>
          <w:bCs/>
          <w:kern w:val="1"/>
        </w:rPr>
        <w:t xml:space="preserve">, </w:t>
      </w:r>
      <w:r>
        <w:rPr>
          <w:rFonts w:cs="Georgia"/>
          <w:bCs/>
          <w:kern w:val="1"/>
        </w:rPr>
        <w:t>il n</w:t>
      </w:r>
      <w:r w:rsidR="000E1451">
        <w:rPr>
          <w:rFonts w:cs="Georgia"/>
          <w:bCs/>
          <w:kern w:val="1"/>
        </w:rPr>
        <w:t>’</w:t>
      </w:r>
      <w:r>
        <w:rPr>
          <w:rFonts w:cs="Georgia"/>
          <w:bCs/>
          <w:kern w:val="1"/>
        </w:rPr>
        <w:t>apparut plus que par hasard</w:t>
      </w:r>
      <w:r w:rsidR="000E1451">
        <w:rPr>
          <w:rFonts w:cs="Georgia"/>
          <w:bCs/>
          <w:kern w:val="1"/>
        </w:rPr>
        <w:t xml:space="preserve">, </w:t>
      </w:r>
      <w:r>
        <w:rPr>
          <w:rFonts w:cs="Georgia"/>
          <w:bCs/>
          <w:kern w:val="1"/>
        </w:rPr>
        <w:t>jusqu</w:t>
      </w:r>
      <w:r w:rsidR="000E1451">
        <w:rPr>
          <w:rFonts w:cs="Georgia"/>
          <w:bCs/>
          <w:kern w:val="1"/>
        </w:rPr>
        <w:t>’</w:t>
      </w:r>
      <w:r>
        <w:rPr>
          <w:rFonts w:cs="Georgia"/>
          <w:bCs/>
          <w:kern w:val="1"/>
        </w:rPr>
        <w:t>au jour où il fut définitivement banni de nos conversations</w:t>
      </w:r>
      <w:r w:rsidR="000E1451">
        <w:rPr>
          <w:rFonts w:cs="Georgia"/>
          <w:bCs/>
          <w:kern w:val="1"/>
        </w:rPr>
        <w:t xml:space="preserve">. </w:t>
      </w:r>
      <w:r>
        <w:rPr>
          <w:rFonts w:cs="Georgia"/>
          <w:bCs/>
          <w:kern w:val="1"/>
        </w:rPr>
        <w:t>Aussi bien</w:t>
      </w:r>
      <w:r w:rsidR="000E1451">
        <w:rPr>
          <w:rFonts w:cs="Georgia"/>
          <w:bCs/>
          <w:kern w:val="1"/>
        </w:rPr>
        <w:t xml:space="preserve">, </w:t>
      </w:r>
      <w:r>
        <w:rPr>
          <w:rFonts w:cs="Georgia"/>
          <w:bCs/>
          <w:kern w:val="1"/>
        </w:rPr>
        <w:t>celles-ci se faisaient de moins en moins fréquentes</w:t>
      </w:r>
      <w:r w:rsidR="000E1451">
        <w:rPr>
          <w:rFonts w:cs="Georgia"/>
          <w:bCs/>
          <w:kern w:val="1"/>
        </w:rPr>
        <w:t xml:space="preserve">. </w:t>
      </w:r>
      <w:r>
        <w:rPr>
          <w:rFonts w:cs="Georgia"/>
          <w:bCs/>
          <w:kern w:val="1"/>
        </w:rPr>
        <w:t>Nous en étions arrivés</w:t>
      </w:r>
      <w:r w:rsidR="000E1451">
        <w:rPr>
          <w:rFonts w:cs="Georgia"/>
          <w:bCs/>
          <w:kern w:val="1"/>
        </w:rPr>
        <w:t xml:space="preserve">, </w:t>
      </w:r>
      <w:r>
        <w:rPr>
          <w:rFonts w:cs="Georgia"/>
          <w:bCs/>
          <w:kern w:val="1"/>
        </w:rPr>
        <w:t>Guérin et moi</w:t>
      </w:r>
      <w:r w:rsidR="000E1451">
        <w:rPr>
          <w:rFonts w:cs="Georgia"/>
          <w:bCs/>
          <w:kern w:val="1"/>
        </w:rPr>
        <w:t xml:space="preserve">, </w:t>
      </w:r>
      <w:r>
        <w:rPr>
          <w:rFonts w:cs="Georgia"/>
          <w:bCs/>
          <w:kern w:val="1"/>
        </w:rPr>
        <w:t>à l</w:t>
      </w:r>
      <w:r w:rsidR="000E1451">
        <w:rPr>
          <w:rFonts w:cs="Georgia"/>
          <w:bCs/>
          <w:kern w:val="1"/>
        </w:rPr>
        <w:t>’</w:t>
      </w:r>
      <w:r>
        <w:rPr>
          <w:rFonts w:cs="Georgia"/>
          <w:bCs/>
          <w:kern w:val="1"/>
        </w:rPr>
        <w:t>impression navrante que nous nous évitions</w:t>
      </w:r>
      <w:r w:rsidR="000E1451">
        <w:rPr>
          <w:rFonts w:cs="Georgia"/>
          <w:bCs/>
          <w:kern w:val="1"/>
        </w:rPr>
        <w:t xml:space="preserve">, </w:t>
      </w:r>
      <w:r>
        <w:rPr>
          <w:rFonts w:cs="Georgia"/>
          <w:bCs/>
          <w:kern w:val="1"/>
        </w:rPr>
        <w:t>et que nous avions raison de le faire</w:t>
      </w:r>
      <w:r w:rsidR="000E1451">
        <w:rPr>
          <w:rFonts w:cs="Georgia"/>
          <w:bCs/>
          <w:kern w:val="1"/>
        </w:rPr>
        <w:t xml:space="preserve">, </w:t>
      </w:r>
      <w:r>
        <w:rPr>
          <w:rFonts w:cs="Georgia"/>
          <w:bCs/>
          <w:kern w:val="1"/>
        </w:rPr>
        <w:t>puisqu</w:t>
      </w:r>
      <w:r w:rsidR="000E1451">
        <w:rPr>
          <w:rFonts w:cs="Georgia"/>
          <w:bCs/>
          <w:kern w:val="1"/>
        </w:rPr>
        <w:t>’</w:t>
      </w:r>
      <w:r>
        <w:rPr>
          <w:rFonts w:cs="Georgia"/>
          <w:bCs/>
          <w:kern w:val="1"/>
        </w:rPr>
        <w:t>une espèce de tristesse</w:t>
      </w:r>
      <w:r w:rsidR="000E1451">
        <w:rPr>
          <w:rFonts w:cs="Georgia"/>
          <w:bCs/>
          <w:kern w:val="1"/>
        </w:rPr>
        <w:t xml:space="preserve">, </w:t>
      </w:r>
      <w:r>
        <w:rPr>
          <w:rFonts w:cs="Georgia"/>
          <w:bCs/>
          <w:kern w:val="1"/>
        </w:rPr>
        <w:t>d</w:t>
      </w:r>
      <w:r w:rsidR="000E1451">
        <w:rPr>
          <w:rFonts w:cs="Georgia"/>
          <w:bCs/>
          <w:kern w:val="1"/>
        </w:rPr>
        <w:t>’</w:t>
      </w:r>
      <w:r>
        <w:rPr>
          <w:rFonts w:cs="Georgia"/>
          <w:bCs/>
          <w:kern w:val="1"/>
        </w:rPr>
        <w:t>accablement affreux s</w:t>
      </w:r>
      <w:r w:rsidR="000E1451">
        <w:rPr>
          <w:rFonts w:cs="Georgia"/>
          <w:bCs/>
          <w:kern w:val="1"/>
        </w:rPr>
        <w:t>’</w:t>
      </w:r>
      <w:r>
        <w:rPr>
          <w:rFonts w:cs="Georgia"/>
          <w:bCs/>
          <w:kern w:val="1"/>
        </w:rPr>
        <w:t>emparait de nous</w:t>
      </w:r>
      <w:r w:rsidR="000E1451">
        <w:rPr>
          <w:rFonts w:cs="Georgia"/>
          <w:bCs/>
          <w:kern w:val="1"/>
        </w:rPr>
        <w:t xml:space="preserve">, </w:t>
      </w:r>
      <w:r>
        <w:rPr>
          <w:rFonts w:cs="Georgia"/>
          <w:bCs/>
          <w:kern w:val="1"/>
        </w:rPr>
        <w:t>dès qu</w:t>
      </w:r>
      <w:r w:rsidR="000E1451">
        <w:rPr>
          <w:rFonts w:cs="Georgia"/>
          <w:bCs/>
          <w:kern w:val="1"/>
        </w:rPr>
        <w:t>’</w:t>
      </w:r>
      <w:r>
        <w:rPr>
          <w:rFonts w:cs="Georgia"/>
          <w:bCs/>
          <w:kern w:val="1"/>
        </w:rPr>
        <w:t>une circonstance imprévue venait nous contraindre à un tête-à-tête de quelques minutes</w:t>
      </w:r>
      <w:r w:rsidR="000E1451">
        <w:rPr>
          <w:rFonts w:cs="Georgia"/>
          <w:bCs/>
          <w:kern w:val="1"/>
        </w:rPr>
        <w:t>.</w:t>
      </w:r>
    </w:p>
    <w:p w14:paraId="0EEE66E6" w14:textId="77777777" w:rsidR="000E1451" w:rsidRDefault="00BE611A" w:rsidP="00BE611A">
      <w:pPr>
        <w:rPr>
          <w:rFonts w:cs="Georgia"/>
          <w:bCs/>
          <w:kern w:val="1"/>
        </w:rPr>
      </w:pPr>
      <w:r>
        <w:rPr>
          <w:rFonts w:cs="Georgia"/>
          <w:bCs/>
          <w:kern w:val="1"/>
        </w:rPr>
        <w:t>D</w:t>
      </w:r>
      <w:r w:rsidR="000E1451">
        <w:rPr>
          <w:rFonts w:cs="Georgia"/>
          <w:bCs/>
          <w:kern w:val="1"/>
        </w:rPr>
        <w:t>’</w:t>
      </w:r>
      <w:r>
        <w:rPr>
          <w:rFonts w:cs="Georgia"/>
          <w:bCs/>
          <w:kern w:val="1"/>
        </w:rPr>
        <w:t>abord</w:t>
      </w:r>
      <w:r w:rsidR="000E1451">
        <w:rPr>
          <w:rFonts w:cs="Georgia"/>
          <w:bCs/>
          <w:kern w:val="1"/>
        </w:rPr>
        <w:t xml:space="preserve">, </w:t>
      </w:r>
      <w:r>
        <w:rPr>
          <w:rFonts w:cs="Georgia"/>
          <w:bCs/>
          <w:kern w:val="1"/>
        </w:rPr>
        <w:t>je me suis refusé à admettre une infortune aussi imméritée</w:t>
      </w:r>
      <w:r w:rsidR="000E1451">
        <w:rPr>
          <w:rFonts w:cs="Georgia"/>
          <w:bCs/>
          <w:kern w:val="1"/>
        </w:rPr>
        <w:t xml:space="preserve">, </w:t>
      </w:r>
      <w:r>
        <w:rPr>
          <w:rFonts w:cs="Georgia"/>
          <w:bCs/>
          <w:kern w:val="1"/>
        </w:rPr>
        <w:t>aussi douloureuse</w:t>
      </w:r>
      <w:r w:rsidR="000E1451">
        <w:rPr>
          <w:rFonts w:cs="Georgia"/>
          <w:bCs/>
          <w:kern w:val="1"/>
        </w:rPr>
        <w:t xml:space="preserve">. </w:t>
      </w:r>
      <w:r>
        <w:rPr>
          <w:rFonts w:cs="Georgia"/>
          <w:bCs/>
          <w:kern w:val="1"/>
        </w:rPr>
        <w:t>Il ne pouvait s</w:t>
      </w:r>
      <w:r w:rsidR="000E1451">
        <w:rPr>
          <w:rFonts w:cs="Georgia"/>
          <w:bCs/>
          <w:kern w:val="1"/>
        </w:rPr>
        <w:t>’</w:t>
      </w:r>
      <w:r>
        <w:rPr>
          <w:rFonts w:cs="Georgia"/>
          <w:bCs/>
          <w:kern w:val="1"/>
        </w:rPr>
        <w:t>agir que d</w:t>
      </w:r>
      <w:r w:rsidR="000E1451">
        <w:rPr>
          <w:rFonts w:cs="Georgia"/>
          <w:bCs/>
          <w:kern w:val="1"/>
        </w:rPr>
        <w:t>’</w:t>
      </w:r>
      <w:r>
        <w:rPr>
          <w:rFonts w:cs="Georgia"/>
          <w:bCs/>
          <w:kern w:val="1"/>
        </w:rPr>
        <w:t>un malentendu</w:t>
      </w:r>
      <w:r w:rsidR="000E1451">
        <w:rPr>
          <w:rFonts w:cs="Georgia"/>
          <w:bCs/>
          <w:kern w:val="1"/>
        </w:rPr>
        <w:t xml:space="preserve">, – </w:t>
      </w:r>
      <w:r>
        <w:rPr>
          <w:rFonts w:cs="Georgia"/>
          <w:bCs/>
          <w:kern w:val="1"/>
        </w:rPr>
        <w:t>plus simplement encore</w:t>
      </w:r>
      <w:r w:rsidR="000E1451">
        <w:rPr>
          <w:rFonts w:cs="Georgia"/>
          <w:bCs/>
          <w:kern w:val="1"/>
        </w:rPr>
        <w:t xml:space="preserve">, </w:t>
      </w:r>
      <w:r>
        <w:rPr>
          <w:rFonts w:cs="Georgia"/>
          <w:bCs/>
          <w:kern w:val="1"/>
        </w:rPr>
        <w:t>d</w:t>
      </w:r>
      <w:r w:rsidR="000E1451">
        <w:rPr>
          <w:rFonts w:cs="Georgia"/>
          <w:bCs/>
          <w:kern w:val="1"/>
        </w:rPr>
        <w:t>’</w:t>
      </w:r>
      <w:r>
        <w:rPr>
          <w:rFonts w:cs="Georgia"/>
          <w:bCs/>
          <w:kern w:val="1"/>
        </w:rPr>
        <w:t>une folie de mon imagination</w:t>
      </w:r>
      <w:r w:rsidR="000E1451">
        <w:rPr>
          <w:rFonts w:cs="Georgia"/>
          <w:bCs/>
          <w:kern w:val="1"/>
        </w:rPr>
        <w:t xml:space="preserve">. </w:t>
      </w:r>
      <w:r>
        <w:rPr>
          <w:rFonts w:cs="Georgia"/>
          <w:bCs/>
          <w:kern w:val="1"/>
        </w:rPr>
        <w:t>Reichendorf</w:t>
      </w:r>
      <w:r w:rsidR="000E1451">
        <w:rPr>
          <w:rFonts w:cs="Georgia"/>
          <w:bCs/>
          <w:kern w:val="1"/>
        </w:rPr>
        <w:t xml:space="preserve">, </w:t>
      </w:r>
      <w:r>
        <w:rPr>
          <w:rFonts w:cs="Georgia"/>
          <w:bCs/>
          <w:kern w:val="1"/>
        </w:rPr>
        <w:t>avec un entêtement de plus en plus maladroit</w:t>
      </w:r>
      <w:r w:rsidR="000E1451">
        <w:rPr>
          <w:rFonts w:cs="Georgia"/>
          <w:bCs/>
          <w:kern w:val="1"/>
        </w:rPr>
        <w:t xml:space="preserve">, </w:t>
      </w:r>
      <w:r>
        <w:rPr>
          <w:rFonts w:cs="Georgia"/>
          <w:bCs/>
          <w:kern w:val="1"/>
        </w:rPr>
        <w:t>toujours</w:t>
      </w:r>
      <w:r w:rsidR="000E1451">
        <w:rPr>
          <w:rFonts w:cs="Georgia"/>
          <w:bCs/>
          <w:kern w:val="1"/>
        </w:rPr>
        <w:t xml:space="preserve">, </w:t>
      </w:r>
      <w:r>
        <w:rPr>
          <w:rFonts w:cs="Georgia"/>
          <w:bCs/>
          <w:kern w:val="1"/>
        </w:rPr>
        <w:t>au début</w:t>
      </w:r>
      <w:r w:rsidR="000E1451">
        <w:rPr>
          <w:rFonts w:cs="Georgia"/>
          <w:bCs/>
          <w:kern w:val="1"/>
        </w:rPr>
        <w:t xml:space="preserve">, </w:t>
      </w:r>
      <w:r>
        <w:rPr>
          <w:rFonts w:cs="Georgia"/>
          <w:bCs/>
          <w:kern w:val="1"/>
        </w:rPr>
        <w:t>par tous les moyens</w:t>
      </w:r>
      <w:r w:rsidR="000E1451">
        <w:rPr>
          <w:rFonts w:cs="Georgia"/>
          <w:bCs/>
          <w:kern w:val="1"/>
        </w:rPr>
        <w:t xml:space="preserve">, </w:t>
      </w:r>
      <w:r>
        <w:rPr>
          <w:rFonts w:cs="Georgia"/>
          <w:bCs/>
          <w:kern w:val="1"/>
        </w:rPr>
        <w:t xml:space="preserve">je </w:t>
      </w:r>
      <w:r>
        <w:rPr>
          <w:rFonts w:cs="Georgia"/>
          <w:bCs/>
          <w:kern w:val="1"/>
        </w:rPr>
        <w:lastRenderedPageBreak/>
        <w:t>m</w:t>
      </w:r>
      <w:r w:rsidR="000E1451">
        <w:rPr>
          <w:rFonts w:cs="Georgia"/>
          <w:bCs/>
          <w:kern w:val="1"/>
        </w:rPr>
        <w:t>’</w:t>
      </w:r>
      <w:r>
        <w:rPr>
          <w:rFonts w:cs="Georgia"/>
          <w:bCs/>
          <w:kern w:val="1"/>
        </w:rPr>
        <w:t>efforçais de faire surgir ce mot dans nos conversations</w:t>
      </w:r>
      <w:r w:rsidR="000E1451">
        <w:rPr>
          <w:rFonts w:cs="Georgia"/>
          <w:bCs/>
          <w:kern w:val="1"/>
        </w:rPr>
        <w:t xml:space="preserve">. </w:t>
      </w:r>
      <w:r>
        <w:rPr>
          <w:rFonts w:cs="Georgia"/>
          <w:bCs/>
          <w:kern w:val="1"/>
        </w:rPr>
        <w:t>Chaque fois</w:t>
      </w:r>
      <w:r w:rsidR="000E1451">
        <w:rPr>
          <w:rFonts w:cs="Georgia"/>
          <w:bCs/>
          <w:kern w:val="1"/>
        </w:rPr>
        <w:t xml:space="preserve">, </w:t>
      </w:r>
      <w:r>
        <w:rPr>
          <w:rFonts w:cs="Georgia"/>
          <w:bCs/>
          <w:kern w:val="1"/>
        </w:rPr>
        <w:t>j</w:t>
      </w:r>
      <w:r w:rsidR="000E1451">
        <w:rPr>
          <w:rFonts w:cs="Georgia"/>
          <w:bCs/>
          <w:kern w:val="1"/>
        </w:rPr>
        <w:t>’</w:t>
      </w:r>
      <w:r>
        <w:rPr>
          <w:rFonts w:cs="Georgia"/>
          <w:bCs/>
          <w:kern w:val="1"/>
        </w:rPr>
        <w:t>ai vu le brave homme baisser la tête</w:t>
      </w:r>
      <w:r w:rsidR="000E1451">
        <w:rPr>
          <w:rFonts w:cs="Georgia"/>
          <w:bCs/>
          <w:kern w:val="1"/>
        </w:rPr>
        <w:t xml:space="preserve">, </w:t>
      </w:r>
      <w:r>
        <w:rPr>
          <w:rFonts w:cs="Georgia"/>
          <w:bCs/>
          <w:kern w:val="1"/>
        </w:rPr>
        <w:t>refuser obstinément de faire écho à cet appel suppliant</w:t>
      </w:r>
      <w:r w:rsidR="000E1451">
        <w:rPr>
          <w:rFonts w:cs="Georgia"/>
          <w:bCs/>
          <w:kern w:val="1"/>
        </w:rPr>
        <w:t xml:space="preserve">. </w:t>
      </w:r>
      <w:r>
        <w:rPr>
          <w:rFonts w:cs="Georgia"/>
          <w:bCs/>
          <w:kern w:val="1"/>
        </w:rPr>
        <w:t>Et puis</w:t>
      </w:r>
      <w:r w:rsidR="000E1451">
        <w:rPr>
          <w:rFonts w:cs="Georgia"/>
          <w:bCs/>
          <w:kern w:val="1"/>
        </w:rPr>
        <w:t xml:space="preserve">, </w:t>
      </w:r>
      <w:r>
        <w:rPr>
          <w:rFonts w:cs="Georgia"/>
          <w:bCs/>
          <w:kern w:val="1"/>
        </w:rPr>
        <w:t>un jour</w:t>
      </w:r>
      <w:r w:rsidR="000E1451">
        <w:rPr>
          <w:rFonts w:cs="Georgia"/>
          <w:bCs/>
          <w:kern w:val="1"/>
        </w:rPr>
        <w:t xml:space="preserve">, </w:t>
      </w:r>
      <w:r>
        <w:rPr>
          <w:rFonts w:cs="Georgia"/>
          <w:bCs/>
          <w:kern w:val="1"/>
        </w:rPr>
        <w:t>je n</w:t>
      </w:r>
      <w:r w:rsidR="000E1451">
        <w:rPr>
          <w:rFonts w:cs="Georgia"/>
          <w:bCs/>
          <w:kern w:val="1"/>
        </w:rPr>
        <w:t>’</w:t>
      </w:r>
      <w:r>
        <w:rPr>
          <w:rFonts w:cs="Georgia"/>
          <w:bCs/>
          <w:kern w:val="1"/>
        </w:rPr>
        <w:t>ai plus insisté</w:t>
      </w:r>
      <w:r w:rsidR="000E1451">
        <w:rPr>
          <w:rFonts w:cs="Georgia"/>
          <w:bCs/>
          <w:kern w:val="1"/>
        </w:rPr>
        <w:t xml:space="preserve">. </w:t>
      </w:r>
      <w:r>
        <w:rPr>
          <w:rFonts w:cs="Georgia"/>
          <w:bCs/>
          <w:kern w:val="1"/>
        </w:rPr>
        <w:t>À quoi bon</w:t>
      </w:r>
      <w:r w:rsidR="000E1451">
        <w:rPr>
          <w:rFonts w:cs="Georgia"/>
          <w:bCs/>
          <w:kern w:val="1"/>
        </w:rPr>
        <w:t xml:space="preserve"> ? </w:t>
      </w:r>
      <w:r>
        <w:rPr>
          <w:rFonts w:cs="Georgia"/>
          <w:bCs/>
          <w:kern w:val="1"/>
        </w:rPr>
        <w:t>N</w:t>
      </w:r>
      <w:r w:rsidR="000E1451">
        <w:rPr>
          <w:rFonts w:cs="Georgia"/>
          <w:bCs/>
          <w:kern w:val="1"/>
        </w:rPr>
        <w:t>’</w:t>
      </w:r>
      <w:r>
        <w:rPr>
          <w:rFonts w:cs="Georgia"/>
          <w:bCs/>
          <w:kern w:val="1"/>
        </w:rPr>
        <w:t>avais-je pas désormais la certitude que je poursuivais une certitude qui emplissait mon cœur de la plus poignante détresse</w:t>
      </w:r>
      <w:r w:rsidR="000E1451">
        <w:rPr>
          <w:rFonts w:cs="Georgia"/>
          <w:bCs/>
          <w:kern w:val="1"/>
        </w:rPr>
        <w:t xml:space="preserve"> ? </w:t>
      </w:r>
      <w:r>
        <w:rPr>
          <w:rFonts w:cs="Georgia"/>
          <w:bCs/>
          <w:kern w:val="1"/>
        </w:rPr>
        <w:t>Guérin savait</w:t>
      </w:r>
      <w:r w:rsidR="000E1451">
        <w:rPr>
          <w:rFonts w:cs="Georgia"/>
          <w:bCs/>
          <w:kern w:val="1"/>
        </w:rPr>
        <w:t xml:space="preserve">. </w:t>
      </w:r>
      <w:r>
        <w:rPr>
          <w:rFonts w:cs="Georgia"/>
          <w:bCs/>
          <w:kern w:val="1"/>
        </w:rPr>
        <w:t>Il comprenait</w:t>
      </w:r>
      <w:r w:rsidR="000E1451">
        <w:rPr>
          <w:rFonts w:cs="Georgia"/>
          <w:bCs/>
          <w:kern w:val="1"/>
        </w:rPr>
        <w:t xml:space="preserve">, </w:t>
      </w:r>
      <w:r>
        <w:rPr>
          <w:rFonts w:cs="Georgia"/>
          <w:bCs/>
          <w:kern w:val="1"/>
        </w:rPr>
        <w:t>dans sa fruste et loyale cervelle</w:t>
      </w:r>
      <w:r w:rsidR="000E1451">
        <w:rPr>
          <w:rFonts w:cs="Georgia"/>
          <w:bCs/>
          <w:kern w:val="1"/>
        </w:rPr>
        <w:t xml:space="preserve">, </w:t>
      </w:r>
      <w:r>
        <w:rPr>
          <w:rFonts w:cs="Georgia"/>
          <w:bCs/>
          <w:kern w:val="1"/>
        </w:rPr>
        <w:t>que ce qu</w:t>
      </w:r>
      <w:r w:rsidR="000E1451">
        <w:rPr>
          <w:rFonts w:cs="Georgia"/>
          <w:bCs/>
          <w:kern w:val="1"/>
        </w:rPr>
        <w:t>’</w:t>
      </w:r>
      <w:r>
        <w:rPr>
          <w:rFonts w:cs="Georgia"/>
          <w:bCs/>
          <w:kern w:val="1"/>
        </w:rPr>
        <w:t>il avait jugé d</w:t>
      </w:r>
      <w:r w:rsidR="000E1451">
        <w:rPr>
          <w:rFonts w:cs="Georgia"/>
          <w:bCs/>
          <w:kern w:val="1"/>
        </w:rPr>
        <w:t>’</w:t>
      </w:r>
      <w:r>
        <w:rPr>
          <w:rFonts w:cs="Georgia"/>
          <w:bCs/>
          <w:kern w:val="1"/>
        </w:rPr>
        <w:t>abord n</w:t>
      </w:r>
      <w:r w:rsidR="000E1451">
        <w:rPr>
          <w:rFonts w:cs="Georgia"/>
          <w:bCs/>
          <w:kern w:val="1"/>
        </w:rPr>
        <w:t>’</w:t>
      </w:r>
      <w:r>
        <w:rPr>
          <w:rFonts w:cs="Georgia"/>
          <w:bCs/>
          <w:kern w:val="1"/>
        </w:rPr>
        <w:t>être chez moi qu</w:t>
      </w:r>
      <w:r w:rsidR="000E1451">
        <w:rPr>
          <w:rFonts w:cs="Georgia"/>
          <w:bCs/>
          <w:kern w:val="1"/>
        </w:rPr>
        <w:t>’</w:t>
      </w:r>
      <w:r>
        <w:rPr>
          <w:rFonts w:cs="Georgia"/>
          <w:bCs/>
          <w:kern w:val="1"/>
        </w:rPr>
        <w:t>une aberration passagère était un sentiment devant la profondeur duquel il n</w:t>
      </w:r>
      <w:r w:rsidR="000E1451">
        <w:rPr>
          <w:rFonts w:cs="Georgia"/>
          <w:bCs/>
          <w:kern w:val="1"/>
        </w:rPr>
        <w:t>’</w:t>
      </w:r>
      <w:r>
        <w:rPr>
          <w:rFonts w:cs="Georgia"/>
          <w:bCs/>
          <w:kern w:val="1"/>
        </w:rPr>
        <w:t>avait plus qu</w:t>
      </w:r>
      <w:r w:rsidR="000E1451">
        <w:rPr>
          <w:rFonts w:cs="Georgia"/>
          <w:bCs/>
          <w:kern w:val="1"/>
        </w:rPr>
        <w:t>’</w:t>
      </w:r>
      <w:r>
        <w:rPr>
          <w:rFonts w:cs="Georgia"/>
          <w:bCs/>
          <w:kern w:val="1"/>
        </w:rPr>
        <w:t>à se taire</w:t>
      </w:r>
      <w:r w:rsidR="000E1451">
        <w:rPr>
          <w:rFonts w:cs="Georgia"/>
          <w:bCs/>
          <w:kern w:val="1"/>
        </w:rPr>
        <w:t xml:space="preserve">, </w:t>
      </w:r>
      <w:r>
        <w:rPr>
          <w:rFonts w:cs="Georgia"/>
          <w:bCs/>
          <w:kern w:val="1"/>
        </w:rPr>
        <w:t>épouvanté</w:t>
      </w:r>
      <w:r w:rsidR="000E1451">
        <w:rPr>
          <w:rFonts w:cs="Georgia"/>
          <w:bCs/>
          <w:kern w:val="1"/>
        </w:rPr>
        <w:t xml:space="preserve">. </w:t>
      </w:r>
      <w:r>
        <w:rPr>
          <w:rFonts w:cs="Georgia"/>
          <w:bCs/>
          <w:kern w:val="1"/>
        </w:rPr>
        <w:t>Il devinait que depuis que nous nous étions quittés</w:t>
      </w:r>
      <w:r w:rsidR="000E1451">
        <w:rPr>
          <w:rFonts w:cs="Georgia"/>
          <w:bCs/>
          <w:kern w:val="1"/>
        </w:rPr>
        <w:t xml:space="preserve">, </w:t>
      </w:r>
      <w:r>
        <w:rPr>
          <w:rFonts w:cs="Georgia"/>
          <w:bCs/>
          <w:kern w:val="1"/>
        </w:rPr>
        <w:t>pas un instant je n</w:t>
      </w:r>
      <w:r w:rsidR="000E1451">
        <w:rPr>
          <w:rFonts w:cs="Georgia"/>
          <w:bCs/>
          <w:kern w:val="1"/>
        </w:rPr>
        <w:t>’</w:t>
      </w:r>
      <w:r>
        <w:rPr>
          <w:rFonts w:cs="Georgia"/>
          <w:bCs/>
          <w:kern w:val="1"/>
        </w:rPr>
        <w:t>avais cessé de penser à elle</w:t>
      </w:r>
      <w:r w:rsidR="000E1451">
        <w:rPr>
          <w:rFonts w:cs="Georgia"/>
          <w:bCs/>
          <w:kern w:val="1"/>
        </w:rPr>
        <w:t xml:space="preserve">, </w:t>
      </w:r>
      <w:r>
        <w:rPr>
          <w:rFonts w:cs="Georgia"/>
          <w:bCs/>
          <w:kern w:val="1"/>
        </w:rPr>
        <w:t>que j</w:t>
      </w:r>
      <w:r w:rsidR="000E1451">
        <w:rPr>
          <w:rFonts w:cs="Georgia"/>
          <w:bCs/>
          <w:kern w:val="1"/>
        </w:rPr>
        <w:t>’</w:t>
      </w:r>
      <w:r>
        <w:rPr>
          <w:rFonts w:cs="Georgia"/>
          <w:bCs/>
          <w:kern w:val="1"/>
        </w:rPr>
        <w:t>y penserais le reste de ma vie</w:t>
      </w:r>
      <w:r w:rsidR="000E1451">
        <w:rPr>
          <w:rFonts w:cs="Georgia"/>
          <w:bCs/>
          <w:kern w:val="1"/>
        </w:rPr>
        <w:t xml:space="preserve">. </w:t>
      </w:r>
      <w:r>
        <w:rPr>
          <w:rFonts w:cs="Georgia"/>
          <w:bCs/>
          <w:kern w:val="1"/>
        </w:rPr>
        <w:t>Là était le secret d</w:t>
      </w:r>
      <w:r w:rsidR="000E1451">
        <w:rPr>
          <w:rFonts w:cs="Georgia"/>
          <w:bCs/>
          <w:kern w:val="1"/>
        </w:rPr>
        <w:t>’</w:t>
      </w:r>
      <w:r>
        <w:rPr>
          <w:rFonts w:cs="Georgia"/>
          <w:bCs/>
          <w:kern w:val="1"/>
        </w:rPr>
        <w:t>une réprobation qu</w:t>
      </w:r>
      <w:r w:rsidR="000E1451">
        <w:rPr>
          <w:rFonts w:cs="Georgia"/>
          <w:bCs/>
          <w:kern w:val="1"/>
        </w:rPr>
        <w:t>’</w:t>
      </w:r>
      <w:r>
        <w:rPr>
          <w:rFonts w:cs="Georgia"/>
          <w:bCs/>
          <w:kern w:val="1"/>
        </w:rPr>
        <w:t>il redoutait à chaque minute d</w:t>
      </w:r>
      <w:r w:rsidR="000E1451">
        <w:rPr>
          <w:rFonts w:cs="Georgia"/>
          <w:bCs/>
          <w:kern w:val="1"/>
        </w:rPr>
        <w:t>’</w:t>
      </w:r>
      <w:r>
        <w:rPr>
          <w:rFonts w:cs="Georgia"/>
          <w:bCs/>
          <w:kern w:val="1"/>
        </w:rPr>
        <w:t>être mis en demeure de me signifier autrement que par son silence</w:t>
      </w:r>
      <w:r w:rsidR="000E1451">
        <w:rPr>
          <w:rFonts w:cs="Georgia"/>
          <w:bCs/>
          <w:kern w:val="1"/>
        </w:rPr>
        <w:t>.</w:t>
      </w:r>
    </w:p>
    <w:p w14:paraId="6AEE4A7D" w14:textId="77777777" w:rsidR="000E1451" w:rsidRDefault="000E1451" w:rsidP="00BE611A">
      <w:pPr>
        <w:rPr>
          <w:rFonts w:cs="Georgia"/>
          <w:bCs/>
          <w:kern w:val="1"/>
        </w:rPr>
      </w:pPr>
      <w:r>
        <w:rPr>
          <w:rFonts w:cs="Georgia"/>
          <w:bCs/>
          <w:kern w:val="1"/>
        </w:rPr>
        <w:t>— </w:t>
      </w:r>
      <w:r w:rsidR="00BE611A">
        <w:rPr>
          <w:rFonts w:cs="Georgia"/>
          <w:bCs/>
          <w:kern w:val="1"/>
        </w:rPr>
        <w:t>Tu sais</w:t>
      </w:r>
      <w:r>
        <w:rPr>
          <w:rFonts w:cs="Georgia"/>
          <w:bCs/>
          <w:kern w:val="1"/>
        </w:rPr>
        <w:t xml:space="preserve">, </w:t>
      </w:r>
      <w:r w:rsidR="00BE611A">
        <w:rPr>
          <w:rFonts w:cs="Georgia"/>
          <w:bCs/>
          <w:kern w:val="1"/>
        </w:rPr>
        <w:t>me disait-il</w:t>
      </w:r>
      <w:r>
        <w:rPr>
          <w:rFonts w:cs="Georgia"/>
          <w:bCs/>
          <w:kern w:val="1"/>
        </w:rPr>
        <w:t xml:space="preserve">, </w:t>
      </w:r>
      <w:r w:rsidR="00BE611A">
        <w:rPr>
          <w:rFonts w:cs="Georgia"/>
          <w:bCs/>
          <w:kern w:val="1"/>
        </w:rPr>
        <w:t>détournant les yeux</w:t>
      </w:r>
      <w:r>
        <w:rPr>
          <w:rFonts w:cs="Georgia"/>
          <w:bCs/>
          <w:kern w:val="1"/>
        </w:rPr>
        <w:t xml:space="preserve">, </w:t>
      </w:r>
      <w:r w:rsidR="00BE611A">
        <w:rPr>
          <w:rFonts w:cs="Georgia"/>
          <w:bCs/>
          <w:kern w:val="1"/>
        </w:rPr>
        <w:t>j</w:t>
      </w:r>
      <w:r>
        <w:rPr>
          <w:rFonts w:cs="Georgia"/>
          <w:bCs/>
          <w:kern w:val="1"/>
        </w:rPr>
        <w:t>’</w:t>
      </w:r>
      <w:r w:rsidR="00BE611A">
        <w:rPr>
          <w:rFonts w:cs="Georgia"/>
          <w:bCs/>
          <w:kern w:val="1"/>
        </w:rPr>
        <w:t>ai une de mes dynamos qui cloche</w:t>
      </w:r>
      <w:r>
        <w:rPr>
          <w:rFonts w:cs="Georgia"/>
          <w:bCs/>
          <w:kern w:val="1"/>
        </w:rPr>
        <w:t xml:space="preserve">. </w:t>
      </w:r>
      <w:r w:rsidR="00BE611A">
        <w:rPr>
          <w:rFonts w:cs="Georgia"/>
          <w:bCs/>
          <w:kern w:val="1"/>
        </w:rPr>
        <w:t>Je crois que c</w:t>
      </w:r>
      <w:r>
        <w:rPr>
          <w:rFonts w:cs="Georgia"/>
          <w:bCs/>
          <w:kern w:val="1"/>
        </w:rPr>
        <w:t>’</w:t>
      </w:r>
      <w:r w:rsidR="00BE611A">
        <w:rPr>
          <w:rFonts w:cs="Georgia"/>
          <w:bCs/>
          <w:kern w:val="1"/>
        </w:rPr>
        <w:t>est du côté de la courroie de transmission que ça se passe</w:t>
      </w:r>
      <w:r>
        <w:rPr>
          <w:rFonts w:cs="Georgia"/>
          <w:bCs/>
          <w:kern w:val="1"/>
        </w:rPr>
        <w:t xml:space="preserve">. </w:t>
      </w:r>
      <w:r w:rsidR="00BE611A">
        <w:rPr>
          <w:rFonts w:cs="Georgia"/>
          <w:bCs/>
          <w:kern w:val="1"/>
        </w:rPr>
        <w:t>Peut-être ferais-je bien d</w:t>
      </w:r>
      <w:r>
        <w:rPr>
          <w:rFonts w:cs="Georgia"/>
          <w:bCs/>
          <w:kern w:val="1"/>
        </w:rPr>
        <w:t>’</w:t>
      </w:r>
      <w:r w:rsidR="00BE611A">
        <w:rPr>
          <w:rFonts w:cs="Georgia"/>
          <w:bCs/>
          <w:kern w:val="1"/>
        </w:rPr>
        <w:t>aller voir</w:t>
      </w:r>
      <w:r>
        <w:rPr>
          <w:rFonts w:cs="Georgia"/>
          <w:bCs/>
          <w:kern w:val="1"/>
        </w:rPr>
        <w:t xml:space="preserve">. </w:t>
      </w:r>
      <w:r w:rsidR="00BE611A">
        <w:rPr>
          <w:rFonts w:cs="Georgia"/>
          <w:bCs/>
          <w:kern w:val="1"/>
        </w:rPr>
        <w:t>Tu permets</w:t>
      </w:r>
      <w:r>
        <w:rPr>
          <w:rFonts w:cs="Georgia"/>
          <w:bCs/>
          <w:kern w:val="1"/>
        </w:rPr>
        <w:t xml:space="preserve">, </w:t>
      </w:r>
      <w:r w:rsidR="00BE611A">
        <w:rPr>
          <w:rFonts w:cs="Georgia"/>
          <w:bCs/>
          <w:kern w:val="1"/>
        </w:rPr>
        <w:t>hein</w:t>
      </w:r>
      <w:r>
        <w:rPr>
          <w:rFonts w:cs="Georgia"/>
          <w:bCs/>
          <w:kern w:val="1"/>
        </w:rPr>
        <w:t> ?</w:t>
      </w:r>
    </w:p>
    <w:p w14:paraId="52AC7B72" w14:textId="77777777" w:rsidR="000E1451" w:rsidRDefault="000E1451" w:rsidP="00BE611A">
      <w:pPr>
        <w:rPr>
          <w:rFonts w:cs="Georgia"/>
          <w:bCs/>
          <w:kern w:val="1"/>
        </w:rPr>
      </w:pPr>
      <w:r>
        <w:rPr>
          <w:rFonts w:cs="Georgia"/>
          <w:bCs/>
          <w:kern w:val="1"/>
        </w:rPr>
        <w:t>— </w:t>
      </w:r>
      <w:r w:rsidR="00BE611A">
        <w:rPr>
          <w:rFonts w:cs="Georgia"/>
          <w:bCs/>
          <w:kern w:val="1"/>
        </w:rPr>
        <w:t>Va</w:t>
      </w:r>
      <w:r>
        <w:rPr>
          <w:rFonts w:cs="Georgia"/>
          <w:bCs/>
          <w:kern w:val="1"/>
        </w:rPr>
        <w:t> !</w:t>
      </w:r>
    </w:p>
    <w:p w14:paraId="3E089CC1" w14:textId="77777777" w:rsidR="000E1451" w:rsidRDefault="000E1451" w:rsidP="00BE611A">
      <w:pPr>
        <w:rPr>
          <w:rFonts w:cs="Georgia"/>
          <w:bCs/>
          <w:kern w:val="1"/>
        </w:rPr>
      </w:pPr>
      <w:r>
        <w:rPr>
          <w:rFonts w:cs="Georgia"/>
          <w:bCs/>
          <w:kern w:val="1"/>
        </w:rPr>
        <w:t>— « </w:t>
      </w:r>
      <w:r w:rsidR="00BE611A">
        <w:rPr>
          <w:rFonts w:cs="Georgia"/>
          <w:bCs/>
          <w:kern w:val="1"/>
        </w:rPr>
        <w:t>Tu permets</w:t>
      </w:r>
      <w:r>
        <w:rPr>
          <w:rFonts w:cs="Georgia"/>
          <w:bCs/>
          <w:kern w:val="1"/>
        </w:rPr>
        <w:t xml:space="preserve">. – </w:t>
      </w:r>
      <w:r w:rsidR="00BE611A">
        <w:rPr>
          <w:rFonts w:cs="Georgia"/>
          <w:bCs/>
          <w:kern w:val="1"/>
        </w:rPr>
        <w:t>Va</w:t>
      </w:r>
      <w:r>
        <w:rPr>
          <w:rFonts w:cs="Georgia"/>
          <w:bCs/>
          <w:kern w:val="1"/>
        </w:rPr>
        <w:t>. »</w:t>
      </w:r>
      <w:r w:rsidR="00BE611A">
        <w:rPr>
          <w:rFonts w:cs="Georgia"/>
          <w:bCs/>
          <w:kern w:val="1"/>
        </w:rPr>
        <w:t xml:space="preserve"> C</w:t>
      </w:r>
      <w:r>
        <w:rPr>
          <w:rFonts w:cs="Georgia"/>
          <w:bCs/>
          <w:kern w:val="1"/>
        </w:rPr>
        <w:t>’</w:t>
      </w:r>
      <w:r w:rsidR="00BE611A">
        <w:rPr>
          <w:rFonts w:cs="Georgia"/>
          <w:bCs/>
          <w:kern w:val="1"/>
        </w:rPr>
        <w:t>est ainsi que nous nous parlions</w:t>
      </w:r>
      <w:r>
        <w:rPr>
          <w:rFonts w:cs="Georgia"/>
          <w:bCs/>
          <w:kern w:val="1"/>
        </w:rPr>
        <w:t xml:space="preserve">, </w:t>
      </w:r>
      <w:r w:rsidR="00BE611A">
        <w:rPr>
          <w:rFonts w:cs="Georgia"/>
          <w:bCs/>
          <w:kern w:val="1"/>
        </w:rPr>
        <w:t>il y a un an encore</w:t>
      </w:r>
      <w:r>
        <w:rPr>
          <w:rFonts w:cs="Georgia"/>
          <w:bCs/>
          <w:kern w:val="1"/>
        </w:rPr>
        <w:t xml:space="preserve">. </w:t>
      </w:r>
      <w:r w:rsidR="00BE611A">
        <w:rPr>
          <w:rFonts w:cs="Georgia"/>
          <w:bCs/>
          <w:kern w:val="1"/>
        </w:rPr>
        <w:t>Mais</w:t>
      </w:r>
      <w:r>
        <w:rPr>
          <w:rFonts w:cs="Georgia"/>
          <w:bCs/>
          <w:kern w:val="1"/>
        </w:rPr>
        <w:t xml:space="preserve">, </w:t>
      </w:r>
      <w:r w:rsidR="00BE611A">
        <w:rPr>
          <w:rFonts w:cs="Georgia"/>
          <w:bCs/>
          <w:kern w:val="1"/>
        </w:rPr>
        <w:t>depuis</w:t>
      </w:r>
      <w:r>
        <w:rPr>
          <w:rFonts w:cs="Georgia"/>
          <w:bCs/>
          <w:kern w:val="1"/>
        </w:rPr>
        <w:t xml:space="preserve">, </w:t>
      </w:r>
      <w:r w:rsidR="00BE611A">
        <w:rPr>
          <w:rFonts w:cs="Georgia"/>
          <w:bCs/>
          <w:kern w:val="1"/>
        </w:rPr>
        <w:t>ce tutoiement lui-même s</w:t>
      </w:r>
      <w:r>
        <w:rPr>
          <w:rFonts w:cs="Georgia"/>
          <w:bCs/>
          <w:kern w:val="1"/>
        </w:rPr>
        <w:t>’</w:t>
      </w:r>
      <w:r w:rsidR="00BE611A">
        <w:rPr>
          <w:rFonts w:cs="Georgia"/>
          <w:bCs/>
          <w:kern w:val="1"/>
        </w:rPr>
        <w:t>en est allé</w:t>
      </w:r>
      <w:r>
        <w:rPr>
          <w:rFonts w:cs="Georgia"/>
          <w:bCs/>
          <w:kern w:val="1"/>
        </w:rPr>
        <w:t xml:space="preserve">. </w:t>
      </w:r>
      <w:r w:rsidR="00BE611A">
        <w:rPr>
          <w:rFonts w:cs="Georgia"/>
          <w:bCs/>
          <w:kern w:val="1"/>
        </w:rPr>
        <w:t>Est-ce la faute de Guérin</w:t>
      </w:r>
      <w:r>
        <w:rPr>
          <w:rFonts w:cs="Georgia"/>
          <w:bCs/>
          <w:kern w:val="1"/>
        </w:rPr>
        <w:t xml:space="preserve"> ? </w:t>
      </w:r>
      <w:r w:rsidR="00BE611A">
        <w:rPr>
          <w:rFonts w:cs="Georgia"/>
          <w:bCs/>
          <w:kern w:val="1"/>
        </w:rPr>
        <w:t>Est-ce la mienne</w:t>
      </w:r>
      <w:r>
        <w:rPr>
          <w:rFonts w:cs="Georgia"/>
          <w:bCs/>
          <w:kern w:val="1"/>
        </w:rPr>
        <w:t xml:space="preserve"> ? </w:t>
      </w:r>
      <w:r w:rsidR="00BE611A">
        <w:rPr>
          <w:rFonts w:cs="Georgia"/>
          <w:bCs/>
          <w:kern w:val="1"/>
        </w:rPr>
        <w:t>Que servirait de le rechercher</w:t>
      </w:r>
      <w:r>
        <w:rPr>
          <w:rFonts w:cs="Georgia"/>
          <w:bCs/>
          <w:kern w:val="1"/>
        </w:rPr>
        <w:t xml:space="preserve"> ! </w:t>
      </w:r>
      <w:r w:rsidR="00BE611A">
        <w:rPr>
          <w:rFonts w:cs="Georgia"/>
          <w:bCs/>
          <w:kern w:val="1"/>
        </w:rPr>
        <w:t>Un jour</w:t>
      </w:r>
      <w:r>
        <w:rPr>
          <w:rFonts w:cs="Georgia"/>
          <w:bCs/>
          <w:kern w:val="1"/>
        </w:rPr>
        <w:t xml:space="preserve">, </w:t>
      </w:r>
      <w:r w:rsidR="00BE611A">
        <w:rPr>
          <w:rFonts w:cs="Georgia"/>
          <w:bCs/>
          <w:kern w:val="1"/>
        </w:rPr>
        <w:t>un des inspecteurs généraux de la compagnie est venu à l</w:t>
      </w:r>
      <w:r>
        <w:rPr>
          <w:rFonts w:cs="Georgia"/>
          <w:bCs/>
          <w:kern w:val="1"/>
        </w:rPr>
        <w:t>’</w:t>
      </w:r>
      <w:r w:rsidR="00BE611A">
        <w:rPr>
          <w:rFonts w:cs="Georgia"/>
          <w:bCs/>
          <w:kern w:val="1"/>
        </w:rPr>
        <w:t>usine</w:t>
      </w:r>
      <w:r>
        <w:rPr>
          <w:rFonts w:cs="Georgia"/>
          <w:bCs/>
          <w:kern w:val="1"/>
        </w:rPr>
        <w:t xml:space="preserve">. </w:t>
      </w:r>
      <w:r w:rsidR="00BE611A">
        <w:rPr>
          <w:rFonts w:cs="Georgia"/>
          <w:bCs/>
          <w:kern w:val="1"/>
        </w:rPr>
        <w:t>Au cours des questions qu</w:t>
      </w:r>
      <w:r>
        <w:rPr>
          <w:rFonts w:cs="Georgia"/>
          <w:bCs/>
          <w:kern w:val="1"/>
        </w:rPr>
        <w:t>’</w:t>
      </w:r>
      <w:r w:rsidR="00BE611A">
        <w:rPr>
          <w:rFonts w:cs="Georgia"/>
          <w:bCs/>
          <w:kern w:val="1"/>
        </w:rPr>
        <w:t>il nous a posées</w:t>
      </w:r>
      <w:r>
        <w:rPr>
          <w:rFonts w:cs="Georgia"/>
          <w:bCs/>
          <w:kern w:val="1"/>
        </w:rPr>
        <w:t xml:space="preserve">, </w:t>
      </w:r>
      <w:r w:rsidR="00BE611A">
        <w:rPr>
          <w:rFonts w:cs="Georgia"/>
          <w:bCs/>
          <w:kern w:val="1"/>
        </w:rPr>
        <w:t>j</w:t>
      </w:r>
      <w:r>
        <w:rPr>
          <w:rFonts w:cs="Georgia"/>
          <w:bCs/>
          <w:kern w:val="1"/>
        </w:rPr>
        <w:t>’</w:t>
      </w:r>
      <w:r w:rsidR="00BE611A">
        <w:rPr>
          <w:rFonts w:cs="Georgia"/>
          <w:bCs/>
          <w:kern w:val="1"/>
        </w:rPr>
        <w:t>ai été amené à adresser la parole au contremaître</w:t>
      </w:r>
      <w:r>
        <w:rPr>
          <w:rFonts w:cs="Georgia"/>
          <w:bCs/>
          <w:kern w:val="1"/>
        </w:rPr>
        <w:t xml:space="preserve">. </w:t>
      </w:r>
      <w:r w:rsidR="00BE611A">
        <w:rPr>
          <w:rFonts w:cs="Georgia"/>
          <w:bCs/>
          <w:kern w:val="1"/>
        </w:rPr>
        <w:t xml:space="preserve">Il a répondu en me disant </w:t>
      </w:r>
      <w:r w:rsidR="00BE611A">
        <w:rPr>
          <w:rFonts w:cs="Georgia"/>
          <w:bCs/>
          <w:i/>
          <w:iCs/>
          <w:kern w:val="1"/>
        </w:rPr>
        <w:t>vous</w:t>
      </w:r>
      <w:r>
        <w:t xml:space="preserve">. </w:t>
      </w:r>
      <w:r w:rsidR="00BE611A">
        <w:rPr>
          <w:rFonts w:cs="Georgia"/>
          <w:bCs/>
          <w:kern w:val="1"/>
        </w:rPr>
        <w:t>C</w:t>
      </w:r>
      <w:r>
        <w:rPr>
          <w:rFonts w:cs="Georgia"/>
          <w:bCs/>
          <w:kern w:val="1"/>
        </w:rPr>
        <w:t>’</w:t>
      </w:r>
      <w:r w:rsidR="00BE611A">
        <w:rPr>
          <w:rFonts w:cs="Georgia"/>
          <w:bCs/>
          <w:kern w:val="1"/>
        </w:rPr>
        <w:t>était naturel</w:t>
      </w:r>
      <w:r>
        <w:rPr>
          <w:rFonts w:cs="Georgia"/>
          <w:bCs/>
          <w:kern w:val="1"/>
        </w:rPr>
        <w:t xml:space="preserve">, </w:t>
      </w:r>
      <w:r w:rsidR="00BE611A">
        <w:rPr>
          <w:rFonts w:cs="Georgia"/>
          <w:bCs/>
          <w:kern w:val="1"/>
        </w:rPr>
        <w:t>étant donné le caractère officiel de la circonstance</w:t>
      </w:r>
      <w:r>
        <w:rPr>
          <w:rFonts w:cs="Georgia"/>
          <w:bCs/>
          <w:kern w:val="1"/>
        </w:rPr>
        <w:t xml:space="preserve">. </w:t>
      </w:r>
      <w:r w:rsidR="00BE611A">
        <w:rPr>
          <w:rFonts w:cs="Georgia"/>
          <w:bCs/>
          <w:kern w:val="1"/>
        </w:rPr>
        <w:t>Mais le lendemain</w:t>
      </w:r>
      <w:r>
        <w:rPr>
          <w:rFonts w:cs="Georgia"/>
          <w:bCs/>
          <w:kern w:val="1"/>
        </w:rPr>
        <w:t xml:space="preserve">, </w:t>
      </w:r>
      <w:r w:rsidR="00BE611A">
        <w:rPr>
          <w:rFonts w:cs="Georgia"/>
          <w:bCs/>
          <w:kern w:val="1"/>
        </w:rPr>
        <w:t>nous retrouvant tous deux ensemble</w:t>
      </w:r>
      <w:r>
        <w:rPr>
          <w:rFonts w:cs="Georgia"/>
          <w:bCs/>
          <w:kern w:val="1"/>
        </w:rPr>
        <w:t xml:space="preserve">, </w:t>
      </w:r>
      <w:r w:rsidR="00BE611A">
        <w:rPr>
          <w:rFonts w:cs="Georgia"/>
          <w:bCs/>
          <w:kern w:val="1"/>
        </w:rPr>
        <w:t>il ne m</w:t>
      </w:r>
      <w:r>
        <w:rPr>
          <w:rFonts w:cs="Georgia"/>
          <w:bCs/>
          <w:kern w:val="1"/>
        </w:rPr>
        <w:t>’</w:t>
      </w:r>
      <w:r w:rsidR="00BE611A">
        <w:rPr>
          <w:rFonts w:cs="Georgia"/>
          <w:bCs/>
          <w:kern w:val="1"/>
        </w:rPr>
        <w:t>a pas tutoyé</w:t>
      </w:r>
      <w:r>
        <w:rPr>
          <w:rFonts w:cs="Georgia"/>
          <w:bCs/>
          <w:kern w:val="1"/>
        </w:rPr>
        <w:t xml:space="preserve">. </w:t>
      </w:r>
      <w:r w:rsidR="00BE611A">
        <w:rPr>
          <w:rFonts w:cs="Georgia"/>
          <w:bCs/>
          <w:kern w:val="1"/>
        </w:rPr>
        <w:t>Soit par mégarde</w:t>
      </w:r>
      <w:r>
        <w:rPr>
          <w:rFonts w:cs="Georgia"/>
          <w:bCs/>
          <w:kern w:val="1"/>
        </w:rPr>
        <w:t xml:space="preserve">, </w:t>
      </w:r>
      <w:r w:rsidR="00BE611A">
        <w:rPr>
          <w:rFonts w:cs="Georgia"/>
          <w:bCs/>
          <w:kern w:val="1"/>
        </w:rPr>
        <w:t>soit par lassitude</w:t>
      </w:r>
      <w:r>
        <w:rPr>
          <w:rFonts w:cs="Georgia"/>
          <w:bCs/>
          <w:kern w:val="1"/>
        </w:rPr>
        <w:t xml:space="preserve">, </w:t>
      </w:r>
      <w:r w:rsidR="00BE611A">
        <w:rPr>
          <w:rFonts w:cs="Georgia"/>
          <w:bCs/>
          <w:kern w:val="1"/>
        </w:rPr>
        <w:t>je n</w:t>
      </w:r>
      <w:r>
        <w:rPr>
          <w:rFonts w:cs="Georgia"/>
          <w:bCs/>
          <w:kern w:val="1"/>
        </w:rPr>
        <w:t>’</w:t>
      </w:r>
      <w:r w:rsidR="00BE611A">
        <w:rPr>
          <w:rFonts w:cs="Georgia"/>
          <w:bCs/>
          <w:kern w:val="1"/>
        </w:rPr>
        <w:t>ai pas protesté</w:t>
      </w:r>
      <w:r>
        <w:rPr>
          <w:rFonts w:cs="Georgia"/>
          <w:bCs/>
          <w:kern w:val="1"/>
        </w:rPr>
        <w:t xml:space="preserve">. </w:t>
      </w:r>
      <w:r w:rsidR="00BE611A">
        <w:rPr>
          <w:rFonts w:cs="Georgia"/>
          <w:bCs/>
          <w:kern w:val="1"/>
        </w:rPr>
        <w:t>Maintenant</w:t>
      </w:r>
      <w:r>
        <w:rPr>
          <w:rFonts w:cs="Georgia"/>
          <w:bCs/>
          <w:kern w:val="1"/>
        </w:rPr>
        <w:t xml:space="preserve">, </w:t>
      </w:r>
      <w:r w:rsidR="00BE611A">
        <w:rPr>
          <w:rFonts w:cs="Georgia"/>
          <w:bCs/>
          <w:kern w:val="1"/>
        </w:rPr>
        <w:t>c</w:t>
      </w:r>
      <w:r>
        <w:rPr>
          <w:rFonts w:cs="Georgia"/>
          <w:bCs/>
          <w:kern w:val="1"/>
        </w:rPr>
        <w:t>’</w:t>
      </w:r>
      <w:r w:rsidR="00BE611A">
        <w:rPr>
          <w:rFonts w:cs="Georgia"/>
          <w:bCs/>
          <w:kern w:val="1"/>
        </w:rPr>
        <w:t>est fini</w:t>
      </w:r>
      <w:r>
        <w:rPr>
          <w:rFonts w:cs="Georgia"/>
          <w:bCs/>
          <w:kern w:val="1"/>
        </w:rPr>
        <w:t xml:space="preserve"> : </w:t>
      </w:r>
      <w:r w:rsidR="00BE611A">
        <w:rPr>
          <w:rFonts w:cs="Georgia"/>
          <w:bCs/>
          <w:kern w:val="1"/>
        </w:rPr>
        <w:t xml:space="preserve">je </w:t>
      </w:r>
      <w:r w:rsidR="00BE611A">
        <w:rPr>
          <w:rFonts w:cs="Georgia"/>
          <w:bCs/>
          <w:kern w:val="1"/>
        </w:rPr>
        <w:lastRenderedPageBreak/>
        <w:t xml:space="preserve">ne suis plus pour mon vieux compagnon de misère que </w:t>
      </w:r>
      <w:r w:rsidR="00BE611A">
        <w:rPr>
          <w:rFonts w:cs="Georgia"/>
          <w:bCs/>
          <w:i/>
          <w:iCs/>
          <w:kern w:val="1"/>
        </w:rPr>
        <w:t>Monsieur l</w:t>
      </w:r>
      <w:r>
        <w:rPr>
          <w:rFonts w:cs="Georgia"/>
          <w:bCs/>
          <w:i/>
          <w:iCs/>
          <w:kern w:val="1"/>
        </w:rPr>
        <w:t>’</w:t>
      </w:r>
      <w:r w:rsidR="00BE611A">
        <w:rPr>
          <w:rFonts w:cs="Georgia"/>
          <w:bCs/>
          <w:i/>
          <w:iCs/>
          <w:kern w:val="1"/>
        </w:rPr>
        <w:t>Ingénieur</w:t>
      </w:r>
      <w:r>
        <w:rPr>
          <w:rFonts w:cs="Georgia"/>
          <w:bCs/>
          <w:i/>
          <w:iCs/>
          <w:kern w:val="1"/>
        </w:rPr>
        <w:t xml:space="preserve">. </w:t>
      </w:r>
      <w:r w:rsidR="00BE611A">
        <w:rPr>
          <w:rFonts w:cs="Georgia"/>
          <w:bCs/>
          <w:kern w:val="1"/>
        </w:rPr>
        <w:t>C</w:t>
      </w:r>
      <w:r>
        <w:rPr>
          <w:rFonts w:cs="Georgia"/>
          <w:bCs/>
          <w:kern w:val="1"/>
        </w:rPr>
        <w:t>’</w:t>
      </w:r>
      <w:r w:rsidR="00BE611A">
        <w:rPr>
          <w:rFonts w:cs="Georgia"/>
          <w:bCs/>
          <w:kern w:val="1"/>
        </w:rPr>
        <w:t>est un trait d</w:t>
      </w:r>
      <w:r>
        <w:rPr>
          <w:rFonts w:cs="Georgia"/>
          <w:bCs/>
          <w:kern w:val="1"/>
        </w:rPr>
        <w:t>’</w:t>
      </w:r>
      <w:r w:rsidR="00BE611A">
        <w:rPr>
          <w:rFonts w:cs="Georgia"/>
          <w:bCs/>
          <w:kern w:val="1"/>
        </w:rPr>
        <w:t>union de moins avec le passé</w:t>
      </w:r>
      <w:r>
        <w:rPr>
          <w:rFonts w:cs="Georgia"/>
          <w:bCs/>
          <w:kern w:val="1"/>
        </w:rPr>
        <w:t xml:space="preserve"> ; </w:t>
      </w:r>
      <w:r w:rsidR="00BE611A">
        <w:rPr>
          <w:rFonts w:cs="Georgia"/>
          <w:bCs/>
          <w:kern w:val="1"/>
        </w:rPr>
        <w:t>une chose de plus qui est morte</w:t>
      </w:r>
      <w:r>
        <w:rPr>
          <w:rFonts w:cs="Georgia"/>
          <w:bCs/>
          <w:kern w:val="1"/>
        </w:rPr>
        <w:t>.</w:t>
      </w:r>
    </w:p>
    <w:p w14:paraId="6B7277DF" w14:textId="77777777" w:rsidR="000E1451" w:rsidRDefault="00BE611A" w:rsidP="000E1451">
      <w:pPr>
        <w:pStyle w:val="Titre1"/>
        <w:numPr>
          <w:ilvl w:val="0"/>
          <w:numId w:val="15"/>
        </w:numPr>
        <w:ind w:left="0" w:firstLine="0"/>
        <w:rPr>
          <w:kern w:val="1"/>
        </w:rPr>
      </w:pPr>
      <w:bookmarkStart w:id="2" w:name="__RefHeading__7366_928681719"/>
      <w:bookmarkStart w:id="3" w:name="_Toc195555060"/>
      <w:bookmarkEnd w:id="2"/>
      <w:r>
        <w:rPr>
          <w:kern w:val="1"/>
        </w:rPr>
        <w:lastRenderedPageBreak/>
        <w:t>II</w:t>
      </w:r>
      <w:bookmarkEnd w:id="3"/>
    </w:p>
    <w:p w14:paraId="216D8519" w14:textId="77777777" w:rsidR="000E1451" w:rsidRDefault="000E1451" w:rsidP="00BE611A">
      <w:pPr>
        <w:rPr>
          <w:rFonts w:cs="Georgia"/>
          <w:kern w:val="1"/>
        </w:rPr>
      </w:pPr>
      <w:r>
        <w:rPr>
          <w:kern w:val="1"/>
        </w:rPr>
        <w:t>— </w:t>
      </w:r>
      <w:r w:rsidR="00BE611A">
        <w:rPr>
          <w:rFonts w:cs="Georgia"/>
          <w:kern w:val="1"/>
        </w:rPr>
        <w:t>Alors</w:t>
      </w:r>
      <w:r>
        <w:rPr>
          <w:rFonts w:cs="Georgia"/>
          <w:kern w:val="1"/>
        </w:rPr>
        <w:t xml:space="preserve">, </w:t>
      </w:r>
      <w:r w:rsidR="00BE611A">
        <w:rPr>
          <w:rFonts w:cs="Georgia"/>
          <w:kern w:val="1"/>
        </w:rPr>
        <w:t>la porte</w:t>
      </w:r>
      <w:r>
        <w:rPr>
          <w:rFonts w:cs="Georgia"/>
          <w:kern w:val="1"/>
        </w:rPr>
        <w:t xml:space="preserve">, </w:t>
      </w:r>
      <w:r w:rsidR="00BE611A">
        <w:rPr>
          <w:rFonts w:cs="Georgia"/>
          <w:kern w:val="1"/>
        </w:rPr>
        <w:t>on ne la ferme plus</w:t>
      </w:r>
      <w:r>
        <w:rPr>
          <w:rFonts w:cs="Georgia"/>
          <w:kern w:val="1"/>
        </w:rPr>
        <w:t> ?</w:t>
      </w:r>
    </w:p>
    <w:p w14:paraId="0197D6E5" w14:textId="77777777" w:rsidR="000E1451" w:rsidRDefault="000E1451" w:rsidP="00BE611A">
      <w:pPr>
        <w:rPr>
          <w:rFonts w:cs="Georgia"/>
          <w:kern w:val="1"/>
        </w:rPr>
      </w:pPr>
      <w:r>
        <w:rPr>
          <w:rFonts w:cs="Georgia"/>
          <w:kern w:val="1"/>
        </w:rPr>
        <w:t>— </w:t>
      </w:r>
      <w:r w:rsidR="00BE611A">
        <w:rPr>
          <w:rFonts w:cs="Georgia"/>
          <w:kern w:val="1"/>
        </w:rPr>
        <w:t>La porte</w:t>
      </w:r>
      <w:r>
        <w:rPr>
          <w:rFonts w:cs="Georgia"/>
          <w:kern w:val="1"/>
        </w:rPr>
        <w:t> !</w:t>
      </w:r>
    </w:p>
    <w:p w14:paraId="391BB541" w14:textId="77777777" w:rsidR="000E1451" w:rsidRDefault="000E1451" w:rsidP="00BE611A">
      <w:pPr>
        <w:rPr>
          <w:rFonts w:cs="Georgia"/>
          <w:kern w:val="1"/>
        </w:rPr>
      </w:pPr>
      <w:r>
        <w:rPr>
          <w:rFonts w:cs="Georgia"/>
          <w:kern w:val="1"/>
        </w:rPr>
        <w:t>— </w:t>
      </w:r>
      <w:r w:rsidR="00BE611A">
        <w:rPr>
          <w:rFonts w:cs="Georgia"/>
          <w:kern w:val="1"/>
        </w:rPr>
        <w:t>Eh</w:t>
      </w:r>
      <w:r>
        <w:rPr>
          <w:rFonts w:cs="Georgia"/>
          <w:kern w:val="1"/>
        </w:rPr>
        <w:t xml:space="preserve"> ! </w:t>
      </w:r>
      <w:r w:rsidR="00BE611A">
        <w:rPr>
          <w:rFonts w:cs="Georgia"/>
          <w:kern w:val="1"/>
        </w:rPr>
        <w:t>la porte</w:t>
      </w:r>
      <w:r>
        <w:rPr>
          <w:rFonts w:cs="Georgia"/>
          <w:kern w:val="1"/>
        </w:rPr>
        <w:t> !</w:t>
      </w:r>
    </w:p>
    <w:p w14:paraId="770562F1" w14:textId="77777777" w:rsidR="000E1451" w:rsidRDefault="000E1451" w:rsidP="00BE611A">
      <w:pPr>
        <w:rPr>
          <w:rFonts w:cs="Georgia"/>
          <w:kern w:val="1"/>
        </w:rPr>
      </w:pPr>
      <w:r>
        <w:rPr>
          <w:rFonts w:cs="Georgia"/>
          <w:kern w:val="1"/>
        </w:rPr>
        <w:t>— </w:t>
      </w:r>
      <w:r w:rsidR="00BE611A">
        <w:rPr>
          <w:rFonts w:cs="Georgia"/>
          <w:kern w:val="1"/>
        </w:rPr>
        <w:t>Entre ou sors</w:t>
      </w:r>
      <w:r>
        <w:rPr>
          <w:rFonts w:cs="Georgia"/>
          <w:kern w:val="1"/>
        </w:rPr>
        <w:t xml:space="preserve">, </w:t>
      </w:r>
      <w:r w:rsidR="00BE611A">
        <w:rPr>
          <w:rFonts w:cs="Georgia"/>
          <w:kern w:val="1"/>
        </w:rPr>
        <w:t>choléra</w:t>
      </w:r>
      <w:r>
        <w:rPr>
          <w:rFonts w:cs="Georgia"/>
          <w:kern w:val="1"/>
        </w:rPr>
        <w:t>.</w:t>
      </w:r>
    </w:p>
    <w:p w14:paraId="24B1A52C" w14:textId="77777777" w:rsidR="000E1451" w:rsidRDefault="00BE611A" w:rsidP="00BE611A">
      <w:pPr>
        <w:rPr>
          <w:rFonts w:cs="Georgia"/>
          <w:bCs/>
          <w:kern w:val="1"/>
        </w:rPr>
      </w:pPr>
      <w:r>
        <w:rPr>
          <w:rFonts w:cs="Georgia"/>
          <w:bCs/>
          <w:kern w:val="1"/>
        </w:rPr>
        <w:t>Celui qui s</w:t>
      </w:r>
      <w:r w:rsidR="000E1451">
        <w:rPr>
          <w:rFonts w:cs="Georgia"/>
          <w:bCs/>
          <w:kern w:val="1"/>
        </w:rPr>
        <w:t>’</w:t>
      </w:r>
      <w:r>
        <w:rPr>
          <w:rFonts w:cs="Georgia"/>
          <w:bCs/>
          <w:kern w:val="1"/>
        </w:rPr>
        <w:t>attirait ces aménités était un petit chasseur à pied nommé Nanteuil</w:t>
      </w:r>
      <w:r w:rsidR="000E1451">
        <w:rPr>
          <w:rFonts w:cs="Georgia"/>
          <w:bCs/>
          <w:kern w:val="1"/>
        </w:rPr>
        <w:t xml:space="preserve">. </w:t>
      </w:r>
      <w:r>
        <w:rPr>
          <w:rFonts w:cs="Georgia"/>
          <w:bCs/>
          <w:kern w:val="1"/>
        </w:rPr>
        <w:t>Il se tenait sur le seuil de la baraque n</w:t>
      </w:r>
      <w:r w:rsidR="000E1451">
        <w:rPr>
          <w:rFonts w:cs="Georgia"/>
          <w:bCs/>
          <w:kern w:val="1"/>
        </w:rPr>
        <w:t>° 4</w:t>
      </w:r>
      <w:r>
        <w:rPr>
          <w:rFonts w:cs="Georgia"/>
          <w:bCs/>
          <w:kern w:val="1"/>
        </w:rPr>
        <w:t>7</w:t>
      </w:r>
      <w:r w:rsidR="000E1451">
        <w:rPr>
          <w:rFonts w:cs="Georgia"/>
          <w:bCs/>
          <w:kern w:val="1"/>
        </w:rPr>
        <w:t xml:space="preserve">. </w:t>
      </w:r>
      <w:r>
        <w:rPr>
          <w:rFonts w:cs="Georgia"/>
          <w:bCs/>
          <w:kern w:val="1"/>
        </w:rPr>
        <w:t>La blême lumière de décembre encadrait sa silhouette</w:t>
      </w:r>
      <w:r w:rsidR="000E1451">
        <w:rPr>
          <w:rFonts w:cs="Georgia"/>
          <w:bCs/>
          <w:kern w:val="1"/>
        </w:rPr>
        <w:t xml:space="preserve">. </w:t>
      </w:r>
      <w:r>
        <w:rPr>
          <w:rFonts w:cs="Georgia"/>
          <w:bCs/>
          <w:kern w:val="1"/>
        </w:rPr>
        <w:t>Un froid noir</w:t>
      </w:r>
      <w:r w:rsidR="000E1451">
        <w:rPr>
          <w:rFonts w:cs="Georgia"/>
          <w:bCs/>
          <w:kern w:val="1"/>
        </w:rPr>
        <w:t xml:space="preserve">, </w:t>
      </w:r>
      <w:r>
        <w:rPr>
          <w:rFonts w:cs="Georgia"/>
          <w:bCs/>
          <w:kern w:val="1"/>
        </w:rPr>
        <w:t>par sa faute</w:t>
      </w:r>
      <w:r w:rsidR="000E1451">
        <w:rPr>
          <w:rFonts w:cs="Georgia"/>
          <w:bCs/>
          <w:kern w:val="1"/>
        </w:rPr>
        <w:t xml:space="preserve">, </w:t>
      </w:r>
      <w:r>
        <w:rPr>
          <w:rFonts w:cs="Georgia"/>
          <w:bCs/>
          <w:kern w:val="1"/>
        </w:rPr>
        <w:t>commençait à envahir la chambrée</w:t>
      </w:r>
      <w:r w:rsidR="000E1451">
        <w:rPr>
          <w:rFonts w:cs="Georgia"/>
          <w:bCs/>
          <w:kern w:val="1"/>
        </w:rPr>
        <w:t>.</w:t>
      </w:r>
    </w:p>
    <w:p w14:paraId="4E1A58EF" w14:textId="77777777" w:rsidR="000E1451" w:rsidRDefault="000E1451" w:rsidP="00BE611A">
      <w:pPr>
        <w:rPr>
          <w:rFonts w:cs="Georgia"/>
          <w:bCs/>
          <w:kern w:val="1"/>
        </w:rPr>
      </w:pPr>
      <w:r>
        <w:rPr>
          <w:rFonts w:cs="Georgia"/>
          <w:bCs/>
          <w:kern w:val="1"/>
        </w:rPr>
        <w:t>— </w:t>
      </w:r>
      <w:r w:rsidR="00BE611A">
        <w:rPr>
          <w:rFonts w:cs="Georgia"/>
          <w:bCs/>
          <w:kern w:val="1"/>
        </w:rPr>
        <w:t>Quelle heure est-il</w:t>
      </w:r>
      <w:r>
        <w:rPr>
          <w:rFonts w:cs="Georgia"/>
          <w:bCs/>
          <w:kern w:val="1"/>
        </w:rPr>
        <w:t xml:space="preserve"> ? </w:t>
      </w:r>
      <w:r w:rsidR="00BE611A">
        <w:rPr>
          <w:rFonts w:cs="Georgia"/>
          <w:bCs/>
          <w:kern w:val="1"/>
        </w:rPr>
        <w:t>grogna une voix</w:t>
      </w:r>
      <w:r>
        <w:rPr>
          <w:rFonts w:cs="Georgia"/>
          <w:bCs/>
          <w:kern w:val="1"/>
        </w:rPr>
        <w:t>.</w:t>
      </w:r>
    </w:p>
    <w:p w14:paraId="63D29B65" w14:textId="77777777" w:rsidR="000E1451" w:rsidRDefault="000E1451" w:rsidP="00BE611A">
      <w:pPr>
        <w:rPr>
          <w:rFonts w:cs="Georgia"/>
          <w:bCs/>
          <w:kern w:val="1"/>
        </w:rPr>
      </w:pPr>
      <w:r>
        <w:rPr>
          <w:rFonts w:cs="Georgia"/>
          <w:bCs/>
          <w:kern w:val="1"/>
        </w:rPr>
        <w:t>— </w:t>
      </w:r>
      <w:r w:rsidR="00BE611A">
        <w:rPr>
          <w:rFonts w:cs="Georgia"/>
          <w:bCs/>
          <w:kern w:val="1"/>
        </w:rPr>
        <w:t>Sept heures</w:t>
      </w:r>
      <w:r>
        <w:rPr>
          <w:rFonts w:cs="Georgia"/>
          <w:bCs/>
          <w:kern w:val="1"/>
        </w:rPr>
        <w:t>.</w:t>
      </w:r>
    </w:p>
    <w:p w14:paraId="21A051FA" w14:textId="77777777" w:rsidR="000E1451" w:rsidRDefault="000E1451" w:rsidP="00BE611A">
      <w:pPr>
        <w:rPr>
          <w:rFonts w:cs="Georgia"/>
          <w:bCs/>
          <w:kern w:val="1"/>
        </w:rPr>
      </w:pPr>
      <w:r>
        <w:rPr>
          <w:rFonts w:cs="Georgia"/>
          <w:bCs/>
          <w:kern w:val="1"/>
        </w:rPr>
        <w:t>— </w:t>
      </w:r>
      <w:r w:rsidR="00BE611A">
        <w:rPr>
          <w:rFonts w:cs="Georgia"/>
          <w:bCs/>
          <w:kern w:val="1"/>
        </w:rPr>
        <w:t>Sept heures</w:t>
      </w:r>
      <w:r>
        <w:rPr>
          <w:rFonts w:cs="Georgia"/>
          <w:bCs/>
          <w:kern w:val="1"/>
        </w:rPr>
        <w:t xml:space="preserve"> ! </w:t>
      </w:r>
      <w:r w:rsidR="00BE611A">
        <w:rPr>
          <w:rFonts w:cs="Georgia"/>
          <w:bCs/>
          <w:kern w:val="1"/>
        </w:rPr>
        <w:t>Venir nous réveiller à sept heures</w:t>
      </w:r>
      <w:r>
        <w:rPr>
          <w:rFonts w:cs="Georgia"/>
          <w:bCs/>
          <w:kern w:val="1"/>
        </w:rPr>
        <w:t xml:space="preserve">, </w:t>
      </w:r>
      <w:r w:rsidR="00BE611A">
        <w:rPr>
          <w:rFonts w:cs="Georgia"/>
          <w:bCs/>
          <w:kern w:val="1"/>
        </w:rPr>
        <w:t>un dimanche</w:t>
      </w:r>
      <w:r>
        <w:rPr>
          <w:rFonts w:cs="Georgia"/>
          <w:bCs/>
          <w:kern w:val="1"/>
        </w:rPr>
        <w:t xml:space="preserve"> ! </w:t>
      </w:r>
      <w:r w:rsidR="00BE611A">
        <w:rPr>
          <w:rFonts w:cs="Georgia"/>
          <w:bCs/>
          <w:kern w:val="1"/>
        </w:rPr>
        <w:t>Et nous faire attraper la crève</w:t>
      </w:r>
      <w:r>
        <w:rPr>
          <w:rFonts w:cs="Georgia"/>
          <w:bCs/>
          <w:kern w:val="1"/>
        </w:rPr>
        <w:t xml:space="preserve">, </w:t>
      </w:r>
      <w:r w:rsidR="00BE611A">
        <w:rPr>
          <w:rFonts w:cs="Georgia"/>
          <w:bCs/>
          <w:kern w:val="1"/>
        </w:rPr>
        <w:t>par-dessus le marché</w:t>
      </w:r>
      <w:r>
        <w:rPr>
          <w:rFonts w:cs="Georgia"/>
          <w:bCs/>
          <w:kern w:val="1"/>
        </w:rPr>
        <w:t xml:space="preserve">. </w:t>
      </w:r>
      <w:r w:rsidR="00BE611A">
        <w:rPr>
          <w:rFonts w:cs="Georgia"/>
          <w:bCs/>
          <w:kern w:val="1"/>
        </w:rPr>
        <w:t>Qu</w:t>
      </w:r>
      <w:r>
        <w:rPr>
          <w:rFonts w:cs="Georgia"/>
          <w:bCs/>
          <w:kern w:val="1"/>
        </w:rPr>
        <w:t>’</w:t>
      </w:r>
      <w:r w:rsidR="00BE611A">
        <w:rPr>
          <w:rFonts w:cs="Georgia"/>
          <w:bCs/>
          <w:kern w:val="1"/>
        </w:rPr>
        <w:t>est-ce qu</w:t>
      </w:r>
      <w:r>
        <w:rPr>
          <w:rFonts w:cs="Georgia"/>
          <w:bCs/>
          <w:kern w:val="1"/>
        </w:rPr>
        <w:t>’</w:t>
      </w:r>
      <w:r w:rsidR="00BE611A">
        <w:rPr>
          <w:rFonts w:cs="Georgia"/>
          <w:bCs/>
          <w:kern w:val="1"/>
        </w:rPr>
        <w:t>il y a</w:t>
      </w:r>
      <w:r>
        <w:rPr>
          <w:rFonts w:cs="Georgia"/>
          <w:bCs/>
          <w:kern w:val="1"/>
        </w:rPr>
        <w:t xml:space="preserve"> ? </w:t>
      </w:r>
      <w:r w:rsidR="00BE611A">
        <w:rPr>
          <w:rFonts w:cs="Georgia"/>
          <w:bCs/>
          <w:kern w:val="1"/>
        </w:rPr>
        <w:t>Parleras-tu</w:t>
      </w:r>
      <w:r>
        <w:rPr>
          <w:rFonts w:cs="Georgia"/>
          <w:bCs/>
          <w:kern w:val="1"/>
        </w:rPr>
        <w:t xml:space="preserve">, </w:t>
      </w:r>
      <w:r w:rsidR="00BE611A">
        <w:rPr>
          <w:rFonts w:cs="Georgia"/>
          <w:bCs/>
          <w:kern w:val="1"/>
        </w:rPr>
        <w:t>assassin</w:t>
      </w:r>
      <w:r>
        <w:rPr>
          <w:rFonts w:cs="Georgia"/>
          <w:bCs/>
          <w:kern w:val="1"/>
        </w:rPr>
        <w:t> ?</w:t>
      </w:r>
    </w:p>
    <w:p w14:paraId="1E75A6F5" w14:textId="77777777" w:rsidR="000E1451" w:rsidRDefault="000E1451" w:rsidP="00BE611A">
      <w:pPr>
        <w:rPr>
          <w:rFonts w:cs="Georgia"/>
          <w:bCs/>
          <w:kern w:val="1"/>
        </w:rPr>
      </w:pPr>
      <w:r>
        <w:rPr>
          <w:rFonts w:cs="Georgia"/>
          <w:bCs/>
          <w:kern w:val="1"/>
        </w:rPr>
        <w:t>— </w:t>
      </w:r>
      <w:r w:rsidR="00BE611A">
        <w:rPr>
          <w:rFonts w:cs="Georgia"/>
          <w:bCs/>
          <w:kern w:val="1"/>
        </w:rPr>
        <w:t>La liste</w:t>
      </w:r>
      <w:r>
        <w:rPr>
          <w:rFonts w:cs="Georgia"/>
          <w:bCs/>
          <w:kern w:val="1"/>
        </w:rPr>
        <w:t xml:space="preserve">, </w:t>
      </w:r>
      <w:r w:rsidR="00BE611A">
        <w:rPr>
          <w:rFonts w:cs="Georgia"/>
          <w:bCs/>
          <w:kern w:val="1"/>
        </w:rPr>
        <w:t>dit Nanteuil</w:t>
      </w:r>
      <w:r>
        <w:rPr>
          <w:rFonts w:cs="Georgia"/>
          <w:bCs/>
          <w:kern w:val="1"/>
        </w:rPr>
        <w:t xml:space="preserve">, </w:t>
      </w:r>
      <w:r w:rsidR="00BE611A">
        <w:rPr>
          <w:rFonts w:cs="Georgia"/>
          <w:bCs/>
          <w:kern w:val="1"/>
        </w:rPr>
        <w:t>tout souriant</w:t>
      </w:r>
      <w:r>
        <w:rPr>
          <w:rFonts w:cs="Georgia"/>
          <w:bCs/>
          <w:kern w:val="1"/>
        </w:rPr>
        <w:t>.</w:t>
      </w:r>
    </w:p>
    <w:p w14:paraId="2292D541" w14:textId="77777777" w:rsidR="000E1451" w:rsidRDefault="000E1451" w:rsidP="00BE611A">
      <w:pPr>
        <w:rPr>
          <w:rFonts w:cs="Georgia"/>
          <w:bCs/>
          <w:kern w:val="1"/>
        </w:rPr>
      </w:pPr>
      <w:r>
        <w:rPr>
          <w:rFonts w:cs="Georgia"/>
          <w:bCs/>
          <w:kern w:val="1"/>
        </w:rPr>
        <w:t>— </w:t>
      </w:r>
      <w:r w:rsidR="00BE611A">
        <w:rPr>
          <w:rFonts w:cs="Georgia"/>
          <w:bCs/>
          <w:kern w:val="1"/>
        </w:rPr>
        <w:t>Quelle liste</w:t>
      </w:r>
      <w:r>
        <w:rPr>
          <w:rFonts w:cs="Georgia"/>
          <w:bCs/>
          <w:kern w:val="1"/>
        </w:rPr>
        <w:t xml:space="preserve">, </w:t>
      </w:r>
      <w:r w:rsidR="00BE611A">
        <w:rPr>
          <w:rFonts w:cs="Georgia"/>
          <w:bCs/>
          <w:kern w:val="1"/>
        </w:rPr>
        <w:t>tonnerre</w:t>
      </w:r>
      <w:r>
        <w:rPr>
          <w:rFonts w:cs="Georgia"/>
          <w:bCs/>
          <w:kern w:val="1"/>
        </w:rPr>
        <w:t> ?</w:t>
      </w:r>
    </w:p>
    <w:p w14:paraId="760BE6B1" w14:textId="77777777" w:rsidR="000E1451" w:rsidRDefault="000E1451" w:rsidP="00BE611A">
      <w:pPr>
        <w:rPr>
          <w:rFonts w:cs="Georgia"/>
          <w:bCs/>
          <w:kern w:val="1"/>
        </w:rPr>
      </w:pPr>
      <w:r>
        <w:rPr>
          <w:rFonts w:cs="Georgia"/>
          <w:bCs/>
          <w:kern w:val="1"/>
        </w:rPr>
        <w:t>— </w:t>
      </w:r>
      <w:r w:rsidR="00BE611A">
        <w:rPr>
          <w:rFonts w:cs="Georgia"/>
          <w:bCs/>
          <w:kern w:val="1"/>
        </w:rPr>
        <w:t>La liste pour les représailles</w:t>
      </w:r>
      <w:r>
        <w:rPr>
          <w:rFonts w:cs="Georgia"/>
          <w:bCs/>
          <w:kern w:val="1"/>
        </w:rPr>
        <w:t>.</w:t>
      </w:r>
    </w:p>
    <w:p w14:paraId="419E0A77" w14:textId="77777777" w:rsidR="000E1451" w:rsidRDefault="000E1451" w:rsidP="00BE611A">
      <w:pPr>
        <w:rPr>
          <w:rFonts w:cs="Georgia"/>
          <w:bCs/>
          <w:kern w:val="1"/>
        </w:rPr>
      </w:pPr>
      <w:r>
        <w:rPr>
          <w:rFonts w:cs="Georgia"/>
          <w:bCs/>
          <w:kern w:val="1"/>
        </w:rPr>
        <w:t>— </w:t>
      </w:r>
      <w:r w:rsidR="00BE611A">
        <w:rPr>
          <w:rFonts w:cs="Georgia"/>
          <w:bCs/>
          <w:kern w:val="1"/>
        </w:rPr>
        <w:t>Eh bien</w:t>
      </w:r>
      <w:r>
        <w:rPr>
          <w:rFonts w:cs="Georgia"/>
          <w:bCs/>
          <w:kern w:val="1"/>
        </w:rPr>
        <w:t> ?</w:t>
      </w:r>
    </w:p>
    <w:p w14:paraId="67043BF0" w14:textId="77777777" w:rsidR="000E1451" w:rsidRDefault="000E1451" w:rsidP="00BE611A">
      <w:pPr>
        <w:rPr>
          <w:rFonts w:cs="Georgia"/>
          <w:bCs/>
          <w:kern w:val="1"/>
        </w:rPr>
      </w:pPr>
      <w:r>
        <w:rPr>
          <w:rFonts w:cs="Georgia"/>
          <w:bCs/>
          <w:kern w:val="1"/>
        </w:rPr>
        <w:t>— </w:t>
      </w:r>
      <w:r w:rsidR="00BE611A">
        <w:rPr>
          <w:rFonts w:cs="Georgia"/>
          <w:bCs/>
          <w:kern w:val="1"/>
        </w:rPr>
        <w:t>Elle vient d</w:t>
      </w:r>
      <w:r>
        <w:rPr>
          <w:rFonts w:cs="Georgia"/>
          <w:bCs/>
          <w:kern w:val="1"/>
        </w:rPr>
        <w:t>’</w:t>
      </w:r>
      <w:r w:rsidR="00BE611A">
        <w:rPr>
          <w:rFonts w:cs="Georgia"/>
          <w:bCs/>
          <w:kern w:val="1"/>
        </w:rPr>
        <w:t>être affichée au poste</w:t>
      </w:r>
      <w:r>
        <w:rPr>
          <w:rFonts w:cs="Georgia"/>
          <w:bCs/>
          <w:kern w:val="1"/>
        </w:rPr>
        <w:t xml:space="preserve">. </w:t>
      </w:r>
      <w:r w:rsidR="00BE611A">
        <w:rPr>
          <w:rFonts w:cs="Georgia"/>
          <w:bCs/>
          <w:kern w:val="1"/>
        </w:rPr>
        <w:t>Je l</w:t>
      </w:r>
      <w:r>
        <w:rPr>
          <w:rFonts w:cs="Georgia"/>
          <w:bCs/>
          <w:kern w:val="1"/>
        </w:rPr>
        <w:t>’</w:t>
      </w:r>
      <w:r w:rsidR="00BE611A">
        <w:rPr>
          <w:rFonts w:cs="Georgia"/>
          <w:bCs/>
          <w:kern w:val="1"/>
        </w:rPr>
        <w:t>ai lue</w:t>
      </w:r>
      <w:r>
        <w:rPr>
          <w:rFonts w:cs="Georgia"/>
          <w:bCs/>
          <w:kern w:val="1"/>
        </w:rPr>
        <w:t>.</w:t>
      </w:r>
    </w:p>
    <w:p w14:paraId="287C55AF" w14:textId="77777777" w:rsidR="000E1451" w:rsidRDefault="000E1451" w:rsidP="00BE611A">
      <w:pPr>
        <w:rPr>
          <w:rFonts w:cs="Georgia"/>
          <w:bCs/>
          <w:kern w:val="1"/>
        </w:rPr>
      </w:pPr>
      <w:r>
        <w:rPr>
          <w:rFonts w:cs="Georgia"/>
          <w:bCs/>
          <w:kern w:val="1"/>
        </w:rPr>
        <w:t>— </w:t>
      </w:r>
      <w:r w:rsidR="00BE611A">
        <w:rPr>
          <w:rFonts w:cs="Georgia"/>
          <w:bCs/>
          <w:kern w:val="1"/>
        </w:rPr>
        <w:t>Combien y en a-t-il de désignés</w:t>
      </w:r>
      <w:r>
        <w:rPr>
          <w:rFonts w:cs="Georgia"/>
          <w:bCs/>
          <w:kern w:val="1"/>
        </w:rPr>
        <w:t> ?</w:t>
      </w:r>
    </w:p>
    <w:p w14:paraId="44EFD8D7" w14:textId="77777777" w:rsidR="000E1451" w:rsidRDefault="000E1451" w:rsidP="00BE611A">
      <w:pPr>
        <w:rPr>
          <w:rFonts w:cs="Georgia"/>
          <w:bCs/>
          <w:kern w:val="1"/>
        </w:rPr>
      </w:pPr>
      <w:r>
        <w:rPr>
          <w:rFonts w:cs="Georgia"/>
          <w:bCs/>
          <w:kern w:val="1"/>
        </w:rPr>
        <w:lastRenderedPageBreak/>
        <w:t>— </w:t>
      </w:r>
      <w:r w:rsidR="00BE611A">
        <w:rPr>
          <w:rFonts w:cs="Georgia"/>
          <w:bCs/>
          <w:kern w:val="1"/>
        </w:rPr>
        <w:t>Cent dix</w:t>
      </w:r>
      <w:r>
        <w:rPr>
          <w:rFonts w:cs="Georgia"/>
          <w:bCs/>
          <w:kern w:val="1"/>
        </w:rPr>
        <w:t>.</w:t>
      </w:r>
    </w:p>
    <w:p w14:paraId="405E87C6" w14:textId="77777777" w:rsidR="000E1451" w:rsidRDefault="00BE611A" w:rsidP="00BE611A">
      <w:pPr>
        <w:rPr>
          <w:rFonts w:cs="Georgia"/>
          <w:bCs/>
          <w:kern w:val="1"/>
        </w:rPr>
      </w:pPr>
      <w:r>
        <w:rPr>
          <w:rFonts w:cs="Georgia"/>
          <w:bCs/>
          <w:kern w:val="1"/>
        </w:rPr>
        <w:t>Un silence consterné régna</w:t>
      </w:r>
      <w:r w:rsidR="000E1451">
        <w:rPr>
          <w:rFonts w:cs="Georgia"/>
          <w:bCs/>
          <w:kern w:val="1"/>
        </w:rPr>
        <w:t xml:space="preserve">. </w:t>
      </w:r>
      <w:r>
        <w:rPr>
          <w:rFonts w:cs="Georgia"/>
          <w:bCs/>
          <w:kern w:val="1"/>
        </w:rPr>
        <w:t>Puis une autre voix sortit de la pénombre</w:t>
      </w:r>
      <w:r w:rsidR="000E1451">
        <w:rPr>
          <w:rFonts w:cs="Georgia"/>
          <w:bCs/>
          <w:kern w:val="1"/>
        </w:rPr>
        <w:t>.</w:t>
      </w:r>
    </w:p>
    <w:p w14:paraId="058B7E57" w14:textId="77777777" w:rsidR="000E1451" w:rsidRDefault="000E1451" w:rsidP="00BE611A">
      <w:pPr>
        <w:rPr>
          <w:rFonts w:cs="Georgia"/>
          <w:bCs/>
          <w:kern w:val="1"/>
        </w:rPr>
      </w:pPr>
      <w:r>
        <w:rPr>
          <w:rFonts w:cs="Georgia"/>
          <w:bCs/>
          <w:kern w:val="1"/>
        </w:rPr>
        <w:t>— </w:t>
      </w:r>
      <w:r w:rsidR="00BE611A">
        <w:rPr>
          <w:rFonts w:cs="Georgia"/>
          <w:bCs/>
          <w:kern w:val="1"/>
        </w:rPr>
        <w:t>Cent dix</w:t>
      </w:r>
      <w:r>
        <w:rPr>
          <w:rFonts w:cs="Georgia"/>
          <w:bCs/>
          <w:kern w:val="1"/>
        </w:rPr>
        <w:t xml:space="preserve">. </w:t>
      </w:r>
      <w:r w:rsidR="00BE611A">
        <w:rPr>
          <w:rFonts w:cs="Georgia"/>
          <w:bCs/>
          <w:kern w:val="1"/>
        </w:rPr>
        <w:t>Ils vont fort</w:t>
      </w:r>
      <w:r>
        <w:rPr>
          <w:rFonts w:cs="Georgia"/>
          <w:bCs/>
          <w:kern w:val="1"/>
        </w:rPr>
        <w:t xml:space="preserve">. </w:t>
      </w:r>
      <w:r w:rsidR="00BE611A">
        <w:rPr>
          <w:rFonts w:cs="Georgia"/>
          <w:bCs/>
          <w:kern w:val="1"/>
        </w:rPr>
        <w:t>Est-ce que j</w:t>
      </w:r>
      <w:r>
        <w:rPr>
          <w:rFonts w:cs="Georgia"/>
          <w:bCs/>
          <w:kern w:val="1"/>
        </w:rPr>
        <w:t>’</w:t>
      </w:r>
      <w:r w:rsidR="00BE611A">
        <w:rPr>
          <w:rFonts w:cs="Georgia"/>
          <w:bCs/>
          <w:kern w:val="1"/>
        </w:rPr>
        <w:t>y suis</w:t>
      </w:r>
      <w:r>
        <w:rPr>
          <w:rFonts w:cs="Georgia"/>
          <w:bCs/>
          <w:kern w:val="1"/>
        </w:rPr>
        <w:t xml:space="preserve">, </w:t>
      </w:r>
      <w:r w:rsidR="00BE611A">
        <w:rPr>
          <w:rFonts w:cs="Georgia"/>
          <w:bCs/>
          <w:kern w:val="1"/>
        </w:rPr>
        <w:t>moi</w:t>
      </w:r>
      <w:r>
        <w:rPr>
          <w:rFonts w:cs="Georgia"/>
          <w:bCs/>
          <w:kern w:val="1"/>
        </w:rPr>
        <w:t> ?</w:t>
      </w:r>
    </w:p>
    <w:p w14:paraId="537A870D" w14:textId="77777777" w:rsidR="000E1451" w:rsidRDefault="000E1451" w:rsidP="00BE611A">
      <w:pPr>
        <w:rPr>
          <w:rFonts w:cs="Georgia"/>
          <w:bCs/>
          <w:kern w:val="1"/>
        </w:rPr>
      </w:pPr>
      <w:r>
        <w:rPr>
          <w:rFonts w:cs="Georgia"/>
          <w:bCs/>
          <w:kern w:val="1"/>
        </w:rPr>
        <w:t>— </w:t>
      </w:r>
      <w:r w:rsidR="00BE611A">
        <w:rPr>
          <w:rFonts w:cs="Georgia"/>
          <w:bCs/>
          <w:kern w:val="1"/>
        </w:rPr>
        <w:t>Je ne sais pas</w:t>
      </w:r>
      <w:r>
        <w:rPr>
          <w:rFonts w:cs="Georgia"/>
          <w:bCs/>
          <w:kern w:val="1"/>
        </w:rPr>
        <w:t xml:space="preserve">, </w:t>
      </w:r>
      <w:r w:rsidR="00BE611A">
        <w:rPr>
          <w:rFonts w:cs="Georgia"/>
          <w:bCs/>
          <w:kern w:val="1"/>
        </w:rPr>
        <w:t>dit Nanteuil</w:t>
      </w:r>
      <w:r>
        <w:rPr>
          <w:rFonts w:cs="Georgia"/>
          <w:bCs/>
          <w:kern w:val="1"/>
        </w:rPr>
        <w:t xml:space="preserve">. </w:t>
      </w:r>
      <w:r w:rsidR="00BE611A">
        <w:rPr>
          <w:rFonts w:cs="Georgia"/>
          <w:bCs/>
          <w:kern w:val="1"/>
        </w:rPr>
        <w:t>D</w:t>
      </w:r>
      <w:r>
        <w:rPr>
          <w:rFonts w:cs="Georgia"/>
          <w:bCs/>
          <w:kern w:val="1"/>
        </w:rPr>
        <w:t>’</w:t>
      </w:r>
      <w:r w:rsidR="00BE611A">
        <w:rPr>
          <w:rFonts w:cs="Georgia"/>
          <w:bCs/>
          <w:kern w:val="1"/>
        </w:rPr>
        <w:t>abord</w:t>
      </w:r>
      <w:r>
        <w:rPr>
          <w:rFonts w:cs="Georgia"/>
          <w:bCs/>
          <w:kern w:val="1"/>
        </w:rPr>
        <w:t xml:space="preserve">, </w:t>
      </w:r>
      <w:r w:rsidR="00BE611A">
        <w:rPr>
          <w:rFonts w:cs="Georgia"/>
          <w:bCs/>
          <w:kern w:val="1"/>
        </w:rPr>
        <w:t>je connais pas ton nom</w:t>
      </w:r>
      <w:r>
        <w:rPr>
          <w:rFonts w:cs="Georgia"/>
          <w:bCs/>
          <w:kern w:val="1"/>
        </w:rPr>
        <w:t xml:space="preserve">. </w:t>
      </w:r>
      <w:r w:rsidR="00BE611A">
        <w:rPr>
          <w:rFonts w:cs="Georgia"/>
          <w:bCs/>
          <w:kern w:val="1"/>
        </w:rPr>
        <w:t>Ce que je sais</w:t>
      </w:r>
      <w:r>
        <w:rPr>
          <w:rFonts w:cs="Georgia"/>
          <w:bCs/>
          <w:kern w:val="1"/>
        </w:rPr>
        <w:t xml:space="preserve">, </w:t>
      </w:r>
      <w:r w:rsidR="00BE611A">
        <w:rPr>
          <w:rFonts w:cs="Georgia"/>
          <w:bCs/>
          <w:kern w:val="1"/>
        </w:rPr>
        <w:t>c</w:t>
      </w:r>
      <w:r>
        <w:rPr>
          <w:rFonts w:cs="Georgia"/>
          <w:bCs/>
          <w:kern w:val="1"/>
        </w:rPr>
        <w:t>’</w:t>
      </w:r>
      <w:r w:rsidR="00BE611A">
        <w:rPr>
          <w:rFonts w:cs="Georgia"/>
          <w:bCs/>
          <w:kern w:val="1"/>
        </w:rPr>
        <w:t>est que j</w:t>
      </w:r>
      <w:r>
        <w:rPr>
          <w:rFonts w:cs="Georgia"/>
          <w:bCs/>
          <w:kern w:val="1"/>
        </w:rPr>
        <w:t>’</w:t>
      </w:r>
      <w:r w:rsidR="00BE611A">
        <w:rPr>
          <w:rFonts w:cs="Georgia"/>
          <w:bCs/>
          <w:kern w:val="1"/>
        </w:rPr>
        <w:t>y suis pas</w:t>
      </w:r>
      <w:r>
        <w:rPr>
          <w:rFonts w:cs="Georgia"/>
          <w:bCs/>
          <w:kern w:val="1"/>
        </w:rPr>
        <w:t xml:space="preserve">. </w:t>
      </w:r>
      <w:r w:rsidR="00BE611A">
        <w:rPr>
          <w:rFonts w:cs="Georgia"/>
          <w:bCs/>
          <w:kern w:val="1"/>
        </w:rPr>
        <w:t>Les autres</w:t>
      </w:r>
      <w:r>
        <w:rPr>
          <w:rFonts w:cs="Georgia"/>
          <w:bCs/>
          <w:kern w:val="1"/>
        </w:rPr>
        <w:t xml:space="preserve">, </w:t>
      </w:r>
      <w:r w:rsidR="00BE611A">
        <w:rPr>
          <w:rFonts w:cs="Georgia"/>
          <w:bCs/>
          <w:kern w:val="1"/>
        </w:rPr>
        <w:t>ils n</w:t>
      </w:r>
      <w:r>
        <w:rPr>
          <w:rFonts w:cs="Georgia"/>
          <w:bCs/>
          <w:kern w:val="1"/>
        </w:rPr>
        <w:t>’</w:t>
      </w:r>
      <w:r w:rsidR="00BE611A">
        <w:rPr>
          <w:rFonts w:cs="Georgia"/>
          <w:bCs/>
          <w:kern w:val="1"/>
        </w:rPr>
        <w:t>ont qu</w:t>
      </w:r>
      <w:r>
        <w:rPr>
          <w:rFonts w:cs="Georgia"/>
          <w:bCs/>
          <w:kern w:val="1"/>
        </w:rPr>
        <w:t>’</w:t>
      </w:r>
      <w:r w:rsidR="00BE611A">
        <w:rPr>
          <w:rFonts w:cs="Georgia"/>
          <w:bCs/>
          <w:kern w:val="1"/>
        </w:rPr>
        <w:t>à faire comme moi</w:t>
      </w:r>
      <w:r>
        <w:rPr>
          <w:rFonts w:cs="Georgia"/>
          <w:bCs/>
          <w:kern w:val="1"/>
        </w:rPr>
        <w:t xml:space="preserve">, </w:t>
      </w:r>
      <w:r w:rsidR="00BE611A">
        <w:rPr>
          <w:rFonts w:cs="Georgia"/>
          <w:bCs/>
          <w:kern w:val="1"/>
        </w:rPr>
        <w:t>à y aller voir</w:t>
      </w:r>
      <w:r>
        <w:rPr>
          <w:rFonts w:cs="Georgia"/>
          <w:bCs/>
          <w:kern w:val="1"/>
        </w:rPr>
        <w:t>.</w:t>
      </w:r>
    </w:p>
    <w:p w14:paraId="1E9BE773" w14:textId="77777777" w:rsidR="000E1451" w:rsidRDefault="00BE611A" w:rsidP="00BE611A">
      <w:pPr>
        <w:rPr>
          <w:rFonts w:cs="Georgia"/>
          <w:bCs/>
          <w:kern w:val="1"/>
        </w:rPr>
      </w:pPr>
      <w:r>
        <w:rPr>
          <w:rFonts w:cs="Georgia"/>
          <w:bCs/>
          <w:kern w:val="1"/>
        </w:rPr>
        <w:t>Un tollé général accueillit cette réponse</w:t>
      </w:r>
      <w:r w:rsidR="000E1451">
        <w:rPr>
          <w:rFonts w:cs="Georgia"/>
          <w:bCs/>
          <w:kern w:val="1"/>
        </w:rPr>
        <w:t>.</w:t>
      </w:r>
    </w:p>
    <w:p w14:paraId="5E0AE591" w14:textId="77777777" w:rsidR="000E1451" w:rsidRDefault="000E1451" w:rsidP="00BE611A">
      <w:pPr>
        <w:rPr>
          <w:rFonts w:cs="Georgia"/>
          <w:bCs/>
          <w:kern w:val="1"/>
        </w:rPr>
      </w:pPr>
      <w:r>
        <w:rPr>
          <w:rFonts w:cs="Georgia"/>
          <w:bCs/>
          <w:kern w:val="1"/>
        </w:rPr>
        <w:t>— </w:t>
      </w:r>
      <w:r w:rsidR="00BE611A">
        <w:rPr>
          <w:rFonts w:cs="Georgia"/>
          <w:bCs/>
          <w:kern w:val="1"/>
        </w:rPr>
        <w:t>Fous le camp</w:t>
      </w:r>
      <w:r>
        <w:rPr>
          <w:rFonts w:cs="Georgia"/>
          <w:bCs/>
          <w:kern w:val="1"/>
        </w:rPr>
        <w:t xml:space="preserve">, </w:t>
      </w:r>
      <w:r w:rsidR="00BE611A">
        <w:rPr>
          <w:rFonts w:cs="Georgia"/>
          <w:bCs/>
          <w:kern w:val="1"/>
        </w:rPr>
        <w:t>alors</w:t>
      </w:r>
      <w:r>
        <w:rPr>
          <w:rFonts w:cs="Georgia"/>
          <w:bCs/>
          <w:kern w:val="1"/>
        </w:rPr>
        <w:t xml:space="preserve">, </w:t>
      </w:r>
      <w:r w:rsidR="00BE611A">
        <w:rPr>
          <w:rFonts w:cs="Georgia"/>
          <w:bCs/>
          <w:kern w:val="1"/>
        </w:rPr>
        <w:t>eh</w:t>
      </w:r>
      <w:r>
        <w:rPr>
          <w:rFonts w:cs="Georgia"/>
          <w:bCs/>
          <w:kern w:val="1"/>
        </w:rPr>
        <w:t xml:space="preserve"> ! </w:t>
      </w:r>
      <w:r w:rsidR="00BE611A">
        <w:rPr>
          <w:rFonts w:cs="Georgia"/>
          <w:bCs/>
          <w:kern w:val="1"/>
        </w:rPr>
        <w:t>feignant</w:t>
      </w:r>
      <w:r>
        <w:rPr>
          <w:rFonts w:cs="Georgia"/>
          <w:bCs/>
          <w:kern w:val="1"/>
        </w:rPr>
        <w:t xml:space="preserve"> ! </w:t>
      </w:r>
      <w:r w:rsidR="00BE611A">
        <w:rPr>
          <w:rFonts w:cs="Georgia"/>
          <w:bCs/>
          <w:kern w:val="1"/>
        </w:rPr>
        <w:t>C</w:t>
      </w:r>
      <w:r>
        <w:rPr>
          <w:rFonts w:cs="Georgia"/>
          <w:bCs/>
          <w:kern w:val="1"/>
        </w:rPr>
        <w:t>’</w:t>
      </w:r>
      <w:r w:rsidR="00BE611A">
        <w:rPr>
          <w:rFonts w:cs="Georgia"/>
          <w:bCs/>
          <w:kern w:val="1"/>
        </w:rPr>
        <w:t>est pour nous annoncer qu</w:t>
      </w:r>
      <w:r>
        <w:rPr>
          <w:rFonts w:cs="Georgia"/>
          <w:bCs/>
          <w:kern w:val="1"/>
        </w:rPr>
        <w:t>’</w:t>
      </w:r>
      <w:r w:rsidR="00BE611A">
        <w:rPr>
          <w:rFonts w:cs="Georgia"/>
          <w:bCs/>
          <w:kern w:val="1"/>
        </w:rPr>
        <w:t>il n</w:t>
      </w:r>
      <w:r>
        <w:rPr>
          <w:rFonts w:cs="Georgia"/>
          <w:bCs/>
          <w:kern w:val="1"/>
        </w:rPr>
        <w:t>’</w:t>
      </w:r>
      <w:r w:rsidR="00BE611A">
        <w:rPr>
          <w:rFonts w:cs="Georgia"/>
          <w:bCs/>
          <w:kern w:val="1"/>
        </w:rPr>
        <w:t>est pas sur la liste qu</w:t>
      </w:r>
      <w:r>
        <w:rPr>
          <w:rFonts w:cs="Georgia"/>
          <w:bCs/>
          <w:kern w:val="1"/>
        </w:rPr>
        <w:t>’</w:t>
      </w:r>
      <w:r w:rsidR="00BE611A">
        <w:rPr>
          <w:rFonts w:cs="Georgia"/>
          <w:bCs/>
          <w:kern w:val="1"/>
        </w:rPr>
        <w:t>il vient nous réveiller</w:t>
      </w:r>
      <w:r>
        <w:rPr>
          <w:rFonts w:cs="Georgia"/>
          <w:bCs/>
          <w:kern w:val="1"/>
        </w:rPr>
        <w:t xml:space="preserve"> ! </w:t>
      </w:r>
      <w:r w:rsidR="00BE611A">
        <w:rPr>
          <w:rFonts w:cs="Georgia"/>
          <w:bCs/>
          <w:kern w:val="1"/>
        </w:rPr>
        <w:t>Et celui-là</w:t>
      </w:r>
      <w:r>
        <w:rPr>
          <w:rFonts w:cs="Georgia"/>
          <w:bCs/>
          <w:kern w:val="1"/>
        </w:rPr>
        <w:t xml:space="preserve">, </w:t>
      </w:r>
      <w:r w:rsidR="00BE611A">
        <w:rPr>
          <w:rFonts w:cs="Georgia"/>
          <w:bCs/>
          <w:kern w:val="1"/>
        </w:rPr>
        <w:t>tiens</w:t>
      </w:r>
      <w:r>
        <w:rPr>
          <w:rFonts w:cs="Georgia"/>
          <w:bCs/>
          <w:kern w:val="1"/>
        </w:rPr>
        <w:t xml:space="preserve">, </w:t>
      </w:r>
      <w:r w:rsidR="00BE611A">
        <w:rPr>
          <w:rFonts w:cs="Georgia"/>
          <w:bCs/>
          <w:kern w:val="1"/>
        </w:rPr>
        <w:t>y est-il</w:t>
      </w:r>
      <w:r>
        <w:rPr>
          <w:rFonts w:cs="Georgia"/>
          <w:bCs/>
          <w:kern w:val="1"/>
        </w:rPr>
        <w:t xml:space="preserve">, </w:t>
      </w:r>
      <w:r w:rsidR="00BE611A">
        <w:rPr>
          <w:rFonts w:cs="Georgia"/>
          <w:bCs/>
          <w:kern w:val="1"/>
        </w:rPr>
        <w:t>sur la liste</w:t>
      </w:r>
      <w:r>
        <w:rPr>
          <w:rFonts w:cs="Georgia"/>
          <w:bCs/>
          <w:kern w:val="1"/>
        </w:rPr>
        <w:t> ?</w:t>
      </w:r>
    </w:p>
    <w:p w14:paraId="6315CDC1" w14:textId="77777777" w:rsidR="000E1451" w:rsidRDefault="00BE611A" w:rsidP="00BE611A">
      <w:pPr>
        <w:rPr>
          <w:rFonts w:cs="Georgia"/>
          <w:bCs/>
          <w:kern w:val="1"/>
        </w:rPr>
      </w:pPr>
      <w:r>
        <w:rPr>
          <w:rFonts w:cs="Georgia"/>
          <w:bCs/>
          <w:kern w:val="1"/>
        </w:rPr>
        <w:t>Un brodequin passa par-dessus les lits à toute volée</w:t>
      </w:r>
      <w:r w:rsidR="000E1451">
        <w:rPr>
          <w:rFonts w:cs="Georgia"/>
          <w:bCs/>
          <w:kern w:val="1"/>
        </w:rPr>
        <w:t xml:space="preserve">, </w:t>
      </w:r>
      <w:r>
        <w:rPr>
          <w:rFonts w:cs="Georgia"/>
          <w:bCs/>
          <w:kern w:val="1"/>
        </w:rPr>
        <w:t>mais il ne rejoignit pas son destinataire</w:t>
      </w:r>
      <w:r w:rsidR="000E1451">
        <w:rPr>
          <w:rFonts w:cs="Georgia"/>
          <w:bCs/>
          <w:kern w:val="1"/>
        </w:rPr>
        <w:t xml:space="preserve">. </w:t>
      </w:r>
      <w:r>
        <w:rPr>
          <w:rFonts w:cs="Georgia"/>
          <w:bCs/>
          <w:kern w:val="1"/>
        </w:rPr>
        <w:t>Déjà Nanteuil s</w:t>
      </w:r>
      <w:r w:rsidR="000E1451">
        <w:rPr>
          <w:rFonts w:cs="Georgia"/>
          <w:bCs/>
          <w:kern w:val="1"/>
        </w:rPr>
        <w:t>’</w:t>
      </w:r>
      <w:r>
        <w:rPr>
          <w:rFonts w:cs="Georgia"/>
          <w:bCs/>
          <w:kern w:val="1"/>
        </w:rPr>
        <w:t>était éclipsé</w:t>
      </w:r>
      <w:r w:rsidR="000E1451">
        <w:rPr>
          <w:rFonts w:cs="Georgia"/>
          <w:bCs/>
          <w:kern w:val="1"/>
        </w:rPr>
        <w:t xml:space="preserve">, </w:t>
      </w:r>
      <w:r>
        <w:rPr>
          <w:rFonts w:cs="Georgia"/>
          <w:bCs/>
          <w:kern w:val="1"/>
        </w:rPr>
        <w:t>dans sa hâte de faire bénéficier les camarades des autres baraques de sa gracieuse information</w:t>
      </w:r>
      <w:r w:rsidR="000E1451">
        <w:rPr>
          <w:rFonts w:cs="Georgia"/>
          <w:bCs/>
          <w:kern w:val="1"/>
        </w:rPr>
        <w:t>.</w:t>
      </w:r>
    </w:p>
    <w:p w14:paraId="56835C66" w14:textId="77777777" w:rsidR="000E1451" w:rsidRDefault="000E1451" w:rsidP="00BE611A">
      <w:pPr>
        <w:rPr>
          <w:rFonts w:cs="Georgia"/>
          <w:bCs/>
          <w:kern w:val="1"/>
        </w:rPr>
      </w:pPr>
      <w:r>
        <w:rPr>
          <w:rFonts w:cs="Georgia"/>
          <w:bCs/>
          <w:kern w:val="1"/>
        </w:rPr>
        <w:t>— </w:t>
      </w:r>
      <w:r w:rsidR="00BE611A">
        <w:rPr>
          <w:rFonts w:cs="Georgia"/>
          <w:bCs/>
          <w:kern w:val="1"/>
        </w:rPr>
        <w:t>La porte</w:t>
      </w:r>
      <w:r>
        <w:rPr>
          <w:rFonts w:cs="Georgia"/>
          <w:bCs/>
          <w:kern w:val="1"/>
        </w:rPr>
        <w:t xml:space="preserve">, </w:t>
      </w:r>
      <w:r w:rsidR="00BE611A">
        <w:rPr>
          <w:rFonts w:cs="Georgia"/>
          <w:bCs/>
          <w:kern w:val="1"/>
        </w:rPr>
        <w:t>eh</w:t>
      </w:r>
      <w:r>
        <w:rPr>
          <w:rFonts w:cs="Georgia"/>
          <w:bCs/>
          <w:kern w:val="1"/>
        </w:rPr>
        <w:t xml:space="preserve"> ! </w:t>
      </w:r>
      <w:r w:rsidR="00BE611A">
        <w:rPr>
          <w:rFonts w:cs="Georgia"/>
          <w:bCs/>
          <w:kern w:val="1"/>
        </w:rPr>
        <w:t>cochon</w:t>
      </w:r>
      <w:r>
        <w:rPr>
          <w:rFonts w:cs="Georgia"/>
          <w:bCs/>
          <w:kern w:val="1"/>
        </w:rPr>
        <w:t xml:space="preserve">, </w:t>
      </w:r>
      <w:r w:rsidR="00BE611A">
        <w:rPr>
          <w:rFonts w:cs="Georgia"/>
          <w:bCs/>
          <w:kern w:val="1"/>
        </w:rPr>
        <w:t>il n</w:t>
      </w:r>
      <w:r>
        <w:rPr>
          <w:rFonts w:cs="Georgia"/>
          <w:bCs/>
          <w:kern w:val="1"/>
        </w:rPr>
        <w:t>’</w:t>
      </w:r>
      <w:r w:rsidR="00BE611A">
        <w:rPr>
          <w:rFonts w:cs="Georgia"/>
          <w:bCs/>
          <w:kern w:val="1"/>
        </w:rPr>
        <w:t>a même pas fermé la porte</w:t>
      </w:r>
      <w:r>
        <w:rPr>
          <w:rFonts w:cs="Georgia"/>
          <w:bCs/>
          <w:kern w:val="1"/>
        </w:rPr>
        <w:t>.</w:t>
      </w:r>
    </w:p>
    <w:p w14:paraId="087C957E" w14:textId="77777777" w:rsidR="000E1451" w:rsidRDefault="00BE611A" w:rsidP="00BE611A">
      <w:pPr>
        <w:rPr>
          <w:rFonts w:cs="Georgia"/>
          <w:bCs/>
          <w:kern w:val="1"/>
        </w:rPr>
      </w:pPr>
      <w:r>
        <w:rPr>
          <w:rFonts w:cs="Georgia"/>
          <w:bCs/>
          <w:kern w:val="1"/>
        </w:rPr>
        <w:t>La nouvelle que nous venions d</w:t>
      </w:r>
      <w:r w:rsidR="000E1451">
        <w:rPr>
          <w:rFonts w:cs="Georgia"/>
          <w:bCs/>
          <w:kern w:val="1"/>
        </w:rPr>
        <w:t>’</w:t>
      </w:r>
      <w:r>
        <w:rPr>
          <w:rFonts w:cs="Georgia"/>
          <w:bCs/>
          <w:kern w:val="1"/>
        </w:rPr>
        <w:t>apprendre ne nous surprenait pas outre mesure</w:t>
      </w:r>
      <w:r w:rsidR="000E1451">
        <w:rPr>
          <w:rFonts w:cs="Georgia"/>
          <w:bCs/>
          <w:kern w:val="1"/>
        </w:rPr>
        <w:t xml:space="preserve">. </w:t>
      </w:r>
      <w:r>
        <w:rPr>
          <w:rFonts w:cs="Georgia"/>
          <w:bCs/>
          <w:kern w:val="1"/>
        </w:rPr>
        <w:t>Il y avait plusieurs mois déjà que nos gardiens nous servaient à chaque instant des phrases comme celle-ci</w:t>
      </w:r>
      <w:r w:rsidR="000E1451">
        <w:rPr>
          <w:rFonts w:cs="Georgia"/>
          <w:bCs/>
          <w:kern w:val="1"/>
        </w:rPr>
        <w:t> :</w:t>
      </w:r>
    </w:p>
    <w:p w14:paraId="2E7FAD7C" w14:textId="77777777" w:rsidR="000E1451" w:rsidRDefault="000E1451" w:rsidP="00BE611A">
      <w:pPr>
        <w:rPr>
          <w:rFonts w:cs="Georgia"/>
          <w:bCs/>
          <w:kern w:val="1"/>
        </w:rPr>
      </w:pPr>
      <w:r>
        <w:rPr>
          <w:rFonts w:cs="Georgia"/>
          <w:bCs/>
          <w:kern w:val="1"/>
        </w:rPr>
        <w:t>— </w:t>
      </w:r>
      <w:r w:rsidR="00BE611A">
        <w:rPr>
          <w:rFonts w:cs="Georgia"/>
          <w:bCs/>
          <w:kern w:val="1"/>
        </w:rPr>
        <w:t>Vous pas contents au camp d</w:t>
      </w:r>
      <w:r>
        <w:rPr>
          <w:rFonts w:cs="Georgia"/>
          <w:bCs/>
          <w:kern w:val="1"/>
        </w:rPr>
        <w:t>’</w:t>
      </w:r>
      <w:r w:rsidR="00BE611A">
        <w:rPr>
          <w:rFonts w:cs="Georgia"/>
          <w:bCs/>
          <w:kern w:val="1"/>
        </w:rPr>
        <w:t>Erfurt</w:t>
      </w:r>
      <w:r>
        <w:rPr>
          <w:rFonts w:cs="Georgia"/>
          <w:bCs/>
          <w:kern w:val="1"/>
        </w:rPr>
        <w:t xml:space="preserve"> ? </w:t>
      </w:r>
      <w:r w:rsidR="00BE611A">
        <w:rPr>
          <w:rFonts w:cs="Georgia"/>
          <w:bCs/>
          <w:kern w:val="1"/>
        </w:rPr>
        <w:t>Vous voir bientôt</w:t>
      </w:r>
      <w:r>
        <w:rPr>
          <w:rFonts w:cs="Georgia"/>
          <w:bCs/>
          <w:kern w:val="1"/>
        </w:rPr>
        <w:t xml:space="preserve">. </w:t>
      </w:r>
      <w:r w:rsidR="00BE611A">
        <w:rPr>
          <w:rFonts w:cs="Georgia"/>
          <w:bCs/>
          <w:kern w:val="1"/>
        </w:rPr>
        <w:t>Représailles</w:t>
      </w:r>
      <w:r>
        <w:rPr>
          <w:rFonts w:cs="Georgia"/>
          <w:bCs/>
          <w:kern w:val="1"/>
        </w:rPr>
        <w:t xml:space="preserve"> ! </w:t>
      </w:r>
      <w:r w:rsidR="00BE611A">
        <w:rPr>
          <w:rFonts w:cs="Georgia"/>
          <w:bCs/>
          <w:kern w:val="1"/>
        </w:rPr>
        <w:t>Crac</w:t>
      </w:r>
      <w:r>
        <w:rPr>
          <w:rFonts w:cs="Georgia"/>
          <w:bCs/>
          <w:kern w:val="1"/>
        </w:rPr>
        <w:t> !</w:t>
      </w:r>
    </w:p>
    <w:p w14:paraId="732F360D" w14:textId="77777777" w:rsidR="000E1451" w:rsidRDefault="00BE611A" w:rsidP="00BE611A">
      <w:pPr>
        <w:rPr>
          <w:rFonts w:cs="Georgia"/>
          <w:bCs/>
          <w:kern w:val="1"/>
        </w:rPr>
      </w:pPr>
      <w:r>
        <w:rPr>
          <w:rFonts w:cs="Georgia"/>
          <w:bCs/>
          <w:kern w:val="1"/>
        </w:rPr>
        <w:t>Et ils ponctuaient cette agréable promesse avec le geste de se serrer la ceinture</w:t>
      </w:r>
      <w:r w:rsidR="000E1451">
        <w:rPr>
          <w:rFonts w:cs="Georgia"/>
          <w:bCs/>
          <w:kern w:val="1"/>
        </w:rPr>
        <w:t>.</w:t>
      </w:r>
    </w:p>
    <w:p w14:paraId="75397FEA" w14:textId="77777777" w:rsidR="000E1451" w:rsidRDefault="00BE611A" w:rsidP="00BE611A">
      <w:pPr>
        <w:rPr>
          <w:rFonts w:cs="Georgia"/>
          <w:bCs/>
          <w:kern w:val="1"/>
        </w:rPr>
      </w:pPr>
      <w:r>
        <w:rPr>
          <w:rFonts w:cs="Georgia"/>
          <w:bCs/>
          <w:kern w:val="1"/>
        </w:rPr>
        <w:t>Un nouveau silence avait suivi la retraite de Nanteuil</w:t>
      </w:r>
      <w:r w:rsidR="000E1451">
        <w:rPr>
          <w:rFonts w:cs="Georgia"/>
          <w:bCs/>
          <w:kern w:val="1"/>
        </w:rPr>
        <w:t xml:space="preserve">. </w:t>
      </w:r>
      <w:r>
        <w:rPr>
          <w:rFonts w:cs="Georgia"/>
          <w:bCs/>
          <w:kern w:val="1"/>
        </w:rPr>
        <w:t>Étant le plus rapproché de la porte</w:t>
      </w:r>
      <w:r w:rsidR="000E1451">
        <w:rPr>
          <w:rFonts w:cs="Georgia"/>
          <w:bCs/>
          <w:kern w:val="1"/>
        </w:rPr>
        <w:t xml:space="preserve">, </w:t>
      </w:r>
      <w:r>
        <w:rPr>
          <w:rFonts w:cs="Georgia"/>
          <w:bCs/>
          <w:kern w:val="1"/>
        </w:rPr>
        <w:t xml:space="preserve">je me levai pour la </w:t>
      </w:r>
      <w:r>
        <w:rPr>
          <w:rFonts w:cs="Georgia"/>
          <w:bCs/>
          <w:kern w:val="1"/>
        </w:rPr>
        <w:lastRenderedPageBreak/>
        <w:t>fermer</w:t>
      </w:r>
      <w:r w:rsidR="000E1451">
        <w:rPr>
          <w:rFonts w:cs="Georgia"/>
          <w:bCs/>
          <w:kern w:val="1"/>
        </w:rPr>
        <w:t xml:space="preserve">. </w:t>
      </w:r>
      <w:r>
        <w:rPr>
          <w:rFonts w:cs="Georgia"/>
          <w:bCs/>
          <w:kern w:val="1"/>
        </w:rPr>
        <w:t>Le jour qui grandissait laissait voir la chambrée emplie d</w:t>
      </w:r>
      <w:r w:rsidR="000E1451">
        <w:rPr>
          <w:rFonts w:cs="Georgia"/>
          <w:bCs/>
          <w:kern w:val="1"/>
        </w:rPr>
        <w:t>’</w:t>
      </w:r>
      <w:r>
        <w:rPr>
          <w:rFonts w:cs="Georgia"/>
          <w:bCs/>
          <w:kern w:val="1"/>
        </w:rPr>
        <w:t>une buée verdâtre</w:t>
      </w:r>
      <w:r w:rsidR="000E1451">
        <w:rPr>
          <w:rFonts w:cs="Georgia"/>
          <w:bCs/>
          <w:kern w:val="1"/>
        </w:rPr>
        <w:t>.</w:t>
      </w:r>
    </w:p>
    <w:p w14:paraId="39ED2321" w14:textId="77777777" w:rsidR="000E1451" w:rsidRDefault="000E1451" w:rsidP="00BE611A">
      <w:pPr>
        <w:rPr>
          <w:rFonts w:cs="Georgia"/>
          <w:bCs/>
          <w:kern w:val="1"/>
        </w:rPr>
      </w:pPr>
      <w:r>
        <w:rPr>
          <w:rFonts w:cs="Georgia"/>
          <w:bCs/>
          <w:kern w:val="1"/>
        </w:rPr>
        <w:t>— </w:t>
      </w:r>
      <w:r w:rsidR="00BE611A">
        <w:rPr>
          <w:rFonts w:cs="Georgia"/>
          <w:bCs/>
          <w:kern w:val="1"/>
        </w:rPr>
        <w:t>La liste</w:t>
      </w:r>
      <w:r>
        <w:rPr>
          <w:rFonts w:cs="Georgia"/>
          <w:bCs/>
          <w:kern w:val="1"/>
        </w:rPr>
        <w:t xml:space="preserve">, </w:t>
      </w:r>
      <w:r w:rsidR="00BE611A">
        <w:rPr>
          <w:rFonts w:cs="Georgia"/>
          <w:bCs/>
          <w:kern w:val="1"/>
        </w:rPr>
        <w:t>murmura enfin le gros Hédouin</w:t>
      </w:r>
      <w:r>
        <w:rPr>
          <w:rFonts w:cs="Georgia"/>
          <w:bCs/>
          <w:kern w:val="1"/>
        </w:rPr>
        <w:t xml:space="preserve">, </w:t>
      </w:r>
      <w:r w:rsidR="00BE611A">
        <w:rPr>
          <w:rFonts w:cs="Georgia"/>
          <w:bCs/>
          <w:kern w:val="1"/>
        </w:rPr>
        <w:t>c</w:t>
      </w:r>
      <w:r>
        <w:rPr>
          <w:rFonts w:cs="Georgia"/>
          <w:bCs/>
          <w:kern w:val="1"/>
        </w:rPr>
        <w:t>’</w:t>
      </w:r>
      <w:r w:rsidR="00BE611A">
        <w:rPr>
          <w:rFonts w:cs="Georgia"/>
          <w:bCs/>
          <w:kern w:val="1"/>
        </w:rPr>
        <w:t>était tout de même pas une blague</w:t>
      </w:r>
      <w:r>
        <w:rPr>
          <w:rFonts w:cs="Georgia"/>
          <w:bCs/>
          <w:kern w:val="1"/>
        </w:rPr>
        <w:t xml:space="preserve">. </w:t>
      </w:r>
      <w:r w:rsidR="00BE611A">
        <w:rPr>
          <w:rFonts w:cs="Georgia"/>
          <w:bCs/>
          <w:kern w:val="1"/>
        </w:rPr>
        <w:t>Ah</w:t>
      </w:r>
      <w:r>
        <w:rPr>
          <w:rFonts w:cs="Georgia"/>
          <w:bCs/>
          <w:kern w:val="1"/>
        </w:rPr>
        <w:t xml:space="preserve"> ! </w:t>
      </w:r>
      <w:r w:rsidR="00BE611A">
        <w:rPr>
          <w:rFonts w:cs="Georgia"/>
          <w:bCs/>
          <w:kern w:val="1"/>
        </w:rPr>
        <w:t>les salauds</w:t>
      </w:r>
      <w:r>
        <w:rPr>
          <w:rFonts w:cs="Georgia"/>
          <w:bCs/>
          <w:kern w:val="1"/>
        </w:rPr>
        <w:t> !</w:t>
      </w:r>
    </w:p>
    <w:p w14:paraId="59696AD9" w14:textId="77777777" w:rsidR="000E1451" w:rsidRDefault="000E1451" w:rsidP="00BE611A">
      <w:pPr>
        <w:rPr>
          <w:rFonts w:cs="Georgia"/>
          <w:bCs/>
          <w:kern w:val="1"/>
        </w:rPr>
      </w:pPr>
      <w:r>
        <w:rPr>
          <w:rFonts w:cs="Georgia"/>
          <w:bCs/>
          <w:kern w:val="1"/>
        </w:rPr>
        <w:t>— </w:t>
      </w:r>
      <w:r w:rsidR="00BE611A">
        <w:rPr>
          <w:rFonts w:cs="Georgia"/>
          <w:bCs/>
          <w:kern w:val="1"/>
        </w:rPr>
        <w:t>La liste</w:t>
      </w:r>
      <w:r>
        <w:rPr>
          <w:rFonts w:cs="Georgia"/>
          <w:bCs/>
          <w:kern w:val="1"/>
        </w:rPr>
        <w:t xml:space="preserve">, </w:t>
      </w:r>
      <w:r w:rsidR="00BE611A">
        <w:rPr>
          <w:rFonts w:cs="Georgia"/>
          <w:bCs/>
          <w:kern w:val="1"/>
        </w:rPr>
        <w:t>dit Sylvestre</w:t>
      </w:r>
      <w:r>
        <w:rPr>
          <w:rFonts w:cs="Georgia"/>
          <w:bCs/>
          <w:kern w:val="1"/>
        </w:rPr>
        <w:t xml:space="preserve">, </w:t>
      </w:r>
      <w:r w:rsidR="00BE611A">
        <w:rPr>
          <w:rFonts w:cs="Georgia"/>
          <w:bCs/>
          <w:kern w:val="1"/>
        </w:rPr>
        <w:t>moi je m</w:t>
      </w:r>
      <w:r>
        <w:rPr>
          <w:rFonts w:cs="Georgia"/>
          <w:bCs/>
          <w:kern w:val="1"/>
        </w:rPr>
        <w:t>’</w:t>
      </w:r>
      <w:r w:rsidR="00BE611A">
        <w:rPr>
          <w:rFonts w:cs="Georgia"/>
          <w:bCs/>
          <w:kern w:val="1"/>
        </w:rPr>
        <w:t>en fous</w:t>
      </w:r>
      <w:r>
        <w:rPr>
          <w:rFonts w:cs="Georgia"/>
          <w:bCs/>
          <w:kern w:val="1"/>
        </w:rPr>
        <w:t xml:space="preserve">. </w:t>
      </w:r>
      <w:r w:rsidR="00BE611A">
        <w:rPr>
          <w:rFonts w:cs="Georgia"/>
          <w:bCs/>
          <w:kern w:val="1"/>
        </w:rPr>
        <w:t>Si j</w:t>
      </w:r>
      <w:r>
        <w:rPr>
          <w:rFonts w:cs="Georgia"/>
          <w:bCs/>
          <w:kern w:val="1"/>
        </w:rPr>
        <w:t>’</w:t>
      </w:r>
      <w:r w:rsidR="00BE611A">
        <w:rPr>
          <w:rFonts w:cs="Georgia"/>
          <w:bCs/>
          <w:kern w:val="1"/>
        </w:rPr>
        <w:t>y suis pas</w:t>
      </w:r>
      <w:r>
        <w:rPr>
          <w:rFonts w:cs="Georgia"/>
          <w:bCs/>
          <w:kern w:val="1"/>
        </w:rPr>
        <w:t xml:space="preserve">, </w:t>
      </w:r>
      <w:r w:rsidR="00BE611A">
        <w:rPr>
          <w:rFonts w:cs="Georgia"/>
          <w:bCs/>
          <w:kern w:val="1"/>
        </w:rPr>
        <w:t>c</w:t>
      </w:r>
      <w:r>
        <w:rPr>
          <w:rFonts w:cs="Georgia"/>
          <w:bCs/>
          <w:kern w:val="1"/>
        </w:rPr>
        <w:t>’</w:t>
      </w:r>
      <w:r w:rsidR="00BE611A">
        <w:rPr>
          <w:rFonts w:cs="Georgia"/>
          <w:bCs/>
          <w:kern w:val="1"/>
        </w:rPr>
        <w:t>est pas la peine d</w:t>
      </w:r>
      <w:r>
        <w:rPr>
          <w:rFonts w:cs="Georgia"/>
          <w:bCs/>
          <w:kern w:val="1"/>
        </w:rPr>
        <w:t>’</w:t>
      </w:r>
      <w:r w:rsidR="00BE611A">
        <w:rPr>
          <w:rFonts w:cs="Georgia"/>
          <w:bCs/>
          <w:kern w:val="1"/>
        </w:rPr>
        <w:t>y aller voir</w:t>
      </w:r>
      <w:r>
        <w:rPr>
          <w:rFonts w:cs="Georgia"/>
          <w:bCs/>
          <w:kern w:val="1"/>
        </w:rPr>
        <w:t xml:space="preserve">. </w:t>
      </w:r>
      <w:r w:rsidR="00BE611A">
        <w:rPr>
          <w:rFonts w:cs="Georgia"/>
          <w:bCs/>
          <w:kern w:val="1"/>
        </w:rPr>
        <w:t>Si j</w:t>
      </w:r>
      <w:r>
        <w:rPr>
          <w:rFonts w:cs="Georgia"/>
          <w:bCs/>
          <w:kern w:val="1"/>
        </w:rPr>
        <w:t>’</w:t>
      </w:r>
      <w:r w:rsidR="00BE611A">
        <w:rPr>
          <w:rFonts w:cs="Georgia"/>
          <w:bCs/>
          <w:kern w:val="1"/>
        </w:rPr>
        <w:t>y suis</w:t>
      </w:r>
      <w:r>
        <w:rPr>
          <w:rFonts w:cs="Georgia"/>
          <w:bCs/>
          <w:kern w:val="1"/>
        </w:rPr>
        <w:t xml:space="preserve">, </w:t>
      </w:r>
      <w:r w:rsidR="00BE611A">
        <w:rPr>
          <w:rFonts w:cs="Georgia"/>
          <w:bCs/>
          <w:kern w:val="1"/>
        </w:rPr>
        <w:t>ils viendront toujours me chercher</w:t>
      </w:r>
      <w:r>
        <w:rPr>
          <w:rFonts w:cs="Georgia"/>
          <w:bCs/>
          <w:kern w:val="1"/>
        </w:rPr>
        <w:t xml:space="preserve">, </w:t>
      </w:r>
      <w:r w:rsidR="00BE611A">
        <w:rPr>
          <w:rFonts w:cs="Georgia"/>
          <w:bCs/>
          <w:kern w:val="1"/>
        </w:rPr>
        <w:t>pas</w:t>
      </w:r>
      <w:r>
        <w:rPr>
          <w:rFonts w:cs="Georgia"/>
          <w:bCs/>
          <w:kern w:val="1"/>
        </w:rPr>
        <w:t xml:space="preserve"> ? </w:t>
      </w:r>
      <w:r w:rsidR="00BE611A">
        <w:rPr>
          <w:rFonts w:cs="Georgia"/>
          <w:bCs/>
          <w:kern w:val="1"/>
        </w:rPr>
        <w:t>Alors</w:t>
      </w:r>
      <w:r>
        <w:rPr>
          <w:rFonts w:cs="Georgia"/>
          <w:bCs/>
          <w:kern w:val="1"/>
        </w:rPr>
        <w:t xml:space="preserve">, </w:t>
      </w:r>
      <w:r w:rsidR="00BE611A">
        <w:rPr>
          <w:rFonts w:cs="Georgia"/>
          <w:bCs/>
          <w:kern w:val="1"/>
        </w:rPr>
        <w:t>zut</w:t>
      </w:r>
      <w:r>
        <w:rPr>
          <w:rFonts w:cs="Georgia"/>
          <w:bCs/>
          <w:kern w:val="1"/>
        </w:rPr>
        <w:t> !</w:t>
      </w:r>
    </w:p>
    <w:p w14:paraId="3C34FA13" w14:textId="77777777" w:rsidR="000E1451" w:rsidRDefault="00BE611A" w:rsidP="00BE611A">
      <w:pPr>
        <w:rPr>
          <w:rFonts w:cs="Georgia"/>
          <w:bCs/>
          <w:kern w:val="1"/>
        </w:rPr>
      </w:pPr>
      <w:r>
        <w:rPr>
          <w:rFonts w:cs="Georgia"/>
          <w:bCs/>
          <w:kern w:val="1"/>
        </w:rPr>
        <w:t>Et il se renfonça sous ses couvertures</w:t>
      </w:r>
      <w:r w:rsidR="000E1451">
        <w:rPr>
          <w:rFonts w:cs="Georgia"/>
          <w:bCs/>
          <w:kern w:val="1"/>
        </w:rPr>
        <w:t>.</w:t>
      </w:r>
    </w:p>
    <w:p w14:paraId="576A6C50" w14:textId="77777777" w:rsidR="000E1451" w:rsidRDefault="000E1451" w:rsidP="00BE611A">
      <w:pPr>
        <w:rPr>
          <w:rFonts w:cs="Georgia"/>
          <w:bCs/>
          <w:kern w:val="1"/>
        </w:rPr>
      </w:pPr>
      <w:r>
        <w:rPr>
          <w:rFonts w:cs="Georgia"/>
          <w:bCs/>
          <w:kern w:val="1"/>
        </w:rPr>
        <w:t>— </w:t>
      </w:r>
      <w:r w:rsidR="00BE611A">
        <w:rPr>
          <w:rFonts w:cs="Georgia"/>
          <w:bCs/>
          <w:kern w:val="1"/>
        </w:rPr>
        <w:t>Il a raison</w:t>
      </w:r>
      <w:r>
        <w:rPr>
          <w:rFonts w:cs="Georgia"/>
          <w:bCs/>
          <w:kern w:val="1"/>
        </w:rPr>
        <w:t xml:space="preserve">, </w:t>
      </w:r>
      <w:r w:rsidR="00BE611A">
        <w:rPr>
          <w:rFonts w:cs="Georgia"/>
          <w:bCs/>
          <w:kern w:val="1"/>
        </w:rPr>
        <w:t>il a raison</w:t>
      </w:r>
      <w:r>
        <w:rPr>
          <w:rFonts w:cs="Georgia"/>
          <w:bCs/>
          <w:kern w:val="1"/>
        </w:rPr>
        <w:t xml:space="preserve">, </w:t>
      </w:r>
      <w:r w:rsidR="00BE611A">
        <w:rPr>
          <w:rFonts w:cs="Georgia"/>
          <w:bCs/>
          <w:kern w:val="1"/>
        </w:rPr>
        <w:t>firent des voix</w:t>
      </w:r>
      <w:r>
        <w:rPr>
          <w:rFonts w:cs="Georgia"/>
          <w:bCs/>
          <w:kern w:val="1"/>
        </w:rPr>
        <w:t>.</w:t>
      </w:r>
    </w:p>
    <w:p w14:paraId="28CA28DB" w14:textId="77777777" w:rsidR="000E1451" w:rsidRDefault="00BE611A" w:rsidP="00BE611A">
      <w:pPr>
        <w:rPr>
          <w:rFonts w:cs="Georgia"/>
          <w:bCs/>
          <w:kern w:val="1"/>
        </w:rPr>
      </w:pPr>
      <w:r>
        <w:rPr>
          <w:rFonts w:cs="Georgia"/>
          <w:bCs/>
          <w:kern w:val="1"/>
        </w:rPr>
        <w:t>Ces voix manquaient d</w:t>
      </w:r>
      <w:r w:rsidR="000E1451">
        <w:rPr>
          <w:rFonts w:cs="Georgia"/>
          <w:bCs/>
          <w:kern w:val="1"/>
        </w:rPr>
        <w:t>’</w:t>
      </w:r>
      <w:r>
        <w:rPr>
          <w:rFonts w:cs="Georgia"/>
          <w:bCs/>
          <w:kern w:val="1"/>
        </w:rPr>
        <w:t>ailleurs de conviction</w:t>
      </w:r>
      <w:r w:rsidR="000E1451">
        <w:rPr>
          <w:rFonts w:cs="Georgia"/>
          <w:bCs/>
          <w:kern w:val="1"/>
        </w:rPr>
        <w:t xml:space="preserve">. </w:t>
      </w:r>
      <w:r>
        <w:rPr>
          <w:rFonts w:cs="Georgia"/>
          <w:bCs/>
          <w:kern w:val="1"/>
        </w:rPr>
        <w:t>Il était visible que nous n</w:t>
      </w:r>
      <w:r w:rsidR="000E1451">
        <w:rPr>
          <w:rFonts w:cs="Georgia"/>
          <w:bCs/>
          <w:kern w:val="1"/>
        </w:rPr>
        <w:t>’</w:t>
      </w:r>
      <w:r>
        <w:rPr>
          <w:rFonts w:cs="Georgia"/>
          <w:bCs/>
          <w:kern w:val="1"/>
        </w:rPr>
        <w:t>avions tous qu</w:t>
      </w:r>
      <w:r w:rsidR="000E1451">
        <w:rPr>
          <w:rFonts w:cs="Georgia"/>
          <w:bCs/>
          <w:kern w:val="1"/>
        </w:rPr>
        <w:t>’</w:t>
      </w:r>
      <w:r>
        <w:rPr>
          <w:rFonts w:cs="Georgia"/>
          <w:bCs/>
          <w:kern w:val="1"/>
        </w:rPr>
        <w:t>une idée</w:t>
      </w:r>
      <w:r w:rsidR="000E1451">
        <w:rPr>
          <w:rFonts w:cs="Georgia"/>
          <w:bCs/>
          <w:kern w:val="1"/>
        </w:rPr>
        <w:t xml:space="preserve">, </w:t>
      </w:r>
      <w:r>
        <w:rPr>
          <w:rFonts w:cs="Georgia"/>
          <w:bCs/>
          <w:kern w:val="1"/>
        </w:rPr>
        <w:t>courir au poste de garde</w:t>
      </w:r>
      <w:r w:rsidR="000E1451">
        <w:rPr>
          <w:rFonts w:cs="Georgia"/>
          <w:bCs/>
          <w:kern w:val="1"/>
        </w:rPr>
        <w:t xml:space="preserve">. </w:t>
      </w:r>
      <w:r>
        <w:rPr>
          <w:rFonts w:cs="Georgia"/>
          <w:bCs/>
          <w:kern w:val="1"/>
        </w:rPr>
        <w:t>Mais aucun de nous ne voulait être le premier à trahir son anxiété</w:t>
      </w:r>
      <w:r w:rsidR="000E1451">
        <w:rPr>
          <w:rFonts w:cs="Georgia"/>
          <w:bCs/>
          <w:kern w:val="1"/>
        </w:rPr>
        <w:t>.</w:t>
      </w:r>
    </w:p>
    <w:p w14:paraId="6E8E33B2" w14:textId="77777777" w:rsidR="000E1451" w:rsidRDefault="000E1451" w:rsidP="00BE611A">
      <w:pPr>
        <w:rPr>
          <w:rFonts w:cs="Georgia"/>
          <w:bCs/>
          <w:kern w:val="1"/>
        </w:rPr>
      </w:pPr>
      <w:r>
        <w:rPr>
          <w:rFonts w:cs="Georgia"/>
          <w:bCs/>
          <w:kern w:val="1"/>
        </w:rPr>
        <w:t>— </w:t>
      </w:r>
      <w:r w:rsidR="00BE611A">
        <w:rPr>
          <w:rFonts w:cs="Georgia"/>
          <w:bCs/>
          <w:kern w:val="1"/>
        </w:rPr>
        <w:t>Ma foi</w:t>
      </w:r>
      <w:r>
        <w:rPr>
          <w:rFonts w:cs="Georgia"/>
          <w:bCs/>
          <w:kern w:val="1"/>
        </w:rPr>
        <w:t xml:space="preserve">, </w:t>
      </w:r>
      <w:r w:rsidR="00BE611A">
        <w:rPr>
          <w:rFonts w:cs="Georgia"/>
          <w:bCs/>
          <w:kern w:val="1"/>
        </w:rPr>
        <w:t>moi j</w:t>
      </w:r>
      <w:r>
        <w:rPr>
          <w:rFonts w:cs="Georgia"/>
          <w:bCs/>
          <w:kern w:val="1"/>
        </w:rPr>
        <w:t>’</w:t>
      </w:r>
      <w:r w:rsidR="00BE611A">
        <w:rPr>
          <w:rFonts w:cs="Georgia"/>
          <w:bCs/>
          <w:kern w:val="1"/>
        </w:rPr>
        <w:t>y vais</w:t>
      </w:r>
      <w:r>
        <w:rPr>
          <w:rFonts w:cs="Georgia"/>
          <w:bCs/>
          <w:kern w:val="1"/>
        </w:rPr>
        <w:t xml:space="preserve">, </w:t>
      </w:r>
      <w:r w:rsidR="00BE611A">
        <w:rPr>
          <w:rFonts w:cs="Georgia"/>
          <w:bCs/>
          <w:kern w:val="1"/>
        </w:rPr>
        <w:t>dit tout à coup Giraud</w:t>
      </w:r>
      <w:r>
        <w:rPr>
          <w:rFonts w:cs="Georgia"/>
          <w:bCs/>
          <w:kern w:val="1"/>
        </w:rPr>
        <w:t>.</w:t>
      </w:r>
    </w:p>
    <w:p w14:paraId="60622135" w14:textId="77777777" w:rsidR="000E1451" w:rsidRDefault="00BE611A" w:rsidP="00BE611A">
      <w:pPr>
        <w:rPr>
          <w:rFonts w:cs="Georgia"/>
          <w:bCs/>
          <w:kern w:val="1"/>
        </w:rPr>
      </w:pPr>
      <w:r>
        <w:rPr>
          <w:rFonts w:cs="Georgia"/>
          <w:bCs/>
          <w:kern w:val="1"/>
        </w:rPr>
        <w:t>Il mettait ses souliers</w:t>
      </w:r>
      <w:r w:rsidR="000E1451">
        <w:rPr>
          <w:rFonts w:cs="Georgia"/>
          <w:bCs/>
          <w:kern w:val="1"/>
        </w:rPr>
        <w:t xml:space="preserve">, </w:t>
      </w:r>
      <w:r>
        <w:rPr>
          <w:rFonts w:cs="Georgia"/>
          <w:bCs/>
          <w:kern w:val="1"/>
        </w:rPr>
        <w:t>enfilait sa capote</w:t>
      </w:r>
      <w:r w:rsidR="000E1451">
        <w:rPr>
          <w:rFonts w:cs="Georgia"/>
          <w:bCs/>
          <w:kern w:val="1"/>
        </w:rPr>
        <w:t>.</w:t>
      </w:r>
    </w:p>
    <w:p w14:paraId="2FA0DDAC" w14:textId="77777777" w:rsidR="000E1451" w:rsidRDefault="000E1451" w:rsidP="00BE611A">
      <w:pPr>
        <w:rPr>
          <w:rFonts w:cs="Georgia"/>
          <w:bCs/>
          <w:kern w:val="1"/>
        </w:rPr>
      </w:pPr>
      <w:r>
        <w:rPr>
          <w:rFonts w:cs="Georgia"/>
          <w:bCs/>
          <w:kern w:val="1"/>
        </w:rPr>
        <w:t>— </w:t>
      </w:r>
      <w:r w:rsidR="00BE611A">
        <w:rPr>
          <w:rFonts w:cs="Georgia"/>
          <w:bCs/>
          <w:kern w:val="1"/>
        </w:rPr>
        <w:t>La porte</w:t>
      </w:r>
      <w:r>
        <w:rPr>
          <w:rFonts w:cs="Georgia"/>
          <w:bCs/>
          <w:kern w:val="1"/>
        </w:rPr>
        <w:t xml:space="preserve"> ! </w:t>
      </w:r>
      <w:r w:rsidR="00BE611A">
        <w:rPr>
          <w:rFonts w:cs="Georgia"/>
          <w:bCs/>
          <w:kern w:val="1"/>
        </w:rPr>
        <w:t>la porte</w:t>
      </w:r>
      <w:r>
        <w:rPr>
          <w:rFonts w:cs="Georgia"/>
          <w:bCs/>
          <w:kern w:val="1"/>
        </w:rPr>
        <w:t> !</w:t>
      </w:r>
    </w:p>
    <w:p w14:paraId="4964ED25" w14:textId="77777777" w:rsidR="000E1451" w:rsidRDefault="000E1451" w:rsidP="00BE611A">
      <w:pPr>
        <w:rPr>
          <w:rFonts w:cs="Georgia"/>
          <w:bCs/>
          <w:kern w:val="1"/>
        </w:rPr>
      </w:pPr>
      <w:r>
        <w:rPr>
          <w:rFonts w:cs="Georgia"/>
          <w:bCs/>
          <w:kern w:val="1"/>
        </w:rPr>
        <w:t>— </w:t>
      </w:r>
      <w:r w:rsidR="00BE611A">
        <w:rPr>
          <w:rFonts w:cs="Georgia"/>
          <w:bCs/>
          <w:kern w:val="1"/>
        </w:rPr>
        <w:t>Eh oui</w:t>
      </w:r>
      <w:r>
        <w:rPr>
          <w:rFonts w:cs="Georgia"/>
          <w:bCs/>
          <w:kern w:val="1"/>
        </w:rPr>
        <w:t xml:space="preserve">, </w:t>
      </w:r>
      <w:r w:rsidR="00BE611A">
        <w:rPr>
          <w:rFonts w:cs="Georgia"/>
          <w:bCs/>
          <w:kern w:val="1"/>
        </w:rPr>
        <w:t>tas de ballots</w:t>
      </w:r>
      <w:r>
        <w:rPr>
          <w:rFonts w:cs="Georgia"/>
          <w:bCs/>
          <w:kern w:val="1"/>
        </w:rPr>
        <w:t xml:space="preserve"> ! </w:t>
      </w:r>
      <w:r w:rsidR="00BE611A">
        <w:rPr>
          <w:rFonts w:cs="Georgia"/>
          <w:bCs/>
          <w:kern w:val="1"/>
        </w:rPr>
        <w:t>Vous verrez bientôt</w:t>
      </w:r>
      <w:r>
        <w:rPr>
          <w:rFonts w:cs="Georgia"/>
          <w:bCs/>
          <w:kern w:val="1"/>
        </w:rPr>
        <w:t xml:space="preserve">, </w:t>
      </w:r>
      <w:r w:rsidR="00BE611A">
        <w:rPr>
          <w:rFonts w:cs="Georgia"/>
          <w:bCs/>
          <w:kern w:val="1"/>
        </w:rPr>
        <w:t>en Poméranie</w:t>
      </w:r>
      <w:r>
        <w:rPr>
          <w:rFonts w:cs="Georgia"/>
          <w:bCs/>
          <w:kern w:val="1"/>
        </w:rPr>
        <w:t xml:space="preserve">, </w:t>
      </w:r>
      <w:r w:rsidR="00BE611A">
        <w:rPr>
          <w:rFonts w:cs="Georgia"/>
          <w:bCs/>
          <w:kern w:val="1"/>
        </w:rPr>
        <w:t>si on vous la fermera</w:t>
      </w:r>
      <w:r>
        <w:rPr>
          <w:rFonts w:cs="Georgia"/>
          <w:bCs/>
          <w:kern w:val="1"/>
        </w:rPr>
        <w:t xml:space="preserve">, </w:t>
      </w:r>
      <w:r w:rsidR="00BE611A">
        <w:rPr>
          <w:rFonts w:cs="Georgia"/>
          <w:bCs/>
          <w:kern w:val="1"/>
        </w:rPr>
        <w:t>la porte</w:t>
      </w:r>
      <w:r>
        <w:rPr>
          <w:rFonts w:cs="Georgia"/>
          <w:bCs/>
          <w:kern w:val="1"/>
        </w:rPr>
        <w:t>.</w:t>
      </w:r>
    </w:p>
    <w:p w14:paraId="3FEA803B" w14:textId="77777777" w:rsidR="000E1451" w:rsidRDefault="00BE611A" w:rsidP="00BE611A">
      <w:pPr>
        <w:rPr>
          <w:rFonts w:cs="Georgia"/>
          <w:bCs/>
          <w:kern w:val="1"/>
        </w:rPr>
      </w:pPr>
      <w:r>
        <w:rPr>
          <w:rFonts w:cs="Georgia"/>
          <w:bCs/>
          <w:kern w:val="1"/>
        </w:rPr>
        <w:t>Maintenant que l</w:t>
      </w:r>
      <w:r w:rsidR="000E1451">
        <w:rPr>
          <w:rFonts w:cs="Georgia"/>
          <w:bCs/>
          <w:kern w:val="1"/>
        </w:rPr>
        <w:t>’</w:t>
      </w:r>
      <w:r>
        <w:rPr>
          <w:rFonts w:cs="Georgia"/>
          <w:bCs/>
          <w:kern w:val="1"/>
        </w:rPr>
        <w:t>honneur était sauf</w:t>
      </w:r>
      <w:r w:rsidR="000E1451">
        <w:rPr>
          <w:rFonts w:cs="Georgia"/>
          <w:bCs/>
          <w:kern w:val="1"/>
        </w:rPr>
        <w:t xml:space="preserve">, </w:t>
      </w:r>
      <w:r>
        <w:rPr>
          <w:rFonts w:cs="Georgia"/>
          <w:bCs/>
          <w:kern w:val="1"/>
        </w:rPr>
        <w:t>tous les prisonniers commençaient à se remuer</w:t>
      </w:r>
      <w:r w:rsidR="000E1451">
        <w:rPr>
          <w:rFonts w:cs="Georgia"/>
          <w:bCs/>
          <w:kern w:val="1"/>
        </w:rPr>
        <w:t>.</w:t>
      </w:r>
    </w:p>
    <w:p w14:paraId="22461E78" w14:textId="77777777" w:rsidR="000E1451" w:rsidRDefault="000E1451" w:rsidP="00BE611A">
      <w:pPr>
        <w:rPr>
          <w:rFonts w:cs="Georgia"/>
          <w:bCs/>
          <w:kern w:val="1"/>
        </w:rPr>
      </w:pPr>
      <w:r>
        <w:rPr>
          <w:rFonts w:cs="Georgia"/>
          <w:bCs/>
          <w:kern w:val="1"/>
        </w:rPr>
        <w:t>— </w:t>
      </w:r>
      <w:r w:rsidR="00BE611A">
        <w:rPr>
          <w:rFonts w:cs="Georgia"/>
          <w:bCs/>
          <w:kern w:val="1"/>
        </w:rPr>
        <w:t>J</w:t>
      </w:r>
      <w:r>
        <w:rPr>
          <w:rFonts w:cs="Georgia"/>
          <w:bCs/>
          <w:kern w:val="1"/>
        </w:rPr>
        <w:t>’</w:t>
      </w:r>
      <w:r w:rsidR="00BE611A">
        <w:rPr>
          <w:rFonts w:cs="Georgia"/>
          <w:bCs/>
          <w:kern w:val="1"/>
        </w:rPr>
        <w:t>y vais aussi</w:t>
      </w:r>
      <w:r>
        <w:rPr>
          <w:rFonts w:cs="Georgia"/>
          <w:bCs/>
          <w:kern w:val="1"/>
        </w:rPr>
        <w:t xml:space="preserve">, </w:t>
      </w:r>
      <w:r w:rsidR="00BE611A">
        <w:rPr>
          <w:rFonts w:cs="Georgia"/>
          <w:bCs/>
          <w:kern w:val="1"/>
        </w:rPr>
        <w:t>dit le sergent Bergez</w:t>
      </w:r>
      <w:r>
        <w:rPr>
          <w:rFonts w:cs="Georgia"/>
          <w:bCs/>
          <w:kern w:val="1"/>
        </w:rPr>
        <w:t xml:space="preserve">. </w:t>
      </w:r>
      <w:r w:rsidR="00BE611A">
        <w:rPr>
          <w:rFonts w:cs="Georgia"/>
          <w:bCs/>
          <w:kern w:val="1"/>
        </w:rPr>
        <w:t>Je connais le système</w:t>
      </w:r>
      <w:r>
        <w:rPr>
          <w:rFonts w:cs="Georgia"/>
          <w:bCs/>
          <w:kern w:val="1"/>
        </w:rPr>
        <w:t xml:space="preserve">, </w:t>
      </w:r>
      <w:r w:rsidR="00BE611A">
        <w:rPr>
          <w:rFonts w:cs="Georgia"/>
          <w:bCs/>
          <w:kern w:val="1"/>
        </w:rPr>
        <w:t>j</w:t>
      </w:r>
      <w:r>
        <w:rPr>
          <w:rFonts w:cs="Georgia"/>
          <w:bCs/>
          <w:kern w:val="1"/>
        </w:rPr>
        <w:t>’</w:t>
      </w:r>
      <w:r w:rsidR="00BE611A">
        <w:rPr>
          <w:rFonts w:cs="Georgia"/>
          <w:bCs/>
          <w:kern w:val="1"/>
        </w:rPr>
        <w:t>y ai été déjà deux fois</w:t>
      </w:r>
      <w:r>
        <w:rPr>
          <w:rFonts w:cs="Georgia"/>
          <w:bCs/>
          <w:kern w:val="1"/>
        </w:rPr>
        <w:t xml:space="preserve">, </w:t>
      </w:r>
      <w:r w:rsidR="00BE611A">
        <w:rPr>
          <w:rFonts w:cs="Georgia"/>
          <w:bCs/>
          <w:kern w:val="1"/>
        </w:rPr>
        <w:t>moi</w:t>
      </w:r>
      <w:r>
        <w:rPr>
          <w:rFonts w:cs="Georgia"/>
          <w:bCs/>
          <w:kern w:val="1"/>
        </w:rPr>
        <w:t xml:space="preserve">, </w:t>
      </w:r>
      <w:r w:rsidR="00BE611A">
        <w:rPr>
          <w:rFonts w:cs="Georgia"/>
          <w:bCs/>
          <w:kern w:val="1"/>
        </w:rPr>
        <w:t>en représailles</w:t>
      </w:r>
      <w:r>
        <w:rPr>
          <w:rFonts w:cs="Georgia"/>
          <w:bCs/>
          <w:kern w:val="1"/>
        </w:rPr>
        <w:t xml:space="preserve"> : </w:t>
      </w:r>
      <w:r w:rsidR="00BE611A">
        <w:rPr>
          <w:rFonts w:cs="Georgia"/>
          <w:bCs/>
          <w:kern w:val="1"/>
        </w:rPr>
        <w:t>on vous prévient au dernier moment</w:t>
      </w:r>
      <w:r>
        <w:rPr>
          <w:rFonts w:cs="Georgia"/>
          <w:bCs/>
          <w:kern w:val="1"/>
        </w:rPr>
        <w:t xml:space="preserve">. </w:t>
      </w:r>
      <w:r w:rsidR="00BE611A">
        <w:rPr>
          <w:rFonts w:cs="Georgia"/>
          <w:bCs/>
          <w:kern w:val="1"/>
        </w:rPr>
        <w:t>Ils sont fichus de faire partir ce soir ceux qui sont sur la liste</w:t>
      </w:r>
      <w:r>
        <w:rPr>
          <w:rFonts w:cs="Georgia"/>
          <w:bCs/>
          <w:kern w:val="1"/>
        </w:rPr>
        <w:t xml:space="preserve">. </w:t>
      </w:r>
      <w:r w:rsidR="00BE611A">
        <w:rPr>
          <w:rFonts w:cs="Georgia"/>
          <w:bCs/>
          <w:kern w:val="1"/>
        </w:rPr>
        <w:t>Si j</w:t>
      </w:r>
      <w:r>
        <w:rPr>
          <w:rFonts w:cs="Georgia"/>
          <w:bCs/>
          <w:kern w:val="1"/>
        </w:rPr>
        <w:t>’</w:t>
      </w:r>
      <w:r w:rsidR="00BE611A">
        <w:rPr>
          <w:rFonts w:cs="Georgia"/>
          <w:bCs/>
          <w:kern w:val="1"/>
        </w:rPr>
        <w:t>y suis</w:t>
      </w:r>
      <w:r>
        <w:rPr>
          <w:rFonts w:cs="Georgia"/>
          <w:bCs/>
          <w:kern w:val="1"/>
        </w:rPr>
        <w:t xml:space="preserve">, </w:t>
      </w:r>
      <w:r w:rsidR="00BE611A">
        <w:rPr>
          <w:rFonts w:cs="Georgia"/>
          <w:bCs/>
          <w:kern w:val="1"/>
        </w:rPr>
        <w:t>je veux avoir le temps de me débrouiller</w:t>
      </w:r>
      <w:r>
        <w:rPr>
          <w:rFonts w:cs="Georgia"/>
          <w:bCs/>
          <w:kern w:val="1"/>
        </w:rPr>
        <w:t xml:space="preserve">. </w:t>
      </w:r>
      <w:r w:rsidR="00BE611A">
        <w:rPr>
          <w:rFonts w:cs="Georgia"/>
          <w:bCs/>
          <w:kern w:val="1"/>
        </w:rPr>
        <w:t>Viens-tu</w:t>
      </w:r>
      <w:r>
        <w:rPr>
          <w:rFonts w:cs="Georgia"/>
          <w:bCs/>
          <w:kern w:val="1"/>
        </w:rPr>
        <w:t xml:space="preserve">, </w:t>
      </w:r>
      <w:r w:rsidR="00BE611A">
        <w:rPr>
          <w:rFonts w:cs="Georgia"/>
          <w:bCs/>
          <w:kern w:val="1"/>
        </w:rPr>
        <w:t>Dumaine</w:t>
      </w:r>
      <w:r>
        <w:rPr>
          <w:rFonts w:cs="Georgia"/>
          <w:bCs/>
          <w:kern w:val="1"/>
        </w:rPr>
        <w:t> ?</w:t>
      </w:r>
    </w:p>
    <w:p w14:paraId="770B9C8F" w14:textId="77777777" w:rsidR="000E1451" w:rsidRDefault="000E1451" w:rsidP="00BE611A">
      <w:pPr>
        <w:rPr>
          <w:rFonts w:cs="Georgia"/>
          <w:bCs/>
          <w:kern w:val="1"/>
        </w:rPr>
      </w:pPr>
      <w:r>
        <w:rPr>
          <w:rFonts w:cs="Georgia"/>
          <w:bCs/>
          <w:kern w:val="1"/>
        </w:rPr>
        <w:t>— </w:t>
      </w:r>
      <w:r w:rsidR="00BE611A">
        <w:rPr>
          <w:rFonts w:cs="Georgia"/>
          <w:bCs/>
          <w:kern w:val="1"/>
        </w:rPr>
        <w:t>Je viens</w:t>
      </w:r>
      <w:r>
        <w:rPr>
          <w:rFonts w:cs="Georgia"/>
          <w:bCs/>
          <w:kern w:val="1"/>
        </w:rPr>
        <w:t>.</w:t>
      </w:r>
    </w:p>
    <w:p w14:paraId="13821848" w14:textId="77777777" w:rsidR="000E1451" w:rsidRDefault="00BE611A" w:rsidP="00BE611A">
      <w:pPr>
        <w:rPr>
          <w:rFonts w:cs="Georgia"/>
          <w:bCs/>
          <w:kern w:val="1"/>
        </w:rPr>
      </w:pPr>
      <w:r>
        <w:rPr>
          <w:rFonts w:cs="Georgia"/>
          <w:bCs/>
          <w:kern w:val="1"/>
        </w:rPr>
        <w:lastRenderedPageBreak/>
        <w:t>Dehors</w:t>
      </w:r>
      <w:r w:rsidR="000E1451">
        <w:rPr>
          <w:rFonts w:cs="Georgia"/>
          <w:bCs/>
          <w:kern w:val="1"/>
        </w:rPr>
        <w:t xml:space="preserve">, </w:t>
      </w:r>
      <w:r>
        <w:rPr>
          <w:rFonts w:cs="Georgia"/>
          <w:bCs/>
          <w:kern w:val="1"/>
        </w:rPr>
        <w:t>nous nous mîmes à grelotter</w:t>
      </w:r>
      <w:r w:rsidR="000E1451">
        <w:rPr>
          <w:rFonts w:cs="Georgia"/>
          <w:bCs/>
          <w:kern w:val="1"/>
        </w:rPr>
        <w:t xml:space="preserve">. </w:t>
      </w:r>
      <w:r>
        <w:rPr>
          <w:rFonts w:cs="Georgia"/>
          <w:bCs/>
          <w:kern w:val="1"/>
        </w:rPr>
        <w:t>Il avait neigé pendant la nuit</w:t>
      </w:r>
      <w:r w:rsidR="000E1451">
        <w:rPr>
          <w:rFonts w:cs="Georgia"/>
          <w:bCs/>
          <w:kern w:val="1"/>
        </w:rPr>
        <w:t xml:space="preserve">. </w:t>
      </w:r>
      <w:r>
        <w:rPr>
          <w:rFonts w:cs="Georgia"/>
          <w:bCs/>
          <w:kern w:val="1"/>
        </w:rPr>
        <w:t>Autour de nous</w:t>
      </w:r>
      <w:r w:rsidR="000E1451">
        <w:rPr>
          <w:rFonts w:cs="Georgia"/>
          <w:bCs/>
          <w:kern w:val="1"/>
        </w:rPr>
        <w:t xml:space="preserve">, </w:t>
      </w:r>
      <w:r>
        <w:rPr>
          <w:rFonts w:cs="Georgia"/>
          <w:bCs/>
          <w:kern w:val="1"/>
        </w:rPr>
        <w:t>les montagnes de Thuringe étaient toutes blanches</w:t>
      </w:r>
      <w:r w:rsidR="000E1451">
        <w:rPr>
          <w:rFonts w:cs="Georgia"/>
          <w:bCs/>
          <w:kern w:val="1"/>
        </w:rPr>
        <w:t>.</w:t>
      </w:r>
    </w:p>
    <w:p w14:paraId="00EA3F3A" w14:textId="77777777" w:rsidR="000E1451" w:rsidRDefault="00BE611A" w:rsidP="00BE611A">
      <w:pPr>
        <w:rPr>
          <w:rFonts w:cs="Georgia"/>
          <w:bCs/>
          <w:kern w:val="1"/>
        </w:rPr>
      </w:pPr>
      <w:r>
        <w:rPr>
          <w:rFonts w:cs="Georgia"/>
          <w:bCs/>
          <w:kern w:val="1"/>
        </w:rPr>
        <w:t>Le camp grouillait de prisonniers à demi vêtus</w:t>
      </w:r>
      <w:r w:rsidR="000E1451">
        <w:rPr>
          <w:rFonts w:cs="Georgia"/>
          <w:bCs/>
          <w:kern w:val="1"/>
        </w:rPr>
        <w:t xml:space="preserve">. </w:t>
      </w:r>
      <w:r>
        <w:rPr>
          <w:rFonts w:cs="Georgia"/>
          <w:bCs/>
          <w:kern w:val="1"/>
        </w:rPr>
        <w:t>Avec une apparente désinvolture</w:t>
      </w:r>
      <w:r w:rsidR="000E1451">
        <w:rPr>
          <w:rFonts w:cs="Georgia"/>
          <w:bCs/>
          <w:kern w:val="1"/>
        </w:rPr>
        <w:t xml:space="preserve">, </w:t>
      </w:r>
      <w:r>
        <w:rPr>
          <w:rFonts w:cs="Georgia"/>
          <w:bCs/>
          <w:kern w:val="1"/>
        </w:rPr>
        <w:t>ils se dirigeaient vers le poste</w:t>
      </w:r>
      <w:r w:rsidR="000E1451">
        <w:rPr>
          <w:rFonts w:cs="Georgia"/>
          <w:bCs/>
          <w:kern w:val="1"/>
        </w:rPr>
        <w:t xml:space="preserve">. </w:t>
      </w:r>
      <w:r>
        <w:rPr>
          <w:rFonts w:cs="Georgia"/>
          <w:bCs/>
          <w:kern w:val="1"/>
        </w:rPr>
        <w:t>Bergez et moi</w:t>
      </w:r>
      <w:r w:rsidR="000E1451">
        <w:rPr>
          <w:rFonts w:cs="Georgia"/>
          <w:bCs/>
          <w:kern w:val="1"/>
        </w:rPr>
        <w:t xml:space="preserve">, </w:t>
      </w:r>
      <w:r>
        <w:rPr>
          <w:rFonts w:cs="Georgia"/>
          <w:bCs/>
          <w:kern w:val="1"/>
        </w:rPr>
        <w:t>nous pressâmes le pas</w:t>
      </w:r>
      <w:r w:rsidR="000E1451">
        <w:rPr>
          <w:rFonts w:cs="Georgia"/>
          <w:bCs/>
          <w:kern w:val="1"/>
        </w:rPr>
        <w:t xml:space="preserve">. </w:t>
      </w:r>
      <w:r>
        <w:rPr>
          <w:rFonts w:cs="Georgia"/>
          <w:bCs/>
          <w:kern w:val="1"/>
        </w:rPr>
        <w:t>Il me souvient en cette minute d</w:t>
      </w:r>
      <w:r w:rsidR="000E1451">
        <w:rPr>
          <w:rFonts w:cs="Georgia"/>
          <w:bCs/>
          <w:kern w:val="1"/>
        </w:rPr>
        <w:t>’</w:t>
      </w:r>
      <w:r>
        <w:rPr>
          <w:rFonts w:cs="Georgia"/>
          <w:bCs/>
          <w:kern w:val="1"/>
        </w:rPr>
        <w:t>avoir ressenti la même petite contraction au cœur dix ans auparavant</w:t>
      </w:r>
      <w:r w:rsidR="000E1451">
        <w:rPr>
          <w:rFonts w:cs="Georgia"/>
          <w:bCs/>
          <w:kern w:val="1"/>
        </w:rPr>
        <w:t xml:space="preserve">, </w:t>
      </w:r>
      <w:r>
        <w:rPr>
          <w:rFonts w:cs="Georgia"/>
          <w:bCs/>
          <w:kern w:val="1"/>
        </w:rPr>
        <w:t>un jour que je m</w:t>
      </w:r>
      <w:r w:rsidR="000E1451">
        <w:rPr>
          <w:rFonts w:cs="Georgia"/>
          <w:bCs/>
          <w:kern w:val="1"/>
        </w:rPr>
        <w:t>’</w:t>
      </w:r>
      <w:r>
        <w:rPr>
          <w:rFonts w:cs="Georgia"/>
          <w:bCs/>
          <w:kern w:val="1"/>
        </w:rPr>
        <w:t>apprêtais également à la lecture d</w:t>
      </w:r>
      <w:r w:rsidR="000E1451">
        <w:rPr>
          <w:rFonts w:cs="Georgia"/>
          <w:bCs/>
          <w:kern w:val="1"/>
        </w:rPr>
        <w:t>’</w:t>
      </w:r>
      <w:r>
        <w:rPr>
          <w:rFonts w:cs="Georgia"/>
          <w:bCs/>
          <w:kern w:val="1"/>
        </w:rPr>
        <w:t>une affiche</w:t>
      </w:r>
      <w:r w:rsidR="000E1451">
        <w:rPr>
          <w:rFonts w:cs="Georgia"/>
          <w:bCs/>
          <w:kern w:val="1"/>
        </w:rPr>
        <w:t xml:space="preserve">, </w:t>
      </w:r>
      <w:r>
        <w:rPr>
          <w:rFonts w:cs="Georgia"/>
          <w:bCs/>
          <w:kern w:val="1"/>
        </w:rPr>
        <w:t>celle qui contenait mon nom sur la liste des candidats admis à l</w:t>
      </w:r>
      <w:r w:rsidR="000E1451">
        <w:rPr>
          <w:rFonts w:cs="Georgia"/>
          <w:bCs/>
          <w:kern w:val="1"/>
        </w:rPr>
        <w:t>’</w:t>
      </w:r>
      <w:r>
        <w:rPr>
          <w:rFonts w:cs="Georgia"/>
          <w:bCs/>
          <w:kern w:val="1"/>
        </w:rPr>
        <w:t>École Centrale</w:t>
      </w:r>
      <w:r w:rsidR="000E1451">
        <w:rPr>
          <w:rFonts w:cs="Georgia"/>
          <w:bCs/>
          <w:kern w:val="1"/>
        </w:rPr>
        <w:t>.</w:t>
      </w:r>
    </w:p>
    <w:p w14:paraId="358848F8" w14:textId="77777777" w:rsidR="000E1451" w:rsidRDefault="000E1451" w:rsidP="00BE611A">
      <w:pPr>
        <w:rPr>
          <w:rFonts w:cs="Georgia"/>
          <w:bCs/>
          <w:kern w:val="1"/>
        </w:rPr>
      </w:pPr>
      <w:r>
        <w:rPr>
          <w:rFonts w:cs="Georgia"/>
          <w:bCs/>
          <w:kern w:val="1"/>
        </w:rPr>
        <w:t>— </w:t>
      </w:r>
      <w:r w:rsidR="00BE611A">
        <w:rPr>
          <w:rFonts w:cs="Georgia"/>
          <w:bCs/>
          <w:kern w:val="1"/>
        </w:rPr>
        <w:t>Tiens</w:t>
      </w:r>
      <w:r>
        <w:rPr>
          <w:rFonts w:cs="Georgia"/>
          <w:bCs/>
          <w:kern w:val="1"/>
        </w:rPr>
        <w:t xml:space="preserve">, </w:t>
      </w:r>
      <w:r w:rsidR="00BE611A">
        <w:rPr>
          <w:rFonts w:cs="Georgia"/>
          <w:bCs/>
          <w:kern w:val="1"/>
        </w:rPr>
        <w:t>dit Bergez</w:t>
      </w:r>
      <w:r>
        <w:rPr>
          <w:rFonts w:cs="Georgia"/>
          <w:bCs/>
          <w:kern w:val="1"/>
        </w:rPr>
        <w:t xml:space="preserve">, </w:t>
      </w:r>
      <w:r w:rsidR="00BE611A">
        <w:rPr>
          <w:rFonts w:cs="Georgia"/>
          <w:bCs/>
          <w:kern w:val="1"/>
        </w:rPr>
        <w:t>voici Vandaële et Guérin</w:t>
      </w:r>
      <w:r>
        <w:rPr>
          <w:rFonts w:cs="Georgia"/>
          <w:bCs/>
          <w:kern w:val="1"/>
        </w:rPr>
        <w:t xml:space="preserve">, </w:t>
      </w:r>
      <w:r w:rsidR="00BE611A">
        <w:rPr>
          <w:rFonts w:cs="Georgia"/>
          <w:bCs/>
          <w:kern w:val="1"/>
        </w:rPr>
        <w:t>Eux ils sont déjà fixés</w:t>
      </w:r>
      <w:r>
        <w:rPr>
          <w:rFonts w:cs="Georgia"/>
          <w:bCs/>
          <w:kern w:val="1"/>
        </w:rPr>
        <w:t xml:space="preserve">. </w:t>
      </w:r>
      <w:r w:rsidR="00BE611A">
        <w:rPr>
          <w:rFonts w:cs="Georgia"/>
          <w:bCs/>
          <w:kern w:val="1"/>
        </w:rPr>
        <w:t>Ils reviennent</w:t>
      </w:r>
      <w:r>
        <w:rPr>
          <w:rFonts w:cs="Georgia"/>
          <w:bCs/>
          <w:kern w:val="1"/>
        </w:rPr>
        <w:t>.</w:t>
      </w:r>
    </w:p>
    <w:p w14:paraId="48643513" w14:textId="77777777" w:rsidR="000E1451" w:rsidRDefault="00BE611A" w:rsidP="00BE611A">
      <w:pPr>
        <w:rPr>
          <w:rFonts w:cs="Georgia"/>
          <w:bCs/>
          <w:kern w:val="1"/>
        </w:rPr>
      </w:pPr>
      <w:r>
        <w:rPr>
          <w:rFonts w:cs="Georgia"/>
          <w:bCs/>
          <w:kern w:val="1"/>
        </w:rPr>
        <w:t>C</w:t>
      </w:r>
      <w:r w:rsidR="000E1451">
        <w:rPr>
          <w:rFonts w:cs="Georgia"/>
          <w:bCs/>
          <w:kern w:val="1"/>
        </w:rPr>
        <w:t>’</w:t>
      </w:r>
      <w:r>
        <w:rPr>
          <w:rFonts w:cs="Georgia"/>
          <w:bCs/>
          <w:kern w:val="1"/>
        </w:rPr>
        <w:t>étaient deux soldats de la baraque voisine de la nôtre</w:t>
      </w:r>
      <w:r w:rsidR="000E1451">
        <w:rPr>
          <w:rFonts w:cs="Georgia"/>
          <w:bCs/>
          <w:kern w:val="1"/>
        </w:rPr>
        <w:t xml:space="preserve">. </w:t>
      </w:r>
      <w:r>
        <w:rPr>
          <w:rFonts w:cs="Georgia"/>
          <w:bCs/>
          <w:kern w:val="1"/>
        </w:rPr>
        <w:t>Ils s</w:t>
      </w:r>
      <w:r w:rsidR="000E1451">
        <w:rPr>
          <w:rFonts w:cs="Georgia"/>
          <w:bCs/>
          <w:kern w:val="1"/>
        </w:rPr>
        <w:t>’</w:t>
      </w:r>
      <w:r>
        <w:rPr>
          <w:rFonts w:cs="Georgia"/>
          <w:bCs/>
          <w:kern w:val="1"/>
        </w:rPr>
        <w:t>avançaient vers nous en riant</w:t>
      </w:r>
      <w:r w:rsidR="000E1451">
        <w:rPr>
          <w:rFonts w:cs="Georgia"/>
          <w:bCs/>
          <w:kern w:val="1"/>
        </w:rPr>
        <w:t>.</w:t>
      </w:r>
    </w:p>
    <w:p w14:paraId="4754FD2F" w14:textId="77777777" w:rsidR="000E1451" w:rsidRDefault="000E1451" w:rsidP="00BE611A">
      <w:pPr>
        <w:rPr>
          <w:rFonts w:cs="Georgia"/>
          <w:bCs/>
          <w:kern w:val="1"/>
        </w:rPr>
      </w:pPr>
      <w:r>
        <w:rPr>
          <w:rFonts w:cs="Georgia"/>
          <w:bCs/>
          <w:kern w:val="1"/>
        </w:rPr>
        <w:t>— </w:t>
      </w:r>
      <w:r w:rsidR="00BE611A">
        <w:rPr>
          <w:rFonts w:cs="Georgia"/>
          <w:bCs/>
          <w:kern w:val="1"/>
        </w:rPr>
        <w:t>Pas la peine d</w:t>
      </w:r>
      <w:r>
        <w:rPr>
          <w:rFonts w:cs="Georgia"/>
          <w:bCs/>
          <w:kern w:val="1"/>
        </w:rPr>
        <w:t>’</w:t>
      </w:r>
      <w:r w:rsidR="00BE611A">
        <w:rPr>
          <w:rFonts w:cs="Georgia"/>
          <w:bCs/>
          <w:kern w:val="1"/>
        </w:rPr>
        <w:t>aller plus loin</w:t>
      </w:r>
      <w:r>
        <w:rPr>
          <w:rFonts w:cs="Georgia"/>
          <w:bCs/>
          <w:kern w:val="1"/>
        </w:rPr>
        <w:t xml:space="preserve">, </w:t>
      </w:r>
      <w:r w:rsidR="00BE611A">
        <w:rPr>
          <w:rFonts w:cs="Georgia"/>
          <w:bCs/>
          <w:kern w:val="1"/>
        </w:rPr>
        <w:t>dit Guérin en étendant le bras</w:t>
      </w:r>
      <w:r>
        <w:rPr>
          <w:rFonts w:cs="Georgia"/>
          <w:bCs/>
          <w:kern w:val="1"/>
        </w:rPr>
        <w:t xml:space="preserve">. </w:t>
      </w:r>
      <w:r w:rsidR="00BE611A">
        <w:rPr>
          <w:rFonts w:cs="Georgia"/>
          <w:bCs/>
          <w:kern w:val="1"/>
        </w:rPr>
        <w:t>Vous y êtes tous les deux</w:t>
      </w:r>
      <w:r>
        <w:rPr>
          <w:rFonts w:cs="Georgia"/>
          <w:bCs/>
          <w:kern w:val="1"/>
        </w:rPr>
        <w:t>.</w:t>
      </w:r>
    </w:p>
    <w:p w14:paraId="2281C167" w14:textId="77777777" w:rsidR="000E1451" w:rsidRDefault="000E1451" w:rsidP="00BE611A">
      <w:pPr>
        <w:rPr>
          <w:rFonts w:cs="Georgia"/>
          <w:bCs/>
          <w:kern w:val="1"/>
        </w:rPr>
      </w:pPr>
      <w:r>
        <w:rPr>
          <w:rFonts w:cs="Georgia"/>
          <w:bCs/>
          <w:kern w:val="1"/>
        </w:rPr>
        <w:t>— </w:t>
      </w:r>
      <w:r w:rsidR="00BE611A">
        <w:rPr>
          <w:rFonts w:cs="Georgia"/>
          <w:bCs/>
          <w:kern w:val="1"/>
        </w:rPr>
        <w:t>Ah</w:t>
      </w:r>
      <w:r>
        <w:rPr>
          <w:rFonts w:cs="Georgia"/>
          <w:bCs/>
          <w:kern w:val="1"/>
        </w:rPr>
        <w:t xml:space="preserve"> ! </w:t>
      </w:r>
      <w:r w:rsidR="00BE611A">
        <w:rPr>
          <w:rFonts w:cs="Georgia"/>
          <w:bCs/>
          <w:kern w:val="1"/>
        </w:rPr>
        <w:t>Et vous</w:t>
      </w:r>
      <w:r>
        <w:rPr>
          <w:rFonts w:cs="Georgia"/>
          <w:bCs/>
          <w:kern w:val="1"/>
        </w:rPr>
        <w:t> ?</w:t>
      </w:r>
    </w:p>
    <w:p w14:paraId="66E55146" w14:textId="77777777" w:rsidR="000E1451" w:rsidRDefault="000E1451" w:rsidP="00BE611A">
      <w:pPr>
        <w:rPr>
          <w:rFonts w:cs="Georgia"/>
          <w:kern w:val="1"/>
        </w:rPr>
      </w:pPr>
      <w:r>
        <w:rPr>
          <w:rFonts w:cs="Georgia"/>
          <w:bCs/>
          <w:kern w:val="1"/>
        </w:rPr>
        <w:t>— </w:t>
      </w:r>
      <w:r w:rsidR="00BE611A">
        <w:rPr>
          <w:rFonts w:cs="Georgia"/>
          <w:kern w:val="1"/>
        </w:rPr>
        <w:t>On y est aussi</w:t>
      </w:r>
      <w:r>
        <w:rPr>
          <w:rFonts w:cs="Georgia"/>
          <w:kern w:val="1"/>
        </w:rPr>
        <w:t xml:space="preserve">, </w:t>
      </w:r>
      <w:r w:rsidR="00BE611A">
        <w:rPr>
          <w:rFonts w:cs="Georgia"/>
          <w:kern w:val="1"/>
        </w:rPr>
        <w:t>les enfants</w:t>
      </w:r>
      <w:r>
        <w:rPr>
          <w:rFonts w:cs="Georgia"/>
          <w:kern w:val="1"/>
        </w:rPr>
        <w:t xml:space="preserve">. </w:t>
      </w:r>
      <w:r w:rsidR="00BE611A">
        <w:rPr>
          <w:rFonts w:cs="Georgia"/>
          <w:kern w:val="1"/>
        </w:rPr>
        <w:t>Et l</w:t>
      </w:r>
      <w:r>
        <w:rPr>
          <w:rFonts w:cs="Georgia"/>
          <w:kern w:val="1"/>
        </w:rPr>
        <w:t>’</w:t>
      </w:r>
      <w:r w:rsidR="00BE611A">
        <w:rPr>
          <w:rFonts w:cs="Georgia"/>
          <w:kern w:val="1"/>
        </w:rPr>
        <w:t>on ne s</w:t>
      </w:r>
      <w:r>
        <w:rPr>
          <w:rFonts w:cs="Georgia"/>
          <w:kern w:val="1"/>
        </w:rPr>
        <w:t>’</w:t>
      </w:r>
      <w:r w:rsidR="00BE611A">
        <w:rPr>
          <w:rFonts w:cs="Georgia"/>
          <w:kern w:val="1"/>
        </w:rPr>
        <w:t>en fait pas</w:t>
      </w:r>
      <w:r>
        <w:rPr>
          <w:rFonts w:cs="Georgia"/>
          <w:kern w:val="1"/>
        </w:rPr>
        <w:t>.</w:t>
      </w:r>
    </w:p>
    <w:p w14:paraId="066BE7DD" w14:textId="77777777" w:rsidR="000E1451" w:rsidRDefault="000E1451" w:rsidP="00BE611A">
      <w:pPr>
        <w:rPr>
          <w:rFonts w:cs="Georgia"/>
          <w:bCs/>
          <w:kern w:val="1"/>
        </w:rPr>
      </w:pPr>
      <w:r>
        <w:rPr>
          <w:rFonts w:cs="Georgia"/>
          <w:kern w:val="1"/>
        </w:rPr>
        <w:t>— </w:t>
      </w:r>
      <w:r w:rsidR="00BE611A">
        <w:rPr>
          <w:rFonts w:cs="Georgia"/>
          <w:bCs/>
          <w:kern w:val="1"/>
        </w:rPr>
        <w:t>Allons tout de même voir</w:t>
      </w:r>
      <w:r>
        <w:rPr>
          <w:rFonts w:cs="Georgia"/>
          <w:bCs/>
          <w:kern w:val="1"/>
        </w:rPr>
        <w:t xml:space="preserve">, </w:t>
      </w:r>
      <w:r w:rsidR="00BE611A">
        <w:rPr>
          <w:rFonts w:cs="Georgia"/>
          <w:bCs/>
          <w:kern w:val="1"/>
        </w:rPr>
        <w:t>dit Bergez</w:t>
      </w:r>
      <w:r>
        <w:rPr>
          <w:rFonts w:cs="Georgia"/>
          <w:bCs/>
          <w:kern w:val="1"/>
        </w:rPr>
        <w:t xml:space="preserve">. </w:t>
      </w:r>
      <w:r w:rsidR="00BE611A">
        <w:rPr>
          <w:rFonts w:cs="Georgia"/>
          <w:bCs/>
          <w:kern w:val="1"/>
        </w:rPr>
        <w:t>Il y a à la onzième baraque un type qui s</w:t>
      </w:r>
      <w:r>
        <w:rPr>
          <w:rFonts w:cs="Georgia"/>
          <w:bCs/>
          <w:kern w:val="1"/>
        </w:rPr>
        <w:t>’</w:t>
      </w:r>
      <w:r w:rsidR="00BE611A">
        <w:rPr>
          <w:rFonts w:cs="Georgia"/>
          <w:bCs/>
          <w:kern w:val="1"/>
        </w:rPr>
        <w:t>appelle Berger</w:t>
      </w:r>
      <w:r>
        <w:rPr>
          <w:rFonts w:cs="Georgia"/>
          <w:bCs/>
          <w:kern w:val="1"/>
        </w:rPr>
        <w:t xml:space="preserve">. </w:t>
      </w:r>
      <w:r w:rsidR="00BE611A">
        <w:rPr>
          <w:rFonts w:cs="Georgia"/>
          <w:bCs/>
          <w:kern w:val="1"/>
        </w:rPr>
        <w:t>Au cas où il y aurait une erreur</w:t>
      </w:r>
      <w:r>
        <w:rPr>
          <w:rFonts w:cs="Georgia"/>
          <w:bCs/>
          <w:kern w:val="1"/>
        </w:rPr>
        <w:t>…</w:t>
      </w:r>
    </w:p>
    <w:p w14:paraId="74AABF4E" w14:textId="77777777" w:rsidR="000E1451" w:rsidRDefault="00BE611A" w:rsidP="00BE611A">
      <w:pPr>
        <w:rPr>
          <w:rFonts w:cs="Georgia"/>
          <w:bCs/>
          <w:kern w:val="1"/>
        </w:rPr>
      </w:pPr>
      <w:r>
        <w:rPr>
          <w:rFonts w:cs="Georgia"/>
          <w:bCs/>
          <w:kern w:val="1"/>
        </w:rPr>
        <w:t>Mais il n</w:t>
      </w:r>
      <w:r w:rsidR="000E1451">
        <w:rPr>
          <w:rFonts w:cs="Georgia"/>
          <w:bCs/>
          <w:kern w:val="1"/>
        </w:rPr>
        <w:t>’</w:t>
      </w:r>
      <w:r>
        <w:rPr>
          <w:rFonts w:cs="Georgia"/>
          <w:bCs/>
          <w:kern w:val="1"/>
        </w:rPr>
        <w:t>y avait point d</w:t>
      </w:r>
      <w:r w:rsidR="000E1451">
        <w:rPr>
          <w:rFonts w:cs="Georgia"/>
          <w:bCs/>
          <w:kern w:val="1"/>
        </w:rPr>
        <w:t>’</w:t>
      </w:r>
      <w:r>
        <w:rPr>
          <w:rFonts w:cs="Georgia"/>
          <w:bCs/>
          <w:kern w:val="1"/>
        </w:rPr>
        <w:t>erreur</w:t>
      </w:r>
      <w:r w:rsidR="000E1451">
        <w:rPr>
          <w:rFonts w:cs="Georgia"/>
          <w:bCs/>
          <w:kern w:val="1"/>
        </w:rPr>
        <w:t xml:space="preserve">. </w:t>
      </w:r>
      <w:r>
        <w:rPr>
          <w:rFonts w:cs="Georgia"/>
          <w:bCs/>
          <w:kern w:val="1"/>
        </w:rPr>
        <w:t>Les cent dix noms s</w:t>
      </w:r>
      <w:r w:rsidR="000E1451">
        <w:rPr>
          <w:rFonts w:cs="Georgia"/>
          <w:bCs/>
          <w:kern w:val="1"/>
        </w:rPr>
        <w:t>’</w:t>
      </w:r>
      <w:r>
        <w:rPr>
          <w:rFonts w:cs="Georgia"/>
          <w:bCs/>
          <w:kern w:val="1"/>
        </w:rPr>
        <w:t>étalaient</w:t>
      </w:r>
      <w:r w:rsidR="000E1451">
        <w:rPr>
          <w:rFonts w:cs="Georgia"/>
          <w:bCs/>
          <w:kern w:val="1"/>
        </w:rPr>
        <w:t xml:space="preserve">, </w:t>
      </w:r>
      <w:r>
        <w:rPr>
          <w:rFonts w:cs="Georgia"/>
          <w:bCs/>
          <w:kern w:val="1"/>
        </w:rPr>
        <w:t>moulés en superbe ronde par un feldwebel amoureux de calligraphie</w:t>
      </w:r>
      <w:r w:rsidR="000E1451">
        <w:rPr>
          <w:rFonts w:cs="Georgia"/>
          <w:bCs/>
          <w:kern w:val="1"/>
        </w:rPr>
        <w:t>.</w:t>
      </w:r>
    </w:p>
    <w:p w14:paraId="557A121D" w14:textId="77777777" w:rsidR="000E1451" w:rsidRDefault="000E1451" w:rsidP="00BE611A">
      <w:pPr>
        <w:rPr>
          <w:rFonts w:cs="Georgia"/>
          <w:bCs/>
          <w:kern w:val="1"/>
        </w:rPr>
      </w:pPr>
      <w:r>
        <w:rPr>
          <w:rFonts w:cs="Georgia"/>
          <w:bCs/>
          <w:kern w:val="1"/>
        </w:rPr>
        <w:t>— </w:t>
      </w:r>
      <w:r w:rsidR="00BE611A">
        <w:rPr>
          <w:rFonts w:cs="Georgia"/>
          <w:bCs/>
          <w:kern w:val="1"/>
        </w:rPr>
        <w:t>Six de notre baraque</w:t>
      </w:r>
      <w:r>
        <w:rPr>
          <w:rFonts w:cs="Georgia"/>
          <w:bCs/>
          <w:kern w:val="1"/>
        </w:rPr>
        <w:t xml:space="preserve">, </w:t>
      </w:r>
      <w:r w:rsidR="00BE611A">
        <w:rPr>
          <w:rFonts w:cs="Georgia"/>
          <w:bCs/>
          <w:kern w:val="1"/>
        </w:rPr>
        <w:t>dit Bergez</w:t>
      </w:r>
      <w:r>
        <w:rPr>
          <w:rFonts w:cs="Georgia"/>
          <w:bCs/>
          <w:kern w:val="1"/>
        </w:rPr>
        <w:t xml:space="preserve">. </w:t>
      </w:r>
      <w:r w:rsidR="00BE611A">
        <w:rPr>
          <w:rFonts w:cs="Georgia"/>
          <w:bCs/>
          <w:kern w:val="1"/>
        </w:rPr>
        <w:t>On ne nous a pas ratés</w:t>
      </w:r>
      <w:r>
        <w:rPr>
          <w:rFonts w:cs="Georgia"/>
          <w:bCs/>
          <w:kern w:val="1"/>
        </w:rPr>
        <w:t xml:space="preserve">. </w:t>
      </w:r>
      <w:r w:rsidR="00BE611A">
        <w:rPr>
          <w:rFonts w:cs="Georgia"/>
          <w:bCs/>
          <w:kern w:val="1"/>
        </w:rPr>
        <w:t>Hédouin n</w:t>
      </w:r>
      <w:r>
        <w:rPr>
          <w:rFonts w:cs="Georgia"/>
          <w:bCs/>
          <w:kern w:val="1"/>
        </w:rPr>
        <w:t>’</w:t>
      </w:r>
      <w:r w:rsidR="00BE611A">
        <w:rPr>
          <w:rFonts w:cs="Georgia"/>
          <w:bCs/>
          <w:kern w:val="1"/>
        </w:rPr>
        <w:t>y est pas</w:t>
      </w:r>
      <w:r>
        <w:rPr>
          <w:rFonts w:cs="Georgia"/>
          <w:bCs/>
          <w:kern w:val="1"/>
        </w:rPr>
        <w:t xml:space="preserve">. </w:t>
      </w:r>
      <w:r w:rsidR="00BE611A">
        <w:rPr>
          <w:rFonts w:cs="Georgia"/>
          <w:bCs/>
          <w:kern w:val="1"/>
        </w:rPr>
        <w:t>Sylvestre y est</w:t>
      </w:r>
      <w:r>
        <w:rPr>
          <w:rFonts w:cs="Georgia"/>
          <w:bCs/>
          <w:kern w:val="1"/>
        </w:rPr>
        <w:t xml:space="preserve">. </w:t>
      </w:r>
      <w:r w:rsidR="00BE611A">
        <w:rPr>
          <w:rFonts w:cs="Georgia"/>
          <w:bCs/>
          <w:kern w:val="1"/>
        </w:rPr>
        <w:t>Le pauvre diable</w:t>
      </w:r>
      <w:r>
        <w:rPr>
          <w:rFonts w:cs="Georgia"/>
          <w:bCs/>
          <w:kern w:val="1"/>
        </w:rPr>
        <w:t xml:space="preserve">, </w:t>
      </w:r>
      <w:r w:rsidR="00BE611A">
        <w:rPr>
          <w:rFonts w:cs="Georgia"/>
          <w:bCs/>
          <w:kern w:val="1"/>
        </w:rPr>
        <w:t>il va bien falloir qu</w:t>
      </w:r>
      <w:r>
        <w:rPr>
          <w:rFonts w:cs="Georgia"/>
          <w:bCs/>
          <w:kern w:val="1"/>
        </w:rPr>
        <w:t>’</w:t>
      </w:r>
      <w:r w:rsidR="00BE611A">
        <w:rPr>
          <w:rFonts w:cs="Georgia"/>
          <w:bCs/>
          <w:kern w:val="1"/>
        </w:rPr>
        <w:t>il se lève</w:t>
      </w:r>
      <w:r>
        <w:rPr>
          <w:rFonts w:cs="Georgia"/>
          <w:bCs/>
          <w:kern w:val="1"/>
        </w:rPr>
        <w:t xml:space="preserve">. </w:t>
      </w:r>
      <w:r w:rsidR="00BE611A">
        <w:rPr>
          <w:rFonts w:cs="Georgia"/>
          <w:bCs/>
          <w:kern w:val="1"/>
        </w:rPr>
        <w:t>Audemard</w:t>
      </w:r>
      <w:r>
        <w:rPr>
          <w:rFonts w:cs="Georgia"/>
          <w:bCs/>
          <w:kern w:val="1"/>
        </w:rPr>
        <w:t xml:space="preserve">, </w:t>
      </w:r>
      <w:r w:rsidR="00BE611A">
        <w:rPr>
          <w:rFonts w:cs="Georgia"/>
          <w:bCs/>
          <w:kern w:val="1"/>
        </w:rPr>
        <w:t>Pajot</w:t>
      </w:r>
      <w:r>
        <w:rPr>
          <w:rFonts w:cs="Georgia"/>
          <w:bCs/>
          <w:kern w:val="1"/>
        </w:rPr>
        <w:t xml:space="preserve">, </w:t>
      </w:r>
      <w:r w:rsidR="00BE611A">
        <w:rPr>
          <w:rFonts w:cs="Georgia"/>
          <w:bCs/>
          <w:kern w:val="1"/>
        </w:rPr>
        <w:t xml:space="preserve">deux braves </w:t>
      </w:r>
      <w:r w:rsidR="00BE611A">
        <w:rPr>
          <w:rFonts w:cs="Georgia"/>
          <w:bCs/>
          <w:kern w:val="1"/>
        </w:rPr>
        <w:lastRenderedPageBreak/>
        <w:t>types</w:t>
      </w:r>
      <w:r>
        <w:rPr>
          <w:rFonts w:cs="Georgia"/>
          <w:bCs/>
          <w:kern w:val="1"/>
        </w:rPr>
        <w:t xml:space="preserve">. </w:t>
      </w:r>
      <w:r w:rsidR="00BE611A">
        <w:rPr>
          <w:rFonts w:cs="Georgia"/>
          <w:bCs/>
          <w:kern w:val="1"/>
        </w:rPr>
        <w:t>Gourrut</w:t>
      </w:r>
      <w:r>
        <w:rPr>
          <w:rFonts w:cs="Georgia"/>
          <w:bCs/>
          <w:kern w:val="1"/>
        </w:rPr>
        <w:t xml:space="preserve">, </w:t>
      </w:r>
      <w:r w:rsidR="00BE611A">
        <w:rPr>
          <w:rFonts w:cs="Georgia"/>
          <w:bCs/>
          <w:kern w:val="1"/>
        </w:rPr>
        <w:t>celui-là</w:t>
      </w:r>
      <w:r>
        <w:rPr>
          <w:rFonts w:cs="Georgia"/>
          <w:bCs/>
          <w:kern w:val="1"/>
        </w:rPr>
        <w:t xml:space="preserve">, </w:t>
      </w:r>
      <w:r w:rsidR="00BE611A">
        <w:rPr>
          <w:rFonts w:cs="Georgia"/>
          <w:bCs/>
          <w:kern w:val="1"/>
        </w:rPr>
        <w:t>on s</w:t>
      </w:r>
      <w:r>
        <w:rPr>
          <w:rFonts w:cs="Georgia"/>
          <w:bCs/>
          <w:kern w:val="1"/>
        </w:rPr>
        <w:t>’</w:t>
      </w:r>
      <w:r w:rsidR="00BE611A">
        <w:rPr>
          <w:rFonts w:cs="Georgia"/>
          <w:bCs/>
          <w:kern w:val="1"/>
        </w:rPr>
        <w:t>en serait passé</w:t>
      </w:r>
      <w:r>
        <w:rPr>
          <w:rFonts w:cs="Georgia"/>
          <w:bCs/>
          <w:kern w:val="1"/>
        </w:rPr>
        <w:t xml:space="preserve">. </w:t>
      </w:r>
      <w:r w:rsidR="00BE611A">
        <w:rPr>
          <w:rFonts w:cs="Georgia"/>
          <w:bCs/>
          <w:kern w:val="1"/>
        </w:rPr>
        <w:t>Quatre et nous</w:t>
      </w:r>
      <w:r>
        <w:rPr>
          <w:rFonts w:cs="Georgia"/>
          <w:bCs/>
          <w:kern w:val="1"/>
        </w:rPr>
        <w:t xml:space="preserve">, </w:t>
      </w:r>
      <w:r w:rsidR="00BE611A">
        <w:rPr>
          <w:rFonts w:cs="Georgia"/>
          <w:bCs/>
          <w:kern w:val="1"/>
        </w:rPr>
        <w:t>six</w:t>
      </w:r>
      <w:r>
        <w:rPr>
          <w:rFonts w:cs="Georgia"/>
          <w:bCs/>
          <w:kern w:val="1"/>
        </w:rPr>
        <w:t xml:space="preserve">. </w:t>
      </w:r>
      <w:r w:rsidR="00BE611A">
        <w:rPr>
          <w:rFonts w:cs="Georgia"/>
          <w:bCs/>
          <w:kern w:val="1"/>
        </w:rPr>
        <w:t>Le compte y est</w:t>
      </w:r>
      <w:r>
        <w:rPr>
          <w:rFonts w:cs="Georgia"/>
          <w:bCs/>
          <w:kern w:val="1"/>
        </w:rPr>
        <w:t xml:space="preserve">. </w:t>
      </w:r>
      <w:r w:rsidR="00BE611A">
        <w:rPr>
          <w:rFonts w:cs="Georgia"/>
          <w:bCs/>
          <w:kern w:val="1"/>
        </w:rPr>
        <w:t>On est bons</w:t>
      </w:r>
      <w:r>
        <w:rPr>
          <w:rFonts w:cs="Georgia"/>
          <w:bCs/>
          <w:kern w:val="1"/>
        </w:rPr>
        <w:t>.</w:t>
      </w:r>
    </w:p>
    <w:p w14:paraId="4715C943" w14:textId="77777777" w:rsidR="000E1451" w:rsidRDefault="000E1451" w:rsidP="00BE611A">
      <w:pPr>
        <w:rPr>
          <w:rFonts w:cs="Georgia"/>
          <w:bCs/>
          <w:kern w:val="1"/>
        </w:rPr>
      </w:pPr>
      <w:r>
        <w:rPr>
          <w:rFonts w:cs="Georgia"/>
          <w:bCs/>
          <w:kern w:val="1"/>
        </w:rPr>
        <w:t>— </w:t>
      </w:r>
      <w:r w:rsidR="00BE611A">
        <w:rPr>
          <w:rFonts w:cs="Georgia"/>
          <w:bCs/>
          <w:kern w:val="1"/>
        </w:rPr>
        <w:t>Garde à vous</w:t>
      </w:r>
      <w:r>
        <w:rPr>
          <w:rFonts w:cs="Georgia"/>
          <w:bCs/>
          <w:kern w:val="1"/>
        </w:rPr>
        <w:t> !</w:t>
      </w:r>
    </w:p>
    <w:p w14:paraId="29D6EA4E" w14:textId="77777777" w:rsidR="000E1451" w:rsidRDefault="00BE611A" w:rsidP="00BE611A">
      <w:pPr>
        <w:rPr>
          <w:rFonts w:cs="Georgia"/>
          <w:bCs/>
          <w:kern w:val="1"/>
        </w:rPr>
      </w:pPr>
      <w:r>
        <w:rPr>
          <w:rFonts w:cs="Georgia"/>
          <w:bCs/>
          <w:kern w:val="1"/>
        </w:rPr>
        <w:t>C</w:t>
      </w:r>
      <w:r w:rsidR="000E1451">
        <w:rPr>
          <w:rFonts w:cs="Georgia"/>
          <w:bCs/>
          <w:kern w:val="1"/>
        </w:rPr>
        <w:t>’</w:t>
      </w:r>
      <w:r>
        <w:rPr>
          <w:rFonts w:cs="Georgia"/>
          <w:bCs/>
          <w:kern w:val="1"/>
        </w:rPr>
        <w:t>était le commandant du camp</w:t>
      </w:r>
      <w:r w:rsidR="000E1451">
        <w:rPr>
          <w:rFonts w:cs="Georgia"/>
          <w:bCs/>
          <w:kern w:val="1"/>
        </w:rPr>
        <w:t xml:space="preserve">, </w:t>
      </w:r>
      <w:r>
        <w:rPr>
          <w:rFonts w:cs="Georgia"/>
          <w:bCs/>
          <w:kern w:val="1"/>
        </w:rPr>
        <w:t>major Ecker</w:t>
      </w:r>
      <w:r w:rsidR="000E1451">
        <w:rPr>
          <w:rFonts w:cs="Georgia"/>
          <w:bCs/>
          <w:kern w:val="1"/>
        </w:rPr>
        <w:t xml:space="preserve">, </w:t>
      </w:r>
      <w:r>
        <w:rPr>
          <w:rFonts w:cs="Georgia"/>
          <w:bCs/>
          <w:kern w:val="1"/>
        </w:rPr>
        <w:t>qui arrivait au poste de garde</w:t>
      </w:r>
      <w:r w:rsidR="000E1451">
        <w:rPr>
          <w:rFonts w:cs="Georgia"/>
          <w:bCs/>
          <w:kern w:val="1"/>
        </w:rPr>
        <w:t xml:space="preserve">. </w:t>
      </w:r>
      <w:r>
        <w:rPr>
          <w:rFonts w:cs="Georgia"/>
          <w:bCs/>
          <w:kern w:val="1"/>
        </w:rPr>
        <w:t>Nous rectifiâmes la position</w:t>
      </w:r>
      <w:r w:rsidR="000E1451">
        <w:rPr>
          <w:rFonts w:cs="Georgia"/>
          <w:bCs/>
          <w:kern w:val="1"/>
        </w:rPr>
        <w:t>.</w:t>
      </w:r>
    </w:p>
    <w:p w14:paraId="34E77972" w14:textId="77777777" w:rsidR="000E1451" w:rsidRDefault="000E1451" w:rsidP="00BE611A">
      <w:pPr>
        <w:rPr>
          <w:rFonts w:cs="Georgia"/>
          <w:bCs/>
          <w:kern w:val="1"/>
        </w:rPr>
      </w:pPr>
      <w:r>
        <w:rPr>
          <w:rFonts w:cs="Georgia"/>
          <w:bCs/>
          <w:kern w:val="1"/>
        </w:rPr>
        <w:t>— </w:t>
      </w:r>
      <w:r w:rsidR="00BE611A">
        <w:rPr>
          <w:rFonts w:cs="Georgia"/>
          <w:bCs/>
          <w:kern w:val="1"/>
        </w:rPr>
        <w:t>Repos</w:t>
      </w:r>
      <w:r>
        <w:rPr>
          <w:rFonts w:cs="Georgia"/>
          <w:bCs/>
          <w:kern w:val="1"/>
        </w:rPr>
        <w:t xml:space="preserve">, </w:t>
      </w:r>
      <w:r w:rsidR="00BE611A">
        <w:rPr>
          <w:rFonts w:cs="Georgia"/>
          <w:bCs/>
          <w:kern w:val="1"/>
        </w:rPr>
        <w:t>mes amis</w:t>
      </w:r>
      <w:r>
        <w:rPr>
          <w:rFonts w:cs="Georgia"/>
          <w:bCs/>
          <w:kern w:val="1"/>
        </w:rPr>
        <w:t xml:space="preserve">, </w:t>
      </w:r>
      <w:r w:rsidR="00BE611A">
        <w:rPr>
          <w:rFonts w:cs="Georgia"/>
          <w:bCs/>
          <w:kern w:val="1"/>
        </w:rPr>
        <w:t>repos</w:t>
      </w:r>
      <w:r>
        <w:rPr>
          <w:rFonts w:cs="Georgia"/>
          <w:bCs/>
          <w:kern w:val="1"/>
        </w:rPr>
        <w:t xml:space="preserve">, </w:t>
      </w:r>
      <w:r w:rsidR="00BE611A">
        <w:rPr>
          <w:rFonts w:cs="Georgia"/>
          <w:bCs/>
          <w:kern w:val="1"/>
        </w:rPr>
        <w:t>dit-il</w:t>
      </w:r>
      <w:r>
        <w:rPr>
          <w:rFonts w:cs="Georgia"/>
          <w:bCs/>
          <w:kern w:val="1"/>
        </w:rPr>
        <w:t xml:space="preserve">, </w:t>
      </w:r>
      <w:r w:rsidR="00BE611A">
        <w:rPr>
          <w:rFonts w:cs="Georgia"/>
          <w:bCs/>
          <w:kern w:val="1"/>
        </w:rPr>
        <w:t>nous ayant rendu notre salut</w:t>
      </w:r>
      <w:r>
        <w:rPr>
          <w:rFonts w:cs="Georgia"/>
          <w:bCs/>
          <w:kern w:val="1"/>
        </w:rPr>
        <w:t xml:space="preserve">. </w:t>
      </w:r>
      <w:r w:rsidR="00BE611A">
        <w:rPr>
          <w:rFonts w:cs="Georgia"/>
          <w:bCs/>
          <w:kern w:val="1"/>
        </w:rPr>
        <w:t>Ah</w:t>
      </w:r>
      <w:r>
        <w:rPr>
          <w:rFonts w:cs="Georgia"/>
          <w:bCs/>
          <w:kern w:val="1"/>
        </w:rPr>
        <w:t xml:space="preserve"> ! </w:t>
      </w:r>
      <w:r w:rsidR="00BE611A">
        <w:rPr>
          <w:rFonts w:cs="Georgia"/>
          <w:bCs/>
          <w:kern w:val="1"/>
        </w:rPr>
        <w:t>Ah</w:t>
      </w:r>
      <w:r>
        <w:rPr>
          <w:rFonts w:cs="Georgia"/>
          <w:bCs/>
          <w:kern w:val="1"/>
        </w:rPr>
        <w:t xml:space="preserve"> ! </w:t>
      </w:r>
      <w:r w:rsidR="00BE611A">
        <w:rPr>
          <w:rFonts w:cs="Georgia"/>
          <w:bCs/>
          <w:kern w:val="1"/>
        </w:rPr>
        <w:t>on est venu voir la petite liste</w:t>
      </w:r>
      <w:r>
        <w:rPr>
          <w:rFonts w:cs="Georgia"/>
          <w:bCs/>
          <w:kern w:val="1"/>
        </w:rPr>
        <w:t>.</w:t>
      </w:r>
    </w:p>
    <w:p w14:paraId="2F2ACC5A" w14:textId="77777777" w:rsidR="000E1451" w:rsidRDefault="00BE611A" w:rsidP="00BE611A">
      <w:pPr>
        <w:rPr>
          <w:rFonts w:cs="Georgia"/>
          <w:bCs/>
          <w:kern w:val="1"/>
        </w:rPr>
      </w:pPr>
      <w:r>
        <w:rPr>
          <w:rFonts w:cs="Georgia"/>
          <w:bCs/>
          <w:kern w:val="1"/>
        </w:rPr>
        <w:t>Il boitillait</w:t>
      </w:r>
      <w:r w:rsidR="000E1451">
        <w:rPr>
          <w:rFonts w:cs="Georgia"/>
          <w:bCs/>
          <w:kern w:val="1"/>
        </w:rPr>
        <w:t xml:space="preserve">, </w:t>
      </w:r>
      <w:r>
        <w:rPr>
          <w:rFonts w:cs="Georgia"/>
          <w:bCs/>
          <w:kern w:val="1"/>
        </w:rPr>
        <w:t>ayant été sévèrement atteint à Verdun</w:t>
      </w:r>
      <w:r w:rsidR="000E1451">
        <w:rPr>
          <w:rFonts w:cs="Georgia"/>
          <w:bCs/>
          <w:kern w:val="1"/>
        </w:rPr>
        <w:t xml:space="preserve">, </w:t>
      </w:r>
      <w:r>
        <w:rPr>
          <w:rFonts w:cs="Georgia"/>
          <w:bCs/>
          <w:kern w:val="1"/>
        </w:rPr>
        <w:t>l</w:t>
      </w:r>
      <w:r w:rsidR="000E1451">
        <w:rPr>
          <w:rFonts w:cs="Georgia"/>
          <w:bCs/>
          <w:kern w:val="1"/>
        </w:rPr>
        <w:t>’</w:t>
      </w:r>
      <w:r>
        <w:rPr>
          <w:rFonts w:cs="Georgia"/>
          <w:bCs/>
          <w:kern w:val="1"/>
        </w:rPr>
        <w:t>année précédente</w:t>
      </w:r>
      <w:r w:rsidR="000E1451">
        <w:rPr>
          <w:rFonts w:cs="Georgia"/>
          <w:bCs/>
          <w:kern w:val="1"/>
        </w:rPr>
        <w:t xml:space="preserve">. </w:t>
      </w:r>
      <w:r>
        <w:rPr>
          <w:rFonts w:cs="Georgia"/>
          <w:bCs/>
          <w:kern w:val="1"/>
        </w:rPr>
        <w:t>Incapable de retourner au front</w:t>
      </w:r>
      <w:r w:rsidR="000E1451">
        <w:rPr>
          <w:rFonts w:cs="Georgia"/>
          <w:bCs/>
          <w:kern w:val="1"/>
        </w:rPr>
        <w:t xml:space="preserve">, </w:t>
      </w:r>
      <w:r>
        <w:rPr>
          <w:rFonts w:cs="Georgia"/>
          <w:bCs/>
          <w:kern w:val="1"/>
        </w:rPr>
        <w:t>il avait été nommé ici</w:t>
      </w:r>
      <w:r w:rsidR="000E1451">
        <w:rPr>
          <w:rFonts w:cs="Georgia"/>
          <w:bCs/>
          <w:kern w:val="1"/>
        </w:rPr>
        <w:t xml:space="preserve">. </w:t>
      </w:r>
      <w:r>
        <w:rPr>
          <w:rFonts w:cs="Georgia"/>
          <w:bCs/>
          <w:kern w:val="1"/>
        </w:rPr>
        <w:t>Nous en avions eu de plus mauvais que celui-là</w:t>
      </w:r>
      <w:r w:rsidR="000E1451">
        <w:rPr>
          <w:rFonts w:cs="Georgia"/>
          <w:bCs/>
          <w:kern w:val="1"/>
        </w:rPr>
        <w:t xml:space="preserve">. </w:t>
      </w:r>
      <w:r>
        <w:rPr>
          <w:rFonts w:cs="Georgia"/>
          <w:bCs/>
          <w:kern w:val="1"/>
        </w:rPr>
        <w:t>Il mettait son orgueil à connaître tous nos noms</w:t>
      </w:r>
      <w:r w:rsidR="000E1451">
        <w:rPr>
          <w:rFonts w:cs="Georgia"/>
          <w:bCs/>
          <w:kern w:val="1"/>
        </w:rPr>
        <w:t>.</w:t>
      </w:r>
    </w:p>
    <w:p w14:paraId="17EE6C8B" w14:textId="77777777" w:rsidR="000E1451" w:rsidRDefault="000E1451" w:rsidP="00BE611A">
      <w:pPr>
        <w:rPr>
          <w:rFonts w:cs="Georgia"/>
          <w:bCs/>
          <w:kern w:val="1"/>
        </w:rPr>
      </w:pPr>
      <w:r>
        <w:rPr>
          <w:rFonts w:cs="Georgia"/>
          <w:bCs/>
          <w:kern w:val="1"/>
        </w:rPr>
        <w:t>— </w:t>
      </w:r>
      <w:r w:rsidR="00BE611A">
        <w:rPr>
          <w:rFonts w:cs="Georgia"/>
          <w:bCs/>
          <w:kern w:val="1"/>
        </w:rPr>
        <w:t>Vous y êtes</w:t>
      </w:r>
      <w:r>
        <w:rPr>
          <w:rFonts w:cs="Georgia"/>
          <w:bCs/>
          <w:kern w:val="1"/>
        </w:rPr>
        <w:t xml:space="preserve">, </w:t>
      </w:r>
      <w:r w:rsidR="00BE611A">
        <w:rPr>
          <w:rFonts w:cs="Georgia"/>
          <w:bCs/>
          <w:kern w:val="1"/>
        </w:rPr>
        <w:t>vous</w:t>
      </w:r>
      <w:r>
        <w:rPr>
          <w:rFonts w:cs="Georgia"/>
          <w:bCs/>
          <w:kern w:val="1"/>
        </w:rPr>
        <w:t xml:space="preserve">, </w:t>
      </w:r>
      <w:r w:rsidR="00BE611A">
        <w:rPr>
          <w:rFonts w:cs="Georgia"/>
          <w:bCs/>
          <w:kern w:val="1"/>
        </w:rPr>
        <w:t>Dumaine</w:t>
      </w:r>
      <w:r>
        <w:rPr>
          <w:rFonts w:cs="Georgia"/>
          <w:bCs/>
          <w:kern w:val="1"/>
        </w:rPr>
        <w:t xml:space="preserve"> ? </w:t>
      </w:r>
      <w:r w:rsidR="00BE611A">
        <w:rPr>
          <w:rFonts w:cs="Georgia"/>
          <w:bCs/>
          <w:kern w:val="1"/>
        </w:rPr>
        <w:t>Vous</w:t>
      </w:r>
      <w:r>
        <w:rPr>
          <w:rFonts w:cs="Georgia"/>
          <w:bCs/>
          <w:kern w:val="1"/>
        </w:rPr>
        <w:t xml:space="preserve">, </w:t>
      </w:r>
      <w:r w:rsidR="00BE611A">
        <w:rPr>
          <w:rFonts w:cs="Georgia"/>
          <w:bCs/>
          <w:kern w:val="1"/>
        </w:rPr>
        <w:t>Bergez</w:t>
      </w:r>
      <w:r>
        <w:rPr>
          <w:rFonts w:cs="Georgia"/>
          <w:bCs/>
          <w:kern w:val="1"/>
        </w:rPr>
        <w:t> ?</w:t>
      </w:r>
    </w:p>
    <w:p w14:paraId="30C6CDCA" w14:textId="77777777" w:rsidR="000E1451" w:rsidRDefault="00BE611A" w:rsidP="00BE611A">
      <w:pPr>
        <w:rPr>
          <w:rFonts w:cs="Georgia"/>
          <w:bCs/>
          <w:kern w:val="1"/>
        </w:rPr>
      </w:pPr>
      <w:r>
        <w:rPr>
          <w:rFonts w:cs="Georgia"/>
          <w:bCs/>
          <w:kern w:val="1"/>
        </w:rPr>
        <w:t>Nous fîmes un signe affirmatif</w:t>
      </w:r>
      <w:r w:rsidR="000E1451">
        <w:rPr>
          <w:rFonts w:cs="Georgia"/>
          <w:bCs/>
          <w:kern w:val="1"/>
        </w:rPr>
        <w:t>.</w:t>
      </w:r>
    </w:p>
    <w:p w14:paraId="55D18830" w14:textId="77777777" w:rsidR="000E1451" w:rsidRDefault="000E1451" w:rsidP="00BE611A">
      <w:pPr>
        <w:rPr>
          <w:rFonts w:cs="Georgia"/>
          <w:bCs/>
          <w:kern w:val="1"/>
        </w:rPr>
      </w:pPr>
      <w:r>
        <w:rPr>
          <w:rFonts w:cs="Georgia"/>
          <w:bCs/>
          <w:kern w:val="1"/>
        </w:rPr>
        <w:t>— </w:t>
      </w:r>
      <w:r w:rsidR="00BE611A">
        <w:rPr>
          <w:rFonts w:cs="Georgia"/>
          <w:bCs/>
          <w:kern w:val="1"/>
        </w:rPr>
        <w:t>Tant pis</w:t>
      </w:r>
      <w:r>
        <w:rPr>
          <w:rFonts w:cs="Georgia"/>
          <w:bCs/>
          <w:kern w:val="1"/>
        </w:rPr>
        <w:t xml:space="preserve">, </w:t>
      </w:r>
      <w:r w:rsidR="00BE611A">
        <w:rPr>
          <w:rFonts w:cs="Georgia"/>
          <w:bCs/>
          <w:kern w:val="1"/>
        </w:rPr>
        <w:t>mes amis</w:t>
      </w:r>
      <w:r>
        <w:rPr>
          <w:rFonts w:cs="Georgia"/>
          <w:bCs/>
          <w:kern w:val="1"/>
        </w:rPr>
        <w:t xml:space="preserve">, </w:t>
      </w:r>
      <w:r w:rsidR="00BE611A">
        <w:rPr>
          <w:rFonts w:cs="Georgia"/>
          <w:bCs/>
          <w:kern w:val="1"/>
        </w:rPr>
        <w:t>tant pis</w:t>
      </w:r>
      <w:r>
        <w:rPr>
          <w:rFonts w:cs="Georgia"/>
          <w:bCs/>
          <w:kern w:val="1"/>
        </w:rPr>
        <w:t xml:space="preserve">. </w:t>
      </w:r>
      <w:r w:rsidR="00BE611A">
        <w:rPr>
          <w:rFonts w:cs="Georgia"/>
          <w:bCs/>
          <w:kern w:val="1"/>
        </w:rPr>
        <w:t>Je regrette</w:t>
      </w:r>
      <w:r>
        <w:rPr>
          <w:rFonts w:cs="Georgia"/>
          <w:bCs/>
          <w:kern w:val="1"/>
        </w:rPr>
        <w:t xml:space="preserve">. </w:t>
      </w:r>
      <w:r w:rsidR="00BE611A">
        <w:rPr>
          <w:rFonts w:cs="Georgia"/>
          <w:bCs/>
          <w:kern w:val="1"/>
        </w:rPr>
        <w:t>Nous regrettons tous</w:t>
      </w:r>
      <w:r>
        <w:rPr>
          <w:rFonts w:cs="Georgia"/>
          <w:bCs/>
          <w:kern w:val="1"/>
        </w:rPr>
        <w:t xml:space="preserve">. </w:t>
      </w:r>
      <w:r w:rsidR="00BE611A">
        <w:rPr>
          <w:rFonts w:cs="Georgia"/>
          <w:bCs/>
          <w:kern w:val="1"/>
        </w:rPr>
        <w:t>Vous ne conserverez pas un trop fâcheux souvenir d</w:t>
      </w:r>
      <w:r>
        <w:rPr>
          <w:rFonts w:cs="Georgia"/>
          <w:bCs/>
          <w:kern w:val="1"/>
        </w:rPr>
        <w:t>’</w:t>
      </w:r>
      <w:r w:rsidR="00BE611A">
        <w:rPr>
          <w:rFonts w:cs="Georgia"/>
          <w:bCs/>
          <w:kern w:val="1"/>
        </w:rPr>
        <w:t>Erfurt</w:t>
      </w:r>
      <w:r>
        <w:rPr>
          <w:rFonts w:cs="Georgia"/>
          <w:bCs/>
          <w:kern w:val="1"/>
        </w:rPr>
        <w:t xml:space="preserve">, </w:t>
      </w:r>
      <w:r w:rsidR="00BE611A">
        <w:rPr>
          <w:rFonts w:cs="Georgia"/>
          <w:bCs/>
          <w:kern w:val="1"/>
        </w:rPr>
        <w:t>n</w:t>
      </w:r>
      <w:r>
        <w:rPr>
          <w:rFonts w:cs="Georgia"/>
          <w:bCs/>
          <w:kern w:val="1"/>
        </w:rPr>
        <w:t>’</w:t>
      </w:r>
      <w:r w:rsidR="00BE611A">
        <w:rPr>
          <w:rFonts w:cs="Georgia"/>
          <w:bCs/>
          <w:kern w:val="1"/>
        </w:rPr>
        <w:t>est-ce pas</w:t>
      </w:r>
      <w:r>
        <w:rPr>
          <w:rFonts w:cs="Georgia"/>
          <w:bCs/>
          <w:kern w:val="1"/>
        </w:rPr>
        <w:t xml:space="preserve"> ? </w:t>
      </w:r>
      <w:r w:rsidR="00BE611A">
        <w:rPr>
          <w:rFonts w:cs="Georgia"/>
          <w:bCs/>
          <w:kern w:val="1"/>
        </w:rPr>
        <w:t>Que voulez-vous</w:t>
      </w:r>
      <w:r>
        <w:rPr>
          <w:rFonts w:cs="Georgia"/>
          <w:bCs/>
          <w:kern w:val="1"/>
        </w:rPr>
        <w:t xml:space="preserve">, </w:t>
      </w:r>
      <w:r w:rsidR="00BE611A">
        <w:rPr>
          <w:rFonts w:cs="Georgia"/>
          <w:bCs/>
          <w:kern w:val="1"/>
        </w:rPr>
        <w:t>la faute en est à votre Gouvernement</w:t>
      </w:r>
      <w:r>
        <w:rPr>
          <w:rFonts w:cs="Georgia"/>
          <w:bCs/>
          <w:kern w:val="1"/>
        </w:rPr>
        <w:t xml:space="preserve">. </w:t>
      </w:r>
      <w:r w:rsidR="00BE611A">
        <w:rPr>
          <w:rFonts w:cs="Georgia"/>
          <w:bCs/>
          <w:kern w:val="1"/>
        </w:rPr>
        <w:t>Pourquoi s</w:t>
      </w:r>
      <w:r>
        <w:rPr>
          <w:rFonts w:cs="Georgia"/>
          <w:bCs/>
          <w:kern w:val="1"/>
        </w:rPr>
        <w:t>’</w:t>
      </w:r>
      <w:r w:rsidR="00BE611A">
        <w:rPr>
          <w:rFonts w:cs="Georgia"/>
          <w:bCs/>
          <w:kern w:val="1"/>
        </w:rPr>
        <w:t>obstine-t-il à envoyer</w:t>
      </w:r>
      <w:r>
        <w:rPr>
          <w:rFonts w:cs="Georgia"/>
          <w:bCs/>
          <w:kern w:val="1"/>
        </w:rPr>
        <w:t xml:space="preserve">, </w:t>
      </w:r>
      <w:r w:rsidR="00BE611A">
        <w:rPr>
          <w:rFonts w:cs="Georgia"/>
          <w:bCs/>
          <w:kern w:val="1"/>
        </w:rPr>
        <w:t>contrairement à toutes les lois de la guerre</w:t>
      </w:r>
      <w:r>
        <w:rPr>
          <w:rFonts w:cs="Georgia"/>
          <w:bCs/>
          <w:kern w:val="1"/>
        </w:rPr>
        <w:t xml:space="preserve">, </w:t>
      </w:r>
      <w:r w:rsidR="00BE611A">
        <w:rPr>
          <w:rFonts w:cs="Georgia"/>
          <w:bCs/>
          <w:kern w:val="1"/>
        </w:rPr>
        <w:t>des prisonniers de chez nous sous un climat épouvantable</w:t>
      </w:r>
      <w:r>
        <w:rPr>
          <w:rFonts w:cs="Georgia"/>
          <w:bCs/>
          <w:kern w:val="1"/>
        </w:rPr>
        <w:t xml:space="preserve">, </w:t>
      </w:r>
      <w:r w:rsidR="00BE611A">
        <w:rPr>
          <w:rFonts w:cs="Georgia"/>
          <w:bCs/>
          <w:kern w:val="1"/>
        </w:rPr>
        <w:t>au Maroc</w:t>
      </w:r>
      <w:r>
        <w:rPr>
          <w:rFonts w:cs="Georgia"/>
          <w:bCs/>
          <w:kern w:val="1"/>
        </w:rPr>
        <w:t xml:space="preserve"> ?… </w:t>
      </w:r>
      <w:r w:rsidR="00BE611A">
        <w:rPr>
          <w:rFonts w:cs="Georgia"/>
          <w:bCs/>
          <w:kern w:val="1"/>
        </w:rPr>
        <w:t>Allons</w:t>
      </w:r>
      <w:r>
        <w:rPr>
          <w:rFonts w:cs="Georgia"/>
          <w:bCs/>
          <w:kern w:val="1"/>
        </w:rPr>
        <w:t xml:space="preserve">, </w:t>
      </w:r>
      <w:r w:rsidR="00BE611A">
        <w:rPr>
          <w:rFonts w:cs="Georgia"/>
          <w:bCs/>
          <w:kern w:val="1"/>
        </w:rPr>
        <w:t>à ce soir</w:t>
      </w:r>
      <w:r>
        <w:rPr>
          <w:rFonts w:cs="Georgia"/>
          <w:bCs/>
          <w:kern w:val="1"/>
        </w:rPr>
        <w:t xml:space="preserve">. </w:t>
      </w:r>
      <w:r w:rsidR="00BE611A">
        <w:rPr>
          <w:rFonts w:cs="Georgia"/>
          <w:bCs/>
          <w:kern w:val="1"/>
        </w:rPr>
        <w:t>Je ne manquerai pas de venir vous dire au revoir à la gare</w:t>
      </w:r>
      <w:r>
        <w:rPr>
          <w:rFonts w:cs="Georgia"/>
          <w:bCs/>
          <w:kern w:val="1"/>
        </w:rPr>
        <w:t>.</w:t>
      </w:r>
    </w:p>
    <w:p w14:paraId="6262700E" w14:textId="77777777" w:rsidR="000E1451" w:rsidRDefault="000E1451" w:rsidP="00BE611A">
      <w:pPr>
        <w:rPr>
          <w:rFonts w:cs="Georgia"/>
          <w:bCs/>
          <w:kern w:val="1"/>
        </w:rPr>
      </w:pPr>
      <w:r>
        <w:rPr>
          <w:rFonts w:cs="Georgia"/>
          <w:bCs/>
          <w:kern w:val="1"/>
        </w:rPr>
        <w:t>— </w:t>
      </w:r>
      <w:r w:rsidR="00BE611A">
        <w:rPr>
          <w:rFonts w:cs="Georgia"/>
          <w:bCs/>
          <w:kern w:val="1"/>
        </w:rPr>
        <w:t>Tartufe</w:t>
      </w:r>
      <w:r>
        <w:rPr>
          <w:rFonts w:cs="Georgia"/>
          <w:bCs/>
          <w:kern w:val="1"/>
        </w:rPr>
        <w:t xml:space="preserve"> ! </w:t>
      </w:r>
      <w:r w:rsidR="00BE611A">
        <w:rPr>
          <w:rFonts w:cs="Georgia"/>
          <w:bCs/>
          <w:kern w:val="1"/>
        </w:rPr>
        <w:t>grommela Bergez</w:t>
      </w:r>
      <w:r>
        <w:rPr>
          <w:rFonts w:cs="Georgia"/>
          <w:bCs/>
          <w:kern w:val="1"/>
        </w:rPr>
        <w:t xml:space="preserve">, </w:t>
      </w:r>
      <w:r w:rsidR="00BE611A">
        <w:rPr>
          <w:rFonts w:cs="Georgia"/>
          <w:bCs/>
          <w:kern w:val="1"/>
        </w:rPr>
        <w:t>tandis que l</w:t>
      </w:r>
      <w:r>
        <w:rPr>
          <w:rFonts w:cs="Georgia"/>
          <w:bCs/>
          <w:kern w:val="1"/>
        </w:rPr>
        <w:t>’</w:t>
      </w:r>
      <w:r w:rsidR="00BE611A">
        <w:rPr>
          <w:rFonts w:cs="Georgia"/>
          <w:bCs/>
          <w:kern w:val="1"/>
        </w:rPr>
        <w:t>autre s</w:t>
      </w:r>
      <w:r>
        <w:rPr>
          <w:rFonts w:cs="Georgia"/>
          <w:bCs/>
          <w:kern w:val="1"/>
        </w:rPr>
        <w:t>’</w:t>
      </w:r>
      <w:r w:rsidR="00BE611A">
        <w:rPr>
          <w:rFonts w:cs="Georgia"/>
          <w:bCs/>
          <w:kern w:val="1"/>
        </w:rPr>
        <w:t>éloignait clopin-clopant</w:t>
      </w:r>
      <w:r>
        <w:rPr>
          <w:rFonts w:cs="Georgia"/>
          <w:bCs/>
          <w:kern w:val="1"/>
        </w:rPr>
        <w:t xml:space="preserve">. </w:t>
      </w:r>
      <w:r w:rsidR="00BE611A">
        <w:rPr>
          <w:rFonts w:cs="Georgia"/>
          <w:bCs/>
          <w:kern w:val="1"/>
        </w:rPr>
        <w:t>Ils me font bien rire</w:t>
      </w:r>
      <w:r>
        <w:rPr>
          <w:rFonts w:cs="Georgia"/>
          <w:bCs/>
          <w:kern w:val="1"/>
        </w:rPr>
        <w:t xml:space="preserve">, </w:t>
      </w:r>
      <w:r w:rsidR="00BE611A">
        <w:rPr>
          <w:rFonts w:cs="Georgia"/>
          <w:bCs/>
          <w:kern w:val="1"/>
        </w:rPr>
        <w:t>avec leur Maroc</w:t>
      </w:r>
      <w:r>
        <w:rPr>
          <w:rFonts w:cs="Georgia"/>
          <w:bCs/>
          <w:kern w:val="1"/>
        </w:rPr>
        <w:t xml:space="preserve">. </w:t>
      </w:r>
      <w:r w:rsidR="00BE611A">
        <w:rPr>
          <w:rFonts w:cs="Georgia"/>
          <w:bCs/>
          <w:kern w:val="1"/>
        </w:rPr>
        <w:t>Ces trucs-là</w:t>
      </w:r>
      <w:r>
        <w:rPr>
          <w:rFonts w:cs="Georgia"/>
          <w:bCs/>
          <w:kern w:val="1"/>
        </w:rPr>
        <w:t xml:space="preserve">, </w:t>
      </w:r>
      <w:r w:rsidR="00BE611A">
        <w:rPr>
          <w:rFonts w:cs="Georgia"/>
          <w:bCs/>
          <w:kern w:val="1"/>
        </w:rPr>
        <w:t>ça pouvait prendre encore la première année de la guerre</w:t>
      </w:r>
      <w:r>
        <w:rPr>
          <w:rFonts w:cs="Georgia"/>
          <w:bCs/>
          <w:kern w:val="1"/>
        </w:rPr>
        <w:t xml:space="preserve">. </w:t>
      </w:r>
      <w:r w:rsidR="00BE611A">
        <w:rPr>
          <w:rFonts w:cs="Georgia"/>
          <w:bCs/>
          <w:kern w:val="1"/>
        </w:rPr>
        <w:t>Mais en décembre 1917</w:t>
      </w:r>
      <w:r>
        <w:rPr>
          <w:rFonts w:cs="Georgia"/>
          <w:bCs/>
          <w:kern w:val="1"/>
        </w:rPr>
        <w:t xml:space="preserve"> ! </w:t>
      </w:r>
      <w:r w:rsidR="00BE611A">
        <w:rPr>
          <w:rFonts w:cs="Georgia"/>
          <w:bCs/>
          <w:kern w:val="1"/>
        </w:rPr>
        <w:t>Pourquoi n</w:t>
      </w:r>
      <w:r>
        <w:rPr>
          <w:rFonts w:cs="Georgia"/>
          <w:bCs/>
          <w:kern w:val="1"/>
        </w:rPr>
        <w:t>’</w:t>
      </w:r>
      <w:r w:rsidR="00BE611A">
        <w:rPr>
          <w:rFonts w:cs="Georgia"/>
          <w:bCs/>
          <w:kern w:val="1"/>
        </w:rPr>
        <w:t>avouent-ils pas tout simplement qu</w:t>
      </w:r>
      <w:r>
        <w:rPr>
          <w:rFonts w:cs="Georgia"/>
          <w:bCs/>
          <w:kern w:val="1"/>
        </w:rPr>
        <w:t>’</w:t>
      </w:r>
      <w:r w:rsidR="00BE611A">
        <w:rPr>
          <w:rFonts w:cs="Georgia"/>
          <w:bCs/>
          <w:kern w:val="1"/>
        </w:rPr>
        <w:t>ils n</w:t>
      </w:r>
      <w:r>
        <w:rPr>
          <w:rFonts w:cs="Georgia"/>
          <w:bCs/>
          <w:kern w:val="1"/>
        </w:rPr>
        <w:t>’</w:t>
      </w:r>
      <w:r w:rsidR="00BE611A">
        <w:rPr>
          <w:rFonts w:cs="Georgia"/>
          <w:bCs/>
          <w:kern w:val="1"/>
        </w:rPr>
        <w:t>ont plus assez de main-d</w:t>
      </w:r>
      <w:r>
        <w:rPr>
          <w:rFonts w:cs="Georgia"/>
          <w:bCs/>
          <w:kern w:val="1"/>
        </w:rPr>
        <w:t>’</w:t>
      </w:r>
      <w:r w:rsidR="00BE611A">
        <w:rPr>
          <w:rFonts w:cs="Georgia"/>
          <w:bCs/>
          <w:kern w:val="1"/>
        </w:rPr>
        <w:t>œuvre dans leurs cochonneries de provinces du Nord</w:t>
      </w:r>
      <w:r>
        <w:rPr>
          <w:rFonts w:cs="Georgia"/>
          <w:bCs/>
          <w:kern w:val="1"/>
        </w:rPr>
        <w:t xml:space="preserve"> ? </w:t>
      </w:r>
      <w:r w:rsidR="00BE611A">
        <w:rPr>
          <w:rFonts w:cs="Georgia"/>
          <w:bCs/>
          <w:kern w:val="1"/>
        </w:rPr>
        <w:t>Le Maroc</w:t>
      </w:r>
      <w:r>
        <w:rPr>
          <w:rFonts w:cs="Georgia"/>
          <w:bCs/>
          <w:kern w:val="1"/>
        </w:rPr>
        <w:t xml:space="preserve">, </w:t>
      </w:r>
      <w:r w:rsidR="00BE611A">
        <w:rPr>
          <w:rFonts w:cs="Georgia"/>
          <w:bCs/>
          <w:kern w:val="1"/>
        </w:rPr>
        <w:t>un sale climat</w:t>
      </w:r>
      <w:r>
        <w:rPr>
          <w:rFonts w:cs="Georgia"/>
          <w:bCs/>
          <w:kern w:val="1"/>
        </w:rPr>
        <w:t xml:space="preserve"> ! </w:t>
      </w:r>
      <w:r w:rsidR="00BE611A">
        <w:rPr>
          <w:rFonts w:cs="Georgia"/>
          <w:bCs/>
          <w:kern w:val="1"/>
        </w:rPr>
        <w:t>Ils n</w:t>
      </w:r>
      <w:r>
        <w:rPr>
          <w:rFonts w:cs="Georgia"/>
          <w:bCs/>
          <w:kern w:val="1"/>
        </w:rPr>
        <w:t>’</w:t>
      </w:r>
      <w:r w:rsidR="00BE611A">
        <w:rPr>
          <w:rFonts w:cs="Georgia"/>
          <w:bCs/>
          <w:kern w:val="1"/>
        </w:rPr>
        <w:t>ont qu</w:t>
      </w:r>
      <w:r>
        <w:rPr>
          <w:rFonts w:cs="Georgia"/>
          <w:bCs/>
          <w:kern w:val="1"/>
        </w:rPr>
        <w:t>’</w:t>
      </w:r>
      <w:r w:rsidR="00BE611A">
        <w:rPr>
          <w:rFonts w:cs="Georgia"/>
          <w:bCs/>
          <w:kern w:val="1"/>
        </w:rPr>
        <w:t>à m</w:t>
      </w:r>
      <w:r>
        <w:rPr>
          <w:rFonts w:cs="Georgia"/>
          <w:bCs/>
          <w:kern w:val="1"/>
        </w:rPr>
        <w:t>’</w:t>
      </w:r>
      <w:r w:rsidR="00BE611A">
        <w:rPr>
          <w:rFonts w:cs="Georgia"/>
          <w:bCs/>
          <w:kern w:val="1"/>
        </w:rPr>
        <w:t>envoyer au Cameroun</w:t>
      </w:r>
      <w:r>
        <w:rPr>
          <w:rFonts w:cs="Georgia"/>
          <w:bCs/>
          <w:kern w:val="1"/>
        </w:rPr>
        <w:t xml:space="preserve">, </w:t>
      </w:r>
      <w:r w:rsidR="00BE611A">
        <w:rPr>
          <w:rFonts w:cs="Georgia"/>
          <w:bCs/>
          <w:kern w:val="1"/>
        </w:rPr>
        <w:t>moi</w:t>
      </w:r>
      <w:r>
        <w:rPr>
          <w:rFonts w:cs="Georgia"/>
          <w:bCs/>
          <w:kern w:val="1"/>
        </w:rPr>
        <w:t xml:space="preserve">. </w:t>
      </w:r>
      <w:r w:rsidR="00BE611A">
        <w:rPr>
          <w:rFonts w:cs="Georgia"/>
          <w:bCs/>
          <w:kern w:val="1"/>
        </w:rPr>
        <w:t>Je paie le voyage</w:t>
      </w:r>
      <w:r>
        <w:rPr>
          <w:rFonts w:cs="Georgia"/>
          <w:bCs/>
          <w:kern w:val="1"/>
        </w:rPr>
        <w:t xml:space="preserve">. </w:t>
      </w:r>
      <w:r w:rsidR="00BE611A">
        <w:rPr>
          <w:rFonts w:cs="Georgia"/>
          <w:bCs/>
          <w:kern w:val="1"/>
        </w:rPr>
        <w:t>Avec ça</w:t>
      </w:r>
      <w:r>
        <w:rPr>
          <w:rFonts w:cs="Georgia"/>
          <w:bCs/>
          <w:kern w:val="1"/>
        </w:rPr>
        <w:t xml:space="preserve">, </w:t>
      </w:r>
      <w:r w:rsidR="00BE611A">
        <w:rPr>
          <w:rFonts w:cs="Georgia"/>
          <w:bCs/>
          <w:kern w:val="1"/>
        </w:rPr>
        <w:t>tu l</w:t>
      </w:r>
      <w:r>
        <w:rPr>
          <w:rFonts w:cs="Georgia"/>
          <w:bCs/>
          <w:kern w:val="1"/>
        </w:rPr>
        <w:t>’</w:t>
      </w:r>
      <w:r w:rsidR="00BE611A">
        <w:rPr>
          <w:rFonts w:cs="Georgia"/>
          <w:bCs/>
          <w:kern w:val="1"/>
        </w:rPr>
        <w:t>as entendu</w:t>
      </w:r>
      <w:r>
        <w:rPr>
          <w:rFonts w:cs="Georgia"/>
          <w:bCs/>
          <w:kern w:val="1"/>
        </w:rPr>
        <w:t xml:space="preserve">, </w:t>
      </w:r>
      <w:r w:rsidR="00BE611A">
        <w:rPr>
          <w:rFonts w:cs="Georgia"/>
          <w:bCs/>
          <w:kern w:val="1"/>
        </w:rPr>
        <w:lastRenderedPageBreak/>
        <w:t>on part ce soir</w:t>
      </w:r>
      <w:r>
        <w:rPr>
          <w:rFonts w:cs="Georgia"/>
          <w:bCs/>
          <w:kern w:val="1"/>
        </w:rPr>
        <w:t xml:space="preserve">. </w:t>
      </w:r>
      <w:r w:rsidR="00BE611A">
        <w:rPr>
          <w:rFonts w:cs="Georgia"/>
          <w:bCs/>
          <w:kern w:val="1"/>
        </w:rPr>
        <w:t>C</w:t>
      </w:r>
      <w:r>
        <w:rPr>
          <w:rFonts w:cs="Georgia"/>
          <w:bCs/>
          <w:kern w:val="1"/>
        </w:rPr>
        <w:t>’</w:t>
      </w:r>
      <w:r w:rsidR="00BE611A">
        <w:rPr>
          <w:rFonts w:cs="Georgia"/>
          <w:bCs/>
          <w:kern w:val="1"/>
        </w:rPr>
        <w:t>est bien ce que j</w:t>
      </w:r>
      <w:r>
        <w:rPr>
          <w:rFonts w:cs="Georgia"/>
          <w:bCs/>
          <w:kern w:val="1"/>
        </w:rPr>
        <w:t>’</w:t>
      </w:r>
      <w:r w:rsidR="00BE611A">
        <w:rPr>
          <w:rFonts w:cs="Georgia"/>
          <w:bCs/>
          <w:kern w:val="1"/>
        </w:rPr>
        <w:t>avais prévu</w:t>
      </w:r>
      <w:r>
        <w:rPr>
          <w:rFonts w:cs="Georgia"/>
          <w:bCs/>
          <w:kern w:val="1"/>
        </w:rPr>
        <w:t xml:space="preserve">. </w:t>
      </w:r>
      <w:r w:rsidR="00BE611A">
        <w:rPr>
          <w:rFonts w:cs="Georgia"/>
          <w:bCs/>
          <w:kern w:val="1"/>
        </w:rPr>
        <w:t>Nous n</w:t>
      </w:r>
      <w:r>
        <w:rPr>
          <w:rFonts w:cs="Georgia"/>
          <w:bCs/>
          <w:kern w:val="1"/>
        </w:rPr>
        <w:t>’</w:t>
      </w:r>
      <w:r w:rsidR="00BE611A">
        <w:rPr>
          <w:rFonts w:cs="Georgia"/>
          <w:bCs/>
          <w:kern w:val="1"/>
        </w:rPr>
        <w:t>avons pas de temps à perdre</w:t>
      </w:r>
      <w:r>
        <w:rPr>
          <w:rFonts w:cs="Georgia"/>
          <w:bCs/>
          <w:kern w:val="1"/>
        </w:rPr>
        <w:t xml:space="preserve">. </w:t>
      </w:r>
      <w:r w:rsidR="00BE611A">
        <w:rPr>
          <w:rFonts w:cs="Georgia"/>
          <w:bCs/>
          <w:kern w:val="1"/>
        </w:rPr>
        <w:t xml:space="preserve">La première des choses </w:t>
      </w:r>
      <w:r w:rsidR="00BE611A">
        <w:rPr>
          <w:rFonts w:cs="Georgia"/>
          <w:kern w:val="1"/>
        </w:rPr>
        <w:t xml:space="preserve">à </w:t>
      </w:r>
      <w:r w:rsidR="00BE611A">
        <w:rPr>
          <w:rFonts w:cs="Georgia"/>
          <w:bCs/>
          <w:kern w:val="1"/>
        </w:rPr>
        <w:t>faire</w:t>
      </w:r>
      <w:r>
        <w:rPr>
          <w:rFonts w:cs="Georgia"/>
          <w:bCs/>
          <w:kern w:val="1"/>
        </w:rPr>
        <w:t xml:space="preserve">, </w:t>
      </w:r>
      <w:r w:rsidR="00BE611A">
        <w:rPr>
          <w:rFonts w:cs="Georgia"/>
          <w:bCs/>
          <w:kern w:val="1"/>
        </w:rPr>
        <w:t>c</w:t>
      </w:r>
      <w:r>
        <w:rPr>
          <w:rFonts w:cs="Georgia"/>
          <w:bCs/>
          <w:kern w:val="1"/>
        </w:rPr>
        <w:t>’</w:t>
      </w:r>
      <w:r w:rsidR="00BE611A">
        <w:rPr>
          <w:rFonts w:cs="Georgia"/>
          <w:bCs/>
          <w:kern w:val="1"/>
        </w:rPr>
        <w:t>est d</w:t>
      </w:r>
      <w:r>
        <w:rPr>
          <w:rFonts w:cs="Georgia"/>
          <w:bCs/>
          <w:kern w:val="1"/>
        </w:rPr>
        <w:t>’</w:t>
      </w:r>
      <w:r w:rsidR="00BE611A">
        <w:rPr>
          <w:rFonts w:cs="Georgia"/>
          <w:bCs/>
          <w:kern w:val="1"/>
        </w:rPr>
        <w:t>écrire à nos vieux qu</w:t>
      </w:r>
      <w:r>
        <w:rPr>
          <w:rFonts w:cs="Georgia"/>
          <w:bCs/>
          <w:kern w:val="1"/>
        </w:rPr>
        <w:t>’</w:t>
      </w:r>
      <w:r w:rsidR="00BE611A">
        <w:rPr>
          <w:rFonts w:cs="Georgia"/>
          <w:bCs/>
          <w:kern w:val="1"/>
        </w:rPr>
        <w:t>ils arrêtent l</w:t>
      </w:r>
      <w:r>
        <w:rPr>
          <w:rFonts w:cs="Georgia"/>
          <w:bCs/>
          <w:kern w:val="1"/>
        </w:rPr>
        <w:t>’</w:t>
      </w:r>
      <w:r w:rsidR="00BE611A">
        <w:rPr>
          <w:rFonts w:cs="Georgia"/>
          <w:bCs/>
          <w:kern w:val="1"/>
        </w:rPr>
        <w:t>envoi des colis jusqu</w:t>
      </w:r>
      <w:r>
        <w:rPr>
          <w:rFonts w:cs="Georgia"/>
          <w:bCs/>
          <w:kern w:val="1"/>
        </w:rPr>
        <w:t>’</w:t>
      </w:r>
      <w:r w:rsidR="00BE611A">
        <w:rPr>
          <w:rFonts w:cs="Georgia"/>
          <w:bCs/>
          <w:kern w:val="1"/>
        </w:rPr>
        <w:t>à ce qu</w:t>
      </w:r>
      <w:r>
        <w:rPr>
          <w:rFonts w:cs="Georgia"/>
          <w:bCs/>
          <w:kern w:val="1"/>
        </w:rPr>
        <w:t>’</w:t>
      </w:r>
      <w:r w:rsidR="00BE611A">
        <w:rPr>
          <w:rFonts w:cs="Georgia"/>
          <w:bCs/>
          <w:kern w:val="1"/>
        </w:rPr>
        <w:t>ils aient notre nouvelle adresse</w:t>
      </w:r>
      <w:r>
        <w:rPr>
          <w:rFonts w:cs="Georgia"/>
          <w:bCs/>
          <w:kern w:val="1"/>
        </w:rPr>
        <w:t xml:space="preserve">. </w:t>
      </w:r>
      <w:r w:rsidR="00BE611A">
        <w:rPr>
          <w:rFonts w:cs="Georgia"/>
          <w:bCs/>
          <w:kern w:val="1"/>
        </w:rPr>
        <w:t>Car là-haut</w:t>
      </w:r>
      <w:r>
        <w:rPr>
          <w:rFonts w:cs="Georgia"/>
          <w:bCs/>
          <w:kern w:val="1"/>
        </w:rPr>
        <w:t xml:space="preserve">, </w:t>
      </w:r>
      <w:r w:rsidR="00BE611A">
        <w:rPr>
          <w:rFonts w:cs="Georgia"/>
          <w:bCs/>
          <w:kern w:val="1"/>
        </w:rPr>
        <w:t>tu sais</w:t>
      </w:r>
      <w:r>
        <w:rPr>
          <w:rFonts w:cs="Georgia"/>
          <w:bCs/>
          <w:kern w:val="1"/>
        </w:rPr>
        <w:t xml:space="preserve">, </w:t>
      </w:r>
      <w:r w:rsidR="00BE611A">
        <w:rPr>
          <w:rFonts w:cs="Georgia"/>
          <w:bCs/>
          <w:kern w:val="1"/>
        </w:rPr>
        <w:t>on en aura besoin</w:t>
      </w:r>
      <w:r>
        <w:rPr>
          <w:rFonts w:cs="Georgia"/>
          <w:bCs/>
          <w:kern w:val="1"/>
        </w:rPr>
        <w:t xml:space="preserve">, </w:t>
      </w:r>
      <w:r w:rsidR="00BE611A">
        <w:rPr>
          <w:rFonts w:cs="Georgia"/>
          <w:bCs/>
          <w:kern w:val="1"/>
        </w:rPr>
        <w:t>des colis</w:t>
      </w:r>
      <w:r>
        <w:rPr>
          <w:rFonts w:cs="Georgia"/>
          <w:bCs/>
          <w:kern w:val="1"/>
        </w:rPr>
        <w:t xml:space="preserve">. </w:t>
      </w:r>
      <w:r w:rsidR="00BE611A">
        <w:rPr>
          <w:rFonts w:cs="Georgia"/>
          <w:bCs/>
          <w:kern w:val="1"/>
        </w:rPr>
        <w:t>Je ne te dis que ça</w:t>
      </w:r>
      <w:r>
        <w:rPr>
          <w:rFonts w:cs="Georgia"/>
          <w:bCs/>
          <w:kern w:val="1"/>
        </w:rPr>
        <w:t> !</w:t>
      </w:r>
    </w:p>
    <w:p w14:paraId="7571A206" w14:textId="77777777" w:rsidR="00BE611A" w:rsidRDefault="00BE611A" w:rsidP="00BE611A">
      <w:pPr>
        <w:rPr>
          <w:rFonts w:cs="Georgia"/>
          <w:kern w:val="1"/>
        </w:rPr>
      </w:pPr>
    </w:p>
    <w:p w14:paraId="2361B153" w14:textId="77777777" w:rsidR="000E1451" w:rsidRDefault="00BE611A" w:rsidP="00BE611A">
      <w:pPr>
        <w:rPr>
          <w:rFonts w:cs="Georgia"/>
          <w:bCs/>
          <w:kern w:val="1"/>
        </w:rPr>
      </w:pPr>
      <w:r>
        <w:rPr>
          <w:rFonts w:cs="Georgia"/>
          <w:bCs/>
          <w:kern w:val="1"/>
        </w:rPr>
        <w:t>Le soir</w:t>
      </w:r>
      <w:r w:rsidR="000E1451">
        <w:rPr>
          <w:rFonts w:cs="Georgia"/>
          <w:bCs/>
          <w:kern w:val="1"/>
        </w:rPr>
        <w:t xml:space="preserve">, </w:t>
      </w:r>
      <w:r>
        <w:rPr>
          <w:rFonts w:cs="Georgia"/>
          <w:bCs/>
          <w:kern w:val="1"/>
        </w:rPr>
        <w:t>à la gare</w:t>
      </w:r>
      <w:r w:rsidR="000E1451">
        <w:rPr>
          <w:rFonts w:cs="Georgia"/>
          <w:bCs/>
          <w:kern w:val="1"/>
        </w:rPr>
        <w:t xml:space="preserve">, </w:t>
      </w:r>
      <w:r>
        <w:rPr>
          <w:rFonts w:cs="Georgia"/>
          <w:bCs/>
          <w:kern w:val="1"/>
        </w:rPr>
        <w:t>une surprise agréable nous attendait</w:t>
      </w:r>
      <w:r w:rsidR="000E1451">
        <w:rPr>
          <w:rFonts w:cs="Georgia"/>
          <w:bCs/>
          <w:kern w:val="1"/>
        </w:rPr>
        <w:t xml:space="preserve">. </w:t>
      </w:r>
      <w:r>
        <w:rPr>
          <w:rFonts w:cs="Georgia"/>
          <w:bCs/>
          <w:kern w:val="1"/>
        </w:rPr>
        <w:t>À la suite d</w:t>
      </w:r>
      <w:r w:rsidR="000E1451">
        <w:rPr>
          <w:rFonts w:cs="Georgia"/>
          <w:bCs/>
          <w:kern w:val="1"/>
        </w:rPr>
        <w:t>’</w:t>
      </w:r>
      <w:r>
        <w:rPr>
          <w:rFonts w:cs="Georgia"/>
          <w:bCs/>
          <w:kern w:val="1"/>
        </w:rPr>
        <w:t>une dépêche qu</w:t>
      </w:r>
      <w:r w:rsidR="000E1451">
        <w:rPr>
          <w:rFonts w:cs="Georgia"/>
          <w:bCs/>
          <w:kern w:val="1"/>
        </w:rPr>
        <w:t>’</w:t>
      </w:r>
      <w:r>
        <w:rPr>
          <w:rFonts w:cs="Georgia"/>
          <w:bCs/>
          <w:kern w:val="1"/>
        </w:rPr>
        <w:t>il avait reçue dans l</w:t>
      </w:r>
      <w:r w:rsidR="000E1451">
        <w:rPr>
          <w:rFonts w:cs="Georgia"/>
          <w:bCs/>
          <w:kern w:val="1"/>
        </w:rPr>
        <w:t>’</w:t>
      </w:r>
      <w:r>
        <w:rPr>
          <w:rFonts w:cs="Georgia"/>
          <w:bCs/>
          <w:kern w:val="1"/>
        </w:rPr>
        <w:t>après-midi du service des étapes</w:t>
      </w:r>
      <w:r w:rsidR="000E1451">
        <w:rPr>
          <w:rFonts w:cs="Georgia"/>
          <w:bCs/>
          <w:kern w:val="1"/>
        </w:rPr>
        <w:t xml:space="preserve">, </w:t>
      </w:r>
      <w:r>
        <w:rPr>
          <w:rFonts w:cs="Georgia"/>
          <w:bCs/>
          <w:kern w:val="1"/>
        </w:rPr>
        <w:t xml:space="preserve">le lieutenant-colonel commandant le dépôt du </w:t>
      </w:r>
      <w:r w:rsidR="000E1451">
        <w:rPr>
          <w:rFonts w:cs="Georgia"/>
          <w:bCs/>
          <w:kern w:val="1"/>
        </w:rPr>
        <w:t>6</w:t>
      </w:r>
      <w:r w:rsidR="000E1451" w:rsidRPr="000E1451">
        <w:rPr>
          <w:rFonts w:cs="Georgia"/>
          <w:bCs/>
          <w:kern w:val="1"/>
          <w:vertAlign w:val="superscript"/>
        </w:rPr>
        <w:t>e</w:t>
      </w:r>
      <w:r w:rsidR="000E1451">
        <w:rPr>
          <w:rFonts w:cs="Georgia"/>
          <w:bCs/>
          <w:kern w:val="1"/>
        </w:rPr>
        <w:t xml:space="preserve"> </w:t>
      </w:r>
      <w:r>
        <w:rPr>
          <w:rFonts w:cs="Georgia"/>
          <w:bCs/>
          <w:kern w:val="1"/>
        </w:rPr>
        <w:t>régiment de chasseurs à cheval avait dû expédier d</w:t>
      </w:r>
      <w:r w:rsidR="000E1451">
        <w:rPr>
          <w:rFonts w:cs="Georgia"/>
          <w:bCs/>
          <w:kern w:val="1"/>
        </w:rPr>
        <w:t>’</w:t>
      </w:r>
      <w:r>
        <w:rPr>
          <w:rFonts w:cs="Georgia"/>
          <w:bCs/>
          <w:kern w:val="1"/>
        </w:rPr>
        <w:t>urgence d</w:t>
      </w:r>
      <w:r w:rsidR="000E1451">
        <w:rPr>
          <w:rFonts w:cs="Georgia"/>
          <w:bCs/>
          <w:kern w:val="1"/>
        </w:rPr>
        <w:t>’</w:t>
      </w:r>
      <w:r>
        <w:rPr>
          <w:rFonts w:cs="Georgia"/>
          <w:bCs/>
          <w:kern w:val="1"/>
        </w:rPr>
        <w:t>Erfurt un certain nombre de chevaux</w:t>
      </w:r>
      <w:r w:rsidR="000E1451">
        <w:rPr>
          <w:rFonts w:cs="Georgia"/>
          <w:bCs/>
          <w:kern w:val="1"/>
        </w:rPr>
        <w:t xml:space="preserve">. </w:t>
      </w:r>
      <w:r>
        <w:rPr>
          <w:rFonts w:cs="Georgia"/>
          <w:bCs/>
          <w:kern w:val="1"/>
        </w:rPr>
        <w:t>Il avait réquisitionné immédiatement les fourgons dans lesquels on comptait nous empiler</w:t>
      </w:r>
      <w:r w:rsidR="000E1451">
        <w:rPr>
          <w:rFonts w:cs="Georgia"/>
          <w:bCs/>
          <w:kern w:val="1"/>
        </w:rPr>
        <w:t xml:space="preserve">. </w:t>
      </w:r>
      <w:r>
        <w:rPr>
          <w:rFonts w:cs="Georgia"/>
          <w:bCs/>
          <w:kern w:val="1"/>
        </w:rPr>
        <w:t>Le major Ecker avait eu beau protester</w:t>
      </w:r>
      <w:r w:rsidR="000E1451">
        <w:rPr>
          <w:rFonts w:cs="Georgia"/>
          <w:bCs/>
          <w:kern w:val="1"/>
        </w:rPr>
        <w:t xml:space="preserve">, </w:t>
      </w:r>
      <w:r>
        <w:rPr>
          <w:rFonts w:cs="Georgia"/>
          <w:bCs/>
          <w:kern w:val="1"/>
        </w:rPr>
        <w:t>rappeler que les règlements s</w:t>
      </w:r>
      <w:r w:rsidR="000E1451">
        <w:rPr>
          <w:rFonts w:cs="Georgia"/>
          <w:bCs/>
          <w:kern w:val="1"/>
        </w:rPr>
        <w:t>’</w:t>
      </w:r>
      <w:r>
        <w:rPr>
          <w:rFonts w:cs="Georgia"/>
          <w:bCs/>
          <w:kern w:val="1"/>
        </w:rPr>
        <w:t>opposaient au transport des prisonniers de guerre dans les wagons réservés aux voyageurs</w:t>
      </w:r>
      <w:r w:rsidR="000E1451">
        <w:rPr>
          <w:rFonts w:cs="Georgia"/>
          <w:bCs/>
          <w:kern w:val="1"/>
        </w:rPr>
        <w:t xml:space="preserve">, </w:t>
      </w:r>
      <w:r>
        <w:rPr>
          <w:rFonts w:cs="Georgia"/>
          <w:bCs/>
          <w:kern w:val="1"/>
        </w:rPr>
        <w:t>rien n</w:t>
      </w:r>
      <w:r w:rsidR="000E1451">
        <w:rPr>
          <w:rFonts w:cs="Georgia"/>
          <w:bCs/>
          <w:kern w:val="1"/>
        </w:rPr>
        <w:t>’</w:t>
      </w:r>
      <w:r>
        <w:rPr>
          <w:rFonts w:cs="Georgia"/>
          <w:bCs/>
          <w:kern w:val="1"/>
        </w:rPr>
        <w:t>y avait fait</w:t>
      </w:r>
      <w:r w:rsidR="000E1451">
        <w:rPr>
          <w:rFonts w:cs="Georgia"/>
          <w:bCs/>
          <w:kern w:val="1"/>
        </w:rPr>
        <w:t xml:space="preserve">. </w:t>
      </w:r>
      <w:r>
        <w:rPr>
          <w:rFonts w:cs="Georgia"/>
          <w:bCs/>
          <w:kern w:val="1"/>
        </w:rPr>
        <w:t>Bref</w:t>
      </w:r>
      <w:r w:rsidR="000E1451">
        <w:rPr>
          <w:rFonts w:cs="Georgia"/>
          <w:bCs/>
          <w:kern w:val="1"/>
        </w:rPr>
        <w:t xml:space="preserve">, </w:t>
      </w:r>
      <w:r>
        <w:rPr>
          <w:rFonts w:cs="Georgia"/>
          <w:bCs/>
          <w:kern w:val="1"/>
        </w:rPr>
        <w:t>le moment du départ</w:t>
      </w:r>
      <w:r w:rsidR="00612E8B">
        <w:rPr>
          <w:rFonts w:cs="Georgia"/>
          <w:bCs/>
          <w:kern w:val="1"/>
        </w:rPr>
        <w:t xml:space="preserve"> </w:t>
      </w:r>
      <w:r>
        <w:rPr>
          <w:rFonts w:cs="Georgia"/>
          <w:bCs/>
          <w:kern w:val="1"/>
        </w:rPr>
        <w:t>venu</w:t>
      </w:r>
      <w:r w:rsidR="000E1451">
        <w:rPr>
          <w:rFonts w:cs="Georgia"/>
          <w:bCs/>
          <w:kern w:val="1"/>
        </w:rPr>
        <w:t xml:space="preserve">, </w:t>
      </w:r>
      <w:r>
        <w:rPr>
          <w:rFonts w:cs="Georgia"/>
          <w:bCs/>
          <w:kern w:val="1"/>
        </w:rPr>
        <w:t>ce fut dans de confortables compartiments de quatrième classe que nous prîmes place</w:t>
      </w:r>
      <w:r w:rsidR="000E1451">
        <w:rPr>
          <w:rFonts w:cs="Georgia"/>
          <w:bCs/>
          <w:kern w:val="1"/>
        </w:rPr>
        <w:t xml:space="preserve">. </w:t>
      </w:r>
      <w:r>
        <w:rPr>
          <w:rFonts w:cs="Georgia"/>
          <w:bCs/>
          <w:kern w:val="1"/>
        </w:rPr>
        <w:t>Cette circonstance suffit à nous faire oublier momentanément notre sort</w:t>
      </w:r>
      <w:r w:rsidR="000E1451">
        <w:rPr>
          <w:rFonts w:cs="Georgia"/>
          <w:bCs/>
          <w:kern w:val="1"/>
        </w:rPr>
        <w:t xml:space="preserve">, </w:t>
      </w:r>
      <w:r>
        <w:rPr>
          <w:rFonts w:cs="Georgia"/>
          <w:bCs/>
          <w:kern w:val="1"/>
        </w:rPr>
        <w:t>ainsi que la tristesse où étaient la plupart d</w:t>
      </w:r>
      <w:r w:rsidR="000E1451">
        <w:rPr>
          <w:rFonts w:cs="Georgia"/>
          <w:bCs/>
          <w:kern w:val="1"/>
        </w:rPr>
        <w:t>’</w:t>
      </w:r>
      <w:r>
        <w:rPr>
          <w:rFonts w:cs="Georgia"/>
          <w:bCs/>
          <w:kern w:val="1"/>
        </w:rPr>
        <w:t>entre nous d</w:t>
      </w:r>
      <w:r w:rsidR="000E1451">
        <w:rPr>
          <w:rFonts w:cs="Georgia"/>
          <w:bCs/>
          <w:kern w:val="1"/>
        </w:rPr>
        <w:t>’</w:t>
      </w:r>
      <w:r>
        <w:rPr>
          <w:rFonts w:cs="Georgia"/>
          <w:bCs/>
          <w:kern w:val="1"/>
        </w:rPr>
        <w:t>avoir eu à quitter de bons amis</w:t>
      </w:r>
      <w:r w:rsidR="000E1451">
        <w:rPr>
          <w:rFonts w:cs="Georgia"/>
          <w:bCs/>
          <w:kern w:val="1"/>
        </w:rPr>
        <w:t>.</w:t>
      </w:r>
    </w:p>
    <w:p w14:paraId="75DC7B6A" w14:textId="77777777" w:rsidR="000E1451" w:rsidRDefault="00BE611A" w:rsidP="00BE611A">
      <w:pPr>
        <w:rPr>
          <w:rFonts w:cs="Georgia"/>
          <w:bCs/>
          <w:kern w:val="1"/>
        </w:rPr>
      </w:pPr>
      <w:r>
        <w:rPr>
          <w:rFonts w:cs="Georgia"/>
          <w:bCs/>
          <w:kern w:val="1"/>
        </w:rPr>
        <w:t>Je voulais monter avec Bergez</w:t>
      </w:r>
      <w:r w:rsidR="000E1451">
        <w:rPr>
          <w:rFonts w:cs="Georgia"/>
          <w:bCs/>
          <w:kern w:val="1"/>
        </w:rPr>
        <w:t xml:space="preserve">. </w:t>
      </w:r>
      <w:r>
        <w:rPr>
          <w:rFonts w:cs="Georgia"/>
          <w:bCs/>
          <w:kern w:val="1"/>
        </w:rPr>
        <w:t>J</w:t>
      </w:r>
      <w:r w:rsidR="000E1451">
        <w:rPr>
          <w:rFonts w:cs="Georgia"/>
          <w:bCs/>
          <w:kern w:val="1"/>
        </w:rPr>
        <w:t>’</w:t>
      </w:r>
      <w:r>
        <w:rPr>
          <w:rFonts w:cs="Georgia"/>
          <w:bCs/>
          <w:kern w:val="1"/>
        </w:rPr>
        <w:t>en fus empêché</w:t>
      </w:r>
      <w:r w:rsidR="000E1451">
        <w:rPr>
          <w:rFonts w:cs="Georgia"/>
          <w:bCs/>
          <w:kern w:val="1"/>
        </w:rPr>
        <w:t xml:space="preserve">. </w:t>
      </w:r>
      <w:r>
        <w:rPr>
          <w:rFonts w:cs="Georgia"/>
          <w:bCs/>
          <w:kern w:val="1"/>
        </w:rPr>
        <w:t>Nous étions l</w:t>
      </w:r>
      <w:r w:rsidR="000E1451">
        <w:rPr>
          <w:rFonts w:cs="Georgia"/>
          <w:bCs/>
          <w:kern w:val="1"/>
        </w:rPr>
        <w:t>’</w:t>
      </w:r>
      <w:r>
        <w:rPr>
          <w:rFonts w:cs="Georgia"/>
          <w:bCs/>
          <w:kern w:val="1"/>
        </w:rPr>
        <w:t>un et l</w:t>
      </w:r>
      <w:r w:rsidR="000E1451">
        <w:rPr>
          <w:rFonts w:cs="Georgia"/>
          <w:bCs/>
          <w:kern w:val="1"/>
        </w:rPr>
        <w:t>’</w:t>
      </w:r>
      <w:r>
        <w:rPr>
          <w:rFonts w:cs="Georgia"/>
          <w:bCs/>
          <w:kern w:val="1"/>
        </w:rPr>
        <w:t>autre sous-officiers</w:t>
      </w:r>
      <w:r w:rsidR="000E1451">
        <w:rPr>
          <w:rFonts w:cs="Georgia"/>
          <w:bCs/>
          <w:kern w:val="1"/>
        </w:rPr>
        <w:t xml:space="preserve">, </w:t>
      </w:r>
      <w:r>
        <w:rPr>
          <w:rFonts w:cs="Georgia"/>
          <w:bCs/>
          <w:kern w:val="1"/>
        </w:rPr>
        <w:t>et les autorités avaient décidé qu</w:t>
      </w:r>
      <w:r w:rsidR="000E1451">
        <w:rPr>
          <w:rFonts w:cs="Georgia"/>
          <w:bCs/>
          <w:kern w:val="1"/>
        </w:rPr>
        <w:t>’</w:t>
      </w:r>
      <w:r>
        <w:rPr>
          <w:rFonts w:cs="Georgia"/>
          <w:bCs/>
          <w:kern w:val="1"/>
        </w:rPr>
        <w:t>il y aurait un gradé français par compartiment pour assurer l</w:t>
      </w:r>
      <w:r w:rsidR="000E1451">
        <w:rPr>
          <w:rFonts w:cs="Georgia"/>
          <w:bCs/>
          <w:kern w:val="1"/>
        </w:rPr>
        <w:t>’</w:t>
      </w:r>
      <w:r>
        <w:rPr>
          <w:rFonts w:cs="Georgia"/>
          <w:bCs/>
          <w:kern w:val="1"/>
        </w:rPr>
        <w:t>ordre</w:t>
      </w:r>
      <w:r w:rsidR="000E1451">
        <w:rPr>
          <w:rFonts w:cs="Georgia"/>
          <w:bCs/>
          <w:kern w:val="1"/>
        </w:rPr>
        <w:t xml:space="preserve">, </w:t>
      </w:r>
      <w:r>
        <w:rPr>
          <w:rFonts w:cs="Georgia"/>
          <w:bCs/>
          <w:kern w:val="1"/>
        </w:rPr>
        <w:t>de concert avec une sentinelle allemande</w:t>
      </w:r>
      <w:r w:rsidR="000E1451">
        <w:rPr>
          <w:rFonts w:cs="Georgia"/>
          <w:bCs/>
          <w:kern w:val="1"/>
        </w:rPr>
        <w:t xml:space="preserve">. </w:t>
      </w:r>
      <w:r>
        <w:rPr>
          <w:rFonts w:cs="Georgia"/>
          <w:bCs/>
          <w:kern w:val="1"/>
        </w:rPr>
        <w:t>Il y avait en outre un feldwebel pour deux wagons</w:t>
      </w:r>
      <w:r w:rsidR="000E1451">
        <w:rPr>
          <w:rFonts w:cs="Georgia"/>
          <w:bCs/>
          <w:kern w:val="1"/>
        </w:rPr>
        <w:t xml:space="preserve">. </w:t>
      </w:r>
      <w:r>
        <w:rPr>
          <w:rFonts w:cs="Georgia"/>
          <w:bCs/>
          <w:kern w:val="1"/>
        </w:rPr>
        <w:t>L</w:t>
      </w:r>
      <w:r w:rsidR="000E1451">
        <w:rPr>
          <w:rFonts w:cs="Georgia"/>
          <w:bCs/>
          <w:kern w:val="1"/>
        </w:rPr>
        <w:t>’</w:t>
      </w:r>
      <w:r>
        <w:rPr>
          <w:rFonts w:cs="Georgia"/>
          <w:bCs/>
          <w:kern w:val="1"/>
        </w:rPr>
        <w:t>ensemble du convoi était sous les ordres d</w:t>
      </w:r>
      <w:r w:rsidR="000E1451">
        <w:rPr>
          <w:rFonts w:cs="Georgia"/>
          <w:bCs/>
          <w:kern w:val="1"/>
        </w:rPr>
        <w:t>’</w:t>
      </w:r>
      <w:r>
        <w:rPr>
          <w:rFonts w:cs="Georgia"/>
          <w:bCs/>
          <w:kern w:val="1"/>
        </w:rPr>
        <w:t>un adjudant</w:t>
      </w:r>
      <w:r w:rsidR="000E1451">
        <w:rPr>
          <w:rFonts w:cs="Georgia"/>
          <w:bCs/>
          <w:kern w:val="1"/>
        </w:rPr>
        <w:t>.</w:t>
      </w:r>
    </w:p>
    <w:p w14:paraId="26778F8A" w14:textId="77777777" w:rsidR="000E1451" w:rsidRDefault="00BE611A" w:rsidP="00BE611A">
      <w:pPr>
        <w:rPr>
          <w:rFonts w:cs="Georgia"/>
          <w:bCs/>
          <w:kern w:val="1"/>
        </w:rPr>
      </w:pPr>
      <w:r>
        <w:rPr>
          <w:rFonts w:cs="Georgia"/>
          <w:bCs/>
          <w:kern w:val="1"/>
        </w:rPr>
        <w:t>Le train s</w:t>
      </w:r>
      <w:r w:rsidR="000E1451">
        <w:rPr>
          <w:rFonts w:cs="Georgia"/>
          <w:bCs/>
          <w:kern w:val="1"/>
        </w:rPr>
        <w:t>’</w:t>
      </w:r>
      <w:r>
        <w:rPr>
          <w:rFonts w:cs="Georgia"/>
          <w:bCs/>
          <w:kern w:val="1"/>
        </w:rPr>
        <w:t>ébranla à heure dite</w:t>
      </w:r>
      <w:r w:rsidR="000E1451">
        <w:rPr>
          <w:rFonts w:cs="Georgia"/>
          <w:bCs/>
          <w:kern w:val="1"/>
        </w:rPr>
        <w:t xml:space="preserve">, </w:t>
      </w:r>
      <w:r>
        <w:rPr>
          <w:rFonts w:cs="Georgia"/>
          <w:bCs/>
          <w:kern w:val="1"/>
        </w:rPr>
        <w:t>ainsi qu</w:t>
      </w:r>
      <w:r w:rsidR="000E1451">
        <w:rPr>
          <w:rFonts w:cs="Georgia"/>
          <w:bCs/>
          <w:kern w:val="1"/>
        </w:rPr>
        <w:t>’</w:t>
      </w:r>
      <w:r>
        <w:rPr>
          <w:rFonts w:cs="Georgia"/>
          <w:bCs/>
          <w:kern w:val="1"/>
        </w:rPr>
        <w:t>il sied à un train allemand</w:t>
      </w:r>
      <w:r w:rsidR="000E1451">
        <w:rPr>
          <w:rFonts w:cs="Georgia"/>
          <w:bCs/>
          <w:kern w:val="1"/>
        </w:rPr>
        <w:t xml:space="preserve">. </w:t>
      </w:r>
      <w:r>
        <w:rPr>
          <w:rFonts w:cs="Georgia"/>
          <w:bCs/>
          <w:kern w:val="1"/>
        </w:rPr>
        <w:t>Adieu</w:t>
      </w:r>
      <w:r w:rsidR="000E1451">
        <w:rPr>
          <w:rFonts w:cs="Georgia"/>
          <w:bCs/>
          <w:kern w:val="1"/>
        </w:rPr>
        <w:t xml:space="preserve">, </w:t>
      </w:r>
      <w:r>
        <w:rPr>
          <w:rFonts w:cs="Georgia"/>
          <w:bCs/>
          <w:kern w:val="1"/>
        </w:rPr>
        <w:t>Erfurt</w:t>
      </w:r>
      <w:r w:rsidR="000E1451">
        <w:rPr>
          <w:rFonts w:cs="Georgia"/>
          <w:bCs/>
          <w:kern w:val="1"/>
        </w:rPr>
        <w:t xml:space="preserve"> ! </w:t>
      </w:r>
      <w:r>
        <w:rPr>
          <w:rFonts w:cs="Georgia"/>
          <w:bCs/>
          <w:kern w:val="1"/>
        </w:rPr>
        <w:t>Pluie et neige s</w:t>
      </w:r>
      <w:r w:rsidR="000E1451">
        <w:rPr>
          <w:rFonts w:cs="Georgia"/>
          <w:bCs/>
          <w:kern w:val="1"/>
        </w:rPr>
        <w:t>’</w:t>
      </w:r>
      <w:r>
        <w:rPr>
          <w:rFonts w:cs="Georgia"/>
          <w:bCs/>
          <w:kern w:val="1"/>
        </w:rPr>
        <w:t>emmêlaient en halo autour des globes électriques</w:t>
      </w:r>
      <w:r w:rsidR="000E1451">
        <w:rPr>
          <w:rFonts w:cs="Georgia"/>
          <w:bCs/>
          <w:kern w:val="1"/>
        </w:rPr>
        <w:t xml:space="preserve">. </w:t>
      </w:r>
      <w:r>
        <w:rPr>
          <w:rFonts w:cs="Georgia"/>
          <w:bCs/>
          <w:kern w:val="1"/>
        </w:rPr>
        <w:t xml:space="preserve">Dans le compartiment dont </w:t>
      </w:r>
      <w:r>
        <w:rPr>
          <w:rFonts w:cs="Georgia"/>
          <w:bCs/>
          <w:kern w:val="1"/>
        </w:rPr>
        <w:lastRenderedPageBreak/>
        <w:t>j</w:t>
      </w:r>
      <w:r w:rsidR="000E1451">
        <w:rPr>
          <w:rFonts w:cs="Georgia"/>
          <w:bCs/>
          <w:kern w:val="1"/>
        </w:rPr>
        <w:t>’</w:t>
      </w:r>
      <w:r>
        <w:rPr>
          <w:rFonts w:cs="Georgia"/>
          <w:bCs/>
          <w:kern w:val="1"/>
        </w:rPr>
        <w:t>avais la surveillance</w:t>
      </w:r>
      <w:r w:rsidR="000E1451">
        <w:rPr>
          <w:rFonts w:cs="Georgia"/>
          <w:bCs/>
          <w:kern w:val="1"/>
        </w:rPr>
        <w:t xml:space="preserve">, </w:t>
      </w:r>
      <w:r>
        <w:rPr>
          <w:rFonts w:cs="Georgia"/>
          <w:bCs/>
          <w:kern w:val="1"/>
        </w:rPr>
        <w:t>il y avait Guérin</w:t>
      </w:r>
      <w:r w:rsidR="000E1451">
        <w:rPr>
          <w:rFonts w:cs="Georgia"/>
          <w:bCs/>
          <w:kern w:val="1"/>
        </w:rPr>
        <w:t xml:space="preserve">, </w:t>
      </w:r>
      <w:r>
        <w:rPr>
          <w:rFonts w:cs="Georgia"/>
          <w:bCs/>
          <w:kern w:val="1"/>
        </w:rPr>
        <w:t>Audemard</w:t>
      </w:r>
      <w:r w:rsidR="000E1451">
        <w:rPr>
          <w:rFonts w:cs="Georgia"/>
          <w:bCs/>
          <w:kern w:val="1"/>
        </w:rPr>
        <w:t xml:space="preserve">, </w:t>
      </w:r>
      <w:r>
        <w:rPr>
          <w:rFonts w:cs="Georgia"/>
          <w:bCs/>
          <w:kern w:val="1"/>
        </w:rPr>
        <w:t>Sylvestre</w:t>
      </w:r>
      <w:r w:rsidR="000E1451">
        <w:rPr>
          <w:rFonts w:cs="Georgia"/>
          <w:bCs/>
          <w:kern w:val="1"/>
        </w:rPr>
        <w:t xml:space="preserve">, </w:t>
      </w:r>
      <w:r>
        <w:rPr>
          <w:rFonts w:cs="Georgia"/>
          <w:bCs/>
          <w:kern w:val="1"/>
        </w:rPr>
        <w:t>Gourrut et Fichet</w:t>
      </w:r>
      <w:r w:rsidR="000E1451">
        <w:rPr>
          <w:rFonts w:cs="Georgia"/>
          <w:bCs/>
          <w:kern w:val="1"/>
        </w:rPr>
        <w:t xml:space="preserve">, </w:t>
      </w:r>
      <w:r>
        <w:rPr>
          <w:rFonts w:cs="Georgia"/>
          <w:bCs/>
          <w:kern w:val="1"/>
        </w:rPr>
        <w:t>plus un fantassin anglais tombé nous ne savions d</w:t>
      </w:r>
      <w:r w:rsidR="000E1451">
        <w:rPr>
          <w:rFonts w:cs="Georgia"/>
          <w:bCs/>
          <w:kern w:val="1"/>
        </w:rPr>
        <w:t>’</w:t>
      </w:r>
      <w:r>
        <w:rPr>
          <w:rFonts w:cs="Georgia"/>
          <w:bCs/>
          <w:kern w:val="1"/>
        </w:rPr>
        <w:t>où</w:t>
      </w:r>
      <w:r w:rsidR="000E1451">
        <w:rPr>
          <w:rFonts w:cs="Georgia"/>
          <w:bCs/>
          <w:kern w:val="1"/>
        </w:rPr>
        <w:t xml:space="preserve">, </w:t>
      </w:r>
      <w:r>
        <w:rPr>
          <w:rFonts w:cs="Georgia"/>
          <w:bCs/>
          <w:kern w:val="1"/>
        </w:rPr>
        <w:t xml:space="preserve">et qui fut dénommé incontinent </w:t>
      </w:r>
      <w:r>
        <w:rPr>
          <w:rFonts w:cs="Georgia"/>
          <w:bCs/>
          <w:i/>
          <w:iCs/>
          <w:kern w:val="1"/>
        </w:rPr>
        <w:t>Mister Brown</w:t>
      </w:r>
      <w:r w:rsidR="000E1451">
        <w:t xml:space="preserve">. </w:t>
      </w:r>
      <w:r>
        <w:rPr>
          <w:rFonts w:cs="Georgia"/>
          <w:bCs/>
          <w:kern w:val="1"/>
        </w:rPr>
        <w:t>Cela faisait huit</w:t>
      </w:r>
      <w:r w:rsidR="000E1451">
        <w:rPr>
          <w:rFonts w:cs="Georgia"/>
          <w:bCs/>
          <w:kern w:val="1"/>
        </w:rPr>
        <w:t xml:space="preserve">, </w:t>
      </w:r>
      <w:r>
        <w:rPr>
          <w:rFonts w:cs="Georgia"/>
          <w:bCs/>
          <w:kern w:val="1"/>
        </w:rPr>
        <w:t>avec la sentinelle</w:t>
      </w:r>
      <w:r w:rsidR="000E1451">
        <w:rPr>
          <w:rFonts w:cs="Georgia"/>
          <w:bCs/>
          <w:kern w:val="1"/>
        </w:rPr>
        <w:t xml:space="preserve">, </w:t>
      </w:r>
      <w:r>
        <w:rPr>
          <w:rFonts w:cs="Georgia"/>
          <w:bCs/>
          <w:kern w:val="1"/>
        </w:rPr>
        <w:t>un énorme landsturmien absolument ahuri</w:t>
      </w:r>
      <w:r w:rsidR="000E1451">
        <w:rPr>
          <w:rFonts w:cs="Georgia"/>
          <w:bCs/>
          <w:kern w:val="1"/>
        </w:rPr>
        <w:t xml:space="preserve">. </w:t>
      </w:r>
      <w:r>
        <w:rPr>
          <w:rFonts w:cs="Georgia"/>
          <w:bCs/>
          <w:kern w:val="1"/>
        </w:rPr>
        <w:t>Il ne comprenait pas un mot de français</w:t>
      </w:r>
      <w:r w:rsidR="000E1451">
        <w:rPr>
          <w:rFonts w:cs="Georgia"/>
          <w:bCs/>
          <w:kern w:val="1"/>
        </w:rPr>
        <w:t xml:space="preserve">, </w:t>
      </w:r>
      <w:r>
        <w:rPr>
          <w:rFonts w:cs="Georgia"/>
          <w:bCs/>
          <w:kern w:val="1"/>
        </w:rPr>
        <w:t>et il essayait de nous en imposer</w:t>
      </w:r>
      <w:r w:rsidR="000E1451">
        <w:rPr>
          <w:rFonts w:cs="Georgia"/>
          <w:bCs/>
          <w:kern w:val="1"/>
        </w:rPr>
        <w:t xml:space="preserve">, </w:t>
      </w:r>
      <w:r>
        <w:rPr>
          <w:rFonts w:cs="Georgia"/>
          <w:bCs/>
          <w:kern w:val="1"/>
        </w:rPr>
        <w:t>le malheureux</w:t>
      </w:r>
      <w:r w:rsidR="000E1451">
        <w:rPr>
          <w:rFonts w:cs="Georgia"/>
          <w:bCs/>
          <w:kern w:val="1"/>
        </w:rPr>
        <w:t xml:space="preserve">, </w:t>
      </w:r>
      <w:r>
        <w:rPr>
          <w:rFonts w:cs="Georgia"/>
          <w:bCs/>
          <w:kern w:val="1"/>
        </w:rPr>
        <w:t>en manœuvrant et remanœuvrant la culasse de son Mauser</w:t>
      </w:r>
      <w:r w:rsidR="000E1451">
        <w:rPr>
          <w:rFonts w:cs="Georgia"/>
          <w:bCs/>
          <w:kern w:val="1"/>
        </w:rPr>
        <w:t xml:space="preserve">, </w:t>
      </w:r>
      <w:r>
        <w:rPr>
          <w:rFonts w:cs="Georgia"/>
          <w:bCs/>
          <w:kern w:val="1"/>
        </w:rPr>
        <w:t>pour bien nous faire voir que le chargeur était à sa place</w:t>
      </w:r>
      <w:r w:rsidR="000E1451">
        <w:rPr>
          <w:rFonts w:cs="Georgia"/>
          <w:bCs/>
          <w:kern w:val="1"/>
        </w:rPr>
        <w:t>.</w:t>
      </w:r>
    </w:p>
    <w:p w14:paraId="53CA68B0" w14:textId="77777777" w:rsidR="000E1451" w:rsidRDefault="000E1451" w:rsidP="00BE611A">
      <w:pPr>
        <w:rPr>
          <w:rFonts w:cs="Georgia"/>
          <w:bCs/>
          <w:kern w:val="1"/>
        </w:rPr>
      </w:pPr>
      <w:r>
        <w:rPr>
          <w:rFonts w:cs="Georgia"/>
          <w:bCs/>
          <w:kern w:val="1"/>
        </w:rPr>
        <w:t>— </w:t>
      </w:r>
      <w:r w:rsidR="00BE611A">
        <w:rPr>
          <w:rFonts w:cs="Georgia"/>
          <w:bCs/>
          <w:kern w:val="1"/>
        </w:rPr>
        <w:t>Oui</w:t>
      </w:r>
      <w:r>
        <w:rPr>
          <w:rFonts w:cs="Georgia"/>
          <w:bCs/>
          <w:kern w:val="1"/>
        </w:rPr>
        <w:t xml:space="preserve">, </w:t>
      </w:r>
      <w:r w:rsidR="00BE611A">
        <w:rPr>
          <w:rFonts w:cs="Georgia"/>
          <w:bCs/>
          <w:kern w:val="1"/>
        </w:rPr>
        <w:t>bébé</w:t>
      </w:r>
      <w:r>
        <w:rPr>
          <w:rFonts w:cs="Georgia"/>
          <w:bCs/>
          <w:kern w:val="1"/>
        </w:rPr>
        <w:t xml:space="preserve">, </w:t>
      </w:r>
      <w:r w:rsidR="00BE611A">
        <w:rPr>
          <w:rFonts w:cs="Georgia"/>
          <w:bCs/>
          <w:kern w:val="1"/>
        </w:rPr>
        <w:t>ça va bien</w:t>
      </w:r>
      <w:r>
        <w:rPr>
          <w:rFonts w:cs="Georgia"/>
          <w:bCs/>
          <w:kern w:val="1"/>
        </w:rPr>
        <w:t xml:space="preserve">. </w:t>
      </w:r>
      <w:r w:rsidR="00BE611A">
        <w:rPr>
          <w:rFonts w:cs="Georgia"/>
          <w:bCs/>
          <w:kern w:val="1"/>
        </w:rPr>
        <w:t>Si tu crains quelque chose</w:t>
      </w:r>
      <w:r>
        <w:rPr>
          <w:rFonts w:cs="Georgia"/>
          <w:bCs/>
          <w:kern w:val="1"/>
        </w:rPr>
        <w:t xml:space="preserve">, </w:t>
      </w:r>
      <w:r w:rsidR="00BE611A">
        <w:rPr>
          <w:rFonts w:cs="Georgia"/>
          <w:bCs/>
          <w:kern w:val="1"/>
        </w:rPr>
        <w:t>voici le signal d</w:t>
      </w:r>
      <w:r>
        <w:rPr>
          <w:rFonts w:cs="Georgia"/>
          <w:bCs/>
          <w:kern w:val="1"/>
        </w:rPr>
        <w:t>’</w:t>
      </w:r>
      <w:r w:rsidR="00BE611A">
        <w:rPr>
          <w:rFonts w:cs="Georgia"/>
          <w:bCs/>
          <w:kern w:val="1"/>
        </w:rPr>
        <w:t>alarme</w:t>
      </w:r>
      <w:r>
        <w:rPr>
          <w:rFonts w:cs="Georgia"/>
          <w:bCs/>
          <w:kern w:val="1"/>
        </w:rPr>
        <w:t xml:space="preserve">. </w:t>
      </w:r>
      <w:r w:rsidR="00BE611A">
        <w:rPr>
          <w:rFonts w:cs="Georgia"/>
          <w:bCs/>
          <w:kern w:val="1"/>
        </w:rPr>
        <w:t>C</w:t>
      </w:r>
      <w:r>
        <w:rPr>
          <w:rFonts w:cs="Georgia"/>
          <w:bCs/>
          <w:kern w:val="1"/>
        </w:rPr>
        <w:t>’</w:t>
      </w:r>
      <w:r w:rsidR="00BE611A">
        <w:rPr>
          <w:rFonts w:cs="Georgia"/>
          <w:bCs/>
          <w:kern w:val="1"/>
        </w:rPr>
        <w:t>est plus sûr</w:t>
      </w:r>
      <w:r>
        <w:rPr>
          <w:rFonts w:cs="Georgia"/>
          <w:bCs/>
          <w:kern w:val="1"/>
        </w:rPr>
        <w:t>.</w:t>
      </w:r>
    </w:p>
    <w:p w14:paraId="171F13B0" w14:textId="77777777" w:rsidR="000E1451" w:rsidRDefault="00BE611A" w:rsidP="00BE611A">
      <w:pPr>
        <w:rPr>
          <w:rFonts w:cs="Georgia"/>
          <w:bCs/>
          <w:kern w:val="1"/>
        </w:rPr>
      </w:pPr>
      <w:r>
        <w:rPr>
          <w:rFonts w:cs="Georgia"/>
          <w:bCs/>
          <w:kern w:val="1"/>
        </w:rPr>
        <w:t>Inutile de dire qu</w:t>
      </w:r>
      <w:r w:rsidR="000E1451">
        <w:rPr>
          <w:rFonts w:cs="Georgia"/>
          <w:bCs/>
          <w:kern w:val="1"/>
        </w:rPr>
        <w:t>’</w:t>
      </w:r>
      <w:r>
        <w:rPr>
          <w:rFonts w:cs="Georgia"/>
          <w:bCs/>
          <w:kern w:val="1"/>
        </w:rPr>
        <w:t>avant de quitter le camp</w:t>
      </w:r>
      <w:r w:rsidR="000E1451">
        <w:rPr>
          <w:rFonts w:cs="Georgia"/>
          <w:bCs/>
          <w:kern w:val="1"/>
        </w:rPr>
        <w:t xml:space="preserve">, </w:t>
      </w:r>
      <w:r>
        <w:rPr>
          <w:rFonts w:cs="Georgia"/>
          <w:bCs/>
          <w:kern w:val="1"/>
        </w:rPr>
        <w:t>nous avions raflé tout ce que nous avions pu trouver comme vivres</w:t>
      </w:r>
      <w:r w:rsidR="000E1451">
        <w:rPr>
          <w:rFonts w:cs="Georgia"/>
          <w:bCs/>
          <w:kern w:val="1"/>
        </w:rPr>
        <w:t xml:space="preserve">, </w:t>
      </w:r>
      <w:r>
        <w:rPr>
          <w:rFonts w:cs="Georgia"/>
          <w:bCs/>
          <w:kern w:val="1"/>
        </w:rPr>
        <w:t>tabac</w:t>
      </w:r>
      <w:r w:rsidR="000E1451">
        <w:rPr>
          <w:rFonts w:cs="Georgia"/>
          <w:bCs/>
          <w:kern w:val="1"/>
        </w:rPr>
        <w:t xml:space="preserve">, </w:t>
      </w:r>
      <w:r>
        <w:rPr>
          <w:rFonts w:cs="Georgia"/>
          <w:bCs/>
          <w:kern w:val="1"/>
        </w:rPr>
        <w:t>boîtes de conserves</w:t>
      </w:r>
      <w:r w:rsidR="000E1451">
        <w:rPr>
          <w:rFonts w:cs="Georgia"/>
          <w:bCs/>
          <w:kern w:val="1"/>
        </w:rPr>
        <w:t xml:space="preserve">. </w:t>
      </w:r>
      <w:r>
        <w:rPr>
          <w:rFonts w:cs="Georgia"/>
          <w:bCs/>
          <w:kern w:val="1"/>
        </w:rPr>
        <w:t>Nous avions dissimulé ces trésors comme nous avions pu</w:t>
      </w:r>
      <w:r w:rsidR="000E1451">
        <w:rPr>
          <w:rFonts w:cs="Georgia"/>
          <w:bCs/>
          <w:kern w:val="1"/>
        </w:rPr>
        <w:t xml:space="preserve">. </w:t>
      </w:r>
      <w:r>
        <w:rPr>
          <w:rFonts w:cs="Georgia"/>
          <w:bCs/>
          <w:kern w:val="1"/>
        </w:rPr>
        <w:t>Maintenant</w:t>
      </w:r>
      <w:r w:rsidR="000E1451">
        <w:rPr>
          <w:rFonts w:cs="Georgia"/>
          <w:bCs/>
          <w:kern w:val="1"/>
        </w:rPr>
        <w:t xml:space="preserve">, </w:t>
      </w:r>
      <w:r>
        <w:rPr>
          <w:rFonts w:cs="Georgia"/>
          <w:bCs/>
          <w:kern w:val="1"/>
        </w:rPr>
        <w:t>ils surgissaient de tous côtés</w:t>
      </w:r>
      <w:r w:rsidR="000E1451">
        <w:rPr>
          <w:rFonts w:cs="Georgia"/>
          <w:bCs/>
          <w:kern w:val="1"/>
        </w:rPr>
        <w:t xml:space="preserve">. </w:t>
      </w:r>
      <w:r>
        <w:rPr>
          <w:rFonts w:cs="Georgia"/>
          <w:bCs/>
          <w:kern w:val="1"/>
        </w:rPr>
        <w:t>Ils nous submergeaient</w:t>
      </w:r>
      <w:r w:rsidR="000E1451">
        <w:rPr>
          <w:rFonts w:cs="Georgia"/>
          <w:bCs/>
          <w:kern w:val="1"/>
        </w:rPr>
        <w:t xml:space="preserve">. </w:t>
      </w:r>
      <w:r>
        <w:rPr>
          <w:rFonts w:cs="Georgia"/>
          <w:bCs/>
          <w:kern w:val="1"/>
        </w:rPr>
        <w:t>C</w:t>
      </w:r>
      <w:r w:rsidR="000E1451">
        <w:rPr>
          <w:rFonts w:cs="Georgia"/>
          <w:bCs/>
          <w:kern w:val="1"/>
        </w:rPr>
        <w:t>’</w:t>
      </w:r>
      <w:r>
        <w:rPr>
          <w:rFonts w:cs="Georgia"/>
          <w:bCs/>
          <w:kern w:val="1"/>
        </w:rPr>
        <w:t>était tout juste s</w:t>
      </w:r>
      <w:r w:rsidR="000E1451">
        <w:rPr>
          <w:rFonts w:cs="Georgia"/>
          <w:bCs/>
          <w:kern w:val="1"/>
        </w:rPr>
        <w:t>’</w:t>
      </w:r>
      <w:r>
        <w:rPr>
          <w:rFonts w:cs="Georgia"/>
          <w:bCs/>
          <w:kern w:val="1"/>
        </w:rPr>
        <w:t>il nous restait la place de nous asseoir</w:t>
      </w:r>
      <w:r w:rsidR="000E1451">
        <w:rPr>
          <w:rFonts w:cs="Georgia"/>
          <w:bCs/>
          <w:kern w:val="1"/>
        </w:rPr>
        <w:t>.</w:t>
      </w:r>
    </w:p>
    <w:p w14:paraId="1E43020F" w14:textId="77777777" w:rsidR="000E1451" w:rsidRDefault="000E1451" w:rsidP="00BE611A">
      <w:pPr>
        <w:rPr>
          <w:rFonts w:cs="Georgia"/>
          <w:bCs/>
          <w:kern w:val="1"/>
        </w:rPr>
      </w:pPr>
      <w:r>
        <w:rPr>
          <w:rFonts w:cs="Georgia"/>
          <w:bCs/>
          <w:kern w:val="1"/>
        </w:rPr>
        <w:t>— </w:t>
      </w:r>
      <w:r w:rsidR="00BE611A">
        <w:rPr>
          <w:rFonts w:cs="Georgia"/>
          <w:bCs/>
          <w:kern w:val="1"/>
        </w:rPr>
        <w:t>Bon</w:t>
      </w:r>
      <w:r>
        <w:rPr>
          <w:rFonts w:cs="Georgia"/>
          <w:bCs/>
          <w:kern w:val="1"/>
        </w:rPr>
        <w:t xml:space="preserve"> ! </w:t>
      </w:r>
      <w:r w:rsidR="00BE611A">
        <w:rPr>
          <w:rFonts w:cs="Georgia"/>
          <w:bCs/>
          <w:kern w:val="1"/>
        </w:rPr>
        <w:t>Ça n</w:t>
      </w:r>
      <w:r>
        <w:rPr>
          <w:rFonts w:cs="Georgia"/>
          <w:bCs/>
          <w:kern w:val="1"/>
        </w:rPr>
        <w:t>’</w:t>
      </w:r>
      <w:r w:rsidR="00BE611A">
        <w:rPr>
          <w:rFonts w:cs="Georgia"/>
          <w:bCs/>
          <w:kern w:val="1"/>
        </w:rPr>
        <w:t>arrive qu</w:t>
      </w:r>
      <w:r>
        <w:rPr>
          <w:rFonts w:cs="Georgia"/>
          <w:bCs/>
          <w:kern w:val="1"/>
        </w:rPr>
        <w:t>’</w:t>
      </w:r>
      <w:r w:rsidR="00BE611A">
        <w:rPr>
          <w:rFonts w:cs="Georgia"/>
          <w:bCs/>
          <w:kern w:val="1"/>
        </w:rPr>
        <w:t>à moi</w:t>
      </w:r>
      <w:r>
        <w:rPr>
          <w:rFonts w:cs="Georgia"/>
          <w:bCs/>
          <w:kern w:val="1"/>
        </w:rPr>
        <w:t xml:space="preserve">, </w:t>
      </w:r>
      <w:r w:rsidR="00BE611A">
        <w:rPr>
          <w:rFonts w:cs="Georgia"/>
          <w:bCs/>
          <w:kern w:val="1"/>
        </w:rPr>
        <w:t>ces histoires-là</w:t>
      </w:r>
      <w:r>
        <w:rPr>
          <w:rFonts w:cs="Georgia"/>
          <w:bCs/>
          <w:kern w:val="1"/>
        </w:rPr>
        <w:t>.</w:t>
      </w:r>
    </w:p>
    <w:p w14:paraId="0BB2B8FE" w14:textId="77777777" w:rsidR="000E1451" w:rsidRDefault="00BE611A" w:rsidP="00BE611A">
      <w:pPr>
        <w:rPr>
          <w:rFonts w:cs="Georgia"/>
          <w:bCs/>
          <w:kern w:val="1"/>
        </w:rPr>
      </w:pPr>
      <w:r>
        <w:rPr>
          <w:rFonts w:cs="Georgia"/>
          <w:bCs/>
          <w:kern w:val="1"/>
        </w:rPr>
        <w:t>C</w:t>
      </w:r>
      <w:r w:rsidR="000E1451">
        <w:rPr>
          <w:rFonts w:cs="Georgia"/>
          <w:bCs/>
          <w:kern w:val="1"/>
        </w:rPr>
        <w:t>’</w:t>
      </w:r>
      <w:r>
        <w:rPr>
          <w:rFonts w:cs="Georgia"/>
          <w:bCs/>
          <w:kern w:val="1"/>
        </w:rPr>
        <w:t>était Gourrut qui se lamentait</w:t>
      </w:r>
      <w:r w:rsidR="000E1451">
        <w:rPr>
          <w:rFonts w:cs="Georgia"/>
          <w:bCs/>
          <w:kern w:val="1"/>
        </w:rPr>
        <w:t xml:space="preserve">. </w:t>
      </w:r>
      <w:r>
        <w:rPr>
          <w:rFonts w:cs="Georgia"/>
          <w:bCs/>
          <w:kern w:val="1"/>
        </w:rPr>
        <w:t>Entré le premier dans le compartiment</w:t>
      </w:r>
      <w:r w:rsidR="000E1451">
        <w:rPr>
          <w:rFonts w:cs="Georgia"/>
          <w:bCs/>
          <w:kern w:val="1"/>
        </w:rPr>
        <w:t xml:space="preserve">, </w:t>
      </w:r>
      <w:r>
        <w:rPr>
          <w:rFonts w:cs="Georgia"/>
          <w:bCs/>
          <w:kern w:val="1"/>
        </w:rPr>
        <w:t>il s</w:t>
      </w:r>
      <w:r w:rsidR="000E1451">
        <w:rPr>
          <w:rFonts w:cs="Georgia"/>
          <w:bCs/>
          <w:kern w:val="1"/>
        </w:rPr>
        <w:t>’</w:t>
      </w:r>
      <w:r>
        <w:rPr>
          <w:rFonts w:cs="Georgia"/>
          <w:bCs/>
          <w:kern w:val="1"/>
        </w:rPr>
        <w:t>était empressé de choisir le meilleur coin</w:t>
      </w:r>
      <w:r w:rsidR="000E1451">
        <w:rPr>
          <w:rFonts w:cs="Georgia"/>
          <w:bCs/>
          <w:kern w:val="1"/>
        </w:rPr>
        <w:t xml:space="preserve">, </w:t>
      </w:r>
      <w:r>
        <w:rPr>
          <w:rFonts w:cs="Georgia"/>
          <w:bCs/>
          <w:kern w:val="1"/>
        </w:rPr>
        <w:t>près de la portière</w:t>
      </w:r>
      <w:r w:rsidR="000E1451">
        <w:rPr>
          <w:rFonts w:cs="Georgia"/>
          <w:bCs/>
          <w:kern w:val="1"/>
        </w:rPr>
        <w:t xml:space="preserve">. </w:t>
      </w:r>
      <w:r>
        <w:rPr>
          <w:rFonts w:cs="Georgia"/>
          <w:bCs/>
          <w:kern w:val="1"/>
        </w:rPr>
        <w:t>Et voilà que la vitre de sa fenêtre se trouvait être brisée</w:t>
      </w:r>
      <w:r w:rsidR="000E1451">
        <w:rPr>
          <w:rFonts w:cs="Georgia"/>
          <w:bCs/>
          <w:kern w:val="1"/>
        </w:rPr>
        <w:t> !</w:t>
      </w:r>
    </w:p>
    <w:p w14:paraId="626F9CF2" w14:textId="77777777" w:rsidR="000E1451" w:rsidRDefault="000E1451" w:rsidP="00BE611A">
      <w:pPr>
        <w:rPr>
          <w:rFonts w:cs="Georgia"/>
          <w:bCs/>
          <w:kern w:val="1"/>
        </w:rPr>
      </w:pPr>
      <w:r>
        <w:rPr>
          <w:rFonts w:cs="Georgia"/>
          <w:bCs/>
          <w:kern w:val="1"/>
        </w:rPr>
        <w:t>— </w:t>
      </w:r>
      <w:r w:rsidR="00BE611A">
        <w:rPr>
          <w:rFonts w:cs="Georgia"/>
          <w:bCs/>
          <w:kern w:val="1"/>
        </w:rPr>
        <w:t>Prends ma place</w:t>
      </w:r>
      <w:r>
        <w:rPr>
          <w:rFonts w:cs="Georgia"/>
          <w:bCs/>
          <w:kern w:val="1"/>
        </w:rPr>
        <w:t xml:space="preserve">, </w:t>
      </w:r>
      <w:r w:rsidR="00BE611A">
        <w:rPr>
          <w:rFonts w:cs="Georgia"/>
          <w:bCs/>
          <w:kern w:val="1"/>
        </w:rPr>
        <w:t>lui dis-je</w:t>
      </w:r>
      <w:r>
        <w:rPr>
          <w:rFonts w:cs="Georgia"/>
          <w:bCs/>
          <w:kern w:val="1"/>
        </w:rPr>
        <w:t>.</w:t>
      </w:r>
    </w:p>
    <w:p w14:paraId="6EE4E45A" w14:textId="77777777" w:rsidR="000E1451" w:rsidRDefault="00BE611A" w:rsidP="00BE611A">
      <w:pPr>
        <w:rPr>
          <w:rFonts w:cs="Georgia"/>
          <w:bCs/>
          <w:kern w:val="1"/>
        </w:rPr>
      </w:pPr>
      <w:r>
        <w:rPr>
          <w:rFonts w:cs="Georgia"/>
          <w:bCs/>
          <w:kern w:val="1"/>
        </w:rPr>
        <w:t>Je ne crains pas le froid</w:t>
      </w:r>
      <w:r w:rsidR="000E1451">
        <w:rPr>
          <w:rFonts w:cs="Georgia"/>
          <w:bCs/>
          <w:kern w:val="1"/>
        </w:rPr>
        <w:t xml:space="preserve">. </w:t>
      </w:r>
      <w:r>
        <w:rPr>
          <w:rFonts w:cs="Georgia"/>
          <w:bCs/>
          <w:kern w:val="1"/>
        </w:rPr>
        <w:t>J</w:t>
      </w:r>
      <w:r w:rsidR="000E1451">
        <w:rPr>
          <w:rFonts w:cs="Georgia"/>
          <w:bCs/>
          <w:kern w:val="1"/>
        </w:rPr>
        <w:t>’</w:t>
      </w:r>
      <w:r>
        <w:rPr>
          <w:rFonts w:cs="Georgia"/>
          <w:bCs/>
          <w:kern w:val="1"/>
        </w:rPr>
        <w:t>avais un bon passe-montagne</w:t>
      </w:r>
      <w:r w:rsidR="000E1451">
        <w:rPr>
          <w:rFonts w:cs="Georgia"/>
          <w:bCs/>
          <w:kern w:val="1"/>
        </w:rPr>
        <w:t xml:space="preserve">, </w:t>
      </w:r>
      <w:r>
        <w:rPr>
          <w:rFonts w:cs="Georgia"/>
          <w:bCs/>
          <w:kern w:val="1"/>
        </w:rPr>
        <w:t>et je préférais être à même de voir le paysage</w:t>
      </w:r>
      <w:r w:rsidR="000E1451">
        <w:rPr>
          <w:rFonts w:cs="Georgia"/>
          <w:bCs/>
          <w:kern w:val="1"/>
        </w:rPr>
        <w:t xml:space="preserve">, </w:t>
      </w:r>
      <w:r>
        <w:rPr>
          <w:rFonts w:cs="Georgia"/>
          <w:bCs/>
          <w:kern w:val="1"/>
        </w:rPr>
        <w:t>dès qu</w:t>
      </w:r>
      <w:r w:rsidR="000E1451">
        <w:rPr>
          <w:rFonts w:cs="Georgia"/>
          <w:bCs/>
          <w:kern w:val="1"/>
        </w:rPr>
        <w:t>’</w:t>
      </w:r>
      <w:r>
        <w:rPr>
          <w:rFonts w:cs="Georgia"/>
          <w:bCs/>
          <w:kern w:val="1"/>
        </w:rPr>
        <w:t>il ferait jour</w:t>
      </w:r>
      <w:r w:rsidR="000E1451">
        <w:rPr>
          <w:rFonts w:cs="Georgia"/>
          <w:bCs/>
          <w:kern w:val="1"/>
        </w:rPr>
        <w:t>.</w:t>
      </w:r>
    </w:p>
    <w:p w14:paraId="5E1934DF" w14:textId="77777777" w:rsidR="000E1451" w:rsidRDefault="000E1451" w:rsidP="00BE611A">
      <w:pPr>
        <w:rPr>
          <w:rFonts w:cs="Georgia"/>
          <w:bCs/>
          <w:kern w:val="1"/>
        </w:rPr>
      </w:pPr>
      <w:r>
        <w:rPr>
          <w:rFonts w:cs="Georgia"/>
          <w:bCs/>
          <w:kern w:val="1"/>
        </w:rPr>
        <w:t>— </w:t>
      </w:r>
      <w:r w:rsidR="00BE611A">
        <w:rPr>
          <w:rFonts w:cs="Georgia"/>
          <w:bCs/>
          <w:kern w:val="1"/>
        </w:rPr>
        <w:t>Oh</w:t>
      </w:r>
      <w:r>
        <w:rPr>
          <w:rFonts w:cs="Georgia"/>
          <w:bCs/>
          <w:kern w:val="1"/>
        </w:rPr>
        <w:t xml:space="preserve"> ! </w:t>
      </w:r>
      <w:r w:rsidR="00BE611A">
        <w:rPr>
          <w:rFonts w:cs="Georgia"/>
          <w:bCs/>
          <w:kern w:val="1"/>
        </w:rPr>
        <w:t>mais</w:t>
      </w:r>
      <w:r>
        <w:rPr>
          <w:rFonts w:cs="Georgia"/>
          <w:bCs/>
          <w:kern w:val="1"/>
        </w:rPr>
        <w:t xml:space="preserve">, </w:t>
      </w:r>
      <w:r w:rsidR="00BE611A">
        <w:rPr>
          <w:rFonts w:cs="Georgia"/>
          <w:bCs/>
          <w:kern w:val="1"/>
        </w:rPr>
        <w:t>dit Sylvestre</w:t>
      </w:r>
      <w:r>
        <w:rPr>
          <w:rFonts w:cs="Georgia"/>
          <w:bCs/>
          <w:kern w:val="1"/>
        </w:rPr>
        <w:t xml:space="preserve">, </w:t>
      </w:r>
      <w:r w:rsidR="00BE611A">
        <w:rPr>
          <w:rFonts w:cs="Georgia"/>
          <w:bCs/>
          <w:kern w:val="1"/>
        </w:rPr>
        <w:t>il faut arranger ça</w:t>
      </w:r>
      <w:r>
        <w:rPr>
          <w:rFonts w:cs="Georgia"/>
          <w:bCs/>
          <w:kern w:val="1"/>
        </w:rPr>
        <w:t>.</w:t>
      </w:r>
    </w:p>
    <w:p w14:paraId="080E49AC" w14:textId="77777777" w:rsidR="000E1451" w:rsidRDefault="00BE611A" w:rsidP="00BE611A">
      <w:pPr>
        <w:rPr>
          <w:rFonts w:cs="Georgia"/>
          <w:bCs/>
          <w:kern w:val="1"/>
        </w:rPr>
      </w:pPr>
      <w:r>
        <w:rPr>
          <w:rFonts w:cs="Georgia"/>
          <w:bCs/>
          <w:kern w:val="1"/>
        </w:rPr>
        <w:t>Aidé par Guérin</w:t>
      </w:r>
      <w:r w:rsidR="000E1451">
        <w:rPr>
          <w:rFonts w:cs="Georgia"/>
          <w:bCs/>
          <w:kern w:val="1"/>
        </w:rPr>
        <w:t xml:space="preserve">, </w:t>
      </w:r>
      <w:r>
        <w:rPr>
          <w:rFonts w:cs="Georgia"/>
          <w:bCs/>
          <w:kern w:val="1"/>
        </w:rPr>
        <w:t>il réussit tant bien que mal à masquer le courant d</w:t>
      </w:r>
      <w:r w:rsidR="000E1451">
        <w:rPr>
          <w:rFonts w:cs="Georgia"/>
          <w:bCs/>
          <w:kern w:val="1"/>
        </w:rPr>
        <w:t>’</w:t>
      </w:r>
      <w:r>
        <w:rPr>
          <w:rFonts w:cs="Georgia"/>
          <w:bCs/>
          <w:kern w:val="1"/>
        </w:rPr>
        <w:t>air avec une couverture</w:t>
      </w:r>
      <w:r w:rsidR="000E1451">
        <w:rPr>
          <w:rFonts w:cs="Georgia"/>
          <w:bCs/>
          <w:kern w:val="1"/>
        </w:rPr>
        <w:t>.</w:t>
      </w:r>
    </w:p>
    <w:p w14:paraId="272D0C39" w14:textId="77777777" w:rsidR="000E1451" w:rsidRDefault="000E1451" w:rsidP="00BE611A">
      <w:pPr>
        <w:rPr>
          <w:rFonts w:cs="Georgia"/>
          <w:bCs/>
          <w:kern w:val="1"/>
        </w:rPr>
      </w:pPr>
      <w:r>
        <w:rPr>
          <w:rFonts w:cs="Georgia"/>
          <w:bCs/>
          <w:kern w:val="1"/>
        </w:rPr>
        <w:lastRenderedPageBreak/>
        <w:t>— </w:t>
      </w:r>
      <w:r w:rsidR="00BE611A">
        <w:rPr>
          <w:rFonts w:cs="Georgia"/>
          <w:bCs/>
          <w:kern w:val="1"/>
        </w:rPr>
        <w:t>Avant de s</w:t>
      </w:r>
      <w:r>
        <w:rPr>
          <w:rFonts w:cs="Georgia"/>
          <w:bCs/>
          <w:kern w:val="1"/>
        </w:rPr>
        <w:t>’</w:t>
      </w:r>
      <w:r w:rsidR="00BE611A">
        <w:rPr>
          <w:rFonts w:cs="Georgia"/>
          <w:bCs/>
          <w:kern w:val="1"/>
        </w:rPr>
        <w:t>endormir</w:t>
      </w:r>
      <w:r>
        <w:rPr>
          <w:rFonts w:cs="Georgia"/>
          <w:bCs/>
          <w:kern w:val="1"/>
        </w:rPr>
        <w:t xml:space="preserve">, </w:t>
      </w:r>
      <w:r w:rsidR="00BE611A">
        <w:rPr>
          <w:rFonts w:cs="Georgia"/>
          <w:bCs/>
          <w:kern w:val="1"/>
        </w:rPr>
        <w:t>on va tout de même casser un peu la croûte</w:t>
      </w:r>
      <w:r>
        <w:rPr>
          <w:rFonts w:cs="Georgia"/>
          <w:bCs/>
          <w:kern w:val="1"/>
        </w:rPr>
        <w:t xml:space="preserve">, </w:t>
      </w:r>
      <w:r w:rsidR="00BE611A">
        <w:rPr>
          <w:rFonts w:cs="Georgia"/>
          <w:bCs/>
          <w:kern w:val="1"/>
        </w:rPr>
        <w:t>proposa Fichet</w:t>
      </w:r>
      <w:r>
        <w:rPr>
          <w:rFonts w:cs="Georgia"/>
          <w:bCs/>
          <w:kern w:val="1"/>
        </w:rPr>
        <w:t>.</w:t>
      </w:r>
    </w:p>
    <w:p w14:paraId="063ABE27" w14:textId="77777777" w:rsidR="000E1451" w:rsidRDefault="00BE611A" w:rsidP="00BE611A">
      <w:pPr>
        <w:rPr>
          <w:rFonts w:cs="Georgia"/>
          <w:bCs/>
          <w:kern w:val="1"/>
        </w:rPr>
      </w:pPr>
      <w:r>
        <w:rPr>
          <w:rFonts w:cs="Georgia"/>
          <w:bCs/>
          <w:kern w:val="1"/>
        </w:rPr>
        <w:t>Sous l</w:t>
      </w:r>
      <w:r w:rsidR="000E1451">
        <w:rPr>
          <w:rFonts w:cs="Georgia"/>
          <w:bCs/>
          <w:kern w:val="1"/>
        </w:rPr>
        <w:t>’</w:t>
      </w:r>
      <w:r>
        <w:rPr>
          <w:rFonts w:cs="Georgia"/>
          <w:bCs/>
          <w:kern w:val="1"/>
        </w:rPr>
        <w:t>œil courroucé de la sentinelle</w:t>
      </w:r>
      <w:r w:rsidR="000E1451">
        <w:rPr>
          <w:rFonts w:cs="Georgia"/>
          <w:bCs/>
          <w:kern w:val="1"/>
        </w:rPr>
        <w:t xml:space="preserve">, </w:t>
      </w:r>
      <w:r>
        <w:rPr>
          <w:rFonts w:cs="Georgia"/>
          <w:bCs/>
          <w:kern w:val="1"/>
        </w:rPr>
        <w:t>il alluma une bougie</w:t>
      </w:r>
      <w:r w:rsidR="000E1451">
        <w:rPr>
          <w:rFonts w:cs="Georgia"/>
          <w:bCs/>
          <w:kern w:val="1"/>
        </w:rPr>
        <w:t>.</w:t>
      </w:r>
    </w:p>
    <w:p w14:paraId="169D90AC" w14:textId="77777777" w:rsidR="000E1451" w:rsidRDefault="000E1451" w:rsidP="00BE611A">
      <w:pPr>
        <w:rPr>
          <w:rFonts w:cs="Georgia"/>
          <w:bCs/>
          <w:kern w:val="1"/>
        </w:rPr>
      </w:pPr>
      <w:r>
        <w:rPr>
          <w:rFonts w:cs="Georgia"/>
          <w:bCs/>
          <w:kern w:val="1"/>
        </w:rPr>
        <w:t>— </w:t>
      </w:r>
      <w:r w:rsidR="00BE611A">
        <w:rPr>
          <w:rFonts w:cs="Georgia"/>
          <w:bCs/>
          <w:kern w:val="1"/>
        </w:rPr>
        <w:t>Oui</w:t>
      </w:r>
      <w:r>
        <w:rPr>
          <w:rFonts w:cs="Georgia"/>
          <w:bCs/>
          <w:kern w:val="1"/>
        </w:rPr>
        <w:t xml:space="preserve">, </w:t>
      </w:r>
      <w:r w:rsidR="00BE611A">
        <w:rPr>
          <w:rFonts w:cs="Georgia"/>
          <w:bCs/>
          <w:kern w:val="1"/>
        </w:rPr>
        <w:t>mon amour</w:t>
      </w:r>
      <w:r>
        <w:rPr>
          <w:rFonts w:cs="Georgia"/>
          <w:bCs/>
          <w:kern w:val="1"/>
        </w:rPr>
        <w:t xml:space="preserve">, </w:t>
      </w:r>
      <w:r w:rsidR="00BE611A">
        <w:rPr>
          <w:rFonts w:cs="Georgia"/>
          <w:bCs/>
          <w:kern w:val="1"/>
        </w:rPr>
        <w:t>c</w:t>
      </w:r>
      <w:r>
        <w:rPr>
          <w:rFonts w:cs="Georgia"/>
          <w:bCs/>
          <w:kern w:val="1"/>
        </w:rPr>
        <w:t>’</w:t>
      </w:r>
      <w:r w:rsidR="00BE611A">
        <w:rPr>
          <w:rFonts w:cs="Georgia"/>
          <w:bCs/>
          <w:kern w:val="1"/>
        </w:rPr>
        <w:t>est ainsi</w:t>
      </w:r>
      <w:r>
        <w:rPr>
          <w:rFonts w:cs="Georgia"/>
          <w:bCs/>
          <w:kern w:val="1"/>
        </w:rPr>
        <w:t xml:space="preserve">. </w:t>
      </w:r>
      <w:r w:rsidR="00BE611A">
        <w:rPr>
          <w:rFonts w:cs="Georgia"/>
          <w:bCs/>
          <w:kern w:val="1"/>
        </w:rPr>
        <w:t>Mais ne crains rien</w:t>
      </w:r>
      <w:r>
        <w:rPr>
          <w:rFonts w:cs="Georgia"/>
          <w:bCs/>
          <w:kern w:val="1"/>
        </w:rPr>
        <w:t xml:space="preserve">, </w:t>
      </w:r>
      <w:r w:rsidR="00BE611A">
        <w:rPr>
          <w:rFonts w:cs="Georgia"/>
          <w:bCs/>
          <w:kern w:val="1"/>
        </w:rPr>
        <w:t>on ne t</w:t>
      </w:r>
      <w:r>
        <w:rPr>
          <w:rFonts w:cs="Georgia"/>
          <w:bCs/>
          <w:kern w:val="1"/>
        </w:rPr>
        <w:t>’</w:t>
      </w:r>
      <w:r w:rsidR="00BE611A">
        <w:rPr>
          <w:rFonts w:cs="Georgia"/>
          <w:bCs/>
          <w:kern w:val="1"/>
        </w:rPr>
        <w:t>oubliera pas</w:t>
      </w:r>
      <w:r>
        <w:rPr>
          <w:rFonts w:cs="Georgia"/>
          <w:bCs/>
          <w:kern w:val="1"/>
        </w:rPr>
        <w:t xml:space="preserve">. </w:t>
      </w:r>
      <w:r w:rsidR="00BE611A">
        <w:rPr>
          <w:rFonts w:cs="Georgia"/>
          <w:bCs/>
          <w:kern w:val="1"/>
        </w:rPr>
        <w:t>On préfère être bien avec toi</w:t>
      </w:r>
      <w:r>
        <w:rPr>
          <w:rFonts w:cs="Georgia"/>
          <w:bCs/>
          <w:kern w:val="1"/>
        </w:rPr>
        <w:t xml:space="preserve">. </w:t>
      </w:r>
      <w:r w:rsidR="00BE611A">
        <w:rPr>
          <w:rFonts w:cs="Georgia"/>
          <w:bCs/>
          <w:i/>
          <w:iCs/>
          <w:kern w:val="1"/>
        </w:rPr>
        <w:t>Nichts</w:t>
      </w:r>
      <w:r w:rsidR="00BE611A">
        <w:rPr>
          <w:rFonts w:cs="Georgia"/>
          <w:bCs/>
          <w:kern w:val="1"/>
        </w:rPr>
        <w:t xml:space="preserve"> saucisse</w:t>
      </w:r>
      <w:r>
        <w:rPr>
          <w:rFonts w:cs="Georgia"/>
          <w:bCs/>
          <w:kern w:val="1"/>
        </w:rPr>
        <w:t xml:space="preserve">, </w:t>
      </w:r>
      <w:r w:rsidR="00BE611A">
        <w:rPr>
          <w:rFonts w:cs="Georgia"/>
          <w:bCs/>
          <w:kern w:val="1"/>
        </w:rPr>
        <w:t>hein</w:t>
      </w:r>
      <w:r>
        <w:rPr>
          <w:rFonts w:cs="Georgia"/>
          <w:bCs/>
          <w:kern w:val="1"/>
        </w:rPr>
        <w:t xml:space="preserve"> ? </w:t>
      </w:r>
      <w:r w:rsidR="00BE611A">
        <w:rPr>
          <w:rFonts w:cs="Georgia"/>
          <w:bCs/>
          <w:kern w:val="1"/>
        </w:rPr>
        <w:t>Saucisse</w:t>
      </w:r>
      <w:r>
        <w:rPr>
          <w:rFonts w:cs="Georgia"/>
          <w:bCs/>
          <w:kern w:val="1"/>
        </w:rPr>
        <w:t xml:space="preserve">, </w:t>
      </w:r>
      <w:r w:rsidR="00BE611A">
        <w:rPr>
          <w:rFonts w:cs="Georgia"/>
          <w:bCs/>
          <w:kern w:val="1"/>
        </w:rPr>
        <w:t>toujours la même chose</w:t>
      </w:r>
      <w:r>
        <w:rPr>
          <w:rFonts w:cs="Georgia"/>
          <w:bCs/>
          <w:kern w:val="1"/>
        </w:rPr>
        <w:t xml:space="preserve">. </w:t>
      </w:r>
      <w:r w:rsidR="00BE611A">
        <w:rPr>
          <w:rFonts w:cs="Georgia"/>
          <w:bCs/>
          <w:kern w:val="1"/>
        </w:rPr>
        <w:t>Mais qu</w:t>
      </w:r>
      <w:r>
        <w:rPr>
          <w:rFonts w:cs="Georgia"/>
          <w:bCs/>
          <w:kern w:val="1"/>
        </w:rPr>
        <w:t>’</w:t>
      </w:r>
      <w:r w:rsidR="00BE611A">
        <w:rPr>
          <w:rFonts w:cs="Georgia"/>
          <w:bCs/>
          <w:kern w:val="1"/>
        </w:rPr>
        <w:t>est-ce que tu dirais de cela</w:t>
      </w:r>
      <w:r>
        <w:rPr>
          <w:rFonts w:cs="Georgia"/>
          <w:bCs/>
          <w:kern w:val="1"/>
        </w:rPr>
        <w:t xml:space="preserve">, </w:t>
      </w:r>
      <w:r w:rsidR="00BE611A">
        <w:rPr>
          <w:rFonts w:cs="Georgia"/>
          <w:bCs/>
          <w:kern w:val="1"/>
        </w:rPr>
        <w:t>par exemple</w:t>
      </w:r>
      <w:r>
        <w:rPr>
          <w:rFonts w:cs="Georgia"/>
          <w:bCs/>
          <w:kern w:val="1"/>
        </w:rPr>
        <w:t> ?</w:t>
      </w:r>
    </w:p>
    <w:p w14:paraId="35C3DA4C" w14:textId="77777777" w:rsidR="000E1451" w:rsidRDefault="00BE611A" w:rsidP="00BE611A">
      <w:pPr>
        <w:rPr>
          <w:rFonts w:cs="Georgia"/>
          <w:bCs/>
          <w:kern w:val="1"/>
        </w:rPr>
      </w:pPr>
      <w:r>
        <w:rPr>
          <w:rFonts w:cs="Georgia"/>
          <w:bCs/>
          <w:kern w:val="1"/>
        </w:rPr>
        <w:t>Il élevait en l</w:t>
      </w:r>
      <w:r w:rsidR="000E1451">
        <w:rPr>
          <w:rFonts w:cs="Georgia"/>
          <w:bCs/>
          <w:kern w:val="1"/>
        </w:rPr>
        <w:t>’</w:t>
      </w:r>
      <w:r>
        <w:rPr>
          <w:rFonts w:cs="Georgia"/>
          <w:bCs/>
          <w:kern w:val="1"/>
        </w:rPr>
        <w:t>air un petit paquet enveloppé de papier d</w:t>
      </w:r>
      <w:r w:rsidR="000E1451">
        <w:rPr>
          <w:rFonts w:cs="Georgia"/>
          <w:bCs/>
          <w:kern w:val="1"/>
        </w:rPr>
        <w:t>’</w:t>
      </w:r>
      <w:r>
        <w:rPr>
          <w:rFonts w:cs="Georgia"/>
          <w:bCs/>
          <w:kern w:val="1"/>
        </w:rPr>
        <w:t>étain</w:t>
      </w:r>
      <w:r w:rsidR="000E1451">
        <w:rPr>
          <w:rFonts w:cs="Georgia"/>
          <w:bCs/>
          <w:kern w:val="1"/>
        </w:rPr>
        <w:t>.</w:t>
      </w:r>
    </w:p>
    <w:p w14:paraId="359A57D9" w14:textId="77777777" w:rsidR="000E1451" w:rsidRDefault="000E1451" w:rsidP="00BE611A">
      <w:pPr>
        <w:rPr>
          <w:rFonts w:cs="Georgia"/>
          <w:bCs/>
          <w:kern w:val="1"/>
        </w:rPr>
      </w:pPr>
      <w:r>
        <w:rPr>
          <w:rFonts w:cs="Georgia"/>
          <w:bCs/>
          <w:kern w:val="1"/>
        </w:rPr>
        <w:t>— </w:t>
      </w:r>
      <w:r w:rsidR="00BE611A">
        <w:rPr>
          <w:rFonts w:cs="Georgia"/>
          <w:bCs/>
          <w:kern w:val="1"/>
        </w:rPr>
        <w:t>Schokolade</w:t>
      </w:r>
      <w:r>
        <w:rPr>
          <w:rFonts w:cs="Georgia"/>
          <w:bCs/>
          <w:kern w:val="1"/>
        </w:rPr>
        <w:t xml:space="preserve">, </w:t>
      </w:r>
      <w:r w:rsidR="00BE611A">
        <w:rPr>
          <w:rFonts w:cs="Georgia"/>
          <w:bCs/>
          <w:kern w:val="1"/>
        </w:rPr>
        <w:t>fit l</w:t>
      </w:r>
      <w:r>
        <w:rPr>
          <w:rFonts w:cs="Georgia"/>
          <w:bCs/>
          <w:kern w:val="1"/>
        </w:rPr>
        <w:t>’</w:t>
      </w:r>
      <w:r w:rsidR="00BE611A">
        <w:rPr>
          <w:rFonts w:cs="Georgia"/>
          <w:bCs/>
          <w:kern w:val="1"/>
        </w:rPr>
        <w:t>Allemand</w:t>
      </w:r>
      <w:r>
        <w:rPr>
          <w:rFonts w:cs="Georgia"/>
          <w:bCs/>
          <w:kern w:val="1"/>
        </w:rPr>
        <w:t xml:space="preserve">, </w:t>
      </w:r>
      <w:r w:rsidR="00BE611A">
        <w:rPr>
          <w:rFonts w:cs="Georgia"/>
          <w:bCs/>
          <w:kern w:val="1"/>
        </w:rPr>
        <w:t>extasié</w:t>
      </w:r>
      <w:r>
        <w:rPr>
          <w:rFonts w:cs="Georgia"/>
          <w:bCs/>
          <w:kern w:val="1"/>
        </w:rPr>
        <w:t>.</w:t>
      </w:r>
    </w:p>
    <w:p w14:paraId="7D28E92F" w14:textId="77777777" w:rsidR="000E1451" w:rsidRDefault="000E1451" w:rsidP="00BE611A">
      <w:pPr>
        <w:rPr>
          <w:rFonts w:cs="Georgia"/>
          <w:bCs/>
          <w:kern w:val="1"/>
        </w:rPr>
      </w:pPr>
      <w:r>
        <w:rPr>
          <w:rFonts w:cs="Georgia"/>
          <w:bCs/>
          <w:kern w:val="1"/>
        </w:rPr>
        <w:t>— </w:t>
      </w:r>
      <w:r w:rsidR="00BE611A">
        <w:rPr>
          <w:rFonts w:cs="Georgia"/>
          <w:bCs/>
          <w:kern w:val="1"/>
        </w:rPr>
        <w:t>Oui</w:t>
      </w:r>
      <w:r>
        <w:rPr>
          <w:rFonts w:cs="Georgia"/>
          <w:bCs/>
          <w:kern w:val="1"/>
        </w:rPr>
        <w:t xml:space="preserve">, </w:t>
      </w:r>
      <w:r w:rsidR="00BE611A">
        <w:rPr>
          <w:rFonts w:cs="Georgia"/>
          <w:bCs/>
          <w:kern w:val="1"/>
        </w:rPr>
        <w:t>mignon</w:t>
      </w:r>
      <w:r>
        <w:rPr>
          <w:rFonts w:cs="Georgia"/>
          <w:bCs/>
          <w:kern w:val="1"/>
        </w:rPr>
        <w:t xml:space="preserve">, </w:t>
      </w:r>
      <w:r w:rsidR="00BE611A">
        <w:rPr>
          <w:rFonts w:cs="Georgia"/>
          <w:bCs/>
          <w:kern w:val="1"/>
        </w:rPr>
        <w:t>schokolade</w:t>
      </w:r>
      <w:r>
        <w:rPr>
          <w:rFonts w:cs="Georgia"/>
          <w:bCs/>
          <w:kern w:val="1"/>
        </w:rPr>
        <w:t xml:space="preserve">. </w:t>
      </w:r>
      <w:r w:rsidR="00BE611A">
        <w:rPr>
          <w:rFonts w:cs="Georgia"/>
          <w:bCs/>
          <w:kern w:val="1"/>
        </w:rPr>
        <w:t>C</w:t>
      </w:r>
      <w:r>
        <w:rPr>
          <w:rFonts w:cs="Georgia"/>
          <w:bCs/>
          <w:kern w:val="1"/>
        </w:rPr>
        <w:t>’</w:t>
      </w:r>
      <w:r w:rsidR="00BE611A">
        <w:rPr>
          <w:rFonts w:cs="Georgia"/>
          <w:bCs/>
          <w:kern w:val="1"/>
        </w:rPr>
        <w:t>est pour toi</w:t>
      </w:r>
      <w:r>
        <w:rPr>
          <w:rFonts w:cs="Georgia"/>
          <w:bCs/>
          <w:kern w:val="1"/>
        </w:rPr>
        <w:t xml:space="preserve">. </w:t>
      </w:r>
      <w:r w:rsidR="00BE611A">
        <w:rPr>
          <w:rFonts w:cs="Georgia"/>
          <w:bCs/>
          <w:kern w:val="1"/>
        </w:rPr>
        <w:t xml:space="preserve">Dis </w:t>
      </w:r>
      <w:r w:rsidR="00BE611A">
        <w:rPr>
          <w:rFonts w:cs="Georgia"/>
          <w:bCs/>
          <w:i/>
          <w:iCs/>
          <w:kern w:val="1"/>
        </w:rPr>
        <w:t>merci</w:t>
      </w:r>
      <w:r>
        <w:t xml:space="preserve">. </w:t>
      </w:r>
      <w:r w:rsidR="00BE611A">
        <w:rPr>
          <w:rFonts w:cs="Georgia"/>
          <w:bCs/>
          <w:kern w:val="1"/>
        </w:rPr>
        <w:t>Très bien</w:t>
      </w:r>
      <w:r>
        <w:rPr>
          <w:rFonts w:cs="Georgia"/>
          <w:bCs/>
          <w:kern w:val="1"/>
        </w:rPr>
        <w:t xml:space="preserve">. </w:t>
      </w:r>
      <w:r w:rsidR="00BE611A">
        <w:rPr>
          <w:rFonts w:cs="Georgia"/>
          <w:bCs/>
          <w:kern w:val="1"/>
        </w:rPr>
        <w:t>Ils sont tous les mêmes</w:t>
      </w:r>
      <w:r>
        <w:rPr>
          <w:rFonts w:cs="Georgia"/>
          <w:bCs/>
          <w:kern w:val="1"/>
        </w:rPr>
        <w:t xml:space="preserve">, </w:t>
      </w:r>
      <w:r w:rsidR="00BE611A">
        <w:rPr>
          <w:rFonts w:cs="Georgia"/>
          <w:bCs/>
          <w:kern w:val="1"/>
        </w:rPr>
        <w:t>ces petits anges</w:t>
      </w:r>
      <w:r>
        <w:rPr>
          <w:rFonts w:cs="Georgia"/>
          <w:bCs/>
          <w:kern w:val="1"/>
        </w:rPr>
        <w:t xml:space="preserve">. </w:t>
      </w:r>
      <w:r w:rsidR="00BE611A">
        <w:rPr>
          <w:rFonts w:cs="Georgia"/>
          <w:bCs/>
          <w:kern w:val="1"/>
        </w:rPr>
        <w:t>Il s</w:t>
      </w:r>
      <w:r>
        <w:rPr>
          <w:rFonts w:cs="Georgia"/>
          <w:bCs/>
          <w:kern w:val="1"/>
        </w:rPr>
        <w:t>’</w:t>
      </w:r>
      <w:r w:rsidR="00BE611A">
        <w:rPr>
          <w:rFonts w:cs="Georgia"/>
          <w:bCs/>
          <w:kern w:val="1"/>
        </w:rPr>
        <w:t>agit de savoir les prendre</w:t>
      </w:r>
      <w:r>
        <w:rPr>
          <w:rFonts w:cs="Georgia"/>
          <w:bCs/>
          <w:kern w:val="1"/>
        </w:rPr>
        <w:t>.</w:t>
      </w:r>
    </w:p>
    <w:p w14:paraId="2586A99C" w14:textId="77777777" w:rsidR="000E1451" w:rsidRDefault="00BE611A" w:rsidP="00BE611A">
      <w:pPr>
        <w:rPr>
          <w:rFonts w:cs="Georgia"/>
          <w:bCs/>
          <w:kern w:val="1"/>
        </w:rPr>
      </w:pPr>
      <w:r>
        <w:rPr>
          <w:rFonts w:cs="Georgia"/>
          <w:bCs/>
          <w:kern w:val="1"/>
        </w:rPr>
        <w:t>On entendit la voix mauvaise de Gourrut</w:t>
      </w:r>
      <w:r w:rsidR="000E1451">
        <w:rPr>
          <w:rFonts w:cs="Georgia"/>
          <w:bCs/>
          <w:kern w:val="1"/>
        </w:rPr>
        <w:t>.</w:t>
      </w:r>
    </w:p>
    <w:p w14:paraId="3A259120" w14:textId="77777777" w:rsidR="000E1451" w:rsidRDefault="000E1451" w:rsidP="00BE611A">
      <w:pPr>
        <w:rPr>
          <w:rFonts w:cs="Georgia"/>
          <w:bCs/>
          <w:kern w:val="1"/>
        </w:rPr>
      </w:pPr>
      <w:r>
        <w:rPr>
          <w:rFonts w:cs="Georgia"/>
          <w:bCs/>
          <w:kern w:val="1"/>
        </w:rPr>
        <w:t>— </w:t>
      </w:r>
      <w:r w:rsidR="00BE611A">
        <w:rPr>
          <w:rFonts w:cs="Georgia"/>
          <w:bCs/>
          <w:kern w:val="1"/>
        </w:rPr>
        <w:t>C</w:t>
      </w:r>
      <w:r>
        <w:rPr>
          <w:rFonts w:cs="Georgia"/>
          <w:bCs/>
          <w:kern w:val="1"/>
        </w:rPr>
        <w:t>’</w:t>
      </w:r>
      <w:r w:rsidR="00BE611A">
        <w:rPr>
          <w:rFonts w:cs="Georgia"/>
          <w:bCs/>
          <w:kern w:val="1"/>
        </w:rPr>
        <w:t>est moi qui lui en foutrais du chocolat</w:t>
      </w:r>
      <w:r>
        <w:rPr>
          <w:rFonts w:cs="Georgia"/>
          <w:bCs/>
          <w:kern w:val="1"/>
        </w:rPr>
        <w:t xml:space="preserve">, </w:t>
      </w:r>
      <w:r w:rsidR="00BE611A">
        <w:rPr>
          <w:rFonts w:cs="Georgia"/>
          <w:bCs/>
          <w:kern w:val="1"/>
        </w:rPr>
        <w:t>à ce porc</w:t>
      </w:r>
      <w:r>
        <w:rPr>
          <w:rFonts w:cs="Georgia"/>
          <w:bCs/>
          <w:kern w:val="1"/>
        </w:rPr>
        <w:t> !</w:t>
      </w:r>
    </w:p>
    <w:p w14:paraId="4E3D4F17" w14:textId="77777777" w:rsidR="000E1451" w:rsidRDefault="00BE611A" w:rsidP="00BE611A">
      <w:pPr>
        <w:rPr>
          <w:rFonts w:cs="Georgia"/>
          <w:bCs/>
          <w:kern w:val="1"/>
        </w:rPr>
      </w:pPr>
      <w:r>
        <w:rPr>
          <w:rFonts w:cs="Georgia"/>
          <w:bCs/>
          <w:kern w:val="1"/>
        </w:rPr>
        <w:t>Devant le regard que lui lançait Fichet</w:t>
      </w:r>
      <w:r w:rsidR="000E1451">
        <w:rPr>
          <w:rFonts w:cs="Georgia"/>
          <w:bCs/>
          <w:kern w:val="1"/>
        </w:rPr>
        <w:t xml:space="preserve">, </w:t>
      </w:r>
      <w:r>
        <w:rPr>
          <w:rFonts w:cs="Georgia"/>
          <w:bCs/>
          <w:kern w:val="1"/>
        </w:rPr>
        <w:t>il n</w:t>
      </w:r>
      <w:r w:rsidR="000E1451">
        <w:rPr>
          <w:rFonts w:cs="Georgia"/>
          <w:bCs/>
          <w:kern w:val="1"/>
        </w:rPr>
        <w:t>’</w:t>
      </w:r>
      <w:r>
        <w:rPr>
          <w:rFonts w:cs="Georgia"/>
          <w:bCs/>
          <w:kern w:val="1"/>
        </w:rPr>
        <w:t>insista pas</w:t>
      </w:r>
      <w:r w:rsidR="000E1451">
        <w:rPr>
          <w:rFonts w:cs="Georgia"/>
          <w:bCs/>
          <w:kern w:val="1"/>
        </w:rPr>
        <w:t xml:space="preserve">. </w:t>
      </w:r>
      <w:r>
        <w:rPr>
          <w:rFonts w:cs="Georgia"/>
          <w:bCs/>
          <w:kern w:val="1"/>
        </w:rPr>
        <w:t>Il se contenta de ricaner</w:t>
      </w:r>
      <w:r w:rsidR="000E1451">
        <w:rPr>
          <w:rFonts w:cs="Georgia"/>
          <w:bCs/>
          <w:kern w:val="1"/>
        </w:rPr>
        <w:t xml:space="preserve">. </w:t>
      </w:r>
      <w:r>
        <w:rPr>
          <w:rFonts w:cs="Georgia"/>
          <w:bCs/>
          <w:kern w:val="1"/>
        </w:rPr>
        <w:t>Nous n</w:t>
      </w:r>
      <w:r w:rsidR="000E1451">
        <w:rPr>
          <w:rFonts w:cs="Georgia"/>
          <w:bCs/>
          <w:kern w:val="1"/>
        </w:rPr>
        <w:t>’</w:t>
      </w:r>
      <w:r>
        <w:rPr>
          <w:rFonts w:cs="Georgia"/>
          <w:bCs/>
          <w:kern w:val="1"/>
        </w:rPr>
        <w:t>avions les uns et les autres qu</w:t>
      </w:r>
      <w:r w:rsidR="000E1451">
        <w:rPr>
          <w:rFonts w:cs="Georgia"/>
          <w:bCs/>
          <w:kern w:val="1"/>
        </w:rPr>
        <w:t>’</w:t>
      </w:r>
      <w:r>
        <w:rPr>
          <w:rFonts w:cs="Georgia"/>
          <w:bCs/>
          <w:kern w:val="1"/>
        </w:rPr>
        <w:t>une sympathie des plus modérées pour ce petit homme blafard</w:t>
      </w:r>
      <w:r w:rsidR="000E1451">
        <w:rPr>
          <w:rFonts w:cs="Georgia"/>
          <w:bCs/>
          <w:kern w:val="1"/>
        </w:rPr>
        <w:t xml:space="preserve">, </w:t>
      </w:r>
      <w:r>
        <w:rPr>
          <w:rFonts w:cs="Georgia"/>
          <w:bCs/>
          <w:kern w:val="1"/>
        </w:rPr>
        <w:t>à la peau couturée d</w:t>
      </w:r>
      <w:r w:rsidR="000E1451">
        <w:rPr>
          <w:rFonts w:cs="Georgia"/>
          <w:bCs/>
          <w:kern w:val="1"/>
        </w:rPr>
        <w:t>’</w:t>
      </w:r>
      <w:r>
        <w:rPr>
          <w:rFonts w:cs="Georgia"/>
          <w:bCs/>
          <w:kern w:val="1"/>
        </w:rPr>
        <w:t>érosions suspectes</w:t>
      </w:r>
      <w:r w:rsidR="000E1451">
        <w:rPr>
          <w:rFonts w:cs="Georgia"/>
          <w:bCs/>
          <w:kern w:val="1"/>
        </w:rPr>
        <w:t xml:space="preserve">. </w:t>
      </w:r>
      <w:r>
        <w:rPr>
          <w:rFonts w:cs="Georgia"/>
          <w:bCs/>
          <w:kern w:val="1"/>
        </w:rPr>
        <w:t>Des bruits peu flatteurs circulaient à son sujet</w:t>
      </w:r>
      <w:r w:rsidR="000E1451">
        <w:rPr>
          <w:rFonts w:cs="Georgia"/>
          <w:bCs/>
          <w:kern w:val="1"/>
        </w:rPr>
        <w:t xml:space="preserve">. </w:t>
      </w:r>
      <w:r>
        <w:rPr>
          <w:rFonts w:cs="Georgia"/>
          <w:bCs/>
          <w:kern w:val="1"/>
        </w:rPr>
        <w:t>On racontait couramment que les objets qui traînaient dans son voisinage disparaissaient tous avec une régularité inquiétante</w:t>
      </w:r>
      <w:r w:rsidR="000E1451">
        <w:rPr>
          <w:rFonts w:cs="Georgia"/>
          <w:bCs/>
          <w:kern w:val="1"/>
        </w:rPr>
        <w:t xml:space="preserve">. </w:t>
      </w:r>
      <w:r>
        <w:rPr>
          <w:rFonts w:cs="Georgia"/>
          <w:bCs/>
          <w:kern w:val="1"/>
        </w:rPr>
        <w:t>Il avait servi en Algérie</w:t>
      </w:r>
      <w:r w:rsidR="000E1451">
        <w:rPr>
          <w:rFonts w:cs="Georgia"/>
          <w:bCs/>
          <w:kern w:val="1"/>
        </w:rPr>
        <w:t xml:space="preserve">, </w:t>
      </w:r>
      <w:r>
        <w:rPr>
          <w:rFonts w:cs="Georgia"/>
          <w:bCs/>
          <w:kern w:val="1"/>
        </w:rPr>
        <w:t>et Bergez</w:t>
      </w:r>
      <w:r w:rsidR="000E1451">
        <w:rPr>
          <w:rFonts w:cs="Georgia"/>
          <w:bCs/>
          <w:kern w:val="1"/>
        </w:rPr>
        <w:t xml:space="preserve">, </w:t>
      </w:r>
      <w:r>
        <w:rPr>
          <w:rFonts w:cs="Georgia"/>
          <w:bCs/>
          <w:kern w:val="1"/>
        </w:rPr>
        <w:t>qui le détestait</w:t>
      </w:r>
      <w:r w:rsidR="000E1451">
        <w:rPr>
          <w:rFonts w:cs="Georgia"/>
          <w:bCs/>
          <w:kern w:val="1"/>
        </w:rPr>
        <w:t xml:space="preserve">, </w:t>
      </w:r>
      <w:r>
        <w:rPr>
          <w:rFonts w:cs="Georgia"/>
          <w:bCs/>
          <w:kern w:val="1"/>
        </w:rPr>
        <w:t>affirmait avec assez de vraisemblance que son casier judiciaire lui avait alors procuré d</w:t>
      </w:r>
      <w:r w:rsidR="000E1451">
        <w:rPr>
          <w:rFonts w:cs="Georgia"/>
          <w:bCs/>
          <w:kern w:val="1"/>
        </w:rPr>
        <w:t>’</w:t>
      </w:r>
      <w:r>
        <w:rPr>
          <w:rFonts w:cs="Georgia"/>
          <w:bCs/>
          <w:kern w:val="1"/>
        </w:rPr>
        <w:t>emblée la faveur spéciale d</w:t>
      </w:r>
      <w:r w:rsidR="000E1451">
        <w:rPr>
          <w:rFonts w:cs="Georgia"/>
          <w:bCs/>
          <w:kern w:val="1"/>
        </w:rPr>
        <w:t>’</w:t>
      </w:r>
      <w:r>
        <w:rPr>
          <w:rFonts w:cs="Georgia"/>
          <w:bCs/>
          <w:kern w:val="1"/>
        </w:rPr>
        <w:t>accomplir ses trois ans aux bataillons d</w:t>
      </w:r>
      <w:r w:rsidR="000E1451">
        <w:rPr>
          <w:rFonts w:cs="Georgia"/>
          <w:bCs/>
          <w:kern w:val="1"/>
        </w:rPr>
        <w:t>’</w:t>
      </w:r>
      <w:r>
        <w:rPr>
          <w:rFonts w:cs="Georgia"/>
          <w:bCs/>
          <w:kern w:val="1"/>
        </w:rPr>
        <w:t>Afrique</w:t>
      </w:r>
      <w:r w:rsidR="000E1451">
        <w:rPr>
          <w:rFonts w:cs="Georgia"/>
          <w:bCs/>
          <w:kern w:val="1"/>
        </w:rPr>
        <w:t xml:space="preserve">. </w:t>
      </w:r>
      <w:r>
        <w:rPr>
          <w:rFonts w:cs="Georgia"/>
          <w:bCs/>
          <w:kern w:val="1"/>
        </w:rPr>
        <w:t>Pour être juste</w:t>
      </w:r>
      <w:r w:rsidR="000E1451">
        <w:rPr>
          <w:rFonts w:cs="Georgia"/>
          <w:bCs/>
          <w:kern w:val="1"/>
        </w:rPr>
        <w:t xml:space="preserve">, </w:t>
      </w:r>
      <w:r>
        <w:rPr>
          <w:rFonts w:cs="Georgia"/>
          <w:bCs/>
          <w:kern w:val="1"/>
        </w:rPr>
        <w:t>il faut ajouter qu</w:t>
      </w:r>
      <w:r w:rsidR="000E1451">
        <w:rPr>
          <w:rFonts w:cs="Georgia"/>
          <w:bCs/>
          <w:kern w:val="1"/>
        </w:rPr>
        <w:t>’</w:t>
      </w:r>
      <w:r>
        <w:rPr>
          <w:rFonts w:cs="Georgia"/>
          <w:bCs/>
          <w:kern w:val="1"/>
        </w:rPr>
        <w:t>il avait la médaille militaire</w:t>
      </w:r>
      <w:r w:rsidR="000E1451">
        <w:rPr>
          <w:rFonts w:cs="Georgia"/>
          <w:bCs/>
          <w:kern w:val="1"/>
        </w:rPr>
        <w:t xml:space="preserve">, </w:t>
      </w:r>
      <w:r>
        <w:rPr>
          <w:rFonts w:cs="Georgia"/>
          <w:bCs/>
          <w:kern w:val="1"/>
        </w:rPr>
        <w:t>avec deux ou trois très belles citations</w:t>
      </w:r>
      <w:r w:rsidR="000E1451">
        <w:rPr>
          <w:rFonts w:cs="Georgia"/>
          <w:bCs/>
          <w:kern w:val="1"/>
        </w:rPr>
        <w:t>.</w:t>
      </w:r>
    </w:p>
    <w:p w14:paraId="211016B9" w14:textId="77777777" w:rsidR="000E1451" w:rsidRDefault="000E1451" w:rsidP="00BE611A">
      <w:pPr>
        <w:rPr>
          <w:rFonts w:cs="Georgia"/>
          <w:bCs/>
          <w:kern w:val="1"/>
        </w:rPr>
      </w:pPr>
      <w:r>
        <w:rPr>
          <w:rFonts w:cs="Georgia"/>
          <w:bCs/>
          <w:kern w:val="1"/>
        </w:rPr>
        <w:lastRenderedPageBreak/>
        <w:t>— </w:t>
      </w:r>
      <w:r w:rsidR="00BE611A">
        <w:rPr>
          <w:rFonts w:cs="Georgia"/>
          <w:bCs/>
          <w:kern w:val="1"/>
        </w:rPr>
        <w:t>Dépêchez-vous</w:t>
      </w:r>
      <w:r>
        <w:rPr>
          <w:rFonts w:cs="Georgia"/>
          <w:bCs/>
          <w:kern w:val="1"/>
        </w:rPr>
        <w:t xml:space="preserve">, </w:t>
      </w:r>
      <w:r w:rsidR="00BE611A">
        <w:rPr>
          <w:rFonts w:cs="Georgia"/>
          <w:bCs/>
          <w:kern w:val="1"/>
        </w:rPr>
        <w:t>les agneaux</w:t>
      </w:r>
      <w:r>
        <w:rPr>
          <w:rFonts w:cs="Georgia"/>
          <w:bCs/>
          <w:kern w:val="1"/>
        </w:rPr>
        <w:t xml:space="preserve">, </w:t>
      </w:r>
      <w:r w:rsidR="00BE611A">
        <w:rPr>
          <w:rFonts w:cs="Georgia"/>
          <w:bCs/>
          <w:kern w:val="1"/>
        </w:rPr>
        <w:t>dit Fichet</w:t>
      </w:r>
      <w:r>
        <w:rPr>
          <w:rFonts w:cs="Georgia"/>
          <w:bCs/>
          <w:kern w:val="1"/>
        </w:rPr>
        <w:t xml:space="preserve">, </w:t>
      </w:r>
      <w:r w:rsidR="00BE611A">
        <w:rPr>
          <w:rFonts w:cs="Georgia"/>
          <w:bCs/>
          <w:kern w:val="1"/>
        </w:rPr>
        <w:t>il n</w:t>
      </w:r>
      <w:r>
        <w:rPr>
          <w:rFonts w:cs="Georgia"/>
          <w:bCs/>
          <w:kern w:val="1"/>
        </w:rPr>
        <w:t>’</w:t>
      </w:r>
      <w:r w:rsidR="00BE611A">
        <w:rPr>
          <w:rFonts w:cs="Georgia"/>
          <w:bCs/>
          <w:kern w:val="1"/>
        </w:rPr>
        <w:t>y a plus que pour cinq minutes de chandelle</w:t>
      </w:r>
      <w:r>
        <w:rPr>
          <w:rFonts w:cs="Georgia"/>
          <w:bCs/>
          <w:kern w:val="1"/>
        </w:rPr>
        <w:t xml:space="preserve">. </w:t>
      </w:r>
      <w:r w:rsidR="00BE611A">
        <w:rPr>
          <w:rFonts w:cs="Georgia"/>
          <w:bCs/>
          <w:kern w:val="1"/>
        </w:rPr>
        <w:t>Et je n</w:t>
      </w:r>
      <w:r>
        <w:rPr>
          <w:rFonts w:cs="Georgia"/>
          <w:bCs/>
          <w:kern w:val="1"/>
        </w:rPr>
        <w:t>’</w:t>
      </w:r>
      <w:r w:rsidR="00BE611A">
        <w:rPr>
          <w:rFonts w:cs="Georgia"/>
          <w:bCs/>
          <w:kern w:val="1"/>
        </w:rPr>
        <w:t>en tirerai pas une seconde de ma musette</w:t>
      </w:r>
      <w:r>
        <w:rPr>
          <w:rFonts w:cs="Georgia"/>
          <w:bCs/>
          <w:kern w:val="1"/>
        </w:rPr>
        <w:t xml:space="preserve">, </w:t>
      </w:r>
      <w:r w:rsidR="00BE611A">
        <w:rPr>
          <w:rFonts w:cs="Georgia"/>
          <w:bCs/>
          <w:kern w:val="1"/>
        </w:rPr>
        <w:t>vous savez</w:t>
      </w:r>
      <w:r>
        <w:rPr>
          <w:rFonts w:cs="Georgia"/>
          <w:bCs/>
          <w:kern w:val="1"/>
        </w:rPr>
        <w:t xml:space="preserve">. </w:t>
      </w:r>
      <w:r w:rsidR="00BE611A">
        <w:rPr>
          <w:rFonts w:cs="Georgia"/>
          <w:bCs/>
          <w:kern w:val="1"/>
        </w:rPr>
        <w:t>Je ne suis pas assez sûr de ce qui nous attend là-haut</w:t>
      </w:r>
      <w:r>
        <w:rPr>
          <w:rFonts w:cs="Georgia"/>
          <w:bCs/>
          <w:kern w:val="1"/>
        </w:rPr>
        <w:t xml:space="preserve">. </w:t>
      </w:r>
      <w:r w:rsidR="00BE611A">
        <w:rPr>
          <w:rFonts w:cs="Georgia"/>
          <w:bCs/>
          <w:kern w:val="1"/>
        </w:rPr>
        <w:t>Il faut faire des économies</w:t>
      </w:r>
      <w:r>
        <w:rPr>
          <w:rFonts w:cs="Georgia"/>
          <w:bCs/>
          <w:kern w:val="1"/>
        </w:rPr>
        <w:t xml:space="preserve">. </w:t>
      </w:r>
      <w:r w:rsidR="00BE611A">
        <w:rPr>
          <w:rFonts w:cs="Georgia"/>
          <w:bCs/>
          <w:kern w:val="1"/>
        </w:rPr>
        <w:t>Ceci est pour toi</w:t>
      </w:r>
      <w:r>
        <w:rPr>
          <w:rFonts w:cs="Georgia"/>
          <w:bCs/>
          <w:kern w:val="1"/>
        </w:rPr>
        <w:t xml:space="preserve">, </w:t>
      </w:r>
      <w:r w:rsidR="00BE611A">
        <w:rPr>
          <w:rFonts w:cs="Georgia"/>
          <w:bCs/>
          <w:kern w:val="1"/>
        </w:rPr>
        <w:t>Mister Brown</w:t>
      </w:r>
      <w:r>
        <w:rPr>
          <w:rFonts w:cs="Georgia"/>
          <w:bCs/>
          <w:kern w:val="1"/>
        </w:rPr>
        <w:t>.</w:t>
      </w:r>
    </w:p>
    <w:p w14:paraId="01448A3B" w14:textId="77777777" w:rsidR="000E1451" w:rsidRDefault="00BE611A" w:rsidP="00BE611A">
      <w:pPr>
        <w:rPr>
          <w:rFonts w:cs="Georgia"/>
          <w:bCs/>
          <w:kern w:val="1"/>
        </w:rPr>
      </w:pPr>
      <w:r>
        <w:rPr>
          <w:rFonts w:cs="Georgia"/>
          <w:bCs/>
          <w:kern w:val="1"/>
        </w:rPr>
        <w:t>Il lui tendait la moitié d</w:t>
      </w:r>
      <w:r w:rsidR="000E1451">
        <w:rPr>
          <w:rFonts w:cs="Georgia"/>
          <w:bCs/>
          <w:kern w:val="1"/>
        </w:rPr>
        <w:t>’</w:t>
      </w:r>
      <w:r>
        <w:rPr>
          <w:rFonts w:cs="Georgia"/>
          <w:bCs/>
          <w:kern w:val="1"/>
        </w:rPr>
        <w:t>un pot de confiture</w:t>
      </w:r>
      <w:r w:rsidR="000E1451">
        <w:rPr>
          <w:rFonts w:cs="Georgia"/>
          <w:bCs/>
          <w:kern w:val="1"/>
        </w:rPr>
        <w:t>.</w:t>
      </w:r>
    </w:p>
    <w:p w14:paraId="3D77B6CD" w14:textId="77777777" w:rsidR="000E1451" w:rsidRDefault="00BE611A" w:rsidP="00BE611A">
      <w:pPr>
        <w:rPr>
          <w:rFonts w:cs="Georgia"/>
          <w:bCs/>
          <w:kern w:val="1"/>
        </w:rPr>
      </w:pPr>
      <w:r>
        <w:rPr>
          <w:rFonts w:cs="Georgia"/>
          <w:bCs/>
          <w:kern w:val="1"/>
        </w:rPr>
        <w:t>L</w:t>
      </w:r>
      <w:r w:rsidR="000E1451">
        <w:rPr>
          <w:rFonts w:cs="Georgia"/>
          <w:bCs/>
          <w:kern w:val="1"/>
        </w:rPr>
        <w:t>’</w:t>
      </w:r>
      <w:r>
        <w:rPr>
          <w:rFonts w:cs="Georgia"/>
          <w:bCs/>
          <w:kern w:val="1"/>
        </w:rPr>
        <w:t>Anglais s</w:t>
      </w:r>
      <w:r w:rsidR="000E1451">
        <w:rPr>
          <w:rFonts w:cs="Georgia"/>
          <w:bCs/>
          <w:kern w:val="1"/>
        </w:rPr>
        <w:t>’</w:t>
      </w:r>
      <w:r>
        <w:rPr>
          <w:rFonts w:cs="Georgia"/>
          <w:bCs/>
          <w:kern w:val="1"/>
        </w:rPr>
        <w:t>en empara</w:t>
      </w:r>
      <w:r w:rsidR="000E1451">
        <w:rPr>
          <w:rFonts w:cs="Georgia"/>
          <w:bCs/>
          <w:kern w:val="1"/>
        </w:rPr>
        <w:t xml:space="preserve">, </w:t>
      </w:r>
      <w:r>
        <w:rPr>
          <w:rFonts w:cs="Georgia"/>
          <w:bCs/>
          <w:kern w:val="1"/>
        </w:rPr>
        <w:t>offrant en échange un paquet de tabac</w:t>
      </w:r>
      <w:r w:rsidR="000E1451">
        <w:rPr>
          <w:rFonts w:cs="Georgia"/>
          <w:bCs/>
          <w:kern w:val="1"/>
        </w:rPr>
        <w:t>.</w:t>
      </w:r>
    </w:p>
    <w:p w14:paraId="34ACA73F" w14:textId="77777777" w:rsidR="000E1451" w:rsidRDefault="000E1451" w:rsidP="00BE611A">
      <w:pPr>
        <w:rPr>
          <w:rFonts w:cs="Georgia"/>
          <w:bCs/>
          <w:kern w:val="1"/>
        </w:rPr>
      </w:pPr>
      <w:r>
        <w:rPr>
          <w:rFonts w:cs="Georgia"/>
          <w:bCs/>
          <w:kern w:val="1"/>
        </w:rPr>
        <w:t>— </w:t>
      </w:r>
      <w:r w:rsidR="00BE611A">
        <w:rPr>
          <w:rFonts w:cs="Georgia"/>
          <w:bCs/>
          <w:kern w:val="1"/>
        </w:rPr>
        <w:t>Du foin coupé</w:t>
      </w:r>
      <w:r>
        <w:rPr>
          <w:rFonts w:cs="Georgia"/>
          <w:bCs/>
          <w:kern w:val="1"/>
        </w:rPr>
        <w:t xml:space="preserve"> ! </w:t>
      </w:r>
      <w:r w:rsidR="00BE611A">
        <w:rPr>
          <w:rFonts w:cs="Georgia"/>
          <w:bCs/>
          <w:kern w:val="1"/>
        </w:rPr>
        <w:t>On le fumera tout de même</w:t>
      </w:r>
      <w:r>
        <w:rPr>
          <w:rFonts w:cs="Georgia"/>
          <w:bCs/>
          <w:kern w:val="1"/>
        </w:rPr>
        <w:t xml:space="preserve">. </w:t>
      </w:r>
      <w:r w:rsidR="00BE611A">
        <w:rPr>
          <w:rFonts w:cs="Georgia"/>
          <w:bCs/>
          <w:kern w:val="1"/>
        </w:rPr>
        <w:t>Qu</w:t>
      </w:r>
      <w:r>
        <w:rPr>
          <w:rFonts w:cs="Georgia"/>
          <w:bCs/>
          <w:kern w:val="1"/>
        </w:rPr>
        <w:t>’</w:t>
      </w:r>
      <w:r w:rsidR="00BE611A">
        <w:rPr>
          <w:rFonts w:cs="Georgia"/>
          <w:bCs/>
          <w:kern w:val="1"/>
        </w:rPr>
        <w:t>est-ce qu</w:t>
      </w:r>
      <w:r>
        <w:rPr>
          <w:rFonts w:cs="Georgia"/>
          <w:bCs/>
          <w:kern w:val="1"/>
        </w:rPr>
        <w:t>’</w:t>
      </w:r>
      <w:r w:rsidR="00BE611A">
        <w:rPr>
          <w:rFonts w:cs="Georgia"/>
          <w:bCs/>
          <w:kern w:val="1"/>
        </w:rPr>
        <w:t>il y a de neuf dans les journaux</w:t>
      </w:r>
      <w:r>
        <w:rPr>
          <w:rFonts w:cs="Georgia"/>
          <w:bCs/>
          <w:kern w:val="1"/>
        </w:rPr>
        <w:t xml:space="preserve">, </w:t>
      </w:r>
      <w:r w:rsidR="00BE611A">
        <w:rPr>
          <w:rFonts w:cs="Georgia"/>
          <w:bCs/>
          <w:kern w:val="1"/>
        </w:rPr>
        <w:t>Audemard</w:t>
      </w:r>
      <w:r>
        <w:rPr>
          <w:rFonts w:cs="Georgia"/>
          <w:bCs/>
          <w:kern w:val="1"/>
        </w:rPr>
        <w:t> ?</w:t>
      </w:r>
    </w:p>
    <w:p w14:paraId="5E98F9D8" w14:textId="77777777" w:rsidR="000E1451" w:rsidRDefault="00BE611A" w:rsidP="00BE611A">
      <w:pPr>
        <w:rPr>
          <w:rFonts w:cs="Georgia"/>
          <w:bCs/>
          <w:kern w:val="1"/>
        </w:rPr>
      </w:pPr>
      <w:r>
        <w:rPr>
          <w:rFonts w:cs="Georgia"/>
          <w:bCs/>
          <w:kern w:val="1"/>
        </w:rPr>
        <w:t>Audemard</w:t>
      </w:r>
      <w:r w:rsidR="000E1451">
        <w:rPr>
          <w:rFonts w:cs="Georgia"/>
          <w:bCs/>
          <w:kern w:val="1"/>
        </w:rPr>
        <w:t xml:space="preserve">, </w:t>
      </w:r>
      <w:r>
        <w:rPr>
          <w:rFonts w:cs="Georgia"/>
          <w:bCs/>
          <w:kern w:val="1"/>
        </w:rPr>
        <w:t>instituteur dans la banlieue parisienne</w:t>
      </w:r>
      <w:r w:rsidR="000E1451">
        <w:rPr>
          <w:rFonts w:cs="Georgia"/>
          <w:bCs/>
          <w:kern w:val="1"/>
        </w:rPr>
        <w:t xml:space="preserve">, </w:t>
      </w:r>
      <w:r>
        <w:rPr>
          <w:rFonts w:cs="Georgia"/>
          <w:bCs/>
          <w:kern w:val="1"/>
        </w:rPr>
        <w:t>était chez nous préposé aux nouvelles</w:t>
      </w:r>
      <w:r w:rsidR="000E1451">
        <w:rPr>
          <w:rFonts w:cs="Georgia"/>
          <w:bCs/>
          <w:kern w:val="1"/>
        </w:rPr>
        <w:t xml:space="preserve">. </w:t>
      </w:r>
      <w:r>
        <w:rPr>
          <w:rFonts w:cs="Georgia"/>
          <w:bCs/>
          <w:kern w:val="1"/>
        </w:rPr>
        <w:t xml:space="preserve">Il tira de sa poche un numéro du </w:t>
      </w:r>
      <w:r>
        <w:rPr>
          <w:rFonts w:cs="Georgia"/>
          <w:bCs/>
          <w:i/>
          <w:iCs/>
          <w:kern w:val="1"/>
        </w:rPr>
        <w:t>Matin</w:t>
      </w:r>
      <w:r>
        <w:rPr>
          <w:rFonts w:cs="Georgia"/>
          <w:bCs/>
          <w:kern w:val="1"/>
        </w:rPr>
        <w:t xml:space="preserve"> assez récent</w:t>
      </w:r>
      <w:r w:rsidR="000E1451">
        <w:rPr>
          <w:rFonts w:cs="Georgia"/>
          <w:bCs/>
          <w:kern w:val="1"/>
        </w:rPr>
        <w:t>.</w:t>
      </w:r>
    </w:p>
    <w:p w14:paraId="2DB5CB21" w14:textId="77777777" w:rsidR="000E1451" w:rsidRDefault="000E1451" w:rsidP="00BE611A">
      <w:pPr>
        <w:rPr>
          <w:rFonts w:cs="Georgia"/>
          <w:bCs/>
          <w:kern w:val="1"/>
        </w:rPr>
      </w:pPr>
      <w:r>
        <w:rPr>
          <w:rFonts w:cs="Georgia"/>
          <w:bCs/>
          <w:kern w:val="1"/>
        </w:rPr>
        <w:t>— </w:t>
      </w:r>
      <w:r w:rsidR="00BE611A">
        <w:rPr>
          <w:rFonts w:cs="Georgia"/>
          <w:bCs/>
          <w:kern w:val="1"/>
        </w:rPr>
        <w:t>Le 1</w:t>
      </w:r>
      <w:r>
        <w:rPr>
          <w:rFonts w:cs="Georgia"/>
          <w:bCs/>
          <w:kern w:val="1"/>
        </w:rPr>
        <w:t xml:space="preserve">2 décembre, </w:t>
      </w:r>
      <w:r w:rsidR="00BE611A">
        <w:rPr>
          <w:rFonts w:cs="Georgia"/>
          <w:bCs/>
          <w:kern w:val="1"/>
        </w:rPr>
        <w:t>la république de Panama a déclaré la guerre à l</w:t>
      </w:r>
      <w:r>
        <w:rPr>
          <w:rFonts w:cs="Georgia"/>
          <w:bCs/>
          <w:kern w:val="1"/>
        </w:rPr>
        <w:t>’</w:t>
      </w:r>
      <w:r w:rsidR="00BE611A">
        <w:rPr>
          <w:rFonts w:cs="Georgia"/>
          <w:bCs/>
          <w:kern w:val="1"/>
        </w:rPr>
        <w:t>Autriche-Hongrie</w:t>
      </w:r>
      <w:r>
        <w:rPr>
          <w:rFonts w:cs="Georgia"/>
          <w:bCs/>
          <w:kern w:val="1"/>
        </w:rPr>
        <w:t>.</w:t>
      </w:r>
    </w:p>
    <w:p w14:paraId="323E8DE7" w14:textId="77777777" w:rsidR="000E1451" w:rsidRDefault="00BE611A" w:rsidP="00BE611A">
      <w:pPr>
        <w:rPr>
          <w:rFonts w:cs="Georgia"/>
          <w:bCs/>
          <w:kern w:val="1"/>
        </w:rPr>
      </w:pPr>
      <w:r>
        <w:rPr>
          <w:rFonts w:cs="Georgia"/>
          <w:bCs/>
          <w:kern w:val="1"/>
        </w:rPr>
        <w:t>Tout le compartiment s</w:t>
      </w:r>
      <w:r w:rsidR="000E1451">
        <w:rPr>
          <w:rFonts w:cs="Georgia"/>
          <w:bCs/>
          <w:kern w:val="1"/>
        </w:rPr>
        <w:t>’</w:t>
      </w:r>
      <w:r>
        <w:rPr>
          <w:rFonts w:cs="Georgia"/>
          <w:bCs/>
          <w:kern w:val="1"/>
        </w:rPr>
        <w:t>esclaffa</w:t>
      </w:r>
      <w:r w:rsidR="000E1451">
        <w:rPr>
          <w:rFonts w:cs="Georgia"/>
          <w:bCs/>
          <w:kern w:val="1"/>
        </w:rPr>
        <w:t xml:space="preserve">, </w:t>
      </w:r>
      <w:r>
        <w:rPr>
          <w:rFonts w:cs="Georgia"/>
          <w:bCs/>
          <w:kern w:val="1"/>
        </w:rPr>
        <w:t>y compris la sentinelle</w:t>
      </w:r>
      <w:r w:rsidR="000E1451">
        <w:rPr>
          <w:rFonts w:cs="Georgia"/>
          <w:bCs/>
          <w:kern w:val="1"/>
        </w:rPr>
        <w:t>.</w:t>
      </w:r>
    </w:p>
    <w:p w14:paraId="24D69363" w14:textId="77777777" w:rsidR="000E1451" w:rsidRDefault="000E1451" w:rsidP="00BE611A">
      <w:pPr>
        <w:rPr>
          <w:rFonts w:cs="Georgia"/>
          <w:bCs/>
          <w:kern w:val="1"/>
        </w:rPr>
      </w:pPr>
      <w:r>
        <w:rPr>
          <w:rFonts w:cs="Georgia"/>
          <w:bCs/>
          <w:kern w:val="1"/>
        </w:rPr>
        <w:t>— </w:t>
      </w:r>
      <w:r w:rsidR="00BE611A">
        <w:rPr>
          <w:rFonts w:cs="Georgia"/>
          <w:bCs/>
          <w:kern w:val="1"/>
        </w:rPr>
        <w:t>Sans blague</w:t>
      </w:r>
      <w:r>
        <w:rPr>
          <w:rFonts w:cs="Georgia"/>
          <w:bCs/>
          <w:kern w:val="1"/>
        </w:rPr>
        <w:t xml:space="preserve">, </w:t>
      </w:r>
      <w:r w:rsidR="00BE611A">
        <w:rPr>
          <w:rFonts w:cs="Georgia"/>
          <w:bCs/>
          <w:kern w:val="1"/>
        </w:rPr>
        <w:t>dit Sylvestre</w:t>
      </w:r>
      <w:r>
        <w:rPr>
          <w:rFonts w:cs="Georgia"/>
          <w:bCs/>
          <w:kern w:val="1"/>
        </w:rPr>
        <w:t xml:space="preserve">, </w:t>
      </w:r>
      <w:r w:rsidR="00BE611A">
        <w:rPr>
          <w:rFonts w:cs="Georgia"/>
          <w:bCs/>
          <w:kern w:val="1"/>
        </w:rPr>
        <w:t>Panama</w:t>
      </w:r>
      <w:r>
        <w:rPr>
          <w:rFonts w:cs="Georgia"/>
          <w:bCs/>
          <w:kern w:val="1"/>
        </w:rPr>
        <w:t xml:space="preserve"> ! </w:t>
      </w:r>
      <w:r w:rsidR="00BE611A">
        <w:rPr>
          <w:rFonts w:cs="Georgia"/>
          <w:bCs/>
          <w:kern w:val="1"/>
        </w:rPr>
        <w:t>tu parles d</w:t>
      </w:r>
      <w:r>
        <w:rPr>
          <w:rFonts w:cs="Georgia"/>
          <w:bCs/>
          <w:kern w:val="1"/>
        </w:rPr>
        <w:t>’</w:t>
      </w:r>
      <w:r w:rsidR="00BE611A">
        <w:rPr>
          <w:rFonts w:cs="Georgia"/>
          <w:bCs/>
          <w:kern w:val="1"/>
        </w:rPr>
        <w:t>une occasion</w:t>
      </w:r>
      <w:r>
        <w:rPr>
          <w:rFonts w:cs="Georgia"/>
          <w:bCs/>
          <w:kern w:val="1"/>
        </w:rPr>
        <w:t xml:space="preserve"> ! </w:t>
      </w:r>
      <w:r w:rsidR="00BE611A">
        <w:rPr>
          <w:rFonts w:cs="Georgia"/>
          <w:bCs/>
          <w:kern w:val="1"/>
        </w:rPr>
        <w:t>Jusqu</w:t>
      </w:r>
      <w:r>
        <w:rPr>
          <w:rFonts w:cs="Georgia"/>
          <w:bCs/>
          <w:kern w:val="1"/>
        </w:rPr>
        <w:t>’</w:t>
      </w:r>
      <w:r w:rsidR="00BE611A">
        <w:rPr>
          <w:rFonts w:cs="Georgia"/>
          <w:bCs/>
          <w:kern w:val="1"/>
        </w:rPr>
        <w:t>au Boche que cela fait marrer</w:t>
      </w:r>
      <w:r>
        <w:rPr>
          <w:rFonts w:cs="Georgia"/>
          <w:bCs/>
          <w:kern w:val="1"/>
        </w:rPr>
        <w:t xml:space="preserve"> ! </w:t>
      </w:r>
      <w:r w:rsidR="00BE611A">
        <w:rPr>
          <w:rFonts w:cs="Georgia"/>
          <w:bCs/>
          <w:kern w:val="1"/>
        </w:rPr>
        <w:t>Il ne pige que pouic</w:t>
      </w:r>
      <w:r>
        <w:rPr>
          <w:rFonts w:cs="Georgia"/>
          <w:bCs/>
          <w:kern w:val="1"/>
        </w:rPr>
        <w:t xml:space="preserve">, </w:t>
      </w:r>
      <w:r w:rsidR="00BE611A">
        <w:rPr>
          <w:rFonts w:cs="Georgia"/>
          <w:bCs/>
          <w:kern w:val="1"/>
        </w:rPr>
        <w:t>mais il rigole tout de même</w:t>
      </w:r>
      <w:r>
        <w:rPr>
          <w:rFonts w:cs="Georgia"/>
          <w:bCs/>
          <w:kern w:val="1"/>
        </w:rPr>
        <w:t xml:space="preserve">. </w:t>
      </w:r>
      <w:r w:rsidR="00BE611A">
        <w:rPr>
          <w:rFonts w:cs="Georgia"/>
          <w:bCs/>
          <w:kern w:val="1"/>
        </w:rPr>
        <w:t>On est content</w:t>
      </w:r>
      <w:r>
        <w:rPr>
          <w:rFonts w:cs="Georgia"/>
          <w:bCs/>
          <w:kern w:val="1"/>
        </w:rPr>
        <w:t xml:space="preserve">, </w:t>
      </w:r>
      <w:r w:rsidR="00BE611A">
        <w:rPr>
          <w:rFonts w:cs="Georgia"/>
          <w:bCs/>
          <w:kern w:val="1"/>
        </w:rPr>
        <w:t xml:space="preserve">hein </w:t>
      </w:r>
      <w:r w:rsidR="00BE611A">
        <w:rPr>
          <w:rFonts w:cs="Georgia"/>
          <w:bCs/>
          <w:i/>
          <w:iCs/>
          <w:kern w:val="1"/>
        </w:rPr>
        <w:t>grosspapa</w:t>
      </w:r>
      <w:r>
        <w:rPr>
          <w:rFonts w:cs="Georgia"/>
          <w:bCs/>
          <w:i/>
          <w:iCs/>
          <w:kern w:val="1"/>
        </w:rPr>
        <w:t xml:space="preserve"> ? </w:t>
      </w:r>
      <w:r w:rsidR="00BE611A">
        <w:rPr>
          <w:rFonts w:cs="Georgia"/>
          <w:bCs/>
          <w:kern w:val="1"/>
        </w:rPr>
        <w:t>Pose donc ton flingot</w:t>
      </w:r>
      <w:r>
        <w:rPr>
          <w:rFonts w:cs="Georgia"/>
          <w:bCs/>
          <w:kern w:val="1"/>
        </w:rPr>
        <w:t xml:space="preserve">, </w:t>
      </w:r>
      <w:r w:rsidR="00BE611A">
        <w:rPr>
          <w:rFonts w:cs="Georgia"/>
          <w:bCs/>
          <w:kern w:val="1"/>
        </w:rPr>
        <w:t>animal</w:t>
      </w:r>
      <w:r>
        <w:rPr>
          <w:rFonts w:cs="Georgia"/>
          <w:bCs/>
          <w:kern w:val="1"/>
        </w:rPr>
        <w:t>.</w:t>
      </w:r>
    </w:p>
    <w:p w14:paraId="56E106D8" w14:textId="77777777" w:rsidR="000E1451" w:rsidRDefault="00BE611A" w:rsidP="00BE611A">
      <w:pPr>
        <w:rPr>
          <w:rFonts w:cs="Georgia"/>
          <w:bCs/>
          <w:kern w:val="1"/>
        </w:rPr>
      </w:pPr>
      <w:r>
        <w:rPr>
          <w:rFonts w:cs="Georgia"/>
          <w:bCs/>
          <w:kern w:val="1"/>
        </w:rPr>
        <w:t>D</w:t>
      </w:r>
      <w:r w:rsidR="000E1451">
        <w:rPr>
          <w:rFonts w:cs="Georgia"/>
          <w:bCs/>
          <w:kern w:val="1"/>
        </w:rPr>
        <w:t>’</w:t>
      </w:r>
      <w:r>
        <w:rPr>
          <w:rFonts w:cs="Georgia"/>
          <w:bCs/>
          <w:kern w:val="1"/>
        </w:rPr>
        <w:t>autorité</w:t>
      </w:r>
      <w:r w:rsidR="000E1451">
        <w:rPr>
          <w:rFonts w:cs="Georgia"/>
          <w:bCs/>
          <w:kern w:val="1"/>
        </w:rPr>
        <w:t xml:space="preserve">, </w:t>
      </w:r>
      <w:r>
        <w:rPr>
          <w:rFonts w:cs="Georgia"/>
          <w:bCs/>
          <w:kern w:val="1"/>
        </w:rPr>
        <w:t>il lui prit son fusil qu</w:t>
      </w:r>
      <w:r w:rsidR="000E1451">
        <w:rPr>
          <w:rFonts w:cs="Georgia"/>
          <w:bCs/>
          <w:kern w:val="1"/>
        </w:rPr>
        <w:t>’</w:t>
      </w:r>
      <w:r>
        <w:rPr>
          <w:rFonts w:cs="Georgia"/>
          <w:bCs/>
          <w:kern w:val="1"/>
        </w:rPr>
        <w:t>il cala contre la banquette</w:t>
      </w:r>
      <w:r w:rsidR="000E1451">
        <w:rPr>
          <w:rFonts w:cs="Georgia"/>
          <w:bCs/>
          <w:kern w:val="1"/>
        </w:rPr>
        <w:t>.</w:t>
      </w:r>
    </w:p>
    <w:p w14:paraId="11D06A0F" w14:textId="77777777" w:rsidR="000E1451" w:rsidRDefault="000E1451" w:rsidP="00BE611A">
      <w:pPr>
        <w:rPr>
          <w:rFonts w:cs="Georgia"/>
          <w:bCs/>
          <w:kern w:val="1"/>
        </w:rPr>
      </w:pPr>
      <w:r>
        <w:rPr>
          <w:rFonts w:cs="Georgia"/>
          <w:bCs/>
          <w:kern w:val="1"/>
        </w:rPr>
        <w:t>— </w:t>
      </w:r>
      <w:r w:rsidR="00BE611A">
        <w:rPr>
          <w:rFonts w:cs="Georgia"/>
          <w:bCs/>
          <w:kern w:val="1"/>
        </w:rPr>
        <w:t>Qu</w:t>
      </w:r>
      <w:r>
        <w:rPr>
          <w:rFonts w:cs="Georgia"/>
          <w:bCs/>
          <w:kern w:val="1"/>
        </w:rPr>
        <w:t>’</w:t>
      </w:r>
      <w:r w:rsidR="00BE611A">
        <w:rPr>
          <w:rFonts w:cs="Georgia"/>
          <w:bCs/>
          <w:kern w:val="1"/>
        </w:rPr>
        <w:t>est-ce qu</w:t>
      </w:r>
      <w:r>
        <w:rPr>
          <w:rFonts w:cs="Georgia"/>
          <w:bCs/>
          <w:kern w:val="1"/>
        </w:rPr>
        <w:t>’</w:t>
      </w:r>
      <w:r w:rsidR="00BE611A">
        <w:rPr>
          <w:rFonts w:cs="Georgia"/>
          <w:bCs/>
          <w:kern w:val="1"/>
        </w:rPr>
        <w:t>il y a encore</w:t>
      </w:r>
      <w:r>
        <w:rPr>
          <w:rFonts w:cs="Georgia"/>
          <w:bCs/>
          <w:kern w:val="1"/>
        </w:rPr>
        <w:t xml:space="preserve">, </w:t>
      </w:r>
      <w:r w:rsidR="00BE611A">
        <w:rPr>
          <w:rFonts w:cs="Georgia"/>
          <w:bCs/>
          <w:kern w:val="1"/>
        </w:rPr>
        <w:t>comme tuyaux</w:t>
      </w:r>
      <w:r>
        <w:rPr>
          <w:rFonts w:cs="Georgia"/>
          <w:bCs/>
          <w:kern w:val="1"/>
        </w:rPr>
        <w:t> ?</w:t>
      </w:r>
    </w:p>
    <w:p w14:paraId="03816FE9" w14:textId="77777777" w:rsidR="000E1451" w:rsidRDefault="000E1451" w:rsidP="00BE611A">
      <w:pPr>
        <w:rPr>
          <w:rFonts w:cs="Georgia"/>
          <w:bCs/>
          <w:kern w:val="1"/>
        </w:rPr>
      </w:pPr>
      <w:r>
        <w:rPr>
          <w:rFonts w:cs="Georgia"/>
          <w:bCs/>
          <w:kern w:val="1"/>
        </w:rPr>
        <w:t>— </w:t>
      </w:r>
      <w:r w:rsidR="00BE611A">
        <w:rPr>
          <w:rFonts w:cs="Georgia"/>
          <w:bCs/>
          <w:kern w:val="1"/>
        </w:rPr>
        <w:t>Les Anglais</w:t>
      </w:r>
      <w:r>
        <w:rPr>
          <w:rFonts w:cs="Georgia"/>
          <w:bCs/>
          <w:kern w:val="1"/>
        </w:rPr>
        <w:t xml:space="preserve">, </w:t>
      </w:r>
      <w:r w:rsidR="00BE611A">
        <w:rPr>
          <w:rFonts w:cs="Georgia"/>
          <w:bCs/>
          <w:kern w:val="1"/>
        </w:rPr>
        <w:t>continua Audemard</w:t>
      </w:r>
      <w:r>
        <w:rPr>
          <w:rFonts w:cs="Georgia"/>
          <w:bCs/>
          <w:kern w:val="1"/>
        </w:rPr>
        <w:t xml:space="preserve">, </w:t>
      </w:r>
      <w:r w:rsidR="00BE611A">
        <w:rPr>
          <w:rFonts w:cs="Georgia"/>
          <w:bCs/>
          <w:kern w:val="1"/>
        </w:rPr>
        <w:t>se sont emparés de Jérusalem</w:t>
      </w:r>
      <w:r>
        <w:rPr>
          <w:rFonts w:cs="Georgia"/>
          <w:bCs/>
          <w:kern w:val="1"/>
        </w:rPr>
        <w:t>.</w:t>
      </w:r>
    </w:p>
    <w:p w14:paraId="17AEE270" w14:textId="77777777" w:rsidR="000E1451" w:rsidRDefault="000E1451" w:rsidP="00BE611A">
      <w:pPr>
        <w:rPr>
          <w:rFonts w:cs="Georgia"/>
          <w:bCs/>
          <w:kern w:val="1"/>
        </w:rPr>
      </w:pPr>
      <w:r>
        <w:rPr>
          <w:rFonts w:cs="Georgia"/>
          <w:bCs/>
          <w:kern w:val="1"/>
          <w:lang w:val="en-GB"/>
        </w:rPr>
        <w:t>— </w:t>
      </w:r>
      <w:r w:rsidR="00BE611A">
        <w:rPr>
          <w:rFonts w:cs="Georgia"/>
          <w:bCs/>
          <w:kern w:val="1"/>
          <w:lang w:val="en-GB"/>
        </w:rPr>
        <w:t>Aôh</w:t>
      </w:r>
      <w:r>
        <w:rPr>
          <w:rFonts w:cs="Georgia"/>
          <w:bCs/>
          <w:kern w:val="1"/>
          <w:lang w:val="en-GB"/>
        </w:rPr>
        <w:t xml:space="preserve">, </w:t>
      </w:r>
      <w:r w:rsidR="00BE611A">
        <w:rPr>
          <w:rFonts w:cs="Georgia"/>
          <w:bCs/>
          <w:kern w:val="1"/>
          <w:lang w:val="en-GB"/>
        </w:rPr>
        <w:t>dit Mister Brown</w:t>
      </w:r>
      <w:r>
        <w:rPr>
          <w:rFonts w:cs="Georgia"/>
          <w:bCs/>
          <w:kern w:val="1"/>
          <w:lang w:val="en-GB"/>
        </w:rPr>
        <w:t xml:space="preserve">, </w:t>
      </w:r>
      <w:r w:rsidR="00BE611A">
        <w:rPr>
          <w:rFonts w:cs="Georgia"/>
          <w:bCs/>
          <w:kern w:val="1"/>
          <w:lang w:val="en-GB"/>
        </w:rPr>
        <w:t>Jérusalem</w:t>
      </w:r>
      <w:r>
        <w:rPr>
          <w:rFonts w:cs="Georgia"/>
          <w:bCs/>
          <w:kern w:val="1"/>
          <w:lang w:val="en-GB"/>
        </w:rPr>
        <w:t xml:space="preserve"> ? </w:t>
      </w:r>
      <w:r w:rsidR="00BE611A">
        <w:rPr>
          <w:rFonts w:cs="Georgia"/>
          <w:bCs/>
          <w:kern w:val="1"/>
        </w:rPr>
        <w:t>Very good</w:t>
      </w:r>
      <w:r>
        <w:rPr>
          <w:rFonts w:cs="Georgia"/>
          <w:bCs/>
          <w:kern w:val="1"/>
        </w:rPr>
        <w:t> !</w:t>
      </w:r>
    </w:p>
    <w:p w14:paraId="2B319D48" w14:textId="77777777" w:rsidR="000E1451" w:rsidRDefault="000E1451" w:rsidP="00BE611A">
      <w:pPr>
        <w:rPr>
          <w:rFonts w:cs="Georgia"/>
          <w:bCs/>
          <w:kern w:val="1"/>
        </w:rPr>
      </w:pPr>
      <w:r>
        <w:rPr>
          <w:rFonts w:cs="Georgia"/>
          <w:bCs/>
          <w:kern w:val="1"/>
        </w:rPr>
        <w:lastRenderedPageBreak/>
        <w:t>— </w:t>
      </w:r>
      <w:r w:rsidR="00BE611A">
        <w:rPr>
          <w:rFonts w:cs="Georgia"/>
          <w:bCs/>
          <w:kern w:val="1"/>
        </w:rPr>
        <w:t>Alors</w:t>
      </w:r>
      <w:r>
        <w:rPr>
          <w:rFonts w:cs="Georgia"/>
          <w:bCs/>
          <w:kern w:val="1"/>
        </w:rPr>
        <w:t xml:space="preserve">, </w:t>
      </w:r>
      <w:r w:rsidR="00BE611A">
        <w:rPr>
          <w:rFonts w:cs="Georgia"/>
          <w:bCs/>
          <w:kern w:val="1"/>
        </w:rPr>
        <w:t>tu es content</w:t>
      </w:r>
      <w:r>
        <w:rPr>
          <w:rFonts w:cs="Georgia"/>
          <w:bCs/>
          <w:kern w:val="1"/>
        </w:rPr>
        <w:t xml:space="preserve">, </w:t>
      </w:r>
      <w:r w:rsidR="00BE611A">
        <w:rPr>
          <w:rFonts w:cs="Georgia"/>
          <w:bCs/>
          <w:kern w:val="1"/>
        </w:rPr>
        <w:t>toi aussi</w:t>
      </w:r>
      <w:r>
        <w:rPr>
          <w:rFonts w:cs="Georgia"/>
          <w:bCs/>
          <w:kern w:val="1"/>
        </w:rPr>
        <w:t xml:space="preserve"> ? </w:t>
      </w:r>
      <w:r w:rsidR="00BE611A">
        <w:rPr>
          <w:rFonts w:cs="Georgia"/>
          <w:bCs/>
          <w:kern w:val="1"/>
        </w:rPr>
        <w:t>Bravo</w:t>
      </w:r>
      <w:r>
        <w:rPr>
          <w:rFonts w:cs="Georgia"/>
          <w:bCs/>
          <w:kern w:val="1"/>
        </w:rPr>
        <w:t xml:space="preserve"> ! </w:t>
      </w:r>
      <w:r w:rsidR="00BE611A">
        <w:rPr>
          <w:rFonts w:cs="Georgia"/>
          <w:bCs/>
          <w:kern w:val="1"/>
        </w:rPr>
        <w:t>Tout le monde est content</w:t>
      </w:r>
      <w:r>
        <w:rPr>
          <w:rFonts w:cs="Georgia"/>
          <w:bCs/>
          <w:kern w:val="1"/>
        </w:rPr>
        <w:t xml:space="preserve">. </w:t>
      </w:r>
      <w:r w:rsidR="00BE611A">
        <w:rPr>
          <w:rFonts w:cs="Georgia"/>
          <w:bCs/>
          <w:kern w:val="1"/>
        </w:rPr>
        <w:t>On dirait un train de plaisir</w:t>
      </w:r>
      <w:r>
        <w:rPr>
          <w:rFonts w:cs="Georgia"/>
          <w:bCs/>
          <w:kern w:val="1"/>
        </w:rPr>
        <w:t xml:space="preserve">, </w:t>
      </w:r>
      <w:r w:rsidR="00BE611A">
        <w:rPr>
          <w:rFonts w:cs="Georgia"/>
          <w:bCs/>
          <w:kern w:val="1"/>
        </w:rPr>
        <w:t>ma parole</w:t>
      </w:r>
      <w:r>
        <w:rPr>
          <w:rFonts w:cs="Georgia"/>
          <w:bCs/>
          <w:kern w:val="1"/>
        </w:rPr>
        <w:t xml:space="preserve">. </w:t>
      </w:r>
      <w:r w:rsidR="00BE611A">
        <w:rPr>
          <w:rFonts w:cs="Georgia"/>
          <w:bCs/>
          <w:kern w:val="1"/>
        </w:rPr>
        <w:t>Bon</w:t>
      </w:r>
      <w:r>
        <w:rPr>
          <w:rFonts w:cs="Georgia"/>
          <w:bCs/>
          <w:kern w:val="1"/>
        </w:rPr>
        <w:t xml:space="preserve">, </w:t>
      </w:r>
      <w:r w:rsidR="00BE611A">
        <w:rPr>
          <w:rFonts w:cs="Georgia"/>
          <w:bCs/>
          <w:kern w:val="1"/>
        </w:rPr>
        <w:t>voilà la chandelle qui se débine</w:t>
      </w:r>
      <w:r>
        <w:rPr>
          <w:rFonts w:cs="Georgia"/>
          <w:bCs/>
          <w:kern w:val="1"/>
        </w:rPr>
        <w:t xml:space="preserve">. </w:t>
      </w:r>
      <w:r w:rsidR="00BE611A">
        <w:rPr>
          <w:rFonts w:cs="Georgia"/>
          <w:bCs/>
          <w:kern w:val="1"/>
        </w:rPr>
        <w:t>Ça y est</w:t>
      </w:r>
      <w:r>
        <w:rPr>
          <w:rFonts w:cs="Georgia"/>
          <w:bCs/>
          <w:kern w:val="1"/>
        </w:rPr>
        <w:t xml:space="preserve"> ! </w:t>
      </w:r>
      <w:r w:rsidR="00BE611A">
        <w:rPr>
          <w:rFonts w:cs="Georgia"/>
          <w:bCs/>
          <w:kern w:val="1"/>
        </w:rPr>
        <w:t>Huit heures dans le noir</w:t>
      </w:r>
      <w:r>
        <w:rPr>
          <w:rFonts w:cs="Georgia"/>
          <w:bCs/>
          <w:kern w:val="1"/>
        </w:rPr>
        <w:t xml:space="preserve">, </w:t>
      </w:r>
      <w:r w:rsidR="00BE611A">
        <w:rPr>
          <w:rFonts w:cs="Georgia"/>
          <w:bCs/>
          <w:kern w:val="1"/>
        </w:rPr>
        <w:t>à présent</w:t>
      </w:r>
      <w:r>
        <w:rPr>
          <w:rFonts w:cs="Georgia"/>
          <w:bCs/>
          <w:kern w:val="1"/>
        </w:rPr>
        <w:t xml:space="preserve"> ! </w:t>
      </w:r>
      <w:r w:rsidR="00BE611A">
        <w:rPr>
          <w:rFonts w:cs="Georgia"/>
          <w:bCs/>
          <w:kern w:val="1"/>
        </w:rPr>
        <w:t>Eh là</w:t>
      </w:r>
      <w:r>
        <w:rPr>
          <w:rFonts w:cs="Georgia"/>
          <w:bCs/>
          <w:kern w:val="1"/>
        </w:rPr>
        <w:t xml:space="preserve"> ! </w:t>
      </w:r>
      <w:r w:rsidR="00BE611A">
        <w:rPr>
          <w:rFonts w:cs="Georgia"/>
          <w:bCs/>
          <w:kern w:val="1"/>
        </w:rPr>
        <w:t>attention à mes pieds</w:t>
      </w:r>
      <w:r>
        <w:rPr>
          <w:rFonts w:cs="Georgia"/>
          <w:bCs/>
          <w:kern w:val="1"/>
        </w:rPr>
        <w:t xml:space="preserve">, </w:t>
      </w:r>
      <w:r w:rsidR="00BE611A">
        <w:rPr>
          <w:rFonts w:cs="Georgia"/>
          <w:bCs/>
          <w:kern w:val="1"/>
        </w:rPr>
        <w:t>le voisin d</w:t>
      </w:r>
      <w:r>
        <w:rPr>
          <w:rFonts w:cs="Georgia"/>
          <w:bCs/>
          <w:kern w:val="1"/>
        </w:rPr>
        <w:t>’</w:t>
      </w:r>
      <w:r w:rsidR="00BE611A">
        <w:rPr>
          <w:rFonts w:cs="Georgia"/>
          <w:bCs/>
          <w:kern w:val="1"/>
        </w:rPr>
        <w:t>en face</w:t>
      </w:r>
      <w:r>
        <w:rPr>
          <w:rFonts w:cs="Georgia"/>
          <w:bCs/>
          <w:kern w:val="1"/>
        </w:rPr>
        <w:t>.</w:t>
      </w:r>
    </w:p>
    <w:p w14:paraId="296BAEA5" w14:textId="77777777" w:rsidR="000E1451" w:rsidRDefault="00BE611A" w:rsidP="00BE611A">
      <w:pPr>
        <w:rPr>
          <w:rFonts w:cs="Georgia"/>
          <w:bCs/>
          <w:kern w:val="1"/>
        </w:rPr>
      </w:pPr>
      <w:r>
        <w:rPr>
          <w:rFonts w:cs="Georgia"/>
          <w:bCs/>
          <w:kern w:val="1"/>
        </w:rPr>
        <w:t>Tous s</w:t>
      </w:r>
      <w:r w:rsidR="000E1451">
        <w:rPr>
          <w:rFonts w:cs="Georgia"/>
          <w:bCs/>
          <w:kern w:val="1"/>
        </w:rPr>
        <w:t>’</w:t>
      </w:r>
      <w:r>
        <w:rPr>
          <w:rFonts w:cs="Georgia"/>
          <w:bCs/>
          <w:kern w:val="1"/>
        </w:rPr>
        <w:t>étaient tus</w:t>
      </w:r>
      <w:r w:rsidR="000E1451">
        <w:rPr>
          <w:rFonts w:cs="Georgia"/>
          <w:bCs/>
          <w:kern w:val="1"/>
        </w:rPr>
        <w:t xml:space="preserve">. </w:t>
      </w:r>
      <w:r>
        <w:rPr>
          <w:rFonts w:cs="Georgia"/>
          <w:bCs/>
          <w:kern w:val="1"/>
        </w:rPr>
        <w:t>On eût dit un poulailler après la chute du soleil</w:t>
      </w:r>
      <w:r w:rsidR="000E1451">
        <w:rPr>
          <w:rFonts w:cs="Georgia"/>
          <w:bCs/>
          <w:kern w:val="1"/>
        </w:rPr>
        <w:t xml:space="preserve">. </w:t>
      </w:r>
      <w:r>
        <w:rPr>
          <w:rFonts w:cs="Georgia"/>
          <w:bCs/>
          <w:kern w:val="1"/>
        </w:rPr>
        <w:t>Une fois encore le fausset de Gourrut grinça</w:t>
      </w:r>
      <w:r w:rsidR="000E1451">
        <w:rPr>
          <w:rFonts w:cs="Georgia"/>
          <w:bCs/>
          <w:kern w:val="1"/>
        </w:rPr>
        <w:t> :</w:t>
      </w:r>
    </w:p>
    <w:p w14:paraId="2317C177" w14:textId="77777777" w:rsidR="000E1451" w:rsidRDefault="000E1451" w:rsidP="00BE611A">
      <w:pPr>
        <w:rPr>
          <w:rFonts w:cs="Georgia"/>
          <w:bCs/>
          <w:kern w:val="1"/>
        </w:rPr>
      </w:pPr>
      <w:r>
        <w:rPr>
          <w:rFonts w:cs="Georgia"/>
          <w:bCs/>
          <w:kern w:val="1"/>
        </w:rPr>
        <w:t>— </w:t>
      </w:r>
      <w:r w:rsidR="00BE611A">
        <w:rPr>
          <w:rFonts w:cs="Georgia"/>
          <w:bCs/>
          <w:kern w:val="1"/>
        </w:rPr>
        <w:t>Panama</w:t>
      </w:r>
      <w:r>
        <w:rPr>
          <w:rFonts w:cs="Georgia"/>
          <w:bCs/>
          <w:kern w:val="1"/>
        </w:rPr>
        <w:t xml:space="preserve"> ! </w:t>
      </w:r>
      <w:r w:rsidR="00BE611A">
        <w:rPr>
          <w:rFonts w:cs="Georgia"/>
          <w:bCs/>
          <w:kern w:val="1"/>
        </w:rPr>
        <w:t>Jérusalem</w:t>
      </w:r>
      <w:r>
        <w:rPr>
          <w:rFonts w:cs="Georgia"/>
          <w:bCs/>
          <w:kern w:val="1"/>
        </w:rPr>
        <w:t xml:space="preserve"> ! </w:t>
      </w:r>
      <w:r w:rsidR="00BE611A">
        <w:rPr>
          <w:rFonts w:cs="Georgia"/>
          <w:bCs/>
          <w:kern w:val="1"/>
        </w:rPr>
        <w:t>Si ce n</w:t>
      </w:r>
      <w:r>
        <w:rPr>
          <w:rFonts w:cs="Georgia"/>
          <w:bCs/>
          <w:kern w:val="1"/>
        </w:rPr>
        <w:t>’</w:t>
      </w:r>
      <w:r w:rsidR="00BE611A">
        <w:rPr>
          <w:rFonts w:cs="Georgia"/>
          <w:bCs/>
          <w:kern w:val="1"/>
        </w:rPr>
        <w:t>est pas malheureux</w:t>
      </w:r>
      <w:r>
        <w:rPr>
          <w:rFonts w:cs="Georgia"/>
          <w:bCs/>
          <w:kern w:val="1"/>
        </w:rPr>
        <w:t xml:space="preserve"> ! </w:t>
      </w:r>
      <w:r w:rsidR="00BE611A">
        <w:rPr>
          <w:rFonts w:cs="Georgia"/>
          <w:bCs/>
          <w:kern w:val="1"/>
        </w:rPr>
        <w:t>Des bobards pareils</w:t>
      </w:r>
      <w:r>
        <w:rPr>
          <w:rFonts w:cs="Georgia"/>
          <w:bCs/>
          <w:kern w:val="1"/>
        </w:rPr>
        <w:t xml:space="preserve">, </w:t>
      </w:r>
      <w:r w:rsidR="00BE611A">
        <w:rPr>
          <w:rFonts w:cs="Georgia"/>
          <w:bCs/>
          <w:kern w:val="1"/>
        </w:rPr>
        <w:t>après trois ans et demi de guerre</w:t>
      </w:r>
      <w:r>
        <w:rPr>
          <w:rFonts w:cs="Georgia"/>
          <w:bCs/>
          <w:kern w:val="1"/>
        </w:rPr>
        <w:t xml:space="preserve"> ! </w:t>
      </w:r>
      <w:r w:rsidR="00BE611A">
        <w:rPr>
          <w:rFonts w:cs="Georgia"/>
          <w:bCs/>
          <w:kern w:val="1"/>
        </w:rPr>
        <w:t>Ah</w:t>
      </w:r>
      <w:r>
        <w:rPr>
          <w:rFonts w:cs="Georgia"/>
          <w:bCs/>
          <w:kern w:val="1"/>
        </w:rPr>
        <w:t xml:space="preserve"> ! </w:t>
      </w:r>
      <w:r w:rsidR="00BE611A">
        <w:rPr>
          <w:rFonts w:cs="Georgia"/>
          <w:bCs/>
          <w:kern w:val="1"/>
        </w:rPr>
        <w:t>on se sera bien foutu de nous</w:t>
      </w:r>
      <w:r>
        <w:rPr>
          <w:rFonts w:cs="Georgia"/>
          <w:bCs/>
          <w:kern w:val="1"/>
        </w:rPr>
        <w:t> !</w:t>
      </w:r>
    </w:p>
    <w:p w14:paraId="6165BDAE" w14:textId="77777777" w:rsidR="000E1451" w:rsidRDefault="000E1451" w:rsidP="00BE611A">
      <w:pPr>
        <w:rPr>
          <w:rFonts w:cs="Georgia"/>
          <w:bCs/>
          <w:kern w:val="1"/>
        </w:rPr>
      </w:pPr>
      <w:r>
        <w:rPr>
          <w:rFonts w:cs="Georgia"/>
          <w:bCs/>
          <w:kern w:val="1"/>
        </w:rPr>
        <w:t>— </w:t>
      </w:r>
      <w:r w:rsidR="00BE611A">
        <w:rPr>
          <w:rFonts w:cs="Georgia"/>
          <w:bCs/>
          <w:kern w:val="1"/>
        </w:rPr>
        <w:t>La ferme</w:t>
      </w:r>
      <w:r>
        <w:rPr>
          <w:rFonts w:cs="Georgia"/>
          <w:bCs/>
          <w:kern w:val="1"/>
        </w:rPr>
        <w:t xml:space="preserve">, </w:t>
      </w:r>
      <w:r w:rsidR="00BE611A">
        <w:rPr>
          <w:rFonts w:cs="Georgia"/>
          <w:bCs/>
          <w:kern w:val="1"/>
        </w:rPr>
        <w:t>eh</w:t>
      </w:r>
      <w:r>
        <w:rPr>
          <w:rFonts w:cs="Georgia"/>
          <w:bCs/>
          <w:kern w:val="1"/>
        </w:rPr>
        <w:t xml:space="preserve">, </w:t>
      </w:r>
      <w:r w:rsidR="00BE611A">
        <w:rPr>
          <w:rFonts w:cs="Georgia"/>
          <w:bCs/>
          <w:kern w:val="1"/>
        </w:rPr>
        <w:t>là-bas</w:t>
      </w:r>
      <w:r>
        <w:rPr>
          <w:rFonts w:cs="Georgia"/>
          <w:bCs/>
          <w:kern w:val="1"/>
        </w:rPr>
        <w:t xml:space="preserve">, </w:t>
      </w:r>
      <w:r w:rsidR="00BE611A">
        <w:rPr>
          <w:rFonts w:cs="Georgia"/>
          <w:bCs/>
          <w:kern w:val="1"/>
        </w:rPr>
        <w:t>fit Sylvestre</w:t>
      </w:r>
      <w:r>
        <w:rPr>
          <w:rFonts w:cs="Georgia"/>
          <w:bCs/>
          <w:kern w:val="1"/>
        </w:rPr>
        <w:t xml:space="preserve">. </w:t>
      </w:r>
      <w:r w:rsidR="00BE611A">
        <w:rPr>
          <w:rFonts w:cs="Georgia"/>
          <w:bCs/>
          <w:kern w:val="1"/>
        </w:rPr>
        <w:t>On veut dormir</w:t>
      </w:r>
      <w:r>
        <w:rPr>
          <w:rFonts w:cs="Georgia"/>
          <w:bCs/>
          <w:kern w:val="1"/>
        </w:rPr>
        <w:t xml:space="preserve">. </w:t>
      </w:r>
      <w:r w:rsidR="00BE611A">
        <w:rPr>
          <w:rFonts w:cs="Georgia"/>
          <w:bCs/>
          <w:kern w:val="1"/>
        </w:rPr>
        <w:t>Si t</w:t>
      </w:r>
      <w:r>
        <w:rPr>
          <w:rFonts w:cs="Georgia"/>
          <w:bCs/>
          <w:kern w:val="1"/>
        </w:rPr>
        <w:t>’</w:t>
      </w:r>
      <w:r w:rsidR="00BE611A">
        <w:rPr>
          <w:rFonts w:cs="Georgia"/>
          <w:bCs/>
          <w:kern w:val="1"/>
        </w:rPr>
        <w:t>es pas content</w:t>
      </w:r>
      <w:r>
        <w:rPr>
          <w:rFonts w:cs="Georgia"/>
          <w:bCs/>
          <w:kern w:val="1"/>
        </w:rPr>
        <w:t xml:space="preserve">, </w:t>
      </w:r>
      <w:r w:rsidR="00BE611A">
        <w:rPr>
          <w:rFonts w:cs="Georgia"/>
          <w:bCs/>
          <w:kern w:val="1"/>
        </w:rPr>
        <w:t>toi</w:t>
      </w:r>
      <w:r>
        <w:rPr>
          <w:rFonts w:cs="Georgia"/>
          <w:bCs/>
          <w:kern w:val="1"/>
        </w:rPr>
        <w:t xml:space="preserve">, </w:t>
      </w:r>
      <w:r w:rsidR="00BE611A">
        <w:rPr>
          <w:rFonts w:cs="Georgia"/>
          <w:bCs/>
          <w:kern w:val="1"/>
        </w:rPr>
        <w:t>va faire un tour dans la campagne</w:t>
      </w:r>
      <w:r>
        <w:rPr>
          <w:rFonts w:cs="Georgia"/>
          <w:bCs/>
          <w:kern w:val="1"/>
        </w:rPr>
        <w:t>.</w:t>
      </w:r>
    </w:p>
    <w:p w14:paraId="172AB90B" w14:textId="77777777" w:rsidR="000E1451" w:rsidRDefault="00BE611A" w:rsidP="00BE611A">
      <w:pPr>
        <w:rPr>
          <w:rFonts w:cs="Georgia"/>
          <w:bCs/>
          <w:kern w:val="1"/>
        </w:rPr>
      </w:pPr>
      <w:r>
        <w:rPr>
          <w:rFonts w:cs="Georgia"/>
          <w:bCs/>
          <w:kern w:val="1"/>
        </w:rPr>
        <w:t>Et l</w:t>
      </w:r>
      <w:r w:rsidR="000E1451">
        <w:rPr>
          <w:rFonts w:cs="Georgia"/>
          <w:bCs/>
          <w:kern w:val="1"/>
        </w:rPr>
        <w:t>’</w:t>
      </w:r>
      <w:r>
        <w:rPr>
          <w:rFonts w:cs="Georgia"/>
          <w:bCs/>
          <w:kern w:val="1"/>
        </w:rPr>
        <w:t>on n</w:t>
      </w:r>
      <w:r w:rsidR="000E1451">
        <w:rPr>
          <w:rFonts w:cs="Georgia"/>
          <w:bCs/>
          <w:kern w:val="1"/>
        </w:rPr>
        <w:t>’</w:t>
      </w:r>
      <w:r>
        <w:rPr>
          <w:rFonts w:cs="Georgia"/>
          <w:bCs/>
          <w:kern w:val="1"/>
        </w:rPr>
        <w:t>entendit plus désormais que le sourd roulement des roues et le grincement des essieux</w:t>
      </w:r>
      <w:r w:rsidR="000E1451">
        <w:rPr>
          <w:rFonts w:cs="Georgia"/>
          <w:bCs/>
          <w:kern w:val="1"/>
        </w:rPr>
        <w:t>.</w:t>
      </w:r>
    </w:p>
    <w:p w14:paraId="5D09A5FF" w14:textId="77777777" w:rsidR="000E1451" w:rsidRDefault="00BE611A" w:rsidP="00BE611A">
      <w:pPr>
        <w:rPr>
          <w:rFonts w:cs="Georgia"/>
          <w:bCs/>
          <w:kern w:val="1"/>
        </w:rPr>
      </w:pPr>
      <w:r>
        <w:rPr>
          <w:rFonts w:cs="Georgia"/>
          <w:bCs/>
          <w:kern w:val="1"/>
        </w:rPr>
        <w:t>Je crois que je fus le dernier à céder au sommeil</w:t>
      </w:r>
      <w:r w:rsidR="000E1451">
        <w:rPr>
          <w:rFonts w:cs="Georgia"/>
          <w:bCs/>
          <w:kern w:val="1"/>
        </w:rPr>
        <w:t xml:space="preserve">. </w:t>
      </w:r>
      <w:r>
        <w:rPr>
          <w:rFonts w:cs="Georgia"/>
          <w:bCs/>
          <w:kern w:val="1"/>
        </w:rPr>
        <w:t>De temps en temps</w:t>
      </w:r>
      <w:r w:rsidR="000E1451">
        <w:rPr>
          <w:rFonts w:cs="Georgia"/>
          <w:bCs/>
          <w:kern w:val="1"/>
        </w:rPr>
        <w:t xml:space="preserve">, </w:t>
      </w:r>
      <w:r>
        <w:rPr>
          <w:rFonts w:cs="Georgia"/>
          <w:bCs/>
          <w:kern w:val="1"/>
        </w:rPr>
        <w:t>soulevant la couverture accrochée devant ma fenêtre</w:t>
      </w:r>
      <w:r w:rsidR="000E1451">
        <w:rPr>
          <w:rFonts w:cs="Georgia"/>
          <w:bCs/>
          <w:kern w:val="1"/>
        </w:rPr>
        <w:t xml:space="preserve">, </w:t>
      </w:r>
      <w:r>
        <w:rPr>
          <w:rFonts w:cs="Georgia"/>
          <w:bCs/>
          <w:kern w:val="1"/>
        </w:rPr>
        <w:t>je cherchais à saisir un détail de la région inconnue où nous conduisait notre incertaine destinée</w:t>
      </w:r>
      <w:r w:rsidR="000E1451">
        <w:rPr>
          <w:rFonts w:cs="Georgia"/>
          <w:bCs/>
          <w:kern w:val="1"/>
        </w:rPr>
        <w:t xml:space="preserve">. </w:t>
      </w:r>
      <w:r>
        <w:rPr>
          <w:rFonts w:cs="Georgia"/>
          <w:bCs/>
          <w:kern w:val="1"/>
        </w:rPr>
        <w:t>Les ténèbres étaient trop opaques</w:t>
      </w:r>
      <w:r w:rsidR="000E1451">
        <w:rPr>
          <w:rFonts w:cs="Georgia"/>
          <w:bCs/>
          <w:kern w:val="1"/>
        </w:rPr>
        <w:t xml:space="preserve">. </w:t>
      </w:r>
      <w:r>
        <w:rPr>
          <w:rFonts w:cs="Georgia"/>
          <w:bCs/>
          <w:kern w:val="1"/>
        </w:rPr>
        <w:t>Nous traversâmes quelques gares</w:t>
      </w:r>
      <w:r w:rsidR="000E1451">
        <w:rPr>
          <w:rFonts w:cs="Georgia"/>
          <w:bCs/>
          <w:kern w:val="1"/>
        </w:rPr>
        <w:t xml:space="preserve">, </w:t>
      </w:r>
      <w:r>
        <w:rPr>
          <w:rFonts w:cs="Georgia"/>
          <w:bCs/>
          <w:kern w:val="1"/>
        </w:rPr>
        <w:t>vaguement éclairées</w:t>
      </w:r>
      <w:r w:rsidR="000E1451">
        <w:rPr>
          <w:rFonts w:cs="Georgia"/>
          <w:bCs/>
          <w:kern w:val="1"/>
        </w:rPr>
        <w:t xml:space="preserve">. </w:t>
      </w:r>
      <w:r>
        <w:rPr>
          <w:rFonts w:cs="Georgia"/>
          <w:bCs/>
          <w:kern w:val="1"/>
        </w:rPr>
        <w:t>Dans les côtes</w:t>
      </w:r>
      <w:r w:rsidR="000E1451">
        <w:rPr>
          <w:rFonts w:cs="Georgia"/>
          <w:bCs/>
          <w:kern w:val="1"/>
        </w:rPr>
        <w:t xml:space="preserve">, </w:t>
      </w:r>
      <w:r>
        <w:rPr>
          <w:rFonts w:cs="Georgia"/>
          <w:bCs/>
          <w:kern w:val="1"/>
        </w:rPr>
        <w:t>lorsque le convoi ralentissait</w:t>
      </w:r>
      <w:r w:rsidR="000E1451">
        <w:rPr>
          <w:rFonts w:cs="Georgia"/>
          <w:bCs/>
          <w:kern w:val="1"/>
        </w:rPr>
        <w:t xml:space="preserve">, </w:t>
      </w:r>
      <w:r>
        <w:rPr>
          <w:rFonts w:cs="Georgia"/>
          <w:bCs/>
          <w:kern w:val="1"/>
        </w:rPr>
        <w:t>de nouveau le bruit de la pluie faisait rage</w:t>
      </w:r>
      <w:r w:rsidR="000E1451">
        <w:rPr>
          <w:rFonts w:cs="Georgia"/>
          <w:bCs/>
          <w:kern w:val="1"/>
        </w:rPr>
        <w:t xml:space="preserve">. </w:t>
      </w:r>
      <w:r>
        <w:rPr>
          <w:rFonts w:cs="Georgia"/>
          <w:bCs/>
          <w:kern w:val="1"/>
        </w:rPr>
        <w:t>Où allions-nous</w:t>
      </w:r>
      <w:r w:rsidR="000E1451">
        <w:rPr>
          <w:rFonts w:cs="Georgia"/>
          <w:bCs/>
          <w:kern w:val="1"/>
        </w:rPr>
        <w:t xml:space="preserve"> ? </w:t>
      </w:r>
      <w:r>
        <w:rPr>
          <w:rFonts w:cs="Georgia"/>
          <w:bCs/>
          <w:kern w:val="1"/>
        </w:rPr>
        <w:t>Dans combien de temps prendrait fin cette existence paradoxale</w:t>
      </w:r>
      <w:r w:rsidR="000E1451">
        <w:rPr>
          <w:rFonts w:cs="Georgia"/>
          <w:bCs/>
          <w:kern w:val="1"/>
        </w:rPr>
        <w:t xml:space="preserve"> ? </w:t>
      </w:r>
      <w:r>
        <w:rPr>
          <w:rFonts w:cs="Georgia"/>
          <w:bCs/>
          <w:kern w:val="1"/>
        </w:rPr>
        <w:t>Quand le droit me serait-il donné de reprendre possession de moi-même</w:t>
      </w:r>
      <w:r w:rsidR="000E1451">
        <w:rPr>
          <w:rFonts w:cs="Georgia"/>
          <w:bCs/>
          <w:kern w:val="1"/>
        </w:rPr>
        <w:t xml:space="preserve"> ? </w:t>
      </w:r>
      <w:r>
        <w:rPr>
          <w:rFonts w:cs="Georgia"/>
          <w:bCs/>
          <w:kern w:val="1"/>
        </w:rPr>
        <w:t>Les mercenaires d</w:t>
      </w:r>
      <w:r w:rsidR="000E1451">
        <w:rPr>
          <w:rFonts w:cs="Georgia"/>
          <w:bCs/>
          <w:kern w:val="1"/>
        </w:rPr>
        <w:t>’</w:t>
      </w:r>
      <w:r>
        <w:rPr>
          <w:rFonts w:cs="Georgia"/>
          <w:bCs/>
          <w:kern w:val="1"/>
        </w:rPr>
        <w:t>autrefois</w:t>
      </w:r>
      <w:r w:rsidR="000E1451">
        <w:rPr>
          <w:rFonts w:cs="Georgia"/>
          <w:bCs/>
          <w:kern w:val="1"/>
        </w:rPr>
        <w:t xml:space="preserve">, </w:t>
      </w:r>
      <w:r>
        <w:rPr>
          <w:rFonts w:cs="Georgia"/>
          <w:bCs/>
          <w:kern w:val="1"/>
        </w:rPr>
        <w:t>dont c</w:t>
      </w:r>
      <w:r w:rsidR="000E1451">
        <w:rPr>
          <w:rFonts w:cs="Georgia"/>
          <w:bCs/>
          <w:kern w:val="1"/>
        </w:rPr>
        <w:t>’</w:t>
      </w:r>
      <w:r>
        <w:rPr>
          <w:rFonts w:cs="Georgia"/>
          <w:bCs/>
          <w:kern w:val="1"/>
        </w:rPr>
        <w:t>était le métier</w:t>
      </w:r>
      <w:r w:rsidR="000E1451">
        <w:rPr>
          <w:rFonts w:cs="Georgia"/>
          <w:bCs/>
          <w:kern w:val="1"/>
        </w:rPr>
        <w:t xml:space="preserve">, </w:t>
      </w:r>
      <w:r>
        <w:rPr>
          <w:rFonts w:cs="Georgia"/>
          <w:bCs/>
          <w:kern w:val="1"/>
        </w:rPr>
        <w:t>avaient-ils eu souvent à aliéner leur liberté si longtemps</w:t>
      </w:r>
      <w:r w:rsidR="000E1451">
        <w:rPr>
          <w:rFonts w:cs="Georgia"/>
          <w:bCs/>
          <w:kern w:val="1"/>
        </w:rPr>
        <w:t xml:space="preserve"> ? </w:t>
      </w:r>
      <w:r>
        <w:rPr>
          <w:rFonts w:cs="Georgia"/>
          <w:bCs/>
          <w:kern w:val="1"/>
        </w:rPr>
        <w:t>Trois ans et demi</w:t>
      </w:r>
      <w:r w:rsidR="000E1451">
        <w:rPr>
          <w:rFonts w:cs="Georgia"/>
          <w:bCs/>
          <w:kern w:val="1"/>
        </w:rPr>
        <w:t xml:space="preserve"> ! </w:t>
      </w:r>
      <w:r>
        <w:rPr>
          <w:rFonts w:cs="Georgia"/>
          <w:bCs/>
          <w:kern w:val="1"/>
        </w:rPr>
        <w:t>Une année de guerre</w:t>
      </w:r>
      <w:r w:rsidR="000E1451">
        <w:rPr>
          <w:rFonts w:cs="Georgia"/>
          <w:bCs/>
          <w:kern w:val="1"/>
        </w:rPr>
        <w:t xml:space="preserve">, </w:t>
      </w:r>
      <w:r>
        <w:rPr>
          <w:rFonts w:cs="Georgia"/>
          <w:bCs/>
          <w:kern w:val="1"/>
        </w:rPr>
        <w:t>vingt-six mois de captivité</w:t>
      </w:r>
      <w:r w:rsidR="000E1451">
        <w:rPr>
          <w:rFonts w:cs="Georgia"/>
          <w:bCs/>
          <w:kern w:val="1"/>
        </w:rPr>
        <w:t> ! « </w:t>
      </w:r>
      <w:r>
        <w:rPr>
          <w:rFonts w:cs="Georgia"/>
          <w:bCs/>
          <w:kern w:val="1"/>
        </w:rPr>
        <w:t>Ah</w:t>
      </w:r>
      <w:r w:rsidR="000E1451">
        <w:rPr>
          <w:rFonts w:cs="Georgia"/>
          <w:bCs/>
          <w:kern w:val="1"/>
        </w:rPr>
        <w:t xml:space="preserve"> ! </w:t>
      </w:r>
      <w:r>
        <w:rPr>
          <w:rFonts w:cs="Georgia"/>
          <w:bCs/>
          <w:kern w:val="1"/>
        </w:rPr>
        <w:t>on se sera bien foutu de nous</w:t>
      </w:r>
      <w:r w:rsidR="000E1451">
        <w:rPr>
          <w:rFonts w:cs="Georgia"/>
          <w:bCs/>
          <w:kern w:val="1"/>
        </w:rPr>
        <w:t xml:space="preserve"> », </w:t>
      </w:r>
      <w:r>
        <w:rPr>
          <w:rFonts w:cs="Georgia"/>
          <w:bCs/>
          <w:kern w:val="1"/>
        </w:rPr>
        <w:t>disait Gourrut tout à l</w:t>
      </w:r>
      <w:r w:rsidR="000E1451">
        <w:rPr>
          <w:rFonts w:cs="Georgia"/>
          <w:bCs/>
          <w:kern w:val="1"/>
        </w:rPr>
        <w:t>’</w:t>
      </w:r>
      <w:r>
        <w:rPr>
          <w:rFonts w:cs="Georgia"/>
          <w:bCs/>
          <w:kern w:val="1"/>
        </w:rPr>
        <w:t>heure</w:t>
      </w:r>
      <w:r w:rsidR="000E1451">
        <w:rPr>
          <w:rFonts w:cs="Georgia"/>
          <w:bCs/>
          <w:kern w:val="1"/>
        </w:rPr>
        <w:t xml:space="preserve">. </w:t>
      </w:r>
      <w:r>
        <w:rPr>
          <w:rFonts w:cs="Georgia"/>
          <w:bCs/>
          <w:kern w:val="1"/>
        </w:rPr>
        <w:t>Il avait raison</w:t>
      </w:r>
      <w:r w:rsidR="000E1451">
        <w:rPr>
          <w:rFonts w:cs="Georgia"/>
          <w:bCs/>
          <w:kern w:val="1"/>
        </w:rPr>
        <w:t xml:space="preserve"> : </w:t>
      </w:r>
      <w:r>
        <w:rPr>
          <w:rFonts w:cs="Georgia"/>
          <w:bCs/>
          <w:kern w:val="1"/>
        </w:rPr>
        <w:t>on s</w:t>
      </w:r>
      <w:r w:rsidR="000E1451">
        <w:rPr>
          <w:rFonts w:cs="Georgia"/>
          <w:bCs/>
          <w:kern w:val="1"/>
        </w:rPr>
        <w:t>’</w:t>
      </w:r>
      <w:r>
        <w:rPr>
          <w:rFonts w:cs="Georgia"/>
          <w:bCs/>
          <w:kern w:val="1"/>
        </w:rPr>
        <w:t>était moqué de nous</w:t>
      </w:r>
      <w:r w:rsidR="000E1451">
        <w:rPr>
          <w:rFonts w:cs="Georgia"/>
          <w:bCs/>
          <w:kern w:val="1"/>
        </w:rPr>
        <w:t xml:space="preserve">. </w:t>
      </w:r>
      <w:r>
        <w:rPr>
          <w:rFonts w:cs="Georgia"/>
          <w:bCs/>
          <w:kern w:val="1"/>
        </w:rPr>
        <w:t>Mais qui</w:t>
      </w:r>
      <w:r w:rsidR="000E1451">
        <w:rPr>
          <w:rFonts w:cs="Georgia"/>
          <w:bCs/>
          <w:kern w:val="1"/>
        </w:rPr>
        <w:t xml:space="preserve"> ? </w:t>
      </w:r>
      <w:r>
        <w:rPr>
          <w:rFonts w:cs="Georgia"/>
          <w:bCs/>
          <w:kern w:val="1"/>
        </w:rPr>
        <w:t>Il eût été bien en peine de le dire de façon précise</w:t>
      </w:r>
      <w:r w:rsidR="000E1451">
        <w:rPr>
          <w:rFonts w:cs="Georgia"/>
          <w:bCs/>
          <w:kern w:val="1"/>
        </w:rPr>
        <w:t xml:space="preserve">. </w:t>
      </w:r>
      <w:r>
        <w:rPr>
          <w:rFonts w:cs="Georgia"/>
          <w:bCs/>
          <w:kern w:val="1"/>
        </w:rPr>
        <w:t>Et moi</w:t>
      </w:r>
      <w:r w:rsidR="000E1451">
        <w:rPr>
          <w:rFonts w:cs="Georgia"/>
          <w:bCs/>
          <w:kern w:val="1"/>
        </w:rPr>
        <w:t xml:space="preserve">, </w:t>
      </w:r>
      <w:r>
        <w:rPr>
          <w:rFonts w:cs="Georgia"/>
          <w:bCs/>
          <w:kern w:val="1"/>
        </w:rPr>
        <w:t>donc</w:t>
      </w:r>
      <w:r w:rsidR="000E1451">
        <w:rPr>
          <w:rFonts w:cs="Georgia"/>
          <w:bCs/>
          <w:kern w:val="1"/>
        </w:rPr>
        <w:t> !</w:t>
      </w:r>
    </w:p>
    <w:p w14:paraId="56322105" w14:textId="77777777" w:rsidR="00BE611A" w:rsidRDefault="00BE611A" w:rsidP="00BE611A">
      <w:pPr>
        <w:rPr>
          <w:rFonts w:cs="Georgia"/>
          <w:kern w:val="1"/>
        </w:rPr>
      </w:pPr>
    </w:p>
    <w:p w14:paraId="5C29A08B" w14:textId="77777777" w:rsidR="000E1451" w:rsidRDefault="00BE611A" w:rsidP="00BE611A">
      <w:pPr>
        <w:rPr>
          <w:rFonts w:cs="Georgia"/>
          <w:bCs/>
          <w:kern w:val="1"/>
        </w:rPr>
      </w:pPr>
      <w:r>
        <w:rPr>
          <w:rFonts w:cs="Georgia"/>
          <w:bCs/>
          <w:kern w:val="1"/>
        </w:rPr>
        <w:t>Les trains de prisonniers sont</w:t>
      </w:r>
      <w:r w:rsidR="000E1451">
        <w:rPr>
          <w:rFonts w:cs="Georgia"/>
          <w:bCs/>
          <w:kern w:val="1"/>
        </w:rPr>
        <w:t xml:space="preserve">, </w:t>
      </w:r>
      <w:r>
        <w:rPr>
          <w:rFonts w:cs="Georgia"/>
          <w:bCs/>
          <w:kern w:val="1"/>
        </w:rPr>
        <w:t>par définition</w:t>
      </w:r>
      <w:r w:rsidR="000E1451">
        <w:rPr>
          <w:rFonts w:cs="Georgia"/>
          <w:bCs/>
          <w:kern w:val="1"/>
        </w:rPr>
        <w:t xml:space="preserve">, </w:t>
      </w:r>
      <w:r>
        <w:rPr>
          <w:rFonts w:cs="Georgia"/>
          <w:bCs/>
          <w:kern w:val="1"/>
        </w:rPr>
        <w:t>ceux qui vont le moins vite</w:t>
      </w:r>
      <w:r w:rsidR="000E1451">
        <w:rPr>
          <w:rFonts w:cs="Georgia"/>
          <w:bCs/>
          <w:kern w:val="1"/>
        </w:rPr>
        <w:t xml:space="preserve">. </w:t>
      </w:r>
      <w:r>
        <w:rPr>
          <w:rFonts w:cs="Georgia"/>
          <w:bCs/>
          <w:kern w:val="1"/>
        </w:rPr>
        <w:t>Nous avions quitté Erfurt le 1</w:t>
      </w:r>
      <w:r w:rsidR="000E1451">
        <w:rPr>
          <w:rFonts w:cs="Georgia"/>
          <w:bCs/>
          <w:kern w:val="1"/>
        </w:rPr>
        <w:t>7 décembre</w:t>
      </w:r>
      <w:r>
        <w:rPr>
          <w:rFonts w:cs="Georgia"/>
          <w:bCs/>
          <w:kern w:val="1"/>
        </w:rPr>
        <w:t xml:space="preserve"> à neuf heures du soir</w:t>
      </w:r>
      <w:r w:rsidR="000E1451">
        <w:rPr>
          <w:rFonts w:cs="Georgia"/>
          <w:bCs/>
          <w:kern w:val="1"/>
        </w:rPr>
        <w:t xml:space="preserve">. </w:t>
      </w:r>
      <w:r>
        <w:rPr>
          <w:rFonts w:cs="Georgia"/>
          <w:bCs/>
          <w:kern w:val="1"/>
        </w:rPr>
        <w:t>Quarante-huit heures plus tard</w:t>
      </w:r>
      <w:r w:rsidR="000E1451">
        <w:rPr>
          <w:rFonts w:cs="Georgia"/>
          <w:bCs/>
          <w:kern w:val="1"/>
        </w:rPr>
        <w:t xml:space="preserve">, </w:t>
      </w:r>
      <w:r>
        <w:rPr>
          <w:rFonts w:cs="Georgia"/>
          <w:bCs/>
          <w:kern w:val="1"/>
        </w:rPr>
        <w:t>nous roulions toujours</w:t>
      </w:r>
      <w:r w:rsidR="000E1451">
        <w:rPr>
          <w:rFonts w:cs="Georgia"/>
          <w:bCs/>
          <w:kern w:val="1"/>
        </w:rPr>
        <w:t xml:space="preserve">, </w:t>
      </w:r>
      <w:r>
        <w:rPr>
          <w:rFonts w:cs="Georgia"/>
          <w:bCs/>
          <w:kern w:val="1"/>
        </w:rPr>
        <w:t>après avoir</w:t>
      </w:r>
      <w:r w:rsidR="000E1451">
        <w:rPr>
          <w:rFonts w:cs="Georgia"/>
          <w:bCs/>
          <w:kern w:val="1"/>
        </w:rPr>
        <w:t xml:space="preserve">, </w:t>
      </w:r>
      <w:r>
        <w:rPr>
          <w:rFonts w:cs="Georgia"/>
          <w:bCs/>
          <w:kern w:val="1"/>
        </w:rPr>
        <w:t>il est vrai</w:t>
      </w:r>
      <w:r w:rsidR="000E1451">
        <w:rPr>
          <w:rFonts w:cs="Georgia"/>
          <w:bCs/>
          <w:kern w:val="1"/>
        </w:rPr>
        <w:t xml:space="preserve">, </w:t>
      </w:r>
      <w:r>
        <w:rPr>
          <w:rFonts w:cs="Georgia"/>
          <w:bCs/>
          <w:kern w:val="1"/>
        </w:rPr>
        <w:t>subi un nombre considérable d</w:t>
      </w:r>
      <w:r w:rsidR="000E1451">
        <w:rPr>
          <w:rFonts w:cs="Georgia"/>
          <w:bCs/>
          <w:kern w:val="1"/>
        </w:rPr>
        <w:t>’</w:t>
      </w:r>
      <w:r>
        <w:rPr>
          <w:rFonts w:cs="Georgia"/>
          <w:bCs/>
          <w:kern w:val="1"/>
        </w:rPr>
        <w:t>arrêts</w:t>
      </w:r>
      <w:r w:rsidR="000E1451">
        <w:rPr>
          <w:rFonts w:cs="Georgia"/>
          <w:bCs/>
          <w:kern w:val="1"/>
        </w:rPr>
        <w:t xml:space="preserve">. </w:t>
      </w:r>
      <w:r>
        <w:rPr>
          <w:rFonts w:cs="Georgia"/>
          <w:bCs/>
          <w:kern w:val="1"/>
        </w:rPr>
        <w:t>Le lendemain de notre départ</w:t>
      </w:r>
      <w:r w:rsidR="000E1451">
        <w:rPr>
          <w:rFonts w:cs="Georgia"/>
          <w:bCs/>
          <w:kern w:val="1"/>
        </w:rPr>
        <w:t xml:space="preserve">, </w:t>
      </w:r>
      <w:r>
        <w:rPr>
          <w:rFonts w:cs="Georgia"/>
          <w:bCs/>
          <w:kern w:val="1"/>
        </w:rPr>
        <w:t>m</w:t>
      </w:r>
      <w:r w:rsidR="000E1451">
        <w:rPr>
          <w:rFonts w:cs="Georgia"/>
          <w:bCs/>
          <w:kern w:val="1"/>
        </w:rPr>
        <w:t>’</w:t>
      </w:r>
      <w:r>
        <w:rPr>
          <w:rFonts w:cs="Georgia"/>
          <w:bCs/>
          <w:kern w:val="1"/>
        </w:rPr>
        <w:t>étant éveillé un peu avant l</w:t>
      </w:r>
      <w:r w:rsidR="000E1451">
        <w:rPr>
          <w:rFonts w:cs="Georgia"/>
          <w:bCs/>
          <w:kern w:val="1"/>
        </w:rPr>
        <w:t>’</w:t>
      </w:r>
      <w:r>
        <w:rPr>
          <w:rFonts w:cs="Georgia"/>
          <w:bCs/>
          <w:kern w:val="1"/>
        </w:rPr>
        <w:t>aube</w:t>
      </w:r>
      <w:r w:rsidR="000E1451">
        <w:rPr>
          <w:rFonts w:cs="Georgia"/>
          <w:bCs/>
          <w:kern w:val="1"/>
        </w:rPr>
        <w:t xml:space="preserve">, </w:t>
      </w:r>
      <w:r>
        <w:rPr>
          <w:rFonts w:cs="Georgia"/>
          <w:bCs/>
          <w:kern w:val="1"/>
        </w:rPr>
        <w:t>perclus de froid</w:t>
      </w:r>
      <w:r w:rsidR="000E1451">
        <w:rPr>
          <w:rFonts w:cs="Georgia"/>
          <w:bCs/>
          <w:kern w:val="1"/>
        </w:rPr>
        <w:t xml:space="preserve">, </w:t>
      </w:r>
      <w:r>
        <w:rPr>
          <w:rFonts w:cs="Georgia"/>
          <w:bCs/>
          <w:kern w:val="1"/>
        </w:rPr>
        <w:t>j</w:t>
      </w:r>
      <w:r w:rsidR="000E1451">
        <w:rPr>
          <w:rFonts w:cs="Georgia"/>
          <w:bCs/>
          <w:kern w:val="1"/>
        </w:rPr>
        <w:t>’</w:t>
      </w:r>
      <w:r>
        <w:rPr>
          <w:rFonts w:cs="Georgia"/>
          <w:bCs/>
          <w:kern w:val="1"/>
        </w:rPr>
        <w:t>avais constaté que nous étions en train de stationner dans un énorme terrain vague</w:t>
      </w:r>
      <w:r w:rsidR="000E1451">
        <w:rPr>
          <w:rFonts w:cs="Georgia"/>
          <w:bCs/>
          <w:kern w:val="1"/>
        </w:rPr>
        <w:t xml:space="preserve">, </w:t>
      </w:r>
      <w:r>
        <w:rPr>
          <w:rFonts w:cs="Georgia"/>
          <w:bCs/>
          <w:kern w:val="1"/>
        </w:rPr>
        <w:t>encombré de rames de wagons</w:t>
      </w:r>
      <w:r w:rsidR="000E1451">
        <w:rPr>
          <w:rFonts w:cs="Georgia"/>
          <w:bCs/>
          <w:kern w:val="1"/>
        </w:rPr>
        <w:t xml:space="preserve">, </w:t>
      </w:r>
      <w:r>
        <w:rPr>
          <w:rFonts w:cs="Georgia"/>
          <w:bCs/>
          <w:kern w:val="1"/>
        </w:rPr>
        <w:t>hérissé de réservoirs d</w:t>
      </w:r>
      <w:r w:rsidR="000E1451">
        <w:rPr>
          <w:rFonts w:cs="Georgia"/>
          <w:bCs/>
          <w:kern w:val="1"/>
        </w:rPr>
        <w:t>’</w:t>
      </w:r>
      <w:r>
        <w:rPr>
          <w:rFonts w:cs="Georgia"/>
          <w:bCs/>
          <w:kern w:val="1"/>
        </w:rPr>
        <w:t>eau</w:t>
      </w:r>
      <w:r w:rsidR="000E1451">
        <w:rPr>
          <w:rFonts w:cs="Georgia"/>
          <w:bCs/>
          <w:kern w:val="1"/>
        </w:rPr>
        <w:t xml:space="preserve">, </w:t>
      </w:r>
      <w:r>
        <w:rPr>
          <w:rFonts w:cs="Georgia"/>
          <w:bCs/>
          <w:kern w:val="1"/>
        </w:rPr>
        <w:t>d</w:t>
      </w:r>
      <w:r w:rsidR="000E1451">
        <w:rPr>
          <w:rFonts w:cs="Georgia"/>
          <w:bCs/>
          <w:kern w:val="1"/>
        </w:rPr>
        <w:t>’</w:t>
      </w:r>
      <w:r>
        <w:rPr>
          <w:rFonts w:cs="Georgia"/>
          <w:bCs/>
          <w:kern w:val="1"/>
        </w:rPr>
        <w:t>appareils de signalisation</w:t>
      </w:r>
      <w:r w:rsidR="000E1451">
        <w:rPr>
          <w:rFonts w:cs="Georgia"/>
          <w:bCs/>
          <w:kern w:val="1"/>
        </w:rPr>
        <w:t xml:space="preserve">. </w:t>
      </w:r>
      <w:r>
        <w:rPr>
          <w:rFonts w:cs="Georgia"/>
          <w:bCs/>
          <w:kern w:val="1"/>
        </w:rPr>
        <w:t>Des timbres électriques tintaient sans trêve</w:t>
      </w:r>
      <w:r w:rsidR="000E1451">
        <w:rPr>
          <w:rFonts w:cs="Georgia"/>
          <w:bCs/>
          <w:kern w:val="1"/>
        </w:rPr>
        <w:t xml:space="preserve">. </w:t>
      </w:r>
      <w:r>
        <w:rPr>
          <w:rFonts w:cs="Georgia"/>
          <w:bCs/>
          <w:kern w:val="1"/>
        </w:rPr>
        <w:t>Tout en marchant dans le couloir pour me réchauffer</w:t>
      </w:r>
      <w:r w:rsidR="000E1451">
        <w:rPr>
          <w:rFonts w:cs="Georgia"/>
          <w:bCs/>
          <w:kern w:val="1"/>
        </w:rPr>
        <w:t xml:space="preserve">, </w:t>
      </w:r>
      <w:r>
        <w:rPr>
          <w:rFonts w:cs="Georgia"/>
          <w:bCs/>
          <w:kern w:val="1"/>
        </w:rPr>
        <w:t>j</w:t>
      </w:r>
      <w:r w:rsidR="000E1451">
        <w:rPr>
          <w:rFonts w:cs="Georgia"/>
          <w:bCs/>
          <w:kern w:val="1"/>
        </w:rPr>
        <w:t>’</w:t>
      </w:r>
      <w:r>
        <w:rPr>
          <w:rFonts w:cs="Georgia"/>
          <w:bCs/>
          <w:kern w:val="1"/>
        </w:rPr>
        <w:t>aperçus à l</w:t>
      </w:r>
      <w:r w:rsidR="000E1451">
        <w:rPr>
          <w:rFonts w:cs="Georgia"/>
          <w:bCs/>
          <w:kern w:val="1"/>
        </w:rPr>
        <w:t>’</w:t>
      </w:r>
      <w:r>
        <w:rPr>
          <w:rFonts w:cs="Georgia"/>
          <w:bCs/>
          <w:kern w:val="1"/>
        </w:rPr>
        <w:t>horizon</w:t>
      </w:r>
      <w:r w:rsidR="000E1451">
        <w:rPr>
          <w:rFonts w:cs="Georgia"/>
          <w:bCs/>
          <w:kern w:val="1"/>
        </w:rPr>
        <w:t xml:space="preserve">, </w:t>
      </w:r>
      <w:r>
        <w:rPr>
          <w:rFonts w:cs="Georgia"/>
          <w:bCs/>
          <w:kern w:val="1"/>
        </w:rPr>
        <w:t>à gauche</w:t>
      </w:r>
      <w:r w:rsidR="000E1451">
        <w:rPr>
          <w:rFonts w:cs="Georgia"/>
          <w:bCs/>
          <w:kern w:val="1"/>
        </w:rPr>
        <w:t xml:space="preserve">, </w:t>
      </w:r>
      <w:r>
        <w:rPr>
          <w:rFonts w:cs="Georgia"/>
          <w:bCs/>
          <w:kern w:val="1"/>
        </w:rPr>
        <w:t>une immense lueur d</w:t>
      </w:r>
      <w:r w:rsidR="000E1451">
        <w:rPr>
          <w:rFonts w:cs="Georgia"/>
          <w:bCs/>
          <w:kern w:val="1"/>
        </w:rPr>
        <w:t>’</w:t>
      </w:r>
      <w:r>
        <w:rPr>
          <w:rFonts w:cs="Georgia"/>
          <w:bCs/>
          <w:kern w:val="1"/>
        </w:rPr>
        <w:t>un rouge pâle qui absorbait la moitié du ciel</w:t>
      </w:r>
      <w:r w:rsidR="000E1451">
        <w:rPr>
          <w:rFonts w:cs="Georgia"/>
          <w:bCs/>
          <w:kern w:val="1"/>
        </w:rPr>
        <w:t xml:space="preserve">. </w:t>
      </w:r>
      <w:r w:rsidR="000E1451">
        <w:t>« </w:t>
      </w:r>
      <w:r>
        <w:rPr>
          <w:rFonts w:cs="Georgia"/>
          <w:bCs/>
          <w:kern w:val="1"/>
        </w:rPr>
        <w:t>Berlin</w:t>
      </w:r>
      <w:r w:rsidR="000E1451">
        <w:rPr>
          <w:rFonts w:cs="Georgia"/>
          <w:bCs/>
          <w:kern w:val="1"/>
        </w:rPr>
        <w:t xml:space="preserve"> », </w:t>
      </w:r>
      <w:r>
        <w:rPr>
          <w:rFonts w:cs="Georgia"/>
          <w:bCs/>
          <w:kern w:val="1"/>
        </w:rPr>
        <w:t>me dit la sentinelle du compartiment voisin</w:t>
      </w:r>
      <w:r w:rsidR="000E1451">
        <w:rPr>
          <w:rFonts w:cs="Georgia"/>
          <w:bCs/>
          <w:kern w:val="1"/>
        </w:rPr>
        <w:t xml:space="preserve">, </w:t>
      </w:r>
      <w:r>
        <w:rPr>
          <w:rFonts w:cs="Georgia"/>
          <w:bCs/>
          <w:kern w:val="1"/>
        </w:rPr>
        <w:t>que le froid avait également réveillée</w:t>
      </w:r>
      <w:r w:rsidR="000E1451">
        <w:rPr>
          <w:rFonts w:cs="Georgia"/>
          <w:bCs/>
          <w:kern w:val="1"/>
        </w:rPr>
        <w:t xml:space="preserve">. </w:t>
      </w:r>
      <w:r>
        <w:rPr>
          <w:rFonts w:cs="Georgia"/>
          <w:bCs/>
          <w:kern w:val="1"/>
        </w:rPr>
        <w:t>Berlin</w:t>
      </w:r>
      <w:r w:rsidR="000E1451">
        <w:rPr>
          <w:rFonts w:cs="Georgia"/>
          <w:bCs/>
          <w:kern w:val="1"/>
        </w:rPr>
        <w:t xml:space="preserve"> ! </w:t>
      </w:r>
      <w:r>
        <w:rPr>
          <w:rFonts w:cs="Georgia"/>
          <w:bCs/>
          <w:kern w:val="1"/>
        </w:rPr>
        <w:t>Je me souvins du fourgon orné de branchages et de fleurs qui m</w:t>
      </w:r>
      <w:r w:rsidR="000E1451">
        <w:rPr>
          <w:rFonts w:cs="Georgia"/>
          <w:bCs/>
          <w:kern w:val="1"/>
        </w:rPr>
        <w:t>’</w:t>
      </w:r>
      <w:r>
        <w:rPr>
          <w:rFonts w:cs="Georgia"/>
          <w:bCs/>
          <w:kern w:val="1"/>
        </w:rPr>
        <w:t>avait emporté en 1914</w:t>
      </w:r>
      <w:r w:rsidR="000E1451">
        <w:rPr>
          <w:rFonts w:cs="Georgia"/>
          <w:bCs/>
          <w:kern w:val="1"/>
        </w:rPr>
        <w:t xml:space="preserve">. </w:t>
      </w:r>
      <w:r>
        <w:rPr>
          <w:rFonts w:cs="Georgia"/>
          <w:bCs/>
          <w:kern w:val="1"/>
        </w:rPr>
        <w:t>Ce mot-là y était écrit à la craie</w:t>
      </w:r>
      <w:r w:rsidR="000E1451">
        <w:rPr>
          <w:rFonts w:cs="Georgia"/>
          <w:bCs/>
          <w:kern w:val="1"/>
        </w:rPr>
        <w:t xml:space="preserve">. </w:t>
      </w:r>
      <w:r>
        <w:rPr>
          <w:rFonts w:cs="Georgia"/>
          <w:bCs/>
          <w:kern w:val="1"/>
        </w:rPr>
        <w:t>Berlin</w:t>
      </w:r>
      <w:r w:rsidR="000E1451">
        <w:rPr>
          <w:rFonts w:cs="Georgia"/>
          <w:bCs/>
          <w:kern w:val="1"/>
        </w:rPr>
        <w:t> !</w:t>
      </w:r>
    </w:p>
    <w:p w14:paraId="4400EBA2" w14:textId="77777777" w:rsidR="000E1451" w:rsidRDefault="00BE611A" w:rsidP="00BE611A">
      <w:pPr>
        <w:rPr>
          <w:rFonts w:cs="Georgia"/>
          <w:bCs/>
          <w:kern w:val="1"/>
        </w:rPr>
      </w:pPr>
      <w:r>
        <w:rPr>
          <w:rFonts w:cs="Georgia"/>
          <w:bCs/>
          <w:kern w:val="1"/>
        </w:rPr>
        <w:t>Une heure plus tard</w:t>
      </w:r>
      <w:r w:rsidR="000E1451">
        <w:rPr>
          <w:rFonts w:cs="Georgia"/>
          <w:bCs/>
          <w:kern w:val="1"/>
        </w:rPr>
        <w:t xml:space="preserve">, </w:t>
      </w:r>
      <w:r>
        <w:rPr>
          <w:rFonts w:cs="Georgia"/>
          <w:bCs/>
          <w:kern w:val="1"/>
        </w:rPr>
        <w:t>le train reprit sa marche</w:t>
      </w:r>
      <w:r w:rsidR="000E1451">
        <w:rPr>
          <w:rFonts w:cs="Georgia"/>
          <w:bCs/>
          <w:kern w:val="1"/>
        </w:rPr>
        <w:t xml:space="preserve">. </w:t>
      </w:r>
      <w:r>
        <w:rPr>
          <w:rFonts w:cs="Georgia"/>
          <w:bCs/>
          <w:kern w:val="1"/>
        </w:rPr>
        <w:t>La grande lueur rouge devint rose à mesure que le jour naquit</w:t>
      </w:r>
      <w:r w:rsidR="000E1451">
        <w:rPr>
          <w:rFonts w:cs="Georgia"/>
          <w:bCs/>
          <w:kern w:val="1"/>
        </w:rPr>
        <w:t xml:space="preserve">, </w:t>
      </w:r>
      <w:r>
        <w:rPr>
          <w:rFonts w:cs="Georgia"/>
          <w:bCs/>
          <w:kern w:val="1"/>
        </w:rPr>
        <w:t>mais elle demeurait toujours à notre gauche</w:t>
      </w:r>
      <w:r w:rsidR="000E1451">
        <w:rPr>
          <w:rFonts w:cs="Georgia"/>
          <w:bCs/>
          <w:kern w:val="1"/>
        </w:rPr>
        <w:t xml:space="preserve">. </w:t>
      </w:r>
      <w:r>
        <w:rPr>
          <w:rFonts w:cs="Georgia"/>
          <w:bCs/>
          <w:kern w:val="1"/>
        </w:rPr>
        <w:t>On nous faisait contourner la capitale par le Sud-Est</w:t>
      </w:r>
      <w:r w:rsidR="000E1451">
        <w:rPr>
          <w:rFonts w:cs="Georgia"/>
          <w:bCs/>
          <w:kern w:val="1"/>
        </w:rPr>
        <w:t xml:space="preserve">. </w:t>
      </w:r>
      <w:r>
        <w:rPr>
          <w:rFonts w:cs="Georgia"/>
          <w:bCs/>
          <w:kern w:val="1"/>
        </w:rPr>
        <w:t>Où diable nous menait-on</w:t>
      </w:r>
      <w:r w:rsidR="000E1451">
        <w:rPr>
          <w:rFonts w:cs="Georgia"/>
          <w:bCs/>
          <w:kern w:val="1"/>
        </w:rPr>
        <w:t xml:space="preserve"> ? </w:t>
      </w:r>
      <w:r>
        <w:rPr>
          <w:rFonts w:cs="Georgia"/>
          <w:bCs/>
          <w:kern w:val="1"/>
        </w:rPr>
        <w:t>Seul l</w:t>
      </w:r>
      <w:r w:rsidR="000E1451">
        <w:rPr>
          <w:rFonts w:cs="Georgia"/>
          <w:bCs/>
          <w:kern w:val="1"/>
        </w:rPr>
        <w:t>’</w:t>
      </w:r>
      <w:r>
        <w:rPr>
          <w:rFonts w:cs="Georgia"/>
          <w:bCs/>
          <w:kern w:val="1"/>
        </w:rPr>
        <w:t>adjudant le savait</w:t>
      </w:r>
      <w:r w:rsidR="000E1451">
        <w:rPr>
          <w:rFonts w:cs="Georgia"/>
          <w:bCs/>
          <w:kern w:val="1"/>
        </w:rPr>
        <w:t xml:space="preserve">. </w:t>
      </w:r>
      <w:r>
        <w:rPr>
          <w:rFonts w:cs="Georgia"/>
          <w:bCs/>
          <w:kern w:val="1"/>
        </w:rPr>
        <w:t>Peut-être aussi les feldwebels</w:t>
      </w:r>
      <w:r w:rsidR="000E1451">
        <w:rPr>
          <w:rFonts w:cs="Georgia"/>
          <w:bCs/>
          <w:kern w:val="1"/>
        </w:rPr>
        <w:t xml:space="preserve">. </w:t>
      </w:r>
      <w:r>
        <w:rPr>
          <w:rFonts w:cs="Georgia"/>
          <w:bCs/>
          <w:kern w:val="1"/>
        </w:rPr>
        <w:t>Mais ils n</w:t>
      </w:r>
      <w:r w:rsidR="000E1451">
        <w:rPr>
          <w:rFonts w:cs="Georgia"/>
          <w:bCs/>
          <w:kern w:val="1"/>
        </w:rPr>
        <w:t>’</w:t>
      </w:r>
      <w:r>
        <w:rPr>
          <w:rFonts w:cs="Georgia"/>
          <w:bCs/>
          <w:kern w:val="1"/>
        </w:rPr>
        <w:t>étaient pas dans notre wagon</w:t>
      </w:r>
      <w:r w:rsidR="000E1451">
        <w:rPr>
          <w:rFonts w:cs="Georgia"/>
          <w:bCs/>
          <w:kern w:val="1"/>
        </w:rPr>
        <w:t>.</w:t>
      </w:r>
    </w:p>
    <w:p w14:paraId="725C7858" w14:textId="77777777" w:rsidR="000E1451" w:rsidRDefault="00BE611A" w:rsidP="00BE611A">
      <w:pPr>
        <w:rPr>
          <w:rFonts w:cs="Georgia"/>
          <w:bCs/>
          <w:kern w:val="1"/>
        </w:rPr>
      </w:pPr>
      <w:r>
        <w:rPr>
          <w:rFonts w:cs="Georgia"/>
          <w:bCs/>
          <w:kern w:val="1"/>
        </w:rPr>
        <w:t>Bergez survint</w:t>
      </w:r>
      <w:r w:rsidR="000E1451">
        <w:rPr>
          <w:rFonts w:cs="Georgia"/>
          <w:bCs/>
          <w:kern w:val="1"/>
        </w:rPr>
        <w:t> :</w:t>
      </w:r>
    </w:p>
    <w:p w14:paraId="6081C7A5" w14:textId="77777777" w:rsidR="000E1451" w:rsidRDefault="000E1451" w:rsidP="00BE611A">
      <w:pPr>
        <w:rPr>
          <w:rFonts w:cs="Georgia"/>
          <w:bCs/>
          <w:kern w:val="1"/>
        </w:rPr>
      </w:pPr>
      <w:r>
        <w:rPr>
          <w:rFonts w:cs="Georgia"/>
          <w:bCs/>
          <w:kern w:val="1"/>
        </w:rPr>
        <w:t>— </w:t>
      </w:r>
      <w:r w:rsidR="00BE611A">
        <w:rPr>
          <w:rFonts w:cs="Georgia"/>
          <w:bCs/>
          <w:kern w:val="1"/>
        </w:rPr>
        <w:t>Nous venons de laisser Berlin à notre gauche</w:t>
      </w:r>
      <w:r>
        <w:rPr>
          <w:rFonts w:cs="Georgia"/>
          <w:bCs/>
          <w:kern w:val="1"/>
        </w:rPr>
        <w:t xml:space="preserve">, </w:t>
      </w:r>
      <w:r w:rsidR="00BE611A">
        <w:rPr>
          <w:rFonts w:cs="Georgia"/>
          <w:bCs/>
          <w:kern w:val="1"/>
        </w:rPr>
        <w:t>lui dis-je</w:t>
      </w:r>
      <w:r>
        <w:rPr>
          <w:rFonts w:cs="Georgia"/>
          <w:bCs/>
          <w:kern w:val="1"/>
        </w:rPr>
        <w:t>.</w:t>
      </w:r>
    </w:p>
    <w:p w14:paraId="6DD4F28F" w14:textId="77777777" w:rsidR="000E1451" w:rsidRDefault="000E1451" w:rsidP="00BE611A">
      <w:pPr>
        <w:rPr>
          <w:rFonts w:cs="Georgia"/>
          <w:bCs/>
          <w:kern w:val="1"/>
        </w:rPr>
      </w:pPr>
      <w:r>
        <w:rPr>
          <w:rFonts w:cs="Georgia"/>
          <w:bCs/>
          <w:kern w:val="1"/>
        </w:rPr>
        <w:t>— </w:t>
      </w:r>
      <w:r w:rsidR="00BE611A">
        <w:rPr>
          <w:rFonts w:cs="Georgia"/>
          <w:bCs/>
          <w:kern w:val="1"/>
        </w:rPr>
        <w:t>Ah</w:t>
      </w:r>
      <w:r>
        <w:rPr>
          <w:rFonts w:cs="Georgia"/>
          <w:bCs/>
          <w:kern w:val="1"/>
        </w:rPr>
        <w:t xml:space="preserve"> ! </w:t>
      </w:r>
      <w:r w:rsidR="00BE611A">
        <w:rPr>
          <w:rFonts w:cs="Georgia"/>
          <w:bCs/>
          <w:kern w:val="1"/>
        </w:rPr>
        <w:t>la dernière fois qu</w:t>
      </w:r>
      <w:r>
        <w:rPr>
          <w:rFonts w:cs="Georgia"/>
          <w:bCs/>
          <w:kern w:val="1"/>
        </w:rPr>
        <w:t>’</w:t>
      </w:r>
      <w:r w:rsidR="00BE611A">
        <w:rPr>
          <w:rFonts w:cs="Georgia"/>
          <w:bCs/>
          <w:kern w:val="1"/>
        </w:rPr>
        <w:t>on m</w:t>
      </w:r>
      <w:r>
        <w:rPr>
          <w:rFonts w:cs="Georgia"/>
          <w:bCs/>
          <w:kern w:val="1"/>
        </w:rPr>
        <w:t>’</w:t>
      </w:r>
      <w:r w:rsidR="00BE611A">
        <w:rPr>
          <w:rFonts w:cs="Georgia"/>
          <w:bCs/>
          <w:kern w:val="1"/>
        </w:rPr>
        <w:t>a envoyé en représailles</w:t>
      </w:r>
      <w:r>
        <w:rPr>
          <w:rFonts w:cs="Georgia"/>
          <w:bCs/>
          <w:kern w:val="1"/>
        </w:rPr>
        <w:t xml:space="preserve">, </w:t>
      </w:r>
      <w:r w:rsidR="00BE611A">
        <w:rPr>
          <w:rFonts w:cs="Georgia"/>
          <w:bCs/>
          <w:kern w:val="1"/>
        </w:rPr>
        <w:t>nous l</w:t>
      </w:r>
      <w:r>
        <w:rPr>
          <w:rFonts w:cs="Georgia"/>
          <w:bCs/>
          <w:kern w:val="1"/>
        </w:rPr>
        <w:t>’</w:t>
      </w:r>
      <w:r w:rsidR="00BE611A">
        <w:rPr>
          <w:rFonts w:cs="Georgia"/>
          <w:bCs/>
          <w:kern w:val="1"/>
        </w:rPr>
        <w:t>avions laissé à droite</w:t>
      </w:r>
      <w:r>
        <w:rPr>
          <w:rFonts w:cs="Georgia"/>
          <w:bCs/>
          <w:kern w:val="1"/>
        </w:rPr>
        <w:t>.</w:t>
      </w:r>
    </w:p>
    <w:p w14:paraId="1D6A4E30" w14:textId="77777777" w:rsidR="000E1451" w:rsidRDefault="000E1451" w:rsidP="00BE611A">
      <w:pPr>
        <w:rPr>
          <w:rFonts w:cs="Georgia"/>
          <w:bCs/>
          <w:kern w:val="1"/>
        </w:rPr>
      </w:pPr>
      <w:r>
        <w:rPr>
          <w:rFonts w:cs="Georgia"/>
          <w:bCs/>
          <w:kern w:val="1"/>
        </w:rPr>
        <w:t>— </w:t>
      </w:r>
      <w:r w:rsidR="00BE611A">
        <w:rPr>
          <w:rFonts w:cs="Georgia"/>
          <w:bCs/>
          <w:kern w:val="1"/>
        </w:rPr>
        <w:t>Où allons-nous</w:t>
      </w:r>
      <w:r>
        <w:rPr>
          <w:rFonts w:cs="Georgia"/>
          <w:bCs/>
          <w:kern w:val="1"/>
        </w:rPr>
        <w:t> ?</w:t>
      </w:r>
    </w:p>
    <w:p w14:paraId="12465331" w14:textId="77777777" w:rsidR="000E1451" w:rsidRDefault="00BE611A" w:rsidP="00BE611A">
      <w:pPr>
        <w:rPr>
          <w:rFonts w:cs="Georgia"/>
          <w:bCs/>
          <w:kern w:val="1"/>
        </w:rPr>
      </w:pPr>
      <w:r>
        <w:rPr>
          <w:rFonts w:cs="Georgia"/>
          <w:bCs/>
          <w:kern w:val="1"/>
        </w:rPr>
        <w:lastRenderedPageBreak/>
        <w:t>Il haussa les épaules</w:t>
      </w:r>
      <w:r w:rsidR="000E1451">
        <w:rPr>
          <w:rFonts w:cs="Georgia"/>
          <w:bCs/>
          <w:kern w:val="1"/>
        </w:rPr>
        <w:t>.</w:t>
      </w:r>
    </w:p>
    <w:p w14:paraId="2EF24AC8" w14:textId="77777777" w:rsidR="000E1451" w:rsidRDefault="000E1451" w:rsidP="00BE611A">
      <w:pPr>
        <w:rPr>
          <w:rFonts w:cs="Georgia"/>
          <w:bCs/>
          <w:kern w:val="1"/>
        </w:rPr>
      </w:pPr>
      <w:r>
        <w:rPr>
          <w:rFonts w:cs="Georgia"/>
          <w:bCs/>
          <w:kern w:val="1"/>
        </w:rPr>
        <w:t>— </w:t>
      </w:r>
      <w:r w:rsidR="00BE611A">
        <w:rPr>
          <w:rFonts w:cs="Georgia"/>
          <w:bCs/>
          <w:kern w:val="1"/>
        </w:rPr>
        <w:t>On le saura toujours assez tôt</w:t>
      </w:r>
      <w:r>
        <w:rPr>
          <w:rFonts w:cs="Georgia"/>
          <w:bCs/>
          <w:kern w:val="1"/>
        </w:rPr>
        <w:t>.</w:t>
      </w:r>
    </w:p>
    <w:p w14:paraId="202B952D" w14:textId="77777777" w:rsidR="000E1451" w:rsidRDefault="00BE611A" w:rsidP="00BE611A">
      <w:pPr>
        <w:rPr>
          <w:rFonts w:cs="Georgia"/>
          <w:bCs/>
          <w:kern w:val="1"/>
        </w:rPr>
      </w:pPr>
      <w:r>
        <w:rPr>
          <w:rFonts w:cs="Georgia"/>
          <w:bCs/>
          <w:kern w:val="1"/>
        </w:rPr>
        <w:t>L</w:t>
      </w:r>
      <w:r w:rsidR="000E1451">
        <w:rPr>
          <w:rFonts w:cs="Georgia"/>
          <w:bCs/>
          <w:kern w:val="1"/>
        </w:rPr>
        <w:t>’</w:t>
      </w:r>
      <w:r>
        <w:rPr>
          <w:rFonts w:cs="Georgia"/>
          <w:bCs/>
          <w:kern w:val="1"/>
        </w:rPr>
        <w:t>après-midi</w:t>
      </w:r>
      <w:r w:rsidR="000E1451">
        <w:rPr>
          <w:rFonts w:cs="Georgia"/>
          <w:bCs/>
          <w:kern w:val="1"/>
        </w:rPr>
        <w:t xml:space="preserve">, </w:t>
      </w:r>
      <w:r>
        <w:rPr>
          <w:rFonts w:cs="Georgia"/>
          <w:bCs/>
          <w:kern w:val="1"/>
        </w:rPr>
        <w:t xml:space="preserve">nous fîmes halte sur une voie </w:t>
      </w:r>
      <w:r>
        <w:rPr>
          <w:rFonts w:cs="Georgia"/>
          <w:kern w:val="1"/>
        </w:rPr>
        <w:t xml:space="preserve">de </w:t>
      </w:r>
      <w:r>
        <w:rPr>
          <w:rFonts w:cs="Georgia"/>
          <w:bCs/>
          <w:kern w:val="1"/>
        </w:rPr>
        <w:t>garage</w:t>
      </w:r>
      <w:r w:rsidR="000E1451">
        <w:rPr>
          <w:rFonts w:cs="Georgia"/>
          <w:bCs/>
          <w:kern w:val="1"/>
        </w:rPr>
        <w:t xml:space="preserve">, </w:t>
      </w:r>
      <w:r>
        <w:rPr>
          <w:rFonts w:cs="Georgia"/>
          <w:bCs/>
          <w:kern w:val="1"/>
        </w:rPr>
        <w:t>près d</w:t>
      </w:r>
      <w:r w:rsidR="000E1451">
        <w:rPr>
          <w:rFonts w:cs="Georgia"/>
          <w:bCs/>
          <w:kern w:val="1"/>
        </w:rPr>
        <w:t>’</w:t>
      </w:r>
      <w:r>
        <w:rPr>
          <w:rFonts w:cs="Georgia"/>
          <w:bCs/>
          <w:kern w:val="1"/>
        </w:rPr>
        <w:t>une ville du nom de Schneidemühl</w:t>
      </w:r>
      <w:r w:rsidR="000E1451">
        <w:rPr>
          <w:rFonts w:cs="Georgia"/>
          <w:bCs/>
          <w:kern w:val="1"/>
        </w:rPr>
        <w:t xml:space="preserve">. </w:t>
      </w:r>
      <w:r>
        <w:rPr>
          <w:rFonts w:cs="Georgia"/>
          <w:bCs/>
          <w:kern w:val="1"/>
        </w:rPr>
        <w:t>Là</w:t>
      </w:r>
      <w:r w:rsidR="000E1451">
        <w:rPr>
          <w:rFonts w:cs="Georgia"/>
          <w:bCs/>
          <w:kern w:val="1"/>
        </w:rPr>
        <w:t xml:space="preserve">, </w:t>
      </w:r>
      <w:r>
        <w:rPr>
          <w:rFonts w:cs="Georgia"/>
          <w:bCs/>
          <w:kern w:val="1"/>
        </w:rPr>
        <w:t>pendant quatre heures</w:t>
      </w:r>
      <w:r w:rsidR="000E1451">
        <w:rPr>
          <w:rFonts w:cs="Georgia"/>
          <w:bCs/>
          <w:kern w:val="1"/>
        </w:rPr>
        <w:t xml:space="preserve">, </w:t>
      </w:r>
      <w:r>
        <w:rPr>
          <w:rFonts w:cs="Georgia"/>
          <w:bCs/>
          <w:kern w:val="1"/>
        </w:rPr>
        <w:t>nous vîmes passer devant nous sans discontinuer des trains bondés de troupes</w:t>
      </w:r>
      <w:r w:rsidR="000E1451">
        <w:rPr>
          <w:rFonts w:cs="Georgia"/>
          <w:bCs/>
          <w:kern w:val="1"/>
        </w:rPr>
        <w:t xml:space="preserve">, </w:t>
      </w:r>
      <w:r>
        <w:rPr>
          <w:rFonts w:cs="Georgia"/>
          <w:bCs/>
          <w:kern w:val="1"/>
        </w:rPr>
        <w:t>d</w:t>
      </w:r>
      <w:r w:rsidR="000E1451">
        <w:rPr>
          <w:rFonts w:cs="Georgia"/>
          <w:bCs/>
          <w:kern w:val="1"/>
        </w:rPr>
        <w:t>’</w:t>
      </w:r>
      <w:r>
        <w:rPr>
          <w:rFonts w:cs="Georgia"/>
          <w:bCs/>
          <w:kern w:val="1"/>
        </w:rPr>
        <w:t>interminables chapelets de fourgons chargés d</w:t>
      </w:r>
      <w:r w:rsidR="000E1451">
        <w:rPr>
          <w:rFonts w:cs="Georgia"/>
          <w:bCs/>
          <w:kern w:val="1"/>
        </w:rPr>
        <w:t>’</w:t>
      </w:r>
      <w:r>
        <w:rPr>
          <w:rFonts w:cs="Georgia"/>
          <w:bCs/>
          <w:kern w:val="1"/>
        </w:rPr>
        <w:t>un matériel gigantesque</w:t>
      </w:r>
      <w:r w:rsidR="000E1451">
        <w:rPr>
          <w:rFonts w:cs="Georgia"/>
          <w:bCs/>
          <w:kern w:val="1"/>
        </w:rPr>
        <w:t xml:space="preserve">. </w:t>
      </w:r>
      <w:r>
        <w:rPr>
          <w:rFonts w:cs="Georgia"/>
          <w:bCs/>
          <w:kern w:val="1"/>
        </w:rPr>
        <w:t>Il y en avait encore</w:t>
      </w:r>
      <w:r w:rsidR="000E1451">
        <w:rPr>
          <w:rFonts w:cs="Georgia"/>
          <w:bCs/>
          <w:kern w:val="1"/>
        </w:rPr>
        <w:t xml:space="preserve">. </w:t>
      </w:r>
      <w:r>
        <w:rPr>
          <w:rFonts w:cs="Georgia"/>
          <w:bCs/>
          <w:kern w:val="1"/>
        </w:rPr>
        <w:t>Il y en avait toujours</w:t>
      </w:r>
      <w:r w:rsidR="000E1451">
        <w:rPr>
          <w:rFonts w:cs="Georgia"/>
          <w:bCs/>
          <w:kern w:val="1"/>
        </w:rPr>
        <w:t>…</w:t>
      </w:r>
    </w:p>
    <w:p w14:paraId="4306B3DE" w14:textId="77777777" w:rsidR="000E1451" w:rsidRDefault="000E1451" w:rsidP="00BE611A">
      <w:pPr>
        <w:rPr>
          <w:rFonts w:cs="Georgia"/>
          <w:bCs/>
          <w:kern w:val="1"/>
        </w:rPr>
      </w:pPr>
      <w:r>
        <w:rPr>
          <w:rFonts w:cs="Georgia"/>
          <w:bCs/>
          <w:kern w:val="1"/>
        </w:rPr>
        <w:t>— </w:t>
      </w:r>
      <w:r w:rsidR="00BE611A">
        <w:rPr>
          <w:rFonts w:cs="Georgia"/>
          <w:bCs/>
          <w:kern w:val="1"/>
        </w:rPr>
        <w:t>Savez-vous ce que c</w:t>
      </w:r>
      <w:r>
        <w:rPr>
          <w:rFonts w:cs="Georgia"/>
          <w:bCs/>
          <w:kern w:val="1"/>
        </w:rPr>
        <w:t>’</w:t>
      </w:r>
      <w:r w:rsidR="00BE611A">
        <w:rPr>
          <w:rFonts w:cs="Georgia"/>
          <w:bCs/>
          <w:kern w:val="1"/>
        </w:rPr>
        <w:t>est</w:t>
      </w:r>
      <w:r>
        <w:rPr>
          <w:rFonts w:cs="Georgia"/>
          <w:bCs/>
          <w:kern w:val="1"/>
        </w:rPr>
        <w:t xml:space="preserve"> ? </w:t>
      </w:r>
      <w:r w:rsidR="00BE611A">
        <w:rPr>
          <w:rFonts w:cs="Georgia"/>
          <w:bCs/>
          <w:kern w:val="1"/>
        </w:rPr>
        <w:t>dit Audemard</w:t>
      </w:r>
      <w:r>
        <w:rPr>
          <w:rFonts w:cs="Georgia"/>
          <w:bCs/>
          <w:kern w:val="1"/>
        </w:rPr>
        <w:t xml:space="preserve">. </w:t>
      </w:r>
      <w:r w:rsidR="00BE611A">
        <w:rPr>
          <w:rFonts w:cs="Georgia"/>
          <w:bCs/>
          <w:kern w:val="1"/>
        </w:rPr>
        <w:t>Ce n</w:t>
      </w:r>
      <w:r>
        <w:rPr>
          <w:rFonts w:cs="Georgia"/>
          <w:bCs/>
          <w:kern w:val="1"/>
        </w:rPr>
        <w:t>’</w:t>
      </w:r>
      <w:r w:rsidR="00BE611A">
        <w:rPr>
          <w:rFonts w:cs="Georgia"/>
          <w:bCs/>
          <w:kern w:val="1"/>
        </w:rPr>
        <w:t>est pas très difficile à deviner</w:t>
      </w:r>
      <w:r>
        <w:rPr>
          <w:rFonts w:cs="Georgia"/>
          <w:bCs/>
          <w:kern w:val="1"/>
        </w:rPr>
        <w:t xml:space="preserve"> : </w:t>
      </w:r>
      <w:r w:rsidR="00BE611A">
        <w:rPr>
          <w:rFonts w:cs="Georgia"/>
          <w:bCs/>
          <w:kern w:val="1"/>
        </w:rPr>
        <w:t>leurs soldats et leur artillerie qu</w:t>
      </w:r>
      <w:r>
        <w:rPr>
          <w:rFonts w:cs="Georgia"/>
          <w:bCs/>
          <w:kern w:val="1"/>
        </w:rPr>
        <w:t>’</w:t>
      </w:r>
      <w:r w:rsidR="00BE611A">
        <w:rPr>
          <w:rFonts w:cs="Georgia"/>
          <w:bCs/>
          <w:kern w:val="1"/>
        </w:rPr>
        <w:t>ils commencent à retirer du front oriental</w:t>
      </w:r>
      <w:r>
        <w:rPr>
          <w:rFonts w:cs="Georgia"/>
          <w:bCs/>
          <w:kern w:val="1"/>
        </w:rPr>
        <w:t xml:space="preserve">. </w:t>
      </w:r>
      <w:r w:rsidR="00BE611A">
        <w:rPr>
          <w:rFonts w:cs="Georgia"/>
          <w:bCs/>
          <w:kern w:val="1"/>
        </w:rPr>
        <w:t>D</w:t>
      </w:r>
      <w:r>
        <w:rPr>
          <w:rFonts w:cs="Georgia"/>
          <w:bCs/>
          <w:kern w:val="1"/>
        </w:rPr>
        <w:t>’</w:t>
      </w:r>
      <w:r w:rsidR="00BE611A">
        <w:rPr>
          <w:rFonts w:cs="Georgia"/>
          <w:bCs/>
          <w:kern w:val="1"/>
        </w:rPr>
        <w:t>ici quelque temps</w:t>
      </w:r>
      <w:r>
        <w:rPr>
          <w:rFonts w:cs="Georgia"/>
          <w:bCs/>
          <w:kern w:val="1"/>
        </w:rPr>
        <w:t xml:space="preserve">, </w:t>
      </w:r>
      <w:r w:rsidR="00BE611A">
        <w:rPr>
          <w:rFonts w:cs="Georgia"/>
          <w:bCs/>
          <w:kern w:val="1"/>
        </w:rPr>
        <w:t>qu</w:t>
      </w:r>
      <w:r>
        <w:rPr>
          <w:rFonts w:cs="Georgia"/>
          <w:bCs/>
          <w:kern w:val="1"/>
        </w:rPr>
        <w:t>’</w:t>
      </w:r>
      <w:r w:rsidR="00BE611A">
        <w:rPr>
          <w:rFonts w:cs="Georgia"/>
          <w:bCs/>
          <w:kern w:val="1"/>
        </w:rPr>
        <w:t>est-ce qu</w:t>
      </w:r>
      <w:r>
        <w:rPr>
          <w:rFonts w:cs="Georgia"/>
          <w:bCs/>
          <w:kern w:val="1"/>
        </w:rPr>
        <w:t>’</w:t>
      </w:r>
      <w:r w:rsidR="00BE611A">
        <w:rPr>
          <w:rFonts w:cs="Georgia"/>
          <w:bCs/>
          <w:kern w:val="1"/>
        </w:rPr>
        <w:t>ils vont prendre</w:t>
      </w:r>
      <w:r>
        <w:rPr>
          <w:rFonts w:cs="Georgia"/>
          <w:bCs/>
          <w:kern w:val="1"/>
        </w:rPr>
        <w:t xml:space="preserve">, </w:t>
      </w:r>
      <w:r w:rsidR="00BE611A">
        <w:rPr>
          <w:rFonts w:cs="Georgia"/>
          <w:bCs/>
          <w:kern w:val="1"/>
        </w:rPr>
        <w:t>les nôtres</w:t>
      </w:r>
      <w:r>
        <w:rPr>
          <w:rFonts w:cs="Georgia"/>
          <w:bCs/>
          <w:kern w:val="1"/>
        </w:rPr>
        <w:t xml:space="preserve"> ! </w:t>
      </w:r>
      <w:r w:rsidR="00BE611A">
        <w:rPr>
          <w:rFonts w:cs="Georgia"/>
          <w:bCs/>
          <w:kern w:val="1"/>
        </w:rPr>
        <w:t>Et dire que c</w:t>
      </w:r>
      <w:r>
        <w:rPr>
          <w:rFonts w:cs="Georgia"/>
          <w:bCs/>
          <w:kern w:val="1"/>
        </w:rPr>
        <w:t>’</w:t>
      </w:r>
      <w:r w:rsidR="00BE611A">
        <w:rPr>
          <w:rFonts w:cs="Georgia"/>
          <w:bCs/>
          <w:kern w:val="1"/>
        </w:rPr>
        <w:t>est ces salauds de Russes qui nous ont entraînés dans ce fourbi-là</w:t>
      </w:r>
      <w:r>
        <w:rPr>
          <w:rFonts w:cs="Georgia"/>
          <w:bCs/>
          <w:kern w:val="1"/>
        </w:rPr>
        <w:t xml:space="preserve"> ! </w:t>
      </w:r>
      <w:r w:rsidR="00BE611A">
        <w:rPr>
          <w:rFonts w:cs="Georgia"/>
          <w:bCs/>
          <w:kern w:val="1"/>
        </w:rPr>
        <w:t>C</w:t>
      </w:r>
      <w:r>
        <w:rPr>
          <w:rFonts w:cs="Georgia"/>
          <w:bCs/>
          <w:kern w:val="1"/>
        </w:rPr>
        <w:t>’</w:t>
      </w:r>
      <w:r w:rsidR="00BE611A">
        <w:rPr>
          <w:rFonts w:cs="Georgia"/>
          <w:bCs/>
          <w:kern w:val="1"/>
        </w:rPr>
        <w:t>est dégueulasse</w:t>
      </w:r>
      <w:r>
        <w:rPr>
          <w:rFonts w:cs="Georgia"/>
          <w:bCs/>
          <w:kern w:val="1"/>
        </w:rPr>
        <w:t xml:space="preserve">, </w:t>
      </w:r>
      <w:r w:rsidR="00BE611A">
        <w:rPr>
          <w:rFonts w:cs="Georgia"/>
          <w:bCs/>
          <w:kern w:val="1"/>
        </w:rPr>
        <w:t>tout de même</w:t>
      </w:r>
      <w:r>
        <w:rPr>
          <w:rFonts w:cs="Georgia"/>
          <w:bCs/>
          <w:kern w:val="1"/>
        </w:rPr>
        <w:t>.</w:t>
      </w:r>
    </w:p>
    <w:p w14:paraId="732F214A" w14:textId="77777777" w:rsidR="000E1451" w:rsidRDefault="00BE611A" w:rsidP="00BE611A">
      <w:pPr>
        <w:rPr>
          <w:rFonts w:cs="Georgia"/>
          <w:bCs/>
          <w:kern w:val="1"/>
        </w:rPr>
      </w:pPr>
      <w:r>
        <w:rPr>
          <w:rFonts w:cs="Georgia"/>
          <w:bCs/>
          <w:kern w:val="1"/>
        </w:rPr>
        <w:t>Gourrut ricana</w:t>
      </w:r>
      <w:r w:rsidR="000E1451">
        <w:rPr>
          <w:rFonts w:cs="Georgia"/>
          <w:bCs/>
          <w:kern w:val="1"/>
        </w:rPr>
        <w:t> :</w:t>
      </w:r>
    </w:p>
    <w:p w14:paraId="721D0552" w14:textId="77777777" w:rsidR="000E1451" w:rsidRDefault="000E1451" w:rsidP="00BE611A">
      <w:pPr>
        <w:rPr>
          <w:rFonts w:cs="Georgia"/>
          <w:bCs/>
          <w:kern w:val="1"/>
        </w:rPr>
      </w:pPr>
      <w:r>
        <w:rPr>
          <w:rFonts w:cs="Georgia"/>
          <w:bCs/>
          <w:kern w:val="1"/>
        </w:rPr>
        <w:t>— </w:t>
      </w:r>
      <w:r w:rsidR="00BE611A">
        <w:rPr>
          <w:rFonts w:cs="Georgia"/>
          <w:bCs/>
          <w:kern w:val="1"/>
        </w:rPr>
        <w:t>Les Russes</w:t>
      </w:r>
      <w:r>
        <w:rPr>
          <w:rFonts w:cs="Georgia"/>
          <w:bCs/>
          <w:kern w:val="1"/>
        </w:rPr>
        <w:t xml:space="preserve">, </w:t>
      </w:r>
      <w:r w:rsidR="00BE611A">
        <w:rPr>
          <w:rFonts w:cs="Georgia"/>
          <w:bCs/>
          <w:kern w:val="1"/>
        </w:rPr>
        <w:t>t</w:t>
      </w:r>
      <w:r>
        <w:rPr>
          <w:rFonts w:cs="Georgia"/>
          <w:bCs/>
          <w:kern w:val="1"/>
        </w:rPr>
        <w:t>’</w:t>
      </w:r>
      <w:r w:rsidR="00BE611A">
        <w:rPr>
          <w:rFonts w:cs="Georgia"/>
          <w:bCs/>
          <w:kern w:val="1"/>
        </w:rPr>
        <w:t>en fais pas</w:t>
      </w:r>
      <w:r>
        <w:rPr>
          <w:rFonts w:cs="Georgia"/>
          <w:bCs/>
          <w:kern w:val="1"/>
        </w:rPr>
        <w:t xml:space="preserve">. </w:t>
      </w:r>
      <w:r w:rsidR="00BE611A">
        <w:rPr>
          <w:rFonts w:cs="Georgia"/>
          <w:bCs/>
          <w:kern w:val="1"/>
        </w:rPr>
        <w:t>Ils sont moins bêtes que nous</w:t>
      </w:r>
      <w:r>
        <w:rPr>
          <w:rFonts w:cs="Georgia"/>
          <w:bCs/>
          <w:kern w:val="1"/>
        </w:rPr>
        <w:t xml:space="preserve">. </w:t>
      </w:r>
      <w:r w:rsidR="00BE611A">
        <w:rPr>
          <w:rFonts w:cs="Georgia"/>
          <w:bCs/>
          <w:kern w:val="1"/>
        </w:rPr>
        <w:t>Et les Anglais aussi</w:t>
      </w:r>
      <w:r>
        <w:rPr>
          <w:rFonts w:cs="Georgia"/>
          <w:bCs/>
          <w:kern w:val="1"/>
        </w:rPr>
        <w:t xml:space="preserve">, </w:t>
      </w:r>
      <w:r w:rsidR="00BE611A">
        <w:rPr>
          <w:rFonts w:cs="Georgia"/>
          <w:bCs/>
          <w:kern w:val="1"/>
        </w:rPr>
        <w:t>qui sont en train de fêter leur Christmas à Jérusalem</w:t>
      </w:r>
      <w:r>
        <w:rPr>
          <w:rFonts w:cs="Georgia"/>
          <w:bCs/>
          <w:kern w:val="1"/>
        </w:rPr>
        <w:t xml:space="preserve">. </w:t>
      </w:r>
      <w:r w:rsidR="00BE611A">
        <w:rPr>
          <w:rFonts w:cs="Georgia"/>
          <w:bCs/>
          <w:kern w:val="1"/>
        </w:rPr>
        <w:t>Allons</w:t>
      </w:r>
      <w:r>
        <w:rPr>
          <w:rFonts w:cs="Georgia"/>
          <w:bCs/>
          <w:kern w:val="1"/>
        </w:rPr>
        <w:t xml:space="preserve">, </w:t>
      </w:r>
      <w:r w:rsidR="00BE611A">
        <w:rPr>
          <w:rFonts w:cs="Georgia"/>
          <w:bCs/>
          <w:kern w:val="1"/>
        </w:rPr>
        <w:t>allons</w:t>
      </w:r>
      <w:r>
        <w:rPr>
          <w:rFonts w:cs="Georgia"/>
          <w:bCs/>
          <w:kern w:val="1"/>
        </w:rPr>
        <w:t xml:space="preserve">, </w:t>
      </w:r>
      <w:r w:rsidR="00BE611A">
        <w:rPr>
          <w:rFonts w:cs="Georgia"/>
          <w:bCs/>
          <w:kern w:val="1"/>
        </w:rPr>
        <w:t>y a du bon</w:t>
      </w:r>
      <w:r>
        <w:rPr>
          <w:rFonts w:cs="Georgia"/>
          <w:bCs/>
          <w:kern w:val="1"/>
        </w:rPr>
        <w:t xml:space="preserve">. </w:t>
      </w:r>
      <w:r w:rsidR="00BE611A">
        <w:rPr>
          <w:rFonts w:cs="Georgia"/>
          <w:bCs/>
          <w:kern w:val="1"/>
        </w:rPr>
        <w:t>Au printemps prochain</w:t>
      </w:r>
      <w:r>
        <w:rPr>
          <w:rFonts w:cs="Georgia"/>
          <w:bCs/>
          <w:kern w:val="1"/>
        </w:rPr>
        <w:t xml:space="preserve">, </w:t>
      </w:r>
      <w:r w:rsidR="00BE611A">
        <w:rPr>
          <w:rFonts w:cs="Georgia"/>
          <w:bCs/>
          <w:kern w:val="1"/>
        </w:rPr>
        <w:t>tout ça pourra fort bien être fini</w:t>
      </w:r>
      <w:r>
        <w:rPr>
          <w:rFonts w:cs="Georgia"/>
          <w:bCs/>
          <w:kern w:val="1"/>
        </w:rPr>
        <w:t xml:space="preserve">. </w:t>
      </w:r>
      <w:r w:rsidR="00BE611A">
        <w:rPr>
          <w:rFonts w:cs="Georgia"/>
          <w:bCs/>
          <w:kern w:val="1"/>
        </w:rPr>
        <w:t>D</w:t>
      </w:r>
      <w:r>
        <w:rPr>
          <w:rFonts w:cs="Georgia"/>
          <w:bCs/>
          <w:kern w:val="1"/>
        </w:rPr>
        <w:t>’</w:t>
      </w:r>
      <w:r w:rsidR="00BE611A">
        <w:rPr>
          <w:rFonts w:cs="Georgia"/>
          <w:bCs/>
          <w:kern w:val="1"/>
        </w:rPr>
        <w:t>une façon ou de l</w:t>
      </w:r>
      <w:r>
        <w:rPr>
          <w:rFonts w:cs="Georgia"/>
          <w:bCs/>
          <w:kern w:val="1"/>
        </w:rPr>
        <w:t>’</w:t>
      </w:r>
      <w:r w:rsidR="00BE611A">
        <w:rPr>
          <w:rFonts w:cs="Georgia"/>
          <w:bCs/>
          <w:kern w:val="1"/>
        </w:rPr>
        <w:t>autre</w:t>
      </w:r>
      <w:r>
        <w:rPr>
          <w:rFonts w:cs="Georgia"/>
          <w:bCs/>
          <w:kern w:val="1"/>
        </w:rPr>
        <w:t xml:space="preserve">, </w:t>
      </w:r>
      <w:r w:rsidR="00BE611A">
        <w:rPr>
          <w:rFonts w:cs="Georgia"/>
          <w:bCs/>
          <w:kern w:val="1"/>
        </w:rPr>
        <w:t>nous on s</w:t>
      </w:r>
      <w:r>
        <w:rPr>
          <w:rFonts w:cs="Georgia"/>
          <w:bCs/>
          <w:kern w:val="1"/>
        </w:rPr>
        <w:t>’</w:t>
      </w:r>
      <w:r w:rsidR="00BE611A">
        <w:rPr>
          <w:rFonts w:cs="Georgia"/>
          <w:bCs/>
          <w:kern w:val="1"/>
        </w:rPr>
        <w:t>en fout</w:t>
      </w:r>
      <w:r>
        <w:rPr>
          <w:rFonts w:cs="Georgia"/>
          <w:bCs/>
          <w:kern w:val="1"/>
        </w:rPr>
        <w:t xml:space="preserve">, </w:t>
      </w:r>
      <w:r w:rsidR="00BE611A">
        <w:rPr>
          <w:rFonts w:cs="Georgia"/>
          <w:bCs/>
          <w:kern w:val="1"/>
        </w:rPr>
        <w:t>pas</w:t>
      </w:r>
      <w:r>
        <w:rPr>
          <w:rFonts w:cs="Georgia"/>
          <w:bCs/>
          <w:kern w:val="1"/>
        </w:rPr>
        <w:t xml:space="preserve"> ? </w:t>
      </w:r>
      <w:r w:rsidR="00BE611A">
        <w:rPr>
          <w:rFonts w:cs="Georgia"/>
          <w:bCs/>
          <w:kern w:val="1"/>
        </w:rPr>
        <w:t>Ah</w:t>
      </w:r>
      <w:r>
        <w:rPr>
          <w:rFonts w:cs="Georgia"/>
          <w:bCs/>
          <w:kern w:val="1"/>
        </w:rPr>
        <w:t xml:space="preserve"> ! </w:t>
      </w:r>
      <w:r w:rsidR="00BE611A">
        <w:rPr>
          <w:rFonts w:cs="Georgia"/>
          <w:bCs/>
          <w:kern w:val="1"/>
        </w:rPr>
        <w:t>voilà qu</w:t>
      </w:r>
      <w:r>
        <w:rPr>
          <w:rFonts w:cs="Georgia"/>
          <w:bCs/>
          <w:kern w:val="1"/>
        </w:rPr>
        <w:t>’</w:t>
      </w:r>
      <w:r w:rsidR="00BE611A">
        <w:rPr>
          <w:rFonts w:cs="Georgia"/>
          <w:bCs/>
          <w:kern w:val="1"/>
        </w:rPr>
        <w:t>on repart</w:t>
      </w:r>
      <w:r>
        <w:rPr>
          <w:rFonts w:cs="Georgia"/>
          <w:bCs/>
          <w:kern w:val="1"/>
        </w:rPr>
        <w:t xml:space="preserve">. </w:t>
      </w:r>
      <w:r w:rsidR="00BE611A">
        <w:rPr>
          <w:rFonts w:cs="Georgia"/>
          <w:bCs/>
          <w:kern w:val="1"/>
        </w:rPr>
        <w:t>C</w:t>
      </w:r>
      <w:r>
        <w:rPr>
          <w:rFonts w:cs="Georgia"/>
          <w:bCs/>
          <w:kern w:val="1"/>
        </w:rPr>
        <w:t>’</w:t>
      </w:r>
      <w:r w:rsidR="00BE611A">
        <w:rPr>
          <w:rFonts w:cs="Georgia"/>
          <w:bCs/>
          <w:kern w:val="1"/>
        </w:rPr>
        <w:t>est pas malheureux</w:t>
      </w:r>
      <w:r>
        <w:rPr>
          <w:rFonts w:cs="Georgia"/>
          <w:bCs/>
          <w:kern w:val="1"/>
        </w:rPr>
        <w:t xml:space="preserve">. </w:t>
      </w:r>
      <w:r w:rsidR="00BE611A">
        <w:rPr>
          <w:rFonts w:cs="Georgia"/>
          <w:bCs/>
          <w:kern w:val="1"/>
        </w:rPr>
        <w:t>Qu</w:t>
      </w:r>
      <w:r>
        <w:rPr>
          <w:rFonts w:cs="Georgia"/>
          <w:bCs/>
          <w:kern w:val="1"/>
        </w:rPr>
        <w:t>’</w:t>
      </w:r>
      <w:r w:rsidR="00BE611A">
        <w:rPr>
          <w:rFonts w:cs="Georgia"/>
          <w:bCs/>
          <w:kern w:val="1"/>
        </w:rPr>
        <w:t>est-ce qu</w:t>
      </w:r>
      <w:r>
        <w:rPr>
          <w:rFonts w:cs="Georgia"/>
          <w:bCs/>
          <w:kern w:val="1"/>
        </w:rPr>
        <w:t>’</w:t>
      </w:r>
      <w:r w:rsidR="00BE611A">
        <w:rPr>
          <w:rFonts w:cs="Georgia"/>
          <w:bCs/>
          <w:kern w:val="1"/>
        </w:rPr>
        <w:t>il y a</w:t>
      </w:r>
      <w:r>
        <w:rPr>
          <w:rFonts w:cs="Georgia"/>
          <w:bCs/>
          <w:kern w:val="1"/>
        </w:rPr>
        <w:t xml:space="preserve">, </w:t>
      </w:r>
      <w:r w:rsidR="00BE611A">
        <w:rPr>
          <w:rFonts w:cs="Georgia"/>
          <w:bCs/>
          <w:kern w:val="1"/>
        </w:rPr>
        <w:t>Dauphin</w:t>
      </w:r>
      <w:r>
        <w:rPr>
          <w:rFonts w:cs="Georgia"/>
          <w:bCs/>
          <w:kern w:val="1"/>
        </w:rPr>
        <w:t> ?</w:t>
      </w:r>
    </w:p>
    <w:p w14:paraId="5E621B4A" w14:textId="77777777" w:rsidR="000E1451" w:rsidRDefault="00BE611A" w:rsidP="00BE611A">
      <w:pPr>
        <w:rPr>
          <w:rFonts w:cs="Georgia"/>
          <w:bCs/>
          <w:kern w:val="1"/>
        </w:rPr>
      </w:pPr>
      <w:r>
        <w:rPr>
          <w:rFonts w:cs="Georgia"/>
          <w:bCs/>
          <w:kern w:val="1"/>
        </w:rPr>
        <w:t>Dauphin</w:t>
      </w:r>
      <w:r w:rsidR="000E1451">
        <w:rPr>
          <w:rFonts w:cs="Georgia"/>
          <w:bCs/>
          <w:kern w:val="1"/>
        </w:rPr>
        <w:t xml:space="preserve">, </w:t>
      </w:r>
      <w:r>
        <w:rPr>
          <w:rFonts w:cs="Georgia"/>
          <w:bCs/>
          <w:kern w:val="1"/>
        </w:rPr>
        <w:t>un des hommes de Bergez</w:t>
      </w:r>
      <w:r w:rsidR="000E1451">
        <w:rPr>
          <w:rFonts w:cs="Georgia"/>
          <w:bCs/>
          <w:kern w:val="1"/>
        </w:rPr>
        <w:t xml:space="preserve">, </w:t>
      </w:r>
      <w:r>
        <w:rPr>
          <w:rFonts w:cs="Georgia"/>
          <w:bCs/>
          <w:kern w:val="1"/>
        </w:rPr>
        <w:t>venait de surgir</w:t>
      </w:r>
      <w:r w:rsidR="000E1451">
        <w:rPr>
          <w:rFonts w:cs="Georgia"/>
          <w:bCs/>
          <w:kern w:val="1"/>
        </w:rPr>
        <w:t xml:space="preserve">, </w:t>
      </w:r>
      <w:r>
        <w:rPr>
          <w:rFonts w:cs="Georgia"/>
          <w:bCs/>
          <w:kern w:val="1"/>
        </w:rPr>
        <w:t>furieux et jurant par tous les saints du Paradis</w:t>
      </w:r>
      <w:r w:rsidR="000E1451">
        <w:rPr>
          <w:rFonts w:cs="Georgia"/>
          <w:bCs/>
          <w:kern w:val="1"/>
        </w:rPr>
        <w:t>.</w:t>
      </w:r>
    </w:p>
    <w:p w14:paraId="74BDD380" w14:textId="77777777" w:rsidR="000E1451" w:rsidRDefault="000E1451" w:rsidP="00BE611A">
      <w:pPr>
        <w:rPr>
          <w:rFonts w:cs="Georgia"/>
          <w:bCs/>
          <w:kern w:val="1"/>
        </w:rPr>
      </w:pPr>
      <w:r>
        <w:rPr>
          <w:rFonts w:cs="Georgia"/>
          <w:bCs/>
          <w:kern w:val="1"/>
        </w:rPr>
        <w:t>— </w:t>
      </w:r>
      <w:r w:rsidR="00BE611A">
        <w:rPr>
          <w:rFonts w:cs="Georgia"/>
          <w:bCs/>
          <w:kern w:val="1"/>
        </w:rPr>
        <w:t>Il y a</w:t>
      </w:r>
      <w:r>
        <w:rPr>
          <w:rFonts w:cs="Georgia"/>
          <w:bCs/>
          <w:kern w:val="1"/>
        </w:rPr>
        <w:t xml:space="preserve">, </w:t>
      </w:r>
      <w:r w:rsidR="00BE611A">
        <w:rPr>
          <w:rFonts w:cs="Georgia"/>
          <w:bCs/>
          <w:kern w:val="1"/>
        </w:rPr>
        <w:t>il y a que j</w:t>
      </w:r>
      <w:r>
        <w:rPr>
          <w:rFonts w:cs="Georgia"/>
          <w:bCs/>
          <w:kern w:val="1"/>
        </w:rPr>
        <w:t>’</w:t>
      </w:r>
      <w:r w:rsidR="00BE611A">
        <w:rPr>
          <w:rFonts w:cs="Georgia"/>
          <w:bCs/>
          <w:kern w:val="1"/>
        </w:rPr>
        <w:t>ai voulu descendre pour aller j</w:t>
      </w:r>
      <w:r>
        <w:rPr>
          <w:rFonts w:cs="Georgia"/>
          <w:bCs/>
          <w:kern w:val="1"/>
        </w:rPr>
        <w:t>’</w:t>
      </w:r>
      <w:r w:rsidR="00BE611A">
        <w:rPr>
          <w:rFonts w:cs="Georgia"/>
          <w:bCs/>
          <w:kern w:val="1"/>
        </w:rPr>
        <w:t>ai pas besoin de te dire où</w:t>
      </w:r>
      <w:r>
        <w:rPr>
          <w:rFonts w:cs="Georgia"/>
          <w:bCs/>
          <w:kern w:val="1"/>
        </w:rPr>
        <w:t xml:space="preserve">. </w:t>
      </w:r>
      <w:r w:rsidR="00BE611A">
        <w:rPr>
          <w:rFonts w:cs="Georgia"/>
          <w:bCs/>
          <w:kern w:val="1"/>
        </w:rPr>
        <w:t>Je suis tombé sur une grande andouille de sentinelle</w:t>
      </w:r>
      <w:r>
        <w:rPr>
          <w:rFonts w:cs="Georgia"/>
          <w:bCs/>
          <w:kern w:val="1"/>
        </w:rPr>
        <w:t xml:space="preserve">. </w:t>
      </w:r>
      <w:r w:rsidR="00BE611A">
        <w:rPr>
          <w:rFonts w:cs="Georgia"/>
          <w:bCs/>
          <w:kern w:val="1"/>
        </w:rPr>
        <w:t>Il m</w:t>
      </w:r>
      <w:r>
        <w:rPr>
          <w:rFonts w:cs="Georgia"/>
          <w:bCs/>
          <w:kern w:val="1"/>
        </w:rPr>
        <w:t>’</w:t>
      </w:r>
      <w:r w:rsidR="00BE611A">
        <w:rPr>
          <w:rFonts w:cs="Georgia"/>
          <w:bCs/>
          <w:kern w:val="1"/>
        </w:rPr>
        <w:t>a fait remonter dans le wagon à coup de crosse</w:t>
      </w:r>
      <w:r>
        <w:rPr>
          <w:rFonts w:cs="Georgia"/>
          <w:bCs/>
          <w:kern w:val="1"/>
        </w:rPr>
        <w:t xml:space="preserve">. </w:t>
      </w:r>
      <w:r w:rsidR="00BE611A">
        <w:rPr>
          <w:rFonts w:cs="Georgia"/>
          <w:bCs/>
          <w:kern w:val="1"/>
        </w:rPr>
        <w:t>Ah</w:t>
      </w:r>
      <w:r>
        <w:rPr>
          <w:rFonts w:cs="Georgia"/>
          <w:bCs/>
          <w:kern w:val="1"/>
        </w:rPr>
        <w:t xml:space="preserve"> ! </w:t>
      </w:r>
      <w:r w:rsidR="00BE611A">
        <w:rPr>
          <w:rFonts w:cs="Georgia"/>
          <w:bCs/>
          <w:kern w:val="1"/>
        </w:rPr>
        <w:t>la vache</w:t>
      </w:r>
      <w:r>
        <w:rPr>
          <w:rFonts w:cs="Georgia"/>
          <w:bCs/>
          <w:kern w:val="1"/>
        </w:rPr>
        <w:t>.</w:t>
      </w:r>
    </w:p>
    <w:p w14:paraId="3167CBBD" w14:textId="77777777" w:rsidR="000E1451" w:rsidRDefault="000E1451" w:rsidP="00BE611A">
      <w:pPr>
        <w:rPr>
          <w:rFonts w:cs="Georgia"/>
          <w:bCs/>
          <w:kern w:val="1"/>
        </w:rPr>
      </w:pPr>
      <w:r>
        <w:rPr>
          <w:rFonts w:cs="Georgia"/>
          <w:bCs/>
          <w:kern w:val="1"/>
        </w:rPr>
        <w:t>— </w:t>
      </w:r>
      <w:r w:rsidR="00BE611A">
        <w:rPr>
          <w:rFonts w:cs="Georgia"/>
          <w:bCs/>
          <w:kern w:val="1"/>
        </w:rPr>
        <w:t>Fallait lui prendre son numéro</w:t>
      </w:r>
      <w:r>
        <w:rPr>
          <w:rFonts w:cs="Georgia"/>
          <w:bCs/>
          <w:kern w:val="1"/>
        </w:rPr>
        <w:t xml:space="preserve">, </w:t>
      </w:r>
      <w:r w:rsidR="00BE611A">
        <w:rPr>
          <w:rFonts w:cs="Georgia"/>
          <w:bCs/>
          <w:kern w:val="1"/>
        </w:rPr>
        <w:t>dit Fichet</w:t>
      </w:r>
      <w:r>
        <w:rPr>
          <w:rFonts w:cs="Georgia"/>
          <w:bCs/>
          <w:kern w:val="1"/>
        </w:rPr>
        <w:t>.</w:t>
      </w:r>
    </w:p>
    <w:p w14:paraId="75FFDD69" w14:textId="77777777" w:rsidR="000E1451" w:rsidRDefault="000E1451" w:rsidP="00BE611A">
      <w:pPr>
        <w:rPr>
          <w:rFonts w:cs="Georgia"/>
          <w:bCs/>
          <w:kern w:val="1"/>
        </w:rPr>
      </w:pPr>
      <w:r>
        <w:rPr>
          <w:rFonts w:cs="Georgia"/>
          <w:bCs/>
          <w:kern w:val="1"/>
        </w:rPr>
        <w:lastRenderedPageBreak/>
        <w:t>— </w:t>
      </w:r>
      <w:r w:rsidR="00BE611A">
        <w:rPr>
          <w:rFonts w:cs="Georgia"/>
          <w:bCs/>
          <w:kern w:val="1"/>
        </w:rPr>
        <w:t>Ça va bien</w:t>
      </w:r>
      <w:r>
        <w:rPr>
          <w:rFonts w:cs="Georgia"/>
          <w:bCs/>
          <w:kern w:val="1"/>
        </w:rPr>
        <w:t xml:space="preserve"> ! </w:t>
      </w:r>
      <w:r w:rsidR="00BE611A">
        <w:rPr>
          <w:rFonts w:cs="Georgia"/>
          <w:bCs/>
          <w:kern w:val="1"/>
        </w:rPr>
        <w:t>J</w:t>
      </w:r>
      <w:r>
        <w:rPr>
          <w:rFonts w:cs="Georgia"/>
          <w:bCs/>
          <w:kern w:val="1"/>
        </w:rPr>
        <w:t>’</w:t>
      </w:r>
      <w:r w:rsidR="00BE611A">
        <w:rPr>
          <w:rFonts w:cs="Georgia"/>
          <w:bCs/>
          <w:kern w:val="1"/>
        </w:rPr>
        <w:t>ai pas besoin de numéro</w:t>
      </w:r>
      <w:r>
        <w:rPr>
          <w:rFonts w:cs="Georgia"/>
          <w:bCs/>
          <w:kern w:val="1"/>
        </w:rPr>
        <w:t xml:space="preserve">, </w:t>
      </w:r>
      <w:r w:rsidR="00BE611A">
        <w:rPr>
          <w:rFonts w:cs="Georgia"/>
          <w:bCs/>
          <w:kern w:val="1"/>
        </w:rPr>
        <w:t>moi</w:t>
      </w:r>
      <w:r>
        <w:rPr>
          <w:rFonts w:cs="Georgia"/>
          <w:bCs/>
          <w:kern w:val="1"/>
        </w:rPr>
        <w:t xml:space="preserve">, </w:t>
      </w:r>
      <w:r w:rsidR="00BE611A">
        <w:rPr>
          <w:rFonts w:cs="Georgia"/>
          <w:bCs/>
          <w:kern w:val="1"/>
        </w:rPr>
        <w:t>parce qu</w:t>
      </w:r>
      <w:r>
        <w:rPr>
          <w:rFonts w:cs="Georgia"/>
          <w:bCs/>
          <w:kern w:val="1"/>
        </w:rPr>
        <w:t>’</w:t>
      </w:r>
      <w:r w:rsidR="00BE611A">
        <w:rPr>
          <w:rFonts w:cs="Georgia"/>
          <w:bCs/>
          <w:kern w:val="1"/>
        </w:rPr>
        <w:t>il y a une chose certaine</w:t>
      </w:r>
      <w:r>
        <w:rPr>
          <w:rFonts w:cs="Georgia"/>
          <w:bCs/>
          <w:kern w:val="1"/>
        </w:rPr>
        <w:t xml:space="preserve">, </w:t>
      </w:r>
      <w:r w:rsidR="00BE611A">
        <w:rPr>
          <w:rFonts w:cs="Georgia"/>
          <w:bCs/>
          <w:kern w:val="1"/>
        </w:rPr>
        <w:t>c</w:t>
      </w:r>
      <w:r>
        <w:rPr>
          <w:rFonts w:cs="Georgia"/>
          <w:bCs/>
          <w:kern w:val="1"/>
        </w:rPr>
        <w:t>’</w:t>
      </w:r>
      <w:r w:rsidR="00BE611A">
        <w:rPr>
          <w:rFonts w:cs="Georgia"/>
          <w:bCs/>
          <w:kern w:val="1"/>
        </w:rPr>
        <w:t>est que le premier Boche que je rencontre en France après la guerre</w:t>
      </w:r>
      <w:r>
        <w:rPr>
          <w:rFonts w:cs="Georgia"/>
          <w:bCs/>
          <w:kern w:val="1"/>
        </w:rPr>
        <w:t xml:space="preserve">, </w:t>
      </w:r>
      <w:r w:rsidR="00BE611A">
        <w:rPr>
          <w:rFonts w:cs="Georgia"/>
          <w:bCs/>
          <w:kern w:val="1"/>
        </w:rPr>
        <w:t>je le crève</w:t>
      </w:r>
      <w:r>
        <w:rPr>
          <w:rFonts w:cs="Georgia"/>
          <w:bCs/>
          <w:kern w:val="1"/>
        </w:rPr>
        <w:t>.</w:t>
      </w:r>
    </w:p>
    <w:p w14:paraId="73DDF77B" w14:textId="77777777" w:rsidR="000E1451" w:rsidRDefault="000E1451" w:rsidP="00BE611A">
      <w:pPr>
        <w:rPr>
          <w:rFonts w:cs="Georgia"/>
          <w:bCs/>
          <w:kern w:val="1"/>
        </w:rPr>
      </w:pPr>
      <w:r>
        <w:rPr>
          <w:rFonts w:cs="Georgia"/>
          <w:bCs/>
          <w:kern w:val="1"/>
        </w:rPr>
        <w:t>— </w:t>
      </w:r>
      <w:r w:rsidR="00BE611A">
        <w:rPr>
          <w:rFonts w:cs="Georgia"/>
          <w:bCs/>
          <w:kern w:val="1"/>
        </w:rPr>
        <w:t>Oui</w:t>
      </w:r>
      <w:r>
        <w:rPr>
          <w:rFonts w:cs="Georgia"/>
          <w:bCs/>
          <w:kern w:val="1"/>
        </w:rPr>
        <w:t xml:space="preserve">. </w:t>
      </w:r>
      <w:r w:rsidR="00BE611A">
        <w:rPr>
          <w:rFonts w:cs="Georgia"/>
          <w:bCs/>
          <w:kern w:val="1"/>
        </w:rPr>
        <w:t>Eh bien</w:t>
      </w:r>
      <w:r>
        <w:rPr>
          <w:rFonts w:cs="Georgia"/>
          <w:bCs/>
          <w:kern w:val="1"/>
        </w:rPr>
        <w:t xml:space="preserve">, </w:t>
      </w:r>
      <w:r w:rsidR="00BE611A">
        <w:rPr>
          <w:rFonts w:cs="Georgia"/>
          <w:bCs/>
          <w:kern w:val="1"/>
        </w:rPr>
        <w:t>en attendant</w:t>
      </w:r>
      <w:r>
        <w:rPr>
          <w:rFonts w:cs="Georgia"/>
          <w:bCs/>
          <w:kern w:val="1"/>
        </w:rPr>
        <w:t xml:space="preserve">, </w:t>
      </w:r>
      <w:r w:rsidR="00BE611A">
        <w:rPr>
          <w:rFonts w:cs="Georgia"/>
          <w:bCs/>
          <w:kern w:val="1"/>
        </w:rPr>
        <w:t>fous-nous la paix</w:t>
      </w:r>
      <w:r>
        <w:rPr>
          <w:rFonts w:cs="Georgia"/>
          <w:bCs/>
          <w:kern w:val="1"/>
        </w:rPr>
        <w:t xml:space="preserve">. </w:t>
      </w:r>
      <w:r w:rsidR="00BE611A">
        <w:rPr>
          <w:rFonts w:cs="Georgia"/>
          <w:bCs/>
          <w:kern w:val="1"/>
        </w:rPr>
        <w:t>Y en a qui dorment</w:t>
      </w:r>
      <w:r>
        <w:rPr>
          <w:rFonts w:cs="Georgia"/>
          <w:bCs/>
          <w:kern w:val="1"/>
        </w:rPr>
        <w:t>.</w:t>
      </w:r>
    </w:p>
    <w:p w14:paraId="256C3115" w14:textId="77777777" w:rsidR="00BE611A" w:rsidRDefault="00BE611A" w:rsidP="00BE611A">
      <w:pPr>
        <w:rPr>
          <w:rFonts w:cs="Georgia"/>
          <w:kern w:val="1"/>
        </w:rPr>
      </w:pPr>
    </w:p>
    <w:p w14:paraId="42A3AECC" w14:textId="77777777" w:rsidR="000E1451" w:rsidRDefault="00BE611A" w:rsidP="00BE611A">
      <w:pPr>
        <w:rPr>
          <w:rFonts w:cs="Georgia"/>
          <w:bCs/>
          <w:kern w:val="1"/>
        </w:rPr>
      </w:pPr>
      <w:r>
        <w:rPr>
          <w:rFonts w:cs="Georgia"/>
          <w:bCs/>
          <w:kern w:val="1"/>
        </w:rPr>
        <w:t>Le lendemain matin</w:t>
      </w:r>
      <w:r w:rsidR="000E1451">
        <w:rPr>
          <w:rFonts w:cs="Georgia"/>
          <w:bCs/>
          <w:kern w:val="1"/>
        </w:rPr>
        <w:t xml:space="preserve">, </w:t>
      </w:r>
      <w:r>
        <w:rPr>
          <w:rFonts w:cs="Georgia"/>
          <w:bCs/>
          <w:kern w:val="1"/>
        </w:rPr>
        <w:t>nous n</w:t>
      </w:r>
      <w:r w:rsidR="000E1451">
        <w:rPr>
          <w:rFonts w:cs="Georgia"/>
          <w:bCs/>
          <w:kern w:val="1"/>
        </w:rPr>
        <w:t>’</w:t>
      </w:r>
      <w:r>
        <w:rPr>
          <w:rFonts w:cs="Georgia"/>
          <w:bCs/>
          <w:kern w:val="1"/>
        </w:rPr>
        <w:t>étions guère mieux renseignés sur notre destination</w:t>
      </w:r>
      <w:r w:rsidR="000E1451">
        <w:rPr>
          <w:rFonts w:cs="Georgia"/>
          <w:bCs/>
          <w:kern w:val="1"/>
        </w:rPr>
        <w:t xml:space="preserve">. </w:t>
      </w:r>
      <w:r>
        <w:rPr>
          <w:rFonts w:cs="Georgia"/>
          <w:bCs/>
          <w:kern w:val="1"/>
        </w:rPr>
        <w:t>Nous traversâmes un grand fleuve embrumé</w:t>
      </w:r>
      <w:r w:rsidR="000E1451">
        <w:rPr>
          <w:rFonts w:cs="Georgia"/>
          <w:bCs/>
          <w:kern w:val="1"/>
        </w:rPr>
        <w:t xml:space="preserve">. </w:t>
      </w:r>
      <w:r>
        <w:rPr>
          <w:rFonts w:cs="Georgia"/>
          <w:bCs/>
          <w:kern w:val="1"/>
        </w:rPr>
        <w:t>La bonne humeur avait complètement disparu</w:t>
      </w:r>
      <w:r w:rsidR="000E1451">
        <w:rPr>
          <w:rFonts w:cs="Georgia"/>
          <w:bCs/>
          <w:kern w:val="1"/>
        </w:rPr>
        <w:t xml:space="preserve">. </w:t>
      </w:r>
      <w:r>
        <w:rPr>
          <w:rFonts w:cs="Georgia"/>
          <w:bCs/>
          <w:kern w:val="1"/>
        </w:rPr>
        <w:t>Fichet et Sylvestre eux-mêmes ne plaisantaient plus</w:t>
      </w:r>
      <w:r w:rsidR="000E1451">
        <w:rPr>
          <w:rFonts w:cs="Georgia"/>
          <w:bCs/>
          <w:kern w:val="1"/>
        </w:rPr>
        <w:t xml:space="preserve">. </w:t>
      </w:r>
      <w:r>
        <w:rPr>
          <w:rFonts w:cs="Georgia"/>
          <w:bCs/>
          <w:kern w:val="1"/>
        </w:rPr>
        <w:t>Les prisonniers</w:t>
      </w:r>
      <w:r w:rsidR="000E1451">
        <w:rPr>
          <w:rFonts w:cs="Georgia"/>
          <w:bCs/>
          <w:kern w:val="1"/>
        </w:rPr>
        <w:t xml:space="preserve">, </w:t>
      </w:r>
      <w:r>
        <w:rPr>
          <w:rFonts w:cs="Georgia"/>
          <w:bCs/>
          <w:kern w:val="1"/>
        </w:rPr>
        <w:t>le front collé aux vitres</w:t>
      </w:r>
      <w:r w:rsidR="000E1451">
        <w:rPr>
          <w:rFonts w:cs="Georgia"/>
          <w:bCs/>
          <w:kern w:val="1"/>
        </w:rPr>
        <w:t xml:space="preserve">, </w:t>
      </w:r>
      <w:r>
        <w:rPr>
          <w:rFonts w:cs="Georgia"/>
          <w:bCs/>
          <w:kern w:val="1"/>
        </w:rPr>
        <w:t>regardaient d</w:t>
      </w:r>
      <w:r w:rsidR="000E1451">
        <w:rPr>
          <w:rFonts w:cs="Georgia"/>
          <w:bCs/>
          <w:kern w:val="1"/>
        </w:rPr>
        <w:t>’</w:t>
      </w:r>
      <w:r>
        <w:rPr>
          <w:rFonts w:cs="Georgia"/>
          <w:bCs/>
          <w:kern w:val="1"/>
        </w:rPr>
        <w:t>un œil morne le défilé d</w:t>
      </w:r>
      <w:r w:rsidR="000E1451">
        <w:rPr>
          <w:rFonts w:cs="Georgia"/>
          <w:bCs/>
          <w:kern w:val="1"/>
        </w:rPr>
        <w:t>’</w:t>
      </w:r>
      <w:r>
        <w:rPr>
          <w:rFonts w:cs="Georgia"/>
          <w:bCs/>
          <w:kern w:val="1"/>
        </w:rPr>
        <w:t>un paysage plus morne encore</w:t>
      </w:r>
      <w:r w:rsidR="000E1451">
        <w:rPr>
          <w:rFonts w:cs="Georgia"/>
          <w:bCs/>
          <w:kern w:val="1"/>
        </w:rPr>
        <w:t>.</w:t>
      </w:r>
    </w:p>
    <w:p w14:paraId="1C759C7B" w14:textId="77777777" w:rsidR="000E1451" w:rsidRDefault="000E1451" w:rsidP="00BE611A">
      <w:pPr>
        <w:rPr>
          <w:rFonts w:cs="Georgia"/>
          <w:bCs/>
          <w:kern w:val="1"/>
        </w:rPr>
      </w:pPr>
      <w:r>
        <w:rPr>
          <w:rFonts w:cs="Georgia"/>
          <w:bCs/>
          <w:kern w:val="1"/>
        </w:rPr>
        <w:t>— </w:t>
      </w:r>
      <w:r w:rsidR="00BE611A">
        <w:rPr>
          <w:rFonts w:cs="Georgia"/>
          <w:bCs/>
          <w:kern w:val="1"/>
        </w:rPr>
        <w:t>Eh bien</w:t>
      </w:r>
      <w:r>
        <w:rPr>
          <w:rFonts w:cs="Georgia"/>
          <w:bCs/>
          <w:kern w:val="1"/>
        </w:rPr>
        <w:t xml:space="preserve">, </w:t>
      </w:r>
      <w:r w:rsidR="00BE611A">
        <w:rPr>
          <w:rFonts w:cs="Georgia"/>
          <w:bCs/>
          <w:kern w:val="1"/>
        </w:rPr>
        <w:t>c</w:t>
      </w:r>
      <w:r>
        <w:rPr>
          <w:rFonts w:cs="Georgia"/>
          <w:bCs/>
          <w:kern w:val="1"/>
        </w:rPr>
        <w:t>’</w:t>
      </w:r>
      <w:r w:rsidR="00BE611A">
        <w:rPr>
          <w:rFonts w:cs="Georgia"/>
          <w:bCs/>
          <w:kern w:val="1"/>
        </w:rPr>
        <w:t>est rien</w:t>
      </w:r>
      <w:r>
        <w:rPr>
          <w:rFonts w:cs="Georgia"/>
          <w:bCs/>
          <w:kern w:val="1"/>
        </w:rPr>
        <w:t xml:space="preserve">, </w:t>
      </w:r>
      <w:r w:rsidR="00BE611A">
        <w:rPr>
          <w:rFonts w:cs="Georgia"/>
          <w:bCs/>
          <w:kern w:val="1"/>
        </w:rPr>
        <w:t>moche</w:t>
      </w:r>
      <w:r>
        <w:rPr>
          <w:rFonts w:cs="Georgia"/>
          <w:bCs/>
          <w:kern w:val="1"/>
        </w:rPr>
        <w:t xml:space="preserve">, </w:t>
      </w:r>
      <w:r w:rsidR="00BE611A">
        <w:rPr>
          <w:rFonts w:cs="Georgia"/>
          <w:bCs/>
          <w:kern w:val="1"/>
        </w:rPr>
        <w:t>par ici</w:t>
      </w:r>
      <w:r>
        <w:rPr>
          <w:rFonts w:cs="Georgia"/>
          <w:bCs/>
          <w:kern w:val="1"/>
        </w:rPr>
        <w:t xml:space="preserve">, </w:t>
      </w:r>
      <w:r w:rsidR="00BE611A">
        <w:rPr>
          <w:rFonts w:cs="Georgia"/>
          <w:bCs/>
          <w:kern w:val="1"/>
        </w:rPr>
        <w:t>dit Vandaële</w:t>
      </w:r>
      <w:r>
        <w:rPr>
          <w:rFonts w:cs="Georgia"/>
          <w:bCs/>
          <w:kern w:val="1"/>
        </w:rPr>
        <w:t xml:space="preserve">. </w:t>
      </w:r>
      <w:r w:rsidR="00BE611A">
        <w:rPr>
          <w:rFonts w:cs="Georgia"/>
          <w:bCs/>
          <w:kern w:val="1"/>
        </w:rPr>
        <w:t>Je comprends qu</w:t>
      </w:r>
      <w:r>
        <w:rPr>
          <w:rFonts w:cs="Georgia"/>
          <w:bCs/>
          <w:kern w:val="1"/>
        </w:rPr>
        <w:t>’</w:t>
      </w:r>
      <w:r w:rsidR="00BE611A">
        <w:rPr>
          <w:rFonts w:cs="Georgia"/>
          <w:bCs/>
          <w:kern w:val="1"/>
        </w:rPr>
        <w:t>en 14 ils aient voulu déménager pour venir s</w:t>
      </w:r>
      <w:r>
        <w:rPr>
          <w:rFonts w:cs="Georgia"/>
          <w:bCs/>
          <w:kern w:val="1"/>
        </w:rPr>
        <w:t>’</w:t>
      </w:r>
      <w:r w:rsidR="00BE611A">
        <w:rPr>
          <w:rFonts w:cs="Georgia"/>
          <w:bCs/>
          <w:kern w:val="1"/>
        </w:rPr>
        <w:t>installer chez nous</w:t>
      </w:r>
      <w:r>
        <w:rPr>
          <w:rFonts w:cs="Georgia"/>
          <w:bCs/>
          <w:kern w:val="1"/>
        </w:rPr>
        <w:t>.</w:t>
      </w:r>
    </w:p>
    <w:p w14:paraId="6700E263" w14:textId="77777777" w:rsidR="000E1451" w:rsidRDefault="000E1451" w:rsidP="00BE611A">
      <w:pPr>
        <w:rPr>
          <w:rFonts w:cs="Georgia"/>
          <w:bCs/>
          <w:kern w:val="1"/>
        </w:rPr>
      </w:pPr>
      <w:r>
        <w:rPr>
          <w:rFonts w:cs="Georgia"/>
          <w:bCs/>
          <w:kern w:val="1"/>
        </w:rPr>
        <w:t>— </w:t>
      </w:r>
      <w:r w:rsidR="00BE611A">
        <w:rPr>
          <w:rFonts w:cs="Georgia"/>
          <w:bCs/>
          <w:kern w:val="1"/>
        </w:rPr>
        <w:t>T</w:t>
      </w:r>
      <w:r>
        <w:rPr>
          <w:rFonts w:cs="Georgia"/>
          <w:bCs/>
          <w:kern w:val="1"/>
        </w:rPr>
        <w:t>’</w:t>
      </w:r>
      <w:r w:rsidR="00BE611A">
        <w:rPr>
          <w:rFonts w:cs="Georgia"/>
          <w:bCs/>
          <w:kern w:val="1"/>
        </w:rPr>
        <w:t>a rien à dire</w:t>
      </w:r>
      <w:r>
        <w:rPr>
          <w:rFonts w:cs="Georgia"/>
          <w:bCs/>
          <w:kern w:val="1"/>
        </w:rPr>
        <w:t xml:space="preserve">, </w:t>
      </w:r>
      <w:r w:rsidR="00BE611A">
        <w:rPr>
          <w:rFonts w:cs="Georgia"/>
          <w:bCs/>
          <w:kern w:val="1"/>
        </w:rPr>
        <w:t>sale Flamand</w:t>
      </w:r>
      <w:r>
        <w:rPr>
          <w:rFonts w:cs="Georgia"/>
          <w:bCs/>
          <w:kern w:val="1"/>
        </w:rPr>
        <w:t xml:space="preserve">. </w:t>
      </w:r>
      <w:r w:rsidR="00BE611A">
        <w:rPr>
          <w:rFonts w:cs="Georgia"/>
          <w:bCs/>
          <w:kern w:val="1"/>
        </w:rPr>
        <w:t>Chez toi</w:t>
      </w:r>
      <w:r>
        <w:rPr>
          <w:rFonts w:cs="Georgia"/>
          <w:bCs/>
          <w:kern w:val="1"/>
        </w:rPr>
        <w:t xml:space="preserve">, </w:t>
      </w:r>
      <w:r w:rsidR="00BE611A">
        <w:rPr>
          <w:rFonts w:cs="Georgia"/>
          <w:bCs/>
          <w:kern w:val="1"/>
        </w:rPr>
        <w:t>c</w:t>
      </w:r>
      <w:r>
        <w:rPr>
          <w:rFonts w:cs="Georgia"/>
          <w:bCs/>
          <w:kern w:val="1"/>
        </w:rPr>
        <w:t>’</w:t>
      </w:r>
      <w:r w:rsidR="00BE611A">
        <w:rPr>
          <w:rFonts w:cs="Georgia"/>
          <w:bCs/>
          <w:kern w:val="1"/>
        </w:rPr>
        <w:t>est encore plus plat que par ici</w:t>
      </w:r>
      <w:r>
        <w:rPr>
          <w:rFonts w:cs="Georgia"/>
          <w:bCs/>
          <w:kern w:val="1"/>
        </w:rPr>
        <w:t>.</w:t>
      </w:r>
    </w:p>
    <w:p w14:paraId="27F9E9A6" w14:textId="77777777" w:rsidR="000E1451" w:rsidRDefault="000E1451" w:rsidP="00BE611A">
      <w:pPr>
        <w:rPr>
          <w:rFonts w:cs="Georgia"/>
          <w:bCs/>
          <w:kern w:val="1"/>
        </w:rPr>
      </w:pPr>
      <w:r>
        <w:rPr>
          <w:rFonts w:cs="Georgia"/>
          <w:bCs/>
          <w:kern w:val="1"/>
        </w:rPr>
        <w:t>— </w:t>
      </w:r>
      <w:r w:rsidR="00BE611A">
        <w:rPr>
          <w:rFonts w:cs="Georgia"/>
          <w:bCs/>
          <w:kern w:val="1"/>
        </w:rPr>
        <w:t>C</w:t>
      </w:r>
      <w:r>
        <w:rPr>
          <w:rFonts w:cs="Georgia"/>
          <w:bCs/>
          <w:kern w:val="1"/>
        </w:rPr>
        <w:t>’</w:t>
      </w:r>
      <w:r w:rsidR="00BE611A">
        <w:rPr>
          <w:rFonts w:cs="Georgia"/>
          <w:bCs/>
          <w:kern w:val="1"/>
        </w:rPr>
        <w:t>est plat</w:t>
      </w:r>
      <w:r>
        <w:rPr>
          <w:rFonts w:cs="Georgia"/>
          <w:bCs/>
          <w:kern w:val="1"/>
        </w:rPr>
        <w:t xml:space="preserve">, </w:t>
      </w:r>
      <w:r w:rsidR="00BE611A">
        <w:rPr>
          <w:rFonts w:cs="Georgia"/>
          <w:bCs/>
          <w:kern w:val="1"/>
        </w:rPr>
        <w:t>mon vieux</w:t>
      </w:r>
      <w:r>
        <w:rPr>
          <w:rFonts w:cs="Georgia"/>
          <w:bCs/>
          <w:kern w:val="1"/>
        </w:rPr>
        <w:t xml:space="preserve">, </w:t>
      </w:r>
      <w:r w:rsidR="00BE611A">
        <w:rPr>
          <w:rFonts w:cs="Georgia"/>
          <w:bCs/>
          <w:kern w:val="1"/>
        </w:rPr>
        <w:t>mais c</w:t>
      </w:r>
      <w:r>
        <w:rPr>
          <w:rFonts w:cs="Georgia"/>
          <w:bCs/>
          <w:kern w:val="1"/>
        </w:rPr>
        <w:t>’</w:t>
      </w:r>
      <w:r w:rsidR="00BE611A">
        <w:rPr>
          <w:rFonts w:cs="Georgia"/>
          <w:bCs/>
          <w:kern w:val="1"/>
        </w:rPr>
        <w:t>est riche</w:t>
      </w:r>
      <w:r>
        <w:rPr>
          <w:rFonts w:cs="Georgia"/>
          <w:bCs/>
          <w:kern w:val="1"/>
        </w:rPr>
        <w:t xml:space="preserve">. </w:t>
      </w:r>
      <w:r w:rsidR="00BE611A">
        <w:rPr>
          <w:rFonts w:cs="Georgia"/>
          <w:bCs/>
          <w:kern w:val="1"/>
        </w:rPr>
        <w:t>C</w:t>
      </w:r>
      <w:r>
        <w:rPr>
          <w:rFonts w:cs="Georgia"/>
          <w:bCs/>
          <w:kern w:val="1"/>
        </w:rPr>
        <w:t>’</w:t>
      </w:r>
      <w:r w:rsidR="00BE611A">
        <w:rPr>
          <w:rFonts w:cs="Georgia"/>
          <w:bCs/>
          <w:kern w:val="1"/>
        </w:rPr>
        <w:t>était riche</w:t>
      </w:r>
      <w:r>
        <w:rPr>
          <w:rFonts w:cs="Georgia"/>
          <w:bCs/>
          <w:kern w:val="1"/>
        </w:rPr>
        <w:t xml:space="preserve">, </w:t>
      </w:r>
      <w:r w:rsidR="00BE611A">
        <w:rPr>
          <w:rFonts w:cs="Georgia"/>
          <w:bCs/>
          <w:kern w:val="1"/>
        </w:rPr>
        <w:t>du moins</w:t>
      </w:r>
      <w:r>
        <w:rPr>
          <w:rFonts w:cs="Georgia"/>
          <w:bCs/>
          <w:kern w:val="1"/>
        </w:rPr>
        <w:t xml:space="preserve">. </w:t>
      </w:r>
      <w:r w:rsidR="00BE611A">
        <w:rPr>
          <w:rFonts w:cs="Georgia"/>
          <w:bCs/>
          <w:kern w:val="1"/>
        </w:rPr>
        <w:t>Tandis que pigez-moi ce pays</w:t>
      </w:r>
      <w:r>
        <w:rPr>
          <w:rFonts w:cs="Georgia"/>
          <w:bCs/>
          <w:kern w:val="1"/>
        </w:rPr>
        <w:t xml:space="preserve">, </w:t>
      </w:r>
      <w:r w:rsidR="00BE611A">
        <w:rPr>
          <w:rFonts w:cs="Georgia"/>
          <w:bCs/>
          <w:kern w:val="1"/>
        </w:rPr>
        <w:t>nom d</w:t>
      </w:r>
      <w:r>
        <w:rPr>
          <w:rFonts w:cs="Georgia"/>
          <w:bCs/>
          <w:kern w:val="1"/>
        </w:rPr>
        <w:t>’</w:t>
      </w:r>
      <w:r w:rsidR="00BE611A">
        <w:rPr>
          <w:rFonts w:cs="Georgia"/>
          <w:bCs/>
          <w:kern w:val="1"/>
        </w:rPr>
        <w:t>un bonhomme</w:t>
      </w:r>
      <w:r>
        <w:rPr>
          <w:rFonts w:cs="Georgia"/>
          <w:bCs/>
          <w:kern w:val="1"/>
        </w:rPr>
        <w:t xml:space="preserve">. </w:t>
      </w:r>
      <w:r w:rsidR="00BE611A">
        <w:rPr>
          <w:rFonts w:cs="Georgia"/>
          <w:bCs/>
          <w:kern w:val="1"/>
        </w:rPr>
        <w:t>Ils ne doivent bouffer que de la tourbe</w:t>
      </w:r>
      <w:r>
        <w:rPr>
          <w:rFonts w:cs="Georgia"/>
          <w:bCs/>
          <w:kern w:val="1"/>
        </w:rPr>
        <w:t xml:space="preserve">. </w:t>
      </w:r>
      <w:r w:rsidR="00BE611A">
        <w:rPr>
          <w:rFonts w:cs="Georgia"/>
          <w:bCs/>
          <w:kern w:val="1"/>
        </w:rPr>
        <w:t>Tiens</w:t>
      </w:r>
      <w:r>
        <w:rPr>
          <w:rFonts w:cs="Georgia"/>
          <w:bCs/>
          <w:kern w:val="1"/>
        </w:rPr>
        <w:t xml:space="preserve">, </w:t>
      </w:r>
      <w:r w:rsidR="00BE611A">
        <w:rPr>
          <w:rFonts w:cs="Georgia"/>
          <w:bCs/>
          <w:kern w:val="1"/>
        </w:rPr>
        <w:t>on est encore arrêté</w:t>
      </w:r>
      <w:r>
        <w:rPr>
          <w:rFonts w:cs="Georgia"/>
          <w:bCs/>
          <w:kern w:val="1"/>
        </w:rPr>
        <w:t xml:space="preserve">. </w:t>
      </w:r>
      <w:r w:rsidR="00BE611A">
        <w:rPr>
          <w:rFonts w:cs="Georgia"/>
          <w:bCs/>
          <w:kern w:val="1"/>
        </w:rPr>
        <w:t>Qu</w:t>
      </w:r>
      <w:r>
        <w:rPr>
          <w:rFonts w:cs="Georgia"/>
          <w:bCs/>
          <w:kern w:val="1"/>
        </w:rPr>
        <w:t>’</w:t>
      </w:r>
      <w:r w:rsidR="00BE611A">
        <w:rPr>
          <w:rFonts w:cs="Georgia"/>
          <w:bCs/>
          <w:kern w:val="1"/>
        </w:rPr>
        <w:t>est-ce qu</w:t>
      </w:r>
      <w:r>
        <w:rPr>
          <w:rFonts w:cs="Georgia"/>
          <w:bCs/>
          <w:kern w:val="1"/>
        </w:rPr>
        <w:t>’</w:t>
      </w:r>
      <w:r w:rsidR="00BE611A">
        <w:rPr>
          <w:rFonts w:cs="Georgia"/>
          <w:bCs/>
          <w:kern w:val="1"/>
        </w:rPr>
        <w:t>ils foutent</w:t>
      </w:r>
      <w:r>
        <w:rPr>
          <w:rFonts w:cs="Georgia"/>
          <w:bCs/>
          <w:kern w:val="1"/>
        </w:rPr>
        <w:t xml:space="preserve"> ? </w:t>
      </w:r>
      <w:r w:rsidR="00BE611A">
        <w:rPr>
          <w:rFonts w:cs="Georgia"/>
          <w:bCs/>
          <w:kern w:val="1"/>
        </w:rPr>
        <w:t>Un wagon qu</w:t>
      </w:r>
      <w:r>
        <w:rPr>
          <w:rFonts w:cs="Georgia"/>
          <w:bCs/>
          <w:kern w:val="1"/>
        </w:rPr>
        <w:t>’</w:t>
      </w:r>
      <w:r w:rsidR="00BE611A">
        <w:rPr>
          <w:rFonts w:cs="Georgia"/>
          <w:bCs/>
          <w:kern w:val="1"/>
        </w:rPr>
        <w:t>on nous accroche</w:t>
      </w:r>
      <w:r>
        <w:rPr>
          <w:rFonts w:cs="Georgia"/>
          <w:bCs/>
          <w:kern w:val="1"/>
        </w:rPr>
        <w:t xml:space="preserve">, </w:t>
      </w:r>
      <w:r w:rsidR="00BE611A">
        <w:rPr>
          <w:rFonts w:cs="Georgia"/>
          <w:bCs/>
          <w:kern w:val="1"/>
        </w:rPr>
        <w:t>avec des soldats à eux</w:t>
      </w:r>
      <w:r>
        <w:rPr>
          <w:rFonts w:cs="Georgia"/>
          <w:bCs/>
          <w:kern w:val="1"/>
        </w:rPr>
        <w:t xml:space="preserve">, </w:t>
      </w:r>
      <w:r w:rsidR="00BE611A">
        <w:rPr>
          <w:rFonts w:cs="Georgia"/>
          <w:bCs/>
          <w:kern w:val="1"/>
        </w:rPr>
        <w:t>sans armes</w:t>
      </w:r>
      <w:r>
        <w:rPr>
          <w:rFonts w:cs="Georgia"/>
          <w:bCs/>
          <w:kern w:val="1"/>
        </w:rPr>
        <w:t xml:space="preserve">, </w:t>
      </w:r>
      <w:r w:rsidR="00BE611A">
        <w:rPr>
          <w:rFonts w:cs="Georgia"/>
          <w:bCs/>
          <w:kern w:val="1"/>
        </w:rPr>
        <w:t>des permissionnaires</w:t>
      </w:r>
      <w:r>
        <w:rPr>
          <w:rFonts w:cs="Georgia"/>
          <w:bCs/>
          <w:kern w:val="1"/>
        </w:rPr>
        <w:t xml:space="preserve">. </w:t>
      </w:r>
      <w:r w:rsidR="00BE611A">
        <w:rPr>
          <w:rFonts w:cs="Georgia"/>
          <w:bCs/>
          <w:kern w:val="1"/>
        </w:rPr>
        <w:t>Ils trouvent probablement qu</w:t>
      </w:r>
      <w:r>
        <w:rPr>
          <w:rFonts w:cs="Georgia"/>
          <w:bCs/>
          <w:kern w:val="1"/>
        </w:rPr>
        <w:t>’</w:t>
      </w:r>
      <w:r w:rsidR="00BE611A">
        <w:rPr>
          <w:rFonts w:cs="Georgia"/>
          <w:bCs/>
          <w:kern w:val="1"/>
        </w:rPr>
        <w:t>on va trop vite</w:t>
      </w:r>
      <w:r>
        <w:rPr>
          <w:rFonts w:cs="Georgia"/>
          <w:bCs/>
          <w:kern w:val="1"/>
        </w:rPr>
        <w:t xml:space="preserve">, </w:t>
      </w:r>
      <w:r w:rsidR="00BE611A">
        <w:rPr>
          <w:rFonts w:cs="Georgia"/>
          <w:bCs/>
          <w:kern w:val="1"/>
        </w:rPr>
        <w:t>pour nous faire encore traîner leurs bonshommes</w:t>
      </w:r>
      <w:r>
        <w:rPr>
          <w:rFonts w:cs="Georgia"/>
          <w:bCs/>
          <w:kern w:val="1"/>
        </w:rPr>
        <w:t xml:space="preserve">. </w:t>
      </w:r>
      <w:r w:rsidR="00BE611A">
        <w:rPr>
          <w:rFonts w:cs="Georgia"/>
          <w:bCs/>
          <w:kern w:val="1"/>
        </w:rPr>
        <w:t>C</w:t>
      </w:r>
      <w:r>
        <w:rPr>
          <w:rFonts w:cs="Georgia"/>
          <w:bCs/>
          <w:kern w:val="1"/>
        </w:rPr>
        <w:t>’</w:t>
      </w:r>
      <w:r w:rsidR="00BE611A">
        <w:rPr>
          <w:rFonts w:cs="Georgia"/>
          <w:bCs/>
          <w:kern w:val="1"/>
        </w:rPr>
        <w:t>est égal</w:t>
      </w:r>
      <w:r>
        <w:rPr>
          <w:rFonts w:cs="Georgia"/>
          <w:bCs/>
          <w:kern w:val="1"/>
        </w:rPr>
        <w:t xml:space="preserve">, </w:t>
      </w:r>
      <w:r w:rsidR="00BE611A">
        <w:rPr>
          <w:rFonts w:cs="Georgia"/>
          <w:bCs/>
          <w:kern w:val="1"/>
        </w:rPr>
        <w:t>il faut en avoir</w:t>
      </w:r>
      <w:r>
        <w:rPr>
          <w:rFonts w:cs="Georgia"/>
          <w:bCs/>
          <w:kern w:val="1"/>
        </w:rPr>
        <w:t xml:space="preserve">, </w:t>
      </w:r>
      <w:r w:rsidR="00BE611A">
        <w:rPr>
          <w:rFonts w:cs="Georgia"/>
          <w:bCs/>
          <w:kern w:val="1"/>
        </w:rPr>
        <w:t>du goût</w:t>
      </w:r>
      <w:r>
        <w:rPr>
          <w:rFonts w:cs="Georgia"/>
          <w:bCs/>
          <w:kern w:val="1"/>
        </w:rPr>
        <w:t xml:space="preserve">, </w:t>
      </w:r>
      <w:r w:rsidR="00BE611A">
        <w:rPr>
          <w:rFonts w:cs="Georgia"/>
          <w:bCs/>
          <w:kern w:val="1"/>
        </w:rPr>
        <w:t>pour venir en permission dans un pays pareil</w:t>
      </w:r>
      <w:r>
        <w:rPr>
          <w:rFonts w:cs="Georgia"/>
          <w:bCs/>
          <w:kern w:val="1"/>
        </w:rPr>
        <w:t>.</w:t>
      </w:r>
    </w:p>
    <w:p w14:paraId="39855E8C" w14:textId="77777777" w:rsidR="000E1451" w:rsidRDefault="000E1451" w:rsidP="00BE611A">
      <w:pPr>
        <w:rPr>
          <w:rFonts w:cs="Georgia"/>
          <w:bCs/>
          <w:kern w:val="1"/>
        </w:rPr>
      </w:pPr>
      <w:r>
        <w:rPr>
          <w:rFonts w:cs="Georgia"/>
          <w:bCs/>
          <w:kern w:val="1"/>
        </w:rPr>
        <w:t>— </w:t>
      </w:r>
      <w:r w:rsidR="00BE611A">
        <w:rPr>
          <w:rFonts w:cs="Georgia"/>
          <w:bCs/>
          <w:kern w:val="1"/>
        </w:rPr>
        <w:t>Il a raison</w:t>
      </w:r>
      <w:r>
        <w:rPr>
          <w:rFonts w:cs="Georgia"/>
          <w:bCs/>
          <w:kern w:val="1"/>
        </w:rPr>
        <w:t xml:space="preserve">, </w:t>
      </w:r>
      <w:r w:rsidR="00BE611A">
        <w:rPr>
          <w:rFonts w:cs="Georgia"/>
          <w:bCs/>
          <w:kern w:val="1"/>
        </w:rPr>
        <w:t>fit Sylvestre avec un geste d</w:t>
      </w:r>
      <w:r>
        <w:rPr>
          <w:rFonts w:cs="Georgia"/>
          <w:bCs/>
          <w:kern w:val="1"/>
        </w:rPr>
        <w:t>’</w:t>
      </w:r>
      <w:r w:rsidR="00BE611A">
        <w:rPr>
          <w:rFonts w:cs="Georgia"/>
          <w:bCs/>
          <w:kern w:val="1"/>
        </w:rPr>
        <w:t>écœurement</w:t>
      </w:r>
      <w:r>
        <w:rPr>
          <w:rFonts w:cs="Georgia"/>
          <w:bCs/>
          <w:kern w:val="1"/>
        </w:rPr>
        <w:t xml:space="preserve">, </w:t>
      </w:r>
      <w:r w:rsidR="00BE611A">
        <w:rPr>
          <w:rFonts w:cs="Georgia"/>
          <w:bCs/>
          <w:kern w:val="1"/>
        </w:rPr>
        <w:t>ça fout le cafard</w:t>
      </w:r>
      <w:r>
        <w:rPr>
          <w:rFonts w:cs="Georgia"/>
          <w:bCs/>
          <w:kern w:val="1"/>
        </w:rPr>
        <w:t xml:space="preserve">, </w:t>
      </w:r>
      <w:r w:rsidR="00BE611A">
        <w:rPr>
          <w:rFonts w:cs="Georgia"/>
          <w:bCs/>
          <w:kern w:val="1"/>
        </w:rPr>
        <w:t>ce bled-là</w:t>
      </w:r>
      <w:r>
        <w:rPr>
          <w:rFonts w:cs="Georgia"/>
          <w:bCs/>
          <w:kern w:val="1"/>
        </w:rPr>
        <w:t xml:space="preserve">. </w:t>
      </w:r>
      <w:r w:rsidR="00BE611A">
        <w:rPr>
          <w:rFonts w:cs="Georgia"/>
          <w:bCs/>
          <w:kern w:val="1"/>
        </w:rPr>
        <w:t>T</w:t>
      </w:r>
      <w:r>
        <w:rPr>
          <w:rFonts w:cs="Georgia"/>
          <w:bCs/>
          <w:kern w:val="1"/>
        </w:rPr>
        <w:t>’</w:t>
      </w:r>
      <w:r w:rsidR="00BE611A">
        <w:rPr>
          <w:rFonts w:cs="Georgia"/>
          <w:bCs/>
          <w:kern w:val="1"/>
        </w:rPr>
        <w:t>es pas de cet avis</w:t>
      </w:r>
      <w:r>
        <w:rPr>
          <w:rFonts w:cs="Georgia"/>
          <w:bCs/>
          <w:kern w:val="1"/>
        </w:rPr>
        <w:t xml:space="preserve">, </w:t>
      </w:r>
      <w:r w:rsidR="00BE611A">
        <w:rPr>
          <w:rFonts w:cs="Georgia"/>
          <w:bCs/>
          <w:kern w:val="1"/>
        </w:rPr>
        <w:t>Dumaine</w:t>
      </w:r>
      <w:r>
        <w:rPr>
          <w:rFonts w:cs="Georgia"/>
          <w:bCs/>
          <w:kern w:val="1"/>
        </w:rPr>
        <w:t xml:space="preserve"> ? </w:t>
      </w:r>
      <w:r w:rsidR="00BE611A">
        <w:rPr>
          <w:rFonts w:cs="Georgia"/>
          <w:bCs/>
          <w:kern w:val="1"/>
        </w:rPr>
        <w:t>Non</w:t>
      </w:r>
      <w:r>
        <w:rPr>
          <w:rFonts w:cs="Georgia"/>
          <w:bCs/>
          <w:kern w:val="1"/>
        </w:rPr>
        <w:t xml:space="preserve">, </w:t>
      </w:r>
      <w:r w:rsidR="00BE611A">
        <w:rPr>
          <w:rFonts w:cs="Georgia"/>
          <w:bCs/>
          <w:kern w:val="1"/>
        </w:rPr>
        <w:t>mais</w:t>
      </w:r>
      <w:r>
        <w:rPr>
          <w:rFonts w:cs="Georgia"/>
          <w:bCs/>
          <w:kern w:val="1"/>
        </w:rPr>
        <w:t xml:space="preserve">, </w:t>
      </w:r>
      <w:r w:rsidR="00BE611A">
        <w:rPr>
          <w:rFonts w:cs="Georgia"/>
          <w:bCs/>
          <w:kern w:val="1"/>
        </w:rPr>
        <w:t>c</w:t>
      </w:r>
      <w:r>
        <w:rPr>
          <w:rFonts w:cs="Georgia"/>
          <w:bCs/>
          <w:kern w:val="1"/>
        </w:rPr>
        <w:t>’</w:t>
      </w:r>
      <w:r w:rsidR="00BE611A">
        <w:rPr>
          <w:rFonts w:cs="Georgia"/>
          <w:bCs/>
          <w:kern w:val="1"/>
        </w:rPr>
        <w:t>est-il que tu serais devenu muet</w:t>
      </w:r>
      <w:r>
        <w:rPr>
          <w:rFonts w:cs="Georgia"/>
          <w:bCs/>
          <w:kern w:val="1"/>
        </w:rPr>
        <w:t> ?</w:t>
      </w:r>
    </w:p>
    <w:p w14:paraId="4C88E126" w14:textId="77777777" w:rsidR="000E1451" w:rsidRDefault="00BE611A" w:rsidP="00BE611A">
      <w:pPr>
        <w:rPr>
          <w:rFonts w:cs="Georgia"/>
          <w:bCs/>
          <w:kern w:val="1"/>
        </w:rPr>
      </w:pPr>
      <w:r>
        <w:rPr>
          <w:rFonts w:cs="Georgia"/>
          <w:bCs/>
          <w:kern w:val="1"/>
        </w:rPr>
        <w:lastRenderedPageBreak/>
        <w:t>Il y avait bien une heure</w:t>
      </w:r>
      <w:r w:rsidR="000E1451">
        <w:rPr>
          <w:rFonts w:cs="Georgia"/>
          <w:bCs/>
          <w:kern w:val="1"/>
        </w:rPr>
        <w:t xml:space="preserve">, </w:t>
      </w:r>
      <w:r>
        <w:rPr>
          <w:rFonts w:cs="Georgia"/>
          <w:bCs/>
          <w:kern w:val="1"/>
        </w:rPr>
        <w:t>en effet</w:t>
      </w:r>
      <w:r w:rsidR="000E1451">
        <w:rPr>
          <w:rFonts w:cs="Georgia"/>
          <w:bCs/>
          <w:kern w:val="1"/>
        </w:rPr>
        <w:t xml:space="preserve">, </w:t>
      </w:r>
      <w:r>
        <w:rPr>
          <w:rFonts w:cs="Georgia"/>
          <w:bCs/>
          <w:kern w:val="1"/>
        </w:rPr>
        <w:t>que je n</w:t>
      </w:r>
      <w:r w:rsidR="000E1451">
        <w:rPr>
          <w:rFonts w:cs="Georgia"/>
          <w:bCs/>
          <w:kern w:val="1"/>
        </w:rPr>
        <w:t>’</w:t>
      </w:r>
      <w:r>
        <w:rPr>
          <w:rFonts w:cs="Georgia"/>
          <w:bCs/>
          <w:kern w:val="1"/>
        </w:rPr>
        <w:t>avais ouvert la bouche</w:t>
      </w:r>
      <w:r w:rsidR="000E1451">
        <w:rPr>
          <w:rFonts w:cs="Georgia"/>
          <w:bCs/>
          <w:kern w:val="1"/>
        </w:rPr>
        <w:t xml:space="preserve">, </w:t>
      </w:r>
      <w:r>
        <w:rPr>
          <w:rFonts w:cs="Georgia"/>
          <w:bCs/>
          <w:kern w:val="1"/>
        </w:rPr>
        <w:t>submergé par une tristesse qui voisinait avec l</w:t>
      </w:r>
      <w:r w:rsidR="000E1451">
        <w:rPr>
          <w:rFonts w:cs="Georgia"/>
          <w:bCs/>
          <w:kern w:val="1"/>
        </w:rPr>
        <w:t>’</w:t>
      </w:r>
      <w:r>
        <w:rPr>
          <w:rFonts w:cs="Georgia"/>
          <w:bCs/>
          <w:kern w:val="1"/>
        </w:rPr>
        <w:t>angoisse</w:t>
      </w:r>
      <w:r w:rsidR="000E1451">
        <w:rPr>
          <w:rFonts w:cs="Georgia"/>
          <w:bCs/>
          <w:kern w:val="1"/>
        </w:rPr>
        <w:t xml:space="preserve">, </w:t>
      </w:r>
      <w:r>
        <w:rPr>
          <w:rFonts w:cs="Georgia"/>
          <w:bCs/>
          <w:kern w:val="1"/>
        </w:rPr>
        <w:t>incapable néanmoins d</w:t>
      </w:r>
      <w:r w:rsidR="000E1451">
        <w:rPr>
          <w:rFonts w:cs="Georgia"/>
          <w:bCs/>
          <w:kern w:val="1"/>
        </w:rPr>
        <w:t>’</w:t>
      </w:r>
      <w:r>
        <w:rPr>
          <w:rFonts w:cs="Georgia"/>
          <w:bCs/>
          <w:kern w:val="1"/>
        </w:rPr>
        <w:t>abandonner ma place à la portière</w:t>
      </w:r>
      <w:r w:rsidR="000E1451">
        <w:rPr>
          <w:rFonts w:cs="Georgia"/>
          <w:bCs/>
          <w:kern w:val="1"/>
        </w:rPr>
        <w:t xml:space="preserve">, </w:t>
      </w:r>
      <w:r>
        <w:rPr>
          <w:rFonts w:cs="Georgia"/>
          <w:bCs/>
          <w:kern w:val="1"/>
        </w:rPr>
        <w:t>tant j</w:t>
      </w:r>
      <w:r w:rsidR="000E1451">
        <w:rPr>
          <w:rFonts w:cs="Georgia"/>
          <w:bCs/>
          <w:kern w:val="1"/>
        </w:rPr>
        <w:t>’</w:t>
      </w:r>
      <w:r>
        <w:rPr>
          <w:rFonts w:cs="Georgia"/>
          <w:bCs/>
          <w:kern w:val="1"/>
        </w:rPr>
        <w:t>aurais craint de perdre un seul détail de la région où nous venions de pénétrer</w:t>
      </w:r>
      <w:r w:rsidR="000E1451">
        <w:rPr>
          <w:rFonts w:cs="Georgia"/>
          <w:bCs/>
          <w:kern w:val="1"/>
        </w:rPr>
        <w:t xml:space="preserve">. </w:t>
      </w:r>
      <w:r>
        <w:rPr>
          <w:rFonts w:cs="Georgia"/>
          <w:bCs/>
          <w:kern w:val="1"/>
        </w:rPr>
        <w:t>D</w:t>
      </w:r>
      <w:r w:rsidR="000E1451">
        <w:rPr>
          <w:rFonts w:cs="Georgia"/>
          <w:bCs/>
          <w:kern w:val="1"/>
        </w:rPr>
        <w:t>’</w:t>
      </w:r>
      <w:r>
        <w:rPr>
          <w:rFonts w:cs="Georgia"/>
          <w:bCs/>
          <w:kern w:val="1"/>
        </w:rPr>
        <w:t>abord</w:t>
      </w:r>
      <w:r w:rsidR="000E1451">
        <w:rPr>
          <w:rFonts w:cs="Georgia"/>
          <w:bCs/>
          <w:kern w:val="1"/>
        </w:rPr>
        <w:t xml:space="preserve">, </w:t>
      </w:r>
      <w:r>
        <w:rPr>
          <w:rFonts w:cs="Georgia"/>
          <w:bCs/>
          <w:kern w:val="1"/>
        </w:rPr>
        <w:t>ç</w:t>
      </w:r>
      <w:r w:rsidR="000E1451">
        <w:rPr>
          <w:rFonts w:cs="Georgia"/>
          <w:bCs/>
          <w:kern w:val="1"/>
        </w:rPr>
        <w:t>’</w:t>
      </w:r>
      <w:r>
        <w:rPr>
          <w:rFonts w:cs="Georgia"/>
          <w:bCs/>
          <w:kern w:val="1"/>
        </w:rPr>
        <w:t>avait été d</w:t>
      </w:r>
      <w:r w:rsidR="000E1451">
        <w:rPr>
          <w:rFonts w:cs="Georgia"/>
          <w:bCs/>
          <w:kern w:val="1"/>
        </w:rPr>
        <w:t>’</w:t>
      </w:r>
      <w:r>
        <w:rPr>
          <w:rFonts w:cs="Georgia"/>
          <w:bCs/>
          <w:kern w:val="1"/>
        </w:rPr>
        <w:t>interminables landes auxquelles l</w:t>
      </w:r>
      <w:r w:rsidR="000E1451">
        <w:rPr>
          <w:rFonts w:cs="Georgia"/>
          <w:bCs/>
          <w:kern w:val="1"/>
        </w:rPr>
        <w:t>’</w:t>
      </w:r>
      <w:r>
        <w:rPr>
          <w:rFonts w:cs="Georgia"/>
          <w:bCs/>
          <w:kern w:val="1"/>
        </w:rPr>
        <w:t>abondance des mousses et des bruyères donnait une teinte bronze pâle</w:t>
      </w:r>
      <w:r w:rsidR="000E1451">
        <w:rPr>
          <w:rFonts w:cs="Georgia"/>
          <w:bCs/>
          <w:kern w:val="1"/>
        </w:rPr>
        <w:t xml:space="preserve">, </w:t>
      </w:r>
      <w:r>
        <w:rPr>
          <w:rFonts w:cs="Georgia"/>
          <w:bCs/>
          <w:kern w:val="1"/>
        </w:rPr>
        <w:t>déchirée çà et là par la faille blanchâtre d</w:t>
      </w:r>
      <w:r w:rsidR="000E1451">
        <w:rPr>
          <w:rFonts w:cs="Georgia"/>
          <w:bCs/>
          <w:kern w:val="1"/>
        </w:rPr>
        <w:t>’</w:t>
      </w:r>
      <w:r>
        <w:rPr>
          <w:rFonts w:cs="Georgia"/>
          <w:bCs/>
          <w:kern w:val="1"/>
        </w:rPr>
        <w:t>une sablière</w:t>
      </w:r>
      <w:r w:rsidR="000E1451">
        <w:rPr>
          <w:rFonts w:cs="Georgia"/>
          <w:bCs/>
          <w:kern w:val="1"/>
        </w:rPr>
        <w:t xml:space="preserve">. </w:t>
      </w:r>
      <w:r>
        <w:rPr>
          <w:rFonts w:cs="Georgia"/>
          <w:bCs/>
          <w:kern w:val="1"/>
        </w:rPr>
        <w:t>Ces landes étaient coupées d</w:t>
      </w:r>
      <w:r w:rsidR="000E1451">
        <w:rPr>
          <w:rFonts w:cs="Georgia"/>
          <w:bCs/>
          <w:kern w:val="1"/>
        </w:rPr>
        <w:t>’</w:t>
      </w:r>
      <w:r>
        <w:rPr>
          <w:rFonts w:cs="Georgia"/>
          <w:bCs/>
          <w:kern w:val="1"/>
        </w:rPr>
        <w:t>une infinité de cours d</w:t>
      </w:r>
      <w:r w:rsidR="000E1451">
        <w:rPr>
          <w:rFonts w:cs="Georgia"/>
          <w:bCs/>
          <w:kern w:val="1"/>
        </w:rPr>
        <w:t>’</w:t>
      </w:r>
      <w:r>
        <w:rPr>
          <w:rFonts w:cs="Georgia"/>
          <w:bCs/>
          <w:kern w:val="1"/>
        </w:rPr>
        <w:t>eau rectilignes</w:t>
      </w:r>
      <w:r w:rsidR="000E1451">
        <w:rPr>
          <w:rFonts w:cs="Georgia"/>
          <w:bCs/>
          <w:kern w:val="1"/>
        </w:rPr>
        <w:t xml:space="preserve">, </w:t>
      </w:r>
      <w:r>
        <w:rPr>
          <w:rFonts w:cs="Georgia"/>
          <w:bCs/>
          <w:kern w:val="1"/>
        </w:rPr>
        <w:t>dont il était impossible de dire s</w:t>
      </w:r>
      <w:r w:rsidR="000E1451">
        <w:rPr>
          <w:rFonts w:cs="Georgia"/>
          <w:bCs/>
          <w:kern w:val="1"/>
        </w:rPr>
        <w:t>’</w:t>
      </w:r>
      <w:r>
        <w:rPr>
          <w:rFonts w:cs="Georgia"/>
          <w:bCs/>
          <w:kern w:val="1"/>
        </w:rPr>
        <w:t>ils étaient des rivières ou des canaux</w:t>
      </w:r>
      <w:r w:rsidR="000E1451">
        <w:rPr>
          <w:rFonts w:cs="Georgia"/>
          <w:bCs/>
          <w:kern w:val="1"/>
        </w:rPr>
        <w:t xml:space="preserve">. </w:t>
      </w:r>
      <w:r>
        <w:rPr>
          <w:rFonts w:cs="Georgia"/>
          <w:bCs/>
          <w:kern w:val="1"/>
        </w:rPr>
        <w:t>Parfois surgissait une colline de médiocre altitude</w:t>
      </w:r>
      <w:r w:rsidR="000E1451">
        <w:rPr>
          <w:rFonts w:cs="Georgia"/>
          <w:bCs/>
          <w:kern w:val="1"/>
        </w:rPr>
        <w:t xml:space="preserve">, </w:t>
      </w:r>
      <w:r>
        <w:rPr>
          <w:rFonts w:cs="Georgia"/>
          <w:bCs/>
          <w:kern w:val="1"/>
        </w:rPr>
        <w:t>immanquablement couronnée par les restes d</w:t>
      </w:r>
      <w:r w:rsidR="000E1451">
        <w:rPr>
          <w:rFonts w:cs="Georgia"/>
          <w:bCs/>
          <w:kern w:val="1"/>
        </w:rPr>
        <w:t>’</w:t>
      </w:r>
      <w:r>
        <w:rPr>
          <w:rFonts w:cs="Georgia"/>
          <w:bCs/>
          <w:kern w:val="1"/>
        </w:rPr>
        <w:t>un château fort</w:t>
      </w:r>
      <w:r w:rsidR="000E1451">
        <w:rPr>
          <w:rFonts w:cs="Georgia"/>
          <w:bCs/>
          <w:kern w:val="1"/>
        </w:rPr>
        <w:t xml:space="preserve">. </w:t>
      </w:r>
      <w:r>
        <w:rPr>
          <w:rFonts w:cs="Georgia"/>
          <w:bCs/>
          <w:kern w:val="1"/>
        </w:rPr>
        <w:t>Chose curieuse</w:t>
      </w:r>
      <w:r w:rsidR="000E1451">
        <w:rPr>
          <w:rFonts w:cs="Georgia"/>
          <w:bCs/>
          <w:kern w:val="1"/>
        </w:rPr>
        <w:t xml:space="preserve">, </w:t>
      </w:r>
      <w:r>
        <w:rPr>
          <w:rFonts w:cs="Georgia"/>
          <w:bCs/>
          <w:kern w:val="1"/>
        </w:rPr>
        <w:t>au fur et à mesure que la journée s</w:t>
      </w:r>
      <w:r w:rsidR="000E1451">
        <w:rPr>
          <w:rFonts w:cs="Georgia"/>
          <w:bCs/>
          <w:kern w:val="1"/>
        </w:rPr>
        <w:t>’</w:t>
      </w:r>
      <w:r>
        <w:rPr>
          <w:rFonts w:cs="Georgia"/>
          <w:bCs/>
          <w:kern w:val="1"/>
        </w:rPr>
        <w:t>avançait et que nous progressions vers le Nord</w:t>
      </w:r>
      <w:r w:rsidR="000E1451">
        <w:rPr>
          <w:rFonts w:cs="Georgia"/>
          <w:bCs/>
          <w:kern w:val="1"/>
        </w:rPr>
        <w:t xml:space="preserve">, </w:t>
      </w:r>
      <w:r>
        <w:rPr>
          <w:rFonts w:cs="Georgia"/>
          <w:bCs/>
          <w:kern w:val="1"/>
        </w:rPr>
        <w:t>le froid</w:t>
      </w:r>
      <w:r w:rsidR="000E1451">
        <w:rPr>
          <w:rFonts w:cs="Georgia"/>
          <w:bCs/>
          <w:kern w:val="1"/>
        </w:rPr>
        <w:t xml:space="preserve">, </w:t>
      </w:r>
      <w:r>
        <w:rPr>
          <w:rFonts w:cs="Georgia"/>
          <w:bCs/>
          <w:kern w:val="1"/>
        </w:rPr>
        <w:t>si vif dans les défilés de Thuringe</w:t>
      </w:r>
      <w:r w:rsidR="000E1451">
        <w:rPr>
          <w:rFonts w:cs="Georgia"/>
          <w:bCs/>
          <w:kern w:val="1"/>
        </w:rPr>
        <w:t xml:space="preserve">, </w:t>
      </w:r>
      <w:r>
        <w:rPr>
          <w:rFonts w:cs="Georgia"/>
          <w:bCs/>
          <w:kern w:val="1"/>
        </w:rPr>
        <w:t>diminuait</w:t>
      </w:r>
      <w:r w:rsidR="000E1451">
        <w:rPr>
          <w:rFonts w:cs="Georgia"/>
          <w:bCs/>
          <w:kern w:val="1"/>
        </w:rPr>
        <w:t xml:space="preserve">. </w:t>
      </w:r>
      <w:r>
        <w:rPr>
          <w:rFonts w:cs="Georgia"/>
          <w:bCs/>
          <w:kern w:val="1"/>
        </w:rPr>
        <w:t>La neige n</w:t>
      </w:r>
      <w:r w:rsidR="000E1451">
        <w:rPr>
          <w:rFonts w:cs="Georgia"/>
          <w:bCs/>
          <w:kern w:val="1"/>
        </w:rPr>
        <w:t>’</w:t>
      </w:r>
      <w:r>
        <w:rPr>
          <w:rFonts w:cs="Georgia"/>
          <w:bCs/>
          <w:kern w:val="1"/>
        </w:rPr>
        <w:t>avait pas dû tomber ici depuis une semaine</w:t>
      </w:r>
      <w:r w:rsidR="000E1451">
        <w:rPr>
          <w:rFonts w:cs="Georgia"/>
          <w:bCs/>
          <w:kern w:val="1"/>
        </w:rPr>
        <w:t xml:space="preserve">. </w:t>
      </w:r>
      <w:r>
        <w:rPr>
          <w:rFonts w:cs="Georgia"/>
          <w:bCs/>
          <w:kern w:val="1"/>
        </w:rPr>
        <w:t>Il n</w:t>
      </w:r>
      <w:r w:rsidR="000E1451">
        <w:rPr>
          <w:rFonts w:cs="Georgia"/>
          <w:bCs/>
          <w:kern w:val="1"/>
        </w:rPr>
        <w:t>’</w:t>
      </w:r>
      <w:r>
        <w:rPr>
          <w:rFonts w:cs="Georgia"/>
          <w:bCs/>
          <w:kern w:val="1"/>
        </w:rPr>
        <w:t>en restait que quelques traînées jaunies</w:t>
      </w:r>
      <w:r w:rsidR="000E1451">
        <w:rPr>
          <w:rFonts w:cs="Georgia"/>
          <w:bCs/>
          <w:kern w:val="1"/>
        </w:rPr>
        <w:t xml:space="preserve">, </w:t>
      </w:r>
      <w:r>
        <w:rPr>
          <w:rFonts w:cs="Georgia"/>
          <w:bCs/>
          <w:kern w:val="1"/>
        </w:rPr>
        <w:t>au pied des sapins</w:t>
      </w:r>
      <w:r w:rsidR="000E1451">
        <w:rPr>
          <w:rFonts w:cs="Georgia"/>
          <w:bCs/>
          <w:kern w:val="1"/>
        </w:rPr>
        <w:t xml:space="preserve">, </w:t>
      </w:r>
      <w:r>
        <w:rPr>
          <w:rFonts w:cs="Georgia"/>
          <w:bCs/>
          <w:kern w:val="1"/>
        </w:rPr>
        <w:t>à l</w:t>
      </w:r>
      <w:r w:rsidR="000E1451">
        <w:rPr>
          <w:rFonts w:cs="Georgia"/>
          <w:bCs/>
          <w:kern w:val="1"/>
        </w:rPr>
        <w:t>’</w:t>
      </w:r>
      <w:r>
        <w:rPr>
          <w:rFonts w:cs="Georgia"/>
          <w:bCs/>
          <w:kern w:val="1"/>
        </w:rPr>
        <w:t>orée des bois de bouleaux ou d</w:t>
      </w:r>
      <w:r w:rsidR="000E1451">
        <w:rPr>
          <w:rFonts w:cs="Georgia"/>
          <w:bCs/>
          <w:kern w:val="1"/>
        </w:rPr>
        <w:t>’</w:t>
      </w:r>
      <w:r>
        <w:rPr>
          <w:rFonts w:cs="Georgia"/>
          <w:bCs/>
          <w:kern w:val="1"/>
        </w:rPr>
        <w:t>aulnes</w:t>
      </w:r>
      <w:r w:rsidR="000E1451">
        <w:rPr>
          <w:rFonts w:cs="Georgia"/>
          <w:bCs/>
          <w:kern w:val="1"/>
        </w:rPr>
        <w:t xml:space="preserve">. </w:t>
      </w:r>
      <w:r>
        <w:rPr>
          <w:rFonts w:cs="Georgia"/>
          <w:bCs/>
          <w:kern w:val="1"/>
        </w:rPr>
        <w:t>Elle ne devait se maintenir que difficilement sur cet humus gorgé d</w:t>
      </w:r>
      <w:r w:rsidR="000E1451">
        <w:rPr>
          <w:rFonts w:cs="Georgia"/>
          <w:bCs/>
          <w:kern w:val="1"/>
        </w:rPr>
        <w:t>’</w:t>
      </w:r>
      <w:r>
        <w:rPr>
          <w:rFonts w:cs="Georgia"/>
          <w:bCs/>
          <w:kern w:val="1"/>
        </w:rPr>
        <w:t>humidité</w:t>
      </w:r>
      <w:r w:rsidR="000E1451">
        <w:rPr>
          <w:rFonts w:cs="Georgia"/>
          <w:bCs/>
          <w:kern w:val="1"/>
        </w:rPr>
        <w:t xml:space="preserve">, </w:t>
      </w:r>
      <w:r>
        <w:rPr>
          <w:rFonts w:cs="Georgia"/>
          <w:bCs/>
          <w:kern w:val="1"/>
        </w:rPr>
        <w:t>sur ces labours où le monticule de glèbe alternait toujours avec un fossé d</w:t>
      </w:r>
      <w:r w:rsidR="000E1451">
        <w:rPr>
          <w:rFonts w:cs="Georgia"/>
          <w:bCs/>
          <w:kern w:val="1"/>
        </w:rPr>
        <w:t>’</w:t>
      </w:r>
      <w:r>
        <w:rPr>
          <w:rFonts w:cs="Georgia"/>
          <w:bCs/>
          <w:kern w:val="1"/>
        </w:rPr>
        <w:t>eau</w:t>
      </w:r>
      <w:r w:rsidR="000E1451">
        <w:rPr>
          <w:rFonts w:cs="Georgia"/>
          <w:bCs/>
          <w:kern w:val="1"/>
        </w:rPr>
        <w:t xml:space="preserve">. </w:t>
      </w:r>
      <w:r>
        <w:rPr>
          <w:rFonts w:cs="Georgia"/>
          <w:bCs/>
          <w:kern w:val="1"/>
        </w:rPr>
        <w:t>Pas un être humain n</w:t>
      </w:r>
      <w:r w:rsidR="000E1451">
        <w:rPr>
          <w:rFonts w:cs="Georgia"/>
          <w:bCs/>
          <w:kern w:val="1"/>
        </w:rPr>
        <w:t>’</w:t>
      </w:r>
      <w:r>
        <w:rPr>
          <w:rFonts w:cs="Georgia"/>
          <w:bCs/>
          <w:kern w:val="1"/>
        </w:rPr>
        <w:t>était visible dans cette étendue</w:t>
      </w:r>
      <w:r w:rsidR="000E1451">
        <w:rPr>
          <w:rFonts w:cs="Georgia"/>
          <w:bCs/>
          <w:kern w:val="1"/>
        </w:rPr>
        <w:t xml:space="preserve">. </w:t>
      </w:r>
      <w:r>
        <w:rPr>
          <w:rFonts w:cs="Georgia"/>
          <w:bCs/>
          <w:kern w:val="1"/>
        </w:rPr>
        <w:t>Chaque fois qu</w:t>
      </w:r>
      <w:r w:rsidR="000E1451">
        <w:rPr>
          <w:rFonts w:cs="Georgia"/>
          <w:bCs/>
          <w:kern w:val="1"/>
        </w:rPr>
        <w:t>’</w:t>
      </w:r>
      <w:r>
        <w:rPr>
          <w:rFonts w:cs="Georgia"/>
          <w:bCs/>
          <w:kern w:val="1"/>
        </w:rPr>
        <w:t>il me semblait distinguer un berger</w:t>
      </w:r>
      <w:r w:rsidR="000E1451">
        <w:rPr>
          <w:rFonts w:cs="Georgia"/>
          <w:bCs/>
          <w:kern w:val="1"/>
        </w:rPr>
        <w:t xml:space="preserve">, </w:t>
      </w:r>
      <w:r>
        <w:rPr>
          <w:rFonts w:cs="Georgia"/>
          <w:bCs/>
          <w:kern w:val="1"/>
        </w:rPr>
        <w:t>un pêcheur</w:t>
      </w:r>
      <w:r w:rsidR="000E1451">
        <w:rPr>
          <w:rFonts w:cs="Georgia"/>
          <w:bCs/>
          <w:kern w:val="1"/>
        </w:rPr>
        <w:t xml:space="preserve">, </w:t>
      </w:r>
      <w:r>
        <w:rPr>
          <w:rFonts w:cs="Georgia"/>
          <w:bCs/>
          <w:kern w:val="1"/>
        </w:rPr>
        <w:t>je finissais par me rendre compte que c</w:t>
      </w:r>
      <w:r w:rsidR="000E1451">
        <w:rPr>
          <w:rFonts w:cs="Georgia"/>
          <w:bCs/>
          <w:kern w:val="1"/>
        </w:rPr>
        <w:t>’</w:t>
      </w:r>
      <w:r>
        <w:rPr>
          <w:rFonts w:cs="Georgia"/>
          <w:bCs/>
          <w:kern w:val="1"/>
        </w:rPr>
        <w:t>était un piquet au milieu d</w:t>
      </w:r>
      <w:r w:rsidR="000E1451">
        <w:rPr>
          <w:rFonts w:cs="Georgia"/>
          <w:bCs/>
          <w:kern w:val="1"/>
        </w:rPr>
        <w:t>’</w:t>
      </w:r>
      <w:r>
        <w:rPr>
          <w:rFonts w:cs="Georgia"/>
          <w:bCs/>
          <w:kern w:val="1"/>
        </w:rPr>
        <w:t>une prairie</w:t>
      </w:r>
      <w:r w:rsidR="000E1451">
        <w:rPr>
          <w:rFonts w:cs="Georgia"/>
          <w:bCs/>
          <w:kern w:val="1"/>
        </w:rPr>
        <w:t xml:space="preserve">, </w:t>
      </w:r>
      <w:r>
        <w:rPr>
          <w:rFonts w:cs="Georgia"/>
          <w:bCs/>
          <w:kern w:val="1"/>
        </w:rPr>
        <w:t>la souche contorsionnée d</w:t>
      </w:r>
      <w:r w:rsidR="000E1451">
        <w:rPr>
          <w:rFonts w:cs="Georgia"/>
          <w:bCs/>
          <w:kern w:val="1"/>
        </w:rPr>
        <w:t>’</w:t>
      </w:r>
      <w:r>
        <w:rPr>
          <w:rFonts w:cs="Georgia"/>
          <w:bCs/>
          <w:kern w:val="1"/>
        </w:rPr>
        <w:t>un saule au bord d</w:t>
      </w:r>
      <w:r w:rsidR="000E1451">
        <w:rPr>
          <w:rFonts w:cs="Georgia"/>
          <w:bCs/>
          <w:kern w:val="1"/>
        </w:rPr>
        <w:t>’</w:t>
      </w:r>
      <w:r>
        <w:rPr>
          <w:rFonts w:cs="Georgia"/>
          <w:bCs/>
          <w:kern w:val="1"/>
        </w:rPr>
        <w:t>un ruisseau</w:t>
      </w:r>
      <w:r w:rsidR="000E1451">
        <w:rPr>
          <w:rFonts w:cs="Georgia"/>
          <w:bCs/>
          <w:kern w:val="1"/>
        </w:rPr>
        <w:t xml:space="preserve">. </w:t>
      </w:r>
      <w:r>
        <w:rPr>
          <w:rFonts w:cs="Georgia"/>
          <w:bCs/>
          <w:kern w:val="1"/>
        </w:rPr>
        <w:t>Des nuées de corbeaux ployaient et déployaient sans fin leurs draperies noires sur les rares terres ensemencées</w:t>
      </w:r>
      <w:r w:rsidR="000E1451">
        <w:rPr>
          <w:rFonts w:cs="Georgia"/>
          <w:bCs/>
          <w:kern w:val="1"/>
        </w:rPr>
        <w:t xml:space="preserve">. </w:t>
      </w:r>
      <w:r>
        <w:rPr>
          <w:rFonts w:cs="Georgia"/>
          <w:bCs/>
          <w:kern w:val="1"/>
        </w:rPr>
        <w:t>Quand le jour commença de tomber</w:t>
      </w:r>
      <w:r w:rsidR="000E1451">
        <w:rPr>
          <w:rFonts w:cs="Georgia"/>
          <w:bCs/>
          <w:kern w:val="1"/>
        </w:rPr>
        <w:t xml:space="preserve">, </w:t>
      </w:r>
      <w:r>
        <w:rPr>
          <w:rFonts w:cs="Georgia"/>
          <w:bCs/>
          <w:kern w:val="1"/>
        </w:rPr>
        <w:t>toute trace de cultures avait disparu</w:t>
      </w:r>
      <w:r w:rsidR="000E1451">
        <w:rPr>
          <w:rFonts w:cs="Georgia"/>
          <w:bCs/>
          <w:kern w:val="1"/>
        </w:rPr>
        <w:t xml:space="preserve">. </w:t>
      </w:r>
      <w:r>
        <w:rPr>
          <w:rFonts w:cs="Georgia"/>
          <w:bCs/>
          <w:kern w:val="1"/>
        </w:rPr>
        <w:t>Les champs faisaient place aux marais et aux étangs</w:t>
      </w:r>
      <w:r w:rsidR="000E1451">
        <w:rPr>
          <w:rFonts w:cs="Georgia"/>
          <w:bCs/>
          <w:kern w:val="1"/>
        </w:rPr>
        <w:t xml:space="preserve">, </w:t>
      </w:r>
      <w:r>
        <w:rPr>
          <w:rFonts w:cs="Georgia"/>
          <w:bCs/>
          <w:kern w:val="1"/>
        </w:rPr>
        <w:t>les corbeaux à des volées de plongeons et de grèbes qui filaient vertigineusement au ras des eaux</w:t>
      </w:r>
      <w:r w:rsidR="000E1451">
        <w:rPr>
          <w:rFonts w:cs="Georgia"/>
          <w:bCs/>
          <w:kern w:val="1"/>
        </w:rPr>
        <w:t xml:space="preserve">, </w:t>
      </w:r>
      <w:r>
        <w:rPr>
          <w:rFonts w:cs="Georgia"/>
          <w:bCs/>
          <w:kern w:val="1"/>
        </w:rPr>
        <w:t>à la surface desquelles leurs pattes pendantes traçaient de longues éraflures claires</w:t>
      </w:r>
      <w:r w:rsidR="000E1451">
        <w:rPr>
          <w:rFonts w:cs="Georgia"/>
          <w:bCs/>
          <w:kern w:val="1"/>
        </w:rPr>
        <w:t xml:space="preserve">. </w:t>
      </w:r>
      <w:r>
        <w:rPr>
          <w:rFonts w:cs="Georgia"/>
          <w:bCs/>
          <w:kern w:val="1"/>
        </w:rPr>
        <w:lastRenderedPageBreak/>
        <w:t>Des mouettes surgirent à droite et à gauche du train</w:t>
      </w:r>
      <w:r w:rsidR="000E1451">
        <w:rPr>
          <w:rFonts w:cs="Georgia"/>
          <w:bCs/>
          <w:kern w:val="1"/>
        </w:rPr>
        <w:t xml:space="preserve">. </w:t>
      </w:r>
      <w:r>
        <w:rPr>
          <w:rFonts w:cs="Georgia"/>
          <w:bCs/>
          <w:kern w:val="1"/>
        </w:rPr>
        <w:t>Nous ne devions pas être à une très grande distance de la mer</w:t>
      </w:r>
      <w:r w:rsidR="000E1451">
        <w:rPr>
          <w:rFonts w:cs="Georgia"/>
          <w:bCs/>
          <w:kern w:val="1"/>
        </w:rPr>
        <w:t>.</w:t>
      </w:r>
    </w:p>
    <w:p w14:paraId="3A3242CD" w14:textId="77777777" w:rsidR="000E1451" w:rsidRDefault="00BE611A" w:rsidP="00BE611A">
      <w:pPr>
        <w:rPr>
          <w:rFonts w:cs="Georgia"/>
          <w:bCs/>
          <w:kern w:val="1"/>
        </w:rPr>
      </w:pPr>
      <w:r>
        <w:rPr>
          <w:rFonts w:cs="Georgia"/>
          <w:bCs/>
          <w:kern w:val="1"/>
        </w:rPr>
        <w:t>De temps en temps</w:t>
      </w:r>
      <w:r w:rsidR="000E1451">
        <w:rPr>
          <w:rFonts w:cs="Georgia"/>
          <w:bCs/>
          <w:kern w:val="1"/>
        </w:rPr>
        <w:t xml:space="preserve">, </w:t>
      </w:r>
      <w:r>
        <w:rPr>
          <w:rFonts w:cs="Georgia"/>
          <w:bCs/>
          <w:kern w:val="1"/>
        </w:rPr>
        <w:t>se débarrassant</w:t>
      </w:r>
      <w:r w:rsidR="000E1451">
        <w:rPr>
          <w:rFonts w:cs="Georgia"/>
          <w:bCs/>
          <w:kern w:val="1"/>
        </w:rPr>
        <w:t xml:space="preserve">, </w:t>
      </w:r>
      <w:r>
        <w:rPr>
          <w:rFonts w:cs="Georgia"/>
          <w:bCs/>
          <w:kern w:val="1"/>
        </w:rPr>
        <w:t>un à un</w:t>
      </w:r>
      <w:r w:rsidR="000E1451">
        <w:rPr>
          <w:rFonts w:cs="Georgia"/>
          <w:bCs/>
          <w:kern w:val="1"/>
        </w:rPr>
        <w:t xml:space="preserve">, </w:t>
      </w:r>
      <w:r>
        <w:rPr>
          <w:rFonts w:cs="Georgia"/>
          <w:bCs/>
          <w:kern w:val="1"/>
        </w:rPr>
        <w:t>de sa provision de permissionnaires</w:t>
      </w:r>
      <w:r w:rsidR="000E1451">
        <w:rPr>
          <w:rFonts w:cs="Georgia"/>
          <w:bCs/>
          <w:kern w:val="1"/>
        </w:rPr>
        <w:t xml:space="preserve">, </w:t>
      </w:r>
      <w:r>
        <w:rPr>
          <w:rFonts w:cs="Georgia"/>
          <w:bCs/>
          <w:kern w:val="1"/>
        </w:rPr>
        <w:t>notre convoi s</w:t>
      </w:r>
      <w:r w:rsidR="000E1451">
        <w:rPr>
          <w:rFonts w:cs="Georgia"/>
          <w:bCs/>
          <w:kern w:val="1"/>
        </w:rPr>
        <w:t>’</w:t>
      </w:r>
      <w:r>
        <w:rPr>
          <w:rFonts w:cs="Georgia"/>
          <w:bCs/>
          <w:kern w:val="1"/>
        </w:rPr>
        <w:t>arrêtait devant une misérable station</w:t>
      </w:r>
      <w:r w:rsidR="000E1451">
        <w:rPr>
          <w:rFonts w:cs="Georgia"/>
          <w:bCs/>
          <w:kern w:val="1"/>
        </w:rPr>
        <w:t xml:space="preserve">. </w:t>
      </w:r>
      <w:r>
        <w:rPr>
          <w:rFonts w:cs="Georgia"/>
          <w:bCs/>
          <w:kern w:val="1"/>
        </w:rPr>
        <w:t xml:space="preserve">Un </w:t>
      </w:r>
      <w:r>
        <w:rPr>
          <w:rFonts w:cs="Georgia"/>
          <w:bCs/>
          <w:i/>
          <w:iCs/>
          <w:kern w:val="1"/>
        </w:rPr>
        <w:t>feldgrau</w:t>
      </w:r>
      <w:r>
        <w:rPr>
          <w:rFonts w:cs="Georgia"/>
          <w:bCs/>
          <w:kern w:val="1"/>
        </w:rPr>
        <w:t xml:space="preserve"> descendait péniblement</w:t>
      </w:r>
      <w:r w:rsidR="000E1451">
        <w:rPr>
          <w:rFonts w:cs="Georgia"/>
          <w:bCs/>
          <w:kern w:val="1"/>
        </w:rPr>
        <w:t xml:space="preserve">, </w:t>
      </w:r>
      <w:r>
        <w:rPr>
          <w:rFonts w:cs="Georgia"/>
          <w:bCs/>
          <w:kern w:val="1"/>
        </w:rPr>
        <w:t>alourdi par ses musettes trop bourrées</w:t>
      </w:r>
      <w:r w:rsidR="000E1451">
        <w:rPr>
          <w:rFonts w:cs="Georgia"/>
          <w:bCs/>
          <w:kern w:val="1"/>
        </w:rPr>
        <w:t xml:space="preserve">. </w:t>
      </w:r>
      <w:r>
        <w:rPr>
          <w:rFonts w:cs="Georgia"/>
          <w:bCs/>
          <w:kern w:val="1"/>
        </w:rPr>
        <w:t>Il se mettait en route à travers la lande</w:t>
      </w:r>
      <w:r w:rsidR="000E1451">
        <w:rPr>
          <w:rFonts w:cs="Georgia"/>
          <w:bCs/>
          <w:kern w:val="1"/>
        </w:rPr>
        <w:t xml:space="preserve">. </w:t>
      </w:r>
      <w:r>
        <w:rPr>
          <w:rFonts w:cs="Georgia"/>
          <w:bCs/>
          <w:kern w:val="1"/>
        </w:rPr>
        <w:t>Nous n</w:t>
      </w:r>
      <w:r w:rsidR="000E1451">
        <w:rPr>
          <w:rFonts w:cs="Georgia"/>
          <w:bCs/>
          <w:kern w:val="1"/>
        </w:rPr>
        <w:t>’</w:t>
      </w:r>
      <w:r>
        <w:rPr>
          <w:rFonts w:cs="Georgia"/>
          <w:bCs/>
          <w:kern w:val="1"/>
        </w:rPr>
        <w:t>apercevions jamais le village</w:t>
      </w:r>
      <w:r w:rsidR="000E1451">
        <w:rPr>
          <w:rFonts w:cs="Georgia"/>
          <w:bCs/>
          <w:kern w:val="1"/>
        </w:rPr>
        <w:t xml:space="preserve">, </w:t>
      </w:r>
      <w:r>
        <w:rPr>
          <w:rFonts w:cs="Georgia"/>
          <w:bCs/>
          <w:kern w:val="1"/>
        </w:rPr>
        <w:t>la métairie vers lesquels il se dirigeait</w:t>
      </w:r>
      <w:r w:rsidR="000E1451">
        <w:rPr>
          <w:rFonts w:cs="Georgia"/>
          <w:bCs/>
          <w:kern w:val="1"/>
        </w:rPr>
        <w:t>.</w:t>
      </w:r>
    </w:p>
    <w:p w14:paraId="35397DB4" w14:textId="77777777" w:rsidR="000E1451" w:rsidRDefault="00BE611A" w:rsidP="00BE611A">
      <w:pPr>
        <w:rPr>
          <w:rFonts w:cs="Georgia"/>
          <w:bCs/>
          <w:kern w:val="1"/>
        </w:rPr>
      </w:pPr>
      <w:r>
        <w:rPr>
          <w:rFonts w:cs="Georgia"/>
          <w:bCs/>
          <w:kern w:val="1"/>
        </w:rPr>
        <w:t>Notre sentinelle</w:t>
      </w:r>
      <w:r w:rsidR="000E1451">
        <w:rPr>
          <w:rFonts w:cs="Georgia"/>
          <w:bCs/>
          <w:kern w:val="1"/>
        </w:rPr>
        <w:t xml:space="preserve"> – </w:t>
      </w:r>
      <w:r>
        <w:rPr>
          <w:rFonts w:cs="Georgia"/>
          <w:bCs/>
          <w:i/>
          <w:iCs/>
          <w:kern w:val="1"/>
        </w:rPr>
        <w:t>grosspapa</w:t>
      </w:r>
      <w:r w:rsidR="000E1451">
        <w:t xml:space="preserve">, </w:t>
      </w:r>
      <w:r>
        <w:rPr>
          <w:rFonts w:cs="Georgia"/>
          <w:bCs/>
          <w:kern w:val="1"/>
        </w:rPr>
        <w:t>comme disait Sylvestre</w:t>
      </w:r>
      <w:r w:rsidR="000E1451">
        <w:rPr>
          <w:rFonts w:cs="Georgia"/>
          <w:bCs/>
          <w:kern w:val="1"/>
        </w:rPr>
        <w:t xml:space="preserve"> – </w:t>
      </w:r>
      <w:r>
        <w:rPr>
          <w:rFonts w:cs="Georgia"/>
          <w:bCs/>
          <w:kern w:val="1"/>
        </w:rPr>
        <w:t>qui depuis un moment contemplait ce spectacle</w:t>
      </w:r>
      <w:r w:rsidR="000E1451">
        <w:rPr>
          <w:rFonts w:cs="Georgia"/>
          <w:bCs/>
          <w:kern w:val="1"/>
        </w:rPr>
        <w:t xml:space="preserve">, </w:t>
      </w:r>
      <w:r>
        <w:rPr>
          <w:rFonts w:cs="Georgia"/>
          <w:bCs/>
          <w:kern w:val="1"/>
        </w:rPr>
        <w:t>abandonna sa portière en hochant la tête</w:t>
      </w:r>
      <w:r w:rsidR="000E1451">
        <w:rPr>
          <w:rFonts w:cs="Georgia"/>
          <w:bCs/>
          <w:kern w:val="1"/>
        </w:rPr>
        <w:t> :</w:t>
      </w:r>
    </w:p>
    <w:p w14:paraId="799823F3" w14:textId="77777777" w:rsidR="000E1451" w:rsidRDefault="000E1451" w:rsidP="00BE611A">
      <w:pPr>
        <w:rPr>
          <w:rFonts w:cs="Georgia"/>
          <w:bCs/>
          <w:kern w:val="1"/>
        </w:rPr>
      </w:pPr>
      <w:r>
        <w:rPr>
          <w:rFonts w:cs="Georgia"/>
          <w:bCs/>
          <w:kern w:val="1"/>
        </w:rPr>
        <w:t>— </w:t>
      </w:r>
      <w:r w:rsidR="00BE611A">
        <w:rPr>
          <w:rFonts w:cs="Georgia"/>
          <w:bCs/>
          <w:i/>
          <w:iCs/>
          <w:kern w:val="1"/>
        </w:rPr>
        <w:t>Preussen</w:t>
      </w:r>
      <w:r>
        <w:rPr>
          <w:rFonts w:cs="Georgia"/>
          <w:bCs/>
          <w:i/>
          <w:iCs/>
          <w:kern w:val="1"/>
        </w:rPr>
        <w:t xml:space="preserve">, </w:t>
      </w:r>
      <w:r w:rsidR="00BE611A">
        <w:rPr>
          <w:rFonts w:cs="Georgia"/>
          <w:bCs/>
          <w:i/>
          <w:iCs/>
          <w:kern w:val="1"/>
        </w:rPr>
        <w:t>nicht gut</w:t>
      </w:r>
      <w:r>
        <w:rPr>
          <w:rFonts w:cs="Georgia"/>
          <w:bCs/>
          <w:i/>
          <w:iCs/>
          <w:kern w:val="1"/>
        </w:rPr>
        <w:t xml:space="preserve">, </w:t>
      </w:r>
      <w:r w:rsidR="00BE611A">
        <w:rPr>
          <w:rFonts w:cs="Georgia"/>
          <w:bCs/>
          <w:kern w:val="1"/>
        </w:rPr>
        <w:t>murmura-t-il gravement</w:t>
      </w:r>
      <w:r>
        <w:rPr>
          <w:rFonts w:cs="Georgia"/>
          <w:bCs/>
          <w:kern w:val="1"/>
        </w:rPr>
        <w:t>.</w:t>
      </w:r>
    </w:p>
    <w:p w14:paraId="5CA81F01" w14:textId="77777777" w:rsidR="000E1451" w:rsidRDefault="000E1451" w:rsidP="00BE611A">
      <w:pPr>
        <w:rPr>
          <w:rFonts w:cs="Georgia"/>
          <w:bCs/>
          <w:kern w:val="1"/>
        </w:rPr>
      </w:pPr>
      <w:r>
        <w:rPr>
          <w:rFonts w:cs="Georgia"/>
          <w:bCs/>
          <w:kern w:val="1"/>
        </w:rPr>
        <w:t>— </w:t>
      </w:r>
      <w:r w:rsidR="00BE611A">
        <w:rPr>
          <w:rFonts w:cs="Georgia"/>
          <w:bCs/>
          <w:kern w:val="1"/>
        </w:rPr>
        <w:t>Qu</w:t>
      </w:r>
      <w:r>
        <w:rPr>
          <w:rFonts w:cs="Georgia"/>
          <w:bCs/>
          <w:kern w:val="1"/>
        </w:rPr>
        <w:t>’</w:t>
      </w:r>
      <w:r w:rsidR="00BE611A">
        <w:rPr>
          <w:rFonts w:cs="Georgia"/>
          <w:bCs/>
          <w:kern w:val="1"/>
        </w:rPr>
        <w:t>est-ce qu</w:t>
      </w:r>
      <w:r>
        <w:rPr>
          <w:rFonts w:cs="Georgia"/>
          <w:bCs/>
          <w:kern w:val="1"/>
        </w:rPr>
        <w:t>’</w:t>
      </w:r>
      <w:r w:rsidR="00BE611A">
        <w:rPr>
          <w:rFonts w:cs="Georgia"/>
          <w:bCs/>
          <w:kern w:val="1"/>
        </w:rPr>
        <w:t>il marmonne</w:t>
      </w:r>
      <w:r>
        <w:rPr>
          <w:rFonts w:cs="Georgia"/>
          <w:bCs/>
          <w:kern w:val="1"/>
        </w:rPr>
        <w:t> ?</w:t>
      </w:r>
    </w:p>
    <w:p w14:paraId="38BA61C6" w14:textId="77777777" w:rsidR="000E1451" w:rsidRDefault="000E1451" w:rsidP="00BE611A">
      <w:pPr>
        <w:rPr>
          <w:rFonts w:cs="Georgia"/>
          <w:bCs/>
          <w:kern w:val="1"/>
        </w:rPr>
      </w:pPr>
      <w:r>
        <w:rPr>
          <w:rFonts w:cs="Georgia"/>
          <w:bCs/>
          <w:kern w:val="1"/>
        </w:rPr>
        <w:t>— </w:t>
      </w:r>
      <w:r w:rsidR="00BE611A">
        <w:rPr>
          <w:rFonts w:cs="Georgia"/>
          <w:bCs/>
          <w:kern w:val="1"/>
        </w:rPr>
        <w:t>Il dit que la Prusse est un sale pays</w:t>
      </w:r>
      <w:r>
        <w:rPr>
          <w:rFonts w:cs="Georgia"/>
          <w:bCs/>
          <w:kern w:val="1"/>
        </w:rPr>
        <w:t>.</w:t>
      </w:r>
    </w:p>
    <w:p w14:paraId="6145BECC" w14:textId="77777777" w:rsidR="000E1451" w:rsidRDefault="000E1451" w:rsidP="00BE611A">
      <w:pPr>
        <w:rPr>
          <w:rFonts w:cs="Georgia"/>
          <w:bCs/>
          <w:kern w:val="1"/>
        </w:rPr>
      </w:pPr>
      <w:r>
        <w:rPr>
          <w:rFonts w:cs="Georgia"/>
          <w:bCs/>
          <w:kern w:val="1"/>
        </w:rPr>
        <w:t>— </w:t>
      </w:r>
      <w:r w:rsidR="00BE611A">
        <w:rPr>
          <w:rFonts w:cs="Georgia"/>
          <w:bCs/>
          <w:kern w:val="1"/>
        </w:rPr>
        <w:t>Ah</w:t>
      </w:r>
      <w:r>
        <w:rPr>
          <w:rFonts w:cs="Georgia"/>
          <w:bCs/>
          <w:kern w:val="1"/>
        </w:rPr>
        <w:t xml:space="preserve"> ! </w:t>
      </w:r>
      <w:r w:rsidR="00BE611A">
        <w:rPr>
          <w:rFonts w:cs="Georgia"/>
          <w:bCs/>
          <w:kern w:val="1"/>
        </w:rPr>
        <w:t>On est donc en Prusse</w:t>
      </w:r>
      <w:r>
        <w:rPr>
          <w:rFonts w:cs="Georgia"/>
          <w:bCs/>
          <w:kern w:val="1"/>
        </w:rPr>
        <w:t xml:space="preserve"> ? </w:t>
      </w:r>
      <w:r w:rsidR="00BE611A">
        <w:rPr>
          <w:rFonts w:cs="Georgia"/>
          <w:bCs/>
          <w:kern w:val="1"/>
        </w:rPr>
        <w:t>demanda Dauphin</w:t>
      </w:r>
      <w:r>
        <w:rPr>
          <w:rFonts w:cs="Georgia"/>
          <w:bCs/>
          <w:kern w:val="1"/>
        </w:rPr>
        <w:t>.</w:t>
      </w:r>
    </w:p>
    <w:p w14:paraId="4BB57818" w14:textId="77777777" w:rsidR="000E1451" w:rsidRDefault="000E1451" w:rsidP="00BE611A">
      <w:pPr>
        <w:rPr>
          <w:rFonts w:cs="Georgia"/>
          <w:bCs/>
          <w:kern w:val="1"/>
        </w:rPr>
      </w:pPr>
      <w:r>
        <w:rPr>
          <w:rFonts w:cs="Georgia"/>
          <w:bCs/>
          <w:kern w:val="1"/>
        </w:rPr>
        <w:t>— </w:t>
      </w:r>
      <w:r w:rsidR="00BE611A">
        <w:rPr>
          <w:rFonts w:cs="Georgia"/>
          <w:bCs/>
          <w:kern w:val="1"/>
        </w:rPr>
        <w:t>Où est-ce que tu te crois</w:t>
      </w:r>
      <w:r>
        <w:rPr>
          <w:rFonts w:cs="Georgia"/>
          <w:bCs/>
          <w:kern w:val="1"/>
        </w:rPr>
        <w:t xml:space="preserve"> ? </w:t>
      </w:r>
      <w:r w:rsidR="00BE611A">
        <w:rPr>
          <w:rFonts w:cs="Georgia"/>
          <w:bCs/>
          <w:kern w:val="1"/>
        </w:rPr>
        <w:t>À la foire de Neuilly</w:t>
      </w:r>
      <w:r>
        <w:rPr>
          <w:rFonts w:cs="Georgia"/>
          <w:bCs/>
          <w:kern w:val="1"/>
        </w:rPr>
        <w:t> ?</w:t>
      </w:r>
    </w:p>
    <w:p w14:paraId="0BCCFE59" w14:textId="77777777" w:rsidR="000E1451" w:rsidRDefault="000E1451" w:rsidP="00BE611A">
      <w:pPr>
        <w:rPr>
          <w:rFonts w:cs="Georgia"/>
          <w:bCs/>
          <w:kern w:val="1"/>
        </w:rPr>
      </w:pPr>
      <w:r>
        <w:rPr>
          <w:rFonts w:cs="Georgia"/>
          <w:bCs/>
          <w:kern w:val="1"/>
        </w:rPr>
        <w:t>— </w:t>
      </w:r>
      <w:r w:rsidR="00BE611A">
        <w:rPr>
          <w:rFonts w:cs="Georgia"/>
          <w:bCs/>
          <w:kern w:val="1"/>
        </w:rPr>
        <w:t>Ça va</w:t>
      </w:r>
      <w:r>
        <w:rPr>
          <w:rFonts w:cs="Georgia"/>
          <w:bCs/>
          <w:kern w:val="1"/>
        </w:rPr>
        <w:t xml:space="preserve">, </w:t>
      </w:r>
      <w:r w:rsidR="00BE611A">
        <w:rPr>
          <w:rFonts w:cs="Georgia"/>
          <w:bCs/>
          <w:kern w:val="1"/>
        </w:rPr>
        <w:t>ça va</w:t>
      </w:r>
      <w:r>
        <w:rPr>
          <w:rFonts w:cs="Georgia"/>
          <w:bCs/>
          <w:kern w:val="1"/>
        </w:rPr>
        <w:t xml:space="preserve">. </w:t>
      </w:r>
      <w:r w:rsidR="00BE611A">
        <w:rPr>
          <w:rFonts w:cs="Georgia"/>
          <w:bCs/>
          <w:kern w:val="1"/>
        </w:rPr>
        <w:t>Sûr</w:t>
      </w:r>
      <w:r>
        <w:rPr>
          <w:rFonts w:cs="Georgia"/>
          <w:bCs/>
          <w:kern w:val="1"/>
        </w:rPr>
        <w:t xml:space="preserve">, </w:t>
      </w:r>
      <w:r w:rsidR="00BE611A">
        <w:rPr>
          <w:rFonts w:cs="Georgia"/>
          <w:bCs/>
          <w:kern w:val="1"/>
        </w:rPr>
        <w:t>que c</w:t>
      </w:r>
      <w:r>
        <w:rPr>
          <w:rFonts w:cs="Georgia"/>
          <w:bCs/>
          <w:kern w:val="1"/>
        </w:rPr>
        <w:t>’</w:t>
      </w:r>
      <w:r w:rsidR="00BE611A">
        <w:rPr>
          <w:rFonts w:cs="Georgia"/>
          <w:bCs/>
          <w:kern w:val="1"/>
        </w:rPr>
        <w:t>est un sale pays</w:t>
      </w:r>
      <w:r>
        <w:rPr>
          <w:rFonts w:cs="Georgia"/>
          <w:bCs/>
          <w:kern w:val="1"/>
        </w:rPr>
        <w:t xml:space="preserve">. </w:t>
      </w:r>
      <w:r w:rsidR="00BE611A">
        <w:rPr>
          <w:rFonts w:cs="Georgia"/>
          <w:bCs/>
          <w:kern w:val="1"/>
        </w:rPr>
        <w:t>C</w:t>
      </w:r>
      <w:r>
        <w:rPr>
          <w:rFonts w:cs="Georgia"/>
          <w:bCs/>
          <w:kern w:val="1"/>
        </w:rPr>
        <w:t>’</w:t>
      </w:r>
      <w:r w:rsidR="00BE611A">
        <w:rPr>
          <w:rFonts w:cs="Georgia"/>
          <w:bCs/>
          <w:kern w:val="1"/>
        </w:rPr>
        <w:t>est tout de même pas à celui-là à cracher dans sa soupe</w:t>
      </w:r>
      <w:r>
        <w:rPr>
          <w:rFonts w:cs="Georgia"/>
          <w:bCs/>
          <w:kern w:val="1"/>
        </w:rPr>
        <w:t>.</w:t>
      </w:r>
    </w:p>
    <w:p w14:paraId="524656B3" w14:textId="77777777" w:rsidR="000E1451" w:rsidRDefault="00BE611A" w:rsidP="00BE611A">
      <w:pPr>
        <w:rPr>
          <w:rFonts w:cs="Georgia"/>
          <w:bCs/>
          <w:kern w:val="1"/>
        </w:rPr>
      </w:pPr>
      <w:r>
        <w:rPr>
          <w:rFonts w:cs="Georgia"/>
          <w:bCs/>
          <w:kern w:val="1"/>
        </w:rPr>
        <w:t>Mais l</w:t>
      </w:r>
      <w:r w:rsidR="000E1451">
        <w:rPr>
          <w:rFonts w:cs="Georgia"/>
          <w:bCs/>
          <w:kern w:val="1"/>
        </w:rPr>
        <w:t>’</w:t>
      </w:r>
      <w:r>
        <w:rPr>
          <w:rFonts w:cs="Georgia"/>
          <w:bCs/>
          <w:kern w:val="1"/>
        </w:rPr>
        <w:t>Allemand</w:t>
      </w:r>
      <w:r w:rsidR="000E1451">
        <w:rPr>
          <w:rFonts w:cs="Georgia"/>
          <w:bCs/>
          <w:kern w:val="1"/>
        </w:rPr>
        <w:t xml:space="preserve">, </w:t>
      </w:r>
      <w:r>
        <w:rPr>
          <w:rFonts w:cs="Georgia"/>
          <w:bCs/>
          <w:kern w:val="1"/>
        </w:rPr>
        <w:t>comme s</w:t>
      </w:r>
      <w:r w:rsidR="000E1451">
        <w:rPr>
          <w:rFonts w:cs="Georgia"/>
          <w:bCs/>
          <w:kern w:val="1"/>
        </w:rPr>
        <w:t>’</w:t>
      </w:r>
      <w:r>
        <w:rPr>
          <w:rFonts w:cs="Georgia"/>
          <w:bCs/>
          <w:kern w:val="1"/>
        </w:rPr>
        <w:t>il comprenait</w:t>
      </w:r>
      <w:r w:rsidR="000E1451">
        <w:rPr>
          <w:rFonts w:cs="Georgia"/>
          <w:bCs/>
          <w:kern w:val="1"/>
        </w:rPr>
        <w:t xml:space="preserve">, </w:t>
      </w:r>
      <w:r>
        <w:rPr>
          <w:rFonts w:cs="Georgia"/>
          <w:bCs/>
          <w:kern w:val="1"/>
        </w:rPr>
        <w:t>répéta sa phrase en la complétant</w:t>
      </w:r>
      <w:r w:rsidR="000E1451">
        <w:rPr>
          <w:rFonts w:cs="Georgia"/>
          <w:bCs/>
          <w:kern w:val="1"/>
        </w:rPr>
        <w:t> :</w:t>
      </w:r>
    </w:p>
    <w:p w14:paraId="6F78FDF8" w14:textId="77777777" w:rsidR="000E1451" w:rsidRDefault="000E1451" w:rsidP="00BE611A">
      <w:pPr>
        <w:rPr>
          <w:rFonts w:cs="Georgia"/>
          <w:bCs/>
          <w:i/>
          <w:iCs/>
          <w:kern w:val="1"/>
          <w:lang w:val="de-DE"/>
        </w:rPr>
      </w:pPr>
      <w:r>
        <w:rPr>
          <w:rFonts w:cs="Georgia"/>
          <w:bCs/>
          <w:kern w:val="1"/>
          <w:lang w:val="de-DE"/>
        </w:rPr>
        <w:t>— </w:t>
      </w:r>
      <w:r w:rsidR="00BE611A">
        <w:rPr>
          <w:rFonts w:cs="Georgia"/>
          <w:bCs/>
          <w:i/>
          <w:iCs/>
          <w:kern w:val="1"/>
          <w:lang w:val="de-DE"/>
        </w:rPr>
        <w:t>Ich</w:t>
      </w:r>
      <w:r>
        <w:rPr>
          <w:rFonts w:cs="Georgia"/>
          <w:bCs/>
          <w:i/>
          <w:iCs/>
          <w:kern w:val="1"/>
          <w:lang w:val="de-DE"/>
        </w:rPr>
        <w:t xml:space="preserve">, </w:t>
      </w:r>
      <w:r w:rsidR="00BE611A">
        <w:rPr>
          <w:rFonts w:cs="Georgia"/>
          <w:bCs/>
          <w:i/>
          <w:iCs/>
          <w:kern w:val="1"/>
          <w:lang w:val="de-DE"/>
        </w:rPr>
        <w:t>schwäbisch</w:t>
      </w:r>
      <w:r>
        <w:rPr>
          <w:rFonts w:cs="Georgia"/>
          <w:bCs/>
          <w:i/>
          <w:iCs/>
          <w:kern w:val="1"/>
          <w:lang w:val="de-DE"/>
        </w:rPr>
        <w:t xml:space="preserve">. </w:t>
      </w:r>
      <w:r w:rsidR="00BE611A">
        <w:rPr>
          <w:rFonts w:cs="Georgia"/>
          <w:bCs/>
          <w:i/>
          <w:iCs/>
          <w:kern w:val="1"/>
          <w:lang w:val="de-DE"/>
        </w:rPr>
        <w:t>Schwabe</w:t>
      </w:r>
      <w:r>
        <w:rPr>
          <w:rFonts w:cs="Georgia"/>
          <w:bCs/>
          <w:i/>
          <w:iCs/>
          <w:kern w:val="1"/>
          <w:lang w:val="de-DE"/>
        </w:rPr>
        <w:t xml:space="preserve">, </w:t>
      </w:r>
      <w:r w:rsidR="00BE611A">
        <w:rPr>
          <w:rFonts w:cs="Georgia"/>
          <w:bCs/>
          <w:i/>
          <w:iCs/>
          <w:kern w:val="1"/>
          <w:lang w:val="de-DE"/>
        </w:rPr>
        <w:t>gut</w:t>
      </w:r>
      <w:r>
        <w:rPr>
          <w:rFonts w:cs="Georgia"/>
          <w:bCs/>
          <w:i/>
          <w:iCs/>
          <w:kern w:val="1"/>
          <w:lang w:val="de-DE"/>
        </w:rPr>
        <w:t>.</w:t>
      </w:r>
    </w:p>
    <w:p w14:paraId="0FB41758" w14:textId="77777777" w:rsidR="000E1451" w:rsidRDefault="000E1451" w:rsidP="00BE611A">
      <w:pPr>
        <w:rPr>
          <w:rFonts w:cs="Georgia"/>
          <w:bCs/>
          <w:kern w:val="1"/>
          <w:lang w:val="de-DE"/>
        </w:rPr>
      </w:pPr>
      <w:r>
        <w:t>— </w:t>
      </w:r>
      <w:r w:rsidR="00BE611A">
        <w:rPr>
          <w:rFonts w:cs="Georgia"/>
          <w:bCs/>
          <w:kern w:val="1"/>
          <w:lang w:val="de-DE"/>
        </w:rPr>
        <w:t>Qu</w:t>
      </w:r>
      <w:r>
        <w:rPr>
          <w:rFonts w:cs="Georgia"/>
          <w:bCs/>
          <w:kern w:val="1"/>
          <w:lang w:val="de-DE"/>
        </w:rPr>
        <w:t>’</w:t>
      </w:r>
      <w:r w:rsidR="00BE611A">
        <w:rPr>
          <w:rFonts w:cs="Georgia"/>
          <w:bCs/>
          <w:kern w:val="1"/>
          <w:lang w:val="de-DE"/>
        </w:rPr>
        <w:t>est-ce qu</w:t>
      </w:r>
      <w:r>
        <w:rPr>
          <w:rFonts w:cs="Georgia"/>
          <w:bCs/>
          <w:kern w:val="1"/>
          <w:lang w:val="de-DE"/>
        </w:rPr>
        <w:t>’</w:t>
      </w:r>
      <w:r w:rsidR="00BE611A">
        <w:rPr>
          <w:rFonts w:cs="Georgia"/>
          <w:bCs/>
          <w:kern w:val="1"/>
          <w:lang w:val="de-DE"/>
        </w:rPr>
        <w:t>il dit encore</w:t>
      </w:r>
      <w:r>
        <w:rPr>
          <w:rFonts w:cs="Georgia"/>
          <w:bCs/>
          <w:kern w:val="1"/>
          <w:lang w:val="de-DE"/>
        </w:rPr>
        <w:t> ?</w:t>
      </w:r>
    </w:p>
    <w:p w14:paraId="0AF05560" w14:textId="77777777" w:rsidR="000E1451" w:rsidRDefault="000E1451" w:rsidP="00BE611A">
      <w:pPr>
        <w:rPr>
          <w:rFonts w:cs="Georgia"/>
          <w:bCs/>
          <w:kern w:val="1"/>
        </w:rPr>
      </w:pPr>
      <w:r>
        <w:rPr>
          <w:rFonts w:cs="Georgia"/>
          <w:bCs/>
          <w:kern w:val="1"/>
        </w:rPr>
        <w:t>— </w:t>
      </w:r>
      <w:r w:rsidR="00BE611A">
        <w:rPr>
          <w:rFonts w:cs="Georgia"/>
          <w:bCs/>
          <w:kern w:val="1"/>
        </w:rPr>
        <w:t>Il dit que</w:t>
      </w:r>
      <w:r>
        <w:rPr>
          <w:rFonts w:cs="Georgia"/>
          <w:bCs/>
          <w:kern w:val="1"/>
        </w:rPr>
        <w:t xml:space="preserve">, </w:t>
      </w:r>
      <w:r w:rsidR="00BE611A">
        <w:rPr>
          <w:rFonts w:cs="Georgia"/>
          <w:bCs/>
          <w:kern w:val="1"/>
        </w:rPr>
        <w:t>personnellement</w:t>
      </w:r>
      <w:r>
        <w:rPr>
          <w:rFonts w:cs="Georgia"/>
          <w:bCs/>
          <w:kern w:val="1"/>
        </w:rPr>
        <w:t xml:space="preserve">, </w:t>
      </w:r>
      <w:r w:rsidR="00BE611A">
        <w:rPr>
          <w:rFonts w:cs="Georgia"/>
          <w:bCs/>
          <w:kern w:val="1"/>
        </w:rPr>
        <w:t>il s</w:t>
      </w:r>
      <w:r>
        <w:rPr>
          <w:rFonts w:cs="Georgia"/>
          <w:bCs/>
          <w:kern w:val="1"/>
        </w:rPr>
        <w:t>’</w:t>
      </w:r>
      <w:r w:rsidR="00BE611A">
        <w:rPr>
          <w:rFonts w:cs="Georgia"/>
          <w:bCs/>
          <w:kern w:val="1"/>
        </w:rPr>
        <w:t>en fout</w:t>
      </w:r>
      <w:r>
        <w:rPr>
          <w:rFonts w:cs="Georgia"/>
          <w:bCs/>
          <w:kern w:val="1"/>
        </w:rPr>
        <w:t xml:space="preserve">, </w:t>
      </w:r>
      <w:r w:rsidR="00BE611A">
        <w:rPr>
          <w:rFonts w:cs="Georgia"/>
          <w:bCs/>
          <w:kern w:val="1"/>
        </w:rPr>
        <w:t>parce qu</w:t>
      </w:r>
      <w:r>
        <w:rPr>
          <w:rFonts w:cs="Georgia"/>
          <w:bCs/>
          <w:kern w:val="1"/>
        </w:rPr>
        <w:t>’</w:t>
      </w:r>
      <w:r w:rsidR="00BE611A">
        <w:rPr>
          <w:rFonts w:cs="Georgia"/>
          <w:bCs/>
          <w:kern w:val="1"/>
        </w:rPr>
        <w:t>il est de Souabe</w:t>
      </w:r>
      <w:r>
        <w:rPr>
          <w:rFonts w:cs="Georgia"/>
          <w:bCs/>
          <w:kern w:val="1"/>
        </w:rPr>
        <w:t xml:space="preserve">, </w:t>
      </w:r>
      <w:r w:rsidR="00BE611A">
        <w:rPr>
          <w:rFonts w:cs="Georgia"/>
          <w:bCs/>
          <w:kern w:val="1"/>
        </w:rPr>
        <w:t>et que la Souabe</w:t>
      </w:r>
      <w:r>
        <w:rPr>
          <w:rFonts w:cs="Georgia"/>
          <w:bCs/>
          <w:kern w:val="1"/>
        </w:rPr>
        <w:t xml:space="preserve">, </w:t>
      </w:r>
      <w:r w:rsidR="00BE611A">
        <w:rPr>
          <w:rFonts w:cs="Georgia"/>
          <w:bCs/>
          <w:kern w:val="1"/>
        </w:rPr>
        <w:t>elle</w:t>
      </w:r>
      <w:r>
        <w:rPr>
          <w:rFonts w:cs="Georgia"/>
          <w:bCs/>
          <w:kern w:val="1"/>
        </w:rPr>
        <w:t xml:space="preserve">, </w:t>
      </w:r>
      <w:r w:rsidR="00BE611A">
        <w:rPr>
          <w:rFonts w:cs="Georgia"/>
          <w:bCs/>
          <w:kern w:val="1"/>
        </w:rPr>
        <w:t>est un très joli pays</w:t>
      </w:r>
      <w:r>
        <w:rPr>
          <w:rFonts w:cs="Georgia"/>
          <w:bCs/>
          <w:kern w:val="1"/>
        </w:rPr>
        <w:t>.</w:t>
      </w:r>
    </w:p>
    <w:p w14:paraId="41080583" w14:textId="77777777" w:rsidR="000E1451" w:rsidRDefault="000E1451" w:rsidP="00BE611A">
      <w:pPr>
        <w:rPr>
          <w:rFonts w:cs="Georgia"/>
          <w:bCs/>
          <w:kern w:val="1"/>
        </w:rPr>
      </w:pPr>
      <w:r>
        <w:rPr>
          <w:rFonts w:cs="Georgia"/>
          <w:bCs/>
          <w:kern w:val="1"/>
        </w:rPr>
        <w:t>— </w:t>
      </w:r>
      <w:r w:rsidR="00BE611A">
        <w:rPr>
          <w:rFonts w:cs="Georgia"/>
          <w:bCs/>
          <w:kern w:val="1"/>
        </w:rPr>
        <w:t>Il peut raconter ce qu</w:t>
      </w:r>
      <w:r>
        <w:rPr>
          <w:rFonts w:cs="Georgia"/>
          <w:bCs/>
          <w:kern w:val="1"/>
        </w:rPr>
        <w:t>’</w:t>
      </w:r>
      <w:r w:rsidR="00BE611A">
        <w:rPr>
          <w:rFonts w:cs="Georgia"/>
          <w:bCs/>
          <w:kern w:val="1"/>
        </w:rPr>
        <w:t>il veut</w:t>
      </w:r>
      <w:r>
        <w:rPr>
          <w:rFonts w:cs="Georgia"/>
          <w:bCs/>
          <w:kern w:val="1"/>
        </w:rPr>
        <w:t xml:space="preserve">, </w:t>
      </w:r>
      <w:r w:rsidR="00BE611A">
        <w:rPr>
          <w:rFonts w:cs="Georgia"/>
          <w:bCs/>
          <w:kern w:val="1"/>
        </w:rPr>
        <w:t>et être du pays qu</w:t>
      </w:r>
      <w:r>
        <w:rPr>
          <w:rFonts w:cs="Georgia"/>
          <w:bCs/>
          <w:kern w:val="1"/>
        </w:rPr>
        <w:t>’</w:t>
      </w:r>
      <w:r w:rsidR="00BE611A">
        <w:rPr>
          <w:rFonts w:cs="Georgia"/>
          <w:bCs/>
          <w:kern w:val="1"/>
        </w:rPr>
        <w:t>il veut</w:t>
      </w:r>
      <w:r>
        <w:rPr>
          <w:rFonts w:cs="Georgia"/>
          <w:bCs/>
          <w:kern w:val="1"/>
        </w:rPr>
        <w:t xml:space="preserve">, </w:t>
      </w:r>
      <w:r w:rsidR="00BE611A">
        <w:rPr>
          <w:rFonts w:cs="Georgia"/>
          <w:bCs/>
          <w:kern w:val="1"/>
        </w:rPr>
        <w:t>dit Fichet</w:t>
      </w:r>
      <w:r>
        <w:rPr>
          <w:rFonts w:cs="Georgia"/>
          <w:bCs/>
          <w:kern w:val="1"/>
        </w:rPr>
        <w:t xml:space="preserve">. </w:t>
      </w:r>
      <w:r w:rsidR="00BE611A">
        <w:rPr>
          <w:rFonts w:cs="Georgia"/>
          <w:bCs/>
          <w:kern w:val="1"/>
        </w:rPr>
        <w:t>Ça n</w:t>
      </w:r>
      <w:r>
        <w:rPr>
          <w:rFonts w:cs="Georgia"/>
          <w:bCs/>
          <w:kern w:val="1"/>
        </w:rPr>
        <w:t>’</w:t>
      </w:r>
      <w:r w:rsidR="00BE611A">
        <w:rPr>
          <w:rFonts w:cs="Georgia"/>
          <w:bCs/>
          <w:kern w:val="1"/>
        </w:rPr>
        <w:t xml:space="preserve">empêchera pas que ce sont les types de </w:t>
      </w:r>
      <w:r w:rsidR="00BE611A">
        <w:rPr>
          <w:rFonts w:cs="Georgia"/>
          <w:bCs/>
          <w:kern w:val="1"/>
        </w:rPr>
        <w:lastRenderedPageBreak/>
        <w:t>par ici qui leur font la loi à tous</w:t>
      </w:r>
      <w:r>
        <w:rPr>
          <w:rFonts w:cs="Georgia"/>
          <w:bCs/>
          <w:kern w:val="1"/>
        </w:rPr>
        <w:t xml:space="preserve">, </w:t>
      </w:r>
      <w:r w:rsidR="00BE611A">
        <w:rPr>
          <w:rFonts w:cs="Georgia"/>
          <w:bCs/>
          <w:kern w:val="1"/>
        </w:rPr>
        <w:t>de Souabe ou d</w:t>
      </w:r>
      <w:r>
        <w:rPr>
          <w:rFonts w:cs="Georgia"/>
          <w:bCs/>
          <w:kern w:val="1"/>
        </w:rPr>
        <w:t>’</w:t>
      </w:r>
      <w:r w:rsidR="00BE611A">
        <w:rPr>
          <w:rFonts w:cs="Georgia"/>
          <w:bCs/>
          <w:kern w:val="1"/>
        </w:rPr>
        <w:t>ailleurs</w:t>
      </w:r>
      <w:r>
        <w:rPr>
          <w:rFonts w:cs="Georgia"/>
          <w:bCs/>
          <w:kern w:val="1"/>
        </w:rPr>
        <w:t xml:space="preserve">. </w:t>
      </w:r>
      <w:r w:rsidR="00BE611A">
        <w:rPr>
          <w:rFonts w:cs="Georgia"/>
          <w:bCs/>
          <w:kern w:val="1"/>
        </w:rPr>
        <w:t>C</w:t>
      </w:r>
      <w:r>
        <w:rPr>
          <w:rFonts w:cs="Georgia"/>
          <w:bCs/>
          <w:kern w:val="1"/>
        </w:rPr>
        <w:t>’</w:t>
      </w:r>
      <w:r w:rsidR="00BE611A">
        <w:rPr>
          <w:rFonts w:cs="Georgia"/>
          <w:bCs/>
          <w:kern w:val="1"/>
        </w:rPr>
        <w:t>est tout de même de rudes costauds</w:t>
      </w:r>
      <w:r>
        <w:rPr>
          <w:rFonts w:cs="Georgia"/>
          <w:bCs/>
          <w:kern w:val="1"/>
        </w:rPr>
        <w:t xml:space="preserve">, </w:t>
      </w:r>
      <w:r w:rsidR="00BE611A">
        <w:rPr>
          <w:rFonts w:cs="Georgia"/>
          <w:bCs/>
          <w:kern w:val="1"/>
        </w:rPr>
        <w:t>les Prussiens</w:t>
      </w:r>
      <w:r>
        <w:rPr>
          <w:rFonts w:cs="Georgia"/>
          <w:bCs/>
          <w:kern w:val="1"/>
        </w:rPr>
        <w:t>.</w:t>
      </w:r>
    </w:p>
    <w:p w14:paraId="6BC850EC" w14:textId="77777777" w:rsidR="000E1451" w:rsidRDefault="000E1451" w:rsidP="00BE611A">
      <w:pPr>
        <w:rPr>
          <w:rFonts w:cs="Georgia"/>
          <w:bCs/>
          <w:kern w:val="1"/>
        </w:rPr>
      </w:pPr>
      <w:r>
        <w:rPr>
          <w:rFonts w:cs="Georgia"/>
          <w:bCs/>
          <w:kern w:val="1"/>
        </w:rPr>
        <w:t>— </w:t>
      </w:r>
      <w:r w:rsidR="00BE611A">
        <w:rPr>
          <w:rFonts w:cs="Georgia"/>
          <w:bCs/>
          <w:kern w:val="1"/>
        </w:rPr>
        <w:t>Costaud</w:t>
      </w:r>
      <w:r>
        <w:rPr>
          <w:rFonts w:cs="Georgia"/>
          <w:bCs/>
          <w:kern w:val="1"/>
        </w:rPr>
        <w:t xml:space="preserve">, </w:t>
      </w:r>
      <w:r w:rsidR="00BE611A">
        <w:rPr>
          <w:rFonts w:cs="Georgia"/>
          <w:bCs/>
          <w:kern w:val="1"/>
        </w:rPr>
        <w:t>fit Audemard</w:t>
      </w:r>
      <w:r>
        <w:rPr>
          <w:rFonts w:cs="Georgia"/>
          <w:bCs/>
          <w:kern w:val="1"/>
        </w:rPr>
        <w:t xml:space="preserve">, </w:t>
      </w:r>
      <w:r w:rsidR="00BE611A">
        <w:rPr>
          <w:rFonts w:cs="Georgia"/>
          <w:bCs/>
          <w:kern w:val="1"/>
        </w:rPr>
        <w:t>en voici un en tout cas qui n</w:t>
      </w:r>
      <w:r>
        <w:rPr>
          <w:rFonts w:cs="Georgia"/>
          <w:bCs/>
          <w:kern w:val="1"/>
        </w:rPr>
        <w:t>’</w:t>
      </w:r>
      <w:r w:rsidR="00BE611A">
        <w:rPr>
          <w:rFonts w:cs="Georgia"/>
          <w:bCs/>
          <w:kern w:val="1"/>
        </w:rPr>
        <w:t>a pas l</w:t>
      </w:r>
      <w:r>
        <w:rPr>
          <w:rFonts w:cs="Georgia"/>
          <w:bCs/>
          <w:kern w:val="1"/>
        </w:rPr>
        <w:t>’</w:t>
      </w:r>
      <w:r w:rsidR="00BE611A">
        <w:rPr>
          <w:rFonts w:cs="Georgia"/>
          <w:bCs/>
          <w:kern w:val="1"/>
        </w:rPr>
        <w:t>air de l</w:t>
      </w:r>
      <w:r>
        <w:rPr>
          <w:rFonts w:cs="Georgia"/>
          <w:bCs/>
          <w:kern w:val="1"/>
        </w:rPr>
        <w:t>’</w:t>
      </w:r>
      <w:r w:rsidR="00BE611A">
        <w:rPr>
          <w:rFonts w:cs="Georgia"/>
          <w:bCs/>
          <w:kern w:val="1"/>
        </w:rPr>
        <w:t>être beaucoup</w:t>
      </w:r>
      <w:r>
        <w:rPr>
          <w:rFonts w:cs="Georgia"/>
          <w:bCs/>
          <w:kern w:val="1"/>
        </w:rPr>
        <w:t xml:space="preserve">. </w:t>
      </w:r>
      <w:r w:rsidR="00BE611A">
        <w:rPr>
          <w:rFonts w:cs="Georgia"/>
          <w:bCs/>
          <w:kern w:val="1"/>
        </w:rPr>
        <w:t>Regardez-moi ça</w:t>
      </w:r>
      <w:r>
        <w:rPr>
          <w:rFonts w:cs="Georgia"/>
          <w:bCs/>
          <w:kern w:val="1"/>
        </w:rPr>
        <w:t>.</w:t>
      </w:r>
    </w:p>
    <w:p w14:paraId="7ED561DF" w14:textId="77777777" w:rsidR="000E1451" w:rsidRDefault="00BE611A" w:rsidP="00BE611A">
      <w:pPr>
        <w:rPr>
          <w:rFonts w:cs="Georgia"/>
          <w:bCs/>
          <w:kern w:val="1"/>
        </w:rPr>
      </w:pPr>
      <w:r>
        <w:rPr>
          <w:rFonts w:cs="Georgia"/>
          <w:bCs/>
          <w:kern w:val="1"/>
        </w:rPr>
        <w:t>Nous recollâmes nos fronts aux vitres</w:t>
      </w:r>
      <w:r w:rsidR="000E1451">
        <w:rPr>
          <w:rFonts w:cs="Georgia"/>
          <w:bCs/>
          <w:kern w:val="1"/>
        </w:rPr>
        <w:t xml:space="preserve">. </w:t>
      </w:r>
      <w:r>
        <w:rPr>
          <w:rFonts w:cs="Georgia"/>
          <w:bCs/>
          <w:kern w:val="1"/>
        </w:rPr>
        <w:t>Le train s</w:t>
      </w:r>
      <w:r w:rsidR="000E1451">
        <w:rPr>
          <w:rFonts w:cs="Georgia"/>
          <w:bCs/>
          <w:kern w:val="1"/>
        </w:rPr>
        <w:t>’</w:t>
      </w:r>
      <w:r>
        <w:rPr>
          <w:rFonts w:cs="Georgia"/>
          <w:bCs/>
          <w:kern w:val="1"/>
        </w:rPr>
        <w:t>était arrêté de nouveau à la lisière d</w:t>
      </w:r>
      <w:r w:rsidR="000E1451">
        <w:rPr>
          <w:rFonts w:cs="Georgia"/>
          <w:bCs/>
          <w:kern w:val="1"/>
        </w:rPr>
        <w:t>’</w:t>
      </w:r>
      <w:r>
        <w:rPr>
          <w:rFonts w:cs="Georgia"/>
          <w:bCs/>
          <w:kern w:val="1"/>
        </w:rPr>
        <w:t>un bois de pins</w:t>
      </w:r>
      <w:r w:rsidR="000E1451">
        <w:rPr>
          <w:rFonts w:cs="Georgia"/>
          <w:bCs/>
          <w:kern w:val="1"/>
        </w:rPr>
        <w:t xml:space="preserve">, </w:t>
      </w:r>
      <w:r>
        <w:rPr>
          <w:rFonts w:cs="Georgia"/>
          <w:bCs/>
          <w:kern w:val="1"/>
        </w:rPr>
        <w:t>devant une station plus misérable que les précédentes</w:t>
      </w:r>
      <w:r w:rsidR="000E1451">
        <w:rPr>
          <w:rFonts w:cs="Georgia"/>
          <w:bCs/>
          <w:kern w:val="1"/>
        </w:rPr>
        <w:t xml:space="preserve">. </w:t>
      </w:r>
      <w:r>
        <w:rPr>
          <w:rFonts w:cs="Georgia"/>
          <w:bCs/>
          <w:kern w:val="1"/>
        </w:rPr>
        <w:t>Un soldat allemand</w:t>
      </w:r>
      <w:r w:rsidR="000E1451">
        <w:rPr>
          <w:rFonts w:cs="Georgia"/>
          <w:bCs/>
          <w:kern w:val="1"/>
        </w:rPr>
        <w:t xml:space="preserve">, </w:t>
      </w:r>
      <w:r>
        <w:rPr>
          <w:rFonts w:cs="Georgia"/>
          <w:bCs/>
          <w:kern w:val="1"/>
        </w:rPr>
        <w:t>tout jeune</w:t>
      </w:r>
      <w:r w:rsidR="000E1451">
        <w:rPr>
          <w:rFonts w:cs="Georgia"/>
          <w:bCs/>
          <w:kern w:val="1"/>
        </w:rPr>
        <w:t xml:space="preserve">, </w:t>
      </w:r>
      <w:r>
        <w:rPr>
          <w:rFonts w:cs="Georgia"/>
          <w:bCs/>
          <w:kern w:val="1"/>
        </w:rPr>
        <w:t>tout malingre</w:t>
      </w:r>
      <w:r w:rsidR="000E1451">
        <w:rPr>
          <w:rFonts w:cs="Georgia"/>
          <w:bCs/>
          <w:kern w:val="1"/>
        </w:rPr>
        <w:t xml:space="preserve">, </w:t>
      </w:r>
      <w:r>
        <w:rPr>
          <w:rFonts w:cs="Georgia"/>
          <w:bCs/>
          <w:kern w:val="1"/>
        </w:rPr>
        <w:t>venait de descendre</w:t>
      </w:r>
      <w:r w:rsidR="000E1451">
        <w:rPr>
          <w:rFonts w:cs="Georgia"/>
          <w:bCs/>
          <w:kern w:val="1"/>
        </w:rPr>
        <w:t xml:space="preserve">. </w:t>
      </w:r>
      <w:r>
        <w:rPr>
          <w:rFonts w:cs="Georgia"/>
          <w:bCs/>
          <w:kern w:val="1"/>
        </w:rPr>
        <w:t>Il était tombé dans les bras d</w:t>
      </w:r>
      <w:r w:rsidR="000E1451">
        <w:rPr>
          <w:rFonts w:cs="Georgia"/>
          <w:bCs/>
          <w:kern w:val="1"/>
        </w:rPr>
        <w:t>’</w:t>
      </w:r>
      <w:r>
        <w:rPr>
          <w:rFonts w:cs="Georgia"/>
          <w:bCs/>
          <w:kern w:val="1"/>
        </w:rPr>
        <w:t>une vieille paysanne qui l</w:t>
      </w:r>
      <w:r w:rsidR="000E1451">
        <w:rPr>
          <w:rFonts w:cs="Georgia"/>
          <w:bCs/>
          <w:kern w:val="1"/>
        </w:rPr>
        <w:t>’</w:t>
      </w:r>
      <w:r>
        <w:rPr>
          <w:rFonts w:cs="Georgia"/>
          <w:bCs/>
          <w:kern w:val="1"/>
        </w:rPr>
        <w:t>attendait</w:t>
      </w:r>
      <w:r w:rsidR="000E1451">
        <w:rPr>
          <w:rFonts w:cs="Georgia"/>
          <w:bCs/>
          <w:kern w:val="1"/>
        </w:rPr>
        <w:t xml:space="preserve">. </w:t>
      </w:r>
      <w:r>
        <w:rPr>
          <w:rFonts w:cs="Georgia"/>
          <w:bCs/>
          <w:kern w:val="1"/>
        </w:rPr>
        <w:t>Elle l</w:t>
      </w:r>
      <w:r w:rsidR="000E1451">
        <w:rPr>
          <w:rFonts w:cs="Georgia"/>
          <w:bCs/>
          <w:kern w:val="1"/>
        </w:rPr>
        <w:t>’</w:t>
      </w:r>
      <w:r>
        <w:rPr>
          <w:rFonts w:cs="Georgia"/>
          <w:bCs/>
          <w:kern w:val="1"/>
        </w:rPr>
        <w:t>embrassait</w:t>
      </w:r>
      <w:r w:rsidR="000E1451">
        <w:rPr>
          <w:rFonts w:cs="Georgia"/>
          <w:bCs/>
          <w:kern w:val="1"/>
        </w:rPr>
        <w:t xml:space="preserve">, </w:t>
      </w:r>
      <w:r>
        <w:rPr>
          <w:rFonts w:cs="Georgia"/>
          <w:bCs/>
          <w:kern w:val="1"/>
        </w:rPr>
        <w:t>l</w:t>
      </w:r>
      <w:r w:rsidR="000E1451">
        <w:rPr>
          <w:rFonts w:cs="Georgia"/>
          <w:bCs/>
          <w:kern w:val="1"/>
        </w:rPr>
        <w:t>’</w:t>
      </w:r>
      <w:r>
        <w:rPr>
          <w:rFonts w:cs="Georgia"/>
          <w:bCs/>
          <w:kern w:val="1"/>
        </w:rPr>
        <w:t>embrassait</w:t>
      </w:r>
      <w:r w:rsidR="000E1451">
        <w:rPr>
          <w:rFonts w:cs="Georgia"/>
          <w:bCs/>
          <w:kern w:val="1"/>
        </w:rPr>
        <w:t xml:space="preserve">, </w:t>
      </w:r>
      <w:r>
        <w:rPr>
          <w:rFonts w:cs="Georgia"/>
          <w:bCs/>
          <w:kern w:val="1"/>
        </w:rPr>
        <w:t>et en même temps elle avait les épaules secouées de sanglots</w:t>
      </w:r>
      <w:r w:rsidR="000E1451">
        <w:rPr>
          <w:rFonts w:cs="Georgia"/>
          <w:bCs/>
          <w:kern w:val="1"/>
        </w:rPr>
        <w:t>.</w:t>
      </w:r>
    </w:p>
    <w:p w14:paraId="5B1896D4" w14:textId="77777777" w:rsidR="000E1451" w:rsidRDefault="000E1451" w:rsidP="00BE611A">
      <w:pPr>
        <w:rPr>
          <w:rFonts w:cs="Georgia"/>
          <w:bCs/>
          <w:kern w:val="1"/>
        </w:rPr>
      </w:pPr>
      <w:r>
        <w:rPr>
          <w:rFonts w:cs="Georgia"/>
          <w:bCs/>
          <w:kern w:val="1"/>
        </w:rPr>
        <w:t>— </w:t>
      </w:r>
      <w:r w:rsidR="00BE611A">
        <w:rPr>
          <w:rFonts w:cs="Georgia"/>
          <w:bCs/>
          <w:kern w:val="1"/>
        </w:rPr>
        <w:t>Qu</w:t>
      </w:r>
      <w:r>
        <w:rPr>
          <w:rFonts w:cs="Georgia"/>
          <w:bCs/>
          <w:kern w:val="1"/>
        </w:rPr>
        <w:t>’</w:t>
      </w:r>
      <w:r w:rsidR="00BE611A">
        <w:rPr>
          <w:rFonts w:cs="Georgia"/>
          <w:bCs/>
          <w:kern w:val="1"/>
        </w:rPr>
        <w:t>est-ce qu</w:t>
      </w:r>
      <w:r>
        <w:rPr>
          <w:rFonts w:cs="Georgia"/>
          <w:bCs/>
          <w:kern w:val="1"/>
        </w:rPr>
        <w:t>’</w:t>
      </w:r>
      <w:r w:rsidR="00BE611A">
        <w:rPr>
          <w:rFonts w:cs="Georgia"/>
          <w:bCs/>
          <w:kern w:val="1"/>
        </w:rPr>
        <w:t>elle a à chialer la vieille</w:t>
      </w:r>
      <w:r>
        <w:rPr>
          <w:rFonts w:cs="Georgia"/>
          <w:bCs/>
          <w:kern w:val="1"/>
        </w:rPr>
        <w:t xml:space="preserve"> ? </w:t>
      </w:r>
      <w:r w:rsidR="00BE611A">
        <w:rPr>
          <w:rFonts w:cs="Georgia"/>
          <w:bCs/>
          <w:kern w:val="1"/>
        </w:rPr>
        <w:t>dit Sylvestre</w:t>
      </w:r>
      <w:r>
        <w:rPr>
          <w:rFonts w:cs="Georgia"/>
          <w:bCs/>
          <w:kern w:val="1"/>
        </w:rPr>
        <w:t xml:space="preserve">. </w:t>
      </w:r>
      <w:r w:rsidR="00BE611A">
        <w:rPr>
          <w:rFonts w:cs="Georgia"/>
          <w:bCs/>
          <w:kern w:val="1"/>
        </w:rPr>
        <w:t>C</w:t>
      </w:r>
      <w:r>
        <w:rPr>
          <w:rFonts w:cs="Georgia"/>
          <w:bCs/>
          <w:kern w:val="1"/>
        </w:rPr>
        <w:t>’</w:t>
      </w:r>
      <w:r w:rsidR="00BE611A">
        <w:rPr>
          <w:rFonts w:cs="Georgia"/>
          <w:bCs/>
          <w:kern w:val="1"/>
        </w:rPr>
        <w:t>est pas drôle</w:t>
      </w:r>
      <w:r>
        <w:rPr>
          <w:rFonts w:cs="Georgia"/>
          <w:bCs/>
          <w:kern w:val="1"/>
        </w:rPr>
        <w:t xml:space="preserve">, </w:t>
      </w:r>
      <w:r w:rsidR="00BE611A">
        <w:rPr>
          <w:rFonts w:cs="Georgia"/>
          <w:bCs/>
          <w:kern w:val="1"/>
        </w:rPr>
        <w:t xml:space="preserve">pour le </w:t>
      </w:r>
      <w:r w:rsidR="00BE611A">
        <w:rPr>
          <w:rFonts w:cs="Georgia"/>
          <w:bCs/>
          <w:i/>
          <w:iCs/>
          <w:kern w:val="1"/>
        </w:rPr>
        <w:t>fritz</w:t>
      </w:r>
      <w:r>
        <w:t xml:space="preserve">, </w:t>
      </w:r>
      <w:r w:rsidR="00BE611A">
        <w:rPr>
          <w:rFonts w:cs="Georgia"/>
          <w:bCs/>
          <w:kern w:val="1"/>
        </w:rPr>
        <w:t>d</w:t>
      </w:r>
      <w:r>
        <w:rPr>
          <w:rFonts w:cs="Georgia"/>
          <w:bCs/>
          <w:kern w:val="1"/>
        </w:rPr>
        <w:t>’</w:t>
      </w:r>
      <w:r w:rsidR="00BE611A">
        <w:rPr>
          <w:rFonts w:cs="Georgia"/>
          <w:bCs/>
          <w:kern w:val="1"/>
        </w:rPr>
        <w:t>être reçu comme ça</w:t>
      </w:r>
      <w:r>
        <w:rPr>
          <w:rFonts w:cs="Georgia"/>
          <w:bCs/>
          <w:kern w:val="1"/>
        </w:rPr>
        <w:t>.</w:t>
      </w:r>
    </w:p>
    <w:p w14:paraId="595F35BB" w14:textId="77777777" w:rsidR="000E1451" w:rsidRDefault="000E1451" w:rsidP="00BE611A">
      <w:pPr>
        <w:rPr>
          <w:rFonts w:cs="Georgia"/>
          <w:bCs/>
          <w:kern w:val="1"/>
        </w:rPr>
      </w:pPr>
      <w:r>
        <w:rPr>
          <w:rFonts w:cs="Georgia"/>
          <w:bCs/>
          <w:kern w:val="1"/>
        </w:rPr>
        <w:t>— </w:t>
      </w:r>
      <w:r w:rsidR="00BE611A">
        <w:rPr>
          <w:rFonts w:cs="Georgia"/>
          <w:bCs/>
          <w:kern w:val="1"/>
        </w:rPr>
        <w:t>Idiot</w:t>
      </w:r>
      <w:r>
        <w:rPr>
          <w:rFonts w:cs="Georgia"/>
          <w:bCs/>
          <w:kern w:val="1"/>
        </w:rPr>
        <w:t xml:space="preserve">, </w:t>
      </w:r>
      <w:r w:rsidR="00BE611A">
        <w:rPr>
          <w:rFonts w:cs="Georgia"/>
          <w:bCs/>
          <w:kern w:val="1"/>
        </w:rPr>
        <w:t>dit Guérin</w:t>
      </w:r>
      <w:r>
        <w:rPr>
          <w:rFonts w:cs="Georgia"/>
          <w:bCs/>
          <w:kern w:val="1"/>
        </w:rPr>
        <w:t xml:space="preserve">, </w:t>
      </w:r>
      <w:r w:rsidR="00BE611A">
        <w:rPr>
          <w:rFonts w:cs="Georgia"/>
          <w:bCs/>
          <w:kern w:val="1"/>
        </w:rPr>
        <w:t>tu vois donc pas</w:t>
      </w:r>
      <w:r>
        <w:rPr>
          <w:rFonts w:cs="Georgia"/>
          <w:bCs/>
          <w:kern w:val="1"/>
        </w:rPr>
        <w:t xml:space="preserve">, </w:t>
      </w:r>
      <w:r w:rsidR="00BE611A">
        <w:rPr>
          <w:rFonts w:cs="Georgia"/>
          <w:bCs/>
          <w:kern w:val="1"/>
        </w:rPr>
        <w:t>elle est en grand deuil</w:t>
      </w:r>
      <w:r>
        <w:rPr>
          <w:rFonts w:cs="Georgia"/>
          <w:bCs/>
          <w:kern w:val="1"/>
        </w:rPr>
        <w:t xml:space="preserve">. </w:t>
      </w:r>
      <w:r w:rsidR="00BE611A">
        <w:rPr>
          <w:rFonts w:cs="Georgia"/>
          <w:bCs/>
          <w:kern w:val="1"/>
        </w:rPr>
        <w:t>Elle devait avoir un autre môme</w:t>
      </w:r>
      <w:r>
        <w:rPr>
          <w:rFonts w:cs="Georgia"/>
          <w:bCs/>
          <w:kern w:val="1"/>
        </w:rPr>
        <w:t xml:space="preserve">. </w:t>
      </w:r>
      <w:r w:rsidR="00BE611A">
        <w:rPr>
          <w:rFonts w:cs="Georgia"/>
          <w:bCs/>
          <w:kern w:val="1"/>
        </w:rPr>
        <w:t>Il sera resté là-bas</w:t>
      </w:r>
      <w:r>
        <w:rPr>
          <w:rFonts w:cs="Georgia"/>
          <w:bCs/>
          <w:kern w:val="1"/>
        </w:rPr>
        <w:t>.</w:t>
      </w:r>
    </w:p>
    <w:p w14:paraId="349D244C" w14:textId="77777777" w:rsidR="000E1451" w:rsidRDefault="000E1451" w:rsidP="00BE611A">
      <w:pPr>
        <w:rPr>
          <w:rFonts w:cs="Georgia"/>
          <w:bCs/>
          <w:kern w:val="1"/>
        </w:rPr>
      </w:pPr>
      <w:r>
        <w:rPr>
          <w:rFonts w:cs="Georgia"/>
          <w:bCs/>
          <w:kern w:val="1"/>
        </w:rPr>
        <w:t>— </w:t>
      </w:r>
      <w:r w:rsidR="00BE611A">
        <w:rPr>
          <w:rFonts w:cs="Georgia"/>
          <w:bCs/>
          <w:kern w:val="1"/>
        </w:rPr>
        <w:t>C</w:t>
      </w:r>
      <w:r>
        <w:rPr>
          <w:rFonts w:cs="Georgia"/>
          <w:bCs/>
          <w:kern w:val="1"/>
        </w:rPr>
        <w:t>’</w:t>
      </w:r>
      <w:r w:rsidR="00BE611A">
        <w:rPr>
          <w:rFonts w:cs="Georgia"/>
          <w:bCs/>
          <w:kern w:val="1"/>
        </w:rPr>
        <w:t>est vrai</w:t>
      </w:r>
      <w:r>
        <w:rPr>
          <w:rFonts w:cs="Georgia"/>
          <w:bCs/>
          <w:kern w:val="1"/>
        </w:rPr>
        <w:t xml:space="preserve">, </w:t>
      </w:r>
      <w:r w:rsidR="00BE611A">
        <w:rPr>
          <w:rFonts w:cs="Georgia"/>
          <w:bCs/>
          <w:kern w:val="1"/>
        </w:rPr>
        <w:t>murmura Dauphin</w:t>
      </w:r>
      <w:r>
        <w:rPr>
          <w:rFonts w:cs="Georgia"/>
          <w:bCs/>
          <w:kern w:val="1"/>
        </w:rPr>
        <w:t xml:space="preserve">. </w:t>
      </w:r>
      <w:r w:rsidR="00BE611A">
        <w:rPr>
          <w:rFonts w:cs="Georgia"/>
          <w:bCs/>
          <w:kern w:val="1"/>
        </w:rPr>
        <w:t>Pauvres bougres</w:t>
      </w:r>
      <w:r>
        <w:rPr>
          <w:rFonts w:cs="Georgia"/>
          <w:bCs/>
          <w:kern w:val="1"/>
        </w:rPr>
        <w:t> !</w:t>
      </w:r>
    </w:p>
    <w:p w14:paraId="0B863787" w14:textId="77777777" w:rsidR="000E1451" w:rsidRDefault="000E1451" w:rsidP="00BE611A">
      <w:pPr>
        <w:rPr>
          <w:rFonts w:cs="Georgia"/>
          <w:bCs/>
          <w:kern w:val="1"/>
        </w:rPr>
      </w:pPr>
      <w:r>
        <w:rPr>
          <w:rFonts w:cs="Georgia"/>
          <w:bCs/>
          <w:kern w:val="1"/>
        </w:rPr>
        <w:t>— </w:t>
      </w:r>
      <w:r w:rsidR="00BE611A">
        <w:rPr>
          <w:rFonts w:cs="Georgia"/>
          <w:bCs/>
          <w:kern w:val="1"/>
        </w:rPr>
        <w:t>Voilà qu</w:t>
      </w:r>
      <w:r>
        <w:rPr>
          <w:rFonts w:cs="Georgia"/>
          <w:bCs/>
          <w:kern w:val="1"/>
        </w:rPr>
        <w:t>’</w:t>
      </w:r>
      <w:r w:rsidR="00BE611A">
        <w:rPr>
          <w:rFonts w:cs="Georgia"/>
          <w:bCs/>
          <w:kern w:val="1"/>
        </w:rPr>
        <w:t>il plaint les Boches</w:t>
      </w:r>
      <w:r>
        <w:rPr>
          <w:rFonts w:cs="Georgia"/>
          <w:bCs/>
          <w:kern w:val="1"/>
        </w:rPr>
        <w:t xml:space="preserve">, </w:t>
      </w:r>
      <w:r w:rsidR="00BE611A">
        <w:rPr>
          <w:rFonts w:cs="Georgia"/>
          <w:bCs/>
          <w:kern w:val="1"/>
        </w:rPr>
        <w:t>à présent</w:t>
      </w:r>
      <w:r>
        <w:rPr>
          <w:rFonts w:cs="Georgia"/>
          <w:bCs/>
          <w:kern w:val="1"/>
        </w:rPr>
        <w:t xml:space="preserve">, </w:t>
      </w:r>
      <w:r w:rsidR="00BE611A">
        <w:rPr>
          <w:rFonts w:cs="Georgia"/>
          <w:bCs/>
          <w:kern w:val="1"/>
        </w:rPr>
        <w:t>celui-là</w:t>
      </w:r>
      <w:r>
        <w:rPr>
          <w:rFonts w:cs="Georgia"/>
          <w:bCs/>
          <w:kern w:val="1"/>
        </w:rPr>
        <w:t xml:space="preserve">, </w:t>
      </w:r>
      <w:r w:rsidR="00BE611A">
        <w:rPr>
          <w:rFonts w:cs="Georgia"/>
          <w:bCs/>
          <w:kern w:val="1"/>
        </w:rPr>
        <w:t>railla Gourrut</w:t>
      </w:r>
      <w:r>
        <w:rPr>
          <w:rFonts w:cs="Georgia"/>
          <w:bCs/>
          <w:kern w:val="1"/>
        </w:rPr>
        <w:t xml:space="preserve">. </w:t>
      </w:r>
      <w:r w:rsidR="00BE611A">
        <w:rPr>
          <w:rFonts w:cs="Georgia"/>
          <w:bCs/>
          <w:kern w:val="1"/>
        </w:rPr>
        <w:t>Hier soir</w:t>
      </w:r>
      <w:r>
        <w:rPr>
          <w:rFonts w:cs="Georgia"/>
          <w:bCs/>
          <w:kern w:val="1"/>
        </w:rPr>
        <w:t xml:space="preserve">, </w:t>
      </w:r>
      <w:r w:rsidR="00BE611A">
        <w:rPr>
          <w:rFonts w:cs="Georgia"/>
          <w:bCs/>
          <w:kern w:val="1"/>
        </w:rPr>
        <w:t>il voulait tous les crever</w:t>
      </w:r>
      <w:r>
        <w:rPr>
          <w:rFonts w:cs="Georgia"/>
          <w:bCs/>
          <w:kern w:val="1"/>
        </w:rPr>
        <w:t>.</w:t>
      </w:r>
    </w:p>
    <w:p w14:paraId="370CE732" w14:textId="77777777" w:rsidR="000E1451" w:rsidRDefault="000E1451" w:rsidP="00BE611A">
      <w:pPr>
        <w:rPr>
          <w:rFonts w:cs="Georgia"/>
          <w:bCs/>
          <w:kern w:val="1"/>
        </w:rPr>
      </w:pPr>
      <w:r>
        <w:rPr>
          <w:rFonts w:cs="Georgia"/>
          <w:bCs/>
          <w:kern w:val="1"/>
        </w:rPr>
        <w:t>— </w:t>
      </w:r>
      <w:r w:rsidR="00BE611A">
        <w:rPr>
          <w:rFonts w:cs="Georgia"/>
          <w:bCs/>
          <w:kern w:val="1"/>
        </w:rPr>
        <w:t>C</w:t>
      </w:r>
      <w:r>
        <w:rPr>
          <w:rFonts w:cs="Georgia"/>
          <w:bCs/>
          <w:kern w:val="1"/>
        </w:rPr>
        <w:t>’</w:t>
      </w:r>
      <w:r w:rsidR="00BE611A">
        <w:rPr>
          <w:rFonts w:cs="Georgia"/>
          <w:bCs/>
          <w:kern w:val="1"/>
        </w:rPr>
        <w:t>est pas les Boches qu</w:t>
      </w:r>
      <w:r>
        <w:rPr>
          <w:rFonts w:cs="Georgia"/>
          <w:bCs/>
          <w:kern w:val="1"/>
        </w:rPr>
        <w:t>’</w:t>
      </w:r>
      <w:r w:rsidR="00BE611A">
        <w:rPr>
          <w:rFonts w:cs="Georgia"/>
          <w:bCs/>
          <w:kern w:val="1"/>
        </w:rPr>
        <w:t>il plaint</w:t>
      </w:r>
      <w:r>
        <w:rPr>
          <w:rFonts w:cs="Georgia"/>
          <w:bCs/>
          <w:kern w:val="1"/>
        </w:rPr>
        <w:t xml:space="preserve">, </w:t>
      </w:r>
      <w:r w:rsidR="00BE611A">
        <w:rPr>
          <w:rFonts w:cs="Georgia"/>
          <w:bCs/>
          <w:kern w:val="1"/>
        </w:rPr>
        <w:t>répliqua Guérin</w:t>
      </w:r>
      <w:r>
        <w:rPr>
          <w:rFonts w:cs="Georgia"/>
          <w:bCs/>
          <w:kern w:val="1"/>
        </w:rPr>
        <w:t xml:space="preserve">, </w:t>
      </w:r>
      <w:r w:rsidR="00BE611A">
        <w:rPr>
          <w:rFonts w:cs="Georgia"/>
          <w:bCs/>
          <w:kern w:val="1"/>
        </w:rPr>
        <w:t>c</w:t>
      </w:r>
      <w:r>
        <w:rPr>
          <w:rFonts w:cs="Georgia"/>
          <w:bCs/>
          <w:kern w:val="1"/>
        </w:rPr>
        <w:t>’</w:t>
      </w:r>
      <w:r w:rsidR="00BE611A">
        <w:rPr>
          <w:rFonts w:cs="Georgia"/>
          <w:bCs/>
          <w:kern w:val="1"/>
        </w:rPr>
        <w:t>est tout le monde</w:t>
      </w:r>
      <w:r>
        <w:rPr>
          <w:rFonts w:cs="Georgia"/>
          <w:bCs/>
          <w:kern w:val="1"/>
        </w:rPr>
        <w:t xml:space="preserve">. </w:t>
      </w:r>
      <w:r w:rsidR="00BE611A">
        <w:rPr>
          <w:rFonts w:cs="Georgia"/>
          <w:bCs/>
          <w:kern w:val="1"/>
        </w:rPr>
        <w:t>Dire que ce qu</w:t>
      </w:r>
      <w:r>
        <w:rPr>
          <w:rFonts w:cs="Georgia"/>
          <w:bCs/>
          <w:kern w:val="1"/>
        </w:rPr>
        <w:t>’</w:t>
      </w:r>
      <w:r w:rsidR="00BE611A">
        <w:rPr>
          <w:rFonts w:cs="Georgia"/>
          <w:bCs/>
          <w:kern w:val="1"/>
        </w:rPr>
        <w:t>on voit là</w:t>
      </w:r>
      <w:r>
        <w:rPr>
          <w:rFonts w:cs="Georgia"/>
          <w:bCs/>
          <w:kern w:val="1"/>
        </w:rPr>
        <w:t xml:space="preserve">, </w:t>
      </w:r>
      <w:r w:rsidR="00BE611A">
        <w:rPr>
          <w:rFonts w:cs="Georgia"/>
          <w:bCs/>
          <w:kern w:val="1"/>
        </w:rPr>
        <w:t>c</w:t>
      </w:r>
      <w:r>
        <w:rPr>
          <w:rFonts w:cs="Georgia"/>
          <w:bCs/>
          <w:kern w:val="1"/>
        </w:rPr>
        <w:t>’</w:t>
      </w:r>
      <w:r w:rsidR="00BE611A">
        <w:rPr>
          <w:rFonts w:cs="Georgia"/>
          <w:bCs/>
          <w:kern w:val="1"/>
        </w:rPr>
        <w:t>est comme ça dans toutes les gares d</w:t>
      </w:r>
      <w:r>
        <w:rPr>
          <w:rFonts w:cs="Georgia"/>
          <w:bCs/>
          <w:kern w:val="1"/>
        </w:rPr>
        <w:t>’</w:t>
      </w:r>
      <w:r w:rsidR="00BE611A">
        <w:rPr>
          <w:rFonts w:cs="Georgia"/>
          <w:bCs/>
          <w:kern w:val="1"/>
        </w:rPr>
        <w:t>Europe</w:t>
      </w:r>
      <w:r>
        <w:rPr>
          <w:rFonts w:cs="Georgia"/>
          <w:bCs/>
          <w:kern w:val="1"/>
        </w:rPr>
        <w:t xml:space="preserve">. </w:t>
      </w:r>
      <w:r w:rsidR="00BE611A">
        <w:rPr>
          <w:rFonts w:cs="Georgia"/>
          <w:bCs/>
          <w:kern w:val="1"/>
        </w:rPr>
        <w:t>Cochonne d</w:t>
      </w:r>
      <w:r>
        <w:rPr>
          <w:rFonts w:cs="Georgia"/>
          <w:bCs/>
          <w:kern w:val="1"/>
        </w:rPr>
        <w:t>’</w:t>
      </w:r>
      <w:r w:rsidR="00BE611A">
        <w:rPr>
          <w:rFonts w:cs="Georgia"/>
          <w:bCs/>
          <w:kern w:val="1"/>
        </w:rPr>
        <w:t>époque</w:t>
      </w:r>
      <w:r>
        <w:rPr>
          <w:rFonts w:cs="Georgia"/>
          <w:bCs/>
          <w:kern w:val="1"/>
        </w:rPr>
        <w:t xml:space="preserve">, </w:t>
      </w:r>
      <w:r w:rsidR="00BE611A">
        <w:rPr>
          <w:rFonts w:cs="Georgia"/>
          <w:bCs/>
          <w:kern w:val="1"/>
        </w:rPr>
        <w:t>va</w:t>
      </w:r>
      <w:r>
        <w:rPr>
          <w:rFonts w:cs="Georgia"/>
          <w:bCs/>
          <w:kern w:val="1"/>
        </w:rPr>
        <w:t xml:space="preserve"> ! </w:t>
      </w:r>
      <w:r w:rsidR="00BE611A">
        <w:rPr>
          <w:rFonts w:cs="Georgia"/>
          <w:bCs/>
          <w:kern w:val="1"/>
        </w:rPr>
        <w:t>Et penser qu</w:t>
      </w:r>
      <w:r>
        <w:rPr>
          <w:rFonts w:cs="Georgia"/>
          <w:bCs/>
          <w:kern w:val="1"/>
        </w:rPr>
        <w:t>’</w:t>
      </w:r>
      <w:r w:rsidR="00BE611A">
        <w:rPr>
          <w:rFonts w:cs="Georgia"/>
          <w:bCs/>
          <w:kern w:val="1"/>
        </w:rPr>
        <w:t>au printemps de 1914 mes gosses me revenaient de la laïque en me disant qu</w:t>
      </w:r>
      <w:r>
        <w:rPr>
          <w:rFonts w:cs="Georgia"/>
          <w:bCs/>
          <w:kern w:val="1"/>
        </w:rPr>
        <w:t>’</w:t>
      </w:r>
      <w:r w:rsidR="00BE611A">
        <w:rPr>
          <w:rFonts w:cs="Georgia"/>
          <w:bCs/>
          <w:kern w:val="1"/>
        </w:rPr>
        <w:t>il n</w:t>
      </w:r>
      <w:r>
        <w:rPr>
          <w:rFonts w:cs="Georgia"/>
          <w:bCs/>
          <w:kern w:val="1"/>
        </w:rPr>
        <w:t>’</w:t>
      </w:r>
      <w:r w:rsidR="00BE611A">
        <w:rPr>
          <w:rFonts w:cs="Georgia"/>
          <w:bCs/>
          <w:kern w:val="1"/>
        </w:rPr>
        <w:t>y aurait jamais plus la guerre</w:t>
      </w:r>
      <w:r>
        <w:rPr>
          <w:rFonts w:cs="Georgia"/>
          <w:bCs/>
          <w:kern w:val="1"/>
        </w:rPr>
        <w:t xml:space="preserve">. </w:t>
      </w:r>
      <w:r w:rsidR="00BE611A">
        <w:rPr>
          <w:rFonts w:cs="Georgia"/>
          <w:bCs/>
          <w:kern w:val="1"/>
        </w:rPr>
        <w:t>C</w:t>
      </w:r>
      <w:r>
        <w:rPr>
          <w:rFonts w:cs="Georgia"/>
          <w:bCs/>
          <w:kern w:val="1"/>
        </w:rPr>
        <w:t>’</w:t>
      </w:r>
      <w:r w:rsidR="00BE611A">
        <w:rPr>
          <w:rFonts w:cs="Georgia"/>
          <w:bCs/>
          <w:kern w:val="1"/>
        </w:rPr>
        <w:t>était ainsi</w:t>
      </w:r>
      <w:r>
        <w:rPr>
          <w:rFonts w:cs="Georgia"/>
          <w:bCs/>
          <w:kern w:val="1"/>
        </w:rPr>
        <w:t xml:space="preserve">. </w:t>
      </w:r>
      <w:r w:rsidR="00BE611A">
        <w:rPr>
          <w:rFonts w:cs="Georgia"/>
          <w:bCs/>
          <w:kern w:val="1"/>
        </w:rPr>
        <w:t>Le maître le leur avait promis</w:t>
      </w:r>
      <w:r>
        <w:rPr>
          <w:rFonts w:cs="Georgia"/>
          <w:bCs/>
          <w:kern w:val="1"/>
        </w:rPr>
        <w:t xml:space="preserve">. </w:t>
      </w:r>
      <w:r w:rsidR="00BE611A">
        <w:rPr>
          <w:rFonts w:cs="Georgia"/>
          <w:bCs/>
          <w:kern w:val="1"/>
        </w:rPr>
        <w:t>Non</w:t>
      </w:r>
      <w:r>
        <w:rPr>
          <w:rFonts w:cs="Georgia"/>
          <w:bCs/>
          <w:kern w:val="1"/>
        </w:rPr>
        <w:t xml:space="preserve">, </w:t>
      </w:r>
      <w:r w:rsidR="00BE611A">
        <w:rPr>
          <w:rFonts w:cs="Georgia"/>
          <w:bCs/>
          <w:kern w:val="1"/>
        </w:rPr>
        <w:t>jamais plus</w:t>
      </w:r>
      <w:r>
        <w:rPr>
          <w:rFonts w:cs="Georgia"/>
          <w:bCs/>
          <w:kern w:val="1"/>
        </w:rPr>
        <w:t xml:space="preserve">, </w:t>
      </w:r>
      <w:r w:rsidR="00BE611A">
        <w:rPr>
          <w:rFonts w:cs="Georgia"/>
          <w:bCs/>
          <w:kern w:val="1"/>
        </w:rPr>
        <w:t>ma bonne Madame</w:t>
      </w:r>
      <w:r>
        <w:rPr>
          <w:rFonts w:cs="Georgia"/>
          <w:bCs/>
          <w:kern w:val="1"/>
        </w:rPr>
        <w:t> !</w:t>
      </w:r>
    </w:p>
    <w:p w14:paraId="050E4900" w14:textId="77777777" w:rsidR="000E1451" w:rsidRDefault="000E1451" w:rsidP="00BE611A">
      <w:pPr>
        <w:rPr>
          <w:rFonts w:cs="Georgia"/>
          <w:bCs/>
          <w:kern w:val="1"/>
        </w:rPr>
      </w:pPr>
      <w:r>
        <w:rPr>
          <w:rFonts w:cs="Georgia"/>
          <w:bCs/>
          <w:kern w:val="1"/>
        </w:rPr>
        <w:t>— </w:t>
      </w:r>
      <w:r w:rsidR="00BE611A">
        <w:rPr>
          <w:rFonts w:cs="Georgia"/>
          <w:bCs/>
          <w:kern w:val="1"/>
        </w:rPr>
        <w:t>On ne pouvait pas savoir</w:t>
      </w:r>
      <w:r>
        <w:rPr>
          <w:rFonts w:cs="Georgia"/>
          <w:bCs/>
          <w:kern w:val="1"/>
        </w:rPr>
        <w:t xml:space="preserve">, </w:t>
      </w:r>
      <w:r w:rsidR="00BE611A">
        <w:rPr>
          <w:rFonts w:cs="Georgia"/>
          <w:bCs/>
          <w:kern w:val="1"/>
        </w:rPr>
        <w:t>dit Audemard</w:t>
      </w:r>
      <w:r>
        <w:rPr>
          <w:rFonts w:cs="Georgia"/>
          <w:bCs/>
          <w:kern w:val="1"/>
        </w:rPr>
        <w:t xml:space="preserve">, </w:t>
      </w:r>
      <w:r w:rsidR="00BE611A">
        <w:rPr>
          <w:rFonts w:cs="Georgia"/>
          <w:bCs/>
          <w:kern w:val="1"/>
        </w:rPr>
        <w:t>vexé</w:t>
      </w:r>
      <w:r>
        <w:rPr>
          <w:rFonts w:cs="Georgia"/>
          <w:bCs/>
          <w:kern w:val="1"/>
        </w:rPr>
        <w:t>.</w:t>
      </w:r>
    </w:p>
    <w:p w14:paraId="101344B1" w14:textId="77777777" w:rsidR="000E1451" w:rsidRDefault="000E1451" w:rsidP="00BE611A">
      <w:pPr>
        <w:rPr>
          <w:rFonts w:cs="Georgia"/>
          <w:bCs/>
          <w:kern w:val="1"/>
        </w:rPr>
      </w:pPr>
      <w:r>
        <w:rPr>
          <w:rFonts w:cs="Georgia"/>
          <w:bCs/>
          <w:kern w:val="1"/>
        </w:rPr>
        <w:t>— </w:t>
      </w:r>
      <w:r w:rsidR="00BE611A">
        <w:rPr>
          <w:rFonts w:cs="Georgia"/>
          <w:bCs/>
          <w:kern w:val="1"/>
        </w:rPr>
        <w:t>Alors</w:t>
      </w:r>
      <w:r>
        <w:rPr>
          <w:rFonts w:cs="Georgia"/>
          <w:bCs/>
          <w:kern w:val="1"/>
        </w:rPr>
        <w:t xml:space="preserve">, </w:t>
      </w:r>
      <w:r w:rsidR="00BE611A">
        <w:rPr>
          <w:rFonts w:cs="Georgia"/>
          <w:bCs/>
          <w:kern w:val="1"/>
        </w:rPr>
        <w:t>on se tait</w:t>
      </w:r>
      <w:r>
        <w:rPr>
          <w:rFonts w:cs="Georgia"/>
          <w:bCs/>
          <w:kern w:val="1"/>
        </w:rPr>
        <w:t xml:space="preserve">, </w:t>
      </w:r>
      <w:r w:rsidR="00BE611A">
        <w:rPr>
          <w:rFonts w:cs="Georgia"/>
          <w:bCs/>
          <w:kern w:val="1"/>
        </w:rPr>
        <w:t>dit Guérin</w:t>
      </w:r>
      <w:r>
        <w:rPr>
          <w:rFonts w:cs="Georgia"/>
          <w:bCs/>
          <w:kern w:val="1"/>
        </w:rPr>
        <w:t>.</w:t>
      </w:r>
    </w:p>
    <w:p w14:paraId="4E3EFCE9" w14:textId="77777777" w:rsidR="000E1451" w:rsidRDefault="000E1451" w:rsidP="00BE611A">
      <w:pPr>
        <w:rPr>
          <w:rFonts w:cs="Georgia"/>
          <w:bCs/>
          <w:kern w:val="1"/>
        </w:rPr>
      </w:pPr>
      <w:r>
        <w:rPr>
          <w:rFonts w:cs="Georgia"/>
          <w:bCs/>
          <w:kern w:val="1"/>
        </w:rPr>
        <w:lastRenderedPageBreak/>
        <w:t>— </w:t>
      </w:r>
      <w:r w:rsidR="00BE611A">
        <w:rPr>
          <w:rFonts w:cs="Georgia"/>
          <w:bCs/>
          <w:kern w:val="1"/>
        </w:rPr>
        <w:t>Avez-vous fini de gueuler et de vous disputer</w:t>
      </w:r>
      <w:r>
        <w:rPr>
          <w:rFonts w:cs="Georgia"/>
          <w:bCs/>
          <w:kern w:val="1"/>
        </w:rPr>
        <w:t xml:space="preserve">, </w:t>
      </w:r>
      <w:r w:rsidR="00BE611A">
        <w:rPr>
          <w:rFonts w:cs="Georgia"/>
          <w:bCs/>
          <w:kern w:val="1"/>
        </w:rPr>
        <w:t>là-dedans</w:t>
      </w:r>
      <w:r>
        <w:rPr>
          <w:rFonts w:cs="Georgia"/>
          <w:bCs/>
          <w:kern w:val="1"/>
        </w:rPr>
        <w:t xml:space="preserve">, </w:t>
      </w:r>
      <w:r w:rsidR="00BE611A">
        <w:rPr>
          <w:rFonts w:cs="Georgia"/>
          <w:bCs/>
          <w:kern w:val="1"/>
        </w:rPr>
        <w:t>dit le sergent Bergez qui</w:t>
      </w:r>
      <w:r>
        <w:rPr>
          <w:rFonts w:cs="Georgia"/>
          <w:bCs/>
          <w:kern w:val="1"/>
        </w:rPr>
        <w:t xml:space="preserve">, </w:t>
      </w:r>
      <w:r w:rsidR="00BE611A">
        <w:rPr>
          <w:rFonts w:cs="Georgia"/>
          <w:bCs/>
          <w:kern w:val="1"/>
        </w:rPr>
        <w:t>ouvrant la portière</w:t>
      </w:r>
      <w:r>
        <w:rPr>
          <w:rFonts w:cs="Georgia"/>
          <w:bCs/>
          <w:kern w:val="1"/>
        </w:rPr>
        <w:t xml:space="preserve">, </w:t>
      </w:r>
      <w:r w:rsidR="00BE611A">
        <w:rPr>
          <w:rFonts w:cs="Georgia"/>
          <w:bCs/>
          <w:kern w:val="1"/>
        </w:rPr>
        <w:t>se hissait dans notre wagon tandis que le train se remettait en marche</w:t>
      </w:r>
      <w:r>
        <w:rPr>
          <w:rFonts w:cs="Georgia"/>
          <w:bCs/>
          <w:kern w:val="1"/>
        </w:rPr>
        <w:t xml:space="preserve">. </w:t>
      </w:r>
      <w:r w:rsidR="00BE611A">
        <w:rPr>
          <w:rFonts w:cs="Georgia"/>
          <w:bCs/>
          <w:kern w:val="1"/>
        </w:rPr>
        <w:t>Hé</w:t>
      </w:r>
      <w:r>
        <w:rPr>
          <w:rFonts w:cs="Georgia"/>
          <w:bCs/>
          <w:kern w:val="1"/>
        </w:rPr>
        <w:t xml:space="preserve"> ! </w:t>
      </w:r>
      <w:r w:rsidR="00BE611A">
        <w:rPr>
          <w:rFonts w:cs="Georgia"/>
          <w:bCs/>
          <w:kern w:val="1"/>
        </w:rPr>
        <w:t>Dumaine</w:t>
      </w:r>
      <w:r>
        <w:rPr>
          <w:rFonts w:cs="Georgia"/>
          <w:bCs/>
          <w:kern w:val="1"/>
        </w:rPr>
        <w:t xml:space="preserve">, </w:t>
      </w:r>
      <w:r w:rsidR="00BE611A">
        <w:rPr>
          <w:rFonts w:cs="Georgia"/>
          <w:bCs/>
          <w:kern w:val="1"/>
        </w:rPr>
        <w:t>avance un peu</w:t>
      </w:r>
      <w:r>
        <w:rPr>
          <w:rFonts w:cs="Georgia"/>
          <w:bCs/>
          <w:kern w:val="1"/>
        </w:rPr>
        <w:t xml:space="preserve">. </w:t>
      </w:r>
      <w:r w:rsidR="00BE611A">
        <w:rPr>
          <w:rFonts w:cs="Georgia"/>
          <w:bCs/>
          <w:kern w:val="1"/>
        </w:rPr>
        <w:t>Il y a du neuf</w:t>
      </w:r>
      <w:r>
        <w:rPr>
          <w:rFonts w:cs="Georgia"/>
          <w:bCs/>
          <w:kern w:val="1"/>
        </w:rPr>
        <w:t xml:space="preserve">. </w:t>
      </w:r>
      <w:r w:rsidR="00BE611A">
        <w:rPr>
          <w:rFonts w:cs="Georgia"/>
          <w:bCs/>
          <w:kern w:val="1"/>
        </w:rPr>
        <w:t>Je viens de voir l</w:t>
      </w:r>
      <w:r>
        <w:rPr>
          <w:rFonts w:cs="Georgia"/>
          <w:bCs/>
          <w:kern w:val="1"/>
        </w:rPr>
        <w:t>’</w:t>
      </w:r>
      <w:r w:rsidR="00BE611A">
        <w:rPr>
          <w:rFonts w:cs="Georgia"/>
          <w:bCs/>
          <w:kern w:val="1"/>
        </w:rPr>
        <w:t>adjudant</w:t>
      </w:r>
      <w:r>
        <w:rPr>
          <w:rFonts w:cs="Georgia"/>
          <w:bCs/>
          <w:kern w:val="1"/>
        </w:rPr>
        <w:t xml:space="preserve">. </w:t>
      </w:r>
      <w:r w:rsidR="00BE611A">
        <w:rPr>
          <w:rFonts w:cs="Georgia"/>
          <w:bCs/>
          <w:kern w:val="1"/>
        </w:rPr>
        <w:t>On arrive cette nuit</w:t>
      </w:r>
      <w:r>
        <w:rPr>
          <w:rFonts w:cs="Georgia"/>
          <w:bCs/>
          <w:kern w:val="1"/>
        </w:rPr>
        <w:t>.</w:t>
      </w:r>
    </w:p>
    <w:p w14:paraId="617962D7" w14:textId="77777777" w:rsidR="000E1451" w:rsidRDefault="000E1451" w:rsidP="00BE611A">
      <w:pPr>
        <w:rPr>
          <w:rFonts w:cs="Georgia"/>
          <w:bCs/>
          <w:kern w:val="1"/>
        </w:rPr>
      </w:pPr>
      <w:r>
        <w:rPr>
          <w:rFonts w:cs="Georgia"/>
          <w:bCs/>
          <w:kern w:val="1"/>
        </w:rPr>
        <w:t>— </w:t>
      </w:r>
      <w:r w:rsidR="00BE611A">
        <w:rPr>
          <w:rFonts w:cs="Georgia"/>
          <w:bCs/>
          <w:kern w:val="1"/>
        </w:rPr>
        <w:t>Tant pis</w:t>
      </w:r>
      <w:r>
        <w:rPr>
          <w:rFonts w:cs="Georgia"/>
          <w:bCs/>
          <w:kern w:val="1"/>
        </w:rPr>
        <w:t xml:space="preserve">, </w:t>
      </w:r>
      <w:r w:rsidR="00BE611A">
        <w:rPr>
          <w:rFonts w:cs="Georgia"/>
          <w:bCs/>
          <w:kern w:val="1"/>
        </w:rPr>
        <w:t>dit Fichet</w:t>
      </w:r>
      <w:r>
        <w:rPr>
          <w:rFonts w:cs="Georgia"/>
          <w:bCs/>
          <w:kern w:val="1"/>
        </w:rPr>
        <w:t xml:space="preserve">. </w:t>
      </w:r>
      <w:r w:rsidR="00BE611A">
        <w:rPr>
          <w:rFonts w:cs="Georgia"/>
          <w:bCs/>
          <w:kern w:val="1"/>
        </w:rPr>
        <w:t>Je me plaisais ici</w:t>
      </w:r>
      <w:r>
        <w:rPr>
          <w:rFonts w:cs="Georgia"/>
          <w:bCs/>
          <w:kern w:val="1"/>
        </w:rPr>
        <w:t xml:space="preserve">. </w:t>
      </w:r>
      <w:r w:rsidR="00BE611A">
        <w:rPr>
          <w:rFonts w:cs="Georgia"/>
          <w:bCs/>
          <w:kern w:val="1"/>
        </w:rPr>
        <w:t>J</w:t>
      </w:r>
      <w:r>
        <w:rPr>
          <w:rFonts w:cs="Georgia"/>
          <w:bCs/>
          <w:kern w:val="1"/>
        </w:rPr>
        <w:t>’</w:t>
      </w:r>
      <w:r w:rsidR="00BE611A">
        <w:rPr>
          <w:rFonts w:cs="Georgia"/>
          <w:bCs/>
          <w:kern w:val="1"/>
        </w:rPr>
        <w:t>aurais pas demandé mieux de continuer à tourner comme ça jusqu</w:t>
      </w:r>
      <w:r>
        <w:rPr>
          <w:rFonts w:cs="Georgia"/>
          <w:bCs/>
          <w:kern w:val="1"/>
        </w:rPr>
        <w:t>’</w:t>
      </w:r>
      <w:r w:rsidR="00BE611A">
        <w:rPr>
          <w:rFonts w:cs="Georgia"/>
          <w:bCs/>
          <w:kern w:val="1"/>
        </w:rPr>
        <w:t>à l</w:t>
      </w:r>
      <w:r>
        <w:rPr>
          <w:rFonts w:cs="Georgia"/>
          <w:bCs/>
          <w:kern w:val="1"/>
        </w:rPr>
        <w:t>’</w:t>
      </w:r>
      <w:r w:rsidR="00BE611A">
        <w:rPr>
          <w:rFonts w:cs="Georgia"/>
          <w:bCs/>
          <w:kern w:val="1"/>
        </w:rPr>
        <w:t>armistice</w:t>
      </w:r>
      <w:r>
        <w:rPr>
          <w:rFonts w:cs="Georgia"/>
          <w:bCs/>
          <w:kern w:val="1"/>
        </w:rPr>
        <w:t>.</w:t>
      </w:r>
    </w:p>
    <w:p w14:paraId="08D1B70A" w14:textId="77777777" w:rsidR="000E1451" w:rsidRDefault="000E1451" w:rsidP="00BE611A">
      <w:pPr>
        <w:rPr>
          <w:rFonts w:cs="Georgia"/>
          <w:bCs/>
          <w:kern w:val="1"/>
        </w:rPr>
      </w:pPr>
      <w:r>
        <w:rPr>
          <w:rFonts w:cs="Georgia"/>
          <w:bCs/>
          <w:kern w:val="1"/>
        </w:rPr>
        <w:t>— </w:t>
      </w:r>
      <w:r w:rsidR="00BE611A">
        <w:rPr>
          <w:rFonts w:cs="Georgia"/>
          <w:bCs/>
          <w:kern w:val="1"/>
        </w:rPr>
        <w:t>Alors</w:t>
      </w:r>
      <w:r>
        <w:rPr>
          <w:rFonts w:cs="Georgia"/>
          <w:bCs/>
          <w:kern w:val="1"/>
        </w:rPr>
        <w:t> ?</w:t>
      </w:r>
    </w:p>
    <w:p w14:paraId="7067A171" w14:textId="77777777" w:rsidR="000E1451" w:rsidRDefault="000E1451" w:rsidP="00BE611A">
      <w:pPr>
        <w:rPr>
          <w:rFonts w:cs="Georgia"/>
          <w:bCs/>
          <w:kern w:val="1"/>
        </w:rPr>
      </w:pPr>
      <w:r>
        <w:rPr>
          <w:rFonts w:cs="Georgia"/>
          <w:bCs/>
          <w:kern w:val="1"/>
        </w:rPr>
        <w:t>— </w:t>
      </w:r>
      <w:r w:rsidR="00BE611A">
        <w:rPr>
          <w:rFonts w:cs="Georgia"/>
          <w:bCs/>
          <w:kern w:val="1"/>
        </w:rPr>
        <w:t>Eh bien</w:t>
      </w:r>
      <w:r>
        <w:rPr>
          <w:rFonts w:cs="Georgia"/>
          <w:bCs/>
          <w:kern w:val="1"/>
        </w:rPr>
        <w:t xml:space="preserve">, </w:t>
      </w:r>
      <w:r w:rsidR="00BE611A">
        <w:rPr>
          <w:rFonts w:cs="Georgia"/>
          <w:bCs/>
          <w:kern w:val="1"/>
        </w:rPr>
        <w:t>on arrive</w:t>
      </w:r>
      <w:r>
        <w:rPr>
          <w:rFonts w:cs="Georgia"/>
          <w:bCs/>
          <w:kern w:val="1"/>
        </w:rPr>
        <w:t xml:space="preserve">, </w:t>
      </w:r>
      <w:r w:rsidR="00BE611A">
        <w:rPr>
          <w:rFonts w:cs="Georgia"/>
          <w:bCs/>
          <w:kern w:val="1"/>
        </w:rPr>
        <w:t>quoi</w:t>
      </w:r>
      <w:r>
        <w:rPr>
          <w:rFonts w:cs="Georgia"/>
          <w:bCs/>
          <w:kern w:val="1"/>
        </w:rPr>
        <w:t xml:space="preserve"> ! </w:t>
      </w:r>
      <w:r w:rsidR="00BE611A">
        <w:rPr>
          <w:rFonts w:cs="Georgia"/>
          <w:bCs/>
          <w:kern w:val="1"/>
        </w:rPr>
        <w:t>Il ne sait pas encore exactement l</w:t>
      </w:r>
      <w:r>
        <w:rPr>
          <w:rFonts w:cs="Georgia"/>
          <w:bCs/>
          <w:kern w:val="1"/>
        </w:rPr>
        <w:t>’</w:t>
      </w:r>
      <w:r w:rsidR="00BE611A">
        <w:rPr>
          <w:rFonts w:cs="Georgia"/>
          <w:bCs/>
          <w:kern w:val="1"/>
        </w:rPr>
        <w:t>heure</w:t>
      </w:r>
      <w:r>
        <w:rPr>
          <w:rFonts w:cs="Georgia"/>
          <w:bCs/>
          <w:kern w:val="1"/>
        </w:rPr>
        <w:t xml:space="preserve">. </w:t>
      </w:r>
      <w:r w:rsidR="00BE611A">
        <w:rPr>
          <w:rFonts w:cs="Georgia"/>
          <w:bCs/>
          <w:kern w:val="1"/>
        </w:rPr>
        <w:t>Il dit que ça sera aux environs de minuit</w:t>
      </w:r>
      <w:r>
        <w:rPr>
          <w:rFonts w:cs="Georgia"/>
          <w:bCs/>
          <w:kern w:val="1"/>
        </w:rPr>
        <w:t xml:space="preserve">. </w:t>
      </w:r>
      <w:r w:rsidR="00BE611A">
        <w:rPr>
          <w:rFonts w:cs="Georgia"/>
          <w:bCs/>
          <w:kern w:val="1"/>
        </w:rPr>
        <w:t>Débarquement aussitôt pour se rendre au camp</w:t>
      </w:r>
      <w:r>
        <w:rPr>
          <w:rFonts w:cs="Georgia"/>
          <w:bCs/>
          <w:kern w:val="1"/>
        </w:rPr>
        <w:t>.</w:t>
      </w:r>
    </w:p>
    <w:p w14:paraId="52A96FB3" w14:textId="77777777" w:rsidR="000E1451" w:rsidRDefault="000E1451" w:rsidP="00BE611A">
      <w:pPr>
        <w:rPr>
          <w:rFonts w:cs="Georgia"/>
          <w:bCs/>
          <w:kern w:val="1"/>
        </w:rPr>
      </w:pPr>
      <w:r>
        <w:rPr>
          <w:rFonts w:cs="Georgia"/>
          <w:bCs/>
          <w:kern w:val="1"/>
        </w:rPr>
        <w:t>— </w:t>
      </w:r>
      <w:r w:rsidR="00BE611A">
        <w:rPr>
          <w:rFonts w:cs="Georgia"/>
          <w:bCs/>
          <w:kern w:val="1"/>
        </w:rPr>
        <w:t>C</w:t>
      </w:r>
      <w:r>
        <w:rPr>
          <w:rFonts w:cs="Georgia"/>
          <w:bCs/>
          <w:kern w:val="1"/>
        </w:rPr>
        <w:t>’</w:t>
      </w:r>
      <w:r w:rsidR="00BE611A">
        <w:rPr>
          <w:rFonts w:cs="Georgia"/>
          <w:bCs/>
          <w:kern w:val="1"/>
        </w:rPr>
        <w:t>est gai</w:t>
      </w:r>
      <w:r>
        <w:rPr>
          <w:rFonts w:cs="Georgia"/>
          <w:bCs/>
          <w:kern w:val="1"/>
        </w:rPr>
        <w:t xml:space="preserve">. </w:t>
      </w:r>
      <w:r w:rsidR="00BE611A">
        <w:rPr>
          <w:rFonts w:cs="Georgia"/>
          <w:bCs/>
          <w:kern w:val="1"/>
        </w:rPr>
        <w:t>Et il est loin</w:t>
      </w:r>
      <w:r>
        <w:rPr>
          <w:rFonts w:cs="Georgia"/>
          <w:bCs/>
          <w:kern w:val="1"/>
        </w:rPr>
        <w:t xml:space="preserve">, </w:t>
      </w:r>
      <w:r w:rsidR="00BE611A">
        <w:rPr>
          <w:rFonts w:cs="Georgia"/>
          <w:bCs/>
          <w:kern w:val="1"/>
        </w:rPr>
        <w:t>le camp</w:t>
      </w:r>
      <w:r>
        <w:rPr>
          <w:rFonts w:cs="Georgia"/>
          <w:bCs/>
          <w:kern w:val="1"/>
        </w:rPr>
        <w:t xml:space="preserve">, </w:t>
      </w:r>
      <w:r w:rsidR="00BE611A">
        <w:rPr>
          <w:rFonts w:cs="Georgia"/>
          <w:bCs/>
          <w:kern w:val="1"/>
        </w:rPr>
        <w:t>de la gare</w:t>
      </w:r>
      <w:r>
        <w:rPr>
          <w:rFonts w:cs="Georgia"/>
          <w:bCs/>
          <w:kern w:val="1"/>
        </w:rPr>
        <w:t> ?</w:t>
      </w:r>
    </w:p>
    <w:p w14:paraId="492F0569" w14:textId="77777777" w:rsidR="000E1451" w:rsidRDefault="000E1451" w:rsidP="00BE611A">
      <w:pPr>
        <w:rPr>
          <w:rFonts w:cs="Georgia"/>
          <w:bCs/>
          <w:kern w:val="1"/>
        </w:rPr>
      </w:pPr>
      <w:r>
        <w:rPr>
          <w:rFonts w:cs="Georgia"/>
          <w:bCs/>
          <w:kern w:val="1"/>
        </w:rPr>
        <w:t>— </w:t>
      </w:r>
      <w:r w:rsidR="00BE611A">
        <w:rPr>
          <w:rFonts w:cs="Georgia"/>
          <w:bCs/>
          <w:kern w:val="1"/>
        </w:rPr>
        <w:t>Il ne sait pas</w:t>
      </w:r>
      <w:r>
        <w:rPr>
          <w:rFonts w:cs="Georgia"/>
          <w:bCs/>
          <w:kern w:val="1"/>
        </w:rPr>
        <w:t xml:space="preserve">. </w:t>
      </w:r>
      <w:r w:rsidR="00BE611A">
        <w:rPr>
          <w:rFonts w:cs="Georgia"/>
          <w:bCs/>
          <w:kern w:val="1"/>
        </w:rPr>
        <w:t>Il sait seulement que le patelin où on va s</w:t>
      </w:r>
      <w:r>
        <w:rPr>
          <w:rFonts w:cs="Georgia"/>
          <w:bCs/>
          <w:kern w:val="1"/>
        </w:rPr>
        <w:t>’</w:t>
      </w:r>
      <w:r w:rsidR="00BE611A">
        <w:rPr>
          <w:rFonts w:cs="Georgia"/>
          <w:bCs/>
          <w:kern w:val="1"/>
        </w:rPr>
        <w:t>appelle Reichendorf</w:t>
      </w:r>
      <w:r>
        <w:rPr>
          <w:rFonts w:cs="Georgia"/>
          <w:bCs/>
          <w:kern w:val="1"/>
        </w:rPr>
        <w:t xml:space="preserve">, </w:t>
      </w:r>
      <w:r w:rsidR="00BE611A">
        <w:rPr>
          <w:rFonts w:cs="Georgia"/>
          <w:bCs/>
          <w:kern w:val="1"/>
        </w:rPr>
        <w:t>et que c</w:t>
      </w:r>
      <w:r>
        <w:rPr>
          <w:rFonts w:cs="Georgia"/>
          <w:bCs/>
          <w:kern w:val="1"/>
        </w:rPr>
        <w:t>’</w:t>
      </w:r>
      <w:r w:rsidR="00BE611A">
        <w:rPr>
          <w:rFonts w:cs="Georgia"/>
          <w:bCs/>
          <w:kern w:val="1"/>
        </w:rPr>
        <w:t>est au bord de la mer</w:t>
      </w:r>
      <w:r>
        <w:rPr>
          <w:rFonts w:cs="Georgia"/>
          <w:bCs/>
          <w:kern w:val="1"/>
        </w:rPr>
        <w:t>.</w:t>
      </w:r>
    </w:p>
    <w:p w14:paraId="2BEF6FC0" w14:textId="77777777" w:rsidR="000E1451" w:rsidRDefault="000E1451" w:rsidP="00BE611A">
      <w:pPr>
        <w:rPr>
          <w:rFonts w:cs="Georgia"/>
          <w:bCs/>
          <w:kern w:val="1"/>
        </w:rPr>
      </w:pPr>
      <w:r>
        <w:rPr>
          <w:rFonts w:cs="Georgia"/>
          <w:bCs/>
          <w:kern w:val="1"/>
        </w:rPr>
        <w:t>— </w:t>
      </w:r>
      <w:r w:rsidR="00BE611A">
        <w:rPr>
          <w:rFonts w:cs="Georgia"/>
          <w:bCs/>
          <w:kern w:val="1"/>
        </w:rPr>
        <w:t>Au bord de la mer</w:t>
      </w:r>
      <w:r>
        <w:rPr>
          <w:rFonts w:cs="Georgia"/>
          <w:bCs/>
          <w:kern w:val="1"/>
        </w:rPr>
        <w:t xml:space="preserve"> ? </w:t>
      </w:r>
      <w:r w:rsidR="00BE611A">
        <w:rPr>
          <w:rFonts w:cs="Georgia"/>
          <w:bCs/>
          <w:kern w:val="1"/>
        </w:rPr>
        <w:t>Tant mieux</w:t>
      </w:r>
      <w:r>
        <w:rPr>
          <w:rFonts w:cs="Georgia"/>
          <w:bCs/>
          <w:kern w:val="1"/>
        </w:rPr>
        <w:t xml:space="preserve">, </w:t>
      </w:r>
      <w:r w:rsidR="00BE611A">
        <w:rPr>
          <w:rFonts w:cs="Georgia"/>
          <w:bCs/>
          <w:kern w:val="1"/>
        </w:rPr>
        <w:t>on pourra pêcher</w:t>
      </w:r>
      <w:r>
        <w:rPr>
          <w:rFonts w:cs="Georgia"/>
          <w:bCs/>
          <w:kern w:val="1"/>
        </w:rPr>
        <w:t>.</w:t>
      </w:r>
    </w:p>
    <w:p w14:paraId="1B9EF417" w14:textId="77777777" w:rsidR="000E1451" w:rsidRDefault="000E1451" w:rsidP="00BE611A">
      <w:pPr>
        <w:rPr>
          <w:rFonts w:cs="Georgia"/>
          <w:bCs/>
          <w:kern w:val="1"/>
        </w:rPr>
      </w:pPr>
      <w:r>
        <w:rPr>
          <w:rFonts w:cs="Georgia"/>
          <w:bCs/>
          <w:kern w:val="1"/>
        </w:rPr>
        <w:t>— </w:t>
      </w:r>
      <w:r w:rsidR="00BE611A">
        <w:rPr>
          <w:rFonts w:cs="Georgia"/>
          <w:bCs/>
          <w:kern w:val="1"/>
        </w:rPr>
        <w:t>Des fois même qu</w:t>
      </w:r>
      <w:r>
        <w:rPr>
          <w:rFonts w:cs="Georgia"/>
          <w:bCs/>
          <w:kern w:val="1"/>
        </w:rPr>
        <w:t>’</w:t>
      </w:r>
      <w:r w:rsidR="00BE611A">
        <w:rPr>
          <w:rFonts w:cs="Georgia"/>
          <w:bCs/>
          <w:kern w:val="1"/>
        </w:rPr>
        <w:t>il y aurait un casino</w:t>
      </w:r>
      <w:r>
        <w:rPr>
          <w:rFonts w:cs="Georgia"/>
          <w:bCs/>
          <w:kern w:val="1"/>
        </w:rPr>
        <w:t>.</w:t>
      </w:r>
    </w:p>
    <w:p w14:paraId="3C06D9F1" w14:textId="77777777" w:rsidR="000E1451" w:rsidRDefault="000E1451" w:rsidP="00BE611A">
      <w:pPr>
        <w:rPr>
          <w:rFonts w:cs="Georgia"/>
          <w:bCs/>
          <w:kern w:val="1"/>
        </w:rPr>
      </w:pPr>
      <w:r>
        <w:rPr>
          <w:rFonts w:cs="Georgia"/>
          <w:bCs/>
          <w:kern w:val="1"/>
        </w:rPr>
        <w:t>— </w:t>
      </w:r>
      <w:r w:rsidR="00BE611A">
        <w:rPr>
          <w:rFonts w:cs="Georgia"/>
          <w:bCs/>
          <w:kern w:val="1"/>
        </w:rPr>
        <w:t>Oui</w:t>
      </w:r>
      <w:r>
        <w:rPr>
          <w:rFonts w:cs="Georgia"/>
          <w:bCs/>
          <w:kern w:val="1"/>
        </w:rPr>
        <w:t xml:space="preserve">, </w:t>
      </w:r>
      <w:r w:rsidR="00BE611A">
        <w:rPr>
          <w:rFonts w:cs="Georgia"/>
          <w:bCs/>
          <w:kern w:val="1"/>
        </w:rPr>
        <w:t>dit Bergez</w:t>
      </w:r>
      <w:r>
        <w:rPr>
          <w:rFonts w:cs="Georgia"/>
          <w:bCs/>
          <w:kern w:val="1"/>
        </w:rPr>
        <w:t xml:space="preserve">, </w:t>
      </w:r>
      <w:r w:rsidR="00BE611A">
        <w:rPr>
          <w:rFonts w:cs="Georgia"/>
          <w:bCs/>
          <w:kern w:val="1"/>
        </w:rPr>
        <w:t>c</w:t>
      </w:r>
      <w:r>
        <w:rPr>
          <w:rFonts w:cs="Georgia"/>
          <w:bCs/>
          <w:kern w:val="1"/>
        </w:rPr>
        <w:t>’</w:t>
      </w:r>
      <w:r w:rsidR="00BE611A">
        <w:rPr>
          <w:rFonts w:cs="Georgia"/>
          <w:bCs/>
          <w:kern w:val="1"/>
        </w:rPr>
        <w:t>est ça</w:t>
      </w:r>
      <w:r>
        <w:rPr>
          <w:rFonts w:cs="Georgia"/>
          <w:bCs/>
          <w:kern w:val="1"/>
        </w:rPr>
        <w:t xml:space="preserve">, </w:t>
      </w:r>
      <w:r w:rsidR="00BE611A">
        <w:rPr>
          <w:rFonts w:cs="Georgia"/>
          <w:bCs/>
          <w:kern w:val="1"/>
        </w:rPr>
        <w:t>continuez à blaguer</w:t>
      </w:r>
      <w:r>
        <w:rPr>
          <w:rFonts w:cs="Georgia"/>
          <w:bCs/>
          <w:kern w:val="1"/>
        </w:rPr>
        <w:t xml:space="preserve">. </w:t>
      </w:r>
      <w:r w:rsidR="00BE611A">
        <w:rPr>
          <w:rFonts w:cs="Georgia"/>
          <w:bCs/>
          <w:kern w:val="1"/>
        </w:rPr>
        <w:t>On les verra demain au boulot</w:t>
      </w:r>
      <w:r>
        <w:rPr>
          <w:rFonts w:cs="Georgia"/>
          <w:bCs/>
          <w:kern w:val="1"/>
        </w:rPr>
        <w:t xml:space="preserve">, </w:t>
      </w:r>
      <w:r w:rsidR="00BE611A">
        <w:rPr>
          <w:rFonts w:cs="Georgia"/>
          <w:bCs/>
          <w:kern w:val="1"/>
        </w:rPr>
        <w:t>les crâneurs</w:t>
      </w:r>
      <w:r>
        <w:rPr>
          <w:rFonts w:cs="Georgia"/>
          <w:bCs/>
          <w:kern w:val="1"/>
        </w:rPr>
        <w:t xml:space="preserve">. </w:t>
      </w:r>
      <w:r w:rsidR="00BE611A">
        <w:rPr>
          <w:rFonts w:cs="Georgia"/>
          <w:bCs/>
          <w:kern w:val="1"/>
        </w:rPr>
        <w:t>En attendant</w:t>
      </w:r>
      <w:r>
        <w:rPr>
          <w:rFonts w:cs="Georgia"/>
          <w:bCs/>
          <w:kern w:val="1"/>
        </w:rPr>
        <w:t xml:space="preserve">, </w:t>
      </w:r>
      <w:r w:rsidR="00BE611A">
        <w:rPr>
          <w:rFonts w:cs="Georgia"/>
          <w:bCs/>
          <w:kern w:val="1"/>
        </w:rPr>
        <w:t>si j</w:t>
      </w:r>
      <w:r>
        <w:rPr>
          <w:rFonts w:cs="Georgia"/>
          <w:bCs/>
          <w:kern w:val="1"/>
        </w:rPr>
        <w:t>’</w:t>
      </w:r>
      <w:r w:rsidR="00BE611A">
        <w:rPr>
          <w:rFonts w:cs="Georgia"/>
          <w:bCs/>
          <w:kern w:val="1"/>
        </w:rPr>
        <w:t>ai un conseil à vous donner</w:t>
      </w:r>
      <w:r>
        <w:rPr>
          <w:rFonts w:cs="Georgia"/>
          <w:bCs/>
          <w:kern w:val="1"/>
        </w:rPr>
        <w:t xml:space="preserve">, </w:t>
      </w:r>
      <w:r w:rsidR="00BE611A">
        <w:rPr>
          <w:rFonts w:cs="Georgia"/>
          <w:bCs/>
          <w:kern w:val="1"/>
        </w:rPr>
        <w:t>c</w:t>
      </w:r>
      <w:r>
        <w:rPr>
          <w:rFonts w:cs="Georgia"/>
          <w:bCs/>
          <w:kern w:val="1"/>
        </w:rPr>
        <w:t>’</w:t>
      </w:r>
      <w:r w:rsidR="00BE611A">
        <w:rPr>
          <w:rFonts w:cs="Georgia"/>
          <w:bCs/>
          <w:kern w:val="1"/>
        </w:rPr>
        <w:t>est de roupiller</w:t>
      </w:r>
      <w:r>
        <w:rPr>
          <w:rFonts w:cs="Georgia"/>
          <w:bCs/>
          <w:kern w:val="1"/>
        </w:rPr>
        <w:t xml:space="preserve">. </w:t>
      </w:r>
      <w:r w:rsidR="00BE611A">
        <w:rPr>
          <w:rFonts w:cs="Georgia"/>
          <w:bCs/>
          <w:kern w:val="1"/>
        </w:rPr>
        <w:t>Si on a cette nuit quelques lieues à faire à pied</w:t>
      </w:r>
      <w:r>
        <w:rPr>
          <w:rFonts w:cs="Georgia"/>
          <w:bCs/>
          <w:kern w:val="1"/>
        </w:rPr>
        <w:t xml:space="preserve">, </w:t>
      </w:r>
      <w:r w:rsidR="00BE611A">
        <w:rPr>
          <w:rFonts w:cs="Georgia"/>
          <w:bCs/>
          <w:kern w:val="1"/>
        </w:rPr>
        <w:t>il vaut mieux être d</w:t>
      </w:r>
      <w:r>
        <w:rPr>
          <w:rFonts w:cs="Georgia"/>
          <w:bCs/>
          <w:kern w:val="1"/>
        </w:rPr>
        <w:t>’</w:t>
      </w:r>
      <w:r w:rsidR="00BE611A">
        <w:rPr>
          <w:rFonts w:cs="Georgia"/>
          <w:bCs/>
          <w:kern w:val="1"/>
        </w:rPr>
        <w:t>attaque</w:t>
      </w:r>
      <w:r>
        <w:rPr>
          <w:rFonts w:cs="Georgia"/>
          <w:bCs/>
          <w:kern w:val="1"/>
        </w:rPr>
        <w:t xml:space="preserve">. </w:t>
      </w:r>
      <w:r w:rsidR="00BE611A">
        <w:rPr>
          <w:rFonts w:cs="Georgia"/>
          <w:bCs/>
          <w:kern w:val="1"/>
        </w:rPr>
        <w:t>Au revoir</w:t>
      </w:r>
      <w:r>
        <w:rPr>
          <w:rFonts w:cs="Georgia"/>
          <w:bCs/>
          <w:kern w:val="1"/>
        </w:rPr>
        <w:t xml:space="preserve">, </w:t>
      </w:r>
      <w:r w:rsidR="00BE611A">
        <w:rPr>
          <w:rFonts w:cs="Georgia"/>
          <w:bCs/>
          <w:kern w:val="1"/>
        </w:rPr>
        <w:t>je vais prévenir les autres</w:t>
      </w:r>
      <w:r>
        <w:rPr>
          <w:rFonts w:cs="Georgia"/>
          <w:bCs/>
          <w:kern w:val="1"/>
        </w:rPr>
        <w:t>.</w:t>
      </w:r>
    </w:p>
    <w:p w14:paraId="6DE3C63E" w14:textId="77777777" w:rsidR="000E1451" w:rsidRDefault="000E1451" w:rsidP="00BE611A">
      <w:pPr>
        <w:rPr>
          <w:rFonts w:cs="Georgia"/>
          <w:bCs/>
          <w:kern w:val="1"/>
        </w:rPr>
      </w:pPr>
      <w:r>
        <w:rPr>
          <w:rFonts w:cs="Georgia"/>
          <w:bCs/>
          <w:kern w:val="1"/>
        </w:rPr>
        <w:t>— </w:t>
      </w:r>
      <w:r w:rsidR="00BE611A">
        <w:rPr>
          <w:rFonts w:cs="Georgia"/>
          <w:bCs/>
          <w:kern w:val="1"/>
        </w:rPr>
        <w:t>Roupiller</w:t>
      </w:r>
      <w:r>
        <w:rPr>
          <w:rFonts w:cs="Georgia"/>
          <w:bCs/>
          <w:kern w:val="1"/>
        </w:rPr>
        <w:t xml:space="preserve">, </w:t>
      </w:r>
      <w:r w:rsidR="00BE611A">
        <w:rPr>
          <w:rFonts w:cs="Georgia"/>
          <w:bCs/>
          <w:kern w:val="1"/>
        </w:rPr>
        <w:t>fit Sylvestre</w:t>
      </w:r>
      <w:r>
        <w:rPr>
          <w:rFonts w:cs="Georgia"/>
          <w:bCs/>
          <w:kern w:val="1"/>
        </w:rPr>
        <w:t xml:space="preserve">, </w:t>
      </w:r>
      <w:r w:rsidR="00BE611A">
        <w:rPr>
          <w:rFonts w:cs="Georgia"/>
          <w:bCs/>
          <w:kern w:val="1"/>
        </w:rPr>
        <w:t>c</w:t>
      </w:r>
      <w:r>
        <w:rPr>
          <w:rFonts w:cs="Georgia"/>
          <w:bCs/>
          <w:kern w:val="1"/>
        </w:rPr>
        <w:t>’</w:t>
      </w:r>
      <w:r w:rsidR="00BE611A">
        <w:rPr>
          <w:rFonts w:cs="Georgia"/>
          <w:bCs/>
          <w:kern w:val="1"/>
        </w:rPr>
        <w:t>est pas un conseil qu</w:t>
      </w:r>
      <w:r>
        <w:rPr>
          <w:rFonts w:cs="Georgia"/>
          <w:bCs/>
          <w:kern w:val="1"/>
        </w:rPr>
        <w:t>’</w:t>
      </w:r>
      <w:r w:rsidR="00BE611A">
        <w:rPr>
          <w:rFonts w:cs="Georgia"/>
          <w:bCs/>
          <w:kern w:val="1"/>
        </w:rPr>
        <w:t>on a besoin de donner à Mister Brown</w:t>
      </w:r>
      <w:r>
        <w:rPr>
          <w:rFonts w:cs="Georgia"/>
          <w:bCs/>
          <w:kern w:val="1"/>
        </w:rPr>
        <w:t xml:space="preserve">. </w:t>
      </w:r>
      <w:r w:rsidR="00BE611A">
        <w:rPr>
          <w:rFonts w:cs="Georgia"/>
          <w:bCs/>
          <w:kern w:val="1"/>
        </w:rPr>
        <w:t>Il n</w:t>
      </w:r>
      <w:r>
        <w:rPr>
          <w:rFonts w:cs="Georgia"/>
          <w:bCs/>
          <w:kern w:val="1"/>
        </w:rPr>
        <w:t>’</w:t>
      </w:r>
      <w:r w:rsidR="00BE611A">
        <w:rPr>
          <w:rFonts w:cs="Georgia"/>
          <w:bCs/>
          <w:kern w:val="1"/>
        </w:rPr>
        <w:t>a pas fait autre chose depuis qu</w:t>
      </w:r>
      <w:r>
        <w:rPr>
          <w:rFonts w:cs="Georgia"/>
          <w:bCs/>
          <w:kern w:val="1"/>
        </w:rPr>
        <w:t>’</w:t>
      </w:r>
      <w:r w:rsidR="00BE611A">
        <w:rPr>
          <w:rFonts w:cs="Georgia"/>
          <w:bCs/>
          <w:kern w:val="1"/>
        </w:rPr>
        <w:t>on est parti</w:t>
      </w:r>
      <w:r>
        <w:rPr>
          <w:rFonts w:cs="Georgia"/>
          <w:bCs/>
          <w:kern w:val="1"/>
        </w:rPr>
        <w:t>.</w:t>
      </w:r>
    </w:p>
    <w:p w14:paraId="5639349B" w14:textId="77777777" w:rsidR="000E1451" w:rsidRDefault="00BE611A" w:rsidP="00BE611A">
      <w:pPr>
        <w:rPr>
          <w:rFonts w:cs="Georgia"/>
          <w:bCs/>
          <w:kern w:val="1"/>
        </w:rPr>
      </w:pPr>
      <w:r>
        <w:rPr>
          <w:rFonts w:cs="Georgia"/>
          <w:bCs/>
          <w:kern w:val="1"/>
        </w:rPr>
        <w:t>La nuit tombait rapidement</w:t>
      </w:r>
      <w:r w:rsidR="000E1451">
        <w:rPr>
          <w:rFonts w:cs="Georgia"/>
          <w:bCs/>
          <w:kern w:val="1"/>
        </w:rPr>
        <w:t xml:space="preserve">. </w:t>
      </w:r>
      <w:r>
        <w:rPr>
          <w:rFonts w:cs="Georgia"/>
          <w:bCs/>
          <w:kern w:val="1"/>
        </w:rPr>
        <w:t>Avant de s</w:t>
      </w:r>
      <w:r w:rsidR="000E1451">
        <w:rPr>
          <w:rFonts w:cs="Georgia"/>
          <w:bCs/>
          <w:kern w:val="1"/>
        </w:rPr>
        <w:t>’</w:t>
      </w:r>
      <w:r>
        <w:rPr>
          <w:rFonts w:cs="Georgia"/>
          <w:bCs/>
          <w:kern w:val="1"/>
        </w:rPr>
        <w:t>effacer dans les ténèbres</w:t>
      </w:r>
      <w:r w:rsidR="000E1451">
        <w:rPr>
          <w:rFonts w:cs="Georgia"/>
          <w:bCs/>
          <w:kern w:val="1"/>
        </w:rPr>
        <w:t xml:space="preserve">, </w:t>
      </w:r>
      <w:r>
        <w:rPr>
          <w:rFonts w:cs="Georgia"/>
          <w:bCs/>
          <w:kern w:val="1"/>
        </w:rPr>
        <w:t>les étangs entre lesquels nous roulions s</w:t>
      </w:r>
      <w:r w:rsidR="000E1451">
        <w:rPr>
          <w:rFonts w:cs="Georgia"/>
          <w:bCs/>
          <w:kern w:val="1"/>
        </w:rPr>
        <w:t>’</w:t>
      </w:r>
      <w:r>
        <w:rPr>
          <w:rFonts w:cs="Georgia"/>
          <w:bCs/>
          <w:kern w:val="1"/>
        </w:rPr>
        <w:t xml:space="preserve">éclairèrent </w:t>
      </w:r>
      <w:r>
        <w:rPr>
          <w:rFonts w:cs="Georgia"/>
          <w:bCs/>
          <w:kern w:val="1"/>
        </w:rPr>
        <w:lastRenderedPageBreak/>
        <w:t>quelques instants d</w:t>
      </w:r>
      <w:r w:rsidR="000E1451">
        <w:rPr>
          <w:rFonts w:cs="Georgia"/>
          <w:bCs/>
          <w:kern w:val="1"/>
        </w:rPr>
        <w:t>’</w:t>
      </w:r>
      <w:r>
        <w:rPr>
          <w:rFonts w:cs="Georgia"/>
          <w:bCs/>
          <w:kern w:val="1"/>
        </w:rPr>
        <w:t>une tragique lumière violette</w:t>
      </w:r>
      <w:r w:rsidR="000E1451">
        <w:rPr>
          <w:rFonts w:cs="Georgia"/>
          <w:bCs/>
          <w:kern w:val="1"/>
        </w:rPr>
        <w:t xml:space="preserve">. </w:t>
      </w:r>
      <w:r>
        <w:rPr>
          <w:rFonts w:cs="Georgia"/>
          <w:bCs/>
          <w:kern w:val="1"/>
        </w:rPr>
        <w:t>Puis le monde extérieur disparut</w:t>
      </w:r>
      <w:r w:rsidR="000E1451">
        <w:rPr>
          <w:rFonts w:cs="Georgia"/>
          <w:bCs/>
          <w:kern w:val="1"/>
        </w:rPr>
        <w:t xml:space="preserve">. </w:t>
      </w:r>
      <w:r>
        <w:rPr>
          <w:rFonts w:cs="Georgia"/>
          <w:bCs/>
          <w:kern w:val="1"/>
        </w:rPr>
        <w:t>Dans notre compartiment</w:t>
      </w:r>
      <w:r w:rsidR="000E1451">
        <w:rPr>
          <w:rFonts w:cs="Georgia"/>
          <w:bCs/>
          <w:kern w:val="1"/>
        </w:rPr>
        <w:t xml:space="preserve">, </w:t>
      </w:r>
      <w:r>
        <w:rPr>
          <w:rFonts w:cs="Georgia"/>
          <w:bCs/>
          <w:kern w:val="1"/>
        </w:rPr>
        <w:t>les uns dormaient déjà</w:t>
      </w:r>
      <w:r w:rsidR="000E1451">
        <w:rPr>
          <w:rFonts w:cs="Georgia"/>
          <w:bCs/>
          <w:kern w:val="1"/>
        </w:rPr>
        <w:t xml:space="preserve">. </w:t>
      </w:r>
      <w:r>
        <w:rPr>
          <w:rFonts w:cs="Georgia"/>
          <w:bCs/>
          <w:kern w:val="1"/>
        </w:rPr>
        <w:t>Les autres</w:t>
      </w:r>
      <w:r w:rsidR="000E1451">
        <w:rPr>
          <w:rFonts w:cs="Georgia"/>
          <w:bCs/>
          <w:kern w:val="1"/>
        </w:rPr>
        <w:t xml:space="preserve">, </w:t>
      </w:r>
      <w:r>
        <w:rPr>
          <w:rFonts w:cs="Georgia"/>
          <w:bCs/>
          <w:kern w:val="1"/>
        </w:rPr>
        <w:t>vaguement inquiets</w:t>
      </w:r>
      <w:r w:rsidR="000E1451">
        <w:rPr>
          <w:rFonts w:cs="Georgia"/>
          <w:bCs/>
          <w:kern w:val="1"/>
        </w:rPr>
        <w:t xml:space="preserve">, </w:t>
      </w:r>
      <w:r>
        <w:rPr>
          <w:rFonts w:cs="Georgia"/>
          <w:bCs/>
          <w:kern w:val="1"/>
        </w:rPr>
        <w:t>devaient s</w:t>
      </w:r>
      <w:r w:rsidR="000E1451">
        <w:rPr>
          <w:rFonts w:cs="Georgia"/>
          <w:bCs/>
          <w:kern w:val="1"/>
        </w:rPr>
        <w:t>’</w:t>
      </w:r>
      <w:r>
        <w:rPr>
          <w:rFonts w:cs="Georgia"/>
          <w:bCs/>
          <w:kern w:val="1"/>
        </w:rPr>
        <w:t>essayer sans doute à imaginer l</w:t>
      </w:r>
      <w:r w:rsidR="000E1451">
        <w:rPr>
          <w:rFonts w:cs="Georgia"/>
          <w:bCs/>
          <w:kern w:val="1"/>
        </w:rPr>
        <w:t>’</w:t>
      </w:r>
      <w:r>
        <w:rPr>
          <w:rFonts w:cs="Georgia"/>
          <w:bCs/>
          <w:kern w:val="1"/>
        </w:rPr>
        <w:t>aspect sous lequel allait se présenter cette chose redoutable</w:t>
      </w:r>
      <w:r w:rsidR="000E1451">
        <w:rPr>
          <w:rFonts w:cs="Georgia"/>
          <w:bCs/>
          <w:kern w:val="1"/>
        </w:rPr>
        <w:t xml:space="preserve"> : </w:t>
      </w:r>
      <w:r>
        <w:rPr>
          <w:rFonts w:cs="Georgia"/>
          <w:bCs/>
          <w:kern w:val="1"/>
        </w:rPr>
        <w:t>un camp de représailles</w:t>
      </w:r>
      <w:r w:rsidR="000E1451">
        <w:rPr>
          <w:rFonts w:cs="Georgia"/>
          <w:bCs/>
          <w:kern w:val="1"/>
        </w:rPr>
        <w:t xml:space="preserve">, </w:t>
      </w:r>
      <w:r>
        <w:rPr>
          <w:rFonts w:cs="Georgia"/>
          <w:bCs/>
          <w:kern w:val="1"/>
        </w:rPr>
        <w:t>au bord de la mer</w:t>
      </w:r>
      <w:r w:rsidR="000E1451">
        <w:rPr>
          <w:rFonts w:cs="Georgia"/>
          <w:bCs/>
          <w:kern w:val="1"/>
        </w:rPr>
        <w:t xml:space="preserve">, </w:t>
      </w:r>
      <w:r>
        <w:rPr>
          <w:rFonts w:cs="Georgia"/>
          <w:bCs/>
          <w:kern w:val="1"/>
        </w:rPr>
        <w:t>en Prusse</w:t>
      </w:r>
      <w:r w:rsidR="000E1451">
        <w:rPr>
          <w:rFonts w:cs="Georgia"/>
          <w:bCs/>
          <w:kern w:val="1"/>
        </w:rPr>
        <w:t>.</w:t>
      </w:r>
    </w:p>
    <w:p w14:paraId="6BA3F05A" w14:textId="77777777" w:rsidR="00BE611A" w:rsidRDefault="00BE611A" w:rsidP="000E1451">
      <w:pPr>
        <w:pStyle w:val="Titre1"/>
        <w:numPr>
          <w:ilvl w:val="0"/>
          <w:numId w:val="15"/>
        </w:numPr>
        <w:ind w:left="0" w:firstLine="0"/>
        <w:rPr>
          <w:rFonts w:cs="Georgia"/>
          <w:kern w:val="1"/>
        </w:rPr>
      </w:pPr>
      <w:bookmarkStart w:id="4" w:name="__RefHeading__7368_928681719"/>
      <w:bookmarkStart w:id="5" w:name="_Toc195555061"/>
      <w:bookmarkEnd w:id="4"/>
      <w:r>
        <w:rPr>
          <w:kern w:val="1"/>
        </w:rPr>
        <w:lastRenderedPageBreak/>
        <w:t>III</w:t>
      </w:r>
      <w:bookmarkEnd w:id="5"/>
    </w:p>
    <w:p w14:paraId="0B48A8EE" w14:textId="77777777" w:rsidR="000E1451" w:rsidRDefault="00BE611A" w:rsidP="00BE611A">
      <w:pPr>
        <w:rPr>
          <w:rFonts w:cs="Georgia"/>
          <w:bCs/>
          <w:kern w:val="1"/>
        </w:rPr>
      </w:pPr>
      <w:r>
        <w:rPr>
          <w:rFonts w:cs="Georgia"/>
          <w:bCs/>
          <w:kern w:val="1"/>
        </w:rPr>
        <w:t>Un choc violent</w:t>
      </w:r>
      <w:r w:rsidR="000E1451">
        <w:rPr>
          <w:rFonts w:cs="Georgia"/>
          <w:bCs/>
          <w:kern w:val="1"/>
        </w:rPr>
        <w:t xml:space="preserve">, </w:t>
      </w:r>
      <w:r>
        <w:rPr>
          <w:rFonts w:cs="Georgia"/>
          <w:bCs/>
          <w:kern w:val="1"/>
        </w:rPr>
        <w:t>nous précipitant les uns sur les autres réveilla tout le monde</w:t>
      </w:r>
      <w:r w:rsidR="000E1451">
        <w:rPr>
          <w:rFonts w:cs="Georgia"/>
          <w:bCs/>
          <w:kern w:val="1"/>
        </w:rPr>
        <w:t xml:space="preserve">. </w:t>
      </w:r>
      <w:r>
        <w:rPr>
          <w:rFonts w:cs="Georgia"/>
          <w:bCs/>
          <w:kern w:val="1"/>
        </w:rPr>
        <w:t>Le train était arrêté</w:t>
      </w:r>
      <w:r w:rsidR="000E1451">
        <w:rPr>
          <w:rFonts w:cs="Georgia"/>
          <w:bCs/>
          <w:kern w:val="1"/>
        </w:rPr>
        <w:t>.</w:t>
      </w:r>
    </w:p>
    <w:p w14:paraId="7D856C3A" w14:textId="77777777" w:rsidR="000E1451" w:rsidRDefault="000E1451" w:rsidP="00BE611A">
      <w:pPr>
        <w:rPr>
          <w:rFonts w:cs="Georgia"/>
          <w:bCs/>
          <w:kern w:val="1"/>
        </w:rPr>
      </w:pPr>
      <w:r>
        <w:rPr>
          <w:rFonts w:cs="Georgia"/>
          <w:bCs/>
          <w:kern w:val="1"/>
        </w:rPr>
        <w:t>— </w:t>
      </w:r>
      <w:r w:rsidR="00BE611A">
        <w:rPr>
          <w:rFonts w:cs="Georgia"/>
          <w:bCs/>
          <w:kern w:val="1"/>
        </w:rPr>
        <w:t>Debout</w:t>
      </w:r>
      <w:r>
        <w:rPr>
          <w:rFonts w:cs="Georgia"/>
          <w:bCs/>
          <w:kern w:val="1"/>
        </w:rPr>
        <w:t xml:space="preserve">, </w:t>
      </w:r>
      <w:r w:rsidR="00BE611A">
        <w:rPr>
          <w:rFonts w:cs="Georgia"/>
          <w:bCs/>
          <w:kern w:val="1"/>
        </w:rPr>
        <w:t>là-dedans</w:t>
      </w:r>
      <w:r>
        <w:rPr>
          <w:rFonts w:cs="Georgia"/>
          <w:bCs/>
          <w:kern w:val="1"/>
        </w:rPr>
        <w:t>.</w:t>
      </w:r>
    </w:p>
    <w:p w14:paraId="0295EF00" w14:textId="77777777" w:rsidR="000E1451" w:rsidRDefault="00BE611A" w:rsidP="00BE611A">
      <w:pPr>
        <w:rPr>
          <w:rFonts w:cs="Georgia"/>
          <w:bCs/>
          <w:kern w:val="1"/>
        </w:rPr>
      </w:pPr>
      <w:r>
        <w:rPr>
          <w:rFonts w:cs="Georgia"/>
          <w:bCs/>
          <w:kern w:val="1"/>
        </w:rPr>
        <w:t>C</w:t>
      </w:r>
      <w:r w:rsidR="000E1451">
        <w:rPr>
          <w:rFonts w:cs="Georgia"/>
          <w:bCs/>
          <w:kern w:val="1"/>
        </w:rPr>
        <w:t>’</w:t>
      </w:r>
      <w:r>
        <w:rPr>
          <w:rFonts w:cs="Georgia"/>
          <w:bCs/>
          <w:kern w:val="1"/>
        </w:rPr>
        <w:t>était Bergez qui hurlait dans le couloir</w:t>
      </w:r>
      <w:r w:rsidR="000E1451">
        <w:rPr>
          <w:rFonts w:cs="Georgia"/>
          <w:bCs/>
          <w:kern w:val="1"/>
        </w:rPr>
        <w:t xml:space="preserve">. </w:t>
      </w:r>
      <w:r>
        <w:rPr>
          <w:rFonts w:cs="Georgia"/>
          <w:bCs/>
          <w:kern w:val="1"/>
        </w:rPr>
        <w:t>Les protestations et les injures rituelles lui répondaient de chaque compartiment</w:t>
      </w:r>
      <w:r w:rsidR="000E1451">
        <w:rPr>
          <w:rFonts w:cs="Georgia"/>
          <w:bCs/>
          <w:kern w:val="1"/>
        </w:rPr>
        <w:t>.</w:t>
      </w:r>
    </w:p>
    <w:p w14:paraId="4CFE8547" w14:textId="77777777" w:rsidR="000E1451" w:rsidRDefault="000E1451" w:rsidP="00BE611A">
      <w:pPr>
        <w:rPr>
          <w:rFonts w:cs="Georgia"/>
          <w:bCs/>
          <w:kern w:val="1"/>
        </w:rPr>
      </w:pPr>
      <w:r>
        <w:rPr>
          <w:rFonts w:cs="Georgia"/>
          <w:bCs/>
          <w:kern w:val="1"/>
        </w:rPr>
        <w:t>— </w:t>
      </w:r>
      <w:r w:rsidR="00BE611A">
        <w:rPr>
          <w:rFonts w:cs="Georgia"/>
          <w:bCs/>
          <w:kern w:val="1"/>
        </w:rPr>
        <w:t>Zut</w:t>
      </w:r>
      <w:r>
        <w:rPr>
          <w:rFonts w:cs="Georgia"/>
          <w:bCs/>
          <w:kern w:val="1"/>
        </w:rPr>
        <w:t xml:space="preserve"> ! – </w:t>
      </w:r>
      <w:r w:rsidR="00BE611A">
        <w:rPr>
          <w:rFonts w:cs="Georgia"/>
          <w:bCs/>
          <w:kern w:val="1"/>
        </w:rPr>
        <w:t>Fous-nous la paix</w:t>
      </w:r>
      <w:r>
        <w:rPr>
          <w:rFonts w:cs="Georgia"/>
          <w:bCs/>
          <w:kern w:val="1"/>
        </w:rPr>
        <w:t xml:space="preserve"> ! – </w:t>
      </w:r>
      <w:r w:rsidR="00BE611A">
        <w:rPr>
          <w:rFonts w:cs="Georgia"/>
          <w:bCs/>
          <w:kern w:val="1"/>
        </w:rPr>
        <w:t>Malade</w:t>
      </w:r>
      <w:r>
        <w:rPr>
          <w:rFonts w:cs="Georgia"/>
          <w:bCs/>
          <w:kern w:val="1"/>
        </w:rPr>
        <w:t xml:space="preserve">. – </w:t>
      </w:r>
      <w:r w:rsidR="00BE611A">
        <w:rPr>
          <w:rFonts w:cs="Georgia"/>
          <w:bCs/>
          <w:kern w:val="1"/>
        </w:rPr>
        <w:t>À la porte</w:t>
      </w:r>
      <w:r>
        <w:rPr>
          <w:rFonts w:cs="Georgia"/>
          <w:bCs/>
          <w:kern w:val="1"/>
        </w:rPr>
        <w:t> !</w:t>
      </w:r>
    </w:p>
    <w:p w14:paraId="5B4BCA10" w14:textId="77777777" w:rsidR="000E1451" w:rsidRDefault="00BE611A" w:rsidP="00BE611A">
      <w:pPr>
        <w:rPr>
          <w:rFonts w:cs="Georgia"/>
          <w:bCs/>
          <w:kern w:val="1"/>
        </w:rPr>
      </w:pPr>
      <w:r>
        <w:rPr>
          <w:rFonts w:cs="Georgia"/>
          <w:bCs/>
          <w:kern w:val="1"/>
        </w:rPr>
        <w:t>Dans l</w:t>
      </w:r>
      <w:r w:rsidR="000E1451">
        <w:rPr>
          <w:rFonts w:cs="Georgia"/>
          <w:bCs/>
          <w:kern w:val="1"/>
        </w:rPr>
        <w:t>’</w:t>
      </w:r>
      <w:r>
        <w:rPr>
          <w:rFonts w:cs="Georgia"/>
          <w:bCs/>
          <w:kern w:val="1"/>
        </w:rPr>
        <w:t>obscurité</w:t>
      </w:r>
      <w:r w:rsidR="000E1451">
        <w:rPr>
          <w:rFonts w:cs="Georgia"/>
          <w:bCs/>
          <w:kern w:val="1"/>
        </w:rPr>
        <w:t xml:space="preserve">, </w:t>
      </w:r>
      <w:r>
        <w:rPr>
          <w:rFonts w:cs="Georgia"/>
          <w:bCs/>
          <w:kern w:val="1"/>
        </w:rPr>
        <w:t>menaçant et suppliant tour à tour</w:t>
      </w:r>
      <w:r w:rsidR="000E1451">
        <w:rPr>
          <w:rFonts w:cs="Georgia"/>
          <w:bCs/>
          <w:kern w:val="1"/>
        </w:rPr>
        <w:t xml:space="preserve">, </w:t>
      </w:r>
      <w:r>
        <w:rPr>
          <w:rFonts w:cs="Georgia"/>
          <w:bCs/>
          <w:i/>
          <w:iCs/>
          <w:kern w:val="1"/>
        </w:rPr>
        <w:t>grosspapa</w:t>
      </w:r>
      <w:r>
        <w:rPr>
          <w:rFonts w:cs="Georgia"/>
          <w:bCs/>
          <w:kern w:val="1"/>
        </w:rPr>
        <w:t xml:space="preserve"> s</w:t>
      </w:r>
      <w:r w:rsidR="000E1451">
        <w:rPr>
          <w:rFonts w:cs="Georgia"/>
          <w:bCs/>
          <w:kern w:val="1"/>
        </w:rPr>
        <w:t>’</w:t>
      </w:r>
      <w:r>
        <w:rPr>
          <w:rFonts w:cs="Georgia"/>
          <w:bCs/>
          <w:kern w:val="1"/>
        </w:rPr>
        <w:t>affolait</w:t>
      </w:r>
      <w:r w:rsidR="000E1451">
        <w:rPr>
          <w:rFonts w:cs="Georgia"/>
          <w:bCs/>
          <w:kern w:val="1"/>
        </w:rPr>
        <w:t>.</w:t>
      </w:r>
    </w:p>
    <w:p w14:paraId="0593AD6B" w14:textId="77777777" w:rsidR="000E1451" w:rsidRDefault="000E1451" w:rsidP="00BE611A">
      <w:pPr>
        <w:rPr>
          <w:rFonts w:cs="Georgia"/>
          <w:bCs/>
          <w:i/>
          <w:iCs/>
          <w:kern w:val="1"/>
        </w:rPr>
      </w:pPr>
      <w:r>
        <w:rPr>
          <w:rFonts w:cs="Georgia"/>
          <w:bCs/>
          <w:kern w:val="1"/>
        </w:rPr>
        <w:t>— </w:t>
      </w:r>
      <w:r w:rsidR="00BE611A">
        <w:rPr>
          <w:rFonts w:cs="Georgia"/>
          <w:bCs/>
          <w:i/>
          <w:iCs/>
          <w:kern w:val="1"/>
        </w:rPr>
        <w:t>Licht</w:t>
      </w:r>
      <w:r>
        <w:rPr>
          <w:rFonts w:cs="Georgia"/>
          <w:bCs/>
          <w:i/>
          <w:iCs/>
          <w:kern w:val="1"/>
        </w:rPr>
        <w:t xml:space="preserve">, </w:t>
      </w:r>
      <w:r w:rsidR="00BE611A">
        <w:rPr>
          <w:rFonts w:cs="Georgia"/>
          <w:bCs/>
          <w:i/>
          <w:iCs/>
          <w:kern w:val="1"/>
        </w:rPr>
        <w:t>donnerwetter</w:t>
      </w:r>
      <w:r>
        <w:rPr>
          <w:rFonts w:cs="Georgia"/>
          <w:bCs/>
          <w:i/>
          <w:iCs/>
          <w:kern w:val="1"/>
        </w:rPr>
        <w:t xml:space="preserve"> ! </w:t>
      </w:r>
      <w:r w:rsidR="00BE611A">
        <w:rPr>
          <w:rFonts w:cs="Georgia"/>
          <w:bCs/>
          <w:i/>
          <w:iCs/>
          <w:kern w:val="1"/>
        </w:rPr>
        <w:t>Licht</w:t>
      </w:r>
      <w:r>
        <w:rPr>
          <w:rFonts w:cs="Georgia"/>
          <w:bCs/>
          <w:i/>
          <w:iCs/>
          <w:kern w:val="1"/>
        </w:rPr>
        <w:t>.</w:t>
      </w:r>
    </w:p>
    <w:p w14:paraId="0D70A10A" w14:textId="77777777" w:rsidR="000E1451" w:rsidRDefault="000E1451" w:rsidP="00BE611A">
      <w:pPr>
        <w:rPr>
          <w:rFonts w:cs="Georgia"/>
          <w:bCs/>
          <w:kern w:val="1"/>
        </w:rPr>
      </w:pPr>
      <w:r>
        <w:t>— </w:t>
      </w:r>
      <w:r w:rsidR="00BE611A">
        <w:rPr>
          <w:rFonts w:cs="Georgia"/>
          <w:bCs/>
          <w:kern w:val="1"/>
        </w:rPr>
        <w:t>De la lumière</w:t>
      </w:r>
      <w:r>
        <w:rPr>
          <w:rFonts w:cs="Georgia"/>
          <w:bCs/>
          <w:kern w:val="1"/>
        </w:rPr>
        <w:t xml:space="preserve">, </w:t>
      </w:r>
      <w:r w:rsidR="00BE611A">
        <w:rPr>
          <w:rFonts w:cs="Georgia"/>
          <w:bCs/>
          <w:kern w:val="1"/>
        </w:rPr>
        <w:t>qu</w:t>
      </w:r>
      <w:r>
        <w:rPr>
          <w:rFonts w:cs="Georgia"/>
          <w:bCs/>
          <w:kern w:val="1"/>
        </w:rPr>
        <w:t>’</w:t>
      </w:r>
      <w:r w:rsidR="00BE611A">
        <w:rPr>
          <w:rFonts w:cs="Georgia"/>
          <w:bCs/>
          <w:kern w:val="1"/>
        </w:rPr>
        <w:t>il veut</w:t>
      </w:r>
      <w:r>
        <w:rPr>
          <w:rFonts w:cs="Georgia"/>
          <w:bCs/>
          <w:kern w:val="1"/>
        </w:rPr>
        <w:t xml:space="preserve"> ? </w:t>
      </w:r>
      <w:r w:rsidR="00BE611A">
        <w:rPr>
          <w:rFonts w:cs="Georgia"/>
          <w:bCs/>
          <w:kern w:val="1"/>
        </w:rPr>
        <w:t>Il en a</w:t>
      </w:r>
      <w:r>
        <w:rPr>
          <w:rFonts w:cs="Georgia"/>
          <w:bCs/>
          <w:kern w:val="1"/>
        </w:rPr>
        <w:t xml:space="preserve">, </w:t>
      </w:r>
      <w:r w:rsidR="00BE611A">
        <w:rPr>
          <w:rFonts w:cs="Georgia"/>
          <w:bCs/>
          <w:kern w:val="1"/>
        </w:rPr>
        <w:t>du culot</w:t>
      </w:r>
      <w:r>
        <w:rPr>
          <w:rFonts w:cs="Georgia"/>
          <w:bCs/>
          <w:kern w:val="1"/>
        </w:rPr>
        <w:t xml:space="preserve">. </w:t>
      </w:r>
      <w:r w:rsidR="00BE611A">
        <w:rPr>
          <w:rFonts w:cs="Georgia"/>
          <w:bCs/>
          <w:kern w:val="1"/>
        </w:rPr>
        <w:t>Il se figure qu</w:t>
      </w:r>
      <w:r>
        <w:rPr>
          <w:rFonts w:cs="Georgia"/>
          <w:bCs/>
          <w:kern w:val="1"/>
        </w:rPr>
        <w:t>’</w:t>
      </w:r>
      <w:r w:rsidR="00BE611A">
        <w:rPr>
          <w:rFonts w:cs="Georgia"/>
          <w:bCs/>
          <w:kern w:val="1"/>
        </w:rPr>
        <w:t>on va l</w:t>
      </w:r>
      <w:r>
        <w:rPr>
          <w:rFonts w:cs="Georgia"/>
          <w:bCs/>
          <w:kern w:val="1"/>
        </w:rPr>
        <w:t>’</w:t>
      </w:r>
      <w:r w:rsidR="00BE611A">
        <w:rPr>
          <w:rFonts w:cs="Georgia"/>
          <w:bCs/>
          <w:kern w:val="1"/>
        </w:rPr>
        <w:t>éclairer</w:t>
      </w:r>
      <w:r>
        <w:rPr>
          <w:rFonts w:cs="Georgia"/>
          <w:bCs/>
          <w:kern w:val="1"/>
        </w:rPr>
        <w:t xml:space="preserve">, </w:t>
      </w:r>
      <w:r w:rsidR="00BE611A">
        <w:rPr>
          <w:rFonts w:cs="Georgia"/>
          <w:bCs/>
          <w:kern w:val="1"/>
        </w:rPr>
        <w:t>par-dessus le marché</w:t>
      </w:r>
      <w:r>
        <w:rPr>
          <w:rFonts w:cs="Georgia"/>
          <w:bCs/>
          <w:kern w:val="1"/>
        </w:rPr>
        <w:t xml:space="preserve">. </w:t>
      </w:r>
      <w:r w:rsidR="00BE611A">
        <w:rPr>
          <w:rFonts w:cs="Georgia"/>
          <w:bCs/>
          <w:kern w:val="1"/>
        </w:rPr>
        <w:t>Ohé</w:t>
      </w:r>
      <w:r>
        <w:rPr>
          <w:rFonts w:cs="Georgia"/>
          <w:bCs/>
          <w:kern w:val="1"/>
        </w:rPr>
        <w:t xml:space="preserve"> ! </w:t>
      </w:r>
      <w:r w:rsidR="00BE611A">
        <w:rPr>
          <w:rFonts w:cs="Georgia"/>
          <w:bCs/>
          <w:kern w:val="1"/>
        </w:rPr>
        <w:t>Dumaine</w:t>
      </w:r>
      <w:r>
        <w:rPr>
          <w:rFonts w:cs="Georgia"/>
          <w:bCs/>
          <w:kern w:val="1"/>
        </w:rPr>
        <w:t xml:space="preserve">, </w:t>
      </w:r>
      <w:r w:rsidR="00BE611A">
        <w:rPr>
          <w:rFonts w:cs="Georgia"/>
          <w:bCs/>
          <w:kern w:val="1"/>
        </w:rPr>
        <w:t>où c</w:t>
      </w:r>
      <w:r>
        <w:rPr>
          <w:rFonts w:cs="Georgia"/>
          <w:bCs/>
          <w:kern w:val="1"/>
        </w:rPr>
        <w:t>’</w:t>
      </w:r>
      <w:r w:rsidR="00BE611A">
        <w:rPr>
          <w:rFonts w:cs="Georgia"/>
          <w:bCs/>
          <w:kern w:val="1"/>
        </w:rPr>
        <w:t>est qu</w:t>
      </w:r>
      <w:r>
        <w:rPr>
          <w:rFonts w:cs="Georgia"/>
          <w:bCs/>
          <w:kern w:val="1"/>
        </w:rPr>
        <w:t>’</w:t>
      </w:r>
      <w:r w:rsidR="00BE611A">
        <w:rPr>
          <w:rFonts w:cs="Georgia"/>
          <w:bCs/>
          <w:kern w:val="1"/>
        </w:rPr>
        <w:t>on est</w:t>
      </w:r>
      <w:r>
        <w:rPr>
          <w:rFonts w:cs="Georgia"/>
          <w:bCs/>
          <w:kern w:val="1"/>
        </w:rPr>
        <w:t xml:space="preserve"> ? </w:t>
      </w:r>
      <w:r w:rsidR="00BE611A">
        <w:rPr>
          <w:rFonts w:cs="Georgia"/>
          <w:bCs/>
          <w:kern w:val="1"/>
        </w:rPr>
        <w:t>Je vois pas de gare</w:t>
      </w:r>
      <w:r>
        <w:rPr>
          <w:rFonts w:cs="Georgia"/>
          <w:bCs/>
          <w:kern w:val="1"/>
        </w:rPr>
        <w:t xml:space="preserve">, </w:t>
      </w:r>
      <w:r w:rsidR="00BE611A">
        <w:rPr>
          <w:rFonts w:cs="Georgia"/>
          <w:bCs/>
          <w:kern w:val="1"/>
        </w:rPr>
        <w:t>moi</w:t>
      </w:r>
      <w:r>
        <w:rPr>
          <w:rFonts w:cs="Georgia"/>
          <w:bCs/>
          <w:kern w:val="1"/>
        </w:rPr>
        <w:t>.</w:t>
      </w:r>
    </w:p>
    <w:p w14:paraId="34DEB4D4" w14:textId="77777777" w:rsidR="000E1451" w:rsidRDefault="000E1451" w:rsidP="00BE611A">
      <w:pPr>
        <w:rPr>
          <w:rFonts w:cs="Georgia"/>
          <w:bCs/>
          <w:kern w:val="1"/>
        </w:rPr>
      </w:pPr>
      <w:r>
        <w:rPr>
          <w:rFonts w:cs="Georgia"/>
          <w:bCs/>
          <w:kern w:val="1"/>
        </w:rPr>
        <w:t>— </w:t>
      </w:r>
      <w:r w:rsidR="00BE611A">
        <w:rPr>
          <w:rFonts w:cs="Georgia"/>
          <w:bCs/>
          <w:kern w:val="1"/>
        </w:rPr>
        <w:t>Voilà en tout cas le chef de gare</w:t>
      </w:r>
      <w:r>
        <w:rPr>
          <w:rFonts w:cs="Georgia"/>
          <w:bCs/>
          <w:kern w:val="1"/>
        </w:rPr>
        <w:t xml:space="preserve">, </w:t>
      </w:r>
      <w:r w:rsidR="00BE611A">
        <w:rPr>
          <w:rFonts w:cs="Georgia"/>
          <w:bCs/>
          <w:kern w:val="1"/>
        </w:rPr>
        <w:t>dit Sylvestre</w:t>
      </w:r>
      <w:r>
        <w:rPr>
          <w:rFonts w:cs="Georgia"/>
          <w:bCs/>
          <w:kern w:val="1"/>
        </w:rPr>
        <w:t xml:space="preserve">, </w:t>
      </w:r>
      <w:r w:rsidR="00BE611A">
        <w:rPr>
          <w:rFonts w:cs="Georgia"/>
          <w:bCs/>
          <w:kern w:val="1"/>
        </w:rPr>
        <w:t>qui avait réussi à opérer le rassemblement de ses nippes et descendait du wagon avec précaution</w:t>
      </w:r>
      <w:r>
        <w:rPr>
          <w:rFonts w:cs="Georgia"/>
          <w:bCs/>
          <w:kern w:val="1"/>
        </w:rPr>
        <w:t>.</w:t>
      </w:r>
    </w:p>
    <w:p w14:paraId="5ECC0BB2" w14:textId="77777777" w:rsidR="000E1451" w:rsidRDefault="00BE611A" w:rsidP="00BE611A">
      <w:pPr>
        <w:rPr>
          <w:rFonts w:cs="Georgia"/>
          <w:bCs/>
          <w:kern w:val="1"/>
        </w:rPr>
      </w:pPr>
      <w:r>
        <w:rPr>
          <w:rFonts w:cs="Georgia"/>
          <w:bCs/>
          <w:kern w:val="1"/>
        </w:rPr>
        <w:t>Je regardai</w:t>
      </w:r>
      <w:r w:rsidR="000E1451">
        <w:rPr>
          <w:rFonts w:cs="Georgia"/>
          <w:bCs/>
          <w:kern w:val="1"/>
        </w:rPr>
        <w:t xml:space="preserve">, </w:t>
      </w:r>
      <w:r>
        <w:rPr>
          <w:rFonts w:cs="Georgia"/>
          <w:bCs/>
          <w:kern w:val="1"/>
        </w:rPr>
        <w:t>et distinguai en effet à quelques pas</w:t>
      </w:r>
      <w:r w:rsidR="000E1451">
        <w:rPr>
          <w:rFonts w:cs="Georgia"/>
          <w:bCs/>
          <w:kern w:val="1"/>
        </w:rPr>
        <w:t xml:space="preserve">, </w:t>
      </w:r>
      <w:r>
        <w:rPr>
          <w:rFonts w:cs="Georgia"/>
          <w:bCs/>
          <w:kern w:val="1"/>
        </w:rPr>
        <w:t>près de la locomotive</w:t>
      </w:r>
      <w:r w:rsidR="000E1451">
        <w:rPr>
          <w:rFonts w:cs="Georgia"/>
          <w:bCs/>
          <w:kern w:val="1"/>
        </w:rPr>
        <w:t xml:space="preserve">, </w:t>
      </w:r>
      <w:r>
        <w:rPr>
          <w:rFonts w:cs="Georgia"/>
          <w:bCs/>
          <w:kern w:val="1"/>
        </w:rPr>
        <w:t>la silhouette d</w:t>
      </w:r>
      <w:r w:rsidR="000E1451">
        <w:rPr>
          <w:rFonts w:cs="Georgia"/>
          <w:bCs/>
          <w:kern w:val="1"/>
        </w:rPr>
        <w:t>’</w:t>
      </w:r>
      <w:r>
        <w:rPr>
          <w:rFonts w:cs="Georgia"/>
          <w:bCs/>
          <w:kern w:val="1"/>
        </w:rPr>
        <w:t>un homme de haute taille</w:t>
      </w:r>
      <w:r w:rsidR="000E1451">
        <w:rPr>
          <w:rFonts w:cs="Georgia"/>
          <w:bCs/>
          <w:kern w:val="1"/>
        </w:rPr>
        <w:t xml:space="preserve">, </w:t>
      </w:r>
      <w:r>
        <w:rPr>
          <w:rFonts w:cs="Georgia"/>
          <w:bCs/>
          <w:kern w:val="1"/>
        </w:rPr>
        <w:t>immobile dans une immense pèlerine qui lui tombait plus bas que les genoux</w:t>
      </w:r>
      <w:r w:rsidR="000E1451">
        <w:rPr>
          <w:rFonts w:cs="Georgia"/>
          <w:bCs/>
          <w:kern w:val="1"/>
        </w:rPr>
        <w:t xml:space="preserve">. </w:t>
      </w:r>
      <w:r>
        <w:rPr>
          <w:rFonts w:cs="Georgia"/>
          <w:bCs/>
          <w:kern w:val="1"/>
        </w:rPr>
        <w:t>À côté de lui se tenait un personnage de stature plus modeste</w:t>
      </w:r>
      <w:r w:rsidR="000E1451">
        <w:rPr>
          <w:rFonts w:cs="Georgia"/>
          <w:bCs/>
          <w:kern w:val="1"/>
        </w:rPr>
        <w:t xml:space="preserve">, </w:t>
      </w:r>
      <w:r>
        <w:rPr>
          <w:rFonts w:cs="Georgia"/>
          <w:bCs/>
          <w:kern w:val="1"/>
        </w:rPr>
        <w:t>porteur d</w:t>
      </w:r>
      <w:r w:rsidR="000E1451">
        <w:rPr>
          <w:rFonts w:cs="Georgia"/>
          <w:bCs/>
          <w:kern w:val="1"/>
        </w:rPr>
        <w:t>’</w:t>
      </w:r>
      <w:r>
        <w:rPr>
          <w:rFonts w:cs="Georgia"/>
          <w:bCs/>
          <w:kern w:val="1"/>
        </w:rPr>
        <w:t>une lanterne</w:t>
      </w:r>
      <w:r w:rsidR="000E1451">
        <w:rPr>
          <w:rFonts w:cs="Georgia"/>
          <w:bCs/>
          <w:kern w:val="1"/>
        </w:rPr>
        <w:t>.</w:t>
      </w:r>
    </w:p>
    <w:p w14:paraId="54E98DF8" w14:textId="77777777" w:rsidR="000E1451" w:rsidRDefault="000E1451" w:rsidP="00BE611A">
      <w:pPr>
        <w:rPr>
          <w:rFonts w:cs="Georgia"/>
          <w:bCs/>
          <w:kern w:val="1"/>
        </w:rPr>
      </w:pPr>
      <w:r>
        <w:rPr>
          <w:rFonts w:cs="Georgia"/>
          <w:bCs/>
          <w:kern w:val="1"/>
        </w:rPr>
        <w:t>— </w:t>
      </w:r>
      <w:r w:rsidR="00BE611A">
        <w:rPr>
          <w:rFonts w:cs="Georgia"/>
          <w:bCs/>
          <w:kern w:val="1"/>
        </w:rPr>
        <w:t>Bon Dieu de bon Dieu</w:t>
      </w:r>
      <w:r>
        <w:rPr>
          <w:rFonts w:cs="Georgia"/>
          <w:bCs/>
          <w:kern w:val="1"/>
        </w:rPr>
        <w:t xml:space="preserve">, </w:t>
      </w:r>
      <w:r w:rsidR="00BE611A">
        <w:rPr>
          <w:rFonts w:cs="Georgia"/>
          <w:bCs/>
          <w:kern w:val="1"/>
        </w:rPr>
        <w:t>quelle pagaille</w:t>
      </w:r>
      <w:r>
        <w:rPr>
          <w:rFonts w:cs="Georgia"/>
          <w:bCs/>
          <w:kern w:val="1"/>
        </w:rPr>
        <w:t> !</w:t>
      </w:r>
    </w:p>
    <w:p w14:paraId="1EF848EC" w14:textId="77777777" w:rsidR="000E1451" w:rsidRDefault="00BE611A" w:rsidP="00BE611A">
      <w:pPr>
        <w:rPr>
          <w:rFonts w:cs="Georgia"/>
          <w:bCs/>
          <w:kern w:val="1"/>
        </w:rPr>
      </w:pPr>
      <w:r>
        <w:rPr>
          <w:rFonts w:cs="Georgia"/>
          <w:bCs/>
          <w:kern w:val="1"/>
        </w:rPr>
        <w:lastRenderedPageBreak/>
        <w:t>C</w:t>
      </w:r>
      <w:r w:rsidR="000E1451">
        <w:rPr>
          <w:rFonts w:cs="Georgia"/>
          <w:bCs/>
          <w:kern w:val="1"/>
        </w:rPr>
        <w:t>’</w:t>
      </w:r>
      <w:r>
        <w:rPr>
          <w:rFonts w:cs="Georgia"/>
          <w:bCs/>
          <w:kern w:val="1"/>
        </w:rPr>
        <w:t>était la voix de Fichet</w:t>
      </w:r>
      <w:r w:rsidR="000E1451">
        <w:rPr>
          <w:rFonts w:cs="Georgia"/>
          <w:bCs/>
          <w:kern w:val="1"/>
        </w:rPr>
        <w:t xml:space="preserve">. </w:t>
      </w:r>
      <w:r>
        <w:rPr>
          <w:rFonts w:cs="Georgia"/>
          <w:bCs/>
          <w:kern w:val="1"/>
        </w:rPr>
        <w:t>Encombré par ses paquets</w:t>
      </w:r>
      <w:r w:rsidR="000E1451">
        <w:rPr>
          <w:rFonts w:cs="Georgia"/>
          <w:bCs/>
          <w:kern w:val="1"/>
        </w:rPr>
        <w:t xml:space="preserve">, </w:t>
      </w:r>
      <w:r>
        <w:rPr>
          <w:rFonts w:cs="Georgia"/>
          <w:bCs/>
          <w:kern w:val="1"/>
        </w:rPr>
        <w:t>il n</w:t>
      </w:r>
      <w:r w:rsidR="000E1451">
        <w:rPr>
          <w:rFonts w:cs="Georgia"/>
          <w:bCs/>
          <w:kern w:val="1"/>
        </w:rPr>
        <w:t>’</w:t>
      </w:r>
      <w:r>
        <w:rPr>
          <w:rFonts w:cs="Georgia"/>
          <w:bCs/>
          <w:kern w:val="1"/>
        </w:rPr>
        <w:t>arrivait pas à s</w:t>
      </w:r>
      <w:r w:rsidR="000E1451">
        <w:rPr>
          <w:rFonts w:cs="Georgia"/>
          <w:bCs/>
          <w:kern w:val="1"/>
        </w:rPr>
        <w:t>’</w:t>
      </w:r>
      <w:r>
        <w:rPr>
          <w:rFonts w:cs="Georgia"/>
          <w:bCs/>
          <w:kern w:val="1"/>
        </w:rPr>
        <w:t>extraire de son wagon</w:t>
      </w:r>
      <w:r w:rsidR="000E1451">
        <w:rPr>
          <w:rFonts w:cs="Georgia"/>
          <w:bCs/>
          <w:kern w:val="1"/>
        </w:rPr>
        <w:t>.</w:t>
      </w:r>
    </w:p>
    <w:p w14:paraId="361259CE" w14:textId="77777777" w:rsidR="000E1451" w:rsidRDefault="000E1451" w:rsidP="00BE611A">
      <w:pPr>
        <w:rPr>
          <w:rFonts w:cs="Georgia"/>
          <w:bCs/>
          <w:kern w:val="1"/>
        </w:rPr>
      </w:pPr>
      <w:r>
        <w:rPr>
          <w:rFonts w:cs="Georgia"/>
          <w:bCs/>
          <w:kern w:val="1"/>
        </w:rPr>
        <w:t>— </w:t>
      </w:r>
      <w:r w:rsidR="00BE611A">
        <w:rPr>
          <w:rFonts w:cs="Georgia"/>
          <w:bCs/>
          <w:kern w:val="1"/>
        </w:rPr>
        <w:t>Ouf</w:t>
      </w:r>
      <w:r>
        <w:rPr>
          <w:rFonts w:cs="Georgia"/>
          <w:bCs/>
          <w:kern w:val="1"/>
        </w:rPr>
        <w:t xml:space="preserve">, </w:t>
      </w:r>
      <w:r w:rsidR="00BE611A">
        <w:rPr>
          <w:rFonts w:cs="Georgia"/>
          <w:bCs/>
          <w:kern w:val="1"/>
        </w:rPr>
        <w:t>voilà qui est fait</w:t>
      </w:r>
      <w:r>
        <w:rPr>
          <w:rFonts w:cs="Georgia"/>
          <w:bCs/>
          <w:kern w:val="1"/>
        </w:rPr>
        <w:t xml:space="preserve">. </w:t>
      </w:r>
      <w:r w:rsidR="00BE611A">
        <w:rPr>
          <w:rFonts w:cs="Georgia"/>
          <w:bCs/>
          <w:kern w:val="1"/>
        </w:rPr>
        <w:t>Cessez donc un peu votre boucan</w:t>
      </w:r>
      <w:r>
        <w:rPr>
          <w:rFonts w:cs="Georgia"/>
          <w:bCs/>
          <w:kern w:val="1"/>
        </w:rPr>
        <w:t xml:space="preserve">, </w:t>
      </w:r>
      <w:r w:rsidR="00BE611A">
        <w:rPr>
          <w:rFonts w:cs="Georgia"/>
          <w:bCs/>
          <w:kern w:val="1"/>
        </w:rPr>
        <w:t>vous autres</w:t>
      </w:r>
      <w:r>
        <w:rPr>
          <w:rFonts w:cs="Georgia"/>
          <w:bCs/>
          <w:kern w:val="1"/>
        </w:rPr>
        <w:t xml:space="preserve">. </w:t>
      </w:r>
      <w:r w:rsidR="00BE611A">
        <w:rPr>
          <w:rFonts w:cs="Georgia"/>
          <w:bCs/>
          <w:kern w:val="1"/>
        </w:rPr>
        <w:t>Vous verrez que ces gueulards</w:t>
      </w:r>
      <w:r>
        <w:rPr>
          <w:rFonts w:cs="Georgia"/>
          <w:bCs/>
          <w:kern w:val="1"/>
        </w:rPr>
        <w:t xml:space="preserve">, </w:t>
      </w:r>
      <w:r w:rsidR="00BE611A">
        <w:rPr>
          <w:rFonts w:cs="Georgia"/>
          <w:bCs/>
          <w:kern w:val="1"/>
        </w:rPr>
        <w:t>pour nos débuts ici</w:t>
      </w:r>
      <w:r>
        <w:rPr>
          <w:rFonts w:cs="Georgia"/>
          <w:bCs/>
          <w:kern w:val="1"/>
        </w:rPr>
        <w:t xml:space="preserve">, </w:t>
      </w:r>
      <w:r w:rsidR="00BE611A">
        <w:rPr>
          <w:rFonts w:cs="Georgia"/>
          <w:bCs/>
          <w:kern w:val="1"/>
        </w:rPr>
        <w:t>vont réussir à nous faire tous foutre en taule</w:t>
      </w:r>
      <w:r>
        <w:rPr>
          <w:rFonts w:cs="Georgia"/>
          <w:bCs/>
          <w:kern w:val="1"/>
        </w:rPr>
        <w:t>.</w:t>
      </w:r>
    </w:p>
    <w:p w14:paraId="790C0607" w14:textId="77777777" w:rsidR="000E1451" w:rsidRDefault="000E1451" w:rsidP="00BE611A">
      <w:pPr>
        <w:rPr>
          <w:rFonts w:cs="Georgia"/>
          <w:bCs/>
          <w:kern w:val="1"/>
        </w:rPr>
      </w:pPr>
      <w:r>
        <w:rPr>
          <w:rFonts w:cs="Georgia"/>
          <w:bCs/>
          <w:kern w:val="1"/>
        </w:rPr>
        <w:t>— </w:t>
      </w:r>
      <w:r w:rsidR="00BE611A">
        <w:rPr>
          <w:rFonts w:cs="Georgia"/>
          <w:bCs/>
          <w:kern w:val="1"/>
        </w:rPr>
        <w:t>Ça pourrait bien arriver</w:t>
      </w:r>
      <w:r>
        <w:rPr>
          <w:rFonts w:cs="Georgia"/>
          <w:bCs/>
          <w:kern w:val="1"/>
        </w:rPr>
        <w:t xml:space="preserve">, </w:t>
      </w:r>
      <w:r w:rsidR="00BE611A">
        <w:rPr>
          <w:rFonts w:cs="Georgia"/>
          <w:bCs/>
          <w:kern w:val="1"/>
        </w:rPr>
        <w:t>dis-je</w:t>
      </w:r>
      <w:r>
        <w:rPr>
          <w:rFonts w:cs="Georgia"/>
          <w:bCs/>
          <w:kern w:val="1"/>
        </w:rPr>
        <w:t xml:space="preserve">. </w:t>
      </w:r>
      <w:r w:rsidR="00BE611A">
        <w:rPr>
          <w:rFonts w:cs="Georgia"/>
          <w:bCs/>
          <w:kern w:val="1"/>
        </w:rPr>
        <w:t>Ils sont comme les enfants</w:t>
      </w:r>
      <w:r>
        <w:rPr>
          <w:rFonts w:cs="Georgia"/>
          <w:bCs/>
          <w:kern w:val="1"/>
        </w:rPr>
        <w:t xml:space="preserve"> : </w:t>
      </w:r>
      <w:r w:rsidR="00BE611A">
        <w:rPr>
          <w:rFonts w:cs="Georgia"/>
          <w:bCs/>
          <w:kern w:val="1"/>
        </w:rPr>
        <w:t>du moment qu</w:t>
      </w:r>
      <w:r>
        <w:rPr>
          <w:rFonts w:cs="Georgia"/>
          <w:bCs/>
          <w:kern w:val="1"/>
        </w:rPr>
        <w:t>’</w:t>
      </w:r>
      <w:r w:rsidR="00BE611A">
        <w:rPr>
          <w:rFonts w:cs="Georgia"/>
          <w:bCs/>
          <w:kern w:val="1"/>
        </w:rPr>
        <w:t>il fait noir et qu</w:t>
      </w:r>
      <w:r>
        <w:rPr>
          <w:rFonts w:cs="Georgia"/>
          <w:bCs/>
          <w:kern w:val="1"/>
        </w:rPr>
        <w:t>’</w:t>
      </w:r>
      <w:r w:rsidR="00BE611A">
        <w:rPr>
          <w:rFonts w:cs="Georgia"/>
          <w:bCs/>
          <w:kern w:val="1"/>
        </w:rPr>
        <w:t>on ne les voit pas</w:t>
      </w:r>
      <w:r>
        <w:rPr>
          <w:rFonts w:cs="Georgia"/>
          <w:bCs/>
          <w:kern w:val="1"/>
        </w:rPr>
        <w:t xml:space="preserve">, </w:t>
      </w:r>
      <w:r w:rsidR="00BE611A">
        <w:rPr>
          <w:rFonts w:cs="Georgia"/>
          <w:bCs/>
          <w:kern w:val="1"/>
        </w:rPr>
        <w:t>ça va</w:t>
      </w:r>
      <w:r>
        <w:rPr>
          <w:rFonts w:cs="Georgia"/>
          <w:bCs/>
          <w:kern w:val="1"/>
        </w:rPr>
        <w:t xml:space="preserve">. </w:t>
      </w:r>
      <w:r w:rsidR="00BE611A">
        <w:rPr>
          <w:rFonts w:cs="Georgia"/>
          <w:bCs/>
          <w:kern w:val="1"/>
        </w:rPr>
        <w:t>Silence</w:t>
      </w:r>
      <w:r>
        <w:rPr>
          <w:rFonts w:cs="Georgia"/>
          <w:bCs/>
          <w:kern w:val="1"/>
        </w:rPr>
        <w:t xml:space="preserve">, </w:t>
      </w:r>
      <w:r w:rsidR="00BE611A">
        <w:rPr>
          <w:rFonts w:cs="Georgia"/>
          <w:bCs/>
          <w:kern w:val="1"/>
        </w:rPr>
        <w:t>donc</w:t>
      </w:r>
      <w:r>
        <w:rPr>
          <w:rFonts w:cs="Georgia"/>
          <w:bCs/>
          <w:kern w:val="1"/>
        </w:rPr>
        <w:t> !</w:t>
      </w:r>
    </w:p>
    <w:p w14:paraId="5D5044B6" w14:textId="77777777" w:rsidR="000E1451" w:rsidRDefault="00BE611A" w:rsidP="00BE611A">
      <w:pPr>
        <w:rPr>
          <w:rFonts w:cs="Georgia"/>
          <w:bCs/>
          <w:kern w:val="1"/>
        </w:rPr>
      </w:pPr>
      <w:r>
        <w:rPr>
          <w:rFonts w:cs="Georgia"/>
          <w:bCs/>
          <w:kern w:val="1"/>
        </w:rPr>
        <w:t>Appels</w:t>
      </w:r>
      <w:r w:rsidR="000E1451">
        <w:rPr>
          <w:rFonts w:cs="Georgia"/>
          <w:bCs/>
          <w:kern w:val="1"/>
        </w:rPr>
        <w:t xml:space="preserve">, </w:t>
      </w:r>
      <w:r>
        <w:rPr>
          <w:rFonts w:cs="Georgia"/>
          <w:bCs/>
          <w:kern w:val="1"/>
        </w:rPr>
        <w:t>jurons</w:t>
      </w:r>
      <w:r w:rsidR="000E1451">
        <w:rPr>
          <w:rFonts w:cs="Georgia"/>
          <w:bCs/>
          <w:kern w:val="1"/>
        </w:rPr>
        <w:t xml:space="preserve">, </w:t>
      </w:r>
      <w:r>
        <w:rPr>
          <w:rFonts w:cs="Georgia"/>
          <w:bCs/>
          <w:kern w:val="1"/>
        </w:rPr>
        <w:t>cris d</w:t>
      </w:r>
      <w:r w:rsidR="000E1451">
        <w:rPr>
          <w:rFonts w:cs="Georgia"/>
          <w:bCs/>
          <w:kern w:val="1"/>
        </w:rPr>
        <w:t>’</w:t>
      </w:r>
      <w:r>
        <w:rPr>
          <w:rFonts w:cs="Georgia"/>
          <w:bCs/>
          <w:kern w:val="1"/>
        </w:rPr>
        <w:t>animaux</w:t>
      </w:r>
      <w:r w:rsidR="000E1451">
        <w:rPr>
          <w:rFonts w:cs="Georgia"/>
          <w:bCs/>
          <w:kern w:val="1"/>
        </w:rPr>
        <w:t xml:space="preserve">, </w:t>
      </w:r>
      <w:r>
        <w:rPr>
          <w:rFonts w:cs="Georgia"/>
          <w:bCs/>
          <w:kern w:val="1"/>
        </w:rPr>
        <w:t>rien ne manquait à cette cacophonie</w:t>
      </w:r>
      <w:r w:rsidR="000E1451">
        <w:rPr>
          <w:rFonts w:cs="Georgia"/>
          <w:bCs/>
          <w:kern w:val="1"/>
        </w:rPr>
        <w:t xml:space="preserve">. </w:t>
      </w:r>
      <w:r>
        <w:rPr>
          <w:rFonts w:cs="Georgia"/>
          <w:bCs/>
          <w:kern w:val="1"/>
        </w:rPr>
        <w:t>Les uns ne retrouvaient pas leurs musettes</w:t>
      </w:r>
      <w:r w:rsidR="000E1451">
        <w:rPr>
          <w:rFonts w:cs="Georgia"/>
          <w:bCs/>
          <w:kern w:val="1"/>
        </w:rPr>
        <w:t xml:space="preserve"> ; </w:t>
      </w:r>
      <w:r>
        <w:rPr>
          <w:rFonts w:cs="Georgia"/>
          <w:bCs/>
          <w:kern w:val="1"/>
        </w:rPr>
        <w:t>d</w:t>
      </w:r>
      <w:r w:rsidR="000E1451">
        <w:rPr>
          <w:rFonts w:cs="Georgia"/>
          <w:bCs/>
          <w:kern w:val="1"/>
        </w:rPr>
        <w:t>’</w:t>
      </w:r>
      <w:r>
        <w:rPr>
          <w:rFonts w:cs="Georgia"/>
          <w:bCs/>
          <w:kern w:val="1"/>
        </w:rPr>
        <w:t>autres protestaient parce qu</w:t>
      </w:r>
      <w:r w:rsidR="000E1451">
        <w:rPr>
          <w:rFonts w:cs="Georgia"/>
          <w:bCs/>
          <w:kern w:val="1"/>
        </w:rPr>
        <w:t>’</w:t>
      </w:r>
      <w:r>
        <w:rPr>
          <w:rFonts w:cs="Georgia"/>
          <w:bCs/>
          <w:kern w:val="1"/>
        </w:rPr>
        <w:t>on leur marchait sur les pieds</w:t>
      </w:r>
      <w:r w:rsidR="000E1451">
        <w:rPr>
          <w:rFonts w:cs="Georgia"/>
          <w:bCs/>
          <w:kern w:val="1"/>
        </w:rPr>
        <w:t xml:space="preserve"> ; </w:t>
      </w:r>
      <w:r>
        <w:rPr>
          <w:rFonts w:cs="Georgia"/>
          <w:bCs/>
          <w:kern w:val="1"/>
        </w:rPr>
        <w:t>d</w:t>
      </w:r>
      <w:r w:rsidR="000E1451">
        <w:rPr>
          <w:rFonts w:cs="Georgia"/>
          <w:bCs/>
          <w:kern w:val="1"/>
        </w:rPr>
        <w:t>’</w:t>
      </w:r>
      <w:r>
        <w:rPr>
          <w:rFonts w:cs="Georgia"/>
          <w:bCs/>
          <w:kern w:val="1"/>
        </w:rPr>
        <w:t>autres se faisaient prendre les doigts dans les portières</w:t>
      </w:r>
      <w:r w:rsidR="000E1451">
        <w:rPr>
          <w:rFonts w:cs="Georgia"/>
          <w:bCs/>
          <w:kern w:val="1"/>
        </w:rPr>
        <w:t>.</w:t>
      </w:r>
    </w:p>
    <w:p w14:paraId="6B68D1DB" w14:textId="77777777" w:rsidR="000E1451" w:rsidRDefault="00BE611A" w:rsidP="00BE611A">
      <w:pPr>
        <w:rPr>
          <w:rFonts w:cs="Georgia"/>
          <w:bCs/>
          <w:kern w:val="1"/>
        </w:rPr>
      </w:pPr>
      <w:r>
        <w:rPr>
          <w:rFonts w:cs="Georgia"/>
          <w:bCs/>
          <w:kern w:val="1"/>
        </w:rPr>
        <w:t>Soudain</w:t>
      </w:r>
      <w:r w:rsidR="000E1451">
        <w:rPr>
          <w:rFonts w:cs="Georgia"/>
          <w:bCs/>
          <w:kern w:val="1"/>
        </w:rPr>
        <w:t xml:space="preserve">, </w:t>
      </w:r>
      <w:r>
        <w:rPr>
          <w:rFonts w:cs="Georgia"/>
          <w:bCs/>
          <w:kern w:val="1"/>
        </w:rPr>
        <w:t>un commandement brusque retentit</w:t>
      </w:r>
      <w:r w:rsidR="000E1451">
        <w:rPr>
          <w:rFonts w:cs="Georgia"/>
          <w:bCs/>
          <w:kern w:val="1"/>
        </w:rPr>
        <w:t xml:space="preserve">. </w:t>
      </w:r>
      <w:r>
        <w:rPr>
          <w:rFonts w:cs="Georgia"/>
          <w:bCs/>
          <w:kern w:val="1"/>
        </w:rPr>
        <w:t>Je vis une douzaine d</w:t>
      </w:r>
      <w:r w:rsidR="000E1451">
        <w:rPr>
          <w:rFonts w:cs="Georgia"/>
          <w:bCs/>
          <w:kern w:val="1"/>
        </w:rPr>
        <w:t>’</w:t>
      </w:r>
      <w:r>
        <w:rPr>
          <w:rFonts w:cs="Georgia"/>
          <w:bCs/>
          <w:kern w:val="1"/>
        </w:rPr>
        <w:t>ombres se porter à l</w:t>
      </w:r>
      <w:r w:rsidR="000E1451">
        <w:rPr>
          <w:rFonts w:cs="Georgia"/>
          <w:bCs/>
          <w:kern w:val="1"/>
        </w:rPr>
        <w:t>’</w:t>
      </w:r>
      <w:r>
        <w:rPr>
          <w:rFonts w:cs="Georgia"/>
          <w:bCs/>
          <w:kern w:val="1"/>
        </w:rPr>
        <w:t>avant du train au pas gymnastique</w:t>
      </w:r>
      <w:r w:rsidR="000E1451">
        <w:rPr>
          <w:rFonts w:cs="Georgia"/>
          <w:bCs/>
          <w:kern w:val="1"/>
        </w:rPr>
        <w:t xml:space="preserve">. </w:t>
      </w:r>
      <w:r>
        <w:rPr>
          <w:rFonts w:cs="Georgia"/>
          <w:bCs/>
          <w:kern w:val="1"/>
        </w:rPr>
        <w:t>C</w:t>
      </w:r>
      <w:r w:rsidR="000E1451">
        <w:rPr>
          <w:rFonts w:cs="Georgia"/>
          <w:bCs/>
          <w:kern w:val="1"/>
        </w:rPr>
        <w:t>’</w:t>
      </w:r>
      <w:r>
        <w:rPr>
          <w:rFonts w:cs="Georgia"/>
          <w:bCs/>
          <w:kern w:val="1"/>
        </w:rPr>
        <w:t>étaient les sous-officiers allemands</w:t>
      </w:r>
      <w:r w:rsidR="000E1451">
        <w:rPr>
          <w:rFonts w:cs="Georgia"/>
          <w:bCs/>
          <w:kern w:val="1"/>
        </w:rPr>
        <w:t xml:space="preserve">, </w:t>
      </w:r>
      <w:r>
        <w:rPr>
          <w:rFonts w:cs="Georgia"/>
          <w:bCs/>
          <w:kern w:val="1"/>
        </w:rPr>
        <w:t>que l</w:t>
      </w:r>
      <w:r w:rsidR="000E1451">
        <w:rPr>
          <w:rFonts w:cs="Georgia"/>
          <w:bCs/>
          <w:kern w:val="1"/>
        </w:rPr>
        <w:t>’</w:t>
      </w:r>
      <w:r>
        <w:rPr>
          <w:rFonts w:cs="Georgia"/>
          <w:bCs/>
          <w:kern w:val="1"/>
        </w:rPr>
        <w:t>homme à la longue pèlerine venait d</w:t>
      </w:r>
      <w:r w:rsidR="000E1451">
        <w:rPr>
          <w:rFonts w:cs="Georgia"/>
          <w:bCs/>
          <w:kern w:val="1"/>
        </w:rPr>
        <w:t>’</w:t>
      </w:r>
      <w:r>
        <w:rPr>
          <w:rFonts w:cs="Georgia"/>
          <w:bCs/>
          <w:kern w:val="1"/>
        </w:rPr>
        <w:t>appeler</w:t>
      </w:r>
      <w:r w:rsidR="000E1451">
        <w:rPr>
          <w:rFonts w:cs="Georgia"/>
          <w:bCs/>
          <w:kern w:val="1"/>
        </w:rPr>
        <w:t>.</w:t>
      </w:r>
    </w:p>
    <w:p w14:paraId="2F47B34C" w14:textId="77777777" w:rsidR="000E1451" w:rsidRDefault="00BE611A" w:rsidP="00BE611A">
      <w:pPr>
        <w:rPr>
          <w:rFonts w:cs="Georgia"/>
          <w:bCs/>
          <w:kern w:val="1"/>
        </w:rPr>
      </w:pPr>
      <w:r>
        <w:rPr>
          <w:rFonts w:cs="Georgia"/>
          <w:bCs/>
          <w:kern w:val="1"/>
        </w:rPr>
        <w:t>Il y avait là un avertissement dont nos braillards auraient dû tenir compte</w:t>
      </w:r>
      <w:r w:rsidR="000E1451">
        <w:rPr>
          <w:rFonts w:cs="Georgia"/>
          <w:bCs/>
          <w:kern w:val="1"/>
        </w:rPr>
        <w:t xml:space="preserve">. </w:t>
      </w:r>
      <w:r>
        <w:rPr>
          <w:rFonts w:cs="Georgia"/>
          <w:bCs/>
          <w:kern w:val="1"/>
        </w:rPr>
        <w:t>Mais le vacarme ne fit que croître</w:t>
      </w:r>
      <w:r w:rsidR="000E1451">
        <w:rPr>
          <w:rFonts w:cs="Georgia"/>
          <w:bCs/>
          <w:kern w:val="1"/>
        </w:rPr>
        <w:t xml:space="preserve">. </w:t>
      </w:r>
      <w:r>
        <w:rPr>
          <w:rFonts w:cs="Georgia"/>
          <w:bCs/>
          <w:kern w:val="1"/>
        </w:rPr>
        <w:t>Les landsturmiens</w:t>
      </w:r>
      <w:r w:rsidR="000E1451">
        <w:rPr>
          <w:rFonts w:cs="Georgia"/>
          <w:bCs/>
          <w:kern w:val="1"/>
        </w:rPr>
        <w:t xml:space="preserve">, </w:t>
      </w:r>
      <w:r>
        <w:rPr>
          <w:rFonts w:cs="Georgia"/>
          <w:bCs/>
          <w:kern w:val="1"/>
        </w:rPr>
        <w:t>débordés</w:t>
      </w:r>
      <w:r w:rsidR="000E1451">
        <w:rPr>
          <w:rFonts w:cs="Georgia"/>
          <w:bCs/>
          <w:kern w:val="1"/>
        </w:rPr>
        <w:t xml:space="preserve">, </w:t>
      </w:r>
      <w:r>
        <w:rPr>
          <w:rFonts w:cs="Georgia"/>
          <w:bCs/>
          <w:kern w:val="1"/>
        </w:rPr>
        <w:t>aggravaient le désordre en distribuant au hasard force coups de pied et de crosse</w:t>
      </w:r>
      <w:r w:rsidR="000E1451">
        <w:rPr>
          <w:rFonts w:cs="Georgia"/>
          <w:bCs/>
          <w:kern w:val="1"/>
        </w:rPr>
        <w:t xml:space="preserve">. </w:t>
      </w:r>
      <w:r>
        <w:rPr>
          <w:rFonts w:cs="Georgia"/>
          <w:bCs/>
          <w:kern w:val="1"/>
        </w:rPr>
        <w:t>Ils recevaient eux-mêmes</w:t>
      </w:r>
      <w:r w:rsidR="000E1451">
        <w:rPr>
          <w:rFonts w:cs="Georgia"/>
          <w:bCs/>
          <w:kern w:val="1"/>
        </w:rPr>
        <w:t xml:space="preserve">, </w:t>
      </w:r>
      <w:r>
        <w:rPr>
          <w:rFonts w:cs="Georgia"/>
          <w:bCs/>
          <w:kern w:val="1"/>
        </w:rPr>
        <w:t>à la faveur de l</w:t>
      </w:r>
      <w:r w:rsidR="000E1451">
        <w:rPr>
          <w:rFonts w:cs="Georgia"/>
          <w:bCs/>
          <w:kern w:val="1"/>
        </w:rPr>
        <w:t>’</w:t>
      </w:r>
      <w:r>
        <w:rPr>
          <w:rFonts w:cs="Georgia"/>
          <w:bCs/>
          <w:kern w:val="1"/>
        </w:rPr>
        <w:t>ombre propice</w:t>
      </w:r>
      <w:r w:rsidR="000E1451">
        <w:rPr>
          <w:rFonts w:cs="Georgia"/>
          <w:bCs/>
          <w:kern w:val="1"/>
        </w:rPr>
        <w:t xml:space="preserve">, </w:t>
      </w:r>
      <w:r>
        <w:rPr>
          <w:rFonts w:cs="Georgia"/>
          <w:bCs/>
          <w:kern w:val="1"/>
        </w:rPr>
        <w:t>maintes bourrades qui achevaient de les rendre furieux</w:t>
      </w:r>
      <w:r w:rsidR="000E1451">
        <w:rPr>
          <w:rFonts w:cs="Georgia"/>
          <w:bCs/>
          <w:kern w:val="1"/>
        </w:rPr>
        <w:t xml:space="preserve">. </w:t>
      </w:r>
      <w:r>
        <w:rPr>
          <w:rFonts w:cs="Georgia"/>
          <w:bCs/>
          <w:kern w:val="1"/>
        </w:rPr>
        <w:t>Bergez et moi nous nous étions mis un peu à l</w:t>
      </w:r>
      <w:r w:rsidR="000E1451">
        <w:rPr>
          <w:rFonts w:cs="Georgia"/>
          <w:bCs/>
          <w:kern w:val="1"/>
        </w:rPr>
        <w:t>’</w:t>
      </w:r>
      <w:r>
        <w:rPr>
          <w:rFonts w:cs="Georgia"/>
          <w:bCs/>
          <w:kern w:val="1"/>
        </w:rPr>
        <w:t>écart</w:t>
      </w:r>
      <w:r w:rsidR="000E1451">
        <w:rPr>
          <w:rFonts w:cs="Georgia"/>
          <w:bCs/>
          <w:kern w:val="1"/>
        </w:rPr>
        <w:t xml:space="preserve">. </w:t>
      </w:r>
      <w:r>
        <w:rPr>
          <w:rFonts w:cs="Georgia"/>
          <w:bCs/>
          <w:kern w:val="1"/>
        </w:rPr>
        <w:t>En toute autre circonstance</w:t>
      </w:r>
      <w:r w:rsidR="000E1451">
        <w:rPr>
          <w:rFonts w:cs="Georgia"/>
          <w:bCs/>
          <w:kern w:val="1"/>
        </w:rPr>
        <w:t xml:space="preserve">, </w:t>
      </w:r>
      <w:r>
        <w:rPr>
          <w:rFonts w:cs="Georgia"/>
          <w:bCs/>
          <w:kern w:val="1"/>
        </w:rPr>
        <w:t>le spectacle d</w:t>
      </w:r>
      <w:r w:rsidR="000E1451">
        <w:rPr>
          <w:rFonts w:cs="Georgia"/>
          <w:bCs/>
          <w:kern w:val="1"/>
        </w:rPr>
        <w:t>’</w:t>
      </w:r>
      <w:r>
        <w:rPr>
          <w:rFonts w:cs="Georgia"/>
          <w:bCs/>
          <w:kern w:val="1"/>
        </w:rPr>
        <w:t>un pareil tohu-bohu nous eût rempli le cœur de la joie la plus douce</w:t>
      </w:r>
      <w:r w:rsidR="000E1451">
        <w:rPr>
          <w:rFonts w:cs="Georgia"/>
          <w:bCs/>
          <w:kern w:val="1"/>
        </w:rPr>
        <w:t xml:space="preserve">. </w:t>
      </w:r>
      <w:r>
        <w:rPr>
          <w:rFonts w:cs="Georgia"/>
          <w:bCs/>
          <w:kern w:val="1"/>
        </w:rPr>
        <w:t>Pour l</w:t>
      </w:r>
      <w:r w:rsidR="000E1451">
        <w:rPr>
          <w:rFonts w:cs="Georgia"/>
          <w:bCs/>
          <w:kern w:val="1"/>
        </w:rPr>
        <w:t>’</w:t>
      </w:r>
      <w:r>
        <w:rPr>
          <w:rFonts w:cs="Georgia"/>
          <w:bCs/>
          <w:kern w:val="1"/>
        </w:rPr>
        <w:t>instant</w:t>
      </w:r>
      <w:r w:rsidR="000E1451">
        <w:rPr>
          <w:rFonts w:cs="Georgia"/>
          <w:bCs/>
          <w:kern w:val="1"/>
        </w:rPr>
        <w:t xml:space="preserve">, </w:t>
      </w:r>
      <w:r>
        <w:rPr>
          <w:rFonts w:cs="Georgia"/>
          <w:bCs/>
          <w:kern w:val="1"/>
        </w:rPr>
        <w:t>nous nous efforcions non sans anxiété de saisir quelques bribes des ordres que l</w:t>
      </w:r>
      <w:r w:rsidR="000E1451">
        <w:rPr>
          <w:rFonts w:cs="Georgia"/>
          <w:bCs/>
          <w:kern w:val="1"/>
        </w:rPr>
        <w:t>’</w:t>
      </w:r>
      <w:r>
        <w:rPr>
          <w:rFonts w:cs="Georgia"/>
          <w:bCs/>
          <w:kern w:val="1"/>
        </w:rPr>
        <w:t>homme à la pèlerine était en train d</w:t>
      </w:r>
      <w:r w:rsidR="000E1451">
        <w:rPr>
          <w:rFonts w:cs="Georgia"/>
          <w:bCs/>
          <w:kern w:val="1"/>
        </w:rPr>
        <w:t>’</w:t>
      </w:r>
      <w:r>
        <w:rPr>
          <w:rFonts w:cs="Georgia"/>
          <w:bCs/>
          <w:kern w:val="1"/>
        </w:rPr>
        <w:t>adresser à l</w:t>
      </w:r>
      <w:r w:rsidR="000E1451">
        <w:rPr>
          <w:rFonts w:cs="Georgia"/>
          <w:bCs/>
          <w:kern w:val="1"/>
        </w:rPr>
        <w:t>’</w:t>
      </w:r>
      <w:r>
        <w:rPr>
          <w:rFonts w:cs="Georgia"/>
          <w:bCs/>
          <w:kern w:val="1"/>
        </w:rPr>
        <w:t>adjudant et aux feldwebels figés devant lui</w:t>
      </w:r>
      <w:r w:rsidR="000E1451">
        <w:rPr>
          <w:rFonts w:cs="Georgia"/>
          <w:bCs/>
          <w:kern w:val="1"/>
        </w:rPr>
        <w:t>.</w:t>
      </w:r>
    </w:p>
    <w:p w14:paraId="6CB64472" w14:textId="77777777" w:rsidR="000E1451" w:rsidRDefault="000E1451" w:rsidP="00BE611A">
      <w:pPr>
        <w:rPr>
          <w:rFonts w:cs="Georgia"/>
          <w:bCs/>
          <w:kern w:val="1"/>
        </w:rPr>
      </w:pPr>
      <w:r>
        <w:rPr>
          <w:rFonts w:cs="Georgia"/>
          <w:bCs/>
          <w:kern w:val="1"/>
        </w:rPr>
        <w:lastRenderedPageBreak/>
        <w:t>— </w:t>
      </w:r>
      <w:r w:rsidR="00BE611A">
        <w:rPr>
          <w:rFonts w:cs="Georgia"/>
          <w:bCs/>
          <w:kern w:val="1"/>
        </w:rPr>
        <w:t>Ils me font l</w:t>
      </w:r>
      <w:r>
        <w:rPr>
          <w:rFonts w:cs="Georgia"/>
          <w:bCs/>
          <w:kern w:val="1"/>
        </w:rPr>
        <w:t>’</w:t>
      </w:r>
      <w:r w:rsidR="00BE611A">
        <w:rPr>
          <w:rFonts w:cs="Georgia"/>
          <w:bCs/>
          <w:kern w:val="1"/>
        </w:rPr>
        <w:t>effet de prendre quelque chose pour leur rhume</w:t>
      </w:r>
      <w:r>
        <w:rPr>
          <w:rFonts w:cs="Georgia"/>
          <w:bCs/>
          <w:kern w:val="1"/>
        </w:rPr>
        <w:t xml:space="preserve">. </w:t>
      </w:r>
      <w:r w:rsidR="00BE611A">
        <w:rPr>
          <w:rFonts w:cs="Georgia"/>
          <w:bCs/>
          <w:kern w:val="1"/>
        </w:rPr>
        <w:t>C</w:t>
      </w:r>
      <w:r>
        <w:rPr>
          <w:rFonts w:cs="Georgia"/>
          <w:bCs/>
          <w:kern w:val="1"/>
        </w:rPr>
        <w:t>’</w:t>
      </w:r>
      <w:r w:rsidR="00BE611A">
        <w:rPr>
          <w:rFonts w:cs="Georgia"/>
          <w:bCs/>
          <w:kern w:val="1"/>
        </w:rPr>
        <w:t>est un officier</w:t>
      </w:r>
      <w:r>
        <w:rPr>
          <w:rFonts w:cs="Georgia"/>
          <w:bCs/>
          <w:kern w:val="1"/>
        </w:rPr>
        <w:t xml:space="preserve">, </w:t>
      </w:r>
      <w:r w:rsidR="00BE611A">
        <w:rPr>
          <w:rFonts w:cs="Georgia"/>
          <w:bCs/>
          <w:kern w:val="1"/>
        </w:rPr>
        <w:t>le grand type</w:t>
      </w:r>
      <w:r>
        <w:rPr>
          <w:rFonts w:cs="Georgia"/>
          <w:bCs/>
          <w:kern w:val="1"/>
        </w:rPr>
        <w:t xml:space="preserve">, </w:t>
      </w:r>
      <w:r w:rsidR="00BE611A">
        <w:rPr>
          <w:rFonts w:cs="Georgia"/>
          <w:bCs/>
          <w:kern w:val="1"/>
        </w:rPr>
        <w:t>près du petit à la lanterne</w:t>
      </w:r>
      <w:r>
        <w:rPr>
          <w:rFonts w:cs="Georgia"/>
          <w:bCs/>
          <w:kern w:val="1"/>
        </w:rPr>
        <w:t> ?</w:t>
      </w:r>
    </w:p>
    <w:p w14:paraId="276CC173" w14:textId="77777777" w:rsidR="000E1451" w:rsidRDefault="000E1451" w:rsidP="00BE611A">
      <w:pPr>
        <w:rPr>
          <w:rFonts w:cs="Georgia"/>
          <w:kern w:val="1"/>
        </w:rPr>
      </w:pPr>
      <w:r>
        <w:rPr>
          <w:rFonts w:cs="Georgia"/>
          <w:bCs/>
          <w:kern w:val="1"/>
        </w:rPr>
        <w:t>— </w:t>
      </w:r>
      <w:r w:rsidR="00BE611A">
        <w:rPr>
          <w:rFonts w:cs="Georgia"/>
          <w:kern w:val="1"/>
        </w:rPr>
        <w:t>Sans doute</w:t>
      </w:r>
      <w:r>
        <w:rPr>
          <w:rFonts w:cs="Georgia"/>
          <w:kern w:val="1"/>
        </w:rPr>
        <w:t>.</w:t>
      </w:r>
    </w:p>
    <w:p w14:paraId="12463252" w14:textId="77777777" w:rsidR="000E1451" w:rsidRDefault="00BE611A" w:rsidP="00BE611A">
      <w:pPr>
        <w:rPr>
          <w:rFonts w:cs="Georgia"/>
          <w:kern w:val="1"/>
        </w:rPr>
      </w:pPr>
      <w:r>
        <w:rPr>
          <w:rFonts w:cs="Georgia"/>
          <w:kern w:val="1"/>
        </w:rPr>
        <w:t>Au même instant nous entendîmes un second commandement</w:t>
      </w:r>
      <w:r w:rsidR="000E1451">
        <w:rPr>
          <w:rFonts w:cs="Georgia"/>
          <w:kern w:val="1"/>
        </w:rPr>
        <w:t xml:space="preserve">, </w:t>
      </w:r>
      <w:r>
        <w:rPr>
          <w:rFonts w:cs="Georgia"/>
          <w:kern w:val="1"/>
        </w:rPr>
        <w:t>plus impérieux que le premier</w:t>
      </w:r>
      <w:r w:rsidR="000E1451">
        <w:rPr>
          <w:rFonts w:cs="Georgia"/>
          <w:kern w:val="1"/>
        </w:rPr>
        <w:t>.</w:t>
      </w:r>
    </w:p>
    <w:p w14:paraId="2A052997" w14:textId="77777777" w:rsidR="000E1451" w:rsidRDefault="000E1451" w:rsidP="00BE611A">
      <w:pPr>
        <w:rPr>
          <w:rFonts w:cs="Georgia"/>
          <w:bCs/>
          <w:kern w:val="1"/>
        </w:rPr>
      </w:pPr>
      <w:r>
        <w:rPr>
          <w:rFonts w:cs="Georgia"/>
          <w:kern w:val="1"/>
        </w:rPr>
        <w:t>— </w:t>
      </w:r>
      <w:r w:rsidR="00BE611A">
        <w:rPr>
          <w:rFonts w:cs="Georgia"/>
          <w:bCs/>
          <w:kern w:val="1"/>
        </w:rPr>
        <w:t>Les gradés français</w:t>
      </w:r>
      <w:r>
        <w:rPr>
          <w:rFonts w:cs="Georgia"/>
          <w:bCs/>
          <w:kern w:val="1"/>
        </w:rPr>
        <w:t xml:space="preserve">, </w:t>
      </w:r>
      <w:r w:rsidR="00BE611A">
        <w:rPr>
          <w:rFonts w:cs="Georgia"/>
          <w:bCs/>
          <w:kern w:val="1"/>
        </w:rPr>
        <w:t>à moi</w:t>
      </w:r>
      <w:r>
        <w:rPr>
          <w:rFonts w:cs="Georgia"/>
          <w:bCs/>
          <w:kern w:val="1"/>
        </w:rPr>
        <w:t> !</w:t>
      </w:r>
    </w:p>
    <w:p w14:paraId="2319495E" w14:textId="77777777" w:rsidR="000E1451" w:rsidRDefault="00BE611A" w:rsidP="00BE611A">
      <w:pPr>
        <w:rPr>
          <w:rFonts w:cs="Georgia"/>
          <w:bCs/>
          <w:kern w:val="1"/>
        </w:rPr>
      </w:pPr>
      <w:r>
        <w:rPr>
          <w:rFonts w:cs="Georgia"/>
          <w:bCs/>
          <w:kern w:val="1"/>
        </w:rPr>
        <w:t>Le ton était tel qu</w:t>
      </w:r>
      <w:r w:rsidR="000E1451">
        <w:rPr>
          <w:rFonts w:cs="Georgia"/>
          <w:bCs/>
          <w:kern w:val="1"/>
        </w:rPr>
        <w:t>’</w:t>
      </w:r>
      <w:r>
        <w:rPr>
          <w:rFonts w:cs="Georgia"/>
          <w:bCs/>
          <w:kern w:val="1"/>
        </w:rPr>
        <w:t>en un rien de temps nous nous trouvions tous</w:t>
      </w:r>
      <w:r w:rsidR="000E1451">
        <w:rPr>
          <w:rFonts w:cs="Georgia"/>
          <w:bCs/>
          <w:kern w:val="1"/>
        </w:rPr>
        <w:t xml:space="preserve"> – </w:t>
      </w:r>
      <w:r>
        <w:rPr>
          <w:rFonts w:cs="Georgia"/>
          <w:bCs/>
          <w:kern w:val="1"/>
        </w:rPr>
        <w:t>soit deux adjudants et huit sergents</w:t>
      </w:r>
      <w:r w:rsidR="000E1451">
        <w:rPr>
          <w:rFonts w:cs="Georgia"/>
          <w:bCs/>
          <w:kern w:val="1"/>
        </w:rPr>
        <w:t xml:space="preserve"> – </w:t>
      </w:r>
      <w:r>
        <w:rPr>
          <w:rFonts w:cs="Georgia"/>
          <w:bCs/>
          <w:kern w:val="1"/>
        </w:rPr>
        <w:t>alignés à la place que venaient de nous laisser les feldwebels devant l</w:t>
      </w:r>
      <w:r w:rsidR="000E1451">
        <w:rPr>
          <w:rFonts w:cs="Georgia"/>
          <w:bCs/>
          <w:kern w:val="1"/>
        </w:rPr>
        <w:t>’</w:t>
      </w:r>
      <w:r>
        <w:rPr>
          <w:rFonts w:cs="Georgia"/>
          <w:bCs/>
          <w:kern w:val="1"/>
        </w:rPr>
        <w:t>homme à la pèlerine</w:t>
      </w:r>
      <w:r w:rsidR="000E1451">
        <w:rPr>
          <w:rFonts w:cs="Georgia"/>
          <w:bCs/>
          <w:kern w:val="1"/>
        </w:rPr>
        <w:t xml:space="preserve">. </w:t>
      </w:r>
      <w:r>
        <w:rPr>
          <w:rFonts w:cs="Georgia"/>
          <w:bCs/>
          <w:kern w:val="1"/>
        </w:rPr>
        <w:t>Ce dernier était bien un officier</w:t>
      </w:r>
      <w:r w:rsidR="000E1451">
        <w:rPr>
          <w:rFonts w:cs="Georgia"/>
          <w:bCs/>
          <w:kern w:val="1"/>
        </w:rPr>
        <w:t xml:space="preserve">. </w:t>
      </w:r>
      <w:r>
        <w:rPr>
          <w:rFonts w:cs="Georgia"/>
          <w:bCs/>
          <w:kern w:val="1"/>
        </w:rPr>
        <w:t>Je distinguais la visière vernie de la casquette</w:t>
      </w:r>
      <w:r w:rsidR="000E1451">
        <w:rPr>
          <w:rFonts w:cs="Georgia"/>
          <w:bCs/>
          <w:kern w:val="1"/>
        </w:rPr>
        <w:t xml:space="preserve">. </w:t>
      </w:r>
      <w:r>
        <w:rPr>
          <w:rFonts w:cs="Georgia"/>
          <w:bCs/>
          <w:kern w:val="1"/>
        </w:rPr>
        <w:t>J</w:t>
      </w:r>
      <w:r w:rsidR="000E1451">
        <w:rPr>
          <w:rFonts w:cs="Georgia"/>
          <w:bCs/>
          <w:kern w:val="1"/>
        </w:rPr>
        <w:t>’</w:t>
      </w:r>
      <w:r>
        <w:rPr>
          <w:rFonts w:cs="Georgia"/>
          <w:bCs/>
          <w:kern w:val="1"/>
        </w:rPr>
        <w:t>entendais le tintement du fourreau du sabre</w:t>
      </w:r>
      <w:r w:rsidR="000E1451">
        <w:rPr>
          <w:rFonts w:cs="Georgia"/>
          <w:bCs/>
          <w:kern w:val="1"/>
        </w:rPr>
        <w:t xml:space="preserve">, </w:t>
      </w:r>
      <w:r>
        <w:rPr>
          <w:rFonts w:cs="Georgia"/>
          <w:bCs/>
          <w:kern w:val="1"/>
        </w:rPr>
        <w:t>rejeté à gauche par un coup de talon nerveux</w:t>
      </w:r>
      <w:r w:rsidR="000E1451">
        <w:rPr>
          <w:rFonts w:cs="Georgia"/>
          <w:bCs/>
          <w:kern w:val="1"/>
        </w:rPr>
        <w:t>.</w:t>
      </w:r>
    </w:p>
    <w:p w14:paraId="1C2067E1" w14:textId="77777777" w:rsidR="000E1451" w:rsidRDefault="000E1451" w:rsidP="00BE611A">
      <w:pPr>
        <w:rPr>
          <w:rFonts w:cs="Georgia"/>
          <w:bCs/>
          <w:kern w:val="1"/>
        </w:rPr>
      </w:pPr>
      <w:r>
        <w:rPr>
          <w:rFonts w:cs="Georgia"/>
          <w:bCs/>
          <w:kern w:val="1"/>
        </w:rPr>
        <w:t>— </w:t>
      </w:r>
      <w:r w:rsidR="00BE611A">
        <w:rPr>
          <w:rFonts w:cs="Georgia"/>
          <w:bCs/>
          <w:kern w:val="1"/>
        </w:rPr>
        <w:t>Capitaine Elbing</w:t>
      </w:r>
      <w:r>
        <w:rPr>
          <w:rFonts w:cs="Georgia"/>
          <w:bCs/>
          <w:kern w:val="1"/>
        </w:rPr>
        <w:t xml:space="preserve"> ! </w:t>
      </w:r>
      <w:r w:rsidR="00BE611A">
        <w:rPr>
          <w:rFonts w:cs="Georgia"/>
          <w:bCs/>
          <w:kern w:val="1"/>
        </w:rPr>
        <w:t>dit-il</w:t>
      </w:r>
      <w:r>
        <w:rPr>
          <w:rFonts w:cs="Georgia"/>
          <w:bCs/>
          <w:kern w:val="1"/>
        </w:rPr>
        <w:t xml:space="preserve">, </w:t>
      </w:r>
      <w:r w:rsidR="00BE611A">
        <w:rPr>
          <w:rFonts w:cs="Georgia"/>
          <w:bCs/>
          <w:kern w:val="1"/>
        </w:rPr>
        <w:t>nous ayant rendu notre salut</w:t>
      </w:r>
      <w:r>
        <w:rPr>
          <w:rFonts w:cs="Georgia"/>
          <w:bCs/>
          <w:kern w:val="1"/>
        </w:rPr>
        <w:t xml:space="preserve">. </w:t>
      </w:r>
      <w:r w:rsidR="00BE611A">
        <w:rPr>
          <w:rFonts w:cs="Georgia"/>
          <w:bCs/>
          <w:kern w:val="1"/>
        </w:rPr>
        <w:t>C</w:t>
      </w:r>
      <w:r>
        <w:rPr>
          <w:rFonts w:cs="Georgia"/>
          <w:bCs/>
          <w:kern w:val="1"/>
        </w:rPr>
        <w:t>’</w:t>
      </w:r>
      <w:r w:rsidR="00BE611A">
        <w:rPr>
          <w:rFonts w:cs="Georgia"/>
          <w:bCs/>
          <w:kern w:val="1"/>
        </w:rPr>
        <w:t>est moi qui commande le camp de Reichendorf</w:t>
      </w:r>
      <w:r>
        <w:rPr>
          <w:rFonts w:cs="Georgia"/>
          <w:bCs/>
          <w:kern w:val="1"/>
        </w:rPr>
        <w:t xml:space="preserve">. </w:t>
      </w:r>
      <w:r w:rsidR="00BE611A">
        <w:rPr>
          <w:rFonts w:cs="Georgia"/>
          <w:bCs/>
          <w:kern w:val="1"/>
        </w:rPr>
        <w:t>Demain matin</w:t>
      </w:r>
      <w:r>
        <w:rPr>
          <w:rFonts w:cs="Georgia"/>
          <w:bCs/>
          <w:kern w:val="1"/>
        </w:rPr>
        <w:t xml:space="preserve">, </w:t>
      </w:r>
      <w:r w:rsidR="00BE611A">
        <w:rPr>
          <w:rFonts w:cs="Georgia"/>
          <w:bCs/>
          <w:kern w:val="1"/>
        </w:rPr>
        <w:t>à sept heures</w:t>
      </w:r>
      <w:r>
        <w:rPr>
          <w:rFonts w:cs="Georgia"/>
          <w:bCs/>
          <w:kern w:val="1"/>
        </w:rPr>
        <w:t xml:space="preserve">, </w:t>
      </w:r>
      <w:r w:rsidR="00BE611A">
        <w:rPr>
          <w:rFonts w:cs="Georgia"/>
          <w:bCs/>
          <w:kern w:val="1"/>
        </w:rPr>
        <w:t>je vous verrai individuellement tous les dix</w:t>
      </w:r>
      <w:r>
        <w:rPr>
          <w:rFonts w:cs="Georgia"/>
          <w:bCs/>
          <w:kern w:val="1"/>
        </w:rPr>
        <w:t xml:space="preserve">. </w:t>
      </w:r>
      <w:r w:rsidR="00BE611A">
        <w:rPr>
          <w:rFonts w:cs="Georgia"/>
          <w:bCs/>
          <w:kern w:val="1"/>
        </w:rPr>
        <w:t>Pour l</w:t>
      </w:r>
      <w:r>
        <w:rPr>
          <w:rFonts w:cs="Georgia"/>
          <w:bCs/>
          <w:kern w:val="1"/>
        </w:rPr>
        <w:t>’</w:t>
      </w:r>
      <w:r w:rsidR="00BE611A">
        <w:rPr>
          <w:rFonts w:cs="Georgia"/>
          <w:bCs/>
          <w:kern w:val="1"/>
        </w:rPr>
        <w:t>instant</w:t>
      </w:r>
      <w:r>
        <w:rPr>
          <w:rFonts w:cs="Georgia"/>
          <w:bCs/>
          <w:kern w:val="1"/>
        </w:rPr>
        <w:t xml:space="preserve">, </w:t>
      </w:r>
      <w:r w:rsidR="00BE611A">
        <w:rPr>
          <w:rFonts w:cs="Georgia"/>
          <w:bCs/>
          <w:kern w:val="1"/>
        </w:rPr>
        <w:t>je n</w:t>
      </w:r>
      <w:r>
        <w:rPr>
          <w:rFonts w:cs="Georgia"/>
          <w:bCs/>
          <w:kern w:val="1"/>
        </w:rPr>
        <w:t>’</w:t>
      </w:r>
      <w:r w:rsidR="00BE611A">
        <w:rPr>
          <w:rFonts w:cs="Georgia"/>
          <w:bCs/>
          <w:kern w:val="1"/>
        </w:rPr>
        <w:t>ai qu</w:t>
      </w:r>
      <w:r>
        <w:rPr>
          <w:rFonts w:cs="Georgia"/>
          <w:bCs/>
          <w:kern w:val="1"/>
        </w:rPr>
        <w:t>’</w:t>
      </w:r>
      <w:r w:rsidR="00BE611A">
        <w:rPr>
          <w:rFonts w:cs="Georgia"/>
          <w:bCs/>
          <w:kern w:val="1"/>
        </w:rPr>
        <w:t>un mot à vous dire</w:t>
      </w:r>
      <w:r>
        <w:rPr>
          <w:rFonts w:cs="Georgia"/>
          <w:bCs/>
          <w:kern w:val="1"/>
        </w:rPr>
        <w:t xml:space="preserve">. </w:t>
      </w:r>
      <w:r w:rsidR="00BE611A">
        <w:rPr>
          <w:rFonts w:cs="Georgia"/>
          <w:bCs/>
          <w:kern w:val="1"/>
        </w:rPr>
        <w:t>Vous avez cinq minutes</w:t>
      </w:r>
      <w:r>
        <w:rPr>
          <w:rFonts w:cs="Georgia"/>
          <w:bCs/>
          <w:kern w:val="1"/>
        </w:rPr>
        <w:t xml:space="preserve">, </w:t>
      </w:r>
      <w:r w:rsidR="00BE611A">
        <w:rPr>
          <w:rFonts w:cs="Georgia"/>
          <w:bCs/>
          <w:kern w:val="1"/>
        </w:rPr>
        <w:t>exactement</w:t>
      </w:r>
      <w:r>
        <w:rPr>
          <w:rFonts w:cs="Georgia"/>
          <w:bCs/>
          <w:kern w:val="1"/>
        </w:rPr>
        <w:t xml:space="preserve">, </w:t>
      </w:r>
      <w:r w:rsidR="00BE611A">
        <w:rPr>
          <w:rFonts w:cs="Georgia"/>
          <w:bCs/>
          <w:kern w:val="1"/>
        </w:rPr>
        <w:t>pour que ce honteux tapage cesse</w:t>
      </w:r>
      <w:r>
        <w:rPr>
          <w:rFonts w:cs="Georgia"/>
          <w:bCs/>
          <w:kern w:val="1"/>
        </w:rPr>
        <w:t xml:space="preserve">, </w:t>
      </w:r>
      <w:r w:rsidR="00BE611A">
        <w:rPr>
          <w:rFonts w:cs="Georgia"/>
          <w:bCs/>
          <w:kern w:val="1"/>
        </w:rPr>
        <w:t>et pour que vos hommes soient rassemblés par quatre</w:t>
      </w:r>
      <w:r>
        <w:rPr>
          <w:rFonts w:cs="Georgia"/>
          <w:bCs/>
          <w:kern w:val="1"/>
        </w:rPr>
        <w:t xml:space="preserve">, </w:t>
      </w:r>
      <w:r w:rsidR="00BE611A">
        <w:rPr>
          <w:rFonts w:cs="Georgia"/>
          <w:bCs/>
          <w:kern w:val="1"/>
        </w:rPr>
        <w:t>la tête de la colonne se trouvant ici</w:t>
      </w:r>
      <w:r>
        <w:rPr>
          <w:rFonts w:cs="Georgia"/>
          <w:bCs/>
          <w:kern w:val="1"/>
        </w:rPr>
        <w:t>…</w:t>
      </w:r>
    </w:p>
    <w:p w14:paraId="223DD637" w14:textId="77777777" w:rsidR="000E1451" w:rsidRDefault="00BE611A" w:rsidP="00BE611A">
      <w:pPr>
        <w:rPr>
          <w:rFonts w:cs="Georgia"/>
          <w:bCs/>
          <w:kern w:val="1"/>
        </w:rPr>
      </w:pPr>
      <w:r>
        <w:rPr>
          <w:rFonts w:cs="Georgia"/>
          <w:bCs/>
          <w:kern w:val="1"/>
        </w:rPr>
        <w:t>Il étendit le bras</w:t>
      </w:r>
      <w:r w:rsidR="000E1451">
        <w:rPr>
          <w:rFonts w:cs="Georgia"/>
          <w:bCs/>
          <w:kern w:val="1"/>
        </w:rPr>
        <w:t>.</w:t>
      </w:r>
    </w:p>
    <w:p w14:paraId="394FCDA7" w14:textId="77777777" w:rsidR="000E1451" w:rsidRDefault="000E1451" w:rsidP="00BE611A">
      <w:pPr>
        <w:rPr>
          <w:rFonts w:cs="Georgia"/>
          <w:bCs/>
          <w:kern w:val="1"/>
        </w:rPr>
      </w:pPr>
      <w:r>
        <w:rPr>
          <w:rFonts w:cs="Georgia"/>
          <w:bCs/>
          <w:kern w:val="1"/>
        </w:rPr>
        <w:t>— </w:t>
      </w:r>
      <w:r w:rsidR="00BE611A">
        <w:rPr>
          <w:rFonts w:cs="Georgia"/>
          <w:bCs/>
          <w:kern w:val="1"/>
        </w:rPr>
        <w:t>À ma hauteur</w:t>
      </w:r>
      <w:r>
        <w:rPr>
          <w:rFonts w:cs="Georgia"/>
          <w:bCs/>
          <w:kern w:val="1"/>
        </w:rPr>
        <w:t xml:space="preserve">. </w:t>
      </w:r>
      <w:r w:rsidR="00BE611A">
        <w:rPr>
          <w:rFonts w:cs="Georgia"/>
          <w:bCs/>
          <w:kern w:val="1"/>
        </w:rPr>
        <w:t>Cinq minutes</w:t>
      </w:r>
      <w:r>
        <w:rPr>
          <w:rFonts w:cs="Georgia"/>
          <w:bCs/>
          <w:kern w:val="1"/>
        </w:rPr>
        <w:t xml:space="preserve">, </w:t>
      </w:r>
      <w:r w:rsidR="00BE611A">
        <w:rPr>
          <w:rFonts w:cs="Georgia"/>
          <w:bCs/>
          <w:kern w:val="1"/>
        </w:rPr>
        <w:t>ai-je dit</w:t>
      </w:r>
      <w:r>
        <w:rPr>
          <w:rFonts w:cs="Georgia"/>
          <w:bCs/>
          <w:kern w:val="1"/>
        </w:rPr>
        <w:t xml:space="preserve">. </w:t>
      </w:r>
      <w:r w:rsidR="00BE611A">
        <w:rPr>
          <w:rFonts w:cs="Georgia"/>
          <w:bCs/>
          <w:kern w:val="1"/>
        </w:rPr>
        <w:t>Rompez</w:t>
      </w:r>
      <w:r>
        <w:rPr>
          <w:rFonts w:cs="Georgia"/>
          <w:bCs/>
          <w:kern w:val="1"/>
        </w:rPr>
        <w:t> !</w:t>
      </w:r>
    </w:p>
    <w:p w14:paraId="4591590F" w14:textId="77777777" w:rsidR="000E1451" w:rsidRDefault="00BE611A" w:rsidP="00BE611A">
      <w:pPr>
        <w:rPr>
          <w:rFonts w:cs="Georgia"/>
          <w:bCs/>
          <w:kern w:val="1"/>
        </w:rPr>
      </w:pPr>
      <w:r>
        <w:rPr>
          <w:rFonts w:cs="Georgia"/>
          <w:bCs/>
          <w:kern w:val="1"/>
        </w:rPr>
        <w:t>Nous obéîmes sans demander notre reste</w:t>
      </w:r>
      <w:r w:rsidR="000E1451">
        <w:rPr>
          <w:rFonts w:cs="Georgia"/>
          <w:bCs/>
          <w:kern w:val="1"/>
        </w:rPr>
        <w:t>.</w:t>
      </w:r>
    </w:p>
    <w:p w14:paraId="741262AC" w14:textId="77777777" w:rsidR="000E1451" w:rsidRDefault="000E1451" w:rsidP="00BE611A">
      <w:pPr>
        <w:rPr>
          <w:rFonts w:cs="Georgia"/>
          <w:bCs/>
          <w:kern w:val="1"/>
        </w:rPr>
      </w:pPr>
      <w:r>
        <w:rPr>
          <w:rFonts w:cs="Georgia"/>
          <w:bCs/>
          <w:kern w:val="1"/>
        </w:rPr>
        <w:t>— </w:t>
      </w:r>
      <w:r w:rsidR="00BE611A">
        <w:rPr>
          <w:rFonts w:cs="Georgia"/>
          <w:bCs/>
          <w:kern w:val="1"/>
        </w:rPr>
        <w:t>Eh bien</w:t>
      </w:r>
      <w:r>
        <w:rPr>
          <w:rFonts w:cs="Georgia"/>
          <w:bCs/>
          <w:kern w:val="1"/>
        </w:rPr>
        <w:t xml:space="preserve">, </w:t>
      </w:r>
      <w:r w:rsidR="00BE611A">
        <w:rPr>
          <w:rFonts w:cs="Georgia"/>
          <w:bCs/>
          <w:kern w:val="1"/>
        </w:rPr>
        <w:t>me dit Bergez</w:t>
      </w:r>
      <w:r>
        <w:rPr>
          <w:rFonts w:cs="Georgia"/>
          <w:bCs/>
          <w:kern w:val="1"/>
        </w:rPr>
        <w:t xml:space="preserve">, </w:t>
      </w:r>
      <w:r w:rsidR="00BE611A">
        <w:rPr>
          <w:rFonts w:cs="Georgia"/>
          <w:bCs/>
          <w:kern w:val="1"/>
        </w:rPr>
        <w:t>en voilà un qui s</w:t>
      </w:r>
      <w:r>
        <w:rPr>
          <w:rFonts w:cs="Georgia"/>
          <w:bCs/>
          <w:kern w:val="1"/>
        </w:rPr>
        <w:t>’</w:t>
      </w:r>
      <w:r w:rsidR="00BE611A">
        <w:rPr>
          <w:rFonts w:cs="Georgia"/>
          <w:bCs/>
          <w:kern w:val="1"/>
        </w:rPr>
        <w:t>y entend à commander</w:t>
      </w:r>
      <w:r>
        <w:rPr>
          <w:rFonts w:cs="Georgia"/>
          <w:bCs/>
          <w:kern w:val="1"/>
        </w:rPr>
        <w:t xml:space="preserve"> ! </w:t>
      </w:r>
      <w:r w:rsidR="00BE611A">
        <w:rPr>
          <w:rFonts w:cs="Georgia"/>
          <w:bCs/>
          <w:kern w:val="1"/>
        </w:rPr>
        <w:t>Mais pour ce qui est de rassembler nos bonshommes</w:t>
      </w:r>
      <w:r>
        <w:rPr>
          <w:rFonts w:cs="Georgia"/>
          <w:bCs/>
          <w:kern w:val="1"/>
        </w:rPr>
        <w:t xml:space="preserve">, </w:t>
      </w:r>
      <w:r w:rsidR="00BE611A">
        <w:rPr>
          <w:rFonts w:cs="Georgia"/>
          <w:bCs/>
          <w:kern w:val="1"/>
        </w:rPr>
        <w:t>comme il le veut</w:t>
      </w:r>
      <w:r>
        <w:rPr>
          <w:rFonts w:cs="Georgia"/>
          <w:bCs/>
          <w:kern w:val="1"/>
        </w:rPr>
        <w:t xml:space="preserve">, </w:t>
      </w:r>
      <w:r w:rsidR="00BE611A">
        <w:rPr>
          <w:rFonts w:cs="Georgia"/>
          <w:bCs/>
          <w:kern w:val="1"/>
        </w:rPr>
        <w:t>en cinq minutes</w:t>
      </w:r>
      <w:r>
        <w:rPr>
          <w:rFonts w:cs="Georgia"/>
          <w:bCs/>
          <w:kern w:val="1"/>
        </w:rPr>
        <w:t xml:space="preserve">, </w:t>
      </w:r>
      <w:r w:rsidR="00BE611A">
        <w:rPr>
          <w:rFonts w:cs="Georgia"/>
          <w:bCs/>
          <w:kern w:val="1"/>
        </w:rPr>
        <w:t>je crois que c</w:t>
      </w:r>
      <w:r>
        <w:rPr>
          <w:rFonts w:cs="Georgia"/>
          <w:bCs/>
          <w:kern w:val="1"/>
        </w:rPr>
        <w:t>’</w:t>
      </w:r>
      <w:r w:rsidR="00BE611A">
        <w:rPr>
          <w:rFonts w:cs="Georgia"/>
          <w:bCs/>
          <w:kern w:val="1"/>
        </w:rPr>
        <w:t>est macache</w:t>
      </w:r>
      <w:r>
        <w:rPr>
          <w:rFonts w:cs="Georgia"/>
          <w:bCs/>
          <w:kern w:val="1"/>
        </w:rPr>
        <w:t>.</w:t>
      </w:r>
    </w:p>
    <w:p w14:paraId="0060529B" w14:textId="77777777" w:rsidR="000E1451" w:rsidRDefault="000E1451" w:rsidP="00BE611A">
      <w:pPr>
        <w:rPr>
          <w:rFonts w:cs="Georgia"/>
          <w:bCs/>
          <w:kern w:val="1"/>
        </w:rPr>
      </w:pPr>
      <w:r>
        <w:rPr>
          <w:rFonts w:cs="Georgia"/>
          <w:bCs/>
          <w:kern w:val="1"/>
        </w:rPr>
        <w:lastRenderedPageBreak/>
        <w:t>— </w:t>
      </w:r>
      <w:r w:rsidR="00BE611A">
        <w:rPr>
          <w:rFonts w:cs="Georgia"/>
          <w:bCs/>
          <w:kern w:val="1"/>
        </w:rPr>
        <w:t>Essayons</w:t>
      </w:r>
      <w:r>
        <w:rPr>
          <w:rFonts w:cs="Georgia"/>
          <w:bCs/>
          <w:kern w:val="1"/>
        </w:rPr>
        <w:t xml:space="preserve">, </w:t>
      </w:r>
      <w:r w:rsidR="00BE611A">
        <w:rPr>
          <w:rFonts w:cs="Georgia"/>
          <w:bCs/>
          <w:kern w:val="1"/>
        </w:rPr>
        <w:t>fis-je</w:t>
      </w:r>
      <w:r>
        <w:rPr>
          <w:rFonts w:cs="Georgia"/>
          <w:bCs/>
          <w:kern w:val="1"/>
        </w:rPr>
        <w:t xml:space="preserve">, </w:t>
      </w:r>
      <w:r w:rsidR="00BE611A">
        <w:rPr>
          <w:rFonts w:cs="Georgia"/>
          <w:bCs/>
          <w:kern w:val="1"/>
        </w:rPr>
        <w:t>avec un geste résigné</w:t>
      </w:r>
      <w:r>
        <w:rPr>
          <w:rFonts w:cs="Georgia"/>
          <w:bCs/>
          <w:kern w:val="1"/>
        </w:rPr>
        <w:t>.</w:t>
      </w:r>
    </w:p>
    <w:p w14:paraId="0A4DAA00" w14:textId="77777777" w:rsidR="000E1451" w:rsidRDefault="00BE611A" w:rsidP="00BE611A">
      <w:pPr>
        <w:rPr>
          <w:rFonts w:cs="Georgia"/>
          <w:bCs/>
          <w:kern w:val="1"/>
        </w:rPr>
      </w:pPr>
      <w:r>
        <w:rPr>
          <w:rFonts w:cs="Georgia"/>
          <w:bCs/>
          <w:kern w:val="1"/>
        </w:rPr>
        <w:t>Bergez se trompait</w:t>
      </w:r>
      <w:r w:rsidR="000E1451">
        <w:rPr>
          <w:rFonts w:cs="Georgia"/>
          <w:bCs/>
          <w:kern w:val="1"/>
        </w:rPr>
        <w:t xml:space="preserve"> : </w:t>
      </w:r>
      <w:r>
        <w:rPr>
          <w:rFonts w:cs="Georgia"/>
          <w:bCs/>
          <w:kern w:val="1"/>
        </w:rPr>
        <w:t>les ordres donnés d</w:t>
      </w:r>
      <w:r w:rsidR="000E1451">
        <w:rPr>
          <w:rFonts w:cs="Georgia"/>
          <w:bCs/>
          <w:kern w:val="1"/>
        </w:rPr>
        <w:t>’</w:t>
      </w:r>
      <w:r>
        <w:rPr>
          <w:rFonts w:cs="Georgia"/>
          <w:bCs/>
          <w:kern w:val="1"/>
        </w:rPr>
        <w:t>une certaine manière sont toujours exécutés</w:t>
      </w:r>
      <w:r w:rsidR="000E1451">
        <w:rPr>
          <w:rFonts w:cs="Georgia"/>
          <w:bCs/>
          <w:kern w:val="1"/>
        </w:rPr>
        <w:t xml:space="preserve">. </w:t>
      </w:r>
      <w:r>
        <w:rPr>
          <w:rFonts w:cs="Georgia"/>
          <w:bCs/>
          <w:kern w:val="1"/>
        </w:rPr>
        <w:t>J</w:t>
      </w:r>
      <w:r w:rsidR="000E1451">
        <w:rPr>
          <w:rFonts w:cs="Georgia"/>
          <w:bCs/>
          <w:kern w:val="1"/>
        </w:rPr>
        <w:t>’</w:t>
      </w:r>
      <w:r>
        <w:rPr>
          <w:rFonts w:cs="Georgia"/>
          <w:bCs/>
          <w:kern w:val="1"/>
        </w:rPr>
        <w:t>ignore comment nous nous y prîmes</w:t>
      </w:r>
      <w:r w:rsidR="000E1451">
        <w:rPr>
          <w:rFonts w:cs="Georgia"/>
          <w:bCs/>
          <w:kern w:val="1"/>
        </w:rPr>
        <w:t xml:space="preserve">. </w:t>
      </w:r>
      <w:r>
        <w:rPr>
          <w:rFonts w:cs="Georgia"/>
          <w:bCs/>
          <w:kern w:val="1"/>
        </w:rPr>
        <w:t>L</w:t>
      </w:r>
      <w:r w:rsidR="000E1451">
        <w:rPr>
          <w:rFonts w:cs="Georgia"/>
          <w:bCs/>
          <w:kern w:val="1"/>
        </w:rPr>
        <w:t>’</w:t>
      </w:r>
      <w:r>
        <w:rPr>
          <w:rFonts w:cs="Georgia"/>
          <w:bCs/>
          <w:kern w:val="1"/>
        </w:rPr>
        <w:t>incontestable</w:t>
      </w:r>
      <w:r w:rsidR="000E1451">
        <w:rPr>
          <w:rFonts w:cs="Georgia"/>
          <w:bCs/>
          <w:kern w:val="1"/>
        </w:rPr>
        <w:t xml:space="preserve">, </w:t>
      </w:r>
      <w:r>
        <w:rPr>
          <w:rFonts w:cs="Georgia"/>
          <w:bCs/>
          <w:kern w:val="1"/>
        </w:rPr>
        <w:t>c</w:t>
      </w:r>
      <w:r w:rsidR="000E1451">
        <w:rPr>
          <w:rFonts w:cs="Georgia"/>
          <w:bCs/>
          <w:kern w:val="1"/>
        </w:rPr>
        <w:t>’</w:t>
      </w:r>
      <w:r>
        <w:rPr>
          <w:rFonts w:cs="Georgia"/>
          <w:bCs/>
          <w:kern w:val="1"/>
        </w:rPr>
        <w:t>est que</w:t>
      </w:r>
      <w:r w:rsidR="000E1451">
        <w:rPr>
          <w:rFonts w:cs="Georgia"/>
          <w:bCs/>
          <w:kern w:val="1"/>
        </w:rPr>
        <w:t xml:space="preserve">, </w:t>
      </w:r>
      <w:r>
        <w:rPr>
          <w:rFonts w:cs="Georgia"/>
          <w:bCs/>
          <w:kern w:val="1"/>
        </w:rPr>
        <w:t>dans le délai prescrit</w:t>
      </w:r>
      <w:r w:rsidR="000E1451">
        <w:rPr>
          <w:rFonts w:cs="Georgia"/>
          <w:bCs/>
          <w:kern w:val="1"/>
        </w:rPr>
        <w:t xml:space="preserve">, </w:t>
      </w:r>
      <w:r>
        <w:rPr>
          <w:rFonts w:cs="Georgia"/>
          <w:bCs/>
          <w:kern w:val="1"/>
        </w:rPr>
        <w:t>la colonne se trouvait formée</w:t>
      </w:r>
      <w:r w:rsidR="000E1451">
        <w:rPr>
          <w:rFonts w:cs="Georgia"/>
          <w:bCs/>
          <w:kern w:val="1"/>
        </w:rPr>
        <w:t>.</w:t>
      </w:r>
    </w:p>
    <w:p w14:paraId="607F837D" w14:textId="77777777" w:rsidR="000E1451" w:rsidRDefault="000E1451" w:rsidP="00BE611A">
      <w:pPr>
        <w:rPr>
          <w:rFonts w:cs="Georgia"/>
          <w:bCs/>
          <w:kern w:val="1"/>
        </w:rPr>
      </w:pPr>
      <w:r>
        <w:rPr>
          <w:rFonts w:cs="Georgia"/>
          <w:bCs/>
          <w:kern w:val="1"/>
        </w:rPr>
        <w:t>— </w:t>
      </w:r>
      <w:r w:rsidR="00BE611A">
        <w:rPr>
          <w:rFonts w:cs="Georgia"/>
          <w:bCs/>
          <w:kern w:val="1"/>
        </w:rPr>
        <w:t>Silence</w:t>
      </w:r>
      <w:r>
        <w:rPr>
          <w:rFonts w:cs="Georgia"/>
          <w:bCs/>
          <w:kern w:val="1"/>
        </w:rPr>
        <w:t> !</w:t>
      </w:r>
    </w:p>
    <w:p w14:paraId="16E43130" w14:textId="77777777" w:rsidR="000E1451" w:rsidRDefault="00BE611A" w:rsidP="00BE611A">
      <w:pPr>
        <w:rPr>
          <w:rFonts w:cs="Georgia"/>
          <w:bCs/>
          <w:kern w:val="1"/>
        </w:rPr>
      </w:pPr>
      <w:r>
        <w:rPr>
          <w:rFonts w:cs="Georgia"/>
          <w:bCs/>
          <w:kern w:val="1"/>
        </w:rPr>
        <w:t xml:space="preserve">Quelques murmures circulèrent encore dans </w:t>
      </w:r>
      <w:r>
        <w:rPr>
          <w:rFonts w:cs="Georgia"/>
          <w:kern w:val="1"/>
        </w:rPr>
        <w:t xml:space="preserve">les </w:t>
      </w:r>
      <w:r>
        <w:rPr>
          <w:rFonts w:cs="Georgia"/>
          <w:bCs/>
          <w:kern w:val="1"/>
        </w:rPr>
        <w:t>rangs obscurs</w:t>
      </w:r>
      <w:r w:rsidR="000E1451">
        <w:rPr>
          <w:rFonts w:cs="Georgia"/>
          <w:bCs/>
          <w:kern w:val="1"/>
        </w:rPr>
        <w:t>.</w:t>
      </w:r>
    </w:p>
    <w:p w14:paraId="4B3FC060" w14:textId="77777777" w:rsidR="000E1451" w:rsidRDefault="00BE611A" w:rsidP="00BE611A">
      <w:pPr>
        <w:rPr>
          <w:rFonts w:cs="Georgia"/>
          <w:bCs/>
          <w:kern w:val="1"/>
        </w:rPr>
      </w:pPr>
      <w:r>
        <w:rPr>
          <w:rFonts w:cs="Georgia"/>
          <w:bCs/>
          <w:kern w:val="1"/>
        </w:rPr>
        <w:t>Silence</w:t>
      </w:r>
      <w:r w:rsidR="000E1451">
        <w:rPr>
          <w:rFonts w:cs="Georgia"/>
          <w:bCs/>
          <w:kern w:val="1"/>
        </w:rPr>
        <w:t xml:space="preserve">, </w:t>
      </w:r>
      <w:r>
        <w:rPr>
          <w:rFonts w:cs="Georgia"/>
          <w:bCs/>
          <w:kern w:val="1"/>
        </w:rPr>
        <w:t>répéta</w:t>
      </w:r>
      <w:r w:rsidR="000E1451">
        <w:rPr>
          <w:rFonts w:cs="Georgia"/>
          <w:bCs/>
          <w:kern w:val="1"/>
        </w:rPr>
        <w:t xml:space="preserve">, </w:t>
      </w:r>
      <w:r>
        <w:rPr>
          <w:rFonts w:cs="Georgia"/>
          <w:bCs/>
          <w:kern w:val="1"/>
        </w:rPr>
        <w:t>sans élever autrement le ton</w:t>
      </w:r>
      <w:r w:rsidR="000E1451">
        <w:rPr>
          <w:rFonts w:cs="Georgia"/>
          <w:bCs/>
          <w:kern w:val="1"/>
        </w:rPr>
        <w:t xml:space="preserve">, </w:t>
      </w:r>
      <w:r>
        <w:rPr>
          <w:rFonts w:cs="Georgia"/>
          <w:bCs/>
          <w:kern w:val="1"/>
        </w:rPr>
        <w:t>le capitaine Elbing</w:t>
      </w:r>
      <w:r w:rsidR="000E1451">
        <w:rPr>
          <w:rFonts w:cs="Georgia"/>
          <w:bCs/>
          <w:kern w:val="1"/>
        </w:rPr>
        <w:t>.</w:t>
      </w:r>
    </w:p>
    <w:p w14:paraId="67C3F6B8" w14:textId="77777777" w:rsidR="000E1451" w:rsidRDefault="00BE611A" w:rsidP="00BE611A">
      <w:pPr>
        <w:rPr>
          <w:rFonts w:cs="Georgia"/>
          <w:bCs/>
          <w:kern w:val="1"/>
        </w:rPr>
      </w:pPr>
      <w:r>
        <w:rPr>
          <w:rFonts w:cs="Georgia"/>
          <w:bCs/>
          <w:kern w:val="1"/>
        </w:rPr>
        <w:t>Cette fois</w:t>
      </w:r>
      <w:r w:rsidR="000E1451">
        <w:rPr>
          <w:rFonts w:cs="Georgia"/>
          <w:bCs/>
          <w:kern w:val="1"/>
        </w:rPr>
        <w:t xml:space="preserve">, </w:t>
      </w:r>
      <w:r>
        <w:rPr>
          <w:rFonts w:cs="Georgia"/>
          <w:bCs/>
          <w:kern w:val="1"/>
        </w:rPr>
        <w:t>tout le monde se tut</w:t>
      </w:r>
      <w:r w:rsidR="000E1451">
        <w:rPr>
          <w:rFonts w:cs="Georgia"/>
          <w:bCs/>
          <w:kern w:val="1"/>
        </w:rPr>
        <w:t xml:space="preserve">. </w:t>
      </w:r>
      <w:r>
        <w:rPr>
          <w:rFonts w:cs="Georgia"/>
          <w:bCs/>
          <w:kern w:val="1"/>
        </w:rPr>
        <w:t>On n</w:t>
      </w:r>
      <w:r w:rsidR="000E1451">
        <w:rPr>
          <w:rFonts w:cs="Georgia"/>
          <w:bCs/>
          <w:kern w:val="1"/>
        </w:rPr>
        <w:t>’</w:t>
      </w:r>
      <w:r>
        <w:rPr>
          <w:rFonts w:cs="Georgia"/>
          <w:bCs/>
          <w:kern w:val="1"/>
        </w:rPr>
        <w:t>entendit plus que la plainte de la bise</w:t>
      </w:r>
      <w:r w:rsidR="000E1451">
        <w:rPr>
          <w:rFonts w:cs="Georgia"/>
          <w:bCs/>
          <w:kern w:val="1"/>
        </w:rPr>
        <w:t xml:space="preserve">, </w:t>
      </w:r>
      <w:r>
        <w:rPr>
          <w:rFonts w:cs="Georgia"/>
          <w:bCs/>
          <w:kern w:val="1"/>
        </w:rPr>
        <w:t>à ras du sol</w:t>
      </w:r>
      <w:r w:rsidR="000E1451">
        <w:rPr>
          <w:rFonts w:cs="Georgia"/>
          <w:bCs/>
          <w:kern w:val="1"/>
        </w:rPr>
        <w:t xml:space="preserve">, </w:t>
      </w:r>
      <w:r>
        <w:rPr>
          <w:rFonts w:cs="Georgia"/>
          <w:bCs/>
          <w:kern w:val="1"/>
        </w:rPr>
        <w:t>parmi les herbes invisibles</w:t>
      </w:r>
      <w:r w:rsidR="000E1451">
        <w:rPr>
          <w:rFonts w:cs="Georgia"/>
          <w:bCs/>
          <w:kern w:val="1"/>
        </w:rPr>
        <w:t>.</w:t>
      </w:r>
    </w:p>
    <w:p w14:paraId="63DCD47F" w14:textId="77777777" w:rsidR="000E1451" w:rsidRDefault="000E1451" w:rsidP="00BE611A">
      <w:pPr>
        <w:rPr>
          <w:rFonts w:cs="Georgia"/>
          <w:bCs/>
          <w:kern w:val="1"/>
        </w:rPr>
      </w:pPr>
      <w:r>
        <w:rPr>
          <w:rFonts w:cs="Georgia"/>
          <w:bCs/>
          <w:kern w:val="1"/>
        </w:rPr>
        <w:t>— </w:t>
      </w:r>
      <w:r w:rsidR="00BE611A">
        <w:rPr>
          <w:rFonts w:cs="Georgia"/>
          <w:bCs/>
          <w:kern w:val="1"/>
        </w:rPr>
        <w:t>Les gradés français</w:t>
      </w:r>
      <w:r>
        <w:rPr>
          <w:rFonts w:cs="Georgia"/>
          <w:bCs/>
          <w:kern w:val="1"/>
        </w:rPr>
        <w:t xml:space="preserve">, </w:t>
      </w:r>
      <w:r w:rsidR="00BE611A">
        <w:rPr>
          <w:rFonts w:cs="Georgia"/>
          <w:bCs/>
          <w:kern w:val="1"/>
        </w:rPr>
        <w:t>en serre-file</w:t>
      </w:r>
      <w:r>
        <w:rPr>
          <w:rFonts w:cs="Georgia"/>
          <w:bCs/>
          <w:kern w:val="1"/>
        </w:rPr>
        <w:t>.</w:t>
      </w:r>
    </w:p>
    <w:p w14:paraId="29D0FC4E" w14:textId="77777777" w:rsidR="000E1451" w:rsidRDefault="00BE611A" w:rsidP="00BE611A">
      <w:pPr>
        <w:rPr>
          <w:rFonts w:cs="Georgia"/>
          <w:bCs/>
          <w:kern w:val="1"/>
        </w:rPr>
      </w:pPr>
      <w:r>
        <w:rPr>
          <w:rFonts w:cs="Georgia"/>
          <w:bCs/>
          <w:kern w:val="1"/>
        </w:rPr>
        <w:t>Nous prîmes les places ainsi indiquées</w:t>
      </w:r>
      <w:r w:rsidR="000E1451">
        <w:rPr>
          <w:rFonts w:cs="Georgia"/>
          <w:bCs/>
          <w:kern w:val="1"/>
        </w:rPr>
        <w:t xml:space="preserve">, </w:t>
      </w:r>
      <w:r>
        <w:rPr>
          <w:rFonts w:cs="Georgia"/>
          <w:bCs/>
          <w:kern w:val="1"/>
        </w:rPr>
        <w:t>à gauche de la colonne</w:t>
      </w:r>
      <w:r w:rsidR="000E1451">
        <w:rPr>
          <w:rFonts w:cs="Georgia"/>
          <w:bCs/>
          <w:kern w:val="1"/>
        </w:rPr>
        <w:t xml:space="preserve">, </w:t>
      </w:r>
      <w:r>
        <w:rPr>
          <w:rFonts w:cs="Georgia"/>
          <w:bCs/>
          <w:kern w:val="1"/>
        </w:rPr>
        <w:t>tandis que les gradés allemands s</w:t>
      </w:r>
      <w:r w:rsidR="000E1451">
        <w:rPr>
          <w:rFonts w:cs="Georgia"/>
          <w:bCs/>
          <w:kern w:val="1"/>
        </w:rPr>
        <w:t>’</w:t>
      </w:r>
      <w:r>
        <w:rPr>
          <w:rFonts w:cs="Georgia"/>
          <w:bCs/>
          <w:kern w:val="1"/>
        </w:rPr>
        <w:t>alignaient du côté opposé</w:t>
      </w:r>
      <w:r w:rsidR="000E1451">
        <w:rPr>
          <w:rFonts w:cs="Georgia"/>
          <w:bCs/>
          <w:kern w:val="1"/>
        </w:rPr>
        <w:t xml:space="preserve">, </w:t>
      </w:r>
      <w:r>
        <w:rPr>
          <w:rFonts w:cs="Georgia"/>
          <w:bCs/>
          <w:kern w:val="1"/>
        </w:rPr>
        <w:t>également en serre-file</w:t>
      </w:r>
      <w:r w:rsidR="000E1451">
        <w:rPr>
          <w:rFonts w:cs="Georgia"/>
          <w:bCs/>
          <w:kern w:val="1"/>
        </w:rPr>
        <w:t>.</w:t>
      </w:r>
    </w:p>
    <w:p w14:paraId="516C12F4" w14:textId="77777777" w:rsidR="000E1451" w:rsidRDefault="000E1451" w:rsidP="00BE611A">
      <w:pPr>
        <w:rPr>
          <w:rFonts w:cs="Georgia"/>
          <w:bCs/>
          <w:kern w:val="1"/>
        </w:rPr>
      </w:pPr>
      <w:r>
        <w:rPr>
          <w:rFonts w:cs="Georgia"/>
          <w:bCs/>
          <w:kern w:val="1"/>
        </w:rPr>
        <w:t>— </w:t>
      </w:r>
      <w:r w:rsidR="00BE611A">
        <w:rPr>
          <w:rFonts w:cs="Georgia"/>
          <w:bCs/>
          <w:kern w:val="1"/>
        </w:rPr>
        <w:t>Garde à vous</w:t>
      </w:r>
      <w:r>
        <w:rPr>
          <w:rFonts w:cs="Georgia"/>
          <w:bCs/>
          <w:kern w:val="1"/>
        </w:rPr>
        <w:t> !</w:t>
      </w:r>
    </w:p>
    <w:p w14:paraId="3A1FF395" w14:textId="77777777" w:rsidR="000E1451" w:rsidRDefault="00BE611A" w:rsidP="00BE611A">
      <w:pPr>
        <w:rPr>
          <w:rFonts w:cs="Georgia"/>
          <w:bCs/>
          <w:kern w:val="1"/>
        </w:rPr>
      </w:pPr>
      <w:r>
        <w:rPr>
          <w:rFonts w:cs="Georgia"/>
          <w:bCs/>
          <w:kern w:val="1"/>
        </w:rPr>
        <w:t>Il y eut le bruit mat d</w:t>
      </w:r>
      <w:r w:rsidR="000E1451">
        <w:rPr>
          <w:rFonts w:cs="Georgia"/>
          <w:bCs/>
          <w:kern w:val="1"/>
        </w:rPr>
        <w:t>’</w:t>
      </w:r>
      <w:r>
        <w:rPr>
          <w:rFonts w:cs="Georgia"/>
          <w:bCs/>
          <w:kern w:val="1"/>
        </w:rPr>
        <w:t>une troupe qui s</w:t>
      </w:r>
      <w:r w:rsidR="000E1451">
        <w:rPr>
          <w:rFonts w:cs="Georgia"/>
          <w:bCs/>
          <w:kern w:val="1"/>
        </w:rPr>
        <w:t>’</w:t>
      </w:r>
      <w:r>
        <w:rPr>
          <w:rFonts w:cs="Georgia"/>
          <w:bCs/>
          <w:kern w:val="1"/>
        </w:rPr>
        <w:t>immobilise</w:t>
      </w:r>
      <w:r w:rsidR="000E1451">
        <w:rPr>
          <w:rFonts w:cs="Georgia"/>
          <w:bCs/>
          <w:kern w:val="1"/>
        </w:rPr>
        <w:t xml:space="preserve">. </w:t>
      </w:r>
      <w:r>
        <w:rPr>
          <w:rFonts w:cs="Georgia"/>
          <w:bCs/>
          <w:kern w:val="1"/>
        </w:rPr>
        <w:t>Le capitaine Elbing marqua une pause</w:t>
      </w:r>
      <w:r w:rsidR="000E1451">
        <w:rPr>
          <w:rFonts w:cs="Georgia"/>
          <w:bCs/>
          <w:kern w:val="1"/>
        </w:rPr>
        <w:t xml:space="preserve">. </w:t>
      </w:r>
      <w:r>
        <w:rPr>
          <w:rFonts w:cs="Georgia"/>
          <w:bCs/>
          <w:kern w:val="1"/>
        </w:rPr>
        <w:t>Nous étions domptés et il tenait à nous le faire sentir</w:t>
      </w:r>
      <w:r w:rsidR="000E1451">
        <w:rPr>
          <w:rFonts w:cs="Georgia"/>
          <w:bCs/>
          <w:kern w:val="1"/>
        </w:rPr>
        <w:t xml:space="preserve">. </w:t>
      </w:r>
      <w:r>
        <w:rPr>
          <w:rFonts w:cs="Georgia"/>
          <w:bCs/>
          <w:kern w:val="1"/>
        </w:rPr>
        <w:t>Il poursuivit de plus en plus calme</w:t>
      </w:r>
      <w:r w:rsidR="000E1451">
        <w:rPr>
          <w:rFonts w:cs="Georgia"/>
          <w:bCs/>
          <w:kern w:val="1"/>
        </w:rPr>
        <w:t>.</w:t>
      </w:r>
    </w:p>
    <w:p w14:paraId="76D065E8" w14:textId="77777777" w:rsidR="000E1451" w:rsidRDefault="000E1451" w:rsidP="00BE611A">
      <w:pPr>
        <w:rPr>
          <w:rFonts w:cs="Georgia"/>
          <w:bCs/>
          <w:kern w:val="1"/>
        </w:rPr>
      </w:pPr>
      <w:r>
        <w:rPr>
          <w:rFonts w:cs="Georgia"/>
          <w:bCs/>
          <w:kern w:val="1"/>
        </w:rPr>
        <w:t>— </w:t>
      </w:r>
      <w:r w:rsidR="00BE611A">
        <w:rPr>
          <w:rFonts w:cs="Georgia"/>
          <w:bCs/>
          <w:kern w:val="1"/>
        </w:rPr>
        <w:t>J</w:t>
      </w:r>
      <w:r>
        <w:rPr>
          <w:rFonts w:cs="Georgia"/>
          <w:bCs/>
          <w:kern w:val="1"/>
        </w:rPr>
        <w:t>’</w:t>
      </w:r>
      <w:r w:rsidR="00BE611A">
        <w:rPr>
          <w:rFonts w:cs="Georgia"/>
          <w:bCs/>
          <w:kern w:val="1"/>
        </w:rPr>
        <w:t>ai assisté</w:t>
      </w:r>
      <w:r>
        <w:rPr>
          <w:rFonts w:cs="Georgia"/>
          <w:bCs/>
          <w:kern w:val="1"/>
        </w:rPr>
        <w:t xml:space="preserve">, </w:t>
      </w:r>
      <w:r w:rsidR="00BE611A">
        <w:rPr>
          <w:rFonts w:cs="Georgia"/>
          <w:bCs/>
          <w:kern w:val="1"/>
        </w:rPr>
        <w:t>depuis un quart d</w:t>
      </w:r>
      <w:r>
        <w:rPr>
          <w:rFonts w:cs="Georgia"/>
          <w:bCs/>
          <w:kern w:val="1"/>
        </w:rPr>
        <w:t>’</w:t>
      </w:r>
      <w:r w:rsidR="00BE611A">
        <w:rPr>
          <w:rFonts w:cs="Georgia"/>
          <w:bCs/>
          <w:kern w:val="1"/>
        </w:rPr>
        <w:t>heure</w:t>
      </w:r>
      <w:r>
        <w:rPr>
          <w:rFonts w:cs="Georgia"/>
          <w:bCs/>
          <w:kern w:val="1"/>
        </w:rPr>
        <w:t xml:space="preserve">, </w:t>
      </w:r>
      <w:r w:rsidR="00BE611A">
        <w:rPr>
          <w:rFonts w:cs="Georgia"/>
          <w:bCs/>
          <w:kern w:val="1"/>
        </w:rPr>
        <w:t>à un spectacle qui</w:t>
      </w:r>
      <w:r>
        <w:rPr>
          <w:rFonts w:cs="Georgia"/>
          <w:bCs/>
          <w:kern w:val="1"/>
        </w:rPr>
        <w:t xml:space="preserve">, </w:t>
      </w:r>
      <w:r w:rsidR="00BE611A">
        <w:rPr>
          <w:rFonts w:cs="Georgia"/>
          <w:bCs/>
          <w:kern w:val="1"/>
        </w:rPr>
        <w:t>je vous en donne ma parole</w:t>
      </w:r>
      <w:r>
        <w:rPr>
          <w:rFonts w:cs="Georgia"/>
          <w:bCs/>
          <w:kern w:val="1"/>
        </w:rPr>
        <w:t xml:space="preserve">, </w:t>
      </w:r>
      <w:r w:rsidR="00BE611A">
        <w:rPr>
          <w:rFonts w:cs="Georgia"/>
          <w:bCs/>
          <w:kern w:val="1"/>
        </w:rPr>
        <w:t>ne se reproduira plus tant que j</w:t>
      </w:r>
      <w:r>
        <w:rPr>
          <w:rFonts w:cs="Georgia"/>
          <w:bCs/>
          <w:kern w:val="1"/>
        </w:rPr>
        <w:t>’</w:t>
      </w:r>
      <w:r w:rsidR="00BE611A">
        <w:rPr>
          <w:rFonts w:cs="Georgia"/>
          <w:bCs/>
          <w:kern w:val="1"/>
        </w:rPr>
        <w:t>aurai à vous commander</w:t>
      </w:r>
      <w:r>
        <w:rPr>
          <w:rFonts w:cs="Georgia"/>
          <w:bCs/>
          <w:kern w:val="1"/>
        </w:rPr>
        <w:t xml:space="preserve">. </w:t>
      </w:r>
      <w:r w:rsidR="00BE611A">
        <w:rPr>
          <w:rFonts w:cs="Georgia"/>
          <w:bCs/>
          <w:kern w:val="1"/>
        </w:rPr>
        <w:t>C</w:t>
      </w:r>
      <w:r>
        <w:rPr>
          <w:rFonts w:cs="Georgia"/>
          <w:bCs/>
          <w:kern w:val="1"/>
        </w:rPr>
        <w:t>’</w:t>
      </w:r>
      <w:r w:rsidR="00BE611A">
        <w:rPr>
          <w:rFonts w:cs="Georgia"/>
          <w:bCs/>
          <w:kern w:val="1"/>
        </w:rPr>
        <w:t>est compris</w:t>
      </w:r>
      <w:r>
        <w:rPr>
          <w:rFonts w:cs="Georgia"/>
          <w:bCs/>
          <w:kern w:val="1"/>
        </w:rPr>
        <w:t xml:space="preserve"> ? </w:t>
      </w:r>
      <w:r w:rsidR="00BE611A">
        <w:rPr>
          <w:rFonts w:cs="Georgia"/>
          <w:bCs/>
          <w:kern w:val="1"/>
        </w:rPr>
        <w:t>Nous allons gagner le camp</w:t>
      </w:r>
      <w:r>
        <w:rPr>
          <w:rFonts w:cs="Georgia"/>
          <w:bCs/>
          <w:kern w:val="1"/>
        </w:rPr>
        <w:t xml:space="preserve">. </w:t>
      </w:r>
      <w:r w:rsidR="00BE611A">
        <w:rPr>
          <w:rFonts w:cs="Georgia"/>
          <w:bCs/>
          <w:kern w:val="1"/>
        </w:rPr>
        <w:t>Il y a douze kilomètres</w:t>
      </w:r>
      <w:r>
        <w:rPr>
          <w:rFonts w:cs="Georgia"/>
          <w:bCs/>
          <w:kern w:val="1"/>
        </w:rPr>
        <w:t xml:space="preserve">. </w:t>
      </w:r>
      <w:r w:rsidR="00BE611A">
        <w:rPr>
          <w:rFonts w:cs="Georgia"/>
          <w:bCs/>
          <w:kern w:val="1"/>
        </w:rPr>
        <w:t>Nous accomplirons ce trajet en deux heures et demie</w:t>
      </w:r>
      <w:r>
        <w:rPr>
          <w:rFonts w:cs="Georgia"/>
          <w:bCs/>
          <w:kern w:val="1"/>
        </w:rPr>
        <w:t xml:space="preserve">, </w:t>
      </w:r>
      <w:r w:rsidR="00BE611A">
        <w:rPr>
          <w:rFonts w:cs="Georgia"/>
          <w:bCs/>
          <w:kern w:val="1"/>
        </w:rPr>
        <w:t>y compris les vingt minutes des deux haltes horaires</w:t>
      </w:r>
      <w:r>
        <w:rPr>
          <w:rFonts w:cs="Georgia"/>
          <w:bCs/>
          <w:kern w:val="1"/>
        </w:rPr>
        <w:t xml:space="preserve">. </w:t>
      </w:r>
      <w:r w:rsidR="00BE611A">
        <w:rPr>
          <w:rFonts w:cs="Georgia"/>
          <w:bCs/>
          <w:kern w:val="1"/>
        </w:rPr>
        <w:t xml:space="preserve">Vous logerez cette nuit </w:t>
      </w:r>
      <w:r w:rsidR="00BE611A">
        <w:rPr>
          <w:rFonts w:cs="Georgia"/>
          <w:bCs/>
          <w:kern w:val="1"/>
        </w:rPr>
        <w:lastRenderedPageBreak/>
        <w:t>dans des baraquements inoccupés</w:t>
      </w:r>
      <w:r>
        <w:rPr>
          <w:rFonts w:cs="Georgia"/>
          <w:bCs/>
          <w:kern w:val="1"/>
        </w:rPr>
        <w:t xml:space="preserve">, </w:t>
      </w:r>
      <w:r w:rsidR="00BE611A">
        <w:rPr>
          <w:rFonts w:cs="Georgia"/>
          <w:bCs/>
          <w:kern w:val="1"/>
        </w:rPr>
        <w:t>en attendant d</w:t>
      </w:r>
      <w:r>
        <w:rPr>
          <w:rFonts w:cs="Georgia"/>
          <w:bCs/>
          <w:kern w:val="1"/>
        </w:rPr>
        <w:t>’</w:t>
      </w:r>
      <w:r w:rsidR="00BE611A">
        <w:rPr>
          <w:rFonts w:cs="Georgia"/>
          <w:bCs/>
          <w:kern w:val="1"/>
        </w:rPr>
        <w:t>être répartis dans les autres</w:t>
      </w:r>
      <w:r>
        <w:rPr>
          <w:rFonts w:cs="Georgia"/>
          <w:bCs/>
          <w:kern w:val="1"/>
        </w:rPr>
        <w:t xml:space="preserve">. </w:t>
      </w:r>
      <w:r w:rsidR="00BE611A">
        <w:rPr>
          <w:rFonts w:cs="Georgia"/>
          <w:bCs/>
          <w:kern w:val="1"/>
        </w:rPr>
        <w:t>Je vous passerai en revue demain matin à huit heures</w:t>
      </w:r>
      <w:r>
        <w:rPr>
          <w:rFonts w:cs="Georgia"/>
          <w:bCs/>
          <w:kern w:val="1"/>
        </w:rPr>
        <w:t xml:space="preserve">. </w:t>
      </w:r>
      <w:r w:rsidR="00BE611A">
        <w:rPr>
          <w:rFonts w:cs="Georgia"/>
          <w:bCs/>
          <w:kern w:val="1"/>
        </w:rPr>
        <w:t>Vous serez exemptés de corvées le reste de la journée</w:t>
      </w:r>
      <w:r>
        <w:rPr>
          <w:rFonts w:cs="Georgia"/>
          <w:bCs/>
          <w:kern w:val="1"/>
        </w:rPr>
        <w:t xml:space="preserve">, </w:t>
      </w:r>
      <w:r w:rsidR="00BE611A">
        <w:rPr>
          <w:rFonts w:cs="Georgia"/>
          <w:bCs/>
          <w:kern w:val="1"/>
        </w:rPr>
        <w:t>pour vous permettre de vous installer</w:t>
      </w:r>
      <w:r>
        <w:rPr>
          <w:rFonts w:cs="Georgia"/>
          <w:bCs/>
          <w:kern w:val="1"/>
        </w:rPr>
        <w:t xml:space="preserve">, </w:t>
      </w:r>
      <w:r w:rsidR="00BE611A">
        <w:rPr>
          <w:rFonts w:cs="Georgia"/>
          <w:bCs/>
          <w:kern w:val="1"/>
        </w:rPr>
        <w:t>de vous mettre au courant du régime du camp</w:t>
      </w:r>
      <w:r>
        <w:rPr>
          <w:rFonts w:cs="Georgia"/>
          <w:bCs/>
          <w:kern w:val="1"/>
        </w:rPr>
        <w:t xml:space="preserve">. </w:t>
      </w:r>
      <w:r w:rsidR="00BE611A">
        <w:rPr>
          <w:rFonts w:cs="Georgia"/>
          <w:bCs/>
          <w:kern w:val="1"/>
        </w:rPr>
        <w:t>Une théorie vous sera faite à ce sujet dans l</w:t>
      </w:r>
      <w:r>
        <w:rPr>
          <w:rFonts w:cs="Georgia"/>
          <w:bCs/>
          <w:kern w:val="1"/>
        </w:rPr>
        <w:t>’</w:t>
      </w:r>
      <w:r w:rsidR="00BE611A">
        <w:rPr>
          <w:rFonts w:cs="Georgia"/>
          <w:bCs/>
          <w:kern w:val="1"/>
        </w:rPr>
        <w:t>après-midi</w:t>
      </w:r>
      <w:r>
        <w:rPr>
          <w:rFonts w:cs="Georgia"/>
          <w:bCs/>
          <w:kern w:val="1"/>
        </w:rPr>
        <w:t xml:space="preserve">. </w:t>
      </w:r>
      <w:r w:rsidR="00BE611A">
        <w:rPr>
          <w:rFonts w:cs="Georgia"/>
          <w:bCs/>
          <w:kern w:val="1"/>
        </w:rPr>
        <w:t>Repos</w:t>
      </w:r>
      <w:r>
        <w:rPr>
          <w:rFonts w:cs="Georgia"/>
          <w:bCs/>
          <w:kern w:val="1"/>
        </w:rPr>
        <w:t> !</w:t>
      </w:r>
    </w:p>
    <w:p w14:paraId="33E259C3" w14:textId="77777777" w:rsidR="000E1451" w:rsidRDefault="00BE611A" w:rsidP="00BE611A">
      <w:pPr>
        <w:rPr>
          <w:rFonts w:cs="Georgia"/>
          <w:bCs/>
          <w:kern w:val="1"/>
        </w:rPr>
      </w:pPr>
      <w:r>
        <w:rPr>
          <w:rFonts w:cs="Georgia"/>
          <w:bCs/>
          <w:kern w:val="1"/>
        </w:rPr>
        <w:t>Ce petit speech avait été prononcé dans le français le plus correct</w:t>
      </w:r>
      <w:r w:rsidR="000E1451">
        <w:rPr>
          <w:rFonts w:cs="Georgia"/>
          <w:bCs/>
          <w:kern w:val="1"/>
        </w:rPr>
        <w:t>.</w:t>
      </w:r>
    </w:p>
    <w:p w14:paraId="0D9A57A6" w14:textId="77777777" w:rsidR="000E1451" w:rsidRDefault="000E1451" w:rsidP="00BE611A">
      <w:pPr>
        <w:rPr>
          <w:rFonts w:cs="Georgia"/>
          <w:bCs/>
          <w:kern w:val="1"/>
        </w:rPr>
      </w:pPr>
      <w:r>
        <w:rPr>
          <w:rFonts w:cs="Georgia"/>
          <w:bCs/>
          <w:kern w:val="1"/>
        </w:rPr>
        <w:t>— </w:t>
      </w:r>
      <w:r w:rsidR="00BE611A">
        <w:rPr>
          <w:rFonts w:cs="Georgia"/>
          <w:bCs/>
          <w:kern w:val="1"/>
        </w:rPr>
        <w:t>Alors</w:t>
      </w:r>
      <w:r>
        <w:rPr>
          <w:rFonts w:cs="Georgia"/>
          <w:bCs/>
          <w:kern w:val="1"/>
        </w:rPr>
        <w:t xml:space="preserve">, </w:t>
      </w:r>
      <w:r w:rsidR="00BE611A">
        <w:rPr>
          <w:rFonts w:cs="Georgia"/>
          <w:bCs/>
          <w:kern w:val="1"/>
        </w:rPr>
        <w:t>on part</w:t>
      </w:r>
      <w:r>
        <w:rPr>
          <w:rFonts w:cs="Georgia"/>
          <w:bCs/>
          <w:kern w:val="1"/>
        </w:rPr>
        <w:t xml:space="preserve">, </w:t>
      </w:r>
      <w:r w:rsidR="00BE611A">
        <w:rPr>
          <w:rFonts w:cs="Georgia"/>
          <w:bCs/>
          <w:kern w:val="1"/>
        </w:rPr>
        <w:t>quoi</w:t>
      </w:r>
      <w:r>
        <w:rPr>
          <w:rFonts w:cs="Georgia"/>
          <w:bCs/>
          <w:kern w:val="1"/>
        </w:rPr>
        <w:t xml:space="preserve"> ! </w:t>
      </w:r>
      <w:r w:rsidR="00BE611A">
        <w:rPr>
          <w:rFonts w:cs="Georgia"/>
          <w:bCs/>
          <w:kern w:val="1"/>
        </w:rPr>
        <w:t>maugréa mon voisin le plus proche</w:t>
      </w:r>
      <w:r>
        <w:rPr>
          <w:rFonts w:cs="Georgia"/>
          <w:bCs/>
          <w:kern w:val="1"/>
        </w:rPr>
        <w:t xml:space="preserve">, </w:t>
      </w:r>
      <w:r w:rsidR="00BE611A">
        <w:rPr>
          <w:rFonts w:cs="Georgia"/>
          <w:bCs/>
          <w:kern w:val="1"/>
        </w:rPr>
        <w:t>qui était Dauphin</w:t>
      </w:r>
      <w:r>
        <w:rPr>
          <w:rFonts w:cs="Georgia"/>
          <w:bCs/>
          <w:kern w:val="1"/>
        </w:rPr>
        <w:t xml:space="preserve">. </w:t>
      </w:r>
      <w:r w:rsidR="00BE611A">
        <w:rPr>
          <w:rFonts w:cs="Georgia"/>
          <w:bCs/>
          <w:kern w:val="1"/>
        </w:rPr>
        <w:t>Bon</w:t>
      </w:r>
      <w:r>
        <w:rPr>
          <w:rFonts w:cs="Georgia"/>
          <w:bCs/>
          <w:kern w:val="1"/>
        </w:rPr>
        <w:t xml:space="preserve"> ! </w:t>
      </w:r>
      <w:r w:rsidR="00BE611A">
        <w:rPr>
          <w:rFonts w:cs="Georgia"/>
          <w:bCs/>
          <w:kern w:val="1"/>
        </w:rPr>
        <w:t>qu</w:t>
      </w:r>
      <w:r>
        <w:rPr>
          <w:rFonts w:cs="Georgia"/>
          <w:bCs/>
          <w:kern w:val="1"/>
        </w:rPr>
        <w:t>’</w:t>
      </w:r>
      <w:r w:rsidR="00BE611A">
        <w:rPr>
          <w:rFonts w:cs="Georgia"/>
          <w:bCs/>
          <w:kern w:val="1"/>
        </w:rPr>
        <w:t>est-ce qu</w:t>
      </w:r>
      <w:r>
        <w:rPr>
          <w:rFonts w:cs="Georgia"/>
          <w:bCs/>
          <w:kern w:val="1"/>
        </w:rPr>
        <w:t>’</w:t>
      </w:r>
      <w:r w:rsidR="00BE611A">
        <w:rPr>
          <w:rFonts w:cs="Georgia"/>
          <w:bCs/>
          <w:kern w:val="1"/>
        </w:rPr>
        <w:t>il fout encore</w:t>
      </w:r>
      <w:r>
        <w:rPr>
          <w:rFonts w:cs="Georgia"/>
          <w:bCs/>
          <w:kern w:val="1"/>
        </w:rPr>
        <w:t> ?</w:t>
      </w:r>
    </w:p>
    <w:p w14:paraId="75212B8E" w14:textId="77777777" w:rsidR="000E1451" w:rsidRDefault="00BE611A" w:rsidP="00BE611A">
      <w:pPr>
        <w:rPr>
          <w:rFonts w:cs="Georgia"/>
          <w:bCs/>
          <w:kern w:val="1"/>
        </w:rPr>
      </w:pPr>
      <w:r>
        <w:rPr>
          <w:rFonts w:cs="Georgia"/>
          <w:bCs/>
          <w:kern w:val="1"/>
        </w:rPr>
        <w:t>C</w:t>
      </w:r>
      <w:r w:rsidR="000E1451">
        <w:rPr>
          <w:rFonts w:cs="Georgia"/>
          <w:bCs/>
          <w:kern w:val="1"/>
        </w:rPr>
        <w:t>’</w:t>
      </w:r>
      <w:r>
        <w:rPr>
          <w:rFonts w:cs="Georgia"/>
          <w:bCs/>
          <w:kern w:val="1"/>
        </w:rPr>
        <w:t>était maintenant aux vingt landsturmiens de l</w:t>
      </w:r>
      <w:r w:rsidR="000E1451">
        <w:rPr>
          <w:rFonts w:cs="Georgia"/>
          <w:bCs/>
          <w:kern w:val="1"/>
        </w:rPr>
        <w:t>’</w:t>
      </w:r>
      <w:r>
        <w:rPr>
          <w:rFonts w:cs="Georgia"/>
          <w:bCs/>
          <w:kern w:val="1"/>
        </w:rPr>
        <w:t>escorte qu</w:t>
      </w:r>
      <w:r w:rsidR="000E1451">
        <w:rPr>
          <w:rFonts w:cs="Georgia"/>
          <w:bCs/>
          <w:kern w:val="1"/>
        </w:rPr>
        <w:t>’</w:t>
      </w:r>
      <w:r>
        <w:rPr>
          <w:rFonts w:cs="Georgia"/>
          <w:bCs/>
          <w:kern w:val="1"/>
        </w:rPr>
        <w:t>en avait le capitaine Elbing</w:t>
      </w:r>
      <w:r w:rsidR="000E1451">
        <w:rPr>
          <w:rFonts w:cs="Georgia"/>
          <w:bCs/>
          <w:kern w:val="1"/>
        </w:rPr>
        <w:t xml:space="preserve">. </w:t>
      </w:r>
      <w:r>
        <w:rPr>
          <w:rFonts w:cs="Georgia"/>
          <w:bCs/>
          <w:kern w:val="1"/>
        </w:rPr>
        <w:t>Les ayant fait mettre sur une seule ligne</w:t>
      </w:r>
      <w:r w:rsidR="000E1451">
        <w:rPr>
          <w:rFonts w:cs="Georgia"/>
          <w:bCs/>
          <w:kern w:val="1"/>
        </w:rPr>
        <w:t xml:space="preserve">, </w:t>
      </w:r>
      <w:r>
        <w:rPr>
          <w:rFonts w:cs="Georgia"/>
          <w:bCs/>
          <w:kern w:val="1"/>
        </w:rPr>
        <w:t>il leur passait l</w:t>
      </w:r>
      <w:r w:rsidR="000E1451">
        <w:rPr>
          <w:rFonts w:cs="Georgia"/>
          <w:bCs/>
          <w:kern w:val="1"/>
        </w:rPr>
        <w:t>’</w:t>
      </w:r>
      <w:r>
        <w:rPr>
          <w:rFonts w:cs="Georgia"/>
          <w:bCs/>
          <w:kern w:val="1"/>
        </w:rPr>
        <w:t>inspection des armes</w:t>
      </w:r>
      <w:r w:rsidR="000E1451">
        <w:rPr>
          <w:rFonts w:cs="Georgia"/>
          <w:bCs/>
          <w:kern w:val="1"/>
        </w:rPr>
        <w:t xml:space="preserve">, </w:t>
      </w:r>
      <w:r>
        <w:rPr>
          <w:rFonts w:cs="Georgia"/>
          <w:bCs/>
          <w:kern w:val="1"/>
        </w:rPr>
        <w:t>enfonçait le doigt dans chaque auget</w:t>
      </w:r>
      <w:r w:rsidR="000E1451">
        <w:rPr>
          <w:rFonts w:cs="Georgia"/>
          <w:bCs/>
          <w:kern w:val="1"/>
        </w:rPr>
        <w:t xml:space="preserve">, </w:t>
      </w:r>
      <w:r>
        <w:rPr>
          <w:rFonts w:cs="Georgia"/>
          <w:bCs/>
          <w:kern w:val="1"/>
        </w:rPr>
        <w:t>vérifiant si chaque magasin avait son chargeur</w:t>
      </w:r>
      <w:r w:rsidR="000E1451">
        <w:rPr>
          <w:rFonts w:cs="Georgia"/>
          <w:bCs/>
          <w:kern w:val="1"/>
        </w:rPr>
        <w:t xml:space="preserve">. </w:t>
      </w:r>
      <w:r>
        <w:rPr>
          <w:rFonts w:cs="Georgia"/>
          <w:bCs/>
          <w:kern w:val="1"/>
        </w:rPr>
        <w:t>Deux soldats</w:t>
      </w:r>
      <w:r w:rsidR="000E1451">
        <w:rPr>
          <w:rFonts w:cs="Georgia"/>
          <w:bCs/>
          <w:kern w:val="1"/>
        </w:rPr>
        <w:t xml:space="preserve">, </w:t>
      </w:r>
      <w:r>
        <w:rPr>
          <w:rFonts w:cs="Georgia"/>
          <w:bCs/>
          <w:kern w:val="1"/>
        </w:rPr>
        <w:t>dont les fusils n</w:t>
      </w:r>
      <w:r w:rsidR="000E1451">
        <w:rPr>
          <w:rFonts w:cs="Georgia"/>
          <w:bCs/>
          <w:kern w:val="1"/>
        </w:rPr>
        <w:t>’</w:t>
      </w:r>
      <w:r>
        <w:rPr>
          <w:rFonts w:cs="Georgia"/>
          <w:bCs/>
          <w:kern w:val="1"/>
        </w:rPr>
        <w:t>étaient pas armés</w:t>
      </w:r>
      <w:r w:rsidR="000E1451">
        <w:rPr>
          <w:rFonts w:cs="Georgia"/>
          <w:bCs/>
          <w:kern w:val="1"/>
        </w:rPr>
        <w:t xml:space="preserve">, </w:t>
      </w:r>
      <w:r>
        <w:rPr>
          <w:rFonts w:cs="Georgia"/>
          <w:bCs/>
          <w:kern w:val="1"/>
        </w:rPr>
        <w:t>furent gratifiés de quinze jours de prison</w:t>
      </w:r>
      <w:r w:rsidR="000E1451">
        <w:rPr>
          <w:rFonts w:cs="Georgia"/>
          <w:bCs/>
          <w:kern w:val="1"/>
        </w:rPr>
        <w:t xml:space="preserve">. </w:t>
      </w:r>
      <w:r>
        <w:rPr>
          <w:rFonts w:cs="Georgia"/>
          <w:bCs/>
          <w:kern w:val="1"/>
        </w:rPr>
        <w:t>Il veilla ensuite lui-même à la répartition de ces vingt gardiens supplémentaires le long de la colonne</w:t>
      </w:r>
      <w:r w:rsidR="000E1451">
        <w:rPr>
          <w:rFonts w:cs="Georgia"/>
          <w:bCs/>
          <w:kern w:val="1"/>
        </w:rPr>
        <w:t xml:space="preserve"> : </w:t>
      </w:r>
      <w:r>
        <w:rPr>
          <w:rFonts w:cs="Georgia"/>
          <w:bCs/>
          <w:kern w:val="1"/>
        </w:rPr>
        <w:t>huit sur le flanc gauche</w:t>
      </w:r>
      <w:r w:rsidR="000E1451">
        <w:rPr>
          <w:rFonts w:cs="Georgia"/>
          <w:bCs/>
          <w:kern w:val="1"/>
        </w:rPr>
        <w:t xml:space="preserve">, </w:t>
      </w:r>
      <w:r>
        <w:rPr>
          <w:rFonts w:cs="Georgia"/>
          <w:bCs/>
          <w:kern w:val="1"/>
        </w:rPr>
        <w:t>huit sur le flanc droit</w:t>
      </w:r>
      <w:r w:rsidR="000E1451">
        <w:rPr>
          <w:rFonts w:cs="Georgia"/>
          <w:bCs/>
          <w:kern w:val="1"/>
        </w:rPr>
        <w:t xml:space="preserve">, </w:t>
      </w:r>
      <w:r>
        <w:rPr>
          <w:rFonts w:cs="Georgia"/>
          <w:bCs/>
          <w:kern w:val="1"/>
        </w:rPr>
        <w:t>et quatre en queue</w:t>
      </w:r>
      <w:r w:rsidR="000E1451">
        <w:rPr>
          <w:rFonts w:cs="Georgia"/>
          <w:bCs/>
          <w:kern w:val="1"/>
        </w:rPr>
        <w:t xml:space="preserve">, </w:t>
      </w:r>
      <w:r>
        <w:rPr>
          <w:rFonts w:cs="Georgia"/>
          <w:bCs/>
          <w:kern w:val="1"/>
        </w:rPr>
        <w:t>à l</w:t>
      </w:r>
      <w:r w:rsidR="000E1451">
        <w:rPr>
          <w:rFonts w:cs="Georgia"/>
          <w:bCs/>
          <w:kern w:val="1"/>
        </w:rPr>
        <w:t>’</w:t>
      </w:r>
      <w:r>
        <w:rPr>
          <w:rFonts w:cs="Georgia"/>
          <w:bCs/>
          <w:kern w:val="1"/>
        </w:rPr>
        <w:t>intention des traînards</w:t>
      </w:r>
      <w:r w:rsidR="000E1451">
        <w:rPr>
          <w:rFonts w:cs="Georgia"/>
          <w:bCs/>
          <w:kern w:val="1"/>
        </w:rPr>
        <w:t>.</w:t>
      </w:r>
    </w:p>
    <w:p w14:paraId="1490E5E4" w14:textId="77777777" w:rsidR="000E1451" w:rsidRDefault="00BE611A" w:rsidP="00BE611A">
      <w:pPr>
        <w:rPr>
          <w:rFonts w:cs="Georgia"/>
          <w:bCs/>
          <w:kern w:val="1"/>
        </w:rPr>
      </w:pPr>
      <w:r>
        <w:rPr>
          <w:rFonts w:cs="Georgia"/>
          <w:bCs/>
          <w:kern w:val="1"/>
        </w:rPr>
        <w:t>Tout étant prêt</w:t>
      </w:r>
      <w:r w:rsidR="000E1451">
        <w:rPr>
          <w:rFonts w:cs="Georgia"/>
          <w:bCs/>
          <w:kern w:val="1"/>
        </w:rPr>
        <w:t xml:space="preserve">, </w:t>
      </w:r>
      <w:r>
        <w:rPr>
          <w:rFonts w:cs="Georgia"/>
          <w:bCs/>
          <w:kern w:val="1"/>
        </w:rPr>
        <w:t>il prit la tête</w:t>
      </w:r>
      <w:r w:rsidR="000E1451">
        <w:rPr>
          <w:rFonts w:cs="Georgia"/>
          <w:bCs/>
          <w:kern w:val="1"/>
        </w:rPr>
        <w:t xml:space="preserve">. </w:t>
      </w:r>
      <w:r>
        <w:rPr>
          <w:rFonts w:cs="Georgia"/>
          <w:bCs/>
          <w:kern w:val="1"/>
        </w:rPr>
        <w:t>On lui amena son cheval</w:t>
      </w:r>
      <w:r w:rsidR="000E1451">
        <w:rPr>
          <w:rFonts w:cs="Georgia"/>
          <w:bCs/>
          <w:kern w:val="1"/>
        </w:rPr>
        <w:t xml:space="preserve">, </w:t>
      </w:r>
      <w:r>
        <w:rPr>
          <w:rFonts w:cs="Georgia"/>
          <w:bCs/>
          <w:kern w:val="1"/>
        </w:rPr>
        <w:t>mais d</w:t>
      </w:r>
      <w:r w:rsidR="000E1451">
        <w:rPr>
          <w:rFonts w:cs="Georgia"/>
          <w:bCs/>
          <w:kern w:val="1"/>
        </w:rPr>
        <w:t>’</w:t>
      </w:r>
      <w:r>
        <w:rPr>
          <w:rFonts w:cs="Georgia"/>
          <w:bCs/>
          <w:kern w:val="1"/>
        </w:rPr>
        <w:t>un geste il indiqua qu</w:t>
      </w:r>
      <w:r w:rsidR="000E1451">
        <w:rPr>
          <w:rFonts w:cs="Georgia"/>
          <w:bCs/>
          <w:kern w:val="1"/>
        </w:rPr>
        <w:t>’</w:t>
      </w:r>
      <w:r>
        <w:rPr>
          <w:rFonts w:cs="Georgia"/>
          <w:bCs/>
          <w:kern w:val="1"/>
        </w:rPr>
        <w:t>il irait à pied</w:t>
      </w:r>
      <w:r w:rsidR="000E1451">
        <w:rPr>
          <w:rFonts w:cs="Georgia"/>
          <w:bCs/>
          <w:kern w:val="1"/>
        </w:rPr>
        <w:t>.</w:t>
      </w:r>
    </w:p>
    <w:p w14:paraId="15D026AF" w14:textId="77777777" w:rsidR="000E1451" w:rsidRDefault="000E1451" w:rsidP="00BE611A">
      <w:pPr>
        <w:rPr>
          <w:rFonts w:cs="Georgia"/>
          <w:bCs/>
          <w:kern w:val="1"/>
        </w:rPr>
      </w:pPr>
      <w:r>
        <w:rPr>
          <w:rFonts w:cs="Georgia"/>
          <w:bCs/>
          <w:kern w:val="1"/>
        </w:rPr>
        <w:t>— </w:t>
      </w:r>
      <w:r w:rsidR="00BE611A">
        <w:rPr>
          <w:rFonts w:cs="Georgia"/>
          <w:bCs/>
          <w:kern w:val="1"/>
        </w:rPr>
        <w:t>Garde à vous</w:t>
      </w:r>
      <w:r>
        <w:rPr>
          <w:rFonts w:cs="Georgia"/>
          <w:bCs/>
          <w:kern w:val="1"/>
        </w:rPr>
        <w:t xml:space="preserve"> ! </w:t>
      </w:r>
      <w:r w:rsidR="00BE611A">
        <w:rPr>
          <w:rFonts w:cs="Georgia"/>
          <w:bCs/>
          <w:kern w:val="1"/>
        </w:rPr>
        <w:t>Interdiction formelle de parler</w:t>
      </w:r>
      <w:r>
        <w:rPr>
          <w:rFonts w:cs="Georgia"/>
          <w:bCs/>
          <w:kern w:val="1"/>
        </w:rPr>
        <w:t xml:space="preserve">, </w:t>
      </w:r>
      <w:r w:rsidR="00BE611A">
        <w:rPr>
          <w:rFonts w:cs="Georgia"/>
          <w:bCs/>
          <w:kern w:val="1"/>
        </w:rPr>
        <w:t>de fumer</w:t>
      </w:r>
      <w:r>
        <w:rPr>
          <w:rFonts w:cs="Georgia"/>
          <w:bCs/>
          <w:kern w:val="1"/>
        </w:rPr>
        <w:t xml:space="preserve">, </w:t>
      </w:r>
      <w:r w:rsidR="00BE611A">
        <w:rPr>
          <w:rFonts w:cs="Georgia"/>
          <w:bCs/>
          <w:kern w:val="1"/>
        </w:rPr>
        <w:t>de s</w:t>
      </w:r>
      <w:r>
        <w:rPr>
          <w:rFonts w:cs="Georgia"/>
          <w:bCs/>
          <w:kern w:val="1"/>
        </w:rPr>
        <w:t>’</w:t>
      </w:r>
      <w:r w:rsidR="00BE611A">
        <w:rPr>
          <w:rFonts w:cs="Georgia"/>
          <w:bCs/>
          <w:kern w:val="1"/>
        </w:rPr>
        <w:t>arrêter pour quelque motif que ce soit</w:t>
      </w:r>
      <w:r>
        <w:rPr>
          <w:rFonts w:cs="Georgia"/>
          <w:bCs/>
          <w:kern w:val="1"/>
        </w:rPr>
        <w:t xml:space="preserve">. </w:t>
      </w:r>
      <w:r w:rsidR="00BE611A">
        <w:rPr>
          <w:rFonts w:cs="Georgia"/>
          <w:bCs/>
          <w:kern w:val="1"/>
        </w:rPr>
        <w:t>L</w:t>
      </w:r>
      <w:r>
        <w:rPr>
          <w:rFonts w:cs="Georgia"/>
          <w:bCs/>
          <w:kern w:val="1"/>
        </w:rPr>
        <w:t>’</w:t>
      </w:r>
      <w:r w:rsidR="00BE611A">
        <w:rPr>
          <w:rFonts w:cs="Georgia"/>
          <w:bCs/>
          <w:kern w:val="1"/>
        </w:rPr>
        <w:t>escorte a des ordres en conséquence</w:t>
      </w:r>
      <w:r>
        <w:rPr>
          <w:rFonts w:cs="Georgia"/>
          <w:bCs/>
          <w:kern w:val="1"/>
        </w:rPr>
        <w:t xml:space="preserve">. </w:t>
      </w:r>
      <w:r w:rsidR="00BE611A">
        <w:rPr>
          <w:rFonts w:cs="Georgia"/>
          <w:bCs/>
          <w:kern w:val="1"/>
        </w:rPr>
        <w:t>En avant</w:t>
      </w:r>
      <w:r>
        <w:rPr>
          <w:rFonts w:cs="Georgia"/>
          <w:bCs/>
          <w:kern w:val="1"/>
        </w:rPr>
        <w:t xml:space="preserve">, </w:t>
      </w:r>
      <w:r w:rsidR="00BE611A">
        <w:rPr>
          <w:rFonts w:cs="Georgia"/>
          <w:bCs/>
          <w:kern w:val="1"/>
        </w:rPr>
        <w:t>marche</w:t>
      </w:r>
      <w:r>
        <w:rPr>
          <w:rFonts w:cs="Georgia"/>
          <w:bCs/>
          <w:kern w:val="1"/>
        </w:rPr>
        <w:t>.</w:t>
      </w:r>
    </w:p>
    <w:p w14:paraId="6D68CCA8" w14:textId="77777777" w:rsidR="000E1451" w:rsidRDefault="00BE611A" w:rsidP="00BE611A">
      <w:pPr>
        <w:rPr>
          <w:rFonts w:cs="Georgia"/>
          <w:bCs/>
          <w:kern w:val="1"/>
        </w:rPr>
      </w:pPr>
      <w:r>
        <w:rPr>
          <w:rFonts w:cs="Georgia"/>
          <w:bCs/>
          <w:kern w:val="1"/>
        </w:rPr>
        <w:t>La colonne s</w:t>
      </w:r>
      <w:r w:rsidR="000E1451">
        <w:rPr>
          <w:rFonts w:cs="Georgia"/>
          <w:bCs/>
          <w:kern w:val="1"/>
        </w:rPr>
        <w:t>’</w:t>
      </w:r>
      <w:r>
        <w:rPr>
          <w:rFonts w:cs="Georgia"/>
          <w:bCs/>
          <w:kern w:val="1"/>
        </w:rPr>
        <w:t>ébranla en silence au milieu des ténèbres</w:t>
      </w:r>
      <w:r w:rsidR="000E1451">
        <w:rPr>
          <w:rFonts w:cs="Georgia"/>
          <w:bCs/>
          <w:kern w:val="1"/>
        </w:rPr>
        <w:t>.</w:t>
      </w:r>
    </w:p>
    <w:p w14:paraId="68803500" w14:textId="77777777" w:rsidR="000E1451" w:rsidRDefault="000E1451" w:rsidP="00BE611A">
      <w:pPr>
        <w:rPr>
          <w:rFonts w:cs="Georgia"/>
          <w:bCs/>
          <w:kern w:val="1"/>
        </w:rPr>
      </w:pPr>
      <w:r>
        <w:rPr>
          <w:rFonts w:cs="Georgia"/>
          <w:bCs/>
          <w:kern w:val="1"/>
        </w:rPr>
        <w:t>— </w:t>
      </w:r>
      <w:r w:rsidR="00BE611A">
        <w:rPr>
          <w:rFonts w:cs="Georgia"/>
          <w:bCs/>
          <w:kern w:val="1"/>
        </w:rPr>
        <w:t>Hum</w:t>
      </w:r>
      <w:r>
        <w:rPr>
          <w:rFonts w:cs="Georgia"/>
          <w:bCs/>
          <w:kern w:val="1"/>
        </w:rPr>
        <w:t xml:space="preserve"> ! </w:t>
      </w:r>
      <w:r w:rsidR="00BE611A">
        <w:rPr>
          <w:rFonts w:cs="Georgia"/>
          <w:bCs/>
          <w:kern w:val="1"/>
        </w:rPr>
        <w:t>murmura Dauphin</w:t>
      </w:r>
      <w:r>
        <w:rPr>
          <w:rFonts w:cs="Georgia"/>
          <w:bCs/>
          <w:kern w:val="1"/>
        </w:rPr>
        <w:t xml:space="preserve">, </w:t>
      </w:r>
      <w:r w:rsidR="00BE611A">
        <w:rPr>
          <w:rFonts w:cs="Georgia"/>
          <w:bCs/>
          <w:kern w:val="1"/>
        </w:rPr>
        <w:t>j</w:t>
      </w:r>
      <w:r>
        <w:rPr>
          <w:rFonts w:cs="Georgia"/>
          <w:bCs/>
          <w:kern w:val="1"/>
        </w:rPr>
        <w:t>’</w:t>
      </w:r>
      <w:r w:rsidR="00BE611A">
        <w:rPr>
          <w:rFonts w:cs="Georgia"/>
          <w:bCs/>
          <w:kern w:val="1"/>
        </w:rPr>
        <w:t>ai comme idée qu</w:t>
      </w:r>
      <w:r>
        <w:rPr>
          <w:rFonts w:cs="Georgia"/>
          <w:bCs/>
          <w:kern w:val="1"/>
        </w:rPr>
        <w:t>’</w:t>
      </w:r>
      <w:r w:rsidR="00BE611A">
        <w:rPr>
          <w:rFonts w:cs="Georgia"/>
          <w:bCs/>
          <w:kern w:val="1"/>
        </w:rPr>
        <w:t>avec ce bougre-là</w:t>
      </w:r>
      <w:r>
        <w:rPr>
          <w:rFonts w:cs="Georgia"/>
          <w:bCs/>
          <w:kern w:val="1"/>
        </w:rPr>
        <w:t xml:space="preserve">, </w:t>
      </w:r>
      <w:r w:rsidR="00BE611A">
        <w:rPr>
          <w:rFonts w:cs="Georgia"/>
          <w:bCs/>
          <w:kern w:val="1"/>
        </w:rPr>
        <w:t>ça va</w:t>
      </w:r>
      <w:r>
        <w:rPr>
          <w:rFonts w:cs="Georgia"/>
          <w:bCs/>
          <w:kern w:val="1"/>
        </w:rPr>
        <w:t xml:space="preserve">… </w:t>
      </w:r>
      <w:r w:rsidR="00BE611A">
        <w:rPr>
          <w:rFonts w:cs="Georgia"/>
          <w:bCs/>
          <w:kern w:val="1"/>
        </w:rPr>
        <w:t>Aïe</w:t>
      </w:r>
      <w:r>
        <w:rPr>
          <w:rFonts w:cs="Georgia"/>
          <w:bCs/>
          <w:kern w:val="1"/>
        </w:rPr>
        <w:t> !</w:t>
      </w:r>
    </w:p>
    <w:p w14:paraId="197E3777" w14:textId="77777777" w:rsidR="000E1451" w:rsidRDefault="00BE611A" w:rsidP="00BE611A">
      <w:pPr>
        <w:rPr>
          <w:rFonts w:cs="Georgia"/>
          <w:bCs/>
          <w:kern w:val="1"/>
        </w:rPr>
      </w:pPr>
      <w:r>
        <w:rPr>
          <w:rFonts w:cs="Georgia"/>
          <w:bCs/>
          <w:kern w:val="1"/>
        </w:rPr>
        <w:lastRenderedPageBreak/>
        <w:t>Un landsturmien</w:t>
      </w:r>
      <w:r w:rsidR="000E1451">
        <w:rPr>
          <w:rFonts w:cs="Georgia"/>
          <w:bCs/>
          <w:kern w:val="1"/>
        </w:rPr>
        <w:t xml:space="preserve">, </w:t>
      </w:r>
      <w:r>
        <w:rPr>
          <w:rFonts w:cs="Georgia"/>
          <w:bCs/>
          <w:kern w:val="1"/>
        </w:rPr>
        <w:t>d</w:t>
      </w:r>
      <w:r w:rsidR="000E1451">
        <w:rPr>
          <w:rFonts w:cs="Georgia"/>
          <w:bCs/>
          <w:kern w:val="1"/>
        </w:rPr>
        <w:t>’</w:t>
      </w:r>
      <w:r>
        <w:rPr>
          <w:rFonts w:cs="Georgia"/>
          <w:bCs/>
          <w:kern w:val="1"/>
        </w:rPr>
        <w:t>un coup de crosse</w:t>
      </w:r>
      <w:r w:rsidR="000E1451">
        <w:rPr>
          <w:rFonts w:cs="Georgia"/>
          <w:bCs/>
          <w:kern w:val="1"/>
        </w:rPr>
        <w:t xml:space="preserve">, </w:t>
      </w:r>
      <w:r>
        <w:rPr>
          <w:rFonts w:cs="Georgia"/>
          <w:bCs/>
          <w:kern w:val="1"/>
        </w:rPr>
        <w:t>venait de le rappeler au respect de la consigne</w:t>
      </w:r>
      <w:r w:rsidR="000E1451">
        <w:rPr>
          <w:rFonts w:cs="Georgia"/>
          <w:bCs/>
          <w:kern w:val="1"/>
        </w:rPr>
        <w:t xml:space="preserve">. </w:t>
      </w:r>
      <w:r>
        <w:rPr>
          <w:rFonts w:cs="Georgia"/>
          <w:bCs/>
          <w:kern w:val="1"/>
        </w:rPr>
        <w:t>Pauvre Dauphin</w:t>
      </w:r>
      <w:r w:rsidR="000E1451">
        <w:rPr>
          <w:rFonts w:cs="Georgia"/>
          <w:bCs/>
          <w:kern w:val="1"/>
        </w:rPr>
        <w:t xml:space="preserve">, </w:t>
      </w:r>
      <w:r>
        <w:rPr>
          <w:rFonts w:cs="Georgia"/>
          <w:bCs/>
          <w:kern w:val="1"/>
        </w:rPr>
        <w:t>il n</w:t>
      </w:r>
      <w:r w:rsidR="000E1451">
        <w:rPr>
          <w:rFonts w:cs="Georgia"/>
          <w:bCs/>
          <w:kern w:val="1"/>
        </w:rPr>
        <w:t>’</w:t>
      </w:r>
      <w:r>
        <w:rPr>
          <w:rFonts w:cs="Georgia"/>
          <w:bCs/>
          <w:kern w:val="1"/>
        </w:rPr>
        <w:t>avait pas de chance</w:t>
      </w:r>
      <w:r w:rsidR="000E1451">
        <w:rPr>
          <w:rFonts w:cs="Georgia"/>
          <w:bCs/>
          <w:kern w:val="1"/>
        </w:rPr>
        <w:t>.</w:t>
      </w:r>
    </w:p>
    <w:p w14:paraId="1A228A61" w14:textId="77777777" w:rsidR="00BE611A" w:rsidRDefault="00BE611A" w:rsidP="00BE611A">
      <w:pPr>
        <w:rPr>
          <w:rFonts w:cs="Georgia"/>
          <w:bCs/>
          <w:kern w:val="1"/>
        </w:rPr>
      </w:pPr>
    </w:p>
    <w:p w14:paraId="3A235CEB" w14:textId="77777777" w:rsidR="000E1451" w:rsidRDefault="00BE611A" w:rsidP="00BE611A">
      <w:pPr>
        <w:rPr>
          <w:rFonts w:cs="Georgia"/>
          <w:bCs/>
          <w:kern w:val="1"/>
        </w:rPr>
      </w:pPr>
      <w:r>
        <w:rPr>
          <w:rFonts w:cs="Georgia"/>
          <w:bCs/>
          <w:kern w:val="1"/>
        </w:rPr>
        <w:t>Nous avancions avec les plus grandes difficultés</w:t>
      </w:r>
      <w:r w:rsidR="000E1451">
        <w:rPr>
          <w:rFonts w:cs="Georgia"/>
          <w:bCs/>
          <w:kern w:val="1"/>
        </w:rPr>
        <w:t xml:space="preserve">, </w:t>
      </w:r>
      <w:r>
        <w:rPr>
          <w:rFonts w:cs="Georgia"/>
          <w:bCs/>
          <w:kern w:val="1"/>
        </w:rPr>
        <w:t>traînant nos pieds sur un sol où ils s</w:t>
      </w:r>
      <w:r w:rsidR="000E1451">
        <w:rPr>
          <w:rFonts w:cs="Georgia"/>
          <w:bCs/>
          <w:kern w:val="1"/>
        </w:rPr>
        <w:t>’</w:t>
      </w:r>
      <w:r>
        <w:rPr>
          <w:rFonts w:cs="Georgia"/>
          <w:bCs/>
          <w:kern w:val="1"/>
        </w:rPr>
        <w:t>enfonçaient désespérément</w:t>
      </w:r>
      <w:r w:rsidR="000E1451">
        <w:rPr>
          <w:rFonts w:cs="Georgia"/>
          <w:bCs/>
          <w:kern w:val="1"/>
        </w:rPr>
        <w:t xml:space="preserve">. </w:t>
      </w:r>
      <w:r>
        <w:rPr>
          <w:rFonts w:cs="Georgia"/>
          <w:bCs/>
          <w:kern w:val="1"/>
        </w:rPr>
        <w:t>Du sable</w:t>
      </w:r>
      <w:r w:rsidR="000E1451">
        <w:rPr>
          <w:rFonts w:cs="Georgia"/>
          <w:bCs/>
          <w:kern w:val="1"/>
        </w:rPr>
        <w:t xml:space="preserve">, </w:t>
      </w:r>
      <w:r>
        <w:rPr>
          <w:rFonts w:cs="Georgia"/>
          <w:bCs/>
          <w:kern w:val="1"/>
        </w:rPr>
        <w:t>encore du sable</w:t>
      </w:r>
      <w:r w:rsidR="000E1451">
        <w:rPr>
          <w:rFonts w:cs="Georgia"/>
          <w:bCs/>
          <w:kern w:val="1"/>
        </w:rPr>
        <w:t xml:space="preserve">. </w:t>
      </w:r>
      <w:r>
        <w:rPr>
          <w:rFonts w:cs="Georgia"/>
          <w:bCs/>
          <w:kern w:val="1"/>
        </w:rPr>
        <w:t>Nous heurtions sans cesse des racines qui nous faisaient trébucher</w:t>
      </w:r>
      <w:r w:rsidR="000E1451">
        <w:rPr>
          <w:rFonts w:cs="Georgia"/>
          <w:bCs/>
          <w:kern w:val="1"/>
        </w:rPr>
        <w:t xml:space="preserve">. </w:t>
      </w:r>
      <w:r>
        <w:rPr>
          <w:rFonts w:cs="Georgia"/>
          <w:bCs/>
          <w:kern w:val="1"/>
        </w:rPr>
        <w:t>Une heure avait bien dû s</w:t>
      </w:r>
      <w:r w:rsidR="000E1451">
        <w:rPr>
          <w:rFonts w:cs="Georgia"/>
          <w:bCs/>
          <w:kern w:val="1"/>
        </w:rPr>
        <w:t>’</w:t>
      </w:r>
      <w:r>
        <w:rPr>
          <w:rFonts w:cs="Georgia"/>
          <w:bCs/>
          <w:kern w:val="1"/>
        </w:rPr>
        <w:t>écouler depuis la dernière halte</w:t>
      </w:r>
      <w:r w:rsidR="000E1451">
        <w:rPr>
          <w:rFonts w:cs="Georgia"/>
          <w:bCs/>
          <w:kern w:val="1"/>
        </w:rPr>
        <w:t xml:space="preserve">. </w:t>
      </w:r>
      <w:r>
        <w:rPr>
          <w:rFonts w:cs="Georgia"/>
          <w:bCs/>
          <w:kern w:val="1"/>
        </w:rPr>
        <w:t>Où était-il</w:t>
      </w:r>
      <w:r w:rsidR="000E1451">
        <w:rPr>
          <w:rFonts w:cs="Georgia"/>
          <w:bCs/>
          <w:kern w:val="1"/>
        </w:rPr>
        <w:t xml:space="preserve">, </w:t>
      </w:r>
      <w:r>
        <w:rPr>
          <w:rFonts w:cs="Georgia"/>
          <w:bCs/>
          <w:kern w:val="1"/>
        </w:rPr>
        <w:t>le temps des manœuvres de chez nous</w:t>
      </w:r>
      <w:r w:rsidR="000E1451">
        <w:rPr>
          <w:rFonts w:cs="Georgia"/>
          <w:bCs/>
          <w:kern w:val="1"/>
        </w:rPr>
        <w:t xml:space="preserve">, </w:t>
      </w:r>
      <w:r>
        <w:rPr>
          <w:rFonts w:cs="Georgia"/>
          <w:bCs/>
          <w:kern w:val="1"/>
        </w:rPr>
        <w:t>des étapes à la bonne franquette</w:t>
      </w:r>
      <w:r w:rsidR="000E1451">
        <w:rPr>
          <w:rFonts w:cs="Georgia"/>
          <w:bCs/>
          <w:kern w:val="1"/>
        </w:rPr>
        <w:t xml:space="preserve">, </w:t>
      </w:r>
      <w:r>
        <w:rPr>
          <w:rFonts w:cs="Georgia"/>
          <w:bCs/>
          <w:kern w:val="1"/>
        </w:rPr>
        <w:t xml:space="preserve">et le cri de </w:t>
      </w:r>
      <w:r>
        <w:rPr>
          <w:rFonts w:cs="Georgia"/>
          <w:bCs/>
          <w:i/>
          <w:iCs/>
          <w:kern w:val="1"/>
        </w:rPr>
        <w:t>la pause</w:t>
      </w:r>
      <w:r w:rsidR="000E1451">
        <w:rPr>
          <w:rFonts w:cs="Georgia"/>
          <w:bCs/>
          <w:i/>
          <w:iCs/>
          <w:kern w:val="1"/>
        </w:rPr>
        <w:t xml:space="preserve">, </w:t>
      </w:r>
      <w:r>
        <w:rPr>
          <w:rFonts w:cs="Georgia"/>
          <w:bCs/>
          <w:i/>
          <w:iCs/>
          <w:kern w:val="1"/>
        </w:rPr>
        <w:t>la pause</w:t>
      </w:r>
      <w:r w:rsidR="000E1451">
        <w:rPr>
          <w:rFonts w:cs="Georgia"/>
          <w:bCs/>
          <w:kern w:val="1"/>
        </w:rPr>
        <w:t xml:space="preserve">, </w:t>
      </w:r>
      <w:r>
        <w:rPr>
          <w:rFonts w:cs="Georgia"/>
          <w:bCs/>
          <w:kern w:val="1"/>
        </w:rPr>
        <w:t>avec lequel on ne craignait pas de rafraîchir la mémoire de l</w:t>
      </w:r>
      <w:r w:rsidR="000E1451">
        <w:rPr>
          <w:rFonts w:cs="Georgia"/>
          <w:bCs/>
          <w:kern w:val="1"/>
        </w:rPr>
        <w:t>’</w:t>
      </w:r>
      <w:r>
        <w:rPr>
          <w:rFonts w:cs="Georgia"/>
          <w:bCs/>
          <w:kern w:val="1"/>
        </w:rPr>
        <w:t>officier qui dirigeait la marche</w:t>
      </w:r>
      <w:r w:rsidR="000E1451">
        <w:rPr>
          <w:rFonts w:cs="Georgia"/>
          <w:bCs/>
          <w:kern w:val="1"/>
        </w:rPr>
        <w:t xml:space="preserve"> ? </w:t>
      </w:r>
      <w:r>
        <w:rPr>
          <w:rFonts w:cs="Georgia"/>
          <w:bCs/>
          <w:kern w:val="1"/>
        </w:rPr>
        <w:t>Cette maudite promenade ne se terminerait-elle donc jamais</w:t>
      </w:r>
      <w:r w:rsidR="000E1451">
        <w:rPr>
          <w:rFonts w:cs="Georgia"/>
          <w:bCs/>
          <w:kern w:val="1"/>
        </w:rPr>
        <w:t xml:space="preserve"> ? </w:t>
      </w:r>
      <w:r>
        <w:rPr>
          <w:rFonts w:cs="Georgia"/>
          <w:bCs/>
          <w:kern w:val="1"/>
        </w:rPr>
        <w:t>Les kilomètres de par ici étaient-ils donc plus longs que ceux de France</w:t>
      </w:r>
      <w:r w:rsidR="000E1451">
        <w:rPr>
          <w:rFonts w:cs="Georgia"/>
          <w:bCs/>
          <w:kern w:val="1"/>
        </w:rPr>
        <w:t xml:space="preserve"> ? </w:t>
      </w:r>
      <w:r>
        <w:rPr>
          <w:rFonts w:cs="Georgia"/>
          <w:bCs/>
          <w:kern w:val="1"/>
        </w:rPr>
        <w:t>La première fois que nous nous étions arrêtés</w:t>
      </w:r>
      <w:r w:rsidR="000E1451">
        <w:rPr>
          <w:rFonts w:cs="Georgia"/>
          <w:bCs/>
          <w:kern w:val="1"/>
        </w:rPr>
        <w:t xml:space="preserve">, </w:t>
      </w:r>
      <w:r>
        <w:rPr>
          <w:rFonts w:cs="Georgia"/>
          <w:bCs/>
          <w:kern w:val="1"/>
        </w:rPr>
        <w:t>ç</w:t>
      </w:r>
      <w:r w:rsidR="000E1451">
        <w:rPr>
          <w:rFonts w:cs="Georgia"/>
          <w:bCs/>
          <w:kern w:val="1"/>
        </w:rPr>
        <w:t>’</w:t>
      </w:r>
      <w:r>
        <w:rPr>
          <w:rFonts w:cs="Georgia"/>
          <w:bCs/>
          <w:kern w:val="1"/>
        </w:rPr>
        <w:t>avait été au centre d</w:t>
      </w:r>
      <w:r w:rsidR="000E1451">
        <w:rPr>
          <w:rFonts w:cs="Georgia"/>
          <w:bCs/>
          <w:kern w:val="1"/>
        </w:rPr>
        <w:t>’</w:t>
      </w:r>
      <w:r>
        <w:rPr>
          <w:rFonts w:cs="Georgia"/>
          <w:bCs/>
          <w:kern w:val="1"/>
        </w:rPr>
        <w:t>une sorte de désert fuligineux</w:t>
      </w:r>
      <w:r w:rsidR="000E1451">
        <w:rPr>
          <w:rFonts w:cs="Georgia"/>
          <w:bCs/>
          <w:kern w:val="1"/>
        </w:rPr>
        <w:t xml:space="preserve">, </w:t>
      </w:r>
      <w:r>
        <w:rPr>
          <w:rFonts w:cs="Georgia"/>
          <w:bCs/>
          <w:kern w:val="1"/>
        </w:rPr>
        <w:t>au-dessus duquel une lumière cuivrée s</w:t>
      </w:r>
      <w:r w:rsidR="000E1451">
        <w:rPr>
          <w:rFonts w:cs="Georgia"/>
          <w:bCs/>
          <w:kern w:val="1"/>
        </w:rPr>
        <w:t>’</w:t>
      </w:r>
      <w:r>
        <w:rPr>
          <w:rFonts w:cs="Georgia"/>
          <w:bCs/>
          <w:kern w:val="1"/>
        </w:rPr>
        <w:t>était mise à filtrer</w:t>
      </w:r>
      <w:r w:rsidR="000E1451">
        <w:rPr>
          <w:rFonts w:cs="Georgia"/>
          <w:bCs/>
          <w:kern w:val="1"/>
        </w:rPr>
        <w:t xml:space="preserve">, </w:t>
      </w:r>
      <w:r>
        <w:rPr>
          <w:rFonts w:cs="Georgia"/>
          <w:bCs/>
          <w:kern w:val="1"/>
        </w:rPr>
        <w:t>comme pour annoncer un lever de lune</w:t>
      </w:r>
      <w:r w:rsidR="000E1451">
        <w:rPr>
          <w:rFonts w:cs="Georgia"/>
          <w:bCs/>
          <w:kern w:val="1"/>
        </w:rPr>
        <w:t xml:space="preserve">. </w:t>
      </w:r>
      <w:r>
        <w:rPr>
          <w:rFonts w:cs="Georgia"/>
          <w:bCs/>
          <w:kern w:val="1"/>
        </w:rPr>
        <w:t>Un coup de sifflet</w:t>
      </w:r>
      <w:r w:rsidR="000E1451">
        <w:rPr>
          <w:rFonts w:cs="Georgia"/>
          <w:bCs/>
          <w:kern w:val="1"/>
        </w:rPr>
        <w:t xml:space="preserve">, </w:t>
      </w:r>
      <w:r>
        <w:rPr>
          <w:rFonts w:cs="Georgia"/>
          <w:bCs/>
          <w:kern w:val="1"/>
        </w:rPr>
        <w:t>et nous nous étions tous laissés tomber à terre</w:t>
      </w:r>
      <w:r w:rsidR="000E1451">
        <w:rPr>
          <w:rFonts w:cs="Georgia"/>
          <w:bCs/>
          <w:kern w:val="1"/>
        </w:rPr>
        <w:t xml:space="preserve">, </w:t>
      </w:r>
      <w:r>
        <w:rPr>
          <w:rFonts w:cs="Georgia"/>
          <w:bCs/>
          <w:kern w:val="1"/>
        </w:rPr>
        <w:t>à demi étendus les uns sur les autres</w:t>
      </w:r>
      <w:r w:rsidR="000E1451">
        <w:rPr>
          <w:rFonts w:cs="Georgia"/>
          <w:bCs/>
          <w:kern w:val="1"/>
        </w:rPr>
        <w:t xml:space="preserve">. </w:t>
      </w:r>
      <w:r>
        <w:rPr>
          <w:rFonts w:cs="Georgia"/>
          <w:bCs/>
          <w:kern w:val="1"/>
        </w:rPr>
        <w:t>Les Allemands n</w:t>
      </w:r>
      <w:r w:rsidR="000E1451">
        <w:rPr>
          <w:rFonts w:cs="Georgia"/>
          <w:bCs/>
          <w:kern w:val="1"/>
        </w:rPr>
        <w:t>’</w:t>
      </w:r>
      <w:r>
        <w:rPr>
          <w:rFonts w:cs="Georgia"/>
          <w:bCs/>
          <w:kern w:val="1"/>
        </w:rPr>
        <w:t>avaient plus besoin</w:t>
      </w:r>
      <w:r w:rsidR="000E1451">
        <w:rPr>
          <w:rFonts w:cs="Georgia"/>
          <w:bCs/>
          <w:kern w:val="1"/>
        </w:rPr>
        <w:t xml:space="preserve">, </w:t>
      </w:r>
      <w:r>
        <w:rPr>
          <w:rFonts w:cs="Georgia"/>
          <w:bCs/>
          <w:kern w:val="1"/>
        </w:rPr>
        <w:t>maintenant</w:t>
      </w:r>
      <w:r w:rsidR="000E1451">
        <w:rPr>
          <w:rFonts w:cs="Georgia"/>
          <w:bCs/>
          <w:kern w:val="1"/>
        </w:rPr>
        <w:t xml:space="preserve">, </w:t>
      </w:r>
      <w:r>
        <w:rPr>
          <w:rFonts w:cs="Georgia"/>
          <w:bCs/>
          <w:kern w:val="1"/>
        </w:rPr>
        <w:t>de veiller à nous empêcher de parler</w:t>
      </w:r>
      <w:r w:rsidR="000E1451">
        <w:rPr>
          <w:rFonts w:cs="Georgia"/>
          <w:bCs/>
          <w:kern w:val="1"/>
        </w:rPr>
        <w:t xml:space="preserve">. </w:t>
      </w:r>
      <w:r>
        <w:rPr>
          <w:rFonts w:cs="Georgia"/>
          <w:bCs/>
          <w:kern w:val="1"/>
        </w:rPr>
        <w:t>Eux</w:t>
      </w:r>
      <w:r w:rsidR="000E1451">
        <w:rPr>
          <w:rFonts w:cs="Georgia"/>
          <w:bCs/>
          <w:kern w:val="1"/>
        </w:rPr>
        <w:t xml:space="preserve">, </w:t>
      </w:r>
      <w:r>
        <w:rPr>
          <w:rFonts w:cs="Georgia"/>
          <w:bCs/>
          <w:kern w:val="1"/>
        </w:rPr>
        <w:t>ils étaient demeurés debout</w:t>
      </w:r>
      <w:r w:rsidR="000E1451">
        <w:rPr>
          <w:rFonts w:cs="Georgia"/>
          <w:bCs/>
          <w:kern w:val="1"/>
        </w:rPr>
        <w:t xml:space="preserve">, </w:t>
      </w:r>
      <w:r>
        <w:rPr>
          <w:rFonts w:cs="Georgia"/>
          <w:bCs/>
          <w:kern w:val="1"/>
        </w:rPr>
        <w:t>bornes immobiles</w:t>
      </w:r>
      <w:r w:rsidR="000E1451">
        <w:rPr>
          <w:rFonts w:cs="Georgia"/>
          <w:bCs/>
          <w:kern w:val="1"/>
        </w:rPr>
        <w:t xml:space="preserve">, </w:t>
      </w:r>
      <w:r>
        <w:rPr>
          <w:rFonts w:cs="Georgia"/>
          <w:bCs/>
          <w:kern w:val="1"/>
        </w:rPr>
        <w:t>jalonnant notre lugubre cortège</w:t>
      </w:r>
      <w:r w:rsidR="000E1451">
        <w:rPr>
          <w:rFonts w:cs="Georgia"/>
          <w:bCs/>
          <w:kern w:val="1"/>
        </w:rPr>
        <w:t xml:space="preserve">. </w:t>
      </w:r>
      <w:r>
        <w:rPr>
          <w:rFonts w:cs="Georgia"/>
          <w:bCs/>
          <w:kern w:val="1"/>
        </w:rPr>
        <w:t>Quel silence pesant</w:t>
      </w:r>
      <w:r w:rsidR="000E1451">
        <w:rPr>
          <w:rFonts w:cs="Georgia"/>
          <w:bCs/>
          <w:kern w:val="1"/>
        </w:rPr>
        <w:t xml:space="preserve">, </w:t>
      </w:r>
      <w:r>
        <w:rPr>
          <w:rFonts w:cs="Georgia"/>
          <w:bCs/>
          <w:kern w:val="1"/>
        </w:rPr>
        <w:t>désespéré</w:t>
      </w:r>
      <w:r w:rsidR="000E1451">
        <w:rPr>
          <w:rFonts w:cs="Georgia"/>
          <w:bCs/>
          <w:kern w:val="1"/>
        </w:rPr>
        <w:t xml:space="preserve"> ! </w:t>
      </w:r>
      <w:r>
        <w:rPr>
          <w:rFonts w:cs="Georgia"/>
          <w:bCs/>
          <w:kern w:val="1"/>
        </w:rPr>
        <w:t>Quand nous étions repartis</w:t>
      </w:r>
      <w:r w:rsidR="000E1451">
        <w:rPr>
          <w:rFonts w:cs="Georgia"/>
          <w:bCs/>
          <w:kern w:val="1"/>
        </w:rPr>
        <w:t xml:space="preserve">, </w:t>
      </w:r>
      <w:r>
        <w:rPr>
          <w:rFonts w:cs="Georgia"/>
          <w:bCs/>
          <w:kern w:val="1"/>
        </w:rPr>
        <w:t>dans cette atmosphère d</w:t>
      </w:r>
      <w:r w:rsidR="000E1451">
        <w:rPr>
          <w:rFonts w:cs="Georgia"/>
          <w:bCs/>
          <w:kern w:val="1"/>
        </w:rPr>
        <w:t>’</w:t>
      </w:r>
      <w:r>
        <w:rPr>
          <w:rFonts w:cs="Georgia"/>
          <w:bCs/>
          <w:kern w:val="1"/>
        </w:rPr>
        <w:t>étouffement qui caractérise les marches nocturnes</w:t>
      </w:r>
      <w:r w:rsidR="000E1451">
        <w:rPr>
          <w:rFonts w:cs="Georgia"/>
          <w:bCs/>
          <w:kern w:val="1"/>
        </w:rPr>
        <w:t xml:space="preserve">, </w:t>
      </w:r>
      <w:r>
        <w:rPr>
          <w:rFonts w:cs="Georgia"/>
          <w:bCs/>
          <w:kern w:val="1"/>
        </w:rPr>
        <w:t>le vent s</w:t>
      </w:r>
      <w:r w:rsidR="000E1451">
        <w:rPr>
          <w:rFonts w:cs="Georgia"/>
          <w:bCs/>
          <w:kern w:val="1"/>
        </w:rPr>
        <w:t>’</w:t>
      </w:r>
      <w:r>
        <w:rPr>
          <w:rFonts w:cs="Georgia"/>
          <w:bCs/>
          <w:kern w:val="1"/>
        </w:rPr>
        <w:t>était fait soudain glacé</w:t>
      </w:r>
      <w:r w:rsidR="000E1451">
        <w:rPr>
          <w:rFonts w:cs="Georgia"/>
          <w:bCs/>
          <w:kern w:val="1"/>
        </w:rPr>
        <w:t xml:space="preserve">. </w:t>
      </w:r>
      <w:r>
        <w:rPr>
          <w:rFonts w:cs="Georgia"/>
          <w:bCs/>
          <w:kern w:val="1"/>
        </w:rPr>
        <w:t>Il soulevait de rapides tourbillons de sable</w:t>
      </w:r>
      <w:r w:rsidR="000E1451">
        <w:rPr>
          <w:rFonts w:cs="Georgia"/>
          <w:bCs/>
          <w:kern w:val="1"/>
        </w:rPr>
        <w:t xml:space="preserve">. </w:t>
      </w:r>
      <w:r>
        <w:rPr>
          <w:rFonts w:cs="Georgia"/>
          <w:bCs/>
          <w:kern w:val="1"/>
        </w:rPr>
        <w:t>Les grains aigus de ce sable nous fouettaient le visage</w:t>
      </w:r>
      <w:r w:rsidR="000E1451">
        <w:rPr>
          <w:rFonts w:cs="Georgia"/>
          <w:bCs/>
          <w:kern w:val="1"/>
        </w:rPr>
        <w:t xml:space="preserve">, </w:t>
      </w:r>
      <w:r>
        <w:rPr>
          <w:rFonts w:cs="Georgia"/>
          <w:bCs/>
          <w:kern w:val="1"/>
        </w:rPr>
        <w:t>torturaient nos paupières</w:t>
      </w:r>
      <w:r w:rsidR="000E1451">
        <w:rPr>
          <w:rFonts w:cs="Georgia"/>
          <w:bCs/>
          <w:kern w:val="1"/>
        </w:rPr>
        <w:t xml:space="preserve">, </w:t>
      </w:r>
      <w:r>
        <w:rPr>
          <w:rFonts w:cs="Georgia"/>
          <w:bCs/>
          <w:kern w:val="1"/>
        </w:rPr>
        <w:t>crissaient entre nos dents serrées</w:t>
      </w:r>
      <w:r w:rsidR="000E1451">
        <w:rPr>
          <w:rFonts w:cs="Georgia"/>
          <w:bCs/>
          <w:kern w:val="1"/>
        </w:rPr>
        <w:t xml:space="preserve">. </w:t>
      </w:r>
      <w:r>
        <w:rPr>
          <w:rFonts w:cs="Georgia"/>
          <w:bCs/>
          <w:kern w:val="1"/>
        </w:rPr>
        <w:t>La piste sur laquelle nous peinions coupa une chaussée</w:t>
      </w:r>
      <w:r w:rsidR="000E1451">
        <w:rPr>
          <w:rFonts w:cs="Georgia"/>
          <w:bCs/>
          <w:kern w:val="1"/>
        </w:rPr>
        <w:t xml:space="preserve">. </w:t>
      </w:r>
      <w:r>
        <w:rPr>
          <w:rFonts w:cs="Georgia"/>
          <w:bCs/>
          <w:kern w:val="1"/>
        </w:rPr>
        <w:t>Nous butâmes contre des pierres mal jointes</w:t>
      </w:r>
      <w:r w:rsidR="000E1451">
        <w:rPr>
          <w:rFonts w:cs="Georgia"/>
          <w:bCs/>
          <w:kern w:val="1"/>
        </w:rPr>
        <w:t xml:space="preserve">, </w:t>
      </w:r>
      <w:r>
        <w:rPr>
          <w:rFonts w:cs="Georgia"/>
          <w:bCs/>
          <w:kern w:val="1"/>
        </w:rPr>
        <w:t>les premières que nous rencontrions</w:t>
      </w:r>
      <w:r w:rsidR="000E1451">
        <w:rPr>
          <w:rFonts w:cs="Georgia"/>
          <w:bCs/>
          <w:kern w:val="1"/>
        </w:rPr>
        <w:t xml:space="preserve">. </w:t>
      </w:r>
      <w:r>
        <w:rPr>
          <w:rFonts w:cs="Georgia"/>
          <w:bCs/>
          <w:kern w:val="1"/>
        </w:rPr>
        <w:t>Un instant</w:t>
      </w:r>
      <w:r w:rsidR="000E1451">
        <w:rPr>
          <w:rFonts w:cs="Georgia"/>
          <w:bCs/>
          <w:kern w:val="1"/>
        </w:rPr>
        <w:t xml:space="preserve">, </w:t>
      </w:r>
      <w:r>
        <w:rPr>
          <w:rFonts w:cs="Georgia"/>
          <w:bCs/>
          <w:kern w:val="1"/>
        </w:rPr>
        <w:t xml:space="preserve">cinq ou six lumières clignotantes apparurent à </w:t>
      </w:r>
      <w:r>
        <w:rPr>
          <w:rFonts w:cs="Georgia"/>
          <w:bCs/>
          <w:kern w:val="1"/>
        </w:rPr>
        <w:lastRenderedPageBreak/>
        <w:t>gauche</w:t>
      </w:r>
      <w:r w:rsidR="000E1451">
        <w:rPr>
          <w:rFonts w:cs="Georgia"/>
          <w:bCs/>
          <w:kern w:val="1"/>
        </w:rPr>
        <w:t xml:space="preserve">, </w:t>
      </w:r>
      <w:r>
        <w:rPr>
          <w:rFonts w:cs="Georgia"/>
          <w:bCs/>
          <w:kern w:val="1"/>
        </w:rPr>
        <w:t>très loin</w:t>
      </w:r>
      <w:r w:rsidR="000E1451">
        <w:rPr>
          <w:rFonts w:cs="Georgia"/>
          <w:bCs/>
          <w:kern w:val="1"/>
        </w:rPr>
        <w:t xml:space="preserve">, </w:t>
      </w:r>
      <w:r>
        <w:rPr>
          <w:rFonts w:cs="Georgia"/>
          <w:bCs/>
          <w:kern w:val="1"/>
        </w:rPr>
        <w:t>tandis qu</w:t>
      </w:r>
      <w:r w:rsidR="000E1451">
        <w:rPr>
          <w:rFonts w:cs="Georgia"/>
          <w:bCs/>
          <w:kern w:val="1"/>
        </w:rPr>
        <w:t>’</w:t>
      </w:r>
      <w:r>
        <w:rPr>
          <w:rFonts w:cs="Georgia"/>
          <w:bCs/>
          <w:kern w:val="1"/>
        </w:rPr>
        <w:t>à notre droite une tache sombre qui s</w:t>
      </w:r>
      <w:r w:rsidR="000E1451">
        <w:rPr>
          <w:rFonts w:cs="Georgia"/>
          <w:bCs/>
          <w:kern w:val="1"/>
        </w:rPr>
        <w:t>’</w:t>
      </w:r>
      <w:r>
        <w:rPr>
          <w:rFonts w:cs="Georgia"/>
          <w:bCs/>
          <w:kern w:val="1"/>
        </w:rPr>
        <w:t>arrondissait dans le ciel roux décelait un bouquet d</w:t>
      </w:r>
      <w:r w:rsidR="000E1451">
        <w:rPr>
          <w:rFonts w:cs="Georgia"/>
          <w:bCs/>
          <w:kern w:val="1"/>
        </w:rPr>
        <w:t>’</w:t>
      </w:r>
      <w:r>
        <w:rPr>
          <w:rFonts w:cs="Georgia"/>
          <w:bCs/>
          <w:kern w:val="1"/>
        </w:rPr>
        <w:t>arbres</w:t>
      </w:r>
      <w:r w:rsidR="000E1451">
        <w:rPr>
          <w:rFonts w:cs="Georgia"/>
          <w:bCs/>
          <w:kern w:val="1"/>
        </w:rPr>
        <w:t xml:space="preserve">, </w:t>
      </w:r>
      <w:r>
        <w:rPr>
          <w:rFonts w:cs="Georgia"/>
          <w:bCs/>
          <w:kern w:val="1"/>
        </w:rPr>
        <w:t>les premiers aussi</w:t>
      </w:r>
      <w:r w:rsidR="000E1451">
        <w:rPr>
          <w:rFonts w:cs="Georgia"/>
          <w:bCs/>
          <w:kern w:val="1"/>
        </w:rPr>
        <w:t xml:space="preserve">. </w:t>
      </w:r>
      <w:r>
        <w:rPr>
          <w:rFonts w:cs="Georgia"/>
          <w:bCs/>
          <w:kern w:val="1"/>
        </w:rPr>
        <w:t>Puis ce fut de nouveau le sable</w:t>
      </w:r>
      <w:r w:rsidR="000E1451">
        <w:rPr>
          <w:rFonts w:cs="Georgia"/>
          <w:bCs/>
          <w:kern w:val="1"/>
        </w:rPr>
        <w:t xml:space="preserve">, </w:t>
      </w:r>
      <w:r>
        <w:rPr>
          <w:rFonts w:cs="Georgia"/>
          <w:bCs/>
          <w:kern w:val="1"/>
        </w:rPr>
        <w:t>le sable toujours</w:t>
      </w:r>
      <w:r w:rsidR="000E1451">
        <w:rPr>
          <w:rFonts w:cs="Georgia"/>
          <w:bCs/>
          <w:kern w:val="1"/>
        </w:rPr>
        <w:t xml:space="preserve">, </w:t>
      </w:r>
      <w:r>
        <w:rPr>
          <w:rFonts w:cs="Georgia"/>
          <w:bCs/>
          <w:kern w:val="1"/>
        </w:rPr>
        <w:t>dont les rafales se faisaient de plus en plus cinglantes</w:t>
      </w:r>
      <w:r w:rsidR="000E1451">
        <w:rPr>
          <w:rFonts w:cs="Georgia"/>
          <w:bCs/>
          <w:kern w:val="1"/>
        </w:rPr>
        <w:t xml:space="preserve">. </w:t>
      </w:r>
      <w:r>
        <w:rPr>
          <w:rFonts w:cs="Georgia"/>
          <w:bCs/>
          <w:kern w:val="1"/>
        </w:rPr>
        <w:t>Et</w:t>
      </w:r>
      <w:r w:rsidR="000E1451">
        <w:rPr>
          <w:rFonts w:cs="Georgia"/>
          <w:bCs/>
          <w:kern w:val="1"/>
        </w:rPr>
        <w:t xml:space="preserve">, </w:t>
      </w:r>
      <w:r>
        <w:rPr>
          <w:rFonts w:cs="Georgia"/>
          <w:bCs/>
          <w:kern w:val="1"/>
        </w:rPr>
        <w:t>subitement</w:t>
      </w:r>
      <w:r w:rsidR="000E1451">
        <w:rPr>
          <w:rFonts w:cs="Georgia"/>
          <w:bCs/>
          <w:kern w:val="1"/>
        </w:rPr>
        <w:t xml:space="preserve">, </w:t>
      </w:r>
      <w:r>
        <w:rPr>
          <w:rFonts w:cs="Georgia"/>
          <w:bCs/>
          <w:kern w:val="1"/>
        </w:rPr>
        <w:t>toute une portion du ciel disparût</w:t>
      </w:r>
      <w:r w:rsidR="000E1451">
        <w:rPr>
          <w:rFonts w:cs="Georgia"/>
          <w:bCs/>
          <w:kern w:val="1"/>
        </w:rPr>
        <w:t xml:space="preserve">. </w:t>
      </w:r>
      <w:r>
        <w:rPr>
          <w:rFonts w:cs="Georgia"/>
          <w:bCs/>
          <w:kern w:val="1"/>
        </w:rPr>
        <w:t>Il n</w:t>
      </w:r>
      <w:r w:rsidR="000E1451">
        <w:rPr>
          <w:rFonts w:cs="Georgia"/>
          <w:bCs/>
          <w:kern w:val="1"/>
        </w:rPr>
        <w:t>’</w:t>
      </w:r>
      <w:r>
        <w:rPr>
          <w:rFonts w:cs="Georgia"/>
          <w:bCs/>
          <w:kern w:val="1"/>
        </w:rPr>
        <w:t>en resta plus qu</w:t>
      </w:r>
      <w:r w:rsidR="000E1451">
        <w:rPr>
          <w:rFonts w:cs="Georgia"/>
          <w:bCs/>
          <w:kern w:val="1"/>
        </w:rPr>
        <w:t>’</w:t>
      </w:r>
      <w:r>
        <w:rPr>
          <w:rFonts w:cs="Georgia"/>
          <w:bCs/>
          <w:kern w:val="1"/>
        </w:rPr>
        <w:t>une étroite bande au-dessus de nos têtes</w:t>
      </w:r>
      <w:r w:rsidR="000E1451">
        <w:rPr>
          <w:rFonts w:cs="Georgia"/>
          <w:bCs/>
          <w:kern w:val="1"/>
        </w:rPr>
        <w:t xml:space="preserve">. </w:t>
      </w:r>
      <w:r>
        <w:rPr>
          <w:rFonts w:cs="Georgia"/>
          <w:bCs/>
          <w:kern w:val="1"/>
        </w:rPr>
        <w:t>Nous étions en train de cheminer au fond d</w:t>
      </w:r>
      <w:r w:rsidR="000E1451">
        <w:rPr>
          <w:rFonts w:cs="Georgia"/>
          <w:bCs/>
          <w:kern w:val="1"/>
        </w:rPr>
        <w:t>’</w:t>
      </w:r>
      <w:r>
        <w:rPr>
          <w:rFonts w:cs="Georgia"/>
          <w:bCs/>
          <w:kern w:val="1"/>
        </w:rPr>
        <w:t>une tranchée aux parois blanchâtres</w:t>
      </w:r>
      <w:r w:rsidR="000E1451">
        <w:rPr>
          <w:rFonts w:cs="Georgia"/>
          <w:bCs/>
          <w:kern w:val="1"/>
        </w:rPr>
        <w:t xml:space="preserve">. </w:t>
      </w:r>
      <w:r>
        <w:rPr>
          <w:rFonts w:cs="Georgia"/>
          <w:bCs/>
          <w:kern w:val="1"/>
        </w:rPr>
        <w:t>Je compris que c</w:t>
      </w:r>
      <w:r w:rsidR="000E1451">
        <w:rPr>
          <w:rFonts w:cs="Georgia"/>
          <w:bCs/>
          <w:kern w:val="1"/>
        </w:rPr>
        <w:t>’</w:t>
      </w:r>
      <w:r>
        <w:rPr>
          <w:rFonts w:cs="Georgia"/>
          <w:bCs/>
          <w:kern w:val="1"/>
        </w:rPr>
        <w:t>était un couloir creusé à travers les dunes du littoral</w:t>
      </w:r>
      <w:r w:rsidR="000E1451">
        <w:rPr>
          <w:rFonts w:cs="Georgia"/>
          <w:bCs/>
          <w:kern w:val="1"/>
        </w:rPr>
        <w:t xml:space="preserve">. </w:t>
      </w:r>
      <w:r>
        <w:rPr>
          <w:rFonts w:cs="Georgia"/>
          <w:bCs/>
          <w:kern w:val="1"/>
        </w:rPr>
        <w:t>Bientôt en effet nous entendîmes un clapotement régulier</w:t>
      </w:r>
      <w:r w:rsidR="000E1451">
        <w:rPr>
          <w:rFonts w:cs="Georgia"/>
          <w:bCs/>
          <w:kern w:val="1"/>
        </w:rPr>
        <w:t xml:space="preserve">. </w:t>
      </w:r>
      <w:r>
        <w:rPr>
          <w:rFonts w:cs="Georgia"/>
          <w:bCs/>
          <w:kern w:val="1"/>
        </w:rPr>
        <w:t>La mer était toute proche</w:t>
      </w:r>
      <w:r w:rsidR="000E1451">
        <w:rPr>
          <w:rFonts w:cs="Georgia"/>
          <w:bCs/>
          <w:kern w:val="1"/>
        </w:rPr>
        <w:t>.</w:t>
      </w:r>
    </w:p>
    <w:p w14:paraId="79B06741" w14:textId="77777777" w:rsidR="000E1451" w:rsidRDefault="00BE611A" w:rsidP="00BE611A">
      <w:pPr>
        <w:rPr>
          <w:rFonts w:cs="Georgia"/>
          <w:bCs/>
          <w:kern w:val="1"/>
        </w:rPr>
      </w:pPr>
      <w:r>
        <w:rPr>
          <w:rFonts w:cs="Georgia"/>
          <w:bCs/>
          <w:kern w:val="1"/>
        </w:rPr>
        <w:t>Ce fut à ce moment que j</w:t>
      </w:r>
      <w:r w:rsidR="000E1451">
        <w:rPr>
          <w:rFonts w:cs="Georgia"/>
          <w:bCs/>
          <w:kern w:val="1"/>
        </w:rPr>
        <w:t>’</w:t>
      </w:r>
      <w:r>
        <w:rPr>
          <w:rFonts w:cs="Georgia"/>
          <w:bCs/>
          <w:kern w:val="1"/>
        </w:rPr>
        <w:t>aperçus</w:t>
      </w:r>
      <w:r w:rsidR="000E1451">
        <w:rPr>
          <w:rFonts w:cs="Georgia"/>
          <w:bCs/>
          <w:kern w:val="1"/>
        </w:rPr>
        <w:t xml:space="preserve">, </w:t>
      </w:r>
      <w:r>
        <w:rPr>
          <w:rFonts w:cs="Georgia"/>
          <w:bCs/>
          <w:kern w:val="1"/>
        </w:rPr>
        <w:t>rangé sur le côté de la route</w:t>
      </w:r>
      <w:r w:rsidR="000E1451">
        <w:rPr>
          <w:rFonts w:cs="Georgia"/>
          <w:bCs/>
          <w:kern w:val="1"/>
        </w:rPr>
        <w:t xml:space="preserve">, </w:t>
      </w:r>
      <w:r>
        <w:rPr>
          <w:rFonts w:cs="Georgia"/>
          <w:bCs/>
          <w:kern w:val="1"/>
        </w:rPr>
        <w:t>un groupe d</w:t>
      </w:r>
      <w:r w:rsidR="000E1451">
        <w:rPr>
          <w:rFonts w:cs="Georgia"/>
          <w:bCs/>
          <w:kern w:val="1"/>
        </w:rPr>
        <w:t>’</w:t>
      </w:r>
      <w:r>
        <w:rPr>
          <w:rFonts w:cs="Georgia"/>
          <w:bCs/>
          <w:kern w:val="1"/>
        </w:rPr>
        <w:t>une douzaine d</w:t>
      </w:r>
      <w:r w:rsidR="000E1451">
        <w:rPr>
          <w:rFonts w:cs="Georgia"/>
          <w:bCs/>
          <w:kern w:val="1"/>
        </w:rPr>
        <w:t>’</w:t>
      </w:r>
      <w:r>
        <w:rPr>
          <w:rFonts w:cs="Georgia"/>
          <w:bCs/>
          <w:kern w:val="1"/>
        </w:rPr>
        <w:t>hommes</w:t>
      </w:r>
      <w:r w:rsidR="000E1451">
        <w:rPr>
          <w:rFonts w:cs="Georgia"/>
          <w:bCs/>
          <w:kern w:val="1"/>
        </w:rPr>
        <w:t xml:space="preserve">. </w:t>
      </w:r>
      <w:r>
        <w:rPr>
          <w:rFonts w:cs="Georgia"/>
          <w:bCs/>
          <w:kern w:val="1"/>
        </w:rPr>
        <w:t>Il y avait deux soldats allemands</w:t>
      </w:r>
      <w:r w:rsidR="000E1451">
        <w:rPr>
          <w:rFonts w:cs="Georgia"/>
          <w:bCs/>
          <w:kern w:val="1"/>
        </w:rPr>
        <w:t xml:space="preserve">, </w:t>
      </w:r>
      <w:r>
        <w:rPr>
          <w:rFonts w:cs="Georgia"/>
          <w:bCs/>
          <w:kern w:val="1"/>
        </w:rPr>
        <w:t>le fusil en bandoulière</w:t>
      </w:r>
      <w:r w:rsidR="000E1451">
        <w:rPr>
          <w:rFonts w:cs="Georgia"/>
          <w:bCs/>
          <w:kern w:val="1"/>
        </w:rPr>
        <w:t xml:space="preserve">. </w:t>
      </w:r>
      <w:r>
        <w:rPr>
          <w:rFonts w:cs="Georgia"/>
          <w:bCs/>
          <w:kern w:val="1"/>
        </w:rPr>
        <w:t>Les autres</w:t>
      </w:r>
      <w:r w:rsidR="000E1451">
        <w:rPr>
          <w:rFonts w:cs="Georgia"/>
          <w:bCs/>
          <w:kern w:val="1"/>
        </w:rPr>
        <w:t xml:space="preserve">, </w:t>
      </w:r>
      <w:r>
        <w:rPr>
          <w:rFonts w:cs="Georgia"/>
          <w:bCs/>
          <w:kern w:val="1"/>
        </w:rPr>
        <w:t>chargés de pioches et de pelles</w:t>
      </w:r>
      <w:r w:rsidR="000E1451">
        <w:rPr>
          <w:rFonts w:cs="Georgia"/>
          <w:bCs/>
          <w:kern w:val="1"/>
        </w:rPr>
        <w:t xml:space="preserve">, </w:t>
      </w:r>
      <w:r>
        <w:rPr>
          <w:rFonts w:cs="Georgia"/>
          <w:bCs/>
          <w:kern w:val="1"/>
        </w:rPr>
        <w:t>devaient être des prisonniers</w:t>
      </w:r>
      <w:r w:rsidR="000E1451">
        <w:rPr>
          <w:rFonts w:cs="Georgia"/>
          <w:bCs/>
          <w:kern w:val="1"/>
        </w:rPr>
        <w:t xml:space="preserve">. </w:t>
      </w:r>
      <w:r>
        <w:rPr>
          <w:rFonts w:cs="Georgia"/>
          <w:bCs/>
          <w:kern w:val="1"/>
        </w:rPr>
        <w:t>Ils prirent leur place en queue et se mirent à suivre</w:t>
      </w:r>
      <w:r w:rsidR="000E1451">
        <w:rPr>
          <w:rFonts w:cs="Georgia"/>
          <w:bCs/>
          <w:kern w:val="1"/>
        </w:rPr>
        <w:t>.</w:t>
      </w:r>
    </w:p>
    <w:p w14:paraId="7F76182E" w14:textId="77777777" w:rsidR="000E1451" w:rsidRDefault="00BE611A" w:rsidP="00BE611A">
      <w:pPr>
        <w:rPr>
          <w:rFonts w:cs="Georgia"/>
          <w:bCs/>
          <w:kern w:val="1"/>
        </w:rPr>
      </w:pPr>
      <w:r>
        <w:rPr>
          <w:rFonts w:cs="Georgia"/>
          <w:bCs/>
          <w:kern w:val="1"/>
        </w:rPr>
        <w:t>Le murmure des flots grandissait</w:t>
      </w:r>
      <w:r w:rsidR="000E1451">
        <w:rPr>
          <w:rFonts w:cs="Georgia"/>
          <w:bCs/>
          <w:kern w:val="1"/>
        </w:rPr>
        <w:t xml:space="preserve">, </w:t>
      </w:r>
      <w:r>
        <w:rPr>
          <w:rFonts w:cs="Georgia"/>
          <w:bCs/>
          <w:kern w:val="1"/>
        </w:rPr>
        <w:t>tandis que s</w:t>
      </w:r>
      <w:r w:rsidR="000E1451">
        <w:rPr>
          <w:rFonts w:cs="Georgia"/>
          <w:bCs/>
          <w:kern w:val="1"/>
        </w:rPr>
        <w:t>’</w:t>
      </w:r>
      <w:r>
        <w:rPr>
          <w:rFonts w:cs="Georgia"/>
          <w:bCs/>
          <w:kern w:val="1"/>
        </w:rPr>
        <w:t>abaissait à droite et à gauche</w:t>
      </w:r>
      <w:r w:rsidR="000E1451">
        <w:rPr>
          <w:rFonts w:cs="Georgia"/>
          <w:bCs/>
          <w:kern w:val="1"/>
        </w:rPr>
        <w:t xml:space="preserve">, </w:t>
      </w:r>
      <w:r>
        <w:rPr>
          <w:rFonts w:cs="Georgia"/>
          <w:bCs/>
          <w:kern w:val="1"/>
        </w:rPr>
        <w:t>la muraille sablonneuse</w:t>
      </w:r>
      <w:r w:rsidR="000E1451">
        <w:rPr>
          <w:rFonts w:cs="Georgia"/>
          <w:bCs/>
          <w:kern w:val="1"/>
        </w:rPr>
        <w:t xml:space="preserve">. </w:t>
      </w:r>
      <w:r>
        <w:rPr>
          <w:rFonts w:cs="Georgia"/>
          <w:bCs/>
          <w:kern w:val="1"/>
        </w:rPr>
        <w:t>Un vol d</w:t>
      </w:r>
      <w:r w:rsidR="000E1451">
        <w:rPr>
          <w:rFonts w:cs="Georgia"/>
          <w:bCs/>
          <w:kern w:val="1"/>
        </w:rPr>
        <w:t>’</w:t>
      </w:r>
      <w:r>
        <w:rPr>
          <w:rFonts w:cs="Georgia"/>
          <w:bCs/>
          <w:kern w:val="1"/>
        </w:rPr>
        <w:t>oiseaux invisibles passa</w:t>
      </w:r>
      <w:r w:rsidR="000E1451">
        <w:rPr>
          <w:rFonts w:cs="Georgia"/>
          <w:bCs/>
          <w:kern w:val="1"/>
        </w:rPr>
        <w:t xml:space="preserve">, </w:t>
      </w:r>
      <w:r>
        <w:rPr>
          <w:rFonts w:cs="Georgia"/>
          <w:bCs/>
          <w:kern w:val="1"/>
        </w:rPr>
        <w:t>très vite</w:t>
      </w:r>
      <w:r w:rsidR="000E1451">
        <w:rPr>
          <w:rFonts w:cs="Georgia"/>
          <w:bCs/>
          <w:kern w:val="1"/>
        </w:rPr>
        <w:t xml:space="preserve">, </w:t>
      </w:r>
      <w:r>
        <w:rPr>
          <w:rFonts w:cs="Georgia"/>
          <w:bCs/>
          <w:kern w:val="1"/>
        </w:rPr>
        <w:t>avec des cris plaintifs</w:t>
      </w:r>
      <w:r w:rsidR="000E1451">
        <w:rPr>
          <w:rFonts w:cs="Georgia"/>
          <w:bCs/>
          <w:kern w:val="1"/>
        </w:rPr>
        <w:t>.</w:t>
      </w:r>
    </w:p>
    <w:p w14:paraId="708A8861" w14:textId="77777777" w:rsidR="000E1451" w:rsidRDefault="000E1451" w:rsidP="00BE611A">
      <w:pPr>
        <w:rPr>
          <w:rFonts w:cs="Georgia"/>
          <w:bCs/>
          <w:kern w:val="1"/>
        </w:rPr>
      </w:pPr>
      <w:r>
        <w:rPr>
          <w:rFonts w:cs="Georgia"/>
          <w:bCs/>
          <w:kern w:val="1"/>
        </w:rPr>
        <w:t>— </w:t>
      </w:r>
      <w:r w:rsidR="00BE611A">
        <w:rPr>
          <w:rFonts w:cs="Georgia"/>
          <w:bCs/>
          <w:kern w:val="1"/>
        </w:rPr>
        <w:t>Halte</w:t>
      </w:r>
      <w:r>
        <w:rPr>
          <w:rFonts w:cs="Georgia"/>
          <w:bCs/>
          <w:kern w:val="1"/>
        </w:rPr>
        <w:t> !</w:t>
      </w:r>
    </w:p>
    <w:p w14:paraId="0D9EF231" w14:textId="77777777" w:rsidR="000E1451" w:rsidRDefault="00BE611A" w:rsidP="00BE611A">
      <w:pPr>
        <w:rPr>
          <w:rFonts w:cs="Georgia"/>
          <w:bCs/>
          <w:kern w:val="1"/>
        </w:rPr>
      </w:pPr>
      <w:r>
        <w:rPr>
          <w:rFonts w:cs="Georgia"/>
          <w:bCs/>
          <w:kern w:val="1"/>
        </w:rPr>
        <w:t>Tout le monde tendit l</w:t>
      </w:r>
      <w:r w:rsidR="000E1451">
        <w:rPr>
          <w:rFonts w:cs="Georgia"/>
          <w:bCs/>
          <w:kern w:val="1"/>
        </w:rPr>
        <w:t>’</w:t>
      </w:r>
      <w:r>
        <w:rPr>
          <w:rFonts w:cs="Georgia"/>
          <w:bCs/>
          <w:kern w:val="1"/>
        </w:rPr>
        <w:t>oreille</w:t>
      </w:r>
      <w:r w:rsidR="000E1451">
        <w:rPr>
          <w:rFonts w:cs="Georgia"/>
          <w:bCs/>
          <w:kern w:val="1"/>
        </w:rPr>
        <w:t xml:space="preserve">. </w:t>
      </w:r>
      <w:r>
        <w:rPr>
          <w:rFonts w:cs="Georgia"/>
          <w:bCs/>
          <w:kern w:val="1"/>
        </w:rPr>
        <w:t>On avait reconnu la voix du capitaine Elbing</w:t>
      </w:r>
      <w:r w:rsidR="000E1451">
        <w:rPr>
          <w:rFonts w:cs="Georgia"/>
          <w:bCs/>
          <w:kern w:val="1"/>
        </w:rPr>
        <w:t>.</w:t>
      </w:r>
    </w:p>
    <w:p w14:paraId="25BE0C82" w14:textId="77777777" w:rsidR="000E1451" w:rsidRDefault="000E1451" w:rsidP="00BE611A">
      <w:pPr>
        <w:rPr>
          <w:rFonts w:cs="Georgia"/>
          <w:bCs/>
          <w:kern w:val="1"/>
        </w:rPr>
      </w:pPr>
      <w:r>
        <w:rPr>
          <w:rFonts w:cs="Georgia"/>
          <w:bCs/>
          <w:kern w:val="1"/>
        </w:rPr>
        <w:t>— </w:t>
      </w:r>
      <w:r w:rsidR="00BE611A">
        <w:rPr>
          <w:rFonts w:cs="Georgia"/>
          <w:bCs/>
          <w:kern w:val="1"/>
        </w:rPr>
        <w:t>Vous êtes arrivés</w:t>
      </w:r>
      <w:r>
        <w:rPr>
          <w:rFonts w:cs="Georgia"/>
          <w:bCs/>
          <w:kern w:val="1"/>
        </w:rPr>
        <w:t xml:space="preserve">, </w:t>
      </w:r>
      <w:r w:rsidR="00BE611A">
        <w:rPr>
          <w:rFonts w:cs="Georgia"/>
          <w:bCs/>
          <w:kern w:val="1"/>
        </w:rPr>
        <w:t>dit-il</w:t>
      </w:r>
      <w:r>
        <w:rPr>
          <w:rFonts w:cs="Georgia"/>
          <w:bCs/>
          <w:kern w:val="1"/>
        </w:rPr>
        <w:t xml:space="preserve">. </w:t>
      </w:r>
      <w:r w:rsidR="00BE611A">
        <w:rPr>
          <w:rFonts w:cs="Georgia"/>
          <w:bCs/>
          <w:kern w:val="1"/>
        </w:rPr>
        <w:t>On va vous conduire dans trois baraquements</w:t>
      </w:r>
      <w:r>
        <w:rPr>
          <w:rFonts w:cs="Georgia"/>
          <w:bCs/>
          <w:kern w:val="1"/>
        </w:rPr>
        <w:t xml:space="preserve">, </w:t>
      </w:r>
      <w:r w:rsidR="00BE611A">
        <w:rPr>
          <w:rFonts w:cs="Georgia"/>
          <w:bCs/>
          <w:kern w:val="1"/>
        </w:rPr>
        <w:t>à raison de quarante hommes dans chacun</w:t>
      </w:r>
      <w:r>
        <w:rPr>
          <w:rFonts w:cs="Georgia"/>
          <w:bCs/>
          <w:kern w:val="1"/>
        </w:rPr>
        <w:t xml:space="preserve">. </w:t>
      </w:r>
      <w:r w:rsidR="00BE611A">
        <w:rPr>
          <w:rFonts w:cs="Georgia"/>
          <w:bCs/>
          <w:kern w:val="1"/>
        </w:rPr>
        <w:t>Il est une heure</w:t>
      </w:r>
      <w:r>
        <w:rPr>
          <w:rFonts w:cs="Georgia"/>
          <w:bCs/>
          <w:kern w:val="1"/>
        </w:rPr>
        <w:t xml:space="preserve">. </w:t>
      </w:r>
      <w:r w:rsidR="00BE611A">
        <w:rPr>
          <w:rFonts w:cs="Georgia"/>
          <w:bCs/>
          <w:kern w:val="1"/>
        </w:rPr>
        <w:t>Je vous donne exceptionnellement l</w:t>
      </w:r>
      <w:r>
        <w:rPr>
          <w:rFonts w:cs="Georgia"/>
          <w:bCs/>
          <w:kern w:val="1"/>
        </w:rPr>
        <w:t>’</w:t>
      </w:r>
      <w:r w:rsidR="00BE611A">
        <w:rPr>
          <w:rFonts w:cs="Georgia"/>
          <w:bCs/>
          <w:kern w:val="1"/>
        </w:rPr>
        <w:t>autorisation d</w:t>
      </w:r>
      <w:r>
        <w:rPr>
          <w:rFonts w:cs="Georgia"/>
          <w:bCs/>
          <w:kern w:val="1"/>
        </w:rPr>
        <w:t>’</w:t>
      </w:r>
      <w:r w:rsidR="00BE611A">
        <w:rPr>
          <w:rFonts w:cs="Georgia"/>
          <w:bCs/>
          <w:kern w:val="1"/>
        </w:rPr>
        <w:t>avoir de la lumière jusqu</w:t>
      </w:r>
      <w:r>
        <w:rPr>
          <w:rFonts w:cs="Georgia"/>
          <w:bCs/>
          <w:kern w:val="1"/>
        </w:rPr>
        <w:t>’</w:t>
      </w:r>
      <w:r w:rsidR="00BE611A">
        <w:rPr>
          <w:rFonts w:cs="Georgia"/>
          <w:bCs/>
          <w:kern w:val="1"/>
        </w:rPr>
        <w:t>à deux heures</w:t>
      </w:r>
      <w:r>
        <w:rPr>
          <w:rFonts w:cs="Georgia"/>
          <w:bCs/>
          <w:kern w:val="1"/>
        </w:rPr>
        <w:t xml:space="preserve">. </w:t>
      </w:r>
      <w:r w:rsidR="00BE611A">
        <w:rPr>
          <w:rFonts w:cs="Georgia"/>
          <w:bCs/>
          <w:kern w:val="1"/>
        </w:rPr>
        <w:t>Une bougie par baraque</w:t>
      </w:r>
      <w:r>
        <w:rPr>
          <w:rFonts w:cs="Georgia"/>
          <w:bCs/>
          <w:kern w:val="1"/>
        </w:rPr>
        <w:t xml:space="preserve">. </w:t>
      </w:r>
      <w:r w:rsidR="00BE611A">
        <w:rPr>
          <w:rFonts w:cs="Georgia"/>
          <w:bCs/>
          <w:kern w:val="1"/>
        </w:rPr>
        <w:t>Garde à vous</w:t>
      </w:r>
      <w:r>
        <w:rPr>
          <w:rFonts w:cs="Georgia"/>
          <w:bCs/>
          <w:kern w:val="1"/>
        </w:rPr>
        <w:t xml:space="preserve">. </w:t>
      </w:r>
      <w:r w:rsidR="00BE611A">
        <w:rPr>
          <w:rFonts w:cs="Georgia"/>
          <w:bCs/>
          <w:kern w:val="1"/>
        </w:rPr>
        <w:t>Colonne par un</w:t>
      </w:r>
      <w:r>
        <w:rPr>
          <w:rFonts w:cs="Georgia"/>
          <w:bCs/>
          <w:kern w:val="1"/>
        </w:rPr>
        <w:t xml:space="preserve">, </w:t>
      </w:r>
      <w:r w:rsidR="00BE611A">
        <w:rPr>
          <w:rFonts w:cs="Georgia"/>
          <w:bCs/>
          <w:kern w:val="1"/>
        </w:rPr>
        <w:t>en avant</w:t>
      </w:r>
      <w:r>
        <w:rPr>
          <w:rFonts w:cs="Georgia"/>
          <w:bCs/>
          <w:kern w:val="1"/>
        </w:rPr>
        <w:t xml:space="preserve">, </w:t>
      </w:r>
      <w:r w:rsidR="00BE611A">
        <w:rPr>
          <w:rFonts w:cs="Georgia"/>
          <w:bCs/>
          <w:kern w:val="1"/>
        </w:rPr>
        <w:t>marche</w:t>
      </w:r>
      <w:r>
        <w:rPr>
          <w:rFonts w:cs="Georgia"/>
          <w:bCs/>
          <w:kern w:val="1"/>
        </w:rPr>
        <w:t>.</w:t>
      </w:r>
    </w:p>
    <w:p w14:paraId="06F28E61" w14:textId="77777777" w:rsidR="000E1451" w:rsidRDefault="00BE611A" w:rsidP="00BE611A">
      <w:pPr>
        <w:rPr>
          <w:rFonts w:cs="Georgia"/>
          <w:bCs/>
          <w:kern w:val="1"/>
        </w:rPr>
      </w:pPr>
      <w:r>
        <w:rPr>
          <w:rFonts w:cs="Georgia"/>
          <w:bCs/>
          <w:kern w:val="1"/>
        </w:rPr>
        <w:lastRenderedPageBreak/>
        <w:t>Je ne mis pas longtemps à saisir le pourquoi de cette nouvelle formation</w:t>
      </w:r>
      <w:r w:rsidR="000E1451">
        <w:rPr>
          <w:rFonts w:cs="Georgia"/>
          <w:bCs/>
          <w:kern w:val="1"/>
        </w:rPr>
        <w:t xml:space="preserve">. </w:t>
      </w:r>
      <w:r>
        <w:rPr>
          <w:rFonts w:cs="Georgia"/>
          <w:bCs/>
          <w:kern w:val="1"/>
        </w:rPr>
        <w:t>L</w:t>
      </w:r>
      <w:r w:rsidR="000E1451">
        <w:rPr>
          <w:rFonts w:cs="Georgia"/>
          <w:bCs/>
          <w:kern w:val="1"/>
        </w:rPr>
        <w:t>’</w:t>
      </w:r>
      <w:r>
        <w:rPr>
          <w:rFonts w:cs="Georgia"/>
          <w:bCs/>
          <w:kern w:val="1"/>
        </w:rPr>
        <w:t>entrée du camp</w:t>
      </w:r>
      <w:r w:rsidR="000E1451">
        <w:rPr>
          <w:rFonts w:cs="Georgia"/>
          <w:bCs/>
          <w:kern w:val="1"/>
        </w:rPr>
        <w:t xml:space="preserve">, </w:t>
      </w:r>
      <w:r>
        <w:rPr>
          <w:rFonts w:cs="Georgia"/>
          <w:bCs/>
          <w:kern w:val="1"/>
        </w:rPr>
        <w:t>ménagée dans une haie compacte de fils de fer barbelés</w:t>
      </w:r>
      <w:r w:rsidR="000E1451">
        <w:rPr>
          <w:rFonts w:cs="Georgia"/>
          <w:bCs/>
          <w:kern w:val="1"/>
        </w:rPr>
        <w:t xml:space="preserve">, </w:t>
      </w:r>
      <w:r>
        <w:rPr>
          <w:rFonts w:cs="Georgia"/>
          <w:bCs/>
          <w:kern w:val="1"/>
        </w:rPr>
        <w:t>consistait en une ouverture si étroite que deux hommes n</w:t>
      </w:r>
      <w:r w:rsidR="000E1451">
        <w:rPr>
          <w:rFonts w:cs="Georgia"/>
          <w:bCs/>
          <w:kern w:val="1"/>
        </w:rPr>
        <w:t>’</w:t>
      </w:r>
      <w:r>
        <w:rPr>
          <w:rFonts w:cs="Georgia"/>
          <w:bCs/>
          <w:kern w:val="1"/>
        </w:rPr>
        <w:t>y auraient pas pénétré de front</w:t>
      </w:r>
      <w:r w:rsidR="000E1451">
        <w:rPr>
          <w:rFonts w:cs="Georgia"/>
          <w:bCs/>
          <w:kern w:val="1"/>
        </w:rPr>
        <w:t>.</w:t>
      </w:r>
    </w:p>
    <w:p w14:paraId="224CC6BA" w14:textId="77777777" w:rsidR="000E1451" w:rsidRDefault="00BE611A" w:rsidP="00BE611A">
      <w:pPr>
        <w:rPr>
          <w:rFonts w:cs="Georgia"/>
          <w:bCs/>
          <w:kern w:val="1"/>
        </w:rPr>
      </w:pPr>
      <w:r>
        <w:rPr>
          <w:rFonts w:cs="Georgia"/>
          <w:bCs/>
          <w:kern w:val="1"/>
        </w:rPr>
        <w:t>Nous nous trouvions à présent rangés sur une esplanade que balayait le vent marin</w:t>
      </w:r>
      <w:r w:rsidR="000E1451">
        <w:rPr>
          <w:rFonts w:cs="Georgia"/>
          <w:bCs/>
          <w:kern w:val="1"/>
        </w:rPr>
        <w:t xml:space="preserve">. </w:t>
      </w:r>
      <w:r>
        <w:rPr>
          <w:rFonts w:cs="Georgia"/>
          <w:bCs/>
          <w:kern w:val="1"/>
        </w:rPr>
        <w:t>Les silhouettes des baraques s</w:t>
      </w:r>
      <w:r w:rsidR="000E1451">
        <w:rPr>
          <w:rFonts w:cs="Georgia"/>
          <w:bCs/>
          <w:kern w:val="1"/>
        </w:rPr>
        <w:t>’</w:t>
      </w:r>
      <w:r>
        <w:rPr>
          <w:rFonts w:cs="Georgia"/>
          <w:bCs/>
          <w:kern w:val="1"/>
        </w:rPr>
        <w:t>alignaient vaguement dans l</w:t>
      </w:r>
      <w:r w:rsidR="000E1451">
        <w:rPr>
          <w:rFonts w:cs="Georgia"/>
          <w:bCs/>
          <w:kern w:val="1"/>
        </w:rPr>
        <w:t>’</w:t>
      </w:r>
      <w:r>
        <w:rPr>
          <w:rFonts w:cs="Georgia"/>
          <w:bCs/>
          <w:kern w:val="1"/>
        </w:rPr>
        <w:t>obscurité</w:t>
      </w:r>
      <w:r w:rsidR="000E1451">
        <w:rPr>
          <w:rFonts w:cs="Georgia"/>
          <w:bCs/>
          <w:kern w:val="1"/>
        </w:rPr>
        <w:t>.</w:t>
      </w:r>
    </w:p>
    <w:p w14:paraId="76709CD7" w14:textId="77777777" w:rsidR="000E1451" w:rsidRDefault="00BE611A" w:rsidP="00BE611A">
      <w:pPr>
        <w:rPr>
          <w:rFonts w:cs="Georgia"/>
          <w:bCs/>
          <w:kern w:val="1"/>
        </w:rPr>
      </w:pPr>
      <w:r>
        <w:rPr>
          <w:rFonts w:cs="Georgia"/>
          <w:bCs/>
          <w:kern w:val="1"/>
        </w:rPr>
        <w:t>Une dernière fois</w:t>
      </w:r>
      <w:r w:rsidR="000E1451">
        <w:rPr>
          <w:rFonts w:cs="Georgia"/>
          <w:bCs/>
          <w:kern w:val="1"/>
        </w:rPr>
        <w:t xml:space="preserve">, </w:t>
      </w:r>
      <w:r>
        <w:rPr>
          <w:rFonts w:cs="Georgia"/>
          <w:bCs/>
          <w:kern w:val="1"/>
        </w:rPr>
        <w:t>nous entendîmes la voix du capitaine Elbing</w:t>
      </w:r>
      <w:r w:rsidR="000E1451">
        <w:rPr>
          <w:rFonts w:cs="Georgia"/>
          <w:bCs/>
          <w:kern w:val="1"/>
        </w:rPr>
        <w:t>.</w:t>
      </w:r>
    </w:p>
    <w:p w14:paraId="593DEB0D" w14:textId="77777777" w:rsidR="000E1451" w:rsidRDefault="000E1451" w:rsidP="00BE611A">
      <w:pPr>
        <w:rPr>
          <w:rFonts w:cs="Georgia"/>
          <w:bCs/>
          <w:kern w:val="1"/>
        </w:rPr>
      </w:pPr>
      <w:r>
        <w:rPr>
          <w:rFonts w:cs="Georgia"/>
          <w:bCs/>
          <w:kern w:val="1"/>
        </w:rPr>
        <w:t>— </w:t>
      </w:r>
      <w:r w:rsidR="00BE611A">
        <w:rPr>
          <w:rFonts w:cs="Georgia"/>
          <w:bCs/>
          <w:kern w:val="1"/>
        </w:rPr>
        <w:t>Les gradés</w:t>
      </w:r>
      <w:r>
        <w:rPr>
          <w:rFonts w:cs="Georgia"/>
          <w:bCs/>
          <w:kern w:val="1"/>
        </w:rPr>
        <w:t xml:space="preserve">, </w:t>
      </w:r>
      <w:r w:rsidR="00BE611A">
        <w:rPr>
          <w:rFonts w:cs="Georgia"/>
          <w:bCs/>
          <w:kern w:val="1"/>
        </w:rPr>
        <w:t>demain matin à sept heures</w:t>
      </w:r>
      <w:r>
        <w:rPr>
          <w:rFonts w:cs="Georgia"/>
          <w:bCs/>
          <w:kern w:val="1"/>
        </w:rPr>
        <w:t xml:space="preserve">, </w:t>
      </w:r>
      <w:r w:rsidR="00BE611A">
        <w:rPr>
          <w:rFonts w:cs="Georgia"/>
          <w:bCs/>
          <w:kern w:val="1"/>
        </w:rPr>
        <w:t>devant mon bureau</w:t>
      </w:r>
      <w:r>
        <w:rPr>
          <w:rFonts w:cs="Georgia"/>
          <w:bCs/>
          <w:kern w:val="1"/>
        </w:rPr>
        <w:t xml:space="preserve">. </w:t>
      </w:r>
      <w:r w:rsidR="00BE611A">
        <w:rPr>
          <w:rFonts w:cs="Georgia"/>
          <w:bCs/>
          <w:kern w:val="1"/>
        </w:rPr>
        <w:t>Pour les hommes</w:t>
      </w:r>
      <w:r>
        <w:rPr>
          <w:rFonts w:cs="Georgia"/>
          <w:bCs/>
          <w:kern w:val="1"/>
        </w:rPr>
        <w:t xml:space="preserve">, </w:t>
      </w:r>
      <w:r w:rsidR="00BE611A">
        <w:rPr>
          <w:rFonts w:cs="Georgia"/>
          <w:bCs/>
          <w:kern w:val="1"/>
        </w:rPr>
        <w:t>revue à huit heures</w:t>
      </w:r>
      <w:r>
        <w:rPr>
          <w:rFonts w:cs="Georgia"/>
          <w:bCs/>
          <w:kern w:val="1"/>
        </w:rPr>
        <w:t xml:space="preserve">, </w:t>
      </w:r>
      <w:r w:rsidR="00BE611A">
        <w:rPr>
          <w:rFonts w:cs="Georgia"/>
          <w:bCs/>
          <w:kern w:val="1"/>
        </w:rPr>
        <w:t>ici</w:t>
      </w:r>
      <w:r>
        <w:rPr>
          <w:rFonts w:cs="Georgia"/>
          <w:bCs/>
          <w:kern w:val="1"/>
        </w:rPr>
        <w:t>.</w:t>
      </w:r>
    </w:p>
    <w:p w14:paraId="376F30CF" w14:textId="77777777" w:rsidR="000E1451" w:rsidRDefault="00BE611A" w:rsidP="00BE611A">
      <w:pPr>
        <w:rPr>
          <w:rFonts w:cs="Georgia"/>
          <w:bCs/>
          <w:kern w:val="1"/>
        </w:rPr>
      </w:pPr>
      <w:r>
        <w:rPr>
          <w:rFonts w:cs="Georgia"/>
          <w:bCs/>
          <w:kern w:val="1"/>
        </w:rPr>
        <w:t>Il se retira</w:t>
      </w:r>
      <w:r w:rsidR="000E1451">
        <w:rPr>
          <w:rFonts w:cs="Georgia"/>
          <w:bCs/>
          <w:kern w:val="1"/>
        </w:rPr>
        <w:t xml:space="preserve">, </w:t>
      </w:r>
      <w:r>
        <w:rPr>
          <w:rFonts w:cs="Georgia"/>
          <w:bCs/>
          <w:kern w:val="1"/>
        </w:rPr>
        <w:t>laissant à ses sous-officiers le soin de nous conduire dans nos cantonnements respectifs</w:t>
      </w:r>
      <w:r w:rsidR="000E1451">
        <w:rPr>
          <w:rFonts w:cs="Georgia"/>
          <w:bCs/>
          <w:kern w:val="1"/>
        </w:rPr>
        <w:t xml:space="preserve">. </w:t>
      </w:r>
      <w:r>
        <w:rPr>
          <w:rFonts w:cs="Georgia"/>
          <w:bCs/>
          <w:kern w:val="1"/>
        </w:rPr>
        <w:t>Nous nous pressions derrière eux les uns contre les autres</w:t>
      </w:r>
      <w:r w:rsidR="000E1451">
        <w:rPr>
          <w:rFonts w:cs="Georgia"/>
          <w:bCs/>
          <w:kern w:val="1"/>
        </w:rPr>
        <w:t xml:space="preserve">, </w:t>
      </w:r>
      <w:r>
        <w:rPr>
          <w:rFonts w:cs="Georgia"/>
          <w:bCs/>
          <w:kern w:val="1"/>
        </w:rPr>
        <w:t>comme des moutons apeurés</w:t>
      </w:r>
      <w:r w:rsidR="000E1451">
        <w:rPr>
          <w:rFonts w:cs="Georgia"/>
          <w:bCs/>
          <w:kern w:val="1"/>
        </w:rPr>
        <w:t>.</w:t>
      </w:r>
    </w:p>
    <w:p w14:paraId="3FB03BEF" w14:textId="77777777" w:rsidR="000E1451" w:rsidRDefault="000E1451" w:rsidP="00BE611A">
      <w:pPr>
        <w:rPr>
          <w:rFonts w:cs="Georgia"/>
          <w:bCs/>
          <w:kern w:val="1"/>
        </w:rPr>
      </w:pPr>
      <w:r>
        <w:rPr>
          <w:rFonts w:cs="Georgia"/>
          <w:bCs/>
          <w:kern w:val="1"/>
        </w:rPr>
        <w:t>— </w:t>
      </w:r>
      <w:r w:rsidR="00BE611A">
        <w:rPr>
          <w:rFonts w:cs="Georgia"/>
          <w:bCs/>
          <w:kern w:val="1"/>
        </w:rPr>
        <w:t>Qu</w:t>
      </w:r>
      <w:r>
        <w:rPr>
          <w:rFonts w:cs="Georgia"/>
          <w:bCs/>
          <w:kern w:val="1"/>
        </w:rPr>
        <w:t>’</w:t>
      </w:r>
      <w:r w:rsidR="00BE611A">
        <w:rPr>
          <w:rFonts w:cs="Georgia"/>
          <w:bCs/>
          <w:kern w:val="1"/>
        </w:rPr>
        <w:t>on tâche de ne pas se quitter</w:t>
      </w:r>
      <w:r>
        <w:rPr>
          <w:rFonts w:cs="Georgia"/>
          <w:bCs/>
          <w:kern w:val="1"/>
        </w:rPr>
        <w:t xml:space="preserve">, </w:t>
      </w:r>
      <w:r w:rsidR="00BE611A">
        <w:rPr>
          <w:rFonts w:cs="Georgia"/>
          <w:bCs/>
          <w:kern w:val="1"/>
        </w:rPr>
        <w:t>hein</w:t>
      </w:r>
      <w:r>
        <w:rPr>
          <w:rFonts w:cs="Georgia"/>
          <w:bCs/>
          <w:kern w:val="1"/>
        </w:rPr>
        <w:t xml:space="preserve">, </w:t>
      </w:r>
      <w:r w:rsidR="00BE611A">
        <w:rPr>
          <w:rFonts w:cs="Georgia"/>
          <w:bCs/>
          <w:kern w:val="1"/>
        </w:rPr>
        <w:t>me glissa Sylvestre</w:t>
      </w:r>
      <w:r>
        <w:rPr>
          <w:rFonts w:cs="Georgia"/>
          <w:bCs/>
          <w:kern w:val="1"/>
        </w:rPr>
        <w:t>.</w:t>
      </w:r>
    </w:p>
    <w:p w14:paraId="66F80548" w14:textId="77777777" w:rsidR="000E1451" w:rsidRDefault="000E1451" w:rsidP="00BE611A">
      <w:pPr>
        <w:rPr>
          <w:rFonts w:cs="Georgia"/>
          <w:bCs/>
          <w:kern w:val="1"/>
        </w:rPr>
      </w:pPr>
      <w:r>
        <w:rPr>
          <w:rFonts w:cs="Georgia"/>
          <w:bCs/>
          <w:kern w:val="1"/>
        </w:rPr>
        <w:t>— </w:t>
      </w:r>
      <w:r w:rsidR="00BE611A">
        <w:rPr>
          <w:rFonts w:cs="Georgia"/>
          <w:bCs/>
          <w:kern w:val="1"/>
        </w:rPr>
        <w:t>Chut</w:t>
      </w:r>
      <w:r>
        <w:rPr>
          <w:rFonts w:cs="Georgia"/>
          <w:bCs/>
          <w:kern w:val="1"/>
        </w:rPr>
        <w:t> !</w:t>
      </w:r>
    </w:p>
    <w:p w14:paraId="53EF839B" w14:textId="77777777" w:rsidR="000E1451" w:rsidRDefault="00BE611A" w:rsidP="00BE611A">
      <w:pPr>
        <w:rPr>
          <w:rFonts w:cs="Georgia"/>
          <w:bCs/>
          <w:kern w:val="1"/>
        </w:rPr>
      </w:pPr>
      <w:r>
        <w:rPr>
          <w:rFonts w:cs="Georgia"/>
          <w:bCs/>
          <w:kern w:val="1"/>
        </w:rPr>
        <w:t>La faible lueur d</w:t>
      </w:r>
      <w:r w:rsidR="000E1451">
        <w:rPr>
          <w:rFonts w:cs="Georgia"/>
          <w:bCs/>
          <w:kern w:val="1"/>
        </w:rPr>
        <w:t>’</w:t>
      </w:r>
      <w:r>
        <w:rPr>
          <w:rFonts w:cs="Georgia"/>
          <w:bCs/>
          <w:kern w:val="1"/>
        </w:rPr>
        <w:t>une bougie venait de jaillir au milieu de la baraque qui nous était assignée</w:t>
      </w:r>
      <w:r w:rsidR="000E1451">
        <w:rPr>
          <w:rFonts w:cs="Georgia"/>
          <w:bCs/>
          <w:kern w:val="1"/>
        </w:rPr>
        <w:t xml:space="preserve">. </w:t>
      </w:r>
      <w:r>
        <w:rPr>
          <w:rFonts w:cs="Georgia"/>
          <w:bCs/>
          <w:kern w:val="1"/>
        </w:rPr>
        <w:t>Cette baraque était vaste</w:t>
      </w:r>
      <w:r w:rsidR="000E1451">
        <w:rPr>
          <w:rFonts w:cs="Georgia"/>
          <w:bCs/>
          <w:kern w:val="1"/>
        </w:rPr>
        <w:t xml:space="preserve">, </w:t>
      </w:r>
      <w:r>
        <w:rPr>
          <w:rFonts w:cs="Georgia"/>
          <w:bCs/>
          <w:kern w:val="1"/>
        </w:rPr>
        <w:t>mais mal close</w:t>
      </w:r>
      <w:r w:rsidR="000E1451">
        <w:rPr>
          <w:rFonts w:cs="Georgia"/>
          <w:bCs/>
          <w:kern w:val="1"/>
        </w:rPr>
        <w:t xml:space="preserve">. </w:t>
      </w:r>
      <w:r>
        <w:rPr>
          <w:rFonts w:cs="Georgia"/>
          <w:bCs/>
          <w:kern w:val="1"/>
        </w:rPr>
        <w:t>La bise entrait par les interstices des planches</w:t>
      </w:r>
      <w:r w:rsidR="000E1451">
        <w:rPr>
          <w:rFonts w:cs="Georgia"/>
          <w:bCs/>
          <w:kern w:val="1"/>
        </w:rPr>
        <w:t xml:space="preserve">. </w:t>
      </w:r>
      <w:r>
        <w:rPr>
          <w:rFonts w:cs="Georgia"/>
          <w:bCs/>
          <w:kern w:val="1"/>
        </w:rPr>
        <w:t>Comme mobilier</w:t>
      </w:r>
      <w:r w:rsidR="000E1451">
        <w:rPr>
          <w:rFonts w:cs="Georgia"/>
          <w:bCs/>
          <w:kern w:val="1"/>
        </w:rPr>
        <w:t xml:space="preserve">, </w:t>
      </w:r>
      <w:r>
        <w:rPr>
          <w:rFonts w:cs="Georgia"/>
          <w:bCs/>
          <w:kern w:val="1"/>
        </w:rPr>
        <w:t>rien</w:t>
      </w:r>
      <w:r w:rsidR="000E1451">
        <w:rPr>
          <w:rFonts w:cs="Georgia"/>
          <w:bCs/>
          <w:kern w:val="1"/>
        </w:rPr>
        <w:t xml:space="preserve">. </w:t>
      </w:r>
      <w:r>
        <w:rPr>
          <w:rFonts w:cs="Georgia"/>
          <w:bCs/>
          <w:kern w:val="1"/>
        </w:rPr>
        <w:t>La terre nue</w:t>
      </w:r>
      <w:r w:rsidR="000E1451">
        <w:rPr>
          <w:rFonts w:cs="Georgia"/>
          <w:bCs/>
          <w:kern w:val="1"/>
        </w:rPr>
        <w:t>.</w:t>
      </w:r>
    </w:p>
    <w:p w14:paraId="2698B318" w14:textId="77777777" w:rsidR="000E1451" w:rsidRDefault="000E1451" w:rsidP="00BE611A">
      <w:pPr>
        <w:rPr>
          <w:rFonts w:cs="Georgia"/>
          <w:bCs/>
          <w:kern w:val="1"/>
        </w:rPr>
      </w:pPr>
      <w:r>
        <w:rPr>
          <w:rFonts w:cs="Georgia"/>
          <w:bCs/>
          <w:kern w:val="1"/>
        </w:rPr>
        <w:t>— </w:t>
      </w:r>
      <w:r w:rsidR="00BE611A">
        <w:rPr>
          <w:rFonts w:cs="Georgia"/>
          <w:bCs/>
          <w:kern w:val="1"/>
        </w:rPr>
        <w:t>À deux heures</w:t>
      </w:r>
      <w:r>
        <w:rPr>
          <w:rFonts w:cs="Georgia"/>
          <w:bCs/>
          <w:kern w:val="1"/>
        </w:rPr>
        <w:t xml:space="preserve">, </w:t>
      </w:r>
      <w:r w:rsidR="00BE611A">
        <w:rPr>
          <w:rFonts w:cs="Georgia"/>
          <w:bCs/>
          <w:kern w:val="1"/>
        </w:rPr>
        <w:t>dit le feldwebel en se retirant</w:t>
      </w:r>
      <w:r>
        <w:rPr>
          <w:rFonts w:cs="Georgia"/>
          <w:bCs/>
          <w:kern w:val="1"/>
        </w:rPr>
        <w:t xml:space="preserve">, </w:t>
      </w:r>
      <w:r w:rsidR="00BE611A">
        <w:rPr>
          <w:rFonts w:cs="Georgia"/>
          <w:bCs/>
          <w:kern w:val="1"/>
        </w:rPr>
        <w:t>un coup de sifflet pour la lumière</w:t>
      </w:r>
      <w:r>
        <w:rPr>
          <w:rFonts w:cs="Georgia"/>
          <w:bCs/>
          <w:kern w:val="1"/>
        </w:rPr>
        <w:t xml:space="preserve">. </w:t>
      </w:r>
      <w:r w:rsidR="00BE611A">
        <w:rPr>
          <w:rFonts w:cs="Georgia"/>
          <w:bCs/>
          <w:kern w:val="1"/>
        </w:rPr>
        <w:t>Demain</w:t>
      </w:r>
      <w:r>
        <w:rPr>
          <w:rFonts w:cs="Georgia"/>
          <w:bCs/>
          <w:kern w:val="1"/>
        </w:rPr>
        <w:t xml:space="preserve">, </w:t>
      </w:r>
      <w:r w:rsidR="00BE611A">
        <w:rPr>
          <w:rFonts w:cs="Georgia"/>
          <w:bCs/>
          <w:kern w:val="1"/>
        </w:rPr>
        <w:t>à six heures</w:t>
      </w:r>
      <w:r>
        <w:rPr>
          <w:rFonts w:cs="Georgia"/>
          <w:bCs/>
          <w:kern w:val="1"/>
        </w:rPr>
        <w:t xml:space="preserve">, </w:t>
      </w:r>
      <w:r w:rsidR="00BE611A">
        <w:rPr>
          <w:rFonts w:cs="Georgia"/>
          <w:bCs/>
          <w:kern w:val="1"/>
        </w:rPr>
        <w:t>réveil</w:t>
      </w:r>
      <w:r>
        <w:rPr>
          <w:rFonts w:cs="Georgia"/>
          <w:bCs/>
          <w:kern w:val="1"/>
        </w:rPr>
        <w:t>.</w:t>
      </w:r>
    </w:p>
    <w:p w14:paraId="4B1B54C5" w14:textId="77777777" w:rsidR="000E1451" w:rsidRDefault="00BE611A" w:rsidP="00BE611A">
      <w:pPr>
        <w:rPr>
          <w:rFonts w:cs="Georgia"/>
          <w:bCs/>
          <w:kern w:val="1"/>
        </w:rPr>
      </w:pPr>
      <w:r>
        <w:rPr>
          <w:rFonts w:cs="Georgia"/>
          <w:bCs/>
          <w:kern w:val="1"/>
        </w:rPr>
        <w:t>Au bout de quelques instants</w:t>
      </w:r>
      <w:r w:rsidR="000E1451">
        <w:rPr>
          <w:rFonts w:cs="Georgia"/>
          <w:bCs/>
          <w:kern w:val="1"/>
        </w:rPr>
        <w:t xml:space="preserve">, </w:t>
      </w:r>
      <w:r>
        <w:rPr>
          <w:rFonts w:cs="Georgia"/>
          <w:bCs/>
          <w:kern w:val="1"/>
        </w:rPr>
        <w:t>nous avions réussi à reformer dans un coin notre petit groupe habituel</w:t>
      </w:r>
      <w:r w:rsidR="000E1451">
        <w:rPr>
          <w:rFonts w:cs="Georgia"/>
          <w:bCs/>
          <w:kern w:val="1"/>
        </w:rPr>
        <w:t xml:space="preserve">. </w:t>
      </w:r>
      <w:r>
        <w:rPr>
          <w:rFonts w:cs="Georgia"/>
          <w:bCs/>
          <w:kern w:val="1"/>
        </w:rPr>
        <w:t xml:space="preserve">Nous </w:t>
      </w:r>
      <w:r>
        <w:rPr>
          <w:rFonts w:cs="Georgia"/>
          <w:bCs/>
          <w:kern w:val="1"/>
        </w:rPr>
        <w:lastRenderedPageBreak/>
        <w:t>restions là</w:t>
      </w:r>
      <w:r w:rsidR="000E1451">
        <w:rPr>
          <w:rFonts w:cs="Georgia"/>
          <w:bCs/>
          <w:kern w:val="1"/>
        </w:rPr>
        <w:t xml:space="preserve">, </w:t>
      </w:r>
      <w:r>
        <w:rPr>
          <w:rFonts w:cs="Georgia"/>
          <w:bCs/>
          <w:kern w:val="1"/>
        </w:rPr>
        <w:t>immobiles</w:t>
      </w:r>
      <w:r w:rsidR="000E1451">
        <w:rPr>
          <w:rFonts w:cs="Georgia"/>
          <w:bCs/>
          <w:kern w:val="1"/>
        </w:rPr>
        <w:t xml:space="preserve">, </w:t>
      </w:r>
      <w:r>
        <w:rPr>
          <w:rFonts w:cs="Georgia"/>
          <w:bCs/>
          <w:kern w:val="1"/>
        </w:rPr>
        <w:t>à regarder nos musettes et nos effets jetés en tas sur le sol</w:t>
      </w:r>
      <w:r w:rsidR="000E1451">
        <w:rPr>
          <w:rFonts w:cs="Georgia"/>
          <w:bCs/>
          <w:kern w:val="1"/>
        </w:rPr>
        <w:t>.</w:t>
      </w:r>
    </w:p>
    <w:p w14:paraId="728FD41E" w14:textId="77777777" w:rsidR="000E1451" w:rsidRDefault="000E1451" w:rsidP="00BE611A">
      <w:pPr>
        <w:rPr>
          <w:rFonts w:cs="Georgia"/>
          <w:bCs/>
          <w:kern w:val="1"/>
        </w:rPr>
      </w:pPr>
      <w:r>
        <w:rPr>
          <w:rFonts w:cs="Georgia"/>
          <w:bCs/>
          <w:kern w:val="1"/>
        </w:rPr>
        <w:t>— </w:t>
      </w:r>
      <w:r w:rsidR="00BE611A">
        <w:rPr>
          <w:rFonts w:cs="Georgia"/>
          <w:bCs/>
          <w:kern w:val="1"/>
        </w:rPr>
        <w:t>Tonnerre</w:t>
      </w:r>
      <w:r>
        <w:rPr>
          <w:rFonts w:cs="Georgia"/>
          <w:bCs/>
          <w:kern w:val="1"/>
        </w:rPr>
        <w:t xml:space="preserve"> ! </w:t>
      </w:r>
      <w:r w:rsidR="00BE611A">
        <w:rPr>
          <w:rFonts w:cs="Georgia"/>
          <w:bCs/>
          <w:kern w:val="1"/>
        </w:rPr>
        <w:t>put enfin proférer Guérin</w:t>
      </w:r>
      <w:r>
        <w:rPr>
          <w:rFonts w:cs="Georgia"/>
          <w:bCs/>
          <w:kern w:val="1"/>
        </w:rPr>
        <w:t xml:space="preserve">, </w:t>
      </w:r>
      <w:r w:rsidR="00BE611A">
        <w:rPr>
          <w:rFonts w:cs="Georgia"/>
          <w:bCs/>
          <w:kern w:val="1"/>
        </w:rPr>
        <w:t>nous avons tiré un joli numéro</w:t>
      </w:r>
      <w:r>
        <w:rPr>
          <w:rFonts w:cs="Georgia"/>
          <w:bCs/>
          <w:kern w:val="1"/>
        </w:rPr>
        <w:t> !</w:t>
      </w:r>
    </w:p>
    <w:p w14:paraId="12C978D7" w14:textId="77777777" w:rsidR="000E1451" w:rsidRDefault="000E1451" w:rsidP="00BE611A">
      <w:pPr>
        <w:rPr>
          <w:rFonts w:cs="Georgia"/>
          <w:bCs/>
          <w:kern w:val="1"/>
        </w:rPr>
      </w:pPr>
      <w:r>
        <w:rPr>
          <w:rFonts w:cs="Georgia"/>
          <w:bCs/>
          <w:kern w:val="1"/>
        </w:rPr>
        <w:t>— </w:t>
      </w:r>
      <w:r w:rsidR="00BE611A">
        <w:rPr>
          <w:rFonts w:cs="Georgia"/>
          <w:bCs/>
          <w:kern w:val="1"/>
        </w:rPr>
        <w:t>Moi</w:t>
      </w:r>
      <w:r>
        <w:rPr>
          <w:rFonts w:cs="Georgia"/>
          <w:bCs/>
          <w:kern w:val="1"/>
        </w:rPr>
        <w:t xml:space="preserve">, </w:t>
      </w:r>
      <w:r w:rsidR="00BE611A">
        <w:rPr>
          <w:rFonts w:cs="Georgia"/>
          <w:bCs/>
          <w:kern w:val="1"/>
        </w:rPr>
        <w:t>je m</w:t>
      </w:r>
      <w:r>
        <w:rPr>
          <w:rFonts w:cs="Georgia"/>
          <w:bCs/>
          <w:kern w:val="1"/>
        </w:rPr>
        <w:t>’</w:t>
      </w:r>
      <w:r w:rsidR="00BE611A">
        <w:rPr>
          <w:rFonts w:cs="Georgia"/>
          <w:bCs/>
          <w:kern w:val="1"/>
        </w:rPr>
        <w:t>assois</w:t>
      </w:r>
      <w:r>
        <w:rPr>
          <w:rFonts w:cs="Georgia"/>
          <w:bCs/>
          <w:kern w:val="1"/>
        </w:rPr>
        <w:t xml:space="preserve">, </w:t>
      </w:r>
      <w:r w:rsidR="00BE611A">
        <w:rPr>
          <w:rFonts w:cs="Georgia"/>
          <w:bCs/>
          <w:kern w:val="1"/>
        </w:rPr>
        <w:t>dit Fichet</w:t>
      </w:r>
      <w:r>
        <w:rPr>
          <w:rFonts w:cs="Georgia"/>
          <w:bCs/>
          <w:kern w:val="1"/>
        </w:rPr>
        <w:t xml:space="preserve">. </w:t>
      </w:r>
      <w:r w:rsidR="00BE611A">
        <w:rPr>
          <w:rFonts w:cs="Georgia"/>
          <w:bCs/>
          <w:kern w:val="1"/>
        </w:rPr>
        <w:t>J</w:t>
      </w:r>
      <w:r>
        <w:rPr>
          <w:rFonts w:cs="Georgia"/>
          <w:bCs/>
          <w:kern w:val="1"/>
        </w:rPr>
        <w:t>’</w:t>
      </w:r>
      <w:r w:rsidR="00BE611A">
        <w:rPr>
          <w:rFonts w:cs="Georgia"/>
          <w:bCs/>
          <w:kern w:val="1"/>
        </w:rPr>
        <w:t>aime autant être à mon aise pour me lamenter</w:t>
      </w:r>
      <w:r>
        <w:rPr>
          <w:rFonts w:cs="Georgia"/>
          <w:bCs/>
          <w:kern w:val="1"/>
        </w:rPr>
        <w:t xml:space="preserve">. </w:t>
      </w:r>
      <w:r w:rsidR="00BE611A">
        <w:rPr>
          <w:rFonts w:cs="Georgia"/>
          <w:bCs/>
          <w:kern w:val="1"/>
        </w:rPr>
        <w:t>Faites donc comme moi</w:t>
      </w:r>
      <w:r>
        <w:rPr>
          <w:rFonts w:cs="Georgia"/>
          <w:bCs/>
          <w:kern w:val="1"/>
        </w:rPr>
        <w:t xml:space="preserve">, </w:t>
      </w:r>
      <w:r w:rsidR="00BE611A">
        <w:rPr>
          <w:rFonts w:cs="Georgia"/>
          <w:bCs/>
          <w:kern w:val="1"/>
        </w:rPr>
        <w:t>les pépères</w:t>
      </w:r>
      <w:r>
        <w:rPr>
          <w:rFonts w:cs="Georgia"/>
          <w:bCs/>
          <w:kern w:val="1"/>
        </w:rPr>
        <w:t xml:space="preserve">. </w:t>
      </w:r>
      <w:r w:rsidR="00BE611A">
        <w:rPr>
          <w:rFonts w:cs="Georgia"/>
          <w:bCs/>
          <w:kern w:val="1"/>
        </w:rPr>
        <w:t>Là</w:t>
      </w:r>
      <w:r>
        <w:rPr>
          <w:rFonts w:cs="Georgia"/>
          <w:bCs/>
          <w:kern w:val="1"/>
        </w:rPr>
        <w:t xml:space="preserve"> ! </w:t>
      </w:r>
      <w:r w:rsidR="00BE611A">
        <w:rPr>
          <w:rFonts w:cs="Georgia"/>
          <w:bCs/>
          <w:kern w:val="1"/>
        </w:rPr>
        <w:t>Est-ce que ce n</w:t>
      </w:r>
      <w:r>
        <w:rPr>
          <w:rFonts w:cs="Georgia"/>
          <w:bCs/>
          <w:kern w:val="1"/>
        </w:rPr>
        <w:t>’</w:t>
      </w:r>
      <w:r w:rsidR="00BE611A">
        <w:rPr>
          <w:rFonts w:cs="Georgia"/>
          <w:bCs/>
          <w:kern w:val="1"/>
        </w:rPr>
        <w:t>est pas plus gentil comme ça</w:t>
      </w:r>
      <w:r>
        <w:rPr>
          <w:rFonts w:cs="Georgia"/>
          <w:bCs/>
          <w:kern w:val="1"/>
        </w:rPr>
        <w:t xml:space="preserve"> ? </w:t>
      </w:r>
      <w:r w:rsidR="00BE611A">
        <w:rPr>
          <w:rFonts w:cs="Georgia"/>
          <w:bCs/>
          <w:kern w:val="1"/>
        </w:rPr>
        <w:t>Et maintenant</w:t>
      </w:r>
      <w:r>
        <w:rPr>
          <w:rFonts w:cs="Georgia"/>
          <w:bCs/>
          <w:kern w:val="1"/>
        </w:rPr>
        <w:t xml:space="preserve">, </w:t>
      </w:r>
      <w:r w:rsidR="00BE611A">
        <w:rPr>
          <w:rFonts w:cs="Georgia"/>
          <w:bCs/>
          <w:kern w:val="1"/>
        </w:rPr>
        <w:t>il n</w:t>
      </w:r>
      <w:r>
        <w:rPr>
          <w:rFonts w:cs="Georgia"/>
          <w:bCs/>
          <w:kern w:val="1"/>
        </w:rPr>
        <w:t>’</w:t>
      </w:r>
      <w:r w:rsidR="00BE611A">
        <w:rPr>
          <w:rFonts w:cs="Georgia"/>
          <w:bCs/>
          <w:kern w:val="1"/>
        </w:rPr>
        <w:t>y a aucune raison pour qu</w:t>
      </w:r>
      <w:r>
        <w:rPr>
          <w:rFonts w:cs="Georgia"/>
          <w:bCs/>
          <w:kern w:val="1"/>
        </w:rPr>
        <w:t>’</w:t>
      </w:r>
      <w:r w:rsidR="00BE611A">
        <w:rPr>
          <w:rFonts w:cs="Georgia"/>
          <w:bCs/>
          <w:kern w:val="1"/>
        </w:rPr>
        <w:t>on ne casse pas un peu la croûte</w:t>
      </w:r>
      <w:r>
        <w:rPr>
          <w:rFonts w:cs="Georgia"/>
          <w:bCs/>
          <w:kern w:val="1"/>
        </w:rPr>
        <w:t xml:space="preserve">. </w:t>
      </w:r>
      <w:r w:rsidR="00BE611A">
        <w:rPr>
          <w:rFonts w:cs="Georgia"/>
          <w:bCs/>
          <w:kern w:val="1"/>
        </w:rPr>
        <w:t>Aboule les musettes</w:t>
      </w:r>
      <w:r>
        <w:rPr>
          <w:rFonts w:cs="Georgia"/>
          <w:bCs/>
          <w:kern w:val="1"/>
        </w:rPr>
        <w:t xml:space="preserve">, </w:t>
      </w:r>
      <w:r w:rsidR="00BE611A">
        <w:rPr>
          <w:rFonts w:cs="Georgia"/>
          <w:bCs/>
          <w:kern w:val="1"/>
        </w:rPr>
        <w:t>Audemard</w:t>
      </w:r>
      <w:r>
        <w:rPr>
          <w:rFonts w:cs="Georgia"/>
          <w:bCs/>
          <w:kern w:val="1"/>
        </w:rPr>
        <w:t xml:space="preserve">. </w:t>
      </w:r>
      <w:r w:rsidR="00BE611A">
        <w:rPr>
          <w:rFonts w:cs="Georgia"/>
          <w:bCs/>
          <w:kern w:val="1"/>
        </w:rPr>
        <w:t>Bon sang</w:t>
      </w:r>
      <w:r>
        <w:rPr>
          <w:rFonts w:cs="Georgia"/>
          <w:bCs/>
          <w:kern w:val="1"/>
        </w:rPr>
        <w:t xml:space="preserve">, </w:t>
      </w:r>
      <w:r w:rsidR="00BE611A">
        <w:rPr>
          <w:rFonts w:cs="Georgia"/>
          <w:bCs/>
          <w:kern w:val="1"/>
        </w:rPr>
        <w:t>c</w:t>
      </w:r>
      <w:r>
        <w:rPr>
          <w:rFonts w:cs="Georgia"/>
          <w:bCs/>
          <w:kern w:val="1"/>
        </w:rPr>
        <w:t>’</w:t>
      </w:r>
      <w:r w:rsidR="00BE611A">
        <w:rPr>
          <w:rFonts w:cs="Georgia"/>
          <w:bCs/>
          <w:kern w:val="1"/>
        </w:rPr>
        <w:t>est qu</w:t>
      </w:r>
      <w:r>
        <w:rPr>
          <w:rFonts w:cs="Georgia"/>
          <w:bCs/>
          <w:kern w:val="1"/>
        </w:rPr>
        <w:t>’</w:t>
      </w:r>
      <w:r w:rsidR="00BE611A">
        <w:rPr>
          <w:rFonts w:cs="Georgia"/>
          <w:bCs/>
          <w:kern w:val="1"/>
        </w:rPr>
        <w:t>on gèle</w:t>
      </w:r>
      <w:r>
        <w:rPr>
          <w:rFonts w:cs="Georgia"/>
          <w:bCs/>
          <w:kern w:val="1"/>
        </w:rPr>
        <w:t xml:space="preserve">, </w:t>
      </w:r>
      <w:r w:rsidR="00BE611A">
        <w:rPr>
          <w:rFonts w:cs="Georgia"/>
          <w:bCs/>
          <w:kern w:val="1"/>
        </w:rPr>
        <w:t>ici</w:t>
      </w:r>
      <w:r>
        <w:rPr>
          <w:rFonts w:cs="Georgia"/>
          <w:bCs/>
          <w:kern w:val="1"/>
        </w:rPr>
        <w:t xml:space="preserve"> ! </w:t>
      </w:r>
      <w:r w:rsidR="00BE611A">
        <w:rPr>
          <w:rFonts w:cs="Georgia"/>
          <w:bCs/>
          <w:kern w:val="1"/>
        </w:rPr>
        <w:t>Hé</w:t>
      </w:r>
      <w:r>
        <w:rPr>
          <w:rFonts w:cs="Georgia"/>
          <w:bCs/>
          <w:kern w:val="1"/>
        </w:rPr>
        <w:t xml:space="preserve">, </w:t>
      </w:r>
      <w:r w:rsidR="00BE611A">
        <w:rPr>
          <w:rFonts w:cs="Georgia"/>
          <w:bCs/>
          <w:kern w:val="1"/>
        </w:rPr>
        <w:t>Dauphin</w:t>
      </w:r>
      <w:r>
        <w:rPr>
          <w:rFonts w:cs="Georgia"/>
          <w:bCs/>
          <w:kern w:val="1"/>
        </w:rPr>
        <w:t xml:space="preserve">, </w:t>
      </w:r>
      <w:r w:rsidR="00BE611A">
        <w:rPr>
          <w:rFonts w:cs="Georgia"/>
          <w:bCs/>
          <w:kern w:val="1"/>
        </w:rPr>
        <w:t>qu</w:t>
      </w:r>
      <w:r>
        <w:rPr>
          <w:rFonts w:cs="Georgia"/>
          <w:bCs/>
          <w:kern w:val="1"/>
        </w:rPr>
        <w:t>’</w:t>
      </w:r>
      <w:r w:rsidR="00BE611A">
        <w:rPr>
          <w:rFonts w:cs="Georgia"/>
          <w:bCs/>
          <w:kern w:val="1"/>
        </w:rPr>
        <w:t>est-ce que tu as</w:t>
      </w:r>
      <w:r>
        <w:rPr>
          <w:rFonts w:cs="Georgia"/>
          <w:bCs/>
          <w:kern w:val="1"/>
        </w:rPr>
        <w:t xml:space="preserve"> ? </w:t>
      </w:r>
      <w:r w:rsidR="00BE611A">
        <w:rPr>
          <w:rFonts w:cs="Georgia"/>
          <w:bCs/>
          <w:kern w:val="1"/>
        </w:rPr>
        <w:t>Tu as vu le diable</w:t>
      </w:r>
      <w:r>
        <w:rPr>
          <w:rFonts w:cs="Georgia"/>
          <w:bCs/>
          <w:kern w:val="1"/>
        </w:rPr>
        <w:t> ?</w:t>
      </w:r>
    </w:p>
    <w:p w14:paraId="562D7FFC" w14:textId="77777777" w:rsidR="000E1451" w:rsidRDefault="000E1451" w:rsidP="00BE611A">
      <w:pPr>
        <w:rPr>
          <w:rFonts w:cs="Georgia"/>
          <w:bCs/>
          <w:kern w:val="1"/>
        </w:rPr>
      </w:pPr>
      <w:r>
        <w:rPr>
          <w:rFonts w:cs="Georgia"/>
          <w:bCs/>
          <w:kern w:val="1"/>
        </w:rPr>
        <w:t>— </w:t>
      </w:r>
      <w:r w:rsidR="00BE611A">
        <w:rPr>
          <w:rFonts w:cs="Georgia"/>
          <w:bCs/>
          <w:kern w:val="1"/>
        </w:rPr>
        <w:t>Regardez</w:t>
      </w:r>
      <w:r>
        <w:rPr>
          <w:rFonts w:cs="Georgia"/>
          <w:bCs/>
          <w:kern w:val="1"/>
        </w:rPr>
        <w:t xml:space="preserve">, </w:t>
      </w:r>
      <w:r w:rsidR="00BE611A">
        <w:rPr>
          <w:rFonts w:cs="Georgia"/>
          <w:bCs/>
          <w:kern w:val="1"/>
        </w:rPr>
        <w:t>murmura Dauphin</w:t>
      </w:r>
      <w:r>
        <w:rPr>
          <w:rFonts w:cs="Georgia"/>
          <w:bCs/>
          <w:kern w:val="1"/>
        </w:rPr>
        <w:t xml:space="preserve">, </w:t>
      </w:r>
      <w:r w:rsidR="00BE611A">
        <w:rPr>
          <w:rFonts w:cs="Georgia"/>
          <w:bCs/>
          <w:kern w:val="1"/>
        </w:rPr>
        <w:t>regardez</w:t>
      </w:r>
      <w:r>
        <w:rPr>
          <w:rFonts w:cs="Georgia"/>
          <w:bCs/>
          <w:kern w:val="1"/>
        </w:rPr>
        <w:t> !</w:t>
      </w:r>
    </w:p>
    <w:p w14:paraId="2A93C303" w14:textId="77777777" w:rsidR="000E1451" w:rsidRDefault="00BE611A" w:rsidP="00BE611A">
      <w:pPr>
        <w:rPr>
          <w:rFonts w:cs="Georgia"/>
          <w:bCs/>
          <w:kern w:val="1"/>
        </w:rPr>
      </w:pPr>
      <w:r>
        <w:rPr>
          <w:rFonts w:cs="Georgia"/>
          <w:bCs/>
          <w:kern w:val="1"/>
        </w:rPr>
        <w:t>Nous nous retournâmes</w:t>
      </w:r>
      <w:r w:rsidR="000E1451">
        <w:rPr>
          <w:rFonts w:cs="Georgia"/>
          <w:bCs/>
          <w:kern w:val="1"/>
        </w:rPr>
        <w:t xml:space="preserve">, </w:t>
      </w:r>
      <w:r>
        <w:rPr>
          <w:rFonts w:cs="Georgia"/>
          <w:bCs/>
          <w:kern w:val="1"/>
        </w:rPr>
        <w:t>et nous frémîmes</w:t>
      </w:r>
      <w:r w:rsidR="000E1451">
        <w:rPr>
          <w:rFonts w:cs="Georgia"/>
          <w:bCs/>
          <w:kern w:val="1"/>
        </w:rPr>
        <w:t xml:space="preserve">, </w:t>
      </w:r>
      <w:r>
        <w:rPr>
          <w:rFonts w:cs="Georgia"/>
          <w:bCs/>
          <w:kern w:val="1"/>
        </w:rPr>
        <w:t>nous aussi</w:t>
      </w:r>
      <w:r w:rsidR="000E1451">
        <w:rPr>
          <w:rFonts w:cs="Georgia"/>
          <w:bCs/>
          <w:kern w:val="1"/>
        </w:rPr>
        <w:t xml:space="preserve">. </w:t>
      </w:r>
      <w:r>
        <w:rPr>
          <w:rFonts w:cs="Georgia"/>
          <w:bCs/>
          <w:kern w:val="1"/>
        </w:rPr>
        <w:t>Quelque chose s</w:t>
      </w:r>
      <w:r w:rsidR="000E1451">
        <w:rPr>
          <w:rFonts w:cs="Georgia"/>
          <w:bCs/>
          <w:kern w:val="1"/>
        </w:rPr>
        <w:t>’</w:t>
      </w:r>
      <w:r>
        <w:rPr>
          <w:rFonts w:cs="Georgia"/>
          <w:bCs/>
          <w:kern w:val="1"/>
        </w:rPr>
        <w:t>avançait</w:t>
      </w:r>
      <w:r w:rsidR="000E1451">
        <w:rPr>
          <w:rFonts w:cs="Georgia"/>
          <w:bCs/>
          <w:kern w:val="1"/>
        </w:rPr>
        <w:t xml:space="preserve">, </w:t>
      </w:r>
      <w:r>
        <w:rPr>
          <w:rFonts w:cs="Georgia"/>
          <w:bCs/>
          <w:kern w:val="1"/>
        </w:rPr>
        <w:t>courbé en deux</w:t>
      </w:r>
      <w:r w:rsidR="000E1451">
        <w:rPr>
          <w:rFonts w:cs="Georgia"/>
          <w:bCs/>
          <w:kern w:val="1"/>
        </w:rPr>
        <w:t xml:space="preserve">, </w:t>
      </w:r>
      <w:r>
        <w:rPr>
          <w:rFonts w:cs="Georgia"/>
          <w:bCs/>
          <w:kern w:val="1"/>
        </w:rPr>
        <w:t>presque à quatre pattes</w:t>
      </w:r>
      <w:r w:rsidR="000E1451">
        <w:rPr>
          <w:rFonts w:cs="Georgia"/>
          <w:bCs/>
          <w:kern w:val="1"/>
        </w:rPr>
        <w:t xml:space="preserve"> ; </w:t>
      </w:r>
      <w:r>
        <w:rPr>
          <w:rFonts w:cs="Georgia"/>
          <w:bCs/>
          <w:kern w:val="1"/>
        </w:rPr>
        <w:t>un homme</w:t>
      </w:r>
      <w:r w:rsidR="000E1451">
        <w:rPr>
          <w:rFonts w:cs="Georgia"/>
          <w:bCs/>
          <w:kern w:val="1"/>
        </w:rPr>
        <w:t xml:space="preserve">, </w:t>
      </w:r>
      <w:r>
        <w:rPr>
          <w:rFonts w:cs="Georgia"/>
          <w:bCs/>
          <w:kern w:val="1"/>
        </w:rPr>
        <w:t>si l</w:t>
      </w:r>
      <w:r w:rsidR="000E1451">
        <w:rPr>
          <w:rFonts w:cs="Georgia"/>
          <w:bCs/>
          <w:kern w:val="1"/>
        </w:rPr>
        <w:t>’</w:t>
      </w:r>
      <w:r>
        <w:rPr>
          <w:rFonts w:cs="Georgia"/>
          <w:bCs/>
          <w:kern w:val="1"/>
        </w:rPr>
        <w:t>on pouvait dire</w:t>
      </w:r>
      <w:r w:rsidR="000E1451">
        <w:rPr>
          <w:rFonts w:cs="Georgia"/>
          <w:bCs/>
          <w:kern w:val="1"/>
        </w:rPr>
        <w:t xml:space="preserve">. </w:t>
      </w:r>
      <w:r>
        <w:rPr>
          <w:rFonts w:cs="Georgia"/>
          <w:bCs/>
          <w:kern w:val="1"/>
        </w:rPr>
        <w:t>En deux années de captivité</w:t>
      </w:r>
      <w:r w:rsidR="000E1451">
        <w:rPr>
          <w:rFonts w:cs="Georgia"/>
          <w:bCs/>
          <w:kern w:val="1"/>
        </w:rPr>
        <w:t xml:space="preserve">, </w:t>
      </w:r>
      <w:r>
        <w:rPr>
          <w:rFonts w:cs="Georgia"/>
          <w:bCs/>
          <w:kern w:val="1"/>
        </w:rPr>
        <w:t>je n</w:t>
      </w:r>
      <w:r w:rsidR="000E1451">
        <w:rPr>
          <w:rFonts w:cs="Georgia"/>
          <w:bCs/>
          <w:kern w:val="1"/>
        </w:rPr>
        <w:t>’</w:t>
      </w:r>
      <w:r>
        <w:rPr>
          <w:rFonts w:cs="Georgia"/>
          <w:bCs/>
          <w:kern w:val="1"/>
        </w:rPr>
        <w:t>avais rien vu encore qui approchât d</w:t>
      </w:r>
      <w:r w:rsidR="000E1451">
        <w:rPr>
          <w:rFonts w:cs="Georgia"/>
          <w:bCs/>
          <w:kern w:val="1"/>
        </w:rPr>
        <w:t>’</w:t>
      </w:r>
      <w:r>
        <w:rPr>
          <w:rFonts w:cs="Georgia"/>
          <w:bCs/>
          <w:kern w:val="1"/>
        </w:rPr>
        <w:t>une maigreur pareille</w:t>
      </w:r>
      <w:r w:rsidR="000E1451">
        <w:rPr>
          <w:rFonts w:cs="Georgia"/>
          <w:bCs/>
          <w:kern w:val="1"/>
        </w:rPr>
        <w:t xml:space="preserve">. </w:t>
      </w:r>
      <w:r>
        <w:rPr>
          <w:rFonts w:cs="Georgia"/>
          <w:bCs/>
          <w:kern w:val="1"/>
        </w:rPr>
        <w:t>Ce squelette était vêtu d</w:t>
      </w:r>
      <w:r w:rsidR="000E1451">
        <w:rPr>
          <w:rFonts w:cs="Georgia"/>
          <w:bCs/>
          <w:kern w:val="1"/>
        </w:rPr>
        <w:t>’</w:t>
      </w:r>
      <w:r>
        <w:rPr>
          <w:rFonts w:cs="Georgia"/>
          <w:bCs/>
          <w:kern w:val="1"/>
        </w:rPr>
        <w:t>une mince blouse verdâtre</w:t>
      </w:r>
      <w:r w:rsidR="000E1451">
        <w:rPr>
          <w:rFonts w:cs="Georgia"/>
          <w:bCs/>
          <w:kern w:val="1"/>
        </w:rPr>
        <w:t xml:space="preserve">, </w:t>
      </w:r>
      <w:r>
        <w:rPr>
          <w:rFonts w:cs="Georgia"/>
          <w:bCs/>
          <w:kern w:val="1"/>
        </w:rPr>
        <w:t>boutonnée sur la clavicule</w:t>
      </w:r>
      <w:r w:rsidR="000E1451">
        <w:rPr>
          <w:rFonts w:cs="Georgia"/>
          <w:bCs/>
          <w:kern w:val="1"/>
        </w:rPr>
        <w:t xml:space="preserve">, </w:t>
      </w:r>
      <w:r>
        <w:rPr>
          <w:rFonts w:cs="Georgia"/>
          <w:bCs/>
          <w:kern w:val="1"/>
        </w:rPr>
        <w:t>serrée autour du bassin par une ficelle</w:t>
      </w:r>
      <w:r w:rsidR="000E1451">
        <w:rPr>
          <w:rFonts w:cs="Georgia"/>
          <w:bCs/>
          <w:kern w:val="1"/>
        </w:rPr>
        <w:t xml:space="preserve">. </w:t>
      </w:r>
      <w:r>
        <w:rPr>
          <w:rFonts w:cs="Georgia"/>
          <w:bCs/>
          <w:kern w:val="1"/>
        </w:rPr>
        <w:t>Une culotte en lambeaux laissait apercevoir la peau desséchée des cuisses</w:t>
      </w:r>
      <w:r w:rsidR="000E1451">
        <w:rPr>
          <w:rFonts w:cs="Georgia"/>
          <w:bCs/>
          <w:kern w:val="1"/>
        </w:rPr>
        <w:t xml:space="preserve">, </w:t>
      </w:r>
      <w:r>
        <w:rPr>
          <w:rFonts w:cs="Georgia"/>
          <w:bCs/>
          <w:kern w:val="1"/>
        </w:rPr>
        <w:t>les bosses osseuses des genoux</w:t>
      </w:r>
      <w:r w:rsidR="000E1451">
        <w:rPr>
          <w:rFonts w:cs="Georgia"/>
          <w:bCs/>
          <w:kern w:val="1"/>
        </w:rPr>
        <w:t xml:space="preserve">. </w:t>
      </w:r>
      <w:r>
        <w:rPr>
          <w:rFonts w:cs="Georgia"/>
          <w:bCs/>
          <w:kern w:val="1"/>
        </w:rPr>
        <w:t>Le visage surtout était effrayant</w:t>
      </w:r>
      <w:r w:rsidR="000E1451">
        <w:rPr>
          <w:rFonts w:cs="Georgia"/>
          <w:bCs/>
          <w:kern w:val="1"/>
        </w:rPr>
        <w:t xml:space="preserve">, </w:t>
      </w:r>
      <w:r>
        <w:rPr>
          <w:rFonts w:cs="Georgia"/>
          <w:bCs/>
          <w:kern w:val="1"/>
        </w:rPr>
        <w:t>avec ses pommettes saillantes</w:t>
      </w:r>
      <w:r w:rsidR="000E1451">
        <w:rPr>
          <w:rFonts w:cs="Georgia"/>
          <w:bCs/>
          <w:kern w:val="1"/>
        </w:rPr>
        <w:t xml:space="preserve">, </w:t>
      </w:r>
      <w:r>
        <w:rPr>
          <w:rFonts w:cs="Georgia"/>
          <w:bCs/>
          <w:kern w:val="1"/>
        </w:rPr>
        <w:t>sa barbe d</w:t>
      </w:r>
      <w:r w:rsidR="000E1451">
        <w:rPr>
          <w:rFonts w:cs="Georgia"/>
          <w:bCs/>
          <w:kern w:val="1"/>
        </w:rPr>
        <w:t>’</w:t>
      </w:r>
      <w:r>
        <w:rPr>
          <w:rFonts w:cs="Georgia"/>
          <w:bCs/>
          <w:kern w:val="1"/>
        </w:rPr>
        <w:t>un blond décoloré</w:t>
      </w:r>
      <w:r w:rsidR="000E1451">
        <w:rPr>
          <w:rFonts w:cs="Georgia"/>
          <w:bCs/>
          <w:kern w:val="1"/>
        </w:rPr>
        <w:t xml:space="preserve">, </w:t>
      </w:r>
      <w:r>
        <w:rPr>
          <w:rFonts w:cs="Georgia"/>
          <w:bCs/>
          <w:kern w:val="1"/>
        </w:rPr>
        <w:t>sa bouche qui grimaçait un pauvre sourire de supplication</w:t>
      </w:r>
      <w:r w:rsidR="000E1451">
        <w:rPr>
          <w:rFonts w:cs="Georgia"/>
          <w:bCs/>
          <w:kern w:val="1"/>
        </w:rPr>
        <w:t>.</w:t>
      </w:r>
    </w:p>
    <w:p w14:paraId="01AD031D" w14:textId="77777777" w:rsidR="000E1451" w:rsidRDefault="000E1451" w:rsidP="00BE611A">
      <w:pPr>
        <w:rPr>
          <w:rFonts w:cs="Georgia"/>
          <w:bCs/>
          <w:kern w:val="1"/>
        </w:rPr>
      </w:pPr>
      <w:r>
        <w:rPr>
          <w:rFonts w:cs="Georgia"/>
          <w:bCs/>
          <w:kern w:val="1"/>
        </w:rPr>
        <w:t>— </w:t>
      </w:r>
      <w:r w:rsidR="00BE611A">
        <w:rPr>
          <w:rFonts w:cs="Georgia"/>
          <w:bCs/>
          <w:kern w:val="1"/>
        </w:rPr>
        <w:t>Franzouski</w:t>
      </w:r>
      <w:r>
        <w:rPr>
          <w:rFonts w:cs="Georgia"/>
          <w:bCs/>
          <w:kern w:val="1"/>
        </w:rPr>
        <w:t xml:space="preserve">, </w:t>
      </w:r>
      <w:r w:rsidR="00BE611A">
        <w:rPr>
          <w:rFonts w:cs="Georgia"/>
          <w:bCs/>
          <w:kern w:val="1"/>
        </w:rPr>
        <w:t>gaspadine</w:t>
      </w:r>
      <w:r>
        <w:rPr>
          <w:rFonts w:cs="Georgia"/>
          <w:bCs/>
          <w:kern w:val="1"/>
        </w:rPr>
        <w:t xml:space="preserve">, </w:t>
      </w:r>
      <w:r w:rsidR="00BE611A">
        <w:rPr>
          <w:rFonts w:cs="Georgia"/>
          <w:bCs/>
          <w:kern w:val="1"/>
        </w:rPr>
        <w:t>Franzouski</w:t>
      </w:r>
      <w:r>
        <w:rPr>
          <w:rFonts w:cs="Georgia"/>
          <w:bCs/>
          <w:kern w:val="1"/>
        </w:rPr>
        <w:t> !</w:t>
      </w:r>
    </w:p>
    <w:p w14:paraId="655D2BC7" w14:textId="77777777" w:rsidR="000E1451" w:rsidRDefault="000E1451" w:rsidP="00BE611A">
      <w:pPr>
        <w:rPr>
          <w:rFonts w:cs="Georgia"/>
          <w:bCs/>
          <w:kern w:val="1"/>
        </w:rPr>
      </w:pPr>
      <w:r>
        <w:rPr>
          <w:rFonts w:cs="Georgia"/>
          <w:bCs/>
          <w:kern w:val="1"/>
        </w:rPr>
        <w:t>— </w:t>
      </w:r>
      <w:r w:rsidR="00BE611A">
        <w:rPr>
          <w:rFonts w:cs="Georgia"/>
          <w:bCs/>
          <w:kern w:val="1"/>
        </w:rPr>
        <w:t>Un Russe</w:t>
      </w:r>
      <w:r>
        <w:rPr>
          <w:rFonts w:cs="Georgia"/>
          <w:bCs/>
          <w:kern w:val="1"/>
        </w:rPr>
        <w:t xml:space="preserve">, </w:t>
      </w:r>
      <w:r w:rsidR="00BE611A">
        <w:rPr>
          <w:rFonts w:cs="Georgia"/>
          <w:bCs/>
          <w:kern w:val="1"/>
        </w:rPr>
        <w:t>murmura Audemard</w:t>
      </w:r>
      <w:r>
        <w:rPr>
          <w:rFonts w:cs="Georgia"/>
          <w:bCs/>
          <w:kern w:val="1"/>
        </w:rPr>
        <w:t xml:space="preserve">. </w:t>
      </w:r>
      <w:r w:rsidR="00BE611A">
        <w:rPr>
          <w:rFonts w:cs="Georgia"/>
          <w:bCs/>
          <w:kern w:val="1"/>
        </w:rPr>
        <w:t>Il est dans un bel état</w:t>
      </w:r>
      <w:r>
        <w:rPr>
          <w:rFonts w:cs="Georgia"/>
          <w:bCs/>
          <w:kern w:val="1"/>
        </w:rPr>
        <w:t xml:space="preserve">, </w:t>
      </w:r>
      <w:r w:rsidR="00BE611A">
        <w:rPr>
          <w:rFonts w:cs="Georgia"/>
          <w:bCs/>
          <w:kern w:val="1"/>
        </w:rPr>
        <w:t>le malheureux</w:t>
      </w:r>
      <w:r>
        <w:rPr>
          <w:rFonts w:cs="Georgia"/>
          <w:bCs/>
          <w:kern w:val="1"/>
        </w:rPr>
        <w:t>.</w:t>
      </w:r>
    </w:p>
    <w:p w14:paraId="42654CA2" w14:textId="77777777" w:rsidR="000E1451" w:rsidRDefault="00BE611A" w:rsidP="00BE611A">
      <w:pPr>
        <w:rPr>
          <w:rFonts w:cs="Georgia"/>
          <w:bCs/>
          <w:kern w:val="1"/>
        </w:rPr>
      </w:pPr>
      <w:r>
        <w:rPr>
          <w:rFonts w:cs="Georgia"/>
          <w:bCs/>
          <w:kern w:val="1"/>
        </w:rPr>
        <w:t>Il lui lança une tranche de pain</w:t>
      </w:r>
      <w:r w:rsidR="000E1451">
        <w:rPr>
          <w:rFonts w:cs="Georgia"/>
          <w:bCs/>
          <w:kern w:val="1"/>
        </w:rPr>
        <w:t xml:space="preserve">. </w:t>
      </w:r>
      <w:r>
        <w:rPr>
          <w:rFonts w:cs="Georgia"/>
          <w:bCs/>
          <w:kern w:val="1"/>
        </w:rPr>
        <w:t>L</w:t>
      </w:r>
      <w:r w:rsidR="000E1451">
        <w:rPr>
          <w:rFonts w:cs="Georgia"/>
          <w:bCs/>
          <w:kern w:val="1"/>
        </w:rPr>
        <w:t>’</w:t>
      </w:r>
      <w:r>
        <w:rPr>
          <w:rFonts w:cs="Georgia"/>
          <w:bCs/>
          <w:kern w:val="1"/>
        </w:rPr>
        <w:t>autre la happa avec un gloussement de joie déchirante</w:t>
      </w:r>
      <w:r w:rsidR="000E1451">
        <w:rPr>
          <w:rFonts w:cs="Georgia"/>
          <w:bCs/>
          <w:kern w:val="1"/>
        </w:rPr>
        <w:t xml:space="preserve">. </w:t>
      </w:r>
      <w:r>
        <w:rPr>
          <w:rFonts w:cs="Georgia"/>
          <w:bCs/>
          <w:kern w:val="1"/>
        </w:rPr>
        <w:t>Accroupi</w:t>
      </w:r>
      <w:r w:rsidR="000E1451">
        <w:rPr>
          <w:rFonts w:cs="Georgia"/>
          <w:bCs/>
          <w:kern w:val="1"/>
        </w:rPr>
        <w:t xml:space="preserve">, </w:t>
      </w:r>
      <w:r>
        <w:rPr>
          <w:rFonts w:cs="Georgia"/>
          <w:bCs/>
          <w:kern w:val="1"/>
        </w:rPr>
        <w:t>il se mit en devoir de la dévorer</w:t>
      </w:r>
      <w:r w:rsidR="000E1451">
        <w:rPr>
          <w:rFonts w:cs="Georgia"/>
          <w:bCs/>
          <w:kern w:val="1"/>
        </w:rPr>
        <w:t xml:space="preserve">. </w:t>
      </w:r>
      <w:r>
        <w:rPr>
          <w:rFonts w:cs="Georgia"/>
          <w:bCs/>
          <w:kern w:val="1"/>
        </w:rPr>
        <w:t>Ses mâchoires s</w:t>
      </w:r>
      <w:r w:rsidR="000E1451">
        <w:rPr>
          <w:rFonts w:cs="Georgia"/>
          <w:bCs/>
          <w:kern w:val="1"/>
        </w:rPr>
        <w:t>’</w:t>
      </w:r>
      <w:r>
        <w:rPr>
          <w:rFonts w:cs="Georgia"/>
          <w:bCs/>
          <w:kern w:val="1"/>
        </w:rPr>
        <w:t>entre-choquaient</w:t>
      </w:r>
      <w:r w:rsidR="000E1451">
        <w:rPr>
          <w:rFonts w:cs="Georgia"/>
          <w:bCs/>
          <w:kern w:val="1"/>
        </w:rPr>
        <w:t xml:space="preserve">. </w:t>
      </w:r>
      <w:r>
        <w:rPr>
          <w:rFonts w:cs="Georgia"/>
          <w:bCs/>
          <w:kern w:val="1"/>
        </w:rPr>
        <w:t xml:space="preserve">Il ne </w:t>
      </w:r>
      <w:r>
        <w:rPr>
          <w:rFonts w:cs="Georgia"/>
          <w:bCs/>
          <w:kern w:val="1"/>
        </w:rPr>
        <w:lastRenderedPageBreak/>
        <w:t>cessait</w:t>
      </w:r>
      <w:r w:rsidR="000E1451">
        <w:rPr>
          <w:rFonts w:cs="Georgia"/>
          <w:bCs/>
          <w:kern w:val="1"/>
        </w:rPr>
        <w:t xml:space="preserve">, </w:t>
      </w:r>
      <w:r>
        <w:rPr>
          <w:rFonts w:cs="Georgia"/>
          <w:bCs/>
          <w:kern w:val="1"/>
        </w:rPr>
        <w:t>tout en mangeant</w:t>
      </w:r>
      <w:r w:rsidR="000E1451">
        <w:rPr>
          <w:rFonts w:cs="Georgia"/>
          <w:bCs/>
          <w:kern w:val="1"/>
        </w:rPr>
        <w:t xml:space="preserve">, </w:t>
      </w:r>
      <w:r>
        <w:rPr>
          <w:rFonts w:cs="Georgia"/>
          <w:bCs/>
          <w:kern w:val="1"/>
        </w:rPr>
        <w:t>de répéter avec le même sourire douloureux</w:t>
      </w:r>
      <w:r w:rsidR="000E1451">
        <w:rPr>
          <w:rFonts w:cs="Georgia"/>
          <w:bCs/>
          <w:kern w:val="1"/>
        </w:rPr>
        <w:t> :</w:t>
      </w:r>
    </w:p>
    <w:p w14:paraId="4339BD71" w14:textId="77777777" w:rsidR="000E1451" w:rsidRDefault="000E1451" w:rsidP="00BE611A">
      <w:pPr>
        <w:rPr>
          <w:rFonts w:cs="Georgia"/>
          <w:bCs/>
          <w:kern w:val="1"/>
        </w:rPr>
      </w:pPr>
      <w:r>
        <w:rPr>
          <w:rFonts w:cs="Georgia"/>
          <w:bCs/>
          <w:kern w:val="1"/>
        </w:rPr>
        <w:t>— </w:t>
      </w:r>
      <w:r w:rsidR="00BE611A">
        <w:rPr>
          <w:rFonts w:cs="Georgia"/>
          <w:bCs/>
          <w:kern w:val="1"/>
        </w:rPr>
        <w:t>Franzouski</w:t>
      </w:r>
      <w:r>
        <w:rPr>
          <w:rFonts w:cs="Georgia"/>
          <w:bCs/>
          <w:kern w:val="1"/>
        </w:rPr>
        <w:t xml:space="preserve">, </w:t>
      </w:r>
      <w:r w:rsidR="00BE611A">
        <w:rPr>
          <w:rFonts w:cs="Georgia"/>
          <w:bCs/>
          <w:kern w:val="1"/>
        </w:rPr>
        <w:t>gaspadine</w:t>
      </w:r>
      <w:r>
        <w:rPr>
          <w:rFonts w:cs="Georgia"/>
          <w:bCs/>
          <w:kern w:val="1"/>
        </w:rPr>
        <w:t>.</w:t>
      </w:r>
    </w:p>
    <w:p w14:paraId="192562AF" w14:textId="77777777" w:rsidR="000E1451" w:rsidRDefault="000E1451" w:rsidP="00BE611A">
      <w:pPr>
        <w:rPr>
          <w:rFonts w:cs="Georgia"/>
          <w:bCs/>
          <w:kern w:val="1"/>
        </w:rPr>
      </w:pPr>
      <w:r>
        <w:rPr>
          <w:rFonts w:cs="Georgia"/>
          <w:bCs/>
          <w:kern w:val="1"/>
        </w:rPr>
        <w:t>— </w:t>
      </w:r>
      <w:r w:rsidR="00BE611A">
        <w:rPr>
          <w:rFonts w:cs="Georgia"/>
          <w:bCs/>
          <w:kern w:val="1"/>
        </w:rPr>
        <w:t>Donnez-lui un peu de fromage</w:t>
      </w:r>
      <w:r>
        <w:rPr>
          <w:rFonts w:cs="Georgia"/>
          <w:bCs/>
          <w:kern w:val="1"/>
        </w:rPr>
        <w:t>.</w:t>
      </w:r>
    </w:p>
    <w:p w14:paraId="4A4783C1" w14:textId="77777777" w:rsidR="000E1451" w:rsidRDefault="00BE611A" w:rsidP="00BE611A">
      <w:pPr>
        <w:rPr>
          <w:rFonts w:cs="Georgia"/>
          <w:bCs/>
          <w:kern w:val="1"/>
        </w:rPr>
      </w:pPr>
      <w:r>
        <w:rPr>
          <w:rFonts w:cs="Georgia"/>
          <w:bCs/>
          <w:kern w:val="1"/>
        </w:rPr>
        <w:t>Fichet coupa un morceau de gruyère</w:t>
      </w:r>
      <w:r w:rsidR="000E1451">
        <w:rPr>
          <w:rFonts w:cs="Georgia"/>
          <w:bCs/>
          <w:kern w:val="1"/>
        </w:rPr>
        <w:t xml:space="preserve">. </w:t>
      </w:r>
      <w:r>
        <w:rPr>
          <w:rFonts w:cs="Georgia"/>
          <w:bCs/>
          <w:kern w:val="1"/>
        </w:rPr>
        <w:t>J</w:t>
      </w:r>
      <w:r w:rsidR="000E1451">
        <w:rPr>
          <w:rFonts w:cs="Georgia"/>
          <w:bCs/>
          <w:kern w:val="1"/>
        </w:rPr>
        <w:t>’</w:t>
      </w:r>
      <w:r>
        <w:rPr>
          <w:rFonts w:cs="Georgia"/>
          <w:bCs/>
          <w:kern w:val="1"/>
        </w:rPr>
        <w:t>allais le faire passer à l</w:t>
      </w:r>
      <w:r w:rsidR="000E1451">
        <w:rPr>
          <w:rFonts w:cs="Georgia"/>
          <w:bCs/>
          <w:kern w:val="1"/>
        </w:rPr>
        <w:t>’</w:t>
      </w:r>
      <w:r>
        <w:rPr>
          <w:rFonts w:cs="Georgia"/>
          <w:bCs/>
          <w:kern w:val="1"/>
        </w:rPr>
        <w:t>affamé</w:t>
      </w:r>
      <w:r w:rsidR="000E1451">
        <w:rPr>
          <w:rFonts w:cs="Georgia"/>
          <w:bCs/>
          <w:kern w:val="1"/>
        </w:rPr>
        <w:t xml:space="preserve">, </w:t>
      </w:r>
      <w:r>
        <w:rPr>
          <w:rFonts w:cs="Georgia"/>
          <w:bCs/>
          <w:kern w:val="1"/>
        </w:rPr>
        <w:t>lorsque je me sentis saisir par le bras</w:t>
      </w:r>
      <w:r w:rsidR="000E1451">
        <w:rPr>
          <w:rFonts w:cs="Georgia"/>
          <w:bCs/>
          <w:kern w:val="1"/>
        </w:rPr>
        <w:t>.</w:t>
      </w:r>
    </w:p>
    <w:p w14:paraId="34965516" w14:textId="77777777" w:rsidR="000E1451" w:rsidRDefault="000E1451" w:rsidP="00BE611A">
      <w:pPr>
        <w:rPr>
          <w:rFonts w:cs="Georgia"/>
          <w:bCs/>
          <w:kern w:val="1"/>
        </w:rPr>
      </w:pPr>
      <w:r>
        <w:rPr>
          <w:rFonts w:cs="Georgia"/>
          <w:bCs/>
          <w:kern w:val="1"/>
        </w:rPr>
        <w:t>— </w:t>
      </w:r>
      <w:r w:rsidR="00BE611A">
        <w:rPr>
          <w:rFonts w:cs="Georgia"/>
          <w:bCs/>
          <w:kern w:val="1"/>
        </w:rPr>
        <w:t>Sans blague</w:t>
      </w:r>
      <w:r>
        <w:rPr>
          <w:rFonts w:cs="Georgia"/>
          <w:bCs/>
          <w:kern w:val="1"/>
        </w:rPr>
        <w:t xml:space="preserve">. </w:t>
      </w:r>
      <w:r w:rsidR="00BE611A">
        <w:rPr>
          <w:rFonts w:cs="Georgia"/>
          <w:bCs/>
          <w:kern w:val="1"/>
        </w:rPr>
        <w:t>Vous êtes tous mabouls</w:t>
      </w:r>
      <w:r>
        <w:rPr>
          <w:rFonts w:cs="Georgia"/>
          <w:bCs/>
          <w:kern w:val="1"/>
        </w:rPr>
        <w:t xml:space="preserve">, </w:t>
      </w:r>
      <w:r w:rsidR="00BE611A">
        <w:rPr>
          <w:rFonts w:cs="Georgia"/>
          <w:bCs/>
          <w:kern w:val="1"/>
        </w:rPr>
        <w:t>ici alors</w:t>
      </w:r>
      <w:r>
        <w:rPr>
          <w:rFonts w:cs="Georgia"/>
          <w:bCs/>
          <w:kern w:val="1"/>
        </w:rPr>
        <w:t> ?</w:t>
      </w:r>
    </w:p>
    <w:p w14:paraId="064AFBE5" w14:textId="77777777" w:rsidR="000E1451" w:rsidRDefault="00BE611A" w:rsidP="00BE611A">
      <w:pPr>
        <w:rPr>
          <w:rFonts w:cs="Georgia"/>
          <w:bCs/>
          <w:kern w:val="1"/>
        </w:rPr>
      </w:pPr>
      <w:r>
        <w:rPr>
          <w:rFonts w:cs="Georgia"/>
          <w:bCs/>
          <w:kern w:val="1"/>
        </w:rPr>
        <w:t>Je dévisageai le nouvel arrivant</w:t>
      </w:r>
      <w:r w:rsidR="000E1451">
        <w:rPr>
          <w:rFonts w:cs="Georgia"/>
          <w:bCs/>
          <w:kern w:val="1"/>
        </w:rPr>
        <w:t xml:space="preserve">. </w:t>
      </w:r>
      <w:r>
        <w:rPr>
          <w:rFonts w:cs="Georgia"/>
          <w:bCs/>
          <w:kern w:val="1"/>
        </w:rPr>
        <w:t>C</w:t>
      </w:r>
      <w:r w:rsidR="000E1451">
        <w:rPr>
          <w:rFonts w:cs="Georgia"/>
          <w:bCs/>
          <w:kern w:val="1"/>
        </w:rPr>
        <w:t>’</w:t>
      </w:r>
      <w:r>
        <w:rPr>
          <w:rFonts w:cs="Georgia"/>
          <w:bCs/>
          <w:kern w:val="1"/>
        </w:rPr>
        <w:t>était un petit homme coiffé d</w:t>
      </w:r>
      <w:r w:rsidR="000E1451">
        <w:rPr>
          <w:rFonts w:cs="Georgia"/>
          <w:bCs/>
          <w:kern w:val="1"/>
        </w:rPr>
        <w:t>’</w:t>
      </w:r>
      <w:r>
        <w:rPr>
          <w:rFonts w:cs="Georgia"/>
          <w:bCs/>
          <w:kern w:val="1"/>
        </w:rPr>
        <w:t>une chéchia déteinte</w:t>
      </w:r>
      <w:r w:rsidR="000E1451">
        <w:rPr>
          <w:rFonts w:cs="Georgia"/>
          <w:bCs/>
          <w:kern w:val="1"/>
        </w:rPr>
        <w:t xml:space="preserve">, </w:t>
      </w:r>
      <w:r>
        <w:rPr>
          <w:rFonts w:cs="Georgia"/>
          <w:bCs/>
          <w:kern w:val="1"/>
        </w:rPr>
        <w:t>et habillé ridiculement d</w:t>
      </w:r>
      <w:r w:rsidR="000E1451">
        <w:rPr>
          <w:rFonts w:cs="Georgia"/>
          <w:bCs/>
          <w:kern w:val="1"/>
        </w:rPr>
        <w:t>’</w:t>
      </w:r>
      <w:r>
        <w:rPr>
          <w:rFonts w:cs="Georgia"/>
          <w:bCs/>
          <w:kern w:val="1"/>
        </w:rPr>
        <w:t>un pantalon de velours râpé</w:t>
      </w:r>
      <w:r w:rsidR="000E1451">
        <w:rPr>
          <w:rFonts w:cs="Georgia"/>
          <w:bCs/>
          <w:kern w:val="1"/>
        </w:rPr>
        <w:t xml:space="preserve">, </w:t>
      </w:r>
      <w:r>
        <w:rPr>
          <w:rFonts w:cs="Georgia"/>
          <w:bCs/>
          <w:kern w:val="1"/>
        </w:rPr>
        <w:t>d</w:t>
      </w:r>
      <w:r w:rsidR="000E1451">
        <w:rPr>
          <w:rFonts w:cs="Georgia"/>
          <w:bCs/>
          <w:kern w:val="1"/>
        </w:rPr>
        <w:t>’</w:t>
      </w:r>
      <w:r>
        <w:rPr>
          <w:rFonts w:cs="Georgia"/>
          <w:bCs/>
          <w:kern w:val="1"/>
        </w:rPr>
        <w:t>un tricot à raies et d</w:t>
      </w:r>
      <w:r w:rsidR="000E1451">
        <w:rPr>
          <w:rFonts w:cs="Georgia"/>
          <w:bCs/>
          <w:kern w:val="1"/>
        </w:rPr>
        <w:t>’</w:t>
      </w:r>
      <w:r>
        <w:rPr>
          <w:rFonts w:cs="Georgia"/>
          <w:bCs/>
          <w:kern w:val="1"/>
        </w:rPr>
        <w:t>un boléro de zouave</w:t>
      </w:r>
      <w:r w:rsidR="000E1451">
        <w:rPr>
          <w:rFonts w:cs="Georgia"/>
          <w:bCs/>
          <w:kern w:val="1"/>
        </w:rPr>
        <w:t xml:space="preserve">, </w:t>
      </w:r>
      <w:r>
        <w:rPr>
          <w:rFonts w:cs="Georgia"/>
          <w:bCs/>
          <w:kern w:val="1"/>
        </w:rPr>
        <w:t>sur lequel on distinguait encore des parements de laine rouge et jaune</w:t>
      </w:r>
      <w:r w:rsidR="000E1451">
        <w:rPr>
          <w:rFonts w:cs="Georgia"/>
          <w:bCs/>
          <w:kern w:val="1"/>
        </w:rPr>
        <w:t>.</w:t>
      </w:r>
    </w:p>
    <w:p w14:paraId="05AE3DF0" w14:textId="77777777" w:rsidR="000E1451" w:rsidRDefault="000E1451" w:rsidP="00BE611A">
      <w:pPr>
        <w:rPr>
          <w:rFonts w:cs="Georgia"/>
          <w:bCs/>
          <w:kern w:val="1"/>
        </w:rPr>
      </w:pPr>
      <w:r>
        <w:rPr>
          <w:rFonts w:cs="Georgia"/>
          <w:bCs/>
          <w:kern w:val="1"/>
        </w:rPr>
        <w:t>— </w:t>
      </w:r>
      <w:r w:rsidR="00BE611A">
        <w:rPr>
          <w:rFonts w:cs="Georgia"/>
          <w:bCs/>
          <w:kern w:val="1"/>
        </w:rPr>
        <w:t>Vous n</w:t>
      </w:r>
      <w:r>
        <w:rPr>
          <w:rFonts w:cs="Georgia"/>
          <w:bCs/>
          <w:kern w:val="1"/>
        </w:rPr>
        <w:t>’</w:t>
      </w:r>
      <w:r w:rsidR="00BE611A">
        <w:rPr>
          <w:rFonts w:cs="Georgia"/>
          <w:bCs/>
          <w:kern w:val="1"/>
        </w:rPr>
        <w:t>êtes pas fou</w:t>
      </w:r>
      <w:r>
        <w:rPr>
          <w:rFonts w:cs="Georgia"/>
          <w:bCs/>
          <w:kern w:val="1"/>
        </w:rPr>
        <w:t xml:space="preserve"> ! </w:t>
      </w:r>
      <w:r w:rsidR="00BE611A">
        <w:rPr>
          <w:rFonts w:cs="Georgia"/>
          <w:bCs/>
          <w:kern w:val="1"/>
        </w:rPr>
        <w:t>grondait-il avec indignation</w:t>
      </w:r>
      <w:r>
        <w:rPr>
          <w:rFonts w:cs="Georgia"/>
          <w:bCs/>
          <w:kern w:val="1"/>
        </w:rPr>
        <w:t xml:space="preserve">. </w:t>
      </w:r>
      <w:r w:rsidR="00BE611A">
        <w:rPr>
          <w:rFonts w:cs="Georgia"/>
          <w:bCs/>
          <w:kern w:val="1"/>
        </w:rPr>
        <w:t>Foutre votre becquetance aux Russes</w:t>
      </w:r>
      <w:r>
        <w:rPr>
          <w:rFonts w:cs="Georgia"/>
          <w:bCs/>
          <w:kern w:val="1"/>
        </w:rPr>
        <w:t xml:space="preserve"> ! </w:t>
      </w:r>
      <w:r w:rsidR="00BE611A">
        <w:rPr>
          <w:rFonts w:cs="Georgia"/>
          <w:bCs/>
          <w:kern w:val="1"/>
        </w:rPr>
        <w:t>Ah</w:t>
      </w:r>
      <w:r>
        <w:rPr>
          <w:rFonts w:cs="Georgia"/>
          <w:bCs/>
          <w:kern w:val="1"/>
        </w:rPr>
        <w:t xml:space="preserve"> ! </w:t>
      </w:r>
      <w:r w:rsidR="00BE611A">
        <w:rPr>
          <w:rFonts w:cs="Georgia"/>
          <w:bCs/>
          <w:kern w:val="1"/>
        </w:rPr>
        <w:t>là</w:t>
      </w:r>
      <w:r>
        <w:rPr>
          <w:rFonts w:cs="Georgia"/>
          <w:bCs/>
          <w:kern w:val="1"/>
        </w:rPr>
        <w:t xml:space="preserve">, </w:t>
      </w:r>
      <w:r w:rsidR="00BE611A">
        <w:rPr>
          <w:rFonts w:cs="Georgia"/>
          <w:bCs/>
          <w:kern w:val="1"/>
        </w:rPr>
        <w:t>là</w:t>
      </w:r>
      <w:r>
        <w:rPr>
          <w:rFonts w:cs="Georgia"/>
          <w:bCs/>
          <w:kern w:val="1"/>
        </w:rPr>
        <w:t xml:space="preserve"> ! </w:t>
      </w:r>
      <w:r w:rsidR="00BE611A">
        <w:rPr>
          <w:rFonts w:cs="Georgia"/>
          <w:bCs/>
          <w:kern w:val="1"/>
        </w:rPr>
        <w:t>On voit bien que ça vient d</w:t>
      </w:r>
      <w:r>
        <w:rPr>
          <w:rFonts w:cs="Georgia"/>
          <w:bCs/>
          <w:kern w:val="1"/>
        </w:rPr>
        <w:t>’</w:t>
      </w:r>
      <w:r w:rsidR="00BE611A">
        <w:rPr>
          <w:rFonts w:cs="Georgia"/>
          <w:bCs/>
          <w:kern w:val="1"/>
        </w:rPr>
        <w:t>arriver</w:t>
      </w:r>
      <w:r>
        <w:rPr>
          <w:rFonts w:cs="Georgia"/>
          <w:bCs/>
          <w:kern w:val="1"/>
        </w:rPr>
        <w:t>.</w:t>
      </w:r>
    </w:p>
    <w:p w14:paraId="088AC714" w14:textId="77777777" w:rsidR="000E1451" w:rsidRDefault="00BE611A" w:rsidP="00BE611A">
      <w:pPr>
        <w:rPr>
          <w:rFonts w:cs="Georgia"/>
          <w:bCs/>
          <w:kern w:val="1"/>
        </w:rPr>
      </w:pPr>
      <w:r>
        <w:rPr>
          <w:rFonts w:cs="Georgia"/>
          <w:bCs/>
          <w:kern w:val="1"/>
        </w:rPr>
        <w:t>Il s</w:t>
      </w:r>
      <w:r w:rsidR="000E1451">
        <w:rPr>
          <w:rFonts w:cs="Georgia"/>
          <w:bCs/>
          <w:kern w:val="1"/>
        </w:rPr>
        <w:t>’</w:t>
      </w:r>
      <w:r>
        <w:rPr>
          <w:rFonts w:cs="Georgia"/>
          <w:bCs/>
          <w:kern w:val="1"/>
        </w:rPr>
        <w:t>était tourné vers notre pitoyable protégé</w:t>
      </w:r>
      <w:r w:rsidR="000E1451">
        <w:rPr>
          <w:rFonts w:cs="Georgia"/>
          <w:bCs/>
          <w:kern w:val="1"/>
        </w:rPr>
        <w:t>.</w:t>
      </w:r>
    </w:p>
    <w:p w14:paraId="4F040828" w14:textId="77777777" w:rsidR="000E1451" w:rsidRDefault="000E1451" w:rsidP="00BE611A">
      <w:pPr>
        <w:rPr>
          <w:rFonts w:cs="Georgia"/>
          <w:bCs/>
          <w:kern w:val="1"/>
        </w:rPr>
      </w:pPr>
      <w:r>
        <w:rPr>
          <w:rFonts w:cs="Georgia"/>
          <w:bCs/>
          <w:kern w:val="1"/>
        </w:rPr>
        <w:t>— </w:t>
      </w:r>
      <w:r w:rsidR="00BE611A">
        <w:rPr>
          <w:rFonts w:cs="Georgia"/>
          <w:bCs/>
          <w:kern w:val="1"/>
        </w:rPr>
        <w:t>Regardez-moi ça</w:t>
      </w:r>
      <w:r>
        <w:rPr>
          <w:rFonts w:cs="Georgia"/>
          <w:bCs/>
          <w:kern w:val="1"/>
        </w:rPr>
        <w:t xml:space="preserve">, </w:t>
      </w:r>
      <w:r w:rsidR="00BE611A">
        <w:rPr>
          <w:rFonts w:cs="Georgia"/>
          <w:bCs/>
          <w:kern w:val="1"/>
        </w:rPr>
        <w:t>si ça a du vice</w:t>
      </w:r>
      <w:r>
        <w:rPr>
          <w:rFonts w:cs="Georgia"/>
          <w:bCs/>
          <w:kern w:val="1"/>
        </w:rPr>
        <w:t xml:space="preserve">. </w:t>
      </w:r>
      <w:r w:rsidR="00BE611A">
        <w:rPr>
          <w:rFonts w:cs="Georgia"/>
          <w:bCs/>
          <w:kern w:val="1"/>
        </w:rPr>
        <w:t>Alors</w:t>
      </w:r>
      <w:r>
        <w:rPr>
          <w:rFonts w:cs="Georgia"/>
          <w:bCs/>
          <w:kern w:val="1"/>
        </w:rPr>
        <w:t xml:space="preserve">, </w:t>
      </w:r>
      <w:r w:rsidR="00BE611A">
        <w:rPr>
          <w:rFonts w:cs="Georgia"/>
          <w:bCs/>
          <w:kern w:val="1"/>
        </w:rPr>
        <w:t>salaud</w:t>
      </w:r>
      <w:r>
        <w:rPr>
          <w:rFonts w:cs="Georgia"/>
          <w:bCs/>
          <w:kern w:val="1"/>
        </w:rPr>
        <w:t xml:space="preserve">, </w:t>
      </w:r>
      <w:r w:rsidR="00BE611A">
        <w:rPr>
          <w:rFonts w:cs="Georgia"/>
          <w:bCs/>
          <w:kern w:val="1"/>
        </w:rPr>
        <w:t>tu as trouvé moyen d</w:t>
      </w:r>
      <w:r>
        <w:rPr>
          <w:rFonts w:cs="Georgia"/>
          <w:bCs/>
          <w:kern w:val="1"/>
        </w:rPr>
        <w:t>’</w:t>
      </w:r>
      <w:r w:rsidR="00BE611A">
        <w:rPr>
          <w:rFonts w:cs="Georgia"/>
          <w:bCs/>
          <w:kern w:val="1"/>
        </w:rPr>
        <w:t>être le premier à venir taper les amis</w:t>
      </w:r>
      <w:r>
        <w:rPr>
          <w:rFonts w:cs="Georgia"/>
          <w:bCs/>
          <w:kern w:val="1"/>
        </w:rPr>
        <w:t xml:space="preserve">. </w:t>
      </w:r>
      <w:r w:rsidR="00BE611A">
        <w:rPr>
          <w:rFonts w:cs="Georgia"/>
          <w:bCs/>
          <w:kern w:val="1"/>
        </w:rPr>
        <w:t>Ouste</w:t>
      </w:r>
      <w:r>
        <w:rPr>
          <w:rFonts w:cs="Georgia"/>
          <w:bCs/>
          <w:kern w:val="1"/>
        </w:rPr>
        <w:t xml:space="preserve">, </w:t>
      </w:r>
      <w:r w:rsidR="00BE611A">
        <w:rPr>
          <w:rFonts w:cs="Georgia"/>
          <w:bCs/>
          <w:kern w:val="1"/>
        </w:rPr>
        <w:t>vermine</w:t>
      </w:r>
      <w:r>
        <w:rPr>
          <w:rFonts w:cs="Georgia"/>
          <w:bCs/>
          <w:kern w:val="1"/>
        </w:rPr>
        <w:t xml:space="preserve">, </w:t>
      </w:r>
      <w:r w:rsidR="00BE611A">
        <w:rPr>
          <w:rFonts w:cs="Georgia"/>
          <w:bCs/>
          <w:kern w:val="1"/>
        </w:rPr>
        <w:t>débarrasse le plancher</w:t>
      </w:r>
      <w:r>
        <w:rPr>
          <w:rFonts w:cs="Georgia"/>
          <w:bCs/>
          <w:kern w:val="1"/>
        </w:rPr>
        <w:t>.</w:t>
      </w:r>
    </w:p>
    <w:p w14:paraId="68B9C1B8" w14:textId="77777777" w:rsidR="000E1451" w:rsidRDefault="00BE611A" w:rsidP="00BE611A">
      <w:pPr>
        <w:rPr>
          <w:rFonts w:cs="Georgia"/>
          <w:bCs/>
          <w:kern w:val="1"/>
        </w:rPr>
      </w:pPr>
      <w:r>
        <w:rPr>
          <w:rFonts w:cs="Georgia"/>
          <w:bCs/>
          <w:kern w:val="1"/>
        </w:rPr>
        <w:t>Il levait déjà la main</w:t>
      </w:r>
      <w:r w:rsidR="000E1451">
        <w:rPr>
          <w:rFonts w:cs="Georgia"/>
          <w:bCs/>
          <w:kern w:val="1"/>
        </w:rPr>
        <w:t xml:space="preserve">. </w:t>
      </w:r>
      <w:r>
        <w:rPr>
          <w:rFonts w:cs="Georgia"/>
          <w:bCs/>
          <w:kern w:val="1"/>
        </w:rPr>
        <w:t>Humblement</w:t>
      </w:r>
      <w:r w:rsidR="000E1451">
        <w:rPr>
          <w:rFonts w:cs="Georgia"/>
          <w:bCs/>
          <w:kern w:val="1"/>
        </w:rPr>
        <w:t xml:space="preserve">, </w:t>
      </w:r>
      <w:r>
        <w:rPr>
          <w:rFonts w:cs="Georgia"/>
          <w:bCs/>
          <w:kern w:val="1"/>
        </w:rPr>
        <w:t>le Russe obéit</w:t>
      </w:r>
      <w:r w:rsidR="000E1451">
        <w:rPr>
          <w:rFonts w:cs="Georgia"/>
          <w:bCs/>
          <w:kern w:val="1"/>
        </w:rPr>
        <w:t xml:space="preserve">. </w:t>
      </w:r>
      <w:r>
        <w:rPr>
          <w:rFonts w:cs="Georgia"/>
          <w:bCs/>
          <w:kern w:val="1"/>
        </w:rPr>
        <w:t>Nous vîmes sa silhouette falote s</w:t>
      </w:r>
      <w:r w:rsidR="000E1451">
        <w:rPr>
          <w:rFonts w:cs="Georgia"/>
          <w:bCs/>
          <w:kern w:val="1"/>
        </w:rPr>
        <w:t>’</w:t>
      </w:r>
      <w:r>
        <w:rPr>
          <w:rFonts w:cs="Georgia"/>
          <w:bCs/>
          <w:kern w:val="1"/>
        </w:rPr>
        <w:t>effacer dans l</w:t>
      </w:r>
      <w:r w:rsidR="000E1451">
        <w:rPr>
          <w:rFonts w:cs="Georgia"/>
          <w:bCs/>
          <w:kern w:val="1"/>
        </w:rPr>
        <w:t>’</w:t>
      </w:r>
      <w:r>
        <w:rPr>
          <w:rFonts w:cs="Georgia"/>
          <w:bCs/>
          <w:kern w:val="1"/>
        </w:rPr>
        <w:t>ombre</w:t>
      </w:r>
      <w:r w:rsidR="000E1451">
        <w:rPr>
          <w:rFonts w:cs="Georgia"/>
          <w:bCs/>
          <w:kern w:val="1"/>
        </w:rPr>
        <w:t xml:space="preserve">, </w:t>
      </w:r>
      <w:r>
        <w:rPr>
          <w:rFonts w:cs="Georgia"/>
          <w:bCs/>
          <w:kern w:val="1"/>
        </w:rPr>
        <w:t>rampant le long de la cloison</w:t>
      </w:r>
      <w:r w:rsidR="000E1451">
        <w:rPr>
          <w:rFonts w:cs="Georgia"/>
          <w:bCs/>
          <w:kern w:val="1"/>
        </w:rPr>
        <w:t>.</w:t>
      </w:r>
    </w:p>
    <w:p w14:paraId="39498BDB" w14:textId="77777777" w:rsidR="000E1451" w:rsidRDefault="000E1451" w:rsidP="00BE611A">
      <w:pPr>
        <w:rPr>
          <w:rFonts w:cs="Georgia"/>
          <w:bCs/>
          <w:kern w:val="1"/>
        </w:rPr>
      </w:pPr>
      <w:r>
        <w:rPr>
          <w:rFonts w:cs="Georgia"/>
          <w:bCs/>
          <w:kern w:val="1"/>
        </w:rPr>
        <w:t>— </w:t>
      </w:r>
      <w:r w:rsidR="00BE611A">
        <w:rPr>
          <w:rFonts w:cs="Georgia"/>
          <w:bCs/>
          <w:kern w:val="1"/>
        </w:rPr>
        <w:t>Qu</w:t>
      </w:r>
      <w:r>
        <w:rPr>
          <w:rFonts w:cs="Georgia"/>
          <w:bCs/>
          <w:kern w:val="1"/>
        </w:rPr>
        <w:t>’</w:t>
      </w:r>
      <w:r w:rsidR="00BE611A">
        <w:rPr>
          <w:rFonts w:cs="Georgia"/>
          <w:bCs/>
          <w:kern w:val="1"/>
        </w:rPr>
        <w:t>est-ce qu</w:t>
      </w:r>
      <w:r>
        <w:rPr>
          <w:rFonts w:cs="Georgia"/>
          <w:bCs/>
          <w:kern w:val="1"/>
        </w:rPr>
        <w:t>’</w:t>
      </w:r>
      <w:r w:rsidR="00BE611A">
        <w:rPr>
          <w:rFonts w:cs="Georgia"/>
          <w:bCs/>
          <w:kern w:val="1"/>
        </w:rPr>
        <w:t>il lui passe</w:t>
      </w:r>
      <w:r>
        <w:rPr>
          <w:rFonts w:cs="Georgia"/>
          <w:bCs/>
          <w:kern w:val="1"/>
        </w:rPr>
        <w:t xml:space="preserve">, </w:t>
      </w:r>
      <w:r w:rsidR="00BE611A">
        <w:rPr>
          <w:rFonts w:cs="Georgia"/>
          <w:bCs/>
          <w:kern w:val="1"/>
        </w:rPr>
        <w:t>dit Fichet</w:t>
      </w:r>
      <w:r>
        <w:rPr>
          <w:rFonts w:cs="Georgia"/>
          <w:bCs/>
          <w:kern w:val="1"/>
        </w:rPr>
        <w:t xml:space="preserve">. </w:t>
      </w:r>
      <w:r w:rsidR="00BE611A">
        <w:rPr>
          <w:rFonts w:cs="Georgia"/>
          <w:bCs/>
          <w:kern w:val="1"/>
        </w:rPr>
        <w:t>Où est le temps de l</w:t>
      </w:r>
      <w:r>
        <w:rPr>
          <w:rFonts w:cs="Georgia"/>
          <w:bCs/>
          <w:kern w:val="1"/>
        </w:rPr>
        <w:t>’</w:t>
      </w:r>
      <w:r w:rsidR="00BE611A">
        <w:rPr>
          <w:rFonts w:cs="Georgia"/>
          <w:bCs/>
          <w:kern w:val="1"/>
        </w:rPr>
        <w:t>amiral Avellan</w:t>
      </w:r>
      <w:r>
        <w:rPr>
          <w:rFonts w:cs="Georgia"/>
          <w:bCs/>
          <w:kern w:val="1"/>
        </w:rPr>
        <w:t xml:space="preserve">, </w:t>
      </w:r>
      <w:r w:rsidR="00BE611A">
        <w:rPr>
          <w:rFonts w:cs="Georgia"/>
          <w:bCs/>
          <w:kern w:val="1"/>
        </w:rPr>
        <w:t>tout de même</w:t>
      </w:r>
      <w:r>
        <w:rPr>
          <w:rFonts w:cs="Georgia"/>
          <w:bCs/>
          <w:kern w:val="1"/>
        </w:rPr>
        <w:t> !</w:t>
      </w:r>
    </w:p>
    <w:p w14:paraId="55872C7F" w14:textId="77777777" w:rsidR="000E1451" w:rsidRDefault="00BE611A" w:rsidP="00BE611A">
      <w:pPr>
        <w:rPr>
          <w:rFonts w:cs="Georgia"/>
          <w:bCs/>
          <w:kern w:val="1"/>
        </w:rPr>
      </w:pPr>
      <w:r>
        <w:rPr>
          <w:rFonts w:cs="Georgia"/>
          <w:bCs/>
          <w:kern w:val="1"/>
        </w:rPr>
        <w:t>Le petit homme haussa les épaules</w:t>
      </w:r>
      <w:r w:rsidR="000E1451">
        <w:rPr>
          <w:rFonts w:cs="Georgia"/>
          <w:bCs/>
          <w:kern w:val="1"/>
        </w:rPr>
        <w:t>.</w:t>
      </w:r>
    </w:p>
    <w:p w14:paraId="3DC2D91B" w14:textId="77777777" w:rsidR="000E1451" w:rsidRDefault="000E1451" w:rsidP="00BE611A">
      <w:pPr>
        <w:rPr>
          <w:rFonts w:cs="Georgia"/>
          <w:bCs/>
          <w:kern w:val="1"/>
        </w:rPr>
      </w:pPr>
      <w:r>
        <w:rPr>
          <w:rFonts w:cs="Georgia"/>
          <w:bCs/>
          <w:kern w:val="1"/>
        </w:rPr>
        <w:lastRenderedPageBreak/>
        <w:t>— </w:t>
      </w:r>
      <w:r w:rsidR="00BE611A">
        <w:rPr>
          <w:rFonts w:cs="Georgia"/>
          <w:bCs/>
          <w:kern w:val="1"/>
        </w:rPr>
        <w:t>Il y en a deux cents comme ça ici</w:t>
      </w:r>
      <w:r>
        <w:rPr>
          <w:rFonts w:cs="Georgia"/>
          <w:bCs/>
          <w:kern w:val="1"/>
        </w:rPr>
        <w:t xml:space="preserve">, </w:t>
      </w:r>
      <w:r w:rsidR="00BE611A">
        <w:rPr>
          <w:rFonts w:cs="Georgia"/>
          <w:bCs/>
          <w:kern w:val="1"/>
        </w:rPr>
        <w:t>mon vieux</w:t>
      </w:r>
      <w:r>
        <w:rPr>
          <w:rFonts w:cs="Georgia"/>
          <w:bCs/>
          <w:kern w:val="1"/>
        </w:rPr>
        <w:t xml:space="preserve">. </w:t>
      </w:r>
      <w:r w:rsidR="00BE611A">
        <w:rPr>
          <w:rFonts w:cs="Georgia"/>
          <w:bCs/>
          <w:kern w:val="1"/>
        </w:rPr>
        <w:t>Si ça te chante de les entretenir</w:t>
      </w:r>
      <w:r>
        <w:rPr>
          <w:rFonts w:cs="Georgia"/>
          <w:bCs/>
          <w:kern w:val="1"/>
        </w:rPr>
        <w:t xml:space="preserve">. </w:t>
      </w:r>
      <w:r w:rsidR="00BE611A">
        <w:rPr>
          <w:rFonts w:cs="Georgia"/>
          <w:bCs/>
          <w:kern w:val="1"/>
        </w:rPr>
        <w:t>Et maintenant</w:t>
      </w:r>
      <w:r>
        <w:rPr>
          <w:rFonts w:cs="Georgia"/>
          <w:bCs/>
          <w:kern w:val="1"/>
        </w:rPr>
        <w:t xml:space="preserve">, </w:t>
      </w:r>
      <w:r w:rsidR="00BE611A">
        <w:rPr>
          <w:rFonts w:cs="Georgia"/>
          <w:bCs/>
          <w:kern w:val="1"/>
        </w:rPr>
        <w:t>des fois que t</w:t>
      </w:r>
      <w:r>
        <w:rPr>
          <w:rFonts w:cs="Georgia"/>
          <w:bCs/>
          <w:kern w:val="1"/>
        </w:rPr>
        <w:t>’</w:t>
      </w:r>
      <w:r w:rsidR="00BE611A">
        <w:rPr>
          <w:rFonts w:cs="Georgia"/>
          <w:bCs/>
          <w:kern w:val="1"/>
        </w:rPr>
        <w:t>aurais quelque chose en trop pour un Français</w:t>
      </w:r>
      <w:r>
        <w:rPr>
          <w:rFonts w:cs="Georgia"/>
          <w:bCs/>
          <w:kern w:val="1"/>
        </w:rPr>
        <w:t xml:space="preserve">, </w:t>
      </w:r>
      <w:r w:rsidR="00BE611A">
        <w:rPr>
          <w:rFonts w:cs="Georgia"/>
          <w:bCs/>
          <w:kern w:val="1"/>
        </w:rPr>
        <w:t>puisque t</w:t>
      </w:r>
      <w:r>
        <w:rPr>
          <w:rFonts w:cs="Georgia"/>
          <w:bCs/>
          <w:kern w:val="1"/>
        </w:rPr>
        <w:t>’</w:t>
      </w:r>
      <w:r w:rsidR="00BE611A">
        <w:rPr>
          <w:rFonts w:cs="Georgia"/>
          <w:bCs/>
          <w:kern w:val="1"/>
        </w:rPr>
        <w:t>es si riche</w:t>
      </w:r>
      <w:r>
        <w:rPr>
          <w:rFonts w:cs="Georgia"/>
          <w:bCs/>
          <w:kern w:val="1"/>
        </w:rPr>
        <w:t> ?…</w:t>
      </w:r>
    </w:p>
    <w:p w14:paraId="770FB9E5" w14:textId="77777777" w:rsidR="000E1451" w:rsidRDefault="00BE611A" w:rsidP="00BE611A">
      <w:pPr>
        <w:rPr>
          <w:rFonts w:cs="Georgia"/>
          <w:bCs/>
          <w:kern w:val="1"/>
        </w:rPr>
      </w:pPr>
      <w:r>
        <w:rPr>
          <w:rFonts w:cs="Georgia"/>
          <w:bCs/>
          <w:kern w:val="1"/>
        </w:rPr>
        <w:t>Fichet lui tendit sans répondre un morceau de pain</w:t>
      </w:r>
      <w:r w:rsidR="000E1451">
        <w:rPr>
          <w:rFonts w:cs="Georgia"/>
          <w:bCs/>
          <w:kern w:val="1"/>
        </w:rPr>
        <w:t xml:space="preserve">, </w:t>
      </w:r>
      <w:r>
        <w:rPr>
          <w:rFonts w:cs="Georgia"/>
          <w:bCs/>
          <w:kern w:val="1"/>
        </w:rPr>
        <w:t>après y avoir couché deux sardines</w:t>
      </w:r>
      <w:r w:rsidR="000E1451">
        <w:rPr>
          <w:rFonts w:cs="Georgia"/>
          <w:bCs/>
          <w:kern w:val="1"/>
        </w:rPr>
        <w:t>.</w:t>
      </w:r>
    </w:p>
    <w:p w14:paraId="315B8545" w14:textId="77777777" w:rsidR="000E1451" w:rsidRDefault="000E1451" w:rsidP="00BE611A">
      <w:pPr>
        <w:rPr>
          <w:rFonts w:cs="Georgia"/>
          <w:bCs/>
          <w:kern w:val="1"/>
        </w:rPr>
      </w:pPr>
      <w:r>
        <w:rPr>
          <w:rFonts w:cs="Georgia"/>
          <w:bCs/>
          <w:kern w:val="1"/>
        </w:rPr>
        <w:t>— </w:t>
      </w:r>
      <w:r w:rsidR="00BE611A">
        <w:rPr>
          <w:rFonts w:cs="Georgia"/>
          <w:bCs/>
          <w:kern w:val="1"/>
        </w:rPr>
        <w:t>Merci</w:t>
      </w:r>
      <w:r>
        <w:rPr>
          <w:rFonts w:cs="Georgia"/>
          <w:bCs/>
          <w:kern w:val="1"/>
        </w:rPr>
        <w:t xml:space="preserve">. </w:t>
      </w:r>
      <w:r w:rsidR="00BE611A">
        <w:rPr>
          <w:rFonts w:cs="Georgia"/>
          <w:bCs/>
          <w:kern w:val="1"/>
        </w:rPr>
        <w:t>Est-ce qu</w:t>
      </w:r>
      <w:r>
        <w:rPr>
          <w:rFonts w:cs="Georgia"/>
          <w:bCs/>
          <w:kern w:val="1"/>
        </w:rPr>
        <w:t>’</w:t>
      </w:r>
      <w:r w:rsidR="00BE611A">
        <w:rPr>
          <w:rFonts w:cs="Georgia"/>
          <w:bCs/>
          <w:kern w:val="1"/>
        </w:rPr>
        <w:t>il y a des zouaves</w:t>
      </w:r>
      <w:r>
        <w:rPr>
          <w:rFonts w:cs="Georgia"/>
          <w:bCs/>
          <w:kern w:val="1"/>
        </w:rPr>
        <w:t xml:space="preserve">, </w:t>
      </w:r>
      <w:r w:rsidR="00BE611A">
        <w:rPr>
          <w:rFonts w:cs="Georgia"/>
          <w:bCs/>
          <w:kern w:val="1"/>
        </w:rPr>
        <w:t>parmi vous</w:t>
      </w:r>
      <w:r>
        <w:rPr>
          <w:rFonts w:cs="Georgia"/>
          <w:bCs/>
          <w:kern w:val="1"/>
        </w:rPr>
        <w:t> ?</w:t>
      </w:r>
    </w:p>
    <w:p w14:paraId="1F14844E" w14:textId="77777777" w:rsidR="000E1451" w:rsidRDefault="000E1451" w:rsidP="00BE611A">
      <w:pPr>
        <w:rPr>
          <w:rFonts w:cs="Georgia"/>
          <w:bCs/>
          <w:kern w:val="1"/>
        </w:rPr>
      </w:pPr>
      <w:r>
        <w:rPr>
          <w:rFonts w:cs="Georgia"/>
          <w:bCs/>
          <w:kern w:val="1"/>
        </w:rPr>
        <w:t>— </w:t>
      </w:r>
      <w:r w:rsidR="00BE611A">
        <w:rPr>
          <w:rFonts w:cs="Georgia"/>
          <w:bCs/>
          <w:kern w:val="1"/>
        </w:rPr>
        <w:t>Moi</w:t>
      </w:r>
      <w:r>
        <w:rPr>
          <w:rFonts w:cs="Georgia"/>
          <w:bCs/>
          <w:kern w:val="1"/>
        </w:rPr>
        <w:t xml:space="preserve">, </w:t>
      </w:r>
      <w:r w:rsidR="00BE611A">
        <w:rPr>
          <w:rFonts w:cs="Georgia"/>
          <w:bCs/>
          <w:kern w:val="1"/>
        </w:rPr>
        <w:t>dit Vandaële</w:t>
      </w:r>
      <w:r>
        <w:rPr>
          <w:rFonts w:cs="Georgia"/>
          <w:bCs/>
          <w:kern w:val="1"/>
        </w:rPr>
        <w:t xml:space="preserve">. </w:t>
      </w:r>
      <w:r w:rsidR="00BE611A">
        <w:rPr>
          <w:rFonts w:cs="Georgia"/>
          <w:bCs/>
          <w:kern w:val="1"/>
        </w:rPr>
        <w:t>J</w:t>
      </w:r>
      <w:r>
        <w:rPr>
          <w:rFonts w:cs="Georgia"/>
          <w:bCs/>
          <w:kern w:val="1"/>
        </w:rPr>
        <w:t>’</w:t>
      </w:r>
      <w:r w:rsidR="00BE611A">
        <w:rPr>
          <w:rFonts w:cs="Georgia"/>
          <w:bCs/>
          <w:kern w:val="1"/>
        </w:rPr>
        <w:t xml:space="preserve">étais au </w:t>
      </w:r>
      <w:r>
        <w:rPr>
          <w:rFonts w:cs="Georgia"/>
          <w:bCs/>
          <w:kern w:val="1"/>
        </w:rPr>
        <w:t>8</w:t>
      </w:r>
      <w:r w:rsidRPr="000E1451">
        <w:rPr>
          <w:rFonts w:cs="Georgia"/>
          <w:bCs/>
          <w:kern w:val="1"/>
          <w:vertAlign w:val="superscript"/>
        </w:rPr>
        <w:t>e</w:t>
      </w:r>
      <w:r>
        <w:rPr>
          <w:rFonts w:cs="Georgia"/>
          <w:bCs/>
          <w:kern w:val="1"/>
        </w:rPr>
        <w:t xml:space="preserve">. </w:t>
      </w:r>
      <w:r w:rsidR="00BE611A">
        <w:rPr>
          <w:rFonts w:cs="Georgia"/>
          <w:bCs/>
          <w:kern w:val="1"/>
        </w:rPr>
        <w:t>Et toi</w:t>
      </w:r>
      <w:r>
        <w:rPr>
          <w:rFonts w:cs="Georgia"/>
          <w:bCs/>
          <w:kern w:val="1"/>
        </w:rPr>
        <w:t xml:space="preserve"> ? </w:t>
      </w:r>
      <w:r w:rsidR="00BE611A">
        <w:rPr>
          <w:rFonts w:cs="Georgia"/>
          <w:bCs/>
          <w:kern w:val="1"/>
        </w:rPr>
        <w:t>Comment que tu t</w:t>
      </w:r>
      <w:r>
        <w:rPr>
          <w:rFonts w:cs="Georgia"/>
          <w:bCs/>
          <w:kern w:val="1"/>
        </w:rPr>
        <w:t>’</w:t>
      </w:r>
      <w:r w:rsidR="00BE611A">
        <w:rPr>
          <w:rFonts w:cs="Georgia"/>
          <w:bCs/>
          <w:kern w:val="1"/>
        </w:rPr>
        <w:t>appelles</w:t>
      </w:r>
      <w:r>
        <w:rPr>
          <w:rFonts w:cs="Georgia"/>
          <w:bCs/>
          <w:kern w:val="1"/>
        </w:rPr>
        <w:t> ?</w:t>
      </w:r>
    </w:p>
    <w:p w14:paraId="71246ED0" w14:textId="77777777" w:rsidR="000E1451" w:rsidRDefault="000E1451" w:rsidP="00BE611A">
      <w:pPr>
        <w:rPr>
          <w:rFonts w:cs="Georgia"/>
          <w:bCs/>
          <w:kern w:val="1"/>
        </w:rPr>
      </w:pPr>
      <w:r>
        <w:rPr>
          <w:rFonts w:cs="Georgia"/>
          <w:bCs/>
          <w:kern w:val="1"/>
        </w:rPr>
        <w:t>— </w:t>
      </w:r>
      <w:r w:rsidR="00BE611A">
        <w:rPr>
          <w:rFonts w:cs="Georgia"/>
          <w:bCs/>
          <w:kern w:val="1"/>
        </w:rPr>
        <w:t>Vigneron</w:t>
      </w:r>
      <w:r>
        <w:rPr>
          <w:rFonts w:cs="Georgia"/>
          <w:bCs/>
          <w:kern w:val="1"/>
        </w:rPr>
        <w:t xml:space="preserve">, </w:t>
      </w:r>
      <w:r w:rsidR="00BE611A">
        <w:rPr>
          <w:rFonts w:cs="Georgia"/>
          <w:bCs/>
          <w:kern w:val="1"/>
        </w:rPr>
        <w:t xml:space="preserve">du </w:t>
      </w:r>
      <w:r>
        <w:rPr>
          <w:rFonts w:cs="Georgia"/>
          <w:bCs/>
          <w:kern w:val="1"/>
        </w:rPr>
        <w:t>3</w:t>
      </w:r>
      <w:r w:rsidRPr="000E1451">
        <w:rPr>
          <w:rFonts w:cs="Georgia"/>
          <w:bCs/>
          <w:kern w:val="1"/>
          <w:vertAlign w:val="superscript"/>
        </w:rPr>
        <w:t>e</w:t>
      </w:r>
      <w:r>
        <w:rPr>
          <w:rFonts w:cs="Georgia"/>
          <w:bCs/>
          <w:kern w:val="1"/>
        </w:rPr>
        <w:t xml:space="preserve">, </w:t>
      </w:r>
      <w:r w:rsidR="00BE611A">
        <w:rPr>
          <w:rFonts w:cs="Georgia"/>
          <w:bCs/>
          <w:kern w:val="1"/>
        </w:rPr>
        <w:t>de Constantine</w:t>
      </w:r>
      <w:r>
        <w:rPr>
          <w:rFonts w:cs="Georgia"/>
          <w:bCs/>
          <w:kern w:val="1"/>
        </w:rPr>
        <w:t xml:space="preserve">. </w:t>
      </w:r>
      <w:r w:rsidR="00BE611A">
        <w:rPr>
          <w:rFonts w:cs="Georgia"/>
          <w:bCs/>
          <w:kern w:val="1"/>
        </w:rPr>
        <w:t xml:space="preserve">Le </w:t>
      </w:r>
      <w:r>
        <w:rPr>
          <w:rFonts w:cs="Georgia"/>
          <w:bCs/>
          <w:kern w:val="1"/>
        </w:rPr>
        <w:t>8</w:t>
      </w:r>
      <w:r w:rsidRPr="000E1451">
        <w:rPr>
          <w:rFonts w:cs="Georgia"/>
          <w:bCs/>
          <w:kern w:val="1"/>
          <w:vertAlign w:val="superscript"/>
        </w:rPr>
        <w:t>e</w:t>
      </w:r>
      <w:r>
        <w:rPr>
          <w:rFonts w:cs="Georgia"/>
          <w:bCs/>
          <w:kern w:val="1"/>
        </w:rPr>
        <w:t xml:space="preserve">, </w:t>
      </w:r>
      <w:r w:rsidR="00BE611A">
        <w:rPr>
          <w:rFonts w:cs="Georgia"/>
          <w:bCs/>
          <w:kern w:val="1"/>
        </w:rPr>
        <w:t>connais pas</w:t>
      </w:r>
      <w:r>
        <w:rPr>
          <w:rFonts w:cs="Georgia"/>
          <w:bCs/>
          <w:kern w:val="1"/>
        </w:rPr>
        <w:t xml:space="preserve">. </w:t>
      </w:r>
      <w:r w:rsidR="00BE611A">
        <w:rPr>
          <w:rFonts w:cs="Georgia"/>
          <w:bCs/>
          <w:kern w:val="1"/>
        </w:rPr>
        <w:t>J</w:t>
      </w:r>
      <w:r>
        <w:rPr>
          <w:rFonts w:cs="Georgia"/>
          <w:bCs/>
          <w:kern w:val="1"/>
        </w:rPr>
        <w:t>’</w:t>
      </w:r>
      <w:r w:rsidR="00BE611A">
        <w:rPr>
          <w:rFonts w:cs="Georgia"/>
          <w:bCs/>
          <w:kern w:val="1"/>
        </w:rPr>
        <w:t>étais du temps où il n</w:t>
      </w:r>
      <w:r>
        <w:rPr>
          <w:rFonts w:cs="Georgia"/>
          <w:bCs/>
          <w:kern w:val="1"/>
        </w:rPr>
        <w:t>’</w:t>
      </w:r>
      <w:r w:rsidR="00BE611A">
        <w:rPr>
          <w:rFonts w:cs="Georgia"/>
          <w:bCs/>
          <w:kern w:val="1"/>
        </w:rPr>
        <w:t>y avait que quatre régiments</w:t>
      </w:r>
      <w:r>
        <w:rPr>
          <w:rFonts w:cs="Georgia"/>
          <w:bCs/>
          <w:kern w:val="1"/>
        </w:rPr>
        <w:t xml:space="preserve">, </w:t>
      </w:r>
      <w:r w:rsidR="00BE611A">
        <w:rPr>
          <w:rFonts w:cs="Georgia"/>
          <w:bCs/>
          <w:kern w:val="1"/>
        </w:rPr>
        <w:t xml:space="preserve">et où </w:t>
      </w:r>
      <w:r w:rsidR="00BE611A">
        <w:rPr>
          <w:rFonts w:cs="Georgia"/>
          <w:bCs/>
          <w:i/>
          <w:iCs/>
          <w:kern w:val="1"/>
        </w:rPr>
        <w:t>Zouave</w:t>
      </w:r>
      <w:r w:rsidR="00BE611A">
        <w:rPr>
          <w:rFonts w:cs="Georgia"/>
          <w:bCs/>
          <w:kern w:val="1"/>
        </w:rPr>
        <w:t xml:space="preserve"> ça voulait encore dire quelque chose</w:t>
      </w:r>
      <w:r>
        <w:rPr>
          <w:rFonts w:cs="Georgia"/>
          <w:bCs/>
          <w:kern w:val="1"/>
        </w:rPr>
        <w:t xml:space="preserve">. </w:t>
      </w:r>
      <w:r w:rsidR="00BE611A">
        <w:rPr>
          <w:rFonts w:cs="Georgia"/>
          <w:bCs/>
          <w:kern w:val="1"/>
        </w:rPr>
        <w:t>Aujourd</w:t>
      </w:r>
      <w:r>
        <w:rPr>
          <w:rFonts w:cs="Georgia"/>
          <w:bCs/>
          <w:kern w:val="1"/>
        </w:rPr>
        <w:t>’</w:t>
      </w:r>
      <w:r w:rsidR="00BE611A">
        <w:rPr>
          <w:rFonts w:cs="Georgia"/>
          <w:bCs/>
          <w:kern w:val="1"/>
        </w:rPr>
        <w:t>hui</w:t>
      </w:r>
      <w:r>
        <w:rPr>
          <w:rFonts w:cs="Georgia"/>
          <w:bCs/>
          <w:kern w:val="1"/>
        </w:rPr>
        <w:t xml:space="preserve">, </w:t>
      </w:r>
      <w:r w:rsidR="00BE611A">
        <w:rPr>
          <w:rFonts w:cs="Georgia"/>
          <w:bCs/>
          <w:kern w:val="1"/>
        </w:rPr>
        <w:t>on nous fout toutes les raclures des dépôts</w:t>
      </w:r>
      <w:r>
        <w:rPr>
          <w:rFonts w:cs="Georgia"/>
          <w:bCs/>
          <w:kern w:val="1"/>
        </w:rPr>
        <w:t xml:space="preserve">. </w:t>
      </w:r>
      <w:r w:rsidR="00BE611A">
        <w:rPr>
          <w:rFonts w:cs="Georgia"/>
          <w:bCs/>
          <w:kern w:val="1"/>
        </w:rPr>
        <w:t>Je dis pas ça pour toi</w:t>
      </w:r>
      <w:r>
        <w:rPr>
          <w:rFonts w:cs="Georgia"/>
          <w:bCs/>
          <w:kern w:val="1"/>
        </w:rPr>
        <w:t xml:space="preserve">, </w:t>
      </w:r>
      <w:r w:rsidR="00BE611A">
        <w:rPr>
          <w:rFonts w:cs="Georgia"/>
          <w:bCs/>
          <w:kern w:val="1"/>
        </w:rPr>
        <w:t>bien entendu</w:t>
      </w:r>
      <w:r>
        <w:rPr>
          <w:rFonts w:cs="Georgia"/>
          <w:bCs/>
          <w:kern w:val="1"/>
        </w:rPr>
        <w:t xml:space="preserve">. </w:t>
      </w:r>
      <w:r w:rsidR="00BE611A">
        <w:rPr>
          <w:rFonts w:cs="Georgia"/>
          <w:bCs/>
          <w:kern w:val="1"/>
        </w:rPr>
        <w:t>Encore un petit bout de pain</w:t>
      </w:r>
      <w:r>
        <w:rPr>
          <w:rFonts w:cs="Georgia"/>
          <w:bCs/>
          <w:kern w:val="1"/>
        </w:rPr>
        <w:t xml:space="preserve">, </w:t>
      </w:r>
      <w:r w:rsidR="00BE611A">
        <w:rPr>
          <w:rFonts w:cs="Georgia"/>
          <w:bCs/>
          <w:kern w:val="1"/>
        </w:rPr>
        <w:t>s</w:t>
      </w:r>
      <w:r>
        <w:rPr>
          <w:rFonts w:cs="Georgia"/>
          <w:bCs/>
          <w:kern w:val="1"/>
        </w:rPr>
        <w:t>’</w:t>
      </w:r>
      <w:r w:rsidR="00BE611A">
        <w:rPr>
          <w:rFonts w:cs="Georgia"/>
          <w:bCs/>
          <w:kern w:val="1"/>
        </w:rPr>
        <w:t>il vous plaît</w:t>
      </w:r>
      <w:r>
        <w:rPr>
          <w:rFonts w:cs="Georgia"/>
          <w:bCs/>
          <w:kern w:val="1"/>
        </w:rPr>
        <w:t xml:space="preserve">. </w:t>
      </w:r>
      <w:r w:rsidR="00BE611A">
        <w:rPr>
          <w:rFonts w:cs="Georgia"/>
          <w:bCs/>
          <w:kern w:val="1"/>
        </w:rPr>
        <w:t>Dieu de Dieu</w:t>
      </w:r>
      <w:r>
        <w:rPr>
          <w:rFonts w:cs="Georgia"/>
          <w:bCs/>
          <w:kern w:val="1"/>
        </w:rPr>
        <w:t xml:space="preserve">, </w:t>
      </w:r>
      <w:r w:rsidR="00BE611A">
        <w:rPr>
          <w:rFonts w:cs="Georgia"/>
          <w:bCs/>
          <w:kern w:val="1"/>
        </w:rPr>
        <w:t>ce que j</w:t>
      </w:r>
      <w:r>
        <w:rPr>
          <w:rFonts w:cs="Georgia"/>
          <w:bCs/>
          <w:kern w:val="1"/>
        </w:rPr>
        <w:t>’</w:t>
      </w:r>
      <w:r w:rsidR="00BE611A">
        <w:rPr>
          <w:rFonts w:cs="Georgia"/>
          <w:bCs/>
          <w:kern w:val="1"/>
        </w:rPr>
        <w:t>avais faim</w:t>
      </w:r>
      <w:r>
        <w:rPr>
          <w:rFonts w:cs="Georgia"/>
          <w:bCs/>
          <w:kern w:val="1"/>
        </w:rPr>
        <w:t xml:space="preserve"> ! </w:t>
      </w:r>
      <w:r w:rsidR="00BE611A">
        <w:rPr>
          <w:rFonts w:cs="Georgia"/>
          <w:bCs/>
          <w:kern w:val="1"/>
        </w:rPr>
        <w:t>Et froid</w:t>
      </w:r>
      <w:r>
        <w:rPr>
          <w:rFonts w:cs="Georgia"/>
          <w:bCs/>
          <w:kern w:val="1"/>
        </w:rPr>
        <w:t xml:space="preserve">, </w:t>
      </w:r>
      <w:r w:rsidR="00BE611A">
        <w:rPr>
          <w:rFonts w:cs="Georgia"/>
          <w:bCs/>
          <w:kern w:val="1"/>
        </w:rPr>
        <w:t>donc</w:t>
      </w:r>
      <w:r>
        <w:rPr>
          <w:rFonts w:cs="Georgia"/>
          <w:bCs/>
          <w:kern w:val="1"/>
        </w:rPr>
        <w:t xml:space="preserve"> !… </w:t>
      </w:r>
      <w:r w:rsidR="00BE611A">
        <w:rPr>
          <w:rFonts w:cs="Georgia"/>
          <w:bCs/>
          <w:kern w:val="1"/>
        </w:rPr>
        <w:t>Deux heures à piocher dans le sable</w:t>
      </w:r>
      <w:r>
        <w:rPr>
          <w:rFonts w:cs="Georgia"/>
          <w:bCs/>
          <w:kern w:val="1"/>
        </w:rPr>
        <w:t> !…</w:t>
      </w:r>
    </w:p>
    <w:p w14:paraId="1DBC1089" w14:textId="77777777" w:rsidR="000E1451" w:rsidRDefault="000E1451" w:rsidP="00BE611A">
      <w:pPr>
        <w:rPr>
          <w:rFonts w:cs="Georgia"/>
          <w:bCs/>
          <w:kern w:val="1"/>
        </w:rPr>
      </w:pPr>
      <w:r>
        <w:rPr>
          <w:rFonts w:cs="Georgia"/>
          <w:bCs/>
          <w:kern w:val="1"/>
        </w:rPr>
        <w:t>— </w:t>
      </w:r>
      <w:r w:rsidR="00BE611A">
        <w:rPr>
          <w:rFonts w:cs="Georgia"/>
          <w:bCs/>
          <w:kern w:val="1"/>
        </w:rPr>
        <w:t>Tu étais de la troupe qui a rejoint tout à l</w:t>
      </w:r>
      <w:r>
        <w:rPr>
          <w:rFonts w:cs="Georgia"/>
          <w:bCs/>
          <w:kern w:val="1"/>
        </w:rPr>
        <w:t>’</w:t>
      </w:r>
      <w:r w:rsidR="00BE611A">
        <w:rPr>
          <w:rFonts w:cs="Georgia"/>
          <w:bCs/>
          <w:kern w:val="1"/>
        </w:rPr>
        <w:t>heure la colonne</w:t>
      </w:r>
      <w:r>
        <w:rPr>
          <w:rFonts w:cs="Georgia"/>
          <w:bCs/>
          <w:kern w:val="1"/>
        </w:rPr>
        <w:t xml:space="preserve"> ? </w:t>
      </w:r>
      <w:r w:rsidR="00BE611A">
        <w:rPr>
          <w:rFonts w:cs="Georgia"/>
          <w:bCs/>
          <w:kern w:val="1"/>
        </w:rPr>
        <w:t>demandai-je</w:t>
      </w:r>
      <w:r>
        <w:rPr>
          <w:rFonts w:cs="Georgia"/>
          <w:bCs/>
          <w:kern w:val="1"/>
        </w:rPr>
        <w:t>.</w:t>
      </w:r>
    </w:p>
    <w:p w14:paraId="52D30BB2" w14:textId="77777777" w:rsidR="000E1451" w:rsidRDefault="000E1451" w:rsidP="00BE611A">
      <w:pPr>
        <w:rPr>
          <w:rFonts w:cs="Georgia"/>
          <w:bCs/>
          <w:kern w:val="1"/>
        </w:rPr>
      </w:pPr>
      <w:r>
        <w:rPr>
          <w:rFonts w:cs="Georgia"/>
          <w:bCs/>
          <w:kern w:val="1"/>
        </w:rPr>
        <w:t>— </w:t>
      </w:r>
      <w:r w:rsidR="00BE611A">
        <w:rPr>
          <w:rFonts w:cs="Georgia"/>
          <w:bCs/>
          <w:kern w:val="1"/>
        </w:rPr>
        <w:t>Tu parles</w:t>
      </w:r>
      <w:r>
        <w:rPr>
          <w:rFonts w:cs="Georgia"/>
          <w:bCs/>
          <w:kern w:val="1"/>
        </w:rPr>
        <w:t>.</w:t>
      </w:r>
    </w:p>
    <w:p w14:paraId="057480C9" w14:textId="77777777" w:rsidR="000E1451" w:rsidRDefault="000E1451" w:rsidP="00BE611A">
      <w:pPr>
        <w:rPr>
          <w:rFonts w:cs="Georgia"/>
          <w:bCs/>
          <w:kern w:val="1"/>
        </w:rPr>
      </w:pPr>
      <w:r>
        <w:rPr>
          <w:rFonts w:cs="Georgia"/>
          <w:bCs/>
          <w:kern w:val="1"/>
        </w:rPr>
        <w:t>— </w:t>
      </w:r>
      <w:r w:rsidR="00BE611A">
        <w:rPr>
          <w:rFonts w:cs="Georgia"/>
          <w:bCs/>
          <w:kern w:val="1"/>
        </w:rPr>
        <w:t>On travaille donc la nuit</w:t>
      </w:r>
      <w:r>
        <w:rPr>
          <w:rFonts w:cs="Georgia"/>
          <w:bCs/>
          <w:kern w:val="1"/>
        </w:rPr>
        <w:t xml:space="preserve">, </w:t>
      </w:r>
      <w:r w:rsidR="00BE611A">
        <w:rPr>
          <w:rFonts w:cs="Georgia"/>
          <w:bCs/>
          <w:kern w:val="1"/>
        </w:rPr>
        <w:t>ici</w:t>
      </w:r>
      <w:r>
        <w:rPr>
          <w:rFonts w:cs="Georgia"/>
          <w:bCs/>
          <w:kern w:val="1"/>
        </w:rPr>
        <w:t> ?</w:t>
      </w:r>
    </w:p>
    <w:p w14:paraId="617D5FAE" w14:textId="77777777" w:rsidR="000E1451" w:rsidRDefault="00BE611A" w:rsidP="00BE611A">
      <w:pPr>
        <w:rPr>
          <w:rFonts w:cs="Georgia"/>
          <w:bCs/>
          <w:kern w:val="1"/>
        </w:rPr>
      </w:pPr>
      <w:r>
        <w:rPr>
          <w:rFonts w:cs="Georgia"/>
          <w:bCs/>
          <w:kern w:val="1"/>
        </w:rPr>
        <w:t>Il me jeta un regard étonné</w:t>
      </w:r>
      <w:r w:rsidR="000E1451">
        <w:rPr>
          <w:rFonts w:cs="Georgia"/>
          <w:bCs/>
          <w:kern w:val="1"/>
        </w:rPr>
        <w:t xml:space="preserve">, </w:t>
      </w:r>
      <w:r>
        <w:rPr>
          <w:rFonts w:cs="Georgia"/>
          <w:bCs/>
          <w:kern w:val="1"/>
        </w:rPr>
        <w:t>ricana</w:t>
      </w:r>
      <w:r w:rsidR="000E1451">
        <w:rPr>
          <w:rFonts w:cs="Georgia"/>
          <w:bCs/>
          <w:kern w:val="1"/>
        </w:rPr>
        <w:t>.</w:t>
      </w:r>
    </w:p>
    <w:p w14:paraId="21CC8D0D" w14:textId="77777777" w:rsidR="000E1451" w:rsidRDefault="000E1451" w:rsidP="00BE611A">
      <w:pPr>
        <w:rPr>
          <w:rFonts w:cs="Georgia"/>
          <w:bCs/>
          <w:kern w:val="1"/>
        </w:rPr>
      </w:pPr>
      <w:r>
        <w:rPr>
          <w:rFonts w:cs="Georgia"/>
          <w:bCs/>
          <w:kern w:val="1"/>
        </w:rPr>
        <w:t>— </w:t>
      </w:r>
      <w:r w:rsidR="00BE611A">
        <w:rPr>
          <w:rFonts w:cs="Georgia"/>
          <w:bCs/>
          <w:kern w:val="1"/>
        </w:rPr>
        <w:t>Les macchabées</w:t>
      </w:r>
      <w:r>
        <w:rPr>
          <w:rFonts w:cs="Georgia"/>
          <w:bCs/>
          <w:kern w:val="1"/>
        </w:rPr>
        <w:t xml:space="preserve">, </w:t>
      </w:r>
      <w:r w:rsidR="00BE611A">
        <w:rPr>
          <w:rFonts w:cs="Georgia"/>
          <w:bCs/>
          <w:kern w:val="1"/>
        </w:rPr>
        <w:t>il faut bien les enterrer</w:t>
      </w:r>
      <w:r>
        <w:rPr>
          <w:rFonts w:cs="Georgia"/>
          <w:bCs/>
          <w:kern w:val="1"/>
        </w:rPr>
        <w:t xml:space="preserve">, </w:t>
      </w:r>
      <w:r w:rsidR="00BE611A">
        <w:rPr>
          <w:rFonts w:cs="Georgia"/>
          <w:bCs/>
          <w:kern w:val="1"/>
        </w:rPr>
        <w:t>s</w:t>
      </w:r>
      <w:r>
        <w:rPr>
          <w:rFonts w:cs="Georgia"/>
          <w:bCs/>
          <w:kern w:val="1"/>
        </w:rPr>
        <w:t>’</w:t>
      </w:r>
      <w:r w:rsidR="00BE611A">
        <w:rPr>
          <w:rFonts w:cs="Georgia"/>
          <w:bCs/>
          <w:kern w:val="1"/>
        </w:rPr>
        <w:t>pas</w:t>
      </w:r>
      <w:r>
        <w:rPr>
          <w:rFonts w:cs="Georgia"/>
          <w:bCs/>
          <w:kern w:val="1"/>
        </w:rPr>
        <w:t xml:space="preserve"> ? </w:t>
      </w:r>
      <w:r w:rsidR="00BE611A">
        <w:rPr>
          <w:rFonts w:cs="Georgia"/>
          <w:bCs/>
          <w:kern w:val="1"/>
        </w:rPr>
        <w:t>Il y en a plus souvent que des colis</w:t>
      </w:r>
      <w:r>
        <w:rPr>
          <w:rFonts w:cs="Georgia"/>
          <w:bCs/>
          <w:kern w:val="1"/>
        </w:rPr>
        <w:t xml:space="preserve">. </w:t>
      </w:r>
      <w:r w:rsidR="00BE611A">
        <w:rPr>
          <w:rFonts w:cs="Georgia"/>
          <w:bCs/>
          <w:kern w:val="1"/>
        </w:rPr>
        <w:t>Et les Boches</w:t>
      </w:r>
      <w:r>
        <w:rPr>
          <w:rFonts w:cs="Georgia"/>
          <w:bCs/>
          <w:kern w:val="1"/>
        </w:rPr>
        <w:t xml:space="preserve">, </w:t>
      </w:r>
      <w:r w:rsidR="00BE611A">
        <w:rPr>
          <w:rFonts w:cs="Georgia"/>
          <w:bCs/>
          <w:kern w:val="1"/>
        </w:rPr>
        <w:t>qui sont sensibles</w:t>
      </w:r>
      <w:r>
        <w:rPr>
          <w:rFonts w:cs="Georgia"/>
          <w:bCs/>
          <w:kern w:val="1"/>
        </w:rPr>
        <w:t xml:space="preserve">, </w:t>
      </w:r>
      <w:r w:rsidR="00BE611A">
        <w:rPr>
          <w:rFonts w:cs="Georgia"/>
          <w:bCs/>
          <w:kern w:val="1"/>
        </w:rPr>
        <w:t>ils ne veulent pas de cette besogne en plein jour</w:t>
      </w:r>
      <w:r>
        <w:rPr>
          <w:rFonts w:cs="Georgia"/>
          <w:bCs/>
          <w:kern w:val="1"/>
        </w:rPr>
        <w:t>.</w:t>
      </w:r>
    </w:p>
    <w:p w14:paraId="3F4BE259" w14:textId="77777777" w:rsidR="000E1451" w:rsidRDefault="00BE611A" w:rsidP="00BE611A">
      <w:pPr>
        <w:rPr>
          <w:rFonts w:cs="Georgia"/>
          <w:bCs/>
          <w:kern w:val="1"/>
        </w:rPr>
      </w:pPr>
      <w:r>
        <w:rPr>
          <w:rFonts w:cs="Georgia"/>
          <w:bCs/>
          <w:kern w:val="1"/>
        </w:rPr>
        <w:t>On lui donna encore du pain et une sardine</w:t>
      </w:r>
      <w:r w:rsidR="000E1451">
        <w:rPr>
          <w:rFonts w:cs="Georgia"/>
          <w:bCs/>
          <w:kern w:val="1"/>
        </w:rPr>
        <w:t xml:space="preserve">. </w:t>
      </w:r>
      <w:r>
        <w:rPr>
          <w:rFonts w:cs="Georgia"/>
          <w:bCs/>
          <w:kern w:val="1"/>
        </w:rPr>
        <w:t>Au dehors</w:t>
      </w:r>
      <w:r w:rsidR="000E1451">
        <w:rPr>
          <w:rFonts w:cs="Georgia"/>
          <w:bCs/>
          <w:kern w:val="1"/>
        </w:rPr>
        <w:t xml:space="preserve">, </w:t>
      </w:r>
      <w:r>
        <w:rPr>
          <w:rFonts w:cs="Georgia"/>
          <w:bCs/>
          <w:kern w:val="1"/>
        </w:rPr>
        <w:t>juste à cet instant</w:t>
      </w:r>
      <w:r w:rsidR="000E1451">
        <w:rPr>
          <w:rFonts w:cs="Georgia"/>
          <w:bCs/>
          <w:kern w:val="1"/>
        </w:rPr>
        <w:t xml:space="preserve">, </w:t>
      </w:r>
      <w:r>
        <w:rPr>
          <w:rFonts w:cs="Georgia"/>
          <w:bCs/>
          <w:kern w:val="1"/>
        </w:rPr>
        <w:t>le coup de sifflet annoncé retentit</w:t>
      </w:r>
      <w:r w:rsidR="000E1451">
        <w:rPr>
          <w:rFonts w:cs="Georgia"/>
          <w:bCs/>
          <w:kern w:val="1"/>
        </w:rPr>
        <w:t>.</w:t>
      </w:r>
    </w:p>
    <w:p w14:paraId="5D3733C4" w14:textId="77777777" w:rsidR="000E1451" w:rsidRDefault="000E1451" w:rsidP="00BE611A">
      <w:pPr>
        <w:rPr>
          <w:rFonts w:cs="Georgia"/>
          <w:bCs/>
          <w:kern w:val="1"/>
        </w:rPr>
      </w:pPr>
      <w:r>
        <w:rPr>
          <w:rFonts w:cs="Georgia"/>
          <w:bCs/>
          <w:kern w:val="1"/>
        </w:rPr>
        <w:lastRenderedPageBreak/>
        <w:t>— </w:t>
      </w:r>
      <w:r w:rsidR="00BE611A">
        <w:rPr>
          <w:rFonts w:cs="Georgia"/>
          <w:bCs/>
          <w:kern w:val="1"/>
        </w:rPr>
        <w:t>La bougie</w:t>
      </w:r>
      <w:r>
        <w:rPr>
          <w:rFonts w:cs="Georgia"/>
          <w:bCs/>
          <w:kern w:val="1"/>
        </w:rPr>
        <w:t xml:space="preserve">, </w:t>
      </w:r>
      <w:r w:rsidR="00BE611A">
        <w:rPr>
          <w:rFonts w:cs="Georgia"/>
          <w:bCs/>
          <w:kern w:val="1"/>
        </w:rPr>
        <w:t>éteignez-la vite</w:t>
      </w:r>
      <w:r>
        <w:rPr>
          <w:rFonts w:cs="Georgia"/>
          <w:bCs/>
          <w:kern w:val="1"/>
        </w:rPr>
        <w:t xml:space="preserve">. </w:t>
      </w:r>
      <w:r w:rsidR="00BE611A">
        <w:rPr>
          <w:rFonts w:cs="Georgia"/>
          <w:bCs/>
          <w:kern w:val="1"/>
        </w:rPr>
        <w:t>Plus vite que ça</w:t>
      </w:r>
      <w:r>
        <w:rPr>
          <w:rFonts w:cs="Georgia"/>
          <w:bCs/>
          <w:kern w:val="1"/>
        </w:rPr>
        <w:t xml:space="preserve">, </w:t>
      </w:r>
      <w:r w:rsidR="00BE611A">
        <w:rPr>
          <w:rFonts w:cs="Georgia"/>
          <w:bCs/>
          <w:kern w:val="1"/>
        </w:rPr>
        <w:t>ballots</w:t>
      </w:r>
      <w:r>
        <w:rPr>
          <w:rFonts w:cs="Georgia"/>
          <w:bCs/>
          <w:kern w:val="1"/>
        </w:rPr>
        <w:t xml:space="preserve">. </w:t>
      </w:r>
      <w:r w:rsidR="00BE611A">
        <w:rPr>
          <w:rFonts w:cs="Georgia"/>
          <w:bCs/>
          <w:kern w:val="1"/>
        </w:rPr>
        <w:t>Vous ne vous rendez pas compte de ce qui vous pend au nez</w:t>
      </w:r>
      <w:r>
        <w:rPr>
          <w:rFonts w:cs="Georgia"/>
          <w:bCs/>
          <w:kern w:val="1"/>
        </w:rPr>
        <w:t xml:space="preserve"> ? </w:t>
      </w:r>
      <w:r w:rsidR="00BE611A">
        <w:rPr>
          <w:rFonts w:cs="Georgia"/>
          <w:bCs/>
          <w:kern w:val="1"/>
        </w:rPr>
        <w:t>Moi</w:t>
      </w:r>
      <w:r>
        <w:rPr>
          <w:rFonts w:cs="Georgia"/>
          <w:bCs/>
          <w:kern w:val="1"/>
        </w:rPr>
        <w:t xml:space="preserve">, </w:t>
      </w:r>
      <w:r w:rsidR="00BE611A">
        <w:rPr>
          <w:rFonts w:cs="Georgia"/>
          <w:bCs/>
          <w:kern w:val="1"/>
        </w:rPr>
        <w:t>je me trotte</w:t>
      </w:r>
      <w:r>
        <w:rPr>
          <w:rFonts w:cs="Georgia"/>
          <w:bCs/>
          <w:kern w:val="1"/>
        </w:rPr>
        <w:t xml:space="preserve">. </w:t>
      </w:r>
      <w:r w:rsidR="00BE611A">
        <w:rPr>
          <w:rFonts w:cs="Georgia"/>
          <w:bCs/>
          <w:kern w:val="1"/>
        </w:rPr>
        <w:t>Ils n</w:t>
      </w:r>
      <w:r>
        <w:rPr>
          <w:rFonts w:cs="Georgia"/>
          <w:bCs/>
          <w:kern w:val="1"/>
        </w:rPr>
        <w:t>’</w:t>
      </w:r>
      <w:r w:rsidR="00BE611A">
        <w:rPr>
          <w:rFonts w:cs="Georgia"/>
          <w:bCs/>
          <w:kern w:val="1"/>
        </w:rPr>
        <w:t>auraient qu</w:t>
      </w:r>
      <w:r>
        <w:rPr>
          <w:rFonts w:cs="Georgia"/>
          <w:bCs/>
          <w:kern w:val="1"/>
        </w:rPr>
        <w:t>’</w:t>
      </w:r>
      <w:r w:rsidR="00BE611A">
        <w:rPr>
          <w:rFonts w:cs="Georgia"/>
          <w:bCs/>
          <w:kern w:val="1"/>
        </w:rPr>
        <w:t>à me poisser ici</w:t>
      </w:r>
      <w:r>
        <w:rPr>
          <w:rFonts w:cs="Georgia"/>
          <w:bCs/>
          <w:kern w:val="1"/>
        </w:rPr>
        <w:t xml:space="preserve">, </w:t>
      </w:r>
      <w:r w:rsidR="00BE611A">
        <w:rPr>
          <w:rFonts w:cs="Georgia"/>
          <w:bCs/>
          <w:kern w:val="1"/>
        </w:rPr>
        <w:t>les vaches</w:t>
      </w:r>
      <w:r>
        <w:rPr>
          <w:rFonts w:cs="Georgia"/>
          <w:bCs/>
          <w:kern w:val="1"/>
        </w:rPr>
        <w:t xml:space="preserve">. </w:t>
      </w:r>
      <w:r w:rsidR="00BE611A">
        <w:rPr>
          <w:rFonts w:cs="Georgia"/>
          <w:bCs/>
          <w:kern w:val="1"/>
        </w:rPr>
        <w:t>Au revoir</w:t>
      </w:r>
      <w:r>
        <w:rPr>
          <w:rFonts w:cs="Georgia"/>
          <w:bCs/>
          <w:kern w:val="1"/>
        </w:rPr>
        <w:t xml:space="preserve">, </w:t>
      </w:r>
      <w:r w:rsidR="00BE611A">
        <w:rPr>
          <w:rFonts w:cs="Georgia"/>
          <w:bCs/>
          <w:kern w:val="1"/>
        </w:rPr>
        <w:t>copains et merci</w:t>
      </w:r>
      <w:r>
        <w:rPr>
          <w:rFonts w:cs="Georgia"/>
          <w:bCs/>
          <w:kern w:val="1"/>
        </w:rPr>
        <w:t>.</w:t>
      </w:r>
    </w:p>
    <w:p w14:paraId="29C9D254" w14:textId="77777777" w:rsidR="000E1451" w:rsidRDefault="00BE611A" w:rsidP="00BE611A">
      <w:pPr>
        <w:rPr>
          <w:rFonts w:cs="Georgia"/>
          <w:bCs/>
          <w:kern w:val="1"/>
        </w:rPr>
      </w:pPr>
      <w:r>
        <w:rPr>
          <w:rFonts w:cs="Georgia"/>
          <w:bCs/>
          <w:kern w:val="1"/>
        </w:rPr>
        <w:t>Nous l</w:t>
      </w:r>
      <w:r w:rsidR="000E1451">
        <w:rPr>
          <w:rFonts w:cs="Georgia"/>
          <w:bCs/>
          <w:kern w:val="1"/>
        </w:rPr>
        <w:t>’</w:t>
      </w:r>
      <w:r>
        <w:rPr>
          <w:rFonts w:cs="Georgia"/>
          <w:bCs/>
          <w:kern w:val="1"/>
        </w:rPr>
        <w:t>entendîmes ramper à son tour vers la porte</w:t>
      </w:r>
      <w:r w:rsidR="000E1451">
        <w:rPr>
          <w:rFonts w:cs="Georgia"/>
          <w:bCs/>
          <w:kern w:val="1"/>
        </w:rPr>
        <w:t xml:space="preserve">. </w:t>
      </w:r>
      <w:r>
        <w:rPr>
          <w:rFonts w:cs="Georgia"/>
          <w:bCs/>
          <w:kern w:val="1"/>
        </w:rPr>
        <w:t>Il n</w:t>
      </w:r>
      <w:r w:rsidR="000E1451">
        <w:rPr>
          <w:rFonts w:cs="Georgia"/>
          <w:bCs/>
          <w:kern w:val="1"/>
        </w:rPr>
        <w:t>’</w:t>
      </w:r>
      <w:r>
        <w:rPr>
          <w:rFonts w:cs="Georgia"/>
          <w:bCs/>
          <w:kern w:val="1"/>
        </w:rPr>
        <w:t>y eut plus que des ténèbres et du silence</w:t>
      </w:r>
      <w:r w:rsidR="000E1451">
        <w:rPr>
          <w:rFonts w:cs="Georgia"/>
          <w:bCs/>
          <w:kern w:val="1"/>
        </w:rPr>
        <w:t xml:space="preserve">. </w:t>
      </w:r>
      <w:r>
        <w:rPr>
          <w:rFonts w:cs="Georgia"/>
          <w:bCs/>
          <w:kern w:val="1"/>
        </w:rPr>
        <w:t>Et</w:t>
      </w:r>
      <w:r w:rsidR="000E1451">
        <w:rPr>
          <w:rFonts w:cs="Georgia"/>
          <w:bCs/>
          <w:kern w:val="1"/>
        </w:rPr>
        <w:t xml:space="preserve">, </w:t>
      </w:r>
      <w:r>
        <w:rPr>
          <w:rFonts w:cs="Georgia"/>
          <w:bCs/>
          <w:kern w:val="1"/>
        </w:rPr>
        <w:t>soudain ce silence fut rompu</w:t>
      </w:r>
      <w:r w:rsidR="000E1451">
        <w:rPr>
          <w:rFonts w:cs="Georgia"/>
          <w:bCs/>
          <w:kern w:val="1"/>
        </w:rPr>
        <w:t xml:space="preserve">, </w:t>
      </w:r>
      <w:r>
        <w:rPr>
          <w:rFonts w:cs="Georgia"/>
          <w:bCs/>
          <w:kern w:val="1"/>
        </w:rPr>
        <w:t>d</w:t>
      </w:r>
      <w:r w:rsidR="000E1451">
        <w:rPr>
          <w:rFonts w:cs="Georgia"/>
          <w:bCs/>
          <w:kern w:val="1"/>
        </w:rPr>
        <w:t>’</w:t>
      </w:r>
      <w:r>
        <w:rPr>
          <w:rFonts w:cs="Georgia"/>
          <w:bCs/>
          <w:kern w:val="1"/>
        </w:rPr>
        <w:t>une façon atroce</w:t>
      </w:r>
      <w:r w:rsidR="000E1451">
        <w:rPr>
          <w:rFonts w:cs="Georgia"/>
          <w:bCs/>
          <w:kern w:val="1"/>
        </w:rPr>
        <w:t xml:space="preserve">, </w:t>
      </w:r>
      <w:r>
        <w:rPr>
          <w:rFonts w:cs="Georgia"/>
          <w:bCs/>
          <w:kern w:val="1"/>
        </w:rPr>
        <w:t>par une plainte enfantine</w:t>
      </w:r>
      <w:r w:rsidR="000E1451">
        <w:rPr>
          <w:rFonts w:cs="Georgia"/>
          <w:bCs/>
          <w:kern w:val="1"/>
        </w:rPr>
        <w:t xml:space="preserve">, </w:t>
      </w:r>
      <w:r>
        <w:rPr>
          <w:rFonts w:cs="Georgia"/>
          <w:bCs/>
          <w:kern w:val="1"/>
        </w:rPr>
        <w:t>saccadée</w:t>
      </w:r>
      <w:r w:rsidR="000E1451">
        <w:rPr>
          <w:rFonts w:cs="Georgia"/>
          <w:bCs/>
          <w:kern w:val="1"/>
        </w:rPr>
        <w:t xml:space="preserve">, </w:t>
      </w:r>
      <w:r>
        <w:rPr>
          <w:rFonts w:cs="Georgia"/>
          <w:bCs/>
          <w:kern w:val="1"/>
        </w:rPr>
        <w:t>lamentable</w:t>
      </w:r>
      <w:r w:rsidR="000E1451">
        <w:rPr>
          <w:rFonts w:cs="Georgia"/>
          <w:bCs/>
          <w:kern w:val="1"/>
        </w:rPr>
        <w:t>…</w:t>
      </w:r>
    </w:p>
    <w:p w14:paraId="3E96981D" w14:textId="77777777" w:rsidR="000E1451" w:rsidRDefault="00BE611A" w:rsidP="00BE611A">
      <w:pPr>
        <w:rPr>
          <w:rFonts w:cs="Georgia"/>
          <w:bCs/>
          <w:kern w:val="1"/>
        </w:rPr>
      </w:pPr>
      <w:r>
        <w:rPr>
          <w:rFonts w:cs="Georgia"/>
          <w:bCs/>
          <w:kern w:val="1"/>
        </w:rPr>
        <w:t>C</w:t>
      </w:r>
      <w:r w:rsidR="000E1451">
        <w:rPr>
          <w:rFonts w:cs="Georgia"/>
          <w:bCs/>
          <w:kern w:val="1"/>
        </w:rPr>
        <w:t>’</w:t>
      </w:r>
      <w:r>
        <w:rPr>
          <w:rFonts w:cs="Georgia"/>
          <w:bCs/>
          <w:kern w:val="1"/>
        </w:rPr>
        <w:t>était un des nôtres qui s</w:t>
      </w:r>
      <w:r w:rsidR="000E1451">
        <w:rPr>
          <w:rFonts w:cs="Georgia"/>
          <w:bCs/>
          <w:kern w:val="1"/>
        </w:rPr>
        <w:t>’</w:t>
      </w:r>
      <w:r>
        <w:rPr>
          <w:rFonts w:cs="Georgia"/>
          <w:bCs/>
          <w:kern w:val="1"/>
        </w:rPr>
        <w:t>était mis à pleurer</w:t>
      </w:r>
      <w:r w:rsidR="000E1451">
        <w:rPr>
          <w:rFonts w:cs="Georgia"/>
          <w:bCs/>
          <w:kern w:val="1"/>
        </w:rPr>
        <w:t>.</w:t>
      </w:r>
    </w:p>
    <w:p w14:paraId="325661D5" w14:textId="77777777" w:rsidR="000E1451" w:rsidRDefault="00BE611A" w:rsidP="00BE611A">
      <w:pPr>
        <w:rPr>
          <w:rFonts w:cs="Georgia"/>
          <w:bCs/>
          <w:kern w:val="1"/>
        </w:rPr>
      </w:pPr>
      <w:r>
        <w:rPr>
          <w:rFonts w:cs="Georgia"/>
          <w:bCs/>
          <w:kern w:val="1"/>
        </w:rPr>
        <w:t>Le camp de Reichendorf comprenait quarante baraques</w:t>
      </w:r>
      <w:r w:rsidR="000E1451">
        <w:rPr>
          <w:rFonts w:cs="Georgia"/>
          <w:bCs/>
          <w:kern w:val="1"/>
        </w:rPr>
        <w:t xml:space="preserve">. </w:t>
      </w:r>
      <w:r>
        <w:rPr>
          <w:rFonts w:cs="Georgia"/>
          <w:bCs/>
          <w:kern w:val="1"/>
        </w:rPr>
        <w:t>Trente-six étaient utilisées comme logement des prisonniers et de la garnison</w:t>
      </w:r>
      <w:r w:rsidR="000E1451">
        <w:rPr>
          <w:rFonts w:cs="Georgia"/>
          <w:bCs/>
          <w:kern w:val="1"/>
        </w:rPr>
        <w:t xml:space="preserve">. </w:t>
      </w:r>
      <w:r>
        <w:rPr>
          <w:rFonts w:cs="Georgia"/>
          <w:bCs/>
          <w:kern w:val="1"/>
        </w:rPr>
        <w:t>Elles s</w:t>
      </w:r>
      <w:r w:rsidR="000E1451">
        <w:rPr>
          <w:rFonts w:cs="Georgia"/>
          <w:bCs/>
          <w:kern w:val="1"/>
        </w:rPr>
        <w:t>’</w:t>
      </w:r>
      <w:r>
        <w:rPr>
          <w:rFonts w:cs="Georgia"/>
          <w:bCs/>
          <w:kern w:val="1"/>
        </w:rPr>
        <w:t>alignaient en quatre groupes formant un carré dont le centre était l</w:t>
      </w:r>
      <w:r w:rsidR="000E1451">
        <w:rPr>
          <w:rFonts w:cs="Georgia"/>
          <w:bCs/>
          <w:kern w:val="1"/>
        </w:rPr>
        <w:t>’</w:t>
      </w:r>
      <w:r>
        <w:rPr>
          <w:rFonts w:cs="Georgia"/>
          <w:bCs/>
          <w:kern w:val="1"/>
        </w:rPr>
        <w:t>esplanade où avait eu lieu la dislocation de notre colonne</w:t>
      </w:r>
      <w:r w:rsidR="000E1451">
        <w:rPr>
          <w:rFonts w:cs="Georgia"/>
          <w:bCs/>
          <w:kern w:val="1"/>
        </w:rPr>
        <w:t xml:space="preserve">. </w:t>
      </w:r>
      <w:r>
        <w:rPr>
          <w:rFonts w:cs="Georgia"/>
          <w:bCs/>
          <w:kern w:val="1"/>
        </w:rPr>
        <w:t>Sur cette esplanade se trouvaient également les quatre dernières baraques</w:t>
      </w:r>
      <w:r w:rsidR="000E1451">
        <w:rPr>
          <w:rFonts w:cs="Georgia"/>
          <w:bCs/>
          <w:kern w:val="1"/>
        </w:rPr>
        <w:t xml:space="preserve">. </w:t>
      </w:r>
      <w:r>
        <w:rPr>
          <w:rFonts w:cs="Georgia"/>
          <w:bCs/>
          <w:kern w:val="1"/>
        </w:rPr>
        <w:t>L</w:t>
      </w:r>
      <w:r w:rsidR="000E1451">
        <w:rPr>
          <w:rFonts w:cs="Georgia"/>
          <w:bCs/>
          <w:kern w:val="1"/>
        </w:rPr>
        <w:t>’</w:t>
      </w:r>
      <w:r>
        <w:rPr>
          <w:rFonts w:cs="Georgia"/>
          <w:bCs/>
          <w:kern w:val="1"/>
        </w:rPr>
        <w:t>une servait de magasin</w:t>
      </w:r>
      <w:r w:rsidR="000E1451">
        <w:rPr>
          <w:rFonts w:cs="Georgia"/>
          <w:bCs/>
          <w:kern w:val="1"/>
        </w:rPr>
        <w:t xml:space="preserve">, </w:t>
      </w:r>
      <w:r>
        <w:rPr>
          <w:rFonts w:cs="Georgia"/>
          <w:bCs/>
          <w:kern w:val="1"/>
        </w:rPr>
        <w:t>l</w:t>
      </w:r>
      <w:r w:rsidR="000E1451">
        <w:rPr>
          <w:rFonts w:cs="Georgia"/>
          <w:bCs/>
          <w:kern w:val="1"/>
        </w:rPr>
        <w:t>’</w:t>
      </w:r>
      <w:r>
        <w:rPr>
          <w:rFonts w:cs="Georgia"/>
          <w:bCs/>
          <w:kern w:val="1"/>
        </w:rPr>
        <w:t>autre de lazaret</w:t>
      </w:r>
      <w:r w:rsidR="000E1451">
        <w:rPr>
          <w:rFonts w:cs="Georgia"/>
          <w:bCs/>
          <w:kern w:val="1"/>
        </w:rPr>
        <w:t xml:space="preserve">, </w:t>
      </w:r>
      <w:r>
        <w:rPr>
          <w:rFonts w:cs="Georgia"/>
          <w:bCs/>
          <w:kern w:val="1"/>
        </w:rPr>
        <w:t>la troisième de local disciplinaire et de poste de police</w:t>
      </w:r>
      <w:r w:rsidR="000E1451">
        <w:rPr>
          <w:rFonts w:cs="Georgia"/>
          <w:bCs/>
          <w:kern w:val="1"/>
        </w:rPr>
        <w:t xml:space="preserve">. </w:t>
      </w:r>
      <w:r>
        <w:rPr>
          <w:rFonts w:cs="Georgia"/>
          <w:bCs/>
          <w:kern w:val="1"/>
        </w:rPr>
        <w:t>Le bureau du commandant du camp était installé dans la quatrième</w:t>
      </w:r>
      <w:r w:rsidR="000E1451">
        <w:rPr>
          <w:rFonts w:cs="Georgia"/>
          <w:bCs/>
          <w:kern w:val="1"/>
        </w:rPr>
        <w:t>.</w:t>
      </w:r>
    </w:p>
    <w:p w14:paraId="36F4054A" w14:textId="77777777" w:rsidR="000E1451" w:rsidRDefault="00BE611A" w:rsidP="00BE611A">
      <w:pPr>
        <w:rPr>
          <w:rFonts w:cs="Georgia"/>
          <w:bCs/>
          <w:kern w:val="1"/>
        </w:rPr>
      </w:pPr>
      <w:r>
        <w:rPr>
          <w:rFonts w:cs="Georgia"/>
          <w:bCs/>
          <w:kern w:val="1"/>
        </w:rPr>
        <w:t>Ce fut vers celle-ci que je m</w:t>
      </w:r>
      <w:r w:rsidR="000E1451">
        <w:rPr>
          <w:rFonts w:cs="Georgia"/>
          <w:bCs/>
          <w:kern w:val="1"/>
        </w:rPr>
        <w:t>’</w:t>
      </w:r>
      <w:r>
        <w:rPr>
          <w:rFonts w:cs="Georgia"/>
          <w:bCs/>
          <w:kern w:val="1"/>
        </w:rPr>
        <w:t>acheminai</w:t>
      </w:r>
      <w:r w:rsidR="000E1451">
        <w:rPr>
          <w:rFonts w:cs="Georgia"/>
          <w:bCs/>
          <w:kern w:val="1"/>
        </w:rPr>
        <w:t xml:space="preserve">, </w:t>
      </w:r>
      <w:r>
        <w:rPr>
          <w:rFonts w:cs="Georgia"/>
          <w:bCs/>
          <w:kern w:val="1"/>
        </w:rPr>
        <w:t>le lendemain</w:t>
      </w:r>
      <w:r w:rsidR="000E1451">
        <w:rPr>
          <w:rFonts w:cs="Georgia"/>
          <w:bCs/>
          <w:kern w:val="1"/>
        </w:rPr>
        <w:t xml:space="preserve">, </w:t>
      </w:r>
      <w:r>
        <w:rPr>
          <w:rFonts w:cs="Georgia"/>
          <w:bCs/>
          <w:kern w:val="1"/>
        </w:rPr>
        <w:t>un peu avant sept heures</w:t>
      </w:r>
      <w:r w:rsidR="000E1451">
        <w:rPr>
          <w:rFonts w:cs="Georgia"/>
          <w:bCs/>
          <w:kern w:val="1"/>
        </w:rPr>
        <w:t xml:space="preserve">. </w:t>
      </w:r>
      <w:r>
        <w:rPr>
          <w:rFonts w:cs="Georgia"/>
          <w:bCs/>
          <w:kern w:val="1"/>
        </w:rPr>
        <w:t>La plupart de mes camarades étaient déjà là</w:t>
      </w:r>
      <w:r w:rsidR="000E1451">
        <w:rPr>
          <w:rFonts w:cs="Georgia"/>
          <w:bCs/>
          <w:kern w:val="1"/>
        </w:rPr>
        <w:t xml:space="preserve">. </w:t>
      </w:r>
      <w:r>
        <w:rPr>
          <w:rFonts w:cs="Georgia"/>
          <w:bCs/>
          <w:kern w:val="1"/>
        </w:rPr>
        <w:t>Bergez vint à ma rencontre</w:t>
      </w:r>
      <w:r w:rsidR="000E1451">
        <w:rPr>
          <w:rFonts w:cs="Georgia"/>
          <w:bCs/>
          <w:kern w:val="1"/>
        </w:rPr>
        <w:t>.</w:t>
      </w:r>
    </w:p>
    <w:p w14:paraId="4A7BCAB7" w14:textId="77777777" w:rsidR="000E1451" w:rsidRDefault="000E1451" w:rsidP="00BE611A">
      <w:pPr>
        <w:rPr>
          <w:rFonts w:cs="Georgia"/>
          <w:bCs/>
          <w:kern w:val="1"/>
        </w:rPr>
      </w:pPr>
      <w:r>
        <w:rPr>
          <w:rFonts w:cs="Georgia"/>
          <w:bCs/>
          <w:kern w:val="1"/>
        </w:rPr>
        <w:t>— </w:t>
      </w:r>
      <w:r w:rsidR="00BE611A">
        <w:rPr>
          <w:rFonts w:cs="Georgia"/>
          <w:bCs/>
          <w:kern w:val="1"/>
        </w:rPr>
        <w:t>Eh bien</w:t>
      </w:r>
      <w:r>
        <w:rPr>
          <w:rFonts w:cs="Georgia"/>
          <w:bCs/>
          <w:kern w:val="1"/>
        </w:rPr>
        <w:t xml:space="preserve"> ! </w:t>
      </w:r>
      <w:r w:rsidR="00BE611A">
        <w:rPr>
          <w:rFonts w:cs="Georgia"/>
          <w:bCs/>
          <w:kern w:val="1"/>
        </w:rPr>
        <w:t>fit-il à voix basse</w:t>
      </w:r>
      <w:r>
        <w:rPr>
          <w:rFonts w:cs="Georgia"/>
          <w:bCs/>
          <w:kern w:val="1"/>
        </w:rPr>
        <w:t>.</w:t>
      </w:r>
    </w:p>
    <w:p w14:paraId="0A1C985D" w14:textId="77777777" w:rsidR="000E1451" w:rsidRDefault="00BE611A" w:rsidP="00BE611A">
      <w:pPr>
        <w:rPr>
          <w:rFonts w:cs="Georgia"/>
          <w:bCs/>
          <w:kern w:val="1"/>
        </w:rPr>
      </w:pPr>
      <w:r>
        <w:rPr>
          <w:rFonts w:cs="Georgia"/>
          <w:bCs/>
          <w:kern w:val="1"/>
        </w:rPr>
        <w:t>Je hochai la tête avec accablement</w:t>
      </w:r>
      <w:r w:rsidR="000E1451">
        <w:rPr>
          <w:rFonts w:cs="Georgia"/>
          <w:bCs/>
          <w:kern w:val="1"/>
        </w:rPr>
        <w:t>.</w:t>
      </w:r>
    </w:p>
    <w:p w14:paraId="060DDF03" w14:textId="77777777" w:rsidR="000E1451" w:rsidRDefault="000E1451" w:rsidP="00BE611A">
      <w:pPr>
        <w:rPr>
          <w:rFonts w:cs="Georgia"/>
          <w:bCs/>
          <w:kern w:val="1"/>
        </w:rPr>
      </w:pPr>
      <w:r>
        <w:rPr>
          <w:rFonts w:cs="Georgia"/>
          <w:bCs/>
          <w:kern w:val="1"/>
        </w:rPr>
        <w:t>— </w:t>
      </w:r>
      <w:r w:rsidR="00BE611A">
        <w:rPr>
          <w:rFonts w:cs="Georgia"/>
          <w:bCs/>
          <w:kern w:val="1"/>
        </w:rPr>
        <w:t>As-tu vu les Russes</w:t>
      </w:r>
      <w:r>
        <w:rPr>
          <w:rFonts w:cs="Georgia"/>
          <w:bCs/>
          <w:kern w:val="1"/>
        </w:rPr>
        <w:t> ?</w:t>
      </w:r>
    </w:p>
    <w:p w14:paraId="5D31248B" w14:textId="77777777" w:rsidR="000E1451" w:rsidRDefault="000E1451" w:rsidP="00BE611A">
      <w:pPr>
        <w:rPr>
          <w:rFonts w:cs="Georgia"/>
          <w:bCs/>
          <w:kern w:val="1"/>
        </w:rPr>
      </w:pPr>
      <w:r>
        <w:rPr>
          <w:rFonts w:cs="Georgia"/>
          <w:bCs/>
          <w:kern w:val="1"/>
        </w:rPr>
        <w:t>— </w:t>
      </w:r>
      <w:r w:rsidR="00BE611A">
        <w:rPr>
          <w:rFonts w:cs="Georgia"/>
          <w:bCs/>
          <w:kern w:val="1"/>
        </w:rPr>
        <w:t>Je les ai vus</w:t>
      </w:r>
      <w:r>
        <w:rPr>
          <w:rFonts w:cs="Georgia"/>
          <w:bCs/>
          <w:kern w:val="1"/>
        </w:rPr>
        <w:t xml:space="preserve">, </w:t>
      </w:r>
      <w:r w:rsidR="00BE611A">
        <w:rPr>
          <w:rFonts w:cs="Georgia"/>
          <w:bCs/>
          <w:kern w:val="1"/>
        </w:rPr>
        <w:t>dit-il</w:t>
      </w:r>
      <w:r>
        <w:rPr>
          <w:rFonts w:cs="Georgia"/>
          <w:bCs/>
          <w:kern w:val="1"/>
        </w:rPr>
        <w:t xml:space="preserve">. </w:t>
      </w:r>
      <w:r w:rsidR="00BE611A">
        <w:rPr>
          <w:rFonts w:cs="Georgia"/>
          <w:bCs/>
          <w:kern w:val="1"/>
        </w:rPr>
        <w:t>J</w:t>
      </w:r>
      <w:r>
        <w:rPr>
          <w:rFonts w:cs="Georgia"/>
          <w:bCs/>
          <w:kern w:val="1"/>
        </w:rPr>
        <w:t>’</w:t>
      </w:r>
      <w:r w:rsidR="00BE611A">
        <w:rPr>
          <w:rFonts w:cs="Georgia"/>
          <w:bCs/>
          <w:kern w:val="1"/>
        </w:rPr>
        <w:t>ai fouiné partout depuis le réveil</w:t>
      </w:r>
      <w:r>
        <w:rPr>
          <w:rFonts w:cs="Georgia"/>
          <w:bCs/>
          <w:kern w:val="1"/>
        </w:rPr>
        <w:t xml:space="preserve">. </w:t>
      </w:r>
      <w:r w:rsidR="00BE611A">
        <w:rPr>
          <w:rFonts w:cs="Georgia"/>
          <w:bCs/>
          <w:kern w:val="1"/>
        </w:rPr>
        <w:t>Les Russes</w:t>
      </w:r>
      <w:r>
        <w:rPr>
          <w:rFonts w:cs="Georgia"/>
          <w:bCs/>
          <w:kern w:val="1"/>
        </w:rPr>
        <w:t xml:space="preserve">, </w:t>
      </w:r>
      <w:r w:rsidR="00BE611A">
        <w:rPr>
          <w:rFonts w:cs="Georgia"/>
          <w:bCs/>
          <w:kern w:val="1"/>
        </w:rPr>
        <w:t>qu</w:t>
      </w:r>
      <w:r>
        <w:rPr>
          <w:rFonts w:cs="Georgia"/>
          <w:bCs/>
          <w:kern w:val="1"/>
        </w:rPr>
        <w:t>’</w:t>
      </w:r>
      <w:r w:rsidR="00BE611A">
        <w:rPr>
          <w:rFonts w:cs="Georgia"/>
          <w:bCs/>
          <w:kern w:val="1"/>
        </w:rPr>
        <w:t>est-ce que tu veux</w:t>
      </w:r>
      <w:r>
        <w:rPr>
          <w:rFonts w:cs="Georgia"/>
          <w:bCs/>
          <w:kern w:val="1"/>
        </w:rPr>
        <w:t xml:space="preserve">, </w:t>
      </w:r>
      <w:r w:rsidR="00BE611A">
        <w:rPr>
          <w:rFonts w:cs="Georgia"/>
          <w:bCs/>
          <w:kern w:val="1"/>
        </w:rPr>
        <w:t>on s</w:t>
      </w:r>
      <w:r>
        <w:rPr>
          <w:rFonts w:cs="Georgia"/>
          <w:bCs/>
          <w:kern w:val="1"/>
        </w:rPr>
        <w:t>’</w:t>
      </w:r>
      <w:r w:rsidR="00BE611A">
        <w:rPr>
          <w:rFonts w:cs="Georgia"/>
          <w:bCs/>
          <w:kern w:val="1"/>
        </w:rPr>
        <w:t>en fout</w:t>
      </w:r>
      <w:r>
        <w:rPr>
          <w:rFonts w:cs="Georgia"/>
          <w:bCs/>
          <w:kern w:val="1"/>
        </w:rPr>
        <w:t xml:space="preserve">. </w:t>
      </w:r>
      <w:r w:rsidR="00BE611A">
        <w:rPr>
          <w:rFonts w:cs="Georgia"/>
          <w:bCs/>
          <w:kern w:val="1"/>
        </w:rPr>
        <w:t>Mais les Sénégalais</w:t>
      </w:r>
      <w:r>
        <w:rPr>
          <w:rFonts w:cs="Georgia"/>
          <w:bCs/>
          <w:kern w:val="1"/>
        </w:rPr>
        <w:t xml:space="preserve">, </w:t>
      </w:r>
      <w:r w:rsidR="00BE611A">
        <w:rPr>
          <w:rFonts w:cs="Georgia"/>
          <w:bCs/>
          <w:kern w:val="1"/>
        </w:rPr>
        <w:t>mon vieux</w:t>
      </w:r>
      <w:r>
        <w:rPr>
          <w:rFonts w:cs="Georgia"/>
          <w:bCs/>
          <w:kern w:val="1"/>
        </w:rPr>
        <w:t xml:space="preserve"> !… </w:t>
      </w:r>
      <w:r w:rsidR="00BE611A">
        <w:rPr>
          <w:rFonts w:cs="Georgia"/>
          <w:bCs/>
          <w:kern w:val="1"/>
        </w:rPr>
        <w:t>Tiens</w:t>
      </w:r>
      <w:r>
        <w:rPr>
          <w:rFonts w:cs="Georgia"/>
          <w:bCs/>
          <w:kern w:val="1"/>
        </w:rPr>
        <w:t xml:space="preserve">, </w:t>
      </w:r>
      <w:r w:rsidR="00BE611A">
        <w:rPr>
          <w:rFonts w:cs="Georgia"/>
          <w:bCs/>
          <w:kern w:val="1"/>
        </w:rPr>
        <w:t>regarde plutôt</w:t>
      </w:r>
      <w:r>
        <w:rPr>
          <w:rFonts w:cs="Georgia"/>
          <w:bCs/>
          <w:kern w:val="1"/>
        </w:rPr>
        <w:t>.</w:t>
      </w:r>
    </w:p>
    <w:p w14:paraId="4153DA03" w14:textId="77777777" w:rsidR="000E1451" w:rsidRDefault="00BE611A" w:rsidP="00BE611A">
      <w:pPr>
        <w:rPr>
          <w:rFonts w:cs="Georgia"/>
          <w:bCs/>
          <w:kern w:val="1"/>
        </w:rPr>
      </w:pPr>
      <w:r>
        <w:rPr>
          <w:rFonts w:cs="Georgia"/>
          <w:bCs/>
          <w:kern w:val="1"/>
        </w:rPr>
        <w:lastRenderedPageBreak/>
        <w:t>Une corvée s</w:t>
      </w:r>
      <w:r w:rsidR="000E1451">
        <w:rPr>
          <w:rFonts w:cs="Georgia"/>
          <w:bCs/>
          <w:kern w:val="1"/>
        </w:rPr>
        <w:t>’</w:t>
      </w:r>
      <w:r>
        <w:rPr>
          <w:rFonts w:cs="Georgia"/>
          <w:bCs/>
          <w:kern w:val="1"/>
        </w:rPr>
        <w:t>avançait</w:t>
      </w:r>
      <w:r w:rsidR="000E1451">
        <w:rPr>
          <w:rFonts w:cs="Georgia"/>
          <w:bCs/>
          <w:kern w:val="1"/>
        </w:rPr>
        <w:t xml:space="preserve">, </w:t>
      </w:r>
      <w:r>
        <w:rPr>
          <w:rFonts w:cs="Georgia"/>
          <w:bCs/>
          <w:kern w:val="1"/>
        </w:rPr>
        <w:t>conduite par un soldat l</w:t>
      </w:r>
      <w:r w:rsidR="000E1451">
        <w:rPr>
          <w:rFonts w:cs="Georgia"/>
          <w:bCs/>
          <w:kern w:val="1"/>
        </w:rPr>
        <w:t>’</w:t>
      </w:r>
      <w:r>
        <w:rPr>
          <w:rFonts w:cs="Georgia"/>
          <w:bCs/>
          <w:kern w:val="1"/>
        </w:rPr>
        <w:t>arme à la bretelle</w:t>
      </w:r>
      <w:r w:rsidR="000E1451">
        <w:rPr>
          <w:rFonts w:cs="Georgia"/>
          <w:bCs/>
          <w:kern w:val="1"/>
        </w:rPr>
        <w:t xml:space="preserve">. </w:t>
      </w:r>
      <w:r>
        <w:rPr>
          <w:rFonts w:cs="Georgia"/>
          <w:bCs/>
          <w:kern w:val="1"/>
        </w:rPr>
        <w:t>Il y avait là une dizaine de tirailleurs aussi maigres que le Russe de la veille</w:t>
      </w:r>
      <w:r w:rsidR="000E1451">
        <w:rPr>
          <w:rFonts w:cs="Georgia"/>
          <w:bCs/>
          <w:kern w:val="1"/>
        </w:rPr>
        <w:t xml:space="preserve">. </w:t>
      </w:r>
      <w:r>
        <w:rPr>
          <w:rFonts w:cs="Georgia"/>
          <w:bCs/>
          <w:kern w:val="1"/>
        </w:rPr>
        <w:t>Les malheureux</w:t>
      </w:r>
      <w:r w:rsidR="000E1451">
        <w:rPr>
          <w:rFonts w:cs="Georgia"/>
          <w:bCs/>
          <w:kern w:val="1"/>
        </w:rPr>
        <w:t xml:space="preserve">, </w:t>
      </w:r>
      <w:r>
        <w:rPr>
          <w:rFonts w:cs="Georgia"/>
          <w:bCs/>
          <w:kern w:val="1"/>
        </w:rPr>
        <w:t>sous un climat pareil</w:t>
      </w:r>
      <w:r w:rsidR="000E1451">
        <w:rPr>
          <w:rFonts w:cs="Georgia"/>
          <w:bCs/>
          <w:kern w:val="1"/>
        </w:rPr>
        <w:t xml:space="preserve"> ! </w:t>
      </w:r>
      <w:r>
        <w:rPr>
          <w:rFonts w:cs="Georgia"/>
          <w:bCs/>
          <w:kern w:val="1"/>
        </w:rPr>
        <w:t>Ils n</w:t>
      </w:r>
      <w:r w:rsidR="000E1451">
        <w:rPr>
          <w:rFonts w:cs="Georgia"/>
          <w:bCs/>
          <w:kern w:val="1"/>
        </w:rPr>
        <w:t>’</w:t>
      </w:r>
      <w:r>
        <w:rPr>
          <w:rFonts w:cs="Georgia"/>
          <w:bCs/>
          <w:kern w:val="1"/>
        </w:rPr>
        <w:t>avaient pour tout vêtement que leurs pantalons et leurs bourgerons de treillis</w:t>
      </w:r>
      <w:r w:rsidR="000E1451">
        <w:rPr>
          <w:rFonts w:cs="Georgia"/>
          <w:bCs/>
          <w:kern w:val="1"/>
        </w:rPr>
        <w:t xml:space="preserve">. </w:t>
      </w:r>
      <w:r>
        <w:rPr>
          <w:rFonts w:cs="Georgia"/>
          <w:bCs/>
          <w:kern w:val="1"/>
        </w:rPr>
        <w:t>Leurs pieds</w:t>
      </w:r>
      <w:r w:rsidR="000E1451">
        <w:rPr>
          <w:rFonts w:cs="Georgia"/>
          <w:bCs/>
          <w:kern w:val="1"/>
        </w:rPr>
        <w:t xml:space="preserve">, </w:t>
      </w:r>
      <w:r>
        <w:rPr>
          <w:rFonts w:cs="Georgia"/>
          <w:bCs/>
          <w:kern w:val="1"/>
        </w:rPr>
        <w:t>emmaillotés dans d</w:t>
      </w:r>
      <w:r w:rsidR="000E1451">
        <w:rPr>
          <w:rFonts w:cs="Georgia"/>
          <w:bCs/>
          <w:kern w:val="1"/>
        </w:rPr>
        <w:t>’</w:t>
      </w:r>
      <w:r>
        <w:rPr>
          <w:rFonts w:cs="Georgia"/>
          <w:bCs/>
          <w:kern w:val="1"/>
        </w:rPr>
        <w:t>immondes chiffons</w:t>
      </w:r>
      <w:r w:rsidR="000E1451">
        <w:rPr>
          <w:rFonts w:cs="Georgia"/>
          <w:bCs/>
          <w:kern w:val="1"/>
        </w:rPr>
        <w:t xml:space="preserve">, </w:t>
      </w:r>
      <w:r>
        <w:rPr>
          <w:rFonts w:cs="Georgia"/>
          <w:bCs/>
          <w:kern w:val="1"/>
        </w:rPr>
        <w:t>soulevaient à chacun de leurs pas d</w:t>
      </w:r>
      <w:r w:rsidR="000E1451">
        <w:rPr>
          <w:rFonts w:cs="Georgia"/>
          <w:bCs/>
          <w:kern w:val="1"/>
        </w:rPr>
        <w:t>’</w:t>
      </w:r>
      <w:r>
        <w:rPr>
          <w:rFonts w:cs="Georgia"/>
          <w:bCs/>
          <w:kern w:val="1"/>
        </w:rPr>
        <w:t>énormes paquets de boue</w:t>
      </w:r>
      <w:r w:rsidR="000E1451">
        <w:rPr>
          <w:rFonts w:cs="Georgia"/>
          <w:bCs/>
          <w:kern w:val="1"/>
        </w:rPr>
        <w:t xml:space="preserve">. </w:t>
      </w:r>
      <w:r>
        <w:rPr>
          <w:rFonts w:cs="Georgia"/>
          <w:bCs/>
          <w:kern w:val="1"/>
        </w:rPr>
        <w:t>L</w:t>
      </w:r>
      <w:r w:rsidR="000E1451">
        <w:rPr>
          <w:rFonts w:cs="Georgia"/>
          <w:bCs/>
          <w:kern w:val="1"/>
        </w:rPr>
        <w:t>’</w:t>
      </w:r>
      <w:r>
        <w:rPr>
          <w:rFonts w:cs="Georgia"/>
          <w:bCs/>
          <w:kern w:val="1"/>
        </w:rPr>
        <w:t>extrême faiblesse où les avaient réduits les privations donnait à leur allure</w:t>
      </w:r>
      <w:r w:rsidR="000E1451">
        <w:rPr>
          <w:rFonts w:cs="Georgia"/>
          <w:bCs/>
          <w:kern w:val="1"/>
        </w:rPr>
        <w:t xml:space="preserve">, </w:t>
      </w:r>
      <w:r>
        <w:rPr>
          <w:rFonts w:cs="Georgia"/>
          <w:bCs/>
          <w:kern w:val="1"/>
        </w:rPr>
        <w:t>à leurs gestes</w:t>
      </w:r>
      <w:r w:rsidR="000E1451">
        <w:rPr>
          <w:rFonts w:cs="Georgia"/>
          <w:bCs/>
          <w:kern w:val="1"/>
        </w:rPr>
        <w:t xml:space="preserve">, </w:t>
      </w:r>
      <w:r>
        <w:rPr>
          <w:rFonts w:cs="Georgia"/>
          <w:bCs/>
          <w:kern w:val="1"/>
        </w:rPr>
        <w:t>un balancement de marionnettes</w:t>
      </w:r>
      <w:r w:rsidR="000E1451">
        <w:rPr>
          <w:rFonts w:cs="Georgia"/>
          <w:bCs/>
          <w:kern w:val="1"/>
        </w:rPr>
        <w:t xml:space="preserve">, </w:t>
      </w:r>
      <w:r>
        <w:rPr>
          <w:rFonts w:cs="Georgia"/>
          <w:bCs/>
          <w:kern w:val="1"/>
        </w:rPr>
        <w:t>à la fois sinistre et baroque</w:t>
      </w:r>
      <w:r w:rsidR="000E1451">
        <w:rPr>
          <w:rFonts w:cs="Georgia"/>
          <w:bCs/>
          <w:kern w:val="1"/>
        </w:rPr>
        <w:t xml:space="preserve">. </w:t>
      </w:r>
      <w:r>
        <w:rPr>
          <w:rFonts w:cs="Georgia"/>
          <w:bCs/>
          <w:kern w:val="1"/>
        </w:rPr>
        <w:t>Leurs faces noires étaient devenues couleur de cendre</w:t>
      </w:r>
      <w:r w:rsidR="000E1451">
        <w:rPr>
          <w:rFonts w:cs="Georgia"/>
          <w:bCs/>
          <w:kern w:val="1"/>
        </w:rPr>
        <w:t xml:space="preserve">. </w:t>
      </w:r>
      <w:r>
        <w:rPr>
          <w:rFonts w:cs="Georgia"/>
          <w:bCs/>
          <w:kern w:val="1"/>
        </w:rPr>
        <w:t>Au passage</w:t>
      </w:r>
      <w:r w:rsidR="000E1451">
        <w:rPr>
          <w:rFonts w:cs="Georgia"/>
          <w:bCs/>
          <w:kern w:val="1"/>
        </w:rPr>
        <w:t xml:space="preserve">, </w:t>
      </w:r>
      <w:r>
        <w:rPr>
          <w:rFonts w:cs="Georgia"/>
          <w:bCs/>
          <w:kern w:val="1"/>
        </w:rPr>
        <w:t>ils nous jetèrent un regard hébété</w:t>
      </w:r>
      <w:r w:rsidR="000E1451">
        <w:rPr>
          <w:rFonts w:cs="Georgia"/>
          <w:bCs/>
          <w:kern w:val="1"/>
        </w:rPr>
        <w:t xml:space="preserve">. </w:t>
      </w:r>
      <w:r>
        <w:rPr>
          <w:rFonts w:cs="Georgia"/>
          <w:bCs/>
          <w:kern w:val="1"/>
        </w:rPr>
        <w:t>Je me détournai les larmes aux yeux</w:t>
      </w:r>
      <w:r w:rsidR="000E1451">
        <w:rPr>
          <w:rFonts w:cs="Georgia"/>
          <w:bCs/>
          <w:kern w:val="1"/>
        </w:rPr>
        <w:t>.</w:t>
      </w:r>
    </w:p>
    <w:p w14:paraId="48DF860C" w14:textId="77777777" w:rsidR="000E1451" w:rsidRDefault="000E1451" w:rsidP="00BE611A">
      <w:pPr>
        <w:rPr>
          <w:rFonts w:cs="Georgia"/>
          <w:bCs/>
          <w:kern w:val="1"/>
        </w:rPr>
      </w:pPr>
      <w:r>
        <w:rPr>
          <w:rFonts w:cs="Georgia"/>
          <w:bCs/>
          <w:kern w:val="1"/>
        </w:rPr>
        <w:t>— </w:t>
      </w:r>
      <w:r w:rsidR="00BE611A">
        <w:rPr>
          <w:rFonts w:cs="Georgia"/>
          <w:bCs/>
          <w:kern w:val="1"/>
        </w:rPr>
        <w:t>Sergent Barradat</w:t>
      </w:r>
      <w:r>
        <w:rPr>
          <w:rFonts w:cs="Georgia"/>
          <w:bCs/>
          <w:kern w:val="1"/>
        </w:rPr>
        <w:t> !</w:t>
      </w:r>
    </w:p>
    <w:p w14:paraId="422655D9" w14:textId="77777777" w:rsidR="000E1451" w:rsidRDefault="00BE611A" w:rsidP="00BE611A">
      <w:pPr>
        <w:rPr>
          <w:rFonts w:cs="Georgia"/>
          <w:bCs/>
          <w:kern w:val="1"/>
        </w:rPr>
      </w:pPr>
      <w:r>
        <w:rPr>
          <w:rFonts w:cs="Georgia"/>
          <w:bCs/>
          <w:kern w:val="1"/>
        </w:rPr>
        <w:t>C</w:t>
      </w:r>
      <w:r w:rsidR="000E1451">
        <w:rPr>
          <w:rFonts w:cs="Georgia"/>
          <w:bCs/>
          <w:kern w:val="1"/>
        </w:rPr>
        <w:t>’</w:t>
      </w:r>
      <w:r>
        <w:rPr>
          <w:rFonts w:cs="Georgia"/>
          <w:bCs/>
          <w:kern w:val="1"/>
        </w:rPr>
        <w:t>était un feldwebel qui</w:t>
      </w:r>
      <w:r w:rsidR="000E1451">
        <w:rPr>
          <w:rFonts w:cs="Georgia"/>
          <w:bCs/>
          <w:kern w:val="1"/>
        </w:rPr>
        <w:t xml:space="preserve">, </w:t>
      </w:r>
      <w:r>
        <w:rPr>
          <w:rFonts w:cs="Georgia"/>
          <w:bCs/>
          <w:kern w:val="1"/>
        </w:rPr>
        <w:t>du seuil de la baraque</w:t>
      </w:r>
      <w:r w:rsidR="000E1451">
        <w:rPr>
          <w:rFonts w:cs="Georgia"/>
          <w:bCs/>
          <w:kern w:val="1"/>
        </w:rPr>
        <w:t xml:space="preserve">, </w:t>
      </w:r>
      <w:r>
        <w:rPr>
          <w:rFonts w:cs="Georgia"/>
          <w:bCs/>
          <w:kern w:val="1"/>
        </w:rPr>
        <w:t>procédait à l</w:t>
      </w:r>
      <w:r w:rsidR="000E1451">
        <w:rPr>
          <w:rFonts w:cs="Georgia"/>
          <w:bCs/>
          <w:kern w:val="1"/>
        </w:rPr>
        <w:t>’</w:t>
      </w:r>
      <w:r>
        <w:rPr>
          <w:rFonts w:cs="Georgia"/>
          <w:bCs/>
          <w:kern w:val="1"/>
        </w:rPr>
        <w:t>appel de nos noms</w:t>
      </w:r>
      <w:r w:rsidR="000E1451">
        <w:rPr>
          <w:rFonts w:cs="Georgia"/>
          <w:bCs/>
          <w:kern w:val="1"/>
        </w:rPr>
        <w:t xml:space="preserve">. </w:t>
      </w:r>
      <w:r>
        <w:rPr>
          <w:rFonts w:cs="Georgia"/>
          <w:bCs/>
          <w:kern w:val="1"/>
        </w:rPr>
        <w:t>Barradat fut introduit dans le bureau du commandant du camp</w:t>
      </w:r>
      <w:r w:rsidR="000E1451">
        <w:rPr>
          <w:rFonts w:cs="Georgia"/>
          <w:bCs/>
          <w:kern w:val="1"/>
        </w:rPr>
        <w:t xml:space="preserve">. </w:t>
      </w:r>
      <w:r>
        <w:rPr>
          <w:rFonts w:cs="Georgia"/>
          <w:bCs/>
          <w:kern w:val="1"/>
        </w:rPr>
        <w:t>La porte se referma sur lui</w:t>
      </w:r>
      <w:r w:rsidR="000E1451">
        <w:rPr>
          <w:rFonts w:cs="Georgia"/>
          <w:bCs/>
          <w:kern w:val="1"/>
        </w:rPr>
        <w:t>.</w:t>
      </w:r>
    </w:p>
    <w:p w14:paraId="53B8375A" w14:textId="77777777" w:rsidR="000E1451" w:rsidRDefault="000E1451" w:rsidP="00BE611A">
      <w:pPr>
        <w:rPr>
          <w:rFonts w:cs="Georgia"/>
          <w:bCs/>
          <w:kern w:val="1"/>
        </w:rPr>
      </w:pPr>
      <w:r>
        <w:rPr>
          <w:rFonts w:cs="Georgia"/>
          <w:bCs/>
          <w:kern w:val="1"/>
        </w:rPr>
        <w:t>— </w:t>
      </w:r>
      <w:r w:rsidR="00BE611A">
        <w:rPr>
          <w:rFonts w:cs="Georgia"/>
          <w:bCs/>
          <w:kern w:val="1"/>
        </w:rPr>
        <w:t>Ils suivent l</w:t>
      </w:r>
      <w:r>
        <w:rPr>
          <w:rFonts w:cs="Georgia"/>
          <w:bCs/>
          <w:kern w:val="1"/>
        </w:rPr>
        <w:t>’</w:t>
      </w:r>
      <w:r w:rsidR="00BE611A">
        <w:rPr>
          <w:rFonts w:cs="Georgia"/>
          <w:bCs/>
          <w:kern w:val="1"/>
        </w:rPr>
        <w:t>ordre alphabétique</w:t>
      </w:r>
      <w:r>
        <w:rPr>
          <w:rFonts w:cs="Georgia"/>
          <w:bCs/>
          <w:kern w:val="1"/>
        </w:rPr>
        <w:t xml:space="preserve">, </w:t>
      </w:r>
      <w:r w:rsidR="00BE611A">
        <w:rPr>
          <w:rFonts w:cs="Georgia"/>
          <w:bCs/>
          <w:kern w:val="1"/>
        </w:rPr>
        <w:t>dit Bergez</w:t>
      </w:r>
      <w:r>
        <w:rPr>
          <w:rFonts w:cs="Georgia"/>
          <w:bCs/>
          <w:kern w:val="1"/>
        </w:rPr>
        <w:t xml:space="preserve">. </w:t>
      </w:r>
      <w:r w:rsidR="00BE611A">
        <w:rPr>
          <w:rFonts w:cs="Georgia"/>
          <w:bCs/>
          <w:kern w:val="1"/>
        </w:rPr>
        <w:t>Je viens après</w:t>
      </w:r>
      <w:r>
        <w:rPr>
          <w:rFonts w:cs="Georgia"/>
          <w:bCs/>
          <w:kern w:val="1"/>
        </w:rPr>
        <w:t xml:space="preserve">. </w:t>
      </w:r>
      <w:r w:rsidR="00BE611A">
        <w:rPr>
          <w:rFonts w:cs="Georgia"/>
          <w:bCs/>
          <w:kern w:val="1"/>
        </w:rPr>
        <w:t>Tu es le troisième</w:t>
      </w:r>
      <w:r>
        <w:rPr>
          <w:rFonts w:cs="Georgia"/>
          <w:bCs/>
          <w:kern w:val="1"/>
        </w:rPr>
        <w:t>.</w:t>
      </w:r>
    </w:p>
    <w:p w14:paraId="5D306983" w14:textId="77777777" w:rsidR="000E1451" w:rsidRDefault="00BE611A" w:rsidP="00BE611A">
      <w:pPr>
        <w:rPr>
          <w:rFonts w:cs="Georgia"/>
          <w:bCs/>
          <w:kern w:val="1"/>
        </w:rPr>
      </w:pPr>
      <w:r>
        <w:rPr>
          <w:rFonts w:cs="Georgia"/>
          <w:bCs/>
          <w:kern w:val="1"/>
        </w:rPr>
        <w:t>Je ne répondis pas</w:t>
      </w:r>
      <w:r w:rsidR="000E1451">
        <w:rPr>
          <w:rFonts w:cs="Georgia"/>
          <w:bCs/>
          <w:kern w:val="1"/>
        </w:rPr>
        <w:t xml:space="preserve">. </w:t>
      </w:r>
      <w:r>
        <w:rPr>
          <w:rFonts w:cs="Georgia"/>
          <w:bCs/>
          <w:kern w:val="1"/>
        </w:rPr>
        <w:t>Faisant de vains efforts pour m</w:t>
      </w:r>
      <w:r w:rsidR="000E1451">
        <w:rPr>
          <w:rFonts w:cs="Georgia"/>
          <w:bCs/>
          <w:kern w:val="1"/>
        </w:rPr>
        <w:t>’</w:t>
      </w:r>
      <w:r>
        <w:rPr>
          <w:rFonts w:cs="Georgia"/>
          <w:bCs/>
          <w:kern w:val="1"/>
        </w:rPr>
        <w:t>y habituer</w:t>
      </w:r>
      <w:r w:rsidR="000E1451">
        <w:rPr>
          <w:rFonts w:cs="Georgia"/>
          <w:bCs/>
          <w:kern w:val="1"/>
        </w:rPr>
        <w:t xml:space="preserve">, </w:t>
      </w:r>
      <w:r>
        <w:rPr>
          <w:rFonts w:cs="Georgia"/>
          <w:bCs/>
          <w:kern w:val="1"/>
        </w:rPr>
        <w:t>j</w:t>
      </w:r>
      <w:r w:rsidR="000E1451">
        <w:rPr>
          <w:rFonts w:cs="Georgia"/>
          <w:bCs/>
          <w:kern w:val="1"/>
        </w:rPr>
        <w:t>’</w:t>
      </w:r>
      <w:r>
        <w:rPr>
          <w:rFonts w:cs="Georgia"/>
          <w:bCs/>
          <w:kern w:val="1"/>
        </w:rPr>
        <w:t>étais en train de regarder le paysage qui nous entourait</w:t>
      </w:r>
      <w:r w:rsidR="000E1451">
        <w:rPr>
          <w:rFonts w:cs="Georgia"/>
          <w:bCs/>
          <w:kern w:val="1"/>
        </w:rPr>
        <w:t xml:space="preserve">. </w:t>
      </w:r>
      <w:r>
        <w:rPr>
          <w:rFonts w:cs="Georgia"/>
          <w:bCs/>
          <w:kern w:val="1"/>
        </w:rPr>
        <w:t>Tout à l</w:t>
      </w:r>
      <w:r w:rsidR="000E1451">
        <w:rPr>
          <w:rFonts w:cs="Georgia"/>
          <w:bCs/>
          <w:kern w:val="1"/>
        </w:rPr>
        <w:t>’</w:t>
      </w:r>
      <w:r>
        <w:rPr>
          <w:rFonts w:cs="Georgia"/>
          <w:bCs/>
          <w:kern w:val="1"/>
        </w:rPr>
        <w:t>heure</w:t>
      </w:r>
      <w:r w:rsidR="000E1451">
        <w:rPr>
          <w:rFonts w:cs="Georgia"/>
          <w:bCs/>
          <w:kern w:val="1"/>
        </w:rPr>
        <w:t xml:space="preserve">, </w:t>
      </w:r>
      <w:r>
        <w:rPr>
          <w:rFonts w:cs="Georgia"/>
          <w:bCs/>
          <w:kern w:val="1"/>
        </w:rPr>
        <w:t>j</w:t>
      </w:r>
      <w:r w:rsidR="000E1451">
        <w:rPr>
          <w:rFonts w:cs="Georgia"/>
          <w:bCs/>
          <w:kern w:val="1"/>
        </w:rPr>
        <w:t>’</w:t>
      </w:r>
      <w:r>
        <w:rPr>
          <w:rFonts w:cs="Georgia"/>
          <w:bCs/>
          <w:kern w:val="1"/>
        </w:rPr>
        <w:t>avais reculé avec angoisse en apercevant ce ciel neigeux</w:t>
      </w:r>
      <w:r w:rsidR="000E1451">
        <w:rPr>
          <w:rFonts w:cs="Georgia"/>
          <w:bCs/>
          <w:kern w:val="1"/>
        </w:rPr>
        <w:t xml:space="preserve">, </w:t>
      </w:r>
      <w:r>
        <w:rPr>
          <w:rFonts w:cs="Georgia"/>
          <w:bCs/>
          <w:kern w:val="1"/>
        </w:rPr>
        <w:t>cette mer désolée</w:t>
      </w:r>
      <w:r w:rsidR="000E1451">
        <w:rPr>
          <w:rFonts w:cs="Georgia"/>
          <w:bCs/>
          <w:kern w:val="1"/>
        </w:rPr>
        <w:t xml:space="preserve">, </w:t>
      </w:r>
      <w:r>
        <w:rPr>
          <w:rFonts w:cs="Georgia"/>
          <w:bCs/>
          <w:kern w:val="1"/>
        </w:rPr>
        <w:t>ces dunes livides au flanc desquelles s</w:t>
      </w:r>
      <w:r w:rsidR="000E1451">
        <w:rPr>
          <w:rFonts w:cs="Georgia"/>
          <w:bCs/>
          <w:kern w:val="1"/>
        </w:rPr>
        <w:t>’</w:t>
      </w:r>
      <w:r>
        <w:rPr>
          <w:rFonts w:cs="Georgia"/>
          <w:bCs/>
          <w:kern w:val="1"/>
        </w:rPr>
        <w:t>accrochaient de maigres buissons</w:t>
      </w:r>
      <w:r w:rsidR="000E1451">
        <w:rPr>
          <w:rFonts w:cs="Georgia"/>
          <w:bCs/>
          <w:kern w:val="1"/>
        </w:rPr>
        <w:t xml:space="preserve">. </w:t>
      </w:r>
      <w:r>
        <w:rPr>
          <w:rFonts w:cs="Georgia"/>
          <w:bCs/>
          <w:kern w:val="1"/>
        </w:rPr>
        <w:t>Elles naissaient à l</w:t>
      </w:r>
      <w:r w:rsidR="000E1451">
        <w:rPr>
          <w:rFonts w:cs="Georgia"/>
          <w:bCs/>
          <w:kern w:val="1"/>
        </w:rPr>
        <w:t>’</w:t>
      </w:r>
      <w:r>
        <w:rPr>
          <w:rFonts w:cs="Georgia"/>
          <w:bCs/>
          <w:kern w:val="1"/>
        </w:rPr>
        <w:t>Ouest et venaient s</w:t>
      </w:r>
      <w:r w:rsidR="000E1451">
        <w:rPr>
          <w:rFonts w:cs="Georgia"/>
          <w:bCs/>
          <w:kern w:val="1"/>
        </w:rPr>
        <w:t>’</w:t>
      </w:r>
      <w:r>
        <w:rPr>
          <w:rFonts w:cs="Georgia"/>
          <w:bCs/>
          <w:kern w:val="1"/>
        </w:rPr>
        <w:t>achever en un promontoire presque plat</w:t>
      </w:r>
      <w:r w:rsidR="000E1451">
        <w:rPr>
          <w:rFonts w:cs="Georgia"/>
          <w:bCs/>
          <w:kern w:val="1"/>
        </w:rPr>
        <w:t xml:space="preserve">, </w:t>
      </w:r>
      <w:r>
        <w:rPr>
          <w:rFonts w:cs="Georgia"/>
          <w:bCs/>
          <w:kern w:val="1"/>
        </w:rPr>
        <w:t>au-dessus duquel le vent entre-choquait de tremblants panaches de sable et d</w:t>
      </w:r>
      <w:r w:rsidR="000E1451">
        <w:rPr>
          <w:rFonts w:cs="Georgia"/>
          <w:bCs/>
          <w:kern w:val="1"/>
        </w:rPr>
        <w:t>’</w:t>
      </w:r>
      <w:r>
        <w:rPr>
          <w:rFonts w:cs="Georgia"/>
          <w:bCs/>
          <w:kern w:val="1"/>
        </w:rPr>
        <w:t>écume</w:t>
      </w:r>
      <w:r w:rsidR="000E1451">
        <w:rPr>
          <w:rFonts w:cs="Georgia"/>
          <w:bCs/>
          <w:kern w:val="1"/>
        </w:rPr>
        <w:t xml:space="preserve">. </w:t>
      </w:r>
      <w:r>
        <w:rPr>
          <w:rFonts w:cs="Georgia"/>
          <w:bCs/>
          <w:kern w:val="1"/>
        </w:rPr>
        <w:t>La mer baignait la partie septentrionale du camp</w:t>
      </w:r>
      <w:r w:rsidR="000E1451">
        <w:rPr>
          <w:rFonts w:cs="Georgia"/>
          <w:bCs/>
          <w:kern w:val="1"/>
        </w:rPr>
        <w:t xml:space="preserve">. </w:t>
      </w:r>
      <w:r>
        <w:rPr>
          <w:rFonts w:cs="Georgia"/>
          <w:bCs/>
          <w:kern w:val="1"/>
        </w:rPr>
        <w:t>On distinguait à une cinquantaine de mètres du rivage des piquets autour desquels les flots clapotaient</w:t>
      </w:r>
      <w:r w:rsidR="000E1451">
        <w:rPr>
          <w:rFonts w:cs="Georgia"/>
          <w:bCs/>
          <w:kern w:val="1"/>
        </w:rPr>
        <w:t xml:space="preserve">. </w:t>
      </w:r>
      <w:r>
        <w:rPr>
          <w:rFonts w:cs="Georgia"/>
          <w:bCs/>
          <w:kern w:val="1"/>
        </w:rPr>
        <w:t>Ces piquets</w:t>
      </w:r>
      <w:r w:rsidR="000E1451">
        <w:rPr>
          <w:rFonts w:cs="Georgia"/>
          <w:bCs/>
          <w:kern w:val="1"/>
        </w:rPr>
        <w:t xml:space="preserve">, </w:t>
      </w:r>
      <w:r>
        <w:rPr>
          <w:rFonts w:cs="Georgia"/>
          <w:bCs/>
          <w:kern w:val="1"/>
        </w:rPr>
        <w:t>plantés en demi-cercle</w:t>
      </w:r>
      <w:r w:rsidR="000E1451">
        <w:rPr>
          <w:rFonts w:cs="Georgia"/>
          <w:bCs/>
          <w:kern w:val="1"/>
        </w:rPr>
        <w:t xml:space="preserve">, </w:t>
      </w:r>
      <w:r>
        <w:rPr>
          <w:rFonts w:cs="Georgia"/>
          <w:bCs/>
          <w:kern w:val="1"/>
        </w:rPr>
        <w:t>et tout hérissés d</w:t>
      </w:r>
      <w:r w:rsidR="000E1451">
        <w:rPr>
          <w:rFonts w:cs="Georgia"/>
          <w:bCs/>
          <w:kern w:val="1"/>
        </w:rPr>
        <w:t>’</w:t>
      </w:r>
      <w:r>
        <w:rPr>
          <w:rFonts w:cs="Georgia"/>
          <w:bCs/>
          <w:kern w:val="1"/>
        </w:rPr>
        <w:t xml:space="preserve">une inextricable armature de fils de </w:t>
      </w:r>
      <w:r>
        <w:rPr>
          <w:rFonts w:cs="Georgia"/>
          <w:bCs/>
          <w:kern w:val="1"/>
        </w:rPr>
        <w:lastRenderedPageBreak/>
        <w:t>fer</w:t>
      </w:r>
      <w:r w:rsidR="000E1451">
        <w:rPr>
          <w:rFonts w:cs="Georgia"/>
          <w:bCs/>
          <w:kern w:val="1"/>
        </w:rPr>
        <w:t xml:space="preserve">, </w:t>
      </w:r>
      <w:r>
        <w:rPr>
          <w:rFonts w:cs="Georgia"/>
          <w:bCs/>
          <w:kern w:val="1"/>
        </w:rPr>
        <w:t>formaient la continuation sous-marine de la formidable haie métallique qui s</w:t>
      </w:r>
      <w:r w:rsidR="000E1451">
        <w:rPr>
          <w:rFonts w:cs="Georgia"/>
          <w:bCs/>
          <w:kern w:val="1"/>
        </w:rPr>
        <w:t>’</w:t>
      </w:r>
      <w:r>
        <w:rPr>
          <w:rFonts w:cs="Georgia"/>
          <w:bCs/>
          <w:kern w:val="1"/>
        </w:rPr>
        <w:t>était entr</w:t>
      </w:r>
      <w:r w:rsidR="000E1451">
        <w:rPr>
          <w:rFonts w:cs="Georgia"/>
          <w:bCs/>
          <w:kern w:val="1"/>
        </w:rPr>
        <w:t>’</w:t>
      </w:r>
      <w:r>
        <w:rPr>
          <w:rFonts w:cs="Georgia"/>
          <w:bCs/>
          <w:kern w:val="1"/>
        </w:rPr>
        <w:t>ouverte quelques heures plus tôt pour nous laisser entrer</w:t>
      </w:r>
      <w:r w:rsidR="000E1451">
        <w:rPr>
          <w:rFonts w:cs="Georgia"/>
          <w:bCs/>
          <w:kern w:val="1"/>
        </w:rPr>
        <w:t xml:space="preserve">. </w:t>
      </w:r>
      <w:r>
        <w:rPr>
          <w:rFonts w:cs="Georgia"/>
          <w:bCs/>
          <w:kern w:val="1"/>
        </w:rPr>
        <w:t>À droite</w:t>
      </w:r>
      <w:r w:rsidR="000E1451">
        <w:rPr>
          <w:rFonts w:cs="Georgia"/>
          <w:bCs/>
          <w:kern w:val="1"/>
        </w:rPr>
        <w:t xml:space="preserve">, </w:t>
      </w:r>
      <w:r>
        <w:rPr>
          <w:rFonts w:cs="Georgia"/>
          <w:bCs/>
          <w:kern w:val="1"/>
        </w:rPr>
        <w:t>tout de suite</w:t>
      </w:r>
      <w:r w:rsidR="000E1451">
        <w:rPr>
          <w:rFonts w:cs="Georgia"/>
          <w:bCs/>
          <w:kern w:val="1"/>
        </w:rPr>
        <w:t xml:space="preserve">, </w:t>
      </w:r>
      <w:r>
        <w:rPr>
          <w:rFonts w:cs="Georgia"/>
          <w:bCs/>
          <w:kern w:val="1"/>
        </w:rPr>
        <w:t>les marais commençaient</w:t>
      </w:r>
      <w:r w:rsidR="000E1451">
        <w:rPr>
          <w:rFonts w:cs="Georgia"/>
          <w:bCs/>
          <w:kern w:val="1"/>
        </w:rPr>
        <w:t xml:space="preserve">. </w:t>
      </w:r>
      <w:r>
        <w:rPr>
          <w:rFonts w:cs="Georgia"/>
          <w:bCs/>
          <w:kern w:val="1"/>
        </w:rPr>
        <w:t>Séparés de la mer par une mince plage ourlée de vagues blêmes</w:t>
      </w:r>
      <w:r w:rsidR="000E1451">
        <w:rPr>
          <w:rFonts w:cs="Georgia"/>
          <w:bCs/>
          <w:kern w:val="1"/>
        </w:rPr>
        <w:t xml:space="preserve">, </w:t>
      </w:r>
      <w:r>
        <w:rPr>
          <w:rFonts w:cs="Georgia"/>
          <w:bCs/>
          <w:kern w:val="1"/>
        </w:rPr>
        <w:t>ils étalaient</w:t>
      </w:r>
      <w:r w:rsidR="000E1451">
        <w:rPr>
          <w:rFonts w:cs="Georgia"/>
          <w:bCs/>
          <w:kern w:val="1"/>
        </w:rPr>
        <w:t xml:space="preserve">, </w:t>
      </w:r>
      <w:r>
        <w:rPr>
          <w:rFonts w:cs="Georgia"/>
          <w:bCs/>
          <w:kern w:val="1"/>
        </w:rPr>
        <w:t>du sud à l</w:t>
      </w:r>
      <w:r w:rsidR="000E1451">
        <w:rPr>
          <w:rFonts w:cs="Georgia"/>
          <w:bCs/>
          <w:kern w:val="1"/>
        </w:rPr>
        <w:t>’</w:t>
      </w:r>
      <w:r>
        <w:rPr>
          <w:rFonts w:cs="Georgia"/>
          <w:bCs/>
          <w:kern w:val="1"/>
        </w:rPr>
        <w:t>est de l</w:t>
      </w:r>
      <w:r w:rsidR="000E1451">
        <w:rPr>
          <w:rFonts w:cs="Georgia"/>
          <w:bCs/>
          <w:kern w:val="1"/>
        </w:rPr>
        <w:t>’</w:t>
      </w:r>
      <w:r>
        <w:rPr>
          <w:rFonts w:cs="Georgia"/>
          <w:bCs/>
          <w:kern w:val="1"/>
        </w:rPr>
        <w:t>horizon</w:t>
      </w:r>
      <w:r w:rsidR="000E1451">
        <w:rPr>
          <w:rFonts w:cs="Georgia"/>
          <w:bCs/>
          <w:kern w:val="1"/>
        </w:rPr>
        <w:t xml:space="preserve">, </w:t>
      </w:r>
      <w:r>
        <w:rPr>
          <w:rFonts w:cs="Georgia"/>
          <w:bCs/>
          <w:kern w:val="1"/>
        </w:rPr>
        <w:t>leur désert mouvant</w:t>
      </w:r>
      <w:r w:rsidR="000E1451">
        <w:rPr>
          <w:rFonts w:cs="Georgia"/>
          <w:bCs/>
          <w:kern w:val="1"/>
        </w:rPr>
        <w:t xml:space="preserve">. </w:t>
      </w:r>
      <w:r>
        <w:rPr>
          <w:rFonts w:cs="Georgia"/>
          <w:bCs/>
          <w:kern w:val="1"/>
        </w:rPr>
        <w:t>Coupés çà et là par les taches ardoisées des étangs</w:t>
      </w:r>
      <w:r w:rsidR="000E1451">
        <w:rPr>
          <w:rFonts w:cs="Georgia"/>
          <w:bCs/>
          <w:kern w:val="1"/>
        </w:rPr>
        <w:t xml:space="preserve">, </w:t>
      </w:r>
      <w:r>
        <w:rPr>
          <w:rFonts w:cs="Georgia"/>
          <w:bCs/>
          <w:kern w:val="1"/>
        </w:rPr>
        <w:t>ils étaient d</w:t>
      </w:r>
      <w:r w:rsidR="000E1451">
        <w:rPr>
          <w:rFonts w:cs="Georgia"/>
          <w:bCs/>
          <w:kern w:val="1"/>
        </w:rPr>
        <w:t>’</w:t>
      </w:r>
      <w:r>
        <w:rPr>
          <w:rFonts w:cs="Georgia"/>
          <w:bCs/>
          <w:kern w:val="1"/>
        </w:rPr>
        <w:t>un vert-de-gris très pâle</w:t>
      </w:r>
      <w:r w:rsidR="000E1451">
        <w:rPr>
          <w:rFonts w:cs="Georgia"/>
          <w:bCs/>
          <w:kern w:val="1"/>
        </w:rPr>
        <w:t xml:space="preserve">, </w:t>
      </w:r>
      <w:r>
        <w:rPr>
          <w:rFonts w:cs="Georgia"/>
          <w:bCs/>
          <w:kern w:val="1"/>
        </w:rPr>
        <w:t>analogue à celui des mousses que la pluie a longuement délavées</w:t>
      </w:r>
      <w:r w:rsidR="000E1451">
        <w:rPr>
          <w:rFonts w:cs="Georgia"/>
          <w:bCs/>
          <w:kern w:val="1"/>
        </w:rPr>
        <w:t xml:space="preserve">. </w:t>
      </w:r>
      <w:r>
        <w:rPr>
          <w:rFonts w:cs="Georgia"/>
          <w:bCs/>
          <w:kern w:val="1"/>
        </w:rPr>
        <w:t>Et sur cette sauvage et silencieuse monotonie s</w:t>
      </w:r>
      <w:r w:rsidR="000E1451">
        <w:rPr>
          <w:rFonts w:cs="Georgia"/>
          <w:bCs/>
          <w:kern w:val="1"/>
        </w:rPr>
        <w:t>’</w:t>
      </w:r>
      <w:r>
        <w:rPr>
          <w:rFonts w:cs="Georgia"/>
          <w:bCs/>
          <w:kern w:val="1"/>
        </w:rPr>
        <w:t>étendait un ciel qui semblait étrangement rapproché de la terre</w:t>
      </w:r>
      <w:r w:rsidR="000E1451">
        <w:rPr>
          <w:rFonts w:cs="Georgia"/>
          <w:bCs/>
          <w:kern w:val="1"/>
        </w:rPr>
        <w:t xml:space="preserve">, </w:t>
      </w:r>
      <w:r>
        <w:rPr>
          <w:rFonts w:cs="Georgia"/>
          <w:bCs/>
          <w:kern w:val="1"/>
        </w:rPr>
        <w:t>un ciel plus pâle encore et plus mélancolique que cette mer et ces marais</w:t>
      </w:r>
      <w:r w:rsidR="000E1451">
        <w:rPr>
          <w:rFonts w:cs="Georgia"/>
          <w:bCs/>
          <w:kern w:val="1"/>
        </w:rPr>
        <w:t>.</w:t>
      </w:r>
    </w:p>
    <w:p w14:paraId="254C9D0F" w14:textId="77777777" w:rsidR="000E1451" w:rsidRDefault="000E1451" w:rsidP="00BE611A">
      <w:pPr>
        <w:rPr>
          <w:rFonts w:cs="Georgia"/>
          <w:bCs/>
          <w:kern w:val="1"/>
        </w:rPr>
      </w:pPr>
      <w:r>
        <w:rPr>
          <w:rFonts w:cs="Georgia"/>
          <w:bCs/>
          <w:kern w:val="1"/>
        </w:rPr>
        <w:t>— </w:t>
      </w:r>
      <w:r w:rsidR="00BE611A">
        <w:rPr>
          <w:rFonts w:cs="Georgia"/>
          <w:bCs/>
          <w:kern w:val="1"/>
        </w:rPr>
        <w:t>Sergent Bergez</w:t>
      </w:r>
      <w:r>
        <w:rPr>
          <w:rFonts w:cs="Georgia"/>
          <w:bCs/>
          <w:kern w:val="1"/>
        </w:rPr>
        <w:t> ?</w:t>
      </w:r>
    </w:p>
    <w:p w14:paraId="07321375" w14:textId="77777777" w:rsidR="000E1451" w:rsidRDefault="00BE611A" w:rsidP="00BE611A">
      <w:pPr>
        <w:rPr>
          <w:rFonts w:cs="Georgia"/>
          <w:bCs/>
          <w:kern w:val="1"/>
        </w:rPr>
      </w:pPr>
      <w:r>
        <w:rPr>
          <w:rFonts w:cs="Georgia"/>
          <w:bCs/>
          <w:kern w:val="1"/>
        </w:rPr>
        <w:t>Barradat venait de sortir du bureau</w:t>
      </w:r>
      <w:r w:rsidR="000E1451">
        <w:rPr>
          <w:rFonts w:cs="Georgia"/>
          <w:bCs/>
          <w:kern w:val="1"/>
        </w:rPr>
        <w:t xml:space="preserve">, </w:t>
      </w:r>
      <w:r>
        <w:rPr>
          <w:rFonts w:cs="Georgia"/>
          <w:bCs/>
          <w:kern w:val="1"/>
        </w:rPr>
        <w:t>où il n</w:t>
      </w:r>
      <w:r w:rsidR="000E1451">
        <w:rPr>
          <w:rFonts w:cs="Georgia"/>
          <w:bCs/>
          <w:kern w:val="1"/>
        </w:rPr>
        <w:t>’</w:t>
      </w:r>
      <w:r>
        <w:rPr>
          <w:rFonts w:cs="Georgia"/>
          <w:bCs/>
          <w:kern w:val="1"/>
        </w:rPr>
        <w:t>était pas resté en tout trois minutes</w:t>
      </w:r>
      <w:r w:rsidR="000E1451">
        <w:rPr>
          <w:rFonts w:cs="Georgia"/>
          <w:bCs/>
          <w:kern w:val="1"/>
        </w:rPr>
        <w:t>.</w:t>
      </w:r>
    </w:p>
    <w:p w14:paraId="27211C2A" w14:textId="77777777" w:rsidR="000E1451" w:rsidRDefault="000E1451" w:rsidP="00BE611A">
      <w:pPr>
        <w:rPr>
          <w:rFonts w:cs="Georgia"/>
          <w:bCs/>
          <w:kern w:val="1"/>
        </w:rPr>
      </w:pPr>
      <w:r>
        <w:rPr>
          <w:rFonts w:cs="Georgia"/>
          <w:bCs/>
          <w:kern w:val="1"/>
        </w:rPr>
        <w:t>— </w:t>
      </w:r>
      <w:r w:rsidR="00BE611A">
        <w:rPr>
          <w:rFonts w:cs="Georgia"/>
          <w:bCs/>
          <w:kern w:val="1"/>
        </w:rPr>
        <w:t>Présent</w:t>
      </w:r>
      <w:r>
        <w:rPr>
          <w:rFonts w:cs="Georgia"/>
          <w:bCs/>
          <w:kern w:val="1"/>
        </w:rPr>
        <w:t xml:space="preserve"> ! </w:t>
      </w:r>
      <w:r w:rsidR="00BE611A">
        <w:rPr>
          <w:rFonts w:cs="Georgia"/>
          <w:bCs/>
          <w:kern w:val="1"/>
        </w:rPr>
        <w:t>dit Bergez</w:t>
      </w:r>
      <w:r>
        <w:rPr>
          <w:rFonts w:cs="Georgia"/>
          <w:bCs/>
          <w:kern w:val="1"/>
        </w:rPr>
        <w:t>.</w:t>
      </w:r>
    </w:p>
    <w:p w14:paraId="3C4234A0" w14:textId="77777777" w:rsidR="000E1451" w:rsidRDefault="00BE611A" w:rsidP="00BE611A">
      <w:pPr>
        <w:rPr>
          <w:rFonts w:cs="Georgia"/>
          <w:bCs/>
          <w:kern w:val="1"/>
        </w:rPr>
      </w:pPr>
      <w:r>
        <w:rPr>
          <w:rFonts w:cs="Georgia"/>
          <w:bCs/>
          <w:kern w:val="1"/>
        </w:rPr>
        <w:t>Il se précipita</w:t>
      </w:r>
      <w:r w:rsidR="000E1451">
        <w:rPr>
          <w:rFonts w:cs="Georgia"/>
          <w:bCs/>
          <w:kern w:val="1"/>
        </w:rPr>
        <w:t xml:space="preserve">. </w:t>
      </w:r>
      <w:r>
        <w:rPr>
          <w:rFonts w:cs="Georgia"/>
          <w:bCs/>
          <w:kern w:val="1"/>
        </w:rPr>
        <w:t>Trois minutes après</w:t>
      </w:r>
      <w:r w:rsidR="000E1451">
        <w:rPr>
          <w:rFonts w:cs="Georgia"/>
          <w:bCs/>
          <w:kern w:val="1"/>
        </w:rPr>
        <w:t xml:space="preserve">, </w:t>
      </w:r>
      <w:r>
        <w:rPr>
          <w:rFonts w:cs="Georgia"/>
          <w:bCs/>
          <w:kern w:val="1"/>
        </w:rPr>
        <w:t>il reparaissait à son tour</w:t>
      </w:r>
      <w:r w:rsidR="000E1451">
        <w:rPr>
          <w:rFonts w:cs="Georgia"/>
          <w:bCs/>
          <w:kern w:val="1"/>
        </w:rPr>
        <w:t>.</w:t>
      </w:r>
    </w:p>
    <w:p w14:paraId="52E9AEE6" w14:textId="77777777" w:rsidR="000E1451" w:rsidRDefault="000E1451" w:rsidP="00BE611A">
      <w:pPr>
        <w:rPr>
          <w:rFonts w:cs="Georgia"/>
          <w:bCs/>
          <w:kern w:val="1"/>
        </w:rPr>
      </w:pPr>
      <w:r>
        <w:rPr>
          <w:rFonts w:cs="Georgia"/>
          <w:bCs/>
          <w:kern w:val="1"/>
        </w:rPr>
        <w:t>— </w:t>
      </w:r>
      <w:r w:rsidR="00BE611A">
        <w:rPr>
          <w:rFonts w:cs="Georgia"/>
          <w:bCs/>
          <w:kern w:val="1"/>
        </w:rPr>
        <w:t>Sergent Dumaine</w:t>
      </w:r>
      <w:r>
        <w:rPr>
          <w:rFonts w:cs="Georgia"/>
          <w:bCs/>
          <w:kern w:val="1"/>
        </w:rPr>
        <w:t> ?</w:t>
      </w:r>
    </w:p>
    <w:p w14:paraId="69E7800C" w14:textId="77777777" w:rsidR="000E1451" w:rsidRDefault="000E1451" w:rsidP="00BE611A">
      <w:pPr>
        <w:rPr>
          <w:rFonts w:cs="Georgia"/>
          <w:bCs/>
          <w:kern w:val="1"/>
        </w:rPr>
      </w:pPr>
      <w:r>
        <w:rPr>
          <w:rFonts w:cs="Georgia"/>
          <w:bCs/>
          <w:kern w:val="1"/>
        </w:rPr>
        <w:t>— </w:t>
      </w:r>
      <w:r w:rsidR="00BE611A">
        <w:rPr>
          <w:rFonts w:cs="Georgia"/>
          <w:bCs/>
          <w:kern w:val="1"/>
        </w:rPr>
        <w:t>Présent</w:t>
      </w:r>
      <w:r>
        <w:rPr>
          <w:rFonts w:cs="Georgia"/>
          <w:bCs/>
          <w:kern w:val="1"/>
        </w:rPr>
        <w:t> !</w:t>
      </w:r>
    </w:p>
    <w:p w14:paraId="71284C09" w14:textId="77777777" w:rsidR="000E1451" w:rsidRDefault="00BE611A" w:rsidP="00BE611A">
      <w:pPr>
        <w:rPr>
          <w:rFonts w:cs="Georgia"/>
          <w:bCs/>
          <w:kern w:val="1"/>
        </w:rPr>
      </w:pPr>
      <w:r>
        <w:rPr>
          <w:rFonts w:cs="Georgia"/>
          <w:bCs/>
          <w:kern w:val="1"/>
        </w:rPr>
        <w:t>Et je pénétrai sans enthousiasme dans le bureau du capitaine Elbing</w:t>
      </w:r>
      <w:r w:rsidR="000E1451">
        <w:rPr>
          <w:rFonts w:cs="Georgia"/>
          <w:bCs/>
          <w:kern w:val="1"/>
        </w:rPr>
        <w:t>.</w:t>
      </w:r>
    </w:p>
    <w:p w14:paraId="31F9E2E4" w14:textId="77777777" w:rsidR="000E1451" w:rsidRDefault="00BE611A" w:rsidP="00BE611A">
      <w:pPr>
        <w:rPr>
          <w:rFonts w:cs="Georgia"/>
          <w:bCs/>
          <w:kern w:val="1"/>
        </w:rPr>
      </w:pPr>
      <w:r>
        <w:rPr>
          <w:rFonts w:cs="Georgia"/>
          <w:bCs/>
          <w:kern w:val="1"/>
        </w:rPr>
        <w:t>Le commandant du camp de Reichendorf se tenait assis derrière une table de bois clair</w:t>
      </w:r>
      <w:r w:rsidR="000E1451">
        <w:rPr>
          <w:rFonts w:cs="Georgia"/>
          <w:bCs/>
          <w:kern w:val="1"/>
        </w:rPr>
        <w:t xml:space="preserve">, </w:t>
      </w:r>
      <w:r>
        <w:rPr>
          <w:rFonts w:cs="Georgia"/>
          <w:bCs/>
          <w:kern w:val="1"/>
        </w:rPr>
        <w:t>dans une pièce étroite</w:t>
      </w:r>
      <w:r w:rsidR="000E1451">
        <w:rPr>
          <w:rFonts w:cs="Georgia"/>
          <w:bCs/>
          <w:kern w:val="1"/>
        </w:rPr>
        <w:t xml:space="preserve">, </w:t>
      </w:r>
      <w:r>
        <w:rPr>
          <w:rFonts w:cs="Georgia"/>
          <w:bCs/>
          <w:kern w:val="1"/>
        </w:rPr>
        <w:t>volontairement dépouillée de confort</w:t>
      </w:r>
      <w:r w:rsidR="000E1451">
        <w:rPr>
          <w:rFonts w:cs="Georgia"/>
          <w:bCs/>
          <w:kern w:val="1"/>
        </w:rPr>
        <w:t xml:space="preserve">. </w:t>
      </w:r>
      <w:r>
        <w:rPr>
          <w:rFonts w:cs="Georgia"/>
          <w:bCs/>
          <w:kern w:val="1"/>
        </w:rPr>
        <w:t>Dès mon entrée</w:t>
      </w:r>
      <w:r w:rsidR="000E1451">
        <w:rPr>
          <w:rFonts w:cs="Georgia"/>
          <w:bCs/>
          <w:kern w:val="1"/>
        </w:rPr>
        <w:t xml:space="preserve">, </w:t>
      </w:r>
      <w:r>
        <w:rPr>
          <w:rFonts w:cs="Georgia"/>
          <w:bCs/>
          <w:kern w:val="1"/>
        </w:rPr>
        <w:t>je m</w:t>
      </w:r>
      <w:r w:rsidR="000E1451">
        <w:rPr>
          <w:rFonts w:cs="Georgia"/>
          <w:bCs/>
          <w:kern w:val="1"/>
        </w:rPr>
        <w:t>’</w:t>
      </w:r>
      <w:r>
        <w:rPr>
          <w:rFonts w:cs="Georgia"/>
          <w:bCs/>
          <w:kern w:val="1"/>
        </w:rPr>
        <w:t>étais mis au garde-à-vous</w:t>
      </w:r>
      <w:r w:rsidR="000E1451">
        <w:rPr>
          <w:rFonts w:cs="Georgia"/>
          <w:bCs/>
          <w:kern w:val="1"/>
        </w:rPr>
        <w:t xml:space="preserve">. </w:t>
      </w:r>
      <w:r>
        <w:rPr>
          <w:rFonts w:cs="Georgia"/>
          <w:bCs/>
          <w:kern w:val="1"/>
        </w:rPr>
        <w:t>J</w:t>
      </w:r>
      <w:r w:rsidR="000E1451">
        <w:rPr>
          <w:rFonts w:cs="Georgia"/>
          <w:bCs/>
          <w:kern w:val="1"/>
        </w:rPr>
        <w:t>’</w:t>
      </w:r>
      <w:r>
        <w:rPr>
          <w:rFonts w:cs="Georgia"/>
          <w:bCs/>
          <w:kern w:val="1"/>
        </w:rPr>
        <w:t>eus toutes les peines du monde à ne pas rompre cette attitude</w:t>
      </w:r>
      <w:r w:rsidR="000E1451">
        <w:rPr>
          <w:rFonts w:cs="Georgia"/>
          <w:bCs/>
          <w:kern w:val="1"/>
        </w:rPr>
        <w:t xml:space="preserve">. </w:t>
      </w:r>
      <w:r>
        <w:rPr>
          <w:rFonts w:cs="Georgia"/>
          <w:bCs/>
          <w:kern w:val="1"/>
        </w:rPr>
        <w:t>Il était donc écrit que nos nerfs seraient soumis sans cesse à une nouvelle épreuve</w:t>
      </w:r>
      <w:r w:rsidR="000E1451">
        <w:rPr>
          <w:rFonts w:cs="Georgia"/>
          <w:bCs/>
          <w:kern w:val="1"/>
        </w:rPr>
        <w:t xml:space="preserve"> ! </w:t>
      </w:r>
      <w:r>
        <w:rPr>
          <w:rFonts w:cs="Georgia"/>
          <w:bCs/>
          <w:kern w:val="1"/>
        </w:rPr>
        <w:t>Dans le cas présent</w:t>
      </w:r>
      <w:r w:rsidR="000E1451">
        <w:rPr>
          <w:rFonts w:cs="Georgia"/>
          <w:bCs/>
          <w:kern w:val="1"/>
        </w:rPr>
        <w:t xml:space="preserve">, </w:t>
      </w:r>
      <w:r>
        <w:rPr>
          <w:rFonts w:cs="Georgia"/>
          <w:bCs/>
          <w:kern w:val="1"/>
        </w:rPr>
        <w:t xml:space="preserve">mon émoi provenait du fait </w:t>
      </w:r>
      <w:r>
        <w:rPr>
          <w:rFonts w:cs="Georgia"/>
          <w:bCs/>
          <w:kern w:val="1"/>
        </w:rPr>
        <w:lastRenderedPageBreak/>
        <w:t>que le capitaine Elbing venait de m</w:t>
      </w:r>
      <w:r w:rsidR="000E1451">
        <w:rPr>
          <w:rFonts w:cs="Georgia"/>
          <w:bCs/>
          <w:kern w:val="1"/>
        </w:rPr>
        <w:t>’</w:t>
      </w:r>
      <w:r>
        <w:rPr>
          <w:rFonts w:cs="Georgia"/>
          <w:bCs/>
          <w:kern w:val="1"/>
        </w:rPr>
        <w:t>apparaître au grand jour ce qu</w:t>
      </w:r>
      <w:r w:rsidR="000E1451">
        <w:rPr>
          <w:rFonts w:cs="Georgia"/>
          <w:bCs/>
          <w:kern w:val="1"/>
        </w:rPr>
        <w:t>’</w:t>
      </w:r>
      <w:r>
        <w:rPr>
          <w:rFonts w:cs="Georgia"/>
          <w:bCs/>
          <w:kern w:val="1"/>
        </w:rPr>
        <w:t>il était en réalité</w:t>
      </w:r>
      <w:r w:rsidR="000E1451">
        <w:rPr>
          <w:rFonts w:cs="Georgia"/>
          <w:bCs/>
          <w:kern w:val="1"/>
        </w:rPr>
        <w:t xml:space="preserve"> : </w:t>
      </w:r>
      <w:r>
        <w:rPr>
          <w:rFonts w:cs="Georgia"/>
          <w:bCs/>
          <w:kern w:val="1"/>
        </w:rPr>
        <w:t>une moitié d</w:t>
      </w:r>
      <w:r w:rsidR="000E1451">
        <w:rPr>
          <w:rFonts w:cs="Georgia"/>
          <w:bCs/>
          <w:kern w:val="1"/>
        </w:rPr>
        <w:t>’</w:t>
      </w:r>
      <w:r>
        <w:rPr>
          <w:rFonts w:cs="Georgia"/>
          <w:bCs/>
          <w:kern w:val="1"/>
        </w:rPr>
        <w:t>homme</w:t>
      </w:r>
      <w:r w:rsidR="000E1451">
        <w:rPr>
          <w:rFonts w:cs="Georgia"/>
          <w:bCs/>
          <w:kern w:val="1"/>
        </w:rPr>
        <w:t xml:space="preserve">. </w:t>
      </w:r>
      <w:r>
        <w:rPr>
          <w:rFonts w:cs="Georgia"/>
          <w:bCs/>
          <w:kern w:val="1"/>
        </w:rPr>
        <w:t>Les jambes subsistaient</w:t>
      </w:r>
      <w:r w:rsidR="000E1451">
        <w:rPr>
          <w:rFonts w:cs="Georgia"/>
          <w:bCs/>
          <w:kern w:val="1"/>
        </w:rPr>
        <w:t xml:space="preserve">, </w:t>
      </w:r>
      <w:r>
        <w:rPr>
          <w:rFonts w:cs="Georgia"/>
          <w:bCs/>
          <w:kern w:val="1"/>
        </w:rPr>
        <w:t>mais la hanche droite</w:t>
      </w:r>
      <w:r w:rsidR="000E1451">
        <w:rPr>
          <w:rFonts w:cs="Georgia"/>
          <w:bCs/>
          <w:kern w:val="1"/>
        </w:rPr>
        <w:t xml:space="preserve">, </w:t>
      </w:r>
      <w:r>
        <w:rPr>
          <w:rFonts w:cs="Georgia"/>
          <w:bCs/>
          <w:kern w:val="1"/>
        </w:rPr>
        <w:t>le bras</w:t>
      </w:r>
      <w:r w:rsidR="000E1451">
        <w:rPr>
          <w:rFonts w:cs="Georgia"/>
          <w:bCs/>
          <w:kern w:val="1"/>
        </w:rPr>
        <w:t xml:space="preserve">, </w:t>
      </w:r>
      <w:r>
        <w:rPr>
          <w:rFonts w:cs="Georgia"/>
          <w:bCs/>
          <w:kern w:val="1"/>
        </w:rPr>
        <w:t>l</w:t>
      </w:r>
      <w:r w:rsidR="000E1451">
        <w:rPr>
          <w:rFonts w:cs="Georgia"/>
          <w:bCs/>
          <w:kern w:val="1"/>
        </w:rPr>
        <w:t>’</w:t>
      </w:r>
      <w:r>
        <w:rPr>
          <w:rFonts w:cs="Georgia"/>
          <w:bCs/>
          <w:kern w:val="1"/>
        </w:rPr>
        <w:t>épaule</w:t>
      </w:r>
      <w:r w:rsidR="000E1451">
        <w:rPr>
          <w:rFonts w:cs="Georgia"/>
          <w:bCs/>
          <w:kern w:val="1"/>
        </w:rPr>
        <w:t xml:space="preserve">, </w:t>
      </w:r>
      <w:r>
        <w:rPr>
          <w:rFonts w:cs="Georgia"/>
          <w:bCs/>
          <w:kern w:val="1"/>
        </w:rPr>
        <w:t>la partie droite du visage</w:t>
      </w:r>
      <w:r w:rsidR="000E1451">
        <w:rPr>
          <w:rFonts w:cs="Georgia"/>
          <w:bCs/>
          <w:kern w:val="1"/>
        </w:rPr>
        <w:t xml:space="preserve">, </w:t>
      </w:r>
      <w:r>
        <w:rPr>
          <w:rFonts w:cs="Georgia"/>
          <w:bCs/>
          <w:kern w:val="1"/>
        </w:rPr>
        <w:t>enfin</w:t>
      </w:r>
      <w:r w:rsidR="000E1451">
        <w:rPr>
          <w:rFonts w:cs="Georgia"/>
          <w:bCs/>
          <w:kern w:val="1"/>
        </w:rPr>
        <w:t xml:space="preserve">, </w:t>
      </w:r>
      <w:r>
        <w:rPr>
          <w:rFonts w:cs="Georgia"/>
          <w:bCs/>
          <w:kern w:val="1"/>
        </w:rPr>
        <w:t>y compris l</w:t>
      </w:r>
      <w:r w:rsidR="000E1451">
        <w:rPr>
          <w:rFonts w:cs="Georgia"/>
          <w:bCs/>
          <w:kern w:val="1"/>
        </w:rPr>
        <w:t>’</w:t>
      </w:r>
      <w:r>
        <w:rPr>
          <w:rFonts w:cs="Georgia"/>
          <w:bCs/>
          <w:kern w:val="1"/>
        </w:rPr>
        <w:t>œil</w:t>
      </w:r>
      <w:r w:rsidR="000E1451">
        <w:rPr>
          <w:rFonts w:cs="Georgia"/>
          <w:bCs/>
          <w:kern w:val="1"/>
        </w:rPr>
        <w:t xml:space="preserve">, </w:t>
      </w:r>
      <w:r>
        <w:rPr>
          <w:rFonts w:cs="Georgia"/>
          <w:bCs/>
          <w:kern w:val="1"/>
        </w:rPr>
        <w:t>tout cela avait disparu</w:t>
      </w:r>
      <w:r w:rsidR="000E1451">
        <w:rPr>
          <w:rFonts w:cs="Georgia"/>
          <w:bCs/>
          <w:kern w:val="1"/>
        </w:rPr>
        <w:t xml:space="preserve">. </w:t>
      </w:r>
      <w:r>
        <w:rPr>
          <w:rFonts w:cs="Georgia"/>
          <w:bCs/>
          <w:kern w:val="1"/>
        </w:rPr>
        <w:t>L</w:t>
      </w:r>
      <w:r w:rsidR="000E1451">
        <w:rPr>
          <w:rFonts w:cs="Georgia"/>
          <w:bCs/>
          <w:kern w:val="1"/>
        </w:rPr>
        <w:t>’</w:t>
      </w:r>
      <w:r>
        <w:rPr>
          <w:rFonts w:cs="Georgia"/>
          <w:bCs/>
          <w:kern w:val="1"/>
        </w:rPr>
        <w:t>obus qui les avait séparés du reste du corps avait dû opérer avec la précision d</w:t>
      </w:r>
      <w:r w:rsidR="000E1451">
        <w:rPr>
          <w:rFonts w:cs="Georgia"/>
          <w:bCs/>
          <w:kern w:val="1"/>
        </w:rPr>
        <w:t>’</w:t>
      </w:r>
      <w:r>
        <w:rPr>
          <w:rFonts w:cs="Georgia"/>
          <w:bCs/>
          <w:kern w:val="1"/>
        </w:rPr>
        <w:t>un scalpel</w:t>
      </w:r>
      <w:r w:rsidR="000E1451">
        <w:rPr>
          <w:rFonts w:cs="Georgia"/>
          <w:bCs/>
          <w:kern w:val="1"/>
        </w:rPr>
        <w:t xml:space="preserve">. </w:t>
      </w:r>
      <w:r>
        <w:rPr>
          <w:rFonts w:cs="Georgia"/>
          <w:bCs/>
          <w:kern w:val="1"/>
        </w:rPr>
        <w:t>Le capitaine mettait d</w:t>
      </w:r>
      <w:r w:rsidR="000E1451">
        <w:rPr>
          <w:rFonts w:cs="Georgia"/>
          <w:bCs/>
          <w:kern w:val="1"/>
        </w:rPr>
        <w:t>’</w:t>
      </w:r>
      <w:r>
        <w:rPr>
          <w:rFonts w:cs="Georgia"/>
          <w:bCs/>
          <w:kern w:val="1"/>
        </w:rPr>
        <w:t>ailleurs de la coquetterie à cacher de son mieux ses horribles blessures</w:t>
      </w:r>
      <w:r w:rsidR="000E1451">
        <w:rPr>
          <w:rFonts w:cs="Georgia"/>
          <w:bCs/>
          <w:kern w:val="1"/>
        </w:rPr>
        <w:t xml:space="preserve">. </w:t>
      </w:r>
      <w:r>
        <w:rPr>
          <w:rFonts w:cs="Georgia"/>
          <w:bCs/>
          <w:kern w:val="1"/>
        </w:rPr>
        <w:t>Un voile de soie noire</w:t>
      </w:r>
      <w:r w:rsidR="000E1451">
        <w:rPr>
          <w:rFonts w:cs="Georgia"/>
          <w:bCs/>
          <w:kern w:val="1"/>
        </w:rPr>
        <w:t xml:space="preserve">, </w:t>
      </w:r>
      <w:r>
        <w:rPr>
          <w:rFonts w:cs="Georgia"/>
          <w:bCs/>
          <w:kern w:val="1"/>
        </w:rPr>
        <w:t>partant de dessous la casquette à bande rouge</w:t>
      </w:r>
      <w:r w:rsidR="000E1451">
        <w:rPr>
          <w:rFonts w:cs="Georgia"/>
          <w:bCs/>
          <w:kern w:val="1"/>
        </w:rPr>
        <w:t xml:space="preserve">, </w:t>
      </w:r>
      <w:r>
        <w:rPr>
          <w:rFonts w:cs="Georgia"/>
          <w:bCs/>
          <w:kern w:val="1"/>
        </w:rPr>
        <w:t>couvrait l</w:t>
      </w:r>
      <w:r w:rsidR="000E1451">
        <w:rPr>
          <w:rFonts w:cs="Georgia"/>
          <w:bCs/>
          <w:kern w:val="1"/>
        </w:rPr>
        <w:t>’</w:t>
      </w:r>
      <w:r>
        <w:rPr>
          <w:rFonts w:cs="Georgia"/>
          <w:bCs/>
          <w:kern w:val="1"/>
        </w:rPr>
        <w:t>orbite</w:t>
      </w:r>
      <w:r w:rsidR="000E1451">
        <w:rPr>
          <w:rFonts w:cs="Georgia"/>
          <w:bCs/>
          <w:kern w:val="1"/>
        </w:rPr>
        <w:t xml:space="preserve">, </w:t>
      </w:r>
      <w:r>
        <w:rPr>
          <w:rFonts w:cs="Georgia"/>
          <w:bCs/>
          <w:kern w:val="1"/>
        </w:rPr>
        <w:t>contournait le nez</w:t>
      </w:r>
      <w:r w:rsidR="000E1451">
        <w:rPr>
          <w:rFonts w:cs="Georgia"/>
          <w:bCs/>
          <w:kern w:val="1"/>
        </w:rPr>
        <w:t xml:space="preserve">, </w:t>
      </w:r>
      <w:r>
        <w:rPr>
          <w:rFonts w:cs="Georgia"/>
          <w:bCs/>
          <w:kern w:val="1"/>
        </w:rPr>
        <w:t>masquait la joue et allait s</w:t>
      </w:r>
      <w:r w:rsidR="000E1451">
        <w:rPr>
          <w:rFonts w:cs="Georgia"/>
          <w:bCs/>
          <w:kern w:val="1"/>
        </w:rPr>
        <w:t>’</w:t>
      </w:r>
      <w:r>
        <w:rPr>
          <w:rFonts w:cs="Georgia"/>
          <w:bCs/>
          <w:kern w:val="1"/>
        </w:rPr>
        <w:t>enfoncer entre le cou et le collet de la tunique</w:t>
      </w:r>
      <w:r w:rsidR="000E1451">
        <w:rPr>
          <w:rFonts w:cs="Georgia"/>
          <w:bCs/>
          <w:kern w:val="1"/>
        </w:rPr>
        <w:t xml:space="preserve">. </w:t>
      </w:r>
      <w:r>
        <w:rPr>
          <w:rFonts w:cs="Georgia"/>
          <w:bCs/>
          <w:kern w:val="1"/>
        </w:rPr>
        <w:t>La pèlerine d</w:t>
      </w:r>
      <w:r w:rsidR="000E1451">
        <w:rPr>
          <w:rFonts w:cs="Georgia"/>
          <w:bCs/>
          <w:kern w:val="1"/>
        </w:rPr>
        <w:t>’</w:t>
      </w:r>
      <w:r>
        <w:rPr>
          <w:rFonts w:cs="Georgia"/>
          <w:bCs/>
          <w:kern w:val="1"/>
        </w:rPr>
        <w:t>ordonnance</w:t>
      </w:r>
      <w:r w:rsidR="000E1451">
        <w:rPr>
          <w:rFonts w:cs="Georgia"/>
          <w:bCs/>
          <w:kern w:val="1"/>
        </w:rPr>
        <w:t xml:space="preserve">, </w:t>
      </w:r>
      <w:r>
        <w:rPr>
          <w:rFonts w:cs="Georgia"/>
          <w:bCs/>
          <w:kern w:val="1"/>
        </w:rPr>
        <w:t>qu</w:t>
      </w:r>
      <w:r w:rsidR="000E1451">
        <w:rPr>
          <w:rFonts w:cs="Georgia"/>
          <w:bCs/>
          <w:kern w:val="1"/>
        </w:rPr>
        <w:t>’</w:t>
      </w:r>
      <w:r>
        <w:rPr>
          <w:rFonts w:cs="Georgia"/>
          <w:bCs/>
          <w:kern w:val="1"/>
        </w:rPr>
        <w:t>il n</w:t>
      </w:r>
      <w:r w:rsidR="000E1451">
        <w:rPr>
          <w:rFonts w:cs="Georgia"/>
          <w:bCs/>
          <w:kern w:val="1"/>
        </w:rPr>
        <w:t>’</w:t>
      </w:r>
      <w:r>
        <w:rPr>
          <w:rFonts w:cs="Georgia"/>
          <w:bCs/>
          <w:kern w:val="1"/>
        </w:rPr>
        <w:t>abandonnait jamais</w:t>
      </w:r>
      <w:r w:rsidR="000E1451">
        <w:rPr>
          <w:rFonts w:cs="Georgia"/>
          <w:bCs/>
          <w:kern w:val="1"/>
        </w:rPr>
        <w:t xml:space="preserve">, </w:t>
      </w:r>
      <w:r>
        <w:rPr>
          <w:rFonts w:cs="Georgia"/>
          <w:bCs/>
          <w:kern w:val="1"/>
        </w:rPr>
        <w:t>dissimulait tant bien que mal la mutilation de son côté droit</w:t>
      </w:r>
      <w:r w:rsidR="000E1451">
        <w:rPr>
          <w:rFonts w:cs="Georgia"/>
          <w:bCs/>
          <w:kern w:val="1"/>
        </w:rPr>
        <w:t xml:space="preserve">. </w:t>
      </w:r>
      <w:r>
        <w:rPr>
          <w:rFonts w:cs="Georgia"/>
          <w:bCs/>
          <w:kern w:val="1"/>
        </w:rPr>
        <w:t>À son côté gauche</w:t>
      </w:r>
      <w:r w:rsidR="000E1451">
        <w:rPr>
          <w:rFonts w:cs="Georgia"/>
          <w:bCs/>
          <w:kern w:val="1"/>
        </w:rPr>
        <w:t xml:space="preserve">, </w:t>
      </w:r>
      <w:r>
        <w:rPr>
          <w:rFonts w:cs="Georgia"/>
          <w:bCs/>
          <w:kern w:val="1"/>
        </w:rPr>
        <w:t>en compensation</w:t>
      </w:r>
      <w:r w:rsidR="000E1451">
        <w:rPr>
          <w:rFonts w:cs="Georgia"/>
          <w:bCs/>
          <w:kern w:val="1"/>
        </w:rPr>
        <w:t xml:space="preserve">, </w:t>
      </w:r>
      <w:r>
        <w:rPr>
          <w:rFonts w:cs="Georgia"/>
          <w:bCs/>
          <w:kern w:val="1"/>
        </w:rPr>
        <w:t>était épinglée la croix de fer</w:t>
      </w:r>
      <w:r w:rsidR="000E1451">
        <w:rPr>
          <w:rFonts w:cs="Georgia"/>
          <w:bCs/>
          <w:kern w:val="1"/>
        </w:rPr>
        <w:t>.</w:t>
      </w:r>
    </w:p>
    <w:p w14:paraId="5A8214C6" w14:textId="77777777" w:rsidR="000E1451" w:rsidRDefault="00BE611A" w:rsidP="00BE611A">
      <w:pPr>
        <w:rPr>
          <w:rFonts w:cs="Georgia"/>
          <w:bCs/>
          <w:kern w:val="1"/>
        </w:rPr>
      </w:pPr>
      <w:r>
        <w:rPr>
          <w:rFonts w:cs="Georgia"/>
          <w:bCs/>
          <w:kern w:val="1"/>
        </w:rPr>
        <w:t>Nos fiches individuelles</w:t>
      </w:r>
      <w:r w:rsidR="000E1451">
        <w:rPr>
          <w:rFonts w:cs="Georgia"/>
          <w:bCs/>
          <w:kern w:val="1"/>
        </w:rPr>
        <w:t xml:space="preserve">, </w:t>
      </w:r>
      <w:r>
        <w:rPr>
          <w:rFonts w:cs="Georgia"/>
          <w:bCs/>
          <w:kern w:val="1"/>
        </w:rPr>
        <w:t>transmises par le camp d</w:t>
      </w:r>
      <w:r w:rsidR="000E1451">
        <w:rPr>
          <w:rFonts w:cs="Georgia"/>
          <w:bCs/>
          <w:kern w:val="1"/>
        </w:rPr>
        <w:t>’</w:t>
      </w:r>
      <w:r>
        <w:rPr>
          <w:rFonts w:cs="Georgia"/>
          <w:bCs/>
          <w:kern w:val="1"/>
        </w:rPr>
        <w:t>Erfurt</w:t>
      </w:r>
      <w:r w:rsidR="000E1451">
        <w:rPr>
          <w:rFonts w:cs="Georgia"/>
          <w:bCs/>
          <w:kern w:val="1"/>
        </w:rPr>
        <w:t xml:space="preserve">, </w:t>
      </w:r>
      <w:r>
        <w:rPr>
          <w:rFonts w:cs="Georgia"/>
          <w:bCs/>
          <w:kern w:val="1"/>
        </w:rPr>
        <w:t>étaient sur sa table</w:t>
      </w:r>
      <w:r w:rsidR="000E1451">
        <w:rPr>
          <w:rFonts w:cs="Georgia"/>
          <w:bCs/>
          <w:kern w:val="1"/>
        </w:rPr>
        <w:t xml:space="preserve">. </w:t>
      </w:r>
      <w:r>
        <w:rPr>
          <w:rFonts w:cs="Georgia"/>
          <w:bCs/>
          <w:kern w:val="1"/>
        </w:rPr>
        <w:t>Lorsque j</w:t>
      </w:r>
      <w:r w:rsidR="000E1451">
        <w:rPr>
          <w:rFonts w:cs="Georgia"/>
          <w:bCs/>
          <w:kern w:val="1"/>
        </w:rPr>
        <w:t>’</w:t>
      </w:r>
      <w:r>
        <w:rPr>
          <w:rFonts w:cs="Georgia"/>
          <w:bCs/>
          <w:kern w:val="1"/>
        </w:rPr>
        <w:t>entrai</w:t>
      </w:r>
      <w:r w:rsidR="000E1451">
        <w:rPr>
          <w:rFonts w:cs="Georgia"/>
          <w:bCs/>
          <w:kern w:val="1"/>
        </w:rPr>
        <w:t xml:space="preserve">, </w:t>
      </w:r>
      <w:r>
        <w:rPr>
          <w:rFonts w:cs="Georgia"/>
          <w:bCs/>
          <w:kern w:val="1"/>
        </w:rPr>
        <w:t>il avait déjà la mienne sous les yeux</w:t>
      </w:r>
      <w:r w:rsidR="000E1451">
        <w:rPr>
          <w:rFonts w:cs="Georgia"/>
          <w:bCs/>
          <w:kern w:val="1"/>
        </w:rPr>
        <w:t>.</w:t>
      </w:r>
    </w:p>
    <w:p w14:paraId="4B63E8DD" w14:textId="77777777" w:rsidR="000E1451" w:rsidRDefault="000E1451" w:rsidP="00BE611A">
      <w:pPr>
        <w:rPr>
          <w:rFonts w:cs="Georgia"/>
          <w:bCs/>
          <w:kern w:val="1"/>
        </w:rPr>
      </w:pPr>
      <w:r>
        <w:rPr>
          <w:rFonts w:cs="Georgia"/>
          <w:bCs/>
          <w:kern w:val="1"/>
        </w:rPr>
        <w:t>— </w:t>
      </w:r>
      <w:r w:rsidR="00BE611A">
        <w:rPr>
          <w:rFonts w:cs="Georgia"/>
          <w:bCs/>
          <w:kern w:val="1"/>
        </w:rPr>
        <w:t>Repos</w:t>
      </w:r>
      <w:r>
        <w:rPr>
          <w:rFonts w:cs="Georgia"/>
          <w:bCs/>
          <w:kern w:val="1"/>
        </w:rPr>
        <w:t xml:space="preserve">. </w:t>
      </w:r>
      <w:r w:rsidR="00BE611A">
        <w:rPr>
          <w:rFonts w:cs="Georgia"/>
          <w:bCs/>
          <w:kern w:val="1"/>
        </w:rPr>
        <w:t>Vous vous appelez Dumaine</w:t>
      </w:r>
      <w:r>
        <w:rPr>
          <w:rFonts w:cs="Georgia"/>
          <w:bCs/>
          <w:kern w:val="1"/>
        </w:rPr>
        <w:t xml:space="preserve">, </w:t>
      </w:r>
      <w:r w:rsidR="00BE611A">
        <w:rPr>
          <w:rFonts w:cs="Georgia"/>
          <w:bCs/>
          <w:kern w:val="1"/>
        </w:rPr>
        <w:t>Pierre-Marie-François</w:t>
      </w:r>
      <w:r>
        <w:rPr>
          <w:rFonts w:cs="Georgia"/>
          <w:bCs/>
          <w:kern w:val="1"/>
        </w:rPr>
        <w:t> ?</w:t>
      </w:r>
    </w:p>
    <w:p w14:paraId="52E94691" w14:textId="77777777" w:rsidR="000E1451" w:rsidRDefault="000E1451" w:rsidP="00BE611A">
      <w:pPr>
        <w:rPr>
          <w:rFonts w:cs="Georgia"/>
          <w:bCs/>
          <w:kern w:val="1"/>
        </w:rPr>
      </w:pPr>
      <w:r>
        <w:rPr>
          <w:rFonts w:cs="Georgia"/>
          <w:bCs/>
          <w:kern w:val="1"/>
        </w:rPr>
        <w:t>— </w:t>
      </w:r>
      <w:r w:rsidR="00BE611A">
        <w:rPr>
          <w:rFonts w:cs="Georgia"/>
          <w:bCs/>
          <w:kern w:val="1"/>
        </w:rPr>
        <w:t>Oui</w:t>
      </w:r>
      <w:r>
        <w:rPr>
          <w:rFonts w:cs="Georgia"/>
          <w:bCs/>
          <w:kern w:val="1"/>
        </w:rPr>
        <w:t xml:space="preserve">, </w:t>
      </w:r>
      <w:r w:rsidR="00BE611A">
        <w:rPr>
          <w:rFonts w:cs="Georgia"/>
          <w:bCs/>
          <w:kern w:val="1"/>
        </w:rPr>
        <w:t>mon capitaine</w:t>
      </w:r>
      <w:r>
        <w:rPr>
          <w:rFonts w:cs="Georgia"/>
          <w:bCs/>
          <w:kern w:val="1"/>
        </w:rPr>
        <w:t>.</w:t>
      </w:r>
    </w:p>
    <w:p w14:paraId="5A45122C" w14:textId="77777777" w:rsidR="000E1451" w:rsidRDefault="000E1451" w:rsidP="00BE611A">
      <w:pPr>
        <w:rPr>
          <w:rFonts w:cs="Georgia"/>
          <w:bCs/>
          <w:kern w:val="1"/>
        </w:rPr>
      </w:pPr>
      <w:r>
        <w:rPr>
          <w:rFonts w:cs="Georgia"/>
          <w:bCs/>
          <w:kern w:val="1"/>
        </w:rPr>
        <w:t>— </w:t>
      </w:r>
      <w:r w:rsidR="00BE611A">
        <w:rPr>
          <w:rFonts w:cs="Georgia"/>
          <w:bCs/>
          <w:kern w:val="1"/>
        </w:rPr>
        <w:t>Dumaine</w:t>
      </w:r>
      <w:r>
        <w:rPr>
          <w:rFonts w:cs="Georgia"/>
          <w:bCs/>
          <w:kern w:val="1"/>
        </w:rPr>
        <w:t xml:space="preserve">, </w:t>
      </w:r>
      <w:r w:rsidR="00BE611A">
        <w:rPr>
          <w:rFonts w:cs="Georgia"/>
          <w:bCs/>
          <w:kern w:val="1"/>
        </w:rPr>
        <w:t>en deux mots</w:t>
      </w:r>
      <w:r>
        <w:rPr>
          <w:rFonts w:cs="Georgia"/>
          <w:bCs/>
          <w:kern w:val="1"/>
        </w:rPr>
        <w:t> ?</w:t>
      </w:r>
    </w:p>
    <w:p w14:paraId="26D71899" w14:textId="77777777" w:rsidR="000E1451" w:rsidRDefault="000E1451" w:rsidP="00BE611A">
      <w:pPr>
        <w:rPr>
          <w:rFonts w:cs="Georgia"/>
          <w:bCs/>
          <w:kern w:val="1"/>
        </w:rPr>
      </w:pPr>
      <w:r>
        <w:rPr>
          <w:rFonts w:cs="Georgia"/>
          <w:bCs/>
          <w:kern w:val="1"/>
        </w:rPr>
        <w:t>— </w:t>
      </w:r>
      <w:r w:rsidR="00BE611A">
        <w:rPr>
          <w:rFonts w:cs="Georgia"/>
          <w:bCs/>
          <w:kern w:val="1"/>
        </w:rPr>
        <w:t>En un seul</w:t>
      </w:r>
      <w:r>
        <w:rPr>
          <w:rFonts w:cs="Georgia"/>
          <w:bCs/>
          <w:kern w:val="1"/>
        </w:rPr>
        <w:t>.</w:t>
      </w:r>
    </w:p>
    <w:p w14:paraId="24D76DAA" w14:textId="77777777" w:rsidR="000E1451" w:rsidRDefault="000E1451" w:rsidP="00BE611A">
      <w:pPr>
        <w:rPr>
          <w:rFonts w:cs="Georgia"/>
          <w:bCs/>
          <w:kern w:val="1"/>
        </w:rPr>
      </w:pPr>
      <w:r>
        <w:rPr>
          <w:rFonts w:cs="Georgia"/>
          <w:bCs/>
          <w:kern w:val="1"/>
        </w:rPr>
        <w:t>— </w:t>
      </w:r>
      <w:r w:rsidR="00BE611A">
        <w:rPr>
          <w:rFonts w:cs="Georgia"/>
          <w:bCs/>
          <w:kern w:val="1"/>
        </w:rPr>
        <w:t>Vous êtes ingénieur</w:t>
      </w:r>
      <w:r>
        <w:rPr>
          <w:rFonts w:cs="Georgia"/>
          <w:bCs/>
          <w:kern w:val="1"/>
        </w:rPr>
        <w:t> ?</w:t>
      </w:r>
    </w:p>
    <w:p w14:paraId="7796E28E" w14:textId="77777777" w:rsidR="000E1451" w:rsidRDefault="000E1451" w:rsidP="00BE611A">
      <w:pPr>
        <w:rPr>
          <w:rFonts w:cs="Georgia"/>
          <w:bCs/>
          <w:kern w:val="1"/>
        </w:rPr>
      </w:pPr>
      <w:r>
        <w:rPr>
          <w:rFonts w:cs="Georgia"/>
          <w:bCs/>
          <w:kern w:val="1"/>
        </w:rPr>
        <w:t>— </w:t>
      </w:r>
      <w:r w:rsidR="00BE611A">
        <w:rPr>
          <w:rFonts w:cs="Georgia"/>
          <w:bCs/>
          <w:kern w:val="1"/>
        </w:rPr>
        <w:t>Oui</w:t>
      </w:r>
      <w:r>
        <w:rPr>
          <w:rFonts w:cs="Georgia"/>
          <w:bCs/>
          <w:kern w:val="1"/>
        </w:rPr>
        <w:t xml:space="preserve">, </w:t>
      </w:r>
      <w:r w:rsidR="00BE611A">
        <w:rPr>
          <w:rFonts w:cs="Georgia"/>
          <w:bCs/>
          <w:kern w:val="1"/>
        </w:rPr>
        <w:t>mon capitaine</w:t>
      </w:r>
      <w:r>
        <w:rPr>
          <w:rFonts w:cs="Georgia"/>
          <w:bCs/>
          <w:kern w:val="1"/>
        </w:rPr>
        <w:t>.</w:t>
      </w:r>
    </w:p>
    <w:p w14:paraId="727E4C95" w14:textId="77777777" w:rsidR="000E1451" w:rsidRDefault="000E1451" w:rsidP="00BE611A">
      <w:pPr>
        <w:rPr>
          <w:rFonts w:cs="Georgia"/>
          <w:bCs/>
          <w:kern w:val="1"/>
        </w:rPr>
      </w:pPr>
      <w:r>
        <w:rPr>
          <w:rFonts w:cs="Georgia"/>
          <w:bCs/>
          <w:kern w:val="1"/>
        </w:rPr>
        <w:t>— </w:t>
      </w:r>
      <w:r w:rsidR="00BE611A">
        <w:rPr>
          <w:rFonts w:cs="Georgia"/>
          <w:bCs/>
          <w:kern w:val="1"/>
        </w:rPr>
        <w:t>Polytechnique</w:t>
      </w:r>
      <w:r>
        <w:rPr>
          <w:rFonts w:cs="Georgia"/>
          <w:bCs/>
          <w:kern w:val="1"/>
        </w:rPr>
        <w:t xml:space="preserve"> ? </w:t>
      </w:r>
      <w:r w:rsidR="00BE611A">
        <w:rPr>
          <w:rFonts w:cs="Georgia"/>
          <w:bCs/>
          <w:kern w:val="1"/>
        </w:rPr>
        <w:t>Centrale</w:t>
      </w:r>
      <w:r>
        <w:rPr>
          <w:rFonts w:cs="Georgia"/>
          <w:bCs/>
          <w:kern w:val="1"/>
        </w:rPr>
        <w:t xml:space="preserve"> ? </w:t>
      </w:r>
      <w:r w:rsidR="00BE611A">
        <w:rPr>
          <w:rFonts w:cs="Georgia"/>
          <w:bCs/>
          <w:kern w:val="1"/>
        </w:rPr>
        <w:t>Arts et Métiers</w:t>
      </w:r>
      <w:r>
        <w:rPr>
          <w:rFonts w:cs="Georgia"/>
          <w:bCs/>
          <w:kern w:val="1"/>
        </w:rPr>
        <w:t> ?</w:t>
      </w:r>
    </w:p>
    <w:p w14:paraId="724CD8A7" w14:textId="77777777" w:rsidR="000E1451" w:rsidRDefault="000E1451" w:rsidP="00BE611A">
      <w:pPr>
        <w:rPr>
          <w:rFonts w:cs="Georgia"/>
          <w:bCs/>
          <w:kern w:val="1"/>
        </w:rPr>
      </w:pPr>
      <w:r>
        <w:rPr>
          <w:rFonts w:cs="Georgia"/>
          <w:bCs/>
          <w:kern w:val="1"/>
        </w:rPr>
        <w:t>— </w:t>
      </w:r>
      <w:r w:rsidR="00BE611A">
        <w:rPr>
          <w:rFonts w:cs="Georgia"/>
          <w:bCs/>
          <w:kern w:val="1"/>
        </w:rPr>
        <w:t>Plaît-il</w:t>
      </w:r>
      <w:r>
        <w:rPr>
          <w:rFonts w:cs="Georgia"/>
          <w:bCs/>
          <w:kern w:val="1"/>
        </w:rPr>
        <w:t xml:space="preserve"> ? </w:t>
      </w:r>
      <w:r w:rsidR="00BE611A">
        <w:rPr>
          <w:rFonts w:cs="Georgia"/>
          <w:bCs/>
          <w:kern w:val="1"/>
        </w:rPr>
        <w:t>fis-je</w:t>
      </w:r>
      <w:r>
        <w:rPr>
          <w:rFonts w:cs="Georgia"/>
          <w:bCs/>
          <w:kern w:val="1"/>
        </w:rPr>
        <w:t xml:space="preserve">, </w:t>
      </w:r>
      <w:r w:rsidR="00BE611A">
        <w:rPr>
          <w:rFonts w:cs="Georgia"/>
          <w:bCs/>
          <w:kern w:val="1"/>
        </w:rPr>
        <w:t>un peu éberlué</w:t>
      </w:r>
      <w:r>
        <w:rPr>
          <w:rFonts w:cs="Georgia"/>
          <w:bCs/>
          <w:kern w:val="1"/>
        </w:rPr>
        <w:t>.</w:t>
      </w:r>
    </w:p>
    <w:p w14:paraId="0920677F" w14:textId="77777777" w:rsidR="000E1451" w:rsidRDefault="000E1451" w:rsidP="00BE611A">
      <w:pPr>
        <w:rPr>
          <w:rFonts w:cs="Georgia"/>
          <w:bCs/>
          <w:kern w:val="1"/>
        </w:rPr>
      </w:pPr>
      <w:r>
        <w:rPr>
          <w:rFonts w:cs="Georgia"/>
          <w:bCs/>
          <w:kern w:val="1"/>
        </w:rPr>
        <w:lastRenderedPageBreak/>
        <w:t>— </w:t>
      </w:r>
      <w:r w:rsidR="00BE611A">
        <w:rPr>
          <w:rFonts w:cs="Georgia"/>
          <w:bCs/>
          <w:kern w:val="1"/>
        </w:rPr>
        <w:t>Je vous demande de quelle École vous sortez</w:t>
      </w:r>
      <w:r>
        <w:rPr>
          <w:rFonts w:cs="Georgia"/>
          <w:bCs/>
          <w:kern w:val="1"/>
        </w:rPr>
        <w:t xml:space="preserve">, </w:t>
      </w:r>
      <w:r w:rsidR="00BE611A">
        <w:rPr>
          <w:rFonts w:cs="Georgia"/>
          <w:bCs/>
          <w:kern w:val="1"/>
        </w:rPr>
        <w:t>précisa-t-il sèchement</w:t>
      </w:r>
      <w:r>
        <w:rPr>
          <w:rFonts w:cs="Georgia"/>
          <w:bCs/>
          <w:kern w:val="1"/>
        </w:rPr>
        <w:t>.</w:t>
      </w:r>
    </w:p>
    <w:p w14:paraId="3B2F2B1C" w14:textId="77777777" w:rsidR="000E1451" w:rsidRDefault="000E1451" w:rsidP="00BE611A">
      <w:pPr>
        <w:rPr>
          <w:rFonts w:cs="Georgia"/>
          <w:bCs/>
          <w:kern w:val="1"/>
        </w:rPr>
      </w:pPr>
      <w:r>
        <w:rPr>
          <w:rFonts w:cs="Georgia"/>
          <w:bCs/>
          <w:kern w:val="1"/>
        </w:rPr>
        <w:t>— </w:t>
      </w:r>
      <w:r w:rsidR="00BE611A">
        <w:rPr>
          <w:rFonts w:cs="Georgia"/>
          <w:bCs/>
          <w:kern w:val="1"/>
        </w:rPr>
        <w:t>De l</w:t>
      </w:r>
      <w:r>
        <w:rPr>
          <w:rFonts w:cs="Georgia"/>
          <w:bCs/>
          <w:kern w:val="1"/>
        </w:rPr>
        <w:t>’</w:t>
      </w:r>
      <w:r w:rsidR="00BE611A">
        <w:rPr>
          <w:rFonts w:cs="Georgia"/>
          <w:bCs/>
          <w:kern w:val="1"/>
        </w:rPr>
        <w:t>École Centrale</w:t>
      </w:r>
      <w:r>
        <w:rPr>
          <w:rFonts w:cs="Georgia"/>
          <w:bCs/>
          <w:kern w:val="1"/>
        </w:rPr>
        <w:t>.</w:t>
      </w:r>
    </w:p>
    <w:p w14:paraId="1B959EF3" w14:textId="77777777" w:rsidR="000E1451" w:rsidRDefault="000E1451" w:rsidP="00BE611A">
      <w:pPr>
        <w:rPr>
          <w:rFonts w:cs="Georgia"/>
          <w:bCs/>
          <w:kern w:val="1"/>
        </w:rPr>
      </w:pPr>
      <w:r>
        <w:rPr>
          <w:rFonts w:cs="Georgia"/>
          <w:bCs/>
          <w:kern w:val="1"/>
        </w:rPr>
        <w:t>— </w:t>
      </w:r>
      <w:r w:rsidR="00BE611A">
        <w:rPr>
          <w:rFonts w:cs="Georgia"/>
          <w:bCs/>
          <w:kern w:val="1"/>
        </w:rPr>
        <w:t>Comment alors n</w:t>
      </w:r>
      <w:r>
        <w:rPr>
          <w:rFonts w:cs="Georgia"/>
          <w:bCs/>
          <w:kern w:val="1"/>
        </w:rPr>
        <w:t>’</w:t>
      </w:r>
      <w:r w:rsidR="00BE611A">
        <w:rPr>
          <w:rFonts w:cs="Georgia"/>
          <w:bCs/>
          <w:kern w:val="1"/>
        </w:rPr>
        <w:t>êtes-vous pas officier</w:t>
      </w:r>
      <w:r>
        <w:rPr>
          <w:rFonts w:cs="Georgia"/>
          <w:bCs/>
          <w:kern w:val="1"/>
        </w:rPr>
        <w:t xml:space="preserve">, </w:t>
      </w:r>
      <w:r w:rsidR="00BE611A">
        <w:rPr>
          <w:rFonts w:cs="Georgia"/>
          <w:bCs/>
          <w:kern w:val="1"/>
        </w:rPr>
        <w:t>dans l</w:t>
      </w:r>
      <w:r>
        <w:rPr>
          <w:rFonts w:cs="Georgia"/>
          <w:bCs/>
          <w:kern w:val="1"/>
        </w:rPr>
        <w:t>’</w:t>
      </w:r>
      <w:r w:rsidR="00BE611A">
        <w:rPr>
          <w:rFonts w:cs="Georgia"/>
          <w:bCs/>
          <w:kern w:val="1"/>
        </w:rPr>
        <w:t>Artillerie ou le Génie</w:t>
      </w:r>
      <w:r>
        <w:rPr>
          <w:rFonts w:cs="Georgia"/>
          <w:bCs/>
          <w:kern w:val="1"/>
        </w:rPr>
        <w:t xml:space="preserve"> ? </w:t>
      </w:r>
      <w:r w:rsidR="00BE611A">
        <w:rPr>
          <w:rFonts w:cs="Georgia"/>
          <w:bCs/>
          <w:kern w:val="1"/>
        </w:rPr>
        <w:t>Vous eussiez rendu plus de services que dans l</w:t>
      </w:r>
      <w:r>
        <w:rPr>
          <w:rFonts w:cs="Georgia"/>
          <w:bCs/>
          <w:kern w:val="1"/>
        </w:rPr>
        <w:t>’</w:t>
      </w:r>
      <w:r w:rsidR="00BE611A">
        <w:rPr>
          <w:rFonts w:cs="Georgia"/>
          <w:bCs/>
          <w:kern w:val="1"/>
        </w:rPr>
        <w:t>infanterie</w:t>
      </w:r>
      <w:r>
        <w:rPr>
          <w:rFonts w:cs="Georgia"/>
          <w:bCs/>
          <w:kern w:val="1"/>
        </w:rPr>
        <w:t xml:space="preserve">. </w:t>
      </w:r>
      <w:r w:rsidR="00BE611A">
        <w:rPr>
          <w:rFonts w:cs="Georgia"/>
          <w:bCs/>
          <w:kern w:val="1"/>
        </w:rPr>
        <w:t>Mais cela ne me regarde pas</w:t>
      </w:r>
      <w:r>
        <w:rPr>
          <w:rFonts w:cs="Georgia"/>
          <w:bCs/>
          <w:kern w:val="1"/>
        </w:rPr>
        <w:t xml:space="preserve">. </w:t>
      </w:r>
      <w:r w:rsidR="00BE611A">
        <w:rPr>
          <w:rFonts w:cs="Georgia"/>
          <w:bCs/>
          <w:kern w:val="1"/>
        </w:rPr>
        <w:t>Votre spécialité</w:t>
      </w:r>
      <w:r>
        <w:rPr>
          <w:rFonts w:cs="Georgia"/>
          <w:bCs/>
          <w:kern w:val="1"/>
        </w:rPr>
        <w:t> ?</w:t>
      </w:r>
    </w:p>
    <w:p w14:paraId="55FF9895" w14:textId="77777777" w:rsidR="000E1451" w:rsidRDefault="000E1451" w:rsidP="00BE611A">
      <w:pPr>
        <w:rPr>
          <w:rFonts w:cs="Georgia"/>
          <w:bCs/>
          <w:kern w:val="1"/>
        </w:rPr>
      </w:pPr>
      <w:r>
        <w:rPr>
          <w:rFonts w:cs="Georgia"/>
          <w:bCs/>
          <w:kern w:val="1"/>
        </w:rPr>
        <w:t>— </w:t>
      </w:r>
      <w:r w:rsidR="00BE611A">
        <w:rPr>
          <w:rFonts w:cs="Georgia"/>
          <w:bCs/>
          <w:kern w:val="1"/>
        </w:rPr>
        <w:t>Les installations électriques</w:t>
      </w:r>
      <w:r>
        <w:rPr>
          <w:rFonts w:cs="Georgia"/>
          <w:bCs/>
          <w:kern w:val="1"/>
        </w:rPr>
        <w:t>.</w:t>
      </w:r>
    </w:p>
    <w:p w14:paraId="498D70D5" w14:textId="77777777" w:rsidR="000E1451" w:rsidRDefault="00BE611A" w:rsidP="00BE611A">
      <w:pPr>
        <w:rPr>
          <w:rFonts w:cs="Georgia"/>
          <w:bCs/>
          <w:kern w:val="1"/>
        </w:rPr>
      </w:pPr>
      <w:r>
        <w:rPr>
          <w:rFonts w:cs="Georgia"/>
          <w:bCs/>
          <w:kern w:val="1"/>
        </w:rPr>
        <w:t>Il nota soigneusement cette réponse</w:t>
      </w:r>
      <w:r w:rsidR="000E1451">
        <w:rPr>
          <w:rFonts w:cs="Georgia"/>
          <w:bCs/>
          <w:kern w:val="1"/>
        </w:rPr>
        <w:t>.</w:t>
      </w:r>
    </w:p>
    <w:p w14:paraId="522E7A03" w14:textId="77777777" w:rsidR="000E1451" w:rsidRDefault="000E1451" w:rsidP="00BE611A">
      <w:pPr>
        <w:rPr>
          <w:rFonts w:cs="Georgia"/>
          <w:bCs/>
          <w:kern w:val="1"/>
        </w:rPr>
      </w:pPr>
      <w:r>
        <w:rPr>
          <w:rFonts w:cs="Georgia"/>
          <w:bCs/>
          <w:kern w:val="1"/>
        </w:rPr>
        <w:t>— </w:t>
      </w:r>
      <w:r w:rsidR="00BE611A">
        <w:rPr>
          <w:rFonts w:cs="Georgia"/>
          <w:bCs/>
          <w:kern w:val="1"/>
        </w:rPr>
        <w:t>Vous parlez l</w:t>
      </w:r>
      <w:r>
        <w:rPr>
          <w:rFonts w:cs="Georgia"/>
          <w:bCs/>
          <w:kern w:val="1"/>
        </w:rPr>
        <w:t>’</w:t>
      </w:r>
      <w:r w:rsidR="00BE611A">
        <w:rPr>
          <w:rFonts w:cs="Georgia"/>
          <w:bCs/>
          <w:kern w:val="1"/>
        </w:rPr>
        <w:t>allemand à merveille</w:t>
      </w:r>
      <w:r>
        <w:rPr>
          <w:rFonts w:cs="Georgia"/>
          <w:bCs/>
          <w:kern w:val="1"/>
        </w:rPr>
        <w:t xml:space="preserve">, </w:t>
      </w:r>
      <w:r w:rsidR="00BE611A">
        <w:rPr>
          <w:rFonts w:cs="Georgia"/>
          <w:bCs/>
          <w:kern w:val="1"/>
        </w:rPr>
        <w:t>dit-il après un silence</w:t>
      </w:r>
      <w:r>
        <w:rPr>
          <w:rFonts w:cs="Georgia"/>
          <w:bCs/>
          <w:kern w:val="1"/>
        </w:rPr>
        <w:t>.</w:t>
      </w:r>
    </w:p>
    <w:p w14:paraId="5C0BAEBD" w14:textId="77777777" w:rsidR="000E1451" w:rsidRDefault="000E1451" w:rsidP="00BE611A">
      <w:pPr>
        <w:rPr>
          <w:rFonts w:cs="Georgia"/>
          <w:bCs/>
          <w:kern w:val="1"/>
        </w:rPr>
      </w:pPr>
      <w:r>
        <w:rPr>
          <w:rFonts w:cs="Georgia"/>
          <w:bCs/>
          <w:kern w:val="1"/>
        </w:rPr>
        <w:t>— </w:t>
      </w:r>
      <w:r w:rsidR="00BE611A">
        <w:rPr>
          <w:rFonts w:cs="Georgia"/>
          <w:bCs/>
          <w:kern w:val="1"/>
        </w:rPr>
        <w:t>J</w:t>
      </w:r>
      <w:r>
        <w:rPr>
          <w:rFonts w:cs="Georgia"/>
          <w:bCs/>
          <w:kern w:val="1"/>
        </w:rPr>
        <w:t>’</w:t>
      </w:r>
      <w:r w:rsidR="00BE611A">
        <w:rPr>
          <w:rFonts w:cs="Georgia"/>
          <w:bCs/>
          <w:kern w:val="1"/>
        </w:rPr>
        <w:t>ai vingt-six mois de captivité</w:t>
      </w:r>
      <w:r>
        <w:rPr>
          <w:rFonts w:cs="Georgia"/>
          <w:bCs/>
          <w:kern w:val="1"/>
        </w:rPr>
        <w:t xml:space="preserve">, </w:t>
      </w:r>
      <w:r w:rsidR="00BE611A">
        <w:rPr>
          <w:rFonts w:cs="Georgia"/>
          <w:bCs/>
          <w:kern w:val="1"/>
        </w:rPr>
        <w:t>me bornai-je à répondre</w:t>
      </w:r>
      <w:r>
        <w:rPr>
          <w:rFonts w:cs="Georgia"/>
          <w:bCs/>
          <w:kern w:val="1"/>
        </w:rPr>
        <w:t>.</w:t>
      </w:r>
    </w:p>
    <w:p w14:paraId="473B66D8" w14:textId="77777777" w:rsidR="000E1451" w:rsidRDefault="000E1451" w:rsidP="00BE611A">
      <w:pPr>
        <w:rPr>
          <w:rFonts w:cs="Georgia"/>
          <w:kern w:val="1"/>
        </w:rPr>
      </w:pPr>
      <w:r>
        <w:rPr>
          <w:rFonts w:cs="Georgia"/>
          <w:bCs/>
          <w:kern w:val="1"/>
        </w:rPr>
        <w:t>— </w:t>
      </w:r>
      <w:r w:rsidR="00BE611A">
        <w:rPr>
          <w:rFonts w:cs="Georgia"/>
          <w:kern w:val="1"/>
        </w:rPr>
        <w:t>Savez-vous vous servir de ceci</w:t>
      </w:r>
      <w:r>
        <w:rPr>
          <w:rFonts w:cs="Georgia"/>
          <w:kern w:val="1"/>
        </w:rPr>
        <w:t> ?</w:t>
      </w:r>
    </w:p>
    <w:p w14:paraId="4CE552AC" w14:textId="77777777" w:rsidR="000E1451" w:rsidRDefault="00BE611A" w:rsidP="00BE611A">
      <w:pPr>
        <w:rPr>
          <w:rFonts w:cs="Georgia"/>
          <w:bCs/>
          <w:kern w:val="1"/>
        </w:rPr>
      </w:pPr>
      <w:r>
        <w:rPr>
          <w:rFonts w:cs="Georgia"/>
          <w:bCs/>
          <w:kern w:val="1"/>
        </w:rPr>
        <w:t>Il désignait une machine à écrire</w:t>
      </w:r>
      <w:r w:rsidR="000E1451">
        <w:rPr>
          <w:rFonts w:cs="Georgia"/>
          <w:bCs/>
          <w:kern w:val="1"/>
        </w:rPr>
        <w:t>.</w:t>
      </w:r>
    </w:p>
    <w:p w14:paraId="14A16109" w14:textId="77777777" w:rsidR="000E1451" w:rsidRDefault="000E1451" w:rsidP="00BE611A">
      <w:pPr>
        <w:rPr>
          <w:rFonts w:cs="Georgia"/>
          <w:bCs/>
          <w:kern w:val="1"/>
        </w:rPr>
      </w:pPr>
      <w:r>
        <w:rPr>
          <w:rFonts w:cs="Georgia"/>
          <w:bCs/>
          <w:kern w:val="1"/>
        </w:rPr>
        <w:t>— </w:t>
      </w:r>
      <w:r w:rsidR="00BE611A">
        <w:rPr>
          <w:rFonts w:cs="Georgia"/>
          <w:bCs/>
          <w:kern w:val="1"/>
        </w:rPr>
        <w:t>Oui</w:t>
      </w:r>
      <w:r>
        <w:rPr>
          <w:rFonts w:cs="Georgia"/>
          <w:bCs/>
          <w:kern w:val="1"/>
        </w:rPr>
        <w:t xml:space="preserve">, </w:t>
      </w:r>
      <w:r w:rsidR="00BE611A">
        <w:rPr>
          <w:rFonts w:cs="Georgia"/>
          <w:bCs/>
          <w:kern w:val="1"/>
        </w:rPr>
        <w:t>convenablement</w:t>
      </w:r>
      <w:r>
        <w:rPr>
          <w:rFonts w:cs="Georgia"/>
          <w:bCs/>
          <w:kern w:val="1"/>
        </w:rPr>
        <w:t>.</w:t>
      </w:r>
    </w:p>
    <w:p w14:paraId="0E1453DD" w14:textId="77777777" w:rsidR="000E1451" w:rsidRDefault="000E1451" w:rsidP="00BE611A">
      <w:pPr>
        <w:rPr>
          <w:rFonts w:cs="Georgia"/>
          <w:bCs/>
          <w:kern w:val="1"/>
        </w:rPr>
      </w:pPr>
      <w:r>
        <w:rPr>
          <w:rFonts w:cs="Georgia"/>
          <w:bCs/>
          <w:kern w:val="1"/>
        </w:rPr>
        <w:t>— </w:t>
      </w:r>
      <w:r w:rsidR="00BE611A">
        <w:rPr>
          <w:rFonts w:cs="Georgia"/>
          <w:bCs/>
          <w:kern w:val="1"/>
        </w:rPr>
        <w:t>Bon</w:t>
      </w:r>
      <w:r>
        <w:rPr>
          <w:rFonts w:cs="Georgia"/>
          <w:bCs/>
          <w:kern w:val="1"/>
        </w:rPr>
        <w:t xml:space="preserve">, </w:t>
      </w:r>
      <w:r w:rsidR="00BE611A">
        <w:rPr>
          <w:rFonts w:cs="Georgia"/>
          <w:bCs/>
          <w:kern w:val="1"/>
        </w:rPr>
        <w:t>je vous remercie</w:t>
      </w:r>
      <w:r>
        <w:rPr>
          <w:rFonts w:cs="Georgia"/>
          <w:bCs/>
          <w:kern w:val="1"/>
        </w:rPr>
        <w:t xml:space="preserve">. </w:t>
      </w:r>
      <w:r w:rsidR="00BE611A">
        <w:rPr>
          <w:rFonts w:cs="Georgia"/>
          <w:bCs/>
          <w:kern w:val="1"/>
        </w:rPr>
        <w:t>À votre tour</w:t>
      </w:r>
      <w:r>
        <w:rPr>
          <w:rFonts w:cs="Georgia"/>
          <w:bCs/>
          <w:kern w:val="1"/>
        </w:rPr>
        <w:t xml:space="preserve">, </w:t>
      </w:r>
      <w:r w:rsidR="00BE611A">
        <w:rPr>
          <w:rFonts w:cs="Georgia"/>
          <w:bCs/>
          <w:kern w:val="1"/>
        </w:rPr>
        <w:t>maintenant</w:t>
      </w:r>
      <w:r>
        <w:rPr>
          <w:rFonts w:cs="Georgia"/>
          <w:bCs/>
          <w:kern w:val="1"/>
        </w:rPr>
        <w:t xml:space="preserve">, </w:t>
      </w:r>
      <w:r w:rsidR="00BE611A">
        <w:rPr>
          <w:rFonts w:cs="Georgia"/>
          <w:bCs/>
          <w:kern w:val="1"/>
        </w:rPr>
        <w:t>d</w:t>
      </w:r>
      <w:r>
        <w:rPr>
          <w:rFonts w:cs="Georgia"/>
          <w:bCs/>
          <w:kern w:val="1"/>
        </w:rPr>
        <w:t>’</w:t>
      </w:r>
      <w:r w:rsidR="00BE611A">
        <w:rPr>
          <w:rFonts w:cs="Georgia"/>
          <w:bCs/>
          <w:kern w:val="1"/>
        </w:rPr>
        <w:t>apprendre ce qui vous concerne</w:t>
      </w:r>
      <w:r>
        <w:rPr>
          <w:rFonts w:cs="Georgia"/>
          <w:bCs/>
          <w:kern w:val="1"/>
        </w:rPr>
        <w:t xml:space="preserve">. </w:t>
      </w:r>
      <w:r w:rsidR="00BE611A">
        <w:rPr>
          <w:rFonts w:cs="Georgia"/>
          <w:bCs/>
          <w:kern w:val="1"/>
        </w:rPr>
        <w:t>Vous êtes affecté au baraquement N</w:t>
      </w:r>
      <w:r>
        <w:rPr>
          <w:rFonts w:cs="Georgia"/>
          <w:bCs/>
          <w:kern w:val="1"/>
        </w:rPr>
        <w:t xml:space="preserve">° 7. </w:t>
      </w:r>
      <w:r w:rsidR="00BE611A">
        <w:rPr>
          <w:rFonts w:cs="Georgia"/>
          <w:bCs/>
          <w:kern w:val="1"/>
        </w:rPr>
        <w:t>Il y a déjà un gradé français</w:t>
      </w:r>
      <w:r>
        <w:rPr>
          <w:rFonts w:cs="Georgia"/>
          <w:bCs/>
          <w:kern w:val="1"/>
        </w:rPr>
        <w:t xml:space="preserve">, </w:t>
      </w:r>
      <w:r w:rsidR="00BE611A">
        <w:rPr>
          <w:rFonts w:cs="Georgia"/>
          <w:bCs/>
          <w:kern w:val="1"/>
        </w:rPr>
        <w:t>l</w:t>
      </w:r>
      <w:r>
        <w:rPr>
          <w:rFonts w:cs="Georgia"/>
          <w:bCs/>
          <w:kern w:val="1"/>
        </w:rPr>
        <w:t>’</w:t>
      </w:r>
      <w:r w:rsidR="00BE611A">
        <w:rPr>
          <w:rFonts w:cs="Georgia"/>
          <w:bCs/>
          <w:kern w:val="1"/>
        </w:rPr>
        <w:t>adjudant Claverie</w:t>
      </w:r>
      <w:r>
        <w:rPr>
          <w:rFonts w:cs="Georgia"/>
          <w:bCs/>
          <w:kern w:val="1"/>
        </w:rPr>
        <w:t xml:space="preserve">. </w:t>
      </w:r>
      <w:r w:rsidR="00BE611A">
        <w:rPr>
          <w:rFonts w:cs="Georgia"/>
          <w:bCs/>
          <w:kern w:val="1"/>
        </w:rPr>
        <w:t>De concert avec les gradés allemands</w:t>
      </w:r>
      <w:r>
        <w:rPr>
          <w:rFonts w:cs="Georgia"/>
          <w:bCs/>
          <w:kern w:val="1"/>
        </w:rPr>
        <w:t xml:space="preserve">, </w:t>
      </w:r>
      <w:r w:rsidR="00BE611A">
        <w:rPr>
          <w:rFonts w:cs="Georgia"/>
          <w:bCs/>
          <w:kern w:val="1"/>
        </w:rPr>
        <w:t>vous l</w:t>
      </w:r>
      <w:r>
        <w:rPr>
          <w:rFonts w:cs="Georgia"/>
          <w:bCs/>
          <w:kern w:val="1"/>
        </w:rPr>
        <w:t>’</w:t>
      </w:r>
      <w:r w:rsidR="00BE611A">
        <w:rPr>
          <w:rFonts w:cs="Georgia"/>
          <w:bCs/>
          <w:kern w:val="1"/>
        </w:rPr>
        <w:t>aiderez à maintenir le bon ordre parmi les prisonniers de votre chambrée</w:t>
      </w:r>
      <w:r>
        <w:rPr>
          <w:rFonts w:cs="Georgia"/>
          <w:bCs/>
          <w:kern w:val="1"/>
        </w:rPr>
        <w:t xml:space="preserve">. </w:t>
      </w:r>
      <w:r w:rsidR="00BE611A">
        <w:rPr>
          <w:rFonts w:cs="Georgia"/>
          <w:bCs/>
          <w:kern w:val="1"/>
        </w:rPr>
        <w:t>Sous ce rapport</w:t>
      </w:r>
      <w:r>
        <w:rPr>
          <w:rFonts w:cs="Georgia"/>
          <w:bCs/>
          <w:kern w:val="1"/>
        </w:rPr>
        <w:t xml:space="preserve">, </w:t>
      </w:r>
      <w:r w:rsidR="00BE611A">
        <w:rPr>
          <w:rFonts w:cs="Georgia"/>
          <w:bCs/>
          <w:kern w:val="1"/>
        </w:rPr>
        <w:t>vous pourrez toujours compter sur mon appui</w:t>
      </w:r>
      <w:r>
        <w:rPr>
          <w:rFonts w:cs="Georgia"/>
          <w:bCs/>
          <w:kern w:val="1"/>
        </w:rPr>
        <w:t xml:space="preserve">, </w:t>
      </w:r>
      <w:r w:rsidR="00BE611A">
        <w:rPr>
          <w:rFonts w:cs="Georgia"/>
          <w:bCs/>
          <w:kern w:val="1"/>
        </w:rPr>
        <w:t>même à l</w:t>
      </w:r>
      <w:r>
        <w:rPr>
          <w:rFonts w:cs="Georgia"/>
          <w:bCs/>
          <w:kern w:val="1"/>
        </w:rPr>
        <w:t>’</w:t>
      </w:r>
      <w:r w:rsidR="00BE611A">
        <w:rPr>
          <w:rFonts w:cs="Georgia"/>
          <w:bCs/>
          <w:kern w:val="1"/>
        </w:rPr>
        <w:t>égard de mes propres soldats</w:t>
      </w:r>
      <w:r>
        <w:rPr>
          <w:rFonts w:cs="Georgia"/>
          <w:bCs/>
          <w:kern w:val="1"/>
        </w:rPr>
        <w:t xml:space="preserve">. </w:t>
      </w:r>
      <w:r w:rsidR="00BE611A">
        <w:rPr>
          <w:rFonts w:cs="Georgia"/>
          <w:bCs/>
          <w:kern w:val="1"/>
        </w:rPr>
        <w:t>Moyennant quoi</w:t>
      </w:r>
      <w:r>
        <w:rPr>
          <w:rFonts w:cs="Georgia"/>
          <w:bCs/>
          <w:kern w:val="1"/>
        </w:rPr>
        <w:t xml:space="preserve">, </w:t>
      </w:r>
      <w:r w:rsidR="00BE611A">
        <w:rPr>
          <w:rFonts w:cs="Georgia"/>
          <w:bCs/>
          <w:kern w:val="1"/>
        </w:rPr>
        <w:t>vous êtes</w:t>
      </w:r>
      <w:r>
        <w:rPr>
          <w:rFonts w:cs="Georgia"/>
          <w:bCs/>
          <w:kern w:val="1"/>
        </w:rPr>
        <w:t xml:space="preserve">, </w:t>
      </w:r>
      <w:r w:rsidR="00BE611A">
        <w:rPr>
          <w:rFonts w:cs="Georgia"/>
          <w:bCs/>
          <w:kern w:val="1"/>
        </w:rPr>
        <w:t>comme de juste</w:t>
      </w:r>
      <w:r>
        <w:rPr>
          <w:rFonts w:cs="Georgia"/>
          <w:bCs/>
          <w:kern w:val="1"/>
        </w:rPr>
        <w:t xml:space="preserve">, </w:t>
      </w:r>
      <w:r w:rsidR="00BE611A">
        <w:rPr>
          <w:rFonts w:cs="Georgia"/>
          <w:bCs/>
          <w:kern w:val="1"/>
        </w:rPr>
        <w:t>dispensé de toute corvée</w:t>
      </w:r>
      <w:r>
        <w:rPr>
          <w:rFonts w:cs="Georgia"/>
          <w:bCs/>
          <w:kern w:val="1"/>
        </w:rPr>
        <w:t xml:space="preserve">. </w:t>
      </w:r>
      <w:r w:rsidR="00BE611A">
        <w:rPr>
          <w:rFonts w:cs="Georgia"/>
          <w:bCs/>
          <w:kern w:val="1"/>
        </w:rPr>
        <w:t>Pour le reste</w:t>
      </w:r>
      <w:r>
        <w:rPr>
          <w:rFonts w:cs="Georgia"/>
          <w:bCs/>
          <w:kern w:val="1"/>
        </w:rPr>
        <w:t xml:space="preserve">, </w:t>
      </w:r>
      <w:r w:rsidR="00BE611A">
        <w:rPr>
          <w:rFonts w:cs="Georgia"/>
          <w:bCs/>
          <w:kern w:val="1"/>
        </w:rPr>
        <w:t>vous demeurez soumis à la discipline générale du camp</w:t>
      </w:r>
      <w:r>
        <w:rPr>
          <w:rFonts w:cs="Georgia"/>
          <w:bCs/>
          <w:kern w:val="1"/>
        </w:rPr>
        <w:t xml:space="preserve">. </w:t>
      </w:r>
      <w:r w:rsidR="00BE611A">
        <w:rPr>
          <w:rFonts w:cs="Georgia"/>
          <w:bCs/>
          <w:kern w:val="1"/>
        </w:rPr>
        <w:t>Il y a un point sur lequel j</w:t>
      </w:r>
      <w:r>
        <w:rPr>
          <w:rFonts w:cs="Georgia"/>
          <w:bCs/>
          <w:kern w:val="1"/>
        </w:rPr>
        <w:t>’</w:t>
      </w:r>
      <w:r w:rsidR="00BE611A">
        <w:rPr>
          <w:rFonts w:cs="Georgia"/>
          <w:bCs/>
          <w:kern w:val="1"/>
        </w:rPr>
        <w:t>attire votre attention</w:t>
      </w:r>
      <w:r>
        <w:rPr>
          <w:rFonts w:cs="Georgia"/>
          <w:bCs/>
          <w:kern w:val="1"/>
        </w:rPr>
        <w:t xml:space="preserve"> : </w:t>
      </w:r>
      <w:r w:rsidR="00BE611A">
        <w:rPr>
          <w:rFonts w:cs="Georgia"/>
          <w:bCs/>
          <w:kern w:val="1"/>
        </w:rPr>
        <w:t>les évasions</w:t>
      </w:r>
      <w:r>
        <w:rPr>
          <w:rFonts w:cs="Georgia"/>
          <w:bCs/>
          <w:kern w:val="1"/>
        </w:rPr>
        <w:t xml:space="preserve">. </w:t>
      </w:r>
      <w:r w:rsidR="00BE611A">
        <w:rPr>
          <w:rFonts w:cs="Georgia"/>
          <w:bCs/>
          <w:kern w:val="1"/>
        </w:rPr>
        <w:t xml:space="preserve">Vous </w:t>
      </w:r>
      <w:r w:rsidR="00BE611A">
        <w:rPr>
          <w:rFonts w:cs="Georgia"/>
          <w:bCs/>
          <w:kern w:val="1"/>
        </w:rPr>
        <w:lastRenderedPageBreak/>
        <w:t>m</w:t>
      </w:r>
      <w:r>
        <w:rPr>
          <w:rFonts w:cs="Georgia"/>
          <w:bCs/>
          <w:kern w:val="1"/>
        </w:rPr>
        <w:t>’</w:t>
      </w:r>
      <w:r w:rsidR="00BE611A">
        <w:rPr>
          <w:rFonts w:cs="Georgia"/>
          <w:bCs/>
          <w:kern w:val="1"/>
        </w:rPr>
        <w:t>entendez</w:t>
      </w:r>
      <w:r>
        <w:rPr>
          <w:rFonts w:cs="Georgia"/>
          <w:bCs/>
          <w:kern w:val="1"/>
        </w:rPr>
        <w:t xml:space="preserve">, </w:t>
      </w:r>
      <w:r w:rsidR="00BE611A">
        <w:rPr>
          <w:rFonts w:cs="Georgia"/>
          <w:bCs/>
          <w:kern w:val="1"/>
        </w:rPr>
        <w:t>je n</w:t>
      </w:r>
      <w:r>
        <w:rPr>
          <w:rFonts w:cs="Georgia"/>
          <w:bCs/>
          <w:kern w:val="1"/>
        </w:rPr>
        <w:t>’</w:t>
      </w:r>
      <w:r w:rsidR="00BE611A">
        <w:rPr>
          <w:rFonts w:cs="Georgia"/>
          <w:bCs/>
          <w:kern w:val="1"/>
        </w:rPr>
        <w:t>en veux pas</w:t>
      </w:r>
      <w:r>
        <w:rPr>
          <w:rFonts w:cs="Georgia"/>
          <w:bCs/>
          <w:kern w:val="1"/>
        </w:rPr>
        <w:t xml:space="preserve">. </w:t>
      </w:r>
      <w:r w:rsidR="00BE611A">
        <w:rPr>
          <w:rFonts w:cs="Georgia"/>
          <w:bCs/>
          <w:kern w:val="1"/>
        </w:rPr>
        <w:t>Ici</w:t>
      </w:r>
      <w:r>
        <w:rPr>
          <w:rFonts w:cs="Georgia"/>
          <w:bCs/>
          <w:kern w:val="1"/>
        </w:rPr>
        <w:t xml:space="preserve">, </w:t>
      </w:r>
      <w:r w:rsidR="00BE611A">
        <w:rPr>
          <w:rFonts w:cs="Georgia"/>
          <w:bCs/>
          <w:kern w:val="1"/>
        </w:rPr>
        <w:t>ce genre de tentative est puni immédiatement de cinquante jours de cachot</w:t>
      </w:r>
      <w:r>
        <w:rPr>
          <w:rFonts w:cs="Georgia"/>
          <w:bCs/>
          <w:kern w:val="1"/>
        </w:rPr>
        <w:t xml:space="preserve">. </w:t>
      </w:r>
      <w:r w:rsidR="00BE611A">
        <w:rPr>
          <w:rFonts w:cs="Georgia"/>
          <w:bCs/>
          <w:kern w:val="1"/>
        </w:rPr>
        <w:t>Cela peut même aller beaucoup plus loin</w:t>
      </w:r>
      <w:r>
        <w:rPr>
          <w:rFonts w:cs="Georgia"/>
          <w:bCs/>
          <w:kern w:val="1"/>
        </w:rPr>
        <w:t xml:space="preserve">. </w:t>
      </w:r>
      <w:r w:rsidR="00BE611A">
        <w:rPr>
          <w:rFonts w:cs="Georgia"/>
          <w:bCs/>
          <w:kern w:val="1"/>
        </w:rPr>
        <w:t>Renseignez-vous auprès des prisonniers</w:t>
      </w:r>
      <w:r>
        <w:rPr>
          <w:rFonts w:cs="Georgia"/>
          <w:bCs/>
          <w:kern w:val="1"/>
        </w:rPr>
        <w:t xml:space="preserve"> : </w:t>
      </w:r>
      <w:r w:rsidR="00BE611A">
        <w:rPr>
          <w:rFonts w:cs="Georgia"/>
          <w:bCs/>
          <w:kern w:val="1"/>
        </w:rPr>
        <w:t>ils vous diront ce que signifient mes paroles</w:t>
      </w:r>
      <w:r>
        <w:rPr>
          <w:rFonts w:cs="Georgia"/>
          <w:bCs/>
          <w:kern w:val="1"/>
        </w:rPr>
        <w:t>.</w:t>
      </w:r>
    </w:p>
    <w:p w14:paraId="3CE2049A" w14:textId="77777777" w:rsidR="000E1451" w:rsidRDefault="000E1451" w:rsidP="00BE611A">
      <w:pPr>
        <w:rPr>
          <w:rFonts w:cs="Georgia"/>
          <w:bCs/>
          <w:kern w:val="1"/>
        </w:rPr>
      </w:pPr>
      <w:r>
        <w:rPr>
          <w:rFonts w:cs="Georgia"/>
          <w:bCs/>
          <w:kern w:val="1"/>
        </w:rPr>
        <w:t>— </w:t>
      </w:r>
      <w:r w:rsidR="00BE611A">
        <w:rPr>
          <w:rFonts w:cs="Georgia"/>
          <w:bCs/>
          <w:kern w:val="1"/>
        </w:rPr>
        <w:t>Mon capitaine</w:t>
      </w:r>
      <w:r>
        <w:rPr>
          <w:rFonts w:cs="Georgia"/>
          <w:bCs/>
          <w:kern w:val="1"/>
        </w:rPr>
        <w:t xml:space="preserve">, </w:t>
      </w:r>
      <w:r w:rsidR="00BE611A">
        <w:rPr>
          <w:rFonts w:cs="Georgia"/>
          <w:bCs/>
          <w:kern w:val="1"/>
        </w:rPr>
        <w:t>dis-je</w:t>
      </w:r>
      <w:r>
        <w:rPr>
          <w:rFonts w:cs="Georgia"/>
          <w:bCs/>
          <w:kern w:val="1"/>
        </w:rPr>
        <w:t xml:space="preserve">, </w:t>
      </w:r>
      <w:r w:rsidR="00BE611A">
        <w:rPr>
          <w:rFonts w:cs="Georgia"/>
          <w:bCs/>
          <w:kern w:val="1"/>
        </w:rPr>
        <w:t>vous n</w:t>
      </w:r>
      <w:r>
        <w:rPr>
          <w:rFonts w:cs="Georgia"/>
          <w:bCs/>
          <w:kern w:val="1"/>
        </w:rPr>
        <w:t>’</w:t>
      </w:r>
      <w:r w:rsidR="00BE611A">
        <w:rPr>
          <w:rFonts w:cs="Georgia"/>
          <w:bCs/>
          <w:kern w:val="1"/>
        </w:rPr>
        <w:t>aurez pas d</w:t>
      </w:r>
      <w:r>
        <w:rPr>
          <w:rFonts w:cs="Georgia"/>
          <w:bCs/>
          <w:kern w:val="1"/>
        </w:rPr>
        <w:t>’</w:t>
      </w:r>
      <w:r w:rsidR="00BE611A">
        <w:rPr>
          <w:rFonts w:cs="Georgia"/>
          <w:bCs/>
          <w:kern w:val="1"/>
        </w:rPr>
        <w:t>ennuis avec moi sous ce rapport</w:t>
      </w:r>
      <w:r>
        <w:rPr>
          <w:rFonts w:cs="Georgia"/>
          <w:bCs/>
          <w:kern w:val="1"/>
        </w:rPr>
        <w:t xml:space="preserve">. </w:t>
      </w:r>
      <w:r w:rsidR="00BE611A">
        <w:rPr>
          <w:rFonts w:cs="Georgia"/>
          <w:bCs/>
          <w:kern w:val="1"/>
        </w:rPr>
        <w:t>J</w:t>
      </w:r>
      <w:r>
        <w:rPr>
          <w:rFonts w:cs="Georgia"/>
          <w:bCs/>
          <w:kern w:val="1"/>
        </w:rPr>
        <w:t>’</w:t>
      </w:r>
      <w:r w:rsidR="00BE611A">
        <w:rPr>
          <w:rFonts w:cs="Georgia"/>
          <w:bCs/>
          <w:kern w:val="1"/>
        </w:rPr>
        <w:t>ai à mon actif</w:t>
      </w:r>
      <w:r>
        <w:rPr>
          <w:rFonts w:cs="Georgia"/>
          <w:bCs/>
          <w:kern w:val="1"/>
        </w:rPr>
        <w:t xml:space="preserve">, </w:t>
      </w:r>
      <w:r w:rsidR="00BE611A">
        <w:rPr>
          <w:rFonts w:cs="Georgia"/>
          <w:bCs/>
          <w:kern w:val="1"/>
        </w:rPr>
        <w:t>depuis deux ans</w:t>
      </w:r>
      <w:r>
        <w:rPr>
          <w:rFonts w:cs="Georgia"/>
          <w:bCs/>
          <w:kern w:val="1"/>
        </w:rPr>
        <w:t xml:space="preserve">, </w:t>
      </w:r>
      <w:r w:rsidR="00BE611A">
        <w:rPr>
          <w:rFonts w:cs="Georgia"/>
          <w:bCs/>
          <w:kern w:val="1"/>
        </w:rPr>
        <w:t>trois tentatives d</w:t>
      </w:r>
      <w:r>
        <w:rPr>
          <w:rFonts w:cs="Georgia"/>
          <w:bCs/>
          <w:kern w:val="1"/>
        </w:rPr>
        <w:t>’</w:t>
      </w:r>
      <w:r w:rsidR="00BE611A">
        <w:rPr>
          <w:rFonts w:cs="Georgia"/>
          <w:bCs/>
          <w:kern w:val="1"/>
        </w:rPr>
        <w:t>évasion qui m</w:t>
      </w:r>
      <w:r>
        <w:rPr>
          <w:rFonts w:cs="Georgia"/>
          <w:bCs/>
          <w:kern w:val="1"/>
        </w:rPr>
        <w:t>’</w:t>
      </w:r>
      <w:r w:rsidR="00BE611A">
        <w:rPr>
          <w:rFonts w:cs="Georgia"/>
          <w:bCs/>
          <w:kern w:val="1"/>
        </w:rPr>
        <w:t>ont déjà valu plus de cent jours de cachot</w:t>
      </w:r>
      <w:r>
        <w:rPr>
          <w:rFonts w:cs="Georgia"/>
          <w:bCs/>
          <w:kern w:val="1"/>
        </w:rPr>
        <w:t xml:space="preserve">. </w:t>
      </w:r>
      <w:r w:rsidR="00BE611A">
        <w:rPr>
          <w:rFonts w:cs="Georgia"/>
          <w:bCs/>
          <w:kern w:val="1"/>
        </w:rPr>
        <w:t>J</w:t>
      </w:r>
      <w:r>
        <w:rPr>
          <w:rFonts w:cs="Georgia"/>
          <w:bCs/>
          <w:kern w:val="1"/>
        </w:rPr>
        <w:t>’</w:t>
      </w:r>
      <w:r w:rsidR="00BE611A">
        <w:rPr>
          <w:rFonts w:cs="Georgia"/>
          <w:bCs/>
          <w:kern w:val="1"/>
        </w:rPr>
        <w:t>ai décidé que c</w:t>
      </w:r>
      <w:r>
        <w:rPr>
          <w:rFonts w:cs="Georgia"/>
          <w:bCs/>
          <w:kern w:val="1"/>
        </w:rPr>
        <w:t>’</w:t>
      </w:r>
      <w:r w:rsidR="00BE611A">
        <w:rPr>
          <w:rFonts w:cs="Georgia"/>
          <w:bCs/>
          <w:kern w:val="1"/>
        </w:rPr>
        <w:t>était assez</w:t>
      </w:r>
      <w:r>
        <w:rPr>
          <w:rFonts w:cs="Georgia"/>
          <w:bCs/>
          <w:kern w:val="1"/>
        </w:rPr>
        <w:t xml:space="preserve">, </w:t>
      </w:r>
      <w:r w:rsidR="00BE611A">
        <w:rPr>
          <w:rFonts w:cs="Georgia"/>
          <w:bCs/>
          <w:kern w:val="1"/>
        </w:rPr>
        <w:t>et à moins vraiment d</w:t>
      </w:r>
      <w:r>
        <w:rPr>
          <w:rFonts w:cs="Georgia"/>
          <w:bCs/>
          <w:kern w:val="1"/>
        </w:rPr>
        <w:t>’</w:t>
      </w:r>
      <w:r w:rsidR="00BE611A">
        <w:rPr>
          <w:rFonts w:cs="Georgia"/>
          <w:bCs/>
          <w:kern w:val="1"/>
        </w:rPr>
        <w:t>une occasion exceptionnelle</w:t>
      </w:r>
      <w:r>
        <w:rPr>
          <w:rFonts w:cs="Georgia"/>
          <w:bCs/>
          <w:kern w:val="1"/>
        </w:rPr>
        <w:t>…</w:t>
      </w:r>
    </w:p>
    <w:p w14:paraId="45D74E14" w14:textId="77777777" w:rsidR="000E1451" w:rsidRDefault="00BE611A" w:rsidP="00BE611A">
      <w:pPr>
        <w:rPr>
          <w:rFonts w:cs="Georgia"/>
          <w:bCs/>
          <w:kern w:val="1"/>
        </w:rPr>
      </w:pPr>
      <w:r>
        <w:rPr>
          <w:rFonts w:cs="Georgia"/>
          <w:bCs/>
          <w:kern w:val="1"/>
        </w:rPr>
        <w:t>Il daigna sourire</w:t>
      </w:r>
      <w:r w:rsidR="000E1451">
        <w:rPr>
          <w:rFonts w:cs="Georgia"/>
          <w:bCs/>
          <w:kern w:val="1"/>
        </w:rPr>
        <w:t>.</w:t>
      </w:r>
    </w:p>
    <w:p w14:paraId="6FDB2FB4" w14:textId="77777777" w:rsidR="000E1451" w:rsidRDefault="000E1451" w:rsidP="00BE611A">
      <w:pPr>
        <w:rPr>
          <w:rFonts w:cs="Georgia"/>
          <w:bCs/>
          <w:kern w:val="1"/>
        </w:rPr>
      </w:pPr>
      <w:r>
        <w:rPr>
          <w:rFonts w:cs="Georgia"/>
          <w:bCs/>
          <w:kern w:val="1"/>
        </w:rPr>
        <w:t>— </w:t>
      </w:r>
      <w:r w:rsidR="00BE611A">
        <w:rPr>
          <w:rFonts w:cs="Georgia"/>
          <w:bCs/>
          <w:kern w:val="1"/>
        </w:rPr>
        <w:t>Nous veillerons à ce qu</w:t>
      </w:r>
      <w:r>
        <w:rPr>
          <w:rFonts w:cs="Georgia"/>
          <w:bCs/>
          <w:kern w:val="1"/>
        </w:rPr>
        <w:t>’</w:t>
      </w:r>
      <w:r w:rsidR="00BE611A">
        <w:rPr>
          <w:rFonts w:cs="Georgia"/>
          <w:bCs/>
          <w:kern w:val="1"/>
        </w:rPr>
        <w:t>elle ne se produise pas</w:t>
      </w:r>
      <w:r>
        <w:rPr>
          <w:rFonts w:cs="Georgia"/>
          <w:bCs/>
          <w:kern w:val="1"/>
        </w:rPr>
        <w:t xml:space="preserve">. </w:t>
      </w:r>
      <w:r w:rsidR="00BE611A">
        <w:rPr>
          <w:rFonts w:cs="Georgia"/>
          <w:bCs/>
          <w:kern w:val="1"/>
        </w:rPr>
        <w:t>Avez-vous quelque chose à me demander</w:t>
      </w:r>
      <w:r>
        <w:rPr>
          <w:rFonts w:cs="Georgia"/>
          <w:bCs/>
          <w:kern w:val="1"/>
        </w:rPr>
        <w:t> ?</w:t>
      </w:r>
    </w:p>
    <w:p w14:paraId="46C1EF72" w14:textId="77777777" w:rsidR="000E1451" w:rsidRDefault="00BE611A" w:rsidP="00BE611A">
      <w:pPr>
        <w:rPr>
          <w:rFonts w:cs="Georgia"/>
          <w:bCs/>
          <w:kern w:val="1"/>
        </w:rPr>
      </w:pPr>
      <w:r>
        <w:rPr>
          <w:rFonts w:cs="Georgia"/>
          <w:bCs/>
          <w:kern w:val="1"/>
        </w:rPr>
        <w:t>Il ne me paraissait pas mal disposé</w:t>
      </w:r>
      <w:r w:rsidR="000E1451">
        <w:rPr>
          <w:rFonts w:cs="Georgia"/>
          <w:bCs/>
          <w:kern w:val="1"/>
        </w:rPr>
        <w:t xml:space="preserve">. </w:t>
      </w:r>
      <w:r>
        <w:rPr>
          <w:rFonts w:cs="Georgia"/>
          <w:bCs/>
          <w:kern w:val="1"/>
        </w:rPr>
        <w:t>Et sans doute l</w:t>
      </w:r>
      <w:r w:rsidR="000E1451">
        <w:rPr>
          <w:rFonts w:cs="Georgia"/>
          <w:bCs/>
          <w:kern w:val="1"/>
        </w:rPr>
        <w:t>’</w:t>
      </w:r>
      <w:r>
        <w:rPr>
          <w:rFonts w:cs="Georgia"/>
          <w:bCs/>
          <w:kern w:val="1"/>
        </w:rPr>
        <w:t>aurais-je vexé en répondant non</w:t>
      </w:r>
      <w:r w:rsidR="000E1451">
        <w:rPr>
          <w:rFonts w:cs="Georgia"/>
          <w:bCs/>
          <w:kern w:val="1"/>
        </w:rPr>
        <w:t>.</w:t>
      </w:r>
    </w:p>
    <w:p w14:paraId="190BC75A" w14:textId="77777777" w:rsidR="000E1451" w:rsidRDefault="000E1451" w:rsidP="00BE611A">
      <w:pPr>
        <w:rPr>
          <w:rFonts w:cs="Georgia"/>
          <w:bCs/>
          <w:kern w:val="1"/>
        </w:rPr>
      </w:pPr>
      <w:r>
        <w:rPr>
          <w:rFonts w:cs="Georgia"/>
          <w:bCs/>
          <w:kern w:val="1"/>
        </w:rPr>
        <w:t>— </w:t>
      </w:r>
      <w:r w:rsidR="00BE611A">
        <w:rPr>
          <w:rFonts w:cs="Georgia"/>
          <w:bCs/>
          <w:kern w:val="1"/>
        </w:rPr>
        <w:t>J</w:t>
      </w:r>
      <w:r>
        <w:rPr>
          <w:rFonts w:cs="Georgia"/>
          <w:bCs/>
          <w:kern w:val="1"/>
        </w:rPr>
        <w:t>’</w:t>
      </w:r>
      <w:r w:rsidR="00BE611A">
        <w:rPr>
          <w:rFonts w:cs="Georgia"/>
          <w:bCs/>
          <w:kern w:val="1"/>
        </w:rPr>
        <w:t>ai ici</w:t>
      </w:r>
      <w:r>
        <w:rPr>
          <w:rFonts w:cs="Georgia"/>
          <w:bCs/>
          <w:kern w:val="1"/>
        </w:rPr>
        <w:t xml:space="preserve">, </w:t>
      </w:r>
      <w:r w:rsidR="00BE611A">
        <w:rPr>
          <w:rFonts w:cs="Georgia"/>
          <w:bCs/>
          <w:kern w:val="1"/>
        </w:rPr>
        <w:t>mon capitaine</w:t>
      </w:r>
      <w:r>
        <w:rPr>
          <w:rFonts w:cs="Georgia"/>
          <w:bCs/>
          <w:kern w:val="1"/>
        </w:rPr>
        <w:t xml:space="preserve">, </w:t>
      </w:r>
      <w:r w:rsidR="00BE611A">
        <w:rPr>
          <w:rFonts w:cs="Georgia"/>
          <w:bCs/>
          <w:kern w:val="1"/>
        </w:rPr>
        <w:t>plusieurs camarades venus avec moi d</w:t>
      </w:r>
      <w:r>
        <w:rPr>
          <w:rFonts w:cs="Georgia"/>
          <w:bCs/>
          <w:kern w:val="1"/>
        </w:rPr>
        <w:t>’</w:t>
      </w:r>
      <w:r w:rsidR="00BE611A">
        <w:rPr>
          <w:rFonts w:cs="Georgia"/>
          <w:bCs/>
          <w:kern w:val="1"/>
        </w:rPr>
        <w:t>Erfurt</w:t>
      </w:r>
      <w:r>
        <w:rPr>
          <w:rFonts w:cs="Georgia"/>
          <w:bCs/>
          <w:kern w:val="1"/>
        </w:rPr>
        <w:t xml:space="preserve"> ? </w:t>
      </w:r>
      <w:r w:rsidR="00BE611A">
        <w:rPr>
          <w:rFonts w:cs="Georgia"/>
          <w:bCs/>
          <w:kern w:val="1"/>
        </w:rPr>
        <w:t>Verriez-vous un inconvénient à ce que nous fussions tous dans la même baraque</w:t>
      </w:r>
      <w:r>
        <w:rPr>
          <w:rFonts w:cs="Georgia"/>
          <w:bCs/>
          <w:kern w:val="1"/>
        </w:rPr>
        <w:t> ?</w:t>
      </w:r>
    </w:p>
    <w:p w14:paraId="73EB807D" w14:textId="77777777" w:rsidR="000E1451" w:rsidRDefault="000E1451" w:rsidP="00BE611A">
      <w:pPr>
        <w:rPr>
          <w:rFonts w:cs="Georgia"/>
          <w:bCs/>
          <w:kern w:val="1"/>
        </w:rPr>
      </w:pPr>
      <w:r>
        <w:rPr>
          <w:rFonts w:cs="Georgia"/>
          <w:bCs/>
          <w:kern w:val="1"/>
        </w:rPr>
        <w:t>— </w:t>
      </w:r>
      <w:r w:rsidR="00BE611A">
        <w:rPr>
          <w:rFonts w:cs="Georgia"/>
          <w:bCs/>
          <w:kern w:val="1"/>
        </w:rPr>
        <w:t>Il n</w:t>
      </w:r>
      <w:r>
        <w:rPr>
          <w:rFonts w:cs="Georgia"/>
          <w:bCs/>
          <w:kern w:val="1"/>
        </w:rPr>
        <w:t>’</w:t>
      </w:r>
      <w:r w:rsidR="00BE611A">
        <w:rPr>
          <w:rFonts w:cs="Georgia"/>
          <w:bCs/>
          <w:kern w:val="1"/>
        </w:rPr>
        <w:t>y a là rien d</w:t>
      </w:r>
      <w:r>
        <w:rPr>
          <w:rFonts w:cs="Georgia"/>
          <w:bCs/>
          <w:kern w:val="1"/>
        </w:rPr>
        <w:t>’</w:t>
      </w:r>
      <w:r w:rsidR="00BE611A">
        <w:rPr>
          <w:rFonts w:cs="Georgia"/>
          <w:bCs/>
          <w:kern w:val="1"/>
        </w:rPr>
        <w:t>impossible</w:t>
      </w:r>
      <w:r>
        <w:rPr>
          <w:rFonts w:cs="Georgia"/>
          <w:bCs/>
          <w:kern w:val="1"/>
        </w:rPr>
        <w:t xml:space="preserve">, </w:t>
      </w:r>
      <w:r w:rsidR="00BE611A">
        <w:rPr>
          <w:rFonts w:cs="Georgia"/>
          <w:bCs/>
          <w:kern w:val="1"/>
        </w:rPr>
        <w:t>au contraire</w:t>
      </w:r>
      <w:r>
        <w:rPr>
          <w:rFonts w:cs="Georgia"/>
          <w:bCs/>
          <w:kern w:val="1"/>
        </w:rPr>
        <w:t xml:space="preserve">. </w:t>
      </w:r>
      <w:r w:rsidR="00BE611A">
        <w:rPr>
          <w:rFonts w:cs="Georgia"/>
          <w:bCs/>
          <w:kern w:val="1"/>
        </w:rPr>
        <w:t>Si ce sont vos amis</w:t>
      </w:r>
      <w:r>
        <w:rPr>
          <w:rFonts w:cs="Georgia"/>
          <w:bCs/>
          <w:kern w:val="1"/>
        </w:rPr>
        <w:t xml:space="preserve">, </w:t>
      </w:r>
      <w:r w:rsidR="00BE611A">
        <w:rPr>
          <w:rFonts w:cs="Georgia"/>
          <w:bCs/>
          <w:kern w:val="1"/>
        </w:rPr>
        <w:t>vous devez avoir sur eux de l</w:t>
      </w:r>
      <w:r>
        <w:rPr>
          <w:rFonts w:cs="Georgia"/>
          <w:bCs/>
          <w:kern w:val="1"/>
        </w:rPr>
        <w:t>’</w:t>
      </w:r>
      <w:r w:rsidR="00BE611A">
        <w:rPr>
          <w:rFonts w:cs="Georgia"/>
          <w:bCs/>
          <w:kern w:val="1"/>
        </w:rPr>
        <w:t>influence</w:t>
      </w:r>
      <w:r>
        <w:rPr>
          <w:rFonts w:cs="Georgia"/>
          <w:bCs/>
          <w:kern w:val="1"/>
        </w:rPr>
        <w:t xml:space="preserve">. </w:t>
      </w:r>
      <w:r w:rsidR="00BE611A">
        <w:rPr>
          <w:rFonts w:cs="Georgia"/>
          <w:bCs/>
          <w:kern w:val="1"/>
        </w:rPr>
        <w:t>L</w:t>
      </w:r>
      <w:r>
        <w:rPr>
          <w:rFonts w:cs="Georgia"/>
          <w:bCs/>
          <w:kern w:val="1"/>
        </w:rPr>
        <w:t>’</w:t>
      </w:r>
      <w:r w:rsidR="00BE611A">
        <w:rPr>
          <w:rFonts w:cs="Georgia"/>
          <w:bCs/>
          <w:kern w:val="1"/>
        </w:rPr>
        <w:t>ordre et la discipline y gagneront</w:t>
      </w:r>
      <w:r>
        <w:rPr>
          <w:rFonts w:cs="Georgia"/>
          <w:bCs/>
          <w:kern w:val="1"/>
        </w:rPr>
        <w:t xml:space="preserve">. </w:t>
      </w:r>
      <w:r w:rsidR="00BE611A">
        <w:rPr>
          <w:rFonts w:cs="Georgia"/>
          <w:bCs/>
          <w:kern w:val="1"/>
        </w:rPr>
        <w:t>Cela dépend de vous</w:t>
      </w:r>
      <w:r>
        <w:rPr>
          <w:rFonts w:cs="Georgia"/>
          <w:bCs/>
          <w:kern w:val="1"/>
        </w:rPr>
        <w:t xml:space="preserve">. </w:t>
      </w:r>
      <w:r w:rsidR="00BE611A">
        <w:rPr>
          <w:rFonts w:cs="Georgia"/>
          <w:bCs/>
          <w:kern w:val="1"/>
        </w:rPr>
        <w:t>Écrivez-moi leurs noms</w:t>
      </w:r>
      <w:r>
        <w:rPr>
          <w:rFonts w:cs="Georgia"/>
          <w:bCs/>
          <w:kern w:val="1"/>
        </w:rPr>
        <w:t xml:space="preserve">, </w:t>
      </w:r>
      <w:r w:rsidR="00BE611A">
        <w:rPr>
          <w:rFonts w:cs="Georgia"/>
          <w:bCs/>
          <w:kern w:val="1"/>
        </w:rPr>
        <w:t>ici</w:t>
      </w:r>
      <w:r>
        <w:rPr>
          <w:rFonts w:cs="Georgia"/>
          <w:bCs/>
          <w:kern w:val="1"/>
        </w:rPr>
        <w:t>.</w:t>
      </w:r>
    </w:p>
    <w:p w14:paraId="2CAD2F7A" w14:textId="77777777" w:rsidR="000E1451" w:rsidRDefault="00BE611A" w:rsidP="00BE611A">
      <w:pPr>
        <w:rPr>
          <w:rFonts w:cs="Georgia"/>
          <w:bCs/>
          <w:kern w:val="1"/>
        </w:rPr>
      </w:pPr>
      <w:r>
        <w:rPr>
          <w:rFonts w:cs="Georgia"/>
          <w:bCs/>
          <w:kern w:val="1"/>
        </w:rPr>
        <w:t>Sur la feuille de papier qu</w:t>
      </w:r>
      <w:r w:rsidR="000E1451">
        <w:rPr>
          <w:rFonts w:cs="Georgia"/>
          <w:bCs/>
          <w:kern w:val="1"/>
        </w:rPr>
        <w:t>’</w:t>
      </w:r>
      <w:r>
        <w:rPr>
          <w:rFonts w:cs="Georgia"/>
          <w:bCs/>
          <w:kern w:val="1"/>
        </w:rPr>
        <w:t>il me tendait</w:t>
      </w:r>
      <w:r w:rsidR="000E1451">
        <w:rPr>
          <w:rFonts w:cs="Georgia"/>
          <w:bCs/>
          <w:kern w:val="1"/>
        </w:rPr>
        <w:t xml:space="preserve">, </w:t>
      </w:r>
      <w:r>
        <w:rPr>
          <w:rFonts w:cs="Georgia"/>
          <w:bCs/>
          <w:kern w:val="1"/>
        </w:rPr>
        <w:t>j</w:t>
      </w:r>
      <w:r w:rsidR="000E1451">
        <w:rPr>
          <w:rFonts w:cs="Georgia"/>
          <w:bCs/>
          <w:kern w:val="1"/>
        </w:rPr>
        <w:t>’</w:t>
      </w:r>
      <w:r>
        <w:rPr>
          <w:rFonts w:cs="Georgia"/>
          <w:bCs/>
          <w:kern w:val="1"/>
        </w:rPr>
        <w:t>inscrivis cinq noms</w:t>
      </w:r>
      <w:r w:rsidR="000E1451">
        <w:rPr>
          <w:rFonts w:cs="Georgia"/>
          <w:bCs/>
          <w:kern w:val="1"/>
        </w:rPr>
        <w:t xml:space="preserve"> : </w:t>
      </w:r>
      <w:r>
        <w:rPr>
          <w:rFonts w:cs="Georgia"/>
          <w:bCs/>
          <w:kern w:val="1"/>
        </w:rPr>
        <w:t>Vandaële</w:t>
      </w:r>
      <w:r w:rsidR="000E1451">
        <w:rPr>
          <w:rFonts w:cs="Georgia"/>
          <w:bCs/>
          <w:kern w:val="1"/>
        </w:rPr>
        <w:t xml:space="preserve">, </w:t>
      </w:r>
      <w:r>
        <w:rPr>
          <w:rFonts w:cs="Georgia"/>
          <w:bCs/>
          <w:kern w:val="1"/>
        </w:rPr>
        <w:t>Guérin</w:t>
      </w:r>
      <w:r w:rsidR="000E1451">
        <w:rPr>
          <w:rFonts w:cs="Georgia"/>
          <w:bCs/>
          <w:kern w:val="1"/>
        </w:rPr>
        <w:t xml:space="preserve">, </w:t>
      </w:r>
      <w:r>
        <w:rPr>
          <w:rFonts w:cs="Georgia"/>
          <w:bCs/>
          <w:kern w:val="1"/>
        </w:rPr>
        <w:t>Fichet</w:t>
      </w:r>
      <w:r w:rsidR="000E1451">
        <w:rPr>
          <w:rFonts w:cs="Georgia"/>
          <w:bCs/>
          <w:kern w:val="1"/>
        </w:rPr>
        <w:t xml:space="preserve">, </w:t>
      </w:r>
      <w:r>
        <w:rPr>
          <w:rFonts w:cs="Georgia"/>
          <w:bCs/>
          <w:kern w:val="1"/>
        </w:rPr>
        <w:t>Audemard et Sylvestre</w:t>
      </w:r>
      <w:r w:rsidR="000E1451">
        <w:rPr>
          <w:rFonts w:cs="Georgia"/>
          <w:bCs/>
          <w:kern w:val="1"/>
        </w:rPr>
        <w:t>.</w:t>
      </w:r>
    </w:p>
    <w:p w14:paraId="0B031CBC" w14:textId="77777777" w:rsidR="000E1451" w:rsidRDefault="000E1451" w:rsidP="00BE611A">
      <w:pPr>
        <w:rPr>
          <w:rFonts w:cs="Georgia"/>
          <w:bCs/>
          <w:kern w:val="1"/>
        </w:rPr>
      </w:pPr>
      <w:r>
        <w:rPr>
          <w:rFonts w:cs="Georgia"/>
          <w:bCs/>
          <w:kern w:val="1"/>
        </w:rPr>
        <w:t>— </w:t>
      </w:r>
      <w:r w:rsidR="00BE611A">
        <w:rPr>
          <w:rFonts w:cs="Georgia"/>
          <w:bCs/>
          <w:kern w:val="1"/>
        </w:rPr>
        <w:t>Je vous remercie</w:t>
      </w:r>
      <w:r>
        <w:rPr>
          <w:rFonts w:cs="Georgia"/>
          <w:bCs/>
          <w:kern w:val="1"/>
        </w:rPr>
        <w:t xml:space="preserve">, </w:t>
      </w:r>
      <w:r w:rsidR="00BE611A">
        <w:rPr>
          <w:rFonts w:cs="Georgia"/>
          <w:bCs/>
          <w:kern w:val="1"/>
        </w:rPr>
        <w:t>mon capitaine</w:t>
      </w:r>
      <w:r>
        <w:rPr>
          <w:rFonts w:cs="Georgia"/>
          <w:bCs/>
          <w:kern w:val="1"/>
        </w:rPr>
        <w:t>.</w:t>
      </w:r>
    </w:p>
    <w:p w14:paraId="117221BB" w14:textId="77777777" w:rsidR="000E1451" w:rsidRDefault="00BE611A" w:rsidP="00BE611A">
      <w:pPr>
        <w:rPr>
          <w:rFonts w:cs="Georgia"/>
          <w:bCs/>
          <w:kern w:val="1"/>
        </w:rPr>
      </w:pPr>
      <w:r>
        <w:rPr>
          <w:rFonts w:cs="Georgia"/>
          <w:bCs/>
          <w:kern w:val="1"/>
        </w:rPr>
        <w:t>Il s</w:t>
      </w:r>
      <w:r w:rsidR="000E1451">
        <w:rPr>
          <w:rFonts w:cs="Georgia"/>
          <w:bCs/>
          <w:kern w:val="1"/>
        </w:rPr>
        <w:t>’</w:t>
      </w:r>
      <w:r>
        <w:rPr>
          <w:rFonts w:cs="Georgia"/>
          <w:bCs/>
          <w:kern w:val="1"/>
        </w:rPr>
        <w:t>inclina légèrement</w:t>
      </w:r>
      <w:r w:rsidR="000E1451">
        <w:rPr>
          <w:rFonts w:cs="Georgia"/>
          <w:bCs/>
          <w:kern w:val="1"/>
        </w:rPr>
        <w:t xml:space="preserve">, </w:t>
      </w:r>
      <w:r>
        <w:rPr>
          <w:rFonts w:cs="Georgia"/>
          <w:bCs/>
          <w:kern w:val="1"/>
        </w:rPr>
        <w:t>chose qu</w:t>
      </w:r>
      <w:r w:rsidR="000E1451">
        <w:rPr>
          <w:rFonts w:cs="Georgia"/>
          <w:bCs/>
          <w:kern w:val="1"/>
        </w:rPr>
        <w:t>’</w:t>
      </w:r>
      <w:r>
        <w:rPr>
          <w:rFonts w:cs="Georgia"/>
          <w:bCs/>
          <w:kern w:val="1"/>
        </w:rPr>
        <w:t>il n</w:t>
      </w:r>
      <w:r w:rsidR="000E1451">
        <w:rPr>
          <w:rFonts w:cs="Georgia"/>
          <w:bCs/>
          <w:kern w:val="1"/>
        </w:rPr>
        <w:t>’</w:t>
      </w:r>
      <w:r>
        <w:rPr>
          <w:rFonts w:cs="Georgia"/>
          <w:bCs/>
          <w:kern w:val="1"/>
        </w:rPr>
        <w:t>avait pas faite quand j</w:t>
      </w:r>
      <w:r w:rsidR="000E1451">
        <w:rPr>
          <w:rFonts w:cs="Georgia"/>
          <w:bCs/>
          <w:kern w:val="1"/>
        </w:rPr>
        <w:t>’</w:t>
      </w:r>
      <w:r>
        <w:rPr>
          <w:rFonts w:cs="Georgia"/>
          <w:bCs/>
          <w:kern w:val="1"/>
        </w:rPr>
        <w:t>étais entré</w:t>
      </w:r>
      <w:r w:rsidR="000E1451">
        <w:rPr>
          <w:rFonts w:cs="Georgia"/>
          <w:bCs/>
          <w:kern w:val="1"/>
        </w:rPr>
        <w:t>.</w:t>
      </w:r>
    </w:p>
    <w:p w14:paraId="6284B6B5" w14:textId="77777777" w:rsidR="000E1451" w:rsidRDefault="000E1451" w:rsidP="00BE611A">
      <w:pPr>
        <w:rPr>
          <w:rFonts w:cs="Georgia"/>
          <w:bCs/>
          <w:kern w:val="1"/>
        </w:rPr>
      </w:pPr>
      <w:r>
        <w:rPr>
          <w:rFonts w:cs="Georgia"/>
          <w:bCs/>
          <w:kern w:val="1"/>
        </w:rPr>
        <w:t>— </w:t>
      </w:r>
      <w:r w:rsidR="00BE611A">
        <w:rPr>
          <w:rFonts w:cs="Georgia"/>
          <w:bCs/>
          <w:kern w:val="1"/>
        </w:rPr>
        <w:t>Vous pouvez disposer</w:t>
      </w:r>
      <w:r>
        <w:rPr>
          <w:rFonts w:cs="Georgia"/>
          <w:bCs/>
          <w:kern w:val="1"/>
        </w:rPr>
        <w:t xml:space="preserve">, </w:t>
      </w:r>
      <w:r w:rsidR="00BE611A">
        <w:rPr>
          <w:rFonts w:cs="Georgia"/>
          <w:bCs/>
          <w:kern w:val="1"/>
        </w:rPr>
        <w:t>dit-il</w:t>
      </w:r>
      <w:r>
        <w:rPr>
          <w:rFonts w:cs="Georgia"/>
          <w:bCs/>
          <w:kern w:val="1"/>
        </w:rPr>
        <w:t>.</w:t>
      </w:r>
    </w:p>
    <w:p w14:paraId="18622B4D" w14:textId="77777777" w:rsidR="000E1451" w:rsidRDefault="00BE611A" w:rsidP="00BE611A">
      <w:pPr>
        <w:rPr>
          <w:rFonts w:cs="Georgia"/>
          <w:bCs/>
          <w:kern w:val="1"/>
        </w:rPr>
      </w:pPr>
      <w:r>
        <w:rPr>
          <w:rFonts w:cs="Georgia"/>
          <w:bCs/>
          <w:kern w:val="1"/>
        </w:rPr>
        <w:lastRenderedPageBreak/>
        <w:t>Dehors</w:t>
      </w:r>
      <w:r w:rsidR="000E1451">
        <w:rPr>
          <w:rFonts w:cs="Georgia"/>
          <w:bCs/>
          <w:kern w:val="1"/>
        </w:rPr>
        <w:t xml:space="preserve">, </w:t>
      </w:r>
      <w:r>
        <w:rPr>
          <w:rFonts w:cs="Georgia"/>
          <w:bCs/>
          <w:kern w:val="1"/>
        </w:rPr>
        <w:t>je retrouvai Bergez</w:t>
      </w:r>
      <w:r w:rsidR="000E1451">
        <w:rPr>
          <w:rFonts w:cs="Georgia"/>
          <w:bCs/>
          <w:kern w:val="1"/>
        </w:rPr>
        <w:t>.</w:t>
      </w:r>
    </w:p>
    <w:p w14:paraId="0923F1E2" w14:textId="77777777" w:rsidR="000E1451" w:rsidRDefault="000E1451" w:rsidP="00BE611A">
      <w:pPr>
        <w:rPr>
          <w:rFonts w:cs="Georgia"/>
          <w:bCs/>
          <w:kern w:val="1"/>
        </w:rPr>
      </w:pPr>
      <w:r>
        <w:rPr>
          <w:rFonts w:cs="Georgia"/>
          <w:bCs/>
          <w:kern w:val="1"/>
        </w:rPr>
        <w:t>— </w:t>
      </w:r>
      <w:r w:rsidR="00BE611A">
        <w:rPr>
          <w:rFonts w:cs="Georgia"/>
          <w:bCs/>
          <w:kern w:val="1"/>
        </w:rPr>
        <w:t>Eh bien</w:t>
      </w:r>
      <w:r>
        <w:rPr>
          <w:rFonts w:cs="Georgia"/>
          <w:bCs/>
          <w:kern w:val="1"/>
        </w:rPr>
        <w:t xml:space="preserve">, </w:t>
      </w:r>
      <w:r w:rsidR="00BE611A">
        <w:rPr>
          <w:rFonts w:cs="Georgia"/>
          <w:bCs/>
          <w:kern w:val="1"/>
        </w:rPr>
        <w:t>qu</w:t>
      </w:r>
      <w:r>
        <w:rPr>
          <w:rFonts w:cs="Georgia"/>
          <w:bCs/>
          <w:kern w:val="1"/>
        </w:rPr>
        <w:t>’</w:t>
      </w:r>
      <w:r w:rsidR="00BE611A">
        <w:rPr>
          <w:rFonts w:cs="Georgia"/>
          <w:bCs/>
          <w:kern w:val="1"/>
        </w:rPr>
        <w:t>est-ce que tu en penses</w:t>
      </w:r>
      <w:r>
        <w:rPr>
          <w:rFonts w:cs="Georgia"/>
          <w:bCs/>
          <w:kern w:val="1"/>
        </w:rPr>
        <w:t xml:space="preserve">, </w:t>
      </w:r>
      <w:r w:rsidR="00BE611A">
        <w:rPr>
          <w:rFonts w:cs="Georgia"/>
          <w:bCs/>
          <w:kern w:val="1"/>
        </w:rPr>
        <w:t>de ce coco-là</w:t>
      </w:r>
      <w:r>
        <w:rPr>
          <w:rFonts w:cs="Georgia"/>
          <w:bCs/>
          <w:kern w:val="1"/>
        </w:rPr>
        <w:t> ?</w:t>
      </w:r>
    </w:p>
    <w:p w14:paraId="43031476" w14:textId="77777777" w:rsidR="000E1451" w:rsidRDefault="000E1451" w:rsidP="00BE611A">
      <w:pPr>
        <w:rPr>
          <w:rFonts w:cs="Georgia"/>
          <w:bCs/>
          <w:kern w:val="1"/>
        </w:rPr>
      </w:pPr>
      <w:r>
        <w:rPr>
          <w:rFonts w:cs="Georgia"/>
          <w:bCs/>
          <w:kern w:val="1"/>
        </w:rPr>
        <w:t>— </w:t>
      </w:r>
      <w:r w:rsidR="00BE611A">
        <w:rPr>
          <w:rFonts w:cs="Georgia"/>
          <w:bCs/>
          <w:kern w:val="1"/>
        </w:rPr>
        <w:t>Ce que j</w:t>
      </w:r>
      <w:r>
        <w:rPr>
          <w:rFonts w:cs="Georgia"/>
          <w:bCs/>
          <w:kern w:val="1"/>
        </w:rPr>
        <w:t>’</w:t>
      </w:r>
      <w:r w:rsidR="00BE611A">
        <w:rPr>
          <w:rFonts w:cs="Georgia"/>
          <w:bCs/>
          <w:kern w:val="1"/>
        </w:rPr>
        <w:t>en pense</w:t>
      </w:r>
      <w:r>
        <w:rPr>
          <w:rFonts w:cs="Georgia"/>
          <w:bCs/>
          <w:kern w:val="1"/>
        </w:rPr>
        <w:t xml:space="preserve"> ? </w:t>
      </w:r>
      <w:r w:rsidR="00BE611A">
        <w:rPr>
          <w:rFonts w:cs="Georgia"/>
          <w:bCs/>
          <w:kern w:val="1"/>
        </w:rPr>
        <w:t>Je pense que c</w:t>
      </w:r>
      <w:r>
        <w:rPr>
          <w:rFonts w:cs="Georgia"/>
          <w:bCs/>
          <w:kern w:val="1"/>
        </w:rPr>
        <w:t>’</w:t>
      </w:r>
      <w:r w:rsidR="00BE611A">
        <w:rPr>
          <w:rFonts w:cs="Georgia"/>
          <w:bCs/>
          <w:kern w:val="1"/>
        </w:rPr>
        <w:t>est quelqu</w:t>
      </w:r>
      <w:r>
        <w:rPr>
          <w:rFonts w:cs="Georgia"/>
          <w:bCs/>
          <w:kern w:val="1"/>
        </w:rPr>
        <w:t>’</w:t>
      </w:r>
      <w:r w:rsidR="00BE611A">
        <w:rPr>
          <w:rFonts w:cs="Georgia"/>
          <w:bCs/>
          <w:kern w:val="1"/>
        </w:rPr>
        <w:t>un</w:t>
      </w:r>
      <w:r>
        <w:rPr>
          <w:rFonts w:cs="Georgia"/>
          <w:bCs/>
          <w:kern w:val="1"/>
        </w:rPr>
        <w:t xml:space="preserve">. </w:t>
      </w:r>
      <w:r w:rsidR="00BE611A">
        <w:rPr>
          <w:rFonts w:cs="Georgia"/>
          <w:bCs/>
          <w:kern w:val="1"/>
        </w:rPr>
        <w:t>Mais quelqu</w:t>
      </w:r>
      <w:r>
        <w:rPr>
          <w:rFonts w:cs="Georgia"/>
          <w:bCs/>
          <w:kern w:val="1"/>
        </w:rPr>
        <w:t>’</w:t>
      </w:r>
      <w:r w:rsidR="00BE611A">
        <w:rPr>
          <w:rFonts w:cs="Georgia"/>
          <w:bCs/>
          <w:kern w:val="1"/>
        </w:rPr>
        <w:t>un qui</w:t>
      </w:r>
      <w:r>
        <w:rPr>
          <w:rFonts w:cs="Georgia"/>
          <w:bCs/>
          <w:kern w:val="1"/>
        </w:rPr>
        <w:t xml:space="preserve">, </w:t>
      </w:r>
      <w:r w:rsidR="00BE611A">
        <w:rPr>
          <w:rFonts w:cs="Georgia"/>
          <w:bCs/>
          <w:kern w:val="1"/>
        </w:rPr>
        <w:t>à l</w:t>
      </w:r>
      <w:r>
        <w:rPr>
          <w:rFonts w:cs="Georgia"/>
          <w:bCs/>
          <w:kern w:val="1"/>
        </w:rPr>
        <w:t>’</w:t>
      </w:r>
      <w:r w:rsidR="00BE611A">
        <w:rPr>
          <w:rFonts w:cs="Georgia"/>
          <w:bCs/>
          <w:kern w:val="1"/>
        </w:rPr>
        <w:t>occasion</w:t>
      </w:r>
      <w:r>
        <w:rPr>
          <w:rFonts w:cs="Georgia"/>
          <w:bCs/>
          <w:kern w:val="1"/>
        </w:rPr>
        <w:t xml:space="preserve">, </w:t>
      </w:r>
      <w:r w:rsidR="00BE611A">
        <w:rPr>
          <w:rFonts w:cs="Georgia"/>
          <w:bCs/>
          <w:kern w:val="1"/>
        </w:rPr>
        <w:t>ne nous manquera pas</w:t>
      </w:r>
      <w:r>
        <w:rPr>
          <w:rFonts w:cs="Georgia"/>
          <w:bCs/>
          <w:kern w:val="1"/>
        </w:rPr>
        <w:t xml:space="preserve">. </w:t>
      </w:r>
      <w:r w:rsidR="00BE611A">
        <w:rPr>
          <w:rFonts w:cs="Georgia"/>
          <w:bCs/>
          <w:kern w:val="1"/>
        </w:rPr>
        <w:t>Bon</w:t>
      </w:r>
      <w:r>
        <w:rPr>
          <w:rFonts w:cs="Georgia"/>
          <w:bCs/>
          <w:kern w:val="1"/>
        </w:rPr>
        <w:t xml:space="preserve">, </w:t>
      </w:r>
      <w:r w:rsidR="00BE611A">
        <w:rPr>
          <w:rFonts w:cs="Georgia"/>
          <w:bCs/>
          <w:kern w:val="1"/>
        </w:rPr>
        <w:t>voilà qu</w:t>
      </w:r>
      <w:r>
        <w:rPr>
          <w:rFonts w:cs="Georgia"/>
          <w:bCs/>
          <w:kern w:val="1"/>
        </w:rPr>
        <w:t>’</w:t>
      </w:r>
      <w:r w:rsidR="00BE611A">
        <w:rPr>
          <w:rFonts w:cs="Georgia"/>
          <w:bCs/>
          <w:kern w:val="1"/>
        </w:rPr>
        <w:t>il commence à neiger</w:t>
      </w:r>
      <w:r>
        <w:rPr>
          <w:rFonts w:cs="Georgia"/>
          <w:bCs/>
          <w:kern w:val="1"/>
        </w:rPr>
        <w:t> !</w:t>
      </w:r>
    </w:p>
    <w:p w14:paraId="6834D6E5" w14:textId="77777777" w:rsidR="00BE611A" w:rsidRDefault="00BE611A" w:rsidP="000E1451">
      <w:pPr>
        <w:pStyle w:val="Titre1"/>
        <w:numPr>
          <w:ilvl w:val="0"/>
          <w:numId w:val="15"/>
        </w:numPr>
        <w:ind w:left="0" w:firstLine="0"/>
        <w:rPr>
          <w:rFonts w:cs="Georgia"/>
          <w:kern w:val="1"/>
        </w:rPr>
      </w:pPr>
      <w:bookmarkStart w:id="6" w:name="__RefHeading__7370_928681719"/>
      <w:bookmarkStart w:id="7" w:name="_Toc195555062"/>
      <w:bookmarkEnd w:id="6"/>
      <w:r>
        <w:rPr>
          <w:kern w:val="1"/>
        </w:rPr>
        <w:lastRenderedPageBreak/>
        <w:t>IV</w:t>
      </w:r>
      <w:bookmarkEnd w:id="7"/>
    </w:p>
    <w:p w14:paraId="4E24FBD6" w14:textId="77777777" w:rsidR="000E1451" w:rsidRDefault="00BE611A" w:rsidP="00BE611A">
      <w:pPr>
        <w:rPr>
          <w:rFonts w:cs="Georgia"/>
          <w:bCs/>
          <w:kern w:val="1"/>
        </w:rPr>
      </w:pPr>
      <w:r>
        <w:rPr>
          <w:rFonts w:cs="Georgia"/>
          <w:bCs/>
          <w:kern w:val="1"/>
        </w:rPr>
        <w:t>Nous ne parlons plus jamais</w:t>
      </w:r>
      <w:r w:rsidR="000E1451">
        <w:rPr>
          <w:rFonts w:cs="Georgia"/>
          <w:bCs/>
          <w:kern w:val="1"/>
        </w:rPr>
        <w:t xml:space="preserve">, </w:t>
      </w:r>
      <w:r>
        <w:rPr>
          <w:rFonts w:cs="Georgia"/>
          <w:bCs/>
          <w:kern w:val="1"/>
        </w:rPr>
        <w:t>Guérin et moi</w:t>
      </w:r>
      <w:r w:rsidR="000E1451">
        <w:rPr>
          <w:rFonts w:cs="Georgia"/>
          <w:bCs/>
          <w:kern w:val="1"/>
        </w:rPr>
        <w:t xml:space="preserve">, </w:t>
      </w:r>
      <w:r>
        <w:rPr>
          <w:rFonts w:cs="Georgia"/>
          <w:bCs/>
          <w:kern w:val="1"/>
        </w:rPr>
        <w:t>des maux que nous avons endurés ensemble</w:t>
      </w:r>
      <w:r w:rsidR="000E1451">
        <w:rPr>
          <w:rFonts w:cs="Georgia"/>
          <w:bCs/>
          <w:kern w:val="1"/>
        </w:rPr>
        <w:t xml:space="preserve">. </w:t>
      </w:r>
      <w:r>
        <w:rPr>
          <w:rFonts w:cs="Georgia"/>
          <w:bCs/>
          <w:kern w:val="1"/>
        </w:rPr>
        <w:t>Il y a</w:t>
      </w:r>
      <w:r w:rsidR="000E1451">
        <w:rPr>
          <w:rFonts w:cs="Georgia"/>
          <w:bCs/>
          <w:kern w:val="1"/>
        </w:rPr>
        <w:t xml:space="preserve">, </w:t>
      </w:r>
      <w:r>
        <w:rPr>
          <w:rFonts w:cs="Georgia"/>
          <w:bCs/>
          <w:kern w:val="1"/>
        </w:rPr>
        <w:t>je l</w:t>
      </w:r>
      <w:r w:rsidR="000E1451">
        <w:rPr>
          <w:rFonts w:cs="Georgia"/>
          <w:bCs/>
          <w:kern w:val="1"/>
        </w:rPr>
        <w:t>’</w:t>
      </w:r>
      <w:r>
        <w:rPr>
          <w:rFonts w:cs="Georgia"/>
          <w:bCs/>
          <w:kern w:val="1"/>
        </w:rPr>
        <w:t>ai dit</w:t>
      </w:r>
      <w:r w:rsidR="000E1451">
        <w:rPr>
          <w:rFonts w:cs="Georgia"/>
          <w:bCs/>
          <w:kern w:val="1"/>
        </w:rPr>
        <w:t xml:space="preserve">, </w:t>
      </w:r>
      <w:r>
        <w:rPr>
          <w:rFonts w:cs="Georgia"/>
          <w:bCs/>
          <w:kern w:val="1"/>
        </w:rPr>
        <w:t>une raison à ce silence</w:t>
      </w:r>
      <w:r w:rsidR="000E1451">
        <w:rPr>
          <w:rFonts w:cs="Georgia"/>
          <w:bCs/>
          <w:kern w:val="1"/>
        </w:rPr>
        <w:t xml:space="preserve">. </w:t>
      </w:r>
      <w:r>
        <w:rPr>
          <w:rFonts w:cs="Georgia"/>
          <w:bCs/>
          <w:kern w:val="1"/>
        </w:rPr>
        <w:t>Mais d</w:t>
      </w:r>
      <w:r w:rsidR="000E1451">
        <w:rPr>
          <w:rFonts w:cs="Georgia"/>
          <w:bCs/>
          <w:kern w:val="1"/>
        </w:rPr>
        <w:t>’</w:t>
      </w:r>
      <w:r>
        <w:rPr>
          <w:rFonts w:cs="Georgia"/>
          <w:bCs/>
          <w:kern w:val="1"/>
        </w:rPr>
        <w:t>autres</w:t>
      </w:r>
      <w:r w:rsidR="000E1451">
        <w:rPr>
          <w:rFonts w:cs="Georgia"/>
          <w:bCs/>
          <w:kern w:val="1"/>
        </w:rPr>
        <w:t xml:space="preserve">, </w:t>
      </w:r>
      <w:r>
        <w:rPr>
          <w:rFonts w:cs="Georgia"/>
          <w:bCs/>
          <w:kern w:val="1"/>
        </w:rPr>
        <w:t>qui n</w:t>
      </w:r>
      <w:r w:rsidR="000E1451">
        <w:rPr>
          <w:rFonts w:cs="Georgia"/>
          <w:bCs/>
          <w:kern w:val="1"/>
        </w:rPr>
        <w:t>’</w:t>
      </w:r>
      <w:r>
        <w:rPr>
          <w:rFonts w:cs="Georgia"/>
          <w:bCs/>
          <w:kern w:val="1"/>
        </w:rPr>
        <w:t>ont pas cette raison</w:t>
      </w:r>
      <w:r w:rsidR="000E1451">
        <w:rPr>
          <w:rFonts w:cs="Georgia"/>
          <w:bCs/>
          <w:kern w:val="1"/>
        </w:rPr>
        <w:t xml:space="preserve">, </w:t>
      </w:r>
      <w:r>
        <w:rPr>
          <w:rFonts w:cs="Georgia"/>
          <w:bCs/>
          <w:kern w:val="1"/>
        </w:rPr>
        <w:t>sont-ils plus loquaces</w:t>
      </w:r>
      <w:r w:rsidR="000E1451">
        <w:rPr>
          <w:rFonts w:cs="Georgia"/>
          <w:bCs/>
          <w:kern w:val="1"/>
        </w:rPr>
        <w:t xml:space="preserve"> ? </w:t>
      </w:r>
      <w:r>
        <w:rPr>
          <w:rFonts w:cs="Georgia"/>
          <w:bCs/>
          <w:kern w:val="1"/>
        </w:rPr>
        <w:t>J</w:t>
      </w:r>
      <w:r w:rsidR="000E1451">
        <w:rPr>
          <w:rFonts w:cs="Georgia"/>
          <w:bCs/>
          <w:kern w:val="1"/>
        </w:rPr>
        <w:t>’</w:t>
      </w:r>
      <w:r>
        <w:rPr>
          <w:rFonts w:cs="Georgia"/>
          <w:bCs/>
          <w:kern w:val="1"/>
        </w:rPr>
        <w:t>ai l</w:t>
      </w:r>
      <w:r w:rsidR="000E1451">
        <w:rPr>
          <w:rFonts w:cs="Georgia"/>
          <w:bCs/>
          <w:kern w:val="1"/>
        </w:rPr>
        <w:t>’</w:t>
      </w:r>
      <w:r>
        <w:rPr>
          <w:rFonts w:cs="Georgia"/>
          <w:bCs/>
          <w:kern w:val="1"/>
        </w:rPr>
        <w:t>impression que non</w:t>
      </w:r>
      <w:r w:rsidR="000E1451">
        <w:rPr>
          <w:rFonts w:cs="Georgia"/>
          <w:bCs/>
          <w:kern w:val="1"/>
        </w:rPr>
        <w:t xml:space="preserve">. </w:t>
      </w:r>
      <w:r>
        <w:rPr>
          <w:rFonts w:cs="Georgia"/>
          <w:bCs/>
          <w:kern w:val="1"/>
        </w:rPr>
        <w:t>Lorsque deux camarades se trouvent réunis</w:t>
      </w:r>
      <w:r w:rsidR="000E1451">
        <w:rPr>
          <w:rFonts w:cs="Georgia"/>
          <w:bCs/>
          <w:kern w:val="1"/>
        </w:rPr>
        <w:t xml:space="preserve">, </w:t>
      </w:r>
      <w:r>
        <w:rPr>
          <w:rFonts w:cs="Georgia"/>
          <w:bCs/>
          <w:kern w:val="1"/>
        </w:rPr>
        <w:t>ils commencent</w:t>
      </w:r>
      <w:r w:rsidR="000E1451">
        <w:rPr>
          <w:rFonts w:cs="Georgia"/>
          <w:bCs/>
          <w:kern w:val="1"/>
        </w:rPr>
        <w:t xml:space="preserve">, </w:t>
      </w:r>
      <w:r>
        <w:rPr>
          <w:rFonts w:cs="Georgia"/>
          <w:bCs/>
          <w:kern w:val="1"/>
        </w:rPr>
        <w:t>bien entendu</w:t>
      </w:r>
      <w:r w:rsidR="000E1451">
        <w:rPr>
          <w:rFonts w:cs="Georgia"/>
          <w:bCs/>
          <w:kern w:val="1"/>
        </w:rPr>
        <w:t xml:space="preserve">, </w:t>
      </w:r>
      <w:r>
        <w:rPr>
          <w:rFonts w:cs="Georgia"/>
          <w:bCs/>
          <w:kern w:val="1"/>
        </w:rPr>
        <w:t>par énumérer leurs souvenirs</w:t>
      </w:r>
      <w:r w:rsidR="000E1451">
        <w:rPr>
          <w:rFonts w:cs="Georgia"/>
          <w:bCs/>
          <w:kern w:val="1"/>
        </w:rPr>
        <w:t xml:space="preserve">. </w:t>
      </w:r>
      <w:r>
        <w:rPr>
          <w:rFonts w:cs="Georgia"/>
          <w:bCs/>
          <w:kern w:val="1"/>
        </w:rPr>
        <w:t>Mais quel peu de spontanéité</w:t>
      </w:r>
      <w:r w:rsidR="000E1451">
        <w:rPr>
          <w:rFonts w:cs="Georgia"/>
          <w:bCs/>
          <w:kern w:val="1"/>
        </w:rPr>
        <w:t xml:space="preserve"> ! </w:t>
      </w:r>
      <w:r>
        <w:rPr>
          <w:rFonts w:cs="Georgia"/>
          <w:bCs/>
          <w:kern w:val="1"/>
        </w:rPr>
        <w:t>Seulement</w:t>
      </w:r>
      <w:r w:rsidR="000E1451">
        <w:rPr>
          <w:rFonts w:cs="Georgia"/>
          <w:bCs/>
          <w:kern w:val="1"/>
        </w:rPr>
        <w:t xml:space="preserve">, </w:t>
      </w:r>
      <w:r>
        <w:rPr>
          <w:rFonts w:cs="Georgia"/>
          <w:bCs/>
          <w:kern w:val="1"/>
        </w:rPr>
        <w:t>semble-t-il</w:t>
      </w:r>
      <w:r w:rsidR="000E1451">
        <w:rPr>
          <w:rFonts w:cs="Georgia"/>
          <w:bCs/>
          <w:kern w:val="1"/>
        </w:rPr>
        <w:t xml:space="preserve">, </w:t>
      </w:r>
      <w:r>
        <w:rPr>
          <w:rFonts w:cs="Georgia"/>
          <w:bCs/>
          <w:kern w:val="1"/>
        </w:rPr>
        <w:t>le souci de tenir l</w:t>
      </w:r>
      <w:r w:rsidR="000E1451">
        <w:rPr>
          <w:rFonts w:cs="Georgia"/>
          <w:bCs/>
          <w:kern w:val="1"/>
        </w:rPr>
        <w:t>’</w:t>
      </w:r>
      <w:r>
        <w:rPr>
          <w:rFonts w:cs="Georgia"/>
          <w:bCs/>
          <w:kern w:val="1"/>
        </w:rPr>
        <w:t>engagement pris pendant les sombres journées de jadis</w:t>
      </w:r>
      <w:r w:rsidR="000E1451">
        <w:rPr>
          <w:rFonts w:cs="Georgia"/>
          <w:bCs/>
          <w:kern w:val="1"/>
        </w:rPr>
        <w:t xml:space="preserve">. </w:t>
      </w:r>
      <w:r>
        <w:rPr>
          <w:rFonts w:cs="Georgia"/>
          <w:bCs/>
          <w:kern w:val="1"/>
        </w:rPr>
        <w:t>Presque tout de suite</w:t>
      </w:r>
      <w:r w:rsidR="000E1451">
        <w:rPr>
          <w:rFonts w:cs="Georgia"/>
          <w:bCs/>
          <w:kern w:val="1"/>
        </w:rPr>
        <w:t xml:space="preserve">, </w:t>
      </w:r>
      <w:r>
        <w:rPr>
          <w:rFonts w:cs="Georgia"/>
          <w:bCs/>
          <w:kern w:val="1"/>
        </w:rPr>
        <w:t>la conversation se ralentit</w:t>
      </w:r>
      <w:r w:rsidR="000E1451">
        <w:rPr>
          <w:rFonts w:cs="Georgia"/>
          <w:bCs/>
          <w:kern w:val="1"/>
        </w:rPr>
        <w:t xml:space="preserve">. </w:t>
      </w:r>
      <w:r>
        <w:rPr>
          <w:rFonts w:cs="Georgia"/>
          <w:bCs/>
          <w:kern w:val="1"/>
        </w:rPr>
        <w:t>Elle ploie sous une mutuelle lassitude</w:t>
      </w:r>
      <w:r w:rsidR="000E1451">
        <w:rPr>
          <w:rFonts w:cs="Georgia"/>
          <w:bCs/>
          <w:kern w:val="1"/>
        </w:rPr>
        <w:t xml:space="preserve">. </w:t>
      </w:r>
      <w:r>
        <w:rPr>
          <w:rFonts w:cs="Georgia"/>
          <w:bCs/>
          <w:kern w:val="1"/>
        </w:rPr>
        <w:t>On sent les deux pensées qui bifurquent</w:t>
      </w:r>
      <w:r w:rsidR="000E1451">
        <w:rPr>
          <w:rFonts w:cs="Georgia"/>
          <w:bCs/>
          <w:kern w:val="1"/>
        </w:rPr>
        <w:t xml:space="preserve">. </w:t>
      </w:r>
      <w:r>
        <w:rPr>
          <w:rFonts w:cs="Georgia"/>
          <w:bCs/>
          <w:kern w:val="1"/>
        </w:rPr>
        <w:t>Elles s</w:t>
      </w:r>
      <w:r w:rsidR="000E1451">
        <w:rPr>
          <w:rFonts w:cs="Georgia"/>
          <w:bCs/>
          <w:kern w:val="1"/>
        </w:rPr>
        <w:t>’</w:t>
      </w:r>
      <w:r>
        <w:rPr>
          <w:rFonts w:cs="Georgia"/>
          <w:bCs/>
          <w:kern w:val="1"/>
        </w:rPr>
        <w:t>en vont chacune de son côté</w:t>
      </w:r>
      <w:r w:rsidR="000E1451">
        <w:rPr>
          <w:rFonts w:cs="Georgia"/>
          <w:bCs/>
          <w:kern w:val="1"/>
        </w:rPr>
        <w:t xml:space="preserve">, </w:t>
      </w:r>
      <w:r>
        <w:rPr>
          <w:rFonts w:cs="Georgia"/>
          <w:bCs/>
          <w:kern w:val="1"/>
        </w:rPr>
        <w:t>étrangères maintenant l</w:t>
      </w:r>
      <w:r w:rsidR="000E1451">
        <w:rPr>
          <w:rFonts w:cs="Georgia"/>
          <w:bCs/>
          <w:kern w:val="1"/>
        </w:rPr>
        <w:t>’</w:t>
      </w:r>
      <w:r>
        <w:rPr>
          <w:rFonts w:cs="Georgia"/>
          <w:bCs/>
          <w:kern w:val="1"/>
        </w:rPr>
        <w:t>une à l</w:t>
      </w:r>
      <w:r w:rsidR="000E1451">
        <w:rPr>
          <w:rFonts w:cs="Georgia"/>
          <w:bCs/>
          <w:kern w:val="1"/>
        </w:rPr>
        <w:t>’</w:t>
      </w:r>
      <w:r>
        <w:rPr>
          <w:rFonts w:cs="Georgia"/>
          <w:bCs/>
          <w:kern w:val="1"/>
        </w:rPr>
        <w:t>autre</w:t>
      </w:r>
      <w:r w:rsidR="000E1451">
        <w:rPr>
          <w:rFonts w:cs="Georgia"/>
          <w:bCs/>
          <w:kern w:val="1"/>
        </w:rPr>
        <w:t xml:space="preserve">. </w:t>
      </w:r>
      <w:r>
        <w:rPr>
          <w:rFonts w:cs="Georgia"/>
          <w:bCs/>
          <w:kern w:val="1"/>
        </w:rPr>
        <w:t>Eh quoi</w:t>
      </w:r>
      <w:r w:rsidR="000E1451">
        <w:rPr>
          <w:rFonts w:cs="Georgia"/>
          <w:bCs/>
          <w:kern w:val="1"/>
        </w:rPr>
        <w:t xml:space="preserve">, </w:t>
      </w:r>
      <w:r>
        <w:rPr>
          <w:rFonts w:cs="Georgia"/>
          <w:bCs/>
          <w:kern w:val="1"/>
        </w:rPr>
        <w:t>tant de souffrances endurées en commun</w:t>
      </w:r>
      <w:r w:rsidR="000E1451">
        <w:rPr>
          <w:rFonts w:cs="Georgia"/>
          <w:bCs/>
          <w:kern w:val="1"/>
        </w:rPr>
        <w:t xml:space="preserve">, </w:t>
      </w:r>
      <w:r>
        <w:rPr>
          <w:rFonts w:cs="Georgia"/>
          <w:bCs/>
          <w:kern w:val="1"/>
        </w:rPr>
        <w:t>la promesse solennelle de nous les rappeler toujours</w:t>
      </w:r>
      <w:r w:rsidR="000E1451">
        <w:rPr>
          <w:rFonts w:cs="Georgia"/>
          <w:bCs/>
          <w:kern w:val="1"/>
        </w:rPr>
        <w:t xml:space="preserve">, </w:t>
      </w:r>
      <w:r>
        <w:rPr>
          <w:rFonts w:cs="Georgia"/>
          <w:bCs/>
          <w:kern w:val="1"/>
        </w:rPr>
        <w:t>de tirer de cette évocation une allégresse et un réconfort sans cesse renouvelés</w:t>
      </w:r>
      <w:r w:rsidR="000E1451">
        <w:rPr>
          <w:rFonts w:cs="Georgia"/>
          <w:bCs/>
          <w:kern w:val="1"/>
        </w:rPr>
        <w:t xml:space="preserve">, </w:t>
      </w:r>
      <w:r>
        <w:rPr>
          <w:rFonts w:cs="Georgia"/>
          <w:bCs/>
          <w:kern w:val="1"/>
        </w:rPr>
        <w:t>quelle tristesse de les voir devenir de plus en plus la proie de notre indifférence</w:t>
      </w:r>
      <w:r w:rsidR="000E1451">
        <w:rPr>
          <w:rFonts w:cs="Georgia"/>
          <w:bCs/>
          <w:kern w:val="1"/>
        </w:rPr>
        <w:t xml:space="preserve"> ! </w:t>
      </w:r>
      <w:r>
        <w:rPr>
          <w:rFonts w:cs="Georgia"/>
          <w:bCs/>
          <w:kern w:val="1"/>
        </w:rPr>
        <w:t>De quoi</w:t>
      </w:r>
      <w:r w:rsidR="000E1451">
        <w:rPr>
          <w:rFonts w:cs="Georgia"/>
          <w:bCs/>
          <w:kern w:val="1"/>
        </w:rPr>
        <w:t xml:space="preserve">, </w:t>
      </w:r>
      <w:r>
        <w:rPr>
          <w:rFonts w:cs="Georgia"/>
          <w:bCs/>
          <w:kern w:val="1"/>
        </w:rPr>
        <w:t>dans ces conditions</w:t>
      </w:r>
      <w:r w:rsidR="000E1451">
        <w:rPr>
          <w:rFonts w:cs="Georgia"/>
          <w:bCs/>
          <w:kern w:val="1"/>
        </w:rPr>
        <w:t xml:space="preserve">, </w:t>
      </w:r>
      <w:r>
        <w:rPr>
          <w:rFonts w:cs="Georgia"/>
          <w:bCs/>
          <w:kern w:val="1"/>
        </w:rPr>
        <w:t>irions-nous nous plaindre</w:t>
      </w:r>
      <w:r w:rsidR="000E1451">
        <w:rPr>
          <w:rFonts w:cs="Georgia"/>
          <w:bCs/>
          <w:kern w:val="1"/>
        </w:rPr>
        <w:t xml:space="preserve"> ? </w:t>
      </w:r>
      <w:r>
        <w:rPr>
          <w:rFonts w:cs="Georgia"/>
          <w:bCs/>
          <w:kern w:val="1"/>
        </w:rPr>
        <w:t>D</w:t>
      </w:r>
      <w:r w:rsidR="000E1451">
        <w:rPr>
          <w:rFonts w:cs="Georgia"/>
          <w:bCs/>
          <w:kern w:val="1"/>
        </w:rPr>
        <w:t>’</w:t>
      </w:r>
      <w:r>
        <w:rPr>
          <w:rFonts w:cs="Georgia"/>
          <w:bCs/>
          <w:kern w:val="1"/>
        </w:rPr>
        <w:t>avoir vu notre sacrifice oublié par ceux qui en ont profité</w:t>
      </w:r>
      <w:r w:rsidR="000E1451">
        <w:rPr>
          <w:rFonts w:cs="Georgia"/>
          <w:bCs/>
          <w:kern w:val="1"/>
        </w:rPr>
        <w:t xml:space="preserve"> ? </w:t>
      </w:r>
      <w:r>
        <w:rPr>
          <w:rFonts w:cs="Georgia"/>
          <w:bCs/>
          <w:kern w:val="1"/>
        </w:rPr>
        <w:t>De n</w:t>
      </w:r>
      <w:r w:rsidR="000E1451">
        <w:rPr>
          <w:rFonts w:cs="Georgia"/>
          <w:bCs/>
          <w:kern w:val="1"/>
        </w:rPr>
        <w:t>’</w:t>
      </w:r>
      <w:r>
        <w:rPr>
          <w:rFonts w:cs="Georgia"/>
          <w:bCs/>
          <w:kern w:val="1"/>
        </w:rPr>
        <w:t>avoir pas reçu ce qu</w:t>
      </w:r>
      <w:r w:rsidR="000E1451">
        <w:rPr>
          <w:rFonts w:cs="Georgia"/>
          <w:bCs/>
          <w:kern w:val="1"/>
        </w:rPr>
        <w:t>’</w:t>
      </w:r>
      <w:r>
        <w:rPr>
          <w:rFonts w:cs="Georgia"/>
          <w:bCs/>
          <w:kern w:val="1"/>
        </w:rPr>
        <w:t>on nous avait promis</w:t>
      </w:r>
      <w:r w:rsidR="000E1451">
        <w:rPr>
          <w:rFonts w:cs="Georgia"/>
          <w:bCs/>
          <w:kern w:val="1"/>
        </w:rPr>
        <w:t xml:space="preserve"> ? </w:t>
      </w:r>
      <w:r>
        <w:rPr>
          <w:rFonts w:cs="Georgia"/>
          <w:bCs/>
          <w:kern w:val="1"/>
        </w:rPr>
        <w:t>C</w:t>
      </w:r>
      <w:r w:rsidR="000E1451">
        <w:rPr>
          <w:rFonts w:cs="Georgia"/>
          <w:bCs/>
          <w:kern w:val="1"/>
        </w:rPr>
        <w:t>’</w:t>
      </w:r>
      <w:r>
        <w:rPr>
          <w:rFonts w:cs="Georgia"/>
          <w:bCs/>
          <w:kern w:val="1"/>
        </w:rPr>
        <w:t>est notre faute</w:t>
      </w:r>
      <w:r w:rsidR="000E1451">
        <w:rPr>
          <w:rFonts w:cs="Georgia"/>
          <w:bCs/>
          <w:kern w:val="1"/>
        </w:rPr>
        <w:t xml:space="preserve">. </w:t>
      </w:r>
      <w:r>
        <w:rPr>
          <w:rFonts w:cs="Georgia"/>
          <w:bCs/>
          <w:kern w:val="1"/>
        </w:rPr>
        <w:t>On ne donne qu</w:t>
      </w:r>
      <w:r w:rsidR="000E1451">
        <w:rPr>
          <w:rFonts w:cs="Georgia"/>
          <w:bCs/>
          <w:kern w:val="1"/>
        </w:rPr>
        <w:t>’</w:t>
      </w:r>
      <w:r>
        <w:rPr>
          <w:rFonts w:cs="Georgia"/>
          <w:bCs/>
          <w:kern w:val="1"/>
        </w:rPr>
        <w:t>à ceux qui réclament</w:t>
      </w:r>
      <w:r w:rsidR="000E1451">
        <w:rPr>
          <w:rFonts w:cs="Georgia"/>
          <w:bCs/>
          <w:kern w:val="1"/>
        </w:rPr>
        <w:t xml:space="preserve">. </w:t>
      </w:r>
      <w:r>
        <w:rPr>
          <w:rFonts w:cs="Georgia"/>
          <w:bCs/>
          <w:kern w:val="1"/>
        </w:rPr>
        <w:t>Et nous autres</w:t>
      </w:r>
      <w:r w:rsidR="000E1451">
        <w:rPr>
          <w:rFonts w:cs="Georgia"/>
          <w:bCs/>
          <w:kern w:val="1"/>
        </w:rPr>
        <w:t xml:space="preserve">, </w:t>
      </w:r>
      <w:r>
        <w:rPr>
          <w:rFonts w:cs="Georgia"/>
          <w:bCs/>
          <w:kern w:val="1"/>
        </w:rPr>
        <w:t>nous étions trop fatigués pour réclamer comme il eût fallu</w:t>
      </w:r>
      <w:r w:rsidR="000E1451">
        <w:rPr>
          <w:rFonts w:cs="Georgia"/>
          <w:bCs/>
          <w:kern w:val="1"/>
        </w:rPr>
        <w:t>.</w:t>
      </w:r>
    </w:p>
    <w:p w14:paraId="7BDE291D" w14:textId="77777777" w:rsidR="000E1451" w:rsidRDefault="00BE611A" w:rsidP="00BE611A">
      <w:pPr>
        <w:tabs>
          <w:tab w:val="left" w:pos="4320"/>
        </w:tabs>
        <w:rPr>
          <w:rFonts w:cs="Georgia"/>
          <w:bCs/>
          <w:kern w:val="1"/>
        </w:rPr>
      </w:pPr>
      <w:r>
        <w:rPr>
          <w:rFonts w:cs="Georgia"/>
          <w:bCs/>
          <w:kern w:val="1"/>
        </w:rPr>
        <w:t>Si j</w:t>
      </w:r>
      <w:r w:rsidR="000E1451">
        <w:rPr>
          <w:rFonts w:cs="Georgia"/>
          <w:bCs/>
          <w:kern w:val="1"/>
        </w:rPr>
        <w:t>’</w:t>
      </w:r>
      <w:r>
        <w:rPr>
          <w:rFonts w:cs="Georgia"/>
          <w:bCs/>
          <w:kern w:val="1"/>
        </w:rPr>
        <w:t>ai insisté sur les incidents qui marquèrent la première journée de notre arrivée au camp de Reichendorf</w:t>
      </w:r>
      <w:r w:rsidR="000E1451">
        <w:rPr>
          <w:rFonts w:cs="Georgia"/>
          <w:bCs/>
          <w:kern w:val="1"/>
        </w:rPr>
        <w:t xml:space="preserve">, </w:t>
      </w:r>
      <w:r>
        <w:rPr>
          <w:rFonts w:cs="Georgia"/>
          <w:bCs/>
          <w:kern w:val="1"/>
        </w:rPr>
        <w:t>c</w:t>
      </w:r>
      <w:r w:rsidR="000E1451">
        <w:rPr>
          <w:rFonts w:cs="Georgia"/>
          <w:bCs/>
          <w:kern w:val="1"/>
        </w:rPr>
        <w:t>’</w:t>
      </w:r>
      <w:r>
        <w:rPr>
          <w:rFonts w:cs="Georgia"/>
          <w:bCs/>
          <w:kern w:val="1"/>
        </w:rPr>
        <w:t>est que la monotonie de celles qui suivirent me mettrait dans l</w:t>
      </w:r>
      <w:r w:rsidR="000E1451">
        <w:rPr>
          <w:rFonts w:cs="Georgia"/>
          <w:bCs/>
          <w:kern w:val="1"/>
        </w:rPr>
        <w:t>’</w:t>
      </w:r>
      <w:r>
        <w:rPr>
          <w:rFonts w:cs="Georgia"/>
          <w:bCs/>
          <w:kern w:val="1"/>
        </w:rPr>
        <w:t>incapacité de leur consacrer autant de détails</w:t>
      </w:r>
      <w:r w:rsidR="000E1451">
        <w:rPr>
          <w:rFonts w:cs="Georgia"/>
          <w:bCs/>
          <w:kern w:val="1"/>
        </w:rPr>
        <w:t xml:space="preserve">. </w:t>
      </w:r>
      <w:r>
        <w:rPr>
          <w:rFonts w:cs="Georgia"/>
          <w:bCs/>
          <w:kern w:val="1"/>
        </w:rPr>
        <w:t>L</w:t>
      </w:r>
      <w:r w:rsidR="000E1451">
        <w:rPr>
          <w:rFonts w:cs="Georgia"/>
          <w:bCs/>
          <w:kern w:val="1"/>
        </w:rPr>
        <w:t>’</w:t>
      </w:r>
      <w:r>
        <w:rPr>
          <w:rFonts w:cs="Georgia"/>
          <w:bCs/>
          <w:kern w:val="1"/>
        </w:rPr>
        <w:t>attention serait vite lassée par le tableau de ces alternatives</w:t>
      </w:r>
      <w:r w:rsidR="000E1451">
        <w:rPr>
          <w:rFonts w:cs="Georgia"/>
          <w:bCs/>
          <w:kern w:val="1"/>
        </w:rPr>
        <w:t xml:space="preserve">, </w:t>
      </w:r>
      <w:r>
        <w:rPr>
          <w:rFonts w:cs="Georgia"/>
          <w:bCs/>
          <w:kern w:val="1"/>
        </w:rPr>
        <w:t>toujours les mêmes</w:t>
      </w:r>
      <w:r w:rsidR="000E1451">
        <w:rPr>
          <w:rFonts w:cs="Georgia"/>
          <w:bCs/>
          <w:kern w:val="1"/>
        </w:rPr>
        <w:t xml:space="preserve">, </w:t>
      </w:r>
      <w:r>
        <w:rPr>
          <w:rFonts w:cs="Georgia"/>
          <w:bCs/>
          <w:kern w:val="1"/>
        </w:rPr>
        <w:t>de joie et d</w:t>
      </w:r>
      <w:r w:rsidR="000E1451">
        <w:rPr>
          <w:rFonts w:cs="Georgia"/>
          <w:bCs/>
          <w:kern w:val="1"/>
        </w:rPr>
        <w:t>’</w:t>
      </w:r>
      <w:r>
        <w:rPr>
          <w:rFonts w:cs="Georgia"/>
          <w:bCs/>
          <w:kern w:val="1"/>
        </w:rPr>
        <w:t>abattement</w:t>
      </w:r>
      <w:r w:rsidR="000E1451">
        <w:rPr>
          <w:rFonts w:cs="Georgia"/>
          <w:bCs/>
          <w:kern w:val="1"/>
        </w:rPr>
        <w:t xml:space="preserve">, </w:t>
      </w:r>
      <w:r>
        <w:rPr>
          <w:rFonts w:cs="Georgia"/>
          <w:bCs/>
          <w:kern w:val="1"/>
        </w:rPr>
        <w:t>d</w:t>
      </w:r>
      <w:r w:rsidR="000E1451">
        <w:rPr>
          <w:rFonts w:cs="Georgia"/>
          <w:bCs/>
          <w:kern w:val="1"/>
        </w:rPr>
        <w:t>’</w:t>
      </w:r>
      <w:r>
        <w:rPr>
          <w:rFonts w:cs="Georgia"/>
          <w:bCs/>
          <w:kern w:val="1"/>
        </w:rPr>
        <w:t>espoir sans objet et de prostration sans cause</w:t>
      </w:r>
      <w:r w:rsidR="000E1451">
        <w:rPr>
          <w:rFonts w:cs="Georgia"/>
          <w:bCs/>
          <w:kern w:val="1"/>
        </w:rPr>
        <w:t xml:space="preserve">, </w:t>
      </w:r>
      <w:r>
        <w:rPr>
          <w:rFonts w:cs="Georgia"/>
          <w:bCs/>
          <w:kern w:val="1"/>
        </w:rPr>
        <w:t xml:space="preserve">par </w:t>
      </w:r>
      <w:r>
        <w:rPr>
          <w:rFonts w:cs="Georgia"/>
          <w:bCs/>
          <w:kern w:val="1"/>
        </w:rPr>
        <w:lastRenderedPageBreak/>
        <w:t>l</w:t>
      </w:r>
      <w:r w:rsidR="000E1451">
        <w:rPr>
          <w:rFonts w:cs="Georgia"/>
          <w:bCs/>
          <w:kern w:val="1"/>
        </w:rPr>
        <w:t>’</w:t>
      </w:r>
      <w:r>
        <w:rPr>
          <w:rFonts w:cs="Georgia"/>
          <w:bCs/>
          <w:kern w:val="1"/>
        </w:rPr>
        <w:t>évocation ininterrompue de ce ciel nuageux</w:t>
      </w:r>
      <w:r w:rsidR="000E1451">
        <w:rPr>
          <w:rFonts w:cs="Georgia"/>
          <w:bCs/>
          <w:kern w:val="1"/>
        </w:rPr>
        <w:t xml:space="preserve">, </w:t>
      </w:r>
      <w:r>
        <w:rPr>
          <w:rFonts w:cs="Georgia"/>
          <w:bCs/>
          <w:kern w:val="1"/>
        </w:rPr>
        <w:t>toujours le même</w:t>
      </w:r>
      <w:r w:rsidR="000E1451">
        <w:rPr>
          <w:rFonts w:cs="Georgia"/>
          <w:bCs/>
          <w:kern w:val="1"/>
        </w:rPr>
        <w:t xml:space="preserve">, </w:t>
      </w:r>
      <w:r>
        <w:rPr>
          <w:rFonts w:cs="Georgia"/>
          <w:bCs/>
          <w:kern w:val="1"/>
        </w:rPr>
        <w:t>de cette mer grise et glacée</w:t>
      </w:r>
      <w:r w:rsidR="000E1451">
        <w:rPr>
          <w:rFonts w:cs="Georgia"/>
          <w:bCs/>
          <w:kern w:val="1"/>
        </w:rPr>
        <w:t xml:space="preserve">, </w:t>
      </w:r>
      <w:r>
        <w:rPr>
          <w:rFonts w:cs="Georgia"/>
          <w:bCs/>
          <w:kern w:val="1"/>
        </w:rPr>
        <w:t>de ce sable obsédant au sein duquel nous nous en venions la nuit creuser silencieusement les fosses précaires de nos compagnons morts</w:t>
      </w:r>
      <w:r w:rsidR="000E1451">
        <w:rPr>
          <w:rFonts w:cs="Georgia"/>
          <w:bCs/>
          <w:kern w:val="1"/>
        </w:rPr>
        <w:t xml:space="preserve">. </w:t>
      </w:r>
      <w:r>
        <w:rPr>
          <w:rFonts w:cs="Georgia"/>
          <w:bCs/>
          <w:kern w:val="1"/>
        </w:rPr>
        <w:t>Au millier de prisonniers que comptait le camp correspondait une garnison d</w:t>
      </w:r>
      <w:r w:rsidR="000E1451">
        <w:rPr>
          <w:rFonts w:cs="Georgia"/>
          <w:bCs/>
          <w:kern w:val="1"/>
        </w:rPr>
        <w:t>’</w:t>
      </w:r>
      <w:r>
        <w:rPr>
          <w:rFonts w:cs="Georgia"/>
          <w:bCs/>
          <w:kern w:val="1"/>
        </w:rPr>
        <w:t>environ soixante hommes</w:t>
      </w:r>
      <w:r w:rsidR="000E1451">
        <w:rPr>
          <w:rFonts w:cs="Georgia"/>
          <w:bCs/>
          <w:kern w:val="1"/>
        </w:rPr>
        <w:t xml:space="preserve">, </w:t>
      </w:r>
      <w:r>
        <w:rPr>
          <w:rFonts w:cs="Georgia"/>
          <w:bCs/>
          <w:kern w:val="1"/>
        </w:rPr>
        <w:t>chiffre relativement considérable</w:t>
      </w:r>
      <w:r w:rsidR="000E1451">
        <w:rPr>
          <w:rFonts w:cs="Georgia"/>
          <w:bCs/>
          <w:kern w:val="1"/>
        </w:rPr>
        <w:t xml:space="preserve">, </w:t>
      </w:r>
      <w:r>
        <w:rPr>
          <w:rFonts w:cs="Georgia"/>
          <w:bCs/>
          <w:kern w:val="1"/>
        </w:rPr>
        <w:t>et qui renseigne sur la sévérité de la surveillance à laquelle nous étions soumis</w:t>
      </w:r>
      <w:r w:rsidR="000E1451">
        <w:rPr>
          <w:rFonts w:cs="Georgia"/>
          <w:bCs/>
          <w:kern w:val="1"/>
        </w:rPr>
        <w:t xml:space="preserve">. </w:t>
      </w:r>
      <w:r>
        <w:rPr>
          <w:rFonts w:cs="Georgia"/>
          <w:bCs/>
          <w:kern w:val="1"/>
        </w:rPr>
        <w:t>Tous ces hommes avaient naturellement passé de longs mois dans les tranchées</w:t>
      </w:r>
      <w:r w:rsidR="000E1451">
        <w:rPr>
          <w:rFonts w:cs="Georgia"/>
          <w:bCs/>
          <w:kern w:val="1"/>
        </w:rPr>
        <w:t xml:space="preserve">. </w:t>
      </w:r>
      <w:r>
        <w:rPr>
          <w:rFonts w:cs="Georgia"/>
          <w:bCs/>
          <w:kern w:val="1"/>
        </w:rPr>
        <w:t>Presque tous avaient été blessés plusieurs fois</w:t>
      </w:r>
      <w:r w:rsidR="000E1451">
        <w:rPr>
          <w:rFonts w:cs="Georgia"/>
          <w:bCs/>
          <w:kern w:val="1"/>
        </w:rPr>
        <w:t xml:space="preserve">. </w:t>
      </w:r>
      <w:r>
        <w:rPr>
          <w:rFonts w:cs="Georgia"/>
          <w:bCs/>
          <w:kern w:val="1"/>
        </w:rPr>
        <w:t>Le lendemain de notre arrivée</w:t>
      </w:r>
      <w:r w:rsidR="000E1451">
        <w:rPr>
          <w:rFonts w:cs="Georgia"/>
          <w:bCs/>
          <w:kern w:val="1"/>
        </w:rPr>
        <w:t xml:space="preserve">, </w:t>
      </w:r>
      <w:r>
        <w:rPr>
          <w:rFonts w:cs="Georgia"/>
          <w:bCs/>
          <w:kern w:val="1"/>
        </w:rPr>
        <w:t>le capitaine Elbing en désigna vingt parmi les moins âgés et les plus ingambes</w:t>
      </w:r>
      <w:r w:rsidR="000E1451">
        <w:rPr>
          <w:rFonts w:cs="Georgia"/>
          <w:bCs/>
          <w:kern w:val="1"/>
        </w:rPr>
        <w:t xml:space="preserve">. </w:t>
      </w:r>
      <w:r>
        <w:rPr>
          <w:rFonts w:cs="Georgia"/>
          <w:bCs/>
          <w:kern w:val="1"/>
        </w:rPr>
        <w:t>Ils nous quittèrent pour regagner leurs régiments respectifs</w:t>
      </w:r>
      <w:r w:rsidR="000E1451">
        <w:rPr>
          <w:rFonts w:cs="Georgia"/>
          <w:bCs/>
          <w:kern w:val="1"/>
        </w:rPr>
        <w:t xml:space="preserve">, </w:t>
      </w:r>
      <w:r>
        <w:rPr>
          <w:rFonts w:cs="Georgia"/>
          <w:bCs/>
          <w:kern w:val="1"/>
        </w:rPr>
        <w:t>et furent remplacés par les landsturmiens qui nous convoyaient depuis Erfurt</w:t>
      </w:r>
      <w:r w:rsidR="000E1451">
        <w:rPr>
          <w:rFonts w:cs="Georgia"/>
          <w:bCs/>
          <w:kern w:val="1"/>
        </w:rPr>
        <w:t xml:space="preserve">. </w:t>
      </w:r>
      <w:r>
        <w:rPr>
          <w:rFonts w:cs="Georgia"/>
          <w:bCs/>
          <w:kern w:val="1"/>
        </w:rPr>
        <w:t>Ces derniers appartenaient aux très vieilles classes</w:t>
      </w:r>
      <w:r w:rsidR="000E1451">
        <w:rPr>
          <w:rFonts w:cs="Georgia"/>
          <w:bCs/>
          <w:kern w:val="1"/>
        </w:rPr>
        <w:t xml:space="preserve">. </w:t>
      </w:r>
      <w:r>
        <w:rPr>
          <w:rFonts w:cs="Georgia"/>
          <w:bCs/>
          <w:kern w:val="1"/>
        </w:rPr>
        <w:t>Le moment était venu où l</w:t>
      </w:r>
      <w:r w:rsidR="000E1451">
        <w:rPr>
          <w:rFonts w:cs="Georgia"/>
          <w:bCs/>
          <w:kern w:val="1"/>
        </w:rPr>
        <w:t>’</w:t>
      </w:r>
      <w:r>
        <w:rPr>
          <w:rFonts w:cs="Georgia"/>
          <w:bCs/>
          <w:kern w:val="1"/>
        </w:rPr>
        <w:t>Allemagne</w:t>
      </w:r>
      <w:r w:rsidR="000E1451">
        <w:rPr>
          <w:rFonts w:cs="Georgia"/>
          <w:bCs/>
          <w:kern w:val="1"/>
        </w:rPr>
        <w:t xml:space="preserve">, </w:t>
      </w:r>
      <w:r>
        <w:rPr>
          <w:rFonts w:cs="Georgia"/>
          <w:bCs/>
          <w:kern w:val="1"/>
        </w:rPr>
        <w:t>non contente de concentrer sur le front français les masses libérées par la révolution russe</w:t>
      </w:r>
      <w:r w:rsidR="000E1451">
        <w:rPr>
          <w:rFonts w:cs="Georgia"/>
          <w:bCs/>
          <w:kern w:val="1"/>
        </w:rPr>
        <w:t xml:space="preserve">, </w:t>
      </w:r>
      <w:r>
        <w:rPr>
          <w:rFonts w:cs="Georgia"/>
          <w:bCs/>
          <w:kern w:val="1"/>
        </w:rPr>
        <w:t>commençait à vider de fond en comble ses dépôts</w:t>
      </w:r>
      <w:r w:rsidR="000E1451">
        <w:rPr>
          <w:rFonts w:cs="Georgia"/>
          <w:bCs/>
          <w:kern w:val="1"/>
        </w:rPr>
        <w:t xml:space="preserve">, </w:t>
      </w:r>
      <w:r>
        <w:rPr>
          <w:rFonts w:cs="Georgia"/>
          <w:bCs/>
          <w:kern w:val="1"/>
        </w:rPr>
        <w:t>en prévision de cette offensive du printemps dont gardiens et prisonniers ne cessaient de s</w:t>
      </w:r>
      <w:r w:rsidR="000E1451">
        <w:rPr>
          <w:rFonts w:cs="Georgia"/>
          <w:bCs/>
          <w:kern w:val="1"/>
        </w:rPr>
        <w:t>’</w:t>
      </w:r>
      <w:r>
        <w:rPr>
          <w:rFonts w:cs="Georgia"/>
          <w:bCs/>
          <w:kern w:val="1"/>
        </w:rPr>
        <w:t>entretenir à mots couverts</w:t>
      </w:r>
      <w:r w:rsidR="000E1451">
        <w:rPr>
          <w:rFonts w:cs="Georgia"/>
          <w:bCs/>
          <w:kern w:val="1"/>
        </w:rPr>
        <w:t xml:space="preserve">, </w:t>
      </w:r>
      <w:r>
        <w:rPr>
          <w:rFonts w:cs="Georgia"/>
          <w:bCs/>
          <w:kern w:val="1"/>
        </w:rPr>
        <w:t>et qui était annoncée comme devant tout balayer</w:t>
      </w:r>
      <w:r w:rsidR="000E1451">
        <w:rPr>
          <w:rFonts w:cs="Georgia"/>
          <w:bCs/>
          <w:kern w:val="1"/>
        </w:rPr>
        <w:t xml:space="preserve">. </w:t>
      </w:r>
      <w:r>
        <w:rPr>
          <w:rFonts w:cs="Georgia"/>
          <w:bCs/>
          <w:kern w:val="1"/>
        </w:rPr>
        <w:t>Les vingt soldats ainsi désignés nous quittèrent au crépuscule</w:t>
      </w:r>
      <w:r w:rsidR="000E1451">
        <w:rPr>
          <w:rFonts w:cs="Georgia"/>
          <w:bCs/>
          <w:kern w:val="1"/>
        </w:rPr>
        <w:t xml:space="preserve">, </w:t>
      </w:r>
      <w:r>
        <w:rPr>
          <w:rFonts w:cs="Georgia"/>
          <w:bCs/>
          <w:kern w:val="1"/>
        </w:rPr>
        <w:t>avec la résignation des bêtes marquées pour l</w:t>
      </w:r>
      <w:r w:rsidR="000E1451">
        <w:rPr>
          <w:rFonts w:cs="Georgia"/>
          <w:bCs/>
          <w:kern w:val="1"/>
        </w:rPr>
        <w:t>’</w:t>
      </w:r>
      <w:r>
        <w:rPr>
          <w:rFonts w:cs="Georgia"/>
          <w:bCs/>
          <w:kern w:val="1"/>
        </w:rPr>
        <w:t>abattoir</w:t>
      </w:r>
      <w:r w:rsidR="000E1451">
        <w:rPr>
          <w:rFonts w:cs="Georgia"/>
          <w:bCs/>
          <w:kern w:val="1"/>
        </w:rPr>
        <w:t xml:space="preserve">. </w:t>
      </w:r>
      <w:r>
        <w:rPr>
          <w:rFonts w:cs="Georgia"/>
          <w:bCs/>
          <w:kern w:val="1"/>
        </w:rPr>
        <w:t>C</w:t>
      </w:r>
      <w:r w:rsidR="000E1451">
        <w:rPr>
          <w:rFonts w:cs="Georgia"/>
          <w:bCs/>
          <w:kern w:val="1"/>
        </w:rPr>
        <w:t>’</w:t>
      </w:r>
      <w:r>
        <w:rPr>
          <w:rFonts w:cs="Georgia"/>
          <w:bCs/>
          <w:kern w:val="1"/>
        </w:rPr>
        <w:t>étaient de grands garçons aux yeux pleins de brume</w:t>
      </w:r>
      <w:r w:rsidR="000E1451">
        <w:rPr>
          <w:rFonts w:cs="Georgia"/>
          <w:bCs/>
          <w:kern w:val="1"/>
        </w:rPr>
        <w:t xml:space="preserve">, </w:t>
      </w:r>
      <w:r>
        <w:rPr>
          <w:rFonts w:cs="Georgia"/>
          <w:bCs/>
          <w:kern w:val="1"/>
        </w:rPr>
        <w:t>paysans des Marches orientales de la Prusse</w:t>
      </w:r>
      <w:r w:rsidR="000E1451">
        <w:rPr>
          <w:rFonts w:cs="Georgia"/>
          <w:bCs/>
          <w:kern w:val="1"/>
        </w:rPr>
        <w:t xml:space="preserve">, </w:t>
      </w:r>
      <w:r>
        <w:rPr>
          <w:rFonts w:cs="Georgia"/>
          <w:bCs/>
          <w:kern w:val="1"/>
        </w:rPr>
        <w:t>rudes et moroses</w:t>
      </w:r>
      <w:r w:rsidR="000E1451">
        <w:rPr>
          <w:rFonts w:cs="Georgia"/>
          <w:bCs/>
          <w:kern w:val="1"/>
        </w:rPr>
        <w:t xml:space="preserve">. </w:t>
      </w:r>
      <w:r>
        <w:rPr>
          <w:rFonts w:cs="Georgia"/>
          <w:bCs/>
          <w:kern w:val="1"/>
        </w:rPr>
        <w:t>Nos landsturmiens</w:t>
      </w:r>
      <w:r w:rsidR="000E1451">
        <w:rPr>
          <w:rFonts w:cs="Georgia"/>
          <w:bCs/>
          <w:kern w:val="1"/>
        </w:rPr>
        <w:t xml:space="preserve">, </w:t>
      </w:r>
      <w:r>
        <w:rPr>
          <w:rFonts w:cs="Georgia"/>
          <w:bCs/>
          <w:kern w:val="1"/>
        </w:rPr>
        <w:t>au contraire</w:t>
      </w:r>
      <w:r w:rsidR="000E1451">
        <w:rPr>
          <w:rFonts w:cs="Georgia"/>
          <w:bCs/>
          <w:kern w:val="1"/>
        </w:rPr>
        <w:t xml:space="preserve">, </w:t>
      </w:r>
      <w:r>
        <w:rPr>
          <w:rFonts w:cs="Georgia"/>
          <w:bCs/>
          <w:kern w:val="1"/>
        </w:rPr>
        <w:t xml:space="preserve">tous taillés sur le modèle du </w:t>
      </w:r>
      <w:r>
        <w:rPr>
          <w:rFonts w:cs="Georgia"/>
          <w:bCs/>
          <w:i/>
          <w:iCs/>
          <w:kern w:val="1"/>
        </w:rPr>
        <w:t>grosspapa</w:t>
      </w:r>
      <w:r>
        <w:rPr>
          <w:rFonts w:cs="Georgia"/>
          <w:bCs/>
          <w:kern w:val="1"/>
        </w:rPr>
        <w:t xml:space="preserve"> de Sylvestre</w:t>
      </w:r>
      <w:r w:rsidR="000E1451">
        <w:rPr>
          <w:rFonts w:cs="Georgia"/>
          <w:bCs/>
          <w:kern w:val="1"/>
        </w:rPr>
        <w:t xml:space="preserve">, </w:t>
      </w:r>
      <w:r>
        <w:rPr>
          <w:rFonts w:cs="Georgia"/>
          <w:bCs/>
          <w:kern w:val="1"/>
        </w:rPr>
        <w:t>n</w:t>
      </w:r>
      <w:r w:rsidR="000E1451">
        <w:rPr>
          <w:rFonts w:cs="Georgia"/>
          <w:bCs/>
          <w:kern w:val="1"/>
        </w:rPr>
        <w:t>’</w:t>
      </w:r>
      <w:r>
        <w:rPr>
          <w:rFonts w:cs="Georgia"/>
          <w:bCs/>
          <w:kern w:val="1"/>
        </w:rPr>
        <w:t>auraient pas demandé mieux que de se montrer les plus débonnaires des gardiens</w:t>
      </w:r>
      <w:r w:rsidR="000E1451">
        <w:rPr>
          <w:rFonts w:cs="Georgia"/>
          <w:bCs/>
          <w:kern w:val="1"/>
        </w:rPr>
        <w:t xml:space="preserve">. </w:t>
      </w:r>
      <w:r>
        <w:rPr>
          <w:rFonts w:cs="Georgia"/>
          <w:bCs/>
          <w:kern w:val="1"/>
        </w:rPr>
        <w:t>Mais le capitaine Elbing terrorisait ces petites gens de Souabe et de Rhénanie</w:t>
      </w:r>
      <w:r w:rsidR="000E1451">
        <w:rPr>
          <w:rFonts w:cs="Georgia"/>
          <w:bCs/>
          <w:kern w:val="1"/>
        </w:rPr>
        <w:t xml:space="preserve">. </w:t>
      </w:r>
      <w:r>
        <w:rPr>
          <w:rFonts w:cs="Georgia"/>
          <w:bCs/>
          <w:kern w:val="1"/>
        </w:rPr>
        <w:t>Vivant dans la crainte perpétuelle d</w:t>
      </w:r>
      <w:r w:rsidR="000E1451">
        <w:rPr>
          <w:rFonts w:cs="Georgia"/>
          <w:bCs/>
          <w:kern w:val="1"/>
        </w:rPr>
        <w:t>’</w:t>
      </w:r>
      <w:r>
        <w:rPr>
          <w:rFonts w:cs="Georgia"/>
          <w:bCs/>
          <w:kern w:val="1"/>
        </w:rPr>
        <w:t>être suspectés de complaisance ou de faiblesse à notre endroit</w:t>
      </w:r>
      <w:r w:rsidR="000E1451">
        <w:rPr>
          <w:rFonts w:cs="Georgia"/>
          <w:bCs/>
          <w:kern w:val="1"/>
        </w:rPr>
        <w:t xml:space="preserve">, </w:t>
      </w:r>
      <w:r>
        <w:rPr>
          <w:rFonts w:cs="Georgia"/>
          <w:bCs/>
          <w:kern w:val="1"/>
        </w:rPr>
        <w:t>ils s</w:t>
      </w:r>
      <w:r w:rsidR="000E1451">
        <w:rPr>
          <w:rFonts w:cs="Georgia"/>
          <w:bCs/>
          <w:kern w:val="1"/>
        </w:rPr>
        <w:t>’</w:t>
      </w:r>
      <w:r>
        <w:rPr>
          <w:rFonts w:cs="Georgia"/>
          <w:bCs/>
          <w:kern w:val="1"/>
        </w:rPr>
        <w:t xml:space="preserve">appliquèrent à ne pas laisser passer une occasion de nous </w:t>
      </w:r>
      <w:r>
        <w:rPr>
          <w:rFonts w:cs="Georgia"/>
          <w:bCs/>
          <w:kern w:val="1"/>
        </w:rPr>
        <w:lastRenderedPageBreak/>
        <w:t>prodiguer les pires traitements</w:t>
      </w:r>
      <w:r w:rsidR="000E1451">
        <w:rPr>
          <w:rFonts w:cs="Georgia"/>
          <w:bCs/>
          <w:kern w:val="1"/>
        </w:rPr>
        <w:t xml:space="preserve">, </w:t>
      </w:r>
      <w:r>
        <w:rPr>
          <w:rFonts w:cs="Georgia"/>
          <w:bCs/>
          <w:kern w:val="1"/>
        </w:rPr>
        <w:t>et ils réussirent à rendre plus insupportable encore la cruelle discipline qui nous régissait</w:t>
      </w:r>
      <w:r w:rsidR="000E1451">
        <w:rPr>
          <w:rFonts w:cs="Georgia"/>
          <w:bCs/>
          <w:kern w:val="1"/>
        </w:rPr>
        <w:t>.</w:t>
      </w:r>
    </w:p>
    <w:p w14:paraId="14DC3EB7" w14:textId="77777777" w:rsidR="000E1451" w:rsidRDefault="00BE611A" w:rsidP="00BE611A">
      <w:pPr>
        <w:rPr>
          <w:rFonts w:cs="Georgia"/>
          <w:bCs/>
          <w:kern w:val="1"/>
        </w:rPr>
      </w:pPr>
      <w:r>
        <w:rPr>
          <w:rFonts w:cs="Georgia"/>
          <w:bCs/>
          <w:kern w:val="1"/>
        </w:rPr>
        <w:t>Quelques semaines plus tard</w:t>
      </w:r>
      <w:r w:rsidR="000E1451">
        <w:rPr>
          <w:rFonts w:cs="Georgia"/>
          <w:bCs/>
          <w:kern w:val="1"/>
        </w:rPr>
        <w:t xml:space="preserve">, </w:t>
      </w:r>
      <w:r>
        <w:rPr>
          <w:rFonts w:cs="Georgia"/>
          <w:bCs/>
          <w:kern w:val="1"/>
        </w:rPr>
        <w:t>un nouvel exode se produisit</w:t>
      </w:r>
      <w:r w:rsidR="000E1451">
        <w:rPr>
          <w:rFonts w:cs="Georgia"/>
          <w:bCs/>
          <w:kern w:val="1"/>
        </w:rPr>
        <w:t xml:space="preserve">, </w:t>
      </w:r>
      <w:r>
        <w:rPr>
          <w:rFonts w:cs="Georgia"/>
          <w:bCs/>
          <w:kern w:val="1"/>
        </w:rPr>
        <w:t>qui vint rompre un peu la lugubre monotonie de notre existence</w:t>
      </w:r>
      <w:r w:rsidR="000E1451">
        <w:rPr>
          <w:rFonts w:cs="Georgia"/>
          <w:bCs/>
          <w:kern w:val="1"/>
        </w:rPr>
        <w:t xml:space="preserve">. </w:t>
      </w:r>
      <w:r>
        <w:rPr>
          <w:rFonts w:cs="Georgia"/>
          <w:bCs/>
          <w:kern w:val="1"/>
        </w:rPr>
        <w:t>Il parut au rapport une note énigmatique</w:t>
      </w:r>
      <w:r w:rsidR="000E1451">
        <w:rPr>
          <w:rFonts w:cs="Georgia"/>
          <w:bCs/>
          <w:kern w:val="1"/>
        </w:rPr>
        <w:t xml:space="preserve">, </w:t>
      </w:r>
      <w:r>
        <w:rPr>
          <w:rFonts w:cs="Georgia"/>
          <w:bCs/>
          <w:kern w:val="1"/>
        </w:rPr>
        <w:t>prescrivant qu</w:t>
      </w:r>
      <w:r w:rsidR="000E1451">
        <w:rPr>
          <w:rFonts w:cs="Georgia"/>
          <w:bCs/>
          <w:kern w:val="1"/>
        </w:rPr>
        <w:t>’</w:t>
      </w:r>
      <w:r>
        <w:rPr>
          <w:rFonts w:cs="Georgia"/>
          <w:bCs/>
          <w:kern w:val="1"/>
        </w:rPr>
        <w:t>au lieu d</w:t>
      </w:r>
      <w:r w:rsidR="000E1451">
        <w:rPr>
          <w:rFonts w:cs="Georgia"/>
          <w:bCs/>
          <w:kern w:val="1"/>
        </w:rPr>
        <w:t>’</w:t>
      </w:r>
      <w:r>
        <w:rPr>
          <w:rFonts w:cs="Georgia"/>
          <w:bCs/>
          <w:kern w:val="1"/>
        </w:rPr>
        <w:t>aller en corvée</w:t>
      </w:r>
      <w:r w:rsidR="000E1451">
        <w:rPr>
          <w:rFonts w:cs="Georgia"/>
          <w:bCs/>
          <w:kern w:val="1"/>
        </w:rPr>
        <w:t xml:space="preserve">, </w:t>
      </w:r>
      <w:r>
        <w:rPr>
          <w:rFonts w:cs="Georgia"/>
          <w:bCs/>
          <w:kern w:val="1"/>
        </w:rPr>
        <w:t>les Russes resteraient au camp le jour suivant</w:t>
      </w:r>
      <w:r w:rsidR="000E1451">
        <w:rPr>
          <w:rFonts w:cs="Georgia"/>
          <w:bCs/>
          <w:kern w:val="1"/>
        </w:rPr>
        <w:t xml:space="preserve">. </w:t>
      </w:r>
      <w:r>
        <w:rPr>
          <w:rFonts w:cs="Georgia"/>
          <w:bCs/>
          <w:kern w:val="1"/>
        </w:rPr>
        <w:t>Le lendemain soir</w:t>
      </w:r>
      <w:r w:rsidR="000E1451">
        <w:rPr>
          <w:rFonts w:cs="Georgia"/>
          <w:bCs/>
          <w:kern w:val="1"/>
        </w:rPr>
        <w:t xml:space="preserve">, </w:t>
      </w:r>
      <w:r>
        <w:rPr>
          <w:rFonts w:cs="Georgia"/>
          <w:bCs/>
          <w:kern w:val="1"/>
        </w:rPr>
        <w:t>lorsque nous fûmes de retour</w:t>
      </w:r>
      <w:r w:rsidR="000E1451">
        <w:rPr>
          <w:rFonts w:cs="Georgia"/>
          <w:bCs/>
          <w:kern w:val="1"/>
        </w:rPr>
        <w:t xml:space="preserve">, </w:t>
      </w:r>
      <w:r>
        <w:rPr>
          <w:rFonts w:cs="Georgia"/>
          <w:bCs/>
          <w:kern w:val="1"/>
        </w:rPr>
        <w:t>fourbus par dix heures de travail sous la pluie</w:t>
      </w:r>
      <w:r w:rsidR="000E1451">
        <w:rPr>
          <w:rFonts w:cs="Georgia"/>
          <w:bCs/>
          <w:kern w:val="1"/>
        </w:rPr>
        <w:t xml:space="preserve">, </w:t>
      </w:r>
      <w:r>
        <w:rPr>
          <w:rFonts w:cs="Georgia"/>
          <w:bCs/>
          <w:kern w:val="1"/>
        </w:rPr>
        <w:t>nous eûmes la surprise de les retrouver vêtus presque convenablement</w:t>
      </w:r>
      <w:r w:rsidR="000E1451">
        <w:rPr>
          <w:rFonts w:cs="Georgia"/>
          <w:bCs/>
          <w:kern w:val="1"/>
        </w:rPr>
        <w:t xml:space="preserve">. </w:t>
      </w:r>
      <w:r>
        <w:rPr>
          <w:rFonts w:cs="Georgia"/>
          <w:bCs/>
          <w:kern w:val="1"/>
        </w:rPr>
        <w:t>On leur avait distribué de vieilles capotes d</w:t>
      </w:r>
      <w:r w:rsidR="000E1451">
        <w:rPr>
          <w:rFonts w:cs="Georgia"/>
          <w:bCs/>
          <w:kern w:val="1"/>
        </w:rPr>
        <w:t>’</w:t>
      </w:r>
      <w:r>
        <w:rPr>
          <w:rFonts w:cs="Georgia"/>
          <w:bCs/>
          <w:kern w:val="1"/>
        </w:rPr>
        <w:t>infanterie allemande</w:t>
      </w:r>
      <w:r w:rsidR="000E1451">
        <w:rPr>
          <w:rFonts w:cs="Georgia"/>
          <w:bCs/>
          <w:kern w:val="1"/>
        </w:rPr>
        <w:t xml:space="preserve">. </w:t>
      </w:r>
      <w:r>
        <w:rPr>
          <w:rFonts w:cs="Georgia"/>
          <w:bCs/>
          <w:kern w:val="1"/>
        </w:rPr>
        <w:t>Certains avaient reçu des uniformes russes qui paraissaient à peu près neufs</w:t>
      </w:r>
      <w:r w:rsidR="000E1451">
        <w:rPr>
          <w:rFonts w:cs="Georgia"/>
          <w:bCs/>
          <w:kern w:val="1"/>
        </w:rPr>
        <w:t xml:space="preserve">. </w:t>
      </w:r>
      <w:r>
        <w:rPr>
          <w:rFonts w:cs="Georgia"/>
          <w:bCs/>
          <w:kern w:val="1"/>
        </w:rPr>
        <w:t>Chose inouïe</w:t>
      </w:r>
      <w:r w:rsidR="000E1451">
        <w:rPr>
          <w:rFonts w:cs="Georgia"/>
          <w:bCs/>
          <w:kern w:val="1"/>
        </w:rPr>
        <w:t xml:space="preserve">, </w:t>
      </w:r>
      <w:r>
        <w:rPr>
          <w:rFonts w:cs="Georgia"/>
          <w:bCs/>
          <w:kern w:val="1"/>
        </w:rPr>
        <w:t>on leur avait même donné quelque nourriture</w:t>
      </w:r>
      <w:r w:rsidR="000E1451">
        <w:rPr>
          <w:rFonts w:cs="Georgia"/>
          <w:bCs/>
          <w:kern w:val="1"/>
        </w:rPr>
        <w:t xml:space="preserve">. </w:t>
      </w:r>
      <w:r>
        <w:rPr>
          <w:rFonts w:cs="Georgia"/>
          <w:bCs/>
          <w:kern w:val="1"/>
        </w:rPr>
        <w:t>Ceux d</w:t>
      </w:r>
      <w:r w:rsidR="000E1451">
        <w:rPr>
          <w:rFonts w:cs="Georgia"/>
          <w:bCs/>
          <w:kern w:val="1"/>
        </w:rPr>
        <w:t>’</w:t>
      </w:r>
      <w:r>
        <w:rPr>
          <w:rFonts w:cs="Georgia"/>
          <w:bCs/>
          <w:kern w:val="1"/>
        </w:rPr>
        <w:t>entre nous qui les questionnèrent sur la raison de ces incroyables libéralités en furent pour leurs frais</w:t>
      </w:r>
      <w:r w:rsidR="000E1451">
        <w:rPr>
          <w:rFonts w:cs="Georgia"/>
          <w:bCs/>
          <w:kern w:val="1"/>
        </w:rPr>
        <w:t xml:space="preserve">. </w:t>
      </w:r>
      <w:r>
        <w:rPr>
          <w:rFonts w:cs="Georgia"/>
          <w:bCs/>
          <w:kern w:val="1"/>
        </w:rPr>
        <w:t>Ils avaient mangé</w:t>
      </w:r>
      <w:r w:rsidR="000E1451">
        <w:rPr>
          <w:rFonts w:cs="Georgia"/>
          <w:bCs/>
          <w:kern w:val="1"/>
        </w:rPr>
        <w:t xml:space="preserve"> ; </w:t>
      </w:r>
      <w:r>
        <w:rPr>
          <w:rFonts w:cs="Georgia"/>
          <w:bCs/>
          <w:kern w:val="1"/>
        </w:rPr>
        <w:t>ils avaient moins froid</w:t>
      </w:r>
      <w:r w:rsidR="000E1451">
        <w:rPr>
          <w:rFonts w:cs="Georgia"/>
          <w:bCs/>
          <w:kern w:val="1"/>
        </w:rPr>
        <w:t xml:space="preserve"> : </w:t>
      </w:r>
      <w:r>
        <w:rPr>
          <w:rFonts w:cs="Georgia"/>
          <w:bCs/>
          <w:kern w:val="1"/>
        </w:rPr>
        <w:t>le reste leur était égal</w:t>
      </w:r>
      <w:r w:rsidR="000E1451">
        <w:rPr>
          <w:rFonts w:cs="Georgia"/>
          <w:bCs/>
          <w:kern w:val="1"/>
        </w:rPr>
        <w:t xml:space="preserve">. </w:t>
      </w:r>
      <w:r>
        <w:rPr>
          <w:rFonts w:cs="Georgia"/>
          <w:bCs/>
          <w:kern w:val="1"/>
        </w:rPr>
        <w:t>Ce furent nos gardiens qui nous renseignèrent</w:t>
      </w:r>
      <w:r w:rsidR="000E1451">
        <w:rPr>
          <w:rFonts w:cs="Georgia"/>
          <w:bCs/>
          <w:kern w:val="1"/>
        </w:rPr>
        <w:t xml:space="preserve">. </w:t>
      </w:r>
      <w:r>
        <w:rPr>
          <w:rFonts w:cs="Georgia"/>
          <w:bCs/>
          <w:kern w:val="1"/>
        </w:rPr>
        <w:t>La paix étant sur le point d</w:t>
      </w:r>
      <w:r w:rsidR="000E1451">
        <w:rPr>
          <w:rFonts w:cs="Georgia"/>
          <w:bCs/>
          <w:kern w:val="1"/>
        </w:rPr>
        <w:t>’</w:t>
      </w:r>
      <w:r>
        <w:rPr>
          <w:rFonts w:cs="Georgia"/>
          <w:bCs/>
          <w:kern w:val="1"/>
        </w:rPr>
        <w:t>être signée avec la Russie</w:t>
      </w:r>
      <w:r w:rsidR="000E1451">
        <w:rPr>
          <w:rFonts w:cs="Georgia"/>
          <w:bCs/>
          <w:kern w:val="1"/>
        </w:rPr>
        <w:t xml:space="preserve">, </w:t>
      </w:r>
      <w:r>
        <w:rPr>
          <w:rFonts w:cs="Georgia"/>
          <w:bCs/>
          <w:kern w:val="1"/>
        </w:rPr>
        <w:t>ordre avait été de préparer la libération des prisonniers</w:t>
      </w:r>
      <w:r w:rsidR="000E1451">
        <w:rPr>
          <w:rFonts w:cs="Georgia"/>
          <w:bCs/>
          <w:kern w:val="1"/>
        </w:rPr>
        <w:t xml:space="preserve">, </w:t>
      </w:r>
      <w:r>
        <w:rPr>
          <w:rFonts w:cs="Georgia"/>
          <w:bCs/>
          <w:kern w:val="1"/>
        </w:rPr>
        <w:t>en commençant par ceux qui trouvaient dans les camps de représailles</w:t>
      </w:r>
      <w:r w:rsidR="000E1451">
        <w:rPr>
          <w:rFonts w:cs="Georgia"/>
          <w:bCs/>
          <w:kern w:val="1"/>
        </w:rPr>
        <w:t xml:space="preserve">. </w:t>
      </w:r>
      <w:r>
        <w:rPr>
          <w:rFonts w:cs="Georgia"/>
          <w:bCs/>
          <w:kern w:val="1"/>
        </w:rPr>
        <w:t>Le lendemain matin</w:t>
      </w:r>
      <w:r w:rsidR="000E1451">
        <w:rPr>
          <w:rFonts w:cs="Georgia"/>
          <w:bCs/>
          <w:kern w:val="1"/>
        </w:rPr>
        <w:t xml:space="preserve">, </w:t>
      </w:r>
      <w:r>
        <w:rPr>
          <w:rFonts w:cs="Georgia"/>
          <w:bCs/>
          <w:kern w:val="1"/>
        </w:rPr>
        <w:t>nous fûmes consignés dans nos baraques</w:t>
      </w:r>
      <w:r w:rsidR="000E1451">
        <w:rPr>
          <w:rFonts w:cs="Georgia"/>
          <w:bCs/>
          <w:kern w:val="1"/>
        </w:rPr>
        <w:t xml:space="preserve">, </w:t>
      </w:r>
      <w:r>
        <w:rPr>
          <w:rFonts w:cs="Georgia"/>
          <w:bCs/>
          <w:kern w:val="1"/>
        </w:rPr>
        <w:t>tandis que les Russes étaient rassemblés en carré au milieu du camp</w:t>
      </w:r>
      <w:r w:rsidR="000E1451">
        <w:rPr>
          <w:rFonts w:cs="Georgia"/>
          <w:bCs/>
          <w:kern w:val="1"/>
        </w:rPr>
        <w:t xml:space="preserve">. </w:t>
      </w:r>
      <w:r>
        <w:rPr>
          <w:rFonts w:cs="Georgia"/>
          <w:bCs/>
          <w:kern w:val="1"/>
        </w:rPr>
        <w:t>Nous regardions</w:t>
      </w:r>
      <w:r>
        <w:t xml:space="preserve"> </w:t>
      </w:r>
      <w:r>
        <w:rPr>
          <w:rFonts w:cs="Georgia"/>
          <w:bCs/>
          <w:kern w:val="1"/>
        </w:rPr>
        <w:t>par les fenêtres</w:t>
      </w:r>
      <w:r w:rsidR="000E1451">
        <w:rPr>
          <w:rFonts w:cs="Georgia"/>
          <w:bCs/>
          <w:kern w:val="1"/>
        </w:rPr>
        <w:t xml:space="preserve">. </w:t>
      </w:r>
      <w:r>
        <w:rPr>
          <w:rFonts w:cs="Georgia"/>
          <w:bCs/>
          <w:kern w:val="1"/>
        </w:rPr>
        <w:t>On ne nous en empêchait pas</w:t>
      </w:r>
      <w:r w:rsidR="000E1451">
        <w:rPr>
          <w:rFonts w:cs="Georgia"/>
          <w:bCs/>
          <w:kern w:val="1"/>
        </w:rPr>
        <w:t xml:space="preserve">. </w:t>
      </w:r>
      <w:r>
        <w:rPr>
          <w:rFonts w:cs="Georgia"/>
          <w:bCs/>
          <w:kern w:val="1"/>
        </w:rPr>
        <w:t>On avait même l</w:t>
      </w:r>
      <w:r w:rsidR="000E1451">
        <w:rPr>
          <w:rFonts w:cs="Georgia"/>
          <w:bCs/>
          <w:kern w:val="1"/>
        </w:rPr>
        <w:t>’</w:t>
      </w:r>
      <w:r>
        <w:rPr>
          <w:rFonts w:cs="Georgia"/>
          <w:bCs/>
          <w:kern w:val="1"/>
        </w:rPr>
        <w:t>air de souhaiter que nous fussions aussi nombreux que possible à voir ce spectacle démoralisant</w:t>
      </w:r>
      <w:r w:rsidR="000E1451">
        <w:rPr>
          <w:rFonts w:cs="Georgia"/>
          <w:bCs/>
          <w:kern w:val="1"/>
        </w:rPr>
        <w:t xml:space="preserve">. </w:t>
      </w:r>
      <w:r>
        <w:rPr>
          <w:rFonts w:cs="Georgia"/>
          <w:bCs/>
          <w:kern w:val="1"/>
        </w:rPr>
        <w:t>Au centre du carré</w:t>
      </w:r>
      <w:r w:rsidR="000E1451">
        <w:rPr>
          <w:rFonts w:cs="Georgia"/>
          <w:bCs/>
          <w:kern w:val="1"/>
        </w:rPr>
        <w:t xml:space="preserve">, </w:t>
      </w:r>
      <w:r>
        <w:rPr>
          <w:rFonts w:cs="Georgia"/>
          <w:bCs/>
          <w:kern w:val="1"/>
        </w:rPr>
        <w:t>le capitaine Elbing parut</w:t>
      </w:r>
      <w:r w:rsidR="000E1451">
        <w:rPr>
          <w:rFonts w:cs="Georgia"/>
          <w:bCs/>
          <w:kern w:val="1"/>
        </w:rPr>
        <w:t xml:space="preserve">. </w:t>
      </w:r>
      <w:r>
        <w:rPr>
          <w:rFonts w:cs="Georgia"/>
          <w:bCs/>
          <w:kern w:val="1"/>
        </w:rPr>
        <w:t>Il était accompagné d</w:t>
      </w:r>
      <w:r w:rsidR="000E1451">
        <w:rPr>
          <w:rFonts w:cs="Georgia"/>
          <w:bCs/>
          <w:kern w:val="1"/>
        </w:rPr>
        <w:t>’</w:t>
      </w:r>
      <w:r>
        <w:rPr>
          <w:rFonts w:cs="Georgia"/>
          <w:bCs/>
          <w:kern w:val="1"/>
        </w:rPr>
        <w:t>un bizarre petit civil emmitouflé dans un paletot fourré</w:t>
      </w:r>
      <w:r w:rsidR="000E1451">
        <w:rPr>
          <w:rFonts w:cs="Georgia"/>
          <w:bCs/>
          <w:kern w:val="1"/>
        </w:rPr>
        <w:t xml:space="preserve">, </w:t>
      </w:r>
      <w:r>
        <w:rPr>
          <w:rFonts w:cs="Georgia"/>
          <w:bCs/>
          <w:kern w:val="1"/>
        </w:rPr>
        <w:t>et dont les yeux disparaissaient derrière des lunettes noires</w:t>
      </w:r>
      <w:r w:rsidR="000E1451">
        <w:rPr>
          <w:rFonts w:cs="Georgia"/>
          <w:bCs/>
          <w:kern w:val="1"/>
        </w:rPr>
        <w:t xml:space="preserve">. </w:t>
      </w:r>
      <w:r>
        <w:rPr>
          <w:rFonts w:cs="Georgia"/>
          <w:bCs/>
          <w:kern w:val="1"/>
        </w:rPr>
        <w:t>Le petit homme parla longuement</w:t>
      </w:r>
      <w:r w:rsidR="000E1451">
        <w:rPr>
          <w:rFonts w:cs="Georgia"/>
          <w:bCs/>
          <w:kern w:val="1"/>
        </w:rPr>
        <w:t xml:space="preserve">, </w:t>
      </w:r>
      <w:r>
        <w:rPr>
          <w:rFonts w:cs="Georgia"/>
          <w:bCs/>
          <w:kern w:val="1"/>
        </w:rPr>
        <w:t>s</w:t>
      </w:r>
      <w:r w:rsidR="000E1451">
        <w:rPr>
          <w:rFonts w:cs="Georgia"/>
          <w:bCs/>
          <w:kern w:val="1"/>
        </w:rPr>
        <w:t>’</w:t>
      </w:r>
      <w:r>
        <w:rPr>
          <w:rFonts w:cs="Georgia"/>
          <w:bCs/>
          <w:kern w:val="1"/>
        </w:rPr>
        <w:t>interrompant à plusieurs reprises pour s</w:t>
      </w:r>
      <w:r w:rsidR="000E1451">
        <w:rPr>
          <w:rFonts w:cs="Georgia"/>
          <w:bCs/>
          <w:kern w:val="1"/>
        </w:rPr>
        <w:t>’</w:t>
      </w:r>
      <w:r>
        <w:rPr>
          <w:rFonts w:cs="Georgia"/>
          <w:bCs/>
          <w:kern w:val="1"/>
        </w:rPr>
        <w:t>incliner devant le commandant du camp</w:t>
      </w:r>
      <w:r w:rsidR="000E1451">
        <w:rPr>
          <w:rFonts w:cs="Georgia"/>
          <w:bCs/>
          <w:kern w:val="1"/>
        </w:rPr>
        <w:t xml:space="preserve">, </w:t>
      </w:r>
      <w:r>
        <w:rPr>
          <w:rFonts w:cs="Georgia"/>
          <w:bCs/>
          <w:kern w:val="1"/>
        </w:rPr>
        <w:t>toujours distant et impassible</w:t>
      </w:r>
      <w:r w:rsidR="000E1451">
        <w:rPr>
          <w:rFonts w:cs="Georgia"/>
          <w:bCs/>
          <w:kern w:val="1"/>
        </w:rPr>
        <w:t xml:space="preserve">. </w:t>
      </w:r>
      <w:r>
        <w:rPr>
          <w:rFonts w:cs="Georgia"/>
          <w:bCs/>
          <w:kern w:val="1"/>
        </w:rPr>
        <w:t>Il annonçait</w:t>
      </w:r>
      <w:r w:rsidR="000E1451">
        <w:rPr>
          <w:rFonts w:cs="Georgia"/>
          <w:bCs/>
          <w:kern w:val="1"/>
        </w:rPr>
        <w:t xml:space="preserve">, </w:t>
      </w:r>
      <w:r>
        <w:rPr>
          <w:rFonts w:cs="Georgia"/>
          <w:bCs/>
          <w:kern w:val="1"/>
        </w:rPr>
        <w:t>paraît-il</w:t>
      </w:r>
      <w:r w:rsidR="000E1451">
        <w:rPr>
          <w:rFonts w:cs="Georgia"/>
          <w:bCs/>
          <w:kern w:val="1"/>
        </w:rPr>
        <w:t xml:space="preserve">, </w:t>
      </w:r>
      <w:r>
        <w:rPr>
          <w:rFonts w:cs="Georgia"/>
          <w:bCs/>
          <w:kern w:val="1"/>
        </w:rPr>
        <w:t>à ses compatriotes</w:t>
      </w:r>
      <w:r w:rsidR="000E1451">
        <w:rPr>
          <w:rFonts w:cs="Georgia"/>
          <w:bCs/>
          <w:kern w:val="1"/>
        </w:rPr>
        <w:t xml:space="preserve">, </w:t>
      </w:r>
      <w:r>
        <w:rPr>
          <w:rFonts w:cs="Georgia"/>
          <w:bCs/>
          <w:kern w:val="1"/>
        </w:rPr>
        <w:t>leur prochaine mise en liberté</w:t>
      </w:r>
      <w:r w:rsidR="000E1451">
        <w:rPr>
          <w:rFonts w:cs="Georgia"/>
          <w:bCs/>
          <w:kern w:val="1"/>
        </w:rPr>
        <w:t xml:space="preserve">, </w:t>
      </w:r>
      <w:r>
        <w:rPr>
          <w:rFonts w:cs="Georgia"/>
          <w:bCs/>
          <w:kern w:val="1"/>
        </w:rPr>
        <w:t xml:space="preserve">la future alliance des nobles peuples allemand et </w:t>
      </w:r>
      <w:r>
        <w:rPr>
          <w:rFonts w:cs="Georgia"/>
          <w:bCs/>
          <w:kern w:val="1"/>
        </w:rPr>
        <w:lastRenderedPageBreak/>
        <w:t>russe</w:t>
      </w:r>
      <w:r w:rsidR="000E1451">
        <w:rPr>
          <w:rFonts w:cs="Georgia"/>
          <w:bCs/>
          <w:kern w:val="1"/>
        </w:rPr>
        <w:t xml:space="preserve">, </w:t>
      </w:r>
      <w:r>
        <w:rPr>
          <w:rFonts w:cs="Georgia"/>
          <w:bCs/>
          <w:kern w:val="1"/>
        </w:rPr>
        <w:t>et il invitait les prisonniers à conserver précieusement dans leur cœur le souvenir des soins attentifs dont ils avaient été l</w:t>
      </w:r>
      <w:r w:rsidR="000E1451">
        <w:rPr>
          <w:rFonts w:cs="Georgia"/>
          <w:bCs/>
          <w:kern w:val="1"/>
        </w:rPr>
        <w:t>’</w:t>
      </w:r>
      <w:r>
        <w:rPr>
          <w:rFonts w:cs="Georgia"/>
          <w:bCs/>
          <w:kern w:val="1"/>
        </w:rPr>
        <w:t>objet au camp de Reichendorf</w:t>
      </w:r>
      <w:r w:rsidR="000E1451">
        <w:rPr>
          <w:rFonts w:cs="Georgia"/>
          <w:bCs/>
          <w:kern w:val="1"/>
        </w:rPr>
        <w:t xml:space="preserve">. </w:t>
      </w:r>
      <w:r>
        <w:rPr>
          <w:rFonts w:cs="Georgia"/>
          <w:bCs/>
          <w:kern w:val="1"/>
        </w:rPr>
        <w:t>Tandis qu</w:t>
      </w:r>
      <w:r w:rsidR="000E1451">
        <w:rPr>
          <w:rFonts w:cs="Georgia"/>
          <w:bCs/>
          <w:kern w:val="1"/>
        </w:rPr>
        <w:t>’</w:t>
      </w:r>
      <w:r>
        <w:rPr>
          <w:rFonts w:cs="Georgia"/>
          <w:bCs/>
          <w:kern w:val="1"/>
        </w:rPr>
        <w:t>il discourait</w:t>
      </w:r>
      <w:r w:rsidR="000E1451">
        <w:rPr>
          <w:rFonts w:cs="Georgia"/>
          <w:bCs/>
          <w:kern w:val="1"/>
        </w:rPr>
        <w:t xml:space="preserve">, </w:t>
      </w:r>
      <w:r>
        <w:rPr>
          <w:rFonts w:cs="Georgia"/>
          <w:bCs/>
          <w:kern w:val="1"/>
        </w:rPr>
        <w:t>nous voyions sous l</w:t>
      </w:r>
      <w:r w:rsidR="000E1451">
        <w:rPr>
          <w:rFonts w:cs="Georgia"/>
          <w:bCs/>
          <w:kern w:val="1"/>
        </w:rPr>
        <w:t>’</w:t>
      </w:r>
      <w:r>
        <w:rPr>
          <w:rFonts w:cs="Georgia"/>
          <w:bCs/>
          <w:kern w:val="1"/>
        </w:rPr>
        <w:t>aigre bise les bons géants blonds vaciller d</w:t>
      </w:r>
      <w:r w:rsidR="000E1451">
        <w:rPr>
          <w:rFonts w:cs="Georgia"/>
          <w:bCs/>
          <w:kern w:val="1"/>
        </w:rPr>
        <w:t>’</w:t>
      </w:r>
      <w:r>
        <w:rPr>
          <w:rFonts w:cs="Georgia"/>
          <w:bCs/>
          <w:kern w:val="1"/>
        </w:rPr>
        <w:t>inanition dans leurs capotes trop larges</w:t>
      </w:r>
      <w:r w:rsidR="000E1451">
        <w:rPr>
          <w:rFonts w:cs="Georgia"/>
          <w:bCs/>
          <w:kern w:val="1"/>
        </w:rPr>
        <w:t xml:space="preserve">. </w:t>
      </w:r>
      <w:r>
        <w:rPr>
          <w:rFonts w:cs="Georgia"/>
          <w:bCs/>
          <w:kern w:val="1"/>
        </w:rPr>
        <w:t>Nous eussions vainement cherché sur leurs visages une expression quelconque</w:t>
      </w:r>
      <w:r w:rsidR="000E1451">
        <w:rPr>
          <w:rFonts w:cs="Georgia"/>
          <w:bCs/>
          <w:kern w:val="1"/>
        </w:rPr>
        <w:t xml:space="preserve">. </w:t>
      </w:r>
      <w:r>
        <w:rPr>
          <w:rFonts w:cs="Georgia"/>
          <w:bCs/>
          <w:kern w:val="1"/>
        </w:rPr>
        <w:t>Et quand l</w:t>
      </w:r>
      <w:r w:rsidR="000E1451">
        <w:rPr>
          <w:rFonts w:cs="Georgia"/>
          <w:bCs/>
          <w:kern w:val="1"/>
        </w:rPr>
        <w:t>’</w:t>
      </w:r>
      <w:r>
        <w:rPr>
          <w:rFonts w:cs="Georgia"/>
          <w:bCs/>
          <w:kern w:val="1"/>
        </w:rPr>
        <w:t>autre termina sa harangue en les invitant à pousser un hourra en l</w:t>
      </w:r>
      <w:r w:rsidR="000E1451">
        <w:rPr>
          <w:rFonts w:cs="Georgia"/>
          <w:bCs/>
          <w:kern w:val="1"/>
        </w:rPr>
        <w:t>’</w:t>
      </w:r>
      <w:r>
        <w:rPr>
          <w:rFonts w:cs="Georgia"/>
          <w:bCs/>
          <w:kern w:val="1"/>
        </w:rPr>
        <w:t>honneur de leurs gardiens devenus maintenant leurs amis</w:t>
      </w:r>
      <w:r w:rsidR="000E1451">
        <w:rPr>
          <w:rFonts w:cs="Georgia"/>
          <w:bCs/>
          <w:kern w:val="1"/>
        </w:rPr>
        <w:t xml:space="preserve">, </w:t>
      </w:r>
      <w:r>
        <w:rPr>
          <w:rFonts w:cs="Georgia"/>
          <w:bCs/>
          <w:kern w:val="1"/>
        </w:rPr>
        <w:t>il sortit de chacune de ces misérables gorges une acclamation qui ressemblait bien moins au cri d</w:t>
      </w:r>
      <w:r w:rsidR="000E1451">
        <w:rPr>
          <w:rFonts w:cs="Georgia"/>
          <w:bCs/>
          <w:kern w:val="1"/>
        </w:rPr>
        <w:t>’</w:t>
      </w:r>
      <w:r>
        <w:rPr>
          <w:rFonts w:cs="Georgia"/>
          <w:bCs/>
          <w:kern w:val="1"/>
        </w:rPr>
        <w:t>un homme qu</w:t>
      </w:r>
      <w:r w:rsidR="000E1451">
        <w:rPr>
          <w:rFonts w:cs="Georgia"/>
          <w:bCs/>
          <w:kern w:val="1"/>
        </w:rPr>
        <w:t>’</w:t>
      </w:r>
      <w:r>
        <w:rPr>
          <w:rFonts w:cs="Georgia"/>
          <w:bCs/>
          <w:kern w:val="1"/>
        </w:rPr>
        <w:t>au vagissement d</w:t>
      </w:r>
      <w:r w:rsidR="000E1451">
        <w:rPr>
          <w:rFonts w:cs="Georgia"/>
          <w:bCs/>
          <w:kern w:val="1"/>
        </w:rPr>
        <w:t>’</w:t>
      </w:r>
      <w:r>
        <w:rPr>
          <w:rFonts w:cs="Georgia"/>
          <w:bCs/>
          <w:kern w:val="1"/>
        </w:rPr>
        <w:t>un enfant</w:t>
      </w:r>
      <w:r w:rsidR="000E1451">
        <w:rPr>
          <w:rFonts w:cs="Georgia"/>
          <w:bCs/>
          <w:kern w:val="1"/>
        </w:rPr>
        <w:t>.</w:t>
      </w:r>
    </w:p>
    <w:p w14:paraId="605EABA6" w14:textId="77777777" w:rsidR="000E1451" w:rsidRDefault="000E1451" w:rsidP="00BE611A">
      <w:pPr>
        <w:rPr>
          <w:rFonts w:cs="Georgia"/>
          <w:bCs/>
          <w:kern w:val="1"/>
        </w:rPr>
      </w:pPr>
      <w:r>
        <w:rPr>
          <w:rFonts w:cs="Georgia"/>
          <w:bCs/>
          <w:kern w:val="1"/>
        </w:rPr>
        <w:t>— </w:t>
      </w:r>
      <w:r w:rsidR="00BE611A">
        <w:rPr>
          <w:rFonts w:cs="Georgia"/>
          <w:bCs/>
          <w:kern w:val="1"/>
        </w:rPr>
        <w:t>Bon débarras</w:t>
      </w:r>
      <w:r>
        <w:rPr>
          <w:rFonts w:cs="Georgia"/>
          <w:bCs/>
          <w:kern w:val="1"/>
        </w:rPr>
        <w:t xml:space="preserve"> ! </w:t>
      </w:r>
      <w:r w:rsidR="00BE611A">
        <w:rPr>
          <w:rFonts w:cs="Georgia"/>
          <w:bCs/>
          <w:kern w:val="1"/>
        </w:rPr>
        <w:t>s</w:t>
      </w:r>
      <w:r>
        <w:rPr>
          <w:rFonts w:cs="Georgia"/>
          <w:bCs/>
          <w:kern w:val="1"/>
        </w:rPr>
        <w:t>’</w:t>
      </w:r>
      <w:r w:rsidR="00BE611A">
        <w:rPr>
          <w:rFonts w:cs="Georgia"/>
          <w:bCs/>
          <w:kern w:val="1"/>
        </w:rPr>
        <w:t>exclama Sylvestre</w:t>
      </w:r>
      <w:r>
        <w:rPr>
          <w:rFonts w:cs="Georgia"/>
          <w:bCs/>
          <w:kern w:val="1"/>
        </w:rPr>
        <w:t xml:space="preserve">, </w:t>
      </w:r>
      <w:r w:rsidR="00BE611A">
        <w:rPr>
          <w:rFonts w:cs="Georgia"/>
          <w:bCs/>
          <w:kern w:val="1"/>
        </w:rPr>
        <w:t>dès que la dernière de ces tristes larves eut franchi la haie de barbelés</w:t>
      </w:r>
      <w:r>
        <w:rPr>
          <w:rFonts w:cs="Georgia"/>
          <w:bCs/>
          <w:kern w:val="1"/>
        </w:rPr>
        <w:t xml:space="preserve">, </w:t>
      </w:r>
      <w:r w:rsidR="00BE611A">
        <w:rPr>
          <w:rFonts w:cs="Georgia"/>
          <w:bCs/>
          <w:kern w:val="1"/>
        </w:rPr>
        <w:t>et que nous pûmes nous répandre dans le camp</w:t>
      </w:r>
      <w:r>
        <w:rPr>
          <w:rFonts w:cs="Georgia"/>
          <w:bCs/>
          <w:kern w:val="1"/>
        </w:rPr>
        <w:t xml:space="preserve">. </w:t>
      </w:r>
      <w:r w:rsidR="00BE611A">
        <w:rPr>
          <w:rFonts w:cs="Georgia"/>
          <w:bCs/>
          <w:kern w:val="1"/>
        </w:rPr>
        <w:t>On est entre nous</w:t>
      </w:r>
      <w:r>
        <w:rPr>
          <w:rFonts w:cs="Georgia"/>
          <w:bCs/>
          <w:kern w:val="1"/>
        </w:rPr>
        <w:t xml:space="preserve">, </w:t>
      </w:r>
      <w:r w:rsidR="00BE611A">
        <w:rPr>
          <w:rFonts w:cs="Georgia"/>
          <w:bCs/>
          <w:kern w:val="1"/>
        </w:rPr>
        <w:t>au moins</w:t>
      </w:r>
      <w:r>
        <w:rPr>
          <w:rFonts w:cs="Georgia"/>
          <w:bCs/>
          <w:kern w:val="1"/>
        </w:rPr>
        <w:t xml:space="preserve">, </w:t>
      </w:r>
      <w:r w:rsidR="00BE611A">
        <w:rPr>
          <w:rFonts w:cs="Georgia"/>
          <w:bCs/>
          <w:kern w:val="1"/>
        </w:rPr>
        <w:t>à présent</w:t>
      </w:r>
      <w:r>
        <w:rPr>
          <w:rFonts w:cs="Georgia"/>
          <w:bCs/>
          <w:kern w:val="1"/>
        </w:rPr>
        <w:t xml:space="preserve">. </w:t>
      </w:r>
      <w:r w:rsidR="00BE611A">
        <w:rPr>
          <w:rFonts w:cs="Georgia"/>
          <w:bCs/>
          <w:kern w:val="1"/>
        </w:rPr>
        <w:t>Ces cochons-là trouvaient le moyen de nous attendrir</w:t>
      </w:r>
      <w:r>
        <w:rPr>
          <w:rFonts w:cs="Georgia"/>
          <w:bCs/>
          <w:kern w:val="1"/>
        </w:rPr>
        <w:t xml:space="preserve">. </w:t>
      </w:r>
      <w:r w:rsidR="00BE611A">
        <w:rPr>
          <w:rFonts w:cs="Georgia"/>
          <w:bCs/>
          <w:kern w:val="1"/>
        </w:rPr>
        <w:t>On était assez poires pour les faire bénéficier de temps en temps de nos colis</w:t>
      </w:r>
      <w:r>
        <w:rPr>
          <w:rFonts w:cs="Georgia"/>
          <w:bCs/>
          <w:kern w:val="1"/>
        </w:rPr>
        <w:t xml:space="preserve">. </w:t>
      </w:r>
      <w:r w:rsidR="00BE611A">
        <w:rPr>
          <w:rFonts w:cs="Georgia"/>
          <w:bCs/>
          <w:kern w:val="1"/>
        </w:rPr>
        <w:t>Et par-dessus le marché</w:t>
      </w:r>
      <w:r>
        <w:rPr>
          <w:rFonts w:cs="Georgia"/>
          <w:bCs/>
          <w:kern w:val="1"/>
        </w:rPr>
        <w:t xml:space="preserve">, </w:t>
      </w:r>
      <w:r w:rsidR="00BE611A">
        <w:rPr>
          <w:rFonts w:cs="Georgia"/>
          <w:bCs/>
          <w:kern w:val="1"/>
        </w:rPr>
        <w:t>quand ils clapotaient</w:t>
      </w:r>
      <w:r>
        <w:rPr>
          <w:rFonts w:cs="Georgia"/>
          <w:bCs/>
          <w:kern w:val="1"/>
        </w:rPr>
        <w:t xml:space="preserve">, </w:t>
      </w:r>
      <w:r w:rsidR="00BE611A">
        <w:rPr>
          <w:rFonts w:cs="Georgia"/>
          <w:bCs/>
          <w:kern w:val="1"/>
        </w:rPr>
        <w:t>on était encore de corvée pour les enterrer</w:t>
      </w:r>
      <w:r>
        <w:rPr>
          <w:rFonts w:cs="Georgia"/>
          <w:bCs/>
          <w:kern w:val="1"/>
        </w:rPr>
        <w:t xml:space="preserve">. </w:t>
      </w:r>
      <w:r w:rsidR="00BE611A">
        <w:rPr>
          <w:rFonts w:cs="Georgia"/>
          <w:bCs/>
          <w:kern w:val="1"/>
        </w:rPr>
        <w:t>Mince d</w:t>
      </w:r>
      <w:r>
        <w:rPr>
          <w:rFonts w:cs="Georgia"/>
          <w:bCs/>
          <w:kern w:val="1"/>
        </w:rPr>
        <w:t>’</w:t>
      </w:r>
      <w:r w:rsidR="00BE611A">
        <w:rPr>
          <w:rFonts w:cs="Georgia"/>
          <w:bCs/>
          <w:kern w:val="1"/>
        </w:rPr>
        <w:t>alliance</w:t>
      </w:r>
      <w:r>
        <w:rPr>
          <w:rFonts w:cs="Georgia"/>
          <w:bCs/>
          <w:kern w:val="1"/>
        </w:rPr>
        <w:t xml:space="preserve">, </w:t>
      </w:r>
      <w:r w:rsidR="00BE611A">
        <w:rPr>
          <w:rFonts w:cs="Georgia"/>
          <w:bCs/>
          <w:kern w:val="1"/>
        </w:rPr>
        <w:t>alors</w:t>
      </w:r>
      <w:r>
        <w:rPr>
          <w:rFonts w:cs="Georgia"/>
          <w:bCs/>
          <w:kern w:val="1"/>
        </w:rPr>
        <w:t> !</w:t>
      </w:r>
    </w:p>
    <w:p w14:paraId="2AEBEFD9" w14:textId="77777777" w:rsidR="000E1451" w:rsidRDefault="000E1451" w:rsidP="00BE611A">
      <w:pPr>
        <w:rPr>
          <w:rFonts w:cs="Georgia"/>
          <w:bCs/>
          <w:kern w:val="1"/>
        </w:rPr>
      </w:pPr>
      <w:r>
        <w:rPr>
          <w:rFonts w:cs="Georgia"/>
          <w:bCs/>
          <w:kern w:val="1"/>
        </w:rPr>
        <w:t>— </w:t>
      </w:r>
      <w:r w:rsidR="00BE611A">
        <w:rPr>
          <w:rFonts w:cs="Georgia"/>
          <w:bCs/>
          <w:kern w:val="1"/>
        </w:rPr>
        <w:t>Oui</w:t>
      </w:r>
      <w:r>
        <w:rPr>
          <w:rFonts w:cs="Georgia"/>
          <w:bCs/>
          <w:kern w:val="1"/>
        </w:rPr>
        <w:t xml:space="preserve">, </w:t>
      </w:r>
      <w:r w:rsidR="00BE611A">
        <w:rPr>
          <w:rFonts w:cs="Georgia"/>
          <w:bCs/>
          <w:kern w:val="1"/>
        </w:rPr>
        <w:t>maugréa Audemard</w:t>
      </w:r>
      <w:r>
        <w:rPr>
          <w:rFonts w:cs="Georgia"/>
          <w:bCs/>
          <w:kern w:val="1"/>
        </w:rPr>
        <w:t xml:space="preserve">, </w:t>
      </w:r>
      <w:r w:rsidR="00BE611A">
        <w:rPr>
          <w:rFonts w:cs="Georgia"/>
          <w:bCs/>
          <w:kern w:val="1"/>
        </w:rPr>
        <w:t>dont c</w:t>
      </w:r>
      <w:r>
        <w:rPr>
          <w:rFonts w:cs="Georgia"/>
          <w:bCs/>
          <w:kern w:val="1"/>
        </w:rPr>
        <w:t>’</w:t>
      </w:r>
      <w:r w:rsidR="00BE611A">
        <w:rPr>
          <w:rFonts w:cs="Georgia"/>
          <w:bCs/>
          <w:kern w:val="1"/>
        </w:rPr>
        <w:t>était la marotte</w:t>
      </w:r>
      <w:r>
        <w:rPr>
          <w:rFonts w:cs="Georgia"/>
          <w:bCs/>
          <w:kern w:val="1"/>
        </w:rPr>
        <w:t xml:space="preserve">, </w:t>
      </w:r>
      <w:r w:rsidR="00BE611A">
        <w:rPr>
          <w:rFonts w:cs="Georgia"/>
          <w:bCs/>
          <w:kern w:val="1"/>
        </w:rPr>
        <w:t>dire que c</w:t>
      </w:r>
      <w:r>
        <w:rPr>
          <w:rFonts w:cs="Georgia"/>
          <w:bCs/>
          <w:kern w:val="1"/>
        </w:rPr>
        <w:t>’</w:t>
      </w:r>
      <w:r w:rsidR="00BE611A">
        <w:rPr>
          <w:rFonts w:cs="Georgia"/>
          <w:bCs/>
          <w:kern w:val="1"/>
        </w:rPr>
        <w:t>est à cause d</w:t>
      </w:r>
      <w:r>
        <w:rPr>
          <w:rFonts w:cs="Georgia"/>
          <w:bCs/>
          <w:kern w:val="1"/>
        </w:rPr>
        <w:t>’</w:t>
      </w:r>
      <w:r w:rsidR="00BE611A">
        <w:rPr>
          <w:rFonts w:cs="Georgia"/>
          <w:bCs/>
          <w:kern w:val="1"/>
        </w:rPr>
        <w:t>eux que tout ça est arrivé</w:t>
      </w:r>
      <w:r>
        <w:rPr>
          <w:rFonts w:cs="Georgia"/>
          <w:bCs/>
          <w:kern w:val="1"/>
        </w:rPr>
        <w:t xml:space="preserve">. </w:t>
      </w:r>
      <w:r w:rsidR="00BE611A">
        <w:rPr>
          <w:rFonts w:cs="Georgia"/>
          <w:bCs/>
          <w:kern w:val="1"/>
        </w:rPr>
        <w:t>Ça fait entrer tout le monde dans la danse</w:t>
      </w:r>
      <w:r>
        <w:rPr>
          <w:rFonts w:cs="Georgia"/>
          <w:bCs/>
          <w:kern w:val="1"/>
        </w:rPr>
        <w:t xml:space="preserve">, </w:t>
      </w:r>
      <w:r w:rsidR="00BE611A">
        <w:rPr>
          <w:rFonts w:cs="Georgia"/>
          <w:bCs/>
          <w:kern w:val="1"/>
        </w:rPr>
        <w:t>puis ça vous plaque</w:t>
      </w:r>
      <w:r>
        <w:rPr>
          <w:rFonts w:cs="Georgia"/>
          <w:bCs/>
          <w:kern w:val="1"/>
        </w:rPr>
        <w:t>.</w:t>
      </w:r>
    </w:p>
    <w:p w14:paraId="385D2AEE" w14:textId="77777777" w:rsidR="000E1451" w:rsidRDefault="00BE611A" w:rsidP="00BE611A">
      <w:pPr>
        <w:rPr>
          <w:rFonts w:cs="Georgia"/>
          <w:bCs/>
          <w:kern w:val="1"/>
        </w:rPr>
      </w:pPr>
      <w:r>
        <w:rPr>
          <w:rFonts w:cs="Georgia"/>
          <w:bCs/>
          <w:kern w:val="1"/>
        </w:rPr>
        <w:t>Le vieux Guérin haussa les épaules</w:t>
      </w:r>
      <w:r w:rsidR="000E1451">
        <w:rPr>
          <w:rFonts w:cs="Georgia"/>
          <w:bCs/>
          <w:kern w:val="1"/>
        </w:rPr>
        <w:t>.</w:t>
      </w:r>
    </w:p>
    <w:p w14:paraId="6944B0CB" w14:textId="77777777" w:rsidR="000E1451" w:rsidRDefault="000E1451" w:rsidP="00BE611A">
      <w:pPr>
        <w:rPr>
          <w:rFonts w:cs="Georgia"/>
          <w:bCs/>
          <w:kern w:val="1"/>
        </w:rPr>
      </w:pPr>
      <w:r>
        <w:rPr>
          <w:rFonts w:cs="Georgia"/>
          <w:bCs/>
          <w:kern w:val="1"/>
        </w:rPr>
        <w:t>— </w:t>
      </w:r>
      <w:r w:rsidR="00BE611A">
        <w:rPr>
          <w:rFonts w:cs="Georgia"/>
          <w:bCs/>
          <w:kern w:val="1"/>
        </w:rPr>
        <w:t>C</w:t>
      </w:r>
      <w:r>
        <w:rPr>
          <w:rFonts w:cs="Georgia"/>
          <w:bCs/>
          <w:kern w:val="1"/>
        </w:rPr>
        <w:t>’</w:t>
      </w:r>
      <w:r w:rsidR="00BE611A">
        <w:rPr>
          <w:rFonts w:cs="Georgia"/>
          <w:bCs/>
          <w:kern w:val="1"/>
        </w:rPr>
        <w:t>est bien fait</w:t>
      </w:r>
      <w:r>
        <w:rPr>
          <w:rFonts w:cs="Georgia"/>
          <w:bCs/>
          <w:kern w:val="1"/>
        </w:rPr>
        <w:t xml:space="preserve">. </w:t>
      </w:r>
      <w:r w:rsidR="00BE611A">
        <w:rPr>
          <w:rFonts w:cs="Georgia"/>
          <w:bCs/>
          <w:kern w:val="1"/>
        </w:rPr>
        <w:t>On n</w:t>
      </w:r>
      <w:r>
        <w:rPr>
          <w:rFonts w:cs="Georgia"/>
          <w:bCs/>
          <w:kern w:val="1"/>
        </w:rPr>
        <w:t>’</w:t>
      </w:r>
      <w:r w:rsidR="00BE611A">
        <w:rPr>
          <w:rFonts w:cs="Georgia"/>
          <w:bCs/>
          <w:kern w:val="1"/>
        </w:rPr>
        <w:t>a que ce qu</w:t>
      </w:r>
      <w:r>
        <w:rPr>
          <w:rFonts w:cs="Georgia"/>
          <w:bCs/>
          <w:kern w:val="1"/>
        </w:rPr>
        <w:t>’</w:t>
      </w:r>
      <w:r w:rsidR="00BE611A">
        <w:rPr>
          <w:rFonts w:cs="Georgia"/>
          <w:bCs/>
          <w:kern w:val="1"/>
        </w:rPr>
        <w:t>on mérite</w:t>
      </w:r>
      <w:r>
        <w:rPr>
          <w:rFonts w:cs="Georgia"/>
          <w:bCs/>
          <w:kern w:val="1"/>
        </w:rPr>
        <w:t xml:space="preserve">. </w:t>
      </w:r>
      <w:r w:rsidR="00BE611A">
        <w:rPr>
          <w:rFonts w:cs="Georgia"/>
          <w:bCs/>
          <w:kern w:val="1"/>
        </w:rPr>
        <w:t>Mais est-ce que tu t</w:t>
      </w:r>
      <w:r>
        <w:rPr>
          <w:rFonts w:cs="Georgia"/>
          <w:bCs/>
          <w:kern w:val="1"/>
        </w:rPr>
        <w:t>’</w:t>
      </w:r>
      <w:r w:rsidR="00BE611A">
        <w:rPr>
          <w:rFonts w:cs="Georgia"/>
          <w:bCs/>
          <w:kern w:val="1"/>
        </w:rPr>
        <w:t>imagines</w:t>
      </w:r>
      <w:r>
        <w:rPr>
          <w:rFonts w:cs="Georgia"/>
          <w:bCs/>
          <w:kern w:val="1"/>
        </w:rPr>
        <w:t xml:space="preserve">, </w:t>
      </w:r>
      <w:r w:rsidR="00BE611A">
        <w:rPr>
          <w:rFonts w:cs="Georgia"/>
          <w:bCs/>
          <w:kern w:val="1"/>
        </w:rPr>
        <w:t>des fois</w:t>
      </w:r>
      <w:r>
        <w:rPr>
          <w:rFonts w:cs="Georgia"/>
          <w:bCs/>
          <w:kern w:val="1"/>
        </w:rPr>
        <w:t xml:space="preserve">, </w:t>
      </w:r>
      <w:r w:rsidR="00BE611A">
        <w:rPr>
          <w:rFonts w:cs="Georgia"/>
          <w:bCs/>
          <w:kern w:val="1"/>
        </w:rPr>
        <w:t>que nous aussi on est complètement sans reproche</w:t>
      </w:r>
      <w:r>
        <w:rPr>
          <w:rFonts w:cs="Georgia"/>
          <w:bCs/>
          <w:kern w:val="1"/>
        </w:rPr>
        <w:t xml:space="preserve"> ? </w:t>
      </w:r>
      <w:r w:rsidR="00BE611A">
        <w:rPr>
          <w:rFonts w:cs="Georgia"/>
          <w:bCs/>
          <w:kern w:val="1"/>
        </w:rPr>
        <w:t>Est-ce que tu crois qu</w:t>
      </w:r>
      <w:r>
        <w:rPr>
          <w:rFonts w:cs="Georgia"/>
          <w:bCs/>
          <w:kern w:val="1"/>
        </w:rPr>
        <w:t>’</w:t>
      </w:r>
      <w:r w:rsidR="00BE611A">
        <w:rPr>
          <w:rFonts w:cs="Georgia"/>
          <w:bCs/>
          <w:kern w:val="1"/>
        </w:rPr>
        <w:t>il n</w:t>
      </w:r>
      <w:r>
        <w:rPr>
          <w:rFonts w:cs="Georgia"/>
          <w:bCs/>
          <w:kern w:val="1"/>
        </w:rPr>
        <w:t>’</w:t>
      </w:r>
      <w:r w:rsidR="00BE611A">
        <w:rPr>
          <w:rFonts w:cs="Georgia"/>
          <w:bCs/>
          <w:kern w:val="1"/>
        </w:rPr>
        <w:t>y en a pas qui auraient le droit de rouspéter bien plus que nous</w:t>
      </w:r>
      <w:r>
        <w:rPr>
          <w:rFonts w:cs="Georgia"/>
          <w:bCs/>
          <w:kern w:val="1"/>
        </w:rPr>
        <w:t xml:space="preserve"> ? </w:t>
      </w:r>
      <w:r w:rsidR="00BE611A">
        <w:rPr>
          <w:rFonts w:cs="Georgia"/>
          <w:bCs/>
          <w:kern w:val="1"/>
        </w:rPr>
        <w:t>Ceux-ci</w:t>
      </w:r>
      <w:r>
        <w:rPr>
          <w:rFonts w:cs="Georgia"/>
          <w:bCs/>
          <w:kern w:val="1"/>
        </w:rPr>
        <w:t xml:space="preserve">, </w:t>
      </w:r>
      <w:r w:rsidR="00BE611A">
        <w:rPr>
          <w:rFonts w:cs="Georgia"/>
          <w:bCs/>
          <w:kern w:val="1"/>
        </w:rPr>
        <w:t>par exemple</w:t>
      </w:r>
      <w:r>
        <w:rPr>
          <w:rFonts w:cs="Georgia"/>
          <w:bCs/>
          <w:kern w:val="1"/>
        </w:rPr>
        <w:t>…</w:t>
      </w:r>
    </w:p>
    <w:p w14:paraId="0B3F4EC4" w14:textId="77777777" w:rsidR="000E1451" w:rsidRDefault="00BE611A" w:rsidP="00BE611A">
      <w:pPr>
        <w:rPr>
          <w:rFonts w:cs="Georgia"/>
          <w:bCs/>
          <w:kern w:val="1"/>
        </w:rPr>
      </w:pPr>
      <w:r>
        <w:rPr>
          <w:rFonts w:cs="Georgia"/>
          <w:bCs/>
          <w:kern w:val="1"/>
        </w:rPr>
        <w:lastRenderedPageBreak/>
        <w:t>Il désignait</w:t>
      </w:r>
      <w:r w:rsidR="000E1451">
        <w:rPr>
          <w:rFonts w:cs="Georgia"/>
          <w:bCs/>
          <w:kern w:val="1"/>
        </w:rPr>
        <w:t xml:space="preserve">, </w:t>
      </w:r>
      <w:r>
        <w:rPr>
          <w:rFonts w:cs="Georgia"/>
          <w:bCs/>
          <w:kern w:val="1"/>
        </w:rPr>
        <w:t>sur la plage</w:t>
      </w:r>
      <w:r w:rsidR="000E1451">
        <w:rPr>
          <w:rFonts w:cs="Georgia"/>
          <w:bCs/>
          <w:kern w:val="1"/>
        </w:rPr>
        <w:t xml:space="preserve">, </w:t>
      </w:r>
      <w:r>
        <w:rPr>
          <w:rFonts w:cs="Georgia"/>
          <w:bCs/>
          <w:kern w:val="1"/>
        </w:rPr>
        <w:t>un groupe de Sénégalais</w:t>
      </w:r>
      <w:r w:rsidR="000E1451">
        <w:rPr>
          <w:rFonts w:cs="Georgia"/>
          <w:bCs/>
          <w:kern w:val="1"/>
        </w:rPr>
        <w:t xml:space="preserve">. </w:t>
      </w:r>
      <w:r>
        <w:rPr>
          <w:rFonts w:cs="Georgia"/>
          <w:bCs/>
          <w:kern w:val="1"/>
        </w:rPr>
        <w:t>Grelottants sous leurs effets de toile en lambeaux</w:t>
      </w:r>
      <w:r w:rsidR="000E1451">
        <w:rPr>
          <w:rFonts w:cs="Georgia"/>
          <w:bCs/>
          <w:kern w:val="1"/>
        </w:rPr>
        <w:t xml:space="preserve">, </w:t>
      </w:r>
      <w:r>
        <w:rPr>
          <w:rFonts w:cs="Georgia"/>
          <w:bCs/>
          <w:kern w:val="1"/>
        </w:rPr>
        <w:t>les uns s</w:t>
      </w:r>
      <w:r w:rsidR="000E1451">
        <w:rPr>
          <w:rFonts w:cs="Georgia"/>
          <w:bCs/>
          <w:kern w:val="1"/>
        </w:rPr>
        <w:t>’</w:t>
      </w:r>
      <w:r>
        <w:rPr>
          <w:rFonts w:cs="Georgia"/>
          <w:bCs/>
          <w:kern w:val="1"/>
        </w:rPr>
        <w:t>efforçaient de rouler autour de leurs chevilles des chiffons ramassés pendant la corvée de la veille</w:t>
      </w:r>
      <w:r w:rsidR="000E1451">
        <w:rPr>
          <w:rFonts w:cs="Georgia"/>
          <w:bCs/>
          <w:kern w:val="1"/>
        </w:rPr>
        <w:t xml:space="preserve"> ; </w:t>
      </w:r>
      <w:r>
        <w:rPr>
          <w:rFonts w:cs="Georgia"/>
          <w:bCs/>
          <w:kern w:val="1"/>
        </w:rPr>
        <w:t>un autre mangeait avec lenteur une croûte de pain</w:t>
      </w:r>
      <w:r w:rsidR="000E1451">
        <w:rPr>
          <w:rFonts w:cs="Georgia"/>
          <w:bCs/>
          <w:kern w:val="1"/>
        </w:rPr>
        <w:t xml:space="preserve"> ; </w:t>
      </w:r>
      <w:r>
        <w:rPr>
          <w:rFonts w:cs="Georgia"/>
          <w:bCs/>
          <w:kern w:val="1"/>
        </w:rPr>
        <w:t>les autres demeuraient immobiles</w:t>
      </w:r>
      <w:r w:rsidR="000E1451">
        <w:rPr>
          <w:rFonts w:cs="Georgia"/>
          <w:bCs/>
          <w:kern w:val="1"/>
        </w:rPr>
        <w:t xml:space="preserve">, </w:t>
      </w:r>
      <w:r>
        <w:rPr>
          <w:rFonts w:cs="Georgia"/>
          <w:bCs/>
          <w:kern w:val="1"/>
        </w:rPr>
        <w:t>les mains frileusement croisées sur la poitrine</w:t>
      </w:r>
      <w:r w:rsidR="000E1451">
        <w:rPr>
          <w:rFonts w:cs="Georgia"/>
          <w:bCs/>
          <w:kern w:val="1"/>
        </w:rPr>
        <w:t xml:space="preserve">. </w:t>
      </w:r>
      <w:r>
        <w:rPr>
          <w:rFonts w:cs="Georgia"/>
          <w:bCs/>
          <w:kern w:val="1"/>
        </w:rPr>
        <w:t>Par moment</w:t>
      </w:r>
      <w:r w:rsidR="000E1451">
        <w:rPr>
          <w:rFonts w:cs="Georgia"/>
          <w:bCs/>
          <w:kern w:val="1"/>
        </w:rPr>
        <w:t xml:space="preserve">, </w:t>
      </w:r>
      <w:r>
        <w:rPr>
          <w:rFonts w:cs="Georgia"/>
          <w:bCs/>
          <w:kern w:val="1"/>
        </w:rPr>
        <w:t>de longues quintes de toux les secouaient</w:t>
      </w:r>
      <w:r w:rsidR="000E1451">
        <w:rPr>
          <w:rFonts w:cs="Georgia"/>
          <w:bCs/>
          <w:kern w:val="1"/>
        </w:rPr>
        <w:t>.</w:t>
      </w:r>
    </w:p>
    <w:p w14:paraId="16BD61B7" w14:textId="77777777" w:rsidR="000E1451" w:rsidRDefault="000E1451" w:rsidP="00BE611A">
      <w:pPr>
        <w:rPr>
          <w:rFonts w:cs="Georgia"/>
          <w:bCs/>
          <w:kern w:val="1"/>
        </w:rPr>
      </w:pPr>
      <w:r>
        <w:rPr>
          <w:rFonts w:cs="Georgia"/>
          <w:bCs/>
          <w:kern w:val="1"/>
        </w:rPr>
        <w:t>— </w:t>
      </w:r>
      <w:r w:rsidR="00BE611A">
        <w:rPr>
          <w:rFonts w:cs="Georgia"/>
          <w:bCs/>
          <w:kern w:val="1"/>
        </w:rPr>
        <w:t>Ils n</w:t>
      </w:r>
      <w:r>
        <w:rPr>
          <w:rFonts w:cs="Georgia"/>
          <w:bCs/>
          <w:kern w:val="1"/>
        </w:rPr>
        <w:t>’</w:t>
      </w:r>
      <w:r w:rsidR="00BE611A">
        <w:rPr>
          <w:rFonts w:cs="Georgia"/>
          <w:bCs/>
          <w:kern w:val="1"/>
        </w:rPr>
        <w:t>en ont plus pour bien longtemps</w:t>
      </w:r>
      <w:r>
        <w:rPr>
          <w:rFonts w:cs="Georgia"/>
          <w:bCs/>
          <w:kern w:val="1"/>
        </w:rPr>
        <w:t xml:space="preserve">, </w:t>
      </w:r>
      <w:r w:rsidR="00BE611A">
        <w:rPr>
          <w:rFonts w:cs="Georgia"/>
          <w:bCs/>
          <w:kern w:val="1"/>
        </w:rPr>
        <w:t>murmura Sylvestre</w:t>
      </w:r>
      <w:r>
        <w:rPr>
          <w:rFonts w:cs="Georgia"/>
          <w:bCs/>
          <w:kern w:val="1"/>
        </w:rPr>
        <w:t>.</w:t>
      </w:r>
    </w:p>
    <w:p w14:paraId="7A5A58E8" w14:textId="77777777" w:rsidR="000E1451" w:rsidRDefault="000E1451" w:rsidP="00BE611A">
      <w:pPr>
        <w:rPr>
          <w:rFonts w:cs="Georgia"/>
          <w:bCs/>
          <w:kern w:val="1"/>
        </w:rPr>
      </w:pPr>
      <w:r>
        <w:rPr>
          <w:rFonts w:cs="Georgia"/>
          <w:bCs/>
          <w:kern w:val="1"/>
        </w:rPr>
        <w:t>— </w:t>
      </w:r>
      <w:r w:rsidR="00BE611A">
        <w:rPr>
          <w:rFonts w:cs="Georgia"/>
          <w:bCs/>
          <w:kern w:val="1"/>
        </w:rPr>
        <w:t>Combien en reste-t-il</w:t>
      </w:r>
      <w:r>
        <w:rPr>
          <w:rFonts w:cs="Georgia"/>
          <w:bCs/>
          <w:kern w:val="1"/>
        </w:rPr>
        <w:t xml:space="preserve"> ? </w:t>
      </w:r>
      <w:r w:rsidR="00BE611A">
        <w:rPr>
          <w:rFonts w:cs="Georgia"/>
          <w:bCs/>
          <w:kern w:val="1"/>
        </w:rPr>
        <w:t>demanda Vandaële</w:t>
      </w:r>
      <w:r>
        <w:rPr>
          <w:rFonts w:cs="Georgia"/>
          <w:bCs/>
          <w:kern w:val="1"/>
        </w:rPr>
        <w:t>.</w:t>
      </w:r>
    </w:p>
    <w:p w14:paraId="7711BBA8" w14:textId="77777777" w:rsidR="000E1451" w:rsidRDefault="000E1451" w:rsidP="00BE611A">
      <w:pPr>
        <w:rPr>
          <w:rFonts w:cs="Georgia"/>
          <w:bCs/>
          <w:kern w:val="1"/>
        </w:rPr>
      </w:pPr>
      <w:r>
        <w:rPr>
          <w:rFonts w:cs="Georgia"/>
          <w:bCs/>
          <w:kern w:val="1"/>
        </w:rPr>
        <w:t>— </w:t>
      </w:r>
      <w:r w:rsidR="00BE611A">
        <w:rPr>
          <w:rFonts w:cs="Georgia"/>
          <w:bCs/>
          <w:kern w:val="1"/>
        </w:rPr>
        <w:t>Quatorze</w:t>
      </w:r>
      <w:r>
        <w:rPr>
          <w:rFonts w:cs="Georgia"/>
          <w:bCs/>
          <w:kern w:val="1"/>
        </w:rPr>
        <w:t>.</w:t>
      </w:r>
    </w:p>
    <w:p w14:paraId="7E591423" w14:textId="77777777" w:rsidR="000E1451" w:rsidRDefault="000E1451" w:rsidP="00BE611A">
      <w:pPr>
        <w:rPr>
          <w:rFonts w:cs="Georgia"/>
          <w:bCs/>
          <w:kern w:val="1"/>
        </w:rPr>
      </w:pPr>
      <w:r>
        <w:rPr>
          <w:rFonts w:cs="Georgia"/>
          <w:bCs/>
          <w:kern w:val="1"/>
        </w:rPr>
        <w:t>— </w:t>
      </w:r>
      <w:r w:rsidR="00BE611A">
        <w:rPr>
          <w:rFonts w:cs="Georgia"/>
          <w:bCs/>
          <w:kern w:val="1"/>
        </w:rPr>
        <w:t>Seulement</w:t>
      </w:r>
      <w:r>
        <w:rPr>
          <w:rFonts w:cs="Georgia"/>
          <w:bCs/>
          <w:kern w:val="1"/>
        </w:rPr>
        <w:t> ?</w:t>
      </w:r>
    </w:p>
    <w:p w14:paraId="3A668983" w14:textId="77777777" w:rsidR="000E1451" w:rsidRDefault="000E1451" w:rsidP="00BE611A">
      <w:pPr>
        <w:rPr>
          <w:rFonts w:cs="Georgia"/>
          <w:bCs/>
          <w:kern w:val="1"/>
        </w:rPr>
      </w:pPr>
      <w:r>
        <w:rPr>
          <w:rFonts w:cs="Georgia"/>
          <w:bCs/>
          <w:kern w:val="1"/>
        </w:rPr>
        <w:t>— </w:t>
      </w:r>
      <w:r w:rsidR="00BE611A">
        <w:rPr>
          <w:rFonts w:cs="Georgia"/>
          <w:bCs/>
          <w:kern w:val="1"/>
        </w:rPr>
        <w:t>Oui</w:t>
      </w:r>
      <w:r>
        <w:rPr>
          <w:rFonts w:cs="Georgia"/>
          <w:bCs/>
          <w:kern w:val="1"/>
        </w:rPr>
        <w:t xml:space="preserve">. </w:t>
      </w:r>
      <w:r w:rsidR="00BE611A">
        <w:rPr>
          <w:rFonts w:cs="Georgia"/>
          <w:bCs/>
          <w:kern w:val="1"/>
        </w:rPr>
        <w:t>Rien que la semaine dernière</w:t>
      </w:r>
      <w:r>
        <w:rPr>
          <w:rFonts w:cs="Georgia"/>
          <w:bCs/>
          <w:kern w:val="1"/>
        </w:rPr>
        <w:t xml:space="preserve">, </w:t>
      </w:r>
      <w:r w:rsidR="00BE611A">
        <w:rPr>
          <w:rFonts w:cs="Georgia"/>
          <w:bCs/>
          <w:kern w:val="1"/>
        </w:rPr>
        <w:t>on en a porté cinq là-bas</w:t>
      </w:r>
      <w:r>
        <w:rPr>
          <w:rFonts w:cs="Georgia"/>
          <w:bCs/>
          <w:kern w:val="1"/>
        </w:rPr>
        <w:t xml:space="preserve">, </w:t>
      </w:r>
      <w:r w:rsidR="00BE611A">
        <w:rPr>
          <w:rFonts w:cs="Georgia"/>
          <w:bCs/>
          <w:kern w:val="1"/>
        </w:rPr>
        <w:t>derrière la dune</w:t>
      </w:r>
      <w:r>
        <w:rPr>
          <w:rFonts w:cs="Georgia"/>
          <w:bCs/>
          <w:kern w:val="1"/>
        </w:rPr>
        <w:t>.</w:t>
      </w:r>
    </w:p>
    <w:p w14:paraId="0AB637BE" w14:textId="77777777" w:rsidR="000E1451" w:rsidRDefault="00BE611A" w:rsidP="00BE611A">
      <w:pPr>
        <w:rPr>
          <w:rFonts w:cs="Georgia"/>
          <w:bCs/>
          <w:kern w:val="1"/>
        </w:rPr>
      </w:pPr>
      <w:r>
        <w:rPr>
          <w:rFonts w:cs="Georgia"/>
          <w:bCs/>
          <w:kern w:val="1"/>
        </w:rPr>
        <w:t>Nous nous tûmes</w:t>
      </w:r>
      <w:r w:rsidR="000E1451">
        <w:rPr>
          <w:rFonts w:cs="Georgia"/>
          <w:bCs/>
          <w:kern w:val="1"/>
        </w:rPr>
        <w:t xml:space="preserve">, </w:t>
      </w:r>
      <w:r>
        <w:rPr>
          <w:rFonts w:cs="Georgia"/>
          <w:bCs/>
          <w:kern w:val="1"/>
        </w:rPr>
        <w:t>et de nouveau la voix bourrue de Guérin se fit entendre</w:t>
      </w:r>
      <w:r w:rsidR="000E1451">
        <w:rPr>
          <w:rFonts w:cs="Georgia"/>
          <w:bCs/>
          <w:kern w:val="1"/>
        </w:rPr>
        <w:t>.</w:t>
      </w:r>
    </w:p>
    <w:p w14:paraId="0B851CA3" w14:textId="77777777" w:rsidR="000E1451" w:rsidRDefault="000E1451" w:rsidP="00BE611A">
      <w:pPr>
        <w:rPr>
          <w:rFonts w:cs="Georgia"/>
          <w:bCs/>
          <w:kern w:val="1"/>
        </w:rPr>
      </w:pPr>
      <w:r>
        <w:rPr>
          <w:rFonts w:cs="Georgia"/>
          <w:bCs/>
          <w:kern w:val="1"/>
        </w:rPr>
        <w:t>— </w:t>
      </w:r>
      <w:r w:rsidR="00BE611A">
        <w:rPr>
          <w:rFonts w:cs="Georgia"/>
          <w:bCs/>
          <w:kern w:val="1"/>
        </w:rPr>
        <w:t>Tu crois que nous avons le droit de parler des autres</w:t>
      </w:r>
      <w:r>
        <w:rPr>
          <w:rFonts w:cs="Georgia"/>
          <w:bCs/>
          <w:kern w:val="1"/>
        </w:rPr>
        <w:t xml:space="preserve"> ? </w:t>
      </w:r>
      <w:r w:rsidR="00BE611A">
        <w:rPr>
          <w:rFonts w:cs="Georgia"/>
          <w:bCs/>
          <w:kern w:val="1"/>
        </w:rPr>
        <w:t>Tu crois que c</w:t>
      </w:r>
      <w:r>
        <w:rPr>
          <w:rFonts w:cs="Georgia"/>
          <w:bCs/>
          <w:kern w:val="1"/>
        </w:rPr>
        <w:t>’</w:t>
      </w:r>
      <w:r w:rsidR="00BE611A">
        <w:rPr>
          <w:rFonts w:cs="Georgia"/>
          <w:bCs/>
          <w:kern w:val="1"/>
        </w:rPr>
        <w:t>est ça qu</w:t>
      </w:r>
      <w:r>
        <w:rPr>
          <w:rFonts w:cs="Georgia"/>
          <w:bCs/>
          <w:kern w:val="1"/>
        </w:rPr>
        <w:t>’</w:t>
      </w:r>
      <w:r w:rsidR="00BE611A">
        <w:rPr>
          <w:rFonts w:cs="Georgia"/>
          <w:bCs/>
          <w:kern w:val="1"/>
        </w:rPr>
        <w:t>on leur avait promis</w:t>
      </w:r>
      <w:r>
        <w:rPr>
          <w:rFonts w:cs="Georgia"/>
          <w:bCs/>
          <w:kern w:val="1"/>
        </w:rPr>
        <w:t xml:space="preserve">, </w:t>
      </w:r>
      <w:r w:rsidR="00BE611A">
        <w:rPr>
          <w:rFonts w:cs="Georgia"/>
          <w:bCs/>
          <w:kern w:val="1"/>
        </w:rPr>
        <w:t>à ces pauvres bougres</w:t>
      </w:r>
      <w:r>
        <w:rPr>
          <w:rFonts w:cs="Georgia"/>
          <w:bCs/>
          <w:kern w:val="1"/>
        </w:rPr>
        <w:t xml:space="preserve">, </w:t>
      </w:r>
      <w:r w:rsidR="00BE611A">
        <w:rPr>
          <w:rFonts w:cs="Georgia"/>
          <w:bCs/>
          <w:kern w:val="1"/>
        </w:rPr>
        <w:t>quand on est allé les racoler chez eux</w:t>
      </w:r>
      <w:r>
        <w:rPr>
          <w:rFonts w:cs="Georgia"/>
          <w:bCs/>
          <w:kern w:val="1"/>
        </w:rPr>
        <w:t xml:space="preserve">, </w:t>
      </w:r>
      <w:r w:rsidR="00BE611A">
        <w:rPr>
          <w:rFonts w:cs="Georgia"/>
          <w:bCs/>
          <w:kern w:val="1"/>
        </w:rPr>
        <w:t>ousqu</w:t>
      </w:r>
      <w:r>
        <w:rPr>
          <w:rFonts w:cs="Georgia"/>
          <w:bCs/>
          <w:kern w:val="1"/>
        </w:rPr>
        <w:t>’</w:t>
      </w:r>
      <w:r w:rsidR="00BE611A">
        <w:rPr>
          <w:rFonts w:cs="Georgia"/>
          <w:bCs/>
          <w:kern w:val="1"/>
        </w:rPr>
        <w:t>il y a du soleil</w:t>
      </w:r>
      <w:r>
        <w:rPr>
          <w:rFonts w:cs="Georgia"/>
          <w:bCs/>
          <w:kern w:val="1"/>
        </w:rPr>
        <w:t> ?</w:t>
      </w:r>
    </w:p>
    <w:p w14:paraId="0CA85DED" w14:textId="77777777" w:rsidR="000E1451" w:rsidRDefault="00BE611A" w:rsidP="00BE611A">
      <w:pPr>
        <w:rPr>
          <w:rFonts w:cs="Georgia"/>
          <w:bCs/>
          <w:kern w:val="1"/>
        </w:rPr>
      </w:pPr>
      <w:r>
        <w:rPr>
          <w:rFonts w:cs="Georgia"/>
          <w:bCs/>
          <w:kern w:val="1"/>
        </w:rPr>
        <w:t>Le silence reprit</w:t>
      </w:r>
      <w:r w:rsidR="000E1451">
        <w:rPr>
          <w:rFonts w:cs="Georgia"/>
          <w:bCs/>
          <w:kern w:val="1"/>
        </w:rPr>
        <w:t xml:space="preserve">, </w:t>
      </w:r>
      <w:r>
        <w:rPr>
          <w:rFonts w:cs="Georgia"/>
          <w:bCs/>
          <w:kern w:val="1"/>
        </w:rPr>
        <w:t>plus pesant encore</w:t>
      </w:r>
      <w:r w:rsidR="000E1451">
        <w:rPr>
          <w:rFonts w:cs="Georgia"/>
          <w:bCs/>
          <w:kern w:val="1"/>
        </w:rPr>
        <w:t xml:space="preserve">. </w:t>
      </w:r>
      <w:r>
        <w:rPr>
          <w:rFonts w:cs="Georgia"/>
          <w:bCs/>
          <w:kern w:val="1"/>
        </w:rPr>
        <w:t>Et voilà qu</w:t>
      </w:r>
      <w:r w:rsidR="000E1451">
        <w:rPr>
          <w:rFonts w:cs="Georgia"/>
          <w:bCs/>
          <w:kern w:val="1"/>
        </w:rPr>
        <w:t>’</w:t>
      </w:r>
      <w:r>
        <w:rPr>
          <w:rFonts w:cs="Georgia"/>
          <w:bCs/>
          <w:kern w:val="1"/>
        </w:rPr>
        <w:t>il fut rompu par un cri joyeux</w:t>
      </w:r>
      <w:r w:rsidR="000E1451">
        <w:rPr>
          <w:rFonts w:cs="Georgia"/>
          <w:bCs/>
          <w:kern w:val="1"/>
        </w:rPr>
        <w:t xml:space="preserve">. </w:t>
      </w:r>
      <w:r>
        <w:rPr>
          <w:rFonts w:cs="Georgia"/>
          <w:bCs/>
          <w:kern w:val="1"/>
        </w:rPr>
        <w:t>C</w:t>
      </w:r>
      <w:r w:rsidR="000E1451">
        <w:rPr>
          <w:rFonts w:cs="Georgia"/>
          <w:bCs/>
          <w:kern w:val="1"/>
        </w:rPr>
        <w:t>’</w:t>
      </w:r>
      <w:r>
        <w:rPr>
          <w:rFonts w:cs="Georgia"/>
          <w:bCs/>
          <w:kern w:val="1"/>
        </w:rPr>
        <w:t>était Fichet qui survenait en trombe</w:t>
      </w:r>
      <w:r w:rsidR="000E1451">
        <w:rPr>
          <w:rFonts w:cs="Georgia"/>
          <w:bCs/>
          <w:kern w:val="1"/>
        </w:rPr>
        <w:t>.</w:t>
      </w:r>
    </w:p>
    <w:p w14:paraId="3228163B" w14:textId="77777777" w:rsidR="000E1451" w:rsidRDefault="000E1451" w:rsidP="00BE611A">
      <w:pPr>
        <w:rPr>
          <w:rFonts w:cs="Georgia"/>
          <w:bCs/>
          <w:kern w:val="1"/>
        </w:rPr>
      </w:pPr>
      <w:r>
        <w:rPr>
          <w:rFonts w:cs="Georgia"/>
          <w:bCs/>
          <w:kern w:val="1"/>
        </w:rPr>
        <w:t>— </w:t>
      </w:r>
      <w:r w:rsidR="00BE611A">
        <w:rPr>
          <w:rFonts w:cs="Georgia"/>
          <w:bCs/>
          <w:kern w:val="1"/>
        </w:rPr>
        <w:t>Hop</w:t>
      </w:r>
      <w:r>
        <w:rPr>
          <w:rFonts w:cs="Georgia"/>
          <w:bCs/>
          <w:kern w:val="1"/>
        </w:rPr>
        <w:t xml:space="preserve"> ! </w:t>
      </w:r>
      <w:r w:rsidR="00BE611A">
        <w:rPr>
          <w:rFonts w:cs="Georgia"/>
          <w:bCs/>
          <w:kern w:val="1"/>
        </w:rPr>
        <w:t>Les enfants</w:t>
      </w:r>
      <w:r>
        <w:rPr>
          <w:rFonts w:cs="Georgia"/>
          <w:bCs/>
          <w:kern w:val="1"/>
        </w:rPr>
        <w:t xml:space="preserve">, </w:t>
      </w:r>
      <w:r w:rsidR="00BE611A">
        <w:rPr>
          <w:rFonts w:cs="Georgia"/>
          <w:bCs/>
          <w:kern w:val="1"/>
        </w:rPr>
        <w:t>bonne nouvelle</w:t>
      </w:r>
      <w:r>
        <w:rPr>
          <w:rFonts w:cs="Georgia"/>
          <w:bCs/>
          <w:kern w:val="1"/>
        </w:rPr>
        <w:t> !</w:t>
      </w:r>
    </w:p>
    <w:p w14:paraId="46E993B3" w14:textId="77777777" w:rsidR="000E1451" w:rsidRDefault="000E1451" w:rsidP="00BE611A">
      <w:pPr>
        <w:rPr>
          <w:rFonts w:cs="Georgia"/>
          <w:bCs/>
          <w:kern w:val="1"/>
        </w:rPr>
      </w:pPr>
      <w:r>
        <w:rPr>
          <w:rFonts w:cs="Georgia"/>
          <w:bCs/>
          <w:kern w:val="1"/>
        </w:rPr>
        <w:t>— </w:t>
      </w:r>
      <w:r w:rsidR="00BE611A">
        <w:rPr>
          <w:rFonts w:cs="Georgia"/>
          <w:bCs/>
          <w:kern w:val="1"/>
        </w:rPr>
        <w:t>Quoi</w:t>
      </w:r>
      <w:r>
        <w:rPr>
          <w:rFonts w:cs="Georgia"/>
          <w:bCs/>
          <w:kern w:val="1"/>
        </w:rPr>
        <w:t xml:space="preserve"> ? </w:t>
      </w:r>
      <w:r w:rsidR="00BE611A">
        <w:rPr>
          <w:rFonts w:cs="Georgia"/>
          <w:bCs/>
          <w:kern w:val="1"/>
        </w:rPr>
        <w:t>Qu</w:t>
      </w:r>
      <w:r>
        <w:rPr>
          <w:rFonts w:cs="Georgia"/>
          <w:bCs/>
          <w:kern w:val="1"/>
        </w:rPr>
        <w:t>’</w:t>
      </w:r>
      <w:r w:rsidR="00BE611A">
        <w:rPr>
          <w:rFonts w:cs="Georgia"/>
          <w:bCs/>
          <w:kern w:val="1"/>
        </w:rPr>
        <w:t>est-ce que c</w:t>
      </w:r>
      <w:r>
        <w:rPr>
          <w:rFonts w:cs="Georgia"/>
          <w:bCs/>
          <w:kern w:val="1"/>
        </w:rPr>
        <w:t>’</w:t>
      </w:r>
      <w:r w:rsidR="00BE611A">
        <w:rPr>
          <w:rFonts w:cs="Georgia"/>
          <w:bCs/>
          <w:kern w:val="1"/>
        </w:rPr>
        <w:t>est</w:t>
      </w:r>
      <w:r>
        <w:rPr>
          <w:rFonts w:cs="Georgia"/>
          <w:bCs/>
          <w:kern w:val="1"/>
        </w:rPr>
        <w:t xml:space="preserve"> ? </w:t>
      </w:r>
      <w:r w:rsidR="00BE611A">
        <w:rPr>
          <w:rFonts w:cs="Georgia"/>
          <w:bCs/>
          <w:kern w:val="1"/>
        </w:rPr>
        <w:t>Qu</w:t>
      </w:r>
      <w:r>
        <w:rPr>
          <w:rFonts w:cs="Georgia"/>
          <w:bCs/>
          <w:kern w:val="1"/>
        </w:rPr>
        <w:t>’</w:t>
      </w:r>
      <w:r w:rsidR="00BE611A">
        <w:rPr>
          <w:rFonts w:cs="Georgia"/>
          <w:bCs/>
          <w:kern w:val="1"/>
        </w:rPr>
        <w:t>y a-t-il</w:t>
      </w:r>
      <w:r>
        <w:rPr>
          <w:rFonts w:cs="Georgia"/>
          <w:bCs/>
          <w:kern w:val="1"/>
        </w:rPr>
        <w:t> ?</w:t>
      </w:r>
    </w:p>
    <w:p w14:paraId="09D411B2" w14:textId="77777777" w:rsidR="000E1451" w:rsidRDefault="000E1451" w:rsidP="00BE611A">
      <w:pPr>
        <w:rPr>
          <w:rFonts w:cs="Georgia"/>
          <w:bCs/>
          <w:kern w:val="1"/>
        </w:rPr>
      </w:pPr>
      <w:r>
        <w:rPr>
          <w:rFonts w:cs="Georgia"/>
          <w:bCs/>
          <w:kern w:val="1"/>
        </w:rPr>
        <w:lastRenderedPageBreak/>
        <w:t>— </w:t>
      </w:r>
      <w:r w:rsidR="00BE611A">
        <w:rPr>
          <w:rFonts w:cs="Georgia"/>
          <w:bCs/>
          <w:kern w:val="1"/>
        </w:rPr>
        <w:t>Les colis</w:t>
      </w:r>
      <w:r>
        <w:rPr>
          <w:rFonts w:cs="Georgia"/>
          <w:bCs/>
          <w:kern w:val="1"/>
        </w:rPr>
        <w:t xml:space="preserve"> ! </w:t>
      </w:r>
      <w:r w:rsidR="00BE611A">
        <w:rPr>
          <w:rFonts w:cs="Georgia"/>
          <w:bCs/>
          <w:kern w:val="1"/>
        </w:rPr>
        <w:t>Il y en a un plein wagon arrivé de ce matin à la station</w:t>
      </w:r>
      <w:r>
        <w:rPr>
          <w:rFonts w:cs="Georgia"/>
          <w:bCs/>
          <w:kern w:val="1"/>
        </w:rPr>
        <w:t xml:space="preserve">. </w:t>
      </w:r>
      <w:r w:rsidR="00BE611A">
        <w:rPr>
          <w:rFonts w:cs="Georgia"/>
          <w:bCs/>
          <w:kern w:val="1"/>
        </w:rPr>
        <w:t>C</w:t>
      </w:r>
      <w:r>
        <w:rPr>
          <w:rFonts w:cs="Georgia"/>
          <w:bCs/>
          <w:kern w:val="1"/>
        </w:rPr>
        <w:t>’</w:t>
      </w:r>
      <w:r w:rsidR="00BE611A">
        <w:rPr>
          <w:rFonts w:cs="Georgia"/>
          <w:bCs/>
          <w:kern w:val="1"/>
        </w:rPr>
        <w:t>est le gefreiter du magasin qui vient de me le dire</w:t>
      </w:r>
      <w:r>
        <w:rPr>
          <w:rFonts w:cs="Georgia"/>
          <w:bCs/>
          <w:kern w:val="1"/>
        </w:rPr>
        <w:t>.</w:t>
      </w:r>
    </w:p>
    <w:p w14:paraId="27B7A113" w14:textId="77777777" w:rsidR="000E1451" w:rsidRDefault="000E1451" w:rsidP="00BE611A">
      <w:pPr>
        <w:rPr>
          <w:rFonts w:cs="Georgia"/>
          <w:bCs/>
          <w:kern w:val="1"/>
        </w:rPr>
      </w:pPr>
      <w:r>
        <w:rPr>
          <w:rFonts w:cs="Georgia"/>
          <w:bCs/>
          <w:kern w:val="1"/>
        </w:rPr>
        <w:t>— </w:t>
      </w:r>
      <w:r w:rsidR="00BE611A">
        <w:rPr>
          <w:rFonts w:cs="Georgia"/>
          <w:bCs/>
          <w:kern w:val="1"/>
        </w:rPr>
        <w:t>Il s</w:t>
      </w:r>
      <w:r>
        <w:rPr>
          <w:rFonts w:cs="Georgia"/>
          <w:bCs/>
          <w:kern w:val="1"/>
        </w:rPr>
        <w:t>’</w:t>
      </w:r>
      <w:r w:rsidR="00BE611A">
        <w:rPr>
          <w:rFonts w:cs="Georgia"/>
          <w:bCs/>
          <w:kern w:val="1"/>
        </w:rPr>
        <w:t>en faisait temps</w:t>
      </w:r>
      <w:r>
        <w:rPr>
          <w:rFonts w:cs="Georgia"/>
          <w:bCs/>
          <w:kern w:val="1"/>
        </w:rPr>
        <w:t xml:space="preserve">, </w:t>
      </w:r>
      <w:r w:rsidR="00BE611A">
        <w:rPr>
          <w:rFonts w:cs="Georgia"/>
          <w:bCs/>
          <w:kern w:val="1"/>
        </w:rPr>
        <w:t>dit Sylvestre</w:t>
      </w:r>
      <w:r>
        <w:rPr>
          <w:rFonts w:cs="Georgia"/>
          <w:bCs/>
          <w:kern w:val="1"/>
        </w:rPr>
        <w:t xml:space="preserve">, </w:t>
      </w:r>
      <w:r w:rsidR="00BE611A">
        <w:rPr>
          <w:rFonts w:cs="Georgia"/>
          <w:bCs/>
          <w:kern w:val="1"/>
        </w:rPr>
        <w:t>battant des mains</w:t>
      </w:r>
      <w:r>
        <w:rPr>
          <w:rFonts w:cs="Georgia"/>
          <w:bCs/>
          <w:kern w:val="1"/>
        </w:rPr>
        <w:t xml:space="preserve">. </w:t>
      </w:r>
      <w:r w:rsidR="00BE611A">
        <w:rPr>
          <w:rFonts w:cs="Georgia"/>
          <w:bCs/>
          <w:kern w:val="1"/>
        </w:rPr>
        <w:t>Pourvu que ce soit comme la dernière fois</w:t>
      </w:r>
      <w:r>
        <w:rPr>
          <w:rFonts w:cs="Georgia"/>
          <w:bCs/>
          <w:kern w:val="1"/>
        </w:rPr>
        <w:t xml:space="preserve">, </w:t>
      </w:r>
      <w:r w:rsidR="00BE611A">
        <w:rPr>
          <w:rFonts w:cs="Georgia"/>
          <w:bCs/>
          <w:kern w:val="1"/>
        </w:rPr>
        <w:t>où il y en a eu pour tout le monde</w:t>
      </w:r>
      <w:r>
        <w:rPr>
          <w:rFonts w:cs="Georgia"/>
          <w:bCs/>
          <w:kern w:val="1"/>
        </w:rPr>
        <w:t>.</w:t>
      </w:r>
    </w:p>
    <w:p w14:paraId="4AAB0D59" w14:textId="77777777" w:rsidR="000E1451" w:rsidRDefault="000E1451" w:rsidP="00BE611A">
      <w:pPr>
        <w:rPr>
          <w:rFonts w:cs="Georgia"/>
          <w:bCs/>
          <w:kern w:val="1"/>
        </w:rPr>
      </w:pPr>
      <w:r>
        <w:rPr>
          <w:rFonts w:cs="Georgia"/>
          <w:bCs/>
          <w:kern w:val="1"/>
        </w:rPr>
        <w:t>— </w:t>
      </w:r>
      <w:r w:rsidR="00BE611A">
        <w:rPr>
          <w:rFonts w:cs="Georgia"/>
          <w:bCs/>
          <w:kern w:val="1"/>
        </w:rPr>
        <w:t>Sauf pour eux</w:t>
      </w:r>
      <w:r>
        <w:rPr>
          <w:rFonts w:cs="Georgia"/>
          <w:bCs/>
          <w:kern w:val="1"/>
        </w:rPr>
        <w:t xml:space="preserve">, </w:t>
      </w:r>
      <w:r w:rsidR="00BE611A">
        <w:rPr>
          <w:rFonts w:cs="Georgia"/>
          <w:bCs/>
          <w:kern w:val="1"/>
        </w:rPr>
        <w:t>pensai-je</w:t>
      </w:r>
      <w:r>
        <w:rPr>
          <w:rFonts w:cs="Georgia"/>
          <w:bCs/>
          <w:kern w:val="1"/>
        </w:rPr>
        <w:t xml:space="preserve">, </w:t>
      </w:r>
      <w:r w:rsidR="00BE611A">
        <w:rPr>
          <w:rFonts w:cs="Georgia"/>
          <w:bCs/>
          <w:kern w:val="1"/>
        </w:rPr>
        <w:t>en jetant un dernier regard sur les tristes fantômes noirs</w:t>
      </w:r>
      <w:r>
        <w:rPr>
          <w:rFonts w:cs="Georgia"/>
          <w:bCs/>
          <w:kern w:val="1"/>
        </w:rPr>
        <w:t>.</w:t>
      </w:r>
    </w:p>
    <w:p w14:paraId="1F2BF90F" w14:textId="77777777" w:rsidR="00BE611A" w:rsidRDefault="00BE611A" w:rsidP="00BE611A">
      <w:pPr>
        <w:rPr>
          <w:rFonts w:cs="Georgia"/>
          <w:bCs/>
          <w:kern w:val="1"/>
        </w:rPr>
      </w:pPr>
    </w:p>
    <w:p w14:paraId="74FE733C" w14:textId="77777777" w:rsidR="000E1451" w:rsidRDefault="00BE611A" w:rsidP="00BE611A">
      <w:pPr>
        <w:rPr>
          <w:rFonts w:cs="Georgia"/>
          <w:bCs/>
          <w:kern w:val="1"/>
        </w:rPr>
      </w:pPr>
      <w:r>
        <w:rPr>
          <w:rFonts w:cs="Georgia"/>
          <w:bCs/>
          <w:kern w:val="1"/>
        </w:rPr>
        <w:t>Je voudrais réussir à donner une idée de ce que pouvait être</w:t>
      </w:r>
      <w:r w:rsidR="000E1451">
        <w:rPr>
          <w:rFonts w:cs="Georgia"/>
          <w:bCs/>
          <w:kern w:val="1"/>
        </w:rPr>
        <w:t xml:space="preserve">, </w:t>
      </w:r>
      <w:r>
        <w:rPr>
          <w:rFonts w:cs="Georgia"/>
          <w:bCs/>
          <w:kern w:val="1"/>
        </w:rPr>
        <w:t>au camp de Reichendorf</w:t>
      </w:r>
      <w:r w:rsidR="000E1451">
        <w:rPr>
          <w:rFonts w:cs="Georgia"/>
          <w:bCs/>
          <w:kern w:val="1"/>
        </w:rPr>
        <w:t xml:space="preserve">, </w:t>
      </w:r>
      <w:r>
        <w:rPr>
          <w:rFonts w:cs="Georgia"/>
          <w:bCs/>
          <w:kern w:val="1"/>
        </w:rPr>
        <w:t>une de nos journées</w:t>
      </w:r>
      <w:r w:rsidR="000E1451">
        <w:rPr>
          <w:rFonts w:cs="Georgia"/>
          <w:bCs/>
          <w:kern w:val="1"/>
        </w:rPr>
        <w:t xml:space="preserve">. </w:t>
      </w:r>
      <w:r>
        <w:rPr>
          <w:rFonts w:cs="Georgia"/>
          <w:bCs/>
          <w:kern w:val="1"/>
        </w:rPr>
        <w:t>Levés en toutes saisons un peu avant l</w:t>
      </w:r>
      <w:r w:rsidR="000E1451">
        <w:rPr>
          <w:rFonts w:cs="Georgia"/>
          <w:bCs/>
          <w:kern w:val="1"/>
        </w:rPr>
        <w:t>’</w:t>
      </w:r>
      <w:r>
        <w:rPr>
          <w:rFonts w:cs="Georgia"/>
          <w:bCs/>
          <w:kern w:val="1"/>
        </w:rPr>
        <w:t>aube</w:t>
      </w:r>
      <w:r w:rsidR="000E1451">
        <w:rPr>
          <w:rFonts w:cs="Georgia"/>
          <w:bCs/>
          <w:kern w:val="1"/>
        </w:rPr>
        <w:t xml:space="preserve">, </w:t>
      </w:r>
      <w:r>
        <w:rPr>
          <w:rFonts w:cs="Georgia"/>
          <w:bCs/>
          <w:kern w:val="1"/>
        </w:rPr>
        <w:t>nous étions</w:t>
      </w:r>
      <w:r w:rsidR="000E1451">
        <w:rPr>
          <w:rFonts w:cs="Georgia"/>
          <w:bCs/>
          <w:kern w:val="1"/>
        </w:rPr>
        <w:t xml:space="preserve">, </w:t>
      </w:r>
      <w:r>
        <w:rPr>
          <w:rFonts w:cs="Georgia"/>
          <w:bCs/>
          <w:kern w:val="1"/>
        </w:rPr>
        <w:t>dès que le jour paraissait</w:t>
      </w:r>
      <w:r w:rsidR="000E1451">
        <w:rPr>
          <w:rFonts w:cs="Georgia"/>
          <w:bCs/>
          <w:kern w:val="1"/>
        </w:rPr>
        <w:t xml:space="preserve">, </w:t>
      </w:r>
      <w:r>
        <w:rPr>
          <w:rFonts w:cs="Georgia"/>
          <w:bCs/>
          <w:kern w:val="1"/>
        </w:rPr>
        <w:t>rassemblés en colonne</w:t>
      </w:r>
      <w:r w:rsidR="000E1451">
        <w:rPr>
          <w:rFonts w:cs="Georgia"/>
          <w:bCs/>
          <w:kern w:val="1"/>
        </w:rPr>
        <w:t xml:space="preserve">, </w:t>
      </w:r>
      <w:r>
        <w:rPr>
          <w:rFonts w:cs="Georgia"/>
          <w:bCs/>
          <w:kern w:val="1"/>
        </w:rPr>
        <w:t>l</w:t>
      </w:r>
      <w:r w:rsidR="000E1451">
        <w:rPr>
          <w:rFonts w:cs="Georgia"/>
          <w:bCs/>
          <w:kern w:val="1"/>
        </w:rPr>
        <w:t>’</w:t>
      </w:r>
      <w:r>
        <w:rPr>
          <w:rFonts w:cs="Georgia"/>
          <w:bCs/>
          <w:kern w:val="1"/>
        </w:rPr>
        <w:t>outil sur l</w:t>
      </w:r>
      <w:r w:rsidR="000E1451">
        <w:rPr>
          <w:rFonts w:cs="Georgia"/>
          <w:bCs/>
          <w:kern w:val="1"/>
        </w:rPr>
        <w:t>’</w:t>
      </w:r>
      <w:r>
        <w:rPr>
          <w:rFonts w:cs="Georgia"/>
          <w:bCs/>
          <w:kern w:val="1"/>
        </w:rPr>
        <w:t>épaule</w:t>
      </w:r>
      <w:r w:rsidR="000E1451">
        <w:rPr>
          <w:rFonts w:cs="Georgia"/>
          <w:bCs/>
          <w:kern w:val="1"/>
        </w:rPr>
        <w:t xml:space="preserve">. </w:t>
      </w:r>
      <w:r>
        <w:rPr>
          <w:rFonts w:cs="Georgia"/>
          <w:bCs/>
          <w:kern w:val="1"/>
        </w:rPr>
        <w:t>Quel que fût le temps</w:t>
      </w:r>
      <w:r w:rsidR="000E1451">
        <w:rPr>
          <w:rFonts w:cs="Georgia"/>
          <w:bCs/>
          <w:kern w:val="1"/>
        </w:rPr>
        <w:t xml:space="preserve">, </w:t>
      </w:r>
      <w:r>
        <w:rPr>
          <w:rFonts w:cs="Georgia"/>
          <w:bCs/>
          <w:kern w:val="1"/>
        </w:rPr>
        <w:t>pluie</w:t>
      </w:r>
      <w:r w:rsidR="000E1451">
        <w:rPr>
          <w:rFonts w:cs="Georgia"/>
          <w:bCs/>
          <w:kern w:val="1"/>
        </w:rPr>
        <w:t xml:space="preserve">, </w:t>
      </w:r>
      <w:r>
        <w:rPr>
          <w:rFonts w:cs="Georgia"/>
          <w:bCs/>
          <w:kern w:val="1"/>
        </w:rPr>
        <w:t>neige</w:t>
      </w:r>
      <w:r w:rsidR="000E1451">
        <w:rPr>
          <w:rFonts w:cs="Georgia"/>
          <w:bCs/>
          <w:kern w:val="1"/>
        </w:rPr>
        <w:t xml:space="preserve">, </w:t>
      </w:r>
      <w:r>
        <w:rPr>
          <w:rFonts w:cs="Georgia"/>
          <w:bCs/>
          <w:kern w:val="1"/>
        </w:rPr>
        <w:t>froid glacial ou tempête de sable</w:t>
      </w:r>
      <w:r w:rsidR="000E1451">
        <w:rPr>
          <w:rFonts w:cs="Georgia"/>
          <w:bCs/>
          <w:kern w:val="1"/>
        </w:rPr>
        <w:t xml:space="preserve">, </w:t>
      </w:r>
      <w:r>
        <w:rPr>
          <w:rFonts w:cs="Georgia"/>
          <w:bCs/>
          <w:kern w:val="1"/>
        </w:rPr>
        <w:t>nous partions en corvée</w:t>
      </w:r>
      <w:r w:rsidR="000E1451">
        <w:rPr>
          <w:rFonts w:cs="Georgia"/>
          <w:bCs/>
          <w:kern w:val="1"/>
        </w:rPr>
        <w:t xml:space="preserve">. </w:t>
      </w:r>
      <w:r>
        <w:rPr>
          <w:rFonts w:cs="Georgia"/>
          <w:bCs/>
          <w:kern w:val="1"/>
        </w:rPr>
        <w:t>Nous ne rentrions qu</w:t>
      </w:r>
      <w:r w:rsidR="000E1451">
        <w:rPr>
          <w:rFonts w:cs="Georgia"/>
          <w:bCs/>
          <w:kern w:val="1"/>
        </w:rPr>
        <w:t>’</w:t>
      </w:r>
      <w:r>
        <w:rPr>
          <w:rFonts w:cs="Georgia"/>
          <w:bCs/>
          <w:kern w:val="1"/>
        </w:rPr>
        <w:t>à la nuit tombante</w:t>
      </w:r>
      <w:r w:rsidR="000E1451">
        <w:rPr>
          <w:rFonts w:cs="Georgia"/>
          <w:bCs/>
          <w:kern w:val="1"/>
        </w:rPr>
        <w:t xml:space="preserve">. </w:t>
      </w:r>
      <w:r>
        <w:rPr>
          <w:rFonts w:cs="Georgia"/>
          <w:bCs/>
          <w:kern w:val="1"/>
        </w:rPr>
        <w:t>Chacun regagnait sa baraque</w:t>
      </w:r>
      <w:r w:rsidR="000E1451">
        <w:rPr>
          <w:rFonts w:cs="Georgia"/>
          <w:bCs/>
          <w:kern w:val="1"/>
        </w:rPr>
        <w:t xml:space="preserve">. </w:t>
      </w:r>
      <w:r>
        <w:rPr>
          <w:rFonts w:cs="Georgia"/>
          <w:bCs/>
          <w:kern w:val="1"/>
        </w:rPr>
        <w:t>C</w:t>
      </w:r>
      <w:r w:rsidR="000E1451">
        <w:rPr>
          <w:rFonts w:cs="Georgia"/>
          <w:bCs/>
          <w:kern w:val="1"/>
        </w:rPr>
        <w:t>’</w:t>
      </w:r>
      <w:r>
        <w:rPr>
          <w:rFonts w:cs="Georgia"/>
          <w:bCs/>
          <w:kern w:val="1"/>
        </w:rPr>
        <w:t>était notre seule heure de tranquillité avant le sommeil</w:t>
      </w:r>
      <w:r w:rsidR="000E1451">
        <w:rPr>
          <w:rFonts w:cs="Georgia"/>
          <w:bCs/>
          <w:kern w:val="1"/>
        </w:rPr>
        <w:t xml:space="preserve">. </w:t>
      </w:r>
      <w:r>
        <w:rPr>
          <w:rFonts w:cs="Georgia"/>
          <w:bCs/>
          <w:kern w:val="1"/>
        </w:rPr>
        <w:t>De petits groupements s</w:t>
      </w:r>
      <w:r w:rsidR="000E1451">
        <w:rPr>
          <w:rFonts w:cs="Georgia"/>
          <w:bCs/>
          <w:kern w:val="1"/>
        </w:rPr>
        <w:t>’</w:t>
      </w:r>
      <w:r>
        <w:rPr>
          <w:rFonts w:cs="Georgia"/>
          <w:bCs/>
          <w:kern w:val="1"/>
        </w:rPr>
        <w:t>étaient peu à peu constitués suivant les affinités et les sympathies</w:t>
      </w:r>
      <w:r w:rsidR="000E1451">
        <w:rPr>
          <w:rFonts w:cs="Georgia"/>
          <w:bCs/>
          <w:kern w:val="1"/>
        </w:rPr>
        <w:t xml:space="preserve">. </w:t>
      </w:r>
      <w:r>
        <w:rPr>
          <w:rFonts w:cs="Georgia"/>
          <w:bCs/>
          <w:kern w:val="1"/>
        </w:rPr>
        <w:t>Le nôtre s</w:t>
      </w:r>
      <w:r w:rsidR="000E1451">
        <w:rPr>
          <w:rFonts w:cs="Georgia"/>
          <w:bCs/>
          <w:kern w:val="1"/>
        </w:rPr>
        <w:t>’</w:t>
      </w:r>
      <w:r>
        <w:rPr>
          <w:rFonts w:cs="Georgia"/>
          <w:bCs/>
          <w:kern w:val="1"/>
        </w:rPr>
        <w:t>était trouvé formé dès le premier jour</w:t>
      </w:r>
      <w:r w:rsidR="000E1451">
        <w:rPr>
          <w:rFonts w:cs="Georgia"/>
          <w:bCs/>
          <w:kern w:val="1"/>
        </w:rPr>
        <w:t xml:space="preserve">, </w:t>
      </w:r>
      <w:r>
        <w:rPr>
          <w:rFonts w:cs="Georgia"/>
          <w:bCs/>
          <w:kern w:val="1"/>
        </w:rPr>
        <w:t>grâce au capitaine Elbing qui avait tenu sa promesse</w:t>
      </w:r>
      <w:r w:rsidR="000E1451">
        <w:rPr>
          <w:rFonts w:cs="Georgia"/>
          <w:bCs/>
          <w:kern w:val="1"/>
        </w:rPr>
        <w:t xml:space="preserve">. </w:t>
      </w:r>
      <w:r>
        <w:rPr>
          <w:rFonts w:cs="Georgia"/>
          <w:bCs/>
          <w:kern w:val="1"/>
        </w:rPr>
        <w:t>Les camarades réclamés par moi avaient tous été affectés au baraquement N</w:t>
      </w:r>
      <w:r w:rsidR="000E1451">
        <w:rPr>
          <w:rFonts w:cs="Georgia"/>
          <w:bCs/>
          <w:kern w:val="1"/>
        </w:rPr>
        <w:t xml:space="preserve">° 7. </w:t>
      </w:r>
      <w:r>
        <w:rPr>
          <w:rFonts w:cs="Georgia"/>
          <w:bCs/>
          <w:kern w:val="1"/>
        </w:rPr>
        <w:t>Il y avait donc là Guérin</w:t>
      </w:r>
      <w:r w:rsidR="000E1451">
        <w:rPr>
          <w:rFonts w:cs="Georgia"/>
          <w:bCs/>
          <w:kern w:val="1"/>
        </w:rPr>
        <w:t xml:space="preserve">, </w:t>
      </w:r>
      <w:r>
        <w:rPr>
          <w:rFonts w:cs="Georgia"/>
          <w:bCs/>
          <w:kern w:val="1"/>
        </w:rPr>
        <w:t>le vieux brave homme</w:t>
      </w:r>
      <w:r w:rsidR="000E1451">
        <w:rPr>
          <w:rFonts w:cs="Georgia"/>
          <w:bCs/>
          <w:kern w:val="1"/>
        </w:rPr>
        <w:t xml:space="preserve"> ; </w:t>
      </w:r>
      <w:r>
        <w:rPr>
          <w:rFonts w:cs="Georgia"/>
          <w:bCs/>
          <w:kern w:val="1"/>
        </w:rPr>
        <w:t>Fichet</w:t>
      </w:r>
      <w:r w:rsidR="000E1451">
        <w:rPr>
          <w:rFonts w:cs="Georgia"/>
          <w:bCs/>
          <w:kern w:val="1"/>
        </w:rPr>
        <w:t xml:space="preserve">, </w:t>
      </w:r>
      <w:r>
        <w:rPr>
          <w:rFonts w:cs="Georgia"/>
          <w:bCs/>
          <w:kern w:val="1"/>
        </w:rPr>
        <w:t>l</w:t>
      </w:r>
      <w:r w:rsidR="000E1451">
        <w:rPr>
          <w:rFonts w:cs="Georgia"/>
          <w:bCs/>
          <w:kern w:val="1"/>
        </w:rPr>
        <w:t>’</w:t>
      </w:r>
      <w:r>
        <w:rPr>
          <w:rFonts w:cs="Georgia"/>
          <w:bCs/>
          <w:kern w:val="1"/>
        </w:rPr>
        <w:t>inestimable</w:t>
      </w:r>
      <w:r w:rsidR="000E1451">
        <w:rPr>
          <w:rFonts w:cs="Georgia"/>
          <w:bCs/>
          <w:kern w:val="1"/>
        </w:rPr>
        <w:t xml:space="preserve">, </w:t>
      </w:r>
      <w:r>
        <w:rPr>
          <w:rFonts w:cs="Georgia"/>
          <w:bCs/>
          <w:kern w:val="1"/>
        </w:rPr>
        <w:t>avec qui on était certain de ne pas être pris au dépourvu pour quoi que ce soit</w:t>
      </w:r>
      <w:r w:rsidR="000E1451">
        <w:rPr>
          <w:rFonts w:cs="Georgia"/>
          <w:bCs/>
          <w:kern w:val="1"/>
        </w:rPr>
        <w:t xml:space="preserve"> ; </w:t>
      </w:r>
      <w:r>
        <w:rPr>
          <w:rFonts w:cs="Georgia"/>
          <w:bCs/>
          <w:kern w:val="1"/>
        </w:rPr>
        <w:t>Vandaële et Audemard</w:t>
      </w:r>
      <w:r w:rsidR="000E1451">
        <w:rPr>
          <w:rFonts w:cs="Georgia"/>
          <w:bCs/>
          <w:kern w:val="1"/>
        </w:rPr>
        <w:t xml:space="preserve">, </w:t>
      </w:r>
      <w:r>
        <w:rPr>
          <w:rFonts w:cs="Georgia"/>
          <w:bCs/>
          <w:kern w:val="1"/>
        </w:rPr>
        <w:t>promis l</w:t>
      </w:r>
      <w:r w:rsidR="000E1451">
        <w:rPr>
          <w:rFonts w:cs="Georgia"/>
          <w:bCs/>
          <w:kern w:val="1"/>
        </w:rPr>
        <w:t>’</w:t>
      </w:r>
      <w:r>
        <w:rPr>
          <w:rFonts w:cs="Georgia"/>
          <w:bCs/>
          <w:kern w:val="1"/>
        </w:rPr>
        <w:t>un et l</w:t>
      </w:r>
      <w:r w:rsidR="000E1451">
        <w:rPr>
          <w:rFonts w:cs="Georgia"/>
          <w:bCs/>
          <w:kern w:val="1"/>
        </w:rPr>
        <w:t>’</w:t>
      </w:r>
      <w:r>
        <w:rPr>
          <w:rFonts w:cs="Georgia"/>
          <w:bCs/>
          <w:kern w:val="1"/>
        </w:rPr>
        <w:t>autre à un tragique destin</w:t>
      </w:r>
      <w:r w:rsidR="000E1451">
        <w:rPr>
          <w:rFonts w:cs="Georgia"/>
          <w:bCs/>
          <w:kern w:val="1"/>
        </w:rPr>
        <w:t xml:space="preserve"> ; </w:t>
      </w:r>
      <w:r>
        <w:rPr>
          <w:rFonts w:cs="Georgia"/>
          <w:bCs/>
          <w:kern w:val="1"/>
        </w:rPr>
        <w:t>le petit Sylvestre</w:t>
      </w:r>
      <w:r w:rsidR="000E1451">
        <w:rPr>
          <w:rFonts w:cs="Georgia"/>
          <w:bCs/>
          <w:kern w:val="1"/>
        </w:rPr>
        <w:t xml:space="preserve">, </w:t>
      </w:r>
      <w:r>
        <w:rPr>
          <w:rFonts w:cs="Georgia"/>
          <w:bCs/>
          <w:kern w:val="1"/>
        </w:rPr>
        <w:t>bras droit de Fichet</w:t>
      </w:r>
      <w:r w:rsidR="000E1451">
        <w:rPr>
          <w:rFonts w:cs="Georgia"/>
          <w:bCs/>
          <w:kern w:val="1"/>
        </w:rPr>
        <w:t xml:space="preserve">, </w:t>
      </w:r>
      <w:r>
        <w:rPr>
          <w:rFonts w:cs="Georgia"/>
          <w:bCs/>
          <w:kern w:val="1"/>
        </w:rPr>
        <w:t>toujours prêt à lancer un mot ou à rendre un service</w:t>
      </w:r>
      <w:r w:rsidR="000E1451">
        <w:rPr>
          <w:rFonts w:cs="Georgia"/>
          <w:bCs/>
          <w:kern w:val="1"/>
        </w:rPr>
        <w:t xml:space="preserve">. </w:t>
      </w:r>
      <w:r>
        <w:rPr>
          <w:rFonts w:cs="Georgia"/>
          <w:bCs/>
          <w:kern w:val="1"/>
        </w:rPr>
        <w:t>Un vilain hasard avait voulu que Gourrut fût également logé dans notre baraque</w:t>
      </w:r>
      <w:r w:rsidR="000E1451">
        <w:rPr>
          <w:rFonts w:cs="Georgia"/>
          <w:bCs/>
          <w:kern w:val="1"/>
        </w:rPr>
        <w:t xml:space="preserve">. </w:t>
      </w:r>
      <w:r>
        <w:rPr>
          <w:rFonts w:cs="Georgia"/>
          <w:bCs/>
          <w:kern w:val="1"/>
        </w:rPr>
        <w:t>Nous nous étions hâtés de prendre nos précautions</w:t>
      </w:r>
      <w:r w:rsidR="000E1451">
        <w:rPr>
          <w:rFonts w:cs="Georgia"/>
          <w:bCs/>
          <w:kern w:val="1"/>
        </w:rPr>
        <w:t xml:space="preserve">, </w:t>
      </w:r>
      <w:r>
        <w:rPr>
          <w:rFonts w:cs="Georgia"/>
          <w:bCs/>
          <w:kern w:val="1"/>
        </w:rPr>
        <w:t>et sa paillasse était bien vite allée s</w:t>
      </w:r>
      <w:r w:rsidR="000E1451">
        <w:rPr>
          <w:rFonts w:cs="Georgia"/>
          <w:bCs/>
          <w:kern w:val="1"/>
        </w:rPr>
        <w:t>’</w:t>
      </w:r>
      <w:r>
        <w:rPr>
          <w:rFonts w:cs="Georgia"/>
          <w:bCs/>
          <w:kern w:val="1"/>
        </w:rPr>
        <w:t>échouer tout à l</w:t>
      </w:r>
      <w:r w:rsidR="000E1451">
        <w:rPr>
          <w:rFonts w:cs="Georgia"/>
          <w:bCs/>
          <w:kern w:val="1"/>
        </w:rPr>
        <w:t>’</w:t>
      </w:r>
      <w:r>
        <w:rPr>
          <w:rFonts w:cs="Georgia"/>
          <w:bCs/>
          <w:kern w:val="1"/>
        </w:rPr>
        <w:t>autre bout</w:t>
      </w:r>
      <w:r w:rsidR="000E1451">
        <w:rPr>
          <w:rFonts w:cs="Georgia"/>
          <w:bCs/>
          <w:kern w:val="1"/>
        </w:rPr>
        <w:t xml:space="preserve">, </w:t>
      </w:r>
      <w:r>
        <w:rPr>
          <w:rFonts w:cs="Georgia"/>
          <w:bCs/>
          <w:kern w:val="1"/>
        </w:rPr>
        <w:t>dans le coin opposé au nôtre</w:t>
      </w:r>
      <w:r w:rsidR="000E1451">
        <w:rPr>
          <w:rFonts w:cs="Georgia"/>
          <w:bCs/>
          <w:kern w:val="1"/>
        </w:rPr>
        <w:t xml:space="preserve">. </w:t>
      </w:r>
      <w:r>
        <w:rPr>
          <w:rFonts w:cs="Georgia"/>
          <w:bCs/>
          <w:kern w:val="1"/>
        </w:rPr>
        <w:t xml:space="preserve">Après deux ou </w:t>
      </w:r>
      <w:r>
        <w:rPr>
          <w:rFonts w:cs="Georgia"/>
          <w:bCs/>
          <w:kern w:val="1"/>
        </w:rPr>
        <w:lastRenderedPageBreak/>
        <w:t>trois tentatives</w:t>
      </w:r>
      <w:r w:rsidR="000E1451">
        <w:rPr>
          <w:rFonts w:cs="Georgia"/>
          <w:bCs/>
          <w:kern w:val="1"/>
        </w:rPr>
        <w:t xml:space="preserve">, </w:t>
      </w:r>
      <w:r>
        <w:rPr>
          <w:rFonts w:cs="Georgia"/>
          <w:bCs/>
          <w:kern w:val="1"/>
        </w:rPr>
        <w:t>il n</w:t>
      </w:r>
      <w:r w:rsidR="000E1451">
        <w:rPr>
          <w:rFonts w:cs="Georgia"/>
          <w:bCs/>
          <w:kern w:val="1"/>
        </w:rPr>
        <w:t>’</w:t>
      </w:r>
      <w:r>
        <w:rPr>
          <w:rFonts w:cs="Georgia"/>
          <w:bCs/>
          <w:kern w:val="1"/>
        </w:rPr>
        <w:t>avait plus insisté pour forcer notre intimité</w:t>
      </w:r>
      <w:r w:rsidR="000E1451">
        <w:rPr>
          <w:rFonts w:cs="Georgia"/>
          <w:bCs/>
          <w:kern w:val="1"/>
        </w:rPr>
        <w:t xml:space="preserve">. </w:t>
      </w:r>
      <w:r>
        <w:rPr>
          <w:rFonts w:cs="Georgia"/>
          <w:bCs/>
          <w:kern w:val="1"/>
        </w:rPr>
        <w:t>Nous étions ravitaillés tous les six de façon fort régulière</w:t>
      </w:r>
      <w:r w:rsidR="000E1451">
        <w:rPr>
          <w:rFonts w:cs="Georgia"/>
          <w:bCs/>
          <w:kern w:val="1"/>
        </w:rPr>
        <w:t xml:space="preserve">, </w:t>
      </w:r>
      <w:r>
        <w:rPr>
          <w:rFonts w:cs="Georgia"/>
          <w:bCs/>
          <w:kern w:val="1"/>
        </w:rPr>
        <w:t>y compris Vandaële</w:t>
      </w:r>
      <w:r w:rsidR="000E1451">
        <w:rPr>
          <w:rFonts w:cs="Georgia"/>
          <w:bCs/>
          <w:kern w:val="1"/>
        </w:rPr>
        <w:t xml:space="preserve">. </w:t>
      </w:r>
      <w:r>
        <w:rPr>
          <w:rFonts w:cs="Georgia"/>
          <w:bCs/>
          <w:kern w:val="1"/>
        </w:rPr>
        <w:t>Les parents de celui-ci</w:t>
      </w:r>
      <w:r w:rsidR="000E1451">
        <w:rPr>
          <w:rFonts w:cs="Georgia"/>
          <w:bCs/>
          <w:kern w:val="1"/>
        </w:rPr>
        <w:t xml:space="preserve">, </w:t>
      </w:r>
      <w:r>
        <w:rPr>
          <w:rFonts w:cs="Georgia"/>
          <w:bCs/>
          <w:kern w:val="1"/>
        </w:rPr>
        <w:t>restés dans les régions envahies</w:t>
      </w:r>
      <w:r w:rsidR="000E1451">
        <w:rPr>
          <w:rFonts w:cs="Georgia"/>
          <w:bCs/>
          <w:kern w:val="1"/>
        </w:rPr>
        <w:t xml:space="preserve">, </w:t>
      </w:r>
      <w:r>
        <w:rPr>
          <w:rFonts w:cs="Georgia"/>
          <w:bCs/>
          <w:kern w:val="1"/>
        </w:rPr>
        <w:t>ne pouvant rien lui envoyer</w:t>
      </w:r>
      <w:r w:rsidR="000E1451">
        <w:rPr>
          <w:rFonts w:cs="Georgia"/>
          <w:bCs/>
          <w:kern w:val="1"/>
        </w:rPr>
        <w:t xml:space="preserve">, </w:t>
      </w:r>
      <w:r>
        <w:rPr>
          <w:rFonts w:cs="Georgia"/>
          <w:bCs/>
          <w:kern w:val="1"/>
        </w:rPr>
        <w:t>Fichet et moi l</w:t>
      </w:r>
      <w:r w:rsidR="000E1451">
        <w:rPr>
          <w:rFonts w:cs="Georgia"/>
          <w:bCs/>
          <w:kern w:val="1"/>
        </w:rPr>
        <w:t>’</w:t>
      </w:r>
      <w:r>
        <w:rPr>
          <w:rFonts w:cs="Georgia"/>
          <w:bCs/>
          <w:kern w:val="1"/>
        </w:rPr>
        <w:t>avions recommandé lui à sa femme</w:t>
      </w:r>
      <w:r w:rsidR="000E1451">
        <w:rPr>
          <w:rFonts w:cs="Georgia"/>
          <w:bCs/>
          <w:kern w:val="1"/>
        </w:rPr>
        <w:t xml:space="preserve">, </w:t>
      </w:r>
      <w:r>
        <w:rPr>
          <w:rFonts w:cs="Georgia"/>
          <w:bCs/>
          <w:kern w:val="1"/>
        </w:rPr>
        <w:t>moi à ma mère</w:t>
      </w:r>
      <w:r w:rsidR="000E1451">
        <w:rPr>
          <w:rFonts w:cs="Georgia"/>
          <w:bCs/>
          <w:kern w:val="1"/>
        </w:rPr>
        <w:t xml:space="preserve">. </w:t>
      </w:r>
      <w:r>
        <w:rPr>
          <w:rFonts w:cs="Georgia"/>
          <w:bCs/>
          <w:kern w:val="1"/>
        </w:rPr>
        <w:t>Elles s</w:t>
      </w:r>
      <w:r w:rsidR="000E1451">
        <w:rPr>
          <w:rFonts w:cs="Georgia"/>
          <w:bCs/>
          <w:kern w:val="1"/>
        </w:rPr>
        <w:t>’</w:t>
      </w:r>
      <w:r>
        <w:rPr>
          <w:rFonts w:cs="Georgia"/>
          <w:bCs/>
          <w:kern w:val="1"/>
        </w:rPr>
        <w:t>étaient arrangées toutes deux pour lui trouver de généreuses correspondantes</w:t>
      </w:r>
      <w:r w:rsidR="000E1451">
        <w:rPr>
          <w:rFonts w:cs="Georgia"/>
          <w:bCs/>
          <w:kern w:val="1"/>
        </w:rPr>
        <w:t xml:space="preserve">, </w:t>
      </w:r>
      <w:r>
        <w:rPr>
          <w:rFonts w:cs="Georgia"/>
          <w:bCs/>
          <w:kern w:val="1"/>
        </w:rPr>
        <w:t>si bien qu</w:t>
      </w:r>
      <w:r w:rsidR="000E1451">
        <w:rPr>
          <w:rFonts w:cs="Georgia"/>
          <w:bCs/>
          <w:kern w:val="1"/>
        </w:rPr>
        <w:t>’</w:t>
      </w:r>
      <w:r>
        <w:rPr>
          <w:rFonts w:cs="Georgia"/>
          <w:bCs/>
          <w:kern w:val="1"/>
        </w:rPr>
        <w:t>il était devenu celui de nous qui recevait le plus de victuailles</w:t>
      </w:r>
      <w:r w:rsidR="000E1451">
        <w:rPr>
          <w:rFonts w:cs="Georgia"/>
          <w:bCs/>
          <w:kern w:val="1"/>
        </w:rPr>
        <w:t xml:space="preserve">. </w:t>
      </w:r>
      <w:r>
        <w:rPr>
          <w:rFonts w:cs="Georgia"/>
          <w:bCs/>
          <w:kern w:val="1"/>
        </w:rPr>
        <w:t>Les colis nous étaient distribués avec une ponctualité à laquelle le capitaine Elbing mettait son point d</w:t>
      </w:r>
      <w:r w:rsidR="000E1451">
        <w:rPr>
          <w:rFonts w:cs="Georgia"/>
          <w:bCs/>
          <w:kern w:val="1"/>
        </w:rPr>
        <w:t>’</w:t>
      </w:r>
      <w:r>
        <w:rPr>
          <w:rFonts w:cs="Georgia"/>
          <w:bCs/>
          <w:kern w:val="1"/>
        </w:rPr>
        <w:t>honneur</w:t>
      </w:r>
      <w:r w:rsidR="000E1451">
        <w:rPr>
          <w:rFonts w:cs="Georgia"/>
          <w:bCs/>
          <w:kern w:val="1"/>
        </w:rPr>
        <w:t xml:space="preserve">, </w:t>
      </w:r>
      <w:r>
        <w:rPr>
          <w:rFonts w:cs="Georgia"/>
          <w:bCs/>
          <w:kern w:val="1"/>
        </w:rPr>
        <w:t>et qui était d</w:t>
      </w:r>
      <w:r w:rsidR="000E1451">
        <w:rPr>
          <w:rFonts w:cs="Georgia"/>
          <w:bCs/>
          <w:kern w:val="1"/>
        </w:rPr>
        <w:t>’</w:t>
      </w:r>
      <w:r>
        <w:rPr>
          <w:rFonts w:cs="Georgia"/>
          <w:bCs/>
          <w:kern w:val="1"/>
        </w:rPr>
        <w:t>autant plus méritoire qu</w:t>
      </w:r>
      <w:r w:rsidR="000E1451">
        <w:rPr>
          <w:rFonts w:cs="Georgia"/>
          <w:bCs/>
          <w:kern w:val="1"/>
        </w:rPr>
        <w:t>’</w:t>
      </w:r>
      <w:r>
        <w:rPr>
          <w:rFonts w:cs="Georgia"/>
          <w:bCs/>
          <w:kern w:val="1"/>
        </w:rPr>
        <w:t>en ce début de 1918</w:t>
      </w:r>
      <w:r w:rsidR="000E1451">
        <w:rPr>
          <w:rFonts w:cs="Georgia"/>
          <w:bCs/>
          <w:kern w:val="1"/>
        </w:rPr>
        <w:t xml:space="preserve">, </w:t>
      </w:r>
      <w:r>
        <w:rPr>
          <w:rFonts w:cs="Georgia"/>
          <w:bCs/>
          <w:kern w:val="1"/>
        </w:rPr>
        <w:t>le temps était cette fois bien arrivé pour l</w:t>
      </w:r>
      <w:r w:rsidR="000E1451">
        <w:rPr>
          <w:rFonts w:cs="Georgia"/>
          <w:bCs/>
          <w:kern w:val="1"/>
        </w:rPr>
        <w:t>’</w:t>
      </w:r>
      <w:r>
        <w:rPr>
          <w:rFonts w:cs="Georgia"/>
          <w:bCs/>
          <w:kern w:val="1"/>
        </w:rPr>
        <w:t>Allemagne de la grande pénitence</w:t>
      </w:r>
      <w:r w:rsidR="000E1451">
        <w:rPr>
          <w:rFonts w:cs="Georgia"/>
          <w:bCs/>
          <w:kern w:val="1"/>
        </w:rPr>
        <w:t xml:space="preserve">. </w:t>
      </w:r>
      <w:r>
        <w:rPr>
          <w:rFonts w:cs="Georgia"/>
          <w:bCs/>
          <w:kern w:val="1"/>
        </w:rPr>
        <w:t>Tout ce qui restait dans le pays était réservé aux combattants</w:t>
      </w:r>
      <w:r w:rsidR="000E1451">
        <w:rPr>
          <w:rFonts w:cs="Georgia"/>
          <w:bCs/>
          <w:kern w:val="1"/>
        </w:rPr>
        <w:t xml:space="preserve">. </w:t>
      </w:r>
      <w:r>
        <w:rPr>
          <w:rFonts w:cs="Georgia"/>
          <w:bCs/>
          <w:kern w:val="1"/>
        </w:rPr>
        <w:t>Nos infortunés gardiens</w:t>
      </w:r>
      <w:r w:rsidR="000E1451">
        <w:rPr>
          <w:rFonts w:cs="Georgia"/>
          <w:bCs/>
          <w:kern w:val="1"/>
        </w:rPr>
        <w:t xml:space="preserve">, </w:t>
      </w:r>
      <w:r>
        <w:rPr>
          <w:rFonts w:cs="Georgia"/>
          <w:bCs/>
          <w:kern w:val="1"/>
        </w:rPr>
        <w:t>qui maigrissaient à vue d</w:t>
      </w:r>
      <w:r w:rsidR="000E1451">
        <w:rPr>
          <w:rFonts w:cs="Georgia"/>
          <w:bCs/>
          <w:kern w:val="1"/>
        </w:rPr>
        <w:t>’</w:t>
      </w:r>
      <w:r>
        <w:rPr>
          <w:rFonts w:cs="Georgia"/>
          <w:bCs/>
          <w:kern w:val="1"/>
        </w:rPr>
        <w:t>œil</w:t>
      </w:r>
      <w:r w:rsidR="000E1451">
        <w:rPr>
          <w:rFonts w:cs="Georgia"/>
          <w:bCs/>
          <w:kern w:val="1"/>
        </w:rPr>
        <w:t xml:space="preserve">, </w:t>
      </w:r>
      <w:r>
        <w:rPr>
          <w:rFonts w:cs="Georgia"/>
          <w:bCs/>
          <w:kern w:val="1"/>
        </w:rPr>
        <w:t>pâlissaient par surcroît d</w:t>
      </w:r>
      <w:r w:rsidR="000E1451">
        <w:rPr>
          <w:rFonts w:cs="Georgia"/>
          <w:bCs/>
          <w:kern w:val="1"/>
        </w:rPr>
        <w:t>’</w:t>
      </w:r>
      <w:r>
        <w:rPr>
          <w:rFonts w:cs="Georgia"/>
          <w:bCs/>
          <w:kern w:val="1"/>
        </w:rPr>
        <w:t>envie</w:t>
      </w:r>
      <w:r w:rsidR="000E1451">
        <w:rPr>
          <w:rFonts w:cs="Georgia"/>
          <w:bCs/>
          <w:kern w:val="1"/>
        </w:rPr>
        <w:t xml:space="preserve">, </w:t>
      </w:r>
      <w:r>
        <w:rPr>
          <w:rFonts w:cs="Georgia"/>
          <w:bCs/>
          <w:kern w:val="1"/>
        </w:rPr>
        <w:t>lorsqu</w:t>
      </w:r>
      <w:r w:rsidR="000E1451">
        <w:rPr>
          <w:rFonts w:cs="Georgia"/>
          <w:bCs/>
          <w:kern w:val="1"/>
        </w:rPr>
        <w:t>’</w:t>
      </w:r>
      <w:r>
        <w:rPr>
          <w:rFonts w:cs="Georgia"/>
          <w:bCs/>
          <w:kern w:val="1"/>
        </w:rPr>
        <w:t>ils assistaient au déballage des boîtes de conserves qui nous étaient adressées</w:t>
      </w:r>
      <w:r w:rsidR="000E1451">
        <w:rPr>
          <w:rFonts w:cs="Georgia"/>
          <w:bCs/>
          <w:kern w:val="1"/>
        </w:rPr>
        <w:t>.</w:t>
      </w:r>
    </w:p>
    <w:p w14:paraId="6097CD3D" w14:textId="77777777" w:rsidR="000E1451" w:rsidRDefault="00BE611A" w:rsidP="00BE611A">
      <w:pPr>
        <w:rPr>
          <w:rFonts w:cs="Georgia"/>
          <w:bCs/>
          <w:kern w:val="1"/>
        </w:rPr>
      </w:pPr>
      <w:r>
        <w:rPr>
          <w:rFonts w:cs="Georgia"/>
          <w:bCs/>
          <w:kern w:val="1"/>
        </w:rPr>
        <w:t>Fichet</w:t>
      </w:r>
      <w:r w:rsidR="000E1451">
        <w:rPr>
          <w:rFonts w:cs="Georgia"/>
          <w:bCs/>
          <w:kern w:val="1"/>
        </w:rPr>
        <w:t xml:space="preserve">, </w:t>
      </w:r>
      <w:r>
        <w:rPr>
          <w:rFonts w:cs="Georgia"/>
          <w:bCs/>
          <w:kern w:val="1"/>
        </w:rPr>
        <w:t>mandaté par le groupe</w:t>
      </w:r>
      <w:r w:rsidR="000E1451">
        <w:rPr>
          <w:rFonts w:cs="Georgia"/>
          <w:bCs/>
          <w:kern w:val="1"/>
        </w:rPr>
        <w:t xml:space="preserve">, </w:t>
      </w:r>
      <w:r>
        <w:rPr>
          <w:rFonts w:cs="Georgia"/>
          <w:bCs/>
          <w:kern w:val="1"/>
        </w:rPr>
        <w:t>prenait livraison de nos trésors</w:t>
      </w:r>
      <w:r w:rsidR="000E1451">
        <w:rPr>
          <w:rFonts w:cs="Georgia"/>
          <w:bCs/>
          <w:kern w:val="1"/>
        </w:rPr>
        <w:t xml:space="preserve">. </w:t>
      </w:r>
      <w:r>
        <w:rPr>
          <w:rFonts w:cs="Georgia"/>
          <w:bCs/>
          <w:kern w:val="1"/>
        </w:rPr>
        <w:t>Il veillait sur eux avec un soin jaloux</w:t>
      </w:r>
      <w:r w:rsidR="000E1451">
        <w:rPr>
          <w:rFonts w:cs="Georgia"/>
          <w:bCs/>
          <w:kern w:val="1"/>
        </w:rPr>
        <w:t xml:space="preserve">. </w:t>
      </w:r>
      <w:r>
        <w:rPr>
          <w:rFonts w:cs="Georgia"/>
          <w:bCs/>
          <w:kern w:val="1"/>
        </w:rPr>
        <w:t>Il nous empêchait d</w:t>
      </w:r>
      <w:r w:rsidR="000E1451">
        <w:rPr>
          <w:rFonts w:cs="Georgia"/>
          <w:bCs/>
          <w:kern w:val="1"/>
        </w:rPr>
        <w:t>’</w:t>
      </w:r>
      <w:r>
        <w:rPr>
          <w:rFonts w:cs="Georgia"/>
          <w:bCs/>
          <w:kern w:val="1"/>
        </w:rPr>
        <w:t>imiter nos voisins qui faisaient ripaille les premiers soirs</w:t>
      </w:r>
      <w:r w:rsidR="000E1451">
        <w:rPr>
          <w:rFonts w:cs="Georgia"/>
          <w:bCs/>
          <w:kern w:val="1"/>
        </w:rPr>
        <w:t xml:space="preserve">, </w:t>
      </w:r>
      <w:r>
        <w:rPr>
          <w:rFonts w:cs="Georgia"/>
          <w:bCs/>
          <w:kern w:val="1"/>
        </w:rPr>
        <w:t>pour être ensuite contraints de recourir à la hideuse soupe du camp</w:t>
      </w:r>
      <w:r w:rsidR="000E1451">
        <w:rPr>
          <w:rFonts w:cs="Georgia"/>
          <w:bCs/>
          <w:kern w:val="1"/>
        </w:rPr>
        <w:t xml:space="preserve">. </w:t>
      </w:r>
      <w:r>
        <w:rPr>
          <w:rFonts w:cs="Georgia"/>
          <w:bCs/>
          <w:kern w:val="1"/>
        </w:rPr>
        <w:t>Grâce à lui</w:t>
      </w:r>
      <w:r w:rsidR="000E1451">
        <w:rPr>
          <w:rFonts w:cs="Georgia"/>
          <w:bCs/>
          <w:kern w:val="1"/>
        </w:rPr>
        <w:t xml:space="preserve">, </w:t>
      </w:r>
      <w:r>
        <w:rPr>
          <w:rFonts w:cs="Georgia"/>
          <w:bCs/>
          <w:kern w:val="1"/>
        </w:rPr>
        <w:t>nous n</w:t>
      </w:r>
      <w:r w:rsidR="000E1451">
        <w:rPr>
          <w:rFonts w:cs="Georgia"/>
          <w:bCs/>
          <w:kern w:val="1"/>
        </w:rPr>
        <w:t>’</w:t>
      </w:r>
      <w:r>
        <w:rPr>
          <w:rFonts w:cs="Georgia"/>
          <w:bCs/>
          <w:kern w:val="1"/>
        </w:rPr>
        <w:t>avons que peu connu la faim à Reichendorf</w:t>
      </w:r>
      <w:r w:rsidR="000E1451">
        <w:rPr>
          <w:rFonts w:cs="Georgia"/>
          <w:bCs/>
          <w:kern w:val="1"/>
        </w:rPr>
        <w:t xml:space="preserve">, </w:t>
      </w:r>
      <w:r>
        <w:rPr>
          <w:rFonts w:cs="Georgia"/>
          <w:bCs/>
          <w:kern w:val="1"/>
        </w:rPr>
        <w:t>et nous avons même pu nous offrir de temps en temps le luxe de venir en aide à de moins favorisés</w:t>
      </w:r>
      <w:r w:rsidR="000E1451">
        <w:rPr>
          <w:rFonts w:cs="Georgia"/>
          <w:bCs/>
          <w:kern w:val="1"/>
        </w:rPr>
        <w:t>.</w:t>
      </w:r>
    </w:p>
    <w:p w14:paraId="3AA99486" w14:textId="77777777" w:rsidR="000E1451" w:rsidRDefault="000E1451" w:rsidP="00BE611A">
      <w:pPr>
        <w:rPr>
          <w:rFonts w:cs="Georgia"/>
          <w:bCs/>
          <w:kern w:val="1"/>
        </w:rPr>
      </w:pPr>
      <w:r>
        <w:rPr>
          <w:rFonts w:cs="Georgia"/>
          <w:bCs/>
          <w:kern w:val="1"/>
        </w:rPr>
        <w:t>— </w:t>
      </w:r>
      <w:r w:rsidR="00BE611A">
        <w:rPr>
          <w:rFonts w:cs="Georgia"/>
          <w:bCs/>
          <w:kern w:val="1"/>
        </w:rPr>
        <w:t>Hé</w:t>
      </w:r>
      <w:r>
        <w:rPr>
          <w:rFonts w:cs="Georgia"/>
          <w:bCs/>
          <w:kern w:val="1"/>
        </w:rPr>
        <w:t xml:space="preserve"> ! </w:t>
      </w:r>
      <w:r w:rsidR="00BE611A">
        <w:rPr>
          <w:rFonts w:cs="Georgia"/>
          <w:bCs/>
          <w:kern w:val="1"/>
        </w:rPr>
        <w:t>mon adjudant</w:t>
      </w:r>
      <w:r>
        <w:rPr>
          <w:rFonts w:cs="Georgia"/>
          <w:bCs/>
          <w:kern w:val="1"/>
        </w:rPr>
        <w:t xml:space="preserve">, </w:t>
      </w:r>
      <w:r w:rsidR="00BE611A">
        <w:rPr>
          <w:rFonts w:cs="Georgia"/>
          <w:bCs/>
          <w:kern w:val="1"/>
        </w:rPr>
        <w:t>venez donc goûter un peu de ce pigeon aux petits pois</w:t>
      </w:r>
      <w:r>
        <w:rPr>
          <w:rFonts w:cs="Georgia"/>
          <w:bCs/>
          <w:kern w:val="1"/>
        </w:rPr>
        <w:t xml:space="preserve">. </w:t>
      </w:r>
      <w:r w:rsidR="00BE611A">
        <w:rPr>
          <w:rFonts w:cs="Georgia"/>
          <w:bCs/>
          <w:kern w:val="1"/>
        </w:rPr>
        <w:t>La main sur le cœur</w:t>
      </w:r>
      <w:r>
        <w:rPr>
          <w:rFonts w:cs="Georgia"/>
          <w:bCs/>
          <w:kern w:val="1"/>
        </w:rPr>
        <w:t xml:space="preserve">, </w:t>
      </w:r>
      <w:r w:rsidR="00BE611A">
        <w:rPr>
          <w:rFonts w:cs="Georgia"/>
          <w:bCs/>
          <w:kern w:val="1"/>
        </w:rPr>
        <w:t>est-ce qu</w:t>
      </w:r>
      <w:r>
        <w:rPr>
          <w:rFonts w:cs="Georgia"/>
          <w:bCs/>
          <w:kern w:val="1"/>
        </w:rPr>
        <w:t>’</w:t>
      </w:r>
      <w:r w:rsidR="00BE611A">
        <w:rPr>
          <w:rFonts w:cs="Georgia"/>
          <w:bCs/>
          <w:kern w:val="1"/>
        </w:rPr>
        <w:t>on croirait que c</w:t>
      </w:r>
      <w:r>
        <w:rPr>
          <w:rFonts w:cs="Georgia"/>
          <w:bCs/>
          <w:kern w:val="1"/>
        </w:rPr>
        <w:t>’</w:t>
      </w:r>
      <w:r w:rsidR="00BE611A">
        <w:rPr>
          <w:rFonts w:cs="Georgia"/>
          <w:bCs/>
          <w:kern w:val="1"/>
        </w:rPr>
        <w:t>est de la conserve</w:t>
      </w:r>
      <w:r>
        <w:rPr>
          <w:rFonts w:cs="Georgia"/>
          <w:bCs/>
          <w:kern w:val="1"/>
        </w:rPr>
        <w:t> ?</w:t>
      </w:r>
    </w:p>
    <w:p w14:paraId="16B399B8" w14:textId="77777777" w:rsidR="000E1451" w:rsidRDefault="00BE611A" w:rsidP="00BE611A">
      <w:pPr>
        <w:rPr>
          <w:rFonts w:cs="Georgia"/>
          <w:bCs/>
          <w:kern w:val="1"/>
        </w:rPr>
      </w:pPr>
      <w:r>
        <w:rPr>
          <w:rFonts w:cs="Georgia"/>
          <w:bCs/>
          <w:kern w:val="1"/>
        </w:rPr>
        <w:t>Ainsi interpellé</w:t>
      </w:r>
      <w:r w:rsidR="000E1451">
        <w:rPr>
          <w:rFonts w:cs="Georgia"/>
          <w:bCs/>
          <w:kern w:val="1"/>
        </w:rPr>
        <w:t xml:space="preserve">, </w:t>
      </w:r>
      <w:r>
        <w:rPr>
          <w:rFonts w:cs="Georgia"/>
          <w:bCs/>
          <w:kern w:val="1"/>
        </w:rPr>
        <w:t>l</w:t>
      </w:r>
      <w:r w:rsidR="000E1451">
        <w:rPr>
          <w:rFonts w:cs="Georgia"/>
          <w:bCs/>
          <w:kern w:val="1"/>
        </w:rPr>
        <w:t>’</w:t>
      </w:r>
      <w:r>
        <w:rPr>
          <w:rFonts w:cs="Georgia"/>
          <w:bCs/>
          <w:kern w:val="1"/>
        </w:rPr>
        <w:t>adjudant Claverie</w:t>
      </w:r>
      <w:r w:rsidR="000E1451">
        <w:rPr>
          <w:rFonts w:cs="Georgia"/>
          <w:bCs/>
          <w:kern w:val="1"/>
        </w:rPr>
        <w:t xml:space="preserve">, </w:t>
      </w:r>
      <w:r>
        <w:rPr>
          <w:rFonts w:cs="Georgia"/>
          <w:bCs/>
          <w:kern w:val="1"/>
        </w:rPr>
        <w:t>chef de la baraque N</w:t>
      </w:r>
      <w:r w:rsidR="000E1451">
        <w:rPr>
          <w:rFonts w:cs="Georgia"/>
          <w:bCs/>
          <w:kern w:val="1"/>
        </w:rPr>
        <w:t xml:space="preserve">° 7, </w:t>
      </w:r>
      <w:r>
        <w:rPr>
          <w:rFonts w:cs="Georgia"/>
          <w:bCs/>
          <w:kern w:val="1"/>
        </w:rPr>
        <w:t>commençait par se rapprocher avec circonspection</w:t>
      </w:r>
      <w:r w:rsidR="000E1451">
        <w:rPr>
          <w:rFonts w:cs="Georgia"/>
          <w:bCs/>
          <w:kern w:val="1"/>
        </w:rPr>
        <w:t xml:space="preserve">. </w:t>
      </w:r>
      <w:r>
        <w:rPr>
          <w:rFonts w:cs="Georgia"/>
          <w:bCs/>
          <w:kern w:val="1"/>
        </w:rPr>
        <w:lastRenderedPageBreak/>
        <w:t>C</w:t>
      </w:r>
      <w:r w:rsidR="000E1451">
        <w:rPr>
          <w:rFonts w:cs="Georgia"/>
          <w:bCs/>
          <w:kern w:val="1"/>
        </w:rPr>
        <w:t>’</w:t>
      </w:r>
      <w:r>
        <w:rPr>
          <w:rFonts w:cs="Georgia"/>
          <w:bCs/>
          <w:kern w:val="1"/>
        </w:rPr>
        <w:t>était un pauvre être</w:t>
      </w:r>
      <w:r w:rsidR="000E1451">
        <w:rPr>
          <w:rFonts w:cs="Georgia"/>
          <w:bCs/>
          <w:kern w:val="1"/>
        </w:rPr>
        <w:t xml:space="preserve">, </w:t>
      </w:r>
      <w:r>
        <w:rPr>
          <w:rFonts w:cs="Georgia"/>
          <w:bCs/>
          <w:kern w:val="1"/>
        </w:rPr>
        <w:t>abruti par trois ans de représailles</w:t>
      </w:r>
      <w:r w:rsidR="000E1451">
        <w:rPr>
          <w:rFonts w:cs="Georgia"/>
          <w:bCs/>
          <w:kern w:val="1"/>
        </w:rPr>
        <w:t xml:space="preserve">, </w:t>
      </w:r>
      <w:r>
        <w:rPr>
          <w:rFonts w:cs="Georgia"/>
          <w:bCs/>
          <w:kern w:val="1"/>
        </w:rPr>
        <w:t>et qui vivait dans la terreur perpétuelle du capitaine Elbing</w:t>
      </w:r>
      <w:r w:rsidR="000E1451">
        <w:rPr>
          <w:rFonts w:cs="Georgia"/>
          <w:bCs/>
          <w:kern w:val="1"/>
        </w:rPr>
        <w:t>.</w:t>
      </w:r>
    </w:p>
    <w:p w14:paraId="031CF4CD" w14:textId="77777777" w:rsidR="000E1451" w:rsidRDefault="000E1451" w:rsidP="00BE611A">
      <w:pPr>
        <w:rPr>
          <w:rFonts w:cs="Georgia"/>
          <w:bCs/>
          <w:kern w:val="1"/>
        </w:rPr>
      </w:pPr>
      <w:r>
        <w:rPr>
          <w:rFonts w:cs="Georgia"/>
          <w:bCs/>
          <w:kern w:val="1"/>
        </w:rPr>
        <w:t>— </w:t>
      </w:r>
      <w:r w:rsidR="00BE611A">
        <w:rPr>
          <w:rFonts w:cs="Georgia"/>
          <w:bCs/>
          <w:kern w:val="1"/>
        </w:rPr>
        <w:t>Fameux</w:t>
      </w:r>
      <w:r>
        <w:rPr>
          <w:rFonts w:cs="Georgia"/>
          <w:bCs/>
          <w:kern w:val="1"/>
        </w:rPr>
        <w:t xml:space="preserve"> ! </w:t>
      </w:r>
      <w:r w:rsidR="00BE611A">
        <w:rPr>
          <w:rFonts w:cs="Georgia"/>
          <w:bCs/>
          <w:kern w:val="1"/>
        </w:rPr>
        <w:t>disait-il lentement</w:t>
      </w:r>
      <w:r>
        <w:rPr>
          <w:rFonts w:cs="Georgia"/>
          <w:bCs/>
          <w:kern w:val="1"/>
        </w:rPr>
        <w:t xml:space="preserve">, </w:t>
      </w:r>
      <w:r w:rsidR="00BE611A">
        <w:rPr>
          <w:rFonts w:cs="Georgia"/>
          <w:bCs/>
          <w:kern w:val="1"/>
        </w:rPr>
        <w:t>après avoir accepté l</w:t>
      </w:r>
      <w:r>
        <w:rPr>
          <w:rFonts w:cs="Georgia"/>
          <w:bCs/>
          <w:kern w:val="1"/>
        </w:rPr>
        <w:t>’</w:t>
      </w:r>
      <w:r w:rsidR="00BE611A">
        <w:rPr>
          <w:rFonts w:cs="Georgia"/>
          <w:bCs/>
          <w:kern w:val="1"/>
        </w:rPr>
        <w:t>assiette de fer-blanc</w:t>
      </w:r>
      <w:r>
        <w:rPr>
          <w:rFonts w:cs="Georgia"/>
          <w:bCs/>
          <w:kern w:val="1"/>
        </w:rPr>
        <w:t xml:space="preserve">, </w:t>
      </w:r>
      <w:r w:rsidR="00BE611A">
        <w:rPr>
          <w:rFonts w:cs="Georgia"/>
          <w:bCs/>
          <w:kern w:val="1"/>
        </w:rPr>
        <w:t>pleine d</w:t>
      </w:r>
      <w:r>
        <w:rPr>
          <w:rFonts w:cs="Georgia"/>
          <w:bCs/>
          <w:kern w:val="1"/>
        </w:rPr>
        <w:t>’</w:t>
      </w:r>
      <w:r w:rsidR="00BE611A">
        <w:rPr>
          <w:rFonts w:cs="Georgia"/>
          <w:bCs/>
          <w:kern w:val="1"/>
        </w:rPr>
        <w:t>un odorant ragoût</w:t>
      </w:r>
      <w:r>
        <w:rPr>
          <w:rFonts w:cs="Georgia"/>
          <w:bCs/>
          <w:kern w:val="1"/>
        </w:rPr>
        <w:t xml:space="preserve">, </w:t>
      </w:r>
      <w:r w:rsidR="00BE611A">
        <w:rPr>
          <w:rFonts w:cs="Georgia"/>
          <w:bCs/>
          <w:kern w:val="1"/>
        </w:rPr>
        <w:t>fameux</w:t>
      </w:r>
      <w:r>
        <w:rPr>
          <w:rFonts w:cs="Georgia"/>
          <w:bCs/>
          <w:kern w:val="1"/>
        </w:rPr>
        <w:t xml:space="preserve"> ! </w:t>
      </w:r>
      <w:r w:rsidR="00BE611A">
        <w:rPr>
          <w:rFonts w:cs="Georgia"/>
          <w:bCs/>
          <w:kern w:val="1"/>
        </w:rPr>
        <w:t>Mais où l</w:t>
      </w:r>
      <w:r>
        <w:rPr>
          <w:rFonts w:cs="Georgia"/>
          <w:bCs/>
          <w:kern w:val="1"/>
        </w:rPr>
        <w:t>’</w:t>
      </w:r>
      <w:r w:rsidR="00BE611A">
        <w:rPr>
          <w:rFonts w:cs="Georgia"/>
          <w:bCs/>
          <w:kern w:val="1"/>
        </w:rPr>
        <w:t>avez-vous fait réchauffer</w:t>
      </w:r>
      <w:r>
        <w:rPr>
          <w:rFonts w:cs="Georgia"/>
          <w:bCs/>
          <w:kern w:val="1"/>
        </w:rPr>
        <w:t xml:space="preserve"> ? </w:t>
      </w:r>
      <w:r w:rsidR="00BE611A">
        <w:rPr>
          <w:rFonts w:cs="Georgia"/>
          <w:bCs/>
          <w:kern w:val="1"/>
        </w:rPr>
        <w:t>Dehors</w:t>
      </w:r>
      <w:r>
        <w:rPr>
          <w:rFonts w:cs="Georgia"/>
          <w:bCs/>
          <w:kern w:val="1"/>
        </w:rPr>
        <w:t> ?</w:t>
      </w:r>
    </w:p>
    <w:p w14:paraId="08E7FE7E" w14:textId="77777777" w:rsidR="000E1451" w:rsidRDefault="000E1451" w:rsidP="00BE611A">
      <w:pPr>
        <w:rPr>
          <w:rFonts w:cs="Georgia"/>
          <w:bCs/>
          <w:kern w:val="1"/>
        </w:rPr>
      </w:pPr>
      <w:r>
        <w:rPr>
          <w:rFonts w:cs="Georgia"/>
          <w:bCs/>
          <w:kern w:val="1"/>
        </w:rPr>
        <w:t>— </w:t>
      </w:r>
      <w:r w:rsidR="00BE611A">
        <w:rPr>
          <w:rFonts w:cs="Georgia"/>
          <w:bCs/>
          <w:kern w:val="1"/>
        </w:rPr>
        <w:t>Sans blague</w:t>
      </w:r>
      <w:r>
        <w:rPr>
          <w:rFonts w:cs="Georgia"/>
          <w:bCs/>
          <w:kern w:val="1"/>
        </w:rPr>
        <w:t xml:space="preserve">, </w:t>
      </w:r>
      <w:r w:rsidR="00BE611A">
        <w:rPr>
          <w:rFonts w:cs="Georgia"/>
          <w:bCs/>
          <w:kern w:val="1"/>
        </w:rPr>
        <w:t>mon adjudant</w:t>
      </w:r>
      <w:r>
        <w:rPr>
          <w:rFonts w:cs="Georgia"/>
          <w:bCs/>
          <w:kern w:val="1"/>
        </w:rPr>
        <w:t xml:space="preserve"> ! </w:t>
      </w:r>
      <w:r w:rsidR="00BE611A">
        <w:rPr>
          <w:rFonts w:cs="Georgia"/>
          <w:bCs/>
          <w:kern w:val="1"/>
        </w:rPr>
        <w:t>Visez donc le temps qu</w:t>
      </w:r>
      <w:r>
        <w:rPr>
          <w:rFonts w:cs="Georgia"/>
          <w:bCs/>
          <w:kern w:val="1"/>
        </w:rPr>
        <w:t>’</w:t>
      </w:r>
      <w:r w:rsidR="00BE611A">
        <w:rPr>
          <w:rFonts w:cs="Georgia"/>
          <w:bCs/>
          <w:kern w:val="1"/>
        </w:rPr>
        <w:t>il fait</w:t>
      </w:r>
      <w:r>
        <w:rPr>
          <w:rFonts w:cs="Georgia"/>
          <w:bCs/>
          <w:kern w:val="1"/>
        </w:rPr>
        <w:t xml:space="preserve">. </w:t>
      </w:r>
      <w:r w:rsidR="00BE611A">
        <w:rPr>
          <w:rFonts w:cs="Georgia"/>
          <w:bCs/>
          <w:kern w:val="1"/>
        </w:rPr>
        <w:t>Mais il y aurait eu autant de flocons de neige que de petits pois</w:t>
      </w:r>
      <w:r>
        <w:rPr>
          <w:rFonts w:cs="Georgia"/>
          <w:bCs/>
          <w:kern w:val="1"/>
        </w:rPr>
        <w:t> !</w:t>
      </w:r>
    </w:p>
    <w:p w14:paraId="471AED16" w14:textId="77777777" w:rsidR="000E1451" w:rsidRDefault="000E1451" w:rsidP="00BE611A">
      <w:pPr>
        <w:rPr>
          <w:rFonts w:cs="Georgia"/>
          <w:bCs/>
          <w:kern w:val="1"/>
        </w:rPr>
      </w:pPr>
      <w:r>
        <w:rPr>
          <w:rFonts w:cs="Georgia"/>
          <w:bCs/>
          <w:kern w:val="1"/>
        </w:rPr>
        <w:t>— </w:t>
      </w:r>
      <w:r w:rsidR="00BE611A">
        <w:rPr>
          <w:rFonts w:cs="Georgia"/>
          <w:bCs/>
          <w:kern w:val="1"/>
        </w:rPr>
        <w:t>Dedans</w:t>
      </w:r>
      <w:r>
        <w:rPr>
          <w:rFonts w:cs="Georgia"/>
          <w:bCs/>
          <w:kern w:val="1"/>
        </w:rPr>
        <w:t xml:space="preserve">, </w:t>
      </w:r>
      <w:r w:rsidR="00BE611A">
        <w:rPr>
          <w:rFonts w:cs="Georgia"/>
          <w:bCs/>
          <w:kern w:val="1"/>
        </w:rPr>
        <w:t>alors</w:t>
      </w:r>
      <w:r>
        <w:rPr>
          <w:rFonts w:cs="Georgia"/>
          <w:bCs/>
          <w:kern w:val="1"/>
        </w:rPr>
        <w:t xml:space="preserve"> ? </w:t>
      </w:r>
      <w:r w:rsidR="00BE611A">
        <w:rPr>
          <w:rFonts w:cs="Georgia"/>
          <w:bCs/>
          <w:kern w:val="1"/>
        </w:rPr>
        <w:t>Vous savez bien pourtant qu</w:t>
      </w:r>
      <w:r>
        <w:rPr>
          <w:rFonts w:cs="Georgia"/>
          <w:bCs/>
          <w:kern w:val="1"/>
        </w:rPr>
        <w:t>’</w:t>
      </w:r>
      <w:r w:rsidR="00BE611A">
        <w:rPr>
          <w:rFonts w:cs="Georgia"/>
          <w:bCs/>
          <w:kern w:val="1"/>
        </w:rPr>
        <w:t>il est interdit de faire du feu dans les baraquements</w:t>
      </w:r>
      <w:r>
        <w:rPr>
          <w:rFonts w:cs="Georgia"/>
          <w:bCs/>
          <w:kern w:val="1"/>
        </w:rPr>
        <w:t>.</w:t>
      </w:r>
    </w:p>
    <w:p w14:paraId="6F063022" w14:textId="77777777" w:rsidR="000E1451" w:rsidRDefault="000E1451" w:rsidP="00BE611A">
      <w:pPr>
        <w:rPr>
          <w:rFonts w:cs="Georgia"/>
          <w:bCs/>
          <w:kern w:val="1"/>
        </w:rPr>
      </w:pPr>
      <w:r>
        <w:rPr>
          <w:rFonts w:cs="Georgia"/>
          <w:bCs/>
          <w:kern w:val="1"/>
        </w:rPr>
        <w:t>— </w:t>
      </w:r>
      <w:r w:rsidR="00BE611A">
        <w:rPr>
          <w:rFonts w:cs="Georgia"/>
          <w:bCs/>
          <w:kern w:val="1"/>
        </w:rPr>
        <w:t>Vous en faites pas</w:t>
      </w:r>
      <w:r>
        <w:rPr>
          <w:rFonts w:cs="Georgia"/>
          <w:bCs/>
          <w:kern w:val="1"/>
        </w:rPr>
        <w:t xml:space="preserve">, </w:t>
      </w:r>
      <w:r w:rsidR="00BE611A">
        <w:rPr>
          <w:rFonts w:cs="Georgia"/>
          <w:bCs/>
          <w:kern w:val="1"/>
        </w:rPr>
        <w:t>allez</w:t>
      </w:r>
      <w:r>
        <w:rPr>
          <w:rFonts w:cs="Georgia"/>
          <w:bCs/>
          <w:kern w:val="1"/>
        </w:rPr>
        <w:t xml:space="preserve">, </w:t>
      </w:r>
      <w:r w:rsidR="00BE611A">
        <w:rPr>
          <w:rFonts w:cs="Georgia"/>
          <w:bCs/>
          <w:kern w:val="1"/>
        </w:rPr>
        <w:t>mon adjudant</w:t>
      </w:r>
      <w:r>
        <w:rPr>
          <w:rFonts w:cs="Georgia"/>
          <w:bCs/>
          <w:kern w:val="1"/>
        </w:rPr>
        <w:t xml:space="preserve">. </w:t>
      </w:r>
      <w:r w:rsidR="00BE611A">
        <w:rPr>
          <w:rFonts w:cs="Georgia"/>
          <w:bCs/>
          <w:kern w:val="1"/>
        </w:rPr>
        <w:t>On vous fera pas arriver d</w:t>
      </w:r>
      <w:r>
        <w:rPr>
          <w:rFonts w:cs="Georgia"/>
          <w:bCs/>
          <w:kern w:val="1"/>
        </w:rPr>
        <w:t>’</w:t>
      </w:r>
      <w:r w:rsidR="00BE611A">
        <w:rPr>
          <w:rFonts w:cs="Georgia"/>
          <w:bCs/>
          <w:kern w:val="1"/>
        </w:rPr>
        <w:t>histoire</w:t>
      </w:r>
      <w:r>
        <w:rPr>
          <w:rFonts w:cs="Georgia"/>
          <w:bCs/>
          <w:kern w:val="1"/>
        </w:rPr>
        <w:t xml:space="preserve">. </w:t>
      </w:r>
      <w:r w:rsidR="00BE611A">
        <w:rPr>
          <w:rFonts w:cs="Georgia"/>
          <w:bCs/>
          <w:kern w:val="1"/>
        </w:rPr>
        <w:t>Et puis</w:t>
      </w:r>
      <w:r>
        <w:rPr>
          <w:rFonts w:cs="Georgia"/>
          <w:bCs/>
          <w:kern w:val="1"/>
        </w:rPr>
        <w:t xml:space="preserve">, </w:t>
      </w:r>
      <w:r w:rsidR="00BE611A">
        <w:rPr>
          <w:rFonts w:cs="Georgia"/>
          <w:bCs/>
          <w:kern w:val="1"/>
        </w:rPr>
        <w:t>hein</w:t>
      </w:r>
      <w:r>
        <w:rPr>
          <w:rFonts w:cs="Georgia"/>
          <w:bCs/>
          <w:kern w:val="1"/>
        </w:rPr>
        <w:t xml:space="preserve">, </w:t>
      </w:r>
      <w:r w:rsidR="00BE611A">
        <w:rPr>
          <w:rFonts w:cs="Georgia"/>
          <w:bCs/>
          <w:kern w:val="1"/>
        </w:rPr>
        <w:t>on s</w:t>
      </w:r>
      <w:r>
        <w:rPr>
          <w:rFonts w:cs="Georgia"/>
          <w:bCs/>
          <w:kern w:val="1"/>
        </w:rPr>
        <w:t>’</w:t>
      </w:r>
      <w:r w:rsidR="00BE611A">
        <w:rPr>
          <w:rFonts w:cs="Georgia"/>
          <w:bCs/>
          <w:kern w:val="1"/>
        </w:rPr>
        <w:t>en fout</w:t>
      </w:r>
      <w:r>
        <w:rPr>
          <w:rFonts w:cs="Georgia"/>
          <w:bCs/>
          <w:kern w:val="1"/>
        </w:rPr>
        <w:t xml:space="preserve">. </w:t>
      </w:r>
      <w:r w:rsidR="00BE611A">
        <w:rPr>
          <w:rFonts w:cs="Georgia"/>
          <w:bCs/>
          <w:kern w:val="1"/>
        </w:rPr>
        <w:t>On les aura</w:t>
      </w:r>
      <w:r>
        <w:rPr>
          <w:rFonts w:cs="Georgia"/>
          <w:bCs/>
          <w:kern w:val="1"/>
        </w:rPr>
        <w:t>.</w:t>
      </w:r>
    </w:p>
    <w:p w14:paraId="5B718063" w14:textId="77777777" w:rsidR="000E1451" w:rsidRDefault="00BE611A" w:rsidP="00BE611A">
      <w:pPr>
        <w:rPr>
          <w:rFonts w:cs="Georgia"/>
          <w:bCs/>
          <w:kern w:val="1"/>
        </w:rPr>
      </w:pPr>
      <w:r>
        <w:rPr>
          <w:rFonts w:cs="Georgia"/>
          <w:bCs/>
          <w:kern w:val="1"/>
        </w:rPr>
        <w:t>L</w:t>
      </w:r>
      <w:r w:rsidR="000E1451">
        <w:rPr>
          <w:rFonts w:cs="Georgia"/>
          <w:bCs/>
          <w:kern w:val="1"/>
        </w:rPr>
        <w:t>’</w:t>
      </w:r>
      <w:r>
        <w:rPr>
          <w:rFonts w:cs="Georgia"/>
          <w:bCs/>
          <w:kern w:val="1"/>
        </w:rPr>
        <w:t>adjudant Claverie hochait mélancoliquement la tête</w:t>
      </w:r>
      <w:r w:rsidR="000E1451">
        <w:rPr>
          <w:rFonts w:cs="Georgia"/>
          <w:bCs/>
          <w:kern w:val="1"/>
        </w:rPr>
        <w:t xml:space="preserve">. </w:t>
      </w:r>
      <w:r>
        <w:rPr>
          <w:rFonts w:cs="Georgia"/>
          <w:bCs/>
          <w:kern w:val="1"/>
        </w:rPr>
        <w:t>Sa crainte de tous les instants était d</w:t>
      </w:r>
      <w:r w:rsidR="000E1451">
        <w:rPr>
          <w:rFonts w:cs="Georgia"/>
          <w:bCs/>
          <w:kern w:val="1"/>
        </w:rPr>
        <w:t>’</w:t>
      </w:r>
      <w:r>
        <w:rPr>
          <w:rFonts w:cs="Georgia"/>
          <w:bCs/>
          <w:kern w:val="1"/>
        </w:rPr>
        <w:t>apprendre l</w:t>
      </w:r>
      <w:r w:rsidR="000E1451">
        <w:rPr>
          <w:rFonts w:cs="Georgia"/>
          <w:bCs/>
          <w:kern w:val="1"/>
        </w:rPr>
        <w:t>’</w:t>
      </w:r>
      <w:r>
        <w:rPr>
          <w:rFonts w:cs="Georgia"/>
          <w:bCs/>
          <w:kern w:val="1"/>
        </w:rPr>
        <w:t>évasion d</w:t>
      </w:r>
      <w:r w:rsidR="000E1451">
        <w:rPr>
          <w:rFonts w:cs="Georgia"/>
          <w:bCs/>
          <w:kern w:val="1"/>
        </w:rPr>
        <w:t>’</w:t>
      </w:r>
      <w:r>
        <w:rPr>
          <w:rFonts w:cs="Georgia"/>
          <w:bCs/>
          <w:kern w:val="1"/>
        </w:rPr>
        <w:t>un des quarante pensionnaires de notre baraque</w:t>
      </w:r>
      <w:r w:rsidR="000E1451">
        <w:rPr>
          <w:rFonts w:cs="Georgia"/>
          <w:bCs/>
          <w:kern w:val="1"/>
        </w:rPr>
        <w:t xml:space="preserve">. </w:t>
      </w:r>
      <w:r>
        <w:rPr>
          <w:rFonts w:cs="Georgia"/>
          <w:bCs/>
          <w:kern w:val="1"/>
        </w:rPr>
        <w:t>Il était responsable</w:t>
      </w:r>
      <w:r w:rsidR="000E1451">
        <w:rPr>
          <w:rFonts w:cs="Georgia"/>
          <w:bCs/>
          <w:kern w:val="1"/>
        </w:rPr>
        <w:t xml:space="preserve">, </w:t>
      </w:r>
      <w:r>
        <w:rPr>
          <w:rFonts w:cs="Georgia"/>
          <w:bCs/>
          <w:kern w:val="1"/>
        </w:rPr>
        <w:t>et</w:t>
      </w:r>
      <w:r w:rsidR="000E1451">
        <w:rPr>
          <w:rFonts w:cs="Georgia"/>
          <w:bCs/>
          <w:kern w:val="1"/>
        </w:rPr>
        <w:t xml:space="preserve">, </w:t>
      </w:r>
      <w:r>
        <w:rPr>
          <w:rFonts w:cs="Georgia"/>
          <w:bCs/>
          <w:kern w:val="1"/>
        </w:rPr>
        <w:t>comme par un fait exprès</w:t>
      </w:r>
      <w:r w:rsidR="000E1451">
        <w:rPr>
          <w:rFonts w:cs="Georgia"/>
          <w:bCs/>
          <w:kern w:val="1"/>
        </w:rPr>
        <w:t xml:space="preserve">, </w:t>
      </w:r>
      <w:r>
        <w:rPr>
          <w:rFonts w:cs="Georgia"/>
          <w:bCs/>
          <w:kern w:val="1"/>
        </w:rPr>
        <w:t>c</w:t>
      </w:r>
      <w:r w:rsidR="000E1451">
        <w:rPr>
          <w:rFonts w:cs="Georgia"/>
          <w:bCs/>
          <w:kern w:val="1"/>
        </w:rPr>
        <w:t>’</w:t>
      </w:r>
      <w:r>
        <w:rPr>
          <w:rFonts w:cs="Georgia"/>
          <w:bCs/>
          <w:kern w:val="1"/>
        </w:rPr>
        <w:t>était toujours dans les locaux où il était qu</w:t>
      </w:r>
      <w:r w:rsidR="000E1451">
        <w:rPr>
          <w:rFonts w:cs="Georgia"/>
          <w:bCs/>
          <w:kern w:val="1"/>
        </w:rPr>
        <w:t>’</w:t>
      </w:r>
      <w:r>
        <w:rPr>
          <w:rFonts w:cs="Georgia"/>
          <w:bCs/>
          <w:kern w:val="1"/>
        </w:rPr>
        <w:t>il y avait le plus de tentatives de ce genre</w:t>
      </w:r>
      <w:r w:rsidR="000E1451">
        <w:rPr>
          <w:rFonts w:cs="Georgia"/>
          <w:bCs/>
          <w:kern w:val="1"/>
        </w:rPr>
        <w:t xml:space="preserve">. </w:t>
      </w:r>
      <w:r>
        <w:rPr>
          <w:rFonts w:cs="Georgia"/>
          <w:bCs/>
          <w:kern w:val="1"/>
        </w:rPr>
        <w:t>Voilà pourquoi le malheureux avait à son actif trois années de camps de représailles</w:t>
      </w:r>
      <w:r w:rsidR="000E1451">
        <w:rPr>
          <w:rFonts w:cs="Georgia"/>
          <w:bCs/>
          <w:kern w:val="1"/>
        </w:rPr>
        <w:t xml:space="preserve">. </w:t>
      </w:r>
      <w:r>
        <w:rPr>
          <w:rFonts w:cs="Georgia"/>
          <w:bCs/>
          <w:kern w:val="1"/>
        </w:rPr>
        <w:t>Chacune des tentatives des autres lui valait</w:t>
      </w:r>
      <w:r w:rsidR="000E1451">
        <w:rPr>
          <w:rFonts w:cs="Georgia"/>
          <w:bCs/>
          <w:kern w:val="1"/>
        </w:rPr>
        <w:t xml:space="preserve">, </w:t>
      </w:r>
      <w:r>
        <w:rPr>
          <w:rFonts w:cs="Georgia"/>
          <w:bCs/>
          <w:kern w:val="1"/>
        </w:rPr>
        <w:t>à lui</w:t>
      </w:r>
      <w:r w:rsidR="000E1451">
        <w:rPr>
          <w:rFonts w:cs="Georgia"/>
          <w:bCs/>
          <w:kern w:val="1"/>
        </w:rPr>
        <w:t xml:space="preserve">, </w:t>
      </w:r>
      <w:r>
        <w:rPr>
          <w:rFonts w:cs="Georgia"/>
          <w:bCs/>
          <w:kern w:val="1"/>
        </w:rPr>
        <w:t>une rallonge de trois ou quatre mois</w:t>
      </w:r>
      <w:r w:rsidR="000E1451">
        <w:rPr>
          <w:rFonts w:cs="Georgia"/>
          <w:bCs/>
          <w:kern w:val="1"/>
        </w:rPr>
        <w:t xml:space="preserve">. </w:t>
      </w:r>
      <w:r>
        <w:rPr>
          <w:rFonts w:cs="Georgia"/>
          <w:bCs/>
          <w:kern w:val="1"/>
        </w:rPr>
        <w:t>Il avait demandé à rendre ses galons</w:t>
      </w:r>
      <w:r w:rsidR="000E1451">
        <w:rPr>
          <w:rFonts w:cs="Georgia"/>
          <w:bCs/>
          <w:kern w:val="1"/>
        </w:rPr>
        <w:t xml:space="preserve">. </w:t>
      </w:r>
      <w:r>
        <w:rPr>
          <w:rFonts w:cs="Georgia"/>
          <w:bCs/>
          <w:kern w:val="1"/>
        </w:rPr>
        <w:t>Naturellement</w:t>
      </w:r>
      <w:r w:rsidR="000E1451">
        <w:rPr>
          <w:rFonts w:cs="Georgia"/>
          <w:bCs/>
          <w:kern w:val="1"/>
        </w:rPr>
        <w:t xml:space="preserve">, </w:t>
      </w:r>
      <w:r>
        <w:rPr>
          <w:rFonts w:cs="Georgia"/>
          <w:bCs/>
          <w:kern w:val="1"/>
        </w:rPr>
        <w:t>on n</w:t>
      </w:r>
      <w:r w:rsidR="000E1451">
        <w:rPr>
          <w:rFonts w:cs="Georgia"/>
          <w:bCs/>
          <w:kern w:val="1"/>
        </w:rPr>
        <w:t>’</w:t>
      </w:r>
      <w:r>
        <w:rPr>
          <w:rFonts w:cs="Georgia"/>
          <w:bCs/>
          <w:kern w:val="1"/>
        </w:rPr>
        <w:t>avait pas accepté</w:t>
      </w:r>
      <w:r w:rsidR="000E1451">
        <w:rPr>
          <w:rFonts w:cs="Georgia"/>
          <w:bCs/>
          <w:kern w:val="1"/>
        </w:rPr>
        <w:t xml:space="preserve">. </w:t>
      </w:r>
      <w:r>
        <w:rPr>
          <w:rFonts w:cs="Georgia"/>
          <w:bCs/>
          <w:kern w:val="1"/>
        </w:rPr>
        <w:t>Chargé de le seconder</w:t>
      </w:r>
      <w:r w:rsidR="000E1451">
        <w:rPr>
          <w:rFonts w:cs="Georgia"/>
          <w:bCs/>
          <w:kern w:val="1"/>
        </w:rPr>
        <w:t xml:space="preserve">, </w:t>
      </w:r>
      <w:r>
        <w:rPr>
          <w:rFonts w:cs="Georgia"/>
          <w:bCs/>
          <w:kern w:val="1"/>
        </w:rPr>
        <w:t>j</w:t>
      </w:r>
      <w:r w:rsidR="000E1451">
        <w:rPr>
          <w:rFonts w:cs="Georgia"/>
          <w:bCs/>
          <w:kern w:val="1"/>
        </w:rPr>
        <w:t>’</w:t>
      </w:r>
      <w:r>
        <w:rPr>
          <w:rFonts w:cs="Georgia"/>
          <w:bCs/>
          <w:kern w:val="1"/>
        </w:rPr>
        <w:t>avais moi-même la perspective de partager</w:t>
      </w:r>
      <w:r w:rsidR="000E1451">
        <w:rPr>
          <w:rFonts w:cs="Georgia"/>
          <w:bCs/>
          <w:kern w:val="1"/>
        </w:rPr>
        <w:t xml:space="preserve">, </w:t>
      </w:r>
      <w:r>
        <w:rPr>
          <w:rFonts w:cs="Georgia"/>
          <w:bCs/>
          <w:kern w:val="1"/>
        </w:rPr>
        <w:t>le cas échéant</w:t>
      </w:r>
      <w:r w:rsidR="000E1451">
        <w:rPr>
          <w:rFonts w:cs="Georgia"/>
          <w:bCs/>
          <w:kern w:val="1"/>
        </w:rPr>
        <w:t xml:space="preserve">, </w:t>
      </w:r>
      <w:r>
        <w:rPr>
          <w:rFonts w:cs="Georgia"/>
          <w:bCs/>
          <w:kern w:val="1"/>
        </w:rPr>
        <w:t>sa mauvaise fortune</w:t>
      </w:r>
      <w:r w:rsidR="000E1451">
        <w:rPr>
          <w:rFonts w:cs="Georgia"/>
          <w:bCs/>
          <w:kern w:val="1"/>
        </w:rPr>
        <w:t>.</w:t>
      </w:r>
    </w:p>
    <w:p w14:paraId="2C572F81" w14:textId="77777777" w:rsidR="000E1451" w:rsidRDefault="00BE611A" w:rsidP="00BE611A">
      <w:pPr>
        <w:rPr>
          <w:rFonts w:cs="Georgia"/>
          <w:bCs/>
          <w:kern w:val="1"/>
        </w:rPr>
      </w:pPr>
      <w:r>
        <w:rPr>
          <w:rFonts w:cs="Georgia"/>
          <w:bCs/>
          <w:kern w:val="1"/>
        </w:rPr>
        <w:t>Maintenant</w:t>
      </w:r>
      <w:r w:rsidR="000E1451">
        <w:rPr>
          <w:rFonts w:cs="Georgia"/>
          <w:bCs/>
          <w:kern w:val="1"/>
        </w:rPr>
        <w:t xml:space="preserve">, </w:t>
      </w:r>
      <w:r>
        <w:rPr>
          <w:rFonts w:cs="Georgia"/>
          <w:bCs/>
          <w:kern w:val="1"/>
        </w:rPr>
        <w:t>il était en train d</w:t>
      </w:r>
      <w:r w:rsidR="000E1451">
        <w:rPr>
          <w:rFonts w:cs="Georgia"/>
          <w:bCs/>
          <w:kern w:val="1"/>
        </w:rPr>
        <w:t>’</w:t>
      </w:r>
      <w:r>
        <w:rPr>
          <w:rFonts w:cs="Georgia"/>
          <w:bCs/>
          <w:kern w:val="1"/>
        </w:rPr>
        <w:t>achever son pigeon</w:t>
      </w:r>
      <w:r w:rsidR="000E1451">
        <w:rPr>
          <w:rFonts w:cs="Georgia"/>
          <w:bCs/>
          <w:kern w:val="1"/>
        </w:rPr>
        <w:t xml:space="preserve">, </w:t>
      </w:r>
      <w:r>
        <w:rPr>
          <w:rFonts w:cs="Georgia"/>
          <w:bCs/>
          <w:kern w:val="1"/>
        </w:rPr>
        <w:t>en nous faisant pour la vingtième fois le récit de ses déboires</w:t>
      </w:r>
      <w:r w:rsidR="000E1451">
        <w:rPr>
          <w:rFonts w:cs="Georgia"/>
          <w:bCs/>
          <w:kern w:val="1"/>
        </w:rPr>
        <w:t>.</w:t>
      </w:r>
    </w:p>
    <w:p w14:paraId="27C64407" w14:textId="77777777" w:rsidR="000E1451" w:rsidRDefault="000E1451" w:rsidP="00BE611A">
      <w:pPr>
        <w:rPr>
          <w:rFonts w:cs="Georgia"/>
          <w:kern w:val="1"/>
        </w:rPr>
      </w:pPr>
      <w:r>
        <w:rPr>
          <w:rFonts w:cs="Georgia"/>
          <w:bCs/>
          <w:kern w:val="1"/>
        </w:rPr>
        <w:t>— </w:t>
      </w:r>
      <w:r w:rsidR="00BE611A">
        <w:rPr>
          <w:rFonts w:cs="Georgia"/>
          <w:bCs/>
          <w:kern w:val="1"/>
        </w:rPr>
        <w:t>C</w:t>
      </w:r>
      <w:r>
        <w:rPr>
          <w:rFonts w:cs="Georgia"/>
          <w:bCs/>
          <w:kern w:val="1"/>
        </w:rPr>
        <w:t>’</w:t>
      </w:r>
      <w:r w:rsidR="00BE611A">
        <w:rPr>
          <w:rFonts w:cs="Georgia"/>
          <w:bCs/>
          <w:kern w:val="1"/>
        </w:rPr>
        <w:t>est comme je vous le dis</w:t>
      </w:r>
      <w:r>
        <w:rPr>
          <w:rFonts w:cs="Georgia"/>
          <w:bCs/>
          <w:kern w:val="1"/>
        </w:rPr>
        <w:t xml:space="preserve">, </w:t>
      </w:r>
      <w:r w:rsidR="00BE611A">
        <w:rPr>
          <w:rFonts w:cs="Georgia"/>
          <w:bCs/>
          <w:kern w:val="1"/>
        </w:rPr>
        <w:t>je n</w:t>
      </w:r>
      <w:r>
        <w:rPr>
          <w:rFonts w:cs="Georgia"/>
          <w:bCs/>
          <w:kern w:val="1"/>
        </w:rPr>
        <w:t>’</w:t>
      </w:r>
      <w:r w:rsidR="00BE611A">
        <w:rPr>
          <w:rFonts w:cs="Georgia"/>
          <w:bCs/>
          <w:kern w:val="1"/>
        </w:rPr>
        <w:t>ai pas de chance</w:t>
      </w:r>
      <w:r>
        <w:rPr>
          <w:rFonts w:cs="Georgia"/>
          <w:bCs/>
          <w:kern w:val="1"/>
        </w:rPr>
        <w:t xml:space="preserve">. </w:t>
      </w:r>
      <w:r w:rsidR="00BE611A">
        <w:rPr>
          <w:rFonts w:cs="Georgia"/>
          <w:bCs/>
          <w:kern w:val="1"/>
        </w:rPr>
        <w:t>Figurez-vous que le 1</w:t>
      </w:r>
      <w:r>
        <w:rPr>
          <w:rFonts w:cs="Georgia"/>
          <w:bCs/>
          <w:kern w:val="1"/>
        </w:rPr>
        <w:t>7 avril</w:t>
      </w:r>
      <w:r w:rsidR="00BE611A">
        <w:rPr>
          <w:rFonts w:cs="Georgia"/>
          <w:bCs/>
          <w:kern w:val="1"/>
        </w:rPr>
        <w:t xml:space="preserve"> 1916</w:t>
      </w:r>
      <w:r>
        <w:rPr>
          <w:rFonts w:cs="Georgia"/>
          <w:bCs/>
          <w:kern w:val="1"/>
        </w:rPr>
        <w:t xml:space="preserve">, </w:t>
      </w:r>
      <w:r w:rsidR="00BE611A">
        <w:rPr>
          <w:rFonts w:cs="Georgia"/>
          <w:bCs/>
          <w:kern w:val="1"/>
        </w:rPr>
        <w:t>mon temps d</w:t>
      </w:r>
      <w:r>
        <w:rPr>
          <w:rFonts w:cs="Georgia"/>
          <w:bCs/>
          <w:kern w:val="1"/>
        </w:rPr>
        <w:t>’</w:t>
      </w:r>
      <w:r w:rsidR="00BE611A">
        <w:rPr>
          <w:rFonts w:cs="Georgia"/>
          <w:bCs/>
          <w:kern w:val="1"/>
        </w:rPr>
        <w:t>ici était terminé</w:t>
      </w:r>
      <w:r>
        <w:rPr>
          <w:rFonts w:cs="Georgia"/>
          <w:bCs/>
          <w:kern w:val="1"/>
        </w:rPr>
        <w:t xml:space="preserve">. </w:t>
      </w:r>
      <w:r w:rsidR="00BE611A">
        <w:rPr>
          <w:rFonts w:cs="Georgia"/>
          <w:bCs/>
          <w:kern w:val="1"/>
        </w:rPr>
        <w:t>Je devais partir le lendemain matin</w:t>
      </w:r>
      <w:r>
        <w:rPr>
          <w:rFonts w:cs="Georgia"/>
          <w:bCs/>
          <w:kern w:val="1"/>
        </w:rPr>
        <w:t xml:space="preserve">. </w:t>
      </w:r>
      <w:r w:rsidR="00BE611A">
        <w:rPr>
          <w:rFonts w:cs="Georgia"/>
          <w:bCs/>
          <w:kern w:val="1"/>
        </w:rPr>
        <w:t>Crac</w:t>
      </w:r>
      <w:r>
        <w:rPr>
          <w:rFonts w:cs="Georgia"/>
          <w:bCs/>
          <w:kern w:val="1"/>
        </w:rPr>
        <w:t xml:space="preserve">, </w:t>
      </w:r>
      <w:r w:rsidR="00BE611A">
        <w:rPr>
          <w:rFonts w:cs="Georgia"/>
          <w:bCs/>
          <w:kern w:val="1"/>
        </w:rPr>
        <w:t>c</w:t>
      </w:r>
      <w:r>
        <w:rPr>
          <w:rFonts w:cs="Georgia"/>
          <w:bCs/>
          <w:kern w:val="1"/>
        </w:rPr>
        <w:t>’</w:t>
      </w:r>
      <w:r w:rsidR="00BE611A">
        <w:rPr>
          <w:rFonts w:cs="Georgia"/>
          <w:bCs/>
          <w:kern w:val="1"/>
        </w:rPr>
        <w:t xml:space="preserve">est </w:t>
      </w:r>
      <w:r w:rsidR="00BE611A">
        <w:rPr>
          <w:rFonts w:cs="Georgia"/>
          <w:bCs/>
          <w:kern w:val="1"/>
        </w:rPr>
        <w:lastRenderedPageBreak/>
        <w:t>juste cette nuit-là que deux loustics choisissent pour mettre les voiles</w:t>
      </w:r>
      <w:r>
        <w:rPr>
          <w:rFonts w:cs="Georgia"/>
          <w:bCs/>
          <w:kern w:val="1"/>
        </w:rPr>
        <w:t xml:space="preserve">. </w:t>
      </w:r>
      <w:r w:rsidR="00BE611A">
        <w:rPr>
          <w:rFonts w:cs="Georgia"/>
          <w:bCs/>
          <w:kern w:val="1"/>
        </w:rPr>
        <w:t>On les a tout de suite repris</w:t>
      </w:r>
      <w:r>
        <w:rPr>
          <w:rFonts w:cs="Georgia"/>
          <w:bCs/>
          <w:kern w:val="1"/>
        </w:rPr>
        <w:t xml:space="preserve">. </w:t>
      </w:r>
      <w:r w:rsidR="00BE611A">
        <w:rPr>
          <w:rFonts w:cs="Georgia"/>
          <w:bCs/>
          <w:kern w:val="1"/>
        </w:rPr>
        <w:t>On leur a collé soixante jours de cachot</w:t>
      </w:r>
      <w:r>
        <w:rPr>
          <w:rFonts w:cs="Georgia"/>
          <w:bCs/>
          <w:kern w:val="1"/>
        </w:rPr>
        <w:t xml:space="preserve">, </w:t>
      </w:r>
      <w:r w:rsidR="00BE611A">
        <w:rPr>
          <w:rFonts w:cs="Georgia"/>
          <w:bCs/>
          <w:kern w:val="1"/>
        </w:rPr>
        <w:t>et à moi trois mois de plus de représailles</w:t>
      </w:r>
      <w:r>
        <w:rPr>
          <w:rFonts w:cs="Georgia"/>
          <w:bCs/>
          <w:kern w:val="1"/>
        </w:rPr>
        <w:t xml:space="preserve">. </w:t>
      </w:r>
      <w:r w:rsidR="00BE611A">
        <w:rPr>
          <w:rFonts w:cs="Georgia"/>
          <w:bCs/>
          <w:kern w:val="1"/>
        </w:rPr>
        <w:t>Oui</w:t>
      </w:r>
      <w:r>
        <w:rPr>
          <w:rFonts w:cs="Georgia"/>
          <w:bCs/>
          <w:kern w:val="1"/>
        </w:rPr>
        <w:t xml:space="preserve">, </w:t>
      </w:r>
      <w:r w:rsidR="00BE611A">
        <w:rPr>
          <w:rFonts w:cs="Georgia"/>
          <w:bCs/>
          <w:kern w:val="1"/>
        </w:rPr>
        <w:t>mais</w:t>
      </w:r>
      <w:r>
        <w:rPr>
          <w:rFonts w:cs="Georgia"/>
          <w:bCs/>
          <w:kern w:val="1"/>
        </w:rPr>
        <w:t xml:space="preserve">, </w:t>
      </w:r>
      <w:r w:rsidR="00BE611A">
        <w:rPr>
          <w:rFonts w:cs="Georgia"/>
          <w:bCs/>
          <w:kern w:val="1"/>
        </w:rPr>
        <w:t>au bout de leur temps</w:t>
      </w:r>
      <w:r>
        <w:rPr>
          <w:rFonts w:cs="Georgia"/>
          <w:bCs/>
          <w:kern w:val="1"/>
        </w:rPr>
        <w:t xml:space="preserve">, </w:t>
      </w:r>
      <w:r w:rsidR="00BE611A">
        <w:rPr>
          <w:rFonts w:cs="Georgia"/>
          <w:bCs/>
          <w:kern w:val="1"/>
        </w:rPr>
        <w:t>eux</w:t>
      </w:r>
      <w:r>
        <w:rPr>
          <w:rFonts w:cs="Georgia"/>
          <w:bCs/>
          <w:kern w:val="1"/>
        </w:rPr>
        <w:t xml:space="preserve">, </w:t>
      </w:r>
      <w:r w:rsidR="00BE611A">
        <w:rPr>
          <w:rFonts w:cs="Georgia"/>
          <w:bCs/>
          <w:kern w:val="1"/>
        </w:rPr>
        <w:t>ils sont revenus dans un camp ordi</w:t>
      </w:r>
      <w:r w:rsidR="00BE611A">
        <w:rPr>
          <w:rFonts w:cs="Georgia"/>
          <w:kern w:val="1"/>
        </w:rPr>
        <w:t>naire</w:t>
      </w:r>
      <w:r>
        <w:rPr>
          <w:rFonts w:cs="Georgia"/>
          <w:kern w:val="1"/>
        </w:rPr>
        <w:t xml:space="preserve">, </w:t>
      </w:r>
      <w:r w:rsidR="00BE611A">
        <w:rPr>
          <w:rFonts w:cs="Georgia"/>
          <w:kern w:val="1"/>
        </w:rPr>
        <w:t>tandis que moi</w:t>
      </w:r>
      <w:r>
        <w:rPr>
          <w:rFonts w:cs="Georgia"/>
          <w:kern w:val="1"/>
        </w:rPr>
        <w:t xml:space="preserve">, </w:t>
      </w:r>
      <w:r w:rsidR="00BE611A">
        <w:rPr>
          <w:rFonts w:cs="Georgia"/>
          <w:kern w:val="1"/>
        </w:rPr>
        <w:t>je suis resté ici</w:t>
      </w:r>
      <w:r>
        <w:rPr>
          <w:rFonts w:cs="Georgia"/>
          <w:kern w:val="1"/>
        </w:rPr>
        <w:t xml:space="preserve">, </w:t>
      </w:r>
      <w:r w:rsidR="00BE611A">
        <w:rPr>
          <w:rFonts w:cs="Georgia"/>
          <w:kern w:val="1"/>
        </w:rPr>
        <w:t>parce que dans l</w:t>
      </w:r>
      <w:r>
        <w:rPr>
          <w:rFonts w:cs="Georgia"/>
          <w:kern w:val="1"/>
        </w:rPr>
        <w:t>’</w:t>
      </w:r>
      <w:r w:rsidR="00BE611A">
        <w:rPr>
          <w:rFonts w:cs="Georgia"/>
          <w:kern w:val="1"/>
        </w:rPr>
        <w:t>intervalle</w:t>
      </w:r>
      <w:r>
        <w:rPr>
          <w:rFonts w:cs="Georgia"/>
          <w:kern w:val="1"/>
        </w:rPr>
        <w:t xml:space="preserve">, </w:t>
      </w:r>
      <w:r w:rsidR="00BE611A">
        <w:rPr>
          <w:rFonts w:cs="Georgia"/>
          <w:kern w:val="1"/>
        </w:rPr>
        <w:t>un autre avait essayé</w:t>
      </w:r>
      <w:r>
        <w:rPr>
          <w:rFonts w:cs="Georgia"/>
          <w:kern w:val="1"/>
        </w:rPr>
        <w:t xml:space="preserve">, </w:t>
      </w:r>
      <w:r w:rsidR="00BE611A">
        <w:rPr>
          <w:rFonts w:cs="Georgia"/>
          <w:kern w:val="1"/>
        </w:rPr>
        <w:t>lui aussi</w:t>
      </w:r>
      <w:r>
        <w:rPr>
          <w:rFonts w:cs="Georgia"/>
          <w:kern w:val="1"/>
        </w:rPr>
        <w:t xml:space="preserve">… </w:t>
      </w:r>
      <w:r w:rsidR="00BE611A">
        <w:rPr>
          <w:rFonts w:cs="Georgia"/>
          <w:kern w:val="1"/>
        </w:rPr>
        <w:t>Franchement</w:t>
      </w:r>
      <w:r>
        <w:rPr>
          <w:rFonts w:cs="Georgia"/>
          <w:kern w:val="1"/>
        </w:rPr>
        <w:t xml:space="preserve">, </w:t>
      </w:r>
      <w:r w:rsidR="00BE611A">
        <w:rPr>
          <w:rFonts w:cs="Georgia"/>
          <w:kern w:val="1"/>
        </w:rPr>
        <w:t>est-ce qu</w:t>
      </w:r>
      <w:r>
        <w:rPr>
          <w:rFonts w:cs="Georgia"/>
          <w:kern w:val="1"/>
        </w:rPr>
        <w:t>’</w:t>
      </w:r>
      <w:r w:rsidR="00BE611A">
        <w:rPr>
          <w:rFonts w:cs="Georgia"/>
          <w:kern w:val="1"/>
        </w:rPr>
        <w:t>il y a une raison pour que ça finisse</w:t>
      </w:r>
      <w:r>
        <w:rPr>
          <w:rFonts w:cs="Georgia"/>
          <w:kern w:val="1"/>
        </w:rPr>
        <w:t> ?</w:t>
      </w:r>
    </w:p>
    <w:p w14:paraId="7C2C840D" w14:textId="77777777" w:rsidR="000E1451" w:rsidRDefault="000E1451" w:rsidP="00BE611A">
      <w:pPr>
        <w:rPr>
          <w:rFonts w:cs="Georgia"/>
          <w:kern w:val="1"/>
        </w:rPr>
      </w:pPr>
      <w:r>
        <w:rPr>
          <w:rFonts w:cs="Georgia"/>
          <w:kern w:val="1"/>
        </w:rPr>
        <w:t>— </w:t>
      </w:r>
      <w:r w:rsidR="00BE611A">
        <w:rPr>
          <w:rFonts w:cs="Georgia"/>
          <w:kern w:val="1"/>
        </w:rPr>
        <w:t>Vous en faites pas</w:t>
      </w:r>
      <w:r>
        <w:rPr>
          <w:rFonts w:cs="Georgia"/>
          <w:kern w:val="1"/>
        </w:rPr>
        <w:t xml:space="preserve">, </w:t>
      </w:r>
      <w:r w:rsidR="00BE611A">
        <w:rPr>
          <w:rFonts w:cs="Georgia"/>
          <w:kern w:val="1"/>
        </w:rPr>
        <w:t>vous en faites pas</w:t>
      </w:r>
      <w:r>
        <w:rPr>
          <w:rFonts w:cs="Georgia"/>
          <w:kern w:val="1"/>
        </w:rPr>
        <w:t xml:space="preserve">, </w:t>
      </w:r>
      <w:r w:rsidR="00BE611A">
        <w:rPr>
          <w:rFonts w:cs="Georgia"/>
          <w:kern w:val="1"/>
        </w:rPr>
        <w:t>répétait Fichet</w:t>
      </w:r>
      <w:r>
        <w:rPr>
          <w:rFonts w:cs="Georgia"/>
          <w:kern w:val="1"/>
        </w:rPr>
        <w:t xml:space="preserve">, </w:t>
      </w:r>
      <w:r w:rsidR="00BE611A">
        <w:rPr>
          <w:rFonts w:cs="Georgia"/>
          <w:kern w:val="1"/>
        </w:rPr>
        <w:t>la classe viendra</w:t>
      </w:r>
      <w:r>
        <w:rPr>
          <w:rFonts w:cs="Georgia"/>
          <w:kern w:val="1"/>
        </w:rPr>
        <w:t xml:space="preserve">. </w:t>
      </w:r>
      <w:r w:rsidR="00BE611A">
        <w:rPr>
          <w:rFonts w:cs="Georgia"/>
          <w:kern w:val="1"/>
        </w:rPr>
        <w:t>En attendant</w:t>
      </w:r>
      <w:r>
        <w:rPr>
          <w:rFonts w:cs="Georgia"/>
          <w:kern w:val="1"/>
        </w:rPr>
        <w:t xml:space="preserve">, </w:t>
      </w:r>
      <w:r w:rsidR="00BE611A">
        <w:rPr>
          <w:rFonts w:cs="Georgia"/>
          <w:kern w:val="1"/>
        </w:rPr>
        <w:t>voilà le feldwebel qui s</w:t>
      </w:r>
      <w:r>
        <w:rPr>
          <w:rFonts w:cs="Georgia"/>
          <w:kern w:val="1"/>
        </w:rPr>
        <w:t>’</w:t>
      </w:r>
      <w:r w:rsidR="00BE611A">
        <w:rPr>
          <w:rFonts w:cs="Georgia"/>
          <w:kern w:val="1"/>
        </w:rPr>
        <w:t>amène pour les corvées de demain</w:t>
      </w:r>
      <w:r>
        <w:rPr>
          <w:rFonts w:cs="Georgia"/>
          <w:kern w:val="1"/>
        </w:rPr>
        <w:t>.</w:t>
      </w:r>
    </w:p>
    <w:p w14:paraId="52D2D9D0" w14:textId="77777777" w:rsidR="000E1451" w:rsidRDefault="00BE611A" w:rsidP="00BE611A">
      <w:pPr>
        <w:rPr>
          <w:rFonts w:cs="Georgia"/>
          <w:kern w:val="1"/>
        </w:rPr>
      </w:pPr>
      <w:r>
        <w:rPr>
          <w:rFonts w:cs="Georgia"/>
          <w:kern w:val="1"/>
        </w:rPr>
        <w:t>C</w:t>
      </w:r>
      <w:r w:rsidR="000E1451">
        <w:rPr>
          <w:rFonts w:cs="Georgia"/>
          <w:kern w:val="1"/>
        </w:rPr>
        <w:t>’</w:t>
      </w:r>
      <w:r>
        <w:rPr>
          <w:rFonts w:cs="Georgia"/>
          <w:kern w:val="1"/>
        </w:rPr>
        <w:t>était en effet l</w:t>
      </w:r>
      <w:r w:rsidR="000E1451">
        <w:rPr>
          <w:rFonts w:cs="Georgia"/>
          <w:kern w:val="1"/>
        </w:rPr>
        <w:t>’</w:t>
      </w:r>
      <w:r>
        <w:rPr>
          <w:rFonts w:cs="Georgia"/>
          <w:kern w:val="1"/>
        </w:rPr>
        <w:t>instant où nous voyions tous les soirs pénétrer</w:t>
      </w:r>
      <w:r w:rsidR="000E1451">
        <w:rPr>
          <w:rFonts w:cs="Georgia"/>
          <w:kern w:val="1"/>
        </w:rPr>
        <w:t xml:space="preserve">, </w:t>
      </w:r>
      <w:r>
        <w:rPr>
          <w:rFonts w:cs="Georgia"/>
          <w:kern w:val="1"/>
        </w:rPr>
        <w:t>dans notre baraque</w:t>
      </w:r>
      <w:r w:rsidR="000E1451">
        <w:rPr>
          <w:rFonts w:cs="Georgia"/>
          <w:kern w:val="1"/>
        </w:rPr>
        <w:t xml:space="preserve">, </w:t>
      </w:r>
      <w:r>
        <w:rPr>
          <w:rFonts w:cs="Georgia"/>
          <w:kern w:val="1"/>
        </w:rPr>
        <w:t>le sergent-major</w:t>
      </w:r>
      <w:r w:rsidR="000E1451">
        <w:rPr>
          <w:rFonts w:cs="Georgia"/>
          <w:kern w:val="1"/>
        </w:rPr>
        <w:t xml:space="preserve">, </w:t>
      </w:r>
      <w:r>
        <w:rPr>
          <w:rFonts w:cs="Georgia"/>
          <w:kern w:val="1"/>
        </w:rPr>
        <w:t>porteur des ordres du capitaine Elbing pour le jour suivant</w:t>
      </w:r>
      <w:r w:rsidR="000E1451">
        <w:rPr>
          <w:rFonts w:cs="Georgia"/>
          <w:kern w:val="1"/>
        </w:rPr>
        <w:t xml:space="preserve">. </w:t>
      </w:r>
      <w:r>
        <w:rPr>
          <w:rFonts w:cs="Georgia"/>
          <w:kern w:val="1"/>
        </w:rPr>
        <w:t>Il procédait à l</w:t>
      </w:r>
      <w:r w:rsidR="000E1451">
        <w:rPr>
          <w:rFonts w:cs="Georgia"/>
          <w:kern w:val="1"/>
        </w:rPr>
        <w:t>’</w:t>
      </w:r>
      <w:r>
        <w:rPr>
          <w:rFonts w:cs="Georgia"/>
          <w:kern w:val="1"/>
        </w:rPr>
        <w:t>appel</w:t>
      </w:r>
      <w:r w:rsidR="000E1451">
        <w:rPr>
          <w:rFonts w:cs="Georgia"/>
          <w:kern w:val="1"/>
        </w:rPr>
        <w:t xml:space="preserve">, </w:t>
      </w:r>
      <w:r>
        <w:rPr>
          <w:rFonts w:cs="Georgia"/>
          <w:kern w:val="1"/>
        </w:rPr>
        <w:t>faisait suivre le nom de chacun de nous du nom du lieu où il aurait à aller travailler</w:t>
      </w:r>
      <w:r w:rsidR="000E1451">
        <w:rPr>
          <w:rFonts w:cs="Georgia"/>
          <w:kern w:val="1"/>
        </w:rPr>
        <w:t xml:space="preserve">. </w:t>
      </w:r>
      <w:r>
        <w:rPr>
          <w:rFonts w:cs="Georgia"/>
          <w:bCs/>
          <w:i/>
          <w:iCs/>
          <w:kern w:val="1"/>
        </w:rPr>
        <w:t>Reichendorf-see</w:t>
      </w:r>
      <w:r w:rsidR="000E1451">
        <w:rPr>
          <w:rFonts w:cs="Georgia"/>
          <w:bCs/>
          <w:i/>
          <w:iCs/>
          <w:kern w:val="1"/>
        </w:rPr>
        <w:t xml:space="preserve">, </w:t>
      </w:r>
      <w:r>
        <w:rPr>
          <w:rFonts w:cs="Georgia"/>
          <w:bCs/>
          <w:i/>
          <w:iCs/>
          <w:kern w:val="1"/>
        </w:rPr>
        <w:t>Reichendorf-lager</w:t>
      </w:r>
      <w:r w:rsidR="000E1451">
        <w:rPr>
          <w:rFonts w:cs="Georgia"/>
          <w:bCs/>
          <w:i/>
          <w:iCs/>
          <w:kern w:val="1"/>
        </w:rPr>
        <w:t xml:space="preserve">, </w:t>
      </w:r>
      <w:r>
        <w:rPr>
          <w:rFonts w:cs="Georgia"/>
          <w:bCs/>
          <w:i/>
          <w:iCs/>
          <w:kern w:val="1"/>
        </w:rPr>
        <w:t>Reichendorf-burg</w:t>
      </w:r>
      <w:r w:rsidR="000E1451">
        <w:rPr>
          <w:rFonts w:cs="Georgia"/>
          <w:bCs/>
          <w:i/>
          <w:iCs/>
          <w:kern w:val="1"/>
        </w:rPr>
        <w:t xml:space="preserve">, </w:t>
      </w:r>
      <w:r>
        <w:rPr>
          <w:rFonts w:cs="Georgia"/>
          <w:bCs/>
          <w:i/>
          <w:iCs/>
          <w:kern w:val="1"/>
        </w:rPr>
        <w:t>Reichendorf-station</w:t>
      </w:r>
      <w:r w:rsidR="000E1451">
        <w:rPr>
          <w:rFonts w:cs="Georgia"/>
          <w:bCs/>
          <w:i/>
          <w:iCs/>
          <w:kern w:val="1"/>
        </w:rPr>
        <w:t xml:space="preserve">, </w:t>
      </w:r>
      <w:r>
        <w:rPr>
          <w:rFonts w:cs="Georgia"/>
          <w:kern w:val="1"/>
        </w:rPr>
        <w:t>nous n</w:t>
      </w:r>
      <w:r w:rsidR="000E1451">
        <w:rPr>
          <w:rFonts w:cs="Georgia"/>
          <w:kern w:val="1"/>
        </w:rPr>
        <w:t>’</w:t>
      </w:r>
      <w:r>
        <w:rPr>
          <w:rFonts w:cs="Georgia"/>
          <w:kern w:val="1"/>
        </w:rPr>
        <w:t>avons pas cessé d</w:t>
      </w:r>
      <w:r w:rsidR="000E1451">
        <w:rPr>
          <w:rFonts w:cs="Georgia"/>
          <w:kern w:val="1"/>
        </w:rPr>
        <w:t>’</w:t>
      </w:r>
      <w:r>
        <w:rPr>
          <w:rFonts w:cs="Georgia"/>
          <w:kern w:val="1"/>
        </w:rPr>
        <w:t>entendre ces mots pendant huit mois</w:t>
      </w:r>
      <w:r w:rsidR="000E1451">
        <w:rPr>
          <w:rFonts w:cs="Georgia"/>
          <w:kern w:val="1"/>
        </w:rPr>
        <w:t xml:space="preserve">, </w:t>
      </w:r>
      <w:r>
        <w:rPr>
          <w:rFonts w:cs="Georgia"/>
          <w:kern w:val="1"/>
        </w:rPr>
        <w:t>redits à toute heure du jour</w:t>
      </w:r>
      <w:r w:rsidR="000E1451">
        <w:rPr>
          <w:rFonts w:cs="Georgia"/>
          <w:kern w:val="1"/>
        </w:rPr>
        <w:t xml:space="preserve">. </w:t>
      </w:r>
      <w:r>
        <w:rPr>
          <w:rFonts w:cs="Georgia"/>
          <w:kern w:val="1"/>
        </w:rPr>
        <w:t>Reichendorf-lager signifiait le camp et ses alentours</w:t>
      </w:r>
      <w:r w:rsidR="000E1451">
        <w:rPr>
          <w:rFonts w:cs="Georgia"/>
          <w:kern w:val="1"/>
        </w:rPr>
        <w:t xml:space="preserve">. </w:t>
      </w:r>
      <w:r>
        <w:rPr>
          <w:rFonts w:cs="Georgia"/>
          <w:kern w:val="1"/>
        </w:rPr>
        <w:t>Les prisonniers punis assuraient d</w:t>
      </w:r>
      <w:r w:rsidR="000E1451">
        <w:rPr>
          <w:rFonts w:cs="Georgia"/>
          <w:kern w:val="1"/>
        </w:rPr>
        <w:t>’</w:t>
      </w:r>
      <w:r>
        <w:rPr>
          <w:rFonts w:cs="Georgia"/>
          <w:kern w:val="1"/>
        </w:rPr>
        <w:t>ordinaire cette corvée-là</w:t>
      </w:r>
      <w:r w:rsidR="000E1451">
        <w:rPr>
          <w:rFonts w:cs="Georgia"/>
          <w:kern w:val="1"/>
        </w:rPr>
        <w:t xml:space="preserve">. </w:t>
      </w:r>
      <w:r>
        <w:rPr>
          <w:rFonts w:cs="Georgia"/>
          <w:kern w:val="1"/>
        </w:rPr>
        <w:t>Mais quand ils étaient en nombre insuffisant</w:t>
      </w:r>
      <w:r w:rsidR="000E1451">
        <w:rPr>
          <w:rFonts w:cs="Georgia"/>
          <w:kern w:val="1"/>
        </w:rPr>
        <w:t xml:space="preserve">, </w:t>
      </w:r>
      <w:r>
        <w:rPr>
          <w:rFonts w:cs="Georgia"/>
          <w:kern w:val="1"/>
        </w:rPr>
        <w:t>on y affectait les autres</w:t>
      </w:r>
      <w:r w:rsidR="000E1451">
        <w:rPr>
          <w:rFonts w:cs="Georgia"/>
          <w:kern w:val="1"/>
        </w:rPr>
        <w:t xml:space="preserve">. </w:t>
      </w:r>
      <w:r>
        <w:rPr>
          <w:rFonts w:cs="Georgia"/>
          <w:kern w:val="1"/>
        </w:rPr>
        <w:t>C</w:t>
      </w:r>
      <w:r w:rsidR="000E1451">
        <w:rPr>
          <w:rFonts w:cs="Georgia"/>
          <w:kern w:val="1"/>
        </w:rPr>
        <w:t>’</w:t>
      </w:r>
      <w:r>
        <w:rPr>
          <w:rFonts w:cs="Georgia"/>
          <w:kern w:val="1"/>
        </w:rPr>
        <w:t>était de beaucoup la tâche la plus redoutée</w:t>
      </w:r>
      <w:r w:rsidR="000E1451">
        <w:rPr>
          <w:rFonts w:cs="Georgia"/>
          <w:kern w:val="1"/>
        </w:rPr>
        <w:t xml:space="preserve">, </w:t>
      </w:r>
      <w:r>
        <w:rPr>
          <w:rFonts w:cs="Georgia"/>
          <w:kern w:val="1"/>
        </w:rPr>
        <w:t>parce qu</w:t>
      </w:r>
      <w:r w:rsidR="000E1451">
        <w:rPr>
          <w:rFonts w:cs="Georgia"/>
          <w:kern w:val="1"/>
        </w:rPr>
        <w:t>’</w:t>
      </w:r>
      <w:r>
        <w:rPr>
          <w:rFonts w:cs="Georgia"/>
          <w:kern w:val="1"/>
        </w:rPr>
        <w:t>on était soumis sans trêve à la surveillance du capitaine Elbing</w:t>
      </w:r>
      <w:r w:rsidR="000E1451">
        <w:rPr>
          <w:rFonts w:cs="Georgia"/>
          <w:kern w:val="1"/>
        </w:rPr>
        <w:t xml:space="preserve">. </w:t>
      </w:r>
      <w:r>
        <w:rPr>
          <w:rFonts w:cs="Georgia"/>
          <w:kern w:val="1"/>
        </w:rPr>
        <w:t>Les coups de matraque pleuvaient</w:t>
      </w:r>
      <w:r w:rsidR="000E1451">
        <w:rPr>
          <w:rFonts w:cs="Georgia"/>
          <w:kern w:val="1"/>
        </w:rPr>
        <w:t xml:space="preserve">, </w:t>
      </w:r>
      <w:r>
        <w:rPr>
          <w:rFonts w:cs="Georgia"/>
          <w:kern w:val="1"/>
        </w:rPr>
        <w:t>assénés par des gardiens qui ne connaissaient pas d</w:t>
      </w:r>
      <w:r w:rsidR="000E1451">
        <w:rPr>
          <w:rFonts w:cs="Georgia"/>
          <w:kern w:val="1"/>
        </w:rPr>
        <w:t>’</w:t>
      </w:r>
      <w:r>
        <w:rPr>
          <w:rFonts w:cs="Georgia"/>
          <w:kern w:val="1"/>
        </w:rPr>
        <w:t>autre méthode pour prouver à leur chef leur bonne volonté</w:t>
      </w:r>
      <w:r w:rsidR="000E1451">
        <w:rPr>
          <w:rFonts w:cs="Georgia"/>
          <w:kern w:val="1"/>
        </w:rPr>
        <w:t xml:space="preserve">. </w:t>
      </w:r>
      <w:r>
        <w:rPr>
          <w:rFonts w:cs="Georgia"/>
          <w:kern w:val="1"/>
        </w:rPr>
        <w:t>Reichendorf-station était la petite gare où nous avions débarqué</w:t>
      </w:r>
      <w:r w:rsidR="000E1451">
        <w:rPr>
          <w:rFonts w:cs="Georgia"/>
          <w:kern w:val="1"/>
        </w:rPr>
        <w:t xml:space="preserve">. </w:t>
      </w:r>
      <w:r>
        <w:rPr>
          <w:rFonts w:cs="Georgia"/>
          <w:kern w:val="1"/>
        </w:rPr>
        <w:t>Il fallait près de trois heures de marche pour s</w:t>
      </w:r>
      <w:r w:rsidR="000E1451">
        <w:rPr>
          <w:rFonts w:cs="Georgia"/>
          <w:kern w:val="1"/>
        </w:rPr>
        <w:t>’</w:t>
      </w:r>
      <w:r>
        <w:rPr>
          <w:rFonts w:cs="Georgia"/>
          <w:kern w:val="1"/>
        </w:rPr>
        <w:t>y rendre</w:t>
      </w:r>
      <w:r w:rsidR="000E1451">
        <w:rPr>
          <w:rFonts w:cs="Georgia"/>
          <w:kern w:val="1"/>
        </w:rPr>
        <w:t xml:space="preserve">. </w:t>
      </w:r>
      <w:r>
        <w:rPr>
          <w:rFonts w:cs="Georgia"/>
          <w:kern w:val="1"/>
        </w:rPr>
        <w:t>On revenait exténué après une journée passée généralement à charger sur des fourgons le bois coupé dans les immenses sapinières du voisinage</w:t>
      </w:r>
      <w:r w:rsidR="000E1451">
        <w:rPr>
          <w:rFonts w:cs="Georgia"/>
          <w:kern w:val="1"/>
        </w:rPr>
        <w:t xml:space="preserve">. </w:t>
      </w:r>
      <w:r>
        <w:rPr>
          <w:rFonts w:cs="Georgia"/>
          <w:kern w:val="1"/>
        </w:rPr>
        <w:t>Reichendorf-see</w:t>
      </w:r>
      <w:r w:rsidR="000E1451">
        <w:rPr>
          <w:rFonts w:cs="Georgia"/>
          <w:kern w:val="1"/>
        </w:rPr>
        <w:t xml:space="preserve">, </w:t>
      </w:r>
      <w:r>
        <w:rPr>
          <w:rFonts w:cs="Georgia"/>
          <w:kern w:val="1"/>
        </w:rPr>
        <w:t>on désignait ainsi les abords d</w:t>
      </w:r>
      <w:r w:rsidR="000E1451">
        <w:rPr>
          <w:rFonts w:cs="Georgia"/>
          <w:kern w:val="1"/>
        </w:rPr>
        <w:t>’</w:t>
      </w:r>
      <w:r>
        <w:rPr>
          <w:rFonts w:cs="Georgia"/>
          <w:kern w:val="1"/>
        </w:rPr>
        <w:t xml:space="preserve">un village de </w:t>
      </w:r>
      <w:r>
        <w:rPr>
          <w:rFonts w:cs="Georgia"/>
          <w:kern w:val="1"/>
        </w:rPr>
        <w:lastRenderedPageBreak/>
        <w:t>pêcheurs situé à l</w:t>
      </w:r>
      <w:r w:rsidR="000E1451">
        <w:rPr>
          <w:rFonts w:cs="Georgia"/>
          <w:kern w:val="1"/>
        </w:rPr>
        <w:t>’</w:t>
      </w:r>
      <w:r>
        <w:rPr>
          <w:rFonts w:cs="Georgia"/>
          <w:kern w:val="1"/>
        </w:rPr>
        <w:t>ouest</w:t>
      </w:r>
      <w:r w:rsidR="000E1451">
        <w:rPr>
          <w:rFonts w:cs="Georgia"/>
          <w:kern w:val="1"/>
        </w:rPr>
        <w:t xml:space="preserve">, </w:t>
      </w:r>
      <w:r>
        <w:rPr>
          <w:rFonts w:cs="Georgia"/>
          <w:kern w:val="1"/>
        </w:rPr>
        <w:t>derrière la chaîne des dunes</w:t>
      </w:r>
      <w:r w:rsidR="000E1451">
        <w:rPr>
          <w:rFonts w:cs="Georgia"/>
          <w:kern w:val="1"/>
        </w:rPr>
        <w:t xml:space="preserve">, </w:t>
      </w:r>
      <w:r>
        <w:rPr>
          <w:rFonts w:cs="Georgia"/>
          <w:kern w:val="1"/>
        </w:rPr>
        <w:t>à dix kilomètres du camp</w:t>
      </w:r>
      <w:r w:rsidR="000E1451">
        <w:rPr>
          <w:rFonts w:cs="Georgia"/>
          <w:kern w:val="1"/>
        </w:rPr>
        <w:t xml:space="preserve">. </w:t>
      </w:r>
      <w:r>
        <w:rPr>
          <w:rFonts w:cs="Georgia"/>
          <w:kern w:val="1"/>
        </w:rPr>
        <w:t>Nous y plantions des barrages de piquets destinés à protéger les maisons contre l</w:t>
      </w:r>
      <w:r w:rsidR="000E1451">
        <w:rPr>
          <w:rFonts w:cs="Georgia"/>
          <w:kern w:val="1"/>
        </w:rPr>
        <w:t>’</w:t>
      </w:r>
      <w:r>
        <w:rPr>
          <w:rFonts w:cs="Georgia"/>
          <w:kern w:val="1"/>
        </w:rPr>
        <w:t>envahissement incessant du sable</w:t>
      </w:r>
      <w:r w:rsidR="000E1451">
        <w:rPr>
          <w:rFonts w:cs="Georgia"/>
          <w:kern w:val="1"/>
        </w:rPr>
        <w:t xml:space="preserve"> ; </w:t>
      </w:r>
      <w:r>
        <w:rPr>
          <w:rFonts w:cs="Georgia"/>
          <w:kern w:val="1"/>
        </w:rPr>
        <w:t>nous empierrions cette même chaussée que nous avions traversée</w:t>
      </w:r>
      <w:r w:rsidR="000E1451">
        <w:rPr>
          <w:rFonts w:cs="Georgia"/>
          <w:kern w:val="1"/>
        </w:rPr>
        <w:t xml:space="preserve">, </w:t>
      </w:r>
      <w:r>
        <w:rPr>
          <w:rFonts w:cs="Georgia"/>
          <w:kern w:val="1"/>
        </w:rPr>
        <w:t>on s</w:t>
      </w:r>
      <w:r w:rsidR="000E1451">
        <w:rPr>
          <w:rFonts w:cs="Georgia"/>
          <w:kern w:val="1"/>
        </w:rPr>
        <w:t>’</w:t>
      </w:r>
      <w:r>
        <w:rPr>
          <w:rFonts w:cs="Georgia"/>
          <w:kern w:val="1"/>
        </w:rPr>
        <w:t>en souvient peut-être</w:t>
      </w:r>
      <w:r w:rsidR="000E1451">
        <w:rPr>
          <w:rFonts w:cs="Georgia"/>
          <w:kern w:val="1"/>
        </w:rPr>
        <w:t xml:space="preserve">, </w:t>
      </w:r>
      <w:r>
        <w:rPr>
          <w:rFonts w:cs="Georgia"/>
          <w:kern w:val="1"/>
        </w:rPr>
        <w:t>la première nuit</w:t>
      </w:r>
      <w:r w:rsidR="000E1451">
        <w:rPr>
          <w:rFonts w:cs="Georgia"/>
          <w:kern w:val="1"/>
        </w:rPr>
        <w:t xml:space="preserve">. </w:t>
      </w:r>
      <w:r>
        <w:rPr>
          <w:rFonts w:cs="Georgia"/>
          <w:kern w:val="1"/>
        </w:rPr>
        <w:t>Il y avait Reichendorf-burg</w:t>
      </w:r>
      <w:r w:rsidR="000E1451">
        <w:rPr>
          <w:rFonts w:cs="Georgia"/>
          <w:kern w:val="1"/>
        </w:rPr>
        <w:t xml:space="preserve">, </w:t>
      </w:r>
      <w:r>
        <w:rPr>
          <w:rFonts w:cs="Georgia"/>
          <w:kern w:val="1"/>
        </w:rPr>
        <w:t>enfin</w:t>
      </w:r>
      <w:r w:rsidR="000E1451">
        <w:rPr>
          <w:rFonts w:cs="Georgia"/>
          <w:kern w:val="1"/>
        </w:rPr>
        <w:t xml:space="preserve">, </w:t>
      </w:r>
      <w:r>
        <w:rPr>
          <w:rFonts w:cs="Georgia"/>
          <w:kern w:val="1"/>
        </w:rPr>
        <w:t>ou plus simplement Reichendorf</w:t>
      </w:r>
      <w:r w:rsidR="000E1451">
        <w:rPr>
          <w:rFonts w:cs="Georgia"/>
          <w:kern w:val="1"/>
        </w:rPr>
        <w:t xml:space="preserve">, </w:t>
      </w:r>
      <w:r>
        <w:rPr>
          <w:rFonts w:cs="Georgia"/>
          <w:kern w:val="1"/>
        </w:rPr>
        <w:t>du nom de la vieille famille de barons prussiens à qui</w:t>
      </w:r>
      <w:r w:rsidR="000E1451">
        <w:rPr>
          <w:rFonts w:cs="Georgia"/>
          <w:kern w:val="1"/>
        </w:rPr>
        <w:t xml:space="preserve">, </w:t>
      </w:r>
      <w:r>
        <w:rPr>
          <w:rFonts w:cs="Georgia"/>
          <w:kern w:val="1"/>
        </w:rPr>
        <w:t>six siècles plus tôt</w:t>
      </w:r>
      <w:r w:rsidR="000E1451">
        <w:rPr>
          <w:rFonts w:cs="Georgia"/>
          <w:kern w:val="1"/>
        </w:rPr>
        <w:t xml:space="preserve">, </w:t>
      </w:r>
      <w:r>
        <w:rPr>
          <w:rFonts w:cs="Georgia"/>
          <w:kern w:val="1"/>
        </w:rPr>
        <w:t>les grands margraves fondateurs du royaume</w:t>
      </w:r>
      <w:r w:rsidR="000E1451">
        <w:rPr>
          <w:rFonts w:cs="Georgia"/>
          <w:kern w:val="1"/>
        </w:rPr>
        <w:t xml:space="preserve">, </w:t>
      </w:r>
      <w:r>
        <w:rPr>
          <w:rFonts w:cs="Georgia"/>
          <w:kern w:val="1"/>
        </w:rPr>
        <w:t>avaient confié la garde de ces déserts</w:t>
      </w:r>
      <w:r w:rsidR="000E1451">
        <w:rPr>
          <w:rFonts w:cs="Georgia"/>
          <w:kern w:val="1"/>
        </w:rPr>
        <w:t xml:space="preserve">. </w:t>
      </w:r>
      <w:r>
        <w:rPr>
          <w:rFonts w:cs="Georgia"/>
          <w:kern w:val="1"/>
        </w:rPr>
        <w:t>Soldats fanatisés de la plus rude monarchie militaire</w:t>
      </w:r>
      <w:r w:rsidR="000E1451">
        <w:rPr>
          <w:rFonts w:cs="Georgia"/>
          <w:kern w:val="1"/>
        </w:rPr>
        <w:t xml:space="preserve">, </w:t>
      </w:r>
      <w:r>
        <w:rPr>
          <w:rFonts w:cs="Georgia"/>
          <w:kern w:val="1"/>
        </w:rPr>
        <w:t>les Reichendorf</w:t>
      </w:r>
      <w:r w:rsidR="000E1451">
        <w:rPr>
          <w:rFonts w:cs="Georgia"/>
          <w:kern w:val="1"/>
        </w:rPr>
        <w:t xml:space="preserve">, </w:t>
      </w:r>
      <w:r>
        <w:rPr>
          <w:rFonts w:cs="Georgia"/>
          <w:kern w:val="1"/>
        </w:rPr>
        <w:t>depuis leurs origines</w:t>
      </w:r>
      <w:r w:rsidR="000E1451">
        <w:rPr>
          <w:rFonts w:cs="Georgia"/>
          <w:kern w:val="1"/>
        </w:rPr>
        <w:t xml:space="preserve">, </w:t>
      </w:r>
      <w:r>
        <w:rPr>
          <w:rFonts w:cs="Georgia"/>
          <w:kern w:val="1"/>
        </w:rPr>
        <w:t>n</w:t>
      </w:r>
      <w:r w:rsidR="000E1451">
        <w:rPr>
          <w:rFonts w:cs="Georgia"/>
          <w:kern w:val="1"/>
        </w:rPr>
        <w:t>’</w:t>
      </w:r>
      <w:r>
        <w:rPr>
          <w:rFonts w:cs="Georgia"/>
          <w:kern w:val="1"/>
        </w:rPr>
        <w:t>avaient jamais quitté que pour se battre la gentilhommière</w:t>
      </w:r>
      <w:r w:rsidR="000E1451">
        <w:rPr>
          <w:rFonts w:cs="Georgia"/>
          <w:kern w:val="1"/>
        </w:rPr>
        <w:t xml:space="preserve">, </w:t>
      </w:r>
      <w:r>
        <w:rPr>
          <w:rFonts w:cs="Georgia"/>
          <w:kern w:val="1"/>
        </w:rPr>
        <w:t>patiemment réparée</w:t>
      </w:r>
      <w:r w:rsidR="000E1451">
        <w:rPr>
          <w:rFonts w:cs="Georgia"/>
          <w:kern w:val="1"/>
        </w:rPr>
        <w:t xml:space="preserve">, </w:t>
      </w:r>
      <w:r>
        <w:rPr>
          <w:rFonts w:cs="Georgia"/>
          <w:kern w:val="1"/>
        </w:rPr>
        <w:t>qui avait été le berceau de leur race et qui allait bientôt en devenir le tombeau</w:t>
      </w:r>
      <w:r w:rsidR="000E1451">
        <w:rPr>
          <w:rFonts w:cs="Georgia"/>
          <w:kern w:val="1"/>
        </w:rPr>
        <w:t xml:space="preserve">. </w:t>
      </w:r>
      <w:r>
        <w:rPr>
          <w:rFonts w:cs="Georgia"/>
          <w:kern w:val="1"/>
        </w:rPr>
        <w:t>Cette âpre lignée n</w:t>
      </w:r>
      <w:r w:rsidR="000E1451">
        <w:rPr>
          <w:rFonts w:cs="Georgia"/>
          <w:kern w:val="1"/>
        </w:rPr>
        <w:t>’</w:t>
      </w:r>
      <w:r>
        <w:rPr>
          <w:rFonts w:cs="Georgia"/>
          <w:kern w:val="1"/>
        </w:rPr>
        <w:t>était plus représentée au château que par un vieillard solitaire</w:t>
      </w:r>
      <w:r w:rsidR="000E1451">
        <w:rPr>
          <w:rFonts w:cs="Georgia"/>
          <w:kern w:val="1"/>
        </w:rPr>
        <w:t xml:space="preserve">, </w:t>
      </w:r>
      <w:r>
        <w:rPr>
          <w:rFonts w:cs="Georgia"/>
          <w:kern w:val="1"/>
        </w:rPr>
        <w:t>le général comte Hugo de Reichendorf</w:t>
      </w:r>
      <w:r w:rsidR="000E1451">
        <w:rPr>
          <w:rFonts w:cs="Georgia"/>
          <w:kern w:val="1"/>
        </w:rPr>
        <w:t xml:space="preserve">, </w:t>
      </w:r>
      <w:r>
        <w:rPr>
          <w:rFonts w:cs="Georgia"/>
          <w:kern w:val="1"/>
        </w:rPr>
        <w:t>ex-aide de camp du feld-maréchal de Manteuffel</w:t>
      </w:r>
      <w:r w:rsidR="000E1451">
        <w:rPr>
          <w:rFonts w:cs="Georgia"/>
          <w:kern w:val="1"/>
        </w:rPr>
        <w:t xml:space="preserve">. </w:t>
      </w:r>
      <w:r>
        <w:rPr>
          <w:rFonts w:cs="Georgia"/>
          <w:kern w:val="1"/>
        </w:rPr>
        <w:t>De ses quatre fils</w:t>
      </w:r>
      <w:r w:rsidR="000E1451">
        <w:rPr>
          <w:rFonts w:cs="Georgia"/>
          <w:kern w:val="1"/>
        </w:rPr>
        <w:t xml:space="preserve">, </w:t>
      </w:r>
      <w:r>
        <w:rPr>
          <w:rFonts w:cs="Georgia"/>
          <w:kern w:val="1"/>
        </w:rPr>
        <w:t>tous officiers au service de Sa Majesté Impériale et Royale</w:t>
      </w:r>
      <w:r w:rsidR="000E1451">
        <w:rPr>
          <w:rFonts w:cs="Georgia"/>
          <w:kern w:val="1"/>
        </w:rPr>
        <w:t xml:space="preserve">, </w:t>
      </w:r>
      <w:r>
        <w:rPr>
          <w:rFonts w:cs="Georgia"/>
          <w:kern w:val="1"/>
        </w:rPr>
        <w:t xml:space="preserve">trois étaient tombés depuis le </w:t>
      </w:r>
      <w:r w:rsidR="000E1451">
        <w:rPr>
          <w:rFonts w:cs="Georgia"/>
          <w:kern w:val="1"/>
        </w:rPr>
        <w:t>1</w:t>
      </w:r>
      <w:r w:rsidR="000E1451" w:rsidRPr="000E1451">
        <w:rPr>
          <w:rFonts w:cs="Georgia"/>
          <w:kern w:val="1"/>
          <w:vertAlign w:val="superscript"/>
        </w:rPr>
        <w:t>er</w:t>
      </w:r>
      <w:r w:rsidR="000E1451">
        <w:rPr>
          <w:rFonts w:cs="Georgia"/>
          <w:kern w:val="1"/>
        </w:rPr>
        <w:t> août</w:t>
      </w:r>
      <w:r>
        <w:rPr>
          <w:rFonts w:cs="Georgia"/>
          <w:kern w:val="1"/>
        </w:rPr>
        <w:t xml:space="preserve"> 1914</w:t>
      </w:r>
      <w:r w:rsidR="000E1451">
        <w:rPr>
          <w:rFonts w:cs="Georgia"/>
          <w:kern w:val="1"/>
        </w:rPr>
        <w:t xml:space="preserve">, </w:t>
      </w:r>
      <w:r>
        <w:rPr>
          <w:rFonts w:cs="Georgia"/>
          <w:kern w:val="1"/>
        </w:rPr>
        <w:t>et il y avait les plus fortes chances pour que le dernier</w:t>
      </w:r>
      <w:r w:rsidR="000E1451">
        <w:rPr>
          <w:rFonts w:cs="Georgia"/>
          <w:kern w:val="1"/>
        </w:rPr>
        <w:t xml:space="preserve">, </w:t>
      </w:r>
      <w:r>
        <w:rPr>
          <w:rFonts w:cs="Georgia"/>
          <w:kern w:val="1"/>
        </w:rPr>
        <w:t>commandant d</w:t>
      </w:r>
      <w:r w:rsidR="000E1451">
        <w:rPr>
          <w:rFonts w:cs="Georgia"/>
          <w:kern w:val="1"/>
        </w:rPr>
        <w:t>’</w:t>
      </w:r>
      <w:r>
        <w:rPr>
          <w:rFonts w:cs="Georgia"/>
          <w:kern w:val="1"/>
        </w:rPr>
        <w:t>un bataillon d</w:t>
      </w:r>
      <w:r w:rsidR="000E1451">
        <w:rPr>
          <w:rFonts w:cs="Georgia"/>
          <w:kern w:val="1"/>
        </w:rPr>
        <w:t>’</w:t>
      </w:r>
      <w:r>
        <w:rPr>
          <w:rFonts w:cs="Georgia"/>
          <w:kern w:val="1"/>
        </w:rPr>
        <w:t>assaut en Picardie</w:t>
      </w:r>
      <w:r w:rsidR="000E1451">
        <w:rPr>
          <w:rFonts w:cs="Georgia"/>
          <w:kern w:val="1"/>
        </w:rPr>
        <w:t xml:space="preserve">, </w:t>
      </w:r>
      <w:r>
        <w:rPr>
          <w:rFonts w:cs="Georgia"/>
          <w:kern w:val="1"/>
        </w:rPr>
        <w:t>ne vît pas la fin d</w:t>
      </w:r>
      <w:r w:rsidR="000E1451">
        <w:rPr>
          <w:rFonts w:cs="Georgia"/>
          <w:kern w:val="1"/>
        </w:rPr>
        <w:t>’</w:t>
      </w:r>
      <w:r>
        <w:rPr>
          <w:rFonts w:cs="Georgia"/>
          <w:kern w:val="1"/>
        </w:rPr>
        <w:t>une guerre qui s</w:t>
      </w:r>
      <w:r w:rsidR="000E1451">
        <w:rPr>
          <w:rFonts w:cs="Georgia"/>
          <w:kern w:val="1"/>
        </w:rPr>
        <w:t>’</w:t>
      </w:r>
      <w:r>
        <w:rPr>
          <w:rFonts w:cs="Georgia"/>
          <w:kern w:val="1"/>
        </w:rPr>
        <w:t>éternisait</w:t>
      </w:r>
      <w:r w:rsidR="000E1451">
        <w:rPr>
          <w:rFonts w:cs="Georgia"/>
          <w:kern w:val="1"/>
        </w:rPr>
        <w:t xml:space="preserve">. </w:t>
      </w:r>
      <w:r>
        <w:rPr>
          <w:rFonts w:cs="Georgia"/>
          <w:kern w:val="1"/>
        </w:rPr>
        <w:t>La sombre demeure de Reichendorf était située à deux lieues du camp</w:t>
      </w:r>
      <w:r w:rsidR="000E1451">
        <w:rPr>
          <w:rFonts w:cs="Georgia"/>
          <w:kern w:val="1"/>
        </w:rPr>
        <w:t xml:space="preserve">, </w:t>
      </w:r>
      <w:r>
        <w:rPr>
          <w:rFonts w:cs="Georgia"/>
          <w:kern w:val="1"/>
        </w:rPr>
        <w:t>au milieu des marais</w:t>
      </w:r>
      <w:r w:rsidR="000E1451">
        <w:rPr>
          <w:rFonts w:cs="Georgia"/>
          <w:kern w:val="1"/>
        </w:rPr>
        <w:t xml:space="preserve">. </w:t>
      </w:r>
      <w:r>
        <w:rPr>
          <w:rFonts w:cs="Georgia"/>
          <w:kern w:val="1"/>
        </w:rPr>
        <w:t>Les prisonniers y étaient envoyés pour désengorger</w:t>
      </w:r>
      <w:r w:rsidR="000E1451">
        <w:rPr>
          <w:rFonts w:cs="Georgia"/>
          <w:kern w:val="1"/>
        </w:rPr>
        <w:t xml:space="preserve">, </w:t>
      </w:r>
      <w:r>
        <w:rPr>
          <w:rFonts w:cs="Georgia"/>
          <w:kern w:val="1"/>
        </w:rPr>
        <w:t>désensabler les douves qui entouraient son enceinte</w:t>
      </w:r>
      <w:r w:rsidR="000E1451">
        <w:rPr>
          <w:rFonts w:cs="Georgia"/>
          <w:kern w:val="1"/>
        </w:rPr>
        <w:t xml:space="preserve">. </w:t>
      </w:r>
      <w:r>
        <w:rPr>
          <w:rFonts w:cs="Georgia"/>
          <w:kern w:val="1"/>
        </w:rPr>
        <w:t>L</w:t>
      </w:r>
      <w:r w:rsidR="000E1451">
        <w:rPr>
          <w:rFonts w:cs="Georgia"/>
          <w:kern w:val="1"/>
        </w:rPr>
        <w:t>’</w:t>
      </w:r>
      <w:r>
        <w:rPr>
          <w:rFonts w:cs="Georgia"/>
          <w:kern w:val="1"/>
        </w:rPr>
        <w:t>inexorable platitude de l</w:t>
      </w:r>
      <w:r w:rsidR="000E1451">
        <w:rPr>
          <w:rFonts w:cs="Georgia"/>
          <w:kern w:val="1"/>
        </w:rPr>
        <w:t>’</w:t>
      </w:r>
      <w:r>
        <w:rPr>
          <w:rFonts w:cs="Georgia"/>
          <w:kern w:val="1"/>
        </w:rPr>
        <w:t>étendue environnante permettait d</w:t>
      </w:r>
      <w:r w:rsidR="000E1451">
        <w:rPr>
          <w:rFonts w:cs="Georgia"/>
          <w:kern w:val="1"/>
        </w:rPr>
        <w:t>’</w:t>
      </w:r>
      <w:r>
        <w:rPr>
          <w:rFonts w:cs="Georgia"/>
          <w:kern w:val="1"/>
        </w:rPr>
        <w:t>apercevoir de fort loin le bouquet de hêtres pourpres qui dominait ses murailles</w:t>
      </w:r>
      <w:r w:rsidR="000E1451">
        <w:rPr>
          <w:rFonts w:cs="Georgia"/>
          <w:kern w:val="1"/>
        </w:rPr>
        <w:t xml:space="preserve">. </w:t>
      </w:r>
      <w:r>
        <w:rPr>
          <w:rFonts w:cs="Georgia"/>
          <w:kern w:val="1"/>
        </w:rPr>
        <w:t>C</w:t>
      </w:r>
      <w:r w:rsidR="000E1451">
        <w:rPr>
          <w:rFonts w:cs="Georgia"/>
          <w:kern w:val="1"/>
        </w:rPr>
        <w:t>’</w:t>
      </w:r>
      <w:r>
        <w:rPr>
          <w:rFonts w:cs="Georgia"/>
          <w:kern w:val="1"/>
        </w:rPr>
        <w:t>était leur silhouette que nous avions entrevue la nuit de notre arrivée</w:t>
      </w:r>
      <w:r w:rsidR="000E1451">
        <w:rPr>
          <w:rFonts w:cs="Georgia"/>
          <w:kern w:val="1"/>
        </w:rPr>
        <w:t xml:space="preserve">, </w:t>
      </w:r>
      <w:r>
        <w:rPr>
          <w:rFonts w:cs="Georgia"/>
          <w:kern w:val="1"/>
        </w:rPr>
        <w:t>à droite</w:t>
      </w:r>
      <w:r w:rsidR="000E1451">
        <w:rPr>
          <w:rFonts w:cs="Georgia"/>
          <w:kern w:val="1"/>
        </w:rPr>
        <w:t xml:space="preserve">, </w:t>
      </w:r>
      <w:r>
        <w:rPr>
          <w:rFonts w:cs="Georgia"/>
          <w:kern w:val="1"/>
        </w:rPr>
        <w:t>découpant le ciel roux</w:t>
      </w:r>
      <w:r w:rsidR="000E1451">
        <w:rPr>
          <w:rFonts w:cs="Georgia"/>
          <w:kern w:val="1"/>
        </w:rPr>
        <w:t xml:space="preserve">, </w:t>
      </w:r>
      <w:r>
        <w:rPr>
          <w:rFonts w:cs="Georgia"/>
          <w:kern w:val="1"/>
        </w:rPr>
        <w:t>tandis que les rares lumières du village tremblotaient une lieue à gauche</w:t>
      </w:r>
      <w:r w:rsidR="000E1451">
        <w:rPr>
          <w:rFonts w:cs="Georgia"/>
          <w:kern w:val="1"/>
        </w:rPr>
        <w:t xml:space="preserve">. </w:t>
      </w:r>
      <w:r>
        <w:rPr>
          <w:rFonts w:cs="Georgia"/>
          <w:kern w:val="1"/>
        </w:rPr>
        <w:t>Tels étaient les quatre points cardinaux de notre misère</w:t>
      </w:r>
      <w:r w:rsidR="000E1451">
        <w:rPr>
          <w:rFonts w:cs="Georgia"/>
          <w:kern w:val="1"/>
        </w:rPr>
        <w:t xml:space="preserve">. </w:t>
      </w:r>
      <w:r>
        <w:rPr>
          <w:rFonts w:cs="Georgia"/>
          <w:kern w:val="1"/>
        </w:rPr>
        <w:t>Nous étions dirigés sur chacun d</w:t>
      </w:r>
      <w:r w:rsidR="000E1451">
        <w:rPr>
          <w:rFonts w:cs="Georgia"/>
          <w:kern w:val="1"/>
        </w:rPr>
        <w:t>’</w:t>
      </w:r>
      <w:r>
        <w:rPr>
          <w:rFonts w:cs="Georgia"/>
          <w:kern w:val="1"/>
        </w:rPr>
        <w:t>eux à tour de rôle</w:t>
      </w:r>
      <w:r w:rsidR="000E1451">
        <w:rPr>
          <w:rFonts w:cs="Georgia"/>
          <w:kern w:val="1"/>
        </w:rPr>
        <w:t xml:space="preserve">, </w:t>
      </w:r>
      <w:r>
        <w:rPr>
          <w:rFonts w:cs="Georgia"/>
          <w:kern w:val="1"/>
        </w:rPr>
        <w:t>jamais deux fois en suivant</w:t>
      </w:r>
      <w:r w:rsidR="000E1451">
        <w:rPr>
          <w:rFonts w:cs="Georgia"/>
          <w:kern w:val="1"/>
        </w:rPr>
        <w:t xml:space="preserve">. </w:t>
      </w:r>
      <w:r>
        <w:rPr>
          <w:rFonts w:cs="Georgia"/>
          <w:kern w:val="1"/>
        </w:rPr>
        <w:t xml:space="preserve">Le capitaine Elbing avait ajouté </w:t>
      </w:r>
      <w:r>
        <w:rPr>
          <w:rFonts w:cs="Georgia"/>
          <w:kern w:val="1"/>
        </w:rPr>
        <w:lastRenderedPageBreak/>
        <w:t>cette précaution supplémentaire à toutes celles dont il s</w:t>
      </w:r>
      <w:r w:rsidR="000E1451">
        <w:rPr>
          <w:rFonts w:cs="Georgia"/>
          <w:kern w:val="1"/>
        </w:rPr>
        <w:t>’</w:t>
      </w:r>
      <w:r>
        <w:rPr>
          <w:rFonts w:cs="Georgia"/>
          <w:kern w:val="1"/>
        </w:rPr>
        <w:t>était déjà prémuni contre nos tentatives d</w:t>
      </w:r>
      <w:r w:rsidR="000E1451">
        <w:rPr>
          <w:rFonts w:cs="Georgia"/>
          <w:kern w:val="1"/>
        </w:rPr>
        <w:t>’</w:t>
      </w:r>
      <w:r>
        <w:rPr>
          <w:rFonts w:cs="Georgia"/>
          <w:kern w:val="1"/>
        </w:rPr>
        <w:t>évasion</w:t>
      </w:r>
      <w:r w:rsidR="000E1451">
        <w:rPr>
          <w:rFonts w:cs="Georgia"/>
          <w:kern w:val="1"/>
        </w:rPr>
        <w:t>.</w:t>
      </w:r>
    </w:p>
    <w:p w14:paraId="7DFADA66" w14:textId="77777777" w:rsidR="00BE611A" w:rsidRDefault="00BE611A" w:rsidP="00BE611A">
      <w:pPr>
        <w:rPr>
          <w:rFonts w:cs="Georgia"/>
          <w:bCs/>
          <w:kern w:val="1"/>
        </w:rPr>
      </w:pPr>
    </w:p>
    <w:p w14:paraId="1B997318" w14:textId="77777777" w:rsidR="000E1451" w:rsidRDefault="00BE611A" w:rsidP="00BE611A">
      <w:pPr>
        <w:rPr>
          <w:rFonts w:cs="Georgia"/>
          <w:kern w:val="1"/>
        </w:rPr>
      </w:pPr>
      <w:r>
        <w:rPr>
          <w:rFonts w:cs="Georgia"/>
          <w:kern w:val="1"/>
        </w:rPr>
        <w:t>Comme sous-officier</w:t>
      </w:r>
      <w:r w:rsidR="000E1451">
        <w:rPr>
          <w:rFonts w:cs="Georgia"/>
          <w:kern w:val="1"/>
        </w:rPr>
        <w:t xml:space="preserve">, </w:t>
      </w:r>
      <w:r>
        <w:rPr>
          <w:rFonts w:cs="Georgia"/>
          <w:kern w:val="1"/>
        </w:rPr>
        <w:t>au cours de ces corvées</w:t>
      </w:r>
      <w:r w:rsidR="000E1451">
        <w:rPr>
          <w:rFonts w:cs="Georgia"/>
          <w:kern w:val="1"/>
        </w:rPr>
        <w:t xml:space="preserve">, </w:t>
      </w:r>
      <w:r>
        <w:rPr>
          <w:rFonts w:cs="Georgia"/>
          <w:kern w:val="1"/>
        </w:rPr>
        <w:t>j</w:t>
      </w:r>
      <w:r w:rsidR="000E1451">
        <w:rPr>
          <w:rFonts w:cs="Georgia"/>
          <w:kern w:val="1"/>
        </w:rPr>
        <w:t>’</w:t>
      </w:r>
      <w:r>
        <w:rPr>
          <w:rFonts w:cs="Georgia"/>
          <w:kern w:val="1"/>
        </w:rPr>
        <w:t>étais dispensé de mettre la main à la pâte</w:t>
      </w:r>
      <w:r w:rsidR="000E1451">
        <w:rPr>
          <w:rFonts w:cs="Georgia"/>
          <w:kern w:val="1"/>
        </w:rPr>
        <w:t xml:space="preserve">. </w:t>
      </w:r>
      <w:r>
        <w:rPr>
          <w:rFonts w:cs="Georgia"/>
          <w:kern w:val="1"/>
        </w:rPr>
        <w:t>Mon rôle consistait à transmettre les ordres du gradé allemand préposé à notre surveillance</w:t>
      </w:r>
      <w:r w:rsidR="000E1451">
        <w:rPr>
          <w:rFonts w:cs="Georgia"/>
          <w:kern w:val="1"/>
        </w:rPr>
        <w:t xml:space="preserve">. </w:t>
      </w:r>
      <w:r>
        <w:rPr>
          <w:rFonts w:cs="Georgia"/>
          <w:kern w:val="1"/>
        </w:rPr>
        <w:t>Au camp</w:t>
      </w:r>
      <w:r w:rsidR="000E1451">
        <w:rPr>
          <w:rFonts w:cs="Georgia"/>
          <w:kern w:val="1"/>
        </w:rPr>
        <w:t xml:space="preserve">, </w:t>
      </w:r>
      <w:r>
        <w:rPr>
          <w:rFonts w:cs="Georgia"/>
          <w:kern w:val="1"/>
        </w:rPr>
        <w:t>je jouissais de même de certains avantages</w:t>
      </w:r>
      <w:r w:rsidR="000E1451">
        <w:rPr>
          <w:rFonts w:cs="Georgia"/>
          <w:kern w:val="1"/>
        </w:rPr>
        <w:t xml:space="preserve">. </w:t>
      </w:r>
      <w:r>
        <w:rPr>
          <w:rFonts w:cs="Georgia"/>
          <w:kern w:val="1"/>
        </w:rPr>
        <w:t>On m</w:t>
      </w:r>
      <w:r w:rsidR="000E1451">
        <w:rPr>
          <w:rFonts w:cs="Georgia"/>
          <w:kern w:val="1"/>
        </w:rPr>
        <w:t>’</w:t>
      </w:r>
      <w:r>
        <w:rPr>
          <w:rFonts w:cs="Georgia"/>
          <w:kern w:val="1"/>
        </w:rPr>
        <w:t>autorisait une ordonnance</w:t>
      </w:r>
      <w:r w:rsidR="000E1451">
        <w:rPr>
          <w:rFonts w:cs="Georgia"/>
          <w:kern w:val="1"/>
        </w:rPr>
        <w:t xml:space="preserve">. </w:t>
      </w:r>
      <w:r>
        <w:rPr>
          <w:rFonts w:cs="Georgia"/>
          <w:kern w:val="1"/>
        </w:rPr>
        <w:t>J</w:t>
      </w:r>
      <w:r w:rsidR="000E1451">
        <w:rPr>
          <w:rFonts w:cs="Georgia"/>
          <w:kern w:val="1"/>
        </w:rPr>
        <w:t>’</w:t>
      </w:r>
      <w:r>
        <w:rPr>
          <w:rFonts w:cs="Georgia"/>
          <w:kern w:val="1"/>
        </w:rPr>
        <w:t>en avais profité pour choisir un des pauvres Sénégalais</w:t>
      </w:r>
      <w:r w:rsidR="000E1451">
        <w:rPr>
          <w:rFonts w:cs="Georgia"/>
          <w:kern w:val="1"/>
        </w:rPr>
        <w:t xml:space="preserve">. </w:t>
      </w:r>
      <w:r>
        <w:rPr>
          <w:rFonts w:cs="Georgia"/>
          <w:kern w:val="1"/>
        </w:rPr>
        <w:t>Il s</w:t>
      </w:r>
      <w:r w:rsidR="000E1451">
        <w:rPr>
          <w:rFonts w:cs="Georgia"/>
          <w:kern w:val="1"/>
        </w:rPr>
        <w:t>’</w:t>
      </w:r>
      <w:r>
        <w:rPr>
          <w:rFonts w:cs="Georgia"/>
          <w:kern w:val="1"/>
        </w:rPr>
        <w:t>appelait Mopti</w:t>
      </w:r>
      <w:r w:rsidR="000E1451">
        <w:rPr>
          <w:rFonts w:cs="Georgia"/>
          <w:kern w:val="1"/>
        </w:rPr>
        <w:t xml:space="preserve">. </w:t>
      </w:r>
      <w:r>
        <w:rPr>
          <w:rFonts w:cs="Georgia"/>
          <w:kern w:val="1"/>
        </w:rPr>
        <w:t>Un jour où la neige tombait en si fortes bourrasques que l</w:t>
      </w:r>
      <w:r w:rsidR="000E1451">
        <w:rPr>
          <w:rFonts w:cs="Georgia"/>
          <w:kern w:val="1"/>
        </w:rPr>
        <w:t>’</w:t>
      </w:r>
      <w:r>
        <w:rPr>
          <w:rFonts w:cs="Georgia"/>
          <w:kern w:val="1"/>
        </w:rPr>
        <w:t>on ne nous avait pas conduits en corvée</w:t>
      </w:r>
      <w:r w:rsidR="000E1451">
        <w:rPr>
          <w:rFonts w:cs="Georgia"/>
          <w:kern w:val="1"/>
        </w:rPr>
        <w:t xml:space="preserve">, </w:t>
      </w:r>
      <w:r>
        <w:rPr>
          <w:rFonts w:cs="Georgia"/>
          <w:kern w:val="1"/>
        </w:rPr>
        <w:t>je l</w:t>
      </w:r>
      <w:r w:rsidR="000E1451">
        <w:rPr>
          <w:rFonts w:cs="Georgia"/>
          <w:kern w:val="1"/>
        </w:rPr>
        <w:t>’</w:t>
      </w:r>
      <w:r>
        <w:rPr>
          <w:rFonts w:cs="Georgia"/>
          <w:kern w:val="1"/>
        </w:rPr>
        <w:t>avais trouvé dehors</w:t>
      </w:r>
      <w:r w:rsidR="000E1451">
        <w:rPr>
          <w:rFonts w:cs="Georgia"/>
          <w:kern w:val="1"/>
        </w:rPr>
        <w:t xml:space="preserve">, </w:t>
      </w:r>
      <w:r>
        <w:rPr>
          <w:rFonts w:cs="Georgia"/>
          <w:kern w:val="1"/>
        </w:rPr>
        <w:t>étendu contre une baraque</w:t>
      </w:r>
      <w:r w:rsidR="000E1451">
        <w:rPr>
          <w:rFonts w:cs="Georgia"/>
          <w:kern w:val="1"/>
        </w:rPr>
        <w:t xml:space="preserve">. </w:t>
      </w:r>
      <w:r>
        <w:rPr>
          <w:rFonts w:cs="Georgia"/>
          <w:kern w:val="1"/>
        </w:rPr>
        <w:t>Il s</w:t>
      </w:r>
      <w:r w:rsidR="000E1451">
        <w:rPr>
          <w:rFonts w:cs="Georgia"/>
          <w:kern w:val="1"/>
        </w:rPr>
        <w:t>’</w:t>
      </w:r>
      <w:r>
        <w:rPr>
          <w:rFonts w:cs="Georgia"/>
          <w:kern w:val="1"/>
        </w:rPr>
        <w:t>était affaissé là</w:t>
      </w:r>
      <w:r w:rsidR="000E1451">
        <w:rPr>
          <w:rFonts w:cs="Georgia"/>
          <w:kern w:val="1"/>
        </w:rPr>
        <w:t xml:space="preserve">, </w:t>
      </w:r>
      <w:r>
        <w:rPr>
          <w:rFonts w:cs="Georgia"/>
          <w:kern w:val="1"/>
        </w:rPr>
        <w:t>et</w:t>
      </w:r>
      <w:r w:rsidR="000E1451">
        <w:rPr>
          <w:rFonts w:cs="Georgia"/>
          <w:kern w:val="1"/>
        </w:rPr>
        <w:t xml:space="preserve">, </w:t>
      </w:r>
      <w:r>
        <w:rPr>
          <w:rFonts w:cs="Georgia"/>
          <w:kern w:val="1"/>
        </w:rPr>
        <w:t>soit faiblesse</w:t>
      </w:r>
      <w:r w:rsidR="000E1451">
        <w:rPr>
          <w:rFonts w:cs="Georgia"/>
          <w:kern w:val="1"/>
        </w:rPr>
        <w:t xml:space="preserve">, </w:t>
      </w:r>
      <w:r>
        <w:rPr>
          <w:rFonts w:cs="Georgia"/>
          <w:kern w:val="1"/>
        </w:rPr>
        <w:t>soit désir d</w:t>
      </w:r>
      <w:r w:rsidR="000E1451">
        <w:rPr>
          <w:rFonts w:cs="Georgia"/>
          <w:kern w:val="1"/>
        </w:rPr>
        <w:t>’</w:t>
      </w:r>
      <w:r>
        <w:rPr>
          <w:rFonts w:cs="Georgia"/>
          <w:kern w:val="1"/>
        </w:rPr>
        <w:t>en avoir fini une fois pour toutes</w:t>
      </w:r>
      <w:r w:rsidR="000E1451">
        <w:rPr>
          <w:rFonts w:cs="Georgia"/>
          <w:kern w:val="1"/>
        </w:rPr>
        <w:t xml:space="preserve">, </w:t>
      </w:r>
      <w:r>
        <w:rPr>
          <w:rFonts w:cs="Georgia"/>
          <w:kern w:val="1"/>
        </w:rPr>
        <w:t>il ne s</w:t>
      </w:r>
      <w:r w:rsidR="000E1451">
        <w:rPr>
          <w:rFonts w:cs="Georgia"/>
          <w:kern w:val="1"/>
        </w:rPr>
        <w:t>’</w:t>
      </w:r>
      <w:r>
        <w:rPr>
          <w:rFonts w:cs="Georgia"/>
          <w:kern w:val="1"/>
        </w:rPr>
        <w:t>était pas relevé</w:t>
      </w:r>
      <w:r w:rsidR="000E1451">
        <w:rPr>
          <w:rFonts w:cs="Georgia"/>
          <w:kern w:val="1"/>
        </w:rPr>
        <w:t xml:space="preserve">. </w:t>
      </w:r>
      <w:r>
        <w:rPr>
          <w:rFonts w:cs="Georgia"/>
          <w:kern w:val="1"/>
        </w:rPr>
        <w:t>J</w:t>
      </w:r>
      <w:r w:rsidR="000E1451">
        <w:rPr>
          <w:rFonts w:cs="Georgia"/>
          <w:kern w:val="1"/>
        </w:rPr>
        <w:t>’</w:t>
      </w:r>
      <w:r>
        <w:rPr>
          <w:rFonts w:cs="Georgia"/>
          <w:kern w:val="1"/>
        </w:rPr>
        <w:t>avais pris en pitié ce malheureux</w:t>
      </w:r>
      <w:r w:rsidR="000E1451">
        <w:rPr>
          <w:rFonts w:cs="Georgia"/>
          <w:kern w:val="1"/>
        </w:rPr>
        <w:t xml:space="preserve">. </w:t>
      </w:r>
      <w:r>
        <w:rPr>
          <w:rFonts w:cs="Georgia"/>
          <w:kern w:val="1"/>
        </w:rPr>
        <w:t>J</w:t>
      </w:r>
      <w:r w:rsidR="000E1451">
        <w:rPr>
          <w:rFonts w:cs="Georgia"/>
          <w:kern w:val="1"/>
        </w:rPr>
        <w:t>’</w:t>
      </w:r>
      <w:r>
        <w:rPr>
          <w:rFonts w:cs="Georgia"/>
          <w:kern w:val="1"/>
        </w:rPr>
        <w:t>avais obtenu qu</w:t>
      </w:r>
      <w:r w:rsidR="000E1451">
        <w:rPr>
          <w:rFonts w:cs="Georgia"/>
          <w:kern w:val="1"/>
        </w:rPr>
        <w:t>’</w:t>
      </w:r>
      <w:r>
        <w:rPr>
          <w:rFonts w:cs="Georgia"/>
          <w:kern w:val="1"/>
        </w:rPr>
        <w:t>on le soignât</w:t>
      </w:r>
      <w:r w:rsidR="000E1451">
        <w:rPr>
          <w:rFonts w:cs="Georgia"/>
          <w:kern w:val="1"/>
        </w:rPr>
        <w:t xml:space="preserve">, </w:t>
      </w:r>
      <w:r>
        <w:rPr>
          <w:rFonts w:cs="Georgia"/>
          <w:kern w:val="1"/>
        </w:rPr>
        <w:t>qu</w:t>
      </w:r>
      <w:r w:rsidR="000E1451">
        <w:rPr>
          <w:rFonts w:cs="Georgia"/>
          <w:kern w:val="1"/>
        </w:rPr>
        <w:t>’</w:t>
      </w:r>
      <w:r>
        <w:rPr>
          <w:rFonts w:cs="Georgia"/>
          <w:kern w:val="1"/>
        </w:rPr>
        <w:t>on le dispensât de temps en temps de travail</w:t>
      </w:r>
      <w:r w:rsidR="000E1451">
        <w:rPr>
          <w:rFonts w:cs="Georgia"/>
          <w:kern w:val="1"/>
        </w:rPr>
        <w:t xml:space="preserve">. </w:t>
      </w:r>
      <w:r>
        <w:rPr>
          <w:rFonts w:cs="Georgia"/>
          <w:kern w:val="1"/>
        </w:rPr>
        <w:t>Quand il n</w:t>
      </w:r>
      <w:r w:rsidR="000E1451">
        <w:rPr>
          <w:rFonts w:cs="Georgia"/>
          <w:kern w:val="1"/>
        </w:rPr>
        <w:t>’</w:t>
      </w:r>
      <w:r>
        <w:rPr>
          <w:rFonts w:cs="Georgia"/>
          <w:kern w:val="1"/>
        </w:rPr>
        <w:t>avait plus rien à faire</w:t>
      </w:r>
      <w:r w:rsidR="000E1451">
        <w:rPr>
          <w:rFonts w:cs="Georgia"/>
          <w:kern w:val="1"/>
        </w:rPr>
        <w:t xml:space="preserve">, </w:t>
      </w:r>
      <w:r>
        <w:rPr>
          <w:rFonts w:cs="Georgia"/>
          <w:kern w:val="1"/>
        </w:rPr>
        <w:t>il s</w:t>
      </w:r>
      <w:r w:rsidR="000E1451">
        <w:rPr>
          <w:rFonts w:cs="Georgia"/>
          <w:kern w:val="1"/>
        </w:rPr>
        <w:t>’</w:t>
      </w:r>
      <w:r>
        <w:rPr>
          <w:rFonts w:cs="Georgia"/>
          <w:kern w:val="1"/>
        </w:rPr>
        <w:t>accroupissait dans un coin</w:t>
      </w:r>
      <w:r w:rsidR="000E1451">
        <w:rPr>
          <w:rFonts w:cs="Georgia"/>
          <w:kern w:val="1"/>
        </w:rPr>
        <w:t xml:space="preserve">. </w:t>
      </w:r>
      <w:r>
        <w:rPr>
          <w:rFonts w:cs="Georgia"/>
          <w:kern w:val="1"/>
        </w:rPr>
        <w:t>Une couverture sur ses épaules étiques</w:t>
      </w:r>
      <w:r w:rsidR="000E1451">
        <w:rPr>
          <w:rFonts w:cs="Georgia"/>
          <w:kern w:val="1"/>
        </w:rPr>
        <w:t xml:space="preserve">, </w:t>
      </w:r>
      <w:r>
        <w:rPr>
          <w:rFonts w:cs="Georgia"/>
          <w:kern w:val="1"/>
        </w:rPr>
        <w:t>tapotant de ses longs doigts gris une gamelle</w:t>
      </w:r>
      <w:r w:rsidR="000E1451">
        <w:rPr>
          <w:rFonts w:cs="Georgia"/>
          <w:kern w:val="1"/>
        </w:rPr>
        <w:t xml:space="preserve">, </w:t>
      </w:r>
      <w:r>
        <w:rPr>
          <w:rFonts w:cs="Georgia"/>
          <w:kern w:val="1"/>
        </w:rPr>
        <w:t>il psalmodiait doucement une mélodie tremblante de chez lui</w:t>
      </w:r>
      <w:r w:rsidR="000E1451">
        <w:rPr>
          <w:rFonts w:cs="Georgia"/>
          <w:kern w:val="1"/>
        </w:rPr>
        <w:t xml:space="preserve">, </w:t>
      </w:r>
      <w:r>
        <w:rPr>
          <w:rFonts w:cs="Georgia"/>
          <w:kern w:val="1"/>
        </w:rPr>
        <w:t>un air si plaintif que les larmes nous en venaient aux paupières</w:t>
      </w:r>
      <w:r w:rsidR="000E1451">
        <w:rPr>
          <w:rFonts w:cs="Georgia"/>
          <w:kern w:val="1"/>
        </w:rPr>
        <w:t xml:space="preserve">. </w:t>
      </w:r>
      <w:r>
        <w:rPr>
          <w:rFonts w:cs="Georgia"/>
          <w:kern w:val="1"/>
        </w:rPr>
        <w:t>On entendait alors</w:t>
      </w:r>
      <w:r w:rsidR="000E1451">
        <w:rPr>
          <w:rFonts w:cs="Georgia"/>
          <w:kern w:val="1"/>
        </w:rPr>
        <w:t xml:space="preserve">, </w:t>
      </w:r>
      <w:r>
        <w:rPr>
          <w:rFonts w:cs="Georgia"/>
          <w:kern w:val="1"/>
        </w:rPr>
        <w:t>à l</w:t>
      </w:r>
      <w:r w:rsidR="000E1451">
        <w:rPr>
          <w:rFonts w:cs="Georgia"/>
          <w:kern w:val="1"/>
        </w:rPr>
        <w:t>’</w:t>
      </w:r>
      <w:r>
        <w:rPr>
          <w:rFonts w:cs="Georgia"/>
          <w:kern w:val="1"/>
        </w:rPr>
        <w:t>autre bout de la chambrée</w:t>
      </w:r>
      <w:r w:rsidR="000E1451">
        <w:rPr>
          <w:rFonts w:cs="Georgia"/>
          <w:kern w:val="1"/>
        </w:rPr>
        <w:t xml:space="preserve">, </w:t>
      </w:r>
      <w:r>
        <w:rPr>
          <w:rFonts w:cs="Georgia"/>
          <w:kern w:val="1"/>
        </w:rPr>
        <w:t>la voix de crécelle de Gourrut</w:t>
      </w:r>
      <w:r w:rsidR="000E1451">
        <w:rPr>
          <w:rFonts w:cs="Georgia"/>
          <w:kern w:val="1"/>
        </w:rPr>
        <w:t> :</w:t>
      </w:r>
    </w:p>
    <w:p w14:paraId="68E112E5" w14:textId="77777777" w:rsidR="000E1451" w:rsidRDefault="000E1451" w:rsidP="00BE611A">
      <w:pPr>
        <w:rPr>
          <w:rFonts w:cs="Georgia"/>
          <w:kern w:val="1"/>
        </w:rPr>
      </w:pPr>
      <w:r>
        <w:rPr>
          <w:rFonts w:cs="Georgia"/>
          <w:kern w:val="1"/>
        </w:rPr>
        <w:t>— </w:t>
      </w:r>
      <w:r w:rsidR="00BE611A">
        <w:rPr>
          <w:rFonts w:cs="Georgia"/>
          <w:kern w:val="1"/>
        </w:rPr>
        <w:t>Non</w:t>
      </w:r>
      <w:r>
        <w:rPr>
          <w:rFonts w:cs="Georgia"/>
          <w:kern w:val="1"/>
        </w:rPr>
        <w:t xml:space="preserve">, </w:t>
      </w:r>
      <w:r w:rsidR="00BE611A">
        <w:rPr>
          <w:rFonts w:cs="Georgia"/>
          <w:kern w:val="1"/>
        </w:rPr>
        <w:t>mais des fois</w:t>
      </w:r>
      <w:r>
        <w:rPr>
          <w:rFonts w:cs="Georgia"/>
          <w:kern w:val="1"/>
        </w:rPr>
        <w:t xml:space="preserve"> ! </w:t>
      </w:r>
      <w:r w:rsidR="00BE611A">
        <w:rPr>
          <w:rFonts w:cs="Georgia"/>
          <w:kern w:val="1"/>
        </w:rPr>
        <w:t>T</w:t>
      </w:r>
      <w:r>
        <w:rPr>
          <w:rFonts w:cs="Georgia"/>
          <w:kern w:val="1"/>
        </w:rPr>
        <w:t>’</w:t>
      </w:r>
      <w:r w:rsidR="00BE611A">
        <w:rPr>
          <w:rFonts w:cs="Georgia"/>
          <w:kern w:val="1"/>
        </w:rPr>
        <w:t>as pas bientôt fini</w:t>
      </w:r>
      <w:r>
        <w:rPr>
          <w:rFonts w:cs="Georgia"/>
          <w:kern w:val="1"/>
        </w:rPr>
        <w:t xml:space="preserve">, </w:t>
      </w:r>
      <w:r w:rsidR="00BE611A">
        <w:rPr>
          <w:rFonts w:cs="Georgia"/>
          <w:kern w:val="1"/>
        </w:rPr>
        <w:t>vilain macaque</w:t>
      </w:r>
      <w:r>
        <w:rPr>
          <w:rFonts w:cs="Georgia"/>
          <w:kern w:val="1"/>
        </w:rPr>
        <w:t xml:space="preserve">. </w:t>
      </w:r>
      <w:r w:rsidR="00BE611A">
        <w:rPr>
          <w:rFonts w:cs="Georgia"/>
          <w:kern w:val="1"/>
        </w:rPr>
        <w:t>Veux-tu recevoir un godillot dans ta sale gueule</w:t>
      </w:r>
      <w:r>
        <w:rPr>
          <w:rFonts w:cs="Georgia"/>
          <w:kern w:val="1"/>
        </w:rPr>
        <w:t> ?</w:t>
      </w:r>
    </w:p>
    <w:p w14:paraId="1D9EB75B" w14:textId="77777777" w:rsidR="000E1451" w:rsidRDefault="000E1451" w:rsidP="00BE611A">
      <w:pPr>
        <w:rPr>
          <w:rFonts w:cs="Georgia"/>
          <w:kern w:val="1"/>
        </w:rPr>
      </w:pPr>
      <w:r>
        <w:rPr>
          <w:rFonts w:cs="Georgia"/>
          <w:kern w:val="1"/>
        </w:rPr>
        <w:t>— </w:t>
      </w:r>
      <w:r w:rsidR="00BE611A">
        <w:rPr>
          <w:rFonts w:cs="Georgia"/>
          <w:kern w:val="1"/>
        </w:rPr>
        <w:t>T</w:t>
      </w:r>
      <w:r>
        <w:rPr>
          <w:rFonts w:cs="Georgia"/>
          <w:kern w:val="1"/>
        </w:rPr>
        <w:t>’</w:t>
      </w:r>
      <w:r w:rsidR="00BE611A">
        <w:rPr>
          <w:rFonts w:cs="Georgia"/>
          <w:kern w:val="1"/>
        </w:rPr>
        <w:t>as toujours qu</w:t>
      </w:r>
      <w:r>
        <w:rPr>
          <w:rFonts w:cs="Georgia"/>
          <w:kern w:val="1"/>
        </w:rPr>
        <w:t>’</w:t>
      </w:r>
      <w:r w:rsidR="00BE611A">
        <w:rPr>
          <w:rFonts w:cs="Georgia"/>
          <w:kern w:val="1"/>
        </w:rPr>
        <w:t>à essayer</w:t>
      </w:r>
      <w:r>
        <w:rPr>
          <w:rFonts w:cs="Georgia"/>
          <w:kern w:val="1"/>
        </w:rPr>
        <w:t xml:space="preserve">, </w:t>
      </w:r>
      <w:r w:rsidR="00BE611A">
        <w:rPr>
          <w:rFonts w:cs="Georgia"/>
          <w:kern w:val="1"/>
        </w:rPr>
        <w:t>répliquait Sylvestre</w:t>
      </w:r>
      <w:r>
        <w:rPr>
          <w:rFonts w:cs="Georgia"/>
          <w:kern w:val="1"/>
        </w:rPr>
        <w:t xml:space="preserve">. </w:t>
      </w:r>
      <w:r w:rsidR="00BE611A">
        <w:rPr>
          <w:rFonts w:cs="Georgia"/>
          <w:kern w:val="1"/>
        </w:rPr>
        <w:t>J</w:t>
      </w:r>
      <w:r>
        <w:rPr>
          <w:rFonts w:cs="Georgia"/>
          <w:kern w:val="1"/>
        </w:rPr>
        <w:t>’</w:t>
      </w:r>
      <w:r w:rsidR="00BE611A">
        <w:rPr>
          <w:rFonts w:cs="Georgia"/>
          <w:kern w:val="1"/>
        </w:rPr>
        <w:t>en ai trois paires à ta disposition</w:t>
      </w:r>
      <w:r>
        <w:rPr>
          <w:rFonts w:cs="Georgia"/>
          <w:kern w:val="1"/>
        </w:rPr>
        <w:t>.</w:t>
      </w:r>
    </w:p>
    <w:p w14:paraId="6CECE191" w14:textId="77777777" w:rsidR="000E1451" w:rsidRDefault="00BE611A" w:rsidP="00BE611A">
      <w:pPr>
        <w:rPr>
          <w:rFonts w:cs="Georgia"/>
          <w:kern w:val="1"/>
        </w:rPr>
      </w:pPr>
      <w:r>
        <w:rPr>
          <w:rFonts w:cs="Georgia"/>
          <w:kern w:val="1"/>
        </w:rPr>
        <w:t>Les allées du camp étaient éclairées à l</w:t>
      </w:r>
      <w:r w:rsidR="000E1451">
        <w:rPr>
          <w:rFonts w:cs="Georgia"/>
          <w:kern w:val="1"/>
        </w:rPr>
        <w:t>’</w:t>
      </w:r>
      <w:r>
        <w:rPr>
          <w:rFonts w:cs="Georgia"/>
          <w:kern w:val="1"/>
        </w:rPr>
        <w:t>électricité</w:t>
      </w:r>
      <w:r w:rsidR="000E1451">
        <w:rPr>
          <w:rFonts w:cs="Georgia"/>
          <w:kern w:val="1"/>
        </w:rPr>
        <w:t xml:space="preserve">, </w:t>
      </w:r>
      <w:r>
        <w:rPr>
          <w:rFonts w:cs="Georgia"/>
          <w:kern w:val="1"/>
        </w:rPr>
        <w:t>ainsi que le lazaret</w:t>
      </w:r>
      <w:r w:rsidR="000E1451">
        <w:rPr>
          <w:rFonts w:cs="Georgia"/>
          <w:kern w:val="1"/>
        </w:rPr>
        <w:t xml:space="preserve">, </w:t>
      </w:r>
      <w:r>
        <w:rPr>
          <w:rFonts w:cs="Georgia"/>
          <w:kern w:val="1"/>
        </w:rPr>
        <w:t>le bureau du commandant</w:t>
      </w:r>
      <w:r w:rsidR="000E1451">
        <w:rPr>
          <w:rFonts w:cs="Georgia"/>
          <w:kern w:val="1"/>
        </w:rPr>
        <w:t xml:space="preserve">, </w:t>
      </w:r>
      <w:r>
        <w:rPr>
          <w:rFonts w:cs="Georgia"/>
          <w:kern w:val="1"/>
        </w:rPr>
        <w:t>les locaux affectés à nos gardiens</w:t>
      </w:r>
      <w:r w:rsidR="000E1451">
        <w:rPr>
          <w:rFonts w:cs="Georgia"/>
          <w:kern w:val="1"/>
        </w:rPr>
        <w:t xml:space="preserve">. </w:t>
      </w:r>
      <w:r>
        <w:rPr>
          <w:rFonts w:cs="Georgia"/>
          <w:kern w:val="1"/>
        </w:rPr>
        <w:t>Une douzaine de lampes restaient allumées toute la nuit</w:t>
      </w:r>
      <w:r w:rsidR="000E1451">
        <w:rPr>
          <w:rFonts w:cs="Georgia"/>
          <w:kern w:val="1"/>
        </w:rPr>
        <w:t xml:space="preserve">, </w:t>
      </w:r>
      <w:r>
        <w:rPr>
          <w:rFonts w:cs="Georgia"/>
          <w:kern w:val="1"/>
        </w:rPr>
        <w:t>pour faciliter leur tâche aux sentinelles</w:t>
      </w:r>
      <w:r w:rsidR="000E1451">
        <w:rPr>
          <w:rFonts w:cs="Georgia"/>
          <w:kern w:val="1"/>
        </w:rPr>
        <w:t xml:space="preserve">, </w:t>
      </w:r>
      <w:r>
        <w:rPr>
          <w:rFonts w:cs="Georgia"/>
          <w:kern w:val="1"/>
        </w:rPr>
        <w:t xml:space="preserve">et </w:t>
      </w:r>
      <w:r>
        <w:rPr>
          <w:rFonts w:cs="Georgia"/>
          <w:kern w:val="1"/>
        </w:rPr>
        <w:lastRenderedPageBreak/>
        <w:t>guider</w:t>
      </w:r>
      <w:r w:rsidR="000E1451">
        <w:rPr>
          <w:rFonts w:cs="Georgia"/>
          <w:kern w:val="1"/>
        </w:rPr>
        <w:t xml:space="preserve">, </w:t>
      </w:r>
      <w:r>
        <w:rPr>
          <w:rFonts w:cs="Georgia"/>
          <w:kern w:val="1"/>
        </w:rPr>
        <w:t>le cas échéant</w:t>
      </w:r>
      <w:r w:rsidR="000E1451">
        <w:rPr>
          <w:rFonts w:cs="Georgia"/>
          <w:kern w:val="1"/>
        </w:rPr>
        <w:t xml:space="preserve">, </w:t>
      </w:r>
      <w:r>
        <w:rPr>
          <w:rFonts w:cs="Georgia"/>
          <w:kern w:val="1"/>
        </w:rPr>
        <w:t>la balle de leur Mauser</w:t>
      </w:r>
      <w:r w:rsidR="000E1451">
        <w:rPr>
          <w:rFonts w:cs="Georgia"/>
          <w:kern w:val="1"/>
        </w:rPr>
        <w:t xml:space="preserve">. </w:t>
      </w:r>
      <w:r>
        <w:rPr>
          <w:rFonts w:cs="Georgia"/>
          <w:kern w:val="1"/>
        </w:rPr>
        <w:t>Au commencement</w:t>
      </w:r>
      <w:r w:rsidR="000E1451">
        <w:rPr>
          <w:rFonts w:cs="Georgia"/>
          <w:kern w:val="1"/>
        </w:rPr>
        <w:t xml:space="preserve">, </w:t>
      </w:r>
      <w:r>
        <w:rPr>
          <w:rFonts w:cs="Georgia"/>
          <w:kern w:val="1"/>
        </w:rPr>
        <w:t>j</w:t>
      </w:r>
      <w:r w:rsidR="000E1451">
        <w:rPr>
          <w:rFonts w:cs="Georgia"/>
          <w:kern w:val="1"/>
        </w:rPr>
        <w:t>’</w:t>
      </w:r>
      <w:r>
        <w:rPr>
          <w:rFonts w:cs="Georgia"/>
          <w:kern w:val="1"/>
        </w:rPr>
        <w:t>avais espéré qu</w:t>
      </w:r>
      <w:r w:rsidR="000E1451">
        <w:rPr>
          <w:rFonts w:cs="Georgia"/>
          <w:kern w:val="1"/>
        </w:rPr>
        <w:t>’</w:t>
      </w:r>
      <w:r>
        <w:rPr>
          <w:rFonts w:cs="Georgia"/>
          <w:kern w:val="1"/>
        </w:rPr>
        <w:t>on ferait appel à ma compétence pour l</w:t>
      </w:r>
      <w:r w:rsidR="000E1451">
        <w:rPr>
          <w:rFonts w:cs="Georgia"/>
          <w:kern w:val="1"/>
        </w:rPr>
        <w:t>’</w:t>
      </w:r>
      <w:r>
        <w:rPr>
          <w:rFonts w:cs="Georgia"/>
          <w:kern w:val="1"/>
        </w:rPr>
        <w:t>entretien et le rafistolage de ce matériel</w:t>
      </w:r>
      <w:r w:rsidR="000E1451">
        <w:rPr>
          <w:rFonts w:cs="Georgia"/>
          <w:kern w:val="1"/>
        </w:rPr>
        <w:t xml:space="preserve">. </w:t>
      </w:r>
      <w:r>
        <w:rPr>
          <w:rFonts w:cs="Georgia"/>
          <w:kern w:val="1"/>
        </w:rPr>
        <w:t>Mais la garnison comptait un petit gefreter</w:t>
      </w:r>
      <w:r w:rsidR="000E1451">
        <w:rPr>
          <w:rFonts w:cs="Georgia"/>
          <w:kern w:val="1"/>
        </w:rPr>
        <w:t xml:space="preserve">, </w:t>
      </w:r>
      <w:r>
        <w:rPr>
          <w:rFonts w:cs="Georgia"/>
          <w:kern w:val="1"/>
        </w:rPr>
        <w:t>ex-élève d</w:t>
      </w:r>
      <w:r w:rsidR="000E1451">
        <w:rPr>
          <w:rFonts w:cs="Georgia"/>
          <w:kern w:val="1"/>
        </w:rPr>
        <w:t>’</w:t>
      </w:r>
      <w:r>
        <w:rPr>
          <w:rFonts w:cs="Georgia"/>
          <w:kern w:val="1"/>
        </w:rPr>
        <w:t>une école technique de Berlin</w:t>
      </w:r>
      <w:r w:rsidR="000E1451">
        <w:rPr>
          <w:rFonts w:cs="Georgia"/>
          <w:kern w:val="1"/>
        </w:rPr>
        <w:t xml:space="preserve">, </w:t>
      </w:r>
      <w:r>
        <w:rPr>
          <w:rFonts w:cs="Georgia"/>
          <w:kern w:val="1"/>
        </w:rPr>
        <w:t>à qui ce service était échu</w:t>
      </w:r>
      <w:r w:rsidR="000E1451">
        <w:rPr>
          <w:rFonts w:cs="Georgia"/>
          <w:kern w:val="1"/>
        </w:rPr>
        <w:t xml:space="preserve">. </w:t>
      </w:r>
      <w:r>
        <w:rPr>
          <w:rFonts w:cs="Georgia"/>
          <w:kern w:val="1"/>
        </w:rPr>
        <w:t>Par contre</w:t>
      </w:r>
      <w:r w:rsidR="000E1451">
        <w:rPr>
          <w:rFonts w:cs="Georgia"/>
          <w:kern w:val="1"/>
        </w:rPr>
        <w:t xml:space="preserve">, </w:t>
      </w:r>
      <w:r>
        <w:rPr>
          <w:rFonts w:cs="Georgia"/>
          <w:kern w:val="1"/>
        </w:rPr>
        <w:t>dès la première semaine de notre arrivée</w:t>
      </w:r>
      <w:r w:rsidR="000E1451">
        <w:rPr>
          <w:rFonts w:cs="Georgia"/>
          <w:kern w:val="1"/>
        </w:rPr>
        <w:t xml:space="preserve">, </w:t>
      </w:r>
      <w:r>
        <w:rPr>
          <w:rFonts w:cs="Georgia"/>
          <w:kern w:val="1"/>
        </w:rPr>
        <w:t>le capitaine Elbing m</w:t>
      </w:r>
      <w:r w:rsidR="000E1451">
        <w:rPr>
          <w:rFonts w:cs="Georgia"/>
          <w:kern w:val="1"/>
        </w:rPr>
        <w:t>’</w:t>
      </w:r>
      <w:r>
        <w:rPr>
          <w:rFonts w:cs="Georgia"/>
          <w:kern w:val="1"/>
        </w:rPr>
        <w:t>avait confié à plusieurs reprises l</w:t>
      </w:r>
      <w:r w:rsidR="000E1451">
        <w:rPr>
          <w:rFonts w:cs="Georgia"/>
          <w:kern w:val="1"/>
        </w:rPr>
        <w:t>’</w:t>
      </w:r>
      <w:r>
        <w:rPr>
          <w:rFonts w:cs="Georgia"/>
          <w:kern w:val="1"/>
        </w:rPr>
        <w:t>expédition à la machine à écrire d</w:t>
      </w:r>
      <w:r w:rsidR="000E1451">
        <w:rPr>
          <w:rFonts w:cs="Georgia"/>
          <w:kern w:val="1"/>
        </w:rPr>
        <w:t>’</w:t>
      </w:r>
      <w:r>
        <w:rPr>
          <w:rFonts w:cs="Georgia"/>
          <w:kern w:val="1"/>
        </w:rPr>
        <w:t>états concernant sa comptabilité</w:t>
      </w:r>
      <w:r w:rsidR="000E1451">
        <w:rPr>
          <w:rFonts w:cs="Georgia"/>
          <w:kern w:val="1"/>
        </w:rPr>
        <w:t xml:space="preserve">. </w:t>
      </w:r>
      <w:r>
        <w:rPr>
          <w:rFonts w:cs="Georgia"/>
          <w:kern w:val="1"/>
        </w:rPr>
        <w:t>Un dimanche</w:t>
      </w:r>
      <w:r w:rsidR="000E1451">
        <w:rPr>
          <w:rFonts w:cs="Georgia"/>
          <w:kern w:val="1"/>
        </w:rPr>
        <w:t xml:space="preserve">, </w:t>
      </w:r>
      <w:r>
        <w:rPr>
          <w:rFonts w:cs="Georgia"/>
          <w:kern w:val="1"/>
        </w:rPr>
        <w:t>jour où d</w:t>
      </w:r>
      <w:r w:rsidR="000E1451">
        <w:rPr>
          <w:rFonts w:cs="Georgia"/>
          <w:kern w:val="1"/>
        </w:rPr>
        <w:t>’</w:t>
      </w:r>
      <w:r>
        <w:rPr>
          <w:rFonts w:cs="Georgia"/>
          <w:kern w:val="1"/>
        </w:rPr>
        <w:t>ordinaire nous demeurions au camp</w:t>
      </w:r>
      <w:r w:rsidR="000E1451">
        <w:rPr>
          <w:rFonts w:cs="Georgia"/>
          <w:kern w:val="1"/>
        </w:rPr>
        <w:t xml:space="preserve">, </w:t>
      </w:r>
      <w:r>
        <w:rPr>
          <w:rFonts w:cs="Georgia"/>
          <w:kern w:val="1"/>
        </w:rPr>
        <w:t>je fus mandé dans son bureau</w:t>
      </w:r>
      <w:r w:rsidR="000E1451">
        <w:rPr>
          <w:rFonts w:cs="Georgia"/>
          <w:kern w:val="1"/>
        </w:rPr>
        <w:t xml:space="preserve">. </w:t>
      </w:r>
      <w:r>
        <w:rPr>
          <w:rFonts w:cs="Georgia"/>
          <w:kern w:val="1"/>
        </w:rPr>
        <w:t>Je le trouvai en conversation avec un petit vieillard grassouillet</w:t>
      </w:r>
      <w:r w:rsidR="000E1451">
        <w:rPr>
          <w:rFonts w:cs="Georgia"/>
          <w:kern w:val="1"/>
        </w:rPr>
        <w:t xml:space="preserve">, </w:t>
      </w:r>
      <w:r>
        <w:rPr>
          <w:rFonts w:cs="Georgia"/>
          <w:kern w:val="1"/>
        </w:rPr>
        <w:t>vêtu d</w:t>
      </w:r>
      <w:r w:rsidR="000E1451">
        <w:rPr>
          <w:rFonts w:cs="Georgia"/>
          <w:kern w:val="1"/>
        </w:rPr>
        <w:t>’</w:t>
      </w:r>
      <w:r>
        <w:rPr>
          <w:rFonts w:cs="Georgia"/>
          <w:kern w:val="1"/>
        </w:rPr>
        <w:t>une redingote de coupe ecclésiastique</w:t>
      </w:r>
      <w:r w:rsidR="000E1451">
        <w:rPr>
          <w:rFonts w:cs="Georgia"/>
          <w:kern w:val="1"/>
        </w:rPr>
        <w:t xml:space="preserve">. </w:t>
      </w:r>
      <w:r>
        <w:rPr>
          <w:rFonts w:cs="Georgia"/>
          <w:kern w:val="1"/>
        </w:rPr>
        <w:t>Ce petit vieillard</w:t>
      </w:r>
      <w:r w:rsidR="000E1451">
        <w:rPr>
          <w:rFonts w:cs="Georgia"/>
          <w:kern w:val="1"/>
        </w:rPr>
        <w:t xml:space="preserve">, </w:t>
      </w:r>
      <w:r>
        <w:rPr>
          <w:rFonts w:cs="Georgia"/>
          <w:kern w:val="1"/>
        </w:rPr>
        <w:t>assis dans l</w:t>
      </w:r>
      <w:r w:rsidR="000E1451">
        <w:rPr>
          <w:rFonts w:cs="Georgia"/>
          <w:kern w:val="1"/>
        </w:rPr>
        <w:t>’</w:t>
      </w:r>
      <w:r>
        <w:rPr>
          <w:rFonts w:cs="Georgia"/>
          <w:kern w:val="1"/>
        </w:rPr>
        <w:t>unique fauteuil de la pièce</w:t>
      </w:r>
      <w:r w:rsidR="000E1451">
        <w:rPr>
          <w:rFonts w:cs="Georgia"/>
          <w:kern w:val="1"/>
        </w:rPr>
        <w:t xml:space="preserve">, </w:t>
      </w:r>
      <w:r>
        <w:rPr>
          <w:rFonts w:cs="Georgia"/>
          <w:kern w:val="1"/>
        </w:rPr>
        <w:t>avait les mains croisées sur un ventre agréablement rebondi</w:t>
      </w:r>
      <w:r w:rsidR="000E1451">
        <w:rPr>
          <w:rFonts w:cs="Georgia"/>
          <w:kern w:val="1"/>
        </w:rPr>
        <w:t xml:space="preserve">. </w:t>
      </w:r>
      <w:r>
        <w:rPr>
          <w:rFonts w:cs="Georgia"/>
          <w:kern w:val="1"/>
        </w:rPr>
        <w:t>Derrière les lunettes d</w:t>
      </w:r>
      <w:r w:rsidR="000E1451">
        <w:rPr>
          <w:rFonts w:cs="Georgia"/>
          <w:kern w:val="1"/>
        </w:rPr>
        <w:t>’</w:t>
      </w:r>
      <w:r>
        <w:rPr>
          <w:rFonts w:cs="Georgia"/>
          <w:kern w:val="1"/>
        </w:rPr>
        <w:t>or</w:t>
      </w:r>
      <w:r w:rsidR="000E1451">
        <w:rPr>
          <w:rFonts w:cs="Georgia"/>
          <w:kern w:val="1"/>
        </w:rPr>
        <w:t xml:space="preserve">, </w:t>
      </w:r>
      <w:r>
        <w:rPr>
          <w:rFonts w:cs="Georgia"/>
          <w:kern w:val="1"/>
        </w:rPr>
        <w:t>ses yeux m</w:t>
      </w:r>
      <w:r w:rsidR="000E1451">
        <w:rPr>
          <w:rFonts w:cs="Georgia"/>
          <w:kern w:val="1"/>
        </w:rPr>
        <w:t>’</w:t>
      </w:r>
      <w:r>
        <w:rPr>
          <w:rFonts w:cs="Georgia"/>
          <w:kern w:val="1"/>
        </w:rPr>
        <w:t>examinaient avec bienveillance</w:t>
      </w:r>
      <w:r w:rsidR="000E1451">
        <w:rPr>
          <w:rFonts w:cs="Georgia"/>
          <w:kern w:val="1"/>
        </w:rPr>
        <w:t>.</w:t>
      </w:r>
    </w:p>
    <w:p w14:paraId="56966AC4" w14:textId="77777777" w:rsidR="000E1451" w:rsidRDefault="000E1451" w:rsidP="00BE611A">
      <w:pPr>
        <w:rPr>
          <w:rFonts w:cs="Georgia"/>
          <w:kern w:val="1"/>
        </w:rPr>
      </w:pPr>
      <w:r>
        <w:rPr>
          <w:rFonts w:cs="Georgia"/>
          <w:kern w:val="1"/>
        </w:rPr>
        <w:t>— </w:t>
      </w:r>
      <w:r w:rsidR="00BE611A">
        <w:rPr>
          <w:rFonts w:cs="Georgia"/>
          <w:kern w:val="1"/>
        </w:rPr>
        <w:t>Monsieur le Pasteur Frühwirth</w:t>
      </w:r>
      <w:r>
        <w:rPr>
          <w:rFonts w:cs="Georgia"/>
          <w:kern w:val="1"/>
        </w:rPr>
        <w:t xml:space="preserve">, </w:t>
      </w:r>
      <w:r w:rsidR="00BE611A">
        <w:rPr>
          <w:rFonts w:cs="Georgia"/>
          <w:kern w:val="1"/>
        </w:rPr>
        <w:t>que voici</w:t>
      </w:r>
      <w:r>
        <w:rPr>
          <w:rFonts w:cs="Georgia"/>
          <w:kern w:val="1"/>
        </w:rPr>
        <w:t xml:space="preserve">, </w:t>
      </w:r>
      <w:r w:rsidR="00BE611A">
        <w:rPr>
          <w:rFonts w:cs="Georgia"/>
          <w:kern w:val="1"/>
        </w:rPr>
        <w:t>a manifesté le désir que vous lui soyez présenté</w:t>
      </w:r>
      <w:r>
        <w:rPr>
          <w:rFonts w:cs="Georgia"/>
          <w:kern w:val="1"/>
        </w:rPr>
        <w:t xml:space="preserve">, </w:t>
      </w:r>
      <w:r w:rsidR="00BE611A">
        <w:rPr>
          <w:rFonts w:cs="Georgia"/>
          <w:kern w:val="1"/>
        </w:rPr>
        <w:t>dit le capitaine</w:t>
      </w:r>
      <w:r>
        <w:rPr>
          <w:rFonts w:cs="Georgia"/>
          <w:kern w:val="1"/>
        </w:rPr>
        <w:t xml:space="preserve">. </w:t>
      </w:r>
      <w:r w:rsidR="00BE611A">
        <w:rPr>
          <w:rFonts w:cs="Georgia"/>
          <w:kern w:val="1"/>
        </w:rPr>
        <w:t>À votre disposition</w:t>
      </w:r>
      <w:r>
        <w:rPr>
          <w:rFonts w:cs="Georgia"/>
          <w:kern w:val="1"/>
        </w:rPr>
        <w:t xml:space="preserve">, </w:t>
      </w:r>
      <w:r w:rsidR="00BE611A">
        <w:rPr>
          <w:rFonts w:cs="Georgia"/>
          <w:kern w:val="1"/>
        </w:rPr>
        <w:t>monsieur le Pasteur</w:t>
      </w:r>
      <w:r>
        <w:rPr>
          <w:rFonts w:cs="Georgia"/>
          <w:kern w:val="1"/>
        </w:rPr>
        <w:t xml:space="preserve">. </w:t>
      </w:r>
      <w:r w:rsidR="00BE611A">
        <w:rPr>
          <w:rFonts w:cs="Georgia"/>
          <w:kern w:val="1"/>
        </w:rPr>
        <w:t>Je vous laisse cinq minutes avec le sergent</w:t>
      </w:r>
      <w:r>
        <w:rPr>
          <w:rFonts w:cs="Georgia"/>
          <w:kern w:val="1"/>
        </w:rPr>
        <w:t>.</w:t>
      </w:r>
    </w:p>
    <w:p w14:paraId="638ABB0A" w14:textId="77777777" w:rsidR="000E1451" w:rsidRDefault="00BE611A" w:rsidP="00BE611A">
      <w:pPr>
        <w:rPr>
          <w:rFonts w:cs="Georgia"/>
          <w:kern w:val="1"/>
        </w:rPr>
      </w:pPr>
      <w:r>
        <w:rPr>
          <w:rFonts w:cs="Georgia"/>
          <w:kern w:val="1"/>
        </w:rPr>
        <w:t>Le pasteur Frühwirth commença par me demander si j</w:t>
      </w:r>
      <w:r w:rsidR="000E1451">
        <w:rPr>
          <w:rFonts w:cs="Georgia"/>
          <w:kern w:val="1"/>
        </w:rPr>
        <w:t>’</w:t>
      </w:r>
      <w:r>
        <w:rPr>
          <w:rFonts w:cs="Georgia"/>
          <w:kern w:val="1"/>
        </w:rPr>
        <w:t>appartenais à la Religion Réformée</w:t>
      </w:r>
      <w:r w:rsidR="000E1451">
        <w:rPr>
          <w:rFonts w:cs="Georgia"/>
          <w:kern w:val="1"/>
        </w:rPr>
        <w:t xml:space="preserve">. </w:t>
      </w:r>
      <w:r>
        <w:rPr>
          <w:rFonts w:cs="Georgia"/>
          <w:kern w:val="1"/>
        </w:rPr>
        <w:t>Sur ma réponse négative</w:t>
      </w:r>
      <w:r w:rsidR="000E1451">
        <w:rPr>
          <w:rFonts w:cs="Georgia"/>
          <w:kern w:val="1"/>
        </w:rPr>
        <w:t xml:space="preserve">, </w:t>
      </w:r>
      <w:r>
        <w:rPr>
          <w:rFonts w:cs="Georgia"/>
          <w:kern w:val="1"/>
        </w:rPr>
        <w:t>il m</w:t>
      </w:r>
      <w:r w:rsidR="000E1451">
        <w:rPr>
          <w:rFonts w:cs="Georgia"/>
          <w:kern w:val="1"/>
        </w:rPr>
        <w:t>’</w:t>
      </w:r>
      <w:r>
        <w:rPr>
          <w:rFonts w:cs="Georgia"/>
          <w:kern w:val="1"/>
        </w:rPr>
        <w:t>en exprima ses regrets</w:t>
      </w:r>
      <w:r w:rsidR="000E1451">
        <w:rPr>
          <w:rFonts w:cs="Georgia"/>
          <w:kern w:val="1"/>
        </w:rPr>
        <w:t xml:space="preserve">, </w:t>
      </w:r>
      <w:r>
        <w:rPr>
          <w:rFonts w:cs="Georgia"/>
          <w:kern w:val="1"/>
        </w:rPr>
        <w:t>et voulut bien ajouter qu</w:t>
      </w:r>
      <w:r w:rsidR="000E1451">
        <w:rPr>
          <w:rFonts w:cs="Georgia"/>
          <w:kern w:val="1"/>
        </w:rPr>
        <w:t>’</w:t>
      </w:r>
      <w:r>
        <w:rPr>
          <w:rFonts w:cs="Georgia"/>
          <w:kern w:val="1"/>
        </w:rPr>
        <w:t>il valait mieux être catholique que de verser dans certaines sectes dissidentes avec lesquelles la vénérable Confession d</w:t>
      </w:r>
      <w:r w:rsidR="000E1451">
        <w:rPr>
          <w:rFonts w:cs="Georgia"/>
          <w:kern w:val="1"/>
        </w:rPr>
        <w:t>’</w:t>
      </w:r>
      <w:r>
        <w:rPr>
          <w:rFonts w:cs="Georgia"/>
          <w:kern w:val="1"/>
        </w:rPr>
        <w:t>Augsbourg n</w:t>
      </w:r>
      <w:r w:rsidR="000E1451">
        <w:rPr>
          <w:rFonts w:cs="Georgia"/>
          <w:kern w:val="1"/>
        </w:rPr>
        <w:t>’</w:t>
      </w:r>
      <w:r>
        <w:rPr>
          <w:rFonts w:cs="Georgia"/>
          <w:kern w:val="1"/>
        </w:rPr>
        <w:t>avait de commun que le nom</w:t>
      </w:r>
      <w:r w:rsidR="000E1451">
        <w:rPr>
          <w:rFonts w:cs="Georgia"/>
          <w:kern w:val="1"/>
        </w:rPr>
        <w:t xml:space="preserve">. </w:t>
      </w:r>
      <w:r>
        <w:rPr>
          <w:rFonts w:cs="Georgia"/>
          <w:kern w:val="1"/>
        </w:rPr>
        <w:t>Tout cela ne m</w:t>
      </w:r>
      <w:r w:rsidR="000E1451">
        <w:rPr>
          <w:rFonts w:cs="Georgia"/>
          <w:kern w:val="1"/>
        </w:rPr>
        <w:t>’</w:t>
      </w:r>
      <w:r>
        <w:rPr>
          <w:rFonts w:cs="Georgia"/>
          <w:kern w:val="1"/>
        </w:rPr>
        <w:t>indiquait pas très nettement où il voulait en venir</w:t>
      </w:r>
      <w:r w:rsidR="000E1451">
        <w:rPr>
          <w:rFonts w:cs="Georgia"/>
          <w:kern w:val="1"/>
        </w:rPr>
        <w:t xml:space="preserve">. </w:t>
      </w:r>
      <w:r>
        <w:rPr>
          <w:rFonts w:cs="Georgia"/>
          <w:kern w:val="1"/>
        </w:rPr>
        <w:t>Il eut le bon goût de ne pas me faire attendre plus longtemps ses explications</w:t>
      </w:r>
      <w:r w:rsidR="000E1451">
        <w:rPr>
          <w:rFonts w:cs="Georgia"/>
          <w:kern w:val="1"/>
        </w:rPr>
        <w:t>.</w:t>
      </w:r>
    </w:p>
    <w:p w14:paraId="5C3666AB" w14:textId="77777777" w:rsidR="000E1451" w:rsidRDefault="000E1451" w:rsidP="00BE611A">
      <w:pPr>
        <w:rPr>
          <w:rFonts w:cs="Georgia"/>
          <w:kern w:val="1"/>
        </w:rPr>
      </w:pPr>
      <w:r>
        <w:rPr>
          <w:rFonts w:cs="Georgia"/>
          <w:kern w:val="1"/>
        </w:rPr>
        <w:t>— </w:t>
      </w:r>
      <w:r w:rsidR="00BE611A">
        <w:rPr>
          <w:rFonts w:cs="Georgia"/>
          <w:kern w:val="1"/>
        </w:rPr>
        <w:t>Je sais</w:t>
      </w:r>
      <w:r>
        <w:rPr>
          <w:rFonts w:cs="Georgia"/>
          <w:kern w:val="1"/>
        </w:rPr>
        <w:t xml:space="preserve">, </w:t>
      </w:r>
      <w:r w:rsidR="00BE611A">
        <w:rPr>
          <w:rFonts w:cs="Georgia"/>
          <w:kern w:val="1"/>
        </w:rPr>
        <w:t>monsieur le Sergent</w:t>
      </w:r>
      <w:r>
        <w:rPr>
          <w:rFonts w:cs="Georgia"/>
          <w:kern w:val="1"/>
        </w:rPr>
        <w:t xml:space="preserve">, </w:t>
      </w:r>
      <w:r w:rsidR="00BE611A">
        <w:rPr>
          <w:rFonts w:cs="Georgia"/>
          <w:kern w:val="1"/>
        </w:rPr>
        <w:t>que vous êtes le seul intellectuel français du camp</w:t>
      </w:r>
      <w:r>
        <w:rPr>
          <w:rFonts w:cs="Georgia"/>
          <w:kern w:val="1"/>
        </w:rPr>
        <w:t xml:space="preserve">. </w:t>
      </w:r>
      <w:r w:rsidR="00BE611A">
        <w:rPr>
          <w:rFonts w:cs="Georgia"/>
          <w:kern w:val="1"/>
        </w:rPr>
        <w:t>Vous possédez à fond notre belle langue allemande</w:t>
      </w:r>
      <w:r>
        <w:rPr>
          <w:rFonts w:cs="Georgia"/>
          <w:kern w:val="1"/>
        </w:rPr>
        <w:t xml:space="preserve">, </w:t>
      </w:r>
      <w:r w:rsidR="00BE611A">
        <w:rPr>
          <w:rFonts w:cs="Georgia"/>
          <w:kern w:val="1"/>
        </w:rPr>
        <w:t xml:space="preserve">et en outre vous connaissez la </w:t>
      </w:r>
      <w:r w:rsidR="00BE611A">
        <w:rPr>
          <w:rFonts w:cs="Georgia"/>
          <w:kern w:val="1"/>
        </w:rPr>
        <w:lastRenderedPageBreak/>
        <w:t>dactylographie</w:t>
      </w:r>
      <w:r>
        <w:rPr>
          <w:rFonts w:cs="Georgia"/>
          <w:kern w:val="1"/>
        </w:rPr>
        <w:t xml:space="preserve">. </w:t>
      </w:r>
      <w:r w:rsidR="00BE611A">
        <w:rPr>
          <w:rFonts w:cs="Georgia"/>
          <w:kern w:val="1"/>
        </w:rPr>
        <w:t>Consentiriez-vous</w:t>
      </w:r>
      <w:r>
        <w:rPr>
          <w:rFonts w:cs="Georgia"/>
          <w:kern w:val="1"/>
        </w:rPr>
        <w:t xml:space="preserve">, </w:t>
      </w:r>
      <w:r w:rsidR="00BE611A">
        <w:rPr>
          <w:rFonts w:cs="Georgia"/>
          <w:kern w:val="1"/>
        </w:rPr>
        <w:t>une fois la semaine</w:t>
      </w:r>
      <w:r>
        <w:rPr>
          <w:rFonts w:cs="Georgia"/>
          <w:kern w:val="1"/>
        </w:rPr>
        <w:t xml:space="preserve">, </w:t>
      </w:r>
      <w:r w:rsidR="00BE611A">
        <w:rPr>
          <w:rFonts w:cs="Georgia"/>
          <w:kern w:val="1"/>
        </w:rPr>
        <w:t>à effectuer pour moi quelques petits travaux</w:t>
      </w:r>
      <w:r>
        <w:rPr>
          <w:rFonts w:cs="Georgia"/>
          <w:kern w:val="1"/>
        </w:rPr>
        <w:t> ?</w:t>
      </w:r>
    </w:p>
    <w:p w14:paraId="2E0D8783" w14:textId="77777777" w:rsidR="000E1451" w:rsidRDefault="00BE611A" w:rsidP="00BE611A">
      <w:pPr>
        <w:rPr>
          <w:rFonts w:cs="Georgia"/>
          <w:kern w:val="1"/>
        </w:rPr>
      </w:pPr>
      <w:r>
        <w:rPr>
          <w:rFonts w:cs="Georgia"/>
          <w:kern w:val="1"/>
        </w:rPr>
        <w:t>Je répondis que ce serait de bon cœur</w:t>
      </w:r>
      <w:r w:rsidR="000E1451">
        <w:rPr>
          <w:rFonts w:cs="Georgia"/>
          <w:kern w:val="1"/>
        </w:rPr>
        <w:t xml:space="preserve">, </w:t>
      </w:r>
      <w:r>
        <w:rPr>
          <w:rFonts w:cs="Georgia"/>
          <w:kern w:val="1"/>
        </w:rPr>
        <w:t>mais que je n</w:t>
      </w:r>
      <w:r w:rsidR="000E1451">
        <w:rPr>
          <w:rFonts w:cs="Georgia"/>
          <w:kern w:val="1"/>
        </w:rPr>
        <w:t>’</w:t>
      </w:r>
      <w:r>
        <w:rPr>
          <w:rFonts w:cs="Georgia"/>
          <w:kern w:val="1"/>
        </w:rPr>
        <w:t>étais pas le maître de mon temps</w:t>
      </w:r>
      <w:r w:rsidR="000E1451">
        <w:rPr>
          <w:rFonts w:cs="Georgia"/>
          <w:kern w:val="1"/>
        </w:rPr>
        <w:t xml:space="preserve">. </w:t>
      </w:r>
      <w:r>
        <w:rPr>
          <w:rFonts w:cs="Georgia"/>
          <w:kern w:val="1"/>
        </w:rPr>
        <w:t>Il sourit d</w:t>
      </w:r>
      <w:r w:rsidR="000E1451">
        <w:rPr>
          <w:rFonts w:cs="Georgia"/>
          <w:kern w:val="1"/>
        </w:rPr>
        <w:t>’</w:t>
      </w:r>
      <w:r>
        <w:rPr>
          <w:rFonts w:cs="Georgia"/>
          <w:kern w:val="1"/>
        </w:rPr>
        <w:t>un air entendu</w:t>
      </w:r>
      <w:r w:rsidR="000E1451">
        <w:rPr>
          <w:rFonts w:cs="Georgia"/>
          <w:kern w:val="1"/>
        </w:rPr>
        <w:t>.</w:t>
      </w:r>
    </w:p>
    <w:p w14:paraId="58147AD0" w14:textId="77777777" w:rsidR="000E1451" w:rsidRDefault="000E1451" w:rsidP="00BE611A">
      <w:pPr>
        <w:rPr>
          <w:rFonts w:cs="Georgia"/>
          <w:kern w:val="1"/>
        </w:rPr>
      </w:pPr>
      <w:r>
        <w:rPr>
          <w:rFonts w:cs="Georgia"/>
          <w:kern w:val="1"/>
        </w:rPr>
        <w:t>— </w:t>
      </w:r>
      <w:r w:rsidR="00BE611A">
        <w:rPr>
          <w:rFonts w:cs="Georgia"/>
          <w:kern w:val="1"/>
        </w:rPr>
        <w:t>La question est réglée avec le capitaine Elbing</w:t>
      </w:r>
      <w:r>
        <w:rPr>
          <w:rFonts w:cs="Georgia"/>
          <w:kern w:val="1"/>
        </w:rPr>
        <w:t xml:space="preserve">. </w:t>
      </w:r>
      <w:r w:rsidR="00BE611A">
        <w:rPr>
          <w:rFonts w:cs="Georgia"/>
          <w:kern w:val="1"/>
        </w:rPr>
        <w:t>C</w:t>
      </w:r>
      <w:r>
        <w:rPr>
          <w:rFonts w:cs="Georgia"/>
          <w:kern w:val="1"/>
        </w:rPr>
        <w:t>’</w:t>
      </w:r>
      <w:r w:rsidR="00BE611A">
        <w:rPr>
          <w:rFonts w:cs="Georgia"/>
          <w:kern w:val="1"/>
        </w:rPr>
        <w:t>est convenu</w:t>
      </w:r>
      <w:r>
        <w:rPr>
          <w:rFonts w:cs="Georgia"/>
          <w:kern w:val="1"/>
        </w:rPr>
        <w:t xml:space="preserve">. </w:t>
      </w:r>
      <w:r w:rsidR="00BE611A">
        <w:rPr>
          <w:rFonts w:cs="Georgia"/>
          <w:kern w:val="1"/>
        </w:rPr>
        <w:t>À mardi prochain</w:t>
      </w:r>
      <w:r>
        <w:rPr>
          <w:rFonts w:cs="Georgia"/>
          <w:kern w:val="1"/>
        </w:rPr>
        <w:t>.</w:t>
      </w:r>
    </w:p>
    <w:p w14:paraId="24B86FAE" w14:textId="77777777" w:rsidR="000E1451" w:rsidRDefault="00BE611A" w:rsidP="00BE611A">
      <w:pPr>
        <w:rPr>
          <w:rFonts w:cs="Georgia"/>
          <w:kern w:val="1"/>
        </w:rPr>
      </w:pPr>
      <w:r>
        <w:rPr>
          <w:rFonts w:cs="Georgia"/>
          <w:kern w:val="1"/>
        </w:rPr>
        <w:t>Je m</w:t>
      </w:r>
      <w:r w:rsidR="000E1451">
        <w:rPr>
          <w:rFonts w:cs="Georgia"/>
          <w:kern w:val="1"/>
        </w:rPr>
        <w:t>’</w:t>
      </w:r>
      <w:r>
        <w:rPr>
          <w:rFonts w:cs="Georgia"/>
          <w:kern w:val="1"/>
        </w:rPr>
        <w:t>étais figuré qu</w:t>
      </w:r>
      <w:r w:rsidR="000E1451">
        <w:rPr>
          <w:rFonts w:cs="Georgia"/>
          <w:kern w:val="1"/>
        </w:rPr>
        <w:t>’</w:t>
      </w:r>
      <w:r>
        <w:rPr>
          <w:rFonts w:cs="Georgia"/>
          <w:kern w:val="1"/>
        </w:rPr>
        <w:t>on m</w:t>
      </w:r>
      <w:r w:rsidR="000E1451">
        <w:rPr>
          <w:rFonts w:cs="Georgia"/>
          <w:kern w:val="1"/>
        </w:rPr>
        <w:t>’</w:t>
      </w:r>
      <w:r>
        <w:rPr>
          <w:rFonts w:cs="Georgia"/>
          <w:kern w:val="1"/>
        </w:rPr>
        <w:t>installerait dans quelque baraquement vide</w:t>
      </w:r>
      <w:r w:rsidR="000E1451">
        <w:rPr>
          <w:rFonts w:cs="Georgia"/>
          <w:kern w:val="1"/>
        </w:rPr>
        <w:t xml:space="preserve">, </w:t>
      </w:r>
      <w:r>
        <w:rPr>
          <w:rFonts w:cs="Georgia"/>
          <w:kern w:val="1"/>
        </w:rPr>
        <w:t>avec la machine à écrire</w:t>
      </w:r>
      <w:r w:rsidR="000E1451">
        <w:rPr>
          <w:rFonts w:cs="Georgia"/>
          <w:kern w:val="1"/>
        </w:rPr>
        <w:t xml:space="preserve">, </w:t>
      </w:r>
      <w:r>
        <w:rPr>
          <w:rFonts w:cs="Georgia"/>
          <w:kern w:val="1"/>
        </w:rPr>
        <w:t>et les paperasses que désirait me confier ce bonhomme</w:t>
      </w:r>
      <w:r w:rsidR="000E1451">
        <w:rPr>
          <w:rFonts w:cs="Georgia"/>
          <w:kern w:val="1"/>
        </w:rPr>
        <w:t xml:space="preserve">. </w:t>
      </w:r>
      <w:r>
        <w:rPr>
          <w:rFonts w:cs="Georgia"/>
          <w:kern w:val="1"/>
        </w:rPr>
        <w:t>Je fus donc agréablement surpris</w:t>
      </w:r>
      <w:r w:rsidR="000E1451">
        <w:rPr>
          <w:rFonts w:cs="Georgia"/>
          <w:kern w:val="1"/>
        </w:rPr>
        <w:t xml:space="preserve">, </w:t>
      </w:r>
      <w:r>
        <w:rPr>
          <w:rFonts w:cs="Georgia"/>
          <w:kern w:val="1"/>
        </w:rPr>
        <w:t>le mardi suivant</w:t>
      </w:r>
      <w:r w:rsidR="000E1451">
        <w:rPr>
          <w:rFonts w:cs="Georgia"/>
          <w:kern w:val="1"/>
        </w:rPr>
        <w:t xml:space="preserve">, </w:t>
      </w:r>
      <w:r>
        <w:rPr>
          <w:rFonts w:cs="Georgia"/>
          <w:kern w:val="1"/>
        </w:rPr>
        <w:t>lorsqu</w:t>
      </w:r>
      <w:r w:rsidR="000E1451">
        <w:rPr>
          <w:rFonts w:cs="Georgia"/>
          <w:kern w:val="1"/>
        </w:rPr>
        <w:t>’</w:t>
      </w:r>
      <w:r>
        <w:rPr>
          <w:rFonts w:cs="Georgia"/>
          <w:kern w:val="1"/>
        </w:rPr>
        <w:t>un soldat allemand</w:t>
      </w:r>
      <w:r w:rsidR="000E1451">
        <w:rPr>
          <w:rFonts w:cs="Georgia"/>
          <w:kern w:val="1"/>
        </w:rPr>
        <w:t xml:space="preserve">, </w:t>
      </w:r>
      <w:r>
        <w:rPr>
          <w:rFonts w:cs="Georgia"/>
          <w:kern w:val="1"/>
        </w:rPr>
        <w:t>fusil chargé</w:t>
      </w:r>
      <w:r w:rsidR="000E1451">
        <w:rPr>
          <w:rFonts w:cs="Georgia"/>
          <w:kern w:val="1"/>
        </w:rPr>
        <w:t xml:space="preserve">, </w:t>
      </w:r>
      <w:r>
        <w:rPr>
          <w:rFonts w:cs="Georgia"/>
          <w:kern w:val="1"/>
        </w:rPr>
        <w:t xml:space="preserve">me conduisit </w:t>
      </w:r>
      <w:r>
        <w:rPr>
          <w:rFonts w:cs="Georgia"/>
          <w:bCs/>
          <w:kern w:val="1"/>
        </w:rPr>
        <w:t xml:space="preserve">à </w:t>
      </w:r>
      <w:r>
        <w:rPr>
          <w:rFonts w:cs="Georgia"/>
          <w:kern w:val="1"/>
        </w:rPr>
        <w:t>travers les dunes au village de Reichendorf</w:t>
      </w:r>
      <w:r w:rsidR="000E1451">
        <w:rPr>
          <w:rFonts w:cs="Georgia"/>
          <w:kern w:val="1"/>
        </w:rPr>
        <w:t xml:space="preserve">, </w:t>
      </w:r>
      <w:r>
        <w:rPr>
          <w:rFonts w:cs="Georgia"/>
          <w:kern w:val="1"/>
        </w:rPr>
        <w:t>d</w:t>
      </w:r>
      <w:r w:rsidR="000E1451">
        <w:rPr>
          <w:rFonts w:cs="Georgia"/>
          <w:kern w:val="1"/>
        </w:rPr>
        <w:t>’</w:t>
      </w:r>
      <w:r>
        <w:rPr>
          <w:rFonts w:cs="Georgia"/>
          <w:kern w:val="1"/>
        </w:rPr>
        <w:t>où le pasteur Frühwirth était originaire</w:t>
      </w:r>
      <w:r w:rsidR="000E1451">
        <w:rPr>
          <w:rFonts w:cs="Georgia"/>
          <w:kern w:val="1"/>
        </w:rPr>
        <w:t xml:space="preserve">. </w:t>
      </w:r>
      <w:r>
        <w:rPr>
          <w:rFonts w:cs="Georgia"/>
          <w:kern w:val="1"/>
        </w:rPr>
        <w:t>Il y possédait une coquette villa de bois</w:t>
      </w:r>
      <w:r w:rsidR="000E1451">
        <w:rPr>
          <w:rFonts w:cs="Georgia"/>
          <w:kern w:val="1"/>
        </w:rPr>
        <w:t xml:space="preserve">, </w:t>
      </w:r>
      <w:r>
        <w:rPr>
          <w:rFonts w:cs="Georgia"/>
          <w:kern w:val="1"/>
        </w:rPr>
        <w:t>dûment calfeutrée contre les intempéries</w:t>
      </w:r>
      <w:r w:rsidR="000E1451">
        <w:rPr>
          <w:rFonts w:cs="Georgia"/>
          <w:kern w:val="1"/>
        </w:rPr>
        <w:t xml:space="preserve">. </w:t>
      </w:r>
      <w:r>
        <w:rPr>
          <w:rFonts w:cs="Georgia"/>
          <w:kern w:val="1"/>
        </w:rPr>
        <w:t>Je frémis d</w:t>
      </w:r>
      <w:r w:rsidR="000E1451">
        <w:rPr>
          <w:rFonts w:cs="Georgia"/>
          <w:kern w:val="1"/>
        </w:rPr>
        <w:t>’</w:t>
      </w:r>
      <w:r>
        <w:rPr>
          <w:rFonts w:cs="Georgia"/>
          <w:kern w:val="1"/>
        </w:rPr>
        <w:t>aise en apercevant un beau poêle de porcelaine</w:t>
      </w:r>
      <w:r w:rsidR="000E1451">
        <w:rPr>
          <w:rFonts w:cs="Georgia"/>
          <w:kern w:val="1"/>
        </w:rPr>
        <w:t xml:space="preserve">, </w:t>
      </w:r>
      <w:r>
        <w:rPr>
          <w:rFonts w:cs="Georgia"/>
          <w:kern w:val="1"/>
        </w:rPr>
        <w:t>qui répandait dans toute la maison sa divine tiédeur</w:t>
      </w:r>
      <w:r w:rsidR="000E1451">
        <w:rPr>
          <w:rFonts w:cs="Georgia"/>
          <w:kern w:val="1"/>
        </w:rPr>
        <w:t xml:space="preserve">. </w:t>
      </w:r>
      <w:r>
        <w:rPr>
          <w:rFonts w:cs="Georgia"/>
          <w:kern w:val="1"/>
        </w:rPr>
        <w:t>Au soir d</w:t>
      </w:r>
      <w:r w:rsidR="000E1451">
        <w:rPr>
          <w:rFonts w:cs="Georgia"/>
          <w:kern w:val="1"/>
        </w:rPr>
        <w:t>’</w:t>
      </w:r>
      <w:r>
        <w:rPr>
          <w:rFonts w:cs="Georgia"/>
          <w:kern w:val="1"/>
        </w:rPr>
        <w:t xml:space="preserve">une longue carrière employée </w:t>
      </w:r>
      <w:r>
        <w:rPr>
          <w:rFonts w:cs="Georgia"/>
          <w:bCs/>
          <w:kern w:val="1"/>
        </w:rPr>
        <w:t xml:space="preserve">à </w:t>
      </w:r>
      <w:r>
        <w:rPr>
          <w:rFonts w:cs="Georgia"/>
          <w:kern w:val="1"/>
        </w:rPr>
        <w:t>prêcher la parole céleste aux habitants de Kœnigsberg</w:t>
      </w:r>
      <w:r w:rsidR="000E1451">
        <w:rPr>
          <w:rFonts w:cs="Georgia"/>
          <w:kern w:val="1"/>
        </w:rPr>
        <w:t xml:space="preserve">, </w:t>
      </w:r>
      <w:r>
        <w:rPr>
          <w:rFonts w:cs="Georgia"/>
          <w:kern w:val="1"/>
        </w:rPr>
        <w:t>le pasteur avait décidé de venir terminer ses jours dans son village natal</w:t>
      </w:r>
      <w:r w:rsidR="000E1451">
        <w:rPr>
          <w:rFonts w:cs="Georgia"/>
          <w:kern w:val="1"/>
        </w:rPr>
        <w:t xml:space="preserve">. </w:t>
      </w:r>
      <w:r>
        <w:rPr>
          <w:rFonts w:cs="Georgia"/>
          <w:kern w:val="1"/>
        </w:rPr>
        <w:t xml:space="preserve">Il consacrait ses loisirs </w:t>
      </w:r>
      <w:r>
        <w:rPr>
          <w:rFonts w:cs="Georgia"/>
          <w:bCs/>
          <w:kern w:val="1"/>
        </w:rPr>
        <w:t xml:space="preserve">à </w:t>
      </w:r>
      <w:r>
        <w:rPr>
          <w:rFonts w:cs="Georgia"/>
          <w:kern w:val="1"/>
        </w:rPr>
        <w:t>la préparation d</w:t>
      </w:r>
      <w:r w:rsidR="000E1451">
        <w:rPr>
          <w:rFonts w:cs="Georgia"/>
          <w:kern w:val="1"/>
        </w:rPr>
        <w:t>’</w:t>
      </w:r>
      <w:r>
        <w:rPr>
          <w:rFonts w:cs="Georgia"/>
          <w:kern w:val="1"/>
        </w:rPr>
        <w:t>une anthologie de ceux de ses sermons qu</w:t>
      </w:r>
      <w:r w:rsidR="000E1451">
        <w:rPr>
          <w:rFonts w:cs="Georgia"/>
          <w:kern w:val="1"/>
        </w:rPr>
        <w:t>’</w:t>
      </w:r>
      <w:r>
        <w:rPr>
          <w:rFonts w:cs="Georgia"/>
          <w:kern w:val="1"/>
        </w:rPr>
        <w:t>il jugeait les plus dignes d</w:t>
      </w:r>
      <w:r w:rsidR="000E1451">
        <w:rPr>
          <w:rFonts w:cs="Georgia"/>
          <w:kern w:val="1"/>
        </w:rPr>
        <w:t>’</w:t>
      </w:r>
      <w:r>
        <w:rPr>
          <w:rFonts w:cs="Georgia"/>
          <w:kern w:val="1"/>
        </w:rPr>
        <w:t>être conservés</w:t>
      </w:r>
      <w:r w:rsidR="000E1451">
        <w:rPr>
          <w:rFonts w:cs="Georgia"/>
          <w:kern w:val="1"/>
        </w:rPr>
        <w:t xml:space="preserve">. </w:t>
      </w:r>
      <w:r>
        <w:rPr>
          <w:rFonts w:cs="Georgia"/>
          <w:kern w:val="1"/>
        </w:rPr>
        <w:t>J</w:t>
      </w:r>
      <w:r w:rsidR="000E1451">
        <w:rPr>
          <w:rFonts w:cs="Georgia"/>
          <w:kern w:val="1"/>
        </w:rPr>
        <w:t>’</w:t>
      </w:r>
      <w:r>
        <w:rPr>
          <w:rFonts w:cs="Georgia"/>
          <w:kern w:val="1"/>
        </w:rPr>
        <w:t>eus à dactylographier</w:t>
      </w:r>
      <w:r w:rsidR="000E1451">
        <w:rPr>
          <w:rFonts w:cs="Georgia"/>
          <w:kern w:val="1"/>
        </w:rPr>
        <w:t xml:space="preserve">, </w:t>
      </w:r>
      <w:r>
        <w:rPr>
          <w:rFonts w:cs="Georgia"/>
          <w:kern w:val="1"/>
        </w:rPr>
        <w:t>pour mes débuts</w:t>
      </w:r>
      <w:r w:rsidR="000E1451">
        <w:rPr>
          <w:rFonts w:cs="Georgia"/>
          <w:kern w:val="1"/>
        </w:rPr>
        <w:t xml:space="preserve">, </w:t>
      </w:r>
      <w:r>
        <w:rPr>
          <w:rFonts w:cs="Georgia"/>
          <w:kern w:val="1"/>
        </w:rPr>
        <w:t>une homélie où était prise pour thème la phrase fameuse du Maître de la Wartbourg</w:t>
      </w:r>
      <w:r w:rsidR="000E1451">
        <w:rPr>
          <w:rFonts w:cs="Georgia"/>
          <w:kern w:val="1"/>
        </w:rPr>
        <w:t> : « </w:t>
      </w:r>
      <w:r>
        <w:rPr>
          <w:rFonts w:cs="Georgia"/>
          <w:kern w:val="1"/>
        </w:rPr>
        <w:t>Notre Dieu est une solide forteresse</w:t>
      </w:r>
      <w:r w:rsidR="000E1451">
        <w:rPr>
          <w:rFonts w:cs="Georgia"/>
          <w:kern w:val="1"/>
        </w:rPr>
        <w:t xml:space="preserve">, </w:t>
      </w:r>
      <w:r>
        <w:rPr>
          <w:rFonts w:cs="Georgia"/>
          <w:kern w:val="1"/>
        </w:rPr>
        <w:t>une bonne épée et une bonne armure</w:t>
      </w:r>
      <w:r w:rsidR="000E1451">
        <w:rPr>
          <w:rFonts w:cs="Georgia"/>
          <w:kern w:val="1"/>
        </w:rPr>
        <w:t>. »</w:t>
      </w:r>
      <w:r>
        <w:rPr>
          <w:rFonts w:cs="Georgia"/>
          <w:kern w:val="1"/>
        </w:rPr>
        <w:t xml:space="preserve"> </w:t>
      </w:r>
      <w:r>
        <w:rPr>
          <w:rFonts w:cs="Georgia"/>
          <w:i/>
          <w:iCs/>
          <w:kern w:val="1"/>
        </w:rPr>
        <w:t>E</w:t>
      </w:r>
      <w:r>
        <w:rPr>
          <w:rFonts w:cs="Georgia"/>
          <w:bCs/>
          <w:i/>
          <w:iCs/>
          <w:kern w:val="1"/>
        </w:rPr>
        <w:t>in feste Burg ist unser Gott</w:t>
      </w:r>
      <w:r w:rsidR="000E1451">
        <w:rPr>
          <w:rFonts w:cs="Georgia"/>
          <w:bCs/>
          <w:i/>
          <w:iCs/>
          <w:kern w:val="1"/>
        </w:rPr>
        <w:t xml:space="preserve">… </w:t>
      </w:r>
      <w:r>
        <w:rPr>
          <w:rFonts w:cs="Georgia"/>
          <w:kern w:val="1"/>
        </w:rPr>
        <w:t>Mon repas me fut s</w:t>
      </w:r>
      <w:r>
        <w:rPr>
          <w:rFonts w:cs="Georgia"/>
          <w:bCs/>
          <w:kern w:val="1"/>
        </w:rPr>
        <w:t>ervi</w:t>
      </w:r>
      <w:r w:rsidR="000E1451">
        <w:rPr>
          <w:rFonts w:cs="Georgia"/>
          <w:bCs/>
          <w:kern w:val="1"/>
        </w:rPr>
        <w:t xml:space="preserve">, </w:t>
      </w:r>
      <w:r>
        <w:rPr>
          <w:rFonts w:cs="Georgia"/>
          <w:kern w:val="1"/>
        </w:rPr>
        <w:t>bien entendu</w:t>
      </w:r>
      <w:r w:rsidR="000E1451">
        <w:rPr>
          <w:rFonts w:cs="Georgia"/>
          <w:kern w:val="1"/>
        </w:rPr>
        <w:t xml:space="preserve">, </w:t>
      </w:r>
      <w:r>
        <w:rPr>
          <w:rFonts w:cs="Georgia"/>
          <w:bCs/>
          <w:kern w:val="1"/>
        </w:rPr>
        <w:t xml:space="preserve">à </w:t>
      </w:r>
      <w:r>
        <w:rPr>
          <w:rFonts w:cs="Georgia"/>
          <w:kern w:val="1"/>
        </w:rPr>
        <w:t>la cuisine</w:t>
      </w:r>
      <w:r w:rsidR="000E1451">
        <w:rPr>
          <w:rFonts w:cs="Georgia"/>
          <w:kern w:val="1"/>
        </w:rPr>
        <w:t xml:space="preserve">, </w:t>
      </w:r>
      <w:r>
        <w:rPr>
          <w:rFonts w:cs="Georgia"/>
          <w:kern w:val="1"/>
        </w:rPr>
        <w:t>où la gouvernante Friska eut pour moi le genre d</w:t>
      </w:r>
      <w:r w:rsidR="000E1451">
        <w:rPr>
          <w:rFonts w:cs="Georgia"/>
          <w:kern w:val="1"/>
        </w:rPr>
        <w:t>’</w:t>
      </w:r>
      <w:r>
        <w:rPr>
          <w:rFonts w:cs="Georgia"/>
          <w:kern w:val="1"/>
        </w:rPr>
        <w:t>égards qu</w:t>
      </w:r>
      <w:r w:rsidR="000E1451">
        <w:rPr>
          <w:rFonts w:cs="Georgia"/>
          <w:kern w:val="1"/>
        </w:rPr>
        <w:t>’</w:t>
      </w:r>
      <w:r>
        <w:rPr>
          <w:rFonts w:cs="Georgia"/>
          <w:kern w:val="1"/>
        </w:rPr>
        <w:t xml:space="preserve">on peut témoigner </w:t>
      </w:r>
      <w:r>
        <w:rPr>
          <w:rFonts w:cs="Georgia"/>
          <w:bCs/>
          <w:kern w:val="1"/>
        </w:rPr>
        <w:t xml:space="preserve">à </w:t>
      </w:r>
      <w:r>
        <w:rPr>
          <w:rFonts w:cs="Georgia"/>
          <w:kern w:val="1"/>
        </w:rPr>
        <w:t>un malfaiteur qui serait en même temps un réprouvé</w:t>
      </w:r>
      <w:r w:rsidR="000E1451">
        <w:rPr>
          <w:rFonts w:cs="Georgia"/>
          <w:kern w:val="1"/>
        </w:rPr>
        <w:t xml:space="preserve">. </w:t>
      </w:r>
      <w:r>
        <w:rPr>
          <w:rFonts w:cs="Georgia"/>
          <w:kern w:val="1"/>
        </w:rPr>
        <w:t>Mais</w:t>
      </w:r>
      <w:r w:rsidR="000E1451">
        <w:rPr>
          <w:rFonts w:cs="Georgia"/>
          <w:kern w:val="1"/>
        </w:rPr>
        <w:t xml:space="preserve">, </w:t>
      </w:r>
      <w:r>
        <w:rPr>
          <w:rFonts w:cs="Georgia"/>
          <w:kern w:val="1"/>
        </w:rPr>
        <w:t>le mardi suivant</w:t>
      </w:r>
      <w:r w:rsidR="000E1451">
        <w:rPr>
          <w:rFonts w:cs="Georgia"/>
          <w:kern w:val="1"/>
        </w:rPr>
        <w:t xml:space="preserve">, </w:t>
      </w:r>
      <w:r>
        <w:rPr>
          <w:rFonts w:cs="Georgia"/>
          <w:kern w:val="1"/>
        </w:rPr>
        <w:t>m</w:t>
      </w:r>
      <w:r w:rsidR="000E1451">
        <w:rPr>
          <w:rFonts w:cs="Georgia"/>
          <w:kern w:val="1"/>
        </w:rPr>
        <w:t>’</w:t>
      </w:r>
      <w:r>
        <w:rPr>
          <w:rFonts w:cs="Georgia"/>
          <w:kern w:val="1"/>
        </w:rPr>
        <w:t xml:space="preserve">étant vu confier un sermon qui puisait son inspiration dans la célèbre </w:t>
      </w:r>
      <w:r w:rsidR="000E1451">
        <w:rPr>
          <w:rFonts w:cs="Georgia"/>
          <w:kern w:val="1"/>
        </w:rPr>
        <w:t>« </w:t>
      </w:r>
      <w:r>
        <w:rPr>
          <w:rFonts w:cs="Georgia"/>
          <w:kern w:val="1"/>
        </w:rPr>
        <w:t xml:space="preserve">Préface </w:t>
      </w:r>
      <w:r>
        <w:rPr>
          <w:rFonts w:cs="Georgia"/>
          <w:kern w:val="1"/>
        </w:rPr>
        <w:lastRenderedPageBreak/>
        <w:t>de l</w:t>
      </w:r>
      <w:r w:rsidR="000E1451">
        <w:rPr>
          <w:rFonts w:cs="Georgia"/>
          <w:kern w:val="1"/>
        </w:rPr>
        <w:t>’</w:t>
      </w:r>
      <w:r>
        <w:rPr>
          <w:rFonts w:cs="Georgia"/>
          <w:kern w:val="1"/>
        </w:rPr>
        <w:t>Épître de saint Paul aux Romains</w:t>
      </w:r>
      <w:r w:rsidR="000E1451">
        <w:rPr>
          <w:rFonts w:cs="Georgia"/>
          <w:kern w:val="1"/>
        </w:rPr>
        <w:t xml:space="preserve"> » </w:t>
      </w:r>
      <w:r w:rsidR="000E1451">
        <w:rPr>
          <w:rFonts w:cs="Georgia"/>
          <w:i/>
          <w:iCs/>
          <w:kern w:val="1"/>
        </w:rPr>
        <w:t>(</w:t>
      </w:r>
      <w:r>
        <w:rPr>
          <w:rFonts w:cs="Georgia"/>
          <w:i/>
          <w:iCs/>
          <w:kern w:val="1"/>
        </w:rPr>
        <w:t>Vor</w:t>
      </w:r>
      <w:r>
        <w:rPr>
          <w:rFonts w:cs="Georgia"/>
          <w:bCs/>
          <w:i/>
          <w:iCs/>
          <w:kern w:val="1"/>
        </w:rPr>
        <w:t>rede auf die Epistel St</w:t>
      </w:r>
      <w:r w:rsidR="000E1451">
        <w:rPr>
          <w:rFonts w:cs="Georgia"/>
          <w:bCs/>
          <w:i/>
          <w:iCs/>
          <w:kern w:val="1"/>
        </w:rPr>
        <w:t xml:space="preserve"> </w:t>
      </w:r>
      <w:r>
        <w:rPr>
          <w:rFonts w:cs="Georgia"/>
          <w:bCs/>
          <w:i/>
          <w:iCs/>
          <w:kern w:val="1"/>
        </w:rPr>
        <w:t>Pauli an die Römer</w:t>
      </w:r>
      <w:r w:rsidR="000E1451">
        <w:rPr>
          <w:rFonts w:cs="Georgia"/>
          <w:bCs/>
          <w:i/>
          <w:iCs/>
          <w:kern w:val="1"/>
        </w:rPr>
        <w:t>),</w:t>
      </w:r>
      <w:r w:rsidR="000E1451">
        <w:t xml:space="preserve"> </w:t>
      </w:r>
      <w:r>
        <w:rPr>
          <w:rFonts w:cs="Georgia"/>
          <w:kern w:val="1"/>
        </w:rPr>
        <w:t>je me tirai avec tant de bonheur d</w:t>
      </w:r>
      <w:r w:rsidR="000E1451">
        <w:rPr>
          <w:rFonts w:cs="Georgia"/>
          <w:kern w:val="1"/>
        </w:rPr>
        <w:t>’</w:t>
      </w:r>
      <w:r>
        <w:rPr>
          <w:rFonts w:cs="Georgia"/>
          <w:kern w:val="1"/>
        </w:rPr>
        <w:t>un travail aussi nouveau pour moi que le pasteur décida de m</w:t>
      </w:r>
      <w:r w:rsidR="000E1451">
        <w:rPr>
          <w:rFonts w:cs="Georgia"/>
          <w:kern w:val="1"/>
        </w:rPr>
        <w:t>’</w:t>
      </w:r>
      <w:r>
        <w:rPr>
          <w:rFonts w:cs="Georgia"/>
          <w:kern w:val="1"/>
        </w:rPr>
        <w:t>admettre à sa table</w:t>
      </w:r>
      <w:r w:rsidR="000E1451">
        <w:rPr>
          <w:rFonts w:cs="Georgia"/>
          <w:kern w:val="1"/>
        </w:rPr>
        <w:t xml:space="preserve">. </w:t>
      </w:r>
      <w:r>
        <w:rPr>
          <w:rFonts w:cs="Georgia"/>
          <w:kern w:val="1"/>
        </w:rPr>
        <w:t>Friska apporta un admirable levraut</w:t>
      </w:r>
      <w:r w:rsidR="000E1451">
        <w:rPr>
          <w:rFonts w:cs="Georgia"/>
          <w:kern w:val="1"/>
        </w:rPr>
        <w:t xml:space="preserve">, </w:t>
      </w:r>
      <w:r>
        <w:rPr>
          <w:rFonts w:cs="Georgia"/>
          <w:kern w:val="1"/>
        </w:rPr>
        <w:t>offert la veille à son maître par le châtelain de Reichendorf</w:t>
      </w:r>
      <w:r w:rsidR="000E1451">
        <w:rPr>
          <w:rFonts w:cs="Georgia"/>
          <w:kern w:val="1"/>
        </w:rPr>
        <w:t xml:space="preserve">. </w:t>
      </w:r>
      <w:r>
        <w:rPr>
          <w:rFonts w:cs="Georgia"/>
          <w:kern w:val="1"/>
        </w:rPr>
        <w:t>Je dois avouer que je pris sournoisement en cette minute la résolution d</w:t>
      </w:r>
      <w:r w:rsidR="000E1451">
        <w:rPr>
          <w:rFonts w:cs="Georgia"/>
          <w:kern w:val="1"/>
        </w:rPr>
        <w:t>’</w:t>
      </w:r>
      <w:r>
        <w:rPr>
          <w:rFonts w:cs="Georgia"/>
          <w:kern w:val="1"/>
        </w:rPr>
        <w:t>aller désormais moins vite en besogne</w:t>
      </w:r>
      <w:r w:rsidR="000E1451">
        <w:rPr>
          <w:rFonts w:cs="Georgia"/>
          <w:kern w:val="1"/>
        </w:rPr>
        <w:t xml:space="preserve">, </w:t>
      </w:r>
      <w:r>
        <w:rPr>
          <w:rFonts w:cs="Georgia"/>
          <w:kern w:val="1"/>
        </w:rPr>
        <w:t>et de m</w:t>
      </w:r>
      <w:r w:rsidR="000E1451">
        <w:rPr>
          <w:rFonts w:cs="Georgia"/>
          <w:kern w:val="1"/>
        </w:rPr>
        <w:t>’</w:t>
      </w:r>
      <w:r>
        <w:rPr>
          <w:rFonts w:cs="Georgia"/>
          <w:kern w:val="1"/>
        </w:rPr>
        <w:t>arranger pour faire durer jusqu</w:t>
      </w:r>
      <w:r w:rsidR="000E1451">
        <w:rPr>
          <w:rFonts w:cs="Georgia"/>
          <w:kern w:val="1"/>
        </w:rPr>
        <w:t>’</w:t>
      </w:r>
      <w:r>
        <w:rPr>
          <w:rFonts w:cs="Georgia"/>
          <w:kern w:val="1"/>
        </w:rPr>
        <w:t>à l</w:t>
      </w:r>
      <w:r w:rsidR="000E1451">
        <w:rPr>
          <w:rFonts w:cs="Georgia"/>
          <w:kern w:val="1"/>
        </w:rPr>
        <w:t>’</w:t>
      </w:r>
      <w:r>
        <w:rPr>
          <w:rFonts w:cs="Georgia"/>
          <w:kern w:val="1"/>
        </w:rPr>
        <w:t>armistice la transcription sur papier carbone des œuvres oratoires du Pasteur Frühwirth</w:t>
      </w:r>
      <w:r w:rsidR="000E1451">
        <w:rPr>
          <w:rFonts w:cs="Georgia"/>
          <w:kern w:val="1"/>
        </w:rPr>
        <w:t>.</w:t>
      </w:r>
    </w:p>
    <w:p w14:paraId="52A13230" w14:textId="77777777" w:rsidR="00BE611A" w:rsidRDefault="00BE611A" w:rsidP="00BE611A">
      <w:pPr>
        <w:rPr>
          <w:rFonts w:cs="Georgia"/>
          <w:bCs/>
          <w:kern w:val="1"/>
        </w:rPr>
      </w:pPr>
    </w:p>
    <w:p w14:paraId="0D0F3C53" w14:textId="77777777" w:rsidR="000E1451" w:rsidRDefault="00BE611A" w:rsidP="00BE611A">
      <w:pPr>
        <w:rPr>
          <w:rFonts w:cs="Georgia"/>
          <w:kern w:val="1"/>
        </w:rPr>
      </w:pPr>
      <w:r>
        <w:rPr>
          <w:rFonts w:cs="Georgia"/>
          <w:kern w:val="1"/>
        </w:rPr>
        <w:t>En dehors de cette bienheureuse journée du mardi</w:t>
      </w:r>
      <w:r w:rsidR="000E1451">
        <w:rPr>
          <w:rFonts w:cs="Georgia"/>
          <w:kern w:val="1"/>
        </w:rPr>
        <w:t xml:space="preserve">, </w:t>
      </w:r>
      <w:r>
        <w:rPr>
          <w:rFonts w:cs="Georgia"/>
          <w:kern w:val="1"/>
        </w:rPr>
        <w:t>où je m</w:t>
      </w:r>
      <w:r w:rsidR="000E1451">
        <w:rPr>
          <w:rFonts w:cs="Georgia"/>
          <w:kern w:val="1"/>
        </w:rPr>
        <w:t>’</w:t>
      </w:r>
      <w:r>
        <w:rPr>
          <w:rFonts w:cs="Georgia"/>
          <w:kern w:val="1"/>
        </w:rPr>
        <w:t>asseyais à une table bien garnie</w:t>
      </w:r>
      <w:r w:rsidR="000E1451">
        <w:rPr>
          <w:rFonts w:cs="Georgia"/>
          <w:kern w:val="1"/>
        </w:rPr>
        <w:t xml:space="preserve">, </w:t>
      </w:r>
      <w:r>
        <w:rPr>
          <w:rFonts w:cs="Georgia"/>
          <w:kern w:val="1"/>
        </w:rPr>
        <w:t>où je buvais de bonne bière</w:t>
      </w:r>
      <w:r w:rsidR="000E1451">
        <w:rPr>
          <w:rFonts w:cs="Georgia"/>
          <w:kern w:val="1"/>
        </w:rPr>
        <w:t xml:space="preserve">, </w:t>
      </w:r>
      <w:r>
        <w:rPr>
          <w:rFonts w:cs="Georgia"/>
          <w:kern w:val="1"/>
        </w:rPr>
        <w:t>où j</w:t>
      </w:r>
      <w:r w:rsidR="000E1451">
        <w:rPr>
          <w:rFonts w:cs="Georgia"/>
          <w:kern w:val="1"/>
        </w:rPr>
        <w:t>’</w:t>
      </w:r>
      <w:r>
        <w:rPr>
          <w:rFonts w:cs="Georgia"/>
          <w:kern w:val="1"/>
        </w:rPr>
        <w:t>avais sur mes genoux une serviette de blancheur éclatante</w:t>
      </w:r>
      <w:r w:rsidR="000E1451">
        <w:rPr>
          <w:rFonts w:cs="Georgia"/>
          <w:kern w:val="1"/>
        </w:rPr>
        <w:t xml:space="preserve">, </w:t>
      </w:r>
      <w:r>
        <w:rPr>
          <w:rFonts w:cs="Georgia"/>
          <w:kern w:val="1"/>
        </w:rPr>
        <w:t>je menais la vie de mes camarades</w:t>
      </w:r>
      <w:r w:rsidR="000E1451">
        <w:rPr>
          <w:rFonts w:cs="Georgia"/>
          <w:kern w:val="1"/>
        </w:rPr>
        <w:t xml:space="preserve">. </w:t>
      </w:r>
      <w:r>
        <w:rPr>
          <w:rFonts w:cs="Georgia"/>
          <w:kern w:val="1"/>
        </w:rPr>
        <w:t>Les prétextes à se distraire n</w:t>
      </w:r>
      <w:r w:rsidR="000E1451">
        <w:rPr>
          <w:rFonts w:cs="Georgia"/>
          <w:kern w:val="1"/>
        </w:rPr>
        <w:t>’</w:t>
      </w:r>
      <w:r>
        <w:rPr>
          <w:rFonts w:cs="Georgia"/>
          <w:kern w:val="1"/>
        </w:rPr>
        <w:t>abondaient pas au cours des mornes journées de corvées</w:t>
      </w:r>
      <w:r w:rsidR="000E1451">
        <w:rPr>
          <w:rFonts w:cs="Georgia"/>
          <w:kern w:val="1"/>
        </w:rPr>
        <w:t xml:space="preserve">. </w:t>
      </w:r>
      <w:r>
        <w:rPr>
          <w:rFonts w:cs="Georgia"/>
          <w:kern w:val="1"/>
        </w:rPr>
        <w:t>Mais les soldats de chez nous jouissent du privilège quasi unique de se divertir avec rien</w:t>
      </w:r>
      <w:r w:rsidR="000E1451">
        <w:rPr>
          <w:rFonts w:cs="Georgia"/>
          <w:kern w:val="1"/>
        </w:rPr>
        <w:t xml:space="preserve">, </w:t>
      </w:r>
      <w:r>
        <w:rPr>
          <w:rFonts w:cs="Georgia"/>
          <w:kern w:val="1"/>
        </w:rPr>
        <w:t>de découvrir de la variété jusque dans les choses les plus uniformes</w:t>
      </w:r>
      <w:r w:rsidR="000E1451">
        <w:rPr>
          <w:rFonts w:cs="Georgia"/>
          <w:kern w:val="1"/>
        </w:rPr>
        <w:t xml:space="preserve">. </w:t>
      </w:r>
      <w:r>
        <w:rPr>
          <w:rFonts w:cs="Georgia"/>
          <w:kern w:val="1"/>
        </w:rPr>
        <w:t>Aux minutes d</w:t>
      </w:r>
      <w:r w:rsidR="000E1451">
        <w:rPr>
          <w:rFonts w:cs="Georgia"/>
          <w:kern w:val="1"/>
        </w:rPr>
        <w:t>’</w:t>
      </w:r>
      <w:r>
        <w:rPr>
          <w:rFonts w:cs="Georgia"/>
          <w:kern w:val="1"/>
        </w:rPr>
        <w:t>abattement</w:t>
      </w:r>
      <w:r w:rsidR="000E1451">
        <w:rPr>
          <w:rFonts w:cs="Georgia"/>
          <w:kern w:val="1"/>
        </w:rPr>
        <w:t xml:space="preserve">, </w:t>
      </w:r>
      <w:r>
        <w:rPr>
          <w:rFonts w:cs="Georgia"/>
          <w:kern w:val="1"/>
        </w:rPr>
        <w:t>il n</w:t>
      </w:r>
      <w:r w:rsidR="000E1451">
        <w:rPr>
          <w:rFonts w:cs="Georgia"/>
          <w:kern w:val="1"/>
        </w:rPr>
        <w:t>’</w:t>
      </w:r>
      <w:r>
        <w:rPr>
          <w:rFonts w:cs="Georgia"/>
          <w:kern w:val="1"/>
        </w:rPr>
        <w:t>était pas rare de voir succéder sans motif des crises de gaîté désordonnée</w:t>
      </w:r>
      <w:r w:rsidR="000E1451">
        <w:rPr>
          <w:rFonts w:cs="Georgia"/>
          <w:kern w:val="1"/>
        </w:rPr>
        <w:t xml:space="preserve">. </w:t>
      </w:r>
      <w:r>
        <w:rPr>
          <w:rFonts w:cs="Georgia"/>
          <w:kern w:val="1"/>
        </w:rPr>
        <w:t>Pour ceux qui restaient au camp</w:t>
      </w:r>
      <w:r w:rsidR="000E1451">
        <w:rPr>
          <w:rFonts w:cs="Georgia"/>
          <w:kern w:val="1"/>
        </w:rPr>
        <w:t xml:space="preserve">, </w:t>
      </w:r>
      <w:r>
        <w:rPr>
          <w:rFonts w:cs="Georgia"/>
          <w:kern w:val="1"/>
        </w:rPr>
        <w:t>la présence du capitaine Elbing était un obstacle à peu près perpétuel à la moindre tentative fantaisiste</w:t>
      </w:r>
      <w:r w:rsidR="000E1451">
        <w:rPr>
          <w:rFonts w:cs="Georgia"/>
          <w:kern w:val="1"/>
        </w:rPr>
        <w:t xml:space="preserve">. </w:t>
      </w:r>
      <w:r>
        <w:rPr>
          <w:rFonts w:cs="Georgia"/>
          <w:kern w:val="1"/>
        </w:rPr>
        <w:t>Mais</w:t>
      </w:r>
      <w:r w:rsidR="000E1451">
        <w:rPr>
          <w:rFonts w:cs="Georgia"/>
          <w:kern w:val="1"/>
        </w:rPr>
        <w:t xml:space="preserve">, </w:t>
      </w:r>
      <w:r>
        <w:rPr>
          <w:rFonts w:cs="Georgia"/>
          <w:kern w:val="1"/>
        </w:rPr>
        <w:t>qu</w:t>
      </w:r>
      <w:r w:rsidR="000E1451">
        <w:rPr>
          <w:rFonts w:cs="Georgia"/>
          <w:kern w:val="1"/>
        </w:rPr>
        <w:t>’</w:t>
      </w:r>
      <w:r>
        <w:rPr>
          <w:rFonts w:cs="Georgia"/>
          <w:kern w:val="1"/>
        </w:rPr>
        <w:t>il vînt à tourner un instant les talons</w:t>
      </w:r>
      <w:r w:rsidR="000E1451">
        <w:rPr>
          <w:rFonts w:cs="Georgia"/>
          <w:kern w:val="1"/>
        </w:rPr>
        <w:t xml:space="preserve">, </w:t>
      </w:r>
      <w:r>
        <w:rPr>
          <w:rFonts w:cs="Georgia"/>
          <w:kern w:val="1"/>
        </w:rPr>
        <w:t>il n</w:t>
      </w:r>
      <w:r w:rsidR="000E1451">
        <w:rPr>
          <w:rFonts w:cs="Georgia"/>
          <w:kern w:val="1"/>
        </w:rPr>
        <w:t>’</w:t>
      </w:r>
      <w:r>
        <w:rPr>
          <w:rFonts w:cs="Georgia"/>
          <w:kern w:val="1"/>
        </w:rPr>
        <w:t>était pas de mauvaise farce qu</w:t>
      </w:r>
      <w:r w:rsidR="000E1451">
        <w:rPr>
          <w:rFonts w:cs="Georgia"/>
          <w:kern w:val="1"/>
        </w:rPr>
        <w:t>’</w:t>
      </w:r>
      <w:r>
        <w:rPr>
          <w:rFonts w:cs="Georgia"/>
          <w:kern w:val="1"/>
        </w:rPr>
        <w:t>on n</w:t>
      </w:r>
      <w:r w:rsidR="000E1451">
        <w:rPr>
          <w:rFonts w:cs="Georgia"/>
          <w:kern w:val="1"/>
        </w:rPr>
        <w:t>’</w:t>
      </w:r>
      <w:r>
        <w:rPr>
          <w:rFonts w:cs="Georgia"/>
          <w:kern w:val="1"/>
        </w:rPr>
        <w:t>inventât pour affoler des sentinelles qui ne savaient plus alors où donner de la tête</w:t>
      </w:r>
      <w:r w:rsidR="000E1451">
        <w:rPr>
          <w:rFonts w:cs="Georgia"/>
          <w:kern w:val="1"/>
        </w:rPr>
        <w:t xml:space="preserve">. </w:t>
      </w:r>
      <w:r>
        <w:rPr>
          <w:rFonts w:cs="Georgia"/>
          <w:kern w:val="1"/>
        </w:rPr>
        <w:t>À la station</w:t>
      </w:r>
      <w:r w:rsidR="000E1451">
        <w:rPr>
          <w:rFonts w:cs="Georgia"/>
          <w:kern w:val="1"/>
        </w:rPr>
        <w:t xml:space="preserve">, </w:t>
      </w:r>
      <w:r>
        <w:rPr>
          <w:rFonts w:cs="Georgia"/>
          <w:kern w:val="1"/>
        </w:rPr>
        <w:t>les sapinières toutes proches fournissaient l</w:t>
      </w:r>
      <w:r w:rsidR="000E1451">
        <w:rPr>
          <w:rFonts w:cs="Georgia"/>
          <w:kern w:val="1"/>
        </w:rPr>
        <w:t>’</w:t>
      </w:r>
      <w:r>
        <w:rPr>
          <w:rFonts w:cs="Georgia"/>
          <w:kern w:val="1"/>
        </w:rPr>
        <w:t>abri de leurs fourrés aux amateurs de sieste en plein vent</w:t>
      </w:r>
      <w:r w:rsidR="000E1451">
        <w:rPr>
          <w:rFonts w:cs="Georgia"/>
          <w:kern w:val="1"/>
        </w:rPr>
        <w:t xml:space="preserve">. </w:t>
      </w:r>
      <w:r>
        <w:rPr>
          <w:rFonts w:cs="Georgia"/>
          <w:kern w:val="1"/>
        </w:rPr>
        <w:t>Au village</w:t>
      </w:r>
      <w:r w:rsidR="000E1451">
        <w:rPr>
          <w:rFonts w:cs="Georgia"/>
          <w:kern w:val="1"/>
        </w:rPr>
        <w:t xml:space="preserve">, </w:t>
      </w:r>
      <w:r>
        <w:rPr>
          <w:rFonts w:cs="Georgia"/>
          <w:kern w:val="1"/>
        </w:rPr>
        <w:t>c</w:t>
      </w:r>
      <w:r w:rsidR="000E1451">
        <w:rPr>
          <w:rFonts w:cs="Georgia"/>
          <w:kern w:val="1"/>
        </w:rPr>
        <w:t>’</w:t>
      </w:r>
      <w:r>
        <w:rPr>
          <w:rFonts w:cs="Georgia"/>
          <w:kern w:val="1"/>
        </w:rPr>
        <w:t>était bien</w:t>
      </w:r>
      <w:r w:rsidR="000E1451">
        <w:rPr>
          <w:rFonts w:cs="Georgia"/>
          <w:kern w:val="1"/>
        </w:rPr>
        <w:t xml:space="preserve">, </w:t>
      </w:r>
      <w:r>
        <w:rPr>
          <w:rFonts w:cs="Georgia"/>
          <w:kern w:val="1"/>
        </w:rPr>
        <w:t>autre chose</w:t>
      </w:r>
      <w:r w:rsidR="000E1451">
        <w:rPr>
          <w:rFonts w:cs="Georgia"/>
          <w:kern w:val="1"/>
        </w:rPr>
        <w:t xml:space="preserve">. </w:t>
      </w:r>
      <w:r>
        <w:rPr>
          <w:rFonts w:cs="Georgia"/>
          <w:kern w:val="1"/>
        </w:rPr>
        <w:t>L</w:t>
      </w:r>
      <w:r w:rsidR="000E1451">
        <w:rPr>
          <w:rFonts w:cs="Georgia"/>
          <w:kern w:val="1"/>
        </w:rPr>
        <w:t>’</w:t>
      </w:r>
      <w:r>
        <w:rPr>
          <w:rFonts w:cs="Georgia"/>
          <w:kern w:val="1"/>
        </w:rPr>
        <w:t>accès nous en était interdit</w:t>
      </w:r>
      <w:r w:rsidR="000E1451">
        <w:rPr>
          <w:rFonts w:cs="Georgia"/>
          <w:kern w:val="1"/>
        </w:rPr>
        <w:t xml:space="preserve">, </w:t>
      </w:r>
      <w:r>
        <w:rPr>
          <w:rFonts w:cs="Georgia"/>
          <w:kern w:val="1"/>
        </w:rPr>
        <w:t>mais nos gaillards s</w:t>
      </w:r>
      <w:r w:rsidR="000E1451">
        <w:rPr>
          <w:rFonts w:cs="Georgia"/>
          <w:kern w:val="1"/>
        </w:rPr>
        <w:t>’</w:t>
      </w:r>
      <w:r>
        <w:rPr>
          <w:rFonts w:cs="Georgia"/>
          <w:kern w:val="1"/>
        </w:rPr>
        <w:t>arrangeaient toujours à trois ou quatre pour y pénétrer</w:t>
      </w:r>
      <w:r w:rsidR="000E1451">
        <w:rPr>
          <w:rFonts w:cs="Georgia"/>
          <w:kern w:val="1"/>
        </w:rPr>
        <w:t xml:space="preserve">. </w:t>
      </w:r>
      <w:r>
        <w:rPr>
          <w:rFonts w:cs="Georgia"/>
          <w:kern w:val="1"/>
        </w:rPr>
        <w:t>Malgré la pauvreté des habitants</w:t>
      </w:r>
      <w:r w:rsidR="000E1451">
        <w:rPr>
          <w:rFonts w:cs="Georgia"/>
          <w:kern w:val="1"/>
        </w:rPr>
        <w:t xml:space="preserve">, </w:t>
      </w:r>
      <w:r>
        <w:rPr>
          <w:rFonts w:cs="Georgia"/>
          <w:kern w:val="1"/>
        </w:rPr>
        <w:t>ou plutôt à cause de cette pauvreté</w:t>
      </w:r>
      <w:r w:rsidR="000E1451">
        <w:rPr>
          <w:rFonts w:cs="Georgia"/>
          <w:kern w:val="1"/>
        </w:rPr>
        <w:t xml:space="preserve">, </w:t>
      </w:r>
      <w:r>
        <w:rPr>
          <w:rFonts w:cs="Georgia"/>
          <w:kern w:val="1"/>
        </w:rPr>
        <w:t xml:space="preserve">ils ne revenaient jamais les </w:t>
      </w:r>
      <w:r>
        <w:rPr>
          <w:rFonts w:cs="Georgia"/>
          <w:kern w:val="1"/>
        </w:rPr>
        <w:lastRenderedPageBreak/>
        <w:t>mains vides</w:t>
      </w:r>
      <w:r w:rsidR="000E1451">
        <w:rPr>
          <w:rFonts w:cs="Georgia"/>
          <w:kern w:val="1"/>
        </w:rPr>
        <w:t xml:space="preserve">. </w:t>
      </w:r>
      <w:r>
        <w:rPr>
          <w:rFonts w:cs="Georgia"/>
          <w:kern w:val="1"/>
        </w:rPr>
        <w:t>La plupart de ces expéditions avaient pour but le troc des vignettes imprimées spécialement pour servir aux prisonniers de monnaie d</w:t>
      </w:r>
      <w:r w:rsidR="000E1451">
        <w:rPr>
          <w:rFonts w:cs="Georgia"/>
          <w:kern w:val="1"/>
        </w:rPr>
        <w:t>’</w:t>
      </w:r>
      <w:r>
        <w:rPr>
          <w:rFonts w:cs="Georgia"/>
          <w:kern w:val="1"/>
        </w:rPr>
        <w:t>échange</w:t>
      </w:r>
      <w:r w:rsidR="000E1451">
        <w:rPr>
          <w:rFonts w:cs="Georgia"/>
          <w:kern w:val="1"/>
        </w:rPr>
        <w:t xml:space="preserve">. </w:t>
      </w:r>
      <w:r>
        <w:rPr>
          <w:rFonts w:cs="Georgia"/>
          <w:kern w:val="1"/>
        </w:rPr>
        <w:t>Nous cherchions à les vendre à bas prix contre des marks</w:t>
      </w:r>
      <w:r w:rsidR="000E1451">
        <w:rPr>
          <w:rFonts w:cs="Georgia"/>
          <w:kern w:val="1"/>
        </w:rPr>
        <w:t xml:space="preserve">, </w:t>
      </w:r>
      <w:r>
        <w:rPr>
          <w:rFonts w:cs="Georgia"/>
          <w:kern w:val="1"/>
        </w:rPr>
        <w:t>dont la possession était indispensable à ceux d</w:t>
      </w:r>
      <w:r w:rsidR="000E1451">
        <w:rPr>
          <w:rFonts w:cs="Georgia"/>
          <w:kern w:val="1"/>
        </w:rPr>
        <w:t>’</w:t>
      </w:r>
      <w:r>
        <w:rPr>
          <w:rFonts w:cs="Georgia"/>
          <w:kern w:val="1"/>
        </w:rPr>
        <w:t>entre nous qui ruminaient un projet d</w:t>
      </w:r>
      <w:r w:rsidR="000E1451">
        <w:rPr>
          <w:rFonts w:cs="Georgia"/>
          <w:kern w:val="1"/>
        </w:rPr>
        <w:t>’</w:t>
      </w:r>
      <w:r>
        <w:rPr>
          <w:rFonts w:cs="Georgia"/>
          <w:kern w:val="1"/>
        </w:rPr>
        <w:t>évasion</w:t>
      </w:r>
      <w:r w:rsidR="000E1451">
        <w:rPr>
          <w:rFonts w:cs="Georgia"/>
          <w:kern w:val="1"/>
        </w:rPr>
        <w:t xml:space="preserve">. </w:t>
      </w:r>
      <w:r>
        <w:rPr>
          <w:rFonts w:cs="Georgia"/>
          <w:kern w:val="1"/>
        </w:rPr>
        <w:t>La corvée la plus terne était celle qui nous réunissait auprès des douves du château</w:t>
      </w:r>
      <w:r w:rsidR="000E1451">
        <w:rPr>
          <w:rFonts w:cs="Georgia"/>
          <w:kern w:val="1"/>
        </w:rPr>
        <w:t xml:space="preserve">. </w:t>
      </w:r>
      <w:r>
        <w:rPr>
          <w:rFonts w:cs="Georgia"/>
          <w:kern w:val="1"/>
        </w:rPr>
        <w:t>Là</w:t>
      </w:r>
      <w:r w:rsidR="000E1451">
        <w:rPr>
          <w:rFonts w:cs="Georgia"/>
          <w:kern w:val="1"/>
        </w:rPr>
        <w:t xml:space="preserve">, </w:t>
      </w:r>
      <w:r>
        <w:rPr>
          <w:rFonts w:cs="Georgia"/>
          <w:kern w:val="1"/>
        </w:rPr>
        <w:t>d</w:t>
      </w:r>
      <w:r w:rsidR="000E1451">
        <w:rPr>
          <w:rFonts w:cs="Georgia"/>
          <w:kern w:val="1"/>
        </w:rPr>
        <w:t>’</w:t>
      </w:r>
      <w:r>
        <w:rPr>
          <w:rFonts w:cs="Georgia"/>
          <w:kern w:val="1"/>
        </w:rPr>
        <w:t>ordre du capitaine Elbing</w:t>
      </w:r>
      <w:r w:rsidR="000E1451">
        <w:rPr>
          <w:rFonts w:cs="Georgia"/>
          <w:kern w:val="1"/>
        </w:rPr>
        <w:t xml:space="preserve">, </w:t>
      </w:r>
      <w:r>
        <w:rPr>
          <w:rFonts w:cs="Georgia"/>
          <w:kern w:val="1"/>
        </w:rPr>
        <w:t>peu soucieux de s</w:t>
      </w:r>
      <w:r w:rsidR="000E1451">
        <w:rPr>
          <w:rFonts w:cs="Georgia"/>
          <w:kern w:val="1"/>
        </w:rPr>
        <w:t>’</w:t>
      </w:r>
      <w:r>
        <w:rPr>
          <w:rFonts w:cs="Georgia"/>
          <w:kern w:val="1"/>
        </w:rPr>
        <w:t>attirer une observation du général de Reichendorf</w:t>
      </w:r>
      <w:r w:rsidR="000E1451">
        <w:rPr>
          <w:rFonts w:cs="Georgia"/>
          <w:kern w:val="1"/>
        </w:rPr>
        <w:t xml:space="preserve">, </w:t>
      </w:r>
      <w:r>
        <w:rPr>
          <w:rFonts w:cs="Georgia"/>
          <w:kern w:val="1"/>
        </w:rPr>
        <w:t>la discipline était inflexible</w:t>
      </w:r>
      <w:r w:rsidR="000E1451">
        <w:rPr>
          <w:rFonts w:cs="Georgia"/>
          <w:kern w:val="1"/>
        </w:rPr>
        <w:t xml:space="preserve">. </w:t>
      </w:r>
      <w:r>
        <w:rPr>
          <w:rFonts w:cs="Georgia"/>
          <w:kern w:val="1"/>
        </w:rPr>
        <w:t>Notre seule distraction consistait à entrevoir</w:t>
      </w:r>
      <w:r w:rsidR="000E1451">
        <w:rPr>
          <w:rFonts w:cs="Georgia"/>
          <w:kern w:val="1"/>
        </w:rPr>
        <w:t xml:space="preserve">, </w:t>
      </w:r>
      <w:r>
        <w:rPr>
          <w:rFonts w:cs="Georgia"/>
          <w:kern w:val="1"/>
        </w:rPr>
        <w:t>entre une heure et une heure et demie de l</w:t>
      </w:r>
      <w:r w:rsidR="000E1451">
        <w:rPr>
          <w:rFonts w:cs="Georgia"/>
          <w:kern w:val="1"/>
        </w:rPr>
        <w:t>’</w:t>
      </w:r>
      <w:r>
        <w:rPr>
          <w:rFonts w:cs="Georgia"/>
          <w:kern w:val="1"/>
        </w:rPr>
        <w:t>après-midi</w:t>
      </w:r>
      <w:r w:rsidR="000E1451">
        <w:rPr>
          <w:rFonts w:cs="Georgia"/>
          <w:kern w:val="1"/>
        </w:rPr>
        <w:t xml:space="preserve">, </w:t>
      </w:r>
      <w:r>
        <w:rPr>
          <w:rFonts w:cs="Georgia"/>
          <w:kern w:val="1"/>
        </w:rPr>
        <w:t>le seigneur de ces lieux qui accomplissait</w:t>
      </w:r>
      <w:r w:rsidR="000E1451">
        <w:rPr>
          <w:rFonts w:cs="Georgia"/>
          <w:kern w:val="1"/>
        </w:rPr>
        <w:t xml:space="preserve">, </w:t>
      </w:r>
      <w:r>
        <w:rPr>
          <w:rFonts w:cs="Georgia"/>
          <w:kern w:val="1"/>
        </w:rPr>
        <w:t>sur la terrasse en bordure des marais</w:t>
      </w:r>
      <w:r w:rsidR="000E1451">
        <w:rPr>
          <w:rFonts w:cs="Georgia"/>
          <w:kern w:val="1"/>
        </w:rPr>
        <w:t xml:space="preserve">, </w:t>
      </w:r>
      <w:r>
        <w:rPr>
          <w:rFonts w:cs="Georgia"/>
          <w:kern w:val="1"/>
        </w:rPr>
        <w:t>sa promenade quotidienne</w:t>
      </w:r>
      <w:r w:rsidR="000E1451">
        <w:rPr>
          <w:rFonts w:cs="Georgia"/>
          <w:kern w:val="1"/>
        </w:rPr>
        <w:t xml:space="preserve">. </w:t>
      </w:r>
      <w:r>
        <w:rPr>
          <w:rFonts w:cs="Georgia"/>
          <w:kern w:val="1"/>
        </w:rPr>
        <w:t>C</w:t>
      </w:r>
      <w:r w:rsidR="000E1451">
        <w:rPr>
          <w:rFonts w:cs="Georgia"/>
          <w:kern w:val="1"/>
        </w:rPr>
        <w:t>’</w:t>
      </w:r>
      <w:r>
        <w:rPr>
          <w:rFonts w:cs="Georgia"/>
          <w:kern w:val="1"/>
        </w:rPr>
        <w:t>était un haut vieillard</w:t>
      </w:r>
      <w:r w:rsidR="000E1451">
        <w:rPr>
          <w:rFonts w:cs="Georgia"/>
          <w:kern w:val="1"/>
        </w:rPr>
        <w:t xml:space="preserve">, </w:t>
      </w:r>
      <w:r>
        <w:rPr>
          <w:rFonts w:cs="Georgia"/>
          <w:kern w:val="1"/>
        </w:rPr>
        <w:t>à peine courbé par l</w:t>
      </w:r>
      <w:r w:rsidR="000E1451">
        <w:rPr>
          <w:rFonts w:cs="Georgia"/>
          <w:kern w:val="1"/>
        </w:rPr>
        <w:t>’</w:t>
      </w:r>
      <w:r>
        <w:rPr>
          <w:rFonts w:cs="Georgia"/>
          <w:kern w:val="1"/>
        </w:rPr>
        <w:t>âge</w:t>
      </w:r>
      <w:r w:rsidR="000E1451">
        <w:rPr>
          <w:rFonts w:cs="Georgia"/>
          <w:kern w:val="1"/>
        </w:rPr>
        <w:t xml:space="preserve">. </w:t>
      </w:r>
      <w:r>
        <w:rPr>
          <w:rFonts w:cs="Georgia"/>
          <w:kern w:val="1"/>
        </w:rPr>
        <w:t>Cravaté de satin noir</w:t>
      </w:r>
      <w:r w:rsidR="000E1451">
        <w:rPr>
          <w:rFonts w:cs="Georgia"/>
          <w:kern w:val="1"/>
        </w:rPr>
        <w:t xml:space="preserve">, </w:t>
      </w:r>
      <w:r>
        <w:rPr>
          <w:rFonts w:cs="Georgia"/>
          <w:kern w:val="1"/>
        </w:rPr>
        <w:t>à l</w:t>
      </w:r>
      <w:r w:rsidR="000E1451">
        <w:rPr>
          <w:rFonts w:cs="Georgia"/>
          <w:kern w:val="1"/>
        </w:rPr>
        <w:t>’</w:t>
      </w:r>
      <w:r>
        <w:rPr>
          <w:rFonts w:cs="Georgia"/>
          <w:kern w:val="1"/>
        </w:rPr>
        <w:t>ancienne mode</w:t>
      </w:r>
      <w:r w:rsidR="000E1451">
        <w:rPr>
          <w:rFonts w:cs="Georgia"/>
          <w:kern w:val="1"/>
        </w:rPr>
        <w:t xml:space="preserve">, </w:t>
      </w:r>
      <w:r>
        <w:rPr>
          <w:rFonts w:cs="Georgia"/>
          <w:kern w:val="1"/>
        </w:rPr>
        <w:t>il avait une vaste houppelande qui lui atteignait presque les talons</w:t>
      </w:r>
      <w:r w:rsidR="000E1451">
        <w:rPr>
          <w:rFonts w:cs="Georgia"/>
          <w:kern w:val="1"/>
        </w:rPr>
        <w:t xml:space="preserve">. </w:t>
      </w:r>
      <w:r>
        <w:rPr>
          <w:rFonts w:cs="Georgia"/>
          <w:kern w:val="1"/>
        </w:rPr>
        <w:t>Parfois il était seul</w:t>
      </w:r>
      <w:r w:rsidR="000E1451">
        <w:rPr>
          <w:rFonts w:cs="Georgia"/>
          <w:kern w:val="1"/>
        </w:rPr>
        <w:t xml:space="preserve">. </w:t>
      </w:r>
      <w:r>
        <w:rPr>
          <w:rFonts w:cs="Georgia"/>
          <w:kern w:val="1"/>
        </w:rPr>
        <w:t>Le plus souvent</w:t>
      </w:r>
      <w:r w:rsidR="000E1451">
        <w:rPr>
          <w:rFonts w:cs="Georgia"/>
          <w:kern w:val="1"/>
        </w:rPr>
        <w:t xml:space="preserve">, </w:t>
      </w:r>
      <w:r>
        <w:rPr>
          <w:rFonts w:cs="Georgia"/>
          <w:kern w:val="1"/>
        </w:rPr>
        <w:t>nous le voyions accompagné d</w:t>
      </w:r>
      <w:r w:rsidR="000E1451">
        <w:rPr>
          <w:rFonts w:cs="Georgia"/>
          <w:kern w:val="1"/>
        </w:rPr>
        <w:t>’</w:t>
      </w:r>
      <w:r>
        <w:rPr>
          <w:rFonts w:cs="Georgia"/>
          <w:kern w:val="1"/>
        </w:rPr>
        <w:t>une jeune fille</w:t>
      </w:r>
      <w:r w:rsidR="000E1451">
        <w:rPr>
          <w:rFonts w:cs="Georgia"/>
          <w:kern w:val="1"/>
        </w:rPr>
        <w:t xml:space="preserve">, </w:t>
      </w:r>
      <w:r>
        <w:rPr>
          <w:rFonts w:cs="Georgia"/>
          <w:kern w:val="1"/>
        </w:rPr>
        <w:t>au bras de qui il s</w:t>
      </w:r>
      <w:r w:rsidR="000E1451">
        <w:rPr>
          <w:rFonts w:cs="Georgia"/>
          <w:kern w:val="1"/>
        </w:rPr>
        <w:t>’</w:t>
      </w:r>
      <w:r>
        <w:rPr>
          <w:rFonts w:cs="Georgia"/>
          <w:kern w:val="1"/>
        </w:rPr>
        <w:t>appuyait</w:t>
      </w:r>
      <w:r w:rsidR="000E1451">
        <w:rPr>
          <w:rFonts w:cs="Georgia"/>
          <w:kern w:val="1"/>
        </w:rPr>
        <w:t>.</w:t>
      </w:r>
    </w:p>
    <w:p w14:paraId="1C89EA50" w14:textId="77777777" w:rsidR="00BE611A" w:rsidRDefault="00BE611A" w:rsidP="000E1451">
      <w:pPr>
        <w:pStyle w:val="Titre1"/>
        <w:numPr>
          <w:ilvl w:val="0"/>
          <w:numId w:val="15"/>
        </w:numPr>
        <w:ind w:left="0" w:firstLine="0"/>
        <w:rPr>
          <w:rFonts w:cs="Georgia"/>
          <w:kern w:val="1"/>
        </w:rPr>
      </w:pPr>
      <w:bookmarkStart w:id="8" w:name="__RefHeading__7372_928681719"/>
      <w:bookmarkStart w:id="9" w:name="_Toc195555063"/>
      <w:bookmarkEnd w:id="8"/>
      <w:r>
        <w:rPr>
          <w:kern w:val="1"/>
        </w:rPr>
        <w:lastRenderedPageBreak/>
        <w:t>V</w:t>
      </w:r>
      <w:bookmarkEnd w:id="9"/>
    </w:p>
    <w:p w14:paraId="71EEAE57" w14:textId="77777777" w:rsidR="000E1451" w:rsidRDefault="00BE611A" w:rsidP="00BE611A">
      <w:pPr>
        <w:rPr>
          <w:rFonts w:cs="Georgia"/>
          <w:kern w:val="1"/>
        </w:rPr>
      </w:pPr>
      <w:r>
        <w:rPr>
          <w:rFonts w:cs="Georgia"/>
          <w:kern w:val="1"/>
        </w:rPr>
        <w:t xml:space="preserve">Le château de Reichendorf a été élevé vers la fin du </w:t>
      </w:r>
      <w:r>
        <w:rPr>
          <w:rFonts w:cs="Georgia"/>
          <w:caps/>
          <w:kern w:val="1"/>
          <w:sz w:val="26"/>
        </w:rPr>
        <w:t>xiii</w:t>
      </w:r>
      <w:r>
        <w:rPr>
          <w:rFonts w:cs="Georgia"/>
          <w:kern w:val="1"/>
          <w:vertAlign w:val="superscript"/>
        </w:rPr>
        <w:t>e</w:t>
      </w:r>
      <w:r>
        <w:rPr>
          <w:rFonts w:cs="Georgia"/>
          <w:kern w:val="1"/>
        </w:rPr>
        <w:t xml:space="preserve"> siècle</w:t>
      </w:r>
      <w:r w:rsidR="000E1451">
        <w:rPr>
          <w:rFonts w:cs="Georgia"/>
          <w:kern w:val="1"/>
        </w:rPr>
        <w:t xml:space="preserve">. </w:t>
      </w:r>
      <w:r>
        <w:rPr>
          <w:rFonts w:cs="Georgia"/>
          <w:kern w:val="1"/>
        </w:rPr>
        <w:t>Il est l</w:t>
      </w:r>
      <w:r w:rsidR="000E1451">
        <w:rPr>
          <w:rFonts w:cs="Georgia"/>
          <w:kern w:val="1"/>
        </w:rPr>
        <w:t>’</w:t>
      </w:r>
      <w:r>
        <w:rPr>
          <w:rFonts w:cs="Georgia"/>
          <w:kern w:val="1"/>
        </w:rPr>
        <w:t>œuvre des chevaliers de l</w:t>
      </w:r>
      <w:r w:rsidR="000E1451">
        <w:rPr>
          <w:rFonts w:cs="Georgia"/>
          <w:kern w:val="1"/>
        </w:rPr>
        <w:t>’</w:t>
      </w:r>
      <w:r>
        <w:rPr>
          <w:rFonts w:cs="Georgia"/>
          <w:kern w:val="1"/>
        </w:rPr>
        <w:t>ordre teutonique</w:t>
      </w:r>
      <w:r w:rsidR="000E1451">
        <w:rPr>
          <w:rFonts w:cs="Georgia"/>
          <w:kern w:val="1"/>
        </w:rPr>
        <w:t xml:space="preserve">, </w:t>
      </w:r>
      <w:r>
        <w:rPr>
          <w:rFonts w:cs="Georgia"/>
          <w:kern w:val="1"/>
        </w:rPr>
        <w:t>et maints détails de son architecture témoignent encore actuellement de sa double origine</w:t>
      </w:r>
      <w:r w:rsidR="000E1451">
        <w:rPr>
          <w:rFonts w:cs="Georgia"/>
          <w:kern w:val="1"/>
        </w:rPr>
        <w:t xml:space="preserve">, </w:t>
      </w:r>
      <w:r>
        <w:rPr>
          <w:rFonts w:cs="Georgia"/>
          <w:kern w:val="1"/>
        </w:rPr>
        <w:t>religieuse et militaire</w:t>
      </w:r>
      <w:r w:rsidR="000E1451">
        <w:rPr>
          <w:rFonts w:cs="Georgia"/>
          <w:kern w:val="1"/>
        </w:rPr>
        <w:t xml:space="preserve">. </w:t>
      </w:r>
      <w:r>
        <w:rPr>
          <w:rFonts w:cs="Georgia"/>
          <w:kern w:val="1"/>
        </w:rPr>
        <w:t>Reconstruit presque en totalité sous le grand Frédéric</w:t>
      </w:r>
      <w:r w:rsidR="000E1451">
        <w:rPr>
          <w:rFonts w:cs="Georgia"/>
          <w:kern w:val="1"/>
        </w:rPr>
        <w:t xml:space="preserve">, </w:t>
      </w:r>
      <w:r>
        <w:rPr>
          <w:rFonts w:cs="Georgia"/>
          <w:kern w:val="1"/>
        </w:rPr>
        <w:t>réparé de nouveau après 1870</w:t>
      </w:r>
      <w:r w:rsidR="000E1451">
        <w:rPr>
          <w:rFonts w:cs="Georgia"/>
          <w:kern w:val="1"/>
        </w:rPr>
        <w:t xml:space="preserve">, </w:t>
      </w:r>
      <w:r>
        <w:rPr>
          <w:rFonts w:cs="Georgia"/>
          <w:kern w:val="1"/>
        </w:rPr>
        <w:t>s</w:t>
      </w:r>
      <w:r w:rsidR="000E1451">
        <w:rPr>
          <w:rFonts w:cs="Georgia"/>
          <w:kern w:val="1"/>
        </w:rPr>
        <w:t>’</w:t>
      </w:r>
      <w:r>
        <w:rPr>
          <w:rFonts w:cs="Georgia"/>
          <w:kern w:val="1"/>
        </w:rPr>
        <w:t>il est devenu</w:t>
      </w:r>
      <w:r w:rsidR="000E1451">
        <w:rPr>
          <w:rFonts w:cs="Georgia"/>
          <w:kern w:val="1"/>
        </w:rPr>
        <w:t xml:space="preserve">, </w:t>
      </w:r>
      <w:r>
        <w:rPr>
          <w:rFonts w:cs="Georgia"/>
          <w:kern w:val="1"/>
        </w:rPr>
        <w:t>bon gré mal gré</w:t>
      </w:r>
      <w:r w:rsidR="000E1451">
        <w:rPr>
          <w:rFonts w:cs="Georgia"/>
          <w:kern w:val="1"/>
        </w:rPr>
        <w:t xml:space="preserve">, </w:t>
      </w:r>
      <w:r>
        <w:rPr>
          <w:rFonts w:cs="Georgia"/>
          <w:kern w:val="1"/>
        </w:rPr>
        <w:t>une demeure à peu près moderne</w:t>
      </w:r>
      <w:r w:rsidR="000E1451">
        <w:rPr>
          <w:rFonts w:cs="Georgia"/>
          <w:kern w:val="1"/>
        </w:rPr>
        <w:t xml:space="preserve">, </w:t>
      </w:r>
      <w:r>
        <w:rPr>
          <w:rFonts w:cs="Georgia"/>
          <w:kern w:val="1"/>
        </w:rPr>
        <w:t>il n</w:t>
      </w:r>
      <w:r w:rsidR="000E1451">
        <w:rPr>
          <w:rFonts w:cs="Georgia"/>
          <w:kern w:val="1"/>
        </w:rPr>
        <w:t>’</w:t>
      </w:r>
      <w:r>
        <w:rPr>
          <w:rFonts w:cs="Georgia"/>
          <w:kern w:val="1"/>
        </w:rPr>
        <w:t>en a pas moins conservé la plupart des traits de sa physionomie primitive</w:t>
      </w:r>
      <w:r w:rsidR="000E1451">
        <w:rPr>
          <w:rFonts w:cs="Georgia"/>
          <w:kern w:val="1"/>
        </w:rPr>
        <w:t xml:space="preserve">. </w:t>
      </w:r>
      <w:r>
        <w:rPr>
          <w:rFonts w:cs="Georgia"/>
          <w:kern w:val="1"/>
        </w:rPr>
        <w:t>Il se souvient d</w:t>
      </w:r>
      <w:r w:rsidR="000E1451">
        <w:rPr>
          <w:rFonts w:cs="Georgia"/>
          <w:kern w:val="1"/>
        </w:rPr>
        <w:t>’</w:t>
      </w:r>
      <w:r>
        <w:rPr>
          <w:rFonts w:cs="Georgia"/>
          <w:kern w:val="1"/>
        </w:rPr>
        <w:t>avoir été érigé pour des moines et pour des soldats</w:t>
      </w:r>
      <w:r w:rsidR="000E1451">
        <w:rPr>
          <w:rFonts w:cs="Georgia"/>
          <w:kern w:val="1"/>
        </w:rPr>
        <w:t xml:space="preserve">. </w:t>
      </w:r>
      <w:r>
        <w:rPr>
          <w:rFonts w:cs="Georgia"/>
          <w:kern w:val="1"/>
        </w:rPr>
        <w:t>L</w:t>
      </w:r>
      <w:r w:rsidR="000E1451">
        <w:rPr>
          <w:rFonts w:cs="Georgia"/>
          <w:kern w:val="1"/>
        </w:rPr>
        <w:t>’</w:t>
      </w:r>
      <w:r>
        <w:rPr>
          <w:rFonts w:cs="Georgia"/>
          <w:kern w:val="1"/>
        </w:rPr>
        <w:t>immobilité de la nature qui l</w:t>
      </w:r>
      <w:r w:rsidR="000E1451">
        <w:rPr>
          <w:rFonts w:cs="Georgia"/>
          <w:kern w:val="1"/>
        </w:rPr>
        <w:t>’</w:t>
      </w:r>
      <w:r>
        <w:rPr>
          <w:rFonts w:cs="Georgia"/>
          <w:kern w:val="1"/>
        </w:rPr>
        <w:t>entoure a secondé merveilleusement cette volonté de ne se transformer qu</w:t>
      </w:r>
      <w:r w:rsidR="000E1451">
        <w:rPr>
          <w:rFonts w:cs="Georgia"/>
          <w:kern w:val="1"/>
        </w:rPr>
        <w:t>’</w:t>
      </w:r>
      <w:r>
        <w:rPr>
          <w:rFonts w:cs="Georgia"/>
          <w:kern w:val="1"/>
        </w:rPr>
        <w:t>aussi peu que possible</w:t>
      </w:r>
      <w:r w:rsidR="000E1451">
        <w:rPr>
          <w:rFonts w:cs="Georgia"/>
          <w:kern w:val="1"/>
        </w:rPr>
        <w:t xml:space="preserve">. </w:t>
      </w:r>
      <w:r>
        <w:rPr>
          <w:rFonts w:cs="Georgia"/>
          <w:kern w:val="1"/>
        </w:rPr>
        <w:t>Le ciel bas</w:t>
      </w:r>
      <w:r w:rsidR="000E1451">
        <w:rPr>
          <w:rFonts w:cs="Georgia"/>
          <w:kern w:val="1"/>
        </w:rPr>
        <w:t xml:space="preserve">, </w:t>
      </w:r>
      <w:r>
        <w:rPr>
          <w:rFonts w:cs="Georgia"/>
          <w:kern w:val="1"/>
        </w:rPr>
        <w:t>le miroitement infini des étangs</w:t>
      </w:r>
      <w:r w:rsidR="000E1451">
        <w:rPr>
          <w:rFonts w:cs="Georgia"/>
          <w:kern w:val="1"/>
        </w:rPr>
        <w:t xml:space="preserve">, </w:t>
      </w:r>
      <w:r>
        <w:rPr>
          <w:rFonts w:cs="Georgia"/>
          <w:kern w:val="1"/>
        </w:rPr>
        <w:t>les cris plaintifs des oiseaux aquatiques</w:t>
      </w:r>
      <w:r w:rsidR="000E1451">
        <w:rPr>
          <w:rFonts w:cs="Georgia"/>
          <w:kern w:val="1"/>
        </w:rPr>
        <w:t xml:space="preserve">, </w:t>
      </w:r>
      <w:r>
        <w:rPr>
          <w:rFonts w:cs="Georgia"/>
          <w:kern w:val="1"/>
        </w:rPr>
        <w:t>le moutonnement de la mer déserte</w:t>
      </w:r>
      <w:r w:rsidR="000E1451">
        <w:rPr>
          <w:rFonts w:cs="Georgia"/>
          <w:kern w:val="1"/>
        </w:rPr>
        <w:t xml:space="preserve">, </w:t>
      </w:r>
      <w:r>
        <w:rPr>
          <w:rFonts w:cs="Georgia"/>
          <w:kern w:val="1"/>
        </w:rPr>
        <w:t>n</w:t>
      </w:r>
      <w:r w:rsidR="000E1451">
        <w:rPr>
          <w:rFonts w:cs="Georgia"/>
          <w:kern w:val="1"/>
        </w:rPr>
        <w:t>’</w:t>
      </w:r>
      <w:r>
        <w:rPr>
          <w:rFonts w:cs="Georgia"/>
          <w:kern w:val="1"/>
        </w:rPr>
        <w:t>ont en effet dû guère changer depuis l</w:t>
      </w:r>
      <w:r w:rsidR="000E1451">
        <w:rPr>
          <w:rFonts w:cs="Georgia"/>
          <w:kern w:val="1"/>
        </w:rPr>
        <w:t>’</w:t>
      </w:r>
      <w:r>
        <w:rPr>
          <w:rFonts w:cs="Georgia"/>
          <w:kern w:val="1"/>
        </w:rPr>
        <w:t>époque où les défenseurs de ce pays</w:t>
      </w:r>
      <w:r w:rsidR="000E1451">
        <w:rPr>
          <w:rFonts w:cs="Georgia"/>
          <w:kern w:val="1"/>
        </w:rPr>
        <w:t xml:space="preserve">, </w:t>
      </w:r>
      <w:r>
        <w:rPr>
          <w:rFonts w:cs="Georgia"/>
          <w:kern w:val="1"/>
        </w:rPr>
        <w:t>au lieu de la vareuse feldgrau</w:t>
      </w:r>
      <w:r w:rsidR="000E1451">
        <w:rPr>
          <w:rFonts w:cs="Georgia"/>
          <w:kern w:val="1"/>
        </w:rPr>
        <w:t xml:space="preserve">, </w:t>
      </w:r>
      <w:r>
        <w:rPr>
          <w:rFonts w:cs="Georgia"/>
          <w:kern w:val="1"/>
        </w:rPr>
        <w:t>arboraient le manteau blanc écartelé de noir des Porte-croix</w:t>
      </w:r>
      <w:r w:rsidR="000E1451">
        <w:rPr>
          <w:rFonts w:cs="Georgia"/>
          <w:kern w:val="1"/>
        </w:rPr>
        <w:t>.</w:t>
      </w:r>
    </w:p>
    <w:p w14:paraId="6CA3310B" w14:textId="77777777" w:rsidR="000E1451" w:rsidRDefault="00BE611A" w:rsidP="00BE611A">
      <w:pPr>
        <w:rPr>
          <w:rFonts w:cs="Georgia"/>
          <w:kern w:val="1"/>
        </w:rPr>
      </w:pPr>
      <w:r>
        <w:rPr>
          <w:rFonts w:cs="Georgia"/>
          <w:kern w:val="1"/>
        </w:rPr>
        <w:t>Par son plan général</w:t>
      </w:r>
      <w:r w:rsidR="000E1451">
        <w:rPr>
          <w:rFonts w:cs="Georgia"/>
          <w:kern w:val="1"/>
        </w:rPr>
        <w:t xml:space="preserve">, </w:t>
      </w:r>
      <w:r>
        <w:rPr>
          <w:rFonts w:cs="Georgia"/>
          <w:kern w:val="1"/>
        </w:rPr>
        <w:t>Reichendorf rappelle l</w:t>
      </w:r>
      <w:r w:rsidR="000E1451">
        <w:rPr>
          <w:rFonts w:cs="Georgia"/>
          <w:kern w:val="1"/>
        </w:rPr>
        <w:t>’</w:t>
      </w:r>
      <w:r>
        <w:rPr>
          <w:rFonts w:cs="Georgia"/>
          <w:kern w:val="1"/>
        </w:rPr>
        <w:t>illustre forteresse de Marienbourg</w:t>
      </w:r>
      <w:r w:rsidR="000E1451">
        <w:rPr>
          <w:rFonts w:cs="Georgia"/>
          <w:kern w:val="1"/>
        </w:rPr>
        <w:t xml:space="preserve">, </w:t>
      </w:r>
      <w:r>
        <w:rPr>
          <w:rFonts w:cs="Georgia"/>
          <w:kern w:val="1"/>
        </w:rPr>
        <w:t>sa contemporaine</w:t>
      </w:r>
      <w:r w:rsidR="000E1451">
        <w:rPr>
          <w:rFonts w:cs="Georgia"/>
          <w:kern w:val="1"/>
        </w:rPr>
        <w:t xml:space="preserve">. </w:t>
      </w:r>
      <w:r>
        <w:rPr>
          <w:rFonts w:cs="Georgia"/>
          <w:kern w:val="1"/>
        </w:rPr>
        <w:t>Né comme elle d</w:t>
      </w:r>
      <w:r w:rsidR="000E1451">
        <w:rPr>
          <w:rFonts w:cs="Georgia"/>
          <w:kern w:val="1"/>
        </w:rPr>
        <w:t>’</w:t>
      </w:r>
      <w:r>
        <w:rPr>
          <w:rFonts w:cs="Georgia"/>
          <w:kern w:val="1"/>
        </w:rPr>
        <w:t>une nécessité militaire et d</w:t>
      </w:r>
      <w:r w:rsidR="000E1451">
        <w:rPr>
          <w:rFonts w:cs="Georgia"/>
          <w:kern w:val="1"/>
        </w:rPr>
        <w:t>’</w:t>
      </w:r>
      <w:r>
        <w:rPr>
          <w:rFonts w:cs="Georgia"/>
          <w:kern w:val="1"/>
        </w:rPr>
        <w:t>un acte de foi</w:t>
      </w:r>
      <w:r w:rsidR="000E1451">
        <w:rPr>
          <w:rFonts w:cs="Georgia"/>
          <w:kern w:val="1"/>
        </w:rPr>
        <w:t xml:space="preserve">, </w:t>
      </w:r>
      <w:r>
        <w:rPr>
          <w:rFonts w:cs="Georgia"/>
          <w:kern w:val="1"/>
        </w:rPr>
        <w:t>il réédite au milieu des sables et des marais prussiens l</w:t>
      </w:r>
      <w:r w:rsidR="000E1451">
        <w:rPr>
          <w:rFonts w:cs="Georgia"/>
          <w:kern w:val="1"/>
        </w:rPr>
        <w:t>’</w:t>
      </w:r>
      <w:r>
        <w:rPr>
          <w:rFonts w:cs="Georgia"/>
          <w:kern w:val="1"/>
        </w:rPr>
        <w:t>union de la chapelle et du donjon scellée au bord d</w:t>
      </w:r>
      <w:r w:rsidR="000E1451">
        <w:rPr>
          <w:rFonts w:cs="Georgia"/>
          <w:kern w:val="1"/>
        </w:rPr>
        <w:t>’</w:t>
      </w:r>
      <w:r>
        <w:rPr>
          <w:rFonts w:cs="Georgia"/>
          <w:kern w:val="1"/>
        </w:rPr>
        <w:t>une autre mer morte</w:t>
      </w:r>
      <w:r w:rsidR="000E1451">
        <w:rPr>
          <w:rFonts w:cs="Georgia"/>
          <w:kern w:val="1"/>
        </w:rPr>
        <w:t xml:space="preserve">. </w:t>
      </w:r>
      <w:r>
        <w:rPr>
          <w:rFonts w:cs="Georgia"/>
          <w:kern w:val="1"/>
        </w:rPr>
        <w:t>Long de trente mètres</w:t>
      </w:r>
      <w:r w:rsidR="000E1451">
        <w:rPr>
          <w:rFonts w:cs="Georgia"/>
          <w:kern w:val="1"/>
        </w:rPr>
        <w:t xml:space="preserve">, </w:t>
      </w:r>
      <w:r>
        <w:rPr>
          <w:rFonts w:cs="Georgia"/>
          <w:kern w:val="1"/>
        </w:rPr>
        <w:t>large de vingt-cinq</w:t>
      </w:r>
      <w:r w:rsidR="000E1451">
        <w:rPr>
          <w:rFonts w:cs="Georgia"/>
          <w:kern w:val="1"/>
        </w:rPr>
        <w:t xml:space="preserve">, </w:t>
      </w:r>
      <w:r>
        <w:rPr>
          <w:rFonts w:cs="Georgia"/>
          <w:kern w:val="1"/>
        </w:rPr>
        <w:t>le château dresse au-dessus de la lande désolée sa pesante masse de pierres et de briques auxquelles le vent marin a donné son amère patine rougeâtre</w:t>
      </w:r>
      <w:r w:rsidR="000E1451">
        <w:rPr>
          <w:rFonts w:cs="Georgia"/>
          <w:kern w:val="1"/>
        </w:rPr>
        <w:t xml:space="preserve">. </w:t>
      </w:r>
      <w:r>
        <w:rPr>
          <w:rFonts w:cs="Georgia"/>
          <w:kern w:val="1"/>
        </w:rPr>
        <w:t>Ceux qui y vivent ont moins l</w:t>
      </w:r>
      <w:r w:rsidR="000E1451">
        <w:rPr>
          <w:rFonts w:cs="Georgia"/>
          <w:kern w:val="1"/>
        </w:rPr>
        <w:t>’</w:t>
      </w:r>
      <w:r>
        <w:rPr>
          <w:rFonts w:cs="Georgia"/>
          <w:kern w:val="1"/>
        </w:rPr>
        <w:t>air d</w:t>
      </w:r>
      <w:r w:rsidR="000E1451">
        <w:rPr>
          <w:rFonts w:cs="Georgia"/>
          <w:kern w:val="1"/>
        </w:rPr>
        <w:t>’</w:t>
      </w:r>
      <w:r>
        <w:rPr>
          <w:rFonts w:cs="Georgia"/>
          <w:kern w:val="1"/>
        </w:rPr>
        <w:t>être ses habitants que ses défenseurs</w:t>
      </w:r>
      <w:r w:rsidR="000E1451">
        <w:rPr>
          <w:rFonts w:cs="Georgia"/>
          <w:kern w:val="1"/>
        </w:rPr>
        <w:t xml:space="preserve">. </w:t>
      </w:r>
      <w:r>
        <w:rPr>
          <w:rFonts w:cs="Georgia"/>
          <w:kern w:val="1"/>
        </w:rPr>
        <w:t>Les assauts d</w:t>
      </w:r>
      <w:r w:rsidR="000E1451">
        <w:rPr>
          <w:rFonts w:cs="Georgia"/>
          <w:kern w:val="1"/>
        </w:rPr>
        <w:t>’</w:t>
      </w:r>
      <w:r>
        <w:rPr>
          <w:rFonts w:cs="Georgia"/>
          <w:kern w:val="1"/>
        </w:rPr>
        <w:t>autrefois ont beau s</w:t>
      </w:r>
      <w:r w:rsidR="000E1451">
        <w:rPr>
          <w:rFonts w:cs="Georgia"/>
          <w:kern w:val="1"/>
        </w:rPr>
        <w:t>’</w:t>
      </w:r>
      <w:r>
        <w:rPr>
          <w:rFonts w:cs="Georgia"/>
          <w:kern w:val="1"/>
        </w:rPr>
        <w:t>être arrêtés</w:t>
      </w:r>
      <w:r w:rsidR="000E1451">
        <w:rPr>
          <w:rFonts w:cs="Georgia"/>
          <w:kern w:val="1"/>
        </w:rPr>
        <w:t xml:space="preserve">, </w:t>
      </w:r>
      <w:r>
        <w:rPr>
          <w:rFonts w:cs="Georgia"/>
          <w:kern w:val="1"/>
        </w:rPr>
        <w:t>le pont-levis</w:t>
      </w:r>
      <w:r w:rsidR="000E1451">
        <w:rPr>
          <w:rFonts w:cs="Georgia"/>
          <w:kern w:val="1"/>
        </w:rPr>
        <w:t xml:space="preserve">, </w:t>
      </w:r>
      <w:r>
        <w:rPr>
          <w:rFonts w:cs="Georgia"/>
          <w:kern w:val="1"/>
        </w:rPr>
        <w:t>mis au rancart</w:t>
      </w:r>
      <w:r w:rsidR="000E1451">
        <w:rPr>
          <w:rFonts w:cs="Georgia"/>
          <w:kern w:val="1"/>
        </w:rPr>
        <w:t xml:space="preserve">, </w:t>
      </w:r>
      <w:r>
        <w:rPr>
          <w:rFonts w:cs="Georgia"/>
          <w:kern w:val="1"/>
        </w:rPr>
        <w:t xml:space="preserve">a beau avoir </w:t>
      </w:r>
      <w:r>
        <w:rPr>
          <w:rFonts w:cs="Georgia"/>
          <w:kern w:val="1"/>
        </w:rPr>
        <w:lastRenderedPageBreak/>
        <w:t>cessé son office</w:t>
      </w:r>
      <w:r w:rsidR="000E1451">
        <w:rPr>
          <w:rFonts w:cs="Georgia"/>
          <w:kern w:val="1"/>
        </w:rPr>
        <w:t xml:space="preserve">, </w:t>
      </w:r>
      <w:r>
        <w:rPr>
          <w:rFonts w:cs="Georgia"/>
          <w:kern w:val="1"/>
        </w:rPr>
        <w:t>un péril obscur semble continuer à battre la campagne d</w:t>
      </w:r>
      <w:r w:rsidR="000E1451">
        <w:rPr>
          <w:rFonts w:cs="Georgia"/>
          <w:kern w:val="1"/>
        </w:rPr>
        <w:t>’</w:t>
      </w:r>
      <w:r>
        <w:rPr>
          <w:rFonts w:cs="Georgia"/>
          <w:kern w:val="1"/>
        </w:rPr>
        <w:t>alentour</w:t>
      </w:r>
      <w:r w:rsidR="000E1451">
        <w:rPr>
          <w:rFonts w:cs="Georgia"/>
          <w:kern w:val="1"/>
        </w:rPr>
        <w:t xml:space="preserve">. </w:t>
      </w:r>
      <w:r>
        <w:rPr>
          <w:rFonts w:cs="Georgia"/>
          <w:kern w:val="1"/>
        </w:rPr>
        <w:t>On a eu beau boucher les mâchicoulis</w:t>
      </w:r>
      <w:r w:rsidR="000E1451">
        <w:rPr>
          <w:rFonts w:cs="Georgia"/>
          <w:kern w:val="1"/>
        </w:rPr>
        <w:t xml:space="preserve">, </w:t>
      </w:r>
      <w:r>
        <w:rPr>
          <w:rFonts w:cs="Georgia"/>
          <w:kern w:val="1"/>
        </w:rPr>
        <w:t>murer les meurtrières</w:t>
      </w:r>
      <w:r w:rsidR="000E1451">
        <w:rPr>
          <w:rFonts w:cs="Georgia"/>
          <w:kern w:val="1"/>
        </w:rPr>
        <w:t xml:space="preserve">, </w:t>
      </w:r>
      <w:r>
        <w:rPr>
          <w:rFonts w:cs="Georgia"/>
          <w:kern w:val="1"/>
        </w:rPr>
        <w:t>rajeunir le perron</w:t>
      </w:r>
      <w:r w:rsidR="000E1451">
        <w:rPr>
          <w:rFonts w:cs="Georgia"/>
          <w:kern w:val="1"/>
        </w:rPr>
        <w:t xml:space="preserve">, </w:t>
      </w:r>
      <w:r>
        <w:rPr>
          <w:rFonts w:cs="Georgia"/>
          <w:kern w:val="1"/>
        </w:rPr>
        <w:t>percer des fenêtres enguirlandées à la place des antiques arcades ogivales</w:t>
      </w:r>
      <w:r w:rsidR="000E1451">
        <w:rPr>
          <w:rFonts w:cs="Georgia"/>
          <w:kern w:val="1"/>
        </w:rPr>
        <w:t xml:space="preserve">, </w:t>
      </w:r>
      <w:r>
        <w:rPr>
          <w:rFonts w:cs="Georgia"/>
          <w:kern w:val="1"/>
        </w:rPr>
        <w:t>le souvenir des luttes féroces de jadis n</w:t>
      </w:r>
      <w:r w:rsidR="000E1451">
        <w:rPr>
          <w:rFonts w:cs="Georgia"/>
          <w:kern w:val="1"/>
        </w:rPr>
        <w:t>’</w:t>
      </w:r>
      <w:r>
        <w:rPr>
          <w:rFonts w:cs="Georgia"/>
          <w:kern w:val="1"/>
        </w:rPr>
        <w:t>a pas pu être aboli</w:t>
      </w:r>
      <w:r w:rsidR="000E1451">
        <w:rPr>
          <w:rFonts w:cs="Georgia"/>
          <w:kern w:val="1"/>
        </w:rPr>
        <w:t xml:space="preserve">. </w:t>
      </w:r>
      <w:r>
        <w:rPr>
          <w:rFonts w:cs="Georgia"/>
          <w:kern w:val="1"/>
        </w:rPr>
        <w:t>Il est évoqué par les douves profondes</w:t>
      </w:r>
      <w:r w:rsidR="000E1451">
        <w:rPr>
          <w:rFonts w:cs="Georgia"/>
          <w:kern w:val="1"/>
        </w:rPr>
        <w:t xml:space="preserve">, </w:t>
      </w:r>
      <w:r>
        <w:rPr>
          <w:rFonts w:cs="Georgia"/>
          <w:kern w:val="1"/>
        </w:rPr>
        <w:t>par les assises cyclopéennes</w:t>
      </w:r>
      <w:r w:rsidR="000E1451">
        <w:rPr>
          <w:rFonts w:cs="Georgia"/>
          <w:kern w:val="1"/>
        </w:rPr>
        <w:t xml:space="preserve">, </w:t>
      </w:r>
      <w:r>
        <w:rPr>
          <w:rFonts w:cs="Georgia"/>
          <w:kern w:val="1"/>
        </w:rPr>
        <w:t>par les taches plus claires des brèches obstruées</w:t>
      </w:r>
      <w:r w:rsidR="000E1451">
        <w:rPr>
          <w:rFonts w:cs="Georgia"/>
          <w:kern w:val="1"/>
        </w:rPr>
        <w:t xml:space="preserve">, </w:t>
      </w:r>
      <w:r>
        <w:rPr>
          <w:rFonts w:cs="Georgia"/>
          <w:kern w:val="1"/>
        </w:rPr>
        <w:t>par l</w:t>
      </w:r>
      <w:r w:rsidR="000E1451">
        <w:rPr>
          <w:rFonts w:cs="Georgia"/>
          <w:kern w:val="1"/>
        </w:rPr>
        <w:t>’</w:t>
      </w:r>
      <w:r>
        <w:rPr>
          <w:rFonts w:cs="Georgia"/>
          <w:kern w:val="1"/>
        </w:rPr>
        <w:t>énorme tour en ruine qui se dresse parmi les broussailles et les orties</w:t>
      </w:r>
      <w:r w:rsidR="000E1451">
        <w:rPr>
          <w:rFonts w:cs="Georgia"/>
          <w:kern w:val="1"/>
        </w:rPr>
        <w:t xml:space="preserve">, </w:t>
      </w:r>
      <w:r>
        <w:rPr>
          <w:rFonts w:cs="Georgia"/>
          <w:kern w:val="1"/>
        </w:rPr>
        <w:t>à la corne septentrionale du mur d</w:t>
      </w:r>
      <w:r w:rsidR="000E1451">
        <w:rPr>
          <w:rFonts w:cs="Georgia"/>
          <w:kern w:val="1"/>
        </w:rPr>
        <w:t>’</w:t>
      </w:r>
      <w:r>
        <w:rPr>
          <w:rFonts w:cs="Georgia"/>
          <w:kern w:val="1"/>
        </w:rPr>
        <w:t>enceinte</w:t>
      </w:r>
      <w:r w:rsidR="000E1451">
        <w:rPr>
          <w:rFonts w:cs="Georgia"/>
          <w:kern w:val="1"/>
        </w:rPr>
        <w:t xml:space="preserve">. </w:t>
      </w:r>
      <w:r>
        <w:rPr>
          <w:rFonts w:cs="Georgia"/>
          <w:kern w:val="1"/>
        </w:rPr>
        <w:t>Elle continue</w:t>
      </w:r>
      <w:r w:rsidR="000E1451">
        <w:rPr>
          <w:rFonts w:cs="Georgia"/>
          <w:kern w:val="1"/>
        </w:rPr>
        <w:t xml:space="preserve">, </w:t>
      </w:r>
      <w:r>
        <w:rPr>
          <w:rFonts w:cs="Georgia"/>
          <w:kern w:val="1"/>
        </w:rPr>
        <w:t>sentinelle décapitée</w:t>
      </w:r>
      <w:r w:rsidR="000E1451">
        <w:rPr>
          <w:rFonts w:cs="Georgia"/>
          <w:kern w:val="1"/>
        </w:rPr>
        <w:t xml:space="preserve">, </w:t>
      </w:r>
      <w:r>
        <w:rPr>
          <w:rFonts w:cs="Georgia"/>
          <w:kern w:val="1"/>
        </w:rPr>
        <w:t>à surveiller cette mer funèbre</w:t>
      </w:r>
      <w:r w:rsidR="000E1451">
        <w:rPr>
          <w:rFonts w:cs="Georgia"/>
          <w:kern w:val="1"/>
        </w:rPr>
        <w:t xml:space="preserve">, </w:t>
      </w:r>
      <w:r>
        <w:rPr>
          <w:rFonts w:cs="Georgia"/>
          <w:kern w:val="1"/>
        </w:rPr>
        <w:t>cette plage d</w:t>
      </w:r>
      <w:r w:rsidR="000E1451">
        <w:rPr>
          <w:rFonts w:cs="Georgia"/>
          <w:kern w:val="1"/>
        </w:rPr>
        <w:t>’</w:t>
      </w:r>
      <w:r>
        <w:rPr>
          <w:rFonts w:cs="Georgia"/>
          <w:kern w:val="1"/>
        </w:rPr>
        <w:t>effroi sur laquelle surgissaient les hordes affreuses des pirates arctiques</w:t>
      </w:r>
      <w:r w:rsidR="000E1451">
        <w:rPr>
          <w:rFonts w:cs="Georgia"/>
          <w:kern w:val="1"/>
        </w:rPr>
        <w:t xml:space="preserve">. </w:t>
      </w:r>
      <w:r>
        <w:rPr>
          <w:rFonts w:cs="Georgia"/>
          <w:kern w:val="1"/>
        </w:rPr>
        <w:t>Aujourd</w:t>
      </w:r>
      <w:r w:rsidR="000E1451">
        <w:rPr>
          <w:rFonts w:cs="Georgia"/>
          <w:kern w:val="1"/>
        </w:rPr>
        <w:t>’</w:t>
      </w:r>
      <w:r>
        <w:rPr>
          <w:rFonts w:cs="Georgia"/>
          <w:kern w:val="1"/>
        </w:rPr>
        <w:t>hui</w:t>
      </w:r>
      <w:r w:rsidR="000E1451">
        <w:rPr>
          <w:rFonts w:cs="Georgia"/>
          <w:kern w:val="1"/>
        </w:rPr>
        <w:t xml:space="preserve">, </w:t>
      </w:r>
      <w:r>
        <w:rPr>
          <w:rFonts w:cs="Georgia"/>
          <w:kern w:val="1"/>
        </w:rPr>
        <w:t>elle n</w:t>
      </w:r>
      <w:r w:rsidR="000E1451">
        <w:rPr>
          <w:rFonts w:cs="Georgia"/>
          <w:kern w:val="1"/>
        </w:rPr>
        <w:t>’</w:t>
      </w:r>
      <w:r>
        <w:rPr>
          <w:rFonts w:cs="Georgia"/>
          <w:kern w:val="1"/>
        </w:rPr>
        <w:t>a plus d</w:t>
      </w:r>
      <w:r w:rsidR="000E1451">
        <w:rPr>
          <w:rFonts w:cs="Georgia"/>
          <w:kern w:val="1"/>
        </w:rPr>
        <w:t>’</w:t>
      </w:r>
      <w:r>
        <w:rPr>
          <w:rFonts w:cs="Georgia"/>
          <w:kern w:val="1"/>
        </w:rPr>
        <w:t>autre ennemi que le vent</w:t>
      </w:r>
      <w:r w:rsidR="000E1451">
        <w:rPr>
          <w:rFonts w:cs="Georgia"/>
          <w:kern w:val="1"/>
        </w:rPr>
        <w:t xml:space="preserve">. </w:t>
      </w:r>
      <w:r>
        <w:rPr>
          <w:rFonts w:cs="Georgia"/>
          <w:kern w:val="1"/>
        </w:rPr>
        <w:t>Mais celui-là ne désarmera jamais</w:t>
      </w:r>
      <w:r w:rsidR="000E1451">
        <w:rPr>
          <w:rFonts w:cs="Georgia"/>
          <w:kern w:val="1"/>
        </w:rPr>
        <w:t xml:space="preserve">. </w:t>
      </w:r>
      <w:r>
        <w:rPr>
          <w:rFonts w:cs="Georgia"/>
          <w:kern w:val="1"/>
        </w:rPr>
        <w:t>Il n</w:t>
      </w:r>
      <w:r w:rsidR="000E1451">
        <w:rPr>
          <w:rFonts w:cs="Georgia"/>
          <w:kern w:val="1"/>
        </w:rPr>
        <w:t>’</w:t>
      </w:r>
      <w:r>
        <w:rPr>
          <w:rFonts w:cs="Georgia"/>
          <w:kern w:val="1"/>
        </w:rPr>
        <w:t>est pas de jour qu</w:t>
      </w:r>
      <w:r w:rsidR="000E1451">
        <w:rPr>
          <w:rFonts w:cs="Georgia"/>
          <w:kern w:val="1"/>
        </w:rPr>
        <w:t>’</w:t>
      </w:r>
      <w:r>
        <w:rPr>
          <w:rFonts w:cs="Georgia"/>
          <w:kern w:val="1"/>
        </w:rPr>
        <w:t>il ne lui arrache un lambeau de pierre</w:t>
      </w:r>
      <w:r w:rsidR="000E1451">
        <w:rPr>
          <w:rFonts w:cs="Georgia"/>
          <w:kern w:val="1"/>
        </w:rPr>
        <w:t xml:space="preserve">, </w:t>
      </w:r>
      <w:r>
        <w:rPr>
          <w:rFonts w:cs="Georgia"/>
          <w:kern w:val="1"/>
        </w:rPr>
        <w:t>soit qu</w:t>
      </w:r>
      <w:r w:rsidR="000E1451">
        <w:rPr>
          <w:rFonts w:cs="Georgia"/>
          <w:kern w:val="1"/>
        </w:rPr>
        <w:t>’</w:t>
      </w:r>
      <w:r>
        <w:rPr>
          <w:rFonts w:cs="Georgia"/>
          <w:kern w:val="1"/>
        </w:rPr>
        <w:t>il l</w:t>
      </w:r>
      <w:r w:rsidR="000E1451">
        <w:rPr>
          <w:rFonts w:cs="Georgia"/>
          <w:kern w:val="1"/>
        </w:rPr>
        <w:t>’</w:t>
      </w:r>
      <w:r>
        <w:rPr>
          <w:rFonts w:cs="Georgia"/>
          <w:kern w:val="1"/>
        </w:rPr>
        <w:t>attaque de front</w:t>
      </w:r>
      <w:r w:rsidR="000E1451">
        <w:rPr>
          <w:rFonts w:cs="Georgia"/>
          <w:kern w:val="1"/>
        </w:rPr>
        <w:t xml:space="preserve">, </w:t>
      </w:r>
      <w:r>
        <w:rPr>
          <w:rFonts w:cs="Georgia"/>
          <w:kern w:val="1"/>
        </w:rPr>
        <w:t>comme un bélier</w:t>
      </w:r>
      <w:r w:rsidR="000E1451">
        <w:rPr>
          <w:rFonts w:cs="Georgia"/>
          <w:kern w:val="1"/>
        </w:rPr>
        <w:t xml:space="preserve">, </w:t>
      </w:r>
      <w:r>
        <w:rPr>
          <w:rFonts w:cs="Georgia"/>
          <w:kern w:val="1"/>
        </w:rPr>
        <w:t>soit qu</w:t>
      </w:r>
      <w:r w:rsidR="000E1451">
        <w:rPr>
          <w:rFonts w:cs="Georgia"/>
          <w:kern w:val="1"/>
        </w:rPr>
        <w:t>’</w:t>
      </w:r>
      <w:r>
        <w:rPr>
          <w:rFonts w:cs="Georgia"/>
          <w:kern w:val="1"/>
        </w:rPr>
        <w:t>il travaille à sa désagrégation d</w:t>
      </w:r>
      <w:r w:rsidR="000E1451">
        <w:rPr>
          <w:rFonts w:cs="Georgia"/>
          <w:kern w:val="1"/>
        </w:rPr>
        <w:t>’</w:t>
      </w:r>
      <w:r>
        <w:rPr>
          <w:rFonts w:cs="Georgia"/>
          <w:kern w:val="1"/>
        </w:rPr>
        <w:t>une manière plus sournoise</w:t>
      </w:r>
      <w:r w:rsidR="000E1451">
        <w:rPr>
          <w:rFonts w:cs="Georgia"/>
          <w:kern w:val="1"/>
        </w:rPr>
        <w:t xml:space="preserve">, </w:t>
      </w:r>
      <w:r>
        <w:rPr>
          <w:rFonts w:cs="Georgia"/>
          <w:kern w:val="1"/>
        </w:rPr>
        <w:t>en multipliant dans ses interstices les plantes destructrices issues des pollens et des graines dont son souffle la saupoudre éternellement</w:t>
      </w:r>
      <w:r w:rsidR="000E1451">
        <w:rPr>
          <w:rFonts w:cs="Georgia"/>
          <w:kern w:val="1"/>
        </w:rPr>
        <w:t>.</w:t>
      </w:r>
    </w:p>
    <w:p w14:paraId="4B9D737F" w14:textId="77777777" w:rsidR="000E1451" w:rsidRDefault="00BE611A" w:rsidP="00BE611A">
      <w:pPr>
        <w:rPr>
          <w:rFonts w:cs="Georgia"/>
          <w:kern w:val="1"/>
        </w:rPr>
      </w:pPr>
      <w:r>
        <w:rPr>
          <w:rFonts w:cs="Georgia"/>
          <w:kern w:val="1"/>
        </w:rPr>
        <w:t>Les architectes de Reichendorf furent soumis à l</w:t>
      </w:r>
      <w:r w:rsidR="000E1451">
        <w:rPr>
          <w:rFonts w:cs="Georgia"/>
          <w:kern w:val="1"/>
        </w:rPr>
        <w:t>’</w:t>
      </w:r>
      <w:r>
        <w:rPr>
          <w:rFonts w:cs="Georgia"/>
          <w:kern w:val="1"/>
        </w:rPr>
        <w:t>obligation de tous ceux qui ont à construire en terrain plat un ouvrage fortifié</w:t>
      </w:r>
      <w:r w:rsidR="000E1451">
        <w:rPr>
          <w:rFonts w:cs="Georgia"/>
          <w:kern w:val="1"/>
        </w:rPr>
        <w:t xml:space="preserve">. </w:t>
      </w:r>
      <w:r>
        <w:rPr>
          <w:rFonts w:cs="Georgia"/>
          <w:kern w:val="1"/>
        </w:rPr>
        <w:t>Ils ont dû assurer sa protection en l</w:t>
      </w:r>
      <w:r w:rsidR="000E1451">
        <w:rPr>
          <w:rFonts w:cs="Georgia"/>
          <w:kern w:val="1"/>
        </w:rPr>
        <w:t>’</w:t>
      </w:r>
      <w:r>
        <w:rPr>
          <w:rFonts w:cs="Georgia"/>
          <w:kern w:val="1"/>
        </w:rPr>
        <w:t>entourant de fossés</w:t>
      </w:r>
      <w:r w:rsidR="000E1451">
        <w:rPr>
          <w:rFonts w:cs="Georgia"/>
          <w:kern w:val="1"/>
        </w:rPr>
        <w:t xml:space="preserve">. </w:t>
      </w:r>
      <w:r>
        <w:rPr>
          <w:rFonts w:cs="Georgia"/>
          <w:kern w:val="1"/>
        </w:rPr>
        <w:t>Ces fossés affectent la disposition d</w:t>
      </w:r>
      <w:r w:rsidR="000E1451">
        <w:rPr>
          <w:rFonts w:cs="Georgia"/>
          <w:kern w:val="1"/>
        </w:rPr>
        <w:t>’</w:t>
      </w:r>
      <w:r>
        <w:rPr>
          <w:rFonts w:cs="Georgia"/>
          <w:kern w:val="1"/>
        </w:rPr>
        <w:t>un quadrilatère dont chaque côté a de cent à cent cinquante mètres</w:t>
      </w:r>
      <w:r w:rsidR="000E1451">
        <w:rPr>
          <w:rFonts w:cs="Georgia"/>
          <w:kern w:val="1"/>
        </w:rPr>
        <w:t xml:space="preserve">. </w:t>
      </w:r>
      <w:r>
        <w:rPr>
          <w:rFonts w:cs="Georgia"/>
          <w:kern w:val="1"/>
        </w:rPr>
        <w:t>L</w:t>
      </w:r>
      <w:r w:rsidR="000E1451">
        <w:rPr>
          <w:rFonts w:cs="Georgia"/>
          <w:kern w:val="1"/>
        </w:rPr>
        <w:t>’</w:t>
      </w:r>
      <w:r>
        <w:rPr>
          <w:rFonts w:cs="Georgia"/>
          <w:kern w:val="1"/>
        </w:rPr>
        <w:t>enceinte du château est donc sensiblement située au niveau de la plaine environnante</w:t>
      </w:r>
      <w:r w:rsidR="000E1451">
        <w:rPr>
          <w:rFonts w:cs="Georgia"/>
          <w:kern w:val="1"/>
        </w:rPr>
        <w:t xml:space="preserve">. </w:t>
      </w:r>
      <w:r>
        <w:rPr>
          <w:rFonts w:cs="Georgia"/>
          <w:kern w:val="1"/>
        </w:rPr>
        <w:t>Là se trouve le château lui-même</w:t>
      </w:r>
      <w:r w:rsidR="000E1451">
        <w:rPr>
          <w:rFonts w:cs="Georgia"/>
          <w:kern w:val="1"/>
        </w:rPr>
        <w:t xml:space="preserve">, </w:t>
      </w:r>
      <w:r>
        <w:rPr>
          <w:rFonts w:cs="Georgia"/>
          <w:kern w:val="1"/>
        </w:rPr>
        <w:t>rectangle massif flanqué aux quatre coins de rondes tours trapues aux toits en poivrière</w:t>
      </w:r>
      <w:r w:rsidR="000E1451">
        <w:rPr>
          <w:rFonts w:cs="Georgia"/>
          <w:kern w:val="1"/>
        </w:rPr>
        <w:t xml:space="preserve">. </w:t>
      </w:r>
      <w:r>
        <w:rPr>
          <w:rFonts w:cs="Georgia"/>
          <w:kern w:val="1"/>
        </w:rPr>
        <w:t>Il occupe l</w:t>
      </w:r>
      <w:r w:rsidR="000E1451">
        <w:rPr>
          <w:rFonts w:cs="Georgia"/>
          <w:kern w:val="1"/>
        </w:rPr>
        <w:t>’</w:t>
      </w:r>
      <w:r>
        <w:rPr>
          <w:rFonts w:cs="Georgia"/>
          <w:kern w:val="1"/>
        </w:rPr>
        <w:t>angle sud-est</w:t>
      </w:r>
      <w:r w:rsidR="000E1451">
        <w:rPr>
          <w:rFonts w:cs="Georgia"/>
          <w:kern w:val="1"/>
        </w:rPr>
        <w:t xml:space="preserve">, </w:t>
      </w:r>
      <w:r>
        <w:rPr>
          <w:rFonts w:cs="Georgia"/>
          <w:kern w:val="1"/>
        </w:rPr>
        <w:t>tandis que la haute tour carrée qui vient d</w:t>
      </w:r>
      <w:r w:rsidR="000E1451">
        <w:rPr>
          <w:rFonts w:cs="Georgia"/>
          <w:kern w:val="1"/>
        </w:rPr>
        <w:t>’</w:t>
      </w:r>
      <w:r>
        <w:rPr>
          <w:rFonts w:cs="Georgia"/>
          <w:kern w:val="1"/>
        </w:rPr>
        <w:t>être décrite</w:t>
      </w:r>
      <w:r w:rsidR="000E1451">
        <w:rPr>
          <w:rFonts w:cs="Georgia"/>
          <w:kern w:val="1"/>
        </w:rPr>
        <w:t xml:space="preserve">, </w:t>
      </w:r>
      <w:r>
        <w:rPr>
          <w:rFonts w:cs="Georgia"/>
          <w:kern w:val="1"/>
        </w:rPr>
        <w:t>s</w:t>
      </w:r>
      <w:r w:rsidR="000E1451">
        <w:rPr>
          <w:rFonts w:cs="Georgia"/>
          <w:kern w:val="1"/>
        </w:rPr>
        <w:t>’</w:t>
      </w:r>
      <w:r>
        <w:rPr>
          <w:rFonts w:cs="Georgia"/>
          <w:kern w:val="1"/>
        </w:rPr>
        <w:t>érige dans l</w:t>
      </w:r>
      <w:r w:rsidR="000E1451">
        <w:rPr>
          <w:rFonts w:cs="Georgia"/>
          <w:kern w:val="1"/>
        </w:rPr>
        <w:t>’</w:t>
      </w:r>
      <w:r>
        <w:rPr>
          <w:rFonts w:cs="Georgia"/>
          <w:kern w:val="1"/>
        </w:rPr>
        <w:t>angle nord-ouest</w:t>
      </w:r>
      <w:r w:rsidR="000E1451">
        <w:rPr>
          <w:rFonts w:cs="Georgia"/>
          <w:kern w:val="1"/>
        </w:rPr>
        <w:t xml:space="preserve">. </w:t>
      </w:r>
      <w:r>
        <w:rPr>
          <w:rFonts w:cs="Georgia"/>
          <w:kern w:val="1"/>
        </w:rPr>
        <w:t>De loin</w:t>
      </w:r>
      <w:r w:rsidR="000E1451">
        <w:rPr>
          <w:rFonts w:cs="Georgia"/>
          <w:kern w:val="1"/>
        </w:rPr>
        <w:t xml:space="preserve">, </w:t>
      </w:r>
      <w:r>
        <w:rPr>
          <w:rFonts w:cs="Georgia"/>
          <w:kern w:val="1"/>
        </w:rPr>
        <w:t>on n</w:t>
      </w:r>
      <w:r w:rsidR="000E1451">
        <w:rPr>
          <w:rFonts w:cs="Georgia"/>
          <w:kern w:val="1"/>
        </w:rPr>
        <w:t>’</w:t>
      </w:r>
      <w:r>
        <w:rPr>
          <w:rFonts w:cs="Georgia"/>
          <w:kern w:val="1"/>
        </w:rPr>
        <w:t>aperçoit qu</w:t>
      </w:r>
      <w:r w:rsidR="000E1451">
        <w:rPr>
          <w:rFonts w:cs="Georgia"/>
          <w:kern w:val="1"/>
        </w:rPr>
        <w:t>’</w:t>
      </w:r>
      <w:r>
        <w:rPr>
          <w:rFonts w:cs="Georgia"/>
          <w:kern w:val="1"/>
        </w:rPr>
        <w:t>elle</w:t>
      </w:r>
      <w:r w:rsidR="000E1451">
        <w:rPr>
          <w:rFonts w:cs="Georgia"/>
          <w:kern w:val="1"/>
        </w:rPr>
        <w:t xml:space="preserve">, </w:t>
      </w:r>
      <w:r>
        <w:rPr>
          <w:rFonts w:cs="Georgia"/>
          <w:kern w:val="1"/>
        </w:rPr>
        <w:t>le reste du bâtiment étant dissimulé par un rideau de hêtres pourpres assez touffus</w:t>
      </w:r>
      <w:r w:rsidR="000E1451">
        <w:rPr>
          <w:rFonts w:cs="Georgia"/>
          <w:kern w:val="1"/>
        </w:rPr>
        <w:t xml:space="preserve">. </w:t>
      </w:r>
      <w:r>
        <w:rPr>
          <w:rFonts w:cs="Georgia"/>
          <w:kern w:val="1"/>
        </w:rPr>
        <w:t>Ce sont les seuls arbres de la région</w:t>
      </w:r>
      <w:r w:rsidR="000E1451">
        <w:rPr>
          <w:rFonts w:cs="Georgia"/>
          <w:kern w:val="1"/>
        </w:rPr>
        <w:t xml:space="preserve">. </w:t>
      </w:r>
      <w:r>
        <w:rPr>
          <w:rFonts w:cs="Georgia"/>
          <w:kern w:val="1"/>
        </w:rPr>
        <w:t>À leurs pieds</w:t>
      </w:r>
      <w:r w:rsidR="000E1451">
        <w:rPr>
          <w:rFonts w:cs="Georgia"/>
          <w:kern w:val="1"/>
        </w:rPr>
        <w:t xml:space="preserve">, </w:t>
      </w:r>
      <w:r>
        <w:rPr>
          <w:rFonts w:cs="Georgia"/>
          <w:kern w:val="1"/>
        </w:rPr>
        <w:t>il n</w:t>
      </w:r>
      <w:r w:rsidR="000E1451">
        <w:rPr>
          <w:rFonts w:cs="Georgia"/>
          <w:kern w:val="1"/>
        </w:rPr>
        <w:t>’</w:t>
      </w:r>
      <w:r>
        <w:rPr>
          <w:rFonts w:cs="Georgia"/>
          <w:kern w:val="1"/>
        </w:rPr>
        <w:t>y a rien que l</w:t>
      </w:r>
      <w:r w:rsidR="000E1451">
        <w:rPr>
          <w:rFonts w:cs="Georgia"/>
          <w:kern w:val="1"/>
        </w:rPr>
        <w:t>’</w:t>
      </w:r>
      <w:r>
        <w:rPr>
          <w:rFonts w:cs="Georgia"/>
          <w:kern w:val="1"/>
        </w:rPr>
        <w:t xml:space="preserve">inextricable fouillis </w:t>
      </w:r>
      <w:r>
        <w:rPr>
          <w:rFonts w:cs="Georgia"/>
          <w:kern w:val="1"/>
        </w:rPr>
        <w:lastRenderedPageBreak/>
        <w:t>des ronces et des pariétaires</w:t>
      </w:r>
      <w:r w:rsidR="000E1451">
        <w:rPr>
          <w:rFonts w:cs="Georgia"/>
          <w:kern w:val="1"/>
        </w:rPr>
        <w:t xml:space="preserve">. </w:t>
      </w:r>
      <w:r>
        <w:rPr>
          <w:rFonts w:cs="Georgia"/>
          <w:kern w:val="1"/>
        </w:rPr>
        <w:t>Elles ont recouvert le chemin dallé qui menait de la porte d</w:t>
      </w:r>
      <w:r w:rsidR="000E1451">
        <w:rPr>
          <w:rFonts w:cs="Georgia"/>
          <w:kern w:val="1"/>
        </w:rPr>
        <w:t>’</w:t>
      </w:r>
      <w:r>
        <w:rPr>
          <w:rFonts w:cs="Georgia"/>
          <w:kern w:val="1"/>
        </w:rPr>
        <w:t>honneur à la tour septentrionale</w:t>
      </w:r>
      <w:r w:rsidR="000E1451">
        <w:rPr>
          <w:rFonts w:cs="Georgia"/>
          <w:kern w:val="1"/>
        </w:rPr>
        <w:t xml:space="preserve">. </w:t>
      </w:r>
      <w:r>
        <w:rPr>
          <w:rFonts w:cs="Georgia"/>
          <w:kern w:val="1"/>
        </w:rPr>
        <w:t>Elles sont en train de disjoindre le ciment de la balustrade qui surplombe les fossés et les douves</w:t>
      </w:r>
      <w:r w:rsidR="000E1451">
        <w:rPr>
          <w:rFonts w:cs="Georgia"/>
          <w:kern w:val="1"/>
        </w:rPr>
        <w:t xml:space="preserve">. </w:t>
      </w:r>
      <w:r>
        <w:rPr>
          <w:rFonts w:cs="Georgia"/>
          <w:kern w:val="1"/>
        </w:rPr>
        <w:t>On a eu beaucoup de peine à leur faire respecter le chétif enclos où poussent les quelques légumes nécessaires à la vie domestique de la vieille demeure</w:t>
      </w:r>
      <w:r w:rsidR="000E1451">
        <w:rPr>
          <w:rFonts w:cs="Georgia"/>
          <w:kern w:val="1"/>
        </w:rPr>
        <w:t xml:space="preserve">. </w:t>
      </w:r>
      <w:r>
        <w:rPr>
          <w:rFonts w:cs="Georgia"/>
          <w:kern w:val="1"/>
        </w:rPr>
        <w:t>Il n</w:t>
      </w:r>
      <w:r w:rsidR="000E1451">
        <w:rPr>
          <w:rFonts w:cs="Georgia"/>
          <w:kern w:val="1"/>
        </w:rPr>
        <w:t>’</w:t>
      </w:r>
      <w:r>
        <w:rPr>
          <w:rFonts w:cs="Georgia"/>
          <w:kern w:val="1"/>
        </w:rPr>
        <w:t>y a pas d</w:t>
      </w:r>
      <w:r w:rsidR="000E1451">
        <w:rPr>
          <w:rFonts w:cs="Georgia"/>
          <w:kern w:val="1"/>
        </w:rPr>
        <w:t>’</w:t>
      </w:r>
      <w:r>
        <w:rPr>
          <w:rFonts w:cs="Georgia"/>
          <w:kern w:val="1"/>
        </w:rPr>
        <w:t>arbres fruitiers</w:t>
      </w:r>
      <w:r w:rsidR="000E1451">
        <w:rPr>
          <w:rFonts w:cs="Georgia"/>
          <w:kern w:val="1"/>
        </w:rPr>
        <w:t xml:space="preserve">. </w:t>
      </w:r>
      <w:r>
        <w:rPr>
          <w:rFonts w:cs="Georgia"/>
          <w:kern w:val="1"/>
        </w:rPr>
        <w:t>Une expérience tentée pour avoir d</w:t>
      </w:r>
      <w:r w:rsidR="000E1451">
        <w:rPr>
          <w:rFonts w:cs="Georgia"/>
          <w:kern w:val="1"/>
        </w:rPr>
        <w:t>’</w:t>
      </w:r>
      <w:r>
        <w:rPr>
          <w:rFonts w:cs="Georgia"/>
          <w:kern w:val="1"/>
        </w:rPr>
        <w:t>autres fleurs que les liserons et les églantines n</w:t>
      </w:r>
      <w:r w:rsidR="000E1451">
        <w:rPr>
          <w:rFonts w:cs="Georgia"/>
          <w:kern w:val="1"/>
        </w:rPr>
        <w:t>’</w:t>
      </w:r>
      <w:r>
        <w:rPr>
          <w:rFonts w:cs="Georgia"/>
          <w:kern w:val="1"/>
        </w:rPr>
        <w:t>a pas donné de résultats</w:t>
      </w:r>
      <w:r w:rsidR="000E1451">
        <w:rPr>
          <w:rFonts w:cs="Georgia"/>
          <w:kern w:val="1"/>
        </w:rPr>
        <w:t xml:space="preserve">. </w:t>
      </w:r>
      <w:r>
        <w:rPr>
          <w:rFonts w:cs="Georgia"/>
          <w:kern w:val="1"/>
        </w:rPr>
        <w:t>Seuls</w:t>
      </w:r>
      <w:r w:rsidR="000E1451">
        <w:rPr>
          <w:rFonts w:cs="Georgia"/>
          <w:kern w:val="1"/>
        </w:rPr>
        <w:t xml:space="preserve">, </w:t>
      </w:r>
      <w:r>
        <w:rPr>
          <w:rFonts w:cs="Georgia"/>
          <w:kern w:val="1"/>
        </w:rPr>
        <w:t>quelques dahlias décolorés</w:t>
      </w:r>
      <w:r w:rsidR="000E1451">
        <w:rPr>
          <w:rFonts w:cs="Georgia"/>
          <w:kern w:val="1"/>
        </w:rPr>
        <w:t xml:space="preserve">, </w:t>
      </w:r>
      <w:r>
        <w:rPr>
          <w:rFonts w:cs="Georgia"/>
          <w:kern w:val="1"/>
        </w:rPr>
        <w:t>quelques tournesols rachitiques ont réussi à pousser sur un morceau de terreau exposé au Midi</w:t>
      </w:r>
      <w:r w:rsidR="000E1451">
        <w:rPr>
          <w:rFonts w:cs="Georgia"/>
          <w:kern w:val="1"/>
        </w:rPr>
        <w:t xml:space="preserve">. </w:t>
      </w:r>
      <w:r>
        <w:rPr>
          <w:rFonts w:cs="Georgia"/>
          <w:kern w:val="1"/>
        </w:rPr>
        <w:t>En bas</w:t>
      </w:r>
      <w:r w:rsidR="000E1451">
        <w:rPr>
          <w:rFonts w:cs="Georgia"/>
          <w:kern w:val="1"/>
        </w:rPr>
        <w:t xml:space="preserve">, </w:t>
      </w:r>
      <w:r>
        <w:rPr>
          <w:rFonts w:cs="Georgia"/>
          <w:kern w:val="1"/>
        </w:rPr>
        <w:t>dans les douves</w:t>
      </w:r>
      <w:r w:rsidR="000E1451">
        <w:rPr>
          <w:rFonts w:cs="Georgia"/>
          <w:kern w:val="1"/>
        </w:rPr>
        <w:t xml:space="preserve">, </w:t>
      </w:r>
      <w:r>
        <w:rPr>
          <w:rFonts w:cs="Georgia"/>
          <w:kern w:val="1"/>
        </w:rPr>
        <w:t>durant les corvées</w:t>
      </w:r>
      <w:r w:rsidR="000E1451">
        <w:rPr>
          <w:rFonts w:cs="Georgia"/>
          <w:kern w:val="1"/>
        </w:rPr>
        <w:t xml:space="preserve">, </w:t>
      </w:r>
      <w:r>
        <w:rPr>
          <w:rFonts w:cs="Georgia"/>
          <w:kern w:val="1"/>
        </w:rPr>
        <w:t>s</w:t>
      </w:r>
      <w:r w:rsidR="000E1451">
        <w:rPr>
          <w:rFonts w:cs="Georgia"/>
          <w:kern w:val="1"/>
        </w:rPr>
        <w:t>’</w:t>
      </w:r>
      <w:r>
        <w:rPr>
          <w:rFonts w:cs="Georgia"/>
          <w:kern w:val="1"/>
        </w:rPr>
        <w:t>il nous arrivait de lever la tête vers le faîte de la muraille</w:t>
      </w:r>
      <w:r w:rsidR="000E1451">
        <w:rPr>
          <w:rFonts w:cs="Georgia"/>
          <w:kern w:val="1"/>
        </w:rPr>
        <w:t xml:space="preserve">, </w:t>
      </w:r>
      <w:r>
        <w:rPr>
          <w:rFonts w:cs="Georgia"/>
          <w:kern w:val="1"/>
        </w:rPr>
        <w:t>nous apercevions au-dessus de nous</w:t>
      </w:r>
      <w:r w:rsidR="000E1451">
        <w:rPr>
          <w:rFonts w:cs="Georgia"/>
          <w:kern w:val="1"/>
        </w:rPr>
        <w:t xml:space="preserve">, </w:t>
      </w:r>
      <w:r>
        <w:rPr>
          <w:rFonts w:cs="Georgia"/>
          <w:kern w:val="1"/>
        </w:rPr>
        <w:t>balancées par la bise</w:t>
      </w:r>
      <w:r w:rsidR="000E1451">
        <w:rPr>
          <w:rFonts w:cs="Georgia"/>
          <w:kern w:val="1"/>
        </w:rPr>
        <w:t xml:space="preserve">, </w:t>
      </w:r>
      <w:r>
        <w:rPr>
          <w:rFonts w:cs="Georgia"/>
          <w:kern w:val="1"/>
        </w:rPr>
        <w:t>leurs maigres tiges harassées</w:t>
      </w:r>
      <w:r w:rsidR="000E1451">
        <w:rPr>
          <w:rFonts w:cs="Georgia"/>
          <w:kern w:val="1"/>
        </w:rPr>
        <w:t>.</w:t>
      </w:r>
    </w:p>
    <w:p w14:paraId="7264BCC1" w14:textId="77777777" w:rsidR="000E1451" w:rsidRDefault="00BE611A" w:rsidP="00BE611A">
      <w:pPr>
        <w:rPr>
          <w:rFonts w:cs="Georgia"/>
          <w:kern w:val="1"/>
        </w:rPr>
      </w:pPr>
      <w:r>
        <w:rPr>
          <w:rFonts w:cs="Georgia"/>
          <w:kern w:val="1"/>
        </w:rPr>
        <w:t>Le fossé ouest de l</w:t>
      </w:r>
      <w:r w:rsidR="000E1451">
        <w:rPr>
          <w:rFonts w:cs="Georgia"/>
          <w:kern w:val="1"/>
        </w:rPr>
        <w:t>’</w:t>
      </w:r>
      <w:r>
        <w:rPr>
          <w:rFonts w:cs="Georgia"/>
          <w:kern w:val="1"/>
        </w:rPr>
        <w:t>enceinte est le seul qui soit complètement à sec</w:t>
      </w:r>
      <w:r w:rsidR="000E1451">
        <w:rPr>
          <w:rFonts w:cs="Georgia"/>
          <w:kern w:val="1"/>
        </w:rPr>
        <w:t xml:space="preserve">. </w:t>
      </w:r>
      <w:r>
        <w:rPr>
          <w:rFonts w:cs="Georgia"/>
          <w:kern w:val="1"/>
        </w:rPr>
        <w:t>Profond d</w:t>
      </w:r>
      <w:r w:rsidR="000E1451">
        <w:rPr>
          <w:rFonts w:cs="Georgia"/>
          <w:kern w:val="1"/>
        </w:rPr>
        <w:t>’</w:t>
      </w:r>
      <w:r>
        <w:rPr>
          <w:rFonts w:cs="Georgia"/>
          <w:kern w:val="1"/>
        </w:rPr>
        <w:t>une dizaine de mètres</w:t>
      </w:r>
      <w:r w:rsidR="000E1451">
        <w:rPr>
          <w:rFonts w:cs="Georgia"/>
          <w:kern w:val="1"/>
        </w:rPr>
        <w:t xml:space="preserve">, </w:t>
      </w:r>
      <w:r>
        <w:rPr>
          <w:rFonts w:cs="Georgia"/>
          <w:kern w:val="1"/>
        </w:rPr>
        <w:t>large d</w:t>
      </w:r>
      <w:r w:rsidR="000E1451">
        <w:rPr>
          <w:rFonts w:cs="Georgia"/>
          <w:kern w:val="1"/>
        </w:rPr>
        <w:t>’</w:t>
      </w:r>
      <w:r>
        <w:rPr>
          <w:rFonts w:cs="Georgia"/>
          <w:kern w:val="1"/>
        </w:rPr>
        <w:t>autant</w:t>
      </w:r>
      <w:r w:rsidR="000E1451">
        <w:rPr>
          <w:rFonts w:cs="Georgia"/>
          <w:kern w:val="1"/>
        </w:rPr>
        <w:t xml:space="preserve">, </w:t>
      </w:r>
      <w:r>
        <w:rPr>
          <w:rFonts w:cs="Georgia"/>
          <w:kern w:val="1"/>
        </w:rPr>
        <w:t>il était autrefois traversé par le pont-levis</w:t>
      </w:r>
      <w:r w:rsidR="000E1451">
        <w:rPr>
          <w:rFonts w:cs="Georgia"/>
          <w:kern w:val="1"/>
        </w:rPr>
        <w:t xml:space="preserve">, </w:t>
      </w:r>
      <w:r>
        <w:rPr>
          <w:rFonts w:cs="Georgia"/>
          <w:kern w:val="1"/>
        </w:rPr>
        <w:t>remplacé aujourd</w:t>
      </w:r>
      <w:r w:rsidR="000E1451">
        <w:rPr>
          <w:rFonts w:cs="Georgia"/>
          <w:kern w:val="1"/>
        </w:rPr>
        <w:t>’</w:t>
      </w:r>
      <w:r>
        <w:rPr>
          <w:rFonts w:cs="Georgia"/>
          <w:kern w:val="1"/>
        </w:rPr>
        <w:t>hui par une passerelle sur laquelle les voitures des visiteurs doivent s</w:t>
      </w:r>
      <w:r w:rsidR="000E1451">
        <w:rPr>
          <w:rFonts w:cs="Georgia"/>
          <w:kern w:val="1"/>
        </w:rPr>
        <w:t>’</w:t>
      </w:r>
      <w:r>
        <w:rPr>
          <w:rFonts w:cs="Georgia"/>
          <w:kern w:val="1"/>
        </w:rPr>
        <w:t>engager à une allure très ralentie</w:t>
      </w:r>
      <w:r w:rsidR="000E1451">
        <w:rPr>
          <w:rFonts w:cs="Georgia"/>
          <w:kern w:val="1"/>
        </w:rPr>
        <w:t xml:space="preserve">. </w:t>
      </w:r>
      <w:r>
        <w:rPr>
          <w:rFonts w:cs="Georgia"/>
          <w:kern w:val="1"/>
        </w:rPr>
        <w:t>Ainsi le veut une pancarte qui date d</w:t>
      </w:r>
      <w:r w:rsidR="000E1451">
        <w:rPr>
          <w:rFonts w:cs="Georgia"/>
          <w:kern w:val="1"/>
        </w:rPr>
        <w:t>’</w:t>
      </w:r>
      <w:r>
        <w:rPr>
          <w:rFonts w:cs="Georgia"/>
          <w:kern w:val="1"/>
        </w:rPr>
        <w:t>une époque plus fortunée</w:t>
      </w:r>
      <w:r w:rsidR="000E1451">
        <w:rPr>
          <w:rFonts w:cs="Georgia"/>
          <w:kern w:val="1"/>
        </w:rPr>
        <w:t xml:space="preserve">, </w:t>
      </w:r>
      <w:r>
        <w:rPr>
          <w:rFonts w:cs="Georgia"/>
          <w:kern w:val="1"/>
        </w:rPr>
        <w:t>sans doute</w:t>
      </w:r>
      <w:r w:rsidR="000E1451">
        <w:rPr>
          <w:rFonts w:cs="Georgia"/>
          <w:kern w:val="1"/>
        </w:rPr>
        <w:t xml:space="preserve">. </w:t>
      </w:r>
      <w:r>
        <w:rPr>
          <w:rFonts w:cs="Georgia"/>
          <w:kern w:val="1"/>
        </w:rPr>
        <w:t>Les voitures des visiteurs</w:t>
      </w:r>
      <w:r w:rsidR="000E1451">
        <w:rPr>
          <w:rFonts w:cs="Georgia"/>
          <w:kern w:val="1"/>
        </w:rPr>
        <w:t xml:space="preserve"> ! </w:t>
      </w:r>
      <w:r>
        <w:rPr>
          <w:rFonts w:cs="Georgia"/>
          <w:kern w:val="1"/>
        </w:rPr>
        <w:t>Au cours de près d</w:t>
      </w:r>
      <w:r w:rsidR="000E1451">
        <w:rPr>
          <w:rFonts w:cs="Georgia"/>
          <w:kern w:val="1"/>
        </w:rPr>
        <w:t>’</w:t>
      </w:r>
      <w:r>
        <w:rPr>
          <w:rFonts w:cs="Georgia"/>
          <w:kern w:val="1"/>
        </w:rPr>
        <w:t>une année</w:t>
      </w:r>
      <w:r w:rsidR="000E1451">
        <w:rPr>
          <w:rFonts w:cs="Georgia"/>
          <w:kern w:val="1"/>
        </w:rPr>
        <w:t xml:space="preserve">, </w:t>
      </w:r>
      <w:r>
        <w:rPr>
          <w:rFonts w:cs="Georgia"/>
          <w:kern w:val="1"/>
        </w:rPr>
        <w:t>je n</w:t>
      </w:r>
      <w:r w:rsidR="000E1451">
        <w:rPr>
          <w:rFonts w:cs="Georgia"/>
          <w:kern w:val="1"/>
        </w:rPr>
        <w:t>’</w:t>
      </w:r>
      <w:r>
        <w:rPr>
          <w:rFonts w:cs="Georgia"/>
          <w:kern w:val="1"/>
        </w:rPr>
        <w:t>en ai vu que deux venir à Reichendorf</w:t>
      </w:r>
      <w:r w:rsidR="000E1451">
        <w:rPr>
          <w:rFonts w:cs="Georgia"/>
          <w:kern w:val="1"/>
        </w:rPr>
        <w:t xml:space="preserve">. </w:t>
      </w:r>
      <w:r>
        <w:rPr>
          <w:rFonts w:cs="Georgia"/>
          <w:kern w:val="1"/>
        </w:rPr>
        <w:t>La première fut l</w:t>
      </w:r>
      <w:r w:rsidR="000E1451">
        <w:rPr>
          <w:rFonts w:cs="Georgia"/>
          <w:kern w:val="1"/>
        </w:rPr>
        <w:t>’</w:t>
      </w:r>
      <w:r>
        <w:rPr>
          <w:rFonts w:cs="Georgia"/>
          <w:kern w:val="1"/>
        </w:rPr>
        <w:t>automobile du général inspecteur des camps de prisonniers</w:t>
      </w:r>
      <w:r w:rsidR="000E1451">
        <w:rPr>
          <w:rFonts w:cs="Georgia"/>
          <w:kern w:val="1"/>
        </w:rPr>
        <w:t xml:space="preserve">. </w:t>
      </w:r>
      <w:r>
        <w:rPr>
          <w:rFonts w:cs="Georgia"/>
          <w:kern w:val="1"/>
        </w:rPr>
        <w:t>Vers le mois de juin</w:t>
      </w:r>
      <w:r w:rsidR="000E1451">
        <w:rPr>
          <w:rFonts w:cs="Georgia"/>
          <w:kern w:val="1"/>
        </w:rPr>
        <w:t xml:space="preserve">, </w:t>
      </w:r>
      <w:r>
        <w:rPr>
          <w:rFonts w:cs="Georgia"/>
          <w:kern w:val="1"/>
        </w:rPr>
        <w:t>il arriva de Kœnigsberg pour visiter le nôtre</w:t>
      </w:r>
      <w:r w:rsidR="000E1451">
        <w:rPr>
          <w:rFonts w:cs="Georgia"/>
          <w:kern w:val="1"/>
        </w:rPr>
        <w:t xml:space="preserve">, </w:t>
      </w:r>
      <w:r>
        <w:rPr>
          <w:rFonts w:cs="Georgia"/>
          <w:kern w:val="1"/>
        </w:rPr>
        <w:t>et le général de Reichendorf le retint à déjeuner</w:t>
      </w:r>
      <w:r w:rsidR="000E1451">
        <w:rPr>
          <w:rFonts w:cs="Georgia"/>
          <w:kern w:val="1"/>
        </w:rPr>
        <w:t xml:space="preserve">. </w:t>
      </w:r>
      <w:r>
        <w:rPr>
          <w:rFonts w:cs="Georgia"/>
          <w:kern w:val="1"/>
        </w:rPr>
        <w:t>La seconde</w:t>
      </w:r>
      <w:r w:rsidR="000E1451">
        <w:rPr>
          <w:rFonts w:cs="Georgia"/>
          <w:kern w:val="1"/>
        </w:rPr>
        <w:t xml:space="preserve"> ? </w:t>
      </w:r>
      <w:r>
        <w:rPr>
          <w:rFonts w:cs="Georgia"/>
          <w:kern w:val="1"/>
        </w:rPr>
        <w:t>Ah</w:t>
      </w:r>
      <w:r w:rsidR="000E1451">
        <w:rPr>
          <w:rFonts w:cs="Georgia"/>
          <w:kern w:val="1"/>
        </w:rPr>
        <w:t xml:space="preserve"> ! </w:t>
      </w:r>
      <w:r>
        <w:rPr>
          <w:rFonts w:cs="Georgia"/>
          <w:kern w:val="1"/>
        </w:rPr>
        <w:t>la seconde</w:t>
      </w:r>
      <w:r w:rsidR="000E1451">
        <w:rPr>
          <w:rFonts w:cs="Georgia"/>
          <w:kern w:val="1"/>
        </w:rPr>
        <w:t xml:space="preserve">, </w:t>
      </w:r>
      <w:r>
        <w:rPr>
          <w:rFonts w:cs="Georgia"/>
          <w:kern w:val="1"/>
        </w:rPr>
        <w:t>ce fut plus tard</w:t>
      </w:r>
      <w:r w:rsidR="000E1451">
        <w:rPr>
          <w:rFonts w:cs="Georgia"/>
          <w:kern w:val="1"/>
        </w:rPr>
        <w:t xml:space="preserve">, </w:t>
      </w:r>
      <w:r>
        <w:rPr>
          <w:rFonts w:cs="Georgia"/>
          <w:kern w:val="1"/>
        </w:rPr>
        <w:t>six mois après</w:t>
      </w:r>
      <w:r w:rsidR="000E1451">
        <w:rPr>
          <w:rFonts w:cs="Georgia"/>
          <w:kern w:val="1"/>
        </w:rPr>
        <w:t xml:space="preserve">, </w:t>
      </w:r>
      <w:r>
        <w:rPr>
          <w:rFonts w:cs="Georgia"/>
          <w:kern w:val="1"/>
        </w:rPr>
        <w:t>tout à la fin</w:t>
      </w:r>
      <w:r w:rsidR="000E1451">
        <w:rPr>
          <w:rFonts w:cs="Georgia"/>
          <w:kern w:val="1"/>
        </w:rPr>
        <w:t xml:space="preserve">… </w:t>
      </w:r>
      <w:r>
        <w:rPr>
          <w:rFonts w:cs="Georgia"/>
          <w:kern w:val="1"/>
        </w:rPr>
        <w:t>Mais que sert d</w:t>
      </w:r>
      <w:r w:rsidR="000E1451">
        <w:rPr>
          <w:rFonts w:cs="Georgia"/>
          <w:kern w:val="1"/>
        </w:rPr>
        <w:t>’</w:t>
      </w:r>
      <w:r>
        <w:rPr>
          <w:rFonts w:cs="Georgia"/>
          <w:kern w:val="1"/>
        </w:rPr>
        <w:t>y songer dès maintenant</w:t>
      </w:r>
      <w:r w:rsidR="000E1451">
        <w:rPr>
          <w:rFonts w:cs="Georgia"/>
          <w:kern w:val="1"/>
        </w:rPr>
        <w:t xml:space="preserve"> ! </w:t>
      </w:r>
      <w:r>
        <w:rPr>
          <w:rFonts w:cs="Georgia"/>
          <w:kern w:val="1"/>
        </w:rPr>
        <w:t>Je n</w:t>
      </w:r>
      <w:r w:rsidR="000E1451">
        <w:rPr>
          <w:rFonts w:cs="Georgia"/>
          <w:kern w:val="1"/>
        </w:rPr>
        <w:t>’</w:t>
      </w:r>
      <w:r>
        <w:rPr>
          <w:rFonts w:cs="Georgia"/>
          <w:kern w:val="1"/>
        </w:rPr>
        <w:t>aurai que trop l</w:t>
      </w:r>
      <w:r w:rsidR="000E1451">
        <w:rPr>
          <w:rFonts w:cs="Georgia"/>
          <w:kern w:val="1"/>
        </w:rPr>
        <w:t>’</w:t>
      </w:r>
      <w:r>
        <w:rPr>
          <w:rFonts w:cs="Georgia"/>
          <w:kern w:val="1"/>
        </w:rPr>
        <w:t>occasion</w:t>
      </w:r>
      <w:r w:rsidR="000E1451">
        <w:rPr>
          <w:rFonts w:cs="Georgia"/>
          <w:kern w:val="1"/>
        </w:rPr>
        <w:t xml:space="preserve">, </w:t>
      </w:r>
      <w:r>
        <w:rPr>
          <w:rFonts w:cs="Georgia"/>
          <w:kern w:val="1"/>
        </w:rPr>
        <w:t>le moment venu</w:t>
      </w:r>
      <w:r w:rsidR="000E1451">
        <w:rPr>
          <w:rFonts w:cs="Georgia"/>
          <w:kern w:val="1"/>
        </w:rPr>
        <w:t xml:space="preserve">, </w:t>
      </w:r>
      <w:r>
        <w:rPr>
          <w:rFonts w:cs="Georgia"/>
          <w:kern w:val="1"/>
        </w:rPr>
        <w:t>d</w:t>
      </w:r>
      <w:r w:rsidR="000E1451">
        <w:rPr>
          <w:rFonts w:cs="Georgia"/>
          <w:kern w:val="1"/>
        </w:rPr>
        <w:t>’</w:t>
      </w:r>
      <w:r>
        <w:rPr>
          <w:rFonts w:cs="Georgia"/>
          <w:kern w:val="1"/>
        </w:rPr>
        <w:t>en reparler</w:t>
      </w:r>
      <w:r w:rsidR="000E1451">
        <w:rPr>
          <w:rFonts w:cs="Georgia"/>
          <w:kern w:val="1"/>
        </w:rPr>
        <w:t>.</w:t>
      </w:r>
    </w:p>
    <w:p w14:paraId="1DAA2E5A" w14:textId="77777777" w:rsidR="000E1451" w:rsidRDefault="00BE611A" w:rsidP="00BE611A">
      <w:pPr>
        <w:rPr>
          <w:rFonts w:cs="Georgia"/>
          <w:kern w:val="1"/>
        </w:rPr>
      </w:pPr>
      <w:r>
        <w:rPr>
          <w:rFonts w:cs="Georgia"/>
          <w:kern w:val="1"/>
        </w:rPr>
        <w:t>Si le fossé occidental s</w:t>
      </w:r>
      <w:r w:rsidR="000E1451">
        <w:rPr>
          <w:rFonts w:cs="Georgia"/>
          <w:kern w:val="1"/>
        </w:rPr>
        <w:t>’</w:t>
      </w:r>
      <w:r>
        <w:rPr>
          <w:rFonts w:cs="Georgia"/>
          <w:kern w:val="1"/>
        </w:rPr>
        <w:t>est maintenu à peu près intact</w:t>
      </w:r>
      <w:r w:rsidR="000E1451">
        <w:rPr>
          <w:rFonts w:cs="Georgia"/>
          <w:kern w:val="1"/>
        </w:rPr>
        <w:t xml:space="preserve">, </w:t>
      </w:r>
      <w:r>
        <w:rPr>
          <w:rFonts w:cs="Georgia"/>
          <w:kern w:val="1"/>
        </w:rPr>
        <w:t>les trois autres</w:t>
      </w:r>
      <w:r w:rsidR="000E1451">
        <w:rPr>
          <w:rFonts w:cs="Georgia"/>
          <w:kern w:val="1"/>
        </w:rPr>
        <w:t xml:space="preserve">, </w:t>
      </w:r>
      <w:r>
        <w:rPr>
          <w:rFonts w:cs="Georgia"/>
          <w:kern w:val="1"/>
        </w:rPr>
        <w:t>par contre</w:t>
      </w:r>
      <w:r w:rsidR="000E1451">
        <w:rPr>
          <w:rFonts w:cs="Georgia"/>
          <w:kern w:val="1"/>
        </w:rPr>
        <w:t xml:space="preserve">, </w:t>
      </w:r>
      <w:r>
        <w:rPr>
          <w:rFonts w:cs="Georgia"/>
          <w:kern w:val="1"/>
        </w:rPr>
        <w:t xml:space="preserve">en raison de leur voisinage avec </w:t>
      </w:r>
      <w:r>
        <w:rPr>
          <w:rFonts w:cs="Georgia"/>
          <w:kern w:val="1"/>
        </w:rPr>
        <w:lastRenderedPageBreak/>
        <w:t>les marais et les étangs</w:t>
      </w:r>
      <w:r w:rsidR="000E1451">
        <w:rPr>
          <w:rFonts w:cs="Georgia"/>
          <w:kern w:val="1"/>
        </w:rPr>
        <w:t xml:space="preserve">, </w:t>
      </w:r>
      <w:r>
        <w:rPr>
          <w:rFonts w:cs="Georgia"/>
          <w:kern w:val="1"/>
        </w:rPr>
        <w:t>ne se présentent plus que sous l</w:t>
      </w:r>
      <w:r w:rsidR="000E1451">
        <w:rPr>
          <w:rFonts w:cs="Georgia"/>
          <w:kern w:val="1"/>
        </w:rPr>
        <w:t>’</w:t>
      </w:r>
      <w:r>
        <w:rPr>
          <w:rFonts w:cs="Georgia"/>
          <w:kern w:val="1"/>
        </w:rPr>
        <w:t>aspect le plus chaotique</w:t>
      </w:r>
      <w:r w:rsidR="000E1451">
        <w:rPr>
          <w:rFonts w:cs="Georgia"/>
          <w:kern w:val="1"/>
        </w:rPr>
        <w:t xml:space="preserve">. </w:t>
      </w:r>
      <w:r>
        <w:rPr>
          <w:rFonts w:cs="Georgia"/>
          <w:kern w:val="1"/>
        </w:rPr>
        <w:t>Filtrant de toutes parts</w:t>
      </w:r>
      <w:r w:rsidR="000E1451">
        <w:rPr>
          <w:rFonts w:cs="Georgia"/>
          <w:kern w:val="1"/>
        </w:rPr>
        <w:t xml:space="preserve">, </w:t>
      </w:r>
      <w:r>
        <w:rPr>
          <w:rFonts w:cs="Georgia"/>
          <w:kern w:val="1"/>
        </w:rPr>
        <w:t>l</w:t>
      </w:r>
      <w:r w:rsidR="000E1451">
        <w:rPr>
          <w:rFonts w:cs="Georgia"/>
          <w:kern w:val="1"/>
        </w:rPr>
        <w:t>’</w:t>
      </w:r>
      <w:r>
        <w:rPr>
          <w:rFonts w:cs="Georgia"/>
          <w:kern w:val="1"/>
        </w:rPr>
        <w:t>eau a miné peu à peu leurs revêtements</w:t>
      </w:r>
      <w:r w:rsidR="000E1451">
        <w:rPr>
          <w:rFonts w:cs="Georgia"/>
          <w:kern w:val="1"/>
        </w:rPr>
        <w:t xml:space="preserve">, </w:t>
      </w:r>
      <w:r>
        <w:rPr>
          <w:rFonts w:cs="Georgia"/>
          <w:kern w:val="1"/>
        </w:rPr>
        <w:t>fait choir d</w:t>
      </w:r>
      <w:r w:rsidR="000E1451">
        <w:rPr>
          <w:rFonts w:cs="Georgia"/>
          <w:kern w:val="1"/>
        </w:rPr>
        <w:t>’</w:t>
      </w:r>
      <w:r>
        <w:rPr>
          <w:rFonts w:cs="Georgia"/>
          <w:kern w:val="1"/>
        </w:rPr>
        <w:t>un seul coup des pans entiers d</w:t>
      </w:r>
      <w:r w:rsidR="000E1451">
        <w:rPr>
          <w:rFonts w:cs="Georgia"/>
          <w:kern w:val="1"/>
        </w:rPr>
        <w:t>’</w:t>
      </w:r>
      <w:r>
        <w:rPr>
          <w:rFonts w:cs="Georgia"/>
          <w:kern w:val="1"/>
        </w:rPr>
        <w:t>une muraille qui</w:t>
      </w:r>
      <w:r w:rsidR="000E1451">
        <w:rPr>
          <w:rFonts w:cs="Georgia"/>
          <w:kern w:val="1"/>
        </w:rPr>
        <w:t xml:space="preserve"> – </w:t>
      </w:r>
      <w:r>
        <w:rPr>
          <w:rFonts w:cs="Georgia"/>
          <w:kern w:val="1"/>
        </w:rPr>
        <w:t>des plaques de mortier demeurées en place l</w:t>
      </w:r>
      <w:r w:rsidR="000E1451">
        <w:rPr>
          <w:rFonts w:cs="Georgia"/>
          <w:kern w:val="1"/>
        </w:rPr>
        <w:t>’</w:t>
      </w:r>
      <w:r>
        <w:rPr>
          <w:rFonts w:cs="Georgia"/>
          <w:kern w:val="1"/>
        </w:rPr>
        <w:t>attestent</w:t>
      </w:r>
      <w:r w:rsidR="000E1451">
        <w:rPr>
          <w:rFonts w:cs="Georgia"/>
          <w:kern w:val="1"/>
        </w:rPr>
        <w:t xml:space="preserve"> – </w:t>
      </w:r>
      <w:r>
        <w:rPr>
          <w:rFonts w:cs="Georgia"/>
          <w:kern w:val="1"/>
        </w:rPr>
        <w:t>n</w:t>
      </w:r>
      <w:r w:rsidR="000E1451">
        <w:rPr>
          <w:rFonts w:cs="Georgia"/>
          <w:kern w:val="1"/>
        </w:rPr>
        <w:t>’</w:t>
      </w:r>
      <w:r>
        <w:rPr>
          <w:rFonts w:cs="Georgia"/>
          <w:kern w:val="1"/>
        </w:rPr>
        <w:t>eût demandé que le peu d</w:t>
      </w:r>
      <w:r w:rsidR="000E1451">
        <w:rPr>
          <w:rFonts w:cs="Georgia"/>
          <w:kern w:val="1"/>
        </w:rPr>
        <w:t>’</w:t>
      </w:r>
      <w:r>
        <w:rPr>
          <w:rFonts w:cs="Georgia"/>
          <w:kern w:val="1"/>
        </w:rPr>
        <w:t>entretien auquel elle avait été accoutumée pour défier longtemps encore les intempéries et les ans</w:t>
      </w:r>
      <w:r w:rsidR="000E1451">
        <w:rPr>
          <w:rFonts w:cs="Georgia"/>
          <w:kern w:val="1"/>
        </w:rPr>
        <w:t xml:space="preserve">. </w:t>
      </w:r>
      <w:r>
        <w:rPr>
          <w:rFonts w:cs="Georgia"/>
          <w:kern w:val="1"/>
        </w:rPr>
        <w:t>Les assises de l</w:t>
      </w:r>
      <w:r w:rsidR="000E1451">
        <w:rPr>
          <w:rFonts w:cs="Georgia"/>
          <w:kern w:val="1"/>
        </w:rPr>
        <w:t>’</w:t>
      </w:r>
      <w:r>
        <w:rPr>
          <w:rFonts w:cs="Georgia"/>
          <w:kern w:val="1"/>
        </w:rPr>
        <w:t>enceinte elle-même ont résisté victorieusement</w:t>
      </w:r>
      <w:r w:rsidR="000E1451">
        <w:rPr>
          <w:rFonts w:cs="Georgia"/>
          <w:kern w:val="1"/>
        </w:rPr>
        <w:t xml:space="preserve">, </w:t>
      </w:r>
      <w:r>
        <w:rPr>
          <w:rFonts w:cs="Georgia"/>
          <w:kern w:val="1"/>
        </w:rPr>
        <w:t>mais les parois qui leur font face</w:t>
      </w:r>
      <w:r w:rsidR="000E1451">
        <w:rPr>
          <w:rFonts w:cs="Georgia"/>
          <w:kern w:val="1"/>
        </w:rPr>
        <w:t xml:space="preserve">, </w:t>
      </w:r>
      <w:r>
        <w:rPr>
          <w:rFonts w:cs="Georgia"/>
          <w:kern w:val="1"/>
        </w:rPr>
        <w:t>presque partout</w:t>
      </w:r>
      <w:r w:rsidR="000E1451">
        <w:rPr>
          <w:rFonts w:cs="Georgia"/>
          <w:kern w:val="1"/>
        </w:rPr>
        <w:t xml:space="preserve">, </w:t>
      </w:r>
      <w:r>
        <w:rPr>
          <w:rFonts w:cs="Georgia"/>
          <w:kern w:val="1"/>
        </w:rPr>
        <w:t>se sont effondrées</w:t>
      </w:r>
      <w:r w:rsidR="000E1451">
        <w:rPr>
          <w:rFonts w:cs="Georgia"/>
          <w:kern w:val="1"/>
        </w:rPr>
        <w:t xml:space="preserve">. </w:t>
      </w:r>
      <w:r>
        <w:rPr>
          <w:rFonts w:cs="Georgia"/>
          <w:kern w:val="1"/>
        </w:rPr>
        <w:t>À présent</w:t>
      </w:r>
      <w:r w:rsidR="000E1451">
        <w:rPr>
          <w:rFonts w:cs="Georgia"/>
          <w:kern w:val="1"/>
        </w:rPr>
        <w:t xml:space="preserve">, </w:t>
      </w:r>
      <w:r>
        <w:rPr>
          <w:rFonts w:cs="Georgia"/>
          <w:kern w:val="1"/>
        </w:rPr>
        <w:t>ce n</w:t>
      </w:r>
      <w:r w:rsidR="000E1451">
        <w:rPr>
          <w:rFonts w:cs="Georgia"/>
          <w:kern w:val="1"/>
        </w:rPr>
        <w:t>’</w:t>
      </w:r>
      <w:r>
        <w:rPr>
          <w:rFonts w:cs="Georgia"/>
          <w:kern w:val="1"/>
        </w:rPr>
        <w:t>est plus</w:t>
      </w:r>
      <w:r w:rsidR="000E1451">
        <w:rPr>
          <w:rFonts w:cs="Georgia"/>
          <w:kern w:val="1"/>
        </w:rPr>
        <w:t xml:space="preserve">, </w:t>
      </w:r>
      <w:r>
        <w:rPr>
          <w:rFonts w:cs="Georgia"/>
          <w:kern w:val="1"/>
        </w:rPr>
        <w:t>au fond des fossés</w:t>
      </w:r>
      <w:r w:rsidR="000E1451">
        <w:rPr>
          <w:rFonts w:cs="Georgia"/>
          <w:kern w:val="1"/>
        </w:rPr>
        <w:t xml:space="preserve">, </w:t>
      </w:r>
      <w:r>
        <w:rPr>
          <w:rFonts w:cs="Georgia"/>
          <w:kern w:val="1"/>
        </w:rPr>
        <w:t>qu</w:t>
      </w:r>
      <w:r w:rsidR="000E1451">
        <w:rPr>
          <w:rFonts w:cs="Georgia"/>
          <w:kern w:val="1"/>
        </w:rPr>
        <w:t>’</w:t>
      </w:r>
      <w:r>
        <w:rPr>
          <w:rFonts w:cs="Georgia"/>
          <w:kern w:val="1"/>
        </w:rPr>
        <w:t xml:space="preserve">un magma innommable de </w:t>
      </w:r>
      <w:r w:rsidR="000E1451">
        <w:rPr>
          <w:rFonts w:cs="Georgia"/>
          <w:kern w:val="1"/>
        </w:rPr>
        <w:t>moel</w:t>
      </w:r>
      <w:r>
        <w:rPr>
          <w:rFonts w:cs="Georgia"/>
          <w:kern w:val="1"/>
        </w:rPr>
        <w:t>lons</w:t>
      </w:r>
      <w:r w:rsidR="000E1451">
        <w:rPr>
          <w:rFonts w:cs="Georgia"/>
          <w:kern w:val="1"/>
        </w:rPr>
        <w:t xml:space="preserve">, </w:t>
      </w:r>
      <w:r>
        <w:rPr>
          <w:rFonts w:cs="Georgia"/>
          <w:kern w:val="1"/>
        </w:rPr>
        <w:t>de briques réduites en bouillie</w:t>
      </w:r>
      <w:r w:rsidR="000E1451">
        <w:rPr>
          <w:rFonts w:cs="Georgia"/>
          <w:kern w:val="1"/>
        </w:rPr>
        <w:t xml:space="preserve">, </w:t>
      </w:r>
      <w:r>
        <w:rPr>
          <w:rFonts w:cs="Georgia"/>
          <w:kern w:val="1"/>
        </w:rPr>
        <w:t>de vase crémeuse et verte</w:t>
      </w:r>
      <w:r w:rsidR="000E1451">
        <w:rPr>
          <w:rFonts w:cs="Georgia"/>
          <w:kern w:val="1"/>
        </w:rPr>
        <w:t xml:space="preserve">. </w:t>
      </w:r>
      <w:r>
        <w:rPr>
          <w:rFonts w:cs="Georgia"/>
          <w:kern w:val="1"/>
        </w:rPr>
        <w:t>L</w:t>
      </w:r>
      <w:r w:rsidR="000E1451">
        <w:rPr>
          <w:rFonts w:cs="Georgia"/>
          <w:kern w:val="1"/>
        </w:rPr>
        <w:t>’</w:t>
      </w:r>
      <w:r>
        <w:rPr>
          <w:rFonts w:cs="Georgia"/>
          <w:kern w:val="1"/>
        </w:rPr>
        <w:t>impitoyable végétation marécageuse s</w:t>
      </w:r>
      <w:r w:rsidR="000E1451">
        <w:rPr>
          <w:rFonts w:cs="Georgia"/>
          <w:kern w:val="1"/>
        </w:rPr>
        <w:t>’</w:t>
      </w:r>
      <w:r>
        <w:rPr>
          <w:rFonts w:cs="Georgia"/>
          <w:kern w:val="1"/>
        </w:rPr>
        <w:t>est abattue sur ce désastre</w:t>
      </w:r>
      <w:r w:rsidR="000E1451">
        <w:rPr>
          <w:rFonts w:cs="Georgia"/>
          <w:kern w:val="1"/>
        </w:rPr>
        <w:t xml:space="preserve">, </w:t>
      </w:r>
      <w:r>
        <w:rPr>
          <w:rFonts w:cs="Georgia"/>
          <w:kern w:val="1"/>
        </w:rPr>
        <w:t>s</w:t>
      </w:r>
      <w:r w:rsidR="000E1451">
        <w:rPr>
          <w:rFonts w:cs="Georgia"/>
          <w:kern w:val="1"/>
        </w:rPr>
        <w:t>’</w:t>
      </w:r>
      <w:r>
        <w:rPr>
          <w:rFonts w:cs="Georgia"/>
          <w:kern w:val="1"/>
        </w:rPr>
        <w:t>en est donné à cœur joie</w:t>
      </w:r>
      <w:r w:rsidR="000E1451">
        <w:rPr>
          <w:rFonts w:cs="Georgia"/>
          <w:kern w:val="1"/>
        </w:rPr>
        <w:t xml:space="preserve">. </w:t>
      </w:r>
      <w:r>
        <w:rPr>
          <w:rFonts w:cs="Georgia"/>
          <w:kern w:val="1"/>
        </w:rPr>
        <w:t>Les roseaux et les joncs ont tout envahi</w:t>
      </w:r>
      <w:r w:rsidR="000E1451">
        <w:rPr>
          <w:rFonts w:cs="Georgia"/>
          <w:kern w:val="1"/>
        </w:rPr>
        <w:t xml:space="preserve">. </w:t>
      </w:r>
      <w:r>
        <w:rPr>
          <w:rFonts w:cs="Georgia"/>
          <w:kern w:val="1"/>
        </w:rPr>
        <w:t>Les lichens et les mousses ont tout recouvert</w:t>
      </w:r>
      <w:r w:rsidR="000E1451">
        <w:rPr>
          <w:rFonts w:cs="Georgia"/>
          <w:kern w:val="1"/>
        </w:rPr>
        <w:t xml:space="preserve">. </w:t>
      </w:r>
      <w:r>
        <w:rPr>
          <w:rFonts w:cs="Georgia"/>
          <w:kern w:val="1"/>
        </w:rPr>
        <w:t>Sur les eaux dormantes</w:t>
      </w:r>
      <w:r w:rsidR="000E1451">
        <w:rPr>
          <w:rFonts w:cs="Georgia"/>
          <w:kern w:val="1"/>
        </w:rPr>
        <w:t xml:space="preserve">, </w:t>
      </w:r>
      <w:r>
        <w:rPr>
          <w:rFonts w:cs="Georgia"/>
          <w:kern w:val="1"/>
        </w:rPr>
        <w:t>les nénuphars ont étalé leurs minces disques vernissés</w:t>
      </w:r>
      <w:r w:rsidR="000E1451">
        <w:rPr>
          <w:rFonts w:cs="Georgia"/>
          <w:kern w:val="1"/>
        </w:rPr>
        <w:t xml:space="preserve">, </w:t>
      </w:r>
      <w:r>
        <w:rPr>
          <w:rFonts w:cs="Georgia"/>
          <w:kern w:val="1"/>
        </w:rPr>
        <w:t>fleuris de roses d</w:t>
      </w:r>
      <w:r w:rsidR="000E1451">
        <w:rPr>
          <w:rFonts w:cs="Georgia"/>
          <w:kern w:val="1"/>
        </w:rPr>
        <w:t>’</w:t>
      </w:r>
      <w:r>
        <w:rPr>
          <w:rFonts w:cs="Georgia"/>
          <w:kern w:val="1"/>
        </w:rPr>
        <w:t>un jaune chlorotique</w:t>
      </w:r>
      <w:r w:rsidR="000E1451">
        <w:rPr>
          <w:rFonts w:cs="Georgia"/>
          <w:kern w:val="1"/>
        </w:rPr>
        <w:t xml:space="preserve">. </w:t>
      </w:r>
      <w:r>
        <w:rPr>
          <w:rFonts w:cs="Georgia"/>
          <w:kern w:val="1"/>
        </w:rPr>
        <w:t>Au moment des grandes bourrasques</w:t>
      </w:r>
      <w:r w:rsidR="000E1451">
        <w:rPr>
          <w:rFonts w:cs="Georgia"/>
          <w:kern w:val="1"/>
        </w:rPr>
        <w:t xml:space="preserve">, </w:t>
      </w:r>
      <w:r>
        <w:rPr>
          <w:rFonts w:cs="Georgia"/>
          <w:kern w:val="1"/>
        </w:rPr>
        <w:t>on ne distingue plus</w:t>
      </w:r>
      <w:r w:rsidR="000E1451">
        <w:rPr>
          <w:rFonts w:cs="Georgia"/>
          <w:kern w:val="1"/>
        </w:rPr>
        <w:t xml:space="preserve">, </w:t>
      </w:r>
      <w:r>
        <w:rPr>
          <w:rFonts w:cs="Georgia"/>
          <w:kern w:val="1"/>
        </w:rPr>
        <w:t>dans le déluge universel</w:t>
      </w:r>
      <w:r w:rsidR="000E1451">
        <w:rPr>
          <w:rFonts w:cs="Georgia"/>
          <w:kern w:val="1"/>
        </w:rPr>
        <w:t xml:space="preserve">, </w:t>
      </w:r>
      <w:r>
        <w:rPr>
          <w:rFonts w:cs="Georgia"/>
          <w:kern w:val="1"/>
        </w:rPr>
        <w:t>les limites qui séparent la terrasse du château des marais environnants</w:t>
      </w:r>
      <w:r w:rsidR="000E1451">
        <w:rPr>
          <w:rFonts w:cs="Georgia"/>
          <w:kern w:val="1"/>
        </w:rPr>
        <w:t xml:space="preserve">. </w:t>
      </w:r>
      <w:r>
        <w:rPr>
          <w:rFonts w:cs="Georgia"/>
          <w:kern w:val="1"/>
        </w:rPr>
        <w:t>D</w:t>
      </w:r>
      <w:r w:rsidR="000E1451">
        <w:rPr>
          <w:rFonts w:cs="Georgia"/>
          <w:kern w:val="1"/>
        </w:rPr>
        <w:t>’</w:t>
      </w:r>
      <w:r>
        <w:rPr>
          <w:rFonts w:cs="Georgia"/>
          <w:kern w:val="1"/>
        </w:rPr>
        <w:t>un bord à l</w:t>
      </w:r>
      <w:r w:rsidR="000E1451">
        <w:rPr>
          <w:rFonts w:cs="Georgia"/>
          <w:kern w:val="1"/>
        </w:rPr>
        <w:t>’</w:t>
      </w:r>
      <w:r>
        <w:rPr>
          <w:rFonts w:cs="Georgia"/>
          <w:kern w:val="1"/>
        </w:rPr>
        <w:t>autre</w:t>
      </w:r>
      <w:r w:rsidR="000E1451">
        <w:rPr>
          <w:rFonts w:cs="Georgia"/>
          <w:kern w:val="1"/>
        </w:rPr>
        <w:t xml:space="preserve">, </w:t>
      </w:r>
      <w:r>
        <w:rPr>
          <w:rFonts w:cs="Georgia"/>
          <w:kern w:val="1"/>
        </w:rPr>
        <w:t>l</w:t>
      </w:r>
      <w:r w:rsidR="000E1451">
        <w:rPr>
          <w:rFonts w:cs="Georgia"/>
          <w:kern w:val="1"/>
        </w:rPr>
        <w:t>’</w:t>
      </w:r>
      <w:r>
        <w:rPr>
          <w:rFonts w:cs="Georgia"/>
          <w:kern w:val="1"/>
        </w:rPr>
        <w:t>écroulement des murs jette à chaque instant une nouvelle et branlante chaussée de pierres rompues</w:t>
      </w:r>
      <w:r w:rsidR="000E1451">
        <w:rPr>
          <w:rFonts w:cs="Georgia"/>
          <w:kern w:val="1"/>
        </w:rPr>
        <w:t xml:space="preserve">, </w:t>
      </w:r>
      <w:r>
        <w:rPr>
          <w:rFonts w:cs="Georgia"/>
          <w:kern w:val="1"/>
        </w:rPr>
        <w:t>autour desquelles le flot monte en clapotant avec fureur</w:t>
      </w:r>
      <w:r w:rsidR="000E1451">
        <w:rPr>
          <w:rFonts w:cs="Georgia"/>
          <w:kern w:val="1"/>
        </w:rPr>
        <w:t xml:space="preserve">. </w:t>
      </w:r>
      <w:r>
        <w:rPr>
          <w:rFonts w:cs="Georgia"/>
          <w:kern w:val="1"/>
        </w:rPr>
        <w:t>Ce qu</w:t>
      </w:r>
      <w:r w:rsidR="000E1451">
        <w:rPr>
          <w:rFonts w:cs="Georgia"/>
          <w:kern w:val="1"/>
        </w:rPr>
        <w:t>’</w:t>
      </w:r>
      <w:r>
        <w:rPr>
          <w:rFonts w:cs="Georgia"/>
          <w:kern w:val="1"/>
        </w:rPr>
        <w:t>il reste de gouttières et de gargouilles non obstruées déverse des torrents d</w:t>
      </w:r>
      <w:r w:rsidR="000E1451">
        <w:rPr>
          <w:rFonts w:cs="Georgia"/>
          <w:kern w:val="1"/>
        </w:rPr>
        <w:t>’</w:t>
      </w:r>
      <w:r>
        <w:rPr>
          <w:rFonts w:cs="Georgia"/>
          <w:kern w:val="1"/>
        </w:rPr>
        <w:t>eau jaunâtre dans les douves où la pluie s</w:t>
      </w:r>
      <w:r w:rsidR="000E1451">
        <w:rPr>
          <w:rFonts w:cs="Georgia"/>
          <w:kern w:val="1"/>
        </w:rPr>
        <w:t>’</w:t>
      </w:r>
      <w:r>
        <w:rPr>
          <w:rFonts w:cs="Georgia"/>
          <w:kern w:val="1"/>
        </w:rPr>
        <w:t>acharne et claque comme de la grêle</w:t>
      </w:r>
      <w:r w:rsidR="000E1451">
        <w:rPr>
          <w:rFonts w:cs="Georgia"/>
          <w:kern w:val="1"/>
        </w:rPr>
        <w:t xml:space="preserve">. </w:t>
      </w:r>
      <w:r>
        <w:rPr>
          <w:rFonts w:cs="Georgia"/>
          <w:kern w:val="1"/>
        </w:rPr>
        <w:t>Et quand</w:t>
      </w:r>
      <w:r w:rsidR="000E1451">
        <w:rPr>
          <w:rFonts w:cs="Georgia"/>
          <w:kern w:val="1"/>
        </w:rPr>
        <w:t xml:space="preserve">, </w:t>
      </w:r>
      <w:r>
        <w:rPr>
          <w:rFonts w:cs="Georgia"/>
          <w:kern w:val="1"/>
        </w:rPr>
        <w:t>plus redoutable mille fois que les averses</w:t>
      </w:r>
      <w:r w:rsidR="000E1451">
        <w:rPr>
          <w:rFonts w:cs="Georgia"/>
          <w:kern w:val="1"/>
        </w:rPr>
        <w:t xml:space="preserve">, </w:t>
      </w:r>
      <w:r>
        <w:rPr>
          <w:rFonts w:cs="Georgia"/>
          <w:kern w:val="1"/>
        </w:rPr>
        <w:t>le vent du Nord raflant sur les dunes d</w:t>
      </w:r>
      <w:r w:rsidR="000E1451">
        <w:rPr>
          <w:rFonts w:cs="Georgia"/>
          <w:kern w:val="1"/>
        </w:rPr>
        <w:t>’</w:t>
      </w:r>
      <w:r>
        <w:rPr>
          <w:rFonts w:cs="Georgia"/>
          <w:kern w:val="1"/>
        </w:rPr>
        <w:t>opaques tourbillons de sable</w:t>
      </w:r>
      <w:r w:rsidR="000E1451">
        <w:rPr>
          <w:rFonts w:cs="Georgia"/>
          <w:kern w:val="1"/>
        </w:rPr>
        <w:t xml:space="preserve">, </w:t>
      </w:r>
      <w:r>
        <w:rPr>
          <w:rFonts w:cs="Georgia"/>
          <w:kern w:val="1"/>
        </w:rPr>
        <w:t>les précipite en aveugles avalanches vers le château</w:t>
      </w:r>
      <w:r w:rsidR="000E1451">
        <w:rPr>
          <w:rFonts w:cs="Georgia"/>
          <w:kern w:val="1"/>
        </w:rPr>
        <w:t xml:space="preserve">, </w:t>
      </w:r>
      <w:r>
        <w:rPr>
          <w:rFonts w:cs="Georgia"/>
          <w:kern w:val="1"/>
        </w:rPr>
        <w:t>Reichendorf tout entier paraît sombrer dans un cauchemar gigantesque</w:t>
      </w:r>
      <w:r w:rsidR="000E1451">
        <w:rPr>
          <w:rFonts w:cs="Georgia"/>
          <w:kern w:val="1"/>
        </w:rPr>
        <w:t xml:space="preserve">. </w:t>
      </w:r>
      <w:r>
        <w:rPr>
          <w:rFonts w:cs="Georgia"/>
          <w:kern w:val="1"/>
        </w:rPr>
        <w:t>Avec les ramures pourpres de ses hêtres qui se gonflent et frissonnent comme d</w:t>
      </w:r>
      <w:r w:rsidR="000E1451">
        <w:rPr>
          <w:rFonts w:cs="Georgia"/>
          <w:kern w:val="1"/>
        </w:rPr>
        <w:t>’</w:t>
      </w:r>
      <w:r>
        <w:rPr>
          <w:rFonts w:cs="Georgia"/>
          <w:kern w:val="1"/>
        </w:rPr>
        <w:t>immenses voiles</w:t>
      </w:r>
      <w:r w:rsidR="000E1451">
        <w:rPr>
          <w:rFonts w:cs="Georgia"/>
          <w:kern w:val="1"/>
        </w:rPr>
        <w:t xml:space="preserve">, </w:t>
      </w:r>
      <w:r>
        <w:rPr>
          <w:rFonts w:cs="Georgia"/>
          <w:kern w:val="1"/>
        </w:rPr>
        <w:t>avec le mât obscur de sa maîtresse tour qui oscille parmi les nuées</w:t>
      </w:r>
      <w:r w:rsidR="000E1451">
        <w:rPr>
          <w:rFonts w:cs="Georgia"/>
          <w:kern w:val="1"/>
        </w:rPr>
        <w:t xml:space="preserve">, </w:t>
      </w:r>
      <w:r>
        <w:rPr>
          <w:rFonts w:cs="Georgia"/>
          <w:kern w:val="1"/>
        </w:rPr>
        <w:t>il a l</w:t>
      </w:r>
      <w:r w:rsidR="000E1451">
        <w:rPr>
          <w:rFonts w:cs="Georgia"/>
          <w:kern w:val="1"/>
        </w:rPr>
        <w:t>’</w:t>
      </w:r>
      <w:r>
        <w:rPr>
          <w:rFonts w:cs="Georgia"/>
          <w:kern w:val="1"/>
        </w:rPr>
        <w:t>air d</w:t>
      </w:r>
      <w:r w:rsidR="000E1451">
        <w:rPr>
          <w:rFonts w:cs="Georgia"/>
          <w:kern w:val="1"/>
        </w:rPr>
        <w:t>’</w:t>
      </w:r>
      <w:r>
        <w:rPr>
          <w:rFonts w:cs="Georgia"/>
          <w:kern w:val="1"/>
        </w:rPr>
        <w:t xml:space="preserve">un navire fantastique </w:t>
      </w:r>
      <w:r>
        <w:rPr>
          <w:rFonts w:cs="Georgia"/>
          <w:kern w:val="1"/>
        </w:rPr>
        <w:lastRenderedPageBreak/>
        <w:t>sur le point de rompre ses amarres et de disparaître dans la nuit</w:t>
      </w:r>
      <w:r w:rsidR="000E1451">
        <w:rPr>
          <w:rFonts w:cs="Georgia"/>
          <w:kern w:val="1"/>
        </w:rPr>
        <w:t>.</w:t>
      </w:r>
    </w:p>
    <w:p w14:paraId="24C0FE73" w14:textId="77777777" w:rsidR="00BE611A" w:rsidRDefault="00BE611A" w:rsidP="00BE611A">
      <w:pPr>
        <w:rPr>
          <w:rFonts w:cs="Georgia"/>
          <w:bCs/>
          <w:kern w:val="1"/>
        </w:rPr>
      </w:pPr>
    </w:p>
    <w:p w14:paraId="1AEE4DC2" w14:textId="77777777" w:rsidR="000E1451" w:rsidRDefault="00BE611A" w:rsidP="00BE611A">
      <w:pPr>
        <w:rPr>
          <w:rFonts w:cs="Georgia"/>
          <w:kern w:val="1"/>
        </w:rPr>
      </w:pPr>
      <w:r>
        <w:rPr>
          <w:rFonts w:cs="Georgia"/>
          <w:kern w:val="1"/>
        </w:rPr>
        <w:t>Ce délabrement et cet abandon étaient de date relativement récente</w:t>
      </w:r>
      <w:r w:rsidR="000E1451">
        <w:rPr>
          <w:rFonts w:cs="Georgia"/>
          <w:kern w:val="1"/>
        </w:rPr>
        <w:t xml:space="preserve">. </w:t>
      </w:r>
      <w:r>
        <w:rPr>
          <w:rFonts w:cs="Georgia"/>
          <w:kern w:val="1"/>
        </w:rPr>
        <w:t>Sous le comte Frédéric de Reichendorf</w:t>
      </w:r>
      <w:r w:rsidR="000E1451">
        <w:rPr>
          <w:rFonts w:cs="Georgia"/>
          <w:kern w:val="1"/>
        </w:rPr>
        <w:t xml:space="preserve">, </w:t>
      </w:r>
      <w:r>
        <w:rPr>
          <w:rFonts w:cs="Georgia"/>
          <w:kern w:val="1"/>
        </w:rPr>
        <w:t>père du propriétaire actuel</w:t>
      </w:r>
      <w:r w:rsidR="000E1451">
        <w:rPr>
          <w:rFonts w:cs="Georgia"/>
          <w:kern w:val="1"/>
        </w:rPr>
        <w:t xml:space="preserve">, </w:t>
      </w:r>
      <w:r>
        <w:rPr>
          <w:rFonts w:cs="Georgia"/>
          <w:kern w:val="1"/>
        </w:rPr>
        <w:t>et ami personnel de l</w:t>
      </w:r>
      <w:r w:rsidR="000E1451">
        <w:rPr>
          <w:rFonts w:cs="Georgia"/>
          <w:kern w:val="1"/>
        </w:rPr>
        <w:t>’</w:t>
      </w:r>
      <w:r>
        <w:rPr>
          <w:rFonts w:cs="Georgia"/>
          <w:kern w:val="1"/>
        </w:rPr>
        <w:t xml:space="preserve">Empereur </w:t>
      </w:r>
      <w:r w:rsidR="000E1451">
        <w:rPr>
          <w:rFonts w:cs="Georgia"/>
          <w:kern w:val="1"/>
        </w:rPr>
        <w:t>Guillaume I</w:t>
      </w:r>
      <w:r w:rsidR="000E1451" w:rsidRPr="000E1451">
        <w:rPr>
          <w:rFonts w:cs="Georgia"/>
          <w:kern w:val="1"/>
          <w:vertAlign w:val="superscript"/>
        </w:rPr>
        <w:t>er</w:t>
      </w:r>
      <w:r w:rsidR="000E1451">
        <w:rPr>
          <w:rFonts w:cs="Georgia"/>
          <w:kern w:val="1"/>
        </w:rPr>
        <w:t xml:space="preserve">, </w:t>
      </w:r>
      <w:r>
        <w:rPr>
          <w:rFonts w:cs="Georgia"/>
          <w:kern w:val="1"/>
        </w:rPr>
        <w:t>le château passait pour l</w:t>
      </w:r>
      <w:r w:rsidR="000E1451">
        <w:rPr>
          <w:rFonts w:cs="Georgia"/>
          <w:kern w:val="1"/>
        </w:rPr>
        <w:t>’</w:t>
      </w:r>
      <w:r>
        <w:rPr>
          <w:rFonts w:cs="Georgia"/>
          <w:kern w:val="1"/>
        </w:rPr>
        <w:t>un des plus confortables de la Prusse Orientale</w:t>
      </w:r>
      <w:r w:rsidR="000E1451">
        <w:rPr>
          <w:rFonts w:cs="Georgia"/>
          <w:kern w:val="1"/>
        </w:rPr>
        <w:t xml:space="preserve">. </w:t>
      </w:r>
      <w:r>
        <w:rPr>
          <w:rFonts w:cs="Georgia"/>
          <w:kern w:val="1"/>
        </w:rPr>
        <w:t>Frédéric</w:t>
      </w:r>
      <w:r w:rsidR="000E1451">
        <w:rPr>
          <w:rFonts w:cs="Georgia"/>
          <w:kern w:val="1"/>
        </w:rPr>
        <w:t xml:space="preserve">, </w:t>
      </w:r>
      <w:r>
        <w:rPr>
          <w:rFonts w:cs="Georgia"/>
          <w:kern w:val="1"/>
        </w:rPr>
        <w:t>âgé de dix-sept ans</w:t>
      </w:r>
      <w:r w:rsidR="000E1451">
        <w:rPr>
          <w:rFonts w:cs="Georgia"/>
          <w:kern w:val="1"/>
        </w:rPr>
        <w:t xml:space="preserve">, </w:t>
      </w:r>
      <w:r>
        <w:rPr>
          <w:rFonts w:cs="Georgia"/>
          <w:kern w:val="1"/>
        </w:rPr>
        <w:t xml:space="preserve">et lieutenant du </w:t>
      </w:r>
      <w:r w:rsidR="000E1451">
        <w:rPr>
          <w:rFonts w:cs="Georgia"/>
          <w:kern w:val="1"/>
        </w:rPr>
        <w:t>2</w:t>
      </w:r>
      <w:r w:rsidR="000E1451" w:rsidRPr="000E1451">
        <w:rPr>
          <w:rFonts w:cs="Georgia"/>
          <w:kern w:val="1"/>
          <w:vertAlign w:val="superscript"/>
        </w:rPr>
        <w:t>e</w:t>
      </w:r>
      <w:r w:rsidR="000E1451">
        <w:rPr>
          <w:rFonts w:cs="Georgia"/>
          <w:kern w:val="1"/>
        </w:rPr>
        <w:t xml:space="preserve"> </w:t>
      </w:r>
      <w:r>
        <w:rPr>
          <w:rFonts w:cs="Georgia"/>
          <w:kern w:val="1"/>
        </w:rPr>
        <w:t>Régiment de dragons de Brandebourg</w:t>
      </w:r>
      <w:r w:rsidR="000E1451">
        <w:rPr>
          <w:rFonts w:cs="Georgia"/>
          <w:kern w:val="1"/>
        </w:rPr>
        <w:t xml:space="preserve">, </w:t>
      </w:r>
      <w:r>
        <w:rPr>
          <w:rFonts w:cs="Georgia"/>
          <w:kern w:val="1"/>
        </w:rPr>
        <w:t>avait fait ses premières armes en 1814</w:t>
      </w:r>
      <w:r w:rsidR="000E1451">
        <w:rPr>
          <w:rFonts w:cs="Georgia"/>
          <w:kern w:val="1"/>
        </w:rPr>
        <w:t xml:space="preserve">, </w:t>
      </w:r>
      <w:r>
        <w:rPr>
          <w:rFonts w:cs="Georgia"/>
          <w:kern w:val="1"/>
        </w:rPr>
        <w:t>à Bar-sur-Aube</w:t>
      </w:r>
      <w:r w:rsidR="000E1451">
        <w:rPr>
          <w:rFonts w:cs="Georgia"/>
          <w:kern w:val="1"/>
        </w:rPr>
        <w:t xml:space="preserve">, </w:t>
      </w:r>
      <w:r>
        <w:rPr>
          <w:rFonts w:cs="Georgia"/>
          <w:kern w:val="1"/>
        </w:rPr>
        <w:t>aux côtés de son futur souverain</w:t>
      </w:r>
      <w:r w:rsidR="000E1451">
        <w:rPr>
          <w:rFonts w:cs="Georgia"/>
          <w:kern w:val="1"/>
        </w:rPr>
        <w:t xml:space="preserve">. </w:t>
      </w:r>
      <w:r>
        <w:rPr>
          <w:rFonts w:cs="Georgia"/>
          <w:kern w:val="1"/>
        </w:rPr>
        <w:t>Il avait abandonné l</w:t>
      </w:r>
      <w:r w:rsidR="000E1451">
        <w:rPr>
          <w:rFonts w:cs="Georgia"/>
          <w:kern w:val="1"/>
        </w:rPr>
        <w:t>’</w:t>
      </w:r>
      <w:r>
        <w:rPr>
          <w:rFonts w:cs="Georgia"/>
          <w:kern w:val="1"/>
        </w:rPr>
        <w:t>armée très vite après pour se retirer dans ses terres</w:t>
      </w:r>
      <w:r w:rsidR="000E1451">
        <w:rPr>
          <w:rFonts w:cs="Georgia"/>
          <w:kern w:val="1"/>
        </w:rPr>
        <w:t xml:space="preserve">. </w:t>
      </w:r>
      <w:r>
        <w:rPr>
          <w:rFonts w:cs="Georgia"/>
          <w:kern w:val="1"/>
        </w:rPr>
        <w:t>Type achevé du gentilhomme prussien</w:t>
      </w:r>
      <w:r w:rsidR="000E1451">
        <w:rPr>
          <w:rFonts w:cs="Georgia"/>
          <w:kern w:val="1"/>
        </w:rPr>
        <w:t xml:space="preserve">, </w:t>
      </w:r>
      <w:r>
        <w:rPr>
          <w:rFonts w:cs="Georgia"/>
          <w:kern w:val="1"/>
        </w:rPr>
        <w:t>il avait vécu là pendant un demi-siècle</w:t>
      </w:r>
      <w:r w:rsidR="000E1451">
        <w:rPr>
          <w:rFonts w:cs="Georgia"/>
          <w:kern w:val="1"/>
        </w:rPr>
        <w:t xml:space="preserve">, </w:t>
      </w:r>
      <w:r>
        <w:rPr>
          <w:rFonts w:cs="Georgia"/>
          <w:kern w:val="1"/>
        </w:rPr>
        <w:t>honoré à plusieurs reprises de la visite du Roi</w:t>
      </w:r>
      <w:r w:rsidR="000E1451">
        <w:rPr>
          <w:rFonts w:cs="Georgia"/>
          <w:kern w:val="1"/>
        </w:rPr>
        <w:t xml:space="preserve">, </w:t>
      </w:r>
      <w:r>
        <w:rPr>
          <w:rFonts w:cs="Georgia"/>
          <w:kern w:val="1"/>
        </w:rPr>
        <w:t>qui se plaisait à venir chasser</w:t>
      </w:r>
      <w:r w:rsidR="000E1451">
        <w:rPr>
          <w:rFonts w:cs="Georgia"/>
          <w:kern w:val="1"/>
        </w:rPr>
        <w:t xml:space="preserve">, </w:t>
      </w:r>
      <w:r>
        <w:rPr>
          <w:rFonts w:cs="Georgia"/>
          <w:kern w:val="1"/>
        </w:rPr>
        <w:t>avec Roon ou Moltke</w:t>
      </w:r>
      <w:r w:rsidR="000E1451">
        <w:rPr>
          <w:rFonts w:cs="Georgia"/>
          <w:kern w:val="1"/>
        </w:rPr>
        <w:t xml:space="preserve">, </w:t>
      </w:r>
      <w:r>
        <w:rPr>
          <w:rFonts w:cs="Georgia"/>
          <w:kern w:val="1"/>
        </w:rPr>
        <w:t>chez son vieux compagnon</w:t>
      </w:r>
      <w:r w:rsidR="000E1451">
        <w:rPr>
          <w:rFonts w:cs="Georgia"/>
          <w:kern w:val="1"/>
        </w:rPr>
        <w:t xml:space="preserve">. </w:t>
      </w:r>
      <w:r>
        <w:rPr>
          <w:rFonts w:cs="Georgia"/>
          <w:kern w:val="1"/>
        </w:rPr>
        <w:t>À cette époque</w:t>
      </w:r>
      <w:r w:rsidR="000E1451">
        <w:rPr>
          <w:rFonts w:cs="Georgia"/>
          <w:kern w:val="1"/>
        </w:rPr>
        <w:t xml:space="preserve">, </w:t>
      </w:r>
      <w:r>
        <w:rPr>
          <w:rFonts w:cs="Georgia"/>
          <w:kern w:val="1"/>
        </w:rPr>
        <w:t>le château était encore entouré</w:t>
      </w:r>
      <w:r w:rsidR="000E1451">
        <w:rPr>
          <w:rFonts w:cs="Georgia"/>
          <w:kern w:val="1"/>
        </w:rPr>
        <w:t xml:space="preserve">, </w:t>
      </w:r>
      <w:r>
        <w:rPr>
          <w:rFonts w:cs="Georgia"/>
          <w:kern w:val="1"/>
        </w:rPr>
        <w:t>sauf du côté de la mer</w:t>
      </w:r>
      <w:r w:rsidR="000E1451">
        <w:rPr>
          <w:rFonts w:cs="Georgia"/>
          <w:kern w:val="1"/>
        </w:rPr>
        <w:t xml:space="preserve">, </w:t>
      </w:r>
      <w:r>
        <w:rPr>
          <w:rFonts w:cs="Georgia"/>
          <w:kern w:val="1"/>
        </w:rPr>
        <w:t>de forêts de sapins splendides</w:t>
      </w:r>
      <w:r w:rsidR="000E1451">
        <w:rPr>
          <w:rFonts w:cs="Georgia"/>
          <w:kern w:val="1"/>
        </w:rPr>
        <w:t xml:space="preserve">. </w:t>
      </w:r>
      <w:r>
        <w:rPr>
          <w:rFonts w:cs="Georgia"/>
          <w:kern w:val="1"/>
        </w:rPr>
        <w:t>On y trouvait à foison gibier rouge et gibier noir</w:t>
      </w:r>
      <w:r w:rsidR="000E1451">
        <w:rPr>
          <w:rFonts w:cs="Georgia"/>
          <w:kern w:val="1"/>
        </w:rPr>
        <w:t xml:space="preserve">, </w:t>
      </w:r>
      <w:r>
        <w:rPr>
          <w:rFonts w:cs="Georgia"/>
          <w:kern w:val="1"/>
        </w:rPr>
        <w:t>le gibier noir comprenant ours</w:t>
      </w:r>
      <w:r w:rsidR="000E1451">
        <w:rPr>
          <w:rFonts w:cs="Georgia"/>
          <w:kern w:val="1"/>
        </w:rPr>
        <w:t xml:space="preserve">, </w:t>
      </w:r>
      <w:r>
        <w:rPr>
          <w:rFonts w:cs="Georgia"/>
          <w:kern w:val="1"/>
        </w:rPr>
        <w:t>loups et sangliers</w:t>
      </w:r>
      <w:r w:rsidR="000E1451">
        <w:rPr>
          <w:rFonts w:cs="Georgia"/>
          <w:kern w:val="1"/>
        </w:rPr>
        <w:t xml:space="preserve">, </w:t>
      </w:r>
      <w:r>
        <w:rPr>
          <w:rFonts w:cs="Georgia"/>
          <w:kern w:val="1"/>
        </w:rPr>
        <w:t>tandis que le gibier rouge se compose de cerfs</w:t>
      </w:r>
      <w:r w:rsidR="000E1451">
        <w:rPr>
          <w:rFonts w:cs="Georgia"/>
          <w:kern w:val="1"/>
        </w:rPr>
        <w:t xml:space="preserve">, </w:t>
      </w:r>
      <w:r>
        <w:rPr>
          <w:rFonts w:cs="Georgia"/>
          <w:kern w:val="1"/>
        </w:rPr>
        <w:t>biches</w:t>
      </w:r>
      <w:r w:rsidR="000E1451">
        <w:rPr>
          <w:rFonts w:cs="Georgia"/>
          <w:kern w:val="1"/>
        </w:rPr>
        <w:t xml:space="preserve">, </w:t>
      </w:r>
      <w:r>
        <w:rPr>
          <w:rFonts w:cs="Georgia"/>
          <w:kern w:val="1"/>
        </w:rPr>
        <w:t>élans et chevreuils</w:t>
      </w:r>
      <w:r w:rsidR="000E1451">
        <w:rPr>
          <w:rFonts w:cs="Georgia"/>
          <w:kern w:val="1"/>
        </w:rPr>
        <w:t xml:space="preserve">. </w:t>
      </w:r>
      <w:r>
        <w:rPr>
          <w:rFonts w:cs="Georgia"/>
          <w:kern w:val="1"/>
        </w:rPr>
        <w:t>Le vieux junker était mort en 1874</w:t>
      </w:r>
      <w:r w:rsidR="000E1451">
        <w:rPr>
          <w:rFonts w:cs="Georgia"/>
          <w:kern w:val="1"/>
        </w:rPr>
        <w:t xml:space="preserve">, </w:t>
      </w:r>
      <w:r>
        <w:rPr>
          <w:rFonts w:cs="Georgia"/>
          <w:kern w:val="1"/>
        </w:rPr>
        <w:t>et son fils Hugo</w:t>
      </w:r>
      <w:r w:rsidR="000E1451">
        <w:rPr>
          <w:rFonts w:cs="Georgia"/>
          <w:kern w:val="1"/>
        </w:rPr>
        <w:t xml:space="preserve">, </w:t>
      </w:r>
      <w:r>
        <w:rPr>
          <w:rFonts w:cs="Georgia"/>
          <w:kern w:val="1"/>
        </w:rPr>
        <w:t>capitaine de cavalerie dans la garde</w:t>
      </w:r>
      <w:r w:rsidR="000E1451">
        <w:rPr>
          <w:rFonts w:cs="Georgia"/>
          <w:kern w:val="1"/>
        </w:rPr>
        <w:t xml:space="preserve">, </w:t>
      </w:r>
      <w:r>
        <w:rPr>
          <w:rFonts w:cs="Georgia"/>
          <w:kern w:val="1"/>
        </w:rPr>
        <w:t>ne s</w:t>
      </w:r>
      <w:r w:rsidR="000E1451">
        <w:rPr>
          <w:rFonts w:cs="Georgia"/>
          <w:kern w:val="1"/>
        </w:rPr>
        <w:t>’</w:t>
      </w:r>
      <w:r>
        <w:rPr>
          <w:rFonts w:cs="Georgia"/>
          <w:kern w:val="1"/>
        </w:rPr>
        <w:t>était plus occupé de ses propriétés que pour exiger d</w:t>
      </w:r>
      <w:r w:rsidR="000E1451">
        <w:rPr>
          <w:rFonts w:cs="Georgia"/>
          <w:kern w:val="1"/>
        </w:rPr>
        <w:t>’</w:t>
      </w:r>
      <w:r>
        <w:rPr>
          <w:rFonts w:cs="Georgia"/>
          <w:kern w:val="1"/>
        </w:rPr>
        <w:t>elles les ressources nécessaires au dispendieux train de vie de Berlin et de Postdam</w:t>
      </w:r>
      <w:r w:rsidR="000E1451">
        <w:rPr>
          <w:rFonts w:cs="Georgia"/>
          <w:kern w:val="1"/>
        </w:rPr>
        <w:t xml:space="preserve">. </w:t>
      </w:r>
      <w:r>
        <w:rPr>
          <w:rFonts w:cs="Georgia"/>
          <w:kern w:val="1"/>
        </w:rPr>
        <w:t>Les fils d</w:t>
      </w:r>
      <w:r w:rsidR="000E1451">
        <w:rPr>
          <w:rFonts w:cs="Georgia"/>
          <w:kern w:val="1"/>
        </w:rPr>
        <w:t>’</w:t>
      </w:r>
      <w:r>
        <w:rPr>
          <w:rFonts w:cs="Georgia"/>
          <w:kern w:val="1"/>
        </w:rPr>
        <w:t>Hugo de Reichendorf devaient suivre tous les quatre l</w:t>
      </w:r>
      <w:r w:rsidR="000E1451">
        <w:rPr>
          <w:rFonts w:cs="Georgia"/>
          <w:kern w:val="1"/>
        </w:rPr>
        <w:t>’</w:t>
      </w:r>
      <w:r>
        <w:rPr>
          <w:rFonts w:cs="Georgia"/>
          <w:kern w:val="1"/>
        </w:rPr>
        <w:t>exemple paternel</w:t>
      </w:r>
      <w:r w:rsidR="000E1451">
        <w:rPr>
          <w:rFonts w:cs="Georgia"/>
          <w:kern w:val="1"/>
        </w:rPr>
        <w:t xml:space="preserve">. </w:t>
      </w:r>
      <w:r>
        <w:rPr>
          <w:rFonts w:cs="Georgia"/>
          <w:kern w:val="1"/>
        </w:rPr>
        <w:t>Ils étaient entrés</w:t>
      </w:r>
      <w:r w:rsidR="000E1451">
        <w:rPr>
          <w:rFonts w:cs="Georgia"/>
          <w:kern w:val="1"/>
        </w:rPr>
        <w:t xml:space="preserve">, </w:t>
      </w:r>
      <w:r>
        <w:rPr>
          <w:rFonts w:cs="Georgia"/>
          <w:kern w:val="1"/>
        </w:rPr>
        <w:t>eux aussi</w:t>
      </w:r>
      <w:r w:rsidR="000E1451">
        <w:rPr>
          <w:rFonts w:cs="Georgia"/>
          <w:kern w:val="1"/>
        </w:rPr>
        <w:t xml:space="preserve">, </w:t>
      </w:r>
      <w:r>
        <w:rPr>
          <w:rFonts w:cs="Georgia"/>
          <w:kern w:val="1"/>
        </w:rPr>
        <w:t>dans l</w:t>
      </w:r>
      <w:r w:rsidR="000E1451">
        <w:rPr>
          <w:rFonts w:cs="Georgia"/>
          <w:kern w:val="1"/>
        </w:rPr>
        <w:t>’</w:t>
      </w:r>
      <w:r>
        <w:rPr>
          <w:rFonts w:cs="Georgia"/>
          <w:kern w:val="1"/>
        </w:rPr>
        <w:t>armée</w:t>
      </w:r>
      <w:r w:rsidR="000E1451">
        <w:rPr>
          <w:rFonts w:cs="Georgia"/>
          <w:kern w:val="1"/>
        </w:rPr>
        <w:t xml:space="preserve">, </w:t>
      </w:r>
      <w:r>
        <w:rPr>
          <w:rFonts w:cs="Georgia"/>
          <w:kern w:val="1"/>
        </w:rPr>
        <w:t>et de ce fait la contribution exigée du domaine ancestral s</w:t>
      </w:r>
      <w:r w:rsidR="000E1451">
        <w:rPr>
          <w:rFonts w:cs="Georgia"/>
          <w:kern w:val="1"/>
        </w:rPr>
        <w:t>’</w:t>
      </w:r>
      <w:r>
        <w:rPr>
          <w:rFonts w:cs="Georgia"/>
          <w:kern w:val="1"/>
        </w:rPr>
        <w:t>était trouvée multipliée par quatre</w:t>
      </w:r>
      <w:r w:rsidR="000E1451">
        <w:rPr>
          <w:rFonts w:cs="Georgia"/>
          <w:kern w:val="1"/>
        </w:rPr>
        <w:t xml:space="preserve">. </w:t>
      </w:r>
      <w:r>
        <w:rPr>
          <w:rFonts w:cs="Georgia"/>
          <w:kern w:val="1"/>
        </w:rPr>
        <w:t>Les rentes ordinaires devenues promptement insuffisantes</w:t>
      </w:r>
      <w:r w:rsidR="000E1451">
        <w:rPr>
          <w:rFonts w:cs="Georgia"/>
          <w:kern w:val="1"/>
        </w:rPr>
        <w:t xml:space="preserve">, </w:t>
      </w:r>
      <w:r>
        <w:rPr>
          <w:rFonts w:cs="Georgia"/>
          <w:kern w:val="1"/>
        </w:rPr>
        <w:t>il avait fallu recourir aux expédients</w:t>
      </w:r>
      <w:r w:rsidR="000E1451">
        <w:rPr>
          <w:rFonts w:cs="Georgia"/>
          <w:kern w:val="1"/>
        </w:rPr>
        <w:t xml:space="preserve">, </w:t>
      </w:r>
      <w:r>
        <w:rPr>
          <w:rFonts w:cs="Georgia"/>
          <w:kern w:val="1"/>
        </w:rPr>
        <w:t>notamment au plus dangereux</w:t>
      </w:r>
      <w:r w:rsidR="000E1451">
        <w:rPr>
          <w:rFonts w:cs="Georgia"/>
          <w:kern w:val="1"/>
        </w:rPr>
        <w:t xml:space="preserve">, </w:t>
      </w:r>
      <w:r>
        <w:rPr>
          <w:rFonts w:cs="Georgia"/>
          <w:kern w:val="1"/>
        </w:rPr>
        <w:t>la coupe des forêts</w:t>
      </w:r>
      <w:r w:rsidR="000E1451">
        <w:rPr>
          <w:rFonts w:cs="Georgia"/>
          <w:kern w:val="1"/>
        </w:rPr>
        <w:t xml:space="preserve">. </w:t>
      </w:r>
      <w:r>
        <w:rPr>
          <w:rFonts w:cs="Georgia"/>
          <w:kern w:val="1"/>
        </w:rPr>
        <w:t>Peu à peu</w:t>
      </w:r>
      <w:r w:rsidR="000E1451">
        <w:rPr>
          <w:rFonts w:cs="Georgia"/>
          <w:kern w:val="1"/>
        </w:rPr>
        <w:t xml:space="preserve">, </w:t>
      </w:r>
      <w:r>
        <w:rPr>
          <w:rFonts w:cs="Georgia"/>
          <w:kern w:val="1"/>
        </w:rPr>
        <w:t xml:space="preserve">les arbres magnifiques plantés sous le Roi-Sergent et </w:t>
      </w:r>
      <w:r>
        <w:rPr>
          <w:rFonts w:cs="Georgia"/>
          <w:kern w:val="1"/>
        </w:rPr>
        <w:lastRenderedPageBreak/>
        <w:t>dont le grand-père Frédéric se montrait si fier</w:t>
      </w:r>
      <w:r w:rsidR="000E1451">
        <w:rPr>
          <w:rFonts w:cs="Georgia"/>
          <w:kern w:val="1"/>
        </w:rPr>
        <w:t xml:space="preserve">, </w:t>
      </w:r>
      <w:r>
        <w:rPr>
          <w:rFonts w:cs="Georgia"/>
          <w:kern w:val="1"/>
        </w:rPr>
        <w:t>s</w:t>
      </w:r>
      <w:r w:rsidR="000E1451">
        <w:rPr>
          <w:rFonts w:cs="Georgia"/>
          <w:kern w:val="1"/>
        </w:rPr>
        <w:t>’</w:t>
      </w:r>
      <w:r>
        <w:rPr>
          <w:rFonts w:cs="Georgia"/>
          <w:kern w:val="1"/>
        </w:rPr>
        <w:t>étaient clairsemés</w:t>
      </w:r>
      <w:r w:rsidR="000E1451">
        <w:rPr>
          <w:rFonts w:cs="Georgia"/>
          <w:kern w:val="1"/>
        </w:rPr>
        <w:t xml:space="preserve">, </w:t>
      </w:r>
      <w:r>
        <w:rPr>
          <w:rFonts w:cs="Georgia"/>
          <w:kern w:val="1"/>
        </w:rPr>
        <w:t>avaient disparu</w:t>
      </w:r>
      <w:r w:rsidR="000E1451">
        <w:rPr>
          <w:rFonts w:cs="Georgia"/>
          <w:kern w:val="1"/>
        </w:rPr>
        <w:t xml:space="preserve">. </w:t>
      </w:r>
      <w:r>
        <w:rPr>
          <w:rFonts w:cs="Georgia"/>
          <w:kern w:val="1"/>
        </w:rPr>
        <w:t>Le châtiment d</w:t>
      </w:r>
      <w:r w:rsidR="000E1451">
        <w:rPr>
          <w:rFonts w:cs="Georgia"/>
          <w:kern w:val="1"/>
        </w:rPr>
        <w:t>’</w:t>
      </w:r>
      <w:r>
        <w:rPr>
          <w:rFonts w:cs="Georgia"/>
          <w:kern w:val="1"/>
        </w:rPr>
        <w:t>un tel sacrilège ne s</w:t>
      </w:r>
      <w:r w:rsidR="000E1451">
        <w:rPr>
          <w:rFonts w:cs="Georgia"/>
          <w:kern w:val="1"/>
        </w:rPr>
        <w:t>’</w:t>
      </w:r>
      <w:r>
        <w:rPr>
          <w:rFonts w:cs="Georgia"/>
          <w:kern w:val="1"/>
        </w:rPr>
        <w:t>était pas fait attendre</w:t>
      </w:r>
      <w:r w:rsidR="000E1451">
        <w:rPr>
          <w:rFonts w:cs="Georgia"/>
          <w:kern w:val="1"/>
        </w:rPr>
        <w:t xml:space="preserve">. </w:t>
      </w:r>
      <w:r>
        <w:rPr>
          <w:rFonts w:cs="Georgia"/>
          <w:kern w:val="1"/>
        </w:rPr>
        <w:t>Les sables et les étangs avaient regagné le terrain conquis sur eux au cours du siècle précédent</w:t>
      </w:r>
      <w:r w:rsidR="000E1451">
        <w:rPr>
          <w:rFonts w:cs="Georgia"/>
          <w:kern w:val="1"/>
        </w:rPr>
        <w:t xml:space="preserve">. </w:t>
      </w:r>
      <w:r>
        <w:rPr>
          <w:rFonts w:cs="Georgia"/>
          <w:kern w:val="1"/>
        </w:rPr>
        <w:t>Les terres à céréales étaient redevenues des landes et des marécages</w:t>
      </w:r>
      <w:r w:rsidR="000E1451">
        <w:rPr>
          <w:rFonts w:cs="Georgia"/>
          <w:kern w:val="1"/>
        </w:rPr>
        <w:t xml:space="preserve">. </w:t>
      </w:r>
      <w:r>
        <w:rPr>
          <w:rFonts w:cs="Georgia"/>
          <w:kern w:val="1"/>
        </w:rPr>
        <w:t>Le château lui-même</w:t>
      </w:r>
      <w:r w:rsidR="000E1451">
        <w:rPr>
          <w:rFonts w:cs="Georgia"/>
          <w:kern w:val="1"/>
        </w:rPr>
        <w:t xml:space="preserve">, </w:t>
      </w:r>
      <w:r>
        <w:rPr>
          <w:rFonts w:cs="Georgia"/>
          <w:kern w:val="1"/>
        </w:rPr>
        <w:t>dernier réduit de la résistance</w:t>
      </w:r>
      <w:r w:rsidR="000E1451">
        <w:rPr>
          <w:rFonts w:cs="Georgia"/>
          <w:kern w:val="1"/>
        </w:rPr>
        <w:t xml:space="preserve">, </w:t>
      </w:r>
      <w:r>
        <w:rPr>
          <w:rFonts w:cs="Georgia"/>
          <w:kern w:val="1"/>
        </w:rPr>
        <w:t>n</w:t>
      </w:r>
      <w:r w:rsidR="000E1451">
        <w:rPr>
          <w:rFonts w:cs="Georgia"/>
          <w:kern w:val="1"/>
        </w:rPr>
        <w:t>’</w:t>
      </w:r>
      <w:r>
        <w:rPr>
          <w:rFonts w:cs="Georgia"/>
          <w:kern w:val="1"/>
        </w:rPr>
        <w:t>avait pas tardé à être menacé</w:t>
      </w:r>
      <w:r w:rsidR="000E1451">
        <w:rPr>
          <w:rFonts w:cs="Georgia"/>
          <w:kern w:val="1"/>
        </w:rPr>
        <w:t xml:space="preserve">. </w:t>
      </w:r>
      <w:r>
        <w:rPr>
          <w:rFonts w:cs="Georgia"/>
          <w:kern w:val="1"/>
        </w:rPr>
        <w:t>Quand</w:t>
      </w:r>
      <w:r w:rsidR="000E1451">
        <w:rPr>
          <w:rFonts w:cs="Georgia"/>
          <w:kern w:val="1"/>
        </w:rPr>
        <w:t xml:space="preserve">, </w:t>
      </w:r>
      <w:r>
        <w:rPr>
          <w:rFonts w:cs="Georgia"/>
          <w:kern w:val="1"/>
        </w:rPr>
        <w:t>en 1905</w:t>
      </w:r>
      <w:r w:rsidR="000E1451">
        <w:rPr>
          <w:rFonts w:cs="Georgia"/>
          <w:kern w:val="1"/>
        </w:rPr>
        <w:t xml:space="preserve">, </w:t>
      </w:r>
      <w:r>
        <w:rPr>
          <w:rFonts w:cs="Georgia"/>
          <w:kern w:val="1"/>
        </w:rPr>
        <w:t>atteint par l</w:t>
      </w:r>
      <w:r w:rsidR="000E1451">
        <w:rPr>
          <w:rFonts w:cs="Georgia"/>
          <w:kern w:val="1"/>
        </w:rPr>
        <w:t>’</w:t>
      </w:r>
      <w:r>
        <w:rPr>
          <w:rFonts w:cs="Georgia"/>
          <w:kern w:val="1"/>
        </w:rPr>
        <w:t>âge de la retraite</w:t>
      </w:r>
      <w:r w:rsidR="000E1451">
        <w:rPr>
          <w:rFonts w:cs="Georgia"/>
          <w:kern w:val="1"/>
        </w:rPr>
        <w:t xml:space="preserve">, </w:t>
      </w:r>
      <w:r>
        <w:rPr>
          <w:rFonts w:cs="Georgia"/>
          <w:kern w:val="1"/>
        </w:rPr>
        <w:t>le général avait décidé d</w:t>
      </w:r>
      <w:r w:rsidR="000E1451">
        <w:rPr>
          <w:rFonts w:cs="Georgia"/>
          <w:kern w:val="1"/>
        </w:rPr>
        <w:t>’</w:t>
      </w:r>
      <w:r>
        <w:rPr>
          <w:rFonts w:cs="Georgia"/>
          <w:kern w:val="1"/>
        </w:rPr>
        <w:t>y venir finir ses jours</w:t>
      </w:r>
      <w:r w:rsidR="000E1451">
        <w:rPr>
          <w:rFonts w:cs="Georgia"/>
          <w:kern w:val="1"/>
        </w:rPr>
        <w:t xml:space="preserve">, </w:t>
      </w:r>
      <w:r>
        <w:rPr>
          <w:rFonts w:cs="Georgia"/>
          <w:kern w:val="1"/>
        </w:rPr>
        <w:t>il avait d</w:t>
      </w:r>
      <w:r w:rsidR="000E1451">
        <w:rPr>
          <w:rFonts w:cs="Georgia"/>
          <w:kern w:val="1"/>
        </w:rPr>
        <w:t>’</w:t>
      </w:r>
      <w:r>
        <w:rPr>
          <w:rFonts w:cs="Georgia"/>
          <w:kern w:val="1"/>
        </w:rPr>
        <w:t>abord</w:t>
      </w:r>
      <w:r w:rsidR="000E1451">
        <w:rPr>
          <w:rFonts w:cs="Georgia"/>
          <w:kern w:val="1"/>
        </w:rPr>
        <w:t xml:space="preserve">, </w:t>
      </w:r>
      <w:r>
        <w:rPr>
          <w:rFonts w:cs="Georgia"/>
          <w:kern w:val="1"/>
        </w:rPr>
        <w:t>plein de bonnes intentions</w:t>
      </w:r>
      <w:r w:rsidR="000E1451">
        <w:rPr>
          <w:rFonts w:cs="Georgia"/>
          <w:kern w:val="1"/>
        </w:rPr>
        <w:t xml:space="preserve">, </w:t>
      </w:r>
      <w:r>
        <w:rPr>
          <w:rFonts w:cs="Georgia"/>
          <w:kern w:val="1"/>
        </w:rPr>
        <w:t>essayé de combattre le mal</w:t>
      </w:r>
      <w:r w:rsidR="000E1451">
        <w:rPr>
          <w:rFonts w:cs="Georgia"/>
          <w:kern w:val="1"/>
        </w:rPr>
        <w:t xml:space="preserve">. </w:t>
      </w:r>
      <w:r>
        <w:rPr>
          <w:rFonts w:cs="Georgia"/>
          <w:kern w:val="1"/>
        </w:rPr>
        <w:t>Mais il était déjà bien tard</w:t>
      </w:r>
      <w:r w:rsidR="000E1451">
        <w:rPr>
          <w:rFonts w:cs="Georgia"/>
          <w:kern w:val="1"/>
        </w:rPr>
        <w:t xml:space="preserve">. </w:t>
      </w:r>
      <w:r>
        <w:rPr>
          <w:rFonts w:cs="Georgia"/>
          <w:kern w:val="1"/>
        </w:rPr>
        <w:t>En outre</w:t>
      </w:r>
      <w:r w:rsidR="000E1451">
        <w:rPr>
          <w:rFonts w:cs="Georgia"/>
          <w:kern w:val="1"/>
        </w:rPr>
        <w:t xml:space="preserve">, </w:t>
      </w:r>
      <w:r>
        <w:rPr>
          <w:rFonts w:cs="Georgia"/>
          <w:kern w:val="1"/>
        </w:rPr>
        <w:t>les difficultés financières se faisaient cruellement sentir</w:t>
      </w:r>
      <w:r w:rsidR="000E1451">
        <w:rPr>
          <w:rFonts w:cs="Georgia"/>
          <w:kern w:val="1"/>
        </w:rPr>
        <w:t xml:space="preserve">. </w:t>
      </w:r>
      <w:r>
        <w:rPr>
          <w:rFonts w:cs="Georgia"/>
          <w:kern w:val="1"/>
        </w:rPr>
        <w:t>Ne disposant plus de capitaux suffisants pour s</w:t>
      </w:r>
      <w:r w:rsidR="000E1451">
        <w:rPr>
          <w:rFonts w:cs="Georgia"/>
          <w:kern w:val="1"/>
        </w:rPr>
        <w:t>’</w:t>
      </w:r>
      <w:r>
        <w:rPr>
          <w:rFonts w:cs="Georgia"/>
          <w:kern w:val="1"/>
        </w:rPr>
        <w:t>adresser aux gens du métier</w:t>
      </w:r>
      <w:r w:rsidR="000E1451">
        <w:rPr>
          <w:rFonts w:cs="Georgia"/>
          <w:kern w:val="1"/>
        </w:rPr>
        <w:t xml:space="preserve">, </w:t>
      </w:r>
      <w:r>
        <w:rPr>
          <w:rFonts w:cs="Georgia"/>
          <w:kern w:val="1"/>
        </w:rPr>
        <w:t>le comte de Reichendorf avait été contraint de confier la besogne à ses serviteurs</w:t>
      </w:r>
      <w:r w:rsidR="000E1451">
        <w:rPr>
          <w:rFonts w:cs="Georgia"/>
          <w:kern w:val="1"/>
        </w:rPr>
        <w:t xml:space="preserve">. </w:t>
      </w:r>
      <w:r>
        <w:rPr>
          <w:rFonts w:cs="Georgia"/>
          <w:kern w:val="1"/>
        </w:rPr>
        <w:t>Ceux-ci</w:t>
      </w:r>
      <w:r w:rsidR="000E1451">
        <w:rPr>
          <w:rFonts w:cs="Georgia"/>
          <w:kern w:val="1"/>
        </w:rPr>
        <w:t xml:space="preserve">, </w:t>
      </w:r>
      <w:r>
        <w:rPr>
          <w:rFonts w:cs="Georgia"/>
          <w:kern w:val="1"/>
        </w:rPr>
        <w:t>au nombre de cinq ou six</w:t>
      </w:r>
      <w:r w:rsidR="000E1451">
        <w:rPr>
          <w:rFonts w:cs="Georgia"/>
          <w:kern w:val="1"/>
        </w:rPr>
        <w:t xml:space="preserve">, </w:t>
      </w:r>
      <w:r>
        <w:rPr>
          <w:rFonts w:cs="Georgia"/>
          <w:kern w:val="1"/>
        </w:rPr>
        <w:t>étaient d</w:t>
      </w:r>
      <w:r w:rsidR="000E1451">
        <w:rPr>
          <w:rFonts w:cs="Georgia"/>
          <w:kern w:val="1"/>
        </w:rPr>
        <w:t>’</w:t>
      </w:r>
      <w:r>
        <w:rPr>
          <w:rFonts w:cs="Georgia"/>
          <w:kern w:val="1"/>
        </w:rPr>
        <w:t>anciens métayers des terres qu</w:t>
      </w:r>
      <w:r w:rsidR="000E1451">
        <w:rPr>
          <w:rFonts w:cs="Georgia"/>
          <w:kern w:val="1"/>
        </w:rPr>
        <w:t>’</w:t>
      </w:r>
      <w:r>
        <w:rPr>
          <w:rFonts w:cs="Georgia"/>
          <w:kern w:val="1"/>
        </w:rPr>
        <w:t>on avait dû vendre</w:t>
      </w:r>
      <w:r w:rsidR="000E1451">
        <w:rPr>
          <w:rFonts w:cs="Georgia"/>
          <w:kern w:val="1"/>
        </w:rPr>
        <w:t xml:space="preserve">. </w:t>
      </w:r>
      <w:r>
        <w:rPr>
          <w:rFonts w:cs="Georgia"/>
          <w:kern w:val="1"/>
        </w:rPr>
        <w:t>Ils avaient tenu à rester les domestiques d</w:t>
      </w:r>
      <w:r w:rsidR="000E1451">
        <w:rPr>
          <w:rFonts w:cs="Georgia"/>
          <w:kern w:val="1"/>
        </w:rPr>
        <w:t>’</w:t>
      </w:r>
      <w:r>
        <w:rPr>
          <w:rFonts w:cs="Georgia"/>
          <w:kern w:val="1"/>
        </w:rPr>
        <w:t>une famille dans la dépendance de laquelle leurs pères vivaient depuis deux cents ans</w:t>
      </w:r>
      <w:r w:rsidR="000E1451">
        <w:rPr>
          <w:rFonts w:cs="Georgia"/>
          <w:kern w:val="1"/>
        </w:rPr>
        <w:t xml:space="preserve">. </w:t>
      </w:r>
      <w:r>
        <w:rPr>
          <w:rFonts w:cs="Georgia"/>
          <w:kern w:val="1"/>
        </w:rPr>
        <w:t>Animés de la meilleure volonté du monde</w:t>
      </w:r>
      <w:r w:rsidR="000E1451">
        <w:rPr>
          <w:rFonts w:cs="Georgia"/>
          <w:kern w:val="1"/>
        </w:rPr>
        <w:t xml:space="preserve">, </w:t>
      </w:r>
      <w:r>
        <w:rPr>
          <w:rFonts w:cs="Georgia"/>
          <w:kern w:val="1"/>
        </w:rPr>
        <w:t>ces braves garçons réussissaient tout juste à maintenir les choses en l</w:t>
      </w:r>
      <w:r w:rsidR="000E1451">
        <w:rPr>
          <w:rFonts w:cs="Georgia"/>
          <w:kern w:val="1"/>
        </w:rPr>
        <w:t>’</w:t>
      </w:r>
      <w:r>
        <w:rPr>
          <w:rFonts w:cs="Georgia"/>
          <w:kern w:val="1"/>
        </w:rPr>
        <w:t>état</w:t>
      </w:r>
      <w:r w:rsidR="000E1451">
        <w:rPr>
          <w:rFonts w:cs="Georgia"/>
          <w:kern w:val="1"/>
        </w:rPr>
        <w:t xml:space="preserve">. </w:t>
      </w:r>
      <w:r>
        <w:rPr>
          <w:rFonts w:cs="Georgia"/>
          <w:kern w:val="1"/>
        </w:rPr>
        <w:t>Ils étaient incapables de procéder aux grosses réparations</w:t>
      </w:r>
      <w:r w:rsidR="000E1451">
        <w:rPr>
          <w:rFonts w:cs="Georgia"/>
          <w:kern w:val="1"/>
        </w:rPr>
        <w:t xml:space="preserve">. </w:t>
      </w:r>
      <w:r>
        <w:rPr>
          <w:rFonts w:cs="Georgia"/>
          <w:kern w:val="1"/>
        </w:rPr>
        <w:t>1914</w:t>
      </w:r>
      <w:r w:rsidR="000E1451">
        <w:rPr>
          <w:rFonts w:cs="Georgia"/>
          <w:kern w:val="1"/>
        </w:rPr>
        <w:t xml:space="preserve">, </w:t>
      </w:r>
      <w:r>
        <w:rPr>
          <w:rFonts w:cs="Georgia"/>
          <w:kern w:val="1"/>
        </w:rPr>
        <w:t>avec la guerre qui vint les prendre les uns après les autres</w:t>
      </w:r>
      <w:r w:rsidR="000E1451">
        <w:rPr>
          <w:rFonts w:cs="Georgia"/>
          <w:kern w:val="1"/>
        </w:rPr>
        <w:t xml:space="preserve">, </w:t>
      </w:r>
      <w:r>
        <w:rPr>
          <w:rFonts w:cs="Georgia"/>
          <w:kern w:val="1"/>
        </w:rPr>
        <w:t>parut signer la condamnation définitive de Reichendorf</w:t>
      </w:r>
      <w:r w:rsidR="000E1451">
        <w:rPr>
          <w:rFonts w:cs="Georgia"/>
          <w:kern w:val="1"/>
        </w:rPr>
        <w:t xml:space="preserve">. </w:t>
      </w:r>
      <w:r>
        <w:rPr>
          <w:rFonts w:cs="Georgia"/>
          <w:kern w:val="1"/>
        </w:rPr>
        <w:t>Le général s</w:t>
      </w:r>
      <w:r w:rsidR="000E1451">
        <w:rPr>
          <w:rFonts w:cs="Georgia"/>
          <w:kern w:val="1"/>
        </w:rPr>
        <w:t>’</w:t>
      </w:r>
      <w:r>
        <w:rPr>
          <w:rFonts w:cs="Georgia"/>
          <w:kern w:val="1"/>
        </w:rPr>
        <w:t>efforça de conjurer le fléau grâce à des moyens de fortune</w:t>
      </w:r>
      <w:r w:rsidR="000E1451">
        <w:rPr>
          <w:rFonts w:cs="Georgia"/>
          <w:kern w:val="1"/>
        </w:rPr>
        <w:t xml:space="preserve">. </w:t>
      </w:r>
      <w:r>
        <w:rPr>
          <w:rFonts w:cs="Georgia"/>
          <w:kern w:val="1"/>
        </w:rPr>
        <w:t>En 1915</w:t>
      </w:r>
      <w:r w:rsidR="000E1451">
        <w:rPr>
          <w:rFonts w:cs="Georgia"/>
          <w:kern w:val="1"/>
        </w:rPr>
        <w:t xml:space="preserve">, </w:t>
      </w:r>
      <w:r>
        <w:rPr>
          <w:rFonts w:cs="Georgia"/>
          <w:kern w:val="1"/>
        </w:rPr>
        <w:t>quand il fut question d</w:t>
      </w:r>
      <w:r w:rsidR="000E1451">
        <w:rPr>
          <w:rFonts w:cs="Georgia"/>
          <w:kern w:val="1"/>
        </w:rPr>
        <w:t>’</w:t>
      </w:r>
      <w:r>
        <w:rPr>
          <w:rFonts w:cs="Georgia"/>
          <w:kern w:val="1"/>
        </w:rPr>
        <w:t>établir dans la région un camp de représailles</w:t>
      </w:r>
      <w:r w:rsidR="000E1451">
        <w:rPr>
          <w:rFonts w:cs="Georgia"/>
          <w:kern w:val="1"/>
        </w:rPr>
        <w:t xml:space="preserve">, </w:t>
      </w:r>
      <w:r>
        <w:rPr>
          <w:rFonts w:cs="Georgia"/>
          <w:kern w:val="1"/>
        </w:rPr>
        <w:t>il fit jouer ses relations pour que ce camp fût installé aussi près que possible du château</w:t>
      </w:r>
      <w:r w:rsidR="000E1451">
        <w:rPr>
          <w:rFonts w:cs="Georgia"/>
          <w:kern w:val="1"/>
        </w:rPr>
        <w:t xml:space="preserve">, </w:t>
      </w:r>
      <w:r>
        <w:rPr>
          <w:rFonts w:cs="Georgia"/>
          <w:kern w:val="1"/>
        </w:rPr>
        <w:t>dans l</w:t>
      </w:r>
      <w:r w:rsidR="000E1451">
        <w:rPr>
          <w:rFonts w:cs="Georgia"/>
          <w:kern w:val="1"/>
        </w:rPr>
        <w:t>’</w:t>
      </w:r>
      <w:r>
        <w:rPr>
          <w:rFonts w:cs="Georgia"/>
          <w:kern w:val="1"/>
        </w:rPr>
        <w:t>espoir que les prisonniers lui fourniraient la main-d</w:t>
      </w:r>
      <w:r w:rsidR="000E1451">
        <w:rPr>
          <w:rFonts w:cs="Georgia"/>
          <w:kern w:val="1"/>
        </w:rPr>
        <w:t>’</w:t>
      </w:r>
      <w:r>
        <w:rPr>
          <w:rFonts w:cs="Georgia"/>
          <w:kern w:val="1"/>
        </w:rPr>
        <w:t>œuvre abondante et peu dispendieuse dont il avait besoin</w:t>
      </w:r>
      <w:r w:rsidR="000E1451">
        <w:rPr>
          <w:rFonts w:cs="Georgia"/>
          <w:kern w:val="1"/>
        </w:rPr>
        <w:t xml:space="preserve">. </w:t>
      </w:r>
      <w:r>
        <w:rPr>
          <w:rFonts w:cs="Georgia"/>
          <w:kern w:val="1"/>
        </w:rPr>
        <w:t>Mais</w:t>
      </w:r>
      <w:r w:rsidR="000E1451">
        <w:rPr>
          <w:rFonts w:cs="Georgia"/>
          <w:kern w:val="1"/>
        </w:rPr>
        <w:t xml:space="preserve">, </w:t>
      </w:r>
      <w:r>
        <w:rPr>
          <w:rFonts w:cs="Georgia"/>
          <w:kern w:val="1"/>
        </w:rPr>
        <w:t>à l</w:t>
      </w:r>
      <w:r w:rsidR="000E1451">
        <w:rPr>
          <w:rFonts w:cs="Georgia"/>
          <w:kern w:val="1"/>
        </w:rPr>
        <w:t>’</w:t>
      </w:r>
      <w:r>
        <w:rPr>
          <w:rFonts w:cs="Georgia"/>
          <w:kern w:val="1"/>
        </w:rPr>
        <w:t>épreuve</w:t>
      </w:r>
      <w:r w:rsidR="000E1451">
        <w:rPr>
          <w:rFonts w:cs="Georgia"/>
          <w:kern w:val="1"/>
        </w:rPr>
        <w:t xml:space="preserve">, </w:t>
      </w:r>
      <w:r>
        <w:rPr>
          <w:rFonts w:cs="Georgia"/>
          <w:kern w:val="1"/>
        </w:rPr>
        <w:t>il dut constater que les équipes que le capitaine Elbing était autorisé à mettre</w:t>
      </w:r>
      <w:r w:rsidR="000E1451">
        <w:rPr>
          <w:rFonts w:cs="Georgia"/>
          <w:kern w:val="1"/>
        </w:rPr>
        <w:t xml:space="preserve">, </w:t>
      </w:r>
      <w:r>
        <w:rPr>
          <w:rFonts w:cs="Georgia"/>
          <w:kern w:val="1"/>
        </w:rPr>
        <w:t>deux</w:t>
      </w:r>
      <w:r w:rsidR="000E1451">
        <w:rPr>
          <w:rFonts w:cs="Georgia"/>
          <w:kern w:val="1"/>
        </w:rPr>
        <w:t xml:space="preserve">, </w:t>
      </w:r>
      <w:r>
        <w:rPr>
          <w:rFonts w:cs="Georgia"/>
          <w:kern w:val="1"/>
        </w:rPr>
        <w:t>ou trois fois la semaine</w:t>
      </w:r>
      <w:r w:rsidR="000E1451">
        <w:rPr>
          <w:rFonts w:cs="Georgia"/>
          <w:kern w:val="1"/>
        </w:rPr>
        <w:t xml:space="preserve">, </w:t>
      </w:r>
      <w:r>
        <w:rPr>
          <w:rFonts w:cs="Georgia"/>
          <w:kern w:val="1"/>
        </w:rPr>
        <w:t>à sa dispositions n</w:t>
      </w:r>
      <w:r w:rsidR="000E1451">
        <w:rPr>
          <w:rFonts w:cs="Georgia"/>
          <w:kern w:val="1"/>
        </w:rPr>
        <w:t>’</w:t>
      </w:r>
      <w:r>
        <w:rPr>
          <w:rFonts w:cs="Georgia"/>
          <w:kern w:val="1"/>
        </w:rPr>
        <w:t xml:space="preserve">arrivaient pas à fournir la moitié du travail abattu avant la guerre par </w:t>
      </w:r>
      <w:r>
        <w:rPr>
          <w:rFonts w:cs="Georgia"/>
          <w:kern w:val="1"/>
        </w:rPr>
        <w:lastRenderedPageBreak/>
        <w:t>une demi-douzaine d</w:t>
      </w:r>
      <w:r>
        <w:rPr>
          <w:rFonts w:cs="Georgia"/>
          <w:bCs/>
          <w:kern w:val="1"/>
        </w:rPr>
        <w:t xml:space="preserve">e </w:t>
      </w:r>
      <w:r>
        <w:rPr>
          <w:rFonts w:cs="Georgia"/>
          <w:kern w:val="1"/>
        </w:rPr>
        <w:t>ses campagnards</w:t>
      </w:r>
      <w:r w:rsidR="000E1451">
        <w:rPr>
          <w:rFonts w:cs="Georgia"/>
          <w:kern w:val="1"/>
        </w:rPr>
        <w:t xml:space="preserve">. </w:t>
      </w:r>
      <w:r>
        <w:rPr>
          <w:rFonts w:cs="Georgia"/>
          <w:kern w:val="1"/>
        </w:rPr>
        <w:t>Aussi fallait-il voir le regard de morne mépris que</w:t>
      </w:r>
      <w:r w:rsidR="000E1451">
        <w:rPr>
          <w:rFonts w:cs="Georgia"/>
          <w:kern w:val="1"/>
        </w:rPr>
        <w:t xml:space="preserve">, </w:t>
      </w:r>
      <w:r>
        <w:rPr>
          <w:rFonts w:cs="Georgia"/>
          <w:kern w:val="1"/>
        </w:rPr>
        <w:t>durant sa promenade quotidienne</w:t>
      </w:r>
      <w:r w:rsidR="000E1451">
        <w:rPr>
          <w:rFonts w:cs="Georgia"/>
          <w:kern w:val="1"/>
        </w:rPr>
        <w:t xml:space="preserve">, </w:t>
      </w:r>
      <w:r>
        <w:rPr>
          <w:rFonts w:cs="Georgia"/>
          <w:kern w:val="1"/>
        </w:rPr>
        <w:t>il laissait peser sur ce troupeau conduit à coups de crosses et de matraques</w:t>
      </w:r>
      <w:r w:rsidR="000E1451">
        <w:rPr>
          <w:rFonts w:cs="Georgia"/>
          <w:kern w:val="1"/>
        </w:rPr>
        <w:t xml:space="preserve">. </w:t>
      </w:r>
      <w:r>
        <w:rPr>
          <w:rFonts w:cs="Georgia"/>
          <w:kern w:val="1"/>
        </w:rPr>
        <w:t>Le désappointement qui se peignait sur ses traits</w:t>
      </w:r>
      <w:r w:rsidR="000E1451">
        <w:rPr>
          <w:rFonts w:cs="Georgia"/>
          <w:kern w:val="1"/>
        </w:rPr>
        <w:t xml:space="preserve">, </w:t>
      </w:r>
      <w:r>
        <w:rPr>
          <w:rFonts w:cs="Georgia"/>
          <w:kern w:val="1"/>
        </w:rPr>
        <w:t>était si poignant que la rudesse de ce dur visage s</w:t>
      </w:r>
      <w:r w:rsidR="000E1451">
        <w:rPr>
          <w:rFonts w:cs="Georgia"/>
          <w:kern w:val="1"/>
        </w:rPr>
        <w:t>’</w:t>
      </w:r>
      <w:r>
        <w:rPr>
          <w:rFonts w:cs="Georgia"/>
          <w:kern w:val="1"/>
        </w:rPr>
        <w:t>en trouvait presque diminuée</w:t>
      </w:r>
      <w:r w:rsidR="000E1451">
        <w:rPr>
          <w:rFonts w:cs="Georgia"/>
          <w:kern w:val="1"/>
        </w:rPr>
        <w:t xml:space="preserve">. </w:t>
      </w:r>
      <w:r>
        <w:rPr>
          <w:rFonts w:cs="Georgia"/>
          <w:kern w:val="1"/>
        </w:rPr>
        <w:t>Vainement</w:t>
      </w:r>
      <w:r w:rsidR="000E1451">
        <w:rPr>
          <w:rFonts w:cs="Georgia"/>
          <w:kern w:val="1"/>
        </w:rPr>
        <w:t xml:space="preserve">, </w:t>
      </w:r>
      <w:r>
        <w:rPr>
          <w:rFonts w:cs="Georgia"/>
          <w:kern w:val="1"/>
        </w:rPr>
        <w:t>est-il nécessaire de le dire</w:t>
      </w:r>
      <w:r w:rsidR="000E1451">
        <w:rPr>
          <w:rFonts w:cs="Georgia"/>
          <w:kern w:val="1"/>
        </w:rPr>
        <w:t xml:space="preserve">, </w:t>
      </w:r>
      <w:r>
        <w:rPr>
          <w:rFonts w:cs="Georgia"/>
          <w:kern w:val="1"/>
        </w:rPr>
        <w:t>nous eussions cherché sous ce blanc sourcil froncé une lueur de bienveillance à notre endroit</w:t>
      </w:r>
      <w:r w:rsidR="000E1451">
        <w:rPr>
          <w:rFonts w:cs="Georgia"/>
          <w:kern w:val="1"/>
        </w:rPr>
        <w:t xml:space="preserve">. </w:t>
      </w:r>
      <w:r>
        <w:rPr>
          <w:rFonts w:cs="Georgia"/>
          <w:kern w:val="1"/>
        </w:rPr>
        <w:t>Et pourtant</w:t>
      </w:r>
      <w:r w:rsidR="000E1451">
        <w:rPr>
          <w:rFonts w:cs="Georgia"/>
          <w:kern w:val="1"/>
        </w:rPr>
        <w:t xml:space="preserve">, </w:t>
      </w:r>
      <w:r>
        <w:rPr>
          <w:rFonts w:cs="Georgia"/>
          <w:kern w:val="1"/>
        </w:rPr>
        <w:t>y allait-il vraiment de notre faute</w:t>
      </w:r>
      <w:r w:rsidR="000E1451">
        <w:rPr>
          <w:rFonts w:cs="Georgia"/>
          <w:kern w:val="1"/>
        </w:rPr>
        <w:t xml:space="preserve"> ? </w:t>
      </w:r>
      <w:r>
        <w:rPr>
          <w:rFonts w:cs="Georgia"/>
          <w:kern w:val="1"/>
        </w:rPr>
        <w:t>Nous n</w:t>
      </w:r>
      <w:r w:rsidR="000E1451">
        <w:rPr>
          <w:rFonts w:cs="Georgia"/>
          <w:kern w:val="1"/>
        </w:rPr>
        <w:t>’</w:t>
      </w:r>
      <w:r>
        <w:rPr>
          <w:rFonts w:cs="Georgia"/>
          <w:kern w:val="1"/>
        </w:rPr>
        <w:t>apportions</w:t>
      </w:r>
      <w:r w:rsidR="000E1451">
        <w:rPr>
          <w:rFonts w:cs="Georgia"/>
          <w:kern w:val="1"/>
        </w:rPr>
        <w:t xml:space="preserve">, </w:t>
      </w:r>
      <w:r>
        <w:rPr>
          <w:rFonts w:cs="Georgia"/>
          <w:kern w:val="1"/>
        </w:rPr>
        <w:t>c</w:t>
      </w:r>
      <w:r w:rsidR="000E1451">
        <w:rPr>
          <w:rFonts w:cs="Georgia"/>
          <w:kern w:val="1"/>
        </w:rPr>
        <w:t>’</w:t>
      </w:r>
      <w:r>
        <w:rPr>
          <w:rFonts w:cs="Georgia"/>
          <w:kern w:val="1"/>
        </w:rPr>
        <w:t>était une affaire entendue</w:t>
      </w:r>
      <w:r w:rsidR="000E1451">
        <w:rPr>
          <w:rFonts w:cs="Georgia"/>
          <w:kern w:val="1"/>
        </w:rPr>
        <w:t xml:space="preserve">, </w:t>
      </w:r>
      <w:r>
        <w:rPr>
          <w:rFonts w:cs="Georgia"/>
          <w:kern w:val="1"/>
        </w:rPr>
        <w:t>aucun goût</w:t>
      </w:r>
      <w:r w:rsidR="000E1451">
        <w:rPr>
          <w:rFonts w:cs="Georgia"/>
          <w:kern w:val="1"/>
        </w:rPr>
        <w:t xml:space="preserve">, </w:t>
      </w:r>
      <w:r>
        <w:rPr>
          <w:rFonts w:cs="Georgia"/>
          <w:kern w:val="1"/>
        </w:rPr>
        <w:t>aucune ardeur à notre tâche</w:t>
      </w:r>
      <w:r w:rsidR="000E1451">
        <w:rPr>
          <w:rFonts w:cs="Georgia"/>
          <w:kern w:val="1"/>
        </w:rPr>
        <w:t xml:space="preserve">. </w:t>
      </w:r>
      <w:r>
        <w:rPr>
          <w:rFonts w:cs="Georgia"/>
          <w:kern w:val="1"/>
        </w:rPr>
        <w:t>Mais quand bien même nous eussions été animés du désir assez saugrenu de donner satisfaction à un ennemi</w:t>
      </w:r>
      <w:r w:rsidR="000E1451">
        <w:rPr>
          <w:rFonts w:cs="Georgia"/>
          <w:kern w:val="1"/>
        </w:rPr>
        <w:t xml:space="preserve">, </w:t>
      </w:r>
      <w:r>
        <w:rPr>
          <w:rFonts w:cs="Georgia"/>
          <w:kern w:val="1"/>
        </w:rPr>
        <w:t>nous ne serions guère mieux parvenus à retarder une débâcle inévitable</w:t>
      </w:r>
      <w:r w:rsidR="000E1451">
        <w:rPr>
          <w:rFonts w:cs="Georgia"/>
          <w:kern w:val="1"/>
        </w:rPr>
        <w:t xml:space="preserve">. </w:t>
      </w:r>
      <w:r>
        <w:rPr>
          <w:rFonts w:cs="Georgia"/>
          <w:kern w:val="1"/>
        </w:rPr>
        <w:t>Il eût fallu de vrais ouvriers</w:t>
      </w:r>
      <w:r w:rsidR="000E1451">
        <w:rPr>
          <w:rFonts w:cs="Georgia"/>
          <w:kern w:val="1"/>
        </w:rPr>
        <w:t xml:space="preserve">, </w:t>
      </w:r>
      <w:r>
        <w:rPr>
          <w:rFonts w:cs="Georgia"/>
          <w:kern w:val="1"/>
        </w:rPr>
        <w:t>munis d</w:t>
      </w:r>
      <w:r w:rsidR="000E1451">
        <w:rPr>
          <w:rFonts w:cs="Georgia"/>
          <w:kern w:val="1"/>
        </w:rPr>
        <w:t>’</w:t>
      </w:r>
      <w:r>
        <w:rPr>
          <w:rFonts w:cs="Georgia"/>
          <w:kern w:val="1"/>
        </w:rPr>
        <w:t>un véritable outillage</w:t>
      </w:r>
      <w:r w:rsidR="000E1451">
        <w:rPr>
          <w:rFonts w:cs="Georgia"/>
          <w:kern w:val="1"/>
        </w:rPr>
        <w:t xml:space="preserve">, </w:t>
      </w:r>
      <w:r>
        <w:rPr>
          <w:rFonts w:cs="Georgia"/>
          <w:kern w:val="1"/>
        </w:rPr>
        <w:t>dirigés par de vrais contremaîtres</w:t>
      </w:r>
      <w:r w:rsidR="000E1451">
        <w:rPr>
          <w:rFonts w:cs="Georgia"/>
          <w:kern w:val="1"/>
        </w:rPr>
        <w:t xml:space="preserve">, </w:t>
      </w:r>
      <w:r>
        <w:rPr>
          <w:rFonts w:cs="Georgia"/>
          <w:kern w:val="1"/>
        </w:rPr>
        <w:t>et non une triste et débile cohue commandée par des gardes-chiourme capables seulement de nous interdire</w:t>
      </w:r>
      <w:r w:rsidR="000E1451">
        <w:rPr>
          <w:rFonts w:cs="Georgia"/>
          <w:kern w:val="1"/>
        </w:rPr>
        <w:t xml:space="preserve">, </w:t>
      </w:r>
      <w:r>
        <w:rPr>
          <w:rFonts w:cs="Georgia"/>
          <w:kern w:val="1"/>
        </w:rPr>
        <w:t>sous la menace perpétuelle du bâton</w:t>
      </w:r>
      <w:r w:rsidR="000E1451">
        <w:rPr>
          <w:rFonts w:cs="Georgia"/>
          <w:kern w:val="1"/>
        </w:rPr>
        <w:t xml:space="preserve">, </w:t>
      </w:r>
      <w:r>
        <w:rPr>
          <w:rFonts w:cs="Georgia"/>
          <w:kern w:val="1"/>
        </w:rPr>
        <w:t>de fumer ou de nous asseoir</w:t>
      </w:r>
      <w:r w:rsidR="000E1451">
        <w:rPr>
          <w:rFonts w:cs="Georgia"/>
          <w:kern w:val="1"/>
        </w:rPr>
        <w:t>.</w:t>
      </w:r>
    </w:p>
    <w:p w14:paraId="4329C5FF" w14:textId="77777777" w:rsidR="000E1451" w:rsidRDefault="00BE611A" w:rsidP="00BE611A">
      <w:pPr>
        <w:rPr>
          <w:rFonts w:cs="Georgia"/>
          <w:kern w:val="1"/>
        </w:rPr>
      </w:pPr>
      <w:r>
        <w:rPr>
          <w:rFonts w:cs="Georgia"/>
          <w:kern w:val="1"/>
        </w:rPr>
        <w:t>De par la disposition des lieux</w:t>
      </w:r>
      <w:r w:rsidR="000E1451">
        <w:rPr>
          <w:rFonts w:cs="Georgia"/>
          <w:kern w:val="1"/>
        </w:rPr>
        <w:t xml:space="preserve">, </w:t>
      </w:r>
      <w:r>
        <w:rPr>
          <w:rFonts w:cs="Georgia"/>
          <w:kern w:val="1"/>
        </w:rPr>
        <w:t>nos équipes de corvées étaient réparties en deux groupes</w:t>
      </w:r>
      <w:r w:rsidR="000E1451">
        <w:rPr>
          <w:rFonts w:cs="Georgia"/>
          <w:kern w:val="1"/>
        </w:rPr>
        <w:t xml:space="preserve">. </w:t>
      </w:r>
      <w:r>
        <w:rPr>
          <w:rFonts w:cs="Georgia"/>
          <w:kern w:val="1"/>
        </w:rPr>
        <w:t>L</w:t>
      </w:r>
      <w:r w:rsidR="000E1451">
        <w:rPr>
          <w:rFonts w:cs="Georgia"/>
          <w:kern w:val="1"/>
        </w:rPr>
        <w:t>’</w:t>
      </w:r>
      <w:r>
        <w:rPr>
          <w:rFonts w:cs="Georgia"/>
          <w:kern w:val="1"/>
        </w:rPr>
        <w:t>un travaillait au fond des douves</w:t>
      </w:r>
      <w:r w:rsidR="000E1451">
        <w:rPr>
          <w:rFonts w:cs="Georgia"/>
          <w:kern w:val="1"/>
        </w:rPr>
        <w:t xml:space="preserve">, </w:t>
      </w:r>
      <w:r>
        <w:rPr>
          <w:rFonts w:cs="Georgia"/>
          <w:kern w:val="1"/>
        </w:rPr>
        <w:t>l</w:t>
      </w:r>
      <w:r w:rsidR="000E1451">
        <w:rPr>
          <w:rFonts w:cs="Georgia"/>
          <w:kern w:val="1"/>
        </w:rPr>
        <w:t>’</w:t>
      </w:r>
      <w:r>
        <w:rPr>
          <w:rFonts w:cs="Georgia"/>
          <w:kern w:val="1"/>
        </w:rPr>
        <w:t xml:space="preserve">autre sur </w:t>
      </w:r>
      <w:r>
        <w:rPr>
          <w:rFonts w:cs="Georgia"/>
          <w:bCs/>
          <w:kern w:val="1"/>
        </w:rPr>
        <w:t>le</w:t>
      </w:r>
      <w:r>
        <w:rPr>
          <w:rFonts w:cs="Georgia"/>
          <w:kern w:val="1"/>
        </w:rPr>
        <w:t xml:space="preserve"> glacis</w:t>
      </w:r>
      <w:r w:rsidR="000E1451">
        <w:rPr>
          <w:rFonts w:cs="Georgia"/>
          <w:kern w:val="1"/>
        </w:rPr>
        <w:t xml:space="preserve">. </w:t>
      </w:r>
      <w:r>
        <w:rPr>
          <w:rFonts w:cs="Georgia"/>
          <w:kern w:val="1"/>
        </w:rPr>
        <w:t>C</w:t>
      </w:r>
      <w:r w:rsidR="000E1451">
        <w:rPr>
          <w:rFonts w:cs="Georgia"/>
          <w:kern w:val="1"/>
        </w:rPr>
        <w:t>’</w:t>
      </w:r>
      <w:r>
        <w:rPr>
          <w:rFonts w:cs="Georgia"/>
          <w:kern w:val="1"/>
        </w:rPr>
        <w:t>était également sur le glacis que se tenait l</w:t>
      </w:r>
      <w:r w:rsidR="000E1451">
        <w:rPr>
          <w:rFonts w:cs="Georgia"/>
          <w:kern w:val="1"/>
        </w:rPr>
        <w:t>’</w:t>
      </w:r>
      <w:r>
        <w:rPr>
          <w:rFonts w:cs="Georgia"/>
          <w:kern w:val="1"/>
        </w:rPr>
        <w:t>adjudant allemand qui nous dirigeait</w:t>
      </w:r>
      <w:r w:rsidR="000E1451">
        <w:rPr>
          <w:rFonts w:cs="Georgia"/>
          <w:kern w:val="1"/>
        </w:rPr>
        <w:t xml:space="preserve">. </w:t>
      </w:r>
      <w:r>
        <w:rPr>
          <w:rFonts w:cs="Georgia"/>
          <w:kern w:val="1"/>
        </w:rPr>
        <w:t>Les gradés français devaient transmettre ses observations et ses ordres</w:t>
      </w:r>
      <w:r w:rsidR="000E1451">
        <w:rPr>
          <w:rFonts w:cs="Georgia"/>
          <w:kern w:val="1"/>
        </w:rPr>
        <w:t xml:space="preserve">, </w:t>
      </w:r>
      <w:r>
        <w:rPr>
          <w:rFonts w:cs="Georgia"/>
          <w:kern w:val="1"/>
        </w:rPr>
        <w:t>ce qui nous obligeait à un va-et-vient épuisant</w:t>
      </w:r>
      <w:r w:rsidR="000E1451">
        <w:rPr>
          <w:rFonts w:cs="Georgia"/>
          <w:kern w:val="1"/>
        </w:rPr>
        <w:t xml:space="preserve">. </w:t>
      </w:r>
      <w:r>
        <w:rPr>
          <w:rFonts w:cs="Georgia"/>
          <w:kern w:val="1"/>
        </w:rPr>
        <w:t>On glissait dans la boue molle</w:t>
      </w:r>
      <w:r w:rsidR="000E1451">
        <w:rPr>
          <w:rFonts w:cs="Georgia"/>
          <w:kern w:val="1"/>
        </w:rPr>
        <w:t xml:space="preserve">. </w:t>
      </w:r>
      <w:r>
        <w:rPr>
          <w:rFonts w:cs="Georgia"/>
          <w:kern w:val="1"/>
        </w:rPr>
        <w:t>On s</w:t>
      </w:r>
      <w:r w:rsidR="000E1451">
        <w:rPr>
          <w:rFonts w:cs="Georgia"/>
          <w:kern w:val="1"/>
        </w:rPr>
        <w:t>’</w:t>
      </w:r>
      <w:r>
        <w:rPr>
          <w:rFonts w:cs="Georgia"/>
          <w:kern w:val="1"/>
        </w:rPr>
        <w:t>accrochait aux ronces</w:t>
      </w:r>
      <w:r w:rsidR="000E1451">
        <w:rPr>
          <w:rFonts w:cs="Georgia"/>
          <w:kern w:val="1"/>
        </w:rPr>
        <w:t xml:space="preserve">. </w:t>
      </w:r>
      <w:r>
        <w:rPr>
          <w:rFonts w:cs="Georgia"/>
          <w:kern w:val="1"/>
        </w:rPr>
        <w:t>On risquait de prendre un bain glacé dans une crevasse sournoise</w:t>
      </w:r>
      <w:r w:rsidR="000E1451">
        <w:rPr>
          <w:rFonts w:cs="Georgia"/>
          <w:kern w:val="1"/>
        </w:rPr>
        <w:t xml:space="preserve">. </w:t>
      </w:r>
      <w:r>
        <w:rPr>
          <w:rFonts w:cs="Georgia"/>
          <w:kern w:val="1"/>
        </w:rPr>
        <w:t>On se tordait les chevilles au milieu de l</w:t>
      </w:r>
      <w:r w:rsidR="000E1451">
        <w:rPr>
          <w:rFonts w:cs="Georgia"/>
          <w:kern w:val="1"/>
        </w:rPr>
        <w:t>’</w:t>
      </w:r>
      <w:r>
        <w:rPr>
          <w:rFonts w:cs="Georgia"/>
          <w:kern w:val="1"/>
        </w:rPr>
        <w:t>amas informe des pierrailles</w:t>
      </w:r>
      <w:r w:rsidR="000E1451">
        <w:rPr>
          <w:rFonts w:cs="Georgia"/>
          <w:kern w:val="1"/>
        </w:rPr>
        <w:t xml:space="preserve">. </w:t>
      </w:r>
      <w:r>
        <w:rPr>
          <w:rFonts w:cs="Georgia"/>
          <w:kern w:val="1"/>
        </w:rPr>
        <w:t>Par moment une injure rauque</w:t>
      </w:r>
      <w:r w:rsidR="000E1451">
        <w:rPr>
          <w:rFonts w:cs="Georgia"/>
          <w:kern w:val="1"/>
        </w:rPr>
        <w:t xml:space="preserve">, </w:t>
      </w:r>
      <w:r>
        <w:rPr>
          <w:rFonts w:cs="Georgia"/>
          <w:kern w:val="1"/>
        </w:rPr>
        <w:t>suivie du bruit mat d</w:t>
      </w:r>
      <w:r w:rsidR="000E1451">
        <w:rPr>
          <w:rFonts w:cs="Georgia"/>
          <w:kern w:val="1"/>
        </w:rPr>
        <w:t>’</w:t>
      </w:r>
      <w:r>
        <w:rPr>
          <w:rFonts w:cs="Georgia"/>
          <w:kern w:val="1"/>
        </w:rPr>
        <w:t>un coup asséné sur une épaule</w:t>
      </w:r>
      <w:r w:rsidR="000E1451">
        <w:rPr>
          <w:rFonts w:cs="Georgia"/>
          <w:kern w:val="1"/>
        </w:rPr>
        <w:t xml:space="preserve">, </w:t>
      </w:r>
      <w:r>
        <w:rPr>
          <w:rFonts w:cs="Georgia"/>
          <w:kern w:val="1"/>
        </w:rPr>
        <w:t>retentissait</w:t>
      </w:r>
      <w:r w:rsidR="000E1451">
        <w:rPr>
          <w:rFonts w:cs="Georgia"/>
          <w:kern w:val="1"/>
        </w:rPr>
        <w:t xml:space="preserve">. </w:t>
      </w:r>
      <w:r>
        <w:rPr>
          <w:rFonts w:cs="Georgia"/>
          <w:kern w:val="1"/>
        </w:rPr>
        <w:t>J</w:t>
      </w:r>
      <w:r w:rsidR="000E1451">
        <w:rPr>
          <w:rFonts w:cs="Georgia"/>
          <w:kern w:val="1"/>
        </w:rPr>
        <w:t>’</w:t>
      </w:r>
      <w:r>
        <w:rPr>
          <w:rFonts w:cs="Georgia"/>
          <w:kern w:val="1"/>
        </w:rPr>
        <w:t>avais généralement comme voisin le sergent Bergez</w:t>
      </w:r>
      <w:r w:rsidR="000E1451">
        <w:rPr>
          <w:rFonts w:cs="Georgia"/>
          <w:kern w:val="1"/>
        </w:rPr>
        <w:t xml:space="preserve">, </w:t>
      </w:r>
      <w:r>
        <w:rPr>
          <w:rFonts w:cs="Georgia"/>
          <w:kern w:val="1"/>
        </w:rPr>
        <w:t>qui assurait la liaison de l</w:t>
      </w:r>
      <w:r w:rsidR="000E1451">
        <w:rPr>
          <w:rFonts w:cs="Georgia"/>
          <w:kern w:val="1"/>
        </w:rPr>
        <w:t>’</w:t>
      </w:r>
      <w:r>
        <w:rPr>
          <w:rFonts w:cs="Georgia"/>
          <w:kern w:val="1"/>
        </w:rPr>
        <w:t>équipe la plus proche</w:t>
      </w:r>
      <w:r w:rsidR="000E1451">
        <w:rPr>
          <w:rFonts w:cs="Georgia"/>
          <w:kern w:val="1"/>
        </w:rPr>
        <w:t xml:space="preserve">. </w:t>
      </w:r>
      <w:r>
        <w:rPr>
          <w:rFonts w:cs="Georgia"/>
          <w:kern w:val="1"/>
        </w:rPr>
        <w:t>Nous échangions quelques paroles à la dérobée</w:t>
      </w:r>
      <w:r w:rsidR="000E1451">
        <w:rPr>
          <w:rFonts w:cs="Georgia"/>
          <w:kern w:val="1"/>
        </w:rPr>
        <w:t xml:space="preserve">, </w:t>
      </w:r>
      <w:r>
        <w:rPr>
          <w:rFonts w:cs="Georgia"/>
          <w:kern w:val="1"/>
        </w:rPr>
        <w:t xml:space="preserve">lorsque </w:t>
      </w:r>
      <w:r>
        <w:rPr>
          <w:rFonts w:cs="Georgia"/>
          <w:kern w:val="1"/>
        </w:rPr>
        <w:lastRenderedPageBreak/>
        <w:t>l</w:t>
      </w:r>
      <w:r w:rsidR="000E1451">
        <w:rPr>
          <w:rFonts w:cs="Georgia"/>
          <w:kern w:val="1"/>
        </w:rPr>
        <w:t>’</w:t>
      </w:r>
      <w:r>
        <w:rPr>
          <w:rFonts w:cs="Georgia"/>
          <w:kern w:val="1"/>
        </w:rPr>
        <w:t>adjudant se trouvait occupé ailleurs</w:t>
      </w:r>
      <w:r w:rsidR="000E1451">
        <w:rPr>
          <w:rFonts w:cs="Georgia"/>
          <w:kern w:val="1"/>
        </w:rPr>
        <w:t xml:space="preserve">. </w:t>
      </w:r>
      <w:r>
        <w:rPr>
          <w:rFonts w:cs="Georgia"/>
          <w:kern w:val="1"/>
        </w:rPr>
        <w:t>Les buissons et les lagunes où nous nous débattions regorgeaient littéralement de poisson et de petit gibier</w:t>
      </w:r>
      <w:r w:rsidR="000E1451">
        <w:rPr>
          <w:rFonts w:cs="Georgia"/>
          <w:kern w:val="1"/>
        </w:rPr>
        <w:t xml:space="preserve">. </w:t>
      </w:r>
      <w:r>
        <w:rPr>
          <w:rFonts w:cs="Georgia"/>
          <w:kern w:val="1"/>
        </w:rPr>
        <w:t>Nous n</w:t>
      </w:r>
      <w:r w:rsidR="000E1451">
        <w:rPr>
          <w:rFonts w:cs="Georgia"/>
          <w:kern w:val="1"/>
        </w:rPr>
        <w:t>’</w:t>
      </w:r>
      <w:r>
        <w:rPr>
          <w:rFonts w:cs="Georgia"/>
          <w:kern w:val="1"/>
        </w:rPr>
        <w:t>avions pas</w:t>
      </w:r>
      <w:r w:rsidR="000E1451">
        <w:rPr>
          <w:rFonts w:cs="Georgia"/>
          <w:kern w:val="1"/>
        </w:rPr>
        <w:t xml:space="preserve">, </w:t>
      </w:r>
      <w:r>
        <w:rPr>
          <w:rFonts w:cs="Georgia"/>
          <w:kern w:val="1"/>
        </w:rPr>
        <w:t>naturellement</w:t>
      </w:r>
      <w:r w:rsidR="000E1451">
        <w:rPr>
          <w:rFonts w:cs="Georgia"/>
          <w:kern w:val="1"/>
        </w:rPr>
        <w:t xml:space="preserve">, </w:t>
      </w:r>
      <w:r>
        <w:rPr>
          <w:rFonts w:cs="Georgia"/>
          <w:kern w:val="1"/>
        </w:rPr>
        <w:t>le droit d</w:t>
      </w:r>
      <w:r w:rsidR="000E1451">
        <w:rPr>
          <w:rFonts w:cs="Georgia"/>
          <w:kern w:val="1"/>
        </w:rPr>
        <w:t>’</w:t>
      </w:r>
      <w:r>
        <w:rPr>
          <w:rFonts w:cs="Georgia"/>
          <w:kern w:val="1"/>
        </w:rPr>
        <w:t>y toucher</w:t>
      </w:r>
      <w:r w:rsidR="000E1451">
        <w:rPr>
          <w:rFonts w:cs="Georgia"/>
          <w:kern w:val="1"/>
        </w:rPr>
        <w:t xml:space="preserve">. </w:t>
      </w:r>
      <w:r>
        <w:rPr>
          <w:rFonts w:cs="Georgia"/>
          <w:kern w:val="1"/>
        </w:rPr>
        <w:t>Mais Bergez</w:t>
      </w:r>
      <w:r w:rsidR="000E1451">
        <w:rPr>
          <w:rFonts w:cs="Georgia"/>
          <w:kern w:val="1"/>
        </w:rPr>
        <w:t xml:space="preserve">, </w:t>
      </w:r>
      <w:r>
        <w:rPr>
          <w:rFonts w:cs="Georgia"/>
          <w:kern w:val="1"/>
        </w:rPr>
        <w:t>braconnier matois</w:t>
      </w:r>
      <w:r w:rsidR="000E1451">
        <w:rPr>
          <w:rFonts w:cs="Georgia"/>
          <w:kern w:val="1"/>
        </w:rPr>
        <w:t xml:space="preserve">, </w:t>
      </w:r>
      <w:r>
        <w:rPr>
          <w:rFonts w:cs="Georgia"/>
          <w:kern w:val="1"/>
        </w:rPr>
        <w:t>n</w:t>
      </w:r>
      <w:r w:rsidR="000E1451">
        <w:rPr>
          <w:rFonts w:cs="Georgia"/>
          <w:kern w:val="1"/>
        </w:rPr>
        <w:t>’</w:t>
      </w:r>
      <w:r>
        <w:rPr>
          <w:rFonts w:cs="Georgia"/>
          <w:kern w:val="1"/>
        </w:rPr>
        <w:t>avait cure d</w:t>
      </w:r>
      <w:r w:rsidR="000E1451">
        <w:rPr>
          <w:rFonts w:cs="Georgia"/>
          <w:kern w:val="1"/>
        </w:rPr>
        <w:t>’</w:t>
      </w:r>
      <w:r>
        <w:rPr>
          <w:rFonts w:cs="Georgia"/>
          <w:kern w:val="1"/>
        </w:rPr>
        <w:t>une telle interdiction</w:t>
      </w:r>
      <w:r w:rsidR="000E1451">
        <w:rPr>
          <w:rFonts w:cs="Georgia"/>
          <w:kern w:val="1"/>
        </w:rPr>
        <w:t xml:space="preserve">. </w:t>
      </w:r>
      <w:r>
        <w:rPr>
          <w:rFonts w:cs="Georgia"/>
          <w:kern w:val="1"/>
        </w:rPr>
        <w:t>Il était parvenu à recruter parmi les hommes de sa baraque un peloton de trappeurs éprouvés</w:t>
      </w:r>
      <w:r w:rsidR="000E1451">
        <w:rPr>
          <w:rFonts w:cs="Georgia"/>
          <w:kern w:val="1"/>
        </w:rPr>
        <w:t xml:space="preserve">. </w:t>
      </w:r>
      <w:r>
        <w:rPr>
          <w:rFonts w:cs="Georgia"/>
          <w:kern w:val="1"/>
        </w:rPr>
        <w:t>Du haut du talus</w:t>
      </w:r>
      <w:r w:rsidR="000E1451">
        <w:rPr>
          <w:rFonts w:cs="Georgia"/>
          <w:kern w:val="1"/>
        </w:rPr>
        <w:t xml:space="preserve">, </w:t>
      </w:r>
      <w:r>
        <w:rPr>
          <w:rFonts w:cs="Georgia"/>
          <w:kern w:val="1"/>
        </w:rPr>
        <w:t>il surveillait avec fierté leurs opérations</w:t>
      </w:r>
      <w:r w:rsidR="000E1451">
        <w:rPr>
          <w:rFonts w:cs="Georgia"/>
          <w:kern w:val="1"/>
        </w:rPr>
        <w:t>.</w:t>
      </w:r>
    </w:p>
    <w:p w14:paraId="349D9C28" w14:textId="77777777" w:rsidR="000E1451" w:rsidRDefault="000E1451" w:rsidP="00BE611A">
      <w:pPr>
        <w:rPr>
          <w:rFonts w:cs="Georgia"/>
          <w:kern w:val="1"/>
        </w:rPr>
      </w:pPr>
      <w:r>
        <w:rPr>
          <w:rFonts w:cs="Georgia"/>
          <w:kern w:val="1"/>
        </w:rPr>
        <w:t>— </w:t>
      </w:r>
      <w:r w:rsidR="00BE611A">
        <w:rPr>
          <w:rFonts w:cs="Georgia"/>
          <w:kern w:val="1"/>
        </w:rPr>
        <w:t>Regarde le petit gars</w:t>
      </w:r>
      <w:r>
        <w:rPr>
          <w:rFonts w:cs="Georgia"/>
          <w:kern w:val="1"/>
        </w:rPr>
        <w:t xml:space="preserve">, </w:t>
      </w:r>
      <w:r w:rsidR="00BE611A">
        <w:rPr>
          <w:rFonts w:cs="Georgia"/>
          <w:kern w:val="1"/>
        </w:rPr>
        <w:t>là-bas</w:t>
      </w:r>
      <w:r>
        <w:rPr>
          <w:rFonts w:cs="Georgia"/>
          <w:kern w:val="1"/>
        </w:rPr>
        <w:t xml:space="preserve">, </w:t>
      </w:r>
      <w:r w:rsidR="00BE611A">
        <w:rPr>
          <w:rFonts w:cs="Georgia"/>
          <w:kern w:val="1"/>
        </w:rPr>
        <w:t>dans l</w:t>
      </w:r>
      <w:r>
        <w:rPr>
          <w:rFonts w:cs="Georgia"/>
          <w:kern w:val="1"/>
        </w:rPr>
        <w:t>’</w:t>
      </w:r>
      <w:r w:rsidR="00BE611A">
        <w:rPr>
          <w:rFonts w:cs="Georgia"/>
          <w:kern w:val="1"/>
        </w:rPr>
        <w:t>angle de gauche</w:t>
      </w:r>
      <w:r>
        <w:rPr>
          <w:rFonts w:cs="Georgia"/>
          <w:kern w:val="1"/>
        </w:rPr>
        <w:t>.</w:t>
      </w:r>
    </w:p>
    <w:p w14:paraId="1D7C802D" w14:textId="77777777" w:rsidR="000E1451" w:rsidRDefault="000E1451" w:rsidP="00BE611A">
      <w:pPr>
        <w:rPr>
          <w:rFonts w:cs="Georgia"/>
          <w:kern w:val="1"/>
        </w:rPr>
      </w:pPr>
      <w:r>
        <w:rPr>
          <w:rFonts w:cs="Georgia"/>
          <w:kern w:val="1"/>
        </w:rPr>
        <w:t>— </w:t>
      </w:r>
      <w:r w:rsidR="00BE611A">
        <w:rPr>
          <w:rFonts w:cs="Georgia"/>
          <w:kern w:val="1"/>
        </w:rPr>
        <w:t>Celui qui a un képi de hussard</w:t>
      </w:r>
      <w:r>
        <w:rPr>
          <w:rFonts w:cs="Georgia"/>
          <w:kern w:val="1"/>
        </w:rPr>
        <w:t> ?</w:t>
      </w:r>
    </w:p>
    <w:p w14:paraId="4C4E096D" w14:textId="77777777" w:rsidR="000E1451" w:rsidRDefault="000E1451" w:rsidP="00BE611A">
      <w:pPr>
        <w:rPr>
          <w:rFonts w:cs="Georgia"/>
          <w:kern w:val="1"/>
        </w:rPr>
      </w:pPr>
      <w:r>
        <w:rPr>
          <w:rFonts w:cs="Georgia"/>
          <w:kern w:val="1"/>
        </w:rPr>
        <w:t>— </w:t>
      </w:r>
      <w:r w:rsidR="00BE611A">
        <w:rPr>
          <w:rFonts w:cs="Georgia"/>
          <w:kern w:val="1"/>
        </w:rPr>
        <w:t>Oui</w:t>
      </w:r>
      <w:r>
        <w:rPr>
          <w:rFonts w:cs="Georgia"/>
          <w:kern w:val="1"/>
        </w:rPr>
        <w:t xml:space="preserve">. </w:t>
      </w:r>
      <w:r w:rsidR="00BE611A">
        <w:rPr>
          <w:rFonts w:cs="Georgia"/>
          <w:kern w:val="1"/>
        </w:rPr>
        <w:t>C</w:t>
      </w:r>
      <w:r>
        <w:rPr>
          <w:rFonts w:cs="Georgia"/>
          <w:kern w:val="1"/>
        </w:rPr>
        <w:t>’</w:t>
      </w:r>
      <w:r w:rsidR="00BE611A">
        <w:rPr>
          <w:rFonts w:cs="Georgia"/>
          <w:kern w:val="1"/>
        </w:rPr>
        <w:t>est Garrabit</w:t>
      </w:r>
      <w:r>
        <w:rPr>
          <w:rFonts w:cs="Georgia"/>
          <w:kern w:val="1"/>
        </w:rPr>
        <w:t xml:space="preserve">, </w:t>
      </w:r>
      <w:r w:rsidR="00BE611A">
        <w:rPr>
          <w:rFonts w:cs="Georgia"/>
          <w:kern w:val="1"/>
        </w:rPr>
        <w:t>un type de Limoges</w:t>
      </w:r>
      <w:r>
        <w:rPr>
          <w:rFonts w:cs="Georgia"/>
          <w:kern w:val="1"/>
        </w:rPr>
        <w:t xml:space="preserve">. </w:t>
      </w:r>
      <w:r w:rsidR="00BE611A">
        <w:rPr>
          <w:rFonts w:cs="Georgia"/>
          <w:kern w:val="1"/>
        </w:rPr>
        <w:t>Il n</w:t>
      </w:r>
      <w:r>
        <w:rPr>
          <w:rFonts w:cs="Georgia"/>
          <w:kern w:val="1"/>
        </w:rPr>
        <w:t>’</w:t>
      </w:r>
      <w:r w:rsidR="00BE611A">
        <w:rPr>
          <w:rFonts w:cs="Georgia"/>
          <w:kern w:val="1"/>
        </w:rPr>
        <w:t>y a pas plus débrouillard</w:t>
      </w:r>
      <w:r>
        <w:rPr>
          <w:rFonts w:cs="Georgia"/>
          <w:kern w:val="1"/>
        </w:rPr>
        <w:t xml:space="preserve">. </w:t>
      </w:r>
      <w:r w:rsidR="00BE611A">
        <w:rPr>
          <w:rFonts w:cs="Georgia"/>
          <w:kern w:val="1"/>
        </w:rPr>
        <w:t>Avec lui</w:t>
      </w:r>
      <w:r>
        <w:rPr>
          <w:rFonts w:cs="Georgia"/>
          <w:kern w:val="1"/>
        </w:rPr>
        <w:t xml:space="preserve">, </w:t>
      </w:r>
      <w:r w:rsidR="00BE611A">
        <w:rPr>
          <w:rFonts w:cs="Georgia"/>
          <w:kern w:val="1"/>
        </w:rPr>
        <w:t>il y a toujours le soir</w:t>
      </w:r>
      <w:r>
        <w:rPr>
          <w:rFonts w:cs="Georgia"/>
          <w:kern w:val="1"/>
        </w:rPr>
        <w:t xml:space="preserve">, </w:t>
      </w:r>
      <w:r w:rsidR="00BE611A">
        <w:rPr>
          <w:rFonts w:cs="Georgia"/>
          <w:kern w:val="1"/>
        </w:rPr>
        <w:t>dans la baraque</w:t>
      </w:r>
      <w:r>
        <w:rPr>
          <w:rFonts w:cs="Georgia"/>
          <w:kern w:val="1"/>
        </w:rPr>
        <w:t xml:space="preserve">, </w:t>
      </w:r>
      <w:r w:rsidR="00BE611A">
        <w:rPr>
          <w:rFonts w:cs="Georgia"/>
          <w:kern w:val="1"/>
        </w:rPr>
        <w:t>de l</w:t>
      </w:r>
      <w:r>
        <w:rPr>
          <w:rFonts w:cs="Georgia"/>
          <w:kern w:val="1"/>
        </w:rPr>
        <w:t>’</w:t>
      </w:r>
      <w:r w:rsidR="00BE611A">
        <w:rPr>
          <w:rFonts w:cs="Georgia"/>
          <w:kern w:val="1"/>
        </w:rPr>
        <w:t>anguille ou de la sarcelle</w:t>
      </w:r>
      <w:r>
        <w:rPr>
          <w:rFonts w:cs="Georgia"/>
          <w:kern w:val="1"/>
        </w:rPr>
        <w:t xml:space="preserve">, </w:t>
      </w:r>
      <w:r w:rsidR="00BE611A">
        <w:rPr>
          <w:rFonts w:cs="Georgia"/>
          <w:kern w:val="1"/>
        </w:rPr>
        <w:t>si on est venu ici pendant la journée</w:t>
      </w:r>
      <w:r>
        <w:rPr>
          <w:rFonts w:cs="Georgia"/>
          <w:kern w:val="1"/>
        </w:rPr>
        <w:t>.</w:t>
      </w:r>
    </w:p>
    <w:p w14:paraId="68CC7496" w14:textId="77777777" w:rsidR="000E1451" w:rsidRDefault="00BE611A" w:rsidP="00BE611A">
      <w:pPr>
        <w:rPr>
          <w:rFonts w:cs="Georgia"/>
          <w:kern w:val="1"/>
        </w:rPr>
      </w:pPr>
      <w:r>
        <w:rPr>
          <w:rFonts w:cs="Georgia"/>
          <w:kern w:val="1"/>
        </w:rPr>
        <w:t>J</w:t>
      </w:r>
      <w:r w:rsidR="000E1451">
        <w:rPr>
          <w:rFonts w:cs="Georgia"/>
          <w:kern w:val="1"/>
        </w:rPr>
        <w:t>’</w:t>
      </w:r>
      <w:r>
        <w:rPr>
          <w:rFonts w:cs="Georgia"/>
          <w:kern w:val="1"/>
        </w:rPr>
        <w:t>observai Garrabit</w:t>
      </w:r>
      <w:r w:rsidR="000E1451">
        <w:rPr>
          <w:rFonts w:cs="Georgia"/>
          <w:kern w:val="1"/>
        </w:rPr>
        <w:t xml:space="preserve">, </w:t>
      </w:r>
      <w:r>
        <w:rPr>
          <w:rFonts w:cs="Georgia"/>
          <w:kern w:val="1"/>
        </w:rPr>
        <w:t>qui était en train d</w:t>
      </w:r>
      <w:r w:rsidR="000E1451">
        <w:rPr>
          <w:rFonts w:cs="Georgia"/>
          <w:kern w:val="1"/>
        </w:rPr>
        <w:t>’</w:t>
      </w:r>
      <w:r>
        <w:rPr>
          <w:rFonts w:cs="Georgia"/>
          <w:kern w:val="1"/>
        </w:rPr>
        <w:t>apporter à son travail une ardeur inusitée</w:t>
      </w:r>
      <w:r w:rsidR="000E1451">
        <w:rPr>
          <w:rFonts w:cs="Georgia"/>
          <w:kern w:val="1"/>
        </w:rPr>
        <w:t>.</w:t>
      </w:r>
    </w:p>
    <w:p w14:paraId="06A17E1B" w14:textId="77777777" w:rsidR="000E1451" w:rsidRDefault="000E1451" w:rsidP="00BE611A">
      <w:pPr>
        <w:rPr>
          <w:rFonts w:cs="Georgia"/>
          <w:kern w:val="1"/>
        </w:rPr>
      </w:pPr>
      <w:r>
        <w:rPr>
          <w:rFonts w:cs="Georgia"/>
          <w:kern w:val="1"/>
        </w:rPr>
        <w:t>— </w:t>
      </w:r>
      <w:r w:rsidR="00BE611A">
        <w:rPr>
          <w:rFonts w:cs="Georgia"/>
          <w:kern w:val="1"/>
        </w:rPr>
        <w:t>Qu</w:t>
      </w:r>
      <w:r>
        <w:rPr>
          <w:rFonts w:cs="Georgia"/>
          <w:kern w:val="1"/>
        </w:rPr>
        <w:t>’</w:t>
      </w:r>
      <w:r w:rsidR="00BE611A">
        <w:rPr>
          <w:rFonts w:cs="Georgia"/>
          <w:kern w:val="1"/>
        </w:rPr>
        <w:t>est-ce qu</w:t>
      </w:r>
      <w:r>
        <w:rPr>
          <w:rFonts w:cs="Georgia"/>
          <w:kern w:val="1"/>
        </w:rPr>
        <w:t>’</w:t>
      </w:r>
      <w:r w:rsidR="00BE611A">
        <w:rPr>
          <w:rFonts w:cs="Georgia"/>
          <w:kern w:val="1"/>
        </w:rPr>
        <w:t>il a à piocher à cet endroit</w:t>
      </w:r>
      <w:r>
        <w:rPr>
          <w:rFonts w:cs="Georgia"/>
          <w:kern w:val="1"/>
        </w:rPr>
        <w:t xml:space="preserve"> ? </w:t>
      </w:r>
      <w:r w:rsidR="00BE611A">
        <w:rPr>
          <w:rFonts w:cs="Georgia"/>
          <w:kern w:val="1"/>
        </w:rPr>
        <w:t>Il n</w:t>
      </w:r>
      <w:r>
        <w:rPr>
          <w:rFonts w:cs="Georgia"/>
          <w:kern w:val="1"/>
        </w:rPr>
        <w:t>’</w:t>
      </w:r>
      <w:r w:rsidR="00BE611A">
        <w:rPr>
          <w:rFonts w:cs="Georgia"/>
          <w:kern w:val="1"/>
        </w:rPr>
        <w:t>y a que de la boue et des épines</w:t>
      </w:r>
      <w:r>
        <w:rPr>
          <w:rFonts w:cs="Georgia"/>
          <w:kern w:val="1"/>
        </w:rPr>
        <w:t>.</w:t>
      </w:r>
    </w:p>
    <w:p w14:paraId="7C6F7C97" w14:textId="77777777" w:rsidR="000E1451" w:rsidRDefault="00BE611A" w:rsidP="00BE611A">
      <w:pPr>
        <w:rPr>
          <w:rFonts w:cs="Georgia"/>
          <w:kern w:val="1"/>
        </w:rPr>
      </w:pPr>
      <w:r>
        <w:rPr>
          <w:rFonts w:cs="Georgia"/>
          <w:kern w:val="1"/>
        </w:rPr>
        <w:t>Bergez sourit finement</w:t>
      </w:r>
      <w:r w:rsidR="000E1451">
        <w:rPr>
          <w:rFonts w:cs="Georgia"/>
          <w:kern w:val="1"/>
        </w:rPr>
        <w:t>.</w:t>
      </w:r>
    </w:p>
    <w:p w14:paraId="5C0BA231" w14:textId="77777777" w:rsidR="000E1451" w:rsidRDefault="000E1451" w:rsidP="00BE611A">
      <w:pPr>
        <w:rPr>
          <w:rFonts w:cs="Georgia"/>
          <w:kern w:val="1"/>
        </w:rPr>
      </w:pPr>
      <w:r>
        <w:rPr>
          <w:rFonts w:cs="Georgia"/>
          <w:kern w:val="1"/>
        </w:rPr>
        <w:t>— </w:t>
      </w:r>
      <w:r w:rsidR="00BE611A">
        <w:rPr>
          <w:rFonts w:cs="Georgia"/>
          <w:kern w:val="1"/>
        </w:rPr>
        <w:t>Il ne pioche pas</w:t>
      </w:r>
      <w:r>
        <w:rPr>
          <w:rFonts w:cs="Georgia"/>
          <w:kern w:val="1"/>
        </w:rPr>
        <w:t xml:space="preserve">. </w:t>
      </w:r>
      <w:r w:rsidR="00BE611A">
        <w:rPr>
          <w:rFonts w:cs="Georgia"/>
          <w:kern w:val="1"/>
        </w:rPr>
        <w:t>Il pêche</w:t>
      </w:r>
      <w:r>
        <w:rPr>
          <w:rFonts w:cs="Georgia"/>
          <w:kern w:val="1"/>
        </w:rPr>
        <w:t xml:space="preserve">. </w:t>
      </w:r>
      <w:r w:rsidR="00BE611A">
        <w:rPr>
          <w:rFonts w:cs="Georgia"/>
          <w:kern w:val="1"/>
        </w:rPr>
        <w:t>Tiens</w:t>
      </w:r>
      <w:r>
        <w:rPr>
          <w:rFonts w:cs="Georgia"/>
          <w:kern w:val="1"/>
        </w:rPr>
        <w:t xml:space="preserve">, </w:t>
      </w:r>
      <w:r w:rsidR="00BE611A">
        <w:rPr>
          <w:rFonts w:cs="Georgia"/>
          <w:kern w:val="1"/>
        </w:rPr>
        <w:t>ça y est</w:t>
      </w:r>
      <w:r>
        <w:rPr>
          <w:rFonts w:cs="Georgia"/>
          <w:kern w:val="1"/>
        </w:rPr>
        <w:t> !</w:t>
      </w:r>
    </w:p>
    <w:p w14:paraId="455A1D06" w14:textId="77777777" w:rsidR="000E1451" w:rsidRDefault="00BE611A" w:rsidP="00BE611A">
      <w:pPr>
        <w:rPr>
          <w:rFonts w:cs="Georgia"/>
          <w:kern w:val="1"/>
        </w:rPr>
      </w:pPr>
      <w:r>
        <w:rPr>
          <w:rFonts w:cs="Georgia"/>
          <w:kern w:val="1"/>
        </w:rPr>
        <w:t>Garrabit venait de se baisser avec rapidité</w:t>
      </w:r>
      <w:r w:rsidR="000E1451">
        <w:rPr>
          <w:rFonts w:cs="Georgia"/>
          <w:kern w:val="1"/>
        </w:rPr>
        <w:t xml:space="preserve">. </w:t>
      </w:r>
      <w:r>
        <w:rPr>
          <w:rFonts w:cs="Georgia"/>
          <w:kern w:val="1"/>
        </w:rPr>
        <w:t>Un petit cri grinçant parvint jusqu</w:t>
      </w:r>
      <w:r w:rsidR="000E1451">
        <w:rPr>
          <w:rFonts w:cs="Georgia"/>
          <w:kern w:val="1"/>
        </w:rPr>
        <w:t>’</w:t>
      </w:r>
      <w:r>
        <w:rPr>
          <w:rFonts w:cs="Georgia"/>
          <w:kern w:val="1"/>
        </w:rPr>
        <w:t>à nous</w:t>
      </w:r>
      <w:r w:rsidR="000E1451">
        <w:rPr>
          <w:rFonts w:cs="Georgia"/>
          <w:kern w:val="1"/>
        </w:rPr>
        <w:t>.</w:t>
      </w:r>
    </w:p>
    <w:p w14:paraId="2D18463F" w14:textId="77777777" w:rsidR="000E1451" w:rsidRDefault="000E1451" w:rsidP="00BE611A">
      <w:pPr>
        <w:rPr>
          <w:rFonts w:cs="Georgia"/>
          <w:kern w:val="1"/>
        </w:rPr>
      </w:pPr>
      <w:r>
        <w:rPr>
          <w:rFonts w:cs="Georgia"/>
          <w:kern w:val="1"/>
        </w:rPr>
        <w:t>— </w:t>
      </w:r>
      <w:r w:rsidR="00BE611A">
        <w:rPr>
          <w:rFonts w:cs="Georgia"/>
          <w:kern w:val="1"/>
        </w:rPr>
        <w:t>Bon Dieu de bon Dieu</w:t>
      </w:r>
      <w:r>
        <w:rPr>
          <w:rFonts w:cs="Georgia"/>
          <w:kern w:val="1"/>
        </w:rPr>
        <w:t xml:space="preserve">, </w:t>
      </w:r>
      <w:r w:rsidR="00BE611A">
        <w:rPr>
          <w:rFonts w:cs="Georgia"/>
          <w:kern w:val="1"/>
        </w:rPr>
        <w:t>fit Bergez interloqué</w:t>
      </w:r>
      <w:r>
        <w:rPr>
          <w:rFonts w:cs="Georgia"/>
          <w:kern w:val="1"/>
        </w:rPr>
        <w:t xml:space="preserve">, </w:t>
      </w:r>
      <w:r w:rsidR="00BE611A">
        <w:rPr>
          <w:rFonts w:cs="Georgia"/>
          <w:kern w:val="1"/>
        </w:rPr>
        <w:t>qu</w:t>
      </w:r>
      <w:r>
        <w:rPr>
          <w:rFonts w:cs="Georgia"/>
          <w:kern w:val="1"/>
        </w:rPr>
        <w:t>’</w:t>
      </w:r>
      <w:r w:rsidR="00BE611A">
        <w:rPr>
          <w:rFonts w:cs="Georgia"/>
          <w:kern w:val="1"/>
        </w:rPr>
        <w:t>est-ce que c</w:t>
      </w:r>
      <w:r>
        <w:rPr>
          <w:rFonts w:cs="Georgia"/>
          <w:kern w:val="1"/>
        </w:rPr>
        <w:t>’</w:t>
      </w:r>
      <w:r w:rsidR="00BE611A">
        <w:rPr>
          <w:rFonts w:cs="Georgia"/>
          <w:kern w:val="1"/>
        </w:rPr>
        <w:t>est</w:t>
      </w:r>
      <w:r>
        <w:rPr>
          <w:rFonts w:cs="Georgia"/>
          <w:kern w:val="1"/>
        </w:rPr>
        <w:t xml:space="preserve"> ? </w:t>
      </w:r>
      <w:r w:rsidR="00BE611A">
        <w:rPr>
          <w:rFonts w:cs="Georgia"/>
          <w:kern w:val="1"/>
        </w:rPr>
        <w:t>Voilà les poissons qui gueulent à présent</w:t>
      </w:r>
      <w:r>
        <w:rPr>
          <w:rFonts w:cs="Georgia"/>
          <w:kern w:val="1"/>
        </w:rPr>
        <w:t xml:space="preserve"> ! </w:t>
      </w:r>
      <w:r w:rsidR="00BE611A">
        <w:rPr>
          <w:rFonts w:cs="Georgia"/>
          <w:kern w:val="1"/>
        </w:rPr>
        <w:t>Faut que j</w:t>
      </w:r>
      <w:r>
        <w:rPr>
          <w:rFonts w:cs="Georgia"/>
          <w:kern w:val="1"/>
        </w:rPr>
        <w:t>’</w:t>
      </w:r>
      <w:r w:rsidR="00BE611A">
        <w:rPr>
          <w:rFonts w:cs="Georgia"/>
          <w:kern w:val="1"/>
        </w:rPr>
        <w:t>aille me rendre compte</w:t>
      </w:r>
      <w:r>
        <w:rPr>
          <w:rFonts w:cs="Georgia"/>
          <w:kern w:val="1"/>
        </w:rPr>
        <w:t>.</w:t>
      </w:r>
    </w:p>
    <w:p w14:paraId="174BBB47" w14:textId="77777777" w:rsidR="000E1451" w:rsidRDefault="00BE611A" w:rsidP="00BE611A">
      <w:pPr>
        <w:rPr>
          <w:rFonts w:cs="Georgia"/>
          <w:kern w:val="1"/>
        </w:rPr>
      </w:pPr>
      <w:r>
        <w:rPr>
          <w:rFonts w:cs="Georgia"/>
          <w:kern w:val="1"/>
        </w:rPr>
        <w:t>L</w:t>
      </w:r>
      <w:r w:rsidR="000E1451">
        <w:rPr>
          <w:rFonts w:cs="Georgia"/>
          <w:kern w:val="1"/>
        </w:rPr>
        <w:t>’</w:t>
      </w:r>
      <w:r>
        <w:rPr>
          <w:rFonts w:cs="Georgia"/>
          <w:kern w:val="1"/>
        </w:rPr>
        <w:t>instant d</w:t>
      </w:r>
      <w:r w:rsidR="000E1451">
        <w:rPr>
          <w:rFonts w:cs="Georgia"/>
          <w:kern w:val="1"/>
        </w:rPr>
        <w:t>’</w:t>
      </w:r>
      <w:r>
        <w:rPr>
          <w:rFonts w:cs="Georgia"/>
          <w:kern w:val="1"/>
        </w:rPr>
        <w:t>après</w:t>
      </w:r>
      <w:r w:rsidR="000E1451">
        <w:rPr>
          <w:rFonts w:cs="Georgia"/>
          <w:kern w:val="1"/>
        </w:rPr>
        <w:t xml:space="preserve">, </w:t>
      </w:r>
      <w:r>
        <w:rPr>
          <w:rFonts w:cs="Georgia"/>
          <w:kern w:val="1"/>
        </w:rPr>
        <w:t>il revenait vers moi</w:t>
      </w:r>
      <w:r w:rsidR="000E1451">
        <w:rPr>
          <w:rFonts w:cs="Georgia"/>
          <w:kern w:val="1"/>
        </w:rPr>
        <w:t xml:space="preserve">, </w:t>
      </w:r>
      <w:r>
        <w:rPr>
          <w:rFonts w:cs="Georgia"/>
          <w:kern w:val="1"/>
        </w:rPr>
        <w:t>hilare</w:t>
      </w:r>
      <w:r w:rsidR="000E1451">
        <w:rPr>
          <w:rFonts w:cs="Georgia"/>
          <w:kern w:val="1"/>
        </w:rPr>
        <w:t>.</w:t>
      </w:r>
    </w:p>
    <w:p w14:paraId="4F5C44D8" w14:textId="77777777" w:rsidR="000E1451" w:rsidRDefault="000E1451" w:rsidP="00BE611A">
      <w:pPr>
        <w:rPr>
          <w:rFonts w:cs="Georgia"/>
          <w:kern w:val="1"/>
        </w:rPr>
      </w:pPr>
      <w:r>
        <w:rPr>
          <w:rFonts w:cs="Georgia"/>
          <w:kern w:val="1"/>
        </w:rPr>
        <w:lastRenderedPageBreak/>
        <w:t>— </w:t>
      </w:r>
      <w:r w:rsidR="00BE611A">
        <w:rPr>
          <w:rFonts w:cs="Georgia"/>
          <w:kern w:val="1"/>
        </w:rPr>
        <w:t>Tu parles d</w:t>
      </w:r>
      <w:r>
        <w:rPr>
          <w:rFonts w:cs="Georgia"/>
          <w:kern w:val="1"/>
        </w:rPr>
        <w:t>’</w:t>
      </w:r>
      <w:r w:rsidR="00BE611A">
        <w:rPr>
          <w:rFonts w:cs="Georgia"/>
          <w:kern w:val="1"/>
        </w:rPr>
        <w:t>une rigolade</w:t>
      </w:r>
      <w:r>
        <w:rPr>
          <w:rFonts w:cs="Georgia"/>
          <w:kern w:val="1"/>
        </w:rPr>
        <w:t xml:space="preserve">. </w:t>
      </w:r>
      <w:r w:rsidR="00BE611A">
        <w:rPr>
          <w:rFonts w:cs="Georgia"/>
          <w:kern w:val="1"/>
        </w:rPr>
        <w:t>Garrabit guettait une anguille</w:t>
      </w:r>
      <w:r>
        <w:rPr>
          <w:rFonts w:cs="Georgia"/>
          <w:kern w:val="1"/>
        </w:rPr>
        <w:t xml:space="preserve">. </w:t>
      </w:r>
      <w:r w:rsidR="00BE611A">
        <w:rPr>
          <w:rFonts w:cs="Georgia"/>
          <w:kern w:val="1"/>
        </w:rPr>
        <w:t>Il a pris un lapin</w:t>
      </w:r>
      <w:r>
        <w:rPr>
          <w:rFonts w:cs="Georgia"/>
          <w:kern w:val="1"/>
        </w:rPr>
        <w:t xml:space="preserve">. </w:t>
      </w:r>
      <w:r w:rsidR="00BE611A">
        <w:rPr>
          <w:rFonts w:cs="Georgia"/>
          <w:kern w:val="1"/>
        </w:rPr>
        <w:t>Comme il se penchait pour retirer sa ligne ce petit salaud affolé lui a bondi en pleine figure</w:t>
      </w:r>
      <w:r>
        <w:rPr>
          <w:rFonts w:cs="Georgia"/>
          <w:kern w:val="1"/>
        </w:rPr>
        <w:t xml:space="preserve">. </w:t>
      </w:r>
      <w:r w:rsidR="00BE611A">
        <w:rPr>
          <w:rFonts w:cs="Georgia"/>
          <w:kern w:val="1"/>
        </w:rPr>
        <w:t>Crac</w:t>
      </w:r>
      <w:r>
        <w:rPr>
          <w:rFonts w:cs="Georgia"/>
          <w:kern w:val="1"/>
        </w:rPr>
        <w:t xml:space="preserve">, </w:t>
      </w:r>
      <w:r w:rsidR="00BE611A">
        <w:rPr>
          <w:rFonts w:cs="Georgia"/>
          <w:kern w:val="1"/>
        </w:rPr>
        <w:t>un coup de talon sur les reins</w:t>
      </w:r>
      <w:r>
        <w:rPr>
          <w:rFonts w:cs="Georgia"/>
          <w:kern w:val="1"/>
        </w:rPr>
        <w:t xml:space="preserve">. </w:t>
      </w:r>
      <w:r w:rsidR="00BE611A">
        <w:rPr>
          <w:rFonts w:cs="Georgia"/>
          <w:kern w:val="1"/>
        </w:rPr>
        <w:t>Couic</w:t>
      </w:r>
      <w:r>
        <w:rPr>
          <w:rFonts w:cs="Georgia"/>
          <w:kern w:val="1"/>
        </w:rPr>
        <w:t xml:space="preserve"> ! </w:t>
      </w:r>
      <w:r w:rsidR="00BE611A">
        <w:rPr>
          <w:rFonts w:cs="Georgia"/>
          <w:kern w:val="1"/>
        </w:rPr>
        <w:t>À la baraque N</w:t>
      </w:r>
      <w:r>
        <w:rPr>
          <w:rFonts w:cs="Georgia"/>
          <w:kern w:val="1"/>
        </w:rPr>
        <w:t xml:space="preserve">° 8, </w:t>
      </w:r>
      <w:r w:rsidR="00BE611A">
        <w:rPr>
          <w:rFonts w:cs="Georgia"/>
          <w:kern w:val="1"/>
        </w:rPr>
        <w:t>on s</w:t>
      </w:r>
      <w:r>
        <w:rPr>
          <w:rFonts w:cs="Georgia"/>
          <w:kern w:val="1"/>
        </w:rPr>
        <w:t>’</w:t>
      </w:r>
      <w:r w:rsidR="00BE611A">
        <w:rPr>
          <w:rFonts w:cs="Georgia"/>
          <w:kern w:val="1"/>
        </w:rPr>
        <w:t>en fout</w:t>
      </w:r>
      <w:r>
        <w:rPr>
          <w:rFonts w:cs="Georgia"/>
          <w:kern w:val="1"/>
        </w:rPr>
        <w:t xml:space="preserve"> : </w:t>
      </w:r>
      <w:r w:rsidR="00BE611A">
        <w:rPr>
          <w:rFonts w:cs="Georgia"/>
          <w:kern w:val="1"/>
        </w:rPr>
        <w:t>au lieu de matelote</w:t>
      </w:r>
      <w:r>
        <w:rPr>
          <w:rFonts w:cs="Georgia"/>
          <w:kern w:val="1"/>
        </w:rPr>
        <w:t xml:space="preserve">, </w:t>
      </w:r>
      <w:r w:rsidR="00BE611A">
        <w:rPr>
          <w:rFonts w:cs="Georgia"/>
          <w:kern w:val="1"/>
        </w:rPr>
        <w:t>il y aura de la gibelotte</w:t>
      </w:r>
      <w:r>
        <w:rPr>
          <w:rFonts w:cs="Georgia"/>
          <w:kern w:val="1"/>
        </w:rPr>
        <w:t xml:space="preserve"> ; </w:t>
      </w:r>
      <w:r w:rsidR="00BE611A">
        <w:rPr>
          <w:rFonts w:cs="Georgia"/>
          <w:kern w:val="1"/>
        </w:rPr>
        <w:t>quand on crève de faim</w:t>
      </w:r>
      <w:r>
        <w:rPr>
          <w:rFonts w:cs="Georgia"/>
          <w:kern w:val="1"/>
        </w:rPr>
        <w:t xml:space="preserve">, </w:t>
      </w:r>
      <w:r w:rsidR="00BE611A">
        <w:rPr>
          <w:rFonts w:cs="Georgia"/>
          <w:kern w:val="1"/>
        </w:rPr>
        <w:t>on ne fait pas de différence</w:t>
      </w:r>
      <w:r>
        <w:rPr>
          <w:rFonts w:cs="Georgia"/>
          <w:kern w:val="1"/>
        </w:rPr>
        <w:t xml:space="preserve">. </w:t>
      </w:r>
      <w:r w:rsidR="00BE611A">
        <w:rPr>
          <w:rFonts w:cs="Georgia"/>
          <w:kern w:val="1"/>
        </w:rPr>
        <w:t>Pour ce qui est de Garrabit</w:t>
      </w:r>
      <w:r>
        <w:rPr>
          <w:rFonts w:cs="Georgia"/>
          <w:kern w:val="1"/>
        </w:rPr>
        <w:t xml:space="preserve">, </w:t>
      </w:r>
      <w:r w:rsidR="00BE611A">
        <w:rPr>
          <w:rFonts w:cs="Georgia"/>
          <w:kern w:val="1"/>
        </w:rPr>
        <w:t>il préfère ça</w:t>
      </w:r>
      <w:r>
        <w:rPr>
          <w:rFonts w:cs="Georgia"/>
          <w:kern w:val="1"/>
        </w:rPr>
        <w:t xml:space="preserve">, </w:t>
      </w:r>
      <w:r w:rsidR="00BE611A">
        <w:rPr>
          <w:rFonts w:cs="Georgia"/>
          <w:kern w:val="1"/>
        </w:rPr>
        <w:t>parce que le lapin</w:t>
      </w:r>
      <w:r>
        <w:rPr>
          <w:rFonts w:cs="Georgia"/>
          <w:kern w:val="1"/>
        </w:rPr>
        <w:t xml:space="preserve">, </w:t>
      </w:r>
      <w:r w:rsidR="00BE611A">
        <w:rPr>
          <w:rFonts w:cs="Georgia"/>
          <w:kern w:val="1"/>
        </w:rPr>
        <w:t>lui</w:t>
      </w:r>
      <w:r>
        <w:rPr>
          <w:rFonts w:cs="Georgia"/>
          <w:kern w:val="1"/>
        </w:rPr>
        <w:t xml:space="preserve">, </w:t>
      </w:r>
      <w:r w:rsidR="00BE611A">
        <w:rPr>
          <w:rFonts w:cs="Georgia"/>
          <w:kern w:val="1"/>
        </w:rPr>
        <w:t>ne bougera plus</w:t>
      </w:r>
      <w:r>
        <w:rPr>
          <w:rFonts w:cs="Georgia"/>
          <w:kern w:val="1"/>
        </w:rPr>
        <w:t xml:space="preserve">, </w:t>
      </w:r>
      <w:r w:rsidR="00BE611A">
        <w:rPr>
          <w:rFonts w:cs="Georgia"/>
          <w:kern w:val="1"/>
        </w:rPr>
        <w:t>tandis qu</w:t>
      </w:r>
      <w:r>
        <w:rPr>
          <w:rFonts w:cs="Georgia"/>
          <w:kern w:val="1"/>
        </w:rPr>
        <w:t>’</w:t>
      </w:r>
      <w:r w:rsidR="00BE611A">
        <w:rPr>
          <w:rFonts w:cs="Georgia"/>
          <w:kern w:val="1"/>
        </w:rPr>
        <w:t>avec l</w:t>
      </w:r>
      <w:r>
        <w:rPr>
          <w:rFonts w:cs="Georgia"/>
          <w:kern w:val="1"/>
        </w:rPr>
        <w:t>’</w:t>
      </w:r>
      <w:r w:rsidR="00BE611A">
        <w:rPr>
          <w:rFonts w:cs="Georgia"/>
          <w:kern w:val="1"/>
        </w:rPr>
        <w:t>anguille</w:t>
      </w:r>
      <w:r>
        <w:rPr>
          <w:rFonts w:cs="Georgia"/>
          <w:kern w:val="1"/>
        </w:rPr>
        <w:t xml:space="preserve">, </w:t>
      </w:r>
      <w:r w:rsidR="00BE611A">
        <w:rPr>
          <w:rFonts w:cs="Georgia"/>
          <w:kern w:val="1"/>
        </w:rPr>
        <w:t>qui a la vie dure</w:t>
      </w:r>
      <w:r>
        <w:rPr>
          <w:rFonts w:cs="Georgia"/>
          <w:kern w:val="1"/>
        </w:rPr>
        <w:t xml:space="preserve">, </w:t>
      </w:r>
      <w:r w:rsidR="00BE611A">
        <w:rPr>
          <w:rFonts w:cs="Georgia"/>
          <w:kern w:val="1"/>
        </w:rPr>
        <w:t>il faut attendre d</w:t>
      </w:r>
      <w:r>
        <w:rPr>
          <w:rFonts w:cs="Georgia"/>
          <w:kern w:val="1"/>
        </w:rPr>
        <w:t>’</w:t>
      </w:r>
      <w:r w:rsidR="00BE611A">
        <w:rPr>
          <w:rFonts w:cs="Georgia"/>
          <w:kern w:val="1"/>
        </w:rPr>
        <w:t>être au camp pour la zigouiller</w:t>
      </w:r>
      <w:r>
        <w:rPr>
          <w:rFonts w:cs="Georgia"/>
          <w:kern w:val="1"/>
        </w:rPr>
        <w:t xml:space="preserve">. </w:t>
      </w:r>
      <w:r w:rsidR="00BE611A">
        <w:rPr>
          <w:rFonts w:cs="Georgia"/>
          <w:kern w:val="1"/>
        </w:rPr>
        <w:t>Et comme</w:t>
      </w:r>
      <w:r>
        <w:rPr>
          <w:rFonts w:cs="Georgia"/>
          <w:kern w:val="1"/>
        </w:rPr>
        <w:t xml:space="preserve">, </w:t>
      </w:r>
      <w:r w:rsidR="00BE611A">
        <w:rPr>
          <w:rFonts w:cs="Georgia"/>
          <w:kern w:val="1"/>
        </w:rPr>
        <w:t>pour ne pas être repéré par les Boches</w:t>
      </w:r>
      <w:r>
        <w:rPr>
          <w:rFonts w:cs="Georgia"/>
          <w:kern w:val="1"/>
        </w:rPr>
        <w:t xml:space="preserve">, </w:t>
      </w:r>
      <w:r w:rsidR="00BE611A">
        <w:rPr>
          <w:rFonts w:cs="Georgia"/>
          <w:kern w:val="1"/>
        </w:rPr>
        <w:t>il est obligé de la foutre dans sa culotte</w:t>
      </w:r>
      <w:r>
        <w:rPr>
          <w:rFonts w:cs="Georgia"/>
          <w:kern w:val="1"/>
        </w:rPr>
        <w:t xml:space="preserve">, </w:t>
      </w:r>
      <w:r w:rsidR="00BE611A">
        <w:rPr>
          <w:rFonts w:cs="Georgia"/>
          <w:kern w:val="1"/>
        </w:rPr>
        <w:t>il trouve que ce n</w:t>
      </w:r>
      <w:r>
        <w:rPr>
          <w:rFonts w:cs="Georgia"/>
          <w:kern w:val="1"/>
        </w:rPr>
        <w:t>’</w:t>
      </w:r>
      <w:r w:rsidR="00BE611A">
        <w:rPr>
          <w:rFonts w:cs="Georgia"/>
          <w:kern w:val="1"/>
        </w:rPr>
        <w:t>est pas drôle de faire deux lieues avec une bestiole qui se trémousse ousque tu penses</w:t>
      </w:r>
      <w:r>
        <w:rPr>
          <w:rFonts w:cs="Georgia"/>
          <w:kern w:val="1"/>
        </w:rPr>
        <w:t xml:space="preserve">. </w:t>
      </w:r>
      <w:r w:rsidR="00BE611A">
        <w:rPr>
          <w:rFonts w:cs="Georgia"/>
          <w:kern w:val="1"/>
        </w:rPr>
        <w:t>C</w:t>
      </w:r>
      <w:r>
        <w:rPr>
          <w:rFonts w:cs="Georgia"/>
          <w:kern w:val="1"/>
        </w:rPr>
        <w:t>’</w:t>
      </w:r>
      <w:r w:rsidR="00BE611A">
        <w:rPr>
          <w:rFonts w:cs="Georgia"/>
          <w:kern w:val="1"/>
        </w:rPr>
        <w:t>est égal</w:t>
      </w:r>
      <w:r>
        <w:rPr>
          <w:rFonts w:cs="Georgia"/>
          <w:kern w:val="1"/>
        </w:rPr>
        <w:t xml:space="preserve">, </w:t>
      </w:r>
      <w:r w:rsidR="00BE611A">
        <w:rPr>
          <w:rFonts w:cs="Georgia"/>
          <w:kern w:val="1"/>
        </w:rPr>
        <w:t>qu</w:t>
      </w:r>
      <w:r>
        <w:rPr>
          <w:rFonts w:cs="Georgia"/>
          <w:kern w:val="1"/>
        </w:rPr>
        <w:t>’</w:t>
      </w:r>
      <w:r w:rsidR="00BE611A">
        <w:rPr>
          <w:rFonts w:cs="Georgia"/>
          <w:kern w:val="1"/>
        </w:rPr>
        <w:t>est-ce qu</w:t>
      </w:r>
      <w:r>
        <w:rPr>
          <w:rFonts w:cs="Georgia"/>
          <w:kern w:val="1"/>
        </w:rPr>
        <w:t>’</w:t>
      </w:r>
      <w:r w:rsidR="00BE611A">
        <w:rPr>
          <w:rFonts w:cs="Georgia"/>
          <w:kern w:val="1"/>
        </w:rPr>
        <w:t>il y a comme gibier</w:t>
      </w:r>
      <w:r>
        <w:rPr>
          <w:rFonts w:cs="Georgia"/>
          <w:kern w:val="1"/>
        </w:rPr>
        <w:t xml:space="preserve">, </w:t>
      </w:r>
      <w:r w:rsidR="00BE611A">
        <w:rPr>
          <w:rFonts w:cs="Georgia"/>
          <w:kern w:val="1"/>
        </w:rPr>
        <w:t>par ici</w:t>
      </w:r>
      <w:r>
        <w:rPr>
          <w:rFonts w:cs="Georgia"/>
          <w:kern w:val="1"/>
        </w:rPr>
        <w:t> !</w:t>
      </w:r>
    </w:p>
    <w:p w14:paraId="21C9F933" w14:textId="77777777" w:rsidR="00BE611A" w:rsidRDefault="00BE611A" w:rsidP="00BE611A">
      <w:pPr>
        <w:rPr>
          <w:rFonts w:cs="Georgia"/>
          <w:bCs/>
          <w:kern w:val="1"/>
        </w:rPr>
      </w:pPr>
    </w:p>
    <w:p w14:paraId="5C69CE20" w14:textId="77777777" w:rsidR="000E1451" w:rsidRDefault="00BE611A" w:rsidP="00BE611A">
      <w:pPr>
        <w:rPr>
          <w:rFonts w:cs="Georgia"/>
          <w:kern w:val="1"/>
        </w:rPr>
      </w:pPr>
      <w:r>
        <w:rPr>
          <w:rFonts w:cs="Georgia"/>
          <w:kern w:val="1"/>
        </w:rPr>
        <w:t>Le mardi</w:t>
      </w:r>
      <w:r w:rsidR="000E1451">
        <w:rPr>
          <w:rFonts w:cs="Georgia"/>
          <w:kern w:val="1"/>
        </w:rPr>
        <w:t xml:space="preserve">, </w:t>
      </w:r>
      <w:r>
        <w:rPr>
          <w:rFonts w:cs="Georgia"/>
          <w:kern w:val="1"/>
        </w:rPr>
        <w:t>à la table du pasteur Frühwirth</w:t>
      </w:r>
      <w:r w:rsidR="000E1451">
        <w:rPr>
          <w:rFonts w:cs="Georgia"/>
          <w:kern w:val="1"/>
        </w:rPr>
        <w:t xml:space="preserve">, </w:t>
      </w:r>
      <w:r>
        <w:rPr>
          <w:rFonts w:cs="Georgia"/>
          <w:kern w:val="1"/>
        </w:rPr>
        <w:t>l</w:t>
      </w:r>
      <w:r w:rsidR="000E1451">
        <w:rPr>
          <w:rFonts w:cs="Georgia"/>
          <w:kern w:val="1"/>
        </w:rPr>
        <w:t>’</w:t>
      </w:r>
      <w:r>
        <w:rPr>
          <w:rFonts w:cs="Georgia"/>
          <w:kern w:val="1"/>
        </w:rPr>
        <w:t>éloge des richesses de Reichendorf en fait de chasse et de pêche recommençait</w:t>
      </w:r>
      <w:r w:rsidR="000E1451">
        <w:rPr>
          <w:rFonts w:cs="Georgia"/>
          <w:kern w:val="1"/>
        </w:rPr>
        <w:t xml:space="preserve">, </w:t>
      </w:r>
      <w:r>
        <w:rPr>
          <w:rFonts w:cs="Georgia"/>
          <w:kern w:val="1"/>
        </w:rPr>
        <w:t>mais sur un mode plus académique</w:t>
      </w:r>
      <w:r w:rsidR="000E1451">
        <w:rPr>
          <w:rFonts w:cs="Georgia"/>
          <w:kern w:val="1"/>
        </w:rPr>
        <w:t xml:space="preserve">. </w:t>
      </w:r>
      <w:r>
        <w:rPr>
          <w:rFonts w:cs="Georgia"/>
          <w:kern w:val="1"/>
        </w:rPr>
        <w:t>C</w:t>
      </w:r>
      <w:r w:rsidR="000E1451">
        <w:rPr>
          <w:rFonts w:cs="Georgia"/>
          <w:kern w:val="1"/>
        </w:rPr>
        <w:t>’</w:t>
      </w:r>
      <w:r>
        <w:rPr>
          <w:rFonts w:cs="Georgia"/>
          <w:kern w:val="1"/>
        </w:rPr>
        <w:t>était naturellement au pasteur que j</w:t>
      </w:r>
      <w:r w:rsidR="000E1451">
        <w:rPr>
          <w:rFonts w:cs="Georgia"/>
          <w:kern w:val="1"/>
        </w:rPr>
        <w:t>’</w:t>
      </w:r>
      <w:r>
        <w:rPr>
          <w:rFonts w:cs="Georgia"/>
          <w:kern w:val="1"/>
        </w:rPr>
        <w:t>étais redevable de ma documentation sur le château et ses propriétaires</w:t>
      </w:r>
      <w:r w:rsidR="000E1451">
        <w:rPr>
          <w:rFonts w:cs="Georgia"/>
          <w:kern w:val="1"/>
        </w:rPr>
        <w:t xml:space="preserve">. </w:t>
      </w:r>
      <w:r>
        <w:rPr>
          <w:rFonts w:cs="Georgia"/>
          <w:kern w:val="1"/>
        </w:rPr>
        <w:t>Très flatté de se voir</w:t>
      </w:r>
      <w:r w:rsidR="000E1451">
        <w:rPr>
          <w:rFonts w:cs="Georgia"/>
          <w:kern w:val="1"/>
        </w:rPr>
        <w:t xml:space="preserve">, </w:t>
      </w:r>
      <w:r>
        <w:rPr>
          <w:rFonts w:cs="Georgia"/>
          <w:kern w:val="1"/>
        </w:rPr>
        <w:t>chaque dimanche</w:t>
      </w:r>
      <w:r w:rsidR="000E1451">
        <w:rPr>
          <w:rFonts w:cs="Georgia"/>
          <w:kern w:val="1"/>
        </w:rPr>
        <w:t xml:space="preserve">, </w:t>
      </w:r>
      <w:r>
        <w:rPr>
          <w:rFonts w:cs="Georgia"/>
          <w:kern w:val="1"/>
        </w:rPr>
        <w:t>invité par le général</w:t>
      </w:r>
      <w:r w:rsidR="000E1451">
        <w:rPr>
          <w:rFonts w:cs="Georgia"/>
          <w:kern w:val="1"/>
        </w:rPr>
        <w:t xml:space="preserve">, </w:t>
      </w:r>
      <w:r>
        <w:rPr>
          <w:rFonts w:cs="Georgia"/>
          <w:kern w:val="1"/>
        </w:rPr>
        <w:t>il ne perdait pas une occasion de m</w:t>
      </w:r>
      <w:r w:rsidR="000E1451">
        <w:rPr>
          <w:rFonts w:cs="Georgia"/>
          <w:kern w:val="1"/>
        </w:rPr>
        <w:t>’</w:t>
      </w:r>
      <w:r>
        <w:rPr>
          <w:rFonts w:cs="Georgia"/>
          <w:kern w:val="1"/>
        </w:rPr>
        <w:t>entretenir de son hôte</w:t>
      </w:r>
      <w:r w:rsidR="000E1451">
        <w:rPr>
          <w:rFonts w:cs="Georgia"/>
          <w:kern w:val="1"/>
        </w:rPr>
        <w:t xml:space="preserve">. </w:t>
      </w:r>
      <w:r>
        <w:rPr>
          <w:rFonts w:cs="Georgia"/>
          <w:kern w:val="1"/>
        </w:rPr>
        <w:t>On conçoit qu</w:t>
      </w:r>
      <w:r w:rsidR="000E1451">
        <w:rPr>
          <w:rFonts w:cs="Georgia"/>
          <w:kern w:val="1"/>
        </w:rPr>
        <w:t>’</w:t>
      </w:r>
      <w:r>
        <w:rPr>
          <w:rFonts w:cs="Georgia"/>
          <w:kern w:val="1"/>
        </w:rPr>
        <w:t>au début</w:t>
      </w:r>
      <w:r w:rsidR="000E1451">
        <w:rPr>
          <w:rFonts w:cs="Georgia"/>
          <w:kern w:val="1"/>
        </w:rPr>
        <w:t xml:space="preserve">, </w:t>
      </w:r>
      <w:r>
        <w:rPr>
          <w:rFonts w:cs="Georgia"/>
          <w:kern w:val="1"/>
        </w:rPr>
        <w:t>de semblables détails ne m</w:t>
      </w:r>
      <w:r w:rsidR="000E1451">
        <w:rPr>
          <w:rFonts w:cs="Georgia"/>
          <w:kern w:val="1"/>
        </w:rPr>
        <w:t>’</w:t>
      </w:r>
      <w:r>
        <w:rPr>
          <w:rFonts w:cs="Georgia"/>
          <w:kern w:val="1"/>
        </w:rPr>
        <w:t>aient que peu intéressé</w:t>
      </w:r>
      <w:r w:rsidR="000E1451">
        <w:rPr>
          <w:rFonts w:cs="Georgia"/>
          <w:kern w:val="1"/>
        </w:rPr>
        <w:t xml:space="preserve">. </w:t>
      </w:r>
      <w:r>
        <w:rPr>
          <w:rFonts w:cs="Georgia"/>
          <w:kern w:val="1"/>
        </w:rPr>
        <w:t>Mais le pasteur paraissait ravi de me les fournir</w:t>
      </w:r>
      <w:r w:rsidR="000E1451">
        <w:rPr>
          <w:rFonts w:cs="Georgia"/>
          <w:kern w:val="1"/>
        </w:rPr>
        <w:t xml:space="preserve">, </w:t>
      </w:r>
      <w:r>
        <w:rPr>
          <w:rFonts w:cs="Georgia"/>
          <w:kern w:val="1"/>
        </w:rPr>
        <w:t>et je tenais trop à ma douillette journée du mardi pour ne pas flatter une manie aussi innocente</w:t>
      </w:r>
      <w:r w:rsidR="000E1451">
        <w:rPr>
          <w:rFonts w:cs="Georgia"/>
          <w:kern w:val="1"/>
        </w:rPr>
        <w:t>.</w:t>
      </w:r>
    </w:p>
    <w:p w14:paraId="62158F18" w14:textId="77777777" w:rsidR="000E1451" w:rsidRDefault="000E1451" w:rsidP="00BE611A">
      <w:pPr>
        <w:rPr>
          <w:rFonts w:cs="Georgia"/>
          <w:kern w:val="1"/>
        </w:rPr>
      </w:pPr>
      <w:r>
        <w:rPr>
          <w:rFonts w:cs="Georgia"/>
          <w:kern w:val="1"/>
        </w:rPr>
        <w:t>— </w:t>
      </w:r>
      <w:r w:rsidR="00BE611A">
        <w:rPr>
          <w:rFonts w:cs="Georgia"/>
          <w:kern w:val="1"/>
        </w:rPr>
        <w:t>Vous ne pouvez imaginer</w:t>
      </w:r>
      <w:r>
        <w:rPr>
          <w:rFonts w:cs="Georgia"/>
          <w:kern w:val="1"/>
        </w:rPr>
        <w:t xml:space="preserve">, </w:t>
      </w:r>
      <w:r w:rsidR="00BE611A">
        <w:rPr>
          <w:rFonts w:cs="Georgia"/>
          <w:kern w:val="1"/>
        </w:rPr>
        <w:t>cher Monsieur Dumaine</w:t>
      </w:r>
      <w:r>
        <w:rPr>
          <w:rFonts w:cs="Georgia"/>
          <w:kern w:val="1"/>
        </w:rPr>
        <w:t xml:space="preserve">, </w:t>
      </w:r>
      <w:r w:rsidR="00BE611A">
        <w:rPr>
          <w:rFonts w:cs="Georgia"/>
          <w:kern w:val="1"/>
        </w:rPr>
        <w:t>ce qu</w:t>
      </w:r>
      <w:r>
        <w:rPr>
          <w:rFonts w:cs="Georgia"/>
          <w:kern w:val="1"/>
        </w:rPr>
        <w:t>’</w:t>
      </w:r>
      <w:r w:rsidR="00BE611A">
        <w:rPr>
          <w:rFonts w:cs="Georgia"/>
          <w:kern w:val="1"/>
        </w:rPr>
        <w:t>était Reichendorf</w:t>
      </w:r>
      <w:r>
        <w:rPr>
          <w:rFonts w:cs="Georgia"/>
          <w:kern w:val="1"/>
        </w:rPr>
        <w:t xml:space="preserve">, </w:t>
      </w:r>
      <w:r w:rsidR="00BE611A">
        <w:rPr>
          <w:rFonts w:cs="Georgia"/>
          <w:kern w:val="1"/>
        </w:rPr>
        <w:t>je ne dis même pas du temps du comte Frédéric</w:t>
      </w:r>
      <w:r>
        <w:rPr>
          <w:rFonts w:cs="Georgia"/>
          <w:kern w:val="1"/>
        </w:rPr>
        <w:t xml:space="preserve">, </w:t>
      </w:r>
      <w:r w:rsidR="00BE611A">
        <w:rPr>
          <w:rFonts w:cs="Georgia"/>
          <w:kern w:val="1"/>
        </w:rPr>
        <w:t>vers 1870</w:t>
      </w:r>
      <w:r>
        <w:rPr>
          <w:rFonts w:cs="Georgia"/>
          <w:kern w:val="1"/>
        </w:rPr>
        <w:t xml:space="preserve">, </w:t>
      </w:r>
      <w:r w:rsidR="00BE611A">
        <w:rPr>
          <w:rFonts w:cs="Georgia"/>
          <w:kern w:val="1"/>
        </w:rPr>
        <w:t>car je suis trop jeune pour bien me souvenir de cette heureuse époque</w:t>
      </w:r>
      <w:r>
        <w:rPr>
          <w:rFonts w:cs="Georgia"/>
          <w:kern w:val="1"/>
        </w:rPr>
        <w:t xml:space="preserve">, </w:t>
      </w:r>
      <w:r w:rsidR="00BE611A">
        <w:rPr>
          <w:rFonts w:cs="Georgia"/>
          <w:kern w:val="1"/>
        </w:rPr>
        <w:t>mais il y a seulement une vingtaine d</w:t>
      </w:r>
      <w:r>
        <w:rPr>
          <w:rFonts w:cs="Georgia"/>
          <w:kern w:val="1"/>
        </w:rPr>
        <w:t>’</w:t>
      </w:r>
      <w:r w:rsidR="00BE611A">
        <w:rPr>
          <w:rFonts w:cs="Georgia"/>
          <w:kern w:val="1"/>
        </w:rPr>
        <w:t>années</w:t>
      </w:r>
      <w:r>
        <w:rPr>
          <w:rFonts w:cs="Georgia"/>
          <w:kern w:val="1"/>
        </w:rPr>
        <w:t xml:space="preserve">. </w:t>
      </w:r>
      <w:r w:rsidR="00BE611A">
        <w:rPr>
          <w:rFonts w:cs="Georgia"/>
          <w:kern w:val="1"/>
        </w:rPr>
        <w:t>Tenez</w:t>
      </w:r>
      <w:r>
        <w:rPr>
          <w:rFonts w:cs="Georgia"/>
          <w:kern w:val="1"/>
        </w:rPr>
        <w:t xml:space="preserve">, </w:t>
      </w:r>
      <w:r w:rsidR="00BE611A">
        <w:rPr>
          <w:rFonts w:cs="Georgia"/>
          <w:kern w:val="1"/>
        </w:rPr>
        <w:t>en 1908</w:t>
      </w:r>
      <w:r>
        <w:rPr>
          <w:rFonts w:cs="Georgia"/>
          <w:kern w:val="1"/>
        </w:rPr>
        <w:t xml:space="preserve">, </w:t>
      </w:r>
      <w:r w:rsidR="00BE611A">
        <w:rPr>
          <w:rFonts w:cs="Georgia"/>
          <w:kern w:val="1"/>
        </w:rPr>
        <w:t xml:space="preserve">quand le Général a </w:t>
      </w:r>
      <w:r w:rsidR="00BE611A">
        <w:rPr>
          <w:rFonts w:cs="Georgia"/>
          <w:kern w:val="1"/>
        </w:rPr>
        <w:lastRenderedPageBreak/>
        <w:t>pris sa retraite</w:t>
      </w:r>
      <w:r>
        <w:rPr>
          <w:rFonts w:cs="Georgia"/>
          <w:kern w:val="1"/>
        </w:rPr>
        <w:t xml:space="preserve">, </w:t>
      </w:r>
      <w:r w:rsidR="00BE611A">
        <w:rPr>
          <w:rFonts w:cs="Georgia"/>
          <w:kern w:val="1"/>
        </w:rPr>
        <w:t>la moitié de la forêt subsistait encore</w:t>
      </w:r>
      <w:r>
        <w:rPr>
          <w:rFonts w:cs="Georgia"/>
          <w:kern w:val="1"/>
        </w:rPr>
        <w:t xml:space="preserve">. </w:t>
      </w:r>
      <w:r w:rsidR="00BE611A">
        <w:rPr>
          <w:rFonts w:cs="Georgia"/>
          <w:kern w:val="1"/>
        </w:rPr>
        <w:t>Il donna alors une grande chasse en l</w:t>
      </w:r>
      <w:r>
        <w:rPr>
          <w:rFonts w:cs="Georgia"/>
          <w:kern w:val="1"/>
        </w:rPr>
        <w:t>’</w:t>
      </w:r>
      <w:r w:rsidR="00BE611A">
        <w:rPr>
          <w:rFonts w:cs="Georgia"/>
          <w:kern w:val="1"/>
        </w:rPr>
        <w:t>honneur des amis de son fils</w:t>
      </w:r>
      <w:r>
        <w:rPr>
          <w:rFonts w:cs="Georgia"/>
          <w:kern w:val="1"/>
        </w:rPr>
        <w:t xml:space="preserve">. </w:t>
      </w:r>
      <w:r w:rsidR="00BE611A">
        <w:rPr>
          <w:rFonts w:cs="Georgia"/>
          <w:kern w:val="1"/>
        </w:rPr>
        <w:t>Le château reçut près de quarante de ces messieurs</w:t>
      </w:r>
      <w:r>
        <w:rPr>
          <w:rFonts w:cs="Georgia"/>
          <w:kern w:val="1"/>
        </w:rPr>
        <w:t xml:space="preserve">, </w:t>
      </w:r>
      <w:r w:rsidR="00BE611A">
        <w:rPr>
          <w:rFonts w:cs="Georgia"/>
          <w:kern w:val="1"/>
        </w:rPr>
        <w:t>les officiers de la Garde</w:t>
      </w:r>
      <w:r>
        <w:rPr>
          <w:rFonts w:cs="Georgia"/>
          <w:kern w:val="1"/>
        </w:rPr>
        <w:t xml:space="preserve">, </w:t>
      </w:r>
      <w:r w:rsidR="00BE611A">
        <w:rPr>
          <w:rFonts w:cs="Georgia"/>
          <w:kern w:val="1"/>
        </w:rPr>
        <w:t>des jeunes gens tous beaux comme Lohengrin</w:t>
      </w:r>
      <w:r>
        <w:rPr>
          <w:rFonts w:cs="Georgia"/>
          <w:kern w:val="1"/>
        </w:rPr>
        <w:t xml:space="preserve">, </w:t>
      </w:r>
      <w:r w:rsidR="00BE611A">
        <w:rPr>
          <w:rFonts w:cs="Georgia"/>
          <w:kern w:val="1"/>
        </w:rPr>
        <w:t>et aussi titrés que l</w:t>
      </w:r>
      <w:r>
        <w:rPr>
          <w:rFonts w:cs="Georgia"/>
          <w:kern w:val="1"/>
        </w:rPr>
        <w:t>’</w:t>
      </w:r>
      <w:r w:rsidR="00BE611A">
        <w:rPr>
          <w:rFonts w:cs="Georgia"/>
          <w:kern w:val="1"/>
        </w:rPr>
        <w:t>Empereur lui-même</w:t>
      </w:r>
      <w:r>
        <w:rPr>
          <w:rFonts w:cs="Georgia"/>
          <w:kern w:val="1"/>
        </w:rPr>
        <w:t xml:space="preserve">. </w:t>
      </w:r>
      <w:r w:rsidR="00BE611A">
        <w:rPr>
          <w:rFonts w:cs="Georgia"/>
          <w:kern w:val="1"/>
        </w:rPr>
        <w:t>Les princes Eitel et Adalbert avaient accepté d</w:t>
      </w:r>
      <w:r>
        <w:rPr>
          <w:rFonts w:cs="Georgia"/>
          <w:kern w:val="1"/>
        </w:rPr>
        <w:t>’</w:t>
      </w:r>
      <w:r w:rsidR="00BE611A">
        <w:rPr>
          <w:rFonts w:cs="Georgia"/>
          <w:kern w:val="1"/>
        </w:rPr>
        <w:t>être de la fête</w:t>
      </w:r>
      <w:r>
        <w:rPr>
          <w:rFonts w:cs="Georgia"/>
          <w:kern w:val="1"/>
        </w:rPr>
        <w:t xml:space="preserve">. </w:t>
      </w:r>
      <w:r w:rsidR="00BE611A">
        <w:rPr>
          <w:rFonts w:cs="Georgia"/>
          <w:kern w:val="1"/>
        </w:rPr>
        <w:t>Ce qu</w:t>
      </w:r>
      <w:r>
        <w:rPr>
          <w:rFonts w:cs="Georgia"/>
          <w:kern w:val="1"/>
        </w:rPr>
        <w:t>’</w:t>
      </w:r>
      <w:r w:rsidR="00BE611A">
        <w:rPr>
          <w:rFonts w:cs="Georgia"/>
          <w:kern w:val="1"/>
        </w:rPr>
        <w:t>on massacra</w:t>
      </w:r>
      <w:r>
        <w:rPr>
          <w:rFonts w:cs="Georgia"/>
          <w:kern w:val="1"/>
        </w:rPr>
        <w:t xml:space="preserve">, </w:t>
      </w:r>
      <w:r w:rsidR="00BE611A">
        <w:rPr>
          <w:rFonts w:cs="Georgia"/>
          <w:kern w:val="1"/>
        </w:rPr>
        <w:t>comme gibier rouge et gibier noir</w:t>
      </w:r>
      <w:r>
        <w:rPr>
          <w:rFonts w:cs="Georgia"/>
          <w:kern w:val="1"/>
        </w:rPr>
        <w:t xml:space="preserve">, </w:t>
      </w:r>
      <w:r w:rsidR="00BE611A">
        <w:rPr>
          <w:rFonts w:cs="Georgia"/>
          <w:kern w:val="1"/>
        </w:rPr>
        <w:t>je ne vous le dis pas</w:t>
      </w:r>
      <w:r>
        <w:rPr>
          <w:rFonts w:cs="Georgia"/>
          <w:kern w:val="1"/>
        </w:rPr>
        <w:t xml:space="preserve">, </w:t>
      </w:r>
      <w:r w:rsidR="00BE611A">
        <w:rPr>
          <w:rFonts w:cs="Georgia"/>
          <w:kern w:val="1"/>
        </w:rPr>
        <w:t>vous croiriez que j</w:t>
      </w:r>
      <w:r>
        <w:rPr>
          <w:rFonts w:cs="Georgia"/>
          <w:kern w:val="1"/>
        </w:rPr>
        <w:t>’</w:t>
      </w:r>
      <w:r w:rsidR="00BE611A">
        <w:rPr>
          <w:rFonts w:cs="Georgia"/>
          <w:kern w:val="1"/>
        </w:rPr>
        <w:t>exagère</w:t>
      </w:r>
      <w:r>
        <w:rPr>
          <w:rFonts w:cs="Georgia"/>
          <w:kern w:val="1"/>
        </w:rPr>
        <w:t xml:space="preserve">. </w:t>
      </w:r>
      <w:r w:rsidR="00BE611A">
        <w:rPr>
          <w:rFonts w:cs="Georgia"/>
          <w:kern w:val="1"/>
        </w:rPr>
        <w:t>Friska</w:t>
      </w:r>
      <w:r>
        <w:rPr>
          <w:rFonts w:cs="Georgia"/>
          <w:kern w:val="1"/>
        </w:rPr>
        <w:t xml:space="preserve">, </w:t>
      </w:r>
      <w:r w:rsidR="00BE611A">
        <w:rPr>
          <w:rFonts w:cs="Georgia"/>
          <w:kern w:val="1"/>
        </w:rPr>
        <w:t>la bouteille de Riesling</w:t>
      </w:r>
      <w:r>
        <w:rPr>
          <w:rFonts w:cs="Georgia"/>
          <w:kern w:val="1"/>
        </w:rPr>
        <w:t xml:space="preserve">, </w:t>
      </w:r>
      <w:r w:rsidR="00BE611A">
        <w:rPr>
          <w:rFonts w:cs="Georgia"/>
          <w:kern w:val="1"/>
        </w:rPr>
        <w:t>je vous prie</w:t>
      </w:r>
      <w:r>
        <w:rPr>
          <w:rFonts w:cs="Georgia"/>
          <w:kern w:val="1"/>
        </w:rPr>
        <w:t xml:space="preserve">, </w:t>
      </w:r>
      <w:r w:rsidR="00BE611A">
        <w:rPr>
          <w:rFonts w:cs="Georgia"/>
          <w:kern w:val="1"/>
        </w:rPr>
        <w:t>ma fille</w:t>
      </w:r>
      <w:r>
        <w:rPr>
          <w:rFonts w:cs="Georgia"/>
          <w:kern w:val="1"/>
        </w:rPr>
        <w:t xml:space="preserve">. </w:t>
      </w:r>
      <w:r w:rsidR="00BE611A">
        <w:rPr>
          <w:rFonts w:cs="Georgia"/>
          <w:kern w:val="1"/>
        </w:rPr>
        <w:t>Servez-vous</w:t>
      </w:r>
      <w:r>
        <w:rPr>
          <w:rFonts w:cs="Georgia"/>
          <w:kern w:val="1"/>
        </w:rPr>
        <w:t xml:space="preserve">, </w:t>
      </w:r>
      <w:r w:rsidR="00BE611A">
        <w:rPr>
          <w:rFonts w:cs="Georgia"/>
          <w:kern w:val="1"/>
        </w:rPr>
        <w:t>Monsieur Dumaine</w:t>
      </w:r>
      <w:r>
        <w:rPr>
          <w:rFonts w:cs="Georgia"/>
          <w:kern w:val="1"/>
        </w:rPr>
        <w:t xml:space="preserve">, </w:t>
      </w:r>
      <w:r w:rsidR="00BE611A">
        <w:rPr>
          <w:rFonts w:cs="Georgia"/>
          <w:kern w:val="1"/>
        </w:rPr>
        <w:t>s</w:t>
      </w:r>
      <w:r>
        <w:rPr>
          <w:rFonts w:cs="Georgia"/>
          <w:kern w:val="1"/>
        </w:rPr>
        <w:t>’</w:t>
      </w:r>
      <w:r w:rsidR="00BE611A">
        <w:rPr>
          <w:rFonts w:cs="Georgia"/>
          <w:kern w:val="1"/>
        </w:rPr>
        <w:t>il vous plaît</w:t>
      </w:r>
      <w:r>
        <w:rPr>
          <w:rFonts w:cs="Georgia"/>
          <w:kern w:val="1"/>
        </w:rPr>
        <w:t>.</w:t>
      </w:r>
    </w:p>
    <w:p w14:paraId="701F7404" w14:textId="77777777" w:rsidR="000E1451" w:rsidRDefault="00BE611A" w:rsidP="00BE611A">
      <w:pPr>
        <w:rPr>
          <w:rFonts w:cs="Georgia"/>
          <w:kern w:val="1"/>
        </w:rPr>
      </w:pPr>
      <w:r>
        <w:rPr>
          <w:rFonts w:cs="Georgia"/>
          <w:kern w:val="1"/>
        </w:rPr>
        <w:t>J</w:t>
      </w:r>
      <w:r w:rsidR="000E1451">
        <w:rPr>
          <w:rFonts w:cs="Georgia"/>
          <w:kern w:val="1"/>
        </w:rPr>
        <w:t>’</w:t>
      </w:r>
      <w:r>
        <w:rPr>
          <w:rFonts w:cs="Georgia"/>
          <w:kern w:val="1"/>
        </w:rPr>
        <w:t>avais déjà devant moi une somptueuse moitié de canard sauvage à la gelée de groseille</w:t>
      </w:r>
      <w:r w:rsidR="000E1451">
        <w:rPr>
          <w:rFonts w:cs="Georgia"/>
          <w:kern w:val="1"/>
        </w:rPr>
        <w:t xml:space="preserve">. </w:t>
      </w:r>
      <w:r>
        <w:rPr>
          <w:rFonts w:cs="Georgia"/>
          <w:kern w:val="1"/>
        </w:rPr>
        <w:t>Ah</w:t>
      </w:r>
      <w:r w:rsidR="000E1451">
        <w:rPr>
          <w:rFonts w:cs="Georgia"/>
          <w:kern w:val="1"/>
        </w:rPr>
        <w:t xml:space="preserve"> ! </w:t>
      </w:r>
      <w:r>
        <w:rPr>
          <w:rFonts w:cs="Georgia"/>
          <w:kern w:val="1"/>
        </w:rPr>
        <w:t>si Fichet avait pu me voir</w:t>
      </w:r>
      <w:r w:rsidR="000E1451">
        <w:rPr>
          <w:rFonts w:cs="Georgia"/>
          <w:kern w:val="1"/>
        </w:rPr>
        <w:t xml:space="preserve">, </w:t>
      </w:r>
      <w:r>
        <w:rPr>
          <w:rFonts w:cs="Georgia"/>
          <w:kern w:val="1"/>
        </w:rPr>
        <w:t>ou Bergez</w:t>
      </w:r>
      <w:r w:rsidR="000E1451">
        <w:rPr>
          <w:rFonts w:cs="Georgia"/>
          <w:kern w:val="1"/>
        </w:rPr>
        <w:t xml:space="preserve">. </w:t>
      </w:r>
      <w:r>
        <w:rPr>
          <w:rFonts w:cs="Georgia"/>
          <w:kern w:val="1"/>
        </w:rPr>
        <w:t>Il y avait plusieurs semaines que</w:t>
      </w:r>
      <w:r w:rsidR="000E1451">
        <w:rPr>
          <w:rFonts w:cs="Georgia"/>
          <w:kern w:val="1"/>
        </w:rPr>
        <w:t xml:space="preserve">, </w:t>
      </w:r>
      <w:r>
        <w:rPr>
          <w:rFonts w:cs="Georgia"/>
          <w:kern w:val="1"/>
        </w:rPr>
        <w:t>pour ne pas leur crever le cœur</w:t>
      </w:r>
      <w:r w:rsidR="000E1451">
        <w:rPr>
          <w:rFonts w:cs="Georgia"/>
          <w:kern w:val="1"/>
        </w:rPr>
        <w:t xml:space="preserve">, </w:t>
      </w:r>
      <w:r>
        <w:rPr>
          <w:rFonts w:cs="Georgia"/>
          <w:kern w:val="1"/>
        </w:rPr>
        <w:t>je ne leur faisais plus le récit de mes agapes du mardi</w:t>
      </w:r>
      <w:r w:rsidR="000E1451">
        <w:rPr>
          <w:rFonts w:cs="Georgia"/>
          <w:kern w:val="1"/>
        </w:rPr>
        <w:t>.</w:t>
      </w:r>
    </w:p>
    <w:p w14:paraId="01B2B7AA" w14:textId="77777777" w:rsidR="000E1451" w:rsidRDefault="000E1451" w:rsidP="00BE611A">
      <w:pPr>
        <w:rPr>
          <w:rFonts w:cs="Georgia"/>
          <w:bCs/>
          <w:i/>
          <w:iCs/>
          <w:kern w:val="1"/>
        </w:rPr>
      </w:pPr>
      <w:r>
        <w:rPr>
          <w:rFonts w:cs="Georgia"/>
          <w:kern w:val="1"/>
        </w:rPr>
        <w:t>— </w:t>
      </w:r>
      <w:r w:rsidR="00BE611A">
        <w:rPr>
          <w:rFonts w:cs="Georgia"/>
          <w:kern w:val="1"/>
        </w:rPr>
        <w:t>N</w:t>
      </w:r>
      <w:r>
        <w:rPr>
          <w:rFonts w:cs="Georgia"/>
          <w:kern w:val="1"/>
        </w:rPr>
        <w:t>’</w:t>
      </w:r>
      <w:r w:rsidR="00BE611A">
        <w:rPr>
          <w:rFonts w:cs="Georgia"/>
          <w:kern w:val="1"/>
        </w:rPr>
        <w:t>est-ce pas que ce vin n</w:t>
      </w:r>
      <w:r>
        <w:rPr>
          <w:rFonts w:cs="Georgia"/>
          <w:kern w:val="1"/>
        </w:rPr>
        <w:t>’</w:t>
      </w:r>
      <w:r w:rsidR="00BE611A">
        <w:rPr>
          <w:rFonts w:cs="Georgia"/>
          <w:kern w:val="1"/>
        </w:rPr>
        <w:t>est pas mauvais</w:t>
      </w:r>
      <w:r>
        <w:rPr>
          <w:rFonts w:cs="Georgia"/>
          <w:kern w:val="1"/>
        </w:rPr>
        <w:t xml:space="preserve"> ? </w:t>
      </w:r>
      <w:r w:rsidR="00BE611A">
        <w:rPr>
          <w:rFonts w:cs="Georgia"/>
          <w:kern w:val="1"/>
        </w:rPr>
        <w:t>C</w:t>
      </w:r>
      <w:r>
        <w:rPr>
          <w:rFonts w:cs="Georgia"/>
          <w:kern w:val="1"/>
        </w:rPr>
        <w:t>’</w:t>
      </w:r>
      <w:r w:rsidR="00BE611A">
        <w:rPr>
          <w:rFonts w:cs="Georgia"/>
          <w:kern w:val="1"/>
        </w:rPr>
        <w:t>est encore un cadeau du Général</w:t>
      </w:r>
      <w:r>
        <w:rPr>
          <w:rFonts w:cs="Georgia"/>
          <w:kern w:val="1"/>
        </w:rPr>
        <w:t xml:space="preserve">. </w:t>
      </w:r>
      <w:r w:rsidR="00BE611A">
        <w:rPr>
          <w:rFonts w:cs="Georgia"/>
          <w:kern w:val="1"/>
        </w:rPr>
        <w:t>Que n</w:t>
      </w:r>
      <w:r>
        <w:rPr>
          <w:rFonts w:cs="Georgia"/>
          <w:kern w:val="1"/>
        </w:rPr>
        <w:t>’</w:t>
      </w:r>
      <w:r w:rsidR="00BE611A">
        <w:rPr>
          <w:rFonts w:cs="Georgia"/>
          <w:kern w:val="1"/>
        </w:rPr>
        <w:t>avez-vous pu le connaître autrefois</w:t>
      </w:r>
      <w:r>
        <w:rPr>
          <w:rFonts w:cs="Georgia"/>
          <w:kern w:val="1"/>
        </w:rPr>
        <w:t xml:space="preserve">, </w:t>
      </w:r>
      <w:r w:rsidR="00BE611A">
        <w:rPr>
          <w:rFonts w:cs="Georgia"/>
          <w:kern w:val="1"/>
        </w:rPr>
        <w:t>du temps de son opulence</w:t>
      </w:r>
      <w:r>
        <w:rPr>
          <w:rFonts w:cs="Georgia"/>
          <w:kern w:val="1"/>
        </w:rPr>
        <w:t xml:space="preserve"> ! </w:t>
      </w:r>
      <w:r w:rsidR="00BE611A">
        <w:rPr>
          <w:rFonts w:cs="Georgia"/>
          <w:kern w:val="1"/>
        </w:rPr>
        <w:t>Mais de quoi parlions-nous tout à l</w:t>
      </w:r>
      <w:r>
        <w:rPr>
          <w:rFonts w:cs="Georgia"/>
          <w:kern w:val="1"/>
        </w:rPr>
        <w:t>’</w:t>
      </w:r>
      <w:r w:rsidR="00BE611A">
        <w:rPr>
          <w:rFonts w:cs="Georgia"/>
          <w:kern w:val="1"/>
        </w:rPr>
        <w:t>heure</w:t>
      </w:r>
      <w:r>
        <w:rPr>
          <w:rFonts w:cs="Georgia"/>
          <w:kern w:val="1"/>
        </w:rPr>
        <w:t xml:space="preserve">, </w:t>
      </w:r>
      <w:r w:rsidR="00BE611A">
        <w:rPr>
          <w:rFonts w:cs="Georgia"/>
          <w:kern w:val="1"/>
        </w:rPr>
        <w:t>de si intéressant</w:t>
      </w:r>
      <w:r>
        <w:rPr>
          <w:rFonts w:cs="Georgia"/>
          <w:kern w:val="1"/>
        </w:rPr>
        <w:t xml:space="preserve"> ? </w:t>
      </w:r>
      <w:r w:rsidR="00BE611A">
        <w:rPr>
          <w:rFonts w:cs="Georgia"/>
          <w:kern w:val="1"/>
        </w:rPr>
        <w:t>Ah</w:t>
      </w:r>
      <w:r>
        <w:rPr>
          <w:rFonts w:cs="Georgia"/>
          <w:kern w:val="1"/>
        </w:rPr>
        <w:t xml:space="preserve"> ! </w:t>
      </w:r>
      <w:r w:rsidR="00BE611A">
        <w:rPr>
          <w:rFonts w:cs="Georgia"/>
          <w:kern w:val="1"/>
        </w:rPr>
        <w:t>oui</w:t>
      </w:r>
      <w:r>
        <w:rPr>
          <w:rFonts w:cs="Georgia"/>
          <w:kern w:val="1"/>
        </w:rPr>
        <w:t xml:space="preserve">. </w:t>
      </w:r>
      <w:r w:rsidR="00BE611A">
        <w:rPr>
          <w:rFonts w:cs="Georgia"/>
          <w:kern w:val="1"/>
        </w:rPr>
        <w:t>C</w:t>
      </w:r>
      <w:r>
        <w:rPr>
          <w:rFonts w:cs="Georgia"/>
          <w:kern w:val="1"/>
        </w:rPr>
        <w:t>’</w:t>
      </w:r>
      <w:r w:rsidR="00BE611A">
        <w:rPr>
          <w:rFonts w:cs="Georgia"/>
          <w:kern w:val="1"/>
        </w:rPr>
        <w:t>était à propos de la modeste homélie que vous êtes en train de dactylographier</w:t>
      </w:r>
      <w:r>
        <w:rPr>
          <w:rFonts w:cs="Georgia"/>
          <w:kern w:val="1"/>
        </w:rPr>
        <w:t xml:space="preserve">. </w:t>
      </w:r>
      <w:r w:rsidR="00BE611A">
        <w:rPr>
          <w:rFonts w:cs="Georgia"/>
          <w:kern w:val="1"/>
        </w:rPr>
        <w:t>Vraiment</w:t>
      </w:r>
      <w:r>
        <w:rPr>
          <w:rFonts w:cs="Georgia"/>
          <w:kern w:val="1"/>
        </w:rPr>
        <w:t xml:space="preserve">, </w:t>
      </w:r>
      <w:r w:rsidR="00BE611A">
        <w:rPr>
          <w:rFonts w:cs="Georgia"/>
          <w:kern w:val="1"/>
        </w:rPr>
        <w:t xml:space="preserve">vous lui trouvez un rapport avec le </w:t>
      </w:r>
      <w:r w:rsidR="00BE611A">
        <w:rPr>
          <w:rFonts w:cs="Georgia"/>
          <w:bCs/>
          <w:i/>
          <w:iCs/>
          <w:kern w:val="1"/>
        </w:rPr>
        <w:t>Sermon sur la Providence</w:t>
      </w:r>
      <w:r>
        <w:rPr>
          <w:rFonts w:cs="Georgia"/>
          <w:bCs/>
          <w:i/>
          <w:iCs/>
          <w:kern w:val="1"/>
        </w:rPr>
        <w:t> ?</w:t>
      </w:r>
    </w:p>
    <w:p w14:paraId="403CB220" w14:textId="77777777" w:rsidR="000E1451" w:rsidRDefault="000E1451" w:rsidP="00BE611A">
      <w:pPr>
        <w:rPr>
          <w:rFonts w:cs="Georgia"/>
          <w:bCs/>
          <w:i/>
          <w:iCs/>
          <w:kern w:val="1"/>
        </w:rPr>
      </w:pPr>
      <w:r>
        <w:t>— </w:t>
      </w:r>
      <w:r w:rsidR="00BE611A">
        <w:rPr>
          <w:rFonts w:cs="Georgia"/>
          <w:kern w:val="1"/>
        </w:rPr>
        <w:t>Nettement</w:t>
      </w:r>
      <w:r>
        <w:rPr>
          <w:rFonts w:cs="Georgia"/>
          <w:kern w:val="1"/>
        </w:rPr>
        <w:t xml:space="preserve">, </w:t>
      </w:r>
      <w:r w:rsidR="00BE611A">
        <w:rPr>
          <w:rFonts w:cs="Georgia"/>
          <w:kern w:val="1"/>
        </w:rPr>
        <w:t>Monsieur le Pasteur</w:t>
      </w:r>
      <w:r>
        <w:rPr>
          <w:rFonts w:cs="Georgia"/>
          <w:kern w:val="1"/>
        </w:rPr>
        <w:t xml:space="preserve">, </w:t>
      </w:r>
      <w:r w:rsidR="00BE611A">
        <w:rPr>
          <w:rFonts w:cs="Georgia"/>
          <w:kern w:val="1"/>
        </w:rPr>
        <w:t>nettement</w:t>
      </w:r>
      <w:r>
        <w:rPr>
          <w:rFonts w:cs="Georgia"/>
          <w:kern w:val="1"/>
        </w:rPr>
        <w:t xml:space="preserve">. </w:t>
      </w:r>
      <w:r w:rsidR="00BE611A">
        <w:rPr>
          <w:rFonts w:cs="Georgia"/>
          <w:kern w:val="1"/>
        </w:rPr>
        <w:t>Il y a d</w:t>
      </w:r>
      <w:r>
        <w:rPr>
          <w:rFonts w:cs="Georgia"/>
          <w:kern w:val="1"/>
        </w:rPr>
        <w:t>’</w:t>
      </w:r>
      <w:r w:rsidR="00BE611A">
        <w:rPr>
          <w:rFonts w:cs="Georgia"/>
          <w:kern w:val="1"/>
        </w:rPr>
        <w:t>abord l</w:t>
      </w:r>
      <w:r>
        <w:rPr>
          <w:rFonts w:cs="Georgia"/>
          <w:kern w:val="1"/>
        </w:rPr>
        <w:t>’</w:t>
      </w:r>
      <w:r w:rsidR="00BE611A">
        <w:rPr>
          <w:rFonts w:cs="Georgia"/>
          <w:kern w:val="1"/>
        </w:rPr>
        <w:t>analogie des deux exordes</w:t>
      </w:r>
      <w:r>
        <w:rPr>
          <w:rFonts w:cs="Georgia"/>
          <w:kern w:val="1"/>
        </w:rPr>
        <w:t xml:space="preserve">, </w:t>
      </w:r>
      <w:r w:rsidR="00BE611A">
        <w:rPr>
          <w:rFonts w:cs="Georgia"/>
          <w:kern w:val="1"/>
        </w:rPr>
        <w:t>avec l</w:t>
      </w:r>
      <w:r>
        <w:rPr>
          <w:rFonts w:cs="Georgia"/>
          <w:kern w:val="1"/>
        </w:rPr>
        <w:t>’</w:t>
      </w:r>
      <w:r w:rsidR="00BE611A">
        <w:rPr>
          <w:rFonts w:cs="Georgia"/>
          <w:kern w:val="1"/>
        </w:rPr>
        <w:t>allusion si caractéristique au Roi de Samarie</w:t>
      </w:r>
      <w:r>
        <w:rPr>
          <w:rFonts w:cs="Georgia"/>
          <w:kern w:val="1"/>
        </w:rPr>
        <w:t xml:space="preserve">. </w:t>
      </w:r>
      <w:r w:rsidR="00BE611A">
        <w:rPr>
          <w:rFonts w:cs="Georgia"/>
          <w:kern w:val="1"/>
        </w:rPr>
        <w:t>Il y a surtout la même magnifique adjuration</w:t>
      </w:r>
      <w:r>
        <w:rPr>
          <w:rFonts w:cs="Georgia"/>
          <w:kern w:val="1"/>
        </w:rPr>
        <w:t xml:space="preserve"> : </w:t>
      </w:r>
      <w:r w:rsidR="00BE611A">
        <w:rPr>
          <w:rFonts w:cs="Georgia"/>
          <w:i/>
          <w:iCs/>
          <w:kern w:val="1"/>
        </w:rPr>
        <w:t>As</w:t>
      </w:r>
      <w:r w:rsidR="00BE611A">
        <w:rPr>
          <w:rFonts w:cs="Georgia"/>
          <w:bCs/>
          <w:i/>
          <w:iCs/>
          <w:kern w:val="1"/>
        </w:rPr>
        <w:t>semblons-nous</w:t>
      </w:r>
      <w:r>
        <w:rPr>
          <w:rFonts w:cs="Georgia"/>
          <w:bCs/>
          <w:i/>
          <w:iCs/>
          <w:kern w:val="1"/>
        </w:rPr>
        <w:t xml:space="preserve">, </w:t>
      </w:r>
      <w:r w:rsidR="00BE611A">
        <w:rPr>
          <w:rFonts w:cs="Georgia"/>
          <w:bCs/>
          <w:i/>
          <w:iCs/>
          <w:kern w:val="1"/>
        </w:rPr>
        <w:t>Chrétiens</w:t>
      </w:r>
      <w:r>
        <w:rPr>
          <w:rFonts w:cs="Georgia"/>
          <w:bCs/>
          <w:i/>
          <w:iCs/>
          <w:kern w:val="1"/>
        </w:rPr>
        <w:t>…</w:t>
      </w:r>
    </w:p>
    <w:p w14:paraId="738A4666" w14:textId="77777777" w:rsidR="000E1451" w:rsidRDefault="000E1451" w:rsidP="00BE611A">
      <w:pPr>
        <w:rPr>
          <w:rFonts w:cs="Georgia"/>
          <w:kern w:val="1"/>
        </w:rPr>
      </w:pPr>
      <w:r>
        <w:t>— </w:t>
      </w:r>
      <w:r w:rsidR="00BE611A">
        <w:rPr>
          <w:rFonts w:cs="Georgia"/>
          <w:kern w:val="1"/>
        </w:rPr>
        <w:t>C</w:t>
      </w:r>
      <w:r>
        <w:rPr>
          <w:rFonts w:cs="Georgia"/>
          <w:kern w:val="1"/>
        </w:rPr>
        <w:t>’</w:t>
      </w:r>
      <w:r w:rsidR="00BE611A">
        <w:rPr>
          <w:rFonts w:cs="Georgia"/>
          <w:kern w:val="1"/>
        </w:rPr>
        <w:t>est curieux</w:t>
      </w:r>
      <w:r>
        <w:rPr>
          <w:rFonts w:cs="Georgia"/>
          <w:kern w:val="1"/>
        </w:rPr>
        <w:t xml:space="preserve">, </w:t>
      </w:r>
      <w:r w:rsidR="00BE611A">
        <w:rPr>
          <w:rFonts w:cs="Georgia"/>
          <w:kern w:val="1"/>
        </w:rPr>
        <w:t>d</w:t>
      </w:r>
      <w:r>
        <w:rPr>
          <w:rFonts w:cs="Georgia"/>
          <w:kern w:val="1"/>
        </w:rPr>
        <w:t>’</w:t>
      </w:r>
      <w:r w:rsidR="00BE611A">
        <w:rPr>
          <w:rFonts w:cs="Georgia"/>
          <w:kern w:val="1"/>
        </w:rPr>
        <w:t>autant plus curieux que</w:t>
      </w:r>
      <w:r>
        <w:rPr>
          <w:rFonts w:cs="Georgia"/>
          <w:kern w:val="1"/>
        </w:rPr>
        <w:t xml:space="preserve">, </w:t>
      </w:r>
      <w:r w:rsidR="00BE611A">
        <w:rPr>
          <w:rFonts w:cs="Georgia"/>
          <w:kern w:val="1"/>
        </w:rPr>
        <w:t>je vous en ai donné ma parole sacerdotale</w:t>
      </w:r>
      <w:r>
        <w:rPr>
          <w:rFonts w:cs="Georgia"/>
          <w:kern w:val="1"/>
        </w:rPr>
        <w:t xml:space="preserve">, </w:t>
      </w:r>
      <w:r w:rsidR="00BE611A">
        <w:rPr>
          <w:rFonts w:cs="Georgia"/>
          <w:kern w:val="1"/>
        </w:rPr>
        <w:t>j</w:t>
      </w:r>
      <w:r>
        <w:rPr>
          <w:rFonts w:cs="Georgia"/>
          <w:kern w:val="1"/>
        </w:rPr>
        <w:t>’</w:t>
      </w:r>
      <w:r w:rsidR="00BE611A">
        <w:rPr>
          <w:rFonts w:cs="Georgia"/>
          <w:kern w:val="1"/>
        </w:rPr>
        <w:t>ignorais ce sermon</w:t>
      </w:r>
      <w:r>
        <w:rPr>
          <w:rFonts w:cs="Georgia"/>
          <w:kern w:val="1"/>
        </w:rPr>
        <w:t xml:space="preserve">. </w:t>
      </w:r>
      <w:r w:rsidR="00BE611A">
        <w:rPr>
          <w:rFonts w:cs="Georgia"/>
          <w:kern w:val="1"/>
        </w:rPr>
        <w:t>Vous auriez tort d</w:t>
      </w:r>
      <w:r>
        <w:rPr>
          <w:rFonts w:cs="Georgia"/>
          <w:kern w:val="1"/>
        </w:rPr>
        <w:t>’</w:t>
      </w:r>
      <w:r w:rsidR="00BE611A">
        <w:rPr>
          <w:rFonts w:cs="Georgia"/>
          <w:kern w:val="1"/>
        </w:rPr>
        <w:t>ailleurs</w:t>
      </w:r>
      <w:r>
        <w:rPr>
          <w:rFonts w:cs="Georgia"/>
          <w:kern w:val="1"/>
        </w:rPr>
        <w:t xml:space="preserve">, </w:t>
      </w:r>
      <w:r w:rsidR="00BE611A">
        <w:rPr>
          <w:rFonts w:cs="Georgia"/>
          <w:kern w:val="1"/>
        </w:rPr>
        <w:t>Monsieur Dumaine</w:t>
      </w:r>
      <w:r>
        <w:rPr>
          <w:rFonts w:cs="Georgia"/>
          <w:kern w:val="1"/>
        </w:rPr>
        <w:t xml:space="preserve">, </w:t>
      </w:r>
      <w:r w:rsidR="00BE611A">
        <w:rPr>
          <w:rFonts w:cs="Georgia"/>
          <w:kern w:val="1"/>
        </w:rPr>
        <w:t>de croire que je sous-estime Bossuet</w:t>
      </w:r>
      <w:r>
        <w:rPr>
          <w:rFonts w:cs="Georgia"/>
          <w:kern w:val="1"/>
        </w:rPr>
        <w:t xml:space="preserve">. </w:t>
      </w:r>
      <w:r w:rsidR="00BE611A">
        <w:rPr>
          <w:rFonts w:cs="Georgia"/>
          <w:kern w:val="1"/>
        </w:rPr>
        <w:t>Ce n</w:t>
      </w:r>
      <w:r>
        <w:rPr>
          <w:rFonts w:cs="Georgia"/>
          <w:kern w:val="1"/>
        </w:rPr>
        <w:t>’</w:t>
      </w:r>
      <w:r w:rsidR="00BE611A">
        <w:rPr>
          <w:rFonts w:cs="Georgia"/>
          <w:kern w:val="1"/>
        </w:rPr>
        <w:t>était certes pas un dialecticien méprisable</w:t>
      </w:r>
      <w:r>
        <w:rPr>
          <w:rFonts w:cs="Georgia"/>
          <w:kern w:val="1"/>
        </w:rPr>
        <w:t xml:space="preserve">. </w:t>
      </w:r>
      <w:r w:rsidR="00BE611A">
        <w:rPr>
          <w:rFonts w:cs="Georgia"/>
          <w:kern w:val="1"/>
        </w:rPr>
        <w:t>Et quant aux erreurs de dogme</w:t>
      </w:r>
      <w:r>
        <w:rPr>
          <w:rFonts w:cs="Georgia"/>
          <w:kern w:val="1"/>
        </w:rPr>
        <w:t xml:space="preserve">, </w:t>
      </w:r>
      <w:r w:rsidR="00BE611A">
        <w:rPr>
          <w:rFonts w:cs="Georgia"/>
          <w:kern w:val="1"/>
        </w:rPr>
        <w:t xml:space="preserve">nous ne le </w:t>
      </w:r>
      <w:r w:rsidR="00BE611A">
        <w:rPr>
          <w:rFonts w:cs="Georgia"/>
          <w:kern w:val="1"/>
        </w:rPr>
        <w:lastRenderedPageBreak/>
        <w:t>savons malheureusement que trop</w:t>
      </w:r>
      <w:r>
        <w:rPr>
          <w:rFonts w:cs="Georgia"/>
          <w:kern w:val="1"/>
        </w:rPr>
        <w:t xml:space="preserve">, </w:t>
      </w:r>
      <w:r w:rsidR="00BE611A">
        <w:rPr>
          <w:rFonts w:cs="Georgia"/>
          <w:kern w:val="1"/>
        </w:rPr>
        <w:t>elles n</w:t>
      </w:r>
      <w:r>
        <w:rPr>
          <w:rFonts w:cs="Georgia"/>
          <w:kern w:val="1"/>
        </w:rPr>
        <w:t>’</w:t>
      </w:r>
      <w:r w:rsidR="00BE611A">
        <w:rPr>
          <w:rFonts w:cs="Georgia"/>
          <w:kern w:val="1"/>
        </w:rPr>
        <w:t>ont rien à voir avec la beauté de la forme</w:t>
      </w:r>
      <w:r>
        <w:rPr>
          <w:rFonts w:cs="Georgia"/>
          <w:kern w:val="1"/>
        </w:rPr>
        <w:t xml:space="preserve">. </w:t>
      </w:r>
      <w:r w:rsidR="00BE611A">
        <w:rPr>
          <w:rFonts w:cs="Georgia"/>
          <w:kern w:val="1"/>
        </w:rPr>
        <w:t>Oui</w:t>
      </w:r>
      <w:r>
        <w:rPr>
          <w:rFonts w:cs="Georgia"/>
          <w:kern w:val="1"/>
        </w:rPr>
        <w:t xml:space="preserve">, </w:t>
      </w:r>
      <w:r w:rsidR="00BE611A">
        <w:rPr>
          <w:rFonts w:cs="Georgia"/>
          <w:kern w:val="1"/>
        </w:rPr>
        <w:t>oui</w:t>
      </w:r>
      <w:r>
        <w:rPr>
          <w:rFonts w:cs="Georgia"/>
          <w:kern w:val="1"/>
        </w:rPr>
        <w:t xml:space="preserve">, </w:t>
      </w:r>
      <w:r w:rsidR="00BE611A">
        <w:rPr>
          <w:rFonts w:cs="Georgia"/>
          <w:kern w:val="1"/>
        </w:rPr>
        <w:t>le Roi de Samarie</w:t>
      </w:r>
      <w:r>
        <w:rPr>
          <w:rFonts w:cs="Georgia"/>
          <w:kern w:val="1"/>
        </w:rPr>
        <w:t xml:space="preserve">… </w:t>
      </w:r>
      <w:r w:rsidR="00BE611A">
        <w:rPr>
          <w:rFonts w:cs="Georgia"/>
          <w:kern w:val="1"/>
        </w:rPr>
        <w:t>Assemblons-nous</w:t>
      </w:r>
      <w:r>
        <w:rPr>
          <w:rFonts w:cs="Georgia"/>
          <w:kern w:val="1"/>
        </w:rPr>
        <w:t xml:space="preserve">, </w:t>
      </w:r>
      <w:r w:rsidR="00BE611A">
        <w:rPr>
          <w:rFonts w:cs="Georgia"/>
          <w:kern w:val="1"/>
        </w:rPr>
        <w:t>chrétiens</w:t>
      </w:r>
      <w:r>
        <w:rPr>
          <w:rFonts w:cs="Georgia"/>
          <w:kern w:val="1"/>
        </w:rPr>
        <w:t xml:space="preserve">… </w:t>
      </w:r>
      <w:r w:rsidR="00BE611A">
        <w:rPr>
          <w:rFonts w:cs="Georgia"/>
          <w:kern w:val="1"/>
        </w:rPr>
        <w:t>C</w:t>
      </w:r>
      <w:r>
        <w:rPr>
          <w:rFonts w:cs="Georgia"/>
          <w:kern w:val="1"/>
        </w:rPr>
        <w:t>’</w:t>
      </w:r>
      <w:r w:rsidR="00BE611A">
        <w:rPr>
          <w:rFonts w:cs="Georgia"/>
          <w:kern w:val="1"/>
        </w:rPr>
        <w:t>est une coïncidence remarquable</w:t>
      </w:r>
      <w:r>
        <w:rPr>
          <w:rFonts w:cs="Georgia"/>
          <w:kern w:val="1"/>
        </w:rPr>
        <w:t xml:space="preserve">. </w:t>
      </w:r>
      <w:r w:rsidR="00BE611A">
        <w:rPr>
          <w:rFonts w:cs="Georgia"/>
          <w:kern w:val="1"/>
        </w:rPr>
        <w:t>Que j</w:t>
      </w:r>
      <w:r>
        <w:rPr>
          <w:rFonts w:cs="Georgia"/>
          <w:kern w:val="1"/>
        </w:rPr>
        <w:t>’</w:t>
      </w:r>
      <w:r w:rsidR="00BE611A">
        <w:rPr>
          <w:rFonts w:cs="Georgia"/>
          <w:kern w:val="1"/>
        </w:rPr>
        <w:t>en profite pour vous renouveler l</w:t>
      </w:r>
      <w:r>
        <w:rPr>
          <w:rFonts w:cs="Georgia"/>
          <w:kern w:val="1"/>
        </w:rPr>
        <w:t>’</w:t>
      </w:r>
      <w:r w:rsidR="00BE611A">
        <w:rPr>
          <w:rFonts w:cs="Georgia"/>
          <w:kern w:val="1"/>
        </w:rPr>
        <w:t>expression de ma gratitude</w:t>
      </w:r>
      <w:r>
        <w:rPr>
          <w:rFonts w:cs="Georgia"/>
          <w:kern w:val="1"/>
        </w:rPr>
        <w:t xml:space="preserve">. </w:t>
      </w:r>
      <w:r w:rsidR="00BE611A">
        <w:rPr>
          <w:rFonts w:cs="Georgia"/>
          <w:kern w:val="1"/>
        </w:rPr>
        <w:t>Vous vous acquittez de la tâche dont vous avez bien voulu vous charger avec une conscience qui me touche profondément</w:t>
      </w:r>
      <w:r>
        <w:rPr>
          <w:rFonts w:cs="Georgia"/>
          <w:kern w:val="1"/>
        </w:rPr>
        <w:t xml:space="preserve">. </w:t>
      </w:r>
      <w:r w:rsidR="00BE611A">
        <w:rPr>
          <w:rFonts w:cs="Georgia"/>
          <w:kern w:val="1"/>
        </w:rPr>
        <w:t>Je le répétais avant-hier encore au capitaine Elbing</w:t>
      </w:r>
      <w:r>
        <w:rPr>
          <w:rFonts w:cs="Georgia"/>
          <w:kern w:val="1"/>
        </w:rPr>
        <w:t xml:space="preserve">, </w:t>
      </w:r>
      <w:r w:rsidR="00BE611A">
        <w:rPr>
          <w:rFonts w:cs="Georgia"/>
          <w:kern w:val="1"/>
        </w:rPr>
        <w:t>qui avait</w:t>
      </w:r>
      <w:r>
        <w:rPr>
          <w:rFonts w:cs="Georgia"/>
          <w:kern w:val="1"/>
        </w:rPr>
        <w:t xml:space="preserve">, </w:t>
      </w:r>
      <w:r w:rsidR="00BE611A">
        <w:rPr>
          <w:rFonts w:cs="Georgia"/>
          <w:kern w:val="1"/>
        </w:rPr>
        <w:t>comme moi</w:t>
      </w:r>
      <w:r>
        <w:rPr>
          <w:rFonts w:cs="Georgia"/>
          <w:kern w:val="1"/>
        </w:rPr>
        <w:t xml:space="preserve">, </w:t>
      </w:r>
      <w:r w:rsidR="00BE611A">
        <w:rPr>
          <w:rFonts w:cs="Georgia"/>
          <w:kern w:val="1"/>
        </w:rPr>
        <w:t>l</w:t>
      </w:r>
      <w:r>
        <w:rPr>
          <w:rFonts w:cs="Georgia"/>
          <w:kern w:val="1"/>
        </w:rPr>
        <w:t>’</w:t>
      </w:r>
      <w:r w:rsidR="00BE611A">
        <w:rPr>
          <w:rFonts w:cs="Georgia"/>
          <w:kern w:val="1"/>
        </w:rPr>
        <w:t>honneur de déjeuner au château</w:t>
      </w:r>
      <w:r>
        <w:rPr>
          <w:rFonts w:cs="Georgia"/>
          <w:kern w:val="1"/>
        </w:rPr>
        <w:t xml:space="preserve">. </w:t>
      </w:r>
      <w:r w:rsidR="00BE611A">
        <w:rPr>
          <w:rFonts w:cs="Georgia"/>
          <w:kern w:val="1"/>
        </w:rPr>
        <w:t>Si je pouvais</w:t>
      </w:r>
      <w:r>
        <w:rPr>
          <w:rFonts w:cs="Georgia"/>
          <w:kern w:val="1"/>
        </w:rPr>
        <w:t xml:space="preserve">, </w:t>
      </w:r>
      <w:r w:rsidR="00BE611A">
        <w:rPr>
          <w:rFonts w:cs="Georgia"/>
          <w:kern w:val="1"/>
        </w:rPr>
        <w:t>de façon quelconque</w:t>
      </w:r>
      <w:r>
        <w:rPr>
          <w:rFonts w:cs="Georgia"/>
          <w:kern w:val="1"/>
        </w:rPr>
        <w:t xml:space="preserve">, </w:t>
      </w:r>
      <w:r w:rsidR="00BE611A">
        <w:rPr>
          <w:rFonts w:cs="Georgia"/>
          <w:kern w:val="1"/>
        </w:rPr>
        <w:t>vous être agréable</w:t>
      </w:r>
      <w:r>
        <w:rPr>
          <w:rFonts w:cs="Georgia"/>
          <w:kern w:val="1"/>
        </w:rPr>
        <w:t xml:space="preserve">… </w:t>
      </w:r>
      <w:r w:rsidR="00BE611A">
        <w:rPr>
          <w:rFonts w:cs="Georgia"/>
          <w:kern w:val="1"/>
        </w:rPr>
        <w:t>N</w:t>
      </w:r>
      <w:r>
        <w:rPr>
          <w:rFonts w:cs="Georgia"/>
          <w:kern w:val="1"/>
        </w:rPr>
        <w:t>’</w:t>
      </w:r>
      <w:r w:rsidR="00BE611A">
        <w:rPr>
          <w:rFonts w:cs="Georgia"/>
          <w:kern w:val="1"/>
        </w:rPr>
        <w:t>avez-vous pas un souhait à formuler</w:t>
      </w:r>
      <w:r>
        <w:rPr>
          <w:rFonts w:cs="Georgia"/>
          <w:kern w:val="1"/>
        </w:rPr>
        <w:t> ?</w:t>
      </w:r>
    </w:p>
    <w:p w14:paraId="1ABBA08E" w14:textId="77777777" w:rsidR="000E1451" w:rsidRDefault="000E1451" w:rsidP="00BE611A">
      <w:pPr>
        <w:rPr>
          <w:rFonts w:cs="Georgia"/>
          <w:kern w:val="1"/>
        </w:rPr>
      </w:pPr>
      <w:r>
        <w:rPr>
          <w:rFonts w:cs="Georgia"/>
          <w:kern w:val="1"/>
        </w:rPr>
        <w:t>— </w:t>
      </w:r>
      <w:r w:rsidR="00BE611A">
        <w:rPr>
          <w:rFonts w:cs="Georgia"/>
          <w:kern w:val="1"/>
        </w:rPr>
        <w:t>Hélas</w:t>
      </w:r>
      <w:r>
        <w:rPr>
          <w:rFonts w:cs="Georgia"/>
          <w:kern w:val="1"/>
        </w:rPr>
        <w:t xml:space="preserve"> ! </w:t>
      </w:r>
      <w:r w:rsidR="00BE611A">
        <w:rPr>
          <w:rFonts w:cs="Georgia"/>
          <w:kern w:val="1"/>
        </w:rPr>
        <w:t>Monsieur le Pasteur</w:t>
      </w:r>
      <w:r>
        <w:rPr>
          <w:rFonts w:cs="Georgia"/>
          <w:kern w:val="1"/>
        </w:rPr>
        <w:t xml:space="preserve">, </w:t>
      </w:r>
      <w:r w:rsidR="00BE611A">
        <w:rPr>
          <w:rFonts w:cs="Georgia"/>
          <w:kern w:val="1"/>
        </w:rPr>
        <w:t>j</w:t>
      </w:r>
      <w:r>
        <w:rPr>
          <w:rFonts w:cs="Georgia"/>
          <w:kern w:val="1"/>
        </w:rPr>
        <w:t>’</w:t>
      </w:r>
      <w:r w:rsidR="00BE611A">
        <w:rPr>
          <w:rFonts w:cs="Georgia"/>
          <w:kern w:val="1"/>
        </w:rPr>
        <w:t>en ai un</w:t>
      </w:r>
      <w:r>
        <w:rPr>
          <w:rFonts w:cs="Georgia"/>
          <w:kern w:val="1"/>
        </w:rPr>
        <w:t>.</w:t>
      </w:r>
    </w:p>
    <w:p w14:paraId="2B0B37D6" w14:textId="77777777" w:rsidR="000E1451" w:rsidRDefault="000E1451" w:rsidP="00BE611A">
      <w:pPr>
        <w:rPr>
          <w:rFonts w:cs="Georgia"/>
          <w:kern w:val="1"/>
        </w:rPr>
      </w:pPr>
      <w:r>
        <w:rPr>
          <w:rFonts w:cs="Georgia"/>
          <w:kern w:val="1"/>
        </w:rPr>
        <w:t>— </w:t>
      </w:r>
      <w:r w:rsidR="00BE611A">
        <w:rPr>
          <w:rFonts w:cs="Georgia"/>
          <w:kern w:val="1"/>
        </w:rPr>
        <w:t>Dites</w:t>
      </w:r>
      <w:r>
        <w:rPr>
          <w:rFonts w:cs="Georgia"/>
          <w:kern w:val="1"/>
        </w:rPr>
        <w:t>.</w:t>
      </w:r>
    </w:p>
    <w:p w14:paraId="6869D4D2" w14:textId="77777777" w:rsidR="000E1451" w:rsidRDefault="000E1451" w:rsidP="00BE611A">
      <w:pPr>
        <w:rPr>
          <w:rFonts w:cs="Georgia"/>
          <w:kern w:val="1"/>
        </w:rPr>
      </w:pPr>
      <w:r>
        <w:rPr>
          <w:rFonts w:cs="Georgia"/>
          <w:kern w:val="1"/>
        </w:rPr>
        <w:t>— </w:t>
      </w:r>
      <w:r w:rsidR="00BE611A">
        <w:rPr>
          <w:rFonts w:cs="Georgia"/>
          <w:kern w:val="1"/>
        </w:rPr>
        <w:t>Les lettres que nous envoyons à nos familles sont soumises au camp à un retard systématique de dix jours</w:t>
      </w:r>
      <w:r>
        <w:rPr>
          <w:rFonts w:cs="Georgia"/>
          <w:kern w:val="1"/>
        </w:rPr>
        <w:t xml:space="preserve">. </w:t>
      </w:r>
      <w:r w:rsidR="00BE611A">
        <w:rPr>
          <w:rFonts w:cs="Georgia"/>
          <w:kern w:val="1"/>
        </w:rPr>
        <w:t>Or</w:t>
      </w:r>
      <w:r>
        <w:rPr>
          <w:rFonts w:cs="Georgia"/>
          <w:kern w:val="1"/>
        </w:rPr>
        <w:t xml:space="preserve">, </w:t>
      </w:r>
      <w:r w:rsidR="00BE611A">
        <w:rPr>
          <w:rFonts w:cs="Georgia"/>
          <w:kern w:val="1"/>
        </w:rPr>
        <w:t>j</w:t>
      </w:r>
      <w:r>
        <w:rPr>
          <w:rFonts w:cs="Georgia"/>
          <w:kern w:val="1"/>
        </w:rPr>
        <w:t>’</w:t>
      </w:r>
      <w:r w:rsidR="00BE611A">
        <w:rPr>
          <w:rFonts w:cs="Georgia"/>
          <w:kern w:val="1"/>
        </w:rPr>
        <w:t>ai en France une vieille maman dont la santé me donne bien des inquiétudes</w:t>
      </w:r>
      <w:r>
        <w:rPr>
          <w:rFonts w:cs="Georgia"/>
          <w:kern w:val="1"/>
        </w:rPr>
        <w:t xml:space="preserve">. </w:t>
      </w:r>
      <w:r w:rsidR="00BE611A">
        <w:rPr>
          <w:rFonts w:cs="Georgia"/>
          <w:kern w:val="1"/>
        </w:rPr>
        <w:t>Si les cartes que je lui adresse</w:t>
      </w:r>
      <w:r>
        <w:rPr>
          <w:rFonts w:cs="Georgia"/>
          <w:kern w:val="1"/>
        </w:rPr>
        <w:t xml:space="preserve">, </w:t>
      </w:r>
      <w:r w:rsidR="00BE611A">
        <w:rPr>
          <w:rFonts w:cs="Georgia"/>
          <w:kern w:val="1"/>
        </w:rPr>
        <w:t>pouvaient</w:t>
      </w:r>
      <w:r>
        <w:rPr>
          <w:rFonts w:cs="Georgia"/>
          <w:kern w:val="1"/>
        </w:rPr>
        <w:t xml:space="preserve">, </w:t>
      </w:r>
      <w:r w:rsidR="00BE611A">
        <w:rPr>
          <w:rFonts w:cs="Georgia"/>
          <w:kern w:val="1"/>
        </w:rPr>
        <w:t>de temps en temps</w:t>
      </w:r>
      <w:r>
        <w:rPr>
          <w:rFonts w:cs="Georgia"/>
          <w:kern w:val="1"/>
        </w:rPr>
        <w:t xml:space="preserve">, </w:t>
      </w:r>
      <w:r w:rsidR="00BE611A">
        <w:rPr>
          <w:rFonts w:cs="Georgia"/>
          <w:kern w:val="1"/>
        </w:rPr>
        <w:t>être dispensées de ce délai</w:t>
      </w:r>
      <w:r>
        <w:rPr>
          <w:rFonts w:cs="Georgia"/>
          <w:kern w:val="1"/>
        </w:rPr>
        <w:t>…</w:t>
      </w:r>
    </w:p>
    <w:p w14:paraId="3F167274" w14:textId="77777777" w:rsidR="000E1451" w:rsidRDefault="000E1451" w:rsidP="00BE611A">
      <w:pPr>
        <w:rPr>
          <w:rFonts w:cs="Georgia"/>
          <w:kern w:val="1"/>
        </w:rPr>
      </w:pPr>
      <w:r>
        <w:rPr>
          <w:rFonts w:cs="Georgia"/>
          <w:kern w:val="1"/>
        </w:rPr>
        <w:t>— </w:t>
      </w:r>
      <w:r w:rsidR="00BE611A">
        <w:rPr>
          <w:rFonts w:cs="Georgia"/>
          <w:kern w:val="1"/>
        </w:rPr>
        <w:t>Je vous promets d</w:t>
      </w:r>
      <w:r>
        <w:rPr>
          <w:rFonts w:cs="Georgia"/>
          <w:kern w:val="1"/>
        </w:rPr>
        <w:t>’</w:t>
      </w:r>
      <w:r w:rsidR="00BE611A">
        <w:rPr>
          <w:rFonts w:cs="Georgia"/>
          <w:kern w:val="1"/>
        </w:rPr>
        <w:t>en parler au capitaine</w:t>
      </w:r>
      <w:r>
        <w:rPr>
          <w:rFonts w:cs="Georgia"/>
          <w:kern w:val="1"/>
        </w:rPr>
        <w:t xml:space="preserve">. </w:t>
      </w:r>
      <w:r w:rsidR="00BE611A">
        <w:rPr>
          <w:rFonts w:cs="Georgia"/>
          <w:kern w:val="1"/>
        </w:rPr>
        <w:t>Quel âge a Madame votre mère</w:t>
      </w:r>
      <w:r>
        <w:rPr>
          <w:rFonts w:cs="Georgia"/>
          <w:kern w:val="1"/>
        </w:rPr>
        <w:t> ?</w:t>
      </w:r>
    </w:p>
    <w:p w14:paraId="5B3190C6" w14:textId="77777777" w:rsidR="000E1451" w:rsidRDefault="000E1451" w:rsidP="00BE611A">
      <w:pPr>
        <w:rPr>
          <w:rFonts w:cs="Georgia"/>
          <w:kern w:val="1"/>
        </w:rPr>
      </w:pPr>
      <w:r>
        <w:rPr>
          <w:rFonts w:cs="Georgia"/>
          <w:kern w:val="1"/>
        </w:rPr>
        <w:t>— </w:t>
      </w:r>
      <w:r w:rsidR="00BE611A">
        <w:rPr>
          <w:rFonts w:cs="Georgia"/>
          <w:kern w:val="1"/>
        </w:rPr>
        <w:t>Soixante-six ans</w:t>
      </w:r>
      <w:r>
        <w:rPr>
          <w:rFonts w:cs="Georgia"/>
          <w:kern w:val="1"/>
        </w:rPr>
        <w:t>.</w:t>
      </w:r>
    </w:p>
    <w:p w14:paraId="178BE475" w14:textId="77777777" w:rsidR="000E1451" w:rsidRDefault="000E1451" w:rsidP="00BE611A">
      <w:pPr>
        <w:rPr>
          <w:rFonts w:cs="Georgia"/>
          <w:kern w:val="1"/>
        </w:rPr>
      </w:pPr>
      <w:r>
        <w:rPr>
          <w:rFonts w:cs="Georgia"/>
          <w:kern w:val="1"/>
        </w:rPr>
        <w:t>— </w:t>
      </w:r>
      <w:r w:rsidR="00BE611A">
        <w:rPr>
          <w:rFonts w:cs="Georgia"/>
          <w:kern w:val="1"/>
        </w:rPr>
        <w:t>Oh</w:t>
      </w:r>
      <w:r>
        <w:rPr>
          <w:rFonts w:cs="Georgia"/>
          <w:kern w:val="1"/>
        </w:rPr>
        <w:t xml:space="preserve"> ! </w:t>
      </w:r>
      <w:r w:rsidR="00BE611A">
        <w:rPr>
          <w:rFonts w:cs="Georgia"/>
          <w:kern w:val="1"/>
        </w:rPr>
        <w:t>Mais ce n</w:t>
      </w:r>
      <w:r>
        <w:rPr>
          <w:rFonts w:cs="Georgia"/>
          <w:kern w:val="1"/>
        </w:rPr>
        <w:t>’</w:t>
      </w:r>
      <w:r w:rsidR="00BE611A">
        <w:rPr>
          <w:rFonts w:cs="Georgia"/>
          <w:kern w:val="1"/>
        </w:rPr>
        <w:t>est pas très âgé</w:t>
      </w:r>
      <w:r>
        <w:rPr>
          <w:rFonts w:cs="Georgia"/>
          <w:kern w:val="1"/>
        </w:rPr>
        <w:t xml:space="preserve">. </w:t>
      </w:r>
      <w:r w:rsidR="00BE611A">
        <w:rPr>
          <w:rFonts w:cs="Georgia"/>
          <w:kern w:val="1"/>
        </w:rPr>
        <w:t>J</w:t>
      </w:r>
      <w:r>
        <w:rPr>
          <w:rFonts w:cs="Georgia"/>
          <w:kern w:val="1"/>
        </w:rPr>
        <w:t>’</w:t>
      </w:r>
      <w:r w:rsidR="00BE611A">
        <w:rPr>
          <w:rFonts w:cs="Georgia"/>
          <w:kern w:val="1"/>
        </w:rPr>
        <w:t>en ai bien soixante-huit</w:t>
      </w:r>
      <w:r>
        <w:rPr>
          <w:rFonts w:cs="Georgia"/>
          <w:kern w:val="1"/>
        </w:rPr>
        <w:t xml:space="preserve">, </w:t>
      </w:r>
      <w:r w:rsidR="00BE611A">
        <w:rPr>
          <w:rFonts w:cs="Georgia"/>
          <w:kern w:val="1"/>
        </w:rPr>
        <w:t>moi</w:t>
      </w:r>
      <w:r>
        <w:rPr>
          <w:rFonts w:cs="Georgia"/>
          <w:kern w:val="1"/>
        </w:rPr>
        <w:t xml:space="preserve">. </w:t>
      </w:r>
      <w:r w:rsidR="00BE611A">
        <w:rPr>
          <w:rFonts w:cs="Georgia"/>
          <w:kern w:val="1"/>
        </w:rPr>
        <w:t>Buvons à son prompt rétablissement</w:t>
      </w:r>
      <w:r>
        <w:rPr>
          <w:rFonts w:cs="Georgia"/>
          <w:kern w:val="1"/>
        </w:rPr>
        <w:t xml:space="preserve">, </w:t>
      </w:r>
      <w:r w:rsidR="00BE611A">
        <w:rPr>
          <w:rFonts w:cs="Georgia"/>
          <w:kern w:val="1"/>
        </w:rPr>
        <w:t>à l</w:t>
      </w:r>
      <w:r>
        <w:rPr>
          <w:rFonts w:cs="Georgia"/>
          <w:kern w:val="1"/>
        </w:rPr>
        <w:t>’</w:t>
      </w:r>
      <w:r w:rsidR="00BE611A">
        <w:rPr>
          <w:rFonts w:cs="Georgia"/>
          <w:kern w:val="1"/>
        </w:rPr>
        <w:t>instant où vous serez de nouveau réunis</w:t>
      </w:r>
      <w:r>
        <w:rPr>
          <w:rFonts w:cs="Georgia"/>
          <w:kern w:val="1"/>
        </w:rPr>
        <w:t xml:space="preserve">, </w:t>
      </w:r>
      <w:r w:rsidR="00BE611A">
        <w:rPr>
          <w:rFonts w:cs="Georgia"/>
          <w:kern w:val="1"/>
        </w:rPr>
        <w:t>à la fin de la plus horrible des guerres</w:t>
      </w:r>
      <w:r>
        <w:rPr>
          <w:rFonts w:cs="Georgia"/>
          <w:kern w:val="1"/>
        </w:rPr>
        <w:t xml:space="preserve">. </w:t>
      </w:r>
      <w:r w:rsidR="00BE611A">
        <w:rPr>
          <w:rFonts w:cs="Georgia"/>
          <w:kern w:val="1"/>
        </w:rPr>
        <w:t>Ah</w:t>
      </w:r>
      <w:r>
        <w:rPr>
          <w:rFonts w:cs="Georgia"/>
          <w:kern w:val="1"/>
        </w:rPr>
        <w:t xml:space="preserve"> ! </w:t>
      </w:r>
      <w:r w:rsidR="00BE611A">
        <w:rPr>
          <w:rFonts w:cs="Georgia"/>
          <w:kern w:val="1"/>
        </w:rPr>
        <w:t>Votre gouvernement est réellement bien coupable</w:t>
      </w:r>
      <w:r>
        <w:rPr>
          <w:rFonts w:cs="Georgia"/>
          <w:kern w:val="1"/>
        </w:rPr>
        <w:t xml:space="preserve">. </w:t>
      </w:r>
      <w:r w:rsidR="00BE611A">
        <w:rPr>
          <w:rFonts w:cs="Georgia"/>
          <w:kern w:val="1"/>
        </w:rPr>
        <w:t>Qu</w:t>
      </w:r>
      <w:r>
        <w:rPr>
          <w:rFonts w:cs="Georgia"/>
          <w:kern w:val="1"/>
        </w:rPr>
        <w:t>’</w:t>
      </w:r>
      <w:r w:rsidR="00BE611A">
        <w:rPr>
          <w:rFonts w:cs="Georgia"/>
          <w:kern w:val="1"/>
        </w:rPr>
        <w:t>est-ce que vous dites</w:t>
      </w:r>
      <w:r>
        <w:rPr>
          <w:rFonts w:cs="Georgia"/>
          <w:kern w:val="1"/>
        </w:rPr>
        <w:t xml:space="preserve"> ? </w:t>
      </w:r>
      <w:r w:rsidR="00BE611A">
        <w:rPr>
          <w:rFonts w:cs="Georgia"/>
          <w:kern w:val="1"/>
        </w:rPr>
        <w:t>Qu</w:t>
      </w:r>
      <w:r>
        <w:rPr>
          <w:rFonts w:cs="Georgia"/>
          <w:kern w:val="1"/>
        </w:rPr>
        <w:t>’</w:t>
      </w:r>
      <w:r w:rsidR="00BE611A">
        <w:rPr>
          <w:rFonts w:cs="Georgia"/>
          <w:kern w:val="1"/>
        </w:rPr>
        <w:t>il n</w:t>
      </w:r>
      <w:r>
        <w:rPr>
          <w:rFonts w:cs="Georgia"/>
          <w:kern w:val="1"/>
        </w:rPr>
        <w:t>’</w:t>
      </w:r>
      <w:r w:rsidR="00BE611A">
        <w:rPr>
          <w:rFonts w:cs="Georgia"/>
          <w:kern w:val="1"/>
        </w:rPr>
        <w:t>est pas le seul</w:t>
      </w:r>
      <w:r>
        <w:rPr>
          <w:rFonts w:cs="Georgia"/>
          <w:kern w:val="1"/>
        </w:rPr>
        <w:t xml:space="preserve"> ? </w:t>
      </w:r>
      <w:r w:rsidR="00BE611A">
        <w:rPr>
          <w:rFonts w:cs="Georgia"/>
          <w:kern w:val="1"/>
        </w:rPr>
        <w:t>Je sais</w:t>
      </w:r>
      <w:r>
        <w:rPr>
          <w:rFonts w:cs="Georgia"/>
          <w:kern w:val="1"/>
        </w:rPr>
        <w:t xml:space="preserve">, </w:t>
      </w:r>
      <w:r w:rsidR="00BE611A">
        <w:rPr>
          <w:rFonts w:cs="Georgia"/>
          <w:kern w:val="1"/>
        </w:rPr>
        <w:t>je sais</w:t>
      </w:r>
      <w:r>
        <w:rPr>
          <w:rFonts w:cs="Georgia"/>
          <w:kern w:val="1"/>
        </w:rPr>
        <w:t xml:space="preserve">. </w:t>
      </w:r>
      <w:r w:rsidR="00BE611A">
        <w:rPr>
          <w:rFonts w:cs="Georgia"/>
          <w:kern w:val="1"/>
        </w:rPr>
        <w:t>À propos</w:t>
      </w:r>
      <w:r>
        <w:rPr>
          <w:rFonts w:cs="Georgia"/>
          <w:kern w:val="1"/>
        </w:rPr>
        <w:t xml:space="preserve">, </w:t>
      </w:r>
      <w:r w:rsidR="00BE611A">
        <w:rPr>
          <w:rFonts w:cs="Georgia"/>
          <w:kern w:val="1"/>
        </w:rPr>
        <w:t>avez-vous lu le communiqué</w:t>
      </w:r>
      <w:r>
        <w:rPr>
          <w:rFonts w:cs="Georgia"/>
          <w:kern w:val="1"/>
        </w:rPr>
        <w:t xml:space="preserve"> ? </w:t>
      </w:r>
      <w:r w:rsidR="00BE611A">
        <w:rPr>
          <w:rFonts w:cs="Georgia"/>
          <w:kern w:val="1"/>
        </w:rPr>
        <w:t>Notre armée s</w:t>
      </w:r>
      <w:r>
        <w:rPr>
          <w:rFonts w:cs="Georgia"/>
          <w:kern w:val="1"/>
        </w:rPr>
        <w:t>’</w:t>
      </w:r>
      <w:r w:rsidR="00BE611A">
        <w:rPr>
          <w:rFonts w:cs="Georgia"/>
          <w:kern w:val="1"/>
        </w:rPr>
        <w:t>est emparée de Bapaume</w:t>
      </w:r>
      <w:r>
        <w:rPr>
          <w:rFonts w:cs="Georgia"/>
          <w:kern w:val="1"/>
        </w:rPr>
        <w:t xml:space="preserve">. </w:t>
      </w:r>
      <w:r w:rsidR="00BE611A">
        <w:rPr>
          <w:rFonts w:cs="Georgia"/>
          <w:kern w:val="1"/>
        </w:rPr>
        <w:t>Cela fait la troisième fois en moins de cinquante ans</w:t>
      </w:r>
      <w:r>
        <w:rPr>
          <w:rFonts w:cs="Georgia"/>
          <w:kern w:val="1"/>
        </w:rPr>
        <w:t xml:space="preserve">. </w:t>
      </w:r>
      <w:r w:rsidR="00BE611A">
        <w:rPr>
          <w:rFonts w:cs="Georgia"/>
          <w:kern w:val="1"/>
        </w:rPr>
        <w:t>Espérons que ce sera la dernière</w:t>
      </w:r>
      <w:r>
        <w:rPr>
          <w:rFonts w:cs="Georgia"/>
          <w:kern w:val="1"/>
        </w:rPr>
        <w:t xml:space="preserve">. </w:t>
      </w:r>
      <w:r w:rsidR="00BE611A">
        <w:rPr>
          <w:rFonts w:cs="Georgia"/>
          <w:kern w:val="1"/>
        </w:rPr>
        <w:t>En outre</w:t>
      </w:r>
      <w:r>
        <w:rPr>
          <w:rFonts w:cs="Georgia"/>
          <w:kern w:val="1"/>
        </w:rPr>
        <w:t>…</w:t>
      </w:r>
    </w:p>
    <w:p w14:paraId="6CC81EE3" w14:textId="77777777" w:rsidR="000E1451" w:rsidRDefault="000E1451" w:rsidP="00BE611A">
      <w:pPr>
        <w:rPr>
          <w:rFonts w:cs="Georgia"/>
          <w:kern w:val="1"/>
        </w:rPr>
      </w:pPr>
      <w:r>
        <w:rPr>
          <w:rFonts w:cs="Georgia"/>
          <w:kern w:val="1"/>
        </w:rPr>
        <w:lastRenderedPageBreak/>
        <w:t>— </w:t>
      </w:r>
      <w:r w:rsidR="00BE611A">
        <w:rPr>
          <w:rFonts w:cs="Georgia"/>
          <w:kern w:val="1"/>
        </w:rPr>
        <w:t>Monsieur le Pasteur</w:t>
      </w:r>
      <w:r>
        <w:rPr>
          <w:rFonts w:cs="Georgia"/>
          <w:kern w:val="1"/>
        </w:rPr>
        <w:t xml:space="preserve">, </w:t>
      </w:r>
      <w:r w:rsidR="00BE611A">
        <w:rPr>
          <w:rFonts w:cs="Georgia"/>
          <w:kern w:val="1"/>
        </w:rPr>
        <w:t>vous me parliez de la chasse qui a eu lieu au château en 1908</w:t>
      </w:r>
      <w:r>
        <w:rPr>
          <w:rFonts w:cs="Georgia"/>
          <w:kern w:val="1"/>
        </w:rPr>
        <w:t>…</w:t>
      </w:r>
    </w:p>
    <w:p w14:paraId="5455E81E" w14:textId="77777777" w:rsidR="000E1451" w:rsidRDefault="000E1451" w:rsidP="00BE611A">
      <w:pPr>
        <w:rPr>
          <w:rFonts w:cs="Georgia"/>
          <w:kern w:val="1"/>
        </w:rPr>
      </w:pPr>
      <w:r>
        <w:rPr>
          <w:rFonts w:cs="Georgia"/>
          <w:kern w:val="1"/>
        </w:rPr>
        <w:t>— </w:t>
      </w:r>
      <w:r w:rsidR="00BE611A">
        <w:rPr>
          <w:rFonts w:cs="Georgia"/>
          <w:kern w:val="1"/>
        </w:rPr>
        <w:t>C</w:t>
      </w:r>
      <w:r>
        <w:rPr>
          <w:rFonts w:cs="Georgia"/>
          <w:kern w:val="1"/>
        </w:rPr>
        <w:t>’</w:t>
      </w:r>
      <w:r w:rsidR="00BE611A">
        <w:rPr>
          <w:rFonts w:cs="Georgia"/>
          <w:kern w:val="1"/>
        </w:rPr>
        <w:t>est vrai</w:t>
      </w:r>
      <w:r>
        <w:rPr>
          <w:rFonts w:cs="Georgia"/>
          <w:kern w:val="1"/>
        </w:rPr>
        <w:t xml:space="preserve">, </w:t>
      </w:r>
      <w:r w:rsidR="00BE611A">
        <w:rPr>
          <w:rFonts w:cs="Georgia"/>
          <w:kern w:val="1"/>
        </w:rPr>
        <w:t>je mélange tout</w:t>
      </w:r>
      <w:r>
        <w:rPr>
          <w:rFonts w:cs="Georgia"/>
          <w:kern w:val="1"/>
        </w:rPr>
        <w:t xml:space="preserve">. </w:t>
      </w:r>
      <w:r w:rsidR="00BE611A">
        <w:rPr>
          <w:rFonts w:cs="Georgia"/>
          <w:kern w:val="1"/>
        </w:rPr>
        <w:t>Eh bien</w:t>
      </w:r>
      <w:r>
        <w:rPr>
          <w:rFonts w:cs="Georgia"/>
          <w:kern w:val="1"/>
        </w:rPr>
        <w:t xml:space="preserve">, </w:t>
      </w:r>
      <w:r w:rsidR="00BE611A">
        <w:rPr>
          <w:rFonts w:cs="Georgia"/>
          <w:kern w:val="1"/>
        </w:rPr>
        <w:t>à cette chasse</w:t>
      </w:r>
      <w:r>
        <w:rPr>
          <w:rFonts w:cs="Georgia"/>
          <w:kern w:val="1"/>
        </w:rPr>
        <w:t xml:space="preserve">, </w:t>
      </w:r>
      <w:r w:rsidR="00BE611A">
        <w:rPr>
          <w:rFonts w:cs="Georgia"/>
          <w:kern w:val="1"/>
        </w:rPr>
        <w:t>l</w:t>
      </w:r>
      <w:r>
        <w:rPr>
          <w:rFonts w:cs="Georgia"/>
          <w:kern w:val="1"/>
        </w:rPr>
        <w:t>’</w:t>
      </w:r>
      <w:r w:rsidR="00BE611A">
        <w:rPr>
          <w:rFonts w:cs="Georgia"/>
          <w:kern w:val="1"/>
        </w:rPr>
        <w:t>aîné des fils du Général</w:t>
      </w:r>
      <w:r>
        <w:rPr>
          <w:rFonts w:cs="Georgia"/>
          <w:kern w:val="1"/>
        </w:rPr>
        <w:t xml:space="preserve">, </w:t>
      </w:r>
      <w:r w:rsidR="00BE611A">
        <w:rPr>
          <w:rFonts w:cs="Georgia"/>
          <w:kern w:val="1"/>
        </w:rPr>
        <w:t>le comte Conrad</w:t>
      </w:r>
      <w:r>
        <w:rPr>
          <w:rFonts w:cs="Georgia"/>
          <w:kern w:val="1"/>
        </w:rPr>
        <w:t xml:space="preserve"> – </w:t>
      </w:r>
      <w:r w:rsidR="00BE611A">
        <w:rPr>
          <w:rFonts w:cs="Georgia"/>
          <w:kern w:val="1"/>
        </w:rPr>
        <w:t>que Dieu ait son âme</w:t>
      </w:r>
      <w:r>
        <w:rPr>
          <w:rFonts w:cs="Georgia"/>
          <w:kern w:val="1"/>
        </w:rPr>
        <w:t xml:space="preserve"> – </w:t>
      </w:r>
      <w:r w:rsidR="00BE611A">
        <w:rPr>
          <w:rFonts w:cs="Georgia"/>
          <w:kern w:val="1"/>
        </w:rPr>
        <w:t>poignarda de sa main un ours colossal</w:t>
      </w:r>
      <w:r>
        <w:rPr>
          <w:rFonts w:cs="Georgia"/>
          <w:kern w:val="1"/>
        </w:rPr>
        <w:t xml:space="preserve">, </w:t>
      </w:r>
      <w:r w:rsidR="00BE611A">
        <w:rPr>
          <w:rFonts w:cs="Georgia"/>
          <w:kern w:val="1"/>
        </w:rPr>
        <w:t>un ours comme on n</w:t>
      </w:r>
      <w:r>
        <w:rPr>
          <w:rFonts w:cs="Georgia"/>
          <w:kern w:val="1"/>
        </w:rPr>
        <w:t>’</w:t>
      </w:r>
      <w:r w:rsidR="00BE611A">
        <w:rPr>
          <w:rFonts w:cs="Georgia"/>
          <w:kern w:val="1"/>
        </w:rPr>
        <w:t>en avait plus vu dans le pays depuis deux siècles</w:t>
      </w:r>
      <w:r>
        <w:rPr>
          <w:rFonts w:cs="Georgia"/>
          <w:kern w:val="1"/>
        </w:rPr>
        <w:t xml:space="preserve">. </w:t>
      </w:r>
      <w:r w:rsidR="00BE611A">
        <w:rPr>
          <w:rFonts w:cs="Georgia"/>
          <w:kern w:val="1"/>
        </w:rPr>
        <w:t>On l</w:t>
      </w:r>
      <w:r>
        <w:rPr>
          <w:rFonts w:cs="Georgia"/>
          <w:kern w:val="1"/>
        </w:rPr>
        <w:t>’</w:t>
      </w:r>
      <w:r w:rsidR="00BE611A">
        <w:rPr>
          <w:rFonts w:cs="Georgia"/>
          <w:kern w:val="1"/>
        </w:rPr>
        <w:t>a fait naturaliser</w:t>
      </w:r>
      <w:r>
        <w:rPr>
          <w:rFonts w:cs="Georgia"/>
          <w:kern w:val="1"/>
        </w:rPr>
        <w:t xml:space="preserve">. </w:t>
      </w:r>
      <w:r w:rsidR="00BE611A">
        <w:rPr>
          <w:rFonts w:cs="Georgia"/>
          <w:kern w:val="1"/>
        </w:rPr>
        <w:t>Il est</w:t>
      </w:r>
      <w:r>
        <w:rPr>
          <w:rFonts w:cs="Georgia"/>
          <w:kern w:val="1"/>
        </w:rPr>
        <w:t xml:space="preserve">, </w:t>
      </w:r>
      <w:r w:rsidR="00BE611A">
        <w:rPr>
          <w:rFonts w:cs="Georgia"/>
          <w:kern w:val="1"/>
        </w:rPr>
        <w:t>au château</w:t>
      </w:r>
      <w:r>
        <w:rPr>
          <w:rFonts w:cs="Georgia"/>
          <w:kern w:val="1"/>
        </w:rPr>
        <w:t xml:space="preserve">, </w:t>
      </w:r>
      <w:r w:rsidR="00BE611A">
        <w:rPr>
          <w:rFonts w:cs="Georgia"/>
          <w:kern w:val="1"/>
        </w:rPr>
        <w:t>le plus bel ornement de la galerie d</w:t>
      </w:r>
      <w:r>
        <w:rPr>
          <w:rFonts w:cs="Georgia"/>
          <w:kern w:val="1"/>
        </w:rPr>
        <w:t>’</w:t>
      </w:r>
      <w:r w:rsidR="00BE611A">
        <w:rPr>
          <w:rFonts w:cs="Georgia"/>
          <w:kern w:val="1"/>
        </w:rPr>
        <w:t>en bas</w:t>
      </w:r>
      <w:r>
        <w:rPr>
          <w:rFonts w:cs="Georgia"/>
          <w:kern w:val="1"/>
        </w:rPr>
        <w:t xml:space="preserve">, </w:t>
      </w:r>
      <w:r w:rsidR="00BE611A">
        <w:rPr>
          <w:rFonts w:cs="Georgia"/>
          <w:kern w:val="1"/>
        </w:rPr>
        <w:t>où sont tous les trophées du comte Frédéric</w:t>
      </w:r>
      <w:r>
        <w:rPr>
          <w:rFonts w:cs="Georgia"/>
          <w:kern w:val="1"/>
        </w:rPr>
        <w:t xml:space="preserve">, </w:t>
      </w:r>
      <w:r w:rsidR="00BE611A">
        <w:rPr>
          <w:rFonts w:cs="Georgia"/>
          <w:kern w:val="1"/>
        </w:rPr>
        <w:t>qui</w:t>
      </w:r>
      <w:r>
        <w:rPr>
          <w:rFonts w:cs="Georgia"/>
          <w:kern w:val="1"/>
        </w:rPr>
        <w:t xml:space="preserve">, </w:t>
      </w:r>
      <w:r w:rsidR="00BE611A">
        <w:rPr>
          <w:rFonts w:cs="Georgia"/>
          <w:kern w:val="1"/>
        </w:rPr>
        <w:t>en cinquante années</w:t>
      </w:r>
      <w:r>
        <w:rPr>
          <w:rFonts w:cs="Georgia"/>
          <w:kern w:val="1"/>
        </w:rPr>
        <w:t xml:space="preserve">, </w:t>
      </w:r>
      <w:r w:rsidR="00BE611A">
        <w:rPr>
          <w:rFonts w:cs="Georgia"/>
          <w:kern w:val="1"/>
        </w:rPr>
        <w:t>a pourtant abattu pas mal de gros gibier noir</w:t>
      </w:r>
      <w:r>
        <w:rPr>
          <w:rFonts w:cs="Georgia"/>
          <w:kern w:val="1"/>
        </w:rPr>
        <w:t xml:space="preserve">, </w:t>
      </w:r>
      <w:r w:rsidR="00BE611A">
        <w:rPr>
          <w:rFonts w:cs="Georgia"/>
          <w:kern w:val="1"/>
        </w:rPr>
        <w:t>je vous en réponds</w:t>
      </w:r>
      <w:r>
        <w:rPr>
          <w:rFonts w:cs="Georgia"/>
          <w:kern w:val="1"/>
        </w:rPr>
        <w:t xml:space="preserve">. </w:t>
      </w:r>
      <w:r w:rsidR="00BE611A">
        <w:rPr>
          <w:rFonts w:cs="Georgia"/>
          <w:kern w:val="1"/>
        </w:rPr>
        <w:t>Aujourd</w:t>
      </w:r>
      <w:r>
        <w:rPr>
          <w:rFonts w:cs="Georgia"/>
          <w:kern w:val="1"/>
        </w:rPr>
        <w:t>’</w:t>
      </w:r>
      <w:r w:rsidR="00BE611A">
        <w:rPr>
          <w:rFonts w:cs="Georgia"/>
          <w:kern w:val="1"/>
        </w:rPr>
        <w:t>hui</w:t>
      </w:r>
      <w:r>
        <w:rPr>
          <w:rFonts w:cs="Georgia"/>
          <w:kern w:val="1"/>
        </w:rPr>
        <w:t xml:space="preserve">, </w:t>
      </w:r>
      <w:r w:rsidR="00BE611A">
        <w:rPr>
          <w:rFonts w:cs="Georgia"/>
          <w:kern w:val="1"/>
        </w:rPr>
        <w:t>c</w:t>
      </w:r>
      <w:r>
        <w:rPr>
          <w:rFonts w:cs="Georgia"/>
          <w:kern w:val="1"/>
        </w:rPr>
        <w:t>’</w:t>
      </w:r>
      <w:r w:rsidR="00BE611A">
        <w:rPr>
          <w:rFonts w:cs="Georgia"/>
          <w:kern w:val="1"/>
        </w:rPr>
        <w:t>est fini</w:t>
      </w:r>
      <w:r>
        <w:rPr>
          <w:rFonts w:cs="Georgia"/>
          <w:kern w:val="1"/>
        </w:rPr>
        <w:t xml:space="preserve">. </w:t>
      </w:r>
      <w:r w:rsidR="00BE611A">
        <w:rPr>
          <w:rFonts w:cs="Georgia"/>
          <w:kern w:val="1"/>
        </w:rPr>
        <w:t>Ces messieurs ont dû vendre les forêts</w:t>
      </w:r>
      <w:r>
        <w:rPr>
          <w:rFonts w:cs="Georgia"/>
          <w:kern w:val="1"/>
        </w:rPr>
        <w:t xml:space="preserve">. </w:t>
      </w:r>
      <w:r w:rsidR="00BE611A">
        <w:rPr>
          <w:rFonts w:cs="Georgia"/>
          <w:kern w:val="1"/>
        </w:rPr>
        <w:t>Plus de piqueurs</w:t>
      </w:r>
      <w:r>
        <w:rPr>
          <w:rFonts w:cs="Georgia"/>
          <w:kern w:val="1"/>
        </w:rPr>
        <w:t xml:space="preserve"> ! </w:t>
      </w:r>
      <w:r w:rsidR="00BE611A">
        <w:rPr>
          <w:rFonts w:cs="Georgia"/>
          <w:kern w:val="1"/>
        </w:rPr>
        <w:t>Plus de garde-chasse</w:t>
      </w:r>
      <w:r>
        <w:rPr>
          <w:rFonts w:cs="Georgia"/>
          <w:kern w:val="1"/>
        </w:rPr>
        <w:t xml:space="preserve"> ! </w:t>
      </w:r>
      <w:r w:rsidR="00BE611A">
        <w:rPr>
          <w:rFonts w:cs="Georgia"/>
          <w:kern w:val="1"/>
        </w:rPr>
        <w:t>Plus de fanfares de cors au fond des sapinières</w:t>
      </w:r>
      <w:r>
        <w:rPr>
          <w:rFonts w:cs="Georgia"/>
          <w:kern w:val="1"/>
        </w:rPr>
        <w:t xml:space="preserve">. </w:t>
      </w:r>
      <w:r w:rsidR="00BE611A">
        <w:rPr>
          <w:rFonts w:cs="Georgia"/>
          <w:kern w:val="1"/>
        </w:rPr>
        <w:t>Seulement</w:t>
      </w:r>
      <w:r>
        <w:rPr>
          <w:rFonts w:cs="Georgia"/>
          <w:kern w:val="1"/>
        </w:rPr>
        <w:t xml:space="preserve">, </w:t>
      </w:r>
      <w:r w:rsidR="00BE611A">
        <w:rPr>
          <w:rFonts w:cs="Georgia"/>
          <w:kern w:val="1"/>
        </w:rPr>
        <w:t>à intervalles de plus en plus éloignés</w:t>
      </w:r>
      <w:r>
        <w:rPr>
          <w:rFonts w:cs="Georgia"/>
          <w:kern w:val="1"/>
        </w:rPr>
        <w:t xml:space="preserve">, </w:t>
      </w:r>
      <w:r w:rsidR="00BE611A">
        <w:rPr>
          <w:rFonts w:cs="Georgia"/>
          <w:kern w:val="1"/>
        </w:rPr>
        <w:t>un coup de fusil</w:t>
      </w:r>
      <w:r>
        <w:rPr>
          <w:rFonts w:cs="Georgia"/>
          <w:kern w:val="1"/>
        </w:rPr>
        <w:t xml:space="preserve">, </w:t>
      </w:r>
      <w:r w:rsidR="00BE611A">
        <w:rPr>
          <w:rFonts w:cs="Georgia"/>
          <w:kern w:val="1"/>
        </w:rPr>
        <w:t>dont l</w:t>
      </w:r>
      <w:r>
        <w:rPr>
          <w:rFonts w:cs="Georgia"/>
          <w:kern w:val="1"/>
        </w:rPr>
        <w:t>’</w:t>
      </w:r>
      <w:r w:rsidR="00BE611A">
        <w:rPr>
          <w:rFonts w:cs="Georgia"/>
          <w:kern w:val="1"/>
        </w:rPr>
        <w:t>isolement fait mal au cœur</w:t>
      </w:r>
      <w:r>
        <w:rPr>
          <w:rFonts w:cs="Georgia"/>
          <w:kern w:val="1"/>
        </w:rPr>
        <w:t xml:space="preserve">. </w:t>
      </w:r>
      <w:r w:rsidR="00BE611A">
        <w:rPr>
          <w:rFonts w:cs="Georgia"/>
          <w:kern w:val="1"/>
        </w:rPr>
        <w:t>C</w:t>
      </w:r>
      <w:r>
        <w:rPr>
          <w:rFonts w:cs="Georgia"/>
          <w:kern w:val="1"/>
        </w:rPr>
        <w:t>’</w:t>
      </w:r>
      <w:r w:rsidR="00BE611A">
        <w:rPr>
          <w:rFonts w:cs="Georgia"/>
          <w:kern w:val="1"/>
        </w:rPr>
        <w:t>est Gottlieb</w:t>
      </w:r>
      <w:r>
        <w:rPr>
          <w:rFonts w:cs="Georgia"/>
          <w:kern w:val="1"/>
        </w:rPr>
        <w:t xml:space="preserve">, </w:t>
      </w:r>
      <w:r w:rsidR="00BE611A">
        <w:rPr>
          <w:rFonts w:cs="Georgia"/>
          <w:kern w:val="1"/>
        </w:rPr>
        <w:t>le seul domestique qui leur reste</w:t>
      </w:r>
      <w:r>
        <w:rPr>
          <w:rFonts w:cs="Georgia"/>
          <w:kern w:val="1"/>
        </w:rPr>
        <w:t xml:space="preserve">, </w:t>
      </w:r>
      <w:r w:rsidR="00BE611A">
        <w:rPr>
          <w:rFonts w:cs="Georgia"/>
          <w:kern w:val="1"/>
        </w:rPr>
        <w:t>un pauvre garçon boiteux</w:t>
      </w:r>
      <w:r>
        <w:rPr>
          <w:rFonts w:cs="Georgia"/>
          <w:kern w:val="1"/>
        </w:rPr>
        <w:t xml:space="preserve">, </w:t>
      </w:r>
      <w:r w:rsidR="00BE611A">
        <w:rPr>
          <w:rFonts w:cs="Georgia"/>
          <w:kern w:val="1"/>
        </w:rPr>
        <w:t>qui tire la sauvagine</w:t>
      </w:r>
      <w:r>
        <w:rPr>
          <w:rFonts w:cs="Georgia"/>
          <w:kern w:val="1"/>
        </w:rPr>
        <w:t xml:space="preserve">. </w:t>
      </w:r>
      <w:r w:rsidR="00BE611A">
        <w:rPr>
          <w:rFonts w:cs="Georgia"/>
          <w:kern w:val="1"/>
        </w:rPr>
        <w:t>Quelle tristesse</w:t>
      </w:r>
      <w:r>
        <w:rPr>
          <w:rFonts w:cs="Georgia"/>
          <w:kern w:val="1"/>
        </w:rPr>
        <w:t xml:space="preserve"> ! </w:t>
      </w:r>
      <w:r w:rsidR="00BE611A">
        <w:rPr>
          <w:rFonts w:cs="Georgia"/>
          <w:kern w:val="1"/>
        </w:rPr>
        <w:t>Voyez-vous</w:t>
      </w:r>
      <w:r>
        <w:rPr>
          <w:rFonts w:cs="Georgia"/>
          <w:kern w:val="1"/>
        </w:rPr>
        <w:t xml:space="preserve">, </w:t>
      </w:r>
      <w:r w:rsidR="00BE611A">
        <w:rPr>
          <w:rFonts w:cs="Georgia"/>
          <w:kern w:val="1"/>
        </w:rPr>
        <w:t>Monsieur Dumaine</w:t>
      </w:r>
      <w:r>
        <w:rPr>
          <w:rFonts w:cs="Georgia"/>
          <w:kern w:val="1"/>
        </w:rPr>
        <w:t xml:space="preserve">, </w:t>
      </w:r>
      <w:r w:rsidR="00BE611A">
        <w:rPr>
          <w:rFonts w:cs="Georgia"/>
          <w:kern w:val="1"/>
        </w:rPr>
        <w:t>j</w:t>
      </w:r>
      <w:r>
        <w:rPr>
          <w:rFonts w:cs="Georgia"/>
          <w:kern w:val="1"/>
        </w:rPr>
        <w:t>’</w:t>
      </w:r>
      <w:r w:rsidR="00BE611A">
        <w:rPr>
          <w:rFonts w:cs="Georgia"/>
          <w:kern w:val="1"/>
        </w:rPr>
        <w:t>ai tort de parler de la sorte devant un ennemi</w:t>
      </w:r>
      <w:r>
        <w:rPr>
          <w:rFonts w:cs="Georgia"/>
          <w:kern w:val="1"/>
        </w:rPr>
        <w:t xml:space="preserve">, </w:t>
      </w:r>
      <w:r w:rsidR="00BE611A">
        <w:rPr>
          <w:rFonts w:cs="Georgia"/>
          <w:kern w:val="1"/>
        </w:rPr>
        <w:t>mais c</w:t>
      </w:r>
      <w:r>
        <w:rPr>
          <w:rFonts w:cs="Georgia"/>
          <w:kern w:val="1"/>
        </w:rPr>
        <w:t>’</w:t>
      </w:r>
      <w:r w:rsidR="00BE611A">
        <w:rPr>
          <w:rFonts w:cs="Georgia"/>
          <w:kern w:val="1"/>
        </w:rPr>
        <w:t>est plus fort que moi</w:t>
      </w:r>
      <w:r>
        <w:rPr>
          <w:rFonts w:cs="Georgia"/>
          <w:kern w:val="1"/>
        </w:rPr>
        <w:t xml:space="preserve">, </w:t>
      </w:r>
      <w:r w:rsidR="00BE611A">
        <w:rPr>
          <w:rFonts w:cs="Georgia"/>
          <w:kern w:val="1"/>
        </w:rPr>
        <w:t>le gouvernement n</w:t>
      </w:r>
      <w:r>
        <w:rPr>
          <w:rFonts w:cs="Georgia"/>
          <w:kern w:val="1"/>
        </w:rPr>
        <w:t>’</w:t>
      </w:r>
      <w:r w:rsidR="00BE611A">
        <w:rPr>
          <w:rFonts w:cs="Georgia"/>
          <w:kern w:val="1"/>
        </w:rPr>
        <w:t>est pas juste envers les junkers</w:t>
      </w:r>
      <w:r>
        <w:rPr>
          <w:rFonts w:cs="Georgia"/>
          <w:kern w:val="1"/>
        </w:rPr>
        <w:t xml:space="preserve">. </w:t>
      </w:r>
      <w:r w:rsidR="00BE611A">
        <w:rPr>
          <w:rFonts w:cs="Georgia"/>
          <w:kern w:val="1"/>
        </w:rPr>
        <w:t>Pensez-y</w:t>
      </w:r>
      <w:r>
        <w:rPr>
          <w:rFonts w:cs="Georgia"/>
          <w:kern w:val="1"/>
        </w:rPr>
        <w:t xml:space="preserve"> : </w:t>
      </w:r>
      <w:r w:rsidR="00BE611A">
        <w:rPr>
          <w:rFonts w:cs="Georgia"/>
          <w:kern w:val="1"/>
        </w:rPr>
        <w:t>des gens qui ont fait la Prusse et l</w:t>
      </w:r>
      <w:r>
        <w:rPr>
          <w:rFonts w:cs="Georgia"/>
          <w:kern w:val="1"/>
        </w:rPr>
        <w:t>’</w:t>
      </w:r>
      <w:r w:rsidR="00BE611A">
        <w:rPr>
          <w:rFonts w:cs="Georgia"/>
          <w:kern w:val="1"/>
        </w:rPr>
        <w:t>Empire</w:t>
      </w:r>
      <w:r>
        <w:rPr>
          <w:rFonts w:cs="Georgia"/>
          <w:kern w:val="1"/>
        </w:rPr>
        <w:t xml:space="preserve">. </w:t>
      </w:r>
      <w:r w:rsidR="00BE611A">
        <w:rPr>
          <w:rFonts w:cs="Georgia"/>
          <w:kern w:val="1"/>
        </w:rPr>
        <w:t>On les oublie au fond de leurs gentilhommières croulantes</w:t>
      </w:r>
      <w:r>
        <w:rPr>
          <w:rFonts w:cs="Georgia"/>
          <w:kern w:val="1"/>
        </w:rPr>
        <w:t xml:space="preserve">. </w:t>
      </w:r>
      <w:r w:rsidR="00BE611A">
        <w:rPr>
          <w:rFonts w:cs="Georgia"/>
          <w:kern w:val="1"/>
        </w:rPr>
        <w:t>Tous les sourires</w:t>
      </w:r>
      <w:r>
        <w:rPr>
          <w:rFonts w:cs="Georgia"/>
          <w:kern w:val="1"/>
        </w:rPr>
        <w:t xml:space="preserve">, </w:t>
      </w:r>
      <w:r w:rsidR="00BE611A">
        <w:rPr>
          <w:rFonts w:cs="Georgia"/>
          <w:kern w:val="1"/>
        </w:rPr>
        <w:t>toutes les prébendes vont à ces libéraux qui</w:t>
      </w:r>
      <w:r>
        <w:rPr>
          <w:rFonts w:cs="Georgia"/>
          <w:kern w:val="1"/>
        </w:rPr>
        <w:t xml:space="preserve">, </w:t>
      </w:r>
      <w:r w:rsidR="00BE611A">
        <w:rPr>
          <w:rFonts w:cs="Georgia"/>
          <w:kern w:val="1"/>
        </w:rPr>
        <w:t>à la première occasion</w:t>
      </w:r>
      <w:r>
        <w:rPr>
          <w:rFonts w:cs="Georgia"/>
          <w:kern w:val="1"/>
        </w:rPr>
        <w:t xml:space="preserve">… </w:t>
      </w:r>
      <w:r w:rsidR="00BE611A">
        <w:rPr>
          <w:rFonts w:cs="Georgia"/>
          <w:kern w:val="1"/>
        </w:rPr>
        <w:t>Je regrette de plus en plus que vous ne puissiez voir l</w:t>
      </w:r>
      <w:r>
        <w:rPr>
          <w:rFonts w:cs="Georgia"/>
          <w:kern w:val="1"/>
        </w:rPr>
        <w:t>’</w:t>
      </w:r>
      <w:r w:rsidR="00BE611A">
        <w:rPr>
          <w:rFonts w:cs="Georgia"/>
          <w:kern w:val="1"/>
        </w:rPr>
        <w:t>ours du Major Conrad</w:t>
      </w:r>
      <w:r>
        <w:rPr>
          <w:rFonts w:cs="Georgia"/>
          <w:kern w:val="1"/>
        </w:rPr>
        <w:t xml:space="preserve">. </w:t>
      </w:r>
      <w:r w:rsidR="00BE611A">
        <w:rPr>
          <w:rFonts w:cs="Georgia"/>
          <w:kern w:val="1"/>
        </w:rPr>
        <w:t>Mais c</w:t>
      </w:r>
      <w:r>
        <w:rPr>
          <w:rFonts w:cs="Georgia"/>
          <w:kern w:val="1"/>
        </w:rPr>
        <w:t>’</w:t>
      </w:r>
      <w:r w:rsidR="00BE611A">
        <w:rPr>
          <w:rFonts w:cs="Georgia"/>
          <w:kern w:val="1"/>
        </w:rPr>
        <w:t>est impossible</w:t>
      </w:r>
      <w:r>
        <w:rPr>
          <w:rFonts w:cs="Georgia"/>
          <w:kern w:val="1"/>
        </w:rPr>
        <w:t xml:space="preserve">. </w:t>
      </w:r>
      <w:r w:rsidR="00BE611A">
        <w:rPr>
          <w:rFonts w:cs="Georgia"/>
          <w:kern w:val="1"/>
        </w:rPr>
        <w:t>Rien que d</w:t>
      </w:r>
      <w:r>
        <w:rPr>
          <w:rFonts w:cs="Georgia"/>
          <w:kern w:val="1"/>
        </w:rPr>
        <w:t>’</w:t>
      </w:r>
      <w:r w:rsidR="00BE611A">
        <w:rPr>
          <w:rFonts w:cs="Georgia"/>
          <w:kern w:val="1"/>
        </w:rPr>
        <w:t>y songer est une folie</w:t>
      </w:r>
      <w:r>
        <w:rPr>
          <w:rFonts w:cs="Georgia"/>
          <w:kern w:val="1"/>
        </w:rPr>
        <w:t xml:space="preserve">. </w:t>
      </w:r>
      <w:r w:rsidR="00BE611A">
        <w:rPr>
          <w:rFonts w:cs="Georgia"/>
          <w:kern w:val="1"/>
        </w:rPr>
        <w:t>Le général vous hait</w:t>
      </w:r>
      <w:r>
        <w:rPr>
          <w:rFonts w:cs="Georgia"/>
          <w:kern w:val="1"/>
        </w:rPr>
        <w:t xml:space="preserve">. </w:t>
      </w:r>
      <w:r w:rsidR="00BE611A">
        <w:rPr>
          <w:rFonts w:cs="Georgia"/>
          <w:kern w:val="1"/>
        </w:rPr>
        <w:t>C</w:t>
      </w:r>
      <w:r>
        <w:rPr>
          <w:rFonts w:cs="Georgia"/>
          <w:kern w:val="1"/>
        </w:rPr>
        <w:t>’</w:t>
      </w:r>
      <w:r w:rsidR="00BE611A">
        <w:rPr>
          <w:rFonts w:cs="Georgia"/>
          <w:kern w:val="1"/>
        </w:rPr>
        <w:t>est-à-dire qu</w:t>
      </w:r>
      <w:r>
        <w:rPr>
          <w:rFonts w:cs="Georgia"/>
          <w:kern w:val="1"/>
        </w:rPr>
        <w:t>’</w:t>
      </w:r>
      <w:r w:rsidR="00BE611A">
        <w:rPr>
          <w:rFonts w:cs="Georgia"/>
          <w:kern w:val="1"/>
        </w:rPr>
        <w:t>il ne vous aime pas</w:t>
      </w:r>
      <w:r>
        <w:rPr>
          <w:rFonts w:cs="Georgia"/>
          <w:kern w:val="1"/>
        </w:rPr>
        <w:t xml:space="preserve">. </w:t>
      </w:r>
      <w:r w:rsidR="00BE611A">
        <w:rPr>
          <w:rFonts w:cs="Georgia"/>
          <w:kern w:val="1"/>
        </w:rPr>
        <w:t>Il faut le comprendre</w:t>
      </w:r>
      <w:r>
        <w:rPr>
          <w:rFonts w:cs="Georgia"/>
          <w:kern w:val="1"/>
        </w:rPr>
        <w:t xml:space="preserve">, </w:t>
      </w:r>
      <w:r w:rsidR="00BE611A">
        <w:rPr>
          <w:rFonts w:cs="Georgia"/>
          <w:kern w:val="1"/>
        </w:rPr>
        <w:t>Monsieur Dumaine</w:t>
      </w:r>
      <w:r>
        <w:rPr>
          <w:rFonts w:cs="Georgia"/>
          <w:kern w:val="1"/>
        </w:rPr>
        <w:t xml:space="preserve">. </w:t>
      </w:r>
      <w:r w:rsidR="00BE611A">
        <w:rPr>
          <w:rFonts w:cs="Georgia"/>
          <w:kern w:val="1"/>
        </w:rPr>
        <w:t>Trois de ses fils tombés là-bas</w:t>
      </w:r>
      <w:r>
        <w:rPr>
          <w:rFonts w:cs="Georgia"/>
          <w:kern w:val="1"/>
        </w:rPr>
        <w:t xml:space="preserve"> ! </w:t>
      </w:r>
      <w:r w:rsidR="00BE611A">
        <w:rPr>
          <w:rFonts w:cs="Georgia"/>
          <w:kern w:val="1"/>
        </w:rPr>
        <w:t>Trois de ses fils</w:t>
      </w:r>
      <w:r>
        <w:rPr>
          <w:rFonts w:cs="Georgia"/>
          <w:kern w:val="1"/>
        </w:rPr>
        <w:t xml:space="preserve">, </w:t>
      </w:r>
      <w:r w:rsidR="00BE611A">
        <w:rPr>
          <w:rFonts w:cs="Georgia"/>
          <w:kern w:val="1"/>
        </w:rPr>
        <w:t>sur quatre</w:t>
      </w:r>
      <w:r>
        <w:rPr>
          <w:rFonts w:cs="Georgia"/>
          <w:kern w:val="1"/>
        </w:rPr>
        <w:t xml:space="preserve">, </w:t>
      </w:r>
      <w:r w:rsidR="00BE611A">
        <w:rPr>
          <w:rFonts w:cs="Georgia"/>
          <w:kern w:val="1"/>
        </w:rPr>
        <w:t>et quels fils</w:t>
      </w:r>
      <w:r>
        <w:rPr>
          <w:rFonts w:cs="Georgia"/>
          <w:kern w:val="1"/>
        </w:rPr>
        <w:t xml:space="preserve"> ! </w:t>
      </w:r>
      <w:r w:rsidR="00BE611A">
        <w:rPr>
          <w:rFonts w:cs="Georgia"/>
          <w:kern w:val="1"/>
        </w:rPr>
        <w:t>Si vous aviez vu le petit Michel</w:t>
      </w:r>
      <w:r>
        <w:rPr>
          <w:rFonts w:cs="Georgia"/>
          <w:kern w:val="1"/>
        </w:rPr>
        <w:t xml:space="preserve">, </w:t>
      </w:r>
      <w:r w:rsidR="00BE611A">
        <w:rPr>
          <w:rFonts w:cs="Georgia"/>
          <w:kern w:val="1"/>
        </w:rPr>
        <w:t>en 1898</w:t>
      </w:r>
      <w:r>
        <w:rPr>
          <w:rFonts w:cs="Georgia"/>
          <w:kern w:val="1"/>
        </w:rPr>
        <w:t xml:space="preserve">, </w:t>
      </w:r>
      <w:r w:rsidR="00BE611A">
        <w:rPr>
          <w:rFonts w:cs="Georgia"/>
          <w:kern w:val="1"/>
        </w:rPr>
        <w:t>dans son premier uniforme</w:t>
      </w:r>
      <w:r>
        <w:rPr>
          <w:rFonts w:cs="Georgia"/>
          <w:kern w:val="1"/>
        </w:rPr>
        <w:t xml:space="preserve">, </w:t>
      </w:r>
      <w:r w:rsidR="00BE611A">
        <w:rPr>
          <w:rFonts w:cs="Georgia"/>
          <w:kern w:val="1"/>
        </w:rPr>
        <w:t>celui de lieutenant aux uhlans de Treffenfeld</w:t>
      </w:r>
      <w:r>
        <w:rPr>
          <w:rFonts w:cs="Georgia"/>
          <w:kern w:val="1"/>
        </w:rPr>
        <w:t xml:space="preserve">, </w:t>
      </w:r>
      <w:r w:rsidR="00BE611A">
        <w:rPr>
          <w:rFonts w:cs="Georgia"/>
          <w:kern w:val="1"/>
        </w:rPr>
        <w:t>avec le plastron bleu clair et les torsades d</w:t>
      </w:r>
      <w:r>
        <w:rPr>
          <w:rFonts w:cs="Georgia"/>
          <w:kern w:val="1"/>
        </w:rPr>
        <w:t>’</w:t>
      </w:r>
      <w:r w:rsidR="00BE611A">
        <w:rPr>
          <w:rFonts w:cs="Georgia"/>
          <w:kern w:val="1"/>
        </w:rPr>
        <w:t>argent</w:t>
      </w:r>
      <w:r>
        <w:rPr>
          <w:rFonts w:cs="Georgia"/>
          <w:kern w:val="1"/>
        </w:rPr>
        <w:t xml:space="preserve"> !… </w:t>
      </w:r>
      <w:r w:rsidR="00BE611A">
        <w:rPr>
          <w:rFonts w:cs="Georgia"/>
          <w:kern w:val="1"/>
        </w:rPr>
        <w:t>Et quel chasseur</w:t>
      </w:r>
      <w:r>
        <w:rPr>
          <w:rFonts w:cs="Georgia"/>
          <w:kern w:val="1"/>
        </w:rPr>
        <w:t xml:space="preserve">, </w:t>
      </w:r>
      <w:r w:rsidR="00BE611A">
        <w:rPr>
          <w:rFonts w:cs="Georgia"/>
          <w:kern w:val="1"/>
        </w:rPr>
        <w:t>lui aussi</w:t>
      </w:r>
      <w:r>
        <w:rPr>
          <w:rFonts w:cs="Georgia"/>
          <w:kern w:val="1"/>
        </w:rPr>
        <w:t xml:space="preserve"> ! </w:t>
      </w:r>
      <w:r w:rsidR="00BE611A">
        <w:rPr>
          <w:rFonts w:cs="Georgia"/>
          <w:kern w:val="1"/>
        </w:rPr>
        <w:t>Un jour</w:t>
      </w:r>
      <w:r>
        <w:rPr>
          <w:rFonts w:cs="Georgia"/>
          <w:kern w:val="1"/>
        </w:rPr>
        <w:t xml:space="preserve">, </w:t>
      </w:r>
      <w:r w:rsidR="00BE611A">
        <w:rPr>
          <w:rFonts w:cs="Georgia"/>
          <w:kern w:val="1"/>
        </w:rPr>
        <w:t>tout près de la station</w:t>
      </w:r>
      <w:r>
        <w:rPr>
          <w:rFonts w:cs="Georgia"/>
          <w:kern w:val="1"/>
        </w:rPr>
        <w:t xml:space="preserve">, </w:t>
      </w:r>
      <w:r w:rsidR="00BE611A">
        <w:rPr>
          <w:rFonts w:cs="Georgia"/>
          <w:kern w:val="1"/>
        </w:rPr>
        <w:t>voilà un couple d</w:t>
      </w:r>
      <w:r>
        <w:rPr>
          <w:rFonts w:cs="Georgia"/>
          <w:kern w:val="1"/>
        </w:rPr>
        <w:t>’</w:t>
      </w:r>
      <w:r w:rsidR="00BE611A">
        <w:rPr>
          <w:rFonts w:cs="Georgia"/>
          <w:kern w:val="1"/>
        </w:rPr>
        <w:t>énormes sangliers qui débouche</w:t>
      </w:r>
      <w:r>
        <w:rPr>
          <w:rFonts w:cs="Georgia"/>
          <w:kern w:val="1"/>
        </w:rPr>
        <w:t>…</w:t>
      </w:r>
    </w:p>
    <w:p w14:paraId="7EB6B843" w14:textId="77777777" w:rsidR="000E1451" w:rsidRDefault="00BE611A" w:rsidP="00BE611A">
      <w:pPr>
        <w:rPr>
          <w:rFonts w:cs="Georgia"/>
          <w:kern w:val="1"/>
        </w:rPr>
      </w:pPr>
      <w:r>
        <w:rPr>
          <w:rFonts w:cs="Georgia"/>
          <w:kern w:val="1"/>
        </w:rPr>
        <w:lastRenderedPageBreak/>
        <w:t>Je le laissais dire</w:t>
      </w:r>
      <w:r w:rsidR="000E1451">
        <w:rPr>
          <w:rFonts w:cs="Georgia"/>
          <w:kern w:val="1"/>
        </w:rPr>
        <w:t xml:space="preserve">. </w:t>
      </w:r>
      <w:r>
        <w:rPr>
          <w:rFonts w:cs="Georgia"/>
          <w:kern w:val="1"/>
        </w:rPr>
        <w:t>Encore une fois</w:t>
      </w:r>
      <w:r w:rsidR="000E1451">
        <w:rPr>
          <w:rFonts w:cs="Georgia"/>
          <w:kern w:val="1"/>
        </w:rPr>
        <w:t xml:space="preserve">, </w:t>
      </w:r>
      <w:r>
        <w:rPr>
          <w:rFonts w:cs="Georgia"/>
          <w:kern w:val="1"/>
        </w:rPr>
        <w:t>tout ce bavardage ne m</w:t>
      </w:r>
      <w:r w:rsidR="000E1451">
        <w:rPr>
          <w:rFonts w:cs="Georgia"/>
          <w:kern w:val="1"/>
        </w:rPr>
        <w:t>’</w:t>
      </w:r>
      <w:r>
        <w:rPr>
          <w:rFonts w:cs="Georgia"/>
          <w:kern w:val="1"/>
        </w:rPr>
        <w:t>intéressait que médiocrement</w:t>
      </w:r>
      <w:r w:rsidR="000E1451">
        <w:rPr>
          <w:rFonts w:cs="Georgia"/>
          <w:kern w:val="1"/>
        </w:rPr>
        <w:t xml:space="preserve">. </w:t>
      </w:r>
      <w:r>
        <w:rPr>
          <w:rFonts w:cs="Georgia"/>
          <w:kern w:val="1"/>
        </w:rPr>
        <w:t>Mais les nouvelles de la guerre étaient mauvaises</w:t>
      </w:r>
      <w:r w:rsidR="000E1451">
        <w:rPr>
          <w:rFonts w:cs="Georgia"/>
          <w:kern w:val="1"/>
        </w:rPr>
        <w:t xml:space="preserve">. </w:t>
      </w:r>
      <w:r>
        <w:rPr>
          <w:rFonts w:cs="Georgia"/>
          <w:kern w:val="1"/>
        </w:rPr>
        <w:t>L</w:t>
      </w:r>
      <w:r w:rsidR="000E1451">
        <w:rPr>
          <w:rFonts w:cs="Georgia"/>
          <w:kern w:val="1"/>
        </w:rPr>
        <w:t>’</w:t>
      </w:r>
      <w:r>
        <w:rPr>
          <w:rFonts w:cs="Georgia"/>
          <w:kern w:val="1"/>
        </w:rPr>
        <w:t>offensive allemande se développait en Picardie</w:t>
      </w:r>
      <w:r w:rsidR="000E1451">
        <w:rPr>
          <w:rFonts w:cs="Georgia"/>
          <w:kern w:val="1"/>
        </w:rPr>
        <w:t xml:space="preserve">, </w:t>
      </w:r>
      <w:r>
        <w:rPr>
          <w:rFonts w:cs="Georgia"/>
          <w:kern w:val="1"/>
        </w:rPr>
        <w:t>plus formidable que toutes les autres</w:t>
      </w:r>
      <w:r w:rsidR="000E1451">
        <w:rPr>
          <w:rFonts w:cs="Georgia"/>
          <w:kern w:val="1"/>
        </w:rPr>
        <w:t xml:space="preserve">. </w:t>
      </w:r>
      <w:r>
        <w:rPr>
          <w:rFonts w:cs="Georgia"/>
          <w:kern w:val="1"/>
        </w:rPr>
        <w:t>J</w:t>
      </w:r>
      <w:r w:rsidR="000E1451">
        <w:rPr>
          <w:rFonts w:cs="Georgia"/>
          <w:kern w:val="1"/>
        </w:rPr>
        <w:t>’</w:t>
      </w:r>
      <w:r>
        <w:rPr>
          <w:rFonts w:cs="Georgia"/>
          <w:kern w:val="1"/>
        </w:rPr>
        <w:t>aimais mieux entendre le pasteur Frühwirth s</w:t>
      </w:r>
      <w:r w:rsidR="000E1451">
        <w:rPr>
          <w:rFonts w:cs="Georgia"/>
          <w:kern w:val="1"/>
        </w:rPr>
        <w:t>’</w:t>
      </w:r>
      <w:r>
        <w:rPr>
          <w:rFonts w:cs="Georgia"/>
          <w:kern w:val="1"/>
        </w:rPr>
        <w:t>extasier sur les exploits cynégétiques des Reichendorf que compatir à nos revers</w:t>
      </w:r>
      <w:r w:rsidR="000E1451">
        <w:rPr>
          <w:rFonts w:cs="Georgia"/>
          <w:kern w:val="1"/>
        </w:rPr>
        <w:t>.</w:t>
      </w:r>
    </w:p>
    <w:p w14:paraId="42C7DBB9" w14:textId="77777777" w:rsidR="00BE611A" w:rsidRDefault="00BE611A" w:rsidP="00BE611A">
      <w:pPr>
        <w:rPr>
          <w:rFonts w:cs="Georgia"/>
          <w:bCs/>
          <w:kern w:val="1"/>
        </w:rPr>
      </w:pPr>
    </w:p>
    <w:p w14:paraId="08452BF1" w14:textId="77777777" w:rsidR="000E1451" w:rsidRDefault="00BE611A" w:rsidP="00BE611A">
      <w:pPr>
        <w:rPr>
          <w:rFonts w:cs="Georgia"/>
          <w:kern w:val="1"/>
        </w:rPr>
      </w:pPr>
      <w:r>
        <w:rPr>
          <w:rFonts w:cs="Georgia"/>
          <w:kern w:val="1"/>
        </w:rPr>
        <w:t>Je m</w:t>
      </w:r>
      <w:r w:rsidR="000E1451">
        <w:rPr>
          <w:rFonts w:cs="Georgia"/>
          <w:kern w:val="1"/>
        </w:rPr>
        <w:t>’</w:t>
      </w:r>
      <w:r>
        <w:rPr>
          <w:rFonts w:cs="Georgia"/>
          <w:kern w:val="1"/>
        </w:rPr>
        <w:t>aperçois que j</w:t>
      </w:r>
      <w:r w:rsidR="000E1451">
        <w:rPr>
          <w:rFonts w:cs="Georgia"/>
          <w:kern w:val="1"/>
        </w:rPr>
        <w:t>’</w:t>
      </w:r>
      <w:r>
        <w:rPr>
          <w:rFonts w:cs="Georgia"/>
          <w:kern w:val="1"/>
        </w:rPr>
        <w:t>ai oublié de mentionner dans ma description du château certain petit pavillon situé à l</w:t>
      </w:r>
      <w:r w:rsidR="000E1451">
        <w:rPr>
          <w:rFonts w:cs="Georgia"/>
          <w:kern w:val="1"/>
        </w:rPr>
        <w:t>’</w:t>
      </w:r>
      <w:r>
        <w:rPr>
          <w:rFonts w:cs="Georgia"/>
          <w:kern w:val="1"/>
        </w:rPr>
        <w:t>angle nord-est</w:t>
      </w:r>
      <w:r w:rsidR="000E1451">
        <w:rPr>
          <w:rFonts w:cs="Georgia"/>
          <w:kern w:val="1"/>
        </w:rPr>
        <w:t xml:space="preserve">, </w:t>
      </w:r>
      <w:r>
        <w:rPr>
          <w:rFonts w:cs="Georgia"/>
          <w:kern w:val="1"/>
        </w:rPr>
        <w:t>là où les buissons d</w:t>
      </w:r>
      <w:r w:rsidR="000E1451">
        <w:rPr>
          <w:rFonts w:cs="Georgia"/>
          <w:kern w:val="1"/>
        </w:rPr>
        <w:t>’</w:t>
      </w:r>
      <w:r>
        <w:rPr>
          <w:rFonts w:cs="Georgia"/>
          <w:kern w:val="1"/>
        </w:rPr>
        <w:t>églantiers et de lierre sont plus touffus</w:t>
      </w:r>
      <w:r w:rsidR="000E1451">
        <w:rPr>
          <w:rFonts w:cs="Georgia"/>
          <w:kern w:val="1"/>
        </w:rPr>
        <w:t xml:space="preserve">, </w:t>
      </w:r>
      <w:r>
        <w:rPr>
          <w:rFonts w:cs="Georgia"/>
          <w:kern w:val="1"/>
        </w:rPr>
        <w:t>et où la présence des trembles permet</w:t>
      </w:r>
      <w:r w:rsidR="000E1451">
        <w:rPr>
          <w:rFonts w:cs="Georgia"/>
          <w:kern w:val="1"/>
        </w:rPr>
        <w:t xml:space="preserve">, </w:t>
      </w:r>
      <w:r>
        <w:rPr>
          <w:rFonts w:cs="Georgia"/>
          <w:kern w:val="1"/>
        </w:rPr>
        <w:t>à propos de ce coin</w:t>
      </w:r>
      <w:r w:rsidR="000E1451">
        <w:rPr>
          <w:rFonts w:cs="Georgia"/>
          <w:kern w:val="1"/>
        </w:rPr>
        <w:t xml:space="preserve">, </w:t>
      </w:r>
      <w:r>
        <w:rPr>
          <w:rFonts w:cs="Georgia"/>
          <w:kern w:val="1"/>
        </w:rPr>
        <w:t>de prononcer sans ridicule le mot de parc</w:t>
      </w:r>
      <w:r w:rsidR="000E1451">
        <w:rPr>
          <w:rFonts w:cs="Georgia"/>
          <w:kern w:val="1"/>
        </w:rPr>
        <w:t xml:space="preserve">. </w:t>
      </w:r>
      <w:r>
        <w:rPr>
          <w:rFonts w:cs="Georgia"/>
          <w:kern w:val="1"/>
        </w:rPr>
        <w:t>Le mur d</w:t>
      </w:r>
      <w:r w:rsidR="000E1451">
        <w:rPr>
          <w:rFonts w:cs="Georgia"/>
          <w:kern w:val="1"/>
        </w:rPr>
        <w:t>’</w:t>
      </w:r>
      <w:r>
        <w:rPr>
          <w:rFonts w:cs="Georgia"/>
          <w:kern w:val="1"/>
        </w:rPr>
        <w:t>enceinte</w:t>
      </w:r>
      <w:r w:rsidR="000E1451">
        <w:rPr>
          <w:rFonts w:cs="Georgia"/>
          <w:kern w:val="1"/>
        </w:rPr>
        <w:t xml:space="preserve">, </w:t>
      </w:r>
      <w:r>
        <w:rPr>
          <w:rFonts w:cs="Georgia"/>
          <w:kern w:val="1"/>
        </w:rPr>
        <w:t>à cet endroit</w:t>
      </w:r>
      <w:r w:rsidR="000E1451">
        <w:rPr>
          <w:rFonts w:cs="Georgia"/>
          <w:kern w:val="1"/>
        </w:rPr>
        <w:t xml:space="preserve">, </w:t>
      </w:r>
      <w:r>
        <w:rPr>
          <w:rFonts w:cs="Georgia"/>
          <w:kern w:val="1"/>
        </w:rPr>
        <w:t>s</w:t>
      </w:r>
      <w:r w:rsidR="000E1451">
        <w:rPr>
          <w:rFonts w:cs="Georgia"/>
          <w:kern w:val="1"/>
        </w:rPr>
        <w:t>’</w:t>
      </w:r>
      <w:r>
        <w:rPr>
          <w:rFonts w:cs="Georgia"/>
          <w:kern w:val="1"/>
        </w:rPr>
        <w:t>est effondré sur une longueur d</w:t>
      </w:r>
      <w:r w:rsidR="000E1451">
        <w:rPr>
          <w:rFonts w:cs="Georgia"/>
          <w:kern w:val="1"/>
        </w:rPr>
        <w:t>’</w:t>
      </w:r>
      <w:r>
        <w:rPr>
          <w:rFonts w:cs="Georgia"/>
          <w:kern w:val="1"/>
        </w:rPr>
        <w:t>environ trente pieds</w:t>
      </w:r>
      <w:r w:rsidR="000E1451">
        <w:rPr>
          <w:rFonts w:cs="Georgia"/>
          <w:kern w:val="1"/>
        </w:rPr>
        <w:t xml:space="preserve">. </w:t>
      </w:r>
      <w:r>
        <w:rPr>
          <w:rFonts w:cs="Georgia"/>
          <w:kern w:val="1"/>
        </w:rPr>
        <w:t>Cet affaissement a comblé la partie correspondante des douves</w:t>
      </w:r>
      <w:r w:rsidR="000E1451">
        <w:rPr>
          <w:rFonts w:cs="Georgia"/>
          <w:kern w:val="1"/>
        </w:rPr>
        <w:t xml:space="preserve">, </w:t>
      </w:r>
      <w:r>
        <w:rPr>
          <w:rFonts w:cs="Georgia"/>
          <w:kern w:val="1"/>
        </w:rPr>
        <w:t>créant à la fois un escalier et une passerelle qui permettent de traverser le fossé et de gagner l</w:t>
      </w:r>
      <w:r w:rsidR="000E1451">
        <w:rPr>
          <w:rFonts w:cs="Georgia"/>
          <w:kern w:val="1"/>
        </w:rPr>
        <w:t>’</w:t>
      </w:r>
      <w:r>
        <w:rPr>
          <w:rFonts w:cs="Georgia"/>
          <w:kern w:val="1"/>
        </w:rPr>
        <w:t>autre côté du talus</w:t>
      </w:r>
      <w:r w:rsidR="000E1451">
        <w:rPr>
          <w:rFonts w:cs="Georgia"/>
          <w:kern w:val="1"/>
        </w:rPr>
        <w:t xml:space="preserve">. </w:t>
      </w:r>
      <w:r>
        <w:rPr>
          <w:rFonts w:cs="Georgia"/>
          <w:kern w:val="1"/>
        </w:rPr>
        <w:t>C</w:t>
      </w:r>
      <w:r w:rsidR="000E1451">
        <w:rPr>
          <w:rFonts w:cs="Georgia"/>
          <w:kern w:val="1"/>
        </w:rPr>
        <w:t>’</w:t>
      </w:r>
      <w:r>
        <w:rPr>
          <w:rFonts w:cs="Georgia"/>
          <w:kern w:val="1"/>
        </w:rPr>
        <w:t>est le point par où l</w:t>
      </w:r>
      <w:r w:rsidR="000E1451">
        <w:rPr>
          <w:rFonts w:cs="Georgia"/>
          <w:kern w:val="1"/>
        </w:rPr>
        <w:t>’</w:t>
      </w:r>
      <w:r>
        <w:rPr>
          <w:rFonts w:cs="Georgia"/>
          <w:kern w:val="1"/>
        </w:rPr>
        <w:t>on peut s</w:t>
      </w:r>
      <w:r w:rsidR="000E1451">
        <w:rPr>
          <w:rFonts w:cs="Georgia"/>
          <w:kern w:val="1"/>
        </w:rPr>
        <w:t>’</w:t>
      </w:r>
      <w:r>
        <w:rPr>
          <w:rFonts w:cs="Georgia"/>
          <w:kern w:val="1"/>
        </w:rPr>
        <w:t>introduire le plus aisément à l</w:t>
      </w:r>
      <w:r w:rsidR="000E1451">
        <w:rPr>
          <w:rFonts w:cs="Georgia"/>
          <w:kern w:val="1"/>
        </w:rPr>
        <w:t>’</w:t>
      </w:r>
      <w:r>
        <w:rPr>
          <w:rFonts w:cs="Georgia"/>
          <w:kern w:val="1"/>
        </w:rPr>
        <w:t>intérieur du château</w:t>
      </w:r>
      <w:r w:rsidR="000E1451">
        <w:rPr>
          <w:rFonts w:cs="Georgia"/>
          <w:kern w:val="1"/>
        </w:rPr>
        <w:t xml:space="preserve">. </w:t>
      </w:r>
      <w:r>
        <w:rPr>
          <w:rFonts w:cs="Georgia"/>
          <w:kern w:val="1"/>
        </w:rPr>
        <w:t>Pour ce motif il était toujours gardé</w:t>
      </w:r>
      <w:r w:rsidR="000E1451">
        <w:rPr>
          <w:rFonts w:cs="Georgia"/>
          <w:kern w:val="1"/>
        </w:rPr>
        <w:t xml:space="preserve">, </w:t>
      </w:r>
      <w:r>
        <w:rPr>
          <w:rFonts w:cs="Georgia"/>
          <w:kern w:val="1"/>
        </w:rPr>
        <w:t>pendant les corvées</w:t>
      </w:r>
      <w:r w:rsidR="000E1451">
        <w:rPr>
          <w:rFonts w:cs="Georgia"/>
          <w:kern w:val="1"/>
        </w:rPr>
        <w:t xml:space="preserve">, </w:t>
      </w:r>
      <w:r>
        <w:rPr>
          <w:rFonts w:cs="Georgia"/>
          <w:kern w:val="1"/>
        </w:rPr>
        <w:t>par une sentinelle allemande ou un sous-officier français</w:t>
      </w:r>
      <w:r w:rsidR="000E1451">
        <w:rPr>
          <w:rFonts w:cs="Georgia"/>
          <w:kern w:val="1"/>
        </w:rPr>
        <w:t>.</w:t>
      </w:r>
    </w:p>
    <w:p w14:paraId="60B366F5" w14:textId="77777777" w:rsidR="000E1451" w:rsidRDefault="00BE611A" w:rsidP="00BE611A">
      <w:pPr>
        <w:rPr>
          <w:rFonts w:cs="Georgia"/>
          <w:kern w:val="1"/>
        </w:rPr>
      </w:pPr>
      <w:r>
        <w:rPr>
          <w:rFonts w:cs="Georgia"/>
          <w:kern w:val="1"/>
        </w:rPr>
        <w:t>Le pavillon dont il vient d</w:t>
      </w:r>
      <w:r w:rsidR="000E1451">
        <w:rPr>
          <w:rFonts w:cs="Georgia"/>
          <w:kern w:val="1"/>
        </w:rPr>
        <w:t>’</w:t>
      </w:r>
      <w:r>
        <w:rPr>
          <w:rFonts w:cs="Georgia"/>
          <w:kern w:val="1"/>
        </w:rPr>
        <w:t>être parlé se trouvait ménagé dans une petite tour d</w:t>
      </w:r>
      <w:r w:rsidR="000E1451">
        <w:rPr>
          <w:rFonts w:cs="Georgia"/>
          <w:kern w:val="1"/>
        </w:rPr>
        <w:t>’</w:t>
      </w:r>
      <w:r>
        <w:rPr>
          <w:rFonts w:cs="Georgia"/>
          <w:kern w:val="1"/>
        </w:rPr>
        <w:t>angle</w:t>
      </w:r>
      <w:r w:rsidR="000E1451">
        <w:rPr>
          <w:rFonts w:cs="Georgia"/>
          <w:kern w:val="1"/>
        </w:rPr>
        <w:t xml:space="preserve"> ; </w:t>
      </w:r>
      <w:r>
        <w:rPr>
          <w:rFonts w:cs="Georgia"/>
          <w:kern w:val="1"/>
        </w:rPr>
        <w:t>plus exactement</w:t>
      </w:r>
      <w:r w:rsidR="000E1451">
        <w:rPr>
          <w:rFonts w:cs="Georgia"/>
          <w:kern w:val="1"/>
        </w:rPr>
        <w:t xml:space="preserve">, </w:t>
      </w:r>
      <w:r>
        <w:rPr>
          <w:rFonts w:cs="Georgia"/>
          <w:kern w:val="1"/>
        </w:rPr>
        <w:t>il avait été reconstruit avec les matériaux de cette tour</w:t>
      </w:r>
      <w:r w:rsidR="000E1451">
        <w:rPr>
          <w:rFonts w:cs="Georgia"/>
          <w:kern w:val="1"/>
        </w:rPr>
        <w:t xml:space="preserve">. </w:t>
      </w:r>
      <w:r>
        <w:rPr>
          <w:rFonts w:cs="Georgia"/>
          <w:kern w:val="1"/>
        </w:rPr>
        <w:t>Ce travail</w:t>
      </w:r>
      <w:r w:rsidR="000E1451">
        <w:rPr>
          <w:rFonts w:cs="Georgia"/>
          <w:kern w:val="1"/>
        </w:rPr>
        <w:t xml:space="preserve">, </w:t>
      </w:r>
      <w:r>
        <w:rPr>
          <w:rFonts w:cs="Georgia"/>
          <w:kern w:val="1"/>
        </w:rPr>
        <w:t>réalisé dans le goût rococo du siècle précédent</w:t>
      </w:r>
      <w:r w:rsidR="000E1451">
        <w:rPr>
          <w:rFonts w:cs="Georgia"/>
          <w:kern w:val="1"/>
        </w:rPr>
        <w:t xml:space="preserve">, </w:t>
      </w:r>
      <w:r>
        <w:rPr>
          <w:rFonts w:cs="Georgia"/>
          <w:kern w:val="1"/>
        </w:rPr>
        <w:t>devait être l</w:t>
      </w:r>
      <w:r w:rsidR="000E1451">
        <w:rPr>
          <w:rFonts w:cs="Georgia"/>
          <w:kern w:val="1"/>
        </w:rPr>
        <w:t>’</w:t>
      </w:r>
      <w:r>
        <w:rPr>
          <w:rFonts w:cs="Georgia"/>
          <w:kern w:val="1"/>
        </w:rPr>
        <w:t>œuvre d</w:t>
      </w:r>
      <w:r w:rsidR="000E1451">
        <w:rPr>
          <w:rFonts w:cs="Georgia"/>
          <w:kern w:val="1"/>
        </w:rPr>
        <w:t>’</w:t>
      </w:r>
      <w:r>
        <w:rPr>
          <w:rFonts w:cs="Georgia"/>
          <w:kern w:val="1"/>
        </w:rPr>
        <w:t>un architecte doté de plus de prétentions que de moyens</w:t>
      </w:r>
      <w:r w:rsidR="000E1451">
        <w:rPr>
          <w:rFonts w:cs="Georgia"/>
          <w:kern w:val="1"/>
        </w:rPr>
        <w:t xml:space="preserve">. </w:t>
      </w:r>
      <w:r>
        <w:rPr>
          <w:rFonts w:cs="Georgia"/>
          <w:kern w:val="1"/>
        </w:rPr>
        <w:t>Le chèvrefeuille entourait les deux étroites fenêtres aux minuscules carreaux plombés</w:t>
      </w:r>
      <w:r w:rsidR="000E1451">
        <w:rPr>
          <w:rFonts w:cs="Georgia"/>
          <w:kern w:val="1"/>
        </w:rPr>
        <w:t xml:space="preserve">, </w:t>
      </w:r>
      <w:r>
        <w:rPr>
          <w:rFonts w:cs="Georgia"/>
          <w:kern w:val="1"/>
        </w:rPr>
        <w:t>l</w:t>
      </w:r>
      <w:r w:rsidR="000E1451">
        <w:rPr>
          <w:rFonts w:cs="Georgia"/>
          <w:kern w:val="1"/>
        </w:rPr>
        <w:t>’</w:t>
      </w:r>
      <w:r>
        <w:rPr>
          <w:rFonts w:cs="Georgia"/>
          <w:kern w:val="1"/>
        </w:rPr>
        <w:t>œil-de-bœuf</w:t>
      </w:r>
      <w:r w:rsidR="000E1451">
        <w:rPr>
          <w:rFonts w:cs="Georgia"/>
          <w:kern w:val="1"/>
        </w:rPr>
        <w:t xml:space="preserve">, </w:t>
      </w:r>
      <w:r>
        <w:rPr>
          <w:rFonts w:cs="Georgia"/>
          <w:kern w:val="1"/>
        </w:rPr>
        <w:t>la porte surélevée par un perron de deux marches</w:t>
      </w:r>
      <w:r w:rsidR="000E1451">
        <w:rPr>
          <w:rFonts w:cs="Georgia"/>
          <w:kern w:val="1"/>
        </w:rPr>
        <w:t xml:space="preserve">. </w:t>
      </w:r>
      <w:r>
        <w:rPr>
          <w:rFonts w:cs="Georgia"/>
          <w:kern w:val="1"/>
        </w:rPr>
        <w:t>Il recouvrait à demi le toit d</w:t>
      </w:r>
      <w:r w:rsidR="000E1451">
        <w:rPr>
          <w:rFonts w:cs="Georgia"/>
          <w:kern w:val="1"/>
        </w:rPr>
        <w:t>’</w:t>
      </w:r>
      <w:r>
        <w:rPr>
          <w:rFonts w:cs="Georgia"/>
          <w:kern w:val="1"/>
        </w:rPr>
        <w:t>ardoise</w:t>
      </w:r>
      <w:r w:rsidR="000E1451">
        <w:rPr>
          <w:rFonts w:cs="Georgia"/>
          <w:kern w:val="1"/>
        </w:rPr>
        <w:t xml:space="preserve">. </w:t>
      </w:r>
      <w:r>
        <w:rPr>
          <w:rFonts w:cs="Georgia"/>
          <w:kern w:val="1"/>
        </w:rPr>
        <w:t>Tel qu</w:t>
      </w:r>
      <w:r w:rsidR="000E1451">
        <w:rPr>
          <w:rFonts w:cs="Georgia"/>
          <w:kern w:val="1"/>
        </w:rPr>
        <w:t>’</w:t>
      </w:r>
      <w:r>
        <w:rPr>
          <w:rFonts w:cs="Georgia"/>
          <w:kern w:val="1"/>
        </w:rPr>
        <w:t>il était</w:t>
      </w:r>
      <w:r w:rsidR="000E1451">
        <w:rPr>
          <w:rFonts w:cs="Georgia"/>
          <w:kern w:val="1"/>
        </w:rPr>
        <w:t xml:space="preserve">, </w:t>
      </w:r>
      <w:r>
        <w:rPr>
          <w:rFonts w:cs="Georgia"/>
          <w:kern w:val="1"/>
        </w:rPr>
        <w:t>surgissant à l</w:t>
      </w:r>
      <w:r w:rsidR="000E1451">
        <w:rPr>
          <w:rFonts w:cs="Georgia"/>
          <w:kern w:val="1"/>
        </w:rPr>
        <w:t>’</w:t>
      </w:r>
      <w:r>
        <w:rPr>
          <w:rFonts w:cs="Georgia"/>
          <w:kern w:val="1"/>
        </w:rPr>
        <w:t>improviste du feuillage pourpré des trembles</w:t>
      </w:r>
      <w:r w:rsidR="000E1451">
        <w:rPr>
          <w:rFonts w:cs="Georgia"/>
          <w:kern w:val="1"/>
        </w:rPr>
        <w:t xml:space="preserve">, </w:t>
      </w:r>
      <w:r>
        <w:rPr>
          <w:rFonts w:cs="Georgia"/>
          <w:kern w:val="1"/>
        </w:rPr>
        <w:t xml:space="preserve">ce petit bâtiment </w:t>
      </w:r>
      <w:r>
        <w:rPr>
          <w:rFonts w:cs="Georgia"/>
          <w:kern w:val="1"/>
        </w:rPr>
        <w:lastRenderedPageBreak/>
        <w:t>constituait le seul détail qui apportât à la morne terrasse en ruines et en friche un peu de grâce et de fantaisie</w:t>
      </w:r>
      <w:r w:rsidR="000E1451">
        <w:rPr>
          <w:rFonts w:cs="Georgia"/>
          <w:kern w:val="1"/>
        </w:rPr>
        <w:t>.</w:t>
      </w:r>
    </w:p>
    <w:p w14:paraId="5D81BDDD" w14:textId="77777777" w:rsidR="000E1451" w:rsidRDefault="00BE611A" w:rsidP="00BE611A">
      <w:pPr>
        <w:rPr>
          <w:rFonts w:cs="Georgia"/>
          <w:kern w:val="1"/>
        </w:rPr>
      </w:pPr>
      <w:r>
        <w:rPr>
          <w:rFonts w:cs="Georgia"/>
          <w:kern w:val="1"/>
        </w:rPr>
        <w:t>Une après-midi du début d</w:t>
      </w:r>
      <w:r w:rsidR="000E1451">
        <w:rPr>
          <w:rFonts w:cs="Georgia"/>
          <w:kern w:val="1"/>
        </w:rPr>
        <w:t>’</w:t>
      </w:r>
      <w:r>
        <w:rPr>
          <w:rFonts w:cs="Georgia"/>
          <w:kern w:val="1"/>
        </w:rPr>
        <w:t>avril</w:t>
      </w:r>
      <w:r w:rsidR="000E1451">
        <w:rPr>
          <w:rFonts w:cs="Georgia"/>
          <w:kern w:val="1"/>
        </w:rPr>
        <w:t xml:space="preserve">, </w:t>
      </w:r>
      <w:r>
        <w:rPr>
          <w:rFonts w:cs="Georgia"/>
          <w:kern w:val="1"/>
        </w:rPr>
        <w:t>ce fut là que je me trouvai de garde</w:t>
      </w:r>
      <w:r w:rsidR="000E1451">
        <w:rPr>
          <w:rFonts w:cs="Georgia"/>
          <w:kern w:val="1"/>
        </w:rPr>
        <w:t xml:space="preserve">. </w:t>
      </w:r>
      <w:r>
        <w:rPr>
          <w:rFonts w:cs="Georgia"/>
          <w:kern w:val="1"/>
        </w:rPr>
        <w:t>L</w:t>
      </w:r>
      <w:r w:rsidR="000E1451">
        <w:rPr>
          <w:rFonts w:cs="Georgia"/>
          <w:kern w:val="1"/>
        </w:rPr>
        <w:t>’</w:t>
      </w:r>
      <w:r>
        <w:rPr>
          <w:rFonts w:cs="Georgia"/>
          <w:kern w:val="1"/>
        </w:rPr>
        <w:t>avant-veille</w:t>
      </w:r>
      <w:r w:rsidR="000E1451">
        <w:rPr>
          <w:rFonts w:cs="Georgia"/>
          <w:kern w:val="1"/>
        </w:rPr>
        <w:t xml:space="preserve">, </w:t>
      </w:r>
      <w:r>
        <w:rPr>
          <w:rFonts w:cs="Georgia"/>
          <w:kern w:val="1"/>
        </w:rPr>
        <w:t>il avait fait ce qu</w:t>
      </w:r>
      <w:r w:rsidR="000E1451">
        <w:rPr>
          <w:rFonts w:cs="Georgia"/>
          <w:kern w:val="1"/>
        </w:rPr>
        <w:t>’</w:t>
      </w:r>
      <w:r>
        <w:rPr>
          <w:rFonts w:cs="Georgia"/>
          <w:kern w:val="1"/>
        </w:rPr>
        <w:t xml:space="preserve">on appelle dans le pays une </w:t>
      </w:r>
      <w:r>
        <w:rPr>
          <w:rFonts w:cs="Georgia"/>
          <w:bCs/>
          <w:i/>
          <w:iCs/>
          <w:kern w:val="1"/>
        </w:rPr>
        <w:t>tempête sèche</w:t>
      </w:r>
      <w:r w:rsidR="000E1451">
        <w:t xml:space="preserve">. </w:t>
      </w:r>
      <w:r>
        <w:rPr>
          <w:rFonts w:cs="Georgia"/>
          <w:kern w:val="1"/>
        </w:rPr>
        <w:t>Le vent du nord</w:t>
      </w:r>
      <w:r w:rsidR="000E1451">
        <w:rPr>
          <w:rFonts w:cs="Georgia"/>
          <w:kern w:val="1"/>
        </w:rPr>
        <w:t xml:space="preserve">, </w:t>
      </w:r>
      <w:r>
        <w:rPr>
          <w:rFonts w:cs="Georgia"/>
          <w:kern w:val="1"/>
        </w:rPr>
        <w:t>soufflant avec plus de violence que de coutume</w:t>
      </w:r>
      <w:r w:rsidR="000E1451">
        <w:rPr>
          <w:rFonts w:cs="Georgia"/>
          <w:kern w:val="1"/>
        </w:rPr>
        <w:t xml:space="preserve">, </w:t>
      </w:r>
      <w:r>
        <w:rPr>
          <w:rFonts w:cs="Georgia"/>
          <w:kern w:val="1"/>
        </w:rPr>
        <w:t>avait noyé le château sous de véritables torrents de sable</w:t>
      </w:r>
      <w:r w:rsidR="000E1451">
        <w:rPr>
          <w:rFonts w:cs="Georgia"/>
          <w:kern w:val="1"/>
        </w:rPr>
        <w:t xml:space="preserve">. </w:t>
      </w:r>
      <w:r>
        <w:rPr>
          <w:rFonts w:cs="Georgia"/>
          <w:kern w:val="1"/>
        </w:rPr>
        <w:t>Tous les orifices des conduites et des gouttières avaient été obstrués</w:t>
      </w:r>
      <w:r w:rsidR="000E1451">
        <w:rPr>
          <w:rFonts w:cs="Georgia"/>
          <w:kern w:val="1"/>
        </w:rPr>
        <w:t xml:space="preserve">. </w:t>
      </w:r>
      <w:r>
        <w:rPr>
          <w:rFonts w:cs="Georgia"/>
          <w:kern w:val="1"/>
        </w:rPr>
        <w:t>À la demande du Général</w:t>
      </w:r>
      <w:r w:rsidR="000E1451">
        <w:rPr>
          <w:rFonts w:cs="Georgia"/>
          <w:kern w:val="1"/>
        </w:rPr>
        <w:t xml:space="preserve">, </w:t>
      </w:r>
      <w:r>
        <w:rPr>
          <w:rFonts w:cs="Georgia"/>
          <w:kern w:val="1"/>
        </w:rPr>
        <w:t>on avait doublé le nombre des hommes de corvée</w:t>
      </w:r>
      <w:r w:rsidR="000E1451">
        <w:rPr>
          <w:rFonts w:cs="Georgia"/>
          <w:kern w:val="1"/>
        </w:rPr>
        <w:t xml:space="preserve">. </w:t>
      </w:r>
      <w:r>
        <w:rPr>
          <w:rFonts w:cs="Georgia"/>
          <w:kern w:val="1"/>
        </w:rPr>
        <w:t>Nos postes habituels étaient de ce fait modifiés</w:t>
      </w:r>
      <w:r w:rsidR="000E1451">
        <w:rPr>
          <w:rFonts w:cs="Georgia"/>
          <w:kern w:val="1"/>
        </w:rPr>
        <w:t xml:space="preserve">, </w:t>
      </w:r>
      <w:r>
        <w:rPr>
          <w:rFonts w:cs="Georgia"/>
          <w:kern w:val="1"/>
        </w:rPr>
        <w:t>je reçus pour ma part l</w:t>
      </w:r>
      <w:r w:rsidR="000E1451">
        <w:rPr>
          <w:rFonts w:cs="Georgia"/>
          <w:kern w:val="1"/>
        </w:rPr>
        <w:t>’</w:t>
      </w:r>
      <w:r>
        <w:rPr>
          <w:rFonts w:cs="Georgia"/>
          <w:kern w:val="1"/>
        </w:rPr>
        <w:t>ordre de me tenir sur le terre-plein</w:t>
      </w:r>
      <w:r w:rsidR="000E1451">
        <w:rPr>
          <w:rFonts w:cs="Georgia"/>
          <w:kern w:val="1"/>
        </w:rPr>
        <w:t xml:space="preserve">, </w:t>
      </w:r>
      <w:r>
        <w:rPr>
          <w:rFonts w:cs="Georgia"/>
          <w:kern w:val="1"/>
        </w:rPr>
        <w:t>à la hauteur de la brèche que j</w:t>
      </w:r>
      <w:r w:rsidR="000E1451">
        <w:rPr>
          <w:rFonts w:cs="Georgia"/>
          <w:kern w:val="1"/>
        </w:rPr>
        <w:t>’</w:t>
      </w:r>
      <w:r>
        <w:rPr>
          <w:rFonts w:cs="Georgia"/>
          <w:kern w:val="1"/>
        </w:rPr>
        <w:t>ai signalée</w:t>
      </w:r>
      <w:r w:rsidR="000E1451">
        <w:rPr>
          <w:rFonts w:cs="Georgia"/>
          <w:kern w:val="1"/>
        </w:rPr>
        <w:t xml:space="preserve">, </w:t>
      </w:r>
      <w:r>
        <w:rPr>
          <w:rFonts w:cs="Georgia"/>
          <w:kern w:val="1"/>
        </w:rPr>
        <w:t>avec la consigne de ne la laisser franchir par personne</w:t>
      </w:r>
      <w:r w:rsidR="000E1451">
        <w:rPr>
          <w:rFonts w:cs="Georgia"/>
          <w:kern w:val="1"/>
        </w:rPr>
        <w:t xml:space="preserve">. </w:t>
      </w:r>
      <w:r>
        <w:rPr>
          <w:rFonts w:cs="Georgia"/>
          <w:kern w:val="1"/>
        </w:rPr>
        <w:t>Mon premier soin</w:t>
      </w:r>
      <w:r w:rsidR="000E1451">
        <w:rPr>
          <w:rFonts w:cs="Georgia"/>
          <w:kern w:val="1"/>
        </w:rPr>
        <w:t xml:space="preserve">, </w:t>
      </w:r>
      <w:r>
        <w:rPr>
          <w:rFonts w:cs="Georgia"/>
          <w:kern w:val="1"/>
        </w:rPr>
        <w:t>comme bien on pense</w:t>
      </w:r>
      <w:r w:rsidR="000E1451">
        <w:rPr>
          <w:rFonts w:cs="Georgia"/>
          <w:kern w:val="1"/>
        </w:rPr>
        <w:t xml:space="preserve">, </w:t>
      </w:r>
      <w:r>
        <w:rPr>
          <w:rFonts w:cs="Georgia"/>
          <w:kern w:val="1"/>
        </w:rPr>
        <w:t>fut de m</w:t>
      </w:r>
      <w:r w:rsidR="000E1451">
        <w:rPr>
          <w:rFonts w:cs="Georgia"/>
          <w:kern w:val="1"/>
        </w:rPr>
        <w:t>’</w:t>
      </w:r>
      <w:r>
        <w:rPr>
          <w:rFonts w:cs="Georgia"/>
          <w:kern w:val="1"/>
        </w:rPr>
        <w:t>enquérir d</w:t>
      </w:r>
      <w:r w:rsidR="000E1451">
        <w:rPr>
          <w:rFonts w:cs="Georgia"/>
          <w:kern w:val="1"/>
        </w:rPr>
        <w:t>’</w:t>
      </w:r>
      <w:r>
        <w:rPr>
          <w:rFonts w:cs="Georgia"/>
          <w:kern w:val="1"/>
        </w:rPr>
        <w:t>un coin où j</w:t>
      </w:r>
      <w:r w:rsidR="000E1451">
        <w:rPr>
          <w:rFonts w:cs="Georgia"/>
          <w:kern w:val="1"/>
        </w:rPr>
        <w:t>’</w:t>
      </w:r>
      <w:r>
        <w:rPr>
          <w:rFonts w:cs="Georgia"/>
          <w:kern w:val="1"/>
        </w:rPr>
        <w:t>échapperais à la surveillance des gradés allemands</w:t>
      </w:r>
      <w:r w:rsidR="000E1451">
        <w:rPr>
          <w:rFonts w:cs="Georgia"/>
          <w:kern w:val="1"/>
        </w:rPr>
        <w:t xml:space="preserve">. </w:t>
      </w:r>
      <w:r>
        <w:rPr>
          <w:rFonts w:cs="Georgia"/>
          <w:kern w:val="1"/>
        </w:rPr>
        <w:t>Je m</w:t>
      </w:r>
      <w:r w:rsidR="000E1451">
        <w:rPr>
          <w:rFonts w:cs="Georgia"/>
          <w:kern w:val="1"/>
        </w:rPr>
        <w:t>’</w:t>
      </w:r>
      <w:r>
        <w:rPr>
          <w:rFonts w:cs="Georgia"/>
          <w:kern w:val="1"/>
        </w:rPr>
        <w:t>assis derrière un fourré</w:t>
      </w:r>
      <w:r w:rsidR="000E1451">
        <w:rPr>
          <w:rFonts w:cs="Georgia"/>
          <w:kern w:val="1"/>
        </w:rPr>
        <w:t xml:space="preserve">, </w:t>
      </w:r>
      <w:r>
        <w:rPr>
          <w:rFonts w:cs="Georgia"/>
          <w:kern w:val="1"/>
        </w:rPr>
        <w:t>sur une pierre descellée</w:t>
      </w:r>
      <w:r w:rsidR="000E1451">
        <w:rPr>
          <w:rFonts w:cs="Georgia"/>
          <w:kern w:val="1"/>
        </w:rPr>
        <w:t xml:space="preserve">, </w:t>
      </w:r>
      <w:r>
        <w:rPr>
          <w:rFonts w:cs="Georgia"/>
          <w:kern w:val="1"/>
        </w:rPr>
        <w:t>et goûtai une heure environ d</w:t>
      </w:r>
      <w:r w:rsidR="000E1451">
        <w:rPr>
          <w:rFonts w:cs="Georgia"/>
          <w:kern w:val="1"/>
        </w:rPr>
        <w:t>’</w:t>
      </w:r>
      <w:r>
        <w:rPr>
          <w:rFonts w:cs="Georgia"/>
          <w:kern w:val="1"/>
        </w:rPr>
        <w:t>une béatitude qui eût été complète</w:t>
      </w:r>
      <w:r w:rsidR="000E1451">
        <w:rPr>
          <w:rFonts w:cs="Georgia"/>
          <w:kern w:val="1"/>
        </w:rPr>
        <w:t xml:space="preserve">, </w:t>
      </w:r>
      <w:r>
        <w:rPr>
          <w:rFonts w:cs="Georgia"/>
          <w:kern w:val="1"/>
        </w:rPr>
        <w:t>si le froid n</w:t>
      </w:r>
      <w:r w:rsidR="000E1451">
        <w:rPr>
          <w:rFonts w:cs="Georgia"/>
          <w:kern w:val="1"/>
        </w:rPr>
        <w:t>’</w:t>
      </w:r>
      <w:r>
        <w:rPr>
          <w:rFonts w:cs="Georgia"/>
          <w:kern w:val="1"/>
        </w:rPr>
        <w:t>avait pas été aussi vif</w:t>
      </w:r>
      <w:r w:rsidR="000E1451">
        <w:rPr>
          <w:rFonts w:cs="Georgia"/>
          <w:kern w:val="1"/>
        </w:rPr>
        <w:t xml:space="preserve">. </w:t>
      </w:r>
      <w:r>
        <w:rPr>
          <w:rFonts w:cs="Georgia"/>
          <w:kern w:val="1"/>
        </w:rPr>
        <w:t>Des pluviers et des vanneaux passaient tout près de moi</w:t>
      </w:r>
      <w:r w:rsidR="000E1451">
        <w:rPr>
          <w:rFonts w:cs="Georgia"/>
          <w:kern w:val="1"/>
        </w:rPr>
        <w:t xml:space="preserve">. </w:t>
      </w:r>
      <w:r>
        <w:rPr>
          <w:rFonts w:cs="Georgia"/>
          <w:kern w:val="1"/>
        </w:rPr>
        <w:t>Je distinguais le plumage or et cendré des uns</w:t>
      </w:r>
      <w:r w:rsidR="000E1451">
        <w:rPr>
          <w:rFonts w:cs="Georgia"/>
          <w:kern w:val="1"/>
        </w:rPr>
        <w:t xml:space="preserve">, </w:t>
      </w:r>
      <w:r>
        <w:rPr>
          <w:rFonts w:cs="Georgia"/>
          <w:kern w:val="1"/>
        </w:rPr>
        <w:t>les ailes busquées des autres</w:t>
      </w:r>
      <w:r w:rsidR="000E1451">
        <w:rPr>
          <w:rFonts w:cs="Georgia"/>
          <w:kern w:val="1"/>
        </w:rPr>
        <w:t xml:space="preserve">. </w:t>
      </w:r>
      <w:r>
        <w:rPr>
          <w:rFonts w:cs="Georgia"/>
          <w:kern w:val="1"/>
        </w:rPr>
        <w:t>Des lapins roux jouaient parmi les décombres</w:t>
      </w:r>
      <w:r w:rsidR="000E1451">
        <w:rPr>
          <w:rFonts w:cs="Georgia"/>
          <w:kern w:val="1"/>
        </w:rPr>
        <w:t>…</w:t>
      </w:r>
    </w:p>
    <w:p w14:paraId="555DA099" w14:textId="77777777" w:rsidR="000E1451" w:rsidRDefault="00BE611A" w:rsidP="00BE611A">
      <w:pPr>
        <w:rPr>
          <w:rFonts w:cs="Georgia"/>
          <w:kern w:val="1"/>
        </w:rPr>
      </w:pPr>
      <w:r>
        <w:rPr>
          <w:rFonts w:cs="Georgia"/>
          <w:kern w:val="1"/>
        </w:rPr>
        <w:t>Quelque chose vint me tirer de ma quiétude</w:t>
      </w:r>
      <w:r w:rsidR="000E1451">
        <w:rPr>
          <w:rFonts w:cs="Georgia"/>
          <w:kern w:val="1"/>
        </w:rPr>
        <w:t xml:space="preserve">. </w:t>
      </w:r>
      <w:r>
        <w:rPr>
          <w:rFonts w:cs="Georgia"/>
          <w:kern w:val="1"/>
        </w:rPr>
        <w:t>C</w:t>
      </w:r>
      <w:r w:rsidR="000E1451">
        <w:rPr>
          <w:rFonts w:cs="Georgia"/>
          <w:kern w:val="1"/>
        </w:rPr>
        <w:t>’</w:t>
      </w:r>
      <w:r>
        <w:rPr>
          <w:rFonts w:cs="Georgia"/>
          <w:kern w:val="1"/>
        </w:rPr>
        <w:t>était une mince volute de fumée qui s</w:t>
      </w:r>
      <w:r w:rsidR="000E1451">
        <w:rPr>
          <w:rFonts w:cs="Georgia"/>
          <w:kern w:val="1"/>
        </w:rPr>
        <w:t>’</w:t>
      </w:r>
      <w:r>
        <w:rPr>
          <w:rFonts w:cs="Georgia"/>
          <w:kern w:val="1"/>
        </w:rPr>
        <w:t>élevait en face de moi</w:t>
      </w:r>
      <w:r w:rsidR="000E1451">
        <w:rPr>
          <w:rFonts w:cs="Georgia"/>
          <w:kern w:val="1"/>
        </w:rPr>
        <w:t xml:space="preserve">, </w:t>
      </w:r>
      <w:r>
        <w:rPr>
          <w:rFonts w:cs="Georgia"/>
          <w:kern w:val="1"/>
        </w:rPr>
        <w:t>dans l</w:t>
      </w:r>
      <w:r w:rsidR="000E1451">
        <w:rPr>
          <w:rFonts w:cs="Georgia"/>
          <w:kern w:val="1"/>
        </w:rPr>
        <w:t>’</w:t>
      </w:r>
      <w:r>
        <w:rPr>
          <w:rFonts w:cs="Georgia"/>
          <w:kern w:val="1"/>
        </w:rPr>
        <w:t>air glacé</w:t>
      </w:r>
      <w:r w:rsidR="000E1451">
        <w:rPr>
          <w:rFonts w:cs="Georgia"/>
          <w:kern w:val="1"/>
        </w:rPr>
        <w:t xml:space="preserve">, </w:t>
      </w:r>
      <w:r>
        <w:rPr>
          <w:rFonts w:cs="Georgia"/>
          <w:kern w:val="1"/>
        </w:rPr>
        <w:t>sur la seconde marche du pavillon</w:t>
      </w:r>
      <w:r w:rsidR="000E1451">
        <w:rPr>
          <w:rFonts w:cs="Georgia"/>
          <w:kern w:val="1"/>
        </w:rPr>
        <w:t xml:space="preserve">. </w:t>
      </w:r>
      <w:r>
        <w:rPr>
          <w:rFonts w:cs="Georgia"/>
          <w:kern w:val="1"/>
        </w:rPr>
        <w:t>D</w:t>
      </w:r>
      <w:r w:rsidR="000E1451">
        <w:rPr>
          <w:rFonts w:cs="Georgia"/>
          <w:kern w:val="1"/>
        </w:rPr>
        <w:t>’</w:t>
      </w:r>
      <w:r>
        <w:rPr>
          <w:rFonts w:cs="Georgia"/>
          <w:kern w:val="1"/>
        </w:rPr>
        <w:t>abord</w:t>
      </w:r>
      <w:r w:rsidR="000E1451">
        <w:rPr>
          <w:rFonts w:cs="Georgia"/>
          <w:kern w:val="1"/>
        </w:rPr>
        <w:t xml:space="preserve">, </w:t>
      </w:r>
      <w:r>
        <w:rPr>
          <w:rFonts w:cs="Georgia"/>
          <w:kern w:val="1"/>
        </w:rPr>
        <w:t>je ne prêtai qu</w:t>
      </w:r>
      <w:r w:rsidR="000E1451">
        <w:rPr>
          <w:rFonts w:cs="Georgia"/>
          <w:kern w:val="1"/>
        </w:rPr>
        <w:t>’</w:t>
      </w:r>
      <w:r>
        <w:rPr>
          <w:rFonts w:cs="Georgia"/>
          <w:kern w:val="1"/>
        </w:rPr>
        <w:t>une médiocre attention à ce détail</w:t>
      </w:r>
      <w:r w:rsidR="000E1451">
        <w:rPr>
          <w:rFonts w:cs="Georgia"/>
          <w:kern w:val="1"/>
        </w:rPr>
        <w:t xml:space="preserve"> : </w:t>
      </w:r>
      <w:r>
        <w:rPr>
          <w:rFonts w:cs="Georgia"/>
          <w:kern w:val="1"/>
        </w:rPr>
        <w:t>sans doute une herbe sèche enflammée par une de mes cigarettes mal éteinte</w:t>
      </w:r>
      <w:r w:rsidR="000E1451">
        <w:rPr>
          <w:rFonts w:cs="Georgia"/>
          <w:kern w:val="1"/>
        </w:rPr>
        <w:t xml:space="preserve">. </w:t>
      </w:r>
      <w:r>
        <w:rPr>
          <w:rFonts w:cs="Georgia"/>
          <w:kern w:val="1"/>
        </w:rPr>
        <w:t>Mais la fumée s</w:t>
      </w:r>
      <w:r w:rsidR="000E1451">
        <w:rPr>
          <w:rFonts w:cs="Georgia"/>
          <w:kern w:val="1"/>
        </w:rPr>
        <w:t>’</w:t>
      </w:r>
      <w:r>
        <w:rPr>
          <w:rFonts w:cs="Georgia"/>
          <w:kern w:val="1"/>
        </w:rPr>
        <w:t>épaississait</w:t>
      </w:r>
      <w:r w:rsidR="000E1451">
        <w:rPr>
          <w:rFonts w:cs="Georgia"/>
          <w:kern w:val="1"/>
        </w:rPr>
        <w:t xml:space="preserve">. </w:t>
      </w:r>
      <w:r>
        <w:rPr>
          <w:rFonts w:cs="Georgia"/>
          <w:kern w:val="1"/>
        </w:rPr>
        <w:t>Je constatai que</w:t>
      </w:r>
      <w:r w:rsidR="000E1451">
        <w:rPr>
          <w:rFonts w:cs="Georgia"/>
          <w:kern w:val="1"/>
        </w:rPr>
        <w:t xml:space="preserve">, </w:t>
      </w:r>
      <w:r>
        <w:rPr>
          <w:rFonts w:cs="Georgia"/>
          <w:kern w:val="1"/>
        </w:rPr>
        <w:t>filtrant sous la porte</w:t>
      </w:r>
      <w:r w:rsidR="000E1451">
        <w:rPr>
          <w:rFonts w:cs="Georgia"/>
          <w:kern w:val="1"/>
        </w:rPr>
        <w:t xml:space="preserve">, </w:t>
      </w:r>
      <w:r>
        <w:rPr>
          <w:rFonts w:cs="Georgia"/>
          <w:kern w:val="1"/>
        </w:rPr>
        <w:t>elle sortait du pavillon</w:t>
      </w:r>
      <w:r w:rsidR="000E1451">
        <w:rPr>
          <w:rFonts w:cs="Georgia"/>
          <w:kern w:val="1"/>
        </w:rPr>
        <w:t>.</w:t>
      </w:r>
    </w:p>
    <w:p w14:paraId="03E6FB35" w14:textId="77777777" w:rsidR="000E1451" w:rsidRDefault="00BE611A" w:rsidP="00BE611A">
      <w:pPr>
        <w:rPr>
          <w:rFonts w:cs="Georgia"/>
          <w:kern w:val="1"/>
        </w:rPr>
      </w:pPr>
      <w:r>
        <w:rPr>
          <w:rFonts w:cs="Georgia"/>
          <w:kern w:val="1"/>
        </w:rPr>
        <w:t>Je n</w:t>
      </w:r>
      <w:r w:rsidR="000E1451">
        <w:rPr>
          <w:rFonts w:cs="Georgia"/>
          <w:kern w:val="1"/>
        </w:rPr>
        <w:t>’</w:t>
      </w:r>
      <w:r>
        <w:rPr>
          <w:rFonts w:cs="Georgia"/>
          <w:kern w:val="1"/>
        </w:rPr>
        <w:t>intervins pas tout de suite</w:t>
      </w:r>
      <w:r w:rsidR="000E1451">
        <w:rPr>
          <w:rFonts w:cs="Georgia"/>
          <w:kern w:val="1"/>
        </w:rPr>
        <w:t xml:space="preserve">. </w:t>
      </w:r>
      <w:r>
        <w:rPr>
          <w:rFonts w:cs="Georgia"/>
          <w:kern w:val="1"/>
        </w:rPr>
        <w:t>Qu</w:t>
      </w:r>
      <w:r w:rsidR="000E1451">
        <w:rPr>
          <w:rFonts w:cs="Georgia"/>
          <w:kern w:val="1"/>
        </w:rPr>
        <w:t>’</w:t>
      </w:r>
      <w:r>
        <w:rPr>
          <w:rFonts w:cs="Georgia"/>
          <w:kern w:val="1"/>
        </w:rPr>
        <w:t>avais-je besoin de me mêler de ce qui ne me regardait pas</w:t>
      </w:r>
      <w:r w:rsidR="000E1451">
        <w:rPr>
          <w:rFonts w:cs="Georgia"/>
          <w:kern w:val="1"/>
        </w:rPr>
        <w:t xml:space="preserve"> ! </w:t>
      </w:r>
      <w:r>
        <w:rPr>
          <w:rFonts w:cs="Georgia"/>
          <w:kern w:val="1"/>
        </w:rPr>
        <w:t>Je ne voulais connaître que ma consigne</w:t>
      </w:r>
      <w:r w:rsidR="000E1451">
        <w:rPr>
          <w:rFonts w:cs="Georgia"/>
          <w:kern w:val="1"/>
        </w:rPr>
        <w:t xml:space="preserve">. </w:t>
      </w:r>
      <w:r>
        <w:rPr>
          <w:rFonts w:cs="Georgia"/>
          <w:kern w:val="1"/>
        </w:rPr>
        <w:t>Les volutes</w:t>
      </w:r>
      <w:r w:rsidR="000E1451">
        <w:rPr>
          <w:rFonts w:cs="Georgia"/>
          <w:kern w:val="1"/>
        </w:rPr>
        <w:t xml:space="preserve">, </w:t>
      </w:r>
      <w:r>
        <w:rPr>
          <w:rFonts w:cs="Georgia"/>
          <w:kern w:val="1"/>
        </w:rPr>
        <w:t>cependant</w:t>
      </w:r>
      <w:r w:rsidR="000E1451">
        <w:rPr>
          <w:rFonts w:cs="Georgia"/>
          <w:kern w:val="1"/>
        </w:rPr>
        <w:t xml:space="preserve">, </w:t>
      </w:r>
      <w:r>
        <w:rPr>
          <w:rFonts w:cs="Georgia"/>
          <w:kern w:val="1"/>
        </w:rPr>
        <w:lastRenderedPageBreak/>
        <w:t>devenaient plus noires</w:t>
      </w:r>
      <w:r w:rsidR="000E1451">
        <w:rPr>
          <w:rFonts w:cs="Georgia"/>
          <w:kern w:val="1"/>
        </w:rPr>
        <w:t xml:space="preserve">, </w:t>
      </w:r>
      <w:r>
        <w:rPr>
          <w:rFonts w:cs="Georgia"/>
          <w:kern w:val="1"/>
        </w:rPr>
        <w:t>plus denses</w:t>
      </w:r>
      <w:r w:rsidR="000E1451">
        <w:rPr>
          <w:rFonts w:cs="Georgia"/>
          <w:kern w:val="1"/>
        </w:rPr>
        <w:t xml:space="preserve">. </w:t>
      </w:r>
      <w:r>
        <w:rPr>
          <w:rFonts w:cs="Georgia"/>
          <w:kern w:val="1"/>
        </w:rPr>
        <w:t>Il me sembla discerner un brasillement</w:t>
      </w:r>
      <w:r w:rsidR="000E1451">
        <w:rPr>
          <w:rFonts w:cs="Georgia"/>
          <w:kern w:val="1"/>
        </w:rPr>
        <w:t xml:space="preserve">, </w:t>
      </w:r>
      <w:r>
        <w:rPr>
          <w:rFonts w:cs="Georgia"/>
          <w:kern w:val="1"/>
        </w:rPr>
        <w:t>des craquements</w:t>
      </w:r>
      <w:r w:rsidR="000E1451">
        <w:rPr>
          <w:rFonts w:cs="Georgia"/>
          <w:kern w:val="1"/>
        </w:rPr>
        <w:t xml:space="preserve">. </w:t>
      </w:r>
      <w:r>
        <w:rPr>
          <w:rFonts w:cs="Georgia"/>
          <w:kern w:val="1"/>
        </w:rPr>
        <w:t>Je n</w:t>
      </w:r>
      <w:r w:rsidR="000E1451">
        <w:rPr>
          <w:rFonts w:cs="Georgia"/>
          <w:kern w:val="1"/>
        </w:rPr>
        <w:t>’</w:t>
      </w:r>
      <w:r>
        <w:rPr>
          <w:rFonts w:cs="Georgia"/>
          <w:kern w:val="1"/>
        </w:rPr>
        <w:t>y tins plus</w:t>
      </w:r>
      <w:r w:rsidR="000E1451">
        <w:rPr>
          <w:rFonts w:cs="Georgia"/>
          <w:kern w:val="1"/>
        </w:rPr>
        <w:t xml:space="preserve">. </w:t>
      </w:r>
      <w:r>
        <w:rPr>
          <w:rFonts w:cs="Georgia"/>
          <w:kern w:val="1"/>
        </w:rPr>
        <w:t>Je me levai</w:t>
      </w:r>
      <w:r w:rsidR="000E1451">
        <w:rPr>
          <w:rFonts w:cs="Georgia"/>
          <w:kern w:val="1"/>
        </w:rPr>
        <w:t>.</w:t>
      </w:r>
    </w:p>
    <w:p w14:paraId="4F3FC9C3" w14:textId="77777777" w:rsidR="000E1451" w:rsidRDefault="00BE611A" w:rsidP="00BE611A">
      <w:pPr>
        <w:rPr>
          <w:rFonts w:cs="Georgia"/>
          <w:kern w:val="1"/>
        </w:rPr>
      </w:pPr>
      <w:r>
        <w:rPr>
          <w:rFonts w:cs="Georgia"/>
          <w:kern w:val="1"/>
        </w:rPr>
        <w:t>La porte n</w:t>
      </w:r>
      <w:r w:rsidR="000E1451">
        <w:rPr>
          <w:rFonts w:cs="Georgia"/>
          <w:kern w:val="1"/>
        </w:rPr>
        <w:t>’</w:t>
      </w:r>
      <w:r>
        <w:rPr>
          <w:rFonts w:cs="Georgia"/>
          <w:kern w:val="1"/>
        </w:rPr>
        <w:t>était fermée qu</w:t>
      </w:r>
      <w:r w:rsidR="000E1451">
        <w:rPr>
          <w:rFonts w:cs="Georgia"/>
          <w:kern w:val="1"/>
        </w:rPr>
        <w:t>’</w:t>
      </w:r>
      <w:r>
        <w:rPr>
          <w:rFonts w:cs="Georgia"/>
          <w:kern w:val="1"/>
        </w:rPr>
        <w:t>au loquet</w:t>
      </w:r>
      <w:r w:rsidR="000E1451">
        <w:rPr>
          <w:rFonts w:cs="Georgia"/>
          <w:kern w:val="1"/>
        </w:rPr>
        <w:t xml:space="preserve"> ; </w:t>
      </w:r>
      <w:r>
        <w:rPr>
          <w:rFonts w:cs="Georgia"/>
          <w:kern w:val="1"/>
        </w:rPr>
        <w:t>je l</w:t>
      </w:r>
      <w:r w:rsidR="000E1451">
        <w:rPr>
          <w:rFonts w:cs="Georgia"/>
          <w:kern w:val="1"/>
        </w:rPr>
        <w:t>’</w:t>
      </w:r>
      <w:r>
        <w:rPr>
          <w:rFonts w:cs="Georgia"/>
          <w:kern w:val="1"/>
        </w:rPr>
        <w:t>ouvris</w:t>
      </w:r>
      <w:r w:rsidR="000E1451">
        <w:rPr>
          <w:rFonts w:cs="Georgia"/>
          <w:kern w:val="1"/>
        </w:rPr>
        <w:t xml:space="preserve">. </w:t>
      </w:r>
      <w:r>
        <w:rPr>
          <w:rFonts w:cs="Georgia"/>
          <w:kern w:val="1"/>
        </w:rPr>
        <w:t>Un âcre tourbillon s</w:t>
      </w:r>
      <w:r w:rsidR="000E1451">
        <w:rPr>
          <w:rFonts w:cs="Georgia"/>
          <w:kern w:val="1"/>
        </w:rPr>
        <w:t>’</w:t>
      </w:r>
      <w:r>
        <w:rPr>
          <w:rFonts w:cs="Georgia"/>
          <w:kern w:val="1"/>
        </w:rPr>
        <w:t>échappa</w:t>
      </w:r>
      <w:r w:rsidR="000E1451">
        <w:rPr>
          <w:rFonts w:cs="Georgia"/>
          <w:kern w:val="1"/>
        </w:rPr>
        <w:t xml:space="preserve">, </w:t>
      </w:r>
      <w:r>
        <w:rPr>
          <w:rFonts w:cs="Georgia"/>
          <w:kern w:val="1"/>
        </w:rPr>
        <w:t>tandis que je vis dans l</w:t>
      </w:r>
      <w:r w:rsidR="000E1451">
        <w:rPr>
          <w:rFonts w:cs="Georgia"/>
          <w:kern w:val="1"/>
        </w:rPr>
        <w:t>’</w:t>
      </w:r>
      <w:r>
        <w:rPr>
          <w:rFonts w:cs="Georgia"/>
          <w:kern w:val="1"/>
        </w:rPr>
        <w:t>ombre le foyer de l</w:t>
      </w:r>
      <w:r w:rsidR="000E1451">
        <w:rPr>
          <w:rFonts w:cs="Georgia"/>
          <w:kern w:val="1"/>
        </w:rPr>
        <w:t>’</w:t>
      </w:r>
      <w:r>
        <w:rPr>
          <w:rFonts w:cs="Georgia"/>
          <w:kern w:val="1"/>
        </w:rPr>
        <w:t>incendie s</w:t>
      </w:r>
      <w:r w:rsidR="000E1451">
        <w:rPr>
          <w:rFonts w:cs="Georgia"/>
          <w:kern w:val="1"/>
        </w:rPr>
        <w:t>’</w:t>
      </w:r>
      <w:r>
        <w:rPr>
          <w:rFonts w:cs="Georgia"/>
          <w:kern w:val="1"/>
        </w:rPr>
        <w:t>aviver sous l</w:t>
      </w:r>
      <w:r w:rsidR="000E1451">
        <w:rPr>
          <w:rFonts w:cs="Georgia"/>
          <w:kern w:val="1"/>
        </w:rPr>
        <w:t>’</w:t>
      </w:r>
      <w:r>
        <w:rPr>
          <w:rFonts w:cs="Georgia"/>
          <w:kern w:val="1"/>
        </w:rPr>
        <w:t>effet du grand air</w:t>
      </w:r>
      <w:r w:rsidR="000E1451">
        <w:rPr>
          <w:rFonts w:cs="Georgia"/>
          <w:kern w:val="1"/>
        </w:rPr>
        <w:t>.</w:t>
      </w:r>
    </w:p>
    <w:p w14:paraId="5D2C2FCE" w14:textId="77777777" w:rsidR="000E1451" w:rsidRDefault="00BE611A" w:rsidP="00BE611A">
      <w:pPr>
        <w:rPr>
          <w:rFonts w:cs="Georgia"/>
          <w:kern w:val="1"/>
        </w:rPr>
      </w:pPr>
      <w:r>
        <w:rPr>
          <w:rFonts w:cs="Georgia"/>
          <w:kern w:val="1"/>
        </w:rPr>
        <w:t>L</w:t>
      </w:r>
      <w:r w:rsidR="000E1451">
        <w:rPr>
          <w:rFonts w:cs="Georgia"/>
          <w:kern w:val="1"/>
        </w:rPr>
        <w:t>’</w:t>
      </w:r>
      <w:r>
        <w:rPr>
          <w:rFonts w:cs="Georgia"/>
          <w:kern w:val="1"/>
        </w:rPr>
        <w:t>accident était dû sans doute à une lampe qui s</w:t>
      </w:r>
      <w:r w:rsidR="000E1451">
        <w:rPr>
          <w:rFonts w:cs="Georgia"/>
          <w:kern w:val="1"/>
        </w:rPr>
        <w:t>’</w:t>
      </w:r>
      <w:r>
        <w:rPr>
          <w:rFonts w:cs="Georgia"/>
          <w:kern w:val="1"/>
        </w:rPr>
        <w:t>était renversée contre le poêle</w:t>
      </w:r>
      <w:r w:rsidR="000E1451">
        <w:rPr>
          <w:rFonts w:cs="Georgia"/>
          <w:kern w:val="1"/>
        </w:rPr>
        <w:t xml:space="preserve">, </w:t>
      </w:r>
      <w:r>
        <w:rPr>
          <w:rFonts w:cs="Georgia"/>
          <w:kern w:val="1"/>
        </w:rPr>
        <w:t>entraînée par le poids de son immense abat-jour</w:t>
      </w:r>
      <w:r w:rsidR="000E1451">
        <w:rPr>
          <w:rFonts w:cs="Georgia"/>
          <w:kern w:val="1"/>
        </w:rPr>
        <w:t xml:space="preserve">. </w:t>
      </w:r>
      <w:r>
        <w:rPr>
          <w:rFonts w:cs="Georgia"/>
          <w:kern w:val="1"/>
        </w:rPr>
        <w:t>Le pétrole répandu avait été enflammé par une escarbille</w:t>
      </w:r>
      <w:r w:rsidR="000E1451">
        <w:rPr>
          <w:rFonts w:cs="Georgia"/>
          <w:kern w:val="1"/>
        </w:rPr>
        <w:t xml:space="preserve">. </w:t>
      </w:r>
      <w:r>
        <w:rPr>
          <w:rFonts w:cs="Georgia"/>
          <w:kern w:val="1"/>
        </w:rPr>
        <w:t>Le tapis à longues franges d</w:t>
      </w:r>
      <w:r w:rsidR="000E1451">
        <w:rPr>
          <w:rFonts w:cs="Georgia"/>
          <w:kern w:val="1"/>
        </w:rPr>
        <w:t>’</w:t>
      </w:r>
      <w:r>
        <w:rPr>
          <w:rFonts w:cs="Georgia"/>
          <w:kern w:val="1"/>
        </w:rPr>
        <w:t>un guéridon avait pris feu</w:t>
      </w:r>
      <w:r w:rsidR="000E1451">
        <w:rPr>
          <w:rFonts w:cs="Georgia"/>
          <w:kern w:val="1"/>
        </w:rPr>
        <w:t xml:space="preserve">, </w:t>
      </w:r>
      <w:r>
        <w:rPr>
          <w:rFonts w:cs="Georgia"/>
          <w:kern w:val="1"/>
        </w:rPr>
        <w:t>ainsi que les tentures de la fenêtre voisine</w:t>
      </w:r>
      <w:r w:rsidR="000E1451">
        <w:rPr>
          <w:rFonts w:cs="Georgia"/>
          <w:kern w:val="1"/>
        </w:rPr>
        <w:t xml:space="preserve">. </w:t>
      </w:r>
      <w:r>
        <w:rPr>
          <w:rFonts w:cs="Georgia"/>
          <w:kern w:val="1"/>
        </w:rPr>
        <w:t>Je me servis de ce tapis</w:t>
      </w:r>
      <w:r w:rsidR="000E1451">
        <w:rPr>
          <w:rFonts w:cs="Georgia"/>
          <w:kern w:val="1"/>
        </w:rPr>
        <w:t xml:space="preserve">, </w:t>
      </w:r>
      <w:r>
        <w:rPr>
          <w:rFonts w:cs="Georgia"/>
          <w:kern w:val="1"/>
        </w:rPr>
        <w:t>de ces rideaux</w:t>
      </w:r>
      <w:r w:rsidR="000E1451">
        <w:rPr>
          <w:rFonts w:cs="Georgia"/>
          <w:kern w:val="1"/>
        </w:rPr>
        <w:t xml:space="preserve">, </w:t>
      </w:r>
      <w:r>
        <w:rPr>
          <w:rFonts w:cs="Georgia"/>
          <w:kern w:val="1"/>
        </w:rPr>
        <w:t>pour étouffer la flamme</w:t>
      </w:r>
      <w:r w:rsidR="000E1451">
        <w:rPr>
          <w:rFonts w:cs="Georgia"/>
          <w:kern w:val="1"/>
        </w:rPr>
        <w:t xml:space="preserve">. </w:t>
      </w:r>
      <w:r>
        <w:rPr>
          <w:rFonts w:cs="Georgia"/>
          <w:kern w:val="1"/>
        </w:rPr>
        <w:t>J</w:t>
      </w:r>
      <w:r w:rsidR="000E1451">
        <w:rPr>
          <w:rFonts w:cs="Georgia"/>
          <w:kern w:val="1"/>
        </w:rPr>
        <w:t>’</w:t>
      </w:r>
      <w:r>
        <w:rPr>
          <w:rFonts w:cs="Georgia"/>
          <w:kern w:val="1"/>
        </w:rPr>
        <w:t>y réussis assez vite</w:t>
      </w:r>
      <w:r w:rsidR="000E1451">
        <w:rPr>
          <w:rFonts w:cs="Georgia"/>
          <w:kern w:val="1"/>
        </w:rPr>
        <w:t>.</w:t>
      </w:r>
    </w:p>
    <w:p w14:paraId="0332D63E" w14:textId="77777777" w:rsidR="000E1451" w:rsidRDefault="00BE611A" w:rsidP="00BE611A">
      <w:pPr>
        <w:rPr>
          <w:rFonts w:cs="Georgia"/>
          <w:kern w:val="1"/>
        </w:rPr>
      </w:pPr>
      <w:r>
        <w:rPr>
          <w:rFonts w:cs="Georgia"/>
          <w:kern w:val="1"/>
        </w:rPr>
        <w:t>Comme j</w:t>
      </w:r>
      <w:r w:rsidR="000E1451">
        <w:rPr>
          <w:rFonts w:cs="Georgia"/>
          <w:kern w:val="1"/>
        </w:rPr>
        <w:t>’</w:t>
      </w:r>
      <w:r>
        <w:rPr>
          <w:rFonts w:cs="Georgia"/>
          <w:kern w:val="1"/>
        </w:rPr>
        <w:t>achevais</w:t>
      </w:r>
      <w:r w:rsidR="000E1451">
        <w:rPr>
          <w:rFonts w:cs="Georgia"/>
          <w:kern w:val="1"/>
        </w:rPr>
        <w:t xml:space="preserve">, </w:t>
      </w:r>
      <w:r>
        <w:rPr>
          <w:rFonts w:cs="Georgia"/>
          <w:kern w:val="1"/>
        </w:rPr>
        <w:t>non sans m</w:t>
      </w:r>
      <w:r w:rsidR="000E1451">
        <w:rPr>
          <w:rFonts w:cs="Georgia"/>
          <w:kern w:val="1"/>
        </w:rPr>
        <w:t>’</w:t>
      </w:r>
      <w:r>
        <w:rPr>
          <w:rFonts w:cs="Georgia"/>
          <w:kern w:val="1"/>
        </w:rPr>
        <w:t>être légèrement brûlé à la main droite</w:t>
      </w:r>
      <w:r w:rsidR="000E1451">
        <w:rPr>
          <w:rFonts w:cs="Georgia"/>
          <w:kern w:val="1"/>
        </w:rPr>
        <w:t xml:space="preserve">, </w:t>
      </w:r>
      <w:r>
        <w:rPr>
          <w:rFonts w:cs="Georgia"/>
          <w:kern w:val="1"/>
        </w:rPr>
        <w:t>ma besogne de pompier bénévole</w:t>
      </w:r>
      <w:r w:rsidR="000E1451">
        <w:rPr>
          <w:rFonts w:cs="Georgia"/>
          <w:kern w:val="1"/>
        </w:rPr>
        <w:t xml:space="preserve">, </w:t>
      </w:r>
      <w:r>
        <w:rPr>
          <w:rFonts w:cs="Georgia"/>
          <w:kern w:val="1"/>
        </w:rPr>
        <w:t>j</w:t>
      </w:r>
      <w:r w:rsidR="000E1451">
        <w:rPr>
          <w:rFonts w:cs="Georgia"/>
          <w:kern w:val="1"/>
        </w:rPr>
        <w:t>’</w:t>
      </w:r>
      <w:r>
        <w:rPr>
          <w:rFonts w:cs="Georgia"/>
          <w:kern w:val="1"/>
        </w:rPr>
        <w:t>entendis un bruit léger derrière moi</w:t>
      </w:r>
      <w:r w:rsidR="000E1451">
        <w:rPr>
          <w:rFonts w:cs="Georgia"/>
          <w:kern w:val="1"/>
        </w:rPr>
        <w:t xml:space="preserve">. </w:t>
      </w:r>
      <w:r>
        <w:rPr>
          <w:rFonts w:cs="Georgia"/>
          <w:kern w:val="1"/>
        </w:rPr>
        <w:t>Je me retournai</w:t>
      </w:r>
      <w:r w:rsidR="000E1451">
        <w:rPr>
          <w:rFonts w:cs="Georgia"/>
          <w:kern w:val="1"/>
        </w:rPr>
        <w:t xml:space="preserve">. </w:t>
      </w:r>
      <w:r>
        <w:rPr>
          <w:rFonts w:cs="Georgia"/>
          <w:kern w:val="1"/>
        </w:rPr>
        <w:t>Quelqu</w:t>
      </w:r>
      <w:r w:rsidR="000E1451">
        <w:rPr>
          <w:rFonts w:cs="Georgia"/>
          <w:kern w:val="1"/>
        </w:rPr>
        <w:t>’</w:t>
      </w:r>
      <w:r>
        <w:rPr>
          <w:rFonts w:cs="Georgia"/>
          <w:kern w:val="1"/>
        </w:rPr>
        <w:t>un se tenait sur le seuil du pavillon</w:t>
      </w:r>
      <w:r w:rsidR="000E1451">
        <w:rPr>
          <w:rFonts w:cs="Georgia"/>
          <w:kern w:val="1"/>
        </w:rPr>
        <w:t xml:space="preserve">. </w:t>
      </w:r>
      <w:r>
        <w:rPr>
          <w:rFonts w:cs="Georgia"/>
          <w:kern w:val="1"/>
        </w:rPr>
        <w:t>Je reconnus la jeune fille qui accompagnait dans ses promenades le général de Reichendorf</w:t>
      </w:r>
      <w:r w:rsidR="000E1451">
        <w:rPr>
          <w:rFonts w:cs="Georgia"/>
          <w:kern w:val="1"/>
        </w:rPr>
        <w:t>.</w:t>
      </w:r>
    </w:p>
    <w:p w14:paraId="5051CB49" w14:textId="77777777" w:rsidR="000E1451" w:rsidRDefault="00BE611A" w:rsidP="00BE611A">
      <w:pPr>
        <w:rPr>
          <w:rFonts w:cs="Georgia"/>
          <w:kern w:val="1"/>
        </w:rPr>
      </w:pPr>
      <w:r>
        <w:rPr>
          <w:rFonts w:cs="Georgia"/>
          <w:kern w:val="1"/>
        </w:rPr>
        <w:t>Toute droite dans sa robe de deuil</w:t>
      </w:r>
      <w:r w:rsidR="000E1451">
        <w:rPr>
          <w:rFonts w:cs="Georgia"/>
          <w:kern w:val="1"/>
        </w:rPr>
        <w:t xml:space="preserve">, </w:t>
      </w:r>
      <w:r>
        <w:rPr>
          <w:rFonts w:cs="Georgia"/>
          <w:kern w:val="1"/>
        </w:rPr>
        <w:t>elle regardait avec surprise ce soldat aux mains noircies par le charbon qui se démenait parmi les meubles bouleversés de son boudoir</w:t>
      </w:r>
      <w:r w:rsidR="000E1451">
        <w:rPr>
          <w:rFonts w:cs="Georgia"/>
          <w:kern w:val="1"/>
        </w:rPr>
        <w:t>.</w:t>
      </w:r>
    </w:p>
    <w:p w14:paraId="6CF0834A" w14:textId="77777777" w:rsidR="000E1451" w:rsidRDefault="000E1451" w:rsidP="00BE611A">
      <w:pPr>
        <w:rPr>
          <w:rFonts w:cs="Georgia"/>
          <w:kern w:val="1"/>
        </w:rPr>
      </w:pPr>
      <w:r>
        <w:rPr>
          <w:rFonts w:cs="Georgia"/>
          <w:kern w:val="1"/>
        </w:rPr>
        <w:t>— </w:t>
      </w:r>
      <w:r w:rsidR="00BE611A">
        <w:rPr>
          <w:rFonts w:cs="Georgia"/>
          <w:kern w:val="1"/>
        </w:rPr>
        <w:t>Le feu</w:t>
      </w:r>
      <w:r>
        <w:rPr>
          <w:rFonts w:cs="Georgia"/>
          <w:kern w:val="1"/>
        </w:rPr>
        <w:t xml:space="preserve">, </w:t>
      </w:r>
      <w:r w:rsidR="00BE611A">
        <w:rPr>
          <w:rFonts w:cs="Georgia"/>
          <w:kern w:val="1"/>
        </w:rPr>
        <w:t>crus-je devoir expliquer</w:t>
      </w:r>
      <w:r>
        <w:rPr>
          <w:rFonts w:cs="Georgia"/>
          <w:kern w:val="1"/>
        </w:rPr>
        <w:t xml:space="preserve">, </w:t>
      </w:r>
      <w:r w:rsidR="00BE611A">
        <w:rPr>
          <w:rFonts w:cs="Georgia"/>
          <w:kern w:val="1"/>
        </w:rPr>
        <w:t>avec un sourire d</w:t>
      </w:r>
      <w:r>
        <w:rPr>
          <w:rFonts w:cs="Georgia"/>
          <w:kern w:val="1"/>
        </w:rPr>
        <w:t>’</w:t>
      </w:r>
      <w:r w:rsidR="00BE611A">
        <w:rPr>
          <w:rFonts w:cs="Georgia"/>
          <w:kern w:val="1"/>
        </w:rPr>
        <w:t>enfant pris en faute</w:t>
      </w:r>
      <w:r>
        <w:rPr>
          <w:rFonts w:cs="Georgia"/>
          <w:kern w:val="1"/>
        </w:rPr>
        <w:t>.</w:t>
      </w:r>
    </w:p>
    <w:p w14:paraId="61E9A192" w14:textId="77777777" w:rsidR="000E1451" w:rsidRDefault="00BE611A" w:rsidP="00BE611A">
      <w:pPr>
        <w:rPr>
          <w:rFonts w:cs="Georgia"/>
          <w:kern w:val="1"/>
        </w:rPr>
      </w:pPr>
      <w:r>
        <w:rPr>
          <w:rFonts w:cs="Georgia"/>
          <w:kern w:val="1"/>
        </w:rPr>
        <w:t>Elle continua à rester muette</w:t>
      </w:r>
      <w:r w:rsidR="000E1451">
        <w:rPr>
          <w:rFonts w:cs="Georgia"/>
          <w:kern w:val="1"/>
        </w:rPr>
        <w:t xml:space="preserve">. </w:t>
      </w:r>
      <w:r>
        <w:rPr>
          <w:rFonts w:cs="Georgia"/>
          <w:kern w:val="1"/>
        </w:rPr>
        <w:t>L</w:t>
      </w:r>
      <w:r w:rsidR="000E1451">
        <w:rPr>
          <w:rFonts w:cs="Georgia"/>
          <w:kern w:val="1"/>
        </w:rPr>
        <w:t>’</w:t>
      </w:r>
      <w:r>
        <w:rPr>
          <w:rFonts w:cs="Georgia"/>
          <w:kern w:val="1"/>
        </w:rPr>
        <w:t>expression d</w:t>
      </w:r>
      <w:r w:rsidR="000E1451">
        <w:rPr>
          <w:rFonts w:cs="Georgia"/>
          <w:kern w:val="1"/>
        </w:rPr>
        <w:t>’</w:t>
      </w:r>
      <w:r>
        <w:rPr>
          <w:rFonts w:cs="Georgia"/>
          <w:kern w:val="1"/>
        </w:rPr>
        <w:t>étonnement un peu effrayé que je lui avais vue tout d</w:t>
      </w:r>
      <w:r w:rsidR="000E1451">
        <w:rPr>
          <w:rFonts w:cs="Georgia"/>
          <w:kern w:val="1"/>
        </w:rPr>
        <w:t>’</w:t>
      </w:r>
      <w:r>
        <w:rPr>
          <w:rFonts w:cs="Georgia"/>
          <w:kern w:val="1"/>
        </w:rPr>
        <w:t>abord avait fait place à une attitude distante et revêche</w:t>
      </w:r>
      <w:r w:rsidR="000E1451">
        <w:rPr>
          <w:rFonts w:cs="Georgia"/>
          <w:kern w:val="1"/>
        </w:rPr>
        <w:t>.</w:t>
      </w:r>
    </w:p>
    <w:p w14:paraId="5AE84943" w14:textId="77777777" w:rsidR="000E1451" w:rsidRDefault="000E1451" w:rsidP="00BE611A">
      <w:pPr>
        <w:rPr>
          <w:rFonts w:cs="Georgia"/>
          <w:kern w:val="1"/>
        </w:rPr>
      </w:pPr>
      <w:r>
        <w:rPr>
          <w:rFonts w:cs="Georgia"/>
          <w:kern w:val="1"/>
        </w:rPr>
        <w:t>— </w:t>
      </w:r>
      <w:r w:rsidR="00BE611A">
        <w:rPr>
          <w:rFonts w:cs="Georgia"/>
          <w:kern w:val="1"/>
        </w:rPr>
        <w:t>J</w:t>
      </w:r>
      <w:r>
        <w:rPr>
          <w:rFonts w:cs="Georgia"/>
          <w:kern w:val="1"/>
        </w:rPr>
        <w:t>’</w:t>
      </w:r>
      <w:r w:rsidR="00BE611A">
        <w:rPr>
          <w:rFonts w:cs="Georgia"/>
          <w:kern w:val="1"/>
        </w:rPr>
        <w:t>ai vu de la fumée</w:t>
      </w:r>
      <w:r>
        <w:rPr>
          <w:rFonts w:cs="Georgia"/>
          <w:kern w:val="1"/>
        </w:rPr>
        <w:t xml:space="preserve">. </w:t>
      </w:r>
      <w:r w:rsidR="00BE611A">
        <w:rPr>
          <w:rFonts w:cs="Georgia"/>
          <w:kern w:val="1"/>
        </w:rPr>
        <w:t>Je suis entré</w:t>
      </w:r>
      <w:r>
        <w:rPr>
          <w:rFonts w:cs="Georgia"/>
          <w:kern w:val="1"/>
        </w:rPr>
        <w:t xml:space="preserve">. </w:t>
      </w:r>
      <w:r w:rsidR="00BE611A">
        <w:rPr>
          <w:rFonts w:cs="Georgia"/>
          <w:kern w:val="1"/>
        </w:rPr>
        <w:t>Je me suis permis</w:t>
      </w:r>
      <w:r>
        <w:rPr>
          <w:rFonts w:cs="Georgia"/>
          <w:kern w:val="1"/>
        </w:rPr>
        <w:t>…</w:t>
      </w:r>
    </w:p>
    <w:p w14:paraId="1C4F6669" w14:textId="77777777" w:rsidR="000E1451" w:rsidRDefault="000E1451" w:rsidP="00BE611A">
      <w:pPr>
        <w:rPr>
          <w:rFonts w:cs="Georgia"/>
          <w:kern w:val="1"/>
        </w:rPr>
      </w:pPr>
      <w:r>
        <w:rPr>
          <w:rFonts w:cs="Georgia"/>
          <w:kern w:val="1"/>
        </w:rPr>
        <w:t>— </w:t>
      </w:r>
      <w:r w:rsidR="00BE611A">
        <w:rPr>
          <w:rFonts w:cs="Georgia"/>
          <w:kern w:val="1"/>
        </w:rPr>
        <w:t>Il fallait appeler</w:t>
      </w:r>
      <w:r>
        <w:rPr>
          <w:rFonts w:cs="Georgia"/>
          <w:kern w:val="1"/>
        </w:rPr>
        <w:t xml:space="preserve">, </w:t>
      </w:r>
      <w:r w:rsidR="00BE611A">
        <w:rPr>
          <w:rFonts w:cs="Georgia"/>
          <w:kern w:val="1"/>
        </w:rPr>
        <w:t>se borna-t-elle à dire froidement</w:t>
      </w:r>
      <w:r>
        <w:rPr>
          <w:rFonts w:cs="Georgia"/>
          <w:kern w:val="1"/>
        </w:rPr>
        <w:t>.</w:t>
      </w:r>
    </w:p>
    <w:p w14:paraId="2D18802B" w14:textId="77777777" w:rsidR="000E1451" w:rsidRDefault="000E1451" w:rsidP="00BE611A">
      <w:pPr>
        <w:rPr>
          <w:rFonts w:cs="Georgia"/>
          <w:kern w:val="1"/>
        </w:rPr>
      </w:pPr>
      <w:r>
        <w:rPr>
          <w:rFonts w:cs="Georgia"/>
          <w:kern w:val="1"/>
        </w:rPr>
        <w:lastRenderedPageBreak/>
        <w:t>— </w:t>
      </w:r>
      <w:r w:rsidR="00BE611A">
        <w:rPr>
          <w:rFonts w:cs="Georgia"/>
          <w:kern w:val="1"/>
        </w:rPr>
        <w:t>Tout aurait été consumé avant qu</w:t>
      </w:r>
      <w:r>
        <w:rPr>
          <w:rFonts w:cs="Georgia"/>
          <w:kern w:val="1"/>
        </w:rPr>
        <w:t>’</w:t>
      </w:r>
      <w:r w:rsidR="00BE611A">
        <w:rPr>
          <w:rFonts w:cs="Georgia"/>
          <w:kern w:val="1"/>
        </w:rPr>
        <w:t>on arrivât</w:t>
      </w:r>
      <w:r>
        <w:rPr>
          <w:rFonts w:cs="Georgia"/>
          <w:kern w:val="1"/>
        </w:rPr>
        <w:t xml:space="preserve">, </w:t>
      </w:r>
      <w:r w:rsidR="00BE611A">
        <w:rPr>
          <w:rFonts w:cs="Georgia"/>
          <w:kern w:val="1"/>
        </w:rPr>
        <w:t>murmurai-je</w:t>
      </w:r>
      <w:r>
        <w:rPr>
          <w:rFonts w:cs="Georgia"/>
          <w:kern w:val="1"/>
        </w:rPr>
        <w:t>.</w:t>
      </w:r>
    </w:p>
    <w:p w14:paraId="1FF9CA0A" w14:textId="77777777" w:rsidR="000E1451" w:rsidRDefault="00BE611A" w:rsidP="00BE611A">
      <w:pPr>
        <w:rPr>
          <w:rFonts w:cs="Georgia"/>
          <w:kern w:val="1"/>
        </w:rPr>
      </w:pPr>
      <w:r>
        <w:rPr>
          <w:rFonts w:cs="Georgia"/>
          <w:kern w:val="1"/>
        </w:rPr>
        <w:t>Elle n</w:t>
      </w:r>
      <w:r w:rsidR="000E1451">
        <w:rPr>
          <w:rFonts w:cs="Georgia"/>
          <w:kern w:val="1"/>
        </w:rPr>
        <w:t>’</w:t>
      </w:r>
      <w:r>
        <w:rPr>
          <w:rFonts w:cs="Georgia"/>
          <w:kern w:val="1"/>
        </w:rPr>
        <w:t>eut même pas l</w:t>
      </w:r>
      <w:r w:rsidR="000E1451">
        <w:rPr>
          <w:rFonts w:cs="Georgia"/>
          <w:kern w:val="1"/>
        </w:rPr>
        <w:t>’</w:t>
      </w:r>
      <w:r>
        <w:rPr>
          <w:rFonts w:cs="Georgia"/>
          <w:kern w:val="1"/>
        </w:rPr>
        <w:t>air d</w:t>
      </w:r>
      <w:r w:rsidR="000E1451">
        <w:rPr>
          <w:rFonts w:cs="Georgia"/>
          <w:kern w:val="1"/>
        </w:rPr>
        <w:t>’</w:t>
      </w:r>
      <w:r>
        <w:rPr>
          <w:rFonts w:cs="Georgia"/>
          <w:kern w:val="1"/>
        </w:rPr>
        <w:t>avoir entendu</w:t>
      </w:r>
      <w:r w:rsidR="000E1451">
        <w:rPr>
          <w:rFonts w:cs="Georgia"/>
          <w:kern w:val="1"/>
        </w:rPr>
        <w:t xml:space="preserve"> : </w:t>
      </w:r>
      <w:r>
        <w:rPr>
          <w:rFonts w:cs="Georgia"/>
          <w:kern w:val="1"/>
        </w:rPr>
        <w:t>elle regardait les dégâts qui</w:t>
      </w:r>
      <w:r w:rsidR="000E1451">
        <w:rPr>
          <w:rFonts w:cs="Georgia"/>
          <w:kern w:val="1"/>
        </w:rPr>
        <w:t xml:space="preserve">, </w:t>
      </w:r>
      <w:r>
        <w:rPr>
          <w:rFonts w:cs="Georgia"/>
          <w:kern w:val="1"/>
        </w:rPr>
        <w:t>dans le désordre</w:t>
      </w:r>
      <w:r w:rsidR="000E1451">
        <w:rPr>
          <w:rFonts w:cs="Georgia"/>
          <w:kern w:val="1"/>
        </w:rPr>
        <w:t xml:space="preserve">, </w:t>
      </w:r>
      <w:r>
        <w:rPr>
          <w:rFonts w:cs="Georgia"/>
          <w:kern w:val="1"/>
        </w:rPr>
        <w:t>paraissaient énormes</w:t>
      </w:r>
      <w:r w:rsidR="000E1451">
        <w:rPr>
          <w:rFonts w:cs="Georgia"/>
          <w:kern w:val="1"/>
        </w:rPr>
        <w:t xml:space="preserve">. </w:t>
      </w:r>
      <w:r>
        <w:rPr>
          <w:rFonts w:cs="Georgia"/>
          <w:kern w:val="1"/>
        </w:rPr>
        <w:t>Plusieurs bibelots appartenant à la table dont j</w:t>
      </w:r>
      <w:r w:rsidR="000E1451">
        <w:rPr>
          <w:rFonts w:cs="Georgia"/>
          <w:kern w:val="1"/>
        </w:rPr>
        <w:t>’</w:t>
      </w:r>
      <w:r>
        <w:rPr>
          <w:rFonts w:cs="Georgia"/>
          <w:kern w:val="1"/>
        </w:rPr>
        <w:t>avais dû enlever précipitamment le tapis gisaient à terre</w:t>
      </w:r>
      <w:r w:rsidR="000E1451">
        <w:rPr>
          <w:rFonts w:cs="Georgia"/>
          <w:kern w:val="1"/>
        </w:rPr>
        <w:t xml:space="preserve">, </w:t>
      </w:r>
      <w:r>
        <w:rPr>
          <w:rFonts w:cs="Georgia"/>
          <w:kern w:val="1"/>
        </w:rPr>
        <w:t>notamment un portrait qui représentait un officier en grande tenue</w:t>
      </w:r>
      <w:r w:rsidR="000E1451">
        <w:rPr>
          <w:rFonts w:cs="Georgia"/>
          <w:kern w:val="1"/>
        </w:rPr>
        <w:t xml:space="preserve">, </w:t>
      </w:r>
      <w:r>
        <w:rPr>
          <w:rFonts w:cs="Georgia"/>
          <w:kern w:val="1"/>
        </w:rPr>
        <w:t>coiffé du casque à pointe</w:t>
      </w:r>
      <w:r w:rsidR="000E1451">
        <w:rPr>
          <w:rFonts w:cs="Georgia"/>
          <w:kern w:val="1"/>
        </w:rPr>
        <w:t xml:space="preserve">. </w:t>
      </w:r>
      <w:r>
        <w:rPr>
          <w:rFonts w:cs="Georgia"/>
          <w:kern w:val="1"/>
        </w:rPr>
        <w:t>Elle le ramassa et le déposa sur un divan</w:t>
      </w:r>
      <w:r w:rsidR="000E1451">
        <w:rPr>
          <w:rFonts w:cs="Georgia"/>
          <w:kern w:val="1"/>
        </w:rPr>
        <w:t xml:space="preserve">, </w:t>
      </w:r>
      <w:r>
        <w:rPr>
          <w:rFonts w:cs="Georgia"/>
          <w:kern w:val="1"/>
        </w:rPr>
        <w:t>après avoir essuyé le cadre et la glace avec son mouchoir</w:t>
      </w:r>
      <w:r w:rsidR="000E1451">
        <w:rPr>
          <w:rFonts w:cs="Georgia"/>
          <w:kern w:val="1"/>
        </w:rPr>
        <w:t>.</w:t>
      </w:r>
    </w:p>
    <w:p w14:paraId="4CC8A1FF" w14:textId="77777777" w:rsidR="00BE611A" w:rsidRDefault="000E1451" w:rsidP="00BE611A">
      <w:pPr>
        <w:rPr>
          <w:rFonts w:cs="Georgia"/>
          <w:kern w:val="1"/>
        </w:rPr>
      </w:pPr>
      <w:r>
        <w:rPr>
          <w:rFonts w:cs="Georgia"/>
          <w:kern w:val="1"/>
        </w:rPr>
        <w:t>« </w:t>
      </w:r>
      <w:r w:rsidR="00BE611A">
        <w:rPr>
          <w:rFonts w:cs="Georgia"/>
          <w:kern w:val="1"/>
        </w:rPr>
        <w:t>Ah</w:t>
      </w:r>
      <w:r>
        <w:rPr>
          <w:rFonts w:cs="Georgia"/>
          <w:kern w:val="1"/>
        </w:rPr>
        <w:t xml:space="preserve"> ! </w:t>
      </w:r>
      <w:r w:rsidR="00BE611A">
        <w:rPr>
          <w:rFonts w:cs="Georgia"/>
          <w:kern w:val="1"/>
        </w:rPr>
        <w:t>ça</w:t>
      </w:r>
      <w:r>
        <w:rPr>
          <w:rFonts w:cs="Georgia"/>
          <w:kern w:val="1"/>
        </w:rPr>
        <w:t xml:space="preserve"> ! </w:t>
      </w:r>
      <w:r w:rsidR="00BE611A">
        <w:rPr>
          <w:rFonts w:cs="Georgia"/>
          <w:kern w:val="1"/>
        </w:rPr>
        <w:t>me dis-je</w:t>
      </w:r>
      <w:r>
        <w:rPr>
          <w:rFonts w:cs="Georgia"/>
          <w:kern w:val="1"/>
        </w:rPr>
        <w:t xml:space="preserve">, </w:t>
      </w:r>
      <w:r w:rsidR="00BE611A">
        <w:rPr>
          <w:rFonts w:cs="Georgia"/>
          <w:kern w:val="1"/>
        </w:rPr>
        <w:t>il ne faudrait pourtant pas qu</w:t>
      </w:r>
      <w:r>
        <w:rPr>
          <w:rFonts w:cs="Georgia"/>
          <w:kern w:val="1"/>
        </w:rPr>
        <w:t>’</w:t>
      </w:r>
      <w:r w:rsidR="00BE611A">
        <w:rPr>
          <w:rFonts w:cs="Georgia"/>
          <w:kern w:val="1"/>
        </w:rPr>
        <w:t>elle s</w:t>
      </w:r>
      <w:r>
        <w:rPr>
          <w:rFonts w:cs="Georgia"/>
          <w:kern w:val="1"/>
        </w:rPr>
        <w:t>’</w:t>
      </w:r>
      <w:r w:rsidR="00BE611A">
        <w:rPr>
          <w:rFonts w:cs="Georgia"/>
          <w:kern w:val="1"/>
        </w:rPr>
        <w:t>imaginât que c</w:t>
      </w:r>
      <w:r>
        <w:rPr>
          <w:rFonts w:cs="Georgia"/>
          <w:kern w:val="1"/>
        </w:rPr>
        <w:t>’</w:t>
      </w:r>
      <w:r w:rsidR="00BE611A">
        <w:rPr>
          <w:rFonts w:cs="Georgia"/>
          <w:kern w:val="1"/>
        </w:rPr>
        <w:t>est moi qui ai mis le feu ici</w:t>
      </w:r>
      <w:r>
        <w:rPr>
          <w:rFonts w:cs="Georgia"/>
          <w:kern w:val="1"/>
        </w:rPr>
        <w:t> ! »</w:t>
      </w:r>
    </w:p>
    <w:p w14:paraId="47FB8E99" w14:textId="77777777" w:rsidR="000E1451" w:rsidRDefault="00BE611A" w:rsidP="00BE611A">
      <w:pPr>
        <w:rPr>
          <w:rFonts w:cs="Georgia"/>
          <w:kern w:val="1"/>
        </w:rPr>
      </w:pPr>
      <w:r>
        <w:rPr>
          <w:rFonts w:cs="Georgia"/>
          <w:kern w:val="1"/>
        </w:rPr>
        <w:t>Elle m</w:t>
      </w:r>
      <w:r w:rsidR="000E1451">
        <w:rPr>
          <w:rFonts w:cs="Georgia"/>
          <w:kern w:val="1"/>
        </w:rPr>
        <w:t>’</w:t>
      </w:r>
      <w:r>
        <w:rPr>
          <w:rFonts w:cs="Georgia"/>
          <w:kern w:val="1"/>
        </w:rPr>
        <w:t>avait tourné le dos</w:t>
      </w:r>
      <w:r w:rsidR="000E1451">
        <w:rPr>
          <w:rFonts w:cs="Georgia"/>
          <w:kern w:val="1"/>
        </w:rPr>
        <w:t xml:space="preserve">. </w:t>
      </w:r>
      <w:r>
        <w:rPr>
          <w:rFonts w:cs="Georgia"/>
          <w:kern w:val="1"/>
        </w:rPr>
        <w:t>Elle ne s</w:t>
      </w:r>
      <w:r w:rsidR="000E1451">
        <w:rPr>
          <w:rFonts w:cs="Georgia"/>
          <w:kern w:val="1"/>
        </w:rPr>
        <w:t>’</w:t>
      </w:r>
      <w:r>
        <w:rPr>
          <w:rFonts w:cs="Georgia"/>
          <w:kern w:val="1"/>
        </w:rPr>
        <w:t>occupait plus de moi</w:t>
      </w:r>
      <w:r w:rsidR="000E1451">
        <w:rPr>
          <w:rFonts w:cs="Georgia"/>
          <w:kern w:val="1"/>
        </w:rPr>
        <w:t xml:space="preserve">. </w:t>
      </w:r>
      <w:r>
        <w:rPr>
          <w:rFonts w:cs="Georgia"/>
          <w:kern w:val="1"/>
        </w:rPr>
        <w:t>Je fis une dernière tentative pour me rappeler à son attention</w:t>
      </w:r>
      <w:r w:rsidR="000E1451">
        <w:rPr>
          <w:rFonts w:cs="Georgia"/>
          <w:kern w:val="1"/>
        </w:rPr>
        <w:t>.</w:t>
      </w:r>
    </w:p>
    <w:p w14:paraId="189A710E" w14:textId="77777777" w:rsidR="000E1451" w:rsidRDefault="000E1451" w:rsidP="00BE611A">
      <w:pPr>
        <w:rPr>
          <w:rFonts w:cs="Georgia"/>
          <w:kern w:val="1"/>
        </w:rPr>
      </w:pPr>
      <w:r>
        <w:rPr>
          <w:rFonts w:cs="Georgia"/>
          <w:kern w:val="1"/>
        </w:rPr>
        <w:t>— </w:t>
      </w:r>
      <w:r w:rsidR="00BE611A">
        <w:rPr>
          <w:rFonts w:cs="Georgia"/>
          <w:kern w:val="1"/>
        </w:rPr>
        <w:t>C</w:t>
      </w:r>
      <w:r>
        <w:rPr>
          <w:rFonts w:cs="Georgia"/>
          <w:kern w:val="1"/>
        </w:rPr>
        <w:t>’</w:t>
      </w:r>
      <w:r w:rsidR="00BE611A">
        <w:rPr>
          <w:rFonts w:cs="Georgia"/>
          <w:kern w:val="1"/>
        </w:rPr>
        <w:t>est la faute du pétrole</w:t>
      </w:r>
      <w:r>
        <w:rPr>
          <w:rFonts w:cs="Georgia"/>
          <w:kern w:val="1"/>
        </w:rPr>
        <w:t xml:space="preserve">. </w:t>
      </w:r>
      <w:r w:rsidR="00BE611A">
        <w:rPr>
          <w:rFonts w:cs="Georgia"/>
          <w:kern w:val="1"/>
        </w:rPr>
        <w:t>Puisque l</w:t>
      </w:r>
      <w:r>
        <w:rPr>
          <w:rFonts w:cs="Georgia"/>
          <w:kern w:val="1"/>
        </w:rPr>
        <w:t>’</w:t>
      </w:r>
      <w:r w:rsidR="00BE611A">
        <w:rPr>
          <w:rFonts w:cs="Georgia"/>
          <w:kern w:val="1"/>
        </w:rPr>
        <w:t>électricité est au château</w:t>
      </w:r>
      <w:r>
        <w:rPr>
          <w:rFonts w:cs="Georgia"/>
          <w:kern w:val="1"/>
        </w:rPr>
        <w:t xml:space="preserve">, </w:t>
      </w:r>
      <w:r w:rsidR="00BE611A">
        <w:rPr>
          <w:rFonts w:cs="Georgia"/>
          <w:kern w:val="1"/>
        </w:rPr>
        <w:t>il y aurait intérêt à l</w:t>
      </w:r>
      <w:r>
        <w:rPr>
          <w:rFonts w:cs="Georgia"/>
          <w:kern w:val="1"/>
        </w:rPr>
        <w:t>’</w:t>
      </w:r>
      <w:r w:rsidR="00BE611A">
        <w:rPr>
          <w:rFonts w:cs="Georgia"/>
          <w:kern w:val="1"/>
        </w:rPr>
        <w:t>installer dans ce pavillon</w:t>
      </w:r>
      <w:r>
        <w:rPr>
          <w:rFonts w:cs="Georgia"/>
          <w:kern w:val="1"/>
        </w:rPr>
        <w:t xml:space="preserve">. </w:t>
      </w:r>
      <w:r w:rsidR="00BE611A">
        <w:rPr>
          <w:rFonts w:cs="Georgia"/>
          <w:kern w:val="1"/>
        </w:rPr>
        <w:t>Ce ne serait pas difficile</w:t>
      </w:r>
      <w:r>
        <w:rPr>
          <w:rFonts w:cs="Georgia"/>
          <w:kern w:val="1"/>
        </w:rPr>
        <w:t xml:space="preserve">. </w:t>
      </w:r>
      <w:r w:rsidR="00BE611A">
        <w:rPr>
          <w:rFonts w:cs="Georgia"/>
          <w:kern w:val="1"/>
        </w:rPr>
        <w:t>En moins d</w:t>
      </w:r>
      <w:r>
        <w:rPr>
          <w:rFonts w:cs="Georgia"/>
          <w:kern w:val="1"/>
        </w:rPr>
        <w:t>’</w:t>
      </w:r>
      <w:r w:rsidR="00BE611A">
        <w:rPr>
          <w:rFonts w:cs="Georgia"/>
          <w:kern w:val="1"/>
        </w:rPr>
        <w:t>une journée de travail</w:t>
      </w:r>
      <w:r>
        <w:rPr>
          <w:rFonts w:cs="Georgia"/>
          <w:kern w:val="1"/>
        </w:rPr>
        <w:t xml:space="preserve">, </w:t>
      </w:r>
      <w:r w:rsidR="00BE611A">
        <w:rPr>
          <w:rFonts w:cs="Georgia"/>
          <w:kern w:val="1"/>
        </w:rPr>
        <w:t>on pourrait</w:t>
      </w:r>
      <w:r>
        <w:rPr>
          <w:rFonts w:cs="Georgia"/>
          <w:kern w:val="1"/>
        </w:rPr>
        <w:t>…</w:t>
      </w:r>
    </w:p>
    <w:p w14:paraId="77EFE805" w14:textId="77777777" w:rsidR="000E1451" w:rsidRDefault="00BE611A" w:rsidP="00BE611A">
      <w:pPr>
        <w:rPr>
          <w:rFonts w:cs="Georgia"/>
          <w:kern w:val="1"/>
        </w:rPr>
      </w:pPr>
      <w:r>
        <w:rPr>
          <w:rFonts w:cs="Georgia"/>
          <w:kern w:val="1"/>
        </w:rPr>
        <w:t>Elle me jeta un regard glacé</w:t>
      </w:r>
      <w:r w:rsidR="000E1451">
        <w:rPr>
          <w:rFonts w:cs="Georgia"/>
          <w:kern w:val="1"/>
        </w:rPr>
        <w:t xml:space="preserve">, </w:t>
      </w:r>
      <w:r>
        <w:rPr>
          <w:rFonts w:cs="Georgia"/>
          <w:kern w:val="1"/>
        </w:rPr>
        <w:t>comme pour dire</w:t>
      </w:r>
      <w:r w:rsidR="000E1451">
        <w:rPr>
          <w:rFonts w:cs="Georgia"/>
          <w:kern w:val="1"/>
        </w:rPr>
        <w:t> : « </w:t>
      </w:r>
      <w:r>
        <w:rPr>
          <w:rFonts w:cs="Georgia"/>
          <w:kern w:val="1"/>
        </w:rPr>
        <w:t>Comment</w:t>
      </w:r>
      <w:r w:rsidR="000E1451">
        <w:rPr>
          <w:rFonts w:cs="Georgia"/>
          <w:kern w:val="1"/>
        </w:rPr>
        <w:t xml:space="preserve">, </w:t>
      </w:r>
      <w:r>
        <w:rPr>
          <w:rFonts w:cs="Georgia"/>
          <w:kern w:val="1"/>
        </w:rPr>
        <w:t>vous êtes encore là</w:t>
      </w:r>
      <w:r w:rsidR="000E1451">
        <w:rPr>
          <w:rFonts w:cs="Georgia"/>
          <w:kern w:val="1"/>
        </w:rPr>
        <w:t> ! »</w:t>
      </w:r>
      <w:r>
        <w:rPr>
          <w:rFonts w:cs="Georgia"/>
          <w:kern w:val="1"/>
        </w:rPr>
        <w:t xml:space="preserve"> Je baissai la tête</w:t>
      </w:r>
      <w:r w:rsidR="000E1451">
        <w:rPr>
          <w:rFonts w:cs="Georgia"/>
          <w:kern w:val="1"/>
        </w:rPr>
        <w:t xml:space="preserve">. </w:t>
      </w:r>
      <w:r>
        <w:rPr>
          <w:rFonts w:cs="Georgia"/>
          <w:kern w:val="1"/>
        </w:rPr>
        <w:t>Il m</w:t>
      </w:r>
      <w:r w:rsidR="000E1451">
        <w:rPr>
          <w:rFonts w:cs="Georgia"/>
          <w:kern w:val="1"/>
        </w:rPr>
        <w:t>’</w:t>
      </w:r>
      <w:r>
        <w:rPr>
          <w:rFonts w:cs="Georgia"/>
          <w:kern w:val="1"/>
        </w:rPr>
        <w:t>avait fallu ce regard presque insultant pour comprendre</w:t>
      </w:r>
      <w:r w:rsidR="000E1451">
        <w:rPr>
          <w:rFonts w:cs="Georgia"/>
          <w:kern w:val="1"/>
        </w:rPr>
        <w:t xml:space="preserve">. </w:t>
      </w:r>
      <w:r>
        <w:rPr>
          <w:rFonts w:cs="Georgia"/>
          <w:kern w:val="1"/>
        </w:rPr>
        <w:t>Ce fut plus brutal qu</w:t>
      </w:r>
      <w:r w:rsidR="000E1451">
        <w:rPr>
          <w:rFonts w:cs="Georgia"/>
          <w:kern w:val="1"/>
        </w:rPr>
        <w:t>’</w:t>
      </w:r>
      <w:r>
        <w:rPr>
          <w:rFonts w:cs="Georgia"/>
          <w:kern w:val="1"/>
        </w:rPr>
        <w:t>un miroir me révélant d</w:t>
      </w:r>
      <w:r w:rsidR="000E1451">
        <w:rPr>
          <w:rFonts w:cs="Georgia"/>
          <w:kern w:val="1"/>
        </w:rPr>
        <w:t>’</w:t>
      </w:r>
      <w:r>
        <w:rPr>
          <w:rFonts w:cs="Georgia"/>
          <w:kern w:val="1"/>
        </w:rPr>
        <w:t>un seul coup ma déchéance</w:t>
      </w:r>
      <w:r w:rsidR="000E1451">
        <w:rPr>
          <w:rFonts w:cs="Georgia"/>
          <w:kern w:val="1"/>
        </w:rPr>
        <w:t xml:space="preserve">. </w:t>
      </w:r>
      <w:r>
        <w:rPr>
          <w:rFonts w:cs="Georgia"/>
          <w:kern w:val="1"/>
        </w:rPr>
        <w:t>Je me vis</w:t>
      </w:r>
      <w:r w:rsidR="000E1451">
        <w:rPr>
          <w:rFonts w:cs="Georgia"/>
          <w:kern w:val="1"/>
        </w:rPr>
        <w:t xml:space="preserve"> : </w:t>
      </w:r>
      <w:r>
        <w:rPr>
          <w:rFonts w:cs="Georgia"/>
          <w:kern w:val="1"/>
        </w:rPr>
        <w:t>mal rasé</w:t>
      </w:r>
      <w:r w:rsidR="000E1451">
        <w:rPr>
          <w:rFonts w:cs="Georgia"/>
          <w:kern w:val="1"/>
        </w:rPr>
        <w:t xml:space="preserve">, </w:t>
      </w:r>
      <w:r>
        <w:rPr>
          <w:rFonts w:cs="Georgia"/>
          <w:kern w:val="1"/>
        </w:rPr>
        <w:t>les cheveux en broussailles</w:t>
      </w:r>
      <w:r w:rsidR="000E1451">
        <w:rPr>
          <w:rFonts w:cs="Georgia"/>
          <w:kern w:val="1"/>
        </w:rPr>
        <w:t xml:space="preserve">, </w:t>
      </w:r>
      <w:r>
        <w:rPr>
          <w:rFonts w:cs="Georgia"/>
          <w:kern w:val="1"/>
        </w:rPr>
        <w:t>vêtu de loques sans nom</w:t>
      </w:r>
      <w:r w:rsidR="000E1451">
        <w:rPr>
          <w:rFonts w:cs="Georgia"/>
          <w:kern w:val="1"/>
        </w:rPr>
        <w:t xml:space="preserve">, </w:t>
      </w:r>
      <w:r>
        <w:rPr>
          <w:rFonts w:cs="Georgia"/>
          <w:kern w:val="1"/>
        </w:rPr>
        <w:t>avec mes molletières effilochées</w:t>
      </w:r>
      <w:r w:rsidR="000E1451">
        <w:rPr>
          <w:rFonts w:cs="Georgia"/>
          <w:kern w:val="1"/>
        </w:rPr>
        <w:t xml:space="preserve">, </w:t>
      </w:r>
      <w:r>
        <w:rPr>
          <w:rFonts w:cs="Georgia"/>
          <w:kern w:val="1"/>
        </w:rPr>
        <w:t>ma capote usée jusqu</w:t>
      </w:r>
      <w:r w:rsidR="000E1451">
        <w:rPr>
          <w:rFonts w:cs="Georgia"/>
          <w:kern w:val="1"/>
        </w:rPr>
        <w:t>’</w:t>
      </w:r>
      <w:r>
        <w:rPr>
          <w:rFonts w:cs="Georgia"/>
          <w:kern w:val="1"/>
        </w:rPr>
        <w:t>à la corde</w:t>
      </w:r>
      <w:r w:rsidR="000E1451">
        <w:rPr>
          <w:rFonts w:cs="Georgia"/>
          <w:kern w:val="1"/>
        </w:rPr>
        <w:t xml:space="preserve">, </w:t>
      </w:r>
      <w:r>
        <w:rPr>
          <w:rFonts w:cs="Georgia"/>
          <w:kern w:val="1"/>
        </w:rPr>
        <w:t>et l</w:t>
      </w:r>
      <w:r w:rsidR="000E1451">
        <w:rPr>
          <w:rFonts w:cs="Georgia"/>
          <w:kern w:val="1"/>
        </w:rPr>
        <w:t>’</w:t>
      </w:r>
      <w:r>
        <w:rPr>
          <w:rFonts w:cs="Georgia"/>
          <w:kern w:val="1"/>
        </w:rPr>
        <w:t>infamant carré de drap rouge cousu sur l</w:t>
      </w:r>
      <w:r w:rsidR="000E1451">
        <w:rPr>
          <w:rFonts w:cs="Georgia"/>
          <w:kern w:val="1"/>
        </w:rPr>
        <w:t>’</w:t>
      </w:r>
      <w:r>
        <w:rPr>
          <w:rFonts w:cs="Georgia"/>
          <w:kern w:val="1"/>
        </w:rPr>
        <w:t>épaule qui marquait comme un bétail les prisonniers du camp de Reichendorf</w:t>
      </w:r>
      <w:r w:rsidR="000E1451">
        <w:rPr>
          <w:rFonts w:cs="Georgia"/>
          <w:kern w:val="1"/>
        </w:rPr>
        <w:t>.</w:t>
      </w:r>
    </w:p>
    <w:p w14:paraId="49A50206" w14:textId="77777777" w:rsidR="000E1451" w:rsidRDefault="00BE611A" w:rsidP="00BE611A">
      <w:pPr>
        <w:rPr>
          <w:rFonts w:cs="Georgia"/>
          <w:kern w:val="1"/>
        </w:rPr>
      </w:pPr>
      <w:r>
        <w:rPr>
          <w:rFonts w:cs="Georgia"/>
          <w:kern w:val="1"/>
        </w:rPr>
        <w:t>Peut-être s</w:t>
      </w:r>
      <w:r w:rsidR="000E1451">
        <w:rPr>
          <w:rFonts w:cs="Georgia"/>
          <w:kern w:val="1"/>
        </w:rPr>
        <w:t>’</w:t>
      </w:r>
      <w:r>
        <w:rPr>
          <w:rFonts w:cs="Georgia"/>
          <w:kern w:val="1"/>
        </w:rPr>
        <w:t>aperçut-elle de la conscience subite qui m</w:t>
      </w:r>
      <w:r w:rsidR="000E1451">
        <w:rPr>
          <w:rFonts w:cs="Georgia"/>
          <w:kern w:val="1"/>
        </w:rPr>
        <w:t>’</w:t>
      </w:r>
      <w:r>
        <w:rPr>
          <w:rFonts w:cs="Georgia"/>
          <w:kern w:val="1"/>
        </w:rPr>
        <w:t>était venue de ma misère et en eut-elle pitié</w:t>
      </w:r>
      <w:r w:rsidR="000E1451">
        <w:rPr>
          <w:rFonts w:cs="Georgia"/>
          <w:kern w:val="1"/>
        </w:rPr>
        <w:t xml:space="preserve">. </w:t>
      </w:r>
      <w:r>
        <w:rPr>
          <w:rFonts w:cs="Georgia"/>
          <w:kern w:val="1"/>
        </w:rPr>
        <w:t xml:space="preserve">Elle inclina </w:t>
      </w:r>
      <w:r>
        <w:rPr>
          <w:rFonts w:cs="Georgia"/>
          <w:kern w:val="1"/>
        </w:rPr>
        <w:lastRenderedPageBreak/>
        <w:t>légèrement la tête pour répondre à l</w:t>
      </w:r>
      <w:r w:rsidR="000E1451">
        <w:rPr>
          <w:rFonts w:cs="Georgia"/>
          <w:kern w:val="1"/>
        </w:rPr>
        <w:t>’</w:t>
      </w:r>
      <w:r>
        <w:rPr>
          <w:rFonts w:cs="Georgia"/>
          <w:kern w:val="1"/>
        </w:rPr>
        <w:t>humble salut que je lui adressai en me retirant</w:t>
      </w:r>
      <w:r w:rsidR="000E1451">
        <w:rPr>
          <w:rFonts w:cs="Georgia"/>
          <w:kern w:val="1"/>
        </w:rPr>
        <w:t>.</w:t>
      </w:r>
    </w:p>
    <w:p w14:paraId="5A4B83E8" w14:textId="77777777" w:rsidR="000E1451" w:rsidRDefault="000E1451" w:rsidP="00BE611A">
      <w:pPr>
        <w:rPr>
          <w:rFonts w:cs="Georgia"/>
          <w:kern w:val="1"/>
        </w:rPr>
      </w:pPr>
      <w:r>
        <w:rPr>
          <w:rFonts w:cs="Georgia"/>
          <w:kern w:val="1"/>
        </w:rPr>
        <w:t>— </w:t>
      </w:r>
      <w:r w:rsidR="00BE611A">
        <w:rPr>
          <w:rFonts w:cs="Georgia"/>
          <w:kern w:val="1"/>
        </w:rPr>
        <w:t>Merci</w:t>
      </w:r>
      <w:r>
        <w:rPr>
          <w:rFonts w:cs="Georgia"/>
          <w:kern w:val="1"/>
        </w:rPr>
        <w:t xml:space="preserve">, </w:t>
      </w:r>
      <w:r w:rsidR="00BE611A">
        <w:rPr>
          <w:rFonts w:cs="Georgia"/>
          <w:kern w:val="1"/>
        </w:rPr>
        <w:t>dit-elle même</w:t>
      </w:r>
      <w:r>
        <w:rPr>
          <w:rFonts w:cs="Georgia"/>
          <w:kern w:val="1"/>
        </w:rPr>
        <w:t xml:space="preserve">, </w:t>
      </w:r>
      <w:r w:rsidR="00BE611A">
        <w:rPr>
          <w:rFonts w:cs="Georgia"/>
          <w:kern w:val="1"/>
        </w:rPr>
        <w:t>sur un ton un peu radouci</w:t>
      </w:r>
      <w:r>
        <w:rPr>
          <w:rFonts w:cs="Georgia"/>
          <w:kern w:val="1"/>
        </w:rPr>
        <w:t>.</w:t>
      </w:r>
    </w:p>
    <w:p w14:paraId="1E10526B" w14:textId="77777777" w:rsidR="00BE611A" w:rsidRDefault="00BE611A" w:rsidP="000E1451">
      <w:pPr>
        <w:pStyle w:val="Titre1"/>
        <w:numPr>
          <w:ilvl w:val="0"/>
          <w:numId w:val="15"/>
        </w:numPr>
        <w:ind w:left="0" w:firstLine="0"/>
        <w:rPr>
          <w:rFonts w:cs="Georgia"/>
          <w:kern w:val="1"/>
        </w:rPr>
      </w:pPr>
      <w:bookmarkStart w:id="10" w:name="__RefHeading__7374_928681719"/>
      <w:bookmarkStart w:id="11" w:name="_Toc195555064"/>
      <w:bookmarkEnd w:id="10"/>
      <w:r>
        <w:rPr>
          <w:kern w:val="1"/>
        </w:rPr>
        <w:lastRenderedPageBreak/>
        <w:t>VI</w:t>
      </w:r>
      <w:bookmarkEnd w:id="11"/>
    </w:p>
    <w:p w14:paraId="7336A55D" w14:textId="77777777" w:rsidR="000E1451" w:rsidRDefault="00BE611A" w:rsidP="00BE611A">
      <w:pPr>
        <w:rPr>
          <w:rFonts w:cs="Georgia"/>
          <w:kern w:val="1"/>
        </w:rPr>
      </w:pPr>
      <w:r>
        <w:rPr>
          <w:rFonts w:cs="Georgia"/>
          <w:kern w:val="1"/>
        </w:rPr>
        <w:t>Le 1</w:t>
      </w:r>
      <w:r w:rsidR="000E1451">
        <w:rPr>
          <w:rFonts w:cs="Georgia"/>
          <w:kern w:val="1"/>
        </w:rPr>
        <w:t>5 août</w:t>
      </w:r>
      <w:r>
        <w:rPr>
          <w:rFonts w:cs="Georgia"/>
          <w:kern w:val="1"/>
        </w:rPr>
        <w:t xml:space="preserve"> 1870</w:t>
      </w:r>
      <w:r w:rsidR="000E1451">
        <w:rPr>
          <w:rFonts w:cs="Georgia"/>
          <w:kern w:val="1"/>
        </w:rPr>
        <w:t xml:space="preserve">, </w:t>
      </w:r>
      <w:r>
        <w:rPr>
          <w:rFonts w:cs="Georgia"/>
          <w:kern w:val="1"/>
        </w:rPr>
        <w:t>entre Pange et Noisseville</w:t>
      </w:r>
      <w:r w:rsidR="000E1451">
        <w:rPr>
          <w:rFonts w:cs="Georgia"/>
          <w:kern w:val="1"/>
        </w:rPr>
        <w:t xml:space="preserve">, </w:t>
      </w:r>
      <w:r>
        <w:rPr>
          <w:rFonts w:cs="Georgia"/>
          <w:kern w:val="1"/>
        </w:rPr>
        <w:t xml:space="preserve">se déroula la scène que le Maréchal Foch a retracée en quelques lignes dans son livre </w:t>
      </w:r>
      <w:r>
        <w:rPr>
          <w:rFonts w:cs="Georgia"/>
          <w:bCs/>
          <w:i/>
          <w:iCs/>
          <w:kern w:val="1"/>
        </w:rPr>
        <w:t>De la conduite de la Guerre</w:t>
      </w:r>
      <w:r w:rsidR="000E1451">
        <w:rPr>
          <w:rFonts w:cs="Georgia"/>
          <w:bCs/>
          <w:i/>
          <w:iCs/>
          <w:kern w:val="1"/>
        </w:rPr>
        <w:t xml:space="preserve">. </w:t>
      </w:r>
      <w:r>
        <w:rPr>
          <w:rFonts w:cs="Georgia"/>
          <w:kern w:val="1"/>
        </w:rPr>
        <w:t>La première armée allemande avait remporté la veille l</w:t>
      </w:r>
      <w:r w:rsidR="000E1451">
        <w:rPr>
          <w:rFonts w:cs="Georgia"/>
          <w:kern w:val="1"/>
        </w:rPr>
        <w:t>’</w:t>
      </w:r>
      <w:r>
        <w:rPr>
          <w:rFonts w:cs="Georgia"/>
          <w:kern w:val="1"/>
        </w:rPr>
        <w:t xml:space="preserve">important succès stratégique connu sous le nom de </w:t>
      </w:r>
      <w:r>
        <w:rPr>
          <w:rFonts w:cs="Georgia"/>
          <w:bCs/>
          <w:i/>
          <w:iCs/>
          <w:kern w:val="1"/>
        </w:rPr>
        <w:t>Bataille de Borny</w:t>
      </w:r>
      <w:r w:rsidR="000E1451">
        <w:t xml:space="preserve">. </w:t>
      </w:r>
      <w:r>
        <w:rPr>
          <w:rFonts w:cs="Georgia"/>
          <w:kern w:val="1"/>
        </w:rPr>
        <w:t>Steinmetz</w:t>
      </w:r>
      <w:r w:rsidR="000E1451">
        <w:rPr>
          <w:rFonts w:cs="Georgia"/>
          <w:kern w:val="1"/>
        </w:rPr>
        <w:t xml:space="preserve">, </w:t>
      </w:r>
      <w:r>
        <w:rPr>
          <w:rFonts w:cs="Georgia"/>
          <w:kern w:val="1"/>
        </w:rPr>
        <w:t>commandant en chef de cette armée</w:t>
      </w:r>
      <w:r w:rsidR="000E1451">
        <w:rPr>
          <w:rFonts w:cs="Georgia"/>
          <w:kern w:val="1"/>
        </w:rPr>
        <w:t xml:space="preserve">, </w:t>
      </w:r>
      <w:r>
        <w:rPr>
          <w:rFonts w:cs="Georgia"/>
          <w:kern w:val="1"/>
        </w:rPr>
        <w:t>s</w:t>
      </w:r>
      <w:r w:rsidR="000E1451">
        <w:rPr>
          <w:rFonts w:cs="Georgia"/>
          <w:kern w:val="1"/>
        </w:rPr>
        <w:t>’</w:t>
      </w:r>
      <w:r>
        <w:rPr>
          <w:rFonts w:cs="Georgia"/>
          <w:kern w:val="1"/>
        </w:rPr>
        <w:t>était opposé tant qu</w:t>
      </w:r>
      <w:r w:rsidR="000E1451">
        <w:rPr>
          <w:rFonts w:cs="Georgia"/>
          <w:kern w:val="1"/>
        </w:rPr>
        <w:t>’</w:t>
      </w:r>
      <w:r>
        <w:rPr>
          <w:rFonts w:cs="Georgia"/>
          <w:kern w:val="1"/>
        </w:rPr>
        <w:t>il avait pu à l</w:t>
      </w:r>
      <w:r w:rsidR="000E1451">
        <w:rPr>
          <w:rFonts w:cs="Georgia"/>
          <w:kern w:val="1"/>
        </w:rPr>
        <w:t>’</w:t>
      </w:r>
      <w:r>
        <w:rPr>
          <w:rFonts w:cs="Georgia"/>
          <w:kern w:val="1"/>
        </w:rPr>
        <w:t>engagement</w:t>
      </w:r>
      <w:r w:rsidR="000E1451">
        <w:rPr>
          <w:rFonts w:cs="Georgia"/>
          <w:kern w:val="1"/>
        </w:rPr>
        <w:t xml:space="preserve">. </w:t>
      </w:r>
      <w:r>
        <w:rPr>
          <w:rFonts w:cs="Georgia"/>
          <w:kern w:val="1"/>
        </w:rPr>
        <w:t>Il avait même ordonné d</w:t>
      </w:r>
      <w:r w:rsidR="000E1451">
        <w:rPr>
          <w:rFonts w:cs="Georgia"/>
          <w:kern w:val="1"/>
        </w:rPr>
        <w:t>’</w:t>
      </w:r>
      <w:r>
        <w:rPr>
          <w:rFonts w:cs="Georgia"/>
          <w:kern w:val="1"/>
        </w:rPr>
        <w:t>évacuer le terrain enlevé par ses généraux</w:t>
      </w:r>
      <w:r w:rsidR="000E1451">
        <w:rPr>
          <w:rFonts w:cs="Georgia"/>
          <w:kern w:val="1"/>
        </w:rPr>
        <w:t xml:space="preserve">, </w:t>
      </w:r>
      <w:r>
        <w:rPr>
          <w:rFonts w:cs="Georgia"/>
          <w:kern w:val="1"/>
        </w:rPr>
        <w:t>le brigadier Von der Goltz</w:t>
      </w:r>
      <w:r w:rsidR="000E1451">
        <w:rPr>
          <w:rFonts w:cs="Georgia"/>
          <w:kern w:val="1"/>
        </w:rPr>
        <w:t xml:space="preserve">, </w:t>
      </w:r>
      <w:r>
        <w:rPr>
          <w:rFonts w:cs="Georgia"/>
          <w:kern w:val="1"/>
        </w:rPr>
        <w:t>Manteuffel</w:t>
      </w:r>
      <w:r w:rsidR="000E1451">
        <w:rPr>
          <w:rFonts w:cs="Georgia"/>
          <w:kern w:val="1"/>
        </w:rPr>
        <w:t xml:space="preserve">, </w:t>
      </w:r>
      <w:r>
        <w:rPr>
          <w:rFonts w:cs="Georgia"/>
          <w:kern w:val="1"/>
        </w:rPr>
        <w:t xml:space="preserve">commandant le </w:t>
      </w:r>
      <w:r w:rsidR="000E1451">
        <w:rPr>
          <w:rFonts w:cs="Georgia"/>
          <w:kern w:val="1"/>
        </w:rPr>
        <w:t>1</w:t>
      </w:r>
      <w:r w:rsidR="000E1451" w:rsidRPr="000E1451">
        <w:rPr>
          <w:rFonts w:cs="Georgia"/>
          <w:kern w:val="1"/>
          <w:vertAlign w:val="superscript"/>
        </w:rPr>
        <w:t>er</w:t>
      </w:r>
      <w:r w:rsidR="000E1451">
        <w:rPr>
          <w:rFonts w:cs="Georgia"/>
          <w:kern w:val="1"/>
        </w:rPr>
        <w:t xml:space="preserve"> </w:t>
      </w:r>
      <w:r>
        <w:rPr>
          <w:rFonts w:cs="Georgia"/>
          <w:kern w:val="1"/>
        </w:rPr>
        <w:t>corps</w:t>
      </w:r>
      <w:r w:rsidR="000E1451">
        <w:rPr>
          <w:rFonts w:cs="Georgia"/>
          <w:kern w:val="1"/>
        </w:rPr>
        <w:t xml:space="preserve">, </w:t>
      </w:r>
      <w:r>
        <w:rPr>
          <w:rFonts w:cs="Georgia"/>
          <w:kern w:val="1"/>
        </w:rPr>
        <w:t>et Zastrow</w:t>
      </w:r>
      <w:r w:rsidR="000E1451">
        <w:rPr>
          <w:rFonts w:cs="Georgia"/>
          <w:kern w:val="1"/>
        </w:rPr>
        <w:t xml:space="preserve">, </w:t>
      </w:r>
      <w:r>
        <w:rPr>
          <w:rFonts w:cs="Georgia"/>
          <w:kern w:val="1"/>
        </w:rPr>
        <w:t>commandant le</w:t>
      </w:r>
      <w:r w:rsidR="000E1451">
        <w:rPr>
          <w:rFonts w:cs="Georgia"/>
          <w:kern w:val="1"/>
        </w:rPr>
        <w:t xml:space="preserve"> 7</w:t>
      </w:r>
      <w:r w:rsidR="000E1451" w:rsidRPr="000E1451">
        <w:rPr>
          <w:rFonts w:cs="Georgia"/>
          <w:kern w:val="1"/>
          <w:vertAlign w:val="superscript"/>
        </w:rPr>
        <w:t>e</w:t>
      </w:r>
      <w:r w:rsidR="000E1451">
        <w:rPr>
          <w:rFonts w:cs="Georgia"/>
          <w:kern w:val="1"/>
        </w:rPr>
        <w:t xml:space="preserve">. </w:t>
      </w:r>
      <w:r>
        <w:rPr>
          <w:rFonts w:cs="Georgia"/>
          <w:kern w:val="1"/>
        </w:rPr>
        <w:t>Finalement</w:t>
      </w:r>
      <w:r w:rsidR="000E1451">
        <w:rPr>
          <w:rFonts w:cs="Georgia"/>
          <w:kern w:val="1"/>
        </w:rPr>
        <w:t xml:space="preserve">, </w:t>
      </w:r>
      <w:r>
        <w:rPr>
          <w:rFonts w:cs="Georgia"/>
          <w:kern w:val="1"/>
        </w:rPr>
        <w:t>il avait dû s</w:t>
      </w:r>
      <w:r w:rsidR="000E1451">
        <w:rPr>
          <w:rFonts w:cs="Georgia"/>
          <w:kern w:val="1"/>
        </w:rPr>
        <w:t>’</w:t>
      </w:r>
      <w:r>
        <w:rPr>
          <w:rFonts w:cs="Georgia"/>
          <w:kern w:val="1"/>
        </w:rPr>
        <w:t>incliner devant l</w:t>
      </w:r>
      <w:r w:rsidR="000E1451">
        <w:rPr>
          <w:rFonts w:cs="Georgia"/>
          <w:kern w:val="1"/>
        </w:rPr>
        <w:t>’</w:t>
      </w:r>
      <w:r>
        <w:rPr>
          <w:rFonts w:cs="Georgia"/>
          <w:kern w:val="1"/>
        </w:rPr>
        <w:t>ordre émané du Grand Quartier Général de se maintenir sur les positions conquises</w:t>
      </w:r>
      <w:r w:rsidR="000E1451">
        <w:rPr>
          <w:rFonts w:cs="Georgia"/>
          <w:kern w:val="1"/>
        </w:rPr>
        <w:t xml:space="preserve">. </w:t>
      </w:r>
      <w:r>
        <w:rPr>
          <w:rFonts w:cs="Georgia"/>
          <w:kern w:val="1"/>
        </w:rPr>
        <w:t>Maintenant</w:t>
      </w:r>
      <w:r w:rsidR="000E1451">
        <w:rPr>
          <w:rFonts w:cs="Georgia"/>
          <w:kern w:val="1"/>
        </w:rPr>
        <w:t xml:space="preserve">, </w:t>
      </w:r>
      <w:r>
        <w:rPr>
          <w:rFonts w:cs="Georgia"/>
          <w:kern w:val="1"/>
        </w:rPr>
        <w:t>les trois triomphateurs de la journée allaient recevoir le prix de leur initiative et de leur persévérance</w:t>
      </w:r>
      <w:r w:rsidR="000E1451">
        <w:rPr>
          <w:rFonts w:cs="Georgia"/>
          <w:kern w:val="1"/>
        </w:rPr>
        <w:t xml:space="preserve">. </w:t>
      </w:r>
      <w:r>
        <w:rPr>
          <w:rFonts w:cs="Georgia"/>
          <w:kern w:val="1"/>
        </w:rPr>
        <w:t>Sur une hauteur d</w:t>
      </w:r>
      <w:r w:rsidR="000E1451">
        <w:rPr>
          <w:rFonts w:cs="Georgia"/>
          <w:kern w:val="1"/>
        </w:rPr>
        <w:t>’</w:t>
      </w:r>
      <w:r>
        <w:rPr>
          <w:rFonts w:cs="Georgia"/>
          <w:kern w:val="1"/>
        </w:rPr>
        <w:t>où l</w:t>
      </w:r>
      <w:r w:rsidR="000E1451">
        <w:rPr>
          <w:rFonts w:cs="Georgia"/>
          <w:kern w:val="1"/>
        </w:rPr>
        <w:t>’</w:t>
      </w:r>
      <w:r>
        <w:rPr>
          <w:rFonts w:cs="Georgia"/>
          <w:kern w:val="1"/>
        </w:rPr>
        <w:t>on découvrait le champ de bataille</w:t>
      </w:r>
      <w:r w:rsidR="000E1451">
        <w:rPr>
          <w:rFonts w:cs="Georgia"/>
          <w:kern w:val="1"/>
        </w:rPr>
        <w:t xml:space="preserve">, </w:t>
      </w:r>
      <w:r>
        <w:rPr>
          <w:rFonts w:cs="Georgia"/>
          <w:kern w:val="1"/>
        </w:rPr>
        <w:t>le roi Guillaume les attendait</w:t>
      </w:r>
      <w:r w:rsidR="000E1451">
        <w:rPr>
          <w:rFonts w:cs="Georgia"/>
          <w:kern w:val="1"/>
        </w:rPr>
        <w:t xml:space="preserve">. </w:t>
      </w:r>
      <w:r>
        <w:rPr>
          <w:rFonts w:cs="Georgia"/>
          <w:kern w:val="1"/>
        </w:rPr>
        <w:t>Il félicita Goltz et Zastrow</w:t>
      </w:r>
      <w:r w:rsidR="000E1451">
        <w:rPr>
          <w:rFonts w:cs="Georgia"/>
          <w:kern w:val="1"/>
        </w:rPr>
        <w:t xml:space="preserve"> ; </w:t>
      </w:r>
      <w:r>
        <w:rPr>
          <w:rFonts w:cs="Georgia"/>
          <w:kern w:val="1"/>
        </w:rPr>
        <w:t>il félicita Manteuffel</w:t>
      </w:r>
      <w:r w:rsidR="000E1451">
        <w:rPr>
          <w:rFonts w:cs="Georgia"/>
          <w:kern w:val="1"/>
        </w:rPr>
        <w:t xml:space="preserve">. </w:t>
      </w:r>
      <w:r>
        <w:rPr>
          <w:rFonts w:cs="Georgia"/>
          <w:kern w:val="1"/>
        </w:rPr>
        <w:t>Derrière celui-ci se tenait</w:t>
      </w:r>
      <w:r w:rsidR="000E1451">
        <w:rPr>
          <w:rFonts w:cs="Georgia"/>
          <w:kern w:val="1"/>
        </w:rPr>
        <w:t xml:space="preserve">, </w:t>
      </w:r>
      <w:r>
        <w:rPr>
          <w:rFonts w:cs="Georgia"/>
          <w:kern w:val="1"/>
        </w:rPr>
        <w:t>à une distance respectueuse</w:t>
      </w:r>
      <w:r w:rsidR="000E1451">
        <w:rPr>
          <w:rFonts w:cs="Georgia"/>
          <w:kern w:val="1"/>
        </w:rPr>
        <w:t xml:space="preserve">, </w:t>
      </w:r>
      <w:r>
        <w:rPr>
          <w:rFonts w:cs="Georgia"/>
          <w:kern w:val="1"/>
        </w:rPr>
        <w:t xml:space="preserve">un lieutenant du </w:t>
      </w:r>
      <w:r w:rsidR="000E1451">
        <w:rPr>
          <w:rFonts w:cs="Georgia"/>
          <w:kern w:val="1"/>
        </w:rPr>
        <w:t>3</w:t>
      </w:r>
      <w:r w:rsidR="000E1451" w:rsidRPr="000E1451">
        <w:rPr>
          <w:rFonts w:cs="Georgia"/>
          <w:kern w:val="1"/>
          <w:vertAlign w:val="superscript"/>
        </w:rPr>
        <w:t>e</w:t>
      </w:r>
      <w:r w:rsidR="000E1451">
        <w:rPr>
          <w:rFonts w:cs="Georgia"/>
          <w:kern w:val="1"/>
        </w:rPr>
        <w:t xml:space="preserve"> </w:t>
      </w:r>
      <w:r>
        <w:rPr>
          <w:rFonts w:cs="Georgia"/>
          <w:kern w:val="1"/>
        </w:rPr>
        <w:t>régiment de cuirassiers</w:t>
      </w:r>
      <w:r w:rsidR="000E1451">
        <w:rPr>
          <w:rFonts w:cs="Georgia"/>
          <w:kern w:val="1"/>
        </w:rPr>
        <w:t xml:space="preserve">. </w:t>
      </w:r>
      <w:r>
        <w:rPr>
          <w:rFonts w:cs="Georgia"/>
          <w:kern w:val="1"/>
        </w:rPr>
        <w:t>Il portait le bras gauche en écharpe</w:t>
      </w:r>
      <w:r w:rsidR="000E1451">
        <w:rPr>
          <w:rFonts w:cs="Georgia"/>
          <w:kern w:val="1"/>
        </w:rPr>
        <w:t xml:space="preserve">. </w:t>
      </w:r>
      <w:r>
        <w:rPr>
          <w:rFonts w:cs="Georgia"/>
          <w:kern w:val="1"/>
        </w:rPr>
        <w:t>Sa tunique blanche à parements d</w:t>
      </w:r>
      <w:r w:rsidR="000E1451">
        <w:rPr>
          <w:rFonts w:cs="Georgia"/>
          <w:kern w:val="1"/>
        </w:rPr>
        <w:t>’</w:t>
      </w:r>
      <w:r>
        <w:rPr>
          <w:rFonts w:cs="Georgia"/>
          <w:kern w:val="1"/>
        </w:rPr>
        <w:t>azur était maculée de gouttelettes rouges</w:t>
      </w:r>
      <w:r w:rsidR="000E1451">
        <w:rPr>
          <w:rFonts w:cs="Georgia"/>
          <w:kern w:val="1"/>
        </w:rPr>
        <w:t>.</w:t>
      </w:r>
    </w:p>
    <w:p w14:paraId="1272E077" w14:textId="77777777" w:rsidR="000E1451" w:rsidRDefault="00BE611A" w:rsidP="00BE611A">
      <w:pPr>
        <w:rPr>
          <w:rFonts w:cs="Georgia"/>
          <w:kern w:val="1"/>
        </w:rPr>
      </w:pPr>
      <w:r>
        <w:rPr>
          <w:rFonts w:cs="Georgia"/>
          <w:kern w:val="1"/>
        </w:rPr>
        <w:t>Tandis qu</w:t>
      </w:r>
      <w:r w:rsidR="000E1451">
        <w:rPr>
          <w:rFonts w:cs="Georgia"/>
          <w:kern w:val="1"/>
        </w:rPr>
        <w:t>’</w:t>
      </w:r>
      <w:r>
        <w:rPr>
          <w:rFonts w:cs="Georgia"/>
          <w:kern w:val="1"/>
        </w:rPr>
        <w:t>on lui expliquait les diverses phases de la bataille</w:t>
      </w:r>
      <w:r w:rsidR="000E1451">
        <w:rPr>
          <w:rFonts w:cs="Georgia"/>
          <w:kern w:val="1"/>
        </w:rPr>
        <w:t xml:space="preserve">, </w:t>
      </w:r>
      <w:r>
        <w:rPr>
          <w:rFonts w:cs="Georgia"/>
          <w:kern w:val="1"/>
        </w:rPr>
        <w:t>le Roi ne cessait d</w:t>
      </w:r>
      <w:r w:rsidR="000E1451">
        <w:rPr>
          <w:rFonts w:cs="Georgia"/>
          <w:kern w:val="1"/>
        </w:rPr>
        <w:t>’</w:t>
      </w:r>
      <w:r>
        <w:rPr>
          <w:rFonts w:cs="Georgia"/>
          <w:kern w:val="1"/>
        </w:rPr>
        <w:t>observer le jeune officier</w:t>
      </w:r>
      <w:r w:rsidR="000E1451">
        <w:rPr>
          <w:rFonts w:cs="Georgia"/>
          <w:kern w:val="1"/>
        </w:rPr>
        <w:t>.</w:t>
      </w:r>
    </w:p>
    <w:p w14:paraId="5C19FC7C" w14:textId="77777777" w:rsidR="000E1451" w:rsidRDefault="000E1451" w:rsidP="00BE611A">
      <w:pPr>
        <w:rPr>
          <w:rFonts w:cs="Georgia"/>
          <w:kern w:val="1"/>
        </w:rPr>
      </w:pPr>
      <w:r>
        <w:rPr>
          <w:rFonts w:cs="Georgia"/>
          <w:kern w:val="1"/>
        </w:rPr>
        <w:t>— </w:t>
      </w:r>
      <w:r w:rsidR="00BE611A">
        <w:rPr>
          <w:rFonts w:cs="Georgia"/>
          <w:kern w:val="1"/>
        </w:rPr>
        <w:t>Eh mais</w:t>
      </w:r>
      <w:r>
        <w:rPr>
          <w:rFonts w:cs="Georgia"/>
          <w:kern w:val="1"/>
        </w:rPr>
        <w:t xml:space="preserve"> ! </w:t>
      </w:r>
      <w:r w:rsidR="00BE611A">
        <w:rPr>
          <w:rFonts w:cs="Georgia"/>
          <w:kern w:val="1"/>
        </w:rPr>
        <w:t>s</w:t>
      </w:r>
      <w:r>
        <w:rPr>
          <w:rFonts w:cs="Georgia"/>
          <w:kern w:val="1"/>
        </w:rPr>
        <w:t>’</w:t>
      </w:r>
      <w:r w:rsidR="00BE611A">
        <w:rPr>
          <w:rFonts w:cs="Georgia"/>
          <w:kern w:val="1"/>
        </w:rPr>
        <w:t>écria-t-il enfin</w:t>
      </w:r>
      <w:r>
        <w:rPr>
          <w:rFonts w:cs="Georgia"/>
          <w:kern w:val="1"/>
        </w:rPr>
        <w:t xml:space="preserve">, </w:t>
      </w:r>
      <w:r w:rsidR="00BE611A">
        <w:rPr>
          <w:rFonts w:cs="Georgia"/>
          <w:kern w:val="1"/>
        </w:rPr>
        <w:t>en voilà un que je reconnais</w:t>
      </w:r>
      <w:r>
        <w:rPr>
          <w:rFonts w:cs="Georgia"/>
          <w:kern w:val="1"/>
        </w:rPr>
        <w:t xml:space="preserve"> ! </w:t>
      </w:r>
      <w:r w:rsidR="00BE611A">
        <w:rPr>
          <w:rFonts w:cs="Georgia"/>
          <w:kern w:val="1"/>
        </w:rPr>
        <w:t>Moltke</w:t>
      </w:r>
      <w:r>
        <w:rPr>
          <w:rFonts w:cs="Georgia"/>
          <w:kern w:val="1"/>
        </w:rPr>
        <w:t xml:space="preserve">, </w:t>
      </w:r>
      <w:r w:rsidR="00BE611A">
        <w:rPr>
          <w:rFonts w:cs="Georgia"/>
          <w:kern w:val="1"/>
        </w:rPr>
        <w:t>voyez donc</w:t>
      </w:r>
      <w:r>
        <w:rPr>
          <w:rFonts w:cs="Georgia"/>
          <w:kern w:val="1"/>
        </w:rPr>
        <w:t xml:space="preserve">, </w:t>
      </w:r>
      <w:r w:rsidR="00BE611A">
        <w:rPr>
          <w:rFonts w:cs="Georgia"/>
          <w:kern w:val="1"/>
        </w:rPr>
        <w:t>c</w:t>
      </w:r>
      <w:r>
        <w:rPr>
          <w:rFonts w:cs="Georgia"/>
          <w:kern w:val="1"/>
        </w:rPr>
        <w:t>’</w:t>
      </w:r>
      <w:r w:rsidR="00BE611A">
        <w:rPr>
          <w:rFonts w:cs="Georgia"/>
          <w:kern w:val="1"/>
        </w:rPr>
        <w:t>est le fils de notre ami Frédéric de Reichendorf</w:t>
      </w:r>
      <w:r>
        <w:rPr>
          <w:rFonts w:cs="Georgia"/>
          <w:kern w:val="1"/>
        </w:rPr>
        <w:t xml:space="preserve">. </w:t>
      </w:r>
      <w:r w:rsidR="00BE611A">
        <w:rPr>
          <w:rFonts w:cs="Georgia"/>
          <w:kern w:val="1"/>
        </w:rPr>
        <w:t>Que fais-tu là</w:t>
      </w:r>
      <w:r>
        <w:rPr>
          <w:rFonts w:cs="Georgia"/>
          <w:kern w:val="1"/>
        </w:rPr>
        <w:t xml:space="preserve">, </w:t>
      </w:r>
      <w:r w:rsidR="00BE611A">
        <w:rPr>
          <w:rFonts w:cs="Georgia"/>
          <w:kern w:val="1"/>
        </w:rPr>
        <w:t>clampin</w:t>
      </w:r>
      <w:r>
        <w:rPr>
          <w:rFonts w:cs="Georgia"/>
          <w:kern w:val="1"/>
        </w:rPr>
        <w:t xml:space="preserve"> ? </w:t>
      </w:r>
      <w:r w:rsidR="00BE611A">
        <w:rPr>
          <w:rFonts w:cs="Georgia"/>
          <w:kern w:val="1"/>
        </w:rPr>
        <w:t xml:space="preserve">Je te croyais à la </w:t>
      </w:r>
      <w:r>
        <w:rPr>
          <w:rFonts w:cs="Georgia"/>
          <w:kern w:val="1"/>
        </w:rPr>
        <w:t>II</w:t>
      </w:r>
      <w:r w:rsidRPr="000E1451">
        <w:rPr>
          <w:rFonts w:cs="Georgia"/>
          <w:kern w:val="1"/>
          <w:vertAlign w:val="superscript"/>
        </w:rPr>
        <w:t>e</w:t>
      </w:r>
      <w:r>
        <w:rPr>
          <w:rFonts w:cs="Georgia"/>
          <w:kern w:val="1"/>
        </w:rPr>
        <w:t xml:space="preserve"> </w:t>
      </w:r>
      <w:r w:rsidR="00BE611A">
        <w:rPr>
          <w:rFonts w:cs="Georgia"/>
          <w:kern w:val="1"/>
        </w:rPr>
        <w:t>armée</w:t>
      </w:r>
      <w:r>
        <w:rPr>
          <w:rFonts w:cs="Georgia"/>
          <w:kern w:val="1"/>
        </w:rPr>
        <w:t xml:space="preserve">, </w:t>
      </w:r>
      <w:r w:rsidR="00BE611A">
        <w:rPr>
          <w:rFonts w:cs="Georgia"/>
          <w:kern w:val="1"/>
        </w:rPr>
        <w:t>avec les cuirassiers d</w:t>
      </w:r>
      <w:r>
        <w:rPr>
          <w:rFonts w:cs="Georgia"/>
          <w:kern w:val="1"/>
        </w:rPr>
        <w:t>’</w:t>
      </w:r>
      <w:r w:rsidR="00BE611A">
        <w:rPr>
          <w:rFonts w:cs="Georgia"/>
          <w:kern w:val="1"/>
        </w:rPr>
        <w:t>Halberstadt</w:t>
      </w:r>
      <w:r>
        <w:rPr>
          <w:rFonts w:cs="Georgia"/>
          <w:kern w:val="1"/>
        </w:rPr>
        <w:t> ?</w:t>
      </w:r>
    </w:p>
    <w:p w14:paraId="6BF81748" w14:textId="77777777" w:rsidR="000E1451" w:rsidRDefault="000E1451" w:rsidP="00BE611A">
      <w:pPr>
        <w:rPr>
          <w:rFonts w:cs="Georgia"/>
          <w:kern w:val="1"/>
        </w:rPr>
      </w:pPr>
      <w:r>
        <w:rPr>
          <w:rFonts w:cs="Georgia"/>
          <w:kern w:val="1"/>
        </w:rPr>
        <w:lastRenderedPageBreak/>
        <w:t>— </w:t>
      </w:r>
      <w:r w:rsidR="00BE611A">
        <w:rPr>
          <w:rFonts w:cs="Georgia"/>
          <w:kern w:val="1"/>
        </w:rPr>
        <w:t>Majesté</w:t>
      </w:r>
      <w:r>
        <w:rPr>
          <w:rFonts w:cs="Georgia"/>
          <w:kern w:val="1"/>
        </w:rPr>
        <w:t xml:space="preserve">, </w:t>
      </w:r>
      <w:r w:rsidR="00BE611A">
        <w:rPr>
          <w:rFonts w:cs="Georgia"/>
          <w:kern w:val="1"/>
        </w:rPr>
        <w:t>dit Moltke</w:t>
      </w:r>
      <w:r>
        <w:rPr>
          <w:rFonts w:cs="Georgia"/>
          <w:kern w:val="1"/>
        </w:rPr>
        <w:t xml:space="preserve">, </w:t>
      </w:r>
      <w:r w:rsidR="00BE611A">
        <w:rPr>
          <w:rFonts w:cs="Georgia"/>
          <w:kern w:val="1"/>
        </w:rPr>
        <w:t>c</w:t>
      </w:r>
      <w:r>
        <w:rPr>
          <w:rFonts w:cs="Georgia"/>
          <w:kern w:val="1"/>
        </w:rPr>
        <w:t>’</w:t>
      </w:r>
      <w:r w:rsidR="00BE611A">
        <w:rPr>
          <w:rFonts w:cs="Georgia"/>
          <w:kern w:val="1"/>
        </w:rPr>
        <w:t>est moi qui</w:t>
      </w:r>
      <w:r>
        <w:rPr>
          <w:rFonts w:cs="Georgia"/>
          <w:kern w:val="1"/>
        </w:rPr>
        <w:t xml:space="preserve">, </w:t>
      </w:r>
      <w:r w:rsidR="00BE611A">
        <w:rPr>
          <w:rFonts w:cs="Georgia"/>
          <w:kern w:val="1"/>
        </w:rPr>
        <w:t>sur la demande de son père</w:t>
      </w:r>
      <w:r>
        <w:rPr>
          <w:rFonts w:cs="Georgia"/>
          <w:kern w:val="1"/>
        </w:rPr>
        <w:t xml:space="preserve">, </w:t>
      </w:r>
      <w:r w:rsidR="00BE611A">
        <w:rPr>
          <w:rFonts w:cs="Georgia"/>
          <w:kern w:val="1"/>
        </w:rPr>
        <w:t>l</w:t>
      </w:r>
      <w:r>
        <w:rPr>
          <w:rFonts w:cs="Georgia"/>
          <w:kern w:val="1"/>
        </w:rPr>
        <w:t>’</w:t>
      </w:r>
      <w:r w:rsidR="00BE611A">
        <w:rPr>
          <w:rFonts w:cs="Georgia"/>
          <w:kern w:val="1"/>
        </w:rPr>
        <w:t>ai fait passer</w:t>
      </w:r>
      <w:r>
        <w:rPr>
          <w:rFonts w:cs="Georgia"/>
          <w:kern w:val="1"/>
        </w:rPr>
        <w:t xml:space="preserve">, </w:t>
      </w:r>
      <w:r w:rsidR="00BE611A">
        <w:rPr>
          <w:rFonts w:cs="Georgia"/>
          <w:kern w:val="1"/>
        </w:rPr>
        <w:t>il y a six semaines</w:t>
      </w:r>
      <w:r>
        <w:rPr>
          <w:rFonts w:cs="Georgia"/>
          <w:kern w:val="1"/>
        </w:rPr>
        <w:t xml:space="preserve">, </w:t>
      </w:r>
      <w:r w:rsidR="00BE611A">
        <w:rPr>
          <w:rFonts w:cs="Georgia"/>
          <w:kern w:val="1"/>
        </w:rPr>
        <w:t xml:space="preserve">du </w:t>
      </w:r>
      <w:r>
        <w:rPr>
          <w:rFonts w:cs="Georgia"/>
          <w:kern w:val="1"/>
        </w:rPr>
        <w:t>4</w:t>
      </w:r>
      <w:r w:rsidRPr="000E1451">
        <w:rPr>
          <w:rFonts w:cs="Georgia"/>
          <w:kern w:val="1"/>
          <w:vertAlign w:val="superscript"/>
        </w:rPr>
        <w:t>e</w:t>
      </w:r>
      <w:r>
        <w:rPr>
          <w:rFonts w:cs="Georgia"/>
          <w:kern w:val="1"/>
        </w:rPr>
        <w:t xml:space="preserve"> </w:t>
      </w:r>
      <w:r w:rsidR="00BE611A">
        <w:rPr>
          <w:rFonts w:cs="Georgia"/>
          <w:kern w:val="1"/>
        </w:rPr>
        <w:t>corps au</w:t>
      </w:r>
      <w:r>
        <w:rPr>
          <w:rFonts w:cs="Georgia"/>
          <w:kern w:val="1"/>
        </w:rPr>
        <w:t xml:space="preserve"> 1</w:t>
      </w:r>
      <w:r w:rsidRPr="000E1451">
        <w:rPr>
          <w:rFonts w:cs="Georgia"/>
          <w:kern w:val="1"/>
          <w:vertAlign w:val="superscript"/>
        </w:rPr>
        <w:t>er</w:t>
      </w:r>
      <w:r>
        <w:rPr>
          <w:rFonts w:cs="Georgia"/>
          <w:kern w:val="1"/>
        </w:rPr>
        <w:t>.</w:t>
      </w:r>
    </w:p>
    <w:p w14:paraId="27A21720" w14:textId="77777777" w:rsidR="000E1451" w:rsidRDefault="000E1451" w:rsidP="00BE611A">
      <w:pPr>
        <w:rPr>
          <w:rFonts w:cs="Georgia"/>
          <w:kern w:val="1"/>
        </w:rPr>
      </w:pPr>
      <w:r>
        <w:rPr>
          <w:rFonts w:cs="Georgia"/>
          <w:kern w:val="1"/>
        </w:rPr>
        <w:t>— </w:t>
      </w:r>
      <w:r w:rsidR="00BE611A">
        <w:rPr>
          <w:rFonts w:cs="Georgia"/>
          <w:kern w:val="1"/>
        </w:rPr>
        <w:t>Voyez-moi ça</w:t>
      </w:r>
      <w:r>
        <w:rPr>
          <w:rFonts w:cs="Georgia"/>
          <w:kern w:val="1"/>
        </w:rPr>
        <w:t xml:space="preserve"> ! </w:t>
      </w:r>
      <w:r w:rsidR="00BE611A">
        <w:rPr>
          <w:rFonts w:cs="Georgia"/>
          <w:kern w:val="1"/>
        </w:rPr>
        <w:t>Il préfère le collet bleu de Kœnigsberg au collet jaune d</w:t>
      </w:r>
      <w:r>
        <w:rPr>
          <w:rFonts w:cs="Georgia"/>
          <w:kern w:val="1"/>
        </w:rPr>
        <w:t>’</w:t>
      </w:r>
      <w:r w:rsidR="00BE611A">
        <w:rPr>
          <w:rFonts w:cs="Georgia"/>
          <w:kern w:val="1"/>
        </w:rPr>
        <w:t>Halberstadt</w:t>
      </w:r>
      <w:r>
        <w:rPr>
          <w:rFonts w:cs="Georgia"/>
          <w:kern w:val="1"/>
        </w:rPr>
        <w:t xml:space="preserve">. </w:t>
      </w:r>
      <w:r w:rsidR="00BE611A">
        <w:rPr>
          <w:rFonts w:cs="Georgia"/>
          <w:kern w:val="1"/>
        </w:rPr>
        <w:t>N</w:t>
      </w:r>
      <w:r>
        <w:rPr>
          <w:rFonts w:cs="Georgia"/>
          <w:kern w:val="1"/>
        </w:rPr>
        <w:t>’</w:t>
      </w:r>
      <w:r w:rsidR="00BE611A">
        <w:rPr>
          <w:rFonts w:cs="Georgia"/>
          <w:kern w:val="1"/>
        </w:rPr>
        <w:t>aie pas peur</w:t>
      </w:r>
      <w:r>
        <w:rPr>
          <w:rFonts w:cs="Georgia"/>
          <w:kern w:val="1"/>
        </w:rPr>
        <w:t xml:space="preserve">, </w:t>
      </w:r>
      <w:r w:rsidR="00BE611A">
        <w:rPr>
          <w:rFonts w:cs="Georgia"/>
          <w:kern w:val="1"/>
        </w:rPr>
        <w:t>nous n</w:t>
      </w:r>
      <w:r>
        <w:rPr>
          <w:rFonts w:cs="Georgia"/>
          <w:kern w:val="1"/>
        </w:rPr>
        <w:t>’</w:t>
      </w:r>
      <w:r w:rsidR="00BE611A">
        <w:rPr>
          <w:rFonts w:cs="Georgia"/>
          <w:kern w:val="1"/>
        </w:rPr>
        <w:t xml:space="preserve">en dirons rien </w:t>
      </w:r>
      <w:r w:rsidR="00BE611A">
        <w:rPr>
          <w:rFonts w:cs="Georgia"/>
          <w:bCs/>
          <w:kern w:val="1"/>
        </w:rPr>
        <w:t>à</w:t>
      </w:r>
      <w:r w:rsidR="00BE611A">
        <w:rPr>
          <w:rFonts w:cs="Georgia"/>
          <w:kern w:val="1"/>
        </w:rPr>
        <w:t xml:space="preserve"> </w:t>
      </w:r>
      <w:r>
        <w:rPr>
          <w:rFonts w:cs="Georgia"/>
          <w:kern w:val="1"/>
        </w:rPr>
        <w:t>M. de </w:t>
      </w:r>
      <w:r w:rsidR="00BE611A">
        <w:rPr>
          <w:rFonts w:cs="Georgia"/>
          <w:kern w:val="1"/>
        </w:rPr>
        <w:t>Bismarck</w:t>
      </w:r>
      <w:r>
        <w:rPr>
          <w:rFonts w:cs="Georgia"/>
          <w:kern w:val="1"/>
        </w:rPr>
        <w:t xml:space="preserve">. </w:t>
      </w:r>
      <w:r w:rsidR="00BE611A">
        <w:rPr>
          <w:rFonts w:cs="Georgia"/>
          <w:kern w:val="1"/>
        </w:rPr>
        <w:t>Manteuffel</w:t>
      </w:r>
      <w:r>
        <w:rPr>
          <w:rFonts w:cs="Georgia"/>
          <w:kern w:val="1"/>
        </w:rPr>
        <w:t xml:space="preserve">, </w:t>
      </w:r>
      <w:r w:rsidR="00BE611A">
        <w:rPr>
          <w:rFonts w:cs="Georgia"/>
          <w:kern w:val="1"/>
        </w:rPr>
        <w:t>vous avez donc pris cet enfant comme aide-de-camp</w:t>
      </w:r>
      <w:r>
        <w:rPr>
          <w:rFonts w:cs="Georgia"/>
          <w:kern w:val="1"/>
        </w:rPr>
        <w:t> ?</w:t>
      </w:r>
    </w:p>
    <w:p w14:paraId="105DE4BE" w14:textId="77777777" w:rsidR="000E1451" w:rsidRDefault="000E1451" w:rsidP="00BE611A">
      <w:pPr>
        <w:rPr>
          <w:rFonts w:cs="Georgia"/>
          <w:kern w:val="1"/>
        </w:rPr>
      </w:pPr>
      <w:r>
        <w:rPr>
          <w:rFonts w:cs="Georgia"/>
          <w:kern w:val="1"/>
        </w:rPr>
        <w:t>— </w:t>
      </w:r>
      <w:r w:rsidR="00BE611A">
        <w:rPr>
          <w:rFonts w:cs="Georgia"/>
          <w:kern w:val="1"/>
        </w:rPr>
        <w:t>Depuis hier soir seulement</w:t>
      </w:r>
      <w:r>
        <w:rPr>
          <w:rFonts w:cs="Georgia"/>
          <w:kern w:val="1"/>
        </w:rPr>
        <w:t xml:space="preserve">, </w:t>
      </w:r>
      <w:r w:rsidR="00BE611A">
        <w:rPr>
          <w:rFonts w:cs="Georgia"/>
          <w:kern w:val="1"/>
        </w:rPr>
        <w:t>Sire</w:t>
      </w:r>
      <w:r>
        <w:rPr>
          <w:rFonts w:cs="Georgia"/>
          <w:kern w:val="1"/>
        </w:rPr>
        <w:t>.</w:t>
      </w:r>
    </w:p>
    <w:p w14:paraId="7D1D16C0" w14:textId="77777777" w:rsidR="000E1451" w:rsidRDefault="000E1451" w:rsidP="00BE611A">
      <w:pPr>
        <w:rPr>
          <w:rFonts w:cs="Georgia"/>
          <w:kern w:val="1"/>
        </w:rPr>
      </w:pPr>
      <w:r>
        <w:rPr>
          <w:rFonts w:cs="Georgia"/>
          <w:kern w:val="1"/>
        </w:rPr>
        <w:t>— </w:t>
      </w:r>
      <w:r w:rsidR="00BE611A">
        <w:rPr>
          <w:rFonts w:cs="Georgia"/>
          <w:kern w:val="1"/>
        </w:rPr>
        <w:t>Et tu t</w:t>
      </w:r>
      <w:r>
        <w:rPr>
          <w:rFonts w:cs="Georgia"/>
          <w:kern w:val="1"/>
        </w:rPr>
        <w:t>’</w:t>
      </w:r>
      <w:r w:rsidR="00BE611A">
        <w:rPr>
          <w:rFonts w:cs="Georgia"/>
          <w:kern w:val="1"/>
        </w:rPr>
        <w:t>es déjà fait blesser</w:t>
      </w:r>
      <w:r>
        <w:rPr>
          <w:rFonts w:cs="Georgia"/>
          <w:kern w:val="1"/>
        </w:rPr>
        <w:t xml:space="preserve">, </w:t>
      </w:r>
      <w:r w:rsidR="00BE611A">
        <w:rPr>
          <w:rFonts w:cs="Georgia"/>
          <w:kern w:val="1"/>
        </w:rPr>
        <w:t>maladroit</w:t>
      </w:r>
      <w:r>
        <w:rPr>
          <w:rFonts w:cs="Georgia"/>
          <w:kern w:val="1"/>
        </w:rPr>
        <w:t> ?</w:t>
      </w:r>
    </w:p>
    <w:p w14:paraId="5FFEB9C3" w14:textId="77777777" w:rsidR="000E1451" w:rsidRDefault="000E1451" w:rsidP="00BE611A">
      <w:pPr>
        <w:rPr>
          <w:rFonts w:cs="Georgia"/>
          <w:kern w:val="1"/>
        </w:rPr>
      </w:pPr>
      <w:r>
        <w:rPr>
          <w:rFonts w:cs="Georgia"/>
          <w:kern w:val="1"/>
        </w:rPr>
        <w:t>— </w:t>
      </w:r>
      <w:r w:rsidR="00BE611A">
        <w:rPr>
          <w:rFonts w:cs="Georgia"/>
          <w:kern w:val="1"/>
        </w:rPr>
        <w:t>Il a été blessé deux fois</w:t>
      </w:r>
      <w:r>
        <w:rPr>
          <w:rFonts w:cs="Georgia"/>
          <w:kern w:val="1"/>
        </w:rPr>
        <w:t xml:space="preserve">, </w:t>
      </w:r>
      <w:r w:rsidR="00BE611A">
        <w:rPr>
          <w:rFonts w:cs="Georgia"/>
          <w:kern w:val="1"/>
        </w:rPr>
        <w:t>Sire</w:t>
      </w:r>
      <w:r>
        <w:rPr>
          <w:rFonts w:cs="Georgia"/>
          <w:kern w:val="1"/>
        </w:rPr>
        <w:t xml:space="preserve">. </w:t>
      </w:r>
      <w:r w:rsidR="00BE611A">
        <w:rPr>
          <w:rFonts w:cs="Georgia"/>
          <w:kern w:val="1"/>
        </w:rPr>
        <w:t>Une première fois</w:t>
      </w:r>
      <w:r>
        <w:rPr>
          <w:rFonts w:cs="Georgia"/>
          <w:kern w:val="1"/>
        </w:rPr>
        <w:t xml:space="preserve">, </w:t>
      </w:r>
      <w:r w:rsidR="00BE611A">
        <w:rPr>
          <w:rFonts w:cs="Georgia"/>
          <w:kern w:val="1"/>
        </w:rPr>
        <w:t>la semaine dernière</w:t>
      </w:r>
      <w:r>
        <w:rPr>
          <w:rFonts w:cs="Georgia"/>
          <w:kern w:val="1"/>
        </w:rPr>
        <w:t xml:space="preserve">, </w:t>
      </w:r>
      <w:r w:rsidR="00BE611A">
        <w:rPr>
          <w:rFonts w:cs="Georgia"/>
          <w:kern w:val="1"/>
        </w:rPr>
        <w:t>à Spicheren</w:t>
      </w:r>
      <w:r>
        <w:rPr>
          <w:rFonts w:cs="Georgia"/>
          <w:kern w:val="1"/>
        </w:rPr>
        <w:t xml:space="preserve"> ; </w:t>
      </w:r>
      <w:r w:rsidR="00BE611A">
        <w:rPr>
          <w:rFonts w:cs="Georgia"/>
          <w:kern w:val="1"/>
        </w:rPr>
        <w:t>et hier matin</w:t>
      </w:r>
      <w:r>
        <w:rPr>
          <w:rFonts w:cs="Georgia"/>
          <w:kern w:val="1"/>
        </w:rPr>
        <w:t xml:space="preserve">, </w:t>
      </w:r>
      <w:r w:rsidR="00BE611A">
        <w:rPr>
          <w:rFonts w:cs="Georgia"/>
          <w:kern w:val="1"/>
        </w:rPr>
        <w:t>en allant volontairement reconnaître la ligne française au nord de Borny</w:t>
      </w:r>
      <w:r>
        <w:rPr>
          <w:rFonts w:cs="Georgia"/>
          <w:kern w:val="1"/>
        </w:rPr>
        <w:t xml:space="preserve">. </w:t>
      </w:r>
      <w:r w:rsidR="00BE611A">
        <w:rPr>
          <w:rFonts w:cs="Georgia"/>
          <w:kern w:val="1"/>
        </w:rPr>
        <w:t>C</w:t>
      </w:r>
      <w:r>
        <w:rPr>
          <w:rFonts w:cs="Georgia"/>
          <w:kern w:val="1"/>
        </w:rPr>
        <w:t>’</w:t>
      </w:r>
      <w:r w:rsidR="00BE611A">
        <w:rPr>
          <w:rFonts w:cs="Georgia"/>
          <w:kern w:val="1"/>
        </w:rPr>
        <w:t>est grâce à lui que j</w:t>
      </w:r>
      <w:r>
        <w:rPr>
          <w:rFonts w:cs="Georgia"/>
          <w:kern w:val="1"/>
        </w:rPr>
        <w:t>’</w:t>
      </w:r>
      <w:r w:rsidR="00BE611A">
        <w:rPr>
          <w:rFonts w:cs="Georgia"/>
          <w:kern w:val="1"/>
        </w:rPr>
        <w:t>ai su que j</w:t>
      </w:r>
      <w:r>
        <w:rPr>
          <w:rFonts w:cs="Georgia"/>
          <w:kern w:val="1"/>
        </w:rPr>
        <w:t>’</w:t>
      </w:r>
      <w:r w:rsidR="00BE611A">
        <w:rPr>
          <w:rFonts w:cs="Georgia"/>
          <w:kern w:val="1"/>
        </w:rPr>
        <w:t>avais sur ma droite toute la division de Cissey et que j</w:t>
      </w:r>
      <w:r>
        <w:rPr>
          <w:rFonts w:cs="Georgia"/>
          <w:kern w:val="1"/>
        </w:rPr>
        <w:t>’</w:t>
      </w:r>
      <w:r w:rsidR="00BE611A">
        <w:rPr>
          <w:rFonts w:cs="Georgia"/>
          <w:kern w:val="1"/>
        </w:rPr>
        <w:t>ai pu prendre mes dispositions pour ne pas être tourné</w:t>
      </w:r>
      <w:r>
        <w:rPr>
          <w:rFonts w:cs="Georgia"/>
          <w:kern w:val="1"/>
        </w:rPr>
        <w:t xml:space="preserve">. </w:t>
      </w:r>
      <w:r w:rsidR="00BE611A">
        <w:rPr>
          <w:rFonts w:cs="Georgia"/>
          <w:kern w:val="1"/>
        </w:rPr>
        <w:t>Mon officier d</w:t>
      </w:r>
      <w:r>
        <w:rPr>
          <w:rFonts w:cs="Georgia"/>
          <w:kern w:val="1"/>
        </w:rPr>
        <w:t>’</w:t>
      </w:r>
      <w:r w:rsidR="00BE611A">
        <w:rPr>
          <w:rFonts w:cs="Georgia"/>
          <w:kern w:val="1"/>
        </w:rPr>
        <w:t>ordonnance ayant été blessé grièvement au début du combat</w:t>
      </w:r>
      <w:r>
        <w:rPr>
          <w:rFonts w:cs="Georgia"/>
          <w:kern w:val="1"/>
        </w:rPr>
        <w:t xml:space="preserve">, </w:t>
      </w:r>
      <w:r w:rsidR="00BE611A">
        <w:rPr>
          <w:rFonts w:cs="Georgia"/>
          <w:kern w:val="1"/>
        </w:rPr>
        <w:t>je l</w:t>
      </w:r>
      <w:r>
        <w:rPr>
          <w:rFonts w:cs="Georgia"/>
          <w:kern w:val="1"/>
        </w:rPr>
        <w:t>’</w:t>
      </w:r>
      <w:r w:rsidR="00BE611A">
        <w:rPr>
          <w:rFonts w:cs="Georgia"/>
          <w:kern w:val="1"/>
        </w:rPr>
        <w:t>ai remplacé par le lieutenant de Reichendorf</w:t>
      </w:r>
      <w:r>
        <w:rPr>
          <w:rFonts w:cs="Georgia"/>
          <w:kern w:val="1"/>
        </w:rPr>
        <w:t xml:space="preserve">, </w:t>
      </w:r>
      <w:r w:rsidR="00BE611A">
        <w:rPr>
          <w:rFonts w:cs="Georgia"/>
          <w:kern w:val="1"/>
        </w:rPr>
        <w:t>qui est en outre compris sur les propositions de récompenses que je viens d</w:t>
      </w:r>
      <w:r>
        <w:rPr>
          <w:rFonts w:cs="Georgia"/>
          <w:kern w:val="1"/>
        </w:rPr>
        <w:t>’</w:t>
      </w:r>
      <w:r w:rsidR="00BE611A">
        <w:rPr>
          <w:rFonts w:cs="Georgia"/>
          <w:kern w:val="1"/>
        </w:rPr>
        <w:t>adresser au Grand Quartier Général</w:t>
      </w:r>
      <w:r>
        <w:rPr>
          <w:rFonts w:cs="Georgia"/>
          <w:kern w:val="1"/>
        </w:rPr>
        <w:t>.</w:t>
      </w:r>
    </w:p>
    <w:p w14:paraId="4A294AFA" w14:textId="77777777" w:rsidR="000E1451" w:rsidRDefault="000E1451" w:rsidP="00BE611A">
      <w:pPr>
        <w:rPr>
          <w:rFonts w:cs="Georgia"/>
          <w:kern w:val="1"/>
        </w:rPr>
      </w:pPr>
      <w:r>
        <w:rPr>
          <w:rFonts w:cs="Georgia"/>
          <w:kern w:val="1"/>
        </w:rPr>
        <w:t>— </w:t>
      </w:r>
      <w:r w:rsidR="00BE611A">
        <w:rPr>
          <w:rFonts w:cs="Georgia"/>
          <w:kern w:val="1"/>
        </w:rPr>
        <w:t>Approche-toi</w:t>
      </w:r>
      <w:r>
        <w:rPr>
          <w:rFonts w:cs="Georgia"/>
          <w:kern w:val="1"/>
        </w:rPr>
        <w:t xml:space="preserve">, </w:t>
      </w:r>
      <w:r w:rsidR="00BE611A">
        <w:rPr>
          <w:rFonts w:cs="Georgia"/>
          <w:kern w:val="1"/>
        </w:rPr>
        <w:t>ordonna Guillaume</w:t>
      </w:r>
      <w:r>
        <w:rPr>
          <w:rFonts w:cs="Georgia"/>
          <w:kern w:val="1"/>
        </w:rPr>
        <w:t xml:space="preserve">, </w:t>
      </w:r>
      <w:r w:rsidR="00BE611A">
        <w:rPr>
          <w:rFonts w:cs="Georgia"/>
          <w:kern w:val="1"/>
        </w:rPr>
        <w:t>et ne rougis pas ainsi</w:t>
      </w:r>
      <w:r>
        <w:rPr>
          <w:rFonts w:cs="Georgia"/>
          <w:kern w:val="1"/>
        </w:rPr>
        <w:t xml:space="preserve">. </w:t>
      </w:r>
      <w:r w:rsidR="00BE611A">
        <w:rPr>
          <w:rFonts w:cs="Georgia"/>
          <w:kern w:val="1"/>
        </w:rPr>
        <w:t>As-tu écrit à ton père</w:t>
      </w:r>
      <w:r>
        <w:rPr>
          <w:rFonts w:cs="Georgia"/>
          <w:kern w:val="1"/>
        </w:rPr>
        <w:t xml:space="preserve">, </w:t>
      </w:r>
      <w:r w:rsidR="00BE611A">
        <w:rPr>
          <w:rFonts w:cs="Georgia"/>
          <w:kern w:val="1"/>
        </w:rPr>
        <w:t>ces jours-ci</w:t>
      </w:r>
      <w:r>
        <w:rPr>
          <w:rFonts w:cs="Georgia"/>
          <w:kern w:val="1"/>
        </w:rPr>
        <w:t> ?</w:t>
      </w:r>
    </w:p>
    <w:p w14:paraId="2D2E2A32" w14:textId="77777777" w:rsidR="000E1451" w:rsidRDefault="000E1451" w:rsidP="00BE611A">
      <w:pPr>
        <w:rPr>
          <w:rFonts w:cs="Georgia"/>
          <w:kern w:val="1"/>
        </w:rPr>
      </w:pPr>
      <w:r>
        <w:rPr>
          <w:rFonts w:cs="Georgia"/>
          <w:kern w:val="1"/>
        </w:rPr>
        <w:t>— </w:t>
      </w:r>
      <w:r w:rsidR="00BE611A">
        <w:rPr>
          <w:rFonts w:cs="Georgia"/>
          <w:kern w:val="1"/>
        </w:rPr>
        <w:t>Sire</w:t>
      </w:r>
      <w:r>
        <w:rPr>
          <w:rFonts w:cs="Georgia"/>
          <w:kern w:val="1"/>
        </w:rPr>
        <w:t xml:space="preserve">, </w:t>
      </w:r>
      <w:r w:rsidR="00BE611A">
        <w:rPr>
          <w:rFonts w:cs="Georgia"/>
          <w:kern w:val="1"/>
        </w:rPr>
        <w:t>je n</w:t>
      </w:r>
      <w:r>
        <w:rPr>
          <w:rFonts w:cs="Georgia"/>
          <w:kern w:val="1"/>
        </w:rPr>
        <w:t>’</w:t>
      </w:r>
      <w:r w:rsidR="00BE611A">
        <w:rPr>
          <w:rFonts w:cs="Georgia"/>
          <w:kern w:val="1"/>
        </w:rPr>
        <w:t>en ai pas eu le temps</w:t>
      </w:r>
      <w:r>
        <w:rPr>
          <w:rFonts w:cs="Georgia"/>
          <w:kern w:val="1"/>
        </w:rPr>
        <w:t>.</w:t>
      </w:r>
    </w:p>
    <w:p w14:paraId="5F157DAE" w14:textId="77777777" w:rsidR="000E1451" w:rsidRDefault="000E1451" w:rsidP="00BE611A">
      <w:pPr>
        <w:rPr>
          <w:rFonts w:cs="Georgia"/>
          <w:kern w:val="1"/>
        </w:rPr>
      </w:pPr>
      <w:r>
        <w:rPr>
          <w:rFonts w:cs="Georgia"/>
          <w:kern w:val="1"/>
        </w:rPr>
        <w:t>— </w:t>
      </w:r>
      <w:r w:rsidR="00BE611A">
        <w:rPr>
          <w:rFonts w:cs="Georgia"/>
          <w:kern w:val="1"/>
        </w:rPr>
        <w:t>Le temps</w:t>
      </w:r>
      <w:r>
        <w:rPr>
          <w:rFonts w:cs="Georgia"/>
          <w:kern w:val="1"/>
        </w:rPr>
        <w:t xml:space="preserve"> ? </w:t>
      </w:r>
      <w:r w:rsidR="00BE611A">
        <w:rPr>
          <w:rFonts w:cs="Georgia"/>
          <w:kern w:val="1"/>
        </w:rPr>
        <w:t>Aujourd</w:t>
      </w:r>
      <w:r>
        <w:rPr>
          <w:rFonts w:cs="Georgia"/>
          <w:kern w:val="1"/>
        </w:rPr>
        <w:t>’</w:t>
      </w:r>
      <w:r w:rsidR="00BE611A">
        <w:rPr>
          <w:rFonts w:cs="Georgia"/>
          <w:kern w:val="1"/>
        </w:rPr>
        <w:t>hui</w:t>
      </w:r>
      <w:r>
        <w:rPr>
          <w:rFonts w:cs="Georgia"/>
          <w:kern w:val="1"/>
        </w:rPr>
        <w:t xml:space="preserve">, </w:t>
      </w:r>
      <w:r w:rsidR="00BE611A">
        <w:rPr>
          <w:rFonts w:cs="Georgia"/>
          <w:kern w:val="1"/>
        </w:rPr>
        <w:t>il faudra le prendre</w:t>
      </w:r>
      <w:r>
        <w:rPr>
          <w:rFonts w:cs="Georgia"/>
          <w:kern w:val="1"/>
        </w:rPr>
        <w:t xml:space="preserve">. </w:t>
      </w:r>
      <w:r w:rsidR="00BE611A">
        <w:rPr>
          <w:rFonts w:cs="Georgia"/>
          <w:kern w:val="1"/>
        </w:rPr>
        <w:t>Tu diras à Frédéric que je t</w:t>
      </w:r>
      <w:r>
        <w:rPr>
          <w:rFonts w:cs="Georgia"/>
          <w:kern w:val="1"/>
        </w:rPr>
        <w:t>’</w:t>
      </w:r>
      <w:r w:rsidR="00BE611A">
        <w:rPr>
          <w:rFonts w:cs="Georgia"/>
          <w:kern w:val="1"/>
        </w:rPr>
        <w:t>ai vu</w:t>
      </w:r>
      <w:r>
        <w:rPr>
          <w:rFonts w:cs="Georgia"/>
          <w:kern w:val="1"/>
        </w:rPr>
        <w:t xml:space="preserve">, </w:t>
      </w:r>
      <w:r w:rsidR="00BE611A">
        <w:rPr>
          <w:rFonts w:cs="Georgia"/>
          <w:kern w:val="1"/>
        </w:rPr>
        <w:t>que je t</w:t>
      </w:r>
      <w:r>
        <w:rPr>
          <w:rFonts w:cs="Georgia"/>
          <w:kern w:val="1"/>
        </w:rPr>
        <w:t>’</w:t>
      </w:r>
      <w:r w:rsidR="00BE611A">
        <w:rPr>
          <w:rFonts w:cs="Georgia"/>
          <w:kern w:val="1"/>
        </w:rPr>
        <w:t>ai embrassé</w:t>
      </w:r>
      <w:r>
        <w:rPr>
          <w:rFonts w:cs="Georgia"/>
          <w:kern w:val="1"/>
        </w:rPr>
        <w:t xml:space="preserve">, </w:t>
      </w:r>
      <w:r w:rsidR="00BE611A">
        <w:rPr>
          <w:rFonts w:cs="Georgia"/>
          <w:kern w:val="1"/>
        </w:rPr>
        <w:t>et que je t</w:t>
      </w:r>
      <w:r>
        <w:rPr>
          <w:rFonts w:cs="Georgia"/>
          <w:kern w:val="1"/>
        </w:rPr>
        <w:t>’</w:t>
      </w:r>
      <w:r w:rsidR="00BE611A">
        <w:rPr>
          <w:rFonts w:cs="Georgia"/>
          <w:kern w:val="1"/>
        </w:rPr>
        <w:t>ai donné ceci</w:t>
      </w:r>
      <w:r>
        <w:rPr>
          <w:rFonts w:cs="Georgia"/>
          <w:kern w:val="1"/>
        </w:rPr>
        <w:t>.</w:t>
      </w:r>
    </w:p>
    <w:p w14:paraId="56835AEB" w14:textId="77777777" w:rsidR="000E1451" w:rsidRDefault="00BE611A" w:rsidP="00BE611A">
      <w:pPr>
        <w:rPr>
          <w:rFonts w:cs="Georgia"/>
          <w:kern w:val="1"/>
        </w:rPr>
      </w:pPr>
      <w:r>
        <w:rPr>
          <w:rFonts w:cs="Georgia"/>
          <w:kern w:val="1"/>
        </w:rPr>
        <w:t>Il lui épingla au côté droit sa propre croix de fer</w:t>
      </w:r>
      <w:r w:rsidR="000E1451">
        <w:rPr>
          <w:rFonts w:cs="Georgia"/>
          <w:kern w:val="1"/>
        </w:rPr>
        <w:t>.</w:t>
      </w:r>
    </w:p>
    <w:p w14:paraId="0843D9FE" w14:textId="77777777" w:rsidR="000E1451" w:rsidRDefault="000E1451" w:rsidP="00BE611A">
      <w:pPr>
        <w:rPr>
          <w:rFonts w:cs="Georgia"/>
          <w:kern w:val="1"/>
        </w:rPr>
      </w:pPr>
      <w:r>
        <w:rPr>
          <w:rFonts w:cs="Georgia"/>
          <w:kern w:val="1"/>
        </w:rPr>
        <w:t>— </w:t>
      </w:r>
      <w:r w:rsidR="00BE611A">
        <w:rPr>
          <w:rFonts w:cs="Georgia"/>
          <w:kern w:val="1"/>
        </w:rPr>
        <w:t>Là</w:t>
      </w:r>
      <w:r>
        <w:rPr>
          <w:rFonts w:cs="Georgia"/>
          <w:kern w:val="1"/>
        </w:rPr>
        <w:t xml:space="preserve"> ! </w:t>
      </w:r>
      <w:r w:rsidR="00BE611A">
        <w:rPr>
          <w:rFonts w:cs="Georgia"/>
          <w:kern w:val="1"/>
        </w:rPr>
        <w:t>Vous ne pouvez imaginer</w:t>
      </w:r>
      <w:r>
        <w:rPr>
          <w:rFonts w:cs="Georgia"/>
          <w:kern w:val="1"/>
        </w:rPr>
        <w:t xml:space="preserve">, </w:t>
      </w:r>
      <w:r w:rsidR="00BE611A">
        <w:rPr>
          <w:rFonts w:cs="Georgia"/>
          <w:kern w:val="1"/>
        </w:rPr>
        <w:t>Messieurs</w:t>
      </w:r>
      <w:r>
        <w:rPr>
          <w:rFonts w:cs="Georgia"/>
          <w:kern w:val="1"/>
        </w:rPr>
        <w:t xml:space="preserve">, </w:t>
      </w:r>
      <w:r w:rsidR="00BE611A">
        <w:rPr>
          <w:rFonts w:cs="Georgia"/>
          <w:kern w:val="1"/>
        </w:rPr>
        <w:t>ce que j</w:t>
      </w:r>
      <w:r>
        <w:rPr>
          <w:rFonts w:cs="Georgia"/>
          <w:kern w:val="1"/>
        </w:rPr>
        <w:t>’</w:t>
      </w:r>
      <w:r w:rsidR="00BE611A">
        <w:rPr>
          <w:rFonts w:cs="Georgia"/>
          <w:kern w:val="1"/>
        </w:rPr>
        <w:t>éprouve à rencontrer</w:t>
      </w:r>
      <w:r>
        <w:rPr>
          <w:rFonts w:cs="Georgia"/>
          <w:kern w:val="1"/>
        </w:rPr>
        <w:t xml:space="preserve">, </w:t>
      </w:r>
      <w:r w:rsidR="00BE611A">
        <w:rPr>
          <w:rFonts w:cs="Georgia"/>
          <w:kern w:val="1"/>
        </w:rPr>
        <w:t>en de telles circonstances</w:t>
      </w:r>
      <w:r>
        <w:rPr>
          <w:rFonts w:cs="Georgia"/>
          <w:kern w:val="1"/>
        </w:rPr>
        <w:t xml:space="preserve">, </w:t>
      </w:r>
      <w:r w:rsidR="00BE611A">
        <w:rPr>
          <w:rFonts w:cs="Georgia"/>
          <w:kern w:val="1"/>
        </w:rPr>
        <w:t xml:space="preserve">ce jeune </w:t>
      </w:r>
      <w:r w:rsidR="00BE611A">
        <w:rPr>
          <w:rFonts w:cs="Georgia"/>
          <w:kern w:val="1"/>
        </w:rPr>
        <w:lastRenderedPageBreak/>
        <w:t>homme</w:t>
      </w:r>
      <w:r>
        <w:rPr>
          <w:rFonts w:cs="Georgia"/>
          <w:kern w:val="1"/>
        </w:rPr>
        <w:t xml:space="preserve">. </w:t>
      </w:r>
      <w:r w:rsidR="00BE611A">
        <w:rPr>
          <w:rFonts w:cs="Georgia"/>
          <w:kern w:val="1"/>
        </w:rPr>
        <w:t>En 1814</w:t>
      </w:r>
      <w:r>
        <w:rPr>
          <w:rFonts w:cs="Georgia"/>
          <w:kern w:val="1"/>
        </w:rPr>
        <w:t xml:space="preserve">, </w:t>
      </w:r>
      <w:r w:rsidR="00BE611A">
        <w:rPr>
          <w:rFonts w:cs="Georgia"/>
          <w:kern w:val="1"/>
        </w:rPr>
        <w:t>son père a été mon camarade</w:t>
      </w:r>
      <w:r>
        <w:rPr>
          <w:rFonts w:cs="Georgia"/>
          <w:kern w:val="1"/>
        </w:rPr>
        <w:t xml:space="preserve">, </w:t>
      </w:r>
      <w:r w:rsidR="00BE611A">
        <w:rPr>
          <w:rFonts w:cs="Georgia"/>
          <w:kern w:val="1"/>
        </w:rPr>
        <w:t>lieutenant comme moi dans le même régiment</w:t>
      </w:r>
      <w:r>
        <w:rPr>
          <w:rFonts w:cs="Georgia"/>
          <w:kern w:val="1"/>
        </w:rPr>
        <w:t xml:space="preserve">. </w:t>
      </w:r>
      <w:r w:rsidR="00BE611A">
        <w:rPr>
          <w:rFonts w:cs="Georgia"/>
          <w:kern w:val="1"/>
        </w:rPr>
        <w:t>Au combat de Bar-sur-Aube</w:t>
      </w:r>
      <w:r>
        <w:rPr>
          <w:rFonts w:cs="Georgia"/>
          <w:kern w:val="1"/>
        </w:rPr>
        <w:t xml:space="preserve">, </w:t>
      </w:r>
      <w:r w:rsidR="00BE611A">
        <w:rPr>
          <w:rFonts w:cs="Georgia"/>
          <w:kern w:val="1"/>
        </w:rPr>
        <w:t>Frédéric de Reichendorf paya si bien de sa personne que le vieux Blücher</w:t>
      </w:r>
      <w:r>
        <w:rPr>
          <w:rFonts w:cs="Georgia"/>
          <w:kern w:val="1"/>
        </w:rPr>
        <w:t xml:space="preserve">, </w:t>
      </w:r>
      <w:r w:rsidR="00BE611A">
        <w:rPr>
          <w:rFonts w:cs="Georgia"/>
          <w:kern w:val="1"/>
        </w:rPr>
        <w:t>qui avait le sens du geste opportun</w:t>
      </w:r>
      <w:r>
        <w:rPr>
          <w:rFonts w:cs="Georgia"/>
          <w:kern w:val="1"/>
        </w:rPr>
        <w:t xml:space="preserve">, </w:t>
      </w:r>
      <w:r w:rsidR="00BE611A">
        <w:rPr>
          <w:rFonts w:cs="Georgia"/>
          <w:kern w:val="1"/>
        </w:rPr>
        <w:t>voulût que ce fût moi qui lui remis la croix de fer</w:t>
      </w:r>
      <w:r>
        <w:rPr>
          <w:rFonts w:cs="Georgia"/>
          <w:kern w:val="1"/>
        </w:rPr>
        <w:t xml:space="preserve">. </w:t>
      </w:r>
      <w:r w:rsidR="00BE611A">
        <w:rPr>
          <w:rFonts w:cs="Georgia"/>
          <w:kern w:val="1"/>
        </w:rPr>
        <w:t>Il avait seize ans</w:t>
      </w:r>
      <w:r>
        <w:rPr>
          <w:rFonts w:cs="Georgia"/>
          <w:kern w:val="1"/>
        </w:rPr>
        <w:t xml:space="preserve">, </w:t>
      </w:r>
      <w:r w:rsidR="00BE611A">
        <w:rPr>
          <w:rFonts w:cs="Georgia"/>
          <w:kern w:val="1"/>
        </w:rPr>
        <w:t>moi aussi</w:t>
      </w:r>
      <w:r>
        <w:rPr>
          <w:rFonts w:cs="Georgia"/>
          <w:kern w:val="1"/>
        </w:rPr>
        <w:t xml:space="preserve">. </w:t>
      </w:r>
      <w:r w:rsidR="00BE611A">
        <w:rPr>
          <w:rFonts w:cs="Georgia"/>
          <w:kern w:val="1"/>
        </w:rPr>
        <w:t>Il me semble le voir</w:t>
      </w:r>
      <w:r>
        <w:rPr>
          <w:rFonts w:cs="Georgia"/>
          <w:kern w:val="1"/>
        </w:rPr>
        <w:t xml:space="preserve">, </w:t>
      </w:r>
      <w:r w:rsidR="00BE611A">
        <w:rPr>
          <w:rFonts w:cs="Georgia"/>
          <w:kern w:val="1"/>
        </w:rPr>
        <w:t>en regardant ce gaillard-là</w:t>
      </w:r>
      <w:r>
        <w:rPr>
          <w:rFonts w:cs="Georgia"/>
          <w:kern w:val="1"/>
        </w:rPr>
        <w:t xml:space="preserve">. </w:t>
      </w:r>
      <w:r w:rsidR="00BE611A">
        <w:rPr>
          <w:rFonts w:cs="Georgia"/>
          <w:kern w:val="1"/>
        </w:rPr>
        <w:t>Quelle pépinière que notre Prusse</w:t>
      </w:r>
      <w:r>
        <w:rPr>
          <w:rFonts w:cs="Georgia"/>
          <w:kern w:val="1"/>
        </w:rPr>
        <w:t xml:space="preserve"> ! </w:t>
      </w:r>
      <w:r w:rsidR="00BE611A">
        <w:rPr>
          <w:rFonts w:cs="Georgia"/>
          <w:kern w:val="1"/>
        </w:rPr>
        <w:t>La guerre finie</w:t>
      </w:r>
      <w:r>
        <w:rPr>
          <w:rFonts w:cs="Georgia"/>
          <w:kern w:val="1"/>
        </w:rPr>
        <w:t xml:space="preserve">, </w:t>
      </w:r>
      <w:r w:rsidR="00BE611A">
        <w:rPr>
          <w:rFonts w:cs="Georgia"/>
          <w:kern w:val="1"/>
        </w:rPr>
        <w:t>marmot</w:t>
      </w:r>
      <w:r>
        <w:rPr>
          <w:rFonts w:cs="Georgia"/>
          <w:kern w:val="1"/>
        </w:rPr>
        <w:t xml:space="preserve">, </w:t>
      </w:r>
      <w:r w:rsidR="00BE611A">
        <w:rPr>
          <w:rFonts w:cs="Georgia"/>
          <w:kern w:val="1"/>
        </w:rPr>
        <w:t>fais-moi vite beaucoup de petits Reichendorf</w:t>
      </w:r>
      <w:r>
        <w:rPr>
          <w:rFonts w:cs="Georgia"/>
          <w:kern w:val="1"/>
        </w:rPr>
        <w:t xml:space="preserve">, </w:t>
      </w:r>
      <w:r w:rsidR="00BE611A">
        <w:rPr>
          <w:rFonts w:cs="Georgia"/>
          <w:kern w:val="1"/>
        </w:rPr>
        <w:t>pour que j</w:t>
      </w:r>
      <w:r>
        <w:rPr>
          <w:rFonts w:cs="Georgia"/>
          <w:kern w:val="1"/>
        </w:rPr>
        <w:t>’</w:t>
      </w:r>
      <w:r w:rsidR="00BE611A">
        <w:rPr>
          <w:rFonts w:cs="Georgia"/>
          <w:kern w:val="1"/>
        </w:rPr>
        <w:t>aie le temps de leur accrocher</w:t>
      </w:r>
      <w:r>
        <w:rPr>
          <w:rFonts w:cs="Georgia"/>
          <w:kern w:val="1"/>
        </w:rPr>
        <w:t xml:space="preserve">, </w:t>
      </w:r>
      <w:r w:rsidR="00BE611A">
        <w:rPr>
          <w:rFonts w:cs="Georgia"/>
          <w:kern w:val="1"/>
        </w:rPr>
        <w:t>à eux aussi</w:t>
      </w:r>
      <w:r>
        <w:rPr>
          <w:rFonts w:cs="Georgia"/>
          <w:kern w:val="1"/>
        </w:rPr>
        <w:t xml:space="preserve">, </w:t>
      </w:r>
      <w:r w:rsidR="00BE611A">
        <w:rPr>
          <w:rFonts w:cs="Georgia"/>
          <w:kern w:val="1"/>
        </w:rPr>
        <w:t>cette babiole</w:t>
      </w:r>
      <w:r>
        <w:rPr>
          <w:rFonts w:cs="Georgia"/>
          <w:kern w:val="1"/>
        </w:rPr>
        <w:t>.</w:t>
      </w:r>
    </w:p>
    <w:p w14:paraId="2E0E98FA" w14:textId="77777777" w:rsidR="000E1451" w:rsidRDefault="00BE611A" w:rsidP="00BE611A">
      <w:pPr>
        <w:rPr>
          <w:rFonts w:cs="Georgia"/>
          <w:kern w:val="1"/>
        </w:rPr>
      </w:pPr>
      <w:r>
        <w:rPr>
          <w:rFonts w:cs="Georgia"/>
          <w:kern w:val="1"/>
        </w:rPr>
        <w:t>Une estafette venait de remettre un pli à Moltke</w:t>
      </w:r>
      <w:r w:rsidR="000E1451">
        <w:rPr>
          <w:rFonts w:cs="Georgia"/>
          <w:kern w:val="1"/>
        </w:rPr>
        <w:t>.</w:t>
      </w:r>
    </w:p>
    <w:p w14:paraId="010F6F0A" w14:textId="77777777" w:rsidR="000E1451" w:rsidRDefault="000E1451" w:rsidP="00BE611A">
      <w:pPr>
        <w:rPr>
          <w:rFonts w:cs="Georgia"/>
          <w:kern w:val="1"/>
        </w:rPr>
      </w:pPr>
      <w:r>
        <w:rPr>
          <w:rFonts w:cs="Georgia"/>
          <w:kern w:val="1"/>
        </w:rPr>
        <w:t>— </w:t>
      </w:r>
      <w:r w:rsidR="00BE611A">
        <w:rPr>
          <w:rFonts w:cs="Georgia"/>
          <w:kern w:val="1"/>
        </w:rPr>
        <w:t>Qu</w:t>
      </w:r>
      <w:r>
        <w:rPr>
          <w:rFonts w:cs="Georgia"/>
          <w:kern w:val="1"/>
        </w:rPr>
        <w:t>’</w:t>
      </w:r>
      <w:r w:rsidR="00BE611A">
        <w:rPr>
          <w:rFonts w:cs="Georgia"/>
          <w:kern w:val="1"/>
        </w:rPr>
        <w:t>est-ce que c</w:t>
      </w:r>
      <w:r>
        <w:rPr>
          <w:rFonts w:cs="Georgia"/>
          <w:kern w:val="1"/>
        </w:rPr>
        <w:t>’</w:t>
      </w:r>
      <w:r w:rsidR="00BE611A">
        <w:rPr>
          <w:rFonts w:cs="Georgia"/>
          <w:kern w:val="1"/>
        </w:rPr>
        <w:t>est</w:t>
      </w:r>
      <w:r>
        <w:rPr>
          <w:rFonts w:cs="Georgia"/>
          <w:kern w:val="1"/>
        </w:rPr>
        <w:t xml:space="preserve"> ? </w:t>
      </w:r>
      <w:r w:rsidR="00BE611A">
        <w:rPr>
          <w:rFonts w:cs="Georgia"/>
          <w:kern w:val="1"/>
        </w:rPr>
        <w:t>demanda le Roi</w:t>
      </w:r>
      <w:r>
        <w:rPr>
          <w:rFonts w:cs="Georgia"/>
          <w:kern w:val="1"/>
        </w:rPr>
        <w:t>.</w:t>
      </w:r>
    </w:p>
    <w:p w14:paraId="4823794C" w14:textId="77777777" w:rsidR="000E1451" w:rsidRDefault="000E1451" w:rsidP="00BE611A">
      <w:pPr>
        <w:rPr>
          <w:rFonts w:cs="Georgia"/>
          <w:kern w:val="1"/>
        </w:rPr>
      </w:pPr>
      <w:r>
        <w:rPr>
          <w:rFonts w:cs="Georgia"/>
          <w:kern w:val="1"/>
        </w:rPr>
        <w:t>— </w:t>
      </w:r>
      <w:r w:rsidR="00BE611A">
        <w:rPr>
          <w:rFonts w:cs="Georgia"/>
          <w:kern w:val="1"/>
        </w:rPr>
        <w:t>Sire</w:t>
      </w:r>
      <w:r>
        <w:rPr>
          <w:rFonts w:cs="Georgia"/>
          <w:kern w:val="1"/>
        </w:rPr>
        <w:t xml:space="preserve">, </w:t>
      </w:r>
      <w:r w:rsidR="00BE611A">
        <w:rPr>
          <w:rFonts w:cs="Georgia"/>
          <w:kern w:val="1"/>
        </w:rPr>
        <w:t>le Prince Frédéric-Charles m</w:t>
      </w:r>
      <w:r>
        <w:rPr>
          <w:rFonts w:cs="Georgia"/>
          <w:kern w:val="1"/>
        </w:rPr>
        <w:t>’</w:t>
      </w:r>
      <w:r w:rsidR="00BE611A">
        <w:rPr>
          <w:rFonts w:cs="Georgia"/>
          <w:kern w:val="1"/>
        </w:rPr>
        <w:t xml:space="preserve">annonce que la </w:t>
      </w:r>
      <w:r>
        <w:rPr>
          <w:rFonts w:cs="Georgia"/>
          <w:kern w:val="1"/>
        </w:rPr>
        <w:t>II</w:t>
      </w:r>
      <w:r w:rsidRPr="000E1451">
        <w:rPr>
          <w:rFonts w:cs="Georgia"/>
          <w:kern w:val="1"/>
          <w:vertAlign w:val="superscript"/>
        </w:rPr>
        <w:t>e</w:t>
      </w:r>
      <w:r w:rsidR="00BE611A">
        <w:rPr>
          <w:rFonts w:cs="Georgia"/>
          <w:kern w:val="1"/>
        </w:rPr>
        <w:t xml:space="preserve"> Armée est prête à franchir la Moselle</w:t>
      </w:r>
      <w:r>
        <w:rPr>
          <w:rFonts w:cs="Georgia"/>
          <w:kern w:val="1"/>
        </w:rPr>
        <w:t xml:space="preserve">. </w:t>
      </w:r>
      <w:r w:rsidR="00BE611A">
        <w:rPr>
          <w:rFonts w:cs="Georgia"/>
          <w:kern w:val="1"/>
        </w:rPr>
        <w:t>Demain</w:t>
      </w:r>
      <w:r>
        <w:rPr>
          <w:rFonts w:cs="Georgia"/>
          <w:kern w:val="1"/>
        </w:rPr>
        <w:t xml:space="preserve">, </w:t>
      </w:r>
      <w:r w:rsidR="00BE611A">
        <w:rPr>
          <w:rFonts w:cs="Georgia"/>
          <w:kern w:val="1"/>
        </w:rPr>
        <w:t>Votre Majesté couchera à Pont-à-Mousson</w:t>
      </w:r>
      <w:r>
        <w:rPr>
          <w:rFonts w:cs="Georgia"/>
          <w:kern w:val="1"/>
        </w:rPr>
        <w:t>.</w:t>
      </w:r>
    </w:p>
    <w:p w14:paraId="13F127F6" w14:textId="77777777" w:rsidR="000E1451" w:rsidRDefault="00BE611A" w:rsidP="00BE611A">
      <w:pPr>
        <w:rPr>
          <w:rFonts w:cs="Georgia"/>
          <w:bCs/>
          <w:kern w:val="1"/>
        </w:rPr>
      </w:pPr>
      <w:r>
        <w:rPr>
          <w:rFonts w:cs="Georgia"/>
          <w:kern w:val="1"/>
        </w:rPr>
        <w:t>Il faisait beau</w:t>
      </w:r>
      <w:r w:rsidR="000E1451">
        <w:rPr>
          <w:rFonts w:cs="Georgia"/>
          <w:kern w:val="1"/>
        </w:rPr>
        <w:t xml:space="preserve">. </w:t>
      </w:r>
      <w:r>
        <w:rPr>
          <w:rFonts w:cs="Georgia"/>
          <w:kern w:val="1"/>
        </w:rPr>
        <w:t>Les flammes blanches et noires des uhlans de l</w:t>
      </w:r>
      <w:r w:rsidR="000E1451">
        <w:rPr>
          <w:rFonts w:cs="Georgia"/>
          <w:kern w:val="1"/>
        </w:rPr>
        <w:t>’</w:t>
      </w:r>
      <w:r>
        <w:rPr>
          <w:rFonts w:cs="Georgia"/>
          <w:kern w:val="1"/>
        </w:rPr>
        <w:t>escorte ondulaient doucement dans la brise matinale</w:t>
      </w:r>
      <w:r w:rsidR="000E1451">
        <w:rPr>
          <w:rFonts w:cs="Georgia"/>
          <w:kern w:val="1"/>
        </w:rPr>
        <w:t xml:space="preserve">. </w:t>
      </w:r>
      <w:r>
        <w:rPr>
          <w:rFonts w:cs="Georgia"/>
          <w:kern w:val="1"/>
        </w:rPr>
        <w:t>Les coqs chantaient</w:t>
      </w:r>
      <w:r w:rsidR="000E1451">
        <w:rPr>
          <w:rFonts w:cs="Georgia"/>
          <w:kern w:val="1"/>
        </w:rPr>
        <w:t xml:space="preserve">. </w:t>
      </w:r>
      <w:r>
        <w:rPr>
          <w:rFonts w:cs="Georgia"/>
          <w:kern w:val="1"/>
        </w:rPr>
        <w:t>Une brume bleue</w:t>
      </w:r>
      <w:r w:rsidR="000E1451">
        <w:rPr>
          <w:rFonts w:cs="Georgia"/>
          <w:kern w:val="1"/>
        </w:rPr>
        <w:t xml:space="preserve">, </w:t>
      </w:r>
      <w:r>
        <w:rPr>
          <w:rFonts w:cs="Georgia"/>
          <w:kern w:val="1"/>
        </w:rPr>
        <w:t>pailletée d</w:t>
      </w:r>
      <w:r w:rsidR="000E1451">
        <w:rPr>
          <w:rFonts w:cs="Georgia"/>
          <w:kern w:val="1"/>
        </w:rPr>
        <w:t>’</w:t>
      </w:r>
      <w:r>
        <w:rPr>
          <w:rFonts w:cs="Georgia"/>
          <w:kern w:val="1"/>
        </w:rPr>
        <w:t>argent</w:t>
      </w:r>
      <w:r w:rsidR="000E1451">
        <w:rPr>
          <w:rFonts w:cs="Georgia"/>
          <w:kern w:val="1"/>
        </w:rPr>
        <w:t xml:space="preserve">, </w:t>
      </w:r>
      <w:r>
        <w:rPr>
          <w:rFonts w:cs="Georgia"/>
          <w:kern w:val="1"/>
        </w:rPr>
        <w:t>se dissipait au-dessus de la campagne</w:t>
      </w:r>
      <w:r w:rsidR="000E1451">
        <w:rPr>
          <w:rFonts w:cs="Georgia"/>
          <w:kern w:val="1"/>
        </w:rPr>
        <w:t xml:space="preserve">. </w:t>
      </w:r>
      <w:r>
        <w:rPr>
          <w:rFonts w:cs="Georgia"/>
          <w:kern w:val="1"/>
        </w:rPr>
        <w:t>La route de Sarrebrück filait</w:t>
      </w:r>
      <w:r w:rsidR="000E1451">
        <w:rPr>
          <w:rFonts w:cs="Georgia"/>
          <w:kern w:val="1"/>
        </w:rPr>
        <w:t xml:space="preserve">, </w:t>
      </w:r>
      <w:r>
        <w:rPr>
          <w:rFonts w:cs="Georgia"/>
          <w:kern w:val="1"/>
        </w:rPr>
        <w:t>pimpante et gaie</w:t>
      </w:r>
      <w:r w:rsidR="000E1451">
        <w:rPr>
          <w:rFonts w:cs="Georgia"/>
          <w:kern w:val="1"/>
        </w:rPr>
        <w:t xml:space="preserve">, </w:t>
      </w:r>
      <w:r>
        <w:rPr>
          <w:rFonts w:cs="Georgia"/>
          <w:kern w:val="1"/>
        </w:rPr>
        <w:t>entre les houblonnières et les coteaux dorés</w:t>
      </w:r>
      <w:r w:rsidR="000E1451">
        <w:rPr>
          <w:rFonts w:cs="Georgia"/>
          <w:kern w:val="1"/>
        </w:rPr>
        <w:t xml:space="preserve">. </w:t>
      </w:r>
      <w:r>
        <w:rPr>
          <w:rFonts w:cs="Georgia"/>
          <w:kern w:val="1"/>
        </w:rPr>
        <w:t>Sur une borne toute proche on lisait</w:t>
      </w:r>
      <w:r w:rsidR="000E1451">
        <w:rPr>
          <w:rFonts w:cs="Georgia"/>
          <w:kern w:val="1"/>
        </w:rPr>
        <w:t xml:space="preserve"> : </w:t>
      </w:r>
      <w:r>
        <w:rPr>
          <w:rFonts w:cs="Georgia"/>
          <w:bCs/>
          <w:i/>
          <w:iCs/>
          <w:kern w:val="1"/>
        </w:rPr>
        <w:t>Metz</w:t>
      </w:r>
      <w:r w:rsidR="000E1451">
        <w:rPr>
          <w:rFonts w:cs="Georgia"/>
          <w:bCs/>
          <w:i/>
          <w:iCs/>
          <w:kern w:val="1"/>
        </w:rPr>
        <w:t xml:space="preserve">, </w:t>
      </w:r>
      <w:r>
        <w:rPr>
          <w:rFonts w:cs="Georgia"/>
          <w:bCs/>
          <w:i/>
          <w:iCs/>
          <w:kern w:val="1"/>
        </w:rPr>
        <w:t>douze kilomètres</w:t>
      </w:r>
      <w:r w:rsidR="000E1451">
        <w:rPr>
          <w:rFonts w:cs="Georgia"/>
          <w:bCs/>
          <w:kern w:val="1"/>
        </w:rPr>
        <w:t>.</w:t>
      </w:r>
    </w:p>
    <w:p w14:paraId="2596D505" w14:textId="77777777" w:rsidR="00BE611A" w:rsidRDefault="00BE611A" w:rsidP="00BE611A">
      <w:pPr>
        <w:rPr>
          <w:rFonts w:cs="Georgia"/>
          <w:kern w:val="1"/>
        </w:rPr>
      </w:pPr>
    </w:p>
    <w:p w14:paraId="2676F3B0" w14:textId="77777777" w:rsidR="000E1451" w:rsidRDefault="00BE611A" w:rsidP="00BE611A">
      <w:pPr>
        <w:rPr>
          <w:rFonts w:cs="Georgia"/>
          <w:kern w:val="1"/>
        </w:rPr>
      </w:pPr>
      <w:r>
        <w:rPr>
          <w:rFonts w:cs="Georgia"/>
          <w:kern w:val="1"/>
        </w:rPr>
        <w:t>Trente ans plus tard</w:t>
      </w:r>
      <w:r w:rsidR="000E1451">
        <w:rPr>
          <w:rFonts w:cs="Georgia"/>
          <w:kern w:val="1"/>
        </w:rPr>
        <w:t xml:space="preserve">, </w:t>
      </w:r>
      <w:r>
        <w:rPr>
          <w:rFonts w:cs="Georgia"/>
          <w:kern w:val="1"/>
        </w:rPr>
        <w:t>alors que le lieutenant Hugo de Reichendorf</w:t>
      </w:r>
      <w:r w:rsidR="000E1451">
        <w:rPr>
          <w:rFonts w:cs="Georgia"/>
          <w:kern w:val="1"/>
        </w:rPr>
        <w:t xml:space="preserve">, </w:t>
      </w:r>
      <w:r>
        <w:rPr>
          <w:rFonts w:cs="Georgia"/>
          <w:kern w:val="1"/>
        </w:rPr>
        <w:t>devenu général</w:t>
      </w:r>
      <w:r w:rsidR="000E1451">
        <w:rPr>
          <w:rFonts w:cs="Georgia"/>
          <w:kern w:val="1"/>
        </w:rPr>
        <w:t xml:space="preserve">, </w:t>
      </w:r>
      <w:r>
        <w:rPr>
          <w:rFonts w:cs="Georgia"/>
          <w:kern w:val="1"/>
        </w:rPr>
        <w:t xml:space="preserve">commandait à Francfort-sur-Oder la </w:t>
      </w:r>
      <w:r w:rsidR="000E1451">
        <w:rPr>
          <w:rFonts w:cs="Georgia"/>
          <w:kern w:val="1"/>
        </w:rPr>
        <w:t>5</w:t>
      </w:r>
      <w:r w:rsidR="000E1451" w:rsidRPr="000E1451">
        <w:rPr>
          <w:rFonts w:cs="Georgia"/>
          <w:kern w:val="1"/>
          <w:vertAlign w:val="superscript"/>
        </w:rPr>
        <w:t>e</w:t>
      </w:r>
      <w:r w:rsidR="000E1451">
        <w:rPr>
          <w:rFonts w:cs="Georgia"/>
          <w:kern w:val="1"/>
        </w:rPr>
        <w:t xml:space="preserve"> </w:t>
      </w:r>
      <w:r>
        <w:rPr>
          <w:rFonts w:cs="Georgia"/>
          <w:kern w:val="1"/>
        </w:rPr>
        <w:t>brigade de cavalerie</w:t>
      </w:r>
      <w:r w:rsidR="000E1451">
        <w:rPr>
          <w:rFonts w:cs="Georgia"/>
          <w:kern w:val="1"/>
        </w:rPr>
        <w:t xml:space="preserve">, </w:t>
      </w:r>
      <w:r>
        <w:rPr>
          <w:rFonts w:cs="Georgia"/>
          <w:kern w:val="1"/>
        </w:rPr>
        <w:t>cette affaire de Borny était demeurée pour lui la bataille la plus belle et la plus décisive non seulement de sa carrière</w:t>
      </w:r>
      <w:r w:rsidR="000E1451">
        <w:rPr>
          <w:rFonts w:cs="Georgia"/>
          <w:kern w:val="1"/>
        </w:rPr>
        <w:t xml:space="preserve">, </w:t>
      </w:r>
      <w:r>
        <w:rPr>
          <w:rFonts w:cs="Georgia"/>
          <w:kern w:val="1"/>
        </w:rPr>
        <w:t>mais de toute la campagne</w:t>
      </w:r>
      <w:r w:rsidR="000E1451">
        <w:rPr>
          <w:rFonts w:cs="Georgia"/>
          <w:kern w:val="1"/>
        </w:rPr>
        <w:t xml:space="preserve">. </w:t>
      </w:r>
      <w:r>
        <w:rPr>
          <w:rFonts w:cs="Georgia"/>
          <w:kern w:val="1"/>
        </w:rPr>
        <w:t>Qui osait élever devant lui un doute à ce sujet ne manquait jamais de le mettre en fureur</w:t>
      </w:r>
      <w:r w:rsidR="000E1451">
        <w:rPr>
          <w:rFonts w:cs="Georgia"/>
          <w:kern w:val="1"/>
        </w:rPr>
        <w:t xml:space="preserve">. </w:t>
      </w:r>
      <w:r>
        <w:rPr>
          <w:rFonts w:cs="Georgia"/>
          <w:kern w:val="1"/>
        </w:rPr>
        <w:t xml:space="preserve">Il avait toujours les meilleurs </w:t>
      </w:r>
      <w:r>
        <w:rPr>
          <w:rFonts w:cs="Georgia"/>
          <w:kern w:val="1"/>
        </w:rPr>
        <w:lastRenderedPageBreak/>
        <w:t>arguments pour démontrer que si la manœuvre pour la bataille de Saint-Privat avait abouti</w:t>
      </w:r>
      <w:r w:rsidR="000E1451">
        <w:rPr>
          <w:rFonts w:cs="Georgia"/>
          <w:kern w:val="1"/>
        </w:rPr>
        <w:t xml:space="preserve">, </w:t>
      </w:r>
      <w:r>
        <w:rPr>
          <w:rFonts w:cs="Georgia"/>
          <w:kern w:val="1"/>
        </w:rPr>
        <w:t>si le cercle s</w:t>
      </w:r>
      <w:r w:rsidR="000E1451">
        <w:rPr>
          <w:rFonts w:cs="Georgia"/>
          <w:kern w:val="1"/>
        </w:rPr>
        <w:t>’</w:t>
      </w:r>
      <w:r>
        <w:rPr>
          <w:rFonts w:cs="Georgia"/>
          <w:kern w:val="1"/>
        </w:rPr>
        <w:t>était fermé autour de Sedan</w:t>
      </w:r>
      <w:r w:rsidR="000E1451">
        <w:rPr>
          <w:rFonts w:cs="Georgia"/>
          <w:kern w:val="1"/>
        </w:rPr>
        <w:t xml:space="preserve">, </w:t>
      </w:r>
      <w:r>
        <w:rPr>
          <w:rFonts w:cs="Georgia"/>
          <w:kern w:val="1"/>
        </w:rPr>
        <w:t>c</w:t>
      </w:r>
      <w:r w:rsidR="000E1451">
        <w:rPr>
          <w:rFonts w:cs="Georgia"/>
          <w:kern w:val="1"/>
        </w:rPr>
        <w:t>’</w:t>
      </w:r>
      <w:r>
        <w:rPr>
          <w:rFonts w:cs="Georgia"/>
          <w:kern w:val="1"/>
        </w:rPr>
        <w:t xml:space="preserve">était parce que la </w:t>
      </w:r>
      <w:r w:rsidR="000E1451">
        <w:rPr>
          <w:rFonts w:cs="Georgia"/>
          <w:kern w:val="1"/>
        </w:rPr>
        <w:t>II</w:t>
      </w:r>
      <w:r w:rsidR="000E1451" w:rsidRPr="000E1451">
        <w:rPr>
          <w:rFonts w:cs="Georgia"/>
          <w:kern w:val="1"/>
          <w:vertAlign w:val="superscript"/>
        </w:rPr>
        <w:t>e</w:t>
      </w:r>
      <w:r>
        <w:rPr>
          <w:rFonts w:cs="Georgia"/>
          <w:kern w:val="1"/>
        </w:rPr>
        <w:t xml:space="preserve"> Armée avait passé à temps la Moselle</w:t>
      </w:r>
      <w:r w:rsidR="000E1451">
        <w:rPr>
          <w:rFonts w:cs="Georgia"/>
          <w:kern w:val="1"/>
        </w:rPr>
        <w:t xml:space="preserve">, </w:t>
      </w:r>
      <w:r>
        <w:rPr>
          <w:rFonts w:cs="Georgia"/>
          <w:kern w:val="1"/>
        </w:rPr>
        <w:t>résultat qui n</w:t>
      </w:r>
      <w:r w:rsidR="000E1451">
        <w:rPr>
          <w:rFonts w:cs="Georgia"/>
          <w:kern w:val="1"/>
        </w:rPr>
        <w:t>’</w:t>
      </w:r>
      <w:r>
        <w:rPr>
          <w:rFonts w:cs="Georgia"/>
          <w:kern w:val="1"/>
        </w:rPr>
        <w:t>aurait pas été atteint si</w:t>
      </w:r>
      <w:r w:rsidR="000E1451">
        <w:rPr>
          <w:rFonts w:cs="Georgia"/>
          <w:kern w:val="1"/>
        </w:rPr>
        <w:t xml:space="preserve">, </w:t>
      </w:r>
      <w:r>
        <w:rPr>
          <w:rFonts w:cs="Georgia"/>
          <w:kern w:val="1"/>
        </w:rPr>
        <w:t>dans la soirée du 1</w:t>
      </w:r>
      <w:r w:rsidR="000E1451">
        <w:rPr>
          <w:rFonts w:cs="Georgia"/>
          <w:kern w:val="1"/>
        </w:rPr>
        <w:t xml:space="preserve">4 août, </w:t>
      </w:r>
      <w:r>
        <w:rPr>
          <w:rFonts w:cs="Georgia"/>
          <w:kern w:val="1"/>
        </w:rPr>
        <w:t xml:space="preserve">le </w:t>
      </w:r>
      <w:r w:rsidR="000E1451">
        <w:rPr>
          <w:rFonts w:cs="Georgia"/>
          <w:kern w:val="1"/>
        </w:rPr>
        <w:t>1</w:t>
      </w:r>
      <w:r w:rsidR="000E1451" w:rsidRPr="000E1451">
        <w:rPr>
          <w:rFonts w:cs="Georgia"/>
          <w:kern w:val="1"/>
          <w:vertAlign w:val="superscript"/>
        </w:rPr>
        <w:t>er</w:t>
      </w:r>
      <w:r w:rsidR="000E1451">
        <w:rPr>
          <w:rFonts w:cs="Georgia"/>
          <w:kern w:val="1"/>
        </w:rPr>
        <w:t xml:space="preserve"> </w:t>
      </w:r>
      <w:r>
        <w:rPr>
          <w:rFonts w:cs="Georgia"/>
          <w:kern w:val="1"/>
        </w:rPr>
        <w:t>corps de la première armée n</w:t>
      </w:r>
      <w:r w:rsidR="000E1451">
        <w:rPr>
          <w:rFonts w:cs="Georgia"/>
          <w:kern w:val="1"/>
        </w:rPr>
        <w:t>’</w:t>
      </w:r>
      <w:r>
        <w:rPr>
          <w:rFonts w:cs="Georgia"/>
          <w:kern w:val="1"/>
        </w:rPr>
        <w:t>avait fixé et retenu devant lui les troupes françaises opérant sous Metz</w:t>
      </w:r>
      <w:r w:rsidR="000E1451">
        <w:rPr>
          <w:rFonts w:cs="Georgia"/>
          <w:kern w:val="1"/>
        </w:rPr>
        <w:t xml:space="preserve">, </w:t>
      </w:r>
      <w:r>
        <w:rPr>
          <w:rFonts w:cs="Georgia"/>
          <w:kern w:val="1"/>
        </w:rPr>
        <w:t>à la suite d</w:t>
      </w:r>
      <w:r w:rsidR="000E1451">
        <w:rPr>
          <w:rFonts w:cs="Georgia"/>
          <w:kern w:val="1"/>
        </w:rPr>
        <w:t>’</w:t>
      </w:r>
      <w:r>
        <w:rPr>
          <w:rFonts w:cs="Georgia"/>
          <w:kern w:val="1"/>
        </w:rPr>
        <w:t xml:space="preserve">une reconnaissance conduite le matin avec une audace et un bonheur rares par un lieutenant du </w:t>
      </w:r>
      <w:r w:rsidR="000E1451">
        <w:rPr>
          <w:rFonts w:cs="Georgia"/>
          <w:kern w:val="1"/>
        </w:rPr>
        <w:t>3</w:t>
      </w:r>
      <w:r w:rsidR="000E1451" w:rsidRPr="000E1451">
        <w:rPr>
          <w:rFonts w:cs="Georgia"/>
          <w:kern w:val="1"/>
          <w:vertAlign w:val="superscript"/>
        </w:rPr>
        <w:t>e</w:t>
      </w:r>
      <w:r w:rsidR="000E1451">
        <w:rPr>
          <w:rFonts w:cs="Georgia"/>
          <w:kern w:val="1"/>
        </w:rPr>
        <w:t xml:space="preserve"> </w:t>
      </w:r>
      <w:r>
        <w:rPr>
          <w:rFonts w:cs="Georgia"/>
          <w:kern w:val="1"/>
        </w:rPr>
        <w:t>régiment de cuirassiers</w:t>
      </w:r>
      <w:r w:rsidR="000E1451">
        <w:rPr>
          <w:rFonts w:cs="Georgia"/>
          <w:kern w:val="1"/>
        </w:rPr>
        <w:t>, 1</w:t>
      </w:r>
      <w:r w:rsidR="000E1451" w:rsidRPr="000E1451">
        <w:rPr>
          <w:rFonts w:cs="Georgia"/>
          <w:kern w:val="1"/>
          <w:vertAlign w:val="superscript"/>
        </w:rPr>
        <w:t>er</w:t>
      </w:r>
      <w:r w:rsidR="000E1451">
        <w:rPr>
          <w:rFonts w:cs="Georgia"/>
          <w:kern w:val="1"/>
        </w:rPr>
        <w:t xml:space="preserve"> </w:t>
      </w:r>
      <w:r>
        <w:rPr>
          <w:rFonts w:cs="Georgia"/>
          <w:kern w:val="1"/>
        </w:rPr>
        <w:t>escadron</w:t>
      </w:r>
      <w:r w:rsidR="000E1451">
        <w:rPr>
          <w:rFonts w:cs="Georgia"/>
          <w:kern w:val="1"/>
        </w:rPr>
        <w:t>, 2</w:t>
      </w:r>
      <w:r w:rsidR="000E1451" w:rsidRPr="000E1451">
        <w:rPr>
          <w:rFonts w:cs="Georgia"/>
          <w:kern w:val="1"/>
          <w:vertAlign w:val="superscript"/>
        </w:rPr>
        <w:t>e</w:t>
      </w:r>
      <w:r w:rsidR="000E1451">
        <w:rPr>
          <w:rFonts w:cs="Georgia"/>
          <w:kern w:val="1"/>
        </w:rPr>
        <w:t xml:space="preserve"> </w:t>
      </w:r>
      <w:r>
        <w:rPr>
          <w:rFonts w:cs="Georgia"/>
          <w:kern w:val="1"/>
        </w:rPr>
        <w:t>peloton</w:t>
      </w:r>
      <w:r w:rsidR="000E1451">
        <w:rPr>
          <w:rFonts w:cs="Georgia"/>
          <w:kern w:val="1"/>
        </w:rPr>
        <w:t>.</w:t>
      </w:r>
    </w:p>
    <w:p w14:paraId="3C6F7CBB" w14:textId="77777777" w:rsidR="000E1451" w:rsidRDefault="00BE611A" w:rsidP="00BE611A">
      <w:pPr>
        <w:rPr>
          <w:rFonts w:cs="Georgia"/>
          <w:kern w:val="1"/>
        </w:rPr>
      </w:pPr>
      <w:r>
        <w:rPr>
          <w:rFonts w:cs="Georgia"/>
          <w:kern w:val="1"/>
        </w:rPr>
        <w:t>Nommé capitaine après Saint-Quentin</w:t>
      </w:r>
      <w:r w:rsidR="000E1451">
        <w:rPr>
          <w:rFonts w:cs="Georgia"/>
          <w:kern w:val="1"/>
        </w:rPr>
        <w:t xml:space="preserve">, </w:t>
      </w:r>
      <w:r>
        <w:rPr>
          <w:rFonts w:cs="Georgia"/>
          <w:kern w:val="1"/>
        </w:rPr>
        <w:t>et passé sur l</w:t>
      </w:r>
      <w:r w:rsidR="000E1451">
        <w:rPr>
          <w:rFonts w:cs="Georgia"/>
          <w:kern w:val="1"/>
        </w:rPr>
        <w:t>’</w:t>
      </w:r>
      <w:r>
        <w:rPr>
          <w:rFonts w:cs="Georgia"/>
          <w:kern w:val="1"/>
        </w:rPr>
        <w:t>ordre du Roi aux Cuirassiers de la Garde</w:t>
      </w:r>
      <w:r w:rsidR="000E1451">
        <w:rPr>
          <w:rFonts w:cs="Georgia"/>
          <w:kern w:val="1"/>
        </w:rPr>
        <w:t xml:space="preserve">, </w:t>
      </w:r>
      <w:r>
        <w:rPr>
          <w:rFonts w:cs="Georgia"/>
          <w:kern w:val="1"/>
        </w:rPr>
        <w:t>ce fut sous le casque de vermeil de ce splendide régiment que Hugo de Reichendorf participa</w:t>
      </w:r>
      <w:r w:rsidR="000E1451">
        <w:rPr>
          <w:rFonts w:cs="Georgia"/>
          <w:kern w:val="1"/>
        </w:rPr>
        <w:t xml:space="preserve">, </w:t>
      </w:r>
      <w:r>
        <w:rPr>
          <w:rFonts w:cs="Georgia"/>
          <w:kern w:val="1"/>
        </w:rPr>
        <w:t>le 1</w:t>
      </w:r>
      <w:r w:rsidR="000E1451">
        <w:rPr>
          <w:rFonts w:cs="Georgia"/>
          <w:kern w:val="1"/>
        </w:rPr>
        <w:t>6 juillet</w:t>
      </w:r>
      <w:r>
        <w:rPr>
          <w:rFonts w:cs="Georgia"/>
          <w:kern w:val="1"/>
        </w:rPr>
        <w:t xml:space="preserve"> suivant</w:t>
      </w:r>
      <w:r w:rsidR="000E1451">
        <w:rPr>
          <w:rFonts w:cs="Georgia"/>
          <w:kern w:val="1"/>
        </w:rPr>
        <w:t xml:space="preserve">, </w:t>
      </w:r>
      <w:r>
        <w:rPr>
          <w:rFonts w:cs="Georgia"/>
          <w:kern w:val="1"/>
        </w:rPr>
        <w:t>à l</w:t>
      </w:r>
      <w:r w:rsidR="000E1451">
        <w:rPr>
          <w:rFonts w:cs="Georgia"/>
          <w:kern w:val="1"/>
        </w:rPr>
        <w:t>’</w:t>
      </w:r>
      <w:r>
        <w:rPr>
          <w:rFonts w:cs="Georgia"/>
          <w:kern w:val="1"/>
        </w:rPr>
        <w:t>entrée dans Berlin de l</w:t>
      </w:r>
      <w:r w:rsidR="000E1451">
        <w:rPr>
          <w:rFonts w:cs="Georgia"/>
          <w:kern w:val="1"/>
        </w:rPr>
        <w:t>’</w:t>
      </w:r>
      <w:r>
        <w:rPr>
          <w:rFonts w:cs="Georgia"/>
          <w:kern w:val="1"/>
        </w:rPr>
        <w:t>armée victorieuse</w:t>
      </w:r>
      <w:r w:rsidR="000E1451">
        <w:rPr>
          <w:rFonts w:cs="Georgia"/>
          <w:kern w:val="1"/>
        </w:rPr>
        <w:t xml:space="preserve">. </w:t>
      </w:r>
      <w:r>
        <w:rPr>
          <w:rFonts w:cs="Georgia"/>
          <w:kern w:val="1"/>
        </w:rPr>
        <w:t>Le soleil était radieux</w:t>
      </w:r>
      <w:r w:rsidR="000E1451">
        <w:rPr>
          <w:rFonts w:cs="Georgia"/>
          <w:kern w:val="1"/>
        </w:rPr>
        <w:t xml:space="preserve">, </w:t>
      </w:r>
      <w:r>
        <w:rPr>
          <w:rFonts w:cs="Georgia"/>
          <w:kern w:val="1"/>
        </w:rPr>
        <w:t>la chaleur écrasante</w:t>
      </w:r>
      <w:r w:rsidR="000E1451">
        <w:rPr>
          <w:rFonts w:cs="Georgia"/>
          <w:kern w:val="1"/>
        </w:rPr>
        <w:t xml:space="preserve">. </w:t>
      </w:r>
      <w:r>
        <w:rPr>
          <w:rFonts w:cs="Georgia"/>
          <w:kern w:val="1"/>
        </w:rPr>
        <w:t>Sur la Place du Palais</w:t>
      </w:r>
      <w:r w:rsidR="000E1451">
        <w:rPr>
          <w:rFonts w:cs="Georgia"/>
          <w:kern w:val="1"/>
        </w:rPr>
        <w:t xml:space="preserve">, </w:t>
      </w:r>
      <w:r>
        <w:rPr>
          <w:rFonts w:cs="Georgia"/>
          <w:kern w:val="1"/>
        </w:rPr>
        <w:t xml:space="preserve">au bout des </w:t>
      </w:r>
      <w:r>
        <w:rPr>
          <w:rFonts w:cs="Georgia"/>
          <w:bCs/>
          <w:i/>
          <w:iCs/>
          <w:kern w:val="1"/>
        </w:rPr>
        <w:t>Tilleuls</w:t>
      </w:r>
      <w:r w:rsidR="000E1451">
        <w:t xml:space="preserve">, </w:t>
      </w:r>
      <w:r>
        <w:rPr>
          <w:rFonts w:cs="Georgia"/>
          <w:kern w:val="1"/>
        </w:rPr>
        <w:t>on avait massé les troupes autour du monument du Roi Frédéric-</w:t>
      </w:r>
      <w:r w:rsidR="000E1451">
        <w:rPr>
          <w:rFonts w:cs="Georgia"/>
          <w:kern w:val="1"/>
        </w:rPr>
        <w:t xml:space="preserve">Guillaume III, </w:t>
      </w:r>
      <w:r>
        <w:rPr>
          <w:rFonts w:cs="Georgia"/>
          <w:kern w:val="1"/>
        </w:rPr>
        <w:t>qui allait être inauguré</w:t>
      </w:r>
      <w:r w:rsidR="000E1451">
        <w:rPr>
          <w:rFonts w:cs="Georgia"/>
          <w:kern w:val="1"/>
        </w:rPr>
        <w:t xml:space="preserve">. </w:t>
      </w:r>
      <w:r>
        <w:rPr>
          <w:rFonts w:cs="Georgia"/>
          <w:kern w:val="1"/>
        </w:rPr>
        <w:t>Les cinquante-six aigles françaises conquises en jonchaient les marches</w:t>
      </w:r>
      <w:r w:rsidR="000E1451">
        <w:rPr>
          <w:rFonts w:cs="Georgia"/>
          <w:kern w:val="1"/>
        </w:rPr>
        <w:t xml:space="preserve">. </w:t>
      </w:r>
      <w:r>
        <w:rPr>
          <w:rFonts w:cs="Georgia"/>
          <w:kern w:val="1"/>
        </w:rPr>
        <w:t>Sous un immense vélum de velours rouge se tenaient l</w:t>
      </w:r>
      <w:r w:rsidR="000E1451">
        <w:rPr>
          <w:rFonts w:cs="Georgia"/>
          <w:kern w:val="1"/>
        </w:rPr>
        <w:t>’</w:t>
      </w:r>
      <w:r>
        <w:rPr>
          <w:rFonts w:cs="Georgia"/>
          <w:kern w:val="1"/>
        </w:rPr>
        <w:t>Empereur</w:t>
      </w:r>
      <w:r w:rsidR="000E1451">
        <w:rPr>
          <w:rFonts w:cs="Georgia"/>
          <w:kern w:val="1"/>
        </w:rPr>
        <w:t xml:space="preserve">, </w:t>
      </w:r>
      <w:r>
        <w:rPr>
          <w:rFonts w:cs="Georgia"/>
          <w:kern w:val="1"/>
        </w:rPr>
        <w:t>l</w:t>
      </w:r>
      <w:r w:rsidR="000E1451">
        <w:rPr>
          <w:rFonts w:cs="Georgia"/>
          <w:kern w:val="1"/>
        </w:rPr>
        <w:t>’</w:t>
      </w:r>
      <w:r>
        <w:rPr>
          <w:rFonts w:cs="Georgia"/>
          <w:kern w:val="1"/>
        </w:rPr>
        <w:t>impératrice</w:t>
      </w:r>
      <w:r w:rsidR="000E1451">
        <w:rPr>
          <w:rFonts w:cs="Georgia"/>
          <w:kern w:val="1"/>
        </w:rPr>
        <w:t xml:space="preserve">, </w:t>
      </w:r>
      <w:r>
        <w:rPr>
          <w:rFonts w:cs="Georgia"/>
          <w:kern w:val="1"/>
        </w:rPr>
        <w:t>toutes les Altesses</w:t>
      </w:r>
      <w:r w:rsidR="000E1451">
        <w:rPr>
          <w:rFonts w:cs="Georgia"/>
          <w:kern w:val="1"/>
        </w:rPr>
        <w:t xml:space="preserve">, </w:t>
      </w:r>
      <w:r>
        <w:rPr>
          <w:rFonts w:cs="Georgia"/>
          <w:kern w:val="1"/>
        </w:rPr>
        <w:t>tous les ambassadeurs</w:t>
      </w:r>
      <w:r w:rsidR="000E1451">
        <w:rPr>
          <w:rFonts w:cs="Georgia"/>
          <w:kern w:val="1"/>
        </w:rPr>
        <w:t xml:space="preserve">. </w:t>
      </w:r>
      <w:r>
        <w:rPr>
          <w:rFonts w:cs="Georgia"/>
          <w:kern w:val="1"/>
        </w:rPr>
        <w:t>Dans le coin droit</w:t>
      </w:r>
      <w:r w:rsidR="000E1451">
        <w:rPr>
          <w:rFonts w:cs="Georgia"/>
          <w:kern w:val="1"/>
        </w:rPr>
        <w:t xml:space="preserve">, </w:t>
      </w:r>
      <w:r>
        <w:rPr>
          <w:rFonts w:cs="Georgia"/>
          <w:kern w:val="1"/>
        </w:rPr>
        <w:t>le prince de Bismarck</w:t>
      </w:r>
      <w:r w:rsidR="000E1451">
        <w:rPr>
          <w:rFonts w:cs="Georgia"/>
          <w:kern w:val="1"/>
        </w:rPr>
        <w:t xml:space="preserve">, </w:t>
      </w:r>
      <w:r>
        <w:rPr>
          <w:rFonts w:cs="Georgia"/>
          <w:kern w:val="1"/>
        </w:rPr>
        <w:t>gigantesque et massif sous sa tunique blanche à collet jaune</w:t>
      </w:r>
      <w:r w:rsidR="000E1451">
        <w:rPr>
          <w:rFonts w:cs="Georgia"/>
          <w:kern w:val="1"/>
        </w:rPr>
        <w:t xml:space="preserve">, </w:t>
      </w:r>
      <w:r>
        <w:rPr>
          <w:rFonts w:cs="Georgia"/>
          <w:kern w:val="1"/>
        </w:rPr>
        <w:t>s</w:t>
      </w:r>
      <w:r w:rsidR="000E1451">
        <w:rPr>
          <w:rFonts w:cs="Georgia"/>
          <w:kern w:val="1"/>
        </w:rPr>
        <w:t>’</w:t>
      </w:r>
      <w:r>
        <w:rPr>
          <w:rFonts w:cs="Georgia"/>
          <w:kern w:val="1"/>
        </w:rPr>
        <w:t>éventait avec son casque</w:t>
      </w:r>
      <w:r w:rsidR="000E1451">
        <w:rPr>
          <w:rFonts w:cs="Georgia"/>
          <w:kern w:val="1"/>
        </w:rPr>
        <w:t xml:space="preserve">, </w:t>
      </w:r>
      <w:r>
        <w:rPr>
          <w:rFonts w:cs="Georgia"/>
          <w:kern w:val="1"/>
        </w:rPr>
        <w:t xml:space="preserve">tout en causant avec </w:t>
      </w:r>
      <w:r w:rsidR="000E1451">
        <w:rPr>
          <w:rFonts w:cs="Georgia"/>
          <w:kern w:val="1"/>
        </w:rPr>
        <w:t>M. de </w:t>
      </w:r>
      <w:r>
        <w:rPr>
          <w:rFonts w:cs="Georgia"/>
          <w:kern w:val="1"/>
        </w:rPr>
        <w:t>Moltke</w:t>
      </w:r>
      <w:r w:rsidR="000E1451">
        <w:rPr>
          <w:rFonts w:cs="Georgia"/>
          <w:kern w:val="1"/>
        </w:rPr>
        <w:t xml:space="preserve">, </w:t>
      </w:r>
      <w:r>
        <w:rPr>
          <w:rFonts w:cs="Georgia"/>
          <w:kern w:val="1"/>
        </w:rPr>
        <w:t>émacié dans son uniforme sombre de général d</w:t>
      </w:r>
      <w:r w:rsidR="000E1451">
        <w:rPr>
          <w:rFonts w:cs="Georgia"/>
          <w:kern w:val="1"/>
        </w:rPr>
        <w:t>’</w:t>
      </w:r>
      <w:r>
        <w:rPr>
          <w:rFonts w:cs="Georgia"/>
          <w:kern w:val="1"/>
        </w:rPr>
        <w:t>infanterie</w:t>
      </w:r>
      <w:r w:rsidR="000E1451">
        <w:rPr>
          <w:rFonts w:cs="Georgia"/>
          <w:kern w:val="1"/>
        </w:rPr>
        <w:t xml:space="preserve">. </w:t>
      </w:r>
      <w:r>
        <w:rPr>
          <w:rFonts w:cs="Georgia"/>
          <w:kern w:val="1"/>
        </w:rPr>
        <w:t xml:space="preserve">La haie au bas de la tribune était formée par les magnifiques cuirassiers de </w:t>
      </w:r>
      <w:r>
        <w:rPr>
          <w:rFonts w:cs="Georgia"/>
          <w:bCs/>
          <w:kern w:val="1"/>
        </w:rPr>
        <w:t xml:space="preserve">la </w:t>
      </w:r>
      <w:r>
        <w:rPr>
          <w:rFonts w:cs="Georgia"/>
          <w:kern w:val="1"/>
        </w:rPr>
        <w:t>Garde</w:t>
      </w:r>
      <w:r w:rsidR="000E1451">
        <w:rPr>
          <w:rFonts w:cs="Georgia"/>
          <w:kern w:val="1"/>
        </w:rPr>
        <w:t xml:space="preserve">, </w:t>
      </w:r>
      <w:r>
        <w:rPr>
          <w:rFonts w:cs="Georgia"/>
          <w:kern w:val="1"/>
        </w:rPr>
        <w:t>rigides comme des statues</w:t>
      </w:r>
      <w:r w:rsidR="000E1451">
        <w:rPr>
          <w:rFonts w:cs="Georgia"/>
          <w:kern w:val="1"/>
        </w:rPr>
        <w:t xml:space="preserve">. </w:t>
      </w:r>
      <w:r>
        <w:rPr>
          <w:rFonts w:cs="Georgia"/>
          <w:kern w:val="1"/>
        </w:rPr>
        <w:t>Les femmes leur jetaient des fleurs</w:t>
      </w:r>
      <w:r w:rsidR="000E1451">
        <w:rPr>
          <w:rFonts w:cs="Georgia"/>
          <w:kern w:val="1"/>
        </w:rPr>
        <w:t xml:space="preserve">, </w:t>
      </w:r>
      <w:r>
        <w:rPr>
          <w:rFonts w:cs="Georgia"/>
          <w:kern w:val="1"/>
        </w:rPr>
        <w:t>leur envoyaient des baisers</w:t>
      </w:r>
      <w:r w:rsidR="000E1451">
        <w:rPr>
          <w:rFonts w:cs="Georgia"/>
          <w:kern w:val="1"/>
        </w:rPr>
        <w:t xml:space="preserve">, </w:t>
      </w:r>
      <w:r>
        <w:rPr>
          <w:rFonts w:cs="Georgia"/>
          <w:kern w:val="1"/>
        </w:rPr>
        <w:t>et Hugo de Reichendorf</w:t>
      </w:r>
      <w:r w:rsidR="000E1451">
        <w:rPr>
          <w:rFonts w:cs="Georgia"/>
          <w:kern w:val="1"/>
        </w:rPr>
        <w:t xml:space="preserve">, </w:t>
      </w:r>
      <w:r>
        <w:rPr>
          <w:rFonts w:cs="Georgia"/>
          <w:kern w:val="1"/>
        </w:rPr>
        <w:t>cramoisi sous le casque d</w:t>
      </w:r>
      <w:r w:rsidR="000E1451">
        <w:rPr>
          <w:rFonts w:cs="Georgia"/>
          <w:kern w:val="1"/>
        </w:rPr>
        <w:t>’</w:t>
      </w:r>
      <w:r>
        <w:rPr>
          <w:rFonts w:cs="Georgia"/>
          <w:kern w:val="1"/>
        </w:rPr>
        <w:t>or à aigle d</w:t>
      </w:r>
      <w:r w:rsidR="000E1451">
        <w:rPr>
          <w:rFonts w:cs="Georgia"/>
          <w:kern w:val="1"/>
        </w:rPr>
        <w:t>’</w:t>
      </w:r>
      <w:r>
        <w:rPr>
          <w:rFonts w:cs="Georgia"/>
          <w:kern w:val="1"/>
        </w:rPr>
        <w:t>argent</w:t>
      </w:r>
      <w:r w:rsidR="000E1451">
        <w:rPr>
          <w:rFonts w:cs="Georgia"/>
          <w:kern w:val="1"/>
        </w:rPr>
        <w:t xml:space="preserve">, </w:t>
      </w:r>
      <w:r>
        <w:rPr>
          <w:rFonts w:cs="Georgia"/>
          <w:kern w:val="1"/>
        </w:rPr>
        <w:t>gonflé d</w:t>
      </w:r>
      <w:r w:rsidR="000E1451">
        <w:rPr>
          <w:rFonts w:cs="Georgia"/>
          <w:kern w:val="1"/>
        </w:rPr>
        <w:t>’</w:t>
      </w:r>
      <w:r>
        <w:rPr>
          <w:rFonts w:cs="Georgia"/>
          <w:kern w:val="1"/>
        </w:rPr>
        <w:t>un orgueil qui était sur le point de lui faire éclater le cœur</w:t>
      </w:r>
      <w:r w:rsidR="000E1451">
        <w:rPr>
          <w:rFonts w:cs="Georgia"/>
          <w:kern w:val="1"/>
        </w:rPr>
        <w:t xml:space="preserve">, </w:t>
      </w:r>
      <w:r>
        <w:rPr>
          <w:rFonts w:cs="Georgia"/>
          <w:kern w:val="1"/>
        </w:rPr>
        <w:t>apercevait</w:t>
      </w:r>
      <w:r w:rsidR="000E1451">
        <w:rPr>
          <w:rFonts w:cs="Georgia"/>
          <w:kern w:val="1"/>
        </w:rPr>
        <w:t xml:space="preserve">, </w:t>
      </w:r>
      <w:r>
        <w:rPr>
          <w:rFonts w:cs="Georgia"/>
          <w:kern w:val="1"/>
        </w:rPr>
        <w:t>tout près de lui</w:t>
      </w:r>
      <w:r w:rsidR="000E1451">
        <w:rPr>
          <w:rFonts w:cs="Georgia"/>
          <w:kern w:val="1"/>
        </w:rPr>
        <w:t xml:space="preserve">, </w:t>
      </w:r>
      <w:r>
        <w:rPr>
          <w:rFonts w:cs="Georgia"/>
          <w:kern w:val="1"/>
        </w:rPr>
        <w:t>au premier rang du populaire en délire</w:t>
      </w:r>
      <w:r w:rsidR="000E1451">
        <w:rPr>
          <w:rFonts w:cs="Georgia"/>
          <w:kern w:val="1"/>
        </w:rPr>
        <w:t xml:space="preserve">, </w:t>
      </w:r>
      <w:r>
        <w:rPr>
          <w:rFonts w:cs="Georgia"/>
          <w:kern w:val="1"/>
        </w:rPr>
        <w:t>un vieillard suant et pleurant qui lui envoyait aussi des baisers</w:t>
      </w:r>
      <w:r w:rsidR="000E1451">
        <w:rPr>
          <w:rFonts w:cs="Georgia"/>
          <w:kern w:val="1"/>
        </w:rPr>
        <w:t xml:space="preserve">. </w:t>
      </w:r>
      <w:r>
        <w:rPr>
          <w:rFonts w:cs="Georgia"/>
          <w:kern w:val="1"/>
        </w:rPr>
        <w:t>Il avait un gibus à la mode du Parlement de Francfort</w:t>
      </w:r>
      <w:r w:rsidR="000E1451">
        <w:rPr>
          <w:rFonts w:cs="Georgia"/>
          <w:kern w:val="1"/>
        </w:rPr>
        <w:t xml:space="preserve">, </w:t>
      </w:r>
      <w:r>
        <w:rPr>
          <w:rFonts w:cs="Georgia"/>
          <w:kern w:val="1"/>
        </w:rPr>
        <w:t xml:space="preserve">portait un pantalon </w:t>
      </w:r>
      <w:r>
        <w:rPr>
          <w:rFonts w:cs="Georgia"/>
          <w:kern w:val="1"/>
        </w:rPr>
        <w:lastRenderedPageBreak/>
        <w:t>cosaque à sous-pieds et une redingote à brandebourgs sur laquelle la croix de fer était agrafée</w:t>
      </w:r>
      <w:r w:rsidR="000E1451">
        <w:rPr>
          <w:rFonts w:cs="Georgia"/>
          <w:kern w:val="1"/>
        </w:rPr>
        <w:t xml:space="preserve">. </w:t>
      </w:r>
      <w:r>
        <w:rPr>
          <w:rFonts w:cs="Georgia"/>
          <w:kern w:val="1"/>
        </w:rPr>
        <w:t>C</w:t>
      </w:r>
      <w:r w:rsidR="000E1451">
        <w:rPr>
          <w:rFonts w:cs="Georgia"/>
          <w:kern w:val="1"/>
        </w:rPr>
        <w:t>’</w:t>
      </w:r>
      <w:r>
        <w:rPr>
          <w:rFonts w:cs="Georgia"/>
          <w:kern w:val="1"/>
        </w:rPr>
        <w:t>était le comte Frédéric de Reichendorf</w:t>
      </w:r>
      <w:r w:rsidR="000E1451">
        <w:rPr>
          <w:rFonts w:cs="Georgia"/>
          <w:kern w:val="1"/>
        </w:rPr>
        <w:t xml:space="preserve">, </w:t>
      </w:r>
      <w:r>
        <w:rPr>
          <w:rFonts w:cs="Georgia"/>
          <w:kern w:val="1"/>
        </w:rPr>
        <w:t>son père</w:t>
      </w:r>
      <w:r w:rsidR="000E1451">
        <w:rPr>
          <w:rFonts w:cs="Georgia"/>
          <w:kern w:val="1"/>
        </w:rPr>
        <w:t xml:space="preserve">. </w:t>
      </w:r>
      <w:r>
        <w:rPr>
          <w:rFonts w:cs="Georgia"/>
          <w:kern w:val="1"/>
        </w:rPr>
        <w:t>Il n</w:t>
      </w:r>
      <w:r w:rsidR="000E1451">
        <w:rPr>
          <w:rFonts w:cs="Georgia"/>
          <w:kern w:val="1"/>
        </w:rPr>
        <w:t>’</w:t>
      </w:r>
      <w:r>
        <w:rPr>
          <w:rFonts w:cs="Georgia"/>
          <w:kern w:val="1"/>
        </w:rPr>
        <w:t>avait pas fallu moins qu</w:t>
      </w:r>
      <w:r w:rsidR="000E1451">
        <w:rPr>
          <w:rFonts w:cs="Georgia"/>
          <w:kern w:val="1"/>
        </w:rPr>
        <w:t>’</w:t>
      </w:r>
      <w:r>
        <w:rPr>
          <w:rFonts w:cs="Georgia"/>
          <w:kern w:val="1"/>
        </w:rPr>
        <w:t>une circonstance aussi solennelle pour qu</w:t>
      </w:r>
      <w:r w:rsidR="000E1451">
        <w:rPr>
          <w:rFonts w:cs="Georgia"/>
          <w:kern w:val="1"/>
        </w:rPr>
        <w:t>’</w:t>
      </w:r>
      <w:r>
        <w:rPr>
          <w:rFonts w:cs="Georgia"/>
          <w:kern w:val="1"/>
        </w:rPr>
        <w:t>il consentît à abandonner un jour ses marécages et ses forêts</w:t>
      </w:r>
      <w:r w:rsidR="000E1451">
        <w:rPr>
          <w:rFonts w:cs="Georgia"/>
          <w:kern w:val="1"/>
        </w:rPr>
        <w:t>.</w:t>
      </w:r>
    </w:p>
    <w:p w14:paraId="1C10EAF3" w14:textId="77777777" w:rsidR="000E1451" w:rsidRDefault="00BE611A" w:rsidP="00BE611A">
      <w:pPr>
        <w:rPr>
          <w:rFonts w:cs="Georgia"/>
          <w:kern w:val="1"/>
        </w:rPr>
      </w:pPr>
      <w:r>
        <w:rPr>
          <w:rFonts w:cs="Georgia"/>
          <w:kern w:val="1"/>
        </w:rPr>
        <w:t>Soudain</w:t>
      </w:r>
      <w:r w:rsidR="000E1451">
        <w:rPr>
          <w:rFonts w:cs="Georgia"/>
          <w:kern w:val="1"/>
        </w:rPr>
        <w:t xml:space="preserve">, </w:t>
      </w:r>
      <w:r>
        <w:rPr>
          <w:rFonts w:cs="Georgia"/>
          <w:kern w:val="1"/>
        </w:rPr>
        <w:t>tous à la fois</w:t>
      </w:r>
      <w:r w:rsidR="000E1451">
        <w:rPr>
          <w:rFonts w:cs="Georgia"/>
          <w:kern w:val="1"/>
        </w:rPr>
        <w:t xml:space="preserve">, </w:t>
      </w:r>
      <w:r>
        <w:rPr>
          <w:rFonts w:cs="Georgia"/>
          <w:kern w:val="1"/>
        </w:rPr>
        <w:t>les canons tonnèrent</w:t>
      </w:r>
      <w:r w:rsidR="000E1451">
        <w:rPr>
          <w:rFonts w:cs="Georgia"/>
          <w:kern w:val="1"/>
        </w:rPr>
        <w:t xml:space="preserve">. </w:t>
      </w:r>
      <w:r>
        <w:rPr>
          <w:rFonts w:cs="Georgia"/>
          <w:kern w:val="1"/>
        </w:rPr>
        <w:t>Les musiques se mirent à jouer l</w:t>
      </w:r>
      <w:r w:rsidR="000E1451">
        <w:rPr>
          <w:rFonts w:cs="Georgia"/>
          <w:kern w:val="1"/>
        </w:rPr>
        <w:t>’</w:t>
      </w:r>
      <w:r>
        <w:rPr>
          <w:rFonts w:cs="Georgia"/>
          <w:kern w:val="1"/>
        </w:rPr>
        <w:t>hymne de la Victoire</w:t>
      </w:r>
      <w:r w:rsidR="000E1451">
        <w:rPr>
          <w:rFonts w:cs="Georgia"/>
          <w:kern w:val="1"/>
        </w:rPr>
        <w:t xml:space="preserve">. </w:t>
      </w:r>
      <w:r>
        <w:rPr>
          <w:rFonts w:cs="Georgia"/>
          <w:kern w:val="1"/>
        </w:rPr>
        <w:t>Le voile qui recouvrait le monument tomba</w:t>
      </w:r>
      <w:r w:rsidR="000E1451">
        <w:rPr>
          <w:rFonts w:cs="Georgia"/>
          <w:kern w:val="1"/>
        </w:rPr>
        <w:t xml:space="preserve">. </w:t>
      </w:r>
      <w:r>
        <w:rPr>
          <w:rFonts w:cs="Georgia"/>
          <w:kern w:val="1"/>
        </w:rPr>
        <w:t>Un général qui semblait atteint de folie bondit sur le socle</w:t>
      </w:r>
      <w:r w:rsidR="000E1451">
        <w:rPr>
          <w:rFonts w:cs="Georgia"/>
          <w:kern w:val="1"/>
        </w:rPr>
        <w:t xml:space="preserve">, </w:t>
      </w:r>
      <w:r>
        <w:rPr>
          <w:rFonts w:cs="Georgia"/>
          <w:kern w:val="1"/>
        </w:rPr>
        <w:t>et saisissant une brassée de drapeaux français</w:t>
      </w:r>
      <w:r w:rsidR="000E1451">
        <w:rPr>
          <w:rFonts w:cs="Georgia"/>
          <w:kern w:val="1"/>
        </w:rPr>
        <w:t xml:space="preserve">, </w:t>
      </w:r>
      <w:r>
        <w:rPr>
          <w:rFonts w:cs="Georgia"/>
          <w:kern w:val="1"/>
        </w:rPr>
        <w:t>la lança sous les pieds du Hohenzollern de bronze</w:t>
      </w:r>
      <w:r w:rsidR="000E1451">
        <w:rPr>
          <w:rFonts w:cs="Georgia"/>
          <w:kern w:val="1"/>
        </w:rPr>
        <w:t xml:space="preserve">. </w:t>
      </w:r>
      <w:r>
        <w:rPr>
          <w:rFonts w:cs="Georgia"/>
          <w:kern w:val="1"/>
        </w:rPr>
        <w:t>La foule entière éclata en rugissements d</w:t>
      </w:r>
      <w:r w:rsidR="000E1451">
        <w:rPr>
          <w:rFonts w:cs="Georgia"/>
          <w:kern w:val="1"/>
        </w:rPr>
        <w:t>’</w:t>
      </w:r>
      <w:r>
        <w:rPr>
          <w:rFonts w:cs="Georgia"/>
          <w:kern w:val="1"/>
        </w:rPr>
        <w:t>enthousiasme</w:t>
      </w:r>
      <w:r w:rsidR="000E1451">
        <w:rPr>
          <w:rFonts w:cs="Georgia"/>
          <w:kern w:val="1"/>
        </w:rPr>
        <w:t xml:space="preserve">, </w:t>
      </w:r>
      <w:r>
        <w:rPr>
          <w:rFonts w:cs="Georgia"/>
          <w:kern w:val="1"/>
        </w:rPr>
        <w:t>et voilà que cette allégresse furieuse gagnant à son tour la haie des cuirassiers</w:t>
      </w:r>
      <w:r w:rsidR="000E1451">
        <w:rPr>
          <w:rFonts w:cs="Georgia"/>
          <w:kern w:val="1"/>
        </w:rPr>
        <w:t xml:space="preserve">, </w:t>
      </w:r>
      <w:r>
        <w:rPr>
          <w:rFonts w:cs="Georgia"/>
          <w:kern w:val="1"/>
        </w:rPr>
        <w:t>leurs statues blanches et or commencèrent à s</w:t>
      </w:r>
      <w:r w:rsidR="000E1451">
        <w:rPr>
          <w:rFonts w:cs="Georgia"/>
          <w:kern w:val="1"/>
        </w:rPr>
        <w:t>’</w:t>
      </w:r>
      <w:r>
        <w:rPr>
          <w:rFonts w:cs="Georgia"/>
          <w:kern w:val="1"/>
        </w:rPr>
        <w:t>animer</w:t>
      </w:r>
      <w:r w:rsidR="000E1451">
        <w:rPr>
          <w:rFonts w:cs="Georgia"/>
          <w:kern w:val="1"/>
        </w:rPr>
        <w:t xml:space="preserve">. </w:t>
      </w:r>
      <w:r>
        <w:rPr>
          <w:rFonts w:cs="Georgia"/>
          <w:kern w:val="1"/>
        </w:rPr>
        <w:t>Des sabres furent brandis au-dessus des casques</w:t>
      </w:r>
      <w:r w:rsidR="000E1451">
        <w:rPr>
          <w:rFonts w:cs="Georgia"/>
          <w:kern w:val="1"/>
        </w:rPr>
        <w:t xml:space="preserve"> ; </w:t>
      </w:r>
      <w:r>
        <w:rPr>
          <w:rFonts w:cs="Georgia"/>
          <w:kern w:val="1"/>
        </w:rPr>
        <w:t>des hourras sortirent des énormes poitrines</w:t>
      </w:r>
      <w:r w:rsidR="000E1451">
        <w:rPr>
          <w:rFonts w:cs="Georgia"/>
          <w:kern w:val="1"/>
        </w:rPr>
        <w:t xml:space="preserve">, </w:t>
      </w:r>
      <w:r>
        <w:rPr>
          <w:rFonts w:cs="Georgia"/>
          <w:kern w:val="1"/>
        </w:rPr>
        <w:t>et le capitaine de Reichendorf</w:t>
      </w:r>
      <w:r w:rsidR="000E1451">
        <w:rPr>
          <w:rFonts w:cs="Georgia"/>
          <w:kern w:val="1"/>
        </w:rPr>
        <w:t xml:space="preserve">, </w:t>
      </w:r>
      <w:r>
        <w:rPr>
          <w:rFonts w:cs="Georgia"/>
          <w:kern w:val="1"/>
        </w:rPr>
        <w:t>ne se connaissant plus</w:t>
      </w:r>
      <w:r w:rsidR="000E1451">
        <w:rPr>
          <w:rFonts w:cs="Georgia"/>
          <w:kern w:val="1"/>
        </w:rPr>
        <w:t xml:space="preserve">, </w:t>
      </w:r>
      <w:r>
        <w:rPr>
          <w:rFonts w:cs="Georgia"/>
          <w:kern w:val="1"/>
        </w:rPr>
        <w:t>sentant son cerveau chavirer se mit lui aussi à brandir son sabre et à hurler plus fort que tous les autres</w:t>
      </w:r>
      <w:r w:rsidR="000E1451">
        <w:rPr>
          <w:rFonts w:cs="Georgia"/>
          <w:kern w:val="1"/>
        </w:rPr>
        <w:t> : « </w:t>
      </w:r>
      <w:r>
        <w:rPr>
          <w:rFonts w:cs="Georgia"/>
          <w:kern w:val="1"/>
        </w:rPr>
        <w:t>Hourra</w:t>
      </w:r>
      <w:r w:rsidR="000E1451">
        <w:rPr>
          <w:rFonts w:cs="Georgia"/>
          <w:kern w:val="1"/>
        </w:rPr>
        <w:t xml:space="preserve">, </w:t>
      </w:r>
      <w:r>
        <w:rPr>
          <w:rFonts w:cs="Georgia"/>
          <w:kern w:val="1"/>
        </w:rPr>
        <w:t>Kaiser</w:t>
      </w:r>
      <w:r w:rsidR="000E1451">
        <w:rPr>
          <w:rFonts w:cs="Georgia"/>
          <w:kern w:val="1"/>
        </w:rPr>
        <w:t xml:space="preserve">, </w:t>
      </w:r>
      <w:r>
        <w:rPr>
          <w:rFonts w:cs="Georgia"/>
          <w:kern w:val="1"/>
        </w:rPr>
        <w:t>hourra</w:t>
      </w:r>
      <w:r w:rsidR="000E1451">
        <w:rPr>
          <w:rFonts w:cs="Georgia"/>
          <w:kern w:val="1"/>
        </w:rPr>
        <w:t xml:space="preserve"> ! </w:t>
      </w:r>
      <w:r>
        <w:rPr>
          <w:rFonts w:cs="Georgia"/>
          <w:kern w:val="1"/>
        </w:rPr>
        <w:t>Au tour de la Russie</w:t>
      </w:r>
      <w:r w:rsidR="000E1451">
        <w:rPr>
          <w:rFonts w:cs="Georgia"/>
          <w:kern w:val="1"/>
        </w:rPr>
        <w:t xml:space="preserve">, </w:t>
      </w:r>
      <w:r>
        <w:rPr>
          <w:rFonts w:cs="Georgia"/>
          <w:kern w:val="1"/>
        </w:rPr>
        <w:t>maintenant</w:t>
      </w:r>
      <w:r w:rsidR="000E1451">
        <w:rPr>
          <w:rFonts w:cs="Georgia"/>
          <w:kern w:val="1"/>
        </w:rPr>
        <w:t> ! »</w:t>
      </w:r>
    </w:p>
    <w:p w14:paraId="50123E06" w14:textId="77777777" w:rsidR="000E1451" w:rsidRDefault="000E1451" w:rsidP="00BE611A">
      <w:pPr>
        <w:rPr>
          <w:rFonts w:cs="Georgia"/>
          <w:kern w:val="1"/>
        </w:rPr>
      </w:pPr>
      <w:r>
        <w:rPr>
          <w:rFonts w:cs="Georgia"/>
          <w:kern w:val="1"/>
        </w:rPr>
        <w:t>— </w:t>
      </w:r>
      <w:r w:rsidR="00BE611A">
        <w:rPr>
          <w:rFonts w:cs="Georgia"/>
          <w:kern w:val="1"/>
        </w:rPr>
        <w:t>Colonel</w:t>
      </w:r>
      <w:r>
        <w:rPr>
          <w:rFonts w:cs="Georgia"/>
          <w:kern w:val="1"/>
        </w:rPr>
        <w:t xml:space="preserve">, </w:t>
      </w:r>
      <w:r w:rsidR="00BE611A">
        <w:rPr>
          <w:rFonts w:cs="Georgia"/>
          <w:kern w:val="1"/>
        </w:rPr>
        <w:t>tâchez donc de me faire taire cet imbécile</w:t>
      </w:r>
      <w:r>
        <w:rPr>
          <w:rFonts w:cs="Georgia"/>
          <w:kern w:val="1"/>
        </w:rPr>
        <w:t xml:space="preserve">. </w:t>
      </w:r>
      <w:r w:rsidR="00BE611A">
        <w:rPr>
          <w:rFonts w:cs="Georgia"/>
          <w:kern w:val="1"/>
        </w:rPr>
        <w:t>L</w:t>
      </w:r>
      <w:r>
        <w:rPr>
          <w:rFonts w:cs="Georgia"/>
          <w:kern w:val="1"/>
        </w:rPr>
        <w:t>’</w:t>
      </w:r>
      <w:r w:rsidR="00BE611A">
        <w:rPr>
          <w:rFonts w:cs="Georgia"/>
          <w:kern w:val="1"/>
        </w:rPr>
        <w:t>Ambassadeur du czar est dans la tribune</w:t>
      </w:r>
      <w:r>
        <w:rPr>
          <w:rFonts w:cs="Georgia"/>
          <w:kern w:val="1"/>
        </w:rPr>
        <w:t xml:space="preserve">, </w:t>
      </w:r>
      <w:r w:rsidR="00BE611A">
        <w:rPr>
          <w:rFonts w:cs="Georgia"/>
          <w:kern w:val="1"/>
        </w:rPr>
        <w:t>tout à côté</w:t>
      </w:r>
      <w:r>
        <w:rPr>
          <w:rFonts w:cs="Georgia"/>
          <w:kern w:val="1"/>
        </w:rPr>
        <w:t>.</w:t>
      </w:r>
    </w:p>
    <w:p w14:paraId="66E24C89" w14:textId="77777777" w:rsidR="000E1451" w:rsidRDefault="00BE611A" w:rsidP="00BE611A">
      <w:pPr>
        <w:rPr>
          <w:rFonts w:cs="Georgia"/>
          <w:kern w:val="1"/>
        </w:rPr>
      </w:pPr>
      <w:r>
        <w:rPr>
          <w:rFonts w:cs="Georgia"/>
          <w:kern w:val="1"/>
        </w:rPr>
        <w:t>C</w:t>
      </w:r>
      <w:r w:rsidR="000E1451">
        <w:rPr>
          <w:rFonts w:cs="Georgia"/>
          <w:kern w:val="1"/>
        </w:rPr>
        <w:t>’</w:t>
      </w:r>
      <w:r>
        <w:rPr>
          <w:rFonts w:cs="Georgia"/>
          <w:kern w:val="1"/>
        </w:rPr>
        <w:t>était le Chancelier qui</w:t>
      </w:r>
      <w:r w:rsidR="000E1451">
        <w:rPr>
          <w:rFonts w:cs="Georgia"/>
          <w:kern w:val="1"/>
        </w:rPr>
        <w:t xml:space="preserve">, </w:t>
      </w:r>
      <w:r>
        <w:rPr>
          <w:rFonts w:cs="Georgia"/>
          <w:kern w:val="1"/>
        </w:rPr>
        <w:t>se penchant au-dessus de la rampe de velours</w:t>
      </w:r>
      <w:r w:rsidR="000E1451">
        <w:rPr>
          <w:rFonts w:cs="Georgia"/>
          <w:kern w:val="1"/>
        </w:rPr>
        <w:t xml:space="preserve">, </w:t>
      </w:r>
      <w:r>
        <w:rPr>
          <w:rFonts w:cs="Georgia"/>
          <w:kern w:val="1"/>
        </w:rPr>
        <w:t>venait de laisser tomber</w:t>
      </w:r>
      <w:r w:rsidR="000E1451">
        <w:rPr>
          <w:rFonts w:cs="Georgia"/>
          <w:kern w:val="1"/>
        </w:rPr>
        <w:t xml:space="preserve">, </w:t>
      </w:r>
      <w:r>
        <w:rPr>
          <w:rFonts w:cs="Georgia"/>
          <w:kern w:val="1"/>
        </w:rPr>
        <w:t>à mi-voix</w:t>
      </w:r>
      <w:r w:rsidR="000E1451">
        <w:rPr>
          <w:rFonts w:cs="Georgia"/>
          <w:kern w:val="1"/>
        </w:rPr>
        <w:t xml:space="preserve">, </w:t>
      </w:r>
      <w:r>
        <w:rPr>
          <w:rFonts w:cs="Georgia"/>
          <w:kern w:val="1"/>
        </w:rPr>
        <w:t>ces mots dédaigneux</w:t>
      </w:r>
      <w:r w:rsidR="000E1451">
        <w:rPr>
          <w:rFonts w:cs="Georgia"/>
          <w:kern w:val="1"/>
        </w:rPr>
        <w:t xml:space="preserve">. </w:t>
      </w:r>
      <w:r>
        <w:rPr>
          <w:rFonts w:cs="Georgia"/>
          <w:kern w:val="1"/>
        </w:rPr>
        <w:t>Ils firent au bouillant cuirassier l</w:t>
      </w:r>
      <w:r w:rsidR="000E1451">
        <w:rPr>
          <w:rFonts w:cs="Georgia"/>
          <w:kern w:val="1"/>
        </w:rPr>
        <w:t>’</w:t>
      </w:r>
      <w:r>
        <w:rPr>
          <w:rFonts w:cs="Georgia"/>
          <w:kern w:val="1"/>
        </w:rPr>
        <w:t>effet d</w:t>
      </w:r>
      <w:r w:rsidR="000E1451">
        <w:rPr>
          <w:rFonts w:cs="Georgia"/>
          <w:kern w:val="1"/>
        </w:rPr>
        <w:t>’</w:t>
      </w:r>
      <w:r>
        <w:rPr>
          <w:rFonts w:cs="Georgia"/>
          <w:kern w:val="1"/>
        </w:rPr>
        <w:t>une douche froide</w:t>
      </w:r>
      <w:r w:rsidR="000E1451">
        <w:rPr>
          <w:rFonts w:cs="Georgia"/>
          <w:kern w:val="1"/>
        </w:rPr>
        <w:t xml:space="preserve">. </w:t>
      </w:r>
      <w:r>
        <w:rPr>
          <w:rFonts w:cs="Georgia"/>
          <w:kern w:val="1"/>
        </w:rPr>
        <w:t>Le soleil lui sembla s</w:t>
      </w:r>
      <w:r w:rsidR="000E1451">
        <w:rPr>
          <w:rFonts w:cs="Georgia"/>
          <w:kern w:val="1"/>
        </w:rPr>
        <w:t>’</w:t>
      </w:r>
      <w:r>
        <w:rPr>
          <w:rFonts w:cs="Georgia"/>
          <w:kern w:val="1"/>
        </w:rPr>
        <w:t xml:space="preserve">éteindre au ciel embrasé du </w:t>
      </w:r>
      <w:r>
        <w:rPr>
          <w:rFonts w:cs="Georgia"/>
          <w:bCs/>
          <w:i/>
          <w:iCs/>
          <w:kern w:val="1"/>
        </w:rPr>
        <w:t>Lustgarten</w:t>
      </w:r>
      <w:r w:rsidR="000E1451">
        <w:t xml:space="preserve">. </w:t>
      </w:r>
      <w:r>
        <w:rPr>
          <w:rFonts w:cs="Georgia"/>
          <w:kern w:val="1"/>
        </w:rPr>
        <w:t>Sa destinée et celle de l</w:t>
      </w:r>
      <w:r w:rsidR="000E1451">
        <w:rPr>
          <w:rFonts w:cs="Georgia"/>
          <w:kern w:val="1"/>
        </w:rPr>
        <w:t>’</w:t>
      </w:r>
      <w:r>
        <w:rPr>
          <w:rFonts w:cs="Georgia"/>
          <w:kern w:val="1"/>
        </w:rPr>
        <w:t>Empire ne lui apparurent plus les plus belles du monde</w:t>
      </w:r>
      <w:r w:rsidR="000E1451">
        <w:rPr>
          <w:rFonts w:cs="Georgia"/>
          <w:kern w:val="1"/>
        </w:rPr>
        <w:t xml:space="preserve">. </w:t>
      </w:r>
      <w:r>
        <w:rPr>
          <w:rFonts w:cs="Georgia"/>
          <w:kern w:val="1"/>
        </w:rPr>
        <w:t>Tel fut le début des rapports du prince Otton de Bismarck et du comte Hugo de Reichendorf</w:t>
      </w:r>
      <w:r w:rsidR="000E1451">
        <w:rPr>
          <w:rFonts w:cs="Georgia"/>
          <w:kern w:val="1"/>
        </w:rPr>
        <w:t xml:space="preserve">. </w:t>
      </w:r>
      <w:r>
        <w:rPr>
          <w:rFonts w:cs="Georgia"/>
          <w:kern w:val="1"/>
        </w:rPr>
        <w:t>Jusqu</w:t>
      </w:r>
      <w:r w:rsidR="000E1451">
        <w:rPr>
          <w:rFonts w:cs="Georgia"/>
          <w:kern w:val="1"/>
        </w:rPr>
        <w:t>’</w:t>
      </w:r>
      <w:r>
        <w:rPr>
          <w:rFonts w:cs="Georgia"/>
          <w:kern w:val="1"/>
        </w:rPr>
        <w:t>à la fin de sa carrière</w:t>
      </w:r>
      <w:r w:rsidR="000E1451">
        <w:rPr>
          <w:rFonts w:cs="Georgia"/>
          <w:kern w:val="1"/>
        </w:rPr>
        <w:t xml:space="preserve">, </w:t>
      </w:r>
      <w:r>
        <w:rPr>
          <w:rFonts w:cs="Georgia"/>
          <w:kern w:val="1"/>
        </w:rPr>
        <w:t xml:space="preserve">le second ne </w:t>
      </w:r>
      <w:r>
        <w:rPr>
          <w:rFonts w:cs="Georgia"/>
          <w:kern w:val="1"/>
        </w:rPr>
        <w:lastRenderedPageBreak/>
        <w:t>devait plus cesser de se croire en butte aux persécutions du premier</w:t>
      </w:r>
      <w:r w:rsidR="000E1451">
        <w:rPr>
          <w:rFonts w:cs="Georgia"/>
          <w:kern w:val="1"/>
        </w:rPr>
        <w:t>.</w:t>
      </w:r>
    </w:p>
    <w:p w14:paraId="129F143D" w14:textId="77777777" w:rsidR="000E1451" w:rsidRDefault="00BE611A" w:rsidP="00BE611A">
      <w:pPr>
        <w:rPr>
          <w:rFonts w:cs="Georgia"/>
          <w:kern w:val="1"/>
        </w:rPr>
      </w:pPr>
      <w:r>
        <w:rPr>
          <w:rFonts w:cs="Georgia"/>
          <w:kern w:val="1"/>
        </w:rPr>
        <w:t>Sans doute</w:t>
      </w:r>
      <w:r w:rsidR="000E1451">
        <w:rPr>
          <w:rFonts w:cs="Georgia"/>
          <w:kern w:val="1"/>
        </w:rPr>
        <w:t xml:space="preserve">, </w:t>
      </w:r>
      <w:r>
        <w:rPr>
          <w:rFonts w:cs="Georgia"/>
          <w:kern w:val="1"/>
        </w:rPr>
        <w:t>Bismarck</w:t>
      </w:r>
      <w:r w:rsidR="000E1451">
        <w:rPr>
          <w:rFonts w:cs="Georgia"/>
          <w:kern w:val="1"/>
        </w:rPr>
        <w:t xml:space="preserve">, </w:t>
      </w:r>
      <w:r>
        <w:rPr>
          <w:rFonts w:cs="Georgia"/>
          <w:kern w:val="1"/>
        </w:rPr>
        <w:t>issu d</w:t>
      </w:r>
      <w:r w:rsidR="000E1451">
        <w:rPr>
          <w:rFonts w:cs="Georgia"/>
          <w:kern w:val="1"/>
        </w:rPr>
        <w:t>’</w:t>
      </w:r>
      <w:r>
        <w:rPr>
          <w:rFonts w:cs="Georgia"/>
          <w:kern w:val="1"/>
        </w:rPr>
        <w:t>une des plus nobles maisons des Marches</w:t>
      </w:r>
      <w:r w:rsidR="000E1451">
        <w:rPr>
          <w:rFonts w:cs="Georgia"/>
          <w:kern w:val="1"/>
        </w:rPr>
        <w:t xml:space="preserve">, </w:t>
      </w:r>
      <w:r>
        <w:rPr>
          <w:rFonts w:cs="Georgia"/>
          <w:kern w:val="1"/>
        </w:rPr>
        <w:t>connaissait la maison de Reichendorf</w:t>
      </w:r>
      <w:r w:rsidR="000E1451">
        <w:rPr>
          <w:rFonts w:cs="Georgia"/>
          <w:kern w:val="1"/>
        </w:rPr>
        <w:t xml:space="preserve">, </w:t>
      </w:r>
      <w:r>
        <w:rPr>
          <w:rFonts w:cs="Georgia"/>
          <w:kern w:val="1"/>
        </w:rPr>
        <w:t>aussi réputée que la sienne</w:t>
      </w:r>
      <w:r w:rsidR="000E1451">
        <w:rPr>
          <w:rFonts w:cs="Georgia"/>
          <w:kern w:val="1"/>
        </w:rPr>
        <w:t xml:space="preserve">. </w:t>
      </w:r>
      <w:r>
        <w:rPr>
          <w:rFonts w:cs="Georgia"/>
          <w:kern w:val="1"/>
        </w:rPr>
        <w:t>Il était également exact qu</w:t>
      </w:r>
      <w:r w:rsidR="000E1451">
        <w:rPr>
          <w:rFonts w:cs="Georgia"/>
          <w:kern w:val="1"/>
        </w:rPr>
        <w:t>’</w:t>
      </w:r>
      <w:r>
        <w:rPr>
          <w:rFonts w:cs="Georgia"/>
          <w:kern w:val="1"/>
        </w:rPr>
        <w:t>il y avait eu</w:t>
      </w:r>
      <w:r w:rsidR="000E1451">
        <w:rPr>
          <w:rFonts w:cs="Georgia"/>
          <w:kern w:val="1"/>
        </w:rPr>
        <w:t xml:space="preserve">, </w:t>
      </w:r>
      <w:r>
        <w:rPr>
          <w:rFonts w:cs="Georgia"/>
          <w:kern w:val="1"/>
        </w:rPr>
        <w:t>au cours des âges</w:t>
      </w:r>
      <w:r w:rsidR="000E1451">
        <w:rPr>
          <w:rFonts w:cs="Georgia"/>
          <w:kern w:val="1"/>
        </w:rPr>
        <w:t xml:space="preserve">, </w:t>
      </w:r>
      <w:r>
        <w:rPr>
          <w:rFonts w:cs="Georgia"/>
          <w:kern w:val="1"/>
        </w:rPr>
        <w:t>entre les deux maisons</w:t>
      </w:r>
      <w:r w:rsidR="000E1451">
        <w:rPr>
          <w:rFonts w:cs="Georgia"/>
          <w:kern w:val="1"/>
        </w:rPr>
        <w:t xml:space="preserve">, </w:t>
      </w:r>
      <w:r>
        <w:rPr>
          <w:rFonts w:cs="Georgia"/>
          <w:kern w:val="1"/>
        </w:rPr>
        <w:t>des froissements et des luttes qui avaient nécessité</w:t>
      </w:r>
      <w:r w:rsidR="000E1451">
        <w:rPr>
          <w:rFonts w:cs="Georgia"/>
          <w:kern w:val="1"/>
        </w:rPr>
        <w:t xml:space="preserve">, </w:t>
      </w:r>
      <w:r>
        <w:rPr>
          <w:rFonts w:cs="Georgia"/>
          <w:kern w:val="1"/>
        </w:rPr>
        <w:t>à diverses reprises</w:t>
      </w:r>
      <w:r w:rsidR="000E1451">
        <w:rPr>
          <w:rFonts w:cs="Georgia"/>
          <w:kern w:val="1"/>
        </w:rPr>
        <w:t xml:space="preserve">, </w:t>
      </w:r>
      <w:r>
        <w:rPr>
          <w:rFonts w:cs="Georgia"/>
          <w:kern w:val="1"/>
        </w:rPr>
        <w:t>l</w:t>
      </w:r>
      <w:r w:rsidR="000E1451">
        <w:rPr>
          <w:rFonts w:cs="Georgia"/>
          <w:kern w:val="1"/>
        </w:rPr>
        <w:t>’</w:t>
      </w:r>
      <w:r>
        <w:rPr>
          <w:rFonts w:cs="Georgia"/>
          <w:kern w:val="1"/>
        </w:rPr>
        <w:t>intervention des électeurs de Brandebourg</w:t>
      </w:r>
      <w:r w:rsidR="000E1451">
        <w:rPr>
          <w:rFonts w:cs="Georgia"/>
          <w:kern w:val="1"/>
        </w:rPr>
        <w:t xml:space="preserve">, </w:t>
      </w:r>
      <w:r>
        <w:rPr>
          <w:rFonts w:cs="Georgia"/>
          <w:kern w:val="1"/>
        </w:rPr>
        <w:t>puis des rois de Prusse</w:t>
      </w:r>
      <w:r w:rsidR="000E1451">
        <w:rPr>
          <w:rFonts w:cs="Georgia"/>
          <w:kern w:val="1"/>
        </w:rPr>
        <w:t xml:space="preserve">. </w:t>
      </w:r>
      <w:r>
        <w:rPr>
          <w:rFonts w:cs="Georgia"/>
          <w:kern w:val="1"/>
        </w:rPr>
        <w:t>Mais on peut admettre qu</w:t>
      </w:r>
      <w:r w:rsidR="000E1451">
        <w:rPr>
          <w:rFonts w:cs="Georgia"/>
          <w:kern w:val="1"/>
        </w:rPr>
        <w:t>’</w:t>
      </w:r>
      <w:r>
        <w:rPr>
          <w:rFonts w:cs="Georgia"/>
          <w:kern w:val="1"/>
        </w:rPr>
        <w:t>en 1871</w:t>
      </w:r>
      <w:r w:rsidR="000E1451">
        <w:rPr>
          <w:rFonts w:cs="Georgia"/>
          <w:kern w:val="1"/>
        </w:rPr>
        <w:t xml:space="preserve">, </w:t>
      </w:r>
      <w:r>
        <w:rPr>
          <w:rFonts w:cs="Georgia"/>
          <w:kern w:val="1"/>
        </w:rPr>
        <w:t>au faîte de sa puissance</w:t>
      </w:r>
      <w:r w:rsidR="000E1451">
        <w:rPr>
          <w:rFonts w:cs="Georgia"/>
          <w:kern w:val="1"/>
        </w:rPr>
        <w:t xml:space="preserve">, </w:t>
      </w:r>
      <w:r>
        <w:rPr>
          <w:rFonts w:cs="Georgia"/>
          <w:kern w:val="1"/>
        </w:rPr>
        <w:t>le Chancelier ait eu autre chose à faire que de raviver ces querelles du temps passé</w:t>
      </w:r>
      <w:r w:rsidR="000E1451">
        <w:rPr>
          <w:rFonts w:cs="Georgia"/>
          <w:kern w:val="1"/>
        </w:rPr>
        <w:t xml:space="preserve">. </w:t>
      </w:r>
      <w:r>
        <w:rPr>
          <w:rFonts w:cs="Georgia"/>
          <w:kern w:val="1"/>
        </w:rPr>
        <w:t>Si les Reichendorf d</w:t>
      </w:r>
      <w:r w:rsidR="000E1451">
        <w:rPr>
          <w:rFonts w:cs="Georgia"/>
          <w:kern w:val="1"/>
        </w:rPr>
        <w:t>’</w:t>
      </w:r>
      <w:r>
        <w:rPr>
          <w:rFonts w:cs="Georgia"/>
          <w:kern w:val="1"/>
        </w:rPr>
        <w:t>alors eurent à se plaindre de lui</w:t>
      </w:r>
      <w:r w:rsidR="000E1451">
        <w:rPr>
          <w:rFonts w:cs="Georgia"/>
          <w:kern w:val="1"/>
        </w:rPr>
        <w:t xml:space="preserve">, </w:t>
      </w:r>
      <w:r>
        <w:rPr>
          <w:rFonts w:cs="Georgia"/>
          <w:kern w:val="1"/>
        </w:rPr>
        <w:t>ce fut moins pour des vexations d</w:t>
      </w:r>
      <w:r w:rsidR="000E1451">
        <w:rPr>
          <w:rFonts w:cs="Georgia"/>
          <w:kern w:val="1"/>
        </w:rPr>
        <w:t>’</w:t>
      </w:r>
      <w:r>
        <w:rPr>
          <w:rFonts w:cs="Georgia"/>
          <w:kern w:val="1"/>
        </w:rPr>
        <w:t>ordre particulier qu</w:t>
      </w:r>
      <w:r w:rsidR="000E1451">
        <w:rPr>
          <w:rFonts w:cs="Georgia"/>
          <w:kern w:val="1"/>
        </w:rPr>
        <w:t>’</w:t>
      </w:r>
      <w:r>
        <w:rPr>
          <w:rFonts w:cs="Georgia"/>
          <w:kern w:val="1"/>
        </w:rPr>
        <w:t>en vertu de la politique d</w:t>
      </w:r>
      <w:r w:rsidR="000E1451">
        <w:rPr>
          <w:rFonts w:cs="Georgia"/>
          <w:kern w:val="1"/>
        </w:rPr>
        <w:t>’</w:t>
      </w:r>
      <w:r>
        <w:rPr>
          <w:rFonts w:cs="Georgia"/>
          <w:kern w:val="1"/>
        </w:rPr>
        <w:t>ensemble qu</w:t>
      </w:r>
      <w:r w:rsidR="000E1451">
        <w:rPr>
          <w:rFonts w:cs="Georgia"/>
          <w:kern w:val="1"/>
        </w:rPr>
        <w:t>’</w:t>
      </w:r>
      <w:r>
        <w:rPr>
          <w:rFonts w:cs="Georgia"/>
          <w:kern w:val="1"/>
        </w:rPr>
        <w:t>il venait d</w:t>
      </w:r>
      <w:r w:rsidR="000E1451">
        <w:rPr>
          <w:rFonts w:cs="Georgia"/>
          <w:kern w:val="1"/>
        </w:rPr>
        <w:t>’</w:t>
      </w:r>
      <w:r>
        <w:rPr>
          <w:rFonts w:cs="Georgia"/>
          <w:kern w:val="1"/>
        </w:rPr>
        <w:t>adopter à l</w:t>
      </w:r>
      <w:r w:rsidR="000E1451">
        <w:rPr>
          <w:rFonts w:cs="Georgia"/>
          <w:kern w:val="1"/>
        </w:rPr>
        <w:t>’</w:t>
      </w:r>
      <w:r>
        <w:rPr>
          <w:rFonts w:cs="Georgia"/>
          <w:kern w:val="1"/>
        </w:rPr>
        <w:t>égard des junkers</w:t>
      </w:r>
      <w:r w:rsidR="000E1451">
        <w:rPr>
          <w:rFonts w:cs="Georgia"/>
          <w:kern w:val="1"/>
        </w:rPr>
        <w:t xml:space="preserve">. </w:t>
      </w:r>
      <w:r>
        <w:rPr>
          <w:rFonts w:cs="Georgia"/>
          <w:kern w:val="1"/>
        </w:rPr>
        <w:t>Les féodaux avaient salué avec enthousiasme l</w:t>
      </w:r>
      <w:r w:rsidR="000E1451">
        <w:rPr>
          <w:rFonts w:cs="Georgia"/>
          <w:kern w:val="1"/>
        </w:rPr>
        <w:t>’</w:t>
      </w:r>
      <w:r>
        <w:rPr>
          <w:rFonts w:cs="Georgia"/>
          <w:kern w:val="1"/>
        </w:rPr>
        <w:t>accession d</w:t>
      </w:r>
      <w:r w:rsidR="000E1451">
        <w:rPr>
          <w:rFonts w:cs="Georgia"/>
          <w:kern w:val="1"/>
        </w:rPr>
        <w:t>’</w:t>
      </w:r>
      <w:r>
        <w:rPr>
          <w:rFonts w:cs="Georgia"/>
          <w:kern w:val="1"/>
        </w:rPr>
        <w:t>un des leurs au pouvoir</w:t>
      </w:r>
      <w:r w:rsidR="000E1451">
        <w:rPr>
          <w:rFonts w:cs="Georgia"/>
          <w:kern w:val="1"/>
        </w:rPr>
        <w:t xml:space="preserve">. </w:t>
      </w:r>
      <w:r>
        <w:rPr>
          <w:rFonts w:cs="Georgia"/>
          <w:kern w:val="1"/>
        </w:rPr>
        <w:t>Ils voulaient bien continuer à donner leur vie sur les champs de bataille où se forgeait</w:t>
      </w:r>
      <w:r w:rsidR="000E1451">
        <w:rPr>
          <w:rFonts w:cs="Georgia"/>
          <w:kern w:val="1"/>
        </w:rPr>
        <w:t xml:space="preserve">, </w:t>
      </w:r>
      <w:r>
        <w:rPr>
          <w:rFonts w:cs="Georgia"/>
          <w:kern w:val="1"/>
        </w:rPr>
        <w:t>par le fer et par le sang</w:t>
      </w:r>
      <w:r w:rsidR="000E1451">
        <w:rPr>
          <w:rFonts w:cs="Georgia"/>
          <w:kern w:val="1"/>
        </w:rPr>
        <w:t xml:space="preserve">, </w:t>
      </w:r>
      <w:r>
        <w:rPr>
          <w:rFonts w:cs="Georgia"/>
          <w:kern w:val="1"/>
        </w:rPr>
        <w:t>l</w:t>
      </w:r>
      <w:r w:rsidR="000E1451">
        <w:rPr>
          <w:rFonts w:cs="Georgia"/>
          <w:kern w:val="1"/>
        </w:rPr>
        <w:t>’</w:t>
      </w:r>
      <w:r>
        <w:rPr>
          <w:rFonts w:cs="Georgia"/>
          <w:kern w:val="1"/>
        </w:rPr>
        <w:t>unité de l</w:t>
      </w:r>
      <w:r w:rsidR="000E1451">
        <w:rPr>
          <w:rFonts w:cs="Georgia"/>
          <w:kern w:val="1"/>
        </w:rPr>
        <w:t>’</w:t>
      </w:r>
      <w:r>
        <w:rPr>
          <w:rFonts w:cs="Georgia"/>
          <w:kern w:val="1"/>
        </w:rPr>
        <w:t>Empire</w:t>
      </w:r>
      <w:r w:rsidR="000E1451">
        <w:rPr>
          <w:rFonts w:cs="Georgia"/>
          <w:kern w:val="1"/>
        </w:rPr>
        <w:t xml:space="preserve">. </w:t>
      </w:r>
      <w:r>
        <w:rPr>
          <w:rFonts w:cs="Georgia"/>
          <w:kern w:val="1"/>
        </w:rPr>
        <w:t>Mais ils prétendaient qu</w:t>
      </w:r>
      <w:r w:rsidR="000E1451">
        <w:rPr>
          <w:rFonts w:cs="Georgia"/>
          <w:kern w:val="1"/>
        </w:rPr>
        <w:t>’</w:t>
      </w:r>
      <w:r>
        <w:rPr>
          <w:rFonts w:cs="Georgia"/>
          <w:kern w:val="1"/>
        </w:rPr>
        <w:t>on leur en sût gré</w:t>
      </w:r>
      <w:r w:rsidR="000E1451">
        <w:rPr>
          <w:rFonts w:cs="Georgia"/>
          <w:kern w:val="1"/>
        </w:rPr>
        <w:t xml:space="preserve">. </w:t>
      </w:r>
      <w:r>
        <w:rPr>
          <w:rFonts w:cs="Georgia"/>
          <w:kern w:val="1"/>
        </w:rPr>
        <w:t>Ils comptaient en retour sur deux assurances</w:t>
      </w:r>
      <w:r w:rsidR="000E1451">
        <w:rPr>
          <w:rFonts w:cs="Georgia"/>
          <w:kern w:val="1"/>
        </w:rPr>
        <w:t xml:space="preserve"> : </w:t>
      </w:r>
      <w:r>
        <w:rPr>
          <w:rFonts w:cs="Georgia"/>
          <w:kern w:val="1"/>
        </w:rPr>
        <w:t>d</w:t>
      </w:r>
      <w:r w:rsidR="000E1451">
        <w:rPr>
          <w:rFonts w:cs="Georgia"/>
          <w:kern w:val="1"/>
        </w:rPr>
        <w:t>’</w:t>
      </w:r>
      <w:r>
        <w:rPr>
          <w:rFonts w:cs="Georgia"/>
          <w:kern w:val="1"/>
        </w:rPr>
        <w:t>abord continuer à jouir dans l</w:t>
      </w:r>
      <w:r w:rsidR="000E1451">
        <w:rPr>
          <w:rFonts w:cs="Georgia"/>
          <w:kern w:val="1"/>
        </w:rPr>
        <w:t>’</w:t>
      </w:r>
      <w:r>
        <w:rPr>
          <w:rFonts w:cs="Georgia"/>
          <w:kern w:val="1"/>
        </w:rPr>
        <w:t>armée d</w:t>
      </w:r>
      <w:r w:rsidR="000E1451">
        <w:rPr>
          <w:rFonts w:cs="Georgia"/>
          <w:kern w:val="1"/>
        </w:rPr>
        <w:t>’</w:t>
      </w:r>
      <w:r>
        <w:rPr>
          <w:rFonts w:cs="Georgia"/>
          <w:kern w:val="1"/>
        </w:rPr>
        <w:t>un traitement exceptionnel</w:t>
      </w:r>
      <w:r w:rsidR="000E1451">
        <w:rPr>
          <w:rFonts w:cs="Georgia"/>
          <w:kern w:val="1"/>
        </w:rPr>
        <w:t xml:space="preserve"> ; </w:t>
      </w:r>
      <w:r>
        <w:rPr>
          <w:rFonts w:cs="Georgia"/>
          <w:kern w:val="1"/>
        </w:rPr>
        <w:t>ensuite voir leurs privilèges territoriaux sauvegardés</w:t>
      </w:r>
      <w:r w:rsidR="000E1451">
        <w:rPr>
          <w:rFonts w:cs="Georgia"/>
          <w:kern w:val="1"/>
        </w:rPr>
        <w:t xml:space="preserve">, </w:t>
      </w:r>
      <w:r>
        <w:rPr>
          <w:rFonts w:cs="Georgia"/>
          <w:kern w:val="1"/>
        </w:rPr>
        <w:t>accrus même</w:t>
      </w:r>
      <w:r w:rsidR="000E1451">
        <w:rPr>
          <w:rFonts w:cs="Georgia"/>
          <w:kern w:val="1"/>
        </w:rPr>
        <w:t xml:space="preserve">. </w:t>
      </w:r>
      <w:r>
        <w:rPr>
          <w:rFonts w:cs="Georgia"/>
          <w:kern w:val="1"/>
        </w:rPr>
        <w:t>Ne fallait-il pas que le revenu des terres assurât une existence honorable à ceux qui les avaient conquises et qui les défendaient</w:t>
      </w:r>
      <w:r w:rsidR="000E1451">
        <w:rPr>
          <w:rFonts w:cs="Georgia"/>
          <w:kern w:val="1"/>
        </w:rPr>
        <w:t> ?</w:t>
      </w:r>
    </w:p>
    <w:p w14:paraId="7BD83449" w14:textId="77777777" w:rsidR="000E1451" w:rsidRDefault="00BE611A" w:rsidP="00BE611A">
      <w:pPr>
        <w:rPr>
          <w:rFonts w:cs="Georgia"/>
          <w:kern w:val="1"/>
        </w:rPr>
      </w:pPr>
      <w:r>
        <w:rPr>
          <w:rFonts w:cs="Georgia"/>
          <w:kern w:val="1"/>
        </w:rPr>
        <w:t>Leur désillusion fut grande lorsqu</w:t>
      </w:r>
      <w:r w:rsidR="000E1451">
        <w:rPr>
          <w:rFonts w:cs="Georgia"/>
          <w:kern w:val="1"/>
        </w:rPr>
        <w:t>’</w:t>
      </w:r>
      <w:r>
        <w:rPr>
          <w:rFonts w:cs="Georgia"/>
          <w:kern w:val="1"/>
        </w:rPr>
        <w:t>ils crurent s</w:t>
      </w:r>
      <w:r w:rsidR="000E1451">
        <w:rPr>
          <w:rFonts w:cs="Georgia"/>
          <w:kern w:val="1"/>
        </w:rPr>
        <w:t>’</w:t>
      </w:r>
      <w:r>
        <w:rPr>
          <w:rFonts w:cs="Georgia"/>
          <w:kern w:val="1"/>
        </w:rPr>
        <w:t>apercevoir que loin de bénéficier dans l</w:t>
      </w:r>
      <w:r w:rsidR="000E1451">
        <w:rPr>
          <w:rFonts w:cs="Georgia"/>
          <w:kern w:val="1"/>
        </w:rPr>
        <w:t>’</w:t>
      </w:r>
      <w:r>
        <w:rPr>
          <w:rFonts w:cs="Georgia"/>
          <w:kern w:val="1"/>
        </w:rPr>
        <w:t>armée d</w:t>
      </w:r>
      <w:r w:rsidR="000E1451">
        <w:rPr>
          <w:rFonts w:cs="Georgia"/>
          <w:kern w:val="1"/>
        </w:rPr>
        <w:t>’</w:t>
      </w:r>
      <w:r>
        <w:rPr>
          <w:rFonts w:cs="Georgia"/>
          <w:kern w:val="1"/>
        </w:rPr>
        <w:t>un régime de faveur</w:t>
      </w:r>
      <w:r w:rsidR="000E1451">
        <w:rPr>
          <w:rFonts w:cs="Georgia"/>
          <w:kern w:val="1"/>
        </w:rPr>
        <w:t xml:space="preserve">, </w:t>
      </w:r>
      <w:r>
        <w:rPr>
          <w:rFonts w:cs="Georgia"/>
          <w:kern w:val="1"/>
        </w:rPr>
        <w:t>ils se trouvaient sur le même pied</w:t>
      </w:r>
      <w:r w:rsidR="000E1451">
        <w:rPr>
          <w:rFonts w:cs="Georgia"/>
          <w:kern w:val="1"/>
        </w:rPr>
        <w:t xml:space="preserve">, </w:t>
      </w:r>
      <w:r>
        <w:rPr>
          <w:rFonts w:cs="Georgia"/>
          <w:kern w:val="1"/>
        </w:rPr>
        <w:t>quant à l</w:t>
      </w:r>
      <w:r w:rsidR="000E1451">
        <w:rPr>
          <w:rFonts w:cs="Georgia"/>
          <w:kern w:val="1"/>
        </w:rPr>
        <w:t>’</w:t>
      </w:r>
      <w:r>
        <w:rPr>
          <w:rFonts w:cs="Georgia"/>
          <w:kern w:val="1"/>
        </w:rPr>
        <w:t>accession aux grades de choix</w:t>
      </w:r>
      <w:r w:rsidR="000E1451">
        <w:rPr>
          <w:rFonts w:cs="Georgia"/>
          <w:kern w:val="1"/>
        </w:rPr>
        <w:t xml:space="preserve">, </w:t>
      </w:r>
      <w:r>
        <w:rPr>
          <w:rFonts w:cs="Georgia"/>
          <w:kern w:val="1"/>
        </w:rPr>
        <w:t>qu</w:t>
      </w:r>
      <w:r w:rsidR="000E1451">
        <w:rPr>
          <w:rFonts w:cs="Georgia"/>
          <w:kern w:val="1"/>
        </w:rPr>
        <w:t>’</w:t>
      </w:r>
      <w:r>
        <w:rPr>
          <w:rFonts w:cs="Georgia"/>
          <w:kern w:val="1"/>
        </w:rPr>
        <w:t>une bourgeoisie fraîchement ralliée</w:t>
      </w:r>
      <w:r w:rsidR="000E1451">
        <w:rPr>
          <w:rFonts w:cs="Georgia"/>
          <w:kern w:val="1"/>
        </w:rPr>
        <w:t xml:space="preserve">, </w:t>
      </w:r>
      <w:r>
        <w:rPr>
          <w:rFonts w:cs="Georgia"/>
          <w:kern w:val="1"/>
        </w:rPr>
        <w:t>et dont on cherchait</w:t>
      </w:r>
      <w:r w:rsidR="000E1451">
        <w:rPr>
          <w:rFonts w:cs="Georgia"/>
          <w:kern w:val="1"/>
        </w:rPr>
        <w:t xml:space="preserve">, </w:t>
      </w:r>
      <w:r>
        <w:rPr>
          <w:rFonts w:cs="Georgia"/>
          <w:kern w:val="1"/>
        </w:rPr>
        <w:t>ainsi</w:t>
      </w:r>
      <w:r w:rsidR="000E1451">
        <w:rPr>
          <w:rFonts w:cs="Georgia"/>
          <w:kern w:val="1"/>
        </w:rPr>
        <w:t xml:space="preserve">, </w:t>
      </w:r>
      <w:r>
        <w:rPr>
          <w:rFonts w:cs="Georgia"/>
          <w:kern w:val="1"/>
        </w:rPr>
        <w:t>à s</w:t>
      </w:r>
      <w:r w:rsidR="000E1451">
        <w:rPr>
          <w:rFonts w:cs="Georgia"/>
          <w:kern w:val="1"/>
        </w:rPr>
        <w:t>’</w:t>
      </w:r>
      <w:r>
        <w:rPr>
          <w:rFonts w:cs="Georgia"/>
          <w:kern w:val="1"/>
        </w:rPr>
        <w:t>assurer le loyalisme</w:t>
      </w:r>
      <w:r w:rsidR="000E1451">
        <w:rPr>
          <w:rFonts w:cs="Georgia"/>
          <w:kern w:val="1"/>
        </w:rPr>
        <w:t xml:space="preserve">. </w:t>
      </w:r>
      <w:r>
        <w:rPr>
          <w:rFonts w:cs="Georgia"/>
          <w:kern w:val="1"/>
        </w:rPr>
        <w:t>Pour ce qui est de leurs châteaux</w:t>
      </w:r>
      <w:r w:rsidR="000E1451">
        <w:rPr>
          <w:rFonts w:cs="Georgia"/>
          <w:kern w:val="1"/>
        </w:rPr>
        <w:t xml:space="preserve">, </w:t>
      </w:r>
      <w:r>
        <w:rPr>
          <w:rFonts w:cs="Georgia"/>
          <w:kern w:val="1"/>
        </w:rPr>
        <w:t>de leurs domaines</w:t>
      </w:r>
      <w:r w:rsidR="000E1451">
        <w:rPr>
          <w:rFonts w:cs="Georgia"/>
          <w:kern w:val="1"/>
        </w:rPr>
        <w:t xml:space="preserve">, </w:t>
      </w:r>
      <w:r>
        <w:rPr>
          <w:rFonts w:cs="Georgia"/>
          <w:kern w:val="1"/>
        </w:rPr>
        <w:t>on ne fit rien pour en conjurer la ruine imminente</w:t>
      </w:r>
      <w:r w:rsidR="000E1451">
        <w:rPr>
          <w:rFonts w:cs="Georgia"/>
          <w:kern w:val="1"/>
        </w:rPr>
        <w:t xml:space="preserve">. </w:t>
      </w:r>
      <w:r>
        <w:rPr>
          <w:rFonts w:cs="Georgia"/>
          <w:kern w:val="1"/>
        </w:rPr>
        <w:t xml:space="preserve">Le Chancelier du Roi de Prusse devenu </w:t>
      </w:r>
      <w:r>
        <w:rPr>
          <w:rFonts w:cs="Georgia"/>
          <w:kern w:val="1"/>
        </w:rPr>
        <w:lastRenderedPageBreak/>
        <w:t>Empereur d</w:t>
      </w:r>
      <w:r w:rsidR="000E1451">
        <w:rPr>
          <w:rFonts w:cs="Georgia"/>
          <w:kern w:val="1"/>
        </w:rPr>
        <w:t>’</w:t>
      </w:r>
      <w:r>
        <w:rPr>
          <w:rFonts w:cs="Georgia"/>
          <w:kern w:val="1"/>
        </w:rPr>
        <w:t>Allemagne semblait se désintéresser des champions traditionnels de la dynastie</w:t>
      </w:r>
      <w:r w:rsidR="000E1451">
        <w:rPr>
          <w:rFonts w:cs="Georgia"/>
          <w:kern w:val="1"/>
        </w:rPr>
        <w:t xml:space="preserve">. </w:t>
      </w:r>
      <w:r>
        <w:rPr>
          <w:rFonts w:cs="Georgia"/>
          <w:kern w:val="1"/>
        </w:rPr>
        <w:t>On connaissait leur fidélité</w:t>
      </w:r>
      <w:r w:rsidR="000E1451">
        <w:rPr>
          <w:rFonts w:cs="Georgia"/>
          <w:kern w:val="1"/>
        </w:rPr>
        <w:t xml:space="preserve">. </w:t>
      </w:r>
      <w:r>
        <w:rPr>
          <w:rFonts w:cs="Georgia"/>
          <w:kern w:val="1"/>
        </w:rPr>
        <w:t>On savait qu</w:t>
      </w:r>
      <w:r w:rsidR="000E1451">
        <w:rPr>
          <w:rFonts w:cs="Georgia"/>
          <w:kern w:val="1"/>
        </w:rPr>
        <w:t>’</w:t>
      </w:r>
      <w:r>
        <w:rPr>
          <w:rFonts w:cs="Georgia"/>
          <w:kern w:val="1"/>
        </w:rPr>
        <w:t>elle était à toute épreuve</w:t>
      </w:r>
      <w:r w:rsidR="000E1451">
        <w:rPr>
          <w:rFonts w:cs="Georgia"/>
          <w:kern w:val="1"/>
        </w:rPr>
        <w:t xml:space="preserve">. </w:t>
      </w:r>
      <w:r>
        <w:rPr>
          <w:rFonts w:cs="Georgia"/>
          <w:kern w:val="1"/>
        </w:rPr>
        <w:t>C</w:t>
      </w:r>
      <w:r w:rsidR="000E1451">
        <w:rPr>
          <w:rFonts w:cs="Georgia"/>
          <w:kern w:val="1"/>
        </w:rPr>
        <w:t>’</w:t>
      </w:r>
      <w:r>
        <w:rPr>
          <w:rFonts w:cs="Georgia"/>
          <w:kern w:val="1"/>
        </w:rPr>
        <w:t>en était assez pour qu</w:t>
      </w:r>
      <w:r w:rsidR="000E1451">
        <w:rPr>
          <w:rFonts w:cs="Georgia"/>
          <w:kern w:val="1"/>
        </w:rPr>
        <w:t>’</w:t>
      </w:r>
      <w:r>
        <w:rPr>
          <w:rFonts w:cs="Georgia"/>
          <w:kern w:val="1"/>
        </w:rPr>
        <w:t>on les négligeât</w:t>
      </w:r>
      <w:r w:rsidR="000E1451">
        <w:rPr>
          <w:rFonts w:cs="Georgia"/>
          <w:kern w:val="1"/>
        </w:rPr>
        <w:t xml:space="preserve">, </w:t>
      </w:r>
      <w:r>
        <w:rPr>
          <w:rFonts w:cs="Georgia"/>
          <w:kern w:val="1"/>
        </w:rPr>
        <w:t>pour qu</w:t>
      </w:r>
      <w:r w:rsidR="000E1451">
        <w:rPr>
          <w:rFonts w:cs="Georgia"/>
          <w:kern w:val="1"/>
        </w:rPr>
        <w:t>’</w:t>
      </w:r>
      <w:r>
        <w:rPr>
          <w:rFonts w:cs="Georgia"/>
          <w:kern w:val="1"/>
        </w:rPr>
        <w:t>on les traitât en parents pauvres</w:t>
      </w:r>
      <w:r w:rsidR="000E1451">
        <w:rPr>
          <w:rFonts w:cs="Georgia"/>
          <w:kern w:val="1"/>
        </w:rPr>
        <w:t>.</w:t>
      </w:r>
    </w:p>
    <w:p w14:paraId="305AC357" w14:textId="77777777" w:rsidR="000E1451" w:rsidRDefault="00BE611A" w:rsidP="00BE611A">
      <w:pPr>
        <w:rPr>
          <w:rFonts w:cs="Georgia"/>
          <w:kern w:val="1"/>
        </w:rPr>
      </w:pPr>
      <w:r>
        <w:rPr>
          <w:rFonts w:cs="Georgia"/>
          <w:kern w:val="1"/>
        </w:rPr>
        <w:t>En 1875</w:t>
      </w:r>
      <w:r w:rsidR="000E1451">
        <w:rPr>
          <w:rFonts w:cs="Georgia"/>
          <w:kern w:val="1"/>
        </w:rPr>
        <w:t xml:space="preserve">, </w:t>
      </w:r>
      <w:r>
        <w:rPr>
          <w:rFonts w:cs="Georgia"/>
          <w:kern w:val="1"/>
        </w:rPr>
        <w:t>lorsque le comte Frédéric fut mort</w:t>
      </w:r>
      <w:r w:rsidR="000E1451">
        <w:rPr>
          <w:rFonts w:cs="Georgia"/>
          <w:kern w:val="1"/>
        </w:rPr>
        <w:t xml:space="preserve">, </w:t>
      </w:r>
      <w:r>
        <w:rPr>
          <w:rFonts w:cs="Georgia"/>
          <w:kern w:val="1"/>
        </w:rPr>
        <w:t>et que ses propriétés commencèrent à être gérées en dépit du bon sens</w:t>
      </w:r>
      <w:r w:rsidR="000E1451">
        <w:rPr>
          <w:rFonts w:cs="Georgia"/>
          <w:kern w:val="1"/>
        </w:rPr>
        <w:t xml:space="preserve">, </w:t>
      </w:r>
      <w:r>
        <w:rPr>
          <w:rFonts w:cs="Georgia"/>
          <w:kern w:val="1"/>
        </w:rPr>
        <w:t>Hugo de Reichendorf était toujours capitaine</w:t>
      </w:r>
      <w:r w:rsidR="000E1451">
        <w:rPr>
          <w:rFonts w:cs="Georgia"/>
          <w:kern w:val="1"/>
        </w:rPr>
        <w:t xml:space="preserve">. </w:t>
      </w:r>
      <w:r>
        <w:rPr>
          <w:rFonts w:cs="Georgia"/>
          <w:kern w:val="1"/>
        </w:rPr>
        <w:t>Il commit à cette époque l</w:t>
      </w:r>
      <w:r w:rsidR="000E1451">
        <w:rPr>
          <w:rFonts w:cs="Georgia"/>
          <w:kern w:val="1"/>
        </w:rPr>
        <w:t>’</w:t>
      </w:r>
      <w:r>
        <w:rPr>
          <w:rFonts w:cs="Georgia"/>
          <w:kern w:val="1"/>
        </w:rPr>
        <w:t>imprudence de signer les listes de protestation qui circulèrent parmi la noblesse au moment de l</w:t>
      </w:r>
      <w:r w:rsidR="000E1451">
        <w:rPr>
          <w:rFonts w:cs="Georgia"/>
          <w:kern w:val="1"/>
        </w:rPr>
        <w:t>’</w:t>
      </w:r>
      <w:r>
        <w:rPr>
          <w:rFonts w:cs="Georgia"/>
          <w:kern w:val="1"/>
        </w:rPr>
        <w:t>affaire d</w:t>
      </w:r>
      <w:r w:rsidR="000E1451">
        <w:rPr>
          <w:rFonts w:cs="Georgia"/>
          <w:kern w:val="1"/>
        </w:rPr>
        <w:t>’</w:t>
      </w:r>
      <w:r>
        <w:rPr>
          <w:rFonts w:cs="Georgia"/>
          <w:kern w:val="1"/>
        </w:rPr>
        <w:t>Arnim</w:t>
      </w:r>
      <w:r w:rsidR="000E1451">
        <w:rPr>
          <w:rFonts w:cs="Georgia"/>
          <w:kern w:val="1"/>
        </w:rPr>
        <w:t xml:space="preserve">, </w:t>
      </w:r>
      <w:r>
        <w:rPr>
          <w:rFonts w:cs="Georgia"/>
          <w:kern w:val="1"/>
        </w:rPr>
        <w:t>après que le Chancelier</w:t>
      </w:r>
      <w:r w:rsidR="000E1451">
        <w:rPr>
          <w:rFonts w:cs="Georgia"/>
          <w:kern w:val="1"/>
        </w:rPr>
        <w:t xml:space="preserve">, </w:t>
      </w:r>
      <w:r>
        <w:rPr>
          <w:rFonts w:cs="Georgia"/>
          <w:kern w:val="1"/>
        </w:rPr>
        <w:t>rompant avec toute retenue</w:t>
      </w:r>
      <w:r w:rsidR="000E1451">
        <w:rPr>
          <w:rFonts w:cs="Georgia"/>
          <w:kern w:val="1"/>
        </w:rPr>
        <w:t xml:space="preserve">, </w:t>
      </w:r>
      <w:r>
        <w:rPr>
          <w:rFonts w:cs="Georgia"/>
          <w:kern w:val="1"/>
        </w:rPr>
        <w:t>eut osé faire condamner aux travaux forcés le descendant d</w:t>
      </w:r>
      <w:r w:rsidR="000E1451">
        <w:rPr>
          <w:rFonts w:cs="Georgia"/>
          <w:kern w:val="1"/>
        </w:rPr>
        <w:t>’</w:t>
      </w:r>
      <w:r>
        <w:rPr>
          <w:rFonts w:cs="Georgia"/>
          <w:kern w:val="1"/>
        </w:rPr>
        <w:t>une des familles prussiennes les plus vénérées</w:t>
      </w:r>
      <w:r w:rsidR="000E1451">
        <w:rPr>
          <w:rFonts w:cs="Georgia"/>
          <w:kern w:val="1"/>
        </w:rPr>
        <w:t xml:space="preserve">. </w:t>
      </w:r>
      <w:r>
        <w:rPr>
          <w:rFonts w:cs="Georgia"/>
          <w:kern w:val="1"/>
        </w:rPr>
        <w:t>L</w:t>
      </w:r>
      <w:r w:rsidR="000E1451">
        <w:rPr>
          <w:rFonts w:cs="Georgia"/>
          <w:kern w:val="1"/>
        </w:rPr>
        <w:t>’</w:t>
      </w:r>
      <w:r>
        <w:rPr>
          <w:rFonts w:cs="Georgia"/>
          <w:kern w:val="1"/>
        </w:rPr>
        <w:t>amitié que portait l</w:t>
      </w:r>
      <w:r w:rsidR="000E1451">
        <w:rPr>
          <w:rFonts w:cs="Georgia"/>
          <w:kern w:val="1"/>
        </w:rPr>
        <w:t>’</w:t>
      </w:r>
      <w:r>
        <w:rPr>
          <w:rFonts w:cs="Georgia"/>
          <w:kern w:val="1"/>
        </w:rPr>
        <w:t>Empereur au comte de Reichendorf fut impuissante à éviter à ce dernier une disgrâce partielle</w:t>
      </w:r>
      <w:r w:rsidR="000E1451">
        <w:rPr>
          <w:rFonts w:cs="Georgia"/>
          <w:kern w:val="1"/>
        </w:rPr>
        <w:t xml:space="preserve">. </w:t>
      </w:r>
      <w:r>
        <w:rPr>
          <w:rFonts w:cs="Georgia"/>
          <w:kern w:val="1"/>
        </w:rPr>
        <w:t>Nommé commandant en 1883</w:t>
      </w:r>
      <w:r w:rsidR="000E1451">
        <w:rPr>
          <w:rFonts w:cs="Georgia"/>
          <w:kern w:val="1"/>
        </w:rPr>
        <w:t xml:space="preserve">, </w:t>
      </w:r>
      <w:r>
        <w:rPr>
          <w:rFonts w:cs="Georgia"/>
          <w:kern w:val="1"/>
        </w:rPr>
        <w:t>il dut à ce moment quitter la Garde pour un obscur régiment de uhlans au fin fond de la Silésie</w:t>
      </w:r>
      <w:r w:rsidR="000E1451">
        <w:rPr>
          <w:rFonts w:cs="Georgia"/>
          <w:kern w:val="1"/>
        </w:rPr>
        <w:t xml:space="preserve">. </w:t>
      </w:r>
      <w:r>
        <w:rPr>
          <w:rFonts w:cs="Georgia"/>
          <w:kern w:val="1"/>
        </w:rPr>
        <w:t>La chute de Bismarck lui rendit espoir</w:t>
      </w:r>
      <w:r w:rsidR="000E1451">
        <w:rPr>
          <w:rFonts w:cs="Georgia"/>
          <w:kern w:val="1"/>
        </w:rPr>
        <w:t xml:space="preserve">. </w:t>
      </w:r>
      <w:r>
        <w:rPr>
          <w:rFonts w:cs="Georgia"/>
          <w:kern w:val="1"/>
        </w:rPr>
        <w:t>De fait</w:t>
      </w:r>
      <w:r w:rsidR="000E1451">
        <w:rPr>
          <w:rFonts w:cs="Georgia"/>
          <w:kern w:val="1"/>
        </w:rPr>
        <w:t xml:space="preserve">, </w:t>
      </w:r>
      <w:r>
        <w:rPr>
          <w:rFonts w:cs="Georgia"/>
          <w:kern w:val="1"/>
        </w:rPr>
        <w:t>sa nomination comme colonel suivit assez vite le départ du Chancelier</w:t>
      </w:r>
      <w:r w:rsidR="000E1451">
        <w:rPr>
          <w:rFonts w:cs="Georgia"/>
          <w:kern w:val="1"/>
        </w:rPr>
        <w:t xml:space="preserve">. </w:t>
      </w:r>
      <w:r>
        <w:rPr>
          <w:rFonts w:cs="Georgia"/>
          <w:kern w:val="1"/>
        </w:rPr>
        <w:t>Mais il était trop tard pour regagner le temps perdu</w:t>
      </w:r>
      <w:r w:rsidR="000E1451">
        <w:rPr>
          <w:rFonts w:cs="Georgia"/>
          <w:kern w:val="1"/>
        </w:rPr>
        <w:t xml:space="preserve">. </w:t>
      </w:r>
      <w:r>
        <w:rPr>
          <w:rFonts w:cs="Georgia"/>
          <w:kern w:val="1"/>
        </w:rPr>
        <w:t>Promu général en 1900</w:t>
      </w:r>
      <w:r w:rsidR="000E1451">
        <w:rPr>
          <w:rFonts w:cs="Georgia"/>
          <w:kern w:val="1"/>
        </w:rPr>
        <w:t xml:space="preserve">, </w:t>
      </w:r>
      <w:r>
        <w:rPr>
          <w:rFonts w:cs="Georgia"/>
          <w:kern w:val="1"/>
        </w:rPr>
        <w:t xml:space="preserve">et affecté au commandement de la </w:t>
      </w:r>
      <w:r w:rsidR="000E1451">
        <w:rPr>
          <w:rFonts w:cs="Georgia"/>
          <w:kern w:val="1"/>
        </w:rPr>
        <w:t>5</w:t>
      </w:r>
      <w:r w:rsidR="000E1451" w:rsidRPr="000E1451">
        <w:rPr>
          <w:rFonts w:cs="Georgia"/>
          <w:kern w:val="1"/>
          <w:vertAlign w:val="superscript"/>
        </w:rPr>
        <w:t>e</w:t>
      </w:r>
      <w:r w:rsidR="000E1451">
        <w:rPr>
          <w:rFonts w:cs="Georgia"/>
          <w:kern w:val="1"/>
        </w:rPr>
        <w:t xml:space="preserve"> </w:t>
      </w:r>
      <w:r>
        <w:rPr>
          <w:rFonts w:cs="Georgia"/>
          <w:kern w:val="1"/>
        </w:rPr>
        <w:t>brigade de la cavalerie</w:t>
      </w:r>
      <w:r w:rsidR="000E1451">
        <w:rPr>
          <w:rFonts w:cs="Georgia"/>
          <w:kern w:val="1"/>
        </w:rPr>
        <w:t xml:space="preserve">, </w:t>
      </w:r>
      <w:r>
        <w:rPr>
          <w:rFonts w:cs="Georgia"/>
          <w:kern w:val="1"/>
        </w:rPr>
        <w:t>il ne devait pas devenir divisionnaire</w:t>
      </w:r>
      <w:r w:rsidR="000E1451">
        <w:rPr>
          <w:rFonts w:cs="Georgia"/>
          <w:kern w:val="1"/>
        </w:rPr>
        <w:t xml:space="preserve">. </w:t>
      </w:r>
      <w:r>
        <w:rPr>
          <w:rFonts w:cs="Georgia"/>
          <w:kern w:val="1"/>
        </w:rPr>
        <w:t>Il était aigri</w:t>
      </w:r>
      <w:r w:rsidR="000E1451">
        <w:rPr>
          <w:rFonts w:cs="Georgia"/>
          <w:kern w:val="1"/>
        </w:rPr>
        <w:t xml:space="preserve">. </w:t>
      </w:r>
      <w:r>
        <w:rPr>
          <w:rFonts w:cs="Georgia"/>
          <w:kern w:val="1"/>
        </w:rPr>
        <w:t>Il avait passé toute sa carrière à souhaiter une guerre qui lui eût permis de conquérir</w:t>
      </w:r>
      <w:r w:rsidR="000E1451">
        <w:rPr>
          <w:rFonts w:cs="Georgia"/>
          <w:kern w:val="1"/>
        </w:rPr>
        <w:t xml:space="preserve">, </w:t>
      </w:r>
      <w:r>
        <w:rPr>
          <w:rFonts w:cs="Georgia"/>
          <w:kern w:val="1"/>
        </w:rPr>
        <w:t>comme à Forbach</w:t>
      </w:r>
      <w:r w:rsidR="000E1451">
        <w:rPr>
          <w:rFonts w:cs="Georgia"/>
          <w:kern w:val="1"/>
        </w:rPr>
        <w:t xml:space="preserve">, </w:t>
      </w:r>
      <w:r>
        <w:rPr>
          <w:rFonts w:cs="Georgia"/>
          <w:kern w:val="1"/>
        </w:rPr>
        <w:t>comme à Borny</w:t>
      </w:r>
      <w:r w:rsidR="000E1451">
        <w:rPr>
          <w:rFonts w:cs="Georgia"/>
          <w:kern w:val="1"/>
        </w:rPr>
        <w:t xml:space="preserve">, </w:t>
      </w:r>
      <w:r>
        <w:rPr>
          <w:rFonts w:cs="Georgia"/>
          <w:kern w:val="1"/>
        </w:rPr>
        <w:t>comme à Saint-Quentin</w:t>
      </w:r>
      <w:r w:rsidR="000E1451">
        <w:rPr>
          <w:rFonts w:cs="Georgia"/>
          <w:kern w:val="1"/>
        </w:rPr>
        <w:t xml:space="preserve">, </w:t>
      </w:r>
      <w:r>
        <w:rPr>
          <w:rFonts w:cs="Georgia"/>
          <w:kern w:val="1"/>
        </w:rPr>
        <w:t>l</w:t>
      </w:r>
      <w:r w:rsidR="000E1451">
        <w:rPr>
          <w:rFonts w:cs="Georgia"/>
          <w:kern w:val="1"/>
        </w:rPr>
        <w:t>’</w:t>
      </w:r>
      <w:r>
        <w:rPr>
          <w:rFonts w:cs="Georgia"/>
          <w:kern w:val="1"/>
        </w:rPr>
        <w:t>avancement que l</w:t>
      </w:r>
      <w:r w:rsidR="000E1451">
        <w:rPr>
          <w:rFonts w:cs="Georgia"/>
          <w:kern w:val="1"/>
        </w:rPr>
        <w:t>’</w:t>
      </w:r>
      <w:r>
        <w:rPr>
          <w:rFonts w:cs="Georgia"/>
          <w:kern w:val="1"/>
        </w:rPr>
        <w:t>ingratitude du temps de paix lui refusait</w:t>
      </w:r>
      <w:r w:rsidR="000E1451">
        <w:rPr>
          <w:rFonts w:cs="Georgia"/>
          <w:kern w:val="1"/>
        </w:rPr>
        <w:t xml:space="preserve">. </w:t>
      </w:r>
      <w:r>
        <w:rPr>
          <w:rFonts w:cs="Georgia"/>
          <w:kern w:val="1"/>
        </w:rPr>
        <w:t>À plusieurs reprises</w:t>
      </w:r>
      <w:r w:rsidR="000E1451">
        <w:rPr>
          <w:rFonts w:cs="Georgia"/>
          <w:kern w:val="1"/>
        </w:rPr>
        <w:t xml:space="preserve">, </w:t>
      </w:r>
      <w:r>
        <w:rPr>
          <w:rFonts w:cs="Georgia"/>
          <w:kern w:val="1"/>
        </w:rPr>
        <w:t>lors de l</w:t>
      </w:r>
      <w:r w:rsidR="000E1451">
        <w:rPr>
          <w:rFonts w:cs="Georgia"/>
          <w:kern w:val="1"/>
        </w:rPr>
        <w:t>’</w:t>
      </w:r>
      <w:r>
        <w:rPr>
          <w:rFonts w:cs="Georgia"/>
          <w:kern w:val="1"/>
        </w:rPr>
        <w:t>incident Schnœbelé</w:t>
      </w:r>
      <w:r w:rsidR="000E1451">
        <w:rPr>
          <w:rFonts w:cs="Georgia"/>
          <w:kern w:val="1"/>
        </w:rPr>
        <w:t xml:space="preserve">, </w:t>
      </w:r>
      <w:r>
        <w:rPr>
          <w:rFonts w:cs="Georgia"/>
          <w:kern w:val="1"/>
        </w:rPr>
        <w:t>lors de Tanger</w:t>
      </w:r>
      <w:r w:rsidR="000E1451">
        <w:rPr>
          <w:rFonts w:cs="Georgia"/>
          <w:kern w:val="1"/>
        </w:rPr>
        <w:t xml:space="preserve">, </w:t>
      </w:r>
      <w:r>
        <w:rPr>
          <w:rFonts w:cs="Georgia"/>
          <w:kern w:val="1"/>
        </w:rPr>
        <w:t>il crut le grand jour venu</w:t>
      </w:r>
      <w:r w:rsidR="000E1451">
        <w:rPr>
          <w:rFonts w:cs="Georgia"/>
          <w:kern w:val="1"/>
        </w:rPr>
        <w:t xml:space="preserve">. </w:t>
      </w:r>
      <w:r>
        <w:rPr>
          <w:rFonts w:cs="Georgia"/>
          <w:kern w:val="1"/>
        </w:rPr>
        <w:t>Hélas</w:t>
      </w:r>
      <w:r w:rsidR="000E1451">
        <w:rPr>
          <w:rFonts w:cs="Georgia"/>
          <w:kern w:val="1"/>
        </w:rPr>
        <w:t xml:space="preserve"> ! </w:t>
      </w:r>
      <w:r>
        <w:rPr>
          <w:rFonts w:cs="Georgia"/>
          <w:kern w:val="1"/>
        </w:rPr>
        <w:t>Chaque fois la couardise de tous arrangeait les choses</w:t>
      </w:r>
      <w:r w:rsidR="000E1451">
        <w:rPr>
          <w:rFonts w:cs="Georgia"/>
          <w:kern w:val="1"/>
        </w:rPr>
        <w:t xml:space="preserve">. </w:t>
      </w:r>
      <w:r>
        <w:rPr>
          <w:rFonts w:cs="Georgia"/>
          <w:kern w:val="1"/>
        </w:rPr>
        <w:t>Aussi</w:t>
      </w:r>
      <w:r w:rsidR="000E1451">
        <w:rPr>
          <w:rFonts w:cs="Georgia"/>
          <w:kern w:val="1"/>
        </w:rPr>
        <w:t xml:space="preserve">, </w:t>
      </w:r>
      <w:r>
        <w:rPr>
          <w:rFonts w:cs="Georgia"/>
          <w:kern w:val="1"/>
        </w:rPr>
        <w:t>en 1908</w:t>
      </w:r>
      <w:r w:rsidR="000E1451">
        <w:rPr>
          <w:rFonts w:cs="Georgia"/>
          <w:kern w:val="1"/>
        </w:rPr>
        <w:t xml:space="preserve">, </w:t>
      </w:r>
      <w:r>
        <w:rPr>
          <w:rFonts w:cs="Georgia"/>
          <w:kern w:val="1"/>
        </w:rPr>
        <w:t>quand l</w:t>
      </w:r>
      <w:r w:rsidR="000E1451">
        <w:rPr>
          <w:rFonts w:cs="Georgia"/>
          <w:kern w:val="1"/>
        </w:rPr>
        <w:t>’</w:t>
      </w:r>
      <w:r>
        <w:rPr>
          <w:rFonts w:cs="Georgia"/>
          <w:kern w:val="1"/>
        </w:rPr>
        <w:t>affaire des déserteurs de Casablanca fut venue lui donner sa dernière fausse joie</w:t>
      </w:r>
      <w:r w:rsidR="000E1451">
        <w:rPr>
          <w:rFonts w:cs="Georgia"/>
          <w:kern w:val="1"/>
        </w:rPr>
        <w:t xml:space="preserve">, </w:t>
      </w:r>
      <w:r>
        <w:rPr>
          <w:rFonts w:cs="Georgia"/>
          <w:kern w:val="1"/>
        </w:rPr>
        <w:t>il se résigna</w:t>
      </w:r>
      <w:r w:rsidR="000E1451">
        <w:rPr>
          <w:rFonts w:cs="Georgia"/>
          <w:kern w:val="1"/>
        </w:rPr>
        <w:t xml:space="preserve">. </w:t>
      </w:r>
      <w:r>
        <w:rPr>
          <w:rFonts w:cs="Georgia"/>
          <w:kern w:val="1"/>
        </w:rPr>
        <w:t>Il demanda sa retraite</w:t>
      </w:r>
      <w:r w:rsidR="000E1451">
        <w:rPr>
          <w:rFonts w:cs="Georgia"/>
          <w:kern w:val="1"/>
        </w:rPr>
        <w:t xml:space="preserve">, </w:t>
      </w:r>
      <w:r>
        <w:rPr>
          <w:rFonts w:cs="Georgia"/>
          <w:kern w:val="1"/>
        </w:rPr>
        <w:t>abandonnant à d</w:t>
      </w:r>
      <w:r w:rsidR="000E1451">
        <w:rPr>
          <w:rFonts w:cs="Georgia"/>
          <w:kern w:val="1"/>
        </w:rPr>
        <w:t>’</w:t>
      </w:r>
      <w:r>
        <w:rPr>
          <w:rFonts w:cs="Georgia"/>
          <w:kern w:val="1"/>
        </w:rPr>
        <w:t>autres l</w:t>
      </w:r>
      <w:r w:rsidR="000E1451">
        <w:rPr>
          <w:rFonts w:cs="Georgia"/>
          <w:kern w:val="1"/>
        </w:rPr>
        <w:t>’</w:t>
      </w:r>
      <w:r>
        <w:rPr>
          <w:rFonts w:cs="Georgia"/>
          <w:kern w:val="1"/>
        </w:rPr>
        <w:t xml:space="preserve">espérance de plus en plus </w:t>
      </w:r>
      <w:r>
        <w:rPr>
          <w:rFonts w:cs="Georgia"/>
          <w:kern w:val="1"/>
        </w:rPr>
        <w:lastRenderedPageBreak/>
        <w:t>incertaine de faire rafraîchir un jour dans les eaux de la Meuse le garrot des cavales baltes</w:t>
      </w:r>
      <w:r w:rsidR="000E1451">
        <w:rPr>
          <w:rFonts w:cs="Georgia"/>
          <w:kern w:val="1"/>
        </w:rPr>
        <w:t>.</w:t>
      </w:r>
    </w:p>
    <w:p w14:paraId="2504ACF6" w14:textId="77777777" w:rsidR="000E1451" w:rsidRDefault="00BE611A" w:rsidP="00BE611A">
      <w:pPr>
        <w:rPr>
          <w:rFonts w:cs="Georgia"/>
          <w:kern w:val="1"/>
        </w:rPr>
      </w:pPr>
      <w:r>
        <w:rPr>
          <w:rFonts w:cs="Georgia"/>
          <w:kern w:val="1"/>
        </w:rPr>
        <w:t>Du moins</w:t>
      </w:r>
      <w:r w:rsidR="000E1451">
        <w:rPr>
          <w:rFonts w:cs="Georgia"/>
          <w:kern w:val="1"/>
        </w:rPr>
        <w:t xml:space="preserve">, </w:t>
      </w:r>
      <w:r>
        <w:rPr>
          <w:rFonts w:cs="Georgia"/>
          <w:kern w:val="1"/>
        </w:rPr>
        <w:t>à tous les égards</w:t>
      </w:r>
      <w:r w:rsidR="000E1451">
        <w:rPr>
          <w:rFonts w:cs="Georgia"/>
          <w:kern w:val="1"/>
        </w:rPr>
        <w:t xml:space="preserve">, </w:t>
      </w:r>
      <w:r>
        <w:rPr>
          <w:rFonts w:cs="Georgia"/>
          <w:kern w:val="1"/>
        </w:rPr>
        <w:t>il était sans remords</w:t>
      </w:r>
      <w:r w:rsidR="000E1451">
        <w:rPr>
          <w:rFonts w:cs="Georgia"/>
          <w:kern w:val="1"/>
        </w:rPr>
        <w:t xml:space="preserve">. </w:t>
      </w:r>
      <w:r>
        <w:rPr>
          <w:rFonts w:cs="Georgia"/>
          <w:kern w:val="1"/>
        </w:rPr>
        <w:t>L</w:t>
      </w:r>
      <w:r w:rsidR="000E1451">
        <w:rPr>
          <w:rFonts w:cs="Georgia"/>
          <w:kern w:val="1"/>
        </w:rPr>
        <w:t>’</w:t>
      </w:r>
      <w:r>
        <w:rPr>
          <w:rFonts w:cs="Georgia"/>
          <w:kern w:val="1"/>
        </w:rPr>
        <w:t>ordre reçu de son Roi</w:t>
      </w:r>
      <w:r w:rsidR="000E1451">
        <w:rPr>
          <w:rFonts w:cs="Georgia"/>
          <w:kern w:val="1"/>
        </w:rPr>
        <w:t xml:space="preserve">, </w:t>
      </w:r>
      <w:r>
        <w:rPr>
          <w:rFonts w:cs="Georgia"/>
          <w:kern w:val="1"/>
        </w:rPr>
        <w:t>quarante années auparavant</w:t>
      </w:r>
      <w:r w:rsidR="000E1451">
        <w:rPr>
          <w:rFonts w:cs="Georgia"/>
          <w:kern w:val="1"/>
        </w:rPr>
        <w:t xml:space="preserve">, </w:t>
      </w:r>
      <w:r>
        <w:rPr>
          <w:rFonts w:cs="Georgia"/>
          <w:kern w:val="1"/>
        </w:rPr>
        <w:t>sur le plateau de Borny</w:t>
      </w:r>
      <w:r w:rsidR="000E1451">
        <w:rPr>
          <w:rFonts w:cs="Georgia"/>
          <w:kern w:val="1"/>
        </w:rPr>
        <w:t xml:space="preserve">, </w:t>
      </w:r>
      <w:r>
        <w:rPr>
          <w:rFonts w:cs="Georgia"/>
          <w:kern w:val="1"/>
        </w:rPr>
        <w:t>il l</w:t>
      </w:r>
      <w:r w:rsidR="000E1451">
        <w:rPr>
          <w:rFonts w:cs="Georgia"/>
          <w:kern w:val="1"/>
        </w:rPr>
        <w:t>’</w:t>
      </w:r>
      <w:r>
        <w:rPr>
          <w:rFonts w:cs="Georgia"/>
          <w:kern w:val="1"/>
        </w:rPr>
        <w:t>avait exécuté</w:t>
      </w:r>
      <w:r w:rsidR="000E1451">
        <w:rPr>
          <w:rFonts w:cs="Georgia"/>
          <w:kern w:val="1"/>
        </w:rPr>
        <w:t>. « </w:t>
      </w:r>
      <w:r>
        <w:rPr>
          <w:rFonts w:cs="Georgia"/>
          <w:kern w:val="1"/>
        </w:rPr>
        <w:t>Dépêche-toi de me faire d</w:t>
      </w:r>
      <w:r w:rsidR="000E1451">
        <w:rPr>
          <w:rFonts w:cs="Georgia"/>
          <w:kern w:val="1"/>
        </w:rPr>
        <w:t>’</w:t>
      </w:r>
      <w:r>
        <w:rPr>
          <w:rFonts w:cs="Georgia"/>
          <w:kern w:val="1"/>
        </w:rPr>
        <w:t>autres Reichendorf</w:t>
      </w:r>
      <w:r w:rsidR="000E1451">
        <w:rPr>
          <w:rFonts w:cs="Georgia"/>
          <w:kern w:val="1"/>
        </w:rPr>
        <w:t xml:space="preserve"> », </w:t>
      </w:r>
      <w:r>
        <w:rPr>
          <w:rFonts w:cs="Georgia"/>
          <w:kern w:val="1"/>
        </w:rPr>
        <w:t>lui avait dit le vieux Guillaume</w:t>
      </w:r>
      <w:r w:rsidR="000E1451">
        <w:rPr>
          <w:rFonts w:cs="Georgia"/>
          <w:kern w:val="1"/>
        </w:rPr>
        <w:t xml:space="preserve">. </w:t>
      </w:r>
      <w:r>
        <w:rPr>
          <w:rFonts w:cs="Georgia"/>
          <w:kern w:val="1"/>
        </w:rPr>
        <w:t>Dès 1874</w:t>
      </w:r>
      <w:r w:rsidR="000E1451">
        <w:rPr>
          <w:rFonts w:cs="Georgia"/>
          <w:kern w:val="1"/>
        </w:rPr>
        <w:t xml:space="preserve">, </w:t>
      </w:r>
      <w:r>
        <w:rPr>
          <w:rFonts w:cs="Georgia"/>
          <w:kern w:val="1"/>
        </w:rPr>
        <w:t>il s</w:t>
      </w:r>
      <w:r w:rsidR="000E1451">
        <w:rPr>
          <w:rFonts w:cs="Georgia"/>
          <w:kern w:val="1"/>
        </w:rPr>
        <w:t>’</w:t>
      </w:r>
      <w:r>
        <w:rPr>
          <w:rFonts w:cs="Georgia"/>
          <w:kern w:val="1"/>
        </w:rPr>
        <w:t>était marié</w:t>
      </w:r>
      <w:r w:rsidR="000E1451">
        <w:rPr>
          <w:rFonts w:cs="Georgia"/>
          <w:kern w:val="1"/>
        </w:rPr>
        <w:t xml:space="preserve">. </w:t>
      </w:r>
      <w:r>
        <w:rPr>
          <w:rFonts w:cs="Georgia"/>
          <w:kern w:val="1"/>
        </w:rPr>
        <w:t>Il avait épousé une demoiselle de Wintersee</w:t>
      </w:r>
      <w:r w:rsidR="000E1451">
        <w:rPr>
          <w:rFonts w:cs="Georgia"/>
          <w:kern w:val="1"/>
        </w:rPr>
        <w:t xml:space="preserve">, </w:t>
      </w:r>
      <w:r>
        <w:rPr>
          <w:rFonts w:cs="Georgia"/>
          <w:kern w:val="1"/>
        </w:rPr>
        <w:t>appartenant elle aussi à l</w:t>
      </w:r>
      <w:r w:rsidR="000E1451">
        <w:rPr>
          <w:rFonts w:cs="Georgia"/>
          <w:kern w:val="1"/>
        </w:rPr>
        <w:t>’</w:t>
      </w:r>
      <w:r>
        <w:rPr>
          <w:rFonts w:cs="Georgia"/>
          <w:kern w:val="1"/>
        </w:rPr>
        <w:t>une des plus antiques maisons des Marches</w:t>
      </w:r>
      <w:r w:rsidR="000E1451">
        <w:rPr>
          <w:rFonts w:cs="Georgia"/>
          <w:kern w:val="1"/>
        </w:rPr>
        <w:t xml:space="preserve">, </w:t>
      </w:r>
      <w:r>
        <w:rPr>
          <w:rFonts w:cs="Georgia"/>
          <w:kern w:val="1"/>
        </w:rPr>
        <w:t>et alliée à cette famille des Mirrbach</w:t>
      </w:r>
      <w:r w:rsidR="000E1451">
        <w:rPr>
          <w:rFonts w:cs="Georgia"/>
          <w:kern w:val="1"/>
        </w:rPr>
        <w:t xml:space="preserve">, </w:t>
      </w:r>
      <w:r>
        <w:rPr>
          <w:rFonts w:cs="Georgia"/>
          <w:kern w:val="1"/>
        </w:rPr>
        <w:t>dont il sera bien des fois reparlé</w:t>
      </w:r>
      <w:r w:rsidR="000E1451">
        <w:rPr>
          <w:rFonts w:cs="Georgia"/>
          <w:kern w:val="1"/>
        </w:rPr>
        <w:t xml:space="preserve">. </w:t>
      </w:r>
      <w:r>
        <w:rPr>
          <w:rFonts w:cs="Georgia"/>
          <w:kern w:val="1"/>
        </w:rPr>
        <w:t>Elle lui avait donné quatre fils</w:t>
      </w:r>
      <w:r w:rsidR="000E1451">
        <w:rPr>
          <w:rFonts w:cs="Georgia"/>
          <w:kern w:val="1"/>
        </w:rPr>
        <w:t xml:space="preserve">. </w:t>
      </w:r>
      <w:r>
        <w:rPr>
          <w:rFonts w:cs="Georgia"/>
          <w:kern w:val="1"/>
        </w:rPr>
        <w:t>Ce furent</w:t>
      </w:r>
      <w:r w:rsidR="000E1451">
        <w:rPr>
          <w:rFonts w:cs="Georgia"/>
          <w:kern w:val="1"/>
        </w:rPr>
        <w:t xml:space="preserve">, </w:t>
      </w:r>
      <w:r>
        <w:rPr>
          <w:rFonts w:cs="Georgia"/>
          <w:kern w:val="1"/>
        </w:rPr>
        <w:t>naturellement</w:t>
      </w:r>
      <w:r w:rsidR="000E1451">
        <w:rPr>
          <w:rFonts w:cs="Georgia"/>
          <w:kern w:val="1"/>
        </w:rPr>
        <w:t xml:space="preserve">, </w:t>
      </w:r>
      <w:r>
        <w:rPr>
          <w:rFonts w:cs="Georgia"/>
          <w:kern w:val="1"/>
        </w:rPr>
        <w:t>autant de soldats</w:t>
      </w:r>
      <w:r w:rsidR="000E1451">
        <w:rPr>
          <w:rFonts w:cs="Georgia"/>
          <w:kern w:val="1"/>
        </w:rPr>
        <w:t xml:space="preserve">, </w:t>
      </w:r>
      <w:r>
        <w:rPr>
          <w:rFonts w:cs="Georgia"/>
          <w:kern w:val="1"/>
        </w:rPr>
        <w:t>autant de cavaliers</w:t>
      </w:r>
      <w:r w:rsidR="000E1451">
        <w:rPr>
          <w:rFonts w:cs="Georgia"/>
          <w:kern w:val="1"/>
        </w:rPr>
        <w:t xml:space="preserve">. </w:t>
      </w:r>
      <w:r>
        <w:rPr>
          <w:rFonts w:cs="Georgia"/>
          <w:kern w:val="1"/>
        </w:rPr>
        <w:t>L</w:t>
      </w:r>
      <w:r w:rsidR="000E1451">
        <w:rPr>
          <w:rFonts w:cs="Georgia"/>
          <w:kern w:val="1"/>
        </w:rPr>
        <w:t>’</w:t>
      </w:r>
      <w:r>
        <w:rPr>
          <w:rFonts w:cs="Georgia"/>
          <w:kern w:val="1"/>
        </w:rPr>
        <w:t>aîné</w:t>
      </w:r>
      <w:r w:rsidR="000E1451">
        <w:rPr>
          <w:rFonts w:cs="Georgia"/>
          <w:kern w:val="1"/>
        </w:rPr>
        <w:t xml:space="preserve">, </w:t>
      </w:r>
      <w:r>
        <w:rPr>
          <w:rFonts w:cs="Georgia"/>
          <w:kern w:val="1"/>
        </w:rPr>
        <w:t>Conrad</w:t>
      </w:r>
      <w:r w:rsidR="000E1451">
        <w:rPr>
          <w:rFonts w:cs="Georgia"/>
          <w:kern w:val="1"/>
        </w:rPr>
        <w:t xml:space="preserve">, </w:t>
      </w:r>
      <w:r>
        <w:rPr>
          <w:rFonts w:cs="Georgia"/>
          <w:kern w:val="1"/>
        </w:rPr>
        <w:t>quand la guerre de 1914 éclata</w:t>
      </w:r>
      <w:r w:rsidR="000E1451">
        <w:rPr>
          <w:rFonts w:cs="Georgia"/>
          <w:kern w:val="1"/>
        </w:rPr>
        <w:t xml:space="preserve">, </w:t>
      </w:r>
      <w:r>
        <w:rPr>
          <w:rFonts w:cs="Georgia"/>
          <w:kern w:val="1"/>
        </w:rPr>
        <w:t xml:space="preserve">était commandant au </w:t>
      </w:r>
      <w:r w:rsidR="000E1451">
        <w:rPr>
          <w:rFonts w:cs="Georgia"/>
          <w:kern w:val="1"/>
        </w:rPr>
        <w:t>2</w:t>
      </w:r>
      <w:r w:rsidR="000E1451" w:rsidRPr="000E1451">
        <w:rPr>
          <w:rFonts w:cs="Georgia"/>
          <w:kern w:val="1"/>
          <w:vertAlign w:val="superscript"/>
        </w:rPr>
        <w:t>e</w:t>
      </w:r>
      <w:r w:rsidR="000E1451">
        <w:rPr>
          <w:rFonts w:cs="Georgia"/>
          <w:kern w:val="1"/>
        </w:rPr>
        <w:t xml:space="preserve"> </w:t>
      </w:r>
      <w:r>
        <w:rPr>
          <w:rFonts w:cs="Georgia"/>
          <w:kern w:val="1"/>
        </w:rPr>
        <w:t>régiment de cuirassiers de la Reine</w:t>
      </w:r>
      <w:r w:rsidR="000E1451">
        <w:rPr>
          <w:rFonts w:cs="Georgia"/>
          <w:kern w:val="1"/>
        </w:rPr>
        <w:t xml:space="preserve">, </w:t>
      </w:r>
      <w:r>
        <w:rPr>
          <w:rFonts w:cs="Georgia"/>
          <w:kern w:val="1"/>
        </w:rPr>
        <w:t>en garnison à Pasewalk</w:t>
      </w:r>
      <w:r w:rsidR="000E1451">
        <w:rPr>
          <w:rFonts w:cs="Georgia"/>
          <w:kern w:val="1"/>
        </w:rPr>
        <w:t xml:space="preserve">. </w:t>
      </w:r>
      <w:r>
        <w:rPr>
          <w:rFonts w:cs="Georgia"/>
          <w:kern w:val="1"/>
        </w:rPr>
        <w:t>Le second</w:t>
      </w:r>
      <w:r w:rsidR="000E1451">
        <w:rPr>
          <w:rFonts w:cs="Georgia"/>
          <w:kern w:val="1"/>
        </w:rPr>
        <w:t xml:space="preserve">, </w:t>
      </w:r>
      <w:r>
        <w:rPr>
          <w:rFonts w:cs="Georgia"/>
          <w:kern w:val="1"/>
        </w:rPr>
        <w:t>Michel</w:t>
      </w:r>
      <w:r w:rsidR="000E1451">
        <w:rPr>
          <w:rFonts w:cs="Georgia"/>
          <w:kern w:val="1"/>
        </w:rPr>
        <w:t xml:space="preserve">, </w:t>
      </w:r>
      <w:r>
        <w:rPr>
          <w:rFonts w:cs="Georgia"/>
          <w:kern w:val="1"/>
        </w:rPr>
        <w:t>de deux ans plus jeune</w:t>
      </w:r>
      <w:r w:rsidR="000E1451">
        <w:rPr>
          <w:rFonts w:cs="Georgia"/>
          <w:kern w:val="1"/>
        </w:rPr>
        <w:t xml:space="preserve">, </w:t>
      </w:r>
      <w:r>
        <w:rPr>
          <w:rFonts w:cs="Georgia"/>
          <w:kern w:val="1"/>
        </w:rPr>
        <w:t>se trouvait à Potsdam</w:t>
      </w:r>
      <w:r w:rsidR="000E1451">
        <w:rPr>
          <w:rFonts w:cs="Georgia"/>
          <w:kern w:val="1"/>
        </w:rPr>
        <w:t xml:space="preserve">, </w:t>
      </w:r>
      <w:r>
        <w:rPr>
          <w:rFonts w:cs="Georgia"/>
          <w:kern w:val="1"/>
        </w:rPr>
        <w:t xml:space="preserve">capitaine au </w:t>
      </w:r>
      <w:r w:rsidR="000E1451">
        <w:rPr>
          <w:rFonts w:cs="Georgia"/>
          <w:kern w:val="1"/>
        </w:rPr>
        <w:t>1</w:t>
      </w:r>
      <w:r w:rsidR="000E1451" w:rsidRPr="000E1451">
        <w:rPr>
          <w:rFonts w:cs="Georgia"/>
          <w:kern w:val="1"/>
          <w:vertAlign w:val="superscript"/>
        </w:rPr>
        <w:t>er</w:t>
      </w:r>
      <w:r w:rsidR="000E1451">
        <w:rPr>
          <w:rFonts w:cs="Georgia"/>
          <w:kern w:val="1"/>
        </w:rPr>
        <w:t xml:space="preserve"> </w:t>
      </w:r>
      <w:r>
        <w:rPr>
          <w:rFonts w:cs="Georgia"/>
          <w:kern w:val="1"/>
        </w:rPr>
        <w:t>Uhlans de la Garde</w:t>
      </w:r>
      <w:r w:rsidR="000E1451">
        <w:rPr>
          <w:rFonts w:cs="Georgia"/>
          <w:kern w:val="1"/>
        </w:rPr>
        <w:t xml:space="preserve">. </w:t>
      </w:r>
      <w:r>
        <w:rPr>
          <w:rFonts w:cs="Georgia"/>
          <w:kern w:val="1"/>
        </w:rPr>
        <w:t>Le troisième</w:t>
      </w:r>
      <w:r w:rsidR="000E1451">
        <w:rPr>
          <w:rFonts w:cs="Georgia"/>
          <w:kern w:val="1"/>
        </w:rPr>
        <w:t xml:space="preserve">, </w:t>
      </w:r>
      <w:r>
        <w:rPr>
          <w:rFonts w:cs="Georgia"/>
          <w:kern w:val="1"/>
        </w:rPr>
        <w:t>Dietrich</w:t>
      </w:r>
      <w:r w:rsidR="000E1451">
        <w:rPr>
          <w:rFonts w:cs="Georgia"/>
          <w:kern w:val="1"/>
        </w:rPr>
        <w:t xml:space="preserve">, </w:t>
      </w:r>
      <w:r>
        <w:rPr>
          <w:rFonts w:cs="Georgia"/>
          <w:kern w:val="1"/>
        </w:rPr>
        <w:t>né en 1879</w:t>
      </w:r>
      <w:r w:rsidR="000E1451">
        <w:rPr>
          <w:rFonts w:cs="Georgia"/>
          <w:kern w:val="1"/>
        </w:rPr>
        <w:t xml:space="preserve">, </w:t>
      </w:r>
      <w:r>
        <w:rPr>
          <w:rFonts w:cs="Georgia"/>
          <w:kern w:val="1"/>
        </w:rPr>
        <w:t>servait</w:t>
      </w:r>
      <w:r w:rsidR="000E1451">
        <w:rPr>
          <w:rFonts w:cs="Georgia"/>
          <w:kern w:val="1"/>
        </w:rPr>
        <w:t xml:space="preserve">, </w:t>
      </w:r>
      <w:r>
        <w:rPr>
          <w:rFonts w:cs="Georgia"/>
          <w:kern w:val="1"/>
        </w:rPr>
        <w:t>également comme capitaine</w:t>
      </w:r>
      <w:r w:rsidR="000E1451">
        <w:rPr>
          <w:rFonts w:cs="Georgia"/>
          <w:kern w:val="1"/>
        </w:rPr>
        <w:t xml:space="preserve">, </w:t>
      </w:r>
      <w:r>
        <w:rPr>
          <w:rFonts w:cs="Georgia"/>
          <w:kern w:val="1"/>
        </w:rPr>
        <w:t xml:space="preserve">au </w:t>
      </w:r>
      <w:r w:rsidR="000E1451">
        <w:rPr>
          <w:rFonts w:cs="Georgia"/>
          <w:kern w:val="1"/>
        </w:rPr>
        <w:t>4</w:t>
      </w:r>
      <w:r w:rsidR="000E1451" w:rsidRPr="000E1451">
        <w:rPr>
          <w:rFonts w:cs="Georgia"/>
          <w:kern w:val="1"/>
          <w:vertAlign w:val="superscript"/>
        </w:rPr>
        <w:t>e</w:t>
      </w:r>
      <w:r w:rsidR="000E1451">
        <w:rPr>
          <w:rFonts w:cs="Georgia"/>
          <w:kern w:val="1"/>
        </w:rPr>
        <w:t xml:space="preserve"> </w:t>
      </w:r>
      <w:r>
        <w:rPr>
          <w:rFonts w:cs="Georgia"/>
          <w:kern w:val="1"/>
        </w:rPr>
        <w:t>dragons de Bredow</w:t>
      </w:r>
      <w:r w:rsidR="000E1451">
        <w:rPr>
          <w:rFonts w:cs="Georgia"/>
          <w:kern w:val="1"/>
        </w:rPr>
        <w:t xml:space="preserve">, </w:t>
      </w:r>
      <w:r>
        <w:rPr>
          <w:rFonts w:cs="Georgia"/>
          <w:kern w:val="1"/>
        </w:rPr>
        <w:t>à Lüben</w:t>
      </w:r>
      <w:r w:rsidR="000E1451">
        <w:rPr>
          <w:rFonts w:cs="Georgia"/>
          <w:kern w:val="1"/>
        </w:rPr>
        <w:t xml:space="preserve">, </w:t>
      </w:r>
      <w:r>
        <w:rPr>
          <w:rFonts w:cs="Georgia"/>
          <w:kern w:val="1"/>
        </w:rPr>
        <w:t>en Posnanie</w:t>
      </w:r>
      <w:r w:rsidR="000E1451">
        <w:rPr>
          <w:rFonts w:cs="Georgia"/>
          <w:kern w:val="1"/>
        </w:rPr>
        <w:t xml:space="preserve">. </w:t>
      </w:r>
      <w:r>
        <w:rPr>
          <w:rFonts w:cs="Georgia"/>
          <w:kern w:val="1"/>
        </w:rPr>
        <w:t>Quant au quatrième</w:t>
      </w:r>
      <w:r w:rsidR="000E1451">
        <w:rPr>
          <w:rFonts w:cs="Georgia"/>
          <w:kern w:val="1"/>
        </w:rPr>
        <w:t xml:space="preserve">, </w:t>
      </w:r>
      <w:r>
        <w:rPr>
          <w:rFonts w:cs="Georgia"/>
          <w:kern w:val="1"/>
        </w:rPr>
        <w:t>Hermann</w:t>
      </w:r>
      <w:r w:rsidR="000E1451">
        <w:rPr>
          <w:rFonts w:cs="Georgia"/>
          <w:kern w:val="1"/>
        </w:rPr>
        <w:t xml:space="preserve">, </w:t>
      </w:r>
      <w:r>
        <w:rPr>
          <w:rFonts w:cs="Georgia"/>
          <w:kern w:val="1"/>
        </w:rPr>
        <w:t>de beaucoup le moins âgé</w:t>
      </w:r>
      <w:r w:rsidR="000E1451">
        <w:rPr>
          <w:rFonts w:cs="Georgia"/>
          <w:kern w:val="1"/>
        </w:rPr>
        <w:t xml:space="preserve">, </w:t>
      </w:r>
      <w:r>
        <w:rPr>
          <w:rFonts w:cs="Georgia"/>
          <w:kern w:val="1"/>
        </w:rPr>
        <w:t>puisqu</w:t>
      </w:r>
      <w:r w:rsidR="000E1451">
        <w:rPr>
          <w:rFonts w:cs="Georgia"/>
          <w:kern w:val="1"/>
        </w:rPr>
        <w:t>’</w:t>
      </w:r>
      <w:r>
        <w:rPr>
          <w:rFonts w:cs="Georgia"/>
          <w:kern w:val="1"/>
        </w:rPr>
        <w:t>il était né en 1887</w:t>
      </w:r>
      <w:r w:rsidR="000E1451">
        <w:rPr>
          <w:rFonts w:cs="Georgia"/>
          <w:kern w:val="1"/>
        </w:rPr>
        <w:t xml:space="preserve">, </w:t>
      </w:r>
      <w:r>
        <w:rPr>
          <w:rFonts w:cs="Georgia"/>
          <w:kern w:val="1"/>
        </w:rPr>
        <w:t>il n</w:t>
      </w:r>
      <w:r w:rsidR="000E1451">
        <w:rPr>
          <w:rFonts w:cs="Georgia"/>
          <w:kern w:val="1"/>
        </w:rPr>
        <w:t>’</w:t>
      </w:r>
      <w:r>
        <w:rPr>
          <w:rFonts w:cs="Georgia"/>
          <w:kern w:val="1"/>
        </w:rPr>
        <w:t>était encore que lieutenant</w:t>
      </w:r>
      <w:r w:rsidR="000E1451">
        <w:rPr>
          <w:rFonts w:cs="Georgia"/>
          <w:kern w:val="1"/>
        </w:rPr>
        <w:t xml:space="preserve">, </w:t>
      </w:r>
      <w:r>
        <w:rPr>
          <w:rFonts w:cs="Georgia"/>
          <w:kern w:val="1"/>
        </w:rPr>
        <w:t>et tenait garnison à Angerburg</w:t>
      </w:r>
      <w:r w:rsidR="000E1451">
        <w:rPr>
          <w:rFonts w:cs="Georgia"/>
          <w:kern w:val="1"/>
        </w:rPr>
        <w:t xml:space="preserve">, </w:t>
      </w:r>
      <w:r>
        <w:rPr>
          <w:rFonts w:cs="Georgia"/>
          <w:kern w:val="1"/>
        </w:rPr>
        <w:t>au 1</w:t>
      </w:r>
      <w:r w:rsidR="000E1451">
        <w:rPr>
          <w:rFonts w:cs="Georgia"/>
          <w:kern w:val="1"/>
        </w:rPr>
        <w:t>0</w:t>
      </w:r>
      <w:r w:rsidR="000E1451" w:rsidRPr="000E1451">
        <w:rPr>
          <w:rFonts w:cs="Georgia"/>
          <w:kern w:val="1"/>
          <w:vertAlign w:val="superscript"/>
        </w:rPr>
        <w:t>e</w:t>
      </w:r>
      <w:r w:rsidR="000E1451">
        <w:rPr>
          <w:rFonts w:cs="Georgia"/>
          <w:kern w:val="1"/>
        </w:rPr>
        <w:t xml:space="preserve"> </w:t>
      </w:r>
      <w:r>
        <w:rPr>
          <w:rFonts w:cs="Georgia"/>
          <w:kern w:val="1"/>
        </w:rPr>
        <w:t>chasseurs à cheval</w:t>
      </w:r>
      <w:r w:rsidR="000E1451">
        <w:rPr>
          <w:rFonts w:cs="Georgia"/>
          <w:kern w:val="1"/>
        </w:rPr>
        <w:t xml:space="preserve">. </w:t>
      </w:r>
      <w:r>
        <w:rPr>
          <w:rFonts w:cs="Georgia"/>
          <w:kern w:val="1"/>
        </w:rPr>
        <w:t>On pense avec quelle ardeur sauvage ces robustes oiseaux de proie se ruèrent à la curée</w:t>
      </w:r>
      <w:r w:rsidR="000E1451">
        <w:rPr>
          <w:rFonts w:cs="Georgia"/>
          <w:kern w:val="1"/>
        </w:rPr>
        <w:t xml:space="preserve">. </w:t>
      </w:r>
      <w:r>
        <w:rPr>
          <w:rFonts w:cs="Georgia"/>
          <w:kern w:val="1"/>
        </w:rPr>
        <w:t>Aujourd</w:t>
      </w:r>
      <w:r w:rsidR="000E1451">
        <w:rPr>
          <w:rFonts w:cs="Georgia"/>
          <w:kern w:val="1"/>
        </w:rPr>
        <w:t>’</w:t>
      </w:r>
      <w:r>
        <w:rPr>
          <w:rFonts w:cs="Georgia"/>
          <w:kern w:val="1"/>
        </w:rPr>
        <w:t>hui</w:t>
      </w:r>
      <w:r w:rsidR="000E1451">
        <w:rPr>
          <w:rFonts w:cs="Georgia"/>
          <w:kern w:val="1"/>
        </w:rPr>
        <w:t xml:space="preserve">, </w:t>
      </w:r>
      <w:r>
        <w:rPr>
          <w:rFonts w:cs="Georgia"/>
          <w:kern w:val="1"/>
        </w:rPr>
        <w:t>ce n</w:t>
      </w:r>
      <w:r w:rsidR="000E1451">
        <w:rPr>
          <w:rFonts w:cs="Georgia"/>
          <w:kern w:val="1"/>
        </w:rPr>
        <w:t>’</w:t>
      </w:r>
      <w:r>
        <w:rPr>
          <w:rFonts w:cs="Georgia"/>
          <w:kern w:val="1"/>
        </w:rPr>
        <w:t>était plus cinq milliards</w:t>
      </w:r>
      <w:r w:rsidR="000E1451">
        <w:rPr>
          <w:rFonts w:cs="Georgia"/>
          <w:kern w:val="1"/>
        </w:rPr>
        <w:t xml:space="preserve">, </w:t>
      </w:r>
      <w:r>
        <w:rPr>
          <w:rFonts w:cs="Georgia"/>
          <w:kern w:val="1"/>
        </w:rPr>
        <w:t>mais cent cinquante</w:t>
      </w:r>
      <w:r w:rsidR="000E1451">
        <w:rPr>
          <w:rFonts w:cs="Georgia"/>
          <w:kern w:val="1"/>
        </w:rPr>
        <w:t xml:space="preserve">, </w:t>
      </w:r>
      <w:r>
        <w:rPr>
          <w:rFonts w:cs="Georgia"/>
          <w:kern w:val="1"/>
        </w:rPr>
        <w:t>qu</w:t>
      </w:r>
      <w:r w:rsidR="000E1451">
        <w:rPr>
          <w:rFonts w:cs="Georgia"/>
          <w:kern w:val="1"/>
        </w:rPr>
        <w:t>’</w:t>
      </w:r>
      <w:r>
        <w:rPr>
          <w:rFonts w:cs="Georgia"/>
          <w:kern w:val="1"/>
        </w:rPr>
        <w:t>on allait exiger du vaincu</w:t>
      </w:r>
      <w:r w:rsidR="000E1451">
        <w:rPr>
          <w:rFonts w:cs="Georgia"/>
          <w:kern w:val="1"/>
        </w:rPr>
        <w:t xml:space="preserve">, </w:t>
      </w:r>
      <w:r>
        <w:rPr>
          <w:rFonts w:cs="Georgia"/>
          <w:kern w:val="1"/>
        </w:rPr>
        <w:t>et ces milliards-là</w:t>
      </w:r>
      <w:r w:rsidR="000E1451">
        <w:rPr>
          <w:rFonts w:cs="Georgia"/>
          <w:kern w:val="1"/>
        </w:rPr>
        <w:t xml:space="preserve">, </w:t>
      </w:r>
      <w:r>
        <w:rPr>
          <w:rFonts w:cs="Georgia"/>
          <w:kern w:val="1"/>
        </w:rPr>
        <w:t>on ne leur laisserait pas prendre le chemin des autres</w:t>
      </w:r>
      <w:r w:rsidR="000E1451">
        <w:rPr>
          <w:rFonts w:cs="Georgia"/>
          <w:kern w:val="1"/>
        </w:rPr>
        <w:t xml:space="preserve">, </w:t>
      </w:r>
      <w:r>
        <w:rPr>
          <w:rFonts w:cs="Georgia"/>
          <w:kern w:val="1"/>
        </w:rPr>
        <w:t>disparus</w:t>
      </w:r>
      <w:r w:rsidR="000E1451">
        <w:rPr>
          <w:rFonts w:cs="Georgia"/>
          <w:kern w:val="1"/>
        </w:rPr>
        <w:t xml:space="preserve">, </w:t>
      </w:r>
      <w:r>
        <w:rPr>
          <w:rFonts w:cs="Georgia"/>
          <w:kern w:val="1"/>
        </w:rPr>
        <w:t>volatilisés dans les gouffres obscurs des combinaisons politiciennes</w:t>
      </w:r>
      <w:r w:rsidR="000E1451">
        <w:rPr>
          <w:rFonts w:cs="Georgia"/>
          <w:kern w:val="1"/>
        </w:rPr>
        <w:t xml:space="preserve">. </w:t>
      </w:r>
      <w:r>
        <w:rPr>
          <w:rFonts w:cs="Georgia"/>
          <w:kern w:val="1"/>
        </w:rPr>
        <w:t>Il ferait beau voir</w:t>
      </w:r>
      <w:r w:rsidR="000E1451">
        <w:rPr>
          <w:rFonts w:cs="Georgia"/>
          <w:kern w:val="1"/>
        </w:rPr>
        <w:t xml:space="preserve">, </w:t>
      </w:r>
      <w:r>
        <w:rPr>
          <w:rFonts w:cs="Georgia"/>
          <w:kern w:val="1"/>
        </w:rPr>
        <w:t>cette fois</w:t>
      </w:r>
      <w:r w:rsidR="000E1451">
        <w:rPr>
          <w:rFonts w:cs="Georgia"/>
          <w:kern w:val="1"/>
        </w:rPr>
        <w:t xml:space="preserve">, </w:t>
      </w:r>
      <w:r>
        <w:rPr>
          <w:rFonts w:cs="Georgia"/>
          <w:kern w:val="1"/>
        </w:rPr>
        <w:t>que la nouvelle pluie d</w:t>
      </w:r>
      <w:r w:rsidR="000E1451">
        <w:rPr>
          <w:rFonts w:cs="Georgia"/>
          <w:kern w:val="1"/>
        </w:rPr>
        <w:t>’</w:t>
      </w:r>
      <w:r>
        <w:rPr>
          <w:rFonts w:cs="Georgia"/>
          <w:kern w:val="1"/>
        </w:rPr>
        <w:t>or ne vînt pas féconder les terres des victorieux</w:t>
      </w:r>
      <w:r w:rsidR="000E1451">
        <w:rPr>
          <w:rFonts w:cs="Georgia"/>
          <w:kern w:val="1"/>
        </w:rPr>
        <w:t xml:space="preserve">, </w:t>
      </w:r>
      <w:r>
        <w:rPr>
          <w:rFonts w:cs="Georgia"/>
          <w:kern w:val="1"/>
        </w:rPr>
        <w:t>rendre splendeur et prestige à la pauvre gentilhommière croulante d</w:t>
      </w:r>
      <w:r w:rsidR="000E1451">
        <w:rPr>
          <w:rFonts w:cs="Georgia"/>
          <w:kern w:val="1"/>
        </w:rPr>
        <w:t>’</w:t>
      </w:r>
      <w:r>
        <w:rPr>
          <w:rFonts w:cs="Georgia"/>
          <w:kern w:val="1"/>
        </w:rPr>
        <w:t>où leur père les vit partir dans des transports de joie forcenée</w:t>
      </w:r>
      <w:r w:rsidR="000E1451">
        <w:rPr>
          <w:rFonts w:cs="Georgia"/>
          <w:kern w:val="1"/>
        </w:rPr>
        <w:t xml:space="preserve">, </w:t>
      </w:r>
      <w:r>
        <w:rPr>
          <w:rFonts w:cs="Georgia"/>
          <w:kern w:val="1"/>
        </w:rPr>
        <w:t>ayant tracé sur leurs quatre têtes une farouche bénédiction</w:t>
      </w:r>
      <w:r w:rsidR="000E1451">
        <w:rPr>
          <w:rFonts w:cs="Georgia"/>
          <w:kern w:val="1"/>
        </w:rPr>
        <w:t>.</w:t>
      </w:r>
    </w:p>
    <w:p w14:paraId="3F6C105D" w14:textId="77777777" w:rsidR="000E1451" w:rsidRDefault="00BE611A" w:rsidP="00BE611A">
      <w:pPr>
        <w:rPr>
          <w:rFonts w:cs="Georgia"/>
          <w:kern w:val="1"/>
        </w:rPr>
      </w:pPr>
      <w:r>
        <w:rPr>
          <w:rFonts w:cs="Georgia"/>
          <w:kern w:val="1"/>
        </w:rPr>
        <w:lastRenderedPageBreak/>
        <w:t>Le premier</w:t>
      </w:r>
      <w:r w:rsidR="000E1451">
        <w:rPr>
          <w:rFonts w:cs="Georgia"/>
          <w:kern w:val="1"/>
        </w:rPr>
        <w:t xml:space="preserve">, </w:t>
      </w:r>
      <w:r>
        <w:rPr>
          <w:rFonts w:cs="Georgia"/>
          <w:kern w:val="1"/>
        </w:rPr>
        <w:t>Michel de Reichendorf mordit la poussière à Charleroi</w:t>
      </w:r>
      <w:r w:rsidR="000E1451">
        <w:rPr>
          <w:rFonts w:cs="Georgia"/>
          <w:kern w:val="1"/>
        </w:rPr>
        <w:t xml:space="preserve">. </w:t>
      </w:r>
      <w:r>
        <w:rPr>
          <w:rFonts w:cs="Georgia"/>
          <w:kern w:val="1"/>
        </w:rPr>
        <w:t>Puis</w:t>
      </w:r>
      <w:r w:rsidR="000E1451">
        <w:rPr>
          <w:rFonts w:cs="Georgia"/>
          <w:kern w:val="1"/>
        </w:rPr>
        <w:t xml:space="preserve">, </w:t>
      </w:r>
      <w:r>
        <w:rPr>
          <w:rFonts w:cs="Georgia"/>
          <w:kern w:val="1"/>
        </w:rPr>
        <w:t>ce fut le tour du géant Conrad</w:t>
      </w:r>
      <w:r w:rsidR="000E1451">
        <w:rPr>
          <w:rFonts w:cs="Georgia"/>
          <w:kern w:val="1"/>
        </w:rPr>
        <w:t xml:space="preserve">, </w:t>
      </w:r>
      <w:r>
        <w:rPr>
          <w:rFonts w:cs="Georgia"/>
          <w:kern w:val="1"/>
        </w:rPr>
        <w:t>le forceur d</w:t>
      </w:r>
      <w:r w:rsidR="000E1451">
        <w:rPr>
          <w:rFonts w:cs="Georgia"/>
          <w:kern w:val="1"/>
        </w:rPr>
        <w:t>’</w:t>
      </w:r>
      <w:r>
        <w:rPr>
          <w:rFonts w:cs="Georgia"/>
          <w:kern w:val="1"/>
        </w:rPr>
        <w:t>ours</w:t>
      </w:r>
      <w:r w:rsidR="000E1451">
        <w:rPr>
          <w:rFonts w:cs="Georgia"/>
          <w:kern w:val="1"/>
        </w:rPr>
        <w:t xml:space="preserve">, </w:t>
      </w:r>
      <w:r>
        <w:rPr>
          <w:rFonts w:cs="Georgia"/>
          <w:kern w:val="1"/>
        </w:rPr>
        <w:t>frappé à mort devant Ypres</w:t>
      </w:r>
      <w:r w:rsidR="000E1451">
        <w:rPr>
          <w:rFonts w:cs="Georgia"/>
          <w:kern w:val="1"/>
        </w:rPr>
        <w:t xml:space="preserve">, </w:t>
      </w:r>
      <w:r>
        <w:rPr>
          <w:rFonts w:cs="Georgia"/>
          <w:kern w:val="1"/>
        </w:rPr>
        <w:t>au milieu d</w:t>
      </w:r>
      <w:r w:rsidR="000E1451">
        <w:rPr>
          <w:rFonts w:cs="Georgia"/>
          <w:kern w:val="1"/>
        </w:rPr>
        <w:t>’</w:t>
      </w:r>
      <w:r>
        <w:rPr>
          <w:rFonts w:cs="Georgia"/>
          <w:kern w:val="1"/>
        </w:rPr>
        <w:t>un cercle affreux de crânes fracassés</w:t>
      </w:r>
      <w:r w:rsidR="000E1451">
        <w:rPr>
          <w:rFonts w:cs="Georgia"/>
          <w:kern w:val="1"/>
        </w:rPr>
        <w:t xml:space="preserve">. </w:t>
      </w:r>
      <w:r>
        <w:rPr>
          <w:rFonts w:cs="Georgia"/>
          <w:kern w:val="1"/>
        </w:rPr>
        <w:t>Hermann fut tué en 1916 d</w:t>
      </w:r>
      <w:r w:rsidR="000E1451">
        <w:rPr>
          <w:rFonts w:cs="Georgia"/>
          <w:kern w:val="1"/>
        </w:rPr>
        <w:t>’</w:t>
      </w:r>
      <w:r>
        <w:rPr>
          <w:rFonts w:cs="Georgia"/>
          <w:kern w:val="1"/>
        </w:rPr>
        <w:t>une balle au front</w:t>
      </w:r>
      <w:r w:rsidR="000E1451">
        <w:rPr>
          <w:rFonts w:cs="Georgia"/>
          <w:kern w:val="1"/>
        </w:rPr>
        <w:t xml:space="preserve">, </w:t>
      </w:r>
      <w:r>
        <w:rPr>
          <w:rFonts w:cs="Georgia"/>
          <w:kern w:val="1"/>
        </w:rPr>
        <w:t>dans une tranchée de l</w:t>
      </w:r>
      <w:r w:rsidR="000E1451">
        <w:rPr>
          <w:rFonts w:cs="Georgia"/>
          <w:kern w:val="1"/>
        </w:rPr>
        <w:t>’</w:t>
      </w:r>
      <w:r>
        <w:rPr>
          <w:rFonts w:cs="Georgia"/>
          <w:kern w:val="1"/>
        </w:rPr>
        <w:t>Hartmanwillerskopf</w:t>
      </w:r>
      <w:r w:rsidR="000E1451">
        <w:rPr>
          <w:rFonts w:cs="Georgia"/>
          <w:kern w:val="1"/>
        </w:rPr>
        <w:t xml:space="preserve">. </w:t>
      </w:r>
      <w:r>
        <w:rPr>
          <w:rFonts w:cs="Georgia"/>
          <w:kern w:val="1"/>
        </w:rPr>
        <w:t>En cet avril 1918</w:t>
      </w:r>
      <w:r w:rsidR="000E1451">
        <w:rPr>
          <w:rFonts w:cs="Georgia"/>
          <w:kern w:val="1"/>
        </w:rPr>
        <w:t xml:space="preserve">, </w:t>
      </w:r>
      <w:r>
        <w:rPr>
          <w:rFonts w:cs="Georgia"/>
          <w:kern w:val="1"/>
        </w:rPr>
        <w:t>de tout l</w:t>
      </w:r>
      <w:r w:rsidR="000E1451">
        <w:rPr>
          <w:rFonts w:cs="Georgia"/>
          <w:kern w:val="1"/>
        </w:rPr>
        <w:t>’</w:t>
      </w:r>
      <w:r>
        <w:rPr>
          <w:rFonts w:cs="Georgia"/>
          <w:kern w:val="1"/>
        </w:rPr>
        <w:t>orgueil</w:t>
      </w:r>
      <w:r w:rsidR="000E1451">
        <w:rPr>
          <w:rFonts w:cs="Georgia"/>
          <w:kern w:val="1"/>
        </w:rPr>
        <w:t xml:space="preserve">, </w:t>
      </w:r>
      <w:r>
        <w:rPr>
          <w:rFonts w:cs="Georgia"/>
          <w:kern w:val="1"/>
        </w:rPr>
        <w:t>de tout le sang des Reichendorf</w:t>
      </w:r>
      <w:r w:rsidR="000E1451">
        <w:rPr>
          <w:rFonts w:cs="Georgia"/>
          <w:kern w:val="1"/>
        </w:rPr>
        <w:t xml:space="preserve">, </w:t>
      </w:r>
      <w:r>
        <w:rPr>
          <w:rFonts w:cs="Georgia"/>
          <w:kern w:val="1"/>
        </w:rPr>
        <w:t>il ne restait plus que le comte Dietrich</w:t>
      </w:r>
      <w:r w:rsidR="000E1451">
        <w:rPr>
          <w:rFonts w:cs="Georgia"/>
          <w:kern w:val="1"/>
        </w:rPr>
        <w:t xml:space="preserve">, </w:t>
      </w:r>
      <w:r>
        <w:rPr>
          <w:rFonts w:cs="Georgia"/>
          <w:kern w:val="1"/>
        </w:rPr>
        <w:t>passé sur sa demande dans l</w:t>
      </w:r>
      <w:r w:rsidR="000E1451">
        <w:rPr>
          <w:rFonts w:cs="Georgia"/>
          <w:kern w:val="1"/>
        </w:rPr>
        <w:t>’</w:t>
      </w:r>
      <w:r>
        <w:rPr>
          <w:rFonts w:cs="Georgia"/>
          <w:kern w:val="1"/>
        </w:rPr>
        <w:t>infanterie</w:t>
      </w:r>
      <w:r w:rsidR="000E1451">
        <w:rPr>
          <w:rFonts w:cs="Georgia"/>
          <w:kern w:val="1"/>
        </w:rPr>
        <w:t xml:space="preserve">, </w:t>
      </w:r>
      <w:r>
        <w:rPr>
          <w:rFonts w:cs="Georgia"/>
          <w:kern w:val="1"/>
        </w:rPr>
        <w:t>et qui commandait un bataillon du 14</w:t>
      </w:r>
      <w:r w:rsidR="000E1451">
        <w:rPr>
          <w:rFonts w:cs="Georgia"/>
          <w:kern w:val="1"/>
        </w:rPr>
        <w:t>6</w:t>
      </w:r>
      <w:r w:rsidR="000E1451" w:rsidRPr="000E1451">
        <w:rPr>
          <w:rFonts w:cs="Georgia"/>
          <w:kern w:val="1"/>
          <w:vertAlign w:val="superscript"/>
        </w:rPr>
        <w:t>e</w:t>
      </w:r>
      <w:r w:rsidR="000E1451">
        <w:rPr>
          <w:rFonts w:cs="Georgia"/>
          <w:kern w:val="1"/>
        </w:rPr>
        <w:t xml:space="preserve"> </w:t>
      </w:r>
      <w:r>
        <w:rPr>
          <w:rFonts w:cs="Georgia"/>
          <w:kern w:val="1"/>
        </w:rPr>
        <w:t>régiment d</w:t>
      </w:r>
      <w:r w:rsidR="000E1451">
        <w:rPr>
          <w:rFonts w:cs="Georgia"/>
          <w:kern w:val="1"/>
        </w:rPr>
        <w:t>’</w:t>
      </w:r>
      <w:r>
        <w:rPr>
          <w:rFonts w:cs="Georgia"/>
          <w:kern w:val="1"/>
        </w:rPr>
        <w:t>Allenstein</w:t>
      </w:r>
      <w:r w:rsidR="000E1451">
        <w:rPr>
          <w:rFonts w:cs="Georgia"/>
          <w:kern w:val="1"/>
        </w:rPr>
        <w:t xml:space="preserve">, </w:t>
      </w:r>
      <w:r>
        <w:rPr>
          <w:rFonts w:cs="Georgia"/>
          <w:kern w:val="1"/>
        </w:rPr>
        <w:t>là-bas</w:t>
      </w:r>
      <w:r w:rsidR="000E1451">
        <w:rPr>
          <w:rFonts w:cs="Georgia"/>
          <w:kern w:val="1"/>
        </w:rPr>
        <w:t xml:space="preserve">, </w:t>
      </w:r>
      <w:r>
        <w:rPr>
          <w:rFonts w:cs="Georgia"/>
          <w:kern w:val="1"/>
        </w:rPr>
        <w:t>quelque part</w:t>
      </w:r>
      <w:r w:rsidR="000E1451">
        <w:rPr>
          <w:rFonts w:cs="Georgia"/>
          <w:kern w:val="1"/>
        </w:rPr>
        <w:t xml:space="preserve">, </w:t>
      </w:r>
      <w:r>
        <w:rPr>
          <w:rFonts w:cs="Georgia"/>
          <w:kern w:val="1"/>
        </w:rPr>
        <w:t>en Picardie</w:t>
      </w:r>
      <w:r w:rsidR="000E1451">
        <w:rPr>
          <w:rFonts w:cs="Georgia"/>
          <w:kern w:val="1"/>
        </w:rPr>
        <w:t xml:space="preserve">, </w:t>
      </w:r>
      <w:r>
        <w:rPr>
          <w:rFonts w:cs="Georgia"/>
          <w:kern w:val="1"/>
        </w:rPr>
        <w:t>entre Amiens et Chaulnes</w:t>
      </w:r>
      <w:r w:rsidR="000E1451">
        <w:rPr>
          <w:rFonts w:cs="Georgia"/>
          <w:kern w:val="1"/>
        </w:rPr>
        <w:t>.</w:t>
      </w:r>
    </w:p>
    <w:p w14:paraId="2FBCA610" w14:textId="77777777" w:rsidR="00BE611A" w:rsidRDefault="00BE611A" w:rsidP="00BE611A">
      <w:pPr>
        <w:rPr>
          <w:rFonts w:cs="Georgia"/>
          <w:kern w:val="1"/>
        </w:rPr>
      </w:pPr>
    </w:p>
    <w:p w14:paraId="733B8B53" w14:textId="77777777" w:rsidR="000E1451" w:rsidRDefault="00BE611A" w:rsidP="00BE611A">
      <w:pPr>
        <w:rPr>
          <w:rFonts w:cs="Georgia"/>
          <w:kern w:val="1"/>
        </w:rPr>
      </w:pPr>
      <w:r>
        <w:rPr>
          <w:rFonts w:cs="Georgia"/>
          <w:kern w:val="1"/>
        </w:rPr>
        <w:t>La destinée de cette famille sur laquelle s</w:t>
      </w:r>
      <w:r w:rsidR="000E1451">
        <w:rPr>
          <w:rFonts w:cs="Georgia"/>
          <w:kern w:val="1"/>
        </w:rPr>
        <w:t>’</w:t>
      </w:r>
      <w:r>
        <w:rPr>
          <w:rFonts w:cs="Georgia"/>
          <w:kern w:val="1"/>
        </w:rPr>
        <w:t>appesantissaient à la fois la ruine et la mort servait de thème</w:t>
      </w:r>
      <w:r w:rsidR="000E1451">
        <w:rPr>
          <w:rFonts w:cs="Georgia"/>
          <w:kern w:val="1"/>
        </w:rPr>
        <w:t xml:space="preserve">, </w:t>
      </w:r>
      <w:r>
        <w:rPr>
          <w:rFonts w:cs="Georgia"/>
          <w:kern w:val="1"/>
        </w:rPr>
        <w:t>chaque mardi</w:t>
      </w:r>
      <w:r w:rsidR="000E1451">
        <w:rPr>
          <w:rFonts w:cs="Georgia"/>
          <w:kern w:val="1"/>
        </w:rPr>
        <w:t xml:space="preserve">, </w:t>
      </w:r>
      <w:r>
        <w:rPr>
          <w:rFonts w:cs="Georgia"/>
          <w:kern w:val="1"/>
        </w:rPr>
        <w:t>aux dissertations du pasteur Frühwirth</w:t>
      </w:r>
      <w:r w:rsidR="000E1451">
        <w:rPr>
          <w:rFonts w:cs="Georgia"/>
          <w:kern w:val="1"/>
        </w:rPr>
        <w:t xml:space="preserve">. </w:t>
      </w:r>
      <w:r>
        <w:rPr>
          <w:rFonts w:cs="Georgia"/>
          <w:kern w:val="1"/>
        </w:rPr>
        <w:t>Je n</w:t>
      </w:r>
      <w:r w:rsidR="000E1451">
        <w:rPr>
          <w:rFonts w:cs="Georgia"/>
          <w:kern w:val="1"/>
        </w:rPr>
        <w:t>’</w:t>
      </w:r>
      <w:r>
        <w:rPr>
          <w:rFonts w:cs="Georgia"/>
          <w:kern w:val="1"/>
        </w:rPr>
        <w:t>avais d</w:t>
      </w:r>
      <w:r w:rsidR="000E1451">
        <w:rPr>
          <w:rFonts w:cs="Georgia"/>
          <w:kern w:val="1"/>
        </w:rPr>
        <w:t>’</w:t>
      </w:r>
      <w:r>
        <w:rPr>
          <w:rFonts w:cs="Georgia"/>
          <w:kern w:val="1"/>
        </w:rPr>
        <w:t>abord prêté qu</w:t>
      </w:r>
      <w:r w:rsidR="000E1451">
        <w:rPr>
          <w:rFonts w:cs="Georgia"/>
          <w:kern w:val="1"/>
        </w:rPr>
        <w:t>’</w:t>
      </w:r>
      <w:r>
        <w:rPr>
          <w:rFonts w:cs="Georgia"/>
          <w:kern w:val="1"/>
        </w:rPr>
        <w:t>une oreille distraite aux détails de ces annales</w:t>
      </w:r>
      <w:r w:rsidR="000E1451">
        <w:rPr>
          <w:rFonts w:cs="Georgia"/>
          <w:kern w:val="1"/>
        </w:rPr>
        <w:t xml:space="preserve">. </w:t>
      </w:r>
      <w:r>
        <w:rPr>
          <w:rFonts w:cs="Georgia"/>
          <w:kern w:val="1"/>
        </w:rPr>
        <w:t>Or</w:t>
      </w:r>
      <w:r w:rsidR="000E1451">
        <w:rPr>
          <w:rFonts w:cs="Georgia"/>
          <w:kern w:val="1"/>
        </w:rPr>
        <w:t xml:space="preserve">, </w:t>
      </w:r>
      <w:r>
        <w:rPr>
          <w:rFonts w:cs="Georgia"/>
          <w:kern w:val="1"/>
        </w:rPr>
        <w:t>voilà maintenant que le besoin me prenait de les faire préciser</w:t>
      </w:r>
      <w:r w:rsidR="000E1451">
        <w:rPr>
          <w:rFonts w:cs="Georgia"/>
          <w:kern w:val="1"/>
        </w:rPr>
        <w:t xml:space="preserve">, </w:t>
      </w:r>
      <w:r>
        <w:rPr>
          <w:rFonts w:cs="Georgia"/>
          <w:kern w:val="1"/>
        </w:rPr>
        <w:t>d</w:t>
      </w:r>
      <w:r w:rsidR="000E1451">
        <w:rPr>
          <w:rFonts w:cs="Georgia"/>
          <w:kern w:val="1"/>
        </w:rPr>
        <w:t>’</w:t>
      </w:r>
      <w:r>
        <w:rPr>
          <w:rFonts w:cs="Georgia"/>
          <w:kern w:val="1"/>
        </w:rPr>
        <w:t>en obtenir de nouveaux</w:t>
      </w:r>
      <w:r w:rsidR="000E1451">
        <w:rPr>
          <w:rFonts w:cs="Georgia"/>
          <w:kern w:val="1"/>
        </w:rPr>
        <w:t>.</w:t>
      </w:r>
    </w:p>
    <w:p w14:paraId="4E5CF559" w14:textId="77777777" w:rsidR="000E1451" w:rsidRDefault="000E1451" w:rsidP="00BE611A">
      <w:pPr>
        <w:rPr>
          <w:rFonts w:cs="Georgia"/>
          <w:kern w:val="1"/>
        </w:rPr>
      </w:pPr>
      <w:r>
        <w:rPr>
          <w:rFonts w:cs="Georgia"/>
          <w:kern w:val="1"/>
        </w:rPr>
        <w:t>— </w:t>
      </w:r>
      <w:r w:rsidR="00BE611A">
        <w:rPr>
          <w:rFonts w:cs="Georgia"/>
          <w:kern w:val="1"/>
        </w:rPr>
        <w:t>Le comte Conrad</w:t>
      </w:r>
      <w:r>
        <w:rPr>
          <w:rFonts w:cs="Georgia"/>
          <w:kern w:val="1"/>
        </w:rPr>
        <w:t xml:space="preserve"> ? </w:t>
      </w:r>
      <w:r w:rsidR="00BE611A">
        <w:rPr>
          <w:rFonts w:cs="Georgia"/>
          <w:kern w:val="1"/>
        </w:rPr>
        <w:t>Je vous ai déjà parlé de lui</w:t>
      </w:r>
      <w:r>
        <w:rPr>
          <w:rFonts w:cs="Georgia"/>
          <w:kern w:val="1"/>
        </w:rPr>
        <w:t xml:space="preserve">, </w:t>
      </w:r>
      <w:r w:rsidR="00BE611A">
        <w:rPr>
          <w:rFonts w:cs="Georgia"/>
          <w:kern w:val="1"/>
        </w:rPr>
        <w:t>monsieur Dumaine</w:t>
      </w:r>
      <w:r>
        <w:rPr>
          <w:rFonts w:cs="Georgia"/>
          <w:kern w:val="1"/>
        </w:rPr>
        <w:t xml:space="preserve">. </w:t>
      </w:r>
      <w:r w:rsidR="00BE611A">
        <w:rPr>
          <w:rFonts w:cs="Georgia"/>
          <w:kern w:val="1"/>
        </w:rPr>
        <w:t>À propos de l</w:t>
      </w:r>
      <w:r>
        <w:rPr>
          <w:rFonts w:cs="Georgia"/>
          <w:kern w:val="1"/>
        </w:rPr>
        <w:t>’</w:t>
      </w:r>
      <w:r w:rsidR="00BE611A">
        <w:rPr>
          <w:rFonts w:cs="Georgia"/>
          <w:kern w:val="1"/>
        </w:rPr>
        <w:t>ours</w:t>
      </w:r>
      <w:r>
        <w:rPr>
          <w:rFonts w:cs="Georgia"/>
          <w:kern w:val="1"/>
        </w:rPr>
        <w:t xml:space="preserve">, </w:t>
      </w:r>
      <w:r w:rsidR="00BE611A">
        <w:rPr>
          <w:rFonts w:cs="Georgia"/>
          <w:kern w:val="1"/>
        </w:rPr>
        <w:t>voyons</w:t>
      </w:r>
      <w:r>
        <w:rPr>
          <w:rFonts w:cs="Georgia"/>
          <w:kern w:val="1"/>
        </w:rPr>
        <w:t xml:space="preserve"> ; </w:t>
      </w:r>
      <w:r w:rsidR="00BE611A">
        <w:rPr>
          <w:rFonts w:cs="Georgia"/>
          <w:kern w:val="1"/>
        </w:rPr>
        <w:t>souvenez-vous</w:t>
      </w:r>
      <w:r>
        <w:rPr>
          <w:rFonts w:cs="Georgia"/>
          <w:kern w:val="1"/>
        </w:rPr>
        <w:t xml:space="preserve">. </w:t>
      </w:r>
      <w:r w:rsidR="00BE611A">
        <w:rPr>
          <w:rFonts w:cs="Georgia"/>
          <w:kern w:val="1"/>
        </w:rPr>
        <w:t>Des quatre fils du général</w:t>
      </w:r>
      <w:r>
        <w:rPr>
          <w:rFonts w:cs="Georgia"/>
          <w:kern w:val="1"/>
        </w:rPr>
        <w:t xml:space="preserve">, </w:t>
      </w:r>
      <w:r w:rsidR="00BE611A">
        <w:rPr>
          <w:rFonts w:cs="Georgia"/>
          <w:kern w:val="1"/>
        </w:rPr>
        <w:t>celui que j</w:t>
      </w:r>
      <w:r>
        <w:rPr>
          <w:rFonts w:cs="Georgia"/>
          <w:kern w:val="1"/>
        </w:rPr>
        <w:t>’</w:t>
      </w:r>
      <w:r w:rsidR="00BE611A">
        <w:rPr>
          <w:rFonts w:cs="Georgia"/>
          <w:kern w:val="1"/>
        </w:rPr>
        <w:t>ai le mieux connu</w:t>
      </w:r>
      <w:r>
        <w:rPr>
          <w:rFonts w:cs="Georgia"/>
          <w:kern w:val="1"/>
        </w:rPr>
        <w:t xml:space="preserve">, </w:t>
      </w:r>
      <w:r w:rsidR="00BE611A">
        <w:rPr>
          <w:rFonts w:cs="Georgia"/>
          <w:kern w:val="1"/>
        </w:rPr>
        <w:t>c</w:t>
      </w:r>
      <w:r>
        <w:rPr>
          <w:rFonts w:cs="Georgia"/>
          <w:kern w:val="1"/>
        </w:rPr>
        <w:t>’</w:t>
      </w:r>
      <w:r w:rsidR="00BE611A">
        <w:rPr>
          <w:rFonts w:cs="Georgia"/>
          <w:kern w:val="1"/>
        </w:rPr>
        <w:t>est Hermann</w:t>
      </w:r>
      <w:r>
        <w:rPr>
          <w:rFonts w:cs="Georgia"/>
          <w:kern w:val="1"/>
        </w:rPr>
        <w:t xml:space="preserve">, </w:t>
      </w:r>
      <w:r w:rsidR="00BE611A">
        <w:rPr>
          <w:rFonts w:cs="Georgia"/>
          <w:kern w:val="1"/>
        </w:rPr>
        <w:t>le plus jeune</w:t>
      </w:r>
      <w:r>
        <w:rPr>
          <w:rFonts w:cs="Georgia"/>
          <w:kern w:val="1"/>
        </w:rPr>
        <w:t xml:space="preserve">. </w:t>
      </w:r>
      <w:r w:rsidR="00BE611A">
        <w:rPr>
          <w:rFonts w:cs="Georgia"/>
          <w:kern w:val="1"/>
        </w:rPr>
        <w:t>La comtesse de Reichendorf m</w:t>
      </w:r>
      <w:r>
        <w:rPr>
          <w:rFonts w:cs="Georgia"/>
          <w:kern w:val="1"/>
        </w:rPr>
        <w:t>’</w:t>
      </w:r>
      <w:r w:rsidR="00BE611A">
        <w:rPr>
          <w:rFonts w:cs="Georgia"/>
          <w:kern w:val="1"/>
        </w:rPr>
        <w:t>avait prié de m</w:t>
      </w:r>
      <w:r>
        <w:rPr>
          <w:rFonts w:cs="Georgia"/>
          <w:kern w:val="1"/>
        </w:rPr>
        <w:t>’</w:t>
      </w:r>
      <w:r w:rsidR="00BE611A">
        <w:rPr>
          <w:rFonts w:cs="Georgia"/>
          <w:kern w:val="1"/>
        </w:rPr>
        <w:t>occuper de lui</w:t>
      </w:r>
      <w:r>
        <w:rPr>
          <w:rFonts w:cs="Georgia"/>
          <w:kern w:val="1"/>
        </w:rPr>
        <w:t xml:space="preserve">, </w:t>
      </w:r>
      <w:r w:rsidR="00BE611A">
        <w:rPr>
          <w:rFonts w:cs="Georgia"/>
          <w:kern w:val="1"/>
        </w:rPr>
        <w:t>à l</w:t>
      </w:r>
      <w:r>
        <w:rPr>
          <w:rFonts w:cs="Georgia"/>
          <w:kern w:val="1"/>
        </w:rPr>
        <w:t>’</w:t>
      </w:r>
      <w:r w:rsidR="00BE611A">
        <w:rPr>
          <w:rFonts w:cs="Georgia"/>
          <w:kern w:val="1"/>
        </w:rPr>
        <w:t>époque des vacances</w:t>
      </w:r>
      <w:r>
        <w:rPr>
          <w:rFonts w:cs="Georgia"/>
          <w:kern w:val="1"/>
        </w:rPr>
        <w:t xml:space="preserve">. </w:t>
      </w:r>
      <w:r w:rsidR="00BE611A">
        <w:rPr>
          <w:rFonts w:cs="Georgia"/>
          <w:kern w:val="1"/>
        </w:rPr>
        <w:t>En 1900</w:t>
      </w:r>
      <w:r>
        <w:rPr>
          <w:rFonts w:cs="Georgia"/>
          <w:kern w:val="1"/>
        </w:rPr>
        <w:t xml:space="preserve">, </w:t>
      </w:r>
      <w:r w:rsidR="00BE611A">
        <w:rPr>
          <w:rFonts w:cs="Georgia"/>
          <w:kern w:val="1"/>
        </w:rPr>
        <w:t>quand elle mourut</w:t>
      </w:r>
      <w:r>
        <w:rPr>
          <w:rFonts w:cs="Georgia"/>
          <w:kern w:val="1"/>
        </w:rPr>
        <w:t xml:space="preserve">, </w:t>
      </w:r>
      <w:r w:rsidR="00BE611A">
        <w:rPr>
          <w:rFonts w:cs="Georgia"/>
          <w:kern w:val="1"/>
        </w:rPr>
        <w:t>le général et les trois aînés étaient aux manœuvres</w:t>
      </w:r>
      <w:r>
        <w:rPr>
          <w:rFonts w:cs="Georgia"/>
          <w:kern w:val="1"/>
        </w:rPr>
        <w:t xml:space="preserve">. </w:t>
      </w:r>
      <w:r w:rsidR="00BE611A">
        <w:rPr>
          <w:rFonts w:cs="Georgia"/>
          <w:kern w:val="1"/>
        </w:rPr>
        <w:t>Ils ne purent venir que quarante-huit heures</w:t>
      </w:r>
      <w:r>
        <w:rPr>
          <w:rFonts w:cs="Georgia"/>
          <w:kern w:val="1"/>
        </w:rPr>
        <w:t xml:space="preserve">. </w:t>
      </w:r>
      <w:r w:rsidR="00BE611A">
        <w:rPr>
          <w:rFonts w:cs="Georgia"/>
          <w:kern w:val="1"/>
        </w:rPr>
        <w:t>Ils me demandèrent de m</w:t>
      </w:r>
      <w:r>
        <w:rPr>
          <w:rFonts w:cs="Georgia"/>
          <w:kern w:val="1"/>
        </w:rPr>
        <w:t>’</w:t>
      </w:r>
      <w:r w:rsidR="00BE611A">
        <w:rPr>
          <w:rFonts w:cs="Georgia"/>
          <w:kern w:val="1"/>
        </w:rPr>
        <w:t>installer au château</w:t>
      </w:r>
      <w:r>
        <w:rPr>
          <w:rFonts w:cs="Georgia"/>
          <w:kern w:val="1"/>
        </w:rPr>
        <w:t xml:space="preserve">. </w:t>
      </w:r>
      <w:r w:rsidR="00BE611A">
        <w:rPr>
          <w:rFonts w:cs="Georgia"/>
          <w:kern w:val="1"/>
        </w:rPr>
        <w:t>J</w:t>
      </w:r>
      <w:r>
        <w:rPr>
          <w:rFonts w:cs="Georgia"/>
          <w:kern w:val="1"/>
        </w:rPr>
        <w:t>’</w:t>
      </w:r>
      <w:r w:rsidR="00BE611A">
        <w:rPr>
          <w:rFonts w:cs="Georgia"/>
          <w:kern w:val="1"/>
        </w:rPr>
        <w:t>y passai un mois</w:t>
      </w:r>
      <w:r>
        <w:rPr>
          <w:rFonts w:cs="Georgia"/>
          <w:kern w:val="1"/>
        </w:rPr>
        <w:t xml:space="preserve">, </w:t>
      </w:r>
      <w:r w:rsidR="00BE611A">
        <w:rPr>
          <w:rFonts w:cs="Georgia"/>
          <w:kern w:val="1"/>
        </w:rPr>
        <w:t>auprès du petit Hermann</w:t>
      </w:r>
      <w:r>
        <w:rPr>
          <w:rFonts w:cs="Georgia"/>
          <w:kern w:val="1"/>
        </w:rPr>
        <w:t xml:space="preserve">, </w:t>
      </w:r>
      <w:r w:rsidR="00BE611A">
        <w:rPr>
          <w:rFonts w:cs="Georgia"/>
          <w:kern w:val="1"/>
        </w:rPr>
        <w:t>dont la douleur faisait peine à voir</w:t>
      </w:r>
      <w:r>
        <w:rPr>
          <w:rFonts w:cs="Georgia"/>
          <w:kern w:val="1"/>
        </w:rPr>
        <w:t>.</w:t>
      </w:r>
    </w:p>
    <w:p w14:paraId="5F3D3D75" w14:textId="77777777" w:rsidR="000E1451" w:rsidRDefault="000E1451" w:rsidP="00BE611A">
      <w:pPr>
        <w:rPr>
          <w:rFonts w:cs="Georgia"/>
          <w:kern w:val="1"/>
        </w:rPr>
      </w:pPr>
      <w:r>
        <w:rPr>
          <w:rFonts w:cs="Georgia"/>
          <w:kern w:val="1"/>
        </w:rPr>
        <w:t>— </w:t>
      </w:r>
      <w:r w:rsidR="00BE611A">
        <w:rPr>
          <w:rFonts w:cs="Georgia"/>
          <w:kern w:val="1"/>
        </w:rPr>
        <w:t>Et le comte Michel</w:t>
      </w:r>
      <w:r>
        <w:rPr>
          <w:rFonts w:cs="Georgia"/>
          <w:kern w:val="1"/>
        </w:rPr>
        <w:t> ?</w:t>
      </w:r>
    </w:p>
    <w:p w14:paraId="4B6BA172" w14:textId="77777777" w:rsidR="000E1451" w:rsidRDefault="000E1451" w:rsidP="00BE611A">
      <w:pPr>
        <w:rPr>
          <w:rFonts w:cs="Georgia"/>
          <w:kern w:val="1"/>
        </w:rPr>
      </w:pPr>
      <w:r>
        <w:rPr>
          <w:rFonts w:cs="Georgia"/>
          <w:kern w:val="1"/>
        </w:rPr>
        <w:lastRenderedPageBreak/>
        <w:t>— </w:t>
      </w:r>
      <w:r w:rsidR="00BE611A">
        <w:rPr>
          <w:rFonts w:cs="Georgia"/>
          <w:kern w:val="1"/>
        </w:rPr>
        <w:t>C</w:t>
      </w:r>
      <w:r>
        <w:rPr>
          <w:rFonts w:cs="Georgia"/>
          <w:kern w:val="1"/>
        </w:rPr>
        <w:t>’</w:t>
      </w:r>
      <w:r w:rsidR="00BE611A">
        <w:rPr>
          <w:rFonts w:cs="Georgia"/>
          <w:kern w:val="1"/>
        </w:rPr>
        <w:t>était le plus brillant des quatre</w:t>
      </w:r>
      <w:r>
        <w:rPr>
          <w:rFonts w:cs="Georgia"/>
          <w:kern w:val="1"/>
        </w:rPr>
        <w:t xml:space="preserve">. </w:t>
      </w:r>
      <w:r w:rsidR="00BE611A">
        <w:rPr>
          <w:rFonts w:cs="Georgia"/>
          <w:kern w:val="1"/>
        </w:rPr>
        <w:t>Mais quel argent il dépensait</w:t>
      </w:r>
      <w:r>
        <w:rPr>
          <w:rFonts w:cs="Georgia"/>
          <w:kern w:val="1"/>
        </w:rPr>
        <w:t xml:space="preserve"> ! </w:t>
      </w:r>
      <w:r w:rsidR="00BE611A">
        <w:rPr>
          <w:rFonts w:cs="Georgia"/>
          <w:kern w:val="1"/>
        </w:rPr>
        <w:t>La Garde</w:t>
      </w:r>
      <w:r>
        <w:rPr>
          <w:rFonts w:cs="Georgia"/>
          <w:kern w:val="1"/>
        </w:rPr>
        <w:t xml:space="preserve">, </w:t>
      </w:r>
      <w:r w:rsidR="00BE611A">
        <w:rPr>
          <w:rFonts w:cs="Georgia"/>
          <w:kern w:val="1"/>
        </w:rPr>
        <w:t>vous comprenez</w:t>
      </w:r>
      <w:r>
        <w:rPr>
          <w:rFonts w:cs="Georgia"/>
          <w:kern w:val="1"/>
        </w:rPr>
        <w:t xml:space="preserve">, </w:t>
      </w:r>
      <w:r w:rsidR="00BE611A">
        <w:rPr>
          <w:rFonts w:cs="Georgia"/>
          <w:kern w:val="1"/>
        </w:rPr>
        <w:t>Berlin</w:t>
      </w:r>
      <w:r>
        <w:rPr>
          <w:rFonts w:cs="Georgia"/>
          <w:kern w:val="1"/>
        </w:rPr>
        <w:t xml:space="preserve">, </w:t>
      </w:r>
      <w:r w:rsidR="00BE611A">
        <w:rPr>
          <w:rFonts w:cs="Georgia"/>
          <w:kern w:val="1"/>
        </w:rPr>
        <w:t>Potsdam</w:t>
      </w:r>
      <w:r>
        <w:rPr>
          <w:rFonts w:cs="Georgia"/>
          <w:kern w:val="1"/>
        </w:rPr>
        <w:t xml:space="preserve">, </w:t>
      </w:r>
      <w:r w:rsidR="00BE611A">
        <w:rPr>
          <w:rFonts w:cs="Georgia"/>
          <w:kern w:val="1"/>
        </w:rPr>
        <w:t>des réceptions</w:t>
      </w:r>
      <w:r>
        <w:rPr>
          <w:rFonts w:cs="Georgia"/>
          <w:kern w:val="1"/>
        </w:rPr>
        <w:t xml:space="preserve">, </w:t>
      </w:r>
      <w:r w:rsidR="00BE611A">
        <w:rPr>
          <w:rFonts w:cs="Georgia"/>
          <w:kern w:val="1"/>
        </w:rPr>
        <w:t>des parades continuelles</w:t>
      </w:r>
      <w:r>
        <w:rPr>
          <w:rFonts w:cs="Georgia"/>
          <w:kern w:val="1"/>
        </w:rPr>
        <w:t xml:space="preserve">. </w:t>
      </w:r>
      <w:r w:rsidR="00BE611A">
        <w:rPr>
          <w:rFonts w:cs="Georgia"/>
          <w:kern w:val="1"/>
        </w:rPr>
        <w:t>Une paire d</w:t>
      </w:r>
      <w:r>
        <w:rPr>
          <w:rFonts w:cs="Georgia"/>
          <w:kern w:val="1"/>
        </w:rPr>
        <w:t>’</w:t>
      </w:r>
      <w:r w:rsidR="00BE611A">
        <w:rPr>
          <w:rFonts w:cs="Georgia"/>
          <w:kern w:val="1"/>
        </w:rPr>
        <w:t>épaulettes d</w:t>
      </w:r>
      <w:r>
        <w:rPr>
          <w:rFonts w:cs="Georgia"/>
          <w:kern w:val="1"/>
        </w:rPr>
        <w:t>’</w:t>
      </w:r>
      <w:r w:rsidR="00BE611A">
        <w:rPr>
          <w:rFonts w:cs="Georgia"/>
          <w:kern w:val="1"/>
        </w:rPr>
        <w:t>argent</w:t>
      </w:r>
      <w:r>
        <w:rPr>
          <w:rFonts w:cs="Georgia"/>
          <w:kern w:val="1"/>
        </w:rPr>
        <w:t xml:space="preserve">, </w:t>
      </w:r>
      <w:r w:rsidR="00BE611A">
        <w:rPr>
          <w:rFonts w:cs="Georgia"/>
          <w:kern w:val="1"/>
        </w:rPr>
        <w:t>du prix de six cents marks</w:t>
      </w:r>
      <w:r>
        <w:rPr>
          <w:rFonts w:cs="Georgia"/>
          <w:kern w:val="1"/>
        </w:rPr>
        <w:t xml:space="preserve">, </w:t>
      </w:r>
      <w:r w:rsidR="00BE611A">
        <w:rPr>
          <w:rFonts w:cs="Georgia"/>
          <w:kern w:val="1"/>
        </w:rPr>
        <w:t>il suffit de les porter un matin de brouillard pour qu</w:t>
      </w:r>
      <w:r>
        <w:rPr>
          <w:rFonts w:cs="Georgia"/>
          <w:kern w:val="1"/>
        </w:rPr>
        <w:t>’</w:t>
      </w:r>
      <w:r w:rsidR="00BE611A">
        <w:rPr>
          <w:rFonts w:cs="Georgia"/>
          <w:kern w:val="1"/>
        </w:rPr>
        <w:t>elles soient perdues</w:t>
      </w:r>
      <w:r>
        <w:rPr>
          <w:rFonts w:cs="Georgia"/>
          <w:kern w:val="1"/>
        </w:rPr>
        <w:t xml:space="preserve">. </w:t>
      </w:r>
      <w:r w:rsidR="00BE611A">
        <w:rPr>
          <w:rFonts w:cs="Georgia"/>
          <w:kern w:val="1"/>
        </w:rPr>
        <w:t>Et tout le reste à l</w:t>
      </w:r>
      <w:r>
        <w:rPr>
          <w:rFonts w:cs="Georgia"/>
          <w:kern w:val="1"/>
        </w:rPr>
        <w:t>’</w:t>
      </w:r>
      <w:r w:rsidR="00BE611A">
        <w:rPr>
          <w:rFonts w:cs="Georgia"/>
          <w:kern w:val="1"/>
        </w:rPr>
        <w:t>avenant</w:t>
      </w:r>
      <w:r>
        <w:rPr>
          <w:rFonts w:cs="Georgia"/>
          <w:kern w:val="1"/>
        </w:rPr>
        <w:t xml:space="preserve">. </w:t>
      </w:r>
      <w:r w:rsidR="00BE611A">
        <w:rPr>
          <w:rFonts w:cs="Georgia"/>
          <w:kern w:val="1"/>
        </w:rPr>
        <w:t>Et trois autres fils</w:t>
      </w:r>
      <w:r>
        <w:rPr>
          <w:rFonts w:cs="Georgia"/>
          <w:kern w:val="1"/>
        </w:rPr>
        <w:t xml:space="preserve">, </w:t>
      </w:r>
      <w:r w:rsidR="00BE611A">
        <w:rPr>
          <w:rFonts w:cs="Georgia"/>
          <w:kern w:val="1"/>
        </w:rPr>
        <w:t>tous officiers</w:t>
      </w:r>
      <w:r>
        <w:rPr>
          <w:rFonts w:cs="Georgia"/>
          <w:kern w:val="1"/>
        </w:rPr>
        <w:t xml:space="preserve">, </w:t>
      </w:r>
      <w:r w:rsidR="00BE611A">
        <w:rPr>
          <w:rFonts w:cs="Georgia"/>
          <w:kern w:val="1"/>
        </w:rPr>
        <w:t>tous cavaliers</w:t>
      </w:r>
      <w:r>
        <w:rPr>
          <w:rFonts w:cs="Georgia"/>
          <w:kern w:val="1"/>
        </w:rPr>
        <w:t xml:space="preserve">, </w:t>
      </w:r>
      <w:r w:rsidR="00BE611A">
        <w:rPr>
          <w:rFonts w:cs="Georgia"/>
          <w:kern w:val="1"/>
        </w:rPr>
        <w:t>à entretenir</w:t>
      </w:r>
      <w:r>
        <w:rPr>
          <w:rFonts w:cs="Georgia"/>
          <w:kern w:val="1"/>
        </w:rPr>
        <w:t xml:space="preserve"> ! </w:t>
      </w:r>
      <w:r w:rsidR="00BE611A">
        <w:rPr>
          <w:rFonts w:cs="Georgia"/>
          <w:kern w:val="1"/>
        </w:rPr>
        <w:t>Vous comprenez pourquoi les forêts sont parties</w:t>
      </w:r>
      <w:r>
        <w:rPr>
          <w:rFonts w:cs="Georgia"/>
          <w:kern w:val="1"/>
        </w:rPr>
        <w:t xml:space="preserve">, </w:t>
      </w:r>
      <w:r w:rsidR="00BE611A">
        <w:rPr>
          <w:rFonts w:cs="Georgia"/>
          <w:kern w:val="1"/>
        </w:rPr>
        <w:t>pourquoi les marécages gagnent chaque jour autour du château</w:t>
      </w:r>
      <w:r>
        <w:rPr>
          <w:rFonts w:cs="Georgia"/>
          <w:kern w:val="1"/>
        </w:rPr>
        <w:t xml:space="preserve">. </w:t>
      </w:r>
      <w:r w:rsidR="00BE611A">
        <w:rPr>
          <w:rFonts w:cs="Georgia"/>
          <w:kern w:val="1"/>
        </w:rPr>
        <w:t>N</w:t>
      </w:r>
      <w:r>
        <w:rPr>
          <w:rFonts w:cs="Georgia"/>
          <w:kern w:val="1"/>
        </w:rPr>
        <w:t>’</w:t>
      </w:r>
      <w:r w:rsidR="00BE611A">
        <w:rPr>
          <w:rFonts w:cs="Georgia"/>
          <w:kern w:val="1"/>
        </w:rPr>
        <w:t>importe</w:t>
      </w:r>
      <w:r>
        <w:rPr>
          <w:rFonts w:cs="Georgia"/>
          <w:kern w:val="1"/>
        </w:rPr>
        <w:t xml:space="preserve"> ! </w:t>
      </w:r>
      <w:r w:rsidR="00BE611A">
        <w:rPr>
          <w:rFonts w:cs="Georgia"/>
          <w:kern w:val="1"/>
        </w:rPr>
        <w:t xml:space="preserve">On oublie ces misères quand on a eu le bonheur de contempler le comte Michel en capitaine du </w:t>
      </w:r>
      <w:r>
        <w:rPr>
          <w:rFonts w:cs="Georgia"/>
          <w:kern w:val="1"/>
        </w:rPr>
        <w:t>1</w:t>
      </w:r>
      <w:r w:rsidRPr="000E1451">
        <w:rPr>
          <w:rFonts w:cs="Georgia"/>
          <w:kern w:val="1"/>
          <w:vertAlign w:val="superscript"/>
        </w:rPr>
        <w:t>er</w:t>
      </w:r>
      <w:r>
        <w:rPr>
          <w:rFonts w:cs="Georgia"/>
          <w:kern w:val="1"/>
        </w:rPr>
        <w:t xml:space="preserve"> </w:t>
      </w:r>
      <w:r w:rsidR="00BE611A">
        <w:rPr>
          <w:rFonts w:cs="Georgia"/>
          <w:kern w:val="1"/>
        </w:rPr>
        <w:t>Uhlans</w:t>
      </w:r>
      <w:r>
        <w:rPr>
          <w:rFonts w:cs="Georgia"/>
          <w:kern w:val="1"/>
        </w:rPr>
        <w:t xml:space="preserve">. </w:t>
      </w:r>
      <w:r w:rsidR="00BE611A">
        <w:rPr>
          <w:rFonts w:cs="Georgia"/>
          <w:kern w:val="1"/>
        </w:rPr>
        <w:t>De Potsdam</w:t>
      </w:r>
      <w:r>
        <w:rPr>
          <w:rFonts w:cs="Georgia"/>
          <w:kern w:val="1"/>
        </w:rPr>
        <w:t xml:space="preserve">, </w:t>
      </w:r>
      <w:r w:rsidR="00BE611A">
        <w:rPr>
          <w:rFonts w:cs="Georgia"/>
          <w:kern w:val="1"/>
        </w:rPr>
        <w:t>où il était en garnison</w:t>
      </w:r>
      <w:r>
        <w:rPr>
          <w:rFonts w:cs="Georgia"/>
          <w:kern w:val="1"/>
        </w:rPr>
        <w:t xml:space="preserve">, </w:t>
      </w:r>
      <w:r w:rsidR="00BE611A">
        <w:rPr>
          <w:rFonts w:cs="Georgia"/>
          <w:kern w:val="1"/>
        </w:rPr>
        <w:t>il venait souvent l</w:t>
      </w:r>
      <w:r>
        <w:rPr>
          <w:rFonts w:cs="Georgia"/>
          <w:kern w:val="1"/>
        </w:rPr>
        <w:t>’</w:t>
      </w:r>
      <w:r w:rsidR="00BE611A">
        <w:rPr>
          <w:rFonts w:cs="Georgia"/>
          <w:kern w:val="1"/>
        </w:rPr>
        <w:t>hiver chasser ici</w:t>
      </w:r>
      <w:r>
        <w:rPr>
          <w:rFonts w:cs="Georgia"/>
          <w:kern w:val="1"/>
        </w:rPr>
        <w:t xml:space="preserve">, </w:t>
      </w:r>
      <w:r w:rsidR="00BE611A">
        <w:rPr>
          <w:rFonts w:cs="Georgia"/>
          <w:kern w:val="1"/>
        </w:rPr>
        <w:t>emmenant toujours avec lui son ami</w:t>
      </w:r>
      <w:r>
        <w:rPr>
          <w:rFonts w:cs="Georgia"/>
          <w:kern w:val="1"/>
        </w:rPr>
        <w:t xml:space="preserve">, </w:t>
      </w:r>
      <w:r w:rsidR="00BE611A">
        <w:rPr>
          <w:rFonts w:cs="Georgia"/>
          <w:kern w:val="1"/>
        </w:rPr>
        <w:t>le lieutenant baron de Mirrbach</w:t>
      </w:r>
      <w:r>
        <w:rPr>
          <w:rFonts w:cs="Georgia"/>
          <w:kern w:val="1"/>
        </w:rPr>
        <w:t xml:space="preserve">, </w:t>
      </w:r>
      <w:r w:rsidR="00BE611A">
        <w:rPr>
          <w:rFonts w:cs="Georgia"/>
          <w:kern w:val="1"/>
        </w:rPr>
        <w:t>qui appartenait à un régiment aussi beau que le sien</w:t>
      </w:r>
      <w:r>
        <w:rPr>
          <w:rFonts w:cs="Georgia"/>
          <w:kern w:val="1"/>
        </w:rPr>
        <w:t xml:space="preserve">, </w:t>
      </w:r>
      <w:r w:rsidR="00BE611A">
        <w:rPr>
          <w:rFonts w:cs="Georgia"/>
          <w:kern w:val="1"/>
        </w:rPr>
        <w:t>celui des hussards de la Garde</w:t>
      </w:r>
      <w:r>
        <w:rPr>
          <w:rFonts w:cs="Georgia"/>
          <w:kern w:val="1"/>
        </w:rPr>
        <w:t>.</w:t>
      </w:r>
    </w:p>
    <w:p w14:paraId="7B1D7A7C" w14:textId="77777777" w:rsidR="000E1451" w:rsidRDefault="00BE611A" w:rsidP="00BE611A">
      <w:pPr>
        <w:rPr>
          <w:rFonts w:cs="Georgia"/>
          <w:kern w:val="1"/>
        </w:rPr>
      </w:pPr>
      <w:r>
        <w:rPr>
          <w:rFonts w:cs="Georgia"/>
          <w:kern w:val="1"/>
        </w:rPr>
        <w:t>Le pasteur Frühwirth rallumait sa pipe</w:t>
      </w:r>
      <w:r w:rsidR="000E1451">
        <w:rPr>
          <w:rFonts w:cs="Georgia"/>
          <w:kern w:val="1"/>
        </w:rPr>
        <w:t xml:space="preserve">, </w:t>
      </w:r>
      <w:r>
        <w:rPr>
          <w:rFonts w:cs="Georgia"/>
          <w:kern w:val="1"/>
        </w:rPr>
        <w:t>essuyait les verres de ses lunettes</w:t>
      </w:r>
      <w:r w:rsidR="000E1451">
        <w:rPr>
          <w:rFonts w:cs="Georgia"/>
          <w:kern w:val="1"/>
        </w:rPr>
        <w:t>.</w:t>
      </w:r>
    </w:p>
    <w:p w14:paraId="34F0F2B7" w14:textId="77777777" w:rsidR="000E1451" w:rsidRDefault="000E1451" w:rsidP="00BE611A">
      <w:pPr>
        <w:rPr>
          <w:rFonts w:cs="Georgia"/>
          <w:kern w:val="1"/>
        </w:rPr>
      </w:pPr>
      <w:r>
        <w:rPr>
          <w:rFonts w:cs="Georgia"/>
          <w:kern w:val="1"/>
        </w:rPr>
        <w:t>— </w:t>
      </w:r>
      <w:r w:rsidR="00BE611A">
        <w:rPr>
          <w:rFonts w:cs="Georgia"/>
          <w:kern w:val="1"/>
        </w:rPr>
        <w:t>La dernière fois que je les ai vus tous ensemble</w:t>
      </w:r>
      <w:r>
        <w:rPr>
          <w:rFonts w:cs="Georgia"/>
          <w:kern w:val="1"/>
        </w:rPr>
        <w:t xml:space="preserve">, – </w:t>
      </w:r>
      <w:r w:rsidR="00BE611A">
        <w:rPr>
          <w:rFonts w:cs="Georgia"/>
          <w:kern w:val="1"/>
        </w:rPr>
        <w:t>il faut que je vous raconte</w:t>
      </w:r>
      <w:r>
        <w:rPr>
          <w:rFonts w:cs="Georgia"/>
          <w:kern w:val="1"/>
        </w:rPr>
        <w:t xml:space="preserve">, – </w:t>
      </w:r>
      <w:r w:rsidR="00BE611A">
        <w:rPr>
          <w:rFonts w:cs="Georgia"/>
          <w:kern w:val="1"/>
        </w:rPr>
        <w:t>ce fut à la Noël de 1913</w:t>
      </w:r>
      <w:r>
        <w:rPr>
          <w:rFonts w:cs="Georgia"/>
          <w:kern w:val="1"/>
        </w:rPr>
        <w:t xml:space="preserve">. </w:t>
      </w:r>
      <w:r w:rsidR="00BE611A">
        <w:rPr>
          <w:rFonts w:cs="Georgia"/>
          <w:kern w:val="1"/>
        </w:rPr>
        <w:t>Ils étaient venus passer les fêtes à Reichendorf</w:t>
      </w:r>
      <w:r>
        <w:rPr>
          <w:rFonts w:cs="Georgia"/>
          <w:kern w:val="1"/>
        </w:rPr>
        <w:t xml:space="preserve">. </w:t>
      </w:r>
      <w:r w:rsidR="00BE611A">
        <w:rPr>
          <w:rFonts w:cs="Georgia"/>
          <w:kern w:val="1"/>
        </w:rPr>
        <w:t>Comme de juste</w:t>
      </w:r>
      <w:r>
        <w:rPr>
          <w:rFonts w:cs="Georgia"/>
          <w:kern w:val="1"/>
        </w:rPr>
        <w:t xml:space="preserve">, </w:t>
      </w:r>
      <w:r w:rsidR="00BE611A">
        <w:rPr>
          <w:rFonts w:cs="Georgia"/>
          <w:kern w:val="1"/>
        </w:rPr>
        <w:t>le comte Michel avait amené son ami</w:t>
      </w:r>
      <w:r>
        <w:rPr>
          <w:rFonts w:cs="Georgia"/>
          <w:kern w:val="1"/>
        </w:rPr>
        <w:t xml:space="preserve">, </w:t>
      </w:r>
      <w:r w:rsidR="00BE611A">
        <w:rPr>
          <w:rFonts w:cs="Georgia"/>
          <w:kern w:val="1"/>
        </w:rPr>
        <w:t>le petit lieutenant de Mirrbach</w:t>
      </w:r>
      <w:r>
        <w:rPr>
          <w:rFonts w:cs="Georgia"/>
          <w:kern w:val="1"/>
        </w:rPr>
        <w:t xml:space="preserve">. </w:t>
      </w:r>
      <w:r w:rsidR="00BE611A">
        <w:rPr>
          <w:rFonts w:cs="Georgia"/>
          <w:kern w:val="1"/>
        </w:rPr>
        <w:t>Le 2</w:t>
      </w:r>
      <w:r>
        <w:rPr>
          <w:rFonts w:cs="Georgia"/>
          <w:kern w:val="1"/>
        </w:rPr>
        <w:t xml:space="preserve">4 décembre, </w:t>
      </w:r>
      <w:r w:rsidR="00BE611A">
        <w:rPr>
          <w:rFonts w:cs="Georgia"/>
          <w:kern w:val="1"/>
        </w:rPr>
        <w:t>on me fit le grand honneur de m</w:t>
      </w:r>
      <w:r>
        <w:rPr>
          <w:rFonts w:cs="Georgia"/>
          <w:kern w:val="1"/>
        </w:rPr>
        <w:t>’</w:t>
      </w:r>
      <w:r w:rsidR="00BE611A">
        <w:rPr>
          <w:rFonts w:cs="Georgia"/>
          <w:kern w:val="1"/>
        </w:rPr>
        <w:t>inviter au réveillon</w:t>
      </w:r>
      <w:r>
        <w:rPr>
          <w:rFonts w:cs="Georgia"/>
          <w:kern w:val="1"/>
        </w:rPr>
        <w:t xml:space="preserve">. </w:t>
      </w:r>
      <w:r w:rsidR="00BE611A">
        <w:rPr>
          <w:rFonts w:cs="Georgia"/>
          <w:kern w:val="1"/>
        </w:rPr>
        <w:t>Autour de la table</w:t>
      </w:r>
      <w:r>
        <w:rPr>
          <w:rFonts w:cs="Georgia"/>
          <w:kern w:val="1"/>
        </w:rPr>
        <w:t xml:space="preserve">, </w:t>
      </w:r>
      <w:r w:rsidR="00BE611A">
        <w:rPr>
          <w:rFonts w:cs="Georgia"/>
          <w:kern w:val="1"/>
        </w:rPr>
        <w:t>tous se trouvèrent réunis</w:t>
      </w:r>
      <w:r>
        <w:rPr>
          <w:rFonts w:cs="Georgia"/>
          <w:kern w:val="1"/>
        </w:rPr>
        <w:t xml:space="preserve">, </w:t>
      </w:r>
      <w:r w:rsidR="00BE611A">
        <w:rPr>
          <w:rFonts w:cs="Georgia"/>
          <w:kern w:val="1"/>
        </w:rPr>
        <w:t>en grande tenue</w:t>
      </w:r>
      <w:r>
        <w:rPr>
          <w:rFonts w:cs="Georgia"/>
          <w:kern w:val="1"/>
        </w:rPr>
        <w:t xml:space="preserve">, </w:t>
      </w:r>
      <w:r w:rsidR="00BE611A">
        <w:rPr>
          <w:rFonts w:cs="Georgia"/>
          <w:kern w:val="1"/>
        </w:rPr>
        <w:t>car le général était très protocolaire</w:t>
      </w:r>
      <w:r>
        <w:rPr>
          <w:rFonts w:cs="Georgia"/>
          <w:kern w:val="1"/>
        </w:rPr>
        <w:t xml:space="preserve">, </w:t>
      </w:r>
      <w:r w:rsidR="00BE611A">
        <w:rPr>
          <w:rFonts w:cs="Georgia"/>
          <w:kern w:val="1"/>
        </w:rPr>
        <w:t>et il n</w:t>
      </w:r>
      <w:r>
        <w:rPr>
          <w:rFonts w:cs="Georgia"/>
          <w:kern w:val="1"/>
        </w:rPr>
        <w:t>’</w:t>
      </w:r>
      <w:r w:rsidR="00BE611A">
        <w:rPr>
          <w:rFonts w:cs="Georgia"/>
          <w:kern w:val="1"/>
        </w:rPr>
        <w:t>aurait jamais laissé passer une occasion de revêtir ce costume militaire qu</w:t>
      </w:r>
      <w:r>
        <w:rPr>
          <w:rFonts w:cs="Georgia"/>
          <w:kern w:val="1"/>
        </w:rPr>
        <w:t>’</w:t>
      </w:r>
      <w:r w:rsidR="00BE611A">
        <w:rPr>
          <w:rFonts w:cs="Georgia"/>
          <w:kern w:val="1"/>
        </w:rPr>
        <w:t>il avait eu tant de chagrin à quitter</w:t>
      </w:r>
      <w:r>
        <w:rPr>
          <w:rFonts w:cs="Georgia"/>
          <w:kern w:val="1"/>
        </w:rPr>
        <w:t xml:space="preserve">. </w:t>
      </w:r>
      <w:r w:rsidR="00BE611A">
        <w:rPr>
          <w:rFonts w:cs="Georgia"/>
          <w:kern w:val="1"/>
        </w:rPr>
        <w:t>Je les vois tous les six</w:t>
      </w:r>
      <w:r>
        <w:rPr>
          <w:rFonts w:cs="Georgia"/>
          <w:kern w:val="1"/>
        </w:rPr>
        <w:t xml:space="preserve">, </w:t>
      </w:r>
      <w:r w:rsidR="00BE611A">
        <w:rPr>
          <w:rFonts w:cs="Georgia"/>
          <w:kern w:val="1"/>
        </w:rPr>
        <w:t>debout</w:t>
      </w:r>
      <w:r>
        <w:rPr>
          <w:rFonts w:cs="Georgia"/>
          <w:kern w:val="1"/>
        </w:rPr>
        <w:t xml:space="preserve">, </w:t>
      </w:r>
      <w:r w:rsidR="00BE611A">
        <w:rPr>
          <w:rFonts w:cs="Georgia"/>
          <w:kern w:val="1"/>
        </w:rPr>
        <w:t>pour les toasts à l</w:t>
      </w:r>
      <w:r>
        <w:rPr>
          <w:rFonts w:cs="Georgia"/>
          <w:kern w:val="1"/>
        </w:rPr>
        <w:t>’</w:t>
      </w:r>
      <w:r w:rsidR="00BE611A">
        <w:rPr>
          <w:rFonts w:cs="Georgia"/>
          <w:kern w:val="1"/>
        </w:rPr>
        <w:t>Empereur et à l</w:t>
      </w:r>
      <w:r>
        <w:rPr>
          <w:rFonts w:cs="Georgia"/>
          <w:kern w:val="1"/>
        </w:rPr>
        <w:t>’</w:t>
      </w:r>
      <w:r w:rsidR="00BE611A">
        <w:rPr>
          <w:rFonts w:cs="Georgia"/>
          <w:kern w:val="1"/>
        </w:rPr>
        <w:t>Empire</w:t>
      </w:r>
      <w:r>
        <w:rPr>
          <w:rFonts w:cs="Georgia"/>
          <w:kern w:val="1"/>
        </w:rPr>
        <w:t xml:space="preserve">. </w:t>
      </w:r>
      <w:r w:rsidR="00BE611A">
        <w:rPr>
          <w:rFonts w:cs="Georgia"/>
          <w:kern w:val="1"/>
        </w:rPr>
        <w:t>Dans l</w:t>
      </w:r>
      <w:r>
        <w:rPr>
          <w:rFonts w:cs="Georgia"/>
          <w:kern w:val="1"/>
        </w:rPr>
        <w:t>’</w:t>
      </w:r>
      <w:r w:rsidR="00BE611A">
        <w:rPr>
          <w:rFonts w:cs="Georgia"/>
          <w:kern w:val="1"/>
        </w:rPr>
        <w:t>immense salle à manger carrelée de dalles blanches et noires</w:t>
      </w:r>
      <w:r>
        <w:rPr>
          <w:rFonts w:cs="Georgia"/>
          <w:kern w:val="1"/>
        </w:rPr>
        <w:t xml:space="preserve">, </w:t>
      </w:r>
      <w:r w:rsidR="00BE611A">
        <w:rPr>
          <w:rFonts w:cs="Georgia"/>
          <w:kern w:val="1"/>
        </w:rPr>
        <w:t>en damier</w:t>
      </w:r>
      <w:r>
        <w:rPr>
          <w:rFonts w:cs="Georgia"/>
          <w:kern w:val="1"/>
        </w:rPr>
        <w:t xml:space="preserve">, </w:t>
      </w:r>
      <w:r w:rsidR="00BE611A">
        <w:rPr>
          <w:rFonts w:cs="Georgia"/>
          <w:kern w:val="1"/>
        </w:rPr>
        <w:t>ils avaient l</w:t>
      </w:r>
      <w:r>
        <w:rPr>
          <w:rFonts w:cs="Georgia"/>
          <w:kern w:val="1"/>
        </w:rPr>
        <w:t>’</w:t>
      </w:r>
      <w:r w:rsidR="00BE611A">
        <w:rPr>
          <w:rFonts w:cs="Georgia"/>
          <w:kern w:val="1"/>
        </w:rPr>
        <w:t>air de portraits d</w:t>
      </w:r>
      <w:r>
        <w:rPr>
          <w:rFonts w:cs="Georgia"/>
          <w:kern w:val="1"/>
        </w:rPr>
        <w:t>’</w:t>
      </w:r>
      <w:r w:rsidR="00BE611A">
        <w:rPr>
          <w:rFonts w:cs="Georgia"/>
          <w:kern w:val="1"/>
        </w:rPr>
        <w:t>autrefois descendus de leurs cadres</w:t>
      </w:r>
      <w:r>
        <w:rPr>
          <w:rFonts w:cs="Georgia"/>
          <w:kern w:val="1"/>
        </w:rPr>
        <w:t xml:space="preserve">. </w:t>
      </w:r>
      <w:r w:rsidR="00BE611A">
        <w:rPr>
          <w:rFonts w:cs="Georgia"/>
          <w:kern w:val="1"/>
        </w:rPr>
        <w:t>Sur sa tunique aux torsades d</w:t>
      </w:r>
      <w:r>
        <w:rPr>
          <w:rFonts w:cs="Georgia"/>
          <w:kern w:val="1"/>
        </w:rPr>
        <w:t>’</w:t>
      </w:r>
      <w:r w:rsidR="00BE611A">
        <w:rPr>
          <w:rFonts w:cs="Georgia"/>
          <w:kern w:val="1"/>
        </w:rPr>
        <w:t>or</w:t>
      </w:r>
      <w:r>
        <w:rPr>
          <w:rFonts w:cs="Georgia"/>
          <w:kern w:val="1"/>
        </w:rPr>
        <w:t xml:space="preserve">, </w:t>
      </w:r>
      <w:r w:rsidR="00BE611A">
        <w:rPr>
          <w:rFonts w:cs="Georgia"/>
          <w:kern w:val="1"/>
        </w:rPr>
        <w:t>le général avait tous ses ordres</w:t>
      </w:r>
      <w:r>
        <w:rPr>
          <w:rFonts w:cs="Georgia"/>
          <w:kern w:val="1"/>
        </w:rPr>
        <w:t xml:space="preserve"> : </w:t>
      </w:r>
      <w:r w:rsidR="00BE611A">
        <w:rPr>
          <w:rFonts w:cs="Georgia"/>
          <w:kern w:val="1"/>
        </w:rPr>
        <w:t>l</w:t>
      </w:r>
      <w:r>
        <w:rPr>
          <w:rFonts w:cs="Georgia"/>
          <w:kern w:val="1"/>
        </w:rPr>
        <w:t>’</w:t>
      </w:r>
      <w:r w:rsidR="00BE611A">
        <w:rPr>
          <w:rFonts w:cs="Georgia"/>
          <w:kern w:val="1"/>
        </w:rPr>
        <w:t>Aigle Rouge</w:t>
      </w:r>
      <w:r>
        <w:rPr>
          <w:rFonts w:cs="Georgia"/>
          <w:kern w:val="1"/>
        </w:rPr>
        <w:t xml:space="preserve">, </w:t>
      </w:r>
      <w:r w:rsidR="00BE611A">
        <w:rPr>
          <w:rFonts w:cs="Georgia"/>
          <w:kern w:val="1"/>
        </w:rPr>
        <w:t>Saint-Jean de Jérusalem</w:t>
      </w:r>
      <w:r>
        <w:rPr>
          <w:rFonts w:cs="Georgia"/>
          <w:kern w:val="1"/>
        </w:rPr>
        <w:t xml:space="preserve">, </w:t>
      </w:r>
      <w:r w:rsidR="00BE611A">
        <w:rPr>
          <w:rFonts w:cs="Georgia"/>
          <w:kern w:val="1"/>
        </w:rPr>
        <w:t xml:space="preserve">Philippe le </w:t>
      </w:r>
      <w:r w:rsidR="00BE611A">
        <w:rPr>
          <w:rFonts w:cs="Georgia"/>
          <w:kern w:val="1"/>
        </w:rPr>
        <w:lastRenderedPageBreak/>
        <w:t>Magnanime</w:t>
      </w:r>
      <w:r>
        <w:rPr>
          <w:rFonts w:cs="Georgia"/>
          <w:kern w:val="1"/>
        </w:rPr>
        <w:t xml:space="preserve">, </w:t>
      </w:r>
      <w:r w:rsidR="00BE611A">
        <w:rPr>
          <w:rFonts w:cs="Georgia"/>
          <w:kern w:val="1"/>
        </w:rPr>
        <w:t>le grand cordon de la Couronne des Wendes</w:t>
      </w:r>
      <w:r>
        <w:rPr>
          <w:rFonts w:cs="Georgia"/>
          <w:kern w:val="1"/>
        </w:rPr>
        <w:t xml:space="preserve">, </w:t>
      </w:r>
      <w:r w:rsidR="00BE611A">
        <w:rPr>
          <w:rFonts w:cs="Georgia"/>
          <w:kern w:val="1"/>
        </w:rPr>
        <w:t>et surtout la croix de fer reçue devant Metz de la main du Roi Guillaume</w:t>
      </w:r>
      <w:r>
        <w:rPr>
          <w:rFonts w:cs="Georgia"/>
          <w:kern w:val="1"/>
        </w:rPr>
        <w:t xml:space="preserve">. </w:t>
      </w:r>
      <w:r w:rsidR="00BE611A">
        <w:rPr>
          <w:rFonts w:cs="Georgia"/>
          <w:kern w:val="1"/>
        </w:rPr>
        <w:t>Il avait à sa gauche le lieutenant de Mirrbach</w:t>
      </w:r>
      <w:r>
        <w:rPr>
          <w:rFonts w:cs="Georgia"/>
          <w:kern w:val="1"/>
        </w:rPr>
        <w:t xml:space="preserve">, </w:t>
      </w:r>
      <w:r w:rsidR="00BE611A">
        <w:rPr>
          <w:rFonts w:cs="Georgia"/>
          <w:kern w:val="1"/>
        </w:rPr>
        <w:t>tout jeune</w:t>
      </w:r>
      <w:r>
        <w:rPr>
          <w:rFonts w:cs="Georgia"/>
          <w:kern w:val="1"/>
        </w:rPr>
        <w:t xml:space="preserve">, </w:t>
      </w:r>
      <w:r w:rsidR="00BE611A">
        <w:rPr>
          <w:rFonts w:cs="Georgia"/>
          <w:kern w:val="1"/>
        </w:rPr>
        <w:t>tout blond</w:t>
      </w:r>
      <w:r>
        <w:rPr>
          <w:rFonts w:cs="Georgia"/>
          <w:kern w:val="1"/>
        </w:rPr>
        <w:t xml:space="preserve">, </w:t>
      </w:r>
      <w:r w:rsidR="00BE611A">
        <w:rPr>
          <w:rFonts w:cs="Georgia"/>
          <w:kern w:val="1"/>
        </w:rPr>
        <w:t xml:space="preserve">dans sa splendide </w:t>
      </w:r>
      <w:r w:rsidR="00BE611A">
        <w:rPr>
          <w:rFonts w:cs="Georgia"/>
          <w:bCs/>
          <w:i/>
          <w:iCs/>
          <w:kern w:val="1"/>
        </w:rPr>
        <w:t xml:space="preserve">attila </w:t>
      </w:r>
      <w:r w:rsidR="00BE611A">
        <w:rPr>
          <w:rFonts w:cs="Georgia"/>
          <w:kern w:val="1"/>
        </w:rPr>
        <w:t>rouge à brandebourgs d</w:t>
      </w:r>
      <w:r>
        <w:rPr>
          <w:rFonts w:cs="Georgia"/>
          <w:kern w:val="1"/>
        </w:rPr>
        <w:t>’</w:t>
      </w:r>
      <w:r w:rsidR="00BE611A">
        <w:rPr>
          <w:rFonts w:cs="Georgia"/>
          <w:kern w:val="1"/>
        </w:rPr>
        <w:t>or</w:t>
      </w:r>
      <w:r>
        <w:rPr>
          <w:rFonts w:cs="Georgia"/>
          <w:kern w:val="1"/>
        </w:rPr>
        <w:t xml:space="preserve">. </w:t>
      </w:r>
      <w:r w:rsidR="00BE611A">
        <w:rPr>
          <w:rFonts w:cs="Georgia"/>
          <w:kern w:val="1"/>
        </w:rPr>
        <w:t>Modeste serviteur de Dieu</w:t>
      </w:r>
      <w:r>
        <w:rPr>
          <w:rFonts w:cs="Georgia"/>
          <w:kern w:val="1"/>
        </w:rPr>
        <w:t xml:space="preserve">, </w:t>
      </w:r>
      <w:r w:rsidR="00BE611A">
        <w:rPr>
          <w:rFonts w:cs="Georgia"/>
          <w:kern w:val="1"/>
        </w:rPr>
        <w:t>j</w:t>
      </w:r>
      <w:r>
        <w:rPr>
          <w:rFonts w:cs="Georgia"/>
          <w:kern w:val="1"/>
        </w:rPr>
        <w:t>’</w:t>
      </w:r>
      <w:r w:rsidR="00BE611A">
        <w:rPr>
          <w:rFonts w:cs="Georgia"/>
          <w:kern w:val="1"/>
        </w:rPr>
        <w:t>étais à sa droite</w:t>
      </w:r>
      <w:r>
        <w:rPr>
          <w:rFonts w:cs="Georgia"/>
          <w:kern w:val="1"/>
        </w:rPr>
        <w:t xml:space="preserve">, </w:t>
      </w:r>
      <w:r w:rsidR="00BE611A">
        <w:rPr>
          <w:rFonts w:cs="Georgia"/>
          <w:kern w:val="1"/>
        </w:rPr>
        <w:t>de sorte qu</w:t>
      </w:r>
      <w:r>
        <w:rPr>
          <w:rFonts w:cs="Georgia"/>
          <w:kern w:val="1"/>
        </w:rPr>
        <w:t>’</w:t>
      </w:r>
      <w:r w:rsidR="00BE611A">
        <w:rPr>
          <w:rFonts w:cs="Georgia"/>
          <w:kern w:val="1"/>
        </w:rPr>
        <w:t>il pouvait voir en face de lui ses quatre fils</w:t>
      </w:r>
      <w:r>
        <w:rPr>
          <w:rFonts w:cs="Georgia"/>
          <w:kern w:val="1"/>
        </w:rPr>
        <w:t xml:space="preserve">, </w:t>
      </w:r>
      <w:r w:rsidR="00BE611A">
        <w:rPr>
          <w:rFonts w:cs="Georgia"/>
          <w:kern w:val="1"/>
        </w:rPr>
        <w:t>à la file les uns des autres</w:t>
      </w:r>
      <w:r>
        <w:rPr>
          <w:rFonts w:cs="Georgia"/>
          <w:kern w:val="1"/>
        </w:rPr>
        <w:t xml:space="preserve">. </w:t>
      </w:r>
      <w:r w:rsidR="00BE611A">
        <w:rPr>
          <w:rFonts w:cs="Georgia"/>
          <w:kern w:val="1"/>
        </w:rPr>
        <w:t>Quels soldats</w:t>
      </w:r>
      <w:r>
        <w:rPr>
          <w:rFonts w:cs="Georgia"/>
          <w:kern w:val="1"/>
        </w:rPr>
        <w:t xml:space="preserve">, </w:t>
      </w:r>
      <w:r w:rsidR="00BE611A">
        <w:rPr>
          <w:rFonts w:cs="Georgia"/>
          <w:kern w:val="1"/>
        </w:rPr>
        <w:t>monsieur Dumaine</w:t>
      </w:r>
      <w:r>
        <w:rPr>
          <w:rFonts w:cs="Georgia"/>
          <w:kern w:val="1"/>
        </w:rPr>
        <w:t xml:space="preserve"> ! </w:t>
      </w:r>
      <w:r w:rsidR="00BE611A">
        <w:rPr>
          <w:rFonts w:cs="Georgia"/>
          <w:kern w:val="1"/>
        </w:rPr>
        <w:t>Qui n</w:t>
      </w:r>
      <w:r>
        <w:rPr>
          <w:rFonts w:cs="Georgia"/>
          <w:kern w:val="1"/>
        </w:rPr>
        <w:t>’</w:t>
      </w:r>
      <w:r w:rsidR="00BE611A">
        <w:rPr>
          <w:rFonts w:cs="Georgia"/>
          <w:kern w:val="1"/>
        </w:rPr>
        <w:t>a pas vu le comte Conrad sous l</w:t>
      </w:r>
      <w:r>
        <w:rPr>
          <w:rFonts w:cs="Georgia"/>
          <w:kern w:val="1"/>
        </w:rPr>
        <w:t>’</w:t>
      </w:r>
      <w:r w:rsidR="00BE611A">
        <w:rPr>
          <w:rFonts w:cs="Georgia"/>
          <w:kern w:val="1"/>
        </w:rPr>
        <w:t xml:space="preserve">uniforme du </w:t>
      </w:r>
      <w:r>
        <w:rPr>
          <w:rFonts w:cs="Georgia"/>
          <w:kern w:val="1"/>
        </w:rPr>
        <w:t>2</w:t>
      </w:r>
      <w:r w:rsidRPr="000E1451">
        <w:rPr>
          <w:rFonts w:cs="Georgia"/>
          <w:kern w:val="1"/>
          <w:vertAlign w:val="superscript"/>
        </w:rPr>
        <w:t>e</w:t>
      </w:r>
      <w:r>
        <w:rPr>
          <w:rFonts w:cs="Georgia"/>
          <w:kern w:val="1"/>
        </w:rPr>
        <w:t xml:space="preserve"> </w:t>
      </w:r>
      <w:r w:rsidR="00BE611A">
        <w:rPr>
          <w:rFonts w:cs="Georgia"/>
          <w:kern w:val="1"/>
        </w:rPr>
        <w:t>cuirassiers de la Reine ne sait pas ce que c</w:t>
      </w:r>
      <w:r>
        <w:rPr>
          <w:rFonts w:cs="Georgia"/>
          <w:kern w:val="1"/>
        </w:rPr>
        <w:t>’</w:t>
      </w:r>
      <w:r w:rsidR="00BE611A">
        <w:rPr>
          <w:rFonts w:cs="Georgia"/>
          <w:kern w:val="1"/>
        </w:rPr>
        <w:t>est qu</w:t>
      </w:r>
      <w:r>
        <w:rPr>
          <w:rFonts w:cs="Georgia"/>
          <w:kern w:val="1"/>
        </w:rPr>
        <w:t>’</w:t>
      </w:r>
      <w:r w:rsidR="00BE611A">
        <w:rPr>
          <w:rFonts w:cs="Georgia"/>
          <w:kern w:val="1"/>
        </w:rPr>
        <w:t>un officier prussien</w:t>
      </w:r>
      <w:r>
        <w:rPr>
          <w:rFonts w:cs="Georgia"/>
          <w:kern w:val="1"/>
        </w:rPr>
        <w:t xml:space="preserve">. </w:t>
      </w:r>
      <w:r w:rsidR="00BE611A">
        <w:rPr>
          <w:rFonts w:cs="Georgia"/>
          <w:kern w:val="1"/>
        </w:rPr>
        <w:t>Rappelez-vous qu</w:t>
      </w:r>
      <w:r>
        <w:rPr>
          <w:rFonts w:cs="Georgia"/>
          <w:kern w:val="1"/>
        </w:rPr>
        <w:t>’</w:t>
      </w:r>
      <w:r w:rsidR="00BE611A">
        <w:rPr>
          <w:rFonts w:cs="Georgia"/>
          <w:kern w:val="1"/>
        </w:rPr>
        <w:t>il avait près de deux mètres de haut</w:t>
      </w:r>
      <w:r>
        <w:rPr>
          <w:rFonts w:cs="Georgia"/>
          <w:kern w:val="1"/>
        </w:rPr>
        <w:t xml:space="preserve">, </w:t>
      </w:r>
      <w:r w:rsidR="00BE611A">
        <w:rPr>
          <w:rFonts w:cs="Georgia"/>
          <w:kern w:val="1"/>
        </w:rPr>
        <w:t>et imaginez l</w:t>
      </w:r>
      <w:r>
        <w:rPr>
          <w:rFonts w:cs="Georgia"/>
          <w:kern w:val="1"/>
        </w:rPr>
        <w:t>’</w:t>
      </w:r>
      <w:r w:rsidR="00BE611A">
        <w:rPr>
          <w:rFonts w:cs="Georgia"/>
          <w:kern w:val="1"/>
        </w:rPr>
        <w:t>effet que produisait sur lui la tunique blanche à parements écarlates</w:t>
      </w:r>
      <w:r>
        <w:rPr>
          <w:rFonts w:cs="Georgia"/>
          <w:kern w:val="1"/>
        </w:rPr>
        <w:t xml:space="preserve">. </w:t>
      </w:r>
      <w:r w:rsidR="00BE611A">
        <w:rPr>
          <w:rFonts w:cs="Georgia"/>
          <w:kern w:val="1"/>
        </w:rPr>
        <w:t>Mon petit Hermann</w:t>
      </w:r>
      <w:r>
        <w:rPr>
          <w:rFonts w:cs="Georgia"/>
          <w:kern w:val="1"/>
        </w:rPr>
        <w:t xml:space="preserve">, </w:t>
      </w:r>
      <w:r w:rsidR="00BE611A">
        <w:rPr>
          <w:rFonts w:cs="Georgia"/>
          <w:kern w:val="1"/>
        </w:rPr>
        <w:t>presque aussi grand que son aîné</w:t>
      </w:r>
      <w:r>
        <w:rPr>
          <w:rFonts w:cs="Georgia"/>
          <w:kern w:val="1"/>
        </w:rPr>
        <w:t xml:space="preserve">, </w:t>
      </w:r>
      <w:r w:rsidR="00BE611A">
        <w:rPr>
          <w:rFonts w:cs="Georgia"/>
          <w:kern w:val="1"/>
        </w:rPr>
        <w:t>avait aussi bien martiale allure sous le dolman des chasseurs</w:t>
      </w:r>
      <w:r>
        <w:rPr>
          <w:rFonts w:cs="Georgia"/>
          <w:kern w:val="1"/>
        </w:rPr>
        <w:t xml:space="preserve">, </w:t>
      </w:r>
      <w:r w:rsidR="00BE611A">
        <w:rPr>
          <w:rFonts w:cs="Georgia"/>
          <w:kern w:val="1"/>
        </w:rPr>
        <w:t>vert réséda</w:t>
      </w:r>
      <w:r>
        <w:rPr>
          <w:rFonts w:cs="Georgia"/>
          <w:kern w:val="1"/>
        </w:rPr>
        <w:t xml:space="preserve">, </w:t>
      </w:r>
      <w:r w:rsidR="00BE611A">
        <w:rPr>
          <w:rFonts w:cs="Georgia"/>
          <w:kern w:val="1"/>
        </w:rPr>
        <w:t>rehaussé de vert clair et d</w:t>
      </w:r>
      <w:r>
        <w:rPr>
          <w:rFonts w:cs="Georgia"/>
          <w:kern w:val="1"/>
        </w:rPr>
        <w:t>’</w:t>
      </w:r>
      <w:r w:rsidR="00BE611A">
        <w:rPr>
          <w:rFonts w:cs="Georgia"/>
          <w:kern w:val="1"/>
        </w:rPr>
        <w:t>or</w:t>
      </w:r>
      <w:r>
        <w:rPr>
          <w:rFonts w:cs="Georgia"/>
          <w:kern w:val="1"/>
        </w:rPr>
        <w:t xml:space="preserve">. </w:t>
      </w:r>
      <w:r w:rsidR="00BE611A">
        <w:rPr>
          <w:rFonts w:cs="Georgia"/>
          <w:kern w:val="1"/>
        </w:rPr>
        <w:t>Le comte Dietrich portait la tunique bleu pâle des dragons de Bredow</w:t>
      </w:r>
      <w:r>
        <w:rPr>
          <w:rFonts w:cs="Georgia"/>
          <w:kern w:val="1"/>
        </w:rPr>
        <w:t xml:space="preserve">, </w:t>
      </w:r>
      <w:r w:rsidR="00BE611A">
        <w:rPr>
          <w:rFonts w:cs="Georgia"/>
          <w:kern w:val="1"/>
        </w:rPr>
        <w:t>dont le collet et les revers sont jonquille</w:t>
      </w:r>
      <w:r>
        <w:rPr>
          <w:rFonts w:cs="Georgia"/>
          <w:kern w:val="1"/>
        </w:rPr>
        <w:t xml:space="preserve">. </w:t>
      </w:r>
      <w:r w:rsidR="00BE611A">
        <w:rPr>
          <w:rFonts w:cs="Georgia"/>
          <w:kern w:val="1"/>
        </w:rPr>
        <w:t>Et comment exprimer la magnificence du comte Michel</w:t>
      </w:r>
      <w:r>
        <w:rPr>
          <w:rFonts w:cs="Georgia"/>
          <w:kern w:val="1"/>
        </w:rPr>
        <w:t xml:space="preserve"> ! </w:t>
      </w:r>
      <w:r w:rsidR="00BE611A">
        <w:rPr>
          <w:rFonts w:cs="Georgia"/>
          <w:kern w:val="1"/>
        </w:rPr>
        <w:t xml:space="preserve">Le </w:t>
      </w:r>
      <w:r>
        <w:rPr>
          <w:rFonts w:cs="Georgia"/>
          <w:kern w:val="1"/>
        </w:rPr>
        <w:t>1</w:t>
      </w:r>
      <w:r w:rsidRPr="000E1451">
        <w:rPr>
          <w:rFonts w:cs="Georgia"/>
          <w:kern w:val="1"/>
          <w:vertAlign w:val="superscript"/>
        </w:rPr>
        <w:t>er</w:t>
      </w:r>
      <w:r>
        <w:rPr>
          <w:rFonts w:cs="Georgia"/>
          <w:kern w:val="1"/>
        </w:rPr>
        <w:t xml:space="preserve"> </w:t>
      </w:r>
      <w:r w:rsidR="00BE611A">
        <w:rPr>
          <w:rFonts w:cs="Georgia"/>
          <w:kern w:val="1"/>
        </w:rPr>
        <w:t>Uhlans de la Garde</w:t>
      </w:r>
      <w:r>
        <w:rPr>
          <w:rFonts w:cs="Georgia"/>
          <w:kern w:val="1"/>
        </w:rPr>
        <w:t xml:space="preserve">, </w:t>
      </w:r>
      <w:r w:rsidR="00BE611A">
        <w:rPr>
          <w:rFonts w:cs="Georgia"/>
          <w:kern w:val="1"/>
        </w:rPr>
        <w:t>je vous le répète</w:t>
      </w:r>
      <w:r>
        <w:rPr>
          <w:rFonts w:cs="Georgia"/>
          <w:kern w:val="1"/>
        </w:rPr>
        <w:t xml:space="preserve">, </w:t>
      </w:r>
      <w:r w:rsidR="00BE611A">
        <w:rPr>
          <w:rFonts w:cs="Georgia"/>
          <w:kern w:val="1"/>
        </w:rPr>
        <w:t>est</w:t>
      </w:r>
      <w:r>
        <w:rPr>
          <w:rFonts w:cs="Georgia"/>
          <w:kern w:val="1"/>
        </w:rPr>
        <w:t xml:space="preserve">, </w:t>
      </w:r>
      <w:r w:rsidR="00BE611A">
        <w:rPr>
          <w:rFonts w:cs="Georgia"/>
          <w:kern w:val="1"/>
        </w:rPr>
        <w:t>avec les Hussards</w:t>
      </w:r>
      <w:r>
        <w:rPr>
          <w:rFonts w:cs="Georgia"/>
          <w:kern w:val="1"/>
        </w:rPr>
        <w:t xml:space="preserve">, </w:t>
      </w:r>
      <w:r w:rsidR="00BE611A">
        <w:rPr>
          <w:rFonts w:cs="Georgia"/>
          <w:kern w:val="1"/>
        </w:rPr>
        <w:t>le plus magnifique régiment du monde</w:t>
      </w:r>
      <w:r>
        <w:rPr>
          <w:rFonts w:cs="Georgia"/>
          <w:kern w:val="1"/>
        </w:rPr>
        <w:t xml:space="preserve">. </w:t>
      </w:r>
      <w:r w:rsidR="00BE611A">
        <w:rPr>
          <w:rFonts w:cs="Georgia"/>
          <w:kern w:val="1"/>
        </w:rPr>
        <w:t xml:space="preserve">La </w:t>
      </w:r>
      <w:r w:rsidR="00BE611A">
        <w:rPr>
          <w:rFonts w:cs="Georgia"/>
          <w:bCs/>
          <w:i/>
          <w:iCs/>
          <w:kern w:val="1"/>
        </w:rPr>
        <w:t>Uhlanka</w:t>
      </w:r>
      <w:r>
        <w:t xml:space="preserve">, </w:t>
      </w:r>
      <w:r w:rsidR="00BE611A">
        <w:rPr>
          <w:rFonts w:cs="Georgia"/>
          <w:kern w:val="1"/>
        </w:rPr>
        <w:t>le dolman si vous préférez</w:t>
      </w:r>
      <w:r>
        <w:rPr>
          <w:rFonts w:cs="Georgia"/>
          <w:kern w:val="1"/>
        </w:rPr>
        <w:t xml:space="preserve">, </w:t>
      </w:r>
      <w:r w:rsidR="00BE611A">
        <w:rPr>
          <w:rFonts w:cs="Georgia"/>
          <w:kern w:val="1"/>
        </w:rPr>
        <w:t>est bleu sombre</w:t>
      </w:r>
      <w:r>
        <w:rPr>
          <w:rFonts w:cs="Georgia"/>
          <w:kern w:val="1"/>
        </w:rPr>
        <w:t xml:space="preserve">. </w:t>
      </w:r>
      <w:r w:rsidR="00BE611A">
        <w:rPr>
          <w:rFonts w:cs="Georgia"/>
          <w:kern w:val="1"/>
        </w:rPr>
        <w:t>Le col et les revers sont blancs</w:t>
      </w:r>
      <w:r>
        <w:rPr>
          <w:rFonts w:cs="Georgia"/>
          <w:kern w:val="1"/>
        </w:rPr>
        <w:t xml:space="preserve">, </w:t>
      </w:r>
      <w:r w:rsidR="00BE611A">
        <w:rPr>
          <w:rFonts w:cs="Georgia"/>
          <w:kern w:val="1"/>
        </w:rPr>
        <w:t>ainsi que le plastron liseré de rouge et barré de massives aiguillettes d</w:t>
      </w:r>
      <w:r>
        <w:rPr>
          <w:rFonts w:cs="Georgia"/>
          <w:kern w:val="1"/>
        </w:rPr>
        <w:t>’</w:t>
      </w:r>
      <w:r w:rsidR="00BE611A">
        <w:rPr>
          <w:rFonts w:cs="Georgia"/>
          <w:kern w:val="1"/>
        </w:rPr>
        <w:t>argent</w:t>
      </w:r>
      <w:r>
        <w:rPr>
          <w:rFonts w:cs="Georgia"/>
          <w:kern w:val="1"/>
        </w:rPr>
        <w:t xml:space="preserve">. </w:t>
      </w:r>
      <w:r w:rsidR="00BE611A">
        <w:rPr>
          <w:rFonts w:cs="Georgia"/>
          <w:kern w:val="1"/>
        </w:rPr>
        <w:t>Vers onze heures</w:t>
      </w:r>
      <w:r>
        <w:rPr>
          <w:rFonts w:cs="Georgia"/>
          <w:kern w:val="1"/>
        </w:rPr>
        <w:t xml:space="preserve">, </w:t>
      </w:r>
      <w:r w:rsidR="00BE611A">
        <w:rPr>
          <w:rFonts w:cs="Georgia"/>
          <w:kern w:val="1"/>
        </w:rPr>
        <w:t>l</w:t>
      </w:r>
      <w:r>
        <w:rPr>
          <w:rFonts w:cs="Georgia"/>
          <w:kern w:val="1"/>
        </w:rPr>
        <w:t>’</w:t>
      </w:r>
      <w:r w:rsidR="00BE611A">
        <w:rPr>
          <w:rFonts w:cs="Georgia"/>
          <w:kern w:val="1"/>
        </w:rPr>
        <w:t>électricité ayant fait soudain défaut</w:t>
      </w:r>
      <w:r>
        <w:rPr>
          <w:rFonts w:cs="Georgia"/>
          <w:kern w:val="1"/>
        </w:rPr>
        <w:t xml:space="preserve">, </w:t>
      </w:r>
      <w:r w:rsidR="00BE611A">
        <w:rPr>
          <w:rFonts w:cs="Georgia"/>
          <w:kern w:val="1"/>
        </w:rPr>
        <w:t>on dut allumer des bougies</w:t>
      </w:r>
      <w:r>
        <w:rPr>
          <w:rFonts w:cs="Georgia"/>
          <w:kern w:val="1"/>
        </w:rPr>
        <w:t xml:space="preserve">. </w:t>
      </w:r>
      <w:r w:rsidR="00BE611A">
        <w:rPr>
          <w:rFonts w:cs="Georgia"/>
          <w:kern w:val="1"/>
        </w:rPr>
        <w:t>Dehors</w:t>
      </w:r>
      <w:r>
        <w:rPr>
          <w:rFonts w:cs="Georgia"/>
          <w:kern w:val="1"/>
        </w:rPr>
        <w:t xml:space="preserve">, </w:t>
      </w:r>
      <w:r w:rsidR="00BE611A">
        <w:rPr>
          <w:rFonts w:cs="Georgia"/>
          <w:kern w:val="1"/>
        </w:rPr>
        <w:t>la nuit était claire</w:t>
      </w:r>
      <w:r>
        <w:rPr>
          <w:rFonts w:cs="Georgia"/>
          <w:kern w:val="1"/>
        </w:rPr>
        <w:t xml:space="preserve">, </w:t>
      </w:r>
      <w:r w:rsidR="00BE611A">
        <w:rPr>
          <w:rFonts w:cs="Georgia"/>
          <w:kern w:val="1"/>
        </w:rPr>
        <w:t>et le froid intense</w:t>
      </w:r>
      <w:r>
        <w:rPr>
          <w:rFonts w:cs="Georgia"/>
          <w:kern w:val="1"/>
        </w:rPr>
        <w:t xml:space="preserve">. </w:t>
      </w:r>
      <w:r w:rsidR="00BE611A">
        <w:rPr>
          <w:rFonts w:cs="Georgia"/>
          <w:kern w:val="1"/>
        </w:rPr>
        <w:t>À travers les vitres des grandes portes-fenêtres</w:t>
      </w:r>
      <w:r>
        <w:rPr>
          <w:rFonts w:cs="Georgia"/>
          <w:kern w:val="1"/>
        </w:rPr>
        <w:t xml:space="preserve">, </w:t>
      </w:r>
      <w:r w:rsidR="00BE611A">
        <w:rPr>
          <w:rFonts w:cs="Georgia"/>
          <w:kern w:val="1"/>
        </w:rPr>
        <w:t>nous apercevions la lune qui brillait sur les étangs glacés</w:t>
      </w:r>
      <w:r>
        <w:rPr>
          <w:rFonts w:cs="Georgia"/>
          <w:kern w:val="1"/>
        </w:rPr>
        <w:t xml:space="preserve">. </w:t>
      </w:r>
      <w:r w:rsidR="00BE611A">
        <w:rPr>
          <w:rFonts w:cs="Georgia"/>
          <w:kern w:val="1"/>
        </w:rPr>
        <w:t>Au premier coup de minuit</w:t>
      </w:r>
      <w:r>
        <w:rPr>
          <w:rFonts w:cs="Georgia"/>
          <w:kern w:val="1"/>
        </w:rPr>
        <w:t xml:space="preserve">, </w:t>
      </w:r>
      <w:r w:rsidR="00BE611A">
        <w:rPr>
          <w:rFonts w:cs="Georgia"/>
          <w:kern w:val="1"/>
        </w:rPr>
        <w:t>ces géants se dressèrent</w:t>
      </w:r>
      <w:r>
        <w:rPr>
          <w:rFonts w:cs="Georgia"/>
          <w:kern w:val="1"/>
        </w:rPr>
        <w:t xml:space="preserve">, </w:t>
      </w:r>
      <w:r w:rsidR="00BE611A">
        <w:rPr>
          <w:rFonts w:cs="Georgia"/>
          <w:kern w:val="1"/>
        </w:rPr>
        <w:t>tous les six</w:t>
      </w:r>
      <w:r>
        <w:rPr>
          <w:rFonts w:cs="Georgia"/>
          <w:kern w:val="1"/>
        </w:rPr>
        <w:t xml:space="preserve">, </w:t>
      </w:r>
      <w:r w:rsidR="00BE611A">
        <w:rPr>
          <w:rFonts w:cs="Georgia"/>
          <w:kern w:val="1"/>
        </w:rPr>
        <w:t>d</w:t>
      </w:r>
      <w:r>
        <w:rPr>
          <w:rFonts w:cs="Georgia"/>
          <w:kern w:val="1"/>
        </w:rPr>
        <w:t>’</w:t>
      </w:r>
      <w:r w:rsidR="00BE611A">
        <w:rPr>
          <w:rFonts w:cs="Georgia"/>
          <w:kern w:val="1"/>
        </w:rPr>
        <w:t>un même mouvement</w:t>
      </w:r>
      <w:r>
        <w:rPr>
          <w:rFonts w:cs="Georgia"/>
          <w:kern w:val="1"/>
        </w:rPr>
        <w:t xml:space="preserve">, </w:t>
      </w:r>
      <w:r w:rsidR="00BE611A">
        <w:rPr>
          <w:rFonts w:cs="Georgia"/>
          <w:kern w:val="1"/>
        </w:rPr>
        <w:t>avec un bruit d</w:t>
      </w:r>
      <w:r>
        <w:rPr>
          <w:rFonts w:cs="Georgia"/>
          <w:kern w:val="1"/>
        </w:rPr>
        <w:t>’</w:t>
      </w:r>
      <w:r w:rsidR="00BE611A">
        <w:rPr>
          <w:rFonts w:cs="Georgia"/>
          <w:kern w:val="1"/>
        </w:rPr>
        <w:t>éperons et de talons choqués par le garde-à-vous</w:t>
      </w:r>
      <w:r>
        <w:rPr>
          <w:rFonts w:cs="Georgia"/>
          <w:kern w:val="1"/>
        </w:rPr>
        <w:t xml:space="preserve">. </w:t>
      </w:r>
      <w:r w:rsidR="00BE611A">
        <w:rPr>
          <w:rFonts w:cs="Georgia"/>
          <w:kern w:val="1"/>
        </w:rPr>
        <w:t>Au plafond</w:t>
      </w:r>
      <w:r>
        <w:rPr>
          <w:rFonts w:cs="Georgia"/>
          <w:kern w:val="1"/>
        </w:rPr>
        <w:t xml:space="preserve">, </w:t>
      </w:r>
      <w:r w:rsidR="00BE611A">
        <w:rPr>
          <w:rFonts w:cs="Georgia"/>
          <w:kern w:val="1"/>
        </w:rPr>
        <w:t>le long des lambris de chêne oscillaient leurs ombres énormes</w:t>
      </w:r>
      <w:r>
        <w:rPr>
          <w:rFonts w:cs="Georgia"/>
          <w:kern w:val="1"/>
        </w:rPr>
        <w:t xml:space="preserve">. </w:t>
      </w:r>
      <w:r w:rsidR="00BE611A">
        <w:rPr>
          <w:rFonts w:cs="Georgia"/>
          <w:kern w:val="1"/>
        </w:rPr>
        <w:t>Je ressens encore l</w:t>
      </w:r>
      <w:r>
        <w:rPr>
          <w:rFonts w:cs="Georgia"/>
          <w:kern w:val="1"/>
        </w:rPr>
        <w:t>’</w:t>
      </w:r>
      <w:r w:rsidR="00BE611A">
        <w:rPr>
          <w:rFonts w:cs="Georgia"/>
          <w:kern w:val="1"/>
        </w:rPr>
        <w:t>émotion qui fut la mienne lorsque</w:t>
      </w:r>
      <w:r>
        <w:rPr>
          <w:rFonts w:cs="Georgia"/>
          <w:kern w:val="1"/>
        </w:rPr>
        <w:t xml:space="preserve">, </w:t>
      </w:r>
      <w:r w:rsidR="00BE611A">
        <w:rPr>
          <w:rFonts w:cs="Georgia"/>
          <w:kern w:val="1"/>
        </w:rPr>
        <w:t>d</w:t>
      </w:r>
      <w:r>
        <w:rPr>
          <w:rFonts w:cs="Georgia"/>
          <w:kern w:val="1"/>
        </w:rPr>
        <w:t>’</w:t>
      </w:r>
      <w:r w:rsidR="00BE611A">
        <w:rPr>
          <w:rFonts w:cs="Georgia"/>
          <w:kern w:val="1"/>
        </w:rPr>
        <w:t>une seule voix</w:t>
      </w:r>
      <w:r>
        <w:rPr>
          <w:rFonts w:cs="Georgia"/>
          <w:kern w:val="1"/>
        </w:rPr>
        <w:t xml:space="preserve">, </w:t>
      </w:r>
      <w:r w:rsidR="00BE611A">
        <w:rPr>
          <w:rFonts w:cs="Georgia"/>
          <w:kern w:val="1"/>
        </w:rPr>
        <w:t>ils entonnèrent l</w:t>
      </w:r>
      <w:r>
        <w:rPr>
          <w:rFonts w:cs="Georgia"/>
          <w:kern w:val="1"/>
        </w:rPr>
        <w:t>’</w:t>
      </w:r>
      <w:r w:rsidR="00BE611A">
        <w:rPr>
          <w:rFonts w:cs="Georgia"/>
          <w:kern w:val="1"/>
        </w:rPr>
        <w:t>hymne de la Nativité</w:t>
      </w:r>
      <w:r>
        <w:rPr>
          <w:rFonts w:cs="Georgia"/>
          <w:kern w:val="1"/>
        </w:rPr>
        <w:t xml:space="preserve">… </w:t>
      </w:r>
      <w:r w:rsidR="00BE611A">
        <w:rPr>
          <w:rFonts w:cs="Georgia"/>
          <w:kern w:val="1"/>
        </w:rPr>
        <w:t>Je suis bien content</w:t>
      </w:r>
      <w:r>
        <w:rPr>
          <w:rFonts w:cs="Georgia"/>
          <w:kern w:val="1"/>
        </w:rPr>
        <w:t xml:space="preserve">, </w:t>
      </w:r>
      <w:r w:rsidR="00BE611A">
        <w:rPr>
          <w:rFonts w:cs="Georgia"/>
          <w:kern w:val="1"/>
        </w:rPr>
        <w:t>monsieur Dumaine</w:t>
      </w:r>
      <w:r>
        <w:rPr>
          <w:rFonts w:cs="Georgia"/>
          <w:kern w:val="1"/>
        </w:rPr>
        <w:t xml:space="preserve">, </w:t>
      </w:r>
      <w:r w:rsidR="00BE611A">
        <w:rPr>
          <w:rFonts w:cs="Georgia"/>
          <w:kern w:val="1"/>
        </w:rPr>
        <w:t xml:space="preserve">de constater que </w:t>
      </w:r>
      <w:r w:rsidR="00BE611A">
        <w:rPr>
          <w:rFonts w:cs="Georgia"/>
          <w:kern w:val="1"/>
        </w:rPr>
        <w:lastRenderedPageBreak/>
        <w:t>l</w:t>
      </w:r>
      <w:r>
        <w:rPr>
          <w:rFonts w:cs="Georgia"/>
          <w:kern w:val="1"/>
        </w:rPr>
        <w:t>’</w:t>
      </w:r>
      <w:r w:rsidR="00BE611A">
        <w:rPr>
          <w:rFonts w:cs="Georgia"/>
          <w:kern w:val="1"/>
        </w:rPr>
        <w:t>évocation de ces souvenirs vous intéresse</w:t>
      </w:r>
      <w:r>
        <w:rPr>
          <w:rFonts w:cs="Georgia"/>
          <w:kern w:val="1"/>
        </w:rPr>
        <w:t xml:space="preserve">. </w:t>
      </w:r>
      <w:r w:rsidR="00BE611A">
        <w:rPr>
          <w:rFonts w:cs="Georgia"/>
          <w:kern w:val="1"/>
        </w:rPr>
        <w:t>Je ne voudrais pourtant pas abuser</w:t>
      </w:r>
      <w:r>
        <w:rPr>
          <w:rFonts w:cs="Georgia"/>
          <w:kern w:val="1"/>
        </w:rPr>
        <w:t>…</w:t>
      </w:r>
    </w:p>
    <w:p w14:paraId="1A9C2023" w14:textId="77777777" w:rsidR="000E1451" w:rsidRDefault="000E1451" w:rsidP="00BE611A">
      <w:pPr>
        <w:rPr>
          <w:rFonts w:cs="Georgia"/>
          <w:kern w:val="1"/>
        </w:rPr>
      </w:pPr>
      <w:r>
        <w:rPr>
          <w:rFonts w:cs="Georgia"/>
          <w:kern w:val="1"/>
        </w:rPr>
        <w:t>— </w:t>
      </w:r>
      <w:r w:rsidR="00BE611A">
        <w:rPr>
          <w:rFonts w:cs="Georgia"/>
          <w:kern w:val="1"/>
        </w:rPr>
        <w:t>Continuez</w:t>
      </w:r>
      <w:r>
        <w:rPr>
          <w:rFonts w:cs="Georgia"/>
          <w:kern w:val="1"/>
        </w:rPr>
        <w:t xml:space="preserve">, </w:t>
      </w:r>
      <w:r w:rsidR="00BE611A">
        <w:rPr>
          <w:rFonts w:cs="Georgia"/>
          <w:kern w:val="1"/>
        </w:rPr>
        <w:t>je vous en prie</w:t>
      </w:r>
      <w:r>
        <w:rPr>
          <w:rFonts w:cs="Georgia"/>
          <w:kern w:val="1"/>
        </w:rPr>
        <w:t xml:space="preserve">, </w:t>
      </w:r>
      <w:r w:rsidR="00BE611A">
        <w:rPr>
          <w:rFonts w:cs="Georgia"/>
          <w:kern w:val="1"/>
        </w:rPr>
        <w:t>Monsieur le Pasteur</w:t>
      </w:r>
      <w:r>
        <w:rPr>
          <w:rFonts w:cs="Georgia"/>
          <w:kern w:val="1"/>
        </w:rPr>
        <w:t xml:space="preserve">. </w:t>
      </w:r>
      <w:r w:rsidR="00BE611A">
        <w:rPr>
          <w:rFonts w:cs="Georgia"/>
          <w:kern w:val="1"/>
        </w:rPr>
        <w:t>Une question</w:t>
      </w:r>
      <w:r>
        <w:rPr>
          <w:rFonts w:cs="Georgia"/>
          <w:kern w:val="1"/>
        </w:rPr>
        <w:t xml:space="preserve">, </w:t>
      </w:r>
      <w:r w:rsidR="00BE611A">
        <w:rPr>
          <w:rFonts w:cs="Georgia"/>
          <w:kern w:val="1"/>
        </w:rPr>
        <w:t>si vous permettez</w:t>
      </w:r>
      <w:r>
        <w:rPr>
          <w:rFonts w:cs="Georgia"/>
          <w:kern w:val="1"/>
        </w:rPr>
        <w:t xml:space="preserve"> : </w:t>
      </w:r>
      <w:r w:rsidR="00BE611A">
        <w:rPr>
          <w:rFonts w:cs="Georgia"/>
          <w:kern w:val="1"/>
        </w:rPr>
        <w:t>le lieutenant de Mirrbach</w:t>
      </w:r>
      <w:r>
        <w:rPr>
          <w:rFonts w:cs="Georgia"/>
          <w:kern w:val="1"/>
        </w:rPr>
        <w:t xml:space="preserve">, </w:t>
      </w:r>
      <w:r w:rsidR="00BE611A">
        <w:rPr>
          <w:rFonts w:cs="Georgia"/>
          <w:kern w:val="1"/>
        </w:rPr>
        <w:t>dont vous venez de parler</w:t>
      </w:r>
      <w:r>
        <w:rPr>
          <w:rFonts w:cs="Georgia"/>
          <w:kern w:val="1"/>
        </w:rPr>
        <w:t xml:space="preserve">, </w:t>
      </w:r>
      <w:r w:rsidR="00BE611A">
        <w:rPr>
          <w:rFonts w:cs="Georgia"/>
          <w:kern w:val="1"/>
        </w:rPr>
        <w:t>était bien le frère</w:t>
      </w:r>
      <w:r>
        <w:rPr>
          <w:rFonts w:cs="Georgia"/>
          <w:kern w:val="1"/>
        </w:rPr>
        <w:t>…</w:t>
      </w:r>
    </w:p>
    <w:p w14:paraId="7289A764" w14:textId="77777777" w:rsidR="000E1451" w:rsidRDefault="000E1451" w:rsidP="00BE611A">
      <w:pPr>
        <w:rPr>
          <w:rFonts w:cs="Georgia"/>
          <w:kern w:val="1"/>
        </w:rPr>
      </w:pPr>
      <w:r>
        <w:rPr>
          <w:rFonts w:cs="Georgia"/>
          <w:kern w:val="1"/>
        </w:rPr>
        <w:t>— </w:t>
      </w:r>
      <w:r w:rsidR="00BE611A">
        <w:rPr>
          <w:rFonts w:cs="Georgia"/>
          <w:kern w:val="1"/>
        </w:rPr>
        <w:t xml:space="preserve">Le frère de </w:t>
      </w:r>
      <w:r>
        <w:rPr>
          <w:rFonts w:cs="Georgia"/>
          <w:kern w:val="1"/>
        </w:rPr>
        <w:t>M</w:t>
      </w:r>
      <w:r w:rsidRPr="000E1451">
        <w:rPr>
          <w:rFonts w:cs="Georgia"/>
          <w:kern w:val="1"/>
          <w:vertAlign w:val="superscript"/>
        </w:rPr>
        <w:t>lle</w:t>
      </w:r>
      <w:r>
        <w:rPr>
          <w:rFonts w:cs="Georgia"/>
          <w:kern w:val="1"/>
        </w:rPr>
        <w:t> de </w:t>
      </w:r>
      <w:r w:rsidR="00BE611A">
        <w:rPr>
          <w:rFonts w:cs="Georgia"/>
          <w:kern w:val="1"/>
        </w:rPr>
        <w:t>Mirrbach</w:t>
      </w:r>
      <w:r>
        <w:rPr>
          <w:rFonts w:cs="Georgia"/>
          <w:kern w:val="1"/>
        </w:rPr>
        <w:t xml:space="preserve">, </w:t>
      </w:r>
      <w:r w:rsidR="00BE611A">
        <w:rPr>
          <w:rFonts w:cs="Georgia"/>
          <w:kern w:val="1"/>
        </w:rPr>
        <w:t>la jeune fille que vous avez aperçue en compagnie du général</w:t>
      </w:r>
      <w:r>
        <w:rPr>
          <w:rFonts w:cs="Georgia"/>
          <w:kern w:val="1"/>
        </w:rPr>
        <w:t xml:space="preserve">, </w:t>
      </w:r>
      <w:r w:rsidR="00BE611A">
        <w:rPr>
          <w:rFonts w:cs="Georgia"/>
          <w:kern w:val="1"/>
        </w:rPr>
        <w:t>sur la terrasse du château</w:t>
      </w:r>
      <w:r>
        <w:rPr>
          <w:rFonts w:cs="Georgia"/>
          <w:kern w:val="1"/>
        </w:rPr>
        <w:t xml:space="preserve">, </w:t>
      </w:r>
      <w:r w:rsidR="00BE611A">
        <w:rPr>
          <w:rFonts w:cs="Georgia"/>
          <w:kern w:val="1"/>
        </w:rPr>
        <w:t>parfaitement</w:t>
      </w:r>
      <w:r>
        <w:rPr>
          <w:rFonts w:cs="Georgia"/>
          <w:kern w:val="1"/>
        </w:rPr>
        <w:t xml:space="preserve">, </w:t>
      </w:r>
      <w:r w:rsidR="00BE611A">
        <w:rPr>
          <w:rFonts w:cs="Georgia"/>
          <w:kern w:val="1"/>
        </w:rPr>
        <w:t>monsieur Dumaine</w:t>
      </w:r>
      <w:r>
        <w:rPr>
          <w:rFonts w:cs="Georgia"/>
          <w:kern w:val="1"/>
        </w:rPr>
        <w:t xml:space="preserve">. </w:t>
      </w:r>
      <w:r w:rsidR="00BE611A">
        <w:rPr>
          <w:rFonts w:cs="Georgia"/>
          <w:kern w:val="1"/>
        </w:rPr>
        <w:t>Il a été tué à Charleroi</w:t>
      </w:r>
      <w:r>
        <w:rPr>
          <w:rFonts w:cs="Georgia"/>
          <w:kern w:val="1"/>
        </w:rPr>
        <w:t xml:space="preserve">, </w:t>
      </w:r>
      <w:r w:rsidR="00BE611A">
        <w:rPr>
          <w:rFonts w:cs="Georgia"/>
          <w:kern w:val="1"/>
        </w:rPr>
        <w:t>où les hussards et les uhlans de la Garde ont chargé de concert</w:t>
      </w:r>
      <w:r>
        <w:rPr>
          <w:rFonts w:cs="Georgia"/>
          <w:kern w:val="1"/>
        </w:rPr>
        <w:t xml:space="preserve">. </w:t>
      </w:r>
      <w:r w:rsidR="00BE611A">
        <w:rPr>
          <w:rFonts w:cs="Georgia"/>
          <w:kern w:val="1"/>
        </w:rPr>
        <w:t>Lorsque le comte Michel apprit que Joachim de Mirrbach était tombé</w:t>
      </w:r>
      <w:r>
        <w:rPr>
          <w:rFonts w:cs="Georgia"/>
          <w:kern w:val="1"/>
        </w:rPr>
        <w:t xml:space="preserve">, </w:t>
      </w:r>
      <w:r w:rsidR="00BE611A">
        <w:rPr>
          <w:rFonts w:cs="Georgia"/>
          <w:kern w:val="1"/>
        </w:rPr>
        <w:t>et que son corps demeurait aux mains des Français</w:t>
      </w:r>
      <w:r>
        <w:rPr>
          <w:rFonts w:cs="Georgia"/>
          <w:kern w:val="1"/>
        </w:rPr>
        <w:t xml:space="preserve">, </w:t>
      </w:r>
      <w:r w:rsidR="00BE611A">
        <w:rPr>
          <w:rFonts w:cs="Georgia"/>
          <w:kern w:val="1"/>
        </w:rPr>
        <w:t>il se lança comme un fou dans la mêlée</w:t>
      </w:r>
      <w:r>
        <w:rPr>
          <w:rFonts w:cs="Georgia"/>
          <w:kern w:val="1"/>
        </w:rPr>
        <w:t xml:space="preserve">. </w:t>
      </w:r>
      <w:r w:rsidR="00BE611A">
        <w:rPr>
          <w:rFonts w:cs="Georgia"/>
          <w:kern w:val="1"/>
        </w:rPr>
        <w:t>Le soir</w:t>
      </w:r>
      <w:r>
        <w:rPr>
          <w:rFonts w:cs="Georgia"/>
          <w:kern w:val="1"/>
        </w:rPr>
        <w:t xml:space="preserve">, </w:t>
      </w:r>
      <w:r w:rsidR="00BE611A">
        <w:rPr>
          <w:rFonts w:cs="Georgia"/>
          <w:kern w:val="1"/>
        </w:rPr>
        <w:t>nos brancardiers relevèrent au même endroit les deux cadavres</w:t>
      </w:r>
      <w:r>
        <w:rPr>
          <w:rFonts w:cs="Georgia"/>
          <w:kern w:val="1"/>
        </w:rPr>
        <w:t xml:space="preserve">. </w:t>
      </w:r>
      <w:r w:rsidR="00BE611A">
        <w:rPr>
          <w:rFonts w:cs="Georgia"/>
          <w:kern w:val="1"/>
        </w:rPr>
        <w:t>Sur la poitrine de Michel</w:t>
      </w:r>
      <w:r>
        <w:rPr>
          <w:rFonts w:cs="Georgia"/>
          <w:kern w:val="1"/>
        </w:rPr>
        <w:t xml:space="preserve">, </w:t>
      </w:r>
      <w:r w:rsidR="00BE611A">
        <w:rPr>
          <w:rFonts w:cs="Georgia"/>
          <w:kern w:val="1"/>
        </w:rPr>
        <w:t>fut retrouvé</w:t>
      </w:r>
      <w:r>
        <w:rPr>
          <w:rFonts w:cs="Georgia"/>
          <w:kern w:val="1"/>
        </w:rPr>
        <w:t xml:space="preserve">, </w:t>
      </w:r>
      <w:r w:rsidR="00BE611A">
        <w:rPr>
          <w:rFonts w:cs="Georgia"/>
          <w:kern w:val="1"/>
        </w:rPr>
        <w:t>maculé de sang</w:t>
      </w:r>
      <w:r>
        <w:rPr>
          <w:rFonts w:cs="Georgia"/>
          <w:kern w:val="1"/>
        </w:rPr>
        <w:t xml:space="preserve">, </w:t>
      </w:r>
      <w:r w:rsidR="00BE611A">
        <w:rPr>
          <w:rFonts w:cs="Georgia"/>
          <w:kern w:val="1"/>
        </w:rPr>
        <w:t>le portrait de Joachim</w:t>
      </w:r>
      <w:r>
        <w:rPr>
          <w:rFonts w:cs="Georgia"/>
          <w:kern w:val="1"/>
        </w:rPr>
        <w:t xml:space="preserve">, </w:t>
      </w:r>
      <w:r w:rsidR="00BE611A">
        <w:rPr>
          <w:rFonts w:cs="Georgia"/>
          <w:kern w:val="1"/>
        </w:rPr>
        <w:t>et sur le cœur de Joachim</w:t>
      </w:r>
      <w:r>
        <w:rPr>
          <w:rFonts w:cs="Georgia"/>
          <w:kern w:val="1"/>
        </w:rPr>
        <w:t xml:space="preserve">, </w:t>
      </w:r>
      <w:r w:rsidR="00BE611A">
        <w:rPr>
          <w:rFonts w:cs="Georgia"/>
          <w:kern w:val="1"/>
        </w:rPr>
        <w:t>le portrait de Michel</w:t>
      </w:r>
      <w:r>
        <w:rPr>
          <w:rFonts w:cs="Georgia"/>
          <w:kern w:val="1"/>
        </w:rPr>
        <w:t xml:space="preserve">. </w:t>
      </w:r>
      <w:r w:rsidR="00BE611A">
        <w:rPr>
          <w:rFonts w:cs="Georgia"/>
          <w:kern w:val="1"/>
        </w:rPr>
        <w:t>Est-il rien de plus émouvant</w:t>
      </w:r>
      <w:r>
        <w:rPr>
          <w:rFonts w:cs="Georgia"/>
          <w:kern w:val="1"/>
        </w:rPr>
        <w:t xml:space="preserve"> ? </w:t>
      </w:r>
      <w:r w:rsidR="00BE611A">
        <w:rPr>
          <w:rFonts w:cs="Georgia"/>
          <w:kern w:val="1"/>
        </w:rPr>
        <w:t>Cette affection qui liait ces deux héros</w:t>
      </w:r>
      <w:r>
        <w:rPr>
          <w:rFonts w:cs="Georgia"/>
          <w:kern w:val="1"/>
        </w:rPr>
        <w:t xml:space="preserve">, </w:t>
      </w:r>
      <w:r w:rsidR="00BE611A">
        <w:rPr>
          <w:rFonts w:cs="Georgia"/>
          <w:kern w:val="1"/>
        </w:rPr>
        <w:t>n</w:t>
      </w:r>
      <w:r>
        <w:rPr>
          <w:rFonts w:cs="Georgia"/>
          <w:kern w:val="1"/>
        </w:rPr>
        <w:t>’</w:t>
      </w:r>
      <w:r w:rsidR="00BE611A">
        <w:rPr>
          <w:rFonts w:cs="Georgia"/>
          <w:kern w:val="1"/>
        </w:rPr>
        <w:t>est-elle pas digne de la Bible</w:t>
      </w:r>
      <w:r>
        <w:rPr>
          <w:rFonts w:cs="Georgia"/>
          <w:kern w:val="1"/>
        </w:rPr>
        <w:t xml:space="preserve">, </w:t>
      </w:r>
      <w:r w:rsidR="00BE611A">
        <w:rPr>
          <w:rFonts w:cs="Georgia"/>
          <w:kern w:val="1"/>
        </w:rPr>
        <w:t>des Niebelungen</w:t>
      </w:r>
      <w:r>
        <w:rPr>
          <w:rFonts w:cs="Georgia"/>
          <w:kern w:val="1"/>
        </w:rPr>
        <w:t> ?</w:t>
      </w:r>
    </w:p>
    <w:p w14:paraId="25E7AEE0" w14:textId="77777777" w:rsidR="000E1451" w:rsidRDefault="000E1451" w:rsidP="00BE611A">
      <w:pPr>
        <w:rPr>
          <w:rFonts w:cs="Georgia"/>
          <w:kern w:val="1"/>
        </w:rPr>
      </w:pPr>
      <w:r>
        <w:rPr>
          <w:rFonts w:cs="Georgia"/>
          <w:kern w:val="1"/>
        </w:rPr>
        <w:t>— </w:t>
      </w:r>
      <w:r w:rsidR="00BE611A">
        <w:rPr>
          <w:rFonts w:cs="Georgia"/>
          <w:kern w:val="1"/>
        </w:rPr>
        <w:t>Le lieutenant de Mirrbach était sans doute plus âgé que sa sœur</w:t>
      </w:r>
      <w:r>
        <w:rPr>
          <w:rFonts w:cs="Georgia"/>
          <w:kern w:val="1"/>
        </w:rPr>
        <w:t> ?</w:t>
      </w:r>
    </w:p>
    <w:p w14:paraId="442C917B" w14:textId="77777777" w:rsidR="000E1451" w:rsidRDefault="000E1451" w:rsidP="00BE611A">
      <w:pPr>
        <w:rPr>
          <w:rFonts w:cs="Georgia"/>
          <w:kern w:val="1"/>
        </w:rPr>
      </w:pPr>
      <w:r>
        <w:rPr>
          <w:rFonts w:cs="Georgia"/>
          <w:kern w:val="1"/>
        </w:rPr>
        <w:t>— </w:t>
      </w:r>
      <w:r w:rsidR="00BE611A">
        <w:rPr>
          <w:rFonts w:cs="Georgia"/>
          <w:kern w:val="1"/>
        </w:rPr>
        <w:t>Au contraire</w:t>
      </w:r>
      <w:r>
        <w:rPr>
          <w:rFonts w:cs="Georgia"/>
          <w:kern w:val="1"/>
        </w:rPr>
        <w:t xml:space="preserve">. </w:t>
      </w:r>
      <w:r w:rsidR="00BE611A">
        <w:rPr>
          <w:rFonts w:cs="Georgia"/>
          <w:kern w:val="1"/>
        </w:rPr>
        <w:t>Le pauvre enfant était d</w:t>
      </w:r>
      <w:r>
        <w:rPr>
          <w:rFonts w:cs="Georgia"/>
          <w:kern w:val="1"/>
        </w:rPr>
        <w:t>’</w:t>
      </w:r>
      <w:r w:rsidR="00BE611A">
        <w:rPr>
          <w:rFonts w:cs="Georgia"/>
          <w:kern w:val="1"/>
        </w:rPr>
        <w:t>une année plus jeune</w:t>
      </w:r>
      <w:r>
        <w:rPr>
          <w:rFonts w:cs="Georgia"/>
          <w:kern w:val="1"/>
        </w:rPr>
        <w:t xml:space="preserve">. </w:t>
      </w:r>
      <w:r w:rsidR="00BE611A">
        <w:rPr>
          <w:rFonts w:cs="Georgia"/>
          <w:kern w:val="1"/>
        </w:rPr>
        <w:t>Il avait juste vingt et un ans en 1913</w:t>
      </w:r>
      <w:r>
        <w:rPr>
          <w:rFonts w:cs="Georgia"/>
          <w:kern w:val="1"/>
        </w:rPr>
        <w:t xml:space="preserve">, </w:t>
      </w:r>
      <w:r w:rsidR="00BE611A">
        <w:rPr>
          <w:rFonts w:cs="Georgia"/>
          <w:kern w:val="1"/>
        </w:rPr>
        <w:t xml:space="preserve">quand </w:t>
      </w:r>
      <w:r>
        <w:rPr>
          <w:rFonts w:cs="Georgia"/>
          <w:kern w:val="1"/>
        </w:rPr>
        <w:t>M</w:t>
      </w:r>
      <w:r w:rsidRPr="000E1451">
        <w:rPr>
          <w:rFonts w:cs="Georgia"/>
          <w:kern w:val="1"/>
          <w:vertAlign w:val="superscript"/>
        </w:rPr>
        <w:t>lle</w:t>
      </w:r>
      <w:r>
        <w:rPr>
          <w:rFonts w:cs="Georgia"/>
          <w:kern w:val="1"/>
        </w:rPr>
        <w:t> de </w:t>
      </w:r>
      <w:r w:rsidR="00BE611A">
        <w:rPr>
          <w:rFonts w:cs="Georgia"/>
          <w:kern w:val="1"/>
        </w:rPr>
        <w:t>Mirrbach a été fiancée au troisième fils du général</w:t>
      </w:r>
      <w:r>
        <w:rPr>
          <w:rFonts w:cs="Georgia"/>
          <w:kern w:val="1"/>
        </w:rPr>
        <w:t xml:space="preserve">, </w:t>
      </w:r>
      <w:r w:rsidR="00BE611A">
        <w:rPr>
          <w:rFonts w:cs="Georgia"/>
          <w:kern w:val="1"/>
        </w:rPr>
        <w:t>le comte Dietrich</w:t>
      </w:r>
      <w:r>
        <w:rPr>
          <w:rFonts w:cs="Georgia"/>
          <w:kern w:val="1"/>
        </w:rPr>
        <w:t xml:space="preserve">. </w:t>
      </w:r>
      <w:r w:rsidR="00BE611A">
        <w:rPr>
          <w:rFonts w:cs="Georgia"/>
          <w:kern w:val="1"/>
        </w:rPr>
        <w:t>Le mariage devait avoir lieu l</w:t>
      </w:r>
      <w:r>
        <w:rPr>
          <w:rFonts w:cs="Georgia"/>
          <w:kern w:val="1"/>
        </w:rPr>
        <w:t>’</w:t>
      </w:r>
      <w:r w:rsidR="00BE611A">
        <w:rPr>
          <w:rFonts w:cs="Georgia"/>
          <w:kern w:val="1"/>
        </w:rPr>
        <w:t>année suivante</w:t>
      </w:r>
      <w:r>
        <w:rPr>
          <w:rFonts w:cs="Georgia"/>
          <w:kern w:val="1"/>
        </w:rPr>
        <w:t xml:space="preserve">. </w:t>
      </w:r>
      <w:r w:rsidR="00BE611A">
        <w:rPr>
          <w:rFonts w:cs="Georgia"/>
          <w:kern w:val="1"/>
        </w:rPr>
        <w:t>Depuis</w:t>
      </w:r>
      <w:r>
        <w:rPr>
          <w:rFonts w:cs="Georgia"/>
          <w:kern w:val="1"/>
        </w:rPr>
        <w:t xml:space="preserve">, </w:t>
      </w:r>
      <w:r w:rsidR="00BE611A">
        <w:rPr>
          <w:rFonts w:cs="Georgia"/>
          <w:kern w:val="1"/>
        </w:rPr>
        <w:t>il y a eu la guerre</w:t>
      </w:r>
      <w:r>
        <w:rPr>
          <w:rFonts w:cs="Georgia"/>
          <w:kern w:val="1"/>
        </w:rPr>
        <w:t xml:space="preserve">, </w:t>
      </w:r>
      <w:r w:rsidR="00BE611A">
        <w:rPr>
          <w:rFonts w:cs="Georgia"/>
          <w:kern w:val="1"/>
        </w:rPr>
        <w:t>et tout ce que vous savez</w:t>
      </w:r>
      <w:r>
        <w:rPr>
          <w:rFonts w:cs="Georgia"/>
          <w:kern w:val="1"/>
        </w:rPr>
        <w:t xml:space="preserve">. </w:t>
      </w:r>
      <w:r w:rsidR="00BE611A">
        <w:rPr>
          <w:rFonts w:cs="Georgia"/>
          <w:kern w:val="1"/>
        </w:rPr>
        <w:t>Mais quelque chose me dit que ces deux jeunes gens n</w:t>
      </w:r>
      <w:r>
        <w:rPr>
          <w:rFonts w:cs="Georgia"/>
          <w:kern w:val="1"/>
        </w:rPr>
        <w:t>’</w:t>
      </w:r>
      <w:r w:rsidR="00BE611A">
        <w:rPr>
          <w:rFonts w:cs="Georgia"/>
          <w:kern w:val="1"/>
        </w:rPr>
        <w:t>auront plus pour être unis beaucoup à attendre</w:t>
      </w:r>
      <w:r>
        <w:rPr>
          <w:rFonts w:cs="Georgia"/>
          <w:kern w:val="1"/>
        </w:rPr>
        <w:t xml:space="preserve">. </w:t>
      </w:r>
      <w:r w:rsidR="00BE611A">
        <w:rPr>
          <w:rFonts w:cs="Georgia"/>
          <w:kern w:val="1"/>
        </w:rPr>
        <w:t>Avez-vous lu le communiqué d</w:t>
      </w:r>
      <w:r>
        <w:rPr>
          <w:rFonts w:cs="Georgia"/>
          <w:kern w:val="1"/>
        </w:rPr>
        <w:t>’</w:t>
      </w:r>
      <w:r w:rsidR="00BE611A">
        <w:rPr>
          <w:rFonts w:cs="Georgia"/>
          <w:kern w:val="1"/>
        </w:rPr>
        <w:t>aujourd</w:t>
      </w:r>
      <w:r>
        <w:rPr>
          <w:rFonts w:cs="Georgia"/>
          <w:kern w:val="1"/>
        </w:rPr>
        <w:t>’</w:t>
      </w:r>
      <w:r w:rsidR="00BE611A">
        <w:rPr>
          <w:rFonts w:cs="Georgia"/>
          <w:kern w:val="1"/>
        </w:rPr>
        <w:t>hui</w:t>
      </w:r>
      <w:r>
        <w:rPr>
          <w:rFonts w:cs="Georgia"/>
          <w:kern w:val="1"/>
        </w:rPr>
        <w:t xml:space="preserve"> ? </w:t>
      </w:r>
      <w:r w:rsidR="00BE611A">
        <w:rPr>
          <w:rFonts w:cs="Georgia"/>
          <w:kern w:val="1"/>
        </w:rPr>
        <w:t>Il est excellent</w:t>
      </w:r>
      <w:r>
        <w:rPr>
          <w:rFonts w:cs="Georgia"/>
          <w:kern w:val="1"/>
        </w:rPr>
        <w:t xml:space="preserve">. </w:t>
      </w:r>
      <w:r w:rsidR="00BE611A">
        <w:rPr>
          <w:rFonts w:cs="Georgia"/>
          <w:kern w:val="1"/>
        </w:rPr>
        <w:t>Notre offensive gagne les Flandres</w:t>
      </w:r>
      <w:r>
        <w:rPr>
          <w:rFonts w:cs="Georgia"/>
          <w:kern w:val="1"/>
        </w:rPr>
        <w:t xml:space="preserve">. </w:t>
      </w:r>
      <w:r w:rsidR="00BE611A">
        <w:rPr>
          <w:rFonts w:cs="Georgia"/>
          <w:kern w:val="1"/>
        </w:rPr>
        <w:t>Sur la Lys</w:t>
      </w:r>
      <w:r>
        <w:rPr>
          <w:rFonts w:cs="Georgia"/>
          <w:kern w:val="1"/>
        </w:rPr>
        <w:t>…</w:t>
      </w:r>
    </w:p>
    <w:p w14:paraId="7CD5E7CF" w14:textId="77777777" w:rsidR="000E1451" w:rsidRDefault="00BE611A" w:rsidP="00BE611A">
      <w:pPr>
        <w:rPr>
          <w:rFonts w:cs="Georgia"/>
          <w:kern w:val="1"/>
        </w:rPr>
      </w:pPr>
      <w:r>
        <w:rPr>
          <w:rFonts w:cs="Georgia"/>
          <w:kern w:val="1"/>
        </w:rPr>
        <w:t>Je lui coupai la parole</w:t>
      </w:r>
      <w:r w:rsidR="000E1451">
        <w:rPr>
          <w:rFonts w:cs="Georgia"/>
          <w:kern w:val="1"/>
        </w:rPr>
        <w:t>.</w:t>
      </w:r>
    </w:p>
    <w:p w14:paraId="352ADF05" w14:textId="77777777" w:rsidR="000E1451" w:rsidRDefault="000E1451" w:rsidP="00BE611A">
      <w:pPr>
        <w:rPr>
          <w:rFonts w:cs="Georgia"/>
          <w:kern w:val="1"/>
        </w:rPr>
      </w:pPr>
      <w:r>
        <w:rPr>
          <w:rFonts w:cs="Georgia"/>
          <w:kern w:val="1"/>
        </w:rPr>
        <w:lastRenderedPageBreak/>
        <w:t>— </w:t>
      </w:r>
      <w:r w:rsidR="00BE611A">
        <w:rPr>
          <w:rFonts w:cs="Georgia"/>
          <w:kern w:val="1"/>
        </w:rPr>
        <w:t>Vous me disiez tantôt</w:t>
      </w:r>
      <w:r>
        <w:rPr>
          <w:rFonts w:cs="Georgia"/>
          <w:kern w:val="1"/>
        </w:rPr>
        <w:t xml:space="preserve">, </w:t>
      </w:r>
      <w:r w:rsidR="00BE611A">
        <w:rPr>
          <w:rFonts w:cs="Georgia"/>
          <w:kern w:val="1"/>
        </w:rPr>
        <w:t>Monsieur le Pasteur</w:t>
      </w:r>
      <w:r>
        <w:rPr>
          <w:rFonts w:cs="Georgia"/>
          <w:kern w:val="1"/>
        </w:rPr>
        <w:t xml:space="preserve">, </w:t>
      </w:r>
      <w:r w:rsidR="00BE611A">
        <w:rPr>
          <w:rFonts w:cs="Georgia"/>
          <w:kern w:val="1"/>
        </w:rPr>
        <w:t xml:space="preserve">que </w:t>
      </w:r>
      <w:r>
        <w:rPr>
          <w:rFonts w:cs="Georgia"/>
          <w:kern w:val="1"/>
        </w:rPr>
        <w:t>M</w:t>
      </w:r>
      <w:r w:rsidRPr="000E1451">
        <w:rPr>
          <w:rFonts w:cs="Georgia"/>
          <w:kern w:val="1"/>
          <w:vertAlign w:val="superscript"/>
        </w:rPr>
        <w:t>lle</w:t>
      </w:r>
      <w:r>
        <w:rPr>
          <w:rFonts w:cs="Georgia"/>
          <w:kern w:val="1"/>
        </w:rPr>
        <w:t> de </w:t>
      </w:r>
      <w:r w:rsidR="00BE611A">
        <w:rPr>
          <w:rFonts w:cs="Georgia"/>
          <w:kern w:val="1"/>
        </w:rPr>
        <w:t>Mirrbach demeurait à Reichendorf depuis la fin de 1914</w:t>
      </w:r>
      <w:r>
        <w:rPr>
          <w:rFonts w:cs="Georgia"/>
          <w:kern w:val="1"/>
        </w:rPr>
        <w:t xml:space="preserve">. </w:t>
      </w:r>
      <w:r w:rsidR="00BE611A">
        <w:rPr>
          <w:rFonts w:cs="Georgia"/>
          <w:kern w:val="1"/>
        </w:rPr>
        <w:t>Est-il d</w:t>
      </w:r>
      <w:r>
        <w:rPr>
          <w:rFonts w:cs="Georgia"/>
          <w:kern w:val="1"/>
        </w:rPr>
        <w:t>’</w:t>
      </w:r>
      <w:r w:rsidR="00BE611A">
        <w:rPr>
          <w:rFonts w:cs="Georgia"/>
          <w:kern w:val="1"/>
        </w:rPr>
        <w:t>usage</w:t>
      </w:r>
      <w:r>
        <w:rPr>
          <w:rFonts w:cs="Georgia"/>
          <w:kern w:val="1"/>
        </w:rPr>
        <w:t xml:space="preserve">, </w:t>
      </w:r>
      <w:r w:rsidR="00BE611A">
        <w:rPr>
          <w:rFonts w:cs="Georgia"/>
          <w:kern w:val="1"/>
        </w:rPr>
        <w:t>en Allemagne</w:t>
      </w:r>
      <w:r>
        <w:rPr>
          <w:rFonts w:cs="Georgia"/>
          <w:kern w:val="1"/>
        </w:rPr>
        <w:t xml:space="preserve">, </w:t>
      </w:r>
      <w:r w:rsidR="00BE611A">
        <w:rPr>
          <w:rFonts w:cs="Georgia"/>
          <w:kern w:val="1"/>
        </w:rPr>
        <w:t>que les jeunes filles habitent chez leurs fiancés</w:t>
      </w:r>
      <w:r>
        <w:rPr>
          <w:rFonts w:cs="Georgia"/>
          <w:kern w:val="1"/>
        </w:rPr>
        <w:t> ?</w:t>
      </w:r>
    </w:p>
    <w:p w14:paraId="48BA8F2B" w14:textId="77777777" w:rsidR="000E1451" w:rsidRDefault="00BE611A" w:rsidP="00BE611A">
      <w:pPr>
        <w:rPr>
          <w:rFonts w:cs="Georgia"/>
          <w:kern w:val="1"/>
        </w:rPr>
      </w:pPr>
      <w:r>
        <w:rPr>
          <w:rFonts w:cs="Georgia"/>
          <w:kern w:val="1"/>
        </w:rPr>
        <w:t>Il hocha la tête avec tristesse</w:t>
      </w:r>
      <w:r w:rsidR="000E1451">
        <w:rPr>
          <w:rFonts w:cs="Georgia"/>
          <w:kern w:val="1"/>
        </w:rPr>
        <w:t>.</w:t>
      </w:r>
    </w:p>
    <w:p w14:paraId="381341FC" w14:textId="77777777" w:rsidR="000E1451" w:rsidRDefault="000E1451" w:rsidP="00BE611A">
      <w:pPr>
        <w:rPr>
          <w:rFonts w:cs="Georgia"/>
          <w:kern w:val="1"/>
        </w:rPr>
      </w:pPr>
      <w:r>
        <w:rPr>
          <w:rFonts w:cs="Georgia"/>
          <w:kern w:val="1"/>
        </w:rPr>
        <w:t>— </w:t>
      </w:r>
      <w:r w:rsidR="00BE611A">
        <w:rPr>
          <w:rFonts w:cs="Georgia"/>
          <w:kern w:val="1"/>
        </w:rPr>
        <w:t>Non</w:t>
      </w:r>
      <w:r>
        <w:rPr>
          <w:rFonts w:cs="Georgia"/>
          <w:kern w:val="1"/>
        </w:rPr>
        <w:t xml:space="preserve">, </w:t>
      </w:r>
      <w:r w:rsidR="00BE611A">
        <w:rPr>
          <w:rFonts w:cs="Georgia"/>
          <w:kern w:val="1"/>
        </w:rPr>
        <w:t>certes</w:t>
      </w:r>
      <w:r>
        <w:rPr>
          <w:rFonts w:cs="Georgia"/>
          <w:kern w:val="1"/>
        </w:rPr>
        <w:t xml:space="preserve">, </w:t>
      </w:r>
      <w:r w:rsidR="00BE611A">
        <w:rPr>
          <w:rFonts w:cs="Georgia"/>
          <w:kern w:val="1"/>
        </w:rPr>
        <w:t>monsieur Dumaine</w:t>
      </w:r>
      <w:r>
        <w:rPr>
          <w:rFonts w:cs="Georgia"/>
          <w:kern w:val="1"/>
        </w:rPr>
        <w:t xml:space="preserve">. </w:t>
      </w:r>
      <w:r w:rsidR="00BE611A">
        <w:rPr>
          <w:rFonts w:cs="Georgia"/>
          <w:kern w:val="1"/>
        </w:rPr>
        <w:t>Mais la guerre et la mort</w:t>
      </w:r>
      <w:r>
        <w:rPr>
          <w:rFonts w:cs="Georgia"/>
          <w:kern w:val="1"/>
        </w:rPr>
        <w:t xml:space="preserve">, </w:t>
      </w:r>
      <w:r w:rsidR="00BE611A">
        <w:rPr>
          <w:rFonts w:cs="Georgia"/>
          <w:kern w:val="1"/>
        </w:rPr>
        <w:t>ici comme chez vous</w:t>
      </w:r>
      <w:r>
        <w:rPr>
          <w:rFonts w:cs="Georgia"/>
          <w:kern w:val="1"/>
        </w:rPr>
        <w:t xml:space="preserve">, </w:t>
      </w:r>
      <w:r w:rsidR="00BE611A">
        <w:rPr>
          <w:rFonts w:cs="Georgia"/>
          <w:kern w:val="1"/>
        </w:rPr>
        <w:t>je pense</w:t>
      </w:r>
      <w:r>
        <w:rPr>
          <w:rFonts w:cs="Georgia"/>
          <w:kern w:val="1"/>
        </w:rPr>
        <w:t xml:space="preserve">, </w:t>
      </w:r>
      <w:r w:rsidR="00BE611A">
        <w:rPr>
          <w:rFonts w:cs="Georgia"/>
          <w:kern w:val="1"/>
        </w:rPr>
        <w:t>ont bouleversé bien des choses</w:t>
      </w:r>
      <w:r>
        <w:rPr>
          <w:rFonts w:cs="Georgia"/>
          <w:kern w:val="1"/>
        </w:rPr>
        <w:t xml:space="preserve">. </w:t>
      </w:r>
      <w:r w:rsidR="00BE611A">
        <w:rPr>
          <w:rFonts w:cs="Georgia"/>
          <w:kern w:val="1"/>
        </w:rPr>
        <w:t xml:space="preserve">Et je croyais vous avoir dit que le père de </w:t>
      </w:r>
      <w:r>
        <w:rPr>
          <w:rFonts w:cs="Georgia"/>
          <w:kern w:val="1"/>
        </w:rPr>
        <w:t>M</w:t>
      </w:r>
      <w:r w:rsidRPr="000E1451">
        <w:rPr>
          <w:rFonts w:cs="Georgia"/>
          <w:kern w:val="1"/>
          <w:vertAlign w:val="superscript"/>
        </w:rPr>
        <w:t>lle</w:t>
      </w:r>
      <w:r>
        <w:rPr>
          <w:rFonts w:cs="Georgia"/>
          <w:kern w:val="1"/>
        </w:rPr>
        <w:t> </w:t>
      </w:r>
      <w:r w:rsidR="00BE611A">
        <w:rPr>
          <w:rFonts w:cs="Georgia"/>
          <w:kern w:val="1"/>
        </w:rPr>
        <w:t>Axelle</w:t>
      </w:r>
      <w:r>
        <w:rPr>
          <w:rFonts w:cs="Georgia"/>
          <w:kern w:val="1"/>
        </w:rPr>
        <w:t xml:space="preserve">, </w:t>
      </w:r>
      <w:r w:rsidR="00BE611A">
        <w:rPr>
          <w:rFonts w:cs="Georgia"/>
          <w:kern w:val="1"/>
        </w:rPr>
        <w:t>lui aussi</w:t>
      </w:r>
      <w:r>
        <w:rPr>
          <w:rFonts w:cs="Georgia"/>
          <w:kern w:val="1"/>
        </w:rPr>
        <w:t xml:space="preserve">, </w:t>
      </w:r>
      <w:r w:rsidR="00BE611A">
        <w:rPr>
          <w:rFonts w:cs="Georgia"/>
          <w:kern w:val="1"/>
        </w:rPr>
        <w:t>avait été tué</w:t>
      </w:r>
      <w:r>
        <w:rPr>
          <w:rFonts w:cs="Georgia"/>
          <w:kern w:val="1"/>
        </w:rPr>
        <w:t xml:space="preserve">. </w:t>
      </w:r>
      <w:r w:rsidR="00BE611A">
        <w:rPr>
          <w:rFonts w:cs="Georgia"/>
          <w:kern w:val="1"/>
        </w:rPr>
        <w:t>Il n</w:t>
      </w:r>
      <w:r>
        <w:rPr>
          <w:rFonts w:cs="Georgia"/>
          <w:kern w:val="1"/>
        </w:rPr>
        <w:t>’</w:t>
      </w:r>
      <w:r w:rsidR="00BE611A">
        <w:rPr>
          <w:rFonts w:cs="Georgia"/>
          <w:kern w:val="1"/>
        </w:rPr>
        <w:t>avait que quarante-six ans</w:t>
      </w:r>
      <w:r>
        <w:rPr>
          <w:rFonts w:cs="Georgia"/>
          <w:kern w:val="1"/>
        </w:rPr>
        <w:t xml:space="preserve">. </w:t>
      </w:r>
      <w:r w:rsidR="00BE611A">
        <w:rPr>
          <w:rFonts w:cs="Georgia"/>
          <w:kern w:val="1"/>
        </w:rPr>
        <w:t>Il commandait sur le front russe la 1</w:t>
      </w:r>
      <w:r>
        <w:rPr>
          <w:rFonts w:cs="Georgia"/>
          <w:kern w:val="1"/>
        </w:rPr>
        <w:t>9</w:t>
      </w:r>
      <w:r w:rsidRPr="000E1451">
        <w:rPr>
          <w:rFonts w:cs="Georgia"/>
          <w:kern w:val="1"/>
          <w:vertAlign w:val="superscript"/>
        </w:rPr>
        <w:t>e</w:t>
      </w:r>
      <w:r>
        <w:rPr>
          <w:rFonts w:cs="Georgia"/>
          <w:kern w:val="1"/>
        </w:rPr>
        <w:t xml:space="preserve"> </w:t>
      </w:r>
      <w:r w:rsidR="00BE611A">
        <w:rPr>
          <w:rFonts w:cs="Georgia"/>
          <w:kern w:val="1"/>
        </w:rPr>
        <w:t>brigade d</w:t>
      </w:r>
      <w:r>
        <w:rPr>
          <w:rFonts w:cs="Georgia"/>
          <w:kern w:val="1"/>
        </w:rPr>
        <w:t>’</w:t>
      </w:r>
      <w:r w:rsidR="00BE611A">
        <w:rPr>
          <w:rFonts w:cs="Georgia"/>
          <w:kern w:val="1"/>
        </w:rPr>
        <w:t>infanterie</w:t>
      </w:r>
      <w:r>
        <w:rPr>
          <w:rFonts w:cs="Georgia"/>
          <w:kern w:val="1"/>
        </w:rPr>
        <w:t xml:space="preserve">. </w:t>
      </w:r>
      <w:r w:rsidR="00BE611A">
        <w:rPr>
          <w:rFonts w:cs="Georgia"/>
          <w:kern w:val="1"/>
        </w:rPr>
        <w:t>C</w:t>
      </w:r>
      <w:r>
        <w:rPr>
          <w:rFonts w:cs="Georgia"/>
          <w:kern w:val="1"/>
        </w:rPr>
        <w:t>’</w:t>
      </w:r>
      <w:r w:rsidR="00BE611A">
        <w:rPr>
          <w:rFonts w:cs="Georgia"/>
          <w:kern w:val="1"/>
        </w:rPr>
        <w:t>est également une bien ancienne famille que celle des Mirrbach</w:t>
      </w:r>
      <w:r>
        <w:rPr>
          <w:rFonts w:cs="Georgia"/>
          <w:kern w:val="1"/>
        </w:rPr>
        <w:t xml:space="preserve">. </w:t>
      </w:r>
      <w:r w:rsidR="00BE611A">
        <w:rPr>
          <w:rFonts w:cs="Georgia"/>
          <w:kern w:val="1"/>
        </w:rPr>
        <w:t>Leur château de Nikolaïken</w:t>
      </w:r>
      <w:r>
        <w:rPr>
          <w:rFonts w:cs="Georgia"/>
          <w:kern w:val="1"/>
        </w:rPr>
        <w:t xml:space="preserve">, </w:t>
      </w:r>
      <w:r w:rsidR="00BE611A">
        <w:rPr>
          <w:rFonts w:cs="Georgia"/>
          <w:kern w:val="1"/>
        </w:rPr>
        <w:t>dans le Mazurenland</w:t>
      </w:r>
      <w:r>
        <w:rPr>
          <w:rFonts w:cs="Georgia"/>
          <w:kern w:val="1"/>
        </w:rPr>
        <w:t xml:space="preserve">, </w:t>
      </w:r>
      <w:r w:rsidR="00BE611A">
        <w:rPr>
          <w:rFonts w:cs="Georgia"/>
          <w:kern w:val="1"/>
        </w:rPr>
        <w:t>existait déjà du temps de la bataille de Tannenberg</w:t>
      </w:r>
      <w:r>
        <w:rPr>
          <w:rFonts w:cs="Georgia"/>
          <w:kern w:val="1"/>
        </w:rPr>
        <w:t xml:space="preserve">, </w:t>
      </w:r>
      <w:r w:rsidR="00BE611A">
        <w:rPr>
          <w:rFonts w:cs="Georgia"/>
          <w:kern w:val="1"/>
        </w:rPr>
        <w:t>la première</w:t>
      </w:r>
      <w:r>
        <w:rPr>
          <w:rFonts w:cs="Georgia"/>
          <w:kern w:val="1"/>
        </w:rPr>
        <w:t xml:space="preserve">, </w:t>
      </w:r>
      <w:r w:rsidR="00BE611A">
        <w:rPr>
          <w:rFonts w:cs="Georgia"/>
          <w:kern w:val="1"/>
        </w:rPr>
        <w:t>celle de 1410</w:t>
      </w:r>
      <w:r>
        <w:rPr>
          <w:rFonts w:cs="Georgia"/>
          <w:kern w:val="1"/>
        </w:rPr>
        <w:t xml:space="preserve">, </w:t>
      </w:r>
      <w:r w:rsidR="00BE611A">
        <w:rPr>
          <w:rFonts w:cs="Georgia"/>
          <w:kern w:val="1"/>
        </w:rPr>
        <w:t>où furent défaits les chevaliers de l</w:t>
      </w:r>
      <w:r>
        <w:rPr>
          <w:rFonts w:cs="Georgia"/>
          <w:kern w:val="1"/>
        </w:rPr>
        <w:t>’</w:t>
      </w:r>
      <w:r w:rsidR="00BE611A">
        <w:rPr>
          <w:rFonts w:cs="Georgia"/>
          <w:kern w:val="1"/>
        </w:rPr>
        <w:t>Ordre Teutonique</w:t>
      </w:r>
      <w:r>
        <w:rPr>
          <w:rFonts w:cs="Georgia"/>
          <w:kern w:val="1"/>
        </w:rPr>
        <w:t xml:space="preserve">. </w:t>
      </w:r>
      <w:r w:rsidR="00BE611A">
        <w:rPr>
          <w:rFonts w:cs="Georgia"/>
          <w:kern w:val="1"/>
        </w:rPr>
        <w:t>Le général de Mirrbach fut tué à la seconde</w:t>
      </w:r>
      <w:r>
        <w:rPr>
          <w:rFonts w:cs="Georgia"/>
          <w:kern w:val="1"/>
        </w:rPr>
        <w:t xml:space="preserve">, </w:t>
      </w:r>
      <w:r w:rsidR="00BE611A">
        <w:rPr>
          <w:rFonts w:cs="Georgia"/>
          <w:kern w:val="1"/>
        </w:rPr>
        <w:t>celle de la fin août 1914</w:t>
      </w:r>
      <w:r>
        <w:rPr>
          <w:rFonts w:cs="Georgia"/>
          <w:kern w:val="1"/>
        </w:rPr>
        <w:t xml:space="preserve">. </w:t>
      </w:r>
      <w:r w:rsidR="00BE611A">
        <w:rPr>
          <w:rFonts w:cs="Georgia"/>
          <w:kern w:val="1"/>
        </w:rPr>
        <w:t>Son fils était tombé en Belgique quatre jours avant</w:t>
      </w:r>
      <w:r>
        <w:rPr>
          <w:rFonts w:cs="Georgia"/>
          <w:kern w:val="1"/>
        </w:rPr>
        <w:t xml:space="preserve">. </w:t>
      </w:r>
      <w:r w:rsidR="00BE611A">
        <w:rPr>
          <w:rFonts w:cs="Georgia"/>
          <w:kern w:val="1"/>
        </w:rPr>
        <w:t>Les Russes battus et repoussés</w:t>
      </w:r>
      <w:r>
        <w:rPr>
          <w:rFonts w:cs="Georgia"/>
          <w:kern w:val="1"/>
        </w:rPr>
        <w:t xml:space="preserve">, </w:t>
      </w:r>
      <w:r w:rsidR="00BE611A">
        <w:rPr>
          <w:rFonts w:cs="Georgia"/>
          <w:kern w:val="1"/>
        </w:rPr>
        <w:t xml:space="preserve">quand </w:t>
      </w:r>
      <w:r>
        <w:rPr>
          <w:rFonts w:cs="Georgia"/>
          <w:kern w:val="1"/>
        </w:rPr>
        <w:t>M</w:t>
      </w:r>
      <w:r w:rsidRPr="000E1451">
        <w:rPr>
          <w:rFonts w:cs="Georgia"/>
          <w:kern w:val="1"/>
          <w:vertAlign w:val="superscript"/>
        </w:rPr>
        <w:t>lle</w:t>
      </w:r>
      <w:r>
        <w:rPr>
          <w:rFonts w:cs="Georgia"/>
          <w:kern w:val="1"/>
        </w:rPr>
        <w:t> de </w:t>
      </w:r>
      <w:r w:rsidR="00BE611A">
        <w:rPr>
          <w:rFonts w:cs="Georgia"/>
          <w:kern w:val="1"/>
        </w:rPr>
        <w:t>Mirrbach voulut rentrer chez elle</w:t>
      </w:r>
      <w:r>
        <w:rPr>
          <w:rFonts w:cs="Georgia"/>
          <w:kern w:val="1"/>
        </w:rPr>
        <w:t xml:space="preserve">, </w:t>
      </w:r>
      <w:r w:rsidR="00BE611A">
        <w:rPr>
          <w:rFonts w:cs="Georgia"/>
          <w:kern w:val="1"/>
        </w:rPr>
        <w:t>elle trouva sa demeure incendiée par les cosaques de Rennenkampf</w:t>
      </w:r>
      <w:r>
        <w:rPr>
          <w:rFonts w:cs="Georgia"/>
          <w:kern w:val="1"/>
        </w:rPr>
        <w:t xml:space="preserve">, </w:t>
      </w:r>
      <w:r w:rsidR="00BE611A">
        <w:rPr>
          <w:rFonts w:cs="Georgia"/>
          <w:kern w:val="1"/>
        </w:rPr>
        <w:t>toutes les propriétés ravagées</w:t>
      </w:r>
      <w:r>
        <w:rPr>
          <w:rFonts w:cs="Georgia"/>
          <w:kern w:val="1"/>
        </w:rPr>
        <w:t xml:space="preserve">. </w:t>
      </w:r>
      <w:r w:rsidR="00BE611A">
        <w:rPr>
          <w:rFonts w:cs="Georgia"/>
          <w:kern w:val="1"/>
        </w:rPr>
        <w:t>Au cours de cette guerre</w:t>
      </w:r>
      <w:r>
        <w:rPr>
          <w:rFonts w:cs="Georgia"/>
          <w:kern w:val="1"/>
        </w:rPr>
        <w:t xml:space="preserve">, </w:t>
      </w:r>
      <w:r w:rsidR="00BE611A">
        <w:rPr>
          <w:rFonts w:cs="Georgia"/>
          <w:kern w:val="1"/>
        </w:rPr>
        <w:t>les junkers auront bien souffert</w:t>
      </w:r>
      <w:r>
        <w:rPr>
          <w:rFonts w:cs="Georgia"/>
          <w:kern w:val="1"/>
        </w:rPr>
        <w:t xml:space="preserve">. </w:t>
      </w:r>
      <w:r w:rsidR="00BE611A">
        <w:rPr>
          <w:rFonts w:cs="Georgia"/>
          <w:kern w:val="1"/>
        </w:rPr>
        <w:t>Orpheline</w:t>
      </w:r>
      <w:r>
        <w:rPr>
          <w:rFonts w:cs="Georgia"/>
          <w:kern w:val="1"/>
        </w:rPr>
        <w:t xml:space="preserve">, </w:t>
      </w:r>
      <w:r w:rsidR="00BE611A">
        <w:rPr>
          <w:rFonts w:cs="Georgia"/>
          <w:kern w:val="1"/>
        </w:rPr>
        <w:t>seule</w:t>
      </w:r>
      <w:r>
        <w:rPr>
          <w:rFonts w:cs="Georgia"/>
          <w:kern w:val="1"/>
        </w:rPr>
        <w:t xml:space="preserve">, </w:t>
      </w:r>
      <w:r w:rsidR="00BE611A">
        <w:rPr>
          <w:rFonts w:cs="Georgia"/>
          <w:kern w:val="1"/>
        </w:rPr>
        <w:t>ruinée elle aussi</w:t>
      </w:r>
      <w:r>
        <w:rPr>
          <w:rFonts w:cs="Georgia"/>
          <w:kern w:val="1"/>
        </w:rPr>
        <w:t xml:space="preserve">, </w:t>
      </w:r>
      <w:r w:rsidR="00BE611A">
        <w:rPr>
          <w:rFonts w:cs="Georgia"/>
          <w:kern w:val="1"/>
        </w:rPr>
        <w:t>que vouliez-vous qu</w:t>
      </w:r>
      <w:r>
        <w:rPr>
          <w:rFonts w:cs="Georgia"/>
          <w:kern w:val="1"/>
        </w:rPr>
        <w:t>’</w:t>
      </w:r>
      <w:r w:rsidR="00BE611A">
        <w:rPr>
          <w:rFonts w:cs="Georgia"/>
          <w:kern w:val="1"/>
        </w:rPr>
        <w:t>elle fît</w:t>
      </w:r>
      <w:r>
        <w:rPr>
          <w:rFonts w:cs="Georgia"/>
          <w:kern w:val="1"/>
        </w:rPr>
        <w:t xml:space="preserve"> ? </w:t>
      </w:r>
      <w:r w:rsidR="00BE611A">
        <w:rPr>
          <w:rFonts w:cs="Georgia"/>
          <w:kern w:val="1"/>
        </w:rPr>
        <w:t>Le frère de son fiancé l</w:t>
      </w:r>
      <w:r>
        <w:rPr>
          <w:rFonts w:cs="Georgia"/>
          <w:kern w:val="1"/>
        </w:rPr>
        <w:t>’</w:t>
      </w:r>
      <w:r w:rsidR="00BE611A">
        <w:rPr>
          <w:rFonts w:cs="Georgia"/>
          <w:kern w:val="1"/>
        </w:rPr>
        <w:t>invitait de façon pressante à venir habiter Reichendorf</w:t>
      </w:r>
      <w:r>
        <w:rPr>
          <w:rFonts w:cs="Georgia"/>
          <w:kern w:val="1"/>
        </w:rPr>
        <w:t xml:space="preserve">, </w:t>
      </w:r>
      <w:r w:rsidR="00BE611A">
        <w:rPr>
          <w:rFonts w:cs="Georgia"/>
          <w:kern w:val="1"/>
        </w:rPr>
        <w:t>en attendant des temps meilleurs et son mariage avec le comte Dietrich</w:t>
      </w:r>
      <w:r>
        <w:rPr>
          <w:rFonts w:cs="Georgia"/>
          <w:kern w:val="1"/>
        </w:rPr>
        <w:t xml:space="preserve">. </w:t>
      </w:r>
      <w:r w:rsidR="00BE611A">
        <w:rPr>
          <w:rFonts w:cs="Georgia"/>
          <w:kern w:val="1"/>
        </w:rPr>
        <w:t>Elle accepta</w:t>
      </w:r>
      <w:r>
        <w:rPr>
          <w:rFonts w:cs="Georgia"/>
          <w:kern w:val="1"/>
        </w:rPr>
        <w:t xml:space="preserve">, </w:t>
      </w:r>
      <w:r w:rsidR="00BE611A">
        <w:rPr>
          <w:rFonts w:cs="Georgia"/>
          <w:kern w:val="1"/>
        </w:rPr>
        <w:t>naturellement</w:t>
      </w:r>
      <w:r>
        <w:rPr>
          <w:rFonts w:cs="Georgia"/>
          <w:kern w:val="1"/>
        </w:rPr>
        <w:t xml:space="preserve">, </w:t>
      </w:r>
      <w:r w:rsidR="00BE611A">
        <w:rPr>
          <w:rFonts w:cs="Georgia"/>
          <w:kern w:val="1"/>
        </w:rPr>
        <w:t>d</w:t>
      </w:r>
      <w:r>
        <w:rPr>
          <w:rFonts w:cs="Georgia"/>
          <w:kern w:val="1"/>
        </w:rPr>
        <w:t>’</w:t>
      </w:r>
      <w:r w:rsidR="00BE611A">
        <w:rPr>
          <w:rFonts w:cs="Georgia"/>
          <w:kern w:val="1"/>
        </w:rPr>
        <w:t>autant plus naturellement qu</w:t>
      </w:r>
      <w:r>
        <w:rPr>
          <w:rFonts w:cs="Georgia"/>
          <w:kern w:val="1"/>
        </w:rPr>
        <w:t>’</w:t>
      </w:r>
      <w:r w:rsidR="00BE611A">
        <w:rPr>
          <w:rFonts w:cs="Georgia"/>
          <w:kern w:val="1"/>
        </w:rPr>
        <w:t>elle n</w:t>
      </w:r>
      <w:r>
        <w:rPr>
          <w:rFonts w:cs="Georgia"/>
          <w:kern w:val="1"/>
        </w:rPr>
        <w:t>’</w:t>
      </w:r>
      <w:r w:rsidR="00BE611A">
        <w:rPr>
          <w:rFonts w:cs="Georgia"/>
          <w:kern w:val="1"/>
        </w:rPr>
        <w:t>avait pas besoin de ce mariage pour être un peu de la famille</w:t>
      </w:r>
      <w:r>
        <w:rPr>
          <w:rFonts w:cs="Georgia"/>
          <w:kern w:val="1"/>
        </w:rPr>
        <w:t xml:space="preserve">. </w:t>
      </w:r>
      <w:r w:rsidR="00BE611A">
        <w:rPr>
          <w:rFonts w:cs="Georgia"/>
          <w:kern w:val="1"/>
        </w:rPr>
        <w:t>C</w:t>
      </w:r>
      <w:r>
        <w:rPr>
          <w:rFonts w:cs="Georgia"/>
          <w:kern w:val="1"/>
        </w:rPr>
        <w:t>’</w:t>
      </w:r>
      <w:r w:rsidR="00BE611A">
        <w:rPr>
          <w:rFonts w:cs="Georgia"/>
          <w:kern w:val="1"/>
        </w:rPr>
        <w:t>est une vieille</w:t>
      </w:r>
      <w:r>
        <w:rPr>
          <w:rFonts w:cs="Georgia"/>
          <w:kern w:val="1"/>
        </w:rPr>
        <w:t xml:space="preserve">, </w:t>
      </w:r>
      <w:r w:rsidR="00BE611A">
        <w:rPr>
          <w:rFonts w:cs="Georgia"/>
          <w:kern w:val="1"/>
        </w:rPr>
        <w:t>une très vieille histoire</w:t>
      </w:r>
      <w:r>
        <w:rPr>
          <w:rFonts w:cs="Georgia"/>
          <w:kern w:val="1"/>
        </w:rPr>
        <w:t xml:space="preserve">. </w:t>
      </w:r>
      <w:r w:rsidR="00BE611A">
        <w:rPr>
          <w:rFonts w:cs="Georgia"/>
          <w:kern w:val="1"/>
        </w:rPr>
        <w:t>Mais je m</w:t>
      </w:r>
      <w:r>
        <w:rPr>
          <w:rFonts w:cs="Georgia"/>
          <w:kern w:val="1"/>
        </w:rPr>
        <w:t>’</w:t>
      </w:r>
      <w:r w:rsidR="00BE611A">
        <w:rPr>
          <w:rFonts w:cs="Georgia"/>
          <w:kern w:val="1"/>
        </w:rPr>
        <w:t>aperçois que je vous fais perdre votre temps</w:t>
      </w:r>
      <w:r>
        <w:rPr>
          <w:rFonts w:cs="Georgia"/>
          <w:kern w:val="1"/>
        </w:rPr>
        <w:t>…</w:t>
      </w:r>
    </w:p>
    <w:p w14:paraId="55D72076" w14:textId="77777777" w:rsidR="000E1451" w:rsidRDefault="000E1451" w:rsidP="00BE611A">
      <w:pPr>
        <w:rPr>
          <w:rFonts w:cs="Georgia"/>
          <w:kern w:val="1"/>
        </w:rPr>
      </w:pPr>
      <w:r>
        <w:rPr>
          <w:rFonts w:cs="Georgia"/>
          <w:kern w:val="1"/>
        </w:rPr>
        <w:t>— </w:t>
      </w:r>
      <w:r w:rsidR="00BE611A">
        <w:rPr>
          <w:rFonts w:cs="Georgia"/>
          <w:kern w:val="1"/>
        </w:rPr>
        <w:t>Je vous en prie</w:t>
      </w:r>
      <w:r>
        <w:rPr>
          <w:rFonts w:cs="Georgia"/>
          <w:kern w:val="1"/>
        </w:rPr>
        <w:t xml:space="preserve"> ; </w:t>
      </w:r>
      <w:r w:rsidR="00BE611A">
        <w:rPr>
          <w:rFonts w:cs="Georgia"/>
          <w:kern w:val="1"/>
        </w:rPr>
        <w:t>Monsieur le Pasteur</w:t>
      </w:r>
      <w:r>
        <w:rPr>
          <w:rFonts w:cs="Georgia"/>
          <w:kern w:val="1"/>
        </w:rPr>
        <w:t>.</w:t>
      </w:r>
    </w:p>
    <w:p w14:paraId="39052662" w14:textId="77777777" w:rsidR="000E1451" w:rsidRDefault="000E1451" w:rsidP="00BE611A">
      <w:pPr>
        <w:rPr>
          <w:rFonts w:cs="Georgia"/>
          <w:kern w:val="1"/>
        </w:rPr>
      </w:pPr>
      <w:r>
        <w:rPr>
          <w:rFonts w:cs="Georgia"/>
          <w:kern w:val="1"/>
        </w:rPr>
        <w:lastRenderedPageBreak/>
        <w:t>— </w:t>
      </w:r>
      <w:r w:rsidR="00BE611A">
        <w:rPr>
          <w:rFonts w:cs="Georgia"/>
          <w:kern w:val="1"/>
        </w:rPr>
        <w:t>C</w:t>
      </w:r>
      <w:r>
        <w:rPr>
          <w:rFonts w:cs="Georgia"/>
          <w:kern w:val="1"/>
        </w:rPr>
        <w:t>’</w:t>
      </w:r>
      <w:r w:rsidR="00BE611A">
        <w:rPr>
          <w:rFonts w:cs="Georgia"/>
          <w:kern w:val="1"/>
        </w:rPr>
        <w:t>est qu</w:t>
      </w:r>
      <w:r>
        <w:rPr>
          <w:rFonts w:cs="Georgia"/>
          <w:kern w:val="1"/>
        </w:rPr>
        <w:t>’</w:t>
      </w:r>
      <w:r w:rsidR="00BE611A">
        <w:rPr>
          <w:rFonts w:cs="Georgia"/>
          <w:kern w:val="1"/>
        </w:rPr>
        <w:t>il est déjà trois heures</w:t>
      </w:r>
      <w:r>
        <w:rPr>
          <w:rFonts w:cs="Georgia"/>
          <w:kern w:val="1"/>
        </w:rPr>
        <w:t xml:space="preserve">. </w:t>
      </w:r>
      <w:r w:rsidR="00BE611A">
        <w:rPr>
          <w:rFonts w:cs="Georgia"/>
          <w:kern w:val="1"/>
        </w:rPr>
        <w:t>À quatre heures et demie</w:t>
      </w:r>
      <w:r>
        <w:rPr>
          <w:rFonts w:cs="Georgia"/>
          <w:kern w:val="1"/>
        </w:rPr>
        <w:t xml:space="preserve">, </w:t>
      </w:r>
      <w:r w:rsidR="00BE611A">
        <w:rPr>
          <w:rFonts w:cs="Georgia"/>
          <w:kern w:val="1"/>
        </w:rPr>
        <w:t>le soldat qui doit vous ramener au camp sera ici</w:t>
      </w:r>
      <w:r>
        <w:rPr>
          <w:rFonts w:cs="Georgia"/>
          <w:kern w:val="1"/>
        </w:rPr>
        <w:t xml:space="preserve">. </w:t>
      </w:r>
      <w:r w:rsidR="00BE611A">
        <w:rPr>
          <w:rFonts w:cs="Georgia"/>
          <w:kern w:val="1"/>
        </w:rPr>
        <w:t>Vous ne pourrez pas achever de dactylographier aujourd</w:t>
      </w:r>
      <w:r>
        <w:rPr>
          <w:rFonts w:cs="Georgia"/>
          <w:kern w:val="1"/>
        </w:rPr>
        <w:t>’</w:t>
      </w:r>
      <w:r w:rsidR="00BE611A">
        <w:rPr>
          <w:rFonts w:cs="Georgia"/>
          <w:kern w:val="1"/>
        </w:rPr>
        <w:t xml:space="preserve">hui mon commentaire du psaume </w:t>
      </w:r>
      <w:r>
        <w:rPr>
          <w:rFonts w:cs="Georgia"/>
          <w:kern w:val="1"/>
        </w:rPr>
        <w:t>« </w:t>
      </w:r>
      <w:r w:rsidR="00BE611A">
        <w:rPr>
          <w:rFonts w:cs="Georgia"/>
          <w:kern w:val="1"/>
        </w:rPr>
        <w:t>l</w:t>
      </w:r>
      <w:r>
        <w:rPr>
          <w:rFonts w:cs="Georgia"/>
          <w:kern w:val="1"/>
        </w:rPr>
        <w:t>’</w:t>
      </w:r>
      <w:r w:rsidR="00BE611A">
        <w:rPr>
          <w:rFonts w:cs="Georgia"/>
          <w:kern w:val="1"/>
        </w:rPr>
        <w:t>Emmanuel a sanctifié son âme</w:t>
      </w:r>
      <w:r>
        <w:rPr>
          <w:rFonts w:cs="Georgia"/>
          <w:kern w:val="1"/>
        </w:rPr>
        <w:t>. »</w:t>
      </w:r>
      <w:r w:rsidR="00BE611A">
        <w:rPr>
          <w:rFonts w:cs="Georgia"/>
          <w:kern w:val="1"/>
        </w:rPr>
        <w:t xml:space="preserve"> Allons</w:t>
      </w:r>
      <w:r>
        <w:rPr>
          <w:rFonts w:cs="Georgia"/>
          <w:kern w:val="1"/>
        </w:rPr>
        <w:t xml:space="preserve">, </w:t>
      </w:r>
      <w:r w:rsidR="00BE611A">
        <w:rPr>
          <w:rFonts w:cs="Georgia"/>
          <w:kern w:val="1"/>
        </w:rPr>
        <w:t>tant pis</w:t>
      </w:r>
      <w:r>
        <w:rPr>
          <w:rFonts w:cs="Georgia"/>
          <w:kern w:val="1"/>
        </w:rPr>
        <w:t xml:space="preserve">. </w:t>
      </w:r>
      <w:r w:rsidR="00BE611A">
        <w:rPr>
          <w:rFonts w:cs="Georgia"/>
          <w:kern w:val="1"/>
        </w:rPr>
        <w:t>Ce sera pour mardi prochain</w:t>
      </w:r>
      <w:r>
        <w:rPr>
          <w:rFonts w:cs="Georgia"/>
          <w:kern w:val="1"/>
        </w:rPr>
        <w:t xml:space="preserve">. </w:t>
      </w:r>
      <w:r w:rsidR="00BE611A">
        <w:rPr>
          <w:rFonts w:cs="Georgia"/>
          <w:kern w:val="1"/>
        </w:rPr>
        <w:t>Mais alors que Friska nous apporte un peu de bière</w:t>
      </w:r>
      <w:r>
        <w:rPr>
          <w:rFonts w:cs="Georgia"/>
          <w:kern w:val="1"/>
        </w:rPr>
        <w:t xml:space="preserve">. </w:t>
      </w:r>
      <w:r w:rsidR="00BE611A">
        <w:rPr>
          <w:rFonts w:cs="Georgia"/>
          <w:kern w:val="1"/>
        </w:rPr>
        <w:t>Là</w:t>
      </w:r>
      <w:r>
        <w:rPr>
          <w:rFonts w:cs="Georgia"/>
          <w:kern w:val="1"/>
        </w:rPr>
        <w:t xml:space="preserve"> ! </w:t>
      </w:r>
      <w:r w:rsidR="00BE611A">
        <w:rPr>
          <w:rFonts w:cs="Georgia"/>
          <w:kern w:val="1"/>
        </w:rPr>
        <w:t>Avec le froid qu</w:t>
      </w:r>
      <w:r>
        <w:rPr>
          <w:rFonts w:cs="Georgia"/>
          <w:kern w:val="1"/>
        </w:rPr>
        <w:t>’</w:t>
      </w:r>
      <w:r w:rsidR="00BE611A">
        <w:rPr>
          <w:rFonts w:cs="Georgia"/>
          <w:kern w:val="1"/>
        </w:rPr>
        <w:t>il fait</w:t>
      </w:r>
      <w:r>
        <w:rPr>
          <w:rFonts w:cs="Georgia"/>
          <w:kern w:val="1"/>
        </w:rPr>
        <w:t xml:space="preserve">, </w:t>
      </w:r>
      <w:r w:rsidR="00BE611A">
        <w:rPr>
          <w:rFonts w:cs="Georgia"/>
          <w:kern w:val="1"/>
        </w:rPr>
        <w:t>inutile</w:t>
      </w:r>
      <w:r>
        <w:rPr>
          <w:rFonts w:cs="Georgia"/>
          <w:kern w:val="1"/>
        </w:rPr>
        <w:t xml:space="preserve">, </w:t>
      </w:r>
      <w:r w:rsidR="00BE611A">
        <w:rPr>
          <w:rFonts w:cs="Georgia"/>
          <w:kern w:val="1"/>
        </w:rPr>
        <w:t>n</w:t>
      </w:r>
      <w:r>
        <w:rPr>
          <w:rFonts w:cs="Georgia"/>
          <w:kern w:val="1"/>
        </w:rPr>
        <w:t>’</w:t>
      </w:r>
      <w:r w:rsidR="00BE611A">
        <w:rPr>
          <w:rFonts w:cs="Georgia"/>
          <w:kern w:val="1"/>
        </w:rPr>
        <w:t>est-ce pas</w:t>
      </w:r>
      <w:r>
        <w:rPr>
          <w:rFonts w:cs="Georgia"/>
          <w:kern w:val="1"/>
        </w:rPr>
        <w:t xml:space="preserve">, </w:t>
      </w:r>
      <w:r w:rsidR="00BE611A">
        <w:rPr>
          <w:rFonts w:cs="Georgia"/>
          <w:kern w:val="1"/>
        </w:rPr>
        <w:t>de la mettre à rafraîchir</w:t>
      </w:r>
      <w:r>
        <w:rPr>
          <w:rFonts w:cs="Georgia"/>
          <w:kern w:val="1"/>
        </w:rPr>
        <w:t xml:space="preserve">. </w:t>
      </w:r>
      <w:r w:rsidR="00BE611A">
        <w:rPr>
          <w:rFonts w:cs="Georgia"/>
          <w:kern w:val="1"/>
        </w:rPr>
        <w:t>Où en étions-nous</w:t>
      </w:r>
      <w:r>
        <w:rPr>
          <w:rFonts w:cs="Georgia"/>
          <w:kern w:val="1"/>
        </w:rPr>
        <w:t xml:space="preserve"> ? </w:t>
      </w:r>
      <w:r w:rsidR="00BE611A">
        <w:rPr>
          <w:rFonts w:cs="Georgia"/>
          <w:kern w:val="1"/>
        </w:rPr>
        <w:t>Ah</w:t>
      </w:r>
      <w:r>
        <w:rPr>
          <w:rFonts w:cs="Georgia"/>
          <w:kern w:val="1"/>
        </w:rPr>
        <w:t xml:space="preserve"> ! </w:t>
      </w:r>
      <w:r w:rsidR="00BE611A">
        <w:rPr>
          <w:rFonts w:cs="Georgia"/>
          <w:kern w:val="1"/>
        </w:rPr>
        <w:t>oui</w:t>
      </w:r>
      <w:r>
        <w:rPr>
          <w:rFonts w:cs="Georgia"/>
          <w:kern w:val="1"/>
        </w:rPr>
        <w:t xml:space="preserve">. </w:t>
      </w:r>
      <w:r w:rsidR="00BE611A">
        <w:rPr>
          <w:rFonts w:cs="Georgia"/>
          <w:kern w:val="1"/>
        </w:rPr>
        <w:t xml:space="preserve">Je vous disais donc que ce ne sera pas du jour du mariage de </w:t>
      </w:r>
      <w:r>
        <w:rPr>
          <w:rFonts w:cs="Georgia"/>
          <w:kern w:val="1"/>
        </w:rPr>
        <w:t>M</w:t>
      </w:r>
      <w:r w:rsidRPr="000E1451">
        <w:rPr>
          <w:rFonts w:cs="Georgia"/>
          <w:kern w:val="1"/>
          <w:vertAlign w:val="superscript"/>
        </w:rPr>
        <w:t>lle</w:t>
      </w:r>
      <w:r>
        <w:rPr>
          <w:rFonts w:cs="Georgia"/>
          <w:kern w:val="1"/>
        </w:rPr>
        <w:t> </w:t>
      </w:r>
      <w:r w:rsidR="00BE611A">
        <w:rPr>
          <w:rFonts w:cs="Georgia"/>
          <w:kern w:val="1"/>
        </w:rPr>
        <w:t>Axelle avec le comte Dietrich que dateront les liens qui unissent les deux familles</w:t>
      </w:r>
      <w:r>
        <w:rPr>
          <w:rFonts w:cs="Georgia"/>
          <w:kern w:val="1"/>
        </w:rPr>
        <w:t xml:space="preserve">. </w:t>
      </w:r>
      <w:r w:rsidR="00BE611A">
        <w:rPr>
          <w:rFonts w:cs="Georgia"/>
          <w:kern w:val="1"/>
        </w:rPr>
        <w:t>En 1240</w:t>
      </w:r>
      <w:r>
        <w:rPr>
          <w:rFonts w:cs="Georgia"/>
          <w:kern w:val="1"/>
        </w:rPr>
        <w:t xml:space="preserve">, </w:t>
      </w:r>
      <w:r w:rsidR="00BE611A">
        <w:rPr>
          <w:rFonts w:cs="Georgia"/>
          <w:kern w:val="1"/>
        </w:rPr>
        <w:t>après les luttes contre les Obotrites</w:t>
      </w:r>
      <w:r>
        <w:rPr>
          <w:rFonts w:cs="Georgia"/>
          <w:kern w:val="1"/>
        </w:rPr>
        <w:t xml:space="preserve">, </w:t>
      </w:r>
      <w:r w:rsidR="00BE611A">
        <w:rPr>
          <w:rFonts w:cs="Georgia"/>
          <w:kern w:val="1"/>
        </w:rPr>
        <w:t>les Danois et les Tartares</w:t>
      </w:r>
      <w:r>
        <w:rPr>
          <w:rFonts w:cs="Georgia"/>
          <w:kern w:val="1"/>
        </w:rPr>
        <w:t xml:space="preserve">, </w:t>
      </w:r>
      <w:r w:rsidR="00BE611A">
        <w:rPr>
          <w:rFonts w:cs="Georgia"/>
          <w:kern w:val="1"/>
        </w:rPr>
        <w:t>il ne restait plus de la maison de Reichendorf que Reinhold</w:t>
      </w:r>
      <w:r>
        <w:rPr>
          <w:rFonts w:cs="Georgia"/>
          <w:kern w:val="1"/>
        </w:rPr>
        <w:t xml:space="preserve">, </w:t>
      </w:r>
      <w:r w:rsidR="00BE611A">
        <w:rPr>
          <w:rFonts w:cs="Georgia"/>
          <w:kern w:val="1"/>
        </w:rPr>
        <w:t>margrave d</w:t>
      </w:r>
      <w:r>
        <w:rPr>
          <w:rFonts w:cs="Georgia"/>
          <w:kern w:val="1"/>
        </w:rPr>
        <w:t>’</w:t>
      </w:r>
      <w:r w:rsidR="00BE611A">
        <w:rPr>
          <w:rFonts w:cs="Georgia"/>
          <w:kern w:val="1"/>
        </w:rPr>
        <w:t>Héligenbeil</w:t>
      </w:r>
      <w:r>
        <w:rPr>
          <w:rFonts w:cs="Georgia"/>
          <w:kern w:val="1"/>
        </w:rPr>
        <w:t xml:space="preserve">. </w:t>
      </w:r>
      <w:r w:rsidR="00BE611A">
        <w:rPr>
          <w:rFonts w:cs="Georgia"/>
          <w:kern w:val="1"/>
        </w:rPr>
        <w:t>Mais il avait abandonné le monde</w:t>
      </w:r>
      <w:r>
        <w:rPr>
          <w:rFonts w:cs="Georgia"/>
          <w:kern w:val="1"/>
        </w:rPr>
        <w:t xml:space="preserve">, </w:t>
      </w:r>
      <w:r w:rsidR="00BE611A">
        <w:rPr>
          <w:rFonts w:cs="Georgia"/>
          <w:kern w:val="1"/>
        </w:rPr>
        <w:t>et après avoir prononcé les vœux d</w:t>
      </w:r>
      <w:r>
        <w:rPr>
          <w:rFonts w:cs="Georgia"/>
          <w:kern w:val="1"/>
        </w:rPr>
        <w:t>’</w:t>
      </w:r>
      <w:r w:rsidR="00BE611A">
        <w:rPr>
          <w:rFonts w:cs="Georgia"/>
          <w:kern w:val="1"/>
        </w:rPr>
        <w:t>usage</w:t>
      </w:r>
      <w:r>
        <w:rPr>
          <w:rFonts w:cs="Georgia"/>
          <w:kern w:val="1"/>
        </w:rPr>
        <w:t xml:space="preserve">, </w:t>
      </w:r>
      <w:r w:rsidR="00BE611A">
        <w:rPr>
          <w:rFonts w:cs="Georgia"/>
          <w:kern w:val="1"/>
        </w:rPr>
        <w:t>s</w:t>
      </w:r>
      <w:r>
        <w:rPr>
          <w:rFonts w:cs="Georgia"/>
          <w:kern w:val="1"/>
        </w:rPr>
        <w:t>’</w:t>
      </w:r>
      <w:r w:rsidR="00BE611A">
        <w:rPr>
          <w:rFonts w:cs="Georgia"/>
          <w:kern w:val="1"/>
        </w:rPr>
        <w:t>était fait recevoir dans l</w:t>
      </w:r>
      <w:r>
        <w:rPr>
          <w:rFonts w:cs="Georgia"/>
          <w:kern w:val="1"/>
        </w:rPr>
        <w:t>’</w:t>
      </w:r>
      <w:r w:rsidR="00BE611A">
        <w:rPr>
          <w:rFonts w:cs="Georgia"/>
          <w:kern w:val="1"/>
        </w:rPr>
        <w:t>Ordre Teutonique</w:t>
      </w:r>
      <w:r>
        <w:rPr>
          <w:rFonts w:cs="Georgia"/>
          <w:kern w:val="1"/>
        </w:rPr>
        <w:t xml:space="preserve">. </w:t>
      </w:r>
      <w:r w:rsidR="00BE611A">
        <w:rPr>
          <w:rFonts w:cs="Georgia"/>
          <w:kern w:val="1"/>
        </w:rPr>
        <w:t>Le Pape et l</w:t>
      </w:r>
      <w:r>
        <w:rPr>
          <w:rFonts w:cs="Georgia"/>
          <w:kern w:val="1"/>
        </w:rPr>
        <w:t>’</w:t>
      </w:r>
      <w:r w:rsidR="00BE611A">
        <w:rPr>
          <w:rFonts w:cs="Georgia"/>
          <w:kern w:val="1"/>
        </w:rPr>
        <w:t>Empereur ne voulurent pas que s</w:t>
      </w:r>
      <w:r>
        <w:rPr>
          <w:rFonts w:cs="Georgia"/>
          <w:kern w:val="1"/>
        </w:rPr>
        <w:t>’</w:t>
      </w:r>
      <w:r w:rsidR="00BE611A">
        <w:rPr>
          <w:rFonts w:cs="Georgia"/>
          <w:kern w:val="1"/>
        </w:rPr>
        <w:t>éteignît une aussi illustre lignée</w:t>
      </w:r>
      <w:r>
        <w:rPr>
          <w:rFonts w:cs="Georgia"/>
          <w:kern w:val="1"/>
        </w:rPr>
        <w:t xml:space="preserve">. </w:t>
      </w:r>
      <w:r w:rsidR="00BE611A">
        <w:rPr>
          <w:rFonts w:cs="Georgia"/>
          <w:kern w:val="1"/>
        </w:rPr>
        <w:t>Le Grand-Maître Hermann de Salza délia Reinhold de ses vœux</w:t>
      </w:r>
      <w:r>
        <w:rPr>
          <w:rFonts w:cs="Georgia"/>
          <w:kern w:val="1"/>
        </w:rPr>
        <w:t xml:space="preserve">, </w:t>
      </w:r>
      <w:r w:rsidR="00BE611A">
        <w:rPr>
          <w:rFonts w:cs="Georgia"/>
          <w:kern w:val="1"/>
        </w:rPr>
        <w:t>et lui enjoignit de contracter mariage</w:t>
      </w:r>
      <w:r>
        <w:rPr>
          <w:rFonts w:cs="Georgia"/>
          <w:kern w:val="1"/>
        </w:rPr>
        <w:t xml:space="preserve">. </w:t>
      </w:r>
      <w:r w:rsidR="00BE611A">
        <w:rPr>
          <w:rFonts w:cs="Georgia"/>
          <w:kern w:val="1"/>
        </w:rPr>
        <w:t>Ce fut ainsi qu</w:t>
      </w:r>
      <w:r>
        <w:rPr>
          <w:rFonts w:cs="Georgia"/>
          <w:kern w:val="1"/>
        </w:rPr>
        <w:t>’</w:t>
      </w:r>
      <w:r w:rsidR="00BE611A">
        <w:rPr>
          <w:rFonts w:cs="Georgia"/>
          <w:kern w:val="1"/>
        </w:rPr>
        <w:t>il épousa Hedwige de Wintersee-Mirrbach</w:t>
      </w:r>
      <w:r>
        <w:rPr>
          <w:rFonts w:cs="Georgia"/>
          <w:kern w:val="1"/>
        </w:rPr>
        <w:t xml:space="preserve">. </w:t>
      </w:r>
      <w:r w:rsidR="00BE611A">
        <w:rPr>
          <w:rFonts w:cs="Georgia"/>
          <w:kern w:val="1"/>
        </w:rPr>
        <w:t>Au château</w:t>
      </w:r>
      <w:r>
        <w:rPr>
          <w:rFonts w:cs="Georgia"/>
          <w:kern w:val="1"/>
        </w:rPr>
        <w:t xml:space="preserve">, </w:t>
      </w:r>
      <w:r w:rsidR="00BE611A">
        <w:rPr>
          <w:rFonts w:cs="Georgia"/>
          <w:kern w:val="1"/>
        </w:rPr>
        <w:t>dans le corridor du premier étage</w:t>
      </w:r>
      <w:r>
        <w:rPr>
          <w:rFonts w:cs="Georgia"/>
          <w:kern w:val="1"/>
        </w:rPr>
        <w:t xml:space="preserve">, </w:t>
      </w:r>
      <w:r w:rsidR="00BE611A">
        <w:rPr>
          <w:rFonts w:cs="Georgia"/>
          <w:kern w:val="1"/>
        </w:rPr>
        <w:t>se trouve leur portrait à tous deux</w:t>
      </w:r>
      <w:r>
        <w:rPr>
          <w:rFonts w:cs="Georgia"/>
          <w:kern w:val="1"/>
        </w:rPr>
        <w:t xml:space="preserve">. </w:t>
      </w:r>
      <w:r w:rsidR="00BE611A">
        <w:rPr>
          <w:rFonts w:cs="Georgia"/>
          <w:kern w:val="1"/>
        </w:rPr>
        <w:t>Vous ne le verrez jamais</w:t>
      </w:r>
      <w:r>
        <w:rPr>
          <w:rFonts w:cs="Georgia"/>
          <w:kern w:val="1"/>
        </w:rPr>
        <w:t xml:space="preserve"> : </w:t>
      </w:r>
      <w:r w:rsidR="00BE611A">
        <w:rPr>
          <w:rFonts w:cs="Georgia"/>
          <w:kern w:val="1"/>
        </w:rPr>
        <w:t>il faut donc que je vous le décrive</w:t>
      </w:r>
      <w:r>
        <w:rPr>
          <w:rFonts w:cs="Georgia"/>
          <w:kern w:val="1"/>
        </w:rPr>
        <w:t xml:space="preserve">. </w:t>
      </w:r>
      <w:r w:rsidR="00BE611A">
        <w:rPr>
          <w:rFonts w:cs="Georgia"/>
          <w:kern w:val="1"/>
        </w:rPr>
        <w:t>Lui</w:t>
      </w:r>
      <w:r>
        <w:rPr>
          <w:rFonts w:cs="Georgia"/>
          <w:kern w:val="1"/>
        </w:rPr>
        <w:t xml:space="preserve">, </w:t>
      </w:r>
      <w:r w:rsidR="00BE611A">
        <w:rPr>
          <w:rFonts w:cs="Georgia"/>
          <w:kern w:val="1"/>
        </w:rPr>
        <w:t>il a le glaive en mains</w:t>
      </w:r>
      <w:r>
        <w:rPr>
          <w:rFonts w:cs="Georgia"/>
          <w:kern w:val="1"/>
        </w:rPr>
        <w:t xml:space="preserve">, </w:t>
      </w:r>
      <w:r w:rsidR="00BE611A">
        <w:rPr>
          <w:rFonts w:cs="Georgia"/>
          <w:kern w:val="1"/>
        </w:rPr>
        <w:t>et</w:t>
      </w:r>
      <w:r>
        <w:rPr>
          <w:rFonts w:cs="Georgia"/>
          <w:kern w:val="1"/>
        </w:rPr>
        <w:t xml:space="preserve">, </w:t>
      </w:r>
      <w:r w:rsidR="00BE611A">
        <w:rPr>
          <w:rFonts w:cs="Georgia"/>
          <w:kern w:val="1"/>
        </w:rPr>
        <w:t>sur les épaules</w:t>
      </w:r>
      <w:r>
        <w:rPr>
          <w:rFonts w:cs="Georgia"/>
          <w:kern w:val="1"/>
        </w:rPr>
        <w:t xml:space="preserve">, </w:t>
      </w:r>
      <w:r w:rsidR="00BE611A">
        <w:rPr>
          <w:rFonts w:cs="Georgia"/>
          <w:kern w:val="1"/>
        </w:rPr>
        <w:t>le vaste manteau blanc des Chevaliers Porte-Croix</w:t>
      </w:r>
      <w:r>
        <w:rPr>
          <w:rFonts w:cs="Georgia"/>
          <w:kern w:val="1"/>
        </w:rPr>
        <w:t xml:space="preserve">. </w:t>
      </w:r>
      <w:r w:rsidR="00BE611A">
        <w:rPr>
          <w:rFonts w:cs="Georgia"/>
          <w:kern w:val="1"/>
        </w:rPr>
        <w:t>Elle</w:t>
      </w:r>
      <w:r>
        <w:rPr>
          <w:rFonts w:cs="Georgia"/>
          <w:kern w:val="1"/>
        </w:rPr>
        <w:t xml:space="preserve">, </w:t>
      </w:r>
      <w:r w:rsidR="00BE611A">
        <w:rPr>
          <w:rFonts w:cs="Georgia"/>
          <w:kern w:val="1"/>
        </w:rPr>
        <w:t>elle a le collier d</w:t>
      </w:r>
      <w:r>
        <w:rPr>
          <w:rFonts w:cs="Georgia"/>
          <w:kern w:val="1"/>
        </w:rPr>
        <w:t>’</w:t>
      </w:r>
      <w:r w:rsidR="00BE611A">
        <w:rPr>
          <w:rFonts w:cs="Georgia"/>
          <w:kern w:val="1"/>
        </w:rPr>
        <w:t>ambre</w:t>
      </w:r>
      <w:r>
        <w:rPr>
          <w:rFonts w:cs="Georgia"/>
          <w:kern w:val="1"/>
        </w:rPr>
        <w:t xml:space="preserve">, </w:t>
      </w:r>
      <w:r w:rsidR="00BE611A">
        <w:rPr>
          <w:rFonts w:cs="Georgia"/>
          <w:kern w:val="1"/>
        </w:rPr>
        <w:t>et les longs cheveux nattés</w:t>
      </w:r>
      <w:r>
        <w:rPr>
          <w:rFonts w:cs="Georgia"/>
          <w:kern w:val="1"/>
        </w:rPr>
        <w:t xml:space="preserve">, </w:t>
      </w:r>
      <w:r w:rsidR="00BE611A">
        <w:rPr>
          <w:rFonts w:cs="Georgia"/>
          <w:kern w:val="1"/>
        </w:rPr>
        <w:t>comme les portent encore les jeunes filles lithuaniennes</w:t>
      </w:r>
      <w:r>
        <w:rPr>
          <w:rFonts w:cs="Georgia"/>
          <w:kern w:val="1"/>
        </w:rPr>
        <w:t xml:space="preserve">. </w:t>
      </w:r>
      <w:r w:rsidR="00BE611A">
        <w:rPr>
          <w:rFonts w:cs="Georgia"/>
          <w:kern w:val="1"/>
        </w:rPr>
        <w:t>Sur cette terre de Samogitie</w:t>
      </w:r>
      <w:r>
        <w:rPr>
          <w:rFonts w:cs="Georgia"/>
          <w:kern w:val="1"/>
        </w:rPr>
        <w:t xml:space="preserve">, </w:t>
      </w:r>
      <w:r w:rsidR="00BE611A">
        <w:rPr>
          <w:rFonts w:cs="Georgia"/>
          <w:kern w:val="1"/>
        </w:rPr>
        <w:t>où tant de sang allemand a été versé et sera encore versé pour préserver le monde chrétien des hordes orientales</w:t>
      </w:r>
      <w:r>
        <w:rPr>
          <w:rFonts w:cs="Georgia"/>
          <w:kern w:val="1"/>
        </w:rPr>
        <w:t xml:space="preserve">, </w:t>
      </w:r>
      <w:r w:rsidR="00BE611A">
        <w:rPr>
          <w:rFonts w:cs="Georgia"/>
          <w:kern w:val="1"/>
        </w:rPr>
        <w:t>la mémoire d</w:t>
      </w:r>
      <w:r>
        <w:rPr>
          <w:rFonts w:cs="Georgia"/>
          <w:kern w:val="1"/>
        </w:rPr>
        <w:t>’</w:t>
      </w:r>
      <w:r w:rsidR="00BE611A">
        <w:rPr>
          <w:rFonts w:cs="Georgia"/>
          <w:kern w:val="1"/>
        </w:rPr>
        <w:t>Hedwige de Reichendorf est toujours vénérée</w:t>
      </w:r>
      <w:r>
        <w:rPr>
          <w:rFonts w:cs="Georgia"/>
          <w:kern w:val="1"/>
        </w:rPr>
        <w:t xml:space="preserve">. </w:t>
      </w:r>
      <w:r w:rsidR="00BE611A">
        <w:rPr>
          <w:rFonts w:cs="Georgia"/>
          <w:kern w:val="1"/>
        </w:rPr>
        <w:t xml:space="preserve">On dit que </w:t>
      </w:r>
      <w:r>
        <w:rPr>
          <w:rFonts w:cs="Georgia"/>
          <w:kern w:val="1"/>
        </w:rPr>
        <w:t>M</w:t>
      </w:r>
      <w:r w:rsidRPr="000E1451">
        <w:rPr>
          <w:rFonts w:cs="Georgia"/>
          <w:kern w:val="1"/>
          <w:vertAlign w:val="superscript"/>
        </w:rPr>
        <w:t>lle</w:t>
      </w:r>
      <w:r>
        <w:rPr>
          <w:rFonts w:cs="Georgia"/>
          <w:kern w:val="1"/>
        </w:rPr>
        <w:t> </w:t>
      </w:r>
      <w:r w:rsidR="00BE611A">
        <w:rPr>
          <w:rFonts w:cs="Georgia"/>
          <w:kern w:val="1"/>
        </w:rPr>
        <w:t>Axelle lui ressemble</w:t>
      </w:r>
      <w:r>
        <w:rPr>
          <w:rFonts w:cs="Georgia"/>
          <w:kern w:val="1"/>
        </w:rPr>
        <w:t xml:space="preserve">. </w:t>
      </w:r>
      <w:r w:rsidR="00BE611A">
        <w:rPr>
          <w:rFonts w:cs="Georgia"/>
          <w:kern w:val="1"/>
        </w:rPr>
        <w:t>Elle est presque aussi belle</w:t>
      </w:r>
      <w:r>
        <w:rPr>
          <w:rFonts w:cs="Georgia"/>
          <w:kern w:val="1"/>
        </w:rPr>
        <w:t xml:space="preserve">, </w:t>
      </w:r>
      <w:r w:rsidR="00BE611A">
        <w:rPr>
          <w:rFonts w:cs="Georgia"/>
          <w:kern w:val="1"/>
        </w:rPr>
        <w:t>et en tous cas aussi bonne que son aïeule</w:t>
      </w:r>
      <w:r>
        <w:rPr>
          <w:rFonts w:cs="Georgia"/>
          <w:kern w:val="1"/>
        </w:rPr>
        <w:t xml:space="preserve">. </w:t>
      </w:r>
      <w:r w:rsidR="00BE611A">
        <w:rPr>
          <w:rFonts w:cs="Georgia"/>
          <w:kern w:val="1"/>
        </w:rPr>
        <w:t>Vous souriez</w:t>
      </w:r>
      <w:r>
        <w:rPr>
          <w:rFonts w:cs="Georgia"/>
          <w:kern w:val="1"/>
        </w:rPr>
        <w:t xml:space="preserve">, </w:t>
      </w:r>
      <w:r w:rsidR="00BE611A">
        <w:rPr>
          <w:rFonts w:cs="Georgia"/>
          <w:kern w:val="1"/>
        </w:rPr>
        <w:t>monsieur Dumaine</w:t>
      </w:r>
      <w:r>
        <w:rPr>
          <w:rFonts w:cs="Georgia"/>
          <w:kern w:val="1"/>
        </w:rPr>
        <w:t> ?</w:t>
      </w:r>
    </w:p>
    <w:p w14:paraId="159E5D70" w14:textId="77777777" w:rsidR="000E1451" w:rsidRDefault="000E1451" w:rsidP="00BE611A">
      <w:pPr>
        <w:rPr>
          <w:rFonts w:cs="Georgia"/>
          <w:kern w:val="1"/>
        </w:rPr>
      </w:pPr>
      <w:r>
        <w:rPr>
          <w:rFonts w:cs="Georgia"/>
          <w:kern w:val="1"/>
        </w:rPr>
        <w:t>— </w:t>
      </w:r>
      <w:r w:rsidR="00BE611A">
        <w:rPr>
          <w:rFonts w:cs="Georgia"/>
          <w:kern w:val="1"/>
        </w:rPr>
        <w:t>Excusez-moi</w:t>
      </w:r>
      <w:r>
        <w:rPr>
          <w:rFonts w:cs="Georgia"/>
          <w:kern w:val="1"/>
        </w:rPr>
        <w:t xml:space="preserve">, </w:t>
      </w:r>
      <w:r w:rsidR="00BE611A">
        <w:rPr>
          <w:rFonts w:cs="Georgia"/>
          <w:kern w:val="1"/>
        </w:rPr>
        <w:t>Monsieur le Pasteur</w:t>
      </w:r>
      <w:r>
        <w:rPr>
          <w:rFonts w:cs="Georgia"/>
          <w:kern w:val="1"/>
        </w:rPr>
        <w:t xml:space="preserve">, </w:t>
      </w:r>
      <w:r w:rsidR="00BE611A">
        <w:rPr>
          <w:rFonts w:cs="Georgia"/>
          <w:kern w:val="1"/>
        </w:rPr>
        <w:t>mais vous venez de me rappeler certaine petite circonstance où j</w:t>
      </w:r>
      <w:r>
        <w:rPr>
          <w:rFonts w:cs="Georgia"/>
          <w:kern w:val="1"/>
        </w:rPr>
        <w:t>’</w:t>
      </w:r>
      <w:r w:rsidR="00BE611A">
        <w:rPr>
          <w:rFonts w:cs="Georgia"/>
          <w:kern w:val="1"/>
        </w:rPr>
        <w:t xml:space="preserve">ai dû me </w:t>
      </w:r>
      <w:r w:rsidR="00BE611A">
        <w:rPr>
          <w:rFonts w:cs="Georgia"/>
          <w:kern w:val="1"/>
        </w:rPr>
        <w:lastRenderedPageBreak/>
        <w:t>montrer bien maladroit</w:t>
      </w:r>
      <w:r>
        <w:rPr>
          <w:rFonts w:cs="Georgia"/>
          <w:kern w:val="1"/>
        </w:rPr>
        <w:t xml:space="preserve">, </w:t>
      </w:r>
      <w:r w:rsidR="00BE611A">
        <w:rPr>
          <w:rFonts w:cs="Georgia"/>
          <w:kern w:val="1"/>
        </w:rPr>
        <w:t>puisque je ne suis pas parvenu à me concilier la moindre parcelle de cette bonté dont vous faites l</w:t>
      </w:r>
      <w:r>
        <w:rPr>
          <w:rFonts w:cs="Georgia"/>
          <w:kern w:val="1"/>
        </w:rPr>
        <w:t>’</w:t>
      </w:r>
      <w:r w:rsidR="00BE611A">
        <w:rPr>
          <w:rFonts w:cs="Georgia"/>
          <w:kern w:val="1"/>
        </w:rPr>
        <w:t>éloge</w:t>
      </w:r>
      <w:r>
        <w:rPr>
          <w:rFonts w:cs="Georgia"/>
          <w:kern w:val="1"/>
        </w:rPr>
        <w:t>.</w:t>
      </w:r>
    </w:p>
    <w:p w14:paraId="77735160" w14:textId="77777777" w:rsidR="000E1451" w:rsidRDefault="00BE611A" w:rsidP="00BE611A">
      <w:pPr>
        <w:rPr>
          <w:rFonts w:cs="Georgia"/>
          <w:kern w:val="1"/>
        </w:rPr>
      </w:pPr>
      <w:r>
        <w:rPr>
          <w:rFonts w:cs="Georgia"/>
          <w:kern w:val="1"/>
        </w:rPr>
        <w:t>Et je lui racontai l</w:t>
      </w:r>
      <w:r w:rsidR="000E1451">
        <w:rPr>
          <w:rFonts w:cs="Georgia"/>
          <w:kern w:val="1"/>
        </w:rPr>
        <w:t>’</w:t>
      </w:r>
      <w:r>
        <w:rPr>
          <w:rFonts w:cs="Georgia"/>
          <w:kern w:val="1"/>
        </w:rPr>
        <w:t>épisode de l</w:t>
      </w:r>
      <w:r w:rsidR="000E1451">
        <w:rPr>
          <w:rFonts w:cs="Georgia"/>
          <w:kern w:val="1"/>
        </w:rPr>
        <w:t>’</w:t>
      </w:r>
      <w:r>
        <w:rPr>
          <w:rFonts w:cs="Georgia"/>
          <w:kern w:val="1"/>
        </w:rPr>
        <w:t>incendie dans le pavillon</w:t>
      </w:r>
      <w:r w:rsidR="000E1451">
        <w:rPr>
          <w:rFonts w:cs="Georgia"/>
          <w:kern w:val="1"/>
        </w:rPr>
        <w:t xml:space="preserve">, </w:t>
      </w:r>
      <w:r>
        <w:rPr>
          <w:rFonts w:cs="Georgia"/>
          <w:kern w:val="1"/>
        </w:rPr>
        <w:t>qui remontait à la semaine précédente</w:t>
      </w:r>
      <w:r w:rsidR="000E1451">
        <w:rPr>
          <w:rFonts w:cs="Georgia"/>
          <w:kern w:val="1"/>
        </w:rPr>
        <w:t xml:space="preserve">. </w:t>
      </w:r>
      <w:r>
        <w:rPr>
          <w:rFonts w:cs="Georgia"/>
          <w:kern w:val="1"/>
        </w:rPr>
        <w:t>Je n</w:t>
      </w:r>
      <w:r w:rsidR="000E1451">
        <w:rPr>
          <w:rFonts w:cs="Georgia"/>
          <w:kern w:val="1"/>
        </w:rPr>
        <w:t>’</w:t>
      </w:r>
      <w:r>
        <w:rPr>
          <w:rFonts w:cs="Georgia"/>
          <w:kern w:val="1"/>
        </w:rPr>
        <w:t>avais pas terminé qu</w:t>
      </w:r>
      <w:r w:rsidR="000E1451">
        <w:rPr>
          <w:rFonts w:cs="Georgia"/>
          <w:kern w:val="1"/>
        </w:rPr>
        <w:t>’</w:t>
      </w:r>
      <w:r>
        <w:rPr>
          <w:rFonts w:cs="Georgia"/>
          <w:kern w:val="1"/>
        </w:rPr>
        <w:t>il levait les bras au ciel</w:t>
      </w:r>
      <w:r w:rsidR="000E1451">
        <w:rPr>
          <w:rFonts w:cs="Georgia"/>
          <w:kern w:val="1"/>
        </w:rPr>
        <w:t>.</w:t>
      </w:r>
    </w:p>
    <w:p w14:paraId="1E05B8DA" w14:textId="77777777" w:rsidR="000E1451" w:rsidRDefault="000E1451" w:rsidP="00BE611A">
      <w:pPr>
        <w:rPr>
          <w:rFonts w:cs="Georgia"/>
          <w:kern w:val="1"/>
        </w:rPr>
      </w:pPr>
      <w:r>
        <w:rPr>
          <w:rFonts w:cs="Georgia"/>
          <w:kern w:val="1"/>
        </w:rPr>
        <w:t>— </w:t>
      </w:r>
      <w:r w:rsidR="00BE611A">
        <w:rPr>
          <w:rFonts w:cs="Georgia"/>
          <w:kern w:val="1"/>
        </w:rPr>
        <w:t>Eh quoi</w:t>
      </w:r>
      <w:r>
        <w:rPr>
          <w:rFonts w:cs="Georgia"/>
          <w:kern w:val="1"/>
        </w:rPr>
        <w:t xml:space="preserve"> ! </w:t>
      </w:r>
      <w:r w:rsidR="00BE611A">
        <w:rPr>
          <w:rFonts w:cs="Georgia"/>
          <w:kern w:val="1"/>
        </w:rPr>
        <w:t>C</w:t>
      </w:r>
      <w:r>
        <w:rPr>
          <w:rFonts w:cs="Georgia"/>
          <w:kern w:val="1"/>
        </w:rPr>
        <w:t>’</w:t>
      </w:r>
      <w:r w:rsidR="00BE611A">
        <w:rPr>
          <w:rFonts w:cs="Georgia"/>
          <w:kern w:val="1"/>
        </w:rPr>
        <w:t>était donc vous</w:t>
      </w:r>
      <w:r>
        <w:rPr>
          <w:rFonts w:cs="Georgia"/>
          <w:kern w:val="1"/>
        </w:rPr>
        <w:t> ?</w:t>
      </w:r>
    </w:p>
    <w:p w14:paraId="5C91491A" w14:textId="77777777" w:rsidR="000E1451" w:rsidRDefault="000E1451" w:rsidP="00BE611A">
      <w:pPr>
        <w:rPr>
          <w:rFonts w:cs="Georgia"/>
          <w:kern w:val="1"/>
        </w:rPr>
      </w:pPr>
      <w:r>
        <w:rPr>
          <w:rFonts w:cs="Georgia"/>
          <w:kern w:val="1"/>
        </w:rPr>
        <w:t>— </w:t>
      </w:r>
      <w:r w:rsidR="00BE611A">
        <w:rPr>
          <w:rFonts w:cs="Georgia"/>
          <w:kern w:val="1"/>
        </w:rPr>
        <w:t>Comment</w:t>
      </w:r>
      <w:r>
        <w:rPr>
          <w:rFonts w:cs="Georgia"/>
          <w:kern w:val="1"/>
        </w:rPr>
        <w:t xml:space="preserve">, </w:t>
      </w:r>
      <w:r w:rsidR="00BE611A">
        <w:rPr>
          <w:rFonts w:cs="Georgia"/>
          <w:kern w:val="1"/>
        </w:rPr>
        <w:t>vous étiez informé</w:t>
      </w:r>
      <w:r>
        <w:rPr>
          <w:rFonts w:cs="Georgia"/>
          <w:kern w:val="1"/>
        </w:rPr>
        <w:t> ?</w:t>
      </w:r>
    </w:p>
    <w:p w14:paraId="4CAE5657" w14:textId="77777777" w:rsidR="000E1451" w:rsidRDefault="000E1451" w:rsidP="00BE611A">
      <w:pPr>
        <w:rPr>
          <w:rFonts w:cs="Georgia"/>
          <w:kern w:val="1"/>
        </w:rPr>
      </w:pPr>
      <w:r>
        <w:rPr>
          <w:rFonts w:cs="Georgia"/>
          <w:kern w:val="1"/>
        </w:rPr>
        <w:t>— M</w:t>
      </w:r>
      <w:r w:rsidRPr="000E1451">
        <w:rPr>
          <w:rFonts w:cs="Georgia"/>
          <w:kern w:val="1"/>
          <w:vertAlign w:val="superscript"/>
        </w:rPr>
        <w:t>lle</w:t>
      </w:r>
      <w:r>
        <w:rPr>
          <w:rFonts w:cs="Georgia"/>
          <w:kern w:val="1"/>
        </w:rPr>
        <w:t> de </w:t>
      </w:r>
      <w:r w:rsidR="00BE611A">
        <w:rPr>
          <w:rFonts w:cs="Georgia"/>
          <w:kern w:val="1"/>
        </w:rPr>
        <w:t>Mirrbach a raconté l</w:t>
      </w:r>
      <w:r>
        <w:rPr>
          <w:rFonts w:cs="Georgia"/>
          <w:kern w:val="1"/>
        </w:rPr>
        <w:t>’</w:t>
      </w:r>
      <w:r w:rsidR="00BE611A">
        <w:rPr>
          <w:rFonts w:cs="Georgia"/>
          <w:kern w:val="1"/>
        </w:rPr>
        <w:t>histoire dimanche dernier</w:t>
      </w:r>
      <w:r>
        <w:rPr>
          <w:rFonts w:cs="Georgia"/>
          <w:kern w:val="1"/>
        </w:rPr>
        <w:t xml:space="preserve">, </w:t>
      </w:r>
      <w:r w:rsidR="00BE611A">
        <w:rPr>
          <w:rFonts w:cs="Georgia"/>
          <w:kern w:val="1"/>
        </w:rPr>
        <w:t>au déjeuner</w:t>
      </w:r>
      <w:r>
        <w:rPr>
          <w:rFonts w:cs="Georgia"/>
          <w:kern w:val="1"/>
        </w:rPr>
        <w:t xml:space="preserve">, </w:t>
      </w:r>
      <w:r w:rsidR="00BE611A">
        <w:rPr>
          <w:rFonts w:cs="Georgia"/>
          <w:kern w:val="1"/>
        </w:rPr>
        <w:t>et d</w:t>
      </w:r>
      <w:r>
        <w:rPr>
          <w:rFonts w:cs="Georgia"/>
          <w:kern w:val="1"/>
        </w:rPr>
        <w:t>’</w:t>
      </w:r>
      <w:r w:rsidR="00BE611A">
        <w:rPr>
          <w:rFonts w:cs="Georgia"/>
          <w:kern w:val="1"/>
        </w:rPr>
        <w:t>une façon qui me prouve votre modestie</w:t>
      </w:r>
      <w:r>
        <w:rPr>
          <w:rFonts w:cs="Georgia"/>
          <w:kern w:val="1"/>
        </w:rPr>
        <w:t>.</w:t>
      </w:r>
    </w:p>
    <w:p w14:paraId="57333706" w14:textId="77777777" w:rsidR="000E1451" w:rsidRDefault="000E1451" w:rsidP="00BE611A">
      <w:pPr>
        <w:rPr>
          <w:rFonts w:cs="Georgia"/>
          <w:kern w:val="1"/>
        </w:rPr>
      </w:pPr>
      <w:r>
        <w:rPr>
          <w:rFonts w:cs="Georgia"/>
          <w:kern w:val="1"/>
        </w:rPr>
        <w:t>— </w:t>
      </w:r>
      <w:r w:rsidR="00BE611A">
        <w:rPr>
          <w:rFonts w:cs="Georgia"/>
          <w:kern w:val="1"/>
        </w:rPr>
        <w:t>Peut-être</w:t>
      </w:r>
      <w:r>
        <w:rPr>
          <w:rFonts w:cs="Georgia"/>
          <w:kern w:val="1"/>
        </w:rPr>
        <w:t xml:space="preserve">, </w:t>
      </w:r>
      <w:r w:rsidR="00BE611A">
        <w:rPr>
          <w:rFonts w:cs="Georgia"/>
          <w:kern w:val="1"/>
        </w:rPr>
        <w:t>fis-je</w:t>
      </w:r>
      <w:r>
        <w:rPr>
          <w:rFonts w:cs="Georgia"/>
          <w:kern w:val="1"/>
        </w:rPr>
        <w:t xml:space="preserve">. </w:t>
      </w:r>
      <w:r w:rsidR="00BE611A">
        <w:rPr>
          <w:rFonts w:cs="Georgia"/>
          <w:kern w:val="1"/>
        </w:rPr>
        <w:t>Mais vous a-t-elle dit aussi de quelle façon elle m</w:t>
      </w:r>
      <w:r>
        <w:rPr>
          <w:rFonts w:cs="Georgia"/>
          <w:kern w:val="1"/>
        </w:rPr>
        <w:t>’</w:t>
      </w:r>
      <w:r w:rsidR="00BE611A">
        <w:rPr>
          <w:rFonts w:cs="Georgia"/>
          <w:kern w:val="1"/>
        </w:rPr>
        <w:t>a remercié</w:t>
      </w:r>
      <w:r>
        <w:rPr>
          <w:rFonts w:cs="Georgia"/>
          <w:kern w:val="1"/>
        </w:rPr>
        <w:t> ?</w:t>
      </w:r>
    </w:p>
    <w:p w14:paraId="62D2BED7" w14:textId="77777777" w:rsidR="000E1451" w:rsidRDefault="000E1451" w:rsidP="00BE611A">
      <w:pPr>
        <w:rPr>
          <w:rFonts w:cs="Georgia"/>
          <w:kern w:val="1"/>
        </w:rPr>
      </w:pPr>
      <w:r>
        <w:rPr>
          <w:rFonts w:cs="Georgia"/>
          <w:kern w:val="1"/>
        </w:rPr>
        <w:t>— </w:t>
      </w:r>
      <w:r w:rsidR="00BE611A">
        <w:rPr>
          <w:rFonts w:cs="Georgia"/>
          <w:kern w:val="1"/>
        </w:rPr>
        <w:t>Vous n</w:t>
      </w:r>
      <w:r>
        <w:rPr>
          <w:rFonts w:cs="Georgia"/>
          <w:kern w:val="1"/>
        </w:rPr>
        <w:t>’</w:t>
      </w:r>
      <w:r w:rsidR="00BE611A">
        <w:rPr>
          <w:rFonts w:cs="Georgia"/>
          <w:kern w:val="1"/>
        </w:rPr>
        <w:t>auriez pas voulu pourtant</w:t>
      </w:r>
      <w:r>
        <w:rPr>
          <w:rFonts w:cs="Georgia"/>
          <w:kern w:val="1"/>
        </w:rPr>
        <w:t xml:space="preserve">, </w:t>
      </w:r>
      <w:r w:rsidR="00BE611A">
        <w:rPr>
          <w:rFonts w:cs="Georgia"/>
          <w:kern w:val="1"/>
        </w:rPr>
        <w:t>dit-il avec un gros rire</w:t>
      </w:r>
      <w:r>
        <w:rPr>
          <w:rFonts w:cs="Georgia"/>
          <w:kern w:val="1"/>
        </w:rPr>
        <w:t xml:space="preserve">, </w:t>
      </w:r>
      <w:r w:rsidR="00BE611A">
        <w:rPr>
          <w:rFonts w:cs="Georgia"/>
          <w:kern w:val="1"/>
        </w:rPr>
        <w:t>qu</w:t>
      </w:r>
      <w:r>
        <w:rPr>
          <w:rFonts w:cs="Georgia"/>
          <w:kern w:val="1"/>
        </w:rPr>
        <w:t>’</w:t>
      </w:r>
      <w:r w:rsidR="00BE611A">
        <w:rPr>
          <w:rFonts w:cs="Georgia"/>
          <w:kern w:val="1"/>
        </w:rPr>
        <w:t>elle se jetât à votre cou</w:t>
      </w:r>
      <w:r>
        <w:rPr>
          <w:rFonts w:cs="Georgia"/>
          <w:kern w:val="1"/>
        </w:rPr>
        <w:t xml:space="preserve">. </w:t>
      </w:r>
      <w:r w:rsidR="00BE611A">
        <w:rPr>
          <w:rFonts w:cs="Georgia"/>
          <w:kern w:val="1"/>
        </w:rPr>
        <w:t>Réfléchissez</w:t>
      </w:r>
      <w:r>
        <w:rPr>
          <w:rFonts w:cs="Georgia"/>
          <w:kern w:val="1"/>
        </w:rPr>
        <w:t xml:space="preserve">. </w:t>
      </w:r>
      <w:r w:rsidR="00BE611A">
        <w:rPr>
          <w:rFonts w:cs="Georgia"/>
          <w:kern w:val="1"/>
        </w:rPr>
        <w:t>En tout cas</w:t>
      </w:r>
      <w:r>
        <w:rPr>
          <w:rFonts w:cs="Georgia"/>
          <w:kern w:val="1"/>
        </w:rPr>
        <w:t xml:space="preserve">, </w:t>
      </w:r>
      <w:r w:rsidR="00BE611A">
        <w:rPr>
          <w:rFonts w:cs="Georgia"/>
          <w:kern w:val="1"/>
        </w:rPr>
        <w:t>apprenez à la connaître</w:t>
      </w:r>
      <w:r>
        <w:rPr>
          <w:rFonts w:cs="Georgia"/>
          <w:kern w:val="1"/>
        </w:rPr>
        <w:t xml:space="preserve">, </w:t>
      </w:r>
      <w:r w:rsidR="00BE611A">
        <w:rPr>
          <w:rFonts w:cs="Georgia"/>
          <w:kern w:val="1"/>
        </w:rPr>
        <w:t>et sachez que devant le général et le capitaine Elbing</w:t>
      </w:r>
      <w:r>
        <w:rPr>
          <w:rFonts w:cs="Georgia"/>
          <w:kern w:val="1"/>
        </w:rPr>
        <w:t xml:space="preserve">, </w:t>
      </w:r>
      <w:r w:rsidR="00BE611A">
        <w:rPr>
          <w:rFonts w:cs="Georgia"/>
          <w:kern w:val="1"/>
        </w:rPr>
        <w:t>elle n</w:t>
      </w:r>
      <w:r>
        <w:rPr>
          <w:rFonts w:cs="Georgia"/>
          <w:kern w:val="1"/>
        </w:rPr>
        <w:t>’</w:t>
      </w:r>
      <w:r w:rsidR="00BE611A">
        <w:rPr>
          <w:rFonts w:cs="Georgia"/>
          <w:kern w:val="1"/>
        </w:rPr>
        <w:t>a pas craint de répéter qu</w:t>
      </w:r>
      <w:r>
        <w:rPr>
          <w:rFonts w:cs="Georgia"/>
          <w:kern w:val="1"/>
        </w:rPr>
        <w:t>’</w:t>
      </w:r>
      <w:r w:rsidR="00BE611A">
        <w:rPr>
          <w:rFonts w:cs="Georgia"/>
          <w:kern w:val="1"/>
        </w:rPr>
        <w:t>il était scandaleux de laisser des prisonniers vêtus comme les derniers des vagabonds</w:t>
      </w:r>
      <w:r>
        <w:rPr>
          <w:rFonts w:cs="Georgia"/>
          <w:kern w:val="1"/>
        </w:rPr>
        <w:t>.</w:t>
      </w:r>
    </w:p>
    <w:p w14:paraId="49F019E4" w14:textId="77777777" w:rsidR="000E1451" w:rsidRDefault="00BE611A" w:rsidP="00BE611A">
      <w:pPr>
        <w:rPr>
          <w:rFonts w:cs="Georgia"/>
          <w:kern w:val="1"/>
        </w:rPr>
      </w:pPr>
      <w:r>
        <w:rPr>
          <w:rFonts w:cs="Georgia"/>
          <w:kern w:val="1"/>
        </w:rPr>
        <w:t>Je ne répondis pas</w:t>
      </w:r>
      <w:r w:rsidR="000E1451">
        <w:rPr>
          <w:rFonts w:cs="Georgia"/>
          <w:kern w:val="1"/>
        </w:rPr>
        <w:t xml:space="preserve">. </w:t>
      </w:r>
      <w:r>
        <w:rPr>
          <w:rFonts w:cs="Georgia"/>
          <w:kern w:val="1"/>
        </w:rPr>
        <w:t>Je ne me sentais pas flatté outre mesure de l</w:t>
      </w:r>
      <w:r w:rsidR="000E1451">
        <w:rPr>
          <w:rFonts w:cs="Georgia"/>
          <w:kern w:val="1"/>
        </w:rPr>
        <w:t>’</w:t>
      </w:r>
      <w:r>
        <w:rPr>
          <w:rFonts w:cs="Georgia"/>
          <w:kern w:val="1"/>
        </w:rPr>
        <w:t>intérêt qui se traduisait par une telle comparaison</w:t>
      </w:r>
      <w:r w:rsidR="000E1451">
        <w:rPr>
          <w:rFonts w:cs="Georgia"/>
          <w:kern w:val="1"/>
        </w:rPr>
        <w:t xml:space="preserve">. </w:t>
      </w:r>
      <w:r>
        <w:rPr>
          <w:rFonts w:cs="Georgia"/>
          <w:kern w:val="1"/>
        </w:rPr>
        <w:t>Quant au pasteur</w:t>
      </w:r>
      <w:r w:rsidR="000E1451">
        <w:rPr>
          <w:rFonts w:cs="Georgia"/>
          <w:kern w:val="1"/>
        </w:rPr>
        <w:t xml:space="preserve">, </w:t>
      </w:r>
      <w:r>
        <w:rPr>
          <w:rFonts w:cs="Georgia"/>
          <w:kern w:val="1"/>
        </w:rPr>
        <w:t>je venais de lui fournir un sujet de conversation pour le déjeuner du dimanche suivant</w:t>
      </w:r>
      <w:r w:rsidR="000E1451">
        <w:rPr>
          <w:rFonts w:cs="Georgia"/>
          <w:kern w:val="1"/>
        </w:rPr>
        <w:t xml:space="preserve">, </w:t>
      </w:r>
      <w:r>
        <w:rPr>
          <w:rFonts w:cs="Georgia"/>
          <w:kern w:val="1"/>
        </w:rPr>
        <w:t>et</w:t>
      </w:r>
      <w:r w:rsidR="000E1451">
        <w:rPr>
          <w:rFonts w:cs="Georgia"/>
          <w:kern w:val="1"/>
        </w:rPr>
        <w:t xml:space="preserve">, </w:t>
      </w:r>
      <w:r>
        <w:rPr>
          <w:rFonts w:cs="Georgia"/>
          <w:kern w:val="1"/>
        </w:rPr>
        <w:t>visiblement</w:t>
      </w:r>
      <w:r w:rsidR="000E1451">
        <w:rPr>
          <w:rFonts w:cs="Georgia"/>
          <w:kern w:val="1"/>
        </w:rPr>
        <w:t xml:space="preserve">, </w:t>
      </w:r>
      <w:r>
        <w:rPr>
          <w:rFonts w:cs="Georgia"/>
          <w:kern w:val="1"/>
        </w:rPr>
        <w:t>il exultait</w:t>
      </w:r>
      <w:r w:rsidR="000E1451">
        <w:rPr>
          <w:rFonts w:cs="Georgia"/>
          <w:kern w:val="1"/>
        </w:rPr>
        <w:t>.</w:t>
      </w:r>
    </w:p>
    <w:p w14:paraId="1B1E2D3A" w14:textId="77777777" w:rsidR="00BE611A" w:rsidRDefault="00BE611A" w:rsidP="00BE611A">
      <w:pPr>
        <w:rPr>
          <w:rFonts w:cs="Georgia"/>
          <w:kern w:val="1"/>
        </w:rPr>
      </w:pPr>
    </w:p>
    <w:p w14:paraId="6FB9C509" w14:textId="77777777" w:rsidR="000E1451" w:rsidRDefault="00BE611A" w:rsidP="00BE611A">
      <w:pPr>
        <w:rPr>
          <w:rFonts w:cs="Georgia"/>
          <w:kern w:val="1"/>
        </w:rPr>
      </w:pPr>
      <w:r>
        <w:rPr>
          <w:rFonts w:cs="Georgia"/>
          <w:kern w:val="1"/>
        </w:rPr>
        <w:t>Au camp</w:t>
      </w:r>
      <w:r w:rsidR="000E1451">
        <w:rPr>
          <w:rFonts w:cs="Georgia"/>
          <w:kern w:val="1"/>
        </w:rPr>
        <w:t xml:space="preserve">, </w:t>
      </w:r>
      <w:r>
        <w:rPr>
          <w:rFonts w:cs="Georgia"/>
          <w:kern w:val="1"/>
        </w:rPr>
        <w:t>je retrouvai mes camarades en proie à l</w:t>
      </w:r>
      <w:r w:rsidR="000E1451">
        <w:rPr>
          <w:rFonts w:cs="Georgia"/>
          <w:kern w:val="1"/>
        </w:rPr>
        <w:t>’</w:t>
      </w:r>
      <w:r>
        <w:rPr>
          <w:rFonts w:cs="Georgia"/>
          <w:kern w:val="1"/>
        </w:rPr>
        <w:t>abattement le plus lugubre</w:t>
      </w:r>
      <w:r w:rsidR="000E1451">
        <w:rPr>
          <w:rFonts w:cs="Georgia"/>
          <w:kern w:val="1"/>
        </w:rPr>
        <w:t xml:space="preserve">. </w:t>
      </w:r>
      <w:r>
        <w:rPr>
          <w:rFonts w:cs="Georgia"/>
          <w:kern w:val="1"/>
        </w:rPr>
        <w:t>La journée de travail avait été particulièrement dure</w:t>
      </w:r>
      <w:r w:rsidR="000E1451">
        <w:rPr>
          <w:rFonts w:cs="Georgia"/>
          <w:kern w:val="1"/>
        </w:rPr>
        <w:t xml:space="preserve">. </w:t>
      </w:r>
      <w:r>
        <w:rPr>
          <w:rFonts w:cs="Georgia"/>
          <w:kern w:val="1"/>
        </w:rPr>
        <w:t>Les coups de matraque n</w:t>
      </w:r>
      <w:r w:rsidR="000E1451">
        <w:rPr>
          <w:rFonts w:cs="Georgia"/>
          <w:kern w:val="1"/>
        </w:rPr>
        <w:t>’</w:t>
      </w:r>
      <w:r>
        <w:rPr>
          <w:rFonts w:cs="Georgia"/>
          <w:kern w:val="1"/>
        </w:rPr>
        <w:t xml:space="preserve">avaient pas </w:t>
      </w:r>
      <w:r>
        <w:rPr>
          <w:rFonts w:cs="Georgia"/>
          <w:kern w:val="1"/>
        </w:rPr>
        <w:lastRenderedPageBreak/>
        <w:t>cessé de pleuvoir</w:t>
      </w:r>
      <w:r w:rsidR="000E1451">
        <w:rPr>
          <w:rFonts w:cs="Georgia"/>
          <w:kern w:val="1"/>
        </w:rPr>
        <w:t xml:space="preserve">. </w:t>
      </w:r>
      <w:r>
        <w:rPr>
          <w:rFonts w:cs="Georgia"/>
          <w:kern w:val="1"/>
        </w:rPr>
        <w:t>En outre</w:t>
      </w:r>
      <w:r w:rsidR="000E1451">
        <w:rPr>
          <w:rFonts w:cs="Georgia"/>
          <w:kern w:val="1"/>
        </w:rPr>
        <w:t xml:space="preserve">, </w:t>
      </w:r>
      <w:r>
        <w:rPr>
          <w:rFonts w:cs="Georgia"/>
          <w:kern w:val="1"/>
        </w:rPr>
        <w:t>les nouvelles étaient mauvaises</w:t>
      </w:r>
      <w:r w:rsidR="000E1451">
        <w:rPr>
          <w:rFonts w:cs="Georgia"/>
          <w:kern w:val="1"/>
        </w:rPr>
        <w:t xml:space="preserve">, </w:t>
      </w:r>
      <w:r>
        <w:rPr>
          <w:rFonts w:cs="Georgia"/>
          <w:kern w:val="1"/>
        </w:rPr>
        <w:t>et nous attendions depuis huit jours un chargement de colis qui s</w:t>
      </w:r>
      <w:r w:rsidR="000E1451">
        <w:rPr>
          <w:rFonts w:cs="Georgia"/>
          <w:kern w:val="1"/>
        </w:rPr>
        <w:t>’</w:t>
      </w:r>
      <w:r>
        <w:rPr>
          <w:rFonts w:cs="Georgia"/>
          <w:kern w:val="1"/>
        </w:rPr>
        <w:t>obstinait à ne pas arriver</w:t>
      </w:r>
      <w:r w:rsidR="000E1451">
        <w:rPr>
          <w:rFonts w:cs="Georgia"/>
          <w:kern w:val="1"/>
        </w:rPr>
        <w:t>.</w:t>
      </w:r>
    </w:p>
    <w:p w14:paraId="44C8E899" w14:textId="77777777" w:rsidR="000E1451" w:rsidRDefault="000E1451" w:rsidP="00BE611A">
      <w:pPr>
        <w:rPr>
          <w:rFonts w:cs="Georgia"/>
          <w:kern w:val="1"/>
        </w:rPr>
      </w:pPr>
      <w:r>
        <w:rPr>
          <w:rFonts w:cs="Georgia"/>
          <w:kern w:val="1"/>
        </w:rPr>
        <w:t>— </w:t>
      </w:r>
      <w:r w:rsidR="00BE611A">
        <w:rPr>
          <w:rFonts w:cs="Georgia"/>
          <w:kern w:val="1"/>
        </w:rPr>
        <w:t>Eh bien</w:t>
      </w:r>
      <w:r>
        <w:rPr>
          <w:rFonts w:cs="Georgia"/>
          <w:kern w:val="1"/>
        </w:rPr>
        <w:t xml:space="preserve">, </w:t>
      </w:r>
      <w:r w:rsidR="00BE611A">
        <w:rPr>
          <w:rFonts w:cs="Georgia"/>
          <w:kern w:val="1"/>
        </w:rPr>
        <w:t>grogna Audemard</w:t>
      </w:r>
      <w:r>
        <w:rPr>
          <w:rFonts w:cs="Georgia"/>
          <w:kern w:val="1"/>
        </w:rPr>
        <w:t xml:space="preserve">, </w:t>
      </w:r>
      <w:r w:rsidR="00BE611A">
        <w:rPr>
          <w:rFonts w:cs="Georgia"/>
          <w:kern w:val="1"/>
        </w:rPr>
        <w:t>quand je pénétrai dans la baraque</w:t>
      </w:r>
      <w:r>
        <w:rPr>
          <w:rFonts w:cs="Georgia"/>
          <w:kern w:val="1"/>
        </w:rPr>
        <w:t xml:space="preserve">, </w:t>
      </w:r>
      <w:r w:rsidR="00BE611A">
        <w:rPr>
          <w:rFonts w:cs="Georgia"/>
          <w:kern w:val="1"/>
        </w:rPr>
        <w:t>est-ce qu</w:t>
      </w:r>
      <w:r>
        <w:rPr>
          <w:rFonts w:cs="Georgia"/>
          <w:kern w:val="1"/>
        </w:rPr>
        <w:t>’</w:t>
      </w:r>
      <w:r w:rsidR="00BE611A">
        <w:rPr>
          <w:rFonts w:cs="Georgia"/>
          <w:kern w:val="1"/>
        </w:rPr>
        <w:t>il y a du nouveau</w:t>
      </w:r>
      <w:r>
        <w:rPr>
          <w:rFonts w:cs="Georgia"/>
          <w:kern w:val="1"/>
        </w:rPr>
        <w:t xml:space="preserve"> ? </w:t>
      </w:r>
      <w:r w:rsidR="00BE611A">
        <w:rPr>
          <w:rFonts w:cs="Georgia"/>
          <w:kern w:val="1"/>
        </w:rPr>
        <w:t>C</w:t>
      </w:r>
      <w:r>
        <w:rPr>
          <w:rFonts w:cs="Georgia"/>
          <w:kern w:val="1"/>
        </w:rPr>
        <w:t>’</w:t>
      </w:r>
      <w:r w:rsidR="00BE611A">
        <w:rPr>
          <w:rFonts w:cs="Georgia"/>
          <w:kern w:val="1"/>
        </w:rPr>
        <w:t>est-il vrai qu</w:t>
      </w:r>
      <w:r>
        <w:rPr>
          <w:rFonts w:cs="Georgia"/>
          <w:kern w:val="1"/>
        </w:rPr>
        <w:t>’</w:t>
      </w:r>
      <w:r w:rsidR="00BE611A">
        <w:rPr>
          <w:rFonts w:cs="Georgia"/>
          <w:kern w:val="1"/>
        </w:rPr>
        <w:t>Amiens est pris</w:t>
      </w:r>
      <w:r>
        <w:rPr>
          <w:rFonts w:cs="Georgia"/>
          <w:kern w:val="1"/>
        </w:rPr>
        <w:t> ?</w:t>
      </w:r>
    </w:p>
    <w:p w14:paraId="6A901902" w14:textId="77777777" w:rsidR="000E1451" w:rsidRDefault="00BE611A" w:rsidP="00BE611A">
      <w:pPr>
        <w:rPr>
          <w:rFonts w:cs="Georgia"/>
          <w:kern w:val="1"/>
        </w:rPr>
      </w:pPr>
      <w:r>
        <w:rPr>
          <w:rFonts w:cs="Georgia"/>
          <w:kern w:val="1"/>
        </w:rPr>
        <w:t>J</w:t>
      </w:r>
      <w:r w:rsidR="000E1451">
        <w:rPr>
          <w:rFonts w:cs="Georgia"/>
          <w:kern w:val="1"/>
        </w:rPr>
        <w:t>’</w:t>
      </w:r>
      <w:r>
        <w:rPr>
          <w:rFonts w:cs="Georgia"/>
          <w:kern w:val="1"/>
        </w:rPr>
        <w:t>eus un geste d</w:t>
      </w:r>
      <w:r w:rsidR="000E1451">
        <w:rPr>
          <w:rFonts w:cs="Georgia"/>
          <w:kern w:val="1"/>
        </w:rPr>
        <w:t>’</w:t>
      </w:r>
      <w:r>
        <w:rPr>
          <w:rFonts w:cs="Georgia"/>
          <w:kern w:val="1"/>
        </w:rPr>
        <w:t>ignorance peut-être trop insouciant</w:t>
      </w:r>
      <w:r w:rsidR="000E1451">
        <w:rPr>
          <w:rFonts w:cs="Georgia"/>
          <w:kern w:val="1"/>
        </w:rPr>
        <w:t xml:space="preserve">. </w:t>
      </w:r>
      <w:r>
        <w:rPr>
          <w:rFonts w:cs="Georgia"/>
          <w:kern w:val="1"/>
        </w:rPr>
        <w:t>Le vieux Guérin me regarda</w:t>
      </w:r>
      <w:r w:rsidR="000E1451">
        <w:rPr>
          <w:rFonts w:cs="Georgia"/>
          <w:kern w:val="1"/>
        </w:rPr>
        <w:t xml:space="preserve">, </w:t>
      </w:r>
      <w:r>
        <w:rPr>
          <w:rFonts w:cs="Georgia"/>
          <w:kern w:val="1"/>
        </w:rPr>
        <w:t>haussa les épaules</w:t>
      </w:r>
      <w:r w:rsidR="000E1451">
        <w:rPr>
          <w:rFonts w:cs="Georgia"/>
          <w:kern w:val="1"/>
        </w:rPr>
        <w:t>.</w:t>
      </w:r>
    </w:p>
    <w:p w14:paraId="351C635A" w14:textId="77777777" w:rsidR="000E1451" w:rsidRDefault="000E1451" w:rsidP="00BE611A">
      <w:pPr>
        <w:rPr>
          <w:rFonts w:cs="Georgia"/>
          <w:kern w:val="1"/>
        </w:rPr>
      </w:pPr>
      <w:r>
        <w:rPr>
          <w:rFonts w:cs="Georgia"/>
          <w:kern w:val="1"/>
        </w:rPr>
        <w:t>— </w:t>
      </w:r>
      <w:r w:rsidR="00BE611A">
        <w:rPr>
          <w:rFonts w:cs="Georgia"/>
          <w:kern w:val="1"/>
        </w:rPr>
        <w:t>Amiens</w:t>
      </w:r>
      <w:r>
        <w:rPr>
          <w:rFonts w:cs="Georgia"/>
          <w:kern w:val="1"/>
        </w:rPr>
        <w:t xml:space="preserve"> ! </w:t>
      </w:r>
      <w:r w:rsidR="00BE611A">
        <w:rPr>
          <w:rFonts w:cs="Georgia"/>
          <w:kern w:val="1"/>
        </w:rPr>
        <w:t>Qu</w:t>
      </w:r>
      <w:r>
        <w:rPr>
          <w:rFonts w:cs="Georgia"/>
          <w:kern w:val="1"/>
        </w:rPr>
        <w:t>’</w:t>
      </w:r>
      <w:r w:rsidR="00BE611A">
        <w:rPr>
          <w:rFonts w:cs="Georgia"/>
          <w:kern w:val="1"/>
        </w:rPr>
        <w:t>est-ce que vous allez lui demander</w:t>
      </w:r>
      <w:r>
        <w:rPr>
          <w:rFonts w:cs="Georgia"/>
          <w:kern w:val="1"/>
        </w:rPr>
        <w:t xml:space="preserve"> ? </w:t>
      </w:r>
      <w:r w:rsidR="00BE611A">
        <w:rPr>
          <w:rFonts w:cs="Georgia"/>
          <w:kern w:val="1"/>
        </w:rPr>
        <w:t>Il s</w:t>
      </w:r>
      <w:r>
        <w:rPr>
          <w:rFonts w:cs="Georgia"/>
          <w:kern w:val="1"/>
        </w:rPr>
        <w:t>’</w:t>
      </w:r>
      <w:r w:rsidR="00BE611A">
        <w:rPr>
          <w:rFonts w:cs="Georgia"/>
          <w:kern w:val="1"/>
        </w:rPr>
        <w:t>en fout bien</w:t>
      </w:r>
      <w:r>
        <w:rPr>
          <w:rFonts w:cs="Georgia"/>
          <w:kern w:val="1"/>
        </w:rPr>
        <w:t xml:space="preserve">. </w:t>
      </w:r>
      <w:r w:rsidR="00BE611A">
        <w:rPr>
          <w:rFonts w:cs="Georgia"/>
          <w:kern w:val="1"/>
        </w:rPr>
        <w:t>Il a su se débrouiller</w:t>
      </w:r>
      <w:r>
        <w:rPr>
          <w:rFonts w:cs="Georgia"/>
          <w:kern w:val="1"/>
        </w:rPr>
        <w:t xml:space="preserve">, </w:t>
      </w:r>
      <w:r w:rsidR="00BE611A">
        <w:rPr>
          <w:rFonts w:cs="Georgia"/>
          <w:kern w:val="1"/>
        </w:rPr>
        <w:t>lui</w:t>
      </w:r>
      <w:r>
        <w:rPr>
          <w:rFonts w:cs="Georgia"/>
          <w:kern w:val="1"/>
        </w:rPr>
        <w:t xml:space="preserve">. </w:t>
      </w:r>
      <w:r w:rsidR="00BE611A">
        <w:rPr>
          <w:rFonts w:cs="Georgia"/>
          <w:kern w:val="1"/>
        </w:rPr>
        <w:t>Il a trouvé la fine embuscade</w:t>
      </w:r>
      <w:r>
        <w:rPr>
          <w:rFonts w:cs="Georgia"/>
          <w:kern w:val="1"/>
        </w:rPr>
        <w:t>.</w:t>
      </w:r>
    </w:p>
    <w:p w14:paraId="1D1C56AE" w14:textId="77777777" w:rsidR="000E1451" w:rsidRDefault="000E1451" w:rsidP="00BE611A">
      <w:pPr>
        <w:rPr>
          <w:rFonts w:cs="Georgia"/>
          <w:kern w:val="1"/>
        </w:rPr>
      </w:pPr>
      <w:r>
        <w:rPr>
          <w:rFonts w:cs="Georgia"/>
          <w:kern w:val="1"/>
        </w:rPr>
        <w:t>— </w:t>
      </w:r>
      <w:r w:rsidR="00BE611A">
        <w:rPr>
          <w:rFonts w:cs="Georgia"/>
          <w:kern w:val="1"/>
        </w:rPr>
        <w:t>Oui</w:t>
      </w:r>
      <w:r>
        <w:rPr>
          <w:rFonts w:cs="Georgia"/>
          <w:kern w:val="1"/>
        </w:rPr>
        <w:t xml:space="preserve">, </w:t>
      </w:r>
      <w:r w:rsidR="00BE611A">
        <w:rPr>
          <w:rFonts w:cs="Georgia"/>
          <w:kern w:val="1"/>
        </w:rPr>
        <w:t>dit Fichet</w:t>
      </w:r>
      <w:r>
        <w:rPr>
          <w:rFonts w:cs="Georgia"/>
          <w:kern w:val="1"/>
        </w:rPr>
        <w:t xml:space="preserve">. </w:t>
      </w:r>
      <w:r w:rsidR="00BE611A">
        <w:rPr>
          <w:rFonts w:cs="Georgia"/>
          <w:kern w:val="1"/>
        </w:rPr>
        <w:t>Mais</w:t>
      </w:r>
      <w:r>
        <w:rPr>
          <w:rFonts w:cs="Georgia"/>
          <w:kern w:val="1"/>
        </w:rPr>
        <w:t xml:space="preserve">, </w:t>
      </w:r>
      <w:r w:rsidR="00BE611A">
        <w:rPr>
          <w:rFonts w:cs="Georgia"/>
          <w:kern w:val="1"/>
        </w:rPr>
        <w:t>en attendant</w:t>
      </w:r>
      <w:r>
        <w:rPr>
          <w:rFonts w:cs="Georgia"/>
          <w:kern w:val="1"/>
        </w:rPr>
        <w:t xml:space="preserve">, </w:t>
      </w:r>
      <w:r w:rsidR="00BE611A">
        <w:rPr>
          <w:rFonts w:cs="Georgia"/>
          <w:kern w:val="1"/>
        </w:rPr>
        <w:t>ce sont les sous-offs des autres baraques qui ont profité aujourd</w:t>
      </w:r>
      <w:r>
        <w:rPr>
          <w:rFonts w:cs="Georgia"/>
          <w:kern w:val="1"/>
        </w:rPr>
        <w:t>’</w:t>
      </w:r>
      <w:r w:rsidR="00BE611A">
        <w:rPr>
          <w:rFonts w:cs="Georgia"/>
          <w:kern w:val="1"/>
        </w:rPr>
        <w:t>hui de ce qu</w:t>
      </w:r>
      <w:r>
        <w:rPr>
          <w:rFonts w:cs="Georgia"/>
          <w:kern w:val="1"/>
        </w:rPr>
        <w:t>’</w:t>
      </w:r>
      <w:r w:rsidR="00BE611A">
        <w:rPr>
          <w:rFonts w:cs="Georgia"/>
          <w:kern w:val="1"/>
        </w:rPr>
        <w:t>il n</w:t>
      </w:r>
      <w:r>
        <w:rPr>
          <w:rFonts w:cs="Georgia"/>
          <w:kern w:val="1"/>
        </w:rPr>
        <w:t>’</w:t>
      </w:r>
      <w:r w:rsidR="00BE611A">
        <w:rPr>
          <w:rFonts w:cs="Georgia"/>
          <w:kern w:val="1"/>
        </w:rPr>
        <w:t>était pas là pour se débrouiller sur son dos</w:t>
      </w:r>
      <w:r>
        <w:rPr>
          <w:rFonts w:cs="Georgia"/>
          <w:kern w:val="1"/>
        </w:rPr>
        <w:t xml:space="preserve">. </w:t>
      </w:r>
      <w:r w:rsidR="00BE611A">
        <w:rPr>
          <w:rFonts w:cs="Georgia"/>
          <w:kern w:val="1"/>
        </w:rPr>
        <w:t>J</w:t>
      </w:r>
      <w:r>
        <w:rPr>
          <w:rFonts w:cs="Georgia"/>
          <w:kern w:val="1"/>
        </w:rPr>
        <w:t>’</w:t>
      </w:r>
      <w:r w:rsidR="00BE611A">
        <w:rPr>
          <w:rFonts w:cs="Georgia"/>
          <w:kern w:val="1"/>
        </w:rPr>
        <w:t>aime autant te prévenir tout de suite</w:t>
      </w:r>
      <w:r>
        <w:rPr>
          <w:rFonts w:cs="Georgia"/>
          <w:kern w:val="1"/>
        </w:rPr>
        <w:t xml:space="preserve">, </w:t>
      </w:r>
      <w:r w:rsidR="00BE611A">
        <w:rPr>
          <w:rFonts w:cs="Georgia"/>
          <w:kern w:val="1"/>
        </w:rPr>
        <w:t>vieux</w:t>
      </w:r>
      <w:r>
        <w:rPr>
          <w:rFonts w:cs="Georgia"/>
          <w:kern w:val="1"/>
        </w:rPr>
        <w:t xml:space="preserve">. </w:t>
      </w:r>
      <w:r w:rsidR="00BE611A">
        <w:rPr>
          <w:rFonts w:cs="Georgia"/>
          <w:kern w:val="1"/>
        </w:rPr>
        <w:t>Ils t</w:t>
      </w:r>
      <w:r>
        <w:rPr>
          <w:rFonts w:cs="Georgia"/>
          <w:kern w:val="1"/>
        </w:rPr>
        <w:t>’</w:t>
      </w:r>
      <w:r w:rsidR="00BE611A">
        <w:rPr>
          <w:rFonts w:cs="Georgia"/>
          <w:kern w:val="1"/>
        </w:rPr>
        <w:t>ont fait désigner pour la corvée de macchabées de cette nuit</w:t>
      </w:r>
      <w:r>
        <w:rPr>
          <w:rFonts w:cs="Georgia"/>
          <w:kern w:val="1"/>
        </w:rPr>
        <w:t xml:space="preserve">. </w:t>
      </w:r>
      <w:r w:rsidR="00BE611A">
        <w:rPr>
          <w:rFonts w:cs="Georgia"/>
          <w:kern w:val="1"/>
        </w:rPr>
        <w:t>Encore deux Sénégalais qui se sont arrangés pour dévisser</w:t>
      </w:r>
      <w:r>
        <w:rPr>
          <w:rFonts w:cs="Georgia"/>
          <w:kern w:val="1"/>
        </w:rPr>
        <w:t>.</w:t>
      </w:r>
    </w:p>
    <w:p w14:paraId="633602A9" w14:textId="77777777" w:rsidR="00BE611A" w:rsidRDefault="00BE611A" w:rsidP="00BE611A">
      <w:pPr>
        <w:rPr>
          <w:rFonts w:cs="Georgia"/>
          <w:kern w:val="1"/>
        </w:rPr>
      </w:pPr>
    </w:p>
    <w:p w14:paraId="2A11091A" w14:textId="77777777" w:rsidR="000E1451" w:rsidRDefault="00BE611A" w:rsidP="00BE611A">
      <w:pPr>
        <w:rPr>
          <w:rFonts w:cs="Georgia"/>
          <w:kern w:val="1"/>
        </w:rPr>
      </w:pPr>
      <w:r>
        <w:rPr>
          <w:rFonts w:cs="Georgia"/>
          <w:kern w:val="1"/>
        </w:rPr>
        <w:t>Je passai la journée du dimanche suivant vautré sur ma paillasse</w:t>
      </w:r>
      <w:r w:rsidR="000E1451">
        <w:rPr>
          <w:rFonts w:cs="Georgia"/>
          <w:kern w:val="1"/>
        </w:rPr>
        <w:t xml:space="preserve">, </w:t>
      </w:r>
      <w:r>
        <w:rPr>
          <w:rFonts w:cs="Georgia"/>
          <w:kern w:val="1"/>
        </w:rPr>
        <w:t>et occupé à lire une brochure que le pasteur Frühwirth avait consacré aux fastes de la maison de Reichendorf</w:t>
      </w:r>
      <w:r w:rsidR="000E1451">
        <w:rPr>
          <w:rFonts w:cs="Georgia"/>
          <w:kern w:val="1"/>
        </w:rPr>
        <w:t xml:space="preserve">. </w:t>
      </w:r>
      <w:r>
        <w:rPr>
          <w:rFonts w:cs="Georgia"/>
          <w:kern w:val="1"/>
        </w:rPr>
        <w:t>À la nuit tombante</w:t>
      </w:r>
      <w:r w:rsidR="000E1451">
        <w:rPr>
          <w:rFonts w:cs="Georgia"/>
          <w:kern w:val="1"/>
        </w:rPr>
        <w:t xml:space="preserve">, </w:t>
      </w:r>
      <w:r>
        <w:rPr>
          <w:rFonts w:cs="Georgia"/>
          <w:kern w:val="1"/>
        </w:rPr>
        <w:t>un gefreiter survint</w:t>
      </w:r>
      <w:r w:rsidR="000E1451">
        <w:rPr>
          <w:rFonts w:cs="Georgia"/>
          <w:kern w:val="1"/>
        </w:rPr>
        <w:t>.</w:t>
      </w:r>
    </w:p>
    <w:p w14:paraId="6A970003" w14:textId="77777777" w:rsidR="000E1451" w:rsidRDefault="000E1451" w:rsidP="00BE611A">
      <w:pPr>
        <w:rPr>
          <w:rFonts w:cs="Georgia"/>
          <w:kern w:val="1"/>
        </w:rPr>
      </w:pPr>
      <w:r>
        <w:rPr>
          <w:rFonts w:cs="Georgia"/>
          <w:kern w:val="1"/>
        </w:rPr>
        <w:t>— </w:t>
      </w:r>
      <w:r w:rsidR="00BE611A">
        <w:rPr>
          <w:rFonts w:cs="Georgia"/>
          <w:kern w:val="1"/>
        </w:rPr>
        <w:t>Ohé</w:t>
      </w:r>
      <w:r>
        <w:rPr>
          <w:rFonts w:cs="Georgia"/>
          <w:kern w:val="1"/>
        </w:rPr>
        <w:t xml:space="preserve">, </w:t>
      </w:r>
      <w:r w:rsidR="00BE611A">
        <w:rPr>
          <w:rFonts w:cs="Georgia"/>
          <w:kern w:val="1"/>
        </w:rPr>
        <w:t>sergent Dumaine</w:t>
      </w:r>
      <w:r>
        <w:rPr>
          <w:rFonts w:cs="Georgia"/>
          <w:kern w:val="1"/>
        </w:rPr>
        <w:t xml:space="preserve">, </w:t>
      </w:r>
      <w:r w:rsidR="00BE611A">
        <w:rPr>
          <w:rFonts w:cs="Georgia"/>
          <w:kern w:val="1"/>
        </w:rPr>
        <w:t>à la Kommandantur</w:t>
      </w:r>
      <w:r>
        <w:rPr>
          <w:rFonts w:cs="Georgia"/>
          <w:kern w:val="1"/>
        </w:rPr>
        <w:t xml:space="preserve">, </w:t>
      </w:r>
      <w:r w:rsidR="00BE611A">
        <w:rPr>
          <w:rFonts w:cs="Georgia"/>
          <w:kern w:val="1"/>
        </w:rPr>
        <w:t>tout de suite</w:t>
      </w:r>
      <w:r>
        <w:rPr>
          <w:rFonts w:cs="Georgia"/>
          <w:kern w:val="1"/>
        </w:rPr>
        <w:t>.</w:t>
      </w:r>
    </w:p>
    <w:p w14:paraId="3DE85D90" w14:textId="77777777" w:rsidR="000E1451" w:rsidRDefault="00BE611A" w:rsidP="00BE611A">
      <w:pPr>
        <w:rPr>
          <w:rFonts w:cs="Georgia"/>
          <w:kern w:val="1"/>
        </w:rPr>
      </w:pPr>
      <w:r>
        <w:rPr>
          <w:rFonts w:cs="Georgia"/>
          <w:kern w:val="1"/>
        </w:rPr>
        <w:t>M</w:t>
      </w:r>
      <w:r w:rsidR="000E1451">
        <w:rPr>
          <w:rFonts w:cs="Georgia"/>
          <w:kern w:val="1"/>
        </w:rPr>
        <w:t>’</w:t>
      </w:r>
      <w:r>
        <w:rPr>
          <w:rFonts w:cs="Georgia"/>
          <w:kern w:val="1"/>
        </w:rPr>
        <w:t>étant levé mollement</w:t>
      </w:r>
      <w:r w:rsidR="000E1451">
        <w:rPr>
          <w:rFonts w:cs="Georgia"/>
          <w:kern w:val="1"/>
        </w:rPr>
        <w:t xml:space="preserve">, </w:t>
      </w:r>
      <w:r>
        <w:rPr>
          <w:rFonts w:cs="Georgia"/>
          <w:kern w:val="1"/>
        </w:rPr>
        <w:t>je gagnai sans hâte</w:t>
      </w:r>
      <w:r w:rsidR="000E1451">
        <w:rPr>
          <w:rFonts w:cs="Georgia"/>
          <w:kern w:val="1"/>
          <w:vertAlign w:val="subscript"/>
        </w:rPr>
        <w:t xml:space="preserve">, </w:t>
      </w:r>
      <w:r>
        <w:rPr>
          <w:rFonts w:cs="Georgia"/>
          <w:kern w:val="1"/>
        </w:rPr>
        <w:t>traînant mes souliers</w:t>
      </w:r>
      <w:r w:rsidR="000E1451">
        <w:rPr>
          <w:rFonts w:cs="Georgia"/>
          <w:kern w:val="1"/>
        </w:rPr>
        <w:t xml:space="preserve">, </w:t>
      </w:r>
      <w:r>
        <w:rPr>
          <w:rFonts w:cs="Georgia"/>
          <w:kern w:val="1"/>
        </w:rPr>
        <w:t>le bureau du capitaine Elbing</w:t>
      </w:r>
      <w:r w:rsidR="000E1451">
        <w:rPr>
          <w:rFonts w:cs="Georgia"/>
          <w:kern w:val="1"/>
        </w:rPr>
        <w:t>.</w:t>
      </w:r>
    </w:p>
    <w:p w14:paraId="165A3B6D" w14:textId="77777777" w:rsidR="000E1451" w:rsidRDefault="00BE611A" w:rsidP="00BE611A">
      <w:pPr>
        <w:rPr>
          <w:rFonts w:cs="Georgia"/>
          <w:kern w:val="1"/>
        </w:rPr>
      </w:pPr>
      <w:r>
        <w:rPr>
          <w:rFonts w:cs="Georgia"/>
          <w:kern w:val="1"/>
        </w:rPr>
        <w:t>Je pus constater qu</w:t>
      </w:r>
      <w:r w:rsidR="000E1451">
        <w:rPr>
          <w:rFonts w:cs="Georgia"/>
          <w:kern w:val="1"/>
        </w:rPr>
        <w:t>’</w:t>
      </w:r>
      <w:r>
        <w:rPr>
          <w:rFonts w:cs="Georgia"/>
          <w:kern w:val="1"/>
        </w:rPr>
        <w:t>il avait sa vareuse de ville</w:t>
      </w:r>
      <w:r w:rsidR="000E1451">
        <w:rPr>
          <w:rFonts w:cs="Georgia"/>
          <w:kern w:val="1"/>
        </w:rPr>
        <w:t xml:space="preserve">, </w:t>
      </w:r>
      <w:r>
        <w:rPr>
          <w:rFonts w:cs="Georgia"/>
          <w:kern w:val="1"/>
        </w:rPr>
        <w:t>et sur sa blessure de la face le bandeau de satin noir qu</w:t>
      </w:r>
      <w:r w:rsidR="000E1451">
        <w:rPr>
          <w:rFonts w:cs="Georgia"/>
          <w:kern w:val="1"/>
        </w:rPr>
        <w:t>’</w:t>
      </w:r>
      <w:r>
        <w:rPr>
          <w:rFonts w:cs="Georgia"/>
          <w:kern w:val="1"/>
        </w:rPr>
        <w:t xml:space="preserve">il réservait </w:t>
      </w:r>
      <w:r>
        <w:rPr>
          <w:rFonts w:cs="Georgia"/>
          <w:kern w:val="1"/>
        </w:rPr>
        <w:lastRenderedPageBreak/>
        <w:t>pour les jours d</w:t>
      </w:r>
      <w:r w:rsidR="000E1451">
        <w:rPr>
          <w:rFonts w:cs="Georgia"/>
          <w:kern w:val="1"/>
        </w:rPr>
        <w:t>’</w:t>
      </w:r>
      <w:r>
        <w:rPr>
          <w:rFonts w:cs="Georgia"/>
          <w:kern w:val="1"/>
        </w:rPr>
        <w:t>inspection</w:t>
      </w:r>
      <w:r w:rsidR="000E1451">
        <w:rPr>
          <w:rFonts w:cs="Georgia"/>
          <w:kern w:val="1"/>
        </w:rPr>
        <w:t xml:space="preserve">, </w:t>
      </w:r>
      <w:r>
        <w:rPr>
          <w:rFonts w:cs="Georgia"/>
          <w:kern w:val="1"/>
        </w:rPr>
        <w:t>ou quand il était invité au château</w:t>
      </w:r>
      <w:r w:rsidR="000E1451">
        <w:rPr>
          <w:rFonts w:cs="Georgia"/>
          <w:kern w:val="1"/>
        </w:rPr>
        <w:t>.</w:t>
      </w:r>
    </w:p>
    <w:p w14:paraId="1EA67D78" w14:textId="77777777" w:rsidR="000E1451" w:rsidRDefault="00BE611A" w:rsidP="00BE611A">
      <w:pPr>
        <w:rPr>
          <w:rFonts w:cs="Georgia"/>
          <w:kern w:val="1"/>
        </w:rPr>
      </w:pPr>
      <w:r>
        <w:rPr>
          <w:rFonts w:cs="Georgia"/>
          <w:kern w:val="1"/>
        </w:rPr>
        <w:t>Il commença par m</w:t>
      </w:r>
      <w:r w:rsidR="000E1451">
        <w:rPr>
          <w:rFonts w:cs="Georgia"/>
          <w:kern w:val="1"/>
        </w:rPr>
        <w:t>’</w:t>
      </w:r>
      <w:r>
        <w:rPr>
          <w:rFonts w:cs="Georgia"/>
          <w:kern w:val="1"/>
        </w:rPr>
        <w:t>observer avec plus d</w:t>
      </w:r>
      <w:r w:rsidR="000E1451">
        <w:rPr>
          <w:rFonts w:cs="Georgia"/>
          <w:kern w:val="1"/>
        </w:rPr>
        <w:t>’</w:t>
      </w:r>
      <w:r>
        <w:rPr>
          <w:rFonts w:cs="Georgia"/>
          <w:kern w:val="1"/>
        </w:rPr>
        <w:t>insistance</w:t>
      </w:r>
      <w:r w:rsidR="000E1451">
        <w:rPr>
          <w:rFonts w:cs="Georgia"/>
          <w:kern w:val="1"/>
        </w:rPr>
        <w:t xml:space="preserve">, </w:t>
      </w:r>
      <w:r>
        <w:rPr>
          <w:rFonts w:cs="Georgia"/>
          <w:kern w:val="1"/>
        </w:rPr>
        <w:t>me sembla-t-il</w:t>
      </w:r>
      <w:r w:rsidR="000E1451">
        <w:rPr>
          <w:rFonts w:cs="Georgia"/>
          <w:kern w:val="1"/>
        </w:rPr>
        <w:t xml:space="preserve">, </w:t>
      </w:r>
      <w:r>
        <w:rPr>
          <w:rFonts w:cs="Georgia"/>
          <w:kern w:val="1"/>
        </w:rPr>
        <w:t>que de coutume</w:t>
      </w:r>
      <w:r w:rsidR="000E1451">
        <w:rPr>
          <w:rFonts w:cs="Georgia"/>
          <w:kern w:val="1"/>
        </w:rPr>
        <w:t xml:space="preserve">. </w:t>
      </w:r>
      <w:r>
        <w:rPr>
          <w:rFonts w:cs="Georgia"/>
          <w:kern w:val="1"/>
        </w:rPr>
        <w:t>Enfin</w:t>
      </w:r>
      <w:r w:rsidR="000E1451">
        <w:rPr>
          <w:rFonts w:cs="Georgia"/>
          <w:kern w:val="1"/>
        </w:rPr>
        <w:t xml:space="preserve">, </w:t>
      </w:r>
      <w:r>
        <w:rPr>
          <w:rFonts w:cs="Georgia"/>
          <w:kern w:val="1"/>
        </w:rPr>
        <w:t>il se décida à parler</w:t>
      </w:r>
      <w:r w:rsidR="000E1451">
        <w:rPr>
          <w:rFonts w:cs="Georgia"/>
          <w:kern w:val="1"/>
        </w:rPr>
        <w:t>.</w:t>
      </w:r>
    </w:p>
    <w:p w14:paraId="74283943" w14:textId="77777777" w:rsidR="000E1451" w:rsidRDefault="000E1451" w:rsidP="00BE611A">
      <w:pPr>
        <w:rPr>
          <w:rFonts w:cs="Georgia"/>
          <w:kern w:val="1"/>
        </w:rPr>
      </w:pPr>
      <w:r>
        <w:rPr>
          <w:rFonts w:cs="Georgia"/>
          <w:kern w:val="1"/>
        </w:rPr>
        <w:t>— </w:t>
      </w:r>
      <w:r w:rsidR="00BE611A">
        <w:rPr>
          <w:rFonts w:cs="Georgia"/>
          <w:kern w:val="1"/>
        </w:rPr>
        <w:t>Lors de votre arrivée au camp</w:t>
      </w:r>
      <w:r>
        <w:rPr>
          <w:rFonts w:cs="Georgia"/>
          <w:kern w:val="1"/>
        </w:rPr>
        <w:t xml:space="preserve">, </w:t>
      </w:r>
      <w:r w:rsidR="00BE611A">
        <w:rPr>
          <w:rFonts w:cs="Georgia"/>
          <w:kern w:val="1"/>
        </w:rPr>
        <w:t>j</w:t>
      </w:r>
      <w:r>
        <w:rPr>
          <w:rFonts w:cs="Georgia"/>
          <w:kern w:val="1"/>
        </w:rPr>
        <w:t>’</w:t>
      </w:r>
      <w:r w:rsidR="00BE611A">
        <w:rPr>
          <w:rFonts w:cs="Georgia"/>
          <w:kern w:val="1"/>
        </w:rPr>
        <w:t>ai noté sur votre fiche que vous étiez ingénieur-électricien</w:t>
      </w:r>
      <w:r>
        <w:rPr>
          <w:rFonts w:cs="Georgia"/>
          <w:kern w:val="1"/>
        </w:rPr>
        <w:t>.</w:t>
      </w:r>
    </w:p>
    <w:p w14:paraId="4629A2EB" w14:textId="77777777" w:rsidR="000E1451" w:rsidRDefault="00BE611A" w:rsidP="00BE611A">
      <w:pPr>
        <w:rPr>
          <w:rFonts w:cs="Georgia"/>
          <w:kern w:val="1"/>
        </w:rPr>
      </w:pPr>
      <w:r>
        <w:rPr>
          <w:rFonts w:cs="Georgia"/>
          <w:kern w:val="1"/>
        </w:rPr>
        <w:t>J</w:t>
      </w:r>
      <w:r w:rsidR="000E1451">
        <w:rPr>
          <w:rFonts w:cs="Georgia"/>
          <w:kern w:val="1"/>
        </w:rPr>
        <w:t>’</w:t>
      </w:r>
      <w:r>
        <w:rPr>
          <w:rFonts w:cs="Georgia"/>
          <w:kern w:val="1"/>
        </w:rPr>
        <w:t>inclinai la tête</w:t>
      </w:r>
      <w:r w:rsidR="000E1451">
        <w:rPr>
          <w:rFonts w:cs="Georgia"/>
          <w:kern w:val="1"/>
        </w:rPr>
        <w:t>.</w:t>
      </w:r>
    </w:p>
    <w:p w14:paraId="465BFAA5" w14:textId="77777777" w:rsidR="000E1451" w:rsidRDefault="000E1451" w:rsidP="00BE611A">
      <w:pPr>
        <w:rPr>
          <w:rFonts w:cs="Georgia"/>
          <w:kern w:val="1"/>
        </w:rPr>
      </w:pPr>
      <w:r>
        <w:rPr>
          <w:rFonts w:cs="Georgia"/>
          <w:kern w:val="1"/>
        </w:rPr>
        <w:t>— </w:t>
      </w:r>
      <w:r w:rsidR="00BE611A">
        <w:rPr>
          <w:rFonts w:cs="Georgia"/>
          <w:kern w:val="1"/>
        </w:rPr>
        <w:t>Bien</w:t>
      </w:r>
      <w:r>
        <w:rPr>
          <w:rFonts w:cs="Georgia"/>
          <w:kern w:val="1"/>
        </w:rPr>
        <w:t xml:space="preserve">. </w:t>
      </w:r>
      <w:r w:rsidR="00BE611A">
        <w:rPr>
          <w:rFonts w:cs="Georgia"/>
          <w:kern w:val="1"/>
        </w:rPr>
        <w:t>Jusqu</w:t>
      </w:r>
      <w:r>
        <w:rPr>
          <w:rFonts w:cs="Georgia"/>
          <w:kern w:val="1"/>
        </w:rPr>
        <w:t>’</w:t>
      </w:r>
      <w:r w:rsidR="00BE611A">
        <w:rPr>
          <w:rFonts w:cs="Georgia"/>
          <w:kern w:val="1"/>
        </w:rPr>
        <w:t>ici</w:t>
      </w:r>
      <w:r>
        <w:rPr>
          <w:rFonts w:cs="Georgia"/>
          <w:kern w:val="1"/>
        </w:rPr>
        <w:t xml:space="preserve">, </w:t>
      </w:r>
      <w:r w:rsidR="00BE611A">
        <w:rPr>
          <w:rFonts w:cs="Georgia"/>
          <w:kern w:val="1"/>
        </w:rPr>
        <w:t>je n</w:t>
      </w:r>
      <w:r>
        <w:rPr>
          <w:rFonts w:cs="Georgia"/>
          <w:kern w:val="1"/>
        </w:rPr>
        <w:t>’</w:t>
      </w:r>
      <w:r w:rsidR="00BE611A">
        <w:rPr>
          <w:rFonts w:cs="Georgia"/>
          <w:kern w:val="1"/>
        </w:rPr>
        <w:t>ai pas eu à faire appel à vos services</w:t>
      </w:r>
      <w:r>
        <w:rPr>
          <w:rFonts w:cs="Georgia"/>
          <w:kern w:val="1"/>
        </w:rPr>
        <w:t xml:space="preserve">. </w:t>
      </w:r>
      <w:r w:rsidR="00BE611A">
        <w:rPr>
          <w:rFonts w:cs="Georgia"/>
          <w:kern w:val="1"/>
        </w:rPr>
        <w:t>Mais aujourd</w:t>
      </w:r>
      <w:r>
        <w:rPr>
          <w:rFonts w:cs="Georgia"/>
          <w:kern w:val="1"/>
        </w:rPr>
        <w:t>’</w:t>
      </w:r>
      <w:r w:rsidR="00BE611A">
        <w:rPr>
          <w:rFonts w:cs="Georgia"/>
          <w:kern w:val="1"/>
        </w:rPr>
        <w:t>hui</w:t>
      </w:r>
      <w:r>
        <w:rPr>
          <w:rFonts w:cs="Georgia"/>
          <w:kern w:val="1"/>
        </w:rPr>
        <w:t xml:space="preserve">, </w:t>
      </w:r>
      <w:r w:rsidR="00BE611A">
        <w:rPr>
          <w:rFonts w:cs="Georgia"/>
          <w:kern w:val="1"/>
        </w:rPr>
        <w:t>au château où j</w:t>
      </w:r>
      <w:r>
        <w:rPr>
          <w:rFonts w:cs="Georgia"/>
          <w:kern w:val="1"/>
        </w:rPr>
        <w:t>’</w:t>
      </w:r>
      <w:r w:rsidR="00BE611A">
        <w:rPr>
          <w:rFonts w:cs="Georgia"/>
          <w:kern w:val="1"/>
        </w:rPr>
        <w:t>étais invité à déjeuner avec le pasteur Frühwirth</w:t>
      </w:r>
      <w:r>
        <w:rPr>
          <w:rFonts w:cs="Georgia"/>
          <w:kern w:val="1"/>
        </w:rPr>
        <w:t xml:space="preserve">, </w:t>
      </w:r>
      <w:r w:rsidR="00BE611A">
        <w:rPr>
          <w:rFonts w:cs="Georgia"/>
          <w:kern w:val="1"/>
        </w:rPr>
        <w:t>celui-ci a eu l</w:t>
      </w:r>
      <w:r>
        <w:rPr>
          <w:rFonts w:cs="Georgia"/>
          <w:kern w:val="1"/>
        </w:rPr>
        <w:t>’</w:t>
      </w:r>
      <w:r w:rsidR="00BE611A">
        <w:rPr>
          <w:rFonts w:cs="Georgia"/>
          <w:kern w:val="1"/>
        </w:rPr>
        <w:t>occasion de parler de vous</w:t>
      </w:r>
      <w:r>
        <w:rPr>
          <w:rFonts w:cs="Georgia"/>
          <w:kern w:val="1"/>
        </w:rPr>
        <w:t xml:space="preserve">, </w:t>
      </w:r>
      <w:r w:rsidR="00BE611A">
        <w:rPr>
          <w:rFonts w:cs="Georgia"/>
          <w:kern w:val="1"/>
        </w:rPr>
        <w:t>de dire notamment que vous connaissiez l</w:t>
      </w:r>
      <w:r>
        <w:rPr>
          <w:rFonts w:cs="Georgia"/>
          <w:kern w:val="1"/>
        </w:rPr>
        <w:t>’</w:t>
      </w:r>
      <w:r w:rsidR="00BE611A">
        <w:rPr>
          <w:rFonts w:cs="Georgia"/>
          <w:kern w:val="1"/>
        </w:rPr>
        <w:t>électricité</w:t>
      </w:r>
      <w:r>
        <w:rPr>
          <w:rFonts w:cs="Georgia"/>
          <w:kern w:val="1"/>
        </w:rPr>
        <w:t xml:space="preserve">. </w:t>
      </w:r>
      <w:r w:rsidR="00BE611A">
        <w:rPr>
          <w:rFonts w:cs="Georgia"/>
          <w:kern w:val="1"/>
        </w:rPr>
        <w:t>L</w:t>
      </w:r>
      <w:r>
        <w:rPr>
          <w:rFonts w:cs="Georgia"/>
          <w:kern w:val="1"/>
        </w:rPr>
        <w:t>’</w:t>
      </w:r>
      <w:r w:rsidR="00BE611A">
        <w:rPr>
          <w:rFonts w:cs="Georgia"/>
          <w:kern w:val="1"/>
        </w:rPr>
        <w:t>installation du château</w:t>
      </w:r>
      <w:r>
        <w:rPr>
          <w:rFonts w:cs="Georgia"/>
          <w:kern w:val="1"/>
        </w:rPr>
        <w:t xml:space="preserve">, </w:t>
      </w:r>
      <w:r w:rsidR="00BE611A">
        <w:rPr>
          <w:rFonts w:cs="Georgia"/>
          <w:kern w:val="1"/>
        </w:rPr>
        <w:t>sous ce rapport</w:t>
      </w:r>
      <w:r>
        <w:rPr>
          <w:rFonts w:cs="Georgia"/>
          <w:kern w:val="1"/>
        </w:rPr>
        <w:t xml:space="preserve">, </w:t>
      </w:r>
      <w:r w:rsidR="00BE611A">
        <w:rPr>
          <w:rFonts w:cs="Georgia"/>
          <w:kern w:val="1"/>
        </w:rPr>
        <w:t>laisse depuis quelque temps à désirer</w:t>
      </w:r>
      <w:r>
        <w:rPr>
          <w:rFonts w:cs="Georgia"/>
          <w:kern w:val="1"/>
        </w:rPr>
        <w:t xml:space="preserve">. </w:t>
      </w:r>
      <w:r w:rsidR="00BE611A">
        <w:rPr>
          <w:rFonts w:cs="Georgia"/>
          <w:kern w:val="1"/>
        </w:rPr>
        <w:t>Le général a manifesté le désir de la voir remettre en état</w:t>
      </w:r>
      <w:r>
        <w:rPr>
          <w:rFonts w:cs="Georgia"/>
          <w:kern w:val="1"/>
        </w:rPr>
        <w:t xml:space="preserve">. </w:t>
      </w:r>
      <w:r w:rsidR="00BE611A">
        <w:rPr>
          <w:rFonts w:cs="Georgia"/>
          <w:kern w:val="1"/>
        </w:rPr>
        <w:t>Je lui ai proposé de vous charger de ce travail</w:t>
      </w:r>
      <w:r>
        <w:rPr>
          <w:rFonts w:cs="Georgia"/>
          <w:kern w:val="1"/>
        </w:rPr>
        <w:t xml:space="preserve">. </w:t>
      </w:r>
      <w:r w:rsidR="00BE611A">
        <w:rPr>
          <w:rFonts w:cs="Georgia"/>
          <w:kern w:val="1"/>
        </w:rPr>
        <w:t>Il a accepté</w:t>
      </w:r>
      <w:r>
        <w:rPr>
          <w:rFonts w:cs="Georgia"/>
          <w:kern w:val="1"/>
        </w:rPr>
        <w:t>.</w:t>
      </w:r>
    </w:p>
    <w:p w14:paraId="51AB6DA6" w14:textId="77777777" w:rsidR="000E1451" w:rsidRDefault="00BE611A" w:rsidP="00BE611A">
      <w:pPr>
        <w:rPr>
          <w:rFonts w:cs="Georgia"/>
          <w:kern w:val="1"/>
        </w:rPr>
      </w:pPr>
      <w:r>
        <w:rPr>
          <w:rFonts w:cs="Georgia"/>
          <w:kern w:val="1"/>
        </w:rPr>
        <w:t>Je continuais à me taire</w:t>
      </w:r>
      <w:r w:rsidR="000E1451">
        <w:rPr>
          <w:rFonts w:cs="Georgia"/>
          <w:kern w:val="1"/>
        </w:rPr>
        <w:t>.</w:t>
      </w:r>
    </w:p>
    <w:p w14:paraId="389A4DC0" w14:textId="77777777" w:rsidR="000E1451" w:rsidRDefault="000E1451" w:rsidP="00BE611A">
      <w:pPr>
        <w:rPr>
          <w:rFonts w:cs="Georgia"/>
          <w:kern w:val="1"/>
        </w:rPr>
      </w:pPr>
      <w:r>
        <w:rPr>
          <w:rFonts w:cs="Georgia"/>
          <w:kern w:val="1"/>
        </w:rPr>
        <w:t>— </w:t>
      </w:r>
      <w:r w:rsidR="00BE611A">
        <w:rPr>
          <w:rFonts w:cs="Georgia"/>
          <w:kern w:val="1"/>
        </w:rPr>
        <w:t>Dès demain matin</w:t>
      </w:r>
      <w:r>
        <w:rPr>
          <w:rFonts w:cs="Georgia"/>
          <w:kern w:val="1"/>
        </w:rPr>
        <w:t xml:space="preserve">, </w:t>
      </w:r>
      <w:r w:rsidR="00BE611A">
        <w:rPr>
          <w:rFonts w:cs="Georgia"/>
          <w:kern w:val="1"/>
        </w:rPr>
        <w:t>à huit heures</w:t>
      </w:r>
      <w:r>
        <w:rPr>
          <w:rFonts w:cs="Georgia"/>
          <w:kern w:val="1"/>
        </w:rPr>
        <w:t xml:space="preserve">, </w:t>
      </w:r>
      <w:r w:rsidR="00BE611A">
        <w:rPr>
          <w:rFonts w:cs="Georgia"/>
          <w:kern w:val="1"/>
        </w:rPr>
        <w:t>vous serez conduit à Reichendorf</w:t>
      </w:r>
      <w:r>
        <w:rPr>
          <w:rFonts w:cs="Georgia"/>
          <w:kern w:val="1"/>
        </w:rPr>
        <w:t xml:space="preserve">. </w:t>
      </w:r>
      <w:r w:rsidR="00BE611A">
        <w:rPr>
          <w:rFonts w:cs="Georgia"/>
          <w:kern w:val="1"/>
        </w:rPr>
        <w:t>Vous vous mettrez à la disposition du maître d</w:t>
      </w:r>
      <w:r>
        <w:rPr>
          <w:rFonts w:cs="Georgia"/>
          <w:kern w:val="1"/>
        </w:rPr>
        <w:t>’</w:t>
      </w:r>
      <w:r w:rsidR="00BE611A">
        <w:rPr>
          <w:rFonts w:cs="Georgia"/>
          <w:kern w:val="1"/>
        </w:rPr>
        <w:t>hôtel</w:t>
      </w:r>
      <w:r>
        <w:rPr>
          <w:rFonts w:cs="Georgia"/>
          <w:kern w:val="1"/>
        </w:rPr>
        <w:t xml:space="preserve">. </w:t>
      </w:r>
      <w:r w:rsidR="00BE611A">
        <w:rPr>
          <w:rFonts w:cs="Georgia"/>
          <w:kern w:val="1"/>
        </w:rPr>
        <w:t>Vous vous rendrez compte des réparations à effectuer</w:t>
      </w:r>
      <w:r>
        <w:rPr>
          <w:rFonts w:cs="Georgia"/>
          <w:kern w:val="1"/>
        </w:rPr>
        <w:t xml:space="preserve">, </w:t>
      </w:r>
      <w:r w:rsidR="00BE611A">
        <w:rPr>
          <w:rFonts w:cs="Georgia"/>
          <w:kern w:val="1"/>
        </w:rPr>
        <w:t>de la durée qu</w:t>
      </w:r>
      <w:r>
        <w:rPr>
          <w:rFonts w:cs="Georgia"/>
          <w:kern w:val="1"/>
        </w:rPr>
        <w:t>’</w:t>
      </w:r>
      <w:r w:rsidR="00BE611A">
        <w:rPr>
          <w:rFonts w:cs="Georgia"/>
          <w:kern w:val="1"/>
        </w:rPr>
        <w:t>elles nécessiteront</w:t>
      </w:r>
      <w:r>
        <w:rPr>
          <w:rFonts w:cs="Georgia"/>
          <w:kern w:val="1"/>
        </w:rPr>
        <w:t xml:space="preserve">. </w:t>
      </w:r>
      <w:r w:rsidR="00BE611A">
        <w:rPr>
          <w:rFonts w:cs="Georgia"/>
          <w:kern w:val="1"/>
        </w:rPr>
        <w:t>Vous m</w:t>
      </w:r>
      <w:r>
        <w:rPr>
          <w:rFonts w:cs="Georgia"/>
          <w:kern w:val="1"/>
        </w:rPr>
        <w:t>’</w:t>
      </w:r>
      <w:r w:rsidR="00BE611A">
        <w:rPr>
          <w:rFonts w:cs="Georgia"/>
          <w:kern w:val="1"/>
        </w:rPr>
        <w:t>en parlerez dès votre retour au camp</w:t>
      </w:r>
      <w:r>
        <w:rPr>
          <w:rFonts w:cs="Georgia"/>
          <w:kern w:val="1"/>
        </w:rPr>
        <w:t xml:space="preserve">. </w:t>
      </w:r>
      <w:r w:rsidR="00BE611A">
        <w:rPr>
          <w:rFonts w:cs="Georgia"/>
          <w:kern w:val="1"/>
        </w:rPr>
        <w:t>C</w:t>
      </w:r>
      <w:r>
        <w:rPr>
          <w:rFonts w:cs="Georgia"/>
          <w:kern w:val="1"/>
        </w:rPr>
        <w:t>’</w:t>
      </w:r>
      <w:r w:rsidR="00BE611A">
        <w:rPr>
          <w:rFonts w:cs="Georgia"/>
          <w:kern w:val="1"/>
        </w:rPr>
        <w:t>est compris</w:t>
      </w:r>
      <w:r>
        <w:rPr>
          <w:rFonts w:cs="Georgia"/>
          <w:kern w:val="1"/>
        </w:rPr>
        <w:t xml:space="preserve"> ? </w:t>
      </w:r>
      <w:r w:rsidR="00BE611A">
        <w:rPr>
          <w:rFonts w:cs="Georgia"/>
          <w:kern w:val="1"/>
        </w:rPr>
        <w:t>Ah</w:t>
      </w:r>
      <w:r>
        <w:rPr>
          <w:rFonts w:cs="Georgia"/>
          <w:kern w:val="1"/>
        </w:rPr>
        <w:t xml:space="preserve"> ! </w:t>
      </w:r>
      <w:r w:rsidR="00BE611A">
        <w:rPr>
          <w:rFonts w:cs="Georgia"/>
          <w:kern w:val="1"/>
        </w:rPr>
        <w:t>autre chose</w:t>
      </w:r>
      <w:r>
        <w:rPr>
          <w:rFonts w:cs="Georgia"/>
          <w:kern w:val="1"/>
        </w:rPr>
        <w:t xml:space="preserve">. </w:t>
      </w:r>
      <w:r w:rsidR="00BE611A">
        <w:rPr>
          <w:rFonts w:cs="Georgia"/>
          <w:kern w:val="1"/>
        </w:rPr>
        <w:t>En sortant d</w:t>
      </w:r>
      <w:r>
        <w:rPr>
          <w:rFonts w:cs="Georgia"/>
          <w:kern w:val="1"/>
        </w:rPr>
        <w:t>’</w:t>
      </w:r>
      <w:r w:rsidR="00BE611A">
        <w:rPr>
          <w:rFonts w:cs="Georgia"/>
          <w:kern w:val="1"/>
        </w:rPr>
        <w:t>ici</w:t>
      </w:r>
      <w:r>
        <w:rPr>
          <w:rFonts w:cs="Georgia"/>
          <w:kern w:val="1"/>
        </w:rPr>
        <w:t xml:space="preserve">, </w:t>
      </w:r>
      <w:r w:rsidR="00BE611A">
        <w:rPr>
          <w:rFonts w:cs="Georgia"/>
          <w:kern w:val="1"/>
        </w:rPr>
        <w:t>passez donc au magasin</w:t>
      </w:r>
      <w:r>
        <w:rPr>
          <w:rFonts w:cs="Georgia"/>
          <w:kern w:val="1"/>
        </w:rPr>
        <w:t xml:space="preserve">. </w:t>
      </w:r>
      <w:r w:rsidR="00BE611A">
        <w:rPr>
          <w:rFonts w:cs="Georgia"/>
          <w:kern w:val="1"/>
        </w:rPr>
        <w:t>J</w:t>
      </w:r>
      <w:r>
        <w:rPr>
          <w:rFonts w:cs="Georgia"/>
          <w:kern w:val="1"/>
        </w:rPr>
        <w:t>’</w:t>
      </w:r>
      <w:r w:rsidR="00BE611A">
        <w:rPr>
          <w:rFonts w:cs="Georgia"/>
          <w:kern w:val="1"/>
        </w:rPr>
        <w:t>y ai donné des ordres pour qu</w:t>
      </w:r>
      <w:r>
        <w:rPr>
          <w:rFonts w:cs="Georgia"/>
          <w:kern w:val="1"/>
        </w:rPr>
        <w:t>’</w:t>
      </w:r>
      <w:r w:rsidR="00BE611A">
        <w:rPr>
          <w:rFonts w:cs="Georgia"/>
          <w:kern w:val="1"/>
        </w:rPr>
        <w:t>on tâche de vous procurer d</w:t>
      </w:r>
      <w:r>
        <w:rPr>
          <w:rFonts w:cs="Georgia"/>
          <w:kern w:val="1"/>
        </w:rPr>
        <w:t>’</w:t>
      </w:r>
      <w:r w:rsidR="00BE611A">
        <w:rPr>
          <w:rFonts w:cs="Georgia"/>
          <w:kern w:val="1"/>
        </w:rPr>
        <w:t>urgence des effets un peu plus convenables</w:t>
      </w:r>
      <w:r>
        <w:rPr>
          <w:rFonts w:cs="Georgia"/>
          <w:kern w:val="1"/>
        </w:rPr>
        <w:t>.</w:t>
      </w:r>
    </w:p>
    <w:p w14:paraId="12A58D6E" w14:textId="77777777" w:rsidR="00BE611A" w:rsidRDefault="00BE611A" w:rsidP="000E1451">
      <w:pPr>
        <w:pStyle w:val="Titre1"/>
        <w:numPr>
          <w:ilvl w:val="0"/>
          <w:numId w:val="15"/>
        </w:numPr>
        <w:ind w:left="0" w:firstLine="0"/>
        <w:rPr>
          <w:rFonts w:cs="Georgia"/>
          <w:kern w:val="1"/>
        </w:rPr>
      </w:pPr>
      <w:bookmarkStart w:id="12" w:name="__RefHeading__7376_928681719"/>
      <w:bookmarkStart w:id="13" w:name="_Toc195555065"/>
      <w:bookmarkEnd w:id="12"/>
      <w:r>
        <w:rPr>
          <w:kern w:val="1"/>
        </w:rPr>
        <w:lastRenderedPageBreak/>
        <w:t>VII</w:t>
      </w:r>
      <w:bookmarkEnd w:id="13"/>
    </w:p>
    <w:p w14:paraId="742F5DCB" w14:textId="77777777" w:rsidR="000E1451" w:rsidRDefault="00BE611A" w:rsidP="00BE611A">
      <w:pPr>
        <w:rPr>
          <w:rFonts w:cs="Georgia"/>
          <w:kern w:val="1"/>
        </w:rPr>
      </w:pPr>
      <w:r>
        <w:rPr>
          <w:rFonts w:cs="Georgia"/>
          <w:kern w:val="1"/>
        </w:rPr>
        <w:t>J</w:t>
      </w:r>
      <w:r w:rsidR="000E1451">
        <w:rPr>
          <w:rFonts w:cs="Georgia"/>
          <w:kern w:val="1"/>
        </w:rPr>
        <w:t>’</w:t>
      </w:r>
      <w:r>
        <w:rPr>
          <w:rFonts w:cs="Georgia"/>
          <w:kern w:val="1"/>
        </w:rPr>
        <w:t>étais plus ému que je ne saurais le dire lorsque</w:t>
      </w:r>
      <w:r w:rsidR="000E1451">
        <w:rPr>
          <w:rFonts w:cs="Georgia"/>
          <w:kern w:val="1"/>
        </w:rPr>
        <w:t xml:space="preserve">, </w:t>
      </w:r>
      <w:r>
        <w:rPr>
          <w:rFonts w:cs="Georgia"/>
          <w:kern w:val="1"/>
        </w:rPr>
        <w:t>le lendemain matin</w:t>
      </w:r>
      <w:r w:rsidR="000E1451">
        <w:rPr>
          <w:rFonts w:cs="Georgia"/>
          <w:kern w:val="1"/>
        </w:rPr>
        <w:t xml:space="preserve">, </w:t>
      </w:r>
      <w:r>
        <w:rPr>
          <w:rFonts w:cs="Georgia"/>
          <w:kern w:val="1"/>
        </w:rPr>
        <w:t>à l</w:t>
      </w:r>
      <w:r w:rsidR="000E1451">
        <w:rPr>
          <w:rFonts w:cs="Georgia"/>
          <w:kern w:val="1"/>
        </w:rPr>
        <w:t>’</w:t>
      </w:r>
      <w:r>
        <w:rPr>
          <w:rFonts w:cs="Georgia"/>
          <w:kern w:val="1"/>
        </w:rPr>
        <w:t>heure prescrite</w:t>
      </w:r>
      <w:r w:rsidR="000E1451">
        <w:rPr>
          <w:rFonts w:cs="Georgia"/>
          <w:kern w:val="1"/>
        </w:rPr>
        <w:t xml:space="preserve">, </w:t>
      </w:r>
      <w:r>
        <w:rPr>
          <w:rFonts w:cs="Georgia"/>
          <w:kern w:val="1"/>
        </w:rPr>
        <w:t>je m</w:t>
      </w:r>
      <w:r w:rsidR="000E1451">
        <w:rPr>
          <w:rFonts w:cs="Georgia"/>
          <w:kern w:val="1"/>
        </w:rPr>
        <w:t>’</w:t>
      </w:r>
      <w:r>
        <w:rPr>
          <w:rFonts w:cs="Georgia"/>
          <w:kern w:val="1"/>
        </w:rPr>
        <w:t>engageais avec mon gardien sur la passerelle du château</w:t>
      </w:r>
      <w:r w:rsidR="000E1451">
        <w:rPr>
          <w:rFonts w:cs="Georgia"/>
          <w:kern w:val="1"/>
        </w:rPr>
        <w:t xml:space="preserve">. </w:t>
      </w:r>
      <w:r>
        <w:rPr>
          <w:rFonts w:cs="Georgia"/>
          <w:kern w:val="1"/>
        </w:rPr>
        <w:t>Le motif de mon émotion</w:t>
      </w:r>
      <w:r w:rsidR="000E1451">
        <w:rPr>
          <w:rFonts w:cs="Georgia"/>
          <w:kern w:val="1"/>
        </w:rPr>
        <w:t xml:space="preserve">, </w:t>
      </w:r>
      <w:r>
        <w:rPr>
          <w:rFonts w:cs="Georgia"/>
          <w:kern w:val="1"/>
        </w:rPr>
        <w:t>je l</w:t>
      </w:r>
      <w:r w:rsidR="000E1451">
        <w:rPr>
          <w:rFonts w:cs="Georgia"/>
          <w:kern w:val="1"/>
        </w:rPr>
        <w:t>’</w:t>
      </w:r>
      <w:r>
        <w:rPr>
          <w:rFonts w:cs="Georgia"/>
          <w:kern w:val="1"/>
        </w:rPr>
        <w:t>ignorais</w:t>
      </w:r>
      <w:r w:rsidR="000E1451">
        <w:rPr>
          <w:rFonts w:cs="Georgia"/>
          <w:kern w:val="1"/>
        </w:rPr>
        <w:t xml:space="preserve">. </w:t>
      </w:r>
      <w:r>
        <w:rPr>
          <w:rFonts w:cs="Georgia"/>
          <w:kern w:val="1"/>
        </w:rPr>
        <w:t>Mais</w:t>
      </w:r>
      <w:r w:rsidR="000E1451">
        <w:rPr>
          <w:rFonts w:cs="Georgia"/>
          <w:kern w:val="1"/>
        </w:rPr>
        <w:t xml:space="preserve">, </w:t>
      </w:r>
      <w:r>
        <w:rPr>
          <w:rFonts w:cs="Georgia"/>
          <w:kern w:val="1"/>
        </w:rPr>
        <w:t>c</w:t>
      </w:r>
      <w:r w:rsidR="000E1451">
        <w:rPr>
          <w:rFonts w:cs="Georgia"/>
          <w:kern w:val="1"/>
        </w:rPr>
        <w:t>’</w:t>
      </w:r>
      <w:r>
        <w:rPr>
          <w:rFonts w:cs="Georgia"/>
          <w:kern w:val="1"/>
        </w:rPr>
        <w:t>était un fait</w:t>
      </w:r>
      <w:r w:rsidR="000E1451">
        <w:rPr>
          <w:rFonts w:cs="Georgia"/>
          <w:kern w:val="1"/>
        </w:rPr>
        <w:t xml:space="preserve">, </w:t>
      </w:r>
      <w:r>
        <w:rPr>
          <w:rFonts w:cs="Georgia"/>
          <w:kern w:val="1"/>
        </w:rPr>
        <w:t>j</w:t>
      </w:r>
      <w:r w:rsidR="000E1451">
        <w:rPr>
          <w:rFonts w:cs="Georgia"/>
          <w:kern w:val="1"/>
        </w:rPr>
        <w:t>’</w:t>
      </w:r>
      <w:r>
        <w:rPr>
          <w:rFonts w:cs="Georgia"/>
          <w:kern w:val="1"/>
        </w:rPr>
        <w:t>étais ému</w:t>
      </w:r>
      <w:r w:rsidR="000E1451">
        <w:rPr>
          <w:rFonts w:cs="Georgia"/>
          <w:kern w:val="1"/>
        </w:rPr>
        <w:t xml:space="preserve">. </w:t>
      </w:r>
      <w:r>
        <w:rPr>
          <w:rFonts w:cs="Georgia"/>
          <w:kern w:val="1"/>
        </w:rPr>
        <w:t>Il me semblait que chacune des secondes</w:t>
      </w:r>
      <w:r w:rsidR="00A6632D">
        <w:rPr>
          <w:rFonts w:cs="Georgia"/>
          <w:kern w:val="1"/>
        </w:rPr>
        <w:t xml:space="preserve"> </w:t>
      </w:r>
      <w:r>
        <w:rPr>
          <w:rFonts w:cs="Georgia"/>
          <w:kern w:val="1"/>
        </w:rPr>
        <w:t>présentes allait peser d</w:t>
      </w:r>
      <w:r w:rsidR="000E1451">
        <w:rPr>
          <w:rFonts w:cs="Georgia"/>
          <w:kern w:val="1"/>
        </w:rPr>
        <w:t>’</w:t>
      </w:r>
      <w:r>
        <w:rPr>
          <w:rFonts w:cs="Georgia"/>
          <w:kern w:val="1"/>
        </w:rPr>
        <w:t>un poids définitif sur le reste de ma vie</w:t>
      </w:r>
      <w:r w:rsidR="000E1451">
        <w:rPr>
          <w:rFonts w:cs="Georgia"/>
          <w:kern w:val="1"/>
        </w:rPr>
        <w:t xml:space="preserve">, </w:t>
      </w:r>
      <w:r>
        <w:rPr>
          <w:rFonts w:cs="Georgia"/>
          <w:kern w:val="1"/>
        </w:rPr>
        <w:t>que j</w:t>
      </w:r>
      <w:r w:rsidR="000E1451">
        <w:rPr>
          <w:rFonts w:cs="Georgia"/>
          <w:kern w:val="1"/>
        </w:rPr>
        <w:t>’</w:t>
      </w:r>
      <w:r>
        <w:rPr>
          <w:rFonts w:cs="Georgia"/>
          <w:kern w:val="1"/>
        </w:rPr>
        <w:t>étais en train d</w:t>
      </w:r>
      <w:r w:rsidR="000E1451">
        <w:rPr>
          <w:rFonts w:cs="Georgia"/>
          <w:kern w:val="1"/>
        </w:rPr>
        <w:t>’</w:t>
      </w:r>
      <w:r>
        <w:rPr>
          <w:rFonts w:cs="Georgia"/>
          <w:kern w:val="1"/>
        </w:rPr>
        <w:t>écrire la page la plus significative de mon existence</w:t>
      </w:r>
      <w:r w:rsidR="000E1451">
        <w:rPr>
          <w:rFonts w:cs="Georgia"/>
          <w:kern w:val="1"/>
        </w:rPr>
        <w:t xml:space="preserve">. </w:t>
      </w:r>
      <w:r>
        <w:rPr>
          <w:rFonts w:cs="Georgia"/>
          <w:kern w:val="1"/>
        </w:rPr>
        <w:t>L</w:t>
      </w:r>
      <w:r w:rsidR="000E1451">
        <w:rPr>
          <w:rFonts w:cs="Georgia"/>
          <w:kern w:val="1"/>
        </w:rPr>
        <w:t>’</w:t>
      </w:r>
      <w:r>
        <w:rPr>
          <w:rFonts w:cs="Georgia"/>
          <w:kern w:val="1"/>
        </w:rPr>
        <w:t>attitude de mes camarades me fortifiait dans cette impression</w:t>
      </w:r>
      <w:r w:rsidR="000E1451">
        <w:rPr>
          <w:rFonts w:cs="Georgia"/>
          <w:kern w:val="1"/>
        </w:rPr>
        <w:t xml:space="preserve">. </w:t>
      </w:r>
      <w:r>
        <w:rPr>
          <w:rFonts w:cs="Georgia"/>
          <w:kern w:val="1"/>
        </w:rPr>
        <w:t>La veille</w:t>
      </w:r>
      <w:r w:rsidR="000E1451">
        <w:rPr>
          <w:rFonts w:cs="Georgia"/>
          <w:kern w:val="1"/>
        </w:rPr>
        <w:t xml:space="preserve">, </w:t>
      </w:r>
      <w:r>
        <w:rPr>
          <w:rFonts w:cs="Georgia"/>
          <w:kern w:val="1"/>
        </w:rPr>
        <w:t>quand j</w:t>
      </w:r>
      <w:r w:rsidR="000E1451">
        <w:rPr>
          <w:rFonts w:cs="Georgia"/>
          <w:kern w:val="1"/>
        </w:rPr>
        <w:t>’</w:t>
      </w:r>
      <w:r>
        <w:rPr>
          <w:rFonts w:cs="Georgia"/>
          <w:kern w:val="1"/>
        </w:rPr>
        <w:t>étais revenu de la Kommandantur</w:t>
      </w:r>
      <w:r w:rsidR="000E1451">
        <w:rPr>
          <w:rFonts w:cs="Georgia"/>
          <w:kern w:val="1"/>
        </w:rPr>
        <w:t xml:space="preserve">, </w:t>
      </w:r>
      <w:r>
        <w:rPr>
          <w:rFonts w:cs="Georgia"/>
          <w:kern w:val="1"/>
        </w:rPr>
        <w:t>j</w:t>
      </w:r>
      <w:r w:rsidR="000E1451">
        <w:rPr>
          <w:rFonts w:cs="Georgia"/>
          <w:kern w:val="1"/>
        </w:rPr>
        <w:t>’</w:t>
      </w:r>
      <w:r>
        <w:rPr>
          <w:rFonts w:cs="Georgia"/>
          <w:kern w:val="1"/>
        </w:rPr>
        <w:t>avais remarqué les coups d</w:t>
      </w:r>
      <w:r w:rsidR="000E1451">
        <w:rPr>
          <w:rFonts w:cs="Georgia"/>
          <w:kern w:val="1"/>
        </w:rPr>
        <w:t>’</w:t>
      </w:r>
      <w:r>
        <w:rPr>
          <w:rFonts w:cs="Georgia"/>
          <w:kern w:val="1"/>
        </w:rPr>
        <w:t>œil qu</w:t>
      </w:r>
      <w:r w:rsidR="000E1451">
        <w:rPr>
          <w:rFonts w:cs="Georgia"/>
          <w:kern w:val="1"/>
        </w:rPr>
        <w:t>’</w:t>
      </w:r>
      <w:r>
        <w:rPr>
          <w:rFonts w:cs="Georgia"/>
          <w:kern w:val="1"/>
        </w:rPr>
        <w:t>ils échangeaient</w:t>
      </w:r>
      <w:r w:rsidR="000E1451">
        <w:rPr>
          <w:rFonts w:cs="Georgia"/>
          <w:kern w:val="1"/>
        </w:rPr>
        <w:t xml:space="preserve">. </w:t>
      </w:r>
      <w:r>
        <w:rPr>
          <w:rFonts w:cs="Georgia"/>
          <w:kern w:val="1"/>
        </w:rPr>
        <w:t>Ils n</w:t>
      </w:r>
      <w:r w:rsidR="000E1451">
        <w:rPr>
          <w:rFonts w:cs="Georgia"/>
          <w:kern w:val="1"/>
        </w:rPr>
        <w:t>’</w:t>
      </w:r>
      <w:r>
        <w:rPr>
          <w:rFonts w:cs="Georgia"/>
          <w:kern w:val="1"/>
        </w:rPr>
        <w:t>avaient pas osé me questionner</w:t>
      </w:r>
      <w:r w:rsidR="000E1451">
        <w:rPr>
          <w:rFonts w:cs="Georgia"/>
          <w:kern w:val="1"/>
        </w:rPr>
        <w:t xml:space="preserve">. </w:t>
      </w:r>
      <w:r>
        <w:rPr>
          <w:rFonts w:cs="Georgia"/>
          <w:kern w:val="1"/>
        </w:rPr>
        <w:t>De mon côté</w:t>
      </w:r>
      <w:r w:rsidR="000E1451">
        <w:rPr>
          <w:rFonts w:cs="Georgia"/>
          <w:kern w:val="1"/>
        </w:rPr>
        <w:t xml:space="preserve">, </w:t>
      </w:r>
      <w:r>
        <w:rPr>
          <w:rFonts w:cs="Georgia"/>
          <w:kern w:val="1"/>
        </w:rPr>
        <w:t>je ne leur avais rien dit</w:t>
      </w:r>
      <w:r w:rsidR="000E1451">
        <w:rPr>
          <w:rFonts w:cs="Georgia"/>
          <w:kern w:val="1"/>
        </w:rPr>
        <w:t xml:space="preserve">. </w:t>
      </w:r>
      <w:r>
        <w:rPr>
          <w:rFonts w:cs="Georgia"/>
          <w:kern w:val="1"/>
        </w:rPr>
        <w:t>Pourquoi</w:t>
      </w:r>
      <w:r w:rsidR="000E1451">
        <w:rPr>
          <w:rFonts w:cs="Georgia"/>
          <w:kern w:val="1"/>
        </w:rPr>
        <w:t xml:space="preserve">, </w:t>
      </w:r>
      <w:r>
        <w:rPr>
          <w:rFonts w:cs="Georgia"/>
          <w:kern w:val="1"/>
        </w:rPr>
        <w:t>de leur part</w:t>
      </w:r>
      <w:r w:rsidR="000E1451">
        <w:rPr>
          <w:rFonts w:cs="Georgia"/>
          <w:kern w:val="1"/>
        </w:rPr>
        <w:t xml:space="preserve">, </w:t>
      </w:r>
      <w:r>
        <w:rPr>
          <w:rFonts w:cs="Georgia"/>
          <w:kern w:val="1"/>
        </w:rPr>
        <w:t>cette discrétion inusitée</w:t>
      </w:r>
      <w:r w:rsidR="000E1451">
        <w:rPr>
          <w:rFonts w:cs="Georgia"/>
          <w:kern w:val="1"/>
        </w:rPr>
        <w:t xml:space="preserve"> ? </w:t>
      </w:r>
      <w:r>
        <w:rPr>
          <w:rFonts w:cs="Georgia"/>
          <w:kern w:val="1"/>
        </w:rPr>
        <w:t>Et pourquoi aussi</w:t>
      </w:r>
      <w:r w:rsidR="000E1451">
        <w:rPr>
          <w:rFonts w:cs="Georgia"/>
          <w:kern w:val="1"/>
        </w:rPr>
        <w:t xml:space="preserve">, </w:t>
      </w:r>
      <w:r>
        <w:rPr>
          <w:rFonts w:cs="Georgia"/>
          <w:kern w:val="1"/>
        </w:rPr>
        <w:t>de la mienne</w:t>
      </w:r>
      <w:r w:rsidR="000E1451">
        <w:rPr>
          <w:rFonts w:cs="Georgia"/>
          <w:kern w:val="1"/>
        </w:rPr>
        <w:t xml:space="preserve"> ? </w:t>
      </w:r>
      <w:r>
        <w:rPr>
          <w:rFonts w:cs="Georgia"/>
          <w:kern w:val="1"/>
        </w:rPr>
        <w:t>En toute autre circonstance</w:t>
      </w:r>
      <w:r w:rsidR="000E1451">
        <w:rPr>
          <w:rFonts w:cs="Georgia"/>
          <w:kern w:val="1"/>
        </w:rPr>
        <w:t xml:space="preserve">, </w:t>
      </w:r>
      <w:r>
        <w:rPr>
          <w:rFonts w:cs="Georgia"/>
          <w:kern w:val="1"/>
        </w:rPr>
        <w:t>ne me serais-je pas empressé de leur apprendre ma nouvelle aubaine</w:t>
      </w:r>
      <w:r w:rsidR="000E1451">
        <w:rPr>
          <w:rFonts w:cs="Georgia"/>
          <w:kern w:val="1"/>
        </w:rPr>
        <w:t xml:space="preserve">, </w:t>
      </w:r>
      <w:r>
        <w:rPr>
          <w:rFonts w:cs="Georgia"/>
          <w:kern w:val="1"/>
        </w:rPr>
        <w:t>avec cette vanité enfantine du soldat pour qui les profits de la chose ne sont rien à côté du plaisir de passer pour un malin</w:t>
      </w:r>
      <w:r w:rsidR="000E1451">
        <w:rPr>
          <w:rFonts w:cs="Georgia"/>
          <w:kern w:val="1"/>
        </w:rPr>
        <w:t xml:space="preserve">, </w:t>
      </w:r>
      <w:r>
        <w:rPr>
          <w:rFonts w:cs="Georgia"/>
          <w:kern w:val="1"/>
        </w:rPr>
        <w:t>un débrouillard</w:t>
      </w:r>
      <w:r w:rsidR="000E1451">
        <w:rPr>
          <w:rFonts w:cs="Georgia"/>
          <w:kern w:val="1"/>
        </w:rPr>
        <w:t xml:space="preserve"> ? </w:t>
      </w:r>
      <w:r>
        <w:rPr>
          <w:rFonts w:cs="Georgia"/>
          <w:kern w:val="1"/>
        </w:rPr>
        <w:t>Mon silence avait dû leur paraître d</w:t>
      </w:r>
      <w:r w:rsidR="000E1451">
        <w:rPr>
          <w:rFonts w:cs="Georgia"/>
          <w:kern w:val="1"/>
        </w:rPr>
        <w:t>’</w:t>
      </w:r>
      <w:r>
        <w:rPr>
          <w:rFonts w:cs="Georgia"/>
          <w:kern w:val="1"/>
        </w:rPr>
        <w:t>autant moins naturel que force m</w:t>
      </w:r>
      <w:r w:rsidR="000E1451">
        <w:rPr>
          <w:rFonts w:cs="Georgia"/>
          <w:kern w:val="1"/>
        </w:rPr>
        <w:t>’</w:t>
      </w:r>
      <w:r>
        <w:rPr>
          <w:rFonts w:cs="Georgia"/>
          <w:kern w:val="1"/>
        </w:rPr>
        <w:t>avait bien été</w:t>
      </w:r>
      <w:r w:rsidR="000E1451">
        <w:rPr>
          <w:rFonts w:cs="Georgia"/>
          <w:kern w:val="1"/>
        </w:rPr>
        <w:t xml:space="preserve">, </w:t>
      </w:r>
      <w:r>
        <w:rPr>
          <w:rFonts w:cs="Georgia"/>
          <w:kern w:val="1"/>
        </w:rPr>
        <w:t>tout à l</w:t>
      </w:r>
      <w:r w:rsidR="000E1451">
        <w:rPr>
          <w:rFonts w:cs="Georgia"/>
          <w:kern w:val="1"/>
        </w:rPr>
        <w:t>’</w:t>
      </w:r>
      <w:r>
        <w:rPr>
          <w:rFonts w:cs="Georgia"/>
          <w:kern w:val="1"/>
        </w:rPr>
        <w:t>heure</w:t>
      </w:r>
      <w:r w:rsidR="000E1451">
        <w:rPr>
          <w:rFonts w:cs="Georgia"/>
          <w:kern w:val="1"/>
        </w:rPr>
        <w:t xml:space="preserve">, </w:t>
      </w:r>
      <w:r>
        <w:rPr>
          <w:rFonts w:cs="Georgia"/>
          <w:kern w:val="1"/>
        </w:rPr>
        <w:t>de fournir l</w:t>
      </w:r>
      <w:r w:rsidR="000E1451">
        <w:rPr>
          <w:rFonts w:cs="Georgia"/>
          <w:kern w:val="1"/>
        </w:rPr>
        <w:t>’</w:t>
      </w:r>
      <w:r>
        <w:rPr>
          <w:rFonts w:cs="Georgia"/>
          <w:kern w:val="1"/>
        </w:rPr>
        <w:t>explication si maladroitement différée</w:t>
      </w:r>
      <w:r w:rsidR="000E1451">
        <w:rPr>
          <w:rFonts w:cs="Georgia"/>
          <w:kern w:val="1"/>
        </w:rPr>
        <w:t>. « </w:t>
      </w:r>
      <w:r>
        <w:rPr>
          <w:rFonts w:cs="Georgia"/>
          <w:kern w:val="1"/>
        </w:rPr>
        <w:t>Eh bien</w:t>
      </w:r>
      <w:r w:rsidR="000E1451">
        <w:rPr>
          <w:rFonts w:cs="Georgia"/>
          <w:kern w:val="1"/>
        </w:rPr>
        <w:t xml:space="preserve"> ! </w:t>
      </w:r>
      <w:r>
        <w:rPr>
          <w:rFonts w:cs="Georgia"/>
          <w:kern w:val="1"/>
        </w:rPr>
        <w:t>Sergent</w:t>
      </w:r>
      <w:r w:rsidR="000E1451">
        <w:rPr>
          <w:rFonts w:cs="Georgia"/>
          <w:kern w:val="1"/>
        </w:rPr>
        <w:t xml:space="preserve">, </w:t>
      </w:r>
      <w:r>
        <w:rPr>
          <w:rFonts w:cs="Georgia"/>
          <w:kern w:val="1"/>
        </w:rPr>
        <w:t>alors quoi</w:t>
      </w:r>
      <w:r w:rsidR="000E1451">
        <w:rPr>
          <w:rFonts w:cs="Georgia"/>
          <w:kern w:val="1"/>
        </w:rPr>
        <w:t xml:space="preserve"> ! </w:t>
      </w:r>
      <w:r>
        <w:rPr>
          <w:rFonts w:cs="Georgia"/>
          <w:kern w:val="1"/>
        </w:rPr>
        <w:t>On ne se lève plus</w:t>
      </w:r>
      <w:r w:rsidR="000E1451">
        <w:rPr>
          <w:rFonts w:cs="Georgia"/>
          <w:kern w:val="1"/>
        </w:rPr>
        <w:t> ? »</w:t>
      </w:r>
      <w:r>
        <w:rPr>
          <w:rFonts w:cs="Georgia"/>
          <w:kern w:val="1"/>
        </w:rPr>
        <w:t xml:space="preserve"> L</w:t>
      </w:r>
      <w:r w:rsidR="000E1451">
        <w:rPr>
          <w:rFonts w:cs="Georgia"/>
          <w:kern w:val="1"/>
        </w:rPr>
        <w:t>’</w:t>
      </w:r>
      <w:r>
        <w:rPr>
          <w:rFonts w:cs="Georgia"/>
          <w:kern w:val="1"/>
        </w:rPr>
        <w:t>interpellation était venue du petit Sylvestre</w:t>
      </w:r>
      <w:r w:rsidR="000E1451">
        <w:rPr>
          <w:rFonts w:cs="Georgia"/>
          <w:kern w:val="1"/>
        </w:rPr>
        <w:t xml:space="preserve">, </w:t>
      </w:r>
      <w:r>
        <w:rPr>
          <w:rFonts w:cs="Georgia"/>
          <w:kern w:val="1"/>
        </w:rPr>
        <w:t>comme je demeurais couché</w:t>
      </w:r>
      <w:r w:rsidR="000E1451">
        <w:rPr>
          <w:rFonts w:cs="Georgia"/>
          <w:kern w:val="1"/>
        </w:rPr>
        <w:t xml:space="preserve">, </w:t>
      </w:r>
      <w:r>
        <w:rPr>
          <w:rFonts w:cs="Georgia"/>
          <w:kern w:val="1"/>
        </w:rPr>
        <w:t>alors qu</w:t>
      </w:r>
      <w:r w:rsidR="000E1451">
        <w:rPr>
          <w:rFonts w:cs="Georgia"/>
          <w:kern w:val="1"/>
        </w:rPr>
        <w:t>’</w:t>
      </w:r>
      <w:r>
        <w:rPr>
          <w:rFonts w:cs="Georgia"/>
          <w:kern w:val="1"/>
        </w:rPr>
        <w:t>ils s</w:t>
      </w:r>
      <w:r w:rsidR="000E1451">
        <w:rPr>
          <w:rFonts w:cs="Georgia"/>
          <w:kern w:val="1"/>
        </w:rPr>
        <w:t>’</w:t>
      </w:r>
      <w:r>
        <w:rPr>
          <w:rFonts w:cs="Georgia"/>
          <w:kern w:val="1"/>
        </w:rPr>
        <w:t>apprêtaient</w:t>
      </w:r>
      <w:r w:rsidR="000E1451">
        <w:rPr>
          <w:rFonts w:cs="Georgia"/>
          <w:kern w:val="1"/>
        </w:rPr>
        <w:t xml:space="preserve">, </w:t>
      </w:r>
      <w:r>
        <w:rPr>
          <w:rFonts w:cs="Georgia"/>
          <w:kern w:val="1"/>
        </w:rPr>
        <w:t>eux</w:t>
      </w:r>
      <w:r w:rsidR="000E1451">
        <w:rPr>
          <w:rFonts w:cs="Georgia"/>
          <w:kern w:val="1"/>
        </w:rPr>
        <w:t xml:space="preserve">, </w:t>
      </w:r>
      <w:r>
        <w:rPr>
          <w:rFonts w:cs="Georgia"/>
          <w:kern w:val="1"/>
        </w:rPr>
        <w:t>à partir en corvée</w:t>
      </w:r>
      <w:r w:rsidR="000E1451">
        <w:rPr>
          <w:rFonts w:cs="Georgia"/>
          <w:kern w:val="1"/>
        </w:rPr>
        <w:t>. « </w:t>
      </w:r>
      <w:r>
        <w:rPr>
          <w:rFonts w:cs="Georgia"/>
          <w:kern w:val="1"/>
        </w:rPr>
        <w:t>Aujourd</w:t>
      </w:r>
      <w:r w:rsidR="000E1451">
        <w:rPr>
          <w:rFonts w:cs="Georgia"/>
          <w:kern w:val="1"/>
        </w:rPr>
        <w:t>’</w:t>
      </w:r>
      <w:r>
        <w:rPr>
          <w:rFonts w:cs="Georgia"/>
          <w:kern w:val="1"/>
        </w:rPr>
        <w:t>hui</w:t>
      </w:r>
      <w:r w:rsidR="000E1451">
        <w:rPr>
          <w:rFonts w:cs="Georgia"/>
          <w:kern w:val="1"/>
        </w:rPr>
        <w:t xml:space="preserve">, </w:t>
      </w:r>
      <w:r>
        <w:rPr>
          <w:rFonts w:cs="Georgia"/>
          <w:kern w:val="1"/>
        </w:rPr>
        <w:t>il n</w:t>
      </w:r>
      <w:r w:rsidR="000E1451">
        <w:rPr>
          <w:rFonts w:cs="Georgia"/>
          <w:kern w:val="1"/>
        </w:rPr>
        <w:t>’</w:t>
      </w:r>
      <w:r>
        <w:rPr>
          <w:rFonts w:cs="Georgia"/>
          <w:kern w:val="1"/>
        </w:rPr>
        <w:t>y a rien à faire</w:t>
      </w:r>
      <w:r w:rsidR="000E1451">
        <w:rPr>
          <w:rFonts w:cs="Georgia"/>
          <w:kern w:val="1"/>
        </w:rPr>
        <w:t xml:space="preserve"> ! </w:t>
      </w:r>
      <w:r>
        <w:rPr>
          <w:rFonts w:cs="Georgia"/>
          <w:kern w:val="1"/>
        </w:rPr>
        <w:t>avais-je répondu avec une feinte désinvolture</w:t>
      </w:r>
      <w:r w:rsidR="000E1451">
        <w:rPr>
          <w:rFonts w:cs="Georgia"/>
          <w:kern w:val="1"/>
        </w:rPr>
        <w:t xml:space="preserve">. – </w:t>
      </w:r>
      <w:r>
        <w:rPr>
          <w:rFonts w:cs="Georgia"/>
          <w:kern w:val="1"/>
        </w:rPr>
        <w:t>Malade</w:t>
      </w:r>
      <w:r w:rsidR="000E1451">
        <w:rPr>
          <w:rFonts w:cs="Georgia"/>
          <w:kern w:val="1"/>
        </w:rPr>
        <w:t xml:space="preserve"> ? – </w:t>
      </w:r>
      <w:r>
        <w:rPr>
          <w:rFonts w:cs="Georgia"/>
          <w:kern w:val="1"/>
        </w:rPr>
        <w:t>Non</w:t>
      </w:r>
      <w:r w:rsidR="000E1451">
        <w:rPr>
          <w:rFonts w:cs="Georgia"/>
          <w:kern w:val="1"/>
        </w:rPr>
        <w:t xml:space="preserve"> ; </w:t>
      </w:r>
      <w:r>
        <w:rPr>
          <w:rFonts w:cs="Georgia"/>
          <w:kern w:val="1"/>
        </w:rPr>
        <w:t>je dois aller dans la matinée au château</w:t>
      </w:r>
      <w:r w:rsidR="000E1451">
        <w:rPr>
          <w:rFonts w:cs="Georgia"/>
          <w:kern w:val="1"/>
        </w:rPr>
        <w:t xml:space="preserve">, </w:t>
      </w:r>
      <w:r>
        <w:rPr>
          <w:rFonts w:cs="Georgia"/>
          <w:kern w:val="1"/>
        </w:rPr>
        <w:t>où l</w:t>
      </w:r>
      <w:r w:rsidR="000E1451">
        <w:rPr>
          <w:rFonts w:cs="Georgia"/>
          <w:kern w:val="1"/>
        </w:rPr>
        <w:t>’</w:t>
      </w:r>
      <w:r>
        <w:rPr>
          <w:rFonts w:cs="Georgia"/>
          <w:kern w:val="1"/>
        </w:rPr>
        <w:t>on m</w:t>
      </w:r>
      <w:r w:rsidR="000E1451">
        <w:rPr>
          <w:rFonts w:cs="Georgia"/>
          <w:kern w:val="1"/>
        </w:rPr>
        <w:t>’</w:t>
      </w:r>
      <w:r>
        <w:rPr>
          <w:rFonts w:cs="Georgia"/>
          <w:kern w:val="1"/>
        </w:rPr>
        <w:t>a confié la réparation des fils électriques</w:t>
      </w:r>
      <w:r w:rsidR="000E1451">
        <w:rPr>
          <w:rFonts w:cs="Georgia"/>
          <w:kern w:val="1"/>
        </w:rPr>
        <w:t>. »</w:t>
      </w:r>
      <w:r>
        <w:rPr>
          <w:rFonts w:cs="Georgia"/>
          <w:kern w:val="1"/>
        </w:rPr>
        <w:t xml:space="preserve"> Cette réponse avait soulevé quelques exclamations</w:t>
      </w:r>
      <w:r w:rsidR="000E1451">
        <w:rPr>
          <w:rFonts w:cs="Georgia"/>
          <w:kern w:val="1"/>
        </w:rPr>
        <w:t> : « </w:t>
      </w:r>
      <w:r>
        <w:rPr>
          <w:rFonts w:cs="Georgia"/>
          <w:kern w:val="1"/>
        </w:rPr>
        <w:t>Chez le vieux général boche</w:t>
      </w:r>
      <w:r w:rsidR="000E1451">
        <w:rPr>
          <w:rFonts w:cs="Georgia"/>
          <w:kern w:val="1"/>
        </w:rPr>
        <w:t xml:space="preserve"> ? </w:t>
      </w:r>
      <w:r>
        <w:rPr>
          <w:rFonts w:cs="Georgia"/>
          <w:kern w:val="1"/>
        </w:rPr>
        <w:t xml:space="preserve">La fine </w:t>
      </w:r>
      <w:r>
        <w:rPr>
          <w:rFonts w:cs="Georgia"/>
          <w:kern w:val="1"/>
        </w:rPr>
        <w:lastRenderedPageBreak/>
        <w:t>combine</w:t>
      </w:r>
      <w:r w:rsidR="000E1451">
        <w:rPr>
          <w:rFonts w:cs="Georgia"/>
          <w:kern w:val="1"/>
        </w:rPr>
        <w:t xml:space="preserve">, </w:t>
      </w:r>
      <w:r>
        <w:rPr>
          <w:rFonts w:cs="Georgia"/>
          <w:kern w:val="1"/>
        </w:rPr>
        <w:t>alors</w:t>
      </w:r>
      <w:r w:rsidR="000E1451">
        <w:rPr>
          <w:rFonts w:cs="Georgia"/>
          <w:kern w:val="1"/>
        </w:rPr>
        <w:t xml:space="preserve"> ! – </w:t>
      </w:r>
      <w:r>
        <w:rPr>
          <w:rFonts w:cs="Georgia"/>
          <w:kern w:val="1"/>
        </w:rPr>
        <w:t>Eh bien</w:t>
      </w:r>
      <w:r w:rsidR="000E1451">
        <w:rPr>
          <w:rFonts w:cs="Georgia"/>
          <w:kern w:val="1"/>
        </w:rPr>
        <w:t xml:space="preserve">, </w:t>
      </w:r>
      <w:r>
        <w:rPr>
          <w:rFonts w:cs="Georgia"/>
          <w:kern w:val="1"/>
        </w:rPr>
        <w:t>on ne s</w:t>
      </w:r>
      <w:r w:rsidR="000E1451">
        <w:rPr>
          <w:rFonts w:cs="Georgia"/>
          <w:kern w:val="1"/>
        </w:rPr>
        <w:t>’</w:t>
      </w:r>
      <w:r>
        <w:rPr>
          <w:rFonts w:cs="Georgia"/>
          <w:kern w:val="1"/>
        </w:rPr>
        <w:t>embête pas</w:t>
      </w:r>
      <w:r w:rsidR="000E1451">
        <w:rPr>
          <w:rFonts w:cs="Georgia"/>
          <w:kern w:val="1"/>
        </w:rPr>
        <w:t xml:space="preserve">. – </w:t>
      </w:r>
      <w:r>
        <w:rPr>
          <w:rFonts w:cs="Georgia"/>
          <w:kern w:val="1"/>
        </w:rPr>
        <w:t>Des fois qu</w:t>
      </w:r>
      <w:r w:rsidR="000E1451">
        <w:rPr>
          <w:rFonts w:cs="Georgia"/>
          <w:kern w:val="1"/>
        </w:rPr>
        <w:t>’</w:t>
      </w:r>
      <w:r>
        <w:rPr>
          <w:rFonts w:cs="Georgia"/>
          <w:kern w:val="1"/>
        </w:rPr>
        <w:t>on te confierait aussi la clef de la cave</w:t>
      </w:r>
      <w:r w:rsidR="000E1451">
        <w:rPr>
          <w:rFonts w:cs="Georgia"/>
          <w:kern w:val="1"/>
        </w:rPr>
        <w:t xml:space="preserve">, </w:t>
      </w:r>
      <w:r>
        <w:rPr>
          <w:rFonts w:cs="Georgia"/>
          <w:kern w:val="1"/>
        </w:rPr>
        <w:t>pense aux copains</w:t>
      </w:r>
      <w:r w:rsidR="000E1451">
        <w:rPr>
          <w:rFonts w:cs="Georgia"/>
          <w:kern w:val="1"/>
        </w:rPr>
        <w:t xml:space="preserve">. – </w:t>
      </w:r>
      <w:r>
        <w:rPr>
          <w:rFonts w:cs="Georgia"/>
          <w:kern w:val="1"/>
        </w:rPr>
        <w:t>Embrasse pour moi la petite</w:t>
      </w:r>
      <w:r w:rsidR="000E1451">
        <w:rPr>
          <w:rFonts w:cs="Georgia"/>
          <w:kern w:val="1"/>
        </w:rPr>
        <w:t>. »</w:t>
      </w:r>
      <w:r>
        <w:rPr>
          <w:rFonts w:cs="Georgia"/>
          <w:kern w:val="1"/>
        </w:rPr>
        <w:t xml:space="preserve"> C</w:t>
      </w:r>
      <w:r w:rsidR="000E1451">
        <w:rPr>
          <w:rFonts w:cs="Georgia"/>
          <w:kern w:val="1"/>
        </w:rPr>
        <w:t>’</w:t>
      </w:r>
      <w:r>
        <w:rPr>
          <w:rFonts w:cs="Georgia"/>
          <w:kern w:val="1"/>
        </w:rPr>
        <w:t>était le chapelet banal des plaisanteries accoutumées</w:t>
      </w:r>
      <w:r w:rsidR="000E1451">
        <w:rPr>
          <w:rFonts w:cs="Georgia"/>
          <w:kern w:val="1"/>
        </w:rPr>
        <w:t xml:space="preserve">, </w:t>
      </w:r>
      <w:r>
        <w:rPr>
          <w:rFonts w:cs="Georgia"/>
          <w:kern w:val="1"/>
        </w:rPr>
        <w:t>mais dévidé sans chaleur</w:t>
      </w:r>
      <w:r w:rsidR="000E1451">
        <w:rPr>
          <w:rFonts w:cs="Georgia"/>
          <w:kern w:val="1"/>
        </w:rPr>
        <w:t xml:space="preserve">, </w:t>
      </w:r>
      <w:r>
        <w:rPr>
          <w:rFonts w:cs="Georgia"/>
          <w:kern w:val="1"/>
        </w:rPr>
        <w:t>sur un ton de gaîté forcée qui ne m</w:t>
      </w:r>
      <w:r w:rsidR="000E1451">
        <w:rPr>
          <w:rFonts w:cs="Georgia"/>
          <w:kern w:val="1"/>
        </w:rPr>
        <w:t>’</w:t>
      </w:r>
      <w:r>
        <w:rPr>
          <w:rFonts w:cs="Georgia"/>
          <w:kern w:val="1"/>
        </w:rPr>
        <w:t>abusait point</w:t>
      </w:r>
      <w:r w:rsidR="000E1451">
        <w:rPr>
          <w:rFonts w:cs="Georgia"/>
          <w:kern w:val="1"/>
        </w:rPr>
        <w:t xml:space="preserve">. </w:t>
      </w:r>
      <w:r>
        <w:rPr>
          <w:rFonts w:cs="Georgia"/>
          <w:kern w:val="1"/>
        </w:rPr>
        <w:t>L</w:t>
      </w:r>
      <w:r w:rsidR="000E1451">
        <w:rPr>
          <w:rFonts w:cs="Georgia"/>
          <w:kern w:val="1"/>
        </w:rPr>
        <w:t>’</w:t>
      </w:r>
      <w:r>
        <w:rPr>
          <w:rFonts w:cs="Georgia"/>
          <w:kern w:val="1"/>
        </w:rPr>
        <w:t>instinct de ces braves garçons n</w:t>
      </w:r>
      <w:r w:rsidR="000E1451">
        <w:rPr>
          <w:rFonts w:cs="Georgia"/>
          <w:kern w:val="1"/>
        </w:rPr>
        <w:t>’</w:t>
      </w:r>
      <w:r>
        <w:rPr>
          <w:rFonts w:cs="Georgia"/>
          <w:kern w:val="1"/>
        </w:rPr>
        <w:t>était pas en défaut</w:t>
      </w:r>
      <w:r w:rsidR="000E1451">
        <w:rPr>
          <w:rFonts w:cs="Georgia"/>
          <w:kern w:val="1"/>
        </w:rPr>
        <w:t xml:space="preserve">. </w:t>
      </w:r>
      <w:r>
        <w:rPr>
          <w:rFonts w:cs="Georgia"/>
          <w:kern w:val="1"/>
        </w:rPr>
        <w:t>Il me renseignait</w:t>
      </w:r>
      <w:r w:rsidR="000E1451">
        <w:rPr>
          <w:rFonts w:cs="Georgia"/>
          <w:kern w:val="1"/>
        </w:rPr>
        <w:t xml:space="preserve">. </w:t>
      </w:r>
      <w:r>
        <w:rPr>
          <w:rFonts w:cs="Georgia"/>
          <w:kern w:val="1"/>
        </w:rPr>
        <w:t>Il m</w:t>
      </w:r>
      <w:r w:rsidR="000E1451">
        <w:rPr>
          <w:rFonts w:cs="Georgia"/>
          <w:kern w:val="1"/>
        </w:rPr>
        <w:t>’</w:t>
      </w:r>
      <w:r>
        <w:rPr>
          <w:rFonts w:cs="Georgia"/>
          <w:kern w:val="1"/>
        </w:rPr>
        <w:t>empêchait de me rassurer moi-même</w:t>
      </w:r>
      <w:r w:rsidR="000E1451">
        <w:rPr>
          <w:rFonts w:cs="Georgia"/>
          <w:kern w:val="1"/>
        </w:rPr>
        <w:t xml:space="preserve">, </w:t>
      </w:r>
      <w:r>
        <w:rPr>
          <w:rFonts w:cs="Georgia"/>
          <w:kern w:val="1"/>
        </w:rPr>
        <w:t>de soutenir dans mon for intérieur que le cours que prenaient les événements n</w:t>
      </w:r>
      <w:r w:rsidR="000E1451">
        <w:rPr>
          <w:rFonts w:cs="Georgia"/>
          <w:kern w:val="1"/>
        </w:rPr>
        <w:t>’</w:t>
      </w:r>
      <w:r>
        <w:rPr>
          <w:rFonts w:cs="Georgia"/>
          <w:kern w:val="1"/>
        </w:rPr>
        <w:t>avait rien que de très normal</w:t>
      </w:r>
      <w:r w:rsidR="000E1451">
        <w:rPr>
          <w:rFonts w:cs="Georgia"/>
          <w:kern w:val="1"/>
        </w:rPr>
        <w:t xml:space="preserve">. </w:t>
      </w:r>
      <w:r>
        <w:rPr>
          <w:rFonts w:cs="Georgia"/>
          <w:kern w:val="1"/>
        </w:rPr>
        <w:t>Là-bas</w:t>
      </w:r>
      <w:r w:rsidR="000E1451">
        <w:rPr>
          <w:rFonts w:cs="Georgia"/>
          <w:kern w:val="1"/>
        </w:rPr>
        <w:t xml:space="preserve">, </w:t>
      </w:r>
      <w:r>
        <w:rPr>
          <w:rFonts w:cs="Georgia"/>
          <w:kern w:val="1"/>
        </w:rPr>
        <w:t>dans le fond de la baraque</w:t>
      </w:r>
      <w:r w:rsidR="000E1451">
        <w:rPr>
          <w:rFonts w:cs="Georgia"/>
          <w:kern w:val="1"/>
        </w:rPr>
        <w:t xml:space="preserve">, </w:t>
      </w:r>
      <w:r>
        <w:rPr>
          <w:rFonts w:cs="Georgia"/>
          <w:kern w:val="1"/>
        </w:rPr>
        <w:t>Gourrut ricanait sournoisement</w:t>
      </w:r>
      <w:r w:rsidR="000E1451">
        <w:rPr>
          <w:rFonts w:cs="Georgia"/>
          <w:kern w:val="1"/>
        </w:rPr>
        <w:t>…</w:t>
      </w:r>
    </w:p>
    <w:p w14:paraId="582E34B9" w14:textId="77777777" w:rsidR="000E1451" w:rsidRDefault="00BE611A" w:rsidP="00BE611A">
      <w:pPr>
        <w:rPr>
          <w:rFonts w:cs="Georgia"/>
          <w:kern w:val="1"/>
        </w:rPr>
      </w:pPr>
      <w:r>
        <w:rPr>
          <w:rFonts w:cs="Georgia"/>
          <w:kern w:val="1"/>
        </w:rPr>
        <w:t>Le soldat qui m</w:t>
      </w:r>
      <w:r w:rsidR="000E1451">
        <w:rPr>
          <w:rFonts w:cs="Georgia"/>
          <w:kern w:val="1"/>
        </w:rPr>
        <w:t>’</w:t>
      </w:r>
      <w:r>
        <w:rPr>
          <w:rFonts w:cs="Georgia"/>
          <w:kern w:val="1"/>
        </w:rPr>
        <w:t>accompagnait pressa le bouton de la sonnette électrique</w:t>
      </w:r>
      <w:r w:rsidR="000E1451">
        <w:rPr>
          <w:rFonts w:cs="Georgia"/>
          <w:kern w:val="1"/>
        </w:rPr>
        <w:t xml:space="preserve">. </w:t>
      </w:r>
      <w:r>
        <w:rPr>
          <w:rFonts w:cs="Georgia"/>
          <w:kern w:val="1"/>
        </w:rPr>
        <w:t>Nul timbre ne résonna à l</w:t>
      </w:r>
      <w:r w:rsidR="000E1451">
        <w:rPr>
          <w:rFonts w:cs="Georgia"/>
          <w:kern w:val="1"/>
        </w:rPr>
        <w:t>’</w:t>
      </w:r>
      <w:r>
        <w:rPr>
          <w:rFonts w:cs="Georgia"/>
          <w:kern w:val="1"/>
        </w:rPr>
        <w:t>intérieur</w:t>
      </w:r>
      <w:r w:rsidR="000E1451">
        <w:rPr>
          <w:rFonts w:cs="Georgia"/>
          <w:kern w:val="1"/>
        </w:rPr>
        <w:t xml:space="preserve">. </w:t>
      </w:r>
      <w:r>
        <w:rPr>
          <w:rFonts w:cs="Georgia"/>
          <w:kern w:val="1"/>
        </w:rPr>
        <w:t>Nous attendîmes cinq bonnes minutes</w:t>
      </w:r>
      <w:r w:rsidR="000E1451">
        <w:rPr>
          <w:rFonts w:cs="Georgia"/>
          <w:kern w:val="1"/>
        </w:rPr>
        <w:t xml:space="preserve">. </w:t>
      </w:r>
      <w:r>
        <w:rPr>
          <w:rFonts w:cs="Georgia"/>
          <w:kern w:val="1"/>
        </w:rPr>
        <w:t>Personne ne vint</w:t>
      </w:r>
      <w:r w:rsidR="000E1451">
        <w:rPr>
          <w:rFonts w:cs="Georgia"/>
          <w:kern w:val="1"/>
        </w:rPr>
        <w:t>.</w:t>
      </w:r>
    </w:p>
    <w:p w14:paraId="7FA98055" w14:textId="77777777" w:rsidR="000E1451" w:rsidRDefault="000E1451" w:rsidP="00BE611A">
      <w:pPr>
        <w:rPr>
          <w:rFonts w:cs="Georgia"/>
          <w:kern w:val="1"/>
        </w:rPr>
      </w:pPr>
      <w:r>
        <w:rPr>
          <w:rFonts w:cs="Georgia"/>
          <w:kern w:val="1"/>
        </w:rPr>
        <w:t>— </w:t>
      </w:r>
      <w:r w:rsidR="00BE611A">
        <w:rPr>
          <w:rFonts w:cs="Georgia"/>
          <w:kern w:val="1"/>
        </w:rPr>
        <w:t>Eh</w:t>
      </w:r>
      <w:r>
        <w:rPr>
          <w:rFonts w:cs="Georgia"/>
          <w:kern w:val="1"/>
        </w:rPr>
        <w:t xml:space="preserve"> ! </w:t>
      </w:r>
      <w:r w:rsidR="00BE611A">
        <w:rPr>
          <w:rFonts w:cs="Georgia"/>
          <w:kern w:val="1"/>
        </w:rPr>
        <w:t>me dis-je</w:t>
      </w:r>
      <w:r>
        <w:rPr>
          <w:rFonts w:cs="Georgia"/>
          <w:kern w:val="1"/>
        </w:rPr>
        <w:t xml:space="preserve">, </w:t>
      </w:r>
      <w:r w:rsidR="00BE611A">
        <w:rPr>
          <w:rFonts w:cs="Georgia"/>
          <w:kern w:val="1"/>
        </w:rPr>
        <w:t>les réparations en vue desquelles on me convoque ne seront sans doute pas du luxe</w:t>
      </w:r>
      <w:r>
        <w:rPr>
          <w:rFonts w:cs="Georgia"/>
          <w:kern w:val="1"/>
        </w:rPr>
        <w:t>.</w:t>
      </w:r>
    </w:p>
    <w:p w14:paraId="24AD48FF" w14:textId="77777777" w:rsidR="000E1451" w:rsidRDefault="00BE611A" w:rsidP="00BE611A">
      <w:pPr>
        <w:rPr>
          <w:rFonts w:cs="Georgia"/>
          <w:kern w:val="1"/>
        </w:rPr>
      </w:pPr>
      <w:r>
        <w:rPr>
          <w:rFonts w:cs="Georgia"/>
          <w:kern w:val="1"/>
        </w:rPr>
        <w:t>Et j</w:t>
      </w:r>
      <w:r w:rsidR="000E1451">
        <w:rPr>
          <w:rFonts w:cs="Georgia"/>
          <w:kern w:val="1"/>
        </w:rPr>
        <w:t>’</w:t>
      </w:r>
      <w:r>
        <w:rPr>
          <w:rFonts w:cs="Georgia"/>
          <w:kern w:val="1"/>
        </w:rPr>
        <w:t>entrevis la perspective édénique de nombreuses journées à passer bien tranquille</w:t>
      </w:r>
      <w:r w:rsidR="000E1451">
        <w:rPr>
          <w:rFonts w:cs="Georgia"/>
          <w:kern w:val="1"/>
        </w:rPr>
        <w:t xml:space="preserve">, </w:t>
      </w:r>
      <w:r>
        <w:rPr>
          <w:rFonts w:cs="Georgia"/>
          <w:kern w:val="1"/>
        </w:rPr>
        <w:t>à l</w:t>
      </w:r>
      <w:r w:rsidR="000E1451">
        <w:rPr>
          <w:rFonts w:cs="Georgia"/>
          <w:kern w:val="1"/>
        </w:rPr>
        <w:t>’</w:t>
      </w:r>
      <w:r>
        <w:rPr>
          <w:rFonts w:cs="Georgia"/>
          <w:kern w:val="1"/>
        </w:rPr>
        <w:t>abri des injures et du mauvais temps</w:t>
      </w:r>
      <w:r w:rsidR="000E1451">
        <w:rPr>
          <w:rFonts w:cs="Georgia"/>
          <w:kern w:val="1"/>
        </w:rPr>
        <w:t>.</w:t>
      </w:r>
    </w:p>
    <w:p w14:paraId="26D62BE4" w14:textId="77777777" w:rsidR="000E1451" w:rsidRDefault="00BE611A" w:rsidP="00BE611A">
      <w:pPr>
        <w:rPr>
          <w:rFonts w:cs="Georgia"/>
          <w:kern w:val="1"/>
        </w:rPr>
      </w:pPr>
      <w:r>
        <w:rPr>
          <w:rFonts w:cs="Georgia"/>
          <w:kern w:val="1"/>
        </w:rPr>
        <w:t>Mon conducteur s</w:t>
      </w:r>
      <w:r w:rsidR="000E1451">
        <w:rPr>
          <w:rFonts w:cs="Georgia"/>
          <w:kern w:val="1"/>
        </w:rPr>
        <w:t>’</w:t>
      </w:r>
      <w:r>
        <w:rPr>
          <w:rFonts w:cs="Georgia"/>
          <w:kern w:val="1"/>
        </w:rPr>
        <w:t>était décidé à heurter discrètement la porte</w:t>
      </w:r>
      <w:r w:rsidR="000E1451">
        <w:rPr>
          <w:rFonts w:cs="Georgia"/>
          <w:kern w:val="1"/>
        </w:rPr>
        <w:t xml:space="preserve">. </w:t>
      </w:r>
      <w:r>
        <w:rPr>
          <w:rFonts w:cs="Georgia"/>
          <w:kern w:val="1"/>
        </w:rPr>
        <w:t>Un bruit de pas retentit dans le lointain</w:t>
      </w:r>
      <w:r w:rsidR="000E1451">
        <w:rPr>
          <w:rFonts w:cs="Georgia"/>
          <w:kern w:val="1"/>
        </w:rPr>
        <w:t xml:space="preserve">, </w:t>
      </w:r>
      <w:r>
        <w:rPr>
          <w:rFonts w:cs="Georgia"/>
          <w:kern w:val="1"/>
        </w:rPr>
        <w:t>un bruit saccadé</w:t>
      </w:r>
      <w:r w:rsidR="000E1451">
        <w:rPr>
          <w:rFonts w:cs="Georgia"/>
          <w:kern w:val="1"/>
        </w:rPr>
        <w:t xml:space="preserve">, </w:t>
      </w:r>
      <w:r>
        <w:rPr>
          <w:rFonts w:cs="Georgia"/>
          <w:kern w:val="1"/>
        </w:rPr>
        <w:t>irrégulier</w:t>
      </w:r>
      <w:r w:rsidR="000E1451">
        <w:rPr>
          <w:rFonts w:cs="Georgia"/>
          <w:kern w:val="1"/>
        </w:rPr>
        <w:t xml:space="preserve">, </w:t>
      </w:r>
      <w:r>
        <w:rPr>
          <w:rFonts w:cs="Georgia"/>
          <w:bCs/>
          <w:i/>
          <w:iCs/>
          <w:kern w:val="1"/>
        </w:rPr>
        <w:t>clop</w:t>
      </w:r>
      <w:r w:rsidR="000E1451">
        <w:rPr>
          <w:rFonts w:cs="Georgia"/>
          <w:bCs/>
          <w:i/>
          <w:iCs/>
          <w:kern w:val="1"/>
        </w:rPr>
        <w:t xml:space="preserve">, </w:t>
      </w:r>
      <w:r>
        <w:rPr>
          <w:rFonts w:cs="Georgia"/>
          <w:bCs/>
          <w:i/>
          <w:iCs/>
          <w:kern w:val="1"/>
        </w:rPr>
        <w:t>clop</w:t>
      </w:r>
      <w:r w:rsidR="000E1451">
        <w:rPr>
          <w:rFonts w:cs="Georgia"/>
          <w:bCs/>
          <w:i/>
          <w:iCs/>
          <w:kern w:val="1"/>
        </w:rPr>
        <w:t xml:space="preserve">, </w:t>
      </w:r>
      <w:r>
        <w:rPr>
          <w:rFonts w:cs="Georgia"/>
          <w:bCs/>
          <w:i/>
          <w:iCs/>
          <w:kern w:val="1"/>
        </w:rPr>
        <w:t>clop</w:t>
      </w:r>
      <w:r w:rsidR="000E1451">
        <w:rPr>
          <w:rFonts w:cs="Georgia"/>
          <w:bCs/>
          <w:i/>
          <w:iCs/>
          <w:kern w:val="1"/>
        </w:rPr>
        <w:t xml:space="preserve">, </w:t>
      </w:r>
      <w:r>
        <w:rPr>
          <w:rFonts w:cs="Georgia"/>
          <w:bCs/>
          <w:i/>
          <w:iCs/>
          <w:kern w:val="1"/>
        </w:rPr>
        <w:t>clop</w:t>
      </w:r>
      <w:r w:rsidR="000E1451">
        <w:rPr>
          <w:rFonts w:cs="Georgia"/>
          <w:bCs/>
          <w:i/>
          <w:iCs/>
          <w:kern w:val="1"/>
        </w:rPr>
        <w:t xml:space="preserve">, </w:t>
      </w:r>
      <w:r>
        <w:rPr>
          <w:rFonts w:cs="Georgia"/>
          <w:kern w:val="1"/>
        </w:rPr>
        <w:t>de pas de boiteux</w:t>
      </w:r>
      <w:r w:rsidR="000E1451">
        <w:rPr>
          <w:rFonts w:cs="Georgia"/>
          <w:kern w:val="1"/>
        </w:rPr>
        <w:t>.</w:t>
      </w:r>
    </w:p>
    <w:p w14:paraId="015E87B9" w14:textId="77777777" w:rsidR="000E1451" w:rsidRDefault="000E1451" w:rsidP="00BE611A">
      <w:pPr>
        <w:rPr>
          <w:rFonts w:cs="Georgia"/>
          <w:kern w:val="1"/>
        </w:rPr>
      </w:pPr>
      <w:r>
        <w:rPr>
          <w:rFonts w:cs="Georgia"/>
          <w:kern w:val="1"/>
        </w:rPr>
        <w:t>— </w:t>
      </w:r>
      <w:r w:rsidR="00BE611A">
        <w:rPr>
          <w:rFonts w:cs="Georgia"/>
          <w:bCs/>
          <w:i/>
          <w:iCs/>
          <w:kern w:val="1"/>
        </w:rPr>
        <w:t>Was</w:t>
      </w:r>
      <w:r>
        <w:rPr>
          <w:rFonts w:cs="Georgia"/>
          <w:bCs/>
          <w:i/>
          <w:iCs/>
          <w:kern w:val="1"/>
        </w:rPr>
        <w:t xml:space="preserve"> ? </w:t>
      </w:r>
      <w:r w:rsidR="00BE611A">
        <w:rPr>
          <w:rFonts w:cs="Georgia"/>
          <w:kern w:val="1"/>
        </w:rPr>
        <w:t>interrogea-t-on</w:t>
      </w:r>
      <w:r>
        <w:rPr>
          <w:rFonts w:cs="Georgia"/>
          <w:kern w:val="1"/>
        </w:rPr>
        <w:t xml:space="preserve">, </w:t>
      </w:r>
      <w:r w:rsidR="00BE611A">
        <w:rPr>
          <w:rFonts w:cs="Georgia"/>
          <w:kern w:val="1"/>
        </w:rPr>
        <w:t>sans ouvrir</w:t>
      </w:r>
      <w:r>
        <w:rPr>
          <w:rFonts w:cs="Georgia"/>
          <w:kern w:val="1"/>
        </w:rPr>
        <w:t>.</w:t>
      </w:r>
    </w:p>
    <w:p w14:paraId="22897909" w14:textId="77777777" w:rsidR="000E1451" w:rsidRDefault="000E1451" w:rsidP="00BE611A">
      <w:pPr>
        <w:rPr>
          <w:rFonts w:cs="Georgia"/>
          <w:kern w:val="1"/>
        </w:rPr>
      </w:pPr>
      <w:r>
        <w:rPr>
          <w:rFonts w:cs="Georgia"/>
          <w:kern w:val="1"/>
        </w:rPr>
        <w:t>— </w:t>
      </w:r>
      <w:r w:rsidR="00BE611A">
        <w:rPr>
          <w:rFonts w:cs="Georgia"/>
          <w:bCs/>
          <w:i/>
          <w:iCs/>
          <w:kern w:val="1"/>
        </w:rPr>
        <w:t>Der Gefangen</w:t>
      </w:r>
      <w:r>
        <w:rPr>
          <w:rFonts w:cs="Georgia"/>
          <w:bCs/>
          <w:i/>
          <w:iCs/>
          <w:kern w:val="1"/>
        </w:rPr>
        <w:t xml:space="preserve">, </w:t>
      </w:r>
      <w:r w:rsidR="00BE611A">
        <w:rPr>
          <w:rFonts w:cs="Georgia"/>
          <w:kern w:val="1"/>
        </w:rPr>
        <w:t>répondit le soldat</w:t>
      </w:r>
      <w:r>
        <w:rPr>
          <w:rFonts w:cs="Georgia"/>
          <w:kern w:val="1"/>
        </w:rPr>
        <w:t>.</w:t>
      </w:r>
    </w:p>
    <w:p w14:paraId="0EF503EC" w14:textId="77777777" w:rsidR="000E1451" w:rsidRDefault="00BE611A" w:rsidP="00BE611A">
      <w:pPr>
        <w:rPr>
          <w:rFonts w:cs="Georgia"/>
          <w:kern w:val="1"/>
        </w:rPr>
      </w:pPr>
      <w:r>
        <w:rPr>
          <w:rFonts w:cs="Georgia"/>
          <w:kern w:val="1"/>
        </w:rPr>
        <w:t>La porte s</w:t>
      </w:r>
      <w:r w:rsidR="000E1451">
        <w:rPr>
          <w:rFonts w:cs="Georgia"/>
          <w:kern w:val="1"/>
        </w:rPr>
        <w:t>’</w:t>
      </w:r>
      <w:r>
        <w:rPr>
          <w:rFonts w:cs="Georgia"/>
          <w:kern w:val="1"/>
        </w:rPr>
        <w:t>entre-bâilla</w:t>
      </w:r>
      <w:r w:rsidR="000E1451">
        <w:rPr>
          <w:rFonts w:cs="Georgia"/>
          <w:kern w:val="1"/>
        </w:rPr>
        <w:t xml:space="preserve">. </w:t>
      </w:r>
      <w:r>
        <w:rPr>
          <w:rFonts w:cs="Georgia"/>
          <w:kern w:val="1"/>
        </w:rPr>
        <w:t>Un homme malingre apparut</w:t>
      </w:r>
      <w:r w:rsidR="000E1451">
        <w:rPr>
          <w:rFonts w:cs="Georgia"/>
          <w:kern w:val="1"/>
        </w:rPr>
        <w:t xml:space="preserve">. </w:t>
      </w:r>
      <w:r>
        <w:rPr>
          <w:rFonts w:cs="Georgia"/>
          <w:kern w:val="1"/>
        </w:rPr>
        <w:t>Il était vêtu d</w:t>
      </w:r>
      <w:r w:rsidR="000E1451">
        <w:rPr>
          <w:rFonts w:cs="Georgia"/>
          <w:kern w:val="1"/>
        </w:rPr>
        <w:t>’</w:t>
      </w:r>
      <w:r>
        <w:rPr>
          <w:rFonts w:cs="Georgia"/>
          <w:kern w:val="1"/>
        </w:rPr>
        <w:t>une pauvre livrée</w:t>
      </w:r>
      <w:r w:rsidR="000E1451">
        <w:rPr>
          <w:rFonts w:cs="Georgia"/>
          <w:kern w:val="1"/>
        </w:rPr>
        <w:t xml:space="preserve"> : </w:t>
      </w:r>
      <w:r>
        <w:rPr>
          <w:rFonts w:cs="Georgia"/>
          <w:kern w:val="1"/>
        </w:rPr>
        <w:t>pantalon luisant</w:t>
      </w:r>
      <w:r w:rsidR="000E1451">
        <w:rPr>
          <w:rFonts w:cs="Georgia"/>
          <w:kern w:val="1"/>
        </w:rPr>
        <w:t xml:space="preserve">, </w:t>
      </w:r>
      <w:r>
        <w:rPr>
          <w:rFonts w:cs="Georgia"/>
          <w:kern w:val="1"/>
        </w:rPr>
        <w:t>qui flottait sur ses cuisses maigres</w:t>
      </w:r>
      <w:r w:rsidR="000E1451">
        <w:rPr>
          <w:rFonts w:cs="Georgia"/>
          <w:kern w:val="1"/>
        </w:rPr>
        <w:t xml:space="preserve"> ; </w:t>
      </w:r>
      <w:r>
        <w:rPr>
          <w:rFonts w:cs="Georgia"/>
          <w:kern w:val="1"/>
        </w:rPr>
        <w:t>gilet à raies vertes et jaunes</w:t>
      </w:r>
      <w:r w:rsidR="000E1451">
        <w:rPr>
          <w:rFonts w:cs="Georgia"/>
          <w:kern w:val="1"/>
        </w:rPr>
        <w:t xml:space="preserve">, </w:t>
      </w:r>
      <w:r>
        <w:rPr>
          <w:rFonts w:cs="Georgia"/>
          <w:kern w:val="1"/>
        </w:rPr>
        <w:t>toutes fanées</w:t>
      </w:r>
      <w:r w:rsidR="000E1451">
        <w:rPr>
          <w:rFonts w:cs="Georgia"/>
          <w:kern w:val="1"/>
        </w:rPr>
        <w:t xml:space="preserve"> ; </w:t>
      </w:r>
      <w:r>
        <w:rPr>
          <w:rFonts w:cs="Georgia"/>
          <w:kern w:val="1"/>
        </w:rPr>
        <w:t>plastron de piqué défraîchi</w:t>
      </w:r>
      <w:r w:rsidR="000E1451">
        <w:rPr>
          <w:rFonts w:cs="Georgia"/>
          <w:kern w:val="1"/>
        </w:rPr>
        <w:t xml:space="preserve">. </w:t>
      </w:r>
      <w:r>
        <w:rPr>
          <w:rFonts w:cs="Georgia"/>
          <w:kern w:val="1"/>
        </w:rPr>
        <w:t>C</w:t>
      </w:r>
      <w:r w:rsidR="000E1451">
        <w:rPr>
          <w:rFonts w:cs="Georgia"/>
          <w:kern w:val="1"/>
        </w:rPr>
        <w:t>’</w:t>
      </w:r>
      <w:r>
        <w:rPr>
          <w:rFonts w:cs="Georgia"/>
          <w:kern w:val="1"/>
        </w:rPr>
        <w:t>était Gottlieb</w:t>
      </w:r>
      <w:r w:rsidR="000E1451">
        <w:rPr>
          <w:rFonts w:cs="Georgia"/>
          <w:kern w:val="1"/>
        </w:rPr>
        <w:t xml:space="preserve">, </w:t>
      </w:r>
      <w:r>
        <w:rPr>
          <w:rFonts w:cs="Georgia"/>
          <w:kern w:val="1"/>
        </w:rPr>
        <w:t>le maître d</w:t>
      </w:r>
      <w:r w:rsidR="000E1451">
        <w:rPr>
          <w:rFonts w:cs="Georgia"/>
          <w:kern w:val="1"/>
        </w:rPr>
        <w:t>’</w:t>
      </w:r>
      <w:r>
        <w:rPr>
          <w:rFonts w:cs="Georgia"/>
          <w:kern w:val="1"/>
        </w:rPr>
        <w:t>hôtel</w:t>
      </w:r>
      <w:r w:rsidR="000E1451">
        <w:rPr>
          <w:rFonts w:cs="Georgia"/>
          <w:kern w:val="1"/>
        </w:rPr>
        <w:t xml:space="preserve">, </w:t>
      </w:r>
      <w:r>
        <w:rPr>
          <w:rFonts w:cs="Georgia"/>
          <w:kern w:val="1"/>
        </w:rPr>
        <w:t>le maître-Jacques du général de Reichendorf</w:t>
      </w:r>
      <w:r w:rsidR="000E1451">
        <w:rPr>
          <w:rFonts w:cs="Georgia"/>
          <w:kern w:val="1"/>
        </w:rPr>
        <w:t>.</w:t>
      </w:r>
    </w:p>
    <w:p w14:paraId="68A435CF" w14:textId="77777777" w:rsidR="000E1451" w:rsidRDefault="000E1451" w:rsidP="00BE611A">
      <w:pPr>
        <w:rPr>
          <w:rFonts w:cs="Georgia"/>
          <w:kern w:val="1"/>
        </w:rPr>
      </w:pPr>
      <w:r>
        <w:rPr>
          <w:rFonts w:cs="Georgia"/>
          <w:kern w:val="1"/>
        </w:rPr>
        <w:lastRenderedPageBreak/>
        <w:t>— </w:t>
      </w:r>
      <w:r w:rsidR="00BE611A">
        <w:rPr>
          <w:rFonts w:cs="Georgia"/>
          <w:kern w:val="1"/>
        </w:rPr>
        <w:t>Ce soir</w:t>
      </w:r>
      <w:r>
        <w:rPr>
          <w:rFonts w:cs="Georgia"/>
          <w:kern w:val="1"/>
        </w:rPr>
        <w:t xml:space="preserve">, </w:t>
      </w:r>
      <w:r w:rsidR="00BE611A">
        <w:rPr>
          <w:rFonts w:cs="Georgia"/>
          <w:kern w:val="1"/>
        </w:rPr>
        <w:t>à quatre heures et demie</w:t>
      </w:r>
      <w:r>
        <w:rPr>
          <w:rFonts w:cs="Georgia"/>
          <w:kern w:val="1"/>
        </w:rPr>
        <w:t xml:space="preserve">, </w:t>
      </w:r>
      <w:r w:rsidR="00BE611A">
        <w:rPr>
          <w:rFonts w:cs="Georgia"/>
          <w:kern w:val="1"/>
        </w:rPr>
        <w:t>je reviendrai le chercher</w:t>
      </w:r>
      <w:r>
        <w:rPr>
          <w:rFonts w:cs="Georgia"/>
          <w:kern w:val="1"/>
        </w:rPr>
        <w:t xml:space="preserve">, </w:t>
      </w:r>
      <w:r w:rsidR="00BE611A">
        <w:rPr>
          <w:rFonts w:cs="Georgia"/>
          <w:kern w:val="1"/>
        </w:rPr>
        <w:t>dit le soldat en me désignant</w:t>
      </w:r>
      <w:r>
        <w:rPr>
          <w:rFonts w:cs="Georgia"/>
          <w:kern w:val="1"/>
        </w:rPr>
        <w:t>.</w:t>
      </w:r>
    </w:p>
    <w:p w14:paraId="7EB129D0" w14:textId="77777777" w:rsidR="000E1451" w:rsidRDefault="00BE611A" w:rsidP="00BE611A">
      <w:pPr>
        <w:rPr>
          <w:rFonts w:cs="Georgia"/>
          <w:kern w:val="1"/>
        </w:rPr>
      </w:pPr>
      <w:r>
        <w:rPr>
          <w:rFonts w:cs="Georgia"/>
          <w:kern w:val="1"/>
        </w:rPr>
        <w:t>Et</w:t>
      </w:r>
      <w:r w:rsidR="000E1451">
        <w:rPr>
          <w:rFonts w:cs="Georgia"/>
          <w:kern w:val="1"/>
        </w:rPr>
        <w:t xml:space="preserve">, </w:t>
      </w:r>
      <w:r>
        <w:rPr>
          <w:rFonts w:cs="Georgia"/>
          <w:kern w:val="1"/>
        </w:rPr>
        <w:t>avec un clignement d</w:t>
      </w:r>
      <w:r w:rsidR="000E1451">
        <w:rPr>
          <w:rFonts w:cs="Georgia"/>
          <w:kern w:val="1"/>
        </w:rPr>
        <w:t>’</w:t>
      </w:r>
      <w:r>
        <w:rPr>
          <w:rFonts w:cs="Georgia"/>
          <w:kern w:val="1"/>
        </w:rPr>
        <w:t>œil</w:t>
      </w:r>
      <w:r w:rsidR="000E1451">
        <w:rPr>
          <w:rFonts w:cs="Georgia"/>
          <w:kern w:val="1"/>
        </w:rPr>
        <w:t xml:space="preserve">, </w:t>
      </w:r>
      <w:r>
        <w:rPr>
          <w:rFonts w:cs="Georgia"/>
          <w:kern w:val="1"/>
        </w:rPr>
        <w:t>il ajouta</w:t>
      </w:r>
      <w:r w:rsidR="000E1451">
        <w:rPr>
          <w:rFonts w:cs="Georgia"/>
          <w:kern w:val="1"/>
        </w:rPr>
        <w:t> :</w:t>
      </w:r>
    </w:p>
    <w:p w14:paraId="6D9E1063" w14:textId="77777777" w:rsidR="000E1451" w:rsidRDefault="000E1451" w:rsidP="00BE611A">
      <w:pPr>
        <w:rPr>
          <w:rFonts w:cs="Georgia"/>
          <w:kern w:val="1"/>
        </w:rPr>
      </w:pPr>
      <w:r>
        <w:rPr>
          <w:rFonts w:cs="Georgia"/>
          <w:kern w:val="1"/>
        </w:rPr>
        <w:t>— </w:t>
      </w:r>
      <w:r w:rsidR="00BE611A">
        <w:rPr>
          <w:rFonts w:cs="Georgia"/>
          <w:kern w:val="1"/>
        </w:rPr>
        <w:t>Il parle allemand</w:t>
      </w:r>
      <w:r>
        <w:rPr>
          <w:rFonts w:cs="Georgia"/>
          <w:kern w:val="1"/>
        </w:rPr>
        <w:t>.</w:t>
      </w:r>
    </w:p>
    <w:p w14:paraId="63E7A1AB" w14:textId="77777777" w:rsidR="000E1451" w:rsidRDefault="00BE611A" w:rsidP="00BE611A">
      <w:pPr>
        <w:rPr>
          <w:rFonts w:cs="Georgia"/>
          <w:kern w:val="1"/>
        </w:rPr>
      </w:pPr>
      <w:r>
        <w:rPr>
          <w:rFonts w:cs="Georgia"/>
          <w:kern w:val="1"/>
        </w:rPr>
        <w:t>La porte maintenant grande ouverte</w:t>
      </w:r>
      <w:r w:rsidR="000E1451">
        <w:rPr>
          <w:rFonts w:cs="Georgia"/>
          <w:kern w:val="1"/>
        </w:rPr>
        <w:t xml:space="preserve">, </w:t>
      </w:r>
      <w:r>
        <w:rPr>
          <w:rFonts w:cs="Georgia"/>
          <w:kern w:val="1"/>
        </w:rPr>
        <w:t>donnait accès dans un vestibule sombre</w:t>
      </w:r>
      <w:r w:rsidR="000E1451">
        <w:rPr>
          <w:rFonts w:cs="Georgia"/>
          <w:kern w:val="1"/>
        </w:rPr>
        <w:t xml:space="preserve">. </w:t>
      </w:r>
      <w:r>
        <w:rPr>
          <w:rFonts w:cs="Georgia"/>
          <w:kern w:val="1"/>
        </w:rPr>
        <w:t>Une bouffée d</w:t>
      </w:r>
      <w:r w:rsidR="000E1451">
        <w:rPr>
          <w:rFonts w:cs="Georgia"/>
          <w:kern w:val="1"/>
        </w:rPr>
        <w:t>’</w:t>
      </w:r>
      <w:r>
        <w:rPr>
          <w:rFonts w:cs="Georgia"/>
          <w:kern w:val="1"/>
        </w:rPr>
        <w:t>air humide s</w:t>
      </w:r>
      <w:r w:rsidR="000E1451">
        <w:rPr>
          <w:rFonts w:cs="Georgia"/>
          <w:kern w:val="1"/>
        </w:rPr>
        <w:t>’</w:t>
      </w:r>
      <w:r>
        <w:rPr>
          <w:rFonts w:cs="Georgia"/>
          <w:kern w:val="1"/>
        </w:rPr>
        <w:t>en échappa</w:t>
      </w:r>
      <w:r w:rsidR="000E1451">
        <w:rPr>
          <w:rFonts w:cs="Georgia"/>
          <w:kern w:val="1"/>
        </w:rPr>
        <w:t>.</w:t>
      </w:r>
    </w:p>
    <w:p w14:paraId="48321921" w14:textId="77777777" w:rsidR="000E1451" w:rsidRDefault="00BE611A" w:rsidP="00BE611A">
      <w:pPr>
        <w:rPr>
          <w:rFonts w:cs="Georgia"/>
          <w:kern w:val="1"/>
        </w:rPr>
      </w:pPr>
      <w:r>
        <w:rPr>
          <w:rFonts w:cs="Georgia"/>
          <w:kern w:val="1"/>
        </w:rPr>
        <w:t>Gottlieb me fit signe de le suivre</w:t>
      </w:r>
      <w:r w:rsidR="000E1451">
        <w:rPr>
          <w:rFonts w:cs="Georgia"/>
          <w:kern w:val="1"/>
        </w:rPr>
        <w:t xml:space="preserve">. </w:t>
      </w:r>
      <w:r>
        <w:rPr>
          <w:rFonts w:cs="Georgia"/>
          <w:kern w:val="1"/>
        </w:rPr>
        <w:t>Un corridor large d</w:t>
      </w:r>
      <w:r w:rsidR="000E1451">
        <w:rPr>
          <w:rFonts w:cs="Georgia"/>
          <w:kern w:val="1"/>
        </w:rPr>
        <w:t>’</w:t>
      </w:r>
      <w:r>
        <w:rPr>
          <w:rFonts w:cs="Georgia"/>
          <w:kern w:val="1"/>
        </w:rPr>
        <w:t>environ cinq mètres</w:t>
      </w:r>
      <w:r w:rsidR="000E1451">
        <w:rPr>
          <w:rFonts w:cs="Georgia"/>
          <w:kern w:val="1"/>
        </w:rPr>
        <w:t xml:space="preserve">, </w:t>
      </w:r>
      <w:r>
        <w:rPr>
          <w:rFonts w:cs="Georgia"/>
          <w:kern w:val="1"/>
        </w:rPr>
        <w:t>long d</w:t>
      </w:r>
      <w:r w:rsidR="000E1451">
        <w:rPr>
          <w:rFonts w:cs="Georgia"/>
          <w:kern w:val="1"/>
        </w:rPr>
        <w:t>’</w:t>
      </w:r>
      <w:r>
        <w:rPr>
          <w:rFonts w:cs="Georgia"/>
          <w:kern w:val="1"/>
        </w:rPr>
        <w:t>une trentaine</w:t>
      </w:r>
      <w:r w:rsidR="000E1451">
        <w:rPr>
          <w:rFonts w:cs="Georgia"/>
          <w:kern w:val="1"/>
        </w:rPr>
        <w:t xml:space="preserve">, </w:t>
      </w:r>
      <w:r>
        <w:rPr>
          <w:rFonts w:cs="Georgia"/>
          <w:kern w:val="1"/>
        </w:rPr>
        <w:t>allait d</w:t>
      </w:r>
      <w:r w:rsidR="000E1451">
        <w:rPr>
          <w:rFonts w:cs="Georgia"/>
          <w:kern w:val="1"/>
        </w:rPr>
        <w:t>’</w:t>
      </w:r>
      <w:r>
        <w:rPr>
          <w:rFonts w:cs="Georgia"/>
          <w:kern w:val="1"/>
        </w:rPr>
        <w:t>un bout à l</w:t>
      </w:r>
      <w:r w:rsidR="000E1451">
        <w:rPr>
          <w:rFonts w:cs="Georgia"/>
          <w:kern w:val="1"/>
        </w:rPr>
        <w:t>’</w:t>
      </w:r>
      <w:r>
        <w:rPr>
          <w:rFonts w:cs="Georgia"/>
          <w:kern w:val="1"/>
        </w:rPr>
        <w:t>autre du château</w:t>
      </w:r>
      <w:r w:rsidR="000E1451">
        <w:rPr>
          <w:rFonts w:cs="Georgia"/>
          <w:kern w:val="1"/>
        </w:rPr>
        <w:t xml:space="preserve">. </w:t>
      </w:r>
      <w:r>
        <w:rPr>
          <w:rFonts w:cs="Georgia"/>
          <w:kern w:val="1"/>
        </w:rPr>
        <w:t>En raison de sa situation centrale</w:t>
      </w:r>
      <w:r w:rsidR="000E1451">
        <w:rPr>
          <w:rFonts w:cs="Georgia"/>
          <w:kern w:val="1"/>
        </w:rPr>
        <w:t xml:space="preserve">, </w:t>
      </w:r>
      <w:r>
        <w:rPr>
          <w:rFonts w:cs="Georgia"/>
          <w:kern w:val="1"/>
        </w:rPr>
        <w:t>il ne prenait jour qu</w:t>
      </w:r>
      <w:r w:rsidR="000E1451">
        <w:rPr>
          <w:rFonts w:cs="Georgia"/>
          <w:kern w:val="1"/>
        </w:rPr>
        <w:t>’</w:t>
      </w:r>
      <w:r>
        <w:rPr>
          <w:rFonts w:cs="Georgia"/>
          <w:kern w:val="1"/>
        </w:rPr>
        <w:t>à l</w:t>
      </w:r>
      <w:r w:rsidR="000E1451">
        <w:rPr>
          <w:rFonts w:cs="Georgia"/>
          <w:kern w:val="1"/>
        </w:rPr>
        <w:t>’</w:t>
      </w:r>
      <w:r>
        <w:rPr>
          <w:rFonts w:cs="Georgia"/>
          <w:kern w:val="1"/>
        </w:rPr>
        <w:t>extrémité opposée</w:t>
      </w:r>
      <w:r w:rsidR="000E1451">
        <w:rPr>
          <w:rFonts w:cs="Georgia"/>
          <w:kern w:val="1"/>
        </w:rPr>
        <w:t xml:space="preserve">, </w:t>
      </w:r>
      <w:r>
        <w:rPr>
          <w:rFonts w:cs="Georgia"/>
          <w:kern w:val="1"/>
        </w:rPr>
        <w:t>par une haute porte-fenêtre dont j</w:t>
      </w:r>
      <w:r w:rsidR="000E1451">
        <w:rPr>
          <w:rFonts w:cs="Georgia"/>
          <w:kern w:val="1"/>
        </w:rPr>
        <w:t>’</w:t>
      </w:r>
      <w:r>
        <w:rPr>
          <w:rFonts w:cs="Georgia"/>
          <w:kern w:val="1"/>
        </w:rPr>
        <w:t>apercevais tout là-bas l</w:t>
      </w:r>
      <w:r w:rsidR="000E1451">
        <w:rPr>
          <w:rFonts w:cs="Georgia"/>
          <w:kern w:val="1"/>
        </w:rPr>
        <w:t>’</w:t>
      </w:r>
      <w:r>
        <w:rPr>
          <w:rFonts w:cs="Georgia"/>
          <w:kern w:val="1"/>
        </w:rPr>
        <w:t>ogive pâle</w:t>
      </w:r>
      <w:r w:rsidR="000E1451">
        <w:rPr>
          <w:rFonts w:cs="Georgia"/>
          <w:kern w:val="1"/>
        </w:rPr>
        <w:t xml:space="preserve">. </w:t>
      </w:r>
      <w:r>
        <w:rPr>
          <w:rFonts w:cs="Georgia"/>
          <w:kern w:val="1"/>
        </w:rPr>
        <w:t>Mes yeux s</w:t>
      </w:r>
      <w:r w:rsidR="000E1451">
        <w:rPr>
          <w:rFonts w:cs="Georgia"/>
          <w:kern w:val="1"/>
        </w:rPr>
        <w:t>’</w:t>
      </w:r>
      <w:r>
        <w:rPr>
          <w:rFonts w:cs="Georgia"/>
          <w:kern w:val="1"/>
        </w:rPr>
        <w:t>accoutumant à l</w:t>
      </w:r>
      <w:r w:rsidR="000E1451">
        <w:rPr>
          <w:rFonts w:cs="Georgia"/>
          <w:kern w:val="1"/>
        </w:rPr>
        <w:t>’</w:t>
      </w:r>
      <w:r>
        <w:rPr>
          <w:rFonts w:cs="Georgia"/>
          <w:kern w:val="1"/>
        </w:rPr>
        <w:t>obscurité</w:t>
      </w:r>
      <w:r w:rsidR="000E1451">
        <w:rPr>
          <w:rFonts w:cs="Georgia"/>
          <w:kern w:val="1"/>
        </w:rPr>
        <w:t xml:space="preserve">, </w:t>
      </w:r>
      <w:r>
        <w:rPr>
          <w:rFonts w:cs="Georgia"/>
          <w:kern w:val="1"/>
        </w:rPr>
        <w:t>je commençai à entrevoir</w:t>
      </w:r>
      <w:r w:rsidR="000E1451">
        <w:rPr>
          <w:rFonts w:cs="Georgia"/>
          <w:kern w:val="1"/>
        </w:rPr>
        <w:t xml:space="preserve">, </w:t>
      </w:r>
      <w:r>
        <w:rPr>
          <w:rFonts w:cs="Georgia"/>
          <w:kern w:val="1"/>
        </w:rPr>
        <w:t>de chaque côte</w:t>
      </w:r>
      <w:r w:rsidR="000E1451">
        <w:rPr>
          <w:rFonts w:cs="Georgia"/>
          <w:kern w:val="1"/>
        </w:rPr>
        <w:t xml:space="preserve">, </w:t>
      </w:r>
      <w:r>
        <w:rPr>
          <w:rFonts w:cs="Georgia"/>
          <w:kern w:val="1"/>
        </w:rPr>
        <w:t>accrochés à la muraille</w:t>
      </w:r>
      <w:r w:rsidR="000E1451">
        <w:rPr>
          <w:rFonts w:cs="Georgia"/>
          <w:kern w:val="1"/>
        </w:rPr>
        <w:t xml:space="preserve">, </w:t>
      </w:r>
      <w:r>
        <w:rPr>
          <w:rFonts w:cs="Georgia"/>
          <w:kern w:val="1"/>
        </w:rPr>
        <w:t>de grands tableaux dont je distinguais vaguement les détails</w:t>
      </w:r>
      <w:r w:rsidR="000E1451">
        <w:rPr>
          <w:rFonts w:cs="Georgia"/>
          <w:kern w:val="1"/>
        </w:rPr>
        <w:t xml:space="preserve">. </w:t>
      </w:r>
      <w:r>
        <w:rPr>
          <w:rFonts w:cs="Georgia"/>
          <w:kern w:val="1"/>
        </w:rPr>
        <w:t>Tous étaient des portraits d</w:t>
      </w:r>
      <w:r w:rsidR="000E1451">
        <w:rPr>
          <w:rFonts w:cs="Georgia"/>
          <w:kern w:val="1"/>
        </w:rPr>
        <w:t>’</w:t>
      </w:r>
      <w:r>
        <w:rPr>
          <w:rFonts w:cs="Georgia"/>
          <w:kern w:val="1"/>
        </w:rPr>
        <w:t>hommes</w:t>
      </w:r>
      <w:r w:rsidR="000E1451">
        <w:rPr>
          <w:rFonts w:cs="Georgia"/>
          <w:kern w:val="1"/>
        </w:rPr>
        <w:t xml:space="preserve">. </w:t>
      </w:r>
      <w:r>
        <w:rPr>
          <w:rFonts w:cs="Georgia"/>
          <w:kern w:val="1"/>
        </w:rPr>
        <w:t>Ils alternaient avec des consoles de chêne qui servaient de supports à d</w:t>
      </w:r>
      <w:r w:rsidR="000E1451">
        <w:rPr>
          <w:rFonts w:cs="Georgia"/>
          <w:kern w:val="1"/>
        </w:rPr>
        <w:t>’</w:t>
      </w:r>
      <w:r>
        <w:rPr>
          <w:rFonts w:cs="Georgia"/>
          <w:kern w:val="1"/>
        </w:rPr>
        <w:t>énormes bêtes empaillées</w:t>
      </w:r>
      <w:r w:rsidR="000E1451">
        <w:rPr>
          <w:rFonts w:cs="Georgia"/>
          <w:kern w:val="1"/>
        </w:rPr>
        <w:t xml:space="preserve"> : </w:t>
      </w:r>
      <w:r>
        <w:rPr>
          <w:rFonts w:cs="Georgia"/>
          <w:kern w:val="1"/>
        </w:rPr>
        <w:t>des élans</w:t>
      </w:r>
      <w:r w:rsidR="000E1451">
        <w:rPr>
          <w:rFonts w:cs="Georgia"/>
          <w:kern w:val="1"/>
        </w:rPr>
        <w:t xml:space="preserve">, </w:t>
      </w:r>
      <w:r>
        <w:rPr>
          <w:rFonts w:cs="Georgia"/>
          <w:kern w:val="1"/>
        </w:rPr>
        <w:t>des sangliers</w:t>
      </w:r>
      <w:r w:rsidR="000E1451">
        <w:rPr>
          <w:rFonts w:cs="Georgia"/>
          <w:kern w:val="1"/>
        </w:rPr>
        <w:t xml:space="preserve">, </w:t>
      </w:r>
      <w:r>
        <w:rPr>
          <w:rFonts w:cs="Georgia"/>
          <w:kern w:val="1"/>
        </w:rPr>
        <w:t>des loups</w:t>
      </w:r>
      <w:r w:rsidR="000E1451">
        <w:rPr>
          <w:rFonts w:cs="Georgia"/>
          <w:kern w:val="1"/>
        </w:rPr>
        <w:t xml:space="preserve">. </w:t>
      </w:r>
      <w:r>
        <w:rPr>
          <w:rFonts w:cs="Georgia"/>
          <w:kern w:val="1"/>
        </w:rPr>
        <w:t>Parvenus à la moitié du corridor</w:t>
      </w:r>
      <w:r w:rsidR="000E1451">
        <w:rPr>
          <w:rFonts w:cs="Georgia"/>
          <w:kern w:val="1"/>
        </w:rPr>
        <w:t xml:space="preserve">, </w:t>
      </w:r>
      <w:r>
        <w:rPr>
          <w:rFonts w:cs="Georgia"/>
          <w:kern w:val="1"/>
        </w:rPr>
        <w:t>nous passâmes devant la cage d</w:t>
      </w:r>
      <w:r w:rsidR="000E1451">
        <w:rPr>
          <w:rFonts w:cs="Georgia"/>
          <w:kern w:val="1"/>
        </w:rPr>
        <w:t>’</w:t>
      </w:r>
      <w:r>
        <w:rPr>
          <w:rFonts w:cs="Georgia"/>
          <w:kern w:val="1"/>
        </w:rPr>
        <w:t>un escalier</w:t>
      </w:r>
      <w:r w:rsidR="000E1451">
        <w:rPr>
          <w:rFonts w:cs="Georgia"/>
          <w:kern w:val="1"/>
        </w:rPr>
        <w:t xml:space="preserve">, </w:t>
      </w:r>
      <w:r>
        <w:rPr>
          <w:rFonts w:cs="Georgia"/>
          <w:kern w:val="1"/>
        </w:rPr>
        <w:t>sous lequel il y avait un poêle en faïence éteint</w:t>
      </w:r>
      <w:r w:rsidR="000E1451">
        <w:rPr>
          <w:rFonts w:cs="Georgia"/>
          <w:kern w:val="1"/>
        </w:rPr>
        <w:t xml:space="preserve">. </w:t>
      </w:r>
      <w:r>
        <w:rPr>
          <w:rFonts w:cs="Georgia"/>
          <w:kern w:val="1"/>
        </w:rPr>
        <w:t>Gottlieb devait être en train de l</w:t>
      </w:r>
      <w:r w:rsidR="000E1451">
        <w:rPr>
          <w:rFonts w:cs="Georgia"/>
          <w:kern w:val="1"/>
        </w:rPr>
        <w:t>’</w:t>
      </w:r>
      <w:r>
        <w:rPr>
          <w:rFonts w:cs="Georgia"/>
          <w:kern w:val="1"/>
        </w:rPr>
        <w:t>allumer quand nous avions sonné</w:t>
      </w:r>
      <w:r w:rsidR="000E1451">
        <w:rPr>
          <w:rFonts w:cs="Georgia"/>
          <w:kern w:val="1"/>
        </w:rPr>
        <w:t xml:space="preserve">, </w:t>
      </w:r>
      <w:r>
        <w:rPr>
          <w:rFonts w:cs="Georgia"/>
          <w:kern w:val="1"/>
        </w:rPr>
        <w:t>car une brassée de petits sarments jonchait le sol à l</w:t>
      </w:r>
      <w:r w:rsidR="000E1451">
        <w:rPr>
          <w:rFonts w:cs="Georgia"/>
          <w:kern w:val="1"/>
        </w:rPr>
        <w:t>’</w:t>
      </w:r>
      <w:r>
        <w:rPr>
          <w:rFonts w:cs="Georgia"/>
          <w:kern w:val="1"/>
        </w:rPr>
        <w:t>entour</w:t>
      </w:r>
      <w:r w:rsidR="000E1451">
        <w:rPr>
          <w:rFonts w:cs="Georgia"/>
          <w:kern w:val="1"/>
        </w:rPr>
        <w:t xml:space="preserve">. </w:t>
      </w:r>
      <w:r>
        <w:rPr>
          <w:rFonts w:cs="Georgia"/>
          <w:kern w:val="1"/>
        </w:rPr>
        <w:t>Après avoir possédé des bois au milieu desquels on pouvait chasser des journées entières</w:t>
      </w:r>
      <w:r w:rsidR="000E1451">
        <w:rPr>
          <w:rFonts w:cs="Georgia"/>
          <w:kern w:val="1"/>
        </w:rPr>
        <w:t xml:space="preserve">, </w:t>
      </w:r>
      <w:r>
        <w:rPr>
          <w:rFonts w:cs="Georgia"/>
          <w:kern w:val="1"/>
        </w:rPr>
        <w:t>les derniers des Reichendorf en étaient réduits à se chauffer de brindilles semblables à celles que les vieilles rentières ruinées glanent dans les squares municipaux</w:t>
      </w:r>
      <w:r w:rsidR="000E1451">
        <w:rPr>
          <w:rFonts w:cs="Georgia"/>
          <w:kern w:val="1"/>
        </w:rPr>
        <w:t xml:space="preserve">, </w:t>
      </w:r>
      <w:r>
        <w:rPr>
          <w:rFonts w:cs="Georgia"/>
          <w:kern w:val="1"/>
        </w:rPr>
        <w:t>en cachette des gardes</w:t>
      </w:r>
      <w:r w:rsidR="000E1451">
        <w:rPr>
          <w:rFonts w:cs="Georgia"/>
          <w:kern w:val="1"/>
        </w:rPr>
        <w:t>.</w:t>
      </w:r>
    </w:p>
    <w:p w14:paraId="44FAD211" w14:textId="77777777" w:rsidR="000E1451" w:rsidRDefault="00BE611A" w:rsidP="00BE611A">
      <w:pPr>
        <w:rPr>
          <w:rFonts w:cs="Georgia"/>
          <w:kern w:val="1"/>
        </w:rPr>
      </w:pPr>
      <w:r>
        <w:rPr>
          <w:rFonts w:cs="Georgia"/>
          <w:kern w:val="1"/>
        </w:rPr>
        <w:t>Au fur et à mesure que nous avancions</w:t>
      </w:r>
      <w:r w:rsidR="000E1451">
        <w:rPr>
          <w:rFonts w:cs="Georgia"/>
          <w:kern w:val="1"/>
        </w:rPr>
        <w:t xml:space="preserve">, </w:t>
      </w:r>
      <w:r>
        <w:rPr>
          <w:rFonts w:cs="Georgia"/>
          <w:kern w:val="1"/>
        </w:rPr>
        <w:t>le corridor devenait plus clair</w:t>
      </w:r>
      <w:r w:rsidR="000E1451">
        <w:rPr>
          <w:rFonts w:cs="Georgia"/>
          <w:kern w:val="1"/>
        </w:rPr>
        <w:t xml:space="preserve">. </w:t>
      </w:r>
      <w:r>
        <w:rPr>
          <w:rFonts w:cs="Georgia"/>
          <w:kern w:val="1"/>
        </w:rPr>
        <w:t>À ma droite</w:t>
      </w:r>
      <w:r w:rsidR="000E1451">
        <w:rPr>
          <w:rFonts w:cs="Georgia"/>
          <w:kern w:val="1"/>
        </w:rPr>
        <w:t xml:space="preserve">, </w:t>
      </w:r>
      <w:r>
        <w:rPr>
          <w:rFonts w:cs="Georgia"/>
          <w:kern w:val="1"/>
        </w:rPr>
        <w:t>sur un socle solidement rivé dans la pierre</w:t>
      </w:r>
      <w:r w:rsidR="000E1451">
        <w:rPr>
          <w:rFonts w:cs="Georgia"/>
          <w:kern w:val="1"/>
        </w:rPr>
        <w:t xml:space="preserve">, </w:t>
      </w:r>
      <w:r>
        <w:rPr>
          <w:rFonts w:cs="Georgia"/>
          <w:kern w:val="1"/>
        </w:rPr>
        <w:t>je frôlai un ours gigantesque</w:t>
      </w:r>
      <w:r w:rsidR="000E1451">
        <w:rPr>
          <w:rFonts w:cs="Georgia"/>
          <w:kern w:val="1"/>
        </w:rPr>
        <w:t xml:space="preserve">. </w:t>
      </w:r>
      <w:r>
        <w:rPr>
          <w:rFonts w:cs="Georgia"/>
          <w:kern w:val="1"/>
        </w:rPr>
        <w:t>L</w:t>
      </w:r>
      <w:r w:rsidR="000E1451">
        <w:rPr>
          <w:rFonts w:cs="Georgia"/>
          <w:kern w:val="1"/>
        </w:rPr>
        <w:t>’</w:t>
      </w:r>
      <w:r>
        <w:rPr>
          <w:rFonts w:cs="Georgia"/>
          <w:kern w:val="1"/>
        </w:rPr>
        <w:t>ours du comte Conrad</w:t>
      </w:r>
      <w:r w:rsidR="000E1451">
        <w:rPr>
          <w:rFonts w:cs="Georgia"/>
          <w:kern w:val="1"/>
        </w:rPr>
        <w:t xml:space="preserve">, </w:t>
      </w:r>
      <w:r>
        <w:rPr>
          <w:rFonts w:cs="Georgia"/>
          <w:kern w:val="1"/>
        </w:rPr>
        <w:t>sans doute</w:t>
      </w:r>
      <w:r w:rsidR="000E1451">
        <w:rPr>
          <w:rFonts w:cs="Georgia"/>
          <w:kern w:val="1"/>
        </w:rPr>
        <w:t xml:space="preserve">. </w:t>
      </w:r>
      <w:r>
        <w:rPr>
          <w:rFonts w:cs="Georgia"/>
          <w:kern w:val="1"/>
        </w:rPr>
        <w:t>Il se tenait debout</w:t>
      </w:r>
      <w:r w:rsidR="000E1451">
        <w:rPr>
          <w:rFonts w:cs="Georgia"/>
          <w:kern w:val="1"/>
        </w:rPr>
        <w:t xml:space="preserve">, </w:t>
      </w:r>
      <w:r>
        <w:rPr>
          <w:rFonts w:cs="Georgia"/>
          <w:kern w:val="1"/>
        </w:rPr>
        <w:t xml:space="preserve">les pattes </w:t>
      </w:r>
      <w:r>
        <w:rPr>
          <w:rFonts w:cs="Georgia"/>
          <w:kern w:val="1"/>
        </w:rPr>
        <w:lastRenderedPageBreak/>
        <w:t>menaçantes s</w:t>
      </w:r>
      <w:r w:rsidR="000E1451">
        <w:rPr>
          <w:rFonts w:cs="Georgia"/>
          <w:kern w:val="1"/>
        </w:rPr>
        <w:t>’</w:t>
      </w:r>
      <w:r>
        <w:rPr>
          <w:rFonts w:cs="Georgia"/>
          <w:kern w:val="1"/>
        </w:rPr>
        <w:t>entr</w:t>
      </w:r>
      <w:r w:rsidR="000E1451">
        <w:rPr>
          <w:rFonts w:cs="Georgia"/>
          <w:kern w:val="1"/>
        </w:rPr>
        <w:t>’</w:t>
      </w:r>
      <w:r>
        <w:rPr>
          <w:rFonts w:cs="Georgia"/>
          <w:kern w:val="1"/>
        </w:rPr>
        <w:t>ouvrant pour une monstrueuse étreinte</w:t>
      </w:r>
      <w:r w:rsidR="000E1451">
        <w:rPr>
          <w:rFonts w:cs="Georgia"/>
          <w:kern w:val="1"/>
        </w:rPr>
        <w:t xml:space="preserve">. </w:t>
      </w:r>
      <w:r>
        <w:rPr>
          <w:rFonts w:cs="Georgia"/>
          <w:kern w:val="1"/>
        </w:rPr>
        <w:t>Ensuite venait le portrait d</w:t>
      </w:r>
      <w:r w:rsidR="000E1451">
        <w:rPr>
          <w:rFonts w:cs="Georgia"/>
          <w:kern w:val="1"/>
        </w:rPr>
        <w:t>’</w:t>
      </w:r>
      <w:r>
        <w:rPr>
          <w:rFonts w:cs="Georgia"/>
          <w:kern w:val="1"/>
        </w:rPr>
        <w:t>un colosse vêtu d</w:t>
      </w:r>
      <w:r w:rsidR="000E1451">
        <w:rPr>
          <w:rFonts w:cs="Georgia"/>
          <w:kern w:val="1"/>
        </w:rPr>
        <w:t>’</w:t>
      </w:r>
      <w:r>
        <w:rPr>
          <w:rFonts w:cs="Georgia"/>
          <w:kern w:val="1"/>
        </w:rPr>
        <w:t>un bizarre uniforme où les peaux de bêtes s</w:t>
      </w:r>
      <w:r w:rsidR="000E1451">
        <w:rPr>
          <w:rFonts w:cs="Georgia"/>
          <w:kern w:val="1"/>
        </w:rPr>
        <w:t>’</w:t>
      </w:r>
      <w:r>
        <w:rPr>
          <w:rFonts w:cs="Georgia"/>
          <w:kern w:val="1"/>
        </w:rPr>
        <w:t>alliaient aux dentelles et aux passementeries</w:t>
      </w:r>
      <w:r w:rsidR="000E1451">
        <w:rPr>
          <w:rFonts w:cs="Georgia"/>
          <w:kern w:val="1"/>
        </w:rPr>
        <w:t xml:space="preserve">. </w:t>
      </w:r>
      <w:r>
        <w:rPr>
          <w:rFonts w:cs="Georgia"/>
          <w:kern w:val="1"/>
        </w:rPr>
        <w:t>Sur le cartouche</w:t>
      </w:r>
      <w:r w:rsidR="000E1451">
        <w:rPr>
          <w:rFonts w:cs="Georgia"/>
          <w:kern w:val="1"/>
        </w:rPr>
        <w:t xml:space="preserve">, </w:t>
      </w:r>
      <w:r>
        <w:rPr>
          <w:rFonts w:cs="Georgia"/>
          <w:kern w:val="1"/>
        </w:rPr>
        <w:t>au bas du cadre</w:t>
      </w:r>
      <w:r w:rsidR="000E1451">
        <w:rPr>
          <w:rFonts w:cs="Georgia"/>
          <w:kern w:val="1"/>
        </w:rPr>
        <w:t xml:space="preserve">, </w:t>
      </w:r>
      <w:r>
        <w:rPr>
          <w:rFonts w:cs="Georgia"/>
          <w:kern w:val="1"/>
        </w:rPr>
        <w:t>j</w:t>
      </w:r>
      <w:r w:rsidR="000E1451">
        <w:rPr>
          <w:rFonts w:cs="Georgia"/>
          <w:kern w:val="1"/>
        </w:rPr>
        <w:t>’</w:t>
      </w:r>
      <w:r>
        <w:rPr>
          <w:rFonts w:cs="Georgia"/>
          <w:kern w:val="1"/>
        </w:rPr>
        <w:t>eus le temps de lire l</w:t>
      </w:r>
      <w:r w:rsidR="000E1451">
        <w:rPr>
          <w:rFonts w:cs="Georgia"/>
          <w:kern w:val="1"/>
        </w:rPr>
        <w:t>’</w:t>
      </w:r>
      <w:r>
        <w:rPr>
          <w:rFonts w:cs="Georgia"/>
          <w:kern w:val="1"/>
        </w:rPr>
        <w:t>inscription suivante</w:t>
      </w:r>
      <w:r w:rsidR="000E1451">
        <w:rPr>
          <w:rFonts w:cs="Georgia"/>
          <w:kern w:val="1"/>
        </w:rPr>
        <w:t> : « </w:t>
      </w:r>
      <w:r>
        <w:rPr>
          <w:rFonts w:cs="Georgia"/>
          <w:kern w:val="1"/>
        </w:rPr>
        <w:t>Guillaume-Henri</w:t>
      </w:r>
      <w:r w:rsidR="000E1451">
        <w:rPr>
          <w:rFonts w:cs="Georgia"/>
          <w:kern w:val="1"/>
        </w:rPr>
        <w:t xml:space="preserve">, </w:t>
      </w:r>
      <w:r>
        <w:rPr>
          <w:rFonts w:cs="Georgia"/>
          <w:kern w:val="1"/>
        </w:rPr>
        <w:t>dix-septième comte de Reichendorf</w:t>
      </w:r>
      <w:r w:rsidR="000E1451">
        <w:rPr>
          <w:rFonts w:cs="Georgia"/>
          <w:kern w:val="1"/>
        </w:rPr>
        <w:t xml:space="preserve">, </w:t>
      </w:r>
      <w:r>
        <w:rPr>
          <w:rFonts w:cs="Georgia"/>
          <w:kern w:val="1"/>
        </w:rPr>
        <w:t>tombé à Fehrbelin</w:t>
      </w:r>
      <w:r w:rsidR="000E1451">
        <w:rPr>
          <w:rFonts w:cs="Georgia"/>
          <w:kern w:val="1"/>
        </w:rPr>
        <w:t xml:space="preserve">, </w:t>
      </w:r>
      <w:r>
        <w:rPr>
          <w:rFonts w:cs="Georgia"/>
          <w:kern w:val="1"/>
        </w:rPr>
        <w:t>1631-1675</w:t>
      </w:r>
      <w:r w:rsidR="000E1451">
        <w:rPr>
          <w:rFonts w:cs="Georgia"/>
          <w:kern w:val="1"/>
        </w:rPr>
        <w:t> ».</w:t>
      </w:r>
    </w:p>
    <w:p w14:paraId="6559B02A" w14:textId="77777777" w:rsidR="000E1451" w:rsidRDefault="00BE611A" w:rsidP="00BE611A">
      <w:pPr>
        <w:rPr>
          <w:rFonts w:cs="Georgia"/>
          <w:kern w:val="1"/>
        </w:rPr>
      </w:pPr>
      <w:r>
        <w:rPr>
          <w:rFonts w:cs="Georgia"/>
          <w:kern w:val="1"/>
        </w:rPr>
        <w:t>Si la lumière augmentait</w:t>
      </w:r>
      <w:r w:rsidR="000E1451">
        <w:rPr>
          <w:rFonts w:cs="Georgia"/>
          <w:kern w:val="1"/>
        </w:rPr>
        <w:t xml:space="preserve">, </w:t>
      </w:r>
      <w:r>
        <w:rPr>
          <w:rFonts w:cs="Georgia"/>
          <w:kern w:val="1"/>
        </w:rPr>
        <w:t>l</w:t>
      </w:r>
      <w:r w:rsidR="000E1451">
        <w:rPr>
          <w:rFonts w:cs="Georgia"/>
          <w:kern w:val="1"/>
        </w:rPr>
        <w:t>’</w:t>
      </w:r>
      <w:r>
        <w:rPr>
          <w:rFonts w:cs="Georgia"/>
          <w:kern w:val="1"/>
        </w:rPr>
        <w:t xml:space="preserve">humidité et le </w:t>
      </w:r>
      <w:r>
        <w:rPr>
          <w:rFonts w:cs="Georgia"/>
          <w:bCs/>
          <w:kern w:val="1"/>
        </w:rPr>
        <w:t xml:space="preserve">froid </w:t>
      </w:r>
      <w:r>
        <w:rPr>
          <w:rFonts w:cs="Georgia"/>
          <w:kern w:val="1"/>
        </w:rPr>
        <w:t>se faisaient sentir davantage</w:t>
      </w:r>
      <w:r w:rsidR="000E1451">
        <w:rPr>
          <w:rFonts w:cs="Georgia"/>
          <w:kern w:val="1"/>
        </w:rPr>
        <w:t xml:space="preserve">. </w:t>
      </w:r>
      <w:r>
        <w:rPr>
          <w:rFonts w:cs="Georgia"/>
          <w:kern w:val="1"/>
        </w:rPr>
        <w:t>J</w:t>
      </w:r>
      <w:r w:rsidR="000E1451">
        <w:rPr>
          <w:rFonts w:cs="Georgia"/>
          <w:kern w:val="1"/>
        </w:rPr>
        <w:t>’</w:t>
      </w:r>
      <w:r>
        <w:rPr>
          <w:rFonts w:cs="Georgia"/>
          <w:kern w:val="1"/>
        </w:rPr>
        <w:t>en connus vite la raison</w:t>
      </w:r>
      <w:r w:rsidR="000E1451">
        <w:rPr>
          <w:rFonts w:cs="Georgia"/>
          <w:kern w:val="1"/>
        </w:rPr>
        <w:t xml:space="preserve">. </w:t>
      </w:r>
      <w:r>
        <w:rPr>
          <w:rFonts w:cs="Georgia"/>
          <w:kern w:val="1"/>
        </w:rPr>
        <w:t>Une buée grise baignait toute cette partie du château</w:t>
      </w:r>
      <w:r w:rsidR="000E1451">
        <w:rPr>
          <w:rFonts w:cs="Georgia"/>
          <w:kern w:val="1"/>
        </w:rPr>
        <w:t xml:space="preserve">. </w:t>
      </w:r>
      <w:r>
        <w:rPr>
          <w:rFonts w:cs="Georgia"/>
          <w:kern w:val="1"/>
        </w:rPr>
        <w:t>Elle pénétrait en nappe vaporeuse par l</w:t>
      </w:r>
      <w:r w:rsidR="000E1451">
        <w:rPr>
          <w:rFonts w:cs="Georgia"/>
          <w:kern w:val="1"/>
        </w:rPr>
        <w:t>’</w:t>
      </w:r>
      <w:r>
        <w:rPr>
          <w:rFonts w:cs="Georgia"/>
          <w:kern w:val="1"/>
        </w:rPr>
        <w:t>ébréchure qu</w:t>
      </w:r>
      <w:r w:rsidR="000E1451">
        <w:rPr>
          <w:rFonts w:cs="Georgia"/>
          <w:kern w:val="1"/>
        </w:rPr>
        <w:t>’</w:t>
      </w:r>
      <w:r>
        <w:rPr>
          <w:rFonts w:cs="Georgia"/>
          <w:kern w:val="1"/>
        </w:rPr>
        <w:t>un des carreaux de la fenêtre portait à son faîte</w:t>
      </w:r>
      <w:r w:rsidR="000E1451">
        <w:rPr>
          <w:rFonts w:cs="Georgia"/>
          <w:kern w:val="1"/>
        </w:rPr>
        <w:t>.</w:t>
      </w:r>
    </w:p>
    <w:p w14:paraId="3CC81ADE" w14:textId="77777777" w:rsidR="000E1451" w:rsidRDefault="000E1451" w:rsidP="00BE611A">
      <w:pPr>
        <w:rPr>
          <w:rFonts w:cs="Georgia"/>
          <w:kern w:val="1"/>
        </w:rPr>
      </w:pPr>
      <w:r>
        <w:rPr>
          <w:rFonts w:cs="Georgia"/>
          <w:kern w:val="1"/>
        </w:rPr>
        <w:t>— </w:t>
      </w:r>
      <w:r w:rsidR="00BE611A">
        <w:rPr>
          <w:rFonts w:cs="Georgia"/>
          <w:kern w:val="1"/>
        </w:rPr>
        <w:t>Hum</w:t>
      </w:r>
      <w:r>
        <w:rPr>
          <w:rFonts w:cs="Georgia"/>
          <w:kern w:val="1"/>
        </w:rPr>
        <w:t xml:space="preserve"> ! </w:t>
      </w:r>
      <w:r w:rsidR="00BE611A">
        <w:rPr>
          <w:rFonts w:cs="Georgia"/>
          <w:kern w:val="1"/>
        </w:rPr>
        <w:t>me dis-je</w:t>
      </w:r>
      <w:r>
        <w:rPr>
          <w:rFonts w:cs="Georgia"/>
          <w:kern w:val="1"/>
        </w:rPr>
        <w:t xml:space="preserve">. </w:t>
      </w:r>
      <w:r w:rsidR="00BE611A">
        <w:rPr>
          <w:rFonts w:cs="Georgia"/>
          <w:kern w:val="1"/>
        </w:rPr>
        <w:t>Ils ne sont tout de même pas ruinés au point de retarder l</w:t>
      </w:r>
      <w:r>
        <w:rPr>
          <w:rFonts w:cs="Georgia"/>
          <w:kern w:val="1"/>
        </w:rPr>
        <w:t>’</w:t>
      </w:r>
      <w:r w:rsidR="00BE611A">
        <w:rPr>
          <w:rFonts w:cs="Georgia"/>
          <w:kern w:val="1"/>
        </w:rPr>
        <w:t>instant de faire remplacer leurs vitres</w:t>
      </w:r>
      <w:r>
        <w:rPr>
          <w:rFonts w:cs="Georgia"/>
          <w:kern w:val="1"/>
        </w:rPr>
        <w:t xml:space="preserve">. </w:t>
      </w:r>
      <w:r w:rsidR="00BE611A">
        <w:rPr>
          <w:rFonts w:cs="Georgia"/>
          <w:kern w:val="1"/>
        </w:rPr>
        <w:t>Lui</w:t>
      </w:r>
      <w:r>
        <w:rPr>
          <w:rFonts w:cs="Georgia"/>
          <w:kern w:val="1"/>
        </w:rPr>
        <w:t xml:space="preserve">, </w:t>
      </w:r>
      <w:r w:rsidR="00BE611A">
        <w:rPr>
          <w:rFonts w:cs="Georgia"/>
          <w:kern w:val="1"/>
        </w:rPr>
        <w:t>il a sa pension de retraite</w:t>
      </w:r>
      <w:r>
        <w:rPr>
          <w:rFonts w:cs="Georgia"/>
          <w:kern w:val="1"/>
        </w:rPr>
        <w:t xml:space="preserve">. </w:t>
      </w:r>
      <w:r w:rsidR="00BE611A">
        <w:rPr>
          <w:rFonts w:cs="Georgia"/>
          <w:kern w:val="1"/>
        </w:rPr>
        <w:t>Elle</w:t>
      </w:r>
      <w:r>
        <w:rPr>
          <w:rFonts w:cs="Georgia"/>
          <w:kern w:val="1"/>
        </w:rPr>
        <w:t xml:space="preserve">, </w:t>
      </w:r>
      <w:r w:rsidR="00BE611A">
        <w:rPr>
          <w:rFonts w:cs="Georgia"/>
          <w:kern w:val="1"/>
        </w:rPr>
        <w:t>comme orpheline de guerre</w:t>
      </w:r>
      <w:r>
        <w:rPr>
          <w:rFonts w:cs="Georgia"/>
          <w:kern w:val="1"/>
        </w:rPr>
        <w:t xml:space="preserve">, </w:t>
      </w:r>
      <w:r w:rsidR="00BE611A">
        <w:rPr>
          <w:rFonts w:cs="Georgia"/>
          <w:kern w:val="1"/>
        </w:rPr>
        <w:t>elle doit bien recevoir quelque chose aussi</w:t>
      </w:r>
      <w:r>
        <w:rPr>
          <w:rFonts w:cs="Georgia"/>
          <w:kern w:val="1"/>
        </w:rPr>
        <w:t xml:space="preserve">. </w:t>
      </w:r>
      <w:r w:rsidR="00BE611A">
        <w:rPr>
          <w:rFonts w:cs="Georgia"/>
          <w:kern w:val="1"/>
        </w:rPr>
        <w:t>Serais-je tombé chez de vulgaires grigous</w:t>
      </w:r>
      <w:r>
        <w:rPr>
          <w:rFonts w:cs="Georgia"/>
          <w:kern w:val="1"/>
        </w:rPr>
        <w:t xml:space="preserve"> ? </w:t>
      </w:r>
      <w:r w:rsidR="00BE611A">
        <w:rPr>
          <w:rFonts w:cs="Georgia"/>
          <w:kern w:val="1"/>
        </w:rPr>
        <w:t>Ce carreau brisé est évidemment de grande taille</w:t>
      </w:r>
      <w:r>
        <w:rPr>
          <w:rFonts w:cs="Georgia"/>
          <w:kern w:val="1"/>
        </w:rPr>
        <w:t xml:space="preserve">. </w:t>
      </w:r>
      <w:r w:rsidR="00BE611A">
        <w:rPr>
          <w:rFonts w:cs="Georgia"/>
          <w:kern w:val="1"/>
        </w:rPr>
        <w:t>Mais</w:t>
      </w:r>
      <w:r>
        <w:rPr>
          <w:rFonts w:cs="Georgia"/>
          <w:kern w:val="1"/>
        </w:rPr>
        <w:t xml:space="preserve">, </w:t>
      </w:r>
      <w:r w:rsidR="00BE611A">
        <w:rPr>
          <w:rFonts w:cs="Georgia"/>
          <w:kern w:val="1"/>
        </w:rPr>
        <w:t>enfin</w:t>
      </w:r>
      <w:r>
        <w:rPr>
          <w:rFonts w:cs="Georgia"/>
          <w:kern w:val="1"/>
        </w:rPr>
        <w:t xml:space="preserve">, </w:t>
      </w:r>
      <w:r w:rsidR="00BE611A">
        <w:rPr>
          <w:rFonts w:cs="Georgia"/>
          <w:kern w:val="1"/>
        </w:rPr>
        <w:t>il ne doit tout de même pas coûter plus de cent marks</w:t>
      </w:r>
      <w:r>
        <w:rPr>
          <w:rFonts w:cs="Georgia"/>
          <w:kern w:val="1"/>
        </w:rPr>
        <w:t xml:space="preserve">… </w:t>
      </w:r>
      <w:r w:rsidR="00BE611A">
        <w:rPr>
          <w:rFonts w:cs="Georgia"/>
          <w:kern w:val="1"/>
        </w:rPr>
        <w:t>Alors</w:t>
      </w:r>
      <w:r>
        <w:rPr>
          <w:rFonts w:cs="Georgia"/>
          <w:kern w:val="1"/>
        </w:rPr>
        <w:t> ?</w:t>
      </w:r>
    </w:p>
    <w:p w14:paraId="63BB87CB" w14:textId="77777777" w:rsidR="000E1451" w:rsidRDefault="00BE611A" w:rsidP="00BE611A">
      <w:pPr>
        <w:rPr>
          <w:rFonts w:cs="Georgia"/>
          <w:kern w:val="1"/>
        </w:rPr>
      </w:pPr>
      <w:r>
        <w:rPr>
          <w:rFonts w:cs="Georgia"/>
          <w:kern w:val="1"/>
        </w:rPr>
        <w:t>Alors</w:t>
      </w:r>
      <w:r w:rsidR="000E1451">
        <w:rPr>
          <w:rFonts w:cs="Georgia"/>
          <w:kern w:val="1"/>
        </w:rPr>
        <w:t xml:space="preserve"> ?… </w:t>
      </w:r>
      <w:r>
        <w:rPr>
          <w:rFonts w:cs="Georgia"/>
          <w:kern w:val="1"/>
        </w:rPr>
        <w:t>Pas plus tard que le lendemain</w:t>
      </w:r>
      <w:r w:rsidR="000E1451">
        <w:rPr>
          <w:rFonts w:cs="Georgia"/>
          <w:kern w:val="1"/>
        </w:rPr>
        <w:t xml:space="preserve">, </w:t>
      </w:r>
      <w:r>
        <w:rPr>
          <w:rFonts w:cs="Georgia"/>
          <w:kern w:val="1"/>
        </w:rPr>
        <w:t>je devais là-dessus recevoir du pasteur Frühwirth des précisions qui ne furent pas sans dérouter mes petits calculs bourgeois</w:t>
      </w:r>
      <w:r w:rsidR="000E1451">
        <w:rPr>
          <w:rFonts w:cs="Georgia"/>
          <w:kern w:val="1"/>
        </w:rPr>
        <w:t xml:space="preserve">. </w:t>
      </w:r>
      <w:r>
        <w:rPr>
          <w:rFonts w:cs="Georgia"/>
          <w:kern w:val="1"/>
        </w:rPr>
        <w:t>Non</w:t>
      </w:r>
      <w:r w:rsidR="000E1451">
        <w:rPr>
          <w:rFonts w:cs="Georgia"/>
          <w:kern w:val="1"/>
        </w:rPr>
        <w:t xml:space="preserve">, </w:t>
      </w:r>
      <w:r>
        <w:rPr>
          <w:rFonts w:cs="Georgia"/>
          <w:kern w:val="1"/>
        </w:rPr>
        <w:t>le carreau fracturé ne coûtait pas plus de cent marks</w:t>
      </w:r>
      <w:r w:rsidR="000E1451">
        <w:rPr>
          <w:rFonts w:cs="Georgia"/>
          <w:kern w:val="1"/>
        </w:rPr>
        <w:t xml:space="preserve">. </w:t>
      </w:r>
      <w:r>
        <w:rPr>
          <w:rFonts w:cs="Georgia"/>
          <w:kern w:val="1"/>
        </w:rPr>
        <w:t>Oui</w:t>
      </w:r>
      <w:r w:rsidR="000E1451">
        <w:rPr>
          <w:rFonts w:cs="Georgia"/>
          <w:kern w:val="1"/>
        </w:rPr>
        <w:t xml:space="preserve">, </w:t>
      </w:r>
      <w:r>
        <w:rPr>
          <w:rFonts w:cs="Georgia"/>
          <w:kern w:val="1"/>
        </w:rPr>
        <w:t>le général avait une pension</w:t>
      </w:r>
      <w:r w:rsidR="000E1451">
        <w:rPr>
          <w:rFonts w:cs="Georgia"/>
          <w:kern w:val="1"/>
        </w:rPr>
        <w:t xml:space="preserve">, </w:t>
      </w:r>
      <w:r>
        <w:rPr>
          <w:rFonts w:cs="Georgia"/>
          <w:kern w:val="1"/>
        </w:rPr>
        <w:t xml:space="preserve">et </w:t>
      </w:r>
      <w:r w:rsidR="000E1451">
        <w:rPr>
          <w:rFonts w:cs="Georgia"/>
          <w:kern w:val="1"/>
        </w:rPr>
        <w:t>M</w:t>
      </w:r>
      <w:r w:rsidR="000E1451" w:rsidRPr="000E1451">
        <w:rPr>
          <w:rFonts w:cs="Georgia"/>
          <w:kern w:val="1"/>
          <w:vertAlign w:val="superscript"/>
        </w:rPr>
        <w:t>lle</w:t>
      </w:r>
      <w:r w:rsidR="000E1451">
        <w:rPr>
          <w:rFonts w:cs="Georgia"/>
          <w:kern w:val="1"/>
        </w:rPr>
        <w:t> de </w:t>
      </w:r>
      <w:r>
        <w:rPr>
          <w:rFonts w:cs="Georgia"/>
          <w:kern w:val="1"/>
        </w:rPr>
        <w:t>Mirrbach aussi</w:t>
      </w:r>
      <w:r w:rsidR="000E1451">
        <w:rPr>
          <w:rFonts w:cs="Georgia"/>
          <w:kern w:val="1"/>
        </w:rPr>
        <w:t xml:space="preserve">. </w:t>
      </w:r>
      <w:r>
        <w:rPr>
          <w:rFonts w:cs="Georgia"/>
          <w:kern w:val="1"/>
        </w:rPr>
        <w:t>Mais les dettes contractées pour payer les belles épaulettes d</w:t>
      </w:r>
      <w:r w:rsidR="000E1451">
        <w:rPr>
          <w:rFonts w:cs="Georgia"/>
          <w:kern w:val="1"/>
        </w:rPr>
        <w:t>’</w:t>
      </w:r>
      <w:r>
        <w:rPr>
          <w:rFonts w:cs="Georgia"/>
          <w:kern w:val="1"/>
        </w:rPr>
        <w:t>argent qu</w:t>
      </w:r>
      <w:r w:rsidR="000E1451">
        <w:rPr>
          <w:rFonts w:cs="Georgia"/>
          <w:kern w:val="1"/>
        </w:rPr>
        <w:t>’</w:t>
      </w:r>
      <w:r>
        <w:rPr>
          <w:rFonts w:cs="Georgia"/>
          <w:kern w:val="1"/>
        </w:rPr>
        <w:t>une matinée pluvieuse suffit à ternir</w:t>
      </w:r>
      <w:r w:rsidR="000E1451">
        <w:rPr>
          <w:rFonts w:cs="Georgia"/>
          <w:kern w:val="1"/>
        </w:rPr>
        <w:t xml:space="preserve">, </w:t>
      </w:r>
      <w:r>
        <w:rPr>
          <w:rFonts w:cs="Georgia"/>
          <w:kern w:val="1"/>
        </w:rPr>
        <w:t>elles subsistent après que ceux qui les ont faites ne sont plus</w:t>
      </w:r>
      <w:r w:rsidR="000E1451">
        <w:rPr>
          <w:rFonts w:cs="Georgia"/>
          <w:kern w:val="1"/>
        </w:rPr>
        <w:t xml:space="preserve">. </w:t>
      </w:r>
      <w:r>
        <w:rPr>
          <w:rFonts w:cs="Georgia"/>
          <w:kern w:val="1"/>
        </w:rPr>
        <w:t>Et sait-on</w:t>
      </w:r>
      <w:r w:rsidR="000E1451">
        <w:rPr>
          <w:rFonts w:cs="Georgia"/>
          <w:kern w:val="1"/>
        </w:rPr>
        <w:t xml:space="preserve">, </w:t>
      </w:r>
      <w:r>
        <w:rPr>
          <w:rFonts w:cs="Georgia"/>
          <w:kern w:val="1"/>
        </w:rPr>
        <w:t>pour un vieillard et une enfant</w:t>
      </w:r>
      <w:r w:rsidR="000E1451">
        <w:rPr>
          <w:rFonts w:cs="Georgia"/>
          <w:kern w:val="1"/>
        </w:rPr>
        <w:t xml:space="preserve">, </w:t>
      </w:r>
      <w:r>
        <w:rPr>
          <w:rFonts w:cs="Georgia"/>
          <w:kern w:val="1"/>
        </w:rPr>
        <w:t>ce que représente de privations un coup de baccara trop hardi</w:t>
      </w:r>
      <w:r w:rsidR="000E1451">
        <w:rPr>
          <w:rFonts w:cs="Georgia"/>
          <w:kern w:val="1"/>
        </w:rPr>
        <w:t xml:space="preserve">, </w:t>
      </w:r>
      <w:r>
        <w:rPr>
          <w:rFonts w:cs="Georgia"/>
          <w:kern w:val="1"/>
        </w:rPr>
        <w:t>tenu au printemps de 1914 par un bel officier insouciant</w:t>
      </w:r>
      <w:r w:rsidR="000E1451">
        <w:rPr>
          <w:rFonts w:cs="Georgia"/>
          <w:kern w:val="1"/>
        </w:rPr>
        <w:t xml:space="preserve">, </w:t>
      </w:r>
      <w:r>
        <w:rPr>
          <w:rFonts w:cs="Georgia"/>
          <w:kern w:val="1"/>
        </w:rPr>
        <w:t>qu</w:t>
      </w:r>
      <w:r w:rsidR="000E1451">
        <w:rPr>
          <w:rFonts w:cs="Georgia"/>
          <w:kern w:val="1"/>
        </w:rPr>
        <w:t>’</w:t>
      </w:r>
      <w:r>
        <w:rPr>
          <w:rFonts w:cs="Georgia"/>
          <w:kern w:val="1"/>
        </w:rPr>
        <w:t>il ait nom Hermann ou Conrad</w:t>
      </w:r>
      <w:r w:rsidR="000E1451">
        <w:rPr>
          <w:rFonts w:cs="Georgia"/>
          <w:kern w:val="1"/>
        </w:rPr>
        <w:t xml:space="preserve">, </w:t>
      </w:r>
      <w:r>
        <w:rPr>
          <w:rFonts w:cs="Georgia"/>
          <w:kern w:val="1"/>
        </w:rPr>
        <w:t>Michel ou Joachim</w:t>
      </w:r>
      <w:r w:rsidR="000E1451">
        <w:rPr>
          <w:rFonts w:cs="Georgia"/>
          <w:kern w:val="1"/>
        </w:rPr>
        <w:t xml:space="preserve"> ? </w:t>
      </w:r>
      <w:r>
        <w:rPr>
          <w:rFonts w:cs="Georgia"/>
          <w:kern w:val="1"/>
        </w:rPr>
        <w:t xml:space="preserve">Les tristes survivants </w:t>
      </w:r>
      <w:r>
        <w:rPr>
          <w:rFonts w:cs="Georgia"/>
          <w:kern w:val="1"/>
        </w:rPr>
        <w:lastRenderedPageBreak/>
        <w:t>règlent les notes des morts pleins de gloire</w:t>
      </w:r>
      <w:r w:rsidR="000E1451">
        <w:rPr>
          <w:rFonts w:cs="Georgia"/>
          <w:kern w:val="1"/>
        </w:rPr>
        <w:t xml:space="preserve">. </w:t>
      </w:r>
      <w:r>
        <w:rPr>
          <w:rFonts w:cs="Georgia"/>
          <w:kern w:val="1"/>
        </w:rPr>
        <w:t>En</w:t>
      </w:r>
      <w:r w:rsidR="000E1451">
        <w:rPr>
          <w:rFonts w:cs="Georgia"/>
          <w:kern w:val="1"/>
        </w:rPr>
        <w:t xml:space="preserve">, </w:t>
      </w:r>
      <w:r>
        <w:rPr>
          <w:rFonts w:cs="Georgia"/>
          <w:kern w:val="1"/>
        </w:rPr>
        <w:t>Allemagne comme en France</w:t>
      </w:r>
      <w:r w:rsidR="000E1451">
        <w:rPr>
          <w:rFonts w:cs="Georgia"/>
          <w:kern w:val="1"/>
        </w:rPr>
        <w:t xml:space="preserve">, </w:t>
      </w:r>
      <w:r>
        <w:rPr>
          <w:rFonts w:cs="Georgia"/>
          <w:kern w:val="1"/>
        </w:rPr>
        <w:t>des assemblées précautionneuses ont pu voter le moratorium</w:t>
      </w:r>
      <w:r w:rsidR="000E1451">
        <w:rPr>
          <w:rFonts w:cs="Georgia"/>
          <w:kern w:val="1"/>
        </w:rPr>
        <w:t xml:space="preserve">, </w:t>
      </w:r>
      <w:r>
        <w:rPr>
          <w:rFonts w:cs="Georgia"/>
          <w:kern w:val="1"/>
        </w:rPr>
        <w:t>proroger les échéances</w:t>
      </w:r>
      <w:r w:rsidR="000E1451">
        <w:rPr>
          <w:rFonts w:cs="Georgia"/>
          <w:kern w:val="1"/>
        </w:rPr>
        <w:t xml:space="preserve">. </w:t>
      </w:r>
      <w:r>
        <w:rPr>
          <w:rFonts w:cs="Georgia"/>
          <w:kern w:val="1"/>
        </w:rPr>
        <w:t>Un junker ne connaît pas ces accommodements avec la parole donnée</w:t>
      </w:r>
      <w:r w:rsidR="000E1451">
        <w:rPr>
          <w:rFonts w:cs="Georgia"/>
          <w:kern w:val="1"/>
        </w:rPr>
        <w:t xml:space="preserve">, </w:t>
      </w:r>
      <w:r>
        <w:rPr>
          <w:rFonts w:cs="Georgia"/>
          <w:kern w:val="1"/>
        </w:rPr>
        <w:t>et ce n</w:t>
      </w:r>
      <w:r w:rsidR="000E1451">
        <w:rPr>
          <w:rFonts w:cs="Georgia"/>
          <w:kern w:val="1"/>
        </w:rPr>
        <w:t>’</w:t>
      </w:r>
      <w:r>
        <w:rPr>
          <w:rFonts w:cs="Georgia"/>
          <w:kern w:val="1"/>
        </w:rPr>
        <w:t>est pas sur un Reichendorf qu</w:t>
      </w:r>
      <w:r w:rsidR="000E1451">
        <w:rPr>
          <w:rFonts w:cs="Georgia"/>
          <w:kern w:val="1"/>
        </w:rPr>
        <w:t>’</w:t>
      </w:r>
      <w:r>
        <w:rPr>
          <w:rFonts w:cs="Georgia"/>
          <w:kern w:val="1"/>
        </w:rPr>
        <w:t>il faut compter pour opposer l</w:t>
      </w:r>
      <w:r w:rsidR="000E1451">
        <w:rPr>
          <w:rFonts w:cs="Georgia"/>
          <w:kern w:val="1"/>
        </w:rPr>
        <w:t>’</w:t>
      </w:r>
      <w:r>
        <w:rPr>
          <w:rFonts w:cs="Georgia"/>
          <w:kern w:val="1"/>
        </w:rPr>
        <w:t>exception de jeu</w:t>
      </w:r>
      <w:r w:rsidR="000E1451">
        <w:rPr>
          <w:rFonts w:cs="Georgia"/>
          <w:kern w:val="1"/>
        </w:rPr>
        <w:t xml:space="preserve">. </w:t>
      </w:r>
      <w:r>
        <w:rPr>
          <w:rFonts w:cs="Georgia"/>
          <w:kern w:val="1"/>
        </w:rPr>
        <w:t>Ici comme sur les champs de bataille</w:t>
      </w:r>
      <w:r w:rsidR="000E1451">
        <w:rPr>
          <w:rFonts w:cs="Georgia"/>
          <w:kern w:val="1"/>
        </w:rPr>
        <w:t xml:space="preserve">, </w:t>
      </w:r>
      <w:r>
        <w:rPr>
          <w:rFonts w:cs="Georgia"/>
          <w:kern w:val="1"/>
        </w:rPr>
        <w:t>il paie</w:t>
      </w:r>
      <w:r w:rsidR="000E1451">
        <w:rPr>
          <w:rFonts w:cs="Georgia"/>
          <w:kern w:val="1"/>
        </w:rPr>
        <w:t xml:space="preserve">, </w:t>
      </w:r>
      <w:r>
        <w:rPr>
          <w:rFonts w:cs="Georgia"/>
          <w:kern w:val="1"/>
        </w:rPr>
        <w:t>quitte à alimenter son poêle de rognures</w:t>
      </w:r>
      <w:r w:rsidR="000E1451">
        <w:rPr>
          <w:rFonts w:cs="Georgia"/>
          <w:kern w:val="1"/>
        </w:rPr>
        <w:t xml:space="preserve">, </w:t>
      </w:r>
      <w:r>
        <w:rPr>
          <w:rFonts w:cs="Georgia"/>
          <w:kern w:val="1"/>
        </w:rPr>
        <w:t>et à voir le mortel brouillard des étangs mener sa ronde dans sa demeura</w:t>
      </w:r>
      <w:r w:rsidR="000E1451">
        <w:rPr>
          <w:rFonts w:cs="Georgia"/>
          <w:kern w:val="1"/>
        </w:rPr>
        <w:t xml:space="preserve">, </w:t>
      </w:r>
      <w:r>
        <w:rPr>
          <w:rFonts w:cs="Georgia"/>
          <w:kern w:val="1"/>
        </w:rPr>
        <w:t>délabrée</w:t>
      </w:r>
      <w:r w:rsidR="000E1451">
        <w:rPr>
          <w:rFonts w:cs="Georgia"/>
          <w:kern w:val="1"/>
        </w:rPr>
        <w:t>.</w:t>
      </w:r>
    </w:p>
    <w:p w14:paraId="2C556C16" w14:textId="77777777" w:rsidR="000E1451" w:rsidRDefault="00BE611A" w:rsidP="00BE611A">
      <w:pPr>
        <w:rPr>
          <w:rFonts w:cs="Georgia"/>
          <w:kern w:val="1"/>
        </w:rPr>
      </w:pPr>
      <w:r>
        <w:rPr>
          <w:rFonts w:cs="Georgia"/>
          <w:kern w:val="1"/>
        </w:rPr>
        <w:t>À la suite de Gottlieb</w:t>
      </w:r>
      <w:r w:rsidR="000E1451">
        <w:rPr>
          <w:rFonts w:cs="Georgia"/>
          <w:kern w:val="1"/>
        </w:rPr>
        <w:t xml:space="preserve">, </w:t>
      </w:r>
      <w:r>
        <w:rPr>
          <w:rFonts w:cs="Georgia"/>
          <w:kern w:val="1"/>
        </w:rPr>
        <w:t>je m</w:t>
      </w:r>
      <w:r w:rsidR="000E1451">
        <w:rPr>
          <w:rFonts w:cs="Georgia"/>
          <w:kern w:val="1"/>
        </w:rPr>
        <w:t>’</w:t>
      </w:r>
      <w:r>
        <w:rPr>
          <w:rFonts w:cs="Georgia"/>
          <w:kern w:val="1"/>
        </w:rPr>
        <w:t>engageai dans un petit escalier qui nous conduisit à la cuisine</w:t>
      </w:r>
      <w:r w:rsidR="000E1451">
        <w:rPr>
          <w:rFonts w:cs="Georgia"/>
          <w:kern w:val="1"/>
        </w:rPr>
        <w:t xml:space="preserve">. </w:t>
      </w:r>
      <w:r>
        <w:rPr>
          <w:rFonts w:cs="Georgia"/>
          <w:kern w:val="1"/>
        </w:rPr>
        <w:t>Ce devait être une des pièces du château dont on avait été le plus fier</w:t>
      </w:r>
      <w:r w:rsidR="000E1451">
        <w:rPr>
          <w:rFonts w:cs="Georgia"/>
          <w:kern w:val="1"/>
        </w:rPr>
        <w:t xml:space="preserve">. </w:t>
      </w:r>
      <w:r>
        <w:rPr>
          <w:rFonts w:cs="Georgia"/>
          <w:kern w:val="1"/>
        </w:rPr>
        <w:t>De la gloire d</w:t>
      </w:r>
      <w:r w:rsidR="000E1451">
        <w:rPr>
          <w:rFonts w:cs="Georgia"/>
          <w:kern w:val="1"/>
        </w:rPr>
        <w:t>’</w:t>
      </w:r>
      <w:r>
        <w:rPr>
          <w:rFonts w:cs="Georgia"/>
          <w:kern w:val="1"/>
        </w:rPr>
        <w:t>antan</w:t>
      </w:r>
      <w:r w:rsidR="000E1451">
        <w:rPr>
          <w:rFonts w:cs="Georgia"/>
          <w:kern w:val="1"/>
        </w:rPr>
        <w:t xml:space="preserve">, </w:t>
      </w:r>
      <w:r>
        <w:rPr>
          <w:rFonts w:cs="Georgia"/>
          <w:kern w:val="1"/>
        </w:rPr>
        <w:t>il ne lui restait plus que ses dimensions princières</w:t>
      </w:r>
      <w:r w:rsidR="000E1451">
        <w:rPr>
          <w:rFonts w:cs="Georgia"/>
          <w:kern w:val="1"/>
        </w:rPr>
        <w:t xml:space="preserve">, </w:t>
      </w:r>
      <w:r>
        <w:rPr>
          <w:rFonts w:cs="Georgia"/>
          <w:kern w:val="1"/>
        </w:rPr>
        <w:t>et une impressionnante batterie de cuisine</w:t>
      </w:r>
      <w:r w:rsidR="000E1451">
        <w:rPr>
          <w:rFonts w:cs="Georgia"/>
          <w:kern w:val="1"/>
        </w:rPr>
        <w:t xml:space="preserve">. </w:t>
      </w:r>
      <w:r>
        <w:rPr>
          <w:rFonts w:cs="Georgia"/>
          <w:kern w:val="1"/>
        </w:rPr>
        <w:t>Une broche géante continuait à monter la garde auprès de l</w:t>
      </w:r>
      <w:r w:rsidR="000E1451">
        <w:rPr>
          <w:rFonts w:cs="Georgia"/>
          <w:kern w:val="1"/>
        </w:rPr>
        <w:t>’</w:t>
      </w:r>
      <w:r>
        <w:rPr>
          <w:rFonts w:cs="Georgia"/>
          <w:kern w:val="1"/>
        </w:rPr>
        <w:t>âtre</w:t>
      </w:r>
      <w:r w:rsidR="000E1451">
        <w:rPr>
          <w:rFonts w:cs="Georgia"/>
          <w:kern w:val="1"/>
        </w:rPr>
        <w:t xml:space="preserve">, </w:t>
      </w:r>
      <w:r>
        <w:rPr>
          <w:rFonts w:cs="Georgia"/>
          <w:kern w:val="1"/>
        </w:rPr>
        <w:t>avec cet air revêche des choses qui ne serviront plus jamais</w:t>
      </w:r>
      <w:r w:rsidR="000E1451">
        <w:rPr>
          <w:rFonts w:cs="Georgia"/>
          <w:kern w:val="1"/>
        </w:rPr>
        <w:t xml:space="preserve">. </w:t>
      </w:r>
      <w:r>
        <w:rPr>
          <w:rFonts w:cs="Georgia"/>
          <w:kern w:val="1"/>
        </w:rPr>
        <w:t>Le garde-manger</w:t>
      </w:r>
      <w:r w:rsidR="000E1451">
        <w:rPr>
          <w:rFonts w:cs="Georgia"/>
          <w:kern w:val="1"/>
        </w:rPr>
        <w:t xml:space="preserve">, </w:t>
      </w:r>
      <w:r>
        <w:rPr>
          <w:rFonts w:cs="Georgia"/>
          <w:kern w:val="1"/>
        </w:rPr>
        <w:t>installé dans une embrasure</w:t>
      </w:r>
      <w:r w:rsidR="000E1451">
        <w:rPr>
          <w:rFonts w:cs="Georgia"/>
          <w:kern w:val="1"/>
        </w:rPr>
        <w:t xml:space="preserve">, </w:t>
      </w:r>
      <w:r>
        <w:rPr>
          <w:rFonts w:cs="Georgia"/>
          <w:kern w:val="1"/>
        </w:rPr>
        <w:t>était de taille à donner asile à un mouton sur chacune de ses étagères</w:t>
      </w:r>
      <w:r w:rsidR="000E1451">
        <w:rPr>
          <w:rFonts w:cs="Georgia"/>
          <w:kern w:val="1"/>
        </w:rPr>
        <w:t xml:space="preserve">. </w:t>
      </w:r>
      <w:r>
        <w:rPr>
          <w:rFonts w:cs="Georgia"/>
          <w:kern w:val="1"/>
        </w:rPr>
        <w:t>Présentement</w:t>
      </w:r>
      <w:r w:rsidR="000E1451">
        <w:rPr>
          <w:rFonts w:cs="Georgia"/>
          <w:kern w:val="1"/>
        </w:rPr>
        <w:t xml:space="preserve">, </w:t>
      </w:r>
      <w:r>
        <w:rPr>
          <w:rFonts w:cs="Georgia"/>
          <w:kern w:val="1"/>
        </w:rPr>
        <w:t>il ne contenait</w:t>
      </w:r>
      <w:r w:rsidR="000E1451">
        <w:rPr>
          <w:rFonts w:cs="Georgia"/>
          <w:kern w:val="1"/>
        </w:rPr>
        <w:t xml:space="preserve">, </w:t>
      </w:r>
      <w:r>
        <w:rPr>
          <w:rFonts w:cs="Georgia"/>
          <w:kern w:val="1"/>
        </w:rPr>
        <w:t>plumé et ficelé</w:t>
      </w:r>
      <w:r w:rsidR="000E1451">
        <w:rPr>
          <w:rFonts w:cs="Georgia"/>
          <w:kern w:val="1"/>
        </w:rPr>
        <w:t xml:space="preserve">, </w:t>
      </w:r>
      <w:r>
        <w:rPr>
          <w:rFonts w:cs="Georgia"/>
          <w:kern w:val="1"/>
        </w:rPr>
        <w:t>qu</w:t>
      </w:r>
      <w:r w:rsidR="000E1451">
        <w:rPr>
          <w:rFonts w:cs="Georgia"/>
          <w:kern w:val="1"/>
        </w:rPr>
        <w:t>’</w:t>
      </w:r>
      <w:r>
        <w:rPr>
          <w:rFonts w:cs="Georgia"/>
          <w:kern w:val="1"/>
        </w:rPr>
        <w:t>un petit canard sauvage</w:t>
      </w:r>
      <w:r w:rsidR="000E1451">
        <w:rPr>
          <w:rFonts w:cs="Georgia"/>
          <w:kern w:val="1"/>
        </w:rPr>
        <w:t xml:space="preserve">, </w:t>
      </w:r>
      <w:r>
        <w:rPr>
          <w:rFonts w:cs="Georgia"/>
          <w:kern w:val="1"/>
        </w:rPr>
        <w:t>qui le faisait paraître plus vaste encore</w:t>
      </w:r>
      <w:r w:rsidR="000E1451">
        <w:rPr>
          <w:rFonts w:cs="Georgia"/>
          <w:kern w:val="1"/>
        </w:rPr>
        <w:t xml:space="preserve">. </w:t>
      </w:r>
      <w:r>
        <w:rPr>
          <w:rFonts w:cs="Georgia"/>
          <w:kern w:val="1"/>
        </w:rPr>
        <w:t>Je savais déjà que</w:t>
      </w:r>
      <w:r w:rsidR="000E1451">
        <w:rPr>
          <w:rFonts w:cs="Georgia"/>
          <w:kern w:val="1"/>
        </w:rPr>
        <w:t xml:space="preserve">, </w:t>
      </w:r>
      <w:r>
        <w:rPr>
          <w:rFonts w:cs="Georgia"/>
          <w:kern w:val="1"/>
        </w:rPr>
        <w:t>par nécessité</w:t>
      </w:r>
      <w:r w:rsidR="000E1451">
        <w:rPr>
          <w:rFonts w:cs="Georgia"/>
          <w:kern w:val="1"/>
        </w:rPr>
        <w:t xml:space="preserve">, </w:t>
      </w:r>
      <w:r>
        <w:rPr>
          <w:rFonts w:cs="Georgia"/>
          <w:kern w:val="1"/>
        </w:rPr>
        <w:t>le gibier d</w:t>
      </w:r>
      <w:r w:rsidR="000E1451">
        <w:rPr>
          <w:rFonts w:cs="Georgia"/>
          <w:kern w:val="1"/>
        </w:rPr>
        <w:t>’</w:t>
      </w:r>
      <w:r>
        <w:rPr>
          <w:rFonts w:cs="Georgia"/>
          <w:kern w:val="1"/>
        </w:rPr>
        <w:t>eau tenait une place considérable dans les menus de Reichendorf</w:t>
      </w:r>
      <w:r w:rsidR="000E1451">
        <w:rPr>
          <w:rFonts w:cs="Georgia"/>
          <w:kern w:val="1"/>
        </w:rPr>
        <w:t>.</w:t>
      </w:r>
    </w:p>
    <w:p w14:paraId="64204CB3" w14:textId="77777777" w:rsidR="000E1451" w:rsidRDefault="00BE611A" w:rsidP="00BE611A">
      <w:pPr>
        <w:rPr>
          <w:rFonts w:cs="Georgia"/>
          <w:kern w:val="1"/>
        </w:rPr>
      </w:pPr>
      <w:r>
        <w:rPr>
          <w:rFonts w:cs="Georgia"/>
          <w:kern w:val="1"/>
        </w:rPr>
        <w:t>Il faisait froid</w:t>
      </w:r>
      <w:r w:rsidR="000E1451">
        <w:rPr>
          <w:rFonts w:cs="Georgia"/>
          <w:kern w:val="1"/>
        </w:rPr>
        <w:t xml:space="preserve">, </w:t>
      </w:r>
      <w:r>
        <w:rPr>
          <w:rFonts w:cs="Georgia"/>
          <w:kern w:val="1"/>
        </w:rPr>
        <w:t>dans cette cuisine</w:t>
      </w:r>
      <w:r w:rsidR="000E1451">
        <w:rPr>
          <w:rFonts w:cs="Georgia"/>
          <w:kern w:val="1"/>
        </w:rPr>
        <w:t xml:space="preserve">. </w:t>
      </w:r>
      <w:r>
        <w:rPr>
          <w:rFonts w:cs="Georgia"/>
          <w:kern w:val="1"/>
        </w:rPr>
        <w:t>Une seule des grilles du fourneau y était allumée</w:t>
      </w:r>
      <w:r w:rsidR="000E1451">
        <w:rPr>
          <w:rFonts w:cs="Georgia"/>
          <w:kern w:val="1"/>
        </w:rPr>
        <w:t xml:space="preserve">. </w:t>
      </w:r>
      <w:r>
        <w:rPr>
          <w:rFonts w:cs="Georgia"/>
          <w:kern w:val="1"/>
        </w:rPr>
        <w:t>Une vieille femme</w:t>
      </w:r>
      <w:r w:rsidR="000E1451">
        <w:rPr>
          <w:rFonts w:cs="Georgia"/>
          <w:kern w:val="1"/>
        </w:rPr>
        <w:t xml:space="preserve">, </w:t>
      </w:r>
      <w:r>
        <w:rPr>
          <w:rFonts w:cs="Georgia"/>
          <w:kern w:val="1"/>
        </w:rPr>
        <w:t>les épaules couvertes d</w:t>
      </w:r>
      <w:r w:rsidR="000E1451">
        <w:rPr>
          <w:rFonts w:cs="Georgia"/>
          <w:kern w:val="1"/>
        </w:rPr>
        <w:t>’</w:t>
      </w:r>
      <w:r>
        <w:rPr>
          <w:rFonts w:cs="Georgia"/>
          <w:kern w:val="1"/>
        </w:rPr>
        <w:t>une pèlerine en tricot</w:t>
      </w:r>
      <w:r w:rsidR="000E1451">
        <w:rPr>
          <w:rFonts w:cs="Georgia"/>
          <w:kern w:val="1"/>
        </w:rPr>
        <w:t xml:space="preserve">, </w:t>
      </w:r>
      <w:r>
        <w:rPr>
          <w:rFonts w:cs="Georgia"/>
          <w:kern w:val="1"/>
        </w:rPr>
        <w:t>surveillait une casserole où cuisait du lait</w:t>
      </w:r>
      <w:r w:rsidR="000E1451">
        <w:rPr>
          <w:rFonts w:cs="Georgia"/>
          <w:kern w:val="1"/>
        </w:rPr>
        <w:t xml:space="preserve">. </w:t>
      </w:r>
      <w:r>
        <w:rPr>
          <w:rFonts w:cs="Georgia"/>
          <w:kern w:val="1"/>
        </w:rPr>
        <w:t>De la main droite</w:t>
      </w:r>
      <w:r w:rsidR="000E1451">
        <w:rPr>
          <w:rFonts w:cs="Georgia"/>
          <w:kern w:val="1"/>
        </w:rPr>
        <w:t xml:space="preserve">, </w:t>
      </w:r>
      <w:r>
        <w:rPr>
          <w:rFonts w:cs="Georgia"/>
          <w:kern w:val="1"/>
        </w:rPr>
        <w:t>elle agitait par moments le manche de la casserole</w:t>
      </w:r>
      <w:r w:rsidR="000E1451">
        <w:rPr>
          <w:rFonts w:cs="Georgia"/>
          <w:kern w:val="1"/>
        </w:rPr>
        <w:t xml:space="preserve">. </w:t>
      </w:r>
      <w:r>
        <w:rPr>
          <w:rFonts w:cs="Georgia"/>
          <w:kern w:val="1"/>
        </w:rPr>
        <w:t>De la main gauche</w:t>
      </w:r>
      <w:r w:rsidR="000E1451">
        <w:rPr>
          <w:rFonts w:cs="Georgia"/>
          <w:kern w:val="1"/>
        </w:rPr>
        <w:t xml:space="preserve">, </w:t>
      </w:r>
      <w:r>
        <w:rPr>
          <w:rFonts w:cs="Georgia"/>
          <w:kern w:val="1"/>
        </w:rPr>
        <w:t>elle tenait un livre noir à croix d</w:t>
      </w:r>
      <w:r w:rsidR="000E1451">
        <w:rPr>
          <w:rFonts w:cs="Georgia"/>
          <w:kern w:val="1"/>
        </w:rPr>
        <w:t>’</w:t>
      </w:r>
      <w:r>
        <w:rPr>
          <w:rFonts w:cs="Georgia"/>
          <w:kern w:val="1"/>
        </w:rPr>
        <w:t>or</w:t>
      </w:r>
      <w:r w:rsidR="000E1451">
        <w:rPr>
          <w:rFonts w:cs="Georgia"/>
          <w:kern w:val="1"/>
        </w:rPr>
        <w:t xml:space="preserve">, </w:t>
      </w:r>
      <w:r>
        <w:rPr>
          <w:rFonts w:cs="Georgia"/>
          <w:kern w:val="1"/>
        </w:rPr>
        <w:t>qu</w:t>
      </w:r>
      <w:r w:rsidR="000E1451">
        <w:rPr>
          <w:rFonts w:cs="Georgia"/>
          <w:kern w:val="1"/>
        </w:rPr>
        <w:t>’</w:t>
      </w:r>
      <w:r>
        <w:rPr>
          <w:rFonts w:cs="Georgia"/>
          <w:kern w:val="1"/>
        </w:rPr>
        <w:t>elle lisait avec un mouvement de lèvres ininterrompu</w:t>
      </w:r>
      <w:r w:rsidR="000E1451">
        <w:rPr>
          <w:rFonts w:cs="Georgia"/>
          <w:kern w:val="1"/>
        </w:rPr>
        <w:t>.</w:t>
      </w:r>
    </w:p>
    <w:p w14:paraId="462B5E85" w14:textId="77777777" w:rsidR="000E1451" w:rsidRDefault="00BE611A" w:rsidP="00BE611A">
      <w:pPr>
        <w:rPr>
          <w:rFonts w:cs="Georgia"/>
          <w:kern w:val="1"/>
        </w:rPr>
      </w:pPr>
      <w:r>
        <w:rPr>
          <w:rFonts w:cs="Georgia"/>
          <w:kern w:val="1"/>
        </w:rPr>
        <w:t>Gottlieb prit deux plateaux</w:t>
      </w:r>
      <w:r w:rsidR="000E1451">
        <w:rPr>
          <w:rFonts w:cs="Georgia"/>
          <w:kern w:val="1"/>
        </w:rPr>
        <w:t xml:space="preserve">. </w:t>
      </w:r>
      <w:r>
        <w:rPr>
          <w:rFonts w:cs="Georgia"/>
          <w:kern w:val="1"/>
        </w:rPr>
        <w:t>Sur chacun d</w:t>
      </w:r>
      <w:r w:rsidR="000E1451">
        <w:rPr>
          <w:rFonts w:cs="Georgia"/>
          <w:kern w:val="1"/>
        </w:rPr>
        <w:t>’</w:t>
      </w:r>
      <w:r>
        <w:rPr>
          <w:rFonts w:cs="Georgia"/>
          <w:kern w:val="1"/>
        </w:rPr>
        <w:t>eux</w:t>
      </w:r>
      <w:r w:rsidR="000E1451">
        <w:rPr>
          <w:rFonts w:cs="Georgia"/>
          <w:kern w:val="1"/>
        </w:rPr>
        <w:t xml:space="preserve">, </w:t>
      </w:r>
      <w:r>
        <w:rPr>
          <w:rFonts w:cs="Georgia"/>
          <w:kern w:val="1"/>
        </w:rPr>
        <w:t>il se mit à disposer une tasse</w:t>
      </w:r>
      <w:r w:rsidR="000E1451">
        <w:rPr>
          <w:rFonts w:cs="Georgia"/>
          <w:kern w:val="1"/>
        </w:rPr>
        <w:t xml:space="preserve">, </w:t>
      </w:r>
      <w:r>
        <w:rPr>
          <w:rFonts w:cs="Georgia"/>
          <w:kern w:val="1"/>
        </w:rPr>
        <w:t>une théière</w:t>
      </w:r>
      <w:r w:rsidR="000E1451">
        <w:rPr>
          <w:rFonts w:cs="Georgia"/>
          <w:kern w:val="1"/>
        </w:rPr>
        <w:t xml:space="preserve">, </w:t>
      </w:r>
      <w:r>
        <w:rPr>
          <w:rFonts w:cs="Georgia"/>
          <w:kern w:val="1"/>
        </w:rPr>
        <w:t>un pot à crème</w:t>
      </w:r>
      <w:r w:rsidR="000E1451">
        <w:rPr>
          <w:rFonts w:cs="Georgia"/>
          <w:kern w:val="1"/>
        </w:rPr>
        <w:t xml:space="preserve">. </w:t>
      </w:r>
      <w:r>
        <w:rPr>
          <w:rFonts w:cs="Georgia"/>
          <w:kern w:val="1"/>
        </w:rPr>
        <w:t xml:space="preserve">Ces </w:t>
      </w:r>
      <w:r>
        <w:rPr>
          <w:rFonts w:cs="Georgia"/>
          <w:kern w:val="1"/>
        </w:rPr>
        <w:lastRenderedPageBreak/>
        <w:t>plateaux étaient en argent</w:t>
      </w:r>
      <w:r w:rsidR="000E1451">
        <w:rPr>
          <w:rFonts w:cs="Georgia"/>
          <w:kern w:val="1"/>
        </w:rPr>
        <w:t xml:space="preserve">. </w:t>
      </w:r>
      <w:r>
        <w:rPr>
          <w:rFonts w:cs="Georgia"/>
          <w:kern w:val="1"/>
        </w:rPr>
        <w:t>Ils me parurent anciens et beaux</w:t>
      </w:r>
      <w:r w:rsidR="000E1451">
        <w:rPr>
          <w:rFonts w:cs="Georgia"/>
          <w:kern w:val="1"/>
        </w:rPr>
        <w:t xml:space="preserve">, </w:t>
      </w:r>
      <w:r>
        <w:rPr>
          <w:rFonts w:cs="Georgia"/>
          <w:kern w:val="1"/>
        </w:rPr>
        <w:t>mais cabossés par de nombreux heurts</w:t>
      </w:r>
      <w:r w:rsidR="000E1451">
        <w:rPr>
          <w:rFonts w:cs="Georgia"/>
          <w:kern w:val="1"/>
        </w:rPr>
        <w:t xml:space="preserve">. </w:t>
      </w:r>
      <w:r>
        <w:rPr>
          <w:rFonts w:cs="Georgia"/>
          <w:kern w:val="1"/>
        </w:rPr>
        <w:t>De même</w:t>
      </w:r>
      <w:r w:rsidR="000E1451">
        <w:rPr>
          <w:rFonts w:cs="Georgia"/>
          <w:kern w:val="1"/>
        </w:rPr>
        <w:t xml:space="preserve">, </w:t>
      </w:r>
      <w:r>
        <w:rPr>
          <w:rFonts w:cs="Georgia"/>
          <w:kern w:val="1"/>
        </w:rPr>
        <w:t>les tasses</w:t>
      </w:r>
      <w:r w:rsidR="000E1451">
        <w:rPr>
          <w:rFonts w:cs="Georgia"/>
          <w:kern w:val="1"/>
        </w:rPr>
        <w:t xml:space="preserve">, </w:t>
      </w:r>
      <w:r>
        <w:rPr>
          <w:rFonts w:cs="Georgia"/>
          <w:kern w:val="1"/>
        </w:rPr>
        <w:t>qui étaient de la porcelaine la plus fine</w:t>
      </w:r>
      <w:r w:rsidR="000E1451">
        <w:rPr>
          <w:rFonts w:cs="Georgia"/>
          <w:kern w:val="1"/>
        </w:rPr>
        <w:t xml:space="preserve">, </w:t>
      </w:r>
      <w:r>
        <w:rPr>
          <w:rFonts w:cs="Georgia"/>
          <w:kern w:val="1"/>
        </w:rPr>
        <w:t>avaient des fêlures</w:t>
      </w:r>
      <w:r w:rsidR="000E1451">
        <w:rPr>
          <w:rFonts w:cs="Georgia"/>
          <w:kern w:val="1"/>
        </w:rPr>
        <w:t xml:space="preserve">. </w:t>
      </w:r>
      <w:r>
        <w:rPr>
          <w:rFonts w:cs="Georgia"/>
          <w:kern w:val="1"/>
        </w:rPr>
        <w:t>Toute l</w:t>
      </w:r>
      <w:r w:rsidR="000E1451">
        <w:rPr>
          <w:rFonts w:cs="Georgia"/>
          <w:kern w:val="1"/>
        </w:rPr>
        <w:t>’</w:t>
      </w:r>
      <w:r>
        <w:rPr>
          <w:rFonts w:cs="Georgia"/>
          <w:kern w:val="1"/>
        </w:rPr>
        <w:t>histoire de la grandeur et de la décadence des Reichendorf se trouvait ainsi résumée</w:t>
      </w:r>
      <w:r w:rsidR="000E1451">
        <w:rPr>
          <w:rFonts w:cs="Georgia"/>
          <w:kern w:val="1"/>
        </w:rPr>
        <w:t xml:space="preserve">, </w:t>
      </w:r>
      <w:r>
        <w:rPr>
          <w:rFonts w:cs="Georgia"/>
          <w:kern w:val="1"/>
        </w:rPr>
        <w:t>symbolisée</w:t>
      </w:r>
      <w:r w:rsidR="000E1451">
        <w:rPr>
          <w:rFonts w:cs="Georgia"/>
          <w:kern w:val="1"/>
        </w:rPr>
        <w:t xml:space="preserve">, </w:t>
      </w:r>
      <w:r>
        <w:rPr>
          <w:rFonts w:cs="Georgia"/>
          <w:kern w:val="1"/>
        </w:rPr>
        <w:t>sur un coin de table d</w:t>
      </w:r>
      <w:r w:rsidR="000E1451">
        <w:rPr>
          <w:rFonts w:cs="Georgia"/>
          <w:kern w:val="1"/>
        </w:rPr>
        <w:t>’</w:t>
      </w:r>
      <w:r>
        <w:rPr>
          <w:rFonts w:cs="Georgia"/>
          <w:kern w:val="1"/>
        </w:rPr>
        <w:t>office</w:t>
      </w:r>
      <w:r w:rsidR="000E1451">
        <w:rPr>
          <w:rFonts w:cs="Georgia"/>
          <w:kern w:val="1"/>
        </w:rPr>
        <w:t>.</w:t>
      </w:r>
    </w:p>
    <w:p w14:paraId="08D5F8F3" w14:textId="77777777" w:rsidR="000E1451" w:rsidRDefault="000E1451" w:rsidP="00BE611A">
      <w:pPr>
        <w:rPr>
          <w:rFonts w:cs="Georgia"/>
          <w:kern w:val="1"/>
        </w:rPr>
      </w:pPr>
      <w:r>
        <w:rPr>
          <w:rFonts w:cs="Georgia"/>
          <w:kern w:val="1"/>
        </w:rPr>
        <w:t>— </w:t>
      </w:r>
      <w:r w:rsidR="00BE611A">
        <w:rPr>
          <w:rFonts w:cs="Georgia"/>
          <w:kern w:val="1"/>
        </w:rPr>
        <w:t>Attendez-moi</w:t>
      </w:r>
      <w:r>
        <w:rPr>
          <w:rFonts w:cs="Georgia"/>
          <w:kern w:val="1"/>
        </w:rPr>
        <w:t xml:space="preserve">, </w:t>
      </w:r>
      <w:r w:rsidR="00BE611A">
        <w:rPr>
          <w:rFonts w:cs="Georgia"/>
          <w:kern w:val="1"/>
        </w:rPr>
        <w:t>dit Gottlieb</w:t>
      </w:r>
      <w:r>
        <w:rPr>
          <w:rFonts w:cs="Georgia"/>
          <w:kern w:val="1"/>
        </w:rPr>
        <w:t xml:space="preserve">, </w:t>
      </w:r>
      <w:r w:rsidR="00BE611A">
        <w:rPr>
          <w:rFonts w:cs="Georgia"/>
          <w:kern w:val="1"/>
        </w:rPr>
        <w:t>je reviens</w:t>
      </w:r>
      <w:r>
        <w:rPr>
          <w:rFonts w:cs="Georgia"/>
          <w:kern w:val="1"/>
        </w:rPr>
        <w:t>.</w:t>
      </w:r>
    </w:p>
    <w:p w14:paraId="13BC3395" w14:textId="77777777" w:rsidR="000E1451" w:rsidRDefault="00BE611A" w:rsidP="00BE611A">
      <w:pPr>
        <w:rPr>
          <w:rFonts w:cs="Georgia"/>
          <w:kern w:val="1"/>
        </w:rPr>
      </w:pPr>
      <w:r>
        <w:rPr>
          <w:rFonts w:cs="Georgia"/>
          <w:kern w:val="1"/>
        </w:rPr>
        <w:t>Et il sortit</w:t>
      </w:r>
      <w:r w:rsidR="000E1451">
        <w:rPr>
          <w:rFonts w:cs="Georgia"/>
          <w:kern w:val="1"/>
        </w:rPr>
        <w:t xml:space="preserve">, </w:t>
      </w:r>
      <w:r>
        <w:rPr>
          <w:rFonts w:cs="Georgia"/>
          <w:kern w:val="1"/>
        </w:rPr>
        <w:t>clopin-clopant</w:t>
      </w:r>
      <w:r w:rsidR="000E1451">
        <w:rPr>
          <w:rFonts w:cs="Georgia"/>
          <w:kern w:val="1"/>
        </w:rPr>
        <w:t xml:space="preserve">, </w:t>
      </w:r>
      <w:r>
        <w:rPr>
          <w:rFonts w:cs="Georgia"/>
          <w:kern w:val="1"/>
        </w:rPr>
        <w:t>chargé de ses plateaux</w:t>
      </w:r>
      <w:r w:rsidR="000E1451">
        <w:rPr>
          <w:rFonts w:cs="Georgia"/>
          <w:kern w:val="1"/>
        </w:rPr>
        <w:t>.</w:t>
      </w:r>
    </w:p>
    <w:p w14:paraId="3613A289" w14:textId="77777777" w:rsidR="000E1451" w:rsidRDefault="00BE611A" w:rsidP="00BE611A">
      <w:pPr>
        <w:rPr>
          <w:rFonts w:cs="Georgia"/>
          <w:kern w:val="1"/>
        </w:rPr>
      </w:pPr>
      <w:r>
        <w:rPr>
          <w:rFonts w:cs="Georgia"/>
          <w:kern w:val="1"/>
        </w:rPr>
        <w:t>Demeuré seul avec la vieille femme</w:t>
      </w:r>
      <w:r w:rsidR="000E1451">
        <w:rPr>
          <w:rFonts w:cs="Georgia"/>
          <w:kern w:val="1"/>
        </w:rPr>
        <w:t xml:space="preserve">, </w:t>
      </w:r>
      <w:r>
        <w:rPr>
          <w:rFonts w:cs="Georgia"/>
          <w:kern w:val="1"/>
        </w:rPr>
        <w:t>je m</w:t>
      </w:r>
      <w:r w:rsidR="000E1451">
        <w:rPr>
          <w:rFonts w:cs="Georgia"/>
          <w:kern w:val="1"/>
        </w:rPr>
        <w:t>’</w:t>
      </w:r>
      <w:r>
        <w:rPr>
          <w:rFonts w:cs="Georgia"/>
          <w:kern w:val="1"/>
        </w:rPr>
        <w:t>approchai d</w:t>
      </w:r>
      <w:r w:rsidR="000E1451">
        <w:rPr>
          <w:rFonts w:cs="Georgia"/>
          <w:kern w:val="1"/>
        </w:rPr>
        <w:t>’</w:t>
      </w:r>
      <w:r>
        <w:rPr>
          <w:rFonts w:cs="Georgia"/>
          <w:kern w:val="1"/>
        </w:rPr>
        <w:t>une des fenêtres et hasardai un coup d</w:t>
      </w:r>
      <w:r w:rsidR="000E1451">
        <w:rPr>
          <w:rFonts w:cs="Georgia"/>
          <w:kern w:val="1"/>
        </w:rPr>
        <w:t>’</w:t>
      </w:r>
      <w:r>
        <w:rPr>
          <w:rFonts w:cs="Georgia"/>
          <w:kern w:val="1"/>
        </w:rPr>
        <w:t>œil au dehors</w:t>
      </w:r>
      <w:r w:rsidR="000E1451">
        <w:rPr>
          <w:rFonts w:cs="Georgia"/>
          <w:kern w:val="1"/>
        </w:rPr>
        <w:t xml:space="preserve">. </w:t>
      </w:r>
      <w:r>
        <w:rPr>
          <w:rFonts w:cs="Georgia"/>
          <w:kern w:val="1"/>
        </w:rPr>
        <w:t>La cuisine se trouvait située dans l</w:t>
      </w:r>
      <w:r w:rsidR="000E1451">
        <w:rPr>
          <w:rFonts w:cs="Georgia"/>
          <w:kern w:val="1"/>
        </w:rPr>
        <w:t>’</w:t>
      </w:r>
      <w:r>
        <w:rPr>
          <w:rFonts w:cs="Georgia"/>
          <w:kern w:val="1"/>
        </w:rPr>
        <w:t>angle du château qui surplombait la partie des douves où l</w:t>
      </w:r>
      <w:r w:rsidR="000E1451">
        <w:rPr>
          <w:rFonts w:cs="Georgia"/>
          <w:kern w:val="1"/>
        </w:rPr>
        <w:t>’</w:t>
      </w:r>
      <w:r>
        <w:rPr>
          <w:rFonts w:cs="Georgia"/>
          <w:kern w:val="1"/>
        </w:rPr>
        <w:t>on nous faisait travailler le plus fréquemment</w:t>
      </w:r>
      <w:r w:rsidR="000E1451">
        <w:rPr>
          <w:rFonts w:cs="Georgia"/>
          <w:kern w:val="1"/>
        </w:rPr>
        <w:t xml:space="preserve">. </w:t>
      </w:r>
      <w:r>
        <w:rPr>
          <w:rFonts w:cs="Georgia"/>
          <w:kern w:val="1"/>
        </w:rPr>
        <w:t>Je connaissais le paysage qu</w:t>
      </w:r>
      <w:r w:rsidR="000E1451">
        <w:rPr>
          <w:rFonts w:cs="Georgia"/>
          <w:kern w:val="1"/>
        </w:rPr>
        <w:t>’</w:t>
      </w:r>
      <w:r>
        <w:rPr>
          <w:rFonts w:cs="Georgia"/>
          <w:kern w:val="1"/>
        </w:rPr>
        <w:t>on découvrait de cet endroit</w:t>
      </w:r>
      <w:r w:rsidR="000E1451">
        <w:rPr>
          <w:rFonts w:cs="Georgia"/>
          <w:kern w:val="1"/>
        </w:rPr>
        <w:t xml:space="preserve">. </w:t>
      </w:r>
      <w:r>
        <w:rPr>
          <w:rFonts w:cs="Georgia"/>
          <w:kern w:val="1"/>
        </w:rPr>
        <w:t>Il était ce matin comme endormi</w:t>
      </w:r>
      <w:r w:rsidR="000E1451">
        <w:rPr>
          <w:rFonts w:cs="Georgia"/>
          <w:kern w:val="1"/>
        </w:rPr>
        <w:t xml:space="preserve">. </w:t>
      </w:r>
      <w:r>
        <w:rPr>
          <w:rFonts w:cs="Georgia"/>
          <w:kern w:val="1"/>
        </w:rPr>
        <w:t>Les rafales muettes se terraient tout là-bas</w:t>
      </w:r>
      <w:r w:rsidR="000E1451">
        <w:rPr>
          <w:rFonts w:cs="Georgia"/>
          <w:kern w:val="1"/>
        </w:rPr>
        <w:t xml:space="preserve">, </w:t>
      </w:r>
      <w:r>
        <w:rPr>
          <w:rFonts w:cs="Georgia"/>
          <w:kern w:val="1"/>
        </w:rPr>
        <w:t>au fond des sapins noirs</w:t>
      </w:r>
      <w:r w:rsidR="000E1451">
        <w:rPr>
          <w:rFonts w:cs="Georgia"/>
          <w:kern w:val="1"/>
        </w:rPr>
        <w:t xml:space="preserve">. </w:t>
      </w:r>
      <w:r>
        <w:rPr>
          <w:rFonts w:cs="Georgia"/>
          <w:kern w:val="1"/>
        </w:rPr>
        <w:t>Les étangs luisaient</w:t>
      </w:r>
      <w:r w:rsidR="000E1451">
        <w:rPr>
          <w:rFonts w:cs="Georgia"/>
          <w:kern w:val="1"/>
        </w:rPr>
        <w:t xml:space="preserve">, </w:t>
      </w:r>
      <w:r>
        <w:rPr>
          <w:rFonts w:cs="Georgia"/>
          <w:kern w:val="1"/>
        </w:rPr>
        <w:t>immobiles et lisses</w:t>
      </w:r>
      <w:r w:rsidR="000E1451">
        <w:rPr>
          <w:rFonts w:cs="Georgia"/>
          <w:kern w:val="1"/>
        </w:rPr>
        <w:t xml:space="preserve">, </w:t>
      </w:r>
      <w:r>
        <w:rPr>
          <w:rFonts w:cs="Georgia"/>
          <w:kern w:val="1"/>
        </w:rPr>
        <w:t>sous un ciel à peine plus foncé</w:t>
      </w:r>
      <w:r w:rsidR="000E1451">
        <w:rPr>
          <w:rFonts w:cs="Georgia"/>
          <w:kern w:val="1"/>
        </w:rPr>
        <w:t xml:space="preserve">, </w:t>
      </w:r>
      <w:r>
        <w:rPr>
          <w:rFonts w:cs="Georgia"/>
          <w:kern w:val="1"/>
        </w:rPr>
        <w:t>semblable à de l</w:t>
      </w:r>
      <w:r w:rsidR="000E1451">
        <w:rPr>
          <w:rFonts w:cs="Georgia"/>
          <w:kern w:val="1"/>
        </w:rPr>
        <w:t>’</w:t>
      </w:r>
      <w:r>
        <w:rPr>
          <w:rFonts w:cs="Georgia"/>
          <w:kern w:val="1"/>
        </w:rPr>
        <w:t>étain poli</w:t>
      </w:r>
      <w:r w:rsidR="000E1451">
        <w:rPr>
          <w:rFonts w:cs="Georgia"/>
          <w:kern w:val="1"/>
        </w:rPr>
        <w:t xml:space="preserve">. </w:t>
      </w:r>
      <w:r>
        <w:rPr>
          <w:rFonts w:cs="Georgia"/>
          <w:kern w:val="1"/>
        </w:rPr>
        <w:t>Puis des points gris commencèrent à se multiplier à la surface des eaux</w:t>
      </w:r>
      <w:r w:rsidR="000E1451">
        <w:rPr>
          <w:rFonts w:cs="Georgia"/>
          <w:kern w:val="1"/>
        </w:rPr>
        <w:t xml:space="preserve">. </w:t>
      </w:r>
      <w:r>
        <w:rPr>
          <w:rFonts w:cs="Georgia"/>
          <w:kern w:val="1"/>
        </w:rPr>
        <w:t>C</w:t>
      </w:r>
      <w:r w:rsidR="000E1451">
        <w:rPr>
          <w:rFonts w:cs="Georgia"/>
          <w:kern w:val="1"/>
        </w:rPr>
        <w:t>’</w:t>
      </w:r>
      <w:r>
        <w:rPr>
          <w:rFonts w:cs="Georgia"/>
          <w:kern w:val="1"/>
        </w:rPr>
        <w:t>était la pluie qui se mettait à tomber</w:t>
      </w:r>
      <w:r w:rsidR="000E1451">
        <w:rPr>
          <w:rFonts w:cs="Georgia"/>
          <w:kern w:val="1"/>
        </w:rPr>
        <w:t>.</w:t>
      </w:r>
    </w:p>
    <w:p w14:paraId="2A4F3F95" w14:textId="77777777" w:rsidR="000E1451" w:rsidRDefault="000E1451" w:rsidP="00BE611A">
      <w:pPr>
        <w:rPr>
          <w:rFonts w:cs="Georgia"/>
          <w:kern w:val="1"/>
        </w:rPr>
      </w:pPr>
      <w:r>
        <w:rPr>
          <w:rFonts w:cs="Georgia"/>
          <w:kern w:val="1"/>
        </w:rPr>
        <w:t>— </w:t>
      </w:r>
      <w:r w:rsidR="00BE611A">
        <w:rPr>
          <w:rFonts w:cs="Georgia"/>
          <w:kern w:val="1"/>
        </w:rPr>
        <w:t>Il est à craindre qu</w:t>
      </w:r>
      <w:r>
        <w:rPr>
          <w:rFonts w:cs="Georgia"/>
          <w:kern w:val="1"/>
        </w:rPr>
        <w:t>’</w:t>
      </w:r>
      <w:r w:rsidR="00BE611A">
        <w:rPr>
          <w:rFonts w:cs="Georgia"/>
          <w:kern w:val="1"/>
        </w:rPr>
        <w:t>il ne pleuve toute la journée</w:t>
      </w:r>
      <w:r>
        <w:rPr>
          <w:rFonts w:cs="Georgia"/>
          <w:kern w:val="1"/>
        </w:rPr>
        <w:t xml:space="preserve">, </w:t>
      </w:r>
      <w:r w:rsidR="00BE611A">
        <w:rPr>
          <w:rFonts w:cs="Georgia"/>
          <w:kern w:val="1"/>
        </w:rPr>
        <w:t>dis-je sur mon ton le plus engageant</w:t>
      </w:r>
      <w:r>
        <w:rPr>
          <w:rFonts w:cs="Georgia"/>
          <w:kern w:val="1"/>
        </w:rPr>
        <w:t xml:space="preserve">, </w:t>
      </w:r>
      <w:r w:rsidR="00BE611A">
        <w:rPr>
          <w:rFonts w:cs="Georgia"/>
          <w:kern w:val="1"/>
        </w:rPr>
        <w:t>avec l</w:t>
      </w:r>
      <w:r>
        <w:rPr>
          <w:rFonts w:cs="Georgia"/>
          <w:kern w:val="1"/>
        </w:rPr>
        <w:t>’</w:t>
      </w:r>
      <w:r w:rsidR="00BE611A">
        <w:rPr>
          <w:rFonts w:cs="Georgia"/>
          <w:kern w:val="1"/>
        </w:rPr>
        <w:t>espoir d</w:t>
      </w:r>
      <w:r>
        <w:rPr>
          <w:rFonts w:cs="Georgia"/>
          <w:kern w:val="1"/>
        </w:rPr>
        <w:t>’</w:t>
      </w:r>
      <w:r w:rsidR="00BE611A">
        <w:rPr>
          <w:rFonts w:cs="Georgia"/>
          <w:kern w:val="1"/>
        </w:rPr>
        <w:t>amorcer la conversation</w:t>
      </w:r>
      <w:r>
        <w:rPr>
          <w:rFonts w:cs="Georgia"/>
          <w:kern w:val="1"/>
        </w:rPr>
        <w:t>.</w:t>
      </w:r>
    </w:p>
    <w:p w14:paraId="3D46FA7D" w14:textId="77777777" w:rsidR="000E1451" w:rsidRDefault="00BE611A" w:rsidP="00BE611A">
      <w:pPr>
        <w:rPr>
          <w:rFonts w:cs="Georgia"/>
          <w:kern w:val="1"/>
        </w:rPr>
      </w:pPr>
      <w:r>
        <w:rPr>
          <w:rFonts w:cs="Georgia"/>
          <w:kern w:val="1"/>
        </w:rPr>
        <w:t>Je n</w:t>
      </w:r>
      <w:r w:rsidR="000E1451">
        <w:rPr>
          <w:rFonts w:cs="Georgia"/>
          <w:kern w:val="1"/>
        </w:rPr>
        <w:t>’</w:t>
      </w:r>
      <w:r>
        <w:rPr>
          <w:rFonts w:cs="Georgia"/>
          <w:kern w:val="1"/>
        </w:rPr>
        <w:t>essayai pas de poursuivre ma tentative</w:t>
      </w:r>
      <w:r w:rsidR="000E1451">
        <w:rPr>
          <w:rFonts w:cs="Georgia"/>
          <w:kern w:val="1"/>
        </w:rPr>
        <w:t xml:space="preserve">. </w:t>
      </w:r>
      <w:r>
        <w:rPr>
          <w:rFonts w:cs="Georgia"/>
          <w:kern w:val="1"/>
        </w:rPr>
        <w:t>La vieille venait de me répondre par un regard où il y avait à la fois de l</w:t>
      </w:r>
      <w:r w:rsidR="000E1451">
        <w:rPr>
          <w:rFonts w:cs="Georgia"/>
          <w:kern w:val="1"/>
        </w:rPr>
        <w:t>’</w:t>
      </w:r>
      <w:r>
        <w:rPr>
          <w:rFonts w:cs="Georgia"/>
          <w:kern w:val="1"/>
        </w:rPr>
        <w:t>effarement et de la haine</w:t>
      </w:r>
      <w:r w:rsidR="000E1451">
        <w:rPr>
          <w:rFonts w:cs="Georgia"/>
          <w:kern w:val="1"/>
        </w:rPr>
        <w:t xml:space="preserve">. </w:t>
      </w:r>
      <w:r>
        <w:rPr>
          <w:rFonts w:cs="Georgia"/>
          <w:kern w:val="1"/>
        </w:rPr>
        <w:t>Je la vis en deuil</w:t>
      </w:r>
      <w:r w:rsidR="000E1451">
        <w:rPr>
          <w:rFonts w:cs="Georgia"/>
          <w:kern w:val="1"/>
        </w:rPr>
        <w:t xml:space="preserve">, </w:t>
      </w:r>
      <w:r>
        <w:rPr>
          <w:rFonts w:cs="Georgia"/>
          <w:kern w:val="1"/>
        </w:rPr>
        <w:t>je me souvins de ce que m</w:t>
      </w:r>
      <w:r w:rsidR="000E1451">
        <w:rPr>
          <w:rFonts w:cs="Georgia"/>
          <w:kern w:val="1"/>
        </w:rPr>
        <w:t>’</w:t>
      </w:r>
      <w:r>
        <w:rPr>
          <w:rFonts w:cs="Georgia"/>
          <w:kern w:val="1"/>
        </w:rPr>
        <w:t>avait dit le pasteur</w:t>
      </w:r>
      <w:r w:rsidR="000E1451">
        <w:rPr>
          <w:rFonts w:cs="Georgia"/>
          <w:kern w:val="1"/>
        </w:rPr>
        <w:t xml:space="preserve"> : </w:t>
      </w:r>
      <w:r>
        <w:rPr>
          <w:rFonts w:cs="Georgia"/>
          <w:kern w:val="1"/>
        </w:rPr>
        <w:t>les deux frères de Gottlieb tombés là-bas eux aussi</w:t>
      </w:r>
      <w:r w:rsidR="000E1451">
        <w:rPr>
          <w:rFonts w:cs="Georgia"/>
          <w:kern w:val="1"/>
        </w:rPr>
        <w:t xml:space="preserve">. </w:t>
      </w:r>
      <w:r>
        <w:rPr>
          <w:rFonts w:cs="Georgia"/>
          <w:kern w:val="1"/>
        </w:rPr>
        <w:t>Elle</w:t>
      </w:r>
      <w:r w:rsidR="000E1451">
        <w:rPr>
          <w:rFonts w:cs="Georgia"/>
          <w:kern w:val="1"/>
        </w:rPr>
        <w:t xml:space="preserve">, </w:t>
      </w:r>
      <w:r>
        <w:rPr>
          <w:rFonts w:cs="Georgia"/>
          <w:kern w:val="1"/>
        </w:rPr>
        <w:t>elle était la mère</w:t>
      </w:r>
      <w:r w:rsidR="000E1451">
        <w:rPr>
          <w:rFonts w:cs="Georgia"/>
          <w:kern w:val="1"/>
        </w:rPr>
        <w:t xml:space="preserve">, </w:t>
      </w:r>
      <w:r>
        <w:rPr>
          <w:rFonts w:cs="Georgia"/>
          <w:kern w:val="1"/>
        </w:rPr>
        <w:t>la grand-mère</w:t>
      </w:r>
      <w:r w:rsidR="000E1451">
        <w:rPr>
          <w:rFonts w:cs="Georgia"/>
          <w:kern w:val="1"/>
        </w:rPr>
        <w:t xml:space="preserve">, </w:t>
      </w:r>
      <w:r>
        <w:rPr>
          <w:rFonts w:cs="Georgia"/>
          <w:kern w:val="1"/>
        </w:rPr>
        <w:t>peut-être</w:t>
      </w:r>
      <w:r w:rsidR="000E1451">
        <w:rPr>
          <w:rFonts w:cs="Georgia"/>
          <w:kern w:val="1"/>
        </w:rPr>
        <w:t xml:space="preserve">… </w:t>
      </w:r>
      <w:r>
        <w:rPr>
          <w:rFonts w:cs="Georgia"/>
          <w:kern w:val="1"/>
        </w:rPr>
        <w:t>Pauvres gens</w:t>
      </w:r>
      <w:r w:rsidR="000E1451">
        <w:rPr>
          <w:rFonts w:cs="Georgia"/>
          <w:kern w:val="1"/>
        </w:rPr>
        <w:t xml:space="preserve"> ! </w:t>
      </w:r>
      <w:r>
        <w:rPr>
          <w:rFonts w:cs="Georgia"/>
          <w:kern w:val="1"/>
        </w:rPr>
        <w:t>Tout de même</w:t>
      </w:r>
      <w:r w:rsidR="000E1451">
        <w:rPr>
          <w:rFonts w:cs="Georgia"/>
          <w:kern w:val="1"/>
        </w:rPr>
        <w:t xml:space="preserve">, </w:t>
      </w:r>
      <w:r>
        <w:rPr>
          <w:rFonts w:cs="Georgia"/>
          <w:kern w:val="1"/>
        </w:rPr>
        <w:t>de quelle aberration n</w:t>
      </w:r>
      <w:r w:rsidR="000E1451">
        <w:rPr>
          <w:rFonts w:cs="Georgia"/>
          <w:kern w:val="1"/>
        </w:rPr>
        <w:t>’</w:t>
      </w:r>
      <w:r>
        <w:rPr>
          <w:rFonts w:cs="Georgia"/>
          <w:kern w:val="1"/>
        </w:rPr>
        <w:t>étais-je pas en train de devenir la dupe</w:t>
      </w:r>
      <w:r w:rsidR="000E1451">
        <w:rPr>
          <w:rFonts w:cs="Georgia"/>
          <w:kern w:val="1"/>
        </w:rPr>
        <w:t xml:space="preserve"> ? </w:t>
      </w:r>
      <w:r>
        <w:rPr>
          <w:rFonts w:cs="Georgia"/>
          <w:kern w:val="1"/>
        </w:rPr>
        <w:t>Pauvres gens</w:t>
      </w:r>
      <w:r w:rsidR="000E1451">
        <w:rPr>
          <w:rFonts w:cs="Georgia"/>
          <w:kern w:val="1"/>
        </w:rPr>
        <w:t>… « </w:t>
      </w:r>
      <w:r>
        <w:rPr>
          <w:rFonts w:cs="Georgia"/>
          <w:kern w:val="1"/>
        </w:rPr>
        <w:t>Fallait pas qu</w:t>
      </w:r>
      <w:r w:rsidR="000E1451">
        <w:rPr>
          <w:rFonts w:cs="Georgia"/>
          <w:kern w:val="1"/>
        </w:rPr>
        <w:t>’</w:t>
      </w:r>
      <w:r>
        <w:rPr>
          <w:rFonts w:cs="Georgia"/>
          <w:kern w:val="1"/>
        </w:rPr>
        <w:t>ils y aillent</w:t>
      </w:r>
      <w:r w:rsidR="000E1451">
        <w:rPr>
          <w:rFonts w:cs="Georgia"/>
          <w:kern w:val="1"/>
        </w:rPr>
        <w:t xml:space="preserve"> », </w:t>
      </w:r>
      <w:r>
        <w:rPr>
          <w:rFonts w:cs="Georgia"/>
          <w:kern w:val="1"/>
        </w:rPr>
        <w:t xml:space="preserve">comme disait </w:t>
      </w:r>
      <w:r>
        <w:rPr>
          <w:rFonts w:cs="Georgia"/>
          <w:kern w:val="1"/>
        </w:rPr>
        <w:lastRenderedPageBreak/>
        <w:t>Sylvestre</w:t>
      </w:r>
      <w:r w:rsidR="000E1451">
        <w:rPr>
          <w:rFonts w:cs="Georgia"/>
          <w:kern w:val="1"/>
        </w:rPr>
        <w:t xml:space="preserve">. </w:t>
      </w:r>
      <w:r>
        <w:rPr>
          <w:rFonts w:cs="Georgia"/>
          <w:kern w:val="1"/>
        </w:rPr>
        <w:t>Ce n</w:t>
      </w:r>
      <w:r w:rsidR="000E1451">
        <w:rPr>
          <w:rFonts w:cs="Georgia"/>
          <w:kern w:val="1"/>
        </w:rPr>
        <w:t>’</w:t>
      </w:r>
      <w:r>
        <w:rPr>
          <w:rFonts w:cs="Georgia"/>
          <w:kern w:val="1"/>
        </w:rPr>
        <w:t>étaient pas nous qui étions venus les chercher</w:t>
      </w:r>
      <w:r w:rsidR="000E1451">
        <w:rPr>
          <w:rFonts w:cs="Georgia"/>
          <w:kern w:val="1"/>
        </w:rPr>
        <w:t xml:space="preserve">. </w:t>
      </w:r>
      <w:r>
        <w:rPr>
          <w:rFonts w:cs="Georgia"/>
          <w:kern w:val="1"/>
        </w:rPr>
        <w:t>Allais-je continuer à m</w:t>
      </w:r>
      <w:r w:rsidR="000E1451">
        <w:rPr>
          <w:rFonts w:cs="Georgia"/>
          <w:kern w:val="1"/>
        </w:rPr>
        <w:t>’</w:t>
      </w:r>
      <w:r>
        <w:rPr>
          <w:rFonts w:cs="Georgia"/>
          <w:kern w:val="1"/>
        </w:rPr>
        <w:t>attendrir sur le sort de ces valets qui ne m</w:t>
      </w:r>
      <w:r w:rsidR="000E1451">
        <w:rPr>
          <w:rFonts w:cs="Georgia"/>
          <w:kern w:val="1"/>
        </w:rPr>
        <w:t>’</w:t>
      </w:r>
      <w:r>
        <w:rPr>
          <w:rFonts w:cs="Georgia"/>
          <w:kern w:val="1"/>
        </w:rPr>
        <w:t>offraient pas un morceau de pain</w:t>
      </w:r>
      <w:r w:rsidR="000E1451">
        <w:rPr>
          <w:rFonts w:cs="Georgia"/>
          <w:kern w:val="1"/>
        </w:rPr>
        <w:t xml:space="preserve">, </w:t>
      </w:r>
      <w:r>
        <w:rPr>
          <w:rFonts w:cs="Georgia"/>
          <w:kern w:val="1"/>
        </w:rPr>
        <w:t>de ces hobereaux qui étaient en train de savourer leur thé et leurs confitures</w:t>
      </w:r>
      <w:r w:rsidR="000E1451">
        <w:rPr>
          <w:rFonts w:cs="Georgia"/>
          <w:kern w:val="1"/>
        </w:rPr>
        <w:t xml:space="preserve">, </w:t>
      </w:r>
      <w:r>
        <w:rPr>
          <w:rFonts w:cs="Georgia"/>
          <w:kern w:val="1"/>
        </w:rPr>
        <w:t>tandis qu</w:t>
      </w:r>
      <w:r w:rsidR="000E1451">
        <w:rPr>
          <w:rFonts w:cs="Georgia"/>
          <w:kern w:val="1"/>
        </w:rPr>
        <w:t>’</w:t>
      </w:r>
      <w:r>
        <w:rPr>
          <w:rFonts w:cs="Georgia"/>
          <w:kern w:val="1"/>
        </w:rPr>
        <w:t>à la même heure la schlague faisait trébucher mes camarades sur cette affreuse terre désolée</w:t>
      </w:r>
      <w:r w:rsidR="000E1451">
        <w:rPr>
          <w:rFonts w:cs="Georgia"/>
          <w:kern w:val="1"/>
        </w:rPr>
        <w:t> ?</w:t>
      </w:r>
    </w:p>
    <w:p w14:paraId="67047290" w14:textId="77777777" w:rsidR="000E1451" w:rsidRDefault="00BE611A" w:rsidP="00BE611A">
      <w:pPr>
        <w:rPr>
          <w:rFonts w:cs="Georgia"/>
          <w:kern w:val="1"/>
        </w:rPr>
      </w:pPr>
      <w:r>
        <w:rPr>
          <w:rFonts w:cs="Georgia"/>
          <w:kern w:val="1"/>
        </w:rPr>
        <w:t>La porte s</w:t>
      </w:r>
      <w:r w:rsidR="000E1451">
        <w:rPr>
          <w:rFonts w:cs="Georgia"/>
          <w:kern w:val="1"/>
        </w:rPr>
        <w:t>’</w:t>
      </w:r>
      <w:r>
        <w:rPr>
          <w:rFonts w:cs="Georgia"/>
          <w:kern w:val="1"/>
        </w:rPr>
        <w:t>ouvrit</w:t>
      </w:r>
      <w:r w:rsidR="000E1451">
        <w:rPr>
          <w:rFonts w:cs="Georgia"/>
          <w:kern w:val="1"/>
        </w:rPr>
        <w:t xml:space="preserve">. </w:t>
      </w:r>
      <w:r>
        <w:rPr>
          <w:rFonts w:cs="Georgia"/>
          <w:kern w:val="1"/>
        </w:rPr>
        <w:t>Gottlieb reparut</w:t>
      </w:r>
      <w:r w:rsidR="000E1451">
        <w:rPr>
          <w:rFonts w:cs="Georgia"/>
          <w:kern w:val="1"/>
        </w:rPr>
        <w:t> :</w:t>
      </w:r>
    </w:p>
    <w:p w14:paraId="30ABE065" w14:textId="77777777" w:rsidR="000E1451" w:rsidRDefault="000E1451" w:rsidP="00BE611A">
      <w:pPr>
        <w:rPr>
          <w:rFonts w:cs="Georgia"/>
          <w:kern w:val="1"/>
        </w:rPr>
      </w:pPr>
      <w:r>
        <w:rPr>
          <w:rFonts w:cs="Georgia"/>
          <w:kern w:val="1"/>
        </w:rPr>
        <w:t>— </w:t>
      </w:r>
      <w:r w:rsidR="00BE611A">
        <w:rPr>
          <w:rFonts w:cs="Georgia"/>
          <w:kern w:val="1"/>
        </w:rPr>
        <w:t>Venez</w:t>
      </w:r>
      <w:r>
        <w:rPr>
          <w:rFonts w:cs="Georgia"/>
          <w:kern w:val="1"/>
        </w:rPr>
        <w:t xml:space="preserve">, </w:t>
      </w:r>
      <w:r w:rsidR="00BE611A">
        <w:rPr>
          <w:rFonts w:cs="Georgia"/>
          <w:kern w:val="1"/>
        </w:rPr>
        <w:t>me dit-il</w:t>
      </w:r>
      <w:r>
        <w:rPr>
          <w:rFonts w:cs="Georgia"/>
          <w:kern w:val="1"/>
        </w:rPr>
        <w:t>.</w:t>
      </w:r>
    </w:p>
    <w:p w14:paraId="4CCC539D" w14:textId="77777777" w:rsidR="00BE611A" w:rsidRDefault="00BE611A" w:rsidP="00BE611A">
      <w:pPr>
        <w:rPr>
          <w:rFonts w:cs="Georgia"/>
          <w:kern w:val="1"/>
        </w:rPr>
      </w:pPr>
    </w:p>
    <w:p w14:paraId="55B08E78" w14:textId="77777777" w:rsidR="000E1451" w:rsidRDefault="00BE611A" w:rsidP="00BE611A">
      <w:pPr>
        <w:rPr>
          <w:rFonts w:cs="Georgia"/>
          <w:kern w:val="1"/>
        </w:rPr>
      </w:pPr>
      <w:r>
        <w:rPr>
          <w:rFonts w:cs="Georgia"/>
          <w:kern w:val="1"/>
        </w:rPr>
        <w:t>Le soir</w:t>
      </w:r>
      <w:r w:rsidR="000E1451">
        <w:rPr>
          <w:rFonts w:cs="Georgia"/>
          <w:kern w:val="1"/>
        </w:rPr>
        <w:t xml:space="preserve">, </w:t>
      </w:r>
      <w:r>
        <w:rPr>
          <w:rFonts w:cs="Georgia"/>
          <w:kern w:val="1"/>
        </w:rPr>
        <w:t>de retour au camp</w:t>
      </w:r>
      <w:r w:rsidR="000E1451">
        <w:rPr>
          <w:rFonts w:cs="Georgia"/>
          <w:kern w:val="1"/>
        </w:rPr>
        <w:t xml:space="preserve">, </w:t>
      </w:r>
      <w:r>
        <w:rPr>
          <w:rFonts w:cs="Georgia"/>
          <w:kern w:val="1"/>
        </w:rPr>
        <w:t>après une journée passée à explorer le château des combles à la cave en compagnie de Gottlieb qui mit un soin peu flatteur à ne jamais me laisser seul plus de cinq minutes</w:t>
      </w:r>
      <w:r w:rsidR="000E1451">
        <w:rPr>
          <w:rFonts w:cs="Georgia"/>
          <w:kern w:val="1"/>
        </w:rPr>
        <w:t xml:space="preserve">, </w:t>
      </w:r>
      <w:r>
        <w:rPr>
          <w:rFonts w:cs="Georgia"/>
          <w:kern w:val="1"/>
        </w:rPr>
        <w:t>je me rendis aussitôt au bureau du capitaine Elbing</w:t>
      </w:r>
      <w:r w:rsidR="000E1451">
        <w:rPr>
          <w:rFonts w:cs="Georgia"/>
          <w:kern w:val="1"/>
        </w:rPr>
        <w:t xml:space="preserve">. </w:t>
      </w:r>
      <w:r>
        <w:rPr>
          <w:rFonts w:cs="Georgia"/>
          <w:kern w:val="1"/>
        </w:rPr>
        <w:t>Il me parut favorablement impressionné par ma transformation vestimentaire</w:t>
      </w:r>
      <w:r w:rsidR="000E1451">
        <w:rPr>
          <w:rFonts w:cs="Georgia"/>
          <w:kern w:val="1"/>
        </w:rPr>
        <w:t xml:space="preserve">. </w:t>
      </w:r>
      <w:r>
        <w:rPr>
          <w:rFonts w:cs="Georgia"/>
          <w:kern w:val="1"/>
        </w:rPr>
        <w:t>La veille</w:t>
      </w:r>
      <w:r w:rsidR="000E1451">
        <w:rPr>
          <w:rFonts w:cs="Georgia"/>
          <w:kern w:val="1"/>
        </w:rPr>
        <w:t xml:space="preserve">, </w:t>
      </w:r>
      <w:r>
        <w:rPr>
          <w:rFonts w:cs="Georgia"/>
          <w:kern w:val="1"/>
        </w:rPr>
        <w:t>le tailleur du camp avait travaillé pour moi jusqu</w:t>
      </w:r>
      <w:r w:rsidR="000E1451">
        <w:rPr>
          <w:rFonts w:cs="Georgia"/>
          <w:kern w:val="1"/>
        </w:rPr>
        <w:t>’</w:t>
      </w:r>
      <w:r>
        <w:rPr>
          <w:rFonts w:cs="Georgia"/>
          <w:kern w:val="1"/>
        </w:rPr>
        <w:t>à une heure avancée de la nuit</w:t>
      </w:r>
      <w:r w:rsidR="000E1451">
        <w:rPr>
          <w:rFonts w:cs="Georgia"/>
          <w:kern w:val="1"/>
        </w:rPr>
        <w:t xml:space="preserve">. </w:t>
      </w:r>
      <w:r>
        <w:rPr>
          <w:rFonts w:cs="Georgia"/>
          <w:kern w:val="1"/>
        </w:rPr>
        <w:t>On m</w:t>
      </w:r>
      <w:r w:rsidR="000E1451">
        <w:rPr>
          <w:rFonts w:cs="Georgia"/>
          <w:kern w:val="1"/>
        </w:rPr>
        <w:t>’</w:t>
      </w:r>
      <w:r>
        <w:rPr>
          <w:rFonts w:cs="Georgia"/>
          <w:kern w:val="1"/>
        </w:rPr>
        <w:t>avait donné des molletières ainsi qu</w:t>
      </w:r>
      <w:r w:rsidR="000E1451">
        <w:rPr>
          <w:rFonts w:cs="Georgia"/>
          <w:kern w:val="1"/>
        </w:rPr>
        <w:t>’</w:t>
      </w:r>
      <w:r>
        <w:rPr>
          <w:rFonts w:cs="Georgia"/>
          <w:kern w:val="1"/>
        </w:rPr>
        <w:t>une culotte moutarde à peu près neuve</w:t>
      </w:r>
      <w:r w:rsidR="000E1451">
        <w:rPr>
          <w:rFonts w:cs="Georgia"/>
          <w:kern w:val="1"/>
        </w:rPr>
        <w:t xml:space="preserve">. </w:t>
      </w:r>
      <w:r>
        <w:rPr>
          <w:rFonts w:cs="Georgia"/>
          <w:kern w:val="1"/>
        </w:rPr>
        <w:t>Une vareuse m</w:t>
      </w:r>
      <w:r w:rsidR="000E1451">
        <w:rPr>
          <w:rFonts w:cs="Georgia"/>
          <w:kern w:val="1"/>
        </w:rPr>
        <w:t>’</w:t>
      </w:r>
      <w:r>
        <w:rPr>
          <w:rFonts w:cs="Georgia"/>
          <w:kern w:val="1"/>
        </w:rPr>
        <w:t>avait été taillée dans la capote bleu-horizon d</w:t>
      </w:r>
      <w:r w:rsidR="000E1451">
        <w:rPr>
          <w:rFonts w:cs="Georgia"/>
          <w:kern w:val="1"/>
        </w:rPr>
        <w:t>’</w:t>
      </w:r>
      <w:r>
        <w:rPr>
          <w:rFonts w:cs="Georgia"/>
          <w:kern w:val="1"/>
        </w:rPr>
        <w:t>un adjudant décédé quelques mois plus tôt</w:t>
      </w:r>
      <w:r w:rsidR="000E1451">
        <w:rPr>
          <w:rFonts w:cs="Georgia"/>
          <w:kern w:val="1"/>
        </w:rPr>
        <w:t xml:space="preserve">. </w:t>
      </w:r>
      <w:r>
        <w:rPr>
          <w:rFonts w:cs="Georgia"/>
          <w:kern w:val="1"/>
        </w:rPr>
        <w:t>Ainsi vêtu</w:t>
      </w:r>
      <w:r w:rsidR="000E1451">
        <w:rPr>
          <w:rFonts w:cs="Georgia"/>
          <w:kern w:val="1"/>
        </w:rPr>
        <w:t xml:space="preserve">, </w:t>
      </w:r>
      <w:r>
        <w:rPr>
          <w:rFonts w:cs="Georgia"/>
          <w:kern w:val="1"/>
        </w:rPr>
        <w:t>j</w:t>
      </w:r>
      <w:r w:rsidR="000E1451">
        <w:rPr>
          <w:rFonts w:cs="Georgia"/>
          <w:kern w:val="1"/>
        </w:rPr>
        <w:t>’</w:t>
      </w:r>
      <w:r>
        <w:rPr>
          <w:rFonts w:cs="Georgia"/>
          <w:kern w:val="1"/>
        </w:rPr>
        <w:t>étais correct</w:t>
      </w:r>
      <w:r w:rsidR="000E1451">
        <w:rPr>
          <w:rFonts w:cs="Georgia"/>
          <w:kern w:val="1"/>
        </w:rPr>
        <w:t xml:space="preserve">, </w:t>
      </w:r>
      <w:r>
        <w:rPr>
          <w:rFonts w:cs="Georgia"/>
          <w:kern w:val="1"/>
        </w:rPr>
        <w:t>et pour le camp</w:t>
      </w:r>
      <w:r w:rsidR="000E1451">
        <w:rPr>
          <w:rFonts w:cs="Georgia"/>
          <w:kern w:val="1"/>
        </w:rPr>
        <w:t xml:space="preserve">, </w:t>
      </w:r>
      <w:r>
        <w:rPr>
          <w:rFonts w:cs="Georgia"/>
          <w:kern w:val="1"/>
        </w:rPr>
        <w:t>presque élégant</w:t>
      </w:r>
      <w:r w:rsidR="000E1451">
        <w:rPr>
          <w:rFonts w:cs="Georgia"/>
          <w:kern w:val="1"/>
        </w:rPr>
        <w:t>.</w:t>
      </w:r>
    </w:p>
    <w:p w14:paraId="715662AA" w14:textId="77777777" w:rsidR="000E1451" w:rsidRDefault="000E1451" w:rsidP="00BE611A">
      <w:pPr>
        <w:rPr>
          <w:rFonts w:cs="Georgia"/>
          <w:kern w:val="1"/>
        </w:rPr>
      </w:pPr>
      <w:r>
        <w:rPr>
          <w:rFonts w:cs="Georgia"/>
          <w:kern w:val="1"/>
        </w:rPr>
        <w:t>— </w:t>
      </w:r>
      <w:r w:rsidR="00BE611A">
        <w:rPr>
          <w:rFonts w:cs="Georgia"/>
          <w:kern w:val="1"/>
        </w:rPr>
        <w:t>Eh bien</w:t>
      </w:r>
      <w:r>
        <w:rPr>
          <w:rFonts w:cs="Georgia"/>
          <w:kern w:val="1"/>
        </w:rPr>
        <w:t> ?</w:t>
      </w:r>
    </w:p>
    <w:p w14:paraId="1A140221" w14:textId="77777777" w:rsidR="000E1451" w:rsidRDefault="000E1451" w:rsidP="00BE611A">
      <w:pPr>
        <w:rPr>
          <w:rFonts w:cs="Georgia"/>
          <w:kern w:val="1"/>
        </w:rPr>
      </w:pPr>
      <w:r>
        <w:rPr>
          <w:rFonts w:cs="Georgia"/>
          <w:kern w:val="1"/>
        </w:rPr>
        <w:t>— </w:t>
      </w:r>
      <w:r w:rsidR="00BE611A">
        <w:rPr>
          <w:rFonts w:cs="Georgia"/>
          <w:kern w:val="1"/>
        </w:rPr>
        <w:t>Eh bien</w:t>
      </w:r>
      <w:r>
        <w:rPr>
          <w:rFonts w:cs="Georgia"/>
          <w:kern w:val="1"/>
        </w:rPr>
        <w:t xml:space="preserve">, </w:t>
      </w:r>
      <w:r w:rsidR="00BE611A">
        <w:rPr>
          <w:rFonts w:cs="Georgia"/>
          <w:kern w:val="1"/>
        </w:rPr>
        <w:t>mon capitaine</w:t>
      </w:r>
      <w:r>
        <w:rPr>
          <w:rFonts w:cs="Georgia"/>
          <w:kern w:val="1"/>
        </w:rPr>
        <w:t xml:space="preserve">, </w:t>
      </w:r>
      <w:r w:rsidR="00BE611A">
        <w:rPr>
          <w:rFonts w:cs="Georgia"/>
          <w:kern w:val="1"/>
        </w:rPr>
        <w:t>il y a beaucoup à faire</w:t>
      </w:r>
      <w:r>
        <w:rPr>
          <w:rFonts w:cs="Georgia"/>
          <w:kern w:val="1"/>
        </w:rPr>
        <w:t xml:space="preserve">, </w:t>
      </w:r>
      <w:r w:rsidR="00BE611A">
        <w:rPr>
          <w:rFonts w:cs="Georgia"/>
          <w:kern w:val="1"/>
        </w:rPr>
        <w:t>beaucoup</w:t>
      </w:r>
      <w:r>
        <w:rPr>
          <w:rFonts w:cs="Georgia"/>
          <w:kern w:val="1"/>
        </w:rPr>
        <w:t xml:space="preserve">. </w:t>
      </w:r>
      <w:r w:rsidR="00BE611A">
        <w:rPr>
          <w:rFonts w:cs="Georgia"/>
          <w:kern w:val="1"/>
        </w:rPr>
        <w:t>C</w:t>
      </w:r>
      <w:r>
        <w:rPr>
          <w:rFonts w:cs="Georgia"/>
          <w:kern w:val="1"/>
        </w:rPr>
        <w:t>’</w:t>
      </w:r>
      <w:r w:rsidR="00BE611A">
        <w:rPr>
          <w:rFonts w:cs="Georgia"/>
          <w:kern w:val="1"/>
        </w:rPr>
        <w:t>est la faute de l</w:t>
      </w:r>
      <w:r>
        <w:rPr>
          <w:rFonts w:cs="Georgia"/>
          <w:kern w:val="1"/>
        </w:rPr>
        <w:t>’</w:t>
      </w:r>
      <w:r w:rsidR="00BE611A">
        <w:rPr>
          <w:rFonts w:cs="Georgia"/>
          <w:kern w:val="1"/>
        </w:rPr>
        <w:t>humidité</w:t>
      </w:r>
      <w:r>
        <w:rPr>
          <w:rFonts w:cs="Georgia"/>
          <w:kern w:val="1"/>
        </w:rPr>
        <w:t xml:space="preserve">. </w:t>
      </w:r>
      <w:r w:rsidR="00BE611A">
        <w:rPr>
          <w:rFonts w:cs="Georgia"/>
          <w:kern w:val="1"/>
        </w:rPr>
        <w:t>Presque tous les fils métalliques sont oxydés</w:t>
      </w:r>
      <w:r>
        <w:rPr>
          <w:rFonts w:cs="Georgia"/>
          <w:kern w:val="1"/>
        </w:rPr>
        <w:t xml:space="preserve">. </w:t>
      </w:r>
      <w:r w:rsidR="00BE611A">
        <w:rPr>
          <w:rFonts w:cs="Georgia"/>
          <w:kern w:val="1"/>
        </w:rPr>
        <w:t>Il y a lieu de les remplacer</w:t>
      </w:r>
      <w:r>
        <w:rPr>
          <w:rFonts w:cs="Georgia"/>
          <w:kern w:val="1"/>
        </w:rPr>
        <w:t xml:space="preserve">. </w:t>
      </w:r>
      <w:r w:rsidR="00BE611A">
        <w:rPr>
          <w:rFonts w:cs="Georgia"/>
          <w:kern w:val="1"/>
        </w:rPr>
        <w:t>Et l</w:t>
      </w:r>
      <w:r>
        <w:rPr>
          <w:rFonts w:cs="Georgia"/>
          <w:kern w:val="1"/>
        </w:rPr>
        <w:t>’</w:t>
      </w:r>
      <w:r w:rsidR="00BE611A">
        <w:rPr>
          <w:rFonts w:cs="Georgia"/>
          <w:kern w:val="1"/>
        </w:rPr>
        <w:t>épaisseur des murs augmentera naturellement les difficultés du travail</w:t>
      </w:r>
      <w:r>
        <w:rPr>
          <w:rFonts w:cs="Georgia"/>
          <w:kern w:val="1"/>
        </w:rPr>
        <w:t>.</w:t>
      </w:r>
    </w:p>
    <w:p w14:paraId="0CA274E6" w14:textId="77777777" w:rsidR="000E1451" w:rsidRDefault="000E1451" w:rsidP="00BE611A">
      <w:pPr>
        <w:rPr>
          <w:rFonts w:cs="Georgia"/>
          <w:kern w:val="1"/>
        </w:rPr>
      </w:pPr>
      <w:r>
        <w:rPr>
          <w:rFonts w:cs="Georgia"/>
          <w:kern w:val="1"/>
        </w:rPr>
        <w:t>— </w:t>
      </w:r>
      <w:r w:rsidR="00BE611A">
        <w:rPr>
          <w:rFonts w:cs="Georgia"/>
          <w:kern w:val="1"/>
        </w:rPr>
        <w:t>Si je vous détache tous les jours au château</w:t>
      </w:r>
      <w:r>
        <w:rPr>
          <w:rFonts w:cs="Georgia"/>
          <w:kern w:val="1"/>
        </w:rPr>
        <w:t xml:space="preserve">, </w:t>
      </w:r>
      <w:r w:rsidR="00BE611A">
        <w:rPr>
          <w:rFonts w:cs="Georgia"/>
          <w:kern w:val="1"/>
        </w:rPr>
        <w:t>sauf le dimanche</w:t>
      </w:r>
      <w:r>
        <w:rPr>
          <w:rFonts w:cs="Georgia"/>
          <w:kern w:val="1"/>
        </w:rPr>
        <w:t xml:space="preserve">, </w:t>
      </w:r>
      <w:r w:rsidR="00BE611A">
        <w:rPr>
          <w:rFonts w:cs="Georgia"/>
          <w:kern w:val="1"/>
        </w:rPr>
        <w:t>et aussi le mardi</w:t>
      </w:r>
      <w:r>
        <w:rPr>
          <w:rFonts w:cs="Georgia"/>
          <w:kern w:val="1"/>
        </w:rPr>
        <w:t xml:space="preserve">, </w:t>
      </w:r>
      <w:r w:rsidR="00BE611A">
        <w:rPr>
          <w:rFonts w:cs="Georgia"/>
          <w:kern w:val="1"/>
        </w:rPr>
        <w:t xml:space="preserve">car le général de Reichendorf </w:t>
      </w:r>
      <w:r w:rsidR="00BE611A">
        <w:rPr>
          <w:rFonts w:cs="Georgia"/>
          <w:kern w:val="1"/>
        </w:rPr>
        <w:lastRenderedPageBreak/>
        <w:t>entend ne pas priver le pasteur Frühwirth de vos services</w:t>
      </w:r>
      <w:r>
        <w:rPr>
          <w:rFonts w:cs="Georgia"/>
          <w:kern w:val="1"/>
        </w:rPr>
        <w:t xml:space="preserve">, </w:t>
      </w:r>
      <w:r w:rsidR="00BE611A">
        <w:rPr>
          <w:rFonts w:cs="Georgia"/>
          <w:kern w:val="1"/>
        </w:rPr>
        <w:t>combien de temps estimez-vous que dureront ces réparations</w:t>
      </w:r>
      <w:r>
        <w:rPr>
          <w:rFonts w:cs="Georgia"/>
          <w:kern w:val="1"/>
        </w:rPr>
        <w:t> ?</w:t>
      </w:r>
    </w:p>
    <w:p w14:paraId="4F6B44EA" w14:textId="77777777" w:rsidR="000E1451" w:rsidRDefault="000E1451" w:rsidP="00BE611A">
      <w:pPr>
        <w:rPr>
          <w:rFonts w:cs="Georgia"/>
          <w:kern w:val="1"/>
        </w:rPr>
      </w:pPr>
      <w:r>
        <w:rPr>
          <w:rFonts w:cs="Georgia"/>
          <w:kern w:val="1"/>
        </w:rPr>
        <w:t>— </w:t>
      </w:r>
      <w:r w:rsidR="00BE611A">
        <w:rPr>
          <w:rFonts w:cs="Georgia"/>
          <w:kern w:val="1"/>
        </w:rPr>
        <w:t>Un mois</w:t>
      </w:r>
      <w:r>
        <w:rPr>
          <w:rFonts w:cs="Georgia"/>
          <w:kern w:val="1"/>
        </w:rPr>
        <w:t xml:space="preserve">, </w:t>
      </w:r>
      <w:r w:rsidR="00BE611A">
        <w:rPr>
          <w:rFonts w:cs="Georgia"/>
          <w:kern w:val="1"/>
        </w:rPr>
        <w:t>peut-être</w:t>
      </w:r>
      <w:r>
        <w:rPr>
          <w:rFonts w:cs="Georgia"/>
          <w:kern w:val="1"/>
        </w:rPr>
        <w:t>…</w:t>
      </w:r>
    </w:p>
    <w:p w14:paraId="613FA909" w14:textId="77777777" w:rsidR="000E1451" w:rsidRDefault="00BE611A" w:rsidP="00BE611A">
      <w:pPr>
        <w:rPr>
          <w:rFonts w:cs="Georgia"/>
          <w:kern w:val="1"/>
        </w:rPr>
      </w:pPr>
      <w:r>
        <w:rPr>
          <w:rFonts w:cs="Georgia"/>
          <w:kern w:val="1"/>
        </w:rPr>
        <w:t>Il ne broncha pas</w:t>
      </w:r>
      <w:r w:rsidR="000E1451">
        <w:rPr>
          <w:rFonts w:cs="Georgia"/>
          <w:kern w:val="1"/>
        </w:rPr>
        <w:t xml:space="preserve">. </w:t>
      </w:r>
      <w:r>
        <w:rPr>
          <w:rFonts w:cs="Georgia"/>
          <w:kern w:val="1"/>
        </w:rPr>
        <w:t>Il n</w:t>
      </w:r>
      <w:r w:rsidR="000E1451">
        <w:rPr>
          <w:rFonts w:cs="Georgia"/>
          <w:kern w:val="1"/>
        </w:rPr>
        <w:t>’</w:t>
      </w:r>
      <w:r>
        <w:rPr>
          <w:rFonts w:cs="Georgia"/>
          <w:kern w:val="1"/>
        </w:rPr>
        <w:t>avait pas l</w:t>
      </w:r>
      <w:r w:rsidR="000E1451">
        <w:rPr>
          <w:rFonts w:cs="Georgia"/>
          <w:kern w:val="1"/>
        </w:rPr>
        <w:t>’</w:t>
      </w:r>
      <w:r>
        <w:rPr>
          <w:rFonts w:cs="Georgia"/>
          <w:kern w:val="1"/>
        </w:rPr>
        <w:t>air de trouver mon calcul excessif</w:t>
      </w:r>
      <w:r w:rsidR="000E1451">
        <w:rPr>
          <w:rFonts w:cs="Georgia"/>
          <w:kern w:val="1"/>
        </w:rPr>
        <w:t xml:space="preserve">. </w:t>
      </w:r>
      <w:r>
        <w:rPr>
          <w:rFonts w:cs="Georgia"/>
          <w:kern w:val="1"/>
        </w:rPr>
        <w:t>J</w:t>
      </w:r>
      <w:r w:rsidR="000E1451">
        <w:rPr>
          <w:rFonts w:cs="Georgia"/>
          <w:kern w:val="1"/>
        </w:rPr>
        <w:t>’</w:t>
      </w:r>
      <w:r>
        <w:rPr>
          <w:rFonts w:cs="Georgia"/>
          <w:kern w:val="1"/>
        </w:rPr>
        <w:t>étouffai un soupir de soulagement</w:t>
      </w:r>
      <w:r w:rsidR="000E1451">
        <w:rPr>
          <w:rFonts w:cs="Georgia"/>
          <w:kern w:val="1"/>
        </w:rPr>
        <w:t>.</w:t>
      </w:r>
    </w:p>
    <w:p w14:paraId="6244AAEA" w14:textId="77777777" w:rsidR="000E1451" w:rsidRDefault="000E1451" w:rsidP="00BE611A">
      <w:pPr>
        <w:rPr>
          <w:rFonts w:cs="Georgia"/>
          <w:kern w:val="1"/>
        </w:rPr>
      </w:pPr>
      <w:r>
        <w:rPr>
          <w:rFonts w:cs="Georgia"/>
          <w:kern w:val="1"/>
        </w:rPr>
        <w:t>— </w:t>
      </w:r>
      <w:r w:rsidR="00BE611A">
        <w:rPr>
          <w:rFonts w:cs="Georgia"/>
          <w:kern w:val="1"/>
        </w:rPr>
        <w:t>C</w:t>
      </w:r>
      <w:r>
        <w:rPr>
          <w:rFonts w:cs="Georgia"/>
          <w:kern w:val="1"/>
        </w:rPr>
        <w:t>’</w:t>
      </w:r>
      <w:r w:rsidR="00BE611A">
        <w:rPr>
          <w:rFonts w:cs="Georgia"/>
          <w:kern w:val="1"/>
        </w:rPr>
        <w:t>est entendu</w:t>
      </w:r>
      <w:r>
        <w:rPr>
          <w:rFonts w:cs="Georgia"/>
          <w:kern w:val="1"/>
        </w:rPr>
        <w:t xml:space="preserve">. </w:t>
      </w:r>
      <w:r w:rsidR="00BE611A">
        <w:rPr>
          <w:rFonts w:cs="Georgia"/>
          <w:kern w:val="1"/>
        </w:rPr>
        <w:t>Faites de votre mieux</w:t>
      </w:r>
      <w:r>
        <w:rPr>
          <w:rFonts w:cs="Georgia"/>
          <w:kern w:val="1"/>
        </w:rPr>
        <w:t>.</w:t>
      </w:r>
    </w:p>
    <w:p w14:paraId="7F5DBB61" w14:textId="77777777" w:rsidR="000E1451" w:rsidRDefault="000E1451" w:rsidP="00BE611A">
      <w:pPr>
        <w:rPr>
          <w:rFonts w:cs="Georgia"/>
          <w:kern w:val="1"/>
        </w:rPr>
      </w:pPr>
      <w:r>
        <w:rPr>
          <w:rFonts w:cs="Georgia"/>
          <w:kern w:val="1"/>
        </w:rPr>
        <w:t>— </w:t>
      </w:r>
      <w:r w:rsidR="00BE611A">
        <w:rPr>
          <w:rFonts w:cs="Georgia"/>
          <w:kern w:val="1"/>
        </w:rPr>
        <w:t>Je ferai de mon mieux</w:t>
      </w:r>
      <w:r>
        <w:rPr>
          <w:rFonts w:cs="Georgia"/>
          <w:kern w:val="1"/>
        </w:rPr>
        <w:t xml:space="preserve">, </w:t>
      </w:r>
      <w:r w:rsidR="00BE611A">
        <w:rPr>
          <w:rFonts w:cs="Georgia"/>
          <w:kern w:val="1"/>
        </w:rPr>
        <w:t>mon capitaine</w:t>
      </w:r>
      <w:r>
        <w:rPr>
          <w:rFonts w:cs="Georgia"/>
          <w:kern w:val="1"/>
        </w:rPr>
        <w:t xml:space="preserve">. </w:t>
      </w:r>
      <w:r w:rsidR="00BE611A">
        <w:rPr>
          <w:rFonts w:cs="Georgia"/>
          <w:kern w:val="1"/>
        </w:rPr>
        <w:t>Encore faut-il que j</w:t>
      </w:r>
      <w:r>
        <w:rPr>
          <w:rFonts w:cs="Georgia"/>
          <w:kern w:val="1"/>
        </w:rPr>
        <w:t>’</w:t>
      </w:r>
      <w:r w:rsidR="00BE611A">
        <w:rPr>
          <w:rFonts w:cs="Georgia"/>
          <w:kern w:val="1"/>
        </w:rPr>
        <w:t>aie à ma disposition le matériel nécessaire</w:t>
      </w:r>
      <w:r>
        <w:rPr>
          <w:rFonts w:cs="Georgia"/>
          <w:kern w:val="1"/>
        </w:rPr>
        <w:t>.</w:t>
      </w:r>
    </w:p>
    <w:p w14:paraId="49EA796A" w14:textId="77777777" w:rsidR="000E1451" w:rsidRDefault="000E1451" w:rsidP="00BE611A">
      <w:pPr>
        <w:rPr>
          <w:rFonts w:cs="Georgia"/>
          <w:kern w:val="1"/>
        </w:rPr>
      </w:pPr>
      <w:r>
        <w:rPr>
          <w:rFonts w:cs="Georgia"/>
          <w:kern w:val="1"/>
        </w:rPr>
        <w:t>— </w:t>
      </w:r>
      <w:r w:rsidR="00BE611A">
        <w:rPr>
          <w:rFonts w:cs="Georgia"/>
          <w:kern w:val="1"/>
        </w:rPr>
        <w:t>N</w:t>
      </w:r>
      <w:r>
        <w:rPr>
          <w:rFonts w:cs="Georgia"/>
          <w:kern w:val="1"/>
        </w:rPr>
        <w:t>’</w:t>
      </w:r>
      <w:r w:rsidR="00BE611A">
        <w:rPr>
          <w:rFonts w:cs="Georgia"/>
          <w:kern w:val="1"/>
        </w:rPr>
        <w:t>y a-t-il pas à l</w:t>
      </w:r>
      <w:r>
        <w:rPr>
          <w:rFonts w:cs="Georgia"/>
          <w:kern w:val="1"/>
        </w:rPr>
        <w:t>’</w:t>
      </w:r>
      <w:r w:rsidR="00BE611A">
        <w:rPr>
          <w:rFonts w:cs="Georgia"/>
          <w:kern w:val="1"/>
        </w:rPr>
        <w:t>atelier du camp tout ce qu</w:t>
      </w:r>
      <w:r>
        <w:rPr>
          <w:rFonts w:cs="Georgia"/>
          <w:kern w:val="1"/>
        </w:rPr>
        <w:t>’</w:t>
      </w:r>
      <w:r w:rsidR="00BE611A">
        <w:rPr>
          <w:rFonts w:cs="Georgia"/>
          <w:kern w:val="1"/>
        </w:rPr>
        <w:t>il vous faut</w:t>
      </w:r>
      <w:r>
        <w:rPr>
          <w:rFonts w:cs="Georgia"/>
          <w:kern w:val="1"/>
        </w:rPr>
        <w:t> ?</w:t>
      </w:r>
    </w:p>
    <w:p w14:paraId="4340B70B" w14:textId="77777777" w:rsidR="000E1451" w:rsidRDefault="000E1451" w:rsidP="00BE611A">
      <w:pPr>
        <w:rPr>
          <w:rFonts w:cs="Georgia"/>
          <w:kern w:val="1"/>
        </w:rPr>
      </w:pPr>
      <w:r>
        <w:rPr>
          <w:rFonts w:cs="Georgia"/>
          <w:kern w:val="1"/>
        </w:rPr>
        <w:t>— </w:t>
      </w:r>
      <w:r w:rsidR="00BE611A">
        <w:rPr>
          <w:rFonts w:cs="Georgia"/>
          <w:kern w:val="1"/>
        </w:rPr>
        <w:t>Je connais les ressources de l</w:t>
      </w:r>
      <w:r>
        <w:rPr>
          <w:rFonts w:cs="Georgia"/>
          <w:kern w:val="1"/>
        </w:rPr>
        <w:t>’</w:t>
      </w:r>
      <w:r w:rsidR="00BE611A">
        <w:rPr>
          <w:rFonts w:cs="Georgia"/>
          <w:kern w:val="1"/>
        </w:rPr>
        <w:t>atelier</w:t>
      </w:r>
      <w:r>
        <w:rPr>
          <w:rFonts w:cs="Georgia"/>
          <w:kern w:val="1"/>
        </w:rPr>
        <w:t xml:space="preserve">. </w:t>
      </w:r>
      <w:r w:rsidR="00BE611A">
        <w:rPr>
          <w:rFonts w:cs="Georgia"/>
          <w:kern w:val="1"/>
        </w:rPr>
        <w:t>Elles suffisent pour les installations rudimentaires</w:t>
      </w:r>
      <w:r>
        <w:rPr>
          <w:rFonts w:cs="Georgia"/>
          <w:kern w:val="1"/>
        </w:rPr>
        <w:t xml:space="preserve">, </w:t>
      </w:r>
      <w:r w:rsidR="00BE611A">
        <w:rPr>
          <w:rFonts w:cs="Georgia"/>
          <w:kern w:val="1"/>
        </w:rPr>
        <w:t>en plein air</w:t>
      </w:r>
      <w:r>
        <w:rPr>
          <w:rFonts w:cs="Georgia"/>
          <w:kern w:val="1"/>
        </w:rPr>
        <w:t xml:space="preserve">, </w:t>
      </w:r>
      <w:r w:rsidR="00BE611A">
        <w:rPr>
          <w:rFonts w:cs="Georgia"/>
          <w:kern w:val="1"/>
        </w:rPr>
        <w:t>ou lorsqu</w:t>
      </w:r>
      <w:r>
        <w:rPr>
          <w:rFonts w:cs="Georgia"/>
          <w:kern w:val="1"/>
        </w:rPr>
        <w:t>’</w:t>
      </w:r>
      <w:r w:rsidR="00BE611A">
        <w:rPr>
          <w:rFonts w:cs="Georgia"/>
          <w:kern w:val="1"/>
        </w:rPr>
        <w:t>il n</w:t>
      </w:r>
      <w:r>
        <w:rPr>
          <w:rFonts w:cs="Georgia"/>
          <w:kern w:val="1"/>
        </w:rPr>
        <w:t>’</w:t>
      </w:r>
      <w:r w:rsidR="00BE611A">
        <w:rPr>
          <w:rFonts w:cs="Georgia"/>
          <w:kern w:val="1"/>
        </w:rPr>
        <w:t>y a que des cloisons de bois à percer</w:t>
      </w:r>
      <w:r>
        <w:rPr>
          <w:rFonts w:cs="Georgia"/>
          <w:kern w:val="1"/>
        </w:rPr>
        <w:t xml:space="preserve">. </w:t>
      </w:r>
      <w:r w:rsidR="00BE611A">
        <w:rPr>
          <w:rFonts w:cs="Georgia"/>
          <w:kern w:val="1"/>
        </w:rPr>
        <w:t>Pour une installation comme celle du château</w:t>
      </w:r>
      <w:r>
        <w:rPr>
          <w:rFonts w:cs="Georgia"/>
          <w:kern w:val="1"/>
        </w:rPr>
        <w:t xml:space="preserve">, </w:t>
      </w:r>
      <w:r w:rsidR="00BE611A">
        <w:rPr>
          <w:rFonts w:cs="Georgia"/>
          <w:kern w:val="1"/>
        </w:rPr>
        <w:t>j</w:t>
      </w:r>
      <w:r>
        <w:rPr>
          <w:rFonts w:cs="Georgia"/>
          <w:kern w:val="1"/>
        </w:rPr>
        <w:t>’</w:t>
      </w:r>
      <w:r w:rsidR="00BE611A">
        <w:rPr>
          <w:rFonts w:cs="Georgia"/>
          <w:kern w:val="1"/>
        </w:rPr>
        <w:t>ai besoin d</w:t>
      </w:r>
      <w:r>
        <w:rPr>
          <w:rFonts w:cs="Georgia"/>
          <w:kern w:val="1"/>
        </w:rPr>
        <w:t>’</w:t>
      </w:r>
      <w:r w:rsidR="00BE611A">
        <w:rPr>
          <w:rFonts w:cs="Georgia"/>
          <w:kern w:val="1"/>
        </w:rPr>
        <w:t>un assortiment un peu moins sommaire</w:t>
      </w:r>
      <w:r>
        <w:rPr>
          <w:rFonts w:cs="Georgia"/>
          <w:kern w:val="1"/>
        </w:rPr>
        <w:t xml:space="preserve">. </w:t>
      </w:r>
      <w:r w:rsidR="00BE611A">
        <w:rPr>
          <w:rFonts w:cs="Georgia"/>
          <w:kern w:val="1"/>
        </w:rPr>
        <w:t>Il me faut un vilebrequin</w:t>
      </w:r>
      <w:r>
        <w:rPr>
          <w:rFonts w:cs="Georgia"/>
          <w:kern w:val="1"/>
        </w:rPr>
        <w:t xml:space="preserve">, </w:t>
      </w:r>
      <w:r w:rsidR="00BE611A">
        <w:rPr>
          <w:rFonts w:cs="Georgia"/>
          <w:kern w:val="1"/>
        </w:rPr>
        <w:t>un porte-foret</w:t>
      </w:r>
      <w:r>
        <w:rPr>
          <w:rFonts w:cs="Georgia"/>
          <w:kern w:val="1"/>
        </w:rPr>
        <w:t xml:space="preserve">, </w:t>
      </w:r>
      <w:r w:rsidR="00BE611A">
        <w:rPr>
          <w:rFonts w:cs="Georgia"/>
          <w:kern w:val="1"/>
        </w:rPr>
        <w:t>des tubes protecteurs en laiton ou en ébonite</w:t>
      </w:r>
      <w:r>
        <w:rPr>
          <w:rFonts w:cs="Georgia"/>
          <w:kern w:val="1"/>
        </w:rPr>
        <w:t xml:space="preserve">, </w:t>
      </w:r>
      <w:r w:rsidR="00BE611A">
        <w:rPr>
          <w:rFonts w:cs="Georgia"/>
          <w:kern w:val="1"/>
        </w:rPr>
        <w:t>un galvanomètre pour vérifier l</w:t>
      </w:r>
      <w:r>
        <w:rPr>
          <w:rFonts w:cs="Georgia"/>
          <w:kern w:val="1"/>
        </w:rPr>
        <w:t>’</w:t>
      </w:r>
      <w:r w:rsidR="00BE611A">
        <w:rPr>
          <w:rFonts w:cs="Georgia"/>
          <w:kern w:val="1"/>
        </w:rPr>
        <w:t>isolement des canalisations</w:t>
      </w:r>
      <w:r>
        <w:rPr>
          <w:rFonts w:cs="Georgia"/>
          <w:kern w:val="1"/>
        </w:rPr>
        <w:t>.</w:t>
      </w:r>
    </w:p>
    <w:p w14:paraId="24BAEB2D" w14:textId="77777777" w:rsidR="000E1451" w:rsidRDefault="000E1451" w:rsidP="00BE611A">
      <w:pPr>
        <w:rPr>
          <w:rFonts w:cs="Georgia"/>
          <w:kern w:val="1"/>
        </w:rPr>
      </w:pPr>
      <w:r>
        <w:rPr>
          <w:rFonts w:cs="Georgia"/>
          <w:kern w:val="1"/>
        </w:rPr>
        <w:t>— </w:t>
      </w:r>
      <w:r w:rsidR="00BE611A">
        <w:rPr>
          <w:rFonts w:cs="Georgia"/>
          <w:kern w:val="1"/>
        </w:rPr>
        <w:t>Je n</w:t>
      </w:r>
      <w:r>
        <w:rPr>
          <w:rFonts w:cs="Georgia"/>
          <w:kern w:val="1"/>
        </w:rPr>
        <w:t>’</w:t>
      </w:r>
      <w:r w:rsidR="00BE611A">
        <w:rPr>
          <w:rFonts w:cs="Georgia"/>
          <w:kern w:val="1"/>
        </w:rPr>
        <w:t>ai aucune compétence en la matière</w:t>
      </w:r>
      <w:r>
        <w:rPr>
          <w:rFonts w:cs="Georgia"/>
          <w:kern w:val="1"/>
        </w:rPr>
        <w:t xml:space="preserve">, </w:t>
      </w:r>
      <w:r w:rsidR="00BE611A">
        <w:rPr>
          <w:rFonts w:cs="Georgia"/>
          <w:kern w:val="1"/>
        </w:rPr>
        <w:t>dit-il</w:t>
      </w:r>
      <w:r>
        <w:rPr>
          <w:rFonts w:cs="Georgia"/>
          <w:kern w:val="1"/>
        </w:rPr>
        <w:t xml:space="preserve">. </w:t>
      </w:r>
      <w:r w:rsidR="00BE611A">
        <w:rPr>
          <w:rFonts w:cs="Georgia"/>
          <w:kern w:val="1"/>
        </w:rPr>
        <w:t>Mais j</w:t>
      </w:r>
      <w:r>
        <w:rPr>
          <w:rFonts w:cs="Georgia"/>
          <w:kern w:val="1"/>
        </w:rPr>
        <w:t>’</w:t>
      </w:r>
      <w:r w:rsidR="00BE611A">
        <w:rPr>
          <w:rFonts w:cs="Georgia"/>
          <w:kern w:val="1"/>
        </w:rPr>
        <w:t>ai confiance en vous</w:t>
      </w:r>
      <w:r>
        <w:rPr>
          <w:rFonts w:cs="Georgia"/>
          <w:kern w:val="1"/>
        </w:rPr>
        <w:t xml:space="preserve">. </w:t>
      </w:r>
      <w:r w:rsidR="00BE611A">
        <w:rPr>
          <w:rFonts w:cs="Georgia"/>
          <w:kern w:val="1"/>
        </w:rPr>
        <w:t>Établissez-moi un devis</w:t>
      </w:r>
      <w:r>
        <w:rPr>
          <w:rFonts w:cs="Georgia"/>
          <w:kern w:val="1"/>
        </w:rPr>
        <w:t xml:space="preserve">. </w:t>
      </w:r>
      <w:r w:rsidR="00BE611A">
        <w:rPr>
          <w:rFonts w:cs="Georgia"/>
          <w:kern w:val="1"/>
        </w:rPr>
        <w:t>Dressez la liste des objets que vous jugez indispensables</w:t>
      </w:r>
      <w:r>
        <w:rPr>
          <w:rFonts w:cs="Georgia"/>
          <w:kern w:val="1"/>
        </w:rPr>
        <w:t xml:space="preserve">. </w:t>
      </w:r>
      <w:r w:rsidR="00BE611A">
        <w:rPr>
          <w:rFonts w:cs="Georgia"/>
          <w:kern w:val="1"/>
        </w:rPr>
        <w:t>Je l</w:t>
      </w:r>
      <w:r>
        <w:rPr>
          <w:rFonts w:cs="Georgia"/>
          <w:kern w:val="1"/>
        </w:rPr>
        <w:t>’</w:t>
      </w:r>
      <w:r w:rsidR="00BE611A">
        <w:rPr>
          <w:rFonts w:cs="Georgia"/>
          <w:kern w:val="1"/>
        </w:rPr>
        <w:t>enverrai dès demain à une maison de Berlin</w:t>
      </w:r>
      <w:r>
        <w:rPr>
          <w:rFonts w:cs="Georgia"/>
          <w:kern w:val="1"/>
        </w:rPr>
        <w:t xml:space="preserve">. </w:t>
      </w:r>
      <w:r w:rsidR="00BE611A">
        <w:rPr>
          <w:rFonts w:cs="Georgia"/>
          <w:kern w:val="1"/>
        </w:rPr>
        <w:t>Vous aurez vos outils jeudi</w:t>
      </w:r>
      <w:r>
        <w:rPr>
          <w:rFonts w:cs="Georgia"/>
          <w:kern w:val="1"/>
        </w:rPr>
        <w:t xml:space="preserve">. </w:t>
      </w:r>
      <w:r w:rsidR="00BE611A">
        <w:rPr>
          <w:rFonts w:cs="Georgia"/>
          <w:kern w:val="1"/>
        </w:rPr>
        <w:t>Efforcez-vous seulement de ne faire figurer sur cette liste que ce qui vous est strictement nécessaire</w:t>
      </w:r>
      <w:r>
        <w:rPr>
          <w:rFonts w:cs="Georgia"/>
          <w:kern w:val="1"/>
        </w:rPr>
        <w:t>.</w:t>
      </w:r>
    </w:p>
    <w:p w14:paraId="31DCF072" w14:textId="77777777" w:rsidR="000E1451" w:rsidRDefault="00BE611A" w:rsidP="00BE611A">
      <w:pPr>
        <w:rPr>
          <w:rFonts w:cs="Georgia"/>
          <w:kern w:val="1"/>
        </w:rPr>
      </w:pPr>
      <w:r>
        <w:rPr>
          <w:rFonts w:cs="Georgia"/>
          <w:kern w:val="1"/>
        </w:rPr>
        <w:t>Il ne m</w:t>
      </w:r>
      <w:r w:rsidR="000E1451">
        <w:rPr>
          <w:rFonts w:cs="Georgia"/>
          <w:kern w:val="1"/>
        </w:rPr>
        <w:t>’</w:t>
      </w:r>
      <w:r>
        <w:rPr>
          <w:rFonts w:cs="Georgia"/>
          <w:kern w:val="1"/>
        </w:rPr>
        <w:t>en dit pas davantage</w:t>
      </w:r>
      <w:r w:rsidR="000E1451">
        <w:rPr>
          <w:rFonts w:cs="Georgia"/>
          <w:kern w:val="1"/>
        </w:rPr>
        <w:t xml:space="preserve">. </w:t>
      </w:r>
      <w:r>
        <w:rPr>
          <w:rFonts w:cs="Georgia"/>
          <w:kern w:val="1"/>
        </w:rPr>
        <w:t>C</w:t>
      </w:r>
      <w:r w:rsidR="000E1451">
        <w:rPr>
          <w:rFonts w:cs="Georgia"/>
          <w:kern w:val="1"/>
        </w:rPr>
        <w:t>’</w:t>
      </w:r>
      <w:r>
        <w:rPr>
          <w:rFonts w:cs="Georgia"/>
          <w:kern w:val="1"/>
        </w:rPr>
        <w:t>eût été souligner avec trop d</w:t>
      </w:r>
      <w:r w:rsidR="000E1451">
        <w:rPr>
          <w:rFonts w:cs="Georgia"/>
          <w:kern w:val="1"/>
        </w:rPr>
        <w:t>’</w:t>
      </w:r>
      <w:r>
        <w:rPr>
          <w:rFonts w:cs="Georgia"/>
          <w:kern w:val="1"/>
        </w:rPr>
        <w:t>insistance la gêne des châtelains de Reichendorf</w:t>
      </w:r>
      <w:r w:rsidR="000E1451">
        <w:rPr>
          <w:rFonts w:cs="Georgia"/>
          <w:kern w:val="1"/>
        </w:rPr>
        <w:t>.</w:t>
      </w:r>
    </w:p>
    <w:p w14:paraId="040109C1" w14:textId="77777777" w:rsidR="000E1451" w:rsidRDefault="00BE611A" w:rsidP="00BE611A">
      <w:pPr>
        <w:rPr>
          <w:rFonts w:cs="Georgia"/>
          <w:bCs/>
          <w:kern w:val="1"/>
        </w:rPr>
      </w:pPr>
      <w:r>
        <w:rPr>
          <w:rFonts w:cs="Georgia"/>
          <w:bCs/>
          <w:kern w:val="1"/>
        </w:rPr>
        <w:t>Je m</w:t>
      </w:r>
      <w:r w:rsidR="000E1451">
        <w:rPr>
          <w:rFonts w:cs="Georgia"/>
          <w:bCs/>
          <w:kern w:val="1"/>
        </w:rPr>
        <w:t>’</w:t>
      </w:r>
      <w:r>
        <w:rPr>
          <w:rFonts w:cs="Georgia"/>
          <w:bCs/>
          <w:kern w:val="1"/>
        </w:rPr>
        <w:t>inclinai</w:t>
      </w:r>
      <w:r w:rsidR="000E1451">
        <w:rPr>
          <w:rFonts w:cs="Georgia"/>
          <w:bCs/>
          <w:kern w:val="1"/>
        </w:rPr>
        <w:t>.</w:t>
      </w:r>
    </w:p>
    <w:p w14:paraId="36DFD767" w14:textId="77777777" w:rsidR="000E1451" w:rsidRDefault="000E1451" w:rsidP="00BE611A">
      <w:pPr>
        <w:rPr>
          <w:rFonts w:cs="Georgia"/>
          <w:kern w:val="1"/>
        </w:rPr>
      </w:pPr>
      <w:r>
        <w:rPr>
          <w:rFonts w:cs="Georgia"/>
          <w:bCs/>
          <w:kern w:val="1"/>
        </w:rPr>
        <w:lastRenderedPageBreak/>
        <w:t>— </w:t>
      </w:r>
      <w:r w:rsidR="00BE611A">
        <w:rPr>
          <w:rFonts w:cs="Georgia"/>
          <w:kern w:val="1"/>
        </w:rPr>
        <w:t>Dès demain matin</w:t>
      </w:r>
      <w:r>
        <w:rPr>
          <w:rFonts w:cs="Georgia"/>
          <w:kern w:val="1"/>
        </w:rPr>
        <w:t xml:space="preserve">, </w:t>
      </w:r>
      <w:r w:rsidR="00BE611A">
        <w:rPr>
          <w:rFonts w:cs="Georgia"/>
          <w:kern w:val="1"/>
        </w:rPr>
        <w:t>mon capitaine</w:t>
      </w:r>
      <w:r>
        <w:rPr>
          <w:rFonts w:cs="Georgia"/>
          <w:kern w:val="1"/>
        </w:rPr>
        <w:t xml:space="preserve">, </w:t>
      </w:r>
      <w:r w:rsidR="00BE611A">
        <w:rPr>
          <w:rFonts w:cs="Georgia"/>
          <w:kern w:val="1"/>
        </w:rPr>
        <w:t>vous aurez cette liste</w:t>
      </w:r>
      <w:r>
        <w:rPr>
          <w:rFonts w:cs="Georgia"/>
          <w:kern w:val="1"/>
        </w:rPr>
        <w:t>.</w:t>
      </w:r>
    </w:p>
    <w:p w14:paraId="44575D4A" w14:textId="77777777" w:rsidR="000E1451" w:rsidRDefault="00BE611A" w:rsidP="00BE611A">
      <w:pPr>
        <w:rPr>
          <w:rFonts w:cs="Georgia"/>
          <w:kern w:val="1"/>
        </w:rPr>
      </w:pPr>
      <w:r>
        <w:rPr>
          <w:rFonts w:cs="Georgia"/>
          <w:kern w:val="1"/>
        </w:rPr>
        <w:t>J</w:t>
      </w:r>
      <w:r w:rsidR="000E1451">
        <w:rPr>
          <w:rFonts w:cs="Georgia"/>
          <w:kern w:val="1"/>
        </w:rPr>
        <w:t>’</w:t>
      </w:r>
      <w:r>
        <w:rPr>
          <w:rFonts w:cs="Georgia"/>
          <w:kern w:val="1"/>
        </w:rPr>
        <w:t>allais me retirer</w:t>
      </w:r>
      <w:r w:rsidR="000E1451">
        <w:rPr>
          <w:rFonts w:cs="Georgia"/>
          <w:kern w:val="1"/>
        </w:rPr>
        <w:t xml:space="preserve">. </w:t>
      </w:r>
      <w:r>
        <w:rPr>
          <w:rFonts w:cs="Georgia"/>
          <w:kern w:val="1"/>
        </w:rPr>
        <w:t>Il ne retint d</w:t>
      </w:r>
      <w:r w:rsidR="000E1451">
        <w:rPr>
          <w:rFonts w:cs="Georgia"/>
          <w:kern w:val="1"/>
        </w:rPr>
        <w:t>’</w:t>
      </w:r>
      <w:r>
        <w:rPr>
          <w:rFonts w:cs="Georgia"/>
          <w:kern w:val="1"/>
        </w:rPr>
        <w:t>un geste</w:t>
      </w:r>
      <w:r w:rsidR="000E1451">
        <w:rPr>
          <w:rFonts w:cs="Georgia"/>
          <w:kern w:val="1"/>
        </w:rPr>
        <w:t xml:space="preserve">. </w:t>
      </w:r>
      <w:r>
        <w:rPr>
          <w:rFonts w:cs="Georgia"/>
          <w:kern w:val="1"/>
        </w:rPr>
        <w:t>Je voyais qu</w:t>
      </w:r>
      <w:r w:rsidR="000E1451">
        <w:rPr>
          <w:rFonts w:cs="Georgia"/>
          <w:kern w:val="1"/>
        </w:rPr>
        <w:t>’</w:t>
      </w:r>
      <w:r>
        <w:rPr>
          <w:rFonts w:cs="Georgia"/>
          <w:kern w:val="1"/>
        </w:rPr>
        <w:t>il avait quelque chose à me dire</w:t>
      </w:r>
      <w:r w:rsidR="000E1451">
        <w:rPr>
          <w:rFonts w:cs="Georgia"/>
          <w:kern w:val="1"/>
        </w:rPr>
        <w:t xml:space="preserve">, </w:t>
      </w:r>
      <w:r>
        <w:rPr>
          <w:rFonts w:cs="Georgia"/>
          <w:kern w:val="1"/>
        </w:rPr>
        <w:t>et qu</w:t>
      </w:r>
      <w:r w:rsidR="000E1451">
        <w:rPr>
          <w:rFonts w:cs="Georgia"/>
          <w:kern w:val="1"/>
        </w:rPr>
        <w:t>’</w:t>
      </w:r>
      <w:r>
        <w:rPr>
          <w:rFonts w:cs="Georgia"/>
          <w:kern w:val="1"/>
        </w:rPr>
        <w:t>il ne savait comment s</w:t>
      </w:r>
      <w:r w:rsidR="000E1451">
        <w:rPr>
          <w:rFonts w:cs="Georgia"/>
          <w:kern w:val="1"/>
        </w:rPr>
        <w:t>’</w:t>
      </w:r>
      <w:r>
        <w:rPr>
          <w:rFonts w:cs="Georgia"/>
          <w:kern w:val="1"/>
        </w:rPr>
        <w:t>y prendre</w:t>
      </w:r>
      <w:r w:rsidR="000E1451">
        <w:rPr>
          <w:rFonts w:cs="Georgia"/>
          <w:kern w:val="1"/>
        </w:rPr>
        <w:t>.</w:t>
      </w:r>
    </w:p>
    <w:p w14:paraId="66A2B5AC" w14:textId="77777777" w:rsidR="000E1451" w:rsidRDefault="000E1451" w:rsidP="00BE611A">
      <w:pPr>
        <w:rPr>
          <w:rFonts w:cs="Georgia"/>
          <w:kern w:val="1"/>
        </w:rPr>
      </w:pPr>
      <w:r>
        <w:rPr>
          <w:rFonts w:cs="Georgia"/>
          <w:kern w:val="1"/>
        </w:rPr>
        <w:t>— </w:t>
      </w:r>
      <w:r w:rsidR="00BE611A">
        <w:rPr>
          <w:rFonts w:cs="Georgia"/>
          <w:kern w:val="1"/>
        </w:rPr>
        <w:t>Dès mercredi</w:t>
      </w:r>
      <w:r>
        <w:rPr>
          <w:rFonts w:cs="Georgia"/>
          <w:kern w:val="1"/>
        </w:rPr>
        <w:t xml:space="preserve">, </w:t>
      </w:r>
      <w:r w:rsidR="00BE611A">
        <w:rPr>
          <w:rFonts w:cs="Georgia"/>
          <w:kern w:val="1"/>
        </w:rPr>
        <w:t>fit-il enfin</w:t>
      </w:r>
      <w:r>
        <w:rPr>
          <w:rFonts w:cs="Georgia"/>
          <w:kern w:val="1"/>
        </w:rPr>
        <w:t xml:space="preserve">, </w:t>
      </w:r>
      <w:r w:rsidR="00BE611A">
        <w:rPr>
          <w:rFonts w:cs="Georgia"/>
          <w:kern w:val="1"/>
        </w:rPr>
        <w:t>vous allez travailler au château</w:t>
      </w:r>
      <w:r>
        <w:rPr>
          <w:rFonts w:cs="Georgia"/>
          <w:kern w:val="1"/>
        </w:rPr>
        <w:t xml:space="preserve">. </w:t>
      </w:r>
      <w:r w:rsidR="00BE611A">
        <w:rPr>
          <w:rFonts w:cs="Georgia"/>
          <w:kern w:val="1"/>
        </w:rPr>
        <w:t>Vous y séjournerez désormais beaucoup plus qu</w:t>
      </w:r>
      <w:r>
        <w:rPr>
          <w:rFonts w:cs="Georgia"/>
          <w:kern w:val="1"/>
        </w:rPr>
        <w:t>’</w:t>
      </w:r>
      <w:r w:rsidR="00BE611A">
        <w:rPr>
          <w:rFonts w:cs="Georgia"/>
          <w:kern w:val="1"/>
        </w:rPr>
        <w:t>au camp</w:t>
      </w:r>
      <w:r>
        <w:rPr>
          <w:rFonts w:cs="Georgia"/>
          <w:kern w:val="1"/>
        </w:rPr>
        <w:t xml:space="preserve">. </w:t>
      </w:r>
      <w:r w:rsidR="00BE611A">
        <w:rPr>
          <w:rFonts w:cs="Georgia"/>
          <w:kern w:val="1"/>
        </w:rPr>
        <w:t>Je ne vois aucun inconvénient à ce que vous enleviez ceci</w:t>
      </w:r>
      <w:r>
        <w:rPr>
          <w:rFonts w:cs="Georgia"/>
          <w:kern w:val="1"/>
        </w:rPr>
        <w:t>.</w:t>
      </w:r>
    </w:p>
    <w:p w14:paraId="0B2086DE" w14:textId="77777777" w:rsidR="000E1451" w:rsidRDefault="00BE611A" w:rsidP="00BE611A">
      <w:pPr>
        <w:rPr>
          <w:rFonts w:cs="Georgia"/>
          <w:kern w:val="1"/>
        </w:rPr>
      </w:pPr>
      <w:r>
        <w:rPr>
          <w:rFonts w:cs="Georgia"/>
          <w:kern w:val="1"/>
        </w:rPr>
        <w:t>Il désignait le carré d</w:t>
      </w:r>
      <w:r w:rsidR="000E1451">
        <w:rPr>
          <w:rFonts w:cs="Georgia"/>
          <w:kern w:val="1"/>
        </w:rPr>
        <w:t>’</w:t>
      </w:r>
      <w:r>
        <w:rPr>
          <w:rFonts w:cs="Georgia"/>
          <w:kern w:val="1"/>
        </w:rPr>
        <w:t>étoffe garance cousu sur ma manche</w:t>
      </w:r>
      <w:r w:rsidR="000E1451">
        <w:rPr>
          <w:rFonts w:cs="Georgia"/>
          <w:kern w:val="1"/>
        </w:rPr>
        <w:t xml:space="preserve">, </w:t>
      </w:r>
      <w:r>
        <w:rPr>
          <w:rFonts w:cs="Georgia"/>
          <w:kern w:val="1"/>
        </w:rPr>
        <w:t>le carré où chaque prisonnier portait son numéro d</w:t>
      </w:r>
      <w:r w:rsidR="000E1451">
        <w:rPr>
          <w:rFonts w:cs="Georgia"/>
          <w:kern w:val="1"/>
        </w:rPr>
        <w:t>’</w:t>
      </w:r>
      <w:r>
        <w:rPr>
          <w:rFonts w:cs="Georgia"/>
          <w:kern w:val="1"/>
        </w:rPr>
        <w:t>écrou</w:t>
      </w:r>
      <w:r w:rsidR="000E1451">
        <w:rPr>
          <w:rFonts w:cs="Georgia"/>
          <w:kern w:val="1"/>
        </w:rPr>
        <w:t>.</w:t>
      </w:r>
    </w:p>
    <w:p w14:paraId="79E29E07" w14:textId="77777777" w:rsidR="000E1451" w:rsidRDefault="000E1451" w:rsidP="00BE611A">
      <w:pPr>
        <w:rPr>
          <w:rFonts w:cs="Georgia"/>
          <w:kern w:val="1"/>
        </w:rPr>
      </w:pPr>
      <w:r>
        <w:rPr>
          <w:rFonts w:cs="Georgia"/>
          <w:kern w:val="1"/>
        </w:rPr>
        <w:t>— </w:t>
      </w:r>
      <w:r w:rsidR="00BE611A">
        <w:rPr>
          <w:rFonts w:cs="Georgia"/>
          <w:kern w:val="1"/>
        </w:rPr>
        <w:t>Je vous remercie</w:t>
      </w:r>
      <w:r>
        <w:rPr>
          <w:rFonts w:cs="Georgia"/>
          <w:kern w:val="1"/>
        </w:rPr>
        <w:t xml:space="preserve">, </w:t>
      </w:r>
      <w:r w:rsidR="00BE611A">
        <w:rPr>
          <w:rFonts w:cs="Georgia"/>
          <w:kern w:val="1"/>
        </w:rPr>
        <w:t>mon capitaine</w:t>
      </w:r>
      <w:r>
        <w:rPr>
          <w:rFonts w:cs="Georgia"/>
          <w:kern w:val="1"/>
        </w:rPr>
        <w:t xml:space="preserve">… </w:t>
      </w:r>
      <w:r w:rsidR="00BE611A">
        <w:rPr>
          <w:rFonts w:cs="Georgia"/>
          <w:kern w:val="1"/>
        </w:rPr>
        <w:t>C</w:t>
      </w:r>
      <w:r>
        <w:rPr>
          <w:rFonts w:cs="Georgia"/>
          <w:kern w:val="1"/>
        </w:rPr>
        <w:t>’</w:t>
      </w:r>
      <w:r w:rsidR="00BE611A">
        <w:rPr>
          <w:rFonts w:cs="Georgia"/>
          <w:kern w:val="1"/>
        </w:rPr>
        <w:t>est que</w:t>
      </w:r>
      <w:r>
        <w:rPr>
          <w:rFonts w:cs="Georgia"/>
          <w:kern w:val="1"/>
        </w:rPr>
        <w:t>…</w:t>
      </w:r>
    </w:p>
    <w:p w14:paraId="05D57945" w14:textId="77777777" w:rsidR="000E1451" w:rsidRDefault="000E1451" w:rsidP="00BE611A">
      <w:pPr>
        <w:rPr>
          <w:rFonts w:cs="Georgia"/>
          <w:kern w:val="1"/>
        </w:rPr>
      </w:pPr>
      <w:r>
        <w:rPr>
          <w:rFonts w:cs="Georgia"/>
          <w:kern w:val="1"/>
        </w:rPr>
        <w:t>— </w:t>
      </w:r>
      <w:r w:rsidR="00BE611A">
        <w:rPr>
          <w:rFonts w:cs="Georgia"/>
          <w:kern w:val="1"/>
        </w:rPr>
        <w:t>Quoi</w:t>
      </w:r>
      <w:r>
        <w:rPr>
          <w:rFonts w:cs="Georgia"/>
          <w:kern w:val="1"/>
        </w:rPr>
        <w:t xml:space="preserve"> ? </w:t>
      </w:r>
      <w:r w:rsidR="00BE611A">
        <w:rPr>
          <w:rFonts w:cs="Georgia"/>
          <w:kern w:val="1"/>
        </w:rPr>
        <w:t>fit-il sèchement</w:t>
      </w:r>
      <w:r>
        <w:rPr>
          <w:rFonts w:cs="Georgia"/>
          <w:kern w:val="1"/>
        </w:rPr>
        <w:t xml:space="preserve">, </w:t>
      </w:r>
      <w:r w:rsidR="00BE611A">
        <w:rPr>
          <w:rFonts w:cs="Georgia"/>
          <w:kern w:val="1"/>
        </w:rPr>
        <w:t>devant mon air embarrassé</w:t>
      </w:r>
      <w:r>
        <w:rPr>
          <w:rFonts w:cs="Georgia"/>
          <w:kern w:val="1"/>
        </w:rPr>
        <w:t xml:space="preserve">, </w:t>
      </w:r>
      <w:r w:rsidR="00BE611A">
        <w:rPr>
          <w:rFonts w:cs="Georgia"/>
          <w:kern w:val="1"/>
        </w:rPr>
        <w:t>y verriez-vous un inconvénient</w:t>
      </w:r>
      <w:r>
        <w:rPr>
          <w:rFonts w:cs="Georgia"/>
          <w:kern w:val="1"/>
        </w:rPr>
        <w:t xml:space="preserve">, </w:t>
      </w:r>
      <w:r w:rsidR="00BE611A">
        <w:rPr>
          <w:rFonts w:cs="Georgia"/>
          <w:kern w:val="1"/>
        </w:rPr>
        <w:t>par hasard</w:t>
      </w:r>
      <w:r>
        <w:rPr>
          <w:rFonts w:cs="Georgia"/>
          <w:kern w:val="1"/>
        </w:rPr>
        <w:t> ?</w:t>
      </w:r>
    </w:p>
    <w:p w14:paraId="6999EFF4" w14:textId="77777777" w:rsidR="000E1451" w:rsidRDefault="000E1451" w:rsidP="00BE611A">
      <w:pPr>
        <w:rPr>
          <w:rFonts w:cs="Georgia"/>
          <w:kern w:val="1"/>
        </w:rPr>
      </w:pPr>
      <w:r>
        <w:rPr>
          <w:rFonts w:cs="Georgia"/>
          <w:kern w:val="1"/>
        </w:rPr>
        <w:t>— </w:t>
      </w:r>
      <w:r w:rsidR="00BE611A">
        <w:rPr>
          <w:rFonts w:cs="Georgia"/>
          <w:kern w:val="1"/>
        </w:rPr>
        <w:t>J</w:t>
      </w:r>
      <w:r>
        <w:rPr>
          <w:rFonts w:cs="Georgia"/>
          <w:kern w:val="1"/>
        </w:rPr>
        <w:t>’</w:t>
      </w:r>
      <w:r w:rsidR="00BE611A">
        <w:rPr>
          <w:rFonts w:cs="Georgia"/>
          <w:kern w:val="1"/>
        </w:rPr>
        <w:t>aime autant parler en toute franchise</w:t>
      </w:r>
      <w:r>
        <w:rPr>
          <w:rFonts w:cs="Georgia"/>
          <w:kern w:val="1"/>
        </w:rPr>
        <w:t xml:space="preserve">. </w:t>
      </w:r>
      <w:r w:rsidR="00BE611A">
        <w:rPr>
          <w:rFonts w:cs="Georgia"/>
          <w:kern w:val="1"/>
        </w:rPr>
        <w:t>Je ne vais plus guère vivre avec mes camarades</w:t>
      </w:r>
      <w:r>
        <w:rPr>
          <w:rFonts w:cs="Georgia"/>
          <w:kern w:val="1"/>
        </w:rPr>
        <w:t xml:space="preserve">. </w:t>
      </w:r>
      <w:r w:rsidR="00BE611A">
        <w:rPr>
          <w:rFonts w:cs="Georgia"/>
          <w:kern w:val="1"/>
        </w:rPr>
        <w:t>Aux instants où nous nous trouverons réunis</w:t>
      </w:r>
      <w:r>
        <w:rPr>
          <w:rFonts w:cs="Georgia"/>
          <w:kern w:val="1"/>
        </w:rPr>
        <w:t xml:space="preserve">, </w:t>
      </w:r>
      <w:r w:rsidR="00BE611A">
        <w:rPr>
          <w:rFonts w:cs="Georgia"/>
          <w:kern w:val="1"/>
        </w:rPr>
        <w:t>si j</w:t>
      </w:r>
      <w:r>
        <w:rPr>
          <w:rFonts w:cs="Georgia"/>
          <w:kern w:val="1"/>
        </w:rPr>
        <w:t>’</w:t>
      </w:r>
      <w:r w:rsidR="00BE611A">
        <w:rPr>
          <w:rFonts w:cs="Georgia"/>
          <w:kern w:val="1"/>
        </w:rPr>
        <w:t>ai</w:t>
      </w:r>
      <w:r>
        <w:rPr>
          <w:rFonts w:cs="Georgia"/>
          <w:kern w:val="1"/>
        </w:rPr>
        <w:t xml:space="preserve">, </w:t>
      </w:r>
      <w:r w:rsidR="00BE611A">
        <w:rPr>
          <w:rFonts w:cs="Georgia"/>
          <w:kern w:val="1"/>
        </w:rPr>
        <w:t>par-dessus le marché</w:t>
      </w:r>
      <w:r>
        <w:rPr>
          <w:rFonts w:cs="Georgia"/>
          <w:kern w:val="1"/>
        </w:rPr>
        <w:t xml:space="preserve">, </w:t>
      </w:r>
      <w:r w:rsidR="00BE611A">
        <w:rPr>
          <w:rFonts w:cs="Georgia"/>
          <w:kern w:val="1"/>
        </w:rPr>
        <w:t>l</w:t>
      </w:r>
      <w:r>
        <w:rPr>
          <w:rFonts w:cs="Georgia"/>
          <w:kern w:val="1"/>
        </w:rPr>
        <w:t>’</w:t>
      </w:r>
      <w:r w:rsidR="00BE611A">
        <w:rPr>
          <w:rFonts w:cs="Georgia"/>
          <w:kern w:val="1"/>
        </w:rPr>
        <w:t>air de profiter d</w:t>
      </w:r>
      <w:r>
        <w:rPr>
          <w:rFonts w:cs="Georgia"/>
          <w:kern w:val="1"/>
        </w:rPr>
        <w:t>’</w:t>
      </w:r>
      <w:r w:rsidR="00BE611A">
        <w:rPr>
          <w:rFonts w:cs="Georgia"/>
          <w:kern w:val="1"/>
        </w:rPr>
        <w:t>avantages exceptionnels</w:t>
      </w:r>
      <w:r>
        <w:rPr>
          <w:rFonts w:cs="Georgia"/>
          <w:kern w:val="1"/>
        </w:rPr>
        <w:t xml:space="preserve">, </w:t>
      </w:r>
      <w:r w:rsidR="00BE611A">
        <w:rPr>
          <w:rFonts w:cs="Georgia"/>
          <w:kern w:val="1"/>
        </w:rPr>
        <w:t>ils finiront par me considérer comme un étranger</w:t>
      </w:r>
      <w:r>
        <w:rPr>
          <w:rFonts w:cs="Georgia"/>
          <w:kern w:val="1"/>
        </w:rPr>
        <w:t xml:space="preserve">. </w:t>
      </w:r>
      <w:r w:rsidR="00BE611A">
        <w:rPr>
          <w:rFonts w:cs="Georgia"/>
          <w:kern w:val="1"/>
        </w:rPr>
        <w:t>Je ne le veux pas</w:t>
      </w:r>
      <w:r>
        <w:rPr>
          <w:rFonts w:cs="Georgia"/>
          <w:kern w:val="1"/>
        </w:rPr>
        <w:t>.</w:t>
      </w:r>
    </w:p>
    <w:p w14:paraId="51976411" w14:textId="77777777" w:rsidR="000E1451" w:rsidRDefault="000E1451" w:rsidP="00BE611A">
      <w:pPr>
        <w:rPr>
          <w:rFonts w:cs="Georgia"/>
          <w:kern w:val="1"/>
        </w:rPr>
      </w:pPr>
      <w:r>
        <w:rPr>
          <w:rFonts w:cs="Georgia"/>
          <w:kern w:val="1"/>
        </w:rPr>
        <w:t>— </w:t>
      </w:r>
      <w:r w:rsidR="00BE611A">
        <w:rPr>
          <w:rFonts w:cs="Georgia"/>
          <w:kern w:val="1"/>
        </w:rPr>
        <w:t>À votre aise</w:t>
      </w:r>
      <w:r>
        <w:rPr>
          <w:rFonts w:cs="Georgia"/>
          <w:kern w:val="1"/>
        </w:rPr>
        <w:t xml:space="preserve">, </w:t>
      </w:r>
      <w:r w:rsidR="00BE611A">
        <w:rPr>
          <w:rFonts w:cs="Georgia"/>
          <w:kern w:val="1"/>
        </w:rPr>
        <w:t>dit-il après un silence</w:t>
      </w:r>
      <w:r>
        <w:rPr>
          <w:rFonts w:cs="Georgia"/>
          <w:kern w:val="1"/>
        </w:rPr>
        <w:t xml:space="preserve">. </w:t>
      </w:r>
      <w:r w:rsidR="00BE611A">
        <w:rPr>
          <w:rFonts w:cs="Georgia"/>
          <w:kern w:val="1"/>
        </w:rPr>
        <w:t>J</w:t>
      </w:r>
      <w:r>
        <w:rPr>
          <w:rFonts w:cs="Georgia"/>
          <w:kern w:val="1"/>
        </w:rPr>
        <w:t>’</w:t>
      </w:r>
      <w:r w:rsidR="00BE611A">
        <w:rPr>
          <w:rFonts w:cs="Georgia"/>
          <w:kern w:val="1"/>
        </w:rPr>
        <w:t>ajoute que je n</w:t>
      </w:r>
      <w:r>
        <w:rPr>
          <w:rFonts w:cs="Georgia"/>
          <w:kern w:val="1"/>
        </w:rPr>
        <w:t>’</w:t>
      </w:r>
      <w:r w:rsidR="00BE611A">
        <w:rPr>
          <w:rFonts w:cs="Georgia"/>
          <w:kern w:val="1"/>
        </w:rPr>
        <w:t>ai pas le droit de vous désapprouver</w:t>
      </w:r>
      <w:r>
        <w:rPr>
          <w:rFonts w:cs="Georgia"/>
          <w:kern w:val="1"/>
        </w:rPr>
        <w:t>.</w:t>
      </w:r>
    </w:p>
    <w:p w14:paraId="37E6C6C1" w14:textId="77777777" w:rsidR="000E1451" w:rsidRDefault="00BE611A" w:rsidP="00BE611A">
      <w:pPr>
        <w:rPr>
          <w:rFonts w:cs="Georgia"/>
          <w:kern w:val="1"/>
        </w:rPr>
      </w:pPr>
      <w:r>
        <w:rPr>
          <w:rFonts w:cs="Georgia"/>
          <w:kern w:val="1"/>
        </w:rPr>
        <w:t>Pourquoi ne pas l</w:t>
      </w:r>
      <w:r w:rsidR="000E1451">
        <w:rPr>
          <w:rFonts w:cs="Georgia"/>
          <w:kern w:val="1"/>
        </w:rPr>
        <w:t>’</w:t>
      </w:r>
      <w:r>
        <w:rPr>
          <w:rFonts w:cs="Georgia"/>
          <w:kern w:val="1"/>
        </w:rPr>
        <w:t>avouer</w:t>
      </w:r>
      <w:r w:rsidR="000E1451">
        <w:rPr>
          <w:rFonts w:cs="Georgia"/>
          <w:kern w:val="1"/>
        </w:rPr>
        <w:t xml:space="preserve"> ? </w:t>
      </w:r>
      <w:r>
        <w:rPr>
          <w:rFonts w:cs="Georgia"/>
          <w:kern w:val="1"/>
        </w:rPr>
        <w:t>En me dirigeant vers notre baraque</w:t>
      </w:r>
      <w:r w:rsidR="000E1451">
        <w:rPr>
          <w:rFonts w:cs="Georgia"/>
          <w:kern w:val="1"/>
        </w:rPr>
        <w:t xml:space="preserve">, </w:t>
      </w:r>
      <w:r>
        <w:rPr>
          <w:rFonts w:cs="Georgia"/>
          <w:kern w:val="1"/>
        </w:rPr>
        <w:t>je m</w:t>
      </w:r>
      <w:r w:rsidR="000E1451">
        <w:rPr>
          <w:rFonts w:cs="Georgia"/>
          <w:kern w:val="1"/>
        </w:rPr>
        <w:t>’</w:t>
      </w:r>
      <w:r>
        <w:rPr>
          <w:rFonts w:cs="Georgia"/>
          <w:kern w:val="1"/>
        </w:rPr>
        <w:t>inquiétais un peu de l</w:t>
      </w:r>
      <w:r w:rsidR="000E1451">
        <w:rPr>
          <w:rFonts w:cs="Georgia"/>
          <w:kern w:val="1"/>
        </w:rPr>
        <w:t>’</w:t>
      </w:r>
      <w:r>
        <w:rPr>
          <w:rFonts w:cs="Georgia"/>
          <w:kern w:val="1"/>
        </w:rPr>
        <w:t>effet qu</w:t>
      </w:r>
      <w:r w:rsidR="000E1451">
        <w:rPr>
          <w:rFonts w:cs="Georgia"/>
          <w:kern w:val="1"/>
        </w:rPr>
        <w:t>’</w:t>
      </w:r>
      <w:r>
        <w:rPr>
          <w:rFonts w:cs="Georgia"/>
          <w:kern w:val="1"/>
        </w:rPr>
        <w:t>allaient y</w:t>
      </w:r>
      <w:r w:rsidR="00A6632D">
        <w:rPr>
          <w:rFonts w:cs="Georgia"/>
          <w:kern w:val="1"/>
        </w:rPr>
        <w:t xml:space="preserve"> </w:t>
      </w:r>
      <w:r>
        <w:rPr>
          <w:rFonts w:cs="Georgia"/>
          <w:kern w:val="1"/>
        </w:rPr>
        <w:t>produire mes vêtements neufs</w:t>
      </w:r>
      <w:r w:rsidR="000E1451">
        <w:rPr>
          <w:rFonts w:cs="Georgia"/>
          <w:kern w:val="1"/>
        </w:rPr>
        <w:t xml:space="preserve">. </w:t>
      </w:r>
      <w:r>
        <w:rPr>
          <w:rFonts w:cs="Georgia"/>
          <w:kern w:val="1"/>
        </w:rPr>
        <w:t>Mes craintes devaient demeurer vaines</w:t>
      </w:r>
      <w:r w:rsidR="000E1451">
        <w:rPr>
          <w:rFonts w:cs="Georgia"/>
          <w:kern w:val="1"/>
        </w:rPr>
        <w:t xml:space="preserve">. </w:t>
      </w:r>
      <w:r>
        <w:rPr>
          <w:rFonts w:cs="Georgia"/>
          <w:kern w:val="1"/>
        </w:rPr>
        <w:t>Les colis tant attendus venaient d</w:t>
      </w:r>
      <w:r w:rsidR="000E1451">
        <w:rPr>
          <w:rFonts w:cs="Georgia"/>
          <w:kern w:val="1"/>
        </w:rPr>
        <w:t>’</w:t>
      </w:r>
      <w:r>
        <w:rPr>
          <w:rFonts w:cs="Georgia"/>
          <w:kern w:val="1"/>
        </w:rPr>
        <w:t>arriver</w:t>
      </w:r>
      <w:r w:rsidR="000E1451">
        <w:rPr>
          <w:rFonts w:cs="Georgia"/>
          <w:kern w:val="1"/>
        </w:rPr>
        <w:t xml:space="preserve">. </w:t>
      </w:r>
      <w:r>
        <w:rPr>
          <w:rFonts w:cs="Georgia"/>
          <w:kern w:val="1"/>
        </w:rPr>
        <w:t>Je tombais en pleine liesse</w:t>
      </w:r>
      <w:r w:rsidR="000E1451">
        <w:rPr>
          <w:rFonts w:cs="Georgia"/>
          <w:kern w:val="1"/>
        </w:rPr>
        <w:t>.</w:t>
      </w:r>
    </w:p>
    <w:p w14:paraId="2B63A724" w14:textId="77777777" w:rsidR="000E1451" w:rsidRDefault="000E1451" w:rsidP="00BE611A">
      <w:pPr>
        <w:rPr>
          <w:rFonts w:cs="Georgia"/>
          <w:kern w:val="1"/>
        </w:rPr>
      </w:pPr>
      <w:r>
        <w:rPr>
          <w:rFonts w:cs="Georgia"/>
          <w:kern w:val="1"/>
        </w:rPr>
        <w:lastRenderedPageBreak/>
        <w:t>— </w:t>
      </w:r>
      <w:r w:rsidR="00BE611A">
        <w:rPr>
          <w:rFonts w:cs="Georgia"/>
          <w:kern w:val="1"/>
        </w:rPr>
        <w:t>À la distribution</w:t>
      </w:r>
      <w:r>
        <w:rPr>
          <w:rFonts w:cs="Georgia"/>
          <w:kern w:val="1"/>
        </w:rPr>
        <w:t xml:space="preserve">, </w:t>
      </w:r>
      <w:r w:rsidR="00BE611A">
        <w:rPr>
          <w:rFonts w:cs="Georgia"/>
          <w:kern w:val="1"/>
        </w:rPr>
        <w:t>me cria Fichet</w:t>
      </w:r>
      <w:r>
        <w:rPr>
          <w:rFonts w:cs="Georgia"/>
          <w:kern w:val="1"/>
        </w:rPr>
        <w:t xml:space="preserve">. </w:t>
      </w:r>
      <w:r w:rsidR="00BE611A">
        <w:rPr>
          <w:rFonts w:cs="Georgia"/>
          <w:kern w:val="1"/>
        </w:rPr>
        <w:t>Deux colis</w:t>
      </w:r>
      <w:r>
        <w:rPr>
          <w:rFonts w:cs="Georgia"/>
          <w:kern w:val="1"/>
        </w:rPr>
        <w:t xml:space="preserve">, </w:t>
      </w:r>
      <w:r w:rsidR="00BE611A">
        <w:rPr>
          <w:rFonts w:cs="Georgia"/>
          <w:kern w:val="1"/>
        </w:rPr>
        <w:t>et des lourds</w:t>
      </w:r>
      <w:r>
        <w:rPr>
          <w:rFonts w:cs="Georgia"/>
          <w:kern w:val="1"/>
        </w:rPr>
        <w:t xml:space="preserve"> ! </w:t>
      </w:r>
      <w:r w:rsidR="00BE611A">
        <w:rPr>
          <w:rFonts w:cs="Georgia"/>
          <w:kern w:val="1"/>
        </w:rPr>
        <w:t>J</w:t>
      </w:r>
      <w:r>
        <w:rPr>
          <w:rFonts w:cs="Georgia"/>
          <w:kern w:val="1"/>
        </w:rPr>
        <w:t>’</w:t>
      </w:r>
      <w:r w:rsidR="00BE611A">
        <w:rPr>
          <w:rFonts w:cs="Georgia"/>
          <w:kern w:val="1"/>
        </w:rPr>
        <w:t>ai signé pour toi</w:t>
      </w:r>
      <w:r>
        <w:rPr>
          <w:rFonts w:cs="Georgia"/>
          <w:kern w:val="1"/>
        </w:rPr>
        <w:t xml:space="preserve">. </w:t>
      </w:r>
      <w:r w:rsidR="00BE611A">
        <w:rPr>
          <w:rFonts w:cs="Georgia"/>
          <w:kern w:val="1"/>
        </w:rPr>
        <w:t>Le gefreiter ne voulait pas</w:t>
      </w:r>
      <w:r>
        <w:rPr>
          <w:rFonts w:cs="Georgia"/>
          <w:kern w:val="1"/>
        </w:rPr>
        <w:t xml:space="preserve">. </w:t>
      </w:r>
      <w:r w:rsidR="00BE611A">
        <w:rPr>
          <w:rFonts w:cs="Georgia"/>
          <w:kern w:val="1"/>
        </w:rPr>
        <w:t>Je lui ai refilé une plaque de chocolat</w:t>
      </w:r>
      <w:r>
        <w:rPr>
          <w:rFonts w:cs="Georgia"/>
          <w:kern w:val="1"/>
        </w:rPr>
        <w:t xml:space="preserve">. </w:t>
      </w:r>
      <w:r w:rsidR="00BE611A">
        <w:rPr>
          <w:rFonts w:cs="Georgia"/>
          <w:kern w:val="1"/>
        </w:rPr>
        <w:t>C</w:t>
      </w:r>
      <w:r>
        <w:rPr>
          <w:rFonts w:cs="Georgia"/>
          <w:kern w:val="1"/>
        </w:rPr>
        <w:t>’</w:t>
      </w:r>
      <w:r w:rsidR="00BE611A">
        <w:rPr>
          <w:rFonts w:cs="Georgia"/>
          <w:kern w:val="1"/>
        </w:rPr>
        <w:t>est deux que tu me dois</w:t>
      </w:r>
      <w:r>
        <w:rPr>
          <w:rFonts w:cs="Georgia"/>
          <w:kern w:val="1"/>
        </w:rPr>
        <w:t xml:space="preserve">, </w:t>
      </w:r>
      <w:r w:rsidR="00BE611A">
        <w:rPr>
          <w:rFonts w:cs="Georgia"/>
          <w:kern w:val="1"/>
        </w:rPr>
        <w:t>parce que j</w:t>
      </w:r>
      <w:r>
        <w:rPr>
          <w:rFonts w:cs="Georgia"/>
          <w:kern w:val="1"/>
        </w:rPr>
        <w:t>’</w:t>
      </w:r>
      <w:r w:rsidR="00BE611A">
        <w:rPr>
          <w:rFonts w:cs="Georgia"/>
          <w:kern w:val="1"/>
        </w:rPr>
        <w:t>en ai donné une autre</w:t>
      </w:r>
      <w:r>
        <w:rPr>
          <w:rFonts w:cs="Georgia"/>
          <w:kern w:val="1"/>
        </w:rPr>
        <w:t xml:space="preserve">, </w:t>
      </w:r>
      <w:r w:rsidR="00BE611A">
        <w:rPr>
          <w:rFonts w:cs="Georgia"/>
          <w:kern w:val="1"/>
        </w:rPr>
        <w:t>à midi</w:t>
      </w:r>
      <w:r>
        <w:rPr>
          <w:rFonts w:cs="Georgia"/>
          <w:kern w:val="1"/>
        </w:rPr>
        <w:t xml:space="preserve">, </w:t>
      </w:r>
      <w:r w:rsidR="00BE611A">
        <w:rPr>
          <w:rFonts w:cs="Georgia"/>
          <w:kern w:val="1"/>
        </w:rPr>
        <w:t>à ton moricaud</w:t>
      </w:r>
      <w:r>
        <w:rPr>
          <w:rFonts w:cs="Georgia"/>
          <w:kern w:val="1"/>
        </w:rPr>
        <w:t xml:space="preserve">. </w:t>
      </w:r>
      <w:r w:rsidR="00BE611A">
        <w:rPr>
          <w:rFonts w:cs="Georgia"/>
          <w:kern w:val="1"/>
        </w:rPr>
        <w:t>Pauvre Mopti</w:t>
      </w:r>
      <w:r>
        <w:rPr>
          <w:rFonts w:cs="Georgia"/>
          <w:kern w:val="1"/>
        </w:rPr>
        <w:t xml:space="preserve"> ! </w:t>
      </w:r>
      <w:r w:rsidR="00BE611A">
        <w:rPr>
          <w:rFonts w:cs="Georgia"/>
          <w:kern w:val="1"/>
        </w:rPr>
        <w:t>Il ne va pas fort</w:t>
      </w:r>
      <w:r>
        <w:rPr>
          <w:rFonts w:cs="Georgia"/>
          <w:kern w:val="1"/>
        </w:rPr>
        <w:t>.</w:t>
      </w:r>
    </w:p>
    <w:p w14:paraId="290FDF6E" w14:textId="77777777" w:rsidR="000E1451" w:rsidRDefault="000E1451" w:rsidP="00BE611A">
      <w:pPr>
        <w:rPr>
          <w:rFonts w:cs="Georgia"/>
          <w:kern w:val="1"/>
        </w:rPr>
      </w:pPr>
      <w:r>
        <w:rPr>
          <w:rFonts w:cs="Georgia"/>
          <w:kern w:val="1"/>
        </w:rPr>
        <w:t>— </w:t>
      </w:r>
      <w:r w:rsidR="00BE611A">
        <w:rPr>
          <w:rFonts w:cs="Georgia"/>
          <w:kern w:val="1"/>
        </w:rPr>
        <w:t>Où est-il</w:t>
      </w:r>
      <w:r>
        <w:rPr>
          <w:rFonts w:cs="Georgia"/>
          <w:kern w:val="1"/>
        </w:rPr>
        <w:t xml:space="preserve"> ? </w:t>
      </w:r>
      <w:r w:rsidR="00BE611A">
        <w:rPr>
          <w:rFonts w:cs="Georgia"/>
          <w:kern w:val="1"/>
        </w:rPr>
        <w:t>demandai-je</w:t>
      </w:r>
      <w:r>
        <w:rPr>
          <w:rFonts w:cs="Georgia"/>
          <w:kern w:val="1"/>
        </w:rPr>
        <w:t xml:space="preserve">, </w:t>
      </w:r>
      <w:r w:rsidR="00BE611A">
        <w:rPr>
          <w:rFonts w:cs="Georgia"/>
          <w:kern w:val="1"/>
        </w:rPr>
        <w:t>cherchant des yeux mon Sénégalais</w:t>
      </w:r>
      <w:r>
        <w:rPr>
          <w:rFonts w:cs="Georgia"/>
          <w:kern w:val="1"/>
        </w:rPr>
        <w:t>.</w:t>
      </w:r>
    </w:p>
    <w:p w14:paraId="60FB4026" w14:textId="77777777" w:rsidR="000E1451" w:rsidRDefault="000E1451" w:rsidP="00BE611A">
      <w:pPr>
        <w:rPr>
          <w:rFonts w:cs="Georgia"/>
          <w:kern w:val="1"/>
        </w:rPr>
      </w:pPr>
      <w:r>
        <w:rPr>
          <w:rFonts w:cs="Georgia"/>
          <w:kern w:val="1"/>
        </w:rPr>
        <w:t>— </w:t>
      </w:r>
      <w:r w:rsidR="00BE611A">
        <w:rPr>
          <w:rFonts w:cs="Georgia"/>
          <w:kern w:val="1"/>
        </w:rPr>
        <w:t>Je l</w:t>
      </w:r>
      <w:r>
        <w:rPr>
          <w:rFonts w:cs="Georgia"/>
          <w:kern w:val="1"/>
        </w:rPr>
        <w:t>’</w:t>
      </w:r>
      <w:r w:rsidR="00BE611A">
        <w:rPr>
          <w:rFonts w:cs="Georgia"/>
          <w:kern w:val="1"/>
        </w:rPr>
        <w:t>ai envoyé nous tirer un seau d</w:t>
      </w:r>
      <w:r>
        <w:rPr>
          <w:rFonts w:cs="Georgia"/>
          <w:kern w:val="1"/>
        </w:rPr>
        <w:t>’</w:t>
      </w:r>
      <w:r w:rsidR="00BE611A">
        <w:rPr>
          <w:rFonts w:cs="Georgia"/>
          <w:kern w:val="1"/>
        </w:rPr>
        <w:t>eau</w:t>
      </w:r>
      <w:r>
        <w:rPr>
          <w:rFonts w:cs="Georgia"/>
          <w:kern w:val="1"/>
        </w:rPr>
        <w:t xml:space="preserve">, </w:t>
      </w:r>
      <w:r w:rsidR="00BE611A">
        <w:rPr>
          <w:rFonts w:cs="Georgia"/>
          <w:kern w:val="1"/>
        </w:rPr>
        <w:t>dit Guérin</w:t>
      </w:r>
      <w:r>
        <w:rPr>
          <w:rFonts w:cs="Georgia"/>
          <w:kern w:val="1"/>
        </w:rPr>
        <w:t xml:space="preserve">. </w:t>
      </w:r>
      <w:r w:rsidR="00BE611A">
        <w:rPr>
          <w:rFonts w:cs="Georgia"/>
          <w:kern w:val="1"/>
        </w:rPr>
        <w:t>Tu as aussi une lettre</w:t>
      </w:r>
      <w:r>
        <w:rPr>
          <w:rFonts w:cs="Georgia"/>
          <w:kern w:val="1"/>
        </w:rPr>
        <w:t xml:space="preserve">. </w:t>
      </w:r>
      <w:r w:rsidR="00BE611A">
        <w:rPr>
          <w:rFonts w:cs="Georgia"/>
          <w:kern w:val="1"/>
        </w:rPr>
        <w:t>Je l</w:t>
      </w:r>
      <w:r>
        <w:rPr>
          <w:rFonts w:cs="Georgia"/>
          <w:kern w:val="1"/>
        </w:rPr>
        <w:t>’</w:t>
      </w:r>
      <w:r w:rsidR="00BE611A">
        <w:rPr>
          <w:rFonts w:cs="Georgia"/>
          <w:kern w:val="1"/>
        </w:rPr>
        <w:t>ai prise pour toi</w:t>
      </w:r>
      <w:r>
        <w:rPr>
          <w:rFonts w:cs="Georgia"/>
          <w:kern w:val="1"/>
        </w:rPr>
        <w:t>.</w:t>
      </w:r>
    </w:p>
    <w:p w14:paraId="21D8CCB2" w14:textId="77777777" w:rsidR="000E1451" w:rsidRDefault="000E1451" w:rsidP="00BE611A">
      <w:pPr>
        <w:rPr>
          <w:rFonts w:cs="Georgia"/>
          <w:kern w:val="1"/>
        </w:rPr>
      </w:pPr>
      <w:r>
        <w:rPr>
          <w:rFonts w:cs="Georgia"/>
          <w:kern w:val="1"/>
        </w:rPr>
        <w:t>— </w:t>
      </w:r>
      <w:r w:rsidR="00BE611A">
        <w:rPr>
          <w:rFonts w:cs="Georgia"/>
          <w:kern w:val="1"/>
        </w:rPr>
        <w:t>Donne vite</w:t>
      </w:r>
      <w:r>
        <w:rPr>
          <w:rFonts w:cs="Georgia"/>
          <w:kern w:val="1"/>
        </w:rPr>
        <w:t>.</w:t>
      </w:r>
    </w:p>
    <w:p w14:paraId="153188CE" w14:textId="77777777" w:rsidR="000E1451" w:rsidRDefault="000E1451" w:rsidP="00BE611A">
      <w:pPr>
        <w:rPr>
          <w:rFonts w:cs="Georgia"/>
          <w:kern w:val="1"/>
        </w:rPr>
      </w:pPr>
      <w:r>
        <w:rPr>
          <w:rFonts w:cs="Georgia"/>
          <w:kern w:val="1"/>
        </w:rPr>
        <w:t>— </w:t>
      </w:r>
      <w:r w:rsidR="00BE611A">
        <w:rPr>
          <w:rFonts w:cs="Georgia"/>
          <w:kern w:val="1"/>
        </w:rPr>
        <w:t>Voilà</w:t>
      </w:r>
      <w:r>
        <w:rPr>
          <w:rFonts w:cs="Georgia"/>
          <w:kern w:val="1"/>
        </w:rPr>
        <w:t xml:space="preserve">. </w:t>
      </w:r>
      <w:r w:rsidR="00BE611A">
        <w:rPr>
          <w:rFonts w:cs="Georgia"/>
          <w:kern w:val="1"/>
        </w:rPr>
        <w:t>C</w:t>
      </w:r>
      <w:r>
        <w:rPr>
          <w:rFonts w:cs="Georgia"/>
          <w:kern w:val="1"/>
        </w:rPr>
        <w:t>’</w:t>
      </w:r>
      <w:r w:rsidR="00BE611A">
        <w:rPr>
          <w:rFonts w:cs="Georgia"/>
          <w:kern w:val="1"/>
        </w:rPr>
        <w:t>est de ta mère</w:t>
      </w:r>
      <w:r>
        <w:rPr>
          <w:rFonts w:cs="Georgia"/>
          <w:kern w:val="1"/>
        </w:rPr>
        <w:t> ?</w:t>
      </w:r>
    </w:p>
    <w:p w14:paraId="285A0CE5" w14:textId="77777777" w:rsidR="000E1451" w:rsidRDefault="000E1451" w:rsidP="00BE611A">
      <w:pPr>
        <w:rPr>
          <w:rFonts w:cs="Georgia"/>
          <w:kern w:val="1"/>
        </w:rPr>
      </w:pPr>
      <w:r>
        <w:rPr>
          <w:rFonts w:cs="Georgia"/>
          <w:kern w:val="1"/>
        </w:rPr>
        <w:t>— </w:t>
      </w:r>
      <w:r w:rsidR="00BE611A">
        <w:rPr>
          <w:rFonts w:cs="Georgia"/>
          <w:kern w:val="1"/>
        </w:rPr>
        <w:t>Oui</w:t>
      </w:r>
      <w:r>
        <w:rPr>
          <w:rFonts w:cs="Georgia"/>
          <w:kern w:val="1"/>
        </w:rPr>
        <w:t xml:space="preserve">, </w:t>
      </w:r>
      <w:r w:rsidR="00BE611A">
        <w:rPr>
          <w:rFonts w:cs="Georgia"/>
          <w:kern w:val="1"/>
        </w:rPr>
        <w:t>murmurai-je</w:t>
      </w:r>
      <w:r>
        <w:rPr>
          <w:rFonts w:cs="Georgia"/>
          <w:kern w:val="1"/>
        </w:rPr>
        <w:t xml:space="preserve">, </w:t>
      </w:r>
      <w:r w:rsidR="00BE611A">
        <w:rPr>
          <w:rFonts w:cs="Georgia"/>
          <w:kern w:val="1"/>
        </w:rPr>
        <w:t>tout en lisant</w:t>
      </w:r>
      <w:r>
        <w:rPr>
          <w:rFonts w:cs="Georgia"/>
          <w:kern w:val="1"/>
        </w:rPr>
        <w:t>.</w:t>
      </w:r>
    </w:p>
    <w:p w14:paraId="21AD80AA" w14:textId="77777777" w:rsidR="000E1451" w:rsidRDefault="000E1451" w:rsidP="00BE611A">
      <w:pPr>
        <w:rPr>
          <w:rFonts w:cs="Georgia"/>
          <w:kern w:val="1"/>
        </w:rPr>
      </w:pPr>
      <w:r>
        <w:rPr>
          <w:rFonts w:cs="Georgia"/>
          <w:kern w:val="1"/>
        </w:rPr>
        <w:t>— </w:t>
      </w:r>
      <w:r w:rsidR="00BE611A">
        <w:rPr>
          <w:rFonts w:cs="Georgia"/>
          <w:kern w:val="1"/>
        </w:rPr>
        <w:t>Ça va mieux</w:t>
      </w:r>
      <w:r>
        <w:rPr>
          <w:rFonts w:cs="Georgia"/>
          <w:kern w:val="1"/>
        </w:rPr>
        <w:t> ?</w:t>
      </w:r>
    </w:p>
    <w:p w14:paraId="182DBA93" w14:textId="77777777" w:rsidR="000E1451" w:rsidRDefault="000E1451" w:rsidP="00BE611A">
      <w:pPr>
        <w:rPr>
          <w:rFonts w:cs="Georgia"/>
          <w:kern w:val="1"/>
        </w:rPr>
      </w:pPr>
      <w:r>
        <w:rPr>
          <w:rFonts w:cs="Georgia"/>
          <w:kern w:val="1"/>
        </w:rPr>
        <w:t>— </w:t>
      </w:r>
      <w:r w:rsidR="00BE611A">
        <w:rPr>
          <w:rFonts w:cs="Georgia"/>
          <w:kern w:val="1"/>
        </w:rPr>
        <w:t>Grâce au ciel</w:t>
      </w:r>
      <w:r>
        <w:rPr>
          <w:rFonts w:cs="Georgia"/>
          <w:kern w:val="1"/>
        </w:rPr>
        <w:t xml:space="preserve"> ! </w:t>
      </w:r>
      <w:r w:rsidR="00BE611A">
        <w:rPr>
          <w:rFonts w:cs="Georgia"/>
          <w:kern w:val="1"/>
        </w:rPr>
        <w:t>Elle a eu une bronchite</w:t>
      </w:r>
      <w:r>
        <w:rPr>
          <w:rFonts w:cs="Georgia"/>
          <w:kern w:val="1"/>
        </w:rPr>
        <w:t xml:space="preserve">. </w:t>
      </w:r>
      <w:r w:rsidR="00BE611A">
        <w:rPr>
          <w:rFonts w:cs="Georgia"/>
          <w:kern w:val="1"/>
        </w:rPr>
        <w:t>Mais elle est à peu près guérie</w:t>
      </w:r>
      <w:r>
        <w:rPr>
          <w:rFonts w:cs="Georgia"/>
          <w:kern w:val="1"/>
        </w:rPr>
        <w:t xml:space="preserve">. </w:t>
      </w:r>
      <w:r w:rsidR="00BE611A">
        <w:rPr>
          <w:rFonts w:cs="Georgia"/>
          <w:kern w:val="1"/>
        </w:rPr>
        <w:t>Et il paraît que le temps est magnifique</w:t>
      </w:r>
      <w:r>
        <w:rPr>
          <w:rFonts w:cs="Georgia"/>
          <w:kern w:val="1"/>
        </w:rPr>
        <w:t>.</w:t>
      </w:r>
    </w:p>
    <w:p w14:paraId="2D5B5173" w14:textId="77777777" w:rsidR="000E1451" w:rsidRDefault="000E1451" w:rsidP="00BE611A">
      <w:pPr>
        <w:rPr>
          <w:rFonts w:cs="Georgia"/>
          <w:kern w:val="1"/>
        </w:rPr>
      </w:pPr>
      <w:r>
        <w:rPr>
          <w:rFonts w:cs="Georgia"/>
          <w:kern w:val="1"/>
        </w:rPr>
        <w:t>— </w:t>
      </w:r>
      <w:r w:rsidR="00BE611A">
        <w:rPr>
          <w:rFonts w:cs="Georgia"/>
          <w:kern w:val="1"/>
        </w:rPr>
        <w:t>Tonnerre</w:t>
      </w:r>
      <w:r>
        <w:rPr>
          <w:rFonts w:cs="Georgia"/>
          <w:kern w:val="1"/>
        </w:rPr>
        <w:t xml:space="preserve">, </w:t>
      </w:r>
      <w:r w:rsidR="00BE611A">
        <w:rPr>
          <w:rFonts w:cs="Georgia"/>
          <w:kern w:val="1"/>
        </w:rPr>
        <w:t>pas comme ici</w:t>
      </w:r>
      <w:r>
        <w:rPr>
          <w:rFonts w:cs="Georgia"/>
          <w:kern w:val="1"/>
        </w:rPr>
        <w:t xml:space="preserve">, </w:t>
      </w:r>
      <w:r w:rsidR="00BE611A">
        <w:rPr>
          <w:rFonts w:cs="Georgia"/>
          <w:kern w:val="1"/>
        </w:rPr>
        <w:t>alors</w:t>
      </w:r>
      <w:r>
        <w:rPr>
          <w:rFonts w:cs="Georgia"/>
          <w:kern w:val="1"/>
        </w:rPr>
        <w:t xml:space="preserve"> ! </w:t>
      </w:r>
      <w:r w:rsidR="00BE611A">
        <w:rPr>
          <w:rFonts w:cs="Georgia"/>
          <w:kern w:val="1"/>
        </w:rPr>
        <w:t>Qu</w:t>
      </w:r>
      <w:r>
        <w:rPr>
          <w:rFonts w:cs="Georgia"/>
          <w:kern w:val="1"/>
        </w:rPr>
        <w:t>’</w:t>
      </w:r>
      <w:r w:rsidR="00BE611A">
        <w:rPr>
          <w:rFonts w:cs="Georgia"/>
          <w:kern w:val="1"/>
        </w:rPr>
        <w:t>est-ce qu</w:t>
      </w:r>
      <w:r>
        <w:rPr>
          <w:rFonts w:cs="Georgia"/>
          <w:kern w:val="1"/>
        </w:rPr>
        <w:t>’</w:t>
      </w:r>
      <w:r w:rsidR="00BE611A">
        <w:rPr>
          <w:rFonts w:cs="Georgia"/>
          <w:kern w:val="1"/>
        </w:rPr>
        <w:t>on a pris</w:t>
      </w:r>
      <w:r>
        <w:rPr>
          <w:rFonts w:cs="Georgia"/>
          <w:kern w:val="1"/>
        </w:rPr>
        <w:t xml:space="preserve">, </w:t>
      </w:r>
      <w:r w:rsidR="00BE611A">
        <w:rPr>
          <w:rFonts w:cs="Georgia"/>
          <w:kern w:val="1"/>
        </w:rPr>
        <w:t>toute l</w:t>
      </w:r>
      <w:r>
        <w:rPr>
          <w:rFonts w:cs="Georgia"/>
          <w:kern w:val="1"/>
        </w:rPr>
        <w:t>’</w:t>
      </w:r>
      <w:r w:rsidR="00BE611A">
        <w:rPr>
          <w:rFonts w:cs="Georgia"/>
          <w:kern w:val="1"/>
        </w:rPr>
        <w:t>après-midi</w:t>
      </w:r>
      <w:r>
        <w:rPr>
          <w:rFonts w:cs="Georgia"/>
          <w:kern w:val="1"/>
        </w:rPr>
        <w:t xml:space="preserve">, </w:t>
      </w:r>
      <w:r w:rsidR="00BE611A">
        <w:rPr>
          <w:rFonts w:cs="Georgia"/>
          <w:kern w:val="1"/>
        </w:rPr>
        <w:t>en chargeant du bois à la station</w:t>
      </w:r>
      <w:r>
        <w:rPr>
          <w:rFonts w:cs="Georgia"/>
          <w:kern w:val="1"/>
        </w:rPr>
        <w:t xml:space="preserve"> ! </w:t>
      </w:r>
      <w:r w:rsidR="00BE611A">
        <w:rPr>
          <w:rFonts w:cs="Georgia"/>
          <w:kern w:val="1"/>
        </w:rPr>
        <w:t>Il pleuvait tellement qu</w:t>
      </w:r>
      <w:r>
        <w:rPr>
          <w:rFonts w:cs="Georgia"/>
          <w:kern w:val="1"/>
        </w:rPr>
        <w:t>’</w:t>
      </w:r>
      <w:r w:rsidR="00BE611A">
        <w:rPr>
          <w:rFonts w:cs="Georgia"/>
          <w:kern w:val="1"/>
        </w:rPr>
        <w:t>on ne se voyait plus</w:t>
      </w:r>
      <w:r>
        <w:rPr>
          <w:rFonts w:cs="Georgia"/>
          <w:kern w:val="1"/>
        </w:rPr>
        <w:t xml:space="preserve">. </w:t>
      </w:r>
      <w:r w:rsidR="00BE611A">
        <w:rPr>
          <w:rFonts w:cs="Georgia"/>
          <w:kern w:val="1"/>
        </w:rPr>
        <w:t>Et rien pour s</w:t>
      </w:r>
      <w:r>
        <w:rPr>
          <w:rFonts w:cs="Georgia"/>
          <w:kern w:val="1"/>
        </w:rPr>
        <w:t>’</w:t>
      </w:r>
      <w:r w:rsidR="00BE611A">
        <w:rPr>
          <w:rFonts w:cs="Georgia"/>
          <w:kern w:val="1"/>
        </w:rPr>
        <w:t>abriter</w:t>
      </w:r>
      <w:r>
        <w:rPr>
          <w:rFonts w:cs="Georgia"/>
          <w:kern w:val="1"/>
        </w:rPr>
        <w:t xml:space="preserve">. </w:t>
      </w:r>
      <w:r w:rsidR="00BE611A">
        <w:rPr>
          <w:rFonts w:cs="Georgia"/>
          <w:kern w:val="1"/>
        </w:rPr>
        <w:t>Par exemple</w:t>
      </w:r>
      <w:r>
        <w:rPr>
          <w:rFonts w:cs="Georgia"/>
          <w:kern w:val="1"/>
        </w:rPr>
        <w:t xml:space="preserve">, </w:t>
      </w:r>
      <w:r w:rsidR="00BE611A">
        <w:rPr>
          <w:rFonts w:cs="Georgia"/>
          <w:kern w:val="1"/>
        </w:rPr>
        <w:t>Vandaële a réussi à poisser un lièvre</w:t>
      </w:r>
      <w:r>
        <w:rPr>
          <w:rFonts w:cs="Georgia"/>
          <w:kern w:val="1"/>
        </w:rPr>
        <w:t>.</w:t>
      </w:r>
    </w:p>
    <w:p w14:paraId="23507D86" w14:textId="77777777" w:rsidR="00BE611A" w:rsidRDefault="00BE611A" w:rsidP="00BE611A">
      <w:pPr>
        <w:rPr>
          <w:rFonts w:cs="Georgia"/>
          <w:kern w:val="1"/>
        </w:rPr>
      </w:pPr>
    </w:p>
    <w:p w14:paraId="61EC41DD" w14:textId="77777777" w:rsidR="000E1451" w:rsidRDefault="00BE611A" w:rsidP="00BE611A">
      <w:pPr>
        <w:rPr>
          <w:rFonts w:cs="Georgia"/>
          <w:kern w:val="1"/>
        </w:rPr>
      </w:pPr>
      <w:r>
        <w:rPr>
          <w:rFonts w:cs="Georgia"/>
          <w:kern w:val="1"/>
        </w:rPr>
        <w:t>Le lendemain matin</w:t>
      </w:r>
      <w:r w:rsidR="000E1451">
        <w:rPr>
          <w:rFonts w:cs="Georgia"/>
          <w:kern w:val="1"/>
        </w:rPr>
        <w:t xml:space="preserve">, </w:t>
      </w:r>
      <w:r>
        <w:rPr>
          <w:rFonts w:cs="Georgia"/>
          <w:kern w:val="1"/>
        </w:rPr>
        <w:t>avant de m</w:t>
      </w:r>
      <w:r w:rsidR="000E1451">
        <w:rPr>
          <w:rFonts w:cs="Georgia"/>
          <w:kern w:val="1"/>
        </w:rPr>
        <w:t>’</w:t>
      </w:r>
      <w:r>
        <w:rPr>
          <w:rFonts w:cs="Georgia"/>
          <w:kern w:val="1"/>
        </w:rPr>
        <w:t>en aller chez le pasteur toujours sous l</w:t>
      </w:r>
      <w:r w:rsidR="000E1451">
        <w:rPr>
          <w:rFonts w:cs="Georgia"/>
          <w:kern w:val="1"/>
        </w:rPr>
        <w:t>’</w:t>
      </w:r>
      <w:r>
        <w:rPr>
          <w:rFonts w:cs="Georgia"/>
          <w:kern w:val="1"/>
        </w:rPr>
        <w:t>escorte de mon ange gardien feldgrau</w:t>
      </w:r>
      <w:r w:rsidR="000E1451">
        <w:rPr>
          <w:rFonts w:cs="Georgia"/>
          <w:kern w:val="1"/>
        </w:rPr>
        <w:t xml:space="preserve">, </w:t>
      </w:r>
      <w:r>
        <w:rPr>
          <w:rFonts w:cs="Georgia"/>
          <w:kern w:val="1"/>
        </w:rPr>
        <w:t>je remis au capitaine Elbing la liste demandée</w:t>
      </w:r>
      <w:r w:rsidR="000E1451">
        <w:rPr>
          <w:rFonts w:cs="Georgia"/>
          <w:kern w:val="1"/>
        </w:rPr>
        <w:t xml:space="preserve">. </w:t>
      </w:r>
      <w:r>
        <w:rPr>
          <w:rFonts w:cs="Georgia"/>
          <w:kern w:val="1"/>
        </w:rPr>
        <w:t>Il l</w:t>
      </w:r>
      <w:r w:rsidR="000E1451">
        <w:rPr>
          <w:rFonts w:cs="Georgia"/>
          <w:kern w:val="1"/>
        </w:rPr>
        <w:t>’</w:t>
      </w:r>
      <w:r>
        <w:rPr>
          <w:rFonts w:cs="Georgia"/>
          <w:kern w:val="1"/>
        </w:rPr>
        <w:t>étudia avec soin</w:t>
      </w:r>
      <w:r w:rsidR="000E1451">
        <w:rPr>
          <w:rFonts w:cs="Georgia"/>
          <w:kern w:val="1"/>
        </w:rPr>
        <w:t xml:space="preserve">. </w:t>
      </w:r>
      <w:r>
        <w:rPr>
          <w:rFonts w:cs="Georgia"/>
          <w:kern w:val="1"/>
        </w:rPr>
        <w:t>Le prix total du matériel que je réclamais ne devait pas excéder cinq cents marks</w:t>
      </w:r>
      <w:r w:rsidR="000E1451">
        <w:rPr>
          <w:rFonts w:cs="Georgia"/>
          <w:kern w:val="1"/>
        </w:rPr>
        <w:t>.</w:t>
      </w:r>
    </w:p>
    <w:p w14:paraId="3FA7A05D" w14:textId="77777777" w:rsidR="000E1451" w:rsidRDefault="000E1451" w:rsidP="00BE611A">
      <w:pPr>
        <w:rPr>
          <w:rFonts w:cs="Georgia"/>
          <w:kern w:val="1"/>
        </w:rPr>
      </w:pPr>
      <w:r>
        <w:rPr>
          <w:rFonts w:cs="Georgia"/>
          <w:kern w:val="1"/>
        </w:rPr>
        <w:t>— </w:t>
      </w:r>
      <w:r w:rsidR="00BE611A">
        <w:rPr>
          <w:rFonts w:cs="Georgia"/>
          <w:kern w:val="1"/>
        </w:rPr>
        <w:t>C</w:t>
      </w:r>
      <w:r>
        <w:rPr>
          <w:rFonts w:cs="Georgia"/>
          <w:kern w:val="1"/>
        </w:rPr>
        <w:t>’</w:t>
      </w:r>
      <w:r w:rsidR="00BE611A">
        <w:rPr>
          <w:rFonts w:cs="Georgia"/>
          <w:kern w:val="1"/>
        </w:rPr>
        <w:t>est très raisonnable</w:t>
      </w:r>
      <w:r>
        <w:rPr>
          <w:rFonts w:cs="Georgia"/>
          <w:kern w:val="1"/>
        </w:rPr>
        <w:t xml:space="preserve">, </w:t>
      </w:r>
      <w:r w:rsidR="00BE611A">
        <w:rPr>
          <w:rFonts w:cs="Georgia"/>
          <w:kern w:val="1"/>
        </w:rPr>
        <w:t>dit-il d</w:t>
      </w:r>
      <w:r>
        <w:rPr>
          <w:rFonts w:cs="Georgia"/>
          <w:kern w:val="1"/>
        </w:rPr>
        <w:t>’</w:t>
      </w:r>
      <w:r w:rsidR="00BE611A">
        <w:rPr>
          <w:rFonts w:cs="Georgia"/>
          <w:kern w:val="1"/>
        </w:rPr>
        <w:t>un air satisfait</w:t>
      </w:r>
      <w:r>
        <w:rPr>
          <w:rFonts w:cs="Georgia"/>
          <w:kern w:val="1"/>
        </w:rPr>
        <w:t>.</w:t>
      </w:r>
    </w:p>
    <w:p w14:paraId="1CBFEAE7" w14:textId="77777777" w:rsidR="000E1451" w:rsidRDefault="00BE611A" w:rsidP="00BE611A">
      <w:pPr>
        <w:rPr>
          <w:rFonts w:cs="Georgia"/>
          <w:kern w:val="1"/>
        </w:rPr>
      </w:pPr>
      <w:r>
        <w:rPr>
          <w:rFonts w:cs="Georgia"/>
          <w:kern w:val="1"/>
        </w:rPr>
        <w:lastRenderedPageBreak/>
        <w:t>Il n</w:t>
      </w:r>
      <w:r w:rsidR="000E1451">
        <w:rPr>
          <w:rFonts w:cs="Georgia"/>
          <w:kern w:val="1"/>
        </w:rPr>
        <w:t>’</w:t>
      </w:r>
      <w:r>
        <w:rPr>
          <w:rFonts w:cs="Georgia"/>
          <w:kern w:val="1"/>
        </w:rPr>
        <w:t>exigea aucun éclaircissement</w:t>
      </w:r>
      <w:r w:rsidR="000E1451">
        <w:rPr>
          <w:rFonts w:cs="Georgia"/>
          <w:kern w:val="1"/>
        </w:rPr>
        <w:t xml:space="preserve">, </w:t>
      </w:r>
      <w:r>
        <w:rPr>
          <w:rFonts w:cs="Georgia"/>
          <w:kern w:val="1"/>
        </w:rPr>
        <w:t>ce qui me convint fort</w:t>
      </w:r>
      <w:r w:rsidR="000E1451">
        <w:rPr>
          <w:rFonts w:cs="Georgia"/>
          <w:kern w:val="1"/>
        </w:rPr>
        <w:t xml:space="preserve">. </w:t>
      </w:r>
      <w:r>
        <w:rPr>
          <w:rFonts w:cs="Georgia"/>
          <w:kern w:val="1"/>
        </w:rPr>
        <w:t>J</w:t>
      </w:r>
      <w:r w:rsidR="000E1451">
        <w:rPr>
          <w:rFonts w:cs="Georgia"/>
          <w:kern w:val="1"/>
        </w:rPr>
        <w:t>’</w:t>
      </w:r>
      <w:r>
        <w:rPr>
          <w:rFonts w:cs="Georgia"/>
          <w:kern w:val="1"/>
        </w:rPr>
        <w:t>avais en effet compris dans ma commande trois douzaines de ces minuscules ampoules électriques qu</w:t>
      </w:r>
      <w:r w:rsidR="000E1451">
        <w:rPr>
          <w:rFonts w:cs="Georgia"/>
          <w:kern w:val="1"/>
        </w:rPr>
        <w:t>’</w:t>
      </w:r>
      <w:r>
        <w:rPr>
          <w:rFonts w:cs="Georgia"/>
          <w:kern w:val="1"/>
        </w:rPr>
        <w:t xml:space="preserve">on nomme </w:t>
      </w:r>
      <w:r>
        <w:rPr>
          <w:rFonts w:cs="Georgia"/>
          <w:bCs/>
          <w:i/>
          <w:iCs/>
          <w:kern w:val="1"/>
        </w:rPr>
        <w:t>groseilles</w:t>
      </w:r>
      <w:r>
        <w:rPr>
          <w:rFonts w:cs="Georgia"/>
          <w:kern w:val="1"/>
        </w:rPr>
        <w:t xml:space="preserve"> et je préférais n</w:t>
      </w:r>
      <w:r w:rsidR="000E1451">
        <w:rPr>
          <w:rFonts w:cs="Georgia"/>
          <w:kern w:val="1"/>
        </w:rPr>
        <w:t>’</w:t>
      </w:r>
      <w:r>
        <w:rPr>
          <w:rFonts w:cs="Georgia"/>
          <w:kern w:val="1"/>
        </w:rPr>
        <w:t>avoir pas pour l</w:t>
      </w:r>
      <w:r w:rsidR="000E1451">
        <w:rPr>
          <w:rFonts w:cs="Georgia"/>
          <w:kern w:val="1"/>
        </w:rPr>
        <w:t>’</w:t>
      </w:r>
      <w:r>
        <w:rPr>
          <w:rFonts w:cs="Georgia"/>
          <w:kern w:val="1"/>
        </w:rPr>
        <w:t>instant à révéler leur destination</w:t>
      </w:r>
      <w:r w:rsidR="000E1451">
        <w:rPr>
          <w:rFonts w:cs="Georgia"/>
          <w:kern w:val="1"/>
        </w:rPr>
        <w:t>.</w:t>
      </w:r>
    </w:p>
    <w:p w14:paraId="09A34E9A" w14:textId="77777777" w:rsidR="00BE611A" w:rsidRDefault="00BE611A" w:rsidP="00BE611A">
      <w:pPr>
        <w:rPr>
          <w:rFonts w:cs="Georgia"/>
          <w:kern w:val="1"/>
        </w:rPr>
      </w:pPr>
    </w:p>
    <w:p w14:paraId="590B23A4" w14:textId="77777777" w:rsidR="000E1451" w:rsidRDefault="00BE611A" w:rsidP="00BE611A">
      <w:pPr>
        <w:rPr>
          <w:rFonts w:cs="Georgia"/>
          <w:kern w:val="1"/>
        </w:rPr>
      </w:pPr>
      <w:r>
        <w:rPr>
          <w:rFonts w:cs="Georgia"/>
          <w:kern w:val="1"/>
        </w:rPr>
        <w:t>Si</w:t>
      </w:r>
      <w:r w:rsidR="000E1451">
        <w:rPr>
          <w:rFonts w:cs="Georgia"/>
          <w:kern w:val="1"/>
        </w:rPr>
        <w:t xml:space="preserve">, </w:t>
      </w:r>
      <w:r>
        <w:rPr>
          <w:rFonts w:cs="Georgia"/>
          <w:kern w:val="1"/>
        </w:rPr>
        <w:t>à la faveur de ces événements</w:t>
      </w:r>
      <w:r w:rsidR="000E1451">
        <w:rPr>
          <w:rFonts w:cs="Georgia"/>
          <w:kern w:val="1"/>
        </w:rPr>
        <w:t xml:space="preserve">, </w:t>
      </w:r>
      <w:r>
        <w:rPr>
          <w:rFonts w:cs="Georgia"/>
          <w:kern w:val="1"/>
        </w:rPr>
        <w:t>j</w:t>
      </w:r>
      <w:r w:rsidR="000E1451">
        <w:rPr>
          <w:rFonts w:cs="Georgia"/>
          <w:kern w:val="1"/>
        </w:rPr>
        <w:t>’</w:t>
      </w:r>
      <w:r>
        <w:rPr>
          <w:rFonts w:cs="Georgia"/>
          <w:kern w:val="1"/>
        </w:rPr>
        <w:t xml:space="preserve">avais compté approcher </w:t>
      </w:r>
      <w:r w:rsidR="000E1451">
        <w:rPr>
          <w:rFonts w:cs="Georgia"/>
          <w:kern w:val="1"/>
        </w:rPr>
        <w:t>M</w:t>
      </w:r>
      <w:r w:rsidR="000E1451" w:rsidRPr="000E1451">
        <w:rPr>
          <w:rFonts w:cs="Georgia"/>
          <w:kern w:val="1"/>
          <w:vertAlign w:val="superscript"/>
        </w:rPr>
        <w:t>lle</w:t>
      </w:r>
      <w:r w:rsidR="000E1451">
        <w:rPr>
          <w:rFonts w:cs="Georgia"/>
          <w:kern w:val="1"/>
        </w:rPr>
        <w:t> de </w:t>
      </w:r>
      <w:r>
        <w:rPr>
          <w:rFonts w:cs="Georgia"/>
          <w:kern w:val="1"/>
        </w:rPr>
        <w:t>Mirrbach</w:t>
      </w:r>
      <w:r w:rsidR="000E1451">
        <w:rPr>
          <w:rFonts w:cs="Georgia"/>
          <w:kern w:val="1"/>
        </w:rPr>
        <w:t xml:space="preserve">, </w:t>
      </w:r>
      <w:r>
        <w:rPr>
          <w:rFonts w:cs="Georgia"/>
          <w:kern w:val="1"/>
        </w:rPr>
        <w:t>obtenir d</w:t>
      </w:r>
      <w:r w:rsidR="000E1451">
        <w:rPr>
          <w:rFonts w:cs="Georgia"/>
          <w:kern w:val="1"/>
        </w:rPr>
        <w:t>’</w:t>
      </w:r>
      <w:r>
        <w:rPr>
          <w:rFonts w:cs="Georgia"/>
          <w:kern w:val="1"/>
        </w:rPr>
        <w:t>elle une attention moins dédaigneuse</w:t>
      </w:r>
      <w:r w:rsidR="000E1451">
        <w:rPr>
          <w:rFonts w:cs="Georgia"/>
          <w:kern w:val="1"/>
        </w:rPr>
        <w:t xml:space="preserve">, </w:t>
      </w:r>
      <w:r>
        <w:rPr>
          <w:rFonts w:cs="Georgia"/>
          <w:kern w:val="1"/>
        </w:rPr>
        <w:t>mon espoir eût été déçu</w:t>
      </w:r>
      <w:r w:rsidR="000E1451">
        <w:rPr>
          <w:rFonts w:cs="Georgia"/>
          <w:kern w:val="1"/>
        </w:rPr>
        <w:t xml:space="preserve">. </w:t>
      </w:r>
      <w:r>
        <w:rPr>
          <w:rFonts w:cs="Georgia"/>
          <w:kern w:val="1"/>
        </w:rPr>
        <w:t>Je ne la vis pas le lundi</w:t>
      </w:r>
      <w:r w:rsidR="000E1451">
        <w:rPr>
          <w:rFonts w:cs="Georgia"/>
          <w:kern w:val="1"/>
        </w:rPr>
        <w:t xml:space="preserve"> ; </w:t>
      </w:r>
      <w:r>
        <w:rPr>
          <w:rFonts w:cs="Georgia"/>
          <w:kern w:val="1"/>
        </w:rPr>
        <w:t>le mercredi</w:t>
      </w:r>
      <w:r w:rsidR="000E1451">
        <w:rPr>
          <w:rFonts w:cs="Georgia"/>
          <w:kern w:val="1"/>
        </w:rPr>
        <w:t xml:space="preserve">, </w:t>
      </w:r>
      <w:r>
        <w:rPr>
          <w:rFonts w:cs="Georgia"/>
          <w:kern w:val="1"/>
        </w:rPr>
        <w:t>je ne l</w:t>
      </w:r>
      <w:r w:rsidR="000E1451">
        <w:rPr>
          <w:rFonts w:cs="Georgia"/>
          <w:kern w:val="1"/>
        </w:rPr>
        <w:t>’</w:t>
      </w:r>
      <w:r>
        <w:rPr>
          <w:rFonts w:cs="Georgia"/>
          <w:kern w:val="1"/>
        </w:rPr>
        <w:t>aperçus que fort tard</w:t>
      </w:r>
      <w:r w:rsidR="000E1451">
        <w:rPr>
          <w:rFonts w:cs="Georgia"/>
          <w:kern w:val="1"/>
        </w:rPr>
        <w:t xml:space="preserve">, </w:t>
      </w:r>
      <w:r>
        <w:rPr>
          <w:rFonts w:cs="Georgia"/>
          <w:kern w:val="1"/>
        </w:rPr>
        <w:t>tout à la fin de la soirée</w:t>
      </w:r>
      <w:r w:rsidR="000E1451">
        <w:rPr>
          <w:rFonts w:cs="Georgia"/>
          <w:kern w:val="1"/>
        </w:rPr>
        <w:t xml:space="preserve">. </w:t>
      </w:r>
      <w:r>
        <w:rPr>
          <w:rFonts w:cs="Georgia"/>
          <w:kern w:val="1"/>
        </w:rPr>
        <w:t>D</w:t>
      </w:r>
      <w:r w:rsidR="000E1451">
        <w:rPr>
          <w:rFonts w:cs="Georgia"/>
          <w:kern w:val="1"/>
        </w:rPr>
        <w:t>’</w:t>
      </w:r>
      <w:r>
        <w:rPr>
          <w:rFonts w:cs="Georgia"/>
          <w:kern w:val="1"/>
        </w:rPr>
        <w:t>ailleurs</w:t>
      </w:r>
      <w:r w:rsidR="000E1451">
        <w:rPr>
          <w:rFonts w:cs="Georgia"/>
          <w:kern w:val="1"/>
        </w:rPr>
        <w:t xml:space="preserve">, </w:t>
      </w:r>
      <w:r>
        <w:rPr>
          <w:rFonts w:cs="Georgia"/>
          <w:kern w:val="1"/>
        </w:rPr>
        <w:t>je ne m</w:t>
      </w:r>
      <w:r w:rsidR="000E1451">
        <w:rPr>
          <w:rFonts w:cs="Georgia"/>
          <w:kern w:val="1"/>
        </w:rPr>
        <w:t>’</w:t>
      </w:r>
      <w:r>
        <w:rPr>
          <w:rFonts w:cs="Georgia"/>
          <w:kern w:val="1"/>
        </w:rPr>
        <w:t>étais livré à aucun calcul de ce genre</w:t>
      </w:r>
      <w:r w:rsidR="000E1451">
        <w:rPr>
          <w:rFonts w:cs="Georgia"/>
          <w:kern w:val="1"/>
        </w:rPr>
        <w:t xml:space="preserve">. </w:t>
      </w:r>
      <w:r>
        <w:rPr>
          <w:rFonts w:cs="Georgia"/>
          <w:kern w:val="1"/>
        </w:rPr>
        <w:t>Je crois être sincère si j</w:t>
      </w:r>
      <w:r w:rsidR="000E1451">
        <w:rPr>
          <w:rFonts w:cs="Georgia"/>
          <w:kern w:val="1"/>
        </w:rPr>
        <w:t>’</w:t>
      </w:r>
      <w:r>
        <w:rPr>
          <w:rFonts w:cs="Georgia"/>
          <w:kern w:val="1"/>
        </w:rPr>
        <w:t>affirme qu</w:t>
      </w:r>
      <w:r w:rsidR="000E1451">
        <w:rPr>
          <w:rFonts w:cs="Georgia"/>
          <w:kern w:val="1"/>
        </w:rPr>
        <w:t>’</w:t>
      </w:r>
      <w:r>
        <w:rPr>
          <w:rFonts w:cs="Georgia"/>
          <w:kern w:val="1"/>
        </w:rPr>
        <w:t>en m</w:t>
      </w:r>
      <w:r w:rsidR="000E1451">
        <w:rPr>
          <w:rFonts w:cs="Georgia"/>
          <w:kern w:val="1"/>
        </w:rPr>
        <w:t>’</w:t>
      </w:r>
      <w:r>
        <w:rPr>
          <w:rFonts w:cs="Georgia"/>
          <w:kern w:val="1"/>
        </w:rPr>
        <w:t>appliquant avec tant de soin à la tâche que le capitaine Elbing me confiait</w:t>
      </w:r>
      <w:r w:rsidR="000E1451">
        <w:rPr>
          <w:rFonts w:cs="Georgia"/>
          <w:kern w:val="1"/>
        </w:rPr>
        <w:t xml:space="preserve">, </w:t>
      </w:r>
      <w:r>
        <w:rPr>
          <w:rFonts w:cs="Georgia"/>
          <w:kern w:val="1"/>
        </w:rPr>
        <w:t>je n</w:t>
      </w:r>
      <w:r w:rsidR="000E1451">
        <w:rPr>
          <w:rFonts w:cs="Georgia"/>
          <w:kern w:val="1"/>
        </w:rPr>
        <w:t>’</w:t>
      </w:r>
      <w:r>
        <w:rPr>
          <w:rFonts w:cs="Georgia"/>
          <w:kern w:val="1"/>
        </w:rPr>
        <w:t>avais qu</w:t>
      </w:r>
      <w:r w:rsidR="000E1451">
        <w:rPr>
          <w:rFonts w:cs="Georgia"/>
          <w:kern w:val="1"/>
        </w:rPr>
        <w:t>’</w:t>
      </w:r>
      <w:r>
        <w:rPr>
          <w:rFonts w:cs="Georgia"/>
          <w:kern w:val="1"/>
        </w:rPr>
        <w:t>un but</w:t>
      </w:r>
      <w:r w:rsidR="000E1451">
        <w:rPr>
          <w:rFonts w:cs="Georgia"/>
          <w:kern w:val="1"/>
        </w:rPr>
        <w:t xml:space="preserve"> : </w:t>
      </w:r>
      <w:r>
        <w:rPr>
          <w:rFonts w:cs="Georgia"/>
          <w:kern w:val="1"/>
        </w:rPr>
        <w:t>me faire bien voir du général de Reichendorf</w:t>
      </w:r>
      <w:r w:rsidR="000E1451">
        <w:rPr>
          <w:rFonts w:cs="Georgia"/>
          <w:kern w:val="1"/>
        </w:rPr>
        <w:t xml:space="preserve">, </w:t>
      </w:r>
      <w:r>
        <w:rPr>
          <w:rFonts w:cs="Georgia"/>
          <w:kern w:val="1"/>
        </w:rPr>
        <w:t>et arriver ainsi à me soustraire le plus possible à l</w:t>
      </w:r>
      <w:r w:rsidR="000E1451">
        <w:rPr>
          <w:rFonts w:cs="Georgia"/>
          <w:kern w:val="1"/>
        </w:rPr>
        <w:t>’</w:t>
      </w:r>
      <w:r>
        <w:rPr>
          <w:rFonts w:cs="Georgia"/>
          <w:kern w:val="1"/>
        </w:rPr>
        <w:t>existence démoralisante du camp</w:t>
      </w:r>
      <w:r w:rsidR="000E1451">
        <w:rPr>
          <w:rFonts w:cs="Georgia"/>
          <w:kern w:val="1"/>
        </w:rPr>
        <w:t>.</w:t>
      </w:r>
    </w:p>
    <w:p w14:paraId="1B631F2D" w14:textId="77777777" w:rsidR="000E1451" w:rsidRDefault="00BE611A" w:rsidP="00BE611A">
      <w:pPr>
        <w:rPr>
          <w:rFonts w:cs="Georgia"/>
          <w:kern w:val="1"/>
        </w:rPr>
      </w:pPr>
      <w:r>
        <w:rPr>
          <w:rFonts w:cs="Georgia"/>
          <w:kern w:val="1"/>
        </w:rPr>
        <w:t>Gottlieb était presque aimable</w:t>
      </w:r>
      <w:r w:rsidR="000E1451">
        <w:rPr>
          <w:rFonts w:cs="Georgia"/>
          <w:kern w:val="1"/>
        </w:rPr>
        <w:t xml:space="preserve">, </w:t>
      </w:r>
      <w:r>
        <w:rPr>
          <w:rFonts w:cs="Georgia"/>
          <w:kern w:val="1"/>
        </w:rPr>
        <w:t>le mercredi matin</w:t>
      </w:r>
      <w:r w:rsidR="000E1451">
        <w:rPr>
          <w:rFonts w:cs="Georgia"/>
          <w:kern w:val="1"/>
        </w:rPr>
        <w:t xml:space="preserve">, </w:t>
      </w:r>
      <w:r>
        <w:rPr>
          <w:rFonts w:cs="Georgia"/>
          <w:kern w:val="1"/>
        </w:rPr>
        <w:t>quand je me présentai au château</w:t>
      </w:r>
      <w:r w:rsidR="000E1451">
        <w:rPr>
          <w:rFonts w:cs="Georgia"/>
          <w:kern w:val="1"/>
        </w:rPr>
        <w:t>.</w:t>
      </w:r>
    </w:p>
    <w:p w14:paraId="44AFB799" w14:textId="77777777" w:rsidR="000E1451" w:rsidRDefault="000E1451" w:rsidP="00BE611A">
      <w:pPr>
        <w:rPr>
          <w:rFonts w:cs="Georgia"/>
          <w:kern w:val="1"/>
        </w:rPr>
      </w:pPr>
      <w:r>
        <w:rPr>
          <w:rFonts w:cs="Georgia"/>
          <w:kern w:val="1"/>
        </w:rPr>
        <w:t>— </w:t>
      </w:r>
      <w:r w:rsidR="00BE611A">
        <w:rPr>
          <w:rFonts w:cs="Georgia"/>
          <w:kern w:val="1"/>
        </w:rPr>
        <w:t>Mon maître veut vous parler</w:t>
      </w:r>
      <w:r>
        <w:rPr>
          <w:rFonts w:cs="Georgia"/>
          <w:kern w:val="1"/>
        </w:rPr>
        <w:t xml:space="preserve">, </w:t>
      </w:r>
      <w:r w:rsidR="00BE611A">
        <w:rPr>
          <w:rFonts w:cs="Georgia"/>
          <w:kern w:val="1"/>
        </w:rPr>
        <w:t>me dit-il</w:t>
      </w:r>
      <w:r>
        <w:rPr>
          <w:rFonts w:cs="Georgia"/>
          <w:kern w:val="1"/>
        </w:rPr>
        <w:t>.</w:t>
      </w:r>
    </w:p>
    <w:p w14:paraId="24232F8B" w14:textId="77777777" w:rsidR="000E1451" w:rsidRDefault="00BE611A" w:rsidP="00BE611A">
      <w:pPr>
        <w:rPr>
          <w:rFonts w:cs="Georgia"/>
          <w:kern w:val="1"/>
        </w:rPr>
      </w:pPr>
      <w:r>
        <w:rPr>
          <w:rFonts w:cs="Georgia"/>
          <w:kern w:val="1"/>
        </w:rPr>
        <w:t>Sans me faire passer par la cuisine</w:t>
      </w:r>
      <w:r w:rsidR="000E1451">
        <w:rPr>
          <w:rFonts w:cs="Georgia"/>
          <w:kern w:val="1"/>
        </w:rPr>
        <w:t xml:space="preserve">, </w:t>
      </w:r>
      <w:r>
        <w:rPr>
          <w:rFonts w:cs="Georgia"/>
          <w:kern w:val="1"/>
        </w:rPr>
        <w:t>après avoir veillé simplement à ce que mes souliers lourds de sable et de boue fussent essuyés</w:t>
      </w:r>
      <w:r w:rsidR="000E1451">
        <w:rPr>
          <w:rFonts w:cs="Georgia"/>
          <w:kern w:val="1"/>
        </w:rPr>
        <w:t xml:space="preserve">, </w:t>
      </w:r>
      <w:r>
        <w:rPr>
          <w:rFonts w:cs="Georgia"/>
          <w:kern w:val="1"/>
        </w:rPr>
        <w:t>il me conduisit au premier étage</w:t>
      </w:r>
      <w:r w:rsidR="000E1451">
        <w:rPr>
          <w:rFonts w:cs="Georgia"/>
          <w:kern w:val="1"/>
        </w:rPr>
        <w:t xml:space="preserve">, </w:t>
      </w:r>
      <w:r>
        <w:rPr>
          <w:rFonts w:cs="Georgia"/>
          <w:kern w:val="1"/>
        </w:rPr>
        <w:t>dans le cabinet de travail du général et me laissa seul</w:t>
      </w:r>
      <w:r w:rsidR="000E1451">
        <w:rPr>
          <w:rFonts w:cs="Georgia"/>
          <w:kern w:val="1"/>
        </w:rPr>
        <w:t>.</w:t>
      </w:r>
    </w:p>
    <w:p w14:paraId="74E39B7E" w14:textId="77777777" w:rsidR="000E1451" w:rsidRDefault="00BE611A" w:rsidP="00BE611A">
      <w:pPr>
        <w:rPr>
          <w:rFonts w:cs="Georgia"/>
          <w:kern w:val="1"/>
        </w:rPr>
      </w:pPr>
      <w:r>
        <w:rPr>
          <w:rFonts w:cs="Georgia"/>
          <w:kern w:val="1"/>
        </w:rPr>
        <w:t>L</w:t>
      </w:r>
      <w:r w:rsidR="000E1451">
        <w:rPr>
          <w:rFonts w:cs="Georgia"/>
          <w:kern w:val="1"/>
        </w:rPr>
        <w:t>’</w:t>
      </w:r>
      <w:r>
        <w:rPr>
          <w:rFonts w:cs="Georgia"/>
          <w:kern w:val="1"/>
        </w:rPr>
        <w:t>avant-veille</w:t>
      </w:r>
      <w:r w:rsidR="000E1451">
        <w:rPr>
          <w:rFonts w:cs="Georgia"/>
          <w:kern w:val="1"/>
        </w:rPr>
        <w:t xml:space="preserve">, </w:t>
      </w:r>
      <w:r>
        <w:rPr>
          <w:rFonts w:cs="Georgia"/>
          <w:kern w:val="1"/>
        </w:rPr>
        <w:t>pour établir mon plan de réparations</w:t>
      </w:r>
      <w:r w:rsidR="000E1451">
        <w:rPr>
          <w:rFonts w:cs="Georgia"/>
          <w:kern w:val="1"/>
        </w:rPr>
        <w:t xml:space="preserve">, </w:t>
      </w:r>
      <w:r>
        <w:rPr>
          <w:rFonts w:cs="Georgia"/>
          <w:kern w:val="1"/>
        </w:rPr>
        <w:t>j</w:t>
      </w:r>
      <w:r w:rsidR="000E1451">
        <w:rPr>
          <w:rFonts w:cs="Georgia"/>
          <w:kern w:val="1"/>
        </w:rPr>
        <w:t>’</w:t>
      </w:r>
      <w:r>
        <w:rPr>
          <w:rFonts w:cs="Georgia"/>
          <w:kern w:val="1"/>
        </w:rPr>
        <w:t>avais déjà pénétré dans cette pièce</w:t>
      </w:r>
      <w:r w:rsidR="000E1451">
        <w:rPr>
          <w:rFonts w:cs="Georgia"/>
          <w:kern w:val="1"/>
        </w:rPr>
        <w:t xml:space="preserve">. </w:t>
      </w:r>
      <w:r>
        <w:rPr>
          <w:rFonts w:cs="Georgia"/>
          <w:kern w:val="1"/>
        </w:rPr>
        <w:t>Mais je n</w:t>
      </w:r>
      <w:r w:rsidR="000E1451">
        <w:rPr>
          <w:rFonts w:cs="Georgia"/>
          <w:kern w:val="1"/>
        </w:rPr>
        <w:t>’</w:t>
      </w:r>
      <w:r>
        <w:rPr>
          <w:rFonts w:cs="Georgia"/>
          <w:kern w:val="1"/>
        </w:rPr>
        <w:t>y étais resté que quelques minutes</w:t>
      </w:r>
      <w:r w:rsidR="000E1451">
        <w:rPr>
          <w:rFonts w:cs="Georgia"/>
          <w:kern w:val="1"/>
        </w:rPr>
        <w:t xml:space="preserve">. </w:t>
      </w:r>
      <w:r>
        <w:rPr>
          <w:rFonts w:cs="Georgia"/>
          <w:kern w:val="1"/>
        </w:rPr>
        <w:t>Je n</w:t>
      </w:r>
      <w:r w:rsidR="000E1451">
        <w:rPr>
          <w:rFonts w:cs="Georgia"/>
          <w:kern w:val="1"/>
        </w:rPr>
        <w:t>’</w:t>
      </w:r>
      <w:r>
        <w:rPr>
          <w:rFonts w:cs="Georgia"/>
          <w:kern w:val="1"/>
        </w:rPr>
        <w:t>avais pu en examiner à loisir les détails</w:t>
      </w:r>
      <w:r w:rsidR="000E1451">
        <w:rPr>
          <w:rFonts w:cs="Georgia"/>
          <w:kern w:val="1"/>
        </w:rPr>
        <w:t xml:space="preserve">. </w:t>
      </w:r>
      <w:r>
        <w:rPr>
          <w:rFonts w:cs="Georgia"/>
          <w:kern w:val="1"/>
        </w:rPr>
        <w:t>Le cabinet en question était situé dans la partie méridionale du château</w:t>
      </w:r>
      <w:r w:rsidR="000E1451">
        <w:rPr>
          <w:rFonts w:cs="Georgia"/>
          <w:kern w:val="1"/>
        </w:rPr>
        <w:t xml:space="preserve">. </w:t>
      </w:r>
      <w:r>
        <w:rPr>
          <w:rFonts w:cs="Georgia"/>
          <w:kern w:val="1"/>
        </w:rPr>
        <w:t>Ses deux grandes fenêtres ogivales s</w:t>
      </w:r>
      <w:r w:rsidR="000E1451">
        <w:rPr>
          <w:rFonts w:cs="Georgia"/>
          <w:kern w:val="1"/>
        </w:rPr>
        <w:t>’</w:t>
      </w:r>
      <w:r>
        <w:rPr>
          <w:rFonts w:cs="Georgia"/>
          <w:kern w:val="1"/>
        </w:rPr>
        <w:t>ouvraient sur un balcon d</w:t>
      </w:r>
      <w:r w:rsidR="000E1451">
        <w:rPr>
          <w:rFonts w:cs="Georgia"/>
          <w:kern w:val="1"/>
        </w:rPr>
        <w:t>’</w:t>
      </w:r>
      <w:r>
        <w:rPr>
          <w:rFonts w:cs="Georgia"/>
          <w:kern w:val="1"/>
        </w:rPr>
        <w:t>où l</w:t>
      </w:r>
      <w:r w:rsidR="000E1451">
        <w:rPr>
          <w:rFonts w:cs="Georgia"/>
          <w:kern w:val="1"/>
        </w:rPr>
        <w:t>’</w:t>
      </w:r>
      <w:r>
        <w:rPr>
          <w:rFonts w:cs="Georgia"/>
          <w:kern w:val="1"/>
        </w:rPr>
        <w:t>on apercevait la lande sablonneuse</w:t>
      </w:r>
      <w:r w:rsidR="000E1451">
        <w:rPr>
          <w:rFonts w:cs="Georgia"/>
          <w:kern w:val="1"/>
        </w:rPr>
        <w:t xml:space="preserve">, </w:t>
      </w:r>
      <w:r>
        <w:rPr>
          <w:rFonts w:cs="Georgia"/>
          <w:kern w:val="1"/>
        </w:rPr>
        <w:t>limitée à droite par les dunes du littoral</w:t>
      </w:r>
      <w:r w:rsidR="000E1451">
        <w:rPr>
          <w:rFonts w:cs="Georgia"/>
          <w:kern w:val="1"/>
        </w:rPr>
        <w:t xml:space="preserve">, </w:t>
      </w:r>
      <w:r>
        <w:rPr>
          <w:rFonts w:cs="Georgia"/>
          <w:kern w:val="1"/>
        </w:rPr>
        <w:t xml:space="preserve">à </w:t>
      </w:r>
      <w:r>
        <w:rPr>
          <w:rFonts w:cs="Georgia"/>
          <w:kern w:val="1"/>
        </w:rPr>
        <w:lastRenderedPageBreak/>
        <w:t>gauche par les étangs</w:t>
      </w:r>
      <w:r w:rsidR="000E1451">
        <w:rPr>
          <w:rFonts w:cs="Georgia"/>
          <w:kern w:val="1"/>
        </w:rPr>
        <w:t xml:space="preserve">, </w:t>
      </w:r>
      <w:r>
        <w:rPr>
          <w:rFonts w:cs="Georgia"/>
          <w:kern w:val="1"/>
        </w:rPr>
        <w:t>où se reflétait la lisière d</w:t>
      </w:r>
      <w:r w:rsidR="000E1451">
        <w:rPr>
          <w:rFonts w:cs="Georgia"/>
          <w:kern w:val="1"/>
        </w:rPr>
        <w:t>’</w:t>
      </w:r>
      <w:r>
        <w:rPr>
          <w:rFonts w:cs="Georgia"/>
          <w:kern w:val="1"/>
        </w:rPr>
        <w:t>une forêt de sapins</w:t>
      </w:r>
      <w:r w:rsidR="000E1451">
        <w:rPr>
          <w:rFonts w:cs="Georgia"/>
          <w:kern w:val="1"/>
        </w:rPr>
        <w:t xml:space="preserve">. </w:t>
      </w:r>
      <w:r>
        <w:rPr>
          <w:rFonts w:cs="Georgia"/>
          <w:kern w:val="1"/>
        </w:rPr>
        <w:t>Cette forêt commençait là où finissaient les domaines des Reichendorf</w:t>
      </w:r>
      <w:r w:rsidR="000E1451">
        <w:rPr>
          <w:rFonts w:cs="Georgia"/>
          <w:kern w:val="1"/>
        </w:rPr>
        <w:t xml:space="preserve">. </w:t>
      </w:r>
      <w:r>
        <w:rPr>
          <w:rFonts w:cs="Georgia"/>
          <w:kern w:val="1"/>
        </w:rPr>
        <w:t>Les seules terres qui continuaient à leur appartenir étaient celles qui ne rapportaient rien</w:t>
      </w:r>
      <w:r w:rsidR="000E1451">
        <w:rPr>
          <w:rFonts w:cs="Georgia"/>
          <w:kern w:val="1"/>
        </w:rPr>
        <w:t xml:space="preserve">, </w:t>
      </w:r>
      <w:r>
        <w:rPr>
          <w:rFonts w:cs="Georgia"/>
          <w:kern w:val="1"/>
        </w:rPr>
        <w:t>et pour lesquelles aucun acheteur ne se présenterait jamais</w:t>
      </w:r>
      <w:r w:rsidR="000E1451">
        <w:rPr>
          <w:rFonts w:cs="Georgia"/>
          <w:kern w:val="1"/>
        </w:rPr>
        <w:t>.</w:t>
      </w:r>
    </w:p>
    <w:p w14:paraId="5AD13339" w14:textId="77777777" w:rsidR="000E1451" w:rsidRDefault="00BE611A" w:rsidP="00BE611A">
      <w:pPr>
        <w:rPr>
          <w:rFonts w:cs="Georgia"/>
          <w:kern w:val="1"/>
        </w:rPr>
      </w:pPr>
      <w:r>
        <w:rPr>
          <w:rFonts w:cs="Georgia"/>
          <w:kern w:val="1"/>
        </w:rPr>
        <w:t>Je n</w:t>
      </w:r>
      <w:r w:rsidR="000E1451">
        <w:rPr>
          <w:rFonts w:cs="Georgia"/>
          <w:kern w:val="1"/>
        </w:rPr>
        <w:t>’</w:t>
      </w:r>
      <w:r>
        <w:rPr>
          <w:rFonts w:cs="Georgia"/>
          <w:kern w:val="1"/>
        </w:rPr>
        <w:t>aborde pas sans scrupule la description pourtant nécessaire de cette salle</w:t>
      </w:r>
      <w:r w:rsidR="000E1451">
        <w:rPr>
          <w:rFonts w:cs="Georgia"/>
          <w:kern w:val="1"/>
        </w:rPr>
        <w:t xml:space="preserve">. </w:t>
      </w:r>
      <w:r>
        <w:rPr>
          <w:rFonts w:cs="Georgia"/>
          <w:kern w:val="1"/>
        </w:rPr>
        <w:t>Décrire</w:t>
      </w:r>
      <w:r w:rsidR="000E1451">
        <w:rPr>
          <w:rFonts w:cs="Georgia"/>
          <w:kern w:val="1"/>
        </w:rPr>
        <w:t xml:space="preserve">, </w:t>
      </w:r>
      <w:r>
        <w:rPr>
          <w:rFonts w:cs="Georgia"/>
          <w:kern w:val="1"/>
        </w:rPr>
        <w:t>c</w:t>
      </w:r>
      <w:r w:rsidR="000E1451">
        <w:rPr>
          <w:rFonts w:cs="Georgia"/>
          <w:kern w:val="1"/>
        </w:rPr>
        <w:t>’</w:t>
      </w:r>
      <w:r>
        <w:rPr>
          <w:rFonts w:cs="Georgia"/>
          <w:kern w:val="1"/>
        </w:rPr>
        <w:t>est mettre de l</w:t>
      </w:r>
      <w:r w:rsidR="000E1451">
        <w:rPr>
          <w:rFonts w:cs="Georgia"/>
          <w:kern w:val="1"/>
        </w:rPr>
        <w:t>’</w:t>
      </w:r>
      <w:r>
        <w:rPr>
          <w:rFonts w:cs="Georgia"/>
          <w:kern w:val="1"/>
        </w:rPr>
        <w:t>ordre</w:t>
      </w:r>
      <w:r w:rsidR="000E1451">
        <w:rPr>
          <w:rFonts w:cs="Georgia"/>
          <w:kern w:val="1"/>
        </w:rPr>
        <w:t xml:space="preserve">. </w:t>
      </w:r>
      <w:r>
        <w:rPr>
          <w:rFonts w:cs="Georgia"/>
          <w:kern w:val="1"/>
        </w:rPr>
        <w:t>Je risque de donner une idée fausse d</w:t>
      </w:r>
      <w:r w:rsidR="000E1451">
        <w:rPr>
          <w:rFonts w:cs="Georgia"/>
          <w:kern w:val="1"/>
        </w:rPr>
        <w:t>’</w:t>
      </w:r>
      <w:r>
        <w:rPr>
          <w:rFonts w:cs="Georgia"/>
          <w:kern w:val="1"/>
        </w:rPr>
        <w:t>un lieu où le désordre régnait en maître</w:t>
      </w:r>
      <w:r w:rsidR="000E1451">
        <w:rPr>
          <w:rFonts w:cs="Georgia"/>
          <w:kern w:val="1"/>
        </w:rPr>
        <w:t xml:space="preserve">. </w:t>
      </w:r>
      <w:r>
        <w:rPr>
          <w:rFonts w:cs="Georgia"/>
          <w:kern w:val="1"/>
        </w:rPr>
        <w:t>Les murailles et les boiseries disparaissaient sous un étonnant fatras d</w:t>
      </w:r>
      <w:r w:rsidR="000E1451">
        <w:rPr>
          <w:rFonts w:cs="Georgia"/>
          <w:kern w:val="1"/>
        </w:rPr>
        <w:t>’</w:t>
      </w:r>
      <w:r>
        <w:rPr>
          <w:rFonts w:cs="Georgia"/>
          <w:kern w:val="1"/>
        </w:rPr>
        <w:t>objets hétéroclites</w:t>
      </w:r>
      <w:r w:rsidR="000E1451">
        <w:rPr>
          <w:rFonts w:cs="Georgia"/>
          <w:kern w:val="1"/>
        </w:rPr>
        <w:t xml:space="preserve">. </w:t>
      </w:r>
      <w:r>
        <w:rPr>
          <w:rFonts w:cs="Georgia"/>
          <w:kern w:val="1"/>
        </w:rPr>
        <w:t>Une quantité de portraits s</w:t>
      </w:r>
      <w:r w:rsidR="000E1451">
        <w:rPr>
          <w:rFonts w:cs="Georgia"/>
          <w:kern w:val="1"/>
        </w:rPr>
        <w:t>’</w:t>
      </w:r>
      <w:r>
        <w:rPr>
          <w:rFonts w:cs="Georgia"/>
          <w:kern w:val="1"/>
        </w:rPr>
        <w:t>y étalaient</w:t>
      </w:r>
      <w:r w:rsidR="000E1451">
        <w:rPr>
          <w:rFonts w:cs="Georgia"/>
          <w:kern w:val="1"/>
        </w:rPr>
        <w:t xml:space="preserve">, </w:t>
      </w:r>
      <w:r>
        <w:rPr>
          <w:rFonts w:cs="Georgia"/>
          <w:kern w:val="1"/>
        </w:rPr>
        <w:t>tableaux à l</w:t>
      </w:r>
      <w:r w:rsidR="000E1451">
        <w:rPr>
          <w:rFonts w:cs="Georgia"/>
          <w:kern w:val="1"/>
        </w:rPr>
        <w:t>’</w:t>
      </w:r>
      <w:r>
        <w:rPr>
          <w:rFonts w:cs="Georgia"/>
          <w:kern w:val="1"/>
        </w:rPr>
        <w:t>huile</w:t>
      </w:r>
      <w:r w:rsidR="000E1451">
        <w:rPr>
          <w:rFonts w:cs="Georgia"/>
          <w:kern w:val="1"/>
        </w:rPr>
        <w:t xml:space="preserve">, </w:t>
      </w:r>
      <w:r>
        <w:rPr>
          <w:rFonts w:cs="Georgia"/>
          <w:kern w:val="1"/>
        </w:rPr>
        <w:t>miniatures</w:t>
      </w:r>
      <w:r w:rsidR="000E1451">
        <w:rPr>
          <w:rFonts w:cs="Georgia"/>
          <w:kern w:val="1"/>
        </w:rPr>
        <w:t xml:space="preserve">, </w:t>
      </w:r>
      <w:r>
        <w:rPr>
          <w:rFonts w:cs="Georgia"/>
          <w:kern w:val="1"/>
        </w:rPr>
        <w:t>daguerréotypes</w:t>
      </w:r>
      <w:r w:rsidR="000E1451">
        <w:rPr>
          <w:rFonts w:cs="Georgia"/>
          <w:kern w:val="1"/>
        </w:rPr>
        <w:t xml:space="preserve">. </w:t>
      </w:r>
      <w:r>
        <w:rPr>
          <w:rFonts w:cs="Georgia"/>
          <w:kern w:val="1"/>
        </w:rPr>
        <w:t>La place d</w:t>
      </w:r>
      <w:r w:rsidR="000E1451">
        <w:rPr>
          <w:rFonts w:cs="Georgia"/>
          <w:kern w:val="1"/>
        </w:rPr>
        <w:t>’</w:t>
      </w:r>
      <w:r>
        <w:rPr>
          <w:rFonts w:cs="Georgia"/>
          <w:kern w:val="1"/>
        </w:rPr>
        <w:t>honneur était réservée à une effigie de l</w:t>
      </w:r>
      <w:r w:rsidR="000E1451">
        <w:rPr>
          <w:rFonts w:cs="Georgia"/>
          <w:kern w:val="1"/>
        </w:rPr>
        <w:t>’</w:t>
      </w:r>
      <w:r>
        <w:rPr>
          <w:rFonts w:cs="Georgia"/>
          <w:kern w:val="1"/>
        </w:rPr>
        <w:t xml:space="preserve">Empereur </w:t>
      </w:r>
      <w:r w:rsidR="000E1451">
        <w:rPr>
          <w:rFonts w:cs="Georgia"/>
          <w:kern w:val="1"/>
        </w:rPr>
        <w:t>Guillaume I</w:t>
      </w:r>
      <w:r w:rsidR="000E1451" w:rsidRPr="000E1451">
        <w:rPr>
          <w:rFonts w:cs="Georgia"/>
          <w:kern w:val="1"/>
          <w:vertAlign w:val="superscript"/>
        </w:rPr>
        <w:t>er</w:t>
      </w:r>
      <w:r w:rsidR="000E1451">
        <w:rPr>
          <w:rFonts w:cs="Georgia"/>
          <w:kern w:val="1"/>
        </w:rPr>
        <w:t xml:space="preserve">. </w:t>
      </w:r>
      <w:r>
        <w:rPr>
          <w:rFonts w:cs="Georgia"/>
          <w:kern w:val="1"/>
        </w:rPr>
        <w:t>Il avait à sa droite le portrait du comte Frédéric de Reichendorf</w:t>
      </w:r>
      <w:r w:rsidR="000E1451">
        <w:rPr>
          <w:rFonts w:cs="Georgia"/>
          <w:kern w:val="1"/>
        </w:rPr>
        <w:t xml:space="preserve">, </w:t>
      </w:r>
      <w:r>
        <w:rPr>
          <w:rFonts w:cs="Georgia"/>
          <w:kern w:val="1"/>
        </w:rPr>
        <w:t>son compagnon des vieilles luttes pour l</w:t>
      </w:r>
      <w:r w:rsidR="000E1451">
        <w:rPr>
          <w:rFonts w:cs="Georgia"/>
          <w:kern w:val="1"/>
        </w:rPr>
        <w:t>’</w:t>
      </w:r>
      <w:r>
        <w:rPr>
          <w:rFonts w:cs="Georgia"/>
          <w:kern w:val="1"/>
        </w:rPr>
        <w:t>indépendance</w:t>
      </w:r>
      <w:r w:rsidR="000E1451">
        <w:rPr>
          <w:rFonts w:cs="Georgia"/>
          <w:kern w:val="1"/>
        </w:rPr>
        <w:t xml:space="preserve">, </w:t>
      </w:r>
      <w:r>
        <w:rPr>
          <w:rFonts w:cs="Georgia"/>
          <w:kern w:val="1"/>
        </w:rPr>
        <w:t>et</w:t>
      </w:r>
      <w:r w:rsidR="000E1451">
        <w:rPr>
          <w:rFonts w:cs="Georgia"/>
          <w:kern w:val="1"/>
        </w:rPr>
        <w:t xml:space="preserve">, </w:t>
      </w:r>
      <w:r>
        <w:rPr>
          <w:rFonts w:cs="Georgia"/>
          <w:kern w:val="1"/>
        </w:rPr>
        <w:t>à sa gauche</w:t>
      </w:r>
      <w:r w:rsidR="000E1451">
        <w:rPr>
          <w:rFonts w:cs="Georgia"/>
          <w:kern w:val="1"/>
        </w:rPr>
        <w:t xml:space="preserve">, </w:t>
      </w:r>
      <w:r>
        <w:rPr>
          <w:rFonts w:cs="Georgia"/>
          <w:kern w:val="1"/>
        </w:rPr>
        <w:t>celui du général</w:t>
      </w:r>
      <w:r w:rsidR="000E1451">
        <w:rPr>
          <w:rFonts w:cs="Georgia"/>
          <w:kern w:val="1"/>
        </w:rPr>
        <w:t xml:space="preserve">, </w:t>
      </w:r>
      <w:r>
        <w:rPr>
          <w:rFonts w:cs="Georgia"/>
          <w:kern w:val="1"/>
        </w:rPr>
        <w:t>en cuirassier de la Garde</w:t>
      </w:r>
      <w:r w:rsidR="000E1451">
        <w:rPr>
          <w:rFonts w:cs="Georgia"/>
          <w:kern w:val="1"/>
        </w:rPr>
        <w:t xml:space="preserve">. </w:t>
      </w:r>
      <w:r>
        <w:rPr>
          <w:rFonts w:cs="Georgia"/>
          <w:kern w:val="1"/>
        </w:rPr>
        <w:t>Sur une console</w:t>
      </w:r>
      <w:r w:rsidR="000E1451">
        <w:rPr>
          <w:rFonts w:cs="Georgia"/>
          <w:kern w:val="1"/>
        </w:rPr>
        <w:t xml:space="preserve">, </w:t>
      </w:r>
      <w:r>
        <w:rPr>
          <w:rFonts w:cs="Georgia"/>
          <w:kern w:val="1"/>
        </w:rPr>
        <w:t>qui semblait une sorte d</w:t>
      </w:r>
      <w:r w:rsidR="000E1451">
        <w:rPr>
          <w:rFonts w:cs="Georgia"/>
          <w:kern w:val="1"/>
        </w:rPr>
        <w:t>’</w:t>
      </w:r>
      <w:r>
        <w:rPr>
          <w:rFonts w:cs="Georgia"/>
          <w:kern w:val="1"/>
        </w:rPr>
        <w:t>autel guerrier</w:t>
      </w:r>
      <w:r w:rsidR="000E1451">
        <w:rPr>
          <w:rFonts w:cs="Georgia"/>
          <w:kern w:val="1"/>
        </w:rPr>
        <w:t xml:space="preserve">, </w:t>
      </w:r>
      <w:r>
        <w:rPr>
          <w:rFonts w:cs="Georgia"/>
          <w:kern w:val="1"/>
        </w:rPr>
        <w:t>le sabre d</w:t>
      </w:r>
      <w:r w:rsidR="000E1451">
        <w:rPr>
          <w:rFonts w:cs="Georgia"/>
          <w:kern w:val="1"/>
        </w:rPr>
        <w:t>’</w:t>
      </w:r>
      <w:r>
        <w:rPr>
          <w:rFonts w:cs="Georgia"/>
          <w:kern w:val="1"/>
        </w:rPr>
        <w:t xml:space="preserve">honneur offert par </w:t>
      </w:r>
      <w:r w:rsidR="000E1451">
        <w:rPr>
          <w:rFonts w:cs="Georgia"/>
          <w:kern w:val="1"/>
        </w:rPr>
        <w:t>Frédéric II</w:t>
      </w:r>
      <w:r>
        <w:rPr>
          <w:rFonts w:cs="Georgia"/>
          <w:kern w:val="1"/>
        </w:rPr>
        <w:t xml:space="preserve"> au grand-père du général était posé </w:t>
      </w:r>
      <w:r>
        <w:rPr>
          <w:rFonts w:cs="Georgia"/>
          <w:bCs/>
          <w:kern w:val="1"/>
        </w:rPr>
        <w:t>devant les</w:t>
      </w:r>
      <w:r>
        <w:rPr>
          <w:rFonts w:cs="Georgia"/>
          <w:kern w:val="1"/>
        </w:rPr>
        <w:t xml:space="preserve"> photographies des trois comtes de Reichendorf tombés au cours de la campagne actuelle</w:t>
      </w:r>
      <w:r w:rsidR="000E1451">
        <w:rPr>
          <w:rFonts w:cs="Georgia"/>
          <w:kern w:val="1"/>
        </w:rPr>
        <w:t xml:space="preserve">. </w:t>
      </w:r>
      <w:r>
        <w:rPr>
          <w:rFonts w:cs="Georgia"/>
          <w:kern w:val="1"/>
        </w:rPr>
        <w:t>Les trois cadres étaient noués d</w:t>
      </w:r>
      <w:r w:rsidR="000E1451">
        <w:rPr>
          <w:rFonts w:cs="Georgia"/>
          <w:kern w:val="1"/>
        </w:rPr>
        <w:t>’</w:t>
      </w:r>
      <w:r>
        <w:rPr>
          <w:rFonts w:cs="Georgia"/>
          <w:kern w:val="1"/>
        </w:rPr>
        <w:t>un crêpe et barrés d</w:t>
      </w:r>
      <w:r w:rsidR="000E1451">
        <w:rPr>
          <w:rFonts w:cs="Georgia"/>
          <w:kern w:val="1"/>
        </w:rPr>
        <w:t>’</w:t>
      </w:r>
      <w:r>
        <w:rPr>
          <w:rFonts w:cs="Georgia"/>
          <w:kern w:val="1"/>
        </w:rPr>
        <w:t>un ruban aux couleurs de l</w:t>
      </w:r>
      <w:r w:rsidR="000E1451">
        <w:rPr>
          <w:rFonts w:cs="Georgia"/>
          <w:kern w:val="1"/>
        </w:rPr>
        <w:t>’</w:t>
      </w:r>
      <w:r>
        <w:rPr>
          <w:rFonts w:cs="Georgia"/>
          <w:kern w:val="1"/>
        </w:rPr>
        <w:t>Empire</w:t>
      </w:r>
      <w:r w:rsidR="000E1451">
        <w:rPr>
          <w:rFonts w:cs="Georgia"/>
          <w:kern w:val="1"/>
        </w:rPr>
        <w:t xml:space="preserve">. </w:t>
      </w:r>
      <w:r>
        <w:rPr>
          <w:rFonts w:cs="Georgia"/>
          <w:kern w:val="1"/>
        </w:rPr>
        <w:t>Le portrait du comte Dietrich</w:t>
      </w:r>
      <w:r w:rsidR="000E1451">
        <w:rPr>
          <w:rFonts w:cs="Georgia"/>
          <w:kern w:val="1"/>
        </w:rPr>
        <w:t xml:space="preserve">, </w:t>
      </w:r>
      <w:r>
        <w:rPr>
          <w:rFonts w:cs="Georgia"/>
          <w:kern w:val="1"/>
        </w:rPr>
        <w:t>seul survivant</w:t>
      </w:r>
      <w:r w:rsidR="000E1451">
        <w:rPr>
          <w:rFonts w:cs="Georgia"/>
          <w:kern w:val="1"/>
        </w:rPr>
        <w:t xml:space="preserve">, </w:t>
      </w:r>
      <w:r>
        <w:rPr>
          <w:rFonts w:cs="Georgia"/>
          <w:kern w:val="1"/>
        </w:rPr>
        <w:t>occupait un guéridon voisin</w:t>
      </w:r>
      <w:r w:rsidR="000E1451">
        <w:rPr>
          <w:rFonts w:cs="Georgia"/>
          <w:kern w:val="1"/>
        </w:rPr>
        <w:t xml:space="preserve">. </w:t>
      </w:r>
      <w:r>
        <w:rPr>
          <w:rFonts w:cs="Georgia"/>
          <w:kern w:val="1"/>
        </w:rPr>
        <w:t>Il n</w:t>
      </w:r>
      <w:r w:rsidR="000E1451">
        <w:rPr>
          <w:rFonts w:cs="Georgia"/>
          <w:kern w:val="1"/>
        </w:rPr>
        <w:t>’</w:t>
      </w:r>
      <w:r>
        <w:rPr>
          <w:rFonts w:cs="Georgia"/>
          <w:kern w:val="1"/>
        </w:rPr>
        <w:t>y avait pas loin pour faire passer le portrait d</w:t>
      </w:r>
      <w:r w:rsidR="000E1451">
        <w:rPr>
          <w:rFonts w:cs="Georgia"/>
          <w:kern w:val="1"/>
        </w:rPr>
        <w:t>’</w:t>
      </w:r>
      <w:r>
        <w:rPr>
          <w:rFonts w:cs="Georgia"/>
          <w:kern w:val="1"/>
        </w:rPr>
        <w:t>une table à l</w:t>
      </w:r>
      <w:r w:rsidR="000E1451">
        <w:rPr>
          <w:rFonts w:cs="Georgia"/>
          <w:kern w:val="1"/>
        </w:rPr>
        <w:t>’</w:t>
      </w:r>
      <w:r>
        <w:rPr>
          <w:rFonts w:cs="Georgia"/>
          <w:kern w:val="1"/>
        </w:rPr>
        <w:t>autre</w:t>
      </w:r>
      <w:r w:rsidR="000E1451">
        <w:rPr>
          <w:rFonts w:cs="Georgia"/>
          <w:kern w:val="1"/>
        </w:rPr>
        <w:t xml:space="preserve">. </w:t>
      </w:r>
      <w:r>
        <w:rPr>
          <w:rFonts w:cs="Georgia"/>
          <w:kern w:val="1"/>
        </w:rPr>
        <w:t>On ne pouvait s</w:t>
      </w:r>
      <w:r w:rsidR="000E1451">
        <w:rPr>
          <w:rFonts w:cs="Georgia"/>
          <w:kern w:val="1"/>
        </w:rPr>
        <w:t>’</w:t>
      </w:r>
      <w:r>
        <w:rPr>
          <w:rFonts w:cs="Georgia"/>
          <w:kern w:val="1"/>
        </w:rPr>
        <w:t>empêcher d</w:t>
      </w:r>
      <w:r w:rsidR="000E1451">
        <w:rPr>
          <w:rFonts w:cs="Georgia"/>
          <w:kern w:val="1"/>
        </w:rPr>
        <w:t>’</w:t>
      </w:r>
      <w:r>
        <w:rPr>
          <w:rFonts w:cs="Georgia"/>
          <w:kern w:val="1"/>
        </w:rPr>
        <w:t>évoquer le geste tragique qui y suffisait</w:t>
      </w:r>
      <w:r w:rsidR="000E1451">
        <w:rPr>
          <w:rFonts w:cs="Georgia"/>
          <w:kern w:val="1"/>
        </w:rPr>
        <w:t>.</w:t>
      </w:r>
    </w:p>
    <w:p w14:paraId="26A6F4B0" w14:textId="77777777" w:rsidR="000E1451" w:rsidRDefault="00BE611A" w:rsidP="00BE611A">
      <w:pPr>
        <w:rPr>
          <w:rFonts w:cs="Georgia"/>
          <w:kern w:val="1"/>
        </w:rPr>
      </w:pPr>
      <w:r>
        <w:rPr>
          <w:rFonts w:cs="Georgia"/>
          <w:kern w:val="1"/>
        </w:rPr>
        <w:t>Tout le reste de la pièce ne présentait pas un fouillis moins surprenant</w:t>
      </w:r>
      <w:r w:rsidR="000E1451">
        <w:rPr>
          <w:rFonts w:cs="Georgia"/>
          <w:kern w:val="1"/>
        </w:rPr>
        <w:t xml:space="preserve">. </w:t>
      </w:r>
      <w:r>
        <w:rPr>
          <w:rFonts w:cs="Georgia"/>
          <w:kern w:val="1"/>
        </w:rPr>
        <w:t>Cela tenait du musée et du bric-à-brac</w:t>
      </w:r>
      <w:r w:rsidR="000E1451">
        <w:rPr>
          <w:rFonts w:cs="Georgia"/>
          <w:kern w:val="1"/>
        </w:rPr>
        <w:t xml:space="preserve">, </w:t>
      </w:r>
      <w:r>
        <w:rPr>
          <w:rFonts w:cs="Georgia"/>
          <w:kern w:val="1"/>
        </w:rPr>
        <w:t>Deux siècles d</w:t>
      </w:r>
      <w:r w:rsidR="000E1451">
        <w:rPr>
          <w:rFonts w:cs="Georgia"/>
          <w:kern w:val="1"/>
        </w:rPr>
        <w:t>’</w:t>
      </w:r>
      <w:r>
        <w:rPr>
          <w:rFonts w:cs="Georgia"/>
          <w:kern w:val="1"/>
        </w:rPr>
        <w:t>une histoire de fer et de sang étaient évoqués</w:t>
      </w:r>
      <w:r w:rsidR="000E1451">
        <w:rPr>
          <w:rFonts w:cs="Georgia"/>
          <w:kern w:val="1"/>
        </w:rPr>
        <w:t xml:space="preserve">, </w:t>
      </w:r>
      <w:r>
        <w:rPr>
          <w:rFonts w:cs="Georgia"/>
          <w:kern w:val="1"/>
        </w:rPr>
        <w:t>sur les fauteuils</w:t>
      </w:r>
      <w:r w:rsidR="000E1451">
        <w:rPr>
          <w:rFonts w:cs="Georgia"/>
          <w:kern w:val="1"/>
        </w:rPr>
        <w:t xml:space="preserve">, </w:t>
      </w:r>
      <w:r>
        <w:rPr>
          <w:rFonts w:cs="Georgia"/>
          <w:kern w:val="1"/>
        </w:rPr>
        <w:t>sur les escabeaux</w:t>
      </w:r>
      <w:r w:rsidR="000E1451">
        <w:rPr>
          <w:rFonts w:cs="Georgia"/>
          <w:kern w:val="1"/>
        </w:rPr>
        <w:t xml:space="preserve">, </w:t>
      </w:r>
      <w:r>
        <w:rPr>
          <w:rFonts w:cs="Georgia"/>
          <w:kern w:val="1"/>
        </w:rPr>
        <w:t>sur le lit</w:t>
      </w:r>
      <w:r w:rsidR="000E1451">
        <w:rPr>
          <w:rFonts w:cs="Georgia"/>
          <w:kern w:val="1"/>
        </w:rPr>
        <w:t xml:space="preserve">, </w:t>
      </w:r>
      <w:r>
        <w:rPr>
          <w:rFonts w:cs="Georgia"/>
          <w:kern w:val="1"/>
        </w:rPr>
        <w:t>sur le parquet</w:t>
      </w:r>
      <w:r w:rsidR="000E1451">
        <w:rPr>
          <w:rFonts w:cs="Georgia"/>
          <w:kern w:val="1"/>
        </w:rPr>
        <w:t xml:space="preserve">, </w:t>
      </w:r>
      <w:r>
        <w:rPr>
          <w:rFonts w:cs="Georgia"/>
          <w:kern w:val="1"/>
        </w:rPr>
        <w:t>par des étendards et des fanions</w:t>
      </w:r>
      <w:r w:rsidR="000E1451">
        <w:rPr>
          <w:rFonts w:cs="Georgia"/>
          <w:kern w:val="1"/>
        </w:rPr>
        <w:t xml:space="preserve">, </w:t>
      </w:r>
      <w:r>
        <w:rPr>
          <w:rFonts w:cs="Georgia"/>
          <w:kern w:val="1"/>
        </w:rPr>
        <w:t xml:space="preserve">des casques et des </w:t>
      </w:r>
      <w:r>
        <w:rPr>
          <w:rFonts w:cs="Georgia"/>
          <w:kern w:val="1"/>
        </w:rPr>
        <w:lastRenderedPageBreak/>
        <w:t>schapskas</w:t>
      </w:r>
      <w:r w:rsidR="000E1451">
        <w:rPr>
          <w:rFonts w:cs="Georgia"/>
          <w:kern w:val="1"/>
        </w:rPr>
        <w:t xml:space="preserve">, </w:t>
      </w:r>
      <w:r>
        <w:rPr>
          <w:rFonts w:cs="Georgia"/>
          <w:kern w:val="1"/>
        </w:rPr>
        <w:t>des hausse-cols et des nids d</w:t>
      </w:r>
      <w:r w:rsidR="000E1451">
        <w:rPr>
          <w:rFonts w:cs="Georgia"/>
          <w:kern w:val="1"/>
        </w:rPr>
        <w:t>’</w:t>
      </w:r>
      <w:r>
        <w:rPr>
          <w:rFonts w:cs="Georgia"/>
          <w:kern w:val="1"/>
        </w:rPr>
        <w:t>hirondelle</w:t>
      </w:r>
      <w:r w:rsidR="000E1451">
        <w:rPr>
          <w:rFonts w:cs="Georgia"/>
          <w:kern w:val="1"/>
        </w:rPr>
        <w:t xml:space="preserve">, </w:t>
      </w:r>
      <w:r>
        <w:rPr>
          <w:rFonts w:cs="Georgia"/>
          <w:kern w:val="1"/>
        </w:rPr>
        <w:t>des sabretaches et des fourragères</w:t>
      </w:r>
      <w:r w:rsidR="000E1451">
        <w:rPr>
          <w:rFonts w:cs="Georgia"/>
          <w:kern w:val="1"/>
        </w:rPr>
        <w:t xml:space="preserve">. </w:t>
      </w:r>
      <w:r>
        <w:rPr>
          <w:rFonts w:cs="Georgia"/>
          <w:kern w:val="1"/>
        </w:rPr>
        <w:t>Il était difficile de faire un pas sans provoquer la chute sonore d</w:t>
      </w:r>
      <w:r w:rsidR="000E1451">
        <w:rPr>
          <w:rFonts w:cs="Georgia"/>
          <w:kern w:val="1"/>
        </w:rPr>
        <w:t>’</w:t>
      </w:r>
      <w:r>
        <w:rPr>
          <w:rFonts w:cs="Georgia"/>
          <w:kern w:val="1"/>
        </w:rPr>
        <w:t>une lance</w:t>
      </w:r>
      <w:r w:rsidR="000E1451">
        <w:rPr>
          <w:rFonts w:cs="Georgia"/>
          <w:kern w:val="1"/>
        </w:rPr>
        <w:t xml:space="preserve">, </w:t>
      </w:r>
      <w:r>
        <w:rPr>
          <w:rFonts w:cs="Georgia"/>
          <w:kern w:val="1"/>
        </w:rPr>
        <w:t>d</w:t>
      </w:r>
      <w:r w:rsidR="000E1451">
        <w:rPr>
          <w:rFonts w:cs="Georgia"/>
          <w:kern w:val="1"/>
        </w:rPr>
        <w:t>’</w:t>
      </w:r>
      <w:r>
        <w:rPr>
          <w:rFonts w:cs="Georgia"/>
          <w:kern w:val="1"/>
        </w:rPr>
        <w:t>un mousquet</w:t>
      </w:r>
      <w:r w:rsidR="000E1451">
        <w:rPr>
          <w:rFonts w:cs="Georgia"/>
          <w:kern w:val="1"/>
        </w:rPr>
        <w:t xml:space="preserve">, </w:t>
      </w:r>
      <w:r>
        <w:rPr>
          <w:rFonts w:cs="Georgia"/>
          <w:kern w:val="1"/>
        </w:rPr>
        <w:t>d</w:t>
      </w:r>
      <w:r w:rsidR="000E1451">
        <w:rPr>
          <w:rFonts w:cs="Georgia"/>
          <w:kern w:val="1"/>
        </w:rPr>
        <w:t>’</w:t>
      </w:r>
      <w:r>
        <w:rPr>
          <w:rFonts w:cs="Georgia"/>
          <w:kern w:val="1"/>
        </w:rPr>
        <w:t>une latte</w:t>
      </w:r>
      <w:r w:rsidR="000E1451">
        <w:rPr>
          <w:rFonts w:cs="Georgia"/>
          <w:kern w:val="1"/>
        </w:rPr>
        <w:t xml:space="preserve">. </w:t>
      </w:r>
      <w:r>
        <w:rPr>
          <w:rFonts w:cs="Georgia"/>
          <w:kern w:val="1"/>
        </w:rPr>
        <w:t>Sous les globes de verre</w:t>
      </w:r>
      <w:r w:rsidR="000E1451">
        <w:rPr>
          <w:rFonts w:cs="Georgia"/>
          <w:kern w:val="1"/>
        </w:rPr>
        <w:t xml:space="preserve">, </w:t>
      </w:r>
      <w:r>
        <w:rPr>
          <w:rFonts w:cs="Georgia"/>
          <w:kern w:val="1"/>
        </w:rPr>
        <w:t>disséminés un peu partout</w:t>
      </w:r>
      <w:r w:rsidR="000E1451">
        <w:rPr>
          <w:rFonts w:cs="Georgia"/>
          <w:kern w:val="1"/>
        </w:rPr>
        <w:t xml:space="preserve">, </w:t>
      </w:r>
      <w:r>
        <w:rPr>
          <w:rFonts w:cs="Georgia"/>
          <w:kern w:val="1"/>
        </w:rPr>
        <w:t>pareils à ceux qui dans nos campagnes recouvrent des Saintes Vierges ou des bouquets de fleurs d</w:t>
      </w:r>
      <w:r w:rsidR="000E1451">
        <w:rPr>
          <w:rFonts w:cs="Georgia"/>
          <w:kern w:val="1"/>
        </w:rPr>
        <w:t>’</w:t>
      </w:r>
      <w:r>
        <w:rPr>
          <w:rFonts w:cs="Georgia"/>
          <w:kern w:val="1"/>
        </w:rPr>
        <w:t>oranger</w:t>
      </w:r>
      <w:r w:rsidR="000E1451">
        <w:rPr>
          <w:rFonts w:cs="Georgia"/>
          <w:kern w:val="1"/>
        </w:rPr>
        <w:t xml:space="preserve">, </w:t>
      </w:r>
      <w:r>
        <w:rPr>
          <w:rFonts w:cs="Georgia"/>
          <w:kern w:val="1"/>
        </w:rPr>
        <w:t>des poupées barbues retraçaient</w:t>
      </w:r>
      <w:r w:rsidR="000E1451">
        <w:rPr>
          <w:rFonts w:cs="Georgia"/>
          <w:kern w:val="1"/>
        </w:rPr>
        <w:t xml:space="preserve">, </w:t>
      </w:r>
      <w:r>
        <w:rPr>
          <w:rFonts w:cs="Georgia"/>
          <w:kern w:val="1"/>
        </w:rPr>
        <w:t>avec un luxe</w:t>
      </w:r>
      <w:r w:rsidR="000E1451">
        <w:rPr>
          <w:rFonts w:cs="Georgia"/>
          <w:kern w:val="1"/>
        </w:rPr>
        <w:t xml:space="preserve">, </w:t>
      </w:r>
      <w:r>
        <w:rPr>
          <w:rFonts w:cs="Georgia"/>
          <w:kern w:val="1"/>
        </w:rPr>
        <w:t>une minutie déconcertante</w:t>
      </w:r>
      <w:r w:rsidR="000E1451">
        <w:rPr>
          <w:rFonts w:cs="Georgia"/>
          <w:kern w:val="1"/>
        </w:rPr>
        <w:t xml:space="preserve">, </w:t>
      </w:r>
      <w:r>
        <w:rPr>
          <w:rFonts w:cs="Georgia"/>
          <w:kern w:val="1"/>
        </w:rPr>
        <w:t>les fastes de l</w:t>
      </w:r>
      <w:r w:rsidR="000E1451">
        <w:rPr>
          <w:rFonts w:cs="Georgia"/>
          <w:kern w:val="1"/>
        </w:rPr>
        <w:t>’</w:t>
      </w:r>
      <w:r>
        <w:rPr>
          <w:rFonts w:cs="Georgia"/>
          <w:kern w:val="1"/>
        </w:rPr>
        <w:t>uniforme prussien</w:t>
      </w:r>
      <w:r w:rsidR="000E1451">
        <w:rPr>
          <w:rFonts w:cs="Georgia"/>
          <w:kern w:val="1"/>
        </w:rPr>
        <w:t xml:space="preserve">, </w:t>
      </w:r>
      <w:r>
        <w:rPr>
          <w:rFonts w:cs="Georgia"/>
          <w:kern w:val="1"/>
        </w:rPr>
        <w:t>de Fehrbelin à Sedan</w:t>
      </w:r>
      <w:r w:rsidR="000E1451">
        <w:rPr>
          <w:rFonts w:cs="Georgia"/>
          <w:kern w:val="1"/>
        </w:rPr>
        <w:t xml:space="preserve">. </w:t>
      </w:r>
      <w:r>
        <w:rPr>
          <w:rFonts w:cs="Georgia"/>
          <w:kern w:val="1"/>
        </w:rPr>
        <w:t>Les soldats alternaient avec les feld-maréchaux</w:t>
      </w:r>
      <w:r w:rsidR="000E1451">
        <w:rPr>
          <w:rFonts w:cs="Georgia"/>
          <w:kern w:val="1"/>
        </w:rPr>
        <w:t xml:space="preserve">. </w:t>
      </w:r>
      <w:r>
        <w:rPr>
          <w:rFonts w:cs="Georgia"/>
          <w:kern w:val="1"/>
        </w:rPr>
        <w:t>Il y avait là tous les vieux sabreurs baltes</w:t>
      </w:r>
      <w:r w:rsidR="000E1451">
        <w:rPr>
          <w:rFonts w:cs="Georgia"/>
          <w:kern w:val="1"/>
        </w:rPr>
        <w:t xml:space="preserve">, </w:t>
      </w:r>
      <w:r>
        <w:rPr>
          <w:rFonts w:cs="Georgia"/>
          <w:kern w:val="1"/>
        </w:rPr>
        <w:t>et Seydlitz</w:t>
      </w:r>
      <w:r w:rsidR="000E1451">
        <w:rPr>
          <w:rFonts w:cs="Georgia"/>
          <w:kern w:val="1"/>
        </w:rPr>
        <w:t xml:space="preserve">, </w:t>
      </w:r>
      <w:r>
        <w:rPr>
          <w:rFonts w:cs="Georgia"/>
          <w:kern w:val="1"/>
        </w:rPr>
        <w:t>et Blücher</w:t>
      </w:r>
      <w:r w:rsidR="000E1451">
        <w:rPr>
          <w:rFonts w:cs="Georgia"/>
          <w:kern w:val="1"/>
        </w:rPr>
        <w:t xml:space="preserve">, </w:t>
      </w:r>
      <w:r>
        <w:rPr>
          <w:rFonts w:cs="Georgia"/>
          <w:kern w:val="1"/>
        </w:rPr>
        <w:t>et Dobeneck</w:t>
      </w:r>
      <w:r w:rsidR="000E1451">
        <w:rPr>
          <w:rFonts w:cs="Georgia"/>
          <w:kern w:val="1"/>
        </w:rPr>
        <w:t xml:space="preserve">, </w:t>
      </w:r>
      <w:r>
        <w:rPr>
          <w:rFonts w:cs="Georgia"/>
          <w:kern w:val="1"/>
        </w:rPr>
        <w:t>et Zieten</w:t>
      </w:r>
      <w:r w:rsidR="000E1451">
        <w:rPr>
          <w:rFonts w:cs="Georgia"/>
          <w:kern w:val="1"/>
        </w:rPr>
        <w:t xml:space="preserve">, </w:t>
      </w:r>
      <w:r>
        <w:rPr>
          <w:rFonts w:cs="Georgia"/>
          <w:kern w:val="1"/>
        </w:rPr>
        <w:t>et Bredow</w:t>
      </w:r>
      <w:r w:rsidR="000E1451">
        <w:rPr>
          <w:rFonts w:cs="Georgia"/>
          <w:kern w:val="1"/>
        </w:rPr>
        <w:t xml:space="preserve">… </w:t>
      </w:r>
      <w:r>
        <w:rPr>
          <w:rFonts w:cs="Georgia"/>
          <w:kern w:val="1"/>
        </w:rPr>
        <w:t>Le général n</w:t>
      </w:r>
      <w:r w:rsidR="000E1451">
        <w:rPr>
          <w:rFonts w:cs="Georgia"/>
          <w:kern w:val="1"/>
        </w:rPr>
        <w:t>’</w:t>
      </w:r>
      <w:r>
        <w:rPr>
          <w:rFonts w:cs="Georgia"/>
          <w:kern w:val="1"/>
        </w:rPr>
        <w:t>avait pas manqué de s</w:t>
      </w:r>
      <w:r w:rsidR="000E1451">
        <w:rPr>
          <w:rFonts w:cs="Georgia"/>
          <w:kern w:val="1"/>
        </w:rPr>
        <w:t>’</w:t>
      </w:r>
      <w:r>
        <w:rPr>
          <w:rFonts w:cs="Georgia"/>
          <w:kern w:val="1"/>
        </w:rPr>
        <w:t>introduire lui-même dans cette glorieuse série</w:t>
      </w:r>
      <w:r w:rsidR="000E1451">
        <w:rPr>
          <w:rFonts w:cs="Georgia"/>
          <w:kern w:val="1"/>
        </w:rPr>
        <w:t xml:space="preserve">. </w:t>
      </w:r>
      <w:r>
        <w:rPr>
          <w:rFonts w:cs="Georgia"/>
          <w:kern w:val="1"/>
        </w:rPr>
        <w:t>Il y figurait en lieutenant de cuirassiers de Kœnigsberg</w:t>
      </w:r>
      <w:r w:rsidR="000E1451">
        <w:rPr>
          <w:rFonts w:cs="Georgia"/>
          <w:kern w:val="1"/>
        </w:rPr>
        <w:t xml:space="preserve">, </w:t>
      </w:r>
      <w:r>
        <w:rPr>
          <w:rFonts w:cs="Georgia"/>
          <w:kern w:val="1"/>
        </w:rPr>
        <w:t>recevant respectueusement les ordres d</w:t>
      </w:r>
      <w:r w:rsidR="000E1451">
        <w:rPr>
          <w:rFonts w:cs="Georgia"/>
          <w:kern w:val="1"/>
        </w:rPr>
        <w:t>’</w:t>
      </w:r>
      <w:r>
        <w:rPr>
          <w:rFonts w:cs="Georgia"/>
          <w:kern w:val="1"/>
        </w:rPr>
        <w:t>un splendide Manteuffel de dix pouces</w:t>
      </w:r>
      <w:r w:rsidR="000E1451">
        <w:rPr>
          <w:rFonts w:cs="Georgia"/>
          <w:kern w:val="1"/>
        </w:rPr>
        <w:t xml:space="preserve">, </w:t>
      </w:r>
      <w:r>
        <w:rPr>
          <w:rFonts w:cs="Georgia"/>
          <w:kern w:val="1"/>
        </w:rPr>
        <w:t>chef-d</w:t>
      </w:r>
      <w:r w:rsidR="000E1451">
        <w:rPr>
          <w:rFonts w:cs="Georgia"/>
          <w:kern w:val="1"/>
        </w:rPr>
        <w:t>’</w:t>
      </w:r>
      <w:r>
        <w:rPr>
          <w:rFonts w:cs="Georgia"/>
          <w:kern w:val="1"/>
        </w:rPr>
        <w:t>œuvre de sa collection</w:t>
      </w:r>
      <w:r w:rsidR="000E1451">
        <w:rPr>
          <w:rFonts w:cs="Georgia"/>
          <w:kern w:val="1"/>
        </w:rPr>
        <w:t xml:space="preserve">. </w:t>
      </w:r>
      <w:r>
        <w:rPr>
          <w:rFonts w:cs="Georgia"/>
          <w:kern w:val="1"/>
        </w:rPr>
        <w:t>Rien ne manquait à l</w:t>
      </w:r>
      <w:r w:rsidR="000E1451">
        <w:rPr>
          <w:rFonts w:cs="Georgia"/>
          <w:kern w:val="1"/>
        </w:rPr>
        <w:t>’</w:t>
      </w:r>
      <w:r>
        <w:rPr>
          <w:rFonts w:cs="Georgia"/>
          <w:kern w:val="1"/>
        </w:rPr>
        <w:t>équipement du vainqueur de Borny</w:t>
      </w:r>
      <w:r w:rsidR="000E1451">
        <w:rPr>
          <w:rFonts w:cs="Georgia"/>
          <w:kern w:val="1"/>
        </w:rPr>
        <w:t xml:space="preserve">, </w:t>
      </w:r>
      <w:r>
        <w:rPr>
          <w:rFonts w:cs="Georgia"/>
          <w:kern w:val="1"/>
        </w:rPr>
        <w:t>depuis les jumelles de campagne</w:t>
      </w:r>
      <w:r w:rsidR="000E1451">
        <w:rPr>
          <w:rFonts w:cs="Georgia"/>
          <w:kern w:val="1"/>
        </w:rPr>
        <w:t xml:space="preserve">, </w:t>
      </w:r>
      <w:r>
        <w:rPr>
          <w:rFonts w:cs="Georgia"/>
          <w:kern w:val="1"/>
        </w:rPr>
        <w:t>petit bijou d</w:t>
      </w:r>
      <w:r w:rsidR="000E1451">
        <w:rPr>
          <w:rFonts w:cs="Georgia"/>
          <w:kern w:val="1"/>
        </w:rPr>
        <w:t>’</w:t>
      </w:r>
      <w:r>
        <w:rPr>
          <w:rFonts w:cs="Georgia"/>
          <w:kern w:val="1"/>
        </w:rPr>
        <w:t>à peine plus d</w:t>
      </w:r>
      <w:r w:rsidR="000E1451">
        <w:rPr>
          <w:rFonts w:cs="Georgia"/>
          <w:kern w:val="1"/>
        </w:rPr>
        <w:t>’</w:t>
      </w:r>
      <w:r>
        <w:rPr>
          <w:rFonts w:cs="Georgia"/>
          <w:kern w:val="1"/>
        </w:rPr>
        <w:t>un centimètre</w:t>
      </w:r>
      <w:r w:rsidR="000E1451">
        <w:rPr>
          <w:rFonts w:cs="Georgia"/>
          <w:kern w:val="1"/>
        </w:rPr>
        <w:t xml:space="preserve">, </w:t>
      </w:r>
      <w:r>
        <w:rPr>
          <w:rFonts w:cs="Georgia"/>
          <w:kern w:val="1"/>
        </w:rPr>
        <w:t>dû à un opticien de Dresde</w:t>
      </w:r>
      <w:r w:rsidR="000E1451">
        <w:rPr>
          <w:rFonts w:cs="Georgia"/>
          <w:kern w:val="1"/>
        </w:rPr>
        <w:t xml:space="preserve">, </w:t>
      </w:r>
      <w:r>
        <w:rPr>
          <w:rFonts w:cs="Georgia"/>
          <w:kern w:val="1"/>
        </w:rPr>
        <w:t>jusqu</w:t>
      </w:r>
      <w:r w:rsidR="000E1451">
        <w:rPr>
          <w:rFonts w:cs="Georgia"/>
          <w:kern w:val="1"/>
        </w:rPr>
        <w:t>’</w:t>
      </w:r>
      <w:r>
        <w:rPr>
          <w:rFonts w:cs="Georgia"/>
          <w:kern w:val="1"/>
        </w:rPr>
        <w:t>à la sacoche d</w:t>
      </w:r>
      <w:r w:rsidR="000E1451">
        <w:rPr>
          <w:rFonts w:cs="Georgia"/>
          <w:kern w:val="1"/>
        </w:rPr>
        <w:t>’</w:t>
      </w:r>
      <w:r>
        <w:rPr>
          <w:rFonts w:cs="Georgia"/>
          <w:kern w:val="1"/>
        </w:rPr>
        <w:t>État-major contenant</w:t>
      </w:r>
      <w:r w:rsidR="000E1451">
        <w:rPr>
          <w:rFonts w:cs="Georgia"/>
          <w:kern w:val="1"/>
        </w:rPr>
        <w:t xml:space="preserve">, </w:t>
      </w:r>
      <w:r>
        <w:rPr>
          <w:rFonts w:cs="Georgia"/>
          <w:kern w:val="1"/>
        </w:rPr>
        <w:t>photographiés et réduits à l</w:t>
      </w:r>
      <w:r w:rsidR="000E1451">
        <w:rPr>
          <w:rFonts w:cs="Georgia"/>
          <w:kern w:val="1"/>
        </w:rPr>
        <w:t>’</w:t>
      </w:r>
      <w:r>
        <w:rPr>
          <w:rFonts w:cs="Georgia"/>
          <w:kern w:val="1"/>
        </w:rPr>
        <w:t>échelle</w:t>
      </w:r>
      <w:r w:rsidR="000E1451">
        <w:rPr>
          <w:rFonts w:cs="Georgia"/>
          <w:kern w:val="1"/>
        </w:rPr>
        <w:t xml:space="preserve">, </w:t>
      </w:r>
      <w:r>
        <w:rPr>
          <w:rFonts w:cs="Georgia"/>
          <w:kern w:val="1"/>
        </w:rPr>
        <w:t>les fac-similés des dépêches échangées avec Steinmetz et Moltke</w:t>
      </w:r>
      <w:r w:rsidR="000E1451">
        <w:rPr>
          <w:rFonts w:cs="Georgia"/>
          <w:kern w:val="1"/>
        </w:rPr>
        <w:t xml:space="preserve">, </w:t>
      </w:r>
      <w:r>
        <w:rPr>
          <w:rFonts w:cs="Georgia"/>
          <w:kern w:val="1"/>
        </w:rPr>
        <w:t>lors de cette fameuse bataille</w:t>
      </w:r>
      <w:r w:rsidR="000E1451">
        <w:rPr>
          <w:rFonts w:cs="Georgia"/>
          <w:kern w:val="1"/>
        </w:rPr>
        <w:t xml:space="preserve">. </w:t>
      </w:r>
      <w:r>
        <w:rPr>
          <w:rFonts w:cs="Georgia"/>
          <w:kern w:val="1"/>
        </w:rPr>
        <w:t>On supputait le nombre de sapins qu</w:t>
      </w:r>
      <w:r w:rsidR="000E1451">
        <w:rPr>
          <w:rFonts w:cs="Georgia"/>
          <w:kern w:val="1"/>
        </w:rPr>
        <w:t>’</w:t>
      </w:r>
      <w:r>
        <w:rPr>
          <w:rFonts w:cs="Georgia"/>
          <w:kern w:val="1"/>
        </w:rPr>
        <w:t>il avait fallu abattre pour acquitter ces coûteuses fantaisies</w:t>
      </w:r>
      <w:r w:rsidR="000E1451">
        <w:rPr>
          <w:rFonts w:cs="Georgia"/>
          <w:kern w:val="1"/>
        </w:rPr>
        <w:t xml:space="preserve">. </w:t>
      </w:r>
      <w:r>
        <w:rPr>
          <w:rFonts w:cs="Georgia"/>
          <w:kern w:val="1"/>
        </w:rPr>
        <w:t>On se doutait que le propriétaire de ces marionnettes héroïques aimerait mieux manger son pain sec et boire l</w:t>
      </w:r>
      <w:r w:rsidR="000E1451">
        <w:rPr>
          <w:rFonts w:cs="Georgia"/>
          <w:kern w:val="1"/>
        </w:rPr>
        <w:t>’</w:t>
      </w:r>
      <w:r>
        <w:rPr>
          <w:rFonts w:cs="Georgia"/>
          <w:kern w:val="1"/>
        </w:rPr>
        <w:t>eau de son robinet que d</w:t>
      </w:r>
      <w:r w:rsidR="000E1451">
        <w:rPr>
          <w:rFonts w:cs="Georgia"/>
          <w:kern w:val="1"/>
        </w:rPr>
        <w:t>’</w:t>
      </w:r>
      <w:r>
        <w:rPr>
          <w:rFonts w:cs="Georgia"/>
          <w:kern w:val="1"/>
        </w:rPr>
        <w:t>être privé de leur compagnie</w:t>
      </w:r>
      <w:r w:rsidR="000E1451">
        <w:rPr>
          <w:rFonts w:cs="Georgia"/>
          <w:kern w:val="1"/>
        </w:rPr>
        <w:t>.</w:t>
      </w:r>
    </w:p>
    <w:p w14:paraId="6E05DBC0" w14:textId="77777777" w:rsidR="000E1451" w:rsidRDefault="00BE611A" w:rsidP="00BE611A">
      <w:pPr>
        <w:rPr>
          <w:rFonts w:cs="Georgia"/>
          <w:kern w:val="1"/>
        </w:rPr>
      </w:pPr>
      <w:r>
        <w:rPr>
          <w:rFonts w:cs="Georgia"/>
          <w:kern w:val="1"/>
        </w:rPr>
        <w:t>Au mur</w:t>
      </w:r>
      <w:r w:rsidR="000E1451">
        <w:rPr>
          <w:rFonts w:cs="Georgia"/>
          <w:kern w:val="1"/>
        </w:rPr>
        <w:t xml:space="preserve">, </w:t>
      </w:r>
      <w:r>
        <w:rPr>
          <w:rFonts w:cs="Georgia"/>
          <w:kern w:val="1"/>
        </w:rPr>
        <w:t>sur une immense carte du front occidental</w:t>
      </w:r>
      <w:r w:rsidR="000E1451">
        <w:rPr>
          <w:rFonts w:cs="Georgia"/>
          <w:kern w:val="1"/>
        </w:rPr>
        <w:t xml:space="preserve">, </w:t>
      </w:r>
      <w:r>
        <w:rPr>
          <w:rFonts w:cs="Georgia"/>
          <w:kern w:val="1"/>
        </w:rPr>
        <w:t>une ligne de drapeaux attestait l</w:t>
      </w:r>
      <w:r w:rsidR="000E1451">
        <w:rPr>
          <w:rFonts w:cs="Georgia"/>
          <w:kern w:val="1"/>
        </w:rPr>
        <w:t>’</w:t>
      </w:r>
      <w:r>
        <w:rPr>
          <w:rFonts w:cs="Georgia"/>
          <w:kern w:val="1"/>
        </w:rPr>
        <w:t>écrasant échec que Lüdendorff venait d</w:t>
      </w:r>
      <w:r w:rsidR="000E1451">
        <w:rPr>
          <w:rFonts w:cs="Georgia"/>
          <w:kern w:val="1"/>
        </w:rPr>
        <w:t>’</w:t>
      </w:r>
      <w:r>
        <w:rPr>
          <w:rFonts w:cs="Georgia"/>
          <w:kern w:val="1"/>
        </w:rPr>
        <w:t>infliger en Picardie aux armées franco-anglaises</w:t>
      </w:r>
      <w:r w:rsidR="000E1451">
        <w:rPr>
          <w:rFonts w:cs="Georgia"/>
          <w:kern w:val="1"/>
        </w:rPr>
        <w:t xml:space="preserve">. </w:t>
      </w:r>
      <w:r>
        <w:rPr>
          <w:rFonts w:cs="Georgia"/>
          <w:kern w:val="1"/>
        </w:rPr>
        <w:t>D</w:t>
      </w:r>
      <w:r w:rsidR="000E1451">
        <w:rPr>
          <w:rFonts w:cs="Georgia"/>
          <w:kern w:val="1"/>
        </w:rPr>
        <w:t>’</w:t>
      </w:r>
      <w:r>
        <w:rPr>
          <w:rFonts w:cs="Georgia"/>
          <w:kern w:val="1"/>
        </w:rPr>
        <w:t>autres cartes traînaient de tous les côtés</w:t>
      </w:r>
      <w:r w:rsidR="000E1451">
        <w:rPr>
          <w:rFonts w:cs="Georgia"/>
          <w:kern w:val="1"/>
        </w:rPr>
        <w:t xml:space="preserve">. </w:t>
      </w:r>
      <w:r>
        <w:rPr>
          <w:rFonts w:cs="Georgia"/>
          <w:kern w:val="1"/>
        </w:rPr>
        <w:t>Pour leur faire place</w:t>
      </w:r>
      <w:r w:rsidR="000E1451">
        <w:rPr>
          <w:rFonts w:cs="Georgia"/>
          <w:kern w:val="1"/>
        </w:rPr>
        <w:t xml:space="preserve">, </w:t>
      </w:r>
      <w:r>
        <w:rPr>
          <w:rFonts w:cs="Georgia"/>
          <w:kern w:val="1"/>
        </w:rPr>
        <w:t>les meubles avaient été repoussés dans les encoignures</w:t>
      </w:r>
      <w:r w:rsidR="000E1451">
        <w:rPr>
          <w:rFonts w:cs="Georgia"/>
          <w:kern w:val="1"/>
        </w:rPr>
        <w:t xml:space="preserve">. </w:t>
      </w:r>
      <w:r>
        <w:rPr>
          <w:rFonts w:cs="Georgia"/>
          <w:kern w:val="1"/>
        </w:rPr>
        <w:t>L</w:t>
      </w:r>
      <w:r w:rsidR="000E1451">
        <w:rPr>
          <w:rFonts w:cs="Georgia"/>
          <w:kern w:val="1"/>
        </w:rPr>
        <w:t>’</w:t>
      </w:r>
      <w:r>
        <w:rPr>
          <w:rFonts w:cs="Georgia"/>
          <w:kern w:val="1"/>
        </w:rPr>
        <w:t>une d</w:t>
      </w:r>
      <w:r w:rsidR="000E1451">
        <w:rPr>
          <w:rFonts w:cs="Georgia"/>
          <w:kern w:val="1"/>
        </w:rPr>
        <w:t>’</w:t>
      </w:r>
      <w:r>
        <w:rPr>
          <w:rFonts w:cs="Georgia"/>
          <w:kern w:val="1"/>
        </w:rPr>
        <w:t>elles</w:t>
      </w:r>
      <w:r w:rsidR="000E1451">
        <w:rPr>
          <w:rFonts w:cs="Georgia"/>
          <w:kern w:val="1"/>
        </w:rPr>
        <w:t xml:space="preserve">, </w:t>
      </w:r>
      <w:r>
        <w:rPr>
          <w:rFonts w:cs="Georgia"/>
          <w:kern w:val="1"/>
        </w:rPr>
        <w:t>qui représentait les environs de Metz</w:t>
      </w:r>
      <w:r w:rsidR="000E1451">
        <w:rPr>
          <w:rFonts w:cs="Georgia"/>
          <w:kern w:val="1"/>
        </w:rPr>
        <w:t xml:space="preserve">, </w:t>
      </w:r>
      <w:r>
        <w:rPr>
          <w:rFonts w:cs="Georgia"/>
          <w:kern w:val="1"/>
        </w:rPr>
        <w:t>cachait complètement la table centrale</w:t>
      </w:r>
      <w:r w:rsidR="000E1451">
        <w:rPr>
          <w:rFonts w:cs="Georgia"/>
          <w:kern w:val="1"/>
        </w:rPr>
        <w:t xml:space="preserve">. </w:t>
      </w:r>
      <w:r>
        <w:rPr>
          <w:rFonts w:cs="Georgia"/>
          <w:kern w:val="1"/>
        </w:rPr>
        <w:t xml:space="preserve">Une infinité </w:t>
      </w:r>
      <w:r>
        <w:rPr>
          <w:rFonts w:cs="Georgia"/>
          <w:kern w:val="1"/>
        </w:rPr>
        <w:lastRenderedPageBreak/>
        <w:t>d</w:t>
      </w:r>
      <w:r w:rsidR="000E1451">
        <w:rPr>
          <w:rFonts w:cs="Georgia"/>
          <w:kern w:val="1"/>
        </w:rPr>
        <w:t>’</w:t>
      </w:r>
      <w:r>
        <w:rPr>
          <w:rFonts w:cs="Georgia"/>
          <w:kern w:val="1"/>
        </w:rPr>
        <w:t>épingles à têtes bleues</w:t>
      </w:r>
      <w:r w:rsidR="000E1451">
        <w:rPr>
          <w:rFonts w:cs="Georgia"/>
          <w:kern w:val="1"/>
        </w:rPr>
        <w:t xml:space="preserve">, </w:t>
      </w:r>
      <w:r>
        <w:rPr>
          <w:rFonts w:cs="Georgia"/>
          <w:kern w:val="1"/>
        </w:rPr>
        <w:t>noires</w:t>
      </w:r>
      <w:r w:rsidR="000E1451">
        <w:rPr>
          <w:rFonts w:cs="Georgia"/>
          <w:kern w:val="1"/>
        </w:rPr>
        <w:t xml:space="preserve">, </w:t>
      </w:r>
      <w:r>
        <w:rPr>
          <w:rFonts w:cs="Georgia"/>
          <w:kern w:val="1"/>
        </w:rPr>
        <w:t>blanches</w:t>
      </w:r>
      <w:r w:rsidR="000E1451">
        <w:rPr>
          <w:rFonts w:cs="Georgia"/>
          <w:kern w:val="1"/>
        </w:rPr>
        <w:t xml:space="preserve">, </w:t>
      </w:r>
      <w:r>
        <w:rPr>
          <w:rFonts w:cs="Georgia"/>
          <w:kern w:val="1"/>
        </w:rPr>
        <w:t>rouges</w:t>
      </w:r>
      <w:r w:rsidR="000E1451">
        <w:rPr>
          <w:rFonts w:cs="Georgia"/>
          <w:kern w:val="1"/>
        </w:rPr>
        <w:t xml:space="preserve">, </w:t>
      </w:r>
      <w:r>
        <w:rPr>
          <w:rFonts w:cs="Georgia"/>
          <w:kern w:val="1"/>
        </w:rPr>
        <w:t>indiquaient des groupes de combat imaginaires</w:t>
      </w:r>
      <w:r w:rsidR="000E1451">
        <w:rPr>
          <w:rFonts w:cs="Georgia"/>
          <w:kern w:val="1"/>
        </w:rPr>
        <w:t xml:space="preserve">. </w:t>
      </w:r>
      <w:r>
        <w:rPr>
          <w:rFonts w:cs="Georgia"/>
          <w:kern w:val="1"/>
        </w:rPr>
        <w:t>À un mètre environ du plancher</w:t>
      </w:r>
      <w:r w:rsidR="000E1451">
        <w:rPr>
          <w:rFonts w:cs="Georgia"/>
          <w:kern w:val="1"/>
        </w:rPr>
        <w:t xml:space="preserve">, </w:t>
      </w:r>
      <w:r>
        <w:rPr>
          <w:rFonts w:cs="Georgia"/>
          <w:kern w:val="1"/>
        </w:rPr>
        <w:t>une étagère faisait le tour de la vaste salle</w:t>
      </w:r>
      <w:r w:rsidR="000E1451">
        <w:rPr>
          <w:rFonts w:cs="Georgia"/>
          <w:kern w:val="1"/>
        </w:rPr>
        <w:t xml:space="preserve">, </w:t>
      </w:r>
      <w:r>
        <w:rPr>
          <w:rFonts w:cs="Georgia"/>
          <w:kern w:val="1"/>
        </w:rPr>
        <w:t>et servait de support à une vingtaine de vitrines</w:t>
      </w:r>
      <w:r w:rsidR="000E1451">
        <w:rPr>
          <w:rFonts w:cs="Georgia"/>
          <w:kern w:val="1"/>
        </w:rPr>
        <w:t xml:space="preserve">. </w:t>
      </w:r>
      <w:r>
        <w:rPr>
          <w:rFonts w:cs="Georgia"/>
          <w:kern w:val="1"/>
        </w:rPr>
        <w:t xml:space="preserve">Là étaient reconstituées les victoires prussiennes du </w:t>
      </w:r>
      <w:r>
        <w:rPr>
          <w:rFonts w:cs="Georgia"/>
          <w:caps/>
          <w:kern w:val="1"/>
          <w:sz w:val="26"/>
        </w:rPr>
        <w:t>xviii</w:t>
      </w:r>
      <w:r>
        <w:rPr>
          <w:rFonts w:cs="Georgia"/>
          <w:kern w:val="1"/>
          <w:vertAlign w:val="superscript"/>
        </w:rPr>
        <w:t>e</w:t>
      </w:r>
      <w:r>
        <w:rPr>
          <w:rFonts w:cs="Georgia"/>
          <w:kern w:val="1"/>
        </w:rPr>
        <w:t xml:space="preserve"> et du </w:t>
      </w:r>
      <w:r>
        <w:rPr>
          <w:rFonts w:cs="Georgia"/>
          <w:caps/>
          <w:kern w:val="1"/>
          <w:sz w:val="26"/>
        </w:rPr>
        <w:t>xix</w:t>
      </w:r>
      <w:r>
        <w:rPr>
          <w:rFonts w:cs="Georgia"/>
          <w:kern w:val="1"/>
          <w:vertAlign w:val="superscript"/>
        </w:rPr>
        <w:t>e</w:t>
      </w:r>
      <w:r>
        <w:rPr>
          <w:rFonts w:cs="Georgia"/>
          <w:kern w:val="1"/>
        </w:rPr>
        <w:t xml:space="preserve"> siècle</w:t>
      </w:r>
      <w:r w:rsidR="000E1451">
        <w:rPr>
          <w:rFonts w:cs="Georgia"/>
          <w:kern w:val="1"/>
        </w:rPr>
        <w:t xml:space="preserve">. </w:t>
      </w:r>
      <w:r>
        <w:rPr>
          <w:rFonts w:cs="Georgia"/>
          <w:kern w:val="1"/>
        </w:rPr>
        <w:t>Des panoramas en couleur</w:t>
      </w:r>
      <w:r w:rsidR="000E1451">
        <w:rPr>
          <w:rFonts w:cs="Georgia"/>
          <w:kern w:val="1"/>
        </w:rPr>
        <w:t xml:space="preserve">, </w:t>
      </w:r>
      <w:r>
        <w:rPr>
          <w:rFonts w:cs="Georgia"/>
          <w:kern w:val="1"/>
        </w:rPr>
        <w:t>fourmillants de soldats de plomb</w:t>
      </w:r>
      <w:r w:rsidR="000E1451">
        <w:rPr>
          <w:rFonts w:cs="Georgia"/>
          <w:kern w:val="1"/>
        </w:rPr>
        <w:t xml:space="preserve">, </w:t>
      </w:r>
      <w:r>
        <w:rPr>
          <w:rFonts w:cs="Georgia"/>
          <w:kern w:val="1"/>
        </w:rPr>
        <w:t>en retraçaient les phases essentielles</w:t>
      </w:r>
      <w:r w:rsidR="000E1451">
        <w:rPr>
          <w:rFonts w:cs="Georgia"/>
          <w:kern w:val="1"/>
        </w:rPr>
        <w:t xml:space="preserve">. </w:t>
      </w:r>
      <w:r>
        <w:rPr>
          <w:rFonts w:cs="Georgia"/>
          <w:kern w:val="1"/>
        </w:rPr>
        <w:t>Il y avait les batailles du Grand Frédéric</w:t>
      </w:r>
      <w:r w:rsidR="000E1451">
        <w:rPr>
          <w:rFonts w:cs="Georgia"/>
          <w:kern w:val="1"/>
        </w:rPr>
        <w:t xml:space="preserve">, </w:t>
      </w:r>
      <w:r>
        <w:rPr>
          <w:rFonts w:cs="Georgia"/>
          <w:kern w:val="1"/>
        </w:rPr>
        <w:t>Torgau et Leuthen</w:t>
      </w:r>
      <w:r w:rsidR="000E1451">
        <w:rPr>
          <w:rFonts w:cs="Georgia"/>
          <w:kern w:val="1"/>
        </w:rPr>
        <w:t xml:space="preserve">, </w:t>
      </w:r>
      <w:r>
        <w:rPr>
          <w:rFonts w:cs="Georgia"/>
          <w:kern w:val="1"/>
        </w:rPr>
        <w:t>Freyberg et Roshach</w:t>
      </w:r>
      <w:r w:rsidR="000E1451">
        <w:rPr>
          <w:rFonts w:cs="Georgia"/>
          <w:kern w:val="1"/>
        </w:rPr>
        <w:t xml:space="preserve">. </w:t>
      </w:r>
      <w:r>
        <w:rPr>
          <w:rFonts w:cs="Georgia"/>
          <w:kern w:val="1"/>
        </w:rPr>
        <w:t>Il y avait Leipzig et Waterloo</w:t>
      </w:r>
      <w:r w:rsidR="000E1451">
        <w:rPr>
          <w:rFonts w:cs="Georgia"/>
          <w:kern w:val="1"/>
        </w:rPr>
        <w:t xml:space="preserve">, </w:t>
      </w:r>
      <w:r>
        <w:rPr>
          <w:rFonts w:cs="Georgia"/>
          <w:kern w:val="1"/>
        </w:rPr>
        <w:t>Duppel et Kœnigsgraëtz</w:t>
      </w:r>
      <w:r w:rsidR="000E1451">
        <w:rPr>
          <w:rFonts w:cs="Georgia"/>
          <w:kern w:val="1"/>
        </w:rPr>
        <w:t xml:space="preserve">, </w:t>
      </w:r>
      <w:r>
        <w:rPr>
          <w:rFonts w:cs="Georgia"/>
          <w:kern w:val="1"/>
        </w:rPr>
        <w:t>Frœschwiller et Saint-Privat</w:t>
      </w:r>
      <w:r w:rsidR="000E1451">
        <w:rPr>
          <w:rFonts w:cs="Georgia"/>
          <w:kern w:val="1"/>
        </w:rPr>
        <w:t xml:space="preserve">. </w:t>
      </w:r>
      <w:r>
        <w:rPr>
          <w:rFonts w:cs="Georgia"/>
          <w:kern w:val="1"/>
        </w:rPr>
        <w:t>Trois vitrines</w:t>
      </w:r>
      <w:r w:rsidR="000E1451">
        <w:rPr>
          <w:rFonts w:cs="Georgia"/>
          <w:kern w:val="1"/>
        </w:rPr>
        <w:t xml:space="preserve">, </w:t>
      </w:r>
      <w:r>
        <w:rPr>
          <w:rFonts w:cs="Georgia"/>
          <w:kern w:val="1"/>
        </w:rPr>
        <w:t>comme de juste</w:t>
      </w:r>
      <w:r w:rsidR="000E1451">
        <w:rPr>
          <w:rFonts w:cs="Georgia"/>
          <w:kern w:val="1"/>
        </w:rPr>
        <w:t xml:space="preserve">, </w:t>
      </w:r>
      <w:r>
        <w:rPr>
          <w:rFonts w:cs="Georgia"/>
          <w:kern w:val="1"/>
        </w:rPr>
        <w:t>étaient consacrées aux épisodes principaux de cette bataille de Borny</w:t>
      </w:r>
      <w:r w:rsidR="000E1451">
        <w:rPr>
          <w:rFonts w:cs="Georgia"/>
          <w:kern w:val="1"/>
        </w:rPr>
        <w:t xml:space="preserve">, </w:t>
      </w:r>
      <w:r>
        <w:rPr>
          <w:rFonts w:cs="Georgia"/>
          <w:kern w:val="1"/>
        </w:rPr>
        <w:t>dont on n</w:t>
      </w:r>
      <w:r w:rsidR="000E1451">
        <w:rPr>
          <w:rFonts w:cs="Georgia"/>
          <w:kern w:val="1"/>
        </w:rPr>
        <w:t>’</w:t>
      </w:r>
      <w:r>
        <w:rPr>
          <w:rFonts w:cs="Georgia"/>
          <w:kern w:val="1"/>
        </w:rPr>
        <w:t>a que trop longtemps méconnu l</w:t>
      </w:r>
      <w:r w:rsidR="000E1451">
        <w:rPr>
          <w:rFonts w:cs="Georgia"/>
          <w:kern w:val="1"/>
        </w:rPr>
        <w:t>’</w:t>
      </w:r>
      <w:r>
        <w:rPr>
          <w:rFonts w:cs="Georgia"/>
          <w:kern w:val="1"/>
        </w:rPr>
        <w:t>importance décisive</w:t>
      </w:r>
      <w:r w:rsidR="000E1451">
        <w:rPr>
          <w:rFonts w:cs="Georgia"/>
          <w:kern w:val="1"/>
        </w:rPr>
        <w:t xml:space="preserve">. </w:t>
      </w:r>
      <w:r>
        <w:rPr>
          <w:rFonts w:cs="Georgia"/>
          <w:kern w:val="1"/>
        </w:rPr>
        <w:t>Le visiteur le plus enclin à la raillerie aurait fini par admirer la délicatesse méticuleuse qui avait présidé au coloriage de ces nuées de petits bonshommes</w:t>
      </w:r>
      <w:r w:rsidR="000E1451">
        <w:rPr>
          <w:rFonts w:cs="Georgia"/>
          <w:kern w:val="1"/>
        </w:rPr>
        <w:t xml:space="preserve">. </w:t>
      </w:r>
      <w:r>
        <w:rPr>
          <w:rFonts w:cs="Georgia"/>
          <w:kern w:val="1"/>
        </w:rPr>
        <w:t>Ils y étaient tous</w:t>
      </w:r>
      <w:r w:rsidR="000E1451">
        <w:rPr>
          <w:rFonts w:cs="Georgia"/>
          <w:kern w:val="1"/>
        </w:rPr>
        <w:t xml:space="preserve">, </w:t>
      </w:r>
      <w:r>
        <w:rPr>
          <w:rFonts w:cs="Georgia"/>
          <w:kern w:val="1"/>
        </w:rPr>
        <w:t xml:space="preserve">les </w:t>
      </w:r>
      <w:r w:rsidR="000E1451">
        <w:rPr>
          <w:rFonts w:cs="Georgia"/>
          <w:kern w:val="1"/>
        </w:rPr>
        <w:t>« </w:t>
      </w:r>
      <w:r>
        <w:rPr>
          <w:rFonts w:cs="Georgia"/>
          <w:kern w:val="1"/>
        </w:rPr>
        <w:t>gros garçons</w:t>
      </w:r>
      <w:r w:rsidR="000E1451">
        <w:rPr>
          <w:rFonts w:cs="Georgia"/>
          <w:kern w:val="1"/>
        </w:rPr>
        <w:t> »</w:t>
      </w:r>
      <w:r>
        <w:rPr>
          <w:rFonts w:cs="Georgia"/>
          <w:kern w:val="1"/>
        </w:rPr>
        <w:t xml:space="preserve"> du Roi Frédéric-Guillaume</w:t>
      </w:r>
      <w:r w:rsidR="000E1451">
        <w:rPr>
          <w:rFonts w:cs="Georgia"/>
          <w:kern w:val="1"/>
        </w:rPr>
        <w:t xml:space="preserve">, </w:t>
      </w:r>
      <w:r>
        <w:rPr>
          <w:rFonts w:cs="Georgia"/>
          <w:kern w:val="1"/>
        </w:rPr>
        <w:t>avec leurs bonnets pointus</w:t>
      </w:r>
      <w:r w:rsidR="000E1451">
        <w:rPr>
          <w:rFonts w:cs="Georgia"/>
          <w:kern w:val="1"/>
        </w:rPr>
        <w:t xml:space="preserve">, </w:t>
      </w:r>
      <w:r>
        <w:rPr>
          <w:rFonts w:cs="Georgia"/>
          <w:kern w:val="1"/>
        </w:rPr>
        <w:t>les chevau-légers de Bülow</w:t>
      </w:r>
      <w:r w:rsidR="000E1451">
        <w:rPr>
          <w:rFonts w:cs="Georgia"/>
          <w:kern w:val="1"/>
        </w:rPr>
        <w:t xml:space="preserve">, </w:t>
      </w:r>
      <w:r>
        <w:rPr>
          <w:rFonts w:cs="Georgia"/>
          <w:kern w:val="1"/>
        </w:rPr>
        <w:t>avec leurs casques à chenille</w:t>
      </w:r>
      <w:r w:rsidR="000E1451">
        <w:rPr>
          <w:rFonts w:cs="Georgia"/>
          <w:kern w:val="1"/>
        </w:rPr>
        <w:t xml:space="preserve">, </w:t>
      </w:r>
      <w:r>
        <w:rPr>
          <w:rFonts w:cs="Georgia"/>
          <w:kern w:val="1"/>
        </w:rPr>
        <w:t>les pionniers de Scharnhorst</w:t>
      </w:r>
      <w:r w:rsidR="000E1451">
        <w:rPr>
          <w:rFonts w:cs="Georgia"/>
          <w:kern w:val="1"/>
        </w:rPr>
        <w:t xml:space="preserve">, </w:t>
      </w:r>
      <w:r>
        <w:rPr>
          <w:rFonts w:cs="Georgia"/>
          <w:kern w:val="1"/>
        </w:rPr>
        <w:t>les uhlans noirs d</w:t>
      </w:r>
      <w:r w:rsidR="000E1451">
        <w:rPr>
          <w:rFonts w:cs="Georgia"/>
          <w:kern w:val="1"/>
        </w:rPr>
        <w:t>’</w:t>
      </w:r>
      <w:r>
        <w:rPr>
          <w:rFonts w:cs="Georgia"/>
          <w:kern w:val="1"/>
        </w:rPr>
        <w:t>Alvensleben</w:t>
      </w:r>
      <w:r w:rsidR="000E1451">
        <w:rPr>
          <w:rFonts w:cs="Georgia"/>
          <w:kern w:val="1"/>
        </w:rPr>
        <w:t xml:space="preserve">, </w:t>
      </w:r>
      <w:r>
        <w:rPr>
          <w:rFonts w:cs="Georgia"/>
          <w:kern w:val="1"/>
        </w:rPr>
        <w:t>sans oublier certain lieutenant de cuirassiers blancs</w:t>
      </w:r>
      <w:r w:rsidR="000E1451">
        <w:rPr>
          <w:rFonts w:cs="Georgia"/>
          <w:kern w:val="1"/>
        </w:rPr>
        <w:t xml:space="preserve">, </w:t>
      </w:r>
      <w:r>
        <w:rPr>
          <w:rFonts w:cs="Georgia"/>
          <w:kern w:val="1"/>
        </w:rPr>
        <w:t>qui se dressait</w:t>
      </w:r>
      <w:r w:rsidR="000E1451">
        <w:rPr>
          <w:rFonts w:cs="Georgia"/>
          <w:kern w:val="1"/>
        </w:rPr>
        <w:t xml:space="preserve">, </w:t>
      </w:r>
      <w:r>
        <w:rPr>
          <w:rFonts w:cs="Georgia"/>
          <w:kern w:val="1"/>
        </w:rPr>
        <w:t>minuscule et superbe</w:t>
      </w:r>
      <w:r w:rsidR="000E1451">
        <w:rPr>
          <w:rFonts w:cs="Georgia"/>
          <w:kern w:val="1"/>
        </w:rPr>
        <w:t xml:space="preserve">, </w:t>
      </w:r>
      <w:r>
        <w:rPr>
          <w:rFonts w:cs="Georgia"/>
          <w:kern w:val="1"/>
        </w:rPr>
        <w:t>au premier plan</w:t>
      </w:r>
      <w:r w:rsidR="000E1451">
        <w:rPr>
          <w:rFonts w:cs="Georgia"/>
          <w:kern w:val="1"/>
        </w:rPr>
        <w:t xml:space="preserve">, </w:t>
      </w:r>
      <w:r>
        <w:rPr>
          <w:rFonts w:cs="Georgia"/>
          <w:kern w:val="1"/>
        </w:rPr>
        <w:t>dans chacune des vitrines de Borny</w:t>
      </w:r>
      <w:r w:rsidR="000E1451">
        <w:rPr>
          <w:rFonts w:cs="Georgia"/>
          <w:kern w:val="1"/>
        </w:rPr>
        <w:t xml:space="preserve">. </w:t>
      </w:r>
      <w:r>
        <w:rPr>
          <w:rFonts w:cs="Georgia"/>
          <w:kern w:val="1"/>
        </w:rPr>
        <w:t>Les ennemis</w:t>
      </w:r>
      <w:r w:rsidR="000E1451">
        <w:rPr>
          <w:rFonts w:cs="Georgia"/>
          <w:kern w:val="1"/>
        </w:rPr>
        <w:t xml:space="preserve">. </w:t>
      </w:r>
      <w:r>
        <w:rPr>
          <w:rFonts w:cs="Georgia"/>
          <w:kern w:val="1"/>
        </w:rPr>
        <w:t>Russes</w:t>
      </w:r>
      <w:r w:rsidR="000E1451">
        <w:rPr>
          <w:rFonts w:cs="Georgia"/>
          <w:kern w:val="1"/>
        </w:rPr>
        <w:t xml:space="preserve">, </w:t>
      </w:r>
      <w:r>
        <w:rPr>
          <w:rFonts w:cs="Georgia"/>
          <w:kern w:val="1"/>
        </w:rPr>
        <w:t>Autrichiens</w:t>
      </w:r>
      <w:r w:rsidR="000E1451">
        <w:rPr>
          <w:rFonts w:cs="Georgia"/>
          <w:kern w:val="1"/>
        </w:rPr>
        <w:t xml:space="preserve">, </w:t>
      </w:r>
      <w:r>
        <w:rPr>
          <w:rFonts w:cs="Georgia"/>
          <w:kern w:val="1"/>
        </w:rPr>
        <w:t>Danois</w:t>
      </w:r>
      <w:r w:rsidR="000E1451">
        <w:rPr>
          <w:rFonts w:cs="Georgia"/>
          <w:kern w:val="1"/>
        </w:rPr>
        <w:t xml:space="preserve">, </w:t>
      </w:r>
      <w:r>
        <w:rPr>
          <w:rFonts w:cs="Georgia"/>
          <w:kern w:val="1"/>
        </w:rPr>
        <w:t>Français</w:t>
      </w:r>
      <w:r w:rsidR="000E1451">
        <w:rPr>
          <w:rFonts w:cs="Georgia"/>
          <w:kern w:val="1"/>
        </w:rPr>
        <w:t xml:space="preserve">, </w:t>
      </w:r>
      <w:r>
        <w:rPr>
          <w:rFonts w:cs="Georgia"/>
          <w:bCs/>
          <w:i/>
          <w:iCs/>
          <w:kern w:val="1"/>
        </w:rPr>
        <w:t>Marie-Louise</w:t>
      </w:r>
      <w:r>
        <w:rPr>
          <w:rFonts w:cs="Georgia"/>
          <w:kern w:val="1"/>
        </w:rPr>
        <w:t xml:space="preserve"> de Bar-sur-Aube</w:t>
      </w:r>
      <w:r w:rsidR="000E1451">
        <w:rPr>
          <w:rFonts w:cs="Georgia"/>
          <w:kern w:val="1"/>
        </w:rPr>
        <w:t xml:space="preserve">, </w:t>
      </w:r>
      <w:r>
        <w:rPr>
          <w:rFonts w:cs="Georgia"/>
          <w:kern w:val="1"/>
        </w:rPr>
        <w:t>lanciers du Mont Saint-Jean</w:t>
      </w:r>
      <w:r w:rsidR="000E1451">
        <w:rPr>
          <w:rFonts w:cs="Georgia"/>
          <w:kern w:val="1"/>
        </w:rPr>
        <w:t xml:space="preserve">, </w:t>
      </w:r>
      <w:r>
        <w:rPr>
          <w:rFonts w:cs="Georgia"/>
          <w:kern w:val="1"/>
        </w:rPr>
        <w:t>houzards de Sadowa</w:t>
      </w:r>
      <w:r w:rsidR="000E1451">
        <w:rPr>
          <w:rFonts w:cs="Georgia"/>
          <w:kern w:val="1"/>
        </w:rPr>
        <w:t xml:space="preserve">, </w:t>
      </w:r>
      <w:r>
        <w:rPr>
          <w:rFonts w:cs="Georgia"/>
          <w:kern w:val="1"/>
        </w:rPr>
        <w:t>turcos de Wissembourg</w:t>
      </w:r>
      <w:r w:rsidR="000E1451">
        <w:rPr>
          <w:rFonts w:cs="Georgia"/>
          <w:kern w:val="1"/>
        </w:rPr>
        <w:t xml:space="preserve">, </w:t>
      </w:r>
      <w:r>
        <w:rPr>
          <w:rFonts w:cs="Georgia"/>
          <w:kern w:val="1"/>
        </w:rPr>
        <w:t>étaient représentés eux aussi avec le même souci d</w:t>
      </w:r>
      <w:r w:rsidR="000E1451">
        <w:rPr>
          <w:rFonts w:cs="Georgia"/>
          <w:kern w:val="1"/>
        </w:rPr>
        <w:t>’</w:t>
      </w:r>
      <w:r>
        <w:rPr>
          <w:rFonts w:cs="Georgia"/>
          <w:kern w:val="1"/>
        </w:rPr>
        <w:t>amoureuse exactitude</w:t>
      </w:r>
      <w:r w:rsidR="000E1451">
        <w:rPr>
          <w:rFonts w:cs="Georgia"/>
          <w:kern w:val="1"/>
        </w:rPr>
        <w:t xml:space="preserve">. </w:t>
      </w:r>
      <w:r>
        <w:rPr>
          <w:rFonts w:cs="Georgia"/>
          <w:kern w:val="1"/>
        </w:rPr>
        <w:t>Dans l</w:t>
      </w:r>
      <w:r w:rsidR="000E1451">
        <w:rPr>
          <w:rFonts w:cs="Georgia"/>
          <w:kern w:val="1"/>
        </w:rPr>
        <w:t>’</w:t>
      </w:r>
      <w:r>
        <w:rPr>
          <w:rFonts w:cs="Georgia"/>
          <w:kern w:val="1"/>
        </w:rPr>
        <w:t>embrasure de l</w:t>
      </w:r>
      <w:r w:rsidR="000E1451">
        <w:rPr>
          <w:rFonts w:cs="Georgia"/>
          <w:kern w:val="1"/>
        </w:rPr>
        <w:t>’</w:t>
      </w:r>
      <w:r>
        <w:rPr>
          <w:rFonts w:cs="Georgia"/>
          <w:kern w:val="1"/>
        </w:rPr>
        <w:t>une des fenêtres</w:t>
      </w:r>
      <w:r w:rsidR="000E1451">
        <w:rPr>
          <w:rFonts w:cs="Georgia"/>
          <w:kern w:val="1"/>
        </w:rPr>
        <w:t xml:space="preserve">, </w:t>
      </w:r>
      <w:r>
        <w:rPr>
          <w:rFonts w:cs="Georgia"/>
          <w:kern w:val="1"/>
        </w:rPr>
        <w:t>un établi chargé de ciseaux</w:t>
      </w:r>
      <w:r w:rsidR="000E1451">
        <w:rPr>
          <w:rFonts w:cs="Georgia"/>
          <w:kern w:val="1"/>
        </w:rPr>
        <w:t xml:space="preserve">, </w:t>
      </w:r>
      <w:r>
        <w:rPr>
          <w:rFonts w:cs="Georgia"/>
          <w:kern w:val="1"/>
        </w:rPr>
        <w:t>de godets</w:t>
      </w:r>
      <w:r w:rsidR="000E1451">
        <w:rPr>
          <w:rFonts w:cs="Georgia"/>
          <w:kern w:val="1"/>
        </w:rPr>
        <w:t xml:space="preserve">, </w:t>
      </w:r>
      <w:r>
        <w:rPr>
          <w:rFonts w:cs="Georgia"/>
          <w:kern w:val="1"/>
        </w:rPr>
        <w:t>de pinceaux</w:t>
      </w:r>
      <w:r w:rsidR="000E1451">
        <w:rPr>
          <w:rFonts w:cs="Georgia"/>
          <w:kern w:val="1"/>
        </w:rPr>
        <w:t xml:space="preserve">, </w:t>
      </w:r>
      <w:r>
        <w:rPr>
          <w:rFonts w:cs="Georgia"/>
          <w:kern w:val="1"/>
        </w:rPr>
        <w:t>de pots à colle</w:t>
      </w:r>
      <w:r w:rsidR="000E1451">
        <w:rPr>
          <w:rFonts w:cs="Georgia"/>
          <w:kern w:val="1"/>
        </w:rPr>
        <w:t xml:space="preserve">, </w:t>
      </w:r>
      <w:r>
        <w:rPr>
          <w:rFonts w:cs="Georgia"/>
          <w:kern w:val="1"/>
        </w:rPr>
        <w:t>de tubes de couleurs</w:t>
      </w:r>
      <w:r w:rsidR="000E1451">
        <w:rPr>
          <w:rFonts w:cs="Georgia"/>
          <w:kern w:val="1"/>
        </w:rPr>
        <w:t xml:space="preserve">, </w:t>
      </w:r>
      <w:r>
        <w:rPr>
          <w:rFonts w:cs="Georgia"/>
          <w:kern w:val="1"/>
        </w:rPr>
        <w:t>ainsi que des figurines de plomb brillant</w:t>
      </w:r>
      <w:r w:rsidR="000E1451">
        <w:rPr>
          <w:rFonts w:cs="Georgia"/>
          <w:kern w:val="1"/>
        </w:rPr>
        <w:t xml:space="preserve">, </w:t>
      </w:r>
      <w:r>
        <w:rPr>
          <w:rFonts w:cs="Georgia"/>
          <w:kern w:val="1"/>
        </w:rPr>
        <w:t>encore vierges d</w:t>
      </w:r>
      <w:r w:rsidR="000E1451">
        <w:rPr>
          <w:rFonts w:cs="Georgia"/>
          <w:kern w:val="1"/>
        </w:rPr>
        <w:t>’</w:t>
      </w:r>
      <w:r>
        <w:rPr>
          <w:rFonts w:cs="Georgia"/>
          <w:kern w:val="1"/>
        </w:rPr>
        <w:t>enluminures</w:t>
      </w:r>
      <w:r w:rsidR="000E1451">
        <w:rPr>
          <w:rFonts w:cs="Georgia"/>
          <w:kern w:val="1"/>
        </w:rPr>
        <w:t xml:space="preserve">, </w:t>
      </w:r>
      <w:r>
        <w:rPr>
          <w:rFonts w:cs="Georgia"/>
          <w:kern w:val="1"/>
        </w:rPr>
        <w:t>témoignait à la fois de l</w:t>
      </w:r>
      <w:r w:rsidR="000E1451">
        <w:rPr>
          <w:rFonts w:cs="Georgia"/>
          <w:kern w:val="1"/>
        </w:rPr>
        <w:t>’</w:t>
      </w:r>
      <w:r>
        <w:rPr>
          <w:rFonts w:cs="Georgia"/>
          <w:kern w:val="1"/>
        </w:rPr>
        <w:t>art du maître de céans</w:t>
      </w:r>
      <w:r w:rsidR="000E1451">
        <w:rPr>
          <w:rFonts w:cs="Georgia"/>
          <w:kern w:val="1"/>
        </w:rPr>
        <w:t xml:space="preserve">, </w:t>
      </w:r>
      <w:r>
        <w:rPr>
          <w:rFonts w:cs="Georgia"/>
          <w:kern w:val="1"/>
        </w:rPr>
        <w:t>et de ses efforts pour augmenter sans répit les effectifs de son armée lilliputienne</w:t>
      </w:r>
      <w:r w:rsidR="000E1451">
        <w:rPr>
          <w:rFonts w:cs="Georgia"/>
          <w:kern w:val="1"/>
        </w:rPr>
        <w:t xml:space="preserve">. </w:t>
      </w:r>
      <w:r>
        <w:rPr>
          <w:rFonts w:cs="Georgia"/>
          <w:kern w:val="1"/>
        </w:rPr>
        <w:t>Au milieu d</w:t>
      </w:r>
      <w:r w:rsidR="000E1451">
        <w:rPr>
          <w:rFonts w:cs="Georgia"/>
          <w:kern w:val="1"/>
        </w:rPr>
        <w:t>’</w:t>
      </w:r>
      <w:r>
        <w:rPr>
          <w:rFonts w:cs="Georgia"/>
          <w:kern w:val="1"/>
        </w:rPr>
        <w:t>un tel encombrement</w:t>
      </w:r>
      <w:r w:rsidR="000E1451">
        <w:rPr>
          <w:rFonts w:cs="Georgia"/>
          <w:kern w:val="1"/>
        </w:rPr>
        <w:t xml:space="preserve">, </w:t>
      </w:r>
      <w:r>
        <w:rPr>
          <w:rFonts w:cs="Georgia"/>
          <w:kern w:val="1"/>
        </w:rPr>
        <w:t>pour être sûr de ne rien bousculer</w:t>
      </w:r>
      <w:r w:rsidR="000E1451">
        <w:rPr>
          <w:rFonts w:cs="Georgia"/>
          <w:kern w:val="1"/>
        </w:rPr>
        <w:t xml:space="preserve">, </w:t>
      </w:r>
      <w:r>
        <w:rPr>
          <w:rFonts w:cs="Georgia"/>
          <w:kern w:val="1"/>
        </w:rPr>
        <w:t>il fallait se tenir immobile</w:t>
      </w:r>
      <w:r w:rsidR="000E1451">
        <w:rPr>
          <w:rFonts w:cs="Georgia"/>
          <w:kern w:val="1"/>
        </w:rPr>
        <w:t xml:space="preserve">. </w:t>
      </w:r>
      <w:r>
        <w:rPr>
          <w:rFonts w:cs="Georgia"/>
          <w:kern w:val="1"/>
        </w:rPr>
        <w:t xml:space="preserve">Comment </w:t>
      </w:r>
      <w:r>
        <w:rPr>
          <w:rFonts w:cs="Georgia"/>
          <w:kern w:val="1"/>
        </w:rPr>
        <w:lastRenderedPageBreak/>
        <w:t>dès lors parvenir à mettre la main sur les prises de courant</w:t>
      </w:r>
      <w:r w:rsidR="000E1451">
        <w:rPr>
          <w:rFonts w:cs="Georgia"/>
          <w:kern w:val="1"/>
        </w:rPr>
        <w:t xml:space="preserve">, </w:t>
      </w:r>
      <w:r>
        <w:rPr>
          <w:rFonts w:cs="Georgia"/>
          <w:kern w:val="1"/>
        </w:rPr>
        <w:t>procéder au remplacement des canalisations hors d</w:t>
      </w:r>
      <w:r w:rsidR="000E1451">
        <w:rPr>
          <w:rFonts w:cs="Georgia"/>
          <w:kern w:val="1"/>
        </w:rPr>
        <w:t>’</w:t>
      </w:r>
      <w:r>
        <w:rPr>
          <w:rFonts w:cs="Georgia"/>
          <w:kern w:val="1"/>
        </w:rPr>
        <w:t>usage</w:t>
      </w:r>
      <w:r w:rsidR="000E1451">
        <w:rPr>
          <w:rFonts w:cs="Georgia"/>
          <w:kern w:val="1"/>
        </w:rPr>
        <w:t xml:space="preserve"> ? </w:t>
      </w:r>
      <w:r>
        <w:rPr>
          <w:rFonts w:cs="Georgia"/>
          <w:kern w:val="1"/>
        </w:rPr>
        <w:t>J</w:t>
      </w:r>
      <w:r w:rsidR="000E1451">
        <w:rPr>
          <w:rFonts w:cs="Georgia"/>
          <w:kern w:val="1"/>
        </w:rPr>
        <w:t>’</w:t>
      </w:r>
      <w:r>
        <w:rPr>
          <w:rFonts w:cs="Georgia"/>
          <w:kern w:val="1"/>
        </w:rPr>
        <w:t>étais en train de me le demander avec quelque angoisse</w:t>
      </w:r>
      <w:r w:rsidR="000E1451">
        <w:rPr>
          <w:rFonts w:cs="Georgia"/>
          <w:kern w:val="1"/>
        </w:rPr>
        <w:t xml:space="preserve">, </w:t>
      </w:r>
      <w:r>
        <w:rPr>
          <w:rFonts w:cs="Georgia"/>
          <w:kern w:val="1"/>
        </w:rPr>
        <w:t>lorsque j</w:t>
      </w:r>
      <w:r w:rsidR="000E1451">
        <w:rPr>
          <w:rFonts w:cs="Georgia"/>
          <w:kern w:val="1"/>
        </w:rPr>
        <w:t>’</w:t>
      </w:r>
      <w:r>
        <w:rPr>
          <w:rFonts w:cs="Georgia"/>
          <w:kern w:val="1"/>
        </w:rPr>
        <w:t>entendis un pas pesant se rapprocher</w:t>
      </w:r>
      <w:r w:rsidR="000E1451">
        <w:rPr>
          <w:rFonts w:cs="Georgia"/>
          <w:kern w:val="1"/>
        </w:rPr>
        <w:t xml:space="preserve">. </w:t>
      </w:r>
      <w:r>
        <w:rPr>
          <w:rFonts w:cs="Georgia"/>
          <w:kern w:val="1"/>
        </w:rPr>
        <w:t>La porte s</w:t>
      </w:r>
      <w:r w:rsidR="000E1451">
        <w:rPr>
          <w:rFonts w:cs="Georgia"/>
          <w:kern w:val="1"/>
        </w:rPr>
        <w:t>’</w:t>
      </w:r>
      <w:r>
        <w:rPr>
          <w:rFonts w:cs="Georgia"/>
          <w:kern w:val="1"/>
        </w:rPr>
        <w:t>ouvrit</w:t>
      </w:r>
      <w:r w:rsidR="000E1451">
        <w:rPr>
          <w:rFonts w:cs="Georgia"/>
          <w:kern w:val="1"/>
        </w:rPr>
        <w:t xml:space="preserve">. </w:t>
      </w:r>
      <w:r>
        <w:rPr>
          <w:rFonts w:cs="Georgia"/>
          <w:kern w:val="1"/>
        </w:rPr>
        <w:t>Le général entra</w:t>
      </w:r>
      <w:r w:rsidR="000E1451">
        <w:rPr>
          <w:rFonts w:cs="Georgia"/>
          <w:kern w:val="1"/>
        </w:rPr>
        <w:t>.</w:t>
      </w:r>
    </w:p>
    <w:p w14:paraId="71CC5074" w14:textId="77777777" w:rsidR="00BE611A" w:rsidRDefault="00BE611A" w:rsidP="00BE611A">
      <w:pPr>
        <w:rPr>
          <w:rFonts w:cs="Georgia"/>
          <w:kern w:val="1"/>
        </w:rPr>
      </w:pPr>
    </w:p>
    <w:p w14:paraId="46376E26" w14:textId="77777777" w:rsidR="000E1451" w:rsidRDefault="00BE611A" w:rsidP="00BE611A">
      <w:pPr>
        <w:rPr>
          <w:rFonts w:cs="Georgia"/>
          <w:kern w:val="1"/>
        </w:rPr>
      </w:pPr>
      <w:r>
        <w:rPr>
          <w:rFonts w:cs="Georgia"/>
          <w:kern w:val="1"/>
        </w:rPr>
        <w:t>Je me tenais au port du soldat sans armes</w:t>
      </w:r>
      <w:r w:rsidR="000E1451">
        <w:rPr>
          <w:rFonts w:cs="Georgia"/>
          <w:kern w:val="1"/>
        </w:rPr>
        <w:t xml:space="preserve">, </w:t>
      </w:r>
      <w:r>
        <w:rPr>
          <w:rFonts w:cs="Georgia"/>
          <w:kern w:val="1"/>
        </w:rPr>
        <w:t>à un endroit choisi judicieusement</w:t>
      </w:r>
      <w:r w:rsidR="000E1451">
        <w:rPr>
          <w:rFonts w:cs="Georgia"/>
          <w:kern w:val="1"/>
        </w:rPr>
        <w:t xml:space="preserve">, </w:t>
      </w:r>
      <w:r>
        <w:rPr>
          <w:rFonts w:cs="Georgia"/>
          <w:kern w:val="1"/>
        </w:rPr>
        <w:t>parce que je n</w:t>
      </w:r>
      <w:r w:rsidR="000E1451">
        <w:rPr>
          <w:rFonts w:cs="Georgia"/>
          <w:kern w:val="1"/>
        </w:rPr>
        <w:t>’</w:t>
      </w:r>
      <w:r>
        <w:rPr>
          <w:rFonts w:cs="Georgia"/>
          <w:kern w:val="1"/>
        </w:rPr>
        <w:t>y risquais pas de faire tomber un sabre ou de bousculer une carte</w:t>
      </w:r>
      <w:r w:rsidR="000E1451">
        <w:rPr>
          <w:rFonts w:cs="Georgia"/>
          <w:kern w:val="1"/>
        </w:rPr>
        <w:t xml:space="preserve">. </w:t>
      </w:r>
      <w:r>
        <w:rPr>
          <w:rFonts w:cs="Georgia"/>
          <w:kern w:val="1"/>
        </w:rPr>
        <w:t>Il eût été impossible au censeur le plus exigeant de reprendre quelque chose à mon attitude</w:t>
      </w:r>
      <w:r w:rsidR="000E1451">
        <w:rPr>
          <w:rFonts w:cs="Georgia"/>
          <w:kern w:val="1"/>
        </w:rPr>
        <w:t>.</w:t>
      </w:r>
    </w:p>
    <w:p w14:paraId="578972F5" w14:textId="77777777" w:rsidR="000E1451" w:rsidRDefault="00BE611A" w:rsidP="00BE611A">
      <w:pPr>
        <w:rPr>
          <w:rFonts w:cs="Georgia"/>
          <w:kern w:val="1"/>
        </w:rPr>
      </w:pPr>
      <w:r>
        <w:rPr>
          <w:rFonts w:cs="Georgia"/>
          <w:kern w:val="1"/>
        </w:rPr>
        <w:t>Le général</w:t>
      </w:r>
      <w:r w:rsidR="000E1451">
        <w:rPr>
          <w:rFonts w:cs="Georgia"/>
          <w:kern w:val="1"/>
        </w:rPr>
        <w:t xml:space="preserve">, </w:t>
      </w:r>
      <w:r>
        <w:rPr>
          <w:rFonts w:cs="Georgia"/>
          <w:kern w:val="1"/>
        </w:rPr>
        <w:t>lui</w:t>
      </w:r>
      <w:r w:rsidR="000E1451">
        <w:rPr>
          <w:rFonts w:cs="Georgia"/>
          <w:kern w:val="1"/>
        </w:rPr>
        <w:t xml:space="preserve">, </w:t>
      </w:r>
      <w:r>
        <w:rPr>
          <w:rFonts w:cs="Georgia"/>
          <w:kern w:val="1"/>
        </w:rPr>
        <w:t>était enveloppé d</w:t>
      </w:r>
      <w:r w:rsidR="000E1451">
        <w:rPr>
          <w:rFonts w:cs="Georgia"/>
          <w:kern w:val="1"/>
        </w:rPr>
        <w:t>’</w:t>
      </w:r>
      <w:r>
        <w:rPr>
          <w:rFonts w:cs="Georgia"/>
          <w:kern w:val="1"/>
        </w:rPr>
        <w:t>une ample robe de chambre taillée dans un drap gris de fer qui avait dû être fort beau</w:t>
      </w:r>
      <w:r w:rsidR="000E1451">
        <w:rPr>
          <w:rFonts w:cs="Georgia"/>
          <w:kern w:val="1"/>
        </w:rPr>
        <w:t xml:space="preserve">. </w:t>
      </w:r>
      <w:r>
        <w:rPr>
          <w:rFonts w:cs="Georgia"/>
          <w:kern w:val="1"/>
        </w:rPr>
        <w:t>Les revers de moire se croisaient sur une haute cravate de satin noir qui</w:t>
      </w:r>
      <w:r w:rsidR="000E1451">
        <w:rPr>
          <w:rFonts w:cs="Georgia"/>
          <w:kern w:val="1"/>
        </w:rPr>
        <w:t xml:space="preserve">, </w:t>
      </w:r>
      <w:r>
        <w:rPr>
          <w:rFonts w:cs="Georgia"/>
          <w:kern w:val="1"/>
        </w:rPr>
        <w:t>entourant le cou trois ou quatre fois</w:t>
      </w:r>
      <w:r w:rsidR="000E1451">
        <w:rPr>
          <w:rFonts w:cs="Georgia"/>
          <w:kern w:val="1"/>
        </w:rPr>
        <w:t xml:space="preserve">, </w:t>
      </w:r>
      <w:r>
        <w:rPr>
          <w:rFonts w:cs="Georgia"/>
          <w:kern w:val="1"/>
        </w:rPr>
        <w:t>allait presque rejoindre le menton</w:t>
      </w:r>
      <w:r w:rsidR="000E1451">
        <w:rPr>
          <w:rFonts w:cs="Georgia"/>
          <w:kern w:val="1"/>
        </w:rPr>
        <w:t xml:space="preserve">. </w:t>
      </w:r>
      <w:r>
        <w:rPr>
          <w:rFonts w:cs="Georgia"/>
          <w:kern w:val="1"/>
        </w:rPr>
        <w:t>Dire que ces effets civils conservaient une allure militaire serait superflu</w:t>
      </w:r>
      <w:r w:rsidR="000E1451">
        <w:rPr>
          <w:rFonts w:cs="Georgia"/>
          <w:kern w:val="1"/>
        </w:rPr>
        <w:t xml:space="preserve">. </w:t>
      </w:r>
      <w:r>
        <w:rPr>
          <w:rFonts w:cs="Georgia"/>
          <w:kern w:val="1"/>
        </w:rPr>
        <w:t>On devinait</w:t>
      </w:r>
      <w:r w:rsidR="000E1451">
        <w:rPr>
          <w:rFonts w:cs="Georgia"/>
          <w:kern w:val="1"/>
        </w:rPr>
        <w:t xml:space="preserve">, </w:t>
      </w:r>
      <w:r>
        <w:rPr>
          <w:rFonts w:cs="Georgia"/>
          <w:kern w:val="1"/>
        </w:rPr>
        <w:t>percé dans le talon des vieilles bottes à élastique</w:t>
      </w:r>
      <w:r w:rsidR="000E1451">
        <w:rPr>
          <w:rFonts w:cs="Georgia"/>
          <w:kern w:val="1"/>
        </w:rPr>
        <w:t xml:space="preserve">, </w:t>
      </w:r>
      <w:r>
        <w:rPr>
          <w:rFonts w:cs="Georgia"/>
          <w:kern w:val="1"/>
        </w:rPr>
        <w:t>le trou destiné à la tige de l</w:t>
      </w:r>
      <w:r w:rsidR="000E1451">
        <w:rPr>
          <w:rFonts w:cs="Georgia"/>
          <w:kern w:val="1"/>
        </w:rPr>
        <w:t>’</w:t>
      </w:r>
      <w:r>
        <w:rPr>
          <w:rFonts w:cs="Georgia"/>
          <w:kern w:val="1"/>
        </w:rPr>
        <w:t>éperon</w:t>
      </w:r>
      <w:r w:rsidR="000E1451">
        <w:rPr>
          <w:rFonts w:cs="Georgia"/>
          <w:kern w:val="1"/>
        </w:rPr>
        <w:t xml:space="preserve">. </w:t>
      </w:r>
      <w:r>
        <w:rPr>
          <w:rFonts w:cs="Georgia"/>
          <w:kern w:val="1"/>
        </w:rPr>
        <w:t>L</w:t>
      </w:r>
      <w:r w:rsidR="000E1451">
        <w:rPr>
          <w:rFonts w:cs="Georgia"/>
          <w:kern w:val="1"/>
        </w:rPr>
        <w:t>’</w:t>
      </w:r>
      <w:r>
        <w:rPr>
          <w:rFonts w:cs="Georgia"/>
          <w:kern w:val="1"/>
        </w:rPr>
        <w:t>étoffe du pantalon</w:t>
      </w:r>
      <w:r w:rsidR="000E1451">
        <w:rPr>
          <w:rFonts w:cs="Georgia"/>
          <w:kern w:val="1"/>
        </w:rPr>
        <w:t xml:space="preserve">, </w:t>
      </w:r>
      <w:r>
        <w:rPr>
          <w:rFonts w:cs="Georgia"/>
          <w:kern w:val="1"/>
        </w:rPr>
        <w:t>sur le côté droit et le gauche</w:t>
      </w:r>
      <w:r w:rsidR="000E1451">
        <w:rPr>
          <w:rFonts w:cs="Georgia"/>
          <w:kern w:val="1"/>
        </w:rPr>
        <w:t xml:space="preserve">, </w:t>
      </w:r>
      <w:r>
        <w:rPr>
          <w:rFonts w:cs="Georgia"/>
          <w:kern w:val="1"/>
        </w:rPr>
        <w:t>se teintait d</w:t>
      </w:r>
      <w:r w:rsidR="000E1451">
        <w:rPr>
          <w:rFonts w:cs="Georgia"/>
          <w:kern w:val="1"/>
        </w:rPr>
        <w:t>’</w:t>
      </w:r>
      <w:r>
        <w:rPr>
          <w:rFonts w:cs="Georgia"/>
          <w:kern w:val="1"/>
        </w:rPr>
        <w:t>une raie perpendiculaire moins foncée</w:t>
      </w:r>
      <w:r w:rsidR="000E1451">
        <w:rPr>
          <w:rFonts w:cs="Georgia"/>
          <w:kern w:val="1"/>
        </w:rPr>
        <w:t xml:space="preserve">. </w:t>
      </w:r>
      <w:r>
        <w:rPr>
          <w:rFonts w:cs="Georgia"/>
          <w:kern w:val="1"/>
        </w:rPr>
        <w:t>C</w:t>
      </w:r>
      <w:r w:rsidR="000E1451">
        <w:rPr>
          <w:rFonts w:cs="Georgia"/>
          <w:kern w:val="1"/>
        </w:rPr>
        <w:t>’</w:t>
      </w:r>
      <w:r>
        <w:rPr>
          <w:rFonts w:cs="Georgia"/>
          <w:kern w:val="1"/>
        </w:rPr>
        <w:t>était la trace des bandes rouges d</w:t>
      </w:r>
      <w:r w:rsidR="000E1451">
        <w:rPr>
          <w:rFonts w:cs="Georgia"/>
          <w:kern w:val="1"/>
        </w:rPr>
        <w:t>’</w:t>
      </w:r>
      <w:r>
        <w:rPr>
          <w:rFonts w:cs="Georgia"/>
          <w:kern w:val="1"/>
        </w:rPr>
        <w:t>ordonnance qui avaient été décousues</w:t>
      </w:r>
      <w:r w:rsidR="000E1451">
        <w:rPr>
          <w:rFonts w:cs="Georgia"/>
          <w:kern w:val="1"/>
        </w:rPr>
        <w:t xml:space="preserve">. </w:t>
      </w:r>
      <w:r>
        <w:rPr>
          <w:rFonts w:cs="Georgia"/>
          <w:kern w:val="1"/>
        </w:rPr>
        <w:t>Le général était chauve</w:t>
      </w:r>
      <w:r w:rsidR="000E1451">
        <w:rPr>
          <w:rFonts w:cs="Georgia"/>
          <w:kern w:val="1"/>
        </w:rPr>
        <w:t xml:space="preserve">, </w:t>
      </w:r>
      <w:r>
        <w:rPr>
          <w:rFonts w:cs="Georgia"/>
          <w:kern w:val="1"/>
        </w:rPr>
        <w:t>avec une tête un peu trop petite pour sa stature de près de deux mètres</w:t>
      </w:r>
      <w:r w:rsidR="000E1451">
        <w:rPr>
          <w:rFonts w:cs="Georgia"/>
          <w:kern w:val="1"/>
        </w:rPr>
        <w:t xml:space="preserve">. </w:t>
      </w:r>
      <w:r>
        <w:rPr>
          <w:rFonts w:cs="Georgia"/>
          <w:kern w:val="1"/>
        </w:rPr>
        <w:t>Sa nuque avait le grain tanné</w:t>
      </w:r>
      <w:r w:rsidR="000E1451">
        <w:rPr>
          <w:rFonts w:cs="Georgia"/>
          <w:kern w:val="1"/>
        </w:rPr>
        <w:t xml:space="preserve">, </w:t>
      </w:r>
      <w:r>
        <w:rPr>
          <w:rFonts w:cs="Georgia"/>
          <w:kern w:val="1"/>
        </w:rPr>
        <w:t>la saine couleur brique que donne la vie des camps</w:t>
      </w:r>
      <w:r w:rsidR="000E1451">
        <w:rPr>
          <w:rFonts w:cs="Georgia"/>
          <w:kern w:val="1"/>
        </w:rPr>
        <w:t xml:space="preserve">. </w:t>
      </w:r>
      <w:r>
        <w:rPr>
          <w:rFonts w:cs="Georgia"/>
          <w:kern w:val="1"/>
        </w:rPr>
        <w:t>Sous les épais sourcils blancs</w:t>
      </w:r>
      <w:r w:rsidR="000E1451">
        <w:rPr>
          <w:rFonts w:cs="Georgia"/>
          <w:kern w:val="1"/>
        </w:rPr>
        <w:t xml:space="preserve">, </w:t>
      </w:r>
      <w:r>
        <w:rPr>
          <w:rFonts w:cs="Georgia"/>
          <w:kern w:val="1"/>
        </w:rPr>
        <w:t>éternellement froncés</w:t>
      </w:r>
      <w:r w:rsidR="000E1451">
        <w:rPr>
          <w:rFonts w:cs="Georgia"/>
          <w:kern w:val="1"/>
        </w:rPr>
        <w:t xml:space="preserve">, </w:t>
      </w:r>
      <w:r>
        <w:rPr>
          <w:rFonts w:cs="Georgia"/>
          <w:kern w:val="1"/>
        </w:rPr>
        <w:t>il dardait sur son interlocuteur un petit œil de flamme</w:t>
      </w:r>
      <w:r w:rsidR="000E1451">
        <w:rPr>
          <w:rFonts w:cs="Georgia"/>
          <w:kern w:val="1"/>
        </w:rPr>
        <w:t xml:space="preserve">. </w:t>
      </w:r>
      <w:r>
        <w:rPr>
          <w:rFonts w:cs="Georgia"/>
          <w:kern w:val="1"/>
        </w:rPr>
        <w:t>Par moment</w:t>
      </w:r>
      <w:r w:rsidR="000E1451">
        <w:rPr>
          <w:rFonts w:cs="Georgia"/>
          <w:kern w:val="1"/>
        </w:rPr>
        <w:t xml:space="preserve">, </w:t>
      </w:r>
      <w:r>
        <w:rPr>
          <w:rFonts w:cs="Georgia"/>
          <w:kern w:val="1"/>
        </w:rPr>
        <w:t>il projetait d</w:t>
      </w:r>
      <w:r w:rsidR="000E1451">
        <w:rPr>
          <w:rFonts w:cs="Georgia"/>
          <w:kern w:val="1"/>
        </w:rPr>
        <w:t>’</w:t>
      </w:r>
      <w:r>
        <w:rPr>
          <w:rFonts w:cs="Georgia"/>
          <w:kern w:val="1"/>
        </w:rPr>
        <w:t>un coup sec la jambe gauche en arrière</w:t>
      </w:r>
      <w:r w:rsidR="000E1451">
        <w:rPr>
          <w:rFonts w:cs="Georgia"/>
          <w:kern w:val="1"/>
        </w:rPr>
        <w:t xml:space="preserve">, </w:t>
      </w:r>
      <w:r>
        <w:rPr>
          <w:rFonts w:cs="Georgia"/>
          <w:kern w:val="1"/>
        </w:rPr>
        <w:t>avec le geste dont les cavaliers repoussent le fourreau qui leur bat le mollet</w:t>
      </w:r>
      <w:r w:rsidR="000E1451">
        <w:rPr>
          <w:rFonts w:cs="Georgia"/>
          <w:kern w:val="1"/>
        </w:rPr>
        <w:t xml:space="preserve">. </w:t>
      </w:r>
      <w:r>
        <w:rPr>
          <w:rFonts w:cs="Georgia"/>
          <w:kern w:val="1"/>
        </w:rPr>
        <w:t>Il se tenait dressé en face de moi</w:t>
      </w:r>
      <w:r w:rsidR="000E1451">
        <w:rPr>
          <w:rFonts w:cs="Georgia"/>
          <w:kern w:val="1"/>
        </w:rPr>
        <w:t xml:space="preserve">, </w:t>
      </w:r>
      <w:r>
        <w:rPr>
          <w:rFonts w:cs="Georgia"/>
          <w:kern w:val="1"/>
        </w:rPr>
        <w:t>le torse bombé</w:t>
      </w:r>
      <w:r w:rsidR="000E1451">
        <w:rPr>
          <w:rFonts w:cs="Georgia"/>
          <w:kern w:val="1"/>
        </w:rPr>
        <w:t xml:space="preserve">, </w:t>
      </w:r>
      <w:r>
        <w:rPr>
          <w:rFonts w:cs="Georgia"/>
          <w:kern w:val="1"/>
        </w:rPr>
        <w:t>la moustache hérissée</w:t>
      </w:r>
      <w:r w:rsidR="000E1451">
        <w:rPr>
          <w:rFonts w:cs="Georgia"/>
          <w:kern w:val="1"/>
        </w:rPr>
        <w:t xml:space="preserve">, </w:t>
      </w:r>
      <w:r>
        <w:rPr>
          <w:rFonts w:cs="Georgia"/>
          <w:kern w:val="1"/>
        </w:rPr>
        <w:t>les mains derrière le dos</w:t>
      </w:r>
      <w:r w:rsidR="000E1451">
        <w:rPr>
          <w:rFonts w:cs="Georgia"/>
          <w:kern w:val="1"/>
        </w:rPr>
        <w:t xml:space="preserve">, </w:t>
      </w:r>
      <w:r>
        <w:rPr>
          <w:rFonts w:cs="Georgia"/>
          <w:kern w:val="1"/>
        </w:rPr>
        <w:t xml:space="preserve">dans cette </w:t>
      </w:r>
      <w:r>
        <w:rPr>
          <w:rFonts w:cs="Georgia"/>
          <w:kern w:val="1"/>
        </w:rPr>
        <w:lastRenderedPageBreak/>
        <w:t>pose qu</w:t>
      </w:r>
      <w:r w:rsidR="000E1451">
        <w:rPr>
          <w:rFonts w:cs="Georgia"/>
          <w:kern w:val="1"/>
        </w:rPr>
        <w:t>’</w:t>
      </w:r>
      <w:r>
        <w:rPr>
          <w:rFonts w:cs="Georgia"/>
          <w:kern w:val="1"/>
        </w:rPr>
        <w:t>a popularisée le portrait du prince de Bismarck par le peintre Lenbach</w:t>
      </w:r>
      <w:r w:rsidR="000E1451">
        <w:rPr>
          <w:rFonts w:cs="Georgia"/>
          <w:kern w:val="1"/>
        </w:rPr>
        <w:t>.</w:t>
      </w:r>
    </w:p>
    <w:p w14:paraId="4F0C01F6" w14:textId="77777777" w:rsidR="000E1451" w:rsidRDefault="00BE611A" w:rsidP="00BE611A">
      <w:pPr>
        <w:rPr>
          <w:rFonts w:cs="Georgia"/>
          <w:kern w:val="1"/>
        </w:rPr>
      </w:pPr>
      <w:r>
        <w:rPr>
          <w:rFonts w:cs="Georgia"/>
          <w:kern w:val="1"/>
        </w:rPr>
        <w:t>Chose extraordinaire</w:t>
      </w:r>
      <w:r w:rsidR="000E1451">
        <w:rPr>
          <w:rFonts w:cs="Georgia"/>
          <w:kern w:val="1"/>
        </w:rPr>
        <w:t xml:space="preserve">, </w:t>
      </w:r>
      <w:r>
        <w:rPr>
          <w:rFonts w:cs="Georgia"/>
          <w:kern w:val="1"/>
        </w:rPr>
        <w:t>à l</w:t>
      </w:r>
      <w:r w:rsidR="000E1451">
        <w:rPr>
          <w:rFonts w:cs="Georgia"/>
          <w:kern w:val="1"/>
        </w:rPr>
        <w:t>’</w:t>
      </w:r>
      <w:r>
        <w:rPr>
          <w:rFonts w:cs="Georgia"/>
          <w:kern w:val="1"/>
        </w:rPr>
        <w:t>encontre de tout ce que j</w:t>
      </w:r>
      <w:r w:rsidR="000E1451">
        <w:rPr>
          <w:rFonts w:cs="Georgia"/>
          <w:kern w:val="1"/>
        </w:rPr>
        <w:t>’</w:t>
      </w:r>
      <w:r>
        <w:rPr>
          <w:rFonts w:cs="Georgia"/>
          <w:kern w:val="1"/>
        </w:rPr>
        <w:t>avais prévu</w:t>
      </w:r>
      <w:r w:rsidR="000E1451">
        <w:rPr>
          <w:rFonts w:cs="Georgia"/>
          <w:kern w:val="1"/>
        </w:rPr>
        <w:t xml:space="preserve">, </w:t>
      </w:r>
      <w:r>
        <w:rPr>
          <w:rFonts w:cs="Georgia"/>
          <w:kern w:val="1"/>
        </w:rPr>
        <w:t>malgré sa posture dédaigneuse</w:t>
      </w:r>
      <w:r w:rsidR="000E1451">
        <w:rPr>
          <w:rFonts w:cs="Georgia"/>
          <w:kern w:val="1"/>
        </w:rPr>
        <w:t xml:space="preserve">, </w:t>
      </w:r>
      <w:r>
        <w:rPr>
          <w:rFonts w:cs="Georgia"/>
          <w:kern w:val="1"/>
        </w:rPr>
        <w:t>provocante même</w:t>
      </w:r>
      <w:r w:rsidR="000E1451">
        <w:rPr>
          <w:rFonts w:cs="Georgia"/>
          <w:kern w:val="1"/>
        </w:rPr>
        <w:t xml:space="preserve">, </w:t>
      </w:r>
      <w:r>
        <w:rPr>
          <w:rFonts w:cs="Georgia"/>
          <w:kern w:val="1"/>
        </w:rPr>
        <w:t>malgré le regard dominateur qui passait presque au-dessus de ma tête</w:t>
      </w:r>
      <w:r w:rsidR="000E1451">
        <w:rPr>
          <w:rFonts w:cs="Georgia"/>
          <w:kern w:val="1"/>
        </w:rPr>
        <w:t xml:space="preserve">, </w:t>
      </w:r>
      <w:r>
        <w:rPr>
          <w:rFonts w:cs="Georgia"/>
          <w:kern w:val="1"/>
        </w:rPr>
        <w:t>j</w:t>
      </w:r>
      <w:r w:rsidR="000E1451">
        <w:rPr>
          <w:rFonts w:cs="Georgia"/>
          <w:kern w:val="1"/>
        </w:rPr>
        <w:t>’</w:t>
      </w:r>
      <w:r>
        <w:rPr>
          <w:rFonts w:cs="Georgia"/>
          <w:kern w:val="1"/>
        </w:rPr>
        <w:t>eus l</w:t>
      </w:r>
      <w:r w:rsidR="000E1451">
        <w:rPr>
          <w:rFonts w:cs="Georgia"/>
          <w:kern w:val="1"/>
        </w:rPr>
        <w:t>’</w:t>
      </w:r>
      <w:r>
        <w:rPr>
          <w:rFonts w:cs="Georgia"/>
          <w:kern w:val="1"/>
        </w:rPr>
        <w:t>impression que ce redoutable personnage n</w:t>
      </w:r>
      <w:r w:rsidR="000E1451">
        <w:rPr>
          <w:rFonts w:cs="Georgia"/>
          <w:kern w:val="1"/>
        </w:rPr>
        <w:t>’</w:t>
      </w:r>
      <w:r>
        <w:rPr>
          <w:rFonts w:cs="Georgia"/>
          <w:kern w:val="1"/>
        </w:rPr>
        <w:t>était pas à son aise</w:t>
      </w:r>
      <w:r w:rsidR="000E1451">
        <w:rPr>
          <w:rFonts w:cs="Georgia"/>
          <w:kern w:val="1"/>
        </w:rPr>
        <w:t xml:space="preserve">. </w:t>
      </w:r>
      <w:r>
        <w:rPr>
          <w:rFonts w:cs="Georgia"/>
          <w:kern w:val="1"/>
        </w:rPr>
        <w:t>Je ne devais pas tarder à en saisir la raison</w:t>
      </w:r>
      <w:r w:rsidR="000E1451">
        <w:rPr>
          <w:rFonts w:cs="Georgia"/>
          <w:kern w:val="1"/>
        </w:rPr>
        <w:t xml:space="preserve">. </w:t>
      </w:r>
      <w:r>
        <w:rPr>
          <w:rFonts w:cs="Georgia"/>
          <w:kern w:val="1"/>
        </w:rPr>
        <w:t>Mais</w:t>
      </w:r>
      <w:r w:rsidR="000E1451">
        <w:rPr>
          <w:rFonts w:cs="Georgia"/>
          <w:kern w:val="1"/>
        </w:rPr>
        <w:t xml:space="preserve">, </w:t>
      </w:r>
      <w:r>
        <w:rPr>
          <w:rFonts w:cs="Georgia"/>
          <w:kern w:val="1"/>
        </w:rPr>
        <w:t>en attendant</w:t>
      </w:r>
      <w:r w:rsidR="000E1451">
        <w:rPr>
          <w:rFonts w:cs="Georgia"/>
          <w:kern w:val="1"/>
        </w:rPr>
        <w:t xml:space="preserve">, </w:t>
      </w:r>
      <w:r>
        <w:rPr>
          <w:rFonts w:cs="Georgia"/>
          <w:kern w:val="1"/>
        </w:rPr>
        <w:t>il accentuait ses airs terribles</w:t>
      </w:r>
      <w:r w:rsidR="000E1451">
        <w:rPr>
          <w:rFonts w:cs="Georgia"/>
          <w:kern w:val="1"/>
        </w:rPr>
        <w:t>.</w:t>
      </w:r>
    </w:p>
    <w:p w14:paraId="1AB415DB" w14:textId="77777777" w:rsidR="000E1451" w:rsidRDefault="000E1451" w:rsidP="00BE611A">
      <w:pPr>
        <w:rPr>
          <w:rFonts w:cs="Georgia"/>
          <w:kern w:val="1"/>
        </w:rPr>
      </w:pPr>
      <w:r>
        <w:rPr>
          <w:rFonts w:cs="Georgia"/>
          <w:kern w:val="1"/>
        </w:rPr>
        <w:t>— </w:t>
      </w:r>
      <w:r w:rsidR="00BE611A">
        <w:rPr>
          <w:rFonts w:cs="Georgia"/>
          <w:kern w:val="1"/>
        </w:rPr>
        <w:t>Vous parlez l</w:t>
      </w:r>
      <w:r>
        <w:rPr>
          <w:rFonts w:cs="Georgia"/>
          <w:kern w:val="1"/>
        </w:rPr>
        <w:t>’</w:t>
      </w:r>
      <w:r w:rsidR="00BE611A">
        <w:rPr>
          <w:rFonts w:cs="Georgia"/>
          <w:kern w:val="1"/>
        </w:rPr>
        <w:t>allemand</w:t>
      </w:r>
      <w:r>
        <w:rPr>
          <w:rFonts w:cs="Georgia"/>
          <w:kern w:val="1"/>
        </w:rPr>
        <w:t> ?</w:t>
      </w:r>
    </w:p>
    <w:p w14:paraId="09B74416" w14:textId="77777777" w:rsidR="000E1451" w:rsidRDefault="000E1451" w:rsidP="00BE611A">
      <w:pPr>
        <w:rPr>
          <w:rFonts w:cs="Georgia"/>
          <w:kern w:val="1"/>
        </w:rPr>
      </w:pPr>
      <w:r>
        <w:rPr>
          <w:rFonts w:cs="Georgia"/>
          <w:kern w:val="1"/>
        </w:rPr>
        <w:t>— </w:t>
      </w:r>
      <w:r w:rsidR="00BE611A">
        <w:rPr>
          <w:rFonts w:cs="Georgia"/>
          <w:kern w:val="1"/>
        </w:rPr>
        <w:t>Oui</w:t>
      </w:r>
      <w:r>
        <w:rPr>
          <w:rFonts w:cs="Georgia"/>
          <w:kern w:val="1"/>
        </w:rPr>
        <w:t xml:space="preserve">, </w:t>
      </w:r>
      <w:r w:rsidR="00BE611A">
        <w:rPr>
          <w:rFonts w:cs="Georgia"/>
          <w:kern w:val="1"/>
        </w:rPr>
        <w:t>mon général</w:t>
      </w:r>
      <w:r>
        <w:rPr>
          <w:rFonts w:cs="Georgia"/>
          <w:kern w:val="1"/>
        </w:rPr>
        <w:t>.</w:t>
      </w:r>
    </w:p>
    <w:p w14:paraId="56BBA515" w14:textId="77777777" w:rsidR="000E1451" w:rsidRDefault="00BE611A" w:rsidP="00BE611A">
      <w:pPr>
        <w:rPr>
          <w:rFonts w:cs="Georgia"/>
          <w:kern w:val="1"/>
        </w:rPr>
      </w:pPr>
      <w:r>
        <w:rPr>
          <w:rFonts w:cs="Georgia"/>
          <w:kern w:val="1"/>
        </w:rPr>
        <w:t>J</w:t>
      </w:r>
      <w:r w:rsidR="000E1451">
        <w:rPr>
          <w:rFonts w:cs="Georgia"/>
          <w:kern w:val="1"/>
        </w:rPr>
        <w:t>’</w:t>
      </w:r>
      <w:r>
        <w:rPr>
          <w:rFonts w:cs="Georgia"/>
          <w:kern w:val="1"/>
        </w:rPr>
        <w:t>avais répondu sans broncher</w:t>
      </w:r>
      <w:r w:rsidR="000E1451">
        <w:rPr>
          <w:rFonts w:cs="Georgia"/>
          <w:kern w:val="1"/>
        </w:rPr>
        <w:t xml:space="preserve">, </w:t>
      </w:r>
      <w:r>
        <w:rPr>
          <w:rFonts w:cs="Georgia"/>
          <w:kern w:val="1"/>
        </w:rPr>
        <w:t>les yeux toujours fixés à six pas devant moi</w:t>
      </w:r>
      <w:r w:rsidR="000E1451">
        <w:rPr>
          <w:rFonts w:cs="Georgia"/>
          <w:kern w:val="1"/>
        </w:rPr>
        <w:t xml:space="preserve">. </w:t>
      </w:r>
      <w:r>
        <w:rPr>
          <w:rFonts w:cs="Georgia"/>
          <w:kern w:val="1"/>
        </w:rPr>
        <w:t>Cette raideur lui plut</w:t>
      </w:r>
      <w:r w:rsidR="000E1451">
        <w:rPr>
          <w:rFonts w:cs="Georgia"/>
          <w:kern w:val="1"/>
        </w:rPr>
        <w:t xml:space="preserve">. </w:t>
      </w:r>
      <w:r>
        <w:rPr>
          <w:rFonts w:cs="Georgia"/>
          <w:kern w:val="1"/>
        </w:rPr>
        <w:t>Du moment qu</w:t>
      </w:r>
      <w:r w:rsidR="000E1451">
        <w:rPr>
          <w:rFonts w:cs="Georgia"/>
          <w:kern w:val="1"/>
        </w:rPr>
        <w:t>’</w:t>
      </w:r>
      <w:r>
        <w:rPr>
          <w:rFonts w:cs="Georgia"/>
          <w:kern w:val="1"/>
        </w:rPr>
        <w:t>il avait affaire à un soldat au garde-à-vous</w:t>
      </w:r>
      <w:r w:rsidR="000E1451">
        <w:rPr>
          <w:rFonts w:cs="Georgia"/>
          <w:kern w:val="1"/>
        </w:rPr>
        <w:t xml:space="preserve">, </w:t>
      </w:r>
      <w:r>
        <w:rPr>
          <w:rFonts w:cs="Georgia"/>
          <w:kern w:val="1"/>
        </w:rPr>
        <w:t>il reprenait ses avantages</w:t>
      </w:r>
      <w:r w:rsidR="000E1451">
        <w:rPr>
          <w:rFonts w:cs="Georgia"/>
          <w:kern w:val="1"/>
        </w:rPr>
        <w:t>.</w:t>
      </w:r>
    </w:p>
    <w:p w14:paraId="77B8ED18" w14:textId="77777777" w:rsidR="000E1451" w:rsidRDefault="000E1451" w:rsidP="00BE611A">
      <w:pPr>
        <w:rPr>
          <w:rFonts w:cs="Georgia"/>
          <w:kern w:val="1"/>
        </w:rPr>
      </w:pPr>
      <w:r>
        <w:rPr>
          <w:rFonts w:cs="Georgia"/>
          <w:kern w:val="1"/>
        </w:rPr>
        <w:t>— </w:t>
      </w:r>
      <w:r w:rsidR="00BE611A">
        <w:rPr>
          <w:rFonts w:cs="Georgia"/>
          <w:kern w:val="1"/>
        </w:rPr>
        <w:t>Je connais moi-même très bien votre langue</w:t>
      </w:r>
      <w:r>
        <w:rPr>
          <w:rFonts w:cs="Georgia"/>
          <w:kern w:val="1"/>
        </w:rPr>
        <w:t xml:space="preserve">, </w:t>
      </w:r>
      <w:r w:rsidR="00BE611A">
        <w:rPr>
          <w:rFonts w:cs="Georgia"/>
          <w:kern w:val="1"/>
        </w:rPr>
        <w:t>dit-il</w:t>
      </w:r>
      <w:r>
        <w:rPr>
          <w:rFonts w:cs="Georgia"/>
          <w:kern w:val="1"/>
        </w:rPr>
        <w:t xml:space="preserve">. </w:t>
      </w:r>
      <w:r w:rsidR="00BE611A">
        <w:rPr>
          <w:rFonts w:cs="Georgia"/>
          <w:kern w:val="1"/>
        </w:rPr>
        <w:t>Néanmoins</w:t>
      </w:r>
      <w:r>
        <w:rPr>
          <w:rFonts w:cs="Georgia"/>
          <w:kern w:val="1"/>
        </w:rPr>
        <w:t xml:space="preserve">, </w:t>
      </w:r>
      <w:r w:rsidR="00BE611A">
        <w:rPr>
          <w:rFonts w:cs="Georgia"/>
          <w:kern w:val="1"/>
        </w:rPr>
        <w:t>nous parlerons allemand</w:t>
      </w:r>
      <w:r>
        <w:rPr>
          <w:rFonts w:cs="Georgia"/>
          <w:kern w:val="1"/>
        </w:rPr>
        <w:t xml:space="preserve">. </w:t>
      </w:r>
      <w:r w:rsidR="00BE611A">
        <w:rPr>
          <w:rFonts w:cs="Georgia"/>
          <w:kern w:val="1"/>
        </w:rPr>
        <w:t>C</w:t>
      </w:r>
      <w:r>
        <w:rPr>
          <w:rFonts w:cs="Georgia"/>
          <w:kern w:val="1"/>
        </w:rPr>
        <w:t>’</w:t>
      </w:r>
      <w:r w:rsidR="00BE611A">
        <w:rPr>
          <w:rFonts w:cs="Georgia"/>
          <w:kern w:val="1"/>
        </w:rPr>
        <w:t>est plus correct</w:t>
      </w:r>
      <w:r>
        <w:rPr>
          <w:rFonts w:cs="Georgia"/>
          <w:kern w:val="1"/>
        </w:rPr>
        <w:t>.</w:t>
      </w:r>
    </w:p>
    <w:p w14:paraId="0C6CA317" w14:textId="77777777" w:rsidR="000E1451" w:rsidRDefault="00BE611A" w:rsidP="00BE611A">
      <w:pPr>
        <w:rPr>
          <w:rFonts w:cs="Georgia"/>
          <w:kern w:val="1"/>
        </w:rPr>
      </w:pPr>
      <w:r>
        <w:rPr>
          <w:rFonts w:cs="Georgia"/>
          <w:kern w:val="1"/>
        </w:rPr>
        <w:t>Je me gardai de m</w:t>
      </w:r>
      <w:r w:rsidR="000E1451">
        <w:rPr>
          <w:rFonts w:cs="Georgia"/>
          <w:kern w:val="1"/>
        </w:rPr>
        <w:t>’</w:t>
      </w:r>
      <w:r>
        <w:rPr>
          <w:rFonts w:cs="Georgia"/>
          <w:kern w:val="1"/>
        </w:rPr>
        <w:t>enquérir de ce qui était plus correct</w:t>
      </w:r>
      <w:r w:rsidR="000E1451">
        <w:rPr>
          <w:rFonts w:cs="Georgia"/>
          <w:kern w:val="1"/>
        </w:rPr>
        <w:t xml:space="preserve">. </w:t>
      </w:r>
      <w:r>
        <w:rPr>
          <w:rFonts w:cs="Georgia"/>
          <w:kern w:val="1"/>
        </w:rPr>
        <w:t>De son côté</w:t>
      </w:r>
      <w:r w:rsidR="000E1451">
        <w:rPr>
          <w:rFonts w:cs="Georgia"/>
          <w:kern w:val="1"/>
        </w:rPr>
        <w:t xml:space="preserve">, </w:t>
      </w:r>
      <w:r>
        <w:rPr>
          <w:rFonts w:cs="Georgia"/>
          <w:kern w:val="1"/>
        </w:rPr>
        <w:t>il venait de tirer de sa poche une feuille de papier que je n</w:t>
      </w:r>
      <w:r w:rsidR="000E1451">
        <w:rPr>
          <w:rFonts w:cs="Georgia"/>
          <w:kern w:val="1"/>
        </w:rPr>
        <w:t>’</w:t>
      </w:r>
      <w:r>
        <w:rPr>
          <w:rFonts w:cs="Georgia"/>
          <w:kern w:val="1"/>
        </w:rPr>
        <w:t>eus pas de peine à reconnaître</w:t>
      </w:r>
      <w:r w:rsidR="000E1451">
        <w:rPr>
          <w:rFonts w:cs="Georgia"/>
          <w:kern w:val="1"/>
        </w:rPr>
        <w:t>.</w:t>
      </w:r>
    </w:p>
    <w:p w14:paraId="3EB95617" w14:textId="77777777" w:rsidR="000E1451" w:rsidRDefault="000E1451" w:rsidP="00BE611A">
      <w:pPr>
        <w:rPr>
          <w:rFonts w:cs="Georgia"/>
          <w:kern w:val="1"/>
        </w:rPr>
      </w:pPr>
      <w:r>
        <w:rPr>
          <w:rFonts w:cs="Georgia"/>
          <w:kern w:val="1"/>
        </w:rPr>
        <w:t>— </w:t>
      </w:r>
      <w:r w:rsidR="00BE611A">
        <w:rPr>
          <w:rFonts w:cs="Georgia"/>
          <w:kern w:val="1"/>
        </w:rPr>
        <w:t>J</w:t>
      </w:r>
      <w:r>
        <w:rPr>
          <w:rFonts w:cs="Georgia"/>
          <w:kern w:val="1"/>
        </w:rPr>
        <w:t>’</w:t>
      </w:r>
      <w:r w:rsidR="00BE611A">
        <w:rPr>
          <w:rFonts w:cs="Georgia"/>
          <w:kern w:val="1"/>
        </w:rPr>
        <w:t>ai pris connaissance de votre devis</w:t>
      </w:r>
      <w:r>
        <w:rPr>
          <w:rFonts w:cs="Georgia"/>
          <w:kern w:val="1"/>
        </w:rPr>
        <w:t xml:space="preserve">, </w:t>
      </w:r>
      <w:r w:rsidR="00BE611A">
        <w:rPr>
          <w:rFonts w:cs="Georgia"/>
          <w:kern w:val="1"/>
        </w:rPr>
        <w:t>dit-il après quelque hésitation</w:t>
      </w:r>
      <w:r>
        <w:rPr>
          <w:rFonts w:cs="Georgia"/>
          <w:kern w:val="1"/>
        </w:rPr>
        <w:t xml:space="preserve">. </w:t>
      </w:r>
      <w:r w:rsidR="00BE611A">
        <w:rPr>
          <w:rFonts w:cs="Georgia"/>
          <w:kern w:val="1"/>
        </w:rPr>
        <w:t>J</w:t>
      </w:r>
      <w:r>
        <w:rPr>
          <w:rFonts w:cs="Georgia"/>
          <w:kern w:val="1"/>
        </w:rPr>
        <w:t>’</w:t>
      </w:r>
      <w:r w:rsidR="00BE611A">
        <w:rPr>
          <w:rFonts w:cs="Georgia"/>
          <w:kern w:val="1"/>
        </w:rPr>
        <w:t>en suis satisfait</w:t>
      </w:r>
      <w:r>
        <w:rPr>
          <w:rFonts w:cs="Georgia"/>
          <w:kern w:val="1"/>
        </w:rPr>
        <w:t xml:space="preserve">. </w:t>
      </w:r>
      <w:r w:rsidR="00BE611A">
        <w:rPr>
          <w:rFonts w:cs="Georgia"/>
          <w:kern w:val="1"/>
        </w:rPr>
        <w:t>Vous croyez pouvoir en assurer l</w:t>
      </w:r>
      <w:r>
        <w:rPr>
          <w:rFonts w:cs="Georgia"/>
          <w:kern w:val="1"/>
        </w:rPr>
        <w:t>’</w:t>
      </w:r>
      <w:r w:rsidR="00BE611A">
        <w:rPr>
          <w:rFonts w:cs="Georgia"/>
          <w:kern w:val="1"/>
        </w:rPr>
        <w:t>exécution</w:t>
      </w:r>
      <w:r>
        <w:rPr>
          <w:rFonts w:cs="Georgia"/>
          <w:kern w:val="1"/>
        </w:rPr>
        <w:t> ?</w:t>
      </w:r>
    </w:p>
    <w:p w14:paraId="672874B0" w14:textId="77777777" w:rsidR="000E1451" w:rsidRDefault="000E1451" w:rsidP="00BE611A">
      <w:pPr>
        <w:rPr>
          <w:rFonts w:cs="Georgia"/>
          <w:kern w:val="1"/>
        </w:rPr>
      </w:pPr>
      <w:r>
        <w:rPr>
          <w:rFonts w:cs="Georgia"/>
          <w:kern w:val="1"/>
        </w:rPr>
        <w:t>— </w:t>
      </w:r>
      <w:r w:rsidR="00BE611A">
        <w:rPr>
          <w:rFonts w:cs="Georgia"/>
          <w:kern w:val="1"/>
        </w:rPr>
        <w:t>J</w:t>
      </w:r>
      <w:r>
        <w:rPr>
          <w:rFonts w:cs="Georgia"/>
          <w:kern w:val="1"/>
        </w:rPr>
        <w:t>’</w:t>
      </w:r>
      <w:r w:rsidR="00BE611A">
        <w:rPr>
          <w:rFonts w:cs="Georgia"/>
          <w:kern w:val="1"/>
        </w:rPr>
        <w:t>en suis certain</w:t>
      </w:r>
      <w:r>
        <w:rPr>
          <w:rFonts w:cs="Georgia"/>
          <w:kern w:val="1"/>
        </w:rPr>
        <w:t xml:space="preserve">, </w:t>
      </w:r>
      <w:r w:rsidR="00BE611A">
        <w:rPr>
          <w:rFonts w:cs="Georgia"/>
          <w:kern w:val="1"/>
        </w:rPr>
        <w:t>mon général</w:t>
      </w:r>
      <w:r>
        <w:rPr>
          <w:rFonts w:cs="Georgia"/>
          <w:kern w:val="1"/>
        </w:rPr>
        <w:t>.</w:t>
      </w:r>
    </w:p>
    <w:p w14:paraId="161176F5" w14:textId="77777777" w:rsidR="000E1451" w:rsidRDefault="000E1451" w:rsidP="00BE611A">
      <w:pPr>
        <w:rPr>
          <w:rFonts w:cs="Georgia"/>
          <w:kern w:val="1"/>
        </w:rPr>
      </w:pPr>
      <w:r>
        <w:rPr>
          <w:rFonts w:cs="Georgia"/>
          <w:kern w:val="1"/>
        </w:rPr>
        <w:t>— </w:t>
      </w:r>
      <w:r w:rsidR="00BE611A">
        <w:rPr>
          <w:rFonts w:cs="Georgia"/>
          <w:kern w:val="1"/>
        </w:rPr>
        <w:t>Bien</w:t>
      </w:r>
      <w:r>
        <w:rPr>
          <w:rFonts w:cs="Georgia"/>
          <w:kern w:val="1"/>
        </w:rPr>
        <w:t xml:space="preserve">. </w:t>
      </w:r>
      <w:r w:rsidR="00BE611A">
        <w:rPr>
          <w:rFonts w:cs="Georgia"/>
          <w:kern w:val="1"/>
        </w:rPr>
        <w:t>Hum</w:t>
      </w:r>
      <w:r>
        <w:rPr>
          <w:rFonts w:cs="Georgia"/>
          <w:kern w:val="1"/>
        </w:rPr>
        <w:t xml:space="preserve"> ! </w:t>
      </w:r>
      <w:r w:rsidR="00BE611A">
        <w:rPr>
          <w:rFonts w:cs="Georgia"/>
          <w:kern w:val="1"/>
        </w:rPr>
        <w:t>Et vous ne dépenserez pas plus que vous ne prévoyez</w:t>
      </w:r>
      <w:r>
        <w:rPr>
          <w:rFonts w:cs="Georgia"/>
          <w:kern w:val="1"/>
        </w:rPr>
        <w:t> ?</w:t>
      </w:r>
    </w:p>
    <w:p w14:paraId="370D4183" w14:textId="77777777" w:rsidR="000E1451" w:rsidRDefault="00BE611A" w:rsidP="00BE611A">
      <w:pPr>
        <w:rPr>
          <w:rFonts w:cs="Georgia"/>
          <w:kern w:val="1"/>
        </w:rPr>
      </w:pPr>
      <w:r>
        <w:rPr>
          <w:rFonts w:cs="Georgia"/>
          <w:kern w:val="1"/>
        </w:rPr>
        <w:t>Sous son apparente désinvolture</w:t>
      </w:r>
      <w:r w:rsidR="000E1451">
        <w:rPr>
          <w:rFonts w:cs="Georgia"/>
          <w:kern w:val="1"/>
        </w:rPr>
        <w:t xml:space="preserve">, </w:t>
      </w:r>
      <w:r>
        <w:rPr>
          <w:rFonts w:cs="Georgia"/>
          <w:kern w:val="1"/>
        </w:rPr>
        <w:t>il y avait une pointe d</w:t>
      </w:r>
      <w:r w:rsidR="000E1451">
        <w:rPr>
          <w:rFonts w:cs="Georgia"/>
          <w:kern w:val="1"/>
        </w:rPr>
        <w:t>’</w:t>
      </w:r>
      <w:r>
        <w:rPr>
          <w:rFonts w:cs="Georgia"/>
          <w:kern w:val="1"/>
        </w:rPr>
        <w:t>embarras</w:t>
      </w:r>
      <w:r w:rsidR="000E1451">
        <w:rPr>
          <w:rFonts w:cs="Georgia"/>
          <w:kern w:val="1"/>
        </w:rPr>
        <w:t xml:space="preserve">. </w:t>
      </w:r>
      <w:r>
        <w:rPr>
          <w:rFonts w:cs="Georgia"/>
          <w:kern w:val="1"/>
        </w:rPr>
        <w:t>Il n</w:t>
      </w:r>
      <w:r w:rsidR="000E1451">
        <w:rPr>
          <w:rFonts w:cs="Georgia"/>
          <w:kern w:val="1"/>
        </w:rPr>
        <w:t>’</w:t>
      </w:r>
      <w:r>
        <w:rPr>
          <w:rFonts w:cs="Georgia"/>
          <w:kern w:val="1"/>
        </w:rPr>
        <w:t>avait sous la main qu</w:t>
      </w:r>
      <w:r w:rsidR="000E1451">
        <w:rPr>
          <w:rFonts w:cs="Georgia"/>
          <w:kern w:val="1"/>
        </w:rPr>
        <w:t>’</w:t>
      </w:r>
      <w:r>
        <w:rPr>
          <w:rFonts w:cs="Georgia"/>
          <w:kern w:val="1"/>
        </w:rPr>
        <w:t xml:space="preserve">une seule personne </w:t>
      </w:r>
      <w:r>
        <w:rPr>
          <w:rFonts w:cs="Georgia"/>
          <w:kern w:val="1"/>
        </w:rPr>
        <w:lastRenderedPageBreak/>
        <w:t>susceptible de procéder</w:t>
      </w:r>
      <w:r w:rsidR="000E1451">
        <w:rPr>
          <w:rFonts w:cs="Georgia"/>
          <w:kern w:val="1"/>
        </w:rPr>
        <w:t xml:space="preserve">, </w:t>
      </w:r>
      <w:r>
        <w:rPr>
          <w:rFonts w:cs="Georgia"/>
          <w:kern w:val="1"/>
        </w:rPr>
        <w:t>à peu près sans bourse délier</w:t>
      </w:r>
      <w:r w:rsidR="000E1451">
        <w:rPr>
          <w:rFonts w:cs="Georgia"/>
          <w:kern w:val="1"/>
        </w:rPr>
        <w:t xml:space="preserve">, </w:t>
      </w:r>
      <w:r>
        <w:rPr>
          <w:rFonts w:cs="Georgia"/>
          <w:kern w:val="1"/>
        </w:rPr>
        <w:t>à toute une série de réparations indispensables</w:t>
      </w:r>
      <w:r w:rsidR="000E1451">
        <w:rPr>
          <w:rFonts w:cs="Georgia"/>
          <w:kern w:val="1"/>
        </w:rPr>
        <w:t xml:space="preserve">, </w:t>
      </w:r>
      <w:r>
        <w:rPr>
          <w:rFonts w:cs="Georgia"/>
          <w:kern w:val="1"/>
        </w:rPr>
        <w:t>et il fallait que ce quelqu</w:t>
      </w:r>
      <w:r w:rsidR="000E1451">
        <w:rPr>
          <w:rFonts w:cs="Georgia"/>
          <w:kern w:val="1"/>
        </w:rPr>
        <w:t>’</w:t>
      </w:r>
      <w:r>
        <w:rPr>
          <w:rFonts w:cs="Georgia"/>
          <w:kern w:val="1"/>
        </w:rPr>
        <w:t>un fût un prisonnier français</w:t>
      </w:r>
      <w:r w:rsidR="000E1451">
        <w:rPr>
          <w:rFonts w:cs="Georgia"/>
          <w:kern w:val="1"/>
        </w:rPr>
        <w:t xml:space="preserve">. </w:t>
      </w:r>
      <w:r>
        <w:rPr>
          <w:rFonts w:cs="Georgia"/>
          <w:kern w:val="1"/>
        </w:rPr>
        <w:t>Son amour-propre souffrait à la seule idée qu</w:t>
      </w:r>
      <w:r w:rsidR="000E1451">
        <w:rPr>
          <w:rFonts w:cs="Georgia"/>
          <w:kern w:val="1"/>
        </w:rPr>
        <w:t>’</w:t>
      </w:r>
      <w:r>
        <w:rPr>
          <w:rFonts w:cs="Georgia"/>
          <w:kern w:val="1"/>
        </w:rPr>
        <w:t>un ennemi pouvait se trouver dans la confidence de ses difficultés financières</w:t>
      </w:r>
      <w:r w:rsidR="000E1451">
        <w:rPr>
          <w:rFonts w:cs="Georgia"/>
          <w:kern w:val="1"/>
        </w:rPr>
        <w:t>.</w:t>
      </w:r>
    </w:p>
    <w:p w14:paraId="12971463" w14:textId="77777777" w:rsidR="000E1451" w:rsidRDefault="000E1451" w:rsidP="00BE611A">
      <w:pPr>
        <w:rPr>
          <w:rFonts w:cs="Georgia"/>
          <w:kern w:val="1"/>
        </w:rPr>
      </w:pPr>
      <w:r>
        <w:rPr>
          <w:rFonts w:cs="Georgia"/>
          <w:kern w:val="1"/>
        </w:rPr>
        <w:t>— </w:t>
      </w:r>
      <w:r w:rsidR="00BE611A">
        <w:rPr>
          <w:rFonts w:cs="Georgia"/>
          <w:kern w:val="1"/>
        </w:rPr>
        <w:t>Je suis sûr de mes chiffres</w:t>
      </w:r>
      <w:r>
        <w:rPr>
          <w:rFonts w:cs="Georgia"/>
          <w:kern w:val="1"/>
        </w:rPr>
        <w:t xml:space="preserve">, </w:t>
      </w:r>
      <w:r w:rsidR="00BE611A">
        <w:rPr>
          <w:rFonts w:cs="Georgia"/>
          <w:kern w:val="1"/>
        </w:rPr>
        <w:t>mon général</w:t>
      </w:r>
      <w:r>
        <w:rPr>
          <w:rFonts w:cs="Georgia"/>
          <w:kern w:val="1"/>
        </w:rPr>
        <w:t xml:space="preserve">. </w:t>
      </w:r>
      <w:r w:rsidR="00BE611A">
        <w:rPr>
          <w:rFonts w:cs="Georgia"/>
          <w:kern w:val="1"/>
        </w:rPr>
        <w:t>Quant au délai d</w:t>
      </w:r>
      <w:r>
        <w:rPr>
          <w:rFonts w:cs="Georgia"/>
          <w:kern w:val="1"/>
        </w:rPr>
        <w:t>’</w:t>
      </w:r>
      <w:r w:rsidR="00BE611A">
        <w:rPr>
          <w:rFonts w:cs="Georgia"/>
          <w:kern w:val="1"/>
        </w:rPr>
        <w:t>exécution</w:t>
      </w:r>
      <w:r>
        <w:rPr>
          <w:rFonts w:cs="Georgia"/>
          <w:kern w:val="1"/>
        </w:rPr>
        <w:t>…</w:t>
      </w:r>
    </w:p>
    <w:p w14:paraId="48F5CC9E" w14:textId="77777777" w:rsidR="000E1451" w:rsidRDefault="000E1451" w:rsidP="00BE611A">
      <w:pPr>
        <w:rPr>
          <w:rFonts w:cs="Georgia"/>
          <w:kern w:val="1"/>
        </w:rPr>
      </w:pPr>
      <w:r>
        <w:rPr>
          <w:rFonts w:cs="Georgia"/>
          <w:kern w:val="1"/>
        </w:rPr>
        <w:t>— </w:t>
      </w:r>
      <w:r w:rsidR="00BE611A">
        <w:rPr>
          <w:rFonts w:cs="Georgia"/>
          <w:kern w:val="1"/>
        </w:rPr>
        <w:t>Oh</w:t>
      </w:r>
      <w:r>
        <w:rPr>
          <w:rFonts w:cs="Georgia"/>
          <w:kern w:val="1"/>
        </w:rPr>
        <w:t xml:space="preserve"> ! </w:t>
      </w:r>
      <w:r w:rsidR="00BE611A">
        <w:rPr>
          <w:rFonts w:cs="Georgia"/>
          <w:kern w:val="1"/>
        </w:rPr>
        <w:t>pour cela</w:t>
      </w:r>
      <w:r>
        <w:rPr>
          <w:rFonts w:cs="Georgia"/>
          <w:kern w:val="1"/>
        </w:rPr>
        <w:t xml:space="preserve">, </w:t>
      </w:r>
      <w:r w:rsidR="00BE611A">
        <w:rPr>
          <w:rFonts w:cs="Georgia"/>
          <w:kern w:val="1"/>
        </w:rPr>
        <w:t>rien ne presse</w:t>
      </w:r>
      <w:r>
        <w:rPr>
          <w:rFonts w:cs="Georgia"/>
          <w:kern w:val="1"/>
        </w:rPr>
        <w:t xml:space="preserve">. </w:t>
      </w:r>
      <w:r w:rsidR="00BE611A">
        <w:rPr>
          <w:rFonts w:cs="Georgia"/>
          <w:kern w:val="1"/>
        </w:rPr>
        <w:t>Malgré nos récents succès</w:t>
      </w:r>
      <w:r>
        <w:rPr>
          <w:rFonts w:cs="Georgia"/>
          <w:kern w:val="1"/>
        </w:rPr>
        <w:t xml:space="preserve">, </w:t>
      </w:r>
      <w:r w:rsidR="00BE611A">
        <w:rPr>
          <w:rFonts w:cs="Georgia"/>
          <w:kern w:val="1"/>
        </w:rPr>
        <w:t>je ne crois pas que la paix puisse être signée avant trois mois</w:t>
      </w:r>
      <w:r>
        <w:rPr>
          <w:rFonts w:cs="Georgia"/>
          <w:kern w:val="1"/>
        </w:rPr>
        <w:t xml:space="preserve">. </w:t>
      </w:r>
      <w:r w:rsidR="00BE611A">
        <w:rPr>
          <w:rFonts w:cs="Georgia"/>
          <w:kern w:val="1"/>
        </w:rPr>
        <w:t>Vous avez donc tout le temps</w:t>
      </w:r>
      <w:r>
        <w:rPr>
          <w:rFonts w:cs="Georgia"/>
          <w:kern w:val="1"/>
        </w:rPr>
        <w:t>.</w:t>
      </w:r>
    </w:p>
    <w:p w14:paraId="18B79B26" w14:textId="77777777" w:rsidR="000E1451" w:rsidRDefault="00BE611A" w:rsidP="00BE611A">
      <w:pPr>
        <w:rPr>
          <w:rFonts w:cs="Georgia"/>
          <w:kern w:val="1"/>
        </w:rPr>
      </w:pPr>
      <w:r>
        <w:rPr>
          <w:rFonts w:cs="Georgia"/>
          <w:kern w:val="1"/>
        </w:rPr>
        <w:t>Je fis de mon mieux pour dissimuler la joie que me causait la perspective de nombreuses semaines à passer dans une quiétude relative</w:t>
      </w:r>
      <w:r w:rsidR="000E1451">
        <w:rPr>
          <w:rFonts w:cs="Georgia"/>
          <w:kern w:val="1"/>
        </w:rPr>
        <w:t>.</w:t>
      </w:r>
    </w:p>
    <w:p w14:paraId="56C7BACC" w14:textId="77777777" w:rsidR="000E1451" w:rsidRDefault="00BE611A" w:rsidP="00BE611A">
      <w:pPr>
        <w:rPr>
          <w:rFonts w:cs="Georgia"/>
          <w:kern w:val="1"/>
        </w:rPr>
      </w:pPr>
      <w:r>
        <w:rPr>
          <w:rFonts w:cs="Georgia"/>
          <w:kern w:val="1"/>
        </w:rPr>
        <w:t>Lui</w:t>
      </w:r>
      <w:r w:rsidR="000E1451">
        <w:rPr>
          <w:rFonts w:cs="Georgia"/>
          <w:kern w:val="1"/>
        </w:rPr>
        <w:t xml:space="preserve">, </w:t>
      </w:r>
      <w:r>
        <w:rPr>
          <w:rFonts w:cs="Georgia"/>
          <w:kern w:val="1"/>
        </w:rPr>
        <w:t>il continuait à examiner mon projet</w:t>
      </w:r>
      <w:r w:rsidR="000E1451">
        <w:rPr>
          <w:rFonts w:cs="Georgia"/>
          <w:kern w:val="1"/>
        </w:rPr>
        <w:t>.</w:t>
      </w:r>
    </w:p>
    <w:p w14:paraId="47561494" w14:textId="77777777" w:rsidR="000E1451" w:rsidRDefault="000E1451" w:rsidP="00BE611A">
      <w:pPr>
        <w:rPr>
          <w:rFonts w:cs="Georgia"/>
          <w:kern w:val="1"/>
        </w:rPr>
      </w:pPr>
      <w:r>
        <w:rPr>
          <w:rFonts w:cs="Georgia"/>
          <w:kern w:val="1"/>
        </w:rPr>
        <w:t>— </w:t>
      </w:r>
      <w:r w:rsidR="00BE611A">
        <w:rPr>
          <w:rFonts w:cs="Georgia"/>
          <w:kern w:val="1"/>
        </w:rPr>
        <w:t>Dites-moi</w:t>
      </w:r>
      <w:r>
        <w:rPr>
          <w:rFonts w:cs="Georgia"/>
          <w:kern w:val="1"/>
        </w:rPr>
        <w:t xml:space="preserve">, </w:t>
      </w:r>
      <w:r w:rsidR="00BE611A">
        <w:rPr>
          <w:rFonts w:cs="Georgia"/>
          <w:kern w:val="1"/>
        </w:rPr>
        <w:t>hum</w:t>
      </w:r>
      <w:r>
        <w:rPr>
          <w:rFonts w:cs="Georgia"/>
          <w:kern w:val="1"/>
        </w:rPr>
        <w:t xml:space="preserve">. </w:t>
      </w:r>
      <w:r w:rsidR="00BE611A">
        <w:rPr>
          <w:rFonts w:cs="Georgia"/>
          <w:kern w:val="1"/>
        </w:rPr>
        <w:t>Il y a une chose qui m</w:t>
      </w:r>
      <w:r>
        <w:rPr>
          <w:rFonts w:cs="Georgia"/>
          <w:kern w:val="1"/>
        </w:rPr>
        <w:t>’</w:t>
      </w:r>
      <w:r w:rsidR="00BE611A">
        <w:rPr>
          <w:rFonts w:cs="Georgia"/>
          <w:kern w:val="1"/>
        </w:rPr>
        <w:t>échappe</w:t>
      </w:r>
      <w:r>
        <w:rPr>
          <w:rFonts w:cs="Georgia"/>
          <w:kern w:val="1"/>
        </w:rPr>
        <w:t xml:space="preserve">. </w:t>
      </w:r>
      <w:r w:rsidR="00BE611A">
        <w:rPr>
          <w:rFonts w:cs="Georgia"/>
          <w:kern w:val="1"/>
        </w:rPr>
        <w:t>Vous prévoyez la pose de plusieurs lampes électriques supplémentaires</w:t>
      </w:r>
      <w:r>
        <w:rPr>
          <w:rFonts w:cs="Georgia"/>
          <w:kern w:val="1"/>
        </w:rPr>
        <w:t xml:space="preserve">. </w:t>
      </w:r>
      <w:r w:rsidR="00BE611A">
        <w:rPr>
          <w:rFonts w:cs="Georgia"/>
          <w:kern w:val="1"/>
        </w:rPr>
        <w:t>Ce sera un accroissement de consommation</w:t>
      </w:r>
      <w:r>
        <w:rPr>
          <w:rFonts w:cs="Georgia"/>
          <w:kern w:val="1"/>
        </w:rPr>
        <w:t xml:space="preserve">, </w:t>
      </w:r>
      <w:r w:rsidR="00BE611A">
        <w:rPr>
          <w:rFonts w:cs="Georgia"/>
          <w:kern w:val="1"/>
        </w:rPr>
        <w:t>donc</w:t>
      </w:r>
      <w:r>
        <w:rPr>
          <w:rFonts w:cs="Georgia"/>
          <w:kern w:val="1"/>
        </w:rPr>
        <w:t xml:space="preserve">, </w:t>
      </w:r>
      <w:r w:rsidR="00BE611A">
        <w:rPr>
          <w:rFonts w:cs="Georgia"/>
          <w:kern w:val="1"/>
        </w:rPr>
        <w:t>de dépenses</w:t>
      </w:r>
      <w:r>
        <w:rPr>
          <w:rFonts w:cs="Georgia"/>
          <w:kern w:val="1"/>
        </w:rPr>
        <w:t>.</w:t>
      </w:r>
    </w:p>
    <w:p w14:paraId="4C603DE4" w14:textId="77777777" w:rsidR="000E1451" w:rsidRDefault="000E1451" w:rsidP="00BE611A">
      <w:pPr>
        <w:rPr>
          <w:rFonts w:cs="Georgia"/>
          <w:kern w:val="1"/>
        </w:rPr>
      </w:pPr>
      <w:r>
        <w:rPr>
          <w:rFonts w:cs="Georgia"/>
          <w:kern w:val="1"/>
        </w:rPr>
        <w:t>— </w:t>
      </w:r>
      <w:r w:rsidR="00BE611A">
        <w:rPr>
          <w:rFonts w:cs="Georgia"/>
          <w:kern w:val="1"/>
        </w:rPr>
        <w:t>Pardon</w:t>
      </w:r>
      <w:r>
        <w:rPr>
          <w:rFonts w:cs="Georgia"/>
          <w:kern w:val="1"/>
        </w:rPr>
        <w:t xml:space="preserve">, </w:t>
      </w:r>
      <w:r w:rsidR="00BE611A">
        <w:rPr>
          <w:rFonts w:cs="Georgia"/>
          <w:kern w:val="1"/>
        </w:rPr>
        <w:t>mon général</w:t>
      </w:r>
      <w:r>
        <w:rPr>
          <w:rFonts w:cs="Georgia"/>
          <w:kern w:val="1"/>
        </w:rPr>
        <w:t xml:space="preserve">. </w:t>
      </w:r>
      <w:r w:rsidR="00BE611A">
        <w:rPr>
          <w:rFonts w:cs="Georgia"/>
          <w:kern w:val="1"/>
        </w:rPr>
        <w:t>Je me propose de remplacer certaines lampes d</w:t>
      </w:r>
      <w:r>
        <w:rPr>
          <w:rFonts w:cs="Georgia"/>
          <w:kern w:val="1"/>
        </w:rPr>
        <w:t>’</w:t>
      </w:r>
      <w:r w:rsidR="00BE611A">
        <w:rPr>
          <w:rFonts w:cs="Georgia"/>
          <w:kern w:val="1"/>
        </w:rPr>
        <w:t>une consommation inutilement élevée par d</w:t>
      </w:r>
      <w:r>
        <w:rPr>
          <w:rFonts w:cs="Georgia"/>
          <w:kern w:val="1"/>
        </w:rPr>
        <w:t>’</w:t>
      </w:r>
      <w:r w:rsidR="00BE611A">
        <w:rPr>
          <w:rFonts w:cs="Georgia"/>
          <w:kern w:val="1"/>
        </w:rPr>
        <w:t>autres</w:t>
      </w:r>
      <w:r>
        <w:rPr>
          <w:rFonts w:cs="Georgia"/>
          <w:kern w:val="1"/>
        </w:rPr>
        <w:t xml:space="preserve">, </w:t>
      </w:r>
      <w:r w:rsidR="00BE611A">
        <w:rPr>
          <w:rFonts w:cs="Georgia"/>
          <w:kern w:val="1"/>
        </w:rPr>
        <w:t>moins dispendieuses</w:t>
      </w:r>
      <w:r>
        <w:rPr>
          <w:rFonts w:cs="Georgia"/>
          <w:kern w:val="1"/>
        </w:rPr>
        <w:t xml:space="preserve">. </w:t>
      </w:r>
      <w:r w:rsidR="00BE611A">
        <w:rPr>
          <w:rFonts w:cs="Georgia"/>
          <w:kern w:val="1"/>
        </w:rPr>
        <w:t>Le tout se soldera</w:t>
      </w:r>
      <w:r>
        <w:rPr>
          <w:rFonts w:cs="Georgia"/>
          <w:kern w:val="1"/>
        </w:rPr>
        <w:t xml:space="preserve">, </w:t>
      </w:r>
      <w:r w:rsidR="00BE611A">
        <w:rPr>
          <w:rFonts w:cs="Georgia"/>
          <w:kern w:val="1"/>
        </w:rPr>
        <w:t>en fin de compte</w:t>
      </w:r>
      <w:r>
        <w:rPr>
          <w:rFonts w:cs="Georgia"/>
          <w:kern w:val="1"/>
        </w:rPr>
        <w:t xml:space="preserve">, </w:t>
      </w:r>
      <w:r w:rsidR="00BE611A">
        <w:rPr>
          <w:rFonts w:cs="Georgia"/>
          <w:kern w:val="1"/>
        </w:rPr>
        <w:t>par une amélioration de l</w:t>
      </w:r>
      <w:r>
        <w:rPr>
          <w:rFonts w:cs="Georgia"/>
          <w:kern w:val="1"/>
        </w:rPr>
        <w:t>’</w:t>
      </w:r>
      <w:r w:rsidR="00BE611A">
        <w:rPr>
          <w:rFonts w:cs="Georgia"/>
          <w:kern w:val="1"/>
        </w:rPr>
        <w:t>éclairage et par une économie</w:t>
      </w:r>
      <w:r>
        <w:rPr>
          <w:rFonts w:cs="Georgia"/>
          <w:kern w:val="1"/>
        </w:rPr>
        <w:t>.</w:t>
      </w:r>
    </w:p>
    <w:p w14:paraId="233342A6" w14:textId="77777777" w:rsidR="000E1451" w:rsidRDefault="00BE611A" w:rsidP="00BE611A">
      <w:pPr>
        <w:rPr>
          <w:rFonts w:cs="Georgia"/>
          <w:kern w:val="1"/>
        </w:rPr>
      </w:pPr>
      <w:r>
        <w:rPr>
          <w:rFonts w:cs="Georgia"/>
          <w:kern w:val="1"/>
        </w:rPr>
        <w:t>Il était si satisfait qu</w:t>
      </w:r>
      <w:r w:rsidR="000E1451">
        <w:rPr>
          <w:rFonts w:cs="Georgia"/>
          <w:kern w:val="1"/>
        </w:rPr>
        <w:t>’</w:t>
      </w:r>
      <w:r>
        <w:rPr>
          <w:rFonts w:cs="Georgia"/>
          <w:kern w:val="1"/>
        </w:rPr>
        <w:t>il s</w:t>
      </w:r>
      <w:r w:rsidR="000E1451">
        <w:rPr>
          <w:rFonts w:cs="Georgia"/>
          <w:kern w:val="1"/>
        </w:rPr>
        <w:t>’</w:t>
      </w:r>
      <w:r>
        <w:rPr>
          <w:rFonts w:cs="Georgia"/>
          <w:kern w:val="1"/>
        </w:rPr>
        <w:t>empressa de transporter la conversation sur le terrain militaire</w:t>
      </w:r>
      <w:r w:rsidR="000E1451">
        <w:rPr>
          <w:rFonts w:cs="Georgia"/>
          <w:kern w:val="1"/>
        </w:rPr>
        <w:t xml:space="preserve">. </w:t>
      </w:r>
      <w:r>
        <w:rPr>
          <w:rFonts w:cs="Georgia"/>
          <w:kern w:val="1"/>
        </w:rPr>
        <w:t>Il se prémunissait ainsi contre le tour trop familier que risquait de prendre notre entretien</w:t>
      </w:r>
      <w:r w:rsidR="000E1451">
        <w:rPr>
          <w:rFonts w:cs="Georgia"/>
          <w:kern w:val="1"/>
        </w:rPr>
        <w:t>.</w:t>
      </w:r>
    </w:p>
    <w:p w14:paraId="0090A696" w14:textId="77777777" w:rsidR="000E1451" w:rsidRDefault="000E1451" w:rsidP="00BE611A">
      <w:pPr>
        <w:rPr>
          <w:rFonts w:cs="Georgia"/>
          <w:kern w:val="1"/>
        </w:rPr>
      </w:pPr>
      <w:r>
        <w:rPr>
          <w:rFonts w:cs="Georgia"/>
          <w:kern w:val="1"/>
        </w:rPr>
        <w:t>— </w:t>
      </w:r>
      <w:r w:rsidR="00BE611A">
        <w:rPr>
          <w:rFonts w:cs="Georgia"/>
          <w:kern w:val="1"/>
        </w:rPr>
        <w:t>Quelle est votre arme</w:t>
      </w:r>
      <w:r>
        <w:rPr>
          <w:rFonts w:cs="Georgia"/>
          <w:kern w:val="1"/>
        </w:rPr>
        <w:t> ?</w:t>
      </w:r>
    </w:p>
    <w:p w14:paraId="48537885" w14:textId="77777777" w:rsidR="000E1451" w:rsidRDefault="000E1451" w:rsidP="00BE611A">
      <w:pPr>
        <w:rPr>
          <w:rFonts w:cs="Georgia"/>
          <w:kern w:val="1"/>
        </w:rPr>
      </w:pPr>
      <w:r>
        <w:rPr>
          <w:rFonts w:cs="Georgia"/>
          <w:kern w:val="1"/>
        </w:rPr>
        <w:lastRenderedPageBreak/>
        <w:t>— </w:t>
      </w:r>
      <w:r w:rsidR="00BE611A">
        <w:rPr>
          <w:rFonts w:cs="Georgia"/>
          <w:kern w:val="1"/>
        </w:rPr>
        <w:t>L</w:t>
      </w:r>
      <w:r>
        <w:rPr>
          <w:rFonts w:cs="Georgia"/>
          <w:kern w:val="1"/>
        </w:rPr>
        <w:t>’</w:t>
      </w:r>
      <w:r w:rsidR="00BE611A">
        <w:rPr>
          <w:rFonts w:cs="Georgia"/>
          <w:kern w:val="1"/>
        </w:rPr>
        <w:t>infanterie</w:t>
      </w:r>
      <w:r>
        <w:rPr>
          <w:rFonts w:cs="Georgia"/>
          <w:kern w:val="1"/>
        </w:rPr>
        <w:t>.</w:t>
      </w:r>
    </w:p>
    <w:p w14:paraId="454370B7" w14:textId="77777777" w:rsidR="000E1451" w:rsidRDefault="000E1451" w:rsidP="00BE611A">
      <w:pPr>
        <w:rPr>
          <w:rFonts w:cs="Georgia"/>
          <w:kern w:val="1"/>
        </w:rPr>
      </w:pPr>
      <w:r>
        <w:rPr>
          <w:rFonts w:cs="Georgia"/>
          <w:kern w:val="1"/>
        </w:rPr>
        <w:t>— </w:t>
      </w:r>
      <w:r w:rsidR="00BE611A">
        <w:rPr>
          <w:rFonts w:cs="Georgia"/>
          <w:kern w:val="1"/>
        </w:rPr>
        <w:t>À quelle armée appartenez-vous</w:t>
      </w:r>
      <w:r>
        <w:rPr>
          <w:rFonts w:cs="Georgia"/>
          <w:kern w:val="1"/>
        </w:rPr>
        <w:t> ?</w:t>
      </w:r>
    </w:p>
    <w:p w14:paraId="4747FF16" w14:textId="77777777" w:rsidR="000E1451" w:rsidRDefault="000E1451" w:rsidP="00BE611A">
      <w:pPr>
        <w:rPr>
          <w:rFonts w:cs="Georgia"/>
          <w:kern w:val="1"/>
        </w:rPr>
      </w:pPr>
      <w:r>
        <w:rPr>
          <w:rFonts w:cs="Georgia"/>
          <w:kern w:val="1"/>
        </w:rPr>
        <w:t>— </w:t>
      </w:r>
      <w:r w:rsidR="00BE611A">
        <w:rPr>
          <w:rFonts w:cs="Georgia"/>
          <w:kern w:val="1"/>
        </w:rPr>
        <w:t>À la cinquième</w:t>
      </w:r>
      <w:r>
        <w:rPr>
          <w:rFonts w:cs="Georgia"/>
          <w:kern w:val="1"/>
        </w:rPr>
        <w:t>.</w:t>
      </w:r>
    </w:p>
    <w:p w14:paraId="3011CA55" w14:textId="77777777" w:rsidR="000E1451" w:rsidRDefault="000E1451" w:rsidP="00BE611A">
      <w:pPr>
        <w:rPr>
          <w:rFonts w:cs="Georgia"/>
          <w:kern w:val="1"/>
        </w:rPr>
      </w:pPr>
      <w:r>
        <w:rPr>
          <w:rFonts w:cs="Georgia"/>
          <w:kern w:val="1"/>
        </w:rPr>
        <w:t>— </w:t>
      </w:r>
      <w:r w:rsidR="00BE611A">
        <w:rPr>
          <w:rFonts w:cs="Georgia"/>
          <w:kern w:val="1"/>
        </w:rPr>
        <w:t>Général de Lanrezac</w:t>
      </w:r>
      <w:r>
        <w:rPr>
          <w:rFonts w:cs="Georgia"/>
          <w:kern w:val="1"/>
        </w:rPr>
        <w:t xml:space="preserve">, </w:t>
      </w:r>
      <w:r w:rsidR="00BE611A">
        <w:rPr>
          <w:rFonts w:cs="Georgia"/>
          <w:kern w:val="1"/>
        </w:rPr>
        <w:t>puis général Franchet d</w:t>
      </w:r>
      <w:r>
        <w:rPr>
          <w:rFonts w:cs="Georgia"/>
          <w:kern w:val="1"/>
        </w:rPr>
        <w:t>’</w:t>
      </w:r>
      <w:r w:rsidR="00BE611A">
        <w:rPr>
          <w:rFonts w:cs="Georgia"/>
          <w:kern w:val="1"/>
        </w:rPr>
        <w:t>Esperey</w:t>
      </w:r>
      <w:r>
        <w:rPr>
          <w:rFonts w:cs="Georgia"/>
          <w:kern w:val="1"/>
        </w:rPr>
        <w:t> ?</w:t>
      </w:r>
    </w:p>
    <w:p w14:paraId="358BE277" w14:textId="77777777" w:rsidR="000E1451" w:rsidRDefault="000E1451" w:rsidP="00BE611A">
      <w:pPr>
        <w:rPr>
          <w:rFonts w:cs="Georgia"/>
          <w:kern w:val="1"/>
        </w:rPr>
      </w:pPr>
      <w:r>
        <w:rPr>
          <w:rFonts w:cs="Georgia"/>
          <w:kern w:val="1"/>
        </w:rPr>
        <w:t>— </w:t>
      </w:r>
      <w:r w:rsidR="00BE611A">
        <w:rPr>
          <w:rFonts w:cs="Georgia"/>
          <w:kern w:val="1"/>
        </w:rPr>
        <w:t>Oui</w:t>
      </w:r>
      <w:r>
        <w:rPr>
          <w:rFonts w:cs="Georgia"/>
          <w:kern w:val="1"/>
        </w:rPr>
        <w:t xml:space="preserve">, </w:t>
      </w:r>
      <w:r w:rsidR="00BE611A">
        <w:rPr>
          <w:rFonts w:cs="Georgia"/>
          <w:kern w:val="1"/>
        </w:rPr>
        <w:t>mon général</w:t>
      </w:r>
      <w:r>
        <w:rPr>
          <w:rFonts w:cs="Georgia"/>
          <w:kern w:val="1"/>
        </w:rPr>
        <w:t>.</w:t>
      </w:r>
    </w:p>
    <w:p w14:paraId="527BC2ED" w14:textId="77777777" w:rsidR="000E1451" w:rsidRDefault="000E1451" w:rsidP="00BE611A">
      <w:pPr>
        <w:rPr>
          <w:rFonts w:cs="Georgia"/>
          <w:kern w:val="1"/>
        </w:rPr>
      </w:pPr>
      <w:r>
        <w:rPr>
          <w:rFonts w:cs="Georgia"/>
          <w:kern w:val="1"/>
        </w:rPr>
        <w:t>— </w:t>
      </w:r>
      <w:r w:rsidR="00BE611A">
        <w:rPr>
          <w:rFonts w:cs="Georgia"/>
          <w:kern w:val="1"/>
        </w:rPr>
        <w:t>Vu votre instruction</w:t>
      </w:r>
      <w:r>
        <w:rPr>
          <w:rFonts w:cs="Georgia"/>
          <w:kern w:val="1"/>
        </w:rPr>
        <w:t xml:space="preserve">, </w:t>
      </w:r>
      <w:r w:rsidR="00BE611A">
        <w:rPr>
          <w:rFonts w:cs="Georgia"/>
          <w:kern w:val="1"/>
        </w:rPr>
        <w:t>pourquoi n</w:t>
      </w:r>
      <w:r>
        <w:rPr>
          <w:rFonts w:cs="Georgia"/>
          <w:kern w:val="1"/>
        </w:rPr>
        <w:t>’</w:t>
      </w:r>
      <w:r w:rsidR="00BE611A">
        <w:rPr>
          <w:rFonts w:cs="Georgia"/>
          <w:kern w:val="1"/>
        </w:rPr>
        <w:t>êtes-vous que soldat</w:t>
      </w:r>
      <w:r>
        <w:rPr>
          <w:rFonts w:cs="Georgia"/>
          <w:kern w:val="1"/>
        </w:rPr>
        <w:t> ?</w:t>
      </w:r>
    </w:p>
    <w:p w14:paraId="70F1D3D0" w14:textId="77777777" w:rsidR="000E1451" w:rsidRDefault="000E1451" w:rsidP="00BE611A">
      <w:pPr>
        <w:rPr>
          <w:rFonts w:cs="Georgia"/>
          <w:kern w:val="1"/>
        </w:rPr>
      </w:pPr>
      <w:r>
        <w:rPr>
          <w:rFonts w:cs="Georgia"/>
          <w:kern w:val="1"/>
        </w:rPr>
        <w:t>— </w:t>
      </w:r>
      <w:r w:rsidR="00BE611A">
        <w:rPr>
          <w:rFonts w:cs="Georgia"/>
          <w:kern w:val="1"/>
        </w:rPr>
        <w:t>Je suis sergent</w:t>
      </w:r>
      <w:r>
        <w:rPr>
          <w:rFonts w:cs="Georgia"/>
          <w:kern w:val="1"/>
        </w:rPr>
        <w:t>.</w:t>
      </w:r>
    </w:p>
    <w:p w14:paraId="0857CAFA" w14:textId="77777777" w:rsidR="000E1451" w:rsidRDefault="000E1451" w:rsidP="00BE611A">
      <w:pPr>
        <w:rPr>
          <w:rFonts w:cs="Georgia"/>
          <w:kern w:val="1"/>
        </w:rPr>
      </w:pPr>
      <w:r>
        <w:rPr>
          <w:rFonts w:cs="Georgia"/>
          <w:kern w:val="1"/>
        </w:rPr>
        <w:t>— </w:t>
      </w:r>
      <w:r w:rsidR="00BE611A">
        <w:rPr>
          <w:rFonts w:cs="Georgia"/>
          <w:kern w:val="1"/>
        </w:rPr>
        <w:t>Je veux dire</w:t>
      </w:r>
      <w:r>
        <w:rPr>
          <w:rFonts w:cs="Georgia"/>
          <w:kern w:val="1"/>
        </w:rPr>
        <w:t xml:space="preserve"> : </w:t>
      </w:r>
      <w:r w:rsidR="00BE611A">
        <w:rPr>
          <w:rFonts w:cs="Georgia"/>
          <w:kern w:val="1"/>
        </w:rPr>
        <w:t>pourquoi n</w:t>
      </w:r>
      <w:r>
        <w:rPr>
          <w:rFonts w:cs="Georgia"/>
          <w:kern w:val="1"/>
        </w:rPr>
        <w:t>’</w:t>
      </w:r>
      <w:r w:rsidR="00BE611A">
        <w:rPr>
          <w:rFonts w:cs="Georgia"/>
          <w:kern w:val="1"/>
        </w:rPr>
        <w:t>êtes-vous pas officier</w:t>
      </w:r>
      <w:r>
        <w:rPr>
          <w:rFonts w:cs="Georgia"/>
          <w:kern w:val="1"/>
        </w:rPr>
        <w:t> ?</w:t>
      </w:r>
    </w:p>
    <w:p w14:paraId="2B128867" w14:textId="77777777" w:rsidR="000E1451" w:rsidRDefault="00BE611A" w:rsidP="00BE611A">
      <w:pPr>
        <w:rPr>
          <w:rFonts w:cs="Georgia"/>
          <w:kern w:val="1"/>
        </w:rPr>
      </w:pPr>
      <w:r>
        <w:rPr>
          <w:rFonts w:cs="Georgia"/>
          <w:kern w:val="1"/>
        </w:rPr>
        <w:t>Je n</w:t>
      </w:r>
      <w:r w:rsidR="000E1451">
        <w:rPr>
          <w:rFonts w:cs="Georgia"/>
          <w:kern w:val="1"/>
        </w:rPr>
        <w:t>’</w:t>
      </w:r>
      <w:r>
        <w:rPr>
          <w:rFonts w:cs="Georgia"/>
          <w:kern w:val="1"/>
        </w:rPr>
        <w:t>eus pas besoin de lui répondre</w:t>
      </w:r>
      <w:r w:rsidR="000E1451">
        <w:rPr>
          <w:rFonts w:cs="Georgia"/>
          <w:kern w:val="1"/>
        </w:rPr>
        <w:t xml:space="preserve">. </w:t>
      </w:r>
      <w:r>
        <w:rPr>
          <w:rFonts w:cs="Georgia"/>
          <w:kern w:val="1"/>
        </w:rPr>
        <w:t>Il se chargea de l</w:t>
      </w:r>
      <w:r w:rsidR="000E1451">
        <w:rPr>
          <w:rFonts w:cs="Georgia"/>
          <w:kern w:val="1"/>
        </w:rPr>
        <w:t>’</w:t>
      </w:r>
      <w:r>
        <w:rPr>
          <w:rFonts w:cs="Georgia"/>
          <w:kern w:val="1"/>
        </w:rPr>
        <w:t>explication</w:t>
      </w:r>
      <w:r w:rsidR="000E1451">
        <w:rPr>
          <w:rFonts w:cs="Georgia"/>
          <w:kern w:val="1"/>
        </w:rPr>
        <w:t>.</w:t>
      </w:r>
    </w:p>
    <w:p w14:paraId="01079803" w14:textId="77777777" w:rsidR="000E1451" w:rsidRDefault="000E1451" w:rsidP="00BE611A">
      <w:pPr>
        <w:rPr>
          <w:rFonts w:cs="Georgia"/>
          <w:kern w:val="1"/>
        </w:rPr>
      </w:pPr>
      <w:r>
        <w:rPr>
          <w:rFonts w:cs="Georgia"/>
          <w:kern w:val="1"/>
        </w:rPr>
        <w:t>— </w:t>
      </w:r>
      <w:r w:rsidR="00BE611A">
        <w:rPr>
          <w:rFonts w:cs="Georgia"/>
          <w:kern w:val="1"/>
        </w:rPr>
        <w:t>Ce n</w:t>
      </w:r>
      <w:r>
        <w:rPr>
          <w:rFonts w:cs="Georgia"/>
          <w:kern w:val="1"/>
        </w:rPr>
        <w:t>’</w:t>
      </w:r>
      <w:r w:rsidR="00BE611A">
        <w:rPr>
          <w:rFonts w:cs="Georgia"/>
          <w:kern w:val="1"/>
        </w:rPr>
        <w:t>est pas votre faute</w:t>
      </w:r>
      <w:r>
        <w:rPr>
          <w:rFonts w:cs="Georgia"/>
          <w:kern w:val="1"/>
        </w:rPr>
        <w:t xml:space="preserve">. </w:t>
      </w:r>
      <w:r w:rsidR="00BE611A">
        <w:rPr>
          <w:rFonts w:cs="Georgia"/>
          <w:kern w:val="1"/>
        </w:rPr>
        <w:t>La France ignore l</w:t>
      </w:r>
      <w:r>
        <w:rPr>
          <w:rFonts w:cs="Georgia"/>
          <w:kern w:val="1"/>
        </w:rPr>
        <w:t>’</w:t>
      </w:r>
      <w:r w:rsidR="00BE611A">
        <w:rPr>
          <w:rFonts w:cs="Georgia"/>
          <w:kern w:val="1"/>
        </w:rPr>
        <w:t>utilisation des compétences</w:t>
      </w:r>
      <w:r>
        <w:rPr>
          <w:rFonts w:cs="Georgia"/>
          <w:kern w:val="1"/>
        </w:rPr>
        <w:t xml:space="preserve">. </w:t>
      </w:r>
      <w:r w:rsidR="00BE611A">
        <w:rPr>
          <w:rFonts w:cs="Georgia"/>
          <w:kern w:val="1"/>
        </w:rPr>
        <w:t>C</w:t>
      </w:r>
      <w:r>
        <w:rPr>
          <w:rFonts w:cs="Georgia"/>
          <w:kern w:val="1"/>
        </w:rPr>
        <w:t>’</w:t>
      </w:r>
      <w:r w:rsidR="00BE611A">
        <w:rPr>
          <w:rFonts w:cs="Georgia"/>
          <w:kern w:val="1"/>
        </w:rPr>
        <w:t>est regrettable pour elle</w:t>
      </w:r>
      <w:r>
        <w:rPr>
          <w:rFonts w:cs="Georgia"/>
          <w:kern w:val="1"/>
        </w:rPr>
        <w:t xml:space="preserve">, </w:t>
      </w:r>
      <w:r w:rsidR="00BE611A">
        <w:rPr>
          <w:rFonts w:cs="Georgia"/>
          <w:kern w:val="1"/>
        </w:rPr>
        <w:t>très regrettable</w:t>
      </w:r>
      <w:r>
        <w:rPr>
          <w:rFonts w:cs="Georgia"/>
          <w:kern w:val="1"/>
        </w:rPr>
        <w:t>.</w:t>
      </w:r>
    </w:p>
    <w:p w14:paraId="1B5F4E3C" w14:textId="77777777" w:rsidR="000E1451" w:rsidRDefault="00BE611A" w:rsidP="00BE611A">
      <w:pPr>
        <w:rPr>
          <w:rFonts w:cs="Georgia"/>
          <w:kern w:val="1"/>
        </w:rPr>
      </w:pPr>
      <w:r>
        <w:rPr>
          <w:rFonts w:cs="Georgia"/>
          <w:kern w:val="1"/>
        </w:rPr>
        <w:t>Depuis un instant</w:t>
      </w:r>
      <w:r w:rsidR="000E1451">
        <w:rPr>
          <w:rFonts w:cs="Georgia"/>
          <w:kern w:val="1"/>
        </w:rPr>
        <w:t xml:space="preserve">, </w:t>
      </w:r>
      <w:r>
        <w:rPr>
          <w:rFonts w:cs="Georgia"/>
          <w:kern w:val="1"/>
        </w:rPr>
        <w:t>il froissait un papier entre ses doigts</w:t>
      </w:r>
      <w:r w:rsidR="000E1451">
        <w:rPr>
          <w:rFonts w:cs="Georgia"/>
          <w:kern w:val="1"/>
        </w:rPr>
        <w:t xml:space="preserve">. </w:t>
      </w:r>
      <w:r>
        <w:rPr>
          <w:rFonts w:cs="Georgia"/>
          <w:kern w:val="1"/>
        </w:rPr>
        <w:t>Je reconnus un billet de vingt marks</w:t>
      </w:r>
      <w:r w:rsidR="000E1451">
        <w:rPr>
          <w:rFonts w:cs="Georgia"/>
          <w:kern w:val="1"/>
        </w:rPr>
        <w:t>.</w:t>
      </w:r>
    </w:p>
    <w:p w14:paraId="32490E8B" w14:textId="77777777" w:rsidR="000E1451" w:rsidRDefault="000E1451" w:rsidP="00BE611A">
      <w:pPr>
        <w:rPr>
          <w:rFonts w:cs="Georgia"/>
          <w:kern w:val="1"/>
        </w:rPr>
      </w:pPr>
      <w:r>
        <w:rPr>
          <w:rFonts w:cs="Georgia"/>
          <w:kern w:val="1"/>
        </w:rPr>
        <w:t>— </w:t>
      </w:r>
      <w:r w:rsidR="00BE611A">
        <w:rPr>
          <w:rFonts w:cs="Georgia"/>
          <w:kern w:val="1"/>
        </w:rPr>
        <w:t>Hum</w:t>
      </w:r>
      <w:r>
        <w:rPr>
          <w:rFonts w:cs="Georgia"/>
          <w:kern w:val="1"/>
        </w:rPr>
        <w:t xml:space="preserve"> ! </w:t>
      </w:r>
      <w:r w:rsidR="00BE611A">
        <w:rPr>
          <w:rFonts w:cs="Georgia"/>
          <w:kern w:val="1"/>
        </w:rPr>
        <w:t>la besogne que vous avez ici à mener à bien va constituer pour vous un travail supplémentaire</w:t>
      </w:r>
      <w:r>
        <w:rPr>
          <w:rFonts w:cs="Georgia"/>
          <w:kern w:val="1"/>
        </w:rPr>
        <w:t xml:space="preserve">. </w:t>
      </w:r>
      <w:r w:rsidR="00BE611A">
        <w:rPr>
          <w:rFonts w:cs="Georgia"/>
          <w:kern w:val="1"/>
        </w:rPr>
        <w:t>Dans ces conditions</w:t>
      </w:r>
      <w:r>
        <w:rPr>
          <w:rFonts w:cs="Georgia"/>
          <w:kern w:val="1"/>
        </w:rPr>
        <w:t>…</w:t>
      </w:r>
    </w:p>
    <w:p w14:paraId="37BFB90F" w14:textId="77777777" w:rsidR="000E1451" w:rsidRDefault="00BE611A" w:rsidP="00BE611A">
      <w:pPr>
        <w:rPr>
          <w:rFonts w:cs="Georgia"/>
          <w:kern w:val="1"/>
        </w:rPr>
      </w:pPr>
      <w:r>
        <w:rPr>
          <w:rFonts w:cs="Georgia"/>
          <w:kern w:val="1"/>
        </w:rPr>
        <w:t>Il essaya de me glisser le billet dans la main</w:t>
      </w:r>
      <w:r w:rsidR="000E1451">
        <w:rPr>
          <w:rFonts w:cs="Georgia"/>
          <w:kern w:val="1"/>
        </w:rPr>
        <w:t>.</w:t>
      </w:r>
    </w:p>
    <w:p w14:paraId="512B4C60" w14:textId="77777777" w:rsidR="000E1451" w:rsidRDefault="000E1451" w:rsidP="00BE611A">
      <w:pPr>
        <w:rPr>
          <w:rFonts w:cs="Georgia"/>
          <w:kern w:val="1"/>
        </w:rPr>
      </w:pPr>
      <w:r>
        <w:rPr>
          <w:rFonts w:cs="Georgia"/>
          <w:kern w:val="1"/>
        </w:rPr>
        <w:t>— </w:t>
      </w:r>
      <w:r w:rsidR="00BE611A">
        <w:rPr>
          <w:rFonts w:cs="Georgia"/>
          <w:kern w:val="1"/>
        </w:rPr>
        <w:t>Mon général</w:t>
      </w:r>
      <w:r>
        <w:rPr>
          <w:rFonts w:cs="Georgia"/>
          <w:kern w:val="1"/>
        </w:rPr>
        <w:t xml:space="preserve">, </w:t>
      </w:r>
      <w:r w:rsidR="00BE611A">
        <w:rPr>
          <w:rFonts w:cs="Georgia"/>
          <w:kern w:val="1"/>
        </w:rPr>
        <w:t>fis-je</w:t>
      </w:r>
      <w:r>
        <w:rPr>
          <w:rFonts w:cs="Georgia"/>
          <w:kern w:val="1"/>
        </w:rPr>
        <w:t xml:space="preserve">, </w:t>
      </w:r>
      <w:r w:rsidR="00BE611A">
        <w:rPr>
          <w:rFonts w:cs="Georgia"/>
          <w:kern w:val="1"/>
        </w:rPr>
        <w:t>toujours au garde-à-vous</w:t>
      </w:r>
      <w:r>
        <w:rPr>
          <w:rFonts w:cs="Georgia"/>
          <w:kern w:val="1"/>
        </w:rPr>
        <w:t xml:space="preserve">, </w:t>
      </w:r>
      <w:r w:rsidR="00BE611A">
        <w:rPr>
          <w:rFonts w:cs="Georgia"/>
          <w:kern w:val="1"/>
        </w:rPr>
        <w:t>je suis prisonnier</w:t>
      </w:r>
      <w:r>
        <w:rPr>
          <w:rFonts w:cs="Georgia"/>
          <w:kern w:val="1"/>
        </w:rPr>
        <w:t xml:space="preserve">. </w:t>
      </w:r>
      <w:r w:rsidR="00BE611A">
        <w:rPr>
          <w:rFonts w:cs="Georgia"/>
          <w:kern w:val="1"/>
        </w:rPr>
        <w:t>Mon temps ne m</w:t>
      </w:r>
      <w:r>
        <w:rPr>
          <w:rFonts w:cs="Georgia"/>
          <w:kern w:val="1"/>
        </w:rPr>
        <w:t>’</w:t>
      </w:r>
      <w:r w:rsidR="00BE611A">
        <w:rPr>
          <w:rFonts w:cs="Georgia"/>
          <w:kern w:val="1"/>
        </w:rPr>
        <w:t>appartient plus</w:t>
      </w:r>
      <w:r>
        <w:rPr>
          <w:rFonts w:cs="Georgia"/>
          <w:kern w:val="1"/>
        </w:rPr>
        <w:t xml:space="preserve"> ? </w:t>
      </w:r>
      <w:r w:rsidR="00BE611A">
        <w:rPr>
          <w:rFonts w:cs="Georgia"/>
          <w:kern w:val="1"/>
        </w:rPr>
        <w:t>Qu</w:t>
      </w:r>
      <w:r>
        <w:rPr>
          <w:rFonts w:cs="Georgia"/>
          <w:kern w:val="1"/>
        </w:rPr>
        <w:t>’</w:t>
      </w:r>
      <w:r w:rsidR="00BE611A">
        <w:rPr>
          <w:rFonts w:cs="Georgia"/>
          <w:kern w:val="1"/>
        </w:rPr>
        <w:t>il soit utilisé d</w:t>
      </w:r>
      <w:r>
        <w:rPr>
          <w:rFonts w:cs="Georgia"/>
          <w:kern w:val="1"/>
        </w:rPr>
        <w:t>’</w:t>
      </w:r>
      <w:r w:rsidR="00BE611A">
        <w:rPr>
          <w:rFonts w:cs="Georgia"/>
          <w:kern w:val="1"/>
        </w:rPr>
        <w:t>une façon ou d</w:t>
      </w:r>
      <w:r>
        <w:rPr>
          <w:rFonts w:cs="Georgia"/>
          <w:kern w:val="1"/>
        </w:rPr>
        <w:t>’</w:t>
      </w:r>
      <w:r w:rsidR="00BE611A">
        <w:rPr>
          <w:rFonts w:cs="Georgia"/>
          <w:kern w:val="1"/>
        </w:rPr>
        <w:t>une autre</w:t>
      </w:r>
      <w:r>
        <w:rPr>
          <w:rFonts w:cs="Georgia"/>
          <w:kern w:val="1"/>
        </w:rPr>
        <w:t>…</w:t>
      </w:r>
    </w:p>
    <w:p w14:paraId="051DF1D2" w14:textId="77777777" w:rsidR="000E1451" w:rsidRDefault="000E1451" w:rsidP="00BE611A">
      <w:pPr>
        <w:rPr>
          <w:rFonts w:cs="Georgia"/>
          <w:kern w:val="1"/>
        </w:rPr>
      </w:pPr>
      <w:r>
        <w:rPr>
          <w:rFonts w:cs="Georgia"/>
          <w:kern w:val="1"/>
        </w:rPr>
        <w:t>— </w:t>
      </w:r>
      <w:r w:rsidR="00BE611A">
        <w:rPr>
          <w:rFonts w:cs="Georgia"/>
          <w:kern w:val="1"/>
        </w:rPr>
        <w:t>C</w:t>
      </w:r>
      <w:r>
        <w:rPr>
          <w:rFonts w:cs="Georgia"/>
          <w:kern w:val="1"/>
        </w:rPr>
        <w:t>’</w:t>
      </w:r>
      <w:r w:rsidR="00BE611A">
        <w:rPr>
          <w:rFonts w:cs="Georgia"/>
          <w:kern w:val="1"/>
        </w:rPr>
        <w:t>est entendu</w:t>
      </w:r>
      <w:r>
        <w:rPr>
          <w:rFonts w:cs="Georgia"/>
          <w:kern w:val="1"/>
        </w:rPr>
        <w:t xml:space="preserve">. </w:t>
      </w:r>
      <w:r w:rsidR="00BE611A">
        <w:rPr>
          <w:rFonts w:cs="Georgia"/>
          <w:kern w:val="1"/>
        </w:rPr>
        <w:t>Mais enfin</w:t>
      </w:r>
      <w:r>
        <w:rPr>
          <w:rFonts w:cs="Georgia"/>
          <w:kern w:val="1"/>
        </w:rPr>
        <w:t>…</w:t>
      </w:r>
    </w:p>
    <w:p w14:paraId="68D2AAD3" w14:textId="77777777" w:rsidR="000E1451" w:rsidRDefault="000E1451" w:rsidP="00BE611A">
      <w:pPr>
        <w:rPr>
          <w:rFonts w:cs="Georgia"/>
          <w:kern w:val="1"/>
        </w:rPr>
      </w:pPr>
      <w:r>
        <w:rPr>
          <w:rFonts w:cs="Georgia"/>
          <w:kern w:val="1"/>
        </w:rPr>
        <w:lastRenderedPageBreak/>
        <w:t>— </w:t>
      </w:r>
      <w:r w:rsidR="00BE611A">
        <w:rPr>
          <w:rFonts w:cs="Georgia"/>
          <w:kern w:val="1"/>
        </w:rPr>
        <w:t>En outre</w:t>
      </w:r>
      <w:r>
        <w:rPr>
          <w:rFonts w:cs="Georgia"/>
          <w:kern w:val="1"/>
        </w:rPr>
        <w:t xml:space="preserve">, </w:t>
      </w:r>
      <w:r w:rsidR="00BE611A">
        <w:rPr>
          <w:rFonts w:cs="Georgia"/>
          <w:kern w:val="1"/>
        </w:rPr>
        <w:t>votre Excellence a bien voulu déclarer elle-même que je devrais être officier</w:t>
      </w:r>
      <w:r>
        <w:rPr>
          <w:rFonts w:cs="Georgia"/>
          <w:kern w:val="1"/>
        </w:rPr>
        <w:t>.</w:t>
      </w:r>
    </w:p>
    <w:p w14:paraId="74F060ED" w14:textId="77777777" w:rsidR="000E1451" w:rsidRDefault="00BE611A" w:rsidP="00BE611A">
      <w:pPr>
        <w:rPr>
          <w:rFonts w:cs="Georgia"/>
          <w:kern w:val="1"/>
        </w:rPr>
      </w:pPr>
      <w:r>
        <w:rPr>
          <w:rFonts w:cs="Georgia"/>
          <w:kern w:val="1"/>
        </w:rPr>
        <w:t>Il me regarda</w:t>
      </w:r>
      <w:r w:rsidR="000E1451">
        <w:rPr>
          <w:rFonts w:cs="Georgia"/>
          <w:kern w:val="1"/>
        </w:rPr>
        <w:t xml:space="preserve">, </w:t>
      </w:r>
      <w:r>
        <w:rPr>
          <w:rFonts w:cs="Georgia"/>
          <w:kern w:val="1"/>
        </w:rPr>
        <w:t>fronça un peu plus les sourcils</w:t>
      </w:r>
      <w:r w:rsidR="000E1451">
        <w:rPr>
          <w:rFonts w:cs="Georgia"/>
          <w:kern w:val="1"/>
        </w:rPr>
        <w:t xml:space="preserve">, </w:t>
      </w:r>
      <w:r>
        <w:rPr>
          <w:rFonts w:cs="Georgia"/>
          <w:kern w:val="1"/>
        </w:rPr>
        <w:t>puis finit par avoir un hochement de tête approbatif</w:t>
      </w:r>
      <w:r w:rsidR="000E1451">
        <w:rPr>
          <w:rFonts w:cs="Georgia"/>
          <w:kern w:val="1"/>
        </w:rPr>
        <w:t>.</w:t>
      </w:r>
    </w:p>
    <w:p w14:paraId="44C3631A" w14:textId="77777777" w:rsidR="000E1451" w:rsidRDefault="000E1451" w:rsidP="00BE611A">
      <w:pPr>
        <w:rPr>
          <w:rFonts w:cs="Georgia"/>
          <w:kern w:val="1"/>
        </w:rPr>
      </w:pPr>
      <w:r>
        <w:rPr>
          <w:rFonts w:cs="Georgia"/>
          <w:kern w:val="1"/>
        </w:rPr>
        <w:t>— </w:t>
      </w:r>
      <w:r w:rsidR="00BE611A">
        <w:rPr>
          <w:rFonts w:cs="Georgia"/>
          <w:kern w:val="1"/>
        </w:rPr>
        <w:t>Vous pouvez disposer</w:t>
      </w:r>
      <w:r>
        <w:rPr>
          <w:rFonts w:cs="Georgia"/>
          <w:kern w:val="1"/>
        </w:rPr>
        <w:t xml:space="preserve">, </w:t>
      </w:r>
      <w:r w:rsidR="00BE611A">
        <w:rPr>
          <w:rFonts w:cs="Georgia"/>
          <w:kern w:val="1"/>
        </w:rPr>
        <w:t>dit-il</w:t>
      </w:r>
      <w:r>
        <w:rPr>
          <w:rFonts w:cs="Georgia"/>
          <w:kern w:val="1"/>
        </w:rPr>
        <w:t>.</w:t>
      </w:r>
    </w:p>
    <w:p w14:paraId="16BDB1CB" w14:textId="77777777" w:rsidR="00BE611A" w:rsidRDefault="00BE611A" w:rsidP="00BE611A">
      <w:pPr>
        <w:rPr>
          <w:rFonts w:cs="Georgia"/>
          <w:kern w:val="1"/>
        </w:rPr>
      </w:pPr>
    </w:p>
    <w:p w14:paraId="065A67F4" w14:textId="77777777" w:rsidR="000E1451" w:rsidRDefault="00BE611A" w:rsidP="00BE611A">
      <w:pPr>
        <w:rPr>
          <w:rFonts w:cs="Georgia"/>
          <w:kern w:val="1"/>
        </w:rPr>
      </w:pPr>
      <w:r>
        <w:rPr>
          <w:rFonts w:cs="Georgia"/>
          <w:kern w:val="1"/>
        </w:rPr>
        <w:t>Le soir</w:t>
      </w:r>
      <w:r w:rsidR="000E1451">
        <w:rPr>
          <w:rFonts w:cs="Georgia"/>
          <w:kern w:val="1"/>
        </w:rPr>
        <w:t xml:space="preserve">, </w:t>
      </w:r>
      <w:r>
        <w:rPr>
          <w:rFonts w:cs="Georgia"/>
          <w:kern w:val="1"/>
        </w:rPr>
        <w:t>dans le corridor au bout duquel m</w:t>
      </w:r>
      <w:r w:rsidR="000E1451">
        <w:rPr>
          <w:rFonts w:cs="Georgia"/>
          <w:kern w:val="1"/>
        </w:rPr>
        <w:t>’</w:t>
      </w:r>
      <w:r>
        <w:rPr>
          <w:rFonts w:cs="Georgia"/>
          <w:kern w:val="1"/>
        </w:rPr>
        <w:t>attendait le soldat qui devait me ramener au camp</w:t>
      </w:r>
      <w:r w:rsidR="000E1451">
        <w:rPr>
          <w:rFonts w:cs="Georgia"/>
          <w:kern w:val="1"/>
        </w:rPr>
        <w:t xml:space="preserve">, </w:t>
      </w:r>
      <w:r>
        <w:rPr>
          <w:rFonts w:cs="Georgia"/>
          <w:kern w:val="1"/>
        </w:rPr>
        <w:t xml:space="preserve">je croisai </w:t>
      </w:r>
      <w:r w:rsidR="000E1451">
        <w:rPr>
          <w:rFonts w:cs="Georgia"/>
          <w:kern w:val="1"/>
        </w:rPr>
        <w:t>M</w:t>
      </w:r>
      <w:r w:rsidR="000E1451" w:rsidRPr="000E1451">
        <w:rPr>
          <w:rFonts w:cs="Georgia"/>
          <w:kern w:val="1"/>
          <w:vertAlign w:val="superscript"/>
        </w:rPr>
        <w:t>lle</w:t>
      </w:r>
      <w:r w:rsidR="000E1451">
        <w:rPr>
          <w:rFonts w:cs="Georgia"/>
          <w:kern w:val="1"/>
        </w:rPr>
        <w:t> de </w:t>
      </w:r>
      <w:r>
        <w:rPr>
          <w:rFonts w:cs="Georgia"/>
          <w:kern w:val="1"/>
        </w:rPr>
        <w:t>Mirrbach</w:t>
      </w:r>
      <w:r w:rsidR="000E1451">
        <w:rPr>
          <w:rFonts w:cs="Georgia"/>
          <w:kern w:val="1"/>
        </w:rPr>
        <w:t xml:space="preserve">. </w:t>
      </w:r>
      <w:r>
        <w:rPr>
          <w:rFonts w:cs="Georgia"/>
          <w:kern w:val="1"/>
        </w:rPr>
        <w:t>Elle répondit à peine au profond salut que je lui adressai</w:t>
      </w:r>
      <w:r w:rsidR="000E1451">
        <w:rPr>
          <w:rFonts w:cs="Georgia"/>
          <w:kern w:val="1"/>
        </w:rPr>
        <w:t xml:space="preserve">. </w:t>
      </w:r>
      <w:r>
        <w:rPr>
          <w:rFonts w:cs="Georgia"/>
          <w:kern w:val="1"/>
        </w:rPr>
        <w:t>Décidément</w:t>
      </w:r>
      <w:r w:rsidR="000E1451">
        <w:rPr>
          <w:rFonts w:cs="Georgia"/>
          <w:kern w:val="1"/>
        </w:rPr>
        <w:t xml:space="preserve">, </w:t>
      </w:r>
      <w:r>
        <w:rPr>
          <w:rFonts w:cs="Georgia"/>
          <w:kern w:val="1"/>
        </w:rPr>
        <w:t>il semblait plus aisé de conquérir les bonnes grâces du général de Reichendorf que celles de sa future belle-fille</w:t>
      </w:r>
      <w:r w:rsidR="000E1451">
        <w:rPr>
          <w:rFonts w:cs="Georgia"/>
          <w:kern w:val="1"/>
        </w:rPr>
        <w:t>.</w:t>
      </w:r>
    </w:p>
    <w:p w14:paraId="5552BFC0" w14:textId="77777777" w:rsidR="00BE611A" w:rsidRDefault="00BE611A" w:rsidP="000E1451">
      <w:pPr>
        <w:pStyle w:val="Titre1"/>
        <w:numPr>
          <w:ilvl w:val="0"/>
          <w:numId w:val="15"/>
        </w:numPr>
        <w:ind w:left="0" w:firstLine="0"/>
        <w:rPr>
          <w:rFonts w:cs="Georgia"/>
          <w:kern w:val="1"/>
        </w:rPr>
      </w:pPr>
      <w:bookmarkStart w:id="14" w:name="__RefHeading__7378_928681719"/>
      <w:bookmarkStart w:id="15" w:name="_Toc195555066"/>
      <w:bookmarkEnd w:id="14"/>
      <w:r>
        <w:rPr>
          <w:kern w:val="1"/>
        </w:rPr>
        <w:lastRenderedPageBreak/>
        <w:t>VIII</w:t>
      </w:r>
      <w:bookmarkEnd w:id="15"/>
    </w:p>
    <w:p w14:paraId="629306DC" w14:textId="77777777" w:rsidR="000E1451" w:rsidRDefault="00BE611A" w:rsidP="00BE611A">
      <w:pPr>
        <w:rPr>
          <w:rFonts w:cs="Georgia"/>
          <w:kern w:val="1"/>
        </w:rPr>
      </w:pPr>
      <w:r>
        <w:rPr>
          <w:rFonts w:cs="Georgia"/>
          <w:kern w:val="1"/>
        </w:rPr>
        <w:t>On n</w:t>
      </w:r>
      <w:r w:rsidR="000E1451">
        <w:rPr>
          <w:rFonts w:cs="Georgia"/>
          <w:kern w:val="1"/>
        </w:rPr>
        <w:t>’</w:t>
      </w:r>
      <w:r>
        <w:rPr>
          <w:rFonts w:cs="Georgia"/>
          <w:kern w:val="1"/>
        </w:rPr>
        <w:t>a peut-être pas oublié les trois douzaines de petites ampoules électriques que j</w:t>
      </w:r>
      <w:r w:rsidR="000E1451">
        <w:rPr>
          <w:rFonts w:cs="Georgia"/>
          <w:kern w:val="1"/>
        </w:rPr>
        <w:t>’</w:t>
      </w:r>
      <w:r>
        <w:rPr>
          <w:rFonts w:cs="Georgia"/>
          <w:kern w:val="1"/>
        </w:rPr>
        <w:t>avais fait figurer dans la commande adressée à Berlin</w:t>
      </w:r>
      <w:r w:rsidR="000E1451">
        <w:rPr>
          <w:rFonts w:cs="Georgia"/>
          <w:kern w:val="1"/>
        </w:rPr>
        <w:t xml:space="preserve">. </w:t>
      </w:r>
      <w:r>
        <w:rPr>
          <w:rFonts w:cs="Georgia"/>
          <w:kern w:val="1"/>
        </w:rPr>
        <w:t>Le capitaine Elbing</w:t>
      </w:r>
      <w:r w:rsidR="000E1451">
        <w:rPr>
          <w:rFonts w:cs="Georgia"/>
          <w:kern w:val="1"/>
        </w:rPr>
        <w:t xml:space="preserve">, </w:t>
      </w:r>
      <w:r>
        <w:rPr>
          <w:rFonts w:cs="Georgia"/>
          <w:kern w:val="1"/>
        </w:rPr>
        <w:t>je l</w:t>
      </w:r>
      <w:r w:rsidR="000E1451">
        <w:rPr>
          <w:rFonts w:cs="Georgia"/>
          <w:kern w:val="1"/>
        </w:rPr>
        <w:t>’</w:t>
      </w:r>
      <w:r>
        <w:rPr>
          <w:rFonts w:cs="Georgia"/>
          <w:kern w:val="1"/>
        </w:rPr>
        <w:t>ai dit</w:t>
      </w:r>
      <w:r w:rsidR="000E1451">
        <w:rPr>
          <w:rFonts w:cs="Georgia"/>
          <w:kern w:val="1"/>
        </w:rPr>
        <w:t xml:space="preserve">, </w:t>
      </w:r>
      <w:r>
        <w:rPr>
          <w:rFonts w:cs="Georgia"/>
          <w:kern w:val="1"/>
        </w:rPr>
        <w:t>avait omis de s</w:t>
      </w:r>
      <w:r w:rsidR="000E1451">
        <w:rPr>
          <w:rFonts w:cs="Georgia"/>
          <w:kern w:val="1"/>
        </w:rPr>
        <w:t>’</w:t>
      </w:r>
      <w:r>
        <w:rPr>
          <w:rFonts w:cs="Georgia"/>
          <w:kern w:val="1"/>
        </w:rPr>
        <w:t>enquérir de l</w:t>
      </w:r>
      <w:r w:rsidR="000E1451">
        <w:rPr>
          <w:rFonts w:cs="Georgia"/>
          <w:kern w:val="1"/>
        </w:rPr>
        <w:t>’</w:t>
      </w:r>
      <w:r>
        <w:rPr>
          <w:rFonts w:cs="Georgia"/>
          <w:kern w:val="1"/>
        </w:rPr>
        <w:t>emploi auquel je les réservais</w:t>
      </w:r>
      <w:r w:rsidR="000E1451">
        <w:rPr>
          <w:rFonts w:cs="Georgia"/>
          <w:kern w:val="1"/>
        </w:rPr>
        <w:t xml:space="preserve">. </w:t>
      </w:r>
      <w:r>
        <w:rPr>
          <w:rFonts w:cs="Georgia"/>
          <w:kern w:val="1"/>
        </w:rPr>
        <w:t>Le moment est venu d</w:t>
      </w:r>
      <w:r w:rsidR="000E1451">
        <w:rPr>
          <w:rFonts w:cs="Georgia"/>
          <w:kern w:val="1"/>
        </w:rPr>
        <w:t>’</w:t>
      </w:r>
      <w:r>
        <w:rPr>
          <w:rFonts w:cs="Georgia"/>
          <w:kern w:val="1"/>
        </w:rPr>
        <w:t>en parler</w:t>
      </w:r>
      <w:r w:rsidR="000E1451">
        <w:rPr>
          <w:rFonts w:cs="Georgia"/>
          <w:kern w:val="1"/>
        </w:rPr>
        <w:t xml:space="preserve">, </w:t>
      </w:r>
      <w:r>
        <w:rPr>
          <w:rFonts w:cs="Georgia"/>
          <w:kern w:val="1"/>
        </w:rPr>
        <w:t>et de dire les résultats d</w:t>
      </w:r>
      <w:r w:rsidR="000E1451">
        <w:rPr>
          <w:rFonts w:cs="Georgia"/>
          <w:kern w:val="1"/>
        </w:rPr>
        <w:t>’</w:t>
      </w:r>
      <w:r>
        <w:rPr>
          <w:rFonts w:cs="Georgia"/>
          <w:kern w:val="1"/>
        </w:rPr>
        <w:t>un calcul qui devaient dépasser mes prévisions les plus optimistes</w:t>
      </w:r>
      <w:r w:rsidR="000E1451">
        <w:rPr>
          <w:rFonts w:cs="Georgia"/>
          <w:kern w:val="1"/>
        </w:rPr>
        <w:t>.</w:t>
      </w:r>
    </w:p>
    <w:p w14:paraId="3D7B0528" w14:textId="77777777" w:rsidR="000E1451" w:rsidRDefault="00BE611A" w:rsidP="00BE611A">
      <w:pPr>
        <w:rPr>
          <w:rFonts w:cs="Georgia"/>
          <w:kern w:val="1"/>
        </w:rPr>
      </w:pPr>
      <w:r>
        <w:rPr>
          <w:rFonts w:cs="Georgia"/>
          <w:kern w:val="1"/>
        </w:rPr>
        <w:t>Le jour de mon entrée en fonctions au château</w:t>
      </w:r>
      <w:r w:rsidR="000E1451">
        <w:rPr>
          <w:rFonts w:cs="Georgia"/>
          <w:kern w:val="1"/>
        </w:rPr>
        <w:t xml:space="preserve">, </w:t>
      </w:r>
      <w:r>
        <w:rPr>
          <w:rFonts w:cs="Georgia"/>
          <w:kern w:val="1"/>
        </w:rPr>
        <w:t>tandis que je me livrais</w:t>
      </w:r>
      <w:r w:rsidR="000E1451">
        <w:rPr>
          <w:rFonts w:cs="Georgia"/>
          <w:kern w:val="1"/>
        </w:rPr>
        <w:t xml:space="preserve">, </w:t>
      </w:r>
      <w:r>
        <w:rPr>
          <w:rFonts w:cs="Georgia"/>
          <w:kern w:val="1"/>
        </w:rPr>
        <w:t>sous la surveillance soupçonneuse de Gottlieb</w:t>
      </w:r>
      <w:r w:rsidR="000E1451">
        <w:rPr>
          <w:rFonts w:cs="Georgia"/>
          <w:kern w:val="1"/>
        </w:rPr>
        <w:t xml:space="preserve">, </w:t>
      </w:r>
      <w:r>
        <w:rPr>
          <w:rFonts w:cs="Georgia"/>
          <w:kern w:val="1"/>
        </w:rPr>
        <w:t>à l</w:t>
      </w:r>
      <w:r w:rsidR="000E1451">
        <w:rPr>
          <w:rFonts w:cs="Georgia"/>
          <w:kern w:val="1"/>
        </w:rPr>
        <w:t>’</w:t>
      </w:r>
      <w:r>
        <w:rPr>
          <w:rFonts w:cs="Georgia"/>
          <w:kern w:val="1"/>
        </w:rPr>
        <w:t>évaluation préalable de la tâche qui m</w:t>
      </w:r>
      <w:r w:rsidR="000E1451">
        <w:rPr>
          <w:rFonts w:cs="Georgia"/>
          <w:kern w:val="1"/>
        </w:rPr>
        <w:t>’</w:t>
      </w:r>
      <w:r>
        <w:rPr>
          <w:rFonts w:cs="Georgia"/>
          <w:kern w:val="1"/>
        </w:rPr>
        <w:t>était dévolue</w:t>
      </w:r>
      <w:r w:rsidR="000E1451">
        <w:rPr>
          <w:rFonts w:cs="Georgia"/>
          <w:kern w:val="1"/>
        </w:rPr>
        <w:t xml:space="preserve">, </w:t>
      </w:r>
      <w:r>
        <w:rPr>
          <w:rFonts w:cs="Georgia"/>
          <w:kern w:val="1"/>
        </w:rPr>
        <w:t>j</w:t>
      </w:r>
      <w:r w:rsidR="000E1451">
        <w:rPr>
          <w:rFonts w:cs="Georgia"/>
          <w:kern w:val="1"/>
        </w:rPr>
        <w:t>’</w:t>
      </w:r>
      <w:r>
        <w:rPr>
          <w:rFonts w:cs="Georgia"/>
          <w:kern w:val="1"/>
        </w:rPr>
        <w:t>étais resté environ un quart d</w:t>
      </w:r>
      <w:r w:rsidR="000E1451">
        <w:rPr>
          <w:rFonts w:cs="Georgia"/>
          <w:kern w:val="1"/>
        </w:rPr>
        <w:t>’</w:t>
      </w:r>
      <w:r>
        <w:rPr>
          <w:rFonts w:cs="Georgia"/>
          <w:kern w:val="1"/>
        </w:rPr>
        <w:t>heure dans le cabinet de travail du général</w:t>
      </w:r>
      <w:r w:rsidR="000E1451">
        <w:rPr>
          <w:rFonts w:cs="Georgia"/>
          <w:kern w:val="1"/>
        </w:rPr>
        <w:t xml:space="preserve">. </w:t>
      </w:r>
      <w:r>
        <w:rPr>
          <w:rFonts w:cs="Georgia"/>
          <w:kern w:val="1"/>
        </w:rPr>
        <w:t>Ce court laps de temps avait été suffisant pour m</w:t>
      </w:r>
      <w:r w:rsidR="000E1451">
        <w:rPr>
          <w:rFonts w:cs="Georgia"/>
          <w:kern w:val="1"/>
        </w:rPr>
        <w:t>’</w:t>
      </w:r>
      <w:r>
        <w:rPr>
          <w:rFonts w:cs="Georgia"/>
          <w:kern w:val="1"/>
        </w:rPr>
        <w:t>inspirer un plan à la vérité assez hardi</w:t>
      </w:r>
      <w:r w:rsidR="000E1451">
        <w:rPr>
          <w:rFonts w:cs="Georgia"/>
          <w:kern w:val="1"/>
        </w:rPr>
        <w:t xml:space="preserve">, </w:t>
      </w:r>
      <w:r>
        <w:rPr>
          <w:rFonts w:cs="Georgia"/>
          <w:kern w:val="1"/>
        </w:rPr>
        <w:t>mais dont je ne retardai pas une minute l</w:t>
      </w:r>
      <w:r w:rsidR="000E1451">
        <w:rPr>
          <w:rFonts w:cs="Georgia"/>
          <w:kern w:val="1"/>
        </w:rPr>
        <w:t>’</w:t>
      </w:r>
      <w:r>
        <w:rPr>
          <w:rFonts w:cs="Georgia"/>
          <w:kern w:val="1"/>
        </w:rPr>
        <w:t>exécution</w:t>
      </w:r>
      <w:r w:rsidR="000E1451">
        <w:rPr>
          <w:rFonts w:cs="Georgia"/>
          <w:kern w:val="1"/>
        </w:rPr>
        <w:t xml:space="preserve">, </w:t>
      </w:r>
      <w:r>
        <w:rPr>
          <w:rFonts w:cs="Georgia"/>
          <w:kern w:val="1"/>
        </w:rPr>
        <w:t>Décidé à mettre en œuvre tous les moyens de plaire au châtelain de Reichendorf</w:t>
      </w:r>
      <w:r w:rsidR="000E1451">
        <w:rPr>
          <w:rFonts w:cs="Georgia"/>
          <w:kern w:val="1"/>
        </w:rPr>
        <w:t xml:space="preserve">, </w:t>
      </w:r>
      <w:r>
        <w:rPr>
          <w:rFonts w:cs="Georgia"/>
          <w:kern w:val="1"/>
        </w:rPr>
        <w:t>je venais</w:t>
      </w:r>
      <w:r w:rsidR="000E1451">
        <w:rPr>
          <w:rFonts w:cs="Georgia"/>
          <w:kern w:val="1"/>
        </w:rPr>
        <w:t xml:space="preserve">, </w:t>
      </w:r>
      <w:r>
        <w:rPr>
          <w:rFonts w:cs="Georgia"/>
          <w:kern w:val="1"/>
        </w:rPr>
        <w:t>me semblait-il d</w:t>
      </w:r>
      <w:r w:rsidR="000E1451">
        <w:rPr>
          <w:rFonts w:cs="Georgia"/>
          <w:kern w:val="1"/>
        </w:rPr>
        <w:t>’</w:t>
      </w:r>
      <w:r>
        <w:rPr>
          <w:rFonts w:cs="Georgia"/>
          <w:kern w:val="1"/>
        </w:rPr>
        <w:t>en découvrir le plus sûr</w:t>
      </w:r>
      <w:r w:rsidR="000E1451">
        <w:rPr>
          <w:rFonts w:cs="Georgia"/>
          <w:kern w:val="1"/>
        </w:rPr>
        <w:t xml:space="preserve">. </w:t>
      </w:r>
      <w:r>
        <w:rPr>
          <w:rFonts w:cs="Georgia"/>
          <w:kern w:val="1"/>
        </w:rPr>
        <w:t>J</w:t>
      </w:r>
      <w:r w:rsidR="000E1451">
        <w:rPr>
          <w:rFonts w:cs="Georgia"/>
          <w:kern w:val="1"/>
        </w:rPr>
        <w:t>’</w:t>
      </w:r>
      <w:r>
        <w:rPr>
          <w:rFonts w:cs="Georgia"/>
          <w:kern w:val="1"/>
        </w:rPr>
        <w:t>avais la certitude qu</w:t>
      </w:r>
      <w:r w:rsidR="000E1451">
        <w:rPr>
          <w:rFonts w:cs="Georgia"/>
          <w:kern w:val="1"/>
        </w:rPr>
        <w:t>’</w:t>
      </w:r>
      <w:r>
        <w:rPr>
          <w:rFonts w:cs="Georgia"/>
          <w:kern w:val="1"/>
        </w:rPr>
        <w:t>aucun bien ne devait lui être aussi précieux que ses collections militaires</w:t>
      </w:r>
      <w:r w:rsidR="000E1451">
        <w:rPr>
          <w:rFonts w:cs="Georgia"/>
          <w:kern w:val="1"/>
        </w:rPr>
        <w:t xml:space="preserve">. </w:t>
      </w:r>
      <w:r>
        <w:rPr>
          <w:rFonts w:cs="Georgia"/>
          <w:kern w:val="1"/>
        </w:rPr>
        <w:t>Or</w:t>
      </w:r>
      <w:r w:rsidR="000E1451">
        <w:rPr>
          <w:rFonts w:cs="Georgia"/>
          <w:kern w:val="1"/>
        </w:rPr>
        <w:t xml:space="preserve">, </w:t>
      </w:r>
      <w:r>
        <w:rPr>
          <w:rFonts w:cs="Georgia"/>
          <w:kern w:val="1"/>
        </w:rPr>
        <w:t>la nuit venue</w:t>
      </w:r>
      <w:r w:rsidR="000E1451">
        <w:rPr>
          <w:rFonts w:cs="Georgia"/>
          <w:kern w:val="1"/>
        </w:rPr>
        <w:t xml:space="preserve"> – </w:t>
      </w:r>
      <w:r>
        <w:rPr>
          <w:rFonts w:cs="Georgia"/>
          <w:kern w:val="1"/>
        </w:rPr>
        <w:t>et Dieu sait si sous ce dur climat du Nord elle tombe vite</w:t>
      </w:r>
      <w:r w:rsidR="000E1451">
        <w:rPr>
          <w:rFonts w:cs="Georgia"/>
          <w:kern w:val="1"/>
        </w:rPr>
        <w:t xml:space="preserve">, </w:t>
      </w:r>
      <w:r>
        <w:rPr>
          <w:rFonts w:cs="Georgia"/>
          <w:kern w:val="1"/>
        </w:rPr>
        <w:t>il devait lui être impossible de jouir de ses trésors</w:t>
      </w:r>
      <w:r w:rsidR="000E1451">
        <w:rPr>
          <w:rFonts w:cs="Georgia"/>
          <w:kern w:val="1"/>
        </w:rPr>
        <w:t xml:space="preserve">. </w:t>
      </w:r>
      <w:r>
        <w:rPr>
          <w:rFonts w:cs="Georgia"/>
          <w:kern w:val="1"/>
        </w:rPr>
        <w:t>Pour ne citer qu</w:t>
      </w:r>
      <w:r w:rsidR="000E1451">
        <w:rPr>
          <w:rFonts w:cs="Georgia"/>
          <w:kern w:val="1"/>
        </w:rPr>
        <w:t>’</w:t>
      </w:r>
      <w:r>
        <w:rPr>
          <w:rFonts w:cs="Georgia"/>
          <w:kern w:val="1"/>
        </w:rPr>
        <w:t>un exemple</w:t>
      </w:r>
      <w:r w:rsidR="000E1451">
        <w:rPr>
          <w:rFonts w:cs="Georgia"/>
          <w:kern w:val="1"/>
        </w:rPr>
        <w:t xml:space="preserve">, </w:t>
      </w:r>
      <w:r>
        <w:rPr>
          <w:rFonts w:cs="Georgia"/>
          <w:kern w:val="1"/>
        </w:rPr>
        <w:t>les vitrines à l</w:t>
      </w:r>
      <w:r w:rsidR="000E1451">
        <w:rPr>
          <w:rFonts w:cs="Georgia"/>
          <w:kern w:val="1"/>
        </w:rPr>
        <w:t>’</w:t>
      </w:r>
      <w:r>
        <w:rPr>
          <w:rFonts w:cs="Georgia"/>
          <w:kern w:val="1"/>
        </w:rPr>
        <w:t>intérieur desquelles se trouvaient reconstituées les grandes batailles prussiennes devenaient nécessairement</w:t>
      </w:r>
      <w:r w:rsidR="000E1451">
        <w:rPr>
          <w:rFonts w:cs="Georgia"/>
          <w:kern w:val="1"/>
        </w:rPr>
        <w:t xml:space="preserve">, </w:t>
      </w:r>
      <w:r>
        <w:rPr>
          <w:rFonts w:cs="Georgia"/>
          <w:kern w:val="1"/>
        </w:rPr>
        <w:t>à l</w:t>
      </w:r>
      <w:r w:rsidR="000E1451">
        <w:rPr>
          <w:rFonts w:cs="Georgia"/>
          <w:kern w:val="1"/>
        </w:rPr>
        <w:t>’</w:t>
      </w:r>
      <w:r>
        <w:rPr>
          <w:rFonts w:cs="Georgia"/>
          <w:kern w:val="1"/>
        </w:rPr>
        <w:t>heure trouble du crépuscule</w:t>
      </w:r>
      <w:r w:rsidR="000E1451">
        <w:rPr>
          <w:rFonts w:cs="Georgia"/>
          <w:kern w:val="1"/>
        </w:rPr>
        <w:t xml:space="preserve">, </w:t>
      </w:r>
      <w:r>
        <w:rPr>
          <w:rFonts w:cs="Georgia"/>
          <w:kern w:val="1"/>
        </w:rPr>
        <w:t>autant de boîtes obscures</w:t>
      </w:r>
      <w:r w:rsidR="000E1451">
        <w:rPr>
          <w:rFonts w:cs="Georgia"/>
          <w:kern w:val="1"/>
        </w:rPr>
        <w:t xml:space="preserve">. </w:t>
      </w:r>
      <w:r>
        <w:rPr>
          <w:rFonts w:cs="Georgia"/>
          <w:kern w:val="1"/>
        </w:rPr>
        <w:t>À l</w:t>
      </w:r>
      <w:r w:rsidR="000E1451">
        <w:rPr>
          <w:rFonts w:cs="Georgia"/>
          <w:kern w:val="1"/>
        </w:rPr>
        <w:t>’</w:t>
      </w:r>
      <w:r>
        <w:rPr>
          <w:rFonts w:cs="Georgia"/>
          <w:kern w:val="1"/>
        </w:rPr>
        <w:t>aide de quelques ampoules judicieusement réparties</w:t>
      </w:r>
      <w:r w:rsidR="000E1451">
        <w:rPr>
          <w:rFonts w:cs="Georgia"/>
          <w:kern w:val="1"/>
        </w:rPr>
        <w:t xml:space="preserve">, </w:t>
      </w:r>
      <w:r>
        <w:rPr>
          <w:rFonts w:cs="Georgia"/>
          <w:kern w:val="1"/>
        </w:rPr>
        <w:t>rien ne m</w:t>
      </w:r>
      <w:r w:rsidR="000E1451">
        <w:rPr>
          <w:rFonts w:cs="Georgia"/>
          <w:kern w:val="1"/>
        </w:rPr>
        <w:t>’</w:t>
      </w:r>
      <w:r>
        <w:rPr>
          <w:rFonts w:cs="Georgia"/>
          <w:kern w:val="1"/>
        </w:rPr>
        <w:t>était plus aisé que de supprimer ce désagrément</w:t>
      </w:r>
      <w:r w:rsidR="000E1451">
        <w:rPr>
          <w:rFonts w:cs="Georgia"/>
          <w:kern w:val="1"/>
        </w:rPr>
        <w:t xml:space="preserve">. </w:t>
      </w:r>
      <w:r>
        <w:rPr>
          <w:rFonts w:cs="Georgia"/>
          <w:kern w:val="1"/>
        </w:rPr>
        <w:t>Elles verseraient sur chacun de ces panoramas guerriers une lumière sous laquelle les ors et les coloris des cohortes de plomb resplendiraient d</w:t>
      </w:r>
      <w:r w:rsidR="000E1451">
        <w:rPr>
          <w:rFonts w:cs="Georgia"/>
          <w:kern w:val="1"/>
        </w:rPr>
        <w:t>’</w:t>
      </w:r>
      <w:r>
        <w:rPr>
          <w:rFonts w:cs="Georgia"/>
          <w:kern w:val="1"/>
        </w:rPr>
        <w:t xml:space="preserve">un éclat </w:t>
      </w:r>
      <w:r>
        <w:rPr>
          <w:rFonts w:cs="Georgia"/>
          <w:kern w:val="1"/>
        </w:rPr>
        <w:lastRenderedPageBreak/>
        <w:t>inattendu</w:t>
      </w:r>
      <w:r w:rsidR="000E1451">
        <w:rPr>
          <w:rFonts w:cs="Georgia"/>
          <w:kern w:val="1"/>
        </w:rPr>
        <w:t xml:space="preserve">. </w:t>
      </w:r>
      <w:r>
        <w:rPr>
          <w:rFonts w:cs="Georgia"/>
          <w:kern w:val="1"/>
        </w:rPr>
        <w:t>Sans tarder davantage</w:t>
      </w:r>
      <w:r w:rsidR="000E1451">
        <w:rPr>
          <w:rFonts w:cs="Georgia"/>
          <w:kern w:val="1"/>
        </w:rPr>
        <w:t xml:space="preserve">, </w:t>
      </w:r>
      <w:r>
        <w:rPr>
          <w:rFonts w:cs="Georgia"/>
          <w:kern w:val="1"/>
        </w:rPr>
        <w:t>je me fis donc mettre en possession du modeste matériel qui m</w:t>
      </w:r>
      <w:r w:rsidR="000E1451">
        <w:rPr>
          <w:rFonts w:cs="Georgia"/>
          <w:kern w:val="1"/>
        </w:rPr>
        <w:t>’</w:t>
      </w:r>
      <w:r>
        <w:rPr>
          <w:rFonts w:cs="Georgia"/>
          <w:kern w:val="1"/>
        </w:rPr>
        <w:t>était indispensable</w:t>
      </w:r>
      <w:r w:rsidR="000E1451">
        <w:rPr>
          <w:rFonts w:cs="Georgia"/>
          <w:kern w:val="1"/>
        </w:rPr>
        <w:t xml:space="preserve">. </w:t>
      </w:r>
      <w:r>
        <w:rPr>
          <w:rFonts w:cs="Georgia"/>
          <w:kern w:val="1"/>
        </w:rPr>
        <w:t>Ce fut naturellement par les trois vitrines consacrées à cette bataille de Borny chère entre toutes au cœur du général que je commençai</w:t>
      </w:r>
      <w:r w:rsidR="000E1451">
        <w:rPr>
          <w:rFonts w:cs="Georgia"/>
          <w:kern w:val="1"/>
        </w:rPr>
        <w:t xml:space="preserve">. </w:t>
      </w:r>
      <w:r>
        <w:rPr>
          <w:rFonts w:cs="Georgia"/>
          <w:kern w:val="1"/>
        </w:rPr>
        <w:t>Dans chacune d</w:t>
      </w:r>
      <w:r w:rsidR="000E1451">
        <w:rPr>
          <w:rFonts w:cs="Georgia"/>
          <w:kern w:val="1"/>
        </w:rPr>
        <w:t>’</w:t>
      </w:r>
      <w:r>
        <w:rPr>
          <w:rFonts w:cs="Georgia"/>
          <w:kern w:val="1"/>
        </w:rPr>
        <w:t>elles</w:t>
      </w:r>
      <w:r w:rsidR="000E1451">
        <w:rPr>
          <w:rFonts w:cs="Georgia"/>
          <w:kern w:val="1"/>
        </w:rPr>
        <w:t xml:space="preserve">, </w:t>
      </w:r>
      <w:r>
        <w:rPr>
          <w:rFonts w:cs="Georgia"/>
          <w:kern w:val="1"/>
        </w:rPr>
        <w:t>je disposai plusieurs de mes ampoules</w:t>
      </w:r>
      <w:r w:rsidR="000E1451">
        <w:rPr>
          <w:rFonts w:cs="Georgia"/>
          <w:kern w:val="1"/>
        </w:rPr>
        <w:t xml:space="preserve">, </w:t>
      </w:r>
      <w:r>
        <w:rPr>
          <w:rFonts w:cs="Georgia"/>
          <w:kern w:val="1"/>
        </w:rPr>
        <w:t>dissimulées avec soin derrière les décors de carton</w:t>
      </w:r>
      <w:r w:rsidR="000E1451">
        <w:rPr>
          <w:rFonts w:cs="Georgia"/>
          <w:kern w:val="1"/>
        </w:rPr>
        <w:t xml:space="preserve">. </w:t>
      </w:r>
      <w:r>
        <w:rPr>
          <w:rFonts w:cs="Georgia"/>
          <w:kern w:val="1"/>
        </w:rPr>
        <w:t>Je procédai à cette installation le cœur battant</w:t>
      </w:r>
      <w:r w:rsidR="000E1451">
        <w:rPr>
          <w:rFonts w:cs="Georgia"/>
          <w:kern w:val="1"/>
        </w:rPr>
        <w:t xml:space="preserve">, </w:t>
      </w:r>
      <w:r>
        <w:rPr>
          <w:rFonts w:cs="Georgia"/>
          <w:kern w:val="1"/>
        </w:rPr>
        <w:t>avec la crainte incessante d</w:t>
      </w:r>
      <w:r w:rsidR="000E1451">
        <w:rPr>
          <w:rFonts w:cs="Georgia"/>
          <w:kern w:val="1"/>
        </w:rPr>
        <w:t>’</w:t>
      </w:r>
      <w:r>
        <w:rPr>
          <w:rFonts w:cs="Georgia"/>
          <w:kern w:val="1"/>
        </w:rPr>
        <w:t>un accroc</w:t>
      </w:r>
      <w:r w:rsidR="000E1451">
        <w:rPr>
          <w:rFonts w:cs="Georgia"/>
          <w:kern w:val="1"/>
        </w:rPr>
        <w:t xml:space="preserve">. </w:t>
      </w:r>
      <w:r>
        <w:rPr>
          <w:rFonts w:cs="Georgia"/>
          <w:kern w:val="1"/>
        </w:rPr>
        <w:t>M</w:t>
      </w:r>
      <w:r w:rsidR="000E1451">
        <w:rPr>
          <w:rFonts w:cs="Georgia"/>
          <w:kern w:val="1"/>
        </w:rPr>
        <w:t>’</w:t>
      </w:r>
      <w:r>
        <w:rPr>
          <w:rFonts w:cs="Georgia"/>
          <w:kern w:val="1"/>
        </w:rPr>
        <w:t>étant arrêté au parti fort scabreux de ne point solliciter l</w:t>
      </w:r>
      <w:r w:rsidR="000E1451">
        <w:rPr>
          <w:rFonts w:cs="Georgia"/>
          <w:kern w:val="1"/>
        </w:rPr>
        <w:t>’</w:t>
      </w:r>
      <w:r>
        <w:rPr>
          <w:rFonts w:cs="Georgia"/>
          <w:kern w:val="1"/>
        </w:rPr>
        <w:t>assentiment du général</w:t>
      </w:r>
      <w:r w:rsidR="000E1451">
        <w:rPr>
          <w:rFonts w:cs="Georgia"/>
          <w:kern w:val="1"/>
        </w:rPr>
        <w:t xml:space="preserve">, </w:t>
      </w:r>
      <w:r>
        <w:rPr>
          <w:rFonts w:cs="Georgia"/>
          <w:kern w:val="1"/>
        </w:rPr>
        <w:t>afin de doubler par un effet de surprise le triomphe que j</w:t>
      </w:r>
      <w:r w:rsidR="000E1451">
        <w:rPr>
          <w:rFonts w:cs="Georgia"/>
          <w:kern w:val="1"/>
        </w:rPr>
        <w:t>’</w:t>
      </w:r>
      <w:r>
        <w:rPr>
          <w:rFonts w:cs="Georgia"/>
          <w:kern w:val="1"/>
        </w:rPr>
        <w:t>escomptais</w:t>
      </w:r>
      <w:r w:rsidR="000E1451">
        <w:rPr>
          <w:rFonts w:cs="Georgia"/>
          <w:kern w:val="1"/>
        </w:rPr>
        <w:t xml:space="preserve">, </w:t>
      </w:r>
      <w:r>
        <w:rPr>
          <w:rFonts w:cs="Georgia"/>
          <w:kern w:val="1"/>
        </w:rPr>
        <w:t>je dus travailler en cachette</w:t>
      </w:r>
      <w:r w:rsidR="000E1451">
        <w:rPr>
          <w:rFonts w:cs="Georgia"/>
          <w:kern w:val="1"/>
        </w:rPr>
        <w:t xml:space="preserve">, </w:t>
      </w:r>
      <w:r>
        <w:rPr>
          <w:rFonts w:cs="Georgia"/>
          <w:kern w:val="1"/>
        </w:rPr>
        <w:t>m</w:t>
      </w:r>
      <w:r w:rsidR="000E1451">
        <w:rPr>
          <w:rFonts w:cs="Georgia"/>
          <w:kern w:val="1"/>
        </w:rPr>
        <w:t>’</w:t>
      </w:r>
      <w:r>
        <w:rPr>
          <w:rFonts w:cs="Georgia"/>
          <w:kern w:val="1"/>
        </w:rPr>
        <w:t>interrompant à chaque instant</w:t>
      </w:r>
      <w:r w:rsidR="000E1451">
        <w:rPr>
          <w:rFonts w:cs="Georgia"/>
          <w:kern w:val="1"/>
        </w:rPr>
        <w:t xml:space="preserve">. </w:t>
      </w:r>
      <w:r>
        <w:rPr>
          <w:rFonts w:cs="Georgia"/>
          <w:kern w:val="1"/>
        </w:rPr>
        <w:t>Il me fallut ainsi plus d</w:t>
      </w:r>
      <w:r w:rsidR="000E1451">
        <w:rPr>
          <w:rFonts w:cs="Georgia"/>
          <w:kern w:val="1"/>
        </w:rPr>
        <w:t>’</w:t>
      </w:r>
      <w:r>
        <w:rPr>
          <w:rFonts w:cs="Georgia"/>
          <w:kern w:val="1"/>
        </w:rPr>
        <w:t>une semaine pour mener à bien une besogne</w:t>
      </w:r>
      <w:r w:rsidR="000E1451">
        <w:rPr>
          <w:rFonts w:cs="Georgia"/>
          <w:kern w:val="1"/>
        </w:rPr>
        <w:t xml:space="preserve">, </w:t>
      </w:r>
      <w:r>
        <w:rPr>
          <w:rFonts w:cs="Georgia"/>
          <w:kern w:val="1"/>
        </w:rPr>
        <w:t>qui dans des conditions normales</w:t>
      </w:r>
      <w:r w:rsidR="000E1451">
        <w:rPr>
          <w:rFonts w:cs="Georgia"/>
          <w:kern w:val="1"/>
        </w:rPr>
        <w:t xml:space="preserve">, </w:t>
      </w:r>
      <w:r>
        <w:rPr>
          <w:rFonts w:cs="Georgia"/>
          <w:kern w:val="1"/>
        </w:rPr>
        <w:t>j</w:t>
      </w:r>
      <w:r w:rsidR="000E1451">
        <w:rPr>
          <w:rFonts w:cs="Georgia"/>
          <w:kern w:val="1"/>
        </w:rPr>
        <w:t>’</w:t>
      </w:r>
      <w:r>
        <w:rPr>
          <w:rFonts w:cs="Georgia"/>
          <w:kern w:val="1"/>
        </w:rPr>
        <w:t>aurais accomplie en moins de deux heures</w:t>
      </w:r>
      <w:r w:rsidR="000E1451">
        <w:rPr>
          <w:rFonts w:cs="Georgia"/>
          <w:kern w:val="1"/>
        </w:rPr>
        <w:t xml:space="preserve">. </w:t>
      </w:r>
      <w:r>
        <w:rPr>
          <w:rFonts w:cs="Georgia"/>
          <w:kern w:val="1"/>
        </w:rPr>
        <w:t>Le soir où tout fut en place</w:t>
      </w:r>
      <w:r w:rsidR="000E1451">
        <w:rPr>
          <w:rFonts w:cs="Georgia"/>
          <w:kern w:val="1"/>
        </w:rPr>
        <w:t xml:space="preserve">, </w:t>
      </w:r>
      <w:r>
        <w:rPr>
          <w:rFonts w:cs="Georgia"/>
          <w:kern w:val="1"/>
        </w:rPr>
        <w:t>ayant laissé l</w:t>
      </w:r>
      <w:r w:rsidR="000E1451">
        <w:rPr>
          <w:rFonts w:cs="Georgia"/>
          <w:kern w:val="1"/>
        </w:rPr>
        <w:t>’</w:t>
      </w:r>
      <w:r>
        <w:rPr>
          <w:rFonts w:cs="Georgia"/>
          <w:kern w:val="1"/>
        </w:rPr>
        <w:t>électricité allumée dans les trois vitrines</w:t>
      </w:r>
      <w:r w:rsidR="000E1451">
        <w:rPr>
          <w:rFonts w:cs="Georgia"/>
          <w:kern w:val="1"/>
        </w:rPr>
        <w:t xml:space="preserve">, </w:t>
      </w:r>
      <w:r>
        <w:rPr>
          <w:rFonts w:cs="Georgia"/>
          <w:kern w:val="1"/>
        </w:rPr>
        <w:t>je quittai le cabinet sur la pointe des pieds</w:t>
      </w:r>
      <w:r w:rsidR="000E1451">
        <w:rPr>
          <w:rFonts w:cs="Georgia"/>
          <w:kern w:val="1"/>
        </w:rPr>
        <w:t xml:space="preserve">, </w:t>
      </w:r>
      <w:r>
        <w:rPr>
          <w:rFonts w:cs="Georgia"/>
          <w:kern w:val="1"/>
        </w:rPr>
        <w:t>et me hâtai de rejoindre le soldat chargé de me reconduire au camp</w:t>
      </w:r>
      <w:r w:rsidR="000E1451">
        <w:rPr>
          <w:rFonts w:cs="Georgia"/>
          <w:kern w:val="1"/>
        </w:rPr>
        <w:t xml:space="preserve">. </w:t>
      </w:r>
      <w:r>
        <w:rPr>
          <w:rFonts w:cs="Georgia"/>
          <w:kern w:val="1"/>
        </w:rPr>
        <w:t>Ce jour était un samedi</w:t>
      </w:r>
      <w:r w:rsidR="000E1451">
        <w:rPr>
          <w:rFonts w:cs="Georgia"/>
          <w:kern w:val="1"/>
        </w:rPr>
        <w:t xml:space="preserve">. </w:t>
      </w:r>
      <w:r>
        <w:rPr>
          <w:rFonts w:cs="Georgia"/>
          <w:kern w:val="1"/>
        </w:rPr>
        <w:t>J</w:t>
      </w:r>
      <w:r w:rsidR="000E1451">
        <w:rPr>
          <w:rFonts w:cs="Georgia"/>
          <w:kern w:val="1"/>
        </w:rPr>
        <w:t>’</w:t>
      </w:r>
      <w:r>
        <w:rPr>
          <w:rFonts w:cs="Georgia"/>
          <w:kern w:val="1"/>
        </w:rPr>
        <w:t>allais donc avoir à attendre jusqu</w:t>
      </w:r>
      <w:r w:rsidR="000E1451">
        <w:rPr>
          <w:rFonts w:cs="Georgia"/>
          <w:kern w:val="1"/>
        </w:rPr>
        <w:t>’</w:t>
      </w:r>
      <w:r>
        <w:rPr>
          <w:rFonts w:cs="Georgia"/>
          <w:kern w:val="1"/>
        </w:rPr>
        <w:t>au surlendemain pour connaître la façon</w:t>
      </w:r>
      <w:r w:rsidR="000E1451">
        <w:rPr>
          <w:rFonts w:cs="Georgia"/>
          <w:kern w:val="1"/>
        </w:rPr>
        <w:t xml:space="preserve">, </w:t>
      </w:r>
      <w:r>
        <w:rPr>
          <w:rFonts w:cs="Georgia"/>
          <w:kern w:val="1"/>
        </w:rPr>
        <w:t>dont avait été accueilli mon audacieuse tentative</w:t>
      </w:r>
      <w:r w:rsidR="000E1451">
        <w:rPr>
          <w:rFonts w:cs="Georgia"/>
          <w:kern w:val="1"/>
        </w:rPr>
        <w:t>.</w:t>
      </w:r>
    </w:p>
    <w:p w14:paraId="3381A434" w14:textId="77777777" w:rsidR="000E1451" w:rsidRDefault="00BE611A" w:rsidP="00BE611A">
      <w:pPr>
        <w:rPr>
          <w:rFonts w:cs="Georgia"/>
          <w:kern w:val="1"/>
        </w:rPr>
      </w:pPr>
      <w:r>
        <w:rPr>
          <w:rFonts w:cs="Georgia"/>
          <w:kern w:val="1"/>
        </w:rPr>
        <w:t>Je passai la journée du dimanche dans un état de nervosité inexprimable</w:t>
      </w:r>
      <w:r w:rsidR="000E1451">
        <w:rPr>
          <w:rFonts w:cs="Georgia"/>
          <w:kern w:val="1"/>
        </w:rPr>
        <w:t xml:space="preserve">. </w:t>
      </w:r>
      <w:r>
        <w:rPr>
          <w:rFonts w:cs="Georgia"/>
          <w:kern w:val="1"/>
        </w:rPr>
        <w:t>N</w:t>
      </w:r>
      <w:r w:rsidR="000E1451">
        <w:rPr>
          <w:rFonts w:cs="Georgia"/>
          <w:kern w:val="1"/>
        </w:rPr>
        <w:t>’</w:t>
      </w:r>
      <w:r>
        <w:rPr>
          <w:rFonts w:cs="Georgia"/>
          <w:kern w:val="1"/>
        </w:rPr>
        <w:t>avais-je pas</w:t>
      </w:r>
      <w:r w:rsidR="000E1451">
        <w:rPr>
          <w:rFonts w:cs="Georgia"/>
          <w:kern w:val="1"/>
        </w:rPr>
        <w:t xml:space="preserve">, </w:t>
      </w:r>
      <w:r>
        <w:rPr>
          <w:rFonts w:cs="Georgia"/>
          <w:kern w:val="1"/>
        </w:rPr>
        <w:t>en dépit de toutes mes précautions</w:t>
      </w:r>
      <w:r w:rsidR="000E1451">
        <w:rPr>
          <w:rFonts w:cs="Georgia"/>
          <w:kern w:val="1"/>
        </w:rPr>
        <w:t xml:space="preserve">, </w:t>
      </w:r>
      <w:r>
        <w:rPr>
          <w:rFonts w:cs="Georgia"/>
          <w:kern w:val="1"/>
        </w:rPr>
        <w:t>déplacé un bouquet d</w:t>
      </w:r>
      <w:r w:rsidR="000E1451">
        <w:rPr>
          <w:rFonts w:cs="Georgia"/>
          <w:kern w:val="1"/>
        </w:rPr>
        <w:t>’</w:t>
      </w:r>
      <w:r>
        <w:rPr>
          <w:rFonts w:cs="Georgia"/>
          <w:kern w:val="1"/>
        </w:rPr>
        <w:t>arbres</w:t>
      </w:r>
      <w:r w:rsidR="000E1451">
        <w:rPr>
          <w:rFonts w:cs="Georgia"/>
          <w:kern w:val="1"/>
        </w:rPr>
        <w:t xml:space="preserve">, </w:t>
      </w:r>
      <w:r>
        <w:rPr>
          <w:rFonts w:cs="Georgia"/>
          <w:kern w:val="1"/>
        </w:rPr>
        <w:t>bousculé une batterie d</w:t>
      </w:r>
      <w:r w:rsidR="000E1451">
        <w:rPr>
          <w:rFonts w:cs="Georgia"/>
          <w:kern w:val="1"/>
        </w:rPr>
        <w:t>’</w:t>
      </w:r>
      <w:r>
        <w:rPr>
          <w:rFonts w:cs="Georgia"/>
          <w:kern w:val="1"/>
        </w:rPr>
        <w:t>artillerie</w:t>
      </w:r>
      <w:r w:rsidR="000E1451">
        <w:rPr>
          <w:rFonts w:cs="Georgia"/>
          <w:kern w:val="1"/>
        </w:rPr>
        <w:t xml:space="preserve">, </w:t>
      </w:r>
      <w:r>
        <w:rPr>
          <w:rFonts w:cs="Georgia"/>
          <w:kern w:val="1"/>
        </w:rPr>
        <w:t>une ligne de tirailleurs</w:t>
      </w:r>
      <w:r w:rsidR="000E1451">
        <w:rPr>
          <w:rFonts w:cs="Georgia"/>
          <w:kern w:val="1"/>
        </w:rPr>
        <w:t xml:space="preserve"> ? </w:t>
      </w:r>
      <w:r>
        <w:rPr>
          <w:rFonts w:cs="Georgia"/>
          <w:kern w:val="1"/>
        </w:rPr>
        <w:t>Ou</w:t>
      </w:r>
      <w:r w:rsidR="000E1451">
        <w:rPr>
          <w:rFonts w:cs="Georgia"/>
          <w:kern w:val="1"/>
        </w:rPr>
        <w:t xml:space="preserve">, </w:t>
      </w:r>
      <w:r>
        <w:rPr>
          <w:rFonts w:cs="Georgia"/>
          <w:kern w:val="1"/>
        </w:rPr>
        <w:t>plus simplement encore</w:t>
      </w:r>
      <w:r w:rsidR="000E1451">
        <w:rPr>
          <w:rFonts w:cs="Georgia"/>
          <w:kern w:val="1"/>
        </w:rPr>
        <w:t xml:space="preserve">, </w:t>
      </w:r>
      <w:r>
        <w:rPr>
          <w:rFonts w:cs="Georgia"/>
          <w:kern w:val="1"/>
        </w:rPr>
        <w:t>mon sans-gêne n</w:t>
      </w:r>
      <w:r w:rsidR="000E1451">
        <w:rPr>
          <w:rFonts w:cs="Georgia"/>
          <w:kern w:val="1"/>
        </w:rPr>
        <w:t>’</w:t>
      </w:r>
      <w:r>
        <w:rPr>
          <w:rFonts w:cs="Georgia"/>
          <w:kern w:val="1"/>
        </w:rPr>
        <w:t>avait-il pas provoqué chez le général une de ces colères dont il était</w:t>
      </w:r>
      <w:r w:rsidR="000E1451">
        <w:rPr>
          <w:rFonts w:cs="Georgia"/>
          <w:kern w:val="1"/>
        </w:rPr>
        <w:t xml:space="preserve">, </w:t>
      </w:r>
      <w:r>
        <w:rPr>
          <w:rFonts w:cs="Georgia"/>
          <w:kern w:val="1"/>
        </w:rPr>
        <w:t>disait-on</w:t>
      </w:r>
      <w:r w:rsidR="000E1451">
        <w:rPr>
          <w:rFonts w:cs="Georgia"/>
          <w:kern w:val="1"/>
        </w:rPr>
        <w:t xml:space="preserve">, </w:t>
      </w:r>
      <w:r>
        <w:rPr>
          <w:rFonts w:cs="Georgia"/>
          <w:kern w:val="1"/>
        </w:rPr>
        <w:t>coutumier</w:t>
      </w:r>
      <w:r w:rsidR="000E1451">
        <w:rPr>
          <w:rFonts w:cs="Georgia"/>
          <w:kern w:val="1"/>
        </w:rPr>
        <w:t xml:space="preserve"> ? </w:t>
      </w:r>
      <w:r>
        <w:rPr>
          <w:rFonts w:cs="Georgia"/>
          <w:kern w:val="1"/>
        </w:rPr>
        <w:t>On devine l</w:t>
      </w:r>
      <w:r w:rsidR="000E1451">
        <w:rPr>
          <w:rFonts w:cs="Georgia"/>
          <w:kern w:val="1"/>
        </w:rPr>
        <w:t>’</w:t>
      </w:r>
      <w:r>
        <w:rPr>
          <w:rFonts w:cs="Georgia"/>
          <w:kern w:val="1"/>
        </w:rPr>
        <w:t>anxiété avec laquelle</w:t>
      </w:r>
      <w:r w:rsidR="000E1451">
        <w:rPr>
          <w:rFonts w:cs="Georgia"/>
          <w:kern w:val="1"/>
        </w:rPr>
        <w:t xml:space="preserve">, </w:t>
      </w:r>
      <w:r>
        <w:rPr>
          <w:rFonts w:cs="Georgia"/>
          <w:kern w:val="1"/>
        </w:rPr>
        <w:t>le lundi matin</w:t>
      </w:r>
      <w:r w:rsidR="000E1451">
        <w:rPr>
          <w:rFonts w:cs="Georgia"/>
          <w:kern w:val="1"/>
        </w:rPr>
        <w:t xml:space="preserve">, </w:t>
      </w:r>
      <w:r>
        <w:rPr>
          <w:rFonts w:cs="Georgia"/>
          <w:kern w:val="1"/>
        </w:rPr>
        <w:t>je me présentai au château</w:t>
      </w:r>
      <w:r w:rsidR="000E1451">
        <w:rPr>
          <w:rFonts w:cs="Georgia"/>
          <w:kern w:val="1"/>
        </w:rPr>
        <w:t xml:space="preserve">. </w:t>
      </w:r>
      <w:r>
        <w:rPr>
          <w:rFonts w:cs="Georgia"/>
          <w:kern w:val="1"/>
        </w:rPr>
        <w:t>Le capitaine Elbing</w:t>
      </w:r>
      <w:r w:rsidR="000E1451">
        <w:rPr>
          <w:rFonts w:cs="Georgia"/>
          <w:kern w:val="1"/>
        </w:rPr>
        <w:t xml:space="preserve">, </w:t>
      </w:r>
      <w:r>
        <w:rPr>
          <w:rFonts w:cs="Georgia"/>
          <w:kern w:val="1"/>
        </w:rPr>
        <w:t>qui avait déjeuné la veille à Reichendorf ne m</w:t>
      </w:r>
      <w:r w:rsidR="000E1451">
        <w:rPr>
          <w:rFonts w:cs="Georgia"/>
          <w:kern w:val="1"/>
        </w:rPr>
        <w:t>’</w:t>
      </w:r>
      <w:r>
        <w:rPr>
          <w:rFonts w:cs="Georgia"/>
          <w:kern w:val="1"/>
        </w:rPr>
        <w:t>avait pas fait la moindre allusion à mon initiative</w:t>
      </w:r>
      <w:r w:rsidR="000E1451">
        <w:rPr>
          <w:rFonts w:cs="Georgia"/>
          <w:kern w:val="1"/>
        </w:rPr>
        <w:t xml:space="preserve">. </w:t>
      </w:r>
      <w:r>
        <w:rPr>
          <w:rFonts w:cs="Georgia"/>
          <w:kern w:val="1"/>
        </w:rPr>
        <w:t>Mes appréhensions s</w:t>
      </w:r>
      <w:r w:rsidR="000E1451">
        <w:rPr>
          <w:rFonts w:cs="Georgia"/>
          <w:kern w:val="1"/>
        </w:rPr>
        <w:t>’</w:t>
      </w:r>
      <w:r>
        <w:rPr>
          <w:rFonts w:cs="Georgia"/>
          <w:kern w:val="1"/>
        </w:rPr>
        <w:t>en étaient trouvées accrues</w:t>
      </w:r>
      <w:r w:rsidR="000E1451">
        <w:rPr>
          <w:rFonts w:cs="Georgia"/>
          <w:kern w:val="1"/>
        </w:rPr>
        <w:t xml:space="preserve">. </w:t>
      </w:r>
      <w:r>
        <w:rPr>
          <w:rFonts w:cs="Georgia"/>
          <w:kern w:val="1"/>
        </w:rPr>
        <w:t>Elles étaient à leur comble lorsque</w:t>
      </w:r>
      <w:r w:rsidR="000E1451">
        <w:rPr>
          <w:rFonts w:cs="Georgia"/>
          <w:kern w:val="1"/>
        </w:rPr>
        <w:t xml:space="preserve">, </w:t>
      </w:r>
      <w:r>
        <w:rPr>
          <w:rFonts w:cs="Georgia"/>
          <w:kern w:val="1"/>
        </w:rPr>
        <w:t>la lourde porte s</w:t>
      </w:r>
      <w:r w:rsidR="000E1451">
        <w:rPr>
          <w:rFonts w:cs="Georgia"/>
          <w:kern w:val="1"/>
        </w:rPr>
        <w:t>’</w:t>
      </w:r>
      <w:r>
        <w:rPr>
          <w:rFonts w:cs="Georgia"/>
          <w:kern w:val="1"/>
        </w:rPr>
        <w:t>entr</w:t>
      </w:r>
      <w:r w:rsidR="000E1451">
        <w:rPr>
          <w:rFonts w:cs="Georgia"/>
          <w:kern w:val="1"/>
        </w:rPr>
        <w:t>’</w:t>
      </w:r>
      <w:r>
        <w:rPr>
          <w:rFonts w:cs="Georgia"/>
          <w:kern w:val="1"/>
        </w:rPr>
        <w:t>ouvrant</w:t>
      </w:r>
      <w:r w:rsidR="000E1451">
        <w:rPr>
          <w:rFonts w:cs="Georgia"/>
          <w:kern w:val="1"/>
        </w:rPr>
        <w:t xml:space="preserve">, </w:t>
      </w:r>
      <w:r>
        <w:rPr>
          <w:rFonts w:cs="Georgia"/>
          <w:kern w:val="1"/>
        </w:rPr>
        <w:t>j</w:t>
      </w:r>
      <w:r w:rsidR="000E1451">
        <w:rPr>
          <w:rFonts w:cs="Georgia"/>
          <w:kern w:val="1"/>
        </w:rPr>
        <w:t>’</w:t>
      </w:r>
      <w:r>
        <w:rPr>
          <w:rFonts w:cs="Georgia"/>
          <w:kern w:val="1"/>
        </w:rPr>
        <w:t>eus devant moi la silhouette déjà familière de Gottlieb</w:t>
      </w:r>
      <w:r w:rsidR="000E1451">
        <w:rPr>
          <w:rFonts w:cs="Georgia"/>
          <w:kern w:val="1"/>
        </w:rPr>
        <w:t>.</w:t>
      </w:r>
    </w:p>
    <w:p w14:paraId="0F851C1C" w14:textId="77777777" w:rsidR="000E1451" w:rsidRDefault="000E1451" w:rsidP="00BE611A">
      <w:pPr>
        <w:rPr>
          <w:rFonts w:cs="Georgia"/>
          <w:kern w:val="1"/>
        </w:rPr>
      </w:pPr>
      <w:r>
        <w:rPr>
          <w:rFonts w:cs="Georgia"/>
          <w:kern w:val="1"/>
        </w:rPr>
        <w:lastRenderedPageBreak/>
        <w:t>— </w:t>
      </w:r>
      <w:r w:rsidR="00BE611A">
        <w:rPr>
          <w:rFonts w:cs="Georgia"/>
          <w:kern w:val="1"/>
        </w:rPr>
        <w:t>Venez</w:t>
      </w:r>
      <w:r>
        <w:rPr>
          <w:rFonts w:cs="Georgia"/>
          <w:kern w:val="1"/>
        </w:rPr>
        <w:t xml:space="preserve">, </w:t>
      </w:r>
      <w:r w:rsidR="00BE611A">
        <w:rPr>
          <w:rFonts w:cs="Georgia"/>
          <w:kern w:val="1"/>
        </w:rPr>
        <w:t>dit-il</w:t>
      </w:r>
      <w:r>
        <w:rPr>
          <w:rFonts w:cs="Georgia"/>
          <w:kern w:val="1"/>
        </w:rPr>
        <w:t xml:space="preserve">, </w:t>
      </w:r>
      <w:r w:rsidR="00BE611A">
        <w:rPr>
          <w:rFonts w:cs="Georgia"/>
          <w:kern w:val="1"/>
        </w:rPr>
        <w:t>ayant congédié d</w:t>
      </w:r>
      <w:r>
        <w:rPr>
          <w:rFonts w:cs="Georgia"/>
          <w:kern w:val="1"/>
        </w:rPr>
        <w:t>’</w:t>
      </w:r>
      <w:r w:rsidR="00BE611A">
        <w:rPr>
          <w:rFonts w:cs="Georgia"/>
          <w:kern w:val="1"/>
        </w:rPr>
        <w:t>un mot bref mon gardien</w:t>
      </w:r>
      <w:r>
        <w:rPr>
          <w:rFonts w:cs="Georgia"/>
          <w:kern w:val="1"/>
        </w:rPr>
        <w:t>.</w:t>
      </w:r>
    </w:p>
    <w:p w14:paraId="00942103" w14:textId="77777777" w:rsidR="000E1451" w:rsidRDefault="00BE611A" w:rsidP="00BE611A">
      <w:pPr>
        <w:rPr>
          <w:rFonts w:cs="Georgia"/>
          <w:kern w:val="1"/>
        </w:rPr>
      </w:pPr>
      <w:r>
        <w:rPr>
          <w:rFonts w:cs="Georgia"/>
          <w:kern w:val="1"/>
        </w:rPr>
        <w:t>D</w:t>
      </w:r>
      <w:r w:rsidR="000E1451">
        <w:rPr>
          <w:rFonts w:cs="Georgia"/>
          <w:kern w:val="1"/>
        </w:rPr>
        <w:t>’</w:t>
      </w:r>
      <w:r>
        <w:rPr>
          <w:rFonts w:cs="Georgia"/>
          <w:kern w:val="1"/>
        </w:rPr>
        <w:t>ordinaire</w:t>
      </w:r>
      <w:r w:rsidR="000E1451">
        <w:rPr>
          <w:rFonts w:cs="Georgia"/>
          <w:kern w:val="1"/>
        </w:rPr>
        <w:t xml:space="preserve">, </w:t>
      </w:r>
      <w:r>
        <w:rPr>
          <w:rFonts w:cs="Georgia"/>
          <w:kern w:val="1"/>
        </w:rPr>
        <w:t>il me conduisait d</w:t>
      </w:r>
      <w:r w:rsidR="000E1451">
        <w:rPr>
          <w:rFonts w:cs="Georgia"/>
          <w:kern w:val="1"/>
        </w:rPr>
        <w:t>’</w:t>
      </w:r>
      <w:r>
        <w:rPr>
          <w:rFonts w:cs="Georgia"/>
          <w:kern w:val="1"/>
        </w:rPr>
        <w:t>abord à la cuisine</w:t>
      </w:r>
      <w:r w:rsidR="000E1451">
        <w:rPr>
          <w:rFonts w:cs="Georgia"/>
          <w:kern w:val="1"/>
        </w:rPr>
        <w:t xml:space="preserve">, </w:t>
      </w:r>
      <w:r>
        <w:rPr>
          <w:rFonts w:cs="Georgia"/>
          <w:kern w:val="1"/>
        </w:rPr>
        <w:t>non certes pour m</w:t>
      </w:r>
      <w:r w:rsidR="000E1451">
        <w:rPr>
          <w:rFonts w:cs="Georgia"/>
          <w:kern w:val="1"/>
        </w:rPr>
        <w:t>’</w:t>
      </w:r>
      <w:r>
        <w:rPr>
          <w:rFonts w:cs="Georgia"/>
          <w:kern w:val="1"/>
        </w:rPr>
        <w:t>offrir de me restaurer</w:t>
      </w:r>
      <w:r w:rsidR="000E1451">
        <w:rPr>
          <w:rFonts w:cs="Georgia"/>
          <w:kern w:val="1"/>
        </w:rPr>
        <w:t xml:space="preserve">, </w:t>
      </w:r>
      <w:r>
        <w:rPr>
          <w:rFonts w:cs="Georgia"/>
          <w:kern w:val="1"/>
        </w:rPr>
        <w:t>mais pour discuter avec moi de l</w:t>
      </w:r>
      <w:r w:rsidR="000E1451">
        <w:rPr>
          <w:rFonts w:cs="Georgia"/>
          <w:kern w:val="1"/>
        </w:rPr>
        <w:t>’</w:t>
      </w:r>
      <w:r>
        <w:rPr>
          <w:rFonts w:cs="Georgia"/>
          <w:kern w:val="1"/>
        </w:rPr>
        <w:t>emploi de ma journée</w:t>
      </w:r>
      <w:r w:rsidR="000E1451">
        <w:rPr>
          <w:rFonts w:cs="Georgia"/>
          <w:kern w:val="1"/>
        </w:rPr>
        <w:t xml:space="preserve">. </w:t>
      </w:r>
      <w:r>
        <w:rPr>
          <w:rFonts w:cs="Georgia"/>
          <w:kern w:val="1"/>
        </w:rPr>
        <w:t>Cette fois</w:t>
      </w:r>
      <w:r w:rsidR="000E1451">
        <w:rPr>
          <w:rFonts w:cs="Georgia"/>
          <w:kern w:val="1"/>
        </w:rPr>
        <w:t xml:space="preserve">, </w:t>
      </w:r>
      <w:r>
        <w:rPr>
          <w:rFonts w:cs="Georgia"/>
          <w:kern w:val="1"/>
        </w:rPr>
        <w:t>nous nous engageâmes directement dans le grand escalier</w:t>
      </w:r>
      <w:r w:rsidR="000E1451">
        <w:rPr>
          <w:rFonts w:cs="Georgia"/>
          <w:kern w:val="1"/>
        </w:rPr>
        <w:t xml:space="preserve">. </w:t>
      </w:r>
      <w:r>
        <w:rPr>
          <w:rFonts w:cs="Georgia"/>
          <w:kern w:val="1"/>
        </w:rPr>
        <w:t>Quand nous eûmes atteint l</w:t>
      </w:r>
      <w:r w:rsidR="000E1451">
        <w:rPr>
          <w:rFonts w:cs="Georgia"/>
          <w:kern w:val="1"/>
        </w:rPr>
        <w:t>’</w:t>
      </w:r>
      <w:r>
        <w:rPr>
          <w:rFonts w:cs="Georgia"/>
          <w:kern w:val="1"/>
        </w:rPr>
        <w:t>étage supérieur</w:t>
      </w:r>
      <w:r w:rsidR="000E1451">
        <w:rPr>
          <w:rFonts w:cs="Georgia"/>
          <w:kern w:val="1"/>
        </w:rPr>
        <w:t xml:space="preserve">, </w:t>
      </w:r>
      <w:r>
        <w:rPr>
          <w:rFonts w:cs="Georgia"/>
          <w:kern w:val="1"/>
        </w:rPr>
        <w:t>il se retourna</w:t>
      </w:r>
      <w:r w:rsidR="000E1451">
        <w:rPr>
          <w:rFonts w:cs="Georgia"/>
          <w:kern w:val="1"/>
        </w:rPr>
        <w:t xml:space="preserve">, </w:t>
      </w:r>
      <w:r>
        <w:rPr>
          <w:rFonts w:cs="Georgia"/>
          <w:kern w:val="1"/>
        </w:rPr>
        <w:t>et murmura avec un sourire</w:t>
      </w:r>
      <w:r w:rsidR="000E1451">
        <w:rPr>
          <w:rFonts w:cs="Georgia"/>
          <w:kern w:val="1"/>
        </w:rPr>
        <w:t xml:space="preserve">, </w:t>
      </w:r>
      <w:r>
        <w:rPr>
          <w:rFonts w:cs="Georgia"/>
          <w:kern w:val="1"/>
        </w:rPr>
        <w:t>le premier dont il consentait à m</w:t>
      </w:r>
      <w:r w:rsidR="000E1451">
        <w:rPr>
          <w:rFonts w:cs="Georgia"/>
          <w:kern w:val="1"/>
        </w:rPr>
        <w:t>’</w:t>
      </w:r>
      <w:r>
        <w:rPr>
          <w:rFonts w:cs="Georgia"/>
          <w:kern w:val="1"/>
        </w:rPr>
        <w:t>honorer</w:t>
      </w:r>
      <w:r w:rsidR="000E1451">
        <w:rPr>
          <w:rFonts w:cs="Georgia"/>
          <w:kern w:val="1"/>
        </w:rPr>
        <w:t> :</w:t>
      </w:r>
    </w:p>
    <w:p w14:paraId="4DC32477" w14:textId="77777777" w:rsidR="000E1451" w:rsidRDefault="000E1451" w:rsidP="00BE611A">
      <w:pPr>
        <w:rPr>
          <w:rFonts w:cs="Georgia"/>
          <w:kern w:val="1"/>
        </w:rPr>
      </w:pPr>
      <w:r>
        <w:rPr>
          <w:rFonts w:cs="Georgia"/>
          <w:kern w:val="1"/>
        </w:rPr>
        <w:t>— </w:t>
      </w:r>
      <w:r w:rsidR="00BE611A">
        <w:rPr>
          <w:rFonts w:cs="Georgia"/>
          <w:kern w:val="1"/>
        </w:rPr>
        <w:t>C</w:t>
      </w:r>
      <w:r>
        <w:rPr>
          <w:rFonts w:cs="Georgia"/>
          <w:kern w:val="1"/>
        </w:rPr>
        <w:t>’</w:t>
      </w:r>
      <w:r w:rsidR="00BE611A">
        <w:rPr>
          <w:rFonts w:cs="Georgia"/>
          <w:kern w:val="1"/>
        </w:rPr>
        <w:t>est très bien</w:t>
      </w:r>
      <w:r>
        <w:rPr>
          <w:rFonts w:cs="Georgia"/>
          <w:kern w:val="1"/>
        </w:rPr>
        <w:t xml:space="preserve">. </w:t>
      </w:r>
      <w:r w:rsidR="00BE611A">
        <w:rPr>
          <w:rFonts w:cs="Georgia"/>
          <w:kern w:val="1"/>
        </w:rPr>
        <w:t>Mon maître a été très content</w:t>
      </w:r>
      <w:r>
        <w:rPr>
          <w:rFonts w:cs="Georgia"/>
          <w:kern w:val="1"/>
        </w:rPr>
        <w:t>.</w:t>
      </w:r>
    </w:p>
    <w:p w14:paraId="525AC1CC" w14:textId="77777777" w:rsidR="000E1451" w:rsidRDefault="00BE611A" w:rsidP="00BE611A">
      <w:pPr>
        <w:rPr>
          <w:rFonts w:cs="Georgia"/>
          <w:kern w:val="1"/>
        </w:rPr>
      </w:pPr>
      <w:r>
        <w:rPr>
          <w:rFonts w:cs="Georgia"/>
          <w:kern w:val="1"/>
        </w:rPr>
        <w:t>En même temps</w:t>
      </w:r>
      <w:r w:rsidR="000E1451">
        <w:rPr>
          <w:rFonts w:cs="Georgia"/>
          <w:kern w:val="1"/>
        </w:rPr>
        <w:t xml:space="preserve">, </w:t>
      </w:r>
      <w:r>
        <w:rPr>
          <w:rFonts w:cs="Georgia"/>
          <w:kern w:val="1"/>
        </w:rPr>
        <w:t>il frappait à la porte du cabinet de travail</w:t>
      </w:r>
      <w:r w:rsidR="000E1451">
        <w:rPr>
          <w:rFonts w:cs="Georgia"/>
          <w:kern w:val="1"/>
        </w:rPr>
        <w:t>.</w:t>
      </w:r>
    </w:p>
    <w:p w14:paraId="7EC988DF" w14:textId="77777777" w:rsidR="000E1451" w:rsidRDefault="000E1451" w:rsidP="00BE611A">
      <w:pPr>
        <w:rPr>
          <w:rFonts w:cs="Georgia"/>
          <w:kern w:val="1"/>
        </w:rPr>
      </w:pPr>
      <w:r>
        <w:rPr>
          <w:rFonts w:cs="Georgia"/>
          <w:kern w:val="1"/>
        </w:rPr>
        <w:t>— </w:t>
      </w:r>
      <w:r w:rsidR="00BE611A">
        <w:rPr>
          <w:rFonts w:cs="Georgia"/>
          <w:kern w:val="1"/>
        </w:rPr>
        <w:t>Entrez</w:t>
      </w:r>
      <w:r>
        <w:rPr>
          <w:rFonts w:cs="Georgia"/>
          <w:kern w:val="1"/>
        </w:rPr>
        <w:t xml:space="preserve"> ! </w:t>
      </w:r>
      <w:r w:rsidR="00BE611A">
        <w:rPr>
          <w:rFonts w:cs="Georgia"/>
          <w:kern w:val="1"/>
        </w:rPr>
        <w:t>ordonna une voix de tonnerre</w:t>
      </w:r>
      <w:r>
        <w:rPr>
          <w:rFonts w:cs="Georgia"/>
          <w:kern w:val="1"/>
        </w:rPr>
        <w:t>.</w:t>
      </w:r>
    </w:p>
    <w:p w14:paraId="1494C415" w14:textId="77777777" w:rsidR="000E1451" w:rsidRDefault="00BE611A" w:rsidP="00BE611A">
      <w:pPr>
        <w:rPr>
          <w:rFonts w:cs="Georgia"/>
          <w:kern w:val="1"/>
        </w:rPr>
      </w:pPr>
      <w:r>
        <w:rPr>
          <w:rFonts w:cs="Georgia"/>
          <w:kern w:val="1"/>
        </w:rPr>
        <w:t>Je pensai m</w:t>
      </w:r>
      <w:r w:rsidR="000E1451">
        <w:rPr>
          <w:rFonts w:cs="Georgia"/>
          <w:kern w:val="1"/>
        </w:rPr>
        <w:t>’</w:t>
      </w:r>
      <w:r>
        <w:rPr>
          <w:rFonts w:cs="Georgia"/>
          <w:kern w:val="1"/>
        </w:rPr>
        <w:t>effondrer</w:t>
      </w:r>
      <w:r w:rsidR="000E1451">
        <w:rPr>
          <w:rFonts w:cs="Georgia"/>
          <w:kern w:val="1"/>
        </w:rPr>
        <w:t xml:space="preserve">. </w:t>
      </w:r>
      <w:r>
        <w:rPr>
          <w:rFonts w:cs="Georgia"/>
          <w:kern w:val="1"/>
        </w:rPr>
        <w:t>Cette voix n</w:t>
      </w:r>
      <w:r w:rsidR="000E1451">
        <w:rPr>
          <w:rFonts w:cs="Georgia"/>
          <w:kern w:val="1"/>
        </w:rPr>
        <w:t>’</w:t>
      </w:r>
      <w:r>
        <w:rPr>
          <w:rFonts w:cs="Georgia"/>
          <w:kern w:val="1"/>
        </w:rPr>
        <w:t>était pas précisément celle d</w:t>
      </w:r>
      <w:r w:rsidR="000E1451">
        <w:rPr>
          <w:rFonts w:cs="Georgia"/>
          <w:kern w:val="1"/>
        </w:rPr>
        <w:t>’</w:t>
      </w:r>
      <w:r>
        <w:rPr>
          <w:rFonts w:cs="Georgia"/>
          <w:kern w:val="1"/>
        </w:rPr>
        <w:t>un homme satisfait</w:t>
      </w:r>
      <w:r w:rsidR="000E1451">
        <w:rPr>
          <w:rFonts w:cs="Georgia"/>
          <w:kern w:val="1"/>
        </w:rPr>
        <w:t xml:space="preserve">. </w:t>
      </w:r>
      <w:r>
        <w:rPr>
          <w:rFonts w:cs="Georgia"/>
          <w:kern w:val="1"/>
        </w:rPr>
        <w:t>J</w:t>
      </w:r>
      <w:r w:rsidR="000E1451">
        <w:rPr>
          <w:rFonts w:cs="Georgia"/>
          <w:kern w:val="1"/>
        </w:rPr>
        <w:t>’</w:t>
      </w:r>
      <w:r>
        <w:rPr>
          <w:rFonts w:cs="Georgia"/>
          <w:kern w:val="1"/>
        </w:rPr>
        <w:t>aurais dû comprendre sans doute qu</w:t>
      </w:r>
      <w:r w:rsidR="000E1451">
        <w:rPr>
          <w:rFonts w:cs="Georgia"/>
          <w:kern w:val="1"/>
        </w:rPr>
        <w:t>’</w:t>
      </w:r>
      <w:r>
        <w:rPr>
          <w:rFonts w:cs="Georgia"/>
          <w:kern w:val="1"/>
        </w:rPr>
        <w:t>il n</w:t>
      </w:r>
      <w:r w:rsidR="000E1451">
        <w:rPr>
          <w:rFonts w:cs="Georgia"/>
          <w:kern w:val="1"/>
        </w:rPr>
        <w:t>’</w:t>
      </w:r>
      <w:r>
        <w:rPr>
          <w:rFonts w:cs="Georgia"/>
          <w:kern w:val="1"/>
        </w:rPr>
        <w:t>allait pas de la dignité du général de me complimenter devant son valet de chambre</w:t>
      </w:r>
      <w:r w:rsidR="000E1451">
        <w:rPr>
          <w:rFonts w:cs="Georgia"/>
          <w:kern w:val="1"/>
        </w:rPr>
        <w:t xml:space="preserve">. </w:t>
      </w:r>
      <w:r>
        <w:rPr>
          <w:rFonts w:cs="Georgia"/>
          <w:kern w:val="1"/>
        </w:rPr>
        <w:t>Mais jamais ses sourcils ne m</w:t>
      </w:r>
      <w:r w:rsidR="000E1451">
        <w:rPr>
          <w:rFonts w:cs="Georgia"/>
          <w:kern w:val="1"/>
        </w:rPr>
        <w:t>’</w:t>
      </w:r>
      <w:r>
        <w:rPr>
          <w:rFonts w:cs="Georgia"/>
          <w:kern w:val="1"/>
        </w:rPr>
        <w:t>avaient paru plus courroucés</w:t>
      </w:r>
      <w:r w:rsidR="000E1451">
        <w:rPr>
          <w:rFonts w:cs="Georgia"/>
          <w:kern w:val="1"/>
        </w:rPr>
        <w:t xml:space="preserve">, </w:t>
      </w:r>
      <w:r>
        <w:rPr>
          <w:rFonts w:cs="Georgia"/>
          <w:kern w:val="1"/>
        </w:rPr>
        <w:t>sa moustache plus provocante que ce matin</w:t>
      </w:r>
      <w:r w:rsidR="000E1451">
        <w:rPr>
          <w:rFonts w:cs="Georgia"/>
          <w:kern w:val="1"/>
        </w:rPr>
        <w:t>.</w:t>
      </w:r>
    </w:p>
    <w:p w14:paraId="2A3310DA" w14:textId="77777777" w:rsidR="000E1451" w:rsidRDefault="00BE611A" w:rsidP="00BE611A">
      <w:pPr>
        <w:rPr>
          <w:rFonts w:cs="Georgia"/>
          <w:kern w:val="1"/>
        </w:rPr>
      </w:pPr>
      <w:r>
        <w:rPr>
          <w:rFonts w:cs="Georgia"/>
          <w:kern w:val="1"/>
        </w:rPr>
        <w:t>Ce ne fut que lorsque Gottlieb nous eut laissés en tête à tête que je me rendis compte</w:t>
      </w:r>
      <w:r w:rsidR="000E1451">
        <w:rPr>
          <w:rFonts w:cs="Georgia"/>
          <w:kern w:val="1"/>
        </w:rPr>
        <w:t xml:space="preserve">, </w:t>
      </w:r>
      <w:r>
        <w:rPr>
          <w:rFonts w:cs="Georgia"/>
          <w:kern w:val="1"/>
        </w:rPr>
        <w:t>à la détente soudaine de ses traits</w:t>
      </w:r>
      <w:r w:rsidR="000E1451">
        <w:rPr>
          <w:rFonts w:cs="Georgia"/>
          <w:kern w:val="1"/>
        </w:rPr>
        <w:t xml:space="preserve">, </w:t>
      </w:r>
      <w:r>
        <w:rPr>
          <w:rFonts w:cs="Georgia"/>
          <w:kern w:val="1"/>
        </w:rPr>
        <w:t>que la partie était gagnée</w:t>
      </w:r>
      <w:r w:rsidR="000E1451">
        <w:rPr>
          <w:rFonts w:cs="Georgia"/>
          <w:kern w:val="1"/>
        </w:rPr>
        <w:t>.</w:t>
      </w:r>
    </w:p>
    <w:p w14:paraId="041A5005" w14:textId="77777777" w:rsidR="000E1451" w:rsidRDefault="000E1451" w:rsidP="00BE611A">
      <w:pPr>
        <w:rPr>
          <w:rFonts w:cs="Georgia"/>
          <w:kern w:val="1"/>
        </w:rPr>
      </w:pPr>
      <w:r>
        <w:rPr>
          <w:rFonts w:cs="Georgia"/>
          <w:kern w:val="1"/>
        </w:rPr>
        <w:t>— </w:t>
      </w:r>
      <w:r w:rsidR="00BE611A">
        <w:rPr>
          <w:rFonts w:cs="Georgia"/>
          <w:kern w:val="1"/>
        </w:rPr>
        <w:t>Qui vous a autorisé</w:t>
      </w:r>
      <w:r>
        <w:rPr>
          <w:rFonts w:cs="Georgia"/>
          <w:kern w:val="1"/>
        </w:rPr>
        <w:t xml:space="preserve"> ?… </w:t>
      </w:r>
      <w:r w:rsidR="00BE611A">
        <w:rPr>
          <w:rFonts w:cs="Georgia"/>
          <w:kern w:val="1"/>
        </w:rPr>
        <w:t>commença-t-il</w:t>
      </w:r>
      <w:r>
        <w:rPr>
          <w:rFonts w:cs="Georgia"/>
          <w:kern w:val="1"/>
        </w:rPr>
        <w:t xml:space="preserve">, </w:t>
      </w:r>
      <w:r w:rsidR="00BE611A">
        <w:rPr>
          <w:rFonts w:cs="Georgia"/>
          <w:kern w:val="1"/>
        </w:rPr>
        <w:t>désignant du doigt les trois vitrines qui étincelaient dans le triste jour gris</w:t>
      </w:r>
      <w:r>
        <w:rPr>
          <w:rFonts w:cs="Georgia"/>
          <w:kern w:val="1"/>
        </w:rPr>
        <w:t>.</w:t>
      </w:r>
    </w:p>
    <w:p w14:paraId="007C749C" w14:textId="77777777" w:rsidR="000E1451" w:rsidRDefault="00BE611A" w:rsidP="00BE611A">
      <w:pPr>
        <w:rPr>
          <w:rFonts w:cs="Georgia"/>
          <w:kern w:val="1"/>
        </w:rPr>
      </w:pPr>
      <w:r>
        <w:rPr>
          <w:rFonts w:cs="Georgia"/>
          <w:kern w:val="1"/>
        </w:rPr>
        <w:t>Le ton dont il usait n</w:t>
      </w:r>
      <w:r w:rsidR="000E1451">
        <w:rPr>
          <w:rFonts w:cs="Georgia"/>
          <w:kern w:val="1"/>
        </w:rPr>
        <w:t>’</w:t>
      </w:r>
      <w:r>
        <w:rPr>
          <w:rFonts w:cs="Georgia"/>
          <w:kern w:val="1"/>
        </w:rPr>
        <w:t>avait rien d</w:t>
      </w:r>
      <w:r w:rsidR="000E1451">
        <w:rPr>
          <w:rFonts w:cs="Georgia"/>
          <w:kern w:val="1"/>
        </w:rPr>
        <w:t>’</w:t>
      </w:r>
      <w:r>
        <w:rPr>
          <w:rFonts w:cs="Georgia"/>
          <w:kern w:val="1"/>
        </w:rPr>
        <w:t>engageant</w:t>
      </w:r>
      <w:r w:rsidR="000E1451">
        <w:rPr>
          <w:rFonts w:cs="Georgia"/>
          <w:kern w:val="1"/>
        </w:rPr>
        <w:t xml:space="preserve">. </w:t>
      </w:r>
      <w:r>
        <w:rPr>
          <w:rFonts w:cs="Georgia"/>
          <w:kern w:val="1"/>
        </w:rPr>
        <w:t>Mais il était visible qu</w:t>
      </w:r>
      <w:r w:rsidR="000E1451">
        <w:rPr>
          <w:rFonts w:cs="Georgia"/>
          <w:kern w:val="1"/>
        </w:rPr>
        <w:t>’</w:t>
      </w:r>
      <w:r>
        <w:rPr>
          <w:rFonts w:cs="Georgia"/>
          <w:kern w:val="1"/>
        </w:rPr>
        <w:t>il le forçait</w:t>
      </w:r>
      <w:r w:rsidR="000E1451">
        <w:rPr>
          <w:rFonts w:cs="Georgia"/>
          <w:kern w:val="1"/>
        </w:rPr>
        <w:t xml:space="preserve">. </w:t>
      </w:r>
      <w:r>
        <w:rPr>
          <w:rFonts w:cs="Georgia"/>
          <w:kern w:val="1"/>
        </w:rPr>
        <w:t>Cette constatation me rendit tout mon sang-froid</w:t>
      </w:r>
      <w:r w:rsidR="000E1451">
        <w:rPr>
          <w:rFonts w:cs="Georgia"/>
          <w:kern w:val="1"/>
        </w:rPr>
        <w:t>.</w:t>
      </w:r>
    </w:p>
    <w:p w14:paraId="41923F44" w14:textId="77777777" w:rsidR="000E1451" w:rsidRDefault="000E1451" w:rsidP="00BE611A">
      <w:pPr>
        <w:rPr>
          <w:rFonts w:cs="Georgia"/>
          <w:kern w:val="1"/>
        </w:rPr>
      </w:pPr>
      <w:r>
        <w:rPr>
          <w:rFonts w:cs="Georgia"/>
          <w:kern w:val="1"/>
        </w:rPr>
        <w:t>— </w:t>
      </w:r>
      <w:r w:rsidR="00BE611A">
        <w:rPr>
          <w:rFonts w:cs="Georgia"/>
          <w:kern w:val="1"/>
        </w:rPr>
        <w:t>Chargé d</w:t>
      </w:r>
      <w:r>
        <w:rPr>
          <w:rFonts w:cs="Georgia"/>
          <w:kern w:val="1"/>
        </w:rPr>
        <w:t>’</w:t>
      </w:r>
      <w:r w:rsidR="00BE611A">
        <w:rPr>
          <w:rFonts w:cs="Georgia"/>
          <w:kern w:val="1"/>
        </w:rPr>
        <w:t>améliorer l</w:t>
      </w:r>
      <w:r>
        <w:rPr>
          <w:rFonts w:cs="Georgia"/>
          <w:kern w:val="1"/>
        </w:rPr>
        <w:t>’</w:t>
      </w:r>
      <w:r w:rsidR="00BE611A">
        <w:rPr>
          <w:rFonts w:cs="Georgia"/>
          <w:kern w:val="1"/>
        </w:rPr>
        <w:t>ensemble de l</w:t>
      </w:r>
      <w:r>
        <w:rPr>
          <w:rFonts w:cs="Georgia"/>
          <w:kern w:val="1"/>
        </w:rPr>
        <w:t>’</w:t>
      </w:r>
      <w:r w:rsidR="00BE611A">
        <w:rPr>
          <w:rFonts w:cs="Georgia"/>
          <w:kern w:val="1"/>
        </w:rPr>
        <w:t>éclairage du château</w:t>
      </w:r>
      <w:r>
        <w:rPr>
          <w:rFonts w:cs="Georgia"/>
          <w:kern w:val="1"/>
        </w:rPr>
        <w:t xml:space="preserve">, </w:t>
      </w:r>
      <w:r w:rsidR="00BE611A">
        <w:rPr>
          <w:rFonts w:cs="Georgia"/>
          <w:kern w:val="1"/>
        </w:rPr>
        <w:t>j</w:t>
      </w:r>
      <w:r>
        <w:rPr>
          <w:rFonts w:cs="Georgia"/>
          <w:kern w:val="1"/>
        </w:rPr>
        <w:t>’</w:t>
      </w:r>
      <w:r w:rsidR="00BE611A">
        <w:rPr>
          <w:rFonts w:cs="Georgia"/>
          <w:kern w:val="1"/>
        </w:rPr>
        <w:t>ai cru de mon devoir</w:t>
      </w:r>
      <w:r>
        <w:rPr>
          <w:rFonts w:cs="Georgia"/>
          <w:kern w:val="1"/>
        </w:rPr>
        <w:t>…</w:t>
      </w:r>
    </w:p>
    <w:p w14:paraId="2291EF32" w14:textId="77777777" w:rsidR="000E1451" w:rsidRDefault="00BE611A" w:rsidP="00BE611A">
      <w:pPr>
        <w:rPr>
          <w:rFonts w:cs="Georgia"/>
          <w:kern w:val="1"/>
        </w:rPr>
      </w:pPr>
      <w:r>
        <w:rPr>
          <w:rFonts w:cs="Georgia"/>
          <w:kern w:val="1"/>
        </w:rPr>
        <w:lastRenderedPageBreak/>
        <w:t>Tout en parlant</w:t>
      </w:r>
      <w:r w:rsidR="000E1451">
        <w:rPr>
          <w:rFonts w:cs="Georgia"/>
          <w:kern w:val="1"/>
        </w:rPr>
        <w:t xml:space="preserve">, </w:t>
      </w:r>
      <w:r>
        <w:rPr>
          <w:rFonts w:cs="Georgia"/>
          <w:kern w:val="1"/>
        </w:rPr>
        <w:t>je continuais à me tenir au garde-à-vous le plus impeccable</w:t>
      </w:r>
      <w:r w:rsidR="000E1451">
        <w:rPr>
          <w:rFonts w:cs="Georgia"/>
          <w:kern w:val="1"/>
        </w:rPr>
        <w:t xml:space="preserve">. </w:t>
      </w:r>
      <w:r>
        <w:rPr>
          <w:rFonts w:cs="Georgia"/>
          <w:kern w:val="1"/>
        </w:rPr>
        <w:t>Le général m</w:t>
      </w:r>
      <w:r w:rsidR="000E1451">
        <w:rPr>
          <w:rFonts w:cs="Georgia"/>
          <w:kern w:val="1"/>
        </w:rPr>
        <w:t>’</w:t>
      </w:r>
      <w:r>
        <w:rPr>
          <w:rFonts w:cs="Georgia"/>
          <w:kern w:val="1"/>
        </w:rPr>
        <w:t>interrompit</w:t>
      </w:r>
      <w:r w:rsidR="000E1451">
        <w:rPr>
          <w:rFonts w:cs="Georgia"/>
          <w:kern w:val="1"/>
        </w:rPr>
        <w:t>.</w:t>
      </w:r>
    </w:p>
    <w:p w14:paraId="539207C9" w14:textId="77777777" w:rsidR="000E1451" w:rsidRDefault="000E1451" w:rsidP="00BE611A">
      <w:pPr>
        <w:rPr>
          <w:rFonts w:cs="Georgia"/>
          <w:kern w:val="1"/>
        </w:rPr>
      </w:pPr>
      <w:r>
        <w:rPr>
          <w:rFonts w:cs="Georgia"/>
          <w:kern w:val="1"/>
        </w:rPr>
        <w:t>— </w:t>
      </w:r>
      <w:r w:rsidR="00BE611A">
        <w:rPr>
          <w:rFonts w:cs="Georgia"/>
          <w:kern w:val="1"/>
        </w:rPr>
        <w:t>Je ne vous adresse pas de reproches</w:t>
      </w:r>
      <w:r>
        <w:rPr>
          <w:rFonts w:cs="Georgia"/>
          <w:kern w:val="1"/>
        </w:rPr>
        <w:t xml:space="preserve">, </w:t>
      </w:r>
      <w:r w:rsidR="00BE611A">
        <w:rPr>
          <w:rFonts w:cs="Georgia"/>
          <w:kern w:val="1"/>
        </w:rPr>
        <w:t>au contraire</w:t>
      </w:r>
      <w:r>
        <w:rPr>
          <w:rFonts w:cs="Georgia"/>
          <w:kern w:val="1"/>
        </w:rPr>
        <w:t xml:space="preserve">. </w:t>
      </w:r>
      <w:r w:rsidR="00BE611A">
        <w:rPr>
          <w:rFonts w:cs="Georgia"/>
          <w:kern w:val="1"/>
        </w:rPr>
        <w:t>Vous auriez pu seulement me consulter</w:t>
      </w:r>
      <w:r>
        <w:rPr>
          <w:rFonts w:cs="Georgia"/>
          <w:kern w:val="1"/>
        </w:rPr>
        <w:t>.</w:t>
      </w:r>
    </w:p>
    <w:p w14:paraId="244193D2" w14:textId="77777777" w:rsidR="000E1451" w:rsidRDefault="000E1451" w:rsidP="00BE611A">
      <w:pPr>
        <w:rPr>
          <w:rFonts w:cs="Georgia"/>
          <w:kern w:val="1"/>
        </w:rPr>
      </w:pPr>
      <w:r>
        <w:rPr>
          <w:rFonts w:cs="Georgia"/>
          <w:kern w:val="1"/>
        </w:rPr>
        <w:t>— </w:t>
      </w:r>
      <w:r w:rsidR="00BE611A">
        <w:rPr>
          <w:rFonts w:cs="Georgia"/>
          <w:kern w:val="1"/>
        </w:rPr>
        <w:t>J</w:t>
      </w:r>
      <w:r>
        <w:rPr>
          <w:rFonts w:cs="Georgia"/>
          <w:kern w:val="1"/>
        </w:rPr>
        <w:t>’</w:t>
      </w:r>
      <w:r w:rsidR="00BE611A">
        <w:rPr>
          <w:rFonts w:cs="Georgia"/>
          <w:kern w:val="1"/>
        </w:rPr>
        <w:t>ai pensé que votre Excellence devait être dérangée le moins possible</w:t>
      </w:r>
      <w:r>
        <w:rPr>
          <w:rFonts w:cs="Georgia"/>
          <w:kern w:val="1"/>
        </w:rPr>
        <w:t>.</w:t>
      </w:r>
    </w:p>
    <w:p w14:paraId="02D0A50D" w14:textId="77777777" w:rsidR="000E1451" w:rsidRDefault="00BE611A" w:rsidP="00BE611A">
      <w:pPr>
        <w:rPr>
          <w:rFonts w:cs="Georgia"/>
          <w:kern w:val="1"/>
        </w:rPr>
      </w:pPr>
      <w:r>
        <w:rPr>
          <w:rFonts w:cs="Georgia"/>
          <w:kern w:val="1"/>
        </w:rPr>
        <w:t>Il eut un hochement de tête approbateur</w:t>
      </w:r>
      <w:r w:rsidR="000E1451">
        <w:rPr>
          <w:rFonts w:cs="Georgia"/>
          <w:kern w:val="1"/>
        </w:rPr>
        <w:t xml:space="preserve">. </w:t>
      </w:r>
      <w:r>
        <w:rPr>
          <w:rFonts w:cs="Georgia"/>
          <w:kern w:val="1"/>
        </w:rPr>
        <w:t>Déjà</w:t>
      </w:r>
      <w:r w:rsidR="000E1451">
        <w:rPr>
          <w:rFonts w:cs="Georgia"/>
          <w:kern w:val="1"/>
        </w:rPr>
        <w:t xml:space="preserve">, </w:t>
      </w:r>
      <w:r>
        <w:rPr>
          <w:rFonts w:cs="Georgia"/>
          <w:kern w:val="1"/>
        </w:rPr>
        <w:t>il était revenu à ses vitrines</w:t>
      </w:r>
      <w:r w:rsidR="000E1451">
        <w:rPr>
          <w:rFonts w:cs="Georgia"/>
          <w:kern w:val="1"/>
        </w:rPr>
        <w:t xml:space="preserve">. </w:t>
      </w:r>
      <w:r>
        <w:rPr>
          <w:rFonts w:cs="Georgia"/>
          <w:kern w:val="1"/>
        </w:rPr>
        <w:t>Il tournait les commutateurs</w:t>
      </w:r>
      <w:r w:rsidR="000E1451">
        <w:rPr>
          <w:rFonts w:cs="Georgia"/>
          <w:kern w:val="1"/>
        </w:rPr>
        <w:t xml:space="preserve">, </w:t>
      </w:r>
      <w:r>
        <w:rPr>
          <w:rFonts w:cs="Georgia"/>
          <w:kern w:val="1"/>
        </w:rPr>
        <w:t>faisant surgir et disparaître la lumière à l</w:t>
      </w:r>
      <w:r w:rsidR="000E1451">
        <w:rPr>
          <w:rFonts w:cs="Georgia"/>
          <w:kern w:val="1"/>
        </w:rPr>
        <w:t>’</w:t>
      </w:r>
      <w:r>
        <w:rPr>
          <w:rFonts w:cs="Georgia"/>
          <w:kern w:val="1"/>
        </w:rPr>
        <w:t>intérieur de chacune d</w:t>
      </w:r>
      <w:r w:rsidR="000E1451">
        <w:rPr>
          <w:rFonts w:cs="Georgia"/>
          <w:kern w:val="1"/>
        </w:rPr>
        <w:t>’</w:t>
      </w:r>
      <w:r>
        <w:rPr>
          <w:rFonts w:cs="Georgia"/>
          <w:kern w:val="1"/>
        </w:rPr>
        <w:t>elles</w:t>
      </w:r>
      <w:r w:rsidR="000E1451">
        <w:rPr>
          <w:rFonts w:cs="Georgia"/>
          <w:kern w:val="1"/>
        </w:rPr>
        <w:t xml:space="preserve">. </w:t>
      </w:r>
      <w:r>
        <w:rPr>
          <w:rFonts w:cs="Georgia"/>
          <w:kern w:val="1"/>
        </w:rPr>
        <w:t>Il avait dû passer à ce jeu toute sa journée de dimanche</w:t>
      </w:r>
      <w:r w:rsidR="000E1451">
        <w:rPr>
          <w:rFonts w:cs="Georgia"/>
          <w:kern w:val="1"/>
        </w:rPr>
        <w:t>.</w:t>
      </w:r>
    </w:p>
    <w:p w14:paraId="19589B52" w14:textId="77777777" w:rsidR="000E1451" w:rsidRDefault="000E1451" w:rsidP="00BE611A">
      <w:pPr>
        <w:rPr>
          <w:rFonts w:cs="Georgia"/>
          <w:kern w:val="1"/>
        </w:rPr>
      </w:pPr>
      <w:r>
        <w:rPr>
          <w:rFonts w:cs="Georgia"/>
          <w:kern w:val="1"/>
        </w:rPr>
        <w:t>— </w:t>
      </w:r>
      <w:r w:rsidR="00BE611A">
        <w:rPr>
          <w:rFonts w:cs="Georgia"/>
          <w:kern w:val="1"/>
        </w:rPr>
        <w:t>Parfait</w:t>
      </w:r>
      <w:r>
        <w:rPr>
          <w:rFonts w:cs="Georgia"/>
          <w:kern w:val="1"/>
        </w:rPr>
        <w:t xml:space="preserve">, </w:t>
      </w:r>
      <w:r w:rsidR="00BE611A">
        <w:rPr>
          <w:rFonts w:cs="Georgia"/>
          <w:kern w:val="1"/>
        </w:rPr>
        <w:t>dit-il</w:t>
      </w:r>
      <w:r>
        <w:rPr>
          <w:rFonts w:cs="Georgia"/>
          <w:kern w:val="1"/>
        </w:rPr>
        <w:t xml:space="preserve">, </w:t>
      </w:r>
      <w:r w:rsidR="00BE611A">
        <w:rPr>
          <w:rFonts w:cs="Georgia"/>
          <w:kern w:val="1"/>
        </w:rPr>
        <w:t>parfait</w:t>
      </w:r>
      <w:r>
        <w:rPr>
          <w:rFonts w:cs="Georgia"/>
          <w:kern w:val="1"/>
        </w:rPr>
        <w:t xml:space="preserve"> ! </w:t>
      </w:r>
      <w:r w:rsidR="00BE611A">
        <w:rPr>
          <w:rFonts w:cs="Georgia"/>
          <w:kern w:val="1"/>
        </w:rPr>
        <w:t>La troisième vitrine est particulièrement réussie</w:t>
      </w:r>
      <w:r>
        <w:rPr>
          <w:rFonts w:cs="Georgia"/>
          <w:kern w:val="1"/>
        </w:rPr>
        <w:t xml:space="preserve">. </w:t>
      </w:r>
      <w:r w:rsidR="00BE611A">
        <w:rPr>
          <w:rFonts w:cs="Georgia"/>
          <w:kern w:val="1"/>
        </w:rPr>
        <w:t>Il y a un effet de lune sur la Moselle qui me ravit</w:t>
      </w:r>
      <w:r>
        <w:rPr>
          <w:rFonts w:cs="Georgia"/>
          <w:kern w:val="1"/>
        </w:rPr>
        <w:t xml:space="preserve">. </w:t>
      </w:r>
      <w:r w:rsidR="00BE611A">
        <w:rPr>
          <w:rFonts w:cs="Georgia"/>
          <w:kern w:val="1"/>
        </w:rPr>
        <w:t>J</w:t>
      </w:r>
      <w:r>
        <w:rPr>
          <w:rFonts w:cs="Georgia"/>
          <w:kern w:val="1"/>
        </w:rPr>
        <w:t>’</w:t>
      </w:r>
      <w:r w:rsidR="00BE611A">
        <w:rPr>
          <w:rFonts w:cs="Georgia"/>
          <w:kern w:val="1"/>
        </w:rPr>
        <w:t>en atteste l</w:t>
      </w:r>
      <w:r>
        <w:rPr>
          <w:rFonts w:cs="Georgia"/>
          <w:kern w:val="1"/>
        </w:rPr>
        <w:t>’</w:t>
      </w:r>
      <w:r w:rsidR="00BE611A">
        <w:rPr>
          <w:rFonts w:cs="Georgia"/>
          <w:kern w:val="1"/>
        </w:rPr>
        <w:t>exactitude</w:t>
      </w:r>
      <w:r>
        <w:rPr>
          <w:rFonts w:cs="Georgia"/>
          <w:kern w:val="1"/>
        </w:rPr>
        <w:t xml:space="preserve"> : </w:t>
      </w:r>
      <w:r w:rsidR="00BE611A">
        <w:rPr>
          <w:rFonts w:cs="Georgia"/>
          <w:kern w:val="1"/>
        </w:rPr>
        <w:t>j</w:t>
      </w:r>
      <w:r>
        <w:rPr>
          <w:rFonts w:cs="Georgia"/>
          <w:kern w:val="1"/>
        </w:rPr>
        <w:t>’</w:t>
      </w:r>
      <w:r w:rsidR="00BE611A">
        <w:rPr>
          <w:rFonts w:cs="Georgia"/>
          <w:kern w:val="1"/>
        </w:rPr>
        <w:t>étais là</w:t>
      </w:r>
      <w:r>
        <w:rPr>
          <w:rFonts w:cs="Georgia"/>
          <w:kern w:val="1"/>
        </w:rPr>
        <w:t xml:space="preserve">. </w:t>
      </w:r>
      <w:r w:rsidR="00BE611A">
        <w:rPr>
          <w:rFonts w:cs="Georgia"/>
          <w:kern w:val="1"/>
        </w:rPr>
        <w:t>Cette bataille de Borny est réellement d</w:t>
      </w:r>
      <w:r>
        <w:rPr>
          <w:rFonts w:cs="Georgia"/>
          <w:kern w:val="1"/>
        </w:rPr>
        <w:t>’</w:t>
      </w:r>
      <w:r w:rsidR="00BE611A">
        <w:rPr>
          <w:rFonts w:cs="Georgia"/>
          <w:kern w:val="1"/>
        </w:rPr>
        <w:t>une importance qu</w:t>
      </w:r>
      <w:r>
        <w:rPr>
          <w:rFonts w:cs="Georgia"/>
          <w:kern w:val="1"/>
        </w:rPr>
        <w:t>’</w:t>
      </w:r>
      <w:r w:rsidR="00BE611A">
        <w:rPr>
          <w:rFonts w:cs="Georgia"/>
          <w:kern w:val="1"/>
        </w:rPr>
        <w:t>on ne soupçonne pas encore</w:t>
      </w:r>
      <w:r>
        <w:rPr>
          <w:rFonts w:cs="Georgia"/>
          <w:kern w:val="1"/>
        </w:rPr>
        <w:t xml:space="preserve">. </w:t>
      </w:r>
      <w:r w:rsidR="00BE611A">
        <w:rPr>
          <w:rFonts w:cs="Georgia"/>
          <w:kern w:val="1"/>
        </w:rPr>
        <w:t>Comment avez-vous pu obtenir cette lumière bleuâtre</w:t>
      </w:r>
      <w:r>
        <w:rPr>
          <w:rFonts w:cs="Georgia"/>
          <w:kern w:val="1"/>
        </w:rPr>
        <w:t> ?</w:t>
      </w:r>
    </w:p>
    <w:p w14:paraId="774B6A16" w14:textId="77777777" w:rsidR="000E1451" w:rsidRDefault="000E1451" w:rsidP="00BE611A">
      <w:pPr>
        <w:rPr>
          <w:rFonts w:cs="Georgia"/>
          <w:kern w:val="1"/>
        </w:rPr>
      </w:pPr>
      <w:r>
        <w:rPr>
          <w:rFonts w:cs="Georgia"/>
          <w:kern w:val="1"/>
        </w:rPr>
        <w:t>— </w:t>
      </w:r>
      <w:r w:rsidR="00BE611A">
        <w:rPr>
          <w:rFonts w:cs="Georgia"/>
          <w:kern w:val="1"/>
        </w:rPr>
        <w:t>Très aisément</w:t>
      </w:r>
      <w:r>
        <w:rPr>
          <w:rFonts w:cs="Georgia"/>
          <w:kern w:val="1"/>
        </w:rPr>
        <w:t xml:space="preserve">, </w:t>
      </w:r>
      <w:r w:rsidR="00BE611A">
        <w:rPr>
          <w:rFonts w:cs="Georgia"/>
          <w:kern w:val="1"/>
        </w:rPr>
        <w:t>mon général</w:t>
      </w:r>
      <w:r>
        <w:rPr>
          <w:rFonts w:cs="Georgia"/>
          <w:kern w:val="1"/>
        </w:rPr>
        <w:t xml:space="preserve">. </w:t>
      </w:r>
      <w:r w:rsidR="00BE611A">
        <w:rPr>
          <w:rFonts w:cs="Georgia"/>
          <w:kern w:val="1"/>
        </w:rPr>
        <w:t>Je me suis permis d</w:t>
      </w:r>
      <w:r>
        <w:rPr>
          <w:rFonts w:cs="Georgia"/>
          <w:kern w:val="1"/>
        </w:rPr>
        <w:t>’</w:t>
      </w:r>
      <w:r w:rsidR="00BE611A">
        <w:rPr>
          <w:rFonts w:cs="Georgia"/>
          <w:kern w:val="1"/>
        </w:rPr>
        <w:t>utiliser la couleur de ce tube d</w:t>
      </w:r>
      <w:r>
        <w:rPr>
          <w:rFonts w:cs="Georgia"/>
          <w:kern w:val="1"/>
        </w:rPr>
        <w:t>’</w:t>
      </w:r>
      <w:r w:rsidR="00BE611A">
        <w:rPr>
          <w:rFonts w:cs="Georgia"/>
          <w:kern w:val="1"/>
        </w:rPr>
        <w:t>outremer pour en badigeonner une ampoule</w:t>
      </w:r>
      <w:r>
        <w:rPr>
          <w:rFonts w:cs="Georgia"/>
          <w:kern w:val="1"/>
        </w:rPr>
        <w:t>.</w:t>
      </w:r>
    </w:p>
    <w:p w14:paraId="2331C1E9" w14:textId="77777777" w:rsidR="000E1451" w:rsidRDefault="000E1451" w:rsidP="00BE611A">
      <w:pPr>
        <w:rPr>
          <w:rFonts w:cs="Georgia"/>
          <w:kern w:val="1"/>
        </w:rPr>
      </w:pPr>
      <w:r>
        <w:rPr>
          <w:rFonts w:cs="Georgia"/>
          <w:kern w:val="1"/>
        </w:rPr>
        <w:t>— </w:t>
      </w:r>
      <w:r w:rsidR="00BE611A">
        <w:rPr>
          <w:rFonts w:cs="Georgia"/>
          <w:kern w:val="1"/>
        </w:rPr>
        <w:t>Fort ingénieux</w:t>
      </w:r>
      <w:r>
        <w:rPr>
          <w:rFonts w:cs="Georgia"/>
          <w:kern w:val="1"/>
        </w:rPr>
        <w:t xml:space="preserve"> ! </w:t>
      </w:r>
      <w:r w:rsidR="00BE611A">
        <w:rPr>
          <w:rFonts w:cs="Georgia"/>
          <w:kern w:val="1"/>
        </w:rPr>
        <w:t>Mais</w:t>
      </w:r>
      <w:r>
        <w:rPr>
          <w:rFonts w:cs="Georgia"/>
          <w:kern w:val="1"/>
        </w:rPr>
        <w:t xml:space="preserve">… </w:t>
      </w:r>
      <w:r w:rsidR="00BE611A">
        <w:rPr>
          <w:rFonts w:cs="Georgia"/>
          <w:kern w:val="1"/>
        </w:rPr>
        <w:t>ces ampoules</w:t>
      </w:r>
      <w:r>
        <w:rPr>
          <w:rFonts w:cs="Georgia"/>
          <w:kern w:val="1"/>
        </w:rPr>
        <w:t> ?</w:t>
      </w:r>
    </w:p>
    <w:p w14:paraId="46E8BB1F" w14:textId="77777777" w:rsidR="000E1451" w:rsidRDefault="000E1451" w:rsidP="00BE611A">
      <w:pPr>
        <w:rPr>
          <w:rFonts w:cs="Georgia"/>
          <w:kern w:val="1"/>
        </w:rPr>
      </w:pPr>
      <w:r>
        <w:rPr>
          <w:rFonts w:cs="Georgia"/>
          <w:kern w:val="1"/>
        </w:rPr>
        <w:t>— </w:t>
      </w:r>
      <w:r w:rsidR="00BE611A">
        <w:rPr>
          <w:rFonts w:cs="Georgia"/>
          <w:kern w:val="1"/>
        </w:rPr>
        <w:t>Elles figuraient dans la commande qui a été approuvée par votre Excellence</w:t>
      </w:r>
      <w:r>
        <w:rPr>
          <w:rFonts w:cs="Georgia"/>
          <w:kern w:val="1"/>
        </w:rPr>
        <w:t>.</w:t>
      </w:r>
    </w:p>
    <w:p w14:paraId="695F65EE" w14:textId="77777777" w:rsidR="000E1451" w:rsidRDefault="000E1451" w:rsidP="00BE611A">
      <w:pPr>
        <w:rPr>
          <w:rFonts w:cs="Georgia"/>
          <w:kern w:val="1"/>
        </w:rPr>
      </w:pPr>
      <w:r>
        <w:rPr>
          <w:rFonts w:cs="Georgia"/>
          <w:kern w:val="1"/>
        </w:rPr>
        <w:t>— </w:t>
      </w:r>
      <w:r w:rsidR="00BE611A">
        <w:rPr>
          <w:rFonts w:cs="Georgia"/>
          <w:kern w:val="1"/>
        </w:rPr>
        <w:t>C</w:t>
      </w:r>
      <w:r>
        <w:rPr>
          <w:rFonts w:cs="Georgia"/>
          <w:kern w:val="1"/>
        </w:rPr>
        <w:t>’</w:t>
      </w:r>
      <w:r w:rsidR="00BE611A">
        <w:rPr>
          <w:rFonts w:cs="Georgia"/>
          <w:kern w:val="1"/>
        </w:rPr>
        <w:t>est parbleu vrai</w:t>
      </w:r>
      <w:r>
        <w:rPr>
          <w:rFonts w:cs="Georgia"/>
          <w:kern w:val="1"/>
        </w:rPr>
        <w:t xml:space="preserve"> ! </w:t>
      </w:r>
      <w:r w:rsidR="00BE611A">
        <w:rPr>
          <w:rFonts w:cs="Georgia"/>
          <w:kern w:val="1"/>
        </w:rPr>
        <w:t>Je me souviens</w:t>
      </w:r>
      <w:r>
        <w:rPr>
          <w:rFonts w:cs="Georgia"/>
          <w:kern w:val="1"/>
        </w:rPr>
        <w:t xml:space="preserve">. </w:t>
      </w:r>
      <w:r w:rsidR="00BE611A">
        <w:rPr>
          <w:rFonts w:cs="Georgia"/>
          <w:kern w:val="1"/>
        </w:rPr>
        <w:t>Il y en avait trois douzaines</w:t>
      </w:r>
      <w:r>
        <w:rPr>
          <w:rFonts w:cs="Georgia"/>
          <w:kern w:val="1"/>
        </w:rPr>
        <w:t xml:space="preserve">. </w:t>
      </w:r>
      <w:r w:rsidR="00BE611A">
        <w:rPr>
          <w:rFonts w:cs="Georgia"/>
          <w:kern w:val="1"/>
        </w:rPr>
        <w:t>Combien en avez-vous employé pour Borny</w:t>
      </w:r>
      <w:r>
        <w:rPr>
          <w:rFonts w:cs="Georgia"/>
          <w:kern w:val="1"/>
        </w:rPr>
        <w:t> ?</w:t>
      </w:r>
    </w:p>
    <w:p w14:paraId="0BD65B38" w14:textId="77777777" w:rsidR="000E1451" w:rsidRDefault="000E1451" w:rsidP="00BE611A">
      <w:pPr>
        <w:rPr>
          <w:rFonts w:cs="Georgia"/>
          <w:kern w:val="1"/>
        </w:rPr>
      </w:pPr>
      <w:r>
        <w:rPr>
          <w:rFonts w:cs="Georgia"/>
          <w:kern w:val="1"/>
        </w:rPr>
        <w:t>— </w:t>
      </w:r>
      <w:r w:rsidR="00BE611A">
        <w:rPr>
          <w:rFonts w:cs="Georgia"/>
          <w:kern w:val="1"/>
        </w:rPr>
        <w:t>Quatre par vitrine</w:t>
      </w:r>
      <w:r>
        <w:rPr>
          <w:rFonts w:cs="Georgia"/>
          <w:kern w:val="1"/>
        </w:rPr>
        <w:t xml:space="preserve">. </w:t>
      </w:r>
      <w:r w:rsidR="00BE611A">
        <w:rPr>
          <w:rFonts w:cs="Georgia"/>
          <w:kern w:val="1"/>
        </w:rPr>
        <w:t>Une douzaine en tout</w:t>
      </w:r>
      <w:r>
        <w:rPr>
          <w:rFonts w:cs="Georgia"/>
          <w:kern w:val="1"/>
        </w:rPr>
        <w:t xml:space="preserve">, </w:t>
      </w:r>
      <w:r w:rsidR="00BE611A">
        <w:rPr>
          <w:rFonts w:cs="Georgia"/>
          <w:kern w:val="1"/>
        </w:rPr>
        <w:t>mon général</w:t>
      </w:r>
      <w:r>
        <w:rPr>
          <w:rFonts w:cs="Georgia"/>
          <w:kern w:val="1"/>
        </w:rPr>
        <w:t>.</w:t>
      </w:r>
    </w:p>
    <w:p w14:paraId="39761B35" w14:textId="77777777" w:rsidR="000E1451" w:rsidRDefault="000E1451" w:rsidP="00BE611A">
      <w:pPr>
        <w:rPr>
          <w:rFonts w:cs="Georgia"/>
          <w:kern w:val="1"/>
        </w:rPr>
      </w:pPr>
      <w:r>
        <w:rPr>
          <w:rFonts w:cs="Georgia"/>
          <w:kern w:val="1"/>
        </w:rPr>
        <w:lastRenderedPageBreak/>
        <w:t>— </w:t>
      </w:r>
      <w:r w:rsidR="00BE611A">
        <w:rPr>
          <w:rFonts w:cs="Georgia"/>
          <w:kern w:val="1"/>
        </w:rPr>
        <w:t>Alors</w:t>
      </w:r>
      <w:r>
        <w:rPr>
          <w:rFonts w:cs="Georgia"/>
          <w:kern w:val="1"/>
        </w:rPr>
        <w:t xml:space="preserve">, </w:t>
      </w:r>
      <w:r w:rsidR="00BE611A">
        <w:rPr>
          <w:rFonts w:cs="Georgia"/>
          <w:kern w:val="1"/>
        </w:rPr>
        <w:t>avec les deux douzaines qui restent</w:t>
      </w:r>
      <w:r>
        <w:rPr>
          <w:rFonts w:cs="Georgia"/>
          <w:kern w:val="1"/>
        </w:rPr>
        <w:t> ?…</w:t>
      </w:r>
    </w:p>
    <w:p w14:paraId="02FE8C03" w14:textId="77777777" w:rsidR="000E1451" w:rsidRDefault="000E1451" w:rsidP="00BE611A">
      <w:pPr>
        <w:rPr>
          <w:rFonts w:cs="Georgia"/>
          <w:kern w:val="1"/>
        </w:rPr>
      </w:pPr>
      <w:r>
        <w:rPr>
          <w:rFonts w:cs="Georgia"/>
          <w:kern w:val="1"/>
        </w:rPr>
        <w:t>— </w:t>
      </w:r>
      <w:r w:rsidR="00BE611A">
        <w:rPr>
          <w:rFonts w:cs="Georgia"/>
          <w:kern w:val="1"/>
        </w:rPr>
        <w:t>Je peux éclairer environ six autres vitrines</w:t>
      </w:r>
      <w:r>
        <w:rPr>
          <w:rFonts w:cs="Georgia"/>
          <w:kern w:val="1"/>
        </w:rPr>
        <w:t xml:space="preserve">. </w:t>
      </w:r>
      <w:r w:rsidR="00BE611A">
        <w:rPr>
          <w:rFonts w:cs="Georgia"/>
          <w:kern w:val="1"/>
        </w:rPr>
        <w:t>Mais j</w:t>
      </w:r>
      <w:r>
        <w:rPr>
          <w:rFonts w:cs="Georgia"/>
          <w:kern w:val="1"/>
        </w:rPr>
        <w:t>’</w:t>
      </w:r>
      <w:r w:rsidR="00BE611A">
        <w:rPr>
          <w:rFonts w:cs="Georgia"/>
          <w:kern w:val="1"/>
        </w:rPr>
        <w:t>ai tenu d</w:t>
      </w:r>
      <w:r>
        <w:rPr>
          <w:rFonts w:cs="Georgia"/>
          <w:kern w:val="1"/>
        </w:rPr>
        <w:t>’</w:t>
      </w:r>
      <w:r w:rsidR="00BE611A">
        <w:rPr>
          <w:rFonts w:cs="Georgia"/>
          <w:kern w:val="1"/>
        </w:rPr>
        <w:t>abord à avoir l</w:t>
      </w:r>
      <w:r>
        <w:rPr>
          <w:rFonts w:cs="Georgia"/>
          <w:kern w:val="1"/>
        </w:rPr>
        <w:t>’</w:t>
      </w:r>
      <w:r w:rsidR="00BE611A">
        <w:rPr>
          <w:rFonts w:cs="Georgia"/>
          <w:kern w:val="1"/>
        </w:rPr>
        <w:t>assentiment de votre Excellence</w:t>
      </w:r>
      <w:r>
        <w:rPr>
          <w:rFonts w:cs="Georgia"/>
          <w:kern w:val="1"/>
        </w:rPr>
        <w:t>.</w:t>
      </w:r>
    </w:p>
    <w:p w14:paraId="7A4DF4B3" w14:textId="77777777" w:rsidR="000E1451" w:rsidRDefault="000E1451" w:rsidP="00BE611A">
      <w:pPr>
        <w:rPr>
          <w:rFonts w:cs="Georgia"/>
          <w:kern w:val="1"/>
        </w:rPr>
      </w:pPr>
      <w:r>
        <w:rPr>
          <w:rFonts w:cs="Georgia"/>
          <w:kern w:val="1"/>
        </w:rPr>
        <w:t>— </w:t>
      </w:r>
      <w:r w:rsidR="00BE611A">
        <w:rPr>
          <w:rFonts w:cs="Georgia"/>
          <w:kern w:val="1"/>
        </w:rPr>
        <w:t>Vous l</w:t>
      </w:r>
      <w:r>
        <w:rPr>
          <w:rFonts w:cs="Georgia"/>
          <w:kern w:val="1"/>
        </w:rPr>
        <w:t>’</w:t>
      </w:r>
      <w:r w:rsidR="00BE611A">
        <w:rPr>
          <w:rFonts w:cs="Georgia"/>
          <w:kern w:val="1"/>
        </w:rPr>
        <w:t>avez</w:t>
      </w:r>
      <w:r>
        <w:rPr>
          <w:rFonts w:cs="Georgia"/>
          <w:kern w:val="1"/>
        </w:rPr>
        <w:t>.</w:t>
      </w:r>
    </w:p>
    <w:p w14:paraId="1BB17E47" w14:textId="77777777" w:rsidR="000E1451" w:rsidRDefault="00BE611A" w:rsidP="00BE611A">
      <w:pPr>
        <w:rPr>
          <w:rFonts w:cs="Georgia"/>
          <w:kern w:val="1"/>
        </w:rPr>
      </w:pPr>
      <w:r>
        <w:rPr>
          <w:rFonts w:cs="Georgia"/>
          <w:kern w:val="1"/>
        </w:rPr>
        <w:t>Il luttait pour ne pas me complimenter avec trop de chaleur</w:t>
      </w:r>
      <w:r w:rsidR="000E1451">
        <w:rPr>
          <w:rFonts w:cs="Georgia"/>
          <w:kern w:val="1"/>
        </w:rPr>
        <w:t>.</w:t>
      </w:r>
    </w:p>
    <w:p w14:paraId="03462EF5" w14:textId="77777777" w:rsidR="000E1451" w:rsidRDefault="000E1451" w:rsidP="00BE611A">
      <w:pPr>
        <w:rPr>
          <w:rFonts w:cs="Georgia"/>
          <w:kern w:val="1"/>
        </w:rPr>
      </w:pPr>
      <w:r>
        <w:rPr>
          <w:rFonts w:cs="Georgia"/>
          <w:kern w:val="1"/>
        </w:rPr>
        <w:t>— </w:t>
      </w:r>
      <w:r w:rsidR="00BE611A">
        <w:rPr>
          <w:rFonts w:cs="Georgia"/>
          <w:kern w:val="1"/>
        </w:rPr>
        <w:t>Et à quelle vitrine allez-vous travailler</w:t>
      </w:r>
      <w:r>
        <w:rPr>
          <w:rFonts w:cs="Georgia"/>
          <w:kern w:val="1"/>
        </w:rPr>
        <w:t xml:space="preserve">, </w:t>
      </w:r>
      <w:r w:rsidR="00BE611A">
        <w:rPr>
          <w:rFonts w:cs="Georgia"/>
          <w:kern w:val="1"/>
        </w:rPr>
        <w:t>maintenant</w:t>
      </w:r>
      <w:r>
        <w:rPr>
          <w:rFonts w:cs="Georgia"/>
          <w:kern w:val="1"/>
        </w:rPr>
        <w:t> ?</w:t>
      </w:r>
    </w:p>
    <w:p w14:paraId="36841338" w14:textId="77777777" w:rsidR="000E1451" w:rsidRDefault="000E1451" w:rsidP="00BE611A">
      <w:pPr>
        <w:rPr>
          <w:rFonts w:cs="Georgia"/>
          <w:kern w:val="1"/>
        </w:rPr>
      </w:pPr>
      <w:r>
        <w:rPr>
          <w:rFonts w:cs="Georgia"/>
          <w:kern w:val="1"/>
        </w:rPr>
        <w:t>— </w:t>
      </w:r>
      <w:r w:rsidR="00BE611A">
        <w:rPr>
          <w:rFonts w:cs="Georgia"/>
          <w:kern w:val="1"/>
        </w:rPr>
        <w:t>Je suis aux ordres de votre Excellence</w:t>
      </w:r>
      <w:r>
        <w:rPr>
          <w:rFonts w:cs="Georgia"/>
          <w:kern w:val="1"/>
        </w:rPr>
        <w:t xml:space="preserve">. </w:t>
      </w:r>
      <w:r w:rsidR="00BE611A">
        <w:rPr>
          <w:rFonts w:cs="Georgia"/>
          <w:kern w:val="1"/>
        </w:rPr>
        <w:t>J</w:t>
      </w:r>
      <w:r>
        <w:rPr>
          <w:rFonts w:cs="Georgia"/>
          <w:kern w:val="1"/>
        </w:rPr>
        <w:t>’</w:t>
      </w:r>
      <w:r w:rsidR="00BE611A">
        <w:rPr>
          <w:rFonts w:cs="Georgia"/>
          <w:kern w:val="1"/>
        </w:rPr>
        <w:t>ai pensé</w:t>
      </w:r>
      <w:r>
        <w:rPr>
          <w:rFonts w:cs="Georgia"/>
          <w:kern w:val="1"/>
        </w:rPr>
        <w:t xml:space="preserve">, </w:t>
      </w:r>
      <w:r w:rsidR="00BE611A">
        <w:rPr>
          <w:rFonts w:cs="Georgia"/>
          <w:kern w:val="1"/>
        </w:rPr>
        <w:t>toutefois que la bataille de Spicheren</w:t>
      </w:r>
      <w:r>
        <w:rPr>
          <w:rFonts w:cs="Georgia"/>
          <w:kern w:val="1"/>
        </w:rPr>
        <w:t>…</w:t>
      </w:r>
    </w:p>
    <w:p w14:paraId="03E21741" w14:textId="77777777" w:rsidR="000E1451" w:rsidRDefault="000E1451" w:rsidP="00BE611A">
      <w:pPr>
        <w:rPr>
          <w:rFonts w:cs="Georgia"/>
          <w:kern w:val="1"/>
        </w:rPr>
      </w:pPr>
      <w:r>
        <w:rPr>
          <w:rFonts w:cs="Georgia"/>
          <w:kern w:val="1"/>
        </w:rPr>
        <w:t>— </w:t>
      </w:r>
      <w:r w:rsidR="00BE611A">
        <w:rPr>
          <w:rFonts w:cs="Georgia"/>
          <w:kern w:val="1"/>
        </w:rPr>
        <w:t>Spicheren</w:t>
      </w:r>
      <w:r>
        <w:rPr>
          <w:rFonts w:cs="Georgia"/>
          <w:kern w:val="1"/>
        </w:rPr>
        <w:t xml:space="preserve"> ? </w:t>
      </w:r>
      <w:r w:rsidR="00BE611A">
        <w:rPr>
          <w:rFonts w:cs="Georgia"/>
          <w:kern w:val="1"/>
        </w:rPr>
        <w:t>Bonne idée</w:t>
      </w:r>
      <w:r>
        <w:rPr>
          <w:rFonts w:cs="Georgia"/>
          <w:kern w:val="1"/>
        </w:rPr>
        <w:t xml:space="preserve"> ! </w:t>
      </w:r>
      <w:r w:rsidR="00BE611A">
        <w:rPr>
          <w:rFonts w:cs="Georgia"/>
          <w:kern w:val="1"/>
        </w:rPr>
        <w:t>Bataille très significative</w:t>
      </w:r>
      <w:r>
        <w:rPr>
          <w:rFonts w:cs="Georgia"/>
          <w:kern w:val="1"/>
        </w:rPr>
        <w:t xml:space="preserve"> ! </w:t>
      </w:r>
      <w:r w:rsidR="00BE611A">
        <w:rPr>
          <w:rFonts w:cs="Georgia"/>
          <w:kern w:val="1"/>
        </w:rPr>
        <w:t>Elle a préparé celle de Borny</w:t>
      </w:r>
      <w:r>
        <w:rPr>
          <w:rFonts w:cs="Georgia"/>
          <w:kern w:val="1"/>
        </w:rPr>
        <w:t xml:space="preserve">. </w:t>
      </w:r>
      <w:r w:rsidR="00BE611A">
        <w:rPr>
          <w:rFonts w:cs="Georgia"/>
          <w:kern w:val="1"/>
        </w:rPr>
        <w:t>J</w:t>
      </w:r>
      <w:r>
        <w:rPr>
          <w:rFonts w:cs="Georgia"/>
          <w:kern w:val="1"/>
        </w:rPr>
        <w:t>’</w:t>
      </w:r>
      <w:r w:rsidR="00BE611A">
        <w:rPr>
          <w:rFonts w:cs="Georgia"/>
          <w:kern w:val="1"/>
        </w:rPr>
        <w:t>y ai reçu ma première blessure</w:t>
      </w:r>
      <w:r>
        <w:rPr>
          <w:rFonts w:cs="Georgia"/>
          <w:kern w:val="1"/>
        </w:rPr>
        <w:t xml:space="preserve">, </w:t>
      </w:r>
      <w:r w:rsidR="00BE611A">
        <w:rPr>
          <w:rFonts w:cs="Georgia"/>
          <w:kern w:val="1"/>
        </w:rPr>
        <w:t>une balle de mitrailleuse qui me fait encore souffrir</w:t>
      </w:r>
      <w:r>
        <w:rPr>
          <w:rFonts w:cs="Georgia"/>
          <w:kern w:val="1"/>
        </w:rPr>
        <w:t xml:space="preserve">, </w:t>
      </w:r>
      <w:r w:rsidR="00BE611A">
        <w:rPr>
          <w:rFonts w:cs="Georgia"/>
          <w:kern w:val="1"/>
        </w:rPr>
        <w:t>les nuits d</w:t>
      </w:r>
      <w:r>
        <w:rPr>
          <w:rFonts w:cs="Georgia"/>
          <w:kern w:val="1"/>
        </w:rPr>
        <w:t>’</w:t>
      </w:r>
      <w:r w:rsidR="00BE611A">
        <w:rPr>
          <w:rFonts w:cs="Georgia"/>
          <w:kern w:val="1"/>
        </w:rPr>
        <w:t>automne</w:t>
      </w:r>
      <w:r>
        <w:rPr>
          <w:rFonts w:cs="Georgia"/>
          <w:kern w:val="1"/>
        </w:rPr>
        <w:t xml:space="preserve">, </w:t>
      </w:r>
      <w:r w:rsidR="00BE611A">
        <w:rPr>
          <w:rFonts w:cs="Georgia"/>
          <w:kern w:val="1"/>
        </w:rPr>
        <w:t>quand arrivent les premières oies sauvages</w:t>
      </w:r>
      <w:r>
        <w:rPr>
          <w:rFonts w:cs="Georgia"/>
          <w:kern w:val="1"/>
        </w:rPr>
        <w:t xml:space="preserve">. </w:t>
      </w:r>
      <w:r w:rsidR="00BE611A">
        <w:rPr>
          <w:rFonts w:cs="Georgia"/>
          <w:kern w:val="1"/>
        </w:rPr>
        <w:t>Très bon choix</w:t>
      </w:r>
      <w:r>
        <w:rPr>
          <w:rFonts w:cs="Georgia"/>
          <w:kern w:val="1"/>
        </w:rPr>
        <w:t xml:space="preserve"> ! </w:t>
      </w:r>
      <w:r w:rsidR="00BE611A">
        <w:rPr>
          <w:rFonts w:cs="Georgia"/>
          <w:kern w:val="1"/>
        </w:rPr>
        <w:t>Vous allez vous y mettre tout de suite</w:t>
      </w:r>
      <w:r>
        <w:rPr>
          <w:rFonts w:cs="Georgia"/>
          <w:kern w:val="1"/>
        </w:rPr>
        <w:t> ?</w:t>
      </w:r>
    </w:p>
    <w:p w14:paraId="13A2BCCF" w14:textId="77777777" w:rsidR="000E1451" w:rsidRDefault="000E1451" w:rsidP="00BE611A">
      <w:pPr>
        <w:rPr>
          <w:rFonts w:cs="Georgia"/>
          <w:kern w:val="1"/>
        </w:rPr>
      </w:pPr>
      <w:r>
        <w:rPr>
          <w:rFonts w:cs="Georgia"/>
          <w:kern w:val="1"/>
        </w:rPr>
        <w:t>— </w:t>
      </w:r>
      <w:r w:rsidR="00BE611A">
        <w:rPr>
          <w:rFonts w:cs="Georgia"/>
          <w:kern w:val="1"/>
        </w:rPr>
        <w:t>Je suis aux ordres de Votre Excellence</w:t>
      </w:r>
      <w:r>
        <w:rPr>
          <w:rFonts w:cs="Georgia"/>
          <w:kern w:val="1"/>
        </w:rPr>
        <w:t xml:space="preserve">. </w:t>
      </w:r>
      <w:r w:rsidR="00BE611A">
        <w:rPr>
          <w:rFonts w:cs="Georgia"/>
          <w:kern w:val="1"/>
        </w:rPr>
        <w:t>Peut-être y aurait-il lieu néanmoins d</w:t>
      </w:r>
      <w:r>
        <w:rPr>
          <w:rFonts w:cs="Georgia"/>
          <w:kern w:val="1"/>
        </w:rPr>
        <w:t>’</w:t>
      </w:r>
      <w:r w:rsidR="00BE611A">
        <w:rPr>
          <w:rFonts w:cs="Georgia"/>
          <w:kern w:val="1"/>
        </w:rPr>
        <w:t>achever d</w:t>
      </w:r>
      <w:r>
        <w:rPr>
          <w:rFonts w:cs="Georgia"/>
          <w:kern w:val="1"/>
        </w:rPr>
        <w:t>’</w:t>
      </w:r>
      <w:r w:rsidR="00BE611A">
        <w:rPr>
          <w:rFonts w:cs="Georgia"/>
          <w:kern w:val="1"/>
        </w:rPr>
        <w:t>abord l</w:t>
      </w:r>
      <w:r>
        <w:rPr>
          <w:rFonts w:cs="Georgia"/>
          <w:kern w:val="1"/>
        </w:rPr>
        <w:t>’</w:t>
      </w:r>
      <w:r w:rsidR="00BE611A">
        <w:rPr>
          <w:rFonts w:cs="Georgia"/>
          <w:kern w:val="1"/>
        </w:rPr>
        <w:t>installation des pièces du rez-de-chaussée</w:t>
      </w:r>
      <w:r>
        <w:rPr>
          <w:rFonts w:cs="Georgia"/>
          <w:kern w:val="1"/>
        </w:rPr>
        <w:t> ?</w:t>
      </w:r>
    </w:p>
    <w:p w14:paraId="6531FA68" w14:textId="77777777" w:rsidR="000E1451" w:rsidRDefault="000E1451" w:rsidP="00BE611A">
      <w:pPr>
        <w:rPr>
          <w:rFonts w:cs="Georgia"/>
          <w:kern w:val="1"/>
        </w:rPr>
      </w:pPr>
      <w:r>
        <w:rPr>
          <w:rFonts w:cs="Georgia"/>
          <w:kern w:val="1"/>
        </w:rPr>
        <w:t>— </w:t>
      </w:r>
      <w:r w:rsidR="00BE611A">
        <w:rPr>
          <w:rFonts w:cs="Georgia"/>
          <w:kern w:val="1"/>
        </w:rPr>
        <w:t>Vous croyez</w:t>
      </w:r>
      <w:r>
        <w:rPr>
          <w:rFonts w:cs="Georgia"/>
          <w:kern w:val="1"/>
        </w:rPr>
        <w:t xml:space="preserve"> ? </w:t>
      </w:r>
      <w:r w:rsidR="00BE611A">
        <w:rPr>
          <w:rFonts w:cs="Georgia"/>
          <w:kern w:val="1"/>
        </w:rPr>
        <w:t>Pourquoi</w:t>
      </w:r>
      <w:r>
        <w:rPr>
          <w:rFonts w:cs="Georgia"/>
          <w:kern w:val="1"/>
        </w:rPr>
        <w:t xml:space="preserve"> ? </w:t>
      </w:r>
      <w:r w:rsidR="00BE611A">
        <w:rPr>
          <w:rFonts w:cs="Georgia"/>
          <w:kern w:val="1"/>
        </w:rPr>
        <w:t>Tout m</w:t>
      </w:r>
      <w:r>
        <w:rPr>
          <w:rFonts w:cs="Georgia"/>
          <w:kern w:val="1"/>
        </w:rPr>
        <w:t>’</w:t>
      </w:r>
      <w:r w:rsidR="00BE611A">
        <w:rPr>
          <w:rFonts w:cs="Georgia"/>
          <w:kern w:val="1"/>
        </w:rPr>
        <w:t>a l</w:t>
      </w:r>
      <w:r>
        <w:rPr>
          <w:rFonts w:cs="Georgia"/>
          <w:kern w:val="1"/>
        </w:rPr>
        <w:t>’</w:t>
      </w:r>
      <w:r w:rsidR="00BE611A">
        <w:rPr>
          <w:rFonts w:cs="Georgia"/>
          <w:kern w:val="1"/>
        </w:rPr>
        <w:t>air de marcher de façon fort rapide</w:t>
      </w:r>
      <w:r>
        <w:rPr>
          <w:rFonts w:cs="Georgia"/>
          <w:kern w:val="1"/>
        </w:rPr>
        <w:t xml:space="preserve">. </w:t>
      </w:r>
      <w:r w:rsidR="00BE611A">
        <w:rPr>
          <w:rFonts w:cs="Georgia"/>
          <w:kern w:val="1"/>
        </w:rPr>
        <w:t>Où en êtes-vous</w:t>
      </w:r>
      <w:r>
        <w:rPr>
          <w:rFonts w:cs="Georgia"/>
          <w:kern w:val="1"/>
        </w:rPr>
        <w:t> ?</w:t>
      </w:r>
    </w:p>
    <w:p w14:paraId="4960643D" w14:textId="77777777" w:rsidR="000E1451" w:rsidRDefault="000E1451" w:rsidP="00BE611A">
      <w:pPr>
        <w:rPr>
          <w:rFonts w:cs="Georgia"/>
          <w:kern w:val="1"/>
        </w:rPr>
      </w:pPr>
      <w:r>
        <w:rPr>
          <w:rFonts w:cs="Georgia"/>
          <w:kern w:val="1"/>
        </w:rPr>
        <w:t>— </w:t>
      </w:r>
      <w:r w:rsidR="00BE611A">
        <w:rPr>
          <w:rFonts w:cs="Georgia"/>
          <w:kern w:val="1"/>
        </w:rPr>
        <w:t>J</w:t>
      </w:r>
      <w:r>
        <w:rPr>
          <w:rFonts w:cs="Georgia"/>
          <w:kern w:val="1"/>
        </w:rPr>
        <w:t>’</w:t>
      </w:r>
      <w:r w:rsidR="00BE611A">
        <w:rPr>
          <w:rFonts w:cs="Georgia"/>
          <w:kern w:val="1"/>
        </w:rPr>
        <w:t>ai terminé l</w:t>
      </w:r>
      <w:r>
        <w:rPr>
          <w:rFonts w:cs="Georgia"/>
          <w:kern w:val="1"/>
        </w:rPr>
        <w:t>’</w:t>
      </w:r>
      <w:r w:rsidR="00BE611A">
        <w:rPr>
          <w:rFonts w:cs="Georgia"/>
          <w:kern w:val="1"/>
        </w:rPr>
        <w:t>installation du premier étage</w:t>
      </w:r>
      <w:r>
        <w:rPr>
          <w:rFonts w:cs="Georgia"/>
          <w:kern w:val="1"/>
        </w:rPr>
        <w:t xml:space="preserve">, </w:t>
      </w:r>
      <w:r w:rsidR="00BE611A">
        <w:rPr>
          <w:rFonts w:cs="Georgia"/>
          <w:kern w:val="1"/>
        </w:rPr>
        <w:t xml:space="preserve">sauf en ce qui concerne le salon et la chambre de </w:t>
      </w:r>
      <w:r>
        <w:rPr>
          <w:rFonts w:cs="Georgia"/>
          <w:kern w:val="1"/>
        </w:rPr>
        <w:t>M</w:t>
      </w:r>
      <w:r w:rsidRPr="000E1451">
        <w:rPr>
          <w:rFonts w:cs="Georgia"/>
          <w:kern w:val="1"/>
          <w:vertAlign w:val="superscript"/>
        </w:rPr>
        <w:t>lle</w:t>
      </w:r>
      <w:r>
        <w:rPr>
          <w:rFonts w:cs="Georgia"/>
          <w:kern w:val="1"/>
        </w:rPr>
        <w:t> de </w:t>
      </w:r>
      <w:r w:rsidR="00BE611A">
        <w:rPr>
          <w:rFonts w:cs="Georgia"/>
          <w:kern w:val="1"/>
        </w:rPr>
        <w:t>Mirrbach</w:t>
      </w:r>
      <w:r>
        <w:rPr>
          <w:rFonts w:cs="Georgia"/>
          <w:kern w:val="1"/>
        </w:rPr>
        <w:t>.</w:t>
      </w:r>
    </w:p>
    <w:p w14:paraId="11F246B0" w14:textId="77777777" w:rsidR="000E1451" w:rsidRDefault="000E1451" w:rsidP="00BE611A">
      <w:pPr>
        <w:rPr>
          <w:rFonts w:cs="Georgia"/>
          <w:kern w:val="1"/>
        </w:rPr>
      </w:pPr>
      <w:r>
        <w:rPr>
          <w:rFonts w:cs="Georgia"/>
          <w:kern w:val="1"/>
        </w:rPr>
        <w:t>— </w:t>
      </w:r>
      <w:r w:rsidR="00BE611A">
        <w:rPr>
          <w:rFonts w:cs="Georgia"/>
          <w:kern w:val="1"/>
        </w:rPr>
        <w:t>Et au rez-de-chaussée</w:t>
      </w:r>
      <w:r>
        <w:rPr>
          <w:rFonts w:cs="Georgia"/>
          <w:kern w:val="1"/>
        </w:rPr>
        <w:t> ?</w:t>
      </w:r>
    </w:p>
    <w:p w14:paraId="168E8F34" w14:textId="77777777" w:rsidR="000E1451" w:rsidRDefault="000E1451" w:rsidP="00BE611A">
      <w:pPr>
        <w:rPr>
          <w:rFonts w:cs="Georgia"/>
          <w:kern w:val="1"/>
        </w:rPr>
      </w:pPr>
      <w:r>
        <w:rPr>
          <w:rFonts w:cs="Georgia"/>
          <w:kern w:val="1"/>
        </w:rPr>
        <w:t>— </w:t>
      </w:r>
      <w:r w:rsidR="00BE611A">
        <w:rPr>
          <w:rFonts w:cs="Georgia"/>
          <w:kern w:val="1"/>
        </w:rPr>
        <w:t>Tout reste à peu près à faire</w:t>
      </w:r>
      <w:r>
        <w:rPr>
          <w:rFonts w:cs="Georgia"/>
          <w:kern w:val="1"/>
        </w:rPr>
        <w:t xml:space="preserve">, </w:t>
      </w:r>
      <w:r w:rsidR="00BE611A">
        <w:rPr>
          <w:rFonts w:cs="Georgia"/>
          <w:kern w:val="1"/>
        </w:rPr>
        <w:t>sauf la salle à manger</w:t>
      </w:r>
      <w:r>
        <w:rPr>
          <w:rFonts w:cs="Georgia"/>
          <w:kern w:val="1"/>
        </w:rPr>
        <w:t xml:space="preserve">, </w:t>
      </w:r>
      <w:r w:rsidR="00BE611A">
        <w:rPr>
          <w:rFonts w:cs="Georgia"/>
          <w:kern w:val="1"/>
        </w:rPr>
        <w:t>et les deux chambres de la façade Est</w:t>
      </w:r>
      <w:r>
        <w:rPr>
          <w:rFonts w:cs="Georgia"/>
          <w:kern w:val="1"/>
        </w:rPr>
        <w:t>.</w:t>
      </w:r>
    </w:p>
    <w:p w14:paraId="76187961" w14:textId="77777777" w:rsidR="000E1451" w:rsidRDefault="000E1451" w:rsidP="00BE611A">
      <w:pPr>
        <w:rPr>
          <w:rFonts w:cs="Georgia"/>
          <w:kern w:val="1"/>
        </w:rPr>
      </w:pPr>
      <w:r>
        <w:rPr>
          <w:rFonts w:cs="Georgia"/>
          <w:kern w:val="1"/>
        </w:rPr>
        <w:t>— </w:t>
      </w:r>
      <w:r w:rsidR="00BE611A">
        <w:rPr>
          <w:rFonts w:cs="Georgia"/>
          <w:kern w:val="1"/>
        </w:rPr>
        <w:t>Je ne vous croyais pas si avancé</w:t>
      </w:r>
      <w:r>
        <w:rPr>
          <w:rFonts w:cs="Georgia"/>
          <w:kern w:val="1"/>
        </w:rPr>
        <w:t xml:space="preserve">. </w:t>
      </w:r>
      <w:r w:rsidR="00BE611A">
        <w:rPr>
          <w:rFonts w:cs="Georgia"/>
          <w:kern w:val="1"/>
        </w:rPr>
        <w:t>Je vous félicite</w:t>
      </w:r>
      <w:r>
        <w:rPr>
          <w:rFonts w:cs="Georgia"/>
          <w:kern w:val="1"/>
        </w:rPr>
        <w:t>.</w:t>
      </w:r>
    </w:p>
    <w:p w14:paraId="23F586FC" w14:textId="77777777" w:rsidR="000E1451" w:rsidRDefault="000E1451" w:rsidP="00BE611A">
      <w:pPr>
        <w:rPr>
          <w:rFonts w:cs="Georgia"/>
          <w:kern w:val="1"/>
        </w:rPr>
      </w:pPr>
      <w:r>
        <w:rPr>
          <w:rFonts w:cs="Georgia"/>
          <w:kern w:val="1"/>
        </w:rPr>
        <w:lastRenderedPageBreak/>
        <w:t>— </w:t>
      </w:r>
      <w:r w:rsidR="00BE611A">
        <w:rPr>
          <w:rFonts w:cs="Georgia"/>
          <w:kern w:val="1"/>
        </w:rPr>
        <w:t>Je remercie votre Excellence</w:t>
      </w:r>
      <w:r>
        <w:rPr>
          <w:rFonts w:cs="Georgia"/>
          <w:kern w:val="1"/>
        </w:rPr>
        <w:t xml:space="preserve">. </w:t>
      </w:r>
      <w:r w:rsidR="00BE611A">
        <w:rPr>
          <w:rFonts w:cs="Georgia"/>
          <w:kern w:val="1"/>
        </w:rPr>
        <w:t>J</w:t>
      </w:r>
      <w:r>
        <w:rPr>
          <w:rFonts w:cs="Georgia"/>
          <w:kern w:val="1"/>
        </w:rPr>
        <w:t>’</w:t>
      </w:r>
      <w:r w:rsidR="00BE611A">
        <w:rPr>
          <w:rFonts w:cs="Georgia"/>
          <w:kern w:val="1"/>
        </w:rPr>
        <w:t>en profite pour lui demander si elle ne jugerait pas opportun de faire poser l</w:t>
      </w:r>
      <w:r>
        <w:rPr>
          <w:rFonts w:cs="Georgia"/>
          <w:kern w:val="1"/>
        </w:rPr>
        <w:t>’</w:t>
      </w:r>
      <w:r w:rsidR="00BE611A">
        <w:rPr>
          <w:rFonts w:cs="Georgia"/>
          <w:kern w:val="1"/>
        </w:rPr>
        <w:t>électricité dans le pavillon du parc</w:t>
      </w:r>
      <w:r>
        <w:rPr>
          <w:rFonts w:cs="Georgia"/>
          <w:kern w:val="1"/>
        </w:rPr>
        <w:t xml:space="preserve">, </w:t>
      </w:r>
      <w:r w:rsidR="00BE611A">
        <w:rPr>
          <w:rFonts w:cs="Georgia"/>
          <w:kern w:val="1"/>
        </w:rPr>
        <w:t xml:space="preserve">où elle rendrait bien des services à </w:t>
      </w:r>
      <w:r>
        <w:rPr>
          <w:rFonts w:cs="Georgia"/>
          <w:kern w:val="1"/>
        </w:rPr>
        <w:t>M</w:t>
      </w:r>
      <w:r w:rsidRPr="000E1451">
        <w:rPr>
          <w:rFonts w:cs="Georgia"/>
          <w:kern w:val="1"/>
          <w:vertAlign w:val="superscript"/>
        </w:rPr>
        <w:t>lle</w:t>
      </w:r>
      <w:r>
        <w:rPr>
          <w:rFonts w:cs="Georgia"/>
          <w:kern w:val="1"/>
        </w:rPr>
        <w:t> de </w:t>
      </w:r>
      <w:r w:rsidR="00BE611A">
        <w:rPr>
          <w:rFonts w:cs="Georgia"/>
          <w:kern w:val="1"/>
        </w:rPr>
        <w:t>Mirrbach</w:t>
      </w:r>
      <w:r>
        <w:rPr>
          <w:rFonts w:cs="Georgia"/>
          <w:kern w:val="1"/>
        </w:rPr>
        <w:t> ?</w:t>
      </w:r>
    </w:p>
    <w:p w14:paraId="1D48380F" w14:textId="77777777" w:rsidR="000E1451" w:rsidRDefault="00BE611A" w:rsidP="00BE611A">
      <w:pPr>
        <w:rPr>
          <w:rFonts w:cs="Georgia"/>
          <w:kern w:val="1"/>
        </w:rPr>
      </w:pPr>
      <w:r>
        <w:rPr>
          <w:rFonts w:cs="Georgia"/>
          <w:kern w:val="1"/>
        </w:rPr>
        <w:t>À deux reprises</w:t>
      </w:r>
      <w:r w:rsidR="000E1451">
        <w:rPr>
          <w:rFonts w:cs="Georgia"/>
          <w:kern w:val="1"/>
        </w:rPr>
        <w:t xml:space="preserve">, </w:t>
      </w:r>
      <w:r>
        <w:rPr>
          <w:rFonts w:cs="Georgia"/>
          <w:kern w:val="1"/>
        </w:rPr>
        <w:t>je venais de me hasarder à prononcer ce nom</w:t>
      </w:r>
      <w:r w:rsidR="000E1451">
        <w:rPr>
          <w:rFonts w:cs="Georgia"/>
          <w:kern w:val="1"/>
        </w:rPr>
        <w:t xml:space="preserve">. </w:t>
      </w:r>
      <w:r>
        <w:rPr>
          <w:rFonts w:cs="Georgia"/>
          <w:kern w:val="1"/>
        </w:rPr>
        <w:t>Il n</w:t>
      </w:r>
      <w:r w:rsidR="000E1451">
        <w:rPr>
          <w:rFonts w:cs="Georgia"/>
          <w:kern w:val="1"/>
        </w:rPr>
        <w:t>’</w:t>
      </w:r>
      <w:r>
        <w:rPr>
          <w:rFonts w:cs="Georgia"/>
          <w:kern w:val="1"/>
        </w:rPr>
        <w:t>eut pas l</w:t>
      </w:r>
      <w:r w:rsidR="000E1451">
        <w:rPr>
          <w:rFonts w:cs="Georgia"/>
          <w:kern w:val="1"/>
        </w:rPr>
        <w:t>’</w:t>
      </w:r>
      <w:r>
        <w:rPr>
          <w:rFonts w:cs="Georgia"/>
          <w:kern w:val="1"/>
        </w:rPr>
        <w:t>air de s</w:t>
      </w:r>
      <w:r w:rsidR="000E1451">
        <w:rPr>
          <w:rFonts w:cs="Georgia"/>
          <w:kern w:val="1"/>
        </w:rPr>
        <w:t>’</w:t>
      </w:r>
      <w:r>
        <w:rPr>
          <w:rFonts w:cs="Georgia"/>
          <w:kern w:val="1"/>
        </w:rPr>
        <w:t>en formaliser</w:t>
      </w:r>
      <w:r w:rsidR="000E1451">
        <w:rPr>
          <w:rFonts w:cs="Georgia"/>
          <w:kern w:val="1"/>
        </w:rPr>
        <w:t>.</w:t>
      </w:r>
    </w:p>
    <w:p w14:paraId="769B4800" w14:textId="77777777" w:rsidR="000E1451" w:rsidRDefault="000E1451" w:rsidP="00BE611A">
      <w:pPr>
        <w:rPr>
          <w:rFonts w:cs="Georgia"/>
          <w:kern w:val="1"/>
        </w:rPr>
      </w:pPr>
      <w:r>
        <w:rPr>
          <w:rFonts w:cs="Georgia"/>
          <w:kern w:val="1"/>
        </w:rPr>
        <w:t>— </w:t>
      </w:r>
      <w:r w:rsidR="00BE611A">
        <w:rPr>
          <w:rFonts w:cs="Georgia"/>
          <w:kern w:val="1"/>
        </w:rPr>
        <w:t>Je la consulterai à cet égard</w:t>
      </w:r>
      <w:r>
        <w:rPr>
          <w:rFonts w:cs="Georgia"/>
          <w:kern w:val="1"/>
        </w:rPr>
        <w:t xml:space="preserve">. </w:t>
      </w:r>
      <w:r w:rsidR="00BE611A">
        <w:rPr>
          <w:rFonts w:cs="Georgia"/>
          <w:kern w:val="1"/>
        </w:rPr>
        <w:t>Personnellement</w:t>
      </w:r>
      <w:r>
        <w:rPr>
          <w:rFonts w:cs="Georgia"/>
          <w:kern w:val="1"/>
        </w:rPr>
        <w:t xml:space="preserve">, </w:t>
      </w:r>
      <w:r w:rsidR="00BE611A">
        <w:rPr>
          <w:rFonts w:cs="Georgia"/>
          <w:kern w:val="1"/>
        </w:rPr>
        <w:t>je n</w:t>
      </w:r>
      <w:r>
        <w:rPr>
          <w:rFonts w:cs="Georgia"/>
          <w:kern w:val="1"/>
        </w:rPr>
        <w:t>’</w:t>
      </w:r>
      <w:r w:rsidR="00BE611A">
        <w:rPr>
          <w:rFonts w:cs="Georgia"/>
          <w:kern w:val="1"/>
        </w:rPr>
        <w:t>y vois pas d</w:t>
      </w:r>
      <w:r>
        <w:rPr>
          <w:rFonts w:cs="Georgia"/>
          <w:kern w:val="1"/>
        </w:rPr>
        <w:t>’</w:t>
      </w:r>
      <w:r w:rsidR="00BE611A">
        <w:rPr>
          <w:rFonts w:cs="Georgia"/>
          <w:kern w:val="1"/>
        </w:rPr>
        <w:t>inconvénient</w:t>
      </w:r>
      <w:r>
        <w:rPr>
          <w:rFonts w:cs="Georgia"/>
          <w:kern w:val="1"/>
        </w:rPr>
        <w:t xml:space="preserve">. </w:t>
      </w:r>
      <w:r w:rsidR="00BE611A">
        <w:rPr>
          <w:rFonts w:cs="Georgia"/>
          <w:kern w:val="1"/>
        </w:rPr>
        <w:t>Mais il faudra amener le courant jusque là-bas</w:t>
      </w:r>
      <w:r>
        <w:rPr>
          <w:rFonts w:cs="Georgia"/>
          <w:kern w:val="1"/>
        </w:rPr>
        <w:t xml:space="preserve">. </w:t>
      </w:r>
      <w:r w:rsidR="00BE611A">
        <w:rPr>
          <w:rFonts w:cs="Georgia"/>
          <w:kern w:val="1"/>
        </w:rPr>
        <w:t>Ce n</w:t>
      </w:r>
      <w:r>
        <w:rPr>
          <w:rFonts w:cs="Georgia"/>
          <w:kern w:val="1"/>
        </w:rPr>
        <w:t>’</w:t>
      </w:r>
      <w:r w:rsidR="00BE611A">
        <w:rPr>
          <w:rFonts w:cs="Georgia"/>
          <w:kern w:val="1"/>
        </w:rPr>
        <w:t>est pas prévu dans votre devis</w:t>
      </w:r>
      <w:r>
        <w:rPr>
          <w:rFonts w:cs="Georgia"/>
          <w:kern w:val="1"/>
        </w:rPr>
        <w:t>.</w:t>
      </w:r>
    </w:p>
    <w:p w14:paraId="3E261CD0" w14:textId="77777777" w:rsidR="000E1451" w:rsidRDefault="000E1451" w:rsidP="00BE611A">
      <w:pPr>
        <w:rPr>
          <w:rFonts w:cs="Georgia"/>
          <w:kern w:val="1"/>
        </w:rPr>
      </w:pPr>
      <w:r>
        <w:rPr>
          <w:rFonts w:cs="Georgia"/>
          <w:kern w:val="1"/>
        </w:rPr>
        <w:t>— </w:t>
      </w:r>
      <w:r w:rsidR="00BE611A">
        <w:rPr>
          <w:rFonts w:cs="Georgia"/>
          <w:kern w:val="1"/>
        </w:rPr>
        <w:t>Sous ce rapport</w:t>
      </w:r>
      <w:r>
        <w:rPr>
          <w:rFonts w:cs="Georgia"/>
          <w:kern w:val="1"/>
        </w:rPr>
        <w:t xml:space="preserve">, </w:t>
      </w:r>
      <w:r w:rsidR="00BE611A">
        <w:rPr>
          <w:rFonts w:cs="Georgia"/>
          <w:kern w:val="1"/>
        </w:rPr>
        <w:t>mon général</w:t>
      </w:r>
      <w:r>
        <w:rPr>
          <w:rFonts w:cs="Georgia"/>
          <w:kern w:val="1"/>
        </w:rPr>
        <w:t xml:space="preserve">, </w:t>
      </w:r>
      <w:r w:rsidR="00BE611A">
        <w:rPr>
          <w:rFonts w:cs="Georgia"/>
          <w:kern w:val="1"/>
        </w:rPr>
        <w:t>je trouverai au camp tout ce dont je pourrai avoir besoin</w:t>
      </w:r>
      <w:r>
        <w:rPr>
          <w:rFonts w:cs="Georgia"/>
          <w:kern w:val="1"/>
        </w:rPr>
        <w:t>.</w:t>
      </w:r>
    </w:p>
    <w:p w14:paraId="572C384B" w14:textId="77777777" w:rsidR="000E1451" w:rsidRDefault="000E1451" w:rsidP="00BE611A">
      <w:pPr>
        <w:rPr>
          <w:rFonts w:cs="Georgia"/>
          <w:kern w:val="1"/>
        </w:rPr>
      </w:pPr>
      <w:r>
        <w:rPr>
          <w:rFonts w:cs="Georgia"/>
          <w:kern w:val="1"/>
        </w:rPr>
        <w:t>— </w:t>
      </w:r>
      <w:r w:rsidR="00BE611A">
        <w:rPr>
          <w:rFonts w:cs="Georgia"/>
          <w:kern w:val="1"/>
        </w:rPr>
        <w:t>Très bien</w:t>
      </w:r>
      <w:r>
        <w:rPr>
          <w:rFonts w:cs="Georgia"/>
          <w:kern w:val="1"/>
        </w:rPr>
        <w:t xml:space="preserve">, </w:t>
      </w:r>
      <w:r w:rsidR="00BE611A">
        <w:rPr>
          <w:rFonts w:cs="Georgia"/>
          <w:kern w:val="1"/>
        </w:rPr>
        <w:t>alors</w:t>
      </w:r>
      <w:r>
        <w:rPr>
          <w:rFonts w:cs="Georgia"/>
          <w:kern w:val="1"/>
        </w:rPr>
        <w:t xml:space="preserve">. </w:t>
      </w:r>
      <w:r w:rsidR="00BE611A">
        <w:rPr>
          <w:rFonts w:cs="Georgia"/>
          <w:kern w:val="1"/>
        </w:rPr>
        <w:t>Mais c</w:t>
      </w:r>
      <w:r>
        <w:rPr>
          <w:rFonts w:cs="Georgia"/>
          <w:kern w:val="1"/>
        </w:rPr>
        <w:t>’</w:t>
      </w:r>
      <w:r w:rsidR="00BE611A">
        <w:rPr>
          <w:rFonts w:cs="Georgia"/>
          <w:kern w:val="1"/>
        </w:rPr>
        <w:t>est là quelque chose qui peut attendre</w:t>
      </w:r>
      <w:r>
        <w:rPr>
          <w:rFonts w:cs="Georgia"/>
          <w:kern w:val="1"/>
        </w:rPr>
        <w:t xml:space="preserve">. </w:t>
      </w:r>
      <w:r w:rsidR="00BE611A">
        <w:rPr>
          <w:rFonts w:cs="Georgia"/>
          <w:kern w:val="1"/>
        </w:rPr>
        <w:t>Il me tarde par contre de voir comment vous allez vous en tirer avec Spicheren</w:t>
      </w:r>
      <w:r>
        <w:rPr>
          <w:rFonts w:cs="Georgia"/>
          <w:kern w:val="1"/>
        </w:rPr>
        <w:t xml:space="preserve">. </w:t>
      </w:r>
      <w:r w:rsidR="00BE611A">
        <w:rPr>
          <w:rFonts w:cs="Georgia"/>
          <w:kern w:val="1"/>
        </w:rPr>
        <w:t>Tenez</w:t>
      </w:r>
      <w:r>
        <w:rPr>
          <w:rFonts w:cs="Georgia"/>
          <w:kern w:val="1"/>
        </w:rPr>
        <w:t xml:space="preserve">, </w:t>
      </w:r>
      <w:r w:rsidR="00BE611A">
        <w:rPr>
          <w:rFonts w:cs="Georgia"/>
          <w:kern w:val="1"/>
        </w:rPr>
        <w:t>coupons la poire en deux</w:t>
      </w:r>
      <w:r>
        <w:rPr>
          <w:rFonts w:cs="Georgia"/>
          <w:kern w:val="1"/>
        </w:rPr>
        <w:t xml:space="preserve">. </w:t>
      </w:r>
      <w:r w:rsidR="00BE611A">
        <w:rPr>
          <w:rFonts w:cs="Georgia"/>
          <w:kern w:val="1"/>
        </w:rPr>
        <w:t>Vous aurez toutes les matinées pour vous occuper du château</w:t>
      </w:r>
      <w:r>
        <w:rPr>
          <w:rFonts w:cs="Georgia"/>
          <w:kern w:val="1"/>
        </w:rPr>
        <w:t xml:space="preserve">, </w:t>
      </w:r>
      <w:r w:rsidR="00BE611A">
        <w:rPr>
          <w:rFonts w:cs="Georgia"/>
          <w:kern w:val="1"/>
        </w:rPr>
        <w:t>et vous réserverez seulement vos après-midi à mes vitrines</w:t>
      </w:r>
      <w:r>
        <w:rPr>
          <w:rFonts w:cs="Georgia"/>
          <w:kern w:val="1"/>
        </w:rPr>
        <w:t xml:space="preserve">. </w:t>
      </w:r>
      <w:r w:rsidR="00BE611A">
        <w:rPr>
          <w:rFonts w:cs="Georgia"/>
          <w:kern w:val="1"/>
        </w:rPr>
        <w:t>La durée de votre séjour ici s</w:t>
      </w:r>
      <w:r>
        <w:rPr>
          <w:rFonts w:cs="Georgia"/>
          <w:kern w:val="1"/>
        </w:rPr>
        <w:t>’</w:t>
      </w:r>
      <w:r w:rsidR="00BE611A">
        <w:rPr>
          <w:rFonts w:cs="Georgia"/>
          <w:kern w:val="1"/>
        </w:rPr>
        <w:t>en trouvera augmentée</w:t>
      </w:r>
      <w:r>
        <w:rPr>
          <w:rFonts w:cs="Georgia"/>
          <w:kern w:val="1"/>
        </w:rPr>
        <w:t xml:space="preserve">, </w:t>
      </w:r>
      <w:r w:rsidR="00BE611A">
        <w:rPr>
          <w:rFonts w:cs="Georgia"/>
          <w:kern w:val="1"/>
        </w:rPr>
        <w:t>mais je m</w:t>
      </w:r>
      <w:r>
        <w:rPr>
          <w:rFonts w:cs="Georgia"/>
          <w:kern w:val="1"/>
        </w:rPr>
        <w:t>’</w:t>
      </w:r>
      <w:r w:rsidR="00BE611A">
        <w:rPr>
          <w:rFonts w:cs="Georgia"/>
          <w:kern w:val="1"/>
        </w:rPr>
        <w:t>arrangerai avec le capitaine Elbing</w:t>
      </w:r>
      <w:r>
        <w:rPr>
          <w:rFonts w:cs="Georgia"/>
          <w:kern w:val="1"/>
        </w:rPr>
        <w:t xml:space="preserve">. </w:t>
      </w:r>
      <w:r w:rsidR="00BE611A">
        <w:rPr>
          <w:rFonts w:cs="Georgia"/>
          <w:kern w:val="1"/>
        </w:rPr>
        <w:t>Dès aujourd</w:t>
      </w:r>
      <w:r>
        <w:rPr>
          <w:rFonts w:cs="Georgia"/>
          <w:kern w:val="1"/>
        </w:rPr>
        <w:t>’</w:t>
      </w:r>
      <w:r w:rsidR="00BE611A">
        <w:rPr>
          <w:rFonts w:cs="Georgia"/>
          <w:kern w:val="1"/>
        </w:rPr>
        <w:t>hui</w:t>
      </w:r>
      <w:r>
        <w:rPr>
          <w:rFonts w:cs="Georgia"/>
          <w:kern w:val="1"/>
        </w:rPr>
        <w:t xml:space="preserve">, </w:t>
      </w:r>
      <w:r w:rsidR="00BE611A">
        <w:rPr>
          <w:rFonts w:cs="Georgia"/>
          <w:kern w:val="1"/>
        </w:rPr>
        <w:t>soyez donc dans mon cabinet à une heure et demie</w:t>
      </w:r>
      <w:r>
        <w:rPr>
          <w:rFonts w:cs="Georgia"/>
          <w:kern w:val="1"/>
        </w:rPr>
        <w:t xml:space="preserve">. </w:t>
      </w:r>
      <w:r w:rsidR="00BE611A">
        <w:rPr>
          <w:rFonts w:cs="Georgia"/>
          <w:kern w:val="1"/>
        </w:rPr>
        <w:t>Je tiens à vous donner quelques aperçus inédits sur Spicheren</w:t>
      </w:r>
      <w:r>
        <w:rPr>
          <w:rFonts w:cs="Georgia"/>
          <w:kern w:val="1"/>
        </w:rPr>
        <w:t xml:space="preserve">. </w:t>
      </w:r>
      <w:r w:rsidR="00BE611A">
        <w:rPr>
          <w:rFonts w:cs="Georgia"/>
          <w:kern w:val="1"/>
        </w:rPr>
        <w:t>Il faut que vous sachiez que Steinmetz</w:t>
      </w:r>
      <w:r>
        <w:rPr>
          <w:rFonts w:cs="Georgia"/>
          <w:kern w:val="1"/>
        </w:rPr>
        <w:t xml:space="preserve">, </w:t>
      </w:r>
      <w:r w:rsidR="00BE611A">
        <w:rPr>
          <w:rFonts w:cs="Georgia"/>
          <w:kern w:val="1"/>
        </w:rPr>
        <w:t xml:space="preserve">qui commandait la </w:t>
      </w:r>
      <w:r>
        <w:rPr>
          <w:rFonts w:cs="Georgia"/>
          <w:kern w:val="1"/>
        </w:rPr>
        <w:t>1</w:t>
      </w:r>
      <w:r w:rsidRPr="000E1451">
        <w:rPr>
          <w:rFonts w:cs="Georgia"/>
          <w:kern w:val="1"/>
          <w:vertAlign w:val="superscript"/>
        </w:rPr>
        <w:t>re</w:t>
      </w:r>
      <w:r w:rsidR="00BE611A">
        <w:rPr>
          <w:rFonts w:cs="Georgia"/>
          <w:kern w:val="1"/>
        </w:rPr>
        <w:t xml:space="preserve"> Armée</w:t>
      </w:r>
      <w:r>
        <w:rPr>
          <w:rFonts w:cs="Georgia"/>
          <w:kern w:val="1"/>
        </w:rPr>
        <w:t xml:space="preserve">, </w:t>
      </w:r>
      <w:r w:rsidR="00BE611A">
        <w:rPr>
          <w:rFonts w:cs="Georgia"/>
          <w:kern w:val="1"/>
        </w:rPr>
        <w:t>s</w:t>
      </w:r>
      <w:r>
        <w:rPr>
          <w:rFonts w:cs="Georgia"/>
          <w:kern w:val="1"/>
        </w:rPr>
        <w:t>’</w:t>
      </w:r>
      <w:r w:rsidR="00BE611A">
        <w:rPr>
          <w:rFonts w:cs="Georgia"/>
          <w:kern w:val="1"/>
        </w:rPr>
        <w:t>était assigné un double but</w:t>
      </w:r>
      <w:r>
        <w:rPr>
          <w:rFonts w:cs="Georgia"/>
          <w:kern w:val="1"/>
        </w:rPr>
        <w:t xml:space="preserve"> : </w:t>
      </w:r>
      <w:r w:rsidR="00BE611A">
        <w:rPr>
          <w:rFonts w:cs="Georgia"/>
          <w:bCs/>
          <w:i/>
          <w:iCs/>
          <w:kern w:val="1"/>
        </w:rPr>
        <w:t>primo</w:t>
      </w:r>
      <w:r>
        <w:t xml:space="preserve">, </w:t>
      </w:r>
      <w:r w:rsidR="00BE611A">
        <w:rPr>
          <w:rFonts w:cs="Georgia"/>
          <w:kern w:val="1"/>
        </w:rPr>
        <w:t>occuper la rive gauche de la Sarre</w:t>
      </w:r>
      <w:r>
        <w:rPr>
          <w:rFonts w:cs="Georgia"/>
          <w:kern w:val="1"/>
        </w:rPr>
        <w:t xml:space="preserve"> ; </w:t>
      </w:r>
      <w:r w:rsidR="00BE611A">
        <w:rPr>
          <w:rFonts w:cs="Georgia"/>
          <w:bCs/>
          <w:i/>
          <w:iCs/>
          <w:kern w:val="1"/>
        </w:rPr>
        <w:t>secundo</w:t>
      </w:r>
      <w:r>
        <w:t xml:space="preserve">, </w:t>
      </w:r>
      <w:r w:rsidR="00BE611A">
        <w:rPr>
          <w:rFonts w:cs="Georgia"/>
          <w:kern w:val="1"/>
        </w:rPr>
        <w:t>gêner les embarquements de troupes françaises à Forbach</w:t>
      </w:r>
      <w:r>
        <w:rPr>
          <w:rFonts w:cs="Georgia"/>
          <w:kern w:val="1"/>
        </w:rPr>
        <w:t xml:space="preserve">. </w:t>
      </w:r>
      <w:r w:rsidR="00BE611A">
        <w:rPr>
          <w:rFonts w:cs="Georgia"/>
          <w:kern w:val="1"/>
        </w:rPr>
        <w:t>Quel dommage que vous ne soyez pas officier</w:t>
      </w:r>
      <w:r>
        <w:rPr>
          <w:rFonts w:cs="Georgia"/>
          <w:kern w:val="1"/>
        </w:rPr>
        <w:t xml:space="preserve"> ! </w:t>
      </w:r>
      <w:r w:rsidR="00BE611A">
        <w:rPr>
          <w:rFonts w:cs="Georgia"/>
          <w:kern w:val="1"/>
        </w:rPr>
        <w:t>De tels détails cesseraient de vous paraître sans objet</w:t>
      </w:r>
      <w:r>
        <w:rPr>
          <w:rFonts w:cs="Georgia"/>
          <w:kern w:val="1"/>
        </w:rPr>
        <w:t xml:space="preserve">. </w:t>
      </w:r>
      <w:r w:rsidR="00BE611A">
        <w:rPr>
          <w:rFonts w:cs="Georgia"/>
          <w:kern w:val="1"/>
        </w:rPr>
        <w:t>L</w:t>
      </w:r>
      <w:r>
        <w:rPr>
          <w:rFonts w:cs="Georgia"/>
          <w:kern w:val="1"/>
        </w:rPr>
        <w:t>’</w:t>
      </w:r>
      <w:r w:rsidR="00BE611A">
        <w:rPr>
          <w:rFonts w:cs="Georgia"/>
          <w:kern w:val="1"/>
        </w:rPr>
        <w:t>étude des cas d</w:t>
      </w:r>
      <w:r>
        <w:rPr>
          <w:rFonts w:cs="Georgia"/>
          <w:kern w:val="1"/>
        </w:rPr>
        <w:t>’</w:t>
      </w:r>
      <w:r w:rsidR="00BE611A">
        <w:rPr>
          <w:rFonts w:cs="Georgia"/>
          <w:kern w:val="1"/>
        </w:rPr>
        <w:t>espèce</w:t>
      </w:r>
      <w:r>
        <w:rPr>
          <w:rFonts w:cs="Georgia"/>
          <w:kern w:val="1"/>
        </w:rPr>
        <w:t xml:space="preserve">, </w:t>
      </w:r>
      <w:r w:rsidR="00BE611A">
        <w:rPr>
          <w:rFonts w:cs="Georgia"/>
          <w:kern w:val="1"/>
        </w:rPr>
        <w:t>Clausewitz l</w:t>
      </w:r>
      <w:r>
        <w:rPr>
          <w:rFonts w:cs="Georgia"/>
          <w:kern w:val="1"/>
        </w:rPr>
        <w:t>’</w:t>
      </w:r>
      <w:r w:rsidR="00BE611A">
        <w:rPr>
          <w:rFonts w:cs="Georgia"/>
          <w:kern w:val="1"/>
        </w:rPr>
        <w:t>a dit</w:t>
      </w:r>
      <w:r>
        <w:rPr>
          <w:rFonts w:cs="Georgia"/>
          <w:kern w:val="1"/>
        </w:rPr>
        <w:t xml:space="preserve">, </w:t>
      </w:r>
      <w:r w:rsidR="00BE611A">
        <w:rPr>
          <w:rFonts w:cs="Georgia"/>
          <w:kern w:val="1"/>
        </w:rPr>
        <w:t>n</w:t>
      </w:r>
      <w:r>
        <w:rPr>
          <w:rFonts w:cs="Georgia"/>
          <w:kern w:val="1"/>
        </w:rPr>
        <w:t>’</w:t>
      </w:r>
      <w:r w:rsidR="00BE611A">
        <w:rPr>
          <w:rFonts w:cs="Georgia"/>
          <w:kern w:val="1"/>
        </w:rPr>
        <w:t>est rien sans la connaissance des principes généraux</w:t>
      </w:r>
      <w:r>
        <w:rPr>
          <w:rFonts w:cs="Georgia"/>
          <w:kern w:val="1"/>
        </w:rPr>
        <w:t xml:space="preserve">. </w:t>
      </w:r>
      <w:r w:rsidR="00BE611A">
        <w:rPr>
          <w:rFonts w:cs="Georgia"/>
          <w:kern w:val="1"/>
        </w:rPr>
        <w:t>Il faut que je vous initie au plan de la marche à la Sarre</w:t>
      </w:r>
      <w:r>
        <w:rPr>
          <w:rFonts w:cs="Georgia"/>
          <w:kern w:val="1"/>
        </w:rPr>
        <w:t xml:space="preserve">, </w:t>
      </w:r>
      <w:r w:rsidR="00BE611A">
        <w:rPr>
          <w:rFonts w:cs="Georgia"/>
          <w:kern w:val="1"/>
        </w:rPr>
        <w:t>au cours de la première semaine d</w:t>
      </w:r>
      <w:r>
        <w:rPr>
          <w:rFonts w:cs="Georgia"/>
          <w:kern w:val="1"/>
        </w:rPr>
        <w:t>’</w:t>
      </w:r>
      <w:r w:rsidR="00BE611A">
        <w:rPr>
          <w:rFonts w:cs="Georgia"/>
          <w:kern w:val="1"/>
        </w:rPr>
        <w:t>août 1870</w:t>
      </w:r>
      <w:r>
        <w:rPr>
          <w:rFonts w:cs="Georgia"/>
          <w:kern w:val="1"/>
        </w:rPr>
        <w:t xml:space="preserve">. </w:t>
      </w:r>
      <w:r w:rsidR="00BE611A">
        <w:rPr>
          <w:rFonts w:cs="Georgia"/>
          <w:kern w:val="1"/>
        </w:rPr>
        <w:t>Après</w:t>
      </w:r>
      <w:r>
        <w:rPr>
          <w:rFonts w:cs="Georgia"/>
          <w:kern w:val="1"/>
        </w:rPr>
        <w:t xml:space="preserve">, </w:t>
      </w:r>
      <w:r w:rsidR="00BE611A">
        <w:rPr>
          <w:rFonts w:cs="Georgia"/>
          <w:kern w:val="1"/>
        </w:rPr>
        <w:t>je vous regarderai travailler</w:t>
      </w:r>
      <w:r>
        <w:rPr>
          <w:rFonts w:cs="Georgia"/>
          <w:kern w:val="1"/>
        </w:rPr>
        <w:t xml:space="preserve">. </w:t>
      </w:r>
      <w:r w:rsidR="00BE611A">
        <w:rPr>
          <w:rFonts w:cs="Georgia"/>
          <w:kern w:val="1"/>
        </w:rPr>
        <w:t>Ou plutôt</w:t>
      </w:r>
      <w:r>
        <w:rPr>
          <w:rFonts w:cs="Georgia"/>
          <w:kern w:val="1"/>
        </w:rPr>
        <w:t xml:space="preserve">, </w:t>
      </w:r>
      <w:r w:rsidR="00BE611A">
        <w:rPr>
          <w:rFonts w:cs="Georgia"/>
          <w:kern w:val="1"/>
        </w:rPr>
        <w:t>non</w:t>
      </w:r>
      <w:r>
        <w:rPr>
          <w:rFonts w:cs="Georgia"/>
          <w:kern w:val="1"/>
        </w:rPr>
        <w:t xml:space="preserve">, </w:t>
      </w:r>
      <w:r w:rsidR="00BE611A">
        <w:rPr>
          <w:rFonts w:cs="Georgia"/>
          <w:kern w:val="1"/>
        </w:rPr>
        <w:t xml:space="preserve">je </w:t>
      </w:r>
      <w:r w:rsidR="00BE611A">
        <w:rPr>
          <w:rFonts w:cs="Georgia"/>
          <w:kern w:val="1"/>
        </w:rPr>
        <w:lastRenderedPageBreak/>
        <w:t>vous laisserai</w:t>
      </w:r>
      <w:r>
        <w:rPr>
          <w:rFonts w:cs="Georgia"/>
          <w:kern w:val="1"/>
        </w:rPr>
        <w:t xml:space="preserve">, </w:t>
      </w:r>
      <w:r w:rsidR="00BE611A">
        <w:rPr>
          <w:rFonts w:cs="Georgia"/>
          <w:kern w:val="1"/>
        </w:rPr>
        <w:t>et ne reviendrai que quand vous aurez terminé</w:t>
      </w:r>
      <w:r>
        <w:rPr>
          <w:rFonts w:cs="Georgia"/>
          <w:kern w:val="1"/>
        </w:rPr>
        <w:t xml:space="preserve">, </w:t>
      </w:r>
      <w:r w:rsidR="00BE611A">
        <w:rPr>
          <w:rFonts w:cs="Georgia"/>
          <w:kern w:val="1"/>
        </w:rPr>
        <w:t>afin de mieux avoir la surprise</w:t>
      </w:r>
      <w:r>
        <w:rPr>
          <w:rFonts w:cs="Georgia"/>
          <w:kern w:val="1"/>
        </w:rPr>
        <w:t>.</w:t>
      </w:r>
    </w:p>
    <w:p w14:paraId="56788231" w14:textId="77777777" w:rsidR="000E1451" w:rsidRDefault="00BE611A" w:rsidP="00BE611A">
      <w:pPr>
        <w:rPr>
          <w:rFonts w:cs="Georgia"/>
          <w:kern w:val="1"/>
        </w:rPr>
      </w:pPr>
      <w:r>
        <w:rPr>
          <w:rFonts w:cs="Georgia"/>
          <w:kern w:val="1"/>
        </w:rPr>
        <w:t>Je le sentais joyeux comme un enfant</w:t>
      </w:r>
      <w:r w:rsidR="000E1451">
        <w:rPr>
          <w:rFonts w:cs="Georgia"/>
          <w:kern w:val="1"/>
        </w:rPr>
        <w:t xml:space="preserve">. </w:t>
      </w:r>
      <w:r>
        <w:rPr>
          <w:rFonts w:cs="Georgia"/>
          <w:kern w:val="1"/>
        </w:rPr>
        <w:t>Je l</w:t>
      </w:r>
      <w:r w:rsidR="000E1451">
        <w:rPr>
          <w:rFonts w:cs="Georgia"/>
          <w:kern w:val="1"/>
        </w:rPr>
        <w:t>’</w:t>
      </w:r>
      <w:r>
        <w:rPr>
          <w:rFonts w:cs="Georgia"/>
          <w:kern w:val="1"/>
        </w:rPr>
        <w:t>étais moi-même</w:t>
      </w:r>
      <w:r w:rsidR="000E1451">
        <w:rPr>
          <w:rFonts w:cs="Georgia"/>
          <w:kern w:val="1"/>
        </w:rPr>
        <w:t>. « </w:t>
      </w:r>
      <w:r>
        <w:rPr>
          <w:rFonts w:cs="Georgia"/>
          <w:kern w:val="1"/>
        </w:rPr>
        <w:t>Je connais quelqu</w:t>
      </w:r>
      <w:r w:rsidR="000E1451">
        <w:rPr>
          <w:rFonts w:cs="Georgia"/>
          <w:kern w:val="1"/>
        </w:rPr>
        <w:t>’</w:t>
      </w:r>
      <w:r>
        <w:rPr>
          <w:rFonts w:cs="Georgia"/>
          <w:kern w:val="1"/>
        </w:rPr>
        <w:t>un</w:t>
      </w:r>
      <w:r w:rsidR="000E1451">
        <w:rPr>
          <w:rFonts w:cs="Georgia"/>
          <w:kern w:val="1"/>
        </w:rPr>
        <w:t xml:space="preserve">, </w:t>
      </w:r>
      <w:r>
        <w:rPr>
          <w:rFonts w:cs="Georgia"/>
          <w:kern w:val="1"/>
        </w:rPr>
        <w:t>me disais-je</w:t>
      </w:r>
      <w:r w:rsidR="000E1451">
        <w:rPr>
          <w:rFonts w:cs="Georgia"/>
          <w:kern w:val="1"/>
        </w:rPr>
        <w:t xml:space="preserve">, </w:t>
      </w:r>
      <w:r>
        <w:rPr>
          <w:rFonts w:cs="Georgia"/>
          <w:kern w:val="1"/>
        </w:rPr>
        <w:t>qui sera le dernier des maladroits si</w:t>
      </w:r>
      <w:r w:rsidR="000E1451">
        <w:rPr>
          <w:rFonts w:cs="Georgia"/>
          <w:kern w:val="1"/>
        </w:rPr>
        <w:t xml:space="preserve">, </w:t>
      </w:r>
      <w:r>
        <w:rPr>
          <w:rFonts w:cs="Georgia"/>
          <w:kern w:val="1"/>
        </w:rPr>
        <w:t>d</w:t>
      </w:r>
      <w:r w:rsidR="000E1451">
        <w:rPr>
          <w:rFonts w:cs="Georgia"/>
          <w:kern w:val="1"/>
        </w:rPr>
        <w:t>’</w:t>
      </w:r>
      <w:r>
        <w:rPr>
          <w:rFonts w:cs="Georgia"/>
          <w:kern w:val="1"/>
        </w:rPr>
        <w:t>ici la paix</w:t>
      </w:r>
      <w:r w:rsidR="000E1451">
        <w:rPr>
          <w:rFonts w:cs="Georgia"/>
          <w:kern w:val="1"/>
        </w:rPr>
        <w:t xml:space="preserve">, </w:t>
      </w:r>
      <w:r>
        <w:rPr>
          <w:rFonts w:cs="Georgia"/>
          <w:kern w:val="1"/>
        </w:rPr>
        <w:t>il retourne une seule fois encore en corvée</w:t>
      </w:r>
      <w:r w:rsidR="000E1451">
        <w:rPr>
          <w:rFonts w:cs="Georgia"/>
          <w:kern w:val="1"/>
        </w:rPr>
        <w:t xml:space="preserve">, </w:t>
      </w:r>
      <w:r>
        <w:rPr>
          <w:rFonts w:cs="Georgia"/>
          <w:kern w:val="1"/>
        </w:rPr>
        <w:t>dans la boue ou le vent</w:t>
      </w:r>
      <w:r w:rsidR="000E1451">
        <w:rPr>
          <w:rFonts w:cs="Georgia"/>
          <w:kern w:val="1"/>
        </w:rPr>
        <w:t xml:space="preserve">, </w:t>
      </w:r>
      <w:r>
        <w:rPr>
          <w:rFonts w:cs="Georgia"/>
          <w:kern w:val="1"/>
        </w:rPr>
        <w:t>à Reichendorf-see ou</w:t>
      </w:r>
      <w:r w:rsidR="00A6632D">
        <w:rPr>
          <w:rFonts w:cs="Georgia"/>
          <w:kern w:val="1"/>
        </w:rPr>
        <w:t xml:space="preserve"> </w:t>
      </w:r>
      <w:r>
        <w:rPr>
          <w:rFonts w:cs="Georgia"/>
          <w:kern w:val="1"/>
        </w:rPr>
        <w:t>à Reichendorf-station</w:t>
      </w:r>
      <w:r w:rsidR="000E1451">
        <w:rPr>
          <w:rFonts w:cs="Georgia"/>
          <w:kern w:val="1"/>
        </w:rPr>
        <w:t>. »</w:t>
      </w:r>
      <w:r>
        <w:rPr>
          <w:rFonts w:cs="Georgia"/>
          <w:kern w:val="1"/>
        </w:rPr>
        <w:t xml:space="preserve"> Trente mois de captivité</w:t>
      </w:r>
      <w:r w:rsidR="000E1451">
        <w:rPr>
          <w:rFonts w:cs="Georgia"/>
          <w:kern w:val="1"/>
        </w:rPr>
        <w:t xml:space="preserve">, </w:t>
      </w:r>
      <w:r>
        <w:rPr>
          <w:rFonts w:cs="Georgia"/>
          <w:kern w:val="1"/>
        </w:rPr>
        <w:t>on le devine sans peine</w:t>
      </w:r>
      <w:r w:rsidR="000E1451">
        <w:rPr>
          <w:rFonts w:cs="Georgia"/>
          <w:kern w:val="1"/>
        </w:rPr>
        <w:t xml:space="preserve">, </w:t>
      </w:r>
      <w:r>
        <w:rPr>
          <w:rFonts w:cs="Georgia"/>
          <w:kern w:val="1"/>
        </w:rPr>
        <w:t>m</w:t>
      </w:r>
      <w:r w:rsidR="000E1451">
        <w:rPr>
          <w:rFonts w:cs="Georgia"/>
          <w:kern w:val="1"/>
        </w:rPr>
        <w:t>’</w:t>
      </w:r>
      <w:r>
        <w:rPr>
          <w:rFonts w:cs="Georgia"/>
          <w:kern w:val="1"/>
        </w:rPr>
        <w:t>avaient rendu sensible au bien-être que je comptais trouver au château</w:t>
      </w:r>
      <w:r w:rsidR="000E1451">
        <w:rPr>
          <w:rFonts w:cs="Georgia"/>
          <w:kern w:val="1"/>
        </w:rPr>
        <w:t xml:space="preserve">. </w:t>
      </w:r>
      <w:r>
        <w:rPr>
          <w:rFonts w:cs="Georgia"/>
          <w:kern w:val="1"/>
        </w:rPr>
        <w:t>Mais un point de vue aussi terre à terre était-il à lui seul capable d</w:t>
      </w:r>
      <w:r w:rsidR="000E1451">
        <w:rPr>
          <w:rFonts w:cs="Georgia"/>
          <w:kern w:val="1"/>
        </w:rPr>
        <w:t>’</w:t>
      </w:r>
      <w:r>
        <w:rPr>
          <w:rFonts w:cs="Georgia"/>
          <w:kern w:val="1"/>
        </w:rPr>
        <w:t>expliquer l</w:t>
      </w:r>
      <w:r w:rsidR="000E1451">
        <w:rPr>
          <w:rFonts w:cs="Georgia"/>
          <w:kern w:val="1"/>
        </w:rPr>
        <w:t>’</w:t>
      </w:r>
      <w:r>
        <w:rPr>
          <w:rFonts w:cs="Georgia"/>
          <w:kern w:val="1"/>
        </w:rPr>
        <w:t>espèce d</w:t>
      </w:r>
      <w:r w:rsidR="000E1451">
        <w:rPr>
          <w:rFonts w:cs="Georgia"/>
          <w:kern w:val="1"/>
        </w:rPr>
        <w:t>’</w:t>
      </w:r>
      <w:r>
        <w:rPr>
          <w:rFonts w:cs="Georgia"/>
          <w:kern w:val="1"/>
        </w:rPr>
        <w:t>ivresse dont je débordais</w:t>
      </w:r>
      <w:r w:rsidR="000E1451">
        <w:rPr>
          <w:rFonts w:cs="Georgia"/>
          <w:kern w:val="1"/>
        </w:rPr>
        <w:t xml:space="preserve"> ? </w:t>
      </w:r>
      <w:r>
        <w:rPr>
          <w:rFonts w:cs="Georgia"/>
          <w:kern w:val="1"/>
        </w:rPr>
        <w:t>L</w:t>
      </w:r>
      <w:r w:rsidR="000E1451">
        <w:rPr>
          <w:rFonts w:cs="Georgia"/>
          <w:kern w:val="1"/>
        </w:rPr>
        <w:t>’</w:t>
      </w:r>
      <w:r>
        <w:rPr>
          <w:rFonts w:cs="Georgia"/>
          <w:kern w:val="1"/>
        </w:rPr>
        <w:t>insistance avec laquelle je me l</w:t>
      </w:r>
      <w:r w:rsidR="000E1451">
        <w:rPr>
          <w:rFonts w:cs="Georgia"/>
          <w:kern w:val="1"/>
        </w:rPr>
        <w:t>’</w:t>
      </w:r>
      <w:r>
        <w:rPr>
          <w:rFonts w:cs="Georgia"/>
          <w:kern w:val="1"/>
        </w:rPr>
        <w:t>affirmais était la meilleure preuve du contraire</w:t>
      </w:r>
      <w:r w:rsidR="000E1451">
        <w:rPr>
          <w:rFonts w:cs="Georgia"/>
          <w:kern w:val="1"/>
        </w:rPr>
        <w:t>.</w:t>
      </w:r>
    </w:p>
    <w:p w14:paraId="68276FAF" w14:textId="77777777" w:rsidR="000E1451" w:rsidRDefault="000E1451" w:rsidP="00BE611A">
      <w:pPr>
        <w:rPr>
          <w:rFonts w:cs="Georgia"/>
          <w:kern w:val="1"/>
        </w:rPr>
      </w:pPr>
      <w:r>
        <w:rPr>
          <w:rFonts w:cs="Georgia"/>
          <w:kern w:val="1"/>
        </w:rPr>
        <w:t>— </w:t>
      </w:r>
      <w:r w:rsidR="00BE611A">
        <w:rPr>
          <w:rFonts w:cs="Georgia"/>
          <w:kern w:val="1"/>
        </w:rPr>
        <w:t>Alors</w:t>
      </w:r>
      <w:r>
        <w:rPr>
          <w:rFonts w:cs="Georgia"/>
          <w:kern w:val="1"/>
        </w:rPr>
        <w:t xml:space="preserve">, </w:t>
      </w:r>
      <w:r w:rsidR="00BE611A">
        <w:rPr>
          <w:rFonts w:cs="Georgia"/>
          <w:kern w:val="1"/>
        </w:rPr>
        <w:t>c</w:t>
      </w:r>
      <w:r>
        <w:rPr>
          <w:rFonts w:cs="Georgia"/>
          <w:kern w:val="1"/>
        </w:rPr>
        <w:t>’</w:t>
      </w:r>
      <w:r w:rsidR="00BE611A">
        <w:rPr>
          <w:rFonts w:cs="Georgia"/>
          <w:kern w:val="1"/>
        </w:rPr>
        <w:t>est entendu</w:t>
      </w:r>
      <w:r>
        <w:rPr>
          <w:rFonts w:cs="Georgia"/>
          <w:kern w:val="1"/>
        </w:rPr>
        <w:t xml:space="preserve">. </w:t>
      </w:r>
      <w:r w:rsidR="00BE611A">
        <w:rPr>
          <w:rFonts w:cs="Georgia"/>
          <w:kern w:val="1"/>
        </w:rPr>
        <w:t>Après-midi</w:t>
      </w:r>
      <w:r>
        <w:rPr>
          <w:rFonts w:cs="Georgia"/>
          <w:kern w:val="1"/>
        </w:rPr>
        <w:t xml:space="preserve">, </w:t>
      </w:r>
      <w:r w:rsidR="00BE611A">
        <w:rPr>
          <w:rFonts w:cs="Georgia"/>
          <w:kern w:val="1"/>
        </w:rPr>
        <w:t>à une heure et demie</w:t>
      </w:r>
      <w:r>
        <w:rPr>
          <w:rFonts w:cs="Georgia"/>
          <w:kern w:val="1"/>
        </w:rPr>
        <w:t xml:space="preserve">, </w:t>
      </w:r>
      <w:r w:rsidR="00BE611A">
        <w:rPr>
          <w:rFonts w:cs="Georgia"/>
          <w:kern w:val="1"/>
        </w:rPr>
        <w:t>Spicheren</w:t>
      </w:r>
      <w:r>
        <w:rPr>
          <w:rFonts w:cs="Georgia"/>
          <w:kern w:val="1"/>
        </w:rPr>
        <w:t xml:space="preserve">. </w:t>
      </w:r>
      <w:r w:rsidR="00BE611A">
        <w:rPr>
          <w:rFonts w:cs="Georgia"/>
          <w:kern w:val="1"/>
        </w:rPr>
        <w:t>Je vais préparer les cartes nécessaires à ma petite démonstration</w:t>
      </w:r>
      <w:r>
        <w:rPr>
          <w:rFonts w:cs="Georgia"/>
          <w:kern w:val="1"/>
        </w:rPr>
        <w:t xml:space="preserve">. </w:t>
      </w:r>
      <w:r w:rsidR="00BE611A">
        <w:rPr>
          <w:rFonts w:cs="Georgia"/>
          <w:kern w:val="1"/>
        </w:rPr>
        <w:t>À propos</w:t>
      </w:r>
      <w:r>
        <w:rPr>
          <w:rFonts w:cs="Georgia"/>
          <w:kern w:val="1"/>
        </w:rPr>
        <w:t xml:space="preserve">, </w:t>
      </w:r>
      <w:r w:rsidR="00BE611A">
        <w:rPr>
          <w:rFonts w:cs="Georgia"/>
          <w:kern w:val="1"/>
        </w:rPr>
        <w:t>ne pourriez-vous pas ajouter une ampoule à la deuxième vitrine de la bataille de Borny</w:t>
      </w:r>
      <w:r>
        <w:rPr>
          <w:rFonts w:cs="Georgia"/>
          <w:kern w:val="1"/>
        </w:rPr>
        <w:t xml:space="preserve">, </w:t>
      </w:r>
      <w:r w:rsidR="00BE611A">
        <w:rPr>
          <w:rFonts w:cs="Georgia"/>
          <w:kern w:val="1"/>
        </w:rPr>
        <w:t>celle qui représente l</w:t>
      </w:r>
      <w:r>
        <w:rPr>
          <w:rFonts w:cs="Georgia"/>
          <w:kern w:val="1"/>
        </w:rPr>
        <w:t>’</w:t>
      </w:r>
      <w:r w:rsidR="00BE611A">
        <w:rPr>
          <w:rFonts w:cs="Georgia"/>
          <w:kern w:val="1"/>
        </w:rPr>
        <w:t>entrée en action de mon régiment</w:t>
      </w:r>
      <w:r>
        <w:rPr>
          <w:rFonts w:cs="Georgia"/>
          <w:kern w:val="1"/>
        </w:rPr>
        <w:t xml:space="preserve">, </w:t>
      </w:r>
      <w:r w:rsidR="00BE611A">
        <w:rPr>
          <w:rFonts w:cs="Georgia"/>
          <w:kern w:val="1"/>
        </w:rPr>
        <w:t xml:space="preserve">le </w:t>
      </w:r>
      <w:r>
        <w:rPr>
          <w:rFonts w:cs="Georgia"/>
          <w:kern w:val="1"/>
        </w:rPr>
        <w:t>3</w:t>
      </w:r>
      <w:r w:rsidRPr="000E1451">
        <w:rPr>
          <w:rFonts w:cs="Georgia"/>
          <w:kern w:val="1"/>
          <w:vertAlign w:val="superscript"/>
        </w:rPr>
        <w:t>e</w:t>
      </w:r>
      <w:r>
        <w:rPr>
          <w:rFonts w:cs="Georgia"/>
          <w:kern w:val="1"/>
        </w:rPr>
        <w:t xml:space="preserve"> </w:t>
      </w:r>
      <w:r w:rsidR="00BE611A">
        <w:rPr>
          <w:rFonts w:cs="Georgia"/>
          <w:kern w:val="1"/>
        </w:rPr>
        <w:t>cuirassiers de Kœnigsberg</w:t>
      </w:r>
      <w:r>
        <w:rPr>
          <w:rFonts w:cs="Georgia"/>
          <w:kern w:val="1"/>
        </w:rPr>
        <w:t xml:space="preserve"> ? </w:t>
      </w:r>
      <w:r w:rsidR="00BE611A">
        <w:rPr>
          <w:rFonts w:cs="Georgia"/>
          <w:kern w:val="1"/>
        </w:rPr>
        <w:t xml:space="preserve">Le lieutenant que vous voyez en tête du </w:t>
      </w:r>
      <w:r>
        <w:rPr>
          <w:rFonts w:cs="Georgia"/>
          <w:kern w:val="1"/>
        </w:rPr>
        <w:t>2</w:t>
      </w:r>
      <w:r w:rsidRPr="000E1451">
        <w:rPr>
          <w:rFonts w:cs="Georgia"/>
          <w:kern w:val="1"/>
          <w:vertAlign w:val="superscript"/>
        </w:rPr>
        <w:t>e</w:t>
      </w:r>
      <w:r>
        <w:rPr>
          <w:rFonts w:cs="Georgia"/>
          <w:kern w:val="1"/>
        </w:rPr>
        <w:t xml:space="preserve"> </w:t>
      </w:r>
      <w:r w:rsidR="00BE611A">
        <w:rPr>
          <w:rFonts w:cs="Georgia"/>
          <w:kern w:val="1"/>
        </w:rPr>
        <w:t>peloton</w:t>
      </w:r>
      <w:r>
        <w:rPr>
          <w:rFonts w:cs="Georgia"/>
          <w:kern w:val="1"/>
        </w:rPr>
        <w:t>, 1</w:t>
      </w:r>
      <w:r w:rsidRPr="000E1451">
        <w:rPr>
          <w:rFonts w:cs="Georgia"/>
          <w:kern w:val="1"/>
          <w:vertAlign w:val="superscript"/>
        </w:rPr>
        <w:t>er</w:t>
      </w:r>
      <w:r>
        <w:rPr>
          <w:rFonts w:cs="Georgia"/>
          <w:kern w:val="1"/>
        </w:rPr>
        <w:t xml:space="preserve"> </w:t>
      </w:r>
      <w:r w:rsidR="00BE611A">
        <w:rPr>
          <w:rFonts w:cs="Georgia"/>
          <w:kern w:val="1"/>
        </w:rPr>
        <w:t>escadron</w:t>
      </w:r>
      <w:r>
        <w:rPr>
          <w:rFonts w:cs="Georgia"/>
          <w:kern w:val="1"/>
        </w:rPr>
        <w:t xml:space="preserve">, </w:t>
      </w:r>
      <w:r w:rsidR="00BE611A">
        <w:rPr>
          <w:rFonts w:cs="Georgia"/>
          <w:kern w:val="1"/>
        </w:rPr>
        <w:t>c</w:t>
      </w:r>
      <w:r>
        <w:rPr>
          <w:rFonts w:cs="Georgia"/>
          <w:kern w:val="1"/>
        </w:rPr>
        <w:t>’</w:t>
      </w:r>
      <w:r w:rsidR="00BE611A">
        <w:rPr>
          <w:rFonts w:cs="Georgia"/>
          <w:kern w:val="1"/>
        </w:rPr>
        <w:t>est moi-même</w:t>
      </w:r>
      <w:r>
        <w:rPr>
          <w:rFonts w:cs="Georgia"/>
          <w:kern w:val="1"/>
        </w:rPr>
        <w:t xml:space="preserve">, </w:t>
      </w:r>
      <w:r w:rsidR="00BE611A">
        <w:rPr>
          <w:rFonts w:cs="Georgia"/>
          <w:kern w:val="1"/>
        </w:rPr>
        <w:t>comprenez-vous</w:t>
      </w:r>
      <w:r>
        <w:rPr>
          <w:rFonts w:cs="Georgia"/>
          <w:kern w:val="1"/>
        </w:rPr>
        <w:t xml:space="preserve"> ? </w:t>
      </w:r>
      <w:r w:rsidR="00BE611A">
        <w:rPr>
          <w:rFonts w:cs="Georgia"/>
          <w:kern w:val="1"/>
        </w:rPr>
        <w:t>J</w:t>
      </w:r>
      <w:r>
        <w:rPr>
          <w:rFonts w:cs="Georgia"/>
          <w:kern w:val="1"/>
        </w:rPr>
        <w:t>’</w:t>
      </w:r>
      <w:r w:rsidR="00BE611A">
        <w:rPr>
          <w:rFonts w:cs="Georgia"/>
          <w:kern w:val="1"/>
        </w:rPr>
        <w:t>ai l</w:t>
      </w:r>
      <w:r>
        <w:rPr>
          <w:rFonts w:cs="Georgia"/>
          <w:kern w:val="1"/>
        </w:rPr>
        <w:t>’</w:t>
      </w:r>
      <w:r w:rsidR="00BE611A">
        <w:rPr>
          <w:rFonts w:cs="Georgia"/>
          <w:kern w:val="1"/>
        </w:rPr>
        <w:t>impression que ce coin-là est moins bien éclairé</w:t>
      </w:r>
      <w:r>
        <w:rPr>
          <w:rFonts w:cs="Georgia"/>
          <w:kern w:val="1"/>
        </w:rPr>
        <w:t xml:space="preserve">. </w:t>
      </w:r>
      <w:r w:rsidR="00BE611A">
        <w:rPr>
          <w:rFonts w:cs="Georgia"/>
          <w:kern w:val="1"/>
        </w:rPr>
        <w:t>Ce fut une rude journée</w:t>
      </w:r>
      <w:r>
        <w:rPr>
          <w:rFonts w:cs="Georgia"/>
          <w:kern w:val="1"/>
        </w:rPr>
        <w:t xml:space="preserve">, </w:t>
      </w:r>
      <w:r w:rsidR="00BE611A">
        <w:rPr>
          <w:rFonts w:cs="Georgia"/>
          <w:kern w:val="1"/>
        </w:rPr>
        <w:t>où les vôtres firent merveille</w:t>
      </w:r>
      <w:r>
        <w:rPr>
          <w:rFonts w:cs="Georgia"/>
          <w:kern w:val="1"/>
        </w:rPr>
        <w:t xml:space="preserve">. </w:t>
      </w:r>
      <w:r w:rsidR="00BE611A">
        <w:rPr>
          <w:rFonts w:cs="Georgia"/>
          <w:kern w:val="1"/>
        </w:rPr>
        <w:t xml:space="preserve">Mais allez donc résister aux lurons du </w:t>
      </w:r>
      <w:r>
        <w:rPr>
          <w:rFonts w:cs="Georgia"/>
          <w:kern w:val="1"/>
        </w:rPr>
        <w:t>3</w:t>
      </w:r>
      <w:r w:rsidRPr="000E1451">
        <w:rPr>
          <w:rFonts w:cs="Georgia"/>
          <w:kern w:val="1"/>
          <w:vertAlign w:val="superscript"/>
        </w:rPr>
        <w:t>e</w:t>
      </w:r>
      <w:r>
        <w:rPr>
          <w:rFonts w:cs="Georgia"/>
          <w:kern w:val="1"/>
        </w:rPr>
        <w:t xml:space="preserve"> </w:t>
      </w:r>
      <w:r w:rsidR="00BE611A">
        <w:rPr>
          <w:rFonts w:cs="Georgia"/>
          <w:kern w:val="1"/>
        </w:rPr>
        <w:t>Cuirassiers</w:t>
      </w:r>
      <w:r>
        <w:rPr>
          <w:rFonts w:cs="Georgia"/>
          <w:kern w:val="1"/>
        </w:rPr>
        <w:t xml:space="preserve">, </w:t>
      </w:r>
      <w:r w:rsidR="00BE611A">
        <w:rPr>
          <w:rFonts w:cs="Georgia"/>
          <w:kern w:val="1"/>
        </w:rPr>
        <w:t>et à un corps d</w:t>
      </w:r>
      <w:r>
        <w:rPr>
          <w:rFonts w:cs="Georgia"/>
          <w:kern w:val="1"/>
        </w:rPr>
        <w:t>’</w:t>
      </w:r>
      <w:r w:rsidR="00BE611A">
        <w:rPr>
          <w:rFonts w:cs="Georgia"/>
          <w:kern w:val="1"/>
        </w:rPr>
        <w:t>armée qui avait à sa tête un homme comme Manteuffel</w:t>
      </w:r>
      <w:r>
        <w:rPr>
          <w:rFonts w:cs="Georgia"/>
          <w:kern w:val="1"/>
        </w:rPr>
        <w:t xml:space="preserve">, </w:t>
      </w:r>
      <w:r w:rsidR="00BE611A">
        <w:rPr>
          <w:rFonts w:cs="Georgia"/>
          <w:kern w:val="1"/>
        </w:rPr>
        <w:t>mon maître et</w:t>
      </w:r>
      <w:r>
        <w:rPr>
          <w:rFonts w:cs="Georgia"/>
          <w:kern w:val="1"/>
        </w:rPr>
        <w:t xml:space="preserve">, </w:t>
      </w:r>
      <w:r w:rsidR="00BE611A">
        <w:rPr>
          <w:rFonts w:cs="Georgia"/>
          <w:kern w:val="1"/>
        </w:rPr>
        <w:t>j</w:t>
      </w:r>
      <w:r>
        <w:rPr>
          <w:rFonts w:cs="Georgia"/>
          <w:kern w:val="1"/>
        </w:rPr>
        <w:t>’</w:t>
      </w:r>
      <w:r w:rsidR="00BE611A">
        <w:rPr>
          <w:rFonts w:cs="Georgia"/>
          <w:kern w:val="1"/>
        </w:rPr>
        <w:t>ose le dire</w:t>
      </w:r>
      <w:r>
        <w:rPr>
          <w:rFonts w:cs="Georgia"/>
          <w:kern w:val="1"/>
        </w:rPr>
        <w:t xml:space="preserve">, </w:t>
      </w:r>
      <w:r w:rsidR="00BE611A">
        <w:rPr>
          <w:rFonts w:cs="Georgia"/>
          <w:kern w:val="1"/>
        </w:rPr>
        <w:t>mon ami</w:t>
      </w:r>
      <w:r>
        <w:rPr>
          <w:rFonts w:cs="Georgia"/>
          <w:kern w:val="1"/>
        </w:rPr>
        <w:t xml:space="preserve">. </w:t>
      </w:r>
      <w:r w:rsidR="00BE611A">
        <w:rPr>
          <w:rFonts w:cs="Georgia"/>
          <w:kern w:val="1"/>
        </w:rPr>
        <w:t>Dites-moi</w:t>
      </w:r>
      <w:r>
        <w:rPr>
          <w:rFonts w:cs="Georgia"/>
          <w:kern w:val="1"/>
        </w:rPr>
        <w:t xml:space="preserve">, </w:t>
      </w:r>
      <w:r w:rsidR="00BE611A">
        <w:rPr>
          <w:rFonts w:cs="Georgia"/>
          <w:kern w:val="1"/>
        </w:rPr>
        <w:t>pourquoi entre les reconstitutions de vingt batailles également fameuses</w:t>
      </w:r>
      <w:r>
        <w:rPr>
          <w:rFonts w:cs="Georgia"/>
          <w:kern w:val="1"/>
        </w:rPr>
        <w:t xml:space="preserve">, </w:t>
      </w:r>
      <w:r w:rsidR="00BE611A">
        <w:rPr>
          <w:rFonts w:cs="Georgia"/>
          <w:kern w:val="1"/>
        </w:rPr>
        <w:t>avez-vous d</w:t>
      </w:r>
      <w:r>
        <w:rPr>
          <w:rFonts w:cs="Georgia"/>
          <w:kern w:val="1"/>
        </w:rPr>
        <w:t>’</w:t>
      </w:r>
      <w:r w:rsidR="00BE611A">
        <w:rPr>
          <w:rFonts w:cs="Georgia"/>
          <w:kern w:val="1"/>
        </w:rPr>
        <w:t>abord choisi celle de Borny</w:t>
      </w:r>
      <w:r>
        <w:rPr>
          <w:rFonts w:cs="Georgia"/>
          <w:kern w:val="1"/>
        </w:rPr>
        <w:t> ?</w:t>
      </w:r>
    </w:p>
    <w:p w14:paraId="4BF47D44" w14:textId="77777777" w:rsidR="000E1451" w:rsidRDefault="000E1451" w:rsidP="00BE611A">
      <w:pPr>
        <w:rPr>
          <w:rFonts w:cs="Georgia"/>
          <w:kern w:val="1"/>
        </w:rPr>
      </w:pPr>
      <w:r>
        <w:rPr>
          <w:rFonts w:cs="Georgia"/>
          <w:kern w:val="1"/>
        </w:rPr>
        <w:t>« </w:t>
      </w:r>
      <w:r w:rsidR="00BE611A">
        <w:rPr>
          <w:rFonts w:cs="Georgia"/>
          <w:kern w:val="1"/>
        </w:rPr>
        <w:t>J</w:t>
      </w:r>
      <w:r>
        <w:rPr>
          <w:rFonts w:cs="Georgia"/>
          <w:kern w:val="1"/>
        </w:rPr>
        <w:t>’</w:t>
      </w:r>
      <w:r w:rsidR="00BE611A">
        <w:rPr>
          <w:rFonts w:cs="Georgia"/>
          <w:kern w:val="1"/>
        </w:rPr>
        <w:t>ai commencé tout naturellement par celle qui a été le plus fertile en résultats</w:t>
      </w:r>
      <w:r>
        <w:rPr>
          <w:rFonts w:cs="Georgia"/>
          <w:kern w:val="1"/>
        </w:rPr>
        <w:t xml:space="preserve">, </w:t>
      </w:r>
      <w:r w:rsidR="00BE611A">
        <w:rPr>
          <w:rFonts w:cs="Georgia"/>
          <w:kern w:val="1"/>
        </w:rPr>
        <w:t>répondis-je avec aplomb</w:t>
      </w:r>
      <w:r>
        <w:rPr>
          <w:rFonts w:cs="Georgia"/>
          <w:kern w:val="1"/>
        </w:rPr>
        <w:t>.</w:t>
      </w:r>
    </w:p>
    <w:p w14:paraId="7D767ABB" w14:textId="77777777" w:rsidR="000E1451" w:rsidRDefault="00BE611A" w:rsidP="00BE611A">
      <w:pPr>
        <w:rPr>
          <w:rFonts w:cs="Georgia"/>
          <w:kern w:val="1"/>
        </w:rPr>
      </w:pPr>
      <w:r>
        <w:rPr>
          <w:rFonts w:cs="Georgia"/>
          <w:kern w:val="1"/>
        </w:rPr>
        <w:lastRenderedPageBreak/>
        <w:t>Les yeux du vieillard étincelèrent</w:t>
      </w:r>
      <w:r w:rsidR="000E1451">
        <w:rPr>
          <w:rFonts w:cs="Georgia"/>
          <w:kern w:val="1"/>
        </w:rPr>
        <w:t xml:space="preserve">. </w:t>
      </w:r>
      <w:r>
        <w:rPr>
          <w:rFonts w:cs="Georgia"/>
          <w:kern w:val="1"/>
        </w:rPr>
        <w:t>Sa main trembla</w:t>
      </w:r>
      <w:r w:rsidR="000E1451">
        <w:rPr>
          <w:rFonts w:cs="Georgia"/>
          <w:kern w:val="1"/>
        </w:rPr>
        <w:t xml:space="preserve">. </w:t>
      </w:r>
      <w:r>
        <w:rPr>
          <w:rFonts w:cs="Georgia"/>
          <w:kern w:val="1"/>
        </w:rPr>
        <w:t>Je crus qu</w:t>
      </w:r>
      <w:r w:rsidR="000E1451">
        <w:rPr>
          <w:rFonts w:cs="Georgia"/>
          <w:kern w:val="1"/>
        </w:rPr>
        <w:t>’</w:t>
      </w:r>
      <w:r>
        <w:rPr>
          <w:rFonts w:cs="Georgia"/>
          <w:kern w:val="1"/>
        </w:rPr>
        <w:t>elle allait saisir la mienne et la presser</w:t>
      </w:r>
      <w:r w:rsidR="000E1451">
        <w:rPr>
          <w:rFonts w:cs="Georgia"/>
          <w:kern w:val="1"/>
        </w:rPr>
        <w:t>.</w:t>
      </w:r>
    </w:p>
    <w:p w14:paraId="454F60C1" w14:textId="77777777" w:rsidR="000E1451" w:rsidRDefault="000E1451" w:rsidP="00BE611A">
      <w:pPr>
        <w:rPr>
          <w:rFonts w:cs="Georgia"/>
          <w:bCs/>
          <w:kern w:val="1"/>
        </w:rPr>
      </w:pPr>
      <w:r>
        <w:rPr>
          <w:rFonts w:cs="Georgia"/>
          <w:kern w:val="1"/>
        </w:rPr>
        <w:t>— </w:t>
      </w:r>
      <w:r w:rsidR="00BE611A">
        <w:rPr>
          <w:rFonts w:cs="Georgia"/>
          <w:bCs/>
          <w:kern w:val="1"/>
        </w:rPr>
        <w:t>Quel dommage</w:t>
      </w:r>
      <w:r>
        <w:rPr>
          <w:rFonts w:cs="Georgia"/>
          <w:bCs/>
          <w:kern w:val="1"/>
        </w:rPr>
        <w:t xml:space="preserve">, </w:t>
      </w:r>
      <w:r w:rsidR="00BE611A">
        <w:rPr>
          <w:rFonts w:cs="Georgia"/>
          <w:bCs/>
          <w:kern w:val="1"/>
        </w:rPr>
        <w:t>répéta-t-il</w:t>
      </w:r>
      <w:r>
        <w:rPr>
          <w:rFonts w:cs="Georgia"/>
          <w:bCs/>
          <w:kern w:val="1"/>
        </w:rPr>
        <w:t xml:space="preserve">, </w:t>
      </w:r>
      <w:r w:rsidR="00BE611A">
        <w:rPr>
          <w:rFonts w:cs="Georgia"/>
          <w:bCs/>
          <w:kern w:val="1"/>
        </w:rPr>
        <w:t xml:space="preserve">étant parvenu </w:t>
      </w:r>
      <w:r w:rsidR="00BE611A">
        <w:rPr>
          <w:rFonts w:cs="Georgia"/>
          <w:kern w:val="1"/>
        </w:rPr>
        <w:t xml:space="preserve">à </w:t>
      </w:r>
      <w:r w:rsidR="00BE611A">
        <w:rPr>
          <w:rFonts w:cs="Georgia"/>
          <w:bCs/>
          <w:kern w:val="1"/>
        </w:rPr>
        <w:t>se contenir</w:t>
      </w:r>
      <w:r>
        <w:rPr>
          <w:rFonts w:cs="Georgia"/>
          <w:bCs/>
          <w:kern w:val="1"/>
        </w:rPr>
        <w:t xml:space="preserve">, </w:t>
      </w:r>
      <w:r w:rsidR="00BE611A">
        <w:rPr>
          <w:rFonts w:cs="Georgia"/>
          <w:bCs/>
          <w:kern w:val="1"/>
        </w:rPr>
        <w:t>quel dommage</w:t>
      </w:r>
      <w:r>
        <w:rPr>
          <w:rFonts w:cs="Georgia"/>
          <w:bCs/>
          <w:kern w:val="1"/>
        </w:rPr>
        <w:t xml:space="preserve">, </w:t>
      </w:r>
      <w:r w:rsidR="00BE611A">
        <w:rPr>
          <w:rFonts w:cs="Georgia"/>
          <w:bCs/>
          <w:kern w:val="1"/>
        </w:rPr>
        <w:t>vraiment</w:t>
      </w:r>
      <w:r>
        <w:rPr>
          <w:rFonts w:cs="Georgia"/>
          <w:bCs/>
          <w:kern w:val="1"/>
        </w:rPr>
        <w:t xml:space="preserve">, </w:t>
      </w:r>
      <w:r w:rsidR="00BE611A">
        <w:rPr>
          <w:rFonts w:cs="Georgia"/>
          <w:bCs/>
          <w:kern w:val="1"/>
        </w:rPr>
        <w:t>que vous ne soyez pas officier</w:t>
      </w:r>
      <w:r>
        <w:rPr>
          <w:rFonts w:cs="Georgia"/>
          <w:bCs/>
          <w:kern w:val="1"/>
        </w:rPr>
        <w:t> !</w:t>
      </w:r>
    </w:p>
    <w:p w14:paraId="113F99AB" w14:textId="77777777" w:rsidR="000E1451" w:rsidRDefault="00BE611A" w:rsidP="00BE611A">
      <w:pPr>
        <w:rPr>
          <w:rFonts w:cs="Georgia"/>
          <w:kern w:val="1"/>
        </w:rPr>
      </w:pPr>
      <w:r>
        <w:rPr>
          <w:rFonts w:cs="Georgia"/>
          <w:bCs/>
          <w:kern w:val="1"/>
        </w:rPr>
        <w:t xml:space="preserve">La signification du regret exprimé ainsi par le </w:t>
      </w:r>
      <w:r>
        <w:rPr>
          <w:rFonts w:cs="Georgia"/>
          <w:kern w:val="1"/>
        </w:rPr>
        <w:t>général de Reichendorf ne devait m</w:t>
      </w:r>
      <w:r w:rsidR="000E1451">
        <w:rPr>
          <w:rFonts w:cs="Georgia"/>
          <w:kern w:val="1"/>
        </w:rPr>
        <w:t>’</w:t>
      </w:r>
      <w:r>
        <w:rPr>
          <w:rFonts w:cs="Georgia"/>
          <w:kern w:val="1"/>
        </w:rPr>
        <w:t>être connue que plus tard</w:t>
      </w:r>
      <w:r w:rsidR="000E1451">
        <w:rPr>
          <w:rFonts w:cs="Georgia"/>
          <w:kern w:val="1"/>
        </w:rPr>
        <w:t xml:space="preserve">. </w:t>
      </w:r>
      <w:r>
        <w:rPr>
          <w:rFonts w:cs="Georgia"/>
          <w:kern w:val="1"/>
        </w:rPr>
        <w:t>En attendant</w:t>
      </w:r>
      <w:r w:rsidR="000E1451">
        <w:rPr>
          <w:rFonts w:cs="Georgia"/>
          <w:kern w:val="1"/>
        </w:rPr>
        <w:t xml:space="preserve">, </w:t>
      </w:r>
      <w:r>
        <w:rPr>
          <w:rFonts w:cs="Georgia"/>
          <w:kern w:val="1"/>
        </w:rPr>
        <w:t>la bienveillance qu</w:t>
      </w:r>
      <w:r w:rsidR="000E1451">
        <w:rPr>
          <w:rFonts w:cs="Georgia"/>
          <w:kern w:val="1"/>
        </w:rPr>
        <w:t>’</w:t>
      </w:r>
      <w:r>
        <w:rPr>
          <w:rFonts w:cs="Georgia"/>
          <w:kern w:val="1"/>
        </w:rPr>
        <w:t>il me témoignait</w:t>
      </w:r>
      <w:r w:rsidR="000E1451">
        <w:rPr>
          <w:rFonts w:cs="Georgia"/>
          <w:kern w:val="1"/>
        </w:rPr>
        <w:t xml:space="preserve">, </w:t>
      </w:r>
      <w:r>
        <w:rPr>
          <w:rFonts w:cs="Georgia"/>
          <w:kern w:val="1"/>
        </w:rPr>
        <w:t>et qui allait chaque jour grandissant</w:t>
      </w:r>
      <w:r w:rsidR="000E1451">
        <w:rPr>
          <w:rFonts w:cs="Georgia"/>
          <w:kern w:val="1"/>
        </w:rPr>
        <w:t xml:space="preserve">, </w:t>
      </w:r>
      <w:r>
        <w:rPr>
          <w:rFonts w:cs="Georgia"/>
          <w:kern w:val="1"/>
        </w:rPr>
        <w:t>ne me parut pas avoir une influence quelconque sur l</w:t>
      </w:r>
      <w:r w:rsidR="000E1451">
        <w:rPr>
          <w:rFonts w:cs="Georgia"/>
          <w:kern w:val="1"/>
        </w:rPr>
        <w:t>’</w:t>
      </w:r>
      <w:r>
        <w:rPr>
          <w:rFonts w:cs="Georgia"/>
          <w:kern w:val="1"/>
        </w:rPr>
        <w:t xml:space="preserve">attitude de </w:t>
      </w:r>
      <w:r w:rsidR="000E1451">
        <w:rPr>
          <w:rFonts w:cs="Georgia"/>
          <w:kern w:val="1"/>
        </w:rPr>
        <w:t>M</w:t>
      </w:r>
      <w:r w:rsidR="000E1451" w:rsidRPr="000E1451">
        <w:rPr>
          <w:rFonts w:cs="Georgia"/>
          <w:kern w:val="1"/>
          <w:vertAlign w:val="superscript"/>
        </w:rPr>
        <w:t>lle</w:t>
      </w:r>
      <w:r w:rsidR="000E1451">
        <w:rPr>
          <w:rFonts w:cs="Georgia"/>
          <w:kern w:val="1"/>
        </w:rPr>
        <w:t> de </w:t>
      </w:r>
      <w:r>
        <w:rPr>
          <w:rFonts w:cs="Georgia"/>
          <w:kern w:val="1"/>
        </w:rPr>
        <w:t>Mirrbach</w:t>
      </w:r>
      <w:r w:rsidR="000E1451">
        <w:rPr>
          <w:rFonts w:cs="Georgia"/>
          <w:kern w:val="1"/>
        </w:rPr>
        <w:t xml:space="preserve">. </w:t>
      </w:r>
      <w:r>
        <w:rPr>
          <w:rFonts w:cs="Georgia"/>
          <w:kern w:val="1"/>
        </w:rPr>
        <w:t>J</w:t>
      </w:r>
      <w:r w:rsidR="000E1451">
        <w:rPr>
          <w:rFonts w:cs="Georgia"/>
          <w:kern w:val="1"/>
        </w:rPr>
        <w:t>’</w:t>
      </w:r>
      <w:r>
        <w:rPr>
          <w:rFonts w:cs="Georgia"/>
          <w:kern w:val="1"/>
        </w:rPr>
        <w:t>aurais pu transformer à moi seul le pauvre château en la plus merveilleuse des demeures qu</w:t>
      </w:r>
      <w:r w:rsidR="000E1451">
        <w:rPr>
          <w:rFonts w:cs="Georgia"/>
          <w:kern w:val="1"/>
        </w:rPr>
        <w:t>’</w:t>
      </w:r>
      <w:r>
        <w:rPr>
          <w:rFonts w:cs="Georgia"/>
          <w:kern w:val="1"/>
        </w:rPr>
        <w:t>elle ne se serait sans doute pas départie un instant pour cela de son indifférence à mon égard</w:t>
      </w:r>
      <w:r w:rsidR="000E1451">
        <w:rPr>
          <w:rFonts w:cs="Georgia"/>
          <w:kern w:val="1"/>
        </w:rPr>
        <w:t xml:space="preserve">. </w:t>
      </w:r>
      <w:r>
        <w:rPr>
          <w:rFonts w:cs="Georgia"/>
          <w:kern w:val="1"/>
        </w:rPr>
        <w:t>Le salut que je lui adressais en la rencontrant avait beau allier toutes les gammes du respect et de l</w:t>
      </w:r>
      <w:r w:rsidR="000E1451">
        <w:rPr>
          <w:rFonts w:cs="Georgia"/>
          <w:kern w:val="1"/>
        </w:rPr>
        <w:t>’</w:t>
      </w:r>
      <w:r>
        <w:rPr>
          <w:rFonts w:cs="Georgia"/>
          <w:kern w:val="1"/>
        </w:rPr>
        <w:t>humilité</w:t>
      </w:r>
      <w:r w:rsidR="000E1451">
        <w:rPr>
          <w:rFonts w:cs="Georgia"/>
          <w:kern w:val="1"/>
        </w:rPr>
        <w:t xml:space="preserve">, </w:t>
      </w:r>
      <w:r>
        <w:rPr>
          <w:rFonts w:cs="Georgia"/>
          <w:kern w:val="1"/>
        </w:rPr>
        <w:t>celui que je recevais en échange n</w:t>
      </w:r>
      <w:r w:rsidR="000E1451">
        <w:rPr>
          <w:rFonts w:cs="Georgia"/>
          <w:kern w:val="1"/>
        </w:rPr>
        <w:t>’</w:t>
      </w:r>
      <w:r>
        <w:rPr>
          <w:rFonts w:cs="Georgia"/>
          <w:kern w:val="1"/>
        </w:rPr>
        <w:t>avait rien perdu de sa sécheresse primitive</w:t>
      </w:r>
      <w:r w:rsidR="000E1451">
        <w:rPr>
          <w:rFonts w:cs="Georgia"/>
          <w:kern w:val="1"/>
        </w:rPr>
        <w:t xml:space="preserve">. </w:t>
      </w:r>
      <w:r>
        <w:rPr>
          <w:rFonts w:cs="Georgia"/>
          <w:kern w:val="1"/>
        </w:rPr>
        <w:t>L</w:t>
      </w:r>
      <w:r w:rsidR="000E1451">
        <w:rPr>
          <w:rFonts w:cs="Georgia"/>
          <w:kern w:val="1"/>
        </w:rPr>
        <w:t>’</w:t>
      </w:r>
      <w:r>
        <w:rPr>
          <w:rFonts w:cs="Georgia"/>
          <w:kern w:val="1"/>
        </w:rPr>
        <w:t>instant était venu où j</w:t>
      </w:r>
      <w:r w:rsidR="000E1451">
        <w:rPr>
          <w:rFonts w:cs="Georgia"/>
          <w:kern w:val="1"/>
        </w:rPr>
        <w:t>’</w:t>
      </w:r>
      <w:r>
        <w:rPr>
          <w:rFonts w:cs="Georgia"/>
          <w:kern w:val="1"/>
        </w:rPr>
        <w:t>avais eu à m</w:t>
      </w:r>
      <w:r w:rsidR="000E1451">
        <w:rPr>
          <w:rFonts w:cs="Georgia"/>
          <w:kern w:val="1"/>
        </w:rPr>
        <w:t>’</w:t>
      </w:r>
      <w:r>
        <w:rPr>
          <w:rFonts w:cs="Georgia"/>
          <w:kern w:val="1"/>
        </w:rPr>
        <w:t>occuper des réparations de sa chambre</w:t>
      </w:r>
      <w:r w:rsidR="000E1451">
        <w:rPr>
          <w:rFonts w:cs="Georgia"/>
          <w:kern w:val="1"/>
        </w:rPr>
        <w:t xml:space="preserve">. </w:t>
      </w:r>
      <w:r>
        <w:rPr>
          <w:rFonts w:cs="Georgia"/>
          <w:kern w:val="1"/>
        </w:rPr>
        <w:t>C</w:t>
      </w:r>
      <w:r w:rsidR="000E1451">
        <w:rPr>
          <w:rFonts w:cs="Georgia"/>
          <w:kern w:val="1"/>
        </w:rPr>
        <w:t>’</w:t>
      </w:r>
      <w:r>
        <w:rPr>
          <w:rFonts w:cs="Georgia"/>
          <w:kern w:val="1"/>
        </w:rPr>
        <w:t>était la pièce où l</w:t>
      </w:r>
      <w:r w:rsidR="000E1451">
        <w:rPr>
          <w:rFonts w:cs="Georgia"/>
          <w:kern w:val="1"/>
        </w:rPr>
        <w:t>’</w:t>
      </w:r>
      <w:r>
        <w:rPr>
          <w:rFonts w:cs="Georgia"/>
          <w:kern w:val="1"/>
        </w:rPr>
        <w:t>électricité fonctionnait le plus mal</w:t>
      </w:r>
      <w:r w:rsidR="000E1451">
        <w:rPr>
          <w:rFonts w:cs="Georgia"/>
          <w:kern w:val="1"/>
        </w:rPr>
        <w:t xml:space="preserve">. </w:t>
      </w:r>
      <w:r>
        <w:rPr>
          <w:rFonts w:cs="Georgia"/>
          <w:kern w:val="1"/>
        </w:rPr>
        <w:t>Je n</w:t>
      </w:r>
      <w:r w:rsidR="000E1451">
        <w:rPr>
          <w:rFonts w:cs="Georgia"/>
          <w:kern w:val="1"/>
        </w:rPr>
        <w:t>’</w:t>
      </w:r>
      <w:r>
        <w:rPr>
          <w:rFonts w:cs="Georgia"/>
          <w:kern w:val="1"/>
        </w:rPr>
        <w:t>en fus pas étonné</w:t>
      </w:r>
      <w:r w:rsidR="000E1451">
        <w:rPr>
          <w:rFonts w:cs="Georgia"/>
          <w:kern w:val="1"/>
        </w:rPr>
        <w:t>. M</w:t>
      </w:r>
      <w:r w:rsidR="000E1451" w:rsidRPr="000E1451">
        <w:rPr>
          <w:rFonts w:cs="Georgia"/>
          <w:kern w:val="1"/>
          <w:vertAlign w:val="superscript"/>
        </w:rPr>
        <w:t>lle</w:t>
      </w:r>
      <w:r w:rsidR="000E1451">
        <w:rPr>
          <w:rFonts w:cs="Georgia"/>
          <w:kern w:val="1"/>
        </w:rPr>
        <w:t> de </w:t>
      </w:r>
      <w:r>
        <w:rPr>
          <w:rFonts w:cs="Georgia"/>
          <w:kern w:val="1"/>
        </w:rPr>
        <w:t>Mirrbach</w:t>
      </w:r>
      <w:r w:rsidR="000E1451">
        <w:rPr>
          <w:rFonts w:cs="Georgia"/>
          <w:kern w:val="1"/>
        </w:rPr>
        <w:t xml:space="preserve">, </w:t>
      </w:r>
      <w:r>
        <w:rPr>
          <w:rFonts w:cs="Georgia"/>
          <w:kern w:val="1"/>
        </w:rPr>
        <w:t>selon l</w:t>
      </w:r>
      <w:r w:rsidR="000E1451">
        <w:rPr>
          <w:rFonts w:cs="Georgia"/>
          <w:kern w:val="1"/>
        </w:rPr>
        <w:t>’</w:t>
      </w:r>
      <w:r>
        <w:rPr>
          <w:rFonts w:cs="Georgia"/>
          <w:kern w:val="1"/>
        </w:rPr>
        <w:t>idée que je me faisais d</w:t>
      </w:r>
      <w:r w:rsidR="000E1451">
        <w:rPr>
          <w:rFonts w:cs="Georgia"/>
          <w:kern w:val="1"/>
        </w:rPr>
        <w:t>’</w:t>
      </w:r>
      <w:r>
        <w:rPr>
          <w:rFonts w:cs="Georgia"/>
          <w:kern w:val="1"/>
        </w:rPr>
        <w:t>elle</w:t>
      </w:r>
      <w:r w:rsidR="000E1451">
        <w:rPr>
          <w:rFonts w:cs="Georgia"/>
          <w:kern w:val="1"/>
        </w:rPr>
        <w:t xml:space="preserve">, </w:t>
      </w:r>
      <w:r>
        <w:rPr>
          <w:rFonts w:cs="Georgia"/>
          <w:kern w:val="1"/>
        </w:rPr>
        <w:t>ne devait guère aimer à obséder les gens de ses récriminations</w:t>
      </w:r>
      <w:r w:rsidR="000E1451">
        <w:rPr>
          <w:rFonts w:cs="Georgia"/>
          <w:kern w:val="1"/>
        </w:rPr>
        <w:t xml:space="preserve">. </w:t>
      </w:r>
      <w:r>
        <w:rPr>
          <w:rFonts w:cs="Georgia"/>
          <w:kern w:val="1"/>
        </w:rPr>
        <w:t>Lorsque je pénétrai dans cette chambre</w:t>
      </w:r>
      <w:r w:rsidR="000E1451">
        <w:rPr>
          <w:rFonts w:cs="Georgia"/>
          <w:kern w:val="1"/>
        </w:rPr>
        <w:t xml:space="preserve">, </w:t>
      </w:r>
      <w:r>
        <w:rPr>
          <w:rFonts w:cs="Georgia"/>
          <w:kern w:val="1"/>
        </w:rPr>
        <w:t>ce fut naturellement avec l</w:t>
      </w:r>
      <w:r w:rsidR="000E1451">
        <w:rPr>
          <w:rFonts w:cs="Georgia"/>
          <w:kern w:val="1"/>
        </w:rPr>
        <w:t>’</w:t>
      </w:r>
      <w:r>
        <w:rPr>
          <w:rFonts w:cs="Georgia"/>
          <w:kern w:val="1"/>
        </w:rPr>
        <w:t>espoir que la journée ne se terminerait pas sans m</w:t>
      </w:r>
      <w:r w:rsidR="000E1451">
        <w:rPr>
          <w:rFonts w:cs="Georgia"/>
          <w:kern w:val="1"/>
        </w:rPr>
        <w:t>’</w:t>
      </w:r>
      <w:r>
        <w:rPr>
          <w:rFonts w:cs="Georgia"/>
          <w:kern w:val="1"/>
        </w:rPr>
        <w:t>avoir procuré l</w:t>
      </w:r>
      <w:r w:rsidR="000E1451">
        <w:rPr>
          <w:rFonts w:cs="Georgia"/>
          <w:kern w:val="1"/>
        </w:rPr>
        <w:t>’</w:t>
      </w:r>
      <w:r>
        <w:rPr>
          <w:rFonts w:cs="Georgia"/>
          <w:kern w:val="1"/>
        </w:rPr>
        <w:t>occasion de lui parler</w:t>
      </w:r>
      <w:r w:rsidR="000E1451">
        <w:rPr>
          <w:rFonts w:cs="Georgia"/>
          <w:kern w:val="1"/>
        </w:rPr>
        <w:t xml:space="preserve">. </w:t>
      </w:r>
      <w:r>
        <w:rPr>
          <w:rFonts w:cs="Georgia"/>
          <w:kern w:val="1"/>
        </w:rPr>
        <w:t>Qu</w:t>
      </w:r>
      <w:r w:rsidR="000E1451">
        <w:rPr>
          <w:rFonts w:cs="Georgia"/>
          <w:kern w:val="1"/>
        </w:rPr>
        <w:t>’</w:t>
      </w:r>
      <w:r>
        <w:rPr>
          <w:rFonts w:cs="Georgia"/>
          <w:kern w:val="1"/>
        </w:rPr>
        <w:t>elle y entrât seulement une fois</w:t>
      </w:r>
      <w:r w:rsidR="000E1451">
        <w:rPr>
          <w:rFonts w:cs="Georgia"/>
          <w:kern w:val="1"/>
        </w:rPr>
        <w:t xml:space="preserve">, </w:t>
      </w:r>
      <w:r>
        <w:rPr>
          <w:rFonts w:cs="Georgia"/>
          <w:kern w:val="1"/>
        </w:rPr>
        <w:t>pour chercher un objet oublié</w:t>
      </w:r>
      <w:r w:rsidR="000E1451">
        <w:rPr>
          <w:rFonts w:cs="Georgia"/>
          <w:kern w:val="1"/>
        </w:rPr>
        <w:t xml:space="preserve">, </w:t>
      </w:r>
      <w:r>
        <w:rPr>
          <w:rFonts w:cs="Georgia"/>
          <w:kern w:val="1"/>
        </w:rPr>
        <w:t>et je me jurais bien d</w:t>
      </w:r>
      <w:r w:rsidR="000E1451">
        <w:rPr>
          <w:rFonts w:cs="Georgia"/>
          <w:kern w:val="1"/>
        </w:rPr>
        <w:t>’</w:t>
      </w:r>
      <w:r>
        <w:rPr>
          <w:rFonts w:cs="Georgia"/>
          <w:kern w:val="1"/>
        </w:rPr>
        <w:t>avoir cette audace</w:t>
      </w:r>
      <w:r w:rsidR="000E1451">
        <w:rPr>
          <w:rFonts w:cs="Georgia"/>
          <w:kern w:val="1"/>
        </w:rPr>
        <w:t xml:space="preserve">. </w:t>
      </w:r>
      <w:r>
        <w:rPr>
          <w:rFonts w:cs="Georgia"/>
          <w:kern w:val="1"/>
        </w:rPr>
        <w:t>Elle ne pourrait pas se froisser de me voir solliciter ses instructions</w:t>
      </w:r>
      <w:r w:rsidR="000E1451">
        <w:rPr>
          <w:rFonts w:cs="Georgia"/>
          <w:kern w:val="1"/>
        </w:rPr>
        <w:t xml:space="preserve">. </w:t>
      </w:r>
      <w:r>
        <w:rPr>
          <w:rFonts w:cs="Georgia"/>
          <w:kern w:val="1"/>
        </w:rPr>
        <w:t>Tout le jour</w:t>
      </w:r>
      <w:r w:rsidR="000E1451">
        <w:rPr>
          <w:rFonts w:cs="Georgia"/>
          <w:kern w:val="1"/>
        </w:rPr>
        <w:t xml:space="preserve">, </w:t>
      </w:r>
      <w:r>
        <w:rPr>
          <w:rFonts w:cs="Georgia"/>
          <w:kern w:val="1"/>
        </w:rPr>
        <w:t>je l</w:t>
      </w:r>
      <w:r w:rsidR="000E1451">
        <w:rPr>
          <w:rFonts w:cs="Georgia"/>
          <w:kern w:val="1"/>
        </w:rPr>
        <w:t>’</w:t>
      </w:r>
      <w:r>
        <w:rPr>
          <w:rFonts w:cs="Georgia"/>
          <w:kern w:val="1"/>
        </w:rPr>
        <w:t>attendis</w:t>
      </w:r>
      <w:r w:rsidR="000E1451">
        <w:rPr>
          <w:rFonts w:cs="Georgia"/>
          <w:kern w:val="1"/>
        </w:rPr>
        <w:t xml:space="preserve">. </w:t>
      </w:r>
      <w:r>
        <w:rPr>
          <w:rFonts w:cs="Georgia"/>
          <w:kern w:val="1"/>
        </w:rPr>
        <w:t>Vers le soir</w:t>
      </w:r>
      <w:r w:rsidR="000E1451">
        <w:rPr>
          <w:rFonts w:cs="Georgia"/>
          <w:kern w:val="1"/>
        </w:rPr>
        <w:t xml:space="preserve">, </w:t>
      </w:r>
      <w:r>
        <w:rPr>
          <w:rFonts w:cs="Georgia"/>
          <w:kern w:val="1"/>
        </w:rPr>
        <w:t>comme ma tâche touchait à sa fin</w:t>
      </w:r>
      <w:r w:rsidR="000E1451">
        <w:rPr>
          <w:rFonts w:cs="Georgia"/>
          <w:kern w:val="1"/>
        </w:rPr>
        <w:t xml:space="preserve">, </w:t>
      </w:r>
      <w:r>
        <w:rPr>
          <w:rFonts w:cs="Georgia"/>
          <w:kern w:val="1"/>
        </w:rPr>
        <w:t>il me fallut accepter la morne certitude qu</w:t>
      </w:r>
      <w:r w:rsidR="000E1451">
        <w:rPr>
          <w:rFonts w:cs="Georgia"/>
          <w:kern w:val="1"/>
        </w:rPr>
        <w:t>’</w:t>
      </w:r>
      <w:r>
        <w:rPr>
          <w:rFonts w:cs="Georgia"/>
          <w:kern w:val="1"/>
        </w:rPr>
        <w:t>elle ne viendrait pas</w:t>
      </w:r>
      <w:r w:rsidR="000E1451">
        <w:rPr>
          <w:rFonts w:cs="Georgia"/>
          <w:kern w:val="1"/>
        </w:rPr>
        <w:t xml:space="preserve">, </w:t>
      </w:r>
      <w:r>
        <w:rPr>
          <w:rFonts w:cs="Georgia"/>
          <w:kern w:val="1"/>
        </w:rPr>
        <w:t>qu</w:t>
      </w:r>
      <w:r w:rsidR="000E1451">
        <w:rPr>
          <w:rFonts w:cs="Georgia"/>
          <w:kern w:val="1"/>
        </w:rPr>
        <w:t>’</w:t>
      </w:r>
      <w:r>
        <w:rPr>
          <w:rFonts w:cs="Georgia"/>
          <w:kern w:val="1"/>
        </w:rPr>
        <w:t>elle avait fait en sorte le matin de n</w:t>
      </w:r>
      <w:r w:rsidR="000E1451">
        <w:rPr>
          <w:rFonts w:cs="Georgia"/>
          <w:kern w:val="1"/>
        </w:rPr>
        <w:t>’</w:t>
      </w:r>
      <w:r>
        <w:rPr>
          <w:rFonts w:cs="Georgia"/>
          <w:kern w:val="1"/>
        </w:rPr>
        <w:t>avoir plus à retourner de la journée chez elle</w:t>
      </w:r>
      <w:r w:rsidR="000E1451">
        <w:rPr>
          <w:rFonts w:cs="Georgia"/>
          <w:kern w:val="1"/>
        </w:rPr>
        <w:t>.</w:t>
      </w:r>
    </w:p>
    <w:p w14:paraId="4FF6E885" w14:textId="77777777" w:rsidR="000E1451" w:rsidRDefault="00BE611A" w:rsidP="00BE611A">
      <w:pPr>
        <w:rPr>
          <w:rFonts w:cs="Georgia"/>
          <w:kern w:val="1"/>
        </w:rPr>
      </w:pPr>
      <w:r>
        <w:rPr>
          <w:rFonts w:cs="Georgia"/>
          <w:kern w:val="1"/>
        </w:rPr>
        <w:lastRenderedPageBreak/>
        <w:t>Avais-je eu du moins la consolation de surprendre un de ces détails qui sont comme un trait d</w:t>
      </w:r>
      <w:r w:rsidR="000E1451">
        <w:rPr>
          <w:rFonts w:cs="Georgia"/>
          <w:kern w:val="1"/>
        </w:rPr>
        <w:t>’</w:t>
      </w:r>
      <w:r>
        <w:rPr>
          <w:rFonts w:cs="Georgia"/>
          <w:kern w:val="1"/>
        </w:rPr>
        <w:t>union avec un être</w:t>
      </w:r>
      <w:r w:rsidR="000E1451">
        <w:rPr>
          <w:rFonts w:cs="Georgia"/>
          <w:kern w:val="1"/>
        </w:rPr>
        <w:t xml:space="preserve">, </w:t>
      </w:r>
      <w:r>
        <w:rPr>
          <w:rFonts w:cs="Georgia"/>
          <w:kern w:val="1"/>
        </w:rPr>
        <w:t>par la façon dont ils nous renseignent sur lui</w:t>
      </w:r>
      <w:r w:rsidR="000E1451">
        <w:rPr>
          <w:rFonts w:cs="Georgia"/>
          <w:kern w:val="1"/>
        </w:rPr>
        <w:t xml:space="preserve"> ! </w:t>
      </w:r>
      <w:r>
        <w:rPr>
          <w:rFonts w:cs="Georgia"/>
          <w:kern w:val="1"/>
        </w:rPr>
        <w:t>Pas même</w:t>
      </w:r>
      <w:r w:rsidR="000E1451">
        <w:rPr>
          <w:rFonts w:cs="Georgia"/>
          <w:kern w:val="1"/>
        </w:rPr>
        <w:t xml:space="preserve">. </w:t>
      </w:r>
      <w:r>
        <w:rPr>
          <w:rFonts w:cs="Georgia"/>
          <w:kern w:val="1"/>
        </w:rPr>
        <w:t>On ne pouvait imaginer rien de plus impersonnel que l</w:t>
      </w:r>
      <w:r w:rsidR="000E1451">
        <w:rPr>
          <w:rFonts w:cs="Georgia"/>
          <w:kern w:val="1"/>
        </w:rPr>
        <w:t>’</w:t>
      </w:r>
      <w:r>
        <w:rPr>
          <w:rFonts w:cs="Georgia"/>
          <w:kern w:val="1"/>
        </w:rPr>
        <w:t xml:space="preserve">appartement de </w:t>
      </w:r>
      <w:r w:rsidR="000E1451">
        <w:rPr>
          <w:rFonts w:cs="Georgia"/>
          <w:kern w:val="1"/>
        </w:rPr>
        <w:t>M</w:t>
      </w:r>
      <w:r w:rsidR="000E1451" w:rsidRPr="000E1451">
        <w:rPr>
          <w:rFonts w:cs="Georgia"/>
          <w:kern w:val="1"/>
          <w:vertAlign w:val="superscript"/>
        </w:rPr>
        <w:t>lle</w:t>
      </w:r>
      <w:r w:rsidR="000E1451">
        <w:rPr>
          <w:rFonts w:cs="Georgia"/>
          <w:kern w:val="1"/>
        </w:rPr>
        <w:t> de </w:t>
      </w:r>
      <w:r>
        <w:rPr>
          <w:rFonts w:cs="Georgia"/>
          <w:kern w:val="1"/>
        </w:rPr>
        <w:t>Mirrbach</w:t>
      </w:r>
      <w:r w:rsidR="000E1451">
        <w:rPr>
          <w:rFonts w:cs="Georgia"/>
          <w:kern w:val="1"/>
        </w:rPr>
        <w:t xml:space="preserve">. </w:t>
      </w:r>
      <w:r>
        <w:rPr>
          <w:rFonts w:cs="Georgia"/>
          <w:kern w:val="1"/>
        </w:rPr>
        <w:t>Elle habitait une des deux chambres de la façade orientale</w:t>
      </w:r>
      <w:r w:rsidR="000E1451">
        <w:rPr>
          <w:rFonts w:cs="Georgia"/>
          <w:kern w:val="1"/>
        </w:rPr>
        <w:t xml:space="preserve">, </w:t>
      </w:r>
      <w:r>
        <w:rPr>
          <w:rFonts w:cs="Georgia"/>
          <w:kern w:val="1"/>
        </w:rPr>
        <w:t>située au premier étage</w:t>
      </w:r>
      <w:r w:rsidR="000E1451">
        <w:rPr>
          <w:rFonts w:cs="Georgia"/>
          <w:kern w:val="1"/>
        </w:rPr>
        <w:t xml:space="preserve">, </w:t>
      </w:r>
      <w:r>
        <w:rPr>
          <w:rFonts w:cs="Georgia"/>
          <w:kern w:val="1"/>
        </w:rPr>
        <w:t>au bout du corridor</w:t>
      </w:r>
      <w:r w:rsidR="000E1451">
        <w:rPr>
          <w:rFonts w:cs="Georgia"/>
          <w:kern w:val="1"/>
        </w:rPr>
        <w:t xml:space="preserve">. </w:t>
      </w:r>
      <w:r>
        <w:rPr>
          <w:rFonts w:cs="Georgia"/>
          <w:kern w:val="1"/>
        </w:rPr>
        <w:t xml:space="preserve">On appelait cette pièce la </w:t>
      </w:r>
      <w:r>
        <w:rPr>
          <w:rFonts w:cs="Georgia"/>
          <w:bCs/>
          <w:i/>
          <w:iCs/>
          <w:kern w:val="1"/>
        </w:rPr>
        <w:t>chambre d</w:t>
      </w:r>
      <w:r w:rsidR="000E1451">
        <w:rPr>
          <w:rFonts w:cs="Georgia"/>
          <w:bCs/>
          <w:i/>
          <w:iCs/>
          <w:kern w:val="1"/>
        </w:rPr>
        <w:t>’</w:t>
      </w:r>
      <w:r>
        <w:rPr>
          <w:rFonts w:cs="Georgia"/>
          <w:bCs/>
          <w:i/>
          <w:iCs/>
          <w:kern w:val="1"/>
        </w:rPr>
        <w:t>Arndt</w:t>
      </w:r>
      <w:r w:rsidR="000E1451">
        <w:t xml:space="preserve">, </w:t>
      </w:r>
      <w:r>
        <w:rPr>
          <w:rFonts w:cs="Georgia"/>
          <w:kern w:val="1"/>
        </w:rPr>
        <w:t>parce que le Tyrtée prussien</w:t>
      </w:r>
      <w:r w:rsidR="000E1451">
        <w:rPr>
          <w:rFonts w:cs="Georgia"/>
          <w:kern w:val="1"/>
        </w:rPr>
        <w:t xml:space="preserve">, </w:t>
      </w:r>
      <w:r>
        <w:rPr>
          <w:rFonts w:cs="Georgia"/>
          <w:kern w:val="1"/>
        </w:rPr>
        <w:t>grand ami des comtes de Reichendorf</w:t>
      </w:r>
      <w:r w:rsidR="000E1451">
        <w:rPr>
          <w:rFonts w:cs="Georgia"/>
          <w:kern w:val="1"/>
        </w:rPr>
        <w:t xml:space="preserve">, </w:t>
      </w:r>
      <w:r>
        <w:rPr>
          <w:rFonts w:cs="Georgia"/>
          <w:kern w:val="1"/>
        </w:rPr>
        <w:t>y avait logé à plusieurs reprises</w:t>
      </w:r>
      <w:r w:rsidR="000E1451">
        <w:rPr>
          <w:rFonts w:cs="Georgia"/>
          <w:kern w:val="1"/>
        </w:rPr>
        <w:t xml:space="preserve">. </w:t>
      </w:r>
      <w:r>
        <w:rPr>
          <w:rFonts w:cs="Georgia"/>
          <w:kern w:val="1"/>
        </w:rPr>
        <w:t>Le mobilier n</w:t>
      </w:r>
      <w:r w:rsidR="000E1451">
        <w:rPr>
          <w:rFonts w:cs="Georgia"/>
          <w:kern w:val="1"/>
        </w:rPr>
        <w:t>’</w:t>
      </w:r>
      <w:r>
        <w:rPr>
          <w:rFonts w:cs="Georgia"/>
          <w:kern w:val="1"/>
        </w:rPr>
        <w:t>avait pas dû être modifié depuis cette époque</w:t>
      </w:r>
      <w:r w:rsidR="000E1451">
        <w:rPr>
          <w:rFonts w:cs="Georgia"/>
          <w:kern w:val="1"/>
        </w:rPr>
        <w:t xml:space="preserve">. </w:t>
      </w:r>
      <w:r>
        <w:rPr>
          <w:rFonts w:cs="Georgia"/>
          <w:kern w:val="1"/>
        </w:rPr>
        <w:t>Il se composait d</w:t>
      </w:r>
      <w:r w:rsidR="000E1451">
        <w:rPr>
          <w:rFonts w:cs="Georgia"/>
          <w:kern w:val="1"/>
        </w:rPr>
        <w:t>’</w:t>
      </w:r>
      <w:r>
        <w:rPr>
          <w:rFonts w:cs="Georgia"/>
          <w:kern w:val="1"/>
        </w:rPr>
        <w:t>un lit à baldaquin</w:t>
      </w:r>
      <w:r w:rsidR="000E1451">
        <w:rPr>
          <w:rFonts w:cs="Georgia"/>
          <w:kern w:val="1"/>
        </w:rPr>
        <w:t xml:space="preserve">, </w:t>
      </w:r>
      <w:r>
        <w:rPr>
          <w:rFonts w:cs="Georgia"/>
          <w:kern w:val="1"/>
        </w:rPr>
        <w:t>presque invisible au fond d</w:t>
      </w:r>
      <w:r w:rsidR="000E1451">
        <w:rPr>
          <w:rFonts w:cs="Georgia"/>
          <w:kern w:val="1"/>
        </w:rPr>
        <w:t>’</w:t>
      </w:r>
      <w:r>
        <w:rPr>
          <w:rFonts w:cs="Georgia"/>
          <w:kern w:val="1"/>
        </w:rPr>
        <w:t>une alcôve sombre</w:t>
      </w:r>
      <w:r w:rsidR="000E1451">
        <w:rPr>
          <w:rFonts w:cs="Georgia"/>
          <w:kern w:val="1"/>
        </w:rPr>
        <w:t xml:space="preserve">, </w:t>
      </w:r>
      <w:r>
        <w:rPr>
          <w:rFonts w:cs="Georgia"/>
          <w:kern w:val="1"/>
        </w:rPr>
        <w:t>d</w:t>
      </w:r>
      <w:r w:rsidR="000E1451">
        <w:rPr>
          <w:rFonts w:cs="Georgia"/>
          <w:kern w:val="1"/>
        </w:rPr>
        <w:t>’</w:t>
      </w:r>
      <w:r>
        <w:rPr>
          <w:rFonts w:cs="Georgia"/>
          <w:kern w:val="1"/>
        </w:rPr>
        <w:t>une bibliothèque vitrée qui ne contenait que des livres d</w:t>
      </w:r>
      <w:r w:rsidR="000E1451">
        <w:rPr>
          <w:rFonts w:cs="Georgia"/>
          <w:kern w:val="1"/>
        </w:rPr>
        <w:t>’</w:t>
      </w:r>
      <w:r>
        <w:rPr>
          <w:rFonts w:cs="Georgia"/>
          <w:kern w:val="1"/>
        </w:rPr>
        <w:t>art militaire ou d</w:t>
      </w:r>
      <w:r w:rsidR="000E1451">
        <w:rPr>
          <w:rFonts w:cs="Georgia"/>
          <w:kern w:val="1"/>
        </w:rPr>
        <w:t>’</w:t>
      </w:r>
      <w:r>
        <w:rPr>
          <w:rFonts w:cs="Georgia"/>
          <w:kern w:val="1"/>
        </w:rPr>
        <w:t>histoire</w:t>
      </w:r>
      <w:r w:rsidR="000E1451">
        <w:rPr>
          <w:rFonts w:cs="Georgia"/>
          <w:kern w:val="1"/>
        </w:rPr>
        <w:t xml:space="preserve">, </w:t>
      </w:r>
      <w:r>
        <w:rPr>
          <w:rFonts w:cs="Georgia"/>
          <w:kern w:val="1"/>
        </w:rPr>
        <w:t>d</w:t>
      </w:r>
      <w:r w:rsidR="000E1451">
        <w:rPr>
          <w:rFonts w:cs="Georgia"/>
          <w:kern w:val="1"/>
        </w:rPr>
        <w:t>’</w:t>
      </w:r>
      <w:r>
        <w:rPr>
          <w:rFonts w:cs="Georgia"/>
          <w:kern w:val="1"/>
        </w:rPr>
        <w:t>escabeaux et de chaises rembourrées de coussins aux couleurs fanées</w:t>
      </w:r>
      <w:r w:rsidR="000E1451">
        <w:rPr>
          <w:rFonts w:cs="Georgia"/>
          <w:kern w:val="1"/>
        </w:rPr>
        <w:t xml:space="preserve">. </w:t>
      </w:r>
      <w:r>
        <w:rPr>
          <w:rFonts w:cs="Georgia"/>
          <w:kern w:val="1"/>
        </w:rPr>
        <w:t>L</w:t>
      </w:r>
      <w:r w:rsidR="000E1451">
        <w:rPr>
          <w:rFonts w:cs="Georgia"/>
          <w:kern w:val="1"/>
        </w:rPr>
        <w:t>’</w:t>
      </w:r>
      <w:r>
        <w:rPr>
          <w:rFonts w:cs="Georgia"/>
          <w:kern w:val="1"/>
        </w:rPr>
        <w:t>intérieur de la cheminée était dissimulé par un écran de fer que la poussée du vent faisait sans cesse gémir</w:t>
      </w:r>
      <w:r w:rsidR="000E1451">
        <w:rPr>
          <w:rFonts w:cs="Georgia"/>
          <w:kern w:val="1"/>
        </w:rPr>
        <w:t xml:space="preserve">. </w:t>
      </w:r>
      <w:r>
        <w:rPr>
          <w:rFonts w:cs="Georgia"/>
          <w:kern w:val="1"/>
        </w:rPr>
        <w:t>Deux bouches de chaleur</w:t>
      </w:r>
      <w:r w:rsidR="000E1451">
        <w:rPr>
          <w:rFonts w:cs="Georgia"/>
          <w:kern w:val="1"/>
        </w:rPr>
        <w:t xml:space="preserve">, </w:t>
      </w:r>
      <w:r>
        <w:rPr>
          <w:rFonts w:cs="Georgia"/>
          <w:kern w:val="1"/>
        </w:rPr>
        <w:t>ouvertes à droite et à gauche</w:t>
      </w:r>
      <w:r w:rsidR="000E1451">
        <w:rPr>
          <w:rFonts w:cs="Georgia"/>
          <w:kern w:val="1"/>
        </w:rPr>
        <w:t xml:space="preserve">, </w:t>
      </w:r>
      <w:r>
        <w:rPr>
          <w:rFonts w:cs="Georgia"/>
          <w:kern w:val="1"/>
        </w:rPr>
        <w:t>livraient passage</w:t>
      </w:r>
      <w:r w:rsidR="000E1451">
        <w:rPr>
          <w:rFonts w:cs="Georgia"/>
          <w:kern w:val="1"/>
        </w:rPr>
        <w:t xml:space="preserve">, </w:t>
      </w:r>
      <w:r>
        <w:rPr>
          <w:rFonts w:cs="Georgia"/>
          <w:kern w:val="1"/>
        </w:rPr>
        <w:t>lorsque le poêle d</w:t>
      </w:r>
      <w:r w:rsidR="000E1451">
        <w:rPr>
          <w:rFonts w:cs="Georgia"/>
          <w:kern w:val="1"/>
        </w:rPr>
        <w:t>’</w:t>
      </w:r>
      <w:r>
        <w:rPr>
          <w:rFonts w:cs="Georgia"/>
          <w:kern w:val="1"/>
        </w:rPr>
        <w:t>en bas n</w:t>
      </w:r>
      <w:r w:rsidR="000E1451">
        <w:rPr>
          <w:rFonts w:cs="Georgia"/>
          <w:kern w:val="1"/>
        </w:rPr>
        <w:t>’</w:t>
      </w:r>
      <w:r>
        <w:rPr>
          <w:rFonts w:cs="Georgia"/>
          <w:kern w:val="1"/>
        </w:rPr>
        <w:t>était pas allumé</w:t>
      </w:r>
      <w:r w:rsidR="000E1451">
        <w:rPr>
          <w:rFonts w:cs="Georgia"/>
          <w:kern w:val="1"/>
        </w:rPr>
        <w:t xml:space="preserve">, </w:t>
      </w:r>
      <w:r>
        <w:rPr>
          <w:rFonts w:cs="Georgia"/>
          <w:kern w:val="1"/>
        </w:rPr>
        <w:t>aux innombrables courants d</w:t>
      </w:r>
      <w:r w:rsidR="000E1451">
        <w:rPr>
          <w:rFonts w:cs="Georgia"/>
          <w:kern w:val="1"/>
        </w:rPr>
        <w:t>’</w:t>
      </w:r>
      <w:r>
        <w:rPr>
          <w:rFonts w:cs="Georgia"/>
          <w:kern w:val="1"/>
        </w:rPr>
        <w:t>air qui sifflaient au rez-de-chaussée</w:t>
      </w:r>
      <w:r w:rsidR="000E1451">
        <w:rPr>
          <w:rFonts w:cs="Georgia"/>
          <w:kern w:val="1"/>
        </w:rPr>
        <w:t xml:space="preserve">. </w:t>
      </w:r>
      <w:r>
        <w:rPr>
          <w:rFonts w:cs="Georgia"/>
          <w:kern w:val="1"/>
        </w:rPr>
        <w:t>Les murs</w:t>
      </w:r>
      <w:r w:rsidR="000E1451">
        <w:rPr>
          <w:rFonts w:cs="Georgia"/>
          <w:kern w:val="1"/>
        </w:rPr>
        <w:t xml:space="preserve">, </w:t>
      </w:r>
      <w:r>
        <w:rPr>
          <w:rFonts w:cs="Georgia"/>
          <w:kern w:val="1"/>
        </w:rPr>
        <w:t>lambrissés uniformément de chêne noirci</w:t>
      </w:r>
      <w:r w:rsidR="000E1451">
        <w:rPr>
          <w:rFonts w:cs="Georgia"/>
          <w:kern w:val="1"/>
        </w:rPr>
        <w:t xml:space="preserve">, </w:t>
      </w:r>
      <w:r>
        <w:rPr>
          <w:rFonts w:cs="Georgia"/>
          <w:kern w:val="1"/>
        </w:rPr>
        <w:t>étaient ornés de trois ou quatre reproductions de marbres antiques</w:t>
      </w:r>
      <w:r w:rsidR="000E1451">
        <w:rPr>
          <w:rFonts w:cs="Georgia"/>
          <w:kern w:val="1"/>
        </w:rPr>
        <w:t xml:space="preserve">, </w:t>
      </w:r>
      <w:r>
        <w:rPr>
          <w:rFonts w:cs="Georgia"/>
          <w:kern w:val="1"/>
        </w:rPr>
        <w:t>dont la nudité</w:t>
      </w:r>
      <w:r w:rsidR="000E1451">
        <w:rPr>
          <w:rFonts w:cs="Georgia"/>
          <w:kern w:val="1"/>
        </w:rPr>
        <w:t xml:space="preserve">, </w:t>
      </w:r>
      <w:r>
        <w:rPr>
          <w:rFonts w:cs="Georgia"/>
          <w:kern w:val="1"/>
        </w:rPr>
        <w:t>sous cette sinistre lumière du Nord</w:t>
      </w:r>
      <w:r w:rsidR="000E1451">
        <w:rPr>
          <w:rFonts w:cs="Georgia"/>
          <w:kern w:val="1"/>
        </w:rPr>
        <w:t xml:space="preserve">, </w:t>
      </w:r>
      <w:r>
        <w:rPr>
          <w:rFonts w:cs="Georgia"/>
          <w:kern w:val="1"/>
        </w:rPr>
        <w:t>ajoutait à la tristesse glaciale de l</w:t>
      </w:r>
      <w:r w:rsidR="000E1451">
        <w:rPr>
          <w:rFonts w:cs="Georgia"/>
          <w:kern w:val="1"/>
        </w:rPr>
        <w:t>’</w:t>
      </w:r>
      <w:r>
        <w:rPr>
          <w:rFonts w:cs="Georgia"/>
          <w:kern w:val="1"/>
        </w:rPr>
        <w:t>ensemble</w:t>
      </w:r>
      <w:r w:rsidR="000E1451">
        <w:rPr>
          <w:rFonts w:cs="Georgia"/>
          <w:kern w:val="1"/>
        </w:rPr>
        <w:t xml:space="preserve">. </w:t>
      </w:r>
      <w:r>
        <w:rPr>
          <w:rFonts w:cs="Georgia"/>
          <w:kern w:val="1"/>
        </w:rPr>
        <w:t>Dans un coin</w:t>
      </w:r>
      <w:r w:rsidR="000E1451">
        <w:rPr>
          <w:rFonts w:cs="Georgia"/>
          <w:kern w:val="1"/>
        </w:rPr>
        <w:t xml:space="preserve">, </w:t>
      </w:r>
      <w:r>
        <w:rPr>
          <w:rFonts w:cs="Georgia"/>
          <w:kern w:val="1"/>
        </w:rPr>
        <w:t>sur un secrétaire</w:t>
      </w:r>
      <w:r w:rsidR="000E1451">
        <w:rPr>
          <w:rFonts w:cs="Georgia"/>
          <w:kern w:val="1"/>
        </w:rPr>
        <w:t xml:space="preserve">, </w:t>
      </w:r>
      <w:r>
        <w:rPr>
          <w:rFonts w:cs="Georgia"/>
          <w:kern w:val="1"/>
        </w:rPr>
        <w:t>les seuls objets qui paraissaient appartenir en propre à l</w:t>
      </w:r>
      <w:r w:rsidR="000E1451">
        <w:rPr>
          <w:rFonts w:cs="Georgia"/>
          <w:kern w:val="1"/>
        </w:rPr>
        <w:t>’</w:t>
      </w:r>
      <w:r>
        <w:rPr>
          <w:rFonts w:cs="Georgia"/>
          <w:kern w:val="1"/>
        </w:rPr>
        <w:t>occupante de ces lieux étaient trois photographies</w:t>
      </w:r>
      <w:r w:rsidR="000E1451">
        <w:rPr>
          <w:rFonts w:cs="Georgia"/>
          <w:kern w:val="1"/>
        </w:rPr>
        <w:t xml:space="preserve">. </w:t>
      </w:r>
      <w:r>
        <w:rPr>
          <w:rFonts w:cs="Georgia"/>
          <w:kern w:val="1"/>
        </w:rPr>
        <w:t>L</w:t>
      </w:r>
      <w:r w:rsidR="000E1451">
        <w:rPr>
          <w:rFonts w:cs="Georgia"/>
          <w:kern w:val="1"/>
        </w:rPr>
        <w:t>’</w:t>
      </w:r>
      <w:r>
        <w:rPr>
          <w:rFonts w:cs="Georgia"/>
          <w:kern w:val="1"/>
        </w:rPr>
        <w:t>une</w:t>
      </w:r>
      <w:r w:rsidR="000E1451">
        <w:rPr>
          <w:rFonts w:cs="Georgia"/>
          <w:kern w:val="1"/>
        </w:rPr>
        <w:t xml:space="preserve">, </w:t>
      </w:r>
      <w:r>
        <w:rPr>
          <w:rFonts w:cs="Georgia"/>
          <w:kern w:val="1"/>
        </w:rPr>
        <w:t>la plus grande</w:t>
      </w:r>
      <w:r w:rsidR="000E1451">
        <w:rPr>
          <w:rFonts w:cs="Georgia"/>
          <w:kern w:val="1"/>
        </w:rPr>
        <w:t xml:space="preserve">, </w:t>
      </w:r>
      <w:r>
        <w:rPr>
          <w:rFonts w:cs="Georgia"/>
          <w:kern w:val="1"/>
        </w:rPr>
        <w:t>était celle d</w:t>
      </w:r>
      <w:r w:rsidR="000E1451">
        <w:rPr>
          <w:rFonts w:cs="Georgia"/>
          <w:kern w:val="1"/>
        </w:rPr>
        <w:t>’</w:t>
      </w:r>
      <w:r>
        <w:rPr>
          <w:rFonts w:cs="Georgia"/>
          <w:kern w:val="1"/>
        </w:rPr>
        <w:t>un général qui portait l</w:t>
      </w:r>
      <w:r w:rsidR="000E1451">
        <w:rPr>
          <w:rFonts w:cs="Georgia"/>
          <w:kern w:val="1"/>
        </w:rPr>
        <w:t>’</w:t>
      </w:r>
      <w:r>
        <w:rPr>
          <w:rFonts w:cs="Georgia"/>
          <w:kern w:val="1"/>
        </w:rPr>
        <w:t>uniforme allemand du temps de paix</w:t>
      </w:r>
      <w:r w:rsidR="000E1451">
        <w:rPr>
          <w:rFonts w:cs="Georgia"/>
          <w:kern w:val="1"/>
        </w:rPr>
        <w:t xml:space="preserve">. </w:t>
      </w:r>
      <w:r>
        <w:rPr>
          <w:rFonts w:cs="Georgia"/>
          <w:kern w:val="1"/>
        </w:rPr>
        <w:t>Une écriture robuste et nette y avait tracé la dédicace suivante</w:t>
      </w:r>
      <w:r w:rsidR="000E1451">
        <w:rPr>
          <w:rFonts w:cs="Georgia"/>
          <w:kern w:val="1"/>
        </w:rPr>
        <w:t xml:space="preserve">, </w:t>
      </w:r>
      <w:r>
        <w:rPr>
          <w:rFonts w:cs="Georgia"/>
          <w:kern w:val="1"/>
        </w:rPr>
        <w:t xml:space="preserve">datée du </w:t>
      </w:r>
      <w:r w:rsidR="000E1451">
        <w:rPr>
          <w:rFonts w:cs="Georgia"/>
          <w:kern w:val="1"/>
        </w:rPr>
        <w:t>1</w:t>
      </w:r>
      <w:r w:rsidR="000E1451" w:rsidRPr="000E1451">
        <w:rPr>
          <w:rFonts w:cs="Georgia"/>
          <w:kern w:val="1"/>
          <w:vertAlign w:val="superscript"/>
        </w:rPr>
        <w:t>er</w:t>
      </w:r>
      <w:r w:rsidR="000E1451">
        <w:rPr>
          <w:rFonts w:cs="Georgia"/>
          <w:kern w:val="1"/>
        </w:rPr>
        <w:t> août</w:t>
      </w:r>
      <w:r>
        <w:rPr>
          <w:rFonts w:cs="Georgia"/>
          <w:kern w:val="1"/>
        </w:rPr>
        <w:t xml:space="preserve"> 1914</w:t>
      </w:r>
      <w:r w:rsidR="000E1451">
        <w:rPr>
          <w:rFonts w:cs="Georgia"/>
          <w:kern w:val="1"/>
        </w:rPr>
        <w:t> : « </w:t>
      </w:r>
      <w:r>
        <w:rPr>
          <w:rFonts w:cs="Georgia"/>
          <w:kern w:val="1"/>
        </w:rPr>
        <w:t>À ma chère fille</w:t>
      </w:r>
      <w:r w:rsidR="000E1451">
        <w:rPr>
          <w:rFonts w:cs="Georgia"/>
          <w:kern w:val="1"/>
        </w:rPr>
        <w:t xml:space="preserve">, </w:t>
      </w:r>
      <w:r>
        <w:rPr>
          <w:rFonts w:cs="Georgia"/>
          <w:kern w:val="1"/>
        </w:rPr>
        <w:t>avec l</w:t>
      </w:r>
      <w:r w:rsidR="000E1451">
        <w:rPr>
          <w:rFonts w:cs="Georgia"/>
          <w:kern w:val="1"/>
        </w:rPr>
        <w:t>’</w:t>
      </w:r>
      <w:r>
        <w:rPr>
          <w:rFonts w:cs="Georgia"/>
          <w:kern w:val="1"/>
        </w:rPr>
        <w:t>espoir d</w:t>
      </w:r>
      <w:r w:rsidR="000E1451">
        <w:rPr>
          <w:rFonts w:cs="Georgia"/>
          <w:kern w:val="1"/>
        </w:rPr>
        <w:t>’</w:t>
      </w:r>
      <w:r>
        <w:rPr>
          <w:rFonts w:cs="Georgia"/>
          <w:kern w:val="1"/>
        </w:rPr>
        <w:t>une prompte réunion</w:t>
      </w:r>
      <w:r w:rsidR="000E1451">
        <w:rPr>
          <w:rFonts w:cs="Georgia"/>
          <w:kern w:val="1"/>
        </w:rPr>
        <w:t>. »</w:t>
      </w:r>
      <w:r>
        <w:rPr>
          <w:rFonts w:cs="Georgia"/>
          <w:kern w:val="1"/>
        </w:rPr>
        <w:t xml:space="preserve"> C</w:t>
      </w:r>
      <w:r w:rsidR="000E1451">
        <w:rPr>
          <w:rFonts w:cs="Georgia"/>
          <w:kern w:val="1"/>
        </w:rPr>
        <w:t>’</w:t>
      </w:r>
      <w:r>
        <w:rPr>
          <w:rFonts w:cs="Georgia"/>
          <w:kern w:val="1"/>
        </w:rPr>
        <w:t>était le portrait du général baron de Mirrbach</w:t>
      </w:r>
      <w:r w:rsidR="000E1451">
        <w:rPr>
          <w:rFonts w:cs="Georgia"/>
          <w:kern w:val="1"/>
        </w:rPr>
        <w:t xml:space="preserve">, </w:t>
      </w:r>
      <w:r>
        <w:rPr>
          <w:rFonts w:cs="Georgia"/>
          <w:kern w:val="1"/>
        </w:rPr>
        <w:t>père d</w:t>
      </w:r>
      <w:r w:rsidR="000E1451">
        <w:rPr>
          <w:rFonts w:cs="Georgia"/>
          <w:kern w:val="1"/>
        </w:rPr>
        <w:t>’</w:t>
      </w:r>
      <w:r>
        <w:rPr>
          <w:rFonts w:cs="Georgia"/>
          <w:kern w:val="1"/>
        </w:rPr>
        <w:t>Axelle</w:t>
      </w:r>
      <w:r w:rsidR="000E1451">
        <w:rPr>
          <w:rFonts w:cs="Georgia"/>
          <w:kern w:val="1"/>
        </w:rPr>
        <w:t xml:space="preserve">. </w:t>
      </w:r>
      <w:r>
        <w:rPr>
          <w:rFonts w:cs="Georgia"/>
          <w:kern w:val="1"/>
        </w:rPr>
        <w:t>L</w:t>
      </w:r>
      <w:r w:rsidR="000E1451">
        <w:rPr>
          <w:rFonts w:cs="Georgia"/>
          <w:kern w:val="1"/>
        </w:rPr>
        <w:t>’</w:t>
      </w:r>
      <w:r>
        <w:rPr>
          <w:rFonts w:cs="Georgia"/>
          <w:kern w:val="1"/>
        </w:rPr>
        <w:t>autre était celui du lieutenant Joachim</w:t>
      </w:r>
      <w:r w:rsidR="000E1451">
        <w:rPr>
          <w:rFonts w:cs="Georgia"/>
          <w:kern w:val="1"/>
        </w:rPr>
        <w:t xml:space="preserve">, </w:t>
      </w:r>
      <w:r>
        <w:rPr>
          <w:rFonts w:cs="Georgia"/>
          <w:kern w:val="1"/>
        </w:rPr>
        <w:t>un enfant efféminé</w:t>
      </w:r>
      <w:r w:rsidR="000E1451">
        <w:rPr>
          <w:rFonts w:cs="Georgia"/>
          <w:kern w:val="1"/>
        </w:rPr>
        <w:t xml:space="preserve">, </w:t>
      </w:r>
      <w:r>
        <w:rPr>
          <w:rFonts w:cs="Georgia"/>
          <w:kern w:val="1"/>
        </w:rPr>
        <w:t>dans la somptueuse tenue des hussards de la Garde</w:t>
      </w:r>
      <w:r w:rsidR="000E1451">
        <w:rPr>
          <w:rFonts w:cs="Georgia"/>
          <w:kern w:val="1"/>
        </w:rPr>
        <w:t xml:space="preserve">. </w:t>
      </w:r>
      <w:r>
        <w:rPr>
          <w:rFonts w:cs="Georgia"/>
          <w:kern w:val="1"/>
        </w:rPr>
        <w:t xml:space="preserve">La troisième </w:t>
      </w:r>
      <w:r>
        <w:rPr>
          <w:rFonts w:cs="Georgia"/>
          <w:kern w:val="1"/>
        </w:rPr>
        <w:lastRenderedPageBreak/>
        <w:t>photographie</w:t>
      </w:r>
      <w:r w:rsidR="000E1451">
        <w:rPr>
          <w:rFonts w:cs="Georgia"/>
          <w:kern w:val="1"/>
        </w:rPr>
        <w:t xml:space="preserve">, </w:t>
      </w:r>
      <w:r>
        <w:rPr>
          <w:rFonts w:cs="Georgia"/>
          <w:kern w:val="1"/>
        </w:rPr>
        <w:t>jaunie déjà</w:t>
      </w:r>
      <w:r w:rsidR="000E1451">
        <w:rPr>
          <w:rFonts w:cs="Georgia"/>
          <w:kern w:val="1"/>
        </w:rPr>
        <w:t xml:space="preserve">, </w:t>
      </w:r>
      <w:r>
        <w:rPr>
          <w:rFonts w:cs="Georgia"/>
          <w:kern w:val="1"/>
        </w:rPr>
        <w:t>presque effacée</w:t>
      </w:r>
      <w:r w:rsidR="000E1451">
        <w:rPr>
          <w:rFonts w:cs="Georgia"/>
          <w:kern w:val="1"/>
        </w:rPr>
        <w:t xml:space="preserve">, </w:t>
      </w:r>
      <w:r>
        <w:rPr>
          <w:rFonts w:cs="Georgia"/>
          <w:kern w:val="1"/>
        </w:rPr>
        <w:t>représentait une femme à la beauté insignifiante et douce</w:t>
      </w:r>
      <w:r w:rsidR="000E1451">
        <w:rPr>
          <w:rFonts w:cs="Georgia"/>
          <w:kern w:val="1"/>
        </w:rPr>
        <w:t> : M</w:t>
      </w:r>
      <w:r w:rsidR="000E1451" w:rsidRPr="000E1451">
        <w:rPr>
          <w:rFonts w:cs="Georgia"/>
          <w:kern w:val="1"/>
          <w:vertAlign w:val="superscript"/>
        </w:rPr>
        <w:t>me</w:t>
      </w:r>
      <w:r w:rsidR="000E1451">
        <w:rPr>
          <w:rFonts w:cs="Georgia"/>
          <w:kern w:val="1"/>
        </w:rPr>
        <w:t> de </w:t>
      </w:r>
      <w:r>
        <w:rPr>
          <w:rFonts w:cs="Georgia"/>
          <w:kern w:val="1"/>
        </w:rPr>
        <w:t>Mirrbach</w:t>
      </w:r>
      <w:r w:rsidR="000E1451">
        <w:rPr>
          <w:rFonts w:cs="Georgia"/>
          <w:kern w:val="1"/>
        </w:rPr>
        <w:t xml:space="preserve">, </w:t>
      </w:r>
      <w:r>
        <w:rPr>
          <w:rFonts w:cs="Georgia"/>
          <w:kern w:val="1"/>
        </w:rPr>
        <w:t>sans doute</w:t>
      </w:r>
      <w:r w:rsidR="000E1451">
        <w:rPr>
          <w:rFonts w:cs="Georgia"/>
          <w:kern w:val="1"/>
        </w:rPr>
        <w:t xml:space="preserve">. </w:t>
      </w:r>
      <w:r>
        <w:rPr>
          <w:rFonts w:cs="Georgia"/>
          <w:kern w:val="1"/>
        </w:rPr>
        <w:t>C</w:t>
      </w:r>
      <w:r w:rsidR="000E1451">
        <w:rPr>
          <w:rFonts w:cs="Georgia"/>
          <w:kern w:val="1"/>
        </w:rPr>
        <w:t>’</w:t>
      </w:r>
      <w:r>
        <w:rPr>
          <w:rFonts w:cs="Georgia"/>
          <w:kern w:val="1"/>
        </w:rPr>
        <w:t>était tout</w:t>
      </w:r>
      <w:r w:rsidR="000E1451">
        <w:rPr>
          <w:rFonts w:cs="Georgia"/>
          <w:kern w:val="1"/>
        </w:rPr>
        <w:t xml:space="preserve">. </w:t>
      </w:r>
      <w:r>
        <w:rPr>
          <w:rFonts w:cs="Georgia"/>
          <w:kern w:val="1"/>
        </w:rPr>
        <w:t>Pas un bibelot</w:t>
      </w:r>
      <w:r w:rsidR="000E1451">
        <w:rPr>
          <w:rFonts w:cs="Georgia"/>
          <w:kern w:val="1"/>
        </w:rPr>
        <w:t xml:space="preserve">, </w:t>
      </w:r>
      <w:r>
        <w:rPr>
          <w:rFonts w:cs="Georgia"/>
          <w:kern w:val="1"/>
        </w:rPr>
        <w:t>pas une fleur sur la table</w:t>
      </w:r>
      <w:r w:rsidR="000E1451">
        <w:rPr>
          <w:rFonts w:cs="Georgia"/>
          <w:kern w:val="1"/>
        </w:rPr>
        <w:t xml:space="preserve">, </w:t>
      </w:r>
      <w:r>
        <w:rPr>
          <w:rFonts w:cs="Georgia"/>
          <w:kern w:val="1"/>
        </w:rPr>
        <w:t>sur la commode</w:t>
      </w:r>
      <w:r w:rsidR="000E1451">
        <w:rPr>
          <w:rFonts w:cs="Georgia"/>
          <w:kern w:val="1"/>
        </w:rPr>
        <w:t xml:space="preserve">, </w:t>
      </w:r>
      <w:r>
        <w:rPr>
          <w:rFonts w:cs="Georgia"/>
          <w:kern w:val="1"/>
        </w:rPr>
        <w:t>dont les tiroirs soigneusement fermés à clef donnaient</w:t>
      </w:r>
      <w:r w:rsidR="000E1451">
        <w:rPr>
          <w:rFonts w:cs="Georgia"/>
          <w:kern w:val="1"/>
        </w:rPr>
        <w:t xml:space="preserve">, </w:t>
      </w:r>
      <w:r>
        <w:rPr>
          <w:rFonts w:cs="Georgia"/>
          <w:kern w:val="1"/>
        </w:rPr>
        <w:t>eux aussi</w:t>
      </w:r>
      <w:r w:rsidR="000E1451">
        <w:rPr>
          <w:rFonts w:cs="Georgia"/>
          <w:kern w:val="1"/>
        </w:rPr>
        <w:t xml:space="preserve">, </w:t>
      </w:r>
      <w:r>
        <w:rPr>
          <w:rFonts w:cs="Georgia"/>
          <w:kern w:val="1"/>
        </w:rPr>
        <w:t>l</w:t>
      </w:r>
      <w:r w:rsidR="000E1451">
        <w:rPr>
          <w:rFonts w:cs="Georgia"/>
          <w:kern w:val="1"/>
        </w:rPr>
        <w:t>’</w:t>
      </w:r>
      <w:r>
        <w:rPr>
          <w:rFonts w:cs="Georgia"/>
          <w:kern w:val="1"/>
        </w:rPr>
        <w:t>impression qu</w:t>
      </w:r>
      <w:r w:rsidR="000E1451">
        <w:rPr>
          <w:rFonts w:cs="Georgia"/>
          <w:kern w:val="1"/>
        </w:rPr>
        <w:t>’</w:t>
      </w:r>
      <w:r>
        <w:rPr>
          <w:rFonts w:cs="Georgia"/>
          <w:kern w:val="1"/>
        </w:rPr>
        <w:t>ils étaient vides</w:t>
      </w:r>
      <w:r w:rsidR="000E1451">
        <w:rPr>
          <w:rFonts w:cs="Georgia"/>
          <w:kern w:val="1"/>
        </w:rPr>
        <w:t>.</w:t>
      </w:r>
    </w:p>
    <w:p w14:paraId="4E432762" w14:textId="77777777" w:rsidR="000E1451" w:rsidRDefault="00BE611A" w:rsidP="00BE611A">
      <w:pPr>
        <w:rPr>
          <w:rFonts w:cs="Georgia"/>
          <w:kern w:val="1"/>
        </w:rPr>
      </w:pPr>
      <w:r>
        <w:rPr>
          <w:rFonts w:cs="Georgia"/>
          <w:kern w:val="1"/>
        </w:rPr>
        <w:t>Avant de me mettre au travail</w:t>
      </w:r>
      <w:r w:rsidR="000E1451">
        <w:rPr>
          <w:rFonts w:cs="Georgia"/>
          <w:kern w:val="1"/>
        </w:rPr>
        <w:t xml:space="preserve">, </w:t>
      </w:r>
      <w:r>
        <w:rPr>
          <w:rFonts w:cs="Georgia"/>
          <w:kern w:val="1"/>
        </w:rPr>
        <w:t>j</w:t>
      </w:r>
      <w:r w:rsidR="000E1451">
        <w:rPr>
          <w:rFonts w:cs="Georgia"/>
          <w:kern w:val="1"/>
        </w:rPr>
        <w:t>’</w:t>
      </w:r>
      <w:r>
        <w:rPr>
          <w:rFonts w:cs="Georgia"/>
          <w:kern w:val="1"/>
        </w:rPr>
        <w:t>avais commencé par ouvrir la fenêtre</w:t>
      </w:r>
      <w:r w:rsidR="000E1451">
        <w:rPr>
          <w:rFonts w:cs="Georgia"/>
          <w:kern w:val="1"/>
        </w:rPr>
        <w:t xml:space="preserve">, </w:t>
      </w:r>
      <w:r>
        <w:rPr>
          <w:rFonts w:cs="Georgia"/>
          <w:kern w:val="1"/>
        </w:rPr>
        <w:t>afin d</w:t>
      </w:r>
      <w:r w:rsidR="000E1451">
        <w:rPr>
          <w:rFonts w:cs="Georgia"/>
          <w:kern w:val="1"/>
        </w:rPr>
        <w:t>’</w:t>
      </w:r>
      <w:r>
        <w:rPr>
          <w:rFonts w:cs="Georgia"/>
          <w:kern w:val="1"/>
        </w:rPr>
        <w:t>essayer d</w:t>
      </w:r>
      <w:r w:rsidR="000E1451">
        <w:rPr>
          <w:rFonts w:cs="Georgia"/>
          <w:kern w:val="1"/>
        </w:rPr>
        <w:t>’</w:t>
      </w:r>
      <w:r>
        <w:rPr>
          <w:rFonts w:cs="Georgia"/>
          <w:kern w:val="1"/>
        </w:rPr>
        <w:t>avoir un peu plus de jour</w:t>
      </w:r>
      <w:r w:rsidR="000E1451">
        <w:rPr>
          <w:rFonts w:cs="Georgia"/>
          <w:kern w:val="1"/>
        </w:rPr>
        <w:t xml:space="preserve">. </w:t>
      </w:r>
      <w:r>
        <w:rPr>
          <w:rFonts w:cs="Georgia"/>
          <w:kern w:val="1"/>
        </w:rPr>
        <w:t>Il m</w:t>
      </w:r>
      <w:r w:rsidR="000E1451">
        <w:rPr>
          <w:rFonts w:cs="Georgia"/>
          <w:kern w:val="1"/>
        </w:rPr>
        <w:t>’</w:t>
      </w:r>
      <w:r>
        <w:rPr>
          <w:rFonts w:cs="Georgia"/>
          <w:kern w:val="1"/>
        </w:rPr>
        <w:t>avait fallu peser violemment sur la crémone</w:t>
      </w:r>
      <w:r w:rsidR="000E1451">
        <w:rPr>
          <w:rFonts w:cs="Georgia"/>
          <w:kern w:val="1"/>
        </w:rPr>
        <w:t xml:space="preserve">. </w:t>
      </w:r>
      <w:r>
        <w:rPr>
          <w:rFonts w:cs="Georgia"/>
          <w:kern w:val="1"/>
        </w:rPr>
        <w:t>Le sable</w:t>
      </w:r>
      <w:r w:rsidR="000E1451">
        <w:rPr>
          <w:rFonts w:cs="Georgia"/>
          <w:kern w:val="1"/>
        </w:rPr>
        <w:t xml:space="preserve">, </w:t>
      </w:r>
      <w:r>
        <w:rPr>
          <w:rFonts w:cs="Georgia"/>
          <w:kern w:val="1"/>
        </w:rPr>
        <w:t>accumulé au dehors par une tempête récente</w:t>
      </w:r>
      <w:r w:rsidR="000E1451">
        <w:rPr>
          <w:rFonts w:cs="Georgia"/>
          <w:kern w:val="1"/>
        </w:rPr>
        <w:t xml:space="preserve">, </w:t>
      </w:r>
      <w:r>
        <w:rPr>
          <w:rFonts w:cs="Georgia"/>
          <w:kern w:val="1"/>
        </w:rPr>
        <w:t>crissait</w:t>
      </w:r>
      <w:r w:rsidR="000E1451">
        <w:rPr>
          <w:rFonts w:cs="Georgia"/>
          <w:kern w:val="1"/>
        </w:rPr>
        <w:t xml:space="preserve">, </w:t>
      </w:r>
      <w:r>
        <w:rPr>
          <w:rFonts w:cs="Georgia"/>
          <w:kern w:val="1"/>
        </w:rPr>
        <w:t>empêchait les battants de s</w:t>
      </w:r>
      <w:r w:rsidR="000E1451">
        <w:rPr>
          <w:rFonts w:cs="Georgia"/>
          <w:kern w:val="1"/>
        </w:rPr>
        <w:t>’</w:t>
      </w:r>
      <w:r>
        <w:rPr>
          <w:rFonts w:cs="Georgia"/>
          <w:kern w:val="1"/>
        </w:rPr>
        <w:t>écarter</w:t>
      </w:r>
      <w:r w:rsidR="000E1451">
        <w:rPr>
          <w:rFonts w:cs="Georgia"/>
          <w:kern w:val="1"/>
        </w:rPr>
        <w:t xml:space="preserve">. </w:t>
      </w:r>
      <w:r>
        <w:rPr>
          <w:rFonts w:cs="Georgia"/>
          <w:kern w:val="1"/>
        </w:rPr>
        <w:t>La dalle du balcon avait disparu sous sa poussière ocrée</w:t>
      </w:r>
      <w:r w:rsidR="000E1451">
        <w:rPr>
          <w:rFonts w:cs="Georgia"/>
          <w:kern w:val="1"/>
        </w:rPr>
        <w:t xml:space="preserve">. </w:t>
      </w:r>
      <w:r>
        <w:rPr>
          <w:rFonts w:cs="Georgia"/>
          <w:kern w:val="1"/>
        </w:rPr>
        <w:t>De ce balcon</w:t>
      </w:r>
      <w:r w:rsidR="000E1451">
        <w:rPr>
          <w:rFonts w:cs="Georgia"/>
          <w:kern w:val="1"/>
        </w:rPr>
        <w:t xml:space="preserve">, </w:t>
      </w:r>
      <w:r>
        <w:rPr>
          <w:rFonts w:cs="Georgia"/>
          <w:kern w:val="1"/>
        </w:rPr>
        <w:t>on avait vue sur toute la région marécageuse du domaine de Reichendorf</w:t>
      </w:r>
      <w:r w:rsidR="000E1451">
        <w:rPr>
          <w:rFonts w:cs="Georgia"/>
          <w:kern w:val="1"/>
        </w:rPr>
        <w:t xml:space="preserve">. </w:t>
      </w:r>
      <w:r>
        <w:rPr>
          <w:rFonts w:cs="Georgia"/>
          <w:kern w:val="1"/>
        </w:rPr>
        <w:t>Les étangs</w:t>
      </w:r>
      <w:r w:rsidR="000E1451">
        <w:rPr>
          <w:rFonts w:cs="Georgia"/>
          <w:kern w:val="1"/>
        </w:rPr>
        <w:t xml:space="preserve">, </w:t>
      </w:r>
      <w:r>
        <w:rPr>
          <w:rFonts w:cs="Georgia"/>
          <w:kern w:val="1"/>
        </w:rPr>
        <w:t>dans leur partie la plus éloignée</w:t>
      </w:r>
      <w:r w:rsidR="000E1451">
        <w:rPr>
          <w:rFonts w:cs="Georgia"/>
          <w:kern w:val="1"/>
        </w:rPr>
        <w:t xml:space="preserve">, </w:t>
      </w:r>
      <w:r>
        <w:rPr>
          <w:rFonts w:cs="Georgia"/>
          <w:kern w:val="1"/>
        </w:rPr>
        <w:t>étaient bordés de sapinières</w:t>
      </w:r>
      <w:r w:rsidR="000E1451">
        <w:rPr>
          <w:rFonts w:cs="Georgia"/>
          <w:kern w:val="1"/>
        </w:rPr>
        <w:t xml:space="preserve">, </w:t>
      </w:r>
      <w:r>
        <w:rPr>
          <w:rFonts w:cs="Georgia"/>
          <w:kern w:val="1"/>
        </w:rPr>
        <w:t>qui partageaient les eaux en deux zones délimitées avec une netteté parfaite</w:t>
      </w:r>
      <w:r w:rsidR="000E1451">
        <w:rPr>
          <w:rFonts w:cs="Georgia"/>
          <w:kern w:val="1"/>
        </w:rPr>
        <w:t xml:space="preserve">, </w:t>
      </w:r>
      <w:r>
        <w:rPr>
          <w:rFonts w:cs="Georgia"/>
          <w:kern w:val="1"/>
        </w:rPr>
        <w:t>l</w:t>
      </w:r>
      <w:r w:rsidR="000E1451">
        <w:rPr>
          <w:rFonts w:cs="Georgia"/>
          <w:kern w:val="1"/>
        </w:rPr>
        <w:t>’</w:t>
      </w:r>
      <w:r>
        <w:rPr>
          <w:rFonts w:cs="Georgia"/>
          <w:kern w:val="1"/>
        </w:rPr>
        <w:t>une</w:t>
      </w:r>
      <w:r w:rsidR="000E1451">
        <w:rPr>
          <w:rFonts w:cs="Georgia"/>
          <w:kern w:val="1"/>
        </w:rPr>
        <w:t xml:space="preserve">, </w:t>
      </w:r>
      <w:r>
        <w:rPr>
          <w:rFonts w:cs="Georgia"/>
          <w:kern w:val="1"/>
        </w:rPr>
        <w:t>qui reflétait le ciel</w:t>
      </w:r>
      <w:r w:rsidR="000E1451">
        <w:rPr>
          <w:rFonts w:cs="Georgia"/>
          <w:kern w:val="1"/>
        </w:rPr>
        <w:t xml:space="preserve">, </w:t>
      </w:r>
      <w:r>
        <w:rPr>
          <w:rFonts w:cs="Georgia"/>
          <w:kern w:val="1"/>
        </w:rPr>
        <w:t>gris argent</w:t>
      </w:r>
      <w:r w:rsidR="000E1451">
        <w:rPr>
          <w:rFonts w:cs="Georgia"/>
          <w:kern w:val="1"/>
        </w:rPr>
        <w:t xml:space="preserve">, </w:t>
      </w:r>
      <w:r>
        <w:rPr>
          <w:rFonts w:cs="Georgia"/>
          <w:kern w:val="1"/>
        </w:rPr>
        <w:t>et l</w:t>
      </w:r>
      <w:r w:rsidR="000E1451">
        <w:rPr>
          <w:rFonts w:cs="Georgia"/>
          <w:kern w:val="1"/>
        </w:rPr>
        <w:t>’</w:t>
      </w:r>
      <w:r>
        <w:rPr>
          <w:rFonts w:cs="Georgia"/>
          <w:kern w:val="1"/>
        </w:rPr>
        <w:t>autre</w:t>
      </w:r>
      <w:r w:rsidR="000E1451">
        <w:rPr>
          <w:rFonts w:cs="Georgia"/>
          <w:kern w:val="1"/>
        </w:rPr>
        <w:t xml:space="preserve">, </w:t>
      </w:r>
      <w:r>
        <w:rPr>
          <w:rFonts w:cs="Georgia"/>
          <w:kern w:val="1"/>
        </w:rPr>
        <w:t>où se miraient les sapins</w:t>
      </w:r>
      <w:r w:rsidR="000E1451">
        <w:rPr>
          <w:rFonts w:cs="Georgia"/>
          <w:kern w:val="1"/>
        </w:rPr>
        <w:t xml:space="preserve">, </w:t>
      </w:r>
      <w:r>
        <w:rPr>
          <w:rFonts w:cs="Georgia"/>
          <w:kern w:val="1"/>
        </w:rPr>
        <w:t>noir d</w:t>
      </w:r>
      <w:r w:rsidR="000E1451">
        <w:rPr>
          <w:rFonts w:cs="Georgia"/>
          <w:kern w:val="1"/>
        </w:rPr>
        <w:t>’</w:t>
      </w:r>
      <w:r>
        <w:rPr>
          <w:rFonts w:cs="Georgia"/>
          <w:kern w:val="1"/>
        </w:rPr>
        <w:t>encre</w:t>
      </w:r>
      <w:r w:rsidR="000E1451">
        <w:rPr>
          <w:rFonts w:cs="Georgia"/>
          <w:kern w:val="1"/>
        </w:rPr>
        <w:t xml:space="preserve">. </w:t>
      </w:r>
      <w:r>
        <w:rPr>
          <w:rFonts w:cs="Georgia"/>
          <w:kern w:val="1"/>
        </w:rPr>
        <w:t>Après la bourrasque de la veille</w:t>
      </w:r>
      <w:r w:rsidR="000E1451">
        <w:rPr>
          <w:rFonts w:cs="Georgia"/>
          <w:kern w:val="1"/>
        </w:rPr>
        <w:t xml:space="preserve">, </w:t>
      </w:r>
      <w:r>
        <w:rPr>
          <w:rFonts w:cs="Georgia"/>
          <w:kern w:val="1"/>
        </w:rPr>
        <w:t>l</w:t>
      </w:r>
      <w:r w:rsidR="000E1451">
        <w:rPr>
          <w:rFonts w:cs="Georgia"/>
          <w:kern w:val="1"/>
        </w:rPr>
        <w:t>’</w:t>
      </w:r>
      <w:r>
        <w:rPr>
          <w:rFonts w:cs="Georgia"/>
          <w:kern w:val="1"/>
        </w:rPr>
        <w:t>atmosphère apparaissait reposée et limpide</w:t>
      </w:r>
      <w:r w:rsidR="000E1451">
        <w:rPr>
          <w:rFonts w:cs="Georgia"/>
          <w:kern w:val="1"/>
        </w:rPr>
        <w:t xml:space="preserve">. </w:t>
      </w:r>
      <w:r>
        <w:rPr>
          <w:rFonts w:cs="Georgia"/>
          <w:kern w:val="1"/>
        </w:rPr>
        <w:t>Le bruit de la mer s</w:t>
      </w:r>
      <w:r w:rsidR="000E1451">
        <w:rPr>
          <w:rFonts w:cs="Georgia"/>
          <w:kern w:val="1"/>
        </w:rPr>
        <w:t>’</w:t>
      </w:r>
      <w:r>
        <w:rPr>
          <w:rFonts w:cs="Georgia"/>
          <w:kern w:val="1"/>
        </w:rPr>
        <w:t>était tu</w:t>
      </w:r>
      <w:r w:rsidR="000E1451">
        <w:rPr>
          <w:rFonts w:cs="Georgia"/>
          <w:kern w:val="1"/>
        </w:rPr>
        <w:t xml:space="preserve">. </w:t>
      </w:r>
      <w:r>
        <w:rPr>
          <w:rFonts w:cs="Georgia"/>
          <w:kern w:val="1"/>
        </w:rPr>
        <w:t>Seul un appel de courlis venait par moment rompre le silence</w:t>
      </w:r>
      <w:r w:rsidR="000E1451">
        <w:rPr>
          <w:rFonts w:cs="Georgia"/>
          <w:kern w:val="1"/>
        </w:rPr>
        <w:t xml:space="preserve">. </w:t>
      </w:r>
      <w:r>
        <w:rPr>
          <w:rFonts w:cs="Georgia"/>
          <w:kern w:val="1"/>
        </w:rPr>
        <w:t>Il régnait sur ce désert de sable et d</w:t>
      </w:r>
      <w:r w:rsidR="000E1451">
        <w:rPr>
          <w:rFonts w:cs="Georgia"/>
          <w:kern w:val="1"/>
        </w:rPr>
        <w:t>’</w:t>
      </w:r>
      <w:r>
        <w:rPr>
          <w:rFonts w:cs="Georgia"/>
          <w:kern w:val="1"/>
        </w:rPr>
        <w:t>eau une mélancolie sans espoir</w:t>
      </w:r>
      <w:r w:rsidR="000E1451">
        <w:rPr>
          <w:rFonts w:cs="Georgia"/>
          <w:kern w:val="1"/>
        </w:rPr>
        <w:t xml:space="preserve">, </w:t>
      </w:r>
      <w:r>
        <w:rPr>
          <w:rFonts w:cs="Georgia"/>
          <w:kern w:val="1"/>
        </w:rPr>
        <w:t>mais non sans douceur</w:t>
      </w:r>
      <w:r w:rsidR="000E1451">
        <w:rPr>
          <w:rFonts w:cs="Georgia"/>
          <w:kern w:val="1"/>
        </w:rPr>
        <w:t xml:space="preserve">… </w:t>
      </w:r>
      <w:r>
        <w:rPr>
          <w:rFonts w:cs="Georgia"/>
          <w:kern w:val="1"/>
        </w:rPr>
        <w:t>Je m</w:t>
      </w:r>
      <w:r w:rsidR="000E1451">
        <w:rPr>
          <w:rFonts w:cs="Georgia"/>
          <w:kern w:val="1"/>
        </w:rPr>
        <w:t>’</w:t>
      </w:r>
      <w:r>
        <w:rPr>
          <w:rFonts w:cs="Georgia"/>
          <w:kern w:val="1"/>
        </w:rPr>
        <w:t>accoudai à la balustrade</w:t>
      </w:r>
      <w:r w:rsidR="000E1451">
        <w:rPr>
          <w:rFonts w:cs="Georgia"/>
          <w:kern w:val="1"/>
        </w:rPr>
        <w:t xml:space="preserve">. </w:t>
      </w:r>
      <w:r>
        <w:rPr>
          <w:rFonts w:cs="Georgia"/>
          <w:kern w:val="1"/>
        </w:rPr>
        <w:t>Si je n</w:t>
      </w:r>
      <w:r w:rsidR="000E1451">
        <w:rPr>
          <w:rFonts w:cs="Georgia"/>
          <w:kern w:val="1"/>
        </w:rPr>
        <w:t>’</w:t>
      </w:r>
      <w:r>
        <w:rPr>
          <w:rFonts w:cs="Georgia"/>
          <w:kern w:val="1"/>
        </w:rPr>
        <w:t>avais pas senti</w:t>
      </w:r>
      <w:r w:rsidR="000E1451">
        <w:rPr>
          <w:rFonts w:cs="Georgia"/>
          <w:kern w:val="1"/>
        </w:rPr>
        <w:t xml:space="preserve">, </w:t>
      </w:r>
      <w:r>
        <w:rPr>
          <w:rFonts w:cs="Georgia"/>
          <w:kern w:val="1"/>
        </w:rPr>
        <w:t>derrière moi</w:t>
      </w:r>
      <w:r w:rsidR="000E1451">
        <w:rPr>
          <w:rFonts w:cs="Georgia"/>
          <w:kern w:val="1"/>
        </w:rPr>
        <w:t xml:space="preserve">, </w:t>
      </w:r>
      <w:r>
        <w:rPr>
          <w:rFonts w:cs="Georgia"/>
          <w:kern w:val="1"/>
        </w:rPr>
        <w:t>mes outils étalés sur le plancher</w:t>
      </w:r>
      <w:r w:rsidR="000E1451">
        <w:rPr>
          <w:rFonts w:cs="Georgia"/>
          <w:kern w:val="1"/>
        </w:rPr>
        <w:t xml:space="preserve">, </w:t>
      </w:r>
      <w:r>
        <w:rPr>
          <w:rFonts w:cs="Georgia"/>
          <w:kern w:val="1"/>
        </w:rPr>
        <w:t>et ma besogne qui me réclamait</w:t>
      </w:r>
      <w:r w:rsidR="000E1451">
        <w:rPr>
          <w:rFonts w:cs="Georgia"/>
          <w:kern w:val="1"/>
        </w:rPr>
        <w:t xml:space="preserve">, </w:t>
      </w:r>
      <w:r>
        <w:rPr>
          <w:rFonts w:cs="Georgia"/>
          <w:kern w:val="1"/>
        </w:rPr>
        <w:t>je crois que je serais resté là indéfiniment</w:t>
      </w:r>
      <w:r w:rsidR="000E1451">
        <w:rPr>
          <w:rFonts w:cs="Georgia"/>
          <w:kern w:val="1"/>
        </w:rPr>
        <w:t xml:space="preserve">, </w:t>
      </w:r>
      <w:r>
        <w:rPr>
          <w:rFonts w:cs="Georgia"/>
          <w:kern w:val="1"/>
        </w:rPr>
        <w:t>absorbé dans la contemplation de ce paysage</w:t>
      </w:r>
      <w:r w:rsidR="000E1451">
        <w:rPr>
          <w:rFonts w:cs="Georgia"/>
          <w:kern w:val="1"/>
        </w:rPr>
        <w:t xml:space="preserve">. </w:t>
      </w:r>
      <w:r>
        <w:rPr>
          <w:rFonts w:cs="Georgia"/>
          <w:kern w:val="1"/>
        </w:rPr>
        <w:t>C</w:t>
      </w:r>
      <w:r w:rsidR="000E1451">
        <w:rPr>
          <w:rFonts w:cs="Georgia"/>
          <w:kern w:val="1"/>
        </w:rPr>
        <w:t>’</w:t>
      </w:r>
      <w:r>
        <w:rPr>
          <w:rFonts w:cs="Georgia"/>
          <w:kern w:val="1"/>
        </w:rPr>
        <w:t>était celui qui s</w:t>
      </w:r>
      <w:r w:rsidR="000E1451">
        <w:rPr>
          <w:rFonts w:cs="Georgia"/>
          <w:kern w:val="1"/>
        </w:rPr>
        <w:t>’</w:t>
      </w:r>
      <w:r>
        <w:rPr>
          <w:rFonts w:cs="Georgia"/>
          <w:kern w:val="1"/>
        </w:rPr>
        <w:t>offrait chaque jour</w:t>
      </w:r>
      <w:r w:rsidR="000E1451">
        <w:rPr>
          <w:rFonts w:cs="Georgia"/>
          <w:kern w:val="1"/>
        </w:rPr>
        <w:t xml:space="preserve">, </w:t>
      </w:r>
      <w:r>
        <w:rPr>
          <w:rFonts w:cs="Georgia"/>
          <w:kern w:val="1"/>
        </w:rPr>
        <w:t>du matin au soir</w:t>
      </w:r>
      <w:r w:rsidR="000E1451">
        <w:rPr>
          <w:rFonts w:cs="Georgia"/>
          <w:kern w:val="1"/>
        </w:rPr>
        <w:t xml:space="preserve">, </w:t>
      </w:r>
      <w:r>
        <w:rPr>
          <w:rFonts w:cs="Georgia"/>
          <w:kern w:val="1"/>
        </w:rPr>
        <w:t xml:space="preserve">à </w:t>
      </w:r>
      <w:r w:rsidR="000E1451">
        <w:rPr>
          <w:rFonts w:cs="Georgia"/>
          <w:kern w:val="1"/>
        </w:rPr>
        <w:t>M</w:t>
      </w:r>
      <w:r w:rsidR="000E1451" w:rsidRPr="000E1451">
        <w:rPr>
          <w:rFonts w:cs="Georgia"/>
          <w:kern w:val="1"/>
          <w:vertAlign w:val="superscript"/>
        </w:rPr>
        <w:t>lle</w:t>
      </w:r>
      <w:r w:rsidR="000E1451">
        <w:rPr>
          <w:rFonts w:cs="Georgia"/>
          <w:kern w:val="1"/>
        </w:rPr>
        <w:t> de </w:t>
      </w:r>
      <w:r>
        <w:rPr>
          <w:rFonts w:cs="Georgia"/>
          <w:kern w:val="1"/>
        </w:rPr>
        <w:t>Mirrbach</w:t>
      </w:r>
      <w:r w:rsidR="000E1451">
        <w:rPr>
          <w:rFonts w:cs="Georgia"/>
          <w:kern w:val="1"/>
        </w:rPr>
        <w:t xml:space="preserve">. </w:t>
      </w:r>
      <w:r>
        <w:rPr>
          <w:rFonts w:cs="Georgia"/>
          <w:kern w:val="1"/>
        </w:rPr>
        <w:t>Je le regardais avec une insistance suppliante</w:t>
      </w:r>
      <w:r w:rsidR="000E1451">
        <w:rPr>
          <w:rFonts w:cs="Georgia"/>
          <w:kern w:val="1"/>
        </w:rPr>
        <w:t xml:space="preserve">, </w:t>
      </w:r>
      <w:r>
        <w:rPr>
          <w:rFonts w:cs="Georgia"/>
          <w:kern w:val="1"/>
        </w:rPr>
        <w:t>comme s</w:t>
      </w:r>
      <w:r w:rsidR="000E1451">
        <w:rPr>
          <w:rFonts w:cs="Georgia"/>
          <w:kern w:val="1"/>
        </w:rPr>
        <w:t>’</w:t>
      </w:r>
      <w:r>
        <w:rPr>
          <w:rFonts w:cs="Georgia"/>
          <w:kern w:val="1"/>
        </w:rPr>
        <w:t>il recelait la révélation que je n</w:t>
      </w:r>
      <w:r w:rsidR="000E1451">
        <w:rPr>
          <w:rFonts w:cs="Georgia"/>
          <w:kern w:val="1"/>
        </w:rPr>
        <w:t>’</w:t>
      </w:r>
      <w:r>
        <w:rPr>
          <w:rFonts w:cs="Georgia"/>
          <w:kern w:val="1"/>
        </w:rPr>
        <w:t>avais pu obtenir de la chambre où elle vivait</w:t>
      </w:r>
      <w:r w:rsidR="000E1451">
        <w:rPr>
          <w:rFonts w:cs="Georgia"/>
          <w:kern w:val="1"/>
        </w:rPr>
        <w:t>.</w:t>
      </w:r>
    </w:p>
    <w:p w14:paraId="014AB81E" w14:textId="77777777" w:rsidR="00BE611A" w:rsidRDefault="00BE611A" w:rsidP="00BE611A">
      <w:pPr>
        <w:rPr>
          <w:rFonts w:cs="Georgia"/>
          <w:kern w:val="1"/>
        </w:rPr>
      </w:pPr>
    </w:p>
    <w:p w14:paraId="2A85FE63" w14:textId="77777777" w:rsidR="000E1451" w:rsidRDefault="00BE611A" w:rsidP="00BE611A">
      <w:pPr>
        <w:rPr>
          <w:rFonts w:cs="Georgia"/>
          <w:kern w:val="1"/>
        </w:rPr>
      </w:pPr>
      <w:r>
        <w:rPr>
          <w:rFonts w:cs="Georgia"/>
          <w:kern w:val="1"/>
        </w:rPr>
        <w:lastRenderedPageBreak/>
        <w:t>Je prenais maintenant chaque jour mon repas de midi dans une pièce attenante à la cuisine</w:t>
      </w:r>
      <w:r w:rsidR="000E1451">
        <w:rPr>
          <w:rFonts w:cs="Georgia"/>
          <w:kern w:val="1"/>
        </w:rPr>
        <w:t xml:space="preserve">, </w:t>
      </w:r>
      <w:r>
        <w:rPr>
          <w:rFonts w:cs="Georgia"/>
          <w:kern w:val="1"/>
        </w:rPr>
        <w:t>où le général avait ordonné à son valet de chambre de me servir</w:t>
      </w:r>
      <w:r w:rsidR="000E1451">
        <w:rPr>
          <w:rFonts w:cs="Georgia"/>
          <w:kern w:val="1"/>
        </w:rPr>
        <w:t xml:space="preserve">. </w:t>
      </w:r>
      <w:r>
        <w:rPr>
          <w:rFonts w:cs="Georgia"/>
          <w:kern w:val="1"/>
        </w:rPr>
        <w:t>Gottlieb exécutait cette consigne sans rechigner</w:t>
      </w:r>
      <w:r w:rsidR="000E1451">
        <w:rPr>
          <w:rFonts w:cs="Georgia"/>
          <w:kern w:val="1"/>
        </w:rPr>
        <w:t xml:space="preserve">. </w:t>
      </w:r>
      <w:r>
        <w:rPr>
          <w:rFonts w:cs="Georgia"/>
          <w:kern w:val="1"/>
        </w:rPr>
        <w:t>Il avait appris à avoir pour moi presque de la déférence</w:t>
      </w:r>
      <w:r w:rsidR="000E1451">
        <w:rPr>
          <w:rFonts w:cs="Georgia"/>
          <w:kern w:val="1"/>
        </w:rPr>
        <w:t xml:space="preserve">. </w:t>
      </w:r>
      <w:r>
        <w:rPr>
          <w:rFonts w:cs="Georgia"/>
          <w:kern w:val="1"/>
        </w:rPr>
        <w:t>Qu</w:t>
      </w:r>
      <w:r w:rsidR="000E1451">
        <w:rPr>
          <w:rFonts w:cs="Georgia"/>
          <w:kern w:val="1"/>
        </w:rPr>
        <w:t>’</w:t>
      </w:r>
      <w:r>
        <w:rPr>
          <w:rFonts w:cs="Georgia"/>
          <w:kern w:val="1"/>
        </w:rPr>
        <w:t xml:space="preserve">on ne se figure </w:t>
      </w:r>
      <w:r>
        <w:rPr>
          <w:rFonts w:cs="Georgia"/>
          <w:bCs/>
          <w:kern w:val="1"/>
        </w:rPr>
        <w:t xml:space="preserve">pas </w:t>
      </w:r>
      <w:r>
        <w:rPr>
          <w:rFonts w:cs="Georgia"/>
          <w:kern w:val="1"/>
        </w:rPr>
        <w:t>d</w:t>
      </w:r>
      <w:r w:rsidR="000E1451">
        <w:rPr>
          <w:rFonts w:cs="Georgia"/>
          <w:kern w:val="1"/>
        </w:rPr>
        <w:t>’</w:t>
      </w:r>
      <w:r>
        <w:rPr>
          <w:rFonts w:cs="Georgia"/>
          <w:kern w:val="1"/>
        </w:rPr>
        <w:t>ailleurs qu</w:t>
      </w:r>
      <w:r w:rsidR="000E1451">
        <w:rPr>
          <w:rFonts w:cs="Georgia"/>
          <w:kern w:val="1"/>
        </w:rPr>
        <w:t>’</w:t>
      </w:r>
      <w:r>
        <w:rPr>
          <w:rFonts w:cs="Georgia"/>
          <w:kern w:val="1"/>
        </w:rPr>
        <w:t>une amélioration sensible avait résulté de ce nouveau régime pour mon ordinaire</w:t>
      </w:r>
      <w:r w:rsidR="000E1451">
        <w:rPr>
          <w:rFonts w:cs="Georgia"/>
          <w:kern w:val="1"/>
        </w:rPr>
        <w:t xml:space="preserve">. </w:t>
      </w:r>
      <w:r>
        <w:rPr>
          <w:rFonts w:cs="Georgia"/>
          <w:kern w:val="1"/>
        </w:rPr>
        <w:t>C</w:t>
      </w:r>
      <w:r w:rsidR="000E1451">
        <w:rPr>
          <w:rFonts w:cs="Georgia"/>
          <w:kern w:val="1"/>
        </w:rPr>
        <w:t>’</w:t>
      </w:r>
      <w:r>
        <w:rPr>
          <w:rFonts w:cs="Georgia"/>
          <w:kern w:val="1"/>
        </w:rPr>
        <w:t>était une maigre chère que celle du château</w:t>
      </w:r>
      <w:r w:rsidR="000E1451">
        <w:rPr>
          <w:rFonts w:cs="Georgia"/>
          <w:kern w:val="1"/>
        </w:rPr>
        <w:t xml:space="preserve">, </w:t>
      </w:r>
      <w:r>
        <w:rPr>
          <w:rFonts w:cs="Georgia"/>
          <w:kern w:val="1"/>
        </w:rPr>
        <w:t>et je fus vite rassasié des poules d</w:t>
      </w:r>
      <w:r w:rsidR="000E1451">
        <w:rPr>
          <w:rFonts w:cs="Georgia"/>
          <w:kern w:val="1"/>
        </w:rPr>
        <w:t>’</w:t>
      </w:r>
      <w:r>
        <w:rPr>
          <w:rFonts w:cs="Georgia"/>
          <w:kern w:val="1"/>
        </w:rPr>
        <w:t>eau et des anguilles qui en constituaient la base quotidienne</w:t>
      </w:r>
      <w:r w:rsidR="000E1451">
        <w:rPr>
          <w:rFonts w:cs="Georgia"/>
          <w:kern w:val="1"/>
        </w:rPr>
        <w:t xml:space="preserve">. </w:t>
      </w:r>
      <w:r>
        <w:rPr>
          <w:rFonts w:cs="Georgia"/>
          <w:kern w:val="1"/>
        </w:rPr>
        <w:t>Usant d</w:t>
      </w:r>
      <w:r w:rsidR="000E1451">
        <w:rPr>
          <w:rFonts w:cs="Georgia"/>
          <w:kern w:val="1"/>
        </w:rPr>
        <w:t>’</w:t>
      </w:r>
      <w:r>
        <w:rPr>
          <w:rFonts w:cs="Georgia"/>
          <w:kern w:val="1"/>
        </w:rPr>
        <w:t>assez de tact pour ne blesser personne je pris rapidement l</w:t>
      </w:r>
      <w:r w:rsidR="000E1451">
        <w:rPr>
          <w:rFonts w:cs="Georgia"/>
          <w:kern w:val="1"/>
        </w:rPr>
        <w:t>’</w:t>
      </w:r>
      <w:r>
        <w:rPr>
          <w:rFonts w:cs="Georgia"/>
          <w:kern w:val="1"/>
        </w:rPr>
        <w:t>habitude de rapporter du camp quelques-unes des friandises que je recevais dans mes colis</w:t>
      </w:r>
      <w:r w:rsidR="000E1451">
        <w:rPr>
          <w:rFonts w:cs="Georgia"/>
          <w:kern w:val="1"/>
        </w:rPr>
        <w:t xml:space="preserve">. </w:t>
      </w:r>
      <w:r>
        <w:rPr>
          <w:rFonts w:cs="Georgia"/>
          <w:kern w:val="1"/>
        </w:rPr>
        <w:t>Cet éternel chocolat</w:t>
      </w:r>
      <w:r w:rsidR="000E1451">
        <w:rPr>
          <w:rFonts w:cs="Georgia"/>
          <w:kern w:val="1"/>
        </w:rPr>
        <w:t xml:space="preserve">, </w:t>
      </w:r>
      <w:r>
        <w:rPr>
          <w:rFonts w:cs="Georgia"/>
          <w:kern w:val="1"/>
        </w:rPr>
        <w:t>qui inspire aux Allemands des sentiments si tendres</w:t>
      </w:r>
      <w:r w:rsidR="000E1451">
        <w:rPr>
          <w:rFonts w:cs="Georgia"/>
          <w:kern w:val="1"/>
        </w:rPr>
        <w:t xml:space="preserve">, </w:t>
      </w:r>
      <w:r>
        <w:rPr>
          <w:rFonts w:cs="Georgia"/>
          <w:kern w:val="1"/>
        </w:rPr>
        <w:t>faisait ouvrir à Gottlieb des yeux pleins d</w:t>
      </w:r>
      <w:r w:rsidR="000E1451">
        <w:rPr>
          <w:rFonts w:cs="Georgia"/>
          <w:kern w:val="1"/>
        </w:rPr>
        <w:t>’</w:t>
      </w:r>
      <w:r>
        <w:rPr>
          <w:rFonts w:cs="Georgia"/>
          <w:kern w:val="1"/>
        </w:rPr>
        <w:t>envie admirative</w:t>
      </w:r>
      <w:r w:rsidR="000E1451">
        <w:rPr>
          <w:rFonts w:cs="Georgia"/>
          <w:kern w:val="1"/>
        </w:rPr>
        <w:t xml:space="preserve">. </w:t>
      </w:r>
      <w:r>
        <w:rPr>
          <w:rFonts w:cs="Georgia"/>
          <w:kern w:val="1"/>
        </w:rPr>
        <w:t>Il ne me fallut que peu d</w:t>
      </w:r>
      <w:r w:rsidR="000E1451">
        <w:rPr>
          <w:rFonts w:cs="Georgia"/>
          <w:kern w:val="1"/>
        </w:rPr>
        <w:t>’</w:t>
      </w:r>
      <w:r>
        <w:rPr>
          <w:rFonts w:cs="Georgia"/>
          <w:kern w:val="1"/>
        </w:rPr>
        <w:t>insistance pour lui en faire accepter quelques tablettes</w:t>
      </w:r>
      <w:r w:rsidR="000E1451">
        <w:rPr>
          <w:rFonts w:cs="Georgia"/>
          <w:kern w:val="1"/>
        </w:rPr>
        <w:t xml:space="preserve">. </w:t>
      </w:r>
      <w:r>
        <w:rPr>
          <w:rFonts w:cs="Georgia"/>
          <w:kern w:val="1"/>
        </w:rPr>
        <w:t>À partir de cet instant</w:t>
      </w:r>
      <w:r w:rsidR="000E1451">
        <w:rPr>
          <w:rFonts w:cs="Georgia"/>
          <w:kern w:val="1"/>
        </w:rPr>
        <w:t xml:space="preserve">, </w:t>
      </w:r>
      <w:r>
        <w:rPr>
          <w:rFonts w:cs="Georgia"/>
          <w:kern w:val="1"/>
        </w:rPr>
        <w:t>le pauvre diable me fut tout acquis</w:t>
      </w:r>
      <w:r w:rsidR="000E1451">
        <w:rPr>
          <w:rFonts w:cs="Georgia"/>
          <w:kern w:val="1"/>
        </w:rPr>
        <w:t xml:space="preserve">. </w:t>
      </w:r>
      <w:r>
        <w:rPr>
          <w:rFonts w:cs="Georgia"/>
          <w:kern w:val="1"/>
        </w:rPr>
        <w:t>Je savais à présent son histoire</w:t>
      </w:r>
      <w:r w:rsidR="000E1451">
        <w:rPr>
          <w:rFonts w:cs="Georgia"/>
          <w:kern w:val="1"/>
        </w:rPr>
        <w:t xml:space="preserve">. </w:t>
      </w:r>
      <w:r>
        <w:rPr>
          <w:rFonts w:cs="Georgia"/>
          <w:kern w:val="1"/>
        </w:rPr>
        <w:t>Il appartenait à une famille de métayers qui cultivaient aux environs de 1900 une des dernières terres vendues par les Reichendorf</w:t>
      </w:r>
      <w:r w:rsidR="000E1451">
        <w:rPr>
          <w:rFonts w:cs="Georgia"/>
          <w:kern w:val="1"/>
        </w:rPr>
        <w:t xml:space="preserve">. </w:t>
      </w:r>
      <w:r>
        <w:rPr>
          <w:rFonts w:cs="Georgia"/>
          <w:kern w:val="1"/>
        </w:rPr>
        <w:t>Ses deux frères étaient morts à la guerre</w:t>
      </w:r>
      <w:r w:rsidR="000E1451">
        <w:rPr>
          <w:rFonts w:cs="Georgia"/>
          <w:kern w:val="1"/>
        </w:rPr>
        <w:t xml:space="preserve">. </w:t>
      </w:r>
      <w:r>
        <w:rPr>
          <w:rFonts w:cs="Georgia"/>
          <w:kern w:val="1"/>
        </w:rPr>
        <w:t>Lui-même</w:t>
      </w:r>
      <w:r w:rsidR="000E1451">
        <w:rPr>
          <w:rFonts w:cs="Georgia"/>
          <w:kern w:val="1"/>
        </w:rPr>
        <w:t xml:space="preserve">, </w:t>
      </w:r>
      <w:r>
        <w:rPr>
          <w:rFonts w:cs="Georgia"/>
          <w:kern w:val="1"/>
        </w:rPr>
        <w:t>blessé en 1915</w:t>
      </w:r>
      <w:r w:rsidR="000E1451">
        <w:rPr>
          <w:rFonts w:cs="Georgia"/>
          <w:kern w:val="1"/>
        </w:rPr>
        <w:t xml:space="preserve">, </w:t>
      </w:r>
      <w:r>
        <w:rPr>
          <w:rFonts w:cs="Georgia"/>
          <w:kern w:val="1"/>
        </w:rPr>
        <w:t>n</w:t>
      </w:r>
      <w:r w:rsidR="000E1451">
        <w:rPr>
          <w:rFonts w:cs="Georgia"/>
          <w:kern w:val="1"/>
        </w:rPr>
        <w:t>’</w:t>
      </w:r>
      <w:r>
        <w:rPr>
          <w:rFonts w:cs="Georgia"/>
          <w:kern w:val="1"/>
        </w:rPr>
        <w:t>était pas définitivement libéré du service</w:t>
      </w:r>
      <w:r w:rsidR="000E1451">
        <w:rPr>
          <w:rFonts w:cs="Georgia"/>
          <w:kern w:val="1"/>
        </w:rPr>
        <w:t xml:space="preserve">. </w:t>
      </w:r>
      <w:r>
        <w:rPr>
          <w:rFonts w:cs="Georgia"/>
          <w:kern w:val="1"/>
        </w:rPr>
        <w:t>Il devait repasser</w:t>
      </w:r>
      <w:r w:rsidR="000E1451">
        <w:rPr>
          <w:rFonts w:cs="Georgia"/>
          <w:kern w:val="1"/>
        </w:rPr>
        <w:t xml:space="preserve">, </w:t>
      </w:r>
      <w:r>
        <w:rPr>
          <w:rFonts w:cs="Georgia"/>
          <w:kern w:val="1"/>
        </w:rPr>
        <w:t>dans les premiers jours de juillet</w:t>
      </w:r>
      <w:r w:rsidR="000E1451">
        <w:rPr>
          <w:rFonts w:cs="Georgia"/>
          <w:kern w:val="1"/>
        </w:rPr>
        <w:t xml:space="preserve">, </w:t>
      </w:r>
      <w:r>
        <w:rPr>
          <w:rFonts w:cs="Georgia"/>
          <w:kern w:val="1"/>
        </w:rPr>
        <w:t>à Kœnigsberg</w:t>
      </w:r>
      <w:r w:rsidR="000E1451">
        <w:rPr>
          <w:rFonts w:cs="Georgia"/>
          <w:kern w:val="1"/>
        </w:rPr>
        <w:t xml:space="preserve">, </w:t>
      </w:r>
      <w:r>
        <w:rPr>
          <w:rFonts w:cs="Georgia"/>
          <w:kern w:val="1"/>
        </w:rPr>
        <w:t>devant une commission de réforme</w:t>
      </w:r>
      <w:r w:rsidR="000E1451">
        <w:rPr>
          <w:rFonts w:cs="Georgia"/>
          <w:kern w:val="1"/>
        </w:rPr>
        <w:t xml:space="preserve">. </w:t>
      </w:r>
      <w:r>
        <w:rPr>
          <w:rFonts w:cs="Georgia"/>
          <w:kern w:val="1"/>
        </w:rPr>
        <w:t>Il évoquait cette redoutable perspective avec un fatalisme résigné</w:t>
      </w:r>
      <w:r w:rsidR="000E1451">
        <w:rPr>
          <w:rFonts w:cs="Georgia"/>
          <w:kern w:val="1"/>
        </w:rPr>
        <w:t xml:space="preserve">. </w:t>
      </w:r>
      <w:r>
        <w:rPr>
          <w:rFonts w:cs="Georgia"/>
          <w:kern w:val="1"/>
        </w:rPr>
        <w:t>La vieille cuisinière</w:t>
      </w:r>
      <w:r w:rsidR="000E1451">
        <w:rPr>
          <w:rFonts w:cs="Georgia"/>
          <w:kern w:val="1"/>
        </w:rPr>
        <w:t xml:space="preserve">, </w:t>
      </w:r>
      <w:r>
        <w:rPr>
          <w:rFonts w:cs="Georgia"/>
          <w:kern w:val="1"/>
        </w:rPr>
        <w:t>qui répondait au nom de Dominica</w:t>
      </w:r>
      <w:r w:rsidR="000E1451">
        <w:rPr>
          <w:rFonts w:cs="Georgia"/>
          <w:kern w:val="1"/>
        </w:rPr>
        <w:t xml:space="preserve">, </w:t>
      </w:r>
      <w:r>
        <w:rPr>
          <w:rFonts w:cs="Georgia"/>
          <w:kern w:val="1"/>
        </w:rPr>
        <w:t>était sa tante</w:t>
      </w:r>
      <w:r w:rsidR="000E1451">
        <w:rPr>
          <w:rFonts w:cs="Georgia"/>
          <w:kern w:val="1"/>
        </w:rPr>
        <w:t xml:space="preserve">. </w:t>
      </w:r>
      <w:r>
        <w:rPr>
          <w:rFonts w:cs="Georgia"/>
          <w:kern w:val="1"/>
        </w:rPr>
        <w:t>Son fils unique avait été tué lui aussi</w:t>
      </w:r>
      <w:r w:rsidR="000E1451">
        <w:rPr>
          <w:rFonts w:cs="Georgia"/>
          <w:kern w:val="1"/>
        </w:rPr>
        <w:t xml:space="preserve">. </w:t>
      </w:r>
      <w:r>
        <w:rPr>
          <w:rFonts w:cs="Georgia"/>
          <w:kern w:val="1"/>
        </w:rPr>
        <w:t>Elle mit beaucoup de temps</w:t>
      </w:r>
      <w:r w:rsidR="000E1451">
        <w:rPr>
          <w:rFonts w:cs="Georgia"/>
          <w:kern w:val="1"/>
        </w:rPr>
        <w:t xml:space="preserve">, </w:t>
      </w:r>
      <w:r>
        <w:rPr>
          <w:rFonts w:cs="Georgia"/>
          <w:kern w:val="1"/>
        </w:rPr>
        <w:t>à se laisser apprivoiser</w:t>
      </w:r>
      <w:r w:rsidR="000E1451">
        <w:rPr>
          <w:rFonts w:cs="Georgia"/>
          <w:kern w:val="1"/>
        </w:rPr>
        <w:t xml:space="preserve">. </w:t>
      </w:r>
      <w:r>
        <w:rPr>
          <w:rFonts w:cs="Georgia"/>
          <w:kern w:val="1"/>
        </w:rPr>
        <w:t>Au début</w:t>
      </w:r>
      <w:r w:rsidR="000E1451">
        <w:rPr>
          <w:rFonts w:cs="Georgia"/>
          <w:kern w:val="1"/>
        </w:rPr>
        <w:t xml:space="preserve">, </w:t>
      </w:r>
      <w:r>
        <w:rPr>
          <w:rFonts w:cs="Georgia"/>
          <w:kern w:val="1"/>
        </w:rPr>
        <w:t>je retrouvais toujours sur la table de l</w:t>
      </w:r>
      <w:r w:rsidR="000E1451">
        <w:rPr>
          <w:rFonts w:cs="Georgia"/>
          <w:kern w:val="1"/>
        </w:rPr>
        <w:t>’</w:t>
      </w:r>
      <w:r>
        <w:rPr>
          <w:rFonts w:cs="Georgia"/>
          <w:kern w:val="1"/>
        </w:rPr>
        <w:t>office les morceaux de sucre ou de chocolat que j</w:t>
      </w:r>
      <w:r w:rsidR="000E1451">
        <w:rPr>
          <w:rFonts w:cs="Georgia"/>
          <w:kern w:val="1"/>
        </w:rPr>
        <w:t>’</w:t>
      </w:r>
      <w:r>
        <w:rPr>
          <w:rFonts w:cs="Georgia"/>
          <w:kern w:val="1"/>
        </w:rPr>
        <w:t>y laissais traîner à son intention</w:t>
      </w:r>
      <w:r w:rsidR="000E1451">
        <w:rPr>
          <w:rFonts w:cs="Georgia"/>
          <w:kern w:val="1"/>
        </w:rPr>
        <w:t xml:space="preserve">, </w:t>
      </w:r>
      <w:r>
        <w:rPr>
          <w:rFonts w:cs="Georgia"/>
          <w:kern w:val="1"/>
        </w:rPr>
        <w:t>comme s</w:t>
      </w:r>
      <w:r w:rsidR="000E1451">
        <w:rPr>
          <w:rFonts w:cs="Georgia"/>
          <w:kern w:val="1"/>
        </w:rPr>
        <w:t>’</w:t>
      </w:r>
      <w:r>
        <w:rPr>
          <w:rFonts w:cs="Georgia"/>
          <w:kern w:val="1"/>
        </w:rPr>
        <w:t>il se fût agi de quelque animal sauvage</w:t>
      </w:r>
      <w:r w:rsidR="000E1451">
        <w:rPr>
          <w:rFonts w:cs="Georgia"/>
          <w:kern w:val="1"/>
        </w:rPr>
        <w:t xml:space="preserve">. </w:t>
      </w:r>
      <w:r>
        <w:rPr>
          <w:rFonts w:cs="Georgia"/>
          <w:kern w:val="1"/>
        </w:rPr>
        <w:t>Elle passait toutes ses journées près de son fourneau</w:t>
      </w:r>
      <w:r w:rsidR="000E1451">
        <w:rPr>
          <w:rFonts w:cs="Georgia"/>
          <w:kern w:val="1"/>
        </w:rPr>
        <w:t xml:space="preserve">, </w:t>
      </w:r>
      <w:r>
        <w:rPr>
          <w:rFonts w:cs="Georgia"/>
          <w:kern w:val="1"/>
        </w:rPr>
        <w:t>muette</w:t>
      </w:r>
      <w:r w:rsidR="000E1451">
        <w:rPr>
          <w:rFonts w:cs="Georgia"/>
          <w:kern w:val="1"/>
        </w:rPr>
        <w:t xml:space="preserve">, </w:t>
      </w:r>
      <w:r>
        <w:rPr>
          <w:rFonts w:cs="Georgia"/>
          <w:kern w:val="1"/>
        </w:rPr>
        <w:t>occupée à tricoter</w:t>
      </w:r>
      <w:r w:rsidR="000E1451">
        <w:rPr>
          <w:rFonts w:cs="Georgia"/>
          <w:kern w:val="1"/>
        </w:rPr>
        <w:t xml:space="preserve">, </w:t>
      </w:r>
      <w:r>
        <w:rPr>
          <w:rFonts w:cs="Georgia"/>
          <w:kern w:val="1"/>
        </w:rPr>
        <w:t>ou à relire les psaumes de sa vieille bible noire</w:t>
      </w:r>
      <w:r w:rsidR="000E1451">
        <w:rPr>
          <w:rFonts w:cs="Georgia"/>
          <w:kern w:val="1"/>
        </w:rPr>
        <w:t>.</w:t>
      </w:r>
    </w:p>
    <w:p w14:paraId="717CEB3D" w14:textId="77777777" w:rsidR="000E1451" w:rsidRDefault="00BE611A" w:rsidP="00BE611A">
      <w:pPr>
        <w:rPr>
          <w:rFonts w:cs="Georgia"/>
          <w:kern w:val="1"/>
        </w:rPr>
      </w:pPr>
      <w:r>
        <w:rPr>
          <w:rFonts w:cs="Georgia"/>
          <w:kern w:val="1"/>
        </w:rPr>
        <w:lastRenderedPageBreak/>
        <w:t>Chaque après-midi</w:t>
      </w:r>
      <w:r w:rsidR="000E1451">
        <w:rPr>
          <w:rFonts w:cs="Georgia"/>
          <w:kern w:val="1"/>
        </w:rPr>
        <w:t xml:space="preserve">, </w:t>
      </w:r>
      <w:r>
        <w:rPr>
          <w:rFonts w:cs="Georgia"/>
          <w:kern w:val="1"/>
        </w:rPr>
        <w:t>vers quatre heures</w:t>
      </w:r>
      <w:r w:rsidR="000E1451">
        <w:rPr>
          <w:rFonts w:cs="Georgia"/>
          <w:kern w:val="1"/>
        </w:rPr>
        <w:t xml:space="preserve">, </w:t>
      </w:r>
      <w:r>
        <w:rPr>
          <w:rFonts w:cs="Georgia"/>
          <w:kern w:val="1"/>
        </w:rPr>
        <w:t>Gottlieb faisait son apparition dans le cabinet de travail où j</w:t>
      </w:r>
      <w:r w:rsidR="000E1451">
        <w:rPr>
          <w:rFonts w:cs="Georgia"/>
          <w:kern w:val="1"/>
        </w:rPr>
        <w:t>’</w:t>
      </w:r>
      <w:r>
        <w:rPr>
          <w:rFonts w:cs="Georgia"/>
          <w:kern w:val="1"/>
        </w:rPr>
        <w:t>étais en train de procéder à l</w:t>
      </w:r>
      <w:r w:rsidR="000E1451">
        <w:rPr>
          <w:rFonts w:cs="Georgia"/>
          <w:kern w:val="1"/>
        </w:rPr>
        <w:t>’</w:t>
      </w:r>
      <w:r>
        <w:rPr>
          <w:rFonts w:cs="Georgia"/>
          <w:kern w:val="1"/>
        </w:rPr>
        <w:t>illumination d</w:t>
      </w:r>
      <w:r w:rsidR="000E1451">
        <w:rPr>
          <w:rFonts w:cs="Georgia"/>
          <w:kern w:val="1"/>
        </w:rPr>
        <w:t>’</w:t>
      </w:r>
      <w:r>
        <w:rPr>
          <w:rFonts w:cs="Georgia"/>
          <w:kern w:val="1"/>
        </w:rPr>
        <w:t>une nouvelle vitrine</w:t>
      </w:r>
      <w:r w:rsidR="000E1451">
        <w:rPr>
          <w:rFonts w:cs="Georgia"/>
          <w:kern w:val="1"/>
        </w:rPr>
        <w:t xml:space="preserve">, </w:t>
      </w:r>
      <w:r>
        <w:rPr>
          <w:rFonts w:cs="Georgia"/>
          <w:kern w:val="1"/>
        </w:rPr>
        <w:t>tout en écoutant de mon mieux quelque élucubration du général</w:t>
      </w:r>
      <w:r w:rsidR="000E1451">
        <w:rPr>
          <w:rFonts w:cs="Georgia"/>
          <w:kern w:val="1"/>
        </w:rPr>
        <w:t xml:space="preserve">, </w:t>
      </w:r>
      <w:r>
        <w:rPr>
          <w:rFonts w:cs="Georgia"/>
          <w:kern w:val="1"/>
        </w:rPr>
        <w:t>mi-conférence</w:t>
      </w:r>
      <w:r w:rsidR="000E1451">
        <w:rPr>
          <w:rFonts w:cs="Georgia"/>
          <w:kern w:val="1"/>
        </w:rPr>
        <w:t xml:space="preserve">, </w:t>
      </w:r>
      <w:r>
        <w:rPr>
          <w:rFonts w:cs="Georgia"/>
          <w:kern w:val="1"/>
        </w:rPr>
        <w:t>mi-monologue</w:t>
      </w:r>
      <w:r w:rsidR="000E1451">
        <w:rPr>
          <w:rFonts w:cs="Georgia"/>
          <w:kern w:val="1"/>
        </w:rPr>
        <w:t xml:space="preserve">. </w:t>
      </w:r>
      <w:r>
        <w:rPr>
          <w:rFonts w:cs="Georgia"/>
          <w:kern w:val="1"/>
        </w:rPr>
        <w:t>Il annonçait que le thé était servi dans le petit salon</w:t>
      </w:r>
      <w:r w:rsidR="000E1451">
        <w:rPr>
          <w:rFonts w:cs="Georgia"/>
          <w:kern w:val="1"/>
        </w:rPr>
        <w:t>. M</w:t>
      </w:r>
      <w:r w:rsidR="000E1451" w:rsidRPr="000E1451">
        <w:rPr>
          <w:rFonts w:cs="Georgia"/>
          <w:kern w:val="1"/>
          <w:vertAlign w:val="superscript"/>
        </w:rPr>
        <w:t>lle</w:t>
      </w:r>
      <w:r w:rsidR="000E1451">
        <w:rPr>
          <w:rFonts w:cs="Georgia"/>
          <w:kern w:val="1"/>
        </w:rPr>
        <w:t> de </w:t>
      </w:r>
      <w:r>
        <w:rPr>
          <w:rFonts w:cs="Georgia"/>
          <w:kern w:val="1"/>
        </w:rPr>
        <w:t>Mirrbach s</w:t>
      </w:r>
      <w:r w:rsidR="000E1451">
        <w:rPr>
          <w:rFonts w:cs="Georgia"/>
          <w:kern w:val="1"/>
        </w:rPr>
        <w:t>’</w:t>
      </w:r>
      <w:r>
        <w:rPr>
          <w:rFonts w:cs="Georgia"/>
          <w:kern w:val="1"/>
        </w:rPr>
        <w:t>y trouvait déjà</w:t>
      </w:r>
      <w:r w:rsidR="000E1451">
        <w:rPr>
          <w:rFonts w:cs="Georgia"/>
          <w:kern w:val="1"/>
        </w:rPr>
        <w:t xml:space="preserve">. </w:t>
      </w:r>
      <w:r>
        <w:rPr>
          <w:rFonts w:cs="Georgia"/>
          <w:kern w:val="1"/>
        </w:rPr>
        <w:t>Le vieillard me quittait avec une nuance de regret</w:t>
      </w:r>
      <w:r w:rsidR="000E1451">
        <w:rPr>
          <w:rFonts w:cs="Georgia"/>
          <w:kern w:val="1"/>
        </w:rPr>
        <w:t xml:space="preserve">. </w:t>
      </w:r>
      <w:r>
        <w:rPr>
          <w:rFonts w:cs="Georgia"/>
          <w:kern w:val="1"/>
        </w:rPr>
        <w:t>J</w:t>
      </w:r>
      <w:r w:rsidR="000E1451">
        <w:rPr>
          <w:rFonts w:cs="Georgia"/>
          <w:kern w:val="1"/>
        </w:rPr>
        <w:t>’</w:t>
      </w:r>
      <w:r>
        <w:rPr>
          <w:rFonts w:cs="Georgia"/>
          <w:kern w:val="1"/>
        </w:rPr>
        <w:t>avais l</w:t>
      </w:r>
      <w:r w:rsidR="000E1451">
        <w:rPr>
          <w:rFonts w:cs="Georgia"/>
          <w:kern w:val="1"/>
        </w:rPr>
        <w:t>’</w:t>
      </w:r>
      <w:r>
        <w:rPr>
          <w:rFonts w:cs="Georgia"/>
          <w:kern w:val="1"/>
        </w:rPr>
        <w:t>impression qu</w:t>
      </w:r>
      <w:r w:rsidR="000E1451">
        <w:rPr>
          <w:rFonts w:cs="Georgia"/>
          <w:kern w:val="1"/>
        </w:rPr>
        <w:t>’</w:t>
      </w:r>
      <w:r>
        <w:rPr>
          <w:rFonts w:cs="Georgia"/>
          <w:kern w:val="1"/>
        </w:rPr>
        <w:t>il aurait été heureux de m</w:t>
      </w:r>
      <w:r w:rsidR="000E1451">
        <w:rPr>
          <w:rFonts w:cs="Georgia"/>
          <w:kern w:val="1"/>
        </w:rPr>
        <w:t>’</w:t>
      </w:r>
      <w:r>
        <w:rPr>
          <w:rFonts w:cs="Georgia"/>
          <w:kern w:val="1"/>
        </w:rPr>
        <w:t>emmener</w:t>
      </w:r>
      <w:r w:rsidR="000E1451">
        <w:rPr>
          <w:rFonts w:cs="Georgia"/>
          <w:kern w:val="1"/>
        </w:rPr>
        <w:t xml:space="preserve">. </w:t>
      </w:r>
      <w:r>
        <w:rPr>
          <w:rFonts w:cs="Georgia"/>
          <w:kern w:val="1"/>
        </w:rPr>
        <w:t>Mais pouvait-on avoir seulement l</w:t>
      </w:r>
      <w:r w:rsidR="000E1451">
        <w:rPr>
          <w:rFonts w:cs="Georgia"/>
          <w:kern w:val="1"/>
        </w:rPr>
        <w:t>’</w:t>
      </w:r>
      <w:r>
        <w:rPr>
          <w:rFonts w:cs="Georgia"/>
          <w:kern w:val="1"/>
        </w:rPr>
        <w:t>idée d</w:t>
      </w:r>
      <w:r w:rsidR="000E1451">
        <w:rPr>
          <w:rFonts w:cs="Georgia"/>
          <w:kern w:val="1"/>
        </w:rPr>
        <w:t>’</w:t>
      </w:r>
      <w:r>
        <w:rPr>
          <w:rFonts w:cs="Georgia"/>
          <w:kern w:val="1"/>
        </w:rPr>
        <w:t>un tel scandale</w:t>
      </w:r>
      <w:r w:rsidR="000E1451">
        <w:rPr>
          <w:rFonts w:cs="Georgia"/>
          <w:kern w:val="1"/>
        </w:rPr>
        <w:t xml:space="preserve"> ! </w:t>
      </w:r>
      <w:r>
        <w:rPr>
          <w:rFonts w:cs="Georgia"/>
          <w:kern w:val="1"/>
        </w:rPr>
        <w:t>Un prisonnier</w:t>
      </w:r>
      <w:r w:rsidR="000E1451">
        <w:rPr>
          <w:rFonts w:cs="Georgia"/>
          <w:kern w:val="1"/>
        </w:rPr>
        <w:t xml:space="preserve">, </w:t>
      </w:r>
      <w:r>
        <w:rPr>
          <w:rFonts w:cs="Georgia"/>
          <w:kern w:val="1"/>
        </w:rPr>
        <w:t>et un homme de troupe encore marqué de l</w:t>
      </w:r>
      <w:r w:rsidR="000E1451">
        <w:rPr>
          <w:rFonts w:cs="Georgia"/>
          <w:kern w:val="1"/>
        </w:rPr>
        <w:t>’</w:t>
      </w:r>
      <w:r>
        <w:rPr>
          <w:rFonts w:cs="Georgia"/>
          <w:kern w:val="1"/>
        </w:rPr>
        <w:t>infamant rectangle numéroté</w:t>
      </w:r>
      <w:r w:rsidR="000E1451">
        <w:rPr>
          <w:rFonts w:cs="Georgia"/>
          <w:kern w:val="1"/>
        </w:rPr>
        <w:t xml:space="preserve">, </w:t>
      </w:r>
      <w:r>
        <w:rPr>
          <w:rFonts w:cs="Georgia"/>
          <w:kern w:val="1"/>
        </w:rPr>
        <w:t>dans un salon qui avait vu quatre rois de Prusse</w:t>
      </w:r>
      <w:r w:rsidR="000E1451">
        <w:rPr>
          <w:rFonts w:cs="Georgia"/>
          <w:kern w:val="1"/>
        </w:rPr>
        <w:t xml:space="preserve"> ! </w:t>
      </w:r>
      <w:r>
        <w:rPr>
          <w:rFonts w:cs="Georgia"/>
          <w:kern w:val="1"/>
        </w:rPr>
        <w:t>Ah</w:t>
      </w:r>
      <w:r w:rsidR="000E1451">
        <w:rPr>
          <w:rFonts w:cs="Georgia"/>
          <w:kern w:val="1"/>
        </w:rPr>
        <w:t xml:space="preserve"> ! </w:t>
      </w:r>
      <w:r>
        <w:rPr>
          <w:rFonts w:cs="Georgia"/>
          <w:kern w:val="1"/>
        </w:rPr>
        <w:t>si j</w:t>
      </w:r>
      <w:r w:rsidR="000E1451">
        <w:rPr>
          <w:rFonts w:cs="Georgia"/>
          <w:kern w:val="1"/>
        </w:rPr>
        <w:t>’</w:t>
      </w:r>
      <w:r>
        <w:rPr>
          <w:rFonts w:cs="Georgia"/>
          <w:kern w:val="1"/>
        </w:rPr>
        <w:t>avais été officier</w:t>
      </w:r>
      <w:r w:rsidR="000E1451">
        <w:rPr>
          <w:rFonts w:cs="Georgia"/>
          <w:kern w:val="1"/>
        </w:rPr>
        <w:t xml:space="preserve">, </w:t>
      </w:r>
      <w:r>
        <w:rPr>
          <w:rFonts w:cs="Georgia"/>
          <w:kern w:val="1"/>
        </w:rPr>
        <w:t>sans doute</w:t>
      </w:r>
      <w:r w:rsidR="000E1451">
        <w:rPr>
          <w:rFonts w:cs="Georgia"/>
          <w:kern w:val="1"/>
        </w:rPr>
        <w:t xml:space="preserve">… </w:t>
      </w:r>
      <w:r>
        <w:rPr>
          <w:rFonts w:cs="Georgia"/>
          <w:kern w:val="1"/>
        </w:rPr>
        <w:t>Il me laissait</w:t>
      </w:r>
      <w:r w:rsidR="000E1451">
        <w:rPr>
          <w:rFonts w:cs="Georgia"/>
          <w:kern w:val="1"/>
        </w:rPr>
        <w:t xml:space="preserve">. </w:t>
      </w:r>
      <w:r>
        <w:rPr>
          <w:rFonts w:cs="Georgia"/>
          <w:kern w:val="1"/>
        </w:rPr>
        <w:t>Je reprenais ma baroque besogne</w:t>
      </w:r>
      <w:r w:rsidR="000E1451">
        <w:rPr>
          <w:rFonts w:cs="Georgia"/>
          <w:kern w:val="1"/>
        </w:rPr>
        <w:t xml:space="preserve">. </w:t>
      </w:r>
      <w:r>
        <w:rPr>
          <w:rFonts w:cs="Georgia"/>
          <w:kern w:val="1"/>
        </w:rPr>
        <w:t>D</w:t>
      </w:r>
      <w:r w:rsidR="000E1451">
        <w:rPr>
          <w:rFonts w:cs="Georgia"/>
          <w:kern w:val="1"/>
        </w:rPr>
        <w:t>’</w:t>
      </w:r>
      <w:r>
        <w:rPr>
          <w:rFonts w:cs="Georgia"/>
          <w:kern w:val="1"/>
        </w:rPr>
        <w:t>où me venait ce regret tardif</w:t>
      </w:r>
      <w:r w:rsidR="000E1451">
        <w:rPr>
          <w:rFonts w:cs="Georgia"/>
          <w:kern w:val="1"/>
        </w:rPr>
        <w:t xml:space="preserve">, </w:t>
      </w:r>
      <w:r>
        <w:rPr>
          <w:rFonts w:cs="Georgia"/>
          <w:kern w:val="1"/>
        </w:rPr>
        <w:t>inattendu</w:t>
      </w:r>
      <w:r w:rsidR="000E1451">
        <w:rPr>
          <w:rFonts w:cs="Georgia"/>
          <w:kern w:val="1"/>
        </w:rPr>
        <w:t xml:space="preserve">, </w:t>
      </w:r>
      <w:r>
        <w:rPr>
          <w:rFonts w:cs="Georgia"/>
          <w:kern w:val="1"/>
        </w:rPr>
        <w:t>que je n</w:t>
      </w:r>
      <w:r w:rsidR="000E1451">
        <w:rPr>
          <w:rFonts w:cs="Georgia"/>
          <w:kern w:val="1"/>
        </w:rPr>
        <w:t>’</w:t>
      </w:r>
      <w:r>
        <w:rPr>
          <w:rFonts w:cs="Georgia"/>
          <w:kern w:val="1"/>
        </w:rPr>
        <w:t>avais jamais ressenti</w:t>
      </w:r>
      <w:r w:rsidR="000E1451">
        <w:rPr>
          <w:rFonts w:cs="Georgia"/>
          <w:kern w:val="1"/>
        </w:rPr>
        <w:t xml:space="preserve">, </w:t>
      </w:r>
      <w:r>
        <w:rPr>
          <w:rFonts w:cs="Georgia"/>
          <w:kern w:val="1"/>
        </w:rPr>
        <w:t>aux heures les plus dures de ma captivité ou de la guerre</w:t>
      </w:r>
      <w:r w:rsidR="000E1451">
        <w:rPr>
          <w:rFonts w:cs="Georgia"/>
          <w:kern w:val="1"/>
        </w:rPr>
        <w:t xml:space="preserve"> ? </w:t>
      </w:r>
      <w:r>
        <w:rPr>
          <w:rFonts w:cs="Georgia"/>
          <w:kern w:val="1"/>
        </w:rPr>
        <w:t>Être officier</w:t>
      </w:r>
      <w:r w:rsidR="000E1451">
        <w:rPr>
          <w:rFonts w:cs="Georgia"/>
          <w:kern w:val="1"/>
        </w:rPr>
        <w:t xml:space="preserve"> ! </w:t>
      </w:r>
      <w:r>
        <w:rPr>
          <w:rFonts w:cs="Georgia"/>
          <w:kern w:val="1"/>
        </w:rPr>
        <w:t>Quelques périodes d</w:t>
      </w:r>
      <w:r w:rsidR="000E1451">
        <w:rPr>
          <w:rFonts w:cs="Georgia"/>
          <w:kern w:val="1"/>
        </w:rPr>
        <w:t>’</w:t>
      </w:r>
      <w:r>
        <w:rPr>
          <w:rFonts w:cs="Georgia"/>
          <w:kern w:val="1"/>
        </w:rPr>
        <w:t>instruction auxquelles il eût été si aisé de m</w:t>
      </w:r>
      <w:r w:rsidR="000E1451">
        <w:rPr>
          <w:rFonts w:cs="Georgia"/>
          <w:kern w:val="1"/>
        </w:rPr>
        <w:t>’</w:t>
      </w:r>
      <w:r>
        <w:rPr>
          <w:rFonts w:cs="Georgia"/>
          <w:kern w:val="1"/>
        </w:rPr>
        <w:t>astreindre</w:t>
      </w:r>
      <w:r w:rsidR="000E1451">
        <w:rPr>
          <w:rFonts w:cs="Georgia"/>
          <w:kern w:val="1"/>
        </w:rPr>
        <w:t xml:space="preserve"> ; </w:t>
      </w:r>
      <w:r>
        <w:rPr>
          <w:rFonts w:cs="Georgia"/>
          <w:kern w:val="1"/>
        </w:rPr>
        <w:t>une bande noire sur ma culotte rouge de 1914</w:t>
      </w:r>
      <w:r w:rsidR="000E1451">
        <w:rPr>
          <w:rFonts w:cs="Georgia"/>
          <w:kern w:val="1"/>
        </w:rPr>
        <w:t xml:space="preserve"> ; </w:t>
      </w:r>
      <w:r>
        <w:rPr>
          <w:rFonts w:cs="Georgia"/>
          <w:kern w:val="1"/>
        </w:rPr>
        <w:t>un galon d</w:t>
      </w:r>
      <w:r w:rsidR="000E1451">
        <w:rPr>
          <w:rFonts w:cs="Georgia"/>
          <w:kern w:val="1"/>
        </w:rPr>
        <w:t>’</w:t>
      </w:r>
      <w:r>
        <w:rPr>
          <w:rFonts w:cs="Georgia"/>
          <w:kern w:val="1"/>
        </w:rPr>
        <w:t>or à ma vareuse bleue</w:t>
      </w:r>
      <w:r w:rsidR="000E1451">
        <w:rPr>
          <w:rFonts w:cs="Georgia"/>
          <w:kern w:val="1"/>
        </w:rPr>
        <w:t xml:space="preserve">… </w:t>
      </w:r>
      <w:r>
        <w:rPr>
          <w:rFonts w:cs="Georgia"/>
          <w:kern w:val="1"/>
        </w:rPr>
        <w:t>Dire que cela aurait peut-être suffi</w:t>
      </w:r>
      <w:r w:rsidR="000E1451">
        <w:rPr>
          <w:rFonts w:cs="Georgia"/>
          <w:kern w:val="1"/>
        </w:rPr>
        <w:t xml:space="preserve"> ! </w:t>
      </w:r>
      <w:r>
        <w:rPr>
          <w:rFonts w:cs="Georgia"/>
          <w:kern w:val="1"/>
        </w:rPr>
        <w:t>Quel pas immense</w:t>
      </w:r>
      <w:r w:rsidR="000E1451">
        <w:rPr>
          <w:rFonts w:cs="Georgia"/>
          <w:kern w:val="1"/>
        </w:rPr>
        <w:t xml:space="preserve">, </w:t>
      </w:r>
      <w:r>
        <w:rPr>
          <w:rFonts w:cs="Georgia"/>
          <w:kern w:val="1"/>
        </w:rPr>
        <w:t>en tout cas</w:t>
      </w:r>
      <w:r w:rsidR="000E1451">
        <w:rPr>
          <w:rFonts w:cs="Georgia"/>
          <w:kern w:val="1"/>
        </w:rPr>
        <w:t xml:space="preserve">, </w:t>
      </w:r>
      <w:r>
        <w:rPr>
          <w:rFonts w:cs="Georgia"/>
          <w:kern w:val="1"/>
        </w:rPr>
        <w:t>sur la route où je piétinais présentement avec désespoir</w:t>
      </w:r>
      <w:r w:rsidR="000E1451">
        <w:rPr>
          <w:rFonts w:cs="Georgia"/>
          <w:kern w:val="1"/>
        </w:rPr>
        <w:t> !</w:t>
      </w:r>
    </w:p>
    <w:p w14:paraId="60596F3E" w14:textId="77777777" w:rsidR="000E1451" w:rsidRDefault="000E1451" w:rsidP="00BE611A">
      <w:pPr>
        <w:rPr>
          <w:rFonts w:cs="Georgia"/>
          <w:kern w:val="1"/>
        </w:rPr>
      </w:pPr>
    </w:p>
    <w:p w14:paraId="620D8B4B" w14:textId="77777777" w:rsidR="000E1451" w:rsidRDefault="000E1451" w:rsidP="00BE611A">
      <w:pPr>
        <w:rPr>
          <w:rFonts w:cs="Georgia"/>
          <w:kern w:val="1"/>
        </w:rPr>
      </w:pPr>
      <w:r>
        <w:rPr>
          <w:rFonts w:cs="Georgia"/>
          <w:kern w:val="1"/>
        </w:rPr>
        <w:t>— </w:t>
      </w:r>
      <w:r w:rsidR="00BE611A">
        <w:rPr>
          <w:rFonts w:cs="Georgia"/>
          <w:kern w:val="1"/>
        </w:rPr>
        <w:t>Friska</w:t>
      </w:r>
      <w:r>
        <w:rPr>
          <w:rFonts w:cs="Georgia"/>
          <w:kern w:val="1"/>
        </w:rPr>
        <w:t xml:space="preserve">, </w:t>
      </w:r>
      <w:r w:rsidR="00BE611A">
        <w:rPr>
          <w:rFonts w:cs="Georgia"/>
          <w:kern w:val="1"/>
        </w:rPr>
        <w:t>dit le pasteur Frühwirth</w:t>
      </w:r>
      <w:r>
        <w:rPr>
          <w:rFonts w:cs="Georgia"/>
          <w:kern w:val="1"/>
        </w:rPr>
        <w:t xml:space="preserve">, </w:t>
      </w:r>
      <w:r w:rsidR="00BE611A">
        <w:rPr>
          <w:rFonts w:cs="Georgia"/>
          <w:kern w:val="1"/>
        </w:rPr>
        <w:t>vous pourrez nous redonner de la bière</w:t>
      </w:r>
      <w:r>
        <w:rPr>
          <w:rFonts w:cs="Georgia"/>
          <w:kern w:val="1"/>
        </w:rPr>
        <w:t xml:space="preserve">. </w:t>
      </w:r>
      <w:r w:rsidR="00BE611A">
        <w:rPr>
          <w:rFonts w:cs="Georgia"/>
          <w:kern w:val="1"/>
        </w:rPr>
        <w:t>Eh bien</w:t>
      </w:r>
      <w:r>
        <w:rPr>
          <w:rFonts w:cs="Georgia"/>
          <w:kern w:val="1"/>
        </w:rPr>
        <w:t xml:space="preserve">, </w:t>
      </w:r>
      <w:r w:rsidR="00BE611A">
        <w:rPr>
          <w:rFonts w:cs="Georgia"/>
          <w:kern w:val="1"/>
        </w:rPr>
        <w:t>Monsieur Dumaine</w:t>
      </w:r>
      <w:r>
        <w:rPr>
          <w:rFonts w:cs="Georgia"/>
          <w:kern w:val="1"/>
        </w:rPr>
        <w:t xml:space="preserve">, </w:t>
      </w:r>
      <w:r w:rsidR="00BE611A">
        <w:rPr>
          <w:rFonts w:cs="Georgia"/>
          <w:kern w:val="1"/>
        </w:rPr>
        <w:t>je pense que vous ne vous plaignez pas de l</w:t>
      </w:r>
      <w:r>
        <w:rPr>
          <w:rFonts w:cs="Georgia"/>
          <w:kern w:val="1"/>
        </w:rPr>
        <w:t>’</w:t>
      </w:r>
      <w:r w:rsidR="00BE611A">
        <w:rPr>
          <w:rFonts w:cs="Georgia"/>
          <w:kern w:val="1"/>
        </w:rPr>
        <w:t>accueil qui vous est fait à Reichendorf</w:t>
      </w:r>
      <w:r>
        <w:rPr>
          <w:rFonts w:cs="Georgia"/>
          <w:kern w:val="1"/>
        </w:rPr>
        <w:t xml:space="preserve"> ? </w:t>
      </w:r>
      <w:r w:rsidR="00BE611A">
        <w:rPr>
          <w:rFonts w:cs="Georgia"/>
          <w:kern w:val="1"/>
        </w:rPr>
        <w:t>Dimanche dernier</w:t>
      </w:r>
      <w:r>
        <w:rPr>
          <w:rFonts w:cs="Georgia"/>
          <w:kern w:val="1"/>
        </w:rPr>
        <w:t xml:space="preserve">, </w:t>
      </w:r>
      <w:r w:rsidR="00BE611A">
        <w:rPr>
          <w:rFonts w:cs="Georgia"/>
          <w:kern w:val="1"/>
        </w:rPr>
        <w:t>le déjeuner s</w:t>
      </w:r>
      <w:r>
        <w:rPr>
          <w:rFonts w:cs="Georgia"/>
          <w:kern w:val="1"/>
        </w:rPr>
        <w:t>’</w:t>
      </w:r>
      <w:r w:rsidR="00BE611A">
        <w:rPr>
          <w:rFonts w:cs="Georgia"/>
          <w:kern w:val="1"/>
        </w:rPr>
        <w:t>est passé là-bas à chanter vos louanges</w:t>
      </w:r>
      <w:r>
        <w:rPr>
          <w:rFonts w:cs="Georgia"/>
          <w:kern w:val="1"/>
        </w:rPr>
        <w:t>.</w:t>
      </w:r>
    </w:p>
    <w:p w14:paraId="3CA59A0F" w14:textId="77777777" w:rsidR="000E1451" w:rsidRDefault="000E1451" w:rsidP="00BE611A">
      <w:pPr>
        <w:rPr>
          <w:rFonts w:cs="Georgia"/>
          <w:kern w:val="1"/>
        </w:rPr>
      </w:pPr>
      <w:r>
        <w:rPr>
          <w:rFonts w:cs="Georgia"/>
          <w:kern w:val="1"/>
        </w:rPr>
        <w:t>— </w:t>
      </w:r>
      <w:r w:rsidR="00BE611A">
        <w:rPr>
          <w:rFonts w:cs="Georgia"/>
          <w:kern w:val="1"/>
        </w:rPr>
        <w:t>Je suis très content</w:t>
      </w:r>
      <w:r>
        <w:rPr>
          <w:rFonts w:cs="Georgia"/>
          <w:kern w:val="1"/>
        </w:rPr>
        <w:t xml:space="preserve">, </w:t>
      </w:r>
      <w:r w:rsidR="00BE611A">
        <w:rPr>
          <w:rFonts w:cs="Georgia"/>
          <w:kern w:val="1"/>
        </w:rPr>
        <w:t>Monsieur le Pasteur</w:t>
      </w:r>
      <w:r>
        <w:rPr>
          <w:rFonts w:cs="Georgia"/>
          <w:kern w:val="1"/>
        </w:rPr>
        <w:t xml:space="preserve">. </w:t>
      </w:r>
      <w:r w:rsidR="00BE611A">
        <w:rPr>
          <w:rFonts w:cs="Georgia"/>
          <w:kern w:val="1"/>
        </w:rPr>
        <w:t>Et je n</w:t>
      </w:r>
      <w:r>
        <w:rPr>
          <w:rFonts w:cs="Georgia"/>
          <w:kern w:val="1"/>
        </w:rPr>
        <w:t>’</w:t>
      </w:r>
      <w:r w:rsidR="00BE611A">
        <w:rPr>
          <w:rFonts w:cs="Georgia"/>
          <w:kern w:val="1"/>
        </w:rPr>
        <w:t>oublie pas que c</w:t>
      </w:r>
      <w:r>
        <w:rPr>
          <w:rFonts w:cs="Georgia"/>
          <w:kern w:val="1"/>
        </w:rPr>
        <w:t>’</w:t>
      </w:r>
      <w:r w:rsidR="00BE611A">
        <w:rPr>
          <w:rFonts w:cs="Georgia"/>
          <w:kern w:val="1"/>
        </w:rPr>
        <w:t>est à vous que je dois</w:t>
      </w:r>
      <w:r>
        <w:rPr>
          <w:rFonts w:cs="Georgia"/>
          <w:kern w:val="1"/>
        </w:rPr>
        <w:t>…</w:t>
      </w:r>
    </w:p>
    <w:p w14:paraId="3813F4D0" w14:textId="77777777" w:rsidR="000E1451" w:rsidRDefault="000E1451" w:rsidP="00BE611A">
      <w:pPr>
        <w:rPr>
          <w:rFonts w:cs="Georgia"/>
          <w:kern w:val="1"/>
        </w:rPr>
      </w:pPr>
      <w:r>
        <w:rPr>
          <w:rFonts w:cs="Georgia"/>
          <w:kern w:val="1"/>
        </w:rPr>
        <w:t>— </w:t>
      </w:r>
      <w:r w:rsidR="00BE611A">
        <w:rPr>
          <w:rFonts w:cs="Georgia"/>
          <w:kern w:val="1"/>
        </w:rPr>
        <w:t>À moi</w:t>
      </w:r>
      <w:r>
        <w:rPr>
          <w:rFonts w:cs="Georgia"/>
          <w:kern w:val="1"/>
        </w:rPr>
        <w:t xml:space="preserve"> ? </w:t>
      </w:r>
      <w:r w:rsidR="00BE611A">
        <w:rPr>
          <w:rFonts w:cs="Georgia"/>
          <w:kern w:val="1"/>
        </w:rPr>
        <w:t>Oui</w:t>
      </w:r>
      <w:r>
        <w:rPr>
          <w:rFonts w:cs="Georgia"/>
          <w:kern w:val="1"/>
        </w:rPr>
        <w:t xml:space="preserve">. </w:t>
      </w:r>
      <w:r w:rsidR="00BE611A">
        <w:rPr>
          <w:rFonts w:cs="Georgia"/>
          <w:kern w:val="1"/>
        </w:rPr>
        <w:t>C</w:t>
      </w:r>
      <w:r>
        <w:rPr>
          <w:rFonts w:cs="Georgia"/>
          <w:kern w:val="1"/>
        </w:rPr>
        <w:t>’</w:t>
      </w:r>
      <w:r w:rsidR="00BE611A">
        <w:rPr>
          <w:rFonts w:cs="Georgia"/>
          <w:kern w:val="1"/>
        </w:rPr>
        <w:t>est mon Dieu vrai</w:t>
      </w:r>
      <w:r>
        <w:rPr>
          <w:rFonts w:cs="Georgia"/>
          <w:kern w:val="1"/>
        </w:rPr>
        <w:t>.</w:t>
      </w:r>
    </w:p>
    <w:p w14:paraId="70A38E5A" w14:textId="77777777" w:rsidR="000E1451" w:rsidRDefault="00BE611A" w:rsidP="00BE611A">
      <w:pPr>
        <w:rPr>
          <w:rFonts w:cs="Georgia"/>
          <w:kern w:val="1"/>
        </w:rPr>
      </w:pPr>
      <w:r>
        <w:rPr>
          <w:rFonts w:cs="Georgia"/>
          <w:kern w:val="1"/>
        </w:rPr>
        <w:lastRenderedPageBreak/>
        <w:t>Il y avait un peu de tristesse dans les paroles du digne homme</w:t>
      </w:r>
      <w:r w:rsidR="000E1451">
        <w:rPr>
          <w:rFonts w:cs="Georgia"/>
          <w:kern w:val="1"/>
        </w:rPr>
        <w:t xml:space="preserve">. </w:t>
      </w:r>
      <w:r>
        <w:rPr>
          <w:rFonts w:cs="Georgia"/>
          <w:kern w:val="1"/>
        </w:rPr>
        <w:t>Depuis quinze jours</w:t>
      </w:r>
      <w:r w:rsidR="000E1451">
        <w:rPr>
          <w:rFonts w:cs="Georgia"/>
          <w:kern w:val="1"/>
        </w:rPr>
        <w:t xml:space="preserve">, </w:t>
      </w:r>
      <w:r>
        <w:rPr>
          <w:rFonts w:cs="Georgia"/>
          <w:kern w:val="1"/>
        </w:rPr>
        <w:t>en effet</w:t>
      </w:r>
      <w:r w:rsidR="000E1451">
        <w:rPr>
          <w:rFonts w:cs="Georgia"/>
          <w:kern w:val="1"/>
        </w:rPr>
        <w:t xml:space="preserve">, </w:t>
      </w:r>
      <w:r>
        <w:rPr>
          <w:rFonts w:cs="Georgia"/>
          <w:kern w:val="1"/>
        </w:rPr>
        <w:t>le général avait manifesté le désir de me voir consacrer tout mon temps à l</w:t>
      </w:r>
      <w:r w:rsidR="000E1451">
        <w:rPr>
          <w:rFonts w:cs="Georgia"/>
          <w:kern w:val="1"/>
        </w:rPr>
        <w:t>’</w:t>
      </w:r>
      <w:r>
        <w:rPr>
          <w:rFonts w:cs="Georgia"/>
          <w:kern w:val="1"/>
        </w:rPr>
        <w:t>électricité du château</w:t>
      </w:r>
      <w:r w:rsidR="000E1451">
        <w:rPr>
          <w:rFonts w:cs="Georgia"/>
          <w:kern w:val="1"/>
        </w:rPr>
        <w:t xml:space="preserve">. </w:t>
      </w:r>
      <w:r>
        <w:rPr>
          <w:rFonts w:cs="Georgia"/>
          <w:kern w:val="1"/>
        </w:rPr>
        <w:t>Le pasteur avait dû renoncer à m</w:t>
      </w:r>
      <w:r w:rsidR="000E1451">
        <w:rPr>
          <w:rFonts w:cs="Georgia"/>
          <w:kern w:val="1"/>
        </w:rPr>
        <w:t>’</w:t>
      </w:r>
      <w:r>
        <w:rPr>
          <w:rFonts w:cs="Georgia"/>
          <w:kern w:val="1"/>
        </w:rPr>
        <w:t>avoir un jour par semaine</w:t>
      </w:r>
      <w:r w:rsidR="000E1451">
        <w:rPr>
          <w:rFonts w:cs="Georgia"/>
          <w:kern w:val="1"/>
        </w:rPr>
        <w:t xml:space="preserve">. </w:t>
      </w:r>
      <w:r>
        <w:rPr>
          <w:rFonts w:cs="Georgia"/>
          <w:kern w:val="1"/>
        </w:rPr>
        <w:t>Afin de ne pas lui causer trop de peine</w:t>
      </w:r>
      <w:r w:rsidR="000E1451">
        <w:rPr>
          <w:rFonts w:cs="Georgia"/>
          <w:kern w:val="1"/>
        </w:rPr>
        <w:t xml:space="preserve">, </w:t>
      </w:r>
      <w:r>
        <w:rPr>
          <w:rFonts w:cs="Georgia"/>
          <w:kern w:val="1"/>
        </w:rPr>
        <w:t>un mardi sur quatre m</w:t>
      </w:r>
      <w:r w:rsidR="000E1451">
        <w:rPr>
          <w:rFonts w:cs="Georgia"/>
          <w:kern w:val="1"/>
        </w:rPr>
        <w:t>’</w:t>
      </w:r>
      <w:r>
        <w:rPr>
          <w:rFonts w:cs="Georgia"/>
          <w:kern w:val="1"/>
        </w:rPr>
        <w:t>était laissé pour m</w:t>
      </w:r>
      <w:r w:rsidR="000E1451">
        <w:rPr>
          <w:rFonts w:cs="Georgia"/>
          <w:kern w:val="1"/>
        </w:rPr>
        <w:t>’</w:t>
      </w:r>
      <w:r>
        <w:rPr>
          <w:rFonts w:cs="Georgia"/>
          <w:kern w:val="1"/>
        </w:rPr>
        <w:t>occuper de la dactylographie de ses sermons</w:t>
      </w:r>
      <w:r w:rsidR="000E1451">
        <w:rPr>
          <w:rFonts w:cs="Georgia"/>
          <w:kern w:val="1"/>
        </w:rPr>
        <w:t xml:space="preserve">, </w:t>
      </w:r>
      <w:r>
        <w:rPr>
          <w:rFonts w:cs="Georgia"/>
          <w:kern w:val="1"/>
        </w:rPr>
        <w:t>maintenant bien en souffrance</w:t>
      </w:r>
      <w:r w:rsidR="000E1451">
        <w:rPr>
          <w:rFonts w:cs="Georgia"/>
          <w:kern w:val="1"/>
        </w:rPr>
        <w:t>.</w:t>
      </w:r>
    </w:p>
    <w:p w14:paraId="4D98F4C7" w14:textId="77777777" w:rsidR="000E1451" w:rsidRDefault="000E1451" w:rsidP="00BE611A">
      <w:pPr>
        <w:rPr>
          <w:rFonts w:cs="Georgia"/>
          <w:kern w:val="1"/>
        </w:rPr>
      </w:pPr>
      <w:r>
        <w:rPr>
          <w:rFonts w:cs="Georgia"/>
          <w:kern w:val="1"/>
        </w:rPr>
        <w:t>— </w:t>
      </w:r>
      <w:r w:rsidR="00BE611A">
        <w:rPr>
          <w:rFonts w:cs="Georgia"/>
          <w:kern w:val="1"/>
        </w:rPr>
        <w:t>Je ne cache pas que je vous regrette</w:t>
      </w:r>
      <w:r>
        <w:rPr>
          <w:rFonts w:cs="Georgia"/>
          <w:kern w:val="1"/>
        </w:rPr>
        <w:t xml:space="preserve">, </w:t>
      </w:r>
      <w:r w:rsidR="00BE611A">
        <w:rPr>
          <w:rFonts w:cs="Georgia"/>
          <w:kern w:val="1"/>
        </w:rPr>
        <w:t>reprit-il avec un soupir</w:t>
      </w:r>
      <w:r>
        <w:rPr>
          <w:rFonts w:cs="Georgia"/>
          <w:kern w:val="1"/>
        </w:rPr>
        <w:t xml:space="preserve">. </w:t>
      </w:r>
      <w:r w:rsidR="00BE611A">
        <w:rPr>
          <w:rFonts w:cs="Georgia"/>
          <w:kern w:val="1"/>
        </w:rPr>
        <w:t>Mais</w:t>
      </w:r>
      <w:r>
        <w:rPr>
          <w:rFonts w:cs="Georgia"/>
          <w:kern w:val="1"/>
        </w:rPr>
        <w:t xml:space="preserve">, </w:t>
      </w:r>
      <w:r w:rsidR="00BE611A">
        <w:rPr>
          <w:rFonts w:cs="Georgia"/>
          <w:kern w:val="1"/>
        </w:rPr>
        <w:t>par ailleurs</w:t>
      </w:r>
      <w:r>
        <w:rPr>
          <w:rFonts w:cs="Georgia"/>
          <w:kern w:val="1"/>
        </w:rPr>
        <w:t xml:space="preserve">, </w:t>
      </w:r>
      <w:r w:rsidR="00BE611A">
        <w:rPr>
          <w:rFonts w:cs="Georgia"/>
          <w:kern w:val="1"/>
        </w:rPr>
        <w:t>j</w:t>
      </w:r>
      <w:r>
        <w:rPr>
          <w:rFonts w:cs="Georgia"/>
          <w:kern w:val="1"/>
        </w:rPr>
        <w:t>’</w:t>
      </w:r>
      <w:r w:rsidR="00BE611A">
        <w:rPr>
          <w:rFonts w:cs="Georgia"/>
          <w:kern w:val="1"/>
        </w:rPr>
        <w:t>ai tant d</w:t>
      </w:r>
      <w:r>
        <w:rPr>
          <w:rFonts w:cs="Georgia"/>
          <w:kern w:val="1"/>
        </w:rPr>
        <w:t>’</w:t>
      </w:r>
      <w:r w:rsidR="00BE611A">
        <w:rPr>
          <w:rFonts w:cs="Georgia"/>
          <w:kern w:val="1"/>
        </w:rPr>
        <w:t>obligations envers le général</w:t>
      </w:r>
      <w:r>
        <w:rPr>
          <w:rFonts w:cs="Georgia"/>
          <w:kern w:val="1"/>
        </w:rPr>
        <w:t xml:space="preserve">. </w:t>
      </w:r>
      <w:r w:rsidR="00BE611A">
        <w:rPr>
          <w:rFonts w:cs="Georgia"/>
          <w:kern w:val="1"/>
        </w:rPr>
        <w:t>Il m</w:t>
      </w:r>
      <w:r>
        <w:rPr>
          <w:rFonts w:cs="Georgia"/>
          <w:kern w:val="1"/>
        </w:rPr>
        <w:t>’</w:t>
      </w:r>
      <w:r w:rsidR="00BE611A">
        <w:rPr>
          <w:rFonts w:cs="Georgia"/>
          <w:kern w:val="1"/>
        </w:rPr>
        <w:t>a dit que vous aviez des dispositions exceptionnelles pour les choses de la tactique</w:t>
      </w:r>
      <w:r>
        <w:rPr>
          <w:rFonts w:cs="Georgia"/>
          <w:kern w:val="1"/>
        </w:rPr>
        <w:t xml:space="preserve">. </w:t>
      </w:r>
      <w:r w:rsidR="00BE611A">
        <w:rPr>
          <w:rFonts w:cs="Georgia"/>
          <w:kern w:val="1"/>
        </w:rPr>
        <w:t>Je vous en félicite d</w:t>
      </w:r>
      <w:r>
        <w:rPr>
          <w:rFonts w:cs="Georgia"/>
          <w:kern w:val="1"/>
        </w:rPr>
        <w:t>’</w:t>
      </w:r>
      <w:r w:rsidR="00BE611A">
        <w:rPr>
          <w:rFonts w:cs="Georgia"/>
          <w:kern w:val="1"/>
        </w:rPr>
        <w:t>autant plus qu</w:t>
      </w:r>
      <w:r>
        <w:rPr>
          <w:rFonts w:cs="Georgia"/>
          <w:kern w:val="1"/>
        </w:rPr>
        <w:t>’</w:t>
      </w:r>
      <w:r w:rsidR="00BE611A">
        <w:rPr>
          <w:rFonts w:cs="Georgia"/>
          <w:kern w:val="1"/>
        </w:rPr>
        <w:t>à plusieurs reprises il a essayé de m</w:t>
      </w:r>
      <w:r>
        <w:rPr>
          <w:rFonts w:cs="Georgia"/>
          <w:kern w:val="1"/>
        </w:rPr>
        <w:t>’</w:t>
      </w:r>
      <w:r w:rsidR="00BE611A">
        <w:rPr>
          <w:rFonts w:cs="Georgia"/>
          <w:kern w:val="1"/>
        </w:rPr>
        <w:t>en inculquer les principes</w:t>
      </w:r>
      <w:r>
        <w:rPr>
          <w:rFonts w:cs="Georgia"/>
          <w:kern w:val="1"/>
        </w:rPr>
        <w:t xml:space="preserve">. </w:t>
      </w:r>
      <w:r w:rsidR="00BE611A">
        <w:rPr>
          <w:rFonts w:cs="Georgia"/>
          <w:kern w:val="1"/>
        </w:rPr>
        <w:t>Je n</w:t>
      </w:r>
      <w:r>
        <w:rPr>
          <w:rFonts w:cs="Georgia"/>
          <w:kern w:val="1"/>
        </w:rPr>
        <w:t>’</w:t>
      </w:r>
      <w:r w:rsidR="00BE611A">
        <w:rPr>
          <w:rFonts w:cs="Georgia"/>
          <w:kern w:val="1"/>
        </w:rPr>
        <w:t>y ai jamais rien compris</w:t>
      </w:r>
      <w:r>
        <w:rPr>
          <w:rFonts w:cs="Georgia"/>
          <w:kern w:val="1"/>
        </w:rPr>
        <w:t xml:space="preserve">. </w:t>
      </w:r>
      <w:r w:rsidR="00BE611A">
        <w:rPr>
          <w:rFonts w:cs="Georgia"/>
          <w:kern w:val="1"/>
        </w:rPr>
        <w:t>Cela a mieux valu ainsi</w:t>
      </w:r>
      <w:r>
        <w:rPr>
          <w:rFonts w:cs="Georgia"/>
          <w:kern w:val="1"/>
        </w:rPr>
        <w:t xml:space="preserve">, </w:t>
      </w:r>
      <w:r w:rsidR="00BE611A">
        <w:rPr>
          <w:rFonts w:cs="Georgia"/>
          <w:kern w:val="1"/>
        </w:rPr>
        <w:t>à cause de mon caractère sacré</w:t>
      </w:r>
      <w:r>
        <w:rPr>
          <w:rFonts w:cs="Georgia"/>
          <w:kern w:val="1"/>
        </w:rPr>
        <w:t xml:space="preserve">, </w:t>
      </w:r>
      <w:r w:rsidR="00BE611A">
        <w:rPr>
          <w:rFonts w:cs="Georgia"/>
          <w:kern w:val="1"/>
        </w:rPr>
        <w:t>vous comprenez</w:t>
      </w:r>
      <w:r>
        <w:rPr>
          <w:rFonts w:cs="Georgia"/>
          <w:kern w:val="1"/>
        </w:rPr>
        <w:t xml:space="preserve">. </w:t>
      </w:r>
      <w:r w:rsidR="00BE611A">
        <w:rPr>
          <w:rFonts w:cs="Georgia"/>
          <w:kern w:val="1"/>
        </w:rPr>
        <w:t>Enfin</w:t>
      </w:r>
      <w:r>
        <w:rPr>
          <w:rFonts w:cs="Georgia"/>
          <w:kern w:val="1"/>
        </w:rPr>
        <w:t xml:space="preserve">, </w:t>
      </w:r>
      <w:r w:rsidR="00BE611A">
        <w:rPr>
          <w:rFonts w:cs="Georgia"/>
          <w:kern w:val="1"/>
        </w:rPr>
        <w:t>tout est bien</w:t>
      </w:r>
      <w:r>
        <w:rPr>
          <w:rFonts w:cs="Georgia"/>
          <w:kern w:val="1"/>
        </w:rPr>
        <w:t xml:space="preserve">. </w:t>
      </w:r>
      <w:r w:rsidR="00BE611A">
        <w:rPr>
          <w:rFonts w:cs="Georgia"/>
          <w:kern w:val="1"/>
        </w:rPr>
        <w:t>Qui m</w:t>
      </w:r>
      <w:r>
        <w:rPr>
          <w:rFonts w:cs="Georgia"/>
          <w:kern w:val="1"/>
        </w:rPr>
        <w:t>’</w:t>
      </w:r>
      <w:r w:rsidR="00BE611A">
        <w:rPr>
          <w:rFonts w:cs="Georgia"/>
          <w:kern w:val="1"/>
        </w:rPr>
        <w:t>eût dit</w:t>
      </w:r>
      <w:r>
        <w:rPr>
          <w:rFonts w:cs="Georgia"/>
          <w:kern w:val="1"/>
        </w:rPr>
        <w:t xml:space="preserve">, </w:t>
      </w:r>
      <w:r w:rsidR="00BE611A">
        <w:rPr>
          <w:rFonts w:cs="Georgia"/>
          <w:kern w:val="1"/>
        </w:rPr>
        <w:t>par exemple</w:t>
      </w:r>
      <w:r>
        <w:rPr>
          <w:rFonts w:cs="Georgia"/>
          <w:kern w:val="1"/>
        </w:rPr>
        <w:t xml:space="preserve">, </w:t>
      </w:r>
      <w:r w:rsidR="00BE611A">
        <w:rPr>
          <w:rFonts w:cs="Georgia"/>
          <w:kern w:val="1"/>
        </w:rPr>
        <w:t>qu</w:t>
      </w:r>
      <w:r>
        <w:rPr>
          <w:rFonts w:cs="Georgia"/>
          <w:kern w:val="1"/>
        </w:rPr>
        <w:t>’</w:t>
      </w:r>
      <w:r w:rsidR="00BE611A">
        <w:rPr>
          <w:rFonts w:cs="Georgia"/>
          <w:kern w:val="1"/>
        </w:rPr>
        <w:t>un Français</w:t>
      </w:r>
      <w:r>
        <w:rPr>
          <w:rFonts w:cs="Georgia"/>
          <w:kern w:val="1"/>
        </w:rPr>
        <w:t xml:space="preserve">, </w:t>
      </w:r>
      <w:r w:rsidR="00BE611A">
        <w:rPr>
          <w:rFonts w:cs="Georgia"/>
          <w:kern w:val="1"/>
        </w:rPr>
        <w:t>prisonnier de guerre</w:t>
      </w:r>
      <w:r>
        <w:rPr>
          <w:rFonts w:cs="Georgia"/>
          <w:kern w:val="1"/>
        </w:rPr>
        <w:t xml:space="preserve">, </w:t>
      </w:r>
      <w:r w:rsidR="00BE611A">
        <w:rPr>
          <w:rFonts w:cs="Georgia"/>
          <w:kern w:val="1"/>
        </w:rPr>
        <w:t>serait admis un jour à Reichendorf sur le pied où vous l</w:t>
      </w:r>
      <w:r>
        <w:rPr>
          <w:rFonts w:cs="Georgia"/>
          <w:kern w:val="1"/>
        </w:rPr>
        <w:t>’</w:t>
      </w:r>
      <w:r w:rsidR="00BE611A">
        <w:rPr>
          <w:rFonts w:cs="Georgia"/>
          <w:kern w:val="1"/>
        </w:rPr>
        <w:t>êtes</w:t>
      </w:r>
      <w:r>
        <w:rPr>
          <w:rFonts w:cs="Georgia"/>
          <w:kern w:val="1"/>
        </w:rPr>
        <w:t xml:space="preserve">. </w:t>
      </w:r>
      <w:r w:rsidR="00BE611A">
        <w:rPr>
          <w:rFonts w:cs="Georgia"/>
          <w:kern w:val="1"/>
        </w:rPr>
        <w:t>Tout le monde vous y apprécie</w:t>
      </w:r>
      <w:r>
        <w:rPr>
          <w:rFonts w:cs="Georgia"/>
          <w:kern w:val="1"/>
        </w:rPr>
        <w:t>.</w:t>
      </w:r>
    </w:p>
    <w:p w14:paraId="7FF34749" w14:textId="77777777" w:rsidR="000E1451" w:rsidRDefault="000E1451" w:rsidP="00BE611A">
      <w:pPr>
        <w:rPr>
          <w:rFonts w:cs="Georgia"/>
          <w:kern w:val="1"/>
        </w:rPr>
      </w:pPr>
      <w:r>
        <w:rPr>
          <w:rFonts w:cs="Georgia"/>
          <w:kern w:val="1"/>
        </w:rPr>
        <w:t>— </w:t>
      </w:r>
      <w:r w:rsidR="00BE611A">
        <w:rPr>
          <w:rFonts w:cs="Georgia"/>
          <w:kern w:val="1"/>
        </w:rPr>
        <w:t>Tout le monde</w:t>
      </w:r>
      <w:r>
        <w:rPr>
          <w:rFonts w:cs="Georgia"/>
          <w:kern w:val="1"/>
        </w:rPr>
        <w:t xml:space="preserve">, </w:t>
      </w:r>
      <w:r w:rsidR="00BE611A">
        <w:rPr>
          <w:rFonts w:cs="Georgia"/>
          <w:kern w:val="1"/>
        </w:rPr>
        <w:t>monsieur le Pasteur</w:t>
      </w:r>
      <w:r>
        <w:rPr>
          <w:rFonts w:cs="Georgia"/>
          <w:kern w:val="1"/>
        </w:rPr>
        <w:t> ?</w:t>
      </w:r>
    </w:p>
    <w:p w14:paraId="3302C949" w14:textId="77777777" w:rsidR="000E1451" w:rsidRDefault="000E1451" w:rsidP="00BE611A">
      <w:pPr>
        <w:rPr>
          <w:rFonts w:cs="Georgia"/>
          <w:kern w:val="1"/>
        </w:rPr>
      </w:pPr>
      <w:r>
        <w:rPr>
          <w:rFonts w:cs="Georgia"/>
          <w:kern w:val="1"/>
        </w:rPr>
        <w:t>— </w:t>
      </w:r>
      <w:r w:rsidR="00BE611A">
        <w:rPr>
          <w:rFonts w:cs="Georgia"/>
          <w:kern w:val="1"/>
        </w:rPr>
        <w:t>Oui</w:t>
      </w:r>
      <w:r>
        <w:rPr>
          <w:rFonts w:cs="Georgia"/>
          <w:kern w:val="1"/>
        </w:rPr>
        <w:t xml:space="preserve">. </w:t>
      </w:r>
      <w:r w:rsidR="00BE611A">
        <w:rPr>
          <w:rFonts w:cs="Georgia"/>
          <w:kern w:val="1"/>
        </w:rPr>
        <w:t>Le général</w:t>
      </w:r>
      <w:r>
        <w:rPr>
          <w:rFonts w:cs="Georgia"/>
          <w:kern w:val="1"/>
        </w:rPr>
        <w:t xml:space="preserve">, </w:t>
      </w:r>
      <w:r w:rsidR="00BE611A">
        <w:rPr>
          <w:rFonts w:cs="Georgia"/>
          <w:kern w:val="1"/>
        </w:rPr>
        <w:t>Gottlieb</w:t>
      </w:r>
      <w:r>
        <w:rPr>
          <w:rFonts w:cs="Georgia"/>
          <w:kern w:val="1"/>
        </w:rPr>
        <w:t xml:space="preserve">, </w:t>
      </w:r>
      <w:r w:rsidR="00BE611A">
        <w:rPr>
          <w:rFonts w:cs="Georgia"/>
          <w:kern w:val="1"/>
        </w:rPr>
        <w:t>la vieille Dominica elle-même</w:t>
      </w:r>
      <w:r>
        <w:rPr>
          <w:rFonts w:cs="Georgia"/>
          <w:kern w:val="1"/>
        </w:rPr>
        <w:t>…</w:t>
      </w:r>
    </w:p>
    <w:p w14:paraId="0CF0C279" w14:textId="77777777" w:rsidR="000E1451" w:rsidRDefault="000E1451" w:rsidP="00BE611A">
      <w:pPr>
        <w:rPr>
          <w:rFonts w:cs="Georgia"/>
          <w:kern w:val="1"/>
        </w:rPr>
      </w:pPr>
      <w:r>
        <w:rPr>
          <w:rFonts w:cs="Georgia"/>
          <w:kern w:val="1"/>
        </w:rPr>
        <w:t>— </w:t>
      </w:r>
      <w:r w:rsidR="00BE611A">
        <w:rPr>
          <w:rFonts w:cs="Georgia"/>
          <w:kern w:val="1"/>
        </w:rPr>
        <w:t xml:space="preserve">Et </w:t>
      </w:r>
      <w:r>
        <w:rPr>
          <w:rFonts w:cs="Georgia"/>
          <w:kern w:val="1"/>
        </w:rPr>
        <w:t>M</w:t>
      </w:r>
      <w:r w:rsidRPr="000E1451">
        <w:rPr>
          <w:rFonts w:cs="Georgia"/>
          <w:kern w:val="1"/>
          <w:vertAlign w:val="superscript"/>
        </w:rPr>
        <w:t>lle</w:t>
      </w:r>
      <w:r>
        <w:rPr>
          <w:rFonts w:cs="Georgia"/>
          <w:kern w:val="1"/>
        </w:rPr>
        <w:t> de </w:t>
      </w:r>
      <w:r w:rsidR="00BE611A">
        <w:rPr>
          <w:rFonts w:cs="Georgia"/>
          <w:kern w:val="1"/>
        </w:rPr>
        <w:t>Mirrbach</w:t>
      </w:r>
      <w:r>
        <w:rPr>
          <w:rFonts w:cs="Georgia"/>
          <w:kern w:val="1"/>
        </w:rPr>
        <w:t> ?</w:t>
      </w:r>
    </w:p>
    <w:p w14:paraId="0B616457" w14:textId="77777777" w:rsidR="000E1451" w:rsidRDefault="000E1451" w:rsidP="00BE611A">
      <w:pPr>
        <w:rPr>
          <w:rFonts w:cs="Georgia"/>
          <w:kern w:val="1"/>
        </w:rPr>
      </w:pPr>
      <w:r>
        <w:rPr>
          <w:rFonts w:cs="Georgia"/>
          <w:kern w:val="1"/>
        </w:rPr>
        <w:t>— M</w:t>
      </w:r>
      <w:r w:rsidRPr="000E1451">
        <w:rPr>
          <w:rFonts w:cs="Georgia"/>
          <w:kern w:val="1"/>
          <w:vertAlign w:val="superscript"/>
        </w:rPr>
        <w:t>lle</w:t>
      </w:r>
      <w:r>
        <w:rPr>
          <w:rFonts w:cs="Georgia"/>
          <w:kern w:val="1"/>
        </w:rPr>
        <w:t> de </w:t>
      </w:r>
      <w:r w:rsidR="00BE611A">
        <w:rPr>
          <w:rFonts w:cs="Georgia"/>
          <w:kern w:val="1"/>
        </w:rPr>
        <w:t>Mirrbach</w:t>
      </w:r>
      <w:r>
        <w:rPr>
          <w:rFonts w:cs="Georgia"/>
          <w:kern w:val="1"/>
        </w:rPr>
        <w:t xml:space="preserve">, </w:t>
      </w:r>
      <w:r w:rsidR="00BE611A">
        <w:rPr>
          <w:rFonts w:cs="Georgia"/>
          <w:kern w:val="1"/>
        </w:rPr>
        <w:t>Monsieur Dumaine</w:t>
      </w:r>
      <w:r>
        <w:rPr>
          <w:rFonts w:cs="Georgia"/>
          <w:kern w:val="1"/>
        </w:rPr>
        <w:t xml:space="preserve"> ? </w:t>
      </w:r>
      <w:r w:rsidR="00BE611A">
        <w:rPr>
          <w:rFonts w:cs="Georgia"/>
          <w:kern w:val="1"/>
        </w:rPr>
        <w:t>Mais pas plus tard qu</w:t>
      </w:r>
      <w:r>
        <w:rPr>
          <w:rFonts w:cs="Georgia"/>
          <w:kern w:val="1"/>
        </w:rPr>
        <w:t>’</w:t>
      </w:r>
      <w:r w:rsidR="00BE611A">
        <w:rPr>
          <w:rFonts w:cs="Georgia"/>
          <w:kern w:val="1"/>
        </w:rPr>
        <w:t>avant-hier elle me parlait encore de vous</w:t>
      </w:r>
      <w:r>
        <w:rPr>
          <w:rFonts w:cs="Georgia"/>
          <w:kern w:val="1"/>
        </w:rPr>
        <w:t xml:space="preserve">. </w:t>
      </w:r>
      <w:r w:rsidR="00BE611A">
        <w:rPr>
          <w:rFonts w:cs="Georgia"/>
          <w:kern w:val="1"/>
        </w:rPr>
        <w:t>Et c</w:t>
      </w:r>
      <w:r>
        <w:rPr>
          <w:rFonts w:cs="Georgia"/>
          <w:kern w:val="1"/>
        </w:rPr>
        <w:t>’</w:t>
      </w:r>
      <w:r w:rsidR="00BE611A">
        <w:rPr>
          <w:rFonts w:cs="Georgia"/>
          <w:kern w:val="1"/>
        </w:rPr>
        <w:t>était pour constater que depuis que vous tenez compagnie au général</w:t>
      </w:r>
      <w:r>
        <w:rPr>
          <w:rFonts w:cs="Georgia"/>
          <w:kern w:val="1"/>
        </w:rPr>
        <w:t xml:space="preserve">, </w:t>
      </w:r>
      <w:r w:rsidR="00BE611A">
        <w:rPr>
          <w:rFonts w:cs="Georgia"/>
          <w:kern w:val="1"/>
        </w:rPr>
        <w:t>il va beaucoup mieux</w:t>
      </w:r>
      <w:r>
        <w:rPr>
          <w:rFonts w:cs="Georgia"/>
          <w:kern w:val="1"/>
        </w:rPr>
        <w:t xml:space="preserve">. </w:t>
      </w:r>
      <w:r w:rsidR="00BE611A">
        <w:rPr>
          <w:rFonts w:cs="Georgia"/>
          <w:kern w:val="1"/>
        </w:rPr>
        <w:t>Il est de bien meilleure humeur</w:t>
      </w:r>
      <w:r>
        <w:rPr>
          <w:rFonts w:cs="Georgia"/>
          <w:kern w:val="1"/>
        </w:rPr>
        <w:t xml:space="preserve">. </w:t>
      </w:r>
      <w:r w:rsidR="00BE611A">
        <w:rPr>
          <w:rFonts w:cs="Georgia"/>
          <w:kern w:val="1"/>
        </w:rPr>
        <w:t>Avant</w:t>
      </w:r>
      <w:r>
        <w:rPr>
          <w:rFonts w:cs="Georgia"/>
          <w:kern w:val="1"/>
        </w:rPr>
        <w:t xml:space="preserve">, </w:t>
      </w:r>
      <w:r w:rsidR="00BE611A">
        <w:rPr>
          <w:rFonts w:cs="Georgia"/>
          <w:kern w:val="1"/>
        </w:rPr>
        <w:t>il était sujet à de fréquentes crises d</w:t>
      </w:r>
      <w:r>
        <w:rPr>
          <w:rFonts w:cs="Georgia"/>
          <w:kern w:val="1"/>
        </w:rPr>
        <w:t>’</w:t>
      </w:r>
      <w:r w:rsidR="00BE611A">
        <w:rPr>
          <w:rFonts w:cs="Georgia"/>
          <w:kern w:val="1"/>
        </w:rPr>
        <w:t>hypocondrie</w:t>
      </w:r>
      <w:r>
        <w:rPr>
          <w:rFonts w:cs="Georgia"/>
          <w:kern w:val="1"/>
        </w:rPr>
        <w:t xml:space="preserve">. </w:t>
      </w:r>
      <w:r w:rsidR="00BE611A">
        <w:rPr>
          <w:rFonts w:cs="Georgia"/>
          <w:kern w:val="1"/>
        </w:rPr>
        <w:t>Aujourd</w:t>
      </w:r>
      <w:r>
        <w:rPr>
          <w:rFonts w:cs="Georgia"/>
          <w:kern w:val="1"/>
        </w:rPr>
        <w:t>’</w:t>
      </w:r>
      <w:r w:rsidR="00BE611A">
        <w:rPr>
          <w:rFonts w:cs="Georgia"/>
          <w:kern w:val="1"/>
        </w:rPr>
        <w:t>hui</w:t>
      </w:r>
      <w:r>
        <w:rPr>
          <w:rFonts w:cs="Georgia"/>
          <w:kern w:val="1"/>
        </w:rPr>
        <w:t xml:space="preserve">, </w:t>
      </w:r>
      <w:r w:rsidR="00BE611A">
        <w:rPr>
          <w:rFonts w:cs="Georgia"/>
          <w:kern w:val="1"/>
        </w:rPr>
        <w:t>il est presque gai</w:t>
      </w:r>
      <w:r>
        <w:rPr>
          <w:rFonts w:cs="Georgia"/>
          <w:kern w:val="1"/>
        </w:rPr>
        <w:t xml:space="preserve">. </w:t>
      </w:r>
      <w:r w:rsidR="00BE611A">
        <w:rPr>
          <w:rFonts w:cs="Georgia"/>
          <w:kern w:val="1"/>
        </w:rPr>
        <w:t>Si quelqu</w:t>
      </w:r>
      <w:r>
        <w:rPr>
          <w:rFonts w:cs="Georgia"/>
          <w:kern w:val="1"/>
        </w:rPr>
        <w:t>’</w:t>
      </w:r>
      <w:r w:rsidR="00BE611A">
        <w:rPr>
          <w:rFonts w:cs="Georgia"/>
          <w:kern w:val="1"/>
        </w:rPr>
        <w:t xml:space="preserve">un </w:t>
      </w:r>
      <w:r w:rsidR="00BE611A">
        <w:rPr>
          <w:rFonts w:cs="Georgia"/>
          <w:kern w:val="1"/>
        </w:rPr>
        <w:lastRenderedPageBreak/>
        <w:t>doit vous être reconnaissant</w:t>
      </w:r>
      <w:r>
        <w:rPr>
          <w:rFonts w:cs="Georgia"/>
          <w:kern w:val="1"/>
        </w:rPr>
        <w:t xml:space="preserve">, </w:t>
      </w:r>
      <w:r w:rsidR="00BE611A">
        <w:rPr>
          <w:rFonts w:cs="Georgia"/>
          <w:kern w:val="1"/>
        </w:rPr>
        <w:t>c</w:t>
      </w:r>
      <w:r>
        <w:rPr>
          <w:rFonts w:cs="Georgia"/>
          <w:kern w:val="1"/>
        </w:rPr>
        <w:t>’</w:t>
      </w:r>
      <w:r w:rsidR="00BE611A">
        <w:rPr>
          <w:rFonts w:cs="Georgia"/>
          <w:kern w:val="1"/>
        </w:rPr>
        <w:t xml:space="preserve">est bien </w:t>
      </w:r>
      <w:r>
        <w:rPr>
          <w:rFonts w:cs="Georgia"/>
          <w:kern w:val="1"/>
        </w:rPr>
        <w:t>M</w:t>
      </w:r>
      <w:r w:rsidRPr="000E1451">
        <w:rPr>
          <w:rFonts w:cs="Georgia"/>
          <w:kern w:val="1"/>
          <w:vertAlign w:val="superscript"/>
        </w:rPr>
        <w:t>lle</w:t>
      </w:r>
      <w:r>
        <w:rPr>
          <w:rFonts w:cs="Georgia"/>
          <w:kern w:val="1"/>
        </w:rPr>
        <w:t> </w:t>
      </w:r>
      <w:r w:rsidR="00BE611A">
        <w:rPr>
          <w:rFonts w:cs="Georgia"/>
          <w:kern w:val="1"/>
        </w:rPr>
        <w:t>Axelle</w:t>
      </w:r>
      <w:r>
        <w:rPr>
          <w:rFonts w:cs="Georgia"/>
          <w:kern w:val="1"/>
        </w:rPr>
        <w:t xml:space="preserve"> ! </w:t>
      </w:r>
      <w:r w:rsidR="00BE611A">
        <w:rPr>
          <w:rFonts w:cs="Georgia"/>
          <w:kern w:val="1"/>
        </w:rPr>
        <w:t>Et elle l</w:t>
      </w:r>
      <w:r>
        <w:rPr>
          <w:rFonts w:cs="Georgia"/>
          <w:kern w:val="1"/>
        </w:rPr>
        <w:t>’</w:t>
      </w:r>
      <w:r w:rsidR="00BE611A">
        <w:rPr>
          <w:rFonts w:cs="Georgia"/>
          <w:kern w:val="1"/>
        </w:rPr>
        <w:t>est</w:t>
      </w:r>
      <w:r>
        <w:rPr>
          <w:rFonts w:cs="Georgia"/>
          <w:kern w:val="1"/>
        </w:rPr>
        <w:t xml:space="preserve">. </w:t>
      </w:r>
      <w:r w:rsidR="00BE611A">
        <w:rPr>
          <w:rFonts w:cs="Georgia"/>
          <w:kern w:val="1"/>
        </w:rPr>
        <w:t>Je n</w:t>
      </w:r>
      <w:r>
        <w:rPr>
          <w:rFonts w:cs="Georgia"/>
          <w:kern w:val="1"/>
        </w:rPr>
        <w:t>’</w:t>
      </w:r>
      <w:r w:rsidR="00BE611A">
        <w:rPr>
          <w:rFonts w:cs="Georgia"/>
          <w:kern w:val="1"/>
        </w:rPr>
        <w:t>avance rien dont je ne sois certain</w:t>
      </w:r>
      <w:r>
        <w:rPr>
          <w:rFonts w:cs="Georgia"/>
          <w:kern w:val="1"/>
        </w:rPr>
        <w:t>.</w:t>
      </w:r>
    </w:p>
    <w:p w14:paraId="325322EA" w14:textId="77777777" w:rsidR="000E1451" w:rsidRDefault="00BE611A" w:rsidP="00BE611A">
      <w:pPr>
        <w:rPr>
          <w:rFonts w:cs="Georgia"/>
          <w:kern w:val="1"/>
        </w:rPr>
      </w:pPr>
      <w:r>
        <w:rPr>
          <w:rFonts w:cs="Georgia"/>
          <w:kern w:val="1"/>
        </w:rPr>
        <w:t>Inutile de dire qu</w:t>
      </w:r>
      <w:r w:rsidR="000E1451">
        <w:rPr>
          <w:rFonts w:cs="Georgia"/>
          <w:kern w:val="1"/>
        </w:rPr>
        <w:t>’</w:t>
      </w:r>
      <w:r>
        <w:rPr>
          <w:rFonts w:cs="Georgia"/>
          <w:kern w:val="1"/>
        </w:rPr>
        <w:t>en l</w:t>
      </w:r>
      <w:r w:rsidR="000E1451">
        <w:rPr>
          <w:rFonts w:cs="Georgia"/>
          <w:kern w:val="1"/>
        </w:rPr>
        <w:t>’</w:t>
      </w:r>
      <w:r>
        <w:rPr>
          <w:rFonts w:cs="Georgia"/>
          <w:kern w:val="1"/>
        </w:rPr>
        <w:t>espèce la perspicacité du pasteur ne m</w:t>
      </w:r>
      <w:r w:rsidR="000E1451">
        <w:rPr>
          <w:rFonts w:cs="Georgia"/>
          <w:kern w:val="1"/>
        </w:rPr>
        <w:t>’</w:t>
      </w:r>
      <w:r>
        <w:rPr>
          <w:rFonts w:cs="Georgia"/>
          <w:kern w:val="1"/>
        </w:rPr>
        <w:t>inspirait qu</w:t>
      </w:r>
      <w:r w:rsidR="000E1451">
        <w:rPr>
          <w:rFonts w:cs="Georgia"/>
          <w:kern w:val="1"/>
        </w:rPr>
        <w:t>’</w:t>
      </w:r>
      <w:r>
        <w:rPr>
          <w:rFonts w:cs="Georgia"/>
          <w:kern w:val="1"/>
        </w:rPr>
        <w:t>une médiocre confiance</w:t>
      </w:r>
      <w:r w:rsidR="000E1451">
        <w:rPr>
          <w:rFonts w:cs="Georgia"/>
          <w:kern w:val="1"/>
        </w:rPr>
        <w:t xml:space="preserve">. </w:t>
      </w:r>
      <w:r>
        <w:rPr>
          <w:rFonts w:cs="Georgia"/>
          <w:kern w:val="1"/>
        </w:rPr>
        <w:t>Et cependant</w:t>
      </w:r>
      <w:r w:rsidR="000E1451">
        <w:rPr>
          <w:rFonts w:cs="Georgia"/>
          <w:kern w:val="1"/>
        </w:rPr>
        <w:t xml:space="preserve">, </w:t>
      </w:r>
      <w:r>
        <w:rPr>
          <w:rFonts w:cs="Georgia"/>
          <w:kern w:val="1"/>
        </w:rPr>
        <w:t>il ne se trompait pas tout à fait</w:t>
      </w:r>
      <w:r w:rsidR="000E1451">
        <w:rPr>
          <w:rFonts w:cs="Georgia"/>
          <w:kern w:val="1"/>
        </w:rPr>
        <w:t xml:space="preserve">. </w:t>
      </w:r>
      <w:r>
        <w:rPr>
          <w:rFonts w:cs="Georgia"/>
          <w:kern w:val="1"/>
        </w:rPr>
        <w:t>Les circonstances allaient bientôt m</w:t>
      </w:r>
      <w:r w:rsidR="000E1451">
        <w:rPr>
          <w:rFonts w:cs="Georgia"/>
          <w:kern w:val="1"/>
        </w:rPr>
        <w:t>’</w:t>
      </w:r>
      <w:r>
        <w:rPr>
          <w:rFonts w:cs="Georgia"/>
          <w:kern w:val="1"/>
        </w:rPr>
        <w:t>en donner la preuve</w:t>
      </w:r>
      <w:r w:rsidR="000E1451">
        <w:rPr>
          <w:rFonts w:cs="Georgia"/>
          <w:kern w:val="1"/>
        </w:rPr>
        <w:t>.</w:t>
      </w:r>
    </w:p>
    <w:p w14:paraId="3A6F4586" w14:textId="77777777" w:rsidR="00BE611A" w:rsidRDefault="00BE611A" w:rsidP="00BE611A">
      <w:pPr>
        <w:rPr>
          <w:rFonts w:cs="Georgia"/>
          <w:kern w:val="1"/>
        </w:rPr>
      </w:pPr>
    </w:p>
    <w:p w14:paraId="59CAE957" w14:textId="77777777" w:rsidR="00BE611A" w:rsidRDefault="00BE611A" w:rsidP="00BE611A">
      <w:pPr>
        <w:rPr>
          <w:rFonts w:cs="Georgia"/>
          <w:kern w:val="1"/>
        </w:rPr>
      </w:pPr>
      <w:r>
        <w:rPr>
          <w:rFonts w:cs="Georgia"/>
          <w:kern w:val="1"/>
        </w:rPr>
        <w:t>Trois jours plus tard</w:t>
      </w:r>
      <w:r w:rsidR="000E1451">
        <w:rPr>
          <w:rFonts w:cs="Georgia"/>
          <w:kern w:val="1"/>
        </w:rPr>
        <w:t xml:space="preserve">, </w:t>
      </w:r>
      <w:r>
        <w:rPr>
          <w:rFonts w:cs="Georgia"/>
          <w:kern w:val="1"/>
        </w:rPr>
        <w:t>à mon retour du château</w:t>
      </w:r>
      <w:r w:rsidR="000E1451">
        <w:rPr>
          <w:rFonts w:cs="Georgia"/>
          <w:kern w:val="1"/>
        </w:rPr>
        <w:t xml:space="preserve">, </w:t>
      </w:r>
      <w:r>
        <w:rPr>
          <w:rFonts w:cs="Georgia"/>
          <w:kern w:val="1"/>
        </w:rPr>
        <w:t xml:space="preserve">comme je </w:t>
      </w:r>
      <w:r>
        <w:rPr>
          <w:rFonts w:cs="Georgia"/>
          <w:bCs/>
          <w:kern w:val="1"/>
        </w:rPr>
        <w:t>fr</w:t>
      </w:r>
      <w:r w:rsidRPr="00C938CC">
        <w:t>anchissai</w:t>
      </w:r>
      <w:r>
        <w:rPr>
          <w:rFonts w:cs="Georgia"/>
          <w:bCs/>
          <w:kern w:val="1"/>
        </w:rPr>
        <w:t>s</w:t>
      </w:r>
      <w:r>
        <w:rPr>
          <w:rFonts w:cs="Georgia"/>
          <w:kern w:val="1"/>
        </w:rPr>
        <w:t xml:space="preserve"> le seuil de notre </w:t>
      </w:r>
      <w:r>
        <w:rPr>
          <w:rFonts w:cs="Georgia"/>
          <w:bCs/>
          <w:kern w:val="1"/>
        </w:rPr>
        <w:t>baraque</w:t>
      </w:r>
      <w:r w:rsidR="000E1451">
        <w:rPr>
          <w:rFonts w:cs="Georgia"/>
          <w:bCs/>
          <w:kern w:val="1"/>
        </w:rPr>
        <w:t xml:space="preserve">, </w:t>
      </w:r>
      <w:r>
        <w:rPr>
          <w:rFonts w:cs="Georgia"/>
          <w:kern w:val="1"/>
        </w:rPr>
        <w:t>l</w:t>
      </w:r>
      <w:r w:rsidR="000E1451">
        <w:rPr>
          <w:rFonts w:cs="Georgia"/>
          <w:kern w:val="1"/>
        </w:rPr>
        <w:t>’</w:t>
      </w:r>
      <w:r>
        <w:rPr>
          <w:rFonts w:cs="Georgia"/>
          <w:kern w:val="1"/>
        </w:rPr>
        <w:t>adjudant Claverie me remit une lettre qui m</w:t>
      </w:r>
      <w:r w:rsidR="000E1451">
        <w:rPr>
          <w:rFonts w:cs="Georgia"/>
          <w:kern w:val="1"/>
        </w:rPr>
        <w:t>’</w:t>
      </w:r>
      <w:r>
        <w:rPr>
          <w:rFonts w:cs="Georgia"/>
          <w:kern w:val="1"/>
        </w:rPr>
        <w:t>annonçait la mort de ma mère</w:t>
      </w:r>
      <w:r w:rsidR="000E1451">
        <w:rPr>
          <w:rFonts w:cs="Georgia"/>
          <w:kern w:val="1"/>
        </w:rPr>
        <w:t xml:space="preserve">. </w:t>
      </w:r>
      <w:r>
        <w:rPr>
          <w:rFonts w:cs="Georgia"/>
          <w:kern w:val="1"/>
        </w:rPr>
        <w:t>Une rechute de bronchite l</w:t>
      </w:r>
      <w:r w:rsidR="000E1451">
        <w:rPr>
          <w:rFonts w:cs="Georgia"/>
          <w:kern w:val="1"/>
        </w:rPr>
        <w:t>’</w:t>
      </w:r>
      <w:r>
        <w:rPr>
          <w:rFonts w:cs="Georgia"/>
          <w:kern w:val="1"/>
        </w:rPr>
        <w:t>avait emportée</w:t>
      </w:r>
      <w:r w:rsidR="000E1451">
        <w:rPr>
          <w:rFonts w:cs="Georgia"/>
          <w:kern w:val="1"/>
        </w:rPr>
        <w:t xml:space="preserve">. </w:t>
      </w:r>
      <w:r>
        <w:rPr>
          <w:rFonts w:cs="Georgia"/>
          <w:kern w:val="1"/>
        </w:rPr>
        <w:t>Elle avait eu auprès d</w:t>
      </w:r>
      <w:r w:rsidR="000E1451">
        <w:rPr>
          <w:rFonts w:cs="Georgia"/>
          <w:kern w:val="1"/>
        </w:rPr>
        <w:t>’</w:t>
      </w:r>
      <w:r>
        <w:rPr>
          <w:rFonts w:cs="Georgia"/>
          <w:kern w:val="1"/>
        </w:rPr>
        <w:t>elle</w:t>
      </w:r>
      <w:r w:rsidR="000E1451">
        <w:rPr>
          <w:rFonts w:cs="Georgia"/>
          <w:kern w:val="1"/>
        </w:rPr>
        <w:t xml:space="preserve">, </w:t>
      </w:r>
      <w:r>
        <w:rPr>
          <w:rFonts w:cs="Georgia"/>
          <w:kern w:val="1"/>
        </w:rPr>
        <w:t>dans les derniers instants</w:t>
      </w:r>
      <w:r w:rsidR="000E1451">
        <w:rPr>
          <w:rFonts w:cs="Georgia"/>
          <w:kern w:val="1"/>
        </w:rPr>
        <w:t xml:space="preserve">, </w:t>
      </w:r>
      <w:r>
        <w:rPr>
          <w:rFonts w:cs="Georgia"/>
          <w:kern w:val="1"/>
        </w:rPr>
        <w:t>un de mes condisciples de l</w:t>
      </w:r>
      <w:r w:rsidR="000E1451">
        <w:rPr>
          <w:rFonts w:cs="Georgia"/>
          <w:kern w:val="1"/>
        </w:rPr>
        <w:t>’</w:t>
      </w:r>
      <w:r>
        <w:rPr>
          <w:rFonts w:cs="Georgia"/>
          <w:kern w:val="1"/>
        </w:rPr>
        <w:t>École Centrale</w:t>
      </w:r>
      <w:r w:rsidR="000E1451">
        <w:rPr>
          <w:rFonts w:cs="Georgia"/>
          <w:kern w:val="1"/>
        </w:rPr>
        <w:t xml:space="preserve">, </w:t>
      </w:r>
      <w:r>
        <w:rPr>
          <w:rFonts w:cs="Georgia"/>
          <w:kern w:val="1"/>
        </w:rPr>
        <w:t>originaire de la même ville que moi</w:t>
      </w:r>
      <w:r w:rsidR="000E1451">
        <w:rPr>
          <w:rFonts w:cs="Georgia"/>
          <w:kern w:val="1"/>
        </w:rPr>
        <w:t xml:space="preserve">. </w:t>
      </w:r>
      <w:r>
        <w:rPr>
          <w:rFonts w:cs="Georgia"/>
          <w:kern w:val="1"/>
        </w:rPr>
        <w:t>Il s</w:t>
      </w:r>
      <w:r w:rsidR="000E1451">
        <w:rPr>
          <w:rFonts w:cs="Georgia"/>
          <w:kern w:val="1"/>
        </w:rPr>
        <w:t>’</w:t>
      </w:r>
      <w:r>
        <w:rPr>
          <w:rFonts w:cs="Georgia"/>
          <w:kern w:val="1"/>
        </w:rPr>
        <w:t>appelait Puy-Robert</w:t>
      </w:r>
      <w:r w:rsidR="000E1451">
        <w:rPr>
          <w:rFonts w:cs="Georgia"/>
          <w:kern w:val="1"/>
        </w:rPr>
        <w:t xml:space="preserve">. </w:t>
      </w:r>
      <w:r>
        <w:rPr>
          <w:rFonts w:cs="Georgia"/>
          <w:kern w:val="1"/>
        </w:rPr>
        <w:t>Mobilisé comme lieutenant d</w:t>
      </w:r>
      <w:r w:rsidR="000E1451">
        <w:rPr>
          <w:rFonts w:cs="Georgia"/>
          <w:kern w:val="1"/>
        </w:rPr>
        <w:t>’</w:t>
      </w:r>
      <w:r>
        <w:rPr>
          <w:rFonts w:cs="Georgia"/>
          <w:kern w:val="1"/>
        </w:rPr>
        <w:t>artillerie</w:t>
      </w:r>
      <w:r w:rsidR="000E1451">
        <w:rPr>
          <w:rFonts w:cs="Georgia"/>
          <w:kern w:val="1"/>
        </w:rPr>
        <w:t xml:space="preserve">, </w:t>
      </w:r>
      <w:r>
        <w:rPr>
          <w:rFonts w:cs="Georgia"/>
          <w:kern w:val="1"/>
        </w:rPr>
        <w:t>blessé deux fois</w:t>
      </w:r>
      <w:r w:rsidR="000E1451">
        <w:rPr>
          <w:rFonts w:cs="Georgia"/>
          <w:kern w:val="1"/>
        </w:rPr>
        <w:t xml:space="preserve">, </w:t>
      </w:r>
      <w:r>
        <w:rPr>
          <w:rFonts w:cs="Georgia"/>
          <w:kern w:val="1"/>
        </w:rPr>
        <w:t>il était maintenant à Paris</w:t>
      </w:r>
      <w:r w:rsidR="000E1451">
        <w:rPr>
          <w:rFonts w:cs="Georgia"/>
          <w:kern w:val="1"/>
        </w:rPr>
        <w:t xml:space="preserve">, </w:t>
      </w:r>
      <w:r>
        <w:rPr>
          <w:rFonts w:cs="Georgia"/>
          <w:kern w:val="1"/>
        </w:rPr>
        <w:t>capitaine à l</w:t>
      </w:r>
      <w:r w:rsidR="000E1451">
        <w:rPr>
          <w:rFonts w:cs="Georgia"/>
          <w:kern w:val="1"/>
        </w:rPr>
        <w:t>’</w:t>
      </w:r>
      <w:r>
        <w:rPr>
          <w:rFonts w:cs="Georgia"/>
          <w:kern w:val="1"/>
        </w:rPr>
        <w:t>État-major du Ministre de la Guerre</w:t>
      </w:r>
      <w:r w:rsidR="000E1451">
        <w:rPr>
          <w:rFonts w:cs="Georgia"/>
          <w:kern w:val="1"/>
        </w:rPr>
        <w:t>. « </w:t>
      </w:r>
      <w:r>
        <w:rPr>
          <w:rFonts w:cs="Georgia"/>
          <w:kern w:val="1"/>
        </w:rPr>
        <w:t>Mon pauvre ami</w:t>
      </w:r>
      <w:r w:rsidR="000E1451">
        <w:rPr>
          <w:rFonts w:cs="Georgia"/>
          <w:kern w:val="1"/>
        </w:rPr>
        <w:t xml:space="preserve">, </w:t>
      </w:r>
      <w:r>
        <w:rPr>
          <w:rFonts w:cs="Georgia"/>
          <w:kern w:val="1"/>
        </w:rPr>
        <w:t>m</w:t>
      </w:r>
      <w:r w:rsidR="000E1451">
        <w:rPr>
          <w:rFonts w:cs="Georgia"/>
          <w:kern w:val="1"/>
        </w:rPr>
        <w:t>’</w:t>
      </w:r>
      <w:r>
        <w:rPr>
          <w:rFonts w:cs="Georgia"/>
          <w:kern w:val="1"/>
        </w:rPr>
        <w:t>écrivait-il</w:t>
      </w:r>
      <w:r w:rsidR="000E1451">
        <w:rPr>
          <w:rFonts w:cs="Georgia"/>
          <w:kern w:val="1"/>
        </w:rPr>
        <w:t xml:space="preserve">, </w:t>
      </w:r>
      <w:r>
        <w:rPr>
          <w:rFonts w:cs="Georgia"/>
          <w:kern w:val="1"/>
        </w:rPr>
        <w:t>j</w:t>
      </w:r>
      <w:r w:rsidR="000E1451">
        <w:rPr>
          <w:rFonts w:cs="Georgia"/>
          <w:kern w:val="1"/>
        </w:rPr>
        <w:t>’</w:t>
      </w:r>
      <w:r>
        <w:rPr>
          <w:rFonts w:cs="Georgia"/>
          <w:kern w:val="1"/>
        </w:rPr>
        <w:t>imagine ce que va être ta douleur là-bas</w:t>
      </w:r>
      <w:r w:rsidR="000E1451">
        <w:rPr>
          <w:rFonts w:cs="Georgia"/>
          <w:kern w:val="1"/>
        </w:rPr>
        <w:t xml:space="preserve">. </w:t>
      </w:r>
      <w:r>
        <w:rPr>
          <w:rFonts w:cs="Georgia"/>
          <w:kern w:val="1"/>
        </w:rPr>
        <w:t>Donne-moi de tes nouvelles</w:t>
      </w:r>
      <w:r w:rsidR="000E1451">
        <w:rPr>
          <w:rFonts w:cs="Georgia"/>
          <w:kern w:val="1"/>
        </w:rPr>
        <w:t xml:space="preserve">. </w:t>
      </w:r>
      <w:r>
        <w:rPr>
          <w:rFonts w:cs="Georgia"/>
          <w:kern w:val="1"/>
        </w:rPr>
        <w:t>Si tu as besoin de quelque chose</w:t>
      </w:r>
      <w:r w:rsidR="000E1451">
        <w:rPr>
          <w:rFonts w:cs="Georgia"/>
          <w:kern w:val="1"/>
        </w:rPr>
        <w:t xml:space="preserve">, </w:t>
      </w:r>
      <w:r>
        <w:rPr>
          <w:rFonts w:cs="Georgia"/>
          <w:kern w:val="1"/>
        </w:rPr>
        <w:t>compte sur moi</w:t>
      </w:r>
      <w:r w:rsidR="000E1451">
        <w:rPr>
          <w:rFonts w:cs="Georgia"/>
          <w:kern w:val="1"/>
        </w:rPr>
        <w:t xml:space="preserve">. </w:t>
      </w:r>
      <w:r>
        <w:rPr>
          <w:rFonts w:cs="Georgia"/>
          <w:kern w:val="1"/>
        </w:rPr>
        <w:t>Après trois années de captivité</w:t>
      </w:r>
      <w:r w:rsidR="000E1451">
        <w:rPr>
          <w:rFonts w:cs="Georgia"/>
          <w:kern w:val="1"/>
        </w:rPr>
        <w:t xml:space="preserve">, </w:t>
      </w:r>
      <w:r>
        <w:rPr>
          <w:rFonts w:cs="Georgia"/>
          <w:kern w:val="1"/>
        </w:rPr>
        <w:t>ton état de santé n</w:t>
      </w:r>
      <w:r w:rsidR="000E1451">
        <w:rPr>
          <w:rFonts w:cs="Georgia"/>
          <w:kern w:val="1"/>
        </w:rPr>
        <w:t>’</w:t>
      </w:r>
      <w:r>
        <w:rPr>
          <w:rFonts w:cs="Georgia"/>
          <w:kern w:val="1"/>
        </w:rPr>
        <w:t>est-il pas susceptible de justifier ton internement en Suisse</w:t>
      </w:r>
      <w:r w:rsidR="000E1451">
        <w:rPr>
          <w:rFonts w:cs="Georgia"/>
          <w:kern w:val="1"/>
        </w:rPr>
        <w:t xml:space="preserve"> ? </w:t>
      </w:r>
      <w:r>
        <w:rPr>
          <w:rFonts w:cs="Georgia"/>
          <w:kern w:val="1"/>
        </w:rPr>
        <w:t>Je suis actuellement assez bien placé pour t</w:t>
      </w:r>
      <w:r w:rsidR="000E1451">
        <w:rPr>
          <w:rFonts w:cs="Georgia"/>
          <w:kern w:val="1"/>
        </w:rPr>
        <w:t>’</w:t>
      </w:r>
      <w:r>
        <w:rPr>
          <w:rFonts w:cs="Georgia"/>
          <w:kern w:val="1"/>
        </w:rPr>
        <w:t>être utile</w:t>
      </w:r>
      <w:r w:rsidR="000E1451">
        <w:rPr>
          <w:rFonts w:cs="Georgia"/>
          <w:kern w:val="1"/>
        </w:rPr>
        <w:t>. »</w:t>
      </w:r>
    </w:p>
    <w:p w14:paraId="58668944" w14:textId="77777777" w:rsidR="000E1451" w:rsidRDefault="00BE611A" w:rsidP="00BE611A">
      <w:pPr>
        <w:rPr>
          <w:rFonts w:cs="Georgia"/>
          <w:kern w:val="1"/>
        </w:rPr>
      </w:pPr>
      <w:r>
        <w:rPr>
          <w:rFonts w:cs="Georgia"/>
          <w:kern w:val="1"/>
        </w:rPr>
        <w:t>Je repliai cette lettre sans un mot</w:t>
      </w:r>
      <w:r w:rsidR="000E1451">
        <w:rPr>
          <w:rFonts w:cs="Georgia"/>
          <w:kern w:val="1"/>
        </w:rPr>
        <w:t xml:space="preserve">, </w:t>
      </w:r>
      <w:r>
        <w:rPr>
          <w:rFonts w:cs="Georgia"/>
          <w:kern w:val="1"/>
        </w:rPr>
        <w:t>sans une larme</w:t>
      </w:r>
      <w:r w:rsidR="000E1451">
        <w:rPr>
          <w:rFonts w:cs="Georgia"/>
          <w:kern w:val="1"/>
        </w:rPr>
        <w:t>.</w:t>
      </w:r>
    </w:p>
    <w:p w14:paraId="70ACEDA9" w14:textId="77777777" w:rsidR="000E1451" w:rsidRDefault="00BE611A" w:rsidP="00BE611A">
      <w:pPr>
        <w:rPr>
          <w:rFonts w:cs="Georgia"/>
          <w:kern w:val="1"/>
        </w:rPr>
      </w:pPr>
      <w:r>
        <w:rPr>
          <w:rFonts w:cs="Georgia"/>
          <w:kern w:val="1"/>
        </w:rPr>
        <w:t>Avec des gestes d</w:t>
      </w:r>
      <w:r w:rsidR="000E1451">
        <w:rPr>
          <w:rFonts w:cs="Georgia"/>
          <w:kern w:val="1"/>
        </w:rPr>
        <w:t>’</w:t>
      </w:r>
      <w:r>
        <w:rPr>
          <w:rFonts w:cs="Georgia"/>
          <w:kern w:val="1"/>
        </w:rPr>
        <w:t>une précision machinale</w:t>
      </w:r>
      <w:r w:rsidR="000E1451">
        <w:rPr>
          <w:rFonts w:cs="Georgia"/>
          <w:kern w:val="1"/>
        </w:rPr>
        <w:t xml:space="preserve">, </w:t>
      </w:r>
      <w:r>
        <w:rPr>
          <w:rFonts w:cs="Georgia"/>
          <w:kern w:val="1"/>
        </w:rPr>
        <w:t>je me déshabillai et me couchai</w:t>
      </w:r>
      <w:r w:rsidR="000E1451">
        <w:rPr>
          <w:rFonts w:cs="Georgia"/>
          <w:kern w:val="1"/>
        </w:rPr>
        <w:t>.</w:t>
      </w:r>
    </w:p>
    <w:p w14:paraId="3526652E" w14:textId="77777777" w:rsidR="000E1451" w:rsidRDefault="000E1451" w:rsidP="00BE611A">
      <w:pPr>
        <w:rPr>
          <w:rFonts w:cs="Georgia"/>
          <w:kern w:val="1"/>
        </w:rPr>
      </w:pPr>
      <w:r>
        <w:rPr>
          <w:rFonts w:cs="Georgia"/>
          <w:kern w:val="1"/>
        </w:rPr>
        <w:t>— </w:t>
      </w:r>
      <w:r w:rsidR="00BE611A">
        <w:rPr>
          <w:rFonts w:cs="Georgia"/>
          <w:kern w:val="1"/>
        </w:rPr>
        <w:t>Eh</w:t>
      </w:r>
      <w:r>
        <w:rPr>
          <w:rFonts w:cs="Georgia"/>
          <w:kern w:val="1"/>
        </w:rPr>
        <w:t xml:space="preserve"> ! </w:t>
      </w:r>
      <w:r w:rsidR="00BE611A">
        <w:rPr>
          <w:rFonts w:cs="Georgia"/>
          <w:kern w:val="1"/>
        </w:rPr>
        <w:t>Sergent</w:t>
      </w:r>
      <w:r>
        <w:rPr>
          <w:rFonts w:cs="Georgia"/>
          <w:kern w:val="1"/>
        </w:rPr>
        <w:t xml:space="preserve">, </w:t>
      </w:r>
      <w:r w:rsidR="00BE611A">
        <w:rPr>
          <w:rFonts w:cs="Georgia"/>
          <w:kern w:val="1"/>
        </w:rPr>
        <w:t>me cria Fichet</w:t>
      </w:r>
      <w:r>
        <w:rPr>
          <w:rFonts w:cs="Georgia"/>
          <w:kern w:val="1"/>
        </w:rPr>
        <w:t xml:space="preserve">, </w:t>
      </w:r>
      <w:r w:rsidR="00BE611A">
        <w:rPr>
          <w:rFonts w:cs="Georgia"/>
          <w:kern w:val="1"/>
        </w:rPr>
        <w:t>on n</w:t>
      </w:r>
      <w:r>
        <w:rPr>
          <w:rFonts w:cs="Georgia"/>
          <w:kern w:val="1"/>
        </w:rPr>
        <w:t>’</w:t>
      </w:r>
      <w:r w:rsidR="00BE611A">
        <w:rPr>
          <w:rFonts w:cs="Georgia"/>
          <w:kern w:val="1"/>
        </w:rPr>
        <w:t>avance pas au rappel</w:t>
      </w:r>
      <w:r>
        <w:rPr>
          <w:rFonts w:cs="Georgia"/>
          <w:kern w:val="1"/>
        </w:rPr>
        <w:t xml:space="preserve"> ? </w:t>
      </w:r>
      <w:r w:rsidR="00BE611A">
        <w:rPr>
          <w:rFonts w:cs="Georgia"/>
          <w:kern w:val="1"/>
        </w:rPr>
        <w:t>Les colis sont arrivés</w:t>
      </w:r>
      <w:r>
        <w:rPr>
          <w:rFonts w:cs="Georgia"/>
          <w:kern w:val="1"/>
        </w:rPr>
        <w:t xml:space="preserve">. </w:t>
      </w:r>
      <w:r w:rsidR="00BE611A">
        <w:rPr>
          <w:rFonts w:cs="Georgia"/>
          <w:kern w:val="1"/>
        </w:rPr>
        <w:t>Vandaële a reçu</w:t>
      </w:r>
      <w:r>
        <w:rPr>
          <w:rFonts w:cs="Georgia"/>
          <w:kern w:val="1"/>
        </w:rPr>
        <w:t xml:space="preserve">, </w:t>
      </w:r>
      <w:r w:rsidR="00BE611A">
        <w:rPr>
          <w:rFonts w:cs="Georgia"/>
          <w:kern w:val="1"/>
        </w:rPr>
        <w:t>de sa marraine une boîte de cassoulet</w:t>
      </w:r>
      <w:r>
        <w:rPr>
          <w:rFonts w:cs="Georgia"/>
          <w:kern w:val="1"/>
        </w:rPr>
        <w:t xml:space="preserve">, </w:t>
      </w:r>
      <w:r w:rsidR="00BE611A">
        <w:rPr>
          <w:rFonts w:cs="Georgia"/>
          <w:kern w:val="1"/>
        </w:rPr>
        <w:t>et moi de la confiture de coings</w:t>
      </w:r>
      <w:r>
        <w:rPr>
          <w:rFonts w:cs="Georgia"/>
          <w:kern w:val="1"/>
        </w:rPr>
        <w:t>.</w:t>
      </w:r>
    </w:p>
    <w:p w14:paraId="1D04680F" w14:textId="77777777" w:rsidR="000E1451" w:rsidRDefault="00BE611A" w:rsidP="00BE611A">
      <w:pPr>
        <w:rPr>
          <w:rFonts w:cs="Georgia"/>
          <w:kern w:val="1"/>
        </w:rPr>
      </w:pPr>
      <w:r>
        <w:rPr>
          <w:rFonts w:cs="Georgia"/>
          <w:kern w:val="1"/>
        </w:rPr>
        <w:lastRenderedPageBreak/>
        <w:t>Comme je ne répondis pas</w:t>
      </w:r>
      <w:r w:rsidR="000E1451">
        <w:rPr>
          <w:rFonts w:cs="Georgia"/>
          <w:kern w:val="1"/>
        </w:rPr>
        <w:t xml:space="preserve">, </w:t>
      </w:r>
      <w:r>
        <w:rPr>
          <w:rFonts w:cs="Georgia"/>
          <w:kern w:val="1"/>
        </w:rPr>
        <w:t>il vint vers ma paillasse</w:t>
      </w:r>
      <w:r w:rsidR="000E1451">
        <w:rPr>
          <w:rFonts w:cs="Georgia"/>
          <w:kern w:val="1"/>
        </w:rPr>
        <w:t xml:space="preserve">, </w:t>
      </w:r>
      <w:r>
        <w:rPr>
          <w:rFonts w:cs="Georgia"/>
          <w:kern w:val="1"/>
        </w:rPr>
        <w:t>me frappa sur l</w:t>
      </w:r>
      <w:r w:rsidR="000E1451">
        <w:rPr>
          <w:rFonts w:cs="Georgia"/>
          <w:kern w:val="1"/>
        </w:rPr>
        <w:t>’</w:t>
      </w:r>
      <w:r>
        <w:rPr>
          <w:rFonts w:cs="Georgia"/>
          <w:kern w:val="1"/>
        </w:rPr>
        <w:t>épaule</w:t>
      </w:r>
      <w:r w:rsidR="000E1451">
        <w:rPr>
          <w:rFonts w:cs="Georgia"/>
          <w:kern w:val="1"/>
        </w:rPr>
        <w:t>.</w:t>
      </w:r>
    </w:p>
    <w:p w14:paraId="4D18D2D4" w14:textId="77777777" w:rsidR="000E1451" w:rsidRDefault="000E1451" w:rsidP="00BE611A">
      <w:pPr>
        <w:rPr>
          <w:rFonts w:cs="Georgia"/>
          <w:kern w:val="1"/>
        </w:rPr>
      </w:pPr>
      <w:r>
        <w:rPr>
          <w:rFonts w:cs="Georgia"/>
          <w:kern w:val="1"/>
        </w:rPr>
        <w:t>— </w:t>
      </w:r>
      <w:r w:rsidR="00BE611A">
        <w:rPr>
          <w:rFonts w:cs="Georgia"/>
          <w:kern w:val="1"/>
        </w:rPr>
        <w:t>Ça ne va pas</w:t>
      </w:r>
      <w:r>
        <w:rPr>
          <w:rFonts w:cs="Georgia"/>
          <w:kern w:val="1"/>
        </w:rPr>
        <w:t> ?</w:t>
      </w:r>
    </w:p>
    <w:p w14:paraId="4C5CDE84" w14:textId="77777777" w:rsidR="000E1451" w:rsidRDefault="000E1451" w:rsidP="00BE611A">
      <w:pPr>
        <w:rPr>
          <w:rFonts w:cs="Georgia"/>
          <w:kern w:val="1"/>
        </w:rPr>
      </w:pPr>
      <w:r>
        <w:rPr>
          <w:rFonts w:cs="Georgia"/>
          <w:kern w:val="1"/>
        </w:rPr>
        <w:t>— </w:t>
      </w:r>
      <w:r w:rsidR="00BE611A">
        <w:rPr>
          <w:rFonts w:cs="Georgia"/>
          <w:kern w:val="1"/>
        </w:rPr>
        <w:t>Laisse</w:t>
      </w:r>
      <w:r>
        <w:rPr>
          <w:rFonts w:cs="Georgia"/>
          <w:kern w:val="1"/>
        </w:rPr>
        <w:t xml:space="preserve">, </w:t>
      </w:r>
      <w:r w:rsidR="00BE611A">
        <w:rPr>
          <w:rFonts w:cs="Georgia"/>
          <w:kern w:val="1"/>
        </w:rPr>
        <w:t>lui dis-je</w:t>
      </w:r>
      <w:r>
        <w:rPr>
          <w:rFonts w:cs="Georgia"/>
          <w:kern w:val="1"/>
        </w:rPr>
        <w:t xml:space="preserve">. </w:t>
      </w:r>
      <w:r w:rsidR="00BE611A">
        <w:rPr>
          <w:rFonts w:cs="Georgia"/>
          <w:kern w:val="1"/>
        </w:rPr>
        <w:t>Ne vous occupez pas de moi</w:t>
      </w:r>
      <w:r>
        <w:rPr>
          <w:rFonts w:cs="Georgia"/>
          <w:kern w:val="1"/>
        </w:rPr>
        <w:t xml:space="preserve">. </w:t>
      </w:r>
      <w:r w:rsidR="00BE611A">
        <w:rPr>
          <w:rFonts w:cs="Georgia"/>
          <w:kern w:val="1"/>
        </w:rPr>
        <w:t>C</w:t>
      </w:r>
      <w:r>
        <w:rPr>
          <w:rFonts w:cs="Georgia"/>
          <w:kern w:val="1"/>
        </w:rPr>
        <w:t>’</w:t>
      </w:r>
      <w:r w:rsidR="00BE611A">
        <w:rPr>
          <w:rFonts w:cs="Georgia"/>
          <w:kern w:val="1"/>
        </w:rPr>
        <w:t>est ma mère qui est morte</w:t>
      </w:r>
      <w:r>
        <w:rPr>
          <w:rFonts w:cs="Georgia"/>
          <w:kern w:val="1"/>
        </w:rPr>
        <w:t>.</w:t>
      </w:r>
    </w:p>
    <w:p w14:paraId="21D13D14" w14:textId="77777777" w:rsidR="000E1451" w:rsidRDefault="00BE611A" w:rsidP="00BE611A">
      <w:pPr>
        <w:rPr>
          <w:rFonts w:cs="Georgia"/>
          <w:kern w:val="1"/>
        </w:rPr>
      </w:pPr>
      <w:r>
        <w:rPr>
          <w:rFonts w:cs="Georgia"/>
          <w:kern w:val="1"/>
        </w:rPr>
        <w:t>Et je ramenai</w:t>
      </w:r>
      <w:r w:rsidR="000E1451">
        <w:rPr>
          <w:rFonts w:cs="Georgia"/>
          <w:kern w:val="1"/>
        </w:rPr>
        <w:t xml:space="preserve">, </w:t>
      </w:r>
      <w:r>
        <w:rPr>
          <w:rFonts w:cs="Georgia"/>
          <w:kern w:val="1"/>
        </w:rPr>
        <w:t>sur ma tête ma couverture brune</w:t>
      </w:r>
      <w:r w:rsidR="000E1451">
        <w:rPr>
          <w:rFonts w:cs="Georgia"/>
          <w:kern w:val="1"/>
        </w:rPr>
        <w:t>.</w:t>
      </w:r>
    </w:p>
    <w:p w14:paraId="7320FAE9" w14:textId="77777777" w:rsidR="00BE611A" w:rsidRDefault="00BE611A" w:rsidP="00BE611A">
      <w:pPr>
        <w:rPr>
          <w:rFonts w:cs="Georgia"/>
          <w:kern w:val="1"/>
        </w:rPr>
      </w:pPr>
    </w:p>
    <w:p w14:paraId="5346A3E5" w14:textId="77777777" w:rsidR="000E1451" w:rsidRDefault="00BE611A" w:rsidP="00BE611A">
      <w:pPr>
        <w:rPr>
          <w:rFonts w:cs="Georgia"/>
          <w:kern w:val="1"/>
        </w:rPr>
      </w:pPr>
      <w:r>
        <w:rPr>
          <w:rFonts w:cs="Georgia"/>
          <w:kern w:val="1"/>
        </w:rPr>
        <w:t>Le lendemain</w:t>
      </w:r>
      <w:r w:rsidR="000E1451">
        <w:rPr>
          <w:rFonts w:cs="Georgia"/>
          <w:kern w:val="1"/>
        </w:rPr>
        <w:t xml:space="preserve">, </w:t>
      </w:r>
      <w:r>
        <w:rPr>
          <w:rFonts w:cs="Georgia"/>
          <w:bCs/>
          <w:kern w:val="1"/>
        </w:rPr>
        <w:t xml:space="preserve">au </w:t>
      </w:r>
      <w:r>
        <w:rPr>
          <w:rFonts w:cs="Georgia"/>
          <w:kern w:val="1"/>
        </w:rPr>
        <w:t>petit jour</w:t>
      </w:r>
      <w:r w:rsidR="000E1451">
        <w:rPr>
          <w:rFonts w:cs="Georgia"/>
          <w:kern w:val="1"/>
        </w:rPr>
        <w:t xml:space="preserve">, </w:t>
      </w:r>
      <w:r>
        <w:rPr>
          <w:rFonts w:cs="Georgia"/>
          <w:kern w:val="1"/>
        </w:rPr>
        <w:t>menant leur concert habituel de plaintes et de jurons</w:t>
      </w:r>
      <w:r w:rsidR="000E1451">
        <w:rPr>
          <w:rFonts w:cs="Georgia"/>
          <w:kern w:val="1"/>
        </w:rPr>
        <w:t xml:space="preserve">, </w:t>
      </w:r>
      <w:r>
        <w:rPr>
          <w:rFonts w:cs="Georgia"/>
          <w:kern w:val="1"/>
        </w:rPr>
        <w:t>mes camarades se préparèrent à partir en corvée</w:t>
      </w:r>
      <w:r w:rsidR="000E1451">
        <w:rPr>
          <w:rFonts w:cs="Georgia"/>
          <w:kern w:val="1"/>
        </w:rPr>
        <w:t xml:space="preserve">. </w:t>
      </w:r>
      <w:r>
        <w:rPr>
          <w:rFonts w:cs="Georgia"/>
          <w:kern w:val="1"/>
        </w:rPr>
        <w:t>Quand le bruit de leurs sabots se fut éteint</w:t>
      </w:r>
      <w:r w:rsidR="000E1451">
        <w:rPr>
          <w:rFonts w:cs="Georgia"/>
          <w:kern w:val="1"/>
        </w:rPr>
        <w:t xml:space="preserve">, </w:t>
      </w:r>
      <w:r>
        <w:rPr>
          <w:rFonts w:cs="Georgia"/>
          <w:kern w:val="1"/>
        </w:rPr>
        <w:t>je me levai et me rendis à la Kommandantur</w:t>
      </w:r>
      <w:r w:rsidR="000E1451">
        <w:rPr>
          <w:rFonts w:cs="Georgia"/>
          <w:kern w:val="1"/>
        </w:rPr>
        <w:t xml:space="preserve">. </w:t>
      </w:r>
      <w:r>
        <w:rPr>
          <w:rFonts w:cs="Georgia"/>
          <w:kern w:val="1"/>
        </w:rPr>
        <w:t>Le capitaine Elbing était déjà là</w:t>
      </w:r>
      <w:r w:rsidR="000E1451">
        <w:rPr>
          <w:rFonts w:cs="Georgia"/>
          <w:kern w:val="1"/>
        </w:rPr>
        <w:t>.</w:t>
      </w:r>
    </w:p>
    <w:p w14:paraId="580A6DB8" w14:textId="77777777" w:rsidR="000E1451" w:rsidRDefault="000E1451" w:rsidP="00BE611A">
      <w:pPr>
        <w:rPr>
          <w:rFonts w:cs="Georgia"/>
          <w:kern w:val="1"/>
        </w:rPr>
      </w:pPr>
      <w:r>
        <w:rPr>
          <w:rFonts w:cs="Georgia"/>
          <w:kern w:val="1"/>
        </w:rPr>
        <w:t>— </w:t>
      </w:r>
      <w:r w:rsidR="00BE611A">
        <w:rPr>
          <w:rFonts w:cs="Georgia"/>
          <w:kern w:val="1"/>
        </w:rPr>
        <w:t>Je désirerais être dispensé de travail aujourd</w:t>
      </w:r>
      <w:r>
        <w:rPr>
          <w:rFonts w:cs="Georgia"/>
          <w:kern w:val="1"/>
        </w:rPr>
        <w:t>’</w:t>
      </w:r>
      <w:r w:rsidR="00BE611A">
        <w:rPr>
          <w:rFonts w:cs="Georgia"/>
          <w:kern w:val="1"/>
        </w:rPr>
        <w:t>hui</w:t>
      </w:r>
      <w:r>
        <w:rPr>
          <w:rFonts w:cs="Georgia"/>
          <w:kern w:val="1"/>
        </w:rPr>
        <w:t xml:space="preserve">, </w:t>
      </w:r>
      <w:r w:rsidR="00BE611A">
        <w:rPr>
          <w:rFonts w:cs="Georgia"/>
          <w:kern w:val="1"/>
        </w:rPr>
        <w:t>lui dis-je</w:t>
      </w:r>
      <w:r>
        <w:rPr>
          <w:rFonts w:cs="Georgia"/>
          <w:kern w:val="1"/>
        </w:rPr>
        <w:t>.</w:t>
      </w:r>
    </w:p>
    <w:p w14:paraId="23200A68" w14:textId="77777777" w:rsidR="000E1451" w:rsidRDefault="00BE611A" w:rsidP="00BE611A">
      <w:pPr>
        <w:rPr>
          <w:rFonts w:cs="Georgia"/>
          <w:kern w:val="1"/>
        </w:rPr>
      </w:pPr>
      <w:r>
        <w:rPr>
          <w:rFonts w:cs="Georgia"/>
          <w:kern w:val="1"/>
        </w:rPr>
        <w:t>Il leva la tête non sans surprise</w:t>
      </w:r>
      <w:r w:rsidR="000E1451">
        <w:rPr>
          <w:rFonts w:cs="Georgia"/>
          <w:kern w:val="1"/>
        </w:rPr>
        <w:t xml:space="preserve">. </w:t>
      </w:r>
      <w:r>
        <w:rPr>
          <w:rFonts w:cs="Georgia"/>
          <w:kern w:val="1"/>
        </w:rPr>
        <w:t>C</w:t>
      </w:r>
      <w:r w:rsidR="000E1451">
        <w:rPr>
          <w:rFonts w:cs="Georgia"/>
          <w:kern w:val="1"/>
        </w:rPr>
        <w:t>’</w:t>
      </w:r>
      <w:r>
        <w:rPr>
          <w:rFonts w:cs="Georgia"/>
          <w:kern w:val="1"/>
        </w:rPr>
        <w:t>était la première fois que je sollicitais une faveur de ce genre</w:t>
      </w:r>
      <w:r w:rsidR="000E1451">
        <w:rPr>
          <w:rFonts w:cs="Georgia"/>
          <w:kern w:val="1"/>
        </w:rPr>
        <w:t>.</w:t>
      </w:r>
    </w:p>
    <w:p w14:paraId="1F3BF41A" w14:textId="77777777" w:rsidR="000E1451" w:rsidRDefault="000E1451" w:rsidP="00BE611A">
      <w:pPr>
        <w:rPr>
          <w:rFonts w:cs="Georgia"/>
          <w:kern w:val="1"/>
        </w:rPr>
      </w:pPr>
      <w:r>
        <w:rPr>
          <w:rFonts w:cs="Georgia"/>
          <w:kern w:val="1"/>
        </w:rPr>
        <w:t>— </w:t>
      </w:r>
      <w:r w:rsidR="00BE611A">
        <w:rPr>
          <w:rFonts w:cs="Georgia"/>
          <w:kern w:val="1"/>
        </w:rPr>
        <w:t>Pour quel motif</w:t>
      </w:r>
      <w:r>
        <w:rPr>
          <w:rFonts w:cs="Georgia"/>
          <w:kern w:val="1"/>
        </w:rPr>
        <w:t> ?</w:t>
      </w:r>
    </w:p>
    <w:p w14:paraId="5A104563" w14:textId="77777777" w:rsidR="000E1451" w:rsidRDefault="000E1451" w:rsidP="00BE611A">
      <w:pPr>
        <w:rPr>
          <w:rFonts w:cs="Georgia"/>
          <w:bCs/>
          <w:kern w:val="1"/>
        </w:rPr>
      </w:pPr>
      <w:r>
        <w:rPr>
          <w:rFonts w:cs="Georgia"/>
          <w:kern w:val="1"/>
        </w:rPr>
        <w:t>— </w:t>
      </w:r>
      <w:r w:rsidR="00BE611A">
        <w:rPr>
          <w:rFonts w:cs="Georgia"/>
          <w:bCs/>
          <w:kern w:val="1"/>
        </w:rPr>
        <w:t>Ma mère est morte</w:t>
      </w:r>
      <w:r>
        <w:rPr>
          <w:rFonts w:cs="Georgia"/>
          <w:bCs/>
          <w:kern w:val="1"/>
        </w:rPr>
        <w:t>.</w:t>
      </w:r>
    </w:p>
    <w:p w14:paraId="3D42CCCB" w14:textId="77777777" w:rsidR="000E1451" w:rsidRDefault="000E1451" w:rsidP="00BE611A">
      <w:pPr>
        <w:rPr>
          <w:rFonts w:cs="Georgia"/>
          <w:kern w:val="1"/>
        </w:rPr>
      </w:pPr>
      <w:r>
        <w:rPr>
          <w:rFonts w:cs="Georgia"/>
          <w:bCs/>
          <w:kern w:val="1"/>
        </w:rPr>
        <w:t>— </w:t>
      </w:r>
      <w:r w:rsidR="00BE611A">
        <w:rPr>
          <w:rFonts w:cs="Georgia"/>
          <w:kern w:val="1"/>
        </w:rPr>
        <w:t>Ah</w:t>
      </w:r>
      <w:r>
        <w:rPr>
          <w:rFonts w:cs="Georgia"/>
          <w:kern w:val="1"/>
        </w:rPr>
        <w:t xml:space="preserve"> ! </w:t>
      </w:r>
      <w:r w:rsidR="00BE611A">
        <w:rPr>
          <w:rFonts w:cs="Georgia"/>
          <w:kern w:val="1"/>
        </w:rPr>
        <w:t>fit-il</w:t>
      </w:r>
      <w:r>
        <w:rPr>
          <w:rFonts w:cs="Georgia"/>
          <w:kern w:val="1"/>
        </w:rPr>
        <w:t xml:space="preserve">. </w:t>
      </w:r>
      <w:r w:rsidR="00BE611A">
        <w:rPr>
          <w:rFonts w:cs="Georgia"/>
          <w:kern w:val="1"/>
        </w:rPr>
        <w:t>Entendu</w:t>
      </w:r>
      <w:r>
        <w:rPr>
          <w:rFonts w:cs="Georgia"/>
          <w:kern w:val="1"/>
        </w:rPr>
        <w:t xml:space="preserve">. </w:t>
      </w:r>
      <w:r w:rsidR="00BE611A">
        <w:rPr>
          <w:rFonts w:cs="Georgia"/>
          <w:kern w:val="1"/>
        </w:rPr>
        <w:t>Le soldat qui vous conduit d</w:t>
      </w:r>
      <w:r>
        <w:rPr>
          <w:rFonts w:cs="Georgia"/>
          <w:kern w:val="1"/>
        </w:rPr>
        <w:t>’</w:t>
      </w:r>
      <w:r w:rsidR="00BE611A">
        <w:rPr>
          <w:rFonts w:cs="Georgia"/>
          <w:kern w:val="1"/>
        </w:rPr>
        <w:t>ordinaire ira</w:t>
      </w:r>
      <w:r w:rsidR="00A6632D">
        <w:rPr>
          <w:rFonts w:cs="Georgia"/>
          <w:kern w:val="1"/>
        </w:rPr>
        <w:t xml:space="preserve"> </w:t>
      </w:r>
      <w:r w:rsidR="00BE611A">
        <w:rPr>
          <w:rFonts w:cs="Georgia"/>
          <w:kern w:val="1"/>
        </w:rPr>
        <w:t>prévenir à Reichendorf</w:t>
      </w:r>
      <w:r>
        <w:rPr>
          <w:rFonts w:cs="Georgia"/>
          <w:kern w:val="1"/>
        </w:rPr>
        <w:t xml:space="preserve">. </w:t>
      </w:r>
      <w:r w:rsidR="00BE611A">
        <w:rPr>
          <w:rFonts w:cs="Georgia"/>
          <w:kern w:val="1"/>
        </w:rPr>
        <w:t>Vous n</w:t>
      </w:r>
      <w:r>
        <w:rPr>
          <w:rFonts w:cs="Georgia"/>
          <w:kern w:val="1"/>
        </w:rPr>
        <w:t>’</w:t>
      </w:r>
      <w:r w:rsidR="00BE611A">
        <w:rPr>
          <w:rFonts w:cs="Georgia"/>
          <w:kern w:val="1"/>
        </w:rPr>
        <w:t>êtes pas bien</w:t>
      </w:r>
      <w:r>
        <w:rPr>
          <w:rFonts w:cs="Georgia"/>
          <w:kern w:val="1"/>
        </w:rPr>
        <w:t xml:space="preserve"> ? </w:t>
      </w:r>
      <w:r w:rsidR="00BE611A">
        <w:rPr>
          <w:rFonts w:cs="Georgia"/>
          <w:kern w:val="1"/>
        </w:rPr>
        <w:t>Passez donc à l</w:t>
      </w:r>
      <w:r>
        <w:rPr>
          <w:rFonts w:cs="Georgia"/>
          <w:kern w:val="1"/>
        </w:rPr>
        <w:t>’</w:t>
      </w:r>
      <w:r w:rsidR="00BE611A">
        <w:rPr>
          <w:rFonts w:cs="Georgia"/>
          <w:kern w:val="1"/>
        </w:rPr>
        <w:t>infirmerie</w:t>
      </w:r>
      <w:r>
        <w:rPr>
          <w:rFonts w:cs="Georgia"/>
          <w:kern w:val="1"/>
        </w:rPr>
        <w:t>.</w:t>
      </w:r>
    </w:p>
    <w:p w14:paraId="46B75BD1" w14:textId="77777777" w:rsidR="000E1451" w:rsidRDefault="00BE611A" w:rsidP="00BE611A">
      <w:pPr>
        <w:rPr>
          <w:rFonts w:cs="Georgia"/>
          <w:kern w:val="1"/>
        </w:rPr>
      </w:pPr>
      <w:r>
        <w:rPr>
          <w:rFonts w:cs="Georgia"/>
          <w:kern w:val="1"/>
        </w:rPr>
        <w:t>De retour dans la baraque</w:t>
      </w:r>
      <w:r w:rsidR="000E1451">
        <w:rPr>
          <w:rFonts w:cs="Georgia"/>
          <w:kern w:val="1"/>
        </w:rPr>
        <w:t xml:space="preserve">, </w:t>
      </w:r>
      <w:r>
        <w:rPr>
          <w:rFonts w:cs="Georgia"/>
          <w:kern w:val="1"/>
        </w:rPr>
        <w:t>je m</w:t>
      </w:r>
      <w:r w:rsidR="000E1451">
        <w:rPr>
          <w:rFonts w:cs="Georgia"/>
          <w:kern w:val="1"/>
        </w:rPr>
        <w:t>’</w:t>
      </w:r>
      <w:r>
        <w:rPr>
          <w:rFonts w:cs="Georgia"/>
          <w:kern w:val="1"/>
        </w:rPr>
        <w:t>empressai de me recoucher</w:t>
      </w:r>
      <w:r w:rsidR="000E1451">
        <w:rPr>
          <w:rFonts w:cs="Georgia"/>
          <w:kern w:val="1"/>
        </w:rPr>
        <w:t xml:space="preserve">. </w:t>
      </w:r>
      <w:r>
        <w:rPr>
          <w:rFonts w:cs="Georgia"/>
          <w:kern w:val="1"/>
        </w:rPr>
        <w:t>La lugubre journée que je vécus là</w:t>
      </w:r>
      <w:r w:rsidR="000E1451">
        <w:rPr>
          <w:rFonts w:cs="Georgia"/>
          <w:kern w:val="1"/>
        </w:rPr>
        <w:t xml:space="preserve"> ! </w:t>
      </w:r>
      <w:r>
        <w:rPr>
          <w:rFonts w:cs="Georgia"/>
          <w:kern w:val="1"/>
        </w:rPr>
        <w:t>Les événements de cet ordre ont le mérite de nous éclairer sur nous-mêmes</w:t>
      </w:r>
      <w:r w:rsidR="000E1451">
        <w:rPr>
          <w:rFonts w:cs="Georgia"/>
          <w:kern w:val="1"/>
        </w:rPr>
        <w:t xml:space="preserve">, </w:t>
      </w:r>
      <w:r>
        <w:rPr>
          <w:rFonts w:cs="Georgia"/>
          <w:kern w:val="1"/>
        </w:rPr>
        <w:t>de nous contraindre à voir en face</w:t>
      </w:r>
      <w:r w:rsidR="000E1451">
        <w:rPr>
          <w:rFonts w:cs="Georgia"/>
          <w:kern w:val="1"/>
        </w:rPr>
        <w:t xml:space="preserve">, </w:t>
      </w:r>
      <w:r>
        <w:rPr>
          <w:rFonts w:cs="Georgia"/>
          <w:kern w:val="1"/>
        </w:rPr>
        <w:t>ce que nous voulons nous cacher</w:t>
      </w:r>
      <w:r w:rsidR="000E1451">
        <w:rPr>
          <w:rFonts w:cs="Georgia"/>
          <w:kern w:val="1"/>
        </w:rPr>
        <w:t xml:space="preserve">. </w:t>
      </w:r>
      <w:r>
        <w:rPr>
          <w:rFonts w:cs="Georgia"/>
          <w:kern w:val="1"/>
        </w:rPr>
        <w:t>La folie de ma conduite m</w:t>
      </w:r>
      <w:r w:rsidR="000E1451">
        <w:rPr>
          <w:rFonts w:cs="Georgia"/>
          <w:kern w:val="1"/>
        </w:rPr>
        <w:t>’</w:t>
      </w:r>
      <w:r>
        <w:rPr>
          <w:rFonts w:cs="Georgia"/>
          <w:kern w:val="1"/>
        </w:rPr>
        <w:t>apparut tout entière</w:t>
      </w:r>
      <w:r w:rsidR="000E1451">
        <w:rPr>
          <w:rFonts w:cs="Georgia"/>
          <w:kern w:val="1"/>
        </w:rPr>
        <w:t xml:space="preserve">. </w:t>
      </w:r>
      <w:r>
        <w:rPr>
          <w:rFonts w:cs="Georgia"/>
          <w:kern w:val="1"/>
        </w:rPr>
        <w:t>Je songeai à l</w:t>
      </w:r>
      <w:r w:rsidR="000E1451">
        <w:rPr>
          <w:rFonts w:cs="Georgia"/>
          <w:kern w:val="1"/>
        </w:rPr>
        <w:t>’</w:t>
      </w:r>
      <w:r>
        <w:rPr>
          <w:rFonts w:cs="Georgia"/>
          <w:kern w:val="1"/>
        </w:rPr>
        <w:t xml:space="preserve">indiscutable </w:t>
      </w:r>
      <w:r>
        <w:rPr>
          <w:rFonts w:cs="Georgia"/>
          <w:kern w:val="1"/>
        </w:rPr>
        <w:lastRenderedPageBreak/>
        <w:t>changement qui s</w:t>
      </w:r>
      <w:r w:rsidR="000E1451">
        <w:rPr>
          <w:rFonts w:cs="Georgia"/>
          <w:kern w:val="1"/>
        </w:rPr>
        <w:t>’</w:t>
      </w:r>
      <w:r>
        <w:rPr>
          <w:rFonts w:cs="Georgia"/>
          <w:kern w:val="1"/>
        </w:rPr>
        <w:t>était produit depuis deux mois dans l</w:t>
      </w:r>
      <w:r w:rsidR="000E1451">
        <w:rPr>
          <w:rFonts w:cs="Georgia"/>
          <w:kern w:val="1"/>
        </w:rPr>
        <w:t>’</w:t>
      </w:r>
      <w:r>
        <w:rPr>
          <w:rFonts w:cs="Georgia"/>
          <w:kern w:val="1"/>
        </w:rPr>
        <w:t>attitude des prisonniers à mon égard</w:t>
      </w:r>
      <w:r w:rsidR="000E1451">
        <w:rPr>
          <w:rFonts w:cs="Georgia"/>
          <w:kern w:val="1"/>
        </w:rPr>
        <w:t xml:space="preserve">. </w:t>
      </w:r>
      <w:r>
        <w:rPr>
          <w:rFonts w:cs="Georgia"/>
          <w:kern w:val="1"/>
        </w:rPr>
        <w:t>Je me souvins que</w:t>
      </w:r>
      <w:r w:rsidR="000E1451">
        <w:rPr>
          <w:rFonts w:cs="Georgia"/>
          <w:kern w:val="1"/>
        </w:rPr>
        <w:t xml:space="preserve">, </w:t>
      </w:r>
      <w:r>
        <w:rPr>
          <w:rFonts w:cs="Georgia"/>
          <w:kern w:val="1"/>
        </w:rPr>
        <w:t>dans ses dernières lettres</w:t>
      </w:r>
      <w:r w:rsidR="000E1451">
        <w:rPr>
          <w:rFonts w:cs="Georgia"/>
          <w:kern w:val="1"/>
        </w:rPr>
        <w:t xml:space="preserve">, </w:t>
      </w:r>
      <w:r>
        <w:rPr>
          <w:rFonts w:cs="Georgia"/>
          <w:kern w:val="1"/>
        </w:rPr>
        <w:t>ma mère se plaignait d</w:t>
      </w:r>
      <w:r w:rsidR="000E1451">
        <w:rPr>
          <w:rFonts w:cs="Georgia"/>
          <w:kern w:val="1"/>
        </w:rPr>
        <w:t>’</w:t>
      </w:r>
      <w:r>
        <w:rPr>
          <w:rFonts w:cs="Georgia"/>
          <w:kern w:val="1"/>
        </w:rPr>
        <w:t>avoir moins souvent de mes nouvelles</w:t>
      </w:r>
      <w:r w:rsidR="000E1451">
        <w:rPr>
          <w:rFonts w:cs="Georgia"/>
          <w:kern w:val="1"/>
        </w:rPr>
        <w:t xml:space="preserve">. </w:t>
      </w:r>
      <w:r>
        <w:rPr>
          <w:rFonts w:cs="Georgia"/>
          <w:kern w:val="1"/>
        </w:rPr>
        <w:t>Tout cela parce que je n</w:t>
      </w:r>
      <w:r w:rsidR="000E1451">
        <w:rPr>
          <w:rFonts w:cs="Georgia"/>
          <w:kern w:val="1"/>
        </w:rPr>
        <w:t>’</w:t>
      </w:r>
      <w:r>
        <w:rPr>
          <w:rFonts w:cs="Georgia"/>
          <w:kern w:val="1"/>
        </w:rPr>
        <w:t>avais plus qu</w:t>
      </w:r>
      <w:r w:rsidR="000E1451">
        <w:rPr>
          <w:rFonts w:cs="Georgia"/>
          <w:kern w:val="1"/>
        </w:rPr>
        <w:t>’</w:t>
      </w:r>
      <w:r>
        <w:rPr>
          <w:rFonts w:cs="Georgia"/>
          <w:kern w:val="1"/>
        </w:rPr>
        <w:t>une pensée</w:t>
      </w:r>
      <w:r w:rsidR="000E1451">
        <w:rPr>
          <w:rFonts w:cs="Georgia"/>
          <w:kern w:val="1"/>
        </w:rPr>
        <w:t xml:space="preserve"> : </w:t>
      </w:r>
      <w:r>
        <w:rPr>
          <w:rFonts w:cs="Georgia"/>
          <w:kern w:val="1"/>
        </w:rPr>
        <w:t>flatter un vieillard en enfance</w:t>
      </w:r>
      <w:r w:rsidR="000E1451">
        <w:rPr>
          <w:rFonts w:cs="Georgia"/>
          <w:kern w:val="1"/>
        </w:rPr>
        <w:t xml:space="preserve">. </w:t>
      </w:r>
      <w:r>
        <w:rPr>
          <w:rFonts w:cs="Georgia"/>
          <w:kern w:val="1"/>
        </w:rPr>
        <w:t>Et pour quoi</w:t>
      </w:r>
      <w:r w:rsidR="000E1451">
        <w:rPr>
          <w:rFonts w:cs="Georgia"/>
          <w:kern w:val="1"/>
        </w:rPr>
        <w:t xml:space="preserve"> ? </w:t>
      </w:r>
      <w:r>
        <w:rPr>
          <w:rFonts w:cs="Georgia"/>
          <w:kern w:val="1"/>
        </w:rPr>
        <w:t>Comment qualifier semblable aberration</w:t>
      </w:r>
      <w:r w:rsidR="000E1451">
        <w:rPr>
          <w:rFonts w:cs="Georgia"/>
          <w:kern w:val="1"/>
        </w:rPr>
        <w:t xml:space="preserve"> ! </w:t>
      </w:r>
      <w:r>
        <w:rPr>
          <w:rFonts w:cs="Georgia"/>
          <w:kern w:val="1"/>
        </w:rPr>
        <w:t>Une Prussienne</w:t>
      </w:r>
      <w:r w:rsidR="000E1451">
        <w:rPr>
          <w:rFonts w:cs="Georgia"/>
          <w:kern w:val="1"/>
        </w:rPr>
        <w:t xml:space="preserve"> !… </w:t>
      </w:r>
      <w:r>
        <w:rPr>
          <w:rFonts w:cs="Georgia"/>
          <w:kern w:val="1"/>
        </w:rPr>
        <w:t>Je répétai ce mot à deux ou trois reprises</w:t>
      </w:r>
      <w:r w:rsidR="000E1451">
        <w:rPr>
          <w:rFonts w:cs="Georgia"/>
          <w:kern w:val="1"/>
        </w:rPr>
        <w:t xml:space="preserve">. </w:t>
      </w:r>
      <w:r>
        <w:rPr>
          <w:rFonts w:cs="Georgia"/>
          <w:kern w:val="1"/>
        </w:rPr>
        <w:t>Au pied de ma paillasse</w:t>
      </w:r>
      <w:r w:rsidR="000E1451">
        <w:rPr>
          <w:rFonts w:cs="Georgia"/>
          <w:kern w:val="1"/>
        </w:rPr>
        <w:t xml:space="preserve">, </w:t>
      </w:r>
      <w:r>
        <w:rPr>
          <w:rFonts w:cs="Georgia"/>
          <w:kern w:val="1"/>
        </w:rPr>
        <w:t>Mopti</w:t>
      </w:r>
      <w:r w:rsidR="000E1451">
        <w:rPr>
          <w:rFonts w:cs="Georgia"/>
          <w:kern w:val="1"/>
        </w:rPr>
        <w:t xml:space="preserve">, </w:t>
      </w:r>
      <w:r>
        <w:rPr>
          <w:rFonts w:cs="Georgia"/>
          <w:kern w:val="1"/>
        </w:rPr>
        <w:t>mon pauvre Sénégalais</w:t>
      </w:r>
      <w:r w:rsidR="000E1451">
        <w:rPr>
          <w:rFonts w:cs="Georgia"/>
          <w:kern w:val="1"/>
        </w:rPr>
        <w:t xml:space="preserve">, </w:t>
      </w:r>
      <w:r>
        <w:rPr>
          <w:rFonts w:cs="Georgia"/>
          <w:kern w:val="1"/>
        </w:rPr>
        <w:t>me regardait sans oser faire un mouvement</w:t>
      </w:r>
      <w:r w:rsidR="000E1451">
        <w:rPr>
          <w:rFonts w:cs="Georgia"/>
          <w:kern w:val="1"/>
        </w:rPr>
        <w:t xml:space="preserve">. </w:t>
      </w:r>
      <w:r>
        <w:rPr>
          <w:rFonts w:cs="Georgia"/>
          <w:kern w:val="1"/>
        </w:rPr>
        <w:t>Il s</w:t>
      </w:r>
      <w:r w:rsidR="000E1451">
        <w:rPr>
          <w:rFonts w:cs="Georgia"/>
          <w:kern w:val="1"/>
        </w:rPr>
        <w:t>’</w:t>
      </w:r>
      <w:r>
        <w:rPr>
          <w:rFonts w:cs="Georgia"/>
          <w:kern w:val="1"/>
        </w:rPr>
        <w:t>était arrangé pour ne pas aller en corvée</w:t>
      </w:r>
      <w:r w:rsidR="000E1451">
        <w:rPr>
          <w:rFonts w:cs="Georgia"/>
          <w:kern w:val="1"/>
        </w:rPr>
        <w:t xml:space="preserve">, </w:t>
      </w:r>
      <w:r>
        <w:rPr>
          <w:rFonts w:cs="Georgia"/>
          <w:kern w:val="1"/>
        </w:rPr>
        <w:t>de façon à rester auprès de moi</w:t>
      </w:r>
      <w:r w:rsidR="000E1451">
        <w:rPr>
          <w:rFonts w:cs="Georgia"/>
          <w:kern w:val="1"/>
        </w:rPr>
        <w:t>.</w:t>
      </w:r>
    </w:p>
    <w:p w14:paraId="034A3320" w14:textId="77777777" w:rsidR="000E1451" w:rsidRDefault="000E1451" w:rsidP="00BE611A">
      <w:pPr>
        <w:rPr>
          <w:rFonts w:cs="Georgia"/>
          <w:kern w:val="1"/>
        </w:rPr>
      </w:pPr>
      <w:r>
        <w:rPr>
          <w:rFonts w:cs="Georgia"/>
          <w:kern w:val="1"/>
        </w:rPr>
        <w:t>— </w:t>
      </w:r>
      <w:r w:rsidR="00BE611A">
        <w:rPr>
          <w:rFonts w:cs="Georgia"/>
          <w:kern w:val="1"/>
        </w:rPr>
        <w:t>Tâche de me trouver de quoi écrire</w:t>
      </w:r>
      <w:r>
        <w:rPr>
          <w:rFonts w:cs="Georgia"/>
          <w:kern w:val="1"/>
        </w:rPr>
        <w:t xml:space="preserve">, </w:t>
      </w:r>
      <w:r w:rsidR="00BE611A">
        <w:rPr>
          <w:rFonts w:cs="Georgia"/>
          <w:kern w:val="1"/>
        </w:rPr>
        <w:t>lui dis-je soudain</w:t>
      </w:r>
      <w:r>
        <w:rPr>
          <w:rFonts w:cs="Georgia"/>
          <w:kern w:val="1"/>
        </w:rPr>
        <w:t>.</w:t>
      </w:r>
    </w:p>
    <w:p w14:paraId="50981011" w14:textId="77777777" w:rsidR="000E1451" w:rsidRDefault="00BE611A" w:rsidP="00BE611A">
      <w:pPr>
        <w:rPr>
          <w:rFonts w:cs="Georgia"/>
          <w:kern w:val="1"/>
        </w:rPr>
      </w:pPr>
      <w:r>
        <w:rPr>
          <w:rFonts w:cs="Georgia"/>
          <w:kern w:val="1"/>
        </w:rPr>
        <w:t>Il revint bientôt avec de l</w:t>
      </w:r>
      <w:r w:rsidR="000E1451">
        <w:rPr>
          <w:rFonts w:cs="Georgia"/>
          <w:kern w:val="1"/>
        </w:rPr>
        <w:t>’</w:t>
      </w:r>
      <w:r>
        <w:rPr>
          <w:rFonts w:cs="Georgia"/>
          <w:kern w:val="1"/>
        </w:rPr>
        <w:t>encre</w:t>
      </w:r>
      <w:r w:rsidR="000E1451">
        <w:rPr>
          <w:rFonts w:cs="Georgia"/>
          <w:kern w:val="1"/>
        </w:rPr>
        <w:t xml:space="preserve">, </w:t>
      </w:r>
      <w:r>
        <w:rPr>
          <w:rFonts w:cs="Georgia"/>
          <w:kern w:val="1"/>
        </w:rPr>
        <w:t>du papier</w:t>
      </w:r>
      <w:r w:rsidR="000E1451">
        <w:rPr>
          <w:rFonts w:cs="Georgia"/>
          <w:kern w:val="1"/>
        </w:rPr>
        <w:t xml:space="preserve">. </w:t>
      </w:r>
      <w:r>
        <w:rPr>
          <w:rFonts w:cs="Georgia"/>
          <w:kern w:val="1"/>
        </w:rPr>
        <w:t>Je me servis comme sous-main d</w:t>
      </w:r>
      <w:r w:rsidR="000E1451">
        <w:rPr>
          <w:rFonts w:cs="Georgia"/>
          <w:kern w:val="1"/>
        </w:rPr>
        <w:t>’</w:t>
      </w:r>
      <w:r>
        <w:rPr>
          <w:rFonts w:cs="Georgia"/>
          <w:kern w:val="1"/>
        </w:rPr>
        <w:t>une Histoire de la guerre de 1870</w:t>
      </w:r>
      <w:r w:rsidR="000E1451">
        <w:rPr>
          <w:rFonts w:cs="Georgia"/>
          <w:kern w:val="1"/>
        </w:rPr>
        <w:t xml:space="preserve">, </w:t>
      </w:r>
      <w:r>
        <w:rPr>
          <w:rFonts w:cs="Georgia"/>
          <w:kern w:val="1"/>
        </w:rPr>
        <w:t>celle que j</w:t>
      </w:r>
      <w:r w:rsidR="000E1451">
        <w:rPr>
          <w:rFonts w:cs="Georgia"/>
          <w:kern w:val="1"/>
        </w:rPr>
        <w:t>’</w:t>
      </w:r>
      <w:r>
        <w:rPr>
          <w:rFonts w:cs="Georgia"/>
          <w:kern w:val="1"/>
        </w:rPr>
        <w:t>étudiais au camp sans relâche</w:t>
      </w:r>
      <w:r w:rsidR="000E1451">
        <w:rPr>
          <w:rFonts w:cs="Georgia"/>
          <w:kern w:val="1"/>
        </w:rPr>
        <w:t xml:space="preserve">, </w:t>
      </w:r>
      <w:r>
        <w:rPr>
          <w:rFonts w:cs="Georgia"/>
          <w:kern w:val="1"/>
        </w:rPr>
        <w:t>afin d</w:t>
      </w:r>
      <w:r w:rsidR="000E1451">
        <w:rPr>
          <w:rFonts w:cs="Georgia"/>
          <w:kern w:val="1"/>
        </w:rPr>
        <w:t>’</w:t>
      </w:r>
      <w:r>
        <w:rPr>
          <w:rFonts w:cs="Georgia"/>
          <w:kern w:val="1"/>
        </w:rPr>
        <w:t>étonner ensuite de ma science militaire le général de Reichendorf</w:t>
      </w:r>
      <w:r w:rsidR="000E1451">
        <w:rPr>
          <w:rFonts w:cs="Georgia"/>
          <w:kern w:val="1"/>
        </w:rPr>
        <w:t xml:space="preserve">. </w:t>
      </w:r>
      <w:r>
        <w:rPr>
          <w:rFonts w:cs="Georgia"/>
          <w:kern w:val="1"/>
        </w:rPr>
        <w:t>Sur-le-champ</w:t>
      </w:r>
      <w:r w:rsidR="000E1451">
        <w:rPr>
          <w:rFonts w:cs="Georgia"/>
          <w:kern w:val="1"/>
        </w:rPr>
        <w:t xml:space="preserve">, </w:t>
      </w:r>
      <w:r>
        <w:rPr>
          <w:rFonts w:cs="Georgia"/>
          <w:kern w:val="1"/>
        </w:rPr>
        <w:t>j</w:t>
      </w:r>
      <w:r w:rsidR="000E1451">
        <w:rPr>
          <w:rFonts w:cs="Georgia"/>
          <w:kern w:val="1"/>
        </w:rPr>
        <w:t>’</w:t>
      </w:r>
      <w:r>
        <w:rPr>
          <w:rFonts w:cs="Georgia"/>
          <w:kern w:val="1"/>
        </w:rPr>
        <w:t>écrivis au capitaine Puy-Robert la lettre qu</w:t>
      </w:r>
      <w:r w:rsidR="000E1451">
        <w:rPr>
          <w:rFonts w:cs="Georgia"/>
          <w:kern w:val="1"/>
        </w:rPr>
        <w:t>’</w:t>
      </w:r>
      <w:r>
        <w:rPr>
          <w:rFonts w:cs="Georgia"/>
          <w:kern w:val="1"/>
        </w:rPr>
        <w:t>il réclamait</w:t>
      </w:r>
      <w:r w:rsidR="000E1451">
        <w:rPr>
          <w:rFonts w:cs="Georgia"/>
          <w:kern w:val="1"/>
        </w:rPr>
        <w:t xml:space="preserve">. </w:t>
      </w:r>
      <w:r>
        <w:rPr>
          <w:rFonts w:cs="Georgia"/>
          <w:kern w:val="1"/>
        </w:rPr>
        <w:t>Oui</w:t>
      </w:r>
      <w:r w:rsidR="000E1451">
        <w:rPr>
          <w:rFonts w:cs="Georgia"/>
          <w:kern w:val="1"/>
        </w:rPr>
        <w:t xml:space="preserve">, </w:t>
      </w:r>
      <w:r>
        <w:rPr>
          <w:rFonts w:cs="Georgia"/>
          <w:kern w:val="1"/>
        </w:rPr>
        <w:t>j</w:t>
      </w:r>
      <w:r w:rsidR="000E1451">
        <w:rPr>
          <w:rFonts w:cs="Georgia"/>
          <w:kern w:val="1"/>
        </w:rPr>
        <w:t>’</w:t>
      </w:r>
      <w:r>
        <w:rPr>
          <w:rFonts w:cs="Georgia"/>
          <w:kern w:val="1"/>
        </w:rPr>
        <w:t>étais malade</w:t>
      </w:r>
      <w:r w:rsidR="000E1451">
        <w:rPr>
          <w:rFonts w:cs="Georgia"/>
          <w:kern w:val="1"/>
        </w:rPr>
        <w:t xml:space="preserve">. </w:t>
      </w:r>
      <w:r>
        <w:rPr>
          <w:rFonts w:cs="Georgia"/>
          <w:kern w:val="1"/>
        </w:rPr>
        <w:t>Oui</w:t>
      </w:r>
      <w:r w:rsidR="000E1451">
        <w:rPr>
          <w:rFonts w:cs="Georgia"/>
          <w:kern w:val="1"/>
        </w:rPr>
        <w:t xml:space="preserve">, </w:t>
      </w:r>
      <w:r>
        <w:rPr>
          <w:rFonts w:cs="Georgia"/>
          <w:kern w:val="1"/>
        </w:rPr>
        <w:t>si c</w:t>
      </w:r>
      <w:r w:rsidR="000E1451">
        <w:rPr>
          <w:rFonts w:cs="Georgia"/>
          <w:kern w:val="1"/>
        </w:rPr>
        <w:t>’</w:t>
      </w:r>
      <w:r>
        <w:rPr>
          <w:rFonts w:cs="Georgia"/>
          <w:kern w:val="1"/>
        </w:rPr>
        <w:t>était en son pouvoir</w:t>
      </w:r>
      <w:r w:rsidR="000E1451">
        <w:rPr>
          <w:rFonts w:cs="Georgia"/>
          <w:kern w:val="1"/>
        </w:rPr>
        <w:t xml:space="preserve">, </w:t>
      </w:r>
      <w:r>
        <w:rPr>
          <w:rFonts w:cs="Georgia"/>
          <w:kern w:val="1"/>
        </w:rPr>
        <w:t>qu</w:t>
      </w:r>
      <w:r w:rsidR="000E1451">
        <w:rPr>
          <w:rFonts w:cs="Georgia"/>
          <w:kern w:val="1"/>
        </w:rPr>
        <w:t>’</w:t>
      </w:r>
      <w:r>
        <w:rPr>
          <w:rFonts w:cs="Georgia"/>
          <w:kern w:val="1"/>
        </w:rPr>
        <w:t>il me fît envoyer en Suisse</w:t>
      </w:r>
      <w:r w:rsidR="000E1451">
        <w:rPr>
          <w:rFonts w:cs="Georgia"/>
          <w:kern w:val="1"/>
        </w:rPr>
        <w:t xml:space="preserve">, </w:t>
      </w:r>
      <w:r>
        <w:rPr>
          <w:rFonts w:cs="Georgia"/>
          <w:kern w:val="1"/>
        </w:rPr>
        <w:t>n</w:t>
      </w:r>
      <w:r w:rsidR="000E1451">
        <w:rPr>
          <w:rFonts w:cs="Georgia"/>
          <w:kern w:val="1"/>
        </w:rPr>
        <w:t>’</w:t>
      </w:r>
      <w:r>
        <w:rPr>
          <w:rFonts w:cs="Georgia"/>
          <w:kern w:val="1"/>
        </w:rPr>
        <w:t>importe où</w:t>
      </w:r>
      <w:r w:rsidR="000E1451">
        <w:rPr>
          <w:rFonts w:cs="Georgia"/>
          <w:kern w:val="1"/>
        </w:rPr>
        <w:t xml:space="preserve">, </w:t>
      </w:r>
      <w:r>
        <w:rPr>
          <w:rFonts w:cs="Georgia"/>
          <w:kern w:val="1"/>
        </w:rPr>
        <w:t>pourvu que je fusse arraché le plus vite possible à ces marais</w:t>
      </w:r>
      <w:r w:rsidR="000E1451">
        <w:rPr>
          <w:rFonts w:cs="Georgia"/>
          <w:kern w:val="1"/>
        </w:rPr>
        <w:t xml:space="preserve">, </w:t>
      </w:r>
      <w:r>
        <w:rPr>
          <w:rFonts w:cs="Georgia"/>
          <w:kern w:val="1"/>
        </w:rPr>
        <w:t xml:space="preserve">qui commençaient </w:t>
      </w:r>
      <w:r>
        <w:rPr>
          <w:rFonts w:cs="Georgia"/>
          <w:bCs/>
          <w:kern w:val="1"/>
        </w:rPr>
        <w:t xml:space="preserve">à </w:t>
      </w:r>
      <w:r>
        <w:rPr>
          <w:rFonts w:cs="Georgia"/>
          <w:kern w:val="1"/>
        </w:rPr>
        <w:t>me communiquer leur vertige</w:t>
      </w:r>
      <w:r w:rsidR="000E1451">
        <w:rPr>
          <w:rFonts w:cs="Georgia"/>
          <w:kern w:val="1"/>
        </w:rPr>
        <w:t>.</w:t>
      </w:r>
    </w:p>
    <w:p w14:paraId="74AD33EB" w14:textId="77777777" w:rsidR="000E1451" w:rsidRDefault="00BE611A" w:rsidP="00BE611A">
      <w:pPr>
        <w:rPr>
          <w:rFonts w:cs="Georgia"/>
          <w:kern w:val="1"/>
        </w:rPr>
      </w:pPr>
      <w:r>
        <w:rPr>
          <w:rFonts w:cs="Georgia"/>
          <w:kern w:val="1"/>
        </w:rPr>
        <w:t>Vers cinq heures</w:t>
      </w:r>
      <w:r w:rsidR="000E1451">
        <w:rPr>
          <w:rFonts w:cs="Georgia"/>
          <w:kern w:val="1"/>
        </w:rPr>
        <w:t xml:space="preserve">, </w:t>
      </w:r>
      <w:r>
        <w:rPr>
          <w:rFonts w:cs="Georgia"/>
          <w:kern w:val="1"/>
        </w:rPr>
        <w:t>m</w:t>
      </w:r>
      <w:r w:rsidR="000E1451">
        <w:rPr>
          <w:rFonts w:cs="Georgia"/>
          <w:kern w:val="1"/>
        </w:rPr>
        <w:t>’</w:t>
      </w:r>
      <w:r>
        <w:rPr>
          <w:rFonts w:cs="Georgia"/>
          <w:kern w:val="1"/>
        </w:rPr>
        <w:t>étant assoupi</w:t>
      </w:r>
      <w:r w:rsidR="000E1451">
        <w:rPr>
          <w:rFonts w:cs="Georgia"/>
          <w:kern w:val="1"/>
        </w:rPr>
        <w:t xml:space="preserve">, </w:t>
      </w:r>
      <w:r>
        <w:rPr>
          <w:rFonts w:cs="Georgia"/>
          <w:kern w:val="1"/>
        </w:rPr>
        <w:t>j</w:t>
      </w:r>
      <w:r w:rsidR="000E1451">
        <w:rPr>
          <w:rFonts w:cs="Georgia"/>
          <w:kern w:val="1"/>
        </w:rPr>
        <w:t>’</w:t>
      </w:r>
      <w:r>
        <w:rPr>
          <w:rFonts w:cs="Georgia"/>
          <w:kern w:val="1"/>
        </w:rPr>
        <w:t>entendis vaguement le brouhaha de mes camarades qui rentraient dans la baraque</w:t>
      </w:r>
      <w:r w:rsidR="000E1451">
        <w:rPr>
          <w:rFonts w:cs="Georgia"/>
          <w:kern w:val="1"/>
        </w:rPr>
        <w:t xml:space="preserve"> ? </w:t>
      </w:r>
      <w:r>
        <w:rPr>
          <w:rFonts w:cs="Georgia"/>
          <w:kern w:val="1"/>
        </w:rPr>
        <w:t>Me croyant endormi</w:t>
      </w:r>
      <w:r w:rsidR="000E1451">
        <w:rPr>
          <w:rFonts w:cs="Georgia"/>
          <w:kern w:val="1"/>
        </w:rPr>
        <w:t xml:space="preserve">, </w:t>
      </w:r>
      <w:r>
        <w:rPr>
          <w:rFonts w:cs="Georgia"/>
          <w:kern w:val="1"/>
        </w:rPr>
        <w:t>ils se mirent à parler de moi</w:t>
      </w:r>
      <w:r w:rsidR="000E1451">
        <w:rPr>
          <w:rFonts w:cs="Georgia"/>
          <w:kern w:val="1"/>
        </w:rPr>
        <w:t>.</w:t>
      </w:r>
    </w:p>
    <w:p w14:paraId="33ADA3C0" w14:textId="77777777" w:rsidR="000E1451" w:rsidRDefault="000E1451" w:rsidP="00BE611A">
      <w:pPr>
        <w:rPr>
          <w:rFonts w:cs="Georgia"/>
          <w:kern w:val="1"/>
        </w:rPr>
      </w:pPr>
      <w:r>
        <w:rPr>
          <w:rFonts w:cs="Georgia"/>
          <w:kern w:val="1"/>
        </w:rPr>
        <w:t>— </w:t>
      </w:r>
      <w:r w:rsidR="00BE611A">
        <w:rPr>
          <w:rFonts w:cs="Georgia"/>
          <w:kern w:val="1"/>
        </w:rPr>
        <w:t>Il n</w:t>
      </w:r>
      <w:r>
        <w:rPr>
          <w:rFonts w:cs="Georgia"/>
          <w:kern w:val="1"/>
        </w:rPr>
        <w:t>’</w:t>
      </w:r>
      <w:r w:rsidR="00BE611A">
        <w:rPr>
          <w:rFonts w:cs="Georgia"/>
          <w:kern w:val="1"/>
        </w:rPr>
        <w:t>est pas allé aujourd</w:t>
      </w:r>
      <w:r>
        <w:rPr>
          <w:rFonts w:cs="Georgia"/>
          <w:kern w:val="1"/>
        </w:rPr>
        <w:t>’</w:t>
      </w:r>
      <w:r w:rsidR="00BE611A">
        <w:rPr>
          <w:rFonts w:cs="Georgia"/>
          <w:kern w:val="1"/>
        </w:rPr>
        <w:t>hui au château</w:t>
      </w:r>
      <w:r>
        <w:rPr>
          <w:rFonts w:cs="Georgia"/>
          <w:kern w:val="1"/>
        </w:rPr>
        <w:t> ?</w:t>
      </w:r>
    </w:p>
    <w:p w14:paraId="276FCD73" w14:textId="77777777" w:rsidR="000E1451" w:rsidRDefault="000E1451" w:rsidP="00BE611A">
      <w:pPr>
        <w:rPr>
          <w:rFonts w:cs="Georgia"/>
          <w:kern w:val="1"/>
        </w:rPr>
      </w:pPr>
      <w:r>
        <w:rPr>
          <w:rFonts w:cs="Georgia"/>
          <w:kern w:val="1"/>
        </w:rPr>
        <w:t>— </w:t>
      </w:r>
      <w:r w:rsidR="00BE611A">
        <w:rPr>
          <w:rFonts w:cs="Georgia"/>
          <w:kern w:val="1"/>
        </w:rPr>
        <w:t>Non</w:t>
      </w:r>
      <w:r>
        <w:rPr>
          <w:rFonts w:cs="Georgia"/>
          <w:kern w:val="1"/>
        </w:rPr>
        <w:t xml:space="preserve">, </w:t>
      </w:r>
      <w:r w:rsidR="00BE611A">
        <w:rPr>
          <w:rFonts w:cs="Georgia"/>
          <w:kern w:val="1"/>
        </w:rPr>
        <w:t>dit l</w:t>
      </w:r>
      <w:r>
        <w:rPr>
          <w:rFonts w:cs="Georgia"/>
          <w:kern w:val="1"/>
        </w:rPr>
        <w:t>’</w:t>
      </w:r>
      <w:r w:rsidR="00BE611A">
        <w:rPr>
          <w:rFonts w:cs="Georgia"/>
          <w:kern w:val="1"/>
        </w:rPr>
        <w:t>adjudant Claverie</w:t>
      </w:r>
      <w:r>
        <w:rPr>
          <w:rFonts w:cs="Georgia"/>
          <w:kern w:val="1"/>
        </w:rPr>
        <w:t xml:space="preserve">. </w:t>
      </w:r>
      <w:r w:rsidR="00BE611A">
        <w:rPr>
          <w:rFonts w:cs="Georgia"/>
          <w:kern w:val="1"/>
        </w:rPr>
        <w:t>Il a été dispensé de service</w:t>
      </w:r>
      <w:r>
        <w:rPr>
          <w:rFonts w:cs="Georgia"/>
          <w:kern w:val="1"/>
        </w:rPr>
        <w:t>.</w:t>
      </w:r>
    </w:p>
    <w:p w14:paraId="0729804F" w14:textId="77777777" w:rsidR="000E1451" w:rsidRDefault="000E1451" w:rsidP="00BE611A">
      <w:pPr>
        <w:rPr>
          <w:rFonts w:cs="Georgia"/>
          <w:kern w:val="1"/>
        </w:rPr>
      </w:pPr>
      <w:r>
        <w:rPr>
          <w:rFonts w:cs="Georgia"/>
          <w:kern w:val="1"/>
        </w:rPr>
        <w:t>— </w:t>
      </w:r>
      <w:r w:rsidR="00BE611A">
        <w:rPr>
          <w:rFonts w:cs="Georgia"/>
          <w:kern w:val="1"/>
        </w:rPr>
        <w:t>Pauvre type</w:t>
      </w:r>
      <w:r>
        <w:rPr>
          <w:rFonts w:cs="Georgia"/>
          <w:kern w:val="1"/>
        </w:rPr>
        <w:t xml:space="preserve"> ! </w:t>
      </w:r>
      <w:r w:rsidR="00BE611A">
        <w:rPr>
          <w:rFonts w:cs="Georgia"/>
          <w:kern w:val="1"/>
        </w:rPr>
        <w:t>murmura Fichet</w:t>
      </w:r>
      <w:r>
        <w:rPr>
          <w:rFonts w:cs="Georgia"/>
          <w:kern w:val="1"/>
        </w:rPr>
        <w:t>.</w:t>
      </w:r>
    </w:p>
    <w:p w14:paraId="5E2C0DC5" w14:textId="77777777" w:rsidR="000E1451" w:rsidRDefault="00BE611A" w:rsidP="00BE611A">
      <w:pPr>
        <w:rPr>
          <w:rFonts w:cs="Georgia"/>
          <w:kern w:val="1"/>
        </w:rPr>
      </w:pPr>
      <w:r>
        <w:rPr>
          <w:rFonts w:cs="Georgia"/>
          <w:kern w:val="1"/>
        </w:rPr>
        <w:t>Une voix de fausset s</w:t>
      </w:r>
      <w:r w:rsidR="000E1451">
        <w:rPr>
          <w:rFonts w:cs="Georgia"/>
          <w:kern w:val="1"/>
        </w:rPr>
        <w:t>’</w:t>
      </w:r>
      <w:r>
        <w:rPr>
          <w:rFonts w:cs="Georgia"/>
          <w:kern w:val="1"/>
        </w:rPr>
        <w:t>éleva</w:t>
      </w:r>
      <w:r w:rsidR="000E1451">
        <w:rPr>
          <w:rFonts w:cs="Georgia"/>
          <w:kern w:val="1"/>
        </w:rPr>
        <w:t xml:space="preserve">, </w:t>
      </w:r>
      <w:r>
        <w:rPr>
          <w:rFonts w:cs="Georgia"/>
          <w:kern w:val="1"/>
        </w:rPr>
        <w:t>celle de Gourrut</w:t>
      </w:r>
      <w:r w:rsidR="000E1451">
        <w:rPr>
          <w:rFonts w:cs="Georgia"/>
          <w:kern w:val="1"/>
        </w:rPr>
        <w:t>.</w:t>
      </w:r>
    </w:p>
    <w:p w14:paraId="5B192BCF" w14:textId="77777777" w:rsidR="000E1451" w:rsidRDefault="000E1451" w:rsidP="00BE611A">
      <w:pPr>
        <w:rPr>
          <w:rFonts w:cs="Georgia"/>
          <w:kern w:val="1"/>
        </w:rPr>
      </w:pPr>
      <w:r>
        <w:rPr>
          <w:rFonts w:cs="Georgia"/>
          <w:kern w:val="1"/>
        </w:rPr>
        <w:lastRenderedPageBreak/>
        <w:t>— </w:t>
      </w:r>
      <w:r w:rsidR="00BE611A">
        <w:rPr>
          <w:rFonts w:cs="Georgia"/>
          <w:kern w:val="1"/>
        </w:rPr>
        <w:t>Vous me faites tous bien rigoler</w:t>
      </w:r>
      <w:r>
        <w:rPr>
          <w:rFonts w:cs="Georgia"/>
          <w:kern w:val="1"/>
        </w:rPr>
        <w:t xml:space="preserve">. </w:t>
      </w:r>
      <w:r w:rsidR="00BE611A">
        <w:rPr>
          <w:rFonts w:cs="Georgia"/>
          <w:kern w:val="1"/>
        </w:rPr>
        <w:t>Des fois que j</w:t>
      </w:r>
      <w:r>
        <w:rPr>
          <w:rFonts w:cs="Georgia"/>
          <w:kern w:val="1"/>
        </w:rPr>
        <w:t>’</w:t>
      </w:r>
      <w:r w:rsidR="00BE611A">
        <w:rPr>
          <w:rFonts w:cs="Georgia"/>
          <w:kern w:val="1"/>
        </w:rPr>
        <w:t>aurai envie de plaindre quelqu</w:t>
      </w:r>
      <w:r>
        <w:rPr>
          <w:rFonts w:cs="Georgia"/>
          <w:kern w:val="1"/>
        </w:rPr>
        <w:t>’</w:t>
      </w:r>
      <w:r w:rsidR="00BE611A">
        <w:rPr>
          <w:rFonts w:cs="Georgia"/>
          <w:kern w:val="1"/>
        </w:rPr>
        <w:t>un</w:t>
      </w:r>
      <w:r>
        <w:rPr>
          <w:rFonts w:cs="Georgia"/>
          <w:kern w:val="1"/>
        </w:rPr>
        <w:t xml:space="preserve">, </w:t>
      </w:r>
      <w:r w:rsidR="00BE611A">
        <w:rPr>
          <w:rFonts w:cs="Georgia"/>
          <w:kern w:val="1"/>
        </w:rPr>
        <w:t>je garderai ça pour un autre</w:t>
      </w:r>
      <w:r>
        <w:rPr>
          <w:rFonts w:cs="Georgia"/>
          <w:kern w:val="1"/>
        </w:rPr>
        <w:t xml:space="preserve">. </w:t>
      </w:r>
      <w:r w:rsidR="00BE611A">
        <w:rPr>
          <w:rFonts w:cs="Georgia"/>
          <w:kern w:val="1"/>
        </w:rPr>
        <w:t>Pauvre type</w:t>
      </w:r>
      <w:r>
        <w:rPr>
          <w:rFonts w:cs="Georgia"/>
          <w:kern w:val="1"/>
        </w:rPr>
        <w:t xml:space="preserve"> ? </w:t>
      </w:r>
      <w:r w:rsidR="00BE611A">
        <w:rPr>
          <w:rFonts w:cs="Georgia"/>
          <w:kern w:val="1"/>
        </w:rPr>
        <w:t>Dauphin lui aussi</w:t>
      </w:r>
      <w:r>
        <w:rPr>
          <w:rFonts w:cs="Georgia"/>
          <w:kern w:val="1"/>
        </w:rPr>
        <w:t xml:space="preserve">, </w:t>
      </w:r>
      <w:r w:rsidR="00BE611A">
        <w:rPr>
          <w:rFonts w:cs="Georgia"/>
          <w:kern w:val="1"/>
        </w:rPr>
        <w:t>il y a quinze jours</w:t>
      </w:r>
      <w:r>
        <w:rPr>
          <w:rFonts w:cs="Georgia"/>
          <w:kern w:val="1"/>
        </w:rPr>
        <w:t xml:space="preserve">, </w:t>
      </w:r>
      <w:r w:rsidR="00BE611A">
        <w:rPr>
          <w:rFonts w:cs="Georgia"/>
          <w:kern w:val="1"/>
        </w:rPr>
        <w:t>a appris la mort de sa vieille</w:t>
      </w:r>
      <w:r>
        <w:rPr>
          <w:rFonts w:cs="Georgia"/>
          <w:kern w:val="1"/>
        </w:rPr>
        <w:t xml:space="preserve">. </w:t>
      </w:r>
      <w:r w:rsidR="00BE611A">
        <w:rPr>
          <w:rFonts w:cs="Georgia"/>
          <w:kern w:val="1"/>
        </w:rPr>
        <w:t>Vous parlez s</w:t>
      </w:r>
      <w:r>
        <w:rPr>
          <w:rFonts w:cs="Georgia"/>
          <w:kern w:val="1"/>
        </w:rPr>
        <w:t>’</w:t>
      </w:r>
      <w:r w:rsidR="00BE611A">
        <w:rPr>
          <w:rFonts w:cs="Georgia"/>
          <w:kern w:val="1"/>
        </w:rPr>
        <w:t>ils l</w:t>
      </w:r>
      <w:r>
        <w:rPr>
          <w:rFonts w:cs="Georgia"/>
          <w:kern w:val="1"/>
        </w:rPr>
        <w:t>’</w:t>
      </w:r>
      <w:r w:rsidR="00BE611A">
        <w:rPr>
          <w:rFonts w:cs="Georgia"/>
          <w:kern w:val="1"/>
        </w:rPr>
        <w:t>ont exempté de corvée</w:t>
      </w:r>
      <w:r>
        <w:rPr>
          <w:rFonts w:cs="Georgia"/>
          <w:kern w:val="1"/>
        </w:rPr>
        <w:t xml:space="preserve">. </w:t>
      </w:r>
      <w:r w:rsidR="00BE611A">
        <w:rPr>
          <w:rFonts w:cs="Georgia"/>
          <w:kern w:val="1"/>
        </w:rPr>
        <w:t>Ah</w:t>
      </w:r>
      <w:r>
        <w:rPr>
          <w:rFonts w:cs="Georgia"/>
          <w:kern w:val="1"/>
        </w:rPr>
        <w:t xml:space="preserve"> ! </w:t>
      </w:r>
      <w:r w:rsidR="00BE611A">
        <w:rPr>
          <w:rFonts w:cs="Georgia"/>
          <w:kern w:val="1"/>
        </w:rPr>
        <w:t>bien oui</w:t>
      </w:r>
      <w:r>
        <w:rPr>
          <w:rFonts w:cs="Georgia"/>
          <w:kern w:val="1"/>
        </w:rPr>
        <w:t xml:space="preserve"> ! </w:t>
      </w:r>
      <w:r w:rsidR="00BE611A">
        <w:rPr>
          <w:rFonts w:cs="Georgia"/>
          <w:kern w:val="1"/>
        </w:rPr>
        <w:t>Jamais il n</w:t>
      </w:r>
      <w:r>
        <w:rPr>
          <w:rFonts w:cs="Georgia"/>
          <w:kern w:val="1"/>
        </w:rPr>
        <w:t>’</w:t>
      </w:r>
      <w:r w:rsidR="00BE611A">
        <w:rPr>
          <w:rFonts w:cs="Georgia"/>
          <w:kern w:val="1"/>
        </w:rPr>
        <w:t>a reçu autant de coups de matraque</w:t>
      </w:r>
      <w:r>
        <w:rPr>
          <w:rFonts w:cs="Georgia"/>
          <w:kern w:val="1"/>
        </w:rPr>
        <w:t xml:space="preserve">. </w:t>
      </w:r>
      <w:r w:rsidR="00BE611A">
        <w:rPr>
          <w:rFonts w:cs="Georgia"/>
          <w:kern w:val="1"/>
        </w:rPr>
        <w:t>Mais</w:t>
      </w:r>
      <w:r>
        <w:rPr>
          <w:rFonts w:cs="Georgia"/>
          <w:kern w:val="1"/>
        </w:rPr>
        <w:t xml:space="preserve">, </w:t>
      </w:r>
      <w:r w:rsidR="00BE611A">
        <w:rPr>
          <w:rFonts w:cs="Georgia"/>
          <w:kern w:val="1"/>
        </w:rPr>
        <w:t>pour celui-ci</w:t>
      </w:r>
      <w:r>
        <w:rPr>
          <w:rFonts w:cs="Georgia"/>
          <w:kern w:val="1"/>
        </w:rPr>
        <w:t xml:space="preserve">, </w:t>
      </w:r>
      <w:r w:rsidR="00BE611A">
        <w:rPr>
          <w:rFonts w:cs="Georgia"/>
          <w:kern w:val="1"/>
        </w:rPr>
        <w:t>les Boches se mettent en quatre</w:t>
      </w:r>
      <w:r>
        <w:rPr>
          <w:rFonts w:cs="Georgia"/>
          <w:kern w:val="1"/>
        </w:rPr>
        <w:t xml:space="preserve">. </w:t>
      </w:r>
      <w:r w:rsidR="00BE611A">
        <w:rPr>
          <w:rFonts w:cs="Georgia"/>
          <w:kern w:val="1"/>
        </w:rPr>
        <w:t>Que les imbéciles trouvent ça naturel</w:t>
      </w:r>
      <w:r>
        <w:rPr>
          <w:rFonts w:cs="Georgia"/>
          <w:kern w:val="1"/>
        </w:rPr>
        <w:t xml:space="preserve">, </w:t>
      </w:r>
      <w:r w:rsidR="00BE611A">
        <w:rPr>
          <w:rFonts w:cs="Georgia"/>
          <w:kern w:val="1"/>
        </w:rPr>
        <w:t>moi</w:t>
      </w:r>
      <w:r>
        <w:rPr>
          <w:rFonts w:cs="Georgia"/>
          <w:kern w:val="1"/>
        </w:rPr>
        <w:t xml:space="preserve">, </w:t>
      </w:r>
      <w:r w:rsidR="00BE611A">
        <w:rPr>
          <w:rFonts w:cs="Georgia"/>
          <w:kern w:val="1"/>
        </w:rPr>
        <w:t>je m</w:t>
      </w:r>
      <w:r>
        <w:rPr>
          <w:rFonts w:cs="Georgia"/>
          <w:kern w:val="1"/>
        </w:rPr>
        <w:t>’</w:t>
      </w:r>
      <w:r w:rsidR="00BE611A">
        <w:rPr>
          <w:rFonts w:cs="Georgia"/>
          <w:kern w:val="1"/>
        </w:rPr>
        <w:t>en tiens à ce que j</w:t>
      </w:r>
      <w:r>
        <w:rPr>
          <w:rFonts w:cs="Georgia"/>
          <w:kern w:val="1"/>
        </w:rPr>
        <w:t>’</w:t>
      </w:r>
      <w:r w:rsidR="00BE611A">
        <w:rPr>
          <w:rFonts w:cs="Georgia"/>
          <w:kern w:val="1"/>
        </w:rPr>
        <w:t>ai dit l</w:t>
      </w:r>
      <w:r>
        <w:rPr>
          <w:rFonts w:cs="Georgia"/>
          <w:kern w:val="1"/>
        </w:rPr>
        <w:t>’</w:t>
      </w:r>
      <w:r w:rsidR="00BE611A">
        <w:rPr>
          <w:rFonts w:cs="Georgia"/>
          <w:kern w:val="1"/>
        </w:rPr>
        <w:t>autre jour</w:t>
      </w:r>
      <w:r>
        <w:rPr>
          <w:rFonts w:cs="Georgia"/>
          <w:kern w:val="1"/>
        </w:rPr>
        <w:t>.</w:t>
      </w:r>
    </w:p>
    <w:p w14:paraId="6FB29DF5" w14:textId="77777777" w:rsidR="000E1451" w:rsidRDefault="000E1451" w:rsidP="00BE611A">
      <w:pPr>
        <w:rPr>
          <w:rFonts w:cs="Georgia"/>
          <w:kern w:val="1"/>
        </w:rPr>
      </w:pPr>
      <w:r>
        <w:rPr>
          <w:rFonts w:cs="Georgia"/>
          <w:kern w:val="1"/>
        </w:rPr>
        <w:t>— </w:t>
      </w:r>
      <w:r w:rsidR="00BE611A">
        <w:rPr>
          <w:rFonts w:cs="Georgia"/>
          <w:kern w:val="1"/>
        </w:rPr>
        <w:t>Oui</w:t>
      </w:r>
      <w:r>
        <w:rPr>
          <w:rFonts w:cs="Georgia"/>
          <w:kern w:val="1"/>
        </w:rPr>
        <w:t xml:space="preserve">, </w:t>
      </w:r>
      <w:r w:rsidR="00BE611A">
        <w:rPr>
          <w:rFonts w:cs="Georgia"/>
          <w:kern w:val="1"/>
        </w:rPr>
        <w:t>dit Sylvestre</w:t>
      </w:r>
      <w:r>
        <w:rPr>
          <w:rFonts w:cs="Georgia"/>
          <w:kern w:val="1"/>
        </w:rPr>
        <w:t xml:space="preserve">, </w:t>
      </w:r>
      <w:r w:rsidR="00BE611A">
        <w:rPr>
          <w:rFonts w:cs="Georgia"/>
          <w:kern w:val="1"/>
        </w:rPr>
        <w:t>n</w:t>
      </w:r>
      <w:r>
        <w:rPr>
          <w:rFonts w:cs="Georgia"/>
          <w:kern w:val="1"/>
        </w:rPr>
        <w:t>’</w:t>
      </w:r>
      <w:r w:rsidR="00BE611A">
        <w:rPr>
          <w:rFonts w:cs="Georgia"/>
          <w:kern w:val="1"/>
        </w:rPr>
        <w:t>empêche que quand ils t</w:t>
      </w:r>
      <w:r>
        <w:rPr>
          <w:rFonts w:cs="Georgia"/>
          <w:kern w:val="1"/>
        </w:rPr>
        <w:t>’</w:t>
      </w:r>
      <w:r w:rsidR="00BE611A">
        <w:rPr>
          <w:rFonts w:cs="Georgia"/>
          <w:kern w:val="1"/>
        </w:rPr>
        <w:t>ont collé au cachot</w:t>
      </w:r>
      <w:r>
        <w:rPr>
          <w:rFonts w:cs="Georgia"/>
          <w:kern w:val="1"/>
        </w:rPr>
        <w:t xml:space="preserve">, </w:t>
      </w:r>
      <w:r w:rsidR="00BE611A">
        <w:rPr>
          <w:rFonts w:cs="Georgia"/>
          <w:kern w:val="1"/>
        </w:rPr>
        <w:t>qu</w:t>
      </w:r>
      <w:r>
        <w:rPr>
          <w:rFonts w:cs="Georgia"/>
          <w:kern w:val="1"/>
        </w:rPr>
        <w:t>’</w:t>
      </w:r>
      <w:r w:rsidR="00BE611A">
        <w:rPr>
          <w:rFonts w:cs="Georgia"/>
          <w:kern w:val="1"/>
        </w:rPr>
        <w:t>est-ce que tu lui as passé comme lèche pour qu</w:t>
      </w:r>
      <w:r>
        <w:rPr>
          <w:rFonts w:cs="Georgia"/>
          <w:kern w:val="1"/>
        </w:rPr>
        <w:t>’</w:t>
      </w:r>
      <w:r w:rsidR="00BE611A">
        <w:rPr>
          <w:rFonts w:cs="Georgia"/>
          <w:kern w:val="1"/>
        </w:rPr>
        <w:t>il te fasse diminuer ta punition</w:t>
      </w:r>
      <w:r>
        <w:rPr>
          <w:rFonts w:cs="Georgia"/>
          <w:kern w:val="1"/>
        </w:rPr>
        <w:t xml:space="preserve">, </w:t>
      </w:r>
      <w:r w:rsidR="00BE611A">
        <w:rPr>
          <w:rFonts w:cs="Georgia"/>
          <w:kern w:val="1"/>
        </w:rPr>
        <w:t>hein</w:t>
      </w:r>
      <w:r>
        <w:rPr>
          <w:rFonts w:cs="Georgia"/>
          <w:kern w:val="1"/>
        </w:rPr>
        <w:t xml:space="preserve"> ? </w:t>
      </w:r>
      <w:r w:rsidR="00BE611A">
        <w:rPr>
          <w:rFonts w:cs="Georgia"/>
          <w:kern w:val="1"/>
        </w:rPr>
        <w:t>Alors</w:t>
      </w:r>
      <w:r>
        <w:rPr>
          <w:rFonts w:cs="Georgia"/>
          <w:kern w:val="1"/>
        </w:rPr>
        <w:t xml:space="preserve">, </w:t>
      </w:r>
      <w:r w:rsidR="00BE611A">
        <w:rPr>
          <w:rFonts w:cs="Georgia"/>
          <w:kern w:val="1"/>
        </w:rPr>
        <w:t>fous-nous la paix</w:t>
      </w:r>
      <w:r>
        <w:rPr>
          <w:rFonts w:cs="Georgia"/>
          <w:kern w:val="1"/>
        </w:rPr>
        <w:t xml:space="preserve">. </w:t>
      </w:r>
      <w:r w:rsidR="00BE611A">
        <w:rPr>
          <w:rFonts w:cs="Georgia"/>
          <w:kern w:val="1"/>
        </w:rPr>
        <w:t>On commence à en avoir plein le dos de tes débinages</w:t>
      </w:r>
      <w:r>
        <w:rPr>
          <w:rFonts w:cs="Georgia"/>
          <w:kern w:val="1"/>
        </w:rPr>
        <w:t>.</w:t>
      </w:r>
    </w:p>
    <w:p w14:paraId="3262A037" w14:textId="77777777" w:rsidR="000E1451" w:rsidRDefault="00BE611A" w:rsidP="00BE611A">
      <w:pPr>
        <w:rPr>
          <w:rFonts w:cs="Georgia"/>
          <w:kern w:val="1"/>
        </w:rPr>
      </w:pPr>
      <w:r>
        <w:rPr>
          <w:rFonts w:cs="Georgia"/>
          <w:kern w:val="1"/>
        </w:rPr>
        <w:t>Brave petit Sylvestre</w:t>
      </w:r>
      <w:r w:rsidR="000E1451">
        <w:rPr>
          <w:rFonts w:cs="Georgia"/>
          <w:kern w:val="1"/>
        </w:rPr>
        <w:t xml:space="preserve">, </w:t>
      </w:r>
      <w:r>
        <w:rPr>
          <w:rFonts w:cs="Georgia"/>
          <w:kern w:val="1"/>
        </w:rPr>
        <w:t>je lui en voulus presque de son intervention</w:t>
      </w:r>
      <w:r w:rsidR="000E1451">
        <w:rPr>
          <w:rFonts w:cs="Georgia"/>
          <w:kern w:val="1"/>
        </w:rPr>
        <w:t xml:space="preserve">. </w:t>
      </w:r>
      <w:r>
        <w:rPr>
          <w:rFonts w:cs="Georgia"/>
          <w:kern w:val="1"/>
        </w:rPr>
        <w:t>J</w:t>
      </w:r>
      <w:r w:rsidR="000E1451">
        <w:rPr>
          <w:rFonts w:cs="Georgia"/>
          <w:kern w:val="1"/>
        </w:rPr>
        <w:t>’</w:t>
      </w:r>
      <w:r>
        <w:rPr>
          <w:rFonts w:cs="Georgia"/>
          <w:kern w:val="1"/>
        </w:rPr>
        <w:t>aurais tellement désiré avoir ce que Gourrut avait bien pu dire</w:t>
      </w:r>
      <w:r w:rsidR="000E1451">
        <w:rPr>
          <w:rFonts w:cs="Georgia"/>
          <w:kern w:val="1"/>
        </w:rPr>
        <w:t>.</w:t>
      </w:r>
    </w:p>
    <w:p w14:paraId="0CA91A27" w14:textId="77777777" w:rsidR="00BE611A" w:rsidRDefault="00BE611A" w:rsidP="00BE611A">
      <w:pPr>
        <w:rPr>
          <w:rFonts w:cs="Georgia"/>
          <w:kern w:val="1"/>
        </w:rPr>
      </w:pPr>
    </w:p>
    <w:p w14:paraId="4E5CF82C" w14:textId="77777777" w:rsidR="000E1451" w:rsidRDefault="00BE611A" w:rsidP="00BE611A">
      <w:pPr>
        <w:rPr>
          <w:rFonts w:cs="Georgia"/>
          <w:kern w:val="1"/>
        </w:rPr>
      </w:pPr>
      <w:r>
        <w:rPr>
          <w:rFonts w:cs="Georgia"/>
          <w:kern w:val="1"/>
        </w:rPr>
        <w:t>Le lendemain matin</w:t>
      </w:r>
      <w:r w:rsidR="000E1451">
        <w:rPr>
          <w:rFonts w:cs="Georgia"/>
          <w:kern w:val="1"/>
        </w:rPr>
        <w:t xml:space="preserve">, </w:t>
      </w:r>
      <w:r>
        <w:rPr>
          <w:rFonts w:cs="Georgia"/>
          <w:kern w:val="1"/>
        </w:rPr>
        <w:t>de bonne heure</w:t>
      </w:r>
      <w:r w:rsidR="000E1451">
        <w:rPr>
          <w:rFonts w:cs="Georgia"/>
          <w:kern w:val="1"/>
        </w:rPr>
        <w:t xml:space="preserve">, </w:t>
      </w:r>
      <w:r>
        <w:rPr>
          <w:rFonts w:cs="Georgia"/>
          <w:kern w:val="1"/>
        </w:rPr>
        <w:t>le capitaine Elbing me fit appeler</w:t>
      </w:r>
      <w:r w:rsidR="000E1451">
        <w:rPr>
          <w:rFonts w:cs="Georgia"/>
          <w:kern w:val="1"/>
        </w:rPr>
        <w:t>.</w:t>
      </w:r>
    </w:p>
    <w:p w14:paraId="5FA99E0D" w14:textId="77777777" w:rsidR="000E1451" w:rsidRDefault="000E1451" w:rsidP="00BE611A">
      <w:pPr>
        <w:rPr>
          <w:rFonts w:cs="Georgia"/>
          <w:kern w:val="1"/>
        </w:rPr>
      </w:pPr>
      <w:r>
        <w:rPr>
          <w:rFonts w:cs="Georgia"/>
          <w:kern w:val="1"/>
        </w:rPr>
        <w:t>— </w:t>
      </w:r>
      <w:r w:rsidR="00BE611A">
        <w:rPr>
          <w:rFonts w:cs="Georgia"/>
          <w:kern w:val="1"/>
        </w:rPr>
        <w:t>Vous pouvez vous reposer encore aujourd</w:t>
      </w:r>
      <w:r>
        <w:rPr>
          <w:rFonts w:cs="Georgia"/>
          <w:kern w:val="1"/>
        </w:rPr>
        <w:t>’</w:t>
      </w:r>
      <w:r w:rsidR="00BE611A">
        <w:rPr>
          <w:rFonts w:cs="Georgia"/>
          <w:kern w:val="1"/>
        </w:rPr>
        <w:t>hui</w:t>
      </w:r>
      <w:r>
        <w:rPr>
          <w:rFonts w:cs="Georgia"/>
          <w:kern w:val="1"/>
        </w:rPr>
        <w:t xml:space="preserve">, </w:t>
      </w:r>
      <w:r w:rsidR="00BE611A">
        <w:rPr>
          <w:rFonts w:cs="Georgia"/>
          <w:kern w:val="1"/>
        </w:rPr>
        <w:t>dit-il</w:t>
      </w:r>
      <w:r>
        <w:rPr>
          <w:rFonts w:cs="Georgia"/>
          <w:kern w:val="1"/>
        </w:rPr>
        <w:t xml:space="preserve">, </w:t>
      </w:r>
      <w:r w:rsidR="00BE611A">
        <w:rPr>
          <w:rFonts w:cs="Georgia"/>
          <w:kern w:val="1"/>
        </w:rPr>
        <w:t>le général de Reichendorf vous y autorise</w:t>
      </w:r>
      <w:r>
        <w:rPr>
          <w:rFonts w:cs="Georgia"/>
          <w:kern w:val="1"/>
        </w:rPr>
        <w:t>.</w:t>
      </w:r>
    </w:p>
    <w:p w14:paraId="09215269" w14:textId="77777777" w:rsidR="000E1451" w:rsidRDefault="00BE611A" w:rsidP="00BE611A">
      <w:pPr>
        <w:rPr>
          <w:rFonts w:cs="Georgia"/>
          <w:kern w:val="1"/>
        </w:rPr>
      </w:pPr>
      <w:r>
        <w:rPr>
          <w:rFonts w:cs="Georgia"/>
          <w:kern w:val="1"/>
        </w:rPr>
        <w:t>J</w:t>
      </w:r>
      <w:r w:rsidR="000E1451">
        <w:rPr>
          <w:rFonts w:cs="Georgia"/>
          <w:kern w:val="1"/>
        </w:rPr>
        <w:t>’</w:t>
      </w:r>
      <w:r>
        <w:rPr>
          <w:rFonts w:cs="Georgia"/>
          <w:kern w:val="1"/>
        </w:rPr>
        <w:t>hésitai un instant</w:t>
      </w:r>
      <w:r w:rsidR="000E1451">
        <w:rPr>
          <w:rFonts w:cs="Georgia"/>
          <w:kern w:val="1"/>
        </w:rPr>
        <w:t xml:space="preserve">. </w:t>
      </w:r>
      <w:r>
        <w:rPr>
          <w:rFonts w:cs="Georgia"/>
          <w:kern w:val="1"/>
        </w:rPr>
        <w:t>Mais le souvenir de la sinistre journée de la veille me décida</w:t>
      </w:r>
      <w:r w:rsidR="000E1451">
        <w:rPr>
          <w:rFonts w:cs="Georgia"/>
          <w:kern w:val="1"/>
        </w:rPr>
        <w:t xml:space="preserve">. </w:t>
      </w:r>
      <w:r>
        <w:rPr>
          <w:rFonts w:cs="Georgia"/>
          <w:kern w:val="1"/>
        </w:rPr>
        <w:t>Et puis</w:t>
      </w:r>
      <w:r w:rsidR="000E1451">
        <w:rPr>
          <w:rFonts w:cs="Georgia"/>
          <w:kern w:val="1"/>
        </w:rPr>
        <w:t xml:space="preserve">, </w:t>
      </w:r>
      <w:r>
        <w:rPr>
          <w:rFonts w:cs="Georgia"/>
          <w:kern w:val="1"/>
        </w:rPr>
        <w:t>j</w:t>
      </w:r>
      <w:r w:rsidR="000E1451">
        <w:rPr>
          <w:rFonts w:cs="Georgia"/>
          <w:kern w:val="1"/>
        </w:rPr>
        <w:t>’</w:t>
      </w:r>
      <w:r>
        <w:rPr>
          <w:rFonts w:cs="Georgia"/>
          <w:kern w:val="1"/>
        </w:rPr>
        <w:t>avais besoin de marcher</w:t>
      </w:r>
      <w:r w:rsidR="000E1451">
        <w:rPr>
          <w:rFonts w:cs="Georgia"/>
          <w:kern w:val="1"/>
        </w:rPr>
        <w:t xml:space="preserve">, </w:t>
      </w:r>
      <w:r>
        <w:rPr>
          <w:rFonts w:cs="Georgia"/>
          <w:kern w:val="1"/>
        </w:rPr>
        <w:t>d</w:t>
      </w:r>
      <w:r w:rsidR="000E1451">
        <w:rPr>
          <w:rFonts w:cs="Georgia"/>
          <w:kern w:val="1"/>
        </w:rPr>
        <w:t>’</w:t>
      </w:r>
      <w:r>
        <w:rPr>
          <w:rFonts w:cs="Georgia"/>
          <w:kern w:val="1"/>
        </w:rPr>
        <w:t>être au grand air</w:t>
      </w:r>
      <w:r w:rsidR="000E1451">
        <w:rPr>
          <w:rFonts w:cs="Georgia"/>
          <w:kern w:val="1"/>
        </w:rPr>
        <w:t>.</w:t>
      </w:r>
    </w:p>
    <w:p w14:paraId="5E633905" w14:textId="77777777" w:rsidR="000E1451" w:rsidRDefault="000E1451" w:rsidP="00BE611A">
      <w:pPr>
        <w:rPr>
          <w:rFonts w:cs="Georgia"/>
          <w:kern w:val="1"/>
        </w:rPr>
      </w:pPr>
      <w:r>
        <w:rPr>
          <w:rFonts w:cs="Georgia"/>
          <w:kern w:val="1"/>
        </w:rPr>
        <w:t>— </w:t>
      </w:r>
      <w:r w:rsidR="00BE611A">
        <w:rPr>
          <w:rFonts w:cs="Georgia"/>
          <w:kern w:val="1"/>
        </w:rPr>
        <w:t>Inutile</w:t>
      </w:r>
      <w:r>
        <w:rPr>
          <w:rFonts w:cs="Georgia"/>
          <w:kern w:val="1"/>
        </w:rPr>
        <w:t xml:space="preserve">, </w:t>
      </w:r>
      <w:r w:rsidR="00BE611A">
        <w:rPr>
          <w:rFonts w:cs="Georgia"/>
          <w:kern w:val="1"/>
        </w:rPr>
        <w:t>mon capitaine</w:t>
      </w:r>
      <w:r>
        <w:rPr>
          <w:rFonts w:cs="Georgia"/>
          <w:kern w:val="1"/>
        </w:rPr>
        <w:t xml:space="preserve">, </w:t>
      </w:r>
      <w:r w:rsidR="00BE611A">
        <w:rPr>
          <w:rFonts w:cs="Georgia"/>
          <w:kern w:val="1"/>
        </w:rPr>
        <w:t>répondis-je</w:t>
      </w:r>
      <w:r>
        <w:rPr>
          <w:rFonts w:cs="Georgia"/>
          <w:kern w:val="1"/>
        </w:rPr>
        <w:t xml:space="preserve">. </w:t>
      </w:r>
      <w:r w:rsidR="00BE611A">
        <w:rPr>
          <w:rFonts w:cs="Georgia"/>
          <w:kern w:val="1"/>
        </w:rPr>
        <w:t>Je suis de force à reprendre mon service</w:t>
      </w:r>
      <w:r>
        <w:rPr>
          <w:rFonts w:cs="Georgia"/>
          <w:kern w:val="1"/>
        </w:rPr>
        <w:t>.</w:t>
      </w:r>
    </w:p>
    <w:p w14:paraId="1F8F5B78" w14:textId="77777777" w:rsidR="000E1451" w:rsidRDefault="00BE611A" w:rsidP="00BE611A">
      <w:pPr>
        <w:rPr>
          <w:rFonts w:cs="Georgia"/>
          <w:kern w:val="1"/>
        </w:rPr>
      </w:pPr>
      <w:r>
        <w:rPr>
          <w:rFonts w:cs="Georgia"/>
          <w:kern w:val="1"/>
        </w:rPr>
        <w:t>Quand j</w:t>
      </w:r>
      <w:r w:rsidR="000E1451">
        <w:rPr>
          <w:rFonts w:cs="Georgia"/>
          <w:kern w:val="1"/>
        </w:rPr>
        <w:t>’</w:t>
      </w:r>
      <w:r>
        <w:rPr>
          <w:rFonts w:cs="Georgia"/>
          <w:kern w:val="1"/>
        </w:rPr>
        <w:t>arrivai à Reichendorf</w:t>
      </w:r>
      <w:r w:rsidR="000E1451">
        <w:rPr>
          <w:rFonts w:cs="Georgia"/>
          <w:kern w:val="1"/>
        </w:rPr>
        <w:t xml:space="preserve">, </w:t>
      </w:r>
      <w:r>
        <w:rPr>
          <w:rFonts w:cs="Georgia"/>
          <w:kern w:val="1"/>
        </w:rPr>
        <w:t>le</w:t>
      </w:r>
      <w:r w:rsidR="00A6632D">
        <w:rPr>
          <w:rFonts w:cs="Georgia"/>
          <w:kern w:val="1"/>
        </w:rPr>
        <w:t xml:space="preserve"> </w:t>
      </w:r>
      <w:r>
        <w:rPr>
          <w:rFonts w:cs="Georgia"/>
          <w:kern w:val="1"/>
        </w:rPr>
        <w:t>général m</w:t>
      </w:r>
      <w:r w:rsidR="000E1451">
        <w:rPr>
          <w:rFonts w:cs="Georgia"/>
          <w:kern w:val="1"/>
        </w:rPr>
        <w:t>’</w:t>
      </w:r>
      <w:r>
        <w:rPr>
          <w:rFonts w:cs="Georgia"/>
          <w:kern w:val="1"/>
        </w:rPr>
        <w:t>adressa quelques paroles banales</w:t>
      </w:r>
      <w:r w:rsidR="000E1451">
        <w:rPr>
          <w:rFonts w:cs="Georgia"/>
          <w:kern w:val="1"/>
        </w:rPr>
        <w:t xml:space="preserve">. </w:t>
      </w:r>
      <w:r>
        <w:rPr>
          <w:rFonts w:cs="Georgia"/>
          <w:kern w:val="1"/>
        </w:rPr>
        <w:t>Il paraissait toujours craindre pour son prestige de me témoigner trop d</w:t>
      </w:r>
      <w:r w:rsidR="000E1451">
        <w:rPr>
          <w:rFonts w:cs="Georgia"/>
          <w:kern w:val="1"/>
        </w:rPr>
        <w:t>’</w:t>
      </w:r>
      <w:r>
        <w:rPr>
          <w:rFonts w:cs="Georgia"/>
          <w:kern w:val="1"/>
        </w:rPr>
        <w:t>égards</w:t>
      </w:r>
      <w:r w:rsidR="000E1451">
        <w:rPr>
          <w:rFonts w:cs="Georgia"/>
          <w:kern w:val="1"/>
        </w:rPr>
        <w:t xml:space="preserve">. </w:t>
      </w:r>
      <w:r>
        <w:rPr>
          <w:rFonts w:cs="Georgia"/>
          <w:kern w:val="1"/>
        </w:rPr>
        <w:t>Je sentais néanmoins qu</w:t>
      </w:r>
      <w:r w:rsidR="000E1451">
        <w:rPr>
          <w:rFonts w:cs="Georgia"/>
          <w:kern w:val="1"/>
        </w:rPr>
        <w:t>’</w:t>
      </w:r>
      <w:r>
        <w:rPr>
          <w:rFonts w:cs="Georgia"/>
          <w:kern w:val="1"/>
        </w:rPr>
        <w:t>il me savait gré de ma promptitude à revenir</w:t>
      </w:r>
      <w:r w:rsidR="000E1451">
        <w:rPr>
          <w:rFonts w:cs="Georgia"/>
          <w:kern w:val="1"/>
        </w:rPr>
        <w:t xml:space="preserve">. </w:t>
      </w:r>
      <w:r>
        <w:rPr>
          <w:rFonts w:cs="Georgia"/>
          <w:kern w:val="1"/>
        </w:rPr>
        <w:lastRenderedPageBreak/>
        <w:t>Il s</w:t>
      </w:r>
      <w:r w:rsidR="000E1451">
        <w:rPr>
          <w:rFonts w:cs="Georgia"/>
          <w:kern w:val="1"/>
        </w:rPr>
        <w:t>’</w:t>
      </w:r>
      <w:r>
        <w:rPr>
          <w:rFonts w:cs="Georgia"/>
          <w:kern w:val="1"/>
        </w:rPr>
        <w:t>était ennuyé</w:t>
      </w:r>
      <w:r w:rsidR="000E1451">
        <w:rPr>
          <w:rFonts w:cs="Georgia"/>
          <w:kern w:val="1"/>
        </w:rPr>
        <w:t xml:space="preserve">. </w:t>
      </w:r>
      <w:r>
        <w:rPr>
          <w:rFonts w:cs="Georgia"/>
          <w:kern w:val="1"/>
        </w:rPr>
        <w:t>Il lui tardait de me voir me remettre à l</w:t>
      </w:r>
      <w:r w:rsidR="000E1451">
        <w:rPr>
          <w:rFonts w:cs="Georgia"/>
          <w:kern w:val="1"/>
        </w:rPr>
        <w:t>’</w:t>
      </w:r>
      <w:r>
        <w:rPr>
          <w:rFonts w:cs="Georgia"/>
          <w:kern w:val="1"/>
        </w:rPr>
        <w:t>aménagement lumineux de la vitrine de Sadowa</w:t>
      </w:r>
      <w:r w:rsidR="000E1451">
        <w:rPr>
          <w:rFonts w:cs="Georgia"/>
          <w:kern w:val="1"/>
        </w:rPr>
        <w:t xml:space="preserve">, </w:t>
      </w:r>
      <w:r>
        <w:rPr>
          <w:rFonts w:cs="Georgia"/>
          <w:kern w:val="1"/>
        </w:rPr>
        <w:t>entrepris l</w:t>
      </w:r>
      <w:r w:rsidR="000E1451">
        <w:rPr>
          <w:rFonts w:cs="Georgia"/>
          <w:kern w:val="1"/>
        </w:rPr>
        <w:t>’</w:t>
      </w:r>
      <w:r>
        <w:rPr>
          <w:rFonts w:cs="Georgia"/>
          <w:kern w:val="1"/>
        </w:rPr>
        <w:t>avant-veille</w:t>
      </w:r>
      <w:r w:rsidR="000E1451">
        <w:rPr>
          <w:rFonts w:cs="Georgia"/>
          <w:kern w:val="1"/>
        </w:rPr>
        <w:t>.</w:t>
      </w:r>
    </w:p>
    <w:p w14:paraId="59B4DE96" w14:textId="77777777" w:rsidR="000E1451" w:rsidRDefault="000E1451" w:rsidP="00BE611A">
      <w:pPr>
        <w:rPr>
          <w:rFonts w:cs="Georgia"/>
          <w:kern w:val="1"/>
        </w:rPr>
      </w:pPr>
      <w:r>
        <w:rPr>
          <w:rFonts w:cs="Georgia"/>
          <w:kern w:val="1"/>
        </w:rPr>
        <w:t>— </w:t>
      </w:r>
      <w:r w:rsidR="00BE611A">
        <w:rPr>
          <w:rFonts w:cs="Georgia"/>
          <w:kern w:val="1"/>
        </w:rPr>
        <w:t>À cette après-midi</w:t>
      </w:r>
      <w:r>
        <w:rPr>
          <w:rFonts w:cs="Georgia"/>
          <w:kern w:val="1"/>
        </w:rPr>
        <w:t xml:space="preserve">, </w:t>
      </w:r>
      <w:r w:rsidR="00BE611A">
        <w:rPr>
          <w:rFonts w:cs="Georgia"/>
          <w:kern w:val="1"/>
        </w:rPr>
        <w:t>me dit-il</w:t>
      </w:r>
      <w:r>
        <w:rPr>
          <w:rFonts w:cs="Georgia"/>
          <w:kern w:val="1"/>
        </w:rPr>
        <w:t xml:space="preserve">. </w:t>
      </w:r>
      <w:r w:rsidR="00BE611A">
        <w:rPr>
          <w:rFonts w:cs="Georgia"/>
          <w:kern w:val="1"/>
        </w:rPr>
        <w:t>J</w:t>
      </w:r>
      <w:r>
        <w:rPr>
          <w:rFonts w:cs="Georgia"/>
          <w:kern w:val="1"/>
        </w:rPr>
        <w:t>’</w:t>
      </w:r>
      <w:r w:rsidR="00BE611A">
        <w:rPr>
          <w:rFonts w:cs="Georgia"/>
          <w:kern w:val="1"/>
        </w:rPr>
        <w:t>ai retrouvé un document fort curieux sur le combat de Nachod</w:t>
      </w:r>
      <w:r>
        <w:rPr>
          <w:rFonts w:cs="Georgia"/>
          <w:kern w:val="1"/>
        </w:rPr>
        <w:t xml:space="preserve">. </w:t>
      </w:r>
      <w:r w:rsidR="00BE611A">
        <w:rPr>
          <w:rFonts w:cs="Georgia"/>
          <w:kern w:val="1"/>
        </w:rPr>
        <w:t>Je tiens à vous le communiquer</w:t>
      </w:r>
      <w:r>
        <w:rPr>
          <w:rFonts w:cs="Georgia"/>
          <w:kern w:val="1"/>
        </w:rPr>
        <w:t xml:space="preserve">. </w:t>
      </w:r>
      <w:r w:rsidR="00BE611A">
        <w:rPr>
          <w:rFonts w:cs="Georgia"/>
          <w:kern w:val="1"/>
        </w:rPr>
        <w:t>C</w:t>
      </w:r>
      <w:r>
        <w:rPr>
          <w:rFonts w:cs="Georgia"/>
          <w:kern w:val="1"/>
        </w:rPr>
        <w:t>’</w:t>
      </w:r>
      <w:r w:rsidR="00BE611A">
        <w:rPr>
          <w:rFonts w:cs="Georgia"/>
          <w:kern w:val="1"/>
        </w:rPr>
        <w:t>est là que j</w:t>
      </w:r>
      <w:r>
        <w:rPr>
          <w:rFonts w:cs="Georgia"/>
          <w:kern w:val="1"/>
        </w:rPr>
        <w:t>’</w:t>
      </w:r>
      <w:r w:rsidR="00BE611A">
        <w:rPr>
          <w:rFonts w:cs="Georgia"/>
          <w:kern w:val="1"/>
        </w:rPr>
        <w:t>ai reçu le baptême du feu</w:t>
      </w:r>
      <w:r>
        <w:rPr>
          <w:rFonts w:cs="Georgia"/>
          <w:kern w:val="1"/>
        </w:rPr>
        <w:t>.</w:t>
      </w:r>
    </w:p>
    <w:p w14:paraId="0ACC1216" w14:textId="77777777" w:rsidR="000E1451" w:rsidRDefault="00BE611A" w:rsidP="00BE611A">
      <w:pPr>
        <w:rPr>
          <w:rFonts w:cs="Georgia"/>
          <w:kern w:val="1"/>
        </w:rPr>
      </w:pPr>
      <w:r>
        <w:rPr>
          <w:rFonts w:cs="Georgia"/>
          <w:kern w:val="1"/>
        </w:rPr>
        <w:t>Toute la matinée</w:t>
      </w:r>
      <w:r w:rsidR="000E1451">
        <w:rPr>
          <w:rFonts w:cs="Georgia"/>
          <w:kern w:val="1"/>
        </w:rPr>
        <w:t xml:space="preserve">, </w:t>
      </w:r>
      <w:r>
        <w:rPr>
          <w:rFonts w:cs="Georgia"/>
          <w:kern w:val="1"/>
        </w:rPr>
        <w:t>je travaillai aux prises de courant d</w:t>
      </w:r>
      <w:r w:rsidR="000E1451">
        <w:rPr>
          <w:rFonts w:cs="Georgia"/>
          <w:kern w:val="1"/>
        </w:rPr>
        <w:t>’</w:t>
      </w:r>
      <w:r>
        <w:rPr>
          <w:rFonts w:cs="Georgia"/>
          <w:kern w:val="1"/>
        </w:rPr>
        <w:t>une des pièces du rez-de-chaussée</w:t>
      </w:r>
      <w:r w:rsidR="000E1451">
        <w:rPr>
          <w:rFonts w:cs="Georgia"/>
          <w:kern w:val="1"/>
        </w:rPr>
        <w:t xml:space="preserve">. </w:t>
      </w:r>
      <w:r>
        <w:rPr>
          <w:rFonts w:cs="Georgia"/>
          <w:kern w:val="1"/>
        </w:rPr>
        <w:t>À midi</w:t>
      </w:r>
      <w:r w:rsidR="000E1451">
        <w:rPr>
          <w:rFonts w:cs="Georgia"/>
          <w:kern w:val="1"/>
        </w:rPr>
        <w:t xml:space="preserve">, </w:t>
      </w:r>
      <w:r>
        <w:rPr>
          <w:rFonts w:cs="Georgia"/>
          <w:kern w:val="1"/>
        </w:rPr>
        <w:t>quand je voulus remettre ma vareuse</w:t>
      </w:r>
      <w:r w:rsidR="000E1451">
        <w:rPr>
          <w:rFonts w:cs="Georgia"/>
          <w:kern w:val="1"/>
        </w:rPr>
        <w:t xml:space="preserve">, </w:t>
      </w:r>
      <w:r>
        <w:rPr>
          <w:rFonts w:cs="Georgia"/>
          <w:kern w:val="1"/>
        </w:rPr>
        <w:t>que j</w:t>
      </w:r>
      <w:r w:rsidR="000E1451">
        <w:rPr>
          <w:rFonts w:cs="Georgia"/>
          <w:kern w:val="1"/>
        </w:rPr>
        <w:t>’</w:t>
      </w:r>
      <w:r>
        <w:rPr>
          <w:rFonts w:cs="Georgia"/>
          <w:kern w:val="1"/>
        </w:rPr>
        <w:t>avais laissée dans l</w:t>
      </w:r>
      <w:r w:rsidR="000E1451">
        <w:rPr>
          <w:rFonts w:cs="Georgia"/>
          <w:kern w:val="1"/>
        </w:rPr>
        <w:t>’</w:t>
      </w:r>
      <w:r>
        <w:rPr>
          <w:rFonts w:cs="Georgia"/>
          <w:kern w:val="1"/>
        </w:rPr>
        <w:t>office</w:t>
      </w:r>
      <w:r w:rsidR="000E1451">
        <w:rPr>
          <w:rFonts w:cs="Georgia"/>
          <w:kern w:val="1"/>
        </w:rPr>
        <w:t xml:space="preserve">, </w:t>
      </w:r>
      <w:r>
        <w:rPr>
          <w:rFonts w:cs="Georgia"/>
          <w:kern w:val="1"/>
        </w:rPr>
        <w:t>j</w:t>
      </w:r>
      <w:r w:rsidR="000E1451">
        <w:rPr>
          <w:rFonts w:cs="Georgia"/>
          <w:kern w:val="1"/>
        </w:rPr>
        <w:t>’</w:t>
      </w:r>
      <w:r>
        <w:rPr>
          <w:rFonts w:cs="Georgia"/>
          <w:kern w:val="1"/>
        </w:rPr>
        <w:t>eus l</w:t>
      </w:r>
      <w:r w:rsidR="000E1451">
        <w:rPr>
          <w:rFonts w:cs="Georgia"/>
          <w:kern w:val="1"/>
        </w:rPr>
        <w:t>’</w:t>
      </w:r>
      <w:r>
        <w:rPr>
          <w:rFonts w:cs="Georgia"/>
          <w:kern w:val="1"/>
        </w:rPr>
        <w:t>étonnement de constater qu</w:t>
      </w:r>
      <w:r w:rsidR="000E1451">
        <w:rPr>
          <w:rFonts w:cs="Georgia"/>
          <w:kern w:val="1"/>
        </w:rPr>
        <w:t>’</w:t>
      </w:r>
      <w:r>
        <w:rPr>
          <w:rFonts w:cs="Georgia"/>
          <w:kern w:val="1"/>
        </w:rPr>
        <w:t>un brassard de crêpe venait d</w:t>
      </w:r>
      <w:r w:rsidR="000E1451">
        <w:rPr>
          <w:rFonts w:cs="Georgia"/>
          <w:kern w:val="1"/>
        </w:rPr>
        <w:t>’</w:t>
      </w:r>
      <w:r>
        <w:rPr>
          <w:rFonts w:cs="Georgia"/>
          <w:kern w:val="1"/>
        </w:rPr>
        <w:t>être cousu à sa manche gauche</w:t>
      </w:r>
      <w:r w:rsidR="000E1451">
        <w:rPr>
          <w:rFonts w:cs="Georgia"/>
          <w:kern w:val="1"/>
        </w:rPr>
        <w:t xml:space="preserve">. </w:t>
      </w:r>
      <w:r>
        <w:rPr>
          <w:rFonts w:cs="Georgia"/>
          <w:kern w:val="1"/>
        </w:rPr>
        <w:t>Dominica</w:t>
      </w:r>
      <w:r w:rsidR="000E1451">
        <w:rPr>
          <w:rFonts w:cs="Georgia"/>
          <w:kern w:val="1"/>
        </w:rPr>
        <w:t xml:space="preserve">, </w:t>
      </w:r>
      <w:r>
        <w:rPr>
          <w:rFonts w:cs="Georgia"/>
          <w:kern w:val="1"/>
        </w:rPr>
        <w:t>interrogée</w:t>
      </w:r>
      <w:r w:rsidR="000E1451">
        <w:rPr>
          <w:rFonts w:cs="Georgia"/>
          <w:kern w:val="1"/>
        </w:rPr>
        <w:t xml:space="preserve">, </w:t>
      </w:r>
      <w:r>
        <w:rPr>
          <w:rFonts w:cs="Georgia"/>
          <w:kern w:val="1"/>
        </w:rPr>
        <w:t>reconnut que c</w:t>
      </w:r>
      <w:r w:rsidR="000E1451">
        <w:rPr>
          <w:rFonts w:cs="Georgia"/>
          <w:kern w:val="1"/>
        </w:rPr>
        <w:t>’</w:t>
      </w:r>
      <w:r>
        <w:rPr>
          <w:rFonts w:cs="Georgia"/>
          <w:kern w:val="1"/>
        </w:rPr>
        <w:t>était son œuvre</w:t>
      </w:r>
      <w:r w:rsidR="000E1451">
        <w:rPr>
          <w:rFonts w:cs="Georgia"/>
          <w:kern w:val="1"/>
        </w:rPr>
        <w:t xml:space="preserve">. </w:t>
      </w:r>
      <w:r>
        <w:rPr>
          <w:rFonts w:cs="Georgia"/>
          <w:kern w:val="1"/>
        </w:rPr>
        <w:t>Je ne pus lui arracher rien d</w:t>
      </w:r>
      <w:r w:rsidR="000E1451">
        <w:rPr>
          <w:rFonts w:cs="Georgia"/>
          <w:kern w:val="1"/>
        </w:rPr>
        <w:t>’</w:t>
      </w:r>
      <w:r>
        <w:rPr>
          <w:rFonts w:cs="Georgia"/>
          <w:kern w:val="1"/>
        </w:rPr>
        <w:t>autre</w:t>
      </w:r>
      <w:r w:rsidR="000E1451">
        <w:rPr>
          <w:rFonts w:cs="Georgia"/>
          <w:kern w:val="1"/>
        </w:rPr>
        <w:t xml:space="preserve">. </w:t>
      </w:r>
      <w:r>
        <w:rPr>
          <w:rFonts w:cs="Georgia"/>
          <w:kern w:val="1"/>
        </w:rPr>
        <w:t>Mais Gottlieb</w:t>
      </w:r>
      <w:r w:rsidR="000E1451">
        <w:rPr>
          <w:rFonts w:cs="Georgia"/>
          <w:kern w:val="1"/>
        </w:rPr>
        <w:t xml:space="preserve">, </w:t>
      </w:r>
      <w:r>
        <w:rPr>
          <w:rFonts w:cs="Georgia"/>
          <w:kern w:val="1"/>
        </w:rPr>
        <w:t>plus loquace</w:t>
      </w:r>
      <w:r w:rsidR="000E1451">
        <w:rPr>
          <w:rFonts w:cs="Georgia"/>
          <w:kern w:val="1"/>
        </w:rPr>
        <w:t xml:space="preserve">, </w:t>
      </w:r>
      <w:r>
        <w:rPr>
          <w:rFonts w:cs="Georgia"/>
          <w:kern w:val="1"/>
        </w:rPr>
        <w:t xml:space="preserve">me confia que sa tante avait agi sur un ordre reçu le matin de </w:t>
      </w:r>
      <w:r w:rsidR="000E1451">
        <w:rPr>
          <w:rFonts w:cs="Georgia"/>
          <w:kern w:val="1"/>
        </w:rPr>
        <w:t>M</w:t>
      </w:r>
      <w:r w:rsidR="000E1451" w:rsidRPr="000E1451">
        <w:rPr>
          <w:rFonts w:cs="Georgia"/>
          <w:kern w:val="1"/>
          <w:vertAlign w:val="superscript"/>
        </w:rPr>
        <w:t>lle</w:t>
      </w:r>
      <w:r w:rsidR="000E1451">
        <w:rPr>
          <w:rFonts w:cs="Georgia"/>
          <w:kern w:val="1"/>
        </w:rPr>
        <w:t> de </w:t>
      </w:r>
      <w:r>
        <w:rPr>
          <w:rFonts w:cs="Georgia"/>
          <w:kern w:val="1"/>
        </w:rPr>
        <w:t>Mirrbach</w:t>
      </w:r>
      <w:r w:rsidR="000E1451">
        <w:rPr>
          <w:rFonts w:cs="Georgia"/>
          <w:kern w:val="1"/>
        </w:rPr>
        <w:t>.</w:t>
      </w:r>
    </w:p>
    <w:p w14:paraId="51DE978E" w14:textId="77777777" w:rsidR="000E1451" w:rsidRDefault="00BE611A" w:rsidP="00BE611A">
      <w:pPr>
        <w:rPr>
          <w:rFonts w:cs="Georgia"/>
          <w:kern w:val="1"/>
        </w:rPr>
      </w:pPr>
      <w:r>
        <w:rPr>
          <w:rFonts w:cs="Georgia"/>
          <w:kern w:val="1"/>
        </w:rPr>
        <w:t>Le soir</w:t>
      </w:r>
      <w:r w:rsidR="000E1451">
        <w:rPr>
          <w:rFonts w:cs="Georgia"/>
          <w:kern w:val="1"/>
        </w:rPr>
        <w:t xml:space="preserve">, </w:t>
      </w:r>
      <w:r>
        <w:rPr>
          <w:rFonts w:cs="Georgia"/>
          <w:kern w:val="1"/>
        </w:rPr>
        <w:t>comme je me retirais</w:t>
      </w:r>
      <w:r w:rsidR="000E1451">
        <w:rPr>
          <w:rFonts w:cs="Georgia"/>
          <w:kern w:val="1"/>
        </w:rPr>
        <w:t xml:space="preserve">, </w:t>
      </w:r>
      <w:r>
        <w:rPr>
          <w:rFonts w:cs="Georgia"/>
          <w:kern w:val="1"/>
        </w:rPr>
        <w:t>je rencontrai Axelle dans le corridor</w:t>
      </w:r>
      <w:r w:rsidR="000E1451">
        <w:rPr>
          <w:rFonts w:cs="Georgia"/>
          <w:kern w:val="1"/>
        </w:rPr>
        <w:t xml:space="preserve">. </w:t>
      </w:r>
      <w:r>
        <w:rPr>
          <w:rFonts w:cs="Georgia"/>
          <w:kern w:val="1"/>
        </w:rPr>
        <w:t>Ces deux jours d</w:t>
      </w:r>
      <w:r w:rsidR="000E1451">
        <w:rPr>
          <w:rFonts w:cs="Georgia"/>
          <w:kern w:val="1"/>
        </w:rPr>
        <w:t>’</w:t>
      </w:r>
      <w:r>
        <w:rPr>
          <w:rFonts w:cs="Georgia"/>
          <w:kern w:val="1"/>
        </w:rPr>
        <w:t>épreuve me donnèrent le courage qui m</w:t>
      </w:r>
      <w:r w:rsidR="000E1451">
        <w:rPr>
          <w:rFonts w:cs="Georgia"/>
          <w:kern w:val="1"/>
        </w:rPr>
        <w:t>’</w:t>
      </w:r>
      <w:r>
        <w:rPr>
          <w:rFonts w:cs="Georgia"/>
          <w:kern w:val="1"/>
        </w:rPr>
        <w:t>avait fait défaut jusqu</w:t>
      </w:r>
      <w:r w:rsidR="000E1451">
        <w:rPr>
          <w:rFonts w:cs="Georgia"/>
          <w:kern w:val="1"/>
        </w:rPr>
        <w:t>’</w:t>
      </w:r>
      <w:r>
        <w:rPr>
          <w:rFonts w:cs="Georgia"/>
          <w:kern w:val="1"/>
        </w:rPr>
        <w:t>alors</w:t>
      </w:r>
      <w:r w:rsidR="000E1451">
        <w:rPr>
          <w:rFonts w:cs="Georgia"/>
          <w:kern w:val="1"/>
        </w:rPr>
        <w:t xml:space="preserve">. </w:t>
      </w:r>
      <w:r>
        <w:rPr>
          <w:rFonts w:cs="Georgia"/>
          <w:kern w:val="1"/>
        </w:rPr>
        <w:t>Au moment où elle allait passer</w:t>
      </w:r>
      <w:r w:rsidR="000E1451">
        <w:rPr>
          <w:rFonts w:cs="Georgia"/>
          <w:kern w:val="1"/>
        </w:rPr>
        <w:t xml:space="preserve">, </w:t>
      </w:r>
      <w:r>
        <w:rPr>
          <w:rFonts w:cs="Georgia"/>
          <w:kern w:val="1"/>
        </w:rPr>
        <w:t>ayant répondu à mon salut ainsi que de coutume</w:t>
      </w:r>
      <w:r w:rsidR="000E1451">
        <w:rPr>
          <w:rFonts w:cs="Georgia"/>
          <w:kern w:val="1"/>
        </w:rPr>
        <w:t xml:space="preserve">, </w:t>
      </w:r>
      <w:r>
        <w:rPr>
          <w:rFonts w:cs="Georgia"/>
          <w:kern w:val="1"/>
        </w:rPr>
        <w:t>je m</w:t>
      </w:r>
      <w:r w:rsidR="000E1451">
        <w:rPr>
          <w:rFonts w:cs="Georgia"/>
          <w:kern w:val="1"/>
        </w:rPr>
        <w:t>’</w:t>
      </w:r>
      <w:r>
        <w:rPr>
          <w:rFonts w:cs="Georgia"/>
          <w:kern w:val="1"/>
        </w:rPr>
        <w:t>avançai résolument vers elle</w:t>
      </w:r>
      <w:r w:rsidR="000E1451">
        <w:rPr>
          <w:rFonts w:cs="Georgia"/>
          <w:kern w:val="1"/>
        </w:rPr>
        <w:t>.</w:t>
      </w:r>
    </w:p>
    <w:p w14:paraId="6368F9F3" w14:textId="77777777" w:rsidR="000E1451" w:rsidRDefault="000E1451" w:rsidP="00BE611A">
      <w:pPr>
        <w:rPr>
          <w:rFonts w:cs="Georgia"/>
          <w:kern w:val="1"/>
        </w:rPr>
      </w:pPr>
      <w:r>
        <w:rPr>
          <w:rFonts w:cs="Georgia"/>
          <w:kern w:val="1"/>
        </w:rPr>
        <w:t>— </w:t>
      </w:r>
      <w:r w:rsidR="00BE611A">
        <w:rPr>
          <w:rFonts w:cs="Georgia"/>
          <w:kern w:val="1"/>
        </w:rPr>
        <w:t>Je sais</w:t>
      </w:r>
      <w:r>
        <w:rPr>
          <w:rFonts w:cs="Georgia"/>
          <w:kern w:val="1"/>
        </w:rPr>
        <w:t xml:space="preserve">, </w:t>
      </w:r>
      <w:r w:rsidR="00BE611A">
        <w:rPr>
          <w:rFonts w:cs="Georgia"/>
          <w:kern w:val="1"/>
        </w:rPr>
        <w:t>dis-je</w:t>
      </w:r>
      <w:r>
        <w:rPr>
          <w:rFonts w:cs="Georgia"/>
          <w:kern w:val="1"/>
        </w:rPr>
        <w:t xml:space="preserve">, </w:t>
      </w:r>
      <w:r w:rsidR="00BE611A">
        <w:rPr>
          <w:rFonts w:cs="Georgia"/>
          <w:kern w:val="1"/>
        </w:rPr>
        <w:t>de quelle attention je vous suis redevable</w:t>
      </w:r>
      <w:r>
        <w:rPr>
          <w:rFonts w:cs="Georgia"/>
          <w:kern w:val="1"/>
        </w:rPr>
        <w:t>.</w:t>
      </w:r>
    </w:p>
    <w:p w14:paraId="4D49D789" w14:textId="77777777" w:rsidR="000E1451" w:rsidRDefault="00BE611A" w:rsidP="00BE611A">
      <w:pPr>
        <w:rPr>
          <w:rFonts w:cs="Georgia"/>
          <w:kern w:val="1"/>
        </w:rPr>
      </w:pPr>
      <w:r>
        <w:rPr>
          <w:rFonts w:cs="Georgia"/>
          <w:kern w:val="1"/>
        </w:rPr>
        <w:t>Elle eût le geste évasif de ceux qui ne tiennent pas à ce qu</w:t>
      </w:r>
      <w:r w:rsidR="000E1451">
        <w:rPr>
          <w:rFonts w:cs="Georgia"/>
          <w:kern w:val="1"/>
        </w:rPr>
        <w:t>’</w:t>
      </w:r>
      <w:r>
        <w:rPr>
          <w:rFonts w:cs="Georgia"/>
          <w:kern w:val="1"/>
        </w:rPr>
        <w:t>on leur exprime une gratitude quelconque</w:t>
      </w:r>
      <w:r w:rsidR="000E1451">
        <w:rPr>
          <w:rFonts w:cs="Georgia"/>
          <w:kern w:val="1"/>
        </w:rPr>
        <w:t>.</w:t>
      </w:r>
    </w:p>
    <w:p w14:paraId="24DE9111" w14:textId="77777777" w:rsidR="000E1451" w:rsidRDefault="000E1451" w:rsidP="00BE611A">
      <w:pPr>
        <w:rPr>
          <w:rFonts w:cs="Georgia"/>
          <w:kern w:val="1"/>
        </w:rPr>
      </w:pPr>
      <w:r>
        <w:rPr>
          <w:rFonts w:cs="Georgia"/>
          <w:kern w:val="1"/>
        </w:rPr>
        <w:t>— </w:t>
      </w:r>
      <w:r w:rsidR="00BE611A">
        <w:rPr>
          <w:rFonts w:cs="Georgia"/>
          <w:kern w:val="1"/>
        </w:rPr>
        <w:t>Madame votre mère était âgée</w:t>
      </w:r>
      <w:r>
        <w:rPr>
          <w:rFonts w:cs="Georgia"/>
          <w:kern w:val="1"/>
        </w:rPr>
        <w:t xml:space="preserve"> ? </w:t>
      </w:r>
      <w:r w:rsidR="00BE611A">
        <w:rPr>
          <w:rFonts w:cs="Georgia"/>
          <w:kern w:val="1"/>
        </w:rPr>
        <w:t>demanda-t-elle</w:t>
      </w:r>
      <w:r>
        <w:rPr>
          <w:rFonts w:cs="Georgia"/>
          <w:kern w:val="1"/>
        </w:rPr>
        <w:t xml:space="preserve">, </w:t>
      </w:r>
      <w:r w:rsidR="00BE611A">
        <w:rPr>
          <w:rFonts w:cs="Georgia"/>
          <w:kern w:val="1"/>
        </w:rPr>
        <w:t>cependant</w:t>
      </w:r>
      <w:r>
        <w:rPr>
          <w:rFonts w:cs="Georgia"/>
          <w:kern w:val="1"/>
        </w:rPr>
        <w:t>.</w:t>
      </w:r>
    </w:p>
    <w:p w14:paraId="096FFB0B" w14:textId="77777777" w:rsidR="000E1451" w:rsidRDefault="000E1451" w:rsidP="00BE611A">
      <w:pPr>
        <w:rPr>
          <w:rFonts w:cs="Georgia"/>
          <w:kern w:val="1"/>
        </w:rPr>
      </w:pPr>
      <w:r>
        <w:rPr>
          <w:rFonts w:cs="Georgia"/>
          <w:kern w:val="1"/>
        </w:rPr>
        <w:t>— </w:t>
      </w:r>
      <w:r w:rsidR="00BE611A">
        <w:rPr>
          <w:rFonts w:cs="Georgia"/>
          <w:kern w:val="1"/>
        </w:rPr>
        <w:t>Elle avait soixante-six ans</w:t>
      </w:r>
      <w:r>
        <w:rPr>
          <w:rFonts w:cs="Georgia"/>
          <w:kern w:val="1"/>
        </w:rPr>
        <w:t>.</w:t>
      </w:r>
    </w:p>
    <w:p w14:paraId="27FE7B83" w14:textId="77777777" w:rsidR="000E1451" w:rsidRDefault="00BE611A" w:rsidP="00BE611A">
      <w:pPr>
        <w:rPr>
          <w:rFonts w:cs="Georgia"/>
          <w:kern w:val="1"/>
        </w:rPr>
      </w:pPr>
      <w:r>
        <w:rPr>
          <w:rFonts w:cs="Georgia"/>
          <w:kern w:val="1"/>
        </w:rPr>
        <w:lastRenderedPageBreak/>
        <w:t>Elle s</w:t>
      </w:r>
      <w:r w:rsidR="000E1451">
        <w:rPr>
          <w:rFonts w:cs="Georgia"/>
          <w:kern w:val="1"/>
        </w:rPr>
        <w:t>’</w:t>
      </w:r>
      <w:r>
        <w:rPr>
          <w:rFonts w:cs="Georgia"/>
          <w:kern w:val="1"/>
        </w:rPr>
        <w:t>inclina</w:t>
      </w:r>
      <w:r w:rsidR="000E1451">
        <w:rPr>
          <w:rFonts w:cs="Georgia"/>
          <w:kern w:val="1"/>
        </w:rPr>
        <w:t xml:space="preserve">, </w:t>
      </w:r>
      <w:r>
        <w:rPr>
          <w:rFonts w:cs="Georgia"/>
          <w:kern w:val="1"/>
        </w:rPr>
        <w:t>voulut s</w:t>
      </w:r>
      <w:r w:rsidR="000E1451">
        <w:rPr>
          <w:rFonts w:cs="Georgia"/>
          <w:kern w:val="1"/>
        </w:rPr>
        <w:t>’</w:t>
      </w:r>
      <w:r>
        <w:rPr>
          <w:rFonts w:cs="Georgia"/>
          <w:kern w:val="1"/>
        </w:rPr>
        <w:t>éloigner</w:t>
      </w:r>
      <w:r w:rsidR="000E1451">
        <w:rPr>
          <w:rFonts w:cs="Georgia"/>
          <w:kern w:val="1"/>
        </w:rPr>
        <w:t xml:space="preserve">. </w:t>
      </w:r>
      <w:r>
        <w:rPr>
          <w:rFonts w:cs="Georgia"/>
          <w:kern w:val="1"/>
        </w:rPr>
        <w:t>De nouveau</w:t>
      </w:r>
      <w:r w:rsidR="000E1451">
        <w:rPr>
          <w:rFonts w:cs="Georgia"/>
          <w:kern w:val="1"/>
        </w:rPr>
        <w:t xml:space="preserve">, </w:t>
      </w:r>
      <w:r>
        <w:rPr>
          <w:rFonts w:cs="Georgia"/>
          <w:kern w:val="1"/>
        </w:rPr>
        <w:t>elle me trouva sur son chemin</w:t>
      </w:r>
      <w:r w:rsidR="000E1451">
        <w:rPr>
          <w:rFonts w:cs="Georgia"/>
          <w:kern w:val="1"/>
        </w:rPr>
        <w:t>.</w:t>
      </w:r>
    </w:p>
    <w:p w14:paraId="68D51200" w14:textId="77777777" w:rsidR="000E1451" w:rsidRDefault="000E1451" w:rsidP="00BE611A">
      <w:pPr>
        <w:rPr>
          <w:rFonts w:cs="Georgia"/>
          <w:kern w:val="1"/>
        </w:rPr>
      </w:pPr>
      <w:r>
        <w:rPr>
          <w:rFonts w:cs="Georgia"/>
          <w:kern w:val="1"/>
        </w:rPr>
        <w:t>— </w:t>
      </w:r>
      <w:r w:rsidR="00BE611A">
        <w:rPr>
          <w:rFonts w:cs="Georgia"/>
          <w:kern w:val="1"/>
        </w:rPr>
        <w:t>Permettez-moi de vous remercier</w:t>
      </w:r>
      <w:r>
        <w:rPr>
          <w:rFonts w:cs="Georgia"/>
          <w:kern w:val="1"/>
        </w:rPr>
        <w:t xml:space="preserve">, </w:t>
      </w:r>
      <w:r w:rsidR="00BE611A">
        <w:rPr>
          <w:rFonts w:cs="Georgia"/>
          <w:kern w:val="1"/>
        </w:rPr>
        <w:t>lui dis-je</w:t>
      </w:r>
      <w:r>
        <w:rPr>
          <w:rFonts w:cs="Georgia"/>
          <w:kern w:val="1"/>
        </w:rPr>
        <w:t>.</w:t>
      </w:r>
    </w:p>
    <w:p w14:paraId="512079CB" w14:textId="77777777" w:rsidR="000E1451" w:rsidRDefault="000E1451" w:rsidP="00BE611A">
      <w:pPr>
        <w:rPr>
          <w:rFonts w:cs="Georgia"/>
          <w:kern w:val="1"/>
        </w:rPr>
      </w:pPr>
      <w:r>
        <w:rPr>
          <w:rFonts w:cs="Georgia"/>
          <w:kern w:val="1"/>
        </w:rPr>
        <w:t>— </w:t>
      </w:r>
      <w:r w:rsidR="00BE611A">
        <w:rPr>
          <w:rFonts w:cs="Georgia"/>
          <w:kern w:val="1"/>
        </w:rPr>
        <w:t>Cela n</w:t>
      </w:r>
      <w:r>
        <w:rPr>
          <w:rFonts w:cs="Georgia"/>
          <w:kern w:val="1"/>
        </w:rPr>
        <w:t>’</w:t>
      </w:r>
      <w:r w:rsidR="00BE611A">
        <w:rPr>
          <w:rFonts w:cs="Georgia"/>
          <w:kern w:val="1"/>
        </w:rPr>
        <w:t>en vaut pas la peine</w:t>
      </w:r>
      <w:r>
        <w:rPr>
          <w:rFonts w:cs="Georgia"/>
          <w:kern w:val="1"/>
        </w:rPr>
        <w:t>.</w:t>
      </w:r>
    </w:p>
    <w:p w14:paraId="65ED3AE2" w14:textId="77777777" w:rsidR="000E1451" w:rsidRDefault="00BE611A" w:rsidP="00BE611A">
      <w:pPr>
        <w:rPr>
          <w:rFonts w:cs="Georgia"/>
          <w:kern w:val="1"/>
        </w:rPr>
      </w:pPr>
      <w:r>
        <w:rPr>
          <w:rFonts w:cs="Georgia"/>
          <w:kern w:val="1"/>
        </w:rPr>
        <w:t>L</w:t>
      </w:r>
      <w:r w:rsidR="000E1451">
        <w:rPr>
          <w:rFonts w:cs="Georgia"/>
          <w:kern w:val="1"/>
        </w:rPr>
        <w:t>’</w:t>
      </w:r>
      <w:r>
        <w:rPr>
          <w:rFonts w:cs="Georgia"/>
          <w:kern w:val="1"/>
        </w:rPr>
        <w:t>endroit du corridor où nous nous trouvions était si sombre que je ne distinguais plus ses traits</w:t>
      </w:r>
      <w:r w:rsidR="000E1451">
        <w:rPr>
          <w:rFonts w:cs="Georgia"/>
          <w:kern w:val="1"/>
        </w:rPr>
        <w:t>.</w:t>
      </w:r>
    </w:p>
    <w:p w14:paraId="58F8DDA5" w14:textId="77777777" w:rsidR="000E1451" w:rsidRDefault="00BE611A" w:rsidP="00BE611A">
      <w:pPr>
        <w:rPr>
          <w:rFonts w:cs="Georgia"/>
          <w:kern w:val="1"/>
        </w:rPr>
      </w:pPr>
      <w:r>
        <w:rPr>
          <w:rFonts w:cs="Georgia"/>
          <w:kern w:val="1"/>
        </w:rPr>
        <w:t>D</w:t>
      </w:r>
      <w:r w:rsidR="000E1451">
        <w:rPr>
          <w:rFonts w:cs="Georgia"/>
          <w:kern w:val="1"/>
        </w:rPr>
        <w:t>’</w:t>
      </w:r>
      <w:r>
        <w:rPr>
          <w:rFonts w:cs="Georgia"/>
          <w:kern w:val="1"/>
        </w:rPr>
        <w:t>une voix un peu altérée</w:t>
      </w:r>
      <w:r w:rsidR="000E1451">
        <w:rPr>
          <w:rFonts w:cs="Georgia"/>
          <w:kern w:val="1"/>
        </w:rPr>
        <w:t xml:space="preserve">, </w:t>
      </w:r>
      <w:r>
        <w:rPr>
          <w:rFonts w:cs="Georgia"/>
          <w:kern w:val="1"/>
        </w:rPr>
        <w:t>elle répéta</w:t>
      </w:r>
      <w:r w:rsidR="000E1451">
        <w:rPr>
          <w:rFonts w:cs="Georgia"/>
          <w:kern w:val="1"/>
        </w:rPr>
        <w:t> :</w:t>
      </w:r>
    </w:p>
    <w:p w14:paraId="5E5BF235" w14:textId="77777777" w:rsidR="000E1451" w:rsidRDefault="000E1451" w:rsidP="00BE611A">
      <w:pPr>
        <w:rPr>
          <w:rFonts w:cs="Georgia"/>
          <w:kern w:val="1"/>
        </w:rPr>
      </w:pPr>
      <w:r>
        <w:rPr>
          <w:rFonts w:cs="Georgia"/>
          <w:kern w:val="1"/>
        </w:rPr>
        <w:t>— </w:t>
      </w:r>
      <w:r w:rsidR="00BE611A">
        <w:rPr>
          <w:rFonts w:cs="Georgia"/>
          <w:kern w:val="1"/>
        </w:rPr>
        <w:t>Cela n</w:t>
      </w:r>
      <w:r>
        <w:rPr>
          <w:rFonts w:cs="Georgia"/>
          <w:kern w:val="1"/>
        </w:rPr>
        <w:t>’</w:t>
      </w:r>
      <w:r w:rsidR="00BE611A">
        <w:rPr>
          <w:rFonts w:cs="Georgia"/>
          <w:kern w:val="1"/>
        </w:rPr>
        <w:t>en vaut pas la peine</w:t>
      </w:r>
      <w:r>
        <w:rPr>
          <w:rFonts w:cs="Georgia"/>
          <w:kern w:val="1"/>
        </w:rPr>
        <w:t xml:space="preserve">. </w:t>
      </w:r>
      <w:r w:rsidR="00BE611A">
        <w:rPr>
          <w:rFonts w:cs="Georgia"/>
          <w:kern w:val="1"/>
        </w:rPr>
        <w:t>Du crêpe</w:t>
      </w:r>
      <w:r>
        <w:rPr>
          <w:rFonts w:cs="Georgia"/>
          <w:kern w:val="1"/>
        </w:rPr>
        <w:t xml:space="preserve">, </w:t>
      </w:r>
      <w:r w:rsidR="00BE611A">
        <w:rPr>
          <w:rFonts w:cs="Georgia"/>
          <w:kern w:val="1"/>
        </w:rPr>
        <w:t>vraiment</w:t>
      </w:r>
      <w:r>
        <w:rPr>
          <w:rFonts w:cs="Georgia"/>
          <w:kern w:val="1"/>
        </w:rPr>
        <w:t xml:space="preserve">, </w:t>
      </w:r>
      <w:r w:rsidR="00BE611A">
        <w:rPr>
          <w:rFonts w:cs="Georgia"/>
          <w:kern w:val="1"/>
        </w:rPr>
        <w:t>ce n</w:t>
      </w:r>
      <w:r>
        <w:rPr>
          <w:rFonts w:cs="Georgia"/>
          <w:kern w:val="1"/>
        </w:rPr>
        <w:t>’</w:t>
      </w:r>
      <w:r w:rsidR="00BE611A">
        <w:rPr>
          <w:rFonts w:cs="Georgia"/>
          <w:kern w:val="1"/>
        </w:rPr>
        <w:t>est pas ce qui manque</w:t>
      </w:r>
      <w:r>
        <w:rPr>
          <w:rFonts w:cs="Georgia"/>
          <w:kern w:val="1"/>
        </w:rPr>
        <w:t xml:space="preserve">, </w:t>
      </w:r>
      <w:r w:rsidR="00BE611A">
        <w:rPr>
          <w:rFonts w:cs="Georgia"/>
          <w:kern w:val="1"/>
        </w:rPr>
        <w:t>ici</w:t>
      </w:r>
      <w:r>
        <w:rPr>
          <w:rFonts w:cs="Georgia"/>
          <w:kern w:val="1"/>
        </w:rPr>
        <w:t>.</w:t>
      </w:r>
    </w:p>
    <w:p w14:paraId="0867D158" w14:textId="77777777" w:rsidR="00BE611A" w:rsidRDefault="00BE611A" w:rsidP="000E1451">
      <w:pPr>
        <w:pStyle w:val="Titre1"/>
        <w:numPr>
          <w:ilvl w:val="0"/>
          <w:numId w:val="15"/>
        </w:numPr>
        <w:ind w:left="0" w:firstLine="0"/>
        <w:rPr>
          <w:rFonts w:cs="Georgia"/>
          <w:kern w:val="1"/>
        </w:rPr>
      </w:pPr>
      <w:bookmarkStart w:id="16" w:name="__RefHeading__7380_928681719"/>
      <w:bookmarkStart w:id="17" w:name="_Toc195555067"/>
      <w:bookmarkEnd w:id="16"/>
      <w:r>
        <w:rPr>
          <w:kern w:val="1"/>
        </w:rPr>
        <w:lastRenderedPageBreak/>
        <w:t>IX</w:t>
      </w:r>
      <w:bookmarkEnd w:id="17"/>
    </w:p>
    <w:p w14:paraId="11D6DAA3" w14:textId="77777777" w:rsidR="000E1451" w:rsidRDefault="00BE611A" w:rsidP="00BE611A">
      <w:pPr>
        <w:rPr>
          <w:rFonts w:cs="Georgia"/>
          <w:bCs/>
          <w:kern w:val="1"/>
        </w:rPr>
      </w:pPr>
      <w:r>
        <w:rPr>
          <w:rFonts w:cs="Georgia"/>
          <w:kern w:val="1"/>
        </w:rPr>
        <w:t>La garnison de Ratibor</w:t>
      </w:r>
      <w:r w:rsidR="000E1451">
        <w:rPr>
          <w:rFonts w:cs="Georgia"/>
          <w:kern w:val="1"/>
        </w:rPr>
        <w:t xml:space="preserve">, </w:t>
      </w:r>
      <w:r>
        <w:rPr>
          <w:rFonts w:cs="Georgia"/>
          <w:kern w:val="1"/>
        </w:rPr>
        <w:t>petite ville de Silésie située tout près de la frontière autrichienne</w:t>
      </w:r>
      <w:r w:rsidR="000E1451">
        <w:rPr>
          <w:rFonts w:cs="Georgia"/>
          <w:kern w:val="1"/>
        </w:rPr>
        <w:t xml:space="preserve">, </w:t>
      </w:r>
      <w:r>
        <w:rPr>
          <w:rFonts w:cs="Georgia"/>
          <w:kern w:val="1"/>
        </w:rPr>
        <w:t>se composait</w:t>
      </w:r>
      <w:r w:rsidR="000E1451">
        <w:rPr>
          <w:rFonts w:cs="Georgia"/>
          <w:kern w:val="1"/>
        </w:rPr>
        <w:t xml:space="preserve">, </w:t>
      </w:r>
      <w:r>
        <w:rPr>
          <w:rFonts w:cs="Georgia"/>
          <w:kern w:val="1"/>
        </w:rPr>
        <w:t>vers 1888</w:t>
      </w:r>
      <w:r w:rsidR="000E1451">
        <w:rPr>
          <w:rFonts w:cs="Georgia"/>
          <w:kern w:val="1"/>
        </w:rPr>
        <w:t xml:space="preserve">, </w:t>
      </w:r>
      <w:r>
        <w:rPr>
          <w:rFonts w:cs="Georgia"/>
          <w:kern w:val="1"/>
        </w:rPr>
        <w:t>d</w:t>
      </w:r>
      <w:r w:rsidR="000E1451">
        <w:rPr>
          <w:rFonts w:cs="Georgia"/>
          <w:kern w:val="1"/>
        </w:rPr>
        <w:t>’</w:t>
      </w:r>
      <w:r>
        <w:rPr>
          <w:rFonts w:cs="Georgia"/>
          <w:kern w:val="1"/>
        </w:rPr>
        <w:t xml:space="preserve">un escadron du </w:t>
      </w:r>
      <w:r w:rsidR="000E1451">
        <w:rPr>
          <w:rFonts w:cs="Georgia"/>
          <w:kern w:val="1"/>
        </w:rPr>
        <w:t>6</w:t>
      </w:r>
      <w:r w:rsidR="000E1451" w:rsidRPr="000E1451">
        <w:rPr>
          <w:rFonts w:cs="Georgia"/>
          <w:kern w:val="1"/>
          <w:vertAlign w:val="superscript"/>
        </w:rPr>
        <w:t>e</w:t>
      </w:r>
      <w:r w:rsidR="000E1451">
        <w:rPr>
          <w:rFonts w:cs="Georgia"/>
          <w:kern w:val="1"/>
        </w:rPr>
        <w:t xml:space="preserve"> </w:t>
      </w:r>
      <w:r>
        <w:rPr>
          <w:rFonts w:cs="Georgia"/>
          <w:kern w:val="1"/>
        </w:rPr>
        <w:t>Régiment de Hussards et d</w:t>
      </w:r>
      <w:r w:rsidR="000E1451">
        <w:rPr>
          <w:rFonts w:cs="Georgia"/>
          <w:kern w:val="1"/>
        </w:rPr>
        <w:t>’</w:t>
      </w:r>
      <w:r>
        <w:rPr>
          <w:rFonts w:cs="Georgia"/>
          <w:kern w:val="1"/>
        </w:rPr>
        <w:t>un bataillon du 6</w:t>
      </w:r>
      <w:r w:rsidR="000E1451">
        <w:rPr>
          <w:rFonts w:cs="Georgia"/>
          <w:kern w:val="1"/>
        </w:rPr>
        <w:t>2</w:t>
      </w:r>
      <w:r w:rsidR="000E1451" w:rsidRPr="000E1451">
        <w:rPr>
          <w:rFonts w:cs="Georgia"/>
          <w:kern w:val="1"/>
          <w:vertAlign w:val="superscript"/>
        </w:rPr>
        <w:t>e</w:t>
      </w:r>
      <w:r w:rsidR="000E1451">
        <w:rPr>
          <w:rFonts w:cs="Georgia"/>
          <w:kern w:val="1"/>
        </w:rPr>
        <w:t xml:space="preserve"> </w:t>
      </w:r>
      <w:r>
        <w:rPr>
          <w:rFonts w:cs="Georgia"/>
          <w:kern w:val="1"/>
        </w:rPr>
        <w:t>de ligne</w:t>
      </w:r>
      <w:r w:rsidR="000E1451">
        <w:rPr>
          <w:rFonts w:cs="Georgia"/>
          <w:kern w:val="1"/>
        </w:rPr>
        <w:t xml:space="preserve">. </w:t>
      </w:r>
      <w:r>
        <w:rPr>
          <w:rFonts w:cs="Georgia"/>
          <w:kern w:val="1"/>
        </w:rPr>
        <w:t>Les officiers subalternes de ces deux unités prenaient leur repas à la même pension</w:t>
      </w:r>
      <w:r w:rsidR="000E1451">
        <w:rPr>
          <w:rFonts w:cs="Georgia"/>
          <w:kern w:val="1"/>
        </w:rPr>
        <w:t xml:space="preserve">, </w:t>
      </w:r>
      <w:r>
        <w:rPr>
          <w:rFonts w:cs="Georgia"/>
          <w:kern w:val="1"/>
        </w:rPr>
        <w:t xml:space="preserve">au même </w:t>
      </w:r>
      <w:r>
        <w:rPr>
          <w:rFonts w:cs="Georgia"/>
          <w:bCs/>
          <w:i/>
          <w:iCs/>
          <w:kern w:val="1"/>
        </w:rPr>
        <w:t>Casino</w:t>
      </w:r>
      <w:r w:rsidR="000E1451">
        <w:t xml:space="preserve">, </w:t>
      </w:r>
      <w:r>
        <w:rPr>
          <w:rFonts w:cs="Georgia"/>
          <w:kern w:val="1"/>
        </w:rPr>
        <w:t>pour employer l</w:t>
      </w:r>
      <w:r w:rsidR="000E1451">
        <w:rPr>
          <w:rFonts w:cs="Georgia"/>
          <w:kern w:val="1"/>
        </w:rPr>
        <w:t>’</w:t>
      </w:r>
      <w:r>
        <w:rPr>
          <w:rFonts w:cs="Georgia"/>
          <w:kern w:val="1"/>
        </w:rPr>
        <w:t xml:space="preserve">expression allemande qui donne à ce terme à peu près le sens de notre mot </w:t>
      </w:r>
      <w:r>
        <w:rPr>
          <w:rFonts w:cs="Georgia"/>
          <w:bCs/>
          <w:i/>
          <w:iCs/>
          <w:kern w:val="1"/>
        </w:rPr>
        <w:t>cercle</w:t>
      </w:r>
      <w:r w:rsidR="000E1451">
        <w:rPr>
          <w:rFonts w:cs="Georgia"/>
          <w:bCs/>
          <w:kern w:val="1"/>
        </w:rPr>
        <w:t>.</w:t>
      </w:r>
    </w:p>
    <w:p w14:paraId="7A8E657F" w14:textId="77777777" w:rsidR="000E1451" w:rsidRDefault="00BE611A" w:rsidP="00BE611A">
      <w:pPr>
        <w:rPr>
          <w:rFonts w:cs="Georgia"/>
          <w:kern w:val="1"/>
        </w:rPr>
      </w:pPr>
      <w:r>
        <w:rPr>
          <w:rFonts w:cs="Georgia"/>
          <w:kern w:val="1"/>
        </w:rPr>
        <w:t>On sait quelle rivalité anime d</w:t>
      </w:r>
      <w:r w:rsidR="000E1451">
        <w:rPr>
          <w:rFonts w:cs="Georgia"/>
          <w:kern w:val="1"/>
        </w:rPr>
        <w:t>’</w:t>
      </w:r>
      <w:r>
        <w:rPr>
          <w:rFonts w:cs="Georgia"/>
          <w:kern w:val="1"/>
        </w:rPr>
        <w:t>ordinaire les rapports entre fantassins et cavaliers</w:t>
      </w:r>
      <w:r w:rsidR="000E1451">
        <w:rPr>
          <w:rFonts w:cs="Georgia"/>
          <w:kern w:val="1"/>
        </w:rPr>
        <w:t xml:space="preserve">. </w:t>
      </w:r>
      <w:r>
        <w:rPr>
          <w:rFonts w:cs="Georgia"/>
          <w:kern w:val="1"/>
        </w:rPr>
        <w:t>Elle se manifeste avec une acuité particulière dans un pays comme la Prusse</w:t>
      </w:r>
      <w:r w:rsidR="000E1451">
        <w:rPr>
          <w:rFonts w:cs="Georgia"/>
          <w:kern w:val="1"/>
        </w:rPr>
        <w:t xml:space="preserve">, </w:t>
      </w:r>
      <w:r>
        <w:rPr>
          <w:rFonts w:cs="Georgia"/>
          <w:kern w:val="1"/>
        </w:rPr>
        <w:t>où l</w:t>
      </w:r>
      <w:r w:rsidR="000E1451">
        <w:rPr>
          <w:rFonts w:cs="Georgia"/>
          <w:kern w:val="1"/>
        </w:rPr>
        <w:t>’</w:t>
      </w:r>
      <w:r>
        <w:rPr>
          <w:rFonts w:cs="Georgia"/>
          <w:kern w:val="1"/>
        </w:rPr>
        <w:t>esprit de corps est plus développé que partout ailleurs</w:t>
      </w:r>
      <w:r w:rsidR="000E1451">
        <w:rPr>
          <w:rFonts w:cs="Georgia"/>
          <w:kern w:val="1"/>
        </w:rPr>
        <w:t xml:space="preserve">. </w:t>
      </w:r>
      <w:r>
        <w:rPr>
          <w:rFonts w:cs="Georgia"/>
          <w:kern w:val="1"/>
        </w:rPr>
        <w:t>En acceptant d</w:t>
      </w:r>
      <w:r w:rsidR="000E1451">
        <w:rPr>
          <w:rFonts w:cs="Georgia"/>
          <w:kern w:val="1"/>
        </w:rPr>
        <w:t>’</w:t>
      </w:r>
      <w:r>
        <w:rPr>
          <w:rFonts w:cs="Georgia"/>
          <w:kern w:val="1"/>
        </w:rPr>
        <w:t>avoir un Casino commun</w:t>
      </w:r>
      <w:r w:rsidR="000E1451">
        <w:rPr>
          <w:rFonts w:cs="Georgia"/>
          <w:kern w:val="1"/>
        </w:rPr>
        <w:t xml:space="preserve">, </w:t>
      </w:r>
      <w:r>
        <w:rPr>
          <w:rFonts w:cs="Georgia"/>
          <w:kern w:val="1"/>
        </w:rPr>
        <w:t>les officiers de Ratibor constituaient une exception fort remarquable</w:t>
      </w:r>
      <w:r w:rsidR="000E1451">
        <w:rPr>
          <w:rFonts w:cs="Georgia"/>
          <w:kern w:val="1"/>
        </w:rPr>
        <w:t xml:space="preserve">. </w:t>
      </w:r>
      <w:r>
        <w:rPr>
          <w:rFonts w:cs="Georgia"/>
          <w:kern w:val="1"/>
        </w:rPr>
        <w:t>La trêve ainsi conclue n</w:t>
      </w:r>
      <w:r w:rsidR="000E1451">
        <w:rPr>
          <w:rFonts w:cs="Georgia"/>
          <w:kern w:val="1"/>
        </w:rPr>
        <w:t>’</w:t>
      </w:r>
      <w:r>
        <w:rPr>
          <w:rFonts w:cs="Georgia"/>
          <w:kern w:val="1"/>
        </w:rPr>
        <w:t>allait d</w:t>
      </w:r>
      <w:r w:rsidR="000E1451">
        <w:rPr>
          <w:rFonts w:cs="Georgia"/>
          <w:kern w:val="1"/>
        </w:rPr>
        <w:t>’</w:t>
      </w:r>
      <w:r>
        <w:rPr>
          <w:rFonts w:cs="Georgia"/>
          <w:kern w:val="1"/>
        </w:rPr>
        <w:t>ailleurs pas jusqu</w:t>
      </w:r>
      <w:r w:rsidR="000E1451">
        <w:rPr>
          <w:rFonts w:cs="Georgia"/>
          <w:kern w:val="1"/>
        </w:rPr>
        <w:t>’</w:t>
      </w:r>
      <w:r>
        <w:rPr>
          <w:rFonts w:cs="Georgia"/>
          <w:kern w:val="1"/>
        </w:rPr>
        <w:t>à les faire se réunir dans une seule et unique pièce</w:t>
      </w:r>
      <w:r w:rsidR="000E1451">
        <w:rPr>
          <w:rFonts w:cs="Georgia"/>
          <w:kern w:val="1"/>
        </w:rPr>
        <w:t xml:space="preserve">. </w:t>
      </w:r>
      <w:r>
        <w:rPr>
          <w:rFonts w:cs="Georgia"/>
          <w:kern w:val="1"/>
        </w:rPr>
        <w:t>De chaque côté du corridor de la pension s</w:t>
      </w:r>
      <w:r w:rsidR="000E1451">
        <w:rPr>
          <w:rFonts w:cs="Georgia"/>
          <w:kern w:val="1"/>
        </w:rPr>
        <w:t>’</w:t>
      </w:r>
      <w:r>
        <w:rPr>
          <w:rFonts w:cs="Georgia"/>
          <w:kern w:val="1"/>
        </w:rPr>
        <w:t>ouvrait une porte</w:t>
      </w:r>
      <w:r w:rsidR="000E1451">
        <w:rPr>
          <w:rFonts w:cs="Georgia"/>
          <w:kern w:val="1"/>
        </w:rPr>
        <w:t xml:space="preserve">. </w:t>
      </w:r>
      <w:r>
        <w:rPr>
          <w:rFonts w:cs="Georgia"/>
          <w:kern w:val="1"/>
        </w:rPr>
        <w:t>La première donnait accès dans la salle à manger des fantassins</w:t>
      </w:r>
      <w:r w:rsidR="000E1451">
        <w:rPr>
          <w:rFonts w:cs="Georgia"/>
          <w:kern w:val="1"/>
        </w:rPr>
        <w:t xml:space="preserve">, </w:t>
      </w:r>
      <w:r>
        <w:rPr>
          <w:rFonts w:cs="Georgia"/>
          <w:kern w:val="1"/>
        </w:rPr>
        <w:t>la seconde dans celle des hussards</w:t>
      </w:r>
      <w:r w:rsidR="000E1451">
        <w:rPr>
          <w:rFonts w:cs="Georgia"/>
          <w:kern w:val="1"/>
        </w:rPr>
        <w:t xml:space="preserve">. </w:t>
      </w:r>
      <w:r>
        <w:rPr>
          <w:rFonts w:cs="Georgia"/>
          <w:kern w:val="1"/>
        </w:rPr>
        <w:t>Mais que les uns et les autres consentissent à se croiser dans le même couloir</w:t>
      </w:r>
      <w:r w:rsidR="000E1451">
        <w:rPr>
          <w:rFonts w:cs="Georgia"/>
          <w:kern w:val="1"/>
        </w:rPr>
        <w:t xml:space="preserve">, </w:t>
      </w:r>
      <w:r>
        <w:rPr>
          <w:rFonts w:cs="Georgia"/>
          <w:kern w:val="1"/>
        </w:rPr>
        <w:t>à accrocher leurs ceinturons au même porte-manteau</w:t>
      </w:r>
      <w:r w:rsidR="000E1451">
        <w:rPr>
          <w:rFonts w:cs="Georgia"/>
          <w:kern w:val="1"/>
        </w:rPr>
        <w:t xml:space="preserve">, </w:t>
      </w:r>
      <w:r>
        <w:rPr>
          <w:rFonts w:cs="Georgia"/>
          <w:kern w:val="1"/>
        </w:rPr>
        <w:t>il n</w:t>
      </w:r>
      <w:r w:rsidR="000E1451">
        <w:rPr>
          <w:rFonts w:cs="Georgia"/>
          <w:kern w:val="1"/>
        </w:rPr>
        <w:t>’</w:t>
      </w:r>
      <w:r>
        <w:rPr>
          <w:rFonts w:cs="Georgia"/>
          <w:kern w:val="1"/>
        </w:rPr>
        <w:t>y en avait pas moins là un miracle des plus surprenants</w:t>
      </w:r>
      <w:r w:rsidR="000E1451">
        <w:rPr>
          <w:rFonts w:cs="Georgia"/>
          <w:kern w:val="1"/>
        </w:rPr>
        <w:t>.</w:t>
      </w:r>
    </w:p>
    <w:p w14:paraId="43D8A183" w14:textId="77777777" w:rsidR="000E1451" w:rsidRDefault="00BE611A" w:rsidP="00BE611A">
      <w:pPr>
        <w:rPr>
          <w:rFonts w:cs="Georgia"/>
          <w:kern w:val="1"/>
        </w:rPr>
      </w:pPr>
      <w:r>
        <w:rPr>
          <w:rFonts w:cs="Georgia"/>
          <w:kern w:val="1"/>
        </w:rPr>
        <w:t>Un tel résultat était le couronnement des efforts de l</w:t>
      </w:r>
      <w:r w:rsidR="000E1451">
        <w:rPr>
          <w:rFonts w:cs="Georgia"/>
          <w:kern w:val="1"/>
        </w:rPr>
        <w:t>’</w:t>
      </w:r>
      <w:r>
        <w:rPr>
          <w:rFonts w:cs="Georgia"/>
          <w:kern w:val="1"/>
        </w:rPr>
        <w:t>hôtelière</w:t>
      </w:r>
      <w:r w:rsidR="000E1451">
        <w:rPr>
          <w:rFonts w:cs="Georgia"/>
          <w:kern w:val="1"/>
        </w:rPr>
        <w:t>, M</w:t>
      </w:r>
      <w:r w:rsidR="000E1451" w:rsidRPr="000E1451">
        <w:rPr>
          <w:rFonts w:cs="Georgia"/>
          <w:kern w:val="1"/>
          <w:vertAlign w:val="superscript"/>
        </w:rPr>
        <w:t>me</w:t>
      </w:r>
      <w:r w:rsidR="000E1451">
        <w:rPr>
          <w:rFonts w:cs="Georgia"/>
          <w:kern w:val="1"/>
        </w:rPr>
        <w:t> </w:t>
      </w:r>
      <w:r>
        <w:rPr>
          <w:rFonts w:cs="Georgia"/>
          <w:kern w:val="1"/>
        </w:rPr>
        <w:t>Küntz</w:t>
      </w:r>
      <w:r w:rsidR="000E1451">
        <w:rPr>
          <w:rFonts w:cs="Georgia"/>
          <w:kern w:val="1"/>
        </w:rPr>
        <w:t xml:space="preserve">. </w:t>
      </w:r>
      <w:r>
        <w:rPr>
          <w:rFonts w:cs="Georgia"/>
          <w:kern w:val="1"/>
        </w:rPr>
        <w:t>Cette robuste bourgeoise s</w:t>
      </w:r>
      <w:r w:rsidR="000E1451">
        <w:rPr>
          <w:rFonts w:cs="Georgia"/>
          <w:kern w:val="1"/>
        </w:rPr>
        <w:t>’</w:t>
      </w:r>
      <w:r>
        <w:rPr>
          <w:rFonts w:cs="Georgia"/>
          <w:kern w:val="1"/>
        </w:rPr>
        <w:t>était révélée en l</w:t>
      </w:r>
      <w:r w:rsidR="000E1451">
        <w:rPr>
          <w:rFonts w:cs="Georgia"/>
          <w:kern w:val="1"/>
        </w:rPr>
        <w:t>’</w:t>
      </w:r>
      <w:r>
        <w:rPr>
          <w:rFonts w:cs="Georgia"/>
          <w:kern w:val="1"/>
        </w:rPr>
        <w:t>espèce diplomate aussi avisée qu</w:t>
      </w:r>
      <w:r w:rsidR="000E1451">
        <w:rPr>
          <w:rFonts w:cs="Georgia"/>
          <w:kern w:val="1"/>
        </w:rPr>
        <w:t>’</w:t>
      </w:r>
      <w:r>
        <w:rPr>
          <w:rFonts w:cs="Georgia"/>
          <w:kern w:val="1"/>
        </w:rPr>
        <w:t>incomparable maîtresse de maison</w:t>
      </w:r>
      <w:r w:rsidR="000E1451">
        <w:rPr>
          <w:rFonts w:cs="Georgia"/>
          <w:kern w:val="1"/>
        </w:rPr>
        <w:t xml:space="preserve">. </w:t>
      </w:r>
      <w:r>
        <w:rPr>
          <w:rFonts w:cs="Georgia"/>
          <w:kern w:val="1"/>
        </w:rPr>
        <w:t>Ses pensionnaires auraient sans doute vainement cherché dans tout Ratibor une table mieux tenue</w:t>
      </w:r>
      <w:r w:rsidR="000E1451">
        <w:rPr>
          <w:rFonts w:cs="Georgia"/>
          <w:kern w:val="1"/>
        </w:rPr>
        <w:t xml:space="preserve">, </w:t>
      </w:r>
      <w:r>
        <w:rPr>
          <w:rFonts w:cs="Georgia"/>
          <w:kern w:val="1"/>
        </w:rPr>
        <w:t>à des prix plus raisonnables</w:t>
      </w:r>
      <w:r w:rsidR="000E1451">
        <w:rPr>
          <w:rFonts w:cs="Georgia"/>
          <w:kern w:val="1"/>
        </w:rPr>
        <w:t xml:space="preserve">. </w:t>
      </w:r>
      <w:r>
        <w:rPr>
          <w:rFonts w:cs="Georgia"/>
          <w:kern w:val="1"/>
        </w:rPr>
        <w:t xml:space="preserve">Qui réussissait la choucroute </w:t>
      </w:r>
      <w:r>
        <w:rPr>
          <w:rFonts w:cs="Georgia"/>
          <w:kern w:val="1"/>
        </w:rPr>
        <w:lastRenderedPageBreak/>
        <w:t xml:space="preserve">comme </w:t>
      </w:r>
      <w:r w:rsidR="000E1451">
        <w:rPr>
          <w:rFonts w:cs="Georgia"/>
          <w:kern w:val="1"/>
        </w:rPr>
        <w:t>M</w:t>
      </w:r>
      <w:r w:rsidR="000E1451" w:rsidRPr="000E1451">
        <w:rPr>
          <w:rFonts w:cs="Georgia"/>
          <w:kern w:val="1"/>
          <w:vertAlign w:val="superscript"/>
        </w:rPr>
        <w:t>me</w:t>
      </w:r>
      <w:r w:rsidR="000E1451">
        <w:rPr>
          <w:rFonts w:cs="Georgia"/>
          <w:kern w:val="1"/>
        </w:rPr>
        <w:t> </w:t>
      </w:r>
      <w:r>
        <w:rPr>
          <w:rFonts w:cs="Georgia"/>
          <w:kern w:val="1"/>
        </w:rPr>
        <w:t>Küntz</w:t>
      </w:r>
      <w:r w:rsidR="000E1451">
        <w:rPr>
          <w:rFonts w:cs="Georgia"/>
          <w:kern w:val="1"/>
        </w:rPr>
        <w:t xml:space="preserve"> ? </w:t>
      </w:r>
      <w:r>
        <w:rPr>
          <w:rFonts w:cs="Georgia"/>
          <w:kern w:val="1"/>
        </w:rPr>
        <w:t>Qui farcissait avec autant d</w:t>
      </w:r>
      <w:r w:rsidR="000E1451">
        <w:rPr>
          <w:rFonts w:cs="Georgia"/>
          <w:kern w:val="1"/>
        </w:rPr>
        <w:t>’</w:t>
      </w:r>
      <w:r>
        <w:rPr>
          <w:rFonts w:cs="Georgia"/>
          <w:kern w:val="1"/>
        </w:rPr>
        <w:t>art les belles tanches de l</w:t>
      </w:r>
      <w:r w:rsidR="000E1451">
        <w:rPr>
          <w:rFonts w:cs="Georgia"/>
          <w:kern w:val="1"/>
        </w:rPr>
        <w:t>’</w:t>
      </w:r>
      <w:r>
        <w:rPr>
          <w:rFonts w:cs="Georgia"/>
          <w:kern w:val="1"/>
        </w:rPr>
        <w:t>Oder</w:t>
      </w:r>
      <w:r w:rsidR="000E1451">
        <w:rPr>
          <w:rFonts w:cs="Georgia"/>
          <w:kern w:val="1"/>
        </w:rPr>
        <w:t xml:space="preserve">, </w:t>
      </w:r>
      <w:r>
        <w:rPr>
          <w:rFonts w:cs="Georgia"/>
          <w:kern w:val="1"/>
        </w:rPr>
        <w:t>de bronze et d</w:t>
      </w:r>
      <w:r w:rsidR="000E1451">
        <w:rPr>
          <w:rFonts w:cs="Georgia"/>
          <w:kern w:val="1"/>
        </w:rPr>
        <w:t>’</w:t>
      </w:r>
      <w:r>
        <w:rPr>
          <w:rFonts w:cs="Georgia"/>
          <w:kern w:val="1"/>
        </w:rPr>
        <w:t>or</w:t>
      </w:r>
      <w:r w:rsidR="000E1451">
        <w:rPr>
          <w:rFonts w:cs="Georgia"/>
          <w:kern w:val="1"/>
        </w:rPr>
        <w:t xml:space="preserve">, </w:t>
      </w:r>
      <w:r>
        <w:rPr>
          <w:rFonts w:cs="Georgia"/>
          <w:kern w:val="1"/>
        </w:rPr>
        <w:t>sous l</w:t>
      </w:r>
      <w:r w:rsidR="000E1451">
        <w:rPr>
          <w:rFonts w:cs="Georgia"/>
          <w:kern w:val="1"/>
        </w:rPr>
        <w:t>’</w:t>
      </w:r>
      <w:r>
        <w:rPr>
          <w:rFonts w:cs="Georgia"/>
          <w:kern w:val="1"/>
        </w:rPr>
        <w:t>appétissante gelée de myrtilles</w:t>
      </w:r>
      <w:r w:rsidR="000E1451">
        <w:rPr>
          <w:rFonts w:cs="Georgia"/>
          <w:kern w:val="1"/>
        </w:rPr>
        <w:t xml:space="preserve"> ? </w:t>
      </w:r>
      <w:r>
        <w:rPr>
          <w:rFonts w:cs="Georgia"/>
          <w:kern w:val="1"/>
        </w:rPr>
        <w:t>Qui faisait surgir avec plus d</w:t>
      </w:r>
      <w:r w:rsidR="000E1451">
        <w:rPr>
          <w:rFonts w:cs="Georgia"/>
          <w:kern w:val="1"/>
        </w:rPr>
        <w:t>’</w:t>
      </w:r>
      <w:r>
        <w:rPr>
          <w:rFonts w:cs="Georgia"/>
          <w:kern w:val="1"/>
        </w:rPr>
        <w:t xml:space="preserve">à-propos le </w:t>
      </w:r>
      <w:r>
        <w:rPr>
          <w:rFonts w:cs="Georgia"/>
          <w:bCs/>
          <w:i/>
          <w:iCs/>
          <w:kern w:val="1"/>
        </w:rPr>
        <w:t>sekt</w:t>
      </w:r>
      <w:r w:rsidR="000E1451">
        <w:rPr>
          <w:rFonts w:cs="Georgia"/>
          <w:bCs/>
          <w:kern w:val="1"/>
        </w:rPr>
        <w:t xml:space="preserve">, </w:t>
      </w:r>
      <w:r>
        <w:rPr>
          <w:rFonts w:cs="Georgia"/>
          <w:kern w:val="1"/>
        </w:rPr>
        <w:t>le divin sekt des jours de fêtes religieuses ou militaires</w:t>
      </w:r>
      <w:r w:rsidR="000E1451">
        <w:rPr>
          <w:rFonts w:cs="Georgia"/>
          <w:kern w:val="1"/>
        </w:rPr>
        <w:t xml:space="preserve"> ? </w:t>
      </w:r>
      <w:r>
        <w:rPr>
          <w:rFonts w:cs="Georgia"/>
          <w:kern w:val="1"/>
        </w:rPr>
        <w:t>Personne</w:t>
      </w:r>
      <w:r w:rsidR="000E1451">
        <w:rPr>
          <w:rFonts w:cs="Georgia"/>
          <w:kern w:val="1"/>
        </w:rPr>
        <w:t xml:space="preserve">, </w:t>
      </w:r>
      <w:r>
        <w:rPr>
          <w:rFonts w:cs="Georgia"/>
          <w:kern w:val="1"/>
        </w:rPr>
        <w:t>ils le savaient bien</w:t>
      </w:r>
      <w:r w:rsidR="000E1451">
        <w:rPr>
          <w:rFonts w:cs="Georgia"/>
          <w:kern w:val="1"/>
        </w:rPr>
        <w:t xml:space="preserve">, </w:t>
      </w:r>
      <w:r>
        <w:rPr>
          <w:rFonts w:cs="Georgia"/>
          <w:kern w:val="1"/>
        </w:rPr>
        <w:t>et ils sacrifiaient de bon cœur à cette certitude la blessure d</w:t>
      </w:r>
      <w:r w:rsidR="000E1451">
        <w:rPr>
          <w:rFonts w:cs="Georgia"/>
          <w:kern w:val="1"/>
        </w:rPr>
        <w:t>’</w:t>
      </w:r>
      <w:r>
        <w:rPr>
          <w:rFonts w:cs="Georgia"/>
          <w:kern w:val="1"/>
        </w:rPr>
        <w:t>amour-propre qu</w:t>
      </w:r>
      <w:r w:rsidR="000E1451">
        <w:rPr>
          <w:rFonts w:cs="Georgia"/>
          <w:kern w:val="1"/>
        </w:rPr>
        <w:t>’</w:t>
      </w:r>
      <w:r>
        <w:rPr>
          <w:rFonts w:cs="Georgia"/>
          <w:kern w:val="1"/>
        </w:rPr>
        <w:t>il y a pour un lieutenant de hussards à saluer un capitaine d</w:t>
      </w:r>
      <w:r w:rsidR="000E1451">
        <w:rPr>
          <w:rFonts w:cs="Georgia"/>
          <w:kern w:val="1"/>
        </w:rPr>
        <w:t>’</w:t>
      </w:r>
      <w:r>
        <w:rPr>
          <w:rFonts w:cs="Georgia"/>
          <w:kern w:val="1"/>
        </w:rPr>
        <w:t>infanterie</w:t>
      </w:r>
      <w:r w:rsidR="000E1451">
        <w:rPr>
          <w:rFonts w:cs="Georgia"/>
          <w:kern w:val="1"/>
        </w:rPr>
        <w:t xml:space="preserve">, </w:t>
      </w:r>
      <w:r>
        <w:rPr>
          <w:rFonts w:cs="Georgia"/>
          <w:kern w:val="1"/>
        </w:rPr>
        <w:t>et pour un capitaine d</w:t>
      </w:r>
      <w:r w:rsidR="000E1451">
        <w:rPr>
          <w:rFonts w:cs="Georgia"/>
          <w:kern w:val="1"/>
        </w:rPr>
        <w:t>’</w:t>
      </w:r>
      <w:r>
        <w:rPr>
          <w:rFonts w:cs="Georgia"/>
          <w:kern w:val="1"/>
        </w:rPr>
        <w:t xml:space="preserve">infanterie à subir la comparaison de son austère tunique avec </w:t>
      </w:r>
      <w:r>
        <w:t>l</w:t>
      </w:r>
      <w:r w:rsidR="000E1451">
        <w:t>’</w:t>
      </w:r>
      <w:r>
        <w:rPr>
          <w:rFonts w:cs="Georgia"/>
          <w:bCs/>
          <w:i/>
          <w:iCs/>
          <w:kern w:val="1"/>
        </w:rPr>
        <w:t>attila</w:t>
      </w:r>
      <w:r>
        <w:rPr>
          <w:rFonts w:cs="Georgia"/>
          <w:kern w:val="1"/>
        </w:rPr>
        <w:t xml:space="preserve"> d</w:t>
      </w:r>
      <w:r w:rsidR="000E1451">
        <w:rPr>
          <w:rFonts w:cs="Georgia"/>
          <w:kern w:val="1"/>
        </w:rPr>
        <w:t>’</w:t>
      </w:r>
      <w:r>
        <w:rPr>
          <w:rFonts w:cs="Georgia"/>
          <w:kern w:val="1"/>
        </w:rPr>
        <w:t>un lieutenant de hussards</w:t>
      </w:r>
      <w:r w:rsidR="000E1451">
        <w:rPr>
          <w:rFonts w:cs="Georgia"/>
          <w:kern w:val="1"/>
        </w:rPr>
        <w:t>.</w:t>
      </w:r>
    </w:p>
    <w:p w14:paraId="68B8F97A" w14:textId="77777777" w:rsidR="000E1451" w:rsidRDefault="00BE611A" w:rsidP="00BE611A">
      <w:pPr>
        <w:rPr>
          <w:rFonts w:cs="Georgia"/>
          <w:kern w:val="1"/>
        </w:rPr>
      </w:pPr>
      <w:r>
        <w:rPr>
          <w:rFonts w:cs="Georgia"/>
          <w:kern w:val="1"/>
        </w:rPr>
        <w:t>À ses mérites domestiques</w:t>
      </w:r>
      <w:r w:rsidR="000E1451">
        <w:rPr>
          <w:rFonts w:cs="Georgia"/>
          <w:kern w:val="1"/>
        </w:rPr>
        <w:t xml:space="preserve">, </w:t>
      </w:r>
      <w:r>
        <w:rPr>
          <w:rFonts w:cs="Georgia"/>
          <w:kern w:val="1"/>
        </w:rPr>
        <w:t>la brave dame avait dû allier les qualités de tact lui permettant de tenir la balance égale entre clients dont la susceptibilité se trouvait sans cesse en éveil</w:t>
      </w:r>
      <w:r w:rsidR="000E1451">
        <w:rPr>
          <w:rFonts w:cs="Georgia"/>
          <w:kern w:val="1"/>
        </w:rPr>
        <w:t xml:space="preserve">. </w:t>
      </w:r>
      <w:r>
        <w:rPr>
          <w:rFonts w:cs="Georgia"/>
          <w:kern w:val="1"/>
        </w:rPr>
        <w:t>Elle fut admirablement secondée dans cette partie de sa tâche par sa fille</w:t>
      </w:r>
      <w:r w:rsidR="000E1451">
        <w:rPr>
          <w:rFonts w:cs="Georgia"/>
          <w:kern w:val="1"/>
        </w:rPr>
        <w:t xml:space="preserve">. </w:t>
      </w:r>
      <w:r>
        <w:rPr>
          <w:rFonts w:cs="Georgia"/>
          <w:kern w:val="1"/>
        </w:rPr>
        <w:t>À l</w:t>
      </w:r>
      <w:r w:rsidR="000E1451">
        <w:rPr>
          <w:rFonts w:cs="Georgia"/>
          <w:kern w:val="1"/>
        </w:rPr>
        <w:t>’</w:t>
      </w:r>
      <w:r>
        <w:rPr>
          <w:rFonts w:cs="Georgia"/>
          <w:kern w:val="1"/>
        </w:rPr>
        <w:t>époque qui nous occupe</w:t>
      </w:r>
      <w:r w:rsidR="000E1451">
        <w:rPr>
          <w:rFonts w:cs="Georgia"/>
          <w:kern w:val="1"/>
        </w:rPr>
        <w:t xml:space="preserve">, </w:t>
      </w:r>
      <w:r>
        <w:rPr>
          <w:rFonts w:cs="Georgia"/>
          <w:kern w:val="1"/>
        </w:rPr>
        <w:t>Dora Küntz allait avoir vingt-deux ans</w:t>
      </w:r>
      <w:r w:rsidR="000E1451">
        <w:rPr>
          <w:rFonts w:cs="Georgia"/>
          <w:kern w:val="1"/>
        </w:rPr>
        <w:t xml:space="preserve">. </w:t>
      </w:r>
      <w:r>
        <w:rPr>
          <w:rFonts w:cs="Georgia"/>
          <w:kern w:val="1"/>
        </w:rPr>
        <w:t>L</w:t>
      </w:r>
      <w:r w:rsidR="000E1451">
        <w:rPr>
          <w:rFonts w:cs="Georgia"/>
          <w:kern w:val="1"/>
        </w:rPr>
        <w:t>’</w:t>
      </w:r>
      <w:r>
        <w:rPr>
          <w:rFonts w:cs="Georgia"/>
          <w:kern w:val="1"/>
        </w:rPr>
        <w:t>éducation qu</w:t>
      </w:r>
      <w:r w:rsidR="000E1451">
        <w:rPr>
          <w:rFonts w:cs="Georgia"/>
          <w:kern w:val="1"/>
        </w:rPr>
        <w:t>’</w:t>
      </w:r>
      <w:r>
        <w:rPr>
          <w:rFonts w:cs="Georgia"/>
          <w:kern w:val="1"/>
        </w:rPr>
        <w:t>elle avait reçue</w:t>
      </w:r>
      <w:r w:rsidR="000E1451">
        <w:rPr>
          <w:rFonts w:cs="Georgia"/>
          <w:kern w:val="1"/>
        </w:rPr>
        <w:t xml:space="preserve"> – </w:t>
      </w:r>
      <w:r>
        <w:rPr>
          <w:rFonts w:cs="Georgia"/>
          <w:kern w:val="1"/>
        </w:rPr>
        <w:t>perpétuel sujet d</w:t>
      </w:r>
      <w:r w:rsidR="000E1451">
        <w:rPr>
          <w:rFonts w:cs="Georgia"/>
          <w:kern w:val="1"/>
        </w:rPr>
        <w:t>’</w:t>
      </w:r>
      <w:r>
        <w:rPr>
          <w:rFonts w:cs="Georgia"/>
          <w:kern w:val="1"/>
        </w:rPr>
        <w:t xml:space="preserve">orgueil pour </w:t>
      </w:r>
      <w:r w:rsidR="000E1451">
        <w:rPr>
          <w:rFonts w:cs="Georgia"/>
          <w:kern w:val="1"/>
        </w:rPr>
        <w:t>M</w:t>
      </w:r>
      <w:r w:rsidR="000E1451" w:rsidRPr="000E1451">
        <w:rPr>
          <w:rFonts w:cs="Georgia"/>
          <w:kern w:val="1"/>
          <w:vertAlign w:val="superscript"/>
        </w:rPr>
        <w:t>me</w:t>
      </w:r>
      <w:r w:rsidR="000E1451">
        <w:rPr>
          <w:rFonts w:cs="Georgia"/>
          <w:kern w:val="1"/>
        </w:rPr>
        <w:t> </w:t>
      </w:r>
      <w:r>
        <w:rPr>
          <w:rFonts w:cs="Georgia"/>
          <w:kern w:val="1"/>
        </w:rPr>
        <w:t>Küntz</w:t>
      </w:r>
      <w:r w:rsidR="000E1451">
        <w:rPr>
          <w:rFonts w:cs="Georgia"/>
          <w:kern w:val="1"/>
        </w:rPr>
        <w:t xml:space="preserve"> – </w:t>
      </w:r>
      <w:r>
        <w:rPr>
          <w:rFonts w:cs="Georgia"/>
          <w:kern w:val="1"/>
        </w:rPr>
        <w:t>faisait oublier l</w:t>
      </w:r>
      <w:r w:rsidR="000E1451">
        <w:rPr>
          <w:rFonts w:cs="Georgia"/>
          <w:kern w:val="1"/>
        </w:rPr>
        <w:t>’</w:t>
      </w:r>
      <w:r>
        <w:rPr>
          <w:rFonts w:cs="Georgia"/>
          <w:kern w:val="1"/>
        </w:rPr>
        <w:t>humilité de ses origines</w:t>
      </w:r>
      <w:r w:rsidR="000E1451">
        <w:rPr>
          <w:rFonts w:cs="Georgia"/>
          <w:kern w:val="1"/>
        </w:rPr>
        <w:t xml:space="preserve">. </w:t>
      </w:r>
      <w:r>
        <w:rPr>
          <w:rFonts w:cs="Georgia"/>
          <w:kern w:val="1"/>
        </w:rPr>
        <w:t>Dora était une fort jolie fille blonde</w:t>
      </w:r>
      <w:r w:rsidR="000E1451">
        <w:rPr>
          <w:rFonts w:cs="Georgia"/>
          <w:kern w:val="1"/>
        </w:rPr>
        <w:t xml:space="preserve">, </w:t>
      </w:r>
      <w:r>
        <w:rPr>
          <w:rFonts w:cs="Georgia"/>
          <w:kern w:val="1"/>
        </w:rPr>
        <w:t>douce et sensible à souhait</w:t>
      </w:r>
      <w:r w:rsidR="000E1451">
        <w:rPr>
          <w:rFonts w:cs="Georgia"/>
          <w:kern w:val="1"/>
        </w:rPr>
        <w:t xml:space="preserve">. </w:t>
      </w:r>
      <w:r>
        <w:rPr>
          <w:rFonts w:cs="Georgia"/>
          <w:kern w:val="1"/>
        </w:rPr>
        <w:t>Elle se tenait à sa place</w:t>
      </w:r>
      <w:r w:rsidR="000E1451">
        <w:rPr>
          <w:rFonts w:cs="Georgia"/>
          <w:kern w:val="1"/>
        </w:rPr>
        <w:t xml:space="preserve">, </w:t>
      </w:r>
      <w:r>
        <w:rPr>
          <w:rFonts w:cs="Georgia"/>
          <w:kern w:val="1"/>
        </w:rPr>
        <w:t>et savait fort bien obtenir de ses adorateurs éperonnés et casqués qu</w:t>
      </w:r>
      <w:r w:rsidR="000E1451">
        <w:rPr>
          <w:rFonts w:cs="Georgia"/>
          <w:kern w:val="1"/>
        </w:rPr>
        <w:t>’</w:t>
      </w:r>
      <w:r>
        <w:rPr>
          <w:rFonts w:cs="Georgia"/>
          <w:kern w:val="1"/>
        </w:rPr>
        <w:t>ils se tinssent aussi à la leur</w:t>
      </w:r>
      <w:r w:rsidR="000E1451">
        <w:rPr>
          <w:rFonts w:cs="Georgia"/>
          <w:kern w:val="1"/>
        </w:rPr>
        <w:t xml:space="preserve">. </w:t>
      </w:r>
      <w:r>
        <w:rPr>
          <w:rFonts w:cs="Georgia"/>
          <w:kern w:val="1"/>
        </w:rPr>
        <w:t>À la vérité</w:t>
      </w:r>
      <w:r w:rsidR="000E1451">
        <w:rPr>
          <w:rFonts w:cs="Georgia"/>
          <w:kern w:val="1"/>
        </w:rPr>
        <w:t xml:space="preserve">, </w:t>
      </w:r>
      <w:r>
        <w:rPr>
          <w:rFonts w:cs="Georgia"/>
          <w:kern w:val="1"/>
        </w:rPr>
        <w:t>le plus ardu n</w:t>
      </w:r>
      <w:r w:rsidR="000E1451">
        <w:rPr>
          <w:rFonts w:cs="Georgia"/>
          <w:kern w:val="1"/>
        </w:rPr>
        <w:t>’</w:t>
      </w:r>
      <w:r>
        <w:rPr>
          <w:rFonts w:cs="Georgia"/>
          <w:kern w:val="1"/>
        </w:rPr>
        <w:t>était pas pour elle de se faire respecter de toute cette turbulente jeunesse</w:t>
      </w:r>
      <w:r w:rsidR="000E1451">
        <w:rPr>
          <w:rFonts w:cs="Georgia"/>
          <w:kern w:val="1"/>
        </w:rPr>
        <w:t xml:space="preserve">. </w:t>
      </w:r>
      <w:r>
        <w:rPr>
          <w:rFonts w:cs="Georgia"/>
          <w:kern w:val="1"/>
        </w:rPr>
        <w:t>Il lui fallait surtout veiller à ne point paraître plus aimable pour l</w:t>
      </w:r>
      <w:r w:rsidR="000E1451">
        <w:rPr>
          <w:rFonts w:cs="Georgia"/>
          <w:kern w:val="1"/>
        </w:rPr>
        <w:t>’</w:t>
      </w:r>
      <w:r>
        <w:rPr>
          <w:rFonts w:cs="Georgia"/>
          <w:kern w:val="1"/>
        </w:rPr>
        <w:t>un que pour l</w:t>
      </w:r>
      <w:r w:rsidR="000E1451">
        <w:rPr>
          <w:rFonts w:cs="Georgia"/>
          <w:kern w:val="1"/>
        </w:rPr>
        <w:t>’</w:t>
      </w:r>
      <w:r>
        <w:rPr>
          <w:rFonts w:cs="Georgia"/>
          <w:kern w:val="1"/>
        </w:rPr>
        <w:t>autre</w:t>
      </w:r>
      <w:r w:rsidR="000E1451">
        <w:rPr>
          <w:rFonts w:cs="Georgia"/>
          <w:kern w:val="1"/>
        </w:rPr>
        <w:t xml:space="preserve">. </w:t>
      </w:r>
      <w:r>
        <w:rPr>
          <w:rFonts w:cs="Georgia"/>
          <w:kern w:val="1"/>
        </w:rPr>
        <w:t>Un nouvel arrivant se faisant inscrire sur le registre de la pension</w:t>
      </w:r>
      <w:r w:rsidR="000E1451">
        <w:rPr>
          <w:rFonts w:cs="Georgia"/>
          <w:kern w:val="1"/>
        </w:rPr>
        <w:t xml:space="preserve">, </w:t>
      </w:r>
      <w:r>
        <w:rPr>
          <w:rFonts w:cs="Georgia"/>
          <w:kern w:val="1"/>
        </w:rPr>
        <w:t>quel concert de protestations si Dora avait</w:t>
      </w:r>
      <w:r w:rsidR="000E1451">
        <w:rPr>
          <w:rFonts w:cs="Georgia"/>
          <w:kern w:val="1"/>
        </w:rPr>
        <w:t xml:space="preserve">, </w:t>
      </w:r>
      <w:r>
        <w:rPr>
          <w:rFonts w:cs="Georgia"/>
          <w:kern w:val="1"/>
        </w:rPr>
        <w:t>par mégarde</w:t>
      </w:r>
      <w:r w:rsidR="000E1451">
        <w:rPr>
          <w:rFonts w:cs="Georgia"/>
          <w:kern w:val="1"/>
        </w:rPr>
        <w:t xml:space="preserve">, </w:t>
      </w:r>
      <w:r>
        <w:rPr>
          <w:rFonts w:cs="Georgia"/>
          <w:kern w:val="1"/>
        </w:rPr>
        <w:t>orné d</w:t>
      </w:r>
      <w:r w:rsidR="000E1451">
        <w:rPr>
          <w:rFonts w:cs="Georgia"/>
          <w:kern w:val="1"/>
        </w:rPr>
        <w:t>’</w:t>
      </w:r>
      <w:r>
        <w:rPr>
          <w:rFonts w:cs="Georgia"/>
          <w:kern w:val="1"/>
        </w:rPr>
        <w:t>une broderie ou d</w:t>
      </w:r>
      <w:r w:rsidR="000E1451">
        <w:rPr>
          <w:rFonts w:cs="Georgia"/>
          <w:kern w:val="1"/>
        </w:rPr>
        <w:t>’</w:t>
      </w:r>
      <w:r>
        <w:rPr>
          <w:rFonts w:cs="Georgia"/>
          <w:kern w:val="1"/>
        </w:rPr>
        <w:t>un ruban de plus le sachet d</w:t>
      </w:r>
      <w:r>
        <w:rPr>
          <w:rFonts w:cs="Georgia"/>
          <w:bCs/>
          <w:kern w:val="1"/>
        </w:rPr>
        <w:t>e</w:t>
      </w:r>
      <w:r>
        <w:rPr>
          <w:rFonts w:cs="Georgia"/>
          <w:kern w:val="1"/>
        </w:rPr>
        <w:t xml:space="preserve"> fine toile qu</w:t>
      </w:r>
      <w:r w:rsidR="000E1451">
        <w:rPr>
          <w:rFonts w:cs="Georgia"/>
          <w:kern w:val="1"/>
        </w:rPr>
        <w:t>’</w:t>
      </w:r>
      <w:r>
        <w:rPr>
          <w:rFonts w:cs="Georgia"/>
          <w:kern w:val="1"/>
        </w:rPr>
        <w:t>elle lui confectionnait pour sa serviette</w:t>
      </w:r>
      <w:r w:rsidR="000E1451">
        <w:rPr>
          <w:rFonts w:cs="Georgia"/>
          <w:kern w:val="1"/>
        </w:rPr>
        <w:t xml:space="preserve">. </w:t>
      </w:r>
      <w:r>
        <w:rPr>
          <w:rFonts w:cs="Georgia"/>
          <w:kern w:val="1"/>
        </w:rPr>
        <w:t>Mais de telles tempêtes</w:t>
      </w:r>
      <w:r w:rsidR="000E1451">
        <w:rPr>
          <w:rFonts w:cs="Georgia"/>
          <w:kern w:val="1"/>
        </w:rPr>
        <w:t xml:space="preserve">, </w:t>
      </w:r>
      <w:r>
        <w:rPr>
          <w:rFonts w:cs="Georgia"/>
          <w:kern w:val="1"/>
        </w:rPr>
        <w:t>quand elles venaient à se produire</w:t>
      </w:r>
      <w:r w:rsidR="000E1451">
        <w:rPr>
          <w:rFonts w:cs="Georgia"/>
          <w:kern w:val="1"/>
        </w:rPr>
        <w:t xml:space="preserve">, </w:t>
      </w:r>
      <w:r>
        <w:rPr>
          <w:rFonts w:cs="Georgia"/>
          <w:kern w:val="1"/>
        </w:rPr>
        <w:t>duraient peu</w:t>
      </w:r>
      <w:r w:rsidR="000E1451">
        <w:rPr>
          <w:rFonts w:cs="Georgia"/>
          <w:kern w:val="1"/>
        </w:rPr>
        <w:t xml:space="preserve">. </w:t>
      </w:r>
      <w:r>
        <w:rPr>
          <w:rFonts w:cs="Georgia"/>
          <w:kern w:val="1"/>
        </w:rPr>
        <w:t>La jeune fille mettait à les apaiser tant de bonne grâce souriante</w:t>
      </w:r>
      <w:r w:rsidR="000E1451">
        <w:rPr>
          <w:rFonts w:cs="Georgia"/>
          <w:kern w:val="1"/>
        </w:rPr>
        <w:t xml:space="preserve"> ! </w:t>
      </w:r>
      <w:r>
        <w:rPr>
          <w:rFonts w:cs="Georgia"/>
          <w:kern w:val="1"/>
        </w:rPr>
        <w:t>Tout le monde en fin de compte se déclarait satisfait</w:t>
      </w:r>
      <w:r w:rsidR="000E1451">
        <w:rPr>
          <w:rFonts w:cs="Georgia"/>
          <w:kern w:val="1"/>
        </w:rPr>
        <w:t xml:space="preserve">. </w:t>
      </w:r>
      <w:r>
        <w:rPr>
          <w:rFonts w:cs="Georgia"/>
          <w:kern w:val="1"/>
        </w:rPr>
        <w:t>La maison prospérait</w:t>
      </w:r>
      <w:r w:rsidR="000E1451">
        <w:rPr>
          <w:rFonts w:cs="Georgia"/>
          <w:kern w:val="1"/>
        </w:rPr>
        <w:t>. M</w:t>
      </w:r>
      <w:r w:rsidR="000E1451" w:rsidRPr="000E1451">
        <w:rPr>
          <w:rFonts w:cs="Georgia"/>
          <w:kern w:val="1"/>
          <w:vertAlign w:val="superscript"/>
        </w:rPr>
        <w:t>me</w:t>
      </w:r>
      <w:r w:rsidR="000E1451">
        <w:rPr>
          <w:rFonts w:cs="Georgia"/>
          <w:kern w:val="1"/>
        </w:rPr>
        <w:t> </w:t>
      </w:r>
      <w:r>
        <w:rPr>
          <w:rFonts w:cs="Georgia"/>
          <w:kern w:val="1"/>
        </w:rPr>
        <w:t>Küntz pouvait envisager sans outrecuidance l</w:t>
      </w:r>
      <w:r w:rsidR="000E1451">
        <w:rPr>
          <w:rFonts w:cs="Georgia"/>
          <w:kern w:val="1"/>
        </w:rPr>
        <w:t>’</w:t>
      </w:r>
      <w:r>
        <w:rPr>
          <w:rFonts w:cs="Georgia"/>
          <w:kern w:val="1"/>
        </w:rPr>
        <w:t xml:space="preserve">instant où elle aurait le droit de se </w:t>
      </w:r>
      <w:r>
        <w:rPr>
          <w:rFonts w:cs="Georgia"/>
          <w:kern w:val="1"/>
        </w:rPr>
        <w:lastRenderedPageBreak/>
        <w:t>retirer des</w:t>
      </w:r>
      <w:r w:rsidR="00A6632D">
        <w:rPr>
          <w:rFonts w:cs="Georgia"/>
          <w:kern w:val="1"/>
        </w:rPr>
        <w:t xml:space="preserve"> </w:t>
      </w:r>
      <w:r>
        <w:rPr>
          <w:rFonts w:cs="Georgia"/>
          <w:kern w:val="1"/>
        </w:rPr>
        <w:t>affaires après avoir marié Dora à quelque honnête fonctionnaire impérial</w:t>
      </w:r>
      <w:r w:rsidR="000E1451">
        <w:rPr>
          <w:rFonts w:cs="Georgia"/>
          <w:kern w:val="1"/>
        </w:rPr>
        <w:t xml:space="preserve">. </w:t>
      </w:r>
      <w:r>
        <w:rPr>
          <w:rFonts w:cs="Georgia"/>
          <w:kern w:val="1"/>
        </w:rPr>
        <w:t>Ses plans n</w:t>
      </w:r>
      <w:r w:rsidR="000E1451">
        <w:rPr>
          <w:rFonts w:cs="Georgia"/>
          <w:kern w:val="1"/>
        </w:rPr>
        <w:t>’</w:t>
      </w:r>
      <w:r>
        <w:rPr>
          <w:rFonts w:cs="Georgia"/>
          <w:kern w:val="1"/>
        </w:rPr>
        <w:t>allaient pas tarder à être bouleversés de la manière la plus injuste</w:t>
      </w:r>
      <w:r w:rsidR="000E1451">
        <w:rPr>
          <w:rFonts w:cs="Georgia"/>
          <w:kern w:val="1"/>
        </w:rPr>
        <w:t>.</w:t>
      </w:r>
    </w:p>
    <w:p w14:paraId="1B47A3D3" w14:textId="77777777" w:rsidR="000E1451" w:rsidRDefault="00BE611A" w:rsidP="00BE611A">
      <w:pPr>
        <w:rPr>
          <w:rFonts w:cs="Georgia"/>
          <w:kern w:val="1"/>
        </w:rPr>
      </w:pPr>
      <w:r>
        <w:rPr>
          <w:rFonts w:cs="Georgia"/>
          <w:kern w:val="1"/>
        </w:rPr>
        <w:t>Une après-midi de l</w:t>
      </w:r>
      <w:r w:rsidR="000E1451">
        <w:rPr>
          <w:rFonts w:cs="Georgia"/>
          <w:kern w:val="1"/>
        </w:rPr>
        <w:t>’</w:t>
      </w:r>
      <w:r>
        <w:rPr>
          <w:rFonts w:cs="Georgia"/>
          <w:kern w:val="1"/>
        </w:rPr>
        <w:t>automne de 1889</w:t>
      </w:r>
      <w:r w:rsidR="000E1451">
        <w:rPr>
          <w:rFonts w:cs="Georgia"/>
          <w:kern w:val="1"/>
        </w:rPr>
        <w:t>, M</w:t>
      </w:r>
      <w:r w:rsidR="000E1451" w:rsidRPr="000E1451">
        <w:rPr>
          <w:rFonts w:cs="Georgia"/>
          <w:kern w:val="1"/>
          <w:vertAlign w:val="superscript"/>
        </w:rPr>
        <w:t>me</w:t>
      </w:r>
      <w:r w:rsidR="000E1451">
        <w:rPr>
          <w:rFonts w:cs="Georgia"/>
          <w:kern w:val="1"/>
        </w:rPr>
        <w:t> </w:t>
      </w:r>
      <w:r>
        <w:rPr>
          <w:rFonts w:cs="Georgia"/>
          <w:kern w:val="1"/>
        </w:rPr>
        <w:t>Küntz fit irruption dans la chambre où Dora était en train de broder</w:t>
      </w:r>
      <w:r w:rsidR="000E1451">
        <w:rPr>
          <w:rFonts w:cs="Georgia"/>
          <w:kern w:val="1"/>
        </w:rPr>
        <w:t>.</w:t>
      </w:r>
    </w:p>
    <w:p w14:paraId="26649BB6" w14:textId="77777777" w:rsidR="000E1451" w:rsidRDefault="000E1451" w:rsidP="00BE611A">
      <w:pPr>
        <w:rPr>
          <w:rFonts w:cs="Georgia"/>
          <w:kern w:val="1"/>
        </w:rPr>
      </w:pPr>
      <w:r>
        <w:rPr>
          <w:rFonts w:cs="Georgia"/>
          <w:kern w:val="1"/>
        </w:rPr>
        <w:t>— </w:t>
      </w:r>
      <w:r w:rsidR="00BE611A">
        <w:rPr>
          <w:rFonts w:cs="Georgia"/>
          <w:kern w:val="1"/>
        </w:rPr>
        <w:t>Sais-tu de qui je viens de recevoir la visite</w:t>
      </w:r>
      <w:r>
        <w:rPr>
          <w:rFonts w:cs="Georgia"/>
          <w:kern w:val="1"/>
        </w:rPr>
        <w:t> ?</w:t>
      </w:r>
    </w:p>
    <w:p w14:paraId="7CB66895" w14:textId="77777777" w:rsidR="000E1451" w:rsidRDefault="00BE611A" w:rsidP="00BE611A">
      <w:pPr>
        <w:rPr>
          <w:rFonts w:cs="Georgia"/>
          <w:kern w:val="1"/>
        </w:rPr>
      </w:pPr>
      <w:r>
        <w:rPr>
          <w:rFonts w:cs="Georgia"/>
          <w:kern w:val="1"/>
        </w:rPr>
        <w:t>La jeune fille sourit</w:t>
      </w:r>
      <w:r w:rsidR="000E1451">
        <w:rPr>
          <w:rFonts w:cs="Georgia"/>
          <w:kern w:val="1"/>
        </w:rPr>
        <w:t>.</w:t>
      </w:r>
    </w:p>
    <w:p w14:paraId="7CD729AA" w14:textId="77777777" w:rsidR="000E1451" w:rsidRDefault="000E1451" w:rsidP="00BE611A">
      <w:pPr>
        <w:rPr>
          <w:rFonts w:cs="Georgia"/>
          <w:kern w:val="1"/>
        </w:rPr>
      </w:pPr>
      <w:r>
        <w:rPr>
          <w:rFonts w:cs="Georgia"/>
          <w:kern w:val="1"/>
        </w:rPr>
        <w:t>— </w:t>
      </w:r>
      <w:r w:rsidR="00BE611A">
        <w:rPr>
          <w:rFonts w:cs="Georgia"/>
          <w:kern w:val="1"/>
        </w:rPr>
        <w:t>Suis-je sotte</w:t>
      </w:r>
      <w:r>
        <w:rPr>
          <w:rFonts w:cs="Georgia"/>
          <w:kern w:val="1"/>
        </w:rPr>
        <w:t xml:space="preserve"> ! </w:t>
      </w:r>
      <w:r w:rsidR="00BE611A">
        <w:rPr>
          <w:rFonts w:cs="Georgia"/>
          <w:kern w:val="1"/>
        </w:rPr>
        <w:t>Vous avez arrangé cela tous deux</w:t>
      </w:r>
      <w:r>
        <w:rPr>
          <w:rFonts w:cs="Georgia"/>
          <w:kern w:val="1"/>
        </w:rPr>
        <w:t xml:space="preserve">. </w:t>
      </w:r>
      <w:r w:rsidR="00BE611A">
        <w:rPr>
          <w:rFonts w:cs="Georgia"/>
          <w:kern w:val="1"/>
        </w:rPr>
        <w:t>Bref</w:t>
      </w:r>
      <w:r>
        <w:rPr>
          <w:rFonts w:cs="Georgia"/>
          <w:kern w:val="1"/>
        </w:rPr>
        <w:t xml:space="preserve">, </w:t>
      </w:r>
      <w:r w:rsidR="00BE611A">
        <w:rPr>
          <w:rFonts w:cs="Georgia"/>
          <w:kern w:val="1"/>
        </w:rPr>
        <w:t>il sort d</w:t>
      </w:r>
      <w:r>
        <w:rPr>
          <w:rFonts w:cs="Georgia"/>
          <w:kern w:val="1"/>
        </w:rPr>
        <w:t>’</w:t>
      </w:r>
      <w:r w:rsidR="00BE611A">
        <w:rPr>
          <w:rFonts w:cs="Georgia"/>
          <w:kern w:val="1"/>
        </w:rPr>
        <w:t>ici</w:t>
      </w:r>
      <w:r>
        <w:rPr>
          <w:rFonts w:cs="Georgia"/>
          <w:kern w:val="1"/>
        </w:rPr>
        <w:t>.</w:t>
      </w:r>
    </w:p>
    <w:p w14:paraId="6566639B" w14:textId="77777777" w:rsidR="000E1451" w:rsidRDefault="000E1451" w:rsidP="00BE611A">
      <w:pPr>
        <w:rPr>
          <w:rFonts w:cs="Georgia"/>
          <w:kern w:val="1"/>
        </w:rPr>
      </w:pPr>
      <w:r>
        <w:rPr>
          <w:rFonts w:cs="Georgia"/>
          <w:kern w:val="1"/>
        </w:rPr>
        <w:t>— </w:t>
      </w:r>
      <w:r w:rsidR="00BE611A">
        <w:rPr>
          <w:rFonts w:cs="Georgia"/>
          <w:kern w:val="1"/>
        </w:rPr>
        <w:t>Qui</w:t>
      </w:r>
      <w:r>
        <w:rPr>
          <w:rFonts w:cs="Georgia"/>
          <w:kern w:val="1"/>
        </w:rPr>
        <w:t xml:space="preserve">, </w:t>
      </w:r>
      <w:r w:rsidR="00BE611A">
        <w:rPr>
          <w:rFonts w:cs="Georgia"/>
          <w:kern w:val="1"/>
        </w:rPr>
        <w:t>maman</w:t>
      </w:r>
      <w:r>
        <w:rPr>
          <w:rFonts w:cs="Georgia"/>
          <w:kern w:val="1"/>
        </w:rPr>
        <w:t> ?</w:t>
      </w:r>
    </w:p>
    <w:p w14:paraId="24080D19" w14:textId="77777777" w:rsidR="000E1451" w:rsidRDefault="000E1451" w:rsidP="00BE611A">
      <w:pPr>
        <w:rPr>
          <w:rFonts w:cs="Georgia"/>
          <w:kern w:val="1"/>
        </w:rPr>
      </w:pPr>
      <w:r>
        <w:rPr>
          <w:rFonts w:cs="Georgia"/>
          <w:kern w:val="1"/>
        </w:rPr>
        <w:t>— </w:t>
      </w:r>
      <w:r w:rsidR="00BE611A">
        <w:rPr>
          <w:rFonts w:cs="Georgia"/>
          <w:kern w:val="1"/>
        </w:rPr>
        <w:t>Lui</w:t>
      </w:r>
      <w:r>
        <w:rPr>
          <w:rFonts w:cs="Georgia"/>
          <w:kern w:val="1"/>
        </w:rPr>
        <w:t xml:space="preserve">, </w:t>
      </w:r>
      <w:r w:rsidR="00BE611A">
        <w:rPr>
          <w:rFonts w:cs="Georgia"/>
          <w:kern w:val="1"/>
        </w:rPr>
        <w:t>le lieutenant de Mirrbach</w:t>
      </w:r>
      <w:r>
        <w:rPr>
          <w:rFonts w:cs="Georgia"/>
          <w:kern w:val="1"/>
        </w:rPr>
        <w:t xml:space="preserve">. </w:t>
      </w:r>
      <w:r w:rsidR="00BE611A">
        <w:rPr>
          <w:rFonts w:cs="Georgia"/>
          <w:kern w:val="1"/>
        </w:rPr>
        <w:t>Et tu sais pourquoi il est venu</w:t>
      </w:r>
      <w:r>
        <w:rPr>
          <w:rFonts w:cs="Georgia"/>
          <w:kern w:val="1"/>
        </w:rPr>
        <w:t xml:space="preserve">, </w:t>
      </w:r>
      <w:r w:rsidR="00BE611A">
        <w:rPr>
          <w:rFonts w:cs="Georgia"/>
          <w:kern w:val="1"/>
        </w:rPr>
        <w:t>je suppose</w:t>
      </w:r>
      <w:r>
        <w:rPr>
          <w:rFonts w:cs="Georgia"/>
          <w:kern w:val="1"/>
        </w:rPr>
        <w:t> ?</w:t>
      </w:r>
    </w:p>
    <w:p w14:paraId="63EB3F1D" w14:textId="77777777" w:rsidR="000E1451" w:rsidRDefault="000E1451" w:rsidP="00BE611A">
      <w:pPr>
        <w:rPr>
          <w:rFonts w:cs="Georgia"/>
          <w:kern w:val="1"/>
        </w:rPr>
      </w:pPr>
      <w:r>
        <w:rPr>
          <w:rFonts w:cs="Georgia"/>
          <w:kern w:val="1"/>
        </w:rPr>
        <w:t>— </w:t>
      </w:r>
      <w:r w:rsidR="00BE611A">
        <w:rPr>
          <w:rFonts w:cs="Georgia"/>
          <w:kern w:val="1"/>
        </w:rPr>
        <w:t>Je le sais</w:t>
      </w:r>
      <w:r>
        <w:rPr>
          <w:rFonts w:cs="Georgia"/>
          <w:kern w:val="1"/>
        </w:rPr>
        <w:t xml:space="preserve">, </w:t>
      </w:r>
      <w:r w:rsidR="00BE611A">
        <w:rPr>
          <w:rFonts w:cs="Georgia"/>
          <w:kern w:val="1"/>
        </w:rPr>
        <w:t>maman</w:t>
      </w:r>
      <w:r>
        <w:rPr>
          <w:rFonts w:cs="Georgia"/>
          <w:kern w:val="1"/>
        </w:rPr>
        <w:t xml:space="preserve">. </w:t>
      </w:r>
      <w:r w:rsidR="00BE611A">
        <w:rPr>
          <w:rFonts w:cs="Georgia"/>
          <w:kern w:val="1"/>
        </w:rPr>
        <w:t>Qu</w:t>
      </w:r>
      <w:r>
        <w:rPr>
          <w:rFonts w:cs="Georgia"/>
          <w:kern w:val="1"/>
        </w:rPr>
        <w:t>’</w:t>
      </w:r>
      <w:r w:rsidR="00BE611A">
        <w:rPr>
          <w:rFonts w:cs="Georgia"/>
          <w:kern w:val="1"/>
        </w:rPr>
        <w:t>est-ce que tu lui as répondu</w:t>
      </w:r>
      <w:r>
        <w:rPr>
          <w:rFonts w:cs="Georgia"/>
          <w:kern w:val="1"/>
        </w:rPr>
        <w:t> ?</w:t>
      </w:r>
    </w:p>
    <w:p w14:paraId="52E11CDE" w14:textId="77777777" w:rsidR="000E1451" w:rsidRDefault="000E1451" w:rsidP="00BE611A">
      <w:pPr>
        <w:rPr>
          <w:rFonts w:cs="Georgia"/>
          <w:kern w:val="1"/>
        </w:rPr>
      </w:pPr>
      <w:r>
        <w:rPr>
          <w:rFonts w:cs="Georgia"/>
          <w:kern w:val="1"/>
        </w:rPr>
        <w:t>— </w:t>
      </w:r>
      <w:r w:rsidR="00BE611A">
        <w:rPr>
          <w:rFonts w:cs="Georgia"/>
          <w:kern w:val="1"/>
        </w:rPr>
        <w:t>Bon</w:t>
      </w:r>
      <w:r>
        <w:rPr>
          <w:rFonts w:cs="Georgia"/>
          <w:kern w:val="1"/>
        </w:rPr>
        <w:t xml:space="preserve">, </w:t>
      </w:r>
      <w:r w:rsidR="00BE611A">
        <w:rPr>
          <w:rFonts w:cs="Georgia"/>
          <w:kern w:val="1"/>
        </w:rPr>
        <w:t>voilà que c</w:t>
      </w:r>
      <w:r>
        <w:rPr>
          <w:rFonts w:cs="Georgia"/>
          <w:kern w:val="1"/>
        </w:rPr>
        <w:t>’</w:t>
      </w:r>
      <w:r w:rsidR="00BE611A">
        <w:rPr>
          <w:rFonts w:cs="Georgia"/>
          <w:kern w:val="1"/>
        </w:rPr>
        <w:t>est elle qui me questionne</w:t>
      </w:r>
      <w:r>
        <w:rPr>
          <w:rFonts w:cs="Georgia"/>
          <w:kern w:val="1"/>
        </w:rPr>
        <w:t xml:space="preserve">, </w:t>
      </w:r>
      <w:r w:rsidR="00BE611A">
        <w:rPr>
          <w:rFonts w:cs="Georgia"/>
          <w:kern w:val="1"/>
        </w:rPr>
        <w:t>à présent</w:t>
      </w:r>
      <w:r>
        <w:rPr>
          <w:rFonts w:cs="Georgia"/>
          <w:kern w:val="1"/>
        </w:rPr>
        <w:t xml:space="preserve">. </w:t>
      </w:r>
      <w:r w:rsidR="00BE611A">
        <w:rPr>
          <w:rFonts w:cs="Georgia"/>
          <w:kern w:val="1"/>
        </w:rPr>
        <w:t>Si ce n</w:t>
      </w:r>
      <w:r>
        <w:rPr>
          <w:rFonts w:cs="Georgia"/>
          <w:kern w:val="1"/>
        </w:rPr>
        <w:t>’</w:t>
      </w:r>
      <w:r w:rsidR="00BE611A">
        <w:rPr>
          <w:rFonts w:cs="Georgia"/>
          <w:kern w:val="1"/>
        </w:rPr>
        <w:t>est pas malheureux</w:t>
      </w:r>
      <w:r>
        <w:rPr>
          <w:rFonts w:cs="Georgia"/>
          <w:kern w:val="1"/>
        </w:rPr>
        <w:t xml:space="preserve"> ! </w:t>
      </w:r>
      <w:r w:rsidR="00BE611A">
        <w:rPr>
          <w:rFonts w:cs="Georgia"/>
          <w:kern w:val="1"/>
        </w:rPr>
        <w:t>Voyons</w:t>
      </w:r>
      <w:r>
        <w:rPr>
          <w:rFonts w:cs="Georgia"/>
          <w:kern w:val="1"/>
        </w:rPr>
        <w:t xml:space="preserve">, </w:t>
      </w:r>
      <w:r w:rsidR="00BE611A">
        <w:rPr>
          <w:rFonts w:cs="Georgia"/>
          <w:kern w:val="1"/>
        </w:rPr>
        <w:t>ma petite fille</w:t>
      </w:r>
      <w:r>
        <w:rPr>
          <w:rFonts w:cs="Georgia"/>
          <w:kern w:val="1"/>
        </w:rPr>
        <w:t xml:space="preserve">, </w:t>
      </w:r>
      <w:r w:rsidR="00BE611A">
        <w:rPr>
          <w:rFonts w:cs="Georgia"/>
          <w:kern w:val="1"/>
        </w:rPr>
        <w:t>n</w:t>
      </w:r>
      <w:r>
        <w:rPr>
          <w:rFonts w:cs="Georgia"/>
          <w:kern w:val="1"/>
        </w:rPr>
        <w:t>’</w:t>
      </w:r>
      <w:r w:rsidR="00BE611A">
        <w:rPr>
          <w:rFonts w:cs="Georgia"/>
          <w:kern w:val="1"/>
        </w:rPr>
        <w:t>es-tu pas folle</w:t>
      </w:r>
      <w:r>
        <w:rPr>
          <w:rFonts w:cs="Georgia"/>
          <w:kern w:val="1"/>
        </w:rPr>
        <w:t> ?</w:t>
      </w:r>
    </w:p>
    <w:p w14:paraId="211D489E" w14:textId="77777777" w:rsidR="000E1451" w:rsidRDefault="000E1451" w:rsidP="00BE611A">
      <w:pPr>
        <w:rPr>
          <w:rFonts w:cs="Georgia"/>
          <w:kern w:val="1"/>
        </w:rPr>
      </w:pPr>
      <w:r>
        <w:rPr>
          <w:rFonts w:cs="Georgia"/>
          <w:kern w:val="1"/>
        </w:rPr>
        <w:t>— </w:t>
      </w:r>
      <w:r w:rsidR="00BE611A">
        <w:rPr>
          <w:rFonts w:cs="Georgia"/>
          <w:kern w:val="1"/>
        </w:rPr>
        <w:t>Qu</w:t>
      </w:r>
      <w:r>
        <w:rPr>
          <w:rFonts w:cs="Georgia"/>
          <w:kern w:val="1"/>
        </w:rPr>
        <w:t>’</w:t>
      </w:r>
      <w:r w:rsidR="00BE611A">
        <w:rPr>
          <w:rFonts w:cs="Georgia"/>
          <w:kern w:val="1"/>
        </w:rPr>
        <w:t>est-ce que tu lui as répondu</w:t>
      </w:r>
      <w:r>
        <w:rPr>
          <w:rFonts w:cs="Georgia"/>
          <w:kern w:val="1"/>
        </w:rPr>
        <w:t xml:space="preserve">, </w:t>
      </w:r>
      <w:r w:rsidR="00BE611A">
        <w:rPr>
          <w:rFonts w:cs="Georgia"/>
          <w:kern w:val="1"/>
        </w:rPr>
        <w:t>maman</w:t>
      </w:r>
      <w:r>
        <w:rPr>
          <w:rFonts w:cs="Georgia"/>
          <w:kern w:val="1"/>
        </w:rPr>
        <w:t> ?</w:t>
      </w:r>
    </w:p>
    <w:p w14:paraId="7B779250" w14:textId="77777777" w:rsidR="000E1451" w:rsidRDefault="000E1451" w:rsidP="00BE611A">
      <w:pPr>
        <w:rPr>
          <w:rFonts w:cs="Georgia"/>
          <w:kern w:val="1"/>
        </w:rPr>
      </w:pPr>
      <w:r>
        <w:rPr>
          <w:rFonts w:cs="Georgia"/>
          <w:kern w:val="1"/>
        </w:rPr>
        <w:t>— </w:t>
      </w:r>
      <w:r w:rsidR="00BE611A">
        <w:rPr>
          <w:rFonts w:cs="Georgia"/>
          <w:kern w:val="1"/>
        </w:rPr>
        <w:t>Encore</w:t>
      </w:r>
      <w:r>
        <w:rPr>
          <w:rFonts w:cs="Georgia"/>
          <w:kern w:val="1"/>
        </w:rPr>
        <w:t xml:space="preserve"> ? </w:t>
      </w:r>
      <w:r w:rsidR="00BE611A">
        <w:rPr>
          <w:rFonts w:cs="Georgia"/>
          <w:kern w:val="1"/>
        </w:rPr>
        <w:t>Je lui ai dit que j</w:t>
      </w:r>
      <w:r>
        <w:rPr>
          <w:rFonts w:cs="Georgia"/>
          <w:kern w:val="1"/>
        </w:rPr>
        <w:t>’</w:t>
      </w:r>
      <w:r w:rsidR="00BE611A">
        <w:rPr>
          <w:rFonts w:cs="Georgia"/>
          <w:kern w:val="1"/>
        </w:rPr>
        <w:t>étais ennuyée</w:t>
      </w:r>
      <w:r>
        <w:rPr>
          <w:rFonts w:cs="Georgia"/>
          <w:kern w:val="1"/>
        </w:rPr>
        <w:t xml:space="preserve">… </w:t>
      </w:r>
      <w:r w:rsidR="00BE611A">
        <w:rPr>
          <w:rFonts w:cs="Georgia"/>
          <w:kern w:val="1"/>
        </w:rPr>
        <w:t>flattée</w:t>
      </w:r>
      <w:r>
        <w:rPr>
          <w:rFonts w:cs="Georgia"/>
          <w:kern w:val="1"/>
        </w:rPr>
        <w:t xml:space="preserve">… </w:t>
      </w:r>
      <w:r w:rsidR="00BE611A">
        <w:rPr>
          <w:rFonts w:cs="Georgia"/>
          <w:kern w:val="1"/>
        </w:rPr>
        <w:t>Que j</w:t>
      </w:r>
      <w:r>
        <w:rPr>
          <w:rFonts w:cs="Georgia"/>
          <w:kern w:val="1"/>
        </w:rPr>
        <w:t>’</w:t>
      </w:r>
      <w:r w:rsidR="00BE611A">
        <w:rPr>
          <w:rFonts w:cs="Georgia"/>
          <w:kern w:val="1"/>
        </w:rPr>
        <w:t>avais à discuter d</w:t>
      </w:r>
      <w:r>
        <w:rPr>
          <w:rFonts w:cs="Georgia"/>
          <w:kern w:val="1"/>
        </w:rPr>
        <w:t>’</w:t>
      </w:r>
      <w:r w:rsidR="00BE611A">
        <w:rPr>
          <w:rFonts w:cs="Georgia"/>
          <w:kern w:val="1"/>
        </w:rPr>
        <w:t>abord avec toi</w:t>
      </w:r>
      <w:r>
        <w:rPr>
          <w:rFonts w:cs="Georgia"/>
          <w:kern w:val="1"/>
        </w:rPr>
        <w:t>.</w:t>
      </w:r>
    </w:p>
    <w:p w14:paraId="3534FAC1" w14:textId="77777777" w:rsidR="000E1451" w:rsidRDefault="000E1451" w:rsidP="00BE611A">
      <w:pPr>
        <w:rPr>
          <w:rFonts w:cs="Georgia"/>
          <w:kern w:val="1"/>
        </w:rPr>
      </w:pPr>
      <w:r>
        <w:rPr>
          <w:rFonts w:cs="Georgia"/>
          <w:kern w:val="1"/>
        </w:rPr>
        <w:t>— </w:t>
      </w:r>
      <w:r w:rsidR="00BE611A">
        <w:rPr>
          <w:rFonts w:cs="Georgia"/>
          <w:kern w:val="1"/>
        </w:rPr>
        <w:t>C</w:t>
      </w:r>
      <w:r>
        <w:rPr>
          <w:rFonts w:cs="Georgia"/>
          <w:kern w:val="1"/>
        </w:rPr>
        <w:t>’</w:t>
      </w:r>
      <w:r w:rsidR="00BE611A">
        <w:rPr>
          <w:rFonts w:cs="Georgia"/>
          <w:kern w:val="1"/>
        </w:rPr>
        <w:t>est tout discuté</w:t>
      </w:r>
      <w:r>
        <w:rPr>
          <w:rFonts w:cs="Georgia"/>
          <w:kern w:val="1"/>
        </w:rPr>
        <w:t xml:space="preserve">, </w:t>
      </w:r>
      <w:r w:rsidR="00BE611A">
        <w:rPr>
          <w:rFonts w:cs="Georgia"/>
          <w:kern w:val="1"/>
        </w:rPr>
        <w:t>maman</w:t>
      </w:r>
      <w:r>
        <w:rPr>
          <w:rFonts w:cs="Georgia"/>
          <w:kern w:val="1"/>
        </w:rPr>
        <w:t xml:space="preserve">, </w:t>
      </w:r>
      <w:r w:rsidR="00BE611A">
        <w:rPr>
          <w:rFonts w:cs="Georgia"/>
          <w:kern w:val="1"/>
        </w:rPr>
        <w:t>puisqu</w:t>
      </w:r>
      <w:r>
        <w:rPr>
          <w:rFonts w:cs="Georgia"/>
          <w:kern w:val="1"/>
        </w:rPr>
        <w:t>’</w:t>
      </w:r>
      <w:r w:rsidR="00BE611A">
        <w:rPr>
          <w:rFonts w:cs="Georgia"/>
          <w:kern w:val="1"/>
        </w:rPr>
        <w:t>il m</w:t>
      </w:r>
      <w:r>
        <w:rPr>
          <w:rFonts w:cs="Georgia"/>
          <w:kern w:val="1"/>
        </w:rPr>
        <w:t>’</w:t>
      </w:r>
      <w:r w:rsidR="00BE611A">
        <w:rPr>
          <w:rFonts w:cs="Georgia"/>
          <w:kern w:val="1"/>
        </w:rPr>
        <w:t>aime</w:t>
      </w:r>
      <w:r>
        <w:rPr>
          <w:rFonts w:cs="Georgia"/>
          <w:kern w:val="1"/>
        </w:rPr>
        <w:t xml:space="preserve">, </w:t>
      </w:r>
      <w:r w:rsidR="00BE611A">
        <w:rPr>
          <w:rFonts w:cs="Georgia"/>
          <w:kern w:val="1"/>
        </w:rPr>
        <w:t>qu</w:t>
      </w:r>
      <w:r>
        <w:rPr>
          <w:rFonts w:cs="Georgia"/>
          <w:kern w:val="1"/>
        </w:rPr>
        <w:t>’</w:t>
      </w:r>
      <w:r w:rsidR="00BE611A">
        <w:rPr>
          <w:rFonts w:cs="Georgia"/>
          <w:kern w:val="1"/>
        </w:rPr>
        <w:t>il veut m</w:t>
      </w:r>
      <w:r>
        <w:rPr>
          <w:rFonts w:cs="Georgia"/>
          <w:kern w:val="1"/>
        </w:rPr>
        <w:t>’</w:t>
      </w:r>
      <w:r w:rsidR="00BE611A">
        <w:rPr>
          <w:rFonts w:cs="Georgia"/>
          <w:kern w:val="1"/>
        </w:rPr>
        <w:t>épouser</w:t>
      </w:r>
      <w:r>
        <w:rPr>
          <w:rFonts w:cs="Georgia"/>
          <w:kern w:val="1"/>
        </w:rPr>
        <w:t xml:space="preserve">, </w:t>
      </w:r>
      <w:r w:rsidR="00BE611A">
        <w:rPr>
          <w:rFonts w:cs="Georgia"/>
          <w:kern w:val="1"/>
        </w:rPr>
        <w:t>et que je l</w:t>
      </w:r>
      <w:r>
        <w:rPr>
          <w:rFonts w:cs="Georgia"/>
          <w:kern w:val="1"/>
        </w:rPr>
        <w:t>’</w:t>
      </w:r>
      <w:r w:rsidR="00BE611A">
        <w:rPr>
          <w:rFonts w:cs="Georgia"/>
          <w:kern w:val="1"/>
        </w:rPr>
        <w:t>aime</w:t>
      </w:r>
      <w:r>
        <w:rPr>
          <w:rFonts w:cs="Georgia"/>
          <w:kern w:val="1"/>
        </w:rPr>
        <w:t xml:space="preserve">. </w:t>
      </w:r>
      <w:r w:rsidR="00BE611A">
        <w:rPr>
          <w:rFonts w:cs="Georgia"/>
          <w:kern w:val="1"/>
        </w:rPr>
        <w:t>Il ne nous manque plus que ton consentement</w:t>
      </w:r>
      <w:r>
        <w:rPr>
          <w:rFonts w:cs="Georgia"/>
          <w:kern w:val="1"/>
        </w:rPr>
        <w:t>.</w:t>
      </w:r>
    </w:p>
    <w:p w14:paraId="4C8482F9" w14:textId="77777777" w:rsidR="000E1451" w:rsidRDefault="000E1451" w:rsidP="00BE611A">
      <w:pPr>
        <w:rPr>
          <w:rFonts w:cs="Georgia"/>
          <w:kern w:val="1"/>
        </w:rPr>
      </w:pPr>
      <w:r>
        <w:rPr>
          <w:rFonts w:cs="Georgia"/>
          <w:kern w:val="1"/>
        </w:rPr>
        <w:t>— </w:t>
      </w:r>
      <w:r w:rsidR="00BE611A">
        <w:rPr>
          <w:rFonts w:cs="Georgia"/>
          <w:kern w:val="1"/>
        </w:rPr>
        <w:t>Vraiment</w:t>
      </w:r>
      <w:r>
        <w:rPr>
          <w:rFonts w:cs="Georgia"/>
          <w:kern w:val="1"/>
        </w:rPr>
        <w:t xml:space="preserve"> ! </w:t>
      </w:r>
      <w:r w:rsidR="00BE611A">
        <w:rPr>
          <w:rFonts w:cs="Georgia"/>
          <w:kern w:val="1"/>
        </w:rPr>
        <w:t>Et celui de sa famille</w:t>
      </w:r>
      <w:r>
        <w:rPr>
          <w:rFonts w:cs="Georgia"/>
          <w:kern w:val="1"/>
        </w:rPr>
        <w:t xml:space="preserve">, </w:t>
      </w:r>
      <w:r w:rsidR="00BE611A">
        <w:rPr>
          <w:rFonts w:cs="Georgia"/>
          <w:kern w:val="1"/>
        </w:rPr>
        <w:t>que tu oublies</w:t>
      </w:r>
      <w:r>
        <w:rPr>
          <w:rFonts w:cs="Georgia"/>
          <w:kern w:val="1"/>
        </w:rPr>
        <w:t> ?</w:t>
      </w:r>
    </w:p>
    <w:p w14:paraId="12A16187" w14:textId="77777777" w:rsidR="000E1451" w:rsidRDefault="000E1451" w:rsidP="00BE611A">
      <w:pPr>
        <w:rPr>
          <w:rFonts w:cs="Georgia"/>
          <w:kern w:val="1"/>
        </w:rPr>
      </w:pPr>
      <w:r>
        <w:rPr>
          <w:rFonts w:cs="Georgia"/>
          <w:kern w:val="1"/>
        </w:rPr>
        <w:t>— </w:t>
      </w:r>
      <w:r w:rsidR="00BE611A">
        <w:rPr>
          <w:rFonts w:cs="Georgia"/>
          <w:kern w:val="1"/>
        </w:rPr>
        <w:t>Il n</w:t>
      </w:r>
      <w:r>
        <w:rPr>
          <w:rFonts w:cs="Georgia"/>
          <w:kern w:val="1"/>
        </w:rPr>
        <w:t>’</w:t>
      </w:r>
      <w:r w:rsidR="00BE611A">
        <w:rPr>
          <w:rFonts w:cs="Georgia"/>
          <w:kern w:val="1"/>
        </w:rPr>
        <w:t>a plus que sa mère</w:t>
      </w:r>
      <w:r>
        <w:rPr>
          <w:rFonts w:cs="Georgia"/>
          <w:kern w:val="1"/>
        </w:rPr>
        <w:t xml:space="preserve">. </w:t>
      </w:r>
      <w:r w:rsidR="00BE611A">
        <w:rPr>
          <w:rFonts w:cs="Georgia"/>
          <w:kern w:val="1"/>
        </w:rPr>
        <w:t>Une mère fait toujours ce que veut son fils</w:t>
      </w:r>
      <w:r>
        <w:rPr>
          <w:rFonts w:cs="Georgia"/>
          <w:kern w:val="1"/>
        </w:rPr>
        <w:t>.</w:t>
      </w:r>
    </w:p>
    <w:p w14:paraId="54272E11" w14:textId="77777777" w:rsidR="000E1451" w:rsidRDefault="00BE611A" w:rsidP="00BE611A">
      <w:pPr>
        <w:rPr>
          <w:rFonts w:cs="Georgia"/>
          <w:kern w:val="1"/>
        </w:rPr>
      </w:pPr>
      <w:r>
        <w:rPr>
          <w:rFonts w:cs="Georgia"/>
          <w:kern w:val="1"/>
        </w:rPr>
        <w:lastRenderedPageBreak/>
        <w:t>Elle ajouta</w:t>
      </w:r>
      <w:r w:rsidR="000E1451">
        <w:rPr>
          <w:rFonts w:cs="Georgia"/>
          <w:kern w:val="1"/>
        </w:rPr>
        <w:t xml:space="preserve">, </w:t>
      </w:r>
      <w:r>
        <w:rPr>
          <w:rFonts w:cs="Georgia"/>
          <w:kern w:val="1"/>
        </w:rPr>
        <w:t xml:space="preserve">en se pendant au cou de </w:t>
      </w:r>
      <w:r w:rsidR="000E1451">
        <w:rPr>
          <w:rFonts w:cs="Georgia"/>
          <w:kern w:val="1"/>
        </w:rPr>
        <w:t>M</w:t>
      </w:r>
      <w:r w:rsidR="000E1451" w:rsidRPr="000E1451">
        <w:rPr>
          <w:rFonts w:cs="Georgia"/>
          <w:kern w:val="1"/>
          <w:vertAlign w:val="superscript"/>
        </w:rPr>
        <w:t>me</w:t>
      </w:r>
      <w:r w:rsidR="000E1451">
        <w:rPr>
          <w:rFonts w:cs="Georgia"/>
          <w:kern w:val="1"/>
        </w:rPr>
        <w:t> </w:t>
      </w:r>
      <w:r>
        <w:rPr>
          <w:rFonts w:cs="Georgia"/>
          <w:kern w:val="1"/>
        </w:rPr>
        <w:t>Küntz</w:t>
      </w:r>
      <w:r w:rsidR="000E1451">
        <w:rPr>
          <w:rFonts w:cs="Georgia"/>
          <w:kern w:val="1"/>
        </w:rPr>
        <w:t> :</w:t>
      </w:r>
    </w:p>
    <w:p w14:paraId="7E1F1A96" w14:textId="77777777" w:rsidR="000E1451" w:rsidRDefault="000E1451" w:rsidP="00BE611A">
      <w:pPr>
        <w:rPr>
          <w:rFonts w:cs="Georgia"/>
          <w:kern w:val="1"/>
        </w:rPr>
      </w:pPr>
      <w:r>
        <w:rPr>
          <w:rFonts w:cs="Georgia"/>
          <w:kern w:val="1"/>
        </w:rPr>
        <w:t>— </w:t>
      </w:r>
      <w:r w:rsidR="00BE611A">
        <w:rPr>
          <w:rFonts w:cs="Georgia"/>
          <w:kern w:val="1"/>
        </w:rPr>
        <w:t>Et sa fille</w:t>
      </w:r>
      <w:r>
        <w:rPr>
          <w:rFonts w:cs="Georgia"/>
          <w:kern w:val="1"/>
        </w:rPr>
        <w:t>.</w:t>
      </w:r>
    </w:p>
    <w:p w14:paraId="0A4BF996" w14:textId="77777777" w:rsidR="000E1451" w:rsidRDefault="000E1451" w:rsidP="00BE611A">
      <w:pPr>
        <w:rPr>
          <w:rFonts w:cs="Georgia"/>
          <w:kern w:val="1"/>
        </w:rPr>
      </w:pPr>
      <w:r>
        <w:rPr>
          <w:rFonts w:cs="Georgia"/>
          <w:kern w:val="1"/>
        </w:rPr>
        <w:t>— </w:t>
      </w:r>
      <w:r w:rsidR="00BE611A">
        <w:rPr>
          <w:rFonts w:cs="Georgia"/>
          <w:kern w:val="1"/>
        </w:rPr>
        <w:t>Ah</w:t>
      </w:r>
      <w:r>
        <w:rPr>
          <w:rFonts w:cs="Georgia"/>
          <w:kern w:val="1"/>
        </w:rPr>
        <w:t xml:space="preserve"> ! </w:t>
      </w:r>
      <w:r w:rsidR="00BE611A">
        <w:rPr>
          <w:rFonts w:cs="Georgia"/>
          <w:kern w:val="1"/>
        </w:rPr>
        <w:t>tu crois cela</w:t>
      </w:r>
      <w:r>
        <w:rPr>
          <w:rFonts w:cs="Georgia"/>
          <w:kern w:val="1"/>
        </w:rPr>
        <w:t xml:space="preserve">, </w:t>
      </w:r>
      <w:r w:rsidR="00BE611A">
        <w:rPr>
          <w:rFonts w:cs="Georgia"/>
          <w:kern w:val="1"/>
        </w:rPr>
        <w:t>maugréa la brave dame</w:t>
      </w:r>
      <w:r>
        <w:rPr>
          <w:rFonts w:cs="Georgia"/>
          <w:kern w:val="1"/>
        </w:rPr>
        <w:t xml:space="preserve">. </w:t>
      </w:r>
      <w:r w:rsidR="00BE611A">
        <w:rPr>
          <w:rFonts w:cs="Georgia"/>
          <w:kern w:val="1"/>
        </w:rPr>
        <w:t>Eh bien</w:t>
      </w:r>
      <w:r>
        <w:rPr>
          <w:rFonts w:cs="Georgia"/>
          <w:kern w:val="1"/>
        </w:rPr>
        <w:t xml:space="preserve">, </w:t>
      </w:r>
      <w:r w:rsidR="00BE611A">
        <w:rPr>
          <w:rFonts w:cs="Georgia"/>
          <w:kern w:val="1"/>
        </w:rPr>
        <w:t>moi</w:t>
      </w:r>
      <w:r>
        <w:rPr>
          <w:rFonts w:cs="Georgia"/>
          <w:kern w:val="1"/>
        </w:rPr>
        <w:t xml:space="preserve">, </w:t>
      </w:r>
      <w:r w:rsidR="00BE611A">
        <w:rPr>
          <w:rFonts w:cs="Georgia"/>
          <w:kern w:val="1"/>
        </w:rPr>
        <w:t>je ne te cache pas</w:t>
      </w:r>
      <w:r>
        <w:rPr>
          <w:rFonts w:cs="Georgia"/>
          <w:kern w:val="1"/>
        </w:rPr>
        <w:t xml:space="preserve">, </w:t>
      </w:r>
      <w:r w:rsidR="00BE611A">
        <w:rPr>
          <w:rFonts w:cs="Georgia"/>
          <w:kern w:val="1"/>
        </w:rPr>
        <w:t>je ne suis pas si tranquille</w:t>
      </w:r>
      <w:r>
        <w:rPr>
          <w:rFonts w:cs="Georgia"/>
          <w:kern w:val="1"/>
        </w:rPr>
        <w:t xml:space="preserve">. </w:t>
      </w:r>
      <w:r w:rsidR="00BE611A">
        <w:rPr>
          <w:rFonts w:cs="Georgia"/>
          <w:kern w:val="1"/>
        </w:rPr>
        <w:t>J</w:t>
      </w:r>
      <w:r>
        <w:rPr>
          <w:rFonts w:cs="Georgia"/>
          <w:kern w:val="1"/>
        </w:rPr>
        <w:t>’</w:t>
      </w:r>
      <w:r w:rsidR="00BE611A">
        <w:rPr>
          <w:rFonts w:cs="Georgia"/>
          <w:kern w:val="1"/>
        </w:rPr>
        <w:t>aurais préféré pour toi autre chose</w:t>
      </w:r>
      <w:r>
        <w:rPr>
          <w:rFonts w:cs="Georgia"/>
          <w:kern w:val="1"/>
        </w:rPr>
        <w:t>.</w:t>
      </w:r>
    </w:p>
    <w:p w14:paraId="1FB2A42B" w14:textId="77777777" w:rsidR="000E1451" w:rsidRDefault="000E1451" w:rsidP="00BE611A">
      <w:pPr>
        <w:rPr>
          <w:rFonts w:cs="Georgia"/>
          <w:kern w:val="1"/>
        </w:rPr>
      </w:pPr>
      <w:r>
        <w:rPr>
          <w:rFonts w:cs="Georgia"/>
          <w:kern w:val="1"/>
        </w:rPr>
        <w:t>— </w:t>
      </w:r>
      <w:r w:rsidR="00BE611A">
        <w:rPr>
          <w:rFonts w:cs="Georgia"/>
          <w:kern w:val="1"/>
        </w:rPr>
        <w:t>Qu</w:t>
      </w:r>
      <w:r>
        <w:rPr>
          <w:rFonts w:cs="Georgia"/>
          <w:kern w:val="1"/>
        </w:rPr>
        <w:t>’</w:t>
      </w:r>
      <w:r w:rsidR="00BE611A">
        <w:rPr>
          <w:rFonts w:cs="Georgia"/>
          <w:kern w:val="1"/>
        </w:rPr>
        <w:t>est-ce qu</w:t>
      </w:r>
      <w:r>
        <w:rPr>
          <w:rFonts w:cs="Georgia"/>
          <w:kern w:val="1"/>
        </w:rPr>
        <w:t>’</w:t>
      </w:r>
      <w:r w:rsidR="00BE611A">
        <w:rPr>
          <w:rFonts w:cs="Georgia"/>
          <w:kern w:val="1"/>
        </w:rPr>
        <w:t>il te faut</w:t>
      </w:r>
      <w:r>
        <w:rPr>
          <w:rFonts w:cs="Georgia"/>
          <w:kern w:val="1"/>
        </w:rPr>
        <w:t xml:space="preserve">, </w:t>
      </w:r>
      <w:r w:rsidR="00BE611A">
        <w:rPr>
          <w:rFonts w:cs="Georgia"/>
          <w:kern w:val="1"/>
        </w:rPr>
        <w:t>maman</w:t>
      </w:r>
      <w:r>
        <w:rPr>
          <w:rFonts w:cs="Georgia"/>
          <w:kern w:val="1"/>
        </w:rPr>
        <w:t xml:space="preserve"> ? </w:t>
      </w:r>
      <w:r w:rsidR="00BE611A">
        <w:rPr>
          <w:rFonts w:cs="Georgia"/>
          <w:kern w:val="1"/>
        </w:rPr>
        <w:t>Un Mirrbach</w:t>
      </w:r>
      <w:r>
        <w:rPr>
          <w:rFonts w:cs="Georgia"/>
          <w:kern w:val="1"/>
        </w:rPr>
        <w:t> !</w:t>
      </w:r>
    </w:p>
    <w:p w14:paraId="2350D3B3" w14:textId="77777777" w:rsidR="000E1451" w:rsidRDefault="000E1451" w:rsidP="00BE611A">
      <w:pPr>
        <w:rPr>
          <w:rFonts w:cs="Georgia"/>
          <w:kern w:val="1"/>
        </w:rPr>
      </w:pPr>
      <w:r>
        <w:rPr>
          <w:rFonts w:cs="Georgia"/>
          <w:kern w:val="1"/>
        </w:rPr>
        <w:t>— </w:t>
      </w:r>
      <w:r w:rsidR="00BE611A">
        <w:rPr>
          <w:rFonts w:cs="Georgia"/>
          <w:kern w:val="1"/>
        </w:rPr>
        <w:t>Justement</w:t>
      </w:r>
      <w:r>
        <w:rPr>
          <w:rFonts w:cs="Georgia"/>
          <w:kern w:val="1"/>
        </w:rPr>
        <w:t xml:space="preserve">, </w:t>
      </w:r>
      <w:r w:rsidR="00BE611A">
        <w:rPr>
          <w:rFonts w:cs="Georgia"/>
          <w:kern w:val="1"/>
        </w:rPr>
        <w:t>ma petite</w:t>
      </w:r>
      <w:r>
        <w:rPr>
          <w:rFonts w:cs="Georgia"/>
          <w:kern w:val="1"/>
        </w:rPr>
        <w:t xml:space="preserve">. </w:t>
      </w:r>
      <w:r w:rsidR="00BE611A">
        <w:rPr>
          <w:rFonts w:cs="Georgia"/>
          <w:kern w:val="1"/>
        </w:rPr>
        <w:t>Ces histoires-là</w:t>
      </w:r>
      <w:r>
        <w:rPr>
          <w:rFonts w:cs="Georgia"/>
          <w:kern w:val="1"/>
        </w:rPr>
        <w:t xml:space="preserve">, </w:t>
      </w:r>
      <w:r w:rsidR="00BE611A">
        <w:rPr>
          <w:rFonts w:cs="Georgia"/>
          <w:kern w:val="1"/>
        </w:rPr>
        <w:t>ça n</w:t>
      </w:r>
      <w:r w:rsidR="00BE611A">
        <w:rPr>
          <w:rFonts w:cs="Georgia"/>
          <w:bCs/>
          <w:kern w:val="1"/>
        </w:rPr>
        <w:t>e</w:t>
      </w:r>
      <w:r w:rsidR="00BE611A">
        <w:rPr>
          <w:rFonts w:cs="Georgia"/>
          <w:kern w:val="1"/>
        </w:rPr>
        <w:t xml:space="preserve"> réussit que dans les contes</w:t>
      </w:r>
      <w:r>
        <w:rPr>
          <w:rFonts w:cs="Georgia"/>
          <w:kern w:val="1"/>
        </w:rPr>
        <w:t xml:space="preserve">. </w:t>
      </w:r>
      <w:r w:rsidR="00BE611A">
        <w:rPr>
          <w:rFonts w:cs="Georgia"/>
          <w:kern w:val="1"/>
        </w:rPr>
        <w:t>Enfin</w:t>
      </w:r>
      <w:r>
        <w:rPr>
          <w:rFonts w:cs="Georgia"/>
          <w:kern w:val="1"/>
        </w:rPr>
        <w:t xml:space="preserve">, </w:t>
      </w:r>
      <w:r w:rsidR="00BE611A">
        <w:rPr>
          <w:rFonts w:cs="Georgia"/>
          <w:kern w:val="1"/>
        </w:rPr>
        <w:t>attendons</w:t>
      </w:r>
      <w:r>
        <w:rPr>
          <w:rFonts w:cs="Georgia"/>
          <w:kern w:val="1"/>
        </w:rPr>
        <w:t xml:space="preserve">… </w:t>
      </w:r>
      <w:r w:rsidR="00BE611A">
        <w:rPr>
          <w:rFonts w:cs="Georgia"/>
          <w:kern w:val="1"/>
        </w:rPr>
        <w:t>Tout de même</w:t>
      </w:r>
      <w:r>
        <w:rPr>
          <w:rFonts w:cs="Georgia"/>
          <w:kern w:val="1"/>
        </w:rPr>
        <w:t xml:space="preserve">, </w:t>
      </w:r>
      <w:r w:rsidR="00BE611A">
        <w:rPr>
          <w:rFonts w:cs="Georgia"/>
          <w:kern w:val="1"/>
        </w:rPr>
        <w:t>quelle aventure</w:t>
      </w:r>
      <w:r>
        <w:rPr>
          <w:rFonts w:cs="Georgia"/>
          <w:kern w:val="1"/>
        </w:rPr>
        <w:t xml:space="preserve"> ! </w:t>
      </w:r>
      <w:r w:rsidR="00BE611A">
        <w:rPr>
          <w:rFonts w:cs="Georgia"/>
          <w:kern w:val="1"/>
        </w:rPr>
        <w:t>Et ces messieurs</w:t>
      </w:r>
      <w:r>
        <w:rPr>
          <w:rFonts w:cs="Georgia"/>
          <w:kern w:val="1"/>
        </w:rPr>
        <w:t xml:space="preserve">, </w:t>
      </w:r>
      <w:r w:rsidR="00BE611A">
        <w:rPr>
          <w:rFonts w:cs="Georgia"/>
          <w:kern w:val="1"/>
        </w:rPr>
        <w:t>comment vont-ils prendre la chose</w:t>
      </w:r>
      <w:r>
        <w:rPr>
          <w:rFonts w:cs="Georgia"/>
          <w:kern w:val="1"/>
        </w:rPr>
        <w:t xml:space="preserve"> ? </w:t>
      </w:r>
      <w:r w:rsidR="00BE611A">
        <w:rPr>
          <w:rFonts w:cs="Georgia"/>
          <w:kern w:val="1"/>
        </w:rPr>
        <w:t>Moi qui te recommandais toujours de ne pas parler plus à l</w:t>
      </w:r>
      <w:r>
        <w:rPr>
          <w:rFonts w:cs="Georgia"/>
          <w:kern w:val="1"/>
        </w:rPr>
        <w:t>’</w:t>
      </w:r>
      <w:r w:rsidR="00BE611A">
        <w:rPr>
          <w:rFonts w:cs="Georgia"/>
          <w:kern w:val="1"/>
        </w:rPr>
        <w:t>un qu</w:t>
      </w:r>
      <w:r>
        <w:rPr>
          <w:rFonts w:cs="Georgia"/>
          <w:kern w:val="1"/>
        </w:rPr>
        <w:t>’</w:t>
      </w:r>
      <w:r w:rsidR="00BE611A">
        <w:rPr>
          <w:rFonts w:cs="Georgia"/>
          <w:kern w:val="1"/>
        </w:rPr>
        <w:t>à l</w:t>
      </w:r>
      <w:r>
        <w:rPr>
          <w:rFonts w:cs="Georgia"/>
          <w:kern w:val="1"/>
        </w:rPr>
        <w:t>’</w:t>
      </w:r>
      <w:r w:rsidR="00BE611A">
        <w:rPr>
          <w:rFonts w:cs="Georgia"/>
          <w:kern w:val="1"/>
        </w:rPr>
        <w:t>autre</w:t>
      </w:r>
      <w:r>
        <w:rPr>
          <w:rFonts w:cs="Georgia"/>
          <w:kern w:val="1"/>
        </w:rPr>
        <w:t xml:space="preserve">. </w:t>
      </w:r>
      <w:r w:rsidR="00BE611A">
        <w:rPr>
          <w:rFonts w:cs="Georgia"/>
          <w:kern w:val="1"/>
        </w:rPr>
        <w:t>Tu as bien suivi mes conseils</w:t>
      </w:r>
      <w:r>
        <w:rPr>
          <w:rFonts w:cs="Georgia"/>
          <w:kern w:val="1"/>
        </w:rPr>
        <w:t xml:space="preserve"> ! </w:t>
      </w:r>
      <w:r w:rsidR="00BE611A">
        <w:rPr>
          <w:rFonts w:cs="Georgia"/>
          <w:kern w:val="1"/>
        </w:rPr>
        <w:t>Si encore c</w:t>
      </w:r>
      <w:r>
        <w:rPr>
          <w:rFonts w:cs="Georgia"/>
          <w:kern w:val="1"/>
        </w:rPr>
        <w:t>’</w:t>
      </w:r>
      <w:r w:rsidR="00BE611A">
        <w:rPr>
          <w:rFonts w:cs="Georgia"/>
          <w:kern w:val="1"/>
        </w:rPr>
        <w:t>était un officier d</w:t>
      </w:r>
      <w:r>
        <w:rPr>
          <w:rFonts w:cs="Georgia"/>
          <w:kern w:val="1"/>
        </w:rPr>
        <w:t>’</w:t>
      </w:r>
      <w:r w:rsidR="00BE611A">
        <w:rPr>
          <w:rFonts w:cs="Georgia"/>
          <w:kern w:val="1"/>
        </w:rPr>
        <w:t>infanterie</w:t>
      </w:r>
      <w:r>
        <w:rPr>
          <w:rFonts w:cs="Georgia"/>
          <w:kern w:val="1"/>
        </w:rPr>
        <w:t xml:space="preserve">… </w:t>
      </w:r>
      <w:r w:rsidR="00BE611A">
        <w:rPr>
          <w:rFonts w:cs="Georgia"/>
          <w:kern w:val="1"/>
        </w:rPr>
        <w:t>Mais un hussard</w:t>
      </w:r>
      <w:r>
        <w:rPr>
          <w:rFonts w:cs="Georgia"/>
          <w:kern w:val="1"/>
        </w:rPr>
        <w:t xml:space="preserve"> ! </w:t>
      </w:r>
      <w:r w:rsidR="00BE611A">
        <w:rPr>
          <w:rFonts w:cs="Georgia"/>
          <w:kern w:val="1"/>
        </w:rPr>
        <w:t xml:space="preserve">Et un </w:t>
      </w:r>
      <w:r w:rsidR="00BE611A">
        <w:rPr>
          <w:rFonts w:cs="Georgia"/>
          <w:bCs/>
          <w:i/>
          <w:iCs/>
          <w:kern w:val="1"/>
        </w:rPr>
        <w:t>von</w:t>
      </w:r>
      <w:r>
        <w:t xml:space="preserve">, </w:t>
      </w:r>
      <w:r w:rsidR="00BE611A">
        <w:rPr>
          <w:rFonts w:cs="Georgia"/>
          <w:kern w:val="1"/>
        </w:rPr>
        <w:t>par-dessus le marché</w:t>
      </w:r>
      <w:r>
        <w:rPr>
          <w:rFonts w:cs="Georgia"/>
          <w:kern w:val="1"/>
        </w:rPr>
        <w:t>…</w:t>
      </w:r>
    </w:p>
    <w:p w14:paraId="6ED637D7" w14:textId="77777777" w:rsidR="000E1451" w:rsidRDefault="00BE611A" w:rsidP="00BE611A">
      <w:pPr>
        <w:rPr>
          <w:rFonts w:cs="Georgia"/>
          <w:kern w:val="1"/>
        </w:rPr>
      </w:pPr>
      <w:r>
        <w:rPr>
          <w:rFonts w:cs="Georgia"/>
          <w:kern w:val="1"/>
        </w:rPr>
        <w:t xml:space="preserve">Les craintes de </w:t>
      </w:r>
      <w:r w:rsidR="000E1451">
        <w:rPr>
          <w:rFonts w:cs="Georgia"/>
          <w:kern w:val="1"/>
        </w:rPr>
        <w:t>M</w:t>
      </w:r>
      <w:r w:rsidR="000E1451" w:rsidRPr="000E1451">
        <w:rPr>
          <w:rFonts w:cs="Georgia"/>
          <w:kern w:val="1"/>
          <w:vertAlign w:val="superscript"/>
        </w:rPr>
        <w:t>me</w:t>
      </w:r>
      <w:r w:rsidR="000E1451">
        <w:rPr>
          <w:rFonts w:cs="Georgia"/>
          <w:kern w:val="1"/>
        </w:rPr>
        <w:t> </w:t>
      </w:r>
      <w:r>
        <w:rPr>
          <w:rFonts w:cs="Georgia"/>
          <w:kern w:val="1"/>
        </w:rPr>
        <w:t>Küntz n</w:t>
      </w:r>
      <w:r w:rsidR="000E1451">
        <w:rPr>
          <w:rFonts w:cs="Georgia"/>
          <w:kern w:val="1"/>
        </w:rPr>
        <w:t>’</w:t>
      </w:r>
      <w:r>
        <w:rPr>
          <w:rFonts w:cs="Georgia"/>
          <w:kern w:val="1"/>
        </w:rPr>
        <w:t>étaient pas vaines</w:t>
      </w:r>
      <w:r w:rsidR="000E1451">
        <w:rPr>
          <w:rFonts w:cs="Georgia"/>
          <w:kern w:val="1"/>
        </w:rPr>
        <w:t xml:space="preserve">, </w:t>
      </w:r>
      <w:r>
        <w:rPr>
          <w:rFonts w:cs="Georgia"/>
          <w:kern w:val="1"/>
        </w:rPr>
        <w:t>et le lieutenant de Mirrbach s</w:t>
      </w:r>
      <w:r w:rsidR="000E1451">
        <w:rPr>
          <w:rFonts w:cs="Georgia"/>
          <w:kern w:val="1"/>
        </w:rPr>
        <w:t>’</w:t>
      </w:r>
      <w:r>
        <w:rPr>
          <w:rFonts w:cs="Georgia"/>
          <w:kern w:val="1"/>
        </w:rPr>
        <w:t>était quelque peu avancé en répondant du consentement de sa mère</w:t>
      </w:r>
      <w:r w:rsidR="000E1451">
        <w:rPr>
          <w:rFonts w:cs="Georgia"/>
          <w:kern w:val="1"/>
        </w:rPr>
        <w:t xml:space="preserve">. </w:t>
      </w:r>
      <w:r>
        <w:rPr>
          <w:rFonts w:cs="Georgia"/>
          <w:kern w:val="1"/>
        </w:rPr>
        <w:t>Âgée alors de cinquante-six ans</w:t>
      </w:r>
      <w:r w:rsidR="000E1451">
        <w:rPr>
          <w:rFonts w:cs="Georgia"/>
          <w:kern w:val="1"/>
        </w:rPr>
        <w:t xml:space="preserve">, </w:t>
      </w:r>
      <w:r>
        <w:rPr>
          <w:rFonts w:cs="Georgia"/>
          <w:kern w:val="1"/>
        </w:rPr>
        <w:t>la baronne de Mirrbach vivait retirée au château de Nikolaïken</w:t>
      </w:r>
      <w:r w:rsidR="000E1451">
        <w:rPr>
          <w:rFonts w:cs="Georgia"/>
          <w:kern w:val="1"/>
        </w:rPr>
        <w:t xml:space="preserve">, </w:t>
      </w:r>
      <w:r>
        <w:rPr>
          <w:rFonts w:cs="Georgia"/>
          <w:kern w:val="1"/>
        </w:rPr>
        <w:t>dans le Mazurenland</w:t>
      </w:r>
      <w:r w:rsidR="000E1451">
        <w:rPr>
          <w:rFonts w:cs="Georgia"/>
          <w:kern w:val="1"/>
        </w:rPr>
        <w:t xml:space="preserve">. </w:t>
      </w:r>
      <w:r>
        <w:rPr>
          <w:rFonts w:cs="Georgia"/>
          <w:kern w:val="1"/>
        </w:rPr>
        <w:t>Elle n</w:t>
      </w:r>
      <w:r w:rsidR="000E1451">
        <w:rPr>
          <w:rFonts w:cs="Georgia"/>
          <w:kern w:val="1"/>
        </w:rPr>
        <w:t>’</w:t>
      </w:r>
      <w:r>
        <w:rPr>
          <w:rFonts w:cs="Georgia"/>
          <w:kern w:val="1"/>
        </w:rPr>
        <w:t>en était pas sortie depuis la mort de son mari</w:t>
      </w:r>
      <w:r w:rsidR="000E1451">
        <w:rPr>
          <w:rFonts w:cs="Georgia"/>
          <w:kern w:val="1"/>
        </w:rPr>
        <w:t xml:space="preserve">, </w:t>
      </w:r>
      <w:r>
        <w:rPr>
          <w:rFonts w:cs="Georgia"/>
          <w:kern w:val="1"/>
        </w:rPr>
        <w:t>survenue en 1875</w:t>
      </w:r>
      <w:r w:rsidR="000E1451">
        <w:rPr>
          <w:rFonts w:cs="Georgia"/>
          <w:kern w:val="1"/>
        </w:rPr>
        <w:t xml:space="preserve">, </w:t>
      </w:r>
      <w:r>
        <w:rPr>
          <w:rFonts w:cs="Georgia"/>
          <w:kern w:val="1"/>
        </w:rPr>
        <w:t>des suites d</w:t>
      </w:r>
      <w:r w:rsidR="000E1451">
        <w:rPr>
          <w:rFonts w:cs="Georgia"/>
          <w:kern w:val="1"/>
        </w:rPr>
        <w:t>’</w:t>
      </w:r>
      <w:r>
        <w:rPr>
          <w:rFonts w:cs="Georgia"/>
          <w:kern w:val="1"/>
        </w:rPr>
        <w:t>une blessure reçue à Gravelotte</w:t>
      </w:r>
      <w:r w:rsidR="000E1451">
        <w:rPr>
          <w:rFonts w:cs="Georgia"/>
          <w:kern w:val="1"/>
        </w:rPr>
        <w:t xml:space="preserve">, </w:t>
      </w:r>
      <w:r>
        <w:rPr>
          <w:rFonts w:cs="Georgia"/>
          <w:kern w:val="1"/>
        </w:rPr>
        <w:t>et aggravée de complications rhumatismales auxquelles il est impossible de se soustraire dans cette contrée</w:t>
      </w:r>
      <w:r w:rsidR="000E1451">
        <w:rPr>
          <w:rFonts w:cs="Georgia"/>
          <w:kern w:val="1"/>
        </w:rPr>
        <w:t xml:space="preserve">, </w:t>
      </w:r>
      <w:r>
        <w:rPr>
          <w:rFonts w:cs="Georgia"/>
          <w:kern w:val="1"/>
        </w:rPr>
        <w:t>la plus marécageuse d</w:t>
      </w:r>
      <w:r w:rsidR="000E1451">
        <w:rPr>
          <w:rFonts w:cs="Georgia"/>
          <w:kern w:val="1"/>
        </w:rPr>
        <w:t>’</w:t>
      </w:r>
      <w:r>
        <w:rPr>
          <w:rFonts w:cs="Georgia"/>
          <w:kern w:val="1"/>
        </w:rPr>
        <w:t>Europe</w:t>
      </w:r>
      <w:r w:rsidR="000E1451">
        <w:rPr>
          <w:rFonts w:cs="Georgia"/>
          <w:kern w:val="1"/>
        </w:rPr>
        <w:t xml:space="preserve">. </w:t>
      </w:r>
      <w:r>
        <w:rPr>
          <w:rFonts w:cs="Georgia"/>
          <w:kern w:val="1"/>
        </w:rPr>
        <w:t>Elle était née Wintersee</w:t>
      </w:r>
      <w:r w:rsidR="000E1451">
        <w:rPr>
          <w:rFonts w:cs="Georgia"/>
          <w:kern w:val="1"/>
        </w:rPr>
        <w:t xml:space="preserve">, </w:t>
      </w:r>
      <w:r>
        <w:rPr>
          <w:rFonts w:cs="Georgia"/>
          <w:kern w:val="1"/>
        </w:rPr>
        <w:t>c</w:t>
      </w:r>
      <w:r w:rsidR="000E1451">
        <w:rPr>
          <w:rFonts w:cs="Georgia"/>
          <w:kern w:val="1"/>
        </w:rPr>
        <w:t>’</w:t>
      </w:r>
      <w:r>
        <w:rPr>
          <w:rFonts w:cs="Georgia"/>
          <w:kern w:val="1"/>
        </w:rPr>
        <w:t>est-à-dire qu</w:t>
      </w:r>
      <w:r w:rsidR="000E1451">
        <w:rPr>
          <w:rFonts w:cs="Georgia"/>
          <w:kern w:val="1"/>
        </w:rPr>
        <w:t>’</w:t>
      </w:r>
      <w:r>
        <w:rPr>
          <w:rFonts w:cs="Georgia"/>
          <w:kern w:val="1"/>
        </w:rPr>
        <w:t>elle appartenait à la même noblesse militaire que les Mirrbach</w:t>
      </w:r>
      <w:r w:rsidR="000E1451">
        <w:rPr>
          <w:rFonts w:cs="Georgia"/>
          <w:kern w:val="1"/>
        </w:rPr>
        <w:t xml:space="preserve">. </w:t>
      </w:r>
      <w:r>
        <w:rPr>
          <w:rFonts w:cs="Georgia"/>
          <w:kern w:val="1"/>
        </w:rPr>
        <w:t>Leur fils unique</w:t>
      </w:r>
      <w:r w:rsidR="000E1451">
        <w:rPr>
          <w:rFonts w:cs="Georgia"/>
          <w:kern w:val="1"/>
        </w:rPr>
        <w:t xml:space="preserve">, </w:t>
      </w:r>
      <w:r>
        <w:rPr>
          <w:rFonts w:cs="Georgia"/>
          <w:kern w:val="1"/>
        </w:rPr>
        <w:t>Bernard</w:t>
      </w:r>
      <w:r w:rsidR="000E1451">
        <w:rPr>
          <w:rFonts w:cs="Georgia"/>
          <w:kern w:val="1"/>
        </w:rPr>
        <w:t xml:space="preserve">, </w:t>
      </w:r>
      <w:r>
        <w:rPr>
          <w:rFonts w:cs="Georgia"/>
          <w:kern w:val="1"/>
        </w:rPr>
        <w:t>entré à l</w:t>
      </w:r>
      <w:r w:rsidR="000E1451">
        <w:rPr>
          <w:rFonts w:cs="Georgia"/>
          <w:kern w:val="1"/>
        </w:rPr>
        <w:t>’</w:t>
      </w:r>
      <w:r>
        <w:rPr>
          <w:rFonts w:cs="Georgia"/>
          <w:kern w:val="1"/>
        </w:rPr>
        <w:t>École des Cadets à l</w:t>
      </w:r>
      <w:r w:rsidR="000E1451">
        <w:rPr>
          <w:rFonts w:cs="Georgia"/>
          <w:kern w:val="1"/>
        </w:rPr>
        <w:t>’</w:t>
      </w:r>
      <w:r>
        <w:rPr>
          <w:rFonts w:cs="Georgia"/>
          <w:kern w:val="1"/>
        </w:rPr>
        <w:t>âge le plus tendre</w:t>
      </w:r>
      <w:r w:rsidR="000E1451">
        <w:rPr>
          <w:rFonts w:cs="Georgia"/>
          <w:kern w:val="1"/>
        </w:rPr>
        <w:t xml:space="preserve">, </w:t>
      </w:r>
      <w:r>
        <w:rPr>
          <w:rFonts w:cs="Georgia"/>
          <w:kern w:val="1"/>
        </w:rPr>
        <w:t>ne la revoyait qu</w:t>
      </w:r>
      <w:r w:rsidR="000E1451">
        <w:rPr>
          <w:rFonts w:cs="Georgia"/>
          <w:kern w:val="1"/>
        </w:rPr>
        <w:t>’</w:t>
      </w:r>
      <w:r>
        <w:rPr>
          <w:rFonts w:cs="Georgia"/>
          <w:kern w:val="1"/>
        </w:rPr>
        <w:t>au moment des vacances</w:t>
      </w:r>
      <w:r w:rsidR="000E1451">
        <w:rPr>
          <w:rFonts w:cs="Georgia"/>
          <w:kern w:val="1"/>
        </w:rPr>
        <w:t xml:space="preserve">. </w:t>
      </w:r>
      <w:r>
        <w:rPr>
          <w:rFonts w:cs="Georgia"/>
          <w:kern w:val="1"/>
        </w:rPr>
        <w:t>Enfant</w:t>
      </w:r>
      <w:r w:rsidR="000E1451">
        <w:rPr>
          <w:rFonts w:cs="Georgia"/>
          <w:kern w:val="1"/>
        </w:rPr>
        <w:t xml:space="preserve">, </w:t>
      </w:r>
      <w:r>
        <w:rPr>
          <w:rFonts w:cs="Georgia"/>
          <w:kern w:val="1"/>
        </w:rPr>
        <w:t>elle ne lui adressait la parole que pour lui faire réciter d</w:t>
      </w:r>
      <w:r w:rsidR="000E1451">
        <w:rPr>
          <w:rFonts w:cs="Georgia"/>
          <w:kern w:val="1"/>
        </w:rPr>
        <w:t>’</w:t>
      </w:r>
      <w:r>
        <w:rPr>
          <w:rFonts w:cs="Georgia"/>
          <w:kern w:val="1"/>
        </w:rPr>
        <w:t>un trait les généalogies des Wintersee et des Mirrbach</w:t>
      </w:r>
      <w:r w:rsidR="000E1451">
        <w:rPr>
          <w:rFonts w:cs="Georgia"/>
          <w:kern w:val="1"/>
        </w:rPr>
        <w:t xml:space="preserve">, </w:t>
      </w:r>
      <w:r>
        <w:rPr>
          <w:rFonts w:cs="Georgia"/>
          <w:kern w:val="1"/>
        </w:rPr>
        <w:t>ainsi que celles des quelques familles de junkers qui avaient eu le privilège de leur alliance depuis l</w:t>
      </w:r>
      <w:r w:rsidR="000E1451">
        <w:rPr>
          <w:rFonts w:cs="Georgia"/>
          <w:kern w:val="1"/>
        </w:rPr>
        <w:t>’</w:t>
      </w:r>
      <w:r>
        <w:rPr>
          <w:rFonts w:cs="Georgia"/>
          <w:kern w:val="1"/>
        </w:rPr>
        <w:t xml:space="preserve">époque </w:t>
      </w:r>
      <w:r>
        <w:rPr>
          <w:rFonts w:cs="Georgia"/>
          <w:kern w:val="1"/>
        </w:rPr>
        <w:lastRenderedPageBreak/>
        <w:t>des margraves de Brandebourg et des Chevaliers Porte-Croix</w:t>
      </w:r>
      <w:r w:rsidR="000E1451">
        <w:rPr>
          <w:rFonts w:cs="Georgia"/>
          <w:kern w:val="1"/>
        </w:rPr>
        <w:t xml:space="preserve">. </w:t>
      </w:r>
      <w:r>
        <w:rPr>
          <w:rFonts w:cs="Georgia"/>
          <w:kern w:val="1"/>
        </w:rPr>
        <w:t>En réalité</w:t>
      </w:r>
      <w:r w:rsidR="000E1451">
        <w:rPr>
          <w:rFonts w:cs="Georgia"/>
          <w:kern w:val="1"/>
        </w:rPr>
        <w:t xml:space="preserve">, </w:t>
      </w:r>
      <w:r>
        <w:rPr>
          <w:rFonts w:cs="Georgia"/>
          <w:kern w:val="1"/>
        </w:rPr>
        <w:t>Bernard</w:t>
      </w:r>
      <w:r w:rsidR="000E1451">
        <w:rPr>
          <w:rFonts w:cs="Georgia"/>
          <w:kern w:val="1"/>
        </w:rPr>
        <w:t xml:space="preserve">, </w:t>
      </w:r>
      <w:r>
        <w:rPr>
          <w:rFonts w:cs="Georgia"/>
          <w:kern w:val="1"/>
        </w:rPr>
        <w:t>dont la jeunesse avait été consacrée à l</w:t>
      </w:r>
      <w:r w:rsidR="000E1451">
        <w:rPr>
          <w:rFonts w:cs="Georgia"/>
          <w:kern w:val="1"/>
        </w:rPr>
        <w:t>’</w:t>
      </w:r>
      <w:r>
        <w:rPr>
          <w:rFonts w:cs="Georgia"/>
          <w:kern w:val="1"/>
        </w:rPr>
        <w:t>apprentissage du métier de soldat</w:t>
      </w:r>
      <w:r w:rsidR="000E1451">
        <w:rPr>
          <w:rFonts w:cs="Georgia"/>
          <w:kern w:val="1"/>
        </w:rPr>
        <w:t xml:space="preserve">, </w:t>
      </w:r>
      <w:r>
        <w:rPr>
          <w:rFonts w:cs="Georgia"/>
          <w:kern w:val="1"/>
        </w:rPr>
        <w:t>ignorait tout du caractère de sa mère</w:t>
      </w:r>
      <w:r w:rsidR="000E1451">
        <w:rPr>
          <w:rFonts w:cs="Georgia"/>
          <w:kern w:val="1"/>
        </w:rPr>
        <w:t xml:space="preserve">. </w:t>
      </w:r>
      <w:r>
        <w:rPr>
          <w:rFonts w:cs="Georgia"/>
          <w:kern w:val="1"/>
        </w:rPr>
        <w:t>Il allait en avoir sous peu la révélation</w:t>
      </w:r>
      <w:r w:rsidR="000E1451">
        <w:rPr>
          <w:rFonts w:cs="Georgia"/>
          <w:kern w:val="1"/>
        </w:rPr>
        <w:t>.</w:t>
      </w:r>
    </w:p>
    <w:p w14:paraId="2B292DB1" w14:textId="77777777" w:rsidR="000E1451" w:rsidRDefault="00BE611A" w:rsidP="00BE611A">
      <w:pPr>
        <w:rPr>
          <w:rFonts w:cs="Georgia"/>
          <w:kern w:val="1"/>
        </w:rPr>
      </w:pPr>
      <w:r>
        <w:rPr>
          <w:rFonts w:cs="Georgia"/>
          <w:kern w:val="1"/>
        </w:rPr>
        <w:t>Son projet de mariage</w:t>
      </w:r>
      <w:r w:rsidR="000E1451">
        <w:rPr>
          <w:rFonts w:cs="Georgia"/>
          <w:kern w:val="1"/>
        </w:rPr>
        <w:t xml:space="preserve">, </w:t>
      </w:r>
      <w:r>
        <w:rPr>
          <w:rFonts w:cs="Georgia"/>
          <w:kern w:val="1"/>
        </w:rPr>
        <w:t>dès qu</w:t>
      </w:r>
      <w:r w:rsidR="000E1451">
        <w:rPr>
          <w:rFonts w:cs="Georgia"/>
          <w:kern w:val="1"/>
        </w:rPr>
        <w:t>’</w:t>
      </w:r>
      <w:r>
        <w:rPr>
          <w:rFonts w:cs="Georgia"/>
          <w:kern w:val="1"/>
        </w:rPr>
        <w:t>il l</w:t>
      </w:r>
      <w:r w:rsidR="000E1451">
        <w:rPr>
          <w:rFonts w:cs="Georgia"/>
          <w:kern w:val="1"/>
        </w:rPr>
        <w:t>’</w:t>
      </w:r>
      <w:r>
        <w:rPr>
          <w:rFonts w:cs="Georgia"/>
          <w:kern w:val="1"/>
        </w:rPr>
        <w:t>eut soumis à la baronne de Mirrbach</w:t>
      </w:r>
      <w:r w:rsidR="000E1451">
        <w:rPr>
          <w:rFonts w:cs="Georgia"/>
          <w:kern w:val="1"/>
        </w:rPr>
        <w:t xml:space="preserve">, </w:t>
      </w:r>
      <w:r>
        <w:rPr>
          <w:rFonts w:cs="Georgia"/>
          <w:kern w:val="1"/>
        </w:rPr>
        <w:t>détermina chez la vieille dame un accès de fureur que vint</w:t>
      </w:r>
      <w:r w:rsidR="000E1451">
        <w:rPr>
          <w:rFonts w:cs="Georgia"/>
          <w:kern w:val="1"/>
        </w:rPr>
        <w:t xml:space="preserve">, </w:t>
      </w:r>
      <w:r>
        <w:rPr>
          <w:rFonts w:cs="Georgia"/>
          <w:kern w:val="1"/>
        </w:rPr>
        <w:t>il est vrai</w:t>
      </w:r>
      <w:r w:rsidR="000E1451">
        <w:rPr>
          <w:rFonts w:cs="Georgia"/>
          <w:kern w:val="1"/>
        </w:rPr>
        <w:t xml:space="preserve">, </w:t>
      </w:r>
      <w:r>
        <w:rPr>
          <w:rFonts w:cs="Georgia"/>
          <w:kern w:val="1"/>
        </w:rPr>
        <w:t>tempérer le contentement d</w:t>
      </w:r>
      <w:r w:rsidR="000E1451">
        <w:rPr>
          <w:rFonts w:cs="Georgia"/>
          <w:kern w:val="1"/>
        </w:rPr>
        <w:t>’</w:t>
      </w:r>
      <w:r>
        <w:rPr>
          <w:rFonts w:cs="Georgia"/>
          <w:kern w:val="1"/>
        </w:rPr>
        <w:t>avoir enfin une occasion de donner libre cours à ses goûts théâtraux et à son amour de la domination</w:t>
      </w:r>
      <w:r w:rsidR="000E1451">
        <w:rPr>
          <w:rFonts w:cs="Georgia"/>
          <w:kern w:val="1"/>
        </w:rPr>
        <w:t xml:space="preserve">. </w:t>
      </w:r>
      <w:r>
        <w:rPr>
          <w:rFonts w:cs="Georgia"/>
          <w:kern w:val="1"/>
        </w:rPr>
        <w:t>Une sorte de tribunal fut immédiatement constitué par ses soins à Nikolaïken</w:t>
      </w:r>
      <w:r w:rsidR="000E1451">
        <w:rPr>
          <w:rFonts w:cs="Georgia"/>
          <w:kern w:val="1"/>
        </w:rPr>
        <w:t xml:space="preserve">. </w:t>
      </w:r>
      <w:r>
        <w:rPr>
          <w:rFonts w:cs="Georgia"/>
          <w:kern w:val="1"/>
        </w:rPr>
        <w:t>Y furent convoqués d</w:t>
      </w:r>
      <w:r w:rsidR="000E1451">
        <w:rPr>
          <w:rFonts w:cs="Georgia"/>
          <w:kern w:val="1"/>
        </w:rPr>
        <w:t>’</w:t>
      </w:r>
      <w:r>
        <w:rPr>
          <w:rFonts w:cs="Georgia"/>
          <w:kern w:val="1"/>
        </w:rPr>
        <w:t>urgence les membres les plus représentatifs des familles offensées</w:t>
      </w:r>
      <w:r w:rsidR="000E1451">
        <w:rPr>
          <w:rFonts w:cs="Georgia"/>
          <w:kern w:val="1"/>
        </w:rPr>
        <w:t xml:space="preserve">. </w:t>
      </w:r>
      <w:r>
        <w:rPr>
          <w:rFonts w:cs="Georgia"/>
          <w:kern w:val="1"/>
        </w:rPr>
        <w:t>On y vit d</w:t>
      </w:r>
      <w:r w:rsidR="000E1451">
        <w:rPr>
          <w:rFonts w:cs="Georgia"/>
          <w:kern w:val="1"/>
        </w:rPr>
        <w:t>’</w:t>
      </w:r>
      <w:r>
        <w:rPr>
          <w:rFonts w:cs="Georgia"/>
          <w:kern w:val="1"/>
        </w:rPr>
        <w:t>étranges et</w:t>
      </w:r>
      <w:r w:rsidR="000E1451">
        <w:rPr>
          <w:rFonts w:cs="Georgia"/>
          <w:kern w:val="1"/>
        </w:rPr>
        <w:t xml:space="preserve">, </w:t>
      </w:r>
      <w:r>
        <w:rPr>
          <w:rFonts w:cs="Georgia"/>
          <w:kern w:val="1"/>
        </w:rPr>
        <w:t>glorieux débris</w:t>
      </w:r>
      <w:r w:rsidR="000E1451">
        <w:rPr>
          <w:rFonts w:cs="Georgia"/>
          <w:kern w:val="1"/>
        </w:rPr>
        <w:t xml:space="preserve">, </w:t>
      </w:r>
      <w:r>
        <w:rPr>
          <w:rFonts w:cs="Georgia"/>
          <w:kern w:val="1"/>
        </w:rPr>
        <w:t>réfugiés depuis longtemps loin de la lumière et du soleil</w:t>
      </w:r>
      <w:r w:rsidR="000E1451">
        <w:rPr>
          <w:rFonts w:cs="Georgia"/>
          <w:kern w:val="1"/>
        </w:rPr>
        <w:t xml:space="preserve"> : </w:t>
      </w:r>
      <w:r>
        <w:rPr>
          <w:rFonts w:cs="Georgia"/>
          <w:kern w:val="1"/>
        </w:rPr>
        <w:t>une demoiselle de Wintersee quasi centenaire</w:t>
      </w:r>
      <w:r w:rsidR="000E1451">
        <w:rPr>
          <w:rFonts w:cs="Georgia"/>
          <w:kern w:val="1"/>
        </w:rPr>
        <w:t xml:space="preserve">, </w:t>
      </w:r>
      <w:r>
        <w:rPr>
          <w:rFonts w:cs="Georgia"/>
          <w:kern w:val="1"/>
        </w:rPr>
        <w:t>un chambellan de Frédéric-</w:t>
      </w:r>
      <w:r w:rsidR="000E1451">
        <w:rPr>
          <w:rFonts w:cs="Georgia"/>
          <w:kern w:val="1"/>
        </w:rPr>
        <w:t xml:space="preserve">Guillaume III, </w:t>
      </w:r>
      <w:r>
        <w:rPr>
          <w:rFonts w:cs="Georgia"/>
          <w:kern w:val="1"/>
        </w:rPr>
        <w:t>un général qui avait</w:t>
      </w:r>
      <w:r w:rsidR="000E1451">
        <w:rPr>
          <w:rFonts w:cs="Georgia"/>
          <w:kern w:val="1"/>
        </w:rPr>
        <w:t xml:space="preserve">, </w:t>
      </w:r>
      <w:r>
        <w:rPr>
          <w:rFonts w:cs="Georgia"/>
          <w:kern w:val="1"/>
        </w:rPr>
        <w:t>paraît-il</w:t>
      </w:r>
      <w:r w:rsidR="000E1451">
        <w:rPr>
          <w:rFonts w:cs="Georgia"/>
          <w:kern w:val="1"/>
        </w:rPr>
        <w:t xml:space="preserve">, </w:t>
      </w:r>
      <w:r>
        <w:rPr>
          <w:rFonts w:cs="Georgia"/>
          <w:kern w:val="1"/>
        </w:rPr>
        <w:t>combattu à Waterloo</w:t>
      </w:r>
      <w:r w:rsidR="000E1451">
        <w:rPr>
          <w:rFonts w:cs="Georgia"/>
          <w:kern w:val="1"/>
        </w:rPr>
        <w:t xml:space="preserve">. </w:t>
      </w:r>
      <w:r>
        <w:rPr>
          <w:rFonts w:cs="Georgia"/>
          <w:kern w:val="1"/>
        </w:rPr>
        <w:t>L</w:t>
      </w:r>
      <w:r w:rsidR="000E1451">
        <w:rPr>
          <w:rFonts w:cs="Georgia"/>
          <w:kern w:val="1"/>
        </w:rPr>
        <w:t>’</w:t>
      </w:r>
      <w:r>
        <w:rPr>
          <w:rFonts w:cs="Georgia"/>
          <w:kern w:val="1"/>
        </w:rPr>
        <w:t>élément jeune était représenté par le major Hugo de Reichendorf</w:t>
      </w:r>
      <w:r w:rsidR="000E1451">
        <w:rPr>
          <w:rFonts w:cs="Georgia"/>
          <w:kern w:val="1"/>
        </w:rPr>
        <w:t xml:space="preserve">, </w:t>
      </w:r>
      <w:r>
        <w:rPr>
          <w:rFonts w:cs="Georgia"/>
          <w:kern w:val="1"/>
        </w:rPr>
        <w:t>alors sur le point de passer colonel</w:t>
      </w:r>
      <w:r w:rsidR="000E1451">
        <w:rPr>
          <w:rFonts w:cs="Georgia"/>
          <w:kern w:val="1"/>
        </w:rPr>
        <w:t xml:space="preserve">. </w:t>
      </w:r>
      <w:r>
        <w:rPr>
          <w:rFonts w:cs="Georgia"/>
          <w:kern w:val="1"/>
        </w:rPr>
        <w:t>Il n</w:t>
      </w:r>
      <w:r w:rsidR="000E1451">
        <w:rPr>
          <w:rFonts w:cs="Georgia"/>
          <w:kern w:val="1"/>
        </w:rPr>
        <w:t>’</w:t>
      </w:r>
      <w:r>
        <w:rPr>
          <w:rFonts w:cs="Georgia"/>
          <w:kern w:val="1"/>
        </w:rPr>
        <w:t>y eut qu</w:t>
      </w:r>
      <w:r w:rsidR="000E1451">
        <w:rPr>
          <w:rFonts w:cs="Georgia"/>
          <w:kern w:val="1"/>
        </w:rPr>
        <w:t>’</w:t>
      </w:r>
      <w:r>
        <w:rPr>
          <w:rFonts w:cs="Georgia"/>
          <w:kern w:val="1"/>
        </w:rPr>
        <w:t>une voix pour proclamer qu</w:t>
      </w:r>
      <w:r w:rsidR="000E1451">
        <w:rPr>
          <w:rFonts w:cs="Georgia"/>
          <w:kern w:val="1"/>
        </w:rPr>
        <w:t>’</w:t>
      </w:r>
      <w:r>
        <w:rPr>
          <w:rFonts w:cs="Georgia"/>
          <w:kern w:val="1"/>
        </w:rPr>
        <w:t>on s</w:t>
      </w:r>
      <w:r w:rsidR="000E1451">
        <w:rPr>
          <w:rFonts w:cs="Georgia"/>
          <w:kern w:val="1"/>
        </w:rPr>
        <w:t>’</w:t>
      </w:r>
      <w:r>
        <w:rPr>
          <w:rFonts w:cs="Georgia"/>
          <w:kern w:val="1"/>
        </w:rPr>
        <w:t>opposerait par tous les moyens à l</w:t>
      </w:r>
      <w:r w:rsidR="000E1451">
        <w:rPr>
          <w:rFonts w:cs="Georgia"/>
          <w:kern w:val="1"/>
        </w:rPr>
        <w:t>’</w:t>
      </w:r>
      <w:r>
        <w:rPr>
          <w:rFonts w:cs="Georgia"/>
          <w:kern w:val="1"/>
        </w:rPr>
        <w:t>entrée de la fille d</w:t>
      </w:r>
      <w:r w:rsidR="000E1451">
        <w:rPr>
          <w:rFonts w:cs="Georgia"/>
          <w:kern w:val="1"/>
        </w:rPr>
        <w:t>’</w:t>
      </w:r>
      <w:r>
        <w:rPr>
          <w:rFonts w:cs="Georgia"/>
          <w:kern w:val="1"/>
        </w:rPr>
        <w:t>une cantinière dans l</w:t>
      </w:r>
      <w:r w:rsidR="000E1451">
        <w:rPr>
          <w:rFonts w:cs="Georgia"/>
          <w:kern w:val="1"/>
        </w:rPr>
        <w:t>’</w:t>
      </w:r>
      <w:r>
        <w:rPr>
          <w:rFonts w:cs="Georgia"/>
          <w:kern w:val="1"/>
        </w:rPr>
        <w:t>illustre maison de Mirrbach</w:t>
      </w:r>
      <w:r w:rsidR="000E1451">
        <w:rPr>
          <w:rFonts w:cs="Georgia"/>
          <w:kern w:val="1"/>
        </w:rPr>
        <w:t xml:space="preserve">. </w:t>
      </w:r>
      <w:r>
        <w:rPr>
          <w:rFonts w:cs="Georgia"/>
          <w:kern w:val="1"/>
        </w:rPr>
        <w:t>Restait à porter le verdict à la connaissance de l</w:t>
      </w:r>
      <w:r w:rsidR="000E1451">
        <w:rPr>
          <w:rFonts w:cs="Georgia"/>
          <w:kern w:val="1"/>
        </w:rPr>
        <w:t>’</w:t>
      </w:r>
      <w:r>
        <w:rPr>
          <w:rFonts w:cs="Georgia"/>
          <w:kern w:val="1"/>
        </w:rPr>
        <w:t>intéressé qui</w:t>
      </w:r>
      <w:r w:rsidR="000E1451">
        <w:rPr>
          <w:rFonts w:cs="Georgia"/>
          <w:kern w:val="1"/>
        </w:rPr>
        <w:t xml:space="preserve">, </w:t>
      </w:r>
      <w:r>
        <w:rPr>
          <w:rFonts w:cs="Georgia"/>
          <w:kern w:val="1"/>
        </w:rPr>
        <w:t>bien entendu</w:t>
      </w:r>
      <w:r w:rsidR="000E1451">
        <w:rPr>
          <w:rFonts w:cs="Georgia"/>
          <w:kern w:val="1"/>
        </w:rPr>
        <w:t xml:space="preserve">, </w:t>
      </w:r>
      <w:r>
        <w:rPr>
          <w:rFonts w:cs="Georgia"/>
          <w:kern w:val="1"/>
        </w:rPr>
        <w:t>n</w:t>
      </w:r>
      <w:r w:rsidR="000E1451">
        <w:rPr>
          <w:rFonts w:cs="Georgia"/>
          <w:kern w:val="1"/>
        </w:rPr>
        <w:t>’</w:t>
      </w:r>
      <w:r>
        <w:rPr>
          <w:rFonts w:cs="Georgia"/>
          <w:kern w:val="1"/>
        </w:rPr>
        <w:t>avait pas jugé bon d</w:t>
      </w:r>
      <w:r w:rsidR="000E1451">
        <w:rPr>
          <w:rFonts w:cs="Georgia"/>
          <w:kern w:val="1"/>
        </w:rPr>
        <w:t>’</w:t>
      </w:r>
      <w:r>
        <w:rPr>
          <w:rFonts w:cs="Georgia"/>
          <w:kern w:val="1"/>
        </w:rPr>
        <w:t>assister à cette séance solennelle</w:t>
      </w:r>
      <w:r w:rsidR="000E1451">
        <w:rPr>
          <w:rFonts w:cs="Georgia"/>
          <w:kern w:val="1"/>
        </w:rPr>
        <w:t xml:space="preserve">. </w:t>
      </w:r>
      <w:r>
        <w:rPr>
          <w:rFonts w:cs="Georgia"/>
          <w:kern w:val="1"/>
        </w:rPr>
        <w:t>Le commandant de Reichendorf</w:t>
      </w:r>
      <w:r w:rsidR="000E1451">
        <w:rPr>
          <w:rFonts w:cs="Georgia"/>
          <w:kern w:val="1"/>
        </w:rPr>
        <w:t xml:space="preserve">, </w:t>
      </w:r>
      <w:r>
        <w:rPr>
          <w:rFonts w:cs="Georgia"/>
          <w:kern w:val="1"/>
        </w:rPr>
        <w:t>mandaté à cet effet</w:t>
      </w:r>
      <w:r w:rsidR="000E1451">
        <w:rPr>
          <w:rFonts w:cs="Georgia"/>
          <w:kern w:val="1"/>
        </w:rPr>
        <w:t xml:space="preserve">, </w:t>
      </w:r>
      <w:r>
        <w:rPr>
          <w:rFonts w:cs="Georgia"/>
          <w:kern w:val="1"/>
        </w:rPr>
        <w:t>en fut pour ses frais d</w:t>
      </w:r>
      <w:r w:rsidR="000E1451">
        <w:rPr>
          <w:rFonts w:cs="Georgia"/>
          <w:kern w:val="1"/>
        </w:rPr>
        <w:t>’</w:t>
      </w:r>
      <w:r>
        <w:rPr>
          <w:rFonts w:cs="Georgia"/>
          <w:kern w:val="1"/>
        </w:rPr>
        <w:t>éloquence</w:t>
      </w:r>
      <w:r w:rsidR="000E1451">
        <w:rPr>
          <w:rFonts w:cs="Georgia"/>
          <w:kern w:val="1"/>
        </w:rPr>
        <w:t xml:space="preserve">. </w:t>
      </w:r>
      <w:r>
        <w:rPr>
          <w:rFonts w:cs="Georgia"/>
          <w:kern w:val="1"/>
        </w:rPr>
        <w:t>Nettement</w:t>
      </w:r>
      <w:r w:rsidR="000E1451">
        <w:rPr>
          <w:rFonts w:cs="Georgia"/>
          <w:kern w:val="1"/>
        </w:rPr>
        <w:t xml:space="preserve">, </w:t>
      </w:r>
      <w:r>
        <w:rPr>
          <w:rFonts w:cs="Georgia"/>
          <w:kern w:val="1"/>
        </w:rPr>
        <w:t>froidement</w:t>
      </w:r>
      <w:r w:rsidR="000E1451">
        <w:rPr>
          <w:rFonts w:cs="Georgia"/>
          <w:kern w:val="1"/>
        </w:rPr>
        <w:t xml:space="preserve">, </w:t>
      </w:r>
      <w:r>
        <w:rPr>
          <w:rFonts w:cs="Georgia"/>
          <w:kern w:val="1"/>
        </w:rPr>
        <w:t>Bernard de Mirrbach lui signifia sa volonté inflexible</w:t>
      </w:r>
      <w:r w:rsidR="000E1451">
        <w:rPr>
          <w:rFonts w:cs="Georgia"/>
          <w:kern w:val="1"/>
        </w:rPr>
        <w:t xml:space="preserve">. </w:t>
      </w:r>
      <w:r>
        <w:rPr>
          <w:rFonts w:cs="Georgia"/>
          <w:kern w:val="1"/>
        </w:rPr>
        <w:t>Alors commencèrent les véritables hostilités</w:t>
      </w:r>
      <w:r w:rsidR="000E1451">
        <w:rPr>
          <w:rFonts w:cs="Georgia"/>
          <w:kern w:val="1"/>
        </w:rPr>
        <w:t xml:space="preserve">. </w:t>
      </w:r>
      <w:r>
        <w:rPr>
          <w:rFonts w:cs="Georgia"/>
          <w:kern w:val="1"/>
        </w:rPr>
        <w:t xml:space="preserve">Le colonel du </w:t>
      </w:r>
      <w:r w:rsidR="000E1451">
        <w:rPr>
          <w:rFonts w:cs="Georgia"/>
          <w:kern w:val="1"/>
        </w:rPr>
        <w:t>6</w:t>
      </w:r>
      <w:r w:rsidR="000E1451" w:rsidRPr="000E1451">
        <w:rPr>
          <w:rFonts w:cs="Georgia"/>
          <w:kern w:val="1"/>
          <w:vertAlign w:val="superscript"/>
        </w:rPr>
        <w:t>e</w:t>
      </w:r>
      <w:r w:rsidR="000E1451">
        <w:rPr>
          <w:rFonts w:cs="Georgia"/>
          <w:kern w:val="1"/>
        </w:rPr>
        <w:t xml:space="preserve"> </w:t>
      </w:r>
      <w:r>
        <w:rPr>
          <w:rFonts w:cs="Georgia"/>
          <w:kern w:val="1"/>
        </w:rPr>
        <w:t>hussards refusa à son lieutenant l</w:t>
      </w:r>
      <w:r w:rsidR="000E1451">
        <w:rPr>
          <w:rFonts w:cs="Georgia"/>
          <w:kern w:val="1"/>
        </w:rPr>
        <w:t>’</w:t>
      </w:r>
      <w:r>
        <w:rPr>
          <w:rFonts w:cs="Georgia"/>
          <w:kern w:val="1"/>
        </w:rPr>
        <w:t>autorisation d</w:t>
      </w:r>
      <w:r w:rsidR="000E1451">
        <w:rPr>
          <w:rFonts w:cs="Georgia"/>
          <w:kern w:val="1"/>
        </w:rPr>
        <w:t>’</w:t>
      </w:r>
      <w:r>
        <w:rPr>
          <w:rFonts w:cs="Georgia"/>
          <w:kern w:val="1"/>
        </w:rPr>
        <w:t>usage</w:t>
      </w:r>
      <w:r w:rsidR="000E1451">
        <w:rPr>
          <w:rFonts w:cs="Georgia"/>
          <w:kern w:val="1"/>
        </w:rPr>
        <w:t xml:space="preserve">. </w:t>
      </w:r>
      <w:r>
        <w:rPr>
          <w:rFonts w:cs="Georgia"/>
          <w:kern w:val="1"/>
        </w:rPr>
        <w:t>Bernard fit savoir qu</w:t>
      </w:r>
      <w:r w:rsidR="000E1451">
        <w:rPr>
          <w:rFonts w:cs="Georgia"/>
          <w:kern w:val="1"/>
        </w:rPr>
        <w:t>’</w:t>
      </w:r>
      <w:r>
        <w:rPr>
          <w:rFonts w:cs="Georgia"/>
          <w:kern w:val="1"/>
        </w:rPr>
        <w:t>il était prêt à abandonner l</w:t>
      </w:r>
      <w:r w:rsidR="000E1451">
        <w:rPr>
          <w:rFonts w:cs="Georgia"/>
          <w:kern w:val="1"/>
        </w:rPr>
        <w:t>’</w:t>
      </w:r>
      <w:r>
        <w:rPr>
          <w:rFonts w:cs="Georgia"/>
          <w:kern w:val="1"/>
        </w:rPr>
        <w:t>armée</w:t>
      </w:r>
      <w:r w:rsidR="000E1451">
        <w:rPr>
          <w:rFonts w:cs="Georgia"/>
          <w:kern w:val="1"/>
        </w:rPr>
        <w:t xml:space="preserve">. </w:t>
      </w:r>
      <w:r>
        <w:rPr>
          <w:rFonts w:cs="Georgia"/>
          <w:kern w:val="1"/>
        </w:rPr>
        <w:t>Cette riposte jeta le désarroi dans le clan des ancêtres</w:t>
      </w:r>
      <w:r w:rsidR="000E1451">
        <w:rPr>
          <w:rFonts w:cs="Georgia"/>
          <w:kern w:val="1"/>
        </w:rPr>
        <w:t xml:space="preserve">. </w:t>
      </w:r>
      <w:r>
        <w:rPr>
          <w:rFonts w:cs="Georgia"/>
          <w:kern w:val="1"/>
        </w:rPr>
        <w:t>Il ne restait plus qu</w:t>
      </w:r>
      <w:r w:rsidR="000E1451">
        <w:rPr>
          <w:rFonts w:cs="Georgia"/>
          <w:kern w:val="1"/>
        </w:rPr>
        <w:t>’</w:t>
      </w:r>
      <w:r>
        <w:rPr>
          <w:rFonts w:cs="Georgia"/>
          <w:kern w:val="1"/>
        </w:rPr>
        <w:t>à composer</w:t>
      </w:r>
      <w:r w:rsidR="000E1451">
        <w:rPr>
          <w:rFonts w:cs="Georgia"/>
          <w:kern w:val="1"/>
        </w:rPr>
        <w:t xml:space="preserve">. </w:t>
      </w:r>
      <w:r>
        <w:rPr>
          <w:rFonts w:cs="Georgia"/>
          <w:kern w:val="1"/>
        </w:rPr>
        <w:t>L</w:t>
      </w:r>
      <w:r w:rsidR="000E1451">
        <w:rPr>
          <w:rFonts w:cs="Georgia"/>
          <w:kern w:val="1"/>
        </w:rPr>
        <w:t>’</w:t>
      </w:r>
      <w:r>
        <w:rPr>
          <w:rFonts w:cs="Georgia"/>
          <w:kern w:val="1"/>
        </w:rPr>
        <w:t>arbitrage tout-puissant d</w:t>
      </w:r>
      <w:r w:rsidR="000E1451">
        <w:rPr>
          <w:rFonts w:cs="Georgia"/>
          <w:kern w:val="1"/>
        </w:rPr>
        <w:t>’</w:t>
      </w:r>
      <w:r>
        <w:rPr>
          <w:rFonts w:cs="Georgia"/>
          <w:kern w:val="1"/>
        </w:rPr>
        <w:t>un ami de la famille</w:t>
      </w:r>
      <w:r w:rsidR="000E1451">
        <w:rPr>
          <w:rFonts w:cs="Georgia"/>
          <w:kern w:val="1"/>
        </w:rPr>
        <w:t xml:space="preserve">, </w:t>
      </w:r>
      <w:r>
        <w:rPr>
          <w:rFonts w:cs="Georgia"/>
          <w:kern w:val="1"/>
        </w:rPr>
        <w:t>le ministre de la guerre Bronsart de Schellendorf</w:t>
      </w:r>
      <w:r w:rsidR="000E1451">
        <w:rPr>
          <w:rFonts w:cs="Georgia"/>
          <w:kern w:val="1"/>
        </w:rPr>
        <w:t xml:space="preserve">, </w:t>
      </w:r>
      <w:r>
        <w:rPr>
          <w:rFonts w:cs="Georgia"/>
          <w:kern w:val="1"/>
        </w:rPr>
        <w:t xml:space="preserve">fut </w:t>
      </w:r>
      <w:r>
        <w:rPr>
          <w:rFonts w:cs="Georgia"/>
          <w:kern w:val="1"/>
        </w:rPr>
        <w:lastRenderedPageBreak/>
        <w:t>agréé</w:t>
      </w:r>
      <w:r w:rsidR="000E1451">
        <w:rPr>
          <w:rFonts w:cs="Georgia"/>
          <w:kern w:val="1"/>
        </w:rPr>
        <w:t xml:space="preserve">. </w:t>
      </w:r>
      <w:r>
        <w:rPr>
          <w:rFonts w:cs="Georgia"/>
          <w:kern w:val="1"/>
        </w:rPr>
        <w:t xml:space="preserve">Bernard quitta le </w:t>
      </w:r>
      <w:r w:rsidR="000E1451">
        <w:rPr>
          <w:rFonts w:cs="Georgia"/>
          <w:kern w:val="1"/>
        </w:rPr>
        <w:t>6</w:t>
      </w:r>
      <w:r w:rsidR="000E1451" w:rsidRPr="000E1451">
        <w:rPr>
          <w:rFonts w:cs="Georgia"/>
          <w:kern w:val="1"/>
          <w:vertAlign w:val="superscript"/>
        </w:rPr>
        <w:t>e</w:t>
      </w:r>
      <w:r w:rsidR="000E1451">
        <w:rPr>
          <w:rFonts w:cs="Georgia"/>
          <w:kern w:val="1"/>
        </w:rPr>
        <w:t xml:space="preserve"> </w:t>
      </w:r>
      <w:r>
        <w:rPr>
          <w:rFonts w:cs="Georgia"/>
          <w:kern w:val="1"/>
        </w:rPr>
        <w:t>hussards</w:t>
      </w:r>
      <w:r w:rsidR="000E1451">
        <w:rPr>
          <w:rFonts w:cs="Georgia"/>
          <w:kern w:val="1"/>
        </w:rPr>
        <w:t xml:space="preserve">. </w:t>
      </w:r>
      <w:r>
        <w:rPr>
          <w:rFonts w:cs="Georgia"/>
          <w:kern w:val="1"/>
        </w:rPr>
        <w:t>Il quitta même la cavalerie</w:t>
      </w:r>
      <w:r w:rsidR="000E1451">
        <w:rPr>
          <w:rFonts w:cs="Georgia"/>
          <w:kern w:val="1"/>
        </w:rPr>
        <w:t xml:space="preserve">. </w:t>
      </w:r>
      <w:r>
        <w:rPr>
          <w:rFonts w:cs="Georgia"/>
          <w:kern w:val="1"/>
        </w:rPr>
        <w:t>On eut le scandale d</w:t>
      </w:r>
      <w:r w:rsidR="000E1451">
        <w:rPr>
          <w:rFonts w:cs="Georgia"/>
          <w:kern w:val="1"/>
        </w:rPr>
        <w:t>’</w:t>
      </w:r>
      <w:r>
        <w:rPr>
          <w:rFonts w:cs="Georgia"/>
          <w:kern w:val="1"/>
        </w:rPr>
        <w:t>un Mirrbach lieutenant d</w:t>
      </w:r>
      <w:r w:rsidR="000E1451">
        <w:rPr>
          <w:rFonts w:cs="Georgia"/>
          <w:kern w:val="1"/>
        </w:rPr>
        <w:t>’</w:t>
      </w:r>
      <w:r>
        <w:rPr>
          <w:rFonts w:cs="Georgia"/>
          <w:kern w:val="1"/>
        </w:rPr>
        <w:t>un vulgaire régiment d</w:t>
      </w:r>
      <w:r w:rsidR="000E1451">
        <w:rPr>
          <w:rFonts w:cs="Georgia"/>
          <w:kern w:val="1"/>
        </w:rPr>
        <w:t>’</w:t>
      </w:r>
      <w:r>
        <w:rPr>
          <w:rFonts w:cs="Georgia"/>
          <w:kern w:val="1"/>
        </w:rPr>
        <w:t>infanterie</w:t>
      </w:r>
      <w:r w:rsidR="000E1451">
        <w:rPr>
          <w:rFonts w:cs="Georgia"/>
          <w:kern w:val="1"/>
        </w:rPr>
        <w:t xml:space="preserve">, </w:t>
      </w:r>
      <w:r>
        <w:rPr>
          <w:rFonts w:cs="Georgia"/>
          <w:kern w:val="1"/>
        </w:rPr>
        <w:t>dans une humble garnison de Lorraine</w:t>
      </w:r>
      <w:r w:rsidR="000E1451">
        <w:rPr>
          <w:rFonts w:cs="Georgia"/>
          <w:kern w:val="1"/>
        </w:rPr>
        <w:t xml:space="preserve">. </w:t>
      </w:r>
      <w:r>
        <w:rPr>
          <w:rFonts w:cs="Georgia"/>
          <w:kern w:val="1"/>
        </w:rPr>
        <w:t>Ce fut là que le mariage eut lieu</w:t>
      </w:r>
      <w:r w:rsidR="000E1451">
        <w:rPr>
          <w:rFonts w:cs="Georgia"/>
          <w:kern w:val="1"/>
        </w:rPr>
        <w:t xml:space="preserve">. </w:t>
      </w:r>
      <w:r>
        <w:rPr>
          <w:rFonts w:cs="Georgia"/>
          <w:kern w:val="1"/>
        </w:rPr>
        <w:t>Aucun ami</w:t>
      </w:r>
      <w:r w:rsidR="000E1451">
        <w:rPr>
          <w:rFonts w:cs="Georgia"/>
          <w:kern w:val="1"/>
        </w:rPr>
        <w:t xml:space="preserve">, </w:t>
      </w:r>
      <w:r>
        <w:rPr>
          <w:rFonts w:cs="Georgia"/>
          <w:kern w:val="1"/>
        </w:rPr>
        <w:t>aucun parent n</w:t>
      </w:r>
      <w:r w:rsidR="000E1451">
        <w:rPr>
          <w:rFonts w:cs="Georgia"/>
          <w:kern w:val="1"/>
        </w:rPr>
        <w:t>’</w:t>
      </w:r>
      <w:r>
        <w:rPr>
          <w:rFonts w:cs="Georgia"/>
          <w:kern w:val="1"/>
        </w:rPr>
        <w:t>y assista</w:t>
      </w:r>
      <w:r w:rsidR="000E1451">
        <w:rPr>
          <w:rFonts w:cs="Georgia"/>
          <w:kern w:val="1"/>
        </w:rPr>
        <w:t xml:space="preserve">, </w:t>
      </w:r>
      <w:r>
        <w:rPr>
          <w:rFonts w:cs="Georgia"/>
          <w:kern w:val="1"/>
        </w:rPr>
        <w:t>pas même</w:t>
      </w:r>
      <w:r w:rsidR="000E1451">
        <w:rPr>
          <w:rFonts w:cs="Georgia"/>
          <w:kern w:val="1"/>
        </w:rPr>
        <w:t xml:space="preserve">, </w:t>
      </w:r>
      <w:r>
        <w:rPr>
          <w:rFonts w:cs="Georgia"/>
          <w:kern w:val="1"/>
        </w:rPr>
        <w:t>d</w:t>
      </w:r>
      <w:r w:rsidR="000E1451">
        <w:rPr>
          <w:rFonts w:cs="Georgia"/>
          <w:kern w:val="1"/>
        </w:rPr>
        <w:t>’</w:t>
      </w:r>
      <w:r>
        <w:rPr>
          <w:rFonts w:cs="Georgia"/>
          <w:kern w:val="1"/>
        </w:rPr>
        <w:t xml:space="preserve">ordre de </w:t>
      </w:r>
      <w:r w:rsidR="000E1451">
        <w:rPr>
          <w:rFonts w:cs="Georgia"/>
          <w:kern w:val="1"/>
        </w:rPr>
        <w:t>M</w:t>
      </w:r>
      <w:r w:rsidR="000E1451" w:rsidRPr="000E1451">
        <w:rPr>
          <w:rFonts w:cs="Georgia"/>
          <w:kern w:val="1"/>
          <w:vertAlign w:val="superscript"/>
        </w:rPr>
        <w:t>me</w:t>
      </w:r>
      <w:r w:rsidR="000E1451">
        <w:rPr>
          <w:rFonts w:cs="Georgia"/>
          <w:kern w:val="1"/>
        </w:rPr>
        <w:t> de </w:t>
      </w:r>
      <w:r>
        <w:rPr>
          <w:rFonts w:cs="Georgia"/>
          <w:kern w:val="1"/>
        </w:rPr>
        <w:t>Mirrbach</w:t>
      </w:r>
      <w:r w:rsidR="000E1451">
        <w:rPr>
          <w:rFonts w:cs="Georgia"/>
          <w:kern w:val="1"/>
        </w:rPr>
        <w:t xml:space="preserve">, </w:t>
      </w:r>
      <w:r>
        <w:rPr>
          <w:rFonts w:cs="Georgia"/>
          <w:kern w:val="1"/>
        </w:rPr>
        <w:t>la maman Küntz</w:t>
      </w:r>
      <w:r w:rsidR="000E1451">
        <w:rPr>
          <w:rFonts w:cs="Georgia"/>
          <w:kern w:val="1"/>
        </w:rPr>
        <w:t xml:space="preserve">, </w:t>
      </w:r>
      <w:r>
        <w:rPr>
          <w:rFonts w:cs="Georgia"/>
          <w:kern w:val="1"/>
        </w:rPr>
        <w:t>furieuse</w:t>
      </w:r>
      <w:r w:rsidR="000E1451">
        <w:rPr>
          <w:rFonts w:cs="Georgia"/>
          <w:kern w:val="1"/>
        </w:rPr>
        <w:t xml:space="preserve">, </w:t>
      </w:r>
      <w:r>
        <w:rPr>
          <w:rFonts w:cs="Georgia"/>
          <w:kern w:val="1"/>
        </w:rPr>
        <w:t>elle aussi</w:t>
      </w:r>
      <w:r w:rsidR="000E1451">
        <w:rPr>
          <w:rFonts w:cs="Georgia"/>
          <w:kern w:val="1"/>
        </w:rPr>
        <w:t xml:space="preserve">, </w:t>
      </w:r>
      <w:r>
        <w:rPr>
          <w:rFonts w:cs="Georgia"/>
          <w:kern w:val="1"/>
        </w:rPr>
        <w:t>et</w:t>
      </w:r>
      <w:r w:rsidR="000E1451">
        <w:rPr>
          <w:rFonts w:cs="Georgia"/>
          <w:kern w:val="1"/>
        </w:rPr>
        <w:t xml:space="preserve">, </w:t>
      </w:r>
      <w:r>
        <w:rPr>
          <w:rFonts w:cs="Georgia"/>
          <w:kern w:val="1"/>
        </w:rPr>
        <w:t>par surcroît</w:t>
      </w:r>
      <w:r w:rsidR="000E1451">
        <w:rPr>
          <w:rFonts w:cs="Georgia"/>
          <w:kern w:val="1"/>
        </w:rPr>
        <w:t xml:space="preserve">, </w:t>
      </w:r>
      <w:r>
        <w:rPr>
          <w:rFonts w:cs="Georgia"/>
          <w:kern w:val="1"/>
        </w:rPr>
        <w:t>désespérée</w:t>
      </w:r>
      <w:r w:rsidR="000E1451">
        <w:rPr>
          <w:rFonts w:cs="Georgia"/>
          <w:kern w:val="1"/>
        </w:rPr>
        <w:t xml:space="preserve">. </w:t>
      </w:r>
      <w:r>
        <w:rPr>
          <w:rFonts w:cs="Georgia"/>
          <w:kern w:val="1"/>
        </w:rPr>
        <w:t>La vieille baronne avait subordonné à cette condition inhumaine l</w:t>
      </w:r>
      <w:r w:rsidR="000E1451">
        <w:rPr>
          <w:rFonts w:cs="Georgia"/>
          <w:kern w:val="1"/>
        </w:rPr>
        <w:t>’</w:t>
      </w:r>
      <w:r>
        <w:rPr>
          <w:rFonts w:cs="Georgia"/>
          <w:kern w:val="1"/>
        </w:rPr>
        <w:t>octroi de son consentement</w:t>
      </w:r>
      <w:r w:rsidR="000E1451">
        <w:rPr>
          <w:rFonts w:cs="Georgia"/>
          <w:kern w:val="1"/>
        </w:rPr>
        <w:t xml:space="preserve">. </w:t>
      </w:r>
      <w:r>
        <w:rPr>
          <w:rFonts w:cs="Georgia"/>
          <w:kern w:val="1"/>
        </w:rPr>
        <w:t>Entre temps</w:t>
      </w:r>
      <w:r w:rsidR="000E1451">
        <w:rPr>
          <w:rFonts w:cs="Georgia"/>
          <w:kern w:val="1"/>
        </w:rPr>
        <w:t xml:space="preserve">, </w:t>
      </w:r>
      <w:r>
        <w:rPr>
          <w:rFonts w:cs="Georgia"/>
          <w:kern w:val="1"/>
        </w:rPr>
        <w:t>elle s</w:t>
      </w:r>
      <w:r w:rsidR="000E1451">
        <w:rPr>
          <w:rFonts w:cs="Georgia"/>
          <w:kern w:val="1"/>
        </w:rPr>
        <w:t>’</w:t>
      </w:r>
      <w:r>
        <w:rPr>
          <w:rFonts w:cs="Georgia"/>
          <w:kern w:val="1"/>
        </w:rPr>
        <w:t>était fait donner par son fils une décharge en bonne forme de tous les comptes qu</w:t>
      </w:r>
      <w:r w:rsidR="000E1451">
        <w:rPr>
          <w:rFonts w:cs="Georgia"/>
          <w:kern w:val="1"/>
        </w:rPr>
        <w:t>’</w:t>
      </w:r>
      <w:r>
        <w:rPr>
          <w:rFonts w:cs="Georgia"/>
          <w:kern w:val="1"/>
        </w:rPr>
        <w:t>elle avait à lui rendre</w:t>
      </w:r>
      <w:r w:rsidR="000E1451">
        <w:rPr>
          <w:rFonts w:cs="Georgia"/>
          <w:kern w:val="1"/>
        </w:rPr>
        <w:t xml:space="preserve">. </w:t>
      </w:r>
      <w:r>
        <w:rPr>
          <w:rFonts w:cs="Georgia"/>
          <w:kern w:val="1"/>
        </w:rPr>
        <w:t>La gestion du noble patrimoine des Mirrbach ne devait-elle pas être mise à l</w:t>
      </w:r>
      <w:r w:rsidR="000E1451">
        <w:rPr>
          <w:rFonts w:cs="Georgia"/>
          <w:kern w:val="1"/>
        </w:rPr>
        <w:t>’</w:t>
      </w:r>
      <w:r>
        <w:rPr>
          <w:rFonts w:cs="Georgia"/>
          <w:kern w:val="1"/>
        </w:rPr>
        <w:t>abri des fantaisies et des sautes d</w:t>
      </w:r>
      <w:r w:rsidR="000E1451">
        <w:rPr>
          <w:rFonts w:cs="Georgia"/>
          <w:kern w:val="1"/>
        </w:rPr>
        <w:t>’</w:t>
      </w:r>
      <w:r>
        <w:rPr>
          <w:rFonts w:cs="Georgia"/>
          <w:kern w:val="1"/>
        </w:rPr>
        <w:t>humeur d</w:t>
      </w:r>
      <w:r w:rsidR="000E1451">
        <w:rPr>
          <w:rFonts w:cs="Georgia"/>
          <w:kern w:val="1"/>
        </w:rPr>
        <w:t>’</w:t>
      </w:r>
      <w:r>
        <w:rPr>
          <w:rFonts w:cs="Georgia"/>
          <w:kern w:val="1"/>
        </w:rPr>
        <w:t>un insensé</w:t>
      </w:r>
      <w:r w:rsidR="000E1451">
        <w:rPr>
          <w:rFonts w:cs="Georgia"/>
          <w:kern w:val="1"/>
        </w:rPr>
        <w:t> ?</w:t>
      </w:r>
    </w:p>
    <w:p w14:paraId="65CA9912" w14:textId="77777777" w:rsidR="000E1451" w:rsidRDefault="00BE611A" w:rsidP="00BE611A">
      <w:pPr>
        <w:rPr>
          <w:rFonts w:cs="Georgia"/>
          <w:kern w:val="1"/>
        </w:rPr>
      </w:pPr>
      <w:r>
        <w:rPr>
          <w:rFonts w:cs="Georgia"/>
          <w:kern w:val="1"/>
        </w:rPr>
        <w:t>Le moment était venu</w:t>
      </w:r>
      <w:r w:rsidR="000E1451">
        <w:rPr>
          <w:rFonts w:cs="Georgia"/>
          <w:kern w:val="1"/>
        </w:rPr>
        <w:t xml:space="preserve">, </w:t>
      </w:r>
      <w:r>
        <w:rPr>
          <w:rFonts w:cs="Georgia"/>
          <w:kern w:val="1"/>
        </w:rPr>
        <w:t>du moins</w:t>
      </w:r>
      <w:r w:rsidR="000E1451">
        <w:rPr>
          <w:rFonts w:cs="Georgia"/>
          <w:kern w:val="1"/>
        </w:rPr>
        <w:t xml:space="preserve">, </w:t>
      </w:r>
      <w:r>
        <w:rPr>
          <w:rFonts w:cs="Georgia"/>
          <w:kern w:val="1"/>
        </w:rPr>
        <w:t>où les jeunes gens allaient être récompensés de leur persévérance</w:t>
      </w:r>
      <w:r w:rsidR="000E1451">
        <w:rPr>
          <w:rFonts w:cs="Georgia"/>
          <w:kern w:val="1"/>
        </w:rPr>
        <w:t xml:space="preserve">. </w:t>
      </w:r>
      <w:r>
        <w:rPr>
          <w:rFonts w:cs="Georgia"/>
          <w:kern w:val="1"/>
        </w:rPr>
        <w:t>Hélas</w:t>
      </w:r>
      <w:r w:rsidR="000E1451">
        <w:rPr>
          <w:rFonts w:cs="Georgia"/>
          <w:kern w:val="1"/>
        </w:rPr>
        <w:t xml:space="preserve"> ! </w:t>
      </w:r>
      <w:r>
        <w:rPr>
          <w:rFonts w:cs="Georgia"/>
          <w:kern w:val="1"/>
        </w:rPr>
        <w:t>en pareil cas</w:t>
      </w:r>
      <w:r w:rsidR="000E1451">
        <w:rPr>
          <w:rFonts w:cs="Georgia"/>
          <w:kern w:val="1"/>
        </w:rPr>
        <w:t xml:space="preserve">, </w:t>
      </w:r>
      <w:r>
        <w:rPr>
          <w:rFonts w:cs="Georgia"/>
          <w:kern w:val="1"/>
        </w:rPr>
        <w:t>le bonheur ne peut résulter que d</w:t>
      </w:r>
      <w:r w:rsidR="000E1451">
        <w:rPr>
          <w:rFonts w:cs="Georgia"/>
          <w:kern w:val="1"/>
        </w:rPr>
        <w:t>’</w:t>
      </w:r>
      <w:r>
        <w:rPr>
          <w:rFonts w:cs="Georgia"/>
          <w:kern w:val="1"/>
        </w:rPr>
        <w:t>une rupture totale avec le passé</w:t>
      </w:r>
      <w:r w:rsidR="000E1451">
        <w:rPr>
          <w:rFonts w:cs="Georgia"/>
          <w:kern w:val="1"/>
        </w:rPr>
        <w:t xml:space="preserve">. </w:t>
      </w:r>
      <w:r>
        <w:rPr>
          <w:rFonts w:cs="Georgia"/>
          <w:kern w:val="1"/>
        </w:rPr>
        <w:t>Sinon les obstacles qu</w:t>
      </w:r>
      <w:r w:rsidR="000E1451">
        <w:rPr>
          <w:rFonts w:cs="Georgia"/>
          <w:kern w:val="1"/>
        </w:rPr>
        <w:t>’</w:t>
      </w:r>
      <w:r>
        <w:rPr>
          <w:rFonts w:cs="Georgia"/>
          <w:kern w:val="1"/>
        </w:rPr>
        <w:t>on croyait surmontés ne tardent pas à resurgir</w:t>
      </w:r>
      <w:r w:rsidR="000E1451">
        <w:rPr>
          <w:rFonts w:cs="Georgia"/>
          <w:kern w:val="1"/>
        </w:rPr>
        <w:t xml:space="preserve">. </w:t>
      </w:r>
      <w:r>
        <w:rPr>
          <w:rFonts w:cs="Georgia"/>
          <w:kern w:val="1"/>
        </w:rPr>
        <w:t>Du moment que Bernard n</w:t>
      </w:r>
      <w:r w:rsidR="000E1451">
        <w:rPr>
          <w:rFonts w:cs="Georgia"/>
          <w:kern w:val="1"/>
        </w:rPr>
        <w:t>’</w:t>
      </w:r>
      <w:r>
        <w:rPr>
          <w:rFonts w:cs="Georgia"/>
          <w:kern w:val="1"/>
        </w:rPr>
        <w:t>était pas allé jusqu</w:t>
      </w:r>
      <w:r w:rsidR="000E1451">
        <w:rPr>
          <w:rFonts w:cs="Georgia"/>
          <w:kern w:val="1"/>
        </w:rPr>
        <w:t>’</w:t>
      </w:r>
      <w:r>
        <w:rPr>
          <w:rFonts w:cs="Georgia"/>
          <w:kern w:val="1"/>
        </w:rPr>
        <w:t>au bout des conséquences de son attitude</w:t>
      </w:r>
      <w:r w:rsidR="000E1451">
        <w:rPr>
          <w:rFonts w:cs="Georgia"/>
          <w:kern w:val="1"/>
        </w:rPr>
        <w:t xml:space="preserve">, </w:t>
      </w:r>
      <w:r>
        <w:rPr>
          <w:rFonts w:cs="Georgia"/>
          <w:kern w:val="1"/>
        </w:rPr>
        <w:t>qu</w:t>
      </w:r>
      <w:r w:rsidR="000E1451">
        <w:rPr>
          <w:rFonts w:cs="Georgia"/>
          <w:kern w:val="1"/>
        </w:rPr>
        <w:t>’</w:t>
      </w:r>
      <w:r>
        <w:rPr>
          <w:rFonts w:cs="Georgia"/>
          <w:kern w:val="1"/>
        </w:rPr>
        <w:t>il avait consenti à demeurer dans l</w:t>
      </w:r>
      <w:r w:rsidR="000E1451">
        <w:rPr>
          <w:rFonts w:cs="Georgia"/>
          <w:kern w:val="1"/>
        </w:rPr>
        <w:t>’</w:t>
      </w:r>
      <w:r>
        <w:rPr>
          <w:rFonts w:cs="Georgia"/>
          <w:kern w:val="1"/>
        </w:rPr>
        <w:t>armée</w:t>
      </w:r>
      <w:r w:rsidR="000E1451">
        <w:rPr>
          <w:rFonts w:cs="Georgia"/>
          <w:kern w:val="1"/>
        </w:rPr>
        <w:t xml:space="preserve">, </w:t>
      </w:r>
      <w:r>
        <w:rPr>
          <w:rFonts w:cs="Georgia"/>
          <w:kern w:val="1"/>
        </w:rPr>
        <w:t>il pouvait être certain que cette terrible maîtresse ne tarderait pas à commencer sur lui son travail de reprise</w:t>
      </w:r>
      <w:r w:rsidR="000E1451">
        <w:rPr>
          <w:rFonts w:cs="Georgia"/>
          <w:kern w:val="1"/>
        </w:rPr>
        <w:t xml:space="preserve">. </w:t>
      </w:r>
      <w:r>
        <w:rPr>
          <w:rFonts w:cs="Georgia"/>
          <w:kern w:val="1"/>
        </w:rPr>
        <w:t>Paradoxe amer</w:t>
      </w:r>
      <w:r w:rsidR="000E1451">
        <w:rPr>
          <w:rFonts w:cs="Georgia"/>
          <w:kern w:val="1"/>
        </w:rPr>
        <w:t xml:space="preserve"> : </w:t>
      </w:r>
      <w:r>
        <w:rPr>
          <w:rFonts w:cs="Georgia"/>
          <w:kern w:val="1"/>
        </w:rPr>
        <w:t>l</w:t>
      </w:r>
      <w:r w:rsidR="000E1451">
        <w:rPr>
          <w:rFonts w:cs="Georgia"/>
          <w:kern w:val="1"/>
        </w:rPr>
        <w:t>’</w:t>
      </w:r>
      <w:r>
        <w:rPr>
          <w:rFonts w:cs="Georgia"/>
          <w:kern w:val="1"/>
        </w:rPr>
        <w:t>événement qui aurait dû briser sa carrière allait au contraire lui donner un brillant et une rapidité inattendus</w:t>
      </w:r>
      <w:r w:rsidR="000E1451">
        <w:rPr>
          <w:rFonts w:cs="Georgia"/>
          <w:kern w:val="1"/>
        </w:rPr>
        <w:t xml:space="preserve">, </w:t>
      </w:r>
      <w:r>
        <w:rPr>
          <w:rFonts w:cs="Georgia"/>
          <w:kern w:val="1"/>
        </w:rPr>
        <w:t>mais à quel prix pour la pauvre Dora</w:t>
      </w:r>
      <w:r w:rsidR="000E1451">
        <w:rPr>
          <w:rFonts w:cs="Georgia"/>
          <w:kern w:val="1"/>
        </w:rPr>
        <w:t xml:space="preserve"> ! </w:t>
      </w:r>
      <w:r>
        <w:rPr>
          <w:rFonts w:cs="Georgia"/>
          <w:kern w:val="1"/>
        </w:rPr>
        <w:t>Deux ans après son mariage</w:t>
      </w:r>
      <w:r w:rsidR="000E1451">
        <w:rPr>
          <w:rFonts w:cs="Georgia"/>
          <w:kern w:val="1"/>
        </w:rPr>
        <w:t xml:space="preserve">, </w:t>
      </w:r>
      <w:r>
        <w:rPr>
          <w:rFonts w:cs="Georgia"/>
          <w:kern w:val="1"/>
        </w:rPr>
        <w:t>le lieutenant de Mirrbach fut envoyé au Cameroun</w:t>
      </w:r>
      <w:r w:rsidR="000E1451">
        <w:rPr>
          <w:rFonts w:cs="Georgia"/>
          <w:kern w:val="1"/>
        </w:rPr>
        <w:t xml:space="preserve">, </w:t>
      </w:r>
      <w:r>
        <w:rPr>
          <w:rFonts w:cs="Georgia"/>
          <w:kern w:val="1"/>
        </w:rPr>
        <w:t>et sa femme ne sut jamais si cette affectation avait eu lieu d</w:t>
      </w:r>
      <w:r w:rsidR="000E1451">
        <w:rPr>
          <w:rFonts w:cs="Georgia"/>
          <w:kern w:val="1"/>
        </w:rPr>
        <w:t>’</w:t>
      </w:r>
      <w:r>
        <w:rPr>
          <w:rFonts w:cs="Georgia"/>
          <w:kern w:val="1"/>
        </w:rPr>
        <w:t>office</w:t>
      </w:r>
      <w:r w:rsidR="000E1451">
        <w:rPr>
          <w:rFonts w:cs="Georgia"/>
          <w:kern w:val="1"/>
        </w:rPr>
        <w:t xml:space="preserve">. </w:t>
      </w:r>
      <w:r>
        <w:rPr>
          <w:rFonts w:cs="Georgia"/>
          <w:kern w:val="1"/>
        </w:rPr>
        <w:t>Toujours fut-il que Bernard l</w:t>
      </w:r>
      <w:r w:rsidR="000E1451">
        <w:rPr>
          <w:rFonts w:cs="Georgia"/>
          <w:kern w:val="1"/>
        </w:rPr>
        <w:t>’</w:t>
      </w:r>
      <w:r>
        <w:rPr>
          <w:rFonts w:cs="Georgia"/>
          <w:kern w:val="1"/>
        </w:rPr>
        <w:t>accepta</w:t>
      </w:r>
      <w:r w:rsidR="000E1451">
        <w:rPr>
          <w:rFonts w:cs="Georgia"/>
          <w:kern w:val="1"/>
        </w:rPr>
        <w:t xml:space="preserve">. </w:t>
      </w:r>
      <w:r>
        <w:rPr>
          <w:rFonts w:cs="Georgia"/>
          <w:kern w:val="1"/>
        </w:rPr>
        <w:t>Jusqu</w:t>
      </w:r>
      <w:r w:rsidR="000E1451">
        <w:rPr>
          <w:rFonts w:cs="Georgia"/>
          <w:kern w:val="1"/>
        </w:rPr>
        <w:t>’</w:t>
      </w:r>
      <w:r>
        <w:rPr>
          <w:rFonts w:cs="Georgia"/>
          <w:kern w:val="1"/>
        </w:rPr>
        <w:t>en 1897</w:t>
      </w:r>
      <w:r w:rsidR="000E1451">
        <w:rPr>
          <w:rFonts w:cs="Georgia"/>
          <w:kern w:val="1"/>
        </w:rPr>
        <w:t xml:space="preserve">, </w:t>
      </w:r>
      <w:r>
        <w:rPr>
          <w:rFonts w:cs="Georgia"/>
          <w:kern w:val="1"/>
        </w:rPr>
        <w:t>qui fut l</w:t>
      </w:r>
      <w:r w:rsidR="000E1451">
        <w:rPr>
          <w:rFonts w:cs="Georgia"/>
          <w:kern w:val="1"/>
        </w:rPr>
        <w:t>’</w:t>
      </w:r>
      <w:r>
        <w:rPr>
          <w:rFonts w:cs="Georgia"/>
          <w:kern w:val="1"/>
        </w:rPr>
        <w:t>année où elle s</w:t>
      </w:r>
      <w:r w:rsidR="000E1451">
        <w:rPr>
          <w:rFonts w:cs="Georgia"/>
          <w:kern w:val="1"/>
        </w:rPr>
        <w:t>’</w:t>
      </w:r>
      <w:r>
        <w:rPr>
          <w:rFonts w:cs="Georgia"/>
          <w:kern w:val="1"/>
        </w:rPr>
        <w:t>éteignit</w:t>
      </w:r>
      <w:r w:rsidR="000E1451">
        <w:rPr>
          <w:rFonts w:cs="Georgia"/>
          <w:kern w:val="1"/>
        </w:rPr>
        <w:t xml:space="preserve">, </w:t>
      </w:r>
      <w:r>
        <w:rPr>
          <w:rFonts w:cs="Georgia"/>
          <w:kern w:val="1"/>
        </w:rPr>
        <w:t>Dora de Mirrbach ne revit son mari qu</w:t>
      </w:r>
      <w:r w:rsidR="000E1451">
        <w:rPr>
          <w:rFonts w:cs="Georgia"/>
          <w:kern w:val="1"/>
        </w:rPr>
        <w:t>’</w:t>
      </w:r>
      <w:r>
        <w:rPr>
          <w:rFonts w:cs="Georgia"/>
          <w:kern w:val="1"/>
        </w:rPr>
        <w:t>à des intervalles de plus en plus rares</w:t>
      </w:r>
      <w:r w:rsidR="000E1451">
        <w:rPr>
          <w:rFonts w:cs="Georgia"/>
          <w:kern w:val="1"/>
        </w:rPr>
        <w:t xml:space="preserve">. </w:t>
      </w:r>
      <w:r>
        <w:rPr>
          <w:rFonts w:cs="Georgia"/>
          <w:kern w:val="1"/>
        </w:rPr>
        <w:t>Rentré d</w:t>
      </w:r>
      <w:r w:rsidR="000E1451">
        <w:rPr>
          <w:rFonts w:cs="Georgia"/>
          <w:kern w:val="1"/>
        </w:rPr>
        <w:t>’</w:t>
      </w:r>
      <w:r>
        <w:rPr>
          <w:rFonts w:cs="Georgia"/>
          <w:kern w:val="1"/>
        </w:rPr>
        <w:t>Afrique avec le grade de capitaine</w:t>
      </w:r>
      <w:r w:rsidR="000E1451">
        <w:rPr>
          <w:rFonts w:cs="Georgia"/>
          <w:kern w:val="1"/>
        </w:rPr>
        <w:t xml:space="preserve">, </w:t>
      </w:r>
      <w:r>
        <w:rPr>
          <w:rFonts w:cs="Georgia"/>
          <w:kern w:val="1"/>
        </w:rPr>
        <w:t>il partit comme commandant pour la Turquie d</w:t>
      </w:r>
      <w:r w:rsidR="000E1451">
        <w:rPr>
          <w:rFonts w:cs="Georgia"/>
          <w:kern w:val="1"/>
        </w:rPr>
        <w:t>’</w:t>
      </w:r>
      <w:r>
        <w:rPr>
          <w:rFonts w:cs="Georgia"/>
          <w:kern w:val="1"/>
        </w:rPr>
        <w:t>Asie</w:t>
      </w:r>
      <w:r w:rsidR="000E1451">
        <w:rPr>
          <w:rFonts w:cs="Georgia"/>
          <w:kern w:val="1"/>
        </w:rPr>
        <w:t xml:space="preserve">, </w:t>
      </w:r>
      <w:r>
        <w:rPr>
          <w:rFonts w:cs="Georgia"/>
          <w:kern w:val="1"/>
        </w:rPr>
        <w:t>chargé par le Gouvernement de l</w:t>
      </w:r>
      <w:r w:rsidR="000E1451">
        <w:rPr>
          <w:rFonts w:cs="Georgia"/>
          <w:kern w:val="1"/>
        </w:rPr>
        <w:t>’</w:t>
      </w:r>
      <w:r>
        <w:rPr>
          <w:rFonts w:cs="Georgia"/>
          <w:kern w:val="1"/>
        </w:rPr>
        <w:t xml:space="preserve">étude des questions stratégiques que </w:t>
      </w:r>
      <w:r>
        <w:rPr>
          <w:rFonts w:cs="Georgia"/>
          <w:kern w:val="1"/>
        </w:rPr>
        <w:lastRenderedPageBreak/>
        <w:t>soulève la construction du Chemin de fer de Bagdad</w:t>
      </w:r>
      <w:r w:rsidR="000E1451">
        <w:rPr>
          <w:rFonts w:cs="Georgia"/>
          <w:kern w:val="1"/>
        </w:rPr>
        <w:t xml:space="preserve">. </w:t>
      </w:r>
      <w:r>
        <w:rPr>
          <w:rFonts w:cs="Georgia"/>
          <w:kern w:val="1"/>
        </w:rPr>
        <w:t>Il assista aux campagnes du Transvaal et de Mandchourie</w:t>
      </w:r>
      <w:r w:rsidR="000E1451">
        <w:rPr>
          <w:rFonts w:cs="Georgia"/>
          <w:kern w:val="1"/>
        </w:rPr>
        <w:t xml:space="preserve">. </w:t>
      </w:r>
      <w:r>
        <w:rPr>
          <w:rFonts w:cs="Georgia"/>
          <w:kern w:val="1"/>
        </w:rPr>
        <w:t>Ses rapports</w:t>
      </w:r>
      <w:r w:rsidR="000E1451">
        <w:rPr>
          <w:rFonts w:cs="Georgia"/>
          <w:kern w:val="1"/>
        </w:rPr>
        <w:t xml:space="preserve">, </w:t>
      </w:r>
      <w:r>
        <w:rPr>
          <w:rFonts w:cs="Georgia"/>
          <w:kern w:val="1"/>
        </w:rPr>
        <w:t>fertiles en renseignements précis et en aperçus originaux</w:t>
      </w:r>
      <w:r w:rsidR="000E1451">
        <w:rPr>
          <w:rFonts w:cs="Georgia"/>
          <w:kern w:val="1"/>
        </w:rPr>
        <w:t xml:space="preserve">, </w:t>
      </w:r>
      <w:r>
        <w:rPr>
          <w:rFonts w:cs="Georgia"/>
          <w:kern w:val="1"/>
        </w:rPr>
        <w:t>cités au Grand État-major comme des modèles du genre</w:t>
      </w:r>
      <w:r w:rsidR="000E1451">
        <w:rPr>
          <w:rFonts w:cs="Georgia"/>
          <w:kern w:val="1"/>
        </w:rPr>
        <w:t xml:space="preserve">, </w:t>
      </w:r>
      <w:r>
        <w:rPr>
          <w:rFonts w:cs="Georgia"/>
          <w:kern w:val="1"/>
        </w:rPr>
        <w:t>lui valurent un avancement sans précédent</w:t>
      </w:r>
      <w:r w:rsidR="000E1451">
        <w:rPr>
          <w:rFonts w:cs="Georgia"/>
          <w:kern w:val="1"/>
        </w:rPr>
        <w:t xml:space="preserve">. </w:t>
      </w:r>
      <w:r>
        <w:rPr>
          <w:rFonts w:cs="Georgia"/>
          <w:kern w:val="1"/>
        </w:rPr>
        <w:t>En 1910</w:t>
      </w:r>
      <w:r w:rsidR="000E1451">
        <w:rPr>
          <w:rFonts w:cs="Georgia"/>
          <w:kern w:val="1"/>
        </w:rPr>
        <w:t xml:space="preserve">, </w:t>
      </w:r>
      <w:r>
        <w:rPr>
          <w:rFonts w:cs="Georgia"/>
          <w:kern w:val="1"/>
        </w:rPr>
        <w:t>à quarante-quatre ans</w:t>
      </w:r>
      <w:r w:rsidR="000E1451">
        <w:rPr>
          <w:rFonts w:cs="Georgia"/>
          <w:kern w:val="1"/>
        </w:rPr>
        <w:t xml:space="preserve">, </w:t>
      </w:r>
      <w:r>
        <w:rPr>
          <w:rFonts w:cs="Georgia"/>
          <w:kern w:val="1"/>
        </w:rPr>
        <w:t>il était général</w:t>
      </w:r>
      <w:r w:rsidR="000E1451">
        <w:rPr>
          <w:rFonts w:cs="Georgia"/>
          <w:kern w:val="1"/>
        </w:rPr>
        <w:t xml:space="preserve">, </w:t>
      </w:r>
      <w:r>
        <w:rPr>
          <w:rFonts w:cs="Georgia"/>
          <w:kern w:val="1"/>
        </w:rPr>
        <w:t>et nommé à Posen au commandement de la 1</w:t>
      </w:r>
      <w:r w:rsidR="000E1451">
        <w:rPr>
          <w:rFonts w:cs="Georgia"/>
          <w:kern w:val="1"/>
        </w:rPr>
        <w:t>9</w:t>
      </w:r>
      <w:r w:rsidR="000E1451" w:rsidRPr="000E1451">
        <w:rPr>
          <w:rFonts w:cs="Georgia"/>
          <w:kern w:val="1"/>
          <w:vertAlign w:val="superscript"/>
        </w:rPr>
        <w:t>e</w:t>
      </w:r>
      <w:r w:rsidR="000E1451">
        <w:rPr>
          <w:rFonts w:cs="Georgia"/>
          <w:kern w:val="1"/>
        </w:rPr>
        <w:t xml:space="preserve"> </w:t>
      </w:r>
      <w:r>
        <w:rPr>
          <w:rFonts w:cs="Georgia"/>
          <w:kern w:val="1"/>
        </w:rPr>
        <w:t>brigade d</w:t>
      </w:r>
      <w:r w:rsidR="000E1451">
        <w:rPr>
          <w:rFonts w:cs="Georgia"/>
          <w:kern w:val="1"/>
        </w:rPr>
        <w:t>’</w:t>
      </w:r>
      <w:r>
        <w:rPr>
          <w:rFonts w:cs="Georgia"/>
          <w:kern w:val="1"/>
        </w:rPr>
        <w:t>infanterie</w:t>
      </w:r>
      <w:r w:rsidR="000E1451">
        <w:rPr>
          <w:rFonts w:cs="Georgia"/>
          <w:kern w:val="1"/>
        </w:rPr>
        <w:t xml:space="preserve">. </w:t>
      </w:r>
      <w:r>
        <w:rPr>
          <w:rFonts w:cs="Georgia"/>
          <w:kern w:val="1"/>
        </w:rPr>
        <w:t>Parti le 3</w:t>
      </w:r>
      <w:r w:rsidR="000E1451">
        <w:rPr>
          <w:rFonts w:cs="Georgia"/>
          <w:kern w:val="1"/>
        </w:rPr>
        <w:t>1 juillet</w:t>
      </w:r>
      <w:r>
        <w:rPr>
          <w:rFonts w:cs="Georgia"/>
          <w:kern w:val="1"/>
        </w:rPr>
        <w:t xml:space="preserve"> 1914 comme divisionnaire</w:t>
      </w:r>
      <w:r w:rsidR="000E1451">
        <w:rPr>
          <w:rFonts w:cs="Georgia"/>
          <w:kern w:val="1"/>
        </w:rPr>
        <w:t xml:space="preserve">, </w:t>
      </w:r>
      <w:r>
        <w:rPr>
          <w:rFonts w:cs="Georgia"/>
          <w:kern w:val="1"/>
        </w:rPr>
        <w:t>il contribua plus que personne</w:t>
      </w:r>
      <w:r w:rsidR="000E1451">
        <w:rPr>
          <w:rFonts w:cs="Georgia"/>
          <w:kern w:val="1"/>
        </w:rPr>
        <w:t xml:space="preserve">, </w:t>
      </w:r>
      <w:r>
        <w:rPr>
          <w:rFonts w:cs="Georgia"/>
          <w:kern w:val="1"/>
        </w:rPr>
        <w:t>par sa lucide intrépidité</w:t>
      </w:r>
      <w:r w:rsidR="000E1451">
        <w:rPr>
          <w:rFonts w:cs="Georgia"/>
          <w:kern w:val="1"/>
        </w:rPr>
        <w:t xml:space="preserve">, </w:t>
      </w:r>
      <w:r>
        <w:rPr>
          <w:rFonts w:cs="Georgia"/>
          <w:kern w:val="1"/>
        </w:rPr>
        <w:t>au gain de la bataille de Tannenberg</w:t>
      </w:r>
      <w:r w:rsidR="000E1451">
        <w:rPr>
          <w:rFonts w:cs="Georgia"/>
          <w:kern w:val="1"/>
        </w:rPr>
        <w:t xml:space="preserve">. </w:t>
      </w:r>
      <w:r>
        <w:rPr>
          <w:rFonts w:cs="Georgia"/>
          <w:kern w:val="1"/>
        </w:rPr>
        <w:t>Le soir du 2</w:t>
      </w:r>
      <w:r w:rsidR="000E1451">
        <w:rPr>
          <w:rFonts w:cs="Georgia"/>
          <w:kern w:val="1"/>
        </w:rPr>
        <w:t xml:space="preserve">9 août, </w:t>
      </w:r>
      <w:r>
        <w:rPr>
          <w:rFonts w:cs="Georgia"/>
          <w:kern w:val="1"/>
        </w:rPr>
        <w:t>en pleine victoire</w:t>
      </w:r>
      <w:r w:rsidR="000E1451">
        <w:rPr>
          <w:rFonts w:cs="Georgia"/>
          <w:kern w:val="1"/>
        </w:rPr>
        <w:t xml:space="preserve">, </w:t>
      </w:r>
      <w:r>
        <w:rPr>
          <w:rFonts w:cs="Georgia"/>
          <w:kern w:val="1"/>
        </w:rPr>
        <w:t>il tomba frappé d</w:t>
      </w:r>
      <w:r w:rsidR="000E1451">
        <w:rPr>
          <w:rFonts w:cs="Georgia"/>
          <w:kern w:val="1"/>
        </w:rPr>
        <w:t>’</w:t>
      </w:r>
      <w:r>
        <w:rPr>
          <w:rFonts w:cs="Georgia"/>
          <w:kern w:val="1"/>
        </w:rPr>
        <w:t>un éclat d</w:t>
      </w:r>
      <w:r w:rsidR="000E1451">
        <w:rPr>
          <w:rFonts w:cs="Georgia"/>
          <w:kern w:val="1"/>
        </w:rPr>
        <w:t>’</w:t>
      </w:r>
      <w:r>
        <w:rPr>
          <w:rFonts w:cs="Georgia"/>
          <w:kern w:val="1"/>
        </w:rPr>
        <w:t>obus</w:t>
      </w:r>
      <w:r w:rsidR="000E1451">
        <w:rPr>
          <w:rFonts w:cs="Georgia"/>
          <w:kern w:val="1"/>
        </w:rPr>
        <w:t xml:space="preserve">, </w:t>
      </w:r>
      <w:r>
        <w:rPr>
          <w:rFonts w:cs="Georgia"/>
          <w:kern w:val="1"/>
        </w:rPr>
        <w:t>à l</w:t>
      </w:r>
      <w:r w:rsidR="000E1451">
        <w:rPr>
          <w:rFonts w:cs="Georgia"/>
          <w:kern w:val="1"/>
        </w:rPr>
        <w:t>’</w:t>
      </w:r>
      <w:r>
        <w:rPr>
          <w:rFonts w:cs="Georgia"/>
          <w:kern w:val="1"/>
        </w:rPr>
        <w:t>endroit précis où</w:t>
      </w:r>
      <w:r w:rsidR="000E1451">
        <w:rPr>
          <w:rFonts w:cs="Georgia"/>
          <w:kern w:val="1"/>
        </w:rPr>
        <w:t xml:space="preserve">, </w:t>
      </w:r>
      <w:r>
        <w:rPr>
          <w:rFonts w:cs="Georgia"/>
          <w:kern w:val="1"/>
        </w:rPr>
        <w:t>cinq siècles auparavant</w:t>
      </w:r>
      <w:r w:rsidR="000E1451">
        <w:rPr>
          <w:rFonts w:cs="Georgia"/>
          <w:kern w:val="1"/>
        </w:rPr>
        <w:t xml:space="preserve">, </w:t>
      </w:r>
      <w:r>
        <w:rPr>
          <w:rFonts w:cs="Georgia"/>
          <w:kern w:val="1"/>
        </w:rPr>
        <w:t>s</w:t>
      </w:r>
      <w:r w:rsidR="000E1451">
        <w:rPr>
          <w:rFonts w:cs="Georgia"/>
          <w:kern w:val="1"/>
        </w:rPr>
        <w:t>’</w:t>
      </w:r>
      <w:r>
        <w:rPr>
          <w:rFonts w:cs="Georgia"/>
          <w:kern w:val="1"/>
        </w:rPr>
        <w:t>était fait tuer Étienne de Mirrbach</w:t>
      </w:r>
      <w:r w:rsidR="000E1451">
        <w:rPr>
          <w:rFonts w:cs="Georgia"/>
          <w:kern w:val="1"/>
        </w:rPr>
        <w:t xml:space="preserve">, </w:t>
      </w:r>
      <w:r>
        <w:rPr>
          <w:rFonts w:cs="Georgia"/>
          <w:kern w:val="1"/>
        </w:rPr>
        <w:t>commandeur des Chevaliers Porte-Croix</w:t>
      </w:r>
      <w:r w:rsidR="000E1451">
        <w:rPr>
          <w:rFonts w:cs="Georgia"/>
          <w:kern w:val="1"/>
        </w:rPr>
        <w:t xml:space="preserve">, </w:t>
      </w:r>
      <w:r>
        <w:rPr>
          <w:rFonts w:cs="Georgia"/>
          <w:kern w:val="1"/>
        </w:rPr>
        <w:t>et champion lui aussi de l</w:t>
      </w:r>
      <w:r w:rsidR="000E1451">
        <w:rPr>
          <w:rFonts w:cs="Georgia"/>
          <w:kern w:val="1"/>
        </w:rPr>
        <w:t>’</w:t>
      </w:r>
      <w:r>
        <w:rPr>
          <w:rFonts w:cs="Georgia"/>
          <w:kern w:val="1"/>
        </w:rPr>
        <w:t>ordre européen contre l</w:t>
      </w:r>
      <w:r w:rsidR="000E1451">
        <w:rPr>
          <w:rFonts w:cs="Georgia"/>
          <w:kern w:val="1"/>
        </w:rPr>
        <w:t>’</w:t>
      </w:r>
      <w:r>
        <w:rPr>
          <w:rFonts w:cs="Georgia"/>
          <w:kern w:val="1"/>
        </w:rPr>
        <w:t>anarchie orientale</w:t>
      </w:r>
      <w:r w:rsidR="000E1451">
        <w:rPr>
          <w:rFonts w:cs="Georgia"/>
          <w:kern w:val="1"/>
        </w:rPr>
        <w:t xml:space="preserve">. </w:t>
      </w:r>
      <w:r>
        <w:rPr>
          <w:rFonts w:cs="Georgia"/>
          <w:kern w:val="1"/>
        </w:rPr>
        <w:t>Axelle venait juste d</w:t>
      </w:r>
      <w:r w:rsidR="000E1451">
        <w:rPr>
          <w:rFonts w:cs="Georgia"/>
          <w:kern w:val="1"/>
        </w:rPr>
        <w:t>’</w:t>
      </w:r>
      <w:r>
        <w:rPr>
          <w:rFonts w:cs="Georgia"/>
          <w:kern w:val="1"/>
        </w:rPr>
        <w:t>avoir vingt-trois ans</w:t>
      </w:r>
      <w:r w:rsidR="000E1451">
        <w:rPr>
          <w:rFonts w:cs="Georgia"/>
          <w:kern w:val="1"/>
        </w:rPr>
        <w:t>.</w:t>
      </w:r>
    </w:p>
    <w:p w14:paraId="285F231A" w14:textId="77777777" w:rsidR="00BE611A" w:rsidRDefault="00BE611A" w:rsidP="00BE611A">
      <w:pPr>
        <w:rPr>
          <w:rFonts w:cs="Georgia"/>
          <w:kern w:val="1"/>
        </w:rPr>
      </w:pPr>
    </w:p>
    <w:p w14:paraId="64D274EF" w14:textId="77777777" w:rsidR="000E1451" w:rsidRDefault="00BE611A" w:rsidP="00BE611A">
      <w:pPr>
        <w:rPr>
          <w:rFonts w:cs="Georgia"/>
          <w:kern w:val="1"/>
        </w:rPr>
      </w:pPr>
      <w:r>
        <w:rPr>
          <w:rFonts w:cs="Georgia"/>
          <w:kern w:val="1"/>
        </w:rPr>
        <w:t>Elle était née à Thionville</w:t>
      </w:r>
      <w:r w:rsidR="000E1451">
        <w:rPr>
          <w:rFonts w:cs="Georgia"/>
          <w:kern w:val="1"/>
        </w:rPr>
        <w:t xml:space="preserve">, </w:t>
      </w:r>
      <w:r>
        <w:rPr>
          <w:rFonts w:cs="Georgia"/>
          <w:kern w:val="1"/>
        </w:rPr>
        <w:t>en 1891</w:t>
      </w:r>
      <w:r w:rsidR="000E1451">
        <w:rPr>
          <w:rFonts w:cs="Georgia"/>
          <w:kern w:val="1"/>
        </w:rPr>
        <w:t xml:space="preserve">, </w:t>
      </w:r>
      <w:r>
        <w:rPr>
          <w:rFonts w:cs="Georgia"/>
          <w:kern w:val="1"/>
        </w:rPr>
        <w:t>un an après la nomination de son père dans cette garnison</w:t>
      </w:r>
      <w:r w:rsidR="000E1451">
        <w:rPr>
          <w:rFonts w:cs="Georgia"/>
          <w:kern w:val="1"/>
        </w:rPr>
        <w:t xml:space="preserve">. </w:t>
      </w:r>
      <w:r>
        <w:rPr>
          <w:rFonts w:cs="Georgia"/>
          <w:kern w:val="1"/>
        </w:rPr>
        <w:t>La naissance d</w:t>
      </w:r>
      <w:r w:rsidR="000E1451">
        <w:rPr>
          <w:rFonts w:cs="Georgia"/>
          <w:kern w:val="1"/>
        </w:rPr>
        <w:t>’</w:t>
      </w:r>
      <w:r>
        <w:rPr>
          <w:rFonts w:cs="Georgia"/>
          <w:kern w:val="1"/>
        </w:rPr>
        <w:t>Axelle n</w:t>
      </w:r>
      <w:r w:rsidR="000E1451">
        <w:rPr>
          <w:rFonts w:cs="Georgia"/>
          <w:kern w:val="1"/>
        </w:rPr>
        <w:t>’</w:t>
      </w:r>
      <w:r>
        <w:rPr>
          <w:rFonts w:cs="Georgia"/>
          <w:kern w:val="1"/>
        </w:rPr>
        <w:t>entraîna aucune amélioration des rapports de Bernard avec la baronne de Mirrbach</w:t>
      </w:r>
      <w:r w:rsidR="000E1451">
        <w:rPr>
          <w:rFonts w:cs="Georgia"/>
          <w:kern w:val="1"/>
        </w:rPr>
        <w:t xml:space="preserve">. </w:t>
      </w:r>
      <w:r>
        <w:rPr>
          <w:rFonts w:cs="Georgia"/>
          <w:kern w:val="1"/>
        </w:rPr>
        <w:t>En revanche</w:t>
      </w:r>
      <w:r w:rsidR="000E1451">
        <w:rPr>
          <w:rFonts w:cs="Georgia"/>
          <w:kern w:val="1"/>
        </w:rPr>
        <w:t xml:space="preserve">, </w:t>
      </w:r>
      <w:r>
        <w:rPr>
          <w:rFonts w:cs="Georgia"/>
          <w:kern w:val="1"/>
        </w:rPr>
        <w:t>quand</w:t>
      </w:r>
      <w:r w:rsidR="000E1451">
        <w:rPr>
          <w:rFonts w:cs="Georgia"/>
          <w:kern w:val="1"/>
        </w:rPr>
        <w:t xml:space="preserve">, </w:t>
      </w:r>
      <w:r>
        <w:rPr>
          <w:rFonts w:cs="Georgia"/>
          <w:kern w:val="1"/>
        </w:rPr>
        <w:t>l</w:t>
      </w:r>
      <w:r w:rsidR="000E1451">
        <w:rPr>
          <w:rFonts w:cs="Georgia"/>
          <w:kern w:val="1"/>
        </w:rPr>
        <w:t>’</w:t>
      </w:r>
      <w:r>
        <w:rPr>
          <w:rFonts w:cs="Georgia"/>
          <w:kern w:val="1"/>
        </w:rPr>
        <w:t>année suivante</w:t>
      </w:r>
      <w:r w:rsidR="000E1451">
        <w:rPr>
          <w:rFonts w:cs="Georgia"/>
          <w:kern w:val="1"/>
        </w:rPr>
        <w:t xml:space="preserve">, </w:t>
      </w:r>
      <w:r>
        <w:rPr>
          <w:rFonts w:cs="Georgia"/>
          <w:kern w:val="1"/>
        </w:rPr>
        <w:t>Dora eut donné le jour à un fils</w:t>
      </w:r>
      <w:r w:rsidR="000E1451">
        <w:rPr>
          <w:rFonts w:cs="Georgia"/>
          <w:kern w:val="1"/>
        </w:rPr>
        <w:t xml:space="preserve">, </w:t>
      </w:r>
      <w:r>
        <w:rPr>
          <w:rFonts w:cs="Georgia"/>
          <w:kern w:val="1"/>
        </w:rPr>
        <w:t>la vieille dame s</w:t>
      </w:r>
      <w:r w:rsidR="000E1451">
        <w:rPr>
          <w:rFonts w:cs="Georgia"/>
          <w:kern w:val="1"/>
        </w:rPr>
        <w:t>’</w:t>
      </w:r>
      <w:r>
        <w:rPr>
          <w:rFonts w:cs="Georgia"/>
          <w:kern w:val="1"/>
        </w:rPr>
        <w:t>adoucit</w:t>
      </w:r>
      <w:r w:rsidR="000E1451">
        <w:rPr>
          <w:rFonts w:cs="Georgia"/>
          <w:kern w:val="1"/>
        </w:rPr>
        <w:t xml:space="preserve">. </w:t>
      </w:r>
      <w:r>
        <w:rPr>
          <w:rFonts w:cs="Georgia"/>
          <w:kern w:val="1"/>
        </w:rPr>
        <w:t>Elle écrivit à sa bru pour la complimenter</w:t>
      </w:r>
      <w:r w:rsidR="000E1451">
        <w:rPr>
          <w:rFonts w:cs="Georgia"/>
          <w:kern w:val="1"/>
        </w:rPr>
        <w:t xml:space="preserve">, </w:t>
      </w:r>
      <w:r>
        <w:rPr>
          <w:rFonts w:cs="Georgia"/>
          <w:kern w:val="1"/>
        </w:rPr>
        <w:t>l</w:t>
      </w:r>
      <w:r w:rsidR="000E1451">
        <w:rPr>
          <w:rFonts w:cs="Georgia"/>
          <w:kern w:val="1"/>
        </w:rPr>
        <w:t>’</w:t>
      </w:r>
      <w:r>
        <w:rPr>
          <w:rFonts w:cs="Georgia"/>
          <w:kern w:val="1"/>
        </w:rPr>
        <w:t>invitant même à venir passer la belle saison à Nikolaïken</w:t>
      </w:r>
      <w:r w:rsidR="000E1451">
        <w:rPr>
          <w:rFonts w:cs="Georgia"/>
          <w:kern w:val="1"/>
        </w:rPr>
        <w:t>. « </w:t>
      </w:r>
      <w:r>
        <w:rPr>
          <w:rFonts w:cs="Georgia"/>
          <w:kern w:val="1"/>
        </w:rPr>
        <w:t>L</w:t>
      </w:r>
      <w:r w:rsidR="000E1451">
        <w:rPr>
          <w:rFonts w:cs="Georgia"/>
          <w:kern w:val="1"/>
        </w:rPr>
        <w:t>’</w:t>
      </w:r>
      <w:r>
        <w:rPr>
          <w:rFonts w:cs="Georgia"/>
          <w:kern w:val="1"/>
        </w:rPr>
        <w:t>air y est délicieux</w:t>
      </w:r>
      <w:r w:rsidR="000E1451">
        <w:rPr>
          <w:rFonts w:cs="Georgia"/>
          <w:kern w:val="1"/>
        </w:rPr>
        <w:t xml:space="preserve">. </w:t>
      </w:r>
      <w:r>
        <w:rPr>
          <w:rFonts w:cs="Georgia"/>
          <w:kern w:val="1"/>
        </w:rPr>
        <w:t>Vous verrez le bien qu</w:t>
      </w:r>
      <w:r w:rsidR="000E1451">
        <w:rPr>
          <w:rFonts w:cs="Georgia"/>
          <w:kern w:val="1"/>
        </w:rPr>
        <w:t>’</w:t>
      </w:r>
      <w:r>
        <w:rPr>
          <w:rFonts w:cs="Georgia"/>
          <w:kern w:val="1"/>
        </w:rPr>
        <w:t>il fera au petit garçon</w:t>
      </w:r>
      <w:r w:rsidR="000E1451">
        <w:rPr>
          <w:rFonts w:cs="Georgia"/>
          <w:kern w:val="1"/>
        </w:rPr>
        <w:t xml:space="preserve">. </w:t>
      </w:r>
      <w:r>
        <w:rPr>
          <w:rFonts w:cs="Georgia"/>
          <w:kern w:val="1"/>
        </w:rPr>
        <w:t>Je serai en outre satisfaite de vous connaître</w:t>
      </w:r>
      <w:r w:rsidR="000E1451">
        <w:rPr>
          <w:rFonts w:cs="Georgia"/>
          <w:kern w:val="1"/>
        </w:rPr>
        <w:t>. »</w:t>
      </w:r>
      <w:r>
        <w:rPr>
          <w:rFonts w:cs="Georgia"/>
          <w:kern w:val="1"/>
        </w:rPr>
        <w:t xml:space="preserve"> La joie que Bernard manifesta à la lecture de cette lettre causa une peine secrète à Dora</w:t>
      </w:r>
      <w:r w:rsidR="000E1451">
        <w:rPr>
          <w:rFonts w:cs="Georgia"/>
          <w:kern w:val="1"/>
        </w:rPr>
        <w:t xml:space="preserve">. </w:t>
      </w:r>
      <w:r>
        <w:rPr>
          <w:rFonts w:cs="Georgia"/>
          <w:kern w:val="1"/>
        </w:rPr>
        <w:t>Elle ne pouvait pas ne pas se souvenir qu</w:t>
      </w:r>
      <w:r w:rsidR="000E1451">
        <w:rPr>
          <w:rFonts w:cs="Georgia"/>
          <w:kern w:val="1"/>
        </w:rPr>
        <w:t>’</w:t>
      </w:r>
      <w:r>
        <w:rPr>
          <w:rFonts w:cs="Georgia"/>
          <w:kern w:val="1"/>
        </w:rPr>
        <w:t>il y avait à Ratibor une pauvre vieille femme qui n</w:t>
      </w:r>
      <w:r w:rsidR="000E1451">
        <w:rPr>
          <w:rFonts w:cs="Georgia"/>
          <w:kern w:val="1"/>
        </w:rPr>
        <w:t>’</w:t>
      </w:r>
      <w:r>
        <w:rPr>
          <w:rFonts w:cs="Georgia"/>
          <w:kern w:val="1"/>
        </w:rPr>
        <w:t>avait pas encore été autorisée à embrasser ses petits-enfants</w:t>
      </w:r>
      <w:r w:rsidR="000E1451">
        <w:rPr>
          <w:rFonts w:cs="Georgia"/>
          <w:kern w:val="1"/>
        </w:rPr>
        <w:t>.</w:t>
      </w:r>
    </w:p>
    <w:p w14:paraId="78DCE284" w14:textId="77777777" w:rsidR="000E1451" w:rsidRDefault="00BE611A" w:rsidP="00BE611A">
      <w:pPr>
        <w:rPr>
          <w:rFonts w:cs="Georgia"/>
          <w:kern w:val="1"/>
        </w:rPr>
      </w:pPr>
      <w:r>
        <w:rPr>
          <w:rFonts w:cs="Georgia"/>
          <w:kern w:val="1"/>
        </w:rPr>
        <w:lastRenderedPageBreak/>
        <w:t>En juillet</w:t>
      </w:r>
      <w:r w:rsidR="000E1451">
        <w:rPr>
          <w:rFonts w:cs="Georgia"/>
          <w:kern w:val="1"/>
        </w:rPr>
        <w:t xml:space="preserve">, </w:t>
      </w:r>
      <w:r>
        <w:rPr>
          <w:rFonts w:cs="Georgia"/>
          <w:kern w:val="1"/>
        </w:rPr>
        <w:t>Joachim venant d</w:t>
      </w:r>
      <w:r w:rsidR="000E1451">
        <w:rPr>
          <w:rFonts w:cs="Georgia"/>
          <w:kern w:val="1"/>
        </w:rPr>
        <w:t>’</w:t>
      </w:r>
      <w:r>
        <w:rPr>
          <w:rFonts w:cs="Georgia"/>
          <w:kern w:val="1"/>
        </w:rPr>
        <w:t>avoir trois mois</w:t>
      </w:r>
      <w:r w:rsidR="000E1451">
        <w:rPr>
          <w:rFonts w:cs="Georgia"/>
          <w:kern w:val="1"/>
        </w:rPr>
        <w:t xml:space="preserve">, </w:t>
      </w:r>
      <w:r>
        <w:rPr>
          <w:rFonts w:cs="Georgia"/>
          <w:kern w:val="1"/>
        </w:rPr>
        <w:t>et le médecin ayant déclaré qu</w:t>
      </w:r>
      <w:r w:rsidR="000E1451">
        <w:rPr>
          <w:rFonts w:cs="Georgia"/>
          <w:kern w:val="1"/>
        </w:rPr>
        <w:t>’</w:t>
      </w:r>
      <w:r>
        <w:rPr>
          <w:rFonts w:cs="Georgia"/>
          <w:kern w:val="1"/>
        </w:rPr>
        <w:t>il était en état de supporter le voyage</w:t>
      </w:r>
      <w:r w:rsidR="000E1451">
        <w:rPr>
          <w:rFonts w:cs="Georgia"/>
          <w:kern w:val="1"/>
        </w:rPr>
        <w:t xml:space="preserve">, </w:t>
      </w:r>
      <w:r>
        <w:rPr>
          <w:rFonts w:cs="Georgia"/>
          <w:kern w:val="1"/>
        </w:rPr>
        <w:t>la famille partit pour la Prusse Orientale</w:t>
      </w:r>
      <w:r w:rsidR="000E1451">
        <w:rPr>
          <w:rFonts w:cs="Georgia"/>
          <w:kern w:val="1"/>
        </w:rPr>
        <w:t xml:space="preserve">. </w:t>
      </w:r>
      <w:r>
        <w:rPr>
          <w:rFonts w:cs="Georgia"/>
          <w:kern w:val="1"/>
        </w:rPr>
        <w:t>Le Mazurenjand</w:t>
      </w:r>
      <w:r w:rsidR="000E1451">
        <w:rPr>
          <w:rFonts w:cs="Georgia"/>
          <w:kern w:val="1"/>
        </w:rPr>
        <w:t xml:space="preserve">, </w:t>
      </w:r>
      <w:r>
        <w:rPr>
          <w:rFonts w:cs="Georgia"/>
          <w:kern w:val="1"/>
        </w:rPr>
        <w:t>où se trouvait située la demeure des Mirrbach</w:t>
      </w:r>
      <w:r w:rsidR="000E1451">
        <w:rPr>
          <w:rFonts w:cs="Georgia"/>
          <w:kern w:val="1"/>
        </w:rPr>
        <w:t xml:space="preserve">, </w:t>
      </w:r>
      <w:r>
        <w:rPr>
          <w:rFonts w:cs="Georgia"/>
          <w:kern w:val="1"/>
        </w:rPr>
        <w:t>est une des régions les plus tristes du monde</w:t>
      </w:r>
      <w:r w:rsidR="000E1451">
        <w:rPr>
          <w:rFonts w:cs="Georgia"/>
          <w:kern w:val="1"/>
        </w:rPr>
        <w:t xml:space="preserve">. </w:t>
      </w:r>
      <w:r>
        <w:rPr>
          <w:rFonts w:cs="Georgia"/>
          <w:kern w:val="1"/>
        </w:rPr>
        <w:t>Le château de Nikolaïken n</w:t>
      </w:r>
      <w:r w:rsidR="000E1451">
        <w:rPr>
          <w:rFonts w:cs="Georgia"/>
          <w:kern w:val="1"/>
        </w:rPr>
        <w:t>’</w:t>
      </w:r>
      <w:r>
        <w:rPr>
          <w:rFonts w:cs="Georgia"/>
          <w:kern w:val="1"/>
        </w:rPr>
        <w:t>avait rien de ce qu</w:t>
      </w:r>
      <w:r w:rsidR="000E1451">
        <w:rPr>
          <w:rFonts w:cs="Georgia"/>
          <w:kern w:val="1"/>
        </w:rPr>
        <w:t>’</w:t>
      </w:r>
      <w:r>
        <w:rPr>
          <w:rFonts w:cs="Georgia"/>
          <w:kern w:val="1"/>
        </w:rPr>
        <w:t>il eût fallu pour racheter la désolation environnante</w:t>
      </w:r>
      <w:r w:rsidR="000E1451">
        <w:rPr>
          <w:rFonts w:cs="Georgia"/>
          <w:kern w:val="1"/>
        </w:rPr>
        <w:t xml:space="preserve">. </w:t>
      </w:r>
      <w:r>
        <w:rPr>
          <w:rFonts w:cs="Georgia"/>
          <w:kern w:val="1"/>
        </w:rPr>
        <w:t>Lorsqu</w:t>
      </w:r>
      <w:r w:rsidR="000E1451">
        <w:rPr>
          <w:rFonts w:cs="Georgia"/>
          <w:kern w:val="1"/>
        </w:rPr>
        <w:t>’</w:t>
      </w:r>
      <w:r>
        <w:rPr>
          <w:rFonts w:cs="Georgia"/>
          <w:kern w:val="1"/>
        </w:rPr>
        <w:t>elle en franchit le seuil</w:t>
      </w:r>
      <w:r w:rsidR="000E1451">
        <w:rPr>
          <w:rFonts w:cs="Georgia"/>
          <w:kern w:val="1"/>
        </w:rPr>
        <w:t xml:space="preserve">, </w:t>
      </w:r>
      <w:r>
        <w:rPr>
          <w:rFonts w:cs="Georgia"/>
          <w:kern w:val="1"/>
        </w:rPr>
        <w:t>Dora frémit</w:t>
      </w:r>
      <w:r w:rsidR="000E1451">
        <w:rPr>
          <w:rFonts w:cs="Georgia"/>
          <w:kern w:val="1"/>
        </w:rPr>
        <w:t xml:space="preserve">. </w:t>
      </w:r>
      <w:r>
        <w:rPr>
          <w:rFonts w:cs="Georgia"/>
          <w:kern w:val="1"/>
        </w:rPr>
        <w:t>Mais elle sut bien vite se ressaisir</w:t>
      </w:r>
      <w:r w:rsidR="000E1451">
        <w:rPr>
          <w:rFonts w:cs="Georgia"/>
          <w:kern w:val="1"/>
        </w:rPr>
        <w:t xml:space="preserve">. </w:t>
      </w:r>
      <w:r>
        <w:rPr>
          <w:rFonts w:cs="Georgia"/>
          <w:kern w:val="1"/>
        </w:rPr>
        <w:t>La maîtresse de ces lieux ne perdait pas de l</w:t>
      </w:r>
      <w:r w:rsidR="000E1451">
        <w:rPr>
          <w:rFonts w:cs="Georgia"/>
          <w:kern w:val="1"/>
        </w:rPr>
        <w:t>’</w:t>
      </w:r>
      <w:r>
        <w:rPr>
          <w:rFonts w:cs="Georgia"/>
          <w:kern w:val="1"/>
        </w:rPr>
        <w:t>œil un de ses gestes</w:t>
      </w:r>
      <w:r w:rsidR="000E1451">
        <w:rPr>
          <w:rFonts w:cs="Georgia"/>
          <w:kern w:val="1"/>
        </w:rPr>
        <w:t xml:space="preserve">. </w:t>
      </w:r>
      <w:r>
        <w:rPr>
          <w:rFonts w:cs="Georgia"/>
          <w:kern w:val="1"/>
        </w:rPr>
        <w:t>Elle les soumettait au plus méticuleux examen</w:t>
      </w:r>
      <w:r w:rsidR="000E1451">
        <w:rPr>
          <w:rFonts w:cs="Georgia"/>
          <w:kern w:val="1"/>
        </w:rPr>
        <w:t xml:space="preserve">. </w:t>
      </w:r>
      <w:r>
        <w:rPr>
          <w:rFonts w:cs="Georgia"/>
          <w:kern w:val="1"/>
        </w:rPr>
        <w:t>L</w:t>
      </w:r>
      <w:r w:rsidR="000E1451">
        <w:rPr>
          <w:rFonts w:cs="Georgia"/>
          <w:kern w:val="1"/>
        </w:rPr>
        <w:t>’</w:t>
      </w:r>
      <w:r>
        <w:rPr>
          <w:rFonts w:cs="Georgia"/>
          <w:kern w:val="1"/>
        </w:rPr>
        <w:t>allégresse de son mari donna à la jeune femme la force de faire bonne contenance</w:t>
      </w:r>
      <w:r w:rsidR="000E1451">
        <w:rPr>
          <w:rFonts w:cs="Georgia"/>
          <w:kern w:val="1"/>
        </w:rPr>
        <w:t xml:space="preserve">. </w:t>
      </w:r>
      <w:r>
        <w:rPr>
          <w:rFonts w:cs="Georgia"/>
          <w:kern w:val="1"/>
        </w:rPr>
        <w:t>Cette réconciliation comblait les vœux de Bernard</w:t>
      </w:r>
      <w:r w:rsidR="000E1451">
        <w:rPr>
          <w:rFonts w:cs="Georgia"/>
          <w:kern w:val="1"/>
        </w:rPr>
        <w:t xml:space="preserve">. </w:t>
      </w:r>
      <w:r>
        <w:rPr>
          <w:rFonts w:cs="Georgia"/>
          <w:kern w:val="1"/>
        </w:rPr>
        <w:t>Il pouvait maintenant</w:t>
      </w:r>
      <w:r w:rsidR="000E1451">
        <w:rPr>
          <w:rFonts w:cs="Georgia"/>
          <w:kern w:val="1"/>
        </w:rPr>
        <w:t xml:space="preserve">, </w:t>
      </w:r>
      <w:r>
        <w:rPr>
          <w:rFonts w:cs="Georgia"/>
          <w:kern w:val="1"/>
        </w:rPr>
        <w:t>sans arrière-pensée</w:t>
      </w:r>
      <w:r w:rsidR="000E1451">
        <w:rPr>
          <w:rFonts w:cs="Georgia"/>
          <w:kern w:val="1"/>
        </w:rPr>
        <w:t xml:space="preserve">, </w:t>
      </w:r>
      <w:r>
        <w:rPr>
          <w:rFonts w:cs="Georgia"/>
          <w:kern w:val="1"/>
        </w:rPr>
        <w:t>se redonner tout entier à la vie militaire</w:t>
      </w:r>
      <w:r w:rsidR="000E1451">
        <w:rPr>
          <w:rFonts w:cs="Georgia"/>
          <w:kern w:val="1"/>
        </w:rPr>
        <w:t xml:space="preserve">. </w:t>
      </w:r>
      <w:r>
        <w:rPr>
          <w:rFonts w:cs="Georgia"/>
          <w:kern w:val="1"/>
        </w:rPr>
        <w:t>Il partit à la fin de la permission de huit jours qu</w:t>
      </w:r>
      <w:r w:rsidR="000E1451">
        <w:rPr>
          <w:rFonts w:cs="Georgia"/>
          <w:kern w:val="1"/>
        </w:rPr>
        <w:t>’</w:t>
      </w:r>
      <w:r>
        <w:rPr>
          <w:rFonts w:cs="Georgia"/>
          <w:kern w:val="1"/>
        </w:rPr>
        <w:t>il avait demandée pour accompagner sa famille</w:t>
      </w:r>
      <w:r w:rsidR="000E1451">
        <w:rPr>
          <w:rFonts w:cs="Georgia"/>
          <w:kern w:val="1"/>
        </w:rPr>
        <w:t xml:space="preserve">. </w:t>
      </w:r>
      <w:r>
        <w:rPr>
          <w:rFonts w:cs="Georgia"/>
          <w:kern w:val="1"/>
        </w:rPr>
        <w:t>Il devait revenir la chercher en octobre</w:t>
      </w:r>
      <w:r w:rsidR="000E1451">
        <w:rPr>
          <w:rFonts w:cs="Georgia"/>
          <w:kern w:val="1"/>
        </w:rPr>
        <w:t xml:space="preserve">. </w:t>
      </w:r>
      <w:r>
        <w:rPr>
          <w:rFonts w:cs="Georgia"/>
          <w:kern w:val="1"/>
        </w:rPr>
        <w:t>Mais un mois ne s</w:t>
      </w:r>
      <w:r w:rsidR="000E1451">
        <w:rPr>
          <w:rFonts w:cs="Georgia"/>
          <w:kern w:val="1"/>
        </w:rPr>
        <w:t>’</w:t>
      </w:r>
      <w:r>
        <w:rPr>
          <w:rFonts w:cs="Georgia"/>
          <w:kern w:val="1"/>
        </w:rPr>
        <w:t>était pas écoulé qu</w:t>
      </w:r>
      <w:r w:rsidR="000E1451">
        <w:rPr>
          <w:rFonts w:cs="Georgia"/>
          <w:kern w:val="1"/>
        </w:rPr>
        <w:t>’</w:t>
      </w:r>
      <w:r>
        <w:rPr>
          <w:rFonts w:cs="Georgia"/>
          <w:kern w:val="1"/>
        </w:rPr>
        <w:t>intervenait la décision qui l</w:t>
      </w:r>
      <w:r w:rsidR="000E1451">
        <w:rPr>
          <w:rFonts w:cs="Georgia"/>
          <w:kern w:val="1"/>
        </w:rPr>
        <w:t>’</w:t>
      </w:r>
      <w:r>
        <w:rPr>
          <w:rFonts w:cs="Georgia"/>
          <w:kern w:val="1"/>
        </w:rPr>
        <w:t>envoyait au Cameroun</w:t>
      </w:r>
      <w:r w:rsidR="000E1451">
        <w:rPr>
          <w:rFonts w:cs="Georgia"/>
          <w:kern w:val="1"/>
        </w:rPr>
        <w:t xml:space="preserve">. </w:t>
      </w:r>
      <w:r>
        <w:rPr>
          <w:rFonts w:cs="Georgia"/>
          <w:kern w:val="1"/>
        </w:rPr>
        <w:t>Le destin de Dora de Mirrbach était désormais fixé</w:t>
      </w:r>
      <w:r w:rsidR="000E1451">
        <w:rPr>
          <w:rFonts w:cs="Georgia"/>
          <w:kern w:val="1"/>
        </w:rPr>
        <w:t xml:space="preserve">. </w:t>
      </w:r>
      <w:r>
        <w:rPr>
          <w:rFonts w:cs="Georgia"/>
          <w:kern w:val="1"/>
        </w:rPr>
        <w:t>Elle ne devait plus quitter le château de Nikolaïken</w:t>
      </w:r>
      <w:r w:rsidR="000E1451">
        <w:rPr>
          <w:rFonts w:cs="Georgia"/>
          <w:kern w:val="1"/>
        </w:rPr>
        <w:t>.</w:t>
      </w:r>
    </w:p>
    <w:p w14:paraId="4CEADF28" w14:textId="77777777" w:rsidR="00BE611A" w:rsidRDefault="00BE611A" w:rsidP="00BE611A">
      <w:pPr>
        <w:rPr>
          <w:rFonts w:cs="Georgia"/>
          <w:kern w:val="1"/>
        </w:rPr>
      </w:pPr>
      <w:r>
        <w:rPr>
          <w:rFonts w:cs="Georgia"/>
          <w:kern w:val="1"/>
        </w:rPr>
        <w:t>Il faut constater</w:t>
      </w:r>
      <w:r w:rsidR="000E1451">
        <w:rPr>
          <w:rFonts w:cs="Georgia"/>
          <w:kern w:val="1"/>
        </w:rPr>
        <w:t xml:space="preserve">, </w:t>
      </w:r>
      <w:r>
        <w:rPr>
          <w:rFonts w:cs="Georgia"/>
          <w:kern w:val="1"/>
        </w:rPr>
        <w:t>pour être équitable</w:t>
      </w:r>
      <w:r w:rsidR="000E1451">
        <w:rPr>
          <w:rFonts w:cs="Georgia"/>
          <w:kern w:val="1"/>
        </w:rPr>
        <w:t xml:space="preserve">, </w:t>
      </w:r>
      <w:r>
        <w:rPr>
          <w:rFonts w:cs="Georgia"/>
          <w:kern w:val="1"/>
        </w:rPr>
        <w:t>qu</w:t>
      </w:r>
      <w:r w:rsidR="000E1451">
        <w:rPr>
          <w:rFonts w:cs="Georgia"/>
          <w:kern w:val="1"/>
        </w:rPr>
        <w:t>’</w:t>
      </w:r>
      <w:r>
        <w:rPr>
          <w:rFonts w:cs="Georgia"/>
          <w:kern w:val="1"/>
        </w:rPr>
        <w:t>elle ne trouva pas en sa belle-mère le bourreau auquel elle aurait pu s</w:t>
      </w:r>
      <w:r w:rsidR="000E1451">
        <w:rPr>
          <w:rFonts w:cs="Georgia"/>
          <w:kern w:val="1"/>
        </w:rPr>
        <w:t>’</w:t>
      </w:r>
      <w:r>
        <w:rPr>
          <w:rFonts w:cs="Georgia"/>
          <w:kern w:val="1"/>
        </w:rPr>
        <w:t>attendre</w:t>
      </w:r>
      <w:r w:rsidR="000E1451">
        <w:rPr>
          <w:rFonts w:cs="Georgia"/>
          <w:kern w:val="1"/>
        </w:rPr>
        <w:t xml:space="preserve">. </w:t>
      </w:r>
      <w:r>
        <w:rPr>
          <w:rFonts w:cs="Georgia"/>
          <w:kern w:val="1"/>
        </w:rPr>
        <w:t>Si l</w:t>
      </w:r>
      <w:r w:rsidR="000E1451">
        <w:rPr>
          <w:rFonts w:cs="Georgia"/>
          <w:kern w:val="1"/>
        </w:rPr>
        <w:t>’</w:t>
      </w:r>
      <w:r>
        <w:rPr>
          <w:rFonts w:cs="Georgia"/>
          <w:kern w:val="1"/>
        </w:rPr>
        <w:t>on met à part la clause féroce qui lui interdisait de conduire ses enfants à leur grand</w:t>
      </w:r>
      <w:r w:rsidR="000E1451">
        <w:rPr>
          <w:rFonts w:cs="Georgia"/>
          <w:kern w:val="1"/>
        </w:rPr>
        <w:t>’</w:t>
      </w:r>
      <w:r>
        <w:rPr>
          <w:rFonts w:cs="Georgia"/>
          <w:kern w:val="1"/>
        </w:rPr>
        <w:t>mère maternelle</w:t>
      </w:r>
      <w:r w:rsidR="000E1451">
        <w:rPr>
          <w:rFonts w:cs="Georgia"/>
          <w:kern w:val="1"/>
        </w:rPr>
        <w:t xml:space="preserve">, </w:t>
      </w:r>
      <w:r>
        <w:rPr>
          <w:rFonts w:cs="Georgia"/>
          <w:kern w:val="1"/>
        </w:rPr>
        <w:t>Dora n</w:t>
      </w:r>
      <w:r w:rsidR="000E1451">
        <w:rPr>
          <w:rFonts w:cs="Georgia"/>
          <w:kern w:val="1"/>
        </w:rPr>
        <w:t>’</w:t>
      </w:r>
      <w:r>
        <w:rPr>
          <w:rFonts w:cs="Georgia"/>
          <w:kern w:val="1"/>
        </w:rPr>
        <w:t>eut pas à subir les froissements qu</w:t>
      </w:r>
      <w:r w:rsidR="000E1451">
        <w:rPr>
          <w:rFonts w:cs="Georgia"/>
          <w:kern w:val="1"/>
        </w:rPr>
        <w:t>’</w:t>
      </w:r>
      <w:r>
        <w:rPr>
          <w:rFonts w:cs="Georgia"/>
          <w:kern w:val="1"/>
        </w:rPr>
        <w:t>elle était en droit de redouter</w:t>
      </w:r>
      <w:r w:rsidR="000E1451">
        <w:rPr>
          <w:rFonts w:cs="Georgia"/>
          <w:kern w:val="1"/>
        </w:rPr>
        <w:t xml:space="preserve">. </w:t>
      </w:r>
      <w:r>
        <w:rPr>
          <w:rFonts w:cs="Georgia"/>
          <w:kern w:val="1"/>
        </w:rPr>
        <w:t>La Baronne de Mirrbach</w:t>
      </w:r>
      <w:r w:rsidR="000E1451">
        <w:rPr>
          <w:rFonts w:cs="Georgia"/>
          <w:kern w:val="1"/>
        </w:rPr>
        <w:t xml:space="preserve">, </w:t>
      </w:r>
      <w:r>
        <w:rPr>
          <w:rFonts w:cs="Georgia"/>
          <w:kern w:val="1"/>
        </w:rPr>
        <w:t>étonnée d</w:t>
      </w:r>
      <w:r w:rsidR="000E1451">
        <w:rPr>
          <w:rFonts w:cs="Georgia"/>
          <w:kern w:val="1"/>
        </w:rPr>
        <w:t>’</w:t>
      </w:r>
      <w:r>
        <w:rPr>
          <w:rFonts w:cs="Georgia"/>
          <w:kern w:val="1"/>
        </w:rPr>
        <w:t>être dans l</w:t>
      </w:r>
      <w:r w:rsidR="000E1451">
        <w:rPr>
          <w:rFonts w:cs="Georgia"/>
          <w:kern w:val="1"/>
        </w:rPr>
        <w:t>’</w:t>
      </w:r>
      <w:r>
        <w:rPr>
          <w:rFonts w:cs="Georgia"/>
          <w:kern w:val="1"/>
        </w:rPr>
        <w:t xml:space="preserve">obligation de rendre justice à cette </w:t>
      </w:r>
      <w:r w:rsidR="000E1451">
        <w:rPr>
          <w:rFonts w:cs="Georgia"/>
          <w:kern w:val="1"/>
        </w:rPr>
        <w:t>« </w:t>
      </w:r>
      <w:r>
        <w:rPr>
          <w:rFonts w:cs="Georgia"/>
          <w:kern w:val="1"/>
        </w:rPr>
        <w:t>fille de cantinière</w:t>
      </w:r>
      <w:r w:rsidR="000E1451">
        <w:rPr>
          <w:rFonts w:cs="Georgia"/>
          <w:kern w:val="1"/>
        </w:rPr>
        <w:t xml:space="preserve"> », </w:t>
      </w:r>
      <w:r>
        <w:rPr>
          <w:rFonts w:cs="Georgia"/>
          <w:kern w:val="1"/>
        </w:rPr>
        <w:t>lui sut gré d</w:t>
      </w:r>
      <w:r w:rsidR="000E1451">
        <w:rPr>
          <w:rFonts w:cs="Georgia"/>
          <w:kern w:val="1"/>
        </w:rPr>
        <w:t>’</w:t>
      </w:r>
      <w:r>
        <w:rPr>
          <w:rFonts w:cs="Georgia"/>
          <w:kern w:val="1"/>
        </w:rPr>
        <w:t>une résignation</w:t>
      </w:r>
      <w:r w:rsidR="000E1451">
        <w:rPr>
          <w:rFonts w:cs="Georgia"/>
          <w:kern w:val="1"/>
        </w:rPr>
        <w:t xml:space="preserve">, </w:t>
      </w:r>
      <w:r>
        <w:rPr>
          <w:rFonts w:cs="Georgia"/>
          <w:kern w:val="1"/>
        </w:rPr>
        <w:t>d</w:t>
      </w:r>
      <w:r w:rsidR="000E1451">
        <w:rPr>
          <w:rFonts w:cs="Georgia"/>
          <w:kern w:val="1"/>
        </w:rPr>
        <w:t>’</w:t>
      </w:r>
      <w:r>
        <w:rPr>
          <w:rFonts w:cs="Georgia"/>
          <w:kern w:val="1"/>
        </w:rPr>
        <w:t>un effacement dont elle-même devait finir</w:t>
      </w:r>
      <w:r w:rsidR="000E1451">
        <w:rPr>
          <w:rFonts w:cs="Georgia"/>
          <w:kern w:val="1"/>
        </w:rPr>
        <w:t xml:space="preserve">, </w:t>
      </w:r>
      <w:r>
        <w:rPr>
          <w:rFonts w:cs="Georgia"/>
          <w:kern w:val="1"/>
        </w:rPr>
        <w:t>à la longue</w:t>
      </w:r>
      <w:r w:rsidR="000E1451">
        <w:rPr>
          <w:rFonts w:cs="Georgia"/>
          <w:kern w:val="1"/>
        </w:rPr>
        <w:t xml:space="preserve">, </w:t>
      </w:r>
      <w:r>
        <w:rPr>
          <w:rFonts w:cs="Georgia"/>
          <w:kern w:val="1"/>
        </w:rPr>
        <w:t>par s</w:t>
      </w:r>
      <w:r w:rsidR="000E1451">
        <w:rPr>
          <w:rFonts w:cs="Georgia"/>
          <w:kern w:val="1"/>
        </w:rPr>
        <w:t>’</w:t>
      </w:r>
      <w:r>
        <w:rPr>
          <w:rFonts w:cs="Georgia"/>
          <w:kern w:val="1"/>
        </w:rPr>
        <w:t>énerver</w:t>
      </w:r>
      <w:r w:rsidR="000E1451">
        <w:rPr>
          <w:rFonts w:cs="Georgia"/>
          <w:kern w:val="1"/>
        </w:rPr>
        <w:t>. « </w:t>
      </w:r>
      <w:r>
        <w:rPr>
          <w:rFonts w:cs="Georgia"/>
          <w:kern w:val="1"/>
        </w:rPr>
        <w:t>Mais parlez donc</w:t>
      </w:r>
      <w:r w:rsidR="000E1451">
        <w:rPr>
          <w:rFonts w:cs="Georgia"/>
          <w:kern w:val="1"/>
        </w:rPr>
        <w:t xml:space="preserve">, </w:t>
      </w:r>
      <w:r>
        <w:rPr>
          <w:rFonts w:cs="Georgia"/>
          <w:kern w:val="1"/>
        </w:rPr>
        <w:t>ma chère</w:t>
      </w:r>
      <w:r w:rsidR="000E1451">
        <w:rPr>
          <w:rFonts w:cs="Georgia"/>
          <w:kern w:val="1"/>
        </w:rPr>
        <w:t xml:space="preserve">. </w:t>
      </w:r>
      <w:r>
        <w:rPr>
          <w:rFonts w:cs="Georgia"/>
          <w:kern w:val="1"/>
        </w:rPr>
        <w:t>Vous devez bien avoir aussi votre avis</w:t>
      </w:r>
      <w:r w:rsidR="000E1451">
        <w:rPr>
          <w:rFonts w:cs="Georgia"/>
          <w:kern w:val="1"/>
        </w:rPr>
        <w:t xml:space="preserve">, </w:t>
      </w:r>
      <w:r>
        <w:rPr>
          <w:rFonts w:cs="Georgia"/>
          <w:kern w:val="1"/>
        </w:rPr>
        <w:t>que diable</w:t>
      </w:r>
      <w:r w:rsidR="000E1451">
        <w:rPr>
          <w:rFonts w:cs="Georgia"/>
          <w:kern w:val="1"/>
        </w:rPr>
        <w:t xml:space="preserve"> ! </w:t>
      </w:r>
      <w:r>
        <w:rPr>
          <w:rFonts w:cs="Georgia"/>
          <w:kern w:val="1"/>
        </w:rPr>
        <w:t>Comment voulez-vous que votre fille apprenne à être quelqu</w:t>
      </w:r>
      <w:r w:rsidR="000E1451">
        <w:rPr>
          <w:rFonts w:cs="Georgia"/>
          <w:kern w:val="1"/>
        </w:rPr>
        <w:t>’</w:t>
      </w:r>
      <w:r>
        <w:rPr>
          <w:rFonts w:cs="Georgia"/>
          <w:kern w:val="1"/>
        </w:rPr>
        <w:t>un</w:t>
      </w:r>
      <w:r w:rsidR="000E1451">
        <w:rPr>
          <w:rFonts w:cs="Georgia"/>
          <w:kern w:val="1"/>
        </w:rPr>
        <w:t xml:space="preserve">, </w:t>
      </w:r>
      <w:r>
        <w:rPr>
          <w:rFonts w:cs="Georgia"/>
          <w:kern w:val="1"/>
        </w:rPr>
        <w:t>si elle vous voit dire oui à tout</w:t>
      </w:r>
      <w:r w:rsidR="000E1451">
        <w:rPr>
          <w:rFonts w:cs="Georgia"/>
          <w:kern w:val="1"/>
        </w:rPr>
        <w:t xml:space="preserve"> ? </w:t>
      </w:r>
      <w:r>
        <w:rPr>
          <w:rFonts w:cs="Georgia"/>
          <w:kern w:val="1"/>
        </w:rPr>
        <w:t>Elle n</w:t>
      </w:r>
      <w:r w:rsidR="000E1451">
        <w:rPr>
          <w:rFonts w:cs="Georgia"/>
          <w:kern w:val="1"/>
        </w:rPr>
        <w:t>’</w:t>
      </w:r>
      <w:r>
        <w:rPr>
          <w:rFonts w:cs="Georgia"/>
          <w:kern w:val="1"/>
        </w:rPr>
        <w:t>a déjà que trop de tendance à la passivité</w:t>
      </w:r>
      <w:r w:rsidR="000E1451">
        <w:rPr>
          <w:rFonts w:cs="Georgia"/>
          <w:kern w:val="1"/>
        </w:rPr>
        <w:t xml:space="preserve">. </w:t>
      </w:r>
      <w:r>
        <w:rPr>
          <w:rFonts w:cs="Georgia"/>
          <w:kern w:val="1"/>
        </w:rPr>
        <w:lastRenderedPageBreak/>
        <w:t>Heureusement que nous avons Joachim</w:t>
      </w:r>
      <w:r w:rsidR="000E1451">
        <w:rPr>
          <w:rFonts w:cs="Georgia"/>
          <w:kern w:val="1"/>
        </w:rPr>
        <w:t xml:space="preserve"> ! </w:t>
      </w:r>
      <w:r>
        <w:rPr>
          <w:rFonts w:cs="Georgia"/>
          <w:kern w:val="1"/>
        </w:rPr>
        <w:t>Sacristi</w:t>
      </w:r>
      <w:r w:rsidR="000E1451">
        <w:rPr>
          <w:rFonts w:cs="Georgia"/>
          <w:kern w:val="1"/>
        </w:rPr>
        <w:t xml:space="preserve">, </w:t>
      </w:r>
      <w:r>
        <w:rPr>
          <w:rFonts w:cs="Georgia"/>
          <w:kern w:val="1"/>
        </w:rPr>
        <w:t>ce n</w:t>
      </w:r>
      <w:r w:rsidR="000E1451">
        <w:rPr>
          <w:rFonts w:cs="Georgia"/>
          <w:kern w:val="1"/>
        </w:rPr>
        <w:t>’</w:t>
      </w:r>
      <w:r>
        <w:rPr>
          <w:rFonts w:cs="Georgia"/>
          <w:kern w:val="1"/>
        </w:rPr>
        <w:t>est pas lui qu</w:t>
      </w:r>
      <w:r w:rsidR="000E1451">
        <w:rPr>
          <w:rFonts w:cs="Georgia"/>
          <w:kern w:val="1"/>
        </w:rPr>
        <w:t>’</w:t>
      </w:r>
      <w:r>
        <w:rPr>
          <w:rFonts w:cs="Georgia"/>
          <w:kern w:val="1"/>
        </w:rPr>
        <w:t>on ferait pivoter comme une toupie</w:t>
      </w:r>
      <w:r w:rsidR="000E1451">
        <w:rPr>
          <w:rFonts w:cs="Georgia"/>
          <w:kern w:val="1"/>
        </w:rPr>
        <w:t xml:space="preserve">. </w:t>
      </w:r>
      <w:r>
        <w:rPr>
          <w:rFonts w:cs="Georgia"/>
          <w:kern w:val="1"/>
        </w:rPr>
        <w:t>Un vrai Mirrbach</w:t>
      </w:r>
      <w:r w:rsidR="000E1451">
        <w:rPr>
          <w:rFonts w:cs="Georgia"/>
          <w:kern w:val="1"/>
        </w:rPr>
        <w:t xml:space="preserve">. </w:t>
      </w:r>
      <w:r>
        <w:rPr>
          <w:rFonts w:cs="Georgia"/>
          <w:kern w:val="1"/>
        </w:rPr>
        <w:t>À trois ans</w:t>
      </w:r>
      <w:r w:rsidR="000E1451">
        <w:rPr>
          <w:rFonts w:cs="Georgia"/>
          <w:kern w:val="1"/>
        </w:rPr>
        <w:t xml:space="preserve">, </w:t>
      </w:r>
      <w:r>
        <w:rPr>
          <w:rFonts w:cs="Georgia"/>
          <w:kern w:val="1"/>
        </w:rPr>
        <w:t>il est déjà mauvais comme une teigne</w:t>
      </w:r>
      <w:r w:rsidR="000E1451">
        <w:rPr>
          <w:rFonts w:cs="Georgia"/>
          <w:kern w:val="1"/>
        </w:rPr>
        <w:t xml:space="preserve">, </w:t>
      </w:r>
      <w:r>
        <w:rPr>
          <w:rFonts w:cs="Georgia"/>
          <w:kern w:val="1"/>
        </w:rPr>
        <w:t>le cher trésor</w:t>
      </w:r>
      <w:r w:rsidR="000E1451">
        <w:rPr>
          <w:rFonts w:cs="Georgia"/>
          <w:kern w:val="1"/>
        </w:rPr>
        <w:t xml:space="preserve"> ! </w:t>
      </w:r>
      <w:r>
        <w:rPr>
          <w:rFonts w:cs="Georgia"/>
          <w:kern w:val="1"/>
        </w:rPr>
        <w:t>Ah</w:t>
      </w:r>
      <w:r w:rsidR="000E1451">
        <w:rPr>
          <w:rFonts w:cs="Georgia"/>
          <w:kern w:val="1"/>
        </w:rPr>
        <w:t xml:space="preserve"> ! </w:t>
      </w:r>
      <w:r>
        <w:rPr>
          <w:rFonts w:cs="Georgia"/>
          <w:kern w:val="1"/>
        </w:rPr>
        <w:t>celui-là</w:t>
      </w:r>
      <w:r w:rsidR="000E1451">
        <w:rPr>
          <w:rFonts w:cs="Georgia"/>
          <w:kern w:val="1"/>
        </w:rPr>
        <w:t xml:space="preserve">, </w:t>
      </w:r>
      <w:r>
        <w:rPr>
          <w:rFonts w:cs="Georgia"/>
          <w:kern w:val="1"/>
        </w:rPr>
        <w:t>ma petite</w:t>
      </w:r>
      <w:r w:rsidR="000E1451">
        <w:rPr>
          <w:rFonts w:cs="Georgia"/>
          <w:kern w:val="1"/>
        </w:rPr>
        <w:t xml:space="preserve">, </w:t>
      </w:r>
      <w:r>
        <w:rPr>
          <w:rFonts w:cs="Georgia"/>
          <w:kern w:val="1"/>
        </w:rPr>
        <w:t>je ne vous répéterai jamais à quel point nous vous sommes reconnaissants de nous l</w:t>
      </w:r>
      <w:r w:rsidR="000E1451">
        <w:rPr>
          <w:rFonts w:cs="Georgia"/>
          <w:kern w:val="1"/>
        </w:rPr>
        <w:t>’</w:t>
      </w:r>
      <w:r>
        <w:rPr>
          <w:rFonts w:cs="Georgia"/>
          <w:kern w:val="1"/>
        </w:rPr>
        <w:t>avoir donné</w:t>
      </w:r>
      <w:r w:rsidR="000E1451">
        <w:rPr>
          <w:rFonts w:cs="Georgia"/>
          <w:kern w:val="1"/>
        </w:rPr>
        <w:t> ! »</w:t>
      </w:r>
    </w:p>
    <w:p w14:paraId="697FEF73" w14:textId="77777777" w:rsidR="000E1451" w:rsidRDefault="00BE611A" w:rsidP="00BE611A">
      <w:pPr>
        <w:rPr>
          <w:rFonts w:cs="Georgia"/>
          <w:kern w:val="1"/>
        </w:rPr>
      </w:pPr>
      <w:r>
        <w:rPr>
          <w:rFonts w:cs="Georgia"/>
          <w:kern w:val="1"/>
        </w:rPr>
        <w:t>Elle s</w:t>
      </w:r>
      <w:r w:rsidR="000E1451">
        <w:rPr>
          <w:rFonts w:cs="Georgia"/>
          <w:kern w:val="1"/>
        </w:rPr>
        <w:t>’</w:t>
      </w:r>
      <w:r>
        <w:rPr>
          <w:rFonts w:cs="Georgia"/>
          <w:kern w:val="1"/>
        </w:rPr>
        <w:t>emparait</w:t>
      </w:r>
      <w:r w:rsidR="000E1451">
        <w:rPr>
          <w:rFonts w:cs="Georgia"/>
          <w:kern w:val="1"/>
        </w:rPr>
        <w:t xml:space="preserve">, </w:t>
      </w:r>
      <w:r>
        <w:rPr>
          <w:rFonts w:cs="Georgia"/>
          <w:kern w:val="1"/>
        </w:rPr>
        <w:t>de l</w:t>
      </w:r>
      <w:r w:rsidR="000E1451">
        <w:rPr>
          <w:rFonts w:cs="Georgia"/>
          <w:kern w:val="1"/>
        </w:rPr>
        <w:t>’</w:t>
      </w:r>
      <w:r>
        <w:rPr>
          <w:rFonts w:cs="Georgia"/>
          <w:kern w:val="1"/>
        </w:rPr>
        <w:t>enfant qui se débattait et ruait à qui mieux mieux de ses petits pieds rouges</w:t>
      </w:r>
      <w:r w:rsidR="000E1451">
        <w:rPr>
          <w:rFonts w:cs="Georgia"/>
          <w:kern w:val="1"/>
        </w:rPr>
        <w:t xml:space="preserve">. </w:t>
      </w:r>
      <w:r>
        <w:rPr>
          <w:rFonts w:cs="Georgia"/>
          <w:kern w:val="1"/>
        </w:rPr>
        <w:t>Dora souriait tristement</w:t>
      </w:r>
      <w:r w:rsidR="000E1451">
        <w:rPr>
          <w:rFonts w:cs="Georgia"/>
          <w:kern w:val="1"/>
        </w:rPr>
        <w:t xml:space="preserve">, </w:t>
      </w:r>
      <w:r>
        <w:rPr>
          <w:rFonts w:cs="Georgia"/>
          <w:kern w:val="1"/>
        </w:rPr>
        <w:t>fière au fond d</w:t>
      </w:r>
      <w:r w:rsidR="000E1451">
        <w:rPr>
          <w:rFonts w:cs="Georgia"/>
          <w:kern w:val="1"/>
        </w:rPr>
        <w:t>’</w:t>
      </w:r>
      <w:r>
        <w:rPr>
          <w:rFonts w:cs="Georgia"/>
          <w:kern w:val="1"/>
        </w:rPr>
        <w:t>avoir engendré un Mirrbach</w:t>
      </w:r>
      <w:r w:rsidR="000E1451">
        <w:rPr>
          <w:rFonts w:cs="Georgia"/>
          <w:kern w:val="1"/>
        </w:rPr>
        <w:t xml:space="preserve">. </w:t>
      </w:r>
      <w:r>
        <w:rPr>
          <w:rFonts w:cs="Georgia"/>
          <w:kern w:val="1"/>
        </w:rPr>
        <w:t>Son regard se reportait sur Axelle</w:t>
      </w:r>
      <w:r w:rsidR="000E1451">
        <w:rPr>
          <w:rFonts w:cs="Georgia"/>
          <w:kern w:val="1"/>
        </w:rPr>
        <w:t xml:space="preserve">. </w:t>
      </w:r>
      <w:r>
        <w:rPr>
          <w:rFonts w:cs="Georgia"/>
          <w:kern w:val="1"/>
        </w:rPr>
        <w:t>Au bout de la table</w:t>
      </w:r>
      <w:r w:rsidR="000E1451">
        <w:rPr>
          <w:rFonts w:cs="Georgia"/>
          <w:kern w:val="1"/>
        </w:rPr>
        <w:t xml:space="preserve">, </w:t>
      </w:r>
      <w:r>
        <w:rPr>
          <w:rFonts w:cs="Georgia"/>
          <w:kern w:val="1"/>
        </w:rPr>
        <w:t>perchée sur sa haute chaise</w:t>
      </w:r>
      <w:r w:rsidR="000E1451">
        <w:rPr>
          <w:rFonts w:cs="Georgia"/>
          <w:kern w:val="1"/>
        </w:rPr>
        <w:t xml:space="preserve">, </w:t>
      </w:r>
      <w:r>
        <w:rPr>
          <w:rFonts w:cs="Georgia"/>
          <w:kern w:val="1"/>
        </w:rPr>
        <w:t>la petite fille écoutait interdite</w:t>
      </w:r>
      <w:r w:rsidR="000E1451">
        <w:rPr>
          <w:rFonts w:cs="Georgia"/>
          <w:kern w:val="1"/>
        </w:rPr>
        <w:t xml:space="preserve">. </w:t>
      </w:r>
      <w:r>
        <w:rPr>
          <w:rFonts w:cs="Georgia"/>
          <w:kern w:val="1"/>
        </w:rPr>
        <w:t>Elle cherchait</w:t>
      </w:r>
      <w:r w:rsidR="000E1451">
        <w:rPr>
          <w:rFonts w:cs="Georgia"/>
          <w:kern w:val="1"/>
        </w:rPr>
        <w:t xml:space="preserve">, </w:t>
      </w:r>
      <w:r>
        <w:rPr>
          <w:rFonts w:cs="Georgia"/>
          <w:kern w:val="1"/>
        </w:rPr>
        <w:t>sans y réussir</w:t>
      </w:r>
      <w:r w:rsidR="000E1451">
        <w:rPr>
          <w:rFonts w:cs="Georgia"/>
          <w:kern w:val="1"/>
        </w:rPr>
        <w:t xml:space="preserve">, </w:t>
      </w:r>
      <w:r>
        <w:rPr>
          <w:rFonts w:cs="Georgia"/>
          <w:kern w:val="1"/>
        </w:rPr>
        <w:t>à comprendre pourquoi sa grand</w:t>
      </w:r>
      <w:r w:rsidR="000E1451">
        <w:rPr>
          <w:rFonts w:cs="Georgia"/>
          <w:kern w:val="1"/>
        </w:rPr>
        <w:t>’</w:t>
      </w:r>
      <w:r>
        <w:rPr>
          <w:rFonts w:cs="Georgia"/>
          <w:kern w:val="1"/>
        </w:rPr>
        <w:t>mère lui faisait le reproche d</w:t>
      </w:r>
      <w:r w:rsidR="000E1451">
        <w:rPr>
          <w:rFonts w:cs="Georgia"/>
          <w:kern w:val="1"/>
        </w:rPr>
        <w:t>’</w:t>
      </w:r>
      <w:r>
        <w:rPr>
          <w:rFonts w:cs="Georgia"/>
          <w:kern w:val="1"/>
        </w:rPr>
        <w:t>être trop sage</w:t>
      </w:r>
      <w:r w:rsidR="000E1451">
        <w:rPr>
          <w:rFonts w:cs="Georgia"/>
          <w:kern w:val="1"/>
        </w:rPr>
        <w:t>.</w:t>
      </w:r>
    </w:p>
    <w:p w14:paraId="6C11FA86" w14:textId="77777777" w:rsidR="000E1451" w:rsidRDefault="00BE611A" w:rsidP="00BE611A">
      <w:pPr>
        <w:rPr>
          <w:rFonts w:cs="Georgia"/>
          <w:kern w:val="1"/>
        </w:rPr>
      </w:pPr>
      <w:r>
        <w:rPr>
          <w:rFonts w:cs="Georgia"/>
          <w:kern w:val="1"/>
        </w:rPr>
        <w:t>La maman Küntz mourut subitement en 1895</w:t>
      </w:r>
      <w:r w:rsidR="000E1451">
        <w:rPr>
          <w:rFonts w:cs="Georgia"/>
          <w:kern w:val="1"/>
        </w:rPr>
        <w:t xml:space="preserve">, </w:t>
      </w:r>
      <w:r>
        <w:rPr>
          <w:rFonts w:cs="Georgia"/>
          <w:kern w:val="1"/>
        </w:rPr>
        <w:t>sans avoir laissé le temps à la baronne de Mirrbach de révoquer la prohibition édictée à son égard</w:t>
      </w:r>
      <w:r w:rsidR="000E1451">
        <w:rPr>
          <w:rFonts w:cs="Georgia"/>
          <w:kern w:val="1"/>
        </w:rPr>
        <w:t xml:space="preserve">. </w:t>
      </w:r>
      <w:r>
        <w:rPr>
          <w:rFonts w:cs="Georgia"/>
          <w:kern w:val="1"/>
        </w:rPr>
        <w:t>Elle avait liquidé son établissement</w:t>
      </w:r>
      <w:r w:rsidR="000E1451">
        <w:rPr>
          <w:rFonts w:cs="Georgia"/>
          <w:kern w:val="1"/>
        </w:rPr>
        <w:t xml:space="preserve">, </w:t>
      </w:r>
      <w:r>
        <w:rPr>
          <w:rFonts w:cs="Georgia"/>
          <w:kern w:val="1"/>
        </w:rPr>
        <w:t>afin de ne plus avoir à adresser la parole à un gentilhomme ou à un officier</w:t>
      </w:r>
      <w:r w:rsidR="000E1451">
        <w:rPr>
          <w:rFonts w:cs="Georgia"/>
          <w:kern w:val="1"/>
        </w:rPr>
        <w:t xml:space="preserve">, </w:t>
      </w:r>
      <w:r>
        <w:rPr>
          <w:rFonts w:cs="Georgia"/>
          <w:kern w:val="1"/>
        </w:rPr>
        <w:t>et passait ses journées à maudire l</w:t>
      </w:r>
      <w:r w:rsidR="000E1451">
        <w:rPr>
          <w:rFonts w:cs="Georgia"/>
          <w:kern w:val="1"/>
        </w:rPr>
        <w:t>’</w:t>
      </w:r>
      <w:r>
        <w:rPr>
          <w:rFonts w:cs="Georgia"/>
          <w:kern w:val="1"/>
        </w:rPr>
        <w:t>armée et la noblesse</w:t>
      </w:r>
      <w:r w:rsidR="000E1451">
        <w:rPr>
          <w:rFonts w:cs="Georgia"/>
          <w:kern w:val="1"/>
        </w:rPr>
        <w:t xml:space="preserve">. </w:t>
      </w:r>
      <w:r>
        <w:rPr>
          <w:rFonts w:cs="Georgia"/>
          <w:kern w:val="1"/>
        </w:rPr>
        <w:t>Cette disparition accéléra le mal dont sa fille s</w:t>
      </w:r>
      <w:r w:rsidR="000E1451">
        <w:rPr>
          <w:rFonts w:cs="Georgia"/>
          <w:kern w:val="1"/>
        </w:rPr>
        <w:t>’</w:t>
      </w:r>
      <w:r>
        <w:rPr>
          <w:rFonts w:cs="Georgia"/>
          <w:kern w:val="1"/>
        </w:rPr>
        <w:t>en allait doucement</w:t>
      </w:r>
      <w:r w:rsidR="000E1451">
        <w:rPr>
          <w:rFonts w:cs="Georgia"/>
          <w:kern w:val="1"/>
        </w:rPr>
        <w:t xml:space="preserve">. </w:t>
      </w:r>
      <w:r>
        <w:rPr>
          <w:rFonts w:cs="Georgia"/>
          <w:kern w:val="1"/>
        </w:rPr>
        <w:t>Le remords vint s</w:t>
      </w:r>
      <w:r w:rsidR="000E1451">
        <w:rPr>
          <w:rFonts w:cs="Georgia"/>
          <w:kern w:val="1"/>
        </w:rPr>
        <w:t>’</w:t>
      </w:r>
      <w:r>
        <w:rPr>
          <w:rFonts w:cs="Georgia"/>
          <w:kern w:val="1"/>
        </w:rPr>
        <w:t>ajouter à la lente fièvre qui consumait Dora de Mirrbach</w:t>
      </w:r>
      <w:r w:rsidR="000E1451">
        <w:rPr>
          <w:rFonts w:cs="Georgia"/>
          <w:kern w:val="1"/>
        </w:rPr>
        <w:t xml:space="preserve">. </w:t>
      </w:r>
      <w:r>
        <w:rPr>
          <w:rFonts w:cs="Georgia"/>
          <w:kern w:val="1"/>
        </w:rPr>
        <w:t>Sa belle-mère ne comprenait rien à cette langueur née d</w:t>
      </w:r>
      <w:r w:rsidR="000E1451">
        <w:rPr>
          <w:rFonts w:cs="Georgia"/>
          <w:kern w:val="1"/>
        </w:rPr>
        <w:t>’</w:t>
      </w:r>
      <w:r>
        <w:rPr>
          <w:rFonts w:cs="Georgia"/>
          <w:kern w:val="1"/>
        </w:rPr>
        <w:t>un climat qu</w:t>
      </w:r>
      <w:r w:rsidR="000E1451">
        <w:rPr>
          <w:rFonts w:cs="Georgia"/>
          <w:kern w:val="1"/>
        </w:rPr>
        <w:t>’</w:t>
      </w:r>
      <w:r>
        <w:rPr>
          <w:rFonts w:cs="Georgia"/>
          <w:kern w:val="1"/>
        </w:rPr>
        <w:t>elle s</w:t>
      </w:r>
      <w:r w:rsidR="000E1451">
        <w:rPr>
          <w:rFonts w:cs="Georgia"/>
          <w:kern w:val="1"/>
        </w:rPr>
        <w:t>’</w:t>
      </w:r>
      <w:r>
        <w:rPr>
          <w:rFonts w:cs="Georgia"/>
          <w:kern w:val="1"/>
        </w:rPr>
        <w:t>obstinait à déclarer le plus salubre de toute l</w:t>
      </w:r>
      <w:r w:rsidR="000E1451">
        <w:rPr>
          <w:rFonts w:cs="Georgia"/>
          <w:kern w:val="1"/>
        </w:rPr>
        <w:t>’</w:t>
      </w:r>
      <w:r>
        <w:rPr>
          <w:rFonts w:cs="Georgia"/>
          <w:kern w:val="1"/>
        </w:rPr>
        <w:t>Allemagne</w:t>
      </w:r>
      <w:r w:rsidR="000E1451">
        <w:rPr>
          <w:rFonts w:cs="Georgia"/>
          <w:kern w:val="1"/>
        </w:rPr>
        <w:t xml:space="preserve">. </w:t>
      </w:r>
      <w:r>
        <w:rPr>
          <w:rFonts w:cs="Georgia"/>
          <w:kern w:val="1"/>
        </w:rPr>
        <w:t>Trouver le moyen de ne pas se bien porter à Nikolaïken</w:t>
      </w:r>
      <w:r w:rsidR="000E1451">
        <w:rPr>
          <w:rFonts w:cs="Georgia"/>
          <w:kern w:val="1"/>
        </w:rPr>
        <w:t> ! M</w:t>
      </w:r>
      <w:r w:rsidR="000E1451" w:rsidRPr="000E1451">
        <w:rPr>
          <w:rFonts w:cs="Georgia"/>
          <w:kern w:val="1"/>
          <w:vertAlign w:val="superscript"/>
        </w:rPr>
        <w:t>me</w:t>
      </w:r>
      <w:r w:rsidR="000E1451">
        <w:rPr>
          <w:rFonts w:cs="Georgia"/>
          <w:kern w:val="1"/>
        </w:rPr>
        <w:t> de </w:t>
      </w:r>
      <w:r>
        <w:rPr>
          <w:rFonts w:cs="Georgia"/>
          <w:kern w:val="1"/>
        </w:rPr>
        <w:t>Mirrbach n</w:t>
      </w:r>
      <w:r w:rsidR="000E1451">
        <w:rPr>
          <w:rFonts w:cs="Georgia"/>
          <w:kern w:val="1"/>
        </w:rPr>
        <w:t>’</w:t>
      </w:r>
      <w:r>
        <w:rPr>
          <w:rFonts w:cs="Georgia"/>
          <w:kern w:val="1"/>
        </w:rPr>
        <w:t>en revenait pas</w:t>
      </w:r>
      <w:r w:rsidR="000E1451">
        <w:rPr>
          <w:rFonts w:cs="Georgia"/>
          <w:kern w:val="1"/>
        </w:rPr>
        <w:t xml:space="preserve">. </w:t>
      </w:r>
      <w:r>
        <w:rPr>
          <w:rFonts w:cs="Georgia"/>
          <w:kern w:val="1"/>
        </w:rPr>
        <w:t>C</w:t>
      </w:r>
      <w:r w:rsidR="000E1451">
        <w:rPr>
          <w:rFonts w:cs="Georgia"/>
          <w:kern w:val="1"/>
        </w:rPr>
        <w:t>’</w:t>
      </w:r>
      <w:r>
        <w:rPr>
          <w:rFonts w:cs="Georgia"/>
          <w:kern w:val="1"/>
        </w:rPr>
        <w:t>était pour elle un mystère et une offense</w:t>
      </w:r>
      <w:r w:rsidR="000E1451">
        <w:rPr>
          <w:rFonts w:cs="Georgia"/>
          <w:kern w:val="1"/>
        </w:rPr>
        <w:t xml:space="preserve">. </w:t>
      </w:r>
      <w:r>
        <w:rPr>
          <w:rFonts w:cs="Georgia"/>
          <w:kern w:val="1"/>
        </w:rPr>
        <w:t>Sa robuste constitution n</w:t>
      </w:r>
      <w:r w:rsidR="000E1451">
        <w:rPr>
          <w:rFonts w:cs="Georgia"/>
          <w:kern w:val="1"/>
        </w:rPr>
        <w:t>’</w:t>
      </w:r>
      <w:r>
        <w:rPr>
          <w:rFonts w:cs="Georgia"/>
          <w:kern w:val="1"/>
        </w:rPr>
        <w:t>avait jamais eu à souffrir des miasmes que l</w:t>
      </w:r>
      <w:r w:rsidR="000E1451">
        <w:rPr>
          <w:rFonts w:cs="Georgia"/>
          <w:kern w:val="1"/>
        </w:rPr>
        <w:t>’</w:t>
      </w:r>
      <w:r>
        <w:rPr>
          <w:rFonts w:cs="Georgia"/>
          <w:kern w:val="1"/>
        </w:rPr>
        <w:t>été faisait pulluler dans les marécages avoisinants</w:t>
      </w:r>
      <w:r w:rsidR="000E1451">
        <w:rPr>
          <w:rFonts w:cs="Georgia"/>
          <w:kern w:val="1"/>
        </w:rPr>
        <w:t xml:space="preserve">, </w:t>
      </w:r>
      <w:r>
        <w:rPr>
          <w:rFonts w:cs="Georgia"/>
          <w:kern w:val="1"/>
        </w:rPr>
        <w:t>des nuées de moustiques qui menaient leur ronde mortelle autour du château</w:t>
      </w:r>
      <w:r w:rsidR="000E1451">
        <w:rPr>
          <w:rFonts w:cs="Georgia"/>
          <w:kern w:val="1"/>
        </w:rPr>
        <w:t xml:space="preserve">. </w:t>
      </w:r>
      <w:r>
        <w:rPr>
          <w:rFonts w:cs="Georgia"/>
          <w:kern w:val="1"/>
        </w:rPr>
        <w:t>Celui-ci avait vu depuis un siècle ses tours et ses ailes démolies ou incendiées</w:t>
      </w:r>
      <w:r w:rsidR="000E1451">
        <w:rPr>
          <w:rFonts w:cs="Georgia"/>
          <w:kern w:val="1"/>
        </w:rPr>
        <w:t xml:space="preserve">. </w:t>
      </w:r>
      <w:r>
        <w:rPr>
          <w:rFonts w:cs="Georgia"/>
          <w:kern w:val="1"/>
        </w:rPr>
        <w:t>Il n</w:t>
      </w:r>
      <w:r w:rsidR="000E1451">
        <w:rPr>
          <w:rFonts w:cs="Georgia"/>
          <w:kern w:val="1"/>
        </w:rPr>
        <w:t>’</w:t>
      </w:r>
      <w:r>
        <w:rPr>
          <w:rFonts w:cs="Georgia"/>
          <w:kern w:val="1"/>
        </w:rPr>
        <w:t>en subsistait plus que le bastion central</w:t>
      </w:r>
      <w:r w:rsidR="000E1451">
        <w:rPr>
          <w:rFonts w:cs="Georgia"/>
          <w:kern w:val="1"/>
        </w:rPr>
        <w:t xml:space="preserve">, </w:t>
      </w:r>
      <w:r>
        <w:rPr>
          <w:rFonts w:cs="Georgia"/>
          <w:kern w:val="1"/>
        </w:rPr>
        <w:t>pesant et difforme</w:t>
      </w:r>
      <w:r w:rsidR="000E1451">
        <w:rPr>
          <w:rFonts w:cs="Georgia"/>
          <w:kern w:val="1"/>
        </w:rPr>
        <w:t xml:space="preserve">. </w:t>
      </w:r>
      <w:r>
        <w:rPr>
          <w:rFonts w:cs="Georgia"/>
          <w:kern w:val="1"/>
        </w:rPr>
        <w:t>Ici aussi</w:t>
      </w:r>
      <w:r w:rsidR="000E1451">
        <w:rPr>
          <w:rFonts w:cs="Georgia"/>
          <w:kern w:val="1"/>
        </w:rPr>
        <w:t xml:space="preserve">, </w:t>
      </w:r>
      <w:r>
        <w:rPr>
          <w:rFonts w:cs="Georgia"/>
          <w:kern w:val="1"/>
        </w:rPr>
        <w:t xml:space="preserve">le contraste </w:t>
      </w:r>
      <w:r>
        <w:rPr>
          <w:rFonts w:cs="Georgia"/>
          <w:kern w:val="1"/>
        </w:rPr>
        <w:lastRenderedPageBreak/>
        <w:t>était poignant entre la grandeur passée et la médiocrité du présent</w:t>
      </w:r>
      <w:r w:rsidR="000E1451">
        <w:rPr>
          <w:rFonts w:cs="Georgia"/>
          <w:kern w:val="1"/>
        </w:rPr>
        <w:t xml:space="preserve">. </w:t>
      </w:r>
      <w:r>
        <w:rPr>
          <w:rFonts w:cs="Georgia"/>
          <w:kern w:val="1"/>
        </w:rPr>
        <w:t>Nikolaïken attestait</w:t>
      </w:r>
      <w:r w:rsidR="000E1451">
        <w:rPr>
          <w:rFonts w:cs="Georgia"/>
          <w:kern w:val="1"/>
        </w:rPr>
        <w:t xml:space="preserve">, </w:t>
      </w:r>
      <w:r>
        <w:rPr>
          <w:rFonts w:cs="Georgia"/>
          <w:kern w:val="1"/>
        </w:rPr>
        <w:t>plus encore peut-être que Reichendorf</w:t>
      </w:r>
      <w:r w:rsidR="000E1451">
        <w:rPr>
          <w:rFonts w:cs="Georgia"/>
          <w:kern w:val="1"/>
        </w:rPr>
        <w:t xml:space="preserve">, </w:t>
      </w:r>
      <w:r>
        <w:rPr>
          <w:rFonts w:cs="Georgia"/>
          <w:kern w:val="1"/>
        </w:rPr>
        <w:t>l</w:t>
      </w:r>
      <w:r w:rsidR="000E1451">
        <w:rPr>
          <w:rFonts w:cs="Georgia"/>
          <w:kern w:val="1"/>
        </w:rPr>
        <w:t>’</w:t>
      </w:r>
      <w:r>
        <w:rPr>
          <w:rFonts w:cs="Georgia"/>
          <w:kern w:val="1"/>
        </w:rPr>
        <w:t>ingratitude des maîtres du jour envers les Junkers</w:t>
      </w:r>
      <w:r w:rsidR="000E1451">
        <w:rPr>
          <w:rFonts w:cs="Georgia"/>
          <w:kern w:val="1"/>
        </w:rPr>
        <w:t>.</w:t>
      </w:r>
    </w:p>
    <w:p w14:paraId="08C4C82A" w14:textId="77777777" w:rsidR="000E1451" w:rsidRDefault="00BE611A" w:rsidP="00BE611A">
      <w:pPr>
        <w:rPr>
          <w:rFonts w:cs="Georgia"/>
          <w:kern w:val="1"/>
        </w:rPr>
      </w:pPr>
      <w:r>
        <w:rPr>
          <w:rFonts w:cs="Georgia"/>
          <w:kern w:val="1"/>
        </w:rPr>
        <w:t>Pour tout dire</w:t>
      </w:r>
      <w:r w:rsidR="000E1451">
        <w:rPr>
          <w:rFonts w:cs="Georgia"/>
          <w:kern w:val="1"/>
        </w:rPr>
        <w:t xml:space="preserve">, </w:t>
      </w:r>
      <w:r>
        <w:rPr>
          <w:rFonts w:cs="Georgia"/>
          <w:kern w:val="1"/>
        </w:rPr>
        <w:t>si la situation financière de la famille de Mirrbach se trouvait à cette époque assez embarrassée</w:t>
      </w:r>
      <w:r w:rsidR="000E1451">
        <w:rPr>
          <w:rFonts w:cs="Georgia"/>
          <w:kern w:val="1"/>
        </w:rPr>
        <w:t xml:space="preserve">, </w:t>
      </w:r>
      <w:r>
        <w:rPr>
          <w:rFonts w:cs="Georgia"/>
          <w:kern w:val="1"/>
        </w:rPr>
        <w:t>il n</w:t>
      </w:r>
      <w:r w:rsidR="000E1451">
        <w:rPr>
          <w:rFonts w:cs="Georgia"/>
          <w:kern w:val="1"/>
        </w:rPr>
        <w:t>’</w:t>
      </w:r>
      <w:r>
        <w:rPr>
          <w:rFonts w:cs="Georgia"/>
          <w:kern w:val="1"/>
        </w:rPr>
        <w:t>y allait pas exclusivement de la faute de l</w:t>
      </w:r>
      <w:r w:rsidR="000E1451">
        <w:rPr>
          <w:rFonts w:cs="Georgia"/>
          <w:kern w:val="1"/>
        </w:rPr>
        <w:t>’</w:t>
      </w:r>
      <w:r>
        <w:rPr>
          <w:rFonts w:cs="Georgia"/>
          <w:kern w:val="1"/>
        </w:rPr>
        <w:t>Empire</w:t>
      </w:r>
      <w:r w:rsidR="000E1451">
        <w:rPr>
          <w:rFonts w:cs="Georgia"/>
          <w:kern w:val="1"/>
        </w:rPr>
        <w:t xml:space="preserve">. </w:t>
      </w:r>
      <w:r>
        <w:rPr>
          <w:rFonts w:cs="Georgia"/>
          <w:kern w:val="1"/>
        </w:rPr>
        <w:t>Le besoin de commander</w:t>
      </w:r>
      <w:r w:rsidR="000E1451">
        <w:rPr>
          <w:rFonts w:cs="Georgia"/>
          <w:kern w:val="1"/>
        </w:rPr>
        <w:t xml:space="preserve">, </w:t>
      </w:r>
      <w:r>
        <w:rPr>
          <w:rFonts w:cs="Georgia"/>
          <w:kern w:val="1"/>
        </w:rPr>
        <w:t>de manifester à tout propos son autorité n</w:t>
      </w:r>
      <w:r w:rsidR="000E1451">
        <w:rPr>
          <w:rFonts w:cs="Georgia"/>
          <w:kern w:val="1"/>
        </w:rPr>
        <w:t>’</w:t>
      </w:r>
      <w:r>
        <w:rPr>
          <w:rFonts w:cs="Georgia"/>
          <w:kern w:val="1"/>
        </w:rPr>
        <w:t>était pas le moindre péché de la mère de Bernard</w:t>
      </w:r>
      <w:r w:rsidR="000E1451">
        <w:rPr>
          <w:rFonts w:cs="Georgia"/>
          <w:kern w:val="1"/>
        </w:rPr>
        <w:t xml:space="preserve">. </w:t>
      </w:r>
      <w:r>
        <w:rPr>
          <w:rFonts w:cs="Georgia"/>
          <w:kern w:val="1"/>
        </w:rPr>
        <w:t>Elle en avait un autre</w:t>
      </w:r>
      <w:r w:rsidR="000E1451">
        <w:rPr>
          <w:rFonts w:cs="Georgia"/>
          <w:kern w:val="1"/>
        </w:rPr>
        <w:t xml:space="preserve">, </w:t>
      </w:r>
      <w:r>
        <w:rPr>
          <w:rFonts w:cs="Georgia"/>
          <w:kern w:val="1"/>
        </w:rPr>
        <w:t>moins affiché</w:t>
      </w:r>
      <w:r w:rsidR="000E1451">
        <w:rPr>
          <w:rFonts w:cs="Georgia"/>
          <w:kern w:val="1"/>
        </w:rPr>
        <w:t xml:space="preserve">, </w:t>
      </w:r>
      <w:r>
        <w:rPr>
          <w:rFonts w:cs="Georgia"/>
          <w:kern w:val="1"/>
        </w:rPr>
        <w:t>mais plus fertile en conséquences catastrophiques</w:t>
      </w:r>
      <w:r w:rsidR="000E1451">
        <w:rPr>
          <w:rFonts w:cs="Georgia"/>
          <w:kern w:val="1"/>
        </w:rPr>
        <w:t xml:space="preserve">. </w:t>
      </w:r>
      <w:r>
        <w:rPr>
          <w:rFonts w:cs="Georgia"/>
          <w:kern w:val="1"/>
        </w:rPr>
        <w:t>C</w:t>
      </w:r>
      <w:r w:rsidR="000E1451">
        <w:rPr>
          <w:rFonts w:cs="Georgia"/>
          <w:kern w:val="1"/>
        </w:rPr>
        <w:t>’</w:t>
      </w:r>
      <w:r>
        <w:rPr>
          <w:rFonts w:cs="Georgia"/>
          <w:kern w:val="1"/>
        </w:rPr>
        <w:t>était la spéculation</w:t>
      </w:r>
      <w:r w:rsidR="000E1451">
        <w:rPr>
          <w:rFonts w:cs="Georgia"/>
          <w:kern w:val="1"/>
        </w:rPr>
        <w:t xml:space="preserve">. </w:t>
      </w:r>
      <w:r>
        <w:rPr>
          <w:rFonts w:cs="Georgia"/>
          <w:kern w:val="1"/>
        </w:rPr>
        <w:t>Devenue veuve</w:t>
      </w:r>
      <w:r w:rsidR="000E1451">
        <w:rPr>
          <w:rFonts w:cs="Georgia"/>
          <w:kern w:val="1"/>
        </w:rPr>
        <w:t xml:space="preserve">, </w:t>
      </w:r>
      <w:r>
        <w:rPr>
          <w:rFonts w:cs="Georgia"/>
          <w:kern w:val="1"/>
        </w:rPr>
        <w:t>elle avait eu à s</w:t>
      </w:r>
      <w:r w:rsidR="000E1451">
        <w:rPr>
          <w:rFonts w:cs="Georgia"/>
          <w:kern w:val="1"/>
        </w:rPr>
        <w:t>’</w:t>
      </w:r>
      <w:r>
        <w:rPr>
          <w:rFonts w:cs="Georgia"/>
          <w:kern w:val="1"/>
        </w:rPr>
        <w:t>occuper de l</w:t>
      </w:r>
      <w:r w:rsidR="000E1451">
        <w:rPr>
          <w:rFonts w:cs="Georgia"/>
          <w:kern w:val="1"/>
        </w:rPr>
        <w:t>’</w:t>
      </w:r>
      <w:r>
        <w:rPr>
          <w:rFonts w:cs="Georgia"/>
          <w:kern w:val="1"/>
        </w:rPr>
        <w:t>administration des biens laissés par son mari</w:t>
      </w:r>
      <w:r w:rsidR="000E1451">
        <w:rPr>
          <w:rFonts w:cs="Georgia"/>
          <w:kern w:val="1"/>
        </w:rPr>
        <w:t xml:space="preserve">, </w:t>
      </w:r>
      <w:r>
        <w:rPr>
          <w:rFonts w:cs="Georgia"/>
          <w:kern w:val="1"/>
        </w:rPr>
        <w:t>car</w:t>
      </w:r>
      <w:r w:rsidR="000E1451">
        <w:rPr>
          <w:rFonts w:cs="Georgia"/>
          <w:kern w:val="1"/>
        </w:rPr>
        <w:t xml:space="preserve">, </w:t>
      </w:r>
      <w:r>
        <w:rPr>
          <w:rFonts w:cs="Georgia"/>
          <w:kern w:val="1"/>
        </w:rPr>
        <w:t>en ce qui la concernait</w:t>
      </w:r>
      <w:r w:rsidR="000E1451">
        <w:rPr>
          <w:rFonts w:cs="Georgia"/>
          <w:kern w:val="1"/>
        </w:rPr>
        <w:t xml:space="preserve">, </w:t>
      </w:r>
      <w:r>
        <w:rPr>
          <w:rFonts w:cs="Georgia"/>
          <w:kern w:val="1"/>
        </w:rPr>
        <w:t>elle n</w:t>
      </w:r>
      <w:r w:rsidR="000E1451">
        <w:rPr>
          <w:rFonts w:cs="Georgia"/>
          <w:kern w:val="1"/>
        </w:rPr>
        <w:t>’</w:t>
      </w:r>
      <w:r>
        <w:rPr>
          <w:rFonts w:cs="Georgia"/>
          <w:kern w:val="1"/>
        </w:rPr>
        <w:t>avait fourni d</w:t>
      </w:r>
      <w:r w:rsidR="000E1451">
        <w:rPr>
          <w:rFonts w:cs="Georgia"/>
          <w:kern w:val="1"/>
        </w:rPr>
        <w:t>’</w:t>
      </w:r>
      <w:r>
        <w:rPr>
          <w:rFonts w:cs="Georgia"/>
          <w:kern w:val="1"/>
        </w:rPr>
        <w:t>autre apport à la communauté que l</w:t>
      </w:r>
      <w:r w:rsidR="000E1451">
        <w:rPr>
          <w:rFonts w:cs="Georgia"/>
          <w:kern w:val="1"/>
        </w:rPr>
        <w:t>’</w:t>
      </w:r>
      <w:r>
        <w:rPr>
          <w:rFonts w:cs="Georgia"/>
          <w:kern w:val="1"/>
        </w:rPr>
        <w:t>alliance des Wintersee</w:t>
      </w:r>
      <w:r w:rsidR="000E1451">
        <w:rPr>
          <w:rFonts w:cs="Georgia"/>
          <w:kern w:val="1"/>
        </w:rPr>
        <w:t xml:space="preserve">. </w:t>
      </w:r>
      <w:r>
        <w:rPr>
          <w:rFonts w:cs="Georgia"/>
          <w:kern w:val="1"/>
        </w:rPr>
        <w:t>La fortune</w:t>
      </w:r>
      <w:r w:rsidR="000E1451">
        <w:rPr>
          <w:rFonts w:cs="Georgia"/>
          <w:kern w:val="1"/>
        </w:rPr>
        <w:t xml:space="preserve">, </w:t>
      </w:r>
      <w:r>
        <w:rPr>
          <w:rFonts w:cs="Georgia"/>
          <w:kern w:val="1"/>
        </w:rPr>
        <w:t>assez pauvre en argent liquide</w:t>
      </w:r>
      <w:r w:rsidR="000E1451">
        <w:rPr>
          <w:rFonts w:cs="Georgia"/>
          <w:kern w:val="1"/>
        </w:rPr>
        <w:t xml:space="preserve">, </w:t>
      </w:r>
      <w:r>
        <w:rPr>
          <w:rFonts w:cs="Georgia"/>
          <w:kern w:val="1"/>
        </w:rPr>
        <w:t>comprenait principalement des terres</w:t>
      </w:r>
      <w:r w:rsidR="000E1451">
        <w:rPr>
          <w:rFonts w:cs="Georgia"/>
          <w:kern w:val="1"/>
        </w:rPr>
        <w:t xml:space="preserve">, </w:t>
      </w:r>
      <w:r>
        <w:rPr>
          <w:rFonts w:cs="Georgia"/>
          <w:kern w:val="1"/>
        </w:rPr>
        <w:t>tout le vaste domaine qui entourait le château de Nikolaïken</w:t>
      </w:r>
      <w:r w:rsidR="000E1451">
        <w:rPr>
          <w:rFonts w:cs="Georgia"/>
          <w:kern w:val="1"/>
        </w:rPr>
        <w:t>. M</w:t>
      </w:r>
      <w:r w:rsidR="000E1451" w:rsidRPr="000E1451">
        <w:rPr>
          <w:rFonts w:cs="Georgia"/>
          <w:kern w:val="1"/>
          <w:vertAlign w:val="superscript"/>
        </w:rPr>
        <w:t>me</w:t>
      </w:r>
      <w:r w:rsidR="000E1451">
        <w:rPr>
          <w:rFonts w:cs="Georgia"/>
          <w:kern w:val="1"/>
        </w:rPr>
        <w:t> de </w:t>
      </w:r>
      <w:r>
        <w:rPr>
          <w:rFonts w:cs="Georgia"/>
          <w:kern w:val="1"/>
        </w:rPr>
        <w:t>Mirrbach en entreprit la mise en valeur</w:t>
      </w:r>
      <w:r w:rsidR="000E1451">
        <w:rPr>
          <w:rFonts w:cs="Georgia"/>
          <w:kern w:val="1"/>
        </w:rPr>
        <w:t xml:space="preserve">. </w:t>
      </w:r>
      <w:r>
        <w:rPr>
          <w:rFonts w:cs="Georgia"/>
          <w:kern w:val="1"/>
        </w:rPr>
        <w:t>Depuis 1871</w:t>
      </w:r>
      <w:r w:rsidR="000E1451">
        <w:rPr>
          <w:rFonts w:cs="Georgia"/>
          <w:kern w:val="1"/>
        </w:rPr>
        <w:t xml:space="preserve">, </w:t>
      </w:r>
      <w:r>
        <w:rPr>
          <w:rFonts w:cs="Georgia"/>
          <w:kern w:val="1"/>
        </w:rPr>
        <w:t>l</w:t>
      </w:r>
      <w:r w:rsidR="000E1451">
        <w:rPr>
          <w:rFonts w:cs="Georgia"/>
          <w:kern w:val="1"/>
        </w:rPr>
        <w:t>’</w:t>
      </w:r>
      <w:r>
        <w:rPr>
          <w:rFonts w:cs="Georgia"/>
          <w:kern w:val="1"/>
        </w:rPr>
        <w:t>Allemagne était en proie à la passion de l</w:t>
      </w:r>
      <w:r w:rsidR="000E1451">
        <w:rPr>
          <w:rFonts w:cs="Georgia"/>
          <w:kern w:val="1"/>
        </w:rPr>
        <w:t>’</w:t>
      </w:r>
      <w:r>
        <w:rPr>
          <w:rFonts w:cs="Georgia"/>
          <w:kern w:val="1"/>
        </w:rPr>
        <w:t>agiotage</w:t>
      </w:r>
      <w:r w:rsidR="000E1451">
        <w:rPr>
          <w:rFonts w:cs="Georgia"/>
          <w:kern w:val="1"/>
        </w:rPr>
        <w:t xml:space="preserve">. </w:t>
      </w:r>
      <w:r>
        <w:rPr>
          <w:rFonts w:cs="Georgia"/>
          <w:kern w:val="1"/>
        </w:rPr>
        <w:t>Dix sociétés se fondaient un jour pour disparaître le lendemain</w:t>
      </w:r>
      <w:r w:rsidR="000E1451">
        <w:rPr>
          <w:rFonts w:cs="Georgia"/>
          <w:kern w:val="1"/>
        </w:rPr>
        <w:t xml:space="preserve">. </w:t>
      </w:r>
      <w:r>
        <w:rPr>
          <w:rFonts w:cs="Georgia"/>
          <w:kern w:val="1"/>
        </w:rPr>
        <w:t>Jamais le marché n</w:t>
      </w:r>
      <w:r w:rsidR="000E1451">
        <w:rPr>
          <w:rFonts w:cs="Georgia"/>
          <w:kern w:val="1"/>
        </w:rPr>
        <w:t>’</w:t>
      </w:r>
      <w:r>
        <w:rPr>
          <w:rFonts w:cs="Georgia"/>
          <w:kern w:val="1"/>
        </w:rPr>
        <w:t>avait été écumé par de telles hordes</w:t>
      </w:r>
      <w:r w:rsidR="000E1451">
        <w:rPr>
          <w:rFonts w:cs="Georgia"/>
          <w:kern w:val="1"/>
        </w:rPr>
        <w:t xml:space="preserve">. </w:t>
      </w:r>
      <w:r>
        <w:rPr>
          <w:rFonts w:cs="Georgia"/>
          <w:kern w:val="1"/>
        </w:rPr>
        <w:t>Une véritable frénésie régnait</w:t>
      </w:r>
      <w:r w:rsidR="000E1451">
        <w:rPr>
          <w:rFonts w:cs="Georgia"/>
          <w:kern w:val="1"/>
        </w:rPr>
        <w:t xml:space="preserve">. </w:t>
      </w:r>
      <w:r>
        <w:rPr>
          <w:rFonts w:cs="Georgia"/>
          <w:kern w:val="1"/>
        </w:rPr>
        <w:t>Toutes les affaires dont l</w:t>
      </w:r>
      <w:r w:rsidR="000E1451">
        <w:rPr>
          <w:rFonts w:cs="Georgia"/>
          <w:kern w:val="1"/>
        </w:rPr>
        <w:t>’</w:t>
      </w:r>
      <w:r>
        <w:rPr>
          <w:rFonts w:cs="Georgia"/>
          <w:kern w:val="1"/>
        </w:rPr>
        <w:t xml:space="preserve">Amérique </w:t>
      </w:r>
      <w:r>
        <w:rPr>
          <w:rFonts w:cs="Georgia"/>
          <w:bCs/>
          <w:kern w:val="1"/>
        </w:rPr>
        <w:t xml:space="preserve">ne </w:t>
      </w:r>
      <w:r>
        <w:rPr>
          <w:rFonts w:cs="Georgia"/>
          <w:kern w:val="1"/>
        </w:rPr>
        <w:t>voulait plus entendre parler</w:t>
      </w:r>
      <w:r w:rsidR="000E1451">
        <w:rPr>
          <w:rFonts w:cs="Georgia"/>
          <w:kern w:val="1"/>
        </w:rPr>
        <w:t xml:space="preserve">, </w:t>
      </w:r>
      <w:r>
        <w:rPr>
          <w:rFonts w:cs="Georgia"/>
          <w:kern w:val="1"/>
        </w:rPr>
        <w:t xml:space="preserve">les </w:t>
      </w:r>
      <w:r>
        <w:rPr>
          <w:rFonts w:cs="Georgia"/>
          <w:bCs/>
          <w:i/>
          <w:iCs/>
          <w:kern w:val="1"/>
        </w:rPr>
        <w:t>Alabama Chattanoga</w:t>
      </w:r>
      <w:r w:rsidR="000E1451">
        <w:t xml:space="preserve">, </w:t>
      </w:r>
      <w:r>
        <w:rPr>
          <w:rFonts w:cs="Georgia"/>
          <w:kern w:val="1"/>
        </w:rPr>
        <w:t xml:space="preserve">les </w:t>
      </w:r>
      <w:r>
        <w:rPr>
          <w:rFonts w:cs="Georgia"/>
          <w:bCs/>
          <w:i/>
          <w:iCs/>
          <w:kern w:val="1"/>
        </w:rPr>
        <w:t>Oregon and California</w:t>
      </w:r>
      <w:r>
        <w:rPr>
          <w:rFonts w:cs="Georgia"/>
          <w:kern w:val="1"/>
        </w:rPr>
        <w:t xml:space="preserve"> et consorts refluaient sur la place de Berlin</w:t>
      </w:r>
      <w:r w:rsidR="000E1451">
        <w:rPr>
          <w:rFonts w:cs="Georgia"/>
          <w:kern w:val="1"/>
        </w:rPr>
        <w:t xml:space="preserve">, </w:t>
      </w:r>
      <w:r>
        <w:rPr>
          <w:rFonts w:cs="Georgia"/>
          <w:kern w:val="1"/>
        </w:rPr>
        <w:t>étaient souscrites à n</w:t>
      </w:r>
      <w:r w:rsidR="000E1451">
        <w:rPr>
          <w:rFonts w:cs="Georgia"/>
          <w:kern w:val="1"/>
        </w:rPr>
        <w:t>’</w:t>
      </w:r>
      <w:r>
        <w:rPr>
          <w:rFonts w:cs="Georgia"/>
          <w:kern w:val="1"/>
        </w:rPr>
        <w:t>importe quel taux par les malheureux vainqueurs de Sedan</w:t>
      </w:r>
      <w:r w:rsidR="000E1451">
        <w:rPr>
          <w:rFonts w:cs="Georgia"/>
          <w:kern w:val="1"/>
        </w:rPr>
        <w:t>. M</w:t>
      </w:r>
      <w:r w:rsidR="000E1451" w:rsidRPr="000E1451">
        <w:rPr>
          <w:rFonts w:cs="Georgia"/>
          <w:kern w:val="1"/>
          <w:vertAlign w:val="superscript"/>
        </w:rPr>
        <w:t>me</w:t>
      </w:r>
      <w:r w:rsidR="000E1451">
        <w:rPr>
          <w:rFonts w:cs="Georgia"/>
          <w:kern w:val="1"/>
        </w:rPr>
        <w:t> de </w:t>
      </w:r>
      <w:r>
        <w:rPr>
          <w:rFonts w:cs="Georgia"/>
          <w:kern w:val="1"/>
        </w:rPr>
        <w:t>Mirrbach consacra une application</w:t>
      </w:r>
      <w:r w:rsidR="000E1451">
        <w:rPr>
          <w:rFonts w:cs="Georgia"/>
          <w:kern w:val="1"/>
        </w:rPr>
        <w:t xml:space="preserve">, </w:t>
      </w:r>
      <w:r>
        <w:rPr>
          <w:rFonts w:cs="Georgia"/>
          <w:kern w:val="1"/>
        </w:rPr>
        <w:t>une persévérance dignes d</w:t>
      </w:r>
      <w:r w:rsidR="000E1451">
        <w:rPr>
          <w:rFonts w:cs="Georgia"/>
          <w:kern w:val="1"/>
        </w:rPr>
        <w:t>’</w:t>
      </w:r>
      <w:r>
        <w:rPr>
          <w:rFonts w:cs="Georgia"/>
          <w:kern w:val="1"/>
        </w:rPr>
        <w:t>un meilleur emploi à l</w:t>
      </w:r>
      <w:r w:rsidR="000E1451">
        <w:rPr>
          <w:rFonts w:cs="Georgia"/>
          <w:kern w:val="1"/>
        </w:rPr>
        <w:t>’</w:t>
      </w:r>
      <w:r>
        <w:rPr>
          <w:rFonts w:cs="Georgia"/>
          <w:kern w:val="1"/>
        </w:rPr>
        <w:t>étude des recettes merveilleuses grâce auxquelles des capitaux laissés criminellement improductifs se voyaient décuplés en quelques mois</w:t>
      </w:r>
      <w:r w:rsidR="000E1451">
        <w:rPr>
          <w:rFonts w:cs="Georgia"/>
          <w:kern w:val="1"/>
        </w:rPr>
        <w:t xml:space="preserve">. </w:t>
      </w:r>
      <w:r>
        <w:rPr>
          <w:rFonts w:cs="Georgia"/>
          <w:kern w:val="1"/>
        </w:rPr>
        <w:t>La lecture de la Bible fut détrônée à Nikolaïken par celle des cours de la Bourse</w:t>
      </w:r>
      <w:r w:rsidR="000E1451">
        <w:rPr>
          <w:rFonts w:cs="Georgia"/>
          <w:kern w:val="1"/>
        </w:rPr>
        <w:t xml:space="preserve">. </w:t>
      </w:r>
      <w:r>
        <w:rPr>
          <w:rFonts w:cs="Georgia"/>
          <w:kern w:val="1"/>
        </w:rPr>
        <w:t>Les étagères</w:t>
      </w:r>
      <w:r w:rsidR="000E1451">
        <w:rPr>
          <w:rFonts w:cs="Georgia"/>
          <w:kern w:val="1"/>
        </w:rPr>
        <w:t xml:space="preserve">, </w:t>
      </w:r>
      <w:r>
        <w:rPr>
          <w:rFonts w:cs="Georgia"/>
          <w:kern w:val="1"/>
        </w:rPr>
        <w:t>les placards</w:t>
      </w:r>
      <w:r w:rsidR="000E1451">
        <w:rPr>
          <w:rFonts w:cs="Georgia"/>
          <w:kern w:val="1"/>
        </w:rPr>
        <w:t xml:space="preserve">, </w:t>
      </w:r>
      <w:r>
        <w:rPr>
          <w:rFonts w:cs="Georgia"/>
          <w:kern w:val="1"/>
        </w:rPr>
        <w:t>les tiroirs des commodes ne furent plus tapissés que de numéros de gazettes spéciales</w:t>
      </w:r>
      <w:r w:rsidR="000E1451">
        <w:rPr>
          <w:rFonts w:cs="Georgia"/>
          <w:kern w:val="1"/>
        </w:rPr>
        <w:t xml:space="preserve">. </w:t>
      </w:r>
      <w:r>
        <w:rPr>
          <w:rFonts w:cs="Georgia"/>
          <w:kern w:val="1"/>
        </w:rPr>
        <w:t xml:space="preserve">Il serait </w:t>
      </w:r>
      <w:r>
        <w:rPr>
          <w:rFonts w:cs="Georgia"/>
          <w:kern w:val="1"/>
        </w:rPr>
        <w:lastRenderedPageBreak/>
        <w:t>cruel d</w:t>
      </w:r>
      <w:r w:rsidR="000E1451">
        <w:rPr>
          <w:rFonts w:cs="Georgia"/>
          <w:kern w:val="1"/>
        </w:rPr>
        <w:t>’</w:t>
      </w:r>
      <w:r>
        <w:rPr>
          <w:rFonts w:cs="Georgia"/>
          <w:kern w:val="1"/>
        </w:rPr>
        <w:t>insister sur les résultats de cette ferveur</w:t>
      </w:r>
      <w:r w:rsidR="000E1451">
        <w:rPr>
          <w:rFonts w:cs="Georgia"/>
          <w:kern w:val="1"/>
        </w:rPr>
        <w:t xml:space="preserve">. </w:t>
      </w:r>
      <w:r>
        <w:rPr>
          <w:rFonts w:cs="Georgia"/>
          <w:kern w:val="1"/>
        </w:rPr>
        <w:t>En moins de dix ans</w:t>
      </w:r>
      <w:r w:rsidR="000E1451">
        <w:rPr>
          <w:rFonts w:cs="Georgia"/>
          <w:kern w:val="1"/>
        </w:rPr>
        <w:t xml:space="preserve">, </w:t>
      </w:r>
      <w:r>
        <w:rPr>
          <w:rFonts w:cs="Georgia"/>
          <w:kern w:val="1"/>
        </w:rPr>
        <w:t>tout ce qui restait de terres se trouvait copieusement hypothéqué</w:t>
      </w:r>
      <w:r w:rsidR="000E1451">
        <w:rPr>
          <w:rFonts w:cs="Georgia"/>
          <w:kern w:val="1"/>
        </w:rPr>
        <w:t xml:space="preserve">. </w:t>
      </w:r>
      <w:r>
        <w:rPr>
          <w:rFonts w:cs="Georgia"/>
          <w:kern w:val="1"/>
        </w:rPr>
        <w:t>Certes</w:t>
      </w:r>
      <w:r w:rsidR="000E1451">
        <w:rPr>
          <w:rFonts w:cs="Georgia"/>
          <w:kern w:val="1"/>
        </w:rPr>
        <w:t xml:space="preserve">, </w:t>
      </w:r>
      <w:r>
        <w:rPr>
          <w:rFonts w:cs="Georgia"/>
          <w:kern w:val="1"/>
        </w:rPr>
        <w:t>la colère de la baronne de Mirrbach à l</w:t>
      </w:r>
      <w:r w:rsidR="000E1451">
        <w:rPr>
          <w:rFonts w:cs="Georgia"/>
          <w:kern w:val="1"/>
        </w:rPr>
        <w:t>’</w:t>
      </w:r>
      <w:r>
        <w:rPr>
          <w:rFonts w:cs="Georgia"/>
          <w:kern w:val="1"/>
        </w:rPr>
        <w:t>annonce du mariage de son fils ne fut pas feinte</w:t>
      </w:r>
      <w:r w:rsidR="000E1451">
        <w:rPr>
          <w:rFonts w:cs="Georgia"/>
          <w:kern w:val="1"/>
        </w:rPr>
        <w:t xml:space="preserve">. </w:t>
      </w:r>
      <w:r>
        <w:rPr>
          <w:rFonts w:cs="Georgia"/>
          <w:kern w:val="1"/>
        </w:rPr>
        <w:t>Mais les mauvaises langues eurent beau jeu d</w:t>
      </w:r>
      <w:r w:rsidR="000E1451">
        <w:rPr>
          <w:rFonts w:cs="Georgia"/>
          <w:kern w:val="1"/>
        </w:rPr>
        <w:t>’</w:t>
      </w:r>
      <w:r>
        <w:rPr>
          <w:rFonts w:cs="Georgia"/>
          <w:kern w:val="1"/>
        </w:rPr>
        <w:t>insinuer que cette colère avait pu être exagérée à dessein</w:t>
      </w:r>
      <w:r w:rsidR="000E1451">
        <w:rPr>
          <w:rFonts w:cs="Georgia"/>
          <w:kern w:val="1"/>
        </w:rPr>
        <w:t xml:space="preserve">, </w:t>
      </w:r>
      <w:r>
        <w:rPr>
          <w:rFonts w:cs="Georgia"/>
          <w:kern w:val="1"/>
        </w:rPr>
        <w:t>en vue d</w:t>
      </w:r>
      <w:r w:rsidR="000E1451">
        <w:rPr>
          <w:rFonts w:cs="Georgia"/>
          <w:kern w:val="1"/>
        </w:rPr>
        <w:t>’</w:t>
      </w:r>
      <w:r>
        <w:rPr>
          <w:rFonts w:cs="Georgia"/>
          <w:kern w:val="1"/>
        </w:rPr>
        <w:t>obtenir plus aisément du jeune homme qu</w:t>
      </w:r>
      <w:r w:rsidR="000E1451">
        <w:rPr>
          <w:rFonts w:cs="Georgia"/>
          <w:kern w:val="1"/>
        </w:rPr>
        <w:t>’</w:t>
      </w:r>
      <w:r>
        <w:rPr>
          <w:rFonts w:cs="Georgia"/>
          <w:kern w:val="1"/>
        </w:rPr>
        <w:t>il renonçât à mettre le nez dans des comptes qu</w:t>
      </w:r>
      <w:r w:rsidR="000E1451">
        <w:rPr>
          <w:rFonts w:cs="Georgia"/>
          <w:kern w:val="1"/>
        </w:rPr>
        <w:t>’</w:t>
      </w:r>
      <w:r>
        <w:rPr>
          <w:rFonts w:cs="Georgia"/>
          <w:kern w:val="1"/>
        </w:rPr>
        <w:t>on aurait eu quelque peine à lui rendre</w:t>
      </w:r>
      <w:r w:rsidR="000E1451">
        <w:rPr>
          <w:rFonts w:cs="Georgia"/>
          <w:kern w:val="1"/>
        </w:rPr>
        <w:t xml:space="preserve">. </w:t>
      </w:r>
      <w:r>
        <w:rPr>
          <w:rFonts w:cs="Georgia"/>
          <w:kern w:val="1"/>
        </w:rPr>
        <w:t>Deux ans plus tard</w:t>
      </w:r>
      <w:r w:rsidR="000E1451">
        <w:rPr>
          <w:rFonts w:cs="Georgia"/>
          <w:kern w:val="1"/>
        </w:rPr>
        <w:t xml:space="preserve">, </w:t>
      </w:r>
      <w:r>
        <w:rPr>
          <w:rFonts w:cs="Georgia"/>
          <w:kern w:val="1"/>
        </w:rPr>
        <w:t>quand Dora fut admise au château</w:t>
      </w:r>
      <w:r w:rsidR="000E1451">
        <w:rPr>
          <w:rFonts w:cs="Georgia"/>
          <w:kern w:val="1"/>
        </w:rPr>
        <w:t xml:space="preserve">, </w:t>
      </w:r>
      <w:r>
        <w:rPr>
          <w:rFonts w:cs="Georgia"/>
          <w:kern w:val="1"/>
        </w:rPr>
        <w:t xml:space="preserve">les mêmes bonnes âmes laissèrent entendre que la clémence de </w:t>
      </w:r>
      <w:r w:rsidR="000E1451">
        <w:rPr>
          <w:rFonts w:cs="Georgia"/>
          <w:kern w:val="1"/>
        </w:rPr>
        <w:t>M</w:t>
      </w:r>
      <w:r w:rsidR="000E1451" w:rsidRPr="000E1451">
        <w:rPr>
          <w:rFonts w:cs="Georgia"/>
          <w:kern w:val="1"/>
          <w:vertAlign w:val="superscript"/>
        </w:rPr>
        <w:t>me</w:t>
      </w:r>
      <w:r w:rsidR="000E1451">
        <w:rPr>
          <w:rFonts w:cs="Georgia"/>
          <w:kern w:val="1"/>
        </w:rPr>
        <w:t> de </w:t>
      </w:r>
      <w:r>
        <w:rPr>
          <w:rFonts w:cs="Georgia"/>
          <w:kern w:val="1"/>
        </w:rPr>
        <w:t>Mirrbach pouvait bien avoir sa raison dans la nécessité où elle en était arrivée pour vivre de faire appel à son fils</w:t>
      </w:r>
      <w:r w:rsidR="000E1451">
        <w:rPr>
          <w:rFonts w:cs="Georgia"/>
          <w:kern w:val="1"/>
        </w:rPr>
        <w:t xml:space="preserve">. </w:t>
      </w:r>
      <w:r>
        <w:rPr>
          <w:rFonts w:cs="Georgia"/>
          <w:kern w:val="1"/>
        </w:rPr>
        <w:t>Il s</w:t>
      </w:r>
      <w:r w:rsidR="000E1451">
        <w:rPr>
          <w:rFonts w:cs="Georgia"/>
          <w:kern w:val="1"/>
        </w:rPr>
        <w:t>’</w:t>
      </w:r>
      <w:r>
        <w:rPr>
          <w:rFonts w:cs="Georgia"/>
          <w:kern w:val="1"/>
        </w:rPr>
        <w:t>était toujours contenté de sa solde</w:t>
      </w:r>
      <w:r w:rsidR="000E1451">
        <w:rPr>
          <w:rFonts w:cs="Georgia"/>
          <w:kern w:val="1"/>
        </w:rPr>
        <w:t xml:space="preserve">. </w:t>
      </w:r>
      <w:r>
        <w:rPr>
          <w:rFonts w:cs="Georgia"/>
          <w:kern w:val="1"/>
        </w:rPr>
        <w:t>Maintenant</w:t>
      </w:r>
      <w:r w:rsidR="000E1451">
        <w:rPr>
          <w:rFonts w:cs="Georgia"/>
          <w:kern w:val="1"/>
        </w:rPr>
        <w:t xml:space="preserve">, </w:t>
      </w:r>
      <w:r>
        <w:rPr>
          <w:rFonts w:cs="Georgia"/>
          <w:kern w:val="1"/>
        </w:rPr>
        <w:t>il devait servir une pension à sa mère</w:t>
      </w:r>
      <w:r w:rsidR="000E1451">
        <w:rPr>
          <w:rFonts w:cs="Georgia"/>
          <w:kern w:val="1"/>
        </w:rPr>
        <w:t xml:space="preserve">, </w:t>
      </w:r>
      <w:r>
        <w:rPr>
          <w:rFonts w:cs="Georgia"/>
          <w:kern w:val="1"/>
        </w:rPr>
        <w:t>sous couleur de contribuer à l</w:t>
      </w:r>
      <w:r w:rsidR="000E1451">
        <w:rPr>
          <w:rFonts w:cs="Georgia"/>
          <w:kern w:val="1"/>
        </w:rPr>
        <w:t>’</w:t>
      </w:r>
      <w:r>
        <w:rPr>
          <w:rFonts w:cs="Georgia"/>
          <w:kern w:val="1"/>
        </w:rPr>
        <w:t>entretien de sa femme et de ses enfants</w:t>
      </w:r>
      <w:r w:rsidR="000E1451">
        <w:rPr>
          <w:rFonts w:cs="Georgia"/>
          <w:kern w:val="1"/>
        </w:rPr>
        <w:t xml:space="preserve">, </w:t>
      </w:r>
      <w:r>
        <w:rPr>
          <w:rFonts w:cs="Georgia"/>
          <w:kern w:val="1"/>
        </w:rPr>
        <w:t>sur un domaine dont les seules redevances suffisaient</w:t>
      </w:r>
      <w:r w:rsidR="000E1451">
        <w:rPr>
          <w:rFonts w:cs="Georgia"/>
          <w:kern w:val="1"/>
        </w:rPr>
        <w:t xml:space="preserve">, </w:t>
      </w:r>
      <w:r>
        <w:rPr>
          <w:rFonts w:cs="Georgia"/>
          <w:kern w:val="1"/>
        </w:rPr>
        <w:t>un quart de siècle plus tôt</w:t>
      </w:r>
      <w:r w:rsidR="000E1451">
        <w:rPr>
          <w:rFonts w:cs="Georgia"/>
          <w:kern w:val="1"/>
        </w:rPr>
        <w:t xml:space="preserve">, </w:t>
      </w:r>
      <w:r>
        <w:rPr>
          <w:rFonts w:cs="Georgia"/>
          <w:kern w:val="1"/>
        </w:rPr>
        <w:t>à la subsistance de cinq ou six familles</w:t>
      </w:r>
      <w:r w:rsidR="000E1451">
        <w:rPr>
          <w:rFonts w:cs="Georgia"/>
          <w:kern w:val="1"/>
        </w:rPr>
        <w:t xml:space="preserve">. </w:t>
      </w:r>
      <w:r>
        <w:rPr>
          <w:rFonts w:cs="Georgia"/>
          <w:kern w:val="1"/>
        </w:rPr>
        <w:t>Sans doute</w:t>
      </w:r>
      <w:r w:rsidR="000E1451">
        <w:rPr>
          <w:rFonts w:cs="Georgia"/>
          <w:kern w:val="1"/>
        </w:rPr>
        <w:t xml:space="preserve">, </w:t>
      </w:r>
      <w:r>
        <w:rPr>
          <w:rFonts w:cs="Georgia"/>
          <w:kern w:val="1"/>
        </w:rPr>
        <w:t>cette débâcle</w:t>
      </w:r>
      <w:r w:rsidR="000E1451">
        <w:rPr>
          <w:rFonts w:cs="Georgia"/>
          <w:kern w:val="1"/>
        </w:rPr>
        <w:t xml:space="preserve">, </w:t>
      </w:r>
      <w:r>
        <w:rPr>
          <w:rFonts w:cs="Georgia"/>
          <w:kern w:val="1"/>
        </w:rPr>
        <w:t>enfin soupçonnée de Bernard</w:t>
      </w:r>
      <w:r w:rsidR="000E1451">
        <w:rPr>
          <w:rFonts w:cs="Georgia"/>
          <w:kern w:val="1"/>
        </w:rPr>
        <w:t xml:space="preserve">, </w:t>
      </w:r>
      <w:r>
        <w:rPr>
          <w:rFonts w:cs="Georgia"/>
          <w:kern w:val="1"/>
        </w:rPr>
        <w:t>ne fut-elle pas étrangère à sa détermination de chercher de plus en plus des postes hors d</w:t>
      </w:r>
      <w:r w:rsidR="000E1451">
        <w:rPr>
          <w:rFonts w:cs="Georgia"/>
          <w:kern w:val="1"/>
        </w:rPr>
        <w:t>’</w:t>
      </w:r>
      <w:r>
        <w:rPr>
          <w:rFonts w:cs="Georgia"/>
          <w:kern w:val="1"/>
        </w:rPr>
        <w:t>Europe</w:t>
      </w:r>
      <w:r w:rsidR="000E1451">
        <w:rPr>
          <w:rFonts w:cs="Georgia"/>
          <w:kern w:val="1"/>
        </w:rPr>
        <w:t xml:space="preserve">. </w:t>
      </w:r>
      <w:r>
        <w:rPr>
          <w:rFonts w:cs="Georgia"/>
          <w:kern w:val="1"/>
        </w:rPr>
        <w:t>Les soldes de campagne</w:t>
      </w:r>
      <w:r w:rsidR="000E1451">
        <w:rPr>
          <w:rFonts w:cs="Georgia"/>
          <w:kern w:val="1"/>
        </w:rPr>
        <w:t xml:space="preserve">, </w:t>
      </w:r>
      <w:r>
        <w:rPr>
          <w:rFonts w:cs="Georgia"/>
          <w:kern w:val="1"/>
        </w:rPr>
        <w:t>les indemnités extraordinaires lui permirent ainsi de remédier autant qu</w:t>
      </w:r>
      <w:r w:rsidR="000E1451">
        <w:rPr>
          <w:rFonts w:cs="Georgia"/>
          <w:kern w:val="1"/>
        </w:rPr>
        <w:t>’</w:t>
      </w:r>
      <w:r>
        <w:rPr>
          <w:rFonts w:cs="Georgia"/>
          <w:kern w:val="1"/>
        </w:rPr>
        <w:t>il put aux désastres que la discipline ancestrale lui avait interdit de critiquer</w:t>
      </w:r>
      <w:r w:rsidR="000E1451">
        <w:rPr>
          <w:rFonts w:cs="Georgia"/>
          <w:kern w:val="1"/>
        </w:rPr>
        <w:t>.</w:t>
      </w:r>
    </w:p>
    <w:p w14:paraId="003FB2E0" w14:textId="77777777" w:rsidR="000E1451" w:rsidRDefault="00BE611A" w:rsidP="00BE611A">
      <w:pPr>
        <w:rPr>
          <w:rFonts w:cs="Georgia"/>
          <w:kern w:val="1"/>
        </w:rPr>
      </w:pPr>
      <w:r>
        <w:rPr>
          <w:rFonts w:cs="Georgia"/>
          <w:kern w:val="1"/>
        </w:rPr>
        <w:t>En 1905</w:t>
      </w:r>
      <w:r w:rsidR="000E1451">
        <w:rPr>
          <w:rFonts w:cs="Georgia"/>
          <w:kern w:val="1"/>
        </w:rPr>
        <w:t xml:space="preserve">, </w:t>
      </w:r>
      <w:r>
        <w:rPr>
          <w:rFonts w:cs="Georgia"/>
          <w:kern w:val="1"/>
        </w:rPr>
        <w:t>quand la terrible vieille dame mourut</w:t>
      </w:r>
      <w:r w:rsidR="000E1451">
        <w:rPr>
          <w:rFonts w:cs="Georgia"/>
          <w:kern w:val="1"/>
        </w:rPr>
        <w:t xml:space="preserve">, </w:t>
      </w:r>
      <w:r>
        <w:rPr>
          <w:rFonts w:cs="Georgia"/>
          <w:kern w:val="1"/>
        </w:rPr>
        <w:t>âgée de plus de soixante-dix ans</w:t>
      </w:r>
      <w:r w:rsidR="000E1451">
        <w:rPr>
          <w:rFonts w:cs="Georgia"/>
          <w:kern w:val="1"/>
        </w:rPr>
        <w:t xml:space="preserve">, </w:t>
      </w:r>
      <w:r>
        <w:rPr>
          <w:rFonts w:cs="Georgia"/>
          <w:kern w:val="1"/>
        </w:rPr>
        <w:t>le lieutenant-colonel de Mirrbach était à Moukden</w:t>
      </w:r>
      <w:r w:rsidR="000E1451">
        <w:rPr>
          <w:rFonts w:cs="Georgia"/>
          <w:kern w:val="1"/>
        </w:rPr>
        <w:t xml:space="preserve">. </w:t>
      </w:r>
      <w:r>
        <w:rPr>
          <w:rFonts w:cs="Georgia"/>
          <w:kern w:val="1"/>
        </w:rPr>
        <w:t>Lorsque la paix signée entre la Russie et le Japon lui permit de rentrer en Allemagne</w:t>
      </w:r>
      <w:r w:rsidR="000E1451">
        <w:rPr>
          <w:rFonts w:cs="Georgia"/>
          <w:kern w:val="1"/>
        </w:rPr>
        <w:t xml:space="preserve">, </w:t>
      </w:r>
      <w:r>
        <w:rPr>
          <w:rFonts w:cs="Georgia"/>
          <w:kern w:val="1"/>
        </w:rPr>
        <w:t>outre les récépissés des sommes touchées contre inscription d</w:t>
      </w:r>
      <w:r w:rsidR="000E1451">
        <w:rPr>
          <w:rFonts w:cs="Georgia"/>
          <w:kern w:val="1"/>
        </w:rPr>
        <w:t>’</w:t>
      </w:r>
      <w:r>
        <w:rPr>
          <w:rFonts w:cs="Georgia"/>
          <w:kern w:val="1"/>
        </w:rPr>
        <w:t>innombrables hypothèques</w:t>
      </w:r>
      <w:r w:rsidR="000E1451">
        <w:rPr>
          <w:rFonts w:cs="Georgia"/>
          <w:kern w:val="1"/>
        </w:rPr>
        <w:t xml:space="preserve">, </w:t>
      </w:r>
      <w:r>
        <w:rPr>
          <w:rFonts w:cs="Georgia"/>
          <w:kern w:val="1"/>
        </w:rPr>
        <w:t>il ne trouva dans le coffre-fort maternel qu</w:t>
      </w:r>
      <w:r w:rsidR="000E1451">
        <w:rPr>
          <w:rFonts w:cs="Georgia"/>
          <w:kern w:val="1"/>
        </w:rPr>
        <w:t>’</w:t>
      </w:r>
      <w:r>
        <w:rPr>
          <w:rFonts w:cs="Georgia"/>
          <w:kern w:val="1"/>
        </w:rPr>
        <w:t>une mirifique collection de vignettes lithographiées</w:t>
      </w:r>
      <w:r w:rsidR="000E1451">
        <w:rPr>
          <w:rFonts w:cs="Georgia"/>
          <w:kern w:val="1"/>
        </w:rPr>
        <w:t xml:space="preserve">, </w:t>
      </w:r>
      <w:r>
        <w:rPr>
          <w:rFonts w:cs="Georgia"/>
          <w:kern w:val="1"/>
        </w:rPr>
        <w:t>représentant des actions dont la valeur totale était à présent égale à zéro</w:t>
      </w:r>
      <w:r w:rsidR="000E1451">
        <w:rPr>
          <w:rFonts w:cs="Georgia"/>
          <w:kern w:val="1"/>
        </w:rPr>
        <w:t xml:space="preserve">. </w:t>
      </w:r>
      <w:r>
        <w:rPr>
          <w:rFonts w:cs="Georgia"/>
          <w:kern w:val="1"/>
        </w:rPr>
        <w:t xml:space="preserve">Seule parvint à retenir son </w:t>
      </w:r>
      <w:r>
        <w:rPr>
          <w:rFonts w:cs="Georgia"/>
          <w:kern w:val="1"/>
        </w:rPr>
        <w:lastRenderedPageBreak/>
        <w:t>attention une liasse de titres dont on eût cherché inutilement à découvrir la trace de la Société qui les avait émis</w:t>
      </w:r>
      <w:r w:rsidR="000E1451">
        <w:rPr>
          <w:rFonts w:cs="Georgia"/>
          <w:kern w:val="1"/>
        </w:rPr>
        <w:t xml:space="preserve">. </w:t>
      </w:r>
      <w:r>
        <w:rPr>
          <w:rFonts w:cs="Georgia"/>
          <w:kern w:val="1"/>
        </w:rPr>
        <w:t>En cette vaine paperasserie résidait le remploi des quatre-vingt mille marks produits par la vente du pauvre casino de Ratibor</w:t>
      </w:r>
      <w:r w:rsidR="000E1451">
        <w:rPr>
          <w:rFonts w:cs="Georgia"/>
          <w:kern w:val="1"/>
        </w:rPr>
        <w:t xml:space="preserve">. </w:t>
      </w:r>
      <w:r>
        <w:rPr>
          <w:rFonts w:cs="Georgia"/>
          <w:kern w:val="1"/>
        </w:rPr>
        <w:t>L</w:t>
      </w:r>
      <w:r w:rsidR="000E1451">
        <w:rPr>
          <w:rFonts w:cs="Georgia"/>
          <w:kern w:val="1"/>
        </w:rPr>
        <w:t>’</w:t>
      </w:r>
      <w:r>
        <w:rPr>
          <w:rFonts w:cs="Georgia"/>
          <w:kern w:val="1"/>
        </w:rPr>
        <w:t>héritage des Küntz</w:t>
      </w:r>
      <w:r w:rsidR="000E1451">
        <w:rPr>
          <w:rFonts w:cs="Georgia"/>
          <w:kern w:val="1"/>
        </w:rPr>
        <w:t xml:space="preserve">, </w:t>
      </w:r>
      <w:r>
        <w:rPr>
          <w:rFonts w:cs="Georgia"/>
          <w:kern w:val="1"/>
        </w:rPr>
        <w:t>pas plus que celui des Mirrbach</w:t>
      </w:r>
      <w:r w:rsidR="000E1451">
        <w:rPr>
          <w:rFonts w:cs="Georgia"/>
          <w:kern w:val="1"/>
        </w:rPr>
        <w:t xml:space="preserve">, </w:t>
      </w:r>
      <w:r>
        <w:rPr>
          <w:rFonts w:cs="Georgia"/>
          <w:kern w:val="1"/>
        </w:rPr>
        <w:t>n</w:t>
      </w:r>
      <w:r w:rsidR="000E1451">
        <w:rPr>
          <w:rFonts w:cs="Georgia"/>
          <w:kern w:val="1"/>
        </w:rPr>
        <w:t>’</w:t>
      </w:r>
      <w:r>
        <w:rPr>
          <w:rFonts w:cs="Georgia"/>
          <w:kern w:val="1"/>
        </w:rPr>
        <w:t>avait échappé à l</w:t>
      </w:r>
      <w:r w:rsidR="000E1451">
        <w:rPr>
          <w:rFonts w:cs="Georgia"/>
          <w:kern w:val="1"/>
        </w:rPr>
        <w:t>’</w:t>
      </w:r>
      <w:r>
        <w:rPr>
          <w:rFonts w:cs="Georgia"/>
          <w:kern w:val="1"/>
        </w:rPr>
        <w:t>incorrigible joueuse</w:t>
      </w:r>
      <w:r w:rsidR="000E1451">
        <w:rPr>
          <w:rFonts w:cs="Georgia"/>
          <w:kern w:val="1"/>
        </w:rPr>
        <w:t xml:space="preserve">. </w:t>
      </w:r>
      <w:r>
        <w:rPr>
          <w:rFonts w:cs="Georgia"/>
          <w:kern w:val="1"/>
        </w:rPr>
        <w:t>Sur une étiquette épinglée à la liasse</w:t>
      </w:r>
      <w:r w:rsidR="000E1451">
        <w:rPr>
          <w:rFonts w:cs="Georgia"/>
          <w:kern w:val="1"/>
        </w:rPr>
        <w:t xml:space="preserve">, </w:t>
      </w:r>
      <w:r>
        <w:rPr>
          <w:rFonts w:cs="Georgia"/>
          <w:kern w:val="1"/>
        </w:rPr>
        <w:t>elle avait tenu à écrire avec soin</w:t>
      </w:r>
      <w:r w:rsidR="000E1451">
        <w:rPr>
          <w:rFonts w:cs="Georgia"/>
          <w:kern w:val="1"/>
        </w:rPr>
        <w:t xml:space="preserve"> : </w:t>
      </w:r>
      <w:r>
        <w:rPr>
          <w:rFonts w:cs="Georgia"/>
          <w:bCs/>
          <w:i/>
          <w:iCs/>
          <w:kern w:val="1"/>
        </w:rPr>
        <w:t>Dot</w:t>
      </w:r>
      <w:r>
        <w:rPr>
          <w:rFonts w:cs="Georgia"/>
          <w:i/>
          <w:iCs/>
          <w:kern w:val="1"/>
        </w:rPr>
        <w:t xml:space="preserve"> d</w:t>
      </w:r>
      <w:r w:rsidR="000E1451">
        <w:rPr>
          <w:rFonts w:cs="Georgia"/>
          <w:i/>
          <w:iCs/>
          <w:kern w:val="1"/>
        </w:rPr>
        <w:t>’</w:t>
      </w:r>
      <w:r>
        <w:rPr>
          <w:rFonts w:cs="Georgia"/>
          <w:bCs/>
          <w:i/>
          <w:iCs/>
          <w:kern w:val="1"/>
        </w:rPr>
        <w:t>Axelle</w:t>
      </w:r>
      <w:r w:rsidR="000E1451">
        <w:t xml:space="preserve">. </w:t>
      </w:r>
      <w:r>
        <w:rPr>
          <w:rFonts w:cs="Georgia"/>
          <w:kern w:val="1"/>
        </w:rPr>
        <w:t>Le lieutenant-colonel mit l</w:t>
      </w:r>
      <w:r w:rsidR="000E1451">
        <w:rPr>
          <w:rFonts w:cs="Georgia"/>
          <w:kern w:val="1"/>
        </w:rPr>
        <w:t>’</w:t>
      </w:r>
      <w:r>
        <w:rPr>
          <w:rFonts w:cs="Georgia"/>
          <w:kern w:val="1"/>
        </w:rPr>
        <w:t>étiquette dans son portefeuille et jeta les titres au feu</w:t>
      </w:r>
      <w:r w:rsidR="000E1451">
        <w:rPr>
          <w:rFonts w:cs="Georgia"/>
          <w:kern w:val="1"/>
        </w:rPr>
        <w:t xml:space="preserve">. </w:t>
      </w:r>
      <w:r>
        <w:rPr>
          <w:rFonts w:cs="Georgia"/>
          <w:kern w:val="1"/>
        </w:rPr>
        <w:t>Puis</w:t>
      </w:r>
      <w:r w:rsidR="000E1451">
        <w:rPr>
          <w:rFonts w:cs="Georgia"/>
          <w:kern w:val="1"/>
        </w:rPr>
        <w:t xml:space="preserve">, </w:t>
      </w:r>
      <w:r>
        <w:rPr>
          <w:rFonts w:cs="Georgia"/>
          <w:kern w:val="1"/>
        </w:rPr>
        <w:t>il repartit pour Constantinople</w:t>
      </w:r>
      <w:r w:rsidR="000E1451">
        <w:rPr>
          <w:rFonts w:cs="Georgia"/>
          <w:kern w:val="1"/>
        </w:rPr>
        <w:t xml:space="preserve">, </w:t>
      </w:r>
      <w:r>
        <w:rPr>
          <w:rFonts w:cs="Georgia"/>
          <w:kern w:val="1"/>
        </w:rPr>
        <w:t>où l</w:t>
      </w:r>
      <w:r w:rsidR="000E1451">
        <w:rPr>
          <w:rFonts w:cs="Georgia"/>
          <w:kern w:val="1"/>
        </w:rPr>
        <w:t>’</w:t>
      </w:r>
      <w:r>
        <w:rPr>
          <w:rFonts w:cs="Georgia"/>
          <w:kern w:val="1"/>
        </w:rPr>
        <w:t xml:space="preserve">appelait le contrôle militaire du </w:t>
      </w:r>
      <w:r>
        <w:rPr>
          <w:rFonts w:cs="Georgia"/>
          <w:bCs/>
          <w:i/>
          <w:iCs/>
          <w:kern w:val="1"/>
        </w:rPr>
        <w:t>Bagdadbahn</w:t>
      </w:r>
      <w:r w:rsidR="000E1451">
        <w:t xml:space="preserve">. </w:t>
      </w:r>
      <w:r>
        <w:rPr>
          <w:rFonts w:cs="Georgia"/>
          <w:kern w:val="1"/>
        </w:rPr>
        <w:t>Entre temps</w:t>
      </w:r>
      <w:r w:rsidR="000E1451">
        <w:rPr>
          <w:rFonts w:cs="Georgia"/>
          <w:kern w:val="1"/>
        </w:rPr>
        <w:t xml:space="preserve">, </w:t>
      </w:r>
      <w:r>
        <w:rPr>
          <w:rFonts w:cs="Georgia"/>
          <w:kern w:val="1"/>
        </w:rPr>
        <w:t>il était allé embrasser son fils</w:t>
      </w:r>
      <w:r w:rsidR="000E1451">
        <w:rPr>
          <w:rFonts w:cs="Georgia"/>
          <w:kern w:val="1"/>
        </w:rPr>
        <w:t xml:space="preserve">, </w:t>
      </w:r>
      <w:r>
        <w:rPr>
          <w:rFonts w:cs="Georgia"/>
          <w:kern w:val="1"/>
        </w:rPr>
        <w:t>élevé à l</w:t>
      </w:r>
      <w:r w:rsidR="000E1451">
        <w:rPr>
          <w:rFonts w:cs="Georgia"/>
          <w:kern w:val="1"/>
        </w:rPr>
        <w:t>’</w:t>
      </w:r>
      <w:r>
        <w:rPr>
          <w:rFonts w:cs="Georgia"/>
          <w:kern w:val="1"/>
        </w:rPr>
        <w:t>École des Cadets de Potsdam</w:t>
      </w:r>
      <w:r w:rsidR="000E1451">
        <w:rPr>
          <w:rFonts w:cs="Georgia"/>
          <w:kern w:val="1"/>
        </w:rPr>
        <w:t xml:space="preserve">, </w:t>
      </w:r>
      <w:r>
        <w:rPr>
          <w:rFonts w:cs="Georgia"/>
          <w:kern w:val="1"/>
        </w:rPr>
        <w:t>et sa fille</w:t>
      </w:r>
      <w:r w:rsidR="000E1451">
        <w:rPr>
          <w:rFonts w:cs="Georgia"/>
          <w:kern w:val="1"/>
        </w:rPr>
        <w:t xml:space="preserve">, </w:t>
      </w:r>
      <w:r>
        <w:rPr>
          <w:rFonts w:cs="Georgia"/>
          <w:kern w:val="1"/>
        </w:rPr>
        <w:t>qu</w:t>
      </w:r>
      <w:r w:rsidR="000E1451">
        <w:rPr>
          <w:rFonts w:cs="Georgia"/>
          <w:kern w:val="1"/>
        </w:rPr>
        <w:t>’</w:t>
      </w:r>
      <w:r>
        <w:rPr>
          <w:rFonts w:cs="Georgia"/>
          <w:kern w:val="1"/>
        </w:rPr>
        <w:t>il venait de confier à la famille d</w:t>
      </w:r>
      <w:r w:rsidR="000E1451">
        <w:rPr>
          <w:rFonts w:cs="Georgia"/>
          <w:kern w:val="1"/>
        </w:rPr>
        <w:t>’</w:t>
      </w:r>
      <w:r>
        <w:rPr>
          <w:rFonts w:cs="Georgia"/>
          <w:kern w:val="1"/>
        </w:rPr>
        <w:t>un pasteur luthérien de Kœnigsberg</w:t>
      </w:r>
      <w:r w:rsidR="000E1451">
        <w:rPr>
          <w:rFonts w:cs="Georgia"/>
          <w:kern w:val="1"/>
        </w:rPr>
        <w:t xml:space="preserve"> ; </w:t>
      </w:r>
      <w:r>
        <w:rPr>
          <w:rFonts w:cs="Georgia"/>
          <w:kern w:val="1"/>
        </w:rPr>
        <w:t>afin qu</w:t>
      </w:r>
      <w:r w:rsidR="000E1451">
        <w:rPr>
          <w:rFonts w:cs="Georgia"/>
          <w:kern w:val="1"/>
        </w:rPr>
        <w:t>’</w:t>
      </w:r>
      <w:r>
        <w:rPr>
          <w:rFonts w:cs="Georgia"/>
          <w:kern w:val="1"/>
        </w:rPr>
        <w:t>elle pût suivre les cours du lycée de cette ville</w:t>
      </w:r>
      <w:r w:rsidR="000E1451">
        <w:rPr>
          <w:rFonts w:cs="Georgia"/>
          <w:kern w:val="1"/>
        </w:rPr>
        <w:t>.</w:t>
      </w:r>
    </w:p>
    <w:p w14:paraId="26BDF705" w14:textId="77777777" w:rsidR="00BE611A" w:rsidRDefault="00BE611A" w:rsidP="00BE611A">
      <w:pPr>
        <w:rPr>
          <w:rFonts w:cs="Georgia"/>
          <w:kern w:val="1"/>
        </w:rPr>
      </w:pPr>
    </w:p>
    <w:p w14:paraId="60BA44C5" w14:textId="77777777" w:rsidR="000E1451" w:rsidRDefault="00BE611A" w:rsidP="00BE611A">
      <w:pPr>
        <w:rPr>
          <w:rFonts w:cs="Georgia"/>
          <w:kern w:val="1"/>
        </w:rPr>
      </w:pPr>
      <w:r>
        <w:rPr>
          <w:rFonts w:cs="Georgia"/>
          <w:kern w:val="1"/>
        </w:rPr>
        <w:t>Axelle avait quatorze ans</w:t>
      </w:r>
      <w:r w:rsidR="000E1451">
        <w:rPr>
          <w:rFonts w:cs="Georgia"/>
          <w:kern w:val="1"/>
        </w:rPr>
        <w:t xml:space="preserve">, </w:t>
      </w:r>
      <w:r>
        <w:rPr>
          <w:rFonts w:cs="Georgia"/>
          <w:kern w:val="1"/>
        </w:rPr>
        <w:t>et le milieu dans lequel elle avait vécu jusqu</w:t>
      </w:r>
      <w:r w:rsidR="000E1451">
        <w:rPr>
          <w:rFonts w:cs="Georgia"/>
          <w:kern w:val="1"/>
        </w:rPr>
        <w:t>’</w:t>
      </w:r>
      <w:r>
        <w:rPr>
          <w:rFonts w:cs="Georgia"/>
          <w:kern w:val="1"/>
        </w:rPr>
        <w:t>alors devait la laisser marquée d</w:t>
      </w:r>
      <w:r w:rsidR="000E1451">
        <w:rPr>
          <w:rFonts w:cs="Georgia"/>
          <w:kern w:val="1"/>
        </w:rPr>
        <w:t>’</w:t>
      </w:r>
      <w:r>
        <w:rPr>
          <w:rFonts w:cs="Georgia"/>
          <w:kern w:val="1"/>
        </w:rPr>
        <w:t>une empreinte à peu près ineffaçable</w:t>
      </w:r>
      <w:r w:rsidR="000E1451">
        <w:rPr>
          <w:rFonts w:cs="Georgia"/>
          <w:kern w:val="1"/>
        </w:rPr>
        <w:t xml:space="preserve">. </w:t>
      </w:r>
      <w:r>
        <w:rPr>
          <w:rFonts w:cs="Georgia"/>
          <w:kern w:val="1"/>
        </w:rPr>
        <w:t>Armée</w:t>
      </w:r>
      <w:r w:rsidR="000E1451">
        <w:rPr>
          <w:rFonts w:cs="Georgia"/>
          <w:kern w:val="1"/>
        </w:rPr>
        <w:t xml:space="preserve">, </w:t>
      </w:r>
      <w:r>
        <w:rPr>
          <w:rFonts w:cs="Georgia"/>
          <w:kern w:val="1"/>
        </w:rPr>
        <w:t>noblesse</w:t>
      </w:r>
      <w:r w:rsidR="000E1451">
        <w:rPr>
          <w:rFonts w:cs="Georgia"/>
          <w:kern w:val="1"/>
        </w:rPr>
        <w:t xml:space="preserve"> : </w:t>
      </w:r>
      <w:r>
        <w:rPr>
          <w:rFonts w:cs="Georgia"/>
          <w:kern w:val="1"/>
        </w:rPr>
        <w:t>elle n</w:t>
      </w:r>
      <w:r w:rsidR="000E1451">
        <w:rPr>
          <w:rFonts w:cs="Georgia"/>
          <w:kern w:val="1"/>
        </w:rPr>
        <w:t>’</w:t>
      </w:r>
      <w:r>
        <w:rPr>
          <w:rFonts w:cs="Georgia"/>
          <w:kern w:val="1"/>
        </w:rPr>
        <w:t>avait guère entendu depuis qu</w:t>
      </w:r>
      <w:r w:rsidR="000E1451">
        <w:rPr>
          <w:rFonts w:cs="Georgia"/>
          <w:kern w:val="1"/>
        </w:rPr>
        <w:t>’</w:t>
      </w:r>
      <w:r>
        <w:rPr>
          <w:rFonts w:cs="Georgia"/>
          <w:kern w:val="1"/>
        </w:rPr>
        <w:t>elle était née résonner d</w:t>
      </w:r>
      <w:r w:rsidR="000E1451">
        <w:rPr>
          <w:rFonts w:cs="Georgia"/>
          <w:kern w:val="1"/>
        </w:rPr>
        <w:t>’</w:t>
      </w:r>
      <w:r>
        <w:rPr>
          <w:rFonts w:cs="Georgia"/>
          <w:kern w:val="1"/>
        </w:rPr>
        <w:t>autres mots</w:t>
      </w:r>
      <w:r w:rsidR="000E1451">
        <w:rPr>
          <w:rFonts w:cs="Georgia"/>
          <w:kern w:val="1"/>
        </w:rPr>
        <w:t xml:space="preserve">. </w:t>
      </w:r>
      <w:r>
        <w:rPr>
          <w:rFonts w:cs="Georgia"/>
          <w:kern w:val="1"/>
        </w:rPr>
        <w:t>Il n</w:t>
      </w:r>
      <w:r w:rsidR="000E1451">
        <w:rPr>
          <w:rFonts w:cs="Georgia"/>
          <w:kern w:val="1"/>
        </w:rPr>
        <w:t>’</w:t>
      </w:r>
      <w:r>
        <w:rPr>
          <w:rFonts w:cs="Georgia"/>
          <w:kern w:val="1"/>
        </w:rPr>
        <w:t>y avait pas d</w:t>
      </w:r>
      <w:r w:rsidR="000E1451">
        <w:rPr>
          <w:rFonts w:cs="Georgia"/>
          <w:kern w:val="1"/>
        </w:rPr>
        <w:t>’</w:t>
      </w:r>
      <w:r>
        <w:rPr>
          <w:rFonts w:cs="Georgia"/>
          <w:kern w:val="1"/>
        </w:rPr>
        <w:t>autres sujets de conversation à Nikolaïken</w:t>
      </w:r>
      <w:r w:rsidR="000E1451">
        <w:rPr>
          <w:rFonts w:cs="Georgia"/>
          <w:kern w:val="1"/>
        </w:rPr>
        <w:t xml:space="preserve">. </w:t>
      </w:r>
      <w:r>
        <w:rPr>
          <w:rFonts w:cs="Georgia"/>
          <w:kern w:val="1"/>
        </w:rPr>
        <w:t>Il n</w:t>
      </w:r>
      <w:r w:rsidR="000E1451">
        <w:rPr>
          <w:rFonts w:cs="Georgia"/>
          <w:kern w:val="1"/>
        </w:rPr>
        <w:t>’</w:t>
      </w:r>
      <w:r>
        <w:rPr>
          <w:rFonts w:cs="Georgia"/>
          <w:kern w:val="1"/>
        </w:rPr>
        <w:t>y en eut pas d</w:t>
      </w:r>
      <w:r w:rsidR="000E1451">
        <w:rPr>
          <w:rFonts w:cs="Georgia"/>
          <w:kern w:val="1"/>
        </w:rPr>
        <w:t>’</w:t>
      </w:r>
      <w:r>
        <w:rPr>
          <w:rFonts w:cs="Georgia"/>
          <w:kern w:val="1"/>
        </w:rPr>
        <w:t>autre non plus</w:t>
      </w:r>
      <w:r w:rsidR="000E1451">
        <w:rPr>
          <w:rFonts w:cs="Georgia"/>
          <w:kern w:val="1"/>
        </w:rPr>
        <w:t xml:space="preserve">, </w:t>
      </w:r>
      <w:r>
        <w:rPr>
          <w:rFonts w:cs="Georgia"/>
          <w:kern w:val="1"/>
        </w:rPr>
        <w:t>dix ans plus tard</w:t>
      </w:r>
      <w:r w:rsidR="000E1451">
        <w:rPr>
          <w:rFonts w:cs="Georgia"/>
          <w:kern w:val="1"/>
        </w:rPr>
        <w:t xml:space="preserve">, </w:t>
      </w:r>
      <w:r>
        <w:rPr>
          <w:rFonts w:cs="Georgia"/>
          <w:kern w:val="1"/>
        </w:rPr>
        <w:t>à Reichendorf</w:t>
      </w:r>
      <w:r w:rsidR="000E1451">
        <w:rPr>
          <w:rFonts w:cs="Georgia"/>
          <w:kern w:val="1"/>
        </w:rPr>
        <w:t xml:space="preserve">. </w:t>
      </w:r>
      <w:r>
        <w:rPr>
          <w:rFonts w:cs="Georgia"/>
          <w:kern w:val="1"/>
        </w:rPr>
        <w:t>Elle était fort ignorante quand elle entra au lycée</w:t>
      </w:r>
      <w:r w:rsidR="000E1451">
        <w:rPr>
          <w:rFonts w:cs="Georgia"/>
          <w:kern w:val="1"/>
        </w:rPr>
        <w:t xml:space="preserve">. </w:t>
      </w:r>
      <w:r>
        <w:rPr>
          <w:rFonts w:cs="Georgia"/>
          <w:kern w:val="1"/>
        </w:rPr>
        <w:t>Sa grand</w:t>
      </w:r>
      <w:r w:rsidR="000E1451">
        <w:rPr>
          <w:rFonts w:cs="Georgia"/>
          <w:kern w:val="1"/>
        </w:rPr>
        <w:t>’</w:t>
      </w:r>
      <w:r>
        <w:rPr>
          <w:rFonts w:cs="Georgia"/>
          <w:kern w:val="1"/>
        </w:rPr>
        <w:t>mère avait passé son temps soit à le lui reprocher</w:t>
      </w:r>
      <w:r w:rsidR="000E1451">
        <w:rPr>
          <w:rFonts w:cs="Georgia"/>
          <w:kern w:val="1"/>
        </w:rPr>
        <w:t xml:space="preserve">, </w:t>
      </w:r>
      <w:r>
        <w:rPr>
          <w:rFonts w:cs="Georgia"/>
          <w:kern w:val="1"/>
        </w:rPr>
        <w:t>soit à soutenir qu</w:t>
      </w:r>
      <w:r w:rsidR="000E1451">
        <w:rPr>
          <w:rFonts w:cs="Georgia"/>
          <w:kern w:val="1"/>
        </w:rPr>
        <w:t>’</w:t>
      </w:r>
      <w:r>
        <w:rPr>
          <w:rFonts w:cs="Georgia"/>
          <w:kern w:val="1"/>
        </w:rPr>
        <w:t>une Mirrbach n</w:t>
      </w:r>
      <w:r w:rsidR="000E1451">
        <w:rPr>
          <w:rFonts w:cs="Georgia"/>
          <w:kern w:val="1"/>
        </w:rPr>
        <w:t>’</w:t>
      </w:r>
      <w:r>
        <w:rPr>
          <w:rFonts w:cs="Georgia"/>
          <w:kern w:val="1"/>
        </w:rPr>
        <w:t>avait pas besoin de la science des bourgeois</w:t>
      </w:r>
      <w:r w:rsidR="000E1451">
        <w:rPr>
          <w:rFonts w:cs="Georgia"/>
          <w:kern w:val="1"/>
        </w:rPr>
        <w:t xml:space="preserve">. </w:t>
      </w:r>
      <w:r>
        <w:rPr>
          <w:rFonts w:cs="Georgia"/>
          <w:kern w:val="1"/>
        </w:rPr>
        <w:t>D</w:t>
      </w:r>
      <w:r w:rsidR="000E1451">
        <w:rPr>
          <w:rFonts w:cs="Georgia"/>
          <w:kern w:val="1"/>
        </w:rPr>
        <w:t>’</w:t>
      </w:r>
      <w:r>
        <w:rPr>
          <w:rFonts w:cs="Georgia"/>
          <w:kern w:val="1"/>
        </w:rPr>
        <w:t>ailleurs</w:t>
      </w:r>
      <w:r w:rsidR="000E1451">
        <w:rPr>
          <w:rFonts w:cs="Georgia"/>
          <w:kern w:val="1"/>
        </w:rPr>
        <w:t xml:space="preserve">, </w:t>
      </w:r>
      <w:r>
        <w:rPr>
          <w:rFonts w:cs="Georgia"/>
          <w:kern w:val="1"/>
        </w:rPr>
        <w:t>tout ce qu</w:t>
      </w:r>
      <w:r w:rsidR="000E1451">
        <w:rPr>
          <w:rFonts w:cs="Georgia"/>
          <w:kern w:val="1"/>
        </w:rPr>
        <w:t>’</w:t>
      </w:r>
      <w:r>
        <w:rPr>
          <w:rFonts w:cs="Georgia"/>
          <w:kern w:val="1"/>
        </w:rPr>
        <w:t>Axelle pouvait faire ou dire entraînait une comparaison immédiate avec ce que faisait ou disait Joachim</w:t>
      </w:r>
      <w:r w:rsidR="000E1451">
        <w:rPr>
          <w:rFonts w:cs="Georgia"/>
          <w:kern w:val="1"/>
        </w:rPr>
        <w:t xml:space="preserve">, </w:t>
      </w:r>
      <w:r>
        <w:rPr>
          <w:rFonts w:cs="Georgia"/>
          <w:kern w:val="1"/>
        </w:rPr>
        <w:t>comparaison qui était toujours au désavantage de la petite fille</w:t>
      </w:r>
      <w:r w:rsidR="000E1451">
        <w:rPr>
          <w:rFonts w:cs="Georgia"/>
          <w:kern w:val="1"/>
        </w:rPr>
        <w:t xml:space="preserve">. </w:t>
      </w:r>
      <w:r>
        <w:rPr>
          <w:rFonts w:cs="Georgia"/>
          <w:kern w:val="1"/>
        </w:rPr>
        <w:t>Joachim par-ci</w:t>
      </w:r>
      <w:r w:rsidR="000E1451">
        <w:rPr>
          <w:rFonts w:cs="Georgia"/>
          <w:kern w:val="1"/>
        </w:rPr>
        <w:t xml:space="preserve"> ! </w:t>
      </w:r>
      <w:r>
        <w:rPr>
          <w:rFonts w:cs="Georgia"/>
          <w:kern w:val="1"/>
        </w:rPr>
        <w:t>Joachim par-là</w:t>
      </w:r>
      <w:r w:rsidR="000E1451">
        <w:rPr>
          <w:rFonts w:cs="Georgia"/>
          <w:kern w:val="1"/>
        </w:rPr>
        <w:t xml:space="preserve"> ! </w:t>
      </w:r>
      <w:r>
        <w:rPr>
          <w:rFonts w:cs="Georgia"/>
          <w:kern w:val="1"/>
        </w:rPr>
        <w:t>La dernière fois qu</w:t>
      </w:r>
      <w:r w:rsidR="000E1451">
        <w:rPr>
          <w:rFonts w:cs="Georgia"/>
          <w:kern w:val="1"/>
        </w:rPr>
        <w:t>’</w:t>
      </w:r>
      <w:r>
        <w:rPr>
          <w:rFonts w:cs="Georgia"/>
          <w:kern w:val="1"/>
        </w:rPr>
        <w:t>il était venu à Nikolaïken</w:t>
      </w:r>
      <w:r w:rsidR="000E1451">
        <w:rPr>
          <w:rFonts w:cs="Georgia"/>
          <w:kern w:val="1"/>
        </w:rPr>
        <w:t xml:space="preserve">, </w:t>
      </w:r>
      <w:r>
        <w:rPr>
          <w:rFonts w:cs="Georgia"/>
          <w:kern w:val="1"/>
        </w:rPr>
        <w:t>si charmant dans son uniforme de cadet</w:t>
      </w:r>
      <w:r w:rsidR="000E1451">
        <w:rPr>
          <w:rFonts w:cs="Georgia"/>
          <w:kern w:val="1"/>
        </w:rPr>
        <w:t xml:space="preserve">, </w:t>
      </w:r>
      <w:r>
        <w:rPr>
          <w:rFonts w:cs="Georgia"/>
          <w:kern w:val="1"/>
        </w:rPr>
        <w:t>avec quel geste de délicate désinvolture il avait retiré ses gants blancs pour prendre la main de la baronne et la baiser</w:t>
      </w:r>
      <w:r w:rsidR="000E1451">
        <w:rPr>
          <w:rFonts w:cs="Georgia"/>
          <w:kern w:val="1"/>
        </w:rPr>
        <w:t xml:space="preserve">. </w:t>
      </w:r>
      <w:r>
        <w:rPr>
          <w:rFonts w:cs="Georgia"/>
          <w:kern w:val="1"/>
        </w:rPr>
        <w:t xml:space="preserve">La </w:t>
      </w:r>
      <w:r>
        <w:rPr>
          <w:rFonts w:cs="Georgia"/>
          <w:kern w:val="1"/>
        </w:rPr>
        <w:lastRenderedPageBreak/>
        <w:t>vieille dame en avait crié d</w:t>
      </w:r>
      <w:r w:rsidR="000E1451">
        <w:rPr>
          <w:rFonts w:cs="Georgia"/>
          <w:kern w:val="1"/>
        </w:rPr>
        <w:t>’</w:t>
      </w:r>
      <w:r>
        <w:rPr>
          <w:rFonts w:cs="Georgia"/>
          <w:kern w:val="1"/>
        </w:rPr>
        <w:t>admiration</w:t>
      </w:r>
      <w:r w:rsidR="000E1451">
        <w:rPr>
          <w:rFonts w:cs="Georgia"/>
          <w:kern w:val="1"/>
        </w:rPr>
        <w:t xml:space="preserve">. </w:t>
      </w:r>
      <w:r>
        <w:rPr>
          <w:rFonts w:cs="Georgia"/>
          <w:kern w:val="1"/>
        </w:rPr>
        <w:t>Ah</w:t>
      </w:r>
      <w:r w:rsidR="000E1451">
        <w:rPr>
          <w:rFonts w:cs="Georgia"/>
          <w:kern w:val="1"/>
        </w:rPr>
        <w:t xml:space="preserve"> ! </w:t>
      </w:r>
      <w:r>
        <w:rPr>
          <w:rFonts w:cs="Georgia"/>
          <w:kern w:val="1"/>
        </w:rPr>
        <w:t>celui-là était bien un Mirrbach</w:t>
      </w:r>
      <w:r w:rsidR="000E1451">
        <w:rPr>
          <w:rFonts w:cs="Georgia"/>
          <w:kern w:val="1"/>
        </w:rPr>
        <w:t> !</w:t>
      </w:r>
    </w:p>
    <w:p w14:paraId="64ED2C81" w14:textId="77777777" w:rsidR="000E1451" w:rsidRDefault="00BE611A" w:rsidP="00BE611A">
      <w:pPr>
        <w:rPr>
          <w:rFonts w:cs="Georgia"/>
          <w:kern w:val="1"/>
        </w:rPr>
      </w:pPr>
      <w:r>
        <w:rPr>
          <w:rFonts w:cs="Georgia"/>
          <w:kern w:val="1"/>
        </w:rPr>
        <w:t>Le pasteur de Kœnigsberg à qui Axelle fût confiée était un brave homme</w:t>
      </w:r>
      <w:r w:rsidR="000E1451">
        <w:rPr>
          <w:rFonts w:cs="Georgia"/>
          <w:kern w:val="1"/>
        </w:rPr>
        <w:t xml:space="preserve">. </w:t>
      </w:r>
      <w:r>
        <w:rPr>
          <w:rFonts w:cs="Georgia"/>
          <w:kern w:val="1"/>
        </w:rPr>
        <w:t xml:space="preserve">Sa femme soigna </w:t>
      </w:r>
      <w:r w:rsidR="000E1451">
        <w:rPr>
          <w:rFonts w:cs="Georgia"/>
          <w:kern w:val="1"/>
        </w:rPr>
        <w:t>M</w:t>
      </w:r>
      <w:r w:rsidR="000E1451" w:rsidRPr="000E1451">
        <w:rPr>
          <w:rFonts w:cs="Georgia"/>
          <w:kern w:val="1"/>
          <w:vertAlign w:val="superscript"/>
        </w:rPr>
        <w:t>lle</w:t>
      </w:r>
      <w:r w:rsidR="000E1451">
        <w:rPr>
          <w:rFonts w:cs="Georgia"/>
          <w:kern w:val="1"/>
        </w:rPr>
        <w:t> de </w:t>
      </w:r>
      <w:r>
        <w:rPr>
          <w:rFonts w:cs="Georgia"/>
          <w:kern w:val="1"/>
        </w:rPr>
        <w:t>Mirrbach comme elle ne l</w:t>
      </w:r>
      <w:r w:rsidR="000E1451">
        <w:rPr>
          <w:rFonts w:cs="Georgia"/>
          <w:kern w:val="1"/>
        </w:rPr>
        <w:t>’</w:t>
      </w:r>
      <w:r>
        <w:rPr>
          <w:rFonts w:cs="Georgia"/>
          <w:kern w:val="1"/>
        </w:rPr>
        <w:t>avait encore jamais été</w:t>
      </w:r>
      <w:r w:rsidR="000E1451">
        <w:rPr>
          <w:rFonts w:cs="Georgia"/>
          <w:kern w:val="1"/>
        </w:rPr>
        <w:t xml:space="preserve">, </w:t>
      </w:r>
      <w:r>
        <w:rPr>
          <w:rFonts w:cs="Georgia"/>
          <w:kern w:val="1"/>
        </w:rPr>
        <w:t>comme l</w:t>
      </w:r>
      <w:r w:rsidR="000E1451">
        <w:rPr>
          <w:rFonts w:cs="Georgia"/>
          <w:kern w:val="1"/>
        </w:rPr>
        <w:t>’</w:t>
      </w:r>
      <w:r>
        <w:rPr>
          <w:rFonts w:cs="Georgia"/>
          <w:kern w:val="1"/>
        </w:rPr>
        <w:t>eût soignée la pauvre Dora</w:t>
      </w:r>
      <w:r w:rsidR="000E1451">
        <w:rPr>
          <w:rFonts w:cs="Georgia"/>
          <w:kern w:val="1"/>
        </w:rPr>
        <w:t xml:space="preserve">, </w:t>
      </w:r>
      <w:r>
        <w:rPr>
          <w:rFonts w:cs="Georgia"/>
          <w:kern w:val="1"/>
        </w:rPr>
        <w:t>si elle n</w:t>
      </w:r>
      <w:r w:rsidR="000E1451">
        <w:rPr>
          <w:rFonts w:cs="Georgia"/>
          <w:kern w:val="1"/>
        </w:rPr>
        <w:t>’</w:t>
      </w:r>
      <w:r>
        <w:rPr>
          <w:rFonts w:cs="Georgia"/>
          <w:kern w:val="1"/>
        </w:rPr>
        <w:t>avait redouté les blâmes de sa belle-mère</w:t>
      </w:r>
      <w:r w:rsidR="000E1451">
        <w:rPr>
          <w:rFonts w:cs="Georgia"/>
          <w:kern w:val="1"/>
        </w:rPr>
        <w:t xml:space="preserve">. </w:t>
      </w:r>
      <w:r>
        <w:rPr>
          <w:rFonts w:cs="Georgia"/>
          <w:kern w:val="1"/>
        </w:rPr>
        <w:t>Quant aux trois filles de la maison</w:t>
      </w:r>
      <w:r w:rsidR="000E1451">
        <w:rPr>
          <w:rFonts w:cs="Georgia"/>
          <w:kern w:val="1"/>
        </w:rPr>
        <w:t xml:space="preserve">, </w:t>
      </w:r>
      <w:r>
        <w:rPr>
          <w:rFonts w:cs="Georgia"/>
          <w:kern w:val="1"/>
        </w:rPr>
        <w:t>laides et boudinées à plaisir</w:t>
      </w:r>
      <w:r w:rsidR="000E1451">
        <w:rPr>
          <w:rFonts w:cs="Georgia"/>
          <w:kern w:val="1"/>
        </w:rPr>
        <w:t xml:space="preserve">, </w:t>
      </w:r>
      <w:r>
        <w:rPr>
          <w:rFonts w:cs="Georgia"/>
          <w:kern w:val="1"/>
        </w:rPr>
        <w:t>mais sans l</w:t>
      </w:r>
      <w:r w:rsidR="000E1451">
        <w:rPr>
          <w:rFonts w:cs="Georgia"/>
          <w:kern w:val="1"/>
        </w:rPr>
        <w:t>’</w:t>
      </w:r>
      <w:r>
        <w:rPr>
          <w:rFonts w:cs="Georgia"/>
          <w:kern w:val="1"/>
        </w:rPr>
        <w:t>ombre d</w:t>
      </w:r>
      <w:r w:rsidR="000E1451">
        <w:rPr>
          <w:rFonts w:cs="Georgia"/>
          <w:kern w:val="1"/>
        </w:rPr>
        <w:t>’</w:t>
      </w:r>
      <w:r>
        <w:rPr>
          <w:rFonts w:cs="Georgia"/>
          <w:kern w:val="1"/>
        </w:rPr>
        <w:t>une malice</w:t>
      </w:r>
      <w:r w:rsidR="000E1451">
        <w:rPr>
          <w:rFonts w:cs="Georgia"/>
          <w:kern w:val="1"/>
        </w:rPr>
        <w:t xml:space="preserve">, </w:t>
      </w:r>
      <w:r>
        <w:rPr>
          <w:rFonts w:cs="Georgia"/>
          <w:kern w:val="1"/>
        </w:rPr>
        <w:t>elles étaient en extase devant Axelle</w:t>
      </w:r>
      <w:r w:rsidR="000E1451">
        <w:rPr>
          <w:rFonts w:cs="Georgia"/>
          <w:kern w:val="1"/>
        </w:rPr>
        <w:t xml:space="preserve">. </w:t>
      </w:r>
      <w:r>
        <w:rPr>
          <w:rFonts w:cs="Georgia"/>
          <w:kern w:val="1"/>
        </w:rPr>
        <w:t>Cela ne contribuait pas à mettre beaucoup d</w:t>
      </w:r>
      <w:r w:rsidR="000E1451">
        <w:rPr>
          <w:rFonts w:cs="Georgia"/>
          <w:kern w:val="1"/>
        </w:rPr>
        <w:t>’</w:t>
      </w:r>
      <w:r>
        <w:rPr>
          <w:rFonts w:cs="Georgia"/>
          <w:kern w:val="1"/>
        </w:rPr>
        <w:t>animation dans les amusements</w:t>
      </w:r>
      <w:r w:rsidR="000E1451">
        <w:rPr>
          <w:rFonts w:cs="Georgia"/>
          <w:kern w:val="1"/>
        </w:rPr>
        <w:t xml:space="preserve">. </w:t>
      </w:r>
      <w:r>
        <w:rPr>
          <w:rFonts w:cs="Georgia"/>
          <w:kern w:val="1"/>
        </w:rPr>
        <w:t>Le dimanche</w:t>
      </w:r>
      <w:r w:rsidR="000E1451">
        <w:rPr>
          <w:rFonts w:cs="Georgia"/>
          <w:kern w:val="1"/>
        </w:rPr>
        <w:t xml:space="preserve">, </w:t>
      </w:r>
      <w:r>
        <w:rPr>
          <w:rFonts w:cs="Georgia"/>
          <w:kern w:val="1"/>
        </w:rPr>
        <w:t>on se dédommageait</w:t>
      </w:r>
      <w:r w:rsidR="000E1451">
        <w:rPr>
          <w:rFonts w:cs="Georgia"/>
          <w:kern w:val="1"/>
        </w:rPr>
        <w:t xml:space="preserve">. </w:t>
      </w:r>
      <w:r>
        <w:rPr>
          <w:rFonts w:cs="Georgia"/>
          <w:kern w:val="1"/>
        </w:rPr>
        <w:t>Le pasteur Frühwirth venait déjeuner</w:t>
      </w:r>
      <w:r w:rsidR="000E1451">
        <w:rPr>
          <w:rFonts w:cs="Georgia"/>
          <w:kern w:val="1"/>
        </w:rPr>
        <w:t xml:space="preserve">, </w:t>
      </w:r>
      <w:r>
        <w:rPr>
          <w:rFonts w:cs="Georgia"/>
          <w:kern w:val="1"/>
        </w:rPr>
        <w:t>ainsi que le pasteur Schiff</w:t>
      </w:r>
      <w:r w:rsidR="000E1451">
        <w:rPr>
          <w:rFonts w:cs="Georgia"/>
          <w:kern w:val="1"/>
        </w:rPr>
        <w:t xml:space="preserve">, </w:t>
      </w:r>
      <w:r>
        <w:rPr>
          <w:rFonts w:cs="Georgia"/>
          <w:kern w:val="1"/>
        </w:rPr>
        <w:t>et le pasteur Schmüss</w:t>
      </w:r>
      <w:r w:rsidR="000E1451">
        <w:rPr>
          <w:rFonts w:cs="Georgia"/>
          <w:kern w:val="1"/>
        </w:rPr>
        <w:t xml:space="preserve">, </w:t>
      </w:r>
      <w:r>
        <w:rPr>
          <w:rFonts w:cs="Georgia"/>
          <w:kern w:val="1"/>
        </w:rPr>
        <w:t>tous les pasteurs de la bonne ville de Kœnigsberg</w:t>
      </w:r>
      <w:r w:rsidR="000E1451">
        <w:rPr>
          <w:rFonts w:cs="Georgia"/>
          <w:kern w:val="1"/>
        </w:rPr>
        <w:t xml:space="preserve">. </w:t>
      </w:r>
      <w:r>
        <w:rPr>
          <w:rFonts w:cs="Georgia"/>
          <w:kern w:val="1"/>
        </w:rPr>
        <w:t>La journée était gaie au possible</w:t>
      </w:r>
      <w:r w:rsidR="000E1451">
        <w:rPr>
          <w:rFonts w:cs="Georgia"/>
          <w:kern w:val="1"/>
        </w:rPr>
        <w:t xml:space="preserve">. </w:t>
      </w:r>
      <w:r>
        <w:rPr>
          <w:rFonts w:cs="Georgia"/>
          <w:kern w:val="1"/>
        </w:rPr>
        <w:t>Après le repas</w:t>
      </w:r>
      <w:r w:rsidR="000E1451">
        <w:rPr>
          <w:rFonts w:cs="Georgia"/>
          <w:kern w:val="1"/>
        </w:rPr>
        <w:t xml:space="preserve">, </w:t>
      </w:r>
      <w:r>
        <w:rPr>
          <w:rFonts w:cs="Georgia"/>
          <w:kern w:val="1"/>
        </w:rPr>
        <w:t>toujours des mieux réussis</w:t>
      </w:r>
      <w:r w:rsidR="000E1451">
        <w:rPr>
          <w:rFonts w:cs="Georgia"/>
          <w:kern w:val="1"/>
        </w:rPr>
        <w:t xml:space="preserve">, </w:t>
      </w:r>
      <w:r>
        <w:rPr>
          <w:rFonts w:cs="Georgia"/>
          <w:kern w:val="1"/>
        </w:rPr>
        <w:t>on jouait au loto</w:t>
      </w:r>
      <w:r w:rsidR="000E1451">
        <w:rPr>
          <w:rFonts w:cs="Georgia"/>
          <w:kern w:val="1"/>
        </w:rPr>
        <w:t xml:space="preserve">, </w:t>
      </w:r>
      <w:r>
        <w:rPr>
          <w:rFonts w:cs="Georgia"/>
          <w:kern w:val="1"/>
        </w:rPr>
        <w:t>en marquant les points avec des haricots rouges</w:t>
      </w:r>
      <w:r w:rsidR="000E1451">
        <w:rPr>
          <w:rFonts w:cs="Georgia"/>
          <w:kern w:val="1"/>
        </w:rPr>
        <w:t xml:space="preserve">. </w:t>
      </w:r>
      <w:r>
        <w:rPr>
          <w:rFonts w:cs="Georgia"/>
          <w:kern w:val="1"/>
        </w:rPr>
        <w:t>Le pasteur Schmüss</w:t>
      </w:r>
      <w:r w:rsidR="00A6632D">
        <w:rPr>
          <w:rFonts w:cs="Georgia"/>
          <w:kern w:val="1"/>
        </w:rPr>
        <w:t xml:space="preserve"> </w:t>
      </w:r>
      <w:r>
        <w:rPr>
          <w:rFonts w:cs="Georgia"/>
          <w:kern w:val="1"/>
        </w:rPr>
        <w:t>avait une manière vraiment impayable d</w:t>
      </w:r>
      <w:r w:rsidR="000E1451">
        <w:rPr>
          <w:rFonts w:cs="Georgia"/>
          <w:kern w:val="1"/>
        </w:rPr>
        <w:t>’</w:t>
      </w:r>
      <w:r>
        <w:rPr>
          <w:rFonts w:cs="Georgia"/>
          <w:kern w:val="1"/>
        </w:rPr>
        <w:t>annoncer les quaternes et les quines</w:t>
      </w:r>
      <w:r w:rsidR="000E1451">
        <w:rPr>
          <w:rFonts w:cs="Georgia"/>
          <w:kern w:val="1"/>
        </w:rPr>
        <w:t xml:space="preserve">. </w:t>
      </w:r>
      <w:r>
        <w:rPr>
          <w:rFonts w:cs="Georgia"/>
          <w:kern w:val="1"/>
        </w:rPr>
        <w:t xml:space="preserve">Quand il faisait beau </w:t>
      </w:r>
      <w:r>
        <w:rPr>
          <w:rFonts w:cs="Georgia"/>
          <w:bCs/>
          <w:kern w:val="1"/>
        </w:rPr>
        <w:t xml:space="preserve">on </w:t>
      </w:r>
      <w:r>
        <w:rPr>
          <w:rFonts w:cs="Georgia"/>
          <w:kern w:val="1"/>
        </w:rPr>
        <w:t>allait faire un tour dans la campagne</w:t>
      </w:r>
      <w:r w:rsidR="000E1451">
        <w:rPr>
          <w:rFonts w:cs="Georgia"/>
          <w:kern w:val="1"/>
        </w:rPr>
        <w:t xml:space="preserve">. </w:t>
      </w:r>
      <w:r>
        <w:rPr>
          <w:rFonts w:cs="Georgia"/>
          <w:kern w:val="1"/>
        </w:rPr>
        <w:t>Mais cette campagne était si plate</w:t>
      </w:r>
      <w:r w:rsidR="000E1451">
        <w:rPr>
          <w:rFonts w:cs="Georgia"/>
          <w:kern w:val="1"/>
        </w:rPr>
        <w:t xml:space="preserve"> ! </w:t>
      </w:r>
      <w:r>
        <w:rPr>
          <w:rFonts w:cs="Georgia"/>
          <w:kern w:val="1"/>
        </w:rPr>
        <w:t>D</w:t>
      </w:r>
      <w:r w:rsidR="000E1451">
        <w:rPr>
          <w:rFonts w:cs="Georgia"/>
          <w:kern w:val="1"/>
        </w:rPr>
        <w:t>’</w:t>
      </w:r>
      <w:r>
        <w:rPr>
          <w:rFonts w:cs="Georgia"/>
          <w:kern w:val="1"/>
        </w:rPr>
        <w:t>ailleurs</w:t>
      </w:r>
      <w:r w:rsidR="000E1451">
        <w:rPr>
          <w:rFonts w:cs="Georgia"/>
          <w:kern w:val="1"/>
        </w:rPr>
        <w:t xml:space="preserve">, </w:t>
      </w:r>
      <w:r>
        <w:rPr>
          <w:rFonts w:cs="Georgia"/>
          <w:kern w:val="1"/>
        </w:rPr>
        <w:t>il ne faisait presque jamais beau</w:t>
      </w:r>
      <w:r w:rsidR="000E1451">
        <w:rPr>
          <w:rFonts w:cs="Georgia"/>
          <w:kern w:val="1"/>
        </w:rPr>
        <w:t>.</w:t>
      </w:r>
    </w:p>
    <w:p w14:paraId="79D14320" w14:textId="77777777" w:rsidR="000E1451" w:rsidRDefault="00BE611A" w:rsidP="00BE611A">
      <w:pPr>
        <w:rPr>
          <w:rFonts w:cs="Georgia"/>
          <w:kern w:val="1"/>
        </w:rPr>
      </w:pPr>
      <w:r>
        <w:rPr>
          <w:rFonts w:cs="Georgia"/>
          <w:kern w:val="1"/>
        </w:rPr>
        <w:t>En 1907</w:t>
      </w:r>
      <w:r w:rsidR="000E1451">
        <w:rPr>
          <w:rFonts w:cs="Georgia"/>
          <w:kern w:val="1"/>
        </w:rPr>
        <w:t xml:space="preserve">, </w:t>
      </w:r>
      <w:r>
        <w:rPr>
          <w:rFonts w:cs="Georgia"/>
          <w:kern w:val="1"/>
        </w:rPr>
        <w:t>à seize ans</w:t>
      </w:r>
      <w:r w:rsidR="000E1451">
        <w:rPr>
          <w:rFonts w:cs="Georgia"/>
          <w:kern w:val="1"/>
        </w:rPr>
        <w:t xml:space="preserve">, </w:t>
      </w:r>
      <w:r>
        <w:rPr>
          <w:rFonts w:cs="Georgia"/>
          <w:kern w:val="1"/>
        </w:rPr>
        <w:t>Axelle était sensiblement la même qu</w:t>
      </w:r>
      <w:r w:rsidR="000E1451">
        <w:rPr>
          <w:rFonts w:cs="Georgia"/>
          <w:kern w:val="1"/>
        </w:rPr>
        <w:t>’</w:t>
      </w:r>
      <w:r>
        <w:rPr>
          <w:rFonts w:cs="Georgia"/>
          <w:kern w:val="1"/>
        </w:rPr>
        <w:t>à l</w:t>
      </w:r>
      <w:r w:rsidR="000E1451">
        <w:rPr>
          <w:rFonts w:cs="Georgia"/>
          <w:kern w:val="1"/>
        </w:rPr>
        <w:t>’</w:t>
      </w:r>
      <w:r>
        <w:rPr>
          <w:rFonts w:cs="Georgia"/>
          <w:kern w:val="1"/>
        </w:rPr>
        <w:t>époque où je l</w:t>
      </w:r>
      <w:r w:rsidR="000E1451">
        <w:rPr>
          <w:rFonts w:cs="Georgia"/>
          <w:kern w:val="1"/>
        </w:rPr>
        <w:t>’</w:t>
      </w:r>
      <w:r>
        <w:rPr>
          <w:rFonts w:cs="Georgia"/>
          <w:kern w:val="1"/>
        </w:rPr>
        <w:t>ai connue</w:t>
      </w:r>
      <w:r w:rsidR="000E1451">
        <w:rPr>
          <w:rFonts w:cs="Georgia"/>
          <w:kern w:val="1"/>
        </w:rPr>
        <w:t xml:space="preserve">. </w:t>
      </w:r>
      <w:r>
        <w:rPr>
          <w:rFonts w:cs="Georgia"/>
          <w:kern w:val="1"/>
        </w:rPr>
        <w:t>Elle avait la même vêture de deuil</w:t>
      </w:r>
      <w:r w:rsidR="000E1451">
        <w:rPr>
          <w:rFonts w:cs="Georgia"/>
          <w:kern w:val="1"/>
        </w:rPr>
        <w:t xml:space="preserve">, </w:t>
      </w:r>
      <w:r>
        <w:rPr>
          <w:rFonts w:cs="Georgia"/>
          <w:kern w:val="1"/>
        </w:rPr>
        <w:t>la même raie partageait ses cheveux de lin</w:t>
      </w:r>
      <w:r w:rsidR="000E1451">
        <w:rPr>
          <w:rFonts w:cs="Georgia"/>
          <w:kern w:val="1"/>
        </w:rPr>
        <w:t xml:space="preserve">, </w:t>
      </w:r>
      <w:r>
        <w:rPr>
          <w:rFonts w:cs="Georgia"/>
          <w:kern w:val="1"/>
        </w:rPr>
        <w:t>la même façon d</w:t>
      </w:r>
      <w:r w:rsidR="000E1451">
        <w:rPr>
          <w:rFonts w:cs="Georgia"/>
          <w:kern w:val="1"/>
        </w:rPr>
        <w:t>’</w:t>
      </w:r>
      <w:r>
        <w:rPr>
          <w:rFonts w:cs="Georgia"/>
          <w:kern w:val="1"/>
        </w:rPr>
        <w:t>en ramener les tresses en épais cabochons qui venaient cacher les oreilles</w:t>
      </w:r>
      <w:r w:rsidR="000E1451">
        <w:rPr>
          <w:rFonts w:cs="Georgia"/>
          <w:kern w:val="1"/>
        </w:rPr>
        <w:t xml:space="preserve">, </w:t>
      </w:r>
      <w:r>
        <w:rPr>
          <w:rFonts w:cs="Georgia"/>
          <w:kern w:val="1"/>
        </w:rPr>
        <w:t>le même front lisse et pensif</w:t>
      </w:r>
      <w:r w:rsidR="000E1451">
        <w:rPr>
          <w:rFonts w:cs="Georgia"/>
          <w:kern w:val="1"/>
        </w:rPr>
        <w:t xml:space="preserve">, </w:t>
      </w:r>
      <w:r>
        <w:rPr>
          <w:rFonts w:cs="Georgia"/>
          <w:kern w:val="1"/>
        </w:rPr>
        <w:t>les mêmes yeux d</w:t>
      </w:r>
      <w:r w:rsidR="000E1451">
        <w:rPr>
          <w:rFonts w:cs="Georgia"/>
          <w:kern w:val="1"/>
        </w:rPr>
        <w:t>’</w:t>
      </w:r>
      <w:r>
        <w:rPr>
          <w:rFonts w:cs="Georgia"/>
          <w:kern w:val="1"/>
        </w:rPr>
        <w:t>acier pâli</w:t>
      </w:r>
      <w:r w:rsidR="000E1451">
        <w:rPr>
          <w:rFonts w:cs="Georgia"/>
          <w:kern w:val="1"/>
        </w:rPr>
        <w:t>.</w:t>
      </w:r>
    </w:p>
    <w:p w14:paraId="6C0922E6" w14:textId="77777777" w:rsidR="000E1451" w:rsidRDefault="00BE611A" w:rsidP="00BE611A">
      <w:pPr>
        <w:rPr>
          <w:rFonts w:cs="Georgia"/>
          <w:kern w:val="1"/>
        </w:rPr>
      </w:pPr>
      <w:r>
        <w:rPr>
          <w:rFonts w:cs="Georgia"/>
          <w:kern w:val="1"/>
        </w:rPr>
        <w:t>Son frère prenait ses vacances au château de Reichendorf</w:t>
      </w:r>
      <w:r w:rsidR="000E1451">
        <w:rPr>
          <w:rFonts w:cs="Georgia"/>
          <w:kern w:val="1"/>
        </w:rPr>
        <w:t xml:space="preserve">. </w:t>
      </w:r>
      <w:r>
        <w:rPr>
          <w:rFonts w:cs="Georgia"/>
          <w:kern w:val="1"/>
        </w:rPr>
        <w:t>Michel de Reichendorf</w:t>
      </w:r>
      <w:r w:rsidR="000E1451">
        <w:rPr>
          <w:rFonts w:cs="Georgia"/>
          <w:kern w:val="1"/>
        </w:rPr>
        <w:t xml:space="preserve">, </w:t>
      </w:r>
      <w:r>
        <w:rPr>
          <w:rFonts w:cs="Georgia"/>
          <w:kern w:val="1"/>
        </w:rPr>
        <w:t xml:space="preserve">alors lieutenant au </w:t>
      </w:r>
      <w:r w:rsidR="000E1451">
        <w:rPr>
          <w:rFonts w:cs="Georgia"/>
          <w:kern w:val="1"/>
        </w:rPr>
        <w:t>1</w:t>
      </w:r>
      <w:r w:rsidR="000E1451" w:rsidRPr="000E1451">
        <w:rPr>
          <w:rFonts w:cs="Georgia"/>
          <w:kern w:val="1"/>
          <w:vertAlign w:val="superscript"/>
        </w:rPr>
        <w:t>er</w:t>
      </w:r>
      <w:r w:rsidR="000E1451">
        <w:rPr>
          <w:rFonts w:cs="Georgia"/>
          <w:kern w:val="1"/>
        </w:rPr>
        <w:t xml:space="preserve"> </w:t>
      </w:r>
      <w:r>
        <w:rPr>
          <w:rFonts w:cs="Georgia"/>
          <w:kern w:val="1"/>
        </w:rPr>
        <w:t>uhlans de la Garde</w:t>
      </w:r>
      <w:r w:rsidR="000E1451">
        <w:rPr>
          <w:rFonts w:cs="Georgia"/>
          <w:kern w:val="1"/>
        </w:rPr>
        <w:t xml:space="preserve">, </w:t>
      </w:r>
      <w:r>
        <w:rPr>
          <w:rFonts w:cs="Georgia"/>
          <w:kern w:val="1"/>
        </w:rPr>
        <w:t>était son correspondant à Potsdam et le ramenait avec lui à chaque permission</w:t>
      </w:r>
      <w:r w:rsidR="000E1451">
        <w:rPr>
          <w:rFonts w:cs="Georgia"/>
          <w:kern w:val="1"/>
        </w:rPr>
        <w:t xml:space="preserve">. </w:t>
      </w:r>
      <w:r>
        <w:rPr>
          <w:rFonts w:cs="Georgia"/>
          <w:kern w:val="1"/>
        </w:rPr>
        <w:t>De cette époque data l</w:t>
      </w:r>
      <w:r w:rsidR="000E1451">
        <w:rPr>
          <w:rFonts w:cs="Georgia"/>
          <w:kern w:val="1"/>
        </w:rPr>
        <w:t>’</w:t>
      </w:r>
      <w:r>
        <w:rPr>
          <w:rFonts w:cs="Georgia"/>
          <w:kern w:val="1"/>
        </w:rPr>
        <w:t xml:space="preserve">affection qui les unit jusque dans la mort sur le même </w:t>
      </w:r>
      <w:r>
        <w:rPr>
          <w:rFonts w:cs="Georgia"/>
          <w:kern w:val="1"/>
        </w:rPr>
        <w:lastRenderedPageBreak/>
        <w:t>champ de bataille</w:t>
      </w:r>
      <w:r w:rsidR="000E1451">
        <w:rPr>
          <w:rFonts w:cs="Georgia"/>
          <w:kern w:val="1"/>
        </w:rPr>
        <w:t xml:space="preserve">. </w:t>
      </w:r>
      <w:r>
        <w:rPr>
          <w:rFonts w:cs="Georgia"/>
          <w:kern w:val="1"/>
        </w:rPr>
        <w:t>La paix était conclue entre le général</w:t>
      </w:r>
      <w:r w:rsidR="000E1451">
        <w:rPr>
          <w:rFonts w:cs="Georgia"/>
          <w:kern w:val="1"/>
        </w:rPr>
        <w:t xml:space="preserve">, </w:t>
      </w:r>
      <w:r>
        <w:rPr>
          <w:rFonts w:cs="Georgia"/>
          <w:kern w:val="1"/>
        </w:rPr>
        <w:t>qui venait de prendre sa retraite</w:t>
      </w:r>
      <w:r w:rsidR="000E1451">
        <w:rPr>
          <w:rFonts w:cs="Georgia"/>
          <w:kern w:val="1"/>
        </w:rPr>
        <w:t xml:space="preserve">, </w:t>
      </w:r>
      <w:r>
        <w:rPr>
          <w:rFonts w:cs="Georgia"/>
          <w:kern w:val="1"/>
        </w:rPr>
        <w:t>et le colonel de Mirrbach</w:t>
      </w:r>
      <w:r w:rsidR="000E1451">
        <w:rPr>
          <w:rFonts w:cs="Georgia"/>
          <w:kern w:val="1"/>
        </w:rPr>
        <w:t xml:space="preserve">. </w:t>
      </w:r>
      <w:r>
        <w:rPr>
          <w:rFonts w:cs="Georgia"/>
          <w:kern w:val="1"/>
        </w:rPr>
        <w:t>Ce dernier avait pardonné à son vieux cousin le rôle qu</w:t>
      </w:r>
      <w:r w:rsidR="000E1451">
        <w:rPr>
          <w:rFonts w:cs="Georgia"/>
          <w:kern w:val="1"/>
        </w:rPr>
        <w:t>’</w:t>
      </w:r>
      <w:r>
        <w:rPr>
          <w:rFonts w:cs="Georgia"/>
          <w:kern w:val="1"/>
        </w:rPr>
        <w:t>il avait joué au moment de son mariage</w:t>
      </w:r>
      <w:r w:rsidR="000E1451">
        <w:rPr>
          <w:rFonts w:cs="Georgia"/>
          <w:kern w:val="1"/>
        </w:rPr>
        <w:t xml:space="preserve">. </w:t>
      </w:r>
      <w:r>
        <w:rPr>
          <w:rFonts w:cs="Georgia"/>
          <w:kern w:val="1"/>
        </w:rPr>
        <w:t>L</w:t>
      </w:r>
      <w:r w:rsidR="000E1451">
        <w:rPr>
          <w:rFonts w:cs="Georgia"/>
          <w:kern w:val="1"/>
        </w:rPr>
        <w:t>’</w:t>
      </w:r>
      <w:r>
        <w:rPr>
          <w:rFonts w:cs="Georgia"/>
          <w:kern w:val="1"/>
        </w:rPr>
        <w:t>autre</w:t>
      </w:r>
      <w:r w:rsidR="000E1451">
        <w:rPr>
          <w:rFonts w:cs="Georgia"/>
          <w:kern w:val="1"/>
        </w:rPr>
        <w:t xml:space="preserve">, </w:t>
      </w:r>
      <w:r>
        <w:rPr>
          <w:rFonts w:cs="Georgia"/>
          <w:kern w:val="1"/>
        </w:rPr>
        <w:t>il est vrai</w:t>
      </w:r>
      <w:r w:rsidR="000E1451">
        <w:rPr>
          <w:rFonts w:cs="Georgia"/>
          <w:kern w:val="1"/>
        </w:rPr>
        <w:t xml:space="preserve">, </w:t>
      </w:r>
      <w:r>
        <w:rPr>
          <w:rFonts w:cs="Georgia"/>
          <w:kern w:val="1"/>
        </w:rPr>
        <w:t>continuait à nourrir quelque amertume à l</w:t>
      </w:r>
      <w:r w:rsidR="000E1451">
        <w:rPr>
          <w:rFonts w:cs="Georgia"/>
          <w:kern w:val="1"/>
        </w:rPr>
        <w:t>’</w:t>
      </w:r>
      <w:r>
        <w:rPr>
          <w:rFonts w:cs="Georgia"/>
          <w:kern w:val="1"/>
        </w:rPr>
        <w:t>égard du père d</w:t>
      </w:r>
      <w:r w:rsidR="000E1451">
        <w:rPr>
          <w:rFonts w:cs="Georgia"/>
          <w:kern w:val="1"/>
        </w:rPr>
        <w:t>’</w:t>
      </w:r>
      <w:r>
        <w:rPr>
          <w:rFonts w:cs="Georgia"/>
          <w:kern w:val="1"/>
        </w:rPr>
        <w:t>Axelle</w:t>
      </w:r>
      <w:r w:rsidR="000E1451">
        <w:rPr>
          <w:rFonts w:cs="Georgia"/>
          <w:kern w:val="1"/>
        </w:rPr>
        <w:t xml:space="preserve">. </w:t>
      </w:r>
      <w:r>
        <w:rPr>
          <w:rFonts w:cs="Georgia"/>
          <w:kern w:val="1"/>
        </w:rPr>
        <w:t>Il lui reprochait d</w:t>
      </w:r>
      <w:r w:rsidR="000E1451">
        <w:rPr>
          <w:rFonts w:cs="Georgia"/>
          <w:kern w:val="1"/>
        </w:rPr>
        <w:t>’</w:t>
      </w:r>
      <w:r>
        <w:rPr>
          <w:rFonts w:cs="Georgia"/>
          <w:kern w:val="1"/>
        </w:rPr>
        <w:t>avoir trahi la cavalerie au profit de l</w:t>
      </w:r>
      <w:r w:rsidR="000E1451">
        <w:rPr>
          <w:rFonts w:cs="Georgia"/>
          <w:kern w:val="1"/>
        </w:rPr>
        <w:t>’</w:t>
      </w:r>
      <w:r>
        <w:rPr>
          <w:rFonts w:cs="Georgia"/>
          <w:kern w:val="1"/>
        </w:rPr>
        <w:t>infanterie</w:t>
      </w:r>
      <w:r w:rsidR="000E1451">
        <w:rPr>
          <w:rFonts w:cs="Georgia"/>
          <w:kern w:val="1"/>
        </w:rPr>
        <w:t xml:space="preserve">, </w:t>
      </w:r>
      <w:r>
        <w:rPr>
          <w:rFonts w:cs="Georgia"/>
          <w:kern w:val="1"/>
        </w:rPr>
        <w:t>de professer en matière d</w:t>
      </w:r>
      <w:r w:rsidR="000E1451">
        <w:rPr>
          <w:rFonts w:cs="Georgia"/>
          <w:kern w:val="1"/>
        </w:rPr>
        <w:t>’</w:t>
      </w:r>
      <w:r>
        <w:rPr>
          <w:rFonts w:cs="Georgia"/>
          <w:kern w:val="1"/>
        </w:rPr>
        <w:t>art militaire des idées trop neuves</w:t>
      </w:r>
      <w:r w:rsidR="000E1451">
        <w:rPr>
          <w:rFonts w:cs="Georgia"/>
          <w:kern w:val="1"/>
        </w:rPr>
        <w:t xml:space="preserve">, </w:t>
      </w:r>
      <w:r>
        <w:rPr>
          <w:rFonts w:cs="Georgia"/>
          <w:kern w:val="1"/>
        </w:rPr>
        <w:t xml:space="preserve">trop </w:t>
      </w:r>
      <w:r w:rsidR="000E1451">
        <w:rPr>
          <w:rFonts w:cs="Georgia"/>
          <w:kern w:val="1"/>
        </w:rPr>
        <w:t>« </w:t>
      </w:r>
      <w:r>
        <w:rPr>
          <w:rFonts w:cs="Georgia"/>
          <w:kern w:val="1"/>
        </w:rPr>
        <w:t>démocratiques</w:t>
      </w:r>
      <w:r w:rsidR="000E1451">
        <w:rPr>
          <w:rFonts w:cs="Georgia"/>
          <w:kern w:val="1"/>
        </w:rPr>
        <w:t xml:space="preserve"> ». </w:t>
      </w:r>
      <w:r>
        <w:rPr>
          <w:rFonts w:cs="Georgia"/>
          <w:kern w:val="1"/>
        </w:rPr>
        <w:t>En réalité</w:t>
      </w:r>
      <w:r w:rsidR="000E1451">
        <w:rPr>
          <w:rFonts w:cs="Georgia"/>
          <w:kern w:val="1"/>
        </w:rPr>
        <w:t xml:space="preserve">, </w:t>
      </w:r>
      <w:r>
        <w:rPr>
          <w:rFonts w:cs="Georgia"/>
          <w:kern w:val="1"/>
        </w:rPr>
        <w:t>il jalousait un peu cet avancement inexplicable</w:t>
      </w:r>
      <w:r w:rsidR="000E1451">
        <w:rPr>
          <w:rFonts w:cs="Georgia"/>
          <w:kern w:val="1"/>
        </w:rPr>
        <w:t xml:space="preserve">. </w:t>
      </w:r>
      <w:r>
        <w:rPr>
          <w:rFonts w:cs="Georgia"/>
          <w:kern w:val="1"/>
        </w:rPr>
        <w:t>Dire qu</w:t>
      </w:r>
      <w:r w:rsidR="000E1451">
        <w:rPr>
          <w:rFonts w:cs="Georgia"/>
          <w:kern w:val="1"/>
        </w:rPr>
        <w:t>’</w:t>
      </w:r>
      <w:r>
        <w:rPr>
          <w:rFonts w:cs="Georgia"/>
          <w:kern w:val="1"/>
        </w:rPr>
        <w:t>à quarante-trois ans</w:t>
      </w:r>
      <w:r w:rsidR="000E1451">
        <w:rPr>
          <w:rFonts w:cs="Georgia"/>
          <w:kern w:val="1"/>
        </w:rPr>
        <w:t xml:space="preserve">, </w:t>
      </w:r>
      <w:r>
        <w:rPr>
          <w:rFonts w:cs="Georgia"/>
          <w:kern w:val="1"/>
        </w:rPr>
        <w:t>le colonel de Mirrbach était sur le point de passer général</w:t>
      </w:r>
      <w:r w:rsidR="000E1451">
        <w:rPr>
          <w:rFonts w:cs="Georgia"/>
          <w:kern w:val="1"/>
        </w:rPr>
        <w:t xml:space="preserve">, </w:t>
      </w:r>
      <w:r>
        <w:rPr>
          <w:rFonts w:cs="Georgia"/>
          <w:kern w:val="1"/>
        </w:rPr>
        <w:t>sans avoir fait la guerre autrement que sur les cartes</w:t>
      </w:r>
      <w:r w:rsidR="000E1451">
        <w:rPr>
          <w:rFonts w:cs="Georgia"/>
          <w:kern w:val="1"/>
        </w:rPr>
        <w:t xml:space="preserve">, </w:t>
      </w:r>
      <w:r>
        <w:rPr>
          <w:rFonts w:cs="Georgia"/>
          <w:kern w:val="1"/>
        </w:rPr>
        <w:t>tandis que lui</w:t>
      </w:r>
      <w:r w:rsidR="000E1451">
        <w:rPr>
          <w:rFonts w:cs="Georgia"/>
          <w:kern w:val="1"/>
        </w:rPr>
        <w:t xml:space="preserve">, </w:t>
      </w:r>
      <w:r>
        <w:rPr>
          <w:rFonts w:cs="Georgia"/>
          <w:kern w:val="1"/>
        </w:rPr>
        <w:t>blessé trois fois</w:t>
      </w:r>
      <w:r w:rsidR="000E1451">
        <w:rPr>
          <w:rFonts w:cs="Georgia"/>
          <w:kern w:val="1"/>
        </w:rPr>
        <w:t xml:space="preserve">, </w:t>
      </w:r>
      <w:r>
        <w:rPr>
          <w:rFonts w:cs="Georgia"/>
          <w:kern w:val="1"/>
        </w:rPr>
        <w:t>décoré de la croix de fer de la main de l</w:t>
      </w:r>
      <w:r w:rsidR="000E1451">
        <w:rPr>
          <w:rFonts w:cs="Georgia"/>
          <w:kern w:val="1"/>
        </w:rPr>
        <w:t>’</w:t>
      </w:r>
      <w:r>
        <w:rPr>
          <w:rFonts w:cs="Georgia"/>
          <w:kern w:val="1"/>
        </w:rPr>
        <w:t xml:space="preserve">empereur </w:t>
      </w:r>
      <w:r w:rsidR="000E1451">
        <w:rPr>
          <w:rFonts w:cs="Georgia"/>
          <w:kern w:val="1"/>
        </w:rPr>
        <w:t>Guillaume I</w:t>
      </w:r>
      <w:r w:rsidR="000E1451" w:rsidRPr="000E1451">
        <w:rPr>
          <w:rFonts w:cs="Georgia"/>
          <w:kern w:val="1"/>
          <w:vertAlign w:val="superscript"/>
        </w:rPr>
        <w:t>er</w:t>
      </w:r>
      <w:r w:rsidR="000E1451">
        <w:rPr>
          <w:rFonts w:cs="Georgia"/>
          <w:kern w:val="1"/>
        </w:rPr>
        <w:t xml:space="preserve">, </w:t>
      </w:r>
      <w:r>
        <w:rPr>
          <w:rFonts w:cs="Georgia"/>
          <w:kern w:val="1"/>
        </w:rPr>
        <w:t>il avait dû attendre ce grade jusqu</w:t>
      </w:r>
      <w:r w:rsidR="000E1451">
        <w:rPr>
          <w:rFonts w:cs="Georgia"/>
          <w:kern w:val="1"/>
        </w:rPr>
        <w:t>’</w:t>
      </w:r>
      <w:r>
        <w:rPr>
          <w:rFonts w:cs="Georgia"/>
          <w:kern w:val="1"/>
        </w:rPr>
        <w:t>à cinquante-cinq ans</w:t>
      </w:r>
      <w:r w:rsidR="000E1451">
        <w:rPr>
          <w:rFonts w:cs="Georgia"/>
          <w:kern w:val="1"/>
        </w:rPr>
        <w:t xml:space="preserve">, </w:t>
      </w:r>
      <w:r>
        <w:rPr>
          <w:rFonts w:cs="Georgia"/>
          <w:kern w:val="1"/>
        </w:rPr>
        <w:t>et que son fils aîné Conrad</w:t>
      </w:r>
      <w:r w:rsidR="000E1451">
        <w:rPr>
          <w:rFonts w:cs="Georgia"/>
          <w:kern w:val="1"/>
        </w:rPr>
        <w:t xml:space="preserve">, – </w:t>
      </w:r>
      <w:r>
        <w:rPr>
          <w:rFonts w:cs="Georgia"/>
          <w:kern w:val="1"/>
        </w:rPr>
        <w:t>un cavalier</w:t>
      </w:r>
      <w:r w:rsidR="000E1451">
        <w:rPr>
          <w:rFonts w:cs="Georgia"/>
          <w:kern w:val="1"/>
        </w:rPr>
        <w:t xml:space="preserve">, </w:t>
      </w:r>
      <w:r>
        <w:rPr>
          <w:rFonts w:cs="Georgia"/>
          <w:kern w:val="1"/>
        </w:rPr>
        <w:t>pourtant</w:t>
      </w:r>
      <w:r w:rsidR="000E1451">
        <w:rPr>
          <w:rFonts w:cs="Georgia"/>
          <w:kern w:val="1"/>
        </w:rPr>
        <w:t xml:space="preserve">, – </w:t>
      </w:r>
      <w:r>
        <w:rPr>
          <w:rFonts w:cs="Georgia"/>
          <w:kern w:val="1"/>
        </w:rPr>
        <w:t>venait à peine de passer capitaine</w:t>
      </w:r>
      <w:r w:rsidR="000E1451">
        <w:rPr>
          <w:rFonts w:cs="Georgia"/>
          <w:kern w:val="1"/>
        </w:rPr>
        <w:t xml:space="preserve"> ! </w:t>
      </w:r>
      <w:r>
        <w:rPr>
          <w:rFonts w:cs="Georgia"/>
          <w:kern w:val="1"/>
        </w:rPr>
        <w:t>Voilà ce qu</w:t>
      </w:r>
      <w:r w:rsidR="000E1451">
        <w:rPr>
          <w:rFonts w:cs="Georgia"/>
          <w:kern w:val="1"/>
        </w:rPr>
        <w:t>’</w:t>
      </w:r>
      <w:r>
        <w:rPr>
          <w:rFonts w:cs="Georgia"/>
          <w:kern w:val="1"/>
        </w:rPr>
        <w:t>il se mit à développer longuement à sa nièce</w:t>
      </w:r>
      <w:r w:rsidR="000E1451">
        <w:rPr>
          <w:rFonts w:cs="Georgia"/>
          <w:kern w:val="1"/>
        </w:rPr>
        <w:t xml:space="preserve">, </w:t>
      </w:r>
      <w:r>
        <w:rPr>
          <w:rFonts w:cs="Georgia"/>
          <w:kern w:val="1"/>
        </w:rPr>
        <w:t>la première fois qu</w:t>
      </w:r>
      <w:r w:rsidR="000E1451">
        <w:rPr>
          <w:rFonts w:cs="Georgia"/>
          <w:kern w:val="1"/>
        </w:rPr>
        <w:t>’</w:t>
      </w:r>
      <w:r>
        <w:rPr>
          <w:rFonts w:cs="Georgia"/>
          <w:kern w:val="1"/>
        </w:rPr>
        <w:t>elle vint au château</w:t>
      </w:r>
      <w:r w:rsidR="000E1451">
        <w:rPr>
          <w:rFonts w:cs="Georgia"/>
          <w:kern w:val="1"/>
        </w:rPr>
        <w:t xml:space="preserve">. </w:t>
      </w:r>
      <w:r>
        <w:rPr>
          <w:rFonts w:cs="Georgia"/>
          <w:kern w:val="1"/>
        </w:rPr>
        <w:t>Axelle n</w:t>
      </w:r>
      <w:r w:rsidR="000E1451">
        <w:rPr>
          <w:rFonts w:cs="Georgia"/>
          <w:kern w:val="1"/>
        </w:rPr>
        <w:t>’</w:t>
      </w:r>
      <w:r>
        <w:rPr>
          <w:rFonts w:cs="Georgia"/>
          <w:kern w:val="1"/>
        </w:rPr>
        <w:t>en avait pas fini avec les commentaires de cet ordre</w:t>
      </w:r>
      <w:r w:rsidR="000E1451">
        <w:rPr>
          <w:rFonts w:cs="Georgia"/>
          <w:kern w:val="1"/>
        </w:rPr>
        <w:t>.</w:t>
      </w:r>
    </w:p>
    <w:p w14:paraId="358CD08F" w14:textId="77777777" w:rsidR="000E1451" w:rsidRDefault="00BE611A" w:rsidP="00BE611A">
      <w:pPr>
        <w:rPr>
          <w:rFonts w:cs="Georgia"/>
          <w:kern w:val="1"/>
        </w:rPr>
      </w:pPr>
      <w:r>
        <w:rPr>
          <w:rFonts w:cs="Georgia"/>
          <w:kern w:val="1"/>
        </w:rPr>
        <w:t>De Kœnigsberg à Reichendorf</w:t>
      </w:r>
      <w:r w:rsidR="000E1451">
        <w:rPr>
          <w:rFonts w:cs="Georgia"/>
          <w:kern w:val="1"/>
        </w:rPr>
        <w:t xml:space="preserve">, </w:t>
      </w:r>
      <w:r>
        <w:rPr>
          <w:rFonts w:cs="Georgia"/>
          <w:kern w:val="1"/>
        </w:rPr>
        <w:t>il n</w:t>
      </w:r>
      <w:r w:rsidR="000E1451">
        <w:rPr>
          <w:rFonts w:cs="Georgia"/>
          <w:kern w:val="1"/>
        </w:rPr>
        <w:t>’</w:t>
      </w:r>
      <w:r>
        <w:rPr>
          <w:rFonts w:cs="Georgia"/>
          <w:kern w:val="1"/>
        </w:rPr>
        <w:t>y a pas plus d</w:t>
      </w:r>
      <w:r w:rsidR="000E1451">
        <w:rPr>
          <w:rFonts w:cs="Georgia"/>
          <w:kern w:val="1"/>
        </w:rPr>
        <w:t>’</w:t>
      </w:r>
      <w:r>
        <w:rPr>
          <w:rFonts w:cs="Georgia"/>
          <w:kern w:val="1"/>
        </w:rPr>
        <w:t>une cinquantaine de kilomètres</w:t>
      </w:r>
      <w:r w:rsidR="000E1451">
        <w:rPr>
          <w:rFonts w:cs="Georgia"/>
          <w:kern w:val="1"/>
        </w:rPr>
        <w:t xml:space="preserve">. </w:t>
      </w:r>
      <w:r>
        <w:rPr>
          <w:rFonts w:cs="Georgia"/>
          <w:kern w:val="1"/>
        </w:rPr>
        <w:t>Le général possédait une automobile</w:t>
      </w:r>
      <w:r w:rsidR="000E1451">
        <w:rPr>
          <w:rFonts w:cs="Georgia"/>
          <w:kern w:val="1"/>
        </w:rPr>
        <w:t xml:space="preserve">, </w:t>
      </w:r>
      <w:r>
        <w:rPr>
          <w:rFonts w:cs="Georgia"/>
          <w:kern w:val="1"/>
        </w:rPr>
        <w:t xml:space="preserve">et le fameux écriteau de la passerelle </w:t>
      </w:r>
      <w:r w:rsidR="000E1451">
        <w:rPr>
          <w:rFonts w:cs="Georgia"/>
          <w:kern w:val="1"/>
        </w:rPr>
        <w:t>« </w:t>
      </w:r>
      <w:r>
        <w:rPr>
          <w:rFonts w:cs="Georgia"/>
          <w:kern w:val="1"/>
        </w:rPr>
        <w:t>Prière aux voitures de ralentir</w:t>
      </w:r>
      <w:r w:rsidR="000E1451">
        <w:rPr>
          <w:rFonts w:cs="Georgia"/>
          <w:kern w:val="1"/>
        </w:rPr>
        <w:t> »</w:t>
      </w:r>
      <w:r>
        <w:rPr>
          <w:rFonts w:cs="Georgia"/>
          <w:kern w:val="1"/>
        </w:rPr>
        <w:t xml:space="preserve"> avait alors sa raison d</w:t>
      </w:r>
      <w:r w:rsidR="000E1451">
        <w:rPr>
          <w:rFonts w:cs="Georgia"/>
          <w:kern w:val="1"/>
        </w:rPr>
        <w:t>’</w:t>
      </w:r>
      <w:r>
        <w:rPr>
          <w:rFonts w:cs="Georgia"/>
          <w:kern w:val="1"/>
        </w:rPr>
        <w:t>être</w:t>
      </w:r>
      <w:r w:rsidR="000E1451">
        <w:rPr>
          <w:rFonts w:cs="Georgia"/>
          <w:kern w:val="1"/>
        </w:rPr>
        <w:t xml:space="preserve">. </w:t>
      </w:r>
      <w:r>
        <w:rPr>
          <w:rFonts w:cs="Georgia"/>
          <w:kern w:val="1"/>
        </w:rPr>
        <w:t>Les dimanches où Joachim se trouvait au château</w:t>
      </w:r>
      <w:r w:rsidR="000E1451">
        <w:rPr>
          <w:rFonts w:cs="Georgia"/>
          <w:kern w:val="1"/>
        </w:rPr>
        <w:t xml:space="preserve">, </w:t>
      </w:r>
      <w:r>
        <w:rPr>
          <w:rFonts w:cs="Georgia"/>
          <w:kern w:val="1"/>
        </w:rPr>
        <w:t>on venait chercher Axelle à Kœnigsberg</w:t>
      </w:r>
      <w:r w:rsidR="000E1451">
        <w:rPr>
          <w:rFonts w:cs="Georgia"/>
          <w:kern w:val="1"/>
        </w:rPr>
        <w:t xml:space="preserve">, </w:t>
      </w:r>
      <w:r>
        <w:rPr>
          <w:rFonts w:cs="Georgia"/>
          <w:kern w:val="1"/>
        </w:rPr>
        <w:t>et le soir on la raccompagnait</w:t>
      </w:r>
      <w:r w:rsidR="000E1451">
        <w:rPr>
          <w:rFonts w:cs="Georgia"/>
          <w:kern w:val="1"/>
        </w:rPr>
        <w:t xml:space="preserve">, </w:t>
      </w:r>
      <w:r>
        <w:rPr>
          <w:rFonts w:cs="Georgia"/>
          <w:kern w:val="1"/>
        </w:rPr>
        <w:t>car le pasteur ne voulait pas engager sa responsabilité au point de laisser sa pensionnaire coucher sous le même toit que de jeunes officiers</w:t>
      </w:r>
      <w:r w:rsidR="000E1451">
        <w:rPr>
          <w:rFonts w:cs="Georgia"/>
          <w:kern w:val="1"/>
        </w:rPr>
        <w:t xml:space="preserve">, </w:t>
      </w:r>
      <w:r>
        <w:rPr>
          <w:rFonts w:cs="Georgia"/>
          <w:kern w:val="1"/>
        </w:rPr>
        <w:t>fussent-ils ses cousins</w:t>
      </w:r>
      <w:r w:rsidR="000E1451">
        <w:rPr>
          <w:rFonts w:cs="Georgia"/>
          <w:kern w:val="1"/>
        </w:rPr>
        <w:t xml:space="preserve">. </w:t>
      </w:r>
      <w:r>
        <w:rPr>
          <w:rFonts w:cs="Georgia"/>
          <w:kern w:val="1"/>
        </w:rPr>
        <w:t>Et Dieu sait cependant s</w:t>
      </w:r>
      <w:r w:rsidR="000E1451">
        <w:rPr>
          <w:rFonts w:cs="Georgia"/>
          <w:kern w:val="1"/>
        </w:rPr>
        <w:t>’</w:t>
      </w:r>
      <w:r>
        <w:rPr>
          <w:rFonts w:cs="Georgia"/>
          <w:kern w:val="1"/>
        </w:rPr>
        <w:t>il eût pu être tranquille</w:t>
      </w:r>
      <w:r w:rsidR="000E1451">
        <w:rPr>
          <w:rFonts w:cs="Georgia"/>
          <w:kern w:val="1"/>
        </w:rPr>
        <w:t xml:space="preserve"> ! </w:t>
      </w:r>
      <w:r>
        <w:rPr>
          <w:rFonts w:cs="Georgia"/>
          <w:kern w:val="1"/>
        </w:rPr>
        <w:t>Hermann et Conrad</w:t>
      </w:r>
      <w:r w:rsidR="000E1451">
        <w:rPr>
          <w:rFonts w:cs="Georgia"/>
          <w:kern w:val="1"/>
        </w:rPr>
        <w:t xml:space="preserve">, </w:t>
      </w:r>
      <w:r>
        <w:rPr>
          <w:rFonts w:cs="Georgia"/>
          <w:kern w:val="1"/>
        </w:rPr>
        <w:t>lorsqu</w:t>
      </w:r>
      <w:r w:rsidR="000E1451">
        <w:rPr>
          <w:rFonts w:cs="Georgia"/>
          <w:kern w:val="1"/>
        </w:rPr>
        <w:t>’</w:t>
      </w:r>
      <w:r>
        <w:rPr>
          <w:rFonts w:cs="Georgia"/>
          <w:kern w:val="1"/>
        </w:rPr>
        <w:t>ils étaient là</w:t>
      </w:r>
      <w:r w:rsidR="000E1451">
        <w:rPr>
          <w:rFonts w:cs="Georgia"/>
          <w:kern w:val="1"/>
        </w:rPr>
        <w:t xml:space="preserve">, </w:t>
      </w:r>
      <w:r>
        <w:rPr>
          <w:rFonts w:cs="Georgia"/>
          <w:kern w:val="1"/>
        </w:rPr>
        <w:t>passaient leurs journées à la chasse</w:t>
      </w:r>
      <w:r w:rsidR="000E1451">
        <w:rPr>
          <w:rFonts w:cs="Georgia"/>
          <w:kern w:val="1"/>
        </w:rPr>
        <w:t xml:space="preserve">. </w:t>
      </w:r>
      <w:r>
        <w:rPr>
          <w:rFonts w:cs="Georgia"/>
          <w:kern w:val="1"/>
        </w:rPr>
        <w:t>Ils ne rentraient qu</w:t>
      </w:r>
      <w:r w:rsidR="000E1451">
        <w:rPr>
          <w:rFonts w:cs="Georgia"/>
          <w:kern w:val="1"/>
        </w:rPr>
        <w:t>’</w:t>
      </w:r>
      <w:r>
        <w:rPr>
          <w:rFonts w:cs="Georgia"/>
          <w:kern w:val="1"/>
        </w:rPr>
        <w:t>à l</w:t>
      </w:r>
      <w:r w:rsidR="000E1451">
        <w:rPr>
          <w:rFonts w:cs="Georgia"/>
          <w:kern w:val="1"/>
        </w:rPr>
        <w:t>’</w:t>
      </w:r>
      <w:r>
        <w:rPr>
          <w:rFonts w:cs="Georgia"/>
          <w:kern w:val="1"/>
        </w:rPr>
        <w:t>heure des repas</w:t>
      </w:r>
      <w:r w:rsidR="000E1451">
        <w:rPr>
          <w:rFonts w:cs="Georgia"/>
          <w:kern w:val="1"/>
        </w:rPr>
        <w:t xml:space="preserve">, </w:t>
      </w:r>
      <w:r>
        <w:rPr>
          <w:rFonts w:cs="Georgia"/>
          <w:kern w:val="1"/>
        </w:rPr>
        <w:t>affamés et crottés</w:t>
      </w:r>
      <w:r w:rsidR="000E1451">
        <w:rPr>
          <w:rFonts w:cs="Georgia"/>
          <w:kern w:val="1"/>
        </w:rPr>
        <w:t xml:space="preserve">, </w:t>
      </w:r>
      <w:r>
        <w:rPr>
          <w:rFonts w:cs="Georgia"/>
          <w:kern w:val="1"/>
        </w:rPr>
        <w:t>les doigts poissés par le sang des bêtes abattues</w:t>
      </w:r>
      <w:r w:rsidR="000E1451">
        <w:rPr>
          <w:rFonts w:cs="Georgia"/>
          <w:kern w:val="1"/>
        </w:rPr>
        <w:t xml:space="preserve">. </w:t>
      </w:r>
      <w:r>
        <w:rPr>
          <w:rFonts w:cs="Georgia"/>
          <w:kern w:val="1"/>
        </w:rPr>
        <w:t>Michel et Joachim s</w:t>
      </w:r>
      <w:r w:rsidR="000E1451">
        <w:rPr>
          <w:rFonts w:cs="Georgia"/>
          <w:kern w:val="1"/>
        </w:rPr>
        <w:t>’</w:t>
      </w:r>
      <w:r>
        <w:rPr>
          <w:rFonts w:cs="Georgia"/>
          <w:kern w:val="1"/>
        </w:rPr>
        <w:t xml:space="preserve">isolaient en de longues </w:t>
      </w:r>
      <w:r>
        <w:rPr>
          <w:rFonts w:cs="Georgia"/>
          <w:kern w:val="1"/>
        </w:rPr>
        <w:lastRenderedPageBreak/>
        <w:t>promenades au fond des sapinières</w:t>
      </w:r>
      <w:r w:rsidR="000E1451">
        <w:rPr>
          <w:rFonts w:cs="Georgia"/>
          <w:kern w:val="1"/>
        </w:rPr>
        <w:t xml:space="preserve">. </w:t>
      </w:r>
      <w:r>
        <w:rPr>
          <w:rFonts w:cs="Georgia"/>
          <w:kern w:val="1"/>
        </w:rPr>
        <w:t>Quant à Dietrich</w:t>
      </w:r>
      <w:r w:rsidR="000E1451">
        <w:rPr>
          <w:rFonts w:cs="Georgia"/>
          <w:kern w:val="1"/>
        </w:rPr>
        <w:t xml:space="preserve">, </w:t>
      </w:r>
      <w:r>
        <w:rPr>
          <w:rFonts w:cs="Georgia"/>
          <w:kern w:val="1"/>
        </w:rPr>
        <w:t>il était à cette époque dans une lointaine garnison d</w:t>
      </w:r>
      <w:r w:rsidR="000E1451">
        <w:rPr>
          <w:rFonts w:cs="Georgia"/>
          <w:kern w:val="1"/>
        </w:rPr>
        <w:t>’</w:t>
      </w:r>
      <w:r>
        <w:rPr>
          <w:rFonts w:cs="Georgia"/>
          <w:kern w:val="1"/>
        </w:rPr>
        <w:t>Alsace</w:t>
      </w:r>
      <w:r w:rsidR="000E1451">
        <w:rPr>
          <w:rFonts w:cs="Georgia"/>
          <w:kern w:val="1"/>
        </w:rPr>
        <w:t xml:space="preserve">. </w:t>
      </w:r>
      <w:r>
        <w:rPr>
          <w:rFonts w:cs="Georgia"/>
          <w:kern w:val="1"/>
        </w:rPr>
        <w:t>Axelle ne devait le connaître que quelques années plus tard</w:t>
      </w:r>
      <w:r w:rsidR="000E1451">
        <w:rPr>
          <w:rFonts w:cs="Georgia"/>
          <w:kern w:val="1"/>
        </w:rPr>
        <w:t xml:space="preserve">. </w:t>
      </w:r>
      <w:r>
        <w:rPr>
          <w:rFonts w:cs="Georgia"/>
          <w:kern w:val="1"/>
        </w:rPr>
        <w:t>Presque toute la journée</w:t>
      </w:r>
      <w:r w:rsidR="000E1451">
        <w:rPr>
          <w:rFonts w:cs="Georgia"/>
          <w:kern w:val="1"/>
        </w:rPr>
        <w:t xml:space="preserve">, </w:t>
      </w:r>
      <w:r>
        <w:rPr>
          <w:rFonts w:cs="Georgia"/>
          <w:kern w:val="1"/>
        </w:rPr>
        <w:t>elle demeurait seule avec son vieil oncle</w:t>
      </w:r>
      <w:r w:rsidR="000E1451">
        <w:rPr>
          <w:rFonts w:cs="Georgia"/>
          <w:kern w:val="1"/>
        </w:rPr>
        <w:t xml:space="preserve">. </w:t>
      </w:r>
      <w:r>
        <w:rPr>
          <w:rFonts w:cs="Georgia"/>
          <w:kern w:val="1"/>
        </w:rPr>
        <w:t>On peut croire qu</w:t>
      </w:r>
      <w:r w:rsidR="000E1451">
        <w:rPr>
          <w:rFonts w:cs="Georgia"/>
          <w:kern w:val="1"/>
        </w:rPr>
        <w:t>’</w:t>
      </w:r>
      <w:r>
        <w:rPr>
          <w:rFonts w:cs="Georgia"/>
          <w:kern w:val="1"/>
        </w:rPr>
        <w:t>il ne la laissait pas perdre son temps</w:t>
      </w:r>
      <w:r w:rsidR="000E1451">
        <w:rPr>
          <w:rFonts w:cs="Georgia"/>
          <w:kern w:val="1"/>
        </w:rPr>
        <w:t xml:space="preserve">. </w:t>
      </w:r>
      <w:r>
        <w:rPr>
          <w:rFonts w:cs="Georgia"/>
          <w:kern w:val="1"/>
        </w:rPr>
        <w:t>Quand elle eut à subir les épreuves de son certificat d</w:t>
      </w:r>
      <w:r w:rsidR="000E1451">
        <w:rPr>
          <w:rFonts w:cs="Georgia"/>
          <w:kern w:val="1"/>
        </w:rPr>
        <w:t>’</w:t>
      </w:r>
      <w:r>
        <w:rPr>
          <w:rFonts w:cs="Georgia"/>
          <w:kern w:val="1"/>
        </w:rPr>
        <w:t>études</w:t>
      </w:r>
      <w:r w:rsidR="000E1451">
        <w:rPr>
          <w:rFonts w:cs="Georgia"/>
          <w:kern w:val="1"/>
        </w:rPr>
        <w:t xml:space="preserve">, </w:t>
      </w:r>
      <w:r>
        <w:rPr>
          <w:rFonts w:cs="Georgia"/>
          <w:kern w:val="1"/>
        </w:rPr>
        <w:t>s</w:t>
      </w:r>
      <w:r w:rsidR="000E1451">
        <w:rPr>
          <w:rFonts w:cs="Georgia"/>
          <w:kern w:val="1"/>
        </w:rPr>
        <w:t>’</w:t>
      </w:r>
      <w:r>
        <w:rPr>
          <w:rFonts w:cs="Georgia"/>
          <w:kern w:val="1"/>
        </w:rPr>
        <w:t>il était venu à l</w:t>
      </w:r>
      <w:r w:rsidR="000E1451">
        <w:rPr>
          <w:rFonts w:cs="Georgia"/>
          <w:kern w:val="1"/>
        </w:rPr>
        <w:t>’</w:t>
      </w:r>
      <w:r>
        <w:rPr>
          <w:rFonts w:cs="Georgia"/>
          <w:kern w:val="1"/>
        </w:rPr>
        <w:t>examinateur l</w:t>
      </w:r>
      <w:r w:rsidR="000E1451">
        <w:rPr>
          <w:rFonts w:cs="Georgia"/>
          <w:kern w:val="1"/>
        </w:rPr>
        <w:t>’</w:t>
      </w:r>
      <w:r>
        <w:rPr>
          <w:rFonts w:cs="Georgia"/>
          <w:kern w:val="1"/>
        </w:rPr>
        <w:t>idée de l</w:t>
      </w:r>
      <w:r w:rsidR="000E1451">
        <w:rPr>
          <w:rFonts w:cs="Georgia"/>
          <w:kern w:val="1"/>
        </w:rPr>
        <w:t>’</w:t>
      </w:r>
      <w:r>
        <w:rPr>
          <w:rFonts w:cs="Georgia"/>
          <w:kern w:val="1"/>
        </w:rPr>
        <w:t>interroger sur la bataille de Borny</w:t>
      </w:r>
      <w:r w:rsidR="000E1451">
        <w:rPr>
          <w:rFonts w:cs="Georgia"/>
          <w:kern w:val="1"/>
        </w:rPr>
        <w:t xml:space="preserve">, </w:t>
      </w:r>
      <w:r>
        <w:rPr>
          <w:rFonts w:cs="Georgia"/>
          <w:kern w:val="1"/>
        </w:rPr>
        <w:t>il n</w:t>
      </w:r>
      <w:r w:rsidR="000E1451">
        <w:rPr>
          <w:rFonts w:cs="Georgia"/>
          <w:kern w:val="1"/>
        </w:rPr>
        <w:t>’</w:t>
      </w:r>
      <w:r>
        <w:rPr>
          <w:rFonts w:cs="Georgia"/>
          <w:kern w:val="1"/>
        </w:rPr>
        <w:t>aurait pas manqué de concevoir un certain respect pour cette candidate</w:t>
      </w:r>
      <w:r w:rsidR="000E1451">
        <w:rPr>
          <w:rFonts w:cs="Georgia"/>
          <w:kern w:val="1"/>
        </w:rPr>
        <w:t>.</w:t>
      </w:r>
    </w:p>
    <w:p w14:paraId="7629D34A" w14:textId="77777777" w:rsidR="00BE611A" w:rsidRDefault="00BE611A" w:rsidP="00BE611A">
      <w:pPr>
        <w:rPr>
          <w:rFonts w:cs="Georgia"/>
          <w:kern w:val="1"/>
        </w:rPr>
      </w:pPr>
    </w:p>
    <w:p w14:paraId="3D9BB9D1" w14:textId="77777777" w:rsidR="000E1451" w:rsidRDefault="00BE611A" w:rsidP="00BE611A">
      <w:pPr>
        <w:rPr>
          <w:rFonts w:cs="Georgia"/>
          <w:kern w:val="1"/>
        </w:rPr>
      </w:pPr>
      <w:r>
        <w:rPr>
          <w:rFonts w:cs="Georgia"/>
          <w:kern w:val="1"/>
        </w:rPr>
        <w:t>Lorsque Axelle en eut terminé avec ses examens</w:t>
      </w:r>
      <w:r w:rsidR="000E1451">
        <w:rPr>
          <w:rFonts w:cs="Georgia"/>
          <w:kern w:val="1"/>
        </w:rPr>
        <w:t xml:space="preserve">, </w:t>
      </w:r>
      <w:r>
        <w:rPr>
          <w:rFonts w:cs="Georgia"/>
          <w:kern w:val="1"/>
        </w:rPr>
        <w:t>on était en 1910</w:t>
      </w:r>
      <w:r w:rsidR="000E1451">
        <w:rPr>
          <w:rFonts w:cs="Georgia"/>
          <w:kern w:val="1"/>
        </w:rPr>
        <w:t xml:space="preserve">, </w:t>
      </w:r>
      <w:r>
        <w:rPr>
          <w:rFonts w:cs="Georgia"/>
          <w:kern w:val="1"/>
        </w:rPr>
        <w:t>et son père venait d</w:t>
      </w:r>
      <w:r w:rsidR="000E1451">
        <w:rPr>
          <w:rFonts w:cs="Georgia"/>
          <w:kern w:val="1"/>
        </w:rPr>
        <w:t>’</w:t>
      </w:r>
      <w:r>
        <w:rPr>
          <w:rFonts w:cs="Georgia"/>
          <w:kern w:val="1"/>
        </w:rPr>
        <w:t>être promu général</w:t>
      </w:r>
      <w:r w:rsidR="000E1451">
        <w:rPr>
          <w:rFonts w:cs="Georgia"/>
          <w:kern w:val="1"/>
        </w:rPr>
        <w:t xml:space="preserve">. </w:t>
      </w:r>
      <w:r>
        <w:rPr>
          <w:rFonts w:cs="Georgia"/>
          <w:kern w:val="1"/>
        </w:rPr>
        <w:t>Elle le rejoignit à Posen où il avait été nommé</w:t>
      </w:r>
      <w:r w:rsidR="000E1451">
        <w:rPr>
          <w:rFonts w:cs="Georgia"/>
          <w:kern w:val="1"/>
        </w:rPr>
        <w:t xml:space="preserve">. </w:t>
      </w:r>
      <w:r>
        <w:rPr>
          <w:rFonts w:cs="Georgia"/>
          <w:kern w:val="1"/>
        </w:rPr>
        <w:t>Il l</w:t>
      </w:r>
      <w:r w:rsidR="000E1451">
        <w:rPr>
          <w:rFonts w:cs="Georgia"/>
          <w:kern w:val="1"/>
        </w:rPr>
        <w:t>’</w:t>
      </w:r>
      <w:r>
        <w:rPr>
          <w:rFonts w:cs="Georgia"/>
          <w:kern w:val="1"/>
        </w:rPr>
        <w:t>attendait à la gare</w:t>
      </w:r>
      <w:r w:rsidR="000E1451">
        <w:rPr>
          <w:rFonts w:cs="Georgia"/>
          <w:kern w:val="1"/>
        </w:rPr>
        <w:t xml:space="preserve">. </w:t>
      </w:r>
      <w:r>
        <w:rPr>
          <w:rFonts w:cs="Georgia"/>
          <w:kern w:val="1"/>
        </w:rPr>
        <w:t>Il la prit dans ses bras et l</w:t>
      </w:r>
      <w:r w:rsidR="000E1451">
        <w:rPr>
          <w:rFonts w:cs="Georgia"/>
          <w:kern w:val="1"/>
        </w:rPr>
        <w:t>’</w:t>
      </w:r>
      <w:r>
        <w:rPr>
          <w:rFonts w:cs="Georgia"/>
          <w:kern w:val="1"/>
        </w:rPr>
        <w:t>étreignit longuement</w:t>
      </w:r>
      <w:r w:rsidR="000E1451">
        <w:rPr>
          <w:rFonts w:cs="Georgia"/>
          <w:kern w:val="1"/>
        </w:rPr>
        <w:t xml:space="preserve">. </w:t>
      </w:r>
      <w:r>
        <w:rPr>
          <w:rFonts w:cs="Georgia"/>
          <w:kern w:val="1"/>
        </w:rPr>
        <w:t>Les voyageurs regardaient avec une curiosité respectueuse ce jeune général et cette mince enfant blonde</w:t>
      </w:r>
      <w:r w:rsidR="000E1451">
        <w:rPr>
          <w:rFonts w:cs="Georgia"/>
          <w:kern w:val="1"/>
        </w:rPr>
        <w:t xml:space="preserve">. </w:t>
      </w:r>
      <w:r>
        <w:rPr>
          <w:rFonts w:cs="Georgia"/>
          <w:kern w:val="1"/>
        </w:rPr>
        <w:t>Quelle émotion les saisit tous deux quelques instants plus tard</w:t>
      </w:r>
      <w:r w:rsidR="000E1451">
        <w:rPr>
          <w:rFonts w:cs="Georgia"/>
          <w:kern w:val="1"/>
        </w:rPr>
        <w:t xml:space="preserve">, </w:t>
      </w:r>
      <w:r>
        <w:rPr>
          <w:rFonts w:cs="Georgia"/>
          <w:kern w:val="1"/>
        </w:rPr>
        <w:t>quand ils se trouvèrent en tête à tête</w:t>
      </w:r>
      <w:r w:rsidR="000E1451">
        <w:rPr>
          <w:rFonts w:cs="Georgia"/>
          <w:kern w:val="1"/>
        </w:rPr>
        <w:t xml:space="preserve">, </w:t>
      </w:r>
      <w:r>
        <w:rPr>
          <w:rFonts w:cs="Georgia"/>
          <w:kern w:val="1"/>
        </w:rPr>
        <w:t xml:space="preserve">dans la confortable maison que </w:t>
      </w:r>
      <w:r w:rsidR="000E1451">
        <w:rPr>
          <w:rFonts w:cs="Georgia"/>
          <w:kern w:val="1"/>
        </w:rPr>
        <w:t>M. de </w:t>
      </w:r>
      <w:r>
        <w:rPr>
          <w:rFonts w:cs="Georgia"/>
          <w:kern w:val="1"/>
        </w:rPr>
        <w:t>Mirrbach venait de louer</w:t>
      </w:r>
      <w:r w:rsidR="000E1451">
        <w:rPr>
          <w:rFonts w:cs="Georgia"/>
          <w:kern w:val="1"/>
        </w:rPr>
        <w:t xml:space="preserve">. </w:t>
      </w:r>
      <w:r>
        <w:rPr>
          <w:rFonts w:cs="Georgia"/>
          <w:kern w:val="1"/>
        </w:rPr>
        <w:t>C</w:t>
      </w:r>
      <w:r w:rsidR="000E1451">
        <w:rPr>
          <w:rFonts w:cs="Georgia"/>
          <w:kern w:val="1"/>
        </w:rPr>
        <w:t>’</w:t>
      </w:r>
      <w:r>
        <w:rPr>
          <w:rFonts w:cs="Georgia"/>
          <w:kern w:val="1"/>
        </w:rPr>
        <w:t>était la première fois qu</w:t>
      </w:r>
      <w:r w:rsidR="000E1451">
        <w:rPr>
          <w:rFonts w:cs="Georgia"/>
          <w:kern w:val="1"/>
        </w:rPr>
        <w:t>’</w:t>
      </w:r>
      <w:r>
        <w:rPr>
          <w:rFonts w:cs="Georgia"/>
          <w:kern w:val="1"/>
        </w:rPr>
        <w:t>ils étaient ainsi réunis</w:t>
      </w:r>
      <w:r w:rsidR="000E1451">
        <w:rPr>
          <w:rFonts w:cs="Georgia"/>
          <w:kern w:val="1"/>
        </w:rPr>
        <w:t xml:space="preserve">, </w:t>
      </w:r>
      <w:r>
        <w:rPr>
          <w:rFonts w:cs="Georgia"/>
          <w:kern w:val="1"/>
        </w:rPr>
        <w:t>qu</w:t>
      </w:r>
      <w:r w:rsidR="000E1451">
        <w:rPr>
          <w:rFonts w:cs="Georgia"/>
          <w:kern w:val="1"/>
        </w:rPr>
        <w:t>’</w:t>
      </w:r>
      <w:r>
        <w:rPr>
          <w:rFonts w:cs="Georgia"/>
          <w:kern w:val="1"/>
        </w:rPr>
        <w:t>ils pouvaient se parler à cœur ouvert</w:t>
      </w:r>
      <w:r w:rsidR="000E1451">
        <w:rPr>
          <w:rFonts w:cs="Georgia"/>
          <w:kern w:val="1"/>
        </w:rPr>
        <w:t xml:space="preserve">. </w:t>
      </w:r>
      <w:r>
        <w:rPr>
          <w:rFonts w:cs="Georgia"/>
          <w:kern w:val="1"/>
        </w:rPr>
        <w:t>Le général était plein de joie et de projets</w:t>
      </w:r>
      <w:r w:rsidR="000E1451">
        <w:rPr>
          <w:rFonts w:cs="Georgia"/>
          <w:kern w:val="1"/>
        </w:rPr>
        <w:t xml:space="preserve">. </w:t>
      </w:r>
      <w:r>
        <w:rPr>
          <w:rFonts w:cs="Georgia"/>
          <w:kern w:val="1"/>
        </w:rPr>
        <w:t>Il avait assez couru le monde</w:t>
      </w:r>
      <w:r w:rsidR="000E1451">
        <w:rPr>
          <w:rFonts w:cs="Georgia"/>
          <w:kern w:val="1"/>
        </w:rPr>
        <w:t xml:space="preserve">. </w:t>
      </w:r>
      <w:r>
        <w:rPr>
          <w:rFonts w:cs="Georgia"/>
          <w:kern w:val="1"/>
        </w:rPr>
        <w:t>Désormais</w:t>
      </w:r>
      <w:r w:rsidR="000E1451">
        <w:rPr>
          <w:rFonts w:cs="Georgia"/>
          <w:kern w:val="1"/>
        </w:rPr>
        <w:t xml:space="preserve">, </w:t>
      </w:r>
      <w:r>
        <w:rPr>
          <w:rFonts w:cs="Georgia"/>
          <w:kern w:val="1"/>
        </w:rPr>
        <w:t>il allait pouvoir vivre en paix pour lui</w:t>
      </w:r>
      <w:r w:rsidR="000E1451">
        <w:rPr>
          <w:rFonts w:cs="Georgia"/>
          <w:kern w:val="1"/>
        </w:rPr>
        <w:t xml:space="preserve">, </w:t>
      </w:r>
      <w:r>
        <w:rPr>
          <w:rFonts w:cs="Georgia"/>
          <w:kern w:val="1"/>
        </w:rPr>
        <w:t>pour sa fille</w:t>
      </w:r>
      <w:r w:rsidR="000E1451">
        <w:rPr>
          <w:rFonts w:cs="Georgia"/>
          <w:kern w:val="1"/>
        </w:rPr>
        <w:t>. « </w:t>
      </w:r>
      <w:r>
        <w:rPr>
          <w:rFonts w:cs="Georgia"/>
          <w:kern w:val="1"/>
        </w:rPr>
        <w:t>Je veux que tu sois heureuse</w:t>
      </w:r>
      <w:r w:rsidR="000E1451">
        <w:rPr>
          <w:rFonts w:cs="Georgia"/>
          <w:kern w:val="1"/>
        </w:rPr>
        <w:t xml:space="preserve">, </w:t>
      </w:r>
      <w:r>
        <w:rPr>
          <w:rFonts w:cs="Georgia"/>
          <w:kern w:val="1"/>
        </w:rPr>
        <w:t>mon enfant chérie</w:t>
      </w:r>
      <w:r w:rsidR="000E1451">
        <w:rPr>
          <w:rFonts w:cs="Georgia"/>
          <w:kern w:val="1"/>
        </w:rPr>
        <w:t>. »</w:t>
      </w:r>
      <w:r>
        <w:rPr>
          <w:rFonts w:cs="Georgia"/>
          <w:kern w:val="1"/>
        </w:rPr>
        <w:t xml:space="preserve"> Il répéta cette phrase à plusieurs reprises</w:t>
      </w:r>
      <w:r w:rsidR="000E1451">
        <w:rPr>
          <w:rFonts w:cs="Georgia"/>
          <w:kern w:val="1"/>
        </w:rPr>
        <w:t xml:space="preserve">, </w:t>
      </w:r>
      <w:r>
        <w:rPr>
          <w:rFonts w:cs="Georgia"/>
          <w:kern w:val="1"/>
        </w:rPr>
        <w:t>avec trop d</w:t>
      </w:r>
      <w:r w:rsidR="000E1451">
        <w:rPr>
          <w:rFonts w:cs="Georgia"/>
          <w:kern w:val="1"/>
        </w:rPr>
        <w:t>’</w:t>
      </w:r>
      <w:r>
        <w:rPr>
          <w:rFonts w:cs="Georgia"/>
          <w:kern w:val="1"/>
        </w:rPr>
        <w:t>insistance</w:t>
      </w:r>
      <w:r w:rsidR="000E1451">
        <w:rPr>
          <w:rFonts w:cs="Georgia"/>
          <w:kern w:val="1"/>
        </w:rPr>
        <w:t xml:space="preserve">, </w:t>
      </w:r>
      <w:r>
        <w:rPr>
          <w:rFonts w:cs="Georgia"/>
          <w:kern w:val="1"/>
        </w:rPr>
        <w:t>peut-être</w:t>
      </w:r>
      <w:r w:rsidR="000E1451">
        <w:rPr>
          <w:rFonts w:cs="Georgia"/>
          <w:kern w:val="1"/>
        </w:rPr>
        <w:t xml:space="preserve">, </w:t>
      </w:r>
      <w:r>
        <w:rPr>
          <w:rFonts w:cs="Georgia"/>
          <w:kern w:val="1"/>
        </w:rPr>
        <w:t>car il sembla soudain à Axelle qu</w:t>
      </w:r>
      <w:r w:rsidR="000E1451">
        <w:rPr>
          <w:rFonts w:cs="Georgia"/>
          <w:kern w:val="1"/>
        </w:rPr>
        <w:t>’</w:t>
      </w:r>
      <w:r>
        <w:rPr>
          <w:rFonts w:cs="Georgia"/>
          <w:kern w:val="1"/>
        </w:rPr>
        <w:t>un fantôme venait d</w:t>
      </w:r>
      <w:r w:rsidR="000E1451">
        <w:rPr>
          <w:rFonts w:cs="Georgia"/>
          <w:kern w:val="1"/>
        </w:rPr>
        <w:t>’</w:t>
      </w:r>
      <w:r>
        <w:rPr>
          <w:rFonts w:cs="Georgia"/>
          <w:kern w:val="1"/>
        </w:rPr>
        <w:t>entrer doucement dans la chambre</w:t>
      </w:r>
      <w:r w:rsidR="000E1451">
        <w:rPr>
          <w:rFonts w:cs="Georgia"/>
          <w:kern w:val="1"/>
        </w:rPr>
        <w:t xml:space="preserve">, </w:t>
      </w:r>
      <w:r>
        <w:rPr>
          <w:rFonts w:cs="Georgia"/>
          <w:kern w:val="1"/>
        </w:rPr>
        <w:t>un fantôme dont il s</w:t>
      </w:r>
      <w:r w:rsidR="000E1451">
        <w:rPr>
          <w:rFonts w:cs="Georgia"/>
          <w:kern w:val="1"/>
        </w:rPr>
        <w:t>’</w:t>
      </w:r>
      <w:r>
        <w:rPr>
          <w:rFonts w:cs="Georgia"/>
          <w:kern w:val="1"/>
        </w:rPr>
        <w:t>agissait d</w:t>
      </w:r>
      <w:r w:rsidR="000E1451">
        <w:rPr>
          <w:rFonts w:cs="Georgia"/>
          <w:kern w:val="1"/>
        </w:rPr>
        <w:t>’</w:t>
      </w:r>
      <w:r>
        <w:rPr>
          <w:rFonts w:cs="Georgia"/>
          <w:kern w:val="1"/>
        </w:rPr>
        <w:t>apaiser la mémoire</w:t>
      </w:r>
      <w:r w:rsidR="000E1451">
        <w:rPr>
          <w:rFonts w:cs="Georgia"/>
          <w:kern w:val="1"/>
        </w:rPr>
        <w:t xml:space="preserve">. </w:t>
      </w:r>
      <w:r>
        <w:rPr>
          <w:rFonts w:cs="Georgia"/>
          <w:kern w:val="1"/>
        </w:rPr>
        <w:t>Le général avait posé son casque sur un guéridon</w:t>
      </w:r>
      <w:r w:rsidR="000E1451">
        <w:rPr>
          <w:rFonts w:cs="Georgia"/>
          <w:kern w:val="1"/>
        </w:rPr>
        <w:t xml:space="preserve">, </w:t>
      </w:r>
      <w:r>
        <w:rPr>
          <w:rFonts w:cs="Georgia"/>
          <w:kern w:val="1"/>
        </w:rPr>
        <w:t>et la jeune fille put apercevoir aux tempes paternelles quelques-uns de ces cheveux blancs qui sont comme les avant-coureurs de nos remords</w:t>
      </w:r>
      <w:r w:rsidR="000E1451">
        <w:rPr>
          <w:rFonts w:cs="Georgia"/>
          <w:kern w:val="1"/>
        </w:rPr>
        <w:t>.</w:t>
      </w:r>
    </w:p>
    <w:p w14:paraId="1A344B30" w14:textId="77777777" w:rsidR="000E1451" w:rsidRDefault="00BE611A" w:rsidP="00BE611A">
      <w:pPr>
        <w:rPr>
          <w:rFonts w:cs="Georgia"/>
          <w:kern w:val="1"/>
        </w:rPr>
      </w:pPr>
      <w:r>
        <w:rPr>
          <w:rFonts w:cs="Georgia"/>
          <w:kern w:val="1"/>
        </w:rPr>
        <w:lastRenderedPageBreak/>
        <w:t>Il parlait avec volubilité</w:t>
      </w:r>
      <w:r w:rsidR="000E1451">
        <w:rPr>
          <w:rFonts w:cs="Georgia"/>
          <w:kern w:val="1"/>
        </w:rPr>
        <w:t xml:space="preserve">. </w:t>
      </w:r>
      <w:r>
        <w:rPr>
          <w:rFonts w:cs="Georgia"/>
          <w:kern w:val="1"/>
        </w:rPr>
        <w:t>Il avait senti l</w:t>
      </w:r>
      <w:r w:rsidR="000E1451">
        <w:rPr>
          <w:rFonts w:cs="Georgia"/>
          <w:kern w:val="1"/>
        </w:rPr>
        <w:t>’</w:t>
      </w:r>
      <w:r>
        <w:rPr>
          <w:rFonts w:cs="Georgia"/>
          <w:kern w:val="1"/>
        </w:rPr>
        <w:t>angoisse subite d</w:t>
      </w:r>
      <w:r w:rsidR="000E1451">
        <w:rPr>
          <w:rFonts w:cs="Georgia"/>
          <w:kern w:val="1"/>
        </w:rPr>
        <w:t>’</w:t>
      </w:r>
      <w:r>
        <w:rPr>
          <w:rFonts w:cs="Georgia"/>
          <w:kern w:val="1"/>
        </w:rPr>
        <w:t>Axelle</w:t>
      </w:r>
      <w:r w:rsidR="000E1451">
        <w:rPr>
          <w:rFonts w:cs="Georgia"/>
          <w:kern w:val="1"/>
        </w:rPr>
        <w:t xml:space="preserve">, </w:t>
      </w:r>
      <w:r>
        <w:rPr>
          <w:rFonts w:cs="Georgia"/>
          <w:kern w:val="1"/>
        </w:rPr>
        <w:t>et il s</w:t>
      </w:r>
      <w:r w:rsidR="000E1451">
        <w:rPr>
          <w:rFonts w:cs="Georgia"/>
          <w:kern w:val="1"/>
        </w:rPr>
        <w:t>’</w:t>
      </w:r>
      <w:r>
        <w:rPr>
          <w:rFonts w:cs="Georgia"/>
          <w:kern w:val="1"/>
        </w:rPr>
        <w:t>efforçait de la dissiper</w:t>
      </w:r>
      <w:r w:rsidR="000E1451">
        <w:rPr>
          <w:rFonts w:cs="Georgia"/>
          <w:kern w:val="1"/>
        </w:rPr>
        <w:t>.</w:t>
      </w:r>
    </w:p>
    <w:p w14:paraId="6335361E" w14:textId="77777777" w:rsidR="000E1451" w:rsidRDefault="000E1451" w:rsidP="00BE611A">
      <w:pPr>
        <w:rPr>
          <w:rFonts w:cs="Georgia"/>
          <w:kern w:val="1"/>
        </w:rPr>
      </w:pPr>
      <w:r>
        <w:rPr>
          <w:rFonts w:cs="Georgia"/>
          <w:kern w:val="1"/>
        </w:rPr>
        <w:t>— </w:t>
      </w:r>
      <w:r w:rsidR="00BE611A">
        <w:rPr>
          <w:rFonts w:cs="Georgia"/>
          <w:kern w:val="1"/>
        </w:rPr>
        <w:t>Tu verras</w:t>
      </w:r>
      <w:r>
        <w:rPr>
          <w:rFonts w:cs="Georgia"/>
          <w:kern w:val="1"/>
        </w:rPr>
        <w:t xml:space="preserve">, </w:t>
      </w:r>
      <w:r w:rsidR="00BE611A">
        <w:rPr>
          <w:rFonts w:cs="Georgia"/>
          <w:kern w:val="1"/>
        </w:rPr>
        <w:t>disait-il</w:t>
      </w:r>
      <w:r>
        <w:rPr>
          <w:rFonts w:cs="Georgia"/>
          <w:kern w:val="1"/>
        </w:rPr>
        <w:t xml:space="preserve">, </w:t>
      </w:r>
      <w:r w:rsidR="00BE611A">
        <w:rPr>
          <w:rFonts w:cs="Georgia"/>
          <w:kern w:val="1"/>
        </w:rPr>
        <w:t>quelle gentille petite vie nous allons nous organiser ici</w:t>
      </w:r>
      <w:r>
        <w:rPr>
          <w:rFonts w:cs="Georgia"/>
          <w:kern w:val="1"/>
        </w:rPr>
        <w:t xml:space="preserve">. </w:t>
      </w:r>
      <w:r w:rsidR="00BE611A">
        <w:rPr>
          <w:rFonts w:cs="Georgia"/>
          <w:kern w:val="1"/>
        </w:rPr>
        <w:t>La garnison offre assez de ressources</w:t>
      </w:r>
      <w:r>
        <w:rPr>
          <w:rFonts w:cs="Georgia"/>
          <w:kern w:val="1"/>
        </w:rPr>
        <w:t xml:space="preserve">. </w:t>
      </w:r>
      <w:r w:rsidR="00BE611A">
        <w:rPr>
          <w:rFonts w:cs="Georgia"/>
          <w:kern w:val="1"/>
        </w:rPr>
        <w:t>Trois régiments d</w:t>
      </w:r>
      <w:r>
        <w:rPr>
          <w:rFonts w:cs="Georgia"/>
          <w:kern w:val="1"/>
        </w:rPr>
        <w:t>’</w:t>
      </w:r>
      <w:r w:rsidR="00BE611A">
        <w:rPr>
          <w:rFonts w:cs="Georgia"/>
          <w:kern w:val="1"/>
        </w:rPr>
        <w:t>infanterie</w:t>
      </w:r>
      <w:r>
        <w:rPr>
          <w:rFonts w:cs="Georgia"/>
          <w:kern w:val="1"/>
        </w:rPr>
        <w:t xml:space="preserve">, </w:t>
      </w:r>
      <w:r w:rsidR="00BE611A">
        <w:rPr>
          <w:rFonts w:cs="Georgia"/>
          <w:kern w:val="1"/>
        </w:rPr>
        <w:t xml:space="preserve">le </w:t>
      </w:r>
      <w:r>
        <w:rPr>
          <w:rFonts w:cs="Georgia"/>
          <w:kern w:val="1"/>
        </w:rPr>
        <w:t>1</w:t>
      </w:r>
      <w:r w:rsidRPr="000E1451">
        <w:rPr>
          <w:rFonts w:cs="Georgia"/>
          <w:kern w:val="1"/>
          <w:vertAlign w:val="superscript"/>
        </w:rPr>
        <w:t>er</w:t>
      </w:r>
      <w:r>
        <w:rPr>
          <w:rFonts w:cs="Georgia"/>
          <w:kern w:val="1"/>
        </w:rPr>
        <w:t xml:space="preserve"> </w:t>
      </w:r>
      <w:r w:rsidR="00BE611A">
        <w:rPr>
          <w:rFonts w:cs="Georgia"/>
          <w:kern w:val="1"/>
        </w:rPr>
        <w:t>chasseurs à cheval</w:t>
      </w:r>
      <w:r>
        <w:rPr>
          <w:rFonts w:cs="Georgia"/>
          <w:kern w:val="1"/>
        </w:rPr>
        <w:t xml:space="preserve">, </w:t>
      </w:r>
      <w:r w:rsidR="00BE611A">
        <w:rPr>
          <w:rFonts w:cs="Georgia"/>
          <w:kern w:val="1"/>
        </w:rPr>
        <w:t>deux régiments d</w:t>
      </w:r>
      <w:r>
        <w:rPr>
          <w:rFonts w:cs="Georgia"/>
          <w:kern w:val="1"/>
        </w:rPr>
        <w:t>’</w:t>
      </w:r>
      <w:r w:rsidR="00BE611A">
        <w:rPr>
          <w:rFonts w:cs="Georgia"/>
          <w:kern w:val="1"/>
        </w:rPr>
        <w:t>artillerie lourde et légère</w:t>
      </w:r>
      <w:r>
        <w:rPr>
          <w:rFonts w:cs="Georgia"/>
          <w:kern w:val="1"/>
        </w:rPr>
        <w:t xml:space="preserve">, </w:t>
      </w:r>
      <w:r w:rsidR="00BE611A">
        <w:rPr>
          <w:rFonts w:cs="Georgia"/>
          <w:kern w:val="1"/>
        </w:rPr>
        <w:t>des aviateurs</w:t>
      </w:r>
      <w:r>
        <w:rPr>
          <w:rFonts w:cs="Georgia"/>
          <w:kern w:val="1"/>
        </w:rPr>
        <w:t xml:space="preserve"> ! </w:t>
      </w:r>
      <w:r w:rsidR="00BE611A">
        <w:rPr>
          <w:rFonts w:cs="Georgia"/>
          <w:kern w:val="1"/>
        </w:rPr>
        <w:t>Cela représente pas mal d</w:t>
      </w:r>
      <w:r>
        <w:rPr>
          <w:rFonts w:cs="Georgia"/>
          <w:kern w:val="1"/>
        </w:rPr>
        <w:t>’</w:t>
      </w:r>
      <w:r w:rsidR="00BE611A">
        <w:rPr>
          <w:rFonts w:cs="Georgia"/>
          <w:kern w:val="1"/>
        </w:rPr>
        <w:t>officiers</w:t>
      </w:r>
      <w:r>
        <w:rPr>
          <w:rFonts w:cs="Georgia"/>
          <w:kern w:val="1"/>
        </w:rPr>
        <w:t xml:space="preserve">, </w:t>
      </w:r>
      <w:r w:rsidR="00BE611A">
        <w:rPr>
          <w:rFonts w:cs="Georgia"/>
          <w:kern w:val="1"/>
        </w:rPr>
        <w:t>et des femmes et des jeunes filles délicieuses</w:t>
      </w:r>
      <w:r>
        <w:rPr>
          <w:rFonts w:cs="Georgia"/>
          <w:kern w:val="1"/>
        </w:rPr>
        <w:t xml:space="preserve">. </w:t>
      </w:r>
      <w:r w:rsidR="00BE611A">
        <w:rPr>
          <w:rFonts w:cs="Georgia"/>
          <w:kern w:val="1"/>
        </w:rPr>
        <w:t xml:space="preserve">Le </w:t>
      </w:r>
      <w:r>
        <w:rPr>
          <w:rFonts w:cs="Georgia"/>
          <w:kern w:val="1"/>
        </w:rPr>
        <w:t>6</w:t>
      </w:r>
      <w:r w:rsidRPr="000E1451">
        <w:rPr>
          <w:rFonts w:cs="Georgia"/>
          <w:kern w:val="1"/>
          <w:vertAlign w:val="superscript"/>
        </w:rPr>
        <w:t>e</w:t>
      </w:r>
      <w:r>
        <w:rPr>
          <w:rFonts w:cs="Georgia"/>
          <w:kern w:val="1"/>
        </w:rPr>
        <w:t xml:space="preserve"> </w:t>
      </w:r>
      <w:r w:rsidR="00BE611A">
        <w:rPr>
          <w:rFonts w:cs="Georgia"/>
          <w:kern w:val="1"/>
        </w:rPr>
        <w:t>grenadiers et le 4</w:t>
      </w:r>
      <w:r>
        <w:rPr>
          <w:rFonts w:cs="Georgia"/>
          <w:kern w:val="1"/>
        </w:rPr>
        <w:t>6</w:t>
      </w:r>
      <w:r w:rsidRPr="000E1451">
        <w:rPr>
          <w:rFonts w:cs="Georgia"/>
          <w:kern w:val="1"/>
          <w:vertAlign w:val="superscript"/>
        </w:rPr>
        <w:t>e</w:t>
      </w:r>
      <w:r>
        <w:rPr>
          <w:rFonts w:cs="Georgia"/>
          <w:kern w:val="1"/>
        </w:rPr>
        <w:t xml:space="preserve"> </w:t>
      </w:r>
      <w:r w:rsidR="00BE611A">
        <w:rPr>
          <w:rFonts w:cs="Georgia"/>
          <w:kern w:val="1"/>
        </w:rPr>
        <w:t>d</w:t>
      </w:r>
      <w:r>
        <w:rPr>
          <w:rFonts w:cs="Georgia"/>
          <w:kern w:val="1"/>
        </w:rPr>
        <w:t>’</w:t>
      </w:r>
      <w:r w:rsidR="00BE611A">
        <w:rPr>
          <w:rFonts w:cs="Georgia"/>
          <w:kern w:val="1"/>
        </w:rPr>
        <w:t>infanterie</w:t>
      </w:r>
      <w:r>
        <w:rPr>
          <w:rFonts w:cs="Georgia"/>
          <w:kern w:val="1"/>
        </w:rPr>
        <w:t xml:space="preserve">, </w:t>
      </w:r>
      <w:r w:rsidR="00BE611A">
        <w:rPr>
          <w:rFonts w:cs="Georgia"/>
          <w:kern w:val="1"/>
        </w:rPr>
        <w:t>les deux régiments de la brigade à la tête de laquelle l</w:t>
      </w:r>
      <w:r>
        <w:rPr>
          <w:rFonts w:cs="Georgia"/>
          <w:kern w:val="1"/>
        </w:rPr>
        <w:t>’</w:t>
      </w:r>
      <w:r w:rsidR="00BE611A">
        <w:rPr>
          <w:rFonts w:cs="Georgia"/>
          <w:kern w:val="1"/>
        </w:rPr>
        <w:t>Empereur vient de me placer</w:t>
      </w:r>
      <w:r>
        <w:rPr>
          <w:rFonts w:cs="Georgia"/>
          <w:kern w:val="1"/>
        </w:rPr>
        <w:t xml:space="preserve">, </w:t>
      </w:r>
      <w:r w:rsidR="00BE611A">
        <w:rPr>
          <w:rFonts w:cs="Georgia"/>
          <w:kern w:val="1"/>
        </w:rPr>
        <w:t>sont parmi les plus beaux de toute l</w:t>
      </w:r>
      <w:r>
        <w:rPr>
          <w:rFonts w:cs="Georgia"/>
          <w:kern w:val="1"/>
        </w:rPr>
        <w:t>’</w:t>
      </w:r>
      <w:r w:rsidR="00BE611A">
        <w:rPr>
          <w:rFonts w:cs="Georgia"/>
          <w:kern w:val="1"/>
        </w:rPr>
        <w:t>Allemagne</w:t>
      </w:r>
      <w:r>
        <w:rPr>
          <w:rFonts w:cs="Georgia"/>
          <w:kern w:val="1"/>
        </w:rPr>
        <w:t xml:space="preserve">. </w:t>
      </w:r>
      <w:r w:rsidR="00BE611A">
        <w:rPr>
          <w:rFonts w:cs="Georgia"/>
          <w:kern w:val="1"/>
        </w:rPr>
        <w:t>Juge si mes soixante lieutenants vont être aux petits soins pour la fille de leur général</w:t>
      </w:r>
      <w:r>
        <w:rPr>
          <w:rFonts w:cs="Georgia"/>
          <w:kern w:val="1"/>
        </w:rPr>
        <w:t xml:space="preserve">. </w:t>
      </w:r>
      <w:r w:rsidR="00BE611A">
        <w:rPr>
          <w:rFonts w:cs="Georgia"/>
          <w:kern w:val="1"/>
        </w:rPr>
        <w:t>Mon enfant bien-aimée</w:t>
      </w:r>
      <w:r>
        <w:rPr>
          <w:rFonts w:cs="Georgia"/>
          <w:kern w:val="1"/>
        </w:rPr>
        <w:t xml:space="preserve">, </w:t>
      </w:r>
      <w:r w:rsidR="00BE611A">
        <w:rPr>
          <w:rFonts w:cs="Georgia"/>
          <w:kern w:val="1"/>
        </w:rPr>
        <w:t>j</w:t>
      </w:r>
      <w:r>
        <w:rPr>
          <w:rFonts w:cs="Georgia"/>
          <w:kern w:val="1"/>
        </w:rPr>
        <w:t>’</w:t>
      </w:r>
      <w:r w:rsidR="00BE611A">
        <w:rPr>
          <w:rFonts w:cs="Georgia"/>
          <w:kern w:val="1"/>
        </w:rPr>
        <w:t>espère que tu es contente</w:t>
      </w:r>
      <w:r>
        <w:rPr>
          <w:rFonts w:cs="Georgia"/>
          <w:kern w:val="1"/>
        </w:rPr>
        <w:t xml:space="preserve"> ? </w:t>
      </w:r>
      <w:r w:rsidR="00BE611A">
        <w:rPr>
          <w:rFonts w:cs="Georgia"/>
          <w:kern w:val="1"/>
        </w:rPr>
        <w:t>Aimes-tu le tennis</w:t>
      </w:r>
      <w:r>
        <w:rPr>
          <w:rFonts w:cs="Georgia"/>
          <w:kern w:val="1"/>
        </w:rPr>
        <w:t xml:space="preserve"> ? </w:t>
      </w:r>
      <w:r w:rsidR="00BE611A">
        <w:rPr>
          <w:rFonts w:cs="Georgia"/>
          <w:kern w:val="1"/>
        </w:rPr>
        <w:t>Et tu sais</w:t>
      </w:r>
      <w:r>
        <w:rPr>
          <w:rFonts w:cs="Georgia"/>
          <w:kern w:val="1"/>
        </w:rPr>
        <w:t xml:space="preserve">, </w:t>
      </w:r>
      <w:r w:rsidR="00BE611A">
        <w:rPr>
          <w:rFonts w:cs="Georgia"/>
          <w:kern w:val="1"/>
        </w:rPr>
        <w:t>il y a deux bals annoncés pour octobre</w:t>
      </w:r>
      <w:r>
        <w:rPr>
          <w:rFonts w:cs="Georgia"/>
          <w:kern w:val="1"/>
        </w:rPr>
        <w:t xml:space="preserve">, </w:t>
      </w:r>
      <w:r w:rsidR="00BE611A">
        <w:rPr>
          <w:rFonts w:cs="Georgia"/>
          <w:kern w:val="1"/>
        </w:rPr>
        <w:t>un chez la femme du général de corps d</w:t>
      </w:r>
      <w:r>
        <w:rPr>
          <w:rFonts w:cs="Georgia"/>
          <w:kern w:val="1"/>
        </w:rPr>
        <w:t>’</w:t>
      </w:r>
      <w:r w:rsidR="00BE611A">
        <w:rPr>
          <w:rFonts w:cs="Georgia"/>
          <w:kern w:val="1"/>
        </w:rPr>
        <w:t>armée</w:t>
      </w:r>
      <w:r>
        <w:rPr>
          <w:rFonts w:cs="Georgia"/>
          <w:kern w:val="1"/>
        </w:rPr>
        <w:t xml:space="preserve">, </w:t>
      </w:r>
      <w:r w:rsidR="00BE611A">
        <w:rPr>
          <w:rFonts w:cs="Georgia"/>
          <w:kern w:val="1"/>
        </w:rPr>
        <w:t>un chez celle de mon divisionnaire</w:t>
      </w:r>
      <w:r>
        <w:rPr>
          <w:rFonts w:cs="Georgia"/>
          <w:kern w:val="1"/>
        </w:rPr>
        <w:t xml:space="preserve">. </w:t>
      </w:r>
      <w:r w:rsidR="00BE611A">
        <w:rPr>
          <w:rFonts w:cs="Georgia"/>
          <w:kern w:val="1"/>
        </w:rPr>
        <w:t>Oh</w:t>
      </w:r>
      <w:r>
        <w:rPr>
          <w:rFonts w:cs="Georgia"/>
          <w:kern w:val="1"/>
        </w:rPr>
        <w:t xml:space="preserve"> ! </w:t>
      </w:r>
      <w:r w:rsidR="00BE611A">
        <w:rPr>
          <w:rFonts w:cs="Georgia"/>
          <w:kern w:val="1"/>
        </w:rPr>
        <w:t>mais c</w:t>
      </w:r>
      <w:r>
        <w:rPr>
          <w:rFonts w:cs="Georgia"/>
          <w:kern w:val="1"/>
        </w:rPr>
        <w:t>’</w:t>
      </w:r>
      <w:r w:rsidR="00BE611A">
        <w:rPr>
          <w:rFonts w:cs="Georgia"/>
          <w:kern w:val="1"/>
        </w:rPr>
        <w:t>est</w:t>
      </w:r>
      <w:r w:rsidR="00230F0A">
        <w:rPr>
          <w:rFonts w:cs="Georgia"/>
          <w:kern w:val="1"/>
        </w:rPr>
        <w:t xml:space="preserve"> </w:t>
      </w:r>
      <w:r w:rsidR="00BE611A">
        <w:rPr>
          <w:rFonts w:cs="Georgia"/>
          <w:kern w:val="1"/>
        </w:rPr>
        <w:t>que tu vas être très prise</w:t>
      </w:r>
      <w:r>
        <w:rPr>
          <w:rFonts w:cs="Georgia"/>
          <w:kern w:val="1"/>
        </w:rPr>
        <w:t xml:space="preserve">. </w:t>
      </w:r>
      <w:r w:rsidR="00BE611A">
        <w:rPr>
          <w:rFonts w:cs="Georgia"/>
          <w:kern w:val="1"/>
        </w:rPr>
        <w:t>Nous aurons aussi à recevoir</w:t>
      </w:r>
      <w:r>
        <w:rPr>
          <w:rFonts w:cs="Georgia"/>
          <w:kern w:val="1"/>
        </w:rPr>
        <w:t xml:space="preserve">, </w:t>
      </w:r>
      <w:r w:rsidR="00BE611A">
        <w:rPr>
          <w:rFonts w:cs="Georgia"/>
          <w:kern w:val="1"/>
        </w:rPr>
        <w:t>naturellement</w:t>
      </w:r>
      <w:r>
        <w:rPr>
          <w:rFonts w:cs="Georgia"/>
          <w:kern w:val="1"/>
        </w:rPr>
        <w:t xml:space="preserve">. </w:t>
      </w:r>
      <w:r w:rsidR="00BE611A">
        <w:rPr>
          <w:rFonts w:cs="Georgia"/>
          <w:kern w:val="1"/>
        </w:rPr>
        <w:t>Ici</w:t>
      </w:r>
      <w:r>
        <w:rPr>
          <w:rFonts w:cs="Georgia"/>
          <w:kern w:val="1"/>
        </w:rPr>
        <w:t xml:space="preserve">, </w:t>
      </w:r>
      <w:r w:rsidR="00BE611A">
        <w:rPr>
          <w:rFonts w:cs="Georgia"/>
          <w:kern w:val="1"/>
        </w:rPr>
        <w:t>j</w:t>
      </w:r>
      <w:r>
        <w:rPr>
          <w:rFonts w:cs="Georgia"/>
          <w:kern w:val="1"/>
        </w:rPr>
        <w:t>’</w:t>
      </w:r>
      <w:r w:rsidR="00BE611A">
        <w:rPr>
          <w:rFonts w:cs="Georgia"/>
          <w:kern w:val="1"/>
        </w:rPr>
        <w:t>ai un rang qu</w:t>
      </w:r>
      <w:r>
        <w:rPr>
          <w:rFonts w:cs="Georgia"/>
          <w:kern w:val="1"/>
        </w:rPr>
        <w:t>’</w:t>
      </w:r>
      <w:r w:rsidR="00BE611A">
        <w:rPr>
          <w:rFonts w:cs="Georgia"/>
          <w:kern w:val="1"/>
        </w:rPr>
        <w:t>il s</w:t>
      </w:r>
      <w:r>
        <w:rPr>
          <w:rFonts w:cs="Georgia"/>
          <w:kern w:val="1"/>
        </w:rPr>
        <w:t>’</w:t>
      </w:r>
      <w:r w:rsidR="00BE611A">
        <w:rPr>
          <w:rFonts w:cs="Georgia"/>
          <w:kern w:val="1"/>
        </w:rPr>
        <w:t>agit de tenir</w:t>
      </w:r>
      <w:r>
        <w:rPr>
          <w:rFonts w:cs="Georgia"/>
          <w:kern w:val="1"/>
        </w:rPr>
        <w:t xml:space="preserve">, </w:t>
      </w:r>
      <w:r w:rsidR="00BE611A">
        <w:rPr>
          <w:rFonts w:cs="Georgia"/>
          <w:kern w:val="1"/>
        </w:rPr>
        <w:t>tu comprends</w:t>
      </w:r>
      <w:r>
        <w:rPr>
          <w:rFonts w:cs="Georgia"/>
          <w:kern w:val="1"/>
        </w:rPr>
        <w:t xml:space="preserve">. </w:t>
      </w:r>
      <w:r w:rsidR="00BE611A">
        <w:rPr>
          <w:rFonts w:cs="Georgia"/>
          <w:kern w:val="1"/>
        </w:rPr>
        <w:t>Je compte sur toi</w:t>
      </w:r>
      <w:r>
        <w:rPr>
          <w:rFonts w:cs="Georgia"/>
          <w:kern w:val="1"/>
        </w:rPr>
        <w:t xml:space="preserve">. </w:t>
      </w:r>
      <w:r w:rsidR="00BE611A">
        <w:rPr>
          <w:rFonts w:cs="Georgia"/>
          <w:kern w:val="1"/>
        </w:rPr>
        <w:t>Ma mère m</w:t>
      </w:r>
      <w:r>
        <w:rPr>
          <w:rFonts w:cs="Georgia"/>
          <w:kern w:val="1"/>
        </w:rPr>
        <w:t>’</w:t>
      </w:r>
      <w:r w:rsidR="00BE611A">
        <w:rPr>
          <w:rFonts w:cs="Georgia"/>
          <w:kern w:val="1"/>
        </w:rPr>
        <w:t>a souvent dit que tu promettais d</w:t>
      </w:r>
      <w:r>
        <w:rPr>
          <w:rFonts w:cs="Georgia"/>
          <w:kern w:val="1"/>
        </w:rPr>
        <w:t>’</w:t>
      </w:r>
      <w:r w:rsidR="00BE611A">
        <w:rPr>
          <w:rFonts w:cs="Georgia"/>
          <w:kern w:val="1"/>
        </w:rPr>
        <w:t>être une excellente maîtresse de maison</w:t>
      </w:r>
      <w:r>
        <w:rPr>
          <w:rFonts w:cs="Georgia"/>
          <w:kern w:val="1"/>
        </w:rPr>
        <w:t xml:space="preserve">. </w:t>
      </w:r>
      <w:r w:rsidR="00BE611A">
        <w:rPr>
          <w:rFonts w:cs="Georgia"/>
          <w:kern w:val="1"/>
        </w:rPr>
        <w:t>Dans quinze jours</w:t>
      </w:r>
      <w:r>
        <w:rPr>
          <w:rFonts w:cs="Georgia"/>
          <w:kern w:val="1"/>
        </w:rPr>
        <w:t xml:space="preserve">, </w:t>
      </w:r>
      <w:r w:rsidR="00BE611A">
        <w:rPr>
          <w:rFonts w:cs="Georgia"/>
          <w:kern w:val="1"/>
        </w:rPr>
        <w:t>nous commencerons par un petit thé intime</w:t>
      </w:r>
      <w:r>
        <w:rPr>
          <w:rFonts w:cs="Georgia"/>
          <w:kern w:val="1"/>
        </w:rPr>
        <w:t xml:space="preserve">. </w:t>
      </w:r>
      <w:r w:rsidR="00BE611A">
        <w:rPr>
          <w:rFonts w:cs="Georgia"/>
          <w:kern w:val="1"/>
        </w:rPr>
        <w:t>Il faudra aussi que le plus tôt possible j</w:t>
      </w:r>
      <w:r>
        <w:rPr>
          <w:rFonts w:cs="Georgia"/>
          <w:kern w:val="1"/>
        </w:rPr>
        <w:t>’</w:t>
      </w:r>
      <w:r w:rsidR="00BE611A">
        <w:rPr>
          <w:rFonts w:cs="Georgia"/>
          <w:kern w:val="1"/>
        </w:rPr>
        <w:t>invite à dîner mes deux colonels</w:t>
      </w:r>
      <w:r>
        <w:rPr>
          <w:rFonts w:cs="Georgia"/>
          <w:kern w:val="1"/>
        </w:rPr>
        <w:t xml:space="preserve">. </w:t>
      </w:r>
      <w:r w:rsidR="00BE611A">
        <w:rPr>
          <w:rFonts w:cs="Georgia"/>
          <w:kern w:val="1"/>
        </w:rPr>
        <w:t>Au cercle</w:t>
      </w:r>
      <w:r>
        <w:rPr>
          <w:rFonts w:cs="Georgia"/>
          <w:kern w:val="1"/>
        </w:rPr>
        <w:t xml:space="preserve">, </w:t>
      </w:r>
      <w:r w:rsidR="00BE611A">
        <w:rPr>
          <w:rFonts w:cs="Georgia"/>
          <w:kern w:val="1"/>
        </w:rPr>
        <w:t>ce n</w:t>
      </w:r>
      <w:r>
        <w:rPr>
          <w:rFonts w:cs="Georgia"/>
          <w:kern w:val="1"/>
        </w:rPr>
        <w:t>’</w:t>
      </w:r>
      <w:r w:rsidR="00BE611A">
        <w:rPr>
          <w:rFonts w:cs="Georgia"/>
          <w:kern w:val="1"/>
        </w:rPr>
        <w:t>est tout de même pas aussi bon que chez soi</w:t>
      </w:r>
      <w:r>
        <w:rPr>
          <w:rFonts w:cs="Georgia"/>
          <w:kern w:val="1"/>
        </w:rPr>
        <w:t xml:space="preserve">. </w:t>
      </w:r>
      <w:r w:rsidR="00BE611A">
        <w:rPr>
          <w:rFonts w:cs="Georgia"/>
          <w:kern w:val="1"/>
        </w:rPr>
        <w:t>Tu vois quels services tu vas me rendre</w:t>
      </w:r>
      <w:r>
        <w:rPr>
          <w:rFonts w:cs="Georgia"/>
          <w:kern w:val="1"/>
        </w:rPr>
        <w:t xml:space="preserve">. </w:t>
      </w:r>
      <w:r w:rsidR="00BE611A">
        <w:rPr>
          <w:rFonts w:cs="Georgia"/>
          <w:kern w:val="1"/>
        </w:rPr>
        <w:t>Je suis fier de toi</w:t>
      </w:r>
      <w:r>
        <w:rPr>
          <w:rFonts w:cs="Georgia"/>
          <w:kern w:val="1"/>
        </w:rPr>
        <w:t xml:space="preserve">, </w:t>
      </w:r>
      <w:r w:rsidR="00BE611A">
        <w:rPr>
          <w:rFonts w:cs="Georgia"/>
          <w:kern w:val="1"/>
        </w:rPr>
        <w:t>tu sais</w:t>
      </w:r>
      <w:r>
        <w:rPr>
          <w:rFonts w:cs="Georgia"/>
          <w:kern w:val="1"/>
        </w:rPr>
        <w:t xml:space="preserve">. </w:t>
      </w:r>
      <w:r w:rsidR="00BE611A">
        <w:rPr>
          <w:rFonts w:cs="Georgia"/>
          <w:kern w:val="1"/>
        </w:rPr>
        <w:t>Le père d</w:t>
      </w:r>
      <w:r>
        <w:rPr>
          <w:rFonts w:cs="Georgia"/>
          <w:kern w:val="1"/>
        </w:rPr>
        <w:t>’</w:t>
      </w:r>
      <w:r w:rsidR="00BE611A">
        <w:rPr>
          <w:rFonts w:cs="Georgia"/>
          <w:kern w:val="1"/>
        </w:rPr>
        <w:t>une fille si jolie</w:t>
      </w:r>
      <w:r>
        <w:rPr>
          <w:rFonts w:cs="Georgia"/>
          <w:kern w:val="1"/>
        </w:rPr>
        <w:t xml:space="preserve"> ! </w:t>
      </w:r>
      <w:r w:rsidR="00BE611A">
        <w:rPr>
          <w:rFonts w:cs="Georgia"/>
          <w:kern w:val="1"/>
        </w:rPr>
        <w:t>Tout à l</w:t>
      </w:r>
      <w:r>
        <w:rPr>
          <w:rFonts w:cs="Georgia"/>
          <w:kern w:val="1"/>
        </w:rPr>
        <w:t>’</w:t>
      </w:r>
      <w:r w:rsidR="00BE611A">
        <w:rPr>
          <w:rFonts w:cs="Georgia"/>
          <w:kern w:val="1"/>
        </w:rPr>
        <w:t>heure</w:t>
      </w:r>
      <w:r>
        <w:rPr>
          <w:rFonts w:cs="Georgia"/>
          <w:kern w:val="1"/>
        </w:rPr>
        <w:t xml:space="preserve">, </w:t>
      </w:r>
      <w:r w:rsidR="00BE611A">
        <w:rPr>
          <w:rFonts w:cs="Georgia"/>
          <w:kern w:val="1"/>
        </w:rPr>
        <w:t>à la gare</w:t>
      </w:r>
      <w:r>
        <w:rPr>
          <w:rFonts w:cs="Georgia"/>
          <w:kern w:val="1"/>
        </w:rPr>
        <w:t xml:space="preserve">, </w:t>
      </w:r>
      <w:r w:rsidR="00BE611A">
        <w:rPr>
          <w:rFonts w:cs="Georgia"/>
          <w:kern w:val="1"/>
        </w:rPr>
        <w:t>les gens murmuraient sur notre passage</w:t>
      </w:r>
      <w:r>
        <w:rPr>
          <w:rFonts w:cs="Georgia"/>
          <w:kern w:val="1"/>
        </w:rPr>
        <w:t xml:space="preserve">. </w:t>
      </w:r>
      <w:r w:rsidR="00BE611A">
        <w:rPr>
          <w:rFonts w:cs="Georgia"/>
          <w:kern w:val="1"/>
        </w:rPr>
        <w:t>Si je n</w:t>
      </w:r>
      <w:r>
        <w:rPr>
          <w:rFonts w:cs="Georgia"/>
          <w:kern w:val="1"/>
        </w:rPr>
        <w:t>’</w:t>
      </w:r>
      <w:r w:rsidR="00BE611A">
        <w:rPr>
          <w:rFonts w:cs="Georgia"/>
          <w:kern w:val="1"/>
        </w:rPr>
        <w:t>avais pas été en uniforme</w:t>
      </w:r>
      <w:r>
        <w:rPr>
          <w:rFonts w:cs="Georgia"/>
          <w:kern w:val="1"/>
        </w:rPr>
        <w:t xml:space="preserve">, </w:t>
      </w:r>
      <w:r w:rsidR="00BE611A">
        <w:rPr>
          <w:rFonts w:cs="Georgia"/>
          <w:kern w:val="1"/>
        </w:rPr>
        <w:t>ils auraient parlé plus haut</w:t>
      </w:r>
      <w:r>
        <w:rPr>
          <w:rFonts w:cs="Georgia"/>
          <w:kern w:val="1"/>
        </w:rPr>
        <w:t xml:space="preserve">. </w:t>
      </w:r>
      <w:r w:rsidR="00BE611A">
        <w:rPr>
          <w:rFonts w:cs="Georgia"/>
          <w:kern w:val="1"/>
        </w:rPr>
        <w:t>J</w:t>
      </w:r>
      <w:r>
        <w:rPr>
          <w:rFonts w:cs="Georgia"/>
          <w:kern w:val="1"/>
        </w:rPr>
        <w:t>’</w:t>
      </w:r>
      <w:r w:rsidR="00BE611A">
        <w:rPr>
          <w:rFonts w:cs="Georgia"/>
          <w:kern w:val="1"/>
        </w:rPr>
        <w:t>aurais entendu</w:t>
      </w:r>
      <w:r>
        <w:rPr>
          <w:rFonts w:cs="Georgia"/>
          <w:kern w:val="1"/>
        </w:rPr>
        <w:t xml:space="preserve">. </w:t>
      </w:r>
      <w:r w:rsidR="00BE611A">
        <w:rPr>
          <w:rFonts w:cs="Georgia"/>
          <w:kern w:val="1"/>
        </w:rPr>
        <w:t>Cela m</w:t>
      </w:r>
      <w:r>
        <w:rPr>
          <w:rFonts w:cs="Georgia"/>
          <w:kern w:val="1"/>
        </w:rPr>
        <w:t>’</w:t>
      </w:r>
      <w:r w:rsidR="00BE611A">
        <w:rPr>
          <w:rFonts w:cs="Georgia"/>
          <w:kern w:val="1"/>
        </w:rPr>
        <w:t>eût amusé</w:t>
      </w:r>
      <w:r>
        <w:rPr>
          <w:rFonts w:cs="Georgia"/>
          <w:kern w:val="1"/>
        </w:rPr>
        <w:t xml:space="preserve">. </w:t>
      </w:r>
      <w:r w:rsidR="00BE611A">
        <w:rPr>
          <w:rFonts w:cs="Georgia"/>
          <w:kern w:val="1"/>
        </w:rPr>
        <w:t>Pour en revenir à nos invitations</w:t>
      </w:r>
      <w:r>
        <w:rPr>
          <w:rFonts w:cs="Georgia"/>
          <w:kern w:val="1"/>
        </w:rPr>
        <w:t xml:space="preserve">, </w:t>
      </w:r>
      <w:r w:rsidR="00BE611A">
        <w:rPr>
          <w:rFonts w:cs="Georgia"/>
          <w:kern w:val="1"/>
        </w:rPr>
        <w:t>ne sois pas en peine</w:t>
      </w:r>
      <w:r>
        <w:rPr>
          <w:rFonts w:cs="Georgia"/>
          <w:kern w:val="1"/>
        </w:rPr>
        <w:t xml:space="preserve">. </w:t>
      </w:r>
      <w:r w:rsidR="00BE611A">
        <w:rPr>
          <w:rFonts w:cs="Georgia"/>
          <w:kern w:val="1"/>
        </w:rPr>
        <w:t>J</w:t>
      </w:r>
      <w:r>
        <w:rPr>
          <w:rFonts w:cs="Georgia"/>
          <w:kern w:val="1"/>
        </w:rPr>
        <w:t>’</w:t>
      </w:r>
      <w:r w:rsidR="00BE611A">
        <w:rPr>
          <w:rFonts w:cs="Georgia"/>
          <w:kern w:val="1"/>
        </w:rPr>
        <w:t>ai un de mes ordonnances qui a été cuisinier dans un des meilleurs hôtels de Berlin</w:t>
      </w:r>
      <w:r>
        <w:rPr>
          <w:rFonts w:cs="Georgia"/>
          <w:kern w:val="1"/>
        </w:rPr>
        <w:t xml:space="preserve">. </w:t>
      </w:r>
      <w:r w:rsidR="00BE611A">
        <w:rPr>
          <w:rFonts w:cs="Georgia"/>
          <w:kern w:val="1"/>
        </w:rPr>
        <w:t>Je suis en train de chercher pour toi une femme de chambre française</w:t>
      </w:r>
      <w:r>
        <w:rPr>
          <w:rFonts w:cs="Georgia"/>
          <w:kern w:val="1"/>
        </w:rPr>
        <w:t xml:space="preserve">. </w:t>
      </w:r>
      <w:r w:rsidR="00BE611A">
        <w:rPr>
          <w:rFonts w:cs="Georgia"/>
          <w:kern w:val="1"/>
        </w:rPr>
        <w:t>Et puis</w:t>
      </w:r>
      <w:r>
        <w:rPr>
          <w:rFonts w:cs="Georgia"/>
          <w:kern w:val="1"/>
        </w:rPr>
        <w:t xml:space="preserve">, </w:t>
      </w:r>
      <w:r w:rsidR="00BE611A">
        <w:rPr>
          <w:rFonts w:cs="Georgia"/>
          <w:kern w:val="1"/>
        </w:rPr>
        <w:t>il faudra songer à tes robes</w:t>
      </w:r>
      <w:r>
        <w:rPr>
          <w:rFonts w:cs="Georgia"/>
          <w:kern w:val="1"/>
        </w:rPr>
        <w:t xml:space="preserve">. </w:t>
      </w:r>
      <w:r w:rsidR="00BE611A">
        <w:rPr>
          <w:rFonts w:cs="Georgia"/>
          <w:kern w:val="1"/>
        </w:rPr>
        <w:t>Et puis</w:t>
      </w:r>
      <w:r>
        <w:rPr>
          <w:rFonts w:cs="Georgia"/>
          <w:kern w:val="1"/>
        </w:rPr>
        <w:t>…</w:t>
      </w:r>
    </w:p>
    <w:p w14:paraId="0B6A1A42" w14:textId="77777777" w:rsidR="000E1451" w:rsidRDefault="00BE611A" w:rsidP="00BE611A">
      <w:pPr>
        <w:rPr>
          <w:rFonts w:cs="Georgia"/>
          <w:kern w:val="1"/>
        </w:rPr>
      </w:pPr>
      <w:r>
        <w:rPr>
          <w:rFonts w:cs="Georgia"/>
          <w:kern w:val="1"/>
        </w:rPr>
        <w:lastRenderedPageBreak/>
        <w:t>Il s</w:t>
      </w:r>
      <w:r w:rsidR="000E1451">
        <w:rPr>
          <w:rFonts w:cs="Georgia"/>
          <w:kern w:val="1"/>
        </w:rPr>
        <w:t>’</w:t>
      </w:r>
      <w:r>
        <w:rPr>
          <w:rFonts w:cs="Georgia"/>
          <w:kern w:val="1"/>
        </w:rPr>
        <w:t>exaltait en parlant ainsi</w:t>
      </w:r>
      <w:r w:rsidR="000E1451">
        <w:rPr>
          <w:rFonts w:cs="Georgia"/>
          <w:kern w:val="1"/>
        </w:rPr>
        <w:t xml:space="preserve">. </w:t>
      </w:r>
      <w:r>
        <w:rPr>
          <w:rFonts w:cs="Georgia"/>
          <w:kern w:val="1"/>
        </w:rPr>
        <w:t>Il n</w:t>
      </w:r>
      <w:r w:rsidR="000E1451">
        <w:rPr>
          <w:rFonts w:cs="Georgia"/>
          <w:kern w:val="1"/>
        </w:rPr>
        <w:t>’</w:t>
      </w:r>
      <w:r>
        <w:rPr>
          <w:rFonts w:cs="Georgia"/>
          <w:kern w:val="1"/>
        </w:rPr>
        <w:t>avait pas besoin de proclamer qu</w:t>
      </w:r>
      <w:r w:rsidR="000E1451">
        <w:rPr>
          <w:rFonts w:cs="Georgia"/>
          <w:kern w:val="1"/>
        </w:rPr>
        <w:t>’</w:t>
      </w:r>
      <w:r>
        <w:rPr>
          <w:rFonts w:cs="Georgia"/>
          <w:kern w:val="1"/>
        </w:rPr>
        <w:t>il était fier de sa fille</w:t>
      </w:r>
      <w:r w:rsidR="000E1451">
        <w:rPr>
          <w:rFonts w:cs="Georgia"/>
          <w:kern w:val="1"/>
        </w:rPr>
        <w:t xml:space="preserve">. </w:t>
      </w:r>
      <w:r>
        <w:rPr>
          <w:rFonts w:cs="Georgia"/>
          <w:kern w:val="1"/>
        </w:rPr>
        <w:t>N</w:t>
      </w:r>
      <w:r w:rsidR="000E1451">
        <w:rPr>
          <w:rFonts w:cs="Georgia"/>
          <w:kern w:val="1"/>
        </w:rPr>
        <w:t>’</w:t>
      </w:r>
      <w:r>
        <w:rPr>
          <w:rFonts w:cs="Georgia"/>
          <w:kern w:val="1"/>
        </w:rPr>
        <w:t>importe qui s</w:t>
      </w:r>
      <w:r w:rsidR="000E1451">
        <w:rPr>
          <w:rFonts w:cs="Georgia"/>
          <w:kern w:val="1"/>
        </w:rPr>
        <w:t>’</w:t>
      </w:r>
      <w:r>
        <w:rPr>
          <w:rFonts w:cs="Georgia"/>
          <w:kern w:val="1"/>
        </w:rPr>
        <w:t>en serait rendu compte</w:t>
      </w:r>
      <w:r w:rsidR="000E1451">
        <w:rPr>
          <w:rFonts w:cs="Georgia"/>
          <w:kern w:val="1"/>
        </w:rPr>
        <w:t xml:space="preserve">. </w:t>
      </w:r>
      <w:r>
        <w:rPr>
          <w:rFonts w:cs="Georgia"/>
          <w:kern w:val="1"/>
        </w:rPr>
        <w:t>Et voilà que maintenant il osait à peine la regarder</w:t>
      </w:r>
      <w:r w:rsidR="000E1451">
        <w:rPr>
          <w:rFonts w:cs="Georgia"/>
          <w:kern w:val="1"/>
        </w:rPr>
        <w:t xml:space="preserve">. </w:t>
      </w:r>
      <w:r>
        <w:rPr>
          <w:rFonts w:cs="Georgia"/>
          <w:kern w:val="1"/>
        </w:rPr>
        <w:t>Il éprouvait devant elle cette timidité un peu trouble de l</w:t>
      </w:r>
      <w:r w:rsidR="000E1451">
        <w:rPr>
          <w:rFonts w:cs="Georgia"/>
          <w:kern w:val="1"/>
        </w:rPr>
        <w:t>’</w:t>
      </w:r>
      <w:r>
        <w:rPr>
          <w:rFonts w:cs="Georgia"/>
          <w:kern w:val="1"/>
        </w:rPr>
        <w:t>homme qui s</w:t>
      </w:r>
      <w:r w:rsidR="000E1451">
        <w:rPr>
          <w:rFonts w:cs="Georgia"/>
          <w:kern w:val="1"/>
        </w:rPr>
        <w:t>’</w:t>
      </w:r>
      <w:r>
        <w:rPr>
          <w:rFonts w:cs="Georgia"/>
          <w:kern w:val="1"/>
        </w:rPr>
        <w:t>aperçoit brusquement que son enfant est devenue une femme</w:t>
      </w:r>
      <w:r w:rsidR="000E1451">
        <w:rPr>
          <w:rFonts w:cs="Georgia"/>
          <w:kern w:val="1"/>
        </w:rPr>
        <w:t>.</w:t>
      </w:r>
    </w:p>
    <w:p w14:paraId="007E0509" w14:textId="77777777" w:rsidR="000E1451" w:rsidRDefault="00BE611A" w:rsidP="00BE611A">
      <w:pPr>
        <w:rPr>
          <w:rFonts w:cs="Georgia"/>
          <w:kern w:val="1"/>
        </w:rPr>
      </w:pPr>
      <w:r>
        <w:rPr>
          <w:rFonts w:cs="Georgia"/>
          <w:kern w:val="1"/>
        </w:rPr>
        <w:t>Axelle l</w:t>
      </w:r>
      <w:r w:rsidR="000E1451">
        <w:rPr>
          <w:rFonts w:cs="Georgia"/>
          <w:kern w:val="1"/>
        </w:rPr>
        <w:t>’</w:t>
      </w:r>
      <w:r>
        <w:rPr>
          <w:rFonts w:cs="Georgia"/>
          <w:kern w:val="1"/>
        </w:rPr>
        <w:t>écoutait avec un curieux mélange de confiance et de crainte</w:t>
      </w:r>
      <w:r w:rsidR="000E1451">
        <w:rPr>
          <w:rFonts w:cs="Georgia"/>
          <w:kern w:val="1"/>
        </w:rPr>
        <w:t xml:space="preserve">. </w:t>
      </w:r>
      <w:r>
        <w:rPr>
          <w:rFonts w:cs="Georgia"/>
          <w:kern w:val="1"/>
        </w:rPr>
        <w:t>Était-ce donc vrai</w:t>
      </w:r>
      <w:r w:rsidR="000E1451">
        <w:rPr>
          <w:rFonts w:cs="Georgia"/>
          <w:kern w:val="1"/>
        </w:rPr>
        <w:t xml:space="preserve"> ? </w:t>
      </w:r>
      <w:r>
        <w:rPr>
          <w:rFonts w:cs="Georgia"/>
          <w:kern w:val="1"/>
        </w:rPr>
        <w:t>Suffisait-il de la volonté humaine pour que l</w:t>
      </w:r>
      <w:r w:rsidR="000E1451">
        <w:rPr>
          <w:rFonts w:cs="Georgia"/>
          <w:kern w:val="1"/>
        </w:rPr>
        <w:t>’</w:t>
      </w:r>
      <w:r>
        <w:rPr>
          <w:rFonts w:cs="Georgia"/>
          <w:kern w:val="1"/>
        </w:rPr>
        <w:t>existence se transformât tout à coup</w:t>
      </w:r>
      <w:r w:rsidR="000E1451">
        <w:rPr>
          <w:rFonts w:cs="Georgia"/>
          <w:kern w:val="1"/>
        </w:rPr>
        <w:t xml:space="preserve">, </w:t>
      </w:r>
      <w:r>
        <w:rPr>
          <w:rFonts w:cs="Georgia"/>
          <w:kern w:val="1"/>
        </w:rPr>
        <w:t>apparût comme par enchantement une chose aussi lumineuse</w:t>
      </w:r>
      <w:r w:rsidR="000E1451">
        <w:rPr>
          <w:rFonts w:cs="Georgia"/>
          <w:kern w:val="1"/>
        </w:rPr>
        <w:t xml:space="preserve"> ? </w:t>
      </w:r>
      <w:r>
        <w:rPr>
          <w:rFonts w:cs="Georgia"/>
          <w:kern w:val="1"/>
        </w:rPr>
        <w:t>Sans doute</w:t>
      </w:r>
      <w:r w:rsidR="000E1451">
        <w:rPr>
          <w:rFonts w:cs="Georgia"/>
          <w:kern w:val="1"/>
        </w:rPr>
        <w:t xml:space="preserve">, </w:t>
      </w:r>
      <w:r>
        <w:rPr>
          <w:rFonts w:cs="Georgia"/>
          <w:kern w:val="1"/>
        </w:rPr>
        <w:t>puisque son père le lui garantissait</w:t>
      </w:r>
      <w:r w:rsidR="000E1451">
        <w:rPr>
          <w:rFonts w:cs="Georgia"/>
          <w:kern w:val="1"/>
        </w:rPr>
        <w:t xml:space="preserve">. </w:t>
      </w:r>
      <w:r>
        <w:rPr>
          <w:rFonts w:cs="Georgia"/>
          <w:kern w:val="1"/>
        </w:rPr>
        <w:t>Et</w:t>
      </w:r>
      <w:r w:rsidR="000E1451">
        <w:rPr>
          <w:rFonts w:cs="Georgia"/>
          <w:kern w:val="1"/>
        </w:rPr>
        <w:t xml:space="preserve">, </w:t>
      </w:r>
      <w:r>
        <w:rPr>
          <w:rFonts w:cs="Georgia"/>
          <w:kern w:val="1"/>
        </w:rPr>
        <w:t>de fait</w:t>
      </w:r>
      <w:r w:rsidR="000E1451">
        <w:rPr>
          <w:rFonts w:cs="Georgia"/>
          <w:kern w:val="1"/>
        </w:rPr>
        <w:t xml:space="preserve">, </w:t>
      </w:r>
      <w:r>
        <w:rPr>
          <w:rFonts w:cs="Georgia"/>
          <w:kern w:val="1"/>
        </w:rPr>
        <w:t>pendant quatre ans</w:t>
      </w:r>
      <w:r w:rsidR="000E1451">
        <w:rPr>
          <w:rFonts w:cs="Georgia"/>
          <w:kern w:val="1"/>
        </w:rPr>
        <w:t xml:space="preserve">, </w:t>
      </w:r>
      <w:r>
        <w:rPr>
          <w:rFonts w:cs="Georgia"/>
          <w:kern w:val="1"/>
        </w:rPr>
        <w:t>elle le crut</w:t>
      </w:r>
      <w:r w:rsidR="000E1451">
        <w:rPr>
          <w:rFonts w:cs="Georgia"/>
          <w:kern w:val="1"/>
        </w:rPr>
        <w:t>.</w:t>
      </w:r>
    </w:p>
    <w:p w14:paraId="7D93E070" w14:textId="77777777" w:rsidR="00BE611A" w:rsidRDefault="00BE611A" w:rsidP="000E1451">
      <w:pPr>
        <w:pStyle w:val="Titre1"/>
        <w:numPr>
          <w:ilvl w:val="0"/>
          <w:numId w:val="15"/>
        </w:numPr>
        <w:ind w:left="0" w:firstLine="0"/>
        <w:rPr>
          <w:rFonts w:cs="Georgia"/>
          <w:kern w:val="1"/>
        </w:rPr>
      </w:pPr>
      <w:bookmarkStart w:id="18" w:name="__RefHeading__7382_928681719"/>
      <w:bookmarkStart w:id="19" w:name="_Toc195555068"/>
      <w:bookmarkEnd w:id="18"/>
      <w:r>
        <w:rPr>
          <w:kern w:val="1"/>
        </w:rPr>
        <w:lastRenderedPageBreak/>
        <w:t>X</w:t>
      </w:r>
      <w:bookmarkEnd w:id="19"/>
    </w:p>
    <w:p w14:paraId="2D163568" w14:textId="77777777" w:rsidR="000E1451" w:rsidRDefault="00BE611A" w:rsidP="00BE611A">
      <w:pPr>
        <w:rPr>
          <w:rFonts w:cs="Georgia"/>
          <w:kern w:val="1"/>
        </w:rPr>
      </w:pPr>
      <w:r>
        <w:rPr>
          <w:rFonts w:cs="Georgia"/>
          <w:kern w:val="1"/>
        </w:rPr>
        <w:t>Il m</w:t>
      </w:r>
      <w:r w:rsidR="000E1451">
        <w:rPr>
          <w:rFonts w:cs="Georgia"/>
          <w:kern w:val="1"/>
        </w:rPr>
        <w:t>’</w:t>
      </w:r>
      <w:r>
        <w:rPr>
          <w:rFonts w:cs="Georgia"/>
          <w:kern w:val="1"/>
        </w:rPr>
        <w:t>avait fallu des miracles de persévérance pour parvenir à cette reconstitution du passé d</w:t>
      </w:r>
      <w:r w:rsidR="000E1451">
        <w:rPr>
          <w:rFonts w:cs="Georgia"/>
          <w:kern w:val="1"/>
        </w:rPr>
        <w:t>’</w:t>
      </w:r>
      <w:r>
        <w:rPr>
          <w:rFonts w:cs="Georgia"/>
          <w:kern w:val="1"/>
        </w:rPr>
        <w:t>Axelle</w:t>
      </w:r>
      <w:r w:rsidR="000E1451">
        <w:rPr>
          <w:rFonts w:cs="Georgia"/>
          <w:kern w:val="1"/>
        </w:rPr>
        <w:t xml:space="preserve">. </w:t>
      </w:r>
      <w:r>
        <w:rPr>
          <w:rFonts w:cs="Georgia"/>
          <w:kern w:val="1"/>
        </w:rPr>
        <w:t>Chaque soir</w:t>
      </w:r>
      <w:r w:rsidR="000E1451">
        <w:rPr>
          <w:rFonts w:cs="Georgia"/>
          <w:kern w:val="1"/>
        </w:rPr>
        <w:t xml:space="preserve">, </w:t>
      </w:r>
      <w:r>
        <w:rPr>
          <w:rFonts w:cs="Georgia"/>
          <w:kern w:val="1"/>
        </w:rPr>
        <w:t>de retour au camp</w:t>
      </w:r>
      <w:r w:rsidR="000E1451">
        <w:rPr>
          <w:rFonts w:cs="Georgia"/>
          <w:kern w:val="1"/>
        </w:rPr>
        <w:t xml:space="preserve">, </w:t>
      </w:r>
      <w:r>
        <w:rPr>
          <w:rFonts w:cs="Georgia"/>
          <w:kern w:val="1"/>
        </w:rPr>
        <w:t>riche du butin recueilli pendant la journée</w:t>
      </w:r>
      <w:r w:rsidR="000E1451">
        <w:rPr>
          <w:rFonts w:cs="Georgia"/>
          <w:kern w:val="1"/>
        </w:rPr>
        <w:t xml:space="preserve">, </w:t>
      </w:r>
      <w:r>
        <w:rPr>
          <w:rFonts w:cs="Georgia"/>
          <w:kern w:val="1"/>
        </w:rPr>
        <w:t>je m</w:t>
      </w:r>
      <w:r w:rsidR="000E1451">
        <w:rPr>
          <w:rFonts w:cs="Georgia"/>
          <w:kern w:val="1"/>
        </w:rPr>
        <w:t>’</w:t>
      </w:r>
      <w:r>
        <w:rPr>
          <w:rFonts w:cs="Georgia"/>
          <w:kern w:val="1"/>
        </w:rPr>
        <w:t>ingéniais avec amour à mettre en ordre mes nouvelles acquisitions</w:t>
      </w:r>
      <w:r w:rsidR="000E1451">
        <w:rPr>
          <w:rFonts w:cs="Georgia"/>
          <w:kern w:val="1"/>
        </w:rPr>
        <w:t xml:space="preserve">. </w:t>
      </w:r>
      <w:r>
        <w:rPr>
          <w:rFonts w:cs="Georgia"/>
          <w:kern w:val="1"/>
        </w:rPr>
        <w:t>Parmi la foule des détails accessoires</w:t>
      </w:r>
      <w:r w:rsidR="000E1451">
        <w:rPr>
          <w:rFonts w:cs="Georgia"/>
          <w:kern w:val="1"/>
        </w:rPr>
        <w:t xml:space="preserve">, </w:t>
      </w:r>
      <w:r>
        <w:rPr>
          <w:rFonts w:cs="Georgia"/>
          <w:kern w:val="1"/>
        </w:rPr>
        <w:t>au centre de la tapisserie</w:t>
      </w:r>
      <w:r w:rsidR="000E1451">
        <w:rPr>
          <w:rFonts w:cs="Georgia"/>
          <w:kern w:val="1"/>
        </w:rPr>
        <w:t xml:space="preserve">, </w:t>
      </w:r>
      <w:r>
        <w:rPr>
          <w:rFonts w:cs="Georgia"/>
          <w:kern w:val="1"/>
        </w:rPr>
        <w:t>une figure harmonieuse commença enfin à se dessiner</w:t>
      </w:r>
      <w:r w:rsidR="000E1451">
        <w:rPr>
          <w:rFonts w:cs="Georgia"/>
          <w:kern w:val="1"/>
        </w:rPr>
        <w:t xml:space="preserve">. </w:t>
      </w:r>
      <w:r>
        <w:rPr>
          <w:rFonts w:cs="Georgia"/>
          <w:kern w:val="1"/>
        </w:rPr>
        <w:t>Mon impatience n</w:t>
      </w:r>
      <w:r w:rsidR="000E1451">
        <w:rPr>
          <w:rFonts w:cs="Georgia"/>
          <w:kern w:val="1"/>
        </w:rPr>
        <w:t>’</w:t>
      </w:r>
      <w:r>
        <w:rPr>
          <w:rFonts w:cs="Georgia"/>
          <w:kern w:val="1"/>
        </w:rPr>
        <w:t>en devenait que plus fébrile</w:t>
      </w:r>
      <w:r w:rsidR="000E1451">
        <w:rPr>
          <w:rFonts w:cs="Georgia"/>
          <w:kern w:val="1"/>
        </w:rPr>
        <w:t xml:space="preserve">. </w:t>
      </w:r>
      <w:r>
        <w:rPr>
          <w:rFonts w:cs="Georgia"/>
          <w:kern w:val="1"/>
        </w:rPr>
        <w:t>J</w:t>
      </w:r>
      <w:r w:rsidR="000E1451">
        <w:rPr>
          <w:rFonts w:cs="Georgia"/>
          <w:kern w:val="1"/>
        </w:rPr>
        <w:t>’</w:t>
      </w:r>
      <w:r>
        <w:rPr>
          <w:rFonts w:cs="Georgia"/>
          <w:kern w:val="1"/>
        </w:rPr>
        <w:t>étais comme le voyageur à qui de fugitives éclaircies annoncent l</w:t>
      </w:r>
      <w:r w:rsidR="000E1451">
        <w:rPr>
          <w:rFonts w:cs="Georgia"/>
          <w:kern w:val="1"/>
        </w:rPr>
        <w:t>’</w:t>
      </w:r>
      <w:r>
        <w:rPr>
          <w:rFonts w:cs="Georgia"/>
          <w:kern w:val="1"/>
        </w:rPr>
        <w:t>issue du tunnel à l</w:t>
      </w:r>
      <w:r w:rsidR="000E1451">
        <w:rPr>
          <w:rFonts w:cs="Georgia"/>
          <w:kern w:val="1"/>
        </w:rPr>
        <w:t>’</w:t>
      </w:r>
      <w:r>
        <w:rPr>
          <w:rFonts w:cs="Georgia"/>
          <w:kern w:val="1"/>
        </w:rPr>
        <w:t>intérieur duquel il lui semble être engagé depuis toujours</w:t>
      </w:r>
      <w:r w:rsidR="000E1451">
        <w:rPr>
          <w:rFonts w:cs="Georgia"/>
          <w:kern w:val="1"/>
        </w:rPr>
        <w:t xml:space="preserve">. </w:t>
      </w:r>
      <w:r>
        <w:rPr>
          <w:rFonts w:cs="Georgia"/>
          <w:kern w:val="1"/>
        </w:rPr>
        <w:t>Je frissonnais à l</w:t>
      </w:r>
      <w:r w:rsidR="000E1451">
        <w:rPr>
          <w:rFonts w:cs="Georgia"/>
          <w:kern w:val="1"/>
        </w:rPr>
        <w:t>’</w:t>
      </w:r>
      <w:r>
        <w:rPr>
          <w:rFonts w:cs="Georgia"/>
          <w:kern w:val="1"/>
        </w:rPr>
        <w:t>idée du paysage que je sentais sur le point de surgir</w:t>
      </w:r>
      <w:r w:rsidR="000E1451">
        <w:rPr>
          <w:rFonts w:cs="Georgia"/>
          <w:kern w:val="1"/>
        </w:rPr>
        <w:t>.</w:t>
      </w:r>
    </w:p>
    <w:p w14:paraId="480B9A71" w14:textId="77777777" w:rsidR="000E1451" w:rsidRDefault="00BE611A" w:rsidP="00BE611A">
      <w:pPr>
        <w:rPr>
          <w:rFonts w:cs="Georgia"/>
          <w:kern w:val="1"/>
        </w:rPr>
      </w:pPr>
      <w:r>
        <w:rPr>
          <w:rFonts w:cs="Georgia"/>
          <w:kern w:val="1"/>
        </w:rPr>
        <w:t>Attirés savamment dans la voie des confidences</w:t>
      </w:r>
      <w:r w:rsidR="000E1451">
        <w:rPr>
          <w:rFonts w:cs="Georgia"/>
          <w:kern w:val="1"/>
        </w:rPr>
        <w:t xml:space="preserve">, </w:t>
      </w:r>
      <w:r>
        <w:rPr>
          <w:rFonts w:cs="Georgia"/>
          <w:kern w:val="1"/>
        </w:rPr>
        <w:t>le pasteur Frühwirth et Gottlieb m</w:t>
      </w:r>
      <w:r w:rsidR="000E1451">
        <w:rPr>
          <w:rFonts w:cs="Georgia"/>
          <w:kern w:val="1"/>
        </w:rPr>
        <w:t>’</w:t>
      </w:r>
      <w:r>
        <w:rPr>
          <w:rFonts w:cs="Georgia"/>
          <w:kern w:val="1"/>
        </w:rPr>
        <w:t>avaient fourni la plupart des données nécessaires à l</w:t>
      </w:r>
      <w:r w:rsidR="000E1451">
        <w:rPr>
          <w:rFonts w:cs="Georgia"/>
          <w:kern w:val="1"/>
        </w:rPr>
        <w:t>’</w:t>
      </w:r>
      <w:r>
        <w:rPr>
          <w:rFonts w:cs="Georgia"/>
          <w:kern w:val="1"/>
        </w:rPr>
        <w:t xml:space="preserve">intelligence de la vie de </w:t>
      </w:r>
      <w:r w:rsidR="000E1451">
        <w:rPr>
          <w:rFonts w:cs="Georgia"/>
          <w:kern w:val="1"/>
        </w:rPr>
        <w:t>M</w:t>
      </w:r>
      <w:r w:rsidR="000E1451" w:rsidRPr="000E1451">
        <w:rPr>
          <w:rFonts w:cs="Georgia"/>
          <w:kern w:val="1"/>
          <w:vertAlign w:val="superscript"/>
        </w:rPr>
        <w:t>lle</w:t>
      </w:r>
      <w:r w:rsidR="000E1451">
        <w:rPr>
          <w:rFonts w:cs="Georgia"/>
          <w:kern w:val="1"/>
        </w:rPr>
        <w:t> de </w:t>
      </w:r>
      <w:r>
        <w:rPr>
          <w:rFonts w:cs="Georgia"/>
          <w:kern w:val="1"/>
        </w:rPr>
        <w:t>Mirrbach avant sa venue à Reichendorf</w:t>
      </w:r>
      <w:r w:rsidR="000E1451">
        <w:rPr>
          <w:rFonts w:cs="Georgia"/>
          <w:kern w:val="1"/>
        </w:rPr>
        <w:t xml:space="preserve">. </w:t>
      </w:r>
      <w:r>
        <w:rPr>
          <w:rFonts w:cs="Georgia"/>
          <w:kern w:val="1"/>
        </w:rPr>
        <w:t>Les renseignements que je tenais d</w:t>
      </w:r>
      <w:r w:rsidR="000E1451">
        <w:rPr>
          <w:rFonts w:cs="Georgia"/>
          <w:kern w:val="1"/>
        </w:rPr>
        <w:t>’</w:t>
      </w:r>
      <w:r>
        <w:rPr>
          <w:rFonts w:cs="Georgia"/>
          <w:kern w:val="1"/>
        </w:rPr>
        <w:t>eux s</w:t>
      </w:r>
      <w:r w:rsidR="000E1451">
        <w:rPr>
          <w:rFonts w:cs="Georgia"/>
          <w:kern w:val="1"/>
        </w:rPr>
        <w:t>’</w:t>
      </w:r>
      <w:r>
        <w:rPr>
          <w:rFonts w:cs="Georgia"/>
          <w:kern w:val="1"/>
        </w:rPr>
        <w:t>étaient trouvés complétés par certaines réflexions du général</w:t>
      </w:r>
      <w:r w:rsidR="000E1451">
        <w:rPr>
          <w:rFonts w:cs="Georgia"/>
          <w:kern w:val="1"/>
        </w:rPr>
        <w:t xml:space="preserve">, </w:t>
      </w:r>
      <w:r>
        <w:rPr>
          <w:rFonts w:cs="Georgia"/>
          <w:kern w:val="1"/>
        </w:rPr>
        <w:t>bien incapable d</w:t>
      </w:r>
      <w:r w:rsidR="000E1451">
        <w:rPr>
          <w:rFonts w:cs="Georgia"/>
          <w:kern w:val="1"/>
        </w:rPr>
        <w:t>’</w:t>
      </w:r>
      <w:r>
        <w:rPr>
          <w:rFonts w:cs="Georgia"/>
          <w:kern w:val="1"/>
        </w:rPr>
        <w:t>entrevoir les motifs de l</w:t>
      </w:r>
      <w:r w:rsidR="000E1451">
        <w:rPr>
          <w:rFonts w:cs="Georgia"/>
          <w:kern w:val="1"/>
        </w:rPr>
        <w:t>’</w:t>
      </w:r>
      <w:r>
        <w:rPr>
          <w:rFonts w:cs="Georgia"/>
          <w:kern w:val="1"/>
        </w:rPr>
        <w:t>attention passionnée avec laquelle je demeurais parfois suspendu à ses lèvres</w:t>
      </w:r>
      <w:r w:rsidR="000E1451">
        <w:rPr>
          <w:rFonts w:cs="Georgia"/>
          <w:kern w:val="1"/>
        </w:rPr>
        <w:t xml:space="preserve">. </w:t>
      </w:r>
      <w:r>
        <w:rPr>
          <w:rFonts w:cs="Georgia"/>
          <w:kern w:val="1"/>
        </w:rPr>
        <w:t>D</w:t>
      </w:r>
      <w:r w:rsidR="000E1451">
        <w:rPr>
          <w:rFonts w:cs="Georgia"/>
          <w:kern w:val="1"/>
        </w:rPr>
        <w:t>’</w:t>
      </w:r>
      <w:r>
        <w:rPr>
          <w:rFonts w:cs="Georgia"/>
          <w:kern w:val="1"/>
        </w:rPr>
        <w:t>Axelle elle-même</w:t>
      </w:r>
      <w:r w:rsidR="000E1451">
        <w:rPr>
          <w:rFonts w:cs="Georgia"/>
          <w:kern w:val="1"/>
        </w:rPr>
        <w:t xml:space="preserve">, </w:t>
      </w:r>
      <w:r>
        <w:rPr>
          <w:rFonts w:cs="Georgia"/>
          <w:kern w:val="1"/>
        </w:rPr>
        <w:t>je n</w:t>
      </w:r>
      <w:r w:rsidR="000E1451">
        <w:rPr>
          <w:rFonts w:cs="Georgia"/>
          <w:kern w:val="1"/>
        </w:rPr>
        <w:t>’</w:t>
      </w:r>
      <w:r>
        <w:rPr>
          <w:rFonts w:cs="Georgia"/>
          <w:kern w:val="1"/>
        </w:rPr>
        <w:t>avais rien recueilli</w:t>
      </w:r>
      <w:r w:rsidR="000E1451">
        <w:rPr>
          <w:rFonts w:cs="Georgia"/>
          <w:kern w:val="1"/>
        </w:rPr>
        <w:t xml:space="preserve">, </w:t>
      </w:r>
      <w:r>
        <w:rPr>
          <w:rFonts w:cs="Georgia"/>
          <w:kern w:val="1"/>
        </w:rPr>
        <w:t>sans doute</w:t>
      </w:r>
      <w:r w:rsidR="000E1451">
        <w:rPr>
          <w:rFonts w:cs="Georgia"/>
          <w:kern w:val="1"/>
        </w:rPr>
        <w:t xml:space="preserve">. </w:t>
      </w:r>
      <w:r>
        <w:rPr>
          <w:rFonts w:cs="Georgia"/>
          <w:kern w:val="1"/>
        </w:rPr>
        <w:t>Elle était la dernière à qui j</w:t>
      </w:r>
      <w:r w:rsidR="000E1451">
        <w:rPr>
          <w:rFonts w:cs="Georgia"/>
          <w:kern w:val="1"/>
        </w:rPr>
        <w:t>’</w:t>
      </w:r>
      <w:r>
        <w:rPr>
          <w:rFonts w:cs="Georgia"/>
          <w:kern w:val="1"/>
        </w:rPr>
        <w:t>eusse osé m</w:t>
      </w:r>
      <w:r w:rsidR="000E1451">
        <w:rPr>
          <w:rFonts w:cs="Georgia"/>
          <w:kern w:val="1"/>
        </w:rPr>
        <w:t>’</w:t>
      </w:r>
      <w:r>
        <w:rPr>
          <w:rFonts w:cs="Georgia"/>
          <w:kern w:val="1"/>
        </w:rPr>
        <w:t>adresser</w:t>
      </w:r>
      <w:r w:rsidR="000E1451">
        <w:rPr>
          <w:rFonts w:cs="Georgia"/>
          <w:kern w:val="1"/>
        </w:rPr>
        <w:t xml:space="preserve">. </w:t>
      </w:r>
      <w:r>
        <w:rPr>
          <w:rFonts w:cs="Georgia"/>
          <w:kern w:val="1"/>
        </w:rPr>
        <w:t>Et pourtant</w:t>
      </w:r>
      <w:r w:rsidR="000E1451">
        <w:rPr>
          <w:rFonts w:cs="Georgia"/>
          <w:kern w:val="1"/>
        </w:rPr>
        <w:t xml:space="preserve">, </w:t>
      </w:r>
      <w:r>
        <w:rPr>
          <w:rFonts w:cs="Georgia"/>
          <w:kern w:val="1"/>
        </w:rPr>
        <w:t>un changement d</w:t>
      </w:r>
      <w:r w:rsidR="000E1451">
        <w:rPr>
          <w:rFonts w:cs="Georgia"/>
          <w:kern w:val="1"/>
        </w:rPr>
        <w:t>’</w:t>
      </w:r>
      <w:r>
        <w:rPr>
          <w:rFonts w:cs="Georgia"/>
          <w:kern w:val="1"/>
        </w:rPr>
        <w:t>attitude incontestable s</w:t>
      </w:r>
      <w:r w:rsidR="000E1451">
        <w:rPr>
          <w:rFonts w:cs="Georgia"/>
          <w:kern w:val="1"/>
        </w:rPr>
        <w:t>’</w:t>
      </w:r>
      <w:r>
        <w:rPr>
          <w:rFonts w:cs="Georgia"/>
          <w:kern w:val="1"/>
        </w:rPr>
        <w:t>opérait en elle</w:t>
      </w:r>
      <w:r w:rsidR="000E1451">
        <w:rPr>
          <w:rFonts w:cs="Georgia"/>
          <w:kern w:val="1"/>
        </w:rPr>
        <w:t xml:space="preserve">. </w:t>
      </w:r>
      <w:r>
        <w:rPr>
          <w:rFonts w:cs="Georgia"/>
          <w:kern w:val="1"/>
        </w:rPr>
        <w:t>Spontanément</w:t>
      </w:r>
      <w:r w:rsidR="000E1451">
        <w:rPr>
          <w:rFonts w:cs="Georgia"/>
          <w:kern w:val="1"/>
        </w:rPr>
        <w:t xml:space="preserve">, </w:t>
      </w:r>
      <w:r>
        <w:rPr>
          <w:rFonts w:cs="Georgia"/>
          <w:kern w:val="1"/>
        </w:rPr>
        <w:t>à différentes reprises</w:t>
      </w:r>
      <w:r w:rsidR="000E1451">
        <w:rPr>
          <w:rFonts w:cs="Georgia"/>
          <w:kern w:val="1"/>
        </w:rPr>
        <w:t xml:space="preserve">, </w:t>
      </w:r>
      <w:r>
        <w:rPr>
          <w:rFonts w:cs="Georgia"/>
          <w:kern w:val="1"/>
        </w:rPr>
        <w:t>elle m</w:t>
      </w:r>
      <w:r w:rsidR="000E1451">
        <w:rPr>
          <w:rFonts w:cs="Georgia"/>
          <w:kern w:val="1"/>
        </w:rPr>
        <w:t>’</w:t>
      </w:r>
      <w:r>
        <w:rPr>
          <w:rFonts w:cs="Georgia"/>
          <w:kern w:val="1"/>
        </w:rPr>
        <w:t>avait parlé</w:t>
      </w:r>
      <w:r w:rsidR="000E1451">
        <w:rPr>
          <w:rFonts w:cs="Georgia"/>
          <w:kern w:val="1"/>
        </w:rPr>
        <w:t xml:space="preserve">. </w:t>
      </w:r>
      <w:r>
        <w:rPr>
          <w:rFonts w:cs="Georgia"/>
          <w:kern w:val="1"/>
        </w:rPr>
        <w:t>On eût dit que le deuil qui venait de me frapper m</w:t>
      </w:r>
      <w:r w:rsidR="000E1451">
        <w:rPr>
          <w:rFonts w:cs="Georgia"/>
          <w:kern w:val="1"/>
        </w:rPr>
        <w:t>’</w:t>
      </w:r>
      <w:r>
        <w:rPr>
          <w:rFonts w:cs="Georgia"/>
          <w:kern w:val="1"/>
        </w:rPr>
        <w:t>avait fait sortir de mon misérable anonymat</w:t>
      </w:r>
      <w:r w:rsidR="000E1451">
        <w:rPr>
          <w:rFonts w:cs="Georgia"/>
          <w:kern w:val="1"/>
        </w:rPr>
        <w:t xml:space="preserve">, </w:t>
      </w:r>
      <w:r>
        <w:rPr>
          <w:rFonts w:cs="Georgia"/>
          <w:kern w:val="1"/>
        </w:rPr>
        <w:t>avait détruit quelques-unes des barrières contre lesquelles je m</w:t>
      </w:r>
      <w:r w:rsidR="000E1451">
        <w:rPr>
          <w:rFonts w:cs="Georgia"/>
          <w:kern w:val="1"/>
        </w:rPr>
        <w:t>’</w:t>
      </w:r>
      <w:r>
        <w:rPr>
          <w:rFonts w:cs="Georgia"/>
          <w:kern w:val="1"/>
        </w:rPr>
        <w:t>étais heurté jusqu</w:t>
      </w:r>
      <w:r w:rsidR="000E1451">
        <w:rPr>
          <w:rFonts w:cs="Georgia"/>
          <w:kern w:val="1"/>
        </w:rPr>
        <w:t>’</w:t>
      </w:r>
      <w:r>
        <w:rPr>
          <w:rFonts w:cs="Georgia"/>
          <w:kern w:val="1"/>
        </w:rPr>
        <w:t>alors</w:t>
      </w:r>
      <w:r w:rsidR="000E1451">
        <w:rPr>
          <w:rFonts w:cs="Georgia"/>
          <w:kern w:val="1"/>
        </w:rPr>
        <w:t>.</w:t>
      </w:r>
    </w:p>
    <w:p w14:paraId="0030BBB8" w14:textId="77777777" w:rsidR="00BE611A" w:rsidRDefault="00BE611A" w:rsidP="00BE611A">
      <w:pPr>
        <w:rPr>
          <w:rFonts w:cs="Georgia"/>
          <w:kern w:val="1"/>
        </w:rPr>
      </w:pPr>
    </w:p>
    <w:p w14:paraId="689E2D13" w14:textId="77777777" w:rsidR="000E1451" w:rsidRDefault="00BE611A" w:rsidP="00BE611A">
      <w:pPr>
        <w:rPr>
          <w:rFonts w:cs="Georgia"/>
          <w:kern w:val="1"/>
        </w:rPr>
      </w:pPr>
      <w:r>
        <w:rPr>
          <w:rFonts w:cs="Georgia"/>
          <w:kern w:val="1"/>
        </w:rPr>
        <w:t>Une fois qu</w:t>
      </w:r>
      <w:r w:rsidR="000E1451">
        <w:rPr>
          <w:rFonts w:cs="Georgia"/>
          <w:kern w:val="1"/>
        </w:rPr>
        <w:t>’</w:t>
      </w:r>
      <w:r>
        <w:rPr>
          <w:rFonts w:cs="Georgia"/>
          <w:kern w:val="1"/>
        </w:rPr>
        <w:t>ils furent installés à Posen</w:t>
      </w:r>
      <w:r w:rsidR="000E1451">
        <w:rPr>
          <w:rFonts w:cs="Georgia"/>
          <w:kern w:val="1"/>
        </w:rPr>
        <w:t>, M. </w:t>
      </w:r>
      <w:r>
        <w:rPr>
          <w:rFonts w:cs="Georgia"/>
          <w:kern w:val="1"/>
        </w:rPr>
        <w:t xml:space="preserve">et </w:t>
      </w:r>
      <w:r w:rsidR="000E1451">
        <w:rPr>
          <w:rFonts w:cs="Georgia"/>
          <w:kern w:val="1"/>
        </w:rPr>
        <w:t>M</w:t>
      </w:r>
      <w:r w:rsidR="000E1451" w:rsidRPr="000E1451">
        <w:rPr>
          <w:rFonts w:cs="Georgia"/>
          <w:kern w:val="1"/>
          <w:vertAlign w:val="superscript"/>
        </w:rPr>
        <w:t>lle</w:t>
      </w:r>
      <w:r w:rsidR="000E1451">
        <w:rPr>
          <w:rFonts w:cs="Georgia"/>
          <w:kern w:val="1"/>
        </w:rPr>
        <w:t> de </w:t>
      </w:r>
      <w:r>
        <w:rPr>
          <w:rFonts w:cs="Georgia"/>
          <w:kern w:val="1"/>
        </w:rPr>
        <w:t>Mirrbach purent croire que l</w:t>
      </w:r>
      <w:r w:rsidR="000E1451">
        <w:rPr>
          <w:rFonts w:cs="Georgia"/>
          <w:kern w:val="1"/>
        </w:rPr>
        <w:t>’</w:t>
      </w:r>
      <w:r>
        <w:rPr>
          <w:rFonts w:cs="Georgia"/>
          <w:kern w:val="1"/>
        </w:rPr>
        <w:t>ère de leurs soucis était close</w:t>
      </w:r>
      <w:r w:rsidR="000E1451">
        <w:rPr>
          <w:rFonts w:cs="Georgia"/>
          <w:kern w:val="1"/>
        </w:rPr>
        <w:t xml:space="preserve">. </w:t>
      </w:r>
      <w:r>
        <w:rPr>
          <w:rFonts w:cs="Georgia"/>
          <w:kern w:val="1"/>
        </w:rPr>
        <w:t>Le général avait fait vendre les trois quarts des terres laissées par sa mère</w:t>
      </w:r>
      <w:r w:rsidR="000E1451">
        <w:rPr>
          <w:rFonts w:cs="Georgia"/>
          <w:kern w:val="1"/>
        </w:rPr>
        <w:t xml:space="preserve"> ; </w:t>
      </w:r>
      <w:r>
        <w:rPr>
          <w:rFonts w:cs="Georgia"/>
          <w:kern w:val="1"/>
        </w:rPr>
        <w:t>les sommes ainsi réalisées servirent à purger les hypothèques dont étaient grevés les quelques biens qu</w:t>
      </w:r>
      <w:r w:rsidR="000E1451">
        <w:rPr>
          <w:rFonts w:cs="Georgia"/>
          <w:kern w:val="1"/>
        </w:rPr>
        <w:t>’</w:t>
      </w:r>
      <w:r>
        <w:rPr>
          <w:rFonts w:cs="Georgia"/>
          <w:kern w:val="1"/>
        </w:rPr>
        <w:t>il tenait à conserver</w:t>
      </w:r>
      <w:r w:rsidR="000E1451">
        <w:rPr>
          <w:rFonts w:cs="Georgia"/>
          <w:kern w:val="1"/>
        </w:rPr>
        <w:t xml:space="preserve">. </w:t>
      </w:r>
      <w:r>
        <w:rPr>
          <w:rFonts w:cs="Georgia"/>
          <w:kern w:val="1"/>
        </w:rPr>
        <w:t>Le château de Nikolaïken avait un besoin urgent de réparations</w:t>
      </w:r>
      <w:r w:rsidR="000E1451">
        <w:rPr>
          <w:rFonts w:cs="Georgia"/>
          <w:kern w:val="1"/>
        </w:rPr>
        <w:t xml:space="preserve">. </w:t>
      </w:r>
      <w:r>
        <w:rPr>
          <w:rFonts w:cs="Georgia"/>
          <w:kern w:val="1"/>
        </w:rPr>
        <w:t>On y affecta les revenus des propriétés ainsi libérées</w:t>
      </w:r>
      <w:r w:rsidR="000E1451">
        <w:rPr>
          <w:rFonts w:cs="Georgia"/>
          <w:kern w:val="1"/>
        </w:rPr>
        <w:t xml:space="preserve">. </w:t>
      </w:r>
      <w:r>
        <w:rPr>
          <w:rFonts w:cs="Georgia"/>
          <w:kern w:val="1"/>
        </w:rPr>
        <w:t>En définitive</w:t>
      </w:r>
      <w:r w:rsidR="000E1451">
        <w:rPr>
          <w:rFonts w:cs="Georgia"/>
          <w:kern w:val="1"/>
        </w:rPr>
        <w:t xml:space="preserve">, </w:t>
      </w:r>
      <w:r>
        <w:rPr>
          <w:rFonts w:cs="Georgia"/>
          <w:kern w:val="1"/>
        </w:rPr>
        <w:t xml:space="preserve">il ne resta plus à </w:t>
      </w:r>
      <w:r w:rsidR="000E1451">
        <w:rPr>
          <w:rFonts w:cs="Georgia"/>
          <w:kern w:val="1"/>
        </w:rPr>
        <w:t>M. de </w:t>
      </w:r>
      <w:r>
        <w:rPr>
          <w:rFonts w:cs="Georgia"/>
          <w:kern w:val="1"/>
        </w:rPr>
        <w:t>Mirrbach d</w:t>
      </w:r>
      <w:r w:rsidR="000E1451">
        <w:rPr>
          <w:rFonts w:cs="Georgia"/>
          <w:kern w:val="1"/>
        </w:rPr>
        <w:t>’</w:t>
      </w:r>
      <w:r>
        <w:rPr>
          <w:rFonts w:cs="Georgia"/>
          <w:kern w:val="1"/>
        </w:rPr>
        <w:t>autres ressources que sa solde</w:t>
      </w:r>
      <w:r w:rsidR="000E1451">
        <w:rPr>
          <w:rFonts w:cs="Georgia"/>
          <w:kern w:val="1"/>
        </w:rPr>
        <w:t xml:space="preserve">. </w:t>
      </w:r>
      <w:r>
        <w:rPr>
          <w:rFonts w:cs="Georgia"/>
          <w:kern w:val="1"/>
        </w:rPr>
        <w:t>Heureusement</w:t>
      </w:r>
      <w:r w:rsidR="000E1451">
        <w:rPr>
          <w:rFonts w:cs="Georgia"/>
          <w:kern w:val="1"/>
        </w:rPr>
        <w:t xml:space="preserve">, </w:t>
      </w:r>
      <w:r>
        <w:rPr>
          <w:rFonts w:cs="Georgia"/>
          <w:kern w:val="1"/>
        </w:rPr>
        <w:t>cette solde était belle</w:t>
      </w:r>
      <w:r w:rsidR="000E1451">
        <w:rPr>
          <w:rFonts w:cs="Georgia"/>
          <w:kern w:val="1"/>
        </w:rPr>
        <w:t xml:space="preserve">, </w:t>
      </w:r>
      <w:r>
        <w:rPr>
          <w:rFonts w:cs="Georgia"/>
          <w:kern w:val="1"/>
        </w:rPr>
        <w:t>elle lui permettait de tenir convenablement son rang</w:t>
      </w:r>
      <w:r w:rsidR="000E1451">
        <w:rPr>
          <w:rFonts w:cs="Georgia"/>
          <w:kern w:val="1"/>
        </w:rPr>
        <w:t xml:space="preserve">. </w:t>
      </w:r>
      <w:r>
        <w:rPr>
          <w:rFonts w:cs="Georgia"/>
          <w:kern w:val="1"/>
        </w:rPr>
        <w:t>Les seules inquiétudes qu</w:t>
      </w:r>
      <w:r w:rsidR="000E1451">
        <w:rPr>
          <w:rFonts w:cs="Georgia"/>
          <w:kern w:val="1"/>
        </w:rPr>
        <w:t>’</w:t>
      </w:r>
      <w:r>
        <w:rPr>
          <w:rFonts w:cs="Georgia"/>
          <w:kern w:val="1"/>
        </w:rPr>
        <w:t>il put avoir à cette époque lui vinrent de son fils Joachim</w:t>
      </w:r>
      <w:r w:rsidR="000E1451">
        <w:rPr>
          <w:rFonts w:cs="Georgia"/>
          <w:kern w:val="1"/>
        </w:rPr>
        <w:t xml:space="preserve">. </w:t>
      </w:r>
      <w:r>
        <w:rPr>
          <w:rFonts w:cs="Georgia"/>
          <w:kern w:val="1"/>
        </w:rPr>
        <w:t>Celui-ci avait eu l</w:t>
      </w:r>
      <w:r w:rsidR="000E1451">
        <w:rPr>
          <w:rFonts w:cs="Georgia"/>
          <w:kern w:val="1"/>
        </w:rPr>
        <w:t>’</w:t>
      </w:r>
      <w:r>
        <w:rPr>
          <w:rFonts w:cs="Georgia"/>
          <w:kern w:val="1"/>
        </w:rPr>
        <w:t>honneur d</w:t>
      </w:r>
      <w:r w:rsidR="000E1451">
        <w:rPr>
          <w:rFonts w:cs="Georgia"/>
          <w:kern w:val="1"/>
        </w:rPr>
        <w:t>’</w:t>
      </w:r>
      <w:r>
        <w:rPr>
          <w:rFonts w:cs="Georgia"/>
          <w:kern w:val="1"/>
        </w:rPr>
        <w:t>être admis aux hussards de la Garde</w:t>
      </w:r>
      <w:r w:rsidR="000E1451">
        <w:rPr>
          <w:rFonts w:cs="Georgia"/>
          <w:kern w:val="1"/>
        </w:rPr>
        <w:t xml:space="preserve">. </w:t>
      </w:r>
      <w:r>
        <w:rPr>
          <w:rFonts w:cs="Georgia"/>
          <w:kern w:val="1"/>
        </w:rPr>
        <w:t>Mais les frais vestimentaires obligatoires dans ce corps d</w:t>
      </w:r>
      <w:r w:rsidR="000E1451">
        <w:rPr>
          <w:rFonts w:cs="Georgia"/>
          <w:kern w:val="1"/>
        </w:rPr>
        <w:t>’</w:t>
      </w:r>
      <w:r>
        <w:rPr>
          <w:rFonts w:cs="Georgia"/>
          <w:kern w:val="1"/>
        </w:rPr>
        <w:t>élite</w:t>
      </w:r>
      <w:r w:rsidR="000E1451">
        <w:rPr>
          <w:rFonts w:cs="Georgia"/>
          <w:kern w:val="1"/>
        </w:rPr>
        <w:t xml:space="preserve">, </w:t>
      </w:r>
      <w:r>
        <w:rPr>
          <w:rFonts w:cs="Georgia"/>
          <w:kern w:val="1"/>
        </w:rPr>
        <w:t>ainsi que le coût de la vie à Potsdam</w:t>
      </w:r>
      <w:r w:rsidR="000E1451">
        <w:rPr>
          <w:rFonts w:cs="Georgia"/>
          <w:kern w:val="1"/>
        </w:rPr>
        <w:t xml:space="preserve">, </w:t>
      </w:r>
      <w:r>
        <w:rPr>
          <w:rFonts w:cs="Georgia"/>
          <w:kern w:val="1"/>
        </w:rPr>
        <w:t>étaient des plus élevés</w:t>
      </w:r>
      <w:r w:rsidR="000E1451">
        <w:rPr>
          <w:rFonts w:cs="Georgia"/>
          <w:kern w:val="1"/>
        </w:rPr>
        <w:t xml:space="preserve">. </w:t>
      </w:r>
      <w:r>
        <w:rPr>
          <w:rFonts w:cs="Georgia"/>
          <w:kern w:val="1"/>
        </w:rPr>
        <w:t>En outre</w:t>
      </w:r>
      <w:r w:rsidR="000E1451">
        <w:rPr>
          <w:rFonts w:cs="Georgia"/>
          <w:kern w:val="1"/>
        </w:rPr>
        <w:t xml:space="preserve">, </w:t>
      </w:r>
      <w:r>
        <w:rPr>
          <w:rFonts w:cs="Georgia"/>
          <w:kern w:val="1"/>
        </w:rPr>
        <w:t>le jeune homme s</w:t>
      </w:r>
      <w:r w:rsidR="000E1451">
        <w:rPr>
          <w:rFonts w:cs="Georgia"/>
          <w:kern w:val="1"/>
        </w:rPr>
        <w:t>’</w:t>
      </w:r>
      <w:r>
        <w:rPr>
          <w:rFonts w:cs="Georgia"/>
          <w:kern w:val="1"/>
        </w:rPr>
        <w:t>était mis à jouer</w:t>
      </w:r>
      <w:r w:rsidR="000E1451">
        <w:rPr>
          <w:rFonts w:cs="Georgia"/>
          <w:kern w:val="1"/>
        </w:rPr>
        <w:t xml:space="preserve">, </w:t>
      </w:r>
      <w:r>
        <w:rPr>
          <w:rFonts w:cs="Georgia"/>
          <w:kern w:val="1"/>
        </w:rPr>
        <w:t>et l</w:t>
      </w:r>
      <w:r w:rsidR="000E1451">
        <w:rPr>
          <w:rFonts w:cs="Georgia"/>
          <w:kern w:val="1"/>
        </w:rPr>
        <w:t>’</w:t>
      </w:r>
      <w:r>
        <w:rPr>
          <w:rFonts w:cs="Georgia"/>
          <w:kern w:val="1"/>
        </w:rPr>
        <w:t>on ne pouvait songer à le faire rappeler à l</w:t>
      </w:r>
      <w:r w:rsidR="000E1451">
        <w:rPr>
          <w:rFonts w:cs="Georgia"/>
          <w:kern w:val="1"/>
        </w:rPr>
        <w:t>’</w:t>
      </w:r>
      <w:r>
        <w:rPr>
          <w:rFonts w:cs="Georgia"/>
          <w:kern w:val="1"/>
        </w:rPr>
        <w:t>ordre par son mentor habituel</w:t>
      </w:r>
      <w:r w:rsidR="000E1451">
        <w:rPr>
          <w:rFonts w:cs="Georgia"/>
          <w:kern w:val="1"/>
        </w:rPr>
        <w:t xml:space="preserve">, </w:t>
      </w:r>
      <w:r>
        <w:rPr>
          <w:rFonts w:cs="Georgia"/>
          <w:kern w:val="1"/>
        </w:rPr>
        <w:t>Michel de Reichendorf</w:t>
      </w:r>
      <w:r w:rsidR="000E1451">
        <w:rPr>
          <w:rFonts w:cs="Georgia"/>
          <w:kern w:val="1"/>
        </w:rPr>
        <w:t xml:space="preserve">, </w:t>
      </w:r>
      <w:r>
        <w:rPr>
          <w:rFonts w:cs="Georgia"/>
          <w:kern w:val="1"/>
        </w:rPr>
        <w:t>car Michel lui-même avait du goût pour les cartes</w:t>
      </w:r>
      <w:r w:rsidR="000E1451">
        <w:rPr>
          <w:rFonts w:cs="Georgia"/>
          <w:kern w:val="1"/>
        </w:rPr>
        <w:t xml:space="preserve">, </w:t>
      </w:r>
      <w:r>
        <w:rPr>
          <w:rFonts w:cs="Georgia"/>
          <w:kern w:val="1"/>
        </w:rPr>
        <w:t>qui ne le traitaient d</w:t>
      </w:r>
      <w:r w:rsidR="000E1451">
        <w:rPr>
          <w:rFonts w:cs="Georgia"/>
          <w:kern w:val="1"/>
        </w:rPr>
        <w:t>’</w:t>
      </w:r>
      <w:r>
        <w:rPr>
          <w:rFonts w:cs="Georgia"/>
          <w:kern w:val="1"/>
        </w:rPr>
        <w:t>ailleurs pas mieux que son joli cousin</w:t>
      </w:r>
      <w:r w:rsidR="000E1451">
        <w:rPr>
          <w:rFonts w:cs="Georgia"/>
          <w:kern w:val="1"/>
        </w:rPr>
        <w:t>.</w:t>
      </w:r>
    </w:p>
    <w:p w14:paraId="17342AB1" w14:textId="77777777" w:rsidR="000E1451" w:rsidRDefault="00BE611A" w:rsidP="00BE611A">
      <w:pPr>
        <w:rPr>
          <w:rFonts w:cs="Georgia"/>
          <w:kern w:val="1"/>
        </w:rPr>
      </w:pPr>
      <w:r>
        <w:rPr>
          <w:rFonts w:cs="Georgia"/>
          <w:kern w:val="1"/>
        </w:rPr>
        <w:t>On était en octobre 1913</w:t>
      </w:r>
      <w:r w:rsidR="000E1451">
        <w:rPr>
          <w:rFonts w:cs="Georgia"/>
          <w:kern w:val="1"/>
        </w:rPr>
        <w:t xml:space="preserve">. </w:t>
      </w:r>
      <w:r>
        <w:rPr>
          <w:rFonts w:cs="Georgia"/>
          <w:kern w:val="1"/>
        </w:rPr>
        <w:t>Les manœuvres d</w:t>
      </w:r>
      <w:r w:rsidR="000E1451">
        <w:rPr>
          <w:rFonts w:cs="Georgia"/>
          <w:kern w:val="1"/>
        </w:rPr>
        <w:t>’</w:t>
      </w:r>
      <w:r>
        <w:rPr>
          <w:rFonts w:cs="Georgia"/>
          <w:kern w:val="1"/>
        </w:rPr>
        <w:t>automne venaient de finir</w:t>
      </w:r>
      <w:r w:rsidR="000E1451">
        <w:rPr>
          <w:rFonts w:cs="Georgia"/>
          <w:kern w:val="1"/>
        </w:rPr>
        <w:t xml:space="preserve">. </w:t>
      </w:r>
      <w:r>
        <w:rPr>
          <w:rFonts w:cs="Georgia"/>
          <w:kern w:val="1"/>
        </w:rPr>
        <w:t>Un matin</w:t>
      </w:r>
      <w:r w:rsidR="000E1451">
        <w:rPr>
          <w:rFonts w:cs="Georgia"/>
          <w:kern w:val="1"/>
        </w:rPr>
        <w:t xml:space="preserve">, </w:t>
      </w:r>
      <w:r>
        <w:rPr>
          <w:rFonts w:cs="Georgia"/>
          <w:kern w:val="1"/>
        </w:rPr>
        <w:t xml:space="preserve">le téléphone avertit </w:t>
      </w:r>
      <w:r w:rsidR="000E1451">
        <w:rPr>
          <w:rFonts w:cs="Georgia"/>
          <w:kern w:val="1"/>
        </w:rPr>
        <w:t>M</w:t>
      </w:r>
      <w:r w:rsidR="000E1451" w:rsidRPr="000E1451">
        <w:rPr>
          <w:rFonts w:cs="Georgia"/>
          <w:kern w:val="1"/>
          <w:vertAlign w:val="superscript"/>
        </w:rPr>
        <w:t>lle</w:t>
      </w:r>
      <w:r w:rsidR="000E1451">
        <w:rPr>
          <w:rFonts w:cs="Georgia"/>
          <w:kern w:val="1"/>
        </w:rPr>
        <w:t> de </w:t>
      </w:r>
      <w:r>
        <w:rPr>
          <w:rFonts w:cs="Georgia"/>
          <w:kern w:val="1"/>
        </w:rPr>
        <w:t>Mirrbach que le général ramènerait quelqu</w:t>
      </w:r>
      <w:r w:rsidR="000E1451">
        <w:rPr>
          <w:rFonts w:cs="Georgia"/>
          <w:kern w:val="1"/>
        </w:rPr>
        <w:t>’</w:t>
      </w:r>
      <w:r>
        <w:rPr>
          <w:rFonts w:cs="Georgia"/>
          <w:kern w:val="1"/>
        </w:rPr>
        <w:t>un à déjeuner</w:t>
      </w:r>
      <w:r w:rsidR="000E1451">
        <w:rPr>
          <w:rFonts w:cs="Georgia"/>
          <w:kern w:val="1"/>
        </w:rPr>
        <w:t xml:space="preserve">. </w:t>
      </w:r>
      <w:r>
        <w:rPr>
          <w:rFonts w:cs="Georgia"/>
          <w:kern w:val="1"/>
        </w:rPr>
        <w:t>Axelle donna deux ou trois ordres</w:t>
      </w:r>
      <w:r w:rsidR="000E1451">
        <w:rPr>
          <w:rFonts w:cs="Georgia"/>
          <w:kern w:val="1"/>
        </w:rPr>
        <w:t xml:space="preserve">. </w:t>
      </w:r>
      <w:r>
        <w:rPr>
          <w:rFonts w:cs="Georgia"/>
          <w:kern w:val="1"/>
        </w:rPr>
        <w:t>Une heure plus tard</w:t>
      </w:r>
      <w:r w:rsidR="000E1451">
        <w:rPr>
          <w:rFonts w:cs="Georgia"/>
          <w:kern w:val="1"/>
        </w:rPr>
        <w:t xml:space="preserve">, </w:t>
      </w:r>
      <w:r>
        <w:rPr>
          <w:rFonts w:cs="Georgia"/>
          <w:kern w:val="1"/>
        </w:rPr>
        <w:t>quand retentit le coup de sonnette qui annonçait le retour de son père</w:t>
      </w:r>
      <w:r w:rsidR="000E1451">
        <w:rPr>
          <w:rFonts w:cs="Georgia"/>
          <w:kern w:val="1"/>
        </w:rPr>
        <w:t xml:space="preserve">, </w:t>
      </w:r>
      <w:r>
        <w:rPr>
          <w:rFonts w:cs="Georgia"/>
          <w:kern w:val="1"/>
        </w:rPr>
        <w:t>elle descendit</w:t>
      </w:r>
      <w:r w:rsidR="000E1451">
        <w:rPr>
          <w:rFonts w:cs="Georgia"/>
          <w:kern w:val="1"/>
        </w:rPr>
        <w:t>.</w:t>
      </w:r>
    </w:p>
    <w:p w14:paraId="475682AB" w14:textId="77777777" w:rsidR="000E1451" w:rsidRDefault="00BE611A" w:rsidP="00BE611A">
      <w:pPr>
        <w:rPr>
          <w:rFonts w:cs="Georgia"/>
          <w:kern w:val="1"/>
        </w:rPr>
      </w:pPr>
      <w:r>
        <w:rPr>
          <w:rFonts w:cs="Georgia"/>
          <w:kern w:val="1"/>
        </w:rPr>
        <w:t>L</w:t>
      </w:r>
      <w:r w:rsidR="000E1451">
        <w:rPr>
          <w:rFonts w:cs="Georgia"/>
          <w:kern w:val="1"/>
        </w:rPr>
        <w:t>’</w:t>
      </w:r>
      <w:r>
        <w:rPr>
          <w:rFonts w:cs="Georgia"/>
          <w:kern w:val="1"/>
        </w:rPr>
        <w:t>invité était un officier âgé de trente-cinq ans</w:t>
      </w:r>
      <w:r w:rsidR="000E1451">
        <w:rPr>
          <w:rFonts w:cs="Georgia"/>
          <w:kern w:val="1"/>
        </w:rPr>
        <w:t xml:space="preserve">. </w:t>
      </w:r>
      <w:r>
        <w:rPr>
          <w:rFonts w:cs="Georgia"/>
          <w:kern w:val="1"/>
        </w:rPr>
        <w:t>Il portait sans forfanterie le casque noir à aigle d</w:t>
      </w:r>
      <w:r w:rsidR="000E1451">
        <w:rPr>
          <w:rFonts w:cs="Georgia"/>
          <w:kern w:val="1"/>
        </w:rPr>
        <w:t>’</w:t>
      </w:r>
      <w:r>
        <w:rPr>
          <w:rFonts w:cs="Georgia"/>
          <w:kern w:val="1"/>
        </w:rPr>
        <w:t xml:space="preserve">argent et la tunique bleu de ciel à collet jonquille des </w:t>
      </w:r>
      <w:r>
        <w:rPr>
          <w:rFonts w:cs="Georgia"/>
          <w:bCs/>
          <w:kern w:val="1"/>
        </w:rPr>
        <w:t xml:space="preserve">dragons </w:t>
      </w:r>
      <w:r>
        <w:rPr>
          <w:rFonts w:cs="Georgia"/>
          <w:kern w:val="1"/>
        </w:rPr>
        <w:t>de Bredow</w:t>
      </w:r>
      <w:r w:rsidR="000E1451">
        <w:rPr>
          <w:rFonts w:cs="Georgia"/>
          <w:kern w:val="1"/>
        </w:rPr>
        <w:t xml:space="preserve">. </w:t>
      </w:r>
      <w:r>
        <w:rPr>
          <w:rFonts w:cs="Georgia"/>
          <w:kern w:val="1"/>
        </w:rPr>
        <w:t>Axelle n</w:t>
      </w:r>
      <w:r w:rsidR="000E1451">
        <w:rPr>
          <w:rFonts w:cs="Georgia"/>
          <w:kern w:val="1"/>
        </w:rPr>
        <w:t>’</w:t>
      </w:r>
      <w:r>
        <w:rPr>
          <w:rFonts w:cs="Georgia"/>
          <w:kern w:val="1"/>
        </w:rPr>
        <w:t>eut pas besoin de l</w:t>
      </w:r>
      <w:r w:rsidR="000E1451">
        <w:rPr>
          <w:rFonts w:cs="Georgia"/>
          <w:kern w:val="1"/>
        </w:rPr>
        <w:t>’</w:t>
      </w:r>
      <w:r>
        <w:rPr>
          <w:rFonts w:cs="Georgia"/>
          <w:kern w:val="1"/>
        </w:rPr>
        <w:t xml:space="preserve">intervention paternelle pour savoir qui </w:t>
      </w:r>
      <w:r>
        <w:rPr>
          <w:rFonts w:cs="Georgia"/>
          <w:kern w:val="1"/>
        </w:rPr>
        <w:lastRenderedPageBreak/>
        <w:t>était ce lieutenant</w:t>
      </w:r>
      <w:r w:rsidR="000E1451">
        <w:rPr>
          <w:rFonts w:cs="Georgia"/>
          <w:kern w:val="1"/>
        </w:rPr>
        <w:t xml:space="preserve">. </w:t>
      </w:r>
      <w:r>
        <w:rPr>
          <w:rFonts w:cs="Georgia"/>
          <w:bCs/>
          <w:kern w:val="1"/>
        </w:rPr>
        <w:t xml:space="preserve">Elle </w:t>
      </w:r>
      <w:r>
        <w:rPr>
          <w:rFonts w:cs="Georgia"/>
          <w:kern w:val="1"/>
        </w:rPr>
        <w:t>avait vu assez so</w:t>
      </w:r>
      <w:r>
        <w:rPr>
          <w:rFonts w:cs="Georgia"/>
          <w:bCs/>
          <w:kern w:val="1"/>
        </w:rPr>
        <w:t xml:space="preserve">uvent </w:t>
      </w:r>
      <w:r>
        <w:rPr>
          <w:rFonts w:cs="Georgia"/>
          <w:kern w:val="1"/>
        </w:rPr>
        <w:t>des photographies de lui</w:t>
      </w:r>
      <w:r w:rsidR="000E1451">
        <w:rPr>
          <w:rFonts w:cs="Georgia"/>
          <w:kern w:val="1"/>
        </w:rPr>
        <w:t>.</w:t>
      </w:r>
    </w:p>
    <w:p w14:paraId="5CDFC711" w14:textId="77777777" w:rsidR="000E1451" w:rsidRDefault="000E1451" w:rsidP="00BE611A">
      <w:pPr>
        <w:rPr>
          <w:rFonts w:cs="Georgia"/>
          <w:kern w:val="1"/>
        </w:rPr>
      </w:pPr>
      <w:r>
        <w:rPr>
          <w:rFonts w:cs="Georgia"/>
          <w:kern w:val="1"/>
        </w:rPr>
        <w:t>— </w:t>
      </w:r>
      <w:r w:rsidR="00BE611A">
        <w:rPr>
          <w:rFonts w:cs="Georgia"/>
          <w:kern w:val="1"/>
        </w:rPr>
        <w:t>Ma petite fille</w:t>
      </w:r>
      <w:r>
        <w:rPr>
          <w:rFonts w:cs="Georgia"/>
          <w:kern w:val="1"/>
        </w:rPr>
        <w:t xml:space="preserve">, </w:t>
      </w:r>
      <w:r w:rsidR="00BE611A">
        <w:rPr>
          <w:rFonts w:cs="Georgia"/>
          <w:kern w:val="1"/>
        </w:rPr>
        <w:t>dit le général</w:t>
      </w:r>
      <w:r>
        <w:rPr>
          <w:rFonts w:cs="Georgia"/>
          <w:kern w:val="1"/>
        </w:rPr>
        <w:t xml:space="preserve">, </w:t>
      </w:r>
      <w:r w:rsidR="00BE611A">
        <w:rPr>
          <w:rFonts w:cs="Georgia"/>
          <w:kern w:val="1"/>
        </w:rPr>
        <w:t>voici ton cousin</w:t>
      </w:r>
      <w:r>
        <w:rPr>
          <w:rFonts w:cs="Georgia"/>
          <w:kern w:val="1"/>
        </w:rPr>
        <w:t xml:space="preserve">, </w:t>
      </w:r>
      <w:r w:rsidR="00BE611A">
        <w:rPr>
          <w:rFonts w:cs="Georgia"/>
          <w:kern w:val="1"/>
        </w:rPr>
        <w:t>Dietrich de Reichendorf</w:t>
      </w:r>
      <w:r>
        <w:rPr>
          <w:rFonts w:cs="Georgia"/>
          <w:kern w:val="1"/>
        </w:rPr>
        <w:t xml:space="preserve">, </w:t>
      </w:r>
      <w:r w:rsidR="00BE611A">
        <w:rPr>
          <w:rFonts w:cs="Georgia"/>
          <w:kern w:val="1"/>
        </w:rPr>
        <w:t>le seul des quatre que tu ne connaissais pas encore</w:t>
      </w:r>
      <w:r>
        <w:rPr>
          <w:rFonts w:cs="Georgia"/>
          <w:kern w:val="1"/>
        </w:rPr>
        <w:t xml:space="preserve">. </w:t>
      </w:r>
      <w:r w:rsidR="00BE611A">
        <w:rPr>
          <w:rFonts w:cs="Georgia"/>
          <w:kern w:val="1"/>
        </w:rPr>
        <w:t>Il vient d</w:t>
      </w:r>
      <w:r>
        <w:rPr>
          <w:rFonts w:cs="Georgia"/>
          <w:kern w:val="1"/>
        </w:rPr>
        <w:t>’</w:t>
      </w:r>
      <w:r w:rsidR="00BE611A">
        <w:rPr>
          <w:rFonts w:cs="Georgia"/>
          <w:kern w:val="1"/>
        </w:rPr>
        <w:t>être nommé tout près d</w:t>
      </w:r>
      <w:r>
        <w:rPr>
          <w:rFonts w:cs="Georgia"/>
          <w:kern w:val="1"/>
        </w:rPr>
        <w:t>’</w:t>
      </w:r>
      <w:r w:rsidR="00BE611A">
        <w:rPr>
          <w:rFonts w:cs="Georgia"/>
          <w:kern w:val="1"/>
        </w:rPr>
        <w:t>ici</w:t>
      </w:r>
      <w:r>
        <w:rPr>
          <w:rFonts w:cs="Georgia"/>
          <w:kern w:val="1"/>
        </w:rPr>
        <w:t xml:space="preserve">, </w:t>
      </w:r>
      <w:r w:rsidR="00BE611A">
        <w:rPr>
          <w:rFonts w:cs="Georgia"/>
          <w:kern w:val="1"/>
        </w:rPr>
        <w:t>à Lüben</w:t>
      </w:r>
      <w:r>
        <w:rPr>
          <w:rFonts w:cs="Georgia"/>
          <w:kern w:val="1"/>
        </w:rPr>
        <w:t xml:space="preserve">, </w:t>
      </w:r>
      <w:r w:rsidR="00BE611A">
        <w:rPr>
          <w:rFonts w:cs="Georgia"/>
          <w:kern w:val="1"/>
        </w:rPr>
        <w:t xml:space="preserve">au </w:t>
      </w:r>
      <w:r>
        <w:rPr>
          <w:rFonts w:cs="Georgia"/>
          <w:kern w:val="1"/>
        </w:rPr>
        <w:t>4</w:t>
      </w:r>
      <w:r w:rsidRPr="000E1451">
        <w:rPr>
          <w:rFonts w:cs="Georgia"/>
          <w:kern w:val="1"/>
          <w:vertAlign w:val="superscript"/>
        </w:rPr>
        <w:t>e</w:t>
      </w:r>
      <w:r>
        <w:rPr>
          <w:rFonts w:cs="Georgia"/>
          <w:kern w:val="1"/>
        </w:rPr>
        <w:t xml:space="preserve"> </w:t>
      </w:r>
      <w:r w:rsidR="00BE611A">
        <w:rPr>
          <w:rFonts w:cs="Georgia"/>
          <w:kern w:val="1"/>
        </w:rPr>
        <w:t>dragons</w:t>
      </w:r>
      <w:r>
        <w:rPr>
          <w:rFonts w:cs="Georgia"/>
          <w:kern w:val="1"/>
        </w:rPr>
        <w:t xml:space="preserve">. </w:t>
      </w:r>
      <w:r w:rsidR="00BE611A">
        <w:rPr>
          <w:rFonts w:cs="Georgia"/>
          <w:kern w:val="1"/>
        </w:rPr>
        <w:t>Dietrich</w:t>
      </w:r>
      <w:r>
        <w:rPr>
          <w:rFonts w:cs="Georgia"/>
          <w:kern w:val="1"/>
        </w:rPr>
        <w:t xml:space="preserve">, </w:t>
      </w:r>
      <w:r w:rsidR="00BE611A">
        <w:rPr>
          <w:rFonts w:cs="Georgia"/>
          <w:kern w:val="1"/>
        </w:rPr>
        <w:t>fais-moi penser à écrire à ton sujet un mot à ton nouveau colonel</w:t>
      </w:r>
      <w:r>
        <w:rPr>
          <w:rFonts w:cs="Georgia"/>
          <w:kern w:val="1"/>
        </w:rPr>
        <w:t xml:space="preserve">. </w:t>
      </w:r>
      <w:r w:rsidR="00BE611A">
        <w:rPr>
          <w:rFonts w:cs="Georgia"/>
          <w:kern w:val="1"/>
        </w:rPr>
        <w:t>C</w:t>
      </w:r>
      <w:r>
        <w:rPr>
          <w:rFonts w:cs="Georgia"/>
          <w:kern w:val="1"/>
        </w:rPr>
        <w:t>’</w:t>
      </w:r>
      <w:r w:rsidR="00BE611A">
        <w:rPr>
          <w:rFonts w:cs="Georgia"/>
          <w:kern w:val="1"/>
        </w:rPr>
        <w:t>est un de mes camarades de promotion</w:t>
      </w:r>
      <w:r>
        <w:rPr>
          <w:rFonts w:cs="Georgia"/>
          <w:kern w:val="1"/>
        </w:rPr>
        <w:t xml:space="preserve">. </w:t>
      </w:r>
      <w:r w:rsidR="00BE611A">
        <w:rPr>
          <w:rFonts w:cs="Georgia"/>
          <w:kern w:val="1"/>
        </w:rPr>
        <w:t>Ici</w:t>
      </w:r>
      <w:r>
        <w:rPr>
          <w:rFonts w:cs="Georgia"/>
          <w:kern w:val="1"/>
        </w:rPr>
        <w:t xml:space="preserve">, </w:t>
      </w:r>
      <w:r w:rsidR="00BE611A">
        <w:rPr>
          <w:rFonts w:cs="Georgia"/>
          <w:kern w:val="1"/>
        </w:rPr>
        <w:t>la maison t</w:t>
      </w:r>
      <w:r>
        <w:rPr>
          <w:rFonts w:cs="Georgia"/>
          <w:kern w:val="1"/>
        </w:rPr>
        <w:t>’</w:t>
      </w:r>
      <w:r w:rsidR="00BE611A">
        <w:rPr>
          <w:rFonts w:cs="Georgia"/>
          <w:kern w:val="1"/>
        </w:rPr>
        <w:t>est ouverte</w:t>
      </w:r>
      <w:r>
        <w:rPr>
          <w:rFonts w:cs="Georgia"/>
          <w:kern w:val="1"/>
        </w:rPr>
        <w:t xml:space="preserve">. </w:t>
      </w:r>
      <w:r w:rsidR="00BE611A">
        <w:rPr>
          <w:rFonts w:cs="Georgia"/>
          <w:kern w:val="1"/>
        </w:rPr>
        <w:t>Je veux que tu reçoives chez moi la même hospitalité que mes enfants ont reçue chez ton père</w:t>
      </w:r>
      <w:r>
        <w:rPr>
          <w:rFonts w:cs="Georgia"/>
          <w:kern w:val="1"/>
        </w:rPr>
        <w:t>.</w:t>
      </w:r>
    </w:p>
    <w:p w14:paraId="0FE4B510" w14:textId="77777777" w:rsidR="000E1451" w:rsidRDefault="00BE611A" w:rsidP="00BE611A">
      <w:pPr>
        <w:rPr>
          <w:rFonts w:cs="Georgia"/>
          <w:kern w:val="1"/>
        </w:rPr>
      </w:pPr>
      <w:r>
        <w:rPr>
          <w:rFonts w:cs="Georgia"/>
          <w:kern w:val="1"/>
        </w:rPr>
        <w:t>Durant le repas</w:t>
      </w:r>
      <w:r w:rsidR="000E1451">
        <w:rPr>
          <w:rFonts w:cs="Georgia"/>
          <w:kern w:val="1"/>
        </w:rPr>
        <w:t xml:space="preserve">, </w:t>
      </w:r>
      <w:r>
        <w:rPr>
          <w:rFonts w:cs="Georgia"/>
          <w:kern w:val="1"/>
        </w:rPr>
        <w:t>les deux hommes ne s</w:t>
      </w:r>
      <w:r w:rsidR="000E1451">
        <w:rPr>
          <w:rFonts w:cs="Georgia"/>
          <w:kern w:val="1"/>
        </w:rPr>
        <w:t>’</w:t>
      </w:r>
      <w:r>
        <w:rPr>
          <w:rFonts w:cs="Georgia"/>
          <w:kern w:val="1"/>
        </w:rPr>
        <w:t>entretinrent que de questions militaires</w:t>
      </w:r>
      <w:r w:rsidR="000E1451">
        <w:rPr>
          <w:rFonts w:cs="Georgia"/>
          <w:kern w:val="1"/>
        </w:rPr>
        <w:t xml:space="preserve">. </w:t>
      </w:r>
      <w:r>
        <w:rPr>
          <w:rFonts w:cs="Georgia"/>
          <w:kern w:val="1"/>
        </w:rPr>
        <w:t>Par sa haute stature</w:t>
      </w:r>
      <w:r w:rsidR="000E1451">
        <w:rPr>
          <w:rFonts w:cs="Georgia"/>
          <w:kern w:val="1"/>
        </w:rPr>
        <w:t xml:space="preserve">, </w:t>
      </w:r>
      <w:r>
        <w:rPr>
          <w:rFonts w:cs="Georgia"/>
          <w:kern w:val="1"/>
        </w:rPr>
        <w:t>par sa carrure puissante</w:t>
      </w:r>
      <w:r w:rsidR="000E1451">
        <w:rPr>
          <w:rFonts w:cs="Georgia"/>
          <w:kern w:val="1"/>
        </w:rPr>
        <w:t xml:space="preserve">, </w:t>
      </w:r>
      <w:r>
        <w:rPr>
          <w:rFonts w:cs="Georgia"/>
          <w:kern w:val="1"/>
        </w:rPr>
        <w:t>Dietrich rappelait les autres Reichendorf</w:t>
      </w:r>
      <w:r w:rsidR="000E1451">
        <w:rPr>
          <w:rFonts w:cs="Georgia"/>
          <w:kern w:val="1"/>
        </w:rPr>
        <w:t xml:space="preserve">. </w:t>
      </w:r>
      <w:r>
        <w:rPr>
          <w:rFonts w:cs="Georgia"/>
          <w:kern w:val="1"/>
        </w:rPr>
        <w:t>Mais il n</w:t>
      </w:r>
      <w:r w:rsidR="000E1451">
        <w:rPr>
          <w:rFonts w:cs="Georgia"/>
          <w:kern w:val="1"/>
        </w:rPr>
        <w:t>’</w:t>
      </w:r>
      <w:r>
        <w:rPr>
          <w:rFonts w:cs="Georgia"/>
          <w:kern w:val="1"/>
        </w:rPr>
        <w:t>avait ni la morgue brutale d</w:t>
      </w:r>
      <w:r w:rsidR="000E1451">
        <w:rPr>
          <w:rFonts w:cs="Georgia"/>
          <w:kern w:val="1"/>
        </w:rPr>
        <w:t>’</w:t>
      </w:r>
      <w:r>
        <w:rPr>
          <w:rFonts w:cs="Georgia"/>
          <w:kern w:val="1"/>
        </w:rPr>
        <w:t>Hermann et de Conrad</w:t>
      </w:r>
      <w:r w:rsidR="000E1451">
        <w:rPr>
          <w:rFonts w:cs="Georgia"/>
          <w:kern w:val="1"/>
        </w:rPr>
        <w:t xml:space="preserve">, </w:t>
      </w:r>
      <w:r>
        <w:rPr>
          <w:rFonts w:cs="Georgia"/>
          <w:kern w:val="1"/>
        </w:rPr>
        <w:t>ni la futilité souriante de Michel</w:t>
      </w:r>
      <w:r w:rsidR="000E1451">
        <w:rPr>
          <w:rFonts w:cs="Georgia"/>
          <w:kern w:val="1"/>
        </w:rPr>
        <w:t xml:space="preserve">. </w:t>
      </w:r>
      <w:r>
        <w:rPr>
          <w:rFonts w:cs="Georgia"/>
          <w:kern w:val="1"/>
        </w:rPr>
        <w:t>Son visage était plein de grave réflexion</w:t>
      </w:r>
      <w:r w:rsidR="000E1451">
        <w:rPr>
          <w:rFonts w:cs="Georgia"/>
          <w:kern w:val="1"/>
        </w:rPr>
        <w:t xml:space="preserve">. </w:t>
      </w:r>
      <w:r>
        <w:rPr>
          <w:rFonts w:cs="Georgia"/>
          <w:kern w:val="1"/>
        </w:rPr>
        <w:t>Le général de Mirrbach parla de tactique nouvelle</w:t>
      </w:r>
      <w:r w:rsidR="000E1451">
        <w:rPr>
          <w:rFonts w:cs="Georgia"/>
          <w:kern w:val="1"/>
        </w:rPr>
        <w:t xml:space="preserve">, </w:t>
      </w:r>
      <w:r>
        <w:rPr>
          <w:rFonts w:cs="Georgia"/>
          <w:kern w:val="1"/>
        </w:rPr>
        <w:t>des préceptes qui s</w:t>
      </w:r>
      <w:r w:rsidR="000E1451">
        <w:rPr>
          <w:rFonts w:cs="Georgia"/>
          <w:kern w:val="1"/>
        </w:rPr>
        <w:t>’</w:t>
      </w:r>
      <w:r>
        <w:rPr>
          <w:rFonts w:cs="Georgia"/>
          <w:kern w:val="1"/>
        </w:rPr>
        <w:t>imposeraient selon lui aux états-majors de demain</w:t>
      </w:r>
      <w:r w:rsidR="000E1451">
        <w:rPr>
          <w:rFonts w:cs="Georgia"/>
          <w:kern w:val="1"/>
        </w:rPr>
        <w:t xml:space="preserve">. </w:t>
      </w:r>
      <w:r>
        <w:rPr>
          <w:rFonts w:cs="Georgia"/>
          <w:kern w:val="1"/>
        </w:rPr>
        <w:t>Il illustrait sa causerie d</w:t>
      </w:r>
      <w:r w:rsidR="000E1451">
        <w:rPr>
          <w:rFonts w:cs="Georgia"/>
          <w:kern w:val="1"/>
        </w:rPr>
        <w:t>’</w:t>
      </w:r>
      <w:r>
        <w:rPr>
          <w:rFonts w:cs="Georgia"/>
          <w:kern w:val="1"/>
        </w:rPr>
        <w:t>exemples empruntés à la récente guerre balkanique</w:t>
      </w:r>
      <w:r w:rsidR="000E1451">
        <w:rPr>
          <w:rFonts w:cs="Georgia"/>
          <w:kern w:val="1"/>
        </w:rPr>
        <w:t xml:space="preserve">. </w:t>
      </w:r>
      <w:r>
        <w:rPr>
          <w:rFonts w:cs="Georgia"/>
          <w:kern w:val="1"/>
        </w:rPr>
        <w:t>Le lieutenant de Reichendorf écoutait avec une déférence attentive</w:t>
      </w:r>
      <w:r w:rsidR="000E1451">
        <w:rPr>
          <w:rFonts w:cs="Georgia"/>
          <w:kern w:val="1"/>
        </w:rPr>
        <w:t xml:space="preserve">, </w:t>
      </w:r>
      <w:r>
        <w:rPr>
          <w:rFonts w:cs="Georgia"/>
          <w:kern w:val="1"/>
        </w:rPr>
        <w:t>sous laquelle perçait son admiration</w:t>
      </w:r>
      <w:r w:rsidR="000E1451">
        <w:rPr>
          <w:rFonts w:cs="Georgia"/>
          <w:kern w:val="1"/>
        </w:rPr>
        <w:t xml:space="preserve">. </w:t>
      </w:r>
      <w:r>
        <w:rPr>
          <w:rFonts w:cs="Georgia"/>
          <w:kern w:val="1"/>
        </w:rPr>
        <w:t>Il se concilia ainsi la faveur d</w:t>
      </w:r>
      <w:r w:rsidR="000E1451">
        <w:rPr>
          <w:rFonts w:cs="Georgia"/>
          <w:kern w:val="1"/>
        </w:rPr>
        <w:t>’</w:t>
      </w:r>
      <w:r>
        <w:rPr>
          <w:rFonts w:cs="Georgia"/>
          <w:kern w:val="1"/>
        </w:rPr>
        <w:t>Axelle plus sûrement que s</w:t>
      </w:r>
      <w:r w:rsidR="000E1451">
        <w:rPr>
          <w:rFonts w:cs="Georgia"/>
          <w:kern w:val="1"/>
        </w:rPr>
        <w:t>’</w:t>
      </w:r>
      <w:r>
        <w:rPr>
          <w:rFonts w:cs="Georgia"/>
          <w:kern w:val="1"/>
        </w:rPr>
        <w:t>il eût commencé par lui faire la cour</w:t>
      </w:r>
      <w:r w:rsidR="000E1451">
        <w:rPr>
          <w:rFonts w:cs="Georgia"/>
          <w:kern w:val="1"/>
        </w:rPr>
        <w:t>.</w:t>
      </w:r>
    </w:p>
    <w:p w14:paraId="5402F124" w14:textId="77777777" w:rsidR="000E1451" w:rsidRDefault="000E1451" w:rsidP="00BE611A">
      <w:pPr>
        <w:rPr>
          <w:rFonts w:cs="Georgia"/>
          <w:kern w:val="1"/>
        </w:rPr>
      </w:pPr>
      <w:r>
        <w:rPr>
          <w:rFonts w:cs="Georgia"/>
          <w:kern w:val="1"/>
        </w:rPr>
        <w:t>— </w:t>
      </w:r>
      <w:r w:rsidR="00BE611A">
        <w:rPr>
          <w:rFonts w:cs="Georgia"/>
          <w:kern w:val="1"/>
        </w:rPr>
        <w:t>Mon oncle</w:t>
      </w:r>
      <w:r>
        <w:rPr>
          <w:rFonts w:cs="Georgia"/>
          <w:kern w:val="1"/>
        </w:rPr>
        <w:t xml:space="preserve">, </w:t>
      </w:r>
      <w:r w:rsidR="00BE611A">
        <w:rPr>
          <w:rFonts w:cs="Georgia"/>
          <w:kern w:val="1"/>
        </w:rPr>
        <w:t>dit-il enfin</w:t>
      </w:r>
      <w:r>
        <w:rPr>
          <w:rFonts w:cs="Georgia"/>
          <w:kern w:val="1"/>
        </w:rPr>
        <w:t xml:space="preserve">, </w:t>
      </w:r>
      <w:r w:rsidR="00BE611A">
        <w:rPr>
          <w:rFonts w:cs="Georgia"/>
          <w:kern w:val="1"/>
        </w:rPr>
        <w:t>je voudrais pouvoir</w:t>
      </w:r>
      <w:r>
        <w:rPr>
          <w:rFonts w:cs="Georgia"/>
          <w:kern w:val="1"/>
        </w:rPr>
        <w:t xml:space="preserve">, </w:t>
      </w:r>
      <w:r w:rsidR="00BE611A">
        <w:rPr>
          <w:rFonts w:cs="Georgia"/>
          <w:kern w:val="1"/>
        </w:rPr>
        <w:t>sans risquer de paraître présomptueux</w:t>
      </w:r>
      <w:r>
        <w:rPr>
          <w:rFonts w:cs="Georgia"/>
          <w:kern w:val="1"/>
        </w:rPr>
        <w:t xml:space="preserve">, </w:t>
      </w:r>
      <w:r w:rsidR="00BE611A">
        <w:rPr>
          <w:rFonts w:cs="Georgia"/>
          <w:kern w:val="1"/>
        </w:rPr>
        <w:t>vous dire à quel point je suis de votre avis</w:t>
      </w:r>
      <w:r>
        <w:rPr>
          <w:rFonts w:cs="Georgia"/>
          <w:kern w:val="1"/>
        </w:rPr>
        <w:t xml:space="preserve">. </w:t>
      </w:r>
      <w:r w:rsidR="00BE611A">
        <w:rPr>
          <w:rFonts w:cs="Georgia"/>
          <w:kern w:val="1"/>
        </w:rPr>
        <w:t>Dans ma modeste sphère</w:t>
      </w:r>
      <w:r>
        <w:rPr>
          <w:rFonts w:cs="Georgia"/>
          <w:kern w:val="1"/>
        </w:rPr>
        <w:t xml:space="preserve">, </w:t>
      </w:r>
      <w:r w:rsidR="00BE611A">
        <w:rPr>
          <w:rFonts w:cs="Georgia"/>
          <w:kern w:val="1"/>
        </w:rPr>
        <w:t>il n</w:t>
      </w:r>
      <w:r>
        <w:rPr>
          <w:rFonts w:cs="Georgia"/>
          <w:kern w:val="1"/>
        </w:rPr>
        <w:t>’</w:t>
      </w:r>
      <w:r w:rsidR="00BE611A">
        <w:rPr>
          <w:rFonts w:cs="Georgia"/>
          <w:kern w:val="1"/>
        </w:rPr>
        <w:t>est pas de jour que je ne vérifie tout ce que vous venez d</w:t>
      </w:r>
      <w:r>
        <w:rPr>
          <w:rFonts w:cs="Georgia"/>
          <w:kern w:val="1"/>
        </w:rPr>
        <w:t>’</w:t>
      </w:r>
      <w:r w:rsidR="00BE611A">
        <w:rPr>
          <w:rFonts w:cs="Georgia"/>
          <w:kern w:val="1"/>
        </w:rPr>
        <w:t>exposer avec tant de clairvoyance</w:t>
      </w:r>
      <w:r>
        <w:rPr>
          <w:rFonts w:cs="Georgia"/>
          <w:kern w:val="1"/>
        </w:rPr>
        <w:t xml:space="preserve">. </w:t>
      </w:r>
      <w:r w:rsidR="00BE611A">
        <w:rPr>
          <w:rFonts w:cs="Georgia"/>
          <w:kern w:val="1"/>
        </w:rPr>
        <w:t>J</w:t>
      </w:r>
      <w:r>
        <w:rPr>
          <w:rFonts w:cs="Georgia"/>
          <w:kern w:val="1"/>
        </w:rPr>
        <w:t>’</w:t>
      </w:r>
      <w:r w:rsidR="00BE611A">
        <w:rPr>
          <w:rFonts w:cs="Georgia"/>
          <w:kern w:val="1"/>
        </w:rPr>
        <w:t>ai l</w:t>
      </w:r>
      <w:r>
        <w:rPr>
          <w:rFonts w:cs="Georgia"/>
          <w:kern w:val="1"/>
        </w:rPr>
        <w:t>’</w:t>
      </w:r>
      <w:r w:rsidR="00BE611A">
        <w:rPr>
          <w:rFonts w:cs="Georgia"/>
          <w:kern w:val="1"/>
        </w:rPr>
        <w:t>impression que nous continuons à vivre sur des principes d</w:t>
      </w:r>
      <w:r>
        <w:rPr>
          <w:rFonts w:cs="Georgia"/>
          <w:kern w:val="1"/>
        </w:rPr>
        <w:t>’</w:t>
      </w:r>
      <w:r w:rsidR="00BE611A">
        <w:rPr>
          <w:rFonts w:cs="Georgia"/>
          <w:kern w:val="1"/>
        </w:rPr>
        <w:t>un autre âge</w:t>
      </w:r>
      <w:r>
        <w:rPr>
          <w:rFonts w:cs="Georgia"/>
          <w:kern w:val="1"/>
        </w:rPr>
        <w:t xml:space="preserve">. </w:t>
      </w:r>
      <w:r w:rsidR="00BE611A">
        <w:rPr>
          <w:rFonts w:cs="Georgia"/>
          <w:kern w:val="1"/>
        </w:rPr>
        <w:t>Les parades auxquelles nous perdons nos journées me semblent autant de futures chevauchées de la Mort</w:t>
      </w:r>
      <w:r>
        <w:rPr>
          <w:rFonts w:cs="Georgia"/>
          <w:kern w:val="1"/>
        </w:rPr>
        <w:t xml:space="preserve">. </w:t>
      </w:r>
      <w:r w:rsidR="00BE611A">
        <w:rPr>
          <w:rFonts w:cs="Georgia"/>
          <w:kern w:val="1"/>
        </w:rPr>
        <w:t>Vous avez eu de la chance de voir ce que vous avez vu</w:t>
      </w:r>
      <w:r>
        <w:rPr>
          <w:rFonts w:cs="Georgia"/>
          <w:kern w:val="1"/>
        </w:rPr>
        <w:t xml:space="preserve">, </w:t>
      </w:r>
      <w:r w:rsidR="00BE611A">
        <w:rPr>
          <w:rFonts w:cs="Georgia"/>
          <w:kern w:val="1"/>
        </w:rPr>
        <w:t xml:space="preserve">de servir où vous avez </w:t>
      </w:r>
      <w:r w:rsidR="00BE611A">
        <w:rPr>
          <w:rFonts w:cs="Georgia"/>
          <w:kern w:val="1"/>
        </w:rPr>
        <w:lastRenderedPageBreak/>
        <w:t>servi</w:t>
      </w:r>
      <w:r>
        <w:rPr>
          <w:rFonts w:cs="Georgia"/>
          <w:kern w:val="1"/>
        </w:rPr>
        <w:t xml:space="preserve">. </w:t>
      </w:r>
      <w:r w:rsidR="00BE611A">
        <w:rPr>
          <w:rFonts w:cs="Georgia"/>
          <w:kern w:val="1"/>
        </w:rPr>
        <w:t>Qu</w:t>
      </w:r>
      <w:r>
        <w:rPr>
          <w:rFonts w:cs="Georgia"/>
          <w:kern w:val="1"/>
        </w:rPr>
        <w:t>’</w:t>
      </w:r>
      <w:r w:rsidR="00BE611A">
        <w:rPr>
          <w:rFonts w:cs="Georgia"/>
          <w:kern w:val="1"/>
        </w:rPr>
        <w:t>est-ce qui me retient de chercher à vous imiter</w:t>
      </w:r>
      <w:r>
        <w:rPr>
          <w:rFonts w:cs="Georgia"/>
          <w:kern w:val="1"/>
        </w:rPr>
        <w:t xml:space="preserve">, </w:t>
      </w:r>
      <w:r w:rsidR="00BE611A">
        <w:rPr>
          <w:rFonts w:cs="Georgia"/>
          <w:kern w:val="1"/>
        </w:rPr>
        <w:t>de planter là mon uniforme de dragon</w:t>
      </w:r>
      <w:r>
        <w:rPr>
          <w:rFonts w:cs="Georgia"/>
          <w:kern w:val="1"/>
        </w:rPr>
        <w:t xml:space="preserve">, </w:t>
      </w:r>
      <w:r w:rsidR="00BE611A">
        <w:rPr>
          <w:rFonts w:cs="Georgia"/>
          <w:kern w:val="1"/>
        </w:rPr>
        <w:t>de passer moi aussi dans l</w:t>
      </w:r>
      <w:r>
        <w:rPr>
          <w:rFonts w:cs="Georgia"/>
          <w:kern w:val="1"/>
        </w:rPr>
        <w:t>’</w:t>
      </w:r>
      <w:r w:rsidR="00BE611A">
        <w:rPr>
          <w:rFonts w:cs="Georgia"/>
          <w:kern w:val="1"/>
        </w:rPr>
        <w:t>infanterie</w:t>
      </w:r>
      <w:r>
        <w:rPr>
          <w:rFonts w:cs="Georgia"/>
          <w:kern w:val="1"/>
        </w:rPr>
        <w:t> !</w:t>
      </w:r>
    </w:p>
    <w:p w14:paraId="0FE9D31D" w14:textId="77777777" w:rsidR="000E1451" w:rsidRDefault="00BE611A" w:rsidP="00BE611A">
      <w:pPr>
        <w:rPr>
          <w:rFonts w:cs="Georgia"/>
          <w:kern w:val="1"/>
        </w:rPr>
      </w:pPr>
      <w:r>
        <w:rPr>
          <w:rFonts w:cs="Georgia"/>
          <w:kern w:val="1"/>
        </w:rPr>
        <w:t>Le général eut un sourire</w:t>
      </w:r>
      <w:r w:rsidR="000E1451">
        <w:rPr>
          <w:rFonts w:cs="Georgia"/>
          <w:kern w:val="1"/>
        </w:rPr>
        <w:t>.</w:t>
      </w:r>
    </w:p>
    <w:p w14:paraId="1854BBA1" w14:textId="77777777" w:rsidR="000E1451" w:rsidRDefault="000E1451" w:rsidP="00BE611A">
      <w:pPr>
        <w:rPr>
          <w:rFonts w:cs="Georgia"/>
          <w:kern w:val="1"/>
        </w:rPr>
      </w:pPr>
      <w:r>
        <w:rPr>
          <w:rFonts w:cs="Georgia"/>
          <w:kern w:val="1"/>
        </w:rPr>
        <w:t>— </w:t>
      </w:r>
      <w:r w:rsidR="00BE611A">
        <w:rPr>
          <w:rFonts w:cs="Georgia"/>
          <w:kern w:val="1"/>
        </w:rPr>
        <w:t>Voilà qui ne manquerait pas de faire pousser les hauts cris à mon bon cousin Hugo et à sa nichée</w:t>
      </w:r>
      <w:r>
        <w:rPr>
          <w:rFonts w:cs="Georgia"/>
          <w:kern w:val="1"/>
        </w:rPr>
        <w:t xml:space="preserve">, </w:t>
      </w:r>
      <w:r w:rsidR="00BE611A">
        <w:rPr>
          <w:rFonts w:cs="Georgia"/>
          <w:kern w:val="1"/>
        </w:rPr>
        <w:t>dit-il</w:t>
      </w:r>
      <w:r>
        <w:rPr>
          <w:rFonts w:cs="Georgia"/>
          <w:kern w:val="1"/>
        </w:rPr>
        <w:t>.</w:t>
      </w:r>
    </w:p>
    <w:p w14:paraId="05AEDCE5" w14:textId="77777777" w:rsidR="000E1451" w:rsidRDefault="00BE611A" w:rsidP="00BE611A">
      <w:pPr>
        <w:rPr>
          <w:rFonts w:cs="Georgia"/>
          <w:kern w:val="1"/>
        </w:rPr>
      </w:pPr>
      <w:r>
        <w:rPr>
          <w:rFonts w:cs="Georgia"/>
          <w:kern w:val="1"/>
        </w:rPr>
        <w:t>Dietrich de Reichendorf haussa les épaules sans répondre</w:t>
      </w:r>
      <w:r w:rsidR="000E1451">
        <w:rPr>
          <w:rFonts w:cs="Georgia"/>
          <w:kern w:val="1"/>
        </w:rPr>
        <w:t>.</w:t>
      </w:r>
    </w:p>
    <w:p w14:paraId="205CE2A8" w14:textId="77777777" w:rsidR="000E1451" w:rsidRDefault="00BE611A" w:rsidP="00BE611A">
      <w:pPr>
        <w:rPr>
          <w:rFonts w:cs="Georgia"/>
          <w:kern w:val="1"/>
        </w:rPr>
      </w:pPr>
      <w:r>
        <w:rPr>
          <w:rFonts w:cs="Georgia"/>
          <w:kern w:val="1"/>
        </w:rPr>
        <w:t>Quelques mois plus tard</w:t>
      </w:r>
      <w:r w:rsidR="000E1451">
        <w:rPr>
          <w:rFonts w:cs="Georgia"/>
          <w:kern w:val="1"/>
        </w:rPr>
        <w:t xml:space="preserve">, </w:t>
      </w:r>
      <w:r>
        <w:rPr>
          <w:rFonts w:cs="Georgia"/>
          <w:kern w:val="1"/>
        </w:rPr>
        <w:t>lorsqu</w:t>
      </w:r>
      <w:r w:rsidR="000E1451">
        <w:rPr>
          <w:rFonts w:cs="Georgia"/>
          <w:kern w:val="1"/>
        </w:rPr>
        <w:t>’</w:t>
      </w:r>
      <w:r>
        <w:rPr>
          <w:rFonts w:cs="Georgia"/>
          <w:kern w:val="1"/>
        </w:rPr>
        <w:t>il eut compris qu</w:t>
      </w:r>
      <w:r w:rsidR="000E1451">
        <w:rPr>
          <w:rFonts w:cs="Georgia"/>
          <w:kern w:val="1"/>
        </w:rPr>
        <w:t>’</w:t>
      </w:r>
      <w:r>
        <w:rPr>
          <w:rFonts w:cs="Georgia"/>
          <w:kern w:val="1"/>
        </w:rPr>
        <w:t>il aimait Axelle et qu</w:t>
      </w:r>
      <w:r w:rsidR="000E1451">
        <w:rPr>
          <w:rFonts w:cs="Georgia"/>
          <w:kern w:val="1"/>
        </w:rPr>
        <w:t>’</w:t>
      </w:r>
      <w:r>
        <w:rPr>
          <w:rFonts w:cs="Georgia"/>
          <w:kern w:val="1"/>
        </w:rPr>
        <w:t>il désirait l</w:t>
      </w:r>
      <w:r w:rsidR="000E1451">
        <w:rPr>
          <w:rFonts w:cs="Georgia"/>
          <w:kern w:val="1"/>
        </w:rPr>
        <w:t>’</w:t>
      </w:r>
      <w:r>
        <w:rPr>
          <w:rFonts w:cs="Georgia"/>
          <w:kern w:val="1"/>
        </w:rPr>
        <w:t>épouser</w:t>
      </w:r>
      <w:r w:rsidR="000E1451">
        <w:rPr>
          <w:rFonts w:cs="Georgia"/>
          <w:kern w:val="1"/>
        </w:rPr>
        <w:t xml:space="preserve">, </w:t>
      </w:r>
      <w:r>
        <w:rPr>
          <w:rFonts w:cs="Georgia"/>
          <w:kern w:val="1"/>
        </w:rPr>
        <w:t>Dietrich ne se conduisit pas comme jadis son oncle en semblable circonstance</w:t>
      </w:r>
      <w:r w:rsidR="000E1451">
        <w:rPr>
          <w:rFonts w:cs="Georgia"/>
          <w:kern w:val="1"/>
        </w:rPr>
        <w:t xml:space="preserve">. </w:t>
      </w:r>
      <w:r>
        <w:rPr>
          <w:rFonts w:cs="Georgia"/>
          <w:kern w:val="1"/>
        </w:rPr>
        <w:t>Il ne commença pas par déclarer à la jeune fille son amour</w:t>
      </w:r>
      <w:r w:rsidR="000E1451">
        <w:rPr>
          <w:rFonts w:cs="Georgia"/>
          <w:kern w:val="1"/>
        </w:rPr>
        <w:t xml:space="preserve">. </w:t>
      </w:r>
      <w:r>
        <w:rPr>
          <w:rFonts w:cs="Georgia"/>
          <w:kern w:val="1"/>
        </w:rPr>
        <w:t>Correctement</w:t>
      </w:r>
      <w:r w:rsidR="000E1451">
        <w:rPr>
          <w:rFonts w:cs="Georgia"/>
          <w:kern w:val="1"/>
        </w:rPr>
        <w:t xml:space="preserve">, </w:t>
      </w:r>
      <w:r>
        <w:rPr>
          <w:rFonts w:cs="Georgia"/>
          <w:kern w:val="1"/>
        </w:rPr>
        <w:t xml:space="preserve">ce fut à </w:t>
      </w:r>
      <w:r w:rsidR="000E1451">
        <w:rPr>
          <w:rFonts w:cs="Georgia"/>
          <w:kern w:val="1"/>
        </w:rPr>
        <w:t>M. de </w:t>
      </w:r>
      <w:r>
        <w:rPr>
          <w:rFonts w:cs="Georgia"/>
          <w:kern w:val="1"/>
        </w:rPr>
        <w:t>Mirrbach qu</w:t>
      </w:r>
      <w:r w:rsidR="000E1451">
        <w:rPr>
          <w:rFonts w:cs="Georgia"/>
          <w:kern w:val="1"/>
        </w:rPr>
        <w:t>’</w:t>
      </w:r>
      <w:r>
        <w:rPr>
          <w:rFonts w:cs="Georgia"/>
          <w:kern w:val="1"/>
        </w:rPr>
        <w:t>il s</w:t>
      </w:r>
      <w:r w:rsidR="000E1451">
        <w:rPr>
          <w:rFonts w:cs="Georgia"/>
          <w:kern w:val="1"/>
        </w:rPr>
        <w:t>’</w:t>
      </w:r>
      <w:r>
        <w:rPr>
          <w:rFonts w:cs="Georgia"/>
          <w:kern w:val="1"/>
        </w:rPr>
        <w:t>en ouvrit</w:t>
      </w:r>
      <w:r w:rsidR="000E1451">
        <w:rPr>
          <w:rFonts w:cs="Georgia"/>
          <w:kern w:val="1"/>
        </w:rPr>
        <w:t xml:space="preserve">. </w:t>
      </w:r>
      <w:r>
        <w:rPr>
          <w:rFonts w:cs="Georgia"/>
          <w:kern w:val="1"/>
        </w:rPr>
        <w:t>À son tour</w:t>
      </w:r>
      <w:r w:rsidR="000E1451">
        <w:rPr>
          <w:rFonts w:cs="Georgia"/>
          <w:kern w:val="1"/>
        </w:rPr>
        <w:t xml:space="preserve">, </w:t>
      </w:r>
      <w:r>
        <w:rPr>
          <w:rFonts w:cs="Georgia"/>
          <w:kern w:val="1"/>
        </w:rPr>
        <w:t>le général mit Axelle au courant</w:t>
      </w:r>
      <w:r w:rsidR="000E1451">
        <w:rPr>
          <w:rFonts w:cs="Georgia"/>
          <w:kern w:val="1"/>
        </w:rPr>
        <w:t>.</w:t>
      </w:r>
    </w:p>
    <w:p w14:paraId="267019FB" w14:textId="77777777" w:rsidR="000E1451" w:rsidRDefault="000E1451" w:rsidP="00BE611A">
      <w:pPr>
        <w:rPr>
          <w:rFonts w:cs="Georgia"/>
          <w:kern w:val="1"/>
        </w:rPr>
      </w:pPr>
      <w:r>
        <w:rPr>
          <w:rFonts w:cs="Georgia"/>
          <w:kern w:val="1"/>
        </w:rPr>
        <w:t>— </w:t>
      </w:r>
      <w:r w:rsidR="00BE611A">
        <w:rPr>
          <w:rFonts w:cs="Georgia"/>
          <w:kern w:val="1"/>
        </w:rPr>
        <w:t>Dieu sait</w:t>
      </w:r>
      <w:r>
        <w:rPr>
          <w:rFonts w:cs="Georgia"/>
          <w:kern w:val="1"/>
        </w:rPr>
        <w:t xml:space="preserve">, </w:t>
      </w:r>
      <w:r w:rsidR="00BE611A">
        <w:rPr>
          <w:rFonts w:cs="Georgia"/>
          <w:kern w:val="1"/>
        </w:rPr>
        <w:t>dit-il en terminant</w:t>
      </w:r>
      <w:r>
        <w:rPr>
          <w:rFonts w:cs="Georgia"/>
          <w:kern w:val="1"/>
        </w:rPr>
        <w:t xml:space="preserve">, </w:t>
      </w:r>
      <w:r w:rsidR="00BE611A">
        <w:rPr>
          <w:rFonts w:cs="Georgia"/>
          <w:kern w:val="1"/>
        </w:rPr>
        <w:t>si je prétends te laisser libre</w:t>
      </w:r>
      <w:r>
        <w:rPr>
          <w:rFonts w:cs="Georgia"/>
          <w:kern w:val="1"/>
        </w:rPr>
        <w:t xml:space="preserve">. </w:t>
      </w:r>
      <w:r w:rsidR="00BE611A">
        <w:rPr>
          <w:rFonts w:cs="Georgia"/>
          <w:kern w:val="1"/>
        </w:rPr>
        <w:t>Cependant</w:t>
      </w:r>
      <w:r>
        <w:rPr>
          <w:rFonts w:cs="Georgia"/>
          <w:kern w:val="1"/>
        </w:rPr>
        <w:t xml:space="preserve">, </w:t>
      </w:r>
      <w:r w:rsidR="00BE611A">
        <w:rPr>
          <w:rFonts w:cs="Georgia"/>
          <w:kern w:val="1"/>
        </w:rPr>
        <w:t>mon enfant</w:t>
      </w:r>
      <w:r>
        <w:rPr>
          <w:rFonts w:cs="Georgia"/>
          <w:kern w:val="1"/>
        </w:rPr>
        <w:t xml:space="preserve">, </w:t>
      </w:r>
      <w:r w:rsidR="00BE611A">
        <w:rPr>
          <w:rFonts w:cs="Georgia"/>
          <w:kern w:val="1"/>
        </w:rPr>
        <w:t>permets-moi de te faire remarquer combien cette union serait satisfaisante à tous les points de vue</w:t>
      </w:r>
      <w:r>
        <w:rPr>
          <w:rFonts w:cs="Georgia"/>
          <w:kern w:val="1"/>
        </w:rPr>
        <w:t xml:space="preserve">. </w:t>
      </w:r>
      <w:r w:rsidR="00BE611A">
        <w:rPr>
          <w:rFonts w:cs="Georgia"/>
          <w:kern w:val="1"/>
        </w:rPr>
        <w:t>Dietrich t</w:t>
      </w:r>
      <w:r>
        <w:rPr>
          <w:rFonts w:cs="Georgia"/>
          <w:kern w:val="1"/>
        </w:rPr>
        <w:t>’</w:t>
      </w:r>
      <w:r w:rsidR="00BE611A">
        <w:rPr>
          <w:rFonts w:cs="Georgia"/>
          <w:kern w:val="1"/>
        </w:rPr>
        <w:t>aime</w:t>
      </w:r>
      <w:r>
        <w:rPr>
          <w:rFonts w:cs="Georgia"/>
          <w:kern w:val="1"/>
        </w:rPr>
        <w:t xml:space="preserve">. </w:t>
      </w:r>
      <w:r w:rsidR="00BE611A">
        <w:rPr>
          <w:rFonts w:cs="Georgia"/>
          <w:kern w:val="1"/>
        </w:rPr>
        <w:t>Il est sérieux</w:t>
      </w:r>
      <w:r>
        <w:rPr>
          <w:rFonts w:cs="Georgia"/>
          <w:kern w:val="1"/>
        </w:rPr>
        <w:t xml:space="preserve">. </w:t>
      </w:r>
      <w:r w:rsidR="00BE611A">
        <w:rPr>
          <w:rFonts w:cs="Georgia"/>
          <w:kern w:val="1"/>
        </w:rPr>
        <w:t>Sa carrière</w:t>
      </w:r>
      <w:r>
        <w:rPr>
          <w:rFonts w:cs="Georgia"/>
          <w:kern w:val="1"/>
        </w:rPr>
        <w:t xml:space="preserve">, </w:t>
      </w:r>
      <w:r w:rsidR="00BE611A">
        <w:rPr>
          <w:rFonts w:cs="Georgia"/>
          <w:kern w:val="1"/>
        </w:rPr>
        <w:t>dans laquelle je l</w:t>
      </w:r>
      <w:r>
        <w:rPr>
          <w:rFonts w:cs="Georgia"/>
          <w:kern w:val="1"/>
        </w:rPr>
        <w:t>’</w:t>
      </w:r>
      <w:r w:rsidR="00BE611A">
        <w:rPr>
          <w:rFonts w:cs="Georgia"/>
          <w:kern w:val="1"/>
        </w:rPr>
        <w:t>aiderai de mon mieux</w:t>
      </w:r>
      <w:r>
        <w:rPr>
          <w:rFonts w:cs="Georgia"/>
          <w:kern w:val="1"/>
        </w:rPr>
        <w:t xml:space="preserve">, </w:t>
      </w:r>
      <w:r w:rsidR="00BE611A">
        <w:rPr>
          <w:rFonts w:cs="Georgia"/>
          <w:kern w:val="1"/>
        </w:rPr>
        <w:t>promet d</w:t>
      </w:r>
      <w:r>
        <w:rPr>
          <w:rFonts w:cs="Georgia"/>
          <w:kern w:val="1"/>
        </w:rPr>
        <w:t>’</w:t>
      </w:r>
      <w:r w:rsidR="00BE611A">
        <w:rPr>
          <w:rFonts w:cs="Georgia"/>
          <w:kern w:val="1"/>
        </w:rPr>
        <w:t>être fort belle</w:t>
      </w:r>
      <w:r>
        <w:rPr>
          <w:rFonts w:cs="Georgia"/>
          <w:kern w:val="1"/>
        </w:rPr>
        <w:t xml:space="preserve">. </w:t>
      </w:r>
      <w:r w:rsidR="00BE611A">
        <w:rPr>
          <w:rFonts w:cs="Georgia"/>
          <w:kern w:val="1"/>
        </w:rPr>
        <w:t>Enfin et surtout</w:t>
      </w:r>
      <w:r>
        <w:rPr>
          <w:rFonts w:cs="Georgia"/>
          <w:kern w:val="1"/>
        </w:rPr>
        <w:t xml:space="preserve">, </w:t>
      </w:r>
      <w:r w:rsidR="00BE611A">
        <w:rPr>
          <w:rFonts w:cs="Georgia"/>
          <w:kern w:val="1"/>
        </w:rPr>
        <w:t>sa famille</w:t>
      </w:r>
      <w:r>
        <w:rPr>
          <w:rFonts w:cs="Georgia"/>
          <w:kern w:val="1"/>
        </w:rPr>
        <w:t xml:space="preserve">, </w:t>
      </w:r>
      <w:r w:rsidR="00BE611A">
        <w:rPr>
          <w:rFonts w:cs="Georgia"/>
          <w:kern w:val="1"/>
        </w:rPr>
        <w:t>qui s</w:t>
      </w:r>
      <w:r>
        <w:rPr>
          <w:rFonts w:cs="Georgia"/>
          <w:kern w:val="1"/>
        </w:rPr>
        <w:t>’</w:t>
      </w:r>
      <w:r w:rsidR="00BE611A">
        <w:rPr>
          <w:rFonts w:cs="Georgia"/>
          <w:kern w:val="1"/>
        </w:rPr>
        <w:t>est alliée plusieurs fois à la nôtre</w:t>
      </w:r>
      <w:r>
        <w:rPr>
          <w:rFonts w:cs="Georgia"/>
          <w:kern w:val="1"/>
        </w:rPr>
        <w:t xml:space="preserve">, </w:t>
      </w:r>
      <w:r w:rsidR="00BE611A">
        <w:rPr>
          <w:rFonts w:cs="Georgia"/>
          <w:kern w:val="1"/>
        </w:rPr>
        <w:t>est une des plus anciennes de la Prusse</w:t>
      </w:r>
      <w:r>
        <w:rPr>
          <w:rFonts w:cs="Georgia"/>
          <w:kern w:val="1"/>
        </w:rPr>
        <w:t xml:space="preserve">. </w:t>
      </w:r>
      <w:r w:rsidR="00BE611A">
        <w:rPr>
          <w:rFonts w:cs="Georgia"/>
          <w:kern w:val="1"/>
        </w:rPr>
        <w:t>Tu n</w:t>
      </w:r>
      <w:r>
        <w:rPr>
          <w:rFonts w:cs="Georgia"/>
          <w:kern w:val="1"/>
        </w:rPr>
        <w:t>’</w:t>
      </w:r>
      <w:r w:rsidR="00BE611A">
        <w:rPr>
          <w:rFonts w:cs="Georgia"/>
          <w:kern w:val="1"/>
        </w:rPr>
        <w:t>ignores pas le poids de cette dernière considération pour le monde auquel nous appartenons</w:t>
      </w:r>
      <w:r>
        <w:rPr>
          <w:rFonts w:cs="Georgia"/>
          <w:kern w:val="1"/>
        </w:rPr>
        <w:t>.</w:t>
      </w:r>
    </w:p>
    <w:p w14:paraId="35A16895" w14:textId="77777777" w:rsidR="000E1451" w:rsidRDefault="00BE611A" w:rsidP="00BE611A">
      <w:pPr>
        <w:rPr>
          <w:rFonts w:cs="Georgia"/>
          <w:kern w:val="1"/>
        </w:rPr>
      </w:pPr>
      <w:r>
        <w:rPr>
          <w:rFonts w:cs="Georgia"/>
          <w:kern w:val="1"/>
        </w:rPr>
        <w:t>Il s</w:t>
      </w:r>
      <w:r w:rsidR="000E1451">
        <w:rPr>
          <w:rFonts w:cs="Georgia"/>
          <w:kern w:val="1"/>
        </w:rPr>
        <w:t>’</w:t>
      </w:r>
      <w:r>
        <w:rPr>
          <w:rFonts w:cs="Georgia"/>
          <w:kern w:val="1"/>
        </w:rPr>
        <w:t>arrêta</w:t>
      </w:r>
      <w:r w:rsidR="000E1451">
        <w:rPr>
          <w:rFonts w:cs="Georgia"/>
          <w:kern w:val="1"/>
        </w:rPr>
        <w:t xml:space="preserve">, </w:t>
      </w:r>
      <w:r>
        <w:rPr>
          <w:rFonts w:cs="Georgia"/>
          <w:kern w:val="1"/>
        </w:rPr>
        <w:t>gêné soudain</w:t>
      </w:r>
      <w:r w:rsidR="000E1451">
        <w:rPr>
          <w:rFonts w:cs="Georgia"/>
          <w:kern w:val="1"/>
        </w:rPr>
        <w:t xml:space="preserve">. </w:t>
      </w:r>
      <w:r>
        <w:rPr>
          <w:rFonts w:cs="Georgia"/>
          <w:kern w:val="1"/>
        </w:rPr>
        <w:t>Axelle</w:t>
      </w:r>
      <w:r w:rsidR="000E1451">
        <w:rPr>
          <w:rFonts w:cs="Georgia"/>
          <w:kern w:val="1"/>
        </w:rPr>
        <w:t xml:space="preserve">, </w:t>
      </w:r>
      <w:r>
        <w:rPr>
          <w:rFonts w:cs="Georgia"/>
          <w:kern w:val="1"/>
        </w:rPr>
        <w:t>qui l</w:t>
      </w:r>
      <w:r w:rsidR="000E1451">
        <w:rPr>
          <w:rFonts w:cs="Georgia"/>
          <w:kern w:val="1"/>
        </w:rPr>
        <w:t>’</w:t>
      </w:r>
      <w:r>
        <w:rPr>
          <w:rFonts w:cs="Georgia"/>
          <w:kern w:val="1"/>
        </w:rPr>
        <w:t>avait écouté jusqu</w:t>
      </w:r>
      <w:r w:rsidR="000E1451">
        <w:rPr>
          <w:rFonts w:cs="Georgia"/>
          <w:kern w:val="1"/>
        </w:rPr>
        <w:t>’</w:t>
      </w:r>
      <w:r>
        <w:rPr>
          <w:rFonts w:cs="Georgia"/>
          <w:kern w:val="1"/>
        </w:rPr>
        <w:t>alors sans dire un mot</w:t>
      </w:r>
      <w:r w:rsidR="000E1451">
        <w:rPr>
          <w:rFonts w:cs="Georgia"/>
          <w:kern w:val="1"/>
        </w:rPr>
        <w:t xml:space="preserve">, </w:t>
      </w:r>
      <w:r>
        <w:rPr>
          <w:rFonts w:cs="Georgia"/>
          <w:kern w:val="1"/>
        </w:rPr>
        <w:t>venait de relever la tête</w:t>
      </w:r>
      <w:r w:rsidR="000E1451">
        <w:rPr>
          <w:rFonts w:cs="Georgia"/>
          <w:kern w:val="1"/>
        </w:rPr>
        <w:t xml:space="preserve">. </w:t>
      </w:r>
      <w:r>
        <w:rPr>
          <w:rFonts w:cs="Georgia"/>
          <w:kern w:val="1"/>
        </w:rPr>
        <w:t>Peut-être marquait-elle involontairement ainsi sa surprise de voir</w:t>
      </w:r>
      <w:r w:rsidR="000E1451">
        <w:rPr>
          <w:rFonts w:cs="Georgia"/>
          <w:kern w:val="1"/>
        </w:rPr>
        <w:t xml:space="preserve">, </w:t>
      </w:r>
      <w:r>
        <w:rPr>
          <w:rFonts w:cs="Georgia"/>
          <w:kern w:val="1"/>
        </w:rPr>
        <w:t>sur un sujet qu</w:t>
      </w:r>
      <w:r w:rsidR="000E1451">
        <w:rPr>
          <w:rFonts w:cs="Georgia"/>
          <w:kern w:val="1"/>
        </w:rPr>
        <w:t>’</w:t>
      </w:r>
      <w:r>
        <w:rPr>
          <w:rFonts w:cs="Georgia"/>
          <w:kern w:val="1"/>
        </w:rPr>
        <w:t>ils n</w:t>
      </w:r>
      <w:r w:rsidR="000E1451">
        <w:rPr>
          <w:rFonts w:cs="Georgia"/>
          <w:kern w:val="1"/>
        </w:rPr>
        <w:t>’</w:t>
      </w:r>
      <w:r>
        <w:rPr>
          <w:rFonts w:cs="Georgia"/>
          <w:kern w:val="1"/>
        </w:rPr>
        <w:t>avaient jamais abordé</w:t>
      </w:r>
      <w:r w:rsidR="000E1451">
        <w:rPr>
          <w:rFonts w:cs="Georgia"/>
          <w:kern w:val="1"/>
        </w:rPr>
        <w:t>, M. de </w:t>
      </w:r>
      <w:r>
        <w:rPr>
          <w:rFonts w:cs="Georgia"/>
          <w:kern w:val="1"/>
        </w:rPr>
        <w:t>Mirrbach devenu si raisonnable</w:t>
      </w:r>
      <w:r w:rsidR="000E1451">
        <w:rPr>
          <w:rFonts w:cs="Georgia"/>
          <w:kern w:val="1"/>
        </w:rPr>
        <w:t xml:space="preserve">, </w:t>
      </w:r>
      <w:r>
        <w:rPr>
          <w:rFonts w:cs="Georgia"/>
          <w:kern w:val="1"/>
        </w:rPr>
        <w:t>du moment qu</w:t>
      </w:r>
      <w:r w:rsidR="000E1451">
        <w:rPr>
          <w:rFonts w:cs="Georgia"/>
          <w:kern w:val="1"/>
        </w:rPr>
        <w:t>’</w:t>
      </w:r>
      <w:r>
        <w:rPr>
          <w:rFonts w:cs="Georgia"/>
          <w:kern w:val="1"/>
        </w:rPr>
        <w:t>il s</w:t>
      </w:r>
      <w:r w:rsidR="000E1451">
        <w:rPr>
          <w:rFonts w:cs="Georgia"/>
          <w:kern w:val="1"/>
        </w:rPr>
        <w:t>’</w:t>
      </w:r>
      <w:r>
        <w:rPr>
          <w:rFonts w:cs="Georgia"/>
          <w:kern w:val="1"/>
        </w:rPr>
        <w:t>agissait d</w:t>
      </w:r>
      <w:r w:rsidR="000E1451">
        <w:rPr>
          <w:rFonts w:cs="Georgia"/>
          <w:kern w:val="1"/>
        </w:rPr>
        <w:t>’</w:t>
      </w:r>
      <w:r>
        <w:rPr>
          <w:rFonts w:cs="Georgia"/>
          <w:kern w:val="1"/>
        </w:rPr>
        <w:t>elle</w:t>
      </w:r>
      <w:r w:rsidR="000E1451">
        <w:rPr>
          <w:rFonts w:cs="Georgia"/>
          <w:kern w:val="1"/>
        </w:rPr>
        <w:t xml:space="preserve">. </w:t>
      </w:r>
      <w:r>
        <w:rPr>
          <w:rFonts w:cs="Georgia"/>
          <w:kern w:val="1"/>
        </w:rPr>
        <w:t>En tout cas</w:t>
      </w:r>
      <w:r w:rsidR="000E1451">
        <w:rPr>
          <w:rFonts w:cs="Georgia"/>
          <w:kern w:val="1"/>
        </w:rPr>
        <w:t xml:space="preserve">, </w:t>
      </w:r>
      <w:r>
        <w:rPr>
          <w:rFonts w:cs="Georgia"/>
          <w:kern w:val="1"/>
        </w:rPr>
        <w:t>elle avait compris</w:t>
      </w:r>
      <w:r w:rsidR="000E1451">
        <w:rPr>
          <w:rFonts w:cs="Georgia"/>
          <w:kern w:val="1"/>
        </w:rPr>
        <w:t xml:space="preserve">. </w:t>
      </w:r>
      <w:r>
        <w:rPr>
          <w:rFonts w:cs="Georgia"/>
          <w:kern w:val="1"/>
        </w:rPr>
        <w:t>Elle savait le calcul qui était à la base du projet qu</w:t>
      </w:r>
      <w:r w:rsidR="000E1451">
        <w:rPr>
          <w:rFonts w:cs="Georgia"/>
          <w:kern w:val="1"/>
        </w:rPr>
        <w:t>’</w:t>
      </w:r>
      <w:r>
        <w:rPr>
          <w:rFonts w:cs="Georgia"/>
          <w:kern w:val="1"/>
        </w:rPr>
        <w:t>il venait de lui soumettre</w:t>
      </w:r>
      <w:r w:rsidR="000E1451">
        <w:rPr>
          <w:rFonts w:cs="Georgia"/>
          <w:kern w:val="1"/>
        </w:rPr>
        <w:t xml:space="preserve">. </w:t>
      </w:r>
      <w:r>
        <w:rPr>
          <w:rFonts w:cs="Georgia"/>
          <w:kern w:val="1"/>
        </w:rPr>
        <w:t>L</w:t>
      </w:r>
      <w:r w:rsidR="000E1451">
        <w:rPr>
          <w:rFonts w:cs="Georgia"/>
          <w:kern w:val="1"/>
        </w:rPr>
        <w:t>’</w:t>
      </w:r>
      <w:r>
        <w:rPr>
          <w:rFonts w:cs="Georgia"/>
          <w:kern w:val="1"/>
        </w:rPr>
        <w:t xml:space="preserve">homme mûr </w:t>
      </w:r>
      <w:r>
        <w:rPr>
          <w:rFonts w:cs="Georgia"/>
          <w:kern w:val="1"/>
        </w:rPr>
        <w:lastRenderedPageBreak/>
        <w:t>s</w:t>
      </w:r>
      <w:r w:rsidR="000E1451">
        <w:rPr>
          <w:rFonts w:cs="Georgia"/>
          <w:kern w:val="1"/>
        </w:rPr>
        <w:t>’</w:t>
      </w:r>
      <w:r>
        <w:rPr>
          <w:rFonts w:cs="Georgia"/>
          <w:kern w:val="1"/>
        </w:rPr>
        <w:t>inclinait devant la règle contre laquelle</w:t>
      </w:r>
      <w:r w:rsidR="000E1451">
        <w:rPr>
          <w:rFonts w:cs="Georgia"/>
          <w:kern w:val="1"/>
        </w:rPr>
        <w:t xml:space="preserve">, </w:t>
      </w:r>
      <w:r>
        <w:rPr>
          <w:rFonts w:cs="Georgia"/>
          <w:kern w:val="1"/>
        </w:rPr>
        <w:t>vingt-cinq ans auparavant</w:t>
      </w:r>
      <w:r w:rsidR="000E1451">
        <w:rPr>
          <w:rFonts w:cs="Georgia"/>
          <w:kern w:val="1"/>
        </w:rPr>
        <w:t xml:space="preserve">, </w:t>
      </w:r>
      <w:r>
        <w:rPr>
          <w:rFonts w:cs="Georgia"/>
          <w:kern w:val="1"/>
        </w:rPr>
        <w:t>le jeune homme s</w:t>
      </w:r>
      <w:r w:rsidR="000E1451">
        <w:rPr>
          <w:rFonts w:cs="Georgia"/>
          <w:kern w:val="1"/>
        </w:rPr>
        <w:t>’</w:t>
      </w:r>
      <w:r>
        <w:rPr>
          <w:rFonts w:cs="Georgia"/>
          <w:kern w:val="1"/>
        </w:rPr>
        <w:t>était insurgé</w:t>
      </w:r>
      <w:r w:rsidR="000E1451">
        <w:rPr>
          <w:rFonts w:cs="Georgia"/>
          <w:kern w:val="1"/>
        </w:rPr>
        <w:t xml:space="preserve">. </w:t>
      </w:r>
      <w:r>
        <w:rPr>
          <w:rFonts w:cs="Georgia"/>
          <w:kern w:val="1"/>
        </w:rPr>
        <w:t>Le mariage qu</w:t>
      </w:r>
      <w:r w:rsidR="000E1451">
        <w:rPr>
          <w:rFonts w:cs="Georgia"/>
          <w:kern w:val="1"/>
        </w:rPr>
        <w:t>’</w:t>
      </w:r>
      <w:r>
        <w:rPr>
          <w:rFonts w:cs="Georgia"/>
          <w:kern w:val="1"/>
        </w:rPr>
        <w:t>il proposait à sa fille avait pour but de faire rentrer de façon définitive dans la norme ce qui en était autrefois sorti</w:t>
      </w:r>
      <w:r w:rsidR="000E1451">
        <w:rPr>
          <w:rFonts w:cs="Georgia"/>
          <w:kern w:val="1"/>
        </w:rPr>
        <w:t>.</w:t>
      </w:r>
    </w:p>
    <w:p w14:paraId="0C35F107" w14:textId="77777777" w:rsidR="000E1451" w:rsidRDefault="00BE611A" w:rsidP="00BE611A">
      <w:pPr>
        <w:rPr>
          <w:rFonts w:cs="Georgia"/>
          <w:kern w:val="1"/>
        </w:rPr>
      </w:pPr>
      <w:r>
        <w:rPr>
          <w:rFonts w:cs="Georgia"/>
          <w:kern w:val="1"/>
        </w:rPr>
        <w:t>Cette minute devait être décisive dans la vie d</w:t>
      </w:r>
      <w:r w:rsidR="000E1451">
        <w:rPr>
          <w:rFonts w:cs="Georgia"/>
          <w:kern w:val="1"/>
        </w:rPr>
        <w:t>’</w:t>
      </w:r>
      <w:r>
        <w:rPr>
          <w:rFonts w:cs="Georgia"/>
          <w:kern w:val="1"/>
        </w:rPr>
        <w:t>Axelle de Mirrbach</w:t>
      </w:r>
      <w:r w:rsidR="000E1451">
        <w:rPr>
          <w:rFonts w:cs="Georgia"/>
          <w:kern w:val="1"/>
        </w:rPr>
        <w:t xml:space="preserve">. </w:t>
      </w:r>
      <w:r>
        <w:rPr>
          <w:rFonts w:cs="Georgia"/>
          <w:kern w:val="1"/>
        </w:rPr>
        <w:t>Il n</w:t>
      </w:r>
      <w:r w:rsidR="000E1451">
        <w:rPr>
          <w:rFonts w:cs="Georgia"/>
          <w:kern w:val="1"/>
        </w:rPr>
        <w:t>’</w:t>
      </w:r>
      <w:r>
        <w:rPr>
          <w:rFonts w:cs="Georgia"/>
          <w:kern w:val="1"/>
        </w:rPr>
        <w:t>est pas question pour l</w:t>
      </w:r>
      <w:r w:rsidR="000E1451">
        <w:rPr>
          <w:rFonts w:cs="Georgia"/>
          <w:kern w:val="1"/>
        </w:rPr>
        <w:t>’</w:t>
      </w:r>
      <w:r>
        <w:rPr>
          <w:rFonts w:cs="Georgia"/>
          <w:kern w:val="1"/>
        </w:rPr>
        <w:t>instant d</w:t>
      </w:r>
      <w:r w:rsidR="000E1451">
        <w:rPr>
          <w:rFonts w:cs="Georgia"/>
          <w:kern w:val="1"/>
        </w:rPr>
        <w:t>’</w:t>
      </w:r>
      <w:r>
        <w:rPr>
          <w:rFonts w:cs="Georgia"/>
          <w:kern w:val="1"/>
        </w:rPr>
        <w:t>épiloguer</w:t>
      </w:r>
      <w:r w:rsidR="000E1451">
        <w:rPr>
          <w:rFonts w:cs="Georgia"/>
          <w:kern w:val="1"/>
        </w:rPr>
        <w:t xml:space="preserve">, </w:t>
      </w:r>
      <w:r>
        <w:rPr>
          <w:rFonts w:cs="Georgia"/>
          <w:kern w:val="1"/>
        </w:rPr>
        <w:t>de rechercher si</w:t>
      </w:r>
      <w:r w:rsidR="000E1451">
        <w:rPr>
          <w:rFonts w:cs="Georgia"/>
          <w:kern w:val="1"/>
        </w:rPr>
        <w:t xml:space="preserve">, </w:t>
      </w:r>
      <w:r>
        <w:rPr>
          <w:rFonts w:cs="Georgia"/>
          <w:kern w:val="1"/>
        </w:rPr>
        <w:t>lorsqu</w:t>
      </w:r>
      <w:r w:rsidR="000E1451">
        <w:rPr>
          <w:rFonts w:cs="Georgia"/>
          <w:kern w:val="1"/>
        </w:rPr>
        <w:t>’</w:t>
      </w:r>
      <w:r>
        <w:rPr>
          <w:rFonts w:cs="Georgia"/>
          <w:kern w:val="1"/>
        </w:rPr>
        <w:t>elle consentit à devenir la femme d</w:t>
      </w:r>
      <w:r w:rsidR="000E1451">
        <w:rPr>
          <w:rFonts w:cs="Georgia"/>
          <w:kern w:val="1"/>
        </w:rPr>
        <w:t>’</w:t>
      </w:r>
      <w:r>
        <w:rPr>
          <w:rFonts w:cs="Georgia"/>
          <w:kern w:val="1"/>
        </w:rPr>
        <w:t>un Reichendorf</w:t>
      </w:r>
      <w:r w:rsidR="000E1451">
        <w:rPr>
          <w:rFonts w:cs="Georgia"/>
          <w:kern w:val="1"/>
        </w:rPr>
        <w:t xml:space="preserve">, </w:t>
      </w:r>
      <w:r>
        <w:rPr>
          <w:rFonts w:cs="Georgia"/>
          <w:kern w:val="1"/>
        </w:rPr>
        <w:t>elle aimait ou n</w:t>
      </w:r>
      <w:r w:rsidR="000E1451">
        <w:rPr>
          <w:rFonts w:cs="Georgia"/>
          <w:kern w:val="1"/>
        </w:rPr>
        <w:t>’</w:t>
      </w:r>
      <w:r>
        <w:rPr>
          <w:rFonts w:cs="Georgia"/>
          <w:kern w:val="1"/>
        </w:rPr>
        <w:t>aimait pas Dietrich</w:t>
      </w:r>
      <w:r w:rsidR="000E1451">
        <w:rPr>
          <w:rFonts w:cs="Georgia"/>
          <w:kern w:val="1"/>
        </w:rPr>
        <w:t xml:space="preserve"> ? </w:t>
      </w:r>
      <w:r>
        <w:rPr>
          <w:rFonts w:cs="Georgia"/>
          <w:kern w:val="1"/>
        </w:rPr>
        <w:t>Il s</w:t>
      </w:r>
      <w:r w:rsidR="000E1451">
        <w:rPr>
          <w:rFonts w:cs="Georgia"/>
          <w:kern w:val="1"/>
        </w:rPr>
        <w:t>’</w:t>
      </w:r>
      <w:r>
        <w:rPr>
          <w:rFonts w:cs="Georgia"/>
          <w:kern w:val="1"/>
        </w:rPr>
        <w:t>agit de constater qu</w:t>
      </w:r>
      <w:r w:rsidR="000E1451">
        <w:rPr>
          <w:rFonts w:cs="Georgia"/>
          <w:kern w:val="1"/>
        </w:rPr>
        <w:t>’</w:t>
      </w:r>
      <w:r>
        <w:rPr>
          <w:rFonts w:cs="Georgia"/>
          <w:kern w:val="1"/>
        </w:rPr>
        <w:t>en se rangeant aux raisons que lui donnait son père</w:t>
      </w:r>
      <w:r w:rsidR="000E1451">
        <w:rPr>
          <w:rFonts w:cs="Georgia"/>
          <w:kern w:val="1"/>
        </w:rPr>
        <w:t xml:space="preserve">, </w:t>
      </w:r>
      <w:r>
        <w:rPr>
          <w:rFonts w:cs="Georgia"/>
          <w:kern w:val="1"/>
        </w:rPr>
        <w:t>Axelle admettait tacitement qu</w:t>
      </w:r>
      <w:r w:rsidR="000E1451">
        <w:rPr>
          <w:rFonts w:cs="Georgia"/>
          <w:kern w:val="1"/>
        </w:rPr>
        <w:t>’</w:t>
      </w:r>
      <w:r>
        <w:rPr>
          <w:rFonts w:cs="Georgia"/>
          <w:kern w:val="1"/>
        </w:rPr>
        <w:t>elle faisait partie d</w:t>
      </w:r>
      <w:r w:rsidR="000E1451">
        <w:rPr>
          <w:rFonts w:cs="Georgia"/>
          <w:kern w:val="1"/>
        </w:rPr>
        <w:t>’</w:t>
      </w:r>
      <w:r>
        <w:rPr>
          <w:rFonts w:cs="Georgia"/>
          <w:kern w:val="1"/>
        </w:rPr>
        <w:t>une caste dont elle s</w:t>
      </w:r>
      <w:r w:rsidR="000E1451">
        <w:rPr>
          <w:rFonts w:cs="Georgia"/>
          <w:kern w:val="1"/>
        </w:rPr>
        <w:t>’</w:t>
      </w:r>
      <w:r>
        <w:rPr>
          <w:rFonts w:cs="Georgia"/>
          <w:kern w:val="1"/>
        </w:rPr>
        <w:t>engageait à ne discuter désormais ni l</w:t>
      </w:r>
      <w:r w:rsidR="000E1451">
        <w:rPr>
          <w:rFonts w:cs="Georgia"/>
          <w:kern w:val="1"/>
        </w:rPr>
        <w:t>’</w:t>
      </w:r>
      <w:r>
        <w:rPr>
          <w:rFonts w:cs="Georgia"/>
          <w:kern w:val="1"/>
        </w:rPr>
        <w:t>esprit</w:t>
      </w:r>
      <w:r w:rsidR="000E1451">
        <w:rPr>
          <w:rFonts w:cs="Georgia"/>
          <w:kern w:val="1"/>
        </w:rPr>
        <w:t xml:space="preserve">, </w:t>
      </w:r>
      <w:r>
        <w:rPr>
          <w:rFonts w:cs="Georgia"/>
          <w:kern w:val="1"/>
        </w:rPr>
        <w:t>ni la loi</w:t>
      </w:r>
      <w:r w:rsidR="000E1451">
        <w:rPr>
          <w:rFonts w:cs="Georgia"/>
          <w:kern w:val="1"/>
        </w:rPr>
        <w:t xml:space="preserve">. </w:t>
      </w:r>
      <w:r>
        <w:rPr>
          <w:rFonts w:cs="Georgia"/>
          <w:kern w:val="1"/>
        </w:rPr>
        <w:t>La fille de Dora Küntz et de Bernard de Mirrbach reconnaissait sa dépendance</w:t>
      </w:r>
      <w:r w:rsidR="000E1451">
        <w:rPr>
          <w:rFonts w:cs="Georgia"/>
          <w:kern w:val="1"/>
        </w:rPr>
        <w:t xml:space="preserve">. </w:t>
      </w:r>
      <w:r>
        <w:rPr>
          <w:rFonts w:cs="Georgia"/>
          <w:kern w:val="1"/>
        </w:rPr>
        <w:t>Elle en acceptait une fois pour toutes les conséquences sans merci</w:t>
      </w:r>
      <w:r w:rsidR="000E1451">
        <w:rPr>
          <w:rFonts w:cs="Georgia"/>
          <w:kern w:val="1"/>
        </w:rPr>
        <w:t>.</w:t>
      </w:r>
    </w:p>
    <w:p w14:paraId="0C6C454E" w14:textId="77777777" w:rsidR="00BE611A" w:rsidRDefault="00BE611A" w:rsidP="00BE611A">
      <w:pPr>
        <w:rPr>
          <w:rFonts w:cs="Georgia"/>
          <w:kern w:val="1"/>
        </w:rPr>
      </w:pPr>
    </w:p>
    <w:p w14:paraId="30AB77CF" w14:textId="77777777" w:rsidR="000E1451" w:rsidRDefault="00BE611A" w:rsidP="00BE611A">
      <w:pPr>
        <w:rPr>
          <w:rFonts w:cs="Georgia"/>
          <w:kern w:val="1"/>
        </w:rPr>
      </w:pPr>
      <w:r>
        <w:rPr>
          <w:rFonts w:cs="Georgia"/>
          <w:kern w:val="1"/>
        </w:rPr>
        <w:t>Ce n</w:t>
      </w:r>
      <w:r w:rsidR="000E1451">
        <w:rPr>
          <w:rFonts w:cs="Georgia"/>
          <w:kern w:val="1"/>
        </w:rPr>
        <w:t>’</w:t>
      </w:r>
      <w:r>
        <w:rPr>
          <w:rFonts w:cs="Georgia"/>
          <w:kern w:val="1"/>
        </w:rPr>
        <w:t xml:space="preserve">est pas sans peine que je suis parvenu à parler de </w:t>
      </w:r>
      <w:r w:rsidR="000E1451">
        <w:rPr>
          <w:rFonts w:cs="Georgia"/>
          <w:kern w:val="1"/>
        </w:rPr>
        <w:t>M</w:t>
      </w:r>
      <w:r w:rsidR="000E1451" w:rsidRPr="000E1451">
        <w:rPr>
          <w:rFonts w:cs="Georgia"/>
          <w:kern w:val="1"/>
          <w:vertAlign w:val="superscript"/>
        </w:rPr>
        <w:t>lle</w:t>
      </w:r>
      <w:r w:rsidR="000E1451">
        <w:rPr>
          <w:rFonts w:cs="Georgia"/>
          <w:kern w:val="1"/>
        </w:rPr>
        <w:t> de </w:t>
      </w:r>
      <w:r>
        <w:rPr>
          <w:rFonts w:cs="Georgia"/>
          <w:kern w:val="1"/>
        </w:rPr>
        <w:t>Mirrbach comme je viens de le faire</w:t>
      </w:r>
      <w:r w:rsidR="000E1451">
        <w:rPr>
          <w:rFonts w:cs="Georgia"/>
          <w:kern w:val="1"/>
        </w:rPr>
        <w:t xml:space="preserve">. </w:t>
      </w:r>
      <w:r>
        <w:rPr>
          <w:rFonts w:cs="Georgia"/>
          <w:kern w:val="1"/>
        </w:rPr>
        <w:t>Peut-être l</w:t>
      </w:r>
      <w:r w:rsidR="000E1451">
        <w:rPr>
          <w:rFonts w:cs="Georgia"/>
          <w:kern w:val="1"/>
        </w:rPr>
        <w:t>’</w:t>
      </w:r>
      <w:r>
        <w:rPr>
          <w:rFonts w:cs="Georgia"/>
          <w:kern w:val="1"/>
        </w:rPr>
        <w:t>aura-t-on compris</w:t>
      </w:r>
      <w:r w:rsidR="000E1451">
        <w:rPr>
          <w:rFonts w:cs="Georgia"/>
          <w:kern w:val="1"/>
        </w:rPr>
        <w:t xml:space="preserve">. </w:t>
      </w:r>
      <w:r>
        <w:rPr>
          <w:rFonts w:cs="Georgia"/>
          <w:kern w:val="1"/>
        </w:rPr>
        <w:t>Peut-être aura-t-on senti quelle victoire sur moi-même représente ce détachement</w:t>
      </w:r>
      <w:r w:rsidR="000E1451">
        <w:rPr>
          <w:rFonts w:cs="Georgia"/>
          <w:kern w:val="1"/>
        </w:rPr>
        <w:t xml:space="preserve">, </w:t>
      </w:r>
      <w:r>
        <w:rPr>
          <w:rFonts w:cs="Georgia"/>
          <w:kern w:val="1"/>
        </w:rPr>
        <w:t>cette froideur apparente</w:t>
      </w:r>
      <w:r w:rsidR="000E1451">
        <w:rPr>
          <w:rFonts w:cs="Georgia"/>
          <w:kern w:val="1"/>
        </w:rPr>
        <w:t xml:space="preserve">, </w:t>
      </w:r>
      <w:r>
        <w:rPr>
          <w:rFonts w:cs="Georgia"/>
          <w:kern w:val="1"/>
        </w:rPr>
        <w:t>cet effort vers l</w:t>
      </w:r>
      <w:r w:rsidR="000E1451">
        <w:rPr>
          <w:rFonts w:cs="Georgia"/>
          <w:kern w:val="1"/>
        </w:rPr>
        <w:t>’</w:t>
      </w:r>
      <w:r>
        <w:rPr>
          <w:rFonts w:cs="Georgia"/>
          <w:kern w:val="1"/>
        </w:rPr>
        <w:t>équilibre</w:t>
      </w:r>
      <w:r w:rsidR="000E1451">
        <w:rPr>
          <w:rFonts w:cs="Georgia"/>
          <w:kern w:val="1"/>
        </w:rPr>
        <w:t xml:space="preserve">. </w:t>
      </w:r>
      <w:r>
        <w:rPr>
          <w:rFonts w:cs="Georgia"/>
          <w:kern w:val="1"/>
        </w:rPr>
        <w:t>Qu</w:t>
      </w:r>
      <w:r w:rsidR="000E1451">
        <w:rPr>
          <w:rFonts w:cs="Georgia"/>
          <w:kern w:val="1"/>
        </w:rPr>
        <w:t>’</w:t>
      </w:r>
      <w:r>
        <w:rPr>
          <w:rFonts w:cs="Georgia"/>
          <w:kern w:val="1"/>
        </w:rPr>
        <w:t>on veuille bien s</w:t>
      </w:r>
      <w:r w:rsidR="000E1451">
        <w:rPr>
          <w:rFonts w:cs="Georgia"/>
          <w:kern w:val="1"/>
        </w:rPr>
        <w:t>’</w:t>
      </w:r>
      <w:r>
        <w:rPr>
          <w:rFonts w:cs="Georgia"/>
          <w:kern w:val="1"/>
        </w:rPr>
        <w:t>en rendre compte</w:t>
      </w:r>
      <w:r w:rsidR="000E1451">
        <w:rPr>
          <w:rFonts w:cs="Georgia"/>
          <w:kern w:val="1"/>
        </w:rPr>
        <w:t xml:space="preserve"> ; </w:t>
      </w:r>
      <w:r>
        <w:rPr>
          <w:rFonts w:cs="Georgia"/>
          <w:kern w:val="1"/>
        </w:rPr>
        <w:t>il n</w:t>
      </w:r>
      <w:r w:rsidR="000E1451">
        <w:rPr>
          <w:rFonts w:cs="Georgia"/>
          <w:kern w:val="1"/>
        </w:rPr>
        <w:t>’</w:t>
      </w:r>
      <w:r>
        <w:rPr>
          <w:rFonts w:cs="Georgia"/>
          <w:kern w:val="1"/>
        </w:rPr>
        <w:t>y a pas un détail dont je viens de me servir qui ne m</w:t>
      </w:r>
      <w:r w:rsidR="000E1451">
        <w:rPr>
          <w:rFonts w:cs="Georgia"/>
          <w:kern w:val="1"/>
        </w:rPr>
        <w:t>’</w:t>
      </w:r>
      <w:r>
        <w:rPr>
          <w:rFonts w:cs="Georgia"/>
          <w:kern w:val="1"/>
        </w:rPr>
        <w:t>ait fait revivre les heures d</w:t>
      </w:r>
      <w:r w:rsidR="000E1451">
        <w:rPr>
          <w:rFonts w:cs="Georgia"/>
          <w:kern w:val="1"/>
        </w:rPr>
        <w:t>’</w:t>
      </w:r>
      <w:r>
        <w:rPr>
          <w:rFonts w:cs="Georgia"/>
          <w:kern w:val="1"/>
        </w:rPr>
        <w:t>insomnie passées à évoquer les plus insignifiants de ces souvenirs</w:t>
      </w:r>
      <w:r w:rsidR="000E1451">
        <w:rPr>
          <w:rFonts w:cs="Georgia"/>
          <w:kern w:val="1"/>
        </w:rPr>
        <w:t xml:space="preserve">, </w:t>
      </w:r>
      <w:r>
        <w:rPr>
          <w:rFonts w:cs="Georgia"/>
          <w:kern w:val="1"/>
        </w:rPr>
        <w:t>à les interpréter de façon différente</w:t>
      </w:r>
      <w:r w:rsidR="000E1451">
        <w:rPr>
          <w:rFonts w:cs="Georgia"/>
          <w:kern w:val="1"/>
        </w:rPr>
        <w:t xml:space="preserve">, </w:t>
      </w:r>
      <w:r>
        <w:rPr>
          <w:rFonts w:cs="Georgia"/>
          <w:kern w:val="1"/>
        </w:rPr>
        <w:t>à les charger d</w:t>
      </w:r>
      <w:r w:rsidR="000E1451">
        <w:rPr>
          <w:rFonts w:cs="Georgia"/>
          <w:kern w:val="1"/>
        </w:rPr>
        <w:t>’</w:t>
      </w:r>
      <w:r>
        <w:rPr>
          <w:rFonts w:cs="Georgia"/>
          <w:kern w:val="1"/>
        </w:rPr>
        <w:t>un sens nouveau</w:t>
      </w:r>
      <w:r w:rsidR="000E1451">
        <w:rPr>
          <w:rFonts w:cs="Georgia"/>
          <w:kern w:val="1"/>
        </w:rPr>
        <w:t xml:space="preserve">, </w:t>
      </w:r>
      <w:r>
        <w:rPr>
          <w:rFonts w:cs="Georgia"/>
          <w:kern w:val="1"/>
        </w:rPr>
        <w:t>d</w:t>
      </w:r>
      <w:r w:rsidR="000E1451">
        <w:rPr>
          <w:rFonts w:cs="Georgia"/>
          <w:kern w:val="1"/>
        </w:rPr>
        <w:t>’</w:t>
      </w:r>
      <w:r>
        <w:rPr>
          <w:rFonts w:cs="Georgia"/>
          <w:kern w:val="1"/>
        </w:rPr>
        <w:t>où je tirais tour à tour les plus folles raisons de désespoir ou d</w:t>
      </w:r>
      <w:r w:rsidR="000E1451">
        <w:rPr>
          <w:rFonts w:cs="Georgia"/>
          <w:kern w:val="1"/>
        </w:rPr>
        <w:t>’</w:t>
      </w:r>
      <w:r>
        <w:rPr>
          <w:rFonts w:cs="Georgia"/>
          <w:kern w:val="1"/>
        </w:rPr>
        <w:t>allégresse</w:t>
      </w:r>
      <w:r w:rsidR="000E1451">
        <w:rPr>
          <w:rFonts w:cs="Georgia"/>
          <w:kern w:val="1"/>
        </w:rPr>
        <w:t xml:space="preserve">. </w:t>
      </w:r>
      <w:r>
        <w:rPr>
          <w:rFonts w:cs="Georgia"/>
          <w:kern w:val="1"/>
        </w:rPr>
        <w:t>Ma journée terminée au château</w:t>
      </w:r>
      <w:r w:rsidR="000E1451">
        <w:rPr>
          <w:rFonts w:cs="Georgia"/>
          <w:kern w:val="1"/>
        </w:rPr>
        <w:t xml:space="preserve">, </w:t>
      </w:r>
      <w:r>
        <w:rPr>
          <w:rFonts w:cs="Georgia"/>
          <w:kern w:val="1"/>
        </w:rPr>
        <w:t>dès que j</w:t>
      </w:r>
      <w:r w:rsidR="000E1451">
        <w:rPr>
          <w:rFonts w:cs="Georgia"/>
          <w:kern w:val="1"/>
        </w:rPr>
        <w:t>’</w:t>
      </w:r>
      <w:r>
        <w:rPr>
          <w:rFonts w:cs="Georgia"/>
          <w:kern w:val="1"/>
        </w:rPr>
        <w:t>avais regagné le camp</w:t>
      </w:r>
      <w:r w:rsidR="000E1451">
        <w:rPr>
          <w:rFonts w:cs="Georgia"/>
          <w:kern w:val="1"/>
        </w:rPr>
        <w:t xml:space="preserve">, </w:t>
      </w:r>
      <w:r>
        <w:rPr>
          <w:rFonts w:cs="Georgia"/>
          <w:kern w:val="1"/>
        </w:rPr>
        <w:t>prenant juste le temps de manger</w:t>
      </w:r>
      <w:r w:rsidR="000E1451">
        <w:rPr>
          <w:rFonts w:cs="Georgia"/>
          <w:kern w:val="1"/>
        </w:rPr>
        <w:t xml:space="preserve">, </w:t>
      </w:r>
      <w:r>
        <w:rPr>
          <w:rFonts w:cs="Georgia"/>
          <w:kern w:val="1"/>
        </w:rPr>
        <w:t>n</w:t>
      </w:r>
      <w:r w:rsidR="000E1451">
        <w:rPr>
          <w:rFonts w:cs="Georgia"/>
          <w:kern w:val="1"/>
        </w:rPr>
        <w:t>’</w:t>
      </w:r>
      <w:r>
        <w:rPr>
          <w:rFonts w:cs="Georgia"/>
          <w:kern w:val="1"/>
        </w:rPr>
        <w:t>adressant plus à mes camarades que quelques paroles distraites</w:t>
      </w:r>
      <w:r w:rsidR="000E1451">
        <w:rPr>
          <w:rFonts w:cs="Georgia"/>
          <w:kern w:val="1"/>
        </w:rPr>
        <w:t xml:space="preserve">, </w:t>
      </w:r>
      <w:r>
        <w:rPr>
          <w:rFonts w:cs="Georgia"/>
          <w:kern w:val="1"/>
        </w:rPr>
        <w:t>je me couchais</w:t>
      </w:r>
      <w:r w:rsidR="000E1451">
        <w:rPr>
          <w:rFonts w:cs="Georgia"/>
          <w:kern w:val="1"/>
        </w:rPr>
        <w:t xml:space="preserve">. </w:t>
      </w:r>
      <w:r>
        <w:rPr>
          <w:rFonts w:cs="Georgia"/>
          <w:kern w:val="1"/>
        </w:rPr>
        <w:t>J</w:t>
      </w:r>
      <w:r w:rsidR="000E1451">
        <w:rPr>
          <w:rFonts w:cs="Georgia"/>
          <w:kern w:val="1"/>
        </w:rPr>
        <w:t>’</w:t>
      </w:r>
      <w:r>
        <w:rPr>
          <w:rFonts w:cs="Georgia"/>
          <w:kern w:val="1"/>
        </w:rPr>
        <w:t>avais tant de hâte d</w:t>
      </w:r>
      <w:r w:rsidR="000E1451">
        <w:rPr>
          <w:rFonts w:cs="Georgia"/>
          <w:kern w:val="1"/>
        </w:rPr>
        <w:t>’</w:t>
      </w:r>
      <w:r>
        <w:rPr>
          <w:rFonts w:cs="Georgia"/>
          <w:kern w:val="1"/>
        </w:rPr>
        <w:t>être seul</w:t>
      </w:r>
      <w:r w:rsidR="000E1451">
        <w:rPr>
          <w:rFonts w:cs="Georgia"/>
          <w:kern w:val="1"/>
        </w:rPr>
        <w:t xml:space="preserve">. </w:t>
      </w:r>
      <w:r>
        <w:rPr>
          <w:rFonts w:cs="Georgia"/>
          <w:kern w:val="1"/>
        </w:rPr>
        <w:t>L</w:t>
      </w:r>
      <w:r w:rsidR="000E1451">
        <w:rPr>
          <w:rFonts w:cs="Georgia"/>
          <w:kern w:val="1"/>
        </w:rPr>
        <w:t>’</w:t>
      </w:r>
      <w:r>
        <w:rPr>
          <w:rFonts w:cs="Georgia"/>
          <w:kern w:val="1"/>
        </w:rPr>
        <w:t>appel avait lieu</w:t>
      </w:r>
      <w:r w:rsidR="000E1451">
        <w:rPr>
          <w:rFonts w:cs="Georgia"/>
          <w:kern w:val="1"/>
        </w:rPr>
        <w:t xml:space="preserve">. </w:t>
      </w:r>
      <w:r>
        <w:rPr>
          <w:rFonts w:cs="Georgia"/>
          <w:kern w:val="1"/>
        </w:rPr>
        <w:t>L</w:t>
      </w:r>
      <w:r w:rsidR="000E1451">
        <w:rPr>
          <w:rFonts w:cs="Georgia"/>
          <w:kern w:val="1"/>
        </w:rPr>
        <w:t>’</w:t>
      </w:r>
      <w:r>
        <w:rPr>
          <w:rFonts w:cs="Georgia"/>
          <w:kern w:val="1"/>
        </w:rPr>
        <w:t>extinction des feux sonnait au dehors</w:t>
      </w:r>
      <w:r w:rsidR="000E1451">
        <w:rPr>
          <w:rFonts w:cs="Georgia"/>
          <w:kern w:val="1"/>
        </w:rPr>
        <w:t xml:space="preserve">. </w:t>
      </w:r>
      <w:r>
        <w:rPr>
          <w:rFonts w:cs="Georgia"/>
          <w:kern w:val="1"/>
        </w:rPr>
        <w:t>La dernière bougie était soufflée dans notre baraque</w:t>
      </w:r>
      <w:r w:rsidR="000E1451">
        <w:rPr>
          <w:rFonts w:cs="Georgia"/>
          <w:kern w:val="1"/>
        </w:rPr>
        <w:t xml:space="preserve">. </w:t>
      </w:r>
      <w:r>
        <w:rPr>
          <w:rFonts w:cs="Georgia"/>
          <w:kern w:val="1"/>
        </w:rPr>
        <w:lastRenderedPageBreak/>
        <w:t>Peu à peu les chuchotements se taisaient</w:t>
      </w:r>
      <w:r w:rsidR="000E1451">
        <w:rPr>
          <w:rFonts w:cs="Georgia"/>
          <w:kern w:val="1"/>
        </w:rPr>
        <w:t xml:space="preserve">. </w:t>
      </w:r>
      <w:r>
        <w:rPr>
          <w:rFonts w:cs="Georgia"/>
          <w:kern w:val="1"/>
        </w:rPr>
        <w:t>Un pesant sommeil régnait sur tous ces hommes exténués</w:t>
      </w:r>
      <w:r w:rsidR="000E1451">
        <w:rPr>
          <w:rFonts w:cs="Georgia"/>
          <w:kern w:val="1"/>
        </w:rPr>
        <w:t xml:space="preserve">. </w:t>
      </w:r>
      <w:r>
        <w:rPr>
          <w:rFonts w:cs="Georgia"/>
          <w:kern w:val="1"/>
        </w:rPr>
        <w:t>Aux discussions puériles</w:t>
      </w:r>
      <w:r w:rsidR="000E1451">
        <w:rPr>
          <w:rFonts w:cs="Georgia"/>
          <w:kern w:val="1"/>
        </w:rPr>
        <w:t xml:space="preserve">, </w:t>
      </w:r>
      <w:r>
        <w:rPr>
          <w:rFonts w:cs="Georgia"/>
          <w:kern w:val="1"/>
        </w:rPr>
        <w:t>aux propos orduriers succédaient les ronflements</w:t>
      </w:r>
      <w:r w:rsidR="000E1451">
        <w:rPr>
          <w:rFonts w:cs="Georgia"/>
          <w:kern w:val="1"/>
        </w:rPr>
        <w:t xml:space="preserve">, </w:t>
      </w:r>
      <w:r>
        <w:rPr>
          <w:rFonts w:cs="Georgia"/>
          <w:kern w:val="1"/>
        </w:rPr>
        <w:t>les exclamations burlesques des dormeurs en proie aux cauchemars</w:t>
      </w:r>
      <w:r w:rsidR="000E1451">
        <w:rPr>
          <w:rFonts w:cs="Georgia"/>
          <w:kern w:val="1"/>
        </w:rPr>
        <w:t xml:space="preserve">. </w:t>
      </w:r>
      <w:r>
        <w:rPr>
          <w:rFonts w:cs="Georgia"/>
          <w:kern w:val="1"/>
        </w:rPr>
        <w:t>De temps en temps une plainte</w:t>
      </w:r>
      <w:r w:rsidR="000E1451">
        <w:rPr>
          <w:rFonts w:cs="Georgia"/>
          <w:kern w:val="1"/>
        </w:rPr>
        <w:t xml:space="preserve">, </w:t>
      </w:r>
      <w:r>
        <w:rPr>
          <w:rFonts w:cs="Georgia"/>
          <w:kern w:val="1"/>
        </w:rPr>
        <w:t>un soupir douloureux</w:t>
      </w:r>
      <w:r w:rsidR="000E1451">
        <w:rPr>
          <w:rFonts w:cs="Georgia"/>
          <w:kern w:val="1"/>
        </w:rPr>
        <w:t xml:space="preserve">. </w:t>
      </w:r>
      <w:r>
        <w:rPr>
          <w:rFonts w:cs="Georgia"/>
          <w:kern w:val="1"/>
        </w:rPr>
        <w:t>Quelle atmosphère asphyxiante</w:t>
      </w:r>
      <w:r w:rsidR="000E1451">
        <w:rPr>
          <w:rFonts w:cs="Georgia"/>
          <w:kern w:val="1"/>
        </w:rPr>
        <w:t xml:space="preserve"> ! </w:t>
      </w:r>
      <w:r>
        <w:rPr>
          <w:rFonts w:cs="Georgia"/>
          <w:kern w:val="1"/>
        </w:rPr>
        <w:t>Quels relents hideux</w:t>
      </w:r>
      <w:r w:rsidR="000E1451">
        <w:rPr>
          <w:rFonts w:cs="Georgia"/>
          <w:kern w:val="1"/>
        </w:rPr>
        <w:t xml:space="preserve"> ! </w:t>
      </w:r>
      <w:r>
        <w:rPr>
          <w:rFonts w:cs="Georgia"/>
          <w:kern w:val="1"/>
        </w:rPr>
        <w:t>Quel écœurement</w:t>
      </w:r>
      <w:r w:rsidR="000E1451">
        <w:rPr>
          <w:rFonts w:cs="Georgia"/>
          <w:kern w:val="1"/>
        </w:rPr>
        <w:t xml:space="preserve"> !… </w:t>
      </w:r>
      <w:r>
        <w:rPr>
          <w:rFonts w:cs="Georgia"/>
          <w:kern w:val="1"/>
        </w:rPr>
        <w:t>Ai-je le droit de m</w:t>
      </w:r>
      <w:r w:rsidR="000E1451">
        <w:rPr>
          <w:rFonts w:cs="Georgia"/>
          <w:kern w:val="1"/>
        </w:rPr>
        <w:t>’</w:t>
      </w:r>
      <w:r>
        <w:rPr>
          <w:rFonts w:cs="Georgia"/>
          <w:kern w:val="1"/>
        </w:rPr>
        <w:t>exprimer de la sorte</w:t>
      </w:r>
      <w:r w:rsidR="000E1451">
        <w:rPr>
          <w:rFonts w:cs="Georgia"/>
          <w:kern w:val="1"/>
        </w:rPr>
        <w:t xml:space="preserve"> ? </w:t>
      </w:r>
      <w:r>
        <w:rPr>
          <w:rFonts w:cs="Georgia"/>
          <w:kern w:val="1"/>
        </w:rPr>
        <w:t>Voilà donc tout ce que je trouve à dire du calvaire de mes camarades</w:t>
      </w:r>
      <w:r w:rsidR="000E1451">
        <w:rPr>
          <w:rFonts w:cs="Georgia"/>
          <w:kern w:val="1"/>
        </w:rPr>
        <w:t xml:space="preserve">, </w:t>
      </w:r>
      <w:r>
        <w:rPr>
          <w:rFonts w:cs="Georgia"/>
          <w:kern w:val="1"/>
        </w:rPr>
        <w:t>alors que je devrais avoir sans cesse présente à la mémoire cette misérable vie</w:t>
      </w:r>
      <w:r w:rsidR="000E1451">
        <w:rPr>
          <w:rFonts w:cs="Georgia"/>
          <w:kern w:val="1"/>
        </w:rPr>
        <w:t xml:space="preserve">, </w:t>
      </w:r>
      <w:r>
        <w:rPr>
          <w:rFonts w:cs="Georgia"/>
          <w:kern w:val="1"/>
        </w:rPr>
        <w:t>l</w:t>
      </w:r>
      <w:r w:rsidR="000E1451">
        <w:rPr>
          <w:rFonts w:cs="Georgia"/>
          <w:kern w:val="1"/>
        </w:rPr>
        <w:t>’</w:t>
      </w:r>
      <w:r>
        <w:rPr>
          <w:rFonts w:cs="Georgia"/>
          <w:kern w:val="1"/>
        </w:rPr>
        <w:t>affreuse monotonie de ces journées</w:t>
      </w:r>
      <w:r w:rsidR="000E1451">
        <w:rPr>
          <w:rFonts w:cs="Georgia"/>
          <w:kern w:val="1"/>
        </w:rPr>
        <w:t xml:space="preserve">, </w:t>
      </w:r>
      <w:r>
        <w:rPr>
          <w:rFonts w:cs="Georgia"/>
          <w:kern w:val="1"/>
        </w:rPr>
        <w:t>les coups</w:t>
      </w:r>
      <w:r w:rsidR="000E1451">
        <w:rPr>
          <w:rFonts w:cs="Georgia"/>
          <w:kern w:val="1"/>
        </w:rPr>
        <w:t xml:space="preserve">, </w:t>
      </w:r>
      <w:r>
        <w:rPr>
          <w:rFonts w:cs="Georgia"/>
          <w:kern w:val="1"/>
        </w:rPr>
        <w:t>la fatigue</w:t>
      </w:r>
      <w:r w:rsidR="000E1451">
        <w:rPr>
          <w:rFonts w:cs="Georgia"/>
          <w:kern w:val="1"/>
        </w:rPr>
        <w:t xml:space="preserve">, </w:t>
      </w:r>
      <w:r>
        <w:rPr>
          <w:rFonts w:cs="Georgia"/>
          <w:kern w:val="1"/>
        </w:rPr>
        <w:t>la faim</w:t>
      </w:r>
      <w:r w:rsidR="000E1451">
        <w:rPr>
          <w:rFonts w:cs="Georgia"/>
          <w:kern w:val="1"/>
        </w:rPr>
        <w:t xml:space="preserve"> ? </w:t>
      </w:r>
      <w:r>
        <w:rPr>
          <w:rFonts w:cs="Georgia"/>
          <w:kern w:val="1"/>
        </w:rPr>
        <w:t>Je ne tente pas de me justifier</w:t>
      </w:r>
      <w:r w:rsidR="000E1451">
        <w:rPr>
          <w:rFonts w:cs="Georgia"/>
          <w:kern w:val="1"/>
        </w:rPr>
        <w:t xml:space="preserve">. </w:t>
      </w:r>
      <w:r>
        <w:rPr>
          <w:rFonts w:cs="Georgia"/>
          <w:kern w:val="1"/>
        </w:rPr>
        <w:t>Je ne cherche qu</w:t>
      </w:r>
      <w:r w:rsidR="000E1451">
        <w:rPr>
          <w:rFonts w:cs="Georgia"/>
          <w:kern w:val="1"/>
        </w:rPr>
        <w:t>’</w:t>
      </w:r>
      <w:r>
        <w:rPr>
          <w:rFonts w:cs="Georgia"/>
          <w:kern w:val="1"/>
        </w:rPr>
        <w:t>à montrer la profondeur de l</w:t>
      </w:r>
      <w:r w:rsidR="000E1451">
        <w:rPr>
          <w:rFonts w:cs="Georgia"/>
          <w:kern w:val="1"/>
        </w:rPr>
        <w:t>’</w:t>
      </w:r>
      <w:r>
        <w:rPr>
          <w:rFonts w:cs="Georgia"/>
          <w:kern w:val="1"/>
        </w:rPr>
        <w:t>abîme qui se creusait entre eux et moi</w:t>
      </w:r>
      <w:r w:rsidR="000E1451">
        <w:rPr>
          <w:rFonts w:cs="Georgia"/>
          <w:kern w:val="1"/>
        </w:rPr>
        <w:t xml:space="preserve">. </w:t>
      </w:r>
      <w:r>
        <w:rPr>
          <w:rFonts w:cs="Georgia"/>
          <w:kern w:val="1"/>
        </w:rPr>
        <w:t>Lorsque je survenais</w:t>
      </w:r>
      <w:r w:rsidR="000E1451">
        <w:rPr>
          <w:rFonts w:cs="Georgia"/>
          <w:kern w:val="1"/>
        </w:rPr>
        <w:t xml:space="preserve">, </w:t>
      </w:r>
      <w:r>
        <w:rPr>
          <w:rFonts w:cs="Georgia"/>
          <w:kern w:val="1"/>
        </w:rPr>
        <w:t>les conversations cessaient</w:t>
      </w:r>
      <w:r w:rsidR="000E1451">
        <w:rPr>
          <w:rFonts w:cs="Georgia"/>
          <w:kern w:val="1"/>
        </w:rPr>
        <w:t xml:space="preserve">. </w:t>
      </w:r>
      <w:r>
        <w:rPr>
          <w:rFonts w:cs="Georgia"/>
          <w:kern w:val="1"/>
        </w:rPr>
        <w:t>On se mettait à parler bas</w:t>
      </w:r>
      <w:r w:rsidR="000E1451">
        <w:rPr>
          <w:rFonts w:cs="Georgia"/>
          <w:kern w:val="1"/>
        </w:rPr>
        <w:t xml:space="preserve">. </w:t>
      </w:r>
      <w:r>
        <w:rPr>
          <w:rFonts w:cs="Georgia"/>
          <w:kern w:val="1"/>
        </w:rPr>
        <w:t>Tout entier au rêve dans lequel je vivais</w:t>
      </w:r>
      <w:r w:rsidR="000E1451">
        <w:rPr>
          <w:rFonts w:cs="Georgia"/>
          <w:kern w:val="1"/>
        </w:rPr>
        <w:t xml:space="preserve">, </w:t>
      </w:r>
      <w:r>
        <w:rPr>
          <w:rFonts w:cs="Georgia"/>
          <w:kern w:val="1"/>
        </w:rPr>
        <w:t>je ne prenais pas garde à cette défiance grandissante</w:t>
      </w:r>
      <w:r w:rsidR="000E1451">
        <w:rPr>
          <w:rFonts w:cs="Georgia"/>
          <w:kern w:val="1"/>
        </w:rPr>
        <w:t xml:space="preserve">. </w:t>
      </w:r>
      <w:r>
        <w:rPr>
          <w:rFonts w:cs="Georgia"/>
          <w:kern w:val="1"/>
        </w:rPr>
        <w:t>Je m</w:t>
      </w:r>
      <w:r w:rsidR="000E1451">
        <w:rPr>
          <w:rFonts w:cs="Georgia"/>
          <w:kern w:val="1"/>
        </w:rPr>
        <w:t>’</w:t>
      </w:r>
      <w:r>
        <w:rPr>
          <w:rFonts w:cs="Georgia"/>
          <w:kern w:val="1"/>
        </w:rPr>
        <w:t>obstinais à ne pas vouloir y prêter attention</w:t>
      </w:r>
      <w:r w:rsidR="000E1451">
        <w:rPr>
          <w:rFonts w:cs="Georgia"/>
          <w:kern w:val="1"/>
        </w:rPr>
        <w:t xml:space="preserve">, </w:t>
      </w:r>
      <w:r>
        <w:rPr>
          <w:rFonts w:cs="Georgia"/>
          <w:kern w:val="1"/>
        </w:rPr>
        <w:t>et je rendais chaque jour plus difficile la tâche des défenseurs qui me restaient encore</w:t>
      </w:r>
      <w:r w:rsidR="000E1451">
        <w:rPr>
          <w:rFonts w:cs="Georgia"/>
          <w:kern w:val="1"/>
        </w:rPr>
        <w:t>.</w:t>
      </w:r>
    </w:p>
    <w:p w14:paraId="3D201C10" w14:textId="77777777" w:rsidR="000E1451" w:rsidRDefault="00BE611A" w:rsidP="00BE611A">
      <w:pPr>
        <w:rPr>
          <w:rFonts w:cs="Georgia"/>
          <w:kern w:val="1"/>
        </w:rPr>
      </w:pPr>
      <w:r>
        <w:rPr>
          <w:rFonts w:cs="Georgia"/>
          <w:kern w:val="1"/>
        </w:rPr>
        <w:t>Mopti</w:t>
      </w:r>
      <w:r w:rsidR="000E1451">
        <w:rPr>
          <w:rFonts w:cs="Georgia"/>
          <w:kern w:val="1"/>
        </w:rPr>
        <w:t xml:space="preserve">, </w:t>
      </w:r>
      <w:r>
        <w:rPr>
          <w:rFonts w:cs="Georgia"/>
          <w:kern w:val="1"/>
        </w:rPr>
        <w:t>le Sénégalais</w:t>
      </w:r>
      <w:r w:rsidR="000E1451">
        <w:rPr>
          <w:rFonts w:cs="Georgia"/>
          <w:kern w:val="1"/>
        </w:rPr>
        <w:t xml:space="preserve">, </w:t>
      </w:r>
      <w:r>
        <w:rPr>
          <w:rFonts w:cs="Georgia"/>
          <w:kern w:val="1"/>
        </w:rPr>
        <w:t>avait maintenant sa paillasse à côté de la mienne</w:t>
      </w:r>
      <w:r w:rsidR="000E1451">
        <w:rPr>
          <w:rFonts w:cs="Georgia"/>
          <w:kern w:val="1"/>
        </w:rPr>
        <w:t xml:space="preserve">. </w:t>
      </w:r>
      <w:r>
        <w:rPr>
          <w:rFonts w:cs="Georgia"/>
          <w:kern w:val="1"/>
        </w:rPr>
        <w:t>J</w:t>
      </w:r>
      <w:r w:rsidR="000E1451">
        <w:rPr>
          <w:rFonts w:cs="Georgia"/>
          <w:kern w:val="1"/>
        </w:rPr>
        <w:t>’</w:t>
      </w:r>
      <w:r>
        <w:rPr>
          <w:rFonts w:cs="Georgia"/>
          <w:kern w:val="1"/>
        </w:rPr>
        <w:t>entendais sa respiration sifflante de pauvre animal dont les jours sont comptés</w:t>
      </w:r>
      <w:r w:rsidR="000E1451">
        <w:rPr>
          <w:rFonts w:cs="Georgia"/>
          <w:kern w:val="1"/>
        </w:rPr>
        <w:t xml:space="preserve">. </w:t>
      </w:r>
      <w:r>
        <w:rPr>
          <w:rFonts w:cs="Georgia"/>
          <w:kern w:val="1"/>
        </w:rPr>
        <w:t>Une des quatre fenêtres de la chambre s</w:t>
      </w:r>
      <w:r w:rsidR="000E1451">
        <w:rPr>
          <w:rFonts w:cs="Georgia"/>
          <w:kern w:val="1"/>
        </w:rPr>
        <w:t>’</w:t>
      </w:r>
      <w:r>
        <w:rPr>
          <w:rFonts w:cs="Georgia"/>
          <w:kern w:val="1"/>
        </w:rPr>
        <w:t>ouvrait derrière moi</w:t>
      </w:r>
      <w:r w:rsidR="000E1451">
        <w:rPr>
          <w:rFonts w:cs="Georgia"/>
          <w:kern w:val="1"/>
        </w:rPr>
        <w:t xml:space="preserve">. </w:t>
      </w:r>
      <w:r>
        <w:rPr>
          <w:rFonts w:cs="Georgia"/>
          <w:kern w:val="1"/>
        </w:rPr>
        <w:t>Tout l</w:t>
      </w:r>
      <w:r w:rsidR="000E1451">
        <w:rPr>
          <w:rFonts w:cs="Georgia"/>
          <w:kern w:val="1"/>
        </w:rPr>
        <w:t>’</w:t>
      </w:r>
      <w:r>
        <w:rPr>
          <w:rFonts w:cs="Georgia"/>
          <w:kern w:val="1"/>
        </w:rPr>
        <w:t>hiver</w:t>
      </w:r>
      <w:r w:rsidR="000E1451">
        <w:rPr>
          <w:rFonts w:cs="Georgia"/>
          <w:kern w:val="1"/>
        </w:rPr>
        <w:t xml:space="preserve">, </w:t>
      </w:r>
      <w:r>
        <w:rPr>
          <w:rFonts w:cs="Georgia"/>
          <w:kern w:val="1"/>
        </w:rPr>
        <w:t>ces fenêtres avaient donné lieu à d</w:t>
      </w:r>
      <w:r w:rsidR="000E1451">
        <w:rPr>
          <w:rFonts w:cs="Georgia"/>
          <w:kern w:val="1"/>
        </w:rPr>
        <w:t>’</w:t>
      </w:r>
      <w:r>
        <w:rPr>
          <w:rFonts w:cs="Georgia"/>
          <w:kern w:val="1"/>
        </w:rPr>
        <w:t>interminables disputes</w:t>
      </w:r>
      <w:r w:rsidR="000E1451">
        <w:rPr>
          <w:rFonts w:cs="Georgia"/>
          <w:kern w:val="1"/>
        </w:rPr>
        <w:t xml:space="preserve">, </w:t>
      </w:r>
      <w:r>
        <w:rPr>
          <w:rFonts w:cs="Georgia"/>
          <w:kern w:val="1"/>
        </w:rPr>
        <w:t>les uns les maintenant fermées à cause du froid</w:t>
      </w:r>
      <w:r w:rsidR="000E1451">
        <w:rPr>
          <w:rFonts w:cs="Georgia"/>
          <w:kern w:val="1"/>
        </w:rPr>
        <w:t xml:space="preserve">, </w:t>
      </w:r>
      <w:r>
        <w:rPr>
          <w:rFonts w:cs="Georgia"/>
          <w:kern w:val="1"/>
        </w:rPr>
        <w:t>les autres protestant avec indignation contre le manque d</w:t>
      </w:r>
      <w:r w:rsidR="000E1451">
        <w:rPr>
          <w:rFonts w:cs="Georgia"/>
          <w:kern w:val="1"/>
        </w:rPr>
        <w:t>’</w:t>
      </w:r>
      <w:r>
        <w:rPr>
          <w:rFonts w:cs="Georgia"/>
          <w:kern w:val="1"/>
        </w:rPr>
        <w:t>air</w:t>
      </w:r>
      <w:r w:rsidR="000E1451">
        <w:rPr>
          <w:rFonts w:cs="Georgia"/>
          <w:kern w:val="1"/>
        </w:rPr>
        <w:t xml:space="preserve">. </w:t>
      </w:r>
      <w:r>
        <w:rPr>
          <w:rFonts w:cs="Georgia"/>
          <w:kern w:val="1"/>
        </w:rPr>
        <w:t>Depuis quelques jours</w:t>
      </w:r>
      <w:r w:rsidR="000E1451">
        <w:rPr>
          <w:rFonts w:cs="Georgia"/>
          <w:kern w:val="1"/>
        </w:rPr>
        <w:t xml:space="preserve">, </w:t>
      </w:r>
      <w:r>
        <w:rPr>
          <w:rFonts w:cs="Georgia"/>
          <w:kern w:val="1"/>
        </w:rPr>
        <w:t>l</w:t>
      </w:r>
      <w:r w:rsidR="000E1451">
        <w:rPr>
          <w:rFonts w:cs="Georgia"/>
          <w:kern w:val="1"/>
        </w:rPr>
        <w:t>’</w:t>
      </w:r>
      <w:r>
        <w:rPr>
          <w:rFonts w:cs="Georgia"/>
          <w:kern w:val="1"/>
        </w:rPr>
        <w:t>approche de l</w:t>
      </w:r>
      <w:r w:rsidR="000E1451">
        <w:rPr>
          <w:rFonts w:cs="Georgia"/>
          <w:kern w:val="1"/>
        </w:rPr>
        <w:t>’</w:t>
      </w:r>
      <w:r>
        <w:rPr>
          <w:rFonts w:cs="Georgia"/>
          <w:kern w:val="1"/>
        </w:rPr>
        <w:t>été permettait de les laisser ouvertes</w:t>
      </w:r>
      <w:r w:rsidR="000E1451">
        <w:rPr>
          <w:rFonts w:cs="Georgia"/>
          <w:kern w:val="1"/>
        </w:rPr>
        <w:t xml:space="preserve">. </w:t>
      </w:r>
      <w:r>
        <w:rPr>
          <w:rFonts w:cs="Georgia"/>
          <w:kern w:val="1"/>
        </w:rPr>
        <w:t>Quand tout le monde était endormi</w:t>
      </w:r>
      <w:r w:rsidR="000E1451">
        <w:rPr>
          <w:rFonts w:cs="Georgia"/>
          <w:kern w:val="1"/>
        </w:rPr>
        <w:t xml:space="preserve">, </w:t>
      </w:r>
      <w:r>
        <w:rPr>
          <w:rFonts w:cs="Georgia"/>
          <w:kern w:val="1"/>
        </w:rPr>
        <w:t>je me levais avec précaution</w:t>
      </w:r>
      <w:r w:rsidR="000E1451">
        <w:rPr>
          <w:rFonts w:cs="Georgia"/>
          <w:kern w:val="1"/>
        </w:rPr>
        <w:t xml:space="preserve">. </w:t>
      </w:r>
      <w:r>
        <w:rPr>
          <w:rFonts w:cs="Georgia"/>
          <w:kern w:val="1"/>
        </w:rPr>
        <w:t>Je m</w:t>
      </w:r>
      <w:r w:rsidR="000E1451">
        <w:rPr>
          <w:rFonts w:cs="Georgia"/>
          <w:kern w:val="1"/>
        </w:rPr>
        <w:t>’</w:t>
      </w:r>
      <w:r>
        <w:rPr>
          <w:rFonts w:cs="Georgia"/>
          <w:kern w:val="1"/>
        </w:rPr>
        <w:t>accoudais à l</w:t>
      </w:r>
      <w:r w:rsidR="000E1451">
        <w:rPr>
          <w:rFonts w:cs="Georgia"/>
          <w:kern w:val="1"/>
        </w:rPr>
        <w:t>’</w:t>
      </w:r>
      <w:r>
        <w:rPr>
          <w:rFonts w:cs="Georgia"/>
          <w:kern w:val="1"/>
        </w:rPr>
        <w:t>appui raboteux</w:t>
      </w:r>
      <w:r w:rsidR="000E1451">
        <w:rPr>
          <w:rFonts w:cs="Georgia"/>
          <w:kern w:val="1"/>
        </w:rPr>
        <w:t xml:space="preserve">, </w:t>
      </w:r>
      <w:r>
        <w:rPr>
          <w:rFonts w:cs="Georgia"/>
          <w:kern w:val="1"/>
        </w:rPr>
        <w:t>repoussais sans bruit le contrevent</w:t>
      </w:r>
      <w:r w:rsidR="000E1451">
        <w:rPr>
          <w:rFonts w:cs="Georgia"/>
          <w:kern w:val="1"/>
        </w:rPr>
        <w:t xml:space="preserve">. </w:t>
      </w:r>
      <w:r>
        <w:rPr>
          <w:rFonts w:cs="Georgia"/>
          <w:kern w:val="1"/>
        </w:rPr>
        <w:t>Un peu de fraîcheur baignait mes tempes</w:t>
      </w:r>
      <w:r w:rsidR="000E1451">
        <w:rPr>
          <w:rFonts w:cs="Georgia"/>
          <w:kern w:val="1"/>
        </w:rPr>
        <w:t xml:space="preserve">. </w:t>
      </w:r>
      <w:r>
        <w:rPr>
          <w:rFonts w:cs="Georgia"/>
          <w:kern w:val="1"/>
        </w:rPr>
        <w:t>Le vent qui me l</w:t>
      </w:r>
      <w:r w:rsidR="000E1451">
        <w:rPr>
          <w:rFonts w:cs="Georgia"/>
          <w:kern w:val="1"/>
        </w:rPr>
        <w:t>’</w:t>
      </w:r>
      <w:r>
        <w:rPr>
          <w:rFonts w:cs="Georgia"/>
          <w:kern w:val="1"/>
        </w:rPr>
        <w:t>apportait venait de la mer</w:t>
      </w:r>
      <w:r w:rsidR="000E1451">
        <w:rPr>
          <w:rFonts w:cs="Georgia"/>
          <w:kern w:val="1"/>
        </w:rPr>
        <w:t xml:space="preserve">. </w:t>
      </w:r>
      <w:r>
        <w:rPr>
          <w:rFonts w:cs="Georgia"/>
          <w:kern w:val="1"/>
        </w:rPr>
        <w:t>Dans quelques instants</w:t>
      </w:r>
      <w:r w:rsidR="000E1451">
        <w:rPr>
          <w:rFonts w:cs="Georgia"/>
          <w:kern w:val="1"/>
        </w:rPr>
        <w:t xml:space="preserve">, </w:t>
      </w:r>
      <w:r>
        <w:rPr>
          <w:rFonts w:cs="Georgia"/>
          <w:kern w:val="1"/>
        </w:rPr>
        <w:t xml:space="preserve">il ferait frémir les hêtres dressés fantastiquement autour de la tragique masure de </w:t>
      </w:r>
      <w:r>
        <w:rPr>
          <w:rFonts w:cs="Georgia"/>
          <w:kern w:val="1"/>
        </w:rPr>
        <w:lastRenderedPageBreak/>
        <w:t>Reichendorf</w:t>
      </w:r>
      <w:r w:rsidR="000E1451">
        <w:rPr>
          <w:rFonts w:cs="Georgia"/>
          <w:kern w:val="1"/>
        </w:rPr>
        <w:t xml:space="preserve">. </w:t>
      </w:r>
      <w:r>
        <w:rPr>
          <w:rFonts w:cs="Georgia"/>
          <w:kern w:val="1"/>
        </w:rPr>
        <w:t xml:space="preserve">Il pénétrerait dans la chambre de </w:t>
      </w:r>
      <w:r w:rsidR="000E1451">
        <w:rPr>
          <w:rFonts w:cs="Georgia"/>
          <w:kern w:val="1"/>
        </w:rPr>
        <w:t>M</w:t>
      </w:r>
      <w:r w:rsidR="000E1451" w:rsidRPr="000E1451">
        <w:rPr>
          <w:rFonts w:cs="Georgia"/>
          <w:kern w:val="1"/>
          <w:vertAlign w:val="superscript"/>
        </w:rPr>
        <w:t>lle</w:t>
      </w:r>
      <w:r w:rsidR="000E1451">
        <w:rPr>
          <w:rFonts w:cs="Georgia"/>
          <w:kern w:val="1"/>
        </w:rPr>
        <w:t> de </w:t>
      </w:r>
      <w:r>
        <w:rPr>
          <w:rFonts w:cs="Georgia"/>
          <w:kern w:val="1"/>
        </w:rPr>
        <w:t>Mirrbach</w:t>
      </w:r>
      <w:r w:rsidR="000E1451">
        <w:rPr>
          <w:rFonts w:cs="Georgia"/>
          <w:kern w:val="1"/>
        </w:rPr>
        <w:t xml:space="preserve">. </w:t>
      </w:r>
      <w:r>
        <w:rPr>
          <w:rFonts w:cs="Georgia"/>
          <w:kern w:val="1"/>
        </w:rPr>
        <w:t>À vol d</w:t>
      </w:r>
      <w:r w:rsidR="000E1451">
        <w:rPr>
          <w:rFonts w:cs="Georgia"/>
          <w:kern w:val="1"/>
        </w:rPr>
        <w:t>’</w:t>
      </w:r>
      <w:r>
        <w:rPr>
          <w:rFonts w:cs="Georgia"/>
          <w:kern w:val="1"/>
        </w:rPr>
        <w:t>oiseau</w:t>
      </w:r>
      <w:r w:rsidR="000E1451">
        <w:rPr>
          <w:rFonts w:cs="Georgia"/>
          <w:kern w:val="1"/>
        </w:rPr>
        <w:t xml:space="preserve">, </w:t>
      </w:r>
      <w:r>
        <w:rPr>
          <w:rFonts w:cs="Georgia"/>
          <w:kern w:val="1"/>
        </w:rPr>
        <w:t>une lieue au plus me séparait d</w:t>
      </w:r>
      <w:r w:rsidR="000E1451">
        <w:rPr>
          <w:rFonts w:cs="Georgia"/>
          <w:kern w:val="1"/>
        </w:rPr>
        <w:t>’</w:t>
      </w:r>
      <w:r>
        <w:rPr>
          <w:rFonts w:cs="Georgia"/>
          <w:kern w:val="1"/>
        </w:rPr>
        <w:t>Axelle endormie</w:t>
      </w:r>
      <w:r w:rsidR="000E1451">
        <w:rPr>
          <w:rFonts w:cs="Georgia"/>
          <w:kern w:val="1"/>
        </w:rPr>
        <w:t xml:space="preserve">. </w:t>
      </w:r>
      <w:r>
        <w:rPr>
          <w:rFonts w:cs="Georgia"/>
          <w:kern w:val="1"/>
        </w:rPr>
        <w:t>Sa chevelure dénouée devait la couvrir presque tout entière</w:t>
      </w:r>
      <w:r w:rsidR="000E1451">
        <w:rPr>
          <w:rFonts w:cs="Georgia"/>
          <w:kern w:val="1"/>
        </w:rPr>
        <w:t xml:space="preserve">. </w:t>
      </w:r>
      <w:r>
        <w:rPr>
          <w:rFonts w:cs="Georgia"/>
          <w:kern w:val="1"/>
        </w:rPr>
        <w:t>La moiteur de cette nuit orageuse</w:t>
      </w:r>
      <w:r w:rsidR="000E1451">
        <w:rPr>
          <w:rFonts w:cs="Georgia"/>
          <w:kern w:val="1"/>
        </w:rPr>
        <w:t xml:space="preserve">, </w:t>
      </w:r>
      <w:r>
        <w:rPr>
          <w:rFonts w:cs="Georgia"/>
          <w:kern w:val="1"/>
        </w:rPr>
        <w:t>le coassement des grenouilles</w:t>
      </w:r>
      <w:r w:rsidR="000E1451">
        <w:rPr>
          <w:rFonts w:cs="Georgia"/>
          <w:kern w:val="1"/>
        </w:rPr>
        <w:t xml:space="preserve">, </w:t>
      </w:r>
      <w:r>
        <w:rPr>
          <w:rFonts w:cs="Georgia"/>
          <w:kern w:val="1"/>
        </w:rPr>
        <w:t>le buccin effréné des moustiques la tenaient sans doute éveillée</w:t>
      </w:r>
      <w:r w:rsidR="000E1451">
        <w:rPr>
          <w:rFonts w:cs="Georgia"/>
          <w:kern w:val="1"/>
        </w:rPr>
        <w:t xml:space="preserve">. </w:t>
      </w:r>
      <w:r>
        <w:rPr>
          <w:rFonts w:cs="Georgia"/>
          <w:kern w:val="1"/>
        </w:rPr>
        <w:t>À quoi pouvait-elle songer</w:t>
      </w:r>
      <w:r w:rsidR="000E1451">
        <w:rPr>
          <w:rFonts w:cs="Georgia"/>
          <w:kern w:val="1"/>
        </w:rPr>
        <w:t xml:space="preserve"> ? </w:t>
      </w:r>
      <w:r>
        <w:rPr>
          <w:rFonts w:cs="Georgia"/>
          <w:kern w:val="1"/>
        </w:rPr>
        <w:t>Allait-elle venir à son balcon</w:t>
      </w:r>
      <w:r w:rsidR="000E1451">
        <w:rPr>
          <w:rFonts w:cs="Georgia"/>
          <w:kern w:val="1"/>
        </w:rPr>
        <w:t xml:space="preserve"> ? </w:t>
      </w:r>
      <w:r>
        <w:rPr>
          <w:rFonts w:cs="Georgia"/>
          <w:kern w:val="1"/>
        </w:rPr>
        <w:t>Sentait-elle au fond de sa gorge cette brûlure</w:t>
      </w:r>
      <w:r w:rsidR="000E1451">
        <w:rPr>
          <w:rFonts w:cs="Georgia"/>
          <w:kern w:val="1"/>
        </w:rPr>
        <w:t xml:space="preserve">, </w:t>
      </w:r>
      <w:r>
        <w:rPr>
          <w:rFonts w:cs="Georgia"/>
          <w:kern w:val="1"/>
        </w:rPr>
        <w:t>cette sécheresse dont la mienne était présentement comme dévorée</w:t>
      </w:r>
      <w:r w:rsidR="000E1451">
        <w:rPr>
          <w:rFonts w:cs="Georgia"/>
          <w:kern w:val="1"/>
        </w:rPr>
        <w:t xml:space="preserve"> ? </w:t>
      </w:r>
      <w:r>
        <w:rPr>
          <w:rFonts w:cs="Georgia"/>
          <w:kern w:val="1"/>
        </w:rPr>
        <w:t>Les fils de fer barbelés du capitaine Elbing pouvaient bien retenir mon corps derrière la triple et quadruple haie de leurs ronces métalliques</w:t>
      </w:r>
      <w:r w:rsidR="000E1451">
        <w:rPr>
          <w:rFonts w:cs="Georgia"/>
          <w:kern w:val="1"/>
        </w:rPr>
        <w:t xml:space="preserve">, </w:t>
      </w:r>
      <w:r>
        <w:rPr>
          <w:rFonts w:cs="Georgia"/>
          <w:kern w:val="1"/>
        </w:rPr>
        <w:t>ils ne réussissaient pas à m</w:t>
      </w:r>
      <w:r w:rsidR="000E1451">
        <w:rPr>
          <w:rFonts w:cs="Georgia"/>
          <w:kern w:val="1"/>
        </w:rPr>
        <w:t>’</w:t>
      </w:r>
      <w:r>
        <w:rPr>
          <w:rFonts w:cs="Georgia"/>
          <w:kern w:val="1"/>
        </w:rPr>
        <w:t>empêcher d</w:t>
      </w:r>
      <w:r w:rsidR="000E1451">
        <w:rPr>
          <w:rFonts w:cs="Georgia"/>
          <w:kern w:val="1"/>
        </w:rPr>
        <w:t>’</w:t>
      </w:r>
      <w:r>
        <w:rPr>
          <w:rFonts w:cs="Georgia"/>
          <w:kern w:val="1"/>
        </w:rPr>
        <w:t>imaginer</w:t>
      </w:r>
      <w:r w:rsidR="000E1451">
        <w:rPr>
          <w:rFonts w:cs="Georgia"/>
          <w:kern w:val="1"/>
        </w:rPr>
        <w:t xml:space="preserve">, </w:t>
      </w:r>
      <w:r>
        <w:rPr>
          <w:rFonts w:cs="Georgia"/>
          <w:kern w:val="1"/>
        </w:rPr>
        <w:t>là-bas</w:t>
      </w:r>
      <w:r w:rsidR="000E1451">
        <w:rPr>
          <w:rFonts w:cs="Georgia"/>
          <w:kern w:val="1"/>
        </w:rPr>
        <w:t xml:space="preserve">, </w:t>
      </w:r>
      <w:r>
        <w:rPr>
          <w:rFonts w:cs="Georgia"/>
          <w:kern w:val="1"/>
        </w:rPr>
        <w:t>dans la chambre d</w:t>
      </w:r>
      <w:r w:rsidR="000E1451">
        <w:rPr>
          <w:rFonts w:cs="Georgia"/>
          <w:kern w:val="1"/>
        </w:rPr>
        <w:t>’</w:t>
      </w:r>
      <w:r>
        <w:rPr>
          <w:rFonts w:cs="Georgia"/>
          <w:kern w:val="1"/>
        </w:rPr>
        <w:t>Arndt</w:t>
      </w:r>
      <w:r w:rsidR="000E1451">
        <w:rPr>
          <w:rFonts w:cs="Georgia"/>
          <w:kern w:val="1"/>
        </w:rPr>
        <w:t xml:space="preserve">, </w:t>
      </w:r>
      <w:r>
        <w:rPr>
          <w:rFonts w:cs="Georgia"/>
          <w:kern w:val="1"/>
        </w:rPr>
        <w:t>le corps d</w:t>
      </w:r>
      <w:r w:rsidR="000E1451">
        <w:rPr>
          <w:rFonts w:cs="Georgia"/>
          <w:kern w:val="1"/>
        </w:rPr>
        <w:t>’</w:t>
      </w:r>
      <w:r>
        <w:rPr>
          <w:rFonts w:cs="Georgia"/>
          <w:kern w:val="1"/>
        </w:rPr>
        <w:t>Axelle dévêtu</w:t>
      </w:r>
      <w:r w:rsidR="000E1451">
        <w:rPr>
          <w:rFonts w:cs="Georgia"/>
          <w:kern w:val="1"/>
        </w:rPr>
        <w:t>.</w:t>
      </w:r>
    </w:p>
    <w:p w14:paraId="13E15FD1" w14:textId="77777777" w:rsidR="000E1451" w:rsidRDefault="00BE611A" w:rsidP="00BE611A">
      <w:pPr>
        <w:rPr>
          <w:rFonts w:cs="Georgia"/>
          <w:kern w:val="1"/>
        </w:rPr>
      </w:pPr>
      <w:r>
        <w:rPr>
          <w:rFonts w:cs="Georgia"/>
          <w:kern w:val="1"/>
        </w:rPr>
        <w:t>La lune surgissait</w:t>
      </w:r>
      <w:r w:rsidR="000E1451">
        <w:rPr>
          <w:rFonts w:cs="Georgia"/>
          <w:kern w:val="1"/>
        </w:rPr>
        <w:t xml:space="preserve">. </w:t>
      </w:r>
      <w:r>
        <w:rPr>
          <w:rFonts w:cs="Georgia"/>
          <w:kern w:val="1"/>
        </w:rPr>
        <w:t>Elle répandait sa lumière de suaire sur les dunes d</w:t>
      </w:r>
      <w:r w:rsidR="000E1451">
        <w:rPr>
          <w:rFonts w:cs="Georgia"/>
          <w:kern w:val="1"/>
        </w:rPr>
        <w:t>’</w:t>
      </w:r>
      <w:r>
        <w:rPr>
          <w:rFonts w:cs="Georgia"/>
          <w:kern w:val="1"/>
        </w:rPr>
        <w:t>alentour</w:t>
      </w:r>
      <w:r w:rsidR="000E1451">
        <w:rPr>
          <w:rFonts w:cs="Georgia"/>
          <w:kern w:val="1"/>
        </w:rPr>
        <w:t xml:space="preserve">. </w:t>
      </w:r>
      <w:r>
        <w:rPr>
          <w:rFonts w:cs="Georgia"/>
          <w:kern w:val="1"/>
        </w:rPr>
        <w:t>Les heures se succédaient</w:t>
      </w:r>
      <w:r w:rsidR="000E1451">
        <w:rPr>
          <w:rFonts w:cs="Georgia"/>
          <w:kern w:val="1"/>
        </w:rPr>
        <w:t xml:space="preserve">, </w:t>
      </w:r>
      <w:r>
        <w:rPr>
          <w:rFonts w:cs="Georgia"/>
          <w:kern w:val="1"/>
        </w:rPr>
        <w:t>jalonnées</w:t>
      </w:r>
      <w:r w:rsidR="000E1451">
        <w:rPr>
          <w:rFonts w:cs="Georgia"/>
          <w:kern w:val="1"/>
        </w:rPr>
        <w:t xml:space="preserve">, </w:t>
      </w:r>
      <w:r>
        <w:rPr>
          <w:rFonts w:cs="Georgia"/>
          <w:kern w:val="1"/>
        </w:rPr>
        <w:t>par les appels rauques et le piétinement de la patrouille de relève</w:t>
      </w:r>
      <w:r w:rsidR="000E1451">
        <w:rPr>
          <w:rFonts w:cs="Georgia"/>
          <w:kern w:val="1"/>
        </w:rPr>
        <w:t xml:space="preserve">. </w:t>
      </w:r>
      <w:r>
        <w:rPr>
          <w:rFonts w:cs="Georgia"/>
          <w:kern w:val="1"/>
        </w:rPr>
        <w:t>Je distinguais les ombres massives des sentinelles</w:t>
      </w:r>
      <w:r w:rsidR="000E1451">
        <w:rPr>
          <w:rFonts w:cs="Georgia"/>
          <w:kern w:val="1"/>
        </w:rPr>
        <w:t xml:space="preserve">, </w:t>
      </w:r>
      <w:r>
        <w:rPr>
          <w:rFonts w:cs="Georgia"/>
          <w:kern w:val="1"/>
        </w:rPr>
        <w:t>et</w:t>
      </w:r>
      <w:r w:rsidR="000E1451">
        <w:rPr>
          <w:rFonts w:cs="Georgia"/>
          <w:kern w:val="1"/>
        </w:rPr>
        <w:t xml:space="preserve">, </w:t>
      </w:r>
      <w:r>
        <w:rPr>
          <w:rFonts w:cs="Georgia"/>
          <w:kern w:val="1"/>
        </w:rPr>
        <w:t>parfois</w:t>
      </w:r>
      <w:r w:rsidR="000E1451">
        <w:rPr>
          <w:rFonts w:cs="Georgia"/>
          <w:kern w:val="1"/>
        </w:rPr>
        <w:t xml:space="preserve">, </w:t>
      </w:r>
      <w:r w:rsidR="005B2E12">
        <w:rPr>
          <w:rFonts w:cs="Georgia"/>
          <w:kern w:val="1"/>
        </w:rPr>
        <w:t>pareil à un éclair de chaleur</w:t>
      </w:r>
      <w:r w:rsidR="000E1451">
        <w:rPr>
          <w:rFonts w:cs="Georgia"/>
          <w:kern w:val="1"/>
        </w:rPr>
        <w:t xml:space="preserve">, </w:t>
      </w:r>
      <w:r>
        <w:rPr>
          <w:rFonts w:cs="Georgia"/>
          <w:kern w:val="1"/>
        </w:rPr>
        <w:t>le bref scintillement d</w:t>
      </w:r>
      <w:r w:rsidR="000E1451">
        <w:rPr>
          <w:rFonts w:cs="Georgia"/>
          <w:kern w:val="1"/>
        </w:rPr>
        <w:t>’</w:t>
      </w:r>
      <w:r>
        <w:rPr>
          <w:rFonts w:cs="Georgia"/>
          <w:kern w:val="1"/>
        </w:rPr>
        <w:t>une baïonnette</w:t>
      </w:r>
      <w:r w:rsidR="000E1451">
        <w:rPr>
          <w:rFonts w:cs="Georgia"/>
          <w:kern w:val="1"/>
        </w:rPr>
        <w:t xml:space="preserve">. </w:t>
      </w:r>
      <w:r>
        <w:rPr>
          <w:rFonts w:cs="Georgia"/>
          <w:kern w:val="1"/>
        </w:rPr>
        <w:t>Le clapotis des flots martelait sourdement la plage</w:t>
      </w:r>
      <w:r w:rsidR="000E1451">
        <w:rPr>
          <w:rFonts w:cs="Georgia"/>
          <w:kern w:val="1"/>
        </w:rPr>
        <w:t xml:space="preserve">. </w:t>
      </w:r>
      <w:r>
        <w:rPr>
          <w:rFonts w:cs="Georgia"/>
          <w:kern w:val="1"/>
        </w:rPr>
        <w:t>Enfer glacial pendant l</w:t>
      </w:r>
      <w:r w:rsidR="000E1451">
        <w:rPr>
          <w:rFonts w:cs="Georgia"/>
          <w:kern w:val="1"/>
        </w:rPr>
        <w:t>’</w:t>
      </w:r>
      <w:r>
        <w:rPr>
          <w:rFonts w:cs="Georgia"/>
          <w:kern w:val="1"/>
        </w:rPr>
        <w:t>hiver</w:t>
      </w:r>
      <w:r w:rsidR="000E1451">
        <w:rPr>
          <w:rFonts w:cs="Georgia"/>
          <w:kern w:val="1"/>
        </w:rPr>
        <w:t xml:space="preserve">, </w:t>
      </w:r>
      <w:r>
        <w:rPr>
          <w:rFonts w:cs="Georgia"/>
          <w:kern w:val="1"/>
        </w:rPr>
        <w:t>voici que ce désert était en passe de se transformer en Sahara</w:t>
      </w:r>
      <w:r w:rsidR="000E1451">
        <w:rPr>
          <w:rFonts w:cs="Georgia"/>
          <w:kern w:val="1"/>
        </w:rPr>
        <w:t xml:space="preserve">… </w:t>
      </w:r>
      <w:r>
        <w:rPr>
          <w:rFonts w:cs="Georgia"/>
          <w:kern w:val="1"/>
        </w:rPr>
        <w:t>Une brise étouffante chassait dans le ciel acajou des nuages aux teintes ferrugineuses</w:t>
      </w:r>
      <w:r w:rsidR="000E1451">
        <w:rPr>
          <w:rFonts w:cs="Georgia"/>
          <w:kern w:val="1"/>
        </w:rPr>
        <w:t xml:space="preserve">. </w:t>
      </w:r>
      <w:r>
        <w:rPr>
          <w:rFonts w:cs="Georgia"/>
          <w:kern w:val="1"/>
        </w:rPr>
        <w:t>Quelle suffocation</w:t>
      </w:r>
      <w:r w:rsidR="000E1451">
        <w:rPr>
          <w:rFonts w:cs="Georgia"/>
          <w:kern w:val="1"/>
        </w:rPr>
        <w:t xml:space="preserve"> ! </w:t>
      </w:r>
      <w:r>
        <w:rPr>
          <w:rFonts w:cs="Georgia"/>
          <w:kern w:val="1"/>
        </w:rPr>
        <w:t>Quelle angoisse</w:t>
      </w:r>
      <w:r w:rsidR="000E1451">
        <w:rPr>
          <w:rFonts w:cs="Georgia"/>
          <w:kern w:val="1"/>
        </w:rPr>
        <w:t xml:space="preserve"> ! </w:t>
      </w:r>
      <w:r>
        <w:rPr>
          <w:rFonts w:cs="Georgia"/>
          <w:kern w:val="1"/>
        </w:rPr>
        <w:t>Maintenant</w:t>
      </w:r>
      <w:r w:rsidR="000E1451">
        <w:rPr>
          <w:rFonts w:cs="Georgia"/>
          <w:kern w:val="1"/>
        </w:rPr>
        <w:t xml:space="preserve">, </w:t>
      </w:r>
      <w:r>
        <w:rPr>
          <w:rFonts w:cs="Georgia"/>
          <w:kern w:val="1"/>
        </w:rPr>
        <w:t>ce n</w:t>
      </w:r>
      <w:r w:rsidR="000E1451">
        <w:rPr>
          <w:rFonts w:cs="Georgia"/>
          <w:kern w:val="1"/>
        </w:rPr>
        <w:t>’</w:t>
      </w:r>
      <w:r>
        <w:rPr>
          <w:rFonts w:cs="Georgia"/>
          <w:kern w:val="1"/>
        </w:rPr>
        <w:t>était plus aux quelques kilomètres qui me séparaient d</w:t>
      </w:r>
      <w:r w:rsidR="000E1451">
        <w:rPr>
          <w:rFonts w:cs="Georgia"/>
          <w:kern w:val="1"/>
        </w:rPr>
        <w:t>’</w:t>
      </w:r>
      <w:r>
        <w:rPr>
          <w:rFonts w:cs="Georgia"/>
          <w:kern w:val="1"/>
        </w:rPr>
        <w:t>Axelle que je songeais</w:t>
      </w:r>
      <w:r w:rsidR="000E1451">
        <w:rPr>
          <w:rFonts w:cs="Georgia"/>
          <w:kern w:val="1"/>
        </w:rPr>
        <w:t xml:space="preserve">, </w:t>
      </w:r>
      <w:r>
        <w:rPr>
          <w:rFonts w:cs="Georgia"/>
          <w:kern w:val="1"/>
        </w:rPr>
        <w:t>mais à tout le reste</w:t>
      </w:r>
      <w:r w:rsidR="000E1451">
        <w:rPr>
          <w:rFonts w:cs="Georgia"/>
          <w:kern w:val="1"/>
        </w:rPr>
        <w:t xml:space="preserve"> ; </w:t>
      </w:r>
      <w:r>
        <w:rPr>
          <w:rFonts w:cs="Georgia"/>
          <w:kern w:val="1"/>
        </w:rPr>
        <w:t>au passé de cette fille de junkers</w:t>
      </w:r>
      <w:r w:rsidR="000E1451">
        <w:rPr>
          <w:rFonts w:cs="Georgia"/>
          <w:kern w:val="1"/>
        </w:rPr>
        <w:t xml:space="preserve">, </w:t>
      </w:r>
      <w:r>
        <w:rPr>
          <w:rFonts w:cs="Georgia"/>
          <w:kern w:val="1"/>
        </w:rPr>
        <w:t>à qui ses souffrances d</w:t>
      </w:r>
      <w:r w:rsidR="000E1451">
        <w:rPr>
          <w:rFonts w:cs="Georgia"/>
          <w:kern w:val="1"/>
        </w:rPr>
        <w:t>’</w:t>
      </w:r>
      <w:r>
        <w:rPr>
          <w:rFonts w:cs="Georgia"/>
          <w:kern w:val="1"/>
        </w:rPr>
        <w:t>enfant avaient dû inspirer la terreur de tout ce qui risquait d</w:t>
      </w:r>
      <w:r w:rsidR="000E1451">
        <w:rPr>
          <w:rFonts w:cs="Georgia"/>
          <w:kern w:val="1"/>
        </w:rPr>
        <w:t>’</w:t>
      </w:r>
      <w:r>
        <w:rPr>
          <w:rFonts w:cs="Georgia"/>
          <w:kern w:val="1"/>
        </w:rPr>
        <w:t>attenter à la loi de sa caste</w:t>
      </w:r>
      <w:r w:rsidR="000E1451">
        <w:rPr>
          <w:rFonts w:cs="Georgia"/>
          <w:kern w:val="1"/>
        </w:rPr>
        <w:t xml:space="preserve"> ; </w:t>
      </w:r>
      <w:r>
        <w:rPr>
          <w:rFonts w:cs="Georgia"/>
          <w:kern w:val="1"/>
        </w:rPr>
        <w:t>au présent</w:t>
      </w:r>
      <w:r w:rsidR="000E1451">
        <w:rPr>
          <w:rFonts w:cs="Georgia"/>
          <w:kern w:val="1"/>
        </w:rPr>
        <w:t xml:space="preserve">, </w:t>
      </w:r>
      <w:r>
        <w:rPr>
          <w:rFonts w:cs="Georgia"/>
          <w:kern w:val="1"/>
        </w:rPr>
        <w:t>qui dressait l</w:t>
      </w:r>
      <w:r w:rsidR="000E1451">
        <w:rPr>
          <w:rFonts w:cs="Georgia"/>
          <w:kern w:val="1"/>
        </w:rPr>
        <w:t>’</w:t>
      </w:r>
      <w:r>
        <w:rPr>
          <w:rFonts w:cs="Georgia"/>
          <w:kern w:val="1"/>
        </w:rPr>
        <w:t>une contre l</w:t>
      </w:r>
      <w:r w:rsidR="000E1451">
        <w:rPr>
          <w:rFonts w:cs="Georgia"/>
          <w:kern w:val="1"/>
        </w:rPr>
        <w:t>’</w:t>
      </w:r>
      <w:r>
        <w:rPr>
          <w:rFonts w:cs="Georgia"/>
          <w:kern w:val="1"/>
        </w:rPr>
        <w:t>autre</w:t>
      </w:r>
      <w:r w:rsidR="000E1451">
        <w:rPr>
          <w:rFonts w:cs="Georgia"/>
          <w:kern w:val="1"/>
        </w:rPr>
        <w:t xml:space="preserve">, </w:t>
      </w:r>
      <w:r>
        <w:rPr>
          <w:rFonts w:cs="Georgia"/>
          <w:kern w:val="1"/>
        </w:rPr>
        <w:t>dans une guerre inexpiable</w:t>
      </w:r>
      <w:r w:rsidR="000E1451">
        <w:rPr>
          <w:rFonts w:cs="Georgia"/>
          <w:kern w:val="1"/>
        </w:rPr>
        <w:t xml:space="preserve">, </w:t>
      </w:r>
      <w:r>
        <w:rPr>
          <w:rFonts w:cs="Georgia"/>
          <w:kern w:val="1"/>
        </w:rPr>
        <w:t>deux nations qui se détestaient</w:t>
      </w:r>
      <w:r w:rsidR="000E1451">
        <w:rPr>
          <w:rFonts w:cs="Georgia"/>
          <w:kern w:val="1"/>
        </w:rPr>
        <w:t xml:space="preserve">, </w:t>
      </w:r>
      <w:r>
        <w:rPr>
          <w:rFonts w:cs="Georgia"/>
          <w:kern w:val="1"/>
        </w:rPr>
        <w:t>la sienne et la mienne</w:t>
      </w:r>
      <w:r w:rsidR="000E1451">
        <w:rPr>
          <w:rFonts w:cs="Georgia"/>
          <w:kern w:val="1"/>
        </w:rPr>
        <w:t xml:space="preserve"> ; </w:t>
      </w:r>
      <w:r>
        <w:rPr>
          <w:rFonts w:cs="Georgia"/>
          <w:kern w:val="1"/>
        </w:rPr>
        <w:t>à l</w:t>
      </w:r>
      <w:r w:rsidR="000E1451">
        <w:rPr>
          <w:rFonts w:cs="Georgia"/>
          <w:kern w:val="1"/>
        </w:rPr>
        <w:t>’</w:t>
      </w:r>
      <w:r>
        <w:rPr>
          <w:rFonts w:cs="Georgia"/>
          <w:kern w:val="1"/>
        </w:rPr>
        <w:t>avenir</w:t>
      </w:r>
      <w:r w:rsidR="000E1451">
        <w:rPr>
          <w:rFonts w:cs="Georgia"/>
          <w:kern w:val="1"/>
        </w:rPr>
        <w:t xml:space="preserve">, </w:t>
      </w:r>
      <w:r>
        <w:rPr>
          <w:rFonts w:cs="Georgia"/>
          <w:kern w:val="1"/>
        </w:rPr>
        <w:t>plus chargé de haine encore</w:t>
      </w:r>
      <w:r w:rsidR="000E1451">
        <w:rPr>
          <w:rFonts w:cs="Georgia"/>
          <w:kern w:val="1"/>
        </w:rPr>
        <w:t xml:space="preserve">. </w:t>
      </w:r>
      <w:r>
        <w:rPr>
          <w:rFonts w:cs="Georgia"/>
          <w:kern w:val="1"/>
        </w:rPr>
        <w:t>Et soudain</w:t>
      </w:r>
      <w:r w:rsidR="000E1451">
        <w:rPr>
          <w:rFonts w:cs="Georgia"/>
          <w:kern w:val="1"/>
        </w:rPr>
        <w:t xml:space="preserve">, </w:t>
      </w:r>
      <w:r>
        <w:rPr>
          <w:rFonts w:cs="Georgia"/>
          <w:kern w:val="1"/>
        </w:rPr>
        <w:t>en dépit de toute logique</w:t>
      </w:r>
      <w:r w:rsidR="000E1451">
        <w:rPr>
          <w:rFonts w:cs="Georgia"/>
          <w:kern w:val="1"/>
        </w:rPr>
        <w:t xml:space="preserve">, </w:t>
      </w:r>
      <w:r>
        <w:rPr>
          <w:rFonts w:cs="Georgia"/>
          <w:kern w:val="1"/>
        </w:rPr>
        <w:t>un rayon d</w:t>
      </w:r>
      <w:r w:rsidR="000E1451">
        <w:rPr>
          <w:rFonts w:cs="Georgia"/>
          <w:kern w:val="1"/>
        </w:rPr>
        <w:t>’</w:t>
      </w:r>
      <w:r>
        <w:rPr>
          <w:rFonts w:cs="Georgia"/>
          <w:kern w:val="1"/>
        </w:rPr>
        <w:t>espoir insensé se mettait à illuminer ces ténèbres</w:t>
      </w:r>
      <w:r w:rsidR="000E1451">
        <w:rPr>
          <w:rFonts w:cs="Georgia"/>
          <w:kern w:val="1"/>
        </w:rPr>
        <w:t xml:space="preserve">. </w:t>
      </w:r>
      <w:r>
        <w:rPr>
          <w:rFonts w:cs="Georgia"/>
          <w:kern w:val="1"/>
        </w:rPr>
        <w:lastRenderedPageBreak/>
        <w:t>Tous les raisonnements auxquels je venais de me livrer</w:t>
      </w:r>
      <w:r w:rsidR="000E1451">
        <w:rPr>
          <w:rFonts w:cs="Georgia"/>
          <w:kern w:val="1"/>
        </w:rPr>
        <w:t xml:space="preserve">, </w:t>
      </w:r>
      <w:r>
        <w:rPr>
          <w:rFonts w:cs="Georgia"/>
          <w:kern w:val="1"/>
        </w:rPr>
        <w:t>je les refaisais maintenant en sens inverse</w:t>
      </w:r>
      <w:r w:rsidR="000E1451">
        <w:rPr>
          <w:rFonts w:cs="Georgia"/>
          <w:kern w:val="1"/>
        </w:rPr>
        <w:t xml:space="preserve">. </w:t>
      </w:r>
      <w:r>
        <w:rPr>
          <w:rFonts w:cs="Georgia"/>
          <w:kern w:val="1"/>
        </w:rPr>
        <w:t>Je reprenais courage devant le chemin parcouru</w:t>
      </w:r>
      <w:r w:rsidR="000E1451">
        <w:rPr>
          <w:rFonts w:cs="Georgia"/>
          <w:kern w:val="1"/>
        </w:rPr>
        <w:t xml:space="preserve">, </w:t>
      </w:r>
      <w:r>
        <w:rPr>
          <w:rFonts w:cs="Georgia"/>
          <w:kern w:val="1"/>
        </w:rPr>
        <w:t>devant les gains réalisés en moins de trois mois</w:t>
      </w:r>
      <w:r w:rsidR="000E1451">
        <w:rPr>
          <w:rFonts w:cs="Georgia"/>
          <w:kern w:val="1"/>
        </w:rPr>
        <w:t xml:space="preserve">. </w:t>
      </w:r>
      <w:r>
        <w:rPr>
          <w:rFonts w:cs="Georgia"/>
          <w:kern w:val="1"/>
        </w:rPr>
        <w:t>Il y avait seulement quelques semaines</w:t>
      </w:r>
      <w:r w:rsidR="000E1451">
        <w:rPr>
          <w:rFonts w:cs="Georgia"/>
          <w:kern w:val="1"/>
        </w:rPr>
        <w:t>, M</w:t>
      </w:r>
      <w:r w:rsidR="000E1451" w:rsidRPr="000E1451">
        <w:rPr>
          <w:rFonts w:cs="Georgia"/>
          <w:kern w:val="1"/>
          <w:vertAlign w:val="superscript"/>
        </w:rPr>
        <w:t>lle</w:t>
      </w:r>
      <w:r w:rsidR="000E1451">
        <w:rPr>
          <w:rFonts w:cs="Georgia"/>
          <w:kern w:val="1"/>
        </w:rPr>
        <w:t> de </w:t>
      </w:r>
      <w:r>
        <w:rPr>
          <w:rFonts w:cs="Georgia"/>
          <w:kern w:val="1"/>
        </w:rPr>
        <w:t>Mirrbach ne daignait même pas s</w:t>
      </w:r>
      <w:r w:rsidR="000E1451">
        <w:rPr>
          <w:rFonts w:cs="Georgia"/>
          <w:kern w:val="1"/>
        </w:rPr>
        <w:t>’</w:t>
      </w:r>
      <w:r>
        <w:rPr>
          <w:rFonts w:cs="Georgia"/>
          <w:kern w:val="1"/>
        </w:rPr>
        <w:t>apercevoir de mon existence</w:t>
      </w:r>
      <w:r w:rsidR="000E1451">
        <w:rPr>
          <w:rFonts w:cs="Georgia"/>
          <w:kern w:val="1"/>
        </w:rPr>
        <w:t xml:space="preserve">. </w:t>
      </w:r>
      <w:r>
        <w:rPr>
          <w:rFonts w:cs="Georgia"/>
          <w:kern w:val="1"/>
        </w:rPr>
        <w:t>À présent</w:t>
      </w:r>
      <w:r w:rsidR="000E1451">
        <w:rPr>
          <w:rFonts w:cs="Georgia"/>
          <w:kern w:val="1"/>
        </w:rPr>
        <w:t xml:space="preserve">, </w:t>
      </w:r>
      <w:r>
        <w:rPr>
          <w:rFonts w:cs="Georgia"/>
          <w:kern w:val="1"/>
        </w:rPr>
        <w:t>il ne se passait pas de journée que nous n</w:t>
      </w:r>
      <w:r w:rsidR="000E1451">
        <w:rPr>
          <w:rFonts w:cs="Georgia"/>
          <w:kern w:val="1"/>
        </w:rPr>
        <w:t>’</w:t>
      </w:r>
      <w:r>
        <w:rPr>
          <w:rFonts w:cs="Georgia"/>
          <w:kern w:val="1"/>
        </w:rPr>
        <w:t>échangions quelques mots</w:t>
      </w:r>
      <w:r w:rsidR="000E1451">
        <w:rPr>
          <w:rFonts w:cs="Georgia"/>
          <w:kern w:val="1"/>
        </w:rPr>
        <w:t xml:space="preserve">. </w:t>
      </w:r>
      <w:r>
        <w:rPr>
          <w:rFonts w:cs="Georgia"/>
          <w:kern w:val="1"/>
        </w:rPr>
        <w:t>Elle ne cherchait plus à m</w:t>
      </w:r>
      <w:r w:rsidR="000E1451">
        <w:rPr>
          <w:rFonts w:cs="Georgia"/>
          <w:kern w:val="1"/>
        </w:rPr>
        <w:t>’</w:t>
      </w:r>
      <w:r>
        <w:rPr>
          <w:rFonts w:cs="Georgia"/>
          <w:kern w:val="1"/>
        </w:rPr>
        <w:t>éviter</w:t>
      </w:r>
      <w:r w:rsidR="000E1451">
        <w:rPr>
          <w:rFonts w:cs="Georgia"/>
          <w:kern w:val="1"/>
        </w:rPr>
        <w:t xml:space="preserve">. </w:t>
      </w:r>
      <w:r>
        <w:rPr>
          <w:rFonts w:cs="Georgia"/>
          <w:kern w:val="1"/>
        </w:rPr>
        <w:t>Et hier</w:t>
      </w:r>
      <w:r w:rsidR="000E1451">
        <w:rPr>
          <w:rFonts w:cs="Georgia"/>
          <w:kern w:val="1"/>
        </w:rPr>
        <w:t xml:space="preserve">, </w:t>
      </w:r>
      <w:r>
        <w:rPr>
          <w:rFonts w:cs="Georgia"/>
          <w:kern w:val="1"/>
        </w:rPr>
        <w:t>dans ce pavillon où</w:t>
      </w:r>
      <w:r w:rsidR="000E1451">
        <w:rPr>
          <w:rFonts w:cs="Georgia"/>
          <w:kern w:val="1"/>
        </w:rPr>
        <w:t xml:space="preserve">, </w:t>
      </w:r>
      <w:r>
        <w:rPr>
          <w:rFonts w:cs="Georgia"/>
          <w:kern w:val="1"/>
        </w:rPr>
        <w:t>pour la première fois</w:t>
      </w:r>
      <w:r w:rsidR="000E1451">
        <w:rPr>
          <w:rFonts w:cs="Georgia"/>
          <w:kern w:val="1"/>
        </w:rPr>
        <w:t xml:space="preserve">, </w:t>
      </w:r>
      <w:r>
        <w:rPr>
          <w:rFonts w:cs="Georgia"/>
          <w:kern w:val="1"/>
        </w:rPr>
        <w:t>je lui avais adressé la parole sans autre résultat que de m</w:t>
      </w:r>
      <w:r w:rsidR="000E1451">
        <w:rPr>
          <w:rFonts w:cs="Georgia"/>
          <w:kern w:val="1"/>
        </w:rPr>
        <w:t>’</w:t>
      </w:r>
      <w:r>
        <w:rPr>
          <w:rFonts w:cs="Georgia"/>
          <w:kern w:val="1"/>
        </w:rPr>
        <w:t>attirer la plus méprisante des réponses</w:t>
      </w:r>
      <w:r w:rsidR="000E1451">
        <w:rPr>
          <w:rFonts w:cs="Georgia"/>
          <w:kern w:val="1"/>
        </w:rPr>
        <w:t xml:space="preserve">, </w:t>
      </w:r>
      <w:r>
        <w:rPr>
          <w:rFonts w:cs="Georgia"/>
          <w:kern w:val="1"/>
        </w:rPr>
        <w:t>oui</w:t>
      </w:r>
      <w:r w:rsidR="000E1451">
        <w:rPr>
          <w:rFonts w:cs="Georgia"/>
          <w:kern w:val="1"/>
        </w:rPr>
        <w:t xml:space="preserve">, </w:t>
      </w:r>
      <w:r>
        <w:rPr>
          <w:rFonts w:cs="Georgia"/>
          <w:kern w:val="1"/>
        </w:rPr>
        <w:t>hier</w:t>
      </w:r>
      <w:r w:rsidR="000E1451">
        <w:rPr>
          <w:rFonts w:cs="Georgia"/>
          <w:kern w:val="1"/>
        </w:rPr>
        <w:t xml:space="preserve">, </w:t>
      </w:r>
      <w:r>
        <w:rPr>
          <w:rFonts w:cs="Georgia"/>
          <w:kern w:val="1"/>
        </w:rPr>
        <w:t>que s</w:t>
      </w:r>
      <w:r w:rsidR="000E1451">
        <w:rPr>
          <w:rFonts w:cs="Georgia"/>
          <w:kern w:val="1"/>
        </w:rPr>
        <w:t>’</w:t>
      </w:r>
      <w:r>
        <w:rPr>
          <w:rFonts w:cs="Georgia"/>
          <w:kern w:val="1"/>
        </w:rPr>
        <w:t>était-il passé</w:t>
      </w:r>
      <w:r w:rsidR="000E1451">
        <w:rPr>
          <w:rFonts w:cs="Georgia"/>
          <w:kern w:val="1"/>
        </w:rPr>
        <w:t xml:space="preserve"> ? </w:t>
      </w:r>
      <w:r>
        <w:rPr>
          <w:rFonts w:cs="Georgia"/>
          <w:kern w:val="1"/>
        </w:rPr>
        <w:t>Voulant m</w:t>
      </w:r>
      <w:r w:rsidR="000E1451">
        <w:rPr>
          <w:rFonts w:cs="Georgia"/>
          <w:kern w:val="1"/>
        </w:rPr>
        <w:t>’</w:t>
      </w:r>
      <w:r>
        <w:rPr>
          <w:rFonts w:cs="Georgia"/>
          <w:kern w:val="1"/>
        </w:rPr>
        <w:t>indiquer l</w:t>
      </w:r>
      <w:r w:rsidR="000E1451">
        <w:rPr>
          <w:rFonts w:cs="Georgia"/>
          <w:kern w:val="1"/>
        </w:rPr>
        <w:t>’</w:t>
      </w:r>
      <w:r>
        <w:rPr>
          <w:rFonts w:cs="Georgia"/>
          <w:kern w:val="1"/>
        </w:rPr>
        <w:t>endroit de la muraille où elle désirait que fût branchée une prise de courant</w:t>
      </w:r>
      <w:r w:rsidR="000E1451">
        <w:rPr>
          <w:rFonts w:cs="Georgia"/>
          <w:kern w:val="1"/>
        </w:rPr>
        <w:t xml:space="preserve">, </w:t>
      </w:r>
      <w:r>
        <w:rPr>
          <w:rFonts w:cs="Georgia"/>
          <w:kern w:val="1"/>
        </w:rPr>
        <w:t>elle était montée sur un escabeau puis sur une table</w:t>
      </w:r>
      <w:r w:rsidR="000E1451">
        <w:rPr>
          <w:rFonts w:cs="Georgia"/>
          <w:kern w:val="1"/>
        </w:rPr>
        <w:t xml:space="preserve">. </w:t>
      </w:r>
      <w:r>
        <w:rPr>
          <w:rFonts w:cs="Georgia"/>
          <w:kern w:val="1"/>
        </w:rPr>
        <w:t>Pour redescendre</w:t>
      </w:r>
      <w:r w:rsidR="000E1451">
        <w:rPr>
          <w:rFonts w:cs="Georgia"/>
          <w:kern w:val="1"/>
        </w:rPr>
        <w:t xml:space="preserve">, </w:t>
      </w:r>
      <w:r>
        <w:rPr>
          <w:rFonts w:cs="Georgia"/>
          <w:kern w:val="1"/>
        </w:rPr>
        <w:t>elle avait eu besoin de mon aide</w:t>
      </w:r>
      <w:r w:rsidR="000E1451">
        <w:rPr>
          <w:rFonts w:cs="Georgia"/>
          <w:kern w:val="1"/>
        </w:rPr>
        <w:t xml:space="preserve">. </w:t>
      </w:r>
      <w:r>
        <w:rPr>
          <w:rFonts w:cs="Georgia"/>
          <w:kern w:val="1"/>
        </w:rPr>
        <w:t>Elle m</w:t>
      </w:r>
      <w:r w:rsidR="000E1451">
        <w:rPr>
          <w:rFonts w:cs="Georgia"/>
          <w:kern w:val="1"/>
        </w:rPr>
        <w:t>’</w:t>
      </w:r>
      <w:r>
        <w:rPr>
          <w:rFonts w:cs="Georgia"/>
          <w:kern w:val="1"/>
        </w:rPr>
        <w:t>avait tendu la main</w:t>
      </w:r>
      <w:r w:rsidR="000E1451">
        <w:rPr>
          <w:rFonts w:cs="Georgia"/>
          <w:kern w:val="1"/>
        </w:rPr>
        <w:t xml:space="preserve">. </w:t>
      </w:r>
      <w:r>
        <w:rPr>
          <w:rFonts w:cs="Georgia"/>
          <w:kern w:val="1"/>
        </w:rPr>
        <w:t>Par l</w:t>
      </w:r>
      <w:r w:rsidR="000E1451">
        <w:rPr>
          <w:rFonts w:cs="Georgia"/>
          <w:kern w:val="1"/>
        </w:rPr>
        <w:t>’</w:t>
      </w:r>
      <w:r>
        <w:rPr>
          <w:rFonts w:cs="Georgia"/>
          <w:kern w:val="1"/>
        </w:rPr>
        <w:t>intermédiaire de cette main</w:t>
      </w:r>
      <w:r w:rsidR="000E1451">
        <w:rPr>
          <w:rFonts w:cs="Georgia"/>
          <w:kern w:val="1"/>
        </w:rPr>
        <w:t xml:space="preserve">, </w:t>
      </w:r>
      <w:r>
        <w:rPr>
          <w:rFonts w:cs="Georgia"/>
          <w:kern w:val="1"/>
        </w:rPr>
        <w:t>j</w:t>
      </w:r>
      <w:r w:rsidR="000E1451">
        <w:rPr>
          <w:rFonts w:cs="Georgia"/>
          <w:kern w:val="1"/>
        </w:rPr>
        <w:t>’</w:t>
      </w:r>
      <w:r>
        <w:rPr>
          <w:rFonts w:cs="Georgia"/>
          <w:kern w:val="1"/>
        </w:rPr>
        <w:t>avais senti</w:t>
      </w:r>
      <w:r w:rsidR="000E1451">
        <w:rPr>
          <w:rFonts w:cs="Georgia"/>
          <w:kern w:val="1"/>
        </w:rPr>
        <w:t xml:space="preserve">, </w:t>
      </w:r>
      <w:r>
        <w:rPr>
          <w:rFonts w:cs="Georgia"/>
          <w:kern w:val="1"/>
        </w:rPr>
        <w:t>une seconde</w:t>
      </w:r>
      <w:r w:rsidR="000E1451">
        <w:rPr>
          <w:rFonts w:cs="Georgia"/>
          <w:kern w:val="1"/>
        </w:rPr>
        <w:t xml:space="preserve">, </w:t>
      </w:r>
      <w:r>
        <w:rPr>
          <w:rFonts w:cs="Georgia"/>
          <w:kern w:val="1"/>
        </w:rPr>
        <w:t>s</w:t>
      </w:r>
      <w:r w:rsidR="000E1451">
        <w:rPr>
          <w:rFonts w:cs="Georgia"/>
          <w:kern w:val="1"/>
        </w:rPr>
        <w:t>’</w:t>
      </w:r>
      <w:r>
        <w:rPr>
          <w:rFonts w:cs="Georgia"/>
          <w:kern w:val="1"/>
        </w:rPr>
        <w:t xml:space="preserve">appuyer </w:t>
      </w:r>
      <w:r>
        <w:rPr>
          <w:rFonts w:cs="Georgia"/>
          <w:bCs/>
          <w:kern w:val="1"/>
        </w:rPr>
        <w:t>à</w:t>
      </w:r>
      <w:r>
        <w:rPr>
          <w:rFonts w:cs="Georgia"/>
          <w:kern w:val="1"/>
        </w:rPr>
        <w:t xml:space="preserve"> mon bras tout le corps d</w:t>
      </w:r>
      <w:r w:rsidR="000E1451">
        <w:rPr>
          <w:rFonts w:cs="Georgia"/>
          <w:kern w:val="1"/>
        </w:rPr>
        <w:t>’</w:t>
      </w:r>
      <w:r>
        <w:rPr>
          <w:rFonts w:cs="Georgia"/>
          <w:kern w:val="1"/>
        </w:rPr>
        <w:t>Axelle</w:t>
      </w:r>
      <w:r w:rsidR="000E1451">
        <w:rPr>
          <w:rFonts w:cs="Georgia"/>
          <w:kern w:val="1"/>
        </w:rPr>
        <w:t xml:space="preserve">. </w:t>
      </w:r>
      <w:r>
        <w:rPr>
          <w:rFonts w:cs="Georgia"/>
          <w:kern w:val="1"/>
        </w:rPr>
        <w:t>C</w:t>
      </w:r>
      <w:r w:rsidR="000E1451">
        <w:rPr>
          <w:rFonts w:cs="Georgia"/>
          <w:kern w:val="1"/>
        </w:rPr>
        <w:t>’</w:t>
      </w:r>
      <w:r>
        <w:rPr>
          <w:rFonts w:cs="Georgia"/>
          <w:kern w:val="1"/>
        </w:rPr>
        <w:t>était un fait</w:t>
      </w:r>
      <w:r w:rsidR="000E1451">
        <w:rPr>
          <w:rFonts w:cs="Georgia"/>
          <w:kern w:val="1"/>
        </w:rPr>
        <w:t xml:space="preserve">, </w:t>
      </w:r>
      <w:r>
        <w:rPr>
          <w:rFonts w:cs="Georgia"/>
          <w:kern w:val="1"/>
        </w:rPr>
        <w:t>cela aussi</w:t>
      </w:r>
      <w:r w:rsidR="000E1451">
        <w:rPr>
          <w:rFonts w:cs="Georgia"/>
          <w:kern w:val="1"/>
        </w:rPr>
        <w:t xml:space="preserve"> ! </w:t>
      </w:r>
      <w:r>
        <w:rPr>
          <w:rFonts w:cs="Georgia"/>
          <w:kern w:val="1"/>
        </w:rPr>
        <w:t>Aurais-je jamais pu me douter d</w:t>
      </w:r>
      <w:r w:rsidR="000E1451">
        <w:rPr>
          <w:rFonts w:cs="Georgia"/>
          <w:kern w:val="1"/>
        </w:rPr>
        <w:t>’</w:t>
      </w:r>
      <w:r>
        <w:rPr>
          <w:rFonts w:cs="Georgia"/>
          <w:kern w:val="1"/>
        </w:rPr>
        <w:t>une telle joie</w:t>
      </w:r>
      <w:r w:rsidR="000E1451">
        <w:rPr>
          <w:rFonts w:cs="Georgia"/>
          <w:kern w:val="1"/>
        </w:rPr>
        <w:t xml:space="preserve">, </w:t>
      </w:r>
      <w:r>
        <w:rPr>
          <w:rFonts w:cs="Georgia"/>
          <w:kern w:val="1"/>
        </w:rPr>
        <w:t>lorsque</w:t>
      </w:r>
      <w:r w:rsidR="000E1451">
        <w:rPr>
          <w:rFonts w:cs="Georgia"/>
          <w:kern w:val="1"/>
        </w:rPr>
        <w:t xml:space="preserve">, </w:t>
      </w:r>
      <w:r>
        <w:rPr>
          <w:rFonts w:cs="Georgia"/>
          <w:kern w:val="1"/>
        </w:rPr>
        <w:t>du fond des douves boueuses</w:t>
      </w:r>
      <w:r w:rsidR="000E1451">
        <w:rPr>
          <w:rFonts w:cs="Georgia"/>
          <w:kern w:val="1"/>
        </w:rPr>
        <w:t xml:space="preserve">, </w:t>
      </w:r>
      <w:r>
        <w:rPr>
          <w:rFonts w:cs="Georgia"/>
          <w:kern w:val="1"/>
        </w:rPr>
        <w:t>je la voyais apparaître</w:t>
      </w:r>
      <w:r w:rsidR="000E1451">
        <w:rPr>
          <w:rFonts w:cs="Georgia"/>
          <w:kern w:val="1"/>
        </w:rPr>
        <w:t xml:space="preserve">, </w:t>
      </w:r>
      <w:r>
        <w:rPr>
          <w:rFonts w:cs="Georgia"/>
          <w:kern w:val="1"/>
        </w:rPr>
        <w:t>lointaine et froide</w:t>
      </w:r>
      <w:r w:rsidR="000E1451">
        <w:rPr>
          <w:rFonts w:cs="Georgia"/>
          <w:kern w:val="1"/>
        </w:rPr>
        <w:t xml:space="preserve">, </w:t>
      </w:r>
      <w:r>
        <w:rPr>
          <w:rFonts w:cs="Georgia"/>
          <w:kern w:val="1"/>
        </w:rPr>
        <w:t>sur la terrasse du château</w:t>
      </w:r>
      <w:r w:rsidR="000E1451">
        <w:rPr>
          <w:rFonts w:cs="Georgia"/>
          <w:kern w:val="1"/>
        </w:rPr>
        <w:t xml:space="preserve"> ? </w:t>
      </w:r>
      <w:r>
        <w:rPr>
          <w:rFonts w:cs="Georgia"/>
          <w:kern w:val="1"/>
        </w:rPr>
        <w:t>Qui m</w:t>
      </w:r>
      <w:r w:rsidR="000E1451">
        <w:rPr>
          <w:rFonts w:cs="Georgia"/>
          <w:kern w:val="1"/>
        </w:rPr>
        <w:t>’</w:t>
      </w:r>
      <w:r>
        <w:rPr>
          <w:rFonts w:cs="Georgia"/>
          <w:kern w:val="1"/>
        </w:rPr>
        <w:t>aurait dit qu</w:t>
      </w:r>
      <w:r w:rsidR="000E1451">
        <w:rPr>
          <w:rFonts w:cs="Georgia"/>
          <w:kern w:val="1"/>
        </w:rPr>
        <w:t>’</w:t>
      </w:r>
      <w:r>
        <w:rPr>
          <w:rFonts w:cs="Georgia"/>
          <w:kern w:val="1"/>
        </w:rPr>
        <w:t>un jour</w:t>
      </w:r>
      <w:r w:rsidR="000E1451">
        <w:rPr>
          <w:rFonts w:cs="Georgia"/>
          <w:kern w:val="1"/>
        </w:rPr>
        <w:t xml:space="preserve">, </w:t>
      </w:r>
      <w:r>
        <w:rPr>
          <w:rFonts w:cs="Georgia"/>
          <w:kern w:val="1"/>
        </w:rPr>
        <w:t>et dans un temps si rapproché</w:t>
      </w:r>
      <w:r w:rsidR="000E1451">
        <w:rPr>
          <w:rFonts w:cs="Georgia"/>
          <w:kern w:val="1"/>
        </w:rPr>
        <w:t xml:space="preserve">, </w:t>
      </w:r>
      <w:r>
        <w:rPr>
          <w:rFonts w:cs="Georgia"/>
          <w:kern w:val="1"/>
        </w:rPr>
        <w:t>ma main serrerait sa main</w:t>
      </w:r>
      <w:r w:rsidR="000E1451">
        <w:rPr>
          <w:rFonts w:cs="Georgia"/>
          <w:kern w:val="1"/>
        </w:rPr>
        <w:t xml:space="preserve">, </w:t>
      </w:r>
      <w:r>
        <w:rPr>
          <w:rFonts w:cs="Georgia"/>
          <w:kern w:val="1"/>
        </w:rPr>
        <w:t>la main d</w:t>
      </w:r>
      <w:r w:rsidR="000E1451">
        <w:rPr>
          <w:rFonts w:cs="Georgia"/>
          <w:kern w:val="1"/>
        </w:rPr>
        <w:t>’</w:t>
      </w:r>
      <w:r>
        <w:rPr>
          <w:rFonts w:cs="Georgia"/>
          <w:kern w:val="1"/>
        </w:rPr>
        <w:t>Axelle</w:t>
      </w:r>
      <w:r w:rsidR="000E1451">
        <w:rPr>
          <w:rFonts w:cs="Georgia"/>
          <w:kern w:val="1"/>
        </w:rPr>
        <w:t xml:space="preserve"> ? </w:t>
      </w:r>
      <w:r>
        <w:rPr>
          <w:rFonts w:cs="Georgia"/>
          <w:kern w:val="1"/>
        </w:rPr>
        <w:t>Ce nom</w:t>
      </w:r>
      <w:r w:rsidR="000E1451">
        <w:rPr>
          <w:rFonts w:cs="Georgia"/>
          <w:kern w:val="1"/>
        </w:rPr>
        <w:t xml:space="preserve">, </w:t>
      </w:r>
      <w:r>
        <w:rPr>
          <w:rFonts w:cs="Georgia"/>
          <w:kern w:val="1"/>
        </w:rPr>
        <w:t>je ne pouvais m</w:t>
      </w:r>
      <w:r w:rsidR="000E1451">
        <w:rPr>
          <w:rFonts w:cs="Georgia"/>
          <w:kern w:val="1"/>
        </w:rPr>
        <w:t>’</w:t>
      </w:r>
      <w:r>
        <w:rPr>
          <w:rFonts w:cs="Georgia"/>
          <w:kern w:val="1"/>
        </w:rPr>
        <w:t>arrêter de le redire</w:t>
      </w:r>
      <w:r w:rsidR="000E1451">
        <w:rPr>
          <w:rFonts w:cs="Georgia"/>
          <w:kern w:val="1"/>
        </w:rPr>
        <w:t xml:space="preserve"> ; </w:t>
      </w:r>
      <w:r>
        <w:rPr>
          <w:rFonts w:cs="Georgia"/>
          <w:kern w:val="1"/>
        </w:rPr>
        <w:t>Chaque fois</w:t>
      </w:r>
      <w:r w:rsidR="000E1451">
        <w:rPr>
          <w:rFonts w:cs="Georgia"/>
          <w:kern w:val="1"/>
        </w:rPr>
        <w:t xml:space="preserve">, </w:t>
      </w:r>
      <w:r>
        <w:rPr>
          <w:rFonts w:cs="Georgia"/>
          <w:kern w:val="1"/>
        </w:rPr>
        <w:t>il me semblait qu</w:t>
      </w:r>
      <w:r w:rsidR="000E1451">
        <w:rPr>
          <w:rFonts w:cs="Georgia"/>
          <w:kern w:val="1"/>
        </w:rPr>
        <w:t>’</w:t>
      </w:r>
      <w:r>
        <w:rPr>
          <w:rFonts w:cs="Georgia"/>
          <w:kern w:val="1"/>
        </w:rPr>
        <w:t>un timbre d</w:t>
      </w:r>
      <w:r w:rsidR="000E1451">
        <w:rPr>
          <w:rFonts w:cs="Georgia"/>
          <w:kern w:val="1"/>
        </w:rPr>
        <w:t>’</w:t>
      </w:r>
      <w:r>
        <w:rPr>
          <w:rFonts w:cs="Georgia"/>
          <w:kern w:val="1"/>
        </w:rPr>
        <w:t>or prolongeait délicieusement</w:t>
      </w:r>
      <w:r w:rsidR="000E1451">
        <w:rPr>
          <w:rFonts w:cs="Georgia"/>
          <w:kern w:val="1"/>
        </w:rPr>
        <w:t xml:space="preserve">, </w:t>
      </w:r>
      <w:r>
        <w:rPr>
          <w:rFonts w:cs="Georgia"/>
          <w:kern w:val="1"/>
        </w:rPr>
        <w:t>à l</w:t>
      </w:r>
      <w:r w:rsidR="000E1451">
        <w:rPr>
          <w:rFonts w:cs="Georgia"/>
          <w:kern w:val="1"/>
        </w:rPr>
        <w:t>’</w:t>
      </w:r>
      <w:r>
        <w:rPr>
          <w:rFonts w:cs="Georgia"/>
          <w:kern w:val="1"/>
        </w:rPr>
        <w:t>infini</w:t>
      </w:r>
      <w:r w:rsidR="000E1451">
        <w:rPr>
          <w:rFonts w:cs="Georgia"/>
          <w:kern w:val="1"/>
        </w:rPr>
        <w:t xml:space="preserve">, </w:t>
      </w:r>
      <w:r>
        <w:rPr>
          <w:rFonts w:cs="Georgia"/>
          <w:kern w:val="1"/>
        </w:rPr>
        <w:t>ses vibrations dans tout mon être</w:t>
      </w:r>
      <w:r w:rsidR="000E1451">
        <w:rPr>
          <w:rFonts w:cs="Georgia"/>
          <w:kern w:val="1"/>
        </w:rPr>
        <w:t xml:space="preserve">. </w:t>
      </w:r>
      <w:r>
        <w:rPr>
          <w:rFonts w:cs="Georgia"/>
          <w:kern w:val="1"/>
        </w:rPr>
        <w:t>Quand j</w:t>
      </w:r>
      <w:r w:rsidR="000E1451">
        <w:rPr>
          <w:rFonts w:cs="Georgia"/>
          <w:kern w:val="1"/>
        </w:rPr>
        <w:t>’</w:t>
      </w:r>
      <w:r>
        <w:rPr>
          <w:rFonts w:cs="Georgia"/>
          <w:kern w:val="1"/>
        </w:rPr>
        <w:t>étais près d</w:t>
      </w:r>
      <w:r w:rsidR="000E1451">
        <w:rPr>
          <w:rFonts w:cs="Georgia"/>
          <w:kern w:val="1"/>
        </w:rPr>
        <w:t>’</w:t>
      </w:r>
      <w:r>
        <w:rPr>
          <w:rFonts w:cs="Georgia"/>
          <w:kern w:val="1"/>
        </w:rPr>
        <w:t>elle</w:t>
      </w:r>
      <w:r w:rsidR="000E1451">
        <w:rPr>
          <w:rFonts w:cs="Georgia"/>
          <w:kern w:val="1"/>
        </w:rPr>
        <w:t xml:space="preserve">, </w:t>
      </w:r>
      <w:r>
        <w:rPr>
          <w:rFonts w:cs="Georgia"/>
          <w:kern w:val="1"/>
        </w:rPr>
        <w:t>je ne pensais qu</w:t>
      </w:r>
      <w:r w:rsidR="000E1451">
        <w:rPr>
          <w:rFonts w:cs="Georgia"/>
          <w:kern w:val="1"/>
        </w:rPr>
        <w:t>’</w:t>
      </w:r>
      <w:r>
        <w:rPr>
          <w:rFonts w:cs="Georgia"/>
          <w:kern w:val="1"/>
        </w:rPr>
        <w:t>à fuir</w:t>
      </w:r>
      <w:r w:rsidR="000E1451">
        <w:rPr>
          <w:rFonts w:cs="Georgia"/>
          <w:kern w:val="1"/>
        </w:rPr>
        <w:t xml:space="preserve">, </w:t>
      </w:r>
      <w:r>
        <w:rPr>
          <w:rFonts w:cs="Georgia"/>
          <w:kern w:val="1"/>
        </w:rPr>
        <w:t>pour mieux pouvoir penser à elle</w:t>
      </w:r>
      <w:r w:rsidR="000E1451">
        <w:rPr>
          <w:rFonts w:cs="Georgia"/>
          <w:kern w:val="1"/>
        </w:rPr>
        <w:t xml:space="preserve">. </w:t>
      </w:r>
      <w:r>
        <w:rPr>
          <w:rFonts w:cs="Georgia"/>
          <w:kern w:val="1"/>
        </w:rPr>
        <w:t>Quand je ne la voyais plus</w:t>
      </w:r>
      <w:r w:rsidR="000E1451">
        <w:rPr>
          <w:rFonts w:cs="Georgia"/>
          <w:kern w:val="1"/>
        </w:rPr>
        <w:t xml:space="preserve">, </w:t>
      </w:r>
      <w:r>
        <w:rPr>
          <w:rFonts w:cs="Georgia"/>
          <w:kern w:val="1"/>
        </w:rPr>
        <w:t>je ne songeais qu</w:t>
      </w:r>
      <w:r w:rsidR="000E1451">
        <w:rPr>
          <w:rFonts w:cs="Georgia"/>
          <w:kern w:val="1"/>
        </w:rPr>
        <w:t>’</w:t>
      </w:r>
      <w:r>
        <w:rPr>
          <w:rFonts w:cs="Georgia"/>
          <w:kern w:val="1"/>
        </w:rPr>
        <w:t>à l</w:t>
      </w:r>
      <w:r w:rsidR="000E1451">
        <w:rPr>
          <w:rFonts w:cs="Georgia"/>
          <w:kern w:val="1"/>
        </w:rPr>
        <w:t>’</w:t>
      </w:r>
      <w:r>
        <w:rPr>
          <w:rFonts w:cs="Georgia"/>
          <w:kern w:val="1"/>
        </w:rPr>
        <w:t>instant qui me mettrait de nouveau en sa présence</w:t>
      </w:r>
      <w:r w:rsidR="000E1451">
        <w:rPr>
          <w:rFonts w:cs="Georgia"/>
          <w:kern w:val="1"/>
        </w:rPr>
        <w:t xml:space="preserve">. </w:t>
      </w:r>
      <w:r>
        <w:rPr>
          <w:rFonts w:cs="Georgia"/>
          <w:kern w:val="1"/>
        </w:rPr>
        <w:t>Mes nuits se passaient à combiner les choses que je me jurais que je lui dirais</w:t>
      </w:r>
      <w:r w:rsidR="000E1451">
        <w:rPr>
          <w:rFonts w:cs="Georgia"/>
          <w:kern w:val="1"/>
        </w:rPr>
        <w:t xml:space="preserve">. </w:t>
      </w:r>
      <w:r>
        <w:rPr>
          <w:rFonts w:cs="Georgia"/>
          <w:kern w:val="1"/>
        </w:rPr>
        <w:t>J</w:t>
      </w:r>
      <w:r w:rsidR="000E1451">
        <w:rPr>
          <w:rFonts w:cs="Georgia"/>
          <w:kern w:val="1"/>
        </w:rPr>
        <w:t>’</w:t>
      </w:r>
      <w:r>
        <w:rPr>
          <w:rFonts w:cs="Georgia"/>
          <w:kern w:val="1"/>
        </w:rPr>
        <w:t>essayais de deviner ses réponses</w:t>
      </w:r>
      <w:r w:rsidR="000E1451">
        <w:rPr>
          <w:rFonts w:cs="Georgia"/>
          <w:kern w:val="1"/>
        </w:rPr>
        <w:t xml:space="preserve">. </w:t>
      </w:r>
      <w:r>
        <w:rPr>
          <w:rFonts w:cs="Georgia"/>
          <w:kern w:val="1"/>
        </w:rPr>
        <w:t>Je décidais de la façon dont à mon tour j</w:t>
      </w:r>
      <w:r w:rsidR="000E1451">
        <w:rPr>
          <w:rFonts w:cs="Georgia"/>
          <w:kern w:val="1"/>
        </w:rPr>
        <w:t>’</w:t>
      </w:r>
      <w:r>
        <w:rPr>
          <w:rFonts w:cs="Georgia"/>
          <w:kern w:val="1"/>
        </w:rPr>
        <w:t>y répliquerais</w:t>
      </w:r>
      <w:r w:rsidR="000E1451">
        <w:rPr>
          <w:rFonts w:cs="Georgia"/>
          <w:kern w:val="1"/>
        </w:rPr>
        <w:t xml:space="preserve">. </w:t>
      </w:r>
      <w:r>
        <w:rPr>
          <w:rFonts w:cs="Georgia"/>
          <w:kern w:val="1"/>
        </w:rPr>
        <w:t>Mais à quoi bon m</w:t>
      </w:r>
      <w:r w:rsidR="000E1451">
        <w:rPr>
          <w:rFonts w:cs="Georgia"/>
          <w:kern w:val="1"/>
        </w:rPr>
        <w:t>’</w:t>
      </w:r>
      <w:r>
        <w:rPr>
          <w:rFonts w:cs="Georgia"/>
          <w:kern w:val="1"/>
        </w:rPr>
        <w:t>égarer dans l</w:t>
      </w:r>
      <w:r w:rsidR="000E1451">
        <w:rPr>
          <w:rFonts w:cs="Georgia"/>
          <w:kern w:val="1"/>
        </w:rPr>
        <w:t>’</w:t>
      </w:r>
      <w:r>
        <w:rPr>
          <w:rFonts w:cs="Georgia"/>
          <w:kern w:val="1"/>
        </w:rPr>
        <w:t>énumération de ces folies</w:t>
      </w:r>
      <w:r w:rsidR="000E1451">
        <w:rPr>
          <w:rFonts w:cs="Georgia"/>
          <w:kern w:val="1"/>
        </w:rPr>
        <w:t xml:space="preserve">, </w:t>
      </w:r>
      <w:r>
        <w:rPr>
          <w:rFonts w:cs="Georgia"/>
          <w:kern w:val="1"/>
        </w:rPr>
        <w:t>alors qu</w:t>
      </w:r>
      <w:r w:rsidR="000E1451">
        <w:rPr>
          <w:rFonts w:cs="Georgia"/>
          <w:kern w:val="1"/>
        </w:rPr>
        <w:t>’</w:t>
      </w:r>
      <w:r>
        <w:rPr>
          <w:rFonts w:cs="Georgia"/>
          <w:kern w:val="1"/>
        </w:rPr>
        <w:t>une seule les résume toutes</w:t>
      </w:r>
      <w:r w:rsidR="000E1451">
        <w:rPr>
          <w:rFonts w:cs="Georgia"/>
          <w:kern w:val="1"/>
        </w:rPr>
        <w:t xml:space="preserve"> ! </w:t>
      </w:r>
      <w:r>
        <w:rPr>
          <w:rFonts w:cs="Georgia"/>
          <w:kern w:val="1"/>
        </w:rPr>
        <w:t>Je l</w:t>
      </w:r>
      <w:r w:rsidR="000E1451">
        <w:rPr>
          <w:rFonts w:cs="Georgia"/>
          <w:kern w:val="1"/>
        </w:rPr>
        <w:t>’</w:t>
      </w:r>
      <w:r>
        <w:rPr>
          <w:rFonts w:cs="Georgia"/>
          <w:kern w:val="1"/>
        </w:rPr>
        <w:t>aimais</w:t>
      </w:r>
      <w:r w:rsidR="000E1451">
        <w:rPr>
          <w:rFonts w:cs="Georgia"/>
          <w:kern w:val="1"/>
        </w:rPr>
        <w:t>.</w:t>
      </w:r>
    </w:p>
    <w:p w14:paraId="48258BC6" w14:textId="77777777" w:rsidR="00BE611A" w:rsidRDefault="00BE611A" w:rsidP="00BE611A">
      <w:pPr>
        <w:rPr>
          <w:rFonts w:cs="Georgia"/>
          <w:kern w:val="1"/>
        </w:rPr>
      </w:pPr>
    </w:p>
    <w:p w14:paraId="63700345" w14:textId="77777777" w:rsidR="000E1451" w:rsidRDefault="00BE611A" w:rsidP="00BE611A">
      <w:pPr>
        <w:rPr>
          <w:rFonts w:cs="Georgia"/>
          <w:kern w:val="1"/>
        </w:rPr>
      </w:pPr>
      <w:r>
        <w:rPr>
          <w:rFonts w:cs="Georgia"/>
          <w:kern w:val="1"/>
        </w:rPr>
        <w:t>Ce matin-là</w:t>
      </w:r>
      <w:r w:rsidR="000E1451">
        <w:rPr>
          <w:rFonts w:cs="Georgia"/>
          <w:kern w:val="1"/>
        </w:rPr>
        <w:t xml:space="preserve">, </w:t>
      </w:r>
      <w:r>
        <w:rPr>
          <w:rFonts w:cs="Georgia"/>
          <w:kern w:val="1"/>
        </w:rPr>
        <w:t>en pénétrant dans l</w:t>
      </w:r>
      <w:r w:rsidR="000E1451">
        <w:rPr>
          <w:rFonts w:cs="Georgia"/>
          <w:kern w:val="1"/>
        </w:rPr>
        <w:t>’</w:t>
      </w:r>
      <w:r>
        <w:rPr>
          <w:rFonts w:cs="Georgia"/>
          <w:kern w:val="1"/>
        </w:rPr>
        <w:t>office</w:t>
      </w:r>
      <w:r w:rsidR="000E1451">
        <w:rPr>
          <w:rFonts w:cs="Georgia"/>
          <w:kern w:val="1"/>
        </w:rPr>
        <w:t xml:space="preserve">, </w:t>
      </w:r>
      <w:r>
        <w:rPr>
          <w:rFonts w:cs="Georgia"/>
          <w:kern w:val="1"/>
        </w:rPr>
        <w:t>j</w:t>
      </w:r>
      <w:r w:rsidR="000E1451">
        <w:rPr>
          <w:rFonts w:cs="Georgia"/>
          <w:kern w:val="1"/>
        </w:rPr>
        <w:t>’</w:t>
      </w:r>
      <w:r>
        <w:rPr>
          <w:rFonts w:cs="Georgia"/>
          <w:kern w:val="1"/>
        </w:rPr>
        <w:t>interpellai avec autorité la vieille Dominica</w:t>
      </w:r>
      <w:r w:rsidR="000E1451">
        <w:rPr>
          <w:rFonts w:cs="Georgia"/>
          <w:kern w:val="1"/>
        </w:rPr>
        <w:t>.</w:t>
      </w:r>
    </w:p>
    <w:p w14:paraId="5B3A4DD3" w14:textId="77777777" w:rsidR="000E1451" w:rsidRDefault="000E1451" w:rsidP="00BE611A">
      <w:pPr>
        <w:rPr>
          <w:rFonts w:cs="Georgia"/>
          <w:kern w:val="1"/>
        </w:rPr>
      </w:pPr>
      <w:r>
        <w:rPr>
          <w:rFonts w:cs="Georgia"/>
          <w:kern w:val="1"/>
        </w:rPr>
        <w:t>— </w:t>
      </w:r>
      <w:r w:rsidR="00BE611A">
        <w:rPr>
          <w:rFonts w:cs="Georgia"/>
          <w:kern w:val="1"/>
        </w:rPr>
        <w:t>Qu</w:t>
      </w:r>
      <w:r>
        <w:rPr>
          <w:rFonts w:cs="Georgia"/>
          <w:kern w:val="1"/>
        </w:rPr>
        <w:t>’</w:t>
      </w:r>
      <w:r w:rsidR="00BE611A">
        <w:rPr>
          <w:rFonts w:cs="Georgia"/>
          <w:kern w:val="1"/>
        </w:rPr>
        <w:t>y a-t-il</w:t>
      </w:r>
      <w:r>
        <w:rPr>
          <w:rFonts w:cs="Georgia"/>
          <w:kern w:val="1"/>
        </w:rPr>
        <w:t xml:space="preserve">, </w:t>
      </w:r>
      <w:r w:rsidR="00BE611A">
        <w:rPr>
          <w:rFonts w:cs="Georgia"/>
          <w:kern w:val="1"/>
        </w:rPr>
        <w:t>monsieur Dumaine</w:t>
      </w:r>
      <w:r>
        <w:rPr>
          <w:rFonts w:cs="Georgia"/>
          <w:kern w:val="1"/>
        </w:rPr>
        <w:t> ?</w:t>
      </w:r>
    </w:p>
    <w:p w14:paraId="66C876BC" w14:textId="77777777" w:rsidR="000E1451" w:rsidRDefault="00BE611A" w:rsidP="00BE611A">
      <w:pPr>
        <w:rPr>
          <w:rFonts w:cs="Georgia"/>
          <w:kern w:val="1"/>
        </w:rPr>
      </w:pPr>
      <w:r>
        <w:rPr>
          <w:rFonts w:cs="Georgia"/>
          <w:kern w:val="1"/>
        </w:rPr>
        <w:t>Elle avait fini</w:t>
      </w:r>
      <w:r w:rsidR="000E1451">
        <w:rPr>
          <w:rFonts w:cs="Georgia"/>
          <w:kern w:val="1"/>
        </w:rPr>
        <w:t xml:space="preserve">, </w:t>
      </w:r>
      <w:r>
        <w:rPr>
          <w:rFonts w:cs="Georgia"/>
          <w:kern w:val="1"/>
        </w:rPr>
        <w:t>elle aussi</w:t>
      </w:r>
      <w:r w:rsidR="000E1451">
        <w:rPr>
          <w:rFonts w:cs="Georgia"/>
          <w:kern w:val="1"/>
        </w:rPr>
        <w:t xml:space="preserve">, </w:t>
      </w:r>
      <w:r>
        <w:rPr>
          <w:rFonts w:cs="Georgia"/>
          <w:kern w:val="1"/>
        </w:rPr>
        <w:t>par me parler</w:t>
      </w:r>
      <w:r w:rsidR="000E1451">
        <w:rPr>
          <w:rFonts w:cs="Georgia"/>
          <w:kern w:val="1"/>
        </w:rPr>
        <w:t xml:space="preserve">, </w:t>
      </w:r>
      <w:r>
        <w:rPr>
          <w:rFonts w:cs="Georgia"/>
          <w:kern w:val="1"/>
        </w:rPr>
        <w:t>et elle m</w:t>
      </w:r>
      <w:r w:rsidR="000E1451">
        <w:rPr>
          <w:rFonts w:cs="Georgia"/>
          <w:kern w:val="1"/>
        </w:rPr>
        <w:t>’</w:t>
      </w:r>
      <w:r>
        <w:rPr>
          <w:rFonts w:cs="Georgia"/>
          <w:kern w:val="1"/>
        </w:rPr>
        <w:t xml:space="preserve">appelait </w:t>
      </w:r>
      <w:r>
        <w:rPr>
          <w:rFonts w:cs="Georgia"/>
          <w:bCs/>
          <w:i/>
          <w:iCs/>
          <w:kern w:val="1"/>
        </w:rPr>
        <w:t>Monsieur</w:t>
      </w:r>
      <w:r w:rsidR="000E1451">
        <w:t xml:space="preserve">. </w:t>
      </w:r>
      <w:r>
        <w:rPr>
          <w:rFonts w:cs="Georgia"/>
          <w:kern w:val="1"/>
        </w:rPr>
        <w:t>Tout le monde au château m</w:t>
      </w:r>
      <w:r w:rsidR="000E1451">
        <w:rPr>
          <w:rFonts w:cs="Georgia"/>
          <w:kern w:val="1"/>
        </w:rPr>
        <w:t>’</w:t>
      </w:r>
      <w:r>
        <w:rPr>
          <w:rFonts w:cs="Georgia"/>
          <w:kern w:val="1"/>
        </w:rPr>
        <w:t>appelait Monsieur</w:t>
      </w:r>
      <w:r w:rsidR="000E1451">
        <w:rPr>
          <w:rFonts w:cs="Georgia"/>
          <w:kern w:val="1"/>
        </w:rPr>
        <w:t xml:space="preserve">, </w:t>
      </w:r>
      <w:r>
        <w:rPr>
          <w:rFonts w:cs="Georgia"/>
          <w:kern w:val="1"/>
        </w:rPr>
        <w:t>à part le général</w:t>
      </w:r>
      <w:r w:rsidR="000E1451">
        <w:rPr>
          <w:rFonts w:cs="Georgia"/>
          <w:kern w:val="1"/>
        </w:rPr>
        <w:t xml:space="preserve">, </w:t>
      </w:r>
      <w:r>
        <w:rPr>
          <w:rFonts w:cs="Georgia"/>
          <w:kern w:val="1"/>
        </w:rPr>
        <w:t>bien entendu</w:t>
      </w:r>
      <w:r w:rsidR="000E1451">
        <w:rPr>
          <w:rFonts w:cs="Georgia"/>
          <w:kern w:val="1"/>
        </w:rPr>
        <w:t>.</w:t>
      </w:r>
    </w:p>
    <w:p w14:paraId="337FF765" w14:textId="77777777" w:rsidR="000E1451" w:rsidRDefault="000E1451" w:rsidP="00BE611A">
      <w:pPr>
        <w:rPr>
          <w:rFonts w:cs="Georgia"/>
          <w:kern w:val="1"/>
        </w:rPr>
      </w:pPr>
      <w:r>
        <w:rPr>
          <w:rFonts w:cs="Georgia"/>
          <w:kern w:val="1"/>
        </w:rPr>
        <w:t>— </w:t>
      </w:r>
      <w:r w:rsidR="00BE611A">
        <w:rPr>
          <w:rFonts w:cs="Georgia"/>
          <w:kern w:val="1"/>
        </w:rPr>
        <w:t>Regardez-moi cela</w:t>
      </w:r>
      <w:r>
        <w:rPr>
          <w:rFonts w:cs="Georgia"/>
          <w:kern w:val="1"/>
        </w:rPr>
        <w:t>.</w:t>
      </w:r>
    </w:p>
    <w:p w14:paraId="4F42A326" w14:textId="77777777" w:rsidR="000E1451" w:rsidRDefault="00BE611A" w:rsidP="00BE611A">
      <w:pPr>
        <w:rPr>
          <w:rFonts w:cs="Georgia"/>
          <w:kern w:val="1"/>
        </w:rPr>
      </w:pPr>
      <w:r>
        <w:rPr>
          <w:rFonts w:cs="Georgia"/>
          <w:kern w:val="1"/>
        </w:rPr>
        <w:t>Des poches de ma capote</w:t>
      </w:r>
      <w:r w:rsidR="000E1451">
        <w:rPr>
          <w:rFonts w:cs="Georgia"/>
          <w:kern w:val="1"/>
        </w:rPr>
        <w:t xml:space="preserve">, </w:t>
      </w:r>
      <w:r>
        <w:rPr>
          <w:rFonts w:cs="Georgia"/>
          <w:kern w:val="1"/>
        </w:rPr>
        <w:t>je retirai une demi-douzaine de petits paquets que j</w:t>
      </w:r>
      <w:r w:rsidR="000E1451">
        <w:rPr>
          <w:rFonts w:cs="Georgia"/>
          <w:kern w:val="1"/>
        </w:rPr>
        <w:t>’</w:t>
      </w:r>
      <w:r>
        <w:rPr>
          <w:rFonts w:cs="Georgia"/>
          <w:kern w:val="1"/>
        </w:rPr>
        <w:t>alignai sur la table</w:t>
      </w:r>
      <w:r w:rsidR="000E1451">
        <w:rPr>
          <w:rFonts w:cs="Georgia"/>
          <w:kern w:val="1"/>
        </w:rPr>
        <w:t xml:space="preserve"> : </w:t>
      </w:r>
      <w:r>
        <w:rPr>
          <w:rFonts w:cs="Georgia"/>
          <w:kern w:val="1"/>
        </w:rPr>
        <w:t>du sucre</w:t>
      </w:r>
      <w:r w:rsidR="000E1451">
        <w:rPr>
          <w:rFonts w:cs="Georgia"/>
          <w:kern w:val="1"/>
        </w:rPr>
        <w:t xml:space="preserve">, </w:t>
      </w:r>
      <w:r>
        <w:rPr>
          <w:rFonts w:cs="Georgia"/>
          <w:kern w:val="1"/>
        </w:rPr>
        <w:t>du chocolat</w:t>
      </w:r>
      <w:r w:rsidR="000E1451">
        <w:rPr>
          <w:rFonts w:cs="Georgia"/>
          <w:kern w:val="1"/>
        </w:rPr>
        <w:t xml:space="preserve">, </w:t>
      </w:r>
      <w:r>
        <w:rPr>
          <w:rFonts w:cs="Georgia"/>
          <w:kern w:val="1"/>
        </w:rPr>
        <w:t>du café</w:t>
      </w:r>
      <w:r w:rsidR="000E1451">
        <w:rPr>
          <w:rFonts w:cs="Georgia"/>
          <w:kern w:val="1"/>
        </w:rPr>
        <w:t xml:space="preserve">, </w:t>
      </w:r>
      <w:r>
        <w:rPr>
          <w:rFonts w:cs="Georgia"/>
          <w:kern w:val="1"/>
        </w:rPr>
        <w:t>du thé</w:t>
      </w:r>
      <w:r w:rsidR="000E1451">
        <w:rPr>
          <w:rFonts w:cs="Georgia"/>
          <w:kern w:val="1"/>
        </w:rPr>
        <w:t>.</w:t>
      </w:r>
    </w:p>
    <w:p w14:paraId="4A79D141" w14:textId="77777777" w:rsidR="000E1451" w:rsidRDefault="00BE611A" w:rsidP="00BE611A">
      <w:pPr>
        <w:rPr>
          <w:rFonts w:cs="Georgia"/>
          <w:kern w:val="1"/>
        </w:rPr>
      </w:pPr>
      <w:r>
        <w:rPr>
          <w:rFonts w:cs="Georgia"/>
          <w:kern w:val="1"/>
        </w:rPr>
        <w:t>Elle hésitait un peu devant toutes ces merveilles</w:t>
      </w:r>
      <w:r w:rsidR="000E1451">
        <w:rPr>
          <w:rFonts w:cs="Georgia"/>
          <w:kern w:val="1"/>
        </w:rPr>
        <w:t>.</w:t>
      </w:r>
    </w:p>
    <w:p w14:paraId="3E5D8C65" w14:textId="77777777" w:rsidR="000E1451" w:rsidRDefault="000E1451" w:rsidP="00BE611A">
      <w:pPr>
        <w:rPr>
          <w:rFonts w:cs="Georgia"/>
          <w:kern w:val="1"/>
        </w:rPr>
      </w:pPr>
      <w:r>
        <w:rPr>
          <w:rFonts w:cs="Georgia"/>
          <w:kern w:val="1"/>
        </w:rPr>
        <w:t>— </w:t>
      </w:r>
      <w:r w:rsidR="00BE611A">
        <w:rPr>
          <w:rFonts w:cs="Georgia"/>
          <w:kern w:val="1"/>
        </w:rPr>
        <w:t>C</w:t>
      </w:r>
      <w:r>
        <w:rPr>
          <w:rFonts w:cs="Georgia"/>
          <w:kern w:val="1"/>
        </w:rPr>
        <w:t>’</w:t>
      </w:r>
      <w:r w:rsidR="00BE611A">
        <w:rPr>
          <w:rFonts w:cs="Georgia"/>
          <w:kern w:val="1"/>
        </w:rPr>
        <w:t>est que je ne sais pas si je dois</w:t>
      </w:r>
      <w:r>
        <w:rPr>
          <w:rFonts w:cs="Georgia"/>
          <w:kern w:val="1"/>
        </w:rPr>
        <w:t>…</w:t>
      </w:r>
    </w:p>
    <w:p w14:paraId="25DFDA1B" w14:textId="77777777" w:rsidR="000E1451" w:rsidRDefault="000E1451" w:rsidP="00BE611A">
      <w:pPr>
        <w:rPr>
          <w:rFonts w:cs="Georgia"/>
          <w:kern w:val="1"/>
        </w:rPr>
      </w:pPr>
      <w:r>
        <w:rPr>
          <w:rFonts w:cs="Georgia"/>
          <w:kern w:val="1"/>
        </w:rPr>
        <w:t>— </w:t>
      </w:r>
      <w:r w:rsidR="00BE611A">
        <w:rPr>
          <w:rFonts w:cs="Georgia"/>
          <w:kern w:val="1"/>
        </w:rPr>
        <w:t>Prenez toujours</w:t>
      </w:r>
      <w:r>
        <w:rPr>
          <w:rFonts w:cs="Georgia"/>
          <w:kern w:val="1"/>
        </w:rPr>
        <w:t xml:space="preserve">, </w:t>
      </w:r>
      <w:r w:rsidR="00BE611A">
        <w:rPr>
          <w:rFonts w:cs="Georgia"/>
          <w:kern w:val="1"/>
        </w:rPr>
        <w:t>Dominica</w:t>
      </w:r>
      <w:r>
        <w:rPr>
          <w:rFonts w:cs="Georgia"/>
          <w:kern w:val="1"/>
        </w:rPr>
        <w:t xml:space="preserve">. </w:t>
      </w:r>
      <w:r w:rsidR="00BE611A">
        <w:rPr>
          <w:rFonts w:cs="Georgia"/>
          <w:kern w:val="1"/>
        </w:rPr>
        <w:t>Je ne vous donne que ce que j</w:t>
      </w:r>
      <w:r>
        <w:rPr>
          <w:rFonts w:cs="Georgia"/>
          <w:kern w:val="1"/>
        </w:rPr>
        <w:t>’</w:t>
      </w:r>
      <w:r w:rsidR="00BE611A">
        <w:rPr>
          <w:rFonts w:cs="Georgia"/>
          <w:kern w:val="1"/>
        </w:rPr>
        <w:t>ai en trop</w:t>
      </w:r>
      <w:r>
        <w:rPr>
          <w:rFonts w:cs="Georgia"/>
          <w:kern w:val="1"/>
        </w:rPr>
        <w:t xml:space="preserve">, </w:t>
      </w:r>
      <w:r w:rsidR="00BE611A">
        <w:rPr>
          <w:rFonts w:cs="Georgia"/>
          <w:kern w:val="1"/>
        </w:rPr>
        <w:t>je vous assure</w:t>
      </w:r>
      <w:r>
        <w:rPr>
          <w:rFonts w:cs="Georgia"/>
          <w:kern w:val="1"/>
        </w:rPr>
        <w:t>.</w:t>
      </w:r>
    </w:p>
    <w:p w14:paraId="17BF085D" w14:textId="77777777" w:rsidR="000E1451" w:rsidRDefault="00BE611A" w:rsidP="00BE611A">
      <w:pPr>
        <w:rPr>
          <w:rFonts w:cs="Georgia"/>
          <w:kern w:val="1"/>
        </w:rPr>
      </w:pPr>
      <w:r>
        <w:rPr>
          <w:rFonts w:cs="Georgia"/>
          <w:kern w:val="1"/>
        </w:rPr>
        <w:t>Je mentais</w:t>
      </w:r>
      <w:r w:rsidR="000E1451">
        <w:rPr>
          <w:rFonts w:cs="Georgia"/>
          <w:kern w:val="1"/>
        </w:rPr>
        <w:t xml:space="preserve">, </w:t>
      </w:r>
      <w:r>
        <w:rPr>
          <w:rFonts w:cs="Georgia"/>
          <w:kern w:val="1"/>
        </w:rPr>
        <w:t>inutile de le dire</w:t>
      </w:r>
      <w:r w:rsidR="000E1451">
        <w:rPr>
          <w:rFonts w:cs="Georgia"/>
          <w:kern w:val="1"/>
        </w:rPr>
        <w:t xml:space="preserve">. </w:t>
      </w:r>
      <w:r>
        <w:rPr>
          <w:rFonts w:cs="Georgia"/>
          <w:kern w:val="1"/>
        </w:rPr>
        <w:t>Et je n</w:t>
      </w:r>
      <w:r w:rsidR="000E1451">
        <w:rPr>
          <w:rFonts w:cs="Georgia"/>
          <w:kern w:val="1"/>
        </w:rPr>
        <w:t>’</w:t>
      </w:r>
      <w:r>
        <w:rPr>
          <w:rFonts w:cs="Georgia"/>
          <w:kern w:val="1"/>
        </w:rPr>
        <w:t>insiste pas sur l</w:t>
      </w:r>
      <w:r w:rsidR="000E1451">
        <w:rPr>
          <w:rFonts w:cs="Georgia"/>
          <w:kern w:val="1"/>
        </w:rPr>
        <w:t>’</w:t>
      </w:r>
      <w:r>
        <w:rPr>
          <w:rFonts w:cs="Georgia"/>
          <w:kern w:val="1"/>
        </w:rPr>
        <w:t>habileté qu</w:t>
      </w:r>
      <w:r w:rsidR="000E1451">
        <w:rPr>
          <w:rFonts w:cs="Georgia"/>
          <w:kern w:val="1"/>
        </w:rPr>
        <w:t>’</w:t>
      </w:r>
      <w:r>
        <w:rPr>
          <w:rFonts w:cs="Georgia"/>
          <w:kern w:val="1"/>
        </w:rPr>
        <w:t>il me fallait</w:t>
      </w:r>
      <w:r w:rsidR="000E1451">
        <w:rPr>
          <w:rFonts w:cs="Georgia"/>
          <w:kern w:val="1"/>
        </w:rPr>
        <w:t xml:space="preserve">, </w:t>
      </w:r>
      <w:r>
        <w:rPr>
          <w:rFonts w:cs="Georgia"/>
          <w:kern w:val="1"/>
        </w:rPr>
        <w:t>à chaque arrivage de colis</w:t>
      </w:r>
      <w:r w:rsidR="000E1451">
        <w:rPr>
          <w:rFonts w:cs="Georgia"/>
          <w:kern w:val="1"/>
        </w:rPr>
        <w:t xml:space="preserve">, </w:t>
      </w:r>
      <w:r>
        <w:rPr>
          <w:rFonts w:cs="Georgia"/>
          <w:kern w:val="1"/>
        </w:rPr>
        <w:t>pour prélever sur le contenu des miens la part que j</w:t>
      </w:r>
      <w:r w:rsidR="000E1451">
        <w:rPr>
          <w:rFonts w:cs="Georgia"/>
          <w:kern w:val="1"/>
        </w:rPr>
        <w:t>’</w:t>
      </w:r>
      <w:r>
        <w:rPr>
          <w:rFonts w:cs="Georgia"/>
          <w:kern w:val="1"/>
        </w:rPr>
        <w:t>escamotais ainsi au profit des habitants de Reichendorf</w:t>
      </w:r>
      <w:r w:rsidR="000E1451">
        <w:rPr>
          <w:rFonts w:cs="Georgia"/>
          <w:kern w:val="1"/>
        </w:rPr>
        <w:t>.</w:t>
      </w:r>
    </w:p>
    <w:p w14:paraId="16B0A75D" w14:textId="77777777" w:rsidR="000E1451" w:rsidRDefault="00BE611A" w:rsidP="00BE611A">
      <w:pPr>
        <w:rPr>
          <w:rFonts w:cs="Georgia"/>
          <w:kern w:val="1"/>
        </w:rPr>
      </w:pPr>
      <w:r>
        <w:rPr>
          <w:rFonts w:cs="Georgia"/>
          <w:kern w:val="1"/>
        </w:rPr>
        <w:t>Dominica hocha la tête avec admiration</w:t>
      </w:r>
      <w:r w:rsidR="000E1451">
        <w:rPr>
          <w:rFonts w:cs="Georgia"/>
          <w:kern w:val="1"/>
        </w:rPr>
        <w:t>.</w:t>
      </w:r>
    </w:p>
    <w:p w14:paraId="12114A85" w14:textId="77777777" w:rsidR="000E1451" w:rsidRDefault="000E1451" w:rsidP="00BE611A">
      <w:pPr>
        <w:rPr>
          <w:rFonts w:cs="Georgia"/>
          <w:kern w:val="1"/>
        </w:rPr>
      </w:pPr>
      <w:r>
        <w:rPr>
          <w:rFonts w:cs="Georgia"/>
          <w:kern w:val="1"/>
        </w:rPr>
        <w:t>— </w:t>
      </w:r>
      <w:r w:rsidR="00BE611A">
        <w:rPr>
          <w:rFonts w:cs="Georgia"/>
          <w:kern w:val="1"/>
        </w:rPr>
        <w:t>La France continue à être si riche que cela</w:t>
      </w:r>
      <w:r>
        <w:rPr>
          <w:rFonts w:cs="Georgia"/>
          <w:kern w:val="1"/>
        </w:rPr>
        <w:t> !</w:t>
      </w:r>
    </w:p>
    <w:p w14:paraId="3C64787B" w14:textId="77777777" w:rsidR="000E1451" w:rsidRDefault="000E1451" w:rsidP="00BE611A">
      <w:pPr>
        <w:rPr>
          <w:rFonts w:cs="Georgia"/>
          <w:kern w:val="1"/>
        </w:rPr>
      </w:pPr>
      <w:r>
        <w:rPr>
          <w:rFonts w:cs="Georgia"/>
          <w:kern w:val="1"/>
        </w:rPr>
        <w:t>— </w:t>
      </w:r>
      <w:r w:rsidR="00BE611A">
        <w:rPr>
          <w:rFonts w:cs="Georgia"/>
          <w:kern w:val="1"/>
        </w:rPr>
        <w:t>Très riche</w:t>
      </w:r>
      <w:r>
        <w:rPr>
          <w:rFonts w:cs="Georgia"/>
          <w:kern w:val="1"/>
        </w:rPr>
        <w:t xml:space="preserve">, </w:t>
      </w:r>
      <w:r w:rsidR="00BE611A">
        <w:rPr>
          <w:rFonts w:cs="Georgia"/>
          <w:kern w:val="1"/>
        </w:rPr>
        <w:t>vous le voyez bien</w:t>
      </w:r>
      <w:r>
        <w:rPr>
          <w:rFonts w:cs="Georgia"/>
          <w:kern w:val="1"/>
        </w:rPr>
        <w:t xml:space="preserve">, </w:t>
      </w:r>
      <w:r w:rsidR="00BE611A">
        <w:rPr>
          <w:rFonts w:cs="Georgia"/>
          <w:kern w:val="1"/>
        </w:rPr>
        <w:t>Dominica</w:t>
      </w:r>
      <w:r>
        <w:rPr>
          <w:rFonts w:cs="Georgia"/>
          <w:kern w:val="1"/>
        </w:rPr>
        <w:t>.</w:t>
      </w:r>
    </w:p>
    <w:p w14:paraId="756EC7F1" w14:textId="77777777" w:rsidR="000E1451" w:rsidRDefault="000E1451" w:rsidP="00BE611A">
      <w:pPr>
        <w:rPr>
          <w:rFonts w:cs="Georgia"/>
          <w:kern w:val="1"/>
        </w:rPr>
      </w:pPr>
      <w:r>
        <w:rPr>
          <w:rFonts w:cs="Georgia"/>
          <w:kern w:val="1"/>
        </w:rPr>
        <w:t>— </w:t>
      </w:r>
      <w:r w:rsidR="00BE611A">
        <w:rPr>
          <w:rFonts w:cs="Georgia"/>
          <w:kern w:val="1"/>
        </w:rPr>
        <w:t>Tant mieux</w:t>
      </w:r>
      <w:r>
        <w:rPr>
          <w:rFonts w:cs="Georgia"/>
          <w:kern w:val="1"/>
        </w:rPr>
        <w:t xml:space="preserve">, </w:t>
      </w:r>
      <w:r w:rsidR="00BE611A">
        <w:rPr>
          <w:rFonts w:cs="Georgia"/>
          <w:kern w:val="1"/>
        </w:rPr>
        <w:t>puisqu</w:t>
      </w:r>
      <w:r>
        <w:rPr>
          <w:rFonts w:cs="Georgia"/>
          <w:kern w:val="1"/>
        </w:rPr>
        <w:t>’</w:t>
      </w:r>
      <w:r w:rsidR="00BE611A">
        <w:rPr>
          <w:rFonts w:cs="Georgia"/>
          <w:kern w:val="1"/>
        </w:rPr>
        <w:t>on dit que nos armées vont être à Paris la semaine prochaine</w:t>
      </w:r>
      <w:r>
        <w:rPr>
          <w:rFonts w:cs="Georgia"/>
          <w:kern w:val="1"/>
        </w:rPr>
        <w:t xml:space="preserve">. </w:t>
      </w:r>
      <w:r w:rsidR="00BE611A">
        <w:rPr>
          <w:rFonts w:cs="Georgia"/>
          <w:kern w:val="1"/>
        </w:rPr>
        <w:t>En attendant</w:t>
      </w:r>
      <w:r>
        <w:rPr>
          <w:rFonts w:cs="Georgia"/>
          <w:kern w:val="1"/>
        </w:rPr>
        <w:t xml:space="preserve">, </w:t>
      </w:r>
      <w:r w:rsidR="00BE611A">
        <w:rPr>
          <w:rFonts w:cs="Georgia"/>
          <w:kern w:val="1"/>
        </w:rPr>
        <w:t>je vous remercie</w:t>
      </w:r>
      <w:r>
        <w:rPr>
          <w:rFonts w:cs="Georgia"/>
          <w:kern w:val="1"/>
        </w:rPr>
        <w:t xml:space="preserve">, </w:t>
      </w:r>
      <w:r w:rsidR="00BE611A">
        <w:rPr>
          <w:rFonts w:cs="Georgia"/>
          <w:kern w:val="1"/>
        </w:rPr>
        <w:t>monsieur Dumaine</w:t>
      </w:r>
      <w:r>
        <w:rPr>
          <w:rFonts w:cs="Georgia"/>
          <w:kern w:val="1"/>
        </w:rPr>
        <w:t xml:space="preserve">. </w:t>
      </w:r>
      <w:r w:rsidR="00BE611A">
        <w:rPr>
          <w:rFonts w:cs="Georgia"/>
          <w:kern w:val="1"/>
        </w:rPr>
        <w:t>Pourvu qu</w:t>
      </w:r>
      <w:r>
        <w:rPr>
          <w:rFonts w:cs="Georgia"/>
          <w:kern w:val="1"/>
        </w:rPr>
        <w:t>’</w:t>
      </w:r>
      <w:r w:rsidR="00BE611A">
        <w:rPr>
          <w:rFonts w:cs="Georgia"/>
          <w:kern w:val="1"/>
        </w:rPr>
        <w:t>ici on ne s</w:t>
      </w:r>
      <w:r>
        <w:rPr>
          <w:rFonts w:cs="Georgia"/>
          <w:kern w:val="1"/>
        </w:rPr>
        <w:t>’</w:t>
      </w:r>
      <w:r w:rsidR="00BE611A">
        <w:rPr>
          <w:rFonts w:cs="Georgia"/>
          <w:kern w:val="1"/>
        </w:rPr>
        <w:t>aperçoive de rien</w:t>
      </w:r>
      <w:r>
        <w:rPr>
          <w:rFonts w:cs="Georgia"/>
          <w:kern w:val="1"/>
        </w:rPr>
        <w:t xml:space="preserve">. </w:t>
      </w:r>
      <w:r w:rsidR="00BE611A">
        <w:rPr>
          <w:rFonts w:cs="Georgia"/>
          <w:kern w:val="1"/>
        </w:rPr>
        <w:t>Avec le général</w:t>
      </w:r>
      <w:r>
        <w:rPr>
          <w:rFonts w:cs="Georgia"/>
          <w:kern w:val="1"/>
        </w:rPr>
        <w:t xml:space="preserve">, </w:t>
      </w:r>
      <w:r w:rsidR="00BE611A">
        <w:rPr>
          <w:rFonts w:cs="Georgia"/>
          <w:kern w:val="1"/>
        </w:rPr>
        <w:t>ce n</w:t>
      </w:r>
      <w:r>
        <w:rPr>
          <w:rFonts w:cs="Georgia"/>
          <w:kern w:val="1"/>
        </w:rPr>
        <w:t>’</w:t>
      </w:r>
      <w:r w:rsidR="00BE611A">
        <w:rPr>
          <w:rFonts w:cs="Georgia"/>
          <w:kern w:val="1"/>
        </w:rPr>
        <w:t>est pas très difficile</w:t>
      </w:r>
      <w:r>
        <w:rPr>
          <w:rFonts w:cs="Georgia"/>
          <w:kern w:val="1"/>
        </w:rPr>
        <w:t xml:space="preserve">. </w:t>
      </w:r>
      <w:r w:rsidR="00BE611A">
        <w:rPr>
          <w:rFonts w:cs="Georgia"/>
          <w:kern w:val="1"/>
        </w:rPr>
        <w:t xml:space="preserve">Mais Mademoiselle </w:t>
      </w:r>
      <w:r w:rsidR="00BE611A">
        <w:rPr>
          <w:rFonts w:cs="Georgia"/>
          <w:kern w:val="1"/>
        </w:rPr>
        <w:lastRenderedPageBreak/>
        <w:t>est moins commode à tromper</w:t>
      </w:r>
      <w:r>
        <w:rPr>
          <w:rFonts w:cs="Georgia"/>
          <w:kern w:val="1"/>
        </w:rPr>
        <w:t xml:space="preserve">. </w:t>
      </w:r>
      <w:r w:rsidR="00BE611A">
        <w:rPr>
          <w:rFonts w:cs="Georgia"/>
          <w:kern w:val="1"/>
        </w:rPr>
        <w:t>L</w:t>
      </w:r>
      <w:r>
        <w:rPr>
          <w:rFonts w:cs="Georgia"/>
          <w:kern w:val="1"/>
        </w:rPr>
        <w:t>’</w:t>
      </w:r>
      <w:r w:rsidR="00BE611A">
        <w:rPr>
          <w:rFonts w:cs="Georgia"/>
          <w:kern w:val="1"/>
        </w:rPr>
        <w:t>autre jour</w:t>
      </w:r>
      <w:r>
        <w:rPr>
          <w:rFonts w:cs="Georgia"/>
          <w:kern w:val="1"/>
        </w:rPr>
        <w:t xml:space="preserve">, </w:t>
      </w:r>
      <w:r w:rsidR="00BE611A">
        <w:rPr>
          <w:rFonts w:cs="Georgia"/>
          <w:kern w:val="1"/>
        </w:rPr>
        <w:t>elle s</w:t>
      </w:r>
      <w:r>
        <w:rPr>
          <w:rFonts w:cs="Georgia"/>
          <w:kern w:val="1"/>
        </w:rPr>
        <w:t>’</w:t>
      </w:r>
      <w:r w:rsidR="00BE611A">
        <w:rPr>
          <w:rFonts w:cs="Georgia"/>
          <w:kern w:val="1"/>
        </w:rPr>
        <w:t>est arrêtée devant un morceau de sucre que je n</w:t>
      </w:r>
      <w:r>
        <w:rPr>
          <w:rFonts w:cs="Georgia"/>
          <w:kern w:val="1"/>
        </w:rPr>
        <w:t>’</w:t>
      </w:r>
      <w:r w:rsidR="00BE611A">
        <w:rPr>
          <w:rFonts w:cs="Georgia"/>
          <w:kern w:val="1"/>
        </w:rPr>
        <w:t>avais pas eu le temps d</w:t>
      </w:r>
      <w:r>
        <w:rPr>
          <w:rFonts w:cs="Georgia"/>
          <w:kern w:val="1"/>
        </w:rPr>
        <w:t>’</w:t>
      </w:r>
      <w:r w:rsidR="00BE611A">
        <w:rPr>
          <w:rFonts w:cs="Georgia"/>
          <w:kern w:val="1"/>
        </w:rPr>
        <w:t>écraser comme les autres</w:t>
      </w:r>
      <w:r>
        <w:rPr>
          <w:rFonts w:cs="Georgia"/>
          <w:kern w:val="1"/>
        </w:rPr>
        <w:t>. « </w:t>
      </w:r>
      <w:r w:rsidR="00BE611A">
        <w:rPr>
          <w:rFonts w:cs="Georgia"/>
          <w:kern w:val="1"/>
        </w:rPr>
        <w:t>Où avez-vous pris ce sucre</w:t>
      </w:r>
      <w:r>
        <w:rPr>
          <w:rFonts w:cs="Georgia"/>
          <w:kern w:val="1"/>
        </w:rPr>
        <w:t xml:space="preserve">, </w:t>
      </w:r>
      <w:r w:rsidR="00BE611A">
        <w:rPr>
          <w:rFonts w:cs="Georgia"/>
          <w:kern w:val="1"/>
        </w:rPr>
        <w:t>Dominica</w:t>
      </w:r>
      <w:r>
        <w:rPr>
          <w:rFonts w:cs="Georgia"/>
          <w:kern w:val="1"/>
        </w:rPr>
        <w:t> ? »</w:t>
      </w:r>
      <w:r w:rsidR="00BE611A">
        <w:rPr>
          <w:rFonts w:cs="Georgia"/>
          <w:kern w:val="1"/>
        </w:rPr>
        <w:t xml:space="preserve"> J</w:t>
      </w:r>
      <w:r>
        <w:rPr>
          <w:rFonts w:cs="Georgia"/>
          <w:kern w:val="1"/>
        </w:rPr>
        <w:t>’</w:t>
      </w:r>
      <w:r w:rsidR="00BE611A">
        <w:rPr>
          <w:rFonts w:cs="Georgia"/>
          <w:kern w:val="1"/>
        </w:rPr>
        <w:t>ai été obligée d</w:t>
      </w:r>
      <w:r>
        <w:rPr>
          <w:rFonts w:cs="Georgia"/>
          <w:kern w:val="1"/>
        </w:rPr>
        <w:t>’</w:t>
      </w:r>
      <w:r w:rsidR="00BE611A">
        <w:rPr>
          <w:rFonts w:cs="Georgia"/>
          <w:kern w:val="1"/>
        </w:rPr>
        <w:t>inventer une histoire de boîte retrouvée au fond d</w:t>
      </w:r>
      <w:r>
        <w:rPr>
          <w:rFonts w:cs="Georgia"/>
          <w:kern w:val="1"/>
        </w:rPr>
        <w:t>’</w:t>
      </w:r>
      <w:r w:rsidR="00BE611A">
        <w:rPr>
          <w:rFonts w:cs="Georgia"/>
          <w:kern w:val="1"/>
        </w:rPr>
        <w:t>un placard</w:t>
      </w:r>
      <w:r>
        <w:rPr>
          <w:rFonts w:cs="Georgia"/>
          <w:kern w:val="1"/>
        </w:rPr>
        <w:t xml:space="preserve">. </w:t>
      </w:r>
      <w:r w:rsidR="00BE611A">
        <w:rPr>
          <w:rFonts w:cs="Georgia"/>
          <w:kern w:val="1"/>
        </w:rPr>
        <w:t>Dame</w:t>
      </w:r>
      <w:r>
        <w:rPr>
          <w:rFonts w:cs="Georgia"/>
          <w:kern w:val="1"/>
        </w:rPr>
        <w:t xml:space="preserve">, </w:t>
      </w:r>
      <w:r w:rsidR="00BE611A">
        <w:rPr>
          <w:rFonts w:cs="Georgia"/>
          <w:kern w:val="1"/>
        </w:rPr>
        <w:t>c</w:t>
      </w:r>
      <w:r>
        <w:rPr>
          <w:rFonts w:cs="Georgia"/>
          <w:kern w:val="1"/>
        </w:rPr>
        <w:t>’</w:t>
      </w:r>
      <w:r w:rsidR="00BE611A">
        <w:rPr>
          <w:rFonts w:cs="Georgia"/>
          <w:kern w:val="1"/>
        </w:rPr>
        <w:t>est qu</w:t>
      </w:r>
      <w:r>
        <w:rPr>
          <w:rFonts w:cs="Georgia"/>
          <w:kern w:val="1"/>
        </w:rPr>
        <w:t>’</w:t>
      </w:r>
      <w:r w:rsidR="00BE611A">
        <w:rPr>
          <w:rFonts w:cs="Georgia"/>
          <w:kern w:val="1"/>
        </w:rPr>
        <w:t>à un pfennig près</w:t>
      </w:r>
      <w:r>
        <w:rPr>
          <w:rFonts w:cs="Georgia"/>
          <w:kern w:val="1"/>
        </w:rPr>
        <w:t xml:space="preserve">, </w:t>
      </w:r>
      <w:r w:rsidR="00BE611A">
        <w:rPr>
          <w:rFonts w:cs="Georgia"/>
          <w:kern w:val="1"/>
        </w:rPr>
        <w:t>elle connaît les ressources du château</w:t>
      </w:r>
      <w:r>
        <w:rPr>
          <w:rFonts w:cs="Georgia"/>
          <w:kern w:val="1"/>
        </w:rPr>
        <w:t xml:space="preserve">. </w:t>
      </w:r>
      <w:r w:rsidR="00BE611A">
        <w:rPr>
          <w:rFonts w:cs="Georgia"/>
          <w:kern w:val="1"/>
        </w:rPr>
        <w:t>Encore une fois merci</w:t>
      </w:r>
      <w:r>
        <w:rPr>
          <w:rFonts w:cs="Georgia"/>
          <w:kern w:val="1"/>
        </w:rPr>
        <w:t xml:space="preserve">, </w:t>
      </w:r>
      <w:r w:rsidR="00BE611A">
        <w:rPr>
          <w:rFonts w:cs="Georgia"/>
          <w:kern w:val="1"/>
        </w:rPr>
        <w:t>monsieur Dumaine</w:t>
      </w:r>
      <w:r>
        <w:rPr>
          <w:rFonts w:cs="Georgia"/>
          <w:kern w:val="1"/>
        </w:rPr>
        <w:t>.</w:t>
      </w:r>
    </w:p>
    <w:p w14:paraId="35F970C5" w14:textId="77777777" w:rsidR="000E1451" w:rsidRDefault="00BE611A" w:rsidP="00BE611A">
      <w:pPr>
        <w:rPr>
          <w:rFonts w:cs="Georgia"/>
          <w:kern w:val="1"/>
        </w:rPr>
      </w:pPr>
      <w:r>
        <w:rPr>
          <w:rFonts w:cs="Georgia"/>
          <w:kern w:val="1"/>
        </w:rPr>
        <w:t>D</w:t>
      </w:r>
      <w:r w:rsidR="000E1451">
        <w:rPr>
          <w:rFonts w:cs="Georgia"/>
          <w:kern w:val="1"/>
        </w:rPr>
        <w:t>’</w:t>
      </w:r>
      <w:r>
        <w:rPr>
          <w:rFonts w:cs="Georgia"/>
          <w:kern w:val="1"/>
        </w:rPr>
        <w:t>un geste d</w:t>
      </w:r>
      <w:r w:rsidR="000E1451">
        <w:rPr>
          <w:rFonts w:cs="Georgia"/>
          <w:kern w:val="1"/>
        </w:rPr>
        <w:t>’</w:t>
      </w:r>
      <w:r>
        <w:rPr>
          <w:rFonts w:cs="Georgia"/>
          <w:kern w:val="1"/>
        </w:rPr>
        <w:t>avare elle rafla les paquets</w:t>
      </w:r>
      <w:r w:rsidR="000E1451">
        <w:rPr>
          <w:rFonts w:cs="Georgia"/>
          <w:kern w:val="1"/>
        </w:rPr>
        <w:t xml:space="preserve">, </w:t>
      </w:r>
      <w:r>
        <w:rPr>
          <w:rFonts w:cs="Georgia"/>
          <w:kern w:val="1"/>
        </w:rPr>
        <w:t>puis</w:t>
      </w:r>
      <w:r w:rsidR="000E1451">
        <w:rPr>
          <w:rFonts w:cs="Georgia"/>
          <w:kern w:val="1"/>
        </w:rPr>
        <w:t xml:space="preserve">, </w:t>
      </w:r>
      <w:r>
        <w:rPr>
          <w:rFonts w:cs="Georgia"/>
          <w:kern w:val="1"/>
        </w:rPr>
        <w:t>les ayant fait disparaître</w:t>
      </w:r>
      <w:r w:rsidR="000E1451">
        <w:rPr>
          <w:rFonts w:cs="Georgia"/>
          <w:kern w:val="1"/>
        </w:rPr>
        <w:t xml:space="preserve">, </w:t>
      </w:r>
      <w:r>
        <w:rPr>
          <w:rFonts w:cs="Georgia"/>
          <w:kern w:val="1"/>
        </w:rPr>
        <w:t>elle reprit son tricot au coin de la cheminée</w:t>
      </w:r>
      <w:r w:rsidR="000E1451">
        <w:rPr>
          <w:rFonts w:cs="Georgia"/>
          <w:kern w:val="1"/>
        </w:rPr>
        <w:t xml:space="preserve">. </w:t>
      </w:r>
      <w:r>
        <w:rPr>
          <w:rFonts w:cs="Georgia"/>
          <w:kern w:val="1"/>
        </w:rPr>
        <w:t>Jamais elle ne s</w:t>
      </w:r>
      <w:r w:rsidR="000E1451">
        <w:rPr>
          <w:rFonts w:cs="Georgia"/>
          <w:kern w:val="1"/>
        </w:rPr>
        <w:t>’</w:t>
      </w:r>
      <w:r>
        <w:rPr>
          <w:rFonts w:cs="Georgia"/>
          <w:kern w:val="1"/>
        </w:rPr>
        <w:t>était montrée aussi loquace</w:t>
      </w:r>
      <w:r w:rsidR="000E1451">
        <w:rPr>
          <w:rFonts w:cs="Georgia"/>
          <w:kern w:val="1"/>
        </w:rPr>
        <w:t>.</w:t>
      </w:r>
    </w:p>
    <w:p w14:paraId="3D681819" w14:textId="77777777" w:rsidR="000E1451" w:rsidRDefault="00BE611A" w:rsidP="00BE611A">
      <w:pPr>
        <w:rPr>
          <w:rFonts w:cs="Georgia"/>
          <w:kern w:val="1"/>
        </w:rPr>
      </w:pPr>
      <w:r>
        <w:rPr>
          <w:rFonts w:cs="Georgia"/>
          <w:kern w:val="1"/>
        </w:rPr>
        <w:t>Gottlieb survint</w:t>
      </w:r>
      <w:r w:rsidR="000E1451">
        <w:rPr>
          <w:rFonts w:cs="Georgia"/>
          <w:kern w:val="1"/>
        </w:rPr>
        <w:t>.</w:t>
      </w:r>
    </w:p>
    <w:p w14:paraId="5D714B73" w14:textId="77777777" w:rsidR="000E1451" w:rsidRDefault="000E1451" w:rsidP="00BE611A">
      <w:pPr>
        <w:rPr>
          <w:rFonts w:cs="Georgia"/>
          <w:kern w:val="1"/>
        </w:rPr>
      </w:pPr>
      <w:r>
        <w:rPr>
          <w:rFonts w:cs="Georgia"/>
          <w:kern w:val="1"/>
        </w:rPr>
        <w:t>— </w:t>
      </w:r>
      <w:r w:rsidR="00BE611A">
        <w:rPr>
          <w:rFonts w:cs="Georgia"/>
          <w:kern w:val="1"/>
        </w:rPr>
        <w:t>Dépêchez-vous de déjeuner</w:t>
      </w:r>
      <w:r>
        <w:rPr>
          <w:rFonts w:cs="Georgia"/>
          <w:kern w:val="1"/>
        </w:rPr>
        <w:t xml:space="preserve">, </w:t>
      </w:r>
      <w:r w:rsidR="00BE611A">
        <w:rPr>
          <w:rFonts w:cs="Georgia"/>
          <w:kern w:val="1"/>
        </w:rPr>
        <w:t>me dit-il</w:t>
      </w:r>
      <w:r>
        <w:rPr>
          <w:rFonts w:cs="Georgia"/>
          <w:kern w:val="1"/>
        </w:rPr>
        <w:t xml:space="preserve">. </w:t>
      </w:r>
      <w:r w:rsidR="00BE611A">
        <w:rPr>
          <w:rFonts w:cs="Georgia"/>
          <w:kern w:val="1"/>
        </w:rPr>
        <w:t>Mademoiselle vous attend au pavillon</w:t>
      </w:r>
      <w:r>
        <w:rPr>
          <w:rFonts w:cs="Georgia"/>
          <w:kern w:val="1"/>
        </w:rPr>
        <w:t xml:space="preserve">. </w:t>
      </w:r>
      <w:r w:rsidR="00BE611A">
        <w:rPr>
          <w:rFonts w:cs="Georgia"/>
          <w:kern w:val="1"/>
        </w:rPr>
        <w:t>Vous allez avoir à travailler pour elle toute la journée</w:t>
      </w:r>
      <w:r>
        <w:rPr>
          <w:rFonts w:cs="Georgia"/>
          <w:kern w:val="1"/>
        </w:rPr>
        <w:t>.</w:t>
      </w:r>
    </w:p>
    <w:p w14:paraId="5E6868D8" w14:textId="77777777" w:rsidR="000E1451" w:rsidRDefault="000E1451" w:rsidP="00BE611A">
      <w:pPr>
        <w:rPr>
          <w:rFonts w:cs="Georgia"/>
          <w:kern w:val="1"/>
        </w:rPr>
      </w:pPr>
      <w:r>
        <w:rPr>
          <w:rFonts w:cs="Georgia"/>
          <w:kern w:val="1"/>
        </w:rPr>
        <w:t>— </w:t>
      </w:r>
      <w:r w:rsidR="00BE611A">
        <w:rPr>
          <w:rFonts w:cs="Georgia"/>
          <w:kern w:val="1"/>
        </w:rPr>
        <w:t>Diable</w:t>
      </w:r>
      <w:r>
        <w:rPr>
          <w:rFonts w:cs="Georgia"/>
          <w:kern w:val="1"/>
        </w:rPr>
        <w:t xml:space="preserve"> ! </w:t>
      </w:r>
      <w:r w:rsidR="00BE611A">
        <w:rPr>
          <w:rFonts w:cs="Georgia"/>
          <w:kern w:val="1"/>
        </w:rPr>
        <w:t>C</w:t>
      </w:r>
      <w:r>
        <w:rPr>
          <w:rFonts w:cs="Georgia"/>
          <w:kern w:val="1"/>
        </w:rPr>
        <w:t>’</w:t>
      </w:r>
      <w:r w:rsidR="00BE611A">
        <w:rPr>
          <w:rFonts w:cs="Georgia"/>
          <w:kern w:val="1"/>
        </w:rPr>
        <w:t>est qu</w:t>
      </w:r>
      <w:r>
        <w:rPr>
          <w:rFonts w:cs="Georgia"/>
          <w:kern w:val="1"/>
        </w:rPr>
        <w:t>’</w:t>
      </w:r>
      <w:r w:rsidR="00BE611A">
        <w:rPr>
          <w:rFonts w:cs="Georgia"/>
          <w:kern w:val="1"/>
        </w:rPr>
        <w:t>avant-hier le général m</w:t>
      </w:r>
      <w:r>
        <w:rPr>
          <w:rFonts w:cs="Georgia"/>
          <w:kern w:val="1"/>
        </w:rPr>
        <w:t>’</w:t>
      </w:r>
      <w:r w:rsidR="00BE611A">
        <w:rPr>
          <w:rFonts w:cs="Georgia"/>
          <w:kern w:val="1"/>
        </w:rPr>
        <w:t>a dit de m</w:t>
      </w:r>
      <w:r>
        <w:rPr>
          <w:rFonts w:cs="Georgia"/>
          <w:kern w:val="1"/>
        </w:rPr>
        <w:t>’</w:t>
      </w:r>
      <w:r w:rsidR="00BE611A">
        <w:rPr>
          <w:rFonts w:cs="Georgia"/>
          <w:kern w:val="1"/>
        </w:rPr>
        <w:t>occuper cette après-midi de ses vitrines</w:t>
      </w:r>
      <w:r>
        <w:rPr>
          <w:rFonts w:cs="Georgia"/>
          <w:kern w:val="1"/>
        </w:rPr>
        <w:t>.</w:t>
      </w:r>
    </w:p>
    <w:p w14:paraId="668B2026" w14:textId="77777777" w:rsidR="000E1451" w:rsidRDefault="000E1451" w:rsidP="00BE611A">
      <w:pPr>
        <w:rPr>
          <w:rFonts w:cs="Georgia"/>
          <w:kern w:val="1"/>
        </w:rPr>
      </w:pPr>
      <w:r>
        <w:rPr>
          <w:rFonts w:cs="Georgia"/>
          <w:kern w:val="1"/>
        </w:rPr>
        <w:t>— </w:t>
      </w:r>
      <w:r w:rsidR="00BE611A">
        <w:rPr>
          <w:rFonts w:cs="Georgia"/>
          <w:kern w:val="1"/>
        </w:rPr>
        <w:t>Tout est changé</w:t>
      </w:r>
      <w:r>
        <w:rPr>
          <w:rFonts w:cs="Georgia"/>
          <w:kern w:val="1"/>
        </w:rPr>
        <w:t xml:space="preserve">. </w:t>
      </w:r>
      <w:r w:rsidR="00BE611A">
        <w:rPr>
          <w:rFonts w:cs="Georgia"/>
          <w:kern w:val="1"/>
        </w:rPr>
        <w:t>En raison des événements considérables qui sont en train de s</w:t>
      </w:r>
      <w:r>
        <w:rPr>
          <w:rFonts w:cs="Georgia"/>
          <w:kern w:val="1"/>
        </w:rPr>
        <w:t>’</w:t>
      </w:r>
      <w:r w:rsidR="00BE611A">
        <w:rPr>
          <w:rFonts w:cs="Georgia"/>
          <w:kern w:val="1"/>
        </w:rPr>
        <w:t>accomplir</w:t>
      </w:r>
      <w:r>
        <w:rPr>
          <w:rFonts w:cs="Georgia"/>
          <w:kern w:val="1"/>
        </w:rPr>
        <w:t xml:space="preserve">, </w:t>
      </w:r>
      <w:r w:rsidR="00BE611A">
        <w:rPr>
          <w:rFonts w:cs="Georgia"/>
          <w:kern w:val="1"/>
        </w:rPr>
        <w:t>Son Excellence a décidé de partir un jour plus tôt pour Berlin</w:t>
      </w:r>
      <w:r>
        <w:rPr>
          <w:rFonts w:cs="Georgia"/>
          <w:kern w:val="1"/>
        </w:rPr>
        <w:t xml:space="preserve">. </w:t>
      </w:r>
      <w:r w:rsidR="00BE611A">
        <w:rPr>
          <w:rFonts w:cs="Georgia"/>
          <w:kern w:val="1"/>
        </w:rPr>
        <w:t>Je viens de l</w:t>
      </w:r>
      <w:r>
        <w:rPr>
          <w:rFonts w:cs="Georgia"/>
          <w:kern w:val="1"/>
        </w:rPr>
        <w:t>’</w:t>
      </w:r>
      <w:r w:rsidR="00BE611A">
        <w:rPr>
          <w:rFonts w:cs="Georgia"/>
          <w:kern w:val="1"/>
        </w:rPr>
        <w:t>accompagner à la gare</w:t>
      </w:r>
      <w:r>
        <w:rPr>
          <w:rFonts w:cs="Georgia"/>
          <w:kern w:val="1"/>
        </w:rPr>
        <w:t>.</w:t>
      </w:r>
    </w:p>
    <w:p w14:paraId="025D5169" w14:textId="77777777" w:rsidR="000E1451" w:rsidRDefault="00BE611A" w:rsidP="00BE611A">
      <w:pPr>
        <w:rPr>
          <w:rFonts w:cs="Georgia"/>
          <w:kern w:val="1"/>
        </w:rPr>
      </w:pPr>
      <w:r>
        <w:rPr>
          <w:rFonts w:cs="Georgia"/>
          <w:kern w:val="1"/>
        </w:rPr>
        <w:t>Nous étions aux tout derniers jours de mai</w:t>
      </w:r>
      <w:r w:rsidR="000E1451">
        <w:rPr>
          <w:rFonts w:cs="Georgia"/>
          <w:kern w:val="1"/>
        </w:rPr>
        <w:t xml:space="preserve">. </w:t>
      </w:r>
      <w:r>
        <w:rPr>
          <w:rFonts w:cs="Georgia"/>
          <w:kern w:val="1"/>
        </w:rPr>
        <w:t>Or</w:t>
      </w:r>
      <w:r w:rsidR="000E1451">
        <w:rPr>
          <w:rFonts w:cs="Georgia"/>
          <w:kern w:val="1"/>
        </w:rPr>
        <w:t xml:space="preserve">, </w:t>
      </w:r>
      <w:r>
        <w:rPr>
          <w:rFonts w:cs="Georgia"/>
          <w:kern w:val="1"/>
        </w:rPr>
        <w:t>le premier de chaque mois</w:t>
      </w:r>
      <w:r w:rsidR="000E1451">
        <w:rPr>
          <w:rFonts w:cs="Georgia"/>
          <w:kern w:val="1"/>
        </w:rPr>
        <w:t xml:space="preserve">, </w:t>
      </w:r>
      <w:r>
        <w:rPr>
          <w:rFonts w:cs="Georgia"/>
          <w:kern w:val="1"/>
        </w:rPr>
        <w:t>le général faisait le voyage de la capitale</w:t>
      </w:r>
      <w:r w:rsidR="000E1451">
        <w:rPr>
          <w:rFonts w:cs="Georgia"/>
          <w:kern w:val="1"/>
        </w:rPr>
        <w:t xml:space="preserve"> ; </w:t>
      </w:r>
      <w:r>
        <w:rPr>
          <w:rFonts w:cs="Georgia"/>
          <w:kern w:val="1"/>
        </w:rPr>
        <w:t>il était vice-président d</w:t>
      </w:r>
      <w:r w:rsidR="000E1451">
        <w:rPr>
          <w:rFonts w:cs="Georgia"/>
          <w:kern w:val="1"/>
        </w:rPr>
        <w:t>’</w:t>
      </w:r>
      <w:r>
        <w:rPr>
          <w:rFonts w:cs="Georgia"/>
          <w:kern w:val="1"/>
        </w:rPr>
        <w:t>une société d</w:t>
      </w:r>
      <w:r w:rsidR="000E1451">
        <w:rPr>
          <w:rFonts w:cs="Georgia"/>
          <w:kern w:val="1"/>
        </w:rPr>
        <w:t>’</w:t>
      </w:r>
      <w:r>
        <w:rPr>
          <w:rFonts w:cs="Georgia"/>
          <w:kern w:val="1"/>
        </w:rPr>
        <w:t>officiers de cavalerie retraités dont le banquet annuel avait lieu à cette date</w:t>
      </w:r>
      <w:r w:rsidR="000E1451">
        <w:rPr>
          <w:rFonts w:cs="Georgia"/>
          <w:kern w:val="1"/>
        </w:rPr>
        <w:t xml:space="preserve">. </w:t>
      </w:r>
      <w:r>
        <w:rPr>
          <w:rFonts w:cs="Georgia"/>
          <w:kern w:val="1"/>
        </w:rPr>
        <w:t>Je devais apprendre par la suite qu</w:t>
      </w:r>
      <w:r w:rsidR="000E1451">
        <w:rPr>
          <w:rFonts w:cs="Georgia"/>
          <w:kern w:val="1"/>
        </w:rPr>
        <w:t>’</w:t>
      </w:r>
      <w:r>
        <w:rPr>
          <w:rFonts w:cs="Georgia"/>
          <w:kern w:val="1"/>
        </w:rPr>
        <w:t>il profitait de son passage à Berlin pour négocier la prorogation de certains billets où le nom de Reichendorf avait le tort de s</w:t>
      </w:r>
      <w:r w:rsidR="000E1451">
        <w:rPr>
          <w:rFonts w:cs="Georgia"/>
          <w:kern w:val="1"/>
        </w:rPr>
        <w:t>’</w:t>
      </w:r>
      <w:r>
        <w:rPr>
          <w:rFonts w:cs="Georgia"/>
          <w:kern w:val="1"/>
        </w:rPr>
        <w:t>étaler en toutes lettres</w:t>
      </w:r>
      <w:r w:rsidR="000E1451">
        <w:rPr>
          <w:rFonts w:cs="Georgia"/>
          <w:kern w:val="1"/>
        </w:rPr>
        <w:t xml:space="preserve">. </w:t>
      </w:r>
      <w:r>
        <w:rPr>
          <w:rFonts w:cs="Georgia"/>
          <w:kern w:val="1"/>
        </w:rPr>
        <w:t>Il faisait aussi des visites dans les ministères en vue de hâter le paiement d</w:t>
      </w:r>
      <w:r w:rsidR="000E1451">
        <w:rPr>
          <w:rFonts w:cs="Georgia"/>
          <w:kern w:val="1"/>
        </w:rPr>
        <w:t>’</w:t>
      </w:r>
      <w:r>
        <w:rPr>
          <w:rFonts w:cs="Georgia"/>
          <w:kern w:val="1"/>
        </w:rPr>
        <w:t>indemnités pour dommages de guerre promises à la succession Mirrbach</w:t>
      </w:r>
      <w:r w:rsidR="000E1451">
        <w:rPr>
          <w:rFonts w:cs="Georgia"/>
          <w:kern w:val="1"/>
        </w:rPr>
        <w:t xml:space="preserve">. </w:t>
      </w:r>
      <w:r>
        <w:rPr>
          <w:rFonts w:cs="Georgia"/>
          <w:kern w:val="1"/>
        </w:rPr>
        <w:t xml:space="preserve">Peut-être aussi </w:t>
      </w:r>
      <w:r>
        <w:rPr>
          <w:rFonts w:cs="Georgia"/>
          <w:kern w:val="1"/>
        </w:rPr>
        <w:lastRenderedPageBreak/>
        <w:t>tentait-il quelques timides démarches du côté de la Cassette Impériale</w:t>
      </w:r>
      <w:r w:rsidR="000E1451">
        <w:rPr>
          <w:rFonts w:cs="Georgia"/>
          <w:kern w:val="1"/>
        </w:rPr>
        <w:t>.</w:t>
      </w:r>
    </w:p>
    <w:p w14:paraId="5108E96F" w14:textId="77777777" w:rsidR="000E1451" w:rsidRDefault="00BE611A" w:rsidP="00BE611A">
      <w:pPr>
        <w:rPr>
          <w:rFonts w:cs="Georgia"/>
          <w:kern w:val="1"/>
        </w:rPr>
      </w:pPr>
      <w:r>
        <w:rPr>
          <w:rFonts w:cs="Georgia"/>
          <w:kern w:val="1"/>
        </w:rPr>
        <w:t>Je posai la main</w:t>
      </w:r>
      <w:r w:rsidR="000E1451">
        <w:rPr>
          <w:rFonts w:cs="Georgia"/>
          <w:kern w:val="1"/>
        </w:rPr>
        <w:t xml:space="preserve">, </w:t>
      </w:r>
      <w:r>
        <w:rPr>
          <w:rFonts w:cs="Georgia"/>
          <w:kern w:val="1"/>
        </w:rPr>
        <w:t>sur l</w:t>
      </w:r>
      <w:r w:rsidR="000E1451">
        <w:rPr>
          <w:rFonts w:cs="Georgia"/>
          <w:kern w:val="1"/>
        </w:rPr>
        <w:t>’</w:t>
      </w:r>
      <w:r>
        <w:rPr>
          <w:rFonts w:cs="Georgia"/>
          <w:kern w:val="1"/>
        </w:rPr>
        <w:t>épaule de Gottlieb</w:t>
      </w:r>
      <w:r w:rsidR="000E1451">
        <w:rPr>
          <w:rFonts w:cs="Georgia"/>
          <w:kern w:val="1"/>
        </w:rPr>
        <w:t>.</w:t>
      </w:r>
    </w:p>
    <w:p w14:paraId="5DF01B52" w14:textId="77777777" w:rsidR="000E1451" w:rsidRDefault="000E1451" w:rsidP="00BE611A">
      <w:pPr>
        <w:rPr>
          <w:rFonts w:cs="Georgia"/>
          <w:kern w:val="1"/>
        </w:rPr>
      </w:pPr>
      <w:r>
        <w:rPr>
          <w:rFonts w:cs="Georgia"/>
          <w:kern w:val="1"/>
        </w:rPr>
        <w:t>— </w:t>
      </w:r>
      <w:r w:rsidR="00BE611A">
        <w:rPr>
          <w:rFonts w:cs="Georgia"/>
          <w:kern w:val="1"/>
        </w:rPr>
        <w:t>Des événements considérables</w:t>
      </w:r>
      <w:r>
        <w:rPr>
          <w:rFonts w:cs="Georgia"/>
          <w:kern w:val="1"/>
        </w:rPr>
        <w:t xml:space="preserve"> ! </w:t>
      </w:r>
      <w:r w:rsidR="00BE611A">
        <w:rPr>
          <w:rFonts w:cs="Georgia"/>
          <w:kern w:val="1"/>
        </w:rPr>
        <w:t>Qu</w:t>
      </w:r>
      <w:r>
        <w:rPr>
          <w:rFonts w:cs="Georgia"/>
          <w:kern w:val="1"/>
        </w:rPr>
        <w:t>’</w:t>
      </w:r>
      <w:r w:rsidR="00BE611A">
        <w:rPr>
          <w:rFonts w:cs="Georgia"/>
          <w:kern w:val="1"/>
        </w:rPr>
        <w:t>est-ce que cela signifie</w:t>
      </w:r>
      <w:r>
        <w:rPr>
          <w:rFonts w:cs="Georgia"/>
          <w:kern w:val="1"/>
        </w:rPr>
        <w:t xml:space="preserve"> ? </w:t>
      </w:r>
      <w:r w:rsidR="00BE611A">
        <w:rPr>
          <w:rFonts w:cs="Georgia"/>
          <w:kern w:val="1"/>
        </w:rPr>
        <w:t>Il est vrai que vous avez l</w:t>
      </w:r>
      <w:r>
        <w:rPr>
          <w:rFonts w:cs="Georgia"/>
          <w:kern w:val="1"/>
        </w:rPr>
        <w:t>’</w:t>
      </w:r>
      <w:r w:rsidR="00BE611A">
        <w:rPr>
          <w:rFonts w:cs="Georgia"/>
          <w:kern w:val="1"/>
        </w:rPr>
        <w:t>air bien satisfait</w:t>
      </w:r>
      <w:r>
        <w:rPr>
          <w:rFonts w:cs="Georgia"/>
          <w:kern w:val="1"/>
        </w:rPr>
        <w:t xml:space="preserve">, </w:t>
      </w:r>
      <w:r w:rsidR="00BE611A">
        <w:rPr>
          <w:rFonts w:cs="Georgia"/>
          <w:kern w:val="1"/>
        </w:rPr>
        <w:t>ce matin</w:t>
      </w:r>
      <w:r>
        <w:rPr>
          <w:rFonts w:cs="Georgia"/>
          <w:kern w:val="1"/>
        </w:rPr>
        <w:t>.</w:t>
      </w:r>
    </w:p>
    <w:p w14:paraId="5F54FB05" w14:textId="77777777" w:rsidR="000E1451" w:rsidRDefault="000E1451" w:rsidP="00BE611A">
      <w:pPr>
        <w:rPr>
          <w:rFonts w:cs="Georgia"/>
          <w:kern w:val="1"/>
        </w:rPr>
      </w:pPr>
      <w:r>
        <w:rPr>
          <w:rFonts w:cs="Georgia"/>
          <w:kern w:val="1"/>
        </w:rPr>
        <w:t>— </w:t>
      </w:r>
      <w:r w:rsidR="00BE611A">
        <w:rPr>
          <w:rFonts w:cs="Georgia"/>
          <w:kern w:val="1"/>
        </w:rPr>
        <w:t>Il y a de quoi</w:t>
      </w:r>
      <w:r>
        <w:rPr>
          <w:rFonts w:cs="Georgia"/>
          <w:kern w:val="1"/>
        </w:rPr>
        <w:t xml:space="preserve">, </w:t>
      </w:r>
      <w:r w:rsidR="00BE611A">
        <w:rPr>
          <w:rFonts w:cs="Georgia"/>
          <w:kern w:val="1"/>
        </w:rPr>
        <w:t>monsieur Dumaine</w:t>
      </w:r>
      <w:r>
        <w:rPr>
          <w:rFonts w:cs="Georgia"/>
          <w:kern w:val="1"/>
        </w:rPr>
        <w:t xml:space="preserve">, </w:t>
      </w:r>
      <w:r w:rsidR="00BE611A">
        <w:rPr>
          <w:rFonts w:cs="Georgia"/>
          <w:kern w:val="1"/>
        </w:rPr>
        <w:t>dit le valet avec importance</w:t>
      </w:r>
      <w:r>
        <w:rPr>
          <w:rFonts w:cs="Georgia"/>
          <w:kern w:val="1"/>
        </w:rPr>
        <w:t>.</w:t>
      </w:r>
    </w:p>
    <w:p w14:paraId="5A2ECDAD" w14:textId="77777777" w:rsidR="000E1451" w:rsidRDefault="000E1451" w:rsidP="00BE611A">
      <w:pPr>
        <w:rPr>
          <w:rFonts w:cs="Georgia"/>
          <w:kern w:val="1"/>
        </w:rPr>
      </w:pPr>
      <w:r>
        <w:rPr>
          <w:rFonts w:cs="Georgia"/>
          <w:kern w:val="1"/>
        </w:rPr>
        <w:t>— </w:t>
      </w:r>
      <w:r w:rsidR="00BE611A">
        <w:rPr>
          <w:rFonts w:cs="Georgia"/>
          <w:kern w:val="1"/>
        </w:rPr>
        <w:t>Peut-on savoir</w:t>
      </w:r>
      <w:r>
        <w:rPr>
          <w:rFonts w:cs="Georgia"/>
          <w:kern w:val="1"/>
        </w:rPr>
        <w:t> ?</w:t>
      </w:r>
    </w:p>
    <w:p w14:paraId="50953E0A" w14:textId="77777777" w:rsidR="000E1451" w:rsidRDefault="000E1451" w:rsidP="00BE611A">
      <w:pPr>
        <w:rPr>
          <w:rFonts w:cs="Georgia"/>
          <w:kern w:val="1"/>
        </w:rPr>
      </w:pPr>
      <w:r>
        <w:rPr>
          <w:rFonts w:cs="Georgia"/>
          <w:kern w:val="1"/>
        </w:rPr>
        <w:t>— </w:t>
      </w:r>
      <w:r w:rsidR="00BE611A">
        <w:rPr>
          <w:rFonts w:cs="Georgia"/>
          <w:kern w:val="1"/>
        </w:rPr>
        <w:t>Notre armée vient de remporter une grande</w:t>
      </w:r>
      <w:r>
        <w:rPr>
          <w:rFonts w:cs="Georgia"/>
          <w:kern w:val="1"/>
        </w:rPr>
        <w:t xml:space="preserve">, </w:t>
      </w:r>
      <w:r w:rsidR="00BE611A">
        <w:rPr>
          <w:rFonts w:cs="Georgia"/>
          <w:kern w:val="1"/>
        </w:rPr>
        <w:t>très grande victoire</w:t>
      </w:r>
      <w:r>
        <w:rPr>
          <w:rFonts w:cs="Georgia"/>
          <w:kern w:val="1"/>
        </w:rPr>
        <w:t>.</w:t>
      </w:r>
    </w:p>
    <w:p w14:paraId="0879D775" w14:textId="77777777" w:rsidR="000E1451" w:rsidRDefault="000E1451" w:rsidP="00BE611A">
      <w:pPr>
        <w:rPr>
          <w:rFonts w:cs="Georgia"/>
          <w:kern w:val="1"/>
        </w:rPr>
      </w:pPr>
      <w:r>
        <w:rPr>
          <w:rFonts w:cs="Georgia"/>
          <w:kern w:val="1"/>
        </w:rPr>
        <w:t>— </w:t>
      </w:r>
      <w:r w:rsidR="00BE611A">
        <w:rPr>
          <w:rFonts w:cs="Georgia"/>
          <w:kern w:val="1"/>
        </w:rPr>
        <w:t>Vraiment</w:t>
      </w:r>
      <w:r>
        <w:rPr>
          <w:rFonts w:cs="Georgia"/>
          <w:kern w:val="1"/>
        </w:rPr>
        <w:t xml:space="preserve">, </w:t>
      </w:r>
      <w:r w:rsidR="00BE611A">
        <w:rPr>
          <w:rFonts w:cs="Georgia"/>
          <w:kern w:val="1"/>
        </w:rPr>
        <w:t>fis-je</w:t>
      </w:r>
      <w:r>
        <w:rPr>
          <w:rFonts w:cs="Georgia"/>
          <w:kern w:val="1"/>
        </w:rPr>
        <w:t xml:space="preserve">, </w:t>
      </w:r>
      <w:r w:rsidR="00BE611A">
        <w:rPr>
          <w:rFonts w:cs="Georgia"/>
          <w:kern w:val="1"/>
        </w:rPr>
        <w:t>sceptique</w:t>
      </w:r>
      <w:r>
        <w:rPr>
          <w:rFonts w:cs="Georgia"/>
          <w:kern w:val="1"/>
        </w:rPr>
        <w:t xml:space="preserve">, </w:t>
      </w:r>
      <w:r w:rsidR="00BE611A">
        <w:rPr>
          <w:rFonts w:cs="Georgia"/>
          <w:kern w:val="1"/>
        </w:rPr>
        <w:t>mais peu soucieux néanmoins d</w:t>
      </w:r>
      <w:r>
        <w:rPr>
          <w:rFonts w:cs="Georgia"/>
          <w:kern w:val="1"/>
        </w:rPr>
        <w:t>’</w:t>
      </w:r>
      <w:r w:rsidR="00BE611A">
        <w:rPr>
          <w:rFonts w:cs="Georgia"/>
          <w:kern w:val="1"/>
        </w:rPr>
        <w:t>obtenir des précisions</w:t>
      </w:r>
      <w:r>
        <w:rPr>
          <w:rFonts w:cs="Georgia"/>
          <w:kern w:val="1"/>
        </w:rPr>
        <w:t xml:space="preserve">. </w:t>
      </w:r>
      <w:r w:rsidR="00BE611A">
        <w:rPr>
          <w:rFonts w:cs="Georgia"/>
          <w:kern w:val="1"/>
        </w:rPr>
        <w:t>Eh bien</w:t>
      </w:r>
      <w:r>
        <w:rPr>
          <w:rFonts w:cs="Georgia"/>
          <w:kern w:val="1"/>
        </w:rPr>
        <w:t xml:space="preserve">, </w:t>
      </w:r>
      <w:r w:rsidR="00BE611A">
        <w:rPr>
          <w:rFonts w:cs="Georgia"/>
          <w:kern w:val="1"/>
        </w:rPr>
        <w:t>tant mieux pour vous</w:t>
      </w:r>
      <w:r>
        <w:rPr>
          <w:rFonts w:cs="Georgia"/>
          <w:kern w:val="1"/>
        </w:rPr>
        <w:t xml:space="preserve">, </w:t>
      </w:r>
      <w:r w:rsidR="00BE611A">
        <w:rPr>
          <w:rFonts w:cs="Georgia"/>
          <w:kern w:val="1"/>
        </w:rPr>
        <w:t>mon garçon</w:t>
      </w:r>
      <w:r>
        <w:rPr>
          <w:rFonts w:cs="Georgia"/>
          <w:kern w:val="1"/>
        </w:rPr>
        <w:t xml:space="preserve">. </w:t>
      </w:r>
      <w:r w:rsidR="00BE611A">
        <w:rPr>
          <w:rFonts w:cs="Georgia"/>
          <w:kern w:val="1"/>
        </w:rPr>
        <w:t>Dans un mois</w:t>
      </w:r>
      <w:r>
        <w:rPr>
          <w:rFonts w:cs="Georgia"/>
          <w:kern w:val="1"/>
        </w:rPr>
        <w:t xml:space="preserve">, </w:t>
      </w:r>
      <w:r w:rsidR="00BE611A">
        <w:rPr>
          <w:rFonts w:cs="Georgia"/>
          <w:kern w:val="1"/>
        </w:rPr>
        <w:t>vous avez à passer de nouveau devant une commission de réforme</w:t>
      </w:r>
      <w:r>
        <w:rPr>
          <w:rFonts w:cs="Georgia"/>
          <w:kern w:val="1"/>
        </w:rPr>
        <w:t xml:space="preserve">. </w:t>
      </w:r>
      <w:r w:rsidR="00BE611A">
        <w:rPr>
          <w:rFonts w:cs="Georgia"/>
          <w:kern w:val="1"/>
        </w:rPr>
        <w:t>Puisque les affaires de l</w:t>
      </w:r>
      <w:r>
        <w:rPr>
          <w:rFonts w:cs="Georgia"/>
          <w:kern w:val="1"/>
        </w:rPr>
        <w:t>’</w:t>
      </w:r>
      <w:r w:rsidR="00BE611A">
        <w:rPr>
          <w:rFonts w:cs="Georgia"/>
          <w:kern w:val="1"/>
        </w:rPr>
        <w:t>armée allemande sont si prospères</w:t>
      </w:r>
      <w:r>
        <w:rPr>
          <w:rFonts w:cs="Georgia"/>
          <w:kern w:val="1"/>
        </w:rPr>
        <w:t xml:space="preserve">, </w:t>
      </w:r>
      <w:r w:rsidR="00BE611A">
        <w:rPr>
          <w:rFonts w:cs="Georgia"/>
          <w:kern w:val="1"/>
        </w:rPr>
        <w:t>vous serez maintenu dans votre situation actuelle</w:t>
      </w:r>
      <w:r>
        <w:rPr>
          <w:rFonts w:cs="Georgia"/>
          <w:kern w:val="1"/>
        </w:rPr>
        <w:t xml:space="preserve">. </w:t>
      </w:r>
      <w:r w:rsidR="00BE611A">
        <w:rPr>
          <w:rFonts w:cs="Georgia"/>
          <w:kern w:val="1"/>
        </w:rPr>
        <w:t>Vous aimez autant</w:t>
      </w:r>
      <w:r>
        <w:rPr>
          <w:rFonts w:cs="Georgia"/>
          <w:kern w:val="1"/>
        </w:rPr>
        <w:t xml:space="preserve">, </w:t>
      </w:r>
      <w:r w:rsidR="00BE611A">
        <w:rPr>
          <w:rFonts w:cs="Georgia"/>
          <w:kern w:val="1"/>
        </w:rPr>
        <w:t>je pense</w:t>
      </w:r>
      <w:r>
        <w:rPr>
          <w:rFonts w:cs="Georgia"/>
          <w:kern w:val="1"/>
        </w:rPr>
        <w:t xml:space="preserve">, </w:t>
      </w:r>
      <w:r w:rsidR="00BE611A">
        <w:rPr>
          <w:rFonts w:cs="Georgia"/>
          <w:kern w:val="1"/>
        </w:rPr>
        <w:t>rester ici</w:t>
      </w:r>
      <w:r>
        <w:rPr>
          <w:rFonts w:cs="Georgia"/>
          <w:kern w:val="1"/>
        </w:rPr>
        <w:t xml:space="preserve">, </w:t>
      </w:r>
      <w:r w:rsidR="00BE611A">
        <w:rPr>
          <w:rFonts w:cs="Georgia"/>
          <w:kern w:val="1"/>
        </w:rPr>
        <w:t>que de vous en aller là-bas coopérer à la cueillette de nouveaux lauriers</w:t>
      </w:r>
      <w:r>
        <w:rPr>
          <w:rFonts w:cs="Georgia"/>
          <w:kern w:val="1"/>
        </w:rPr>
        <w:t xml:space="preserve">. </w:t>
      </w:r>
      <w:r w:rsidR="00BE611A">
        <w:rPr>
          <w:rFonts w:cs="Georgia"/>
          <w:kern w:val="1"/>
        </w:rPr>
        <w:t>À tout à l</w:t>
      </w:r>
      <w:r>
        <w:rPr>
          <w:rFonts w:cs="Georgia"/>
          <w:kern w:val="1"/>
        </w:rPr>
        <w:t>’</w:t>
      </w:r>
      <w:r w:rsidR="00BE611A">
        <w:rPr>
          <w:rFonts w:cs="Georgia"/>
          <w:kern w:val="1"/>
        </w:rPr>
        <w:t>heure</w:t>
      </w:r>
      <w:r>
        <w:rPr>
          <w:rFonts w:cs="Georgia"/>
          <w:kern w:val="1"/>
        </w:rPr>
        <w:t>.</w:t>
      </w:r>
    </w:p>
    <w:p w14:paraId="454B6477" w14:textId="77777777" w:rsidR="000E1451" w:rsidRDefault="00BE611A" w:rsidP="00BE611A">
      <w:pPr>
        <w:rPr>
          <w:rFonts w:cs="Georgia"/>
          <w:kern w:val="1"/>
        </w:rPr>
      </w:pPr>
      <w:r>
        <w:rPr>
          <w:rFonts w:cs="Georgia"/>
          <w:kern w:val="1"/>
        </w:rPr>
        <w:t>Sur la terrasse</w:t>
      </w:r>
      <w:r w:rsidR="000E1451">
        <w:rPr>
          <w:rFonts w:cs="Georgia"/>
          <w:kern w:val="1"/>
        </w:rPr>
        <w:t xml:space="preserve">, </w:t>
      </w:r>
      <w:r>
        <w:rPr>
          <w:rFonts w:cs="Georgia"/>
          <w:kern w:val="1"/>
        </w:rPr>
        <w:t>je constatais que le temps</w:t>
      </w:r>
      <w:r w:rsidR="000E1451">
        <w:rPr>
          <w:rFonts w:cs="Georgia"/>
          <w:kern w:val="1"/>
        </w:rPr>
        <w:t xml:space="preserve">, </w:t>
      </w:r>
      <w:r>
        <w:rPr>
          <w:rFonts w:cs="Georgia"/>
          <w:kern w:val="1"/>
        </w:rPr>
        <w:t>beau au début de la journée</w:t>
      </w:r>
      <w:r w:rsidR="000E1451">
        <w:rPr>
          <w:rFonts w:cs="Georgia"/>
          <w:kern w:val="1"/>
        </w:rPr>
        <w:t xml:space="preserve">, </w:t>
      </w:r>
      <w:r>
        <w:rPr>
          <w:rFonts w:cs="Georgia"/>
          <w:kern w:val="1"/>
        </w:rPr>
        <w:t>était en train de changer</w:t>
      </w:r>
      <w:r w:rsidR="000E1451">
        <w:rPr>
          <w:rFonts w:cs="Georgia"/>
          <w:kern w:val="1"/>
        </w:rPr>
        <w:t xml:space="preserve">. </w:t>
      </w:r>
      <w:r>
        <w:rPr>
          <w:rFonts w:cs="Georgia"/>
          <w:kern w:val="1"/>
        </w:rPr>
        <w:t>Le ciel prenait cette couleur roussâtre qui annonce dans ces pays une tempête de sable toute proche</w:t>
      </w:r>
      <w:r w:rsidR="000E1451">
        <w:rPr>
          <w:rFonts w:cs="Georgia"/>
          <w:kern w:val="1"/>
        </w:rPr>
        <w:t xml:space="preserve">. </w:t>
      </w:r>
      <w:r>
        <w:rPr>
          <w:rFonts w:cs="Georgia"/>
          <w:kern w:val="1"/>
        </w:rPr>
        <w:t>Le vent s</w:t>
      </w:r>
      <w:r w:rsidR="000E1451">
        <w:rPr>
          <w:rFonts w:cs="Georgia"/>
          <w:kern w:val="1"/>
        </w:rPr>
        <w:t>’</w:t>
      </w:r>
      <w:r>
        <w:rPr>
          <w:rFonts w:cs="Georgia"/>
          <w:kern w:val="1"/>
        </w:rPr>
        <w:t>élevait déjà</w:t>
      </w:r>
      <w:r w:rsidR="000E1451">
        <w:rPr>
          <w:rFonts w:cs="Georgia"/>
          <w:kern w:val="1"/>
        </w:rPr>
        <w:t xml:space="preserve">. </w:t>
      </w:r>
      <w:r>
        <w:rPr>
          <w:rFonts w:cs="Georgia"/>
          <w:kern w:val="1"/>
        </w:rPr>
        <w:t>Il ridait les eaux des étangs</w:t>
      </w:r>
      <w:r w:rsidR="000E1451">
        <w:rPr>
          <w:rFonts w:cs="Georgia"/>
          <w:kern w:val="1"/>
        </w:rPr>
        <w:t xml:space="preserve">, </w:t>
      </w:r>
      <w:r>
        <w:rPr>
          <w:rFonts w:cs="Georgia"/>
          <w:kern w:val="1"/>
        </w:rPr>
        <w:t>au ras desquelles les hirondelles volaient avec des cris plaintifs</w:t>
      </w:r>
      <w:r w:rsidR="000E1451">
        <w:rPr>
          <w:rFonts w:cs="Georgia"/>
          <w:kern w:val="1"/>
        </w:rPr>
        <w:t xml:space="preserve">. </w:t>
      </w:r>
      <w:r>
        <w:rPr>
          <w:rFonts w:cs="Georgia"/>
          <w:kern w:val="1"/>
        </w:rPr>
        <w:t>Encore un jour où il valait mieux ne pas aller en corvée</w:t>
      </w:r>
      <w:r w:rsidR="000E1451">
        <w:rPr>
          <w:rFonts w:cs="Georgia"/>
          <w:kern w:val="1"/>
        </w:rPr>
        <w:t>.</w:t>
      </w:r>
    </w:p>
    <w:p w14:paraId="785A1593" w14:textId="77777777" w:rsidR="000E1451" w:rsidRDefault="00BE611A" w:rsidP="00BE611A">
      <w:pPr>
        <w:rPr>
          <w:rFonts w:cs="Georgia"/>
          <w:kern w:val="1"/>
        </w:rPr>
      </w:pPr>
      <w:r>
        <w:rPr>
          <w:rFonts w:cs="Georgia"/>
          <w:kern w:val="1"/>
        </w:rPr>
        <w:t>Accoudée sur le divan du pavillon</w:t>
      </w:r>
      <w:r w:rsidR="000E1451">
        <w:rPr>
          <w:rFonts w:cs="Georgia"/>
          <w:kern w:val="1"/>
        </w:rPr>
        <w:t>, M</w:t>
      </w:r>
      <w:r w:rsidR="000E1451" w:rsidRPr="000E1451">
        <w:rPr>
          <w:rFonts w:cs="Georgia"/>
          <w:kern w:val="1"/>
          <w:vertAlign w:val="superscript"/>
        </w:rPr>
        <w:t>lle</w:t>
      </w:r>
      <w:r w:rsidR="000E1451">
        <w:rPr>
          <w:rFonts w:cs="Georgia"/>
          <w:kern w:val="1"/>
        </w:rPr>
        <w:t> de </w:t>
      </w:r>
      <w:r>
        <w:rPr>
          <w:rFonts w:cs="Georgia"/>
          <w:kern w:val="1"/>
        </w:rPr>
        <w:t>Mirrbach était plongée dans la lecture des journaux</w:t>
      </w:r>
      <w:r w:rsidR="000E1451">
        <w:rPr>
          <w:rFonts w:cs="Georgia"/>
          <w:kern w:val="1"/>
        </w:rPr>
        <w:t xml:space="preserve">. </w:t>
      </w:r>
      <w:r>
        <w:rPr>
          <w:rFonts w:cs="Georgia"/>
          <w:kern w:val="1"/>
        </w:rPr>
        <w:t>À mon entrée</w:t>
      </w:r>
      <w:r w:rsidR="000E1451">
        <w:rPr>
          <w:rFonts w:cs="Georgia"/>
          <w:kern w:val="1"/>
        </w:rPr>
        <w:t xml:space="preserve">, </w:t>
      </w:r>
      <w:r>
        <w:rPr>
          <w:rFonts w:cs="Georgia"/>
          <w:kern w:val="1"/>
        </w:rPr>
        <w:t>elle se leva</w:t>
      </w:r>
      <w:r w:rsidR="000E1451">
        <w:rPr>
          <w:rFonts w:cs="Georgia"/>
          <w:kern w:val="1"/>
        </w:rPr>
        <w:t>.</w:t>
      </w:r>
    </w:p>
    <w:p w14:paraId="32FA9B45" w14:textId="77777777" w:rsidR="000E1451" w:rsidRDefault="000E1451" w:rsidP="00BE611A">
      <w:pPr>
        <w:rPr>
          <w:rFonts w:cs="Georgia"/>
          <w:kern w:val="1"/>
        </w:rPr>
      </w:pPr>
      <w:r>
        <w:rPr>
          <w:rFonts w:cs="Georgia"/>
          <w:kern w:val="1"/>
        </w:rPr>
        <w:lastRenderedPageBreak/>
        <w:t>— </w:t>
      </w:r>
      <w:r w:rsidR="00BE611A">
        <w:rPr>
          <w:rFonts w:cs="Georgia"/>
          <w:kern w:val="1"/>
        </w:rPr>
        <w:t>Gottlieb vous a prévenu</w:t>
      </w:r>
      <w:r>
        <w:rPr>
          <w:rFonts w:cs="Georgia"/>
          <w:kern w:val="1"/>
        </w:rPr>
        <w:t xml:space="preserve"> ! </w:t>
      </w:r>
      <w:r w:rsidR="00BE611A">
        <w:rPr>
          <w:rFonts w:cs="Georgia"/>
          <w:kern w:val="1"/>
        </w:rPr>
        <w:t>Mon oncle est à Berlin</w:t>
      </w:r>
      <w:r>
        <w:rPr>
          <w:rFonts w:cs="Georgia"/>
          <w:kern w:val="1"/>
        </w:rPr>
        <w:t xml:space="preserve">. </w:t>
      </w:r>
      <w:r w:rsidR="00BE611A">
        <w:rPr>
          <w:rFonts w:cs="Georgia"/>
          <w:kern w:val="1"/>
        </w:rPr>
        <w:t>Il a permis que vous travailliez pour moi</w:t>
      </w:r>
      <w:r>
        <w:rPr>
          <w:rFonts w:cs="Georgia"/>
          <w:kern w:val="1"/>
        </w:rPr>
        <w:t xml:space="preserve">. </w:t>
      </w:r>
      <w:r w:rsidR="00BE611A">
        <w:rPr>
          <w:rFonts w:cs="Georgia"/>
          <w:kern w:val="1"/>
        </w:rPr>
        <w:t>Je tenais à vous donner quelques indications</w:t>
      </w:r>
      <w:r>
        <w:rPr>
          <w:rFonts w:cs="Georgia"/>
          <w:kern w:val="1"/>
        </w:rPr>
        <w:t>.</w:t>
      </w:r>
    </w:p>
    <w:p w14:paraId="53236B13" w14:textId="77777777" w:rsidR="000E1451" w:rsidRDefault="00BE611A" w:rsidP="00BE611A">
      <w:pPr>
        <w:rPr>
          <w:rFonts w:cs="Georgia"/>
          <w:kern w:val="1"/>
        </w:rPr>
      </w:pPr>
      <w:r>
        <w:rPr>
          <w:rFonts w:cs="Georgia"/>
          <w:kern w:val="1"/>
        </w:rPr>
        <w:t>Il s</w:t>
      </w:r>
      <w:r w:rsidR="000E1451">
        <w:rPr>
          <w:rFonts w:cs="Georgia"/>
          <w:kern w:val="1"/>
        </w:rPr>
        <w:t>’</w:t>
      </w:r>
      <w:r>
        <w:rPr>
          <w:rFonts w:cs="Georgia"/>
          <w:kern w:val="1"/>
        </w:rPr>
        <w:t>agissait de remplacement des lampes électriques</w:t>
      </w:r>
      <w:r w:rsidR="000E1451">
        <w:rPr>
          <w:rFonts w:cs="Georgia"/>
          <w:kern w:val="1"/>
        </w:rPr>
        <w:t xml:space="preserve">. </w:t>
      </w:r>
      <w:r>
        <w:rPr>
          <w:rFonts w:cs="Georgia"/>
          <w:kern w:val="1"/>
        </w:rPr>
        <w:t>Nous nous mîmes rapidement d</w:t>
      </w:r>
      <w:r w:rsidR="000E1451">
        <w:rPr>
          <w:rFonts w:cs="Georgia"/>
          <w:kern w:val="1"/>
        </w:rPr>
        <w:t>’</w:t>
      </w:r>
      <w:r>
        <w:rPr>
          <w:rFonts w:cs="Georgia"/>
          <w:kern w:val="1"/>
        </w:rPr>
        <w:t>accord</w:t>
      </w:r>
      <w:r w:rsidR="000E1451">
        <w:rPr>
          <w:rFonts w:cs="Georgia"/>
          <w:kern w:val="1"/>
        </w:rPr>
        <w:t>.</w:t>
      </w:r>
    </w:p>
    <w:p w14:paraId="10CF9CE9" w14:textId="77777777" w:rsidR="000E1451" w:rsidRDefault="000E1451" w:rsidP="00BE611A">
      <w:pPr>
        <w:rPr>
          <w:rFonts w:cs="Georgia"/>
          <w:kern w:val="1"/>
        </w:rPr>
      </w:pPr>
      <w:r>
        <w:rPr>
          <w:rFonts w:cs="Georgia"/>
          <w:kern w:val="1"/>
        </w:rPr>
        <w:t>— </w:t>
      </w:r>
      <w:r w:rsidR="00BE611A">
        <w:rPr>
          <w:rFonts w:cs="Georgia"/>
          <w:kern w:val="1"/>
        </w:rPr>
        <w:t>Il paraît que l</w:t>
      </w:r>
      <w:r>
        <w:rPr>
          <w:rFonts w:cs="Georgia"/>
          <w:kern w:val="1"/>
        </w:rPr>
        <w:t>’</w:t>
      </w:r>
      <w:r w:rsidR="00BE611A">
        <w:rPr>
          <w:rFonts w:cs="Georgia"/>
          <w:kern w:val="1"/>
        </w:rPr>
        <w:t>armée allemande a remporté un succès</w:t>
      </w:r>
      <w:r>
        <w:rPr>
          <w:rFonts w:cs="Georgia"/>
          <w:kern w:val="1"/>
        </w:rPr>
        <w:t xml:space="preserve">, </w:t>
      </w:r>
      <w:r w:rsidR="00BE611A">
        <w:rPr>
          <w:rFonts w:cs="Georgia"/>
          <w:kern w:val="1"/>
        </w:rPr>
        <w:t>dis-je</w:t>
      </w:r>
      <w:r>
        <w:rPr>
          <w:rFonts w:cs="Georgia"/>
          <w:kern w:val="1"/>
        </w:rPr>
        <w:t xml:space="preserve">, </w:t>
      </w:r>
      <w:r w:rsidR="00BE611A">
        <w:rPr>
          <w:rFonts w:cs="Georgia"/>
          <w:kern w:val="1"/>
        </w:rPr>
        <w:t>comme Axelle allait sortir</w:t>
      </w:r>
      <w:r>
        <w:rPr>
          <w:rFonts w:cs="Georgia"/>
          <w:kern w:val="1"/>
        </w:rPr>
        <w:t>.</w:t>
      </w:r>
    </w:p>
    <w:p w14:paraId="07C3446E" w14:textId="77777777" w:rsidR="000E1451" w:rsidRDefault="00BE611A" w:rsidP="00BE611A">
      <w:pPr>
        <w:rPr>
          <w:rFonts w:cs="Georgia"/>
          <w:kern w:val="1"/>
        </w:rPr>
      </w:pPr>
      <w:r>
        <w:rPr>
          <w:rFonts w:cs="Georgia"/>
          <w:kern w:val="1"/>
        </w:rPr>
        <w:t>Elle eut un geste affirmatif</w:t>
      </w:r>
      <w:r w:rsidR="000E1451">
        <w:rPr>
          <w:rFonts w:cs="Georgia"/>
          <w:kern w:val="1"/>
        </w:rPr>
        <w:t>.</w:t>
      </w:r>
    </w:p>
    <w:p w14:paraId="6924E2C3" w14:textId="77777777" w:rsidR="000E1451" w:rsidRDefault="000E1451" w:rsidP="00BE611A">
      <w:pPr>
        <w:rPr>
          <w:rFonts w:cs="Georgia"/>
          <w:kern w:val="1"/>
        </w:rPr>
      </w:pPr>
      <w:r>
        <w:rPr>
          <w:rFonts w:cs="Georgia"/>
          <w:kern w:val="1"/>
        </w:rPr>
        <w:t>— </w:t>
      </w:r>
      <w:r w:rsidR="00BE611A">
        <w:rPr>
          <w:rFonts w:cs="Georgia"/>
          <w:kern w:val="1"/>
        </w:rPr>
        <w:t>Sur la Somme</w:t>
      </w:r>
      <w:r>
        <w:rPr>
          <w:rFonts w:cs="Georgia"/>
          <w:kern w:val="1"/>
        </w:rPr>
        <w:t xml:space="preserve">, </w:t>
      </w:r>
      <w:r w:rsidR="00BE611A">
        <w:rPr>
          <w:rFonts w:cs="Georgia"/>
          <w:kern w:val="1"/>
        </w:rPr>
        <w:t>probablement</w:t>
      </w:r>
      <w:r>
        <w:rPr>
          <w:rFonts w:cs="Georgia"/>
          <w:kern w:val="1"/>
        </w:rPr>
        <w:t>.</w:t>
      </w:r>
    </w:p>
    <w:p w14:paraId="471C3286" w14:textId="77777777" w:rsidR="000E1451" w:rsidRDefault="000E1451" w:rsidP="00BE611A">
      <w:pPr>
        <w:rPr>
          <w:rFonts w:cs="Georgia"/>
          <w:kern w:val="1"/>
        </w:rPr>
      </w:pPr>
      <w:r>
        <w:rPr>
          <w:rFonts w:cs="Georgia"/>
          <w:kern w:val="1"/>
        </w:rPr>
        <w:t>— </w:t>
      </w:r>
      <w:r w:rsidR="00BE611A">
        <w:rPr>
          <w:rFonts w:cs="Georgia"/>
          <w:kern w:val="1"/>
        </w:rPr>
        <w:t>Non</w:t>
      </w:r>
      <w:r>
        <w:rPr>
          <w:rFonts w:cs="Georgia"/>
          <w:kern w:val="1"/>
        </w:rPr>
        <w:t xml:space="preserve">, </w:t>
      </w:r>
      <w:r w:rsidR="00BE611A">
        <w:rPr>
          <w:rFonts w:cs="Georgia"/>
          <w:kern w:val="1"/>
        </w:rPr>
        <w:t>pas sur la Somme</w:t>
      </w:r>
      <w:r>
        <w:rPr>
          <w:rFonts w:cs="Georgia"/>
          <w:kern w:val="1"/>
        </w:rPr>
        <w:t xml:space="preserve">. </w:t>
      </w:r>
      <w:r w:rsidR="00BE611A">
        <w:rPr>
          <w:rFonts w:cs="Georgia"/>
          <w:kern w:val="1"/>
        </w:rPr>
        <w:t>Ce sont vos positions du Chemin des Dames qui viennent d</w:t>
      </w:r>
      <w:r>
        <w:rPr>
          <w:rFonts w:cs="Georgia"/>
          <w:kern w:val="1"/>
        </w:rPr>
        <w:t>’</w:t>
      </w:r>
      <w:r w:rsidR="00BE611A">
        <w:rPr>
          <w:rFonts w:cs="Georgia"/>
          <w:kern w:val="1"/>
        </w:rPr>
        <w:t>être enlevées</w:t>
      </w:r>
      <w:r>
        <w:rPr>
          <w:rFonts w:cs="Georgia"/>
          <w:kern w:val="1"/>
        </w:rPr>
        <w:t>.</w:t>
      </w:r>
    </w:p>
    <w:p w14:paraId="1FCB16CC" w14:textId="77777777" w:rsidR="000E1451" w:rsidRDefault="000E1451" w:rsidP="00BE611A">
      <w:pPr>
        <w:rPr>
          <w:rFonts w:cs="Georgia"/>
          <w:kern w:val="1"/>
        </w:rPr>
      </w:pPr>
      <w:r>
        <w:rPr>
          <w:rFonts w:cs="Georgia"/>
          <w:kern w:val="1"/>
        </w:rPr>
        <w:t>— </w:t>
      </w:r>
      <w:r w:rsidR="00BE611A">
        <w:rPr>
          <w:rFonts w:cs="Georgia"/>
          <w:kern w:val="1"/>
        </w:rPr>
        <w:t>Le Chemin des Dames</w:t>
      </w:r>
      <w:r>
        <w:rPr>
          <w:rFonts w:cs="Georgia"/>
          <w:kern w:val="1"/>
        </w:rPr>
        <w:t> ?</w:t>
      </w:r>
    </w:p>
    <w:p w14:paraId="4D365AF6" w14:textId="77777777" w:rsidR="000E1451" w:rsidRDefault="000E1451" w:rsidP="00BE611A">
      <w:pPr>
        <w:rPr>
          <w:rFonts w:cs="Georgia"/>
          <w:kern w:val="1"/>
        </w:rPr>
      </w:pPr>
      <w:r>
        <w:rPr>
          <w:rFonts w:cs="Georgia"/>
          <w:kern w:val="1"/>
        </w:rPr>
        <w:t>— </w:t>
      </w:r>
      <w:r w:rsidR="00BE611A">
        <w:rPr>
          <w:rFonts w:cs="Georgia"/>
          <w:kern w:val="1"/>
        </w:rPr>
        <w:t>Oui</w:t>
      </w:r>
      <w:r>
        <w:rPr>
          <w:rFonts w:cs="Georgia"/>
          <w:kern w:val="1"/>
        </w:rPr>
        <w:t xml:space="preserve">. </w:t>
      </w:r>
      <w:r w:rsidR="00BE611A">
        <w:rPr>
          <w:rFonts w:cs="Georgia"/>
          <w:kern w:val="1"/>
        </w:rPr>
        <w:t>Soissons et Fère-en-Tardenois ont été pris hier</w:t>
      </w:r>
      <w:r>
        <w:rPr>
          <w:rFonts w:cs="Georgia"/>
          <w:kern w:val="1"/>
        </w:rPr>
        <w:t xml:space="preserve">. </w:t>
      </w:r>
      <w:r w:rsidR="00BE611A">
        <w:rPr>
          <w:rFonts w:cs="Georgia"/>
          <w:kern w:val="1"/>
        </w:rPr>
        <w:t>Il paraît que la Marne est atteinte</w:t>
      </w:r>
      <w:r>
        <w:rPr>
          <w:rFonts w:cs="Georgia"/>
          <w:kern w:val="1"/>
        </w:rPr>
        <w:t>.</w:t>
      </w:r>
    </w:p>
    <w:p w14:paraId="394C7AD1" w14:textId="77777777" w:rsidR="000E1451" w:rsidRDefault="000E1451" w:rsidP="00BE611A">
      <w:pPr>
        <w:rPr>
          <w:rFonts w:cs="Georgia"/>
          <w:kern w:val="1"/>
        </w:rPr>
      </w:pPr>
      <w:r>
        <w:rPr>
          <w:rFonts w:cs="Georgia"/>
          <w:kern w:val="1"/>
        </w:rPr>
        <w:t>— </w:t>
      </w:r>
      <w:r w:rsidR="00BE611A">
        <w:rPr>
          <w:rFonts w:cs="Georgia"/>
          <w:kern w:val="1"/>
        </w:rPr>
        <w:t>La Marne</w:t>
      </w:r>
      <w:r>
        <w:rPr>
          <w:rFonts w:cs="Georgia"/>
          <w:kern w:val="1"/>
        </w:rPr>
        <w:t xml:space="preserve">, </w:t>
      </w:r>
      <w:r w:rsidR="00BE611A">
        <w:rPr>
          <w:rFonts w:cs="Georgia"/>
          <w:kern w:val="1"/>
        </w:rPr>
        <w:t>en deux jours</w:t>
      </w:r>
      <w:r>
        <w:rPr>
          <w:rFonts w:cs="Georgia"/>
          <w:kern w:val="1"/>
        </w:rPr>
        <w:t xml:space="preserve"> ! </w:t>
      </w:r>
      <w:r w:rsidR="00BE611A">
        <w:rPr>
          <w:rFonts w:cs="Georgia"/>
          <w:kern w:val="1"/>
        </w:rPr>
        <w:t>m</w:t>
      </w:r>
      <w:r>
        <w:rPr>
          <w:rFonts w:cs="Georgia"/>
          <w:kern w:val="1"/>
        </w:rPr>
        <w:t>’</w:t>
      </w:r>
      <w:r w:rsidR="00BE611A">
        <w:rPr>
          <w:rFonts w:cs="Georgia"/>
          <w:kern w:val="1"/>
        </w:rPr>
        <w:t>exclamai-je</w:t>
      </w:r>
      <w:r>
        <w:rPr>
          <w:rFonts w:cs="Georgia"/>
          <w:kern w:val="1"/>
        </w:rPr>
        <w:t xml:space="preserve">. </w:t>
      </w:r>
      <w:r w:rsidR="00BE611A">
        <w:rPr>
          <w:rFonts w:cs="Georgia"/>
          <w:kern w:val="1"/>
        </w:rPr>
        <w:t>Allons donc</w:t>
      </w:r>
      <w:r>
        <w:rPr>
          <w:rFonts w:cs="Georgia"/>
          <w:kern w:val="1"/>
        </w:rPr>
        <w:t xml:space="preserve"> ! </w:t>
      </w:r>
      <w:r w:rsidR="00BE611A">
        <w:rPr>
          <w:rFonts w:cs="Georgia"/>
          <w:kern w:val="1"/>
        </w:rPr>
        <w:t>Mais c</w:t>
      </w:r>
      <w:r>
        <w:rPr>
          <w:rFonts w:cs="Georgia"/>
          <w:kern w:val="1"/>
        </w:rPr>
        <w:t>’</w:t>
      </w:r>
      <w:r w:rsidR="00BE611A">
        <w:rPr>
          <w:rFonts w:cs="Georgia"/>
          <w:kern w:val="1"/>
        </w:rPr>
        <w:t>est impossible</w:t>
      </w:r>
      <w:r>
        <w:rPr>
          <w:rFonts w:cs="Georgia"/>
          <w:kern w:val="1"/>
        </w:rPr>
        <w:t> !</w:t>
      </w:r>
    </w:p>
    <w:p w14:paraId="46106989" w14:textId="77777777" w:rsidR="000E1451" w:rsidRDefault="00BE611A" w:rsidP="00BE611A">
      <w:pPr>
        <w:rPr>
          <w:rFonts w:cs="Georgia"/>
          <w:kern w:val="1"/>
        </w:rPr>
      </w:pPr>
      <w:r>
        <w:rPr>
          <w:rFonts w:cs="Georgia"/>
          <w:kern w:val="1"/>
        </w:rPr>
        <w:t>Avec hauteur</w:t>
      </w:r>
      <w:r w:rsidR="000E1451">
        <w:rPr>
          <w:rFonts w:cs="Georgia"/>
          <w:kern w:val="1"/>
        </w:rPr>
        <w:t xml:space="preserve">, </w:t>
      </w:r>
      <w:r>
        <w:rPr>
          <w:rFonts w:cs="Georgia"/>
          <w:kern w:val="1"/>
        </w:rPr>
        <w:t>elle me remit les journaux</w:t>
      </w:r>
      <w:r w:rsidR="000E1451">
        <w:rPr>
          <w:rFonts w:cs="Georgia"/>
          <w:kern w:val="1"/>
        </w:rPr>
        <w:t>.</w:t>
      </w:r>
    </w:p>
    <w:p w14:paraId="7EAD7CCA" w14:textId="77777777" w:rsidR="000E1451" w:rsidRDefault="000E1451" w:rsidP="00BE611A">
      <w:pPr>
        <w:rPr>
          <w:rFonts w:cs="Georgia"/>
          <w:kern w:val="1"/>
        </w:rPr>
      </w:pPr>
      <w:r>
        <w:rPr>
          <w:rFonts w:cs="Georgia"/>
          <w:kern w:val="1"/>
        </w:rPr>
        <w:t>— </w:t>
      </w:r>
      <w:r w:rsidR="00BE611A">
        <w:rPr>
          <w:rFonts w:cs="Georgia"/>
          <w:kern w:val="1"/>
        </w:rPr>
        <w:t>Voyez vous-même</w:t>
      </w:r>
      <w:r>
        <w:rPr>
          <w:rFonts w:cs="Georgia"/>
          <w:kern w:val="1"/>
        </w:rPr>
        <w:t xml:space="preserve">, </w:t>
      </w:r>
      <w:r w:rsidR="00BE611A">
        <w:rPr>
          <w:rFonts w:cs="Georgia"/>
          <w:kern w:val="1"/>
        </w:rPr>
        <w:t>dit-elle sèchement</w:t>
      </w:r>
      <w:r>
        <w:rPr>
          <w:rFonts w:cs="Georgia"/>
          <w:kern w:val="1"/>
        </w:rPr>
        <w:t xml:space="preserve">. </w:t>
      </w:r>
      <w:r w:rsidR="00BE611A">
        <w:rPr>
          <w:rFonts w:cs="Georgia"/>
          <w:kern w:val="1"/>
        </w:rPr>
        <w:t>Vous avez là les communiqués français jusqu</w:t>
      </w:r>
      <w:r>
        <w:rPr>
          <w:rFonts w:cs="Georgia"/>
          <w:kern w:val="1"/>
        </w:rPr>
        <w:t>’</w:t>
      </w:r>
      <w:r w:rsidR="00BE611A">
        <w:rPr>
          <w:rFonts w:cs="Georgia"/>
          <w:kern w:val="1"/>
        </w:rPr>
        <w:t>au 3</w:t>
      </w:r>
      <w:r>
        <w:rPr>
          <w:rFonts w:cs="Georgia"/>
          <w:kern w:val="1"/>
        </w:rPr>
        <w:t xml:space="preserve">0 mai. </w:t>
      </w:r>
      <w:r w:rsidR="00BE611A">
        <w:rPr>
          <w:rFonts w:cs="Georgia"/>
          <w:kern w:val="1"/>
        </w:rPr>
        <w:t>Nos journaux les donnent toujours</w:t>
      </w:r>
      <w:r>
        <w:rPr>
          <w:rFonts w:cs="Georgia"/>
          <w:kern w:val="1"/>
        </w:rPr>
        <w:t xml:space="preserve">, </w:t>
      </w:r>
      <w:r w:rsidR="00BE611A">
        <w:rPr>
          <w:rFonts w:cs="Georgia"/>
          <w:kern w:val="1"/>
        </w:rPr>
        <w:t>à la différence des vôtres</w:t>
      </w:r>
      <w:r>
        <w:rPr>
          <w:rFonts w:cs="Georgia"/>
          <w:kern w:val="1"/>
        </w:rPr>
        <w:t xml:space="preserve">, </w:t>
      </w:r>
      <w:r w:rsidR="00BE611A">
        <w:rPr>
          <w:rFonts w:cs="Georgia"/>
          <w:kern w:val="1"/>
        </w:rPr>
        <w:t>où l</w:t>
      </w:r>
      <w:r>
        <w:rPr>
          <w:rFonts w:cs="Georgia"/>
          <w:kern w:val="1"/>
        </w:rPr>
        <w:t>’</w:t>
      </w:r>
      <w:r w:rsidR="00BE611A">
        <w:rPr>
          <w:rFonts w:cs="Georgia"/>
          <w:kern w:val="1"/>
        </w:rPr>
        <w:t>on chercherait vainement</w:t>
      </w:r>
      <w:r>
        <w:rPr>
          <w:rFonts w:cs="Georgia"/>
          <w:kern w:val="1"/>
        </w:rPr>
        <w:t xml:space="preserve">, </w:t>
      </w:r>
      <w:r w:rsidR="00BE611A">
        <w:rPr>
          <w:rFonts w:cs="Georgia"/>
          <w:kern w:val="1"/>
        </w:rPr>
        <w:t>vous le savez</w:t>
      </w:r>
      <w:r>
        <w:rPr>
          <w:rFonts w:cs="Georgia"/>
          <w:kern w:val="1"/>
        </w:rPr>
        <w:t xml:space="preserve">, </w:t>
      </w:r>
      <w:r w:rsidR="00BE611A">
        <w:rPr>
          <w:rFonts w:cs="Georgia"/>
          <w:kern w:val="1"/>
        </w:rPr>
        <w:t>les communiqués allemands</w:t>
      </w:r>
      <w:r>
        <w:rPr>
          <w:rFonts w:cs="Georgia"/>
          <w:kern w:val="1"/>
        </w:rPr>
        <w:t>.</w:t>
      </w:r>
    </w:p>
    <w:p w14:paraId="60995149" w14:textId="77777777" w:rsidR="000E1451" w:rsidRDefault="00BE611A" w:rsidP="00BE611A">
      <w:pPr>
        <w:rPr>
          <w:rFonts w:cs="Georgia"/>
          <w:kern w:val="1"/>
        </w:rPr>
      </w:pPr>
      <w:r>
        <w:rPr>
          <w:rFonts w:cs="Georgia"/>
          <w:kern w:val="1"/>
        </w:rPr>
        <w:t>Plein de stupeur</w:t>
      </w:r>
      <w:r w:rsidR="000E1451">
        <w:rPr>
          <w:rFonts w:cs="Georgia"/>
          <w:kern w:val="1"/>
        </w:rPr>
        <w:t xml:space="preserve">, </w:t>
      </w:r>
      <w:r>
        <w:rPr>
          <w:rFonts w:cs="Georgia"/>
          <w:kern w:val="1"/>
        </w:rPr>
        <w:t>je lus</w:t>
      </w:r>
      <w:r w:rsidR="000E1451">
        <w:rPr>
          <w:rFonts w:cs="Georgia"/>
          <w:kern w:val="1"/>
        </w:rPr>
        <w:t xml:space="preserve">. </w:t>
      </w:r>
      <w:r>
        <w:rPr>
          <w:rFonts w:cs="Georgia"/>
          <w:kern w:val="1"/>
        </w:rPr>
        <w:t>Aucune discussion n</w:t>
      </w:r>
      <w:r w:rsidR="000E1451">
        <w:rPr>
          <w:rFonts w:cs="Georgia"/>
          <w:kern w:val="1"/>
        </w:rPr>
        <w:t>’</w:t>
      </w:r>
      <w:r>
        <w:rPr>
          <w:rFonts w:cs="Georgia"/>
          <w:kern w:val="1"/>
        </w:rPr>
        <w:t>était possible</w:t>
      </w:r>
      <w:r w:rsidR="000E1451">
        <w:rPr>
          <w:rFonts w:cs="Georgia"/>
          <w:kern w:val="1"/>
        </w:rPr>
        <w:t xml:space="preserve">. </w:t>
      </w:r>
      <w:r>
        <w:rPr>
          <w:rFonts w:cs="Georgia"/>
          <w:kern w:val="1"/>
        </w:rPr>
        <w:t>Il n</w:t>
      </w:r>
      <w:r w:rsidR="000E1451">
        <w:rPr>
          <w:rFonts w:cs="Georgia"/>
          <w:kern w:val="1"/>
        </w:rPr>
        <w:t>’</w:t>
      </w:r>
      <w:r>
        <w:rPr>
          <w:rFonts w:cs="Georgia"/>
          <w:kern w:val="1"/>
        </w:rPr>
        <w:t>y avait qu</w:t>
      </w:r>
      <w:r w:rsidR="000E1451">
        <w:rPr>
          <w:rFonts w:cs="Georgia"/>
          <w:kern w:val="1"/>
        </w:rPr>
        <w:t>’</w:t>
      </w:r>
      <w:r>
        <w:rPr>
          <w:rFonts w:cs="Georgia"/>
          <w:kern w:val="1"/>
        </w:rPr>
        <w:t>à se rendre à l</w:t>
      </w:r>
      <w:r w:rsidR="000E1451">
        <w:rPr>
          <w:rFonts w:cs="Georgia"/>
          <w:kern w:val="1"/>
        </w:rPr>
        <w:t>’</w:t>
      </w:r>
      <w:r>
        <w:rPr>
          <w:rFonts w:cs="Georgia"/>
          <w:kern w:val="1"/>
        </w:rPr>
        <w:t>évidence</w:t>
      </w:r>
      <w:r w:rsidR="000E1451">
        <w:rPr>
          <w:rFonts w:cs="Georgia"/>
          <w:kern w:val="1"/>
        </w:rPr>
        <w:t>.</w:t>
      </w:r>
    </w:p>
    <w:p w14:paraId="74D039C1" w14:textId="77777777" w:rsidR="000E1451" w:rsidRDefault="000E1451" w:rsidP="00BE611A">
      <w:pPr>
        <w:rPr>
          <w:rFonts w:cs="Georgia"/>
          <w:kern w:val="1"/>
        </w:rPr>
      </w:pPr>
      <w:r>
        <w:rPr>
          <w:rFonts w:cs="Georgia"/>
          <w:kern w:val="1"/>
        </w:rPr>
        <w:t>— </w:t>
      </w:r>
      <w:r w:rsidR="00BE611A">
        <w:rPr>
          <w:rFonts w:cs="Georgia"/>
          <w:kern w:val="1"/>
        </w:rPr>
        <w:t>Excusez-moi</w:t>
      </w:r>
      <w:r>
        <w:rPr>
          <w:rFonts w:cs="Georgia"/>
          <w:kern w:val="1"/>
        </w:rPr>
        <w:t xml:space="preserve">, </w:t>
      </w:r>
      <w:r w:rsidR="00BE611A">
        <w:rPr>
          <w:rFonts w:cs="Georgia"/>
          <w:kern w:val="1"/>
        </w:rPr>
        <w:t>murmurai-je</w:t>
      </w:r>
      <w:r>
        <w:rPr>
          <w:rFonts w:cs="Georgia"/>
          <w:kern w:val="1"/>
        </w:rPr>
        <w:t>.</w:t>
      </w:r>
    </w:p>
    <w:p w14:paraId="734491F4" w14:textId="77777777" w:rsidR="000E1451" w:rsidRDefault="00BE611A" w:rsidP="00BE611A">
      <w:pPr>
        <w:rPr>
          <w:rFonts w:cs="Georgia"/>
          <w:kern w:val="1"/>
        </w:rPr>
      </w:pPr>
      <w:r>
        <w:rPr>
          <w:rFonts w:cs="Georgia"/>
          <w:kern w:val="1"/>
        </w:rPr>
        <w:lastRenderedPageBreak/>
        <w:t>Nous nous tûmes un instant</w:t>
      </w:r>
      <w:r w:rsidR="000E1451">
        <w:rPr>
          <w:rFonts w:cs="Georgia"/>
          <w:kern w:val="1"/>
        </w:rPr>
        <w:t xml:space="preserve">. </w:t>
      </w:r>
      <w:r>
        <w:rPr>
          <w:rFonts w:cs="Georgia"/>
          <w:kern w:val="1"/>
        </w:rPr>
        <w:t>Puis</w:t>
      </w:r>
      <w:r w:rsidR="000E1451">
        <w:rPr>
          <w:rFonts w:cs="Georgia"/>
          <w:kern w:val="1"/>
        </w:rPr>
        <w:t>, M</w:t>
      </w:r>
      <w:r w:rsidR="000E1451" w:rsidRPr="000E1451">
        <w:rPr>
          <w:rFonts w:cs="Georgia"/>
          <w:kern w:val="1"/>
          <w:vertAlign w:val="superscript"/>
        </w:rPr>
        <w:t>lle</w:t>
      </w:r>
      <w:r w:rsidR="000E1451">
        <w:rPr>
          <w:rFonts w:cs="Georgia"/>
          <w:kern w:val="1"/>
        </w:rPr>
        <w:t> de </w:t>
      </w:r>
      <w:r>
        <w:rPr>
          <w:rFonts w:cs="Georgia"/>
          <w:kern w:val="1"/>
        </w:rPr>
        <w:t>Mirrbach dit d</w:t>
      </w:r>
      <w:r w:rsidR="000E1451">
        <w:rPr>
          <w:rFonts w:cs="Georgia"/>
          <w:kern w:val="1"/>
        </w:rPr>
        <w:t>’</w:t>
      </w:r>
      <w:r>
        <w:rPr>
          <w:rFonts w:cs="Georgia"/>
          <w:kern w:val="1"/>
        </w:rPr>
        <w:t>une voix grave</w:t>
      </w:r>
      <w:r w:rsidR="000E1451">
        <w:rPr>
          <w:rFonts w:cs="Georgia"/>
          <w:kern w:val="1"/>
        </w:rPr>
        <w:t> :</w:t>
      </w:r>
    </w:p>
    <w:p w14:paraId="28A02CC3" w14:textId="77777777" w:rsidR="000E1451" w:rsidRDefault="000E1451" w:rsidP="00BE611A">
      <w:pPr>
        <w:rPr>
          <w:rFonts w:cs="Georgia"/>
          <w:kern w:val="1"/>
        </w:rPr>
      </w:pPr>
      <w:r>
        <w:rPr>
          <w:rFonts w:cs="Georgia"/>
          <w:kern w:val="1"/>
        </w:rPr>
        <w:t>— </w:t>
      </w:r>
      <w:r w:rsidR="00BE611A">
        <w:rPr>
          <w:rFonts w:cs="Georgia"/>
          <w:kern w:val="1"/>
        </w:rPr>
        <w:t>C</w:t>
      </w:r>
      <w:r>
        <w:rPr>
          <w:rFonts w:cs="Georgia"/>
          <w:kern w:val="1"/>
        </w:rPr>
        <w:t>’</w:t>
      </w:r>
      <w:r w:rsidR="00BE611A">
        <w:rPr>
          <w:rFonts w:cs="Georgia"/>
          <w:kern w:val="1"/>
        </w:rPr>
        <w:t>est une nouvelle très importante</w:t>
      </w:r>
      <w:r>
        <w:rPr>
          <w:rFonts w:cs="Georgia"/>
          <w:kern w:val="1"/>
        </w:rPr>
        <w:t xml:space="preserve">, </w:t>
      </w:r>
      <w:r w:rsidR="00BE611A">
        <w:rPr>
          <w:rFonts w:cs="Georgia"/>
          <w:kern w:val="1"/>
        </w:rPr>
        <w:t>n</w:t>
      </w:r>
      <w:r>
        <w:rPr>
          <w:rFonts w:cs="Georgia"/>
          <w:kern w:val="1"/>
        </w:rPr>
        <w:t>’</w:t>
      </w:r>
      <w:r w:rsidR="00BE611A">
        <w:rPr>
          <w:rFonts w:cs="Georgia"/>
          <w:kern w:val="1"/>
        </w:rPr>
        <w:t>est-ce pas</w:t>
      </w:r>
      <w:r>
        <w:rPr>
          <w:rFonts w:cs="Georgia"/>
          <w:kern w:val="1"/>
        </w:rPr>
        <w:t> ?</w:t>
      </w:r>
    </w:p>
    <w:p w14:paraId="23E1F6B4" w14:textId="77777777" w:rsidR="000E1451" w:rsidRDefault="000E1451" w:rsidP="00BE611A">
      <w:pPr>
        <w:rPr>
          <w:rFonts w:cs="Georgia"/>
          <w:kern w:val="1"/>
        </w:rPr>
      </w:pPr>
      <w:r>
        <w:rPr>
          <w:rFonts w:cs="Georgia"/>
          <w:kern w:val="1"/>
        </w:rPr>
        <w:t>— </w:t>
      </w:r>
      <w:r w:rsidR="00BE611A">
        <w:rPr>
          <w:rFonts w:cs="Georgia"/>
          <w:kern w:val="1"/>
        </w:rPr>
        <w:t>Très importante</w:t>
      </w:r>
      <w:r>
        <w:rPr>
          <w:rFonts w:cs="Georgia"/>
          <w:kern w:val="1"/>
        </w:rPr>
        <w:t>.</w:t>
      </w:r>
    </w:p>
    <w:p w14:paraId="2EC22445" w14:textId="77777777" w:rsidR="000E1451" w:rsidRDefault="000E1451" w:rsidP="00BE611A">
      <w:pPr>
        <w:rPr>
          <w:rFonts w:cs="Georgia"/>
          <w:kern w:val="1"/>
        </w:rPr>
      </w:pPr>
      <w:r>
        <w:rPr>
          <w:rFonts w:cs="Georgia"/>
          <w:kern w:val="1"/>
        </w:rPr>
        <w:t>— </w:t>
      </w:r>
      <w:r w:rsidR="00BE611A">
        <w:rPr>
          <w:rFonts w:cs="Georgia"/>
          <w:kern w:val="1"/>
        </w:rPr>
        <w:t>C</w:t>
      </w:r>
      <w:r>
        <w:rPr>
          <w:rFonts w:cs="Georgia"/>
          <w:kern w:val="1"/>
        </w:rPr>
        <w:t>’</w:t>
      </w:r>
      <w:r w:rsidR="00BE611A">
        <w:rPr>
          <w:rFonts w:cs="Georgia"/>
          <w:kern w:val="1"/>
        </w:rPr>
        <w:t>était bien au Chemin des Dames que vous étiez</w:t>
      </w:r>
      <w:r>
        <w:rPr>
          <w:rFonts w:cs="Georgia"/>
          <w:kern w:val="1"/>
        </w:rPr>
        <w:t xml:space="preserve">, </w:t>
      </w:r>
      <w:r w:rsidR="00BE611A">
        <w:rPr>
          <w:rFonts w:cs="Georgia"/>
          <w:kern w:val="1"/>
        </w:rPr>
        <w:t>il y a trois ans</w:t>
      </w:r>
      <w:r>
        <w:rPr>
          <w:rFonts w:cs="Georgia"/>
          <w:kern w:val="1"/>
        </w:rPr>
        <w:t xml:space="preserve">, </w:t>
      </w:r>
      <w:r w:rsidR="00BE611A">
        <w:rPr>
          <w:rFonts w:cs="Georgia"/>
          <w:kern w:val="1"/>
        </w:rPr>
        <w:t>lorsque</w:t>
      </w:r>
      <w:r>
        <w:rPr>
          <w:rFonts w:cs="Georgia"/>
          <w:kern w:val="1"/>
        </w:rPr>
        <w:t>…</w:t>
      </w:r>
    </w:p>
    <w:p w14:paraId="68F62C7A" w14:textId="77777777" w:rsidR="000E1451" w:rsidRDefault="000E1451" w:rsidP="00BE611A">
      <w:pPr>
        <w:rPr>
          <w:rFonts w:cs="Georgia"/>
          <w:kern w:val="1"/>
        </w:rPr>
      </w:pPr>
      <w:r>
        <w:rPr>
          <w:rFonts w:cs="Georgia"/>
          <w:kern w:val="1"/>
        </w:rPr>
        <w:t>— </w:t>
      </w:r>
      <w:r w:rsidR="00BE611A">
        <w:rPr>
          <w:rFonts w:cs="Georgia"/>
          <w:kern w:val="1"/>
        </w:rPr>
        <w:t>Quand j</w:t>
      </w:r>
      <w:r>
        <w:rPr>
          <w:rFonts w:cs="Georgia"/>
          <w:kern w:val="1"/>
        </w:rPr>
        <w:t>’</w:t>
      </w:r>
      <w:r w:rsidR="00BE611A">
        <w:rPr>
          <w:rFonts w:cs="Georgia"/>
          <w:kern w:val="1"/>
        </w:rPr>
        <w:t>ai été fait prisonnier</w:t>
      </w:r>
      <w:r>
        <w:rPr>
          <w:rFonts w:cs="Georgia"/>
          <w:kern w:val="1"/>
        </w:rPr>
        <w:t xml:space="preserve"> ? </w:t>
      </w:r>
      <w:r w:rsidR="00BE611A">
        <w:rPr>
          <w:rFonts w:cs="Georgia"/>
          <w:kern w:val="1"/>
        </w:rPr>
        <w:t>Oui</w:t>
      </w:r>
      <w:r>
        <w:rPr>
          <w:rFonts w:cs="Georgia"/>
          <w:kern w:val="1"/>
        </w:rPr>
        <w:t xml:space="preserve">. </w:t>
      </w:r>
      <w:r w:rsidR="00BE611A">
        <w:rPr>
          <w:rFonts w:cs="Georgia"/>
          <w:kern w:val="1"/>
        </w:rPr>
        <w:t>Nous tenions le secteur depuis six mois</w:t>
      </w:r>
      <w:r>
        <w:rPr>
          <w:rFonts w:cs="Georgia"/>
          <w:kern w:val="1"/>
        </w:rPr>
        <w:t xml:space="preserve">. </w:t>
      </w:r>
      <w:r w:rsidR="00BE611A">
        <w:rPr>
          <w:rFonts w:cs="Georgia"/>
          <w:kern w:val="1"/>
        </w:rPr>
        <w:t>Des positions formidables</w:t>
      </w:r>
      <w:r>
        <w:rPr>
          <w:rFonts w:cs="Georgia"/>
          <w:kern w:val="1"/>
        </w:rPr>
        <w:t xml:space="preserve">, </w:t>
      </w:r>
      <w:r w:rsidR="00BE611A">
        <w:rPr>
          <w:rFonts w:cs="Georgia"/>
          <w:kern w:val="1"/>
        </w:rPr>
        <w:t>de part et d</w:t>
      </w:r>
      <w:r>
        <w:rPr>
          <w:rFonts w:cs="Georgia"/>
          <w:kern w:val="1"/>
        </w:rPr>
        <w:t>’</w:t>
      </w:r>
      <w:r w:rsidR="00BE611A">
        <w:rPr>
          <w:rFonts w:cs="Georgia"/>
          <w:kern w:val="1"/>
        </w:rPr>
        <w:t>autre</w:t>
      </w:r>
      <w:r>
        <w:rPr>
          <w:rFonts w:cs="Georgia"/>
          <w:kern w:val="1"/>
        </w:rPr>
        <w:t xml:space="preserve">. </w:t>
      </w:r>
      <w:r w:rsidR="00BE611A">
        <w:rPr>
          <w:rFonts w:cs="Georgia"/>
          <w:kern w:val="1"/>
        </w:rPr>
        <w:t>On s</w:t>
      </w:r>
      <w:r>
        <w:rPr>
          <w:rFonts w:cs="Georgia"/>
          <w:kern w:val="1"/>
        </w:rPr>
        <w:t>’</w:t>
      </w:r>
      <w:r w:rsidR="00BE611A">
        <w:rPr>
          <w:rFonts w:cs="Georgia"/>
          <w:kern w:val="1"/>
        </w:rPr>
        <w:t>en rendait compte</w:t>
      </w:r>
      <w:r>
        <w:rPr>
          <w:rFonts w:cs="Georgia"/>
          <w:kern w:val="1"/>
        </w:rPr>
        <w:t xml:space="preserve">. </w:t>
      </w:r>
      <w:r w:rsidR="00BE611A">
        <w:rPr>
          <w:rFonts w:cs="Georgia"/>
          <w:kern w:val="1"/>
        </w:rPr>
        <w:t>Personne n</w:t>
      </w:r>
      <w:r>
        <w:rPr>
          <w:rFonts w:cs="Georgia"/>
          <w:kern w:val="1"/>
        </w:rPr>
        <w:t>’</w:t>
      </w:r>
      <w:r w:rsidR="00BE611A">
        <w:rPr>
          <w:rFonts w:cs="Georgia"/>
          <w:kern w:val="1"/>
        </w:rPr>
        <w:t>attaquait plus</w:t>
      </w:r>
      <w:r>
        <w:rPr>
          <w:rFonts w:cs="Georgia"/>
          <w:kern w:val="1"/>
        </w:rPr>
        <w:t xml:space="preserve">. </w:t>
      </w:r>
      <w:r w:rsidR="00BE611A">
        <w:rPr>
          <w:rFonts w:cs="Georgia"/>
          <w:kern w:val="1"/>
        </w:rPr>
        <w:t>Il y avait des journées entières sans un coup de fusil</w:t>
      </w:r>
      <w:r>
        <w:rPr>
          <w:rFonts w:cs="Georgia"/>
          <w:kern w:val="1"/>
        </w:rPr>
        <w:t xml:space="preserve">. </w:t>
      </w:r>
      <w:r w:rsidR="00BE611A">
        <w:rPr>
          <w:rFonts w:cs="Georgia"/>
          <w:kern w:val="1"/>
        </w:rPr>
        <w:t>Et ce sont ces lignes-là qui</w:t>
      </w:r>
      <w:r>
        <w:rPr>
          <w:rFonts w:cs="Georgia"/>
          <w:kern w:val="1"/>
        </w:rPr>
        <w:t xml:space="preserve">, </w:t>
      </w:r>
      <w:r w:rsidR="00BE611A">
        <w:rPr>
          <w:rFonts w:cs="Georgia"/>
          <w:kern w:val="1"/>
        </w:rPr>
        <w:t>en quelques heures</w:t>
      </w:r>
      <w:r>
        <w:rPr>
          <w:rFonts w:cs="Georgia"/>
          <w:kern w:val="1"/>
        </w:rPr>
        <w:t xml:space="preserve">… </w:t>
      </w:r>
      <w:r w:rsidR="00BE611A">
        <w:rPr>
          <w:rFonts w:cs="Georgia"/>
          <w:kern w:val="1"/>
        </w:rPr>
        <w:t>Non</w:t>
      </w:r>
      <w:r>
        <w:rPr>
          <w:rFonts w:cs="Georgia"/>
          <w:kern w:val="1"/>
        </w:rPr>
        <w:t xml:space="preserve">, </w:t>
      </w:r>
      <w:r w:rsidR="00BE611A">
        <w:rPr>
          <w:rFonts w:cs="Georgia"/>
          <w:kern w:val="1"/>
        </w:rPr>
        <w:t>voyez-vous</w:t>
      </w:r>
      <w:r>
        <w:rPr>
          <w:rFonts w:cs="Georgia"/>
          <w:kern w:val="1"/>
        </w:rPr>
        <w:t xml:space="preserve">, </w:t>
      </w:r>
      <w:r w:rsidR="00BE611A">
        <w:rPr>
          <w:rFonts w:cs="Georgia"/>
          <w:kern w:val="1"/>
        </w:rPr>
        <w:t>je ne comprends pas</w:t>
      </w:r>
      <w:r>
        <w:rPr>
          <w:rFonts w:cs="Georgia"/>
          <w:kern w:val="1"/>
        </w:rPr>
        <w:t>.</w:t>
      </w:r>
    </w:p>
    <w:p w14:paraId="4715341D" w14:textId="77777777" w:rsidR="000E1451" w:rsidRDefault="00BE611A" w:rsidP="00BE611A">
      <w:pPr>
        <w:rPr>
          <w:rFonts w:cs="Georgia"/>
          <w:kern w:val="1"/>
        </w:rPr>
      </w:pPr>
      <w:r>
        <w:rPr>
          <w:rFonts w:cs="Georgia"/>
          <w:kern w:val="1"/>
        </w:rPr>
        <w:t>De nouveau</w:t>
      </w:r>
      <w:r w:rsidR="000E1451">
        <w:rPr>
          <w:rFonts w:cs="Georgia"/>
          <w:kern w:val="1"/>
        </w:rPr>
        <w:t xml:space="preserve">, </w:t>
      </w:r>
      <w:r>
        <w:rPr>
          <w:rFonts w:cs="Georgia"/>
          <w:kern w:val="1"/>
        </w:rPr>
        <w:t>le silence se fit</w:t>
      </w:r>
      <w:r w:rsidR="000E1451">
        <w:rPr>
          <w:rFonts w:cs="Georgia"/>
          <w:kern w:val="1"/>
        </w:rPr>
        <w:t xml:space="preserve">, </w:t>
      </w:r>
      <w:r>
        <w:rPr>
          <w:rFonts w:cs="Georgia"/>
          <w:kern w:val="1"/>
        </w:rPr>
        <w:t>et</w:t>
      </w:r>
      <w:r w:rsidR="000E1451">
        <w:rPr>
          <w:rFonts w:cs="Georgia"/>
          <w:kern w:val="1"/>
        </w:rPr>
        <w:t xml:space="preserve">, </w:t>
      </w:r>
      <w:r>
        <w:rPr>
          <w:rFonts w:cs="Georgia"/>
          <w:kern w:val="1"/>
        </w:rPr>
        <w:t>de nouveau</w:t>
      </w:r>
      <w:r w:rsidR="000E1451">
        <w:rPr>
          <w:rFonts w:cs="Georgia"/>
          <w:kern w:val="1"/>
        </w:rPr>
        <w:t xml:space="preserve">, </w:t>
      </w:r>
      <w:r>
        <w:rPr>
          <w:rFonts w:cs="Georgia"/>
          <w:kern w:val="1"/>
        </w:rPr>
        <w:t>ce fut Axelle qui le rompit</w:t>
      </w:r>
      <w:r w:rsidR="000E1451">
        <w:rPr>
          <w:rFonts w:cs="Georgia"/>
          <w:kern w:val="1"/>
        </w:rPr>
        <w:t>.</w:t>
      </w:r>
    </w:p>
    <w:p w14:paraId="137D16AD" w14:textId="77777777" w:rsidR="000E1451" w:rsidRDefault="000E1451" w:rsidP="00BE611A">
      <w:pPr>
        <w:rPr>
          <w:rFonts w:cs="Georgia"/>
          <w:kern w:val="1"/>
        </w:rPr>
      </w:pPr>
      <w:r>
        <w:rPr>
          <w:rFonts w:cs="Georgia"/>
          <w:kern w:val="1"/>
        </w:rPr>
        <w:t>— </w:t>
      </w:r>
      <w:r w:rsidR="00BE611A">
        <w:rPr>
          <w:rFonts w:cs="Georgia"/>
          <w:kern w:val="1"/>
        </w:rPr>
        <w:t>C</w:t>
      </w:r>
      <w:r>
        <w:rPr>
          <w:rFonts w:cs="Georgia"/>
          <w:kern w:val="1"/>
        </w:rPr>
        <w:t>’</w:t>
      </w:r>
      <w:r w:rsidR="00BE611A">
        <w:rPr>
          <w:rFonts w:cs="Georgia"/>
          <w:kern w:val="1"/>
        </w:rPr>
        <w:t>est la guerre</w:t>
      </w:r>
      <w:r>
        <w:rPr>
          <w:rFonts w:cs="Georgia"/>
          <w:kern w:val="1"/>
        </w:rPr>
        <w:t xml:space="preserve">, </w:t>
      </w:r>
      <w:r w:rsidR="00BE611A">
        <w:rPr>
          <w:rFonts w:cs="Georgia"/>
          <w:kern w:val="1"/>
        </w:rPr>
        <w:t>dit-elle</w:t>
      </w:r>
      <w:r>
        <w:rPr>
          <w:rFonts w:cs="Georgia"/>
          <w:kern w:val="1"/>
        </w:rPr>
        <w:t>.</w:t>
      </w:r>
    </w:p>
    <w:p w14:paraId="40DBB208" w14:textId="77777777" w:rsidR="000E1451" w:rsidRDefault="00BE611A" w:rsidP="00BE611A">
      <w:pPr>
        <w:rPr>
          <w:rFonts w:cs="Georgia"/>
          <w:kern w:val="1"/>
        </w:rPr>
      </w:pPr>
      <w:r>
        <w:rPr>
          <w:rFonts w:cs="Georgia"/>
          <w:kern w:val="1"/>
        </w:rPr>
        <w:t>Je la regardai prononcer ce mot terrible</w:t>
      </w:r>
      <w:r w:rsidR="000E1451">
        <w:rPr>
          <w:rFonts w:cs="Georgia"/>
          <w:kern w:val="1"/>
        </w:rPr>
        <w:t xml:space="preserve">. </w:t>
      </w:r>
      <w:r>
        <w:rPr>
          <w:rFonts w:cs="Georgia"/>
          <w:kern w:val="1"/>
        </w:rPr>
        <w:t>Jamais elle ne m</w:t>
      </w:r>
      <w:r w:rsidR="000E1451">
        <w:rPr>
          <w:rFonts w:cs="Georgia"/>
          <w:kern w:val="1"/>
        </w:rPr>
        <w:t>’</w:t>
      </w:r>
      <w:r>
        <w:rPr>
          <w:rFonts w:cs="Georgia"/>
          <w:kern w:val="1"/>
        </w:rPr>
        <w:t>avait paru si frêle</w:t>
      </w:r>
      <w:r w:rsidR="000E1451">
        <w:rPr>
          <w:rFonts w:cs="Georgia"/>
          <w:kern w:val="1"/>
        </w:rPr>
        <w:t xml:space="preserve">, </w:t>
      </w:r>
      <w:r>
        <w:rPr>
          <w:rFonts w:cs="Georgia"/>
          <w:kern w:val="1"/>
        </w:rPr>
        <w:t>si douce</w:t>
      </w:r>
      <w:r w:rsidR="000E1451">
        <w:rPr>
          <w:rFonts w:cs="Georgia"/>
          <w:kern w:val="1"/>
        </w:rPr>
        <w:t xml:space="preserve">, </w:t>
      </w:r>
      <w:r>
        <w:rPr>
          <w:rFonts w:cs="Georgia"/>
          <w:kern w:val="1"/>
        </w:rPr>
        <w:t>toute menue dans sa robe de deuil aux manchettes de dentelle blanche</w:t>
      </w:r>
      <w:r w:rsidR="000E1451">
        <w:rPr>
          <w:rFonts w:cs="Georgia"/>
          <w:kern w:val="1"/>
        </w:rPr>
        <w:t xml:space="preserve">. </w:t>
      </w:r>
      <w:r>
        <w:rPr>
          <w:rFonts w:cs="Georgia"/>
          <w:kern w:val="1"/>
        </w:rPr>
        <w:t>Ses paupières étaient baissées</w:t>
      </w:r>
      <w:r w:rsidR="000E1451">
        <w:rPr>
          <w:rFonts w:cs="Georgia"/>
          <w:kern w:val="1"/>
        </w:rPr>
        <w:t xml:space="preserve">. </w:t>
      </w:r>
      <w:r>
        <w:rPr>
          <w:rFonts w:cs="Georgia"/>
          <w:kern w:val="1"/>
        </w:rPr>
        <w:t>Ses doigts</w:t>
      </w:r>
      <w:r w:rsidR="000E1451">
        <w:rPr>
          <w:rFonts w:cs="Georgia"/>
          <w:kern w:val="1"/>
        </w:rPr>
        <w:t xml:space="preserve">, </w:t>
      </w:r>
      <w:r>
        <w:rPr>
          <w:rFonts w:cs="Georgia"/>
          <w:kern w:val="1"/>
        </w:rPr>
        <w:t>immobiles comme le reste de son corps</w:t>
      </w:r>
      <w:r w:rsidR="000E1451">
        <w:rPr>
          <w:rFonts w:cs="Georgia"/>
          <w:kern w:val="1"/>
        </w:rPr>
        <w:t xml:space="preserve">, </w:t>
      </w:r>
      <w:r>
        <w:rPr>
          <w:rFonts w:cs="Georgia"/>
          <w:kern w:val="1"/>
        </w:rPr>
        <w:t>restaient crispés sur les grains d</w:t>
      </w:r>
      <w:r w:rsidR="000E1451">
        <w:rPr>
          <w:rFonts w:cs="Georgia"/>
          <w:kern w:val="1"/>
        </w:rPr>
        <w:t>’</w:t>
      </w:r>
      <w:r>
        <w:rPr>
          <w:rFonts w:cs="Georgia"/>
          <w:kern w:val="1"/>
        </w:rPr>
        <w:t>ambre de son collier</w:t>
      </w:r>
      <w:r w:rsidR="000E1451">
        <w:rPr>
          <w:rFonts w:cs="Georgia"/>
          <w:kern w:val="1"/>
        </w:rPr>
        <w:t>.</w:t>
      </w:r>
    </w:p>
    <w:p w14:paraId="4749A5D0" w14:textId="77777777" w:rsidR="000E1451" w:rsidRDefault="000E1451" w:rsidP="00BE611A">
      <w:pPr>
        <w:rPr>
          <w:rFonts w:cs="Georgia"/>
          <w:kern w:val="1"/>
        </w:rPr>
      </w:pPr>
      <w:r>
        <w:rPr>
          <w:rFonts w:cs="Georgia"/>
          <w:kern w:val="1"/>
        </w:rPr>
        <w:t>— </w:t>
      </w:r>
      <w:r w:rsidR="00BE611A">
        <w:rPr>
          <w:rFonts w:cs="Georgia"/>
          <w:kern w:val="1"/>
        </w:rPr>
        <w:t>C</w:t>
      </w:r>
      <w:r>
        <w:rPr>
          <w:rFonts w:cs="Georgia"/>
          <w:kern w:val="1"/>
        </w:rPr>
        <w:t>’</w:t>
      </w:r>
      <w:r w:rsidR="00BE611A">
        <w:rPr>
          <w:rFonts w:cs="Georgia"/>
          <w:kern w:val="1"/>
        </w:rPr>
        <w:t>est la guerre</w:t>
      </w:r>
      <w:r>
        <w:rPr>
          <w:rFonts w:cs="Georgia"/>
          <w:kern w:val="1"/>
        </w:rPr>
        <w:t xml:space="preserve">, </w:t>
      </w:r>
      <w:r w:rsidR="00BE611A">
        <w:rPr>
          <w:rFonts w:cs="Georgia"/>
          <w:kern w:val="1"/>
        </w:rPr>
        <w:t>reprit-elle</w:t>
      </w:r>
      <w:r>
        <w:rPr>
          <w:rFonts w:cs="Georgia"/>
          <w:kern w:val="1"/>
        </w:rPr>
        <w:t xml:space="preserve">. </w:t>
      </w:r>
      <w:r w:rsidR="00BE611A">
        <w:rPr>
          <w:rFonts w:cs="Georgia"/>
          <w:kern w:val="1"/>
        </w:rPr>
        <w:t>Ce qui vient d</w:t>
      </w:r>
      <w:r>
        <w:rPr>
          <w:rFonts w:cs="Georgia"/>
          <w:kern w:val="1"/>
        </w:rPr>
        <w:t>’</w:t>
      </w:r>
      <w:r w:rsidR="00BE611A">
        <w:rPr>
          <w:rFonts w:cs="Georgia"/>
          <w:kern w:val="1"/>
        </w:rPr>
        <w:t>arriver devait arriver un jour</w:t>
      </w:r>
      <w:r>
        <w:rPr>
          <w:rFonts w:cs="Georgia"/>
          <w:kern w:val="1"/>
        </w:rPr>
        <w:t xml:space="preserve">, </w:t>
      </w:r>
      <w:r w:rsidR="00BE611A">
        <w:rPr>
          <w:rFonts w:cs="Georgia"/>
          <w:kern w:val="1"/>
        </w:rPr>
        <w:t>pour les uns ou pour les autres</w:t>
      </w:r>
      <w:r>
        <w:rPr>
          <w:rFonts w:cs="Georgia"/>
          <w:kern w:val="1"/>
        </w:rPr>
        <w:t>.</w:t>
      </w:r>
    </w:p>
    <w:p w14:paraId="6F6AEC49" w14:textId="77777777" w:rsidR="000E1451" w:rsidRDefault="00BE611A" w:rsidP="00BE611A">
      <w:pPr>
        <w:rPr>
          <w:rFonts w:cs="Georgia"/>
          <w:kern w:val="1"/>
        </w:rPr>
      </w:pPr>
      <w:r>
        <w:rPr>
          <w:rFonts w:cs="Georgia"/>
          <w:kern w:val="1"/>
        </w:rPr>
        <w:t>Je courbai le front avec une docilité morne</w:t>
      </w:r>
      <w:r w:rsidR="000E1451">
        <w:rPr>
          <w:rFonts w:cs="Georgia"/>
          <w:kern w:val="1"/>
        </w:rPr>
        <w:t>.</w:t>
      </w:r>
    </w:p>
    <w:p w14:paraId="73F7908C" w14:textId="77777777" w:rsidR="000E1451" w:rsidRDefault="000E1451" w:rsidP="00BE611A">
      <w:pPr>
        <w:rPr>
          <w:rFonts w:cs="Georgia"/>
          <w:kern w:val="1"/>
        </w:rPr>
      </w:pPr>
      <w:r>
        <w:rPr>
          <w:rFonts w:cs="Georgia"/>
          <w:kern w:val="1"/>
        </w:rPr>
        <w:t>— </w:t>
      </w:r>
      <w:r w:rsidR="00BE611A">
        <w:rPr>
          <w:rFonts w:cs="Georgia"/>
          <w:kern w:val="1"/>
        </w:rPr>
        <w:t>La paix sera signée plus vite</w:t>
      </w:r>
      <w:r>
        <w:rPr>
          <w:rFonts w:cs="Georgia"/>
          <w:kern w:val="1"/>
        </w:rPr>
        <w:t xml:space="preserve">, </w:t>
      </w:r>
      <w:r w:rsidR="00BE611A">
        <w:rPr>
          <w:rFonts w:cs="Georgia"/>
          <w:kern w:val="1"/>
        </w:rPr>
        <w:t>poursuivit-elle</w:t>
      </w:r>
      <w:r>
        <w:rPr>
          <w:rFonts w:cs="Georgia"/>
          <w:kern w:val="1"/>
        </w:rPr>
        <w:t>.</w:t>
      </w:r>
    </w:p>
    <w:p w14:paraId="7B713794" w14:textId="77777777" w:rsidR="000E1451" w:rsidRDefault="00BE611A" w:rsidP="00BE611A">
      <w:pPr>
        <w:rPr>
          <w:rFonts w:cs="Georgia"/>
          <w:kern w:val="1"/>
        </w:rPr>
      </w:pPr>
      <w:r>
        <w:rPr>
          <w:rFonts w:cs="Georgia"/>
          <w:kern w:val="1"/>
        </w:rPr>
        <w:t>Je me taisais</w:t>
      </w:r>
      <w:r w:rsidR="000E1451">
        <w:rPr>
          <w:rFonts w:cs="Georgia"/>
          <w:kern w:val="1"/>
        </w:rPr>
        <w:t xml:space="preserve">. </w:t>
      </w:r>
      <w:r>
        <w:rPr>
          <w:rFonts w:cs="Georgia"/>
          <w:kern w:val="1"/>
        </w:rPr>
        <w:t>Elle continua</w:t>
      </w:r>
      <w:r w:rsidR="000E1451">
        <w:rPr>
          <w:rFonts w:cs="Georgia"/>
          <w:kern w:val="1"/>
        </w:rPr>
        <w:t>.</w:t>
      </w:r>
    </w:p>
    <w:p w14:paraId="416E182F" w14:textId="77777777" w:rsidR="000E1451" w:rsidRDefault="000E1451" w:rsidP="00BE611A">
      <w:pPr>
        <w:rPr>
          <w:rFonts w:cs="Georgia"/>
          <w:kern w:val="1"/>
        </w:rPr>
      </w:pPr>
      <w:r>
        <w:rPr>
          <w:rFonts w:cs="Georgia"/>
          <w:kern w:val="1"/>
        </w:rPr>
        <w:lastRenderedPageBreak/>
        <w:t>— </w:t>
      </w:r>
      <w:r w:rsidR="00BE611A">
        <w:rPr>
          <w:rFonts w:cs="Georgia"/>
          <w:kern w:val="1"/>
        </w:rPr>
        <w:t>La paix</w:t>
      </w:r>
      <w:r>
        <w:rPr>
          <w:rFonts w:cs="Georgia"/>
          <w:kern w:val="1"/>
        </w:rPr>
        <w:t xml:space="preserve">, </w:t>
      </w:r>
      <w:r w:rsidR="00BE611A">
        <w:rPr>
          <w:rFonts w:cs="Georgia"/>
          <w:kern w:val="1"/>
        </w:rPr>
        <w:t>elle ne pouvait venir qu</w:t>
      </w:r>
      <w:r>
        <w:rPr>
          <w:rFonts w:cs="Georgia"/>
          <w:kern w:val="1"/>
        </w:rPr>
        <w:t>’</w:t>
      </w:r>
      <w:r w:rsidR="00BE611A">
        <w:rPr>
          <w:rFonts w:cs="Georgia"/>
          <w:kern w:val="1"/>
        </w:rPr>
        <w:t>ainsi</w:t>
      </w:r>
      <w:r>
        <w:rPr>
          <w:rFonts w:cs="Georgia"/>
          <w:kern w:val="1"/>
        </w:rPr>
        <w:t xml:space="preserve">. </w:t>
      </w:r>
      <w:r w:rsidR="00BE611A">
        <w:rPr>
          <w:rFonts w:cs="Georgia"/>
          <w:kern w:val="1"/>
        </w:rPr>
        <w:t>Ce sera pour vous la fin de vos souffrances</w:t>
      </w:r>
      <w:r>
        <w:rPr>
          <w:rFonts w:cs="Georgia"/>
          <w:kern w:val="1"/>
        </w:rPr>
        <w:t xml:space="preserve">. </w:t>
      </w:r>
      <w:r w:rsidR="00BE611A">
        <w:rPr>
          <w:rFonts w:cs="Georgia"/>
          <w:kern w:val="1"/>
        </w:rPr>
        <w:t>Quand la paix sera signée</w:t>
      </w:r>
      <w:r>
        <w:rPr>
          <w:rFonts w:cs="Georgia"/>
          <w:kern w:val="1"/>
        </w:rPr>
        <w:t xml:space="preserve">, </w:t>
      </w:r>
      <w:r w:rsidR="00BE611A">
        <w:rPr>
          <w:rFonts w:cs="Georgia"/>
          <w:kern w:val="1"/>
        </w:rPr>
        <w:t>vous rentrerez chez vous</w:t>
      </w:r>
      <w:r>
        <w:rPr>
          <w:rFonts w:cs="Georgia"/>
          <w:kern w:val="1"/>
        </w:rPr>
        <w:t xml:space="preserve">. </w:t>
      </w:r>
      <w:r w:rsidR="00BE611A">
        <w:rPr>
          <w:rFonts w:cs="Georgia"/>
          <w:kern w:val="1"/>
        </w:rPr>
        <w:t>Vous serez heureux</w:t>
      </w:r>
      <w:r>
        <w:rPr>
          <w:rFonts w:cs="Georgia"/>
          <w:kern w:val="1"/>
        </w:rPr>
        <w:t>.</w:t>
      </w:r>
    </w:p>
    <w:p w14:paraId="37A2A0CF" w14:textId="77777777" w:rsidR="000E1451" w:rsidRDefault="00BE611A" w:rsidP="00BE611A">
      <w:pPr>
        <w:rPr>
          <w:rFonts w:cs="Georgia"/>
          <w:kern w:val="1"/>
        </w:rPr>
      </w:pPr>
      <w:r>
        <w:rPr>
          <w:rFonts w:cs="Georgia"/>
          <w:kern w:val="1"/>
        </w:rPr>
        <w:t>Lentement</w:t>
      </w:r>
      <w:r w:rsidR="000E1451">
        <w:rPr>
          <w:rFonts w:cs="Georgia"/>
          <w:kern w:val="1"/>
        </w:rPr>
        <w:t xml:space="preserve">, </w:t>
      </w:r>
      <w:r>
        <w:rPr>
          <w:rFonts w:cs="Georgia"/>
          <w:kern w:val="1"/>
        </w:rPr>
        <w:t>elle répéta</w:t>
      </w:r>
      <w:r w:rsidR="000E1451">
        <w:rPr>
          <w:rFonts w:cs="Georgia"/>
          <w:kern w:val="1"/>
        </w:rPr>
        <w:t> :</w:t>
      </w:r>
    </w:p>
    <w:p w14:paraId="750007F4" w14:textId="77777777" w:rsidR="000E1451" w:rsidRDefault="000E1451" w:rsidP="00BE611A">
      <w:pPr>
        <w:rPr>
          <w:rFonts w:cs="Georgia"/>
          <w:kern w:val="1"/>
        </w:rPr>
      </w:pPr>
      <w:r>
        <w:rPr>
          <w:rFonts w:cs="Georgia"/>
          <w:kern w:val="1"/>
        </w:rPr>
        <w:t>— </w:t>
      </w:r>
      <w:r w:rsidR="00BE611A">
        <w:rPr>
          <w:rFonts w:cs="Georgia"/>
          <w:kern w:val="1"/>
        </w:rPr>
        <w:t>Vous serez heureux</w:t>
      </w:r>
      <w:r>
        <w:rPr>
          <w:rFonts w:cs="Georgia"/>
          <w:kern w:val="1"/>
        </w:rPr>
        <w:t>.</w:t>
      </w:r>
    </w:p>
    <w:p w14:paraId="1D3E04EB" w14:textId="77777777" w:rsidR="000E1451" w:rsidRDefault="00BE611A" w:rsidP="00BE611A">
      <w:pPr>
        <w:rPr>
          <w:rFonts w:cs="Georgia"/>
          <w:kern w:val="1"/>
        </w:rPr>
      </w:pPr>
      <w:r>
        <w:rPr>
          <w:rFonts w:cs="Georgia"/>
          <w:kern w:val="1"/>
        </w:rPr>
        <w:t>Je relevai la tête</w:t>
      </w:r>
      <w:r w:rsidR="000E1451">
        <w:rPr>
          <w:rFonts w:cs="Georgia"/>
          <w:kern w:val="1"/>
        </w:rPr>
        <w:t xml:space="preserve">, </w:t>
      </w:r>
      <w:r>
        <w:rPr>
          <w:rFonts w:cs="Georgia"/>
          <w:kern w:val="1"/>
        </w:rPr>
        <w:t>étonné de son insistance</w:t>
      </w:r>
      <w:r w:rsidR="000E1451">
        <w:rPr>
          <w:rFonts w:cs="Georgia"/>
          <w:kern w:val="1"/>
        </w:rPr>
        <w:t xml:space="preserve">. </w:t>
      </w:r>
      <w:r>
        <w:rPr>
          <w:rFonts w:cs="Georgia"/>
          <w:kern w:val="1"/>
        </w:rPr>
        <w:t>Mais la nuance d</w:t>
      </w:r>
      <w:r w:rsidR="000E1451">
        <w:rPr>
          <w:rFonts w:cs="Georgia"/>
          <w:kern w:val="1"/>
        </w:rPr>
        <w:t>’</w:t>
      </w:r>
      <w:r>
        <w:rPr>
          <w:rFonts w:cs="Georgia"/>
          <w:kern w:val="1"/>
        </w:rPr>
        <w:t>émotion que j</w:t>
      </w:r>
      <w:r w:rsidR="000E1451">
        <w:rPr>
          <w:rFonts w:cs="Georgia"/>
          <w:kern w:val="1"/>
        </w:rPr>
        <w:t>’</w:t>
      </w:r>
      <w:r>
        <w:rPr>
          <w:rFonts w:cs="Georgia"/>
          <w:kern w:val="1"/>
        </w:rPr>
        <w:t>avais cru saisir dans sa voix avait disparu</w:t>
      </w:r>
      <w:r w:rsidR="000E1451">
        <w:rPr>
          <w:rFonts w:cs="Georgia"/>
          <w:kern w:val="1"/>
        </w:rPr>
        <w:t xml:space="preserve">. </w:t>
      </w:r>
      <w:r>
        <w:rPr>
          <w:rFonts w:cs="Georgia"/>
          <w:kern w:val="1"/>
        </w:rPr>
        <w:t>Je n</w:t>
      </w:r>
      <w:r w:rsidR="000E1451">
        <w:rPr>
          <w:rFonts w:cs="Georgia"/>
          <w:kern w:val="1"/>
        </w:rPr>
        <w:t>’</w:t>
      </w:r>
      <w:r>
        <w:rPr>
          <w:rFonts w:cs="Georgia"/>
          <w:kern w:val="1"/>
        </w:rPr>
        <w:t>en découvrais en tout cas aucune trace sur son visage</w:t>
      </w:r>
      <w:r w:rsidR="000E1451">
        <w:rPr>
          <w:rFonts w:cs="Georgia"/>
          <w:kern w:val="1"/>
        </w:rPr>
        <w:t>.</w:t>
      </w:r>
    </w:p>
    <w:p w14:paraId="6F4F66C9" w14:textId="77777777" w:rsidR="000E1451" w:rsidRDefault="000E1451" w:rsidP="00BE611A">
      <w:pPr>
        <w:rPr>
          <w:rFonts w:cs="Georgia"/>
          <w:kern w:val="1"/>
        </w:rPr>
      </w:pPr>
      <w:r>
        <w:rPr>
          <w:rFonts w:cs="Georgia"/>
          <w:kern w:val="1"/>
        </w:rPr>
        <w:t>— </w:t>
      </w:r>
      <w:r w:rsidR="00BE611A">
        <w:rPr>
          <w:rFonts w:cs="Georgia"/>
          <w:kern w:val="1"/>
        </w:rPr>
        <w:t>Je vous laisse</w:t>
      </w:r>
      <w:r>
        <w:rPr>
          <w:rFonts w:cs="Georgia"/>
          <w:kern w:val="1"/>
        </w:rPr>
        <w:t xml:space="preserve">, </w:t>
      </w:r>
      <w:r w:rsidR="00BE611A">
        <w:rPr>
          <w:rFonts w:cs="Georgia"/>
          <w:kern w:val="1"/>
        </w:rPr>
        <w:t>dit-elle</w:t>
      </w:r>
      <w:r>
        <w:rPr>
          <w:rFonts w:cs="Georgia"/>
          <w:kern w:val="1"/>
        </w:rPr>
        <w:t>.</w:t>
      </w:r>
    </w:p>
    <w:p w14:paraId="54272ECB" w14:textId="77777777" w:rsidR="000E1451" w:rsidRDefault="00BE611A" w:rsidP="00BE611A">
      <w:pPr>
        <w:rPr>
          <w:rFonts w:cs="Georgia"/>
          <w:kern w:val="1"/>
        </w:rPr>
      </w:pPr>
      <w:r>
        <w:rPr>
          <w:rFonts w:cs="Georgia"/>
          <w:kern w:val="1"/>
        </w:rPr>
        <w:t>Maintenant</w:t>
      </w:r>
      <w:r w:rsidR="000E1451">
        <w:rPr>
          <w:rFonts w:cs="Georgia"/>
          <w:kern w:val="1"/>
        </w:rPr>
        <w:t xml:space="preserve">, </w:t>
      </w:r>
      <w:r>
        <w:rPr>
          <w:rFonts w:cs="Georgia"/>
          <w:kern w:val="1"/>
        </w:rPr>
        <w:t>elle était en train de lutter avec le manteau de cuir qu</w:t>
      </w:r>
      <w:r w:rsidR="000E1451">
        <w:rPr>
          <w:rFonts w:cs="Georgia"/>
          <w:kern w:val="1"/>
        </w:rPr>
        <w:t>’</w:t>
      </w:r>
      <w:r>
        <w:rPr>
          <w:rFonts w:cs="Georgia"/>
          <w:kern w:val="1"/>
        </w:rPr>
        <w:t>elle avait coutume de mettre tous les jours de pluie pour errer dans les environs</w:t>
      </w:r>
      <w:r w:rsidR="000E1451">
        <w:rPr>
          <w:rFonts w:cs="Georgia"/>
          <w:kern w:val="1"/>
        </w:rPr>
        <w:t xml:space="preserve">. </w:t>
      </w:r>
      <w:r>
        <w:rPr>
          <w:rFonts w:cs="Georgia"/>
          <w:kern w:val="1"/>
        </w:rPr>
        <w:t>Elle n</w:t>
      </w:r>
      <w:r w:rsidR="000E1451">
        <w:rPr>
          <w:rFonts w:cs="Georgia"/>
          <w:kern w:val="1"/>
        </w:rPr>
        <w:t>’</w:t>
      </w:r>
      <w:r>
        <w:rPr>
          <w:rFonts w:cs="Georgia"/>
          <w:kern w:val="1"/>
        </w:rPr>
        <w:t>arrivait pas à l</w:t>
      </w:r>
      <w:r w:rsidR="000E1451">
        <w:rPr>
          <w:rFonts w:cs="Georgia"/>
          <w:kern w:val="1"/>
        </w:rPr>
        <w:t>’</w:t>
      </w:r>
      <w:r>
        <w:rPr>
          <w:rFonts w:cs="Georgia"/>
          <w:kern w:val="1"/>
        </w:rPr>
        <w:t>endosser</w:t>
      </w:r>
      <w:r w:rsidR="000E1451">
        <w:rPr>
          <w:rFonts w:cs="Georgia"/>
          <w:kern w:val="1"/>
        </w:rPr>
        <w:t xml:space="preserve">. </w:t>
      </w:r>
      <w:r>
        <w:rPr>
          <w:rFonts w:cs="Georgia"/>
          <w:kern w:val="1"/>
        </w:rPr>
        <w:t>Machinalement</w:t>
      </w:r>
      <w:r w:rsidR="000E1451">
        <w:rPr>
          <w:rFonts w:cs="Georgia"/>
          <w:kern w:val="1"/>
        </w:rPr>
        <w:t xml:space="preserve">, </w:t>
      </w:r>
      <w:r>
        <w:rPr>
          <w:rFonts w:cs="Georgia"/>
          <w:kern w:val="1"/>
        </w:rPr>
        <w:t>sans me rendre compte de la familiarité de mon geste</w:t>
      </w:r>
      <w:r w:rsidR="000E1451">
        <w:rPr>
          <w:rFonts w:cs="Georgia"/>
          <w:kern w:val="1"/>
        </w:rPr>
        <w:t xml:space="preserve">, </w:t>
      </w:r>
      <w:r>
        <w:rPr>
          <w:rFonts w:cs="Georgia"/>
          <w:kern w:val="1"/>
        </w:rPr>
        <w:t>je l</w:t>
      </w:r>
      <w:r w:rsidR="000E1451">
        <w:rPr>
          <w:rFonts w:cs="Georgia"/>
          <w:kern w:val="1"/>
        </w:rPr>
        <w:t>’</w:t>
      </w:r>
      <w:r>
        <w:rPr>
          <w:rFonts w:cs="Georgia"/>
          <w:kern w:val="1"/>
        </w:rPr>
        <w:t>y aidai</w:t>
      </w:r>
      <w:r w:rsidR="000E1451">
        <w:rPr>
          <w:rFonts w:cs="Georgia"/>
          <w:kern w:val="1"/>
        </w:rPr>
        <w:t>.</w:t>
      </w:r>
    </w:p>
    <w:p w14:paraId="7E3B12A9" w14:textId="77777777" w:rsidR="000E1451" w:rsidRDefault="000E1451" w:rsidP="00BE611A">
      <w:pPr>
        <w:rPr>
          <w:rFonts w:cs="Georgia"/>
          <w:kern w:val="1"/>
        </w:rPr>
      </w:pPr>
      <w:r>
        <w:rPr>
          <w:rFonts w:cs="Georgia"/>
          <w:kern w:val="1"/>
        </w:rPr>
        <w:t>— </w:t>
      </w:r>
      <w:r w:rsidR="00BE611A">
        <w:rPr>
          <w:rFonts w:cs="Georgia"/>
          <w:kern w:val="1"/>
        </w:rPr>
        <w:t>Merci</w:t>
      </w:r>
      <w:r>
        <w:rPr>
          <w:rFonts w:cs="Georgia"/>
          <w:kern w:val="1"/>
        </w:rPr>
        <w:t>.</w:t>
      </w:r>
    </w:p>
    <w:p w14:paraId="3B47D355" w14:textId="77777777" w:rsidR="000E1451" w:rsidRDefault="00BE611A" w:rsidP="00BE611A">
      <w:pPr>
        <w:rPr>
          <w:rFonts w:cs="Georgia"/>
          <w:kern w:val="1"/>
        </w:rPr>
      </w:pPr>
      <w:r>
        <w:rPr>
          <w:rFonts w:cs="Georgia"/>
          <w:kern w:val="1"/>
        </w:rPr>
        <w:t>Au même instant</w:t>
      </w:r>
      <w:r w:rsidR="000E1451">
        <w:rPr>
          <w:rFonts w:cs="Georgia"/>
          <w:kern w:val="1"/>
        </w:rPr>
        <w:t xml:space="preserve">, </w:t>
      </w:r>
      <w:r>
        <w:rPr>
          <w:rFonts w:cs="Georgia"/>
          <w:kern w:val="1"/>
        </w:rPr>
        <w:t>une rafale vint fermer avec fracas la porte que j</w:t>
      </w:r>
      <w:r w:rsidR="000E1451">
        <w:rPr>
          <w:rFonts w:cs="Georgia"/>
          <w:kern w:val="1"/>
        </w:rPr>
        <w:t>’</w:t>
      </w:r>
      <w:r>
        <w:rPr>
          <w:rFonts w:cs="Georgia"/>
          <w:kern w:val="1"/>
        </w:rPr>
        <w:t>avais laissée ouverte</w:t>
      </w:r>
      <w:r w:rsidR="000E1451">
        <w:rPr>
          <w:rFonts w:cs="Georgia"/>
          <w:kern w:val="1"/>
        </w:rPr>
        <w:t xml:space="preserve">. </w:t>
      </w:r>
      <w:r>
        <w:rPr>
          <w:rFonts w:cs="Georgia"/>
          <w:kern w:val="1"/>
        </w:rPr>
        <w:t>Une grêle de sable s</w:t>
      </w:r>
      <w:r w:rsidR="000E1451">
        <w:rPr>
          <w:rFonts w:cs="Georgia"/>
          <w:kern w:val="1"/>
        </w:rPr>
        <w:t>’</w:t>
      </w:r>
      <w:r>
        <w:rPr>
          <w:rFonts w:cs="Georgia"/>
          <w:kern w:val="1"/>
        </w:rPr>
        <w:t>abattit sur les vitres</w:t>
      </w:r>
      <w:r w:rsidR="000E1451">
        <w:rPr>
          <w:rFonts w:cs="Georgia"/>
          <w:kern w:val="1"/>
        </w:rPr>
        <w:t>.</w:t>
      </w:r>
    </w:p>
    <w:p w14:paraId="4D833A1F" w14:textId="77777777" w:rsidR="000E1451" w:rsidRDefault="000E1451" w:rsidP="00BE611A">
      <w:pPr>
        <w:rPr>
          <w:rFonts w:cs="Georgia"/>
          <w:kern w:val="1"/>
        </w:rPr>
      </w:pPr>
      <w:r>
        <w:rPr>
          <w:rFonts w:cs="Georgia"/>
          <w:kern w:val="1"/>
        </w:rPr>
        <w:t>— </w:t>
      </w:r>
      <w:r w:rsidR="00BE611A">
        <w:rPr>
          <w:rFonts w:cs="Georgia"/>
          <w:kern w:val="1"/>
        </w:rPr>
        <w:t>Par un temps pareil</w:t>
      </w:r>
      <w:r>
        <w:rPr>
          <w:rFonts w:cs="Georgia"/>
          <w:kern w:val="1"/>
        </w:rPr>
        <w:t xml:space="preserve">, </w:t>
      </w:r>
      <w:r w:rsidR="00BE611A">
        <w:rPr>
          <w:rFonts w:cs="Georgia"/>
          <w:kern w:val="1"/>
        </w:rPr>
        <w:t>vous sortez</w:t>
      </w:r>
      <w:r>
        <w:rPr>
          <w:rFonts w:cs="Georgia"/>
          <w:kern w:val="1"/>
        </w:rPr>
        <w:t> !</w:t>
      </w:r>
    </w:p>
    <w:p w14:paraId="3E5993B9" w14:textId="77777777" w:rsidR="000E1451" w:rsidRDefault="00BE611A" w:rsidP="00BE611A">
      <w:pPr>
        <w:rPr>
          <w:rFonts w:cs="Georgia"/>
          <w:kern w:val="1"/>
        </w:rPr>
      </w:pPr>
      <w:r>
        <w:rPr>
          <w:rFonts w:cs="Georgia"/>
          <w:kern w:val="1"/>
        </w:rPr>
        <w:t>Elle haussa les épaules</w:t>
      </w:r>
      <w:r w:rsidR="000E1451">
        <w:rPr>
          <w:rFonts w:cs="Georgia"/>
          <w:kern w:val="1"/>
        </w:rPr>
        <w:t>.</w:t>
      </w:r>
    </w:p>
    <w:p w14:paraId="0D84FF98" w14:textId="77777777" w:rsidR="000E1451" w:rsidRDefault="000E1451" w:rsidP="00BE611A">
      <w:pPr>
        <w:rPr>
          <w:rFonts w:cs="Georgia"/>
          <w:kern w:val="1"/>
        </w:rPr>
      </w:pPr>
      <w:r>
        <w:rPr>
          <w:rFonts w:cs="Georgia"/>
          <w:kern w:val="1"/>
        </w:rPr>
        <w:t>— </w:t>
      </w:r>
      <w:r w:rsidR="00BE611A">
        <w:rPr>
          <w:rFonts w:cs="Georgia"/>
          <w:kern w:val="1"/>
        </w:rPr>
        <w:t>S</w:t>
      </w:r>
      <w:r>
        <w:rPr>
          <w:rFonts w:cs="Georgia"/>
          <w:kern w:val="1"/>
        </w:rPr>
        <w:t>’</w:t>
      </w:r>
      <w:r w:rsidR="00BE611A">
        <w:rPr>
          <w:rFonts w:cs="Georgia"/>
          <w:kern w:val="1"/>
        </w:rPr>
        <w:t>il fallait attendre qu</w:t>
      </w:r>
      <w:r>
        <w:rPr>
          <w:rFonts w:cs="Georgia"/>
          <w:kern w:val="1"/>
        </w:rPr>
        <w:t>’</w:t>
      </w:r>
      <w:r w:rsidR="00BE611A">
        <w:rPr>
          <w:rFonts w:cs="Georgia"/>
          <w:kern w:val="1"/>
        </w:rPr>
        <w:t>il fît beau</w:t>
      </w:r>
      <w:r>
        <w:rPr>
          <w:rFonts w:cs="Georgia"/>
          <w:kern w:val="1"/>
        </w:rPr>
        <w:t xml:space="preserve">, </w:t>
      </w:r>
      <w:r w:rsidR="00BE611A">
        <w:rPr>
          <w:rFonts w:cs="Georgia"/>
          <w:kern w:val="1"/>
        </w:rPr>
        <w:t>ici</w:t>
      </w:r>
      <w:r>
        <w:rPr>
          <w:rFonts w:cs="Georgia"/>
          <w:kern w:val="1"/>
        </w:rPr>
        <w:t xml:space="preserve">, </w:t>
      </w:r>
      <w:r w:rsidR="00BE611A">
        <w:rPr>
          <w:rFonts w:cs="Georgia"/>
          <w:kern w:val="1"/>
        </w:rPr>
        <w:t>dit-elle</w:t>
      </w:r>
      <w:r>
        <w:rPr>
          <w:rFonts w:cs="Georgia"/>
          <w:kern w:val="1"/>
        </w:rPr>
        <w:t xml:space="preserve">, </w:t>
      </w:r>
      <w:r w:rsidR="00BE611A">
        <w:rPr>
          <w:rFonts w:cs="Georgia"/>
          <w:kern w:val="1"/>
        </w:rPr>
        <w:t>on n</w:t>
      </w:r>
      <w:r>
        <w:rPr>
          <w:rFonts w:cs="Georgia"/>
          <w:kern w:val="1"/>
        </w:rPr>
        <w:t>’</w:t>
      </w:r>
      <w:r w:rsidR="00BE611A">
        <w:rPr>
          <w:rFonts w:cs="Georgia"/>
          <w:kern w:val="1"/>
        </w:rPr>
        <w:t>irait jamais se promener</w:t>
      </w:r>
      <w:r>
        <w:rPr>
          <w:rFonts w:cs="Georgia"/>
          <w:kern w:val="1"/>
        </w:rPr>
        <w:t xml:space="preserve">. </w:t>
      </w:r>
      <w:r w:rsidR="00BE611A">
        <w:rPr>
          <w:rFonts w:cs="Georgia"/>
          <w:kern w:val="1"/>
        </w:rPr>
        <w:t>Allons</w:t>
      </w:r>
      <w:r>
        <w:rPr>
          <w:rFonts w:cs="Georgia"/>
          <w:kern w:val="1"/>
        </w:rPr>
        <w:t xml:space="preserve">, </w:t>
      </w:r>
      <w:r w:rsidR="00BE611A">
        <w:rPr>
          <w:rFonts w:cs="Georgia"/>
          <w:kern w:val="1"/>
        </w:rPr>
        <w:t>au revoir</w:t>
      </w:r>
      <w:r>
        <w:rPr>
          <w:rFonts w:cs="Georgia"/>
          <w:kern w:val="1"/>
        </w:rPr>
        <w:t> !</w:t>
      </w:r>
    </w:p>
    <w:p w14:paraId="424E2676" w14:textId="77777777" w:rsidR="000E1451" w:rsidRDefault="00BE611A" w:rsidP="00BE611A">
      <w:pPr>
        <w:rPr>
          <w:rFonts w:cs="Georgia"/>
          <w:kern w:val="1"/>
        </w:rPr>
      </w:pPr>
      <w:r>
        <w:rPr>
          <w:rFonts w:cs="Georgia"/>
          <w:kern w:val="1"/>
        </w:rPr>
        <w:t>Une minute plus tard</w:t>
      </w:r>
      <w:r w:rsidR="000E1451">
        <w:rPr>
          <w:rFonts w:cs="Georgia"/>
          <w:kern w:val="1"/>
        </w:rPr>
        <w:t xml:space="preserve">, </w:t>
      </w:r>
      <w:r>
        <w:rPr>
          <w:rFonts w:cs="Georgia"/>
          <w:kern w:val="1"/>
        </w:rPr>
        <w:t>je l</w:t>
      </w:r>
      <w:r w:rsidR="000E1451">
        <w:rPr>
          <w:rFonts w:cs="Georgia"/>
          <w:kern w:val="1"/>
        </w:rPr>
        <w:t>’</w:t>
      </w:r>
      <w:r>
        <w:rPr>
          <w:rFonts w:cs="Georgia"/>
          <w:kern w:val="1"/>
        </w:rPr>
        <w:t>aperçus</w:t>
      </w:r>
      <w:r w:rsidR="000E1451">
        <w:rPr>
          <w:rFonts w:cs="Georgia"/>
          <w:kern w:val="1"/>
        </w:rPr>
        <w:t xml:space="preserve">, </w:t>
      </w:r>
      <w:r>
        <w:rPr>
          <w:rFonts w:cs="Georgia"/>
          <w:kern w:val="1"/>
        </w:rPr>
        <w:t>sautant de pierre en pierre</w:t>
      </w:r>
      <w:r w:rsidR="000E1451">
        <w:rPr>
          <w:rFonts w:cs="Georgia"/>
          <w:kern w:val="1"/>
        </w:rPr>
        <w:t xml:space="preserve">, </w:t>
      </w:r>
      <w:r>
        <w:rPr>
          <w:rFonts w:cs="Georgia"/>
          <w:kern w:val="1"/>
        </w:rPr>
        <w:t>sur la digue à demi démolie qui filait vers l</w:t>
      </w:r>
      <w:r w:rsidR="000E1451">
        <w:rPr>
          <w:rFonts w:cs="Georgia"/>
          <w:kern w:val="1"/>
        </w:rPr>
        <w:t>’</w:t>
      </w:r>
      <w:r>
        <w:rPr>
          <w:rFonts w:cs="Georgia"/>
          <w:kern w:val="1"/>
        </w:rPr>
        <w:t>Est au milieu des marais</w:t>
      </w:r>
      <w:r w:rsidR="000E1451">
        <w:rPr>
          <w:rFonts w:cs="Georgia"/>
          <w:kern w:val="1"/>
        </w:rPr>
        <w:t xml:space="preserve">. </w:t>
      </w:r>
      <w:r>
        <w:rPr>
          <w:rFonts w:cs="Georgia"/>
          <w:kern w:val="1"/>
        </w:rPr>
        <w:t>Puis sa silhouette disparut dans un tourbillon de poussière jaune</w:t>
      </w:r>
      <w:r w:rsidR="000E1451">
        <w:rPr>
          <w:rFonts w:cs="Georgia"/>
          <w:kern w:val="1"/>
        </w:rPr>
        <w:t xml:space="preserve">. </w:t>
      </w:r>
      <w:r>
        <w:rPr>
          <w:rFonts w:cs="Georgia"/>
          <w:kern w:val="1"/>
        </w:rPr>
        <w:t>Alors</w:t>
      </w:r>
      <w:r w:rsidR="000E1451">
        <w:rPr>
          <w:rFonts w:cs="Georgia"/>
          <w:kern w:val="1"/>
        </w:rPr>
        <w:t xml:space="preserve">, </w:t>
      </w:r>
      <w:r>
        <w:rPr>
          <w:rFonts w:cs="Georgia"/>
          <w:kern w:val="1"/>
        </w:rPr>
        <w:t>ma pensée</w:t>
      </w:r>
      <w:r w:rsidR="000E1451">
        <w:rPr>
          <w:rFonts w:cs="Georgia"/>
          <w:kern w:val="1"/>
        </w:rPr>
        <w:t xml:space="preserve">, </w:t>
      </w:r>
      <w:r>
        <w:rPr>
          <w:rFonts w:cs="Georgia"/>
          <w:kern w:val="1"/>
        </w:rPr>
        <w:lastRenderedPageBreak/>
        <w:t>l</w:t>
      </w:r>
      <w:r w:rsidR="000E1451">
        <w:rPr>
          <w:rFonts w:cs="Georgia"/>
          <w:kern w:val="1"/>
        </w:rPr>
        <w:t>’</w:t>
      </w:r>
      <w:r>
        <w:rPr>
          <w:rFonts w:cs="Georgia"/>
          <w:kern w:val="1"/>
        </w:rPr>
        <w:t>abandonnant un moment</w:t>
      </w:r>
      <w:r w:rsidR="000E1451">
        <w:rPr>
          <w:rFonts w:cs="Georgia"/>
          <w:kern w:val="1"/>
        </w:rPr>
        <w:t xml:space="preserve">, </w:t>
      </w:r>
      <w:r>
        <w:rPr>
          <w:rFonts w:cs="Georgia"/>
          <w:kern w:val="1"/>
        </w:rPr>
        <w:t>retourna aux événements dont nous venions de nous entretenir</w:t>
      </w:r>
      <w:r w:rsidR="000E1451">
        <w:rPr>
          <w:rFonts w:cs="Georgia"/>
          <w:kern w:val="1"/>
        </w:rPr>
        <w:t xml:space="preserve">. </w:t>
      </w:r>
      <w:r>
        <w:rPr>
          <w:rFonts w:cs="Georgia"/>
          <w:kern w:val="1"/>
        </w:rPr>
        <w:t>Cette fois</w:t>
      </w:r>
      <w:r w:rsidR="000E1451">
        <w:rPr>
          <w:rFonts w:cs="Georgia"/>
          <w:kern w:val="1"/>
        </w:rPr>
        <w:t xml:space="preserve">, </w:t>
      </w:r>
      <w:r>
        <w:rPr>
          <w:rFonts w:cs="Georgia"/>
          <w:kern w:val="1"/>
        </w:rPr>
        <w:t>il n</w:t>
      </w:r>
      <w:r w:rsidR="000E1451">
        <w:rPr>
          <w:rFonts w:cs="Georgia"/>
          <w:kern w:val="1"/>
        </w:rPr>
        <w:t>’</w:t>
      </w:r>
      <w:r>
        <w:rPr>
          <w:rFonts w:cs="Georgia"/>
          <w:kern w:val="1"/>
        </w:rPr>
        <w:t>y avait plus d</w:t>
      </w:r>
      <w:r w:rsidR="000E1451">
        <w:rPr>
          <w:rFonts w:cs="Georgia"/>
          <w:kern w:val="1"/>
        </w:rPr>
        <w:t>’</w:t>
      </w:r>
      <w:r>
        <w:rPr>
          <w:rFonts w:cs="Georgia"/>
          <w:kern w:val="1"/>
        </w:rPr>
        <w:t>illusion à avoir</w:t>
      </w:r>
      <w:r w:rsidR="000E1451">
        <w:rPr>
          <w:rFonts w:cs="Georgia"/>
          <w:kern w:val="1"/>
        </w:rPr>
        <w:t xml:space="preserve">, </w:t>
      </w:r>
      <w:r>
        <w:rPr>
          <w:rFonts w:cs="Georgia"/>
          <w:kern w:val="1"/>
        </w:rPr>
        <w:t>la fin approchait</w:t>
      </w:r>
      <w:r w:rsidR="000E1451">
        <w:rPr>
          <w:rFonts w:cs="Georgia"/>
          <w:kern w:val="1"/>
        </w:rPr>
        <w:t xml:space="preserve">, </w:t>
      </w:r>
      <w:r>
        <w:rPr>
          <w:rFonts w:cs="Georgia"/>
          <w:kern w:val="1"/>
        </w:rPr>
        <w:t>la Paix</w:t>
      </w:r>
      <w:r w:rsidR="000E1451">
        <w:rPr>
          <w:rFonts w:cs="Georgia"/>
          <w:kern w:val="1"/>
        </w:rPr>
        <w:t xml:space="preserve">, </w:t>
      </w:r>
      <w:r>
        <w:rPr>
          <w:rFonts w:cs="Georgia"/>
          <w:kern w:val="1"/>
        </w:rPr>
        <w:t>comme disait Axelle</w:t>
      </w:r>
      <w:r w:rsidR="000E1451">
        <w:rPr>
          <w:rFonts w:cs="Georgia"/>
          <w:kern w:val="1"/>
        </w:rPr>
        <w:t xml:space="preserve">. </w:t>
      </w:r>
      <w:r>
        <w:rPr>
          <w:rFonts w:cs="Georgia"/>
          <w:kern w:val="1"/>
        </w:rPr>
        <w:t>Quant à mon bonheur</w:t>
      </w:r>
      <w:r w:rsidR="000E1451">
        <w:rPr>
          <w:rFonts w:cs="Georgia"/>
          <w:kern w:val="1"/>
        </w:rPr>
        <w:t xml:space="preserve">, </w:t>
      </w:r>
      <w:r>
        <w:rPr>
          <w:rFonts w:cs="Georgia"/>
          <w:kern w:val="1"/>
        </w:rPr>
        <w:t>puisqu</w:t>
      </w:r>
      <w:r w:rsidR="000E1451">
        <w:rPr>
          <w:rFonts w:cs="Georgia"/>
          <w:kern w:val="1"/>
        </w:rPr>
        <w:t>’</w:t>
      </w:r>
      <w:r>
        <w:rPr>
          <w:rFonts w:cs="Georgia"/>
          <w:kern w:val="1"/>
        </w:rPr>
        <w:t>elle daignait s</w:t>
      </w:r>
      <w:r w:rsidR="000E1451">
        <w:rPr>
          <w:rFonts w:cs="Georgia"/>
          <w:kern w:val="1"/>
        </w:rPr>
        <w:t>’</w:t>
      </w:r>
      <w:r>
        <w:rPr>
          <w:rFonts w:cs="Georgia"/>
          <w:kern w:val="1"/>
        </w:rPr>
        <w:t>en inquiéter</w:t>
      </w:r>
      <w:r w:rsidR="000E1451">
        <w:rPr>
          <w:rFonts w:cs="Georgia"/>
          <w:kern w:val="1"/>
        </w:rPr>
        <w:t xml:space="preserve">, </w:t>
      </w:r>
      <w:r>
        <w:rPr>
          <w:rFonts w:cs="Georgia"/>
          <w:kern w:val="1"/>
        </w:rPr>
        <w:t>c</w:t>
      </w:r>
      <w:r w:rsidR="000E1451">
        <w:rPr>
          <w:rFonts w:cs="Georgia"/>
          <w:kern w:val="1"/>
        </w:rPr>
        <w:t>’</w:t>
      </w:r>
      <w:r>
        <w:rPr>
          <w:rFonts w:cs="Georgia"/>
          <w:kern w:val="1"/>
        </w:rPr>
        <w:t>était autre chose</w:t>
      </w:r>
      <w:r w:rsidR="000E1451">
        <w:rPr>
          <w:rFonts w:cs="Georgia"/>
          <w:kern w:val="1"/>
        </w:rPr>
        <w:t xml:space="preserve">. </w:t>
      </w:r>
      <w:r>
        <w:rPr>
          <w:rFonts w:cs="Georgia"/>
          <w:kern w:val="1"/>
        </w:rPr>
        <w:t>J</w:t>
      </w:r>
      <w:r w:rsidR="000E1451">
        <w:rPr>
          <w:rFonts w:cs="Georgia"/>
          <w:kern w:val="1"/>
        </w:rPr>
        <w:t>’</w:t>
      </w:r>
      <w:r>
        <w:rPr>
          <w:rFonts w:cs="Georgia"/>
          <w:kern w:val="1"/>
        </w:rPr>
        <w:t xml:space="preserve">aurais pu répondre à </w:t>
      </w:r>
      <w:r w:rsidR="000E1451">
        <w:rPr>
          <w:rFonts w:cs="Georgia"/>
          <w:kern w:val="1"/>
        </w:rPr>
        <w:t>M</w:t>
      </w:r>
      <w:r w:rsidR="000E1451" w:rsidRPr="000E1451">
        <w:rPr>
          <w:rFonts w:cs="Georgia"/>
          <w:kern w:val="1"/>
          <w:vertAlign w:val="superscript"/>
        </w:rPr>
        <w:t>lle</w:t>
      </w:r>
      <w:r w:rsidR="000E1451">
        <w:rPr>
          <w:rFonts w:cs="Georgia"/>
          <w:kern w:val="1"/>
        </w:rPr>
        <w:t> de </w:t>
      </w:r>
      <w:r>
        <w:rPr>
          <w:rFonts w:cs="Georgia"/>
          <w:kern w:val="1"/>
        </w:rPr>
        <w:t>Mirrbach qu</w:t>
      </w:r>
      <w:r w:rsidR="000E1451">
        <w:rPr>
          <w:rFonts w:cs="Georgia"/>
          <w:kern w:val="1"/>
        </w:rPr>
        <w:t>’</w:t>
      </w:r>
      <w:r>
        <w:rPr>
          <w:rFonts w:cs="Georgia"/>
          <w:kern w:val="1"/>
        </w:rPr>
        <w:t>il avait cessé de dépendre de l</w:t>
      </w:r>
      <w:r w:rsidR="000E1451">
        <w:rPr>
          <w:rFonts w:cs="Georgia"/>
          <w:kern w:val="1"/>
        </w:rPr>
        <w:t>’</w:t>
      </w:r>
      <w:r>
        <w:rPr>
          <w:rFonts w:cs="Georgia"/>
          <w:kern w:val="1"/>
        </w:rPr>
        <w:t>issue</w:t>
      </w:r>
      <w:r w:rsidR="000E1451">
        <w:rPr>
          <w:rFonts w:cs="Georgia"/>
          <w:kern w:val="1"/>
        </w:rPr>
        <w:t xml:space="preserve">, </w:t>
      </w:r>
      <w:r>
        <w:rPr>
          <w:rFonts w:cs="Georgia"/>
          <w:kern w:val="1"/>
        </w:rPr>
        <w:t>heureuse ou malheureuse</w:t>
      </w:r>
      <w:r w:rsidR="000E1451">
        <w:rPr>
          <w:rFonts w:cs="Georgia"/>
          <w:kern w:val="1"/>
        </w:rPr>
        <w:t xml:space="preserve">, </w:t>
      </w:r>
      <w:r>
        <w:rPr>
          <w:rFonts w:cs="Georgia"/>
          <w:kern w:val="1"/>
        </w:rPr>
        <w:t>des événements</w:t>
      </w:r>
      <w:r w:rsidR="000E1451">
        <w:rPr>
          <w:rFonts w:cs="Georgia"/>
          <w:kern w:val="1"/>
        </w:rPr>
        <w:t>.</w:t>
      </w:r>
    </w:p>
    <w:p w14:paraId="4B265834" w14:textId="77777777" w:rsidR="00BE611A" w:rsidRDefault="00BE611A" w:rsidP="00BE611A">
      <w:pPr>
        <w:rPr>
          <w:rFonts w:cs="Georgia"/>
          <w:kern w:val="1"/>
        </w:rPr>
      </w:pPr>
    </w:p>
    <w:p w14:paraId="1912ACD8" w14:textId="77777777" w:rsidR="000E1451" w:rsidRDefault="00BE611A" w:rsidP="00BE611A">
      <w:pPr>
        <w:rPr>
          <w:rFonts w:cs="Georgia"/>
          <w:kern w:val="1"/>
        </w:rPr>
      </w:pPr>
      <w:r>
        <w:rPr>
          <w:rFonts w:cs="Georgia"/>
          <w:kern w:val="1"/>
        </w:rPr>
        <w:t>Dans la soirée</w:t>
      </w:r>
      <w:r w:rsidR="000E1451">
        <w:rPr>
          <w:rFonts w:cs="Georgia"/>
          <w:kern w:val="1"/>
        </w:rPr>
        <w:t xml:space="preserve">, </w:t>
      </w:r>
      <w:r>
        <w:rPr>
          <w:rFonts w:cs="Georgia"/>
          <w:kern w:val="1"/>
        </w:rPr>
        <w:t>le soldat chargé de me reconduire au camp arriva plus tôt que de coutume</w:t>
      </w:r>
      <w:r w:rsidR="000E1451">
        <w:rPr>
          <w:rFonts w:cs="Georgia"/>
          <w:kern w:val="1"/>
        </w:rPr>
        <w:t xml:space="preserve">. </w:t>
      </w:r>
      <w:r>
        <w:rPr>
          <w:rFonts w:cs="Georgia"/>
          <w:kern w:val="1"/>
        </w:rPr>
        <w:t>La tempête sévissait avec tant de force que j</w:t>
      </w:r>
      <w:r w:rsidR="000E1451">
        <w:rPr>
          <w:rFonts w:cs="Georgia"/>
          <w:kern w:val="1"/>
        </w:rPr>
        <w:t>’</w:t>
      </w:r>
      <w:r>
        <w:rPr>
          <w:rFonts w:cs="Georgia"/>
          <w:kern w:val="1"/>
        </w:rPr>
        <w:t>avais eu un moment l</w:t>
      </w:r>
      <w:r w:rsidR="000E1451">
        <w:rPr>
          <w:rFonts w:cs="Georgia"/>
          <w:kern w:val="1"/>
        </w:rPr>
        <w:t>’</w:t>
      </w:r>
      <w:r>
        <w:rPr>
          <w:rFonts w:cs="Georgia"/>
          <w:kern w:val="1"/>
        </w:rPr>
        <w:t>espoir qu</w:t>
      </w:r>
      <w:r w:rsidR="000E1451">
        <w:rPr>
          <w:rFonts w:cs="Georgia"/>
          <w:kern w:val="1"/>
        </w:rPr>
        <w:t>’</w:t>
      </w:r>
      <w:r>
        <w:rPr>
          <w:rFonts w:cs="Georgia"/>
          <w:kern w:val="1"/>
        </w:rPr>
        <w:t>il ne viendrait pas</w:t>
      </w:r>
      <w:r w:rsidR="000E1451">
        <w:rPr>
          <w:rFonts w:cs="Georgia"/>
          <w:kern w:val="1"/>
        </w:rPr>
        <w:t xml:space="preserve">. </w:t>
      </w:r>
      <w:r>
        <w:rPr>
          <w:rFonts w:cs="Georgia"/>
          <w:kern w:val="1"/>
        </w:rPr>
        <w:t>C</w:t>
      </w:r>
      <w:r w:rsidR="000E1451">
        <w:rPr>
          <w:rFonts w:cs="Georgia"/>
          <w:kern w:val="1"/>
        </w:rPr>
        <w:t>’</w:t>
      </w:r>
      <w:r>
        <w:rPr>
          <w:rFonts w:cs="Georgia"/>
          <w:kern w:val="1"/>
        </w:rPr>
        <w:t>était mal connaître la rigidité des consignes du capitaine Elbing</w:t>
      </w:r>
      <w:r w:rsidR="000E1451">
        <w:rPr>
          <w:rFonts w:cs="Georgia"/>
          <w:kern w:val="1"/>
        </w:rPr>
        <w:t xml:space="preserve">. </w:t>
      </w:r>
      <w:r>
        <w:rPr>
          <w:rFonts w:cs="Georgia"/>
          <w:kern w:val="1"/>
        </w:rPr>
        <w:t>Crotté comme un barbet</w:t>
      </w:r>
      <w:r w:rsidR="000E1451">
        <w:rPr>
          <w:rFonts w:cs="Georgia"/>
          <w:kern w:val="1"/>
        </w:rPr>
        <w:t xml:space="preserve">, </w:t>
      </w:r>
      <w:r>
        <w:rPr>
          <w:rFonts w:cs="Georgia"/>
          <w:kern w:val="1"/>
        </w:rPr>
        <w:t>le pauvre diable sonna vers quatre heures à la porte du château</w:t>
      </w:r>
      <w:r w:rsidR="000E1451">
        <w:rPr>
          <w:rFonts w:cs="Georgia"/>
          <w:kern w:val="1"/>
        </w:rPr>
        <w:t xml:space="preserve">. </w:t>
      </w:r>
      <w:r>
        <w:rPr>
          <w:rFonts w:cs="Georgia"/>
          <w:kern w:val="1"/>
        </w:rPr>
        <w:t>Je haussai les épaules quand Gottlieb vint m</w:t>
      </w:r>
      <w:r w:rsidR="000E1451">
        <w:rPr>
          <w:rFonts w:cs="Georgia"/>
          <w:kern w:val="1"/>
        </w:rPr>
        <w:t>’</w:t>
      </w:r>
      <w:r>
        <w:rPr>
          <w:rFonts w:cs="Georgia"/>
          <w:kern w:val="1"/>
        </w:rPr>
        <w:t>avertir de son arrivée</w:t>
      </w:r>
      <w:r w:rsidR="000E1451">
        <w:rPr>
          <w:rFonts w:cs="Georgia"/>
          <w:kern w:val="1"/>
        </w:rPr>
        <w:t>.</w:t>
      </w:r>
    </w:p>
    <w:p w14:paraId="7C7D87CC" w14:textId="77777777" w:rsidR="000E1451" w:rsidRDefault="000E1451" w:rsidP="00BE611A">
      <w:pPr>
        <w:rPr>
          <w:rFonts w:cs="Georgia"/>
          <w:kern w:val="1"/>
        </w:rPr>
      </w:pPr>
      <w:r>
        <w:rPr>
          <w:rFonts w:cs="Georgia"/>
          <w:kern w:val="1"/>
        </w:rPr>
        <w:t>— </w:t>
      </w:r>
      <w:r w:rsidR="00BE611A">
        <w:rPr>
          <w:rFonts w:cs="Georgia"/>
          <w:kern w:val="1"/>
        </w:rPr>
        <w:t>Cette escorte quotidienne n</w:t>
      </w:r>
      <w:r>
        <w:rPr>
          <w:rFonts w:cs="Georgia"/>
          <w:kern w:val="1"/>
        </w:rPr>
        <w:t>’</w:t>
      </w:r>
      <w:r w:rsidR="00BE611A">
        <w:rPr>
          <w:rFonts w:cs="Georgia"/>
          <w:kern w:val="1"/>
        </w:rPr>
        <w:t>est-elle pas ridicule</w:t>
      </w:r>
      <w:r>
        <w:rPr>
          <w:rFonts w:cs="Georgia"/>
          <w:kern w:val="1"/>
        </w:rPr>
        <w:t xml:space="preserve"> ? </w:t>
      </w:r>
      <w:r w:rsidR="00BE611A">
        <w:rPr>
          <w:rFonts w:cs="Georgia"/>
          <w:kern w:val="1"/>
        </w:rPr>
        <w:t>dis-je avec humeur</w:t>
      </w:r>
      <w:r>
        <w:rPr>
          <w:rFonts w:cs="Georgia"/>
          <w:kern w:val="1"/>
        </w:rPr>
        <w:t xml:space="preserve">. </w:t>
      </w:r>
      <w:r w:rsidR="00BE611A">
        <w:rPr>
          <w:rFonts w:cs="Georgia"/>
          <w:kern w:val="1"/>
        </w:rPr>
        <w:t>Si je voulais me donner la peine de m</w:t>
      </w:r>
      <w:r>
        <w:rPr>
          <w:rFonts w:cs="Georgia"/>
          <w:kern w:val="1"/>
        </w:rPr>
        <w:t>’</w:t>
      </w:r>
      <w:r w:rsidR="00BE611A">
        <w:rPr>
          <w:rFonts w:cs="Georgia"/>
          <w:kern w:val="1"/>
        </w:rPr>
        <w:t>enfuir</w:t>
      </w:r>
      <w:r>
        <w:rPr>
          <w:rFonts w:cs="Georgia"/>
          <w:kern w:val="1"/>
        </w:rPr>
        <w:t xml:space="preserve">, </w:t>
      </w:r>
      <w:r w:rsidR="00BE611A">
        <w:rPr>
          <w:rFonts w:cs="Georgia"/>
          <w:kern w:val="1"/>
        </w:rPr>
        <w:t>croyez-vous que ce serait cet imbécile qui m</w:t>
      </w:r>
      <w:r>
        <w:rPr>
          <w:rFonts w:cs="Georgia"/>
          <w:kern w:val="1"/>
        </w:rPr>
        <w:t>’</w:t>
      </w:r>
      <w:r w:rsidR="00BE611A">
        <w:rPr>
          <w:rFonts w:cs="Georgia"/>
          <w:kern w:val="1"/>
        </w:rPr>
        <w:t>en empêcherait</w:t>
      </w:r>
      <w:r>
        <w:rPr>
          <w:rFonts w:cs="Georgia"/>
          <w:kern w:val="1"/>
        </w:rPr>
        <w:t> ?</w:t>
      </w:r>
    </w:p>
    <w:p w14:paraId="76CF9930" w14:textId="77777777" w:rsidR="000E1451" w:rsidRDefault="00BE611A" w:rsidP="00BE611A">
      <w:pPr>
        <w:rPr>
          <w:rFonts w:cs="Georgia"/>
          <w:kern w:val="1"/>
        </w:rPr>
      </w:pPr>
      <w:r>
        <w:rPr>
          <w:rFonts w:cs="Georgia"/>
          <w:kern w:val="1"/>
        </w:rPr>
        <w:t>Gottlieb hocha la tête</w:t>
      </w:r>
      <w:r w:rsidR="000E1451">
        <w:rPr>
          <w:rFonts w:cs="Georgia"/>
          <w:kern w:val="1"/>
        </w:rPr>
        <w:t xml:space="preserve">, </w:t>
      </w:r>
      <w:r>
        <w:rPr>
          <w:rFonts w:cs="Georgia"/>
          <w:kern w:val="1"/>
        </w:rPr>
        <w:t>embarrassé</w:t>
      </w:r>
      <w:r w:rsidR="000E1451">
        <w:rPr>
          <w:rFonts w:cs="Georgia"/>
          <w:kern w:val="1"/>
        </w:rPr>
        <w:t xml:space="preserve">. </w:t>
      </w:r>
      <w:r>
        <w:rPr>
          <w:rFonts w:cs="Georgia"/>
          <w:kern w:val="1"/>
        </w:rPr>
        <w:t>Il était pris entre son caporalisme naturel</w:t>
      </w:r>
      <w:r w:rsidR="000E1451">
        <w:rPr>
          <w:rFonts w:cs="Georgia"/>
          <w:kern w:val="1"/>
        </w:rPr>
        <w:t xml:space="preserve">, </w:t>
      </w:r>
      <w:r>
        <w:rPr>
          <w:rFonts w:cs="Georgia"/>
          <w:kern w:val="1"/>
        </w:rPr>
        <w:t>et la conviction qu</w:t>
      </w:r>
      <w:r w:rsidR="000E1451">
        <w:rPr>
          <w:rFonts w:cs="Georgia"/>
          <w:kern w:val="1"/>
        </w:rPr>
        <w:t>’</w:t>
      </w:r>
      <w:r>
        <w:rPr>
          <w:rFonts w:cs="Georgia"/>
          <w:kern w:val="1"/>
        </w:rPr>
        <w:t>un prisonnier si convenable</w:t>
      </w:r>
      <w:r w:rsidR="000E1451">
        <w:rPr>
          <w:rFonts w:cs="Georgia"/>
          <w:kern w:val="1"/>
        </w:rPr>
        <w:t xml:space="preserve">, </w:t>
      </w:r>
      <w:r>
        <w:rPr>
          <w:rFonts w:cs="Georgia"/>
          <w:kern w:val="1"/>
        </w:rPr>
        <w:t>un prisonnier qui donnait son sucre et son chocolat</w:t>
      </w:r>
      <w:r w:rsidR="000E1451">
        <w:rPr>
          <w:rFonts w:cs="Georgia"/>
          <w:kern w:val="1"/>
        </w:rPr>
        <w:t xml:space="preserve">, </w:t>
      </w:r>
      <w:r>
        <w:rPr>
          <w:rFonts w:cs="Georgia"/>
          <w:kern w:val="1"/>
        </w:rPr>
        <w:t>ne pouvait songer à s</w:t>
      </w:r>
      <w:r w:rsidR="000E1451">
        <w:rPr>
          <w:rFonts w:cs="Georgia"/>
          <w:kern w:val="1"/>
        </w:rPr>
        <w:t>’</w:t>
      </w:r>
      <w:r>
        <w:rPr>
          <w:rFonts w:cs="Georgia"/>
          <w:kern w:val="1"/>
        </w:rPr>
        <w:t>évader</w:t>
      </w:r>
      <w:r w:rsidR="000E1451">
        <w:rPr>
          <w:rFonts w:cs="Georgia"/>
          <w:kern w:val="1"/>
        </w:rPr>
        <w:t>.</w:t>
      </w:r>
    </w:p>
    <w:p w14:paraId="1534BEDA" w14:textId="77777777" w:rsidR="000E1451" w:rsidRDefault="000E1451" w:rsidP="00BE611A">
      <w:pPr>
        <w:rPr>
          <w:rFonts w:cs="Georgia"/>
          <w:kern w:val="1"/>
        </w:rPr>
      </w:pPr>
      <w:r>
        <w:rPr>
          <w:rFonts w:cs="Georgia"/>
          <w:kern w:val="1"/>
        </w:rPr>
        <w:t>— </w:t>
      </w:r>
      <w:r w:rsidR="00BE611A">
        <w:rPr>
          <w:rFonts w:cs="Georgia"/>
          <w:kern w:val="1"/>
        </w:rPr>
        <w:t>Il pleut moins</w:t>
      </w:r>
      <w:r>
        <w:rPr>
          <w:rFonts w:cs="Georgia"/>
          <w:kern w:val="1"/>
        </w:rPr>
        <w:t xml:space="preserve">, </w:t>
      </w:r>
      <w:r w:rsidR="00BE611A">
        <w:rPr>
          <w:rFonts w:cs="Georgia"/>
          <w:kern w:val="1"/>
        </w:rPr>
        <w:t>dit-il</w:t>
      </w:r>
      <w:r>
        <w:rPr>
          <w:rFonts w:cs="Georgia"/>
          <w:kern w:val="1"/>
        </w:rPr>
        <w:t xml:space="preserve">. </w:t>
      </w:r>
      <w:r w:rsidR="00BE611A">
        <w:rPr>
          <w:rFonts w:cs="Georgia"/>
          <w:kern w:val="1"/>
        </w:rPr>
        <w:t>Profitez-en pour vous en aller</w:t>
      </w:r>
      <w:r>
        <w:rPr>
          <w:rFonts w:cs="Georgia"/>
          <w:kern w:val="1"/>
        </w:rPr>
        <w:t xml:space="preserve">. </w:t>
      </w:r>
      <w:r w:rsidR="00BE611A">
        <w:rPr>
          <w:rFonts w:cs="Georgia"/>
          <w:kern w:val="1"/>
        </w:rPr>
        <w:t>Mademoiselle vous y autorise</w:t>
      </w:r>
      <w:r>
        <w:rPr>
          <w:rFonts w:cs="Georgia"/>
          <w:kern w:val="1"/>
        </w:rPr>
        <w:t>.</w:t>
      </w:r>
    </w:p>
    <w:p w14:paraId="238A60C7" w14:textId="77777777" w:rsidR="000E1451" w:rsidRDefault="00BE611A" w:rsidP="00BE611A">
      <w:pPr>
        <w:rPr>
          <w:rFonts w:cs="Georgia"/>
          <w:kern w:val="1"/>
        </w:rPr>
      </w:pPr>
      <w:r>
        <w:rPr>
          <w:rFonts w:cs="Georgia"/>
          <w:kern w:val="1"/>
        </w:rPr>
        <w:t>Je m</w:t>
      </w:r>
      <w:r w:rsidR="000E1451">
        <w:rPr>
          <w:rFonts w:cs="Georgia"/>
          <w:kern w:val="1"/>
        </w:rPr>
        <w:t>’</w:t>
      </w:r>
      <w:r>
        <w:rPr>
          <w:rFonts w:cs="Georgia"/>
          <w:kern w:val="1"/>
        </w:rPr>
        <w:t>obstinai à travailler une demi-heure encore</w:t>
      </w:r>
      <w:r w:rsidR="000E1451">
        <w:rPr>
          <w:rFonts w:cs="Georgia"/>
          <w:kern w:val="1"/>
        </w:rPr>
        <w:t xml:space="preserve">, </w:t>
      </w:r>
      <w:r>
        <w:rPr>
          <w:rFonts w:cs="Georgia"/>
          <w:kern w:val="1"/>
        </w:rPr>
        <w:t>avec l</w:t>
      </w:r>
      <w:r w:rsidR="000E1451">
        <w:rPr>
          <w:rFonts w:cs="Georgia"/>
          <w:kern w:val="1"/>
        </w:rPr>
        <w:t>’</w:t>
      </w:r>
      <w:r>
        <w:rPr>
          <w:rFonts w:cs="Georgia"/>
          <w:kern w:val="1"/>
        </w:rPr>
        <w:t>espoir de recevoir la visite d</w:t>
      </w:r>
      <w:r w:rsidR="000E1451">
        <w:rPr>
          <w:rFonts w:cs="Georgia"/>
          <w:kern w:val="1"/>
        </w:rPr>
        <w:t>’</w:t>
      </w:r>
      <w:r>
        <w:rPr>
          <w:rFonts w:cs="Georgia"/>
          <w:kern w:val="1"/>
        </w:rPr>
        <w:t>Axelle</w:t>
      </w:r>
      <w:r w:rsidR="000E1451">
        <w:rPr>
          <w:rFonts w:cs="Georgia"/>
          <w:kern w:val="1"/>
        </w:rPr>
        <w:t xml:space="preserve">. </w:t>
      </w:r>
      <w:r>
        <w:rPr>
          <w:rFonts w:cs="Georgia"/>
          <w:kern w:val="1"/>
        </w:rPr>
        <w:t>Mais elle était dans sa chambre</w:t>
      </w:r>
      <w:r w:rsidR="000E1451">
        <w:rPr>
          <w:rFonts w:cs="Georgia"/>
          <w:kern w:val="1"/>
        </w:rPr>
        <w:t xml:space="preserve">, </w:t>
      </w:r>
      <w:r>
        <w:rPr>
          <w:rFonts w:cs="Georgia"/>
          <w:kern w:val="1"/>
        </w:rPr>
        <w:t>invisible</w:t>
      </w:r>
      <w:r w:rsidR="000E1451">
        <w:rPr>
          <w:rFonts w:cs="Georgia"/>
          <w:kern w:val="1"/>
        </w:rPr>
        <w:t xml:space="preserve">. </w:t>
      </w:r>
      <w:r>
        <w:rPr>
          <w:rFonts w:cs="Georgia"/>
          <w:kern w:val="1"/>
        </w:rPr>
        <w:t>Je pris donc le parti de m</w:t>
      </w:r>
      <w:r w:rsidR="000E1451">
        <w:rPr>
          <w:rFonts w:cs="Georgia"/>
          <w:kern w:val="1"/>
        </w:rPr>
        <w:t>’</w:t>
      </w:r>
      <w:r>
        <w:rPr>
          <w:rFonts w:cs="Georgia"/>
          <w:kern w:val="1"/>
        </w:rPr>
        <w:t>engager avec mon landsturmien sur la voie du retour</w:t>
      </w:r>
      <w:r w:rsidR="000E1451">
        <w:rPr>
          <w:rFonts w:cs="Georgia"/>
          <w:kern w:val="1"/>
        </w:rPr>
        <w:t xml:space="preserve">. </w:t>
      </w:r>
      <w:r>
        <w:rPr>
          <w:rFonts w:cs="Georgia"/>
          <w:kern w:val="1"/>
        </w:rPr>
        <w:t>L</w:t>
      </w:r>
      <w:r w:rsidR="000E1451">
        <w:rPr>
          <w:rFonts w:cs="Georgia"/>
          <w:kern w:val="1"/>
        </w:rPr>
        <w:t>’</w:t>
      </w:r>
      <w:r>
        <w:rPr>
          <w:rFonts w:cs="Georgia"/>
          <w:kern w:val="1"/>
        </w:rPr>
        <w:t xml:space="preserve">orage avait </w:t>
      </w:r>
      <w:r>
        <w:rPr>
          <w:rFonts w:cs="Georgia"/>
          <w:kern w:val="1"/>
        </w:rPr>
        <w:lastRenderedPageBreak/>
        <w:t>bouleversé les dunes</w:t>
      </w:r>
      <w:r w:rsidR="000E1451">
        <w:rPr>
          <w:rFonts w:cs="Georgia"/>
          <w:kern w:val="1"/>
        </w:rPr>
        <w:t xml:space="preserve">. </w:t>
      </w:r>
      <w:r>
        <w:rPr>
          <w:rFonts w:cs="Georgia"/>
          <w:kern w:val="1"/>
        </w:rPr>
        <w:t>Des racines de sapins émergeaient de leurs flancs</w:t>
      </w:r>
      <w:r w:rsidR="000E1451">
        <w:rPr>
          <w:rFonts w:cs="Georgia"/>
          <w:kern w:val="1"/>
        </w:rPr>
        <w:t xml:space="preserve">, </w:t>
      </w:r>
      <w:r>
        <w:rPr>
          <w:rFonts w:cs="Georgia"/>
          <w:kern w:val="1"/>
        </w:rPr>
        <w:t>semblables à des ossements calcinés</w:t>
      </w:r>
      <w:r w:rsidR="000E1451">
        <w:rPr>
          <w:rFonts w:cs="Georgia"/>
          <w:kern w:val="1"/>
        </w:rPr>
        <w:t xml:space="preserve">. </w:t>
      </w:r>
      <w:r>
        <w:rPr>
          <w:rFonts w:cs="Georgia"/>
          <w:kern w:val="1"/>
        </w:rPr>
        <w:t>Le sable blême</w:t>
      </w:r>
      <w:r w:rsidR="000E1451">
        <w:rPr>
          <w:rFonts w:cs="Georgia"/>
          <w:kern w:val="1"/>
        </w:rPr>
        <w:t xml:space="preserve">, </w:t>
      </w:r>
      <w:r>
        <w:rPr>
          <w:rFonts w:cs="Georgia"/>
          <w:kern w:val="1"/>
        </w:rPr>
        <w:t>le ciel vert-de-gris qui se reflétait dans les flaques composaient un ensemble d</w:t>
      </w:r>
      <w:r w:rsidR="000E1451">
        <w:rPr>
          <w:rFonts w:cs="Georgia"/>
          <w:kern w:val="1"/>
        </w:rPr>
        <w:t>’</w:t>
      </w:r>
      <w:r>
        <w:rPr>
          <w:rFonts w:cs="Georgia"/>
          <w:kern w:val="1"/>
        </w:rPr>
        <w:t>une tristesse abominable</w:t>
      </w:r>
      <w:r w:rsidR="000E1451">
        <w:rPr>
          <w:rFonts w:cs="Georgia"/>
          <w:kern w:val="1"/>
        </w:rPr>
        <w:t xml:space="preserve">. </w:t>
      </w:r>
      <w:r>
        <w:rPr>
          <w:rFonts w:cs="Georgia"/>
          <w:kern w:val="1"/>
        </w:rPr>
        <w:t>Bien que marchant déjà fort vite</w:t>
      </w:r>
      <w:r w:rsidR="000E1451">
        <w:rPr>
          <w:rFonts w:cs="Georgia"/>
          <w:kern w:val="1"/>
        </w:rPr>
        <w:t xml:space="preserve">, </w:t>
      </w:r>
      <w:r>
        <w:rPr>
          <w:rFonts w:cs="Georgia"/>
          <w:kern w:val="1"/>
        </w:rPr>
        <w:t>nous hâtâmes le pas quand nous parvînmes en vue du creux de dune où l</w:t>
      </w:r>
      <w:r w:rsidR="000E1451">
        <w:rPr>
          <w:rFonts w:cs="Georgia"/>
          <w:kern w:val="1"/>
        </w:rPr>
        <w:t>’</w:t>
      </w:r>
      <w:r>
        <w:rPr>
          <w:rFonts w:cs="Georgia"/>
          <w:kern w:val="1"/>
        </w:rPr>
        <w:t>on enterrait les morts du camp</w:t>
      </w:r>
      <w:r w:rsidR="000E1451">
        <w:rPr>
          <w:rFonts w:cs="Georgia"/>
          <w:kern w:val="1"/>
        </w:rPr>
        <w:t>.</w:t>
      </w:r>
    </w:p>
    <w:p w14:paraId="0EAF72E2" w14:textId="77777777" w:rsidR="000E1451" w:rsidRDefault="00BE611A" w:rsidP="00BE611A">
      <w:pPr>
        <w:rPr>
          <w:rFonts w:cs="Georgia"/>
          <w:kern w:val="1"/>
        </w:rPr>
      </w:pPr>
      <w:r>
        <w:rPr>
          <w:rFonts w:cs="Georgia"/>
          <w:kern w:val="1"/>
        </w:rPr>
        <w:t>Mon baraquement était encore désert quand j</w:t>
      </w:r>
      <w:r w:rsidR="000E1451">
        <w:rPr>
          <w:rFonts w:cs="Georgia"/>
          <w:kern w:val="1"/>
        </w:rPr>
        <w:t>’</w:t>
      </w:r>
      <w:r>
        <w:rPr>
          <w:rFonts w:cs="Georgia"/>
          <w:kern w:val="1"/>
        </w:rPr>
        <w:t>y pénétrai</w:t>
      </w:r>
      <w:r w:rsidR="000E1451">
        <w:rPr>
          <w:rFonts w:cs="Georgia"/>
          <w:kern w:val="1"/>
        </w:rPr>
        <w:t xml:space="preserve">. </w:t>
      </w:r>
      <w:r>
        <w:rPr>
          <w:rFonts w:cs="Georgia"/>
          <w:kern w:val="1"/>
        </w:rPr>
        <w:t>Je m</w:t>
      </w:r>
      <w:r w:rsidR="000E1451">
        <w:rPr>
          <w:rFonts w:cs="Georgia"/>
          <w:kern w:val="1"/>
        </w:rPr>
        <w:t>’</w:t>
      </w:r>
      <w:r>
        <w:rPr>
          <w:rFonts w:cs="Georgia"/>
          <w:kern w:val="1"/>
        </w:rPr>
        <w:t>empressai de retirer ma capote et mes souliers trempés</w:t>
      </w:r>
      <w:r w:rsidR="000E1451">
        <w:rPr>
          <w:rFonts w:cs="Georgia"/>
          <w:kern w:val="1"/>
        </w:rPr>
        <w:t xml:space="preserve">. </w:t>
      </w:r>
      <w:r>
        <w:rPr>
          <w:rFonts w:cs="Georgia"/>
          <w:kern w:val="1"/>
        </w:rPr>
        <w:t>Presque en même temps</w:t>
      </w:r>
      <w:r w:rsidR="000E1451">
        <w:rPr>
          <w:rFonts w:cs="Georgia"/>
          <w:kern w:val="1"/>
        </w:rPr>
        <w:t xml:space="preserve">, </w:t>
      </w:r>
      <w:r>
        <w:rPr>
          <w:rFonts w:cs="Georgia"/>
          <w:kern w:val="1"/>
        </w:rPr>
        <w:t>mes camarades arrivèrent</w:t>
      </w:r>
      <w:r w:rsidR="000E1451">
        <w:rPr>
          <w:rFonts w:cs="Georgia"/>
          <w:kern w:val="1"/>
        </w:rPr>
        <w:t xml:space="preserve">. </w:t>
      </w:r>
      <w:r>
        <w:rPr>
          <w:rFonts w:cs="Georgia"/>
          <w:kern w:val="1"/>
        </w:rPr>
        <w:t>Je les vis surgir un à un</w:t>
      </w:r>
      <w:r w:rsidR="000E1451">
        <w:rPr>
          <w:rFonts w:cs="Georgia"/>
          <w:kern w:val="1"/>
        </w:rPr>
        <w:t xml:space="preserve">, </w:t>
      </w:r>
      <w:r>
        <w:rPr>
          <w:rFonts w:cs="Georgia"/>
          <w:kern w:val="1"/>
        </w:rPr>
        <w:t>courbés et boueux</w:t>
      </w:r>
      <w:r w:rsidR="000E1451">
        <w:rPr>
          <w:rFonts w:cs="Georgia"/>
          <w:kern w:val="1"/>
        </w:rPr>
        <w:t xml:space="preserve">, </w:t>
      </w:r>
      <w:r>
        <w:rPr>
          <w:rFonts w:cs="Georgia"/>
          <w:kern w:val="1"/>
        </w:rPr>
        <w:t>le regard éteint</w:t>
      </w:r>
      <w:r w:rsidR="000E1451">
        <w:rPr>
          <w:rFonts w:cs="Georgia"/>
          <w:kern w:val="1"/>
        </w:rPr>
        <w:t>.</w:t>
      </w:r>
    </w:p>
    <w:p w14:paraId="7BD7119A" w14:textId="77777777" w:rsidR="000E1451" w:rsidRDefault="000E1451" w:rsidP="00BE611A">
      <w:pPr>
        <w:rPr>
          <w:rFonts w:cs="Georgia"/>
          <w:kern w:val="1"/>
        </w:rPr>
      </w:pPr>
      <w:r>
        <w:rPr>
          <w:rFonts w:cs="Georgia"/>
          <w:kern w:val="1"/>
        </w:rPr>
        <w:t>— </w:t>
      </w:r>
      <w:r w:rsidR="00BE611A">
        <w:rPr>
          <w:rFonts w:cs="Georgia"/>
          <w:kern w:val="1"/>
        </w:rPr>
        <w:t>Ça a été dur aujourd</w:t>
      </w:r>
      <w:r>
        <w:rPr>
          <w:rFonts w:cs="Georgia"/>
          <w:kern w:val="1"/>
        </w:rPr>
        <w:t>’</w:t>
      </w:r>
      <w:r w:rsidR="00BE611A">
        <w:rPr>
          <w:rFonts w:cs="Georgia"/>
          <w:kern w:val="1"/>
        </w:rPr>
        <w:t>hui</w:t>
      </w:r>
      <w:r>
        <w:rPr>
          <w:rFonts w:cs="Georgia"/>
          <w:kern w:val="1"/>
        </w:rPr>
        <w:t xml:space="preserve"> ? </w:t>
      </w:r>
      <w:r w:rsidR="00BE611A">
        <w:rPr>
          <w:rFonts w:cs="Georgia"/>
          <w:kern w:val="1"/>
        </w:rPr>
        <w:t>demandai-je</w:t>
      </w:r>
      <w:r>
        <w:rPr>
          <w:rFonts w:cs="Georgia"/>
          <w:kern w:val="1"/>
        </w:rPr>
        <w:t>.</w:t>
      </w:r>
    </w:p>
    <w:p w14:paraId="04CB486B" w14:textId="77777777" w:rsidR="000E1451" w:rsidRDefault="000E1451" w:rsidP="00BE611A">
      <w:pPr>
        <w:rPr>
          <w:rFonts w:cs="Georgia"/>
          <w:kern w:val="1"/>
        </w:rPr>
      </w:pPr>
      <w:r>
        <w:rPr>
          <w:rFonts w:cs="Georgia"/>
          <w:kern w:val="1"/>
        </w:rPr>
        <w:t>— </w:t>
      </w:r>
      <w:r w:rsidR="00BE611A">
        <w:rPr>
          <w:rFonts w:cs="Georgia"/>
          <w:kern w:val="1"/>
        </w:rPr>
        <w:t>Tu peux le croire</w:t>
      </w:r>
      <w:r>
        <w:rPr>
          <w:rFonts w:cs="Georgia"/>
          <w:kern w:val="1"/>
        </w:rPr>
        <w:t xml:space="preserve"> ! </w:t>
      </w:r>
      <w:r w:rsidR="00BE611A">
        <w:rPr>
          <w:rFonts w:cs="Georgia"/>
          <w:kern w:val="1"/>
        </w:rPr>
        <w:t>murmura Vandaële</w:t>
      </w:r>
      <w:r>
        <w:rPr>
          <w:rFonts w:cs="Georgia"/>
          <w:kern w:val="1"/>
        </w:rPr>
        <w:t>.</w:t>
      </w:r>
    </w:p>
    <w:p w14:paraId="05A5F3F0" w14:textId="77777777" w:rsidR="000E1451" w:rsidRDefault="00BE611A" w:rsidP="00BE611A">
      <w:pPr>
        <w:rPr>
          <w:rFonts w:cs="Georgia"/>
          <w:kern w:val="1"/>
        </w:rPr>
      </w:pPr>
      <w:r>
        <w:rPr>
          <w:rFonts w:cs="Georgia"/>
          <w:kern w:val="1"/>
        </w:rPr>
        <w:t>Ils connaissaient la nouvelle de la défaite</w:t>
      </w:r>
      <w:r w:rsidR="000E1451">
        <w:rPr>
          <w:rFonts w:cs="Georgia"/>
          <w:kern w:val="1"/>
        </w:rPr>
        <w:t xml:space="preserve">. </w:t>
      </w:r>
      <w:r>
        <w:rPr>
          <w:rFonts w:cs="Georgia"/>
          <w:kern w:val="1"/>
        </w:rPr>
        <w:t>Ils la commentaient avec des phrases brèves et mornes</w:t>
      </w:r>
      <w:r w:rsidR="000E1451">
        <w:rPr>
          <w:rFonts w:cs="Georgia"/>
          <w:kern w:val="1"/>
        </w:rPr>
        <w:t>.</w:t>
      </w:r>
    </w:p>
    <w:p w14:paraId="4A8BE11B" w14:textId="77777777" w:rsidR="000E1451" w:rsidRDefault="000E1451" w:rsidP="00BE611A">
      <w:pPr>
        <w:rPr>
          <w:rFonts w:cs="Georgia"/>
          <w:kern w:val="1"/>
        </w:rPr>
      </w:pPr>
      <w:r>
        <w:rPr>
          <w:rFonts w:cs="Georgia"/>
          <w:kern w:val="1"/>
        </w:rPr>
        <w:t>— </w:t>
      </w:r>
      <w:r w:rsidR="00BE611A">
        <w:rPr>
          <w:rFonts w:cs="Georgia"/>
          <w:kern w:val="1"/>
        </w:rPr>
        <w:t>Regarde comme ils ont arrangé Audemard</w:t>
      </w:r>
      <w:r>
        <w:rPr>
          <w:rFonts w:cs="Georgia"/>
          <w:kern w:val="1"/>
        </w:rPr>
        <w:t xml:space="preserve">, </w:t>
      </w:r>
      <w:r w:rsidR="00BE611A">
        <w:rPr>
          <w:rFonts w:cs="Georgia"/>
          <w:kern w:val="1"/>
        </w:rPr>
        <w:t>me dit Guérin</w:t>
      </w:r>
      <w:r>
        <w:rPr>
          <w:rFonts w:cs="Georgia"/>
          <w:kern w:val="1"/>
        </w:rPr>
        <w:t>.</w:t>
      </w:r>
    </w:p>
    <w:p w14:paraId="73479502" w14:textId="77777777" w:rsidR="000E1451" w:rsidRDefault="00BE611A" w:rsidP="00BE611A">
      <w:pPr>
        <w:rPr>
          <w:rFonts w:cs="Georgia"/>
          <w:kern w:val="1"/>
        </w:rPr>
      </w:pPr>
      <w:r>
        <w:rPr>
          <w:rFonts w:cs="Georgia"/>
          <w:kern w:val="1"/>
        </w:rPr>
        <w:t>Je m</w:t>
      </w:r>
      <w:r w:rsidR="000E1451">
        <w:rPr>
          <w:rFonts w:cs="Georgia"/>
          <w:kern w:val="1"/>
        </w:rPr>
        <w:t>’</w:t>
      </w:r>
      <w:r>
        <w:rPr>
          <w:rFonts w:cs="Georgia"/>
          <w:kern w:val="1"/>
        </w:rPr>
        <w:t>approchai de la paillasse où Audemard venait de s</w:t>
      </w:r>
      <w:r w:rsidR="000E1451">
        <w:rPr>
          <w:rFonts w:cs="Georgia"/>
          <w:kern w:val="1"/>
        </w:rPr>
        <w:t>’</w:t>
      </w:r>
      <w:r>
        <w:rPr>
          <w:rFonts w:cs="Georgia"/>
          <w:kern w:val="1"/>
        </w:rPr>
        <w:t>affaler</w:t>
      </w:r>
      <w:r w:rsidR="000E1451">
        <w:rPr>
          <w:rFonts w:cs="Georgia"/>
          <w:kern w:val="1"/>
        </w:rPr>
        <w:t xml:space="preserve">. </w:t>
      </w:r>
      <w:r>
        <w:rPr>
          <w:rFonts w:cs="Georgia"/>
          <w:kern w:val="1"/>
        </w:rPr>
        <w:t>Un de ses yeux disparaissait sous une énorme loupe violette</w:t>
      </w:r>
      <w:r w:rsidR="000E1451">
        <w:rPr>
          <w:rFonts w:cs="Georgia"/>
          <w:kern w:val="1"/>
        </w:rPr>
        <w:t xml:space="preserve">. </w:t>
      </w:r>
      <w:r>
        <w:rPr>
          <w:rFonts w:cs="Georgia"/>
          <w:kern w:val="1"/>
        </w:rPr>
        <w:t>Un coup de matraque</w:t>
      </w:r>
      <w:r w:rsidR="000E1451">
        <w:rPr>
          <w:rFonts w:cs="Georgia"/>
          <w:kern w:val="1"/>
        </w:rPr>
        <w:t xml:space="preserve">, </w:t>
      </w:r>
      <w:r>
        <w:rPr>
          <w:rFonts w:cs="Georgia"/>
          <w:kern w:val="1"/>
        </w:rPr>
        <w:t>sans doute</w:t>
      </w:r>
      <w:r w:rsidR="000E1451">
        <w:rPr>
          <w:rFonts w:cs="Georgia"/>
          <w:kern w:val="1"/>
        </w:rPr>
        <w:t>.</w:t>
      </w:r>
    </w:p>
    <w:p w14:paraId="1C2C6384" w14:textId="77777777" w:rsidR="000E1451" w:rsidRDefault="000E1451" w:rsidP="00BE611A">
      <w:pPr>
        <w:rPr>
          <w:rFonts w:cs="Georgia"/>
          <w:kern w:val="1"/>
        </w:rPr>
      </w:pPr>
      <w:r>
        <w:rPr>
          <w:rFonts w:cs="Georgia"/>
          <w:kern w:val="1"/>
        </w:rPr>
        <w:t>— </w:t>
      </w:r>
      <w:r w:rsidR="00BE611A">
        <w:rPr>
          <w:rFonts w:cs="Georgia"/>
          <w:kern w:val="1"/>
        </w:rPr>
        <w:t>Les porcs</w:t>
      </w:r>
      <w:r>
        <w:rPr>
          <w:rFonts w:cs="Georgia"/>
          <w:kern w:val="1"/>
        </w:rPr>
        <w:t xml:space="preserve"> ! </w:t>
      </w:r>
      <w:r w:rsidR="00BE611A">
        <w:rPr>
          <w:rFonts w:cs="Georgia"/>
          <w:kern w:val="1"/>
        </w:rPr>
        <w:t>dit Sylvestre</w:t>
      </w:r>
      <w:r>
        <w:rPr>
          <w:rFonts w:cs="Georgia"/>
          <w:kern w:val="1"/>
        </w:rPr>
        <w:t xml:space="preserve">. </w:t>
      </w:r>
      <w:r w:rsidR="00BE611A">
        <w:rPr>
          <w:rFonts w:cs="Georgia"/>
          <w:kern w:val="1"/>
        </w:rPr>
        <w:t>J</w:t>
      </w:r>
      <w:r>
        <w:rPr>
          <w:rFonts w:cs="Georgia"/>
          <w:kern w:val="1"/>
        </w:rPr>
        <w:t>’</w:t>
      </w:r>
      <w:r w:rsidR="00BE611A">
        <w:rPr>
          <w:rFonts w:cs="Georgia"/>
          <w:kern w:val="1"/>
        </w:rPr>
        <w:t>ai failli en attraper autant</w:t>
      </w:r>
      <w:r>
        <w:rPr>
          <w:rFonts w:cs="Georgia"/>
          <w:kern w:val="1"/>
        </w:rPr>
        <w:t xml:space="preserve">. </w:t>
      </w:r>
      <w:r w:rsidR="00BE611A">
        <w:rPr>
          <w:rFonts w:cs="Georgia"/>
          <w:kern w:val="1"/>
        </w:rPr>
        <w:t>Heureusement</w:t>
      </w:r>
      <w:r>
        <w:rPr>
          <w:rFonts w:cs="Georgia"/>
          <w:kern w:val="1"/>
        </w:rPr>
        <w:t xml:space="preserve">, </w:t>
      </w:r>
      <w:r w:rsidR="00BE611A">
        <w:rPr>
          <w:rFonts w:cs="Georgia"/>
          <w:kern w:val="1"/>
        </w:rPr>
        <w:t>j</w:t>
      </w:r>
      <w:r>
        <w:rPr>
          <w:rFonts w:cs="Georgia"/>
          <w:kern w:val="1"/>
        </w:rPr>
        <w:t>’</w:t>
      </w:r>
      <w:r w:rsidR="00BE611A">
        <w:rPr>
          <w:rFonts w:cs="Georgia"/>
          <w:kern w:val="1"/>
        </w:rPr>
        <w:t>ai baissé la tête</w:t>
      </w:r>
      <w:r>
        <w:rPr>
          <w:rFonts w:cs="Georgia"/>
          <w:kern w:val="1"/>
        </w:rPr>
        <w:t>.</w:t>
      </w:r>
    </w:p>
    <w:p w14:paraId="6DF2871B" w14:textId="77777777" w:rsidR="000E1451" w:rsidRDefault="00BE611A" w:rsidP="00BE611A">
      <w:pPr>
        <w:rPr>
          <w:rFonts w:cs="Georgia"/>
          <w:kern w:val="1"/>
        </w:rPr>
      </w:pPr>
      <w:r>
        <w:rPr>
          <w:rFonts w:cs="Georgia"/>
          <w:kern w:val="1"/>
        </w:rPr>
        <w:t>Je saisis le bras d</w:t>
      </w:r>
      <w:r w:rsidR="000E1451">
        <w:rPr>
          <w:rFonts w:cs="Georgia"/>
          <w:kern w:val="1"/>
        </w:rPr>
        <w:t>’</w:t>
      </w:r>
      <w:r>
        <w:rPr>
          <w:rFonts w:cs="Georgia"/>
          <w:kern w:val="1"/>
        </w:rPr>
        <w:t>Audemard</w:t>
      </w:r>
      <w:r w:rsidR="000E1451">
        <w:rPr>
          <w:rFonts w:cs="Georgia"/>
          <w:kern w:val="1"/>
        </w:rPr>
        <w:t>.</w:t>
      </w:r>
    </w:p>
    <w:p w14:paraId="0C3613F1" w14:textId="77777777" w:rsidR="000E1451" w:rsidRDefault="000E1451" w:rsidP="00BE611A">
      <w:pPr>
        <w:rPr>
          <w:rFonts w:cs="Georgia"/>
          <w:kern w:val="1"/>
        </w:rPr>
      </w:pPr>
      <w:r>
        <w:rPr>
          <w:rFonts w:cs="Georgia"/>
          <w:kern w:val="1"/>
        </w:rPr>
        <w:t>— </w:t>
      </w:r>
      <w:r w:rsidR="00BE611A">
        <w:rPr>
          <w:rFonts w:cs="Georgia"/>
          <w:kern w:val="1"/>
        </w:rPr>
        <w:t>Tu ne vas pas rester ainsi</w:t>
      </w:r>
      <w:r>
        <w:rPr>
          <w:rFonts w:cs="Georgia"/>
          <w:kern w:val="1"/>
        </w:rPr>
        <w:t xml:space="preserve">. </w:t>
      </w:r>
      <w:r w:rsidR="00BE611A">
        <w:rPr>
          <w:rFonts w:cs="Georgia"/>
          <w:kern w:val="1"/>
        </w:rPr>
        <w:t>Viens avec moi à l</w:t>
      </w:r>
      <w:r>
        <w:rPr>
          <w:rFonts w:cs="Georgia"/>
          <w:kern w:val="1"/>
        </w:rPr>
        <w:t>’</w:t>
      </w:r>
      <w:r w:rsidR="00BE611A">
        <w:rPr>
          <w:rFonts w:cs="Georgia"/>
          <w:kern w:val="1"/>
        </w:rPr>
        <w:t>infirmerie</w:t>
      </w:r>
      <w:r>
        <w:rPr>
          <w:rFonts w:cs="Georgia"/>
          <w:kern w:val="1"/>
        </w:rPr>
        <w:t>.</w:t>
      </w:r>
    </w:p>
    <w:p w14:paraId="11A7C538" w14:textId="77777777" w:rsidR="000E1451" w:rsidRDefault="00BE611A" w:rsidP="00BE611A">
      <w:pPr>
        <w:rPr>
          <w:rFonts w:cs="Georgia"/>
          <w:kern w:val="1"/>
        </w:rPr>
      </w:pPr>
      <w:r>
        <w:rPr>
          <w:rFonts w:cs="Georgia"/>
          <w:kern w:val="1"/>
        </w:rPr>
        <w:t>Il me jeta un regard sombre</w:t>
      </w:r>
      <w:r w:rsidR="000E1451">
        <w:rPr>
          <w:rFonts w:cs="Georgia"/>
          <w:kern w:val="1"/>
        </w:rPr>
        <w:t>.</w:t>
      </w:r>
    </w:p>
    <w:p w14:paraId="6C459F73" w14:textId="77777777" w:rsidR="000E1451" w:rsidRDefault="000E1451" w:rsidP="00BE611A">
      <w:pPr>
        <w:rPr>
          <w:rFonts w:cs="Georgia"/>
          <w:kern w:val="1"/>
        </w:rPr>
      </w:pPr>
      <w:r>
        <w:rPr>
          <w:rFonts w:cs="Georgia"/>
          <w:kern w:val="1"/>
        </w:rPr>
        <w:lastRenderedPageBreak/>
        <w:t>— </w:t>
      </w:r>
      <w:r w:rsidR="00BE611A">
        <w:rPr>
          <w:rFonts w:cs="Georgia"/>
          <w:kern w:val="1"/>
        </w:rPr>
        <w:t>Plutôt crever que de leur demander quelque chose</w:t>
      </w:r>
      <w:r>
        <w:rPr>
          <w:rFonts w:cs="Georgia"/>
          <w:kern w:val="1"/>
        </w:rPr>
        <w:t xml:space="preserve">, </w:t>
      </w:r>
      <w:r w:rsidR="00BE611A">
        <w:rPr>
          <w:rFonts w:cs="Georgia"/>
          <w:kern w:val="1"/>
        </w:rPr>
        <w:t>fit-il</w:t>
      </w:r>
      <w:r>
        <w:rPr>
          <w:rFonts w:cs="Georgia"/>
          <w:kern w:val="1"/>
        </w:rPr>
        <w:t>.</w:t>
      </w:r>
    </w:p>
    <w:p w14:paraId="46030220" w14:textId="77777777" w:rsidR="000E1451" w:rsidRDefault="00BE611A" w:rsidP="00BE611A">
      <w:pPr>
        <w:rPr>
          <w:rFonts w:cs="Georgia"/>
          <w:kern w:val="1"/>
        </w:rPr>
      </w:pPr>
      <w:r>
        <w:rPr>
          <w:rFonts w:cs="Georgia"/>
          <w:kern w:val="1"/>
        </w:rPr>
        <w:t>Âprement</w:t>
      </w:r>
      <w:r w:rsidR="000E1451">
        <w:rPr>
          <w:rFonts w:cs="Georgia"/>
          <w:kern w:val="1"/>
        </w:rPr>
        <w:t xml:space="preserve">, </w:t>
      </w:r>
      <w:r>
        <w:rPr>
          <w:rFonts w:cs="Georgia"/>
          <w:kern w:val="1"/>
        </w:rPr>
        <w:t>il poursuivit</w:t>
      </w:r>
      <w:r w:rsidR="000E1451">
        <w:rPr>
          <w:rFonts w:cs="Georgia"/>
          <w:kern w:val="1"/>
        </w:rPr>
        <w:t>.</w:t>
      </w:r>
    </w:p>
    <w:p w14:paraId="7C756F7F" w14:textId="77777777" w:rsidR="000E1451" w:rsidRDefault="000E1451" w:rsidP="00BE611A">
      <w:pPr>
        <w:rPr>
          <w:rFonts w:cs="Georgia"/>
          <w:kern w:val="1"/>
        </w:rPr>
      </w:pPr>
      <w:r>
        <w:rPr>
          <w:rFonts w:cs="Georgia"/>
          <w:kern w:val="1"/>
        </w:rPr>
        <w:t>— </w:t>
      </w:r>
      <w:r w:rsidR="00BE611A">
        <w:rPr>
          <w:rFonts w:cs="Georgia"/>
          <w:kern w:val="1"/>
        </w:rPr>
        <w:t>Oui</w:t>
      </w:r>
      <w:r>
        <w:rPr>
          <w:rFonts w:cs="Georgia"/>
          <w:kern w:val="1"/>
        </w:rPr>
        <w:t xml:space="preserve">, </w:t>
      </w:r>
      <w:r w:rsidR="00BE611A">
        <w:rPr>
          <w:rFonts w:cs="Georgia"/>
          <w:kern w:val="1"/>
        </w:rPr>
        <w:t>plutôt crever</w:t>
      </w:r>
      <w:r>
        <w:rPr>
          <w:rFonts w:cs="Georgia"/>
          <w:kern w:val="1"/>
        </w:rPr>
        <w:t xml:space="preserve"> ! </w:t>
      </w:r>
      <w:r w:rsidR="00BE611A">
        <w:rPr>
          <w:rFonts w:cs="Georgia"/>
          <w:kern w:val="1"/>
        </w:rPr>
        <w:t>Mais auparavant</w:t>
      </w:r>
      <w:r>
        <w:rPr>
          <w:rFonts w:cs="Georgia"/>
          <w:kern w:val="1"/>
        </w:rPr>
        <w:t xml:space="preserve">, </w:t>
      </w:r>
      <w:r w:rsidR="00BE611A">
        <w:rPr>
          <w:rFonts w:cs="Georgia"/>
          <w:kern w:val="1"/>
        </w:rPr>
        <w:t>il ne sera pas dit que je n</w:t>
      </w:r>
      <w:r>
        <w:rPr>
          <w:rFonts w:cs="Georgia"/>
          <w:kern w:val="1"/>
        </w:rPr>
        <w:t>’</w:t>
      </w:r>
      <w:r w:rsidR="00BE611A">
        <w:rPr>
          <w:rFonts w:cs="Georgia"/>
          <w:kern w:val="1"/>
        </w:rPr>
        <w:t>aurai pas essayé de mettre les voiles</w:t>
      </w:r>
      <w:r>
        <w:rPr>
          <w:rFonts w:cs="Georgia"/>
          <w:kern w:val="1"/>
        </w:rPr>
        <w:t>.</w:t>
      </w:r>
    </w:p>
    <w:p w14:paraId="40434E3A" w14:textId="77777777" w:rsidR="000E1451" w:rsidRDefault="000E1451" w:rsidP="00BE611A">
      <w:pPr>
        <w:rPr>
          <w:rFonts w:cs="Georgia"/>
          <w:kern w:val="1"/>
        </w:rPr>
      </w:pPr>
      <w:r>
        <w:rPr>
          <w:rFonts w:cs="Georgia"/>
          <w:kern w:val="1"/>
        </w:rPr>
        <w:t>— </w:t>
      </w:r>
      <w:r w:rsidR="00BE611A">
        <w:rPr>
          <w:rFonts w:cs="Georgia"/>
          <w:kern w:val="1"/>
        </w:rPr>
        <w:t>Ça y est</w:t>
      </w:r>
      <w:r>
        <w:rPr>
          <w:rFonts w:cs="Georgia"/>
          <w:kern w:val="1"/>
        </w:rPr>
        <w:t xml:space="preserve"> ! </w:t>
      </w:r>
      <w:r w:rsidR="00BE611A">
        <w:rPr>
          <w:rFonts w:cs="Georgia"/>
          <w:kern w:val="1"/>
        </w:rPr>
        <w:t>pleurnicha l</w:t>
      </w:r>
      <w:r>
        <w:rPr>
          <w:rFonts w:cs="Georgia"/>
          <w:kern w:val="1"/>
        </w:rPr>
        <w:t>’</w:t>
      </w:r>
      <w:r w:rsidR="00BE611A">
        <w:rPr>
          <w:rFonts w:cs="Georgia"/>
          <w:kern w:val="1"/>
        </w:rPr>
        <w:t>adjudant Claverie</w:t>
      </w:r>
      <w:r>
        <w:rPr>
          <w:rFonts w:cs="Georgia"/>
          <w:kern w:val="1"/>
        </w:rPr>
        <w:t>.</w:t>
      </w:r>
    </w:p>
    <w:p w14:paraId="711CE0E8" w14:textId="77777777" w:rsidR="000E1451" w:rsidRDefault="00BE611A" w:rsidP="00BE611A">
      <w:pPr>
        <w:rPr>
          <w:rFonts w:cs="Georgia"/>
          <w:kern w:val="1"/>
        </w:rPr>
      </w:pPr>
      <w:r>
        <w:rPr>
          <w:rFonts w:cs="Georgia"/>
          <w:kern w:val="1"/>
        </w:rPr>
        <w:t>Encore un qui parle de s</w:t>
      </w:r>
      <w:r w:rsidR="000E1451">
        <w:rPr>
          <w:rFonts w:cs="Georgia"/>
          <w:kern w:val="1"/>
        </w:rPr>
        <w:t>’</w:t>
      </w:r>
      <w:r>
        <w:rPr>
          <w:rFonts w:cs="Georgia"/>
          <w:kern w:val="1"/>
        </w:rPr>
        <w:t>évader</w:t>
      </w:r>
      <w:r w:rsidR="000E1451">
        <w:rPr>
          <w:rFonts w:cs="Georgia"/>
          <w:kern w:val="1"/>
        </w:rPr>
        <w:t xml:space="preserve">. </w:t>
      </w:r>
      <w:r>
        <w:rPr>
          <w:rFonts w:cs="Georgia"/>
          <w:kern w:val="1"/>
        </w:rPr>
        <w:t>Ça n</w:t>
      </w:r>
      <w:r w:rsidR="000E1451">
        <w:rPr>
          <w:rFonts w:cs="Georgia"/>
          <w:kern w:val="1"/>
        </w:rPr>
        <w:t>’</w:t>
      </w:r>
      <w:r>
        <w:rPr>
          <w:rFonts w:cs="Georgia"/>
          <w:kern w:val="1"/>
        </w:rPr>
        <w:t>arrive que dans ma chambrée</w:t>
      </w:r>
      <w:r w:rsidR="000E1451">
        <w:rPr>
          <w:rFonts w:cs="Georgia"/>
          <w:kern w:val="1"/>
        </w:rPr>
        <w:t xml:space="preserve">, </w:t>
      </w:r>
      <w:r>
        <w:rPr>
          <w:rFonts w:cs="Georgia"/>
          <w:kern w:val="1"/>
        </w:rPr>
        <w:t>ces histoires-là</w:t>
      </w:r>
      <w:r w:rsidR="000E1451">
        <w:rPr>
          <w:rFonts w:cs="Georgia"/>
          <w:kern w:val="1"/>
        </w:rPr>
        <w:t>.</w:t>
      </w:r>
    </w:p>
    <w:p w14:paraId="7BED1C50" w14:textId="77777777" w:rsidR="000E1451" w:rsidRDefault="000E1451" w:rsidP="00BE611A">
      <w:pPr>
        <w:rPr>
          <w:rFonts w:cs="Georgia"/>
          <w:kern w:val="1"/>
        </w:rPr>
      </w:pPr>
      <w:r>
        <w:rPr>
          <w:rFonts w:cs="Georgia"/>
          <w:kern w:val="1"/>
        </w:rPr>
        <w:t>— </w:t>
      </w:r>
      <w:r w:rsidR="00BE611A">
        <w:rPr>
          <w:rFonts w:cs="Georgia"/>
          <w:kern w:val="1"/>
        </w:rPr>
        <w:t>Chut</w:t>
      </w:r>
      <w:r>
        <w:rPr>
          <w:rFonts w:cs="Georgia"/>
          <w:kern w:val="1"/>
        </w:rPr>
        <w:t xml:space="preserve"> ! </w:t>
      </w:r>
      <w:r w:rsidR="00BE611A">
        <w:rPr>
          <w:rFonts w:cs="Georgia"/>
          <w:kern w:val="1"/>
        </w:rPr>
        <w:t>fit Sylvestre</w:t>
      </w:r>
      <w:r>
        <w:rPr>
          <w:rFonts w:cs="Georgia"/>
          <w:kern w:val="1"/>
        </w:rPr>
        <w:t xml:space="preserve">. </w:t>
      </w:r>
      <w:r w:rsidR="00BE611A">
        <w:rPr>
          <w:rFonts w:cs="Georgia"/>
          <w:kern w:val="1"/>
        </w:rPr>
        <w:t>Écoutez</w:t>
      </w:r>
      <w:r>
        <w:rPr>
          <w:rFonts w:cs="Georgia"/>
          <w:kern w:val="1"/>
        </w:rPr>
        <w:t>.</w:t>
      </w:r>
    </w:p>
    <w:p w14:paraId="526428F7" w14:textId="77777777" w:rsidR="000E1451" w:rsidRDefault="00BE611A" w:rsidP="00BE611A">
      <w:pPr>
        <w:rPr>
          <w:rFonts w:cs="Georgia"/>
          <w:kern w:val="1"/>
        </w:rPr>
      </w:pPr>
      <w:r>
        <w:rPr>
          <w:rFonts w:cs="Georgia"/>
          <w:kern w:val="1"/>
        </w:rPr>
        <w:t>Des cris</w:t>
      </w:r>
      <w:r w:rsidR="000E1451">
        <w:rPr>
          <w:rFonts w:cs="Georgia"/>
          <w:kern w:val="1"/>
        </w:rPr>
        <w:t xml:space="preserve">, </w:t>
      </w:r>
      <w:r>
        <w:rPr>
          <w:rFonts w:cs="Georgia"/>
          <w:kern w:val="1"/>
        </w:rPr>
        <w:t>des chants</w:t>
      </w:r>
      <w:r w:rsidR="000E1451">
        <w:rPr>
          <w:rFonts w:cs="Georgia"/>
          <w:kern w:val="1"/>
        </w:rPr>
        <w:t xml:space="preserve">, </w:t>
      </w:r>
      <w:r>
        <w:rPr>
          <w:rFonts w:cs="Georgia"/>
          <w:kern w:val="1"/>
        </w:rPr>
        <w:t>des bruits de verres et de bouteilles partaient d</w:t>
      </w:r>
      <w:r w:rsidR="000E1451">
        <w:rPr>
          <w:rFonts w:cs="Georgia"/>
          <w:kern w:val="1"/>
        </w:rPr>
        <w:t>’</w:t>
      </w:r>
      <w:r>
        <w:rPr>
          <w:rFonts w:cs="Georgia"/>
          <w:kern w:val="1"/>
        </w:rPr>
        <w:t>un des baraquements voisins</w:t>
      </w:r>
      <w:r w:rsidR="000E1451">
        <w:rPr>
          <w:rFonts w:cs="Georgia"/>
          <w:kern w:val="1"/>
        </w:rPr>
        <w:t>.</w:t>
      </w:r>
    </w:p>
    <w:p w14:paraId="678467F7" w14:textId="77777777" w:rsidR="000E1451" w:rsidRDefault="000E1451" w:rsidP="00BE611A">
      <w:pPr>
        <w:rPr>
          <w:rFonts w:cs="Georgia"/>
          <w:kern w:val="1"/>
        </w:rPr>
      </w:pPr>
      <w:r>
        <w:rPr>
          <w:rFonts w:cs="Georgia"/>
          <w:kern w:val="1"/>
        </w:rPr>
        <w:t>— </w:t>
      </w:r>
      <w:r w:rsidR="00BE611A">
        <w:rPr>
          <w:rFonts w:cs="Georgia"/>
          <w:kern w:val="1"/>
        </w:rPr>
        <w:t>C</w:t>
      </w:r>
      <w:r>
        <w:rPr>
          <w:rFonts w:cs="Georgia"/>
          <w:kern w:val="1"/>
        </w:rPr>
        <w:t>’</w:t>
      </w:r>
      <w:r w:rsidR="00BE611A">
        <w:rPr>
          <w:rFonts w:cs="Georgia"/>
          <w:kern w:val="1"/>
        </w:rPr>
        <w:t>est les Boches</w:t>
      </w:r>
      <w:r>
        <w:rPr>
          <w:rFonts w:cs="Georgia"/>
          <w:kern w:val="1"/>
        </w:rPr>
        <w:t xml:space="preserve">, </w:t>
      </w:r>
      <w:r w:rsidR="00BE611A">
        <w:rPr>
          <w:rFonts w:cs="Georgia"/>
          <w:kern w:val="1"/>
        </w:rPr>
        <w:t>dit Fichet</w:t>
      </w:r>
      <w:r>
        <w:rPr>
          <w:rFonts w:cs="Georgia"/>
          <w:kern w:val="1"/>
        </w:rPr>
        <w:t xml:space="preserve">. </w:t>
      </w:r>
      <w:r w:rsidR="00BE611A">
        <w:rPr>
          <w:rFonts w:cs="Georgia"/>
          <w:kern w:val="1"/>
        </w:rPr>
        <w:t>Ils ont touché chacun une canette de bière</w:t>
      </w:r>
      <w:r>
        <w:rPr>
          <w:rFonts w:cs="Georgia"/>
          <w:kern w:val="1"/>
        </w:rPr>
        <w:t xml:space="preserve">, </w:t>
      </w:r>
      <w:r w:rsidR="00BE611A">
        <w:rPr>
          <w:rFonts w:cs="Georgia"/>
          <w:kern w:val="1"/>
        </w:rPr>
        <w:t>pour fêter leur victoire</w:t>
      </w:r>
      <w:r>
        <w:rPr>
          <w:rFonts w:cs="Georgia"/>
          <w:kern w:val="1"/>
        </w:rPr>
        <w:t xml:space="preserve">. </w:t>
      </w:r>
      <w:r w:rsidR="00BE611A">
        <w:rPr>
          <w:rFonts w:cs="Georgia"/>
          <w:kern w:val="1"/>
        </w:rPr>
        <w:t>Entendez-les donc</w:t>
      </w:r>
      <w:r>
        <w:rPr>
          <w:rFonts w:cs="Georgia"/>
          <w:kern w:val="1"/>
        </w:rPr>
        <w:t xml:space="preserve">. </w:t>
      </w:r>
      <w:r w:rsidR="00BE611A">
        <w:rPr>
          <w:rFonts w:cs="Georgia"/>
          <w:kern w:val="1"/>
        </w:rPr>
        <w:t>Nach Paris</w:t>
      </w:r>
      <w:r>
        <w:rPr>
          <w:rFonts w:cs="Georgia"/>
          <w:kern w:val="1"/>
        </w:rPr>
        <w:t xml:space="preserve"> ! </w:t>
      </w:r>
      <w:r w:rsidR="00BE611A">
        <w:rPr>
          <w:rFonts w:cs="Georgia"/>
          <w:kern w:val="1"/>
        </w:rPr>
        <w:t>Nach Paris</w:t>
      </w:r>
      <w:r>
        <w:rPr>
          <w:rFonts w:cs="Georgia"/>
          <w:kern w:val="1"/>
        </w:rPr>
        <w:t xml:space="preserve">. </w:t>
      </w:r>
      <w:r w:rsidR="00BE611A">
        <w:rPr>
          <w:rFonts w:cs="Georgia"/>
          <w:kern w:val="1"/>
        </w:rPr>
        <w:t>On vous en foutra</w:t>
      </w:r>
      <w:r>
        <w:rPr>
          <w:rFonts w:cs="Georgia"/>
          <w:kern w:val="1"/>
        </w:rPr>
        <w:t xml:space="preserve">, </w:t>
      </w:r>
      <w:r w:rsidR="00BE611A">
        <w:rPr>
          <w:rFonts w:cs="Georgia"/>
          <w:kern w:val="1"/>
        </w:rPr>
        <w:t>salauds</w:t>
      </w:r>
      <w:r>
        <w:rPr>
          <w:rFonts w:cs="Georgia"/>
          <w:kern w:val="1"/>
        </w:rPr>
        <w:t> !</w:t>
      </w:r>
    </w:p>
    <w:p w14:paraId="5D955F92" w14:textId="77777777" w:rsidR="000E1451" w:rsidRDefault="000E1451" w:rsidP="00BE611A">
      <w:pPr>
        <w:rPr>
          <w:rFonts w:cs="Georgia"/>
          <w:kern w:val="1"/>
        </w:rPr>
      </w:pPr>
      <w:r>
        <w:rPr>
          <w:rFonts w:cs="Georgia"/>
          <w:kern w:val="1"/>
        </w:rPr>
        <w:t>— </w:t>
      </w:r>
      <w:r w:rsidR="00BE611A">
        <w:rPr>
          <w:rFonts w:cs="Georgia"/>
          <w:kern w:val="1"/>
        </w:rPr>
        <w:t>C</w:t>
      </w:r>
      <w:r>
        <w:rPr>
          <w:rFonts w:cs="Georgia"/>
          <w:kern w:val="1"/>
        </w:rPr>
        <w:t>’</w:t>
      </w:r>
      <w:r w:rsidR="00BE611A">
        <w:rPr>
          <w:rFonts w:cs="Georgia"/>
          <w:kern w:val="1"/>
        </w:rPr>
        <w:t>est peut-être toi qui te chargeras de leur en foutre</w:t>
      </w:r>
      <w:r>
        <w:rPr>
          <w:rFonts w:cs="Georgia"/>
          <w:kern w:val="1"/>
        </w:rPr>
        <w:t xml:space="preserve">, </w:t>
      </w:r>
      <w:r w:rsidR="00BE611A">
        <w:rPr>
          <w:rFonts w:cs="Georgia"/>
          <w:kern w:val="1"/>
        </w:rPr>
        <w:t>ricana Gourrut</w:t>
      </w:r>
      <w:r>
        <w:rPr>
          <w:rFonts w:cs="Georgia"/>
          <w:kern w:val="1"/>
        </w:rPr>
        <w:t xml:space="preserve">. </w:t>
      </w:r>
      <w:r w:rsidR="00BE611A">
        <w:rPr>
          <w:rFonts w:cs="Georgia"/>
          <w:kern w:val="1"/>
        </w:rPr>
        <w:t>En attendant</w:t>
      </w:r>
      <w:r>
        <w:rPr>
          <w:rFonts w:cs="Georgia"/>
          <w:kern w:val="1"/>
        </w:rPr>
        <w:t xml:space="preserve">, </w:t>
      </w:r>
      <w:r w:rsidR="00BE611A">
        <w:rPr>
          <w:rFonts w:cs="Georgia"/>
          <w:kern w:val="1"/>
        </w:rPr>
        <w:t>les copains du Chemin des Dames se sont barrés</w:t>
      </w:r>
      <w:r>
        <w:rPr>
          <w:rFonts w:cs="Georgia"/>
          <w:kern w:val="1"/>
        </w:rPr>
        <w:t xml:space="preserve">. </w:t>
      </w:r>
      <w:r w:rsidR="00BE611A">
        <w:rPr>
          <w:rFonts w:cs="Georgia"/>
          <w:kern w:val="1"/>
        </w:rPr>
        <w:t>Bravo</w:t>
      </w:r>
      <w:r>
        <w:rPr>
          <w:rFonts w:cs="Georgia"/>
          <w:kern w:val="1"/>
        </w:rPr>
        <w:t xml:space="preserve">, </w:t>
      </w:r>
      <w:r w:rsidR="00BE611A">
        <w:rPr>
          <w:rFonts w:cs="Georgia"/>
          <w:kern w:val="1"/>
        </w:rPr>
        <w:t>les potes</w:t>
      </w:r>
      <w:r>
        <w:rPr>
          <w:rFonts w:cs="Georgia"/>
          <w:kern w:val="1"/>
        </w:rPr>
        <w:t xml:space="preserve"> ! </w:t>
      </w:r>
      <w:r w:rsidR="00BE611A">
        <w:rPr>
          <w:rFonts w:cs="Georgia"/>
          <w:kern w:val="1"/>
        </w:rPr>
        <w:t>La fin</w:t>
      </w:r>
      <w:r>
        <w:rPr>
          <w:rFonts w:cs="Georgia"/>
          <w:kern w:val="1"/>
        </w:rPr>
        <w:t xml:space="preserve">, </w:t>
      </w:r>
      <w:r w:rsidR="00BE611A">
        <w:rPr>
          <w:rFonts w:cs="Georgia"/>
          <w:kern w:val="1"/>
        </w:rPr>
        <w:t>et vivement</w:t>
      </w:r>
      <w:r>
        <w:rPr>
          <w:rFonts w:cs="Georgia"/>
          <w:kern w:val="1"/>
        </w:rPr>
        <w:t> !</w:t>
      </w:r>
    </w:p>
    <w:p w14:paraId="46805302" w14:textId="77777777" w:rsidR="000E1451" w:rsidRDefault="00BE611A" w:rsidP="00BE611A">
      <w:pPr>
        <w:rPr>
          <w:rFonts w:cs="Georgia"/>
          <w:kern w:val="1"/>
        </w:rPr>
      </w:pPr>
      <w:r>
        <w:rPr>
          <w:rFonts w:cs="Georgia"/>
          <w:kern w:val="1"/>
        </w:rPr>
        <w:t>La nuit venait</w:t>
      </w:r>
      <w:r w:rsidR="000E1451">
        <w:rPr>
          <w:rFonts w:cs="Georgia"/>
          <w:kern w:val="1"/>
        </w:rPr>
        <w:t xml:space="preserve">. </w:t>
      </w:r>
      <w:r>
        <w:rPr>
          <w:rFonts w:cs="Georgia"/>
          <w:kern w:val="1"/>
        </w:rPr>
        <w:t>Nous nous étions tus</w:t>
      </w:r>
      <w:r w:rsidR="000E1451">
        <w:rPr>
          <w:rFonts w:cs="Georgia"/>
          <w:kern w:val="1"/>
        </w:rPr>
        <w:t xml:space="preserve">. </w:t>
      </w:r>
      <w:r>
        <w:rPr>
          <w:rFonts w:cs="Georgia"/>
          <w:kern w:val="1"/>
        </w:rPr>
        <w:t>Seule</w:t>
      </w:r>
      <w:r w:rsidR="000E1451">
        <w:rPr>
          <w:rFonts w:cs="Georgia"/>
          <w:kern w:val="1"/>
        </w:rPr>
        <w:t xml:space="preserve">, </w:t>
      </w:r>
      <w:r>
        <w:rPr>
          <w:rFonts w:cs="Georgia"/>
          <w:kern w:val="1"/>
        </w:rPr>
        <w:t>la voix fiévreuse d</w:t>
      </w:r>
      <w:r w:rsidR="000E1451">
        <w:rPr>
          <w:rFonts w:cs="Georgia"/>
          <w:kern w:val="1"/>
        </w:rPr>
        <w:t>’</w:t>
      </w:r>
      <w:r>
        <w:rPr>
          <w:rFonts w:cs="Georgia"/>
          <w:kern w:val="1"/>
        </w:rPr>
        <w:t>Audemard répétait avec obstination</w:t>
      </w:r>
      <w:r w:rsidR="000E1451">
        <w:rPr>
          <w:rFonts w:cs="Georgia"/>
          <w:kern w:val="1"/>
        </w:rPr>
        <w:t> :</w:t>
      </w:r>
    </w:p>
    <w:p w14:paraId="43FD4DF1" w14:textId="77777777" w:rsidR="000E1451" w:rsidRDefault="000E1451" w:rsidP="00BE611A">
      <w:pPr>
        <w:rPr>
          <w:rFonts w:cs="Georgia"/>
          <w:kern w:val="1"/>
        </w:rPr>
      </w:pPr>
      <w:r>
        <w:rPr>
          <w:rFonts w:cs="Georgia"/>
          <w:kern w:val="1"/>
        </w:rPr>
        <w:t>— </w:t>
      </w:r>
      <w:r w:rsidR="00BE611A">
        <w:rPr>
          <w:rFonts w:cs="Georgia"/>
          <w:kern w:val="1"/>
        </w:rPr>
        <w:t>Les voiles</w:t>
      </w:r>
      <w:r>
        <w:rPr>
          <w:rFonts w:cs="Georgia"/>
          <w:kern w:val="1"/>
        </w:rPr>
        <w:t xml:space="preserve"> ! </w:t>
      </w:r>
      <w:r w:rsidR="00BE611A">
        <w:rPr>
          <w:rFonts w:cs="Georgia"/>
          <w:kern w:val="1"/>
        </w:rPr>
        <w:t>Mettre les voiles</w:t>
      </w:r>
      <w:r>
        <w:rPr>
          <w:rFonts w:cs="Georgia"/>
          <w:kern w:val="1"/>
        </w:rPr>
        <w:t xml:space="preserve">, </w:t>
      </w:r>
      <w:r w:rsidR="00BE611A">
        <w:rPr>
          <w:rFonts w:cs="Georgia"/>
          <w:kern w:val="1"/>
        </w:rPr>
        <w:t>bon Dieu</w:t>
      </w:r>
      <w:r>
        <w:rPr>
          <w:rFonts w:cs="Georgia"/>
          <w:kern w:val="1"/>
        </w:rPr>
        <w:t> !</w:t>
      </w:r>
    </w:p>
    <w:p w14:paraId="67A3E4B3" w14:textId="77777777" w:rsidR="000E1451" w:rsidRDefault="00BE611A" w:rsidP="00BE611A">
      <w:pPr>
        <w:rPr>
          <w:rFonts w:cs="Georgia"/>
          <w:kern w:val="1"/>
        </w:rPr>
      </w:pPr>
      <w:r>
        <w:rPr>
          <w:rFonts w:cs="Georgia"/>
          <w:kern w:val="1"/>
        </w:rPr>
        <w:t>De nouveau</w:t>
      </w:r>
      <w:r w:rsidR="000E1451">
        <w:rPr>
          <w:rFonts w:cs="Georgia"/>
          <w:kern w:val="1"/>
        </w:rPr>
        <w:t xml:space="preserve">, </w:t>
      </w:r>
      <w:r>
        <w:rPr>
          <w:rFonts w:cs="Georgia"/>
          <w:kern w:val="1"/>
        </w:rPr>
        <w:t>le fausset de Gourrut retentit</w:t>
      </w:r>
      <w:r w:rsidR="000E1451">
        <w:rPr>
          <w:rFonts w:cs="Georgia"/>
          <w:kern w:val="1"/>
        </w:rPr>
        <w:t>.</w:t>
      </w:r>
    </w:p>
    <w:p w14:paraId="1589922D" w14:textId="77777777" w:rsidR="000E1451" w:rsidRDefault="000E1451" w:rsidP="00BE611A">
      <w:pPr>
        <w:rPr>
          <w:rFonts w:cs="Georgia"/>
          <w:kern w:val="1"/>
        </w:rPr>
      </w:pPr>
      <w:r>
        <w:rPr>
          <w:rFonts w:cs="Georgia"/>
          <w:kern w:val="1"/>
        </w:rPr>
        <w:t>— </w:t>
      </w:r>
      <w:r w:rsidR="00BE611A">
        <w:rPr>
          <w:rFonts w:cs="Georgia"/>
          <w:kern w:val="1"/>
        </w:rPr>
        <w:t>Un conseil</w:t>
      </w:r>
      <w:r>
        <w:rPr>
          <w:rFonts w:cs="Georgia"/>
          <w:kern w:val="1"/>
        </w:rPr>
        <w:t xml:space="preserve">, </w:t>
      </w:r>
      <w:r w:rsidR="00BE611A">
        <w:rPr>
          <w:rFonts w:cs="Georgia"/>
          <w:kern w:val="1"/>
        </w:rPr>
        <w:t>vieux</w:t>
      </w:r>
      <w:r>
        <w:rPr>
          <w:rFonts w:cs="Georgia"/>
          <w:kern w:val="1"/>
        </w:rPr>
        <w:t xml:space="preserve"> : </w:t>
      </w:r>
      <w:r w:rsidR="00BE611A">
        <w:rPr>
          <w:rFonts w:cs="Georgia"/>
          <w:kern w:val="1"/>
        </w:rPr>
        <w:t>boucle-la</w:t>
      </w:r>
      <w:r>
        <w:rPr>
          <w:rFonts w:cs="Georgia"/>
          <w:kern w:val="1"/>
        </w:rPr>
        <w:t xml:space="preserve">. </w:t>
      </w:r>
      <w:r w:rsidR="00BE611A">
        <w:rPr>
          <w:rFonts w:cs="Georgia"/>
          <w:kern w:val="1"/>
        </w:rPr>
        <w:t>Quand on veut risquer un coup comme ça</w:t>
      </w:r>
      <w:r>
        <w:rPr>
          <w:rFonts w:cs="Georgia"/>
          <w:kern w:val="1"/>
        </w:rPr>
        <w:t xml:space="preserve">, </w:t>
      </w:r>
      <w:r w:rsidR="00BE611A">
        <w:rPr>
          <w:rFonts w:cs="Georgia"/>
          <w:kern w:val="1"/>
        </w:rPr>
        <w:t>il vaut mieux ne pas mettre tout le monde au courant</w:t>
      </w:r>
      <w:r>
        <w:rPr>
          <w:rFonts w:cs="Georgia"/>
          <w:kern w:val="1"/>
        </w:rPr>
        <w:t xml:space="preserve">. </w:t>
      </w:r>
      <w:r w:rsidR="00BE611A">
        <w:rPr>
          <w:rFonts w:cs="Georgia"/>
          <w:kern w:val="1"/>
        </w:rPr>
        <w:t>Surtout que les Boches ont des oreilles</w:t>
      </w:r>
      <w:r>
        <w:rPr>
          <w:rFonts w:cs="Georgia"/>
          <w:kern w:val="1"/>
        </w:rPr>
        <w:t xml:space="preserve">, </w:t>
      </w:r>
      <w:r w:rsidR="00BE611A">
        <w:rPr>
          <w:rFonts w:cs="Georgia"/>
          <w:kern w:val="1"/>
        </w:rPr>
        <w:t>ici</w:t>
      </w:r>
      <w:r>
        <w:rPr>
          <w:rFonts w:cs="Georgia"/>
          <w:kern w:val="1"/>
        </w:rPr>
        <w:t>.</w:t>
      </w:r>
    </w:p>
    <w:p w14:paraId="59B99872" w14:textId="77777777" w:rsidR="000E1451" w:rsidRDefault="00BE611A" w:rsidP="00BE611A">
      <w:pPr>
        <w:rPr>
          <w:rFonts w:cs="Georgia"/>
          <w:kern w:val="1"/>
        </w:rPr>
      </w:pPr>
      <w:r>
        <w:rPr>
          <w:rFonts w:cs="Georgia"/>
          <w:kern w:val="1"/>
        </w:rPr>
        <w:lastRenderedPageBreak/>
        <w:t>Un grand silence se fit</w:t>
      </w:r>
      <w:r w:rsidR="000E1451">
        <w:rPr>
          <w:rFonts w:cs="Georgia"/>
          <w:kern w:val="1"/>
        </w:rPr>
        <w:t xml:space="preserve">. </w:t>
      </w:r>
      <w:r>
        <w:rPr>
          <w:rFonts w:cs="Georgia"/>
          <w:kern w:val="1"/>
        </w:rPr>
        <w:t>Et j</w:t>
      </w:r>
      <w:r w:rsidR="000E1451">
        <w:rPr>
          <w:rFonts w:cs="Georgia"/>
          <w:kern w:val="1"/>
        </w:rPr>
        <w:t>’</w:t>
      </w:r>
      <w:r>
        <w:rPr>
          <w:rFonts w:cs="Georgia"/>
          <w:kern w:val="1"/>
        </w:rPr>
        <w:t>eus soudain la sensation que</w:t>
      </w:r>
      <w:r w:rsidR="000E1451">
        <w:rPr>
          <w:rFonts w:cs="Georgia"/>
          <w:kern w:val="1"/>
        </w:rPr>
        <w:t xml:space="preserve">, </w:t>
      </w:r>
      <w:r>
        <w:rPr>
          <w:rFonts w:cs="Georgia"/>
          <w:kern w:val="1"/>
        </w:rPr>
        <w:t>dans l</w:t>
      </w:r>
      <w:r w:rsidR="000E1451">
        <w:rPr>
          <w:rFonts w:cs="Georgia"/>
          <w:kern w:val="1"/>
        </w:rPr>
        <w:t>’</w:t>
      </w:r>
      <w:r>
        <w:rPr>
          <w:rFonts w:cs="Georgia"/>
          <w:kern w:val="1"/>
        </w:rPr>
        <w:t>ombre</w:t>
      </w:r>
      <w:r w:rsidR="000E1451">
        <w:rPr>
          <w:rFonts w:cs="Georgia"/>
          <w:kern w:val="1"/>
        </w:rPr>
        <w:t xml:space="preserve">, </w:t>
      </w:r>
      <w:r>
        <w:rPr>
          <w:rFonts w:cs="Georgia"/>
          <w:kern w:val="1"/>
        </w:rPr>
        <w:t>toutes les têtes se tournaient de mon côté</w:t>
      </w:r>
      <w:r w:rsidR="000E1451">
        <w:rPr>
          <w:rFonts w:cs="Georgia"/>
          <w:kern w:val="1"/>
        </w:rPr>
        <w:t>.</w:t>
      </w:r>
    </w:p>
    <w:p w14:paraId="401A2DEC" w14:textId="77777777" w:rsidR="000E1451" w:rsidRDefault="00BE611A" w:rsidP="00BE611A">
      <w:pPr>
        <w:rPr>
          <w:rFonts w:cs="Georgia"/>
          <w:kern w:val="1"/>
        </w:rPr>
      </w:pPr>
      <w:r>
        <w:rPr>
          <w:rFonts w:cs="Georgia"/>
          <w:kern w:val="1"/>
        </w:rPr>
        <w:t>Ce n</w:t>
      </w:r>
      <w:r w:rsidR="000E1451">
        <w:rPr>
          <w:rFonts w:cs="Georgia"/>
          <w:kern w:val="1"/>
        </w:rPr>
        <w:t>’</w:t>
      </w:r>
      <w:r>
        <w:rPr>
          <w:rFonts w:cs="Georgia"/>
          <w:kern w:val="1"/>
        </w:rPr>
        <w:t>était pas la première fois que le misérable me décochait une perfidie de ce genre</w:t>
      </w:r>
      <w:r w:rsidR="000E1451">
        <w:rPr>
          <w:rFonts w:cs="Georgia"/>
          <w:kern w:val="1"/>
        </w:rPr>
        <w:t xml:space="preserve">. </w:t>
      </w:r>
      <w:r>
        <w:rPr>
          <w:rFonts w:cs="Georgia"/>
          <w:kern w:val="1"/>
        </w:rPr>
        <w:t>Pourquoi n</w:t>
      </w:r>
      <w:r w:rsidR="000E1451">
        <w:rPr>
          <w:rFonts w:cs="Georgia"/>
          <w:kern w:val="1"/>
        </w:rPr>
        <w:t>’</w:t>
      </w:r>
      <w:r>
        <w:rPr>
          <w:rFonts w:cs="Georgia"/>
          <w:kern w:val="1"/>
        </w:rPr>
        <w:t>ai-je pas laissé passer celle-là comme les autres</w:t>
      </w:r>
      <w:r w:rsidR="000E1451">
        <w:rPr>
          <w:rFonts w:cs="Georgia"/>
          <w:kern w:val="1"/>
        </w:rPr>
        <w:t xml:space="preserve">, </w:t>
      </w:r>
      <w:r>
        <w:rPr>
          <w:rFonts w:cs="Georgia"/>
          <w:kern w:val="1"/>
        </w:rPr>
        <w:t>je l</w:t>
      </w:r>
      <w:r w:rsidR="000E1451">
        <w:rPr>
          <w:rFonts w:cs="Georgia"/>
          <w:kern w:val="1"/>
        </w:rPr>
        <w:t>’</w:t>
      </w:r>
      <w:r>
        <w:rPr>
          <w:rFonts w:cs="Georgia"/>
          <w:kern w:val="1"/>
        </w:rPr>
        <w:t>ignore</w:t>
      </w:r>
      <w:r w:rsidR="000E1451">
        <w:rPr>
          <w:rFonts w:cs="Georgia"/>
          <w:kern w:val="1"/>
        </w:rPr>
        <w:t xml:space="preserve">. </w:t>
      </w:r>
      <w:r>
        <w:rPr>
          <w:rFonts w:cs="Georgia"/>
          <w:kern w:val="1"/>
        </w:rPr>
        <w:t>Ce fut d</w:t>
      </w:r>
      <w:r w:rsidR="000E1451">
        <w:rPr>
          <w:rFonts w:cs="Georgia"/>
          <w:kern w:val="1"/>
        </w:rPr>
        <w:t>’</w:t>
      </w:r>
      <w:r>
        <w:rPr>
          <w:rFonts w:cs="Georgia"/>
          <w:kern w:val="1"/>
        </w:rPr>
        <w:t>un geste machinal que je me levai et marchai vers Gourrut</w:t>
      </w:r>
      <w:r w:rsidR="000E1451">
        <w:rPr>
          <w:rFonts w:cs="Georgia"/>
          <w:kern w:val="1"/>
        </w:rPr>
        <w:t xml:space="preserve">. </w:t>
      </w:r>
      <w:r>
        <w:rPr>
          <w:rFonts w:cs="Georgia"/>
          <w:kern w:val="1"/>
        </w:rPr>
        <w:t>L</w:t>
      </w:r>
      <w:r w:rsidR="000E1451">
        <w:rPr>
          <w:rFonts w:cs="Georgia"/>
          <w:kern w:val="1"/>
        </w:rPr>
        <w:t>’</w:t>
      </w:r>
      <w:r>
        <w:rPr>
          <w:rFonts w:cs="Georgia"/>
          <w:kern w:val="1"/>
        </w:rPr>
        <w:t>obscurité s</w:t>
      </w:r>
      <w:r w:rsidR="000E1451">
        <w:rPr>
          <w:rFonts w:cs="Georgia"/>
          <w:kern w:val="1"/>
        </w:rPr>
        <w:t>’</w:t>
      </w:r>
      <w:r>
        <w:rPr>
          <w:rFonts w:cs="Georgia"/>
          <w:kern w:val="1"/>
        </w:rPr>
        <w:t>était faite</w:t>
      </w:r>
      <w:r w:rsidR="000E1451">
        <w:rPr>
          <w:rFonts w:cs="Georgia"/>
          <w:kern w:val="1"/>
        </w:rPr>
        <w:t xml:space="preserve">. </w:t>
      </w:r>
      <w:r>
        <w:rPr>
          <w:rFonts w:cs="Georgia"/>
          <w:kern w:val="1"/>
        </w:rPr>
        <w:t>Je ne le vis que lorsque je fus tout près de lui</w:t>
      </w:r>
      <w:r w:rsidR="000E1451">
        <w:rPr>
          <w:rFonts w:cs="Georgia"/>
          <w:kern w:val="1"/>
        </w:rPr>
        <w:t>.</w:t>
      </w:r>
    </w:p>
    <w:p w14:paraId="47608EC6" w14:textId="77777777" w:rsidR="000E1451" w:rsidRDefault="000E1451" w:rsidP="00BE611A">
      <w:pPr>
        <w:rPr>
          <w:rFonts w:cs="Georgia"/>
          <w:kern w:val="1"/>
        </w:rPr>
      </w:pPr>
      <w:r>
        <w:rPr>
          <w:rFonts w:cs="Georgia"/>
          <w:kern w:val="1"/>
        </w:rPr>
        <w:t>— </w:t>
      </w:r>
      <w:r w:rsidR="00BE611A">
        <w:rPr>
          <w:rFonts w:cs="Georgia"/>
          <w:kern w:val="1"/>
        </w:rPr>
        <w:t>Que veux-tu dire</w:t>
      </w:r>
      <w:r>
        <w:rPr>
          <w:rFonts w:cs="Georgia"/>
          <w:kern w:val="1"/>
        </w:rPr>
        <w:t> ?</w:t>
      </w:r>
    </w:p>
    <w:p w14:paraId="5E522C2D" w14:textId="77777777" w:rsidR="000E1451" w:rsidRDefault="000E1451" w:rsidP="00BE611A">
      <w:pPr>
        <w:rPr>
          <w:rFonts w:cs="Georgia"/>
          <w:kern w:val="1"/>
        </w:rPr>
      </w:pPr>
      <w:r>
        <w:rPr>
          <w:rFonts w:cs="Georgia"/>
          <w:kern w:val="1"/>
        </w:rPr>
        <w:t>— </w:t>
      </w:r>
      <w:r w:rsidR="00BE611A">
        <w:rPr>
          <w:rFonts w:cs="Georgia"/>
          <w:kern w:val="1"/>
        </w:rPr>
        <w:t>Ce que je veux dire</w:t>
      </w:r>
      <w:r>
        <w:rPr>
          <w:rFonts w:cs="Georgia"/>
          <w:kern w:val="1"/>
        </w:rPr>
        <w:t xml:space="preserve"> ? </w:t>
      </w:r>
      <w:r w:rsidR="00BE611A">
        <w:rPr>
          <w:rFonts w:cs="Georgia"/>
          <w:kern w:val="1"/>
        </w:rPr>
        <w:t>Tu as du culot</w:t>
      </w:r>
      <w:r>
        <w:rPr>
          <w:rFonts w:cs="Georgia"/>
          <w:kern w:val="1"/>
        </w:rPr>
        <w:t xml:space="preserve">. </w:t>
      </w:r>
      <w:r w:rsidR="00BE611A">
        <w:rPr>
          <w:rFonts w:cs="Georgia"/>
          <w:kern w:val="1"/>
        </w:rPr>
        <w:t>Hé</w:t>
      </w:r>
      <w:r>
        <w:rPr>
          <w:rFonts w:cs="Georgia"/>
          <w:kern w:val="1"/>
        </w:rPr>
        <w:t xml:space="preserve">, </w:t>
      </w:r>
      <w:r w:rsidR="00BE611A">
        <w:rPr>
          <w:rFonts w:cs="Georgia"/>
          <w:kern w:val="1"/>
        </w:rPr>
        <w:t>les autres</w:t>
      </w:r>
      <w:r>
        <w:rPr>
          <w:rFonts w:cs="Georgia"/>
          <w:kern w:val="1"/>
        </w:rPr>
        <w:t xml:space="preserve">, </w:t>
      </w:r>
      <w:r w:rsidR="00BE611A">
        <w:rPr>
          <w:rFonts w:cs="Georgia"/>
          <w:kern w:val="1"/>
        </w:rPr>
        <w:t>vous avez entendu</w:t>
      </w:r>
      <w:r>
        <w:rPr>
          <w:rFonts w:cs="Georgia"/>
          <w:kern w:val="1"/>
        </w:rPr>
        <w:t xml:space="preserve">. </w:t>
      </w:r>
      <w:r w:rsidR="00BE611A">
        <w:rPr>
          <w:rFonts w:cs="Georgia"/>
          <w:kern w:val="1"/>
        </w:rPr>
        <w:t>Quand je dis que nous avons parmi nous un faux frère</w:t>
      </w:r>
      <w:r>
        <w:rPr>
          <w:rFonts w:cs="Georgia"/>
          <w:kern w:val="1"/>
        </w:rPr>
        <w:t xml:space="preserve">, </w:t>
      </w:r>
      <w:r w:rsidR="00BE611A">
        <w:rPr>
          <w:rFonts w:cs="Georgia"/>
          <w:kern w:val="1"/>
        </w:rPr>
        <w:t>vous voyez qui c</w:t>
      </w:r>
      <w:r>
        <w:rPr>
          <w:rFonts w:cs="Georgia"/>
          <w:kern w:val="1"/>
        </w:rPr>
        <w:t>’</w:t>
      </w:r>
      <w:r w:rsidR="00BE611A">
        <w:rPr>
          <w:rFonts w:cs="Georgia"/>
          <w:kern w:val="1"/>
        </w:rPr>
        <w:t>est qui éprouve le besoin de venir me demander ce que ça signifie</w:t>
      </w:r>
      <w:r>
        <w:rPr>
          <w:rFonts w:cs="Georgia"/>
          <w:kern w:val="1"/>
        </w:rPr>
        <w:t> !</w:t>
      </w:r>
    </w:p>
    <w:p w14:paraId="1175A9EB" w14:textId="77777777" w:rsidR="000E1451" w:rsidRDefault="000E1451" w:rsidP="00BE611A">
      <w:pPr>
        <w:rPr>
          <w:rFonts w:cs="Georgia"/>
          <w:kern w:val="1"/>
        </w:rPr>
      </w:pPr>
      <w:r>
        <w:rPr>
          <w:rFonts w:cs="Georgia"/>
          <w:kern w:val="1"/>
        </w:rPr>
        <w:t>— </w:t>
      </w:r>
      <w:r w:rsidR="00BE611A">
        <w:rPr>
          <w:rFonts w:cs="Georgia"/>
          <w:kern w:val="1"/>
        </w:rPr>
        <w:t>Que veux-tu dire</w:t>
      </w:r>
      <w:r>
        <w:rPr>
          <w:rFonts w:cs="Georgia"/>
          <w:kern w:val="1"/>
        </w:rPr>
        <w:t xml:space="preserve"> ? </w:t>
      </w:r>
      <w:r w:rsidR="00BE611A">
        <w:rPr>
          <w:rFonts w:cs="Georgia"/>
          <w:kern w:val="1"/>
        </w:rPr>
        <w:t>répétais-je</w:t>
      </w:r>
      <w:r>
        <w:rPr>
          <w:rFonts w:cs="Georgia"/>
          <w:kern w:val="1"/>
        </w:rPr>
        <w:t>…</w:t>
      </w:r>
    </w:p>
    <w:p w14:paraId="6A04619A" w14:textId="77777777" w:rsidR="000E1451" w:rsidRDefault="000E1451" w:rsidP="00BE611A">
      <w:pPr>
        <w:rPr>
          <w:rFonts w:cs="Georgia"/>
          <w:kern w:val="1"/>
        </w:rPr>
      </w:pPr>
      <w:r>
        <w:rPr>
          <w:rFonts w:cs="Georgia"/>
          <w:kern w:val="1"/>
        </w:rPr>
        <w:t>— </w:t>
      </w:r>
      <w:r w:rsidR="00BE611A">
        <w:rPr>
          <w:rFonts w:cs="Georgia"/>
          <w:kern w:val="1"/>
        </w:rPr>
        <w:t>Non</w:t>
      </w:r>
      <w:r>
        <w:rPr>
          <w:rFonts w:cs="Georgia"/>
          <w:kern w:val="1"/>
        </w:rPr>
        <w:t xml:space="preserve">, </w:t>
      </w:r>
      <w:r w:rsidR="00BE611A">
        <w:rPr>
          <w:rFonts w:cs="Georgia"/>
          <w:kern w:val="1"/>
        </w:rPr>
        <w:t>mais des fois</w:t>
      </w:r>
      <w:r>
        <w:rPr>
          <w:rFonts w:cs="Georgia"/>
          <w:kern w:val="1"/>
        </w:rPr>
        <w:t xml:space="preserve">, </w:t>
      </w:r>
      <w:r w:rsidR="00BE611A">
        <w:rPr>
          <w:rFonts w:cs="Georgia"/>
          <w:kern w:val="1"/>
        </w:rPr>
        <w:t>à force de parler avec tes Boches</w:t>
      </w:r>
      <w:r>
        <w:rPr>
          <w:rFonts w:cs="Georgia"/>
          <w:kern w:val="1"/>
        </w:rPr>
        <w:t xml:space="preserve">, </w:t>
      </w:r>
      <w:r w:rsidR="00BE611A">
        <w:rPr>
          <w:rFonts w:cs="Georgia"/>
          <w:kern w:val="1"/>
        </w:rPr>
        <w:t>c</w:t>
      </w:r>
      <w:r>
        <w:rPr>
          <w:rFonts w:cs="Georgia"/>
          <w:kern w:val="1"/>
        </w:rPr>
        <w:t>’</w:t>
      </w:r>
      <w:r w:rsidR="00BE611A">
        <w:rPr>
          <w:rFonts w:cs="Georgia"/>
          <w:kern w:val="1"/>
        </w:rPr>
        <w:t>est-il vrai que tu comprendrais plus le français</w:t>
      </w:r>
      <w:r>
        <w:rPr>
          <w:rFonts w:cs="Georgia"/>
          <w:kern w:val="1"/>
        </w:rPr>
        <w:t> ?</w:t>
      </w:r>
    </w:p>
    <w:p w14:paraId="45214ADB" w14:textId="77777777" w:rsidR="000E1451" w:rsidRDefault="00BE611A" w:rsidP="00BE611A">
      <w:pPr>
        <w:rPr>
          <w:rFonts w:cs="Georgia"/>
          <w:kern w:val="1"/>
        </w:rPr>
      </w:pPr>
      <w:r>
        <w:rPr>
          <w:rFonts w:cs="Georgia"/>
          <w:kern w:val="1"/>
        </w:rPr>
        <w:t>Oui</w:t>
      </w:r>
      <w:r w:rsidR="000E1451">
        <w:rPr>
          <w:rFonts w:cs="Georgia"/>
          <w:kern w:val="1"/>
        </w:rPr>
        <w:t xml:space="preserve">, </w:t>
      </w:r>
      <w:r>
        <w:rPr>
          <w:rFonts w:cs="Georgia"/>
          <w:kern w:val="1"/>
        </w:rPr>
        <w:t>on me l</w:t>
      </w:r>
      <w:r w:rsidR="000E1451">
        <w:rPr>
          <w:rFonts w:cs="Georgia"/>
          <w:kern w:val="1"/>
        </w:rPr>
        <w:t>’</w:t>
      </w:r>
      <w:r>
        <w:rPr>
          <w:rFonts w:cs="Georgia"/>
          <w:kern w:val="1"/>
        </w:rPr>
        <w:t>a dit ensuite</w:t>
      </w:r>
      <w:r w:rsidR="000E1451">
        <w:rPr>
          <w:rFonts w:cs="Georgia"/>
          <w:kern w:val="1"/>
        </w:rPr>
        <w:t xml:space="preserve">, </w:t>
      </w:r>
      <w:r>
        <w:rPr>
          <w:rFonts w:cs="Georgia"/>
          <w:kern w:val="1"/>
        </w:rPr>
        <w:t>ce qui se passa fut très rapide</w:t>
      </w:r>
      <w:r w:rsidR="000E1451">
        <w:rPr>
          <w:rFonts w:cs="Georgia"/>
          <w:kern w:val="1"/>
        </w:rPr>
        <w:t xml:space="preserve">. </w:t>
      </w:r>
      <w:r>
        <w:rPr>
          <w:rFonts w:cs="Georgia"/>
          <w:kern w:val="1"/>
        </w:rPr>
        <w:t>On nous sépara comme nous venions de rouler à terre</w:t>
      </w:r>
      <w:r w:rsidR="000E1451">
        <w:rPr>
          <w:rFonts w:cs="Georgia"/>
          <w:kern w:val="1"/>
        </w:rPr>
        <w:t xml:space="preserve">, </w:t>
      </w:r>
      <w:r>
        <w:rPr>
          <w:rFonts w:cs="Georgia"/>
          <w:kern w:val="1"/>
        </w:rPr>
        <w:t>nous tenant à la gorge</w:t>
      </w:r>
      <w:r w:rsidR="000E1451">
        <w:rPr>
          <w:rFonts w:cs="Georgia"/>
          <w:kern w:val="1"/>
        </w:rPr>
        <w:t xml:space="preserve">. </w:t>
      </w:r>
      <w:r>
        <w:rPr>
          <w:rFonts w:cs="Georgia"/>
          <w:kern w:val="1"/>
        </w:rPr>
        <w:t>À présent</w:t>
      </w:r>
      <w:r w:rsidR="000E1451">
        <w:rPr>
          <w:rFonts w:cs="Georgia"/>
          <w:kern w:val="1"/>
        </w:rPr>
        <w:t xml:space="preserve">, </w:t>
      </w:r>
      <w:r>
        <w:rPr>
          <w:rFonts w:cs="Georgia"/>
          <w:kern w:val="1"/>
        </w:rPr>
        <w:t>Gourrut</w:t>
      </w:r>
      <w:r w:rsidR="000E1451">
        <w:rPr>
          <w:rFonts w:cs="Georgia"/>
          <w:kern w:val="1"/>
        </w:rPr>
        <w:t xml:space="preserve">, </w:t>
      </w:r>
      <w:r>
        <w:rPr>
          <w:rFonts w:cs="Georgia"/>
          <w:kern w:val="1"/>
        </w:rPr>
        <w:t>assez malmené</w:t>
      </w:r>
      <w:r w:rsidR="000E1451">
        <w:rPr>
          <w:rFonts w:cs="Georgia"/>
          <w:kern w:val="1"/>
        </w:rPr>
        <w:t xml:space="preserve">, </w:t>
      </w:r>
      <w:r>
        <w:rPr>
          <w:rFonts w:cs="Georgia"/>
          <w:kern w:val="1"/>
        </w:rPr>
        <w:t>continuait à hurler des ignominies dans son coin</w:t>
      </w:r>
      <w:r w:rsidR="000E1451">
        <w:rPr>
          <w:rFonts w:cs="Georgia"/>
          <w:kern w:val="1"/>
        </w:rPr>
        <w:t xml:space="preserve">, </w:t>
      </w:r>
      <w:r>
        <w:rPr>
          <w:rFonts w:cs="Georgia"/>
          <w:kern w:val="1"/>
        </w:rPr>
        <w:t>tandis que l</w:t>
      </w:r>
      <w:r w:rsidR="000E1451">
        <w:rPr>
          <w:rFonts w:cs="Georgia"/>
          <w:kern w:val="1"/>
        </w:rPr>
        <w:t>’</w:t>
      </w:r>
      <w:r>
        <w:rPr>
          <w:rFonts w:cs="Georgia"/>
          <w:kern w:val="1"/>
        </w:rPr>
        <w:t>adjudant Claverie se répandait en lamentations</w:t>
      </w:r>
      <w:r w:rsidR="000E1451">
        <w:rPr>
          <w:rFonts w:cs="Georgia"/>
          <w:kern w:val="1"/>
        </w:rPr>
        <w:t xml:space="preserve">, </w:t>
      </w:r>
      <w:r>
        <w:rPr>
          <w:rFonts w:cs="Georgia"/>
          <w:kern w:val="1"/>
        </w:rPr>
        <w:t>et que les autres</w:t>
      </w:r>
      <w:r w:rsidR="000E1451">
        <w:rPr>
          <w:rFonts w:cs="Georgia"/>
          <w:kern w:val="1"/>
        </w:rPr>
        <w:t xml:space="preserve">, </w:t>
      </w:r>
      <w:r>
        <w:rPr>
          <w:rFonts w:cs="Georgia"/>
          <w:kern w:val="1"/>
        </w:rPr>
        <w:t>tous les autres</w:t>
      </w:r>
      <w:r w:rsidR="000E1451">
        <w:rPr>
          <w:rFonts w:cs="Georgia"/>
          <w:kern w:val="1"/>
        </w:rPr>
        <w:t xml:space="preserve">, </w:t>
      </w:r>
      <w:r>
        <w:rPr>
          <w:rFonts w:cs="Georgia"/>
          <w:kern w:val="1"/>
        </w:rPr>
        <w:t>Fichet</w:t>
      </w:r>
      <w:r w:rsidR="000E1451">
        <w:rPr>
          <w:rFonts w:cs="Georgia"/>
          <w:kern w:val="1"/>
        </w:rPr>
        <w:t xml:space="preserve">, </w:t>
      </w:r>
      <w:r>
        <w:rPr>
          <w:rFonts w:cs="Georgia"/>
          <w:kern w:val="1"/>
        </w:rPr>
        <w:t>Vandaële</w:t>
      </w:r>
      <w:r w:rsidR="000E1451">
        <w:rPr>
          <w:rFonts w:cs="Georgia"/>
          <w:kern w:val="1"/>
        </w:rPr>
        <w:t xml:space="preserve">, </w:t>
      </w:r>
      <w:r>
        <w:rPr>
          <w:rFonts w:cs="Georgia"/>
          <w:kern w:val="1"/>
        </w:rPr>
        <w:t>Guérin</w:t>
      </w:r>
      <w:r w:rsidR="000E1451">
        <w:rPr>
          <w:rFonts w:cs="Georgia"/>
          <w:kern w:val="1"/>
        </w:rPr>
        <w:t xml:space="preserve">, </w:t>
      </w:r>
      <w:r>
        <w:rPr>
          <w:rFonts w:cs="Georgia"/>
          <w:kern w:val="1"/>
        </w:rPr>
        <w:t>Sylvestre</w:t>
      </w:r>
      <w:r w:rsidR="000E1451">
        <w:rPr>
          <w:rFonts w:cs="Georgia"/>
          <w:kern w:val="1"/>
        </w:rPr>
        <w:t xml:space="preserve">, </w:t>
      </w:r>
      <w:r>
        <w:rPr>
          <w:rFonts w:cs="Georgia"/>
          <w:kern w:val="1"/>
        </w:rPr>
        <w:t>jusqu</w:t>
      </w:r>
      <w:r w:rsidR="000E1451">
        <w:rPr>
          <w:rFonts w:cs="Georgia"/>
          <w:kern w:val="1"/>
        </w:rPr>
        <w:t>’</w:t>
      </w:r>
      <w:r>
        <w:rPr>
          <w:rFonts w:cs="Georgia"/>
          <w:kern w:val="1"/>
        </w:rPr>
        <w:t>au pauvre Audemard lui-même</w:t>
      </w:r>
      <w:r w:rsidR="000E1451">
        <w:rPr>
          <w:rFonts w:cs="Georgia"/>
          <w:kern w:val="1"/>
        </w:rPr>
        <w:t xml:space="preserve">, </w:t>
      </w:r>
      <w:r>
        <w:rPr>
          <w:rFonts w:cs="Georgia"/>
          <w:kern w:val="1"/>
        </w:rPr>
        <w:t>m</w:t>
      </w:r>
      <w:r w:rsidR="000E1451">
        <w:rPr>
          <w:rFonts w:cs="Georgia"/>
          <w:kern w:val="1"/>
        </w:rPr>
        <w:t>’</w:t>
      </w:r>
      <w:r>
        <w:rPr>
          <w:rFonts w:cs="Georgia"/>
          <w:kern w:val="1"/>
        </w:rPr>
        <w:t>entouraient</w:t>
      </w:r>
      <w:r w:rsidR="000E1451">
        <w:rPr>
          <w:rFonts w:cs="Georgia"/>
          <w:kern w:val="1"/>
        </w:rPr>
        <w:t xml:space="preserve">, </w:t>
      </w:r>
      <w:r>
        <w:rPr>
          <w:rFonts w:cs="Georgia"/>
          <w:kern w:val="1"/>
        </w:rPr>
        <w:t>me serraient les mains</w:t>
      </w:r>
      <w:r w:rsidR="000E1451">
        <w:rPr>
          <w:rFonts w:cs="Georgia"/>
          <w:kern w:val="1"/>
        </w:rPr>
        <w:t>. « </w:t>
      </w:r>
      <w:r>
        <w:rPr>
          <w:rFonts w:cs="Georgia"/>
          <w:kern w:val="1"/>
        </w:rPr>
        <w:t>Prêter attention à de telles sottises</w:t>
      </w:r>
      <w:r w:rsidR="000E1451">
        <w:rPr>
          <w:rFonts w:cs="Georgia"/>
          <w:kern w:val="1"/>
        </w:rPr>
        <w:t xml:space="preserve"> ! </w:t>
      </w:r>
      <w:r>
        <w:rPr>
          <w:rFonts w:cs="Georgia"/>
          <w:kern w:val="1"/>
        </w:rPr>
        <w:t>Est-ce que je n</w:t>
      </w:r>
      <w:r w:rsidR="000E1451">
        <w:rPr>
          <w:rFonts w:cs="Georgia"/>
          <w:kern w:val="1"/>
        </w:rPr>
        <w:t>’</w:t>
      </w:r>
      <w:r>
        <w:rPr>
          <w:rFonts w:cs="Georgia"/>
          <w:kern w:val="1"/>
        </w:rPr>
        <w:t>étais pas fou</w:t>
      </w:r>
      <w:r w:rsidR="000E1451">
        <w:rPr>
          <w:rFonts w:cs="Georgia"/>
          <w:kern w:val="1"/>
        </w:rPr>
        <w:t xml:space="preserve"> ? </w:t>
      </w:r>
      <w:r>
        <w:rPr>
          <w:rFonts w:cs="Georgia"/>
          <w:kern w:val="1"/>
        </w:rPr>
        <w:t>Cela en valait-il la peine</w:t>
      </w:r>
      <w:r w:rsidR="000E1451">
        <w:rPr>
          <w:rFonts w:cs="Georgia"/>
          <w:kern w:val="1"/>
        </w:rPr>
        <w:t xml:space="preserve"> ? </w:t>
      </w:r>
      <w:r>
        <w:rPr>
          <w:rFonts w:cs="Georgia"/>
          <w:kern w:val="1"/>
        </w:rPr>
        <w:t>Est-ce que je ne connaissais donc pas celui qui m</w:t>
      </w:r>
      <w:r w:rsidR="000E1451">
        <w:rPr>
          <w:rFonts w:cs="Georgia"/>
          <w:kern w:val="1"/>
        </w:rPr>
        <w:t>’</w:t>
      </w:r>
      <w:r>
        <w:rPr>
          <w:rFonts w:cs="Georgia"/>
          <w:kern w:val="1"/>
        </w:rPr>
        <w:t>injuriait</w:t>
      </w:r>
      <w:r w:rsidR="000E1451">
        <w:rPr>
          <w:rFonts w:cs="Georgia"/>
          <w:kern w:val="1"/>
        </w:rPr>
        <w:t> ! »</w:t>
      </w:r>
      <w:r>
        <w:rPr>
          <w:rFonts w:cs="Georgia"/>
          <w:kern w:val="1"/>
        </w:rPr>
        <w:t xml:space="preserve"> Hélas</w:t>
      </w:r>
      <w:r w:rsidR="000E1451">
        <w:rPr>
          <w:rFonts w:cs="Georgia"/>
          <w:kern w:val="1"/>
        </w:rPr>
        <w:t xml:space="preserve"> ! </w:t>
      </w:r>
      <w:r>
        <w:rPr>
          <w:rFonts w:cs="Georgia"/>
          <w:kern w:val="1"/>
        </w:rPr>
        <w:t>Les braves gens avaient beau faire</w:t>
      </w:r>
      <w:r w:rsidR="000E1451">
        <w:rPr>
          <w:rFonts w:cs="Georgia"/>
          <w:kern w:val="1"/>
        </w:rPr>
        <w:t xml:space="preserve">, </w:t>
      </w:r>
      <w:r>
        <w:rPr>
          <w:rFonts w:cs="Georgia"/>
          <w:kern w:val="1"/>
        </w:rPr>
        <w:t>en me multipliant ainsi les marques de leur confiance</w:t>
      </w:r>
      <w:r w:rsidR="000E1451">
        <w:rPr>
          <w:rFonts w:cs="Georgia"/>
          <w:kern w:val="1"/>
        </w:rPr>
        <w:t xml:space="preserve">, </w:t>
      </w:r>
      <w:r>
        <w:rPr>
          <w:rFonts w:cs="Georgia"/>
          <w:kern w:val="1"/>
        </w:rPr>
        <w:t>je sentais bien que c</w:t>
      </w:r>
      <w:r w:rsidR="000E1451">
        <w:rPr>
          <w:rFonts w:cs="Georgia"/>
          <w:kern w:val="1"/>
        </w:rPr>
        <w:t>’</w:t>
      </w:r>
      <w:r>
        <w:rPr>
          <w:rFonts w:cs="Georgia"/>
          <w:kern w:val="1"/>
        </w:rPr>
        <w:t>était eux-mêmes qu</w:t>
      </w:r>
      <w:r w:rsidR="000E1451">
        <w:rPr>
          <w:rFonts w:cs="Georgia"/>
          <w:kern w:val="1"/>
        </w:rPr>
        <w:t>’</w:t>
      </w:r>
      <w:r>
        <w:rPr>
          <w:rFonts w:cs="Georgia"/>
          <w:kern w:val="1"/>
        </w:rPr>
        <w:t>ils cherchaient à rassurer sur mon compte</w:t>
      </w:r>
      <w:r w:rsidR="000E1451">
        <w:rPr>
          <w:rFonts w:cs="Georgia"/>
          <w:kern w:val="1"/>
        </w:rPr>
        <w:t xml:space="preserve">. </w:t>
      </w:r>
      <w:r>
        <w:rPr>
          <w:rFonts w:cs="Georgia"/>
          <w:kern w:val="1"/>
        </w:rPr>
        <w:t>Tout à l</w:t>
      </w:r>
      <w:r w:rsidR="000E1451">
        <w:rPr>
          <w:rFonts w:cs="Georgia"/>
          <w:kern w:val="1"/>
        </w:rPr>
        <w:t>’</w:t>
      </w:r>
      <w:r>
        <w:rPr>
          <w:rFonts w:cs="Georgia"/>
          <w:kern w:val="1"/>
        </w:rPr>
        <w:t>heure</w:t>
      </w:r>
      <w:r w:rsidR="000E1451">
        <w:rPr>
          <w:rFonts w:cs="Georgia"/>
          <w:kern w:val="1"/>
        </w:rPr>
        <w:t xml:space="preserve">, </w:t>
      </w:r>
      <w:r>
        <w:rPr>
          <w:rFonts w:cs="Georgia"/>
          <w:kern w:val="1"/>
        </w:rPr>
        <w:t>au moment de l</w:t>
      </w:r>
      <w:r w:rsidR="000E1451">
        <w:rPr>
          <w:rFonts w:cs="Georgia"/>
          <w:kern w:val="1"/>
        </w:rPr>
        <w:t>’</w:t>
      </w:r>
      <w:r>
        <w:rPr>
          <w:rFonts w:cs="Georgia"/>
          <w:kern w:val="1"/>
        </w:rPr>
        <w:t>insulte</w:t>
      </w:r>
      <w:r w:rsidR="000E1451">
        <w:rPr>
          <w:rFonts w:cs="Georgia"/>
          <w:kern w:val="1"/>
        </w:rPr>
        <w:t xml:space="preserve">, </w:t>
      </w:r>
      <w:r>
        <w:rPr>
          <w:rFonts w:cs="Georgia"/>
          <w:kern w:val="1"/>
        </w:rPr>
        <w:t xml:space="preserve">si une seule </w:t>
      </w:r>
      <w:r>
        <w:rPr>
          <w:rFonts w:cs="Georgia"/>
          <w:kern w:val="1"/>
        </w:rPr>
        <w:lastRenderedPageBreak/>
        <w:t>voix s</w:t>
      </w:r>
      <w:r w:rsidR="000E1451">
        <w:rPr>
          <w:rFonts w:cs="Georgia"/>
          <w:kern w:val="1"/>
        </w:rPr>
        <w:t>’</w:t>
      </w:r>
      <w:r>
        <w:rPr>
          <w:rFonts w:cs="Georgia"/>
          <w:kern w:val="1"/>
        </w:rPr>
        <w:t>était élevée en ma faveur</w:t>
      </w:r>
      <w:r w:rsidR="000E1451">
        <w:rPr>
          <w:rFonts w:cs="Georgia"/>
          <w:kern w:val="1"/>
        </w:rPr>
        <w:t xml:space="preserve">, </w:t>
      </w:r>
      <w:r>
        <w:rPr>
          <w:rFonts w:cs="Georgia"/>
          <w:kern w:val="1"/>
        </w:rPr>
        <w:t>oui</w:t>
      </w:r>
      <w:r w:rsidR="000E1451">
        <w:rPr>
          <w:rFonts w:cs="Georgia"/>
          <w:kern w:val="1"/>
        </w:rPr>
        <w:t xml:space="preserve">, </w:t>
      </w:r>
      <w:r>
        <w:rPr>
          <w:rFonts w:cs="Georgia"/>
          <w:kern w:val="1"/>
        </w:rPr>
        <w:t>peut-être</w:t>
      </w:r>
      <w:r w:rsidR="000E1451">
        <w:rPr>
          <w:rFonts w:cs="Georgia"/>
          <w:kern w:val="1"/>
        </w:rPr>
        <w:t xml:space="preserve">, </w:t>
      </w:r>
      <w:r>
        <w:rPr>
          <w:rFonts w:cs="Georgia"/>
          <w:kern w:val="1"/>
        </w:rPr>
        <w:t>la certitude affreuse de mon isolement m</w:t>
      </w:r>
      <w:r w:rsidR="000E1451">
        <w:rPr>
          <w:rFonts w:cs="Georgia"/>
          <w:kern w:val="1"/>
        </w:rPr>
        <w:t>’</w:t>
      </w:r>
      <w:r>
        <w:rPr>
          <w:rFonts w:cs="Georgia"/>
          <w:kern w:val="1"/>
        </w:rPr>
        <w:t>eût été épargnée</w:t>
      </w:r>
      <w:r w:rsidR="000E1451">
        <w:rPr>
          <w:rFonts w:cs="Georgia"/>
          <w:kern w:val="1"/>
        </w:rPr>
        <w:t xml:space="preserve"> ! </w:t>
      </w:r>
      <w:r>
        <w:rPr>
          <w:rFonts w:cs="Georgia"/>
          <w:kern w:val="1"/>
        </w:rPr>
        <w:t>Maintenant</w:t>
      </w:r>
      <w:r w:rsidR="000E1451">
        <w:rPr>
          <w:rFonts w:cs="Georgia"/>
          <w:kern w:val="1"/>
        </w:rPr>
        <w:t xml:space="preserve">, </w:t>
      </w:r>
      <w:r>
        <w:rPr>
          <w:rFonts w:cs="Georgia"/>
          <w:kern w:val="1"/>
        </w:rPr>
        <w:t>il était trop tard</w:t>
      </w:r>
      <w:r w:rsidR="000E1451">
        <w:rPr>
          <w:rFonts w:cs="Georgia"/>
          <w:kern w:val="1"/>
        </w:rPr>
        <w:t xml:space="preserve">, </w:t>
      </w:r>
      <w:r>
        <w:rPr>
          <w:rFonts w:cs="Georgia"/>
          <w:kern w:val="1"/>
        </w:rPr>
        <w:t>et les mains qui se tendaient vers moi ne réussissaient qu</w:t>
      </w:r>
      <w:r w:rsidR="000E1451">
        <w:rPr>
          <w:rFonts w:cs="Georgia"/>
          <w:kern w:val="1"/>
        </w:rPr>
        <w:t>’</w:t>
      </w:r>
      <w:r>
        <w:rPr>
          <w:rFonts w:cs="Georgia"/>
          <w:kern w:val="1"/>
        </w:rPr>
        <w:t>à m</w:t>
      </w:r>
      <w:r w:rsidR="000E1451">
        <w:rPr>
          <w:rFonts w:cs="Georgia"/>
          <w:kern w:val="1"/>
        </w:rPr>
        <w:t>’</w:t>
      </w:r>
      <w:r>
        <w:rPr>
          <w:rFonts w:cs="Georgia"/>
          <w:kern w:val="1"/>
        </w:rPr>
        <w:t>en convaincre davantage</w:t>
      </w:r>
      <w:r w:rsidR="000E1451">
        <w:rPr>
          <w:rFonts w:cs="Georgia"/>
          <w:kern w:val="1"/>
        </w:rPr>
        <w:t>.</w:t>
      </w:r>
    </w:p>
    <w:p w14:paraId="29417B57" w14:textId="77777777" w:rsidR="00BE611A" w:rsidRDefault="00BE611A" w:rsidP="000E1451">
      <w:pPr>
        <w:pStyle w:val="Titre1"/>
        <w:numPr>
          <w:ilvl w:val="0"/>
          <w:numId w:val="15"/>
        </w:numPr>
        <w:ind w:left="0" w:firstLine="0"/>
        <w:rPr>
          <w:rFonts w:cs="Georgia"/>
          <w:kern w:val="1"/>
        </w:rPr>
      </w:pPr>
      <w:bookmarkStart w:id="20" w:name="__RefHeading__7384_928681719"/>
      <w:bookmarkStart w:id="21" w:name="_Toc195555069"/>
      <w:bookmarkEnd w:id="20"/>
      <w:r>
        <w:rPr>
          <w:kern w:val="1"/>
        </w:rPr>
        <w:lastRenderedPageBreak/>
        <w:t>XI</w:t>
      </w:r>
      <w:bookmarkEnd w:id="21"/>
    </w:p>
    <w:p w14:paraId="502592E5" w14:textId="77777777" w:rsidR="000E1451" w:rsidRDefault="00BE611A" w:rsidP="00BE611A">
      <w:pPr>
        <w:rPr>
          <w:rFonts w:cs="Georgia"/>
          <w:kern w:val="1"/>
        </w:rPr>
      </w:pPr>
      <w:r>
        <w:rPr>
          <w:rFonts w:cs="Georgia"/>
          <w:kern w:val="1"/>
        </w:rPr>
        <w:t>Le lendemain matin</w:t>
      </w:r>
      <w:r w:rsidR="000E1451">
        <w:rPr>
          <w:rFonts w:cs="Georgia"/>
          <w:kern w:val="1"/>
        </w:rPr>
        <w:t xml:space="preserve">, </w:t>
      </w:r>
      <w:r>
        <w:rPr>
          <w:rFonts w:cs="Georgia"/>
          <w:kern w:val="1"/>
        </w:rPr>
        <w:t>un quart d</w:t>
      </w:r>
      <w:r w:rsidR="000E1451">
        <w:rPr>
          <w:rFonts w:cs="Georgia"/>
          <w:kern w:val="1"/>
        </w:rPr>
        <w:t>’</w:t>
      </w:r>
      <w:r>
        <w:rPr>
          <w:rFonts w:cs="Georgia"/>
          <w:kern w:val="1"/>
        </w:rPr>
        <w:t>heure avant le départ pour la corvée</w:t>
      </w:r>
      <w:r w:rsidR="000E1451">
        <w:rPr>
          <w:rFonts w:cs="Georgia"/>
          <w:kern w:val="1"/>
        </w:rPr>
        <w:t xml:space="preserve">, </w:t>
      </w:r>
      <w:r>
        <w:rPr>
          <w:rFonts w:cs="Georgia"/>
          <w:kern w:val="1"/>
        </w:rPr>
        <w:t>le feldwebel de service entra dans notre baraque</w:t>
      </w:r>
      <w:r w:rsidR="000E1451">
        <w:rPr>
          <w:rFonts w:cs="Georgia"/>
          <w:kern w:val="1"/>
        </w:rPr>
        <w:t>.</w:t>
      </w:r>
    </w:p>
    <w:p w14:paraId="4C81304F" w14:textId="77777777" w:rsidR="000E1451" w:rsidRDefault="000E1451" w:rsidP="00BE611A">
      <w:pPr>
        <w:rPr>
          <w:rFonts w:cs="Georgia"/>
          <w:kern w:val="1"/>
        </w:rPr>
      </w:pPr>
      <w:r>
        <w:rPr>
          <w:rFonts w:cs="Georgia"/>
          <w:kern w:val="1"/>
        </w:rPr>
        <w:t>— </w:t>
      </w:r>
      <w:r w:rsidR="00BE611A">
        <w:rPr>
          <w:rFonts w:cs="Georgia"/>
          <w:kern w:val="1"/>
        </w:rPr>
        <w:t>Adjudant Claverie</w:t>
      </w:r>
      <w:r>
        <w:rPr>
          <w:rFonts w:cs="Georgia"/>
          <w:kern w:val="1"/>
        </w:rPr>
        <w:t xml:space="preserve">, </w:t>
      </w:r>
      <w:r w:rsidR="00BE611A">
        <w:rPr>
          <w:rFonts w:cs="Georgia"/>
          <w:kern w:val="1"/>
        </w:rPr>
        <w:t>Sergent Dumaine</w:t>
      </w:r>
      <w:r>
        <w:rPr>
          <w:rFonts w:cs="Georgia"/>
          <w:kern w:val="1"/>
        </w:rPr>
        <w:t xml:space="preserve">, </w:t>
      </w:r>
      <w:r w:rsidR="00BE611A">
        <w:rPr>
          <w:rFonts w:cs="Georgia"/>
          <w:kern w:val="1"/>
        </w:rPr>
        <w:t>Caporal Moulin</w:t>
      </w:r>
      <w:r>
        <w:rPr>
          <w:rFonts w:cs="Georgia"/>
          <w:kern w:val="1"/>
        </w:rPr>
        <w:t xml:space="preserve">, </w:t>
      </w:r>
      <w:r w:rsidR="00BE611A">
        <w:rPr>
          <w:rFonts w:cs="Georgia"/>
          <w:kern w:val="1"/>
        </w:rPr>
        <w:t>ordonna-t-il</w:t>
      </w:r>
      <w:r>
        <w:rPr>
          <w:rFonts w:cs="Georgia"/>
          <w:kern w:val="1"/>
        </w:rPr>
        <w:t xml:space="preserve">, </w:t>
      </w:r>
      <w:r w:rsidR="00BE611A">
        <w:rPr>
          <w:rFonts w:cs="Georgia"/>
          <w:kern w:val="1"/>
        </w:rPr>
        <w:t>tous les trois d</w:t>
      </w:r>
      <w:r>
        <w:rPr>
          <w:rFonts w:cs="Georgia"/>
          <w:kern w:val="1"/>
        </w:rPr>
        <w:t>’</w:t>
      </w:r>
      <w:r w:rsidR="00BE611A">
        <w:rPr>
          <w:rFonts w:cs="Georgia"/>
          <w:kern w:val="1"/>
        </w:rPr>
        <w:t>ici dix minutes à la kommandantur</w:t>
      </w:r>
      <w:r>
        <w:rPr>
          <w:rFonts w:cs="Georgia"/>
          <w:kern w:val="1"/>
        </w:rPr>
        <w:t> !</w:t>
      </w:r>
    </w:p>
    <w:p w14:paraId="13272DBB" w14:textId="77777777" w:rsidR="000E1451" w:rsidRDefault="00BE611A" w:rsidP="00BE611A">
      <w:pPr>
        <w:rPr>
          <w:rFonts w:cs="Georgia"/>
          <w:kern w:val="1"/>
        </w:rPr>
      </w:pPr>
      <w:r>
        <w:rPr>
          <w:rFonts w:cs="Georgia"/>
          <w:kern w:val="1"/>
        </w:rPr>
        <w:t>Le capitaine Elbing nous attendait</w:t>
      </w:r>
      <w:r w:rsidR="000E1451">
        <w:rPr>
          <w:rFonts w:cs="Georgia"/>
          <w:kern w:val="1"/>
        </w:rPr>
        <w:t xml:space="preserve">, </w:t>
      </w:r>
      <w:r>
        <w:rPr>
          <w:rFonts w:cs="Georgia"/>
          <w:kern w:val="1"/>
        </w:rPr>
        <w:t>debout derrière son bureau</w:t>
      </w:r>
      <w:r w:rsidR="000E1451">
        <w:rPr>
          <w:rFonts w:cs="Georgia"/>
          <w:kern w:val="1"/>
        </w:rPr>
        <w:t>.</w:t>
      </w:r>
    </w:p>
    <w:p w14:paraId="6112090B" w14:textId="77777777" w:rsidR="000E1451" w:rsidRDefault="000E1451" w:rsidP="00BE611A">
      <w:pPr>
        <w:rPr>
          <w:rFonts w:cs="Georgia"/>
          <w:kern w:val="1"/>
        </w:rPr>
      </w:pPr>
      <w:r>
        <w:rPr>
          <w:rFonts w:cs="Georgia"/>
          <w:kern w:val="1"/>
        </w:rPr>
        <w:t>— </w:t>
      </w:r>
      <w:r w:rsidR="00BE611A">
        <w:rPr>
          <w:rFonts w:cs="Georgia"/>
          <w:kern w:val="1"/>
        </w:rPr>
        <w:t>Je vous ai convoqués comme chefs de la chambrée N</w:t>
      </w:r>
      <w:r>
        <w:rPr>
          <w:rFonts w:cs="Georgia"/>
          <w:kern w:val="1"/>
        </w:rPr>
        <w:t xml:space="preserve">° 7. </w:t>
      </w:r>
      <w:r w:rsidR="00BE611A">
        <w:rPr>
          <w:rFonts w:cs="Georgia"/>
          <w:kern w:val="1"/>
        </w:rPr>
        <w:t>Hier soir</w:t>
      </w:r>
      <w:r>
        <w:rPr>
          <w:rFonts w:cs="Georgia"/>
          <w:kern w:val="1"/>
        </w:rPr>
        <w:t xml:space="preserve">, </w:t>
      </w:r>
      <w:r w:rsidR="00BE611A">
        <w:rPr>
          <w:rFonts w:cs="Georgia"/>
          <w:kern w:val="1"/>
        </w:rPr>
        <w:t>vers six heures et demie</w:t>
      </w:r>
      <w:r>
        <w:rPr>
          <w:rFonts w:cs="Georgia"/>
          <w:kern w:val="1"/>
        </w:rPr>
        <w:t xml:space="preserve">, </w:t>
      </w:r>
      <w:r w:rsidR="00BE611A">
        <w:rPr>
          <w:rFonts w:cs="Georgia"/>
          <w:kern w:val="1"/>
        </w:rPr>
        <w:t>il y a eu tapage et rixe dans votre baraquement</w:t>
      </w:r>
      <w:r>
        <w:rPr>
          <w:rFonts w:cs="Georgia"/>
          <w:kern w:val="1"/>
        </w:rPr>
        <w:t xml:space="preserve">. </w:t>
      </w:r>
      <w:r w:rsidR="00BE611A">
        <w:rPr>
          <w:rFonts w:cs="Georgia"/>
          <w:kern w:val="1"/>
        </w:rPr>
        <w:t>Je ne veux pas de ces mœurs-là</w:t>
      </w:r>
      <w:r>
        <w:rPr>
          <w:rFonts w:cs="Georgia"/>
          <w:kern w:val="1"/>
        </w:rPr>
        <w:t xml:space="preserve">. </w:t>
      </w:r>
      <w:r w:rsidR="00BE611A">
        <w:rPr>
          <w:rFonts w:cs="Georgia"/>
          <w:kern w:val="1"/>
        </w:rPr>
        <w:t>Vous ne me donneriez pas les noms des coupables</w:t>
      </w:r>
      <w:r>
        <w:rPr>
          <w:rFonts w:cs="Georgia"/>
          <w:kern w:val="1"/>
        </w:rPr>
        <w:t xml:space="preserve"> ; </w:t>
      </w:r>
      <w:r w:rsidR="00BE611A">
        <w:rPr>
          <w:rFonts w:cs="Georgia"/>
          <w:kern w:val="1"/>
        </w:rPr>
        <w:t>je m</w:t>
      </w:r>
      <w:r>
        <w:rPr>
          <w:rFonts w:cs="Georgia"/>
          <w:kern w:val="1"/>
        </w:rPr>
        <w:t>’</w:t>
      </w:r>
      <w:r w:rsidR="00BE611A">
        <w:rPr>
          <w:rFonts w:cs="Georgia"/>
          <w:kern w:val="1"/>
        </w:rPr>
        <w:t>abstiens donc de vous les demander</w:t>
      </w:r>
      <w:r>
        <w:rPr>
          <w:rFonts w:cs="Georgia"/>
          <w:kern w:val="1"/>
        </w:rPr>
        <w:t xml:space="preserve">. </w:t>
      </w:r>
      <w:r w:rsidR="00BE611A">
        <w:rPr>
          <w:rFonts w:cs="Georgia"/>
          <w:kern w:val="1"/>
        </w:rPr>
        <w:t>Par contre</w:t>
      </w:r>
      <w:r>
        <w:rPr>
          <w:rFonts w:cs="Georgia"/>
          <w:kern w:val="1"/>
        </w:rPr>
        <w:t xml:space="preserve">, </w:t>
      </w:r>
      <w:r w:rsidR="00BE611A">
        <w:rPr>
          <w:rFonts w:cs="Georgia"/>
          <w:kern w:val="1"/>
        </w:rPr>
        <w:t>je vous rappelle que je vous tiens tous les trois pour responsables</w:t>
      </w:r>
      <w:r>
        <w:rPr>
          <w:rFonts w:cs="Georgia"/>
          <w:kern w:val="1"/>
        </w:rPr>
        <w:t xml:space="preserve">. </w:t>
      </w:r>
      <w:r w:rsidR="00BE611A">
        <w:rPr>
          <w:rFonts w:cs="Georgia"/>
          <w:kern w:val="1"/>
        </w:rPr>
        <w:t>Au premier incident de ce genre</w:t>
      </w:r>
      <w:r>
        <w:rPr>
          <w:rFonts w:cs="Georgia"/>
          <w:kern w:val="1"/>
        </w:rPr>
        <w:t xml:space="preserve">, </w:t>
      </w:r>
      <w:r w:rsidR="00BE611A">
        <w:rPr>
          <w:rFonts w:cs="Georgia"/>
          <w:kern w:val="1"/>
        </w:rPr>
        <w:t>c</w:t>
      </w:r>
      <w:r>
        <w:rPr>
          <w:rFonts w:cs="Georgia"/>
          <w:kern w:val="1"/>
        </w:rPr>
        <w:t>’</w:t>
      </w:r>
      <w:r w:rsidR="00BE611A">
        <w:rPr>
          <w:rFonts w:cs="Georgia"/>
          <w:kern w:val="1"/>
        </w:rPr>
        <w:t>est contre vous que je sévirai</w:t>
      </w:r>
      <w:r>
        <w:rPr>
          <w:rFonts w:cs="Georgia"/>
          <w:kern w:val="1"/>
        </w:rPr>
        <w:t xml:space="preserve">. </w:t>
      </w:r>
      <w:r w:rsidR="00BE611A">
        <w:rPr>
          <w:rFonts w:cs="Georgia"/>
          <w:kern w:val="1"/>
        </w:rPr>
        <w:t>Voilà qui est entendu</w:t>
      </w:r>
      <w:r>
        <w:rPr>
          <w:rFonts w:cs="Georgia"/>
          <w:kern w:val="1"/>
        </w:rPr>
        <w:t xml:space="preserve">. </w:t>
      </w:r>
      <w:r w:rsidR="00BE611A">
        <w:rPr>
          <w:rFonts w:cs="Georgia"/>
          <w:kern w:val="1"/>
        </w:rPr>
        <w:t>N</w:t>
      </w:r>
      <w:r>
        <w:rPr>
          <w:rFonts w:cs="Georgia"/>
          <w:kern w:val="1"/>
        </w:rPr>
        <w:t>’</w:t>
      </w:r>
      <w:r w:rsidR="00BE611A">
        <w:rPr>
          <w:rFonts w:cs="Georgia"/>
          <w:kern w:val="1"/>
        </w:rPr>
        <w:t>avez-vous aucune observation à me présenter</w:t>
      </w:r>
      <w:r>
        <w:rPr>
          <w:rFonts w:cs="Georgia"/>
          <w:kern w:val="1"/>
        </w:rPr>
        <w:t> ?</w:t>
      </w:r>
    </w:p>
    <w:p w14:paraId="0BF1C7FC" w14:textId="77777777" w:rsidR="000E1451" w:rsidRDefault="000E1451" w:rsidP="00BE611A">
      <w:pPr>
        <w:rPr>
          <w:rFonts w:cs="Georgia"/>
          <w:kern w:val="1"/>
        </w:rPr>
      </w:pPr>
      <w:r>
        <w:rPr>
          <w:rFonts w:cs="Georgia"/>
          <w:kern w:val="1"/>
        </w:rPr>
        <w:t>— </w:t>
      </w:r>
      <w:r w:rsidR="00BE611A">
        <w:rPr>
          <w:rFonts w:cs="Georgia"/>
          <w:kern w:val="1"/>
        </w:rPr>
        <w:t>Mon capitaine</w:t>
      </w:r>
      <w:r>
        <w:rPr>
          <w:rFonts w:cs="Georgia"/>
          <w:kern w:val="1"/>
        </w:rPr>
        <w:t xml:space="preserve">, </w:t>
      </w:r>
      <w:r w:rsidR="00BE611A">
        <w:rPr>
          <w:rFonts w:cs="Georgia"/>
          <w:kern w:val="1"/>
        </w:rPr>
        <w:t>dis-je</w:t>
      </w:r>
      <w:r>
        <w:rPr>
          <w:rFonts w:cs="Georgia"/>
          <w:kern w:val="1"/>
        </w:rPr>
        <w:t xml:space="preserve">, </w:t>
      </w:r>
      <w:r w:rsidR="00BE611A">
        <w:rPr>
          <w:rFonts w:cs="Georgia"/>
          <w:kern w:val="1"/>
        </w:rPr>
        <w:t>puisque vous êtes informé des faits en question</w:t>
      </w:r>
      <w:r>
        <w:rPr>
          <w:rFonts w:cs="Georgia"/>
          <w:kern w:val="1"/>
        </w:rPr>
        <w:t xml:space="preserve">, </w:t>
      </w:r>
      <w:r w:rsidR="00BE611A">
        <w:rPr>
          <w:rFonts w:cs="Georgia"/>
          <w:kern w:val="1"/>
        </w:rPr>
        <w:t>vous devez savoir aussi qu</w:t>
      </w:r>
      <w:r>
        <w:rPr>
          <w:rFonts w:cs="Georgia"/>
          <w:kern w:val="1"/>
        </w:rPr>
        <w:t>’</w:t>
      </w:r>
      <w:r w:rsidR="00BE611A">
        <w:rPr>
          <w:rFonts w:cs="Georgia"/>
          <w:kern w:val="1"/>
        </w:rPr>
        <w:t>hier</w:t>
      </w:r>
      <w:r>
        <w:rPr>
          <w:rFonts w:cs="Georgia"/>
          <w:kern w:val="1"/>
        </w:rPr>
        <w:t xml:space="preserve">, </w:t>
      </w:r>
      <w:r w:rsidR="00BE611A">
        <w:rPr>
          <w:rFonts w:cs="Georgia"/>
          <w:kern w:val="1"/>
        </w:rPr>
        <w:t>au cours de la corvée</w:t>
      </w:r>
      <w:r>
        <w:rPr>
          <w:rFonts w:cs="Georgia"/>
          <w:kern w:val="1"/>
        </w:rPr>
        <w:t xml:space="preserve">, </w:t>
      </w:r>
      <w:r w:rsidR="00BE611A">
        <w:rPr>
          <w:rFonts w:cs="Georgia"/>
          <w:kern w:val="1"/>
        </w:rPr>
        <w:t>un de nos camarades a été</w:t>
      </w:r>
      <w:r>
        <w:rPr>
          <w:rFonts w:cs="Georgia"/>
          <w:kern w:val="1"/>
        </w:rPr>
        <w:t xml:space="preserve">, </w:t>
      </w:r>
      <w:r w:rsidR="00BE611A">
        <w:rPr>
          <w:rFonts w:cs="Georgia"/>
          <w:kern w:val="1"/>
        </w:rPr>
        <w:t>sans motif valable</w:t>
      </w:r>
      <w:r>
        <w:rPr>
          <w:rFonts w:cs="Georgia"/>
          <w:kern w:val="1"/>
        </w:rPr>
        <w:t xml:space="preserve">, </w:t>
      </w:r>
      <w:r w:rsidR="00BE611A">
        <w:rPr>
          <w:rFonts w:cs="Georgia"/>
          <w:kern w:val="1"/>
        </w:rPr>
        <w:t>frappé brutalement par un des gardiens</w:t>
      </w:r>
      <w:r>
        <w:rPr>
          <w:rFonts w:cs="Georgia"/>
          <w:kern w:val="1"/>
        </w:rPr>
        <w:t xml:space="preserve">, </w:t>
      </w:r>
      <w:r w:rsidR="00BE611A">
        <w:rPr>
          <w:rFonts w:cs="Georgia"/>
          <w:kern w:val="1"/>
        </w:rPr>
        <w:t>et que</w:t>
      </w:r>
      <w:r>
        <w:rPr>
          <w:rFonts w:cs="Georgia"/>
          <w:kern w:val="1"/>
        </w:rPr>
        <w:t>…</w:t>
      </w:r>
    </w:p>
    <w:p w14:paraId="5591D1FB" w14:textId="77777777" w:rsidR="000E1451" w:rsidRDefault="00BE611A" w:rsidP="00BE611A">
      <w:pPr>
        <w:rPr>
          <w:rFonts w:cs="Georgia"/>
          <w:kern w:val="1"/>
        </w:rPr>
      </w:pPr>
      <w:r>
        <w:rPr>
          <w:rFonts w:cs="Georgia"/>
          <w:kern w:val="1"/>
        </w:rPr>
        <w:t>Le commandant du camp me coupa la parole</w:t>
      </w:r>
      <w:r w:rsidR="000E1451">
        <w:rPr>
          <w:rFonts w:cs="Georgia"/>
          <w:kern w:val="1"/>
        </w:rPr>
        <w:t>.</w:t>
      </w:r>
    </w:p>
    <w:p w14:paraId="5631764E" w14:textId="77777777" w:rsidR="000E1451" w:rsidRDefault="000E1451" w:rsidP="00BE611A">
      <w:pPr>
        <w:rPr>
          <w:rFonts w:cs="Georgia"/>
          <w:kern w:val="1"/>
        </w:rPr>
      </w:pPr>
      <w:r>
        <w:rPr>
          <w:rFonts w:cs="Georgia"/>
          <w:kern w:val="1"/>
        </w:rPr>
        <w:t>— </w:t>
      </w:r>
      <w:r w:rsidR="00BE611A">
        <w:rPr>
          <w:rFonts w:cs="Georgia"/>
          <w:kern w:val="1"/>
        </w:rPr>
        <w:t>Le gefreiter Billig</w:t>
      </w:r>
      <w:r>
        <w:rPr>
          <w:rFonts w:cs="Georgia"/>
          <w:kern w:val="1"/>
        </w:rPr>
        <w:t xml:space="preserve">, </w:t>
      </w:r>
      <w:r w:rsidR="00BE611A">
        <w:rPr>
          <w:rFonts w:cs="Georgia"/>
          <w:kern w:val="1"/>
        </w:rPr>
        <w:t>à qui vous faites allusion</w:t>
      </w:r>
      <w:r>
        <w:rPr>
          <w:rFonts w:cs="Georgia"/>
          <w:kern w:val="1"/>
        </w:rPr>
        <w:t xml:space="preserve">, </w:t>
      </w:r>
      <w:r w:rsidR="00BE611A">
        <w:rPr>
          <w:rFonts w:cs="Georgia"/>
          <w:kern w:val="1"/>
        </w:rPr>
        <w:t>vient d</w:t>
      </w:r>
      <w:r>
        <w:rPr>
          <w:rFonts w:cs="Georgia"/>
          <w:kern w:val="1"/>
        </w:rPr>
        <w:t>’</w:t>
      </w:r>
      <w:r w:rsidR="00BE611A">
        <w:rPr>
          <w:rFonts w:cs="Georgia"/>
          <w:kern w:val="1"/>
        </w:rPr>
        <w:t>entrer au cachot pour une semaine</w:t>
      </w:r>
      <w:r>
        <w:rPr>
          <w:rFonts w:cs="Georgia"/>
          <w:kern w:val="1"/>
        </w:rPr>
        <w:t xml:space="preserve">, </w:t>
      </w:r>
      <w:r w:rsidR="00BE611A">
        <w:rPr>
          <w:rFonts w:cs="Georgia"/>
          <w:kern w:val="1"/>
        </w:rPr>
        <w:t>dit-il froidement</w:t>
      </w:r>
      <w:r>
        <w:rPr>
          <w:rFonts w:cs="Georgia"/>
          <w:kern w:val="1"/>
        </w:rPr>
        <w:t xml:space="preserve">. </w:t>
      </w:r>
      <w:r w:rsidR="00BE611A">
        <w:rPr>
          <w:rFonts w:cs="Georgia"/>
          <w:kern w:val="1"/>
        </w:rPr>
        <w:t>Voici la décision signée de moi</w:t>
      </w:r>
      <w:r>
        <w:rPr>
          <w:rFonts w:cs="Georgia"/>
          <w:kern w:val="1"/>
        </w:rPr>
        <w:t xml:space="preserve">. </w:t>
      </w:r>
      <w:r w:rsidR="00BE611A">
        <w:rPr>
          <w:rFonts w:cs="Georgia"/>
          <w:kern w:val="1"/>
        </w:rPr>
        <w:t>Quant au soldat Audemard</w:t>
      </w:r>
      <w:r>
        <w:rPr>
          <w:rFonts w:cs="Georgia"/>
          <w:kern w:val="1"/>
        </w:rPr>
        <w:t xml:space="preserve">, </w:t>
      </w:r>
      <w:r w:rsidR="00BE611A">
        <w:rPr>
          <w:rFonts w:cs="Georgia"/>
          <w:kern w:val="1"/>
        </w:rPr>
        <w:t>qui</w:t>
      </w:r>
      <w:r>
        <w:rPr>
          <w:rFonts w:cs="Georgia"/>
          <w:kern w:val="1"/>
        </w:rPr>
        <w:t xml:space="preserve">, </w:t>
      </w:r>
      <w:r w:rsidR="00BE611A">
        <w:rPr>
          <w:rFonts w:cs="Georgia"/>
          <w:kern w:val="1"/>
        </w:rPr>
        <w:lastRenderedPageBreak/>
        <w:t>par deux fois</w:t>
      </w:r>
      <w:r>
        <w:rPr>
          <w:rFonts w:cs="Georgia"/>
          <w:kern w:val="1"/>
        </w:rPr>
        <w:t xml:space="preserve">, </w:t>
      </w:r>
      <w:r w:rsidR="00BE611A">
        <w:rPr>
          <w:rFonts w:cs="Georgia"/>
          <w:kern w:val="1"/>
        </w:rPr>
        <w:t>a refusé d</w:t>
      </w:r>
      <w:r>
        <w:rPr>
          <w:rFonts w:cs="Georgia"/>
          <w:kern w:val="1"/>
        </w:rPr>
        <w:t>’</w:t>
      </w:r>
      <w:r w:rsidR="00BE611A">
        <w:rPr>
          <w:rFonts w:cs="Georgia"/>
          <w:kern w:val="1"/>
        </w:rPr>
        <w:t>exécuter un ordre que son gardien lui donnait</w:t>
      </w:r>
      <w:r>
        <w:rPr>
          <w:rFonts w:cs="Georgia"/>
          <w:kern w:val="1"/>
        </w:rPr>
        <w:t xml:space="preserve">, </w:t>
      </w:r>
      <w:r w:rsidR="00BE611A">
        <w:rPr>
          <w:rFonts w:cs="Georgia"/>
          <w:kern w:val="1"/>
        </w:rPr>
        <w:t>il y entrera à son tour pour une semaine</w:t>
      </w:r>
      <w:r>
        <w:rPr>
          <w:rFonts w:cs="Georgia"/>
          <w:kern w:val="1"/>
        </w:rPr>
        <w:t xml:space="preserve">, </w:t>
      </w:r>
      <w:r w:rsidR="00BE611A">
        <w:rPr>
          <w:rFonts w:cs="Georgia"/>
          <w:kern w:val="1"/>
        </w:rPr>
        <w:t>dès que le médecin l</w:t>
      </w:r>
      <w:r>
        <w:rPr>
          <w:rFonts w:cs="Georgia"/>
          <w:kern w:val="1"/>
        </w:rPr>
        <w:t>’</w:t>
      </w:r>
      <w:r w:rsidR="00BE611A">
        <w:rPr>
          <w:rFonts w:cs="Georgia"/>
          <w:kern w:val="1"/>
        </w:rPr>
        <w:t>aura jugé en état d</w:t>
      </w:r>
      <w:r>
        <w:rPr>
          <w:rFonts w:cs="Georgia"/>
          <w:kern w:val="1"/>
        </w:rPr>
        <w:t>’</w:t>
      </w:r>
      <w:r w:rsidR="00BE611A">
        <w:rPr>
          <w:rFonts w:cs="Georgia"/>
          <w:kern w:val="1"/>
        </w:rPr>
        <w:t>accomplir sa punition</w:t>
      </w:r>
      <w:r>
        <w:rPr>
          <w:rFonts w:cs="Georgia"/>
          <w:kern w:val="1"/>
        </w:rPr>
        <w:t xml:space="preserve">. </w:t>
      </w:r>
      <w:r w:rsidR="00BE611A">
        <w:rPr>
          <w:rFonts w:cs="Georgia"/>
          <w:kern w:val="1"/>
        </w:rPr>
        <w:t>Vous voyez que je suis au courant</w:t>
      </w:r>
      <w:r>
        <w:rPr>
          <w:rFonts w:cs="Georgia"/>
          <w:kern w:val="1"/>
        </w:rPr>
        <w:t>.</w:t>
      </w:r>
    </w:p>
    <w:p w14:paraId="42946C4C" w14:textId="77777777" w:rsidR="000E1451" w:rsidRDefault="00BE611A" w:rsidP="00BE611A">
      <w:pPr>
        <w:rPr>
          <w:rFonts w:cs="Georgia"/>
          <w:kern w:val="1"/>
        </w:rPr>
      </w:pPr>
      <w:r>
        <w:rPr>
          <w:rFonts w:cs="Georgia"/>
          <w:kern w:val="1"/>
        </w:rPr>
        <w:t>Parlant ainsi</w:t>
      </w:r>
      <w:r w:rsidR="000E1451">
        <w:rPr>
          <w:rFonts w:cs="Georgia"/>
          <w:kern w:val="1"/>
        </w:rPr>
        <w:t xml:space="preserve">, </w:t>
      </w:r>
      <w:r>
        <w:rPr>
          <w:rFonts w:cs="Georgia"/>
          <w:kern w:val="1"/>
        </w:rPr>
        <w:t>il me regardait avec curiosité</w:t>
      </w:r>
      <w:r w:rsidR="000E1451">
        <w:rPr>
          <w:rFonts w:cs="Georgia"/>
          <w:kern w:val="1"/>
        </w:rPr>
        <w:t>.</w:t>
      </w:r>
    </w:p>
    <w:p w14:paraId="530B70E8" w14:textId="77777777" w:rsidR="000E1451" w:rsidRDefault="000E1451" w:rsidP="00BE611A">
      <w:pPr>
        <w:rPr>
          <w:rFonts w:cs="Georgia"/>
          <w:kern w:val="1"/>
        </w:rPr>
      </w:pPr>
      <w:r>
        <w:rPr>
          <w:rFonts w:cs="Georgia"/>
          <w:kern w:val="1"/>
        </w:rPr>
        <w:t>— </w:t>
      </w:r>
      <w:r w:rsidR="00BE611A">
        <w:rPr>
          <w:rFonts w:cs="Georgia"/>
          <w:kern w:val="1"/>
        </w:rPr>
        <w:t>Mais vous-même</w:t>
      </w:r>
      <w:r>
        <w:rPr>
          <w:rFonts w:cs="Georgia"/>
          <w:kern w:val="1"/>
        </w:rPr>
        <w:t xml:space="preserve">, </w:t>
      </w:r>
      <w:r w:rsidR="00BE611A">
        <w:rPr>
          <w:rFonts w:cs="Georgia"/>
          <w:kern w:val="1"/>
        </w:rPr>
        <w:t>qu</w:t>
      </w:r>
      <w:r>
        <w:rPr>
          <w:rFonts w:cs="Georgia"/>
          <w:kern w:val="1"/>
        </w:rPr>
        <w:t>’</w:t>
      </w:r>
      <w:r w:rsidR="00BE611A">
        <w:rPr>
          <w:rFonts w:cs="Georgia"/>
          <w:kern w:val="1"/>
        </w:rPr>
        <w:t>avez-vous au front</w:t>
      </w:r>
      <w:r>
        <w:rPr>
          <w:rFonts w:cs="Georgia"/>
          <w:kern w:val="1"/>
        </w:rPr>
        <w:t xml:space="preserve"> ? </w:t>
      </w:r>
      <w:r w:rsidR="00BE611A">
        <w:rPr>
          <w:rFonts w:cs="Georgia"/>
          <w:kern w:val="1"/>
        </w:rPr>
        <w:t>Serait-ce également le gefreiter Billig qui</w:t>
      </w:r>
      <w:r>
        <w:rPr>
          <w:rFonts w:cs="Georgia"/>
          <w:kern w:val="1"/>
        </w:rPr>
        <w:t>…</w:t>
      </w:r>
    </w:p>
    <w:p w14:paraId="78F75130" w14:textId="77777777" w:rsidR="000E1451" w:rsidRDefault="000E1451" w:rsidP="00BE611A">
      <w:pPr>
        <w:rPr>
          <w:rFonts w:cs="Georgia"/>
          <w:kern w:val="1"/>
        </w:rPr>
      </w:pPr>
      <w:r>
        <w:rPr>
          <w:rFonts w:cs="Georgia"/>
          <w:kern w:val="1"/>
        </w:rPr>
        <w:t>— </w:t>
      </w:r>
      <w:r w:rsidR="00BE611A">
        <w:rPr>
          <w:rFonts w:cs="Georgia"/>
          <w:kern w:val="1"/>
        </w:rPr>
        <w:t>Un coup de marteau que je me suis donné en perçant une muraille</w:t>
      </w:r>
      <w:r>
        <w:rPr>
          <w:rFonts w:cs="Georgia"/>
          <w:kern w:val="1"/>
        </w:rPr>
        <w:t xml:space="preserve">, </w:t>
      </w:r>
      <w:r w:rsidR="00BE611A">
        <w:rPr>
          <w:rFonts w:cs="Georgia"/>
          <w:kern w:val="1"/>
        </w:rPr>
        <w:t>répondis-je</w:t>
      </w:r>
      <w:r>
        <w:rPr>
          <w:rFonts w:cs="Georgia"/>
          <w:kern w:val="1"/>
        </w:rPr>
        <w:t>.</w:t>
      </w:r>
    </w:p>
    <w:p w14:paraId="42F2A7A2" w14:textId="77777777" w:rsidR="000E1451" w:rsidRDefault="000E1451" w:rsidP="00BE611A">
      <w:pPr>
        <w:rPr>
          <w:rFonts w:cs="Georgia"/>
          <w:kern w:val="1"/>
        </w:rPr>
      </w:pPr>
      <w:r>
        <w:rPr>
          <w:rFonts w:cs="Georgia"/>
          <w:kern w:val="1"/>
        </w:rPr>
        <w:t>— </w:t>
      </w:r>
      <w:r w:rsidR="00BE611A">
        <w:rPr>
          <w:rFonts w:cs="Georgia"/>
          <w:kern w:val="1"/>
        </w:rPr>
        <w:t>Au château</w:t>
      </w:r>
      <w:r>
        <w:rPr>
          <w:rFonts w:cs="Georgia"/>
          <w:kern w:val="1"/>
        </w:rPr>
        <w:t> ?</w:t>
      </w:r>
    </w:p>
    <w:p w14:paraId="7215BBCE" w14:textId="77777777" w:rsidR="000E1451" w:rsidRDefault="000E1451" w:rsidP="00BE611A">
      <w:pPr>
        <w:rPr>
          <w:rFonts w:cs="Georgia"/>
          <w:kern w:val="1"/>
        </w:rPr>
      </w:pPr>
      <w:r>
        <w:rPr>
          <w:rFonts w:cs="Georgia"/>
          <w:kern w:val="1"/>
        </w:rPr>
        <w:t>— </w:t>
      </w:r>
      <w:r w:rsidR="00BE611A">
        <w:rPr>
          <w:rFonts w:cs="Georgia"/>
          <w:kern w:val="1"/>
        </w:rPr>
        <w:t>Au château</w:t>
      </w:r>
      <w:r>
        <w:rPr>
          <w:rFonts w:cs="Georgia"/>
          <w:kern w:val="1"/>
        </w:rPr>
        <w:t>.</w:t>
      </w:r>
    </w:p>
    <w:p w14:paraId="46D2B264" w14:textId="77777777" w:rsidR="000E1451" w:rsidRDefault="000E1451" w:rsidP="00BE611A">
      <w:pPr>
        <w:rPr>
          <w:rFonts w:cs="Georgia"/>
          <w:kern w:val="1"/>
        </w:rPr>
      </w:pPr>
      <w:r>
        <w:rPr>
          <w:rFonts w:cs="Georgia"/>
          <w:kern w:val="1"/>
        </w:rPr>
        <w:t>— </w:t>
      </w:r>
      <w:r w:rsidR="00BE611A">
        <w:rPr>
          <w:rFonts w:cs="Georgia"/>
          <w:kern w:val="1"/>
        </w:rPr>
        <w:t>Hier après-midi</w:t>
      </w:r>
      <w:r>
        <w:rPr>
          <w:rFonts w:cs="Georgia"/>
          <w:kern w:val="1"/>
        </w:rPr>
        <w:t> ?</w:t>
      </w:r>
    </w:p>
    <w:p w14:paraId="1C12772E" w14:textId="77777777" w:rsidR="000E1451" w:rsidRDefault="000E1451" w:rsidP="00BE611A">
      <w:pPr>
        <w:rPr>
          <w:rFonts w:cs="Georgia"/>
          <w:kern w:val="1"/>
        </w:rPr>
      </w:pPr>
      <w:r>
        <w:rPr>
          <w:rFonts w:cs="Georgia"/>
          <w:kern w:val="1"/>
        </w:rPr>
        <w:t>— </w:t>
      </w:r>
      <w:r w:rsidR="00BE611A">
        <w:rPr>
          <w:rFonts w:cs="Georgia"/>
          <w:kern w:val="1"/>
        </w:rPr>
        <w:t>Hier après-midi</w:t>
      </w:r>
      <w:r>
        <w:rPr>
          <w:rFonts w:cs="Georgia"/>
          <w:kern w:val="1"/>
        </w:rPr>
        <w:t>.</w:t>
      </w:r>
    </w:p>
    <w:p w14:paraId="0B72D2D1" w14:textId="77777777" w:rsidR="000E1451" w:rsidRDefault="000E1451" w:rsidP="00BE611A">
      <w:pPr>
        <w:rPr>
          <w:rFonts w:cs="Georgia"/>
          <w:kern w:val="1"/>
        </w:rPr>
      </w:pPr>
      <w:r>
        <w:rPr>
          <w:rFonts w:cs="Georgia"/>
          <w:kern w:val="1"/>
        </w:rPr>
        <w:t>— </w:t>
      </w:r>
      <w:r w:rsidR="00BE611A">
        <w:rPr>
          <w:rFonts w:cs="Georgia"/>
          <w:kern w:val="1"/>
        </w:rPr>
        <w:t>En ce cas</w:t>
      </w:r>
      <w:r>
        <w:rPr>
          <w:rFonts w:cs="Georgia"/>
          <w:kern w:val="1"/>
        </w:rPr>
        <w:t xml:space="preserve">, </w:t>
      </w:r>
      <w:r w:rsidR="00BE611A">
        <w:rPr>
          <w:rFonts w:cs="Georgia"/>
          <w:kern w:val="1"/>
        </w:rPr>
        <w:t>voici un coup dont l</w:t>
      </w:r>
      <w:r>
        <w:rPr>
          <w:rFonts w:cs="Georgia"/>
          <w:kern w:val="1"/>
        </w:rPr>
        <w:t>’</w:t>
      </w:r>
      <w:r w:rsidR="00BE611A">
        <w:rPr>
          <w:rFonts w:cs="Georgia"/>
          <w:kern w:val="1"/>
        </w:rPr>
        <w:t>effet aura été à retardement</w:t>
      </w:r>
      <w:r>
        <w:rPr>
          <w:rFonts w:cs="Georgia"/>
          <w:kern w:val="1"/>
        </w:rPr>
        <w:t xml:space="preserve">. </w:t>
      </w:r>
      <w:r w:rsidR="00BE611A">
        <w:rPr>
          <w:rFonts w:cs="Georgia"/>
          <w:kern w:val="1"/>
        </w:rPr>
        <w:t>Je vous ai croisé hier soir</w:t>
      </w:r>
      <w:r>
        <w:rPr>
          <w:rFonts w:cs="Georgia"/>
          <w:kern w:val="1"/>
        </w:rPr>
        <w:t xml:space="preserve">, </w:t>
      </w:r>
      <w:r w:rsidR="00BE611A">
        <w:rPr>
          <w:rFonts w:cs="Georgia"/>
          <w:kern w:val="1"/>
        </w:rPr>
        <w:t>comme vous reveniez de Reichendorf</w:t>
      </w:r>
      <w:r>
        <w:rPr>
          <w:rFonts w:cs="Georgia"/>
          <w:kern w:val="1"/>
        </w:rPr>
        <w:t xml:space="preserve">. </w:t>
      </w:r>
      <w:r w:rsidR="00BE611A">
        <w:rPr>
          <w:rFonts w:cs="Georgia"/>
          <w:kern w:val="1"/>
        </w:rPr>
        <w:t>Il m</w:t>
      </w:r>
      <w:r>
        <w:rPr>
          <w:rFonts w:cs="Georgia"/>
          <w:kern w:val="1"/>
        </w:rPr>
        <w:t>’</w:t>
      </w:r>
      <w:r w:rsidR="00BE611A">
        <w:rPr>
          <w:rFonts w:cs="Georgia"/>
          <w:kern w:val="1"/>
        </w:rPr>
        <w:t>a bien semblé que vous n</w:t>
      </w:r>
      <w:r>
        <w:rPr>
          <w:rFonts w:cs="Georgia"/>
          <w:kern w:val="1"/>
        </w:rPr>
        <w:t>’</w:t>
      </w:r>
      <w:r w:rsidR="00BE611A">
        <w:rPr>
          <w:rFonts w:cs="Georgia"/>
          <w:kern w:val="1"/>
        </w:rPr>
        <w:t>aviez alors aucune trace de meurtrissure</w:t>
      </w:r>
      <w:r>
        <w:rPr>
          <w:rFonts w:cs="Georgia"/>
          <w:kern w:val="1"/>
        </w:rPr>
        <w:t>.</w:t>
      </w:r>
    </w:p>
    <w:p w14:paraId="4F0E4AC1" w14:textId="77777777" w:rsidR="000E1451" w:rsidRDefault="00BE611A" w:rsidP="00BE611A">
      <w:pPr>
        <w:rPr>
          <w:rFonts w:cs="Georgia"/>
          <w:kern w:val="1"/>
        </w:rPr>
      </w:pPr>
      <w:r>
        <w:rPr>
          <w:rFonts w:cs="Georgia"/>
          <w:kern w:val="1"/>
        </w:rPr>
        <w:t>Je me gardai de répondre</w:t>
      </w:r>
      <w:r w:rsidR="000E1451">
        <w:rPr>
          <w:rFonts w:cs="Georgia"/>
          <w:kern w:val="1"/>
        </w:rPr>
        <w:t xml:space="preserve">. </w:t>
      </w:r>
      <w:r>
        <w:rPr>
          <w:rFonts w:cs="Georgia"/>
          <w:kern w:val="1"/>
        </w:rPr>
        <w:t>Il eut une moue qui devait signifier</w:t>
      </w:r>
      <w:r w:rsidR="000E1451">
        <w:rPr>
          <w:rFonts w:cs="Georgia"/>
          <w:kern w:val="1"/>
        </w:rPr>
        <w:t> : « </w:t>
      </w:r>
      <w:r>
        <w:rPr>
          <w:rFonts w:cs="Georgia"/>
          <w:kern w:val="1"/>
        </w:rPr>
        <w:t>Après tout</w:t>
      </w:r>
      <w:r w:rsidR="000E1451">
        <w:rPr>
          <w:rFonts w:cs="Georgia"/>
          <w:kern w:val="1"/>
        </w:rPr>
        <w:t xml:space="preserve">, </w:t>
      </w:r>
      <w:r>
        <w:rPr>
          <w:rFonts w:cs="Georgia"/>
          <w:kern w:val="1"/>
        </w:rPr>
        <w:t>c</w:t>
      </w:r>
      <w:r w:rsidR="000E1451">
        <w:rPr>
          <w:rFonts w:cs="Georgia"/>
          <w:kern w:val="1"/>
        </w:rPr>
        <w:t>’</w:t>
      </w:r>
      <w:r>
        <w:rPr>
          <w:rFonts w:cs="Georgia"/>
          <w:kern w:val="1"/>
        </w:rPr>
        <w:t>est votre affaire</w:t>
      </w:r>
      <w:r w:rsidR="000E1451">
        <w:rPr>
          <w:rFonts w:cs="Georgia"/>
          <w:kern w:val="1"/>
        </w:rPr>
        <w:t> ; ».</w:t>
      </w:r>
    </w:p>
    <w:p w14:paraId="7256BC1B" w14:textId="77777777" w:rsidR="000E1451" w:rsidRDefault="000E1451" w:rsidP="00BE611A">
      <w:pPr>
        <w:rPr>
          <w:rFonts w:cs="Georgia"/>
          <w:kern w:val="1"/>
        </w:rPr>
      </w:pPr>
      <w:r>
        <w:rPr>
          <w:rFonts w:cs="Georgia"/>
          <w:kern w:val="1"/>
        </w:rPr>
        <w:t>— </w:t>
      </w:r>
      <w:r w:rsidR="00BE611A">
        <w:rPr>
          <w:rFonts w:cs="Georgia"/>
          <w:kern w:val="1"/>
        </w:rPr>
        <w:t>Vous pouvez disposer</w:t>
      </w:r>
      <w:r>
        <w:rPr>
          <w:rFonts w:cs="Georgia"/>
          <w:kern w:val="1"/>
        </w:rPr>
        <w:t xml:space="preserve">, </w:t>
      </w:r>
      <w:r w:rsidR="00BE611A">
        <w:rPr>
          <w:rFonts w:cs="Georgia"/>
          <w:kern w:val="1"/>
        </w:rPr>
        <w:t>nous dit-il</w:t>
      </w:r>
      <w:r>
        <w:rPr>
          <w:rFonts w:cs="Georgia"/>
          <w:kern w:val="1"/>
        </w:rPr>
        <w:t>.</w:t>
      </w:r>
    </w:p>
    <w:p w14:paraId="047B4A87" w14:textId="77777777" w:rsidR="00BE611A" w:rsidRDefault="00BE611A" w:rsidP="00BE611A">
      <w:pPr>
        <w:rPr>
          <w:rFonts w:cs="Georgia"/>
          <w:kern w:val="1"/>
        </w:rPr>
      </w:pPr>
    </w:p>
    <w:p w14:paraId="08E6D41E" w14:textId="77777777" w:rsidR="000E1451" w:rsidRDefault="00BE611A" w:rsidP="00BE611A">
      <w:pPr>
        <w:rPr>
          <w:rFonts w:cs="Georgia"/>
          <w:kern w:val="1"/>
        </w:rPr>
      </w:pPr>
      <w:r>
        <w:rPr>
          <w:rFonts w:cs="Georgia"/>
          <w:kern w:val="1"/>
        </w:rPr>
        <w:t>Par suite d</w:t>
      </w:r>
      <w:r w:rsidR="000E1451">
        <w:rPr>
          <w:rFonts w:cs="Georgia"/>
          <w:kern w:val="1"/>
        </w:rPr>
        <w:t>’</w:t>
      </w:r>
      <w:r>
        <w:rPr>
          <w:rFonts w:cs="Georgia"/>
          <w:kern w:val="1"/>
        </w:rPr>
        <w:t>une erreur de consigne</w:t>
      </w:r>
      <w:r w:rsidR="000E1451">
        <w:rPr>
          <w:rFonts w:cs="Georgia"/>
          <w:kern w:val="1"/>
        </w:rPr>
        <w:t xml:space="preserve">, </w:t>
      </w:r>
      <w:r>
        <w:rPr>
          <w:rFonts w:cs="Georgia"/>
          <w:kern w:val="1"/>
        </w:rPr>
        <w:t>le soldat chargé de m</w:t>
      </w:r>
      <w:r w:rsidR="000E1451">
        <w:rPr>
          <w:rFonts w:cs="Georgia"/>
          <w:kern w:val="1"/>
        </w:rPr>
        <w:t>’</w:t>
      </w:r>
      <w:r>
        <w:rPr>
          <w:rFonts w:cs="Georgia"/>
          <w:kern w:val="1"/>
        </w:rPr>
        <w:t>accompagner se trouva ce matin-là en retard</w:t>
      </w:r>
      <w:r w:rsidR="000E1451">
        <w:rPr>
          <w:rFonts w:cs="Georgia"/>
          <w:kern w:val="1"/>
        </w:rPr>
        <w:t xml:space="preserve">. </w:t>
      </w:r>
      <w:r>
        <w:rPr>
          <w:rFonts w:cs="Georgia"/>
          <w:kern w:val="1"/>
        </w:rPr>
        <w:t>Il était près de huit heures et demie quand j</w:t>
      </w:r>
      <w:r w:rsidR="000E1451">
        <w:rPr>
          <w:rFonts w:cs="Georgia"/>
          <w:kern w:val="1"/>
        </w:rPr>
        <w:t>’</w:t>
      </w:r>
      <w:r>
        <w:rPr>
          <w:rFonts w:cs="Georgia"/>
          <w:kern w:val="1"/>
        </w:rPr>
        <w:t>arrivai au château</w:t>
      </w:r>
      <w:r w:rsidR="000E1451">
        <w:rPr>
          <w:rFonts w:cs="Georgia"/>
          <w:kern w:val="1"/>
        </w:rPr>
        <w:t xml:space="preserve">. </w:t>
      </w:r>
      <w:r>
        <w:rPr>
          <w:rFonts w:cs="Georgia"/>
          <w:kern w:val="1"/>
        </w:rPr>
        <w:t>Sur le seuil de la grande porte</w:t>
      </w:r>
      <w:r w:rsidR="000E1451">
        <w:rPr>
          <w:rFonts w:cs="Georgia"/>
          <w:kern w:val="1"/>
        </w:rPr>
        <w:t xml:space="preserve">, </w:t>
      </w:r>
      <w:r>
        <w:rPr>
          <w:rFonts w:cs="Georgia"/>
          <w:kern w:val="1"/>
        </w:rPr>
        <w:t>Gottlieb guettait ma venue</w:t>
      </w:r>
      <w:r w:rsidR="000E1451">
        <w:rPr>
          <w:rFonts w:cs="Georgia"/>
          <w:kern w:val="1"/>
        </w:rPr>
        <w:t>.</w:t>
      </w:r>
    </w:p>
    <w:p w14:paraId="1A6449C9" w14:textId="77777777" w:rsidR="000E1451" w:rsidRDefault="000E1451" w:rsidP="00BE611A">
      <w:pPr>
        <w:rPr>
          <w:rFonts w:cs="Georgia"/>
          <w:kern w:val="1"/>
        </w:rPr>
      </w:pPr>
      <w:r>
        <w:rPr>
          <w:rFonts w:cs="Georgia"/>
          <w:kern w:val="1"/>
        </w:rPr>
        <w:lastRenderedPageBreak/>
        <w:t>— </w:t>
      </w:r>
      <w:r w:rsidR="00BE611A">
        <w:rPr>
          <w:rFonts w:cs="Georgia"/>
          <w:kern w:val="1"/>
        </w:rPr>
        <w:t>Mademoiselle vous a attendu</w:t>
      </w:r>
      <w:r>
        <w:rPr>
          <w:rFonts w:cs="Georgia"/>
          <w:kern w:val="1"/>
        </w:rPr>
        <w:t xml:space="preserve">, </w:t>
      </w:r>
      <w:r w:rsidR="00BE611A">
        <w:rPr>
          <w:rFonts w:cs="Georgia"/>
          <w:kern w:val="1"/>
        </w:rPr>
        <w:t>dit-il</w:t>
      </w:r>
      <w:r>
        <w:rPr>
          <w:rFonts w:cs="Georgia"/>
          <w:kern w:val="1"/>
        </w:rPr>
        <w:t xml:space="preserve">. </w:t>
      </w:r>
      <w:r w:rsidR="00BE611A">
        <w:rPr>
          <w:rFonts w:cs="Georgia"/>
          <w:kern w:val="1"/>
        </w:rPr>
        <w:t>Elle est partie il y a environ un quart d</w:t>
      </w:r>
      <w:r>
        <w:rPr>
          <w:rFonts w:cs="Georgia"/>
          <w:kern w:val="1"/>
        </w:rPr>
        <w:t>’</w:t>
      </w:r>
      <w:r w:rsidR="00BE611A">
        <w:rPr>
          <w:rFonts w:cs="Georgia"/>
          <w:kern w:val="1"/>
        </w:rPr>
        <w:t>heure</w:t>
      </w:r>
      <w:r>
        <w:rPr>
          <w:rFonts w:cs="Georgia"/>
          <w:kern w:val="1"/>
        </w:rPr>
        <w:t xml:space="preserve">, </w:t>
      </w:r>
      <w:r w:rsidR="00BE611A">
        <w:rPr>
          <w:rFonts w:cs="Georgia"/>
          <w:kern w:val="1"/>
        </w:rPr>
        <w:t>après m</w:t>
      </w:r>
      <w:r>
        <w:rPr>
          <w:rFonts w:cs="Georgia"/>
          <w:kern w:val="1"/>
        </w:rPr>
        <w:t>’</w:t>
      </w:r>
      <w:r w:rsidR="00BE611A">
        <w:rPr>
          <w:rFonts w:cs="Georgia"/>
          <w:kern w:val="1"/>
        </w:rPr>
        <w:t>avoir chargé de vous montrer les deux ou trois détails du pavillon dont elle vous demande de vous occuper</w:t>
      </w:r>
      <w:r>
        <w:rPr>
          <w:rFonts w:cs="Georgia"/>
          <w:kern w:val="1"/>
        </w:rPr>
        <w:t>.</w:t>
      </w:r>
    </w:p>
    <w:p w14:paraId="146F510E" w14:textId="77777777" w:rsidR="000E1451" w:rsidRDefault="000E1451" w:rsidP="00BE611A">
      <w:pPr>
        <w:rPr>
          <w:rFonts w:cs="Georgia"/>
          <w:kern w:val="1"/>
        </w:rPr>
      </w:pPr>
      <w:r>
        <w:rPr>
          <w:rFonts w:cs="Georgia"/>
          <w:kern w:val="1"/>
        </w:rPr>
        <w:t>— </w:t>
      </w:r>
      <w:r w:rsidR="00BE611A">
        <w:rPr>
          <w:rFonts w:cs="Georgia"/>
          <w:kern w:val="1"/>
        </w:rPr>
        <w:t>Quoi</w:t>
      </w:r>
      <w:r>
        <w:rPr>
          <w:rFonts w:cs="Georgia"/>
          <w:kern w:val="1"/>
        </w:rPr>
        <w:t xml:space="preserve"> ! </w:t>
      </w:r>
      <w:r w:rsidR="00BE611A">
        <w:rPr>
          <w:rFonts w:cs="Georgia"/>
          <w:kern w:val="1"/>
        </w:rPr>
        <w:t>fis-je</w:t>
      </w:r>
      <w:r>
        <w:rPr>
          <w:rFonts w:cs="Georgia"/>
          <w:kern w:val="1"/>
        </w:rPr>
        <w:t xml:space="preserve">, </w:t>
      </w:r>
      <w:r w:rsidR="00BE611A">
        <w:rPr>
          <w:rFonts w:cs="Georgia"/>
          <w:kern w:val="1"/>
        </w:rPr>
        <w:t>elle est sortie</w:t>
      </w:r>
      <w:r>
        <w:rPr>
          <w:rFonts w:cs="Georgia"/>
          <w:kern w:val="1"/>
        </w:rPr>
        <w:t xml:space="preserve"> ? </w:t>
      </w:r>
      <w:r w:rsidR="00BE611A">
        <w:rPr>
          <w:rFonts w:cs="Georgia"/>
          <w:kern w:val="1"/>
        </w:rPr>
        <w:t>Mais le temps menace d</w:t>
      </w:r>
      <w:r>
        <w:rPr>
          <w:rFonts w:cs="Georgia"/>
          <w:kern w:val="1"/>
        </w:rPr>
        <w:t>’</w:t>
      </w:r>
      <w:r w:rsidR="00BE611A">
        <w:rPr>
          <w:rFonts w:cs="Georgia"/>
          <w:kern w:val="1"/>
        </w:rPr>
        <w:t>être encore plus mauvais aujourd</w:t>
      </w:r>
      <w:r>
        <w:rPr>
          <w:rFonts w:cs="Georgia"/>
          <w:kern w:val="1"/>
        </w:rPr>
        <w:t>’</w:t>
      </w:r>
      <w:r w:rsidR="00BE611A">
        <w:rPr>
          <w:rFonts w:cs="Georgia"/>
          <w:kern w:val="1"/>
        </w:rPr>
        <w:t>hui qu</w:t>
      </w:r>
      <w:r>
        <w:rPr>
          <w:rFonts w:cs="Georgia"/>
          <w:kern w:val="1"/>
        </w:rPr>
        <w:t>’</w:t>
      </w:r>
      <w:r w:rsidR="00BE611A">
        <w:rPr>
          <w:rFonts w:cs="Georgia"/>
          <w:kern w:val="1"/>
        </w:rPr>
        <w:t>hier</w:t>
      </w:r>
      <w:r>
        <w:rPr>
          <w:rFonts w:cs="Georgia"/>
          <w:kern w:val="1"/>
        </w:rPr>
        <w:t> !…</w:t>
      </w:r>
    </w:p>
    <w:p w14:paraId="0D853FEF" w14:textId="77777777" w:rsidR="000E1451" w:rsidRDefault="00BE611A" w:rsidP="00BE611A">
      <w:pPr>
        <w:rPr>
          <w:rFonts w:cs="Georgia"/>
          <w:kern w:val="1"/>
        </w:rPr>
      </w:pPr>
      <w:r>
        <w:rPr>
          <w:rFonts w:cs="Georgia"/>
          <w:kern w:val="1"/>
        </w:rPr>
        <w:t>Ce n</w:t>
      </w:r>
      <w:r w:rsidR="000E1451">
        <w:rPr>
          <w:rFonts w:cs="Georgia"/>
          <w:kern w:val="1"/>
        </w:rPr>
        <w:t>’</w:t>
      </w:r>
      <w:r>
        <w:rPr>
          <w:rFonts w:cs="Georgia"/>
          <w:kern w:val="1"/>
        </w:rPr>
        <w:t>était pas une exagération</w:t>
      </w:r>
      <w:r w:rsidR="000E1451">
        <w:rPr>
          <w:rFonts w:cs="Georgia"/>
          <w:kern w:val="1"/>
        </w:rPr>
        <w:t xml:space="preserve">. </w:t>
      </w:r>
      <w:r>
        <w:rPr>
          <w:rFonts w:cs="Georgia"/>
          <w:kern w:val="1"/>
        </w:rPr>
        <w:t>Pour l</w:t>
      </w:r>
      <w:r w:rsidR="000E1451">
        <w:rPr>
          <w:rFonts w:cs="Georgia"/>
          <w:kern w:val="1"/>
        </w:rPr>
        <w:t>’</w:t>
      </w:r>
      <w:r>
        <w:rPr>
          <w:rFonts w:cs="Georgia"/>
          <w:kern w:val="1"/>
        </w:rPr>
        <w:t>instant</w:t>
      </w:r>
      <w:r w:rsidR="000E1451">
        <w:rPr>
          <w:rFonts w:cs="Georgia"/>
          <w:kern w:val="1"/>
        </w:rPr>
        <w:t xml:space="preserve">, </w:t>
      </w:r>
      <w:r>
        <w:rPr>
          <w:rFonts w:cs="Georgia"/>
          <w:kern w:val="1"/>
        </w:rPr>
        <w:t>il ne pleuvait pas</w:t>
      </w:r>
      <w:r w:rsidR="000E1451">
        <w:rPr>
          <w:rFonts w:cs="Georgia"/>
          <w:kern w:val="1"/>
        </w:rPr>
        <w:t xml:space="preserve">. </w:t>
      </w:r>
      <w:r>
        <w:rPr>
          <w:rFonts w:cs="Georgia"/>
          <w:kern w:val="1"/>
        </w:rPr>
        <w:t>Il n</w:t>
      </w:r>
      <w:r w:rsidR="000E1451">
        <w:rPr>
          <w:rFonts w:cs="Georgia"/>
          <w:kern w:val="1"/>
        </w:rPr>
        <w:t>’</w:t>
      </w:r>
      <w:r>
        <w:rPr>
          <w:rFonts w:cs="Georgia"/>
          <w:kern w:val="1"/>
        </w:rPr>
        <w:t>y avait pas de vent non plus</w:t>
      </w:r>
      <w:r w:rsidR="000E1451">
        <w:rPr>
          <w:rFonts w:cs="Georgia"/>
          <w:kern w:val="1"/>
        </w:rPr>
        <w:t xml:space="preserve">. </w:t>
      </w:r>
      <w:r>
        <w:rPr>
          <w:rFonts w:cs="Georgia"/>
          <w:kern w:val="1"/>
        </w:rPr>
        <w:t>Sous un ciel de cuivre pâle</w:t>
      </w:r>
      <w:r w:rsidR="000E1451">
        <w:rPr>
          <w:rFonts w:cs="Georgia"/>
          <w:kern w:val="1"/>
        </w:rPr>
        <w:t xml:space="preserve">, </w:t>
      </w:r>
      <w:r>
        <w:rPr>
          <w:rFonts w:cs="Georgia"/>
          <w:kern w:val="1"/>
        </w:rPr>
        <w:t>dans lequel on eût cherché vainement l</w:t>
      </w:r>
      <w:r w:rsidR="000E1451">
        <w:rPr>
          <w:rFonts w:cs="Georgia"/>
          <w:kern w:val="1"/>
        </w:rPr>
        <w:t>’</w:t>
      </w:r>
      <w:r>
        <w:rPr>
          <w:rFonts w:cs="Georgia"/>
          <w:kern w:val="1"/>
        </w:rPr>
        <w:t>endroit où le soleil pouvait en être de sa course</w:t>
      </w:r>
      <w:r w:rsidR="000E1451">
        <w:rPr>
          <w:rFonts w:cs="Georgia"/>
          <w:kern w:val="1"/>
        </w:rPr>
        <w:t xml:space="preserve">, </w:t>
      </w:r>
      <w:r>
        <w:rPr>
          <w:rFonts w:cs="Georgia"/>
          <w:kern w:val="1"/>
        </w:rPr>
        <w:t>l</w:t>
      </w:r>
      <w:r w:rsidR="000E1451">
        <w:rPr>
          <w:rFonts w:cs="Georgia"/>
          <w:kern w:val="1"/>
        </w:rPr>
        <w:t>’</w:t>
      </w:r>
      <w:r>
        <w:rPr>
          <w:rFonts w:cs="Georgia"/>
          <w:kern w:val="1"/>
        </w:rPr>
        <w:t>atmosphère apparaissait remarquablement claire</w:t>
      </w:r>
      <w:r w:rsidR="000E1451">
        <w:rPr>
          <w:rFonts w:cs="Georgia"/>
          <w:kern w:val="1"/>
        </w:rPr>
        <w:t xml:space="preserve">. </w:t>
      </w:r>
      <w:r>
        <w:rPr>
          <w:rFonts w:cs="Georgia"/>
          <w:kern w:val="1"/>
        </w:rPr>
        <w:t>Le relief du paysage se découpait avec une netteté impressionnante</w:t>
      </w:r>
      <w:r w:rsidR="000E1451">
        <w:rPr>
          <w:rFonts w:cs="Georgia"/>
          <w:kern w:val="1"/>
        </w:rPr>
        <w:t xml:space="preserve">, </w:t>
      </w:r>
      <w:r>
        <w:rPr>
          <w:rFonts w:cs="Georgia"/>
          <w:kern w:val="1"/>
        </w:rPr>
        <w:t>comme figée</w:t>
      </w:r>
      <w:r w:rsidR="000E1451">
        <w:rPr>
          <w:rFonts w:cs="Georgia"/>
          <w:kern w:val="1"/>
        </w:rPr>
        <w:t xml:space="preserve">. </w:t>
      </w:r>
      <w:r>
        <w:rPr>
          <w:rFonts w:cs="Georgia"/>
          <w:kern w:val="1"/>
        </w:rPr>
        <w:t>L</w:t>
      </w:r>
      <w:r w:rsidR="000E1451">
        <w:rPr>
          <w:rFonts w:cs="Georgia"/>
          <w:kern w:val="1"/>
        </w:rPr>
        <w:t>’</w:t>
      </w:r>
      <w:r>
        <w:rPr>
          <w:rFonts w:cs="Georgia"/>
          <w:kern w:val="1"/>
        </w:rPr>
        <w:t>excès même de ce calme ne laissait aucun doute</w:t>
      </w:r>
      <w:r w:rsidR="000E1451">
        <w:rPr>
          <w:rFonts w:cs="Georgia"/>
          <w:kern w:val="1"/>
        </w:rPr>
        <w:t xml:space="preserve">. </w:t>
      </w:r>
      <w:r>
        <w:rPr>
          <w:rFonts w:cs="Georgia"/>
          <w:kern w:val="1"/>
        </w:rPr>
        <w:t>On sentait que la tourmente</w:t>
      </w:r>
      <w:r w:rsidR="000E1451">
        <w:rPr>
          <w:rFonts w:cs="Georgia"/>
          <w:kern w:val="1"/>
        </w:rPr>
        <w:t xml:space="preserve">, </w:t>
      </w:r>
      <w:r>
        <w:rPr>
          <w:rFonts w:cs="Georgia"/>
          <w:kern w:val="1"/>
        </w:rPr>
        <w:t>bridée au cours de la nuit</w:t>
      </w:r>
      <w:r w:rsidR="000E1451">
        <w:rPr>
          <w:rFonts w:cs="Georgia"/>
          <w:kern w:val="1"/>
        </w:rPr>
        <w:t xml:space="preserve">, </w:t>
      </w:r>
      <w:r>
        <w:rPr>
          <w:rFonts w:cs="Georgia"/>
          <w:kern w:val="1"/>
        </w:rPr>
        <w:t>allait de nouveau faire rage</w:t>
      </w:r>
      <w:r w:rsidR="000E1451">
        <w:rPr>
          <w:rFonts w:cs="Georgia"/>
          <w:kern w:val="1"/>
        </w:rPr>
        <w:t xml:space="preserve">, </w:t>
      </w:r>
      <w:r>
        <w:rPr>
          <w:rFonts w:cs="Georgia"/>
          <w:kern w:val="1"/>
        </w:rPr>
        <w:t>et que son déchaînement serait encore plus redoutable après ces quelques heures d</w:t>
      </w:r>
      <w:r w:rsidR="000E1451">
        <w:rPr>
          <w:rFonts w:cs="Georgia"/>
          <w:kern w:val="1"/>
        </w:rPr>
        <w:t>’</w:t>
      </w:r>
      <w:r>
        <w:rPr>
          <w:rFonts w:cs="Georgia"/>
          <w:kern w:val="1"/>
        </w:rPr>
        <w:t>accalmie</w:t>
      </w:r>
      <w:r w:rsidR="000E1451">
        <w:rPr>
          <w:rFonts w:cs="Georgia"/>
          <w:kern w:val="1"/>
        </w:rPr>
        <w:t>.</w:t>
      </w:r>
    </w:p>
    <w:p w14:paraId="4BF26FFE" w14:textId="77777777" w:rsidR="000E1451" w:rsidRDefault="00BE611A" w:rsidP="00BE611A">
      <w:pPr>
        <w:rPr>
          <w:rFonts w:cs="Georgia"/>
          <w:kern w:val="1"/>
        </w:rPr>
      </w:pPr>
      <w:r>
        <w:rPr>
          <w:rFonts w:cs="Georgia"/>
          <w:kern w:val="1"/>
        </w:rPr>
        <w:t>Gottlieb n</w:t>
      </w:r>
      <w:r w:rsidR="000E1451">
        <w:rPr>
          <w:rFonts w:cs="Georgia"/>
          <w:kern w:val="1"/>
        </w:rPr>
        <w:t>’</w:t>
      </w:r>
      <w:r>
        <w:rPr>
          <w:rFonts w:cs="Georgia"/>
          <w:kern w:val="1"/>
        </w:rPr>
        <w:t>avait pas relevé mon exclamation</w:t>
      </w:r>
      <w:r w:rsidR="000E1451">
        <w:rPr>
          <w:rFonts w:cs="Georgia"/>
          <w:kern w:val="1"/>
        </w:rPr>
        <w:t xml:space="preserve">. </w:t>
      </w:r>
      <w:r>
        <w:rPr>
          <w:rFonts w:cs="Georgia"/>
          <w:kern w:val="1"/>
        </w:rPr>
        <w:t>Il était en train d</w:t>
      </w:r>
      <w:r w:rsidR="000E1451">
        <w:rPr>
          <w:rFonts w:cs="Georgia"/>
          <w:kern w:val="1"/>
        </w:rPr>
        <w:t>’</w:t>
      </w:r>
      <w:r>
        <w:rPr>
          <w:rFonts w:cs="Georgia"/>
          <w:kern w:val="1"/>
        </w:rPr>
        <w:t>observer avec un soin particulier un vol d</w:t>
      </w:r>
      <w:r w:rsidR="000E1451">
        <w:rPr>
          <w:rFonts w:cs="Georgia"/>
          <w:kern w:val="1"/>
        </w:rPr>
        <w:t>’</w:t>
      </w:r>
      <w:r>
        <w:rPr>
          <w:rFonts w:cs="Georgia"/>
          <w:kern w:val="1"/>
        </w:rPr>
        <w:t>oiseaux qui venait de la plage dans notre direction</w:t>
      </w:r>
      <w:r w:rsidR="000E1451">
        <w:rPr>
          <w:rFonts w:cs="Georgia"/>
          <w:kern w:val="1"/>
        </w:rPr>
        <w:t xml:space="preserve">. </w:t>
      </w:r>
      <w:r>
        <w:rPr>
          <w:rFonts w:cs="Georgia"/>
          <w:kern w:val="1"/>
        </w:rPr>
        <w:t>Ils passèrent avec des sifflements aigus</w:t>
      </w:r>
      <w:r w:rsidR="000E1451">
        <w:rPr>
          <w:rFonts w:cs="Georgia"/>
          <w:kern w:val="1"/>
        </w:rPr>
        <w:t xml:space="preserve">, </w:t>
      </w:r>
      <w:r>
        <w:rPr>
          <w:rFonts w:cs="Georgia"/>
          <w:kern w:val="1"/>
        </w:rPr>
        <w:t>et si près de nous que je pus distinguer leurs pieds palmés</w:t>
      </w:r>
      <w:r w:rsidR="000E1451">
        <w:rPr>
          <w:rFonts w:cs="Georgia"/>
          <w:kern w:val="1"/>
        </w:rPr>
        <w:t xml:space="preserve">, </w:t>
      </w:r>
      <w:r>
        <w:rPr>
          <w:rFonts w:cs="Georgia"/>
          <w:kern w:val="1"/>
        </w:rPr>
        <w:t>leur queue fourchue</w:t>
      </w:r>
      <w:r w:rsidR="000E1451">
        <w:rPr>
          <w:rFonts w:cs="Georgia"/>
          <w:kern w:val="1"/>
        </w:rPr>
        <w:t xml:space="preserve">, </w:t>
      </w:r>
      <w:r>
        <w:rPr>
          <w:rFonts w:cs="Georgia"/>
          <w:kern w:val="1"/>
        </w:rPr>
        <w:t>la teinte gris-fumée de leur plumage</w:t>
      </w:r>
      <w:r w:rsidR="000E1451">
        <w:rPr>
          <w:rFonts w:cs="Georgia"/>
          <w:kern w:val="1"/>
        </w:rPr>
        <w:t>.</w:t>
      </w:r>
    </w:p>
    <w:p w14:paraId="2EBF37A5" w14:textId="77777777" w:rsidR="000E1451" w:rsidRDefault="000E1451" w:rsidP="00BE611A">
      <w:pPr>
        <w:rPr>
          <w:rFonts w:cs="Georgia"/>
          <w:kern w:val="1"/>
        </w:rPr>
      </w:pPr>
      <w:r>
        <w:rPr>
          <w:rFonts w:cs="Georgia"/>
          <w:kern w:val="1"/>
        </w:rPr>
        <w:t>— </w:t>
      </w:r>
      <w:r w:rsidR="00BE611A">
        <w:rPr>
          <w:rFonts w:cs="Georgia"/>
          <w:kern w:val="1"/>
        </w:rPr>
        <w:t>Les pétrels de tempête</w:t>
      </w:r>
      <w:r>
        <w:rPr>
          <w:rFonts w:cs="Georgia"/>
          <w:kern w:val="1"/>
        </w:rPr>
        <w:t xml:space="preserve">, </w:t>
      </w:r>
      <w:r w:rsidR="00BE611A">
        <w:rPr>
          <w:rFonts w:cs="Georgia"/>
          <w:kern w:val="1"/>
        </w:rPr>
        <w:t>dit le valet</w:t>
      </w:r>
      <w:r>
        <w:rPr>
          <w:rFonts w:cs="Georgia"/>
          <w:kern w:val="1"/>
        </w:rPr>
        <w:t xml:space="preserve">. </w:t>
      </w:r>
      <w:r w:rsidR="00BE611A">
        <w:rPr>
          <w:rFonts w:cs="Georgia"/>
          <w:kern w:val="1"/>
        </w:rPr>
        <w:t>Ils se hâtent vers le Sud</w:t>
      </w:r>
      <w:r>
        <w:rPr>
          <w:rFonts w:cs="Georgia"/>
          <w:kern w:val="1"/>
        </w:rPr>
        <w:t xml:space="preserve">, </w:t>
      </w:r>
      <w:r w:rsidR="00BE611A">
        <w:rPr>
          <w:rFonts w:cs="Georgia"/>
          <w:kern w:val="1"/>
        </w:rPr>
        <w:t>vers l</w:t>
      </w:r>
      <w:r>
        <w:rPr>
          <w:rFonts w:cs="Georgia"/>
          <w:kern w:val="1"/>
        </w:rPr>
        <w:t>’</w:t>
      </w:r>
      <w:r w:rsidR="00BE611A">
        <w:rPr>
          <w:rFonts w:cs="Georgia"/>
          <w:kern w:val="1"/>
        </w:rPr>
        <w:t>intérieur des terres</w:t>
      </w:r>
      <w:r>
        <w:rPr>
          <w:rFonts w:cs="Georgia"/>
          <w:kern w:val="1"/>
        </w:rPr>
        <w:t xml:space="preserve">. </w:t>
      </w:r>
      <w:r w:rsidR="00BE611A">
        <w:rPr>
          <w:rFonts w:cs="Georgia"/>
          <w:kern w:val="1"/>
        </w:rPr>
        <w:t>Écoutez leurs cris affolés</w:t>
      </w:r>
      <w:r>
        <w:rPr>
          <w:rFonts w:cs="Georgia"/>
          <w:kern w:val="1"/>
        </w:rPr>
        <w:t xml:space="preserve">. </w:t>
      </w:r>
      <w:r w:rsidR="00BE611A">
        <w:rPr>
          <w:rFonts w:cs="Georgia"/>
          <w:kern w:val="1"/>
        </w:rPr>
        <w:t>Il doit se préparer en mer un joli coup de tabac</w:t>
      </w:r>
      <w:r>
        <w:rPr>
          <w:rFonts w:cs="Georgia"/>
          <w:kern w:val="1"/>
        </w:rPr>
        <w:t xml:space="preserve">. </w:t>
      </w:r>
      <w:r w:rsidR="00BE611A">
        <w:rPr>
          <w:rFonts w:cs="Georgia"/>
          <w:kern w:val="1"/>
        </w:rPr>
        <w:t>Vous voyez que je suis de votre avis pour ce qui est du temps</w:t>
      </w:r>
      <w:r>
        <w:rPr>
          <w:rFonts w:cs="Georgia"/>
          <w:kern w:val="1"/>
        </w:rPr>
        <w:t xml:space="preserve">. </w:t>
      </w:r>
      <w:r w:rsidR="00BE611A">
        <w:rPr>
          <w:rFonts w:cs="Georgia"/>
          <w:kern w:val="1"/>
        </w:rPr>
        <w:t>Vous pensez bien que je n</w:t>
      </w:r>
      <w:r>
        <w:rPr>
          <w:rFonts w:cs="Georgia"/>
          <w:kern w:val="1"/>
        </w:rPr>
        <w:t>’</w:t>
      </w:r>
      <w:r w:rsidR="00BE611A">
        <w:rPr>
          <w:rFonts w:cs="Georgia"/>
          <w:kern w:val="1"/>
        </w:rPr>
        <w:t>ai pas manqué d</w:t>
      </w:r>
      <w:r>
        <w:rPr>
          <w:rFonts w:cs="Georgia"/>
          <w:kern w:val="1"/>
        </w:rPr>
        <w:t>’</w:t>
      </w:r>
      <w:r w:rsidR="00BE611A">
        <w:rPr>
          <w:rFonts w:cs="Georgia"/>
          <w:kern w:val="1"/>
        </w:rPr>
        <w:t>avertir Mademoiselle</w:t>
      </w:r>
      <w:r>
        <w:rPr>
          <w:rFonts w:cs="Georgia"/>
          <w:kern w:val="1"/>
        </w:rPr>
        <w:t xml:space="preserve">. </w:t>
      </w:r>
      <w:r w:rsidR="00BE611A">
        <w:rPr>
          <w:rFonts w:cs="Georgia"/>
          <w:kern w:val="1"/>
        </w:rPr>
        <w:t>Mais si vous croyez que c</w:t>
      </w:r>
      <w:r>
        <w:rPr>
          <w:rFonts w:cs="Georgia"/>
          <w:kern w:val="1"/>
        </w:rPr>
        <w:t>’</w:t>
      </w:r>
      <w:r w:rsidR="00BE611A">
        <w:rPr>
          <w:rFonts w:cs="Georgia"/>
          <w:kern w:val="1"/>
        </w:rPr>
        <w:t>est commode de lui faire changer d</w:t>
      </w:r>
      <w:r>
        <w:rPr>
          <w:rFonts w:cs="Georgia"/>
          <w:kern w:val="1"/>
        </w:rPr>
        <w:t>’</w:t>
      </w:r>
      <w:r w:rsidR="00BE611A">
        <w:rPr>
          <w:rFonts w:cs="Georgia"/>
          <w:kern w:val="1"/>
        </w:rPr>
        <w:t>idée</w:t>
      </w:r>
      <w:r>
        <w:rPr>
          <w:rFonts w:cs="Georgia"/>
          <w:kern w:val="1"/>
        </w:rPr>
        <w:t xml:space="preserve"> ! </w:t>
      </w:r>
      <w:r w:rsidR="00BE611A">
        <w:rPr>
          <w:rFonts w:cs="Georgia"/>
          <w:kern w:val="1"/>
        </w:rPr>
        <w:t>On dirait que plus la bourrasque est forte</w:t>
      </w:r>
      <w:r>
        <w:rPr>
          <w:rFonts w:cs="Georgia"/>
          <w:kern w:val="1"/>
        </w:rPr>
        <w:t xml:space="preserve">, </w:t>
      </w:r>
      <w:r w:rsidR="00BE611A">
        <w:rPr>
          <w:rFonts w:cs="Georgia"/>
          <w:kern w:val="1"/>
        </w:rPr>
        <w:t>plus elle est contente</w:t>
      </w:r>
      <w:r>
        <w:rPr>
          <w:rFonts w:cs="Georgia"/>
          <w:kern w:val="1"/>
        </w:rPr>
        <w:t xml:space="preserve">. </w:t>
      </w:r>
      <w:r w:rsidR="00BE611A">
        <w:rPr>
          <w:rFonts w:cs="Georgia"/>
          <w:kern w:val="1"/>
        </w:rPr>
        <w:t>D</w:t>
      </w:r>
      <w:r>
        <w:rPr>
          <w:rFonts w:cs="Georgia"/>
          <w:kern w:val="1"/>
        </w:rPr>
        <w:t>’</w:t>
      </w:r>
      <w:r w:rsidR="00BE611A">
        <w:rPr>
          <w:rFonts w:cs="Georgia"/>
          <w:kern w:val="1"/>
        </w:rPr>
        <w:t>ailleurs</w:t>
      </w:r>
      <w:r>
        <w:rPr>
          <w:rFonts w:cs="Georgia"/>
          <w:kern w:val="1"/>
        </w:rPr>
        <w:t xml:space="preserve">, </w:t>
      </w:r>
      <w:r w:rsidR="00BE611A">
        <w:rPr>
          <w:rFonts w:cs="Georgia"/>
          <w:kern w:val="1"/>
        </w:rPr>
        <w:t>elle ne s</w:t>
      </w:r>
      <w:r>
        <w:rPr>
          <w:rFonts w:cs="Georgia"/>
          <w:kern w:val="1"/>
        </w:rPr>
        <w:t>’</w:t>
      </w:r>
      <w:r w:rsidR="00BE611A">
        <w:rPr>
          <w:rFonts w:cs="Georgia"/>
          <w:kern w:val="1"/>
        </w:rPr>
        <w:t>éloigne jamais beaucoup</w:t>
      </w:r>
      <w:r>
        <w:rPr>
          <w:rFonts w:cs="Georgia"/>
          <w:kern w:val="1"/>
        </w:rPr>
        <w:t xml:space="preserve">. </w:t>
      </w:r>
      <w:r w:rsidR="00BE611A">
        <w:rPr>
          <w:rFonts w:cs="Georgia"/>
          <w:kern w:val="1"/>
        </w:rPr>
        <w:lastRenderedPageBreak/>
        <w:t>Quand les choses commenceront à se gâter sérieusement</w:t>
      </w:r>
      <w:r>
        <w:rPr>
          <w:rFonts w:cs="Georgia"/>
          <w:kern w:val="1"/>
        </w:rPr>
        <w:t xml:space="preserve">, </w:t>
      </w:r>
      <w:r w:rsidR="00BE611A">
        <w:rPr>
          <w:rFonts w:cs="Georgia"/>
          <w:kern w:val="1"/>
        </w:rPr>
        <w:t>elle en sera quitte pour rebrousser chemin</w:t>
      </w:r>
      <w:r>
        <w:rPr>
          <w:rFonts w:cs="Georgia"/>
          <w:kern w:val="1"/>
        </w:rPr>
        <w:t xml:space="preserve">. </w:t>
      </w:r>
      <w:r w:rsidR="00BE611A">
        <w:rPr>
          <w:rFonts w:cs="Georgia"/>
          <w:kern w:val="1"/>
        </w:rPr>
        <w:t>Allons</w:t>
      </w:r>
      <w:r>
        <w:rPr>
          <w:rFonts w:cs="Georgia"/>
          <w:kern w:val="1"/>
        </w:rPr>
        <w:t xml:space="preserve">, </w:t>
      </w:r>
      <w:r w:rsidR="00BE611A">
        <w:rPr>
          <w:rFonts w:cs="Georgia"/>
          <w:kern w:val="1"/>
        </w:rPr>
        <w:t>venez déjeuner</w:t>
      </w:r>
      <w:r>
        <w:rPr>
          <w:rFonts w:cs="Georgia"/>
          <w:kern w:val="1"/>
        </w:rPr>
        <w:t xml:space="preserve">. </w:t>
      </w:r>
      <w:r w:rsidR="00BE611A">
        <w:rPr>
          <w:rFonts w:cs="Georgia"/>
          <w:kern w:val="1"/>
        </w:rPr>
        <w:t>Tiens</w:t>
      </w:r>
      <w:r>
        <w:rPr>
          <w:rFonts w:cs="Georgia"/>
          <w:kern w:val="1"/>
        </w:rPr>
        <w:t xml:space="preserve">, </w:t>
      </w:r>
      <w:r w:rsidR="00BE611A">
        <w:rPr>
          <w:rFonts w:cs="Georgia"/>
          <w:kern w:val="1"/>
        </w:rPr>
        <w:t>qu</w:t>
      </w:r>
      <w:r>
        <w:rPr>
          <w:rFonts w:cs="Georgia"/>
          <w:kern w:val="1"/>
        </w:rPr>
        <w:t>’</w:t>
      </w:r>
      <w:r w:rsidR="00BE611A">
        <w:rPr>
          <w:rFonts w:cs="Georgia"/>
          <w:kern w:val="1"/>
        </w:rPr>
        <w:t>est-ce que vous vous êtes fait au front</w:t>
      </w:r>
      <w:r>
        <w:rPr>
          <w:rFonts w:cs="Georgia"/>
          <w:kern w:val="1"/>
        </w:rPr>
        <w:t> ?</w:t>
      </w:r>
    </w:p>
    <w:p w14:paraId="78C67CA5" w14:textId="77777777" w:rsidR="000E1451" w:rsidRDefault="00BE611A" w:rsidP="00BE611A">
      <w:pPr>
        <w:rPr>
          <w:rFonts w:cs="Georgia"/>
          <w:kern w:val="1"/>
        </w:rPr>
      </w:pPr>
      <w:r>
        <w:rPr>
          <w:rFonts w:cs="Georgia"/>
          <w:kern w:val="1"/>
        </w:rPr>
        <w:t>Derechef</w:t>
      </w:r>
      <w:r w:rsidR="000E1451">
        <w:rPr>
          <w:rFonts w:cs="Georgia"/>
          <w:kern w:val="1"/>
        </w:rPr>
        <w:t xml:space="preserve">, </w:t>
      </w:r>
      <w:r>
        <w:rPr>
          <w:rFonts w:cs="Georgia"/>
          <w:kern w:val="1"/>
        </w:rPr>
        <w:t>je dus conter une histoire</w:t>
      </w:r>
      <w:r w:rsidR="000E1451">
        <w:rPr>
          <w:rFonts w:cs="Georgia"/>
          <w:kern w:val="1"/>
        </w:rPr>
        <w:t xml:space="preserve"> ; </w:t>
      </w:r>
      <w:r>
        <w:rPr>
          <w:rFonts w:cs="Georgia"/>
          <w:kern w:val="1"/>
        </w:rPr>
        <w:t>pas la même qu</w:t>
      </w:r>
      <w:r w:rsidR="000E1451">
        <w:rPr>
          <w:rFonts w:cs="Georgia"/>
          <w:kern w:val="1"/>
        </w:rPr>
        <w:t>’</w:t>
      </w:r>
      <w:r>
        <w:rPr>
          <w:rFonts w:cs="Georgia"/>
          <w:kern w:val="1"/>
        </w:rPr>
        <w:t>au capitaine Elbing</w:t>
      </w:r>
      <w:r w:rsidR="000E1451">
        <w:rPr>
          <w:rFonts w:cs="Georgia"/>
          <w:kern w:val="1"/>
        </w:rPr>
        <w:t xml:space="preserve">. </w:t>
      </w:r>
      <w:r>
        <w:rPr>
          <w:rFonts w:cs="Georgia"/>
          <w:kern w:val="1"/>
        </w:rPr>
        <w:t>Elle fut accueillie avec moins d</w:t>
      </w:r>
      <w:r w:rsidR="000E1451">
        <w:rPr>
          <w:rFonts w:cs="Georgia"/>
          <w:kern w:val="1"/>
        </w:rPr>
        <w:t>’</w:t>
      </w:r>
      <w:r>
        <w:rPr>
          <w:rFonts w:cs="Georgia"/>
          <w:kern w:val="1"/>
        </w:rPr>
        <w:t>incrédulité que la première</w:t>
      </w:r>
      <w:r w:rsidR="000E1451">
        <w:rPr>
          <w:rFonts w:cs="Georgia"/>
          <w:kern w:val="1"/>
        </w:rPr>
        <w:t>.</w:t>
      </w:r>
    </w:p>
    <w:p w14:paraId="71A8BF9F" w14:textId="77777777" w:rsidR="000E1451" w:rsidRDefault="000E1451" w:rsidP="00BE611A">
      <w:pPr>
        <w:rPr>
          <w:rFonts w:cs="Georgia"/>
          <w:kern w:val="1"/>
        </w:rPr>
      </w:pPr>
      <w:r>
        <w:rPr>
          <w:rFonts w:cs="Georgia"/>
          <w:kern w:val="1"/>
        </w:rPr>
        <w:t>— </w:t>
      </w:r>
      <w:r w:rsidR="00BE611A">
        <w:rPr>
          <w:rFonts w:cs="Georgia"/>
          <w:kern w:val="1"/>
        </w:rPr>
        <w:t>Venez</w:t>
      </w:r>
      <w:r>
        <w:rPr>
          <w:rFonts w:cs="Georgia"/>
          <w:kern w:val="1"/>
        </w:rPr>
        <w:t xml:space="preserve">, </w:t>
      </w:r>
      <w:r w:rsidR="00BE611A">
        <w:rPr>
          <w:rFonts w:cs="Georgia"/>
          <w:kern w:val="1"/>
        </w:rPr>
        <w:t>répéta Gottlieb</w:t>
      </w:r>
      <w:r>
        <w:rPr>
          <w:rFonts w:cs="Georgia"/>
          <w:kern w:val="1"/>
        </w:rPr>
        <w:t>.</w:t>
      </w:r>
    </w:p>
    <w:p w14:paraId="71CC365D" w14:textId="77777777" w:rsidR="000E1451" w:rsidRDefault="00BE611A" w:rsidP="00BE611A">
      <w:pPr>
        <w:rPr>
          <w:rFonts w:cs="Georgia"/>
          <w:kern w:val="1"/>
        </w:rPr>
      </w:pPr>
      <w:r>
        <w:rPr>
          <w:rFonts w:cs="Georgia"/>
          <w:kern w:val="1"/>
        </w:rPr>
        <w:t>Jamais encore je n</w:t>
      </w:r>
      <w:r w:rsidR="000E1451">
        <w:rPr>
          <w:rFonts w:cs="Georgia"/>
          <w:kern w:val="1"/>
        </w:rPr>
        <w:t>’</w:t>
      </w:r>
      <w:r>
        <w:rPr>
          <w:rFonts w:cs="Georgia"/>
          <w:kern w:val="1"/>
        </w:rPr>
        <w:t>avais ressenti à l</w:t>
      </w:r>
      <w:r w:rsidR="000E1451">
        <w:rPr>
          <w:rFonts w:cs="Georgia"/>
          <w:kern w:val="1"/>
        </w:rPr>
        <w:t>’</w:t>
      </w:r>
      <w:r>
        <w:rPr>
          <w:rFonts w:cs="Georgia"/>
          <w:kern w:val="1"/>
        </w:rPr>
        <w:t>intérieur du château plus poignante impression de solitude</w:t>
      </w:r>
      <w:r w:rsidR="000E1451">
        <w:rPr>
          <w:rFonts w:cs="Georgia"/>
          <w:kern w:val="1"/>
        </w:rPr>
        <w:t xml:space="preserve">. </w:t>
      </w:r>
      <w:r>
        <w:rPr>
          <w:rFonts w:cs="Georgia"/>
          <w:kern w:val="1"/>
        </w:rPr>
        <w:t>Dans les recoins obscurs de la galerie du rez-de-chaussée</w:t>
      </w:r>
      <w:r w:rsidR="000E1451">
        <w:rPr>
          <w:rFonts w:cs="Georgia"/>
          <w:kern w:val="1"/>
        </w:rPr>
        <w:t xml:space="preserve">, </w:t>
      </w:r>
      <w:r>
        <w:rPr>
          <w:rFonts w:cs="Georgia"/>
          <w:kern w:val="1"/>
        </w:rPr>
        <w:t>les rafales avaient les mêmes râles qu</w:t>
      </w:r>
      <w:r w:rsidR="000E1451">
        <w:rPr>
          <w:rFonts w:cs="Georgia"/>
          <w:kern w:val="1"/>
        </w:rPr>
        <w:t>’</w:t>
      </w:r>
      <w:r>
        <w:rPr>
          <w:rFonts w:cs="Georgia"/>
          <w:kern w:val="1"/>
        </w:rPr>
        <w:t>au fond d</w:t>
      </w:r>
      <w:r w:rsidR="000E1451">
        <w:rPr>
          <w:rFonts w:cs="Georgia"/>
          <w:kern w:val="1"/>
        </w:rPr>
        <w:t>’</w:t>
      </w:r>
      <w:r>
        <w:rPr>
          <w:rFonts w:cs="Georgia"/>
          <w:kern w:val="1"/>
        </w:rPr>
        <w:t>une forêt d</w:t>
      </w:r>
      <w:r w:rsidR="000E1451">
        <w:rPr>
          <w:rFonts w:cs="Georgia"/>
          <w:kern w:val="1"/>
        </w:rPr>
        <w:t>’</w:t>
      </w:r>
      <w:r>
        <w:rPr>
          <w:rFonts w:cs="Georgia"/>
          <w:kern w:val="1"/>
        </w:rPr>
        <w:t>hiver</w:t>
      </w:r>
      <w:r w:rsidR="000E1451">
        <w:rPr>
          <w:rFonts w:cs="Georgia"/>
          <w:kern w:val="1"/>
        </w:rPr>
        <w:t xml:space="preserve">. </w:t>
      </w:r>
      <w:r>
        <w:rPr>
          <w:rFonts w:cs="Georgia"/>
          <w:kern w:val="1"/>
        </w:rPr>
        <w:t>Au premier étage retentit le bruit lointain d</w:t>
      </w:r>
      <w:r w:rsidR="000E1451">
        <w:rPr>
          <w:rFonts w:cs="Georgia"/>
          <w:kern w:val="1"/>
        </w:rPr>
        <w:t>’</w:t>
      </w:r>
      <w:r>
        <w:rPr>
          <w:rFonts w:cs="Georgia"/>
          <w:kern w:val="1"/>
        </w:rPr>
        <w:t>une porte que le vent fermait avec fracas</w:t>
      </w:r>
      <w:r w:rsidR="000E1451">
        <w:rPr>
          <w:rFonts w:cs="Georgia"/>
          <w:kern w:val="1"/>
        </w:rPr>
        <w:t>.</w:t>
      </w:r>
    </w:p>
    <w:p w14:paraId="424E7483" w14:textId="77777777" w:rsidR="000E1451" w:rsidRDefault="00BE611A" w:rsidP="00BE611A">
      <w:pPr>
        <w:rPr>
          <w:rFonts w:cs="Georgia"/>
          <w:kern w:val="1"/>
        </w:rPr>
      </w:pPr>
      <w:r>
        <w:rPr>
          <w:rFonts w:cs="Georgia"/>
          <w:kern w:val="1"/>
        </w:rPr>
        <w:t>Quand nous fûmes dans la cuisine</w:t>
      </w:r>
      <w:r w:rsidR="000E1451">
        <w:rPr>
          <w:rFonts w:cs="Georgia"/>
          <w:kern w:val="1"/>
        </w:rPr>
        <w:t xml:space="preserve">, </w:t>
      </w:r>
      <w:r>
        <w:rPr>
          <w:rFonts w:cs="Georgia"/>
          <w:kern w:val="1"/>
        </w:rPr>
        <w:t>Gottlieb me versa un bol de lait</w:t>
      </w:r>
      <w:r w:rsidR="000E1451">
        <w:rPr>
          <w:rFonts w:cs="Georgia"/>
          <w:kern w:val="1"/>
        </w:rPr>
        <w:t xml:space="preserve">. </w:t>
      </w:r>
      <w:r>
        <w:rPr>
          <w:rFonts w:cs="Georgia"/>
          <w:kern w:val="1"/>
        </w:rPr>
        <w:t>D</w:t>
      </w:r>
      <w:r w:rsidR="000E1451">
        <w:rPr>
          <w:rFonts w:cs="Georgia"/>
          <w:kern w:val="1"/>
        </w:rPr>
        <w:t>’</w:t>
      </w:r>
      <w:r>
        <w:rPr>
          <w:rFonts w:cs="Georgia"/>
          <w:kern w:val="1"/>
        </w:rPr>
        <w:t>ordinaire</w:t>
      </w:r>
      <w:r w:rsidR="000E1451">
        <w:rPr>
          <w:rFonts w:cs="Georgia"/>
          <w:kern w:val="1"/>
        </w:rPr>
        <w:t xml:space="preserve">, </w:t>
      </w:r>
      <w:r>
        <w:rPr>
          <w:rFonts w:cs="Georgia"/>
          <w:kern w:val="1"/>
        </w:rPr>
        <w:t>ce soin incombait à la vieille Dominica</w:t>
      </w:r>
      <w:r w:rsidR="000E1451">
        <w:rPr>
          <w:rFonts w:cs="Georgia"/>
          <w:kern w:val="1"/>
        </w:rPr>
        <w:t>.</w:t>
      </w:r>
    </w:p>
    <w:p w14:paraId="56D8A0A0" w14:textId="77777777" w:rsidR="000E1451" w:rsidRDefault="000E1451" w:rsidP="00BE611A">
      <w:pPr>
        <w:rPr>
          <w:rFonts w:cs="Georgia"/>
          <w:kern w:val="1"/>
        </w:rPr>
      </w:pPr>
      <w:r>
        <w:rPr>
          <w:rFonts w:cs="Georgia"/>
          <w:kern w:val="1"/>
        </w:rPr>
        <w:t>— </w:t>
      </w:r>
      <w:r w:rsidR="00BE611A">
        <w:rPr>
          <w:rFonts w:cs="Georgia"/>
          <w:kern w:val="1"/>
        </w:rPr>
        <w:t>Votre tante serait-elle souffrante</w:t>
      </w:r>
      <w:r>
        <w:rPr>
          <w:rFonts w:cs="Georgia"/>
          <w:kern w:val="1"/>
        </w:rPr>
        <w:t> ?</w:t>
      </w:r>
    </w:p>
    <w:p w14:paraId="4F970E90" w14:textId="77777777" w:rsidR="000E1451" w:rsidRDefault="000E1451" w:rsidP="00BE611A">
      <w:pPr>
        <w:rPr>
          <w:rFonts w:cs="Georgia"/>
          <w:kern w:val="1"/>
        </w:rPr>
      </w:pPr>
      <w:r>
        <w:rPr>
          <w:rFonts w:cs="Georgia"/>
          <w:kern w:val="1"/>
        </w:rPr>
        <w:t>— </w:t>
      </w:r>
      <w:r w:rsidR="00BE611A">
        <w:rPr>
          <w:rFonts w:cs="Georgia"/>
          <w:kern w:val="1"/>
        </w:rPr>
        <w:t>Non</w:t>
      </w:r>
      <w:r>
        <w:rPr>
          <w:rFonts w:cs="Georgia"/>
          <w:kern w:val="1"/>
        </w:rPr>
        <w:t xml:space="preserve">, </w:t>
      </w:r>
      <w:r w:rsidR="00BE611A">
        <w:rPr>
          <w:rFonts w:cs="Georgia"/>
          <w:kern w:val="1"/>
        </w:rPr>
        <w:t>grâce à Dieu</w:t>
      </w:r>
      <w:r>
        <w:rPr>
          <w:rFonts w:cs="Georgia"/>
          <w:kern w:val="1"/>
        </w:rPr>
        <w:t xml:space="preserve">. </w:t>
      </w:r>
      <w:r w:rsidR="00BE611A">
        <w:rPr>
          <w:rFonts w:cs="Georgia"/>
          <w:kern w:val="1"/>
        </w:rPr>
        <w:t>Mademoiselle lui a donné l</w:t>
      </w:r>
      <w:r>
        <w:rPr>
          <w:rFonts w:cs="Georgia"/>
          <w:kern w:val="1"/>
        </w:rPr>
        <w:t>’</w:t>
      </w:r>
      <w:r w:rsidR="00BE611A">
        <w:rPr>
          <w:rFonts w:cs="Georgia"/>
          <w:kern w:val="1"/>
        </w:rPr>
        <w:t>autorisation d</w:t>
      </w:r>
      <w:r>
        <w:rPr>
          <w:rFonts w:cs="Georgia"/>
          <w:kern w:val="1"/>
        </w:rPr>
        <w:t>’</w:t>
      </w:r>
      <w:r w:rsidR="00BE611A">
        <w:rPr>
          <w:rFonts w:cs="Georgia"/>
          <w:kern w:val="1"/>
        </w:rPr>
        <w:t>aller à Kœnigsberg</w:t>
      </w:r>
      <w:r>
        <w:rPr>
          <w:rFonts w:cs="Georgia"/>
          <w:kern w:val="1"/>
        </w:rPr>
        <w:t xml:space="preserve">, </w:t>
      </w:r>
      <w:r w:rsidR="00BE611A">
        <w:rPr>
          <w:rFonts w:cs="Georgia"/>
          <w:kern w:val="1"/>
        </w:rPr>
        <w:t>où nous avons de la famille</w:t>
      </w:r>
      <w:r>
        <w:rPr>
          <w:rFonts w:cs="Georgia"/>
          <w:kern w:val="1"/>
        </w:rPr>
        <w:t xml:space="preserve">. </w:t>
      </w:r>
      <w:r w:rsidR="00BE611A">
        <w:rPr>
          <w:rFonts w:cs="Georgia"/>
          <w:kern w:val="1"/>
        </w:rPr>
        <w:t>Elle doit en profiter pour faire quelques commissions</w:t>
      </w:r>
      <w:r>
        <w:rPr>
          <w:rFonts w:cs="Georgia"/>
          <w:kern w:val="1"/>
        </w:rPr>
        <w:t>.</w:t>
      </w:r>
    </w:p>
    <w:p w14:paraId="71168E7D" w14:textId="77777777" w:rsidR="000E1451" w:rsidRDefault="00BE611A" w:rsidP="00BE611A">
      <w:pPr>
        <w:rPr>
          <w:rFonts w:cs="Georgia"/>
          <w:kern w:val="1"/>
        </w:rPr>
      </w:pPr>
      <w:r>
        <w:rPr>
          <w:rFonts w:cs="Georgia"/>
          <w:kern w:val="1"/>
        </w:rPr>
        <w:t>Ayant disposé sur un coin de table des sacs de plomb</w:t>
      </w:r>
      <w:r w:rsidR="000E1451">
        <w:rPr>
          <w:rFonts w:cs="Georgia"/>
          <w:kern w:val="1"/>
        </w:rPr>
        <w:t xml:space="preserve">, </w:t>
      </w:r>
      <w:r>
        <w:rPr>
          <w:rFonts w:cs="Georgia"/>
          <w:kern w:val="1"/>
        </w:rPr>
        <w:t>des douilles</w:t>
      </w:r>
      <w:r w:rsidR="000E1451">
        <w:rPr>
          <w:rFonts w:cs="Georgia"/>
          <w:kern w:val="1"/>
        </w:rPr>
        <w:t xml:space="preserve">, </w:t>
      </w:r>
      <w:r>
        <w:rPr>
          <w:rFonts w:cs="Georgia"/>
          <w:kern w:val="1"/>
        </w:rPr>
        <w:t>une boîte à poudre</w:t>
      </w:r>
      <w:r w:rsidR="000E1451">
        <w:rPr>
          <w:rFonts w:cs="Georgia"/>
          <w:kern w:val="1"/>
        </w:rPr>
        <w:t xml:space="preserve">, </w:t>
      </w:r>
      <w:r>
        <w:rPr>
          <w:rFonts w:cs="Georgia"/>
          <w:kern w:val="1"/>
        </w:rPr>
        <w:t>il s</w:t>
      </w:r>
      <w:r w:rsidR="000E1451">
        <w:rPr>
          <w:rFonts w:cs="Georgia"/>
          <w:kern w:val="1"/>
        </w:rPr>
        <w:t>’</w:t>
      </w:r>
      <w:r>
        <w:rPr>
          <w:rFonts w:cs="Georgia"/>
          <w:kern w:val="1"/>
        </w:rPr>
        <w:t>était mis à faire des cartouches</w:t>
      </w:r>
      <w:r w:rsidR="000E1451">
        <w:rPr>
          <w:rFonts w:cs="Georgia"/>
          <w:kern w:val="1"/>
        </w:rPr>
        <w:t xml:space="preserve">. </w:t>
      </w:r>
      <w:r>
        <w:rPr>
          <w:rFonts w:cs="Georgia"/>
          <w:kern w:val="1"/>
        </w:rPr>
        <w:t>J</w:t>
      </w:r>
      <w:r w:rsidR="000E1451">
        <w:rPr>
          <w:rFonts w:cs="Georgia"/>
          <w:kern w:val="1"/>
        </w:rPr>
        <w:t>’</w:t>
      </w:r>
      <w:r>
        <w:rPr>
          <w:rFonts w:cs="Georgia"/>
          <w:kern w:val="1"/>
        </w:rPr>
        <w:t>entendais la plainte aiguë du carton comprimé par la rondelle métallique du sertisseur</w:t>
      </w:r>
      <w:r w:rsidR="000E1451">
        <w:rPr>
          <w:rFonts w:cs="Georgia"/>
          <w:kern w:val="1"/>
        </w:rPr>
        <w:t>.</w:t>
      </w:r>
    </w:p>
    <w:p w14:paraId="09654BFF" w14:textId="77777777" w:rsidR="000E1451" w:rsidRDefault="000E1451" w:rsidP="00BE611A">
      <w:pPr>
        <w:rPr>
          <w:rFonts w:cs="Georgia"/>
          <w:kern w:val="1"/>
        </w:rPr>
      </w:pPr>
      <w:r>
        <w:rPr>
          <w:rFonts w:cs="Georgia"/>
          <w:kern w:val="1"/>
        </w:rPr>
        <w:t>— </w:t>
      </w:r>
      <w:r w:rsidR="00BE611A">
        <w:rPr>
          <w:rFonts w:cs="Georgia"/>
          <w:kern w:val="1"/>
        </w:rPr>
        <w:t>Vous allez à la chasse</w:t>
      </w:r>
      <w:r>
        <w:rPr>
          <w:rFonts w:cs="Georgia"/>
          <w:kern w:val="1"/>
        </w:rPr>
        <w:t> ?</w:t>
      </w:r>
    </w:p>
    <w:p w14:paraId="0E212F69" w14:textId="77777777" w:rsidR="000E1451" w:rsidRDefault="000E1451" w:rsidP="00BE611A">
      <w:pPr>
        <w:rPr>
          <w:rFonts w:cs="Georgia"/>
          <w:kern w:val="1"/>
        </w:rPr>
      </w:pPr>
      <w:r>
        <w:rPr>
          <w:rFonts w:cs="Georgia"/>
          <w:kern w:val="1"/>
        </w:rPr>
        <w:t>— </w:t>
      </w:r>
      <w:r w:rsidR="00BE611A">
        <w:rPr>
          <w:rFonts w:cs="Georgia"/>
          <w:kern w:val="1"/>
        </w:rPr>
        <w:t>Je vais essayer de remplir un peu le garde-manger</w:t>
      </w:r>
      <w:r>
        <w:rPr>
          <w:rFonts w:cs="Georgia"/>
          <w:kern w:val="1"/>
        </w:rPr>
        <w:t xml:space="preserve">. </w:t>
      </w:r>
      <w:r w:rsidR="00BE611A">
        <w:rPr>
          <w:rFonts w:cs="Georgia"/>
          <w:kern w:val="1"/>
        </w:rPr>
        <w:t>Par un temps pareil</w:t>
      </w:r>
      <w:r>
        <w:rPr>
          <w:rFonts w:cs="Georgia"/>
          <w:kern w:val="1"/>
        </w:rPr>
        <w:t xml:space="preserve">, </w:t>
      </w:r>
      <w:r w:rsidR="00BE611A">
        <w:rPr>
          <w:rFonts w:cs="Georgia"/>
          <w:kern w:val="1"/>
        </w:rPr>
        <w:t>le gibier est affolé</w:t>
      </w:r>
      <w:r>
        <w:rPr>
          <w:rFonts w:cs="Georgia"/>
          <w:kern w:val="1"/>
        </w:rPr>
        <w:t xml:space="preserve">, </w:t>
      </w:r>
      <w:r w:rsidR="00BE611A">
        <w:rPr>
          <w:rFonts w:cs="Georgia"/>
          <w:kern w:val="1"/>
        </w:rPr>
        <w:t xml:space="preserve">et on a chance de </w:t>
      </w:r>
      <w:r w:rsidR="00BE611A">
        <w:rPr>
          <w:rFonts w:cs="Georgia"/>
          <w:kern w:val="1"/>
        </w:rPr>
        <w:lastRenderedPageBreak/>
        <w:t>réussir des coups très profitables</w:t>
      </w:r>
      <w:r>
        <w:rPr>
          <w:rFonts w:cs="Georgia"/>
          <w:kern w:val="1"/>
        </w:rPr>
        <w:t xml:space="preserve">. </w:t>
      </w:r>
      <w:r w:rsidR="00BE611A">
        <w:rPr>
          <w:rFonts w:cs="Georgia"/>
          <w:kern w:val="1"/>
        </w:rPr>
        <w:t>Un jour de tempête comme celui-ci</w:t>
      </w:r>
      <w:r>
        <w:rPr>
          <w:rFonts w:cs="Georgia"/>
          <w:kern w:val="1"/>
        </w:rPr>
        <w:t xml:space="preserve">, </w:t>
      </w:r>
      <w:r w:rsidR="00BE611A">
        <w:rPr>
          <w:rFonts w:cs="Georgia"/>
          <w:kern w:val="1"/>
        </w:rPr>
        <w:t>avec une seule cartouche</w:t>
      </w:r>
      <w:r>
        <w:rPr>
          <w:rFonts w:cs="Georgia"/>
          <w:kern w:val="1"/>
        </w:rPr>
        <w:t xml:space="preserve">, </w:t>
      </w:r>
      <w:r w:rsidR="00BE611A">
        <w:rPr>
          <w:rFonts w:cs="Georgia"/>
          <w:kern w:val="1"/>
        </w:rPr>
        <w:t>j</w:t>
      </w:r>
      <w:r>
        <w:rPr>
          <w:rFonts w:cs="Georgia"/>
          <w:kern w:val="1"/>
        </w:rPr>
        <w:t>’</w:t>
      </w:r>
      <w:r w:rsidR="00BE611A">
        <w:rPr>
          <w:rFonts w:cs="Georgia"/>
          <w:kern w:val="1"/>
        </w:rPr>
        <w:t>ai tué sept canards</w:t>
      </w:r>
      <w:r>
        <w:rPr>
          <w:rFonts w:cs="Georgia"/>
          <w:kern w:val="1"/>
        </w:rPr>
        <w:t xml:space="preserve">. </w:t>
      </w:r>
      <w:r w:rsidR="00BE611A">
        <w:rPr>
          <w:rFonts w:cs="Georgia"/>
          <w:kern w:val="1"/>
        </w:rPr>
        <w:t>Vous comprenez</w:t>
      </w:r>
      <w:r>
        <w:rPr>
          <w:rFonts w:cs="Georgia"/>
          <w:kern w:val="1"/>
        </w:rPr>
        <w:t xml:space="preserve">, </w:t>
      </w:r>
      <w:r w:rsidR="00BE611A">
        <w:rPr>
          <w:rFonts w:cs="Georgia"/>
          <w:kern w:val="1"/>
        </w:rPr>
        <w:t>au prix que va maintenant chercher la poudre</w:t>
      </w:r>
      <w:r>
        <w:rPr>
          <w:rFonts w:cs="Georgia"/>
          <w:kern w:val="1"/>
        </w:rPr>
        <w:t> !…</w:t>
      </w:r>
    </w:p>
    <w:p w14:paraId="2A248458" w14:textId="77777777" w:rsidR="000E1451" w:rsidRDefault="00BE611A" w:rsidP="00BE611A">
      <w:pPr>
        <w:rPr>
          <w:rFonts w:cs="Georgia"/>
          <w:kern w:val="1"/>
        </w:rPr>
      </w:pPr>
      <w:r>
        <w:rPr>
          <w:rFonts w:cs="Georgia"/>
          <w:kern w:val="1"/>
        </w:rPr>
        <w:t>Quelques grains de cette précieuse poudre s</w:t>
      </w:r>
      <w:r w:rsidR="000E1451">
        <w:rPr>
          <w:rFonts w:cs="Georgia"/>
          <w:kern w:val="1"/>
        </w:rPr>
        <w:t>’</w:t>
      </w:r>
      <w:r>
        <w:rPr>
          <w:rFonts w:cs="Georgia"/>
          <w:kern w:val="1"/>
        </w:rPr>
        <w:t>étaient répandus sur la table</w:t>
      </w:r>
      <w:r w:rsidR="000E1451">
        <w:rPr>
          <w:rFonts w:cs="Georgia"/>
          <w:kern w:val="1"/>
        </w:rPr>
        <w:t xml:space="preserve">. </w:t>
      </w:r>
      <w:r>
        <w:rPr>
          <w:rFonts w:cs="Georgia"/>
          <w:kern w:val="1"/>
        </w:rPr>
        <w:t>Âprement</w:t>
      </w:r>
      <w:r w:rsidR="000E1451">
        <w:rPr>
          <w:rFonts w:cs="Georgia"/>
          <w:kern w:val="1"/>
        </w:rPr>
        <w:t xml:space="preserve">, </w:t>
      </w:r>
      <w:r>
        <w:rPr>
          <w:rFonts w:cs="Georgia"/>
          <w:kern w:val="1"/>
        </w:rPr>
        <w:t>il les recueillit à l</w:t>
      </w:r>
      <w:r w:rsidR="000E1451">
        <w:rPr>
          <w:rFonts w:cs="Georgia"/>
          <w:kern w:val="1"/>
        </w:rPr>
        <w:t>’</w:t>
      </w:r>
      <w:r>
        <w:rPr>
          <w:rFonts w:cs="Georgia"/>
          <w:kern w:val="1"/>
        </w:rPr>
        <w:t>aide d</w:t>
      </w:r>
      <w:r w:rsidR="000E1451">
        <w:rPr>
          <w:rFonts w:cs="Georgia"/>
          <w:kern w:val="1"/>
        </w:rPr>
        <w:t>’</w:t>
      </w:r>
      <w:r>
        <w:rPr>
          <w:rFonts w:cs="Georgia"/>
          <w:kern w:val="1"/>
        </w:rPr>
        <w:t>une feuille de papier et leur fit réintégrer la boîte</w:t>
      </w:r>
      <w:r w:rsidR="000E1451">
        <w:rPr>
          <w:rFonts w:cs="Georgia"/>
          <w:kern w:val="1"/>
        </w:rPr>
        <w:t xml:space="preserve">. </w:t>
      </w:r>
      <w:r>
        <w:rPr>
          <w:rFonts w:cs="Georgia"/>
          <w:kern w:val="1"/>
        </w:rPr>
        <w:t>Puis il prit sa canardière</w:t>
      </w:r>
      <w:r w:rsidR="000E1451">
        <w:rPr>
          <w:rFonts w:cs="Georgia"/>
          <w:kern w:val="1"/>
        </w:rPr>
        <w:t xml:space="preserve">. </w:t>
      </w:r>
      <w:r>
        <w:rPr>
          <w:rFonts w:cs="Georgia"/>
          <w:kern w:val="1"/>
        </w:rPr>
        <w:t>S</w:t>
      </w:r>
      <w:r w:rsidR="000E1451">
        <w:rPr>
          <w:rFonts w:cs="Georgia"/>
          <w:kern w:val="1"/>
        </w:rPr>
        <w:t>’</w:t>
      </w:r>
      <w:r>
        <w:rPr>
          <w:rFonts w:cs="Georgia"/>
          <w:kern w:val="1"/>
        </w:rPr>
        <w:t>approchant de la fenêtre</w:t>
      </w:r>
      <w:r w:rsidR="000E1451">
        <w:rPr>
          <w:rFonts w:cs="Georgia"/>
          <w:kern w:val="1"/>
        </w:rPr>
        <w:t xml:space="preserve">, </w:t>
      </w:r>
      <w:r>
        <w:rPr>
          <w:rFonts w:cs="Georgia"/>
          <w:kern w:val="1"/>
        </w:rPr>
        <w:t>il jeta un regard sur le ciel qui s</w:t>
      </w:r>
      <w:r w:rsidR="000E1451">
        <w:rPr>
          <w:rFonts w:cs="Georgia"/>
          <w:kern w:val="1"/>
        </w:rPr>
        <w:t>’</w:t>
      </w:r>
      <w:r>
        <w:rPr>
          <w:rFonts w:cs="Georgia"/>
          <w:kern w:val="1"/>
        </w:rPr>
        <w:t>obscurcissait de plus en plus</w:t>
      </w:r>
      <w:r w:rsidR="000E1451">
        <w:rPr>
          <w:rFonts w:cs="Georgia"/>
          <w:kern w:val="1"/>
        </w:rPr>
        <w:t>.</w:t>
      </w:r>
    </w:p>
    <w:p w14:paraId="55F5FC75" w14:textId="77777777" w:rsidR="000E1451" w:rsidRDefault="000E1451" w:rsidP="00BE611A">
      <w:pPr>
        <w:rPr>
          <w:rFonts w:cs="Georgia"/>
          <w:kern w:val="1"/>
        </w:rPr>
      </w:pPr>
      <w:r>
        <w:rPr>
          <w:rFonts w:cs="Georgia"/>
          <w:kern w:val="1"/>
        </w:rPr>
        <w:t>— </w:t>
      </w:r>
      <w:r w:rsidR="00BE611A">
        <w:rPr>
          <w:rFonts w:cs="Georgia"/>
          <w:kern w:val="1"/>
        </w:rPr>
        <w:t>J</w:t>
      </w:r>
      <w:r>
        <w:rPr>
          <w:rFonts w:cs="Georgia"/>
          <w:kern w:val="1"/>
        </w:rPr>
        <w:t>’</w:t>
      </w:r>
      <w:r w:rsidR="00BE611A">
        <w:rPr>
          <w:rFonts w:cs="Georgia"/>
          <w:kern w:val="1"/>
        </w:rPr>
        <w:t>espère que Mademoiselle ne s</w:t>
      </w:r>
      <w:r>
        <w:rPr>
          <w:rFonts w:cs="Georgia"/>
          <w:kern w:val="1"/>
        </w:rPr>
        <w:t>’</w:t>
      </w:r>
      <w:r w:rsidR="00BE611A">
        <w:rPr>
          <w:rFonts w:cs="Georgia"/>
          <w:kern w:val="1"/>
        </w:rPr>
        <w:t>attardera pas</w:t>
      </w:r>
      <w:r>
        <w:rPr>
          <w:rFonts w:cs="Georgia"/>
          <w:kern w:val="1"/>
        </w:rPr>
        <w:t xml:space="preserve">, </w:t>
      </w:r>
      <w:r w:rsidR="00BE611A">
        <w:rPr>
          <w:rFonts w:cs="Georgia"/>
          <w:kern w:val="1"/>
        </w:rPr>
        <w:t>dit-il</w:t>
      </w:r>
      <w:r>
        <w:rPr>
          <w:rFonts w:cs="Georgia"/>
          <w:kern w:val="1"/>
        </w:rPr>
        <w:t xml:space="preserve">. </w:t>
      </w:r>
      <w:r w:rsidR="00BE611A">
        <w:rPr>
          <w:rFonts w:cs="Georgia"/>
          <w:kern w:val="1"/>
        </w:rPr>
        <w:t>Si elle rentre avant moi</w:t>
      </w:r>
      <w:r>
        <w:rPr>
          <w:rFonts w:cs="Georgia"/>
          <w:kern w:val="1"/>
        </w:rPr>
        <w:t xml:space="preserve">, </w:t>
      </w:r>
      <w:r w:rsidR="00BE611A">
        <w:rPr>
          <w:rFonts w:cs="Georgia"/>
          <w:kern w:val="1"/>
        </w:rPr>
        <w:t>voulez-vous lui expliquer que je suis en quête d</w:t>
      </w:r>
      <w:r>
        <w:rPr>
          <w:rFonts w:cs="Georgia"/>
          <w:kern w:val="1"/>
        </w:rPr>
        <w:t>’</w:t>
      </w:r>
      <w:r w:rsidR="00BE611A">
        <w:rPr>
          <w:rFonts w:cs="Georgia"/>
          <w:kern w:val="1"/>
        </w:rPr>
        <w:t>un petit rôti</w:t>
      </w:r>
      <w:r>
        <w:rPr>
          <w:rFonts w:cs="Georgia"/>
          <w:kern w:val="1"/>
        </w:rPr>
        <w:t>.</w:t>
      </w:r>
    </w:p>
    <w:p w14:paraId="58E30233" w14:textId="77777777" w:rsidR="000E1451" w:rsidRDefault="000E1451" w:rsidP="00BE611A">
      <w:pPr>
        <w:rPr>
          <w:rFonts w:cs="Georgia"/>
          <w:kern w:val="1"/>
        </w:rPr>
      </w:pPr>
      <w:r>
        <w:rPr>
          <w:rFonts w:cs="Georgia"/>
          <w:kern w:val="1"/>
        </w:rPr>
        <w:t>— </w:t>
      </w:r>
      <w:r w:rsidR="00BE611A">
        <w:rPr>
          <w:rFonts w:cs="Georgia"/>
          <w:kern w:val="1"/>
        </w:rPr>
        <w:t>C</w:t>
      </w:r>
      <w:r>
        <w:rPr>
          <w:rFonts w:cs="Georgia"/>
          <w:kern w:val="1"/>
        </w:rPr>
        <w:t>’</w:t>
      </w:r>
      <w:r w:rsidR="00BE611A">
        <w:rPr>
          <w:rFonts w:cs="Georgia"/>
          <w:kern w:val="1"/>
        </w:rPr>
        <w:t>est entendu</w:t>
      </w:r>
      <w:r>
        <w:rPr>
          <w:rFonts w:cs="Georgia"/>
          <w:kern w:val="1"/>
        </w:rPr>
        <w:t>.</w:t>
      </w:r>
    </w:p>
    <w:p w14:paraId="17D8355F" w14:textId="77777777" w:rsidR="000E1451" w:rsidRDefault="000E1451" w:rsidP="00BE611A">
      <w:pPr>
        <w:rPr>
          <w:rFonts w:cs="Georgia"/>
          <w:kern w:val="1"/>
        </w:rPr>
      </w:pPr>
      <w:r>
        <w:rPr>
          <w:rFonts w:cs="Georgia"/>
          <w:kern w:val="1"/>
        </w:rPr>
        <w:t>— </w:t>
      </w:r>
      <w:r w:rsidR="00BE611A">
        <w:rPr>
          <w:rFonts w:cs="Georgia"/>
          <w:kern w:val="1"/>
        </w:rPr>
        <w:t>Vous n</w:t>
      </w:r>
      <w:r>
        <w:rPr>
          <w:rFonts w:cs="Georgia"/>
          <w:kern w:val="1"/>
        </w:rPr>
        <w:t>’</w:t>
      </w:r>
      <w:r w:rsidR="00BE611A">
        <w:rPr>
          <w:rFonts w:cs="Georgia"/>
          <w:kern w:val="1"/>
        </w:rPr>
        <w:t>avez besoin de rien</w:t>
      </w:r>
      <w:r>
        <w:rPr>
          <w:rFonts w:cs="Georgia"/>
          <w:kern w:val="1"/>
        </w:rPr>
        <w:t> ?</w:t>
      </w:r>
    </w:p>
    <w:p w14:paraId="5C8444FE" w14:textId="77777777" w:rsidR="000E1451" w:rsidRDefault="000E1451" w:rsidP="00BE611A">
      <w:pPr>
        <w:rPr>
          <w:rFonts w:cs="Georgia"/>
          <w:kern w:val="1"/>
        </w:rPr>
      </w:pPr>
      <w:r>
        <w:rPr>
          <w:rFonts w:cs="Georgia"/>
          <w:kern w:val="1"/>
        </w:rPr>
        <w:t>— </w:t>
      </w:r>
      <w:r w:rsidR="00BE611A">
        <w:rPr>
          <w:rFonts w:cs="Georgia"/>
          <w:kern w:val="1"/>
        </w:rPr>
        <w:t>De rien</w:t>
      </w:r>
      <w:r>
        <w:rPr>
          <w:rFonts w:cs="Georgia"/>
          <w:kern w:val="1"/>
        </w:rPr>
        <w:t>.</w:t>
      </w:r>
    </w:p>
    <w:p w14:paraId="5957A90D" w14:textId="77777777" w:rsidR="000E1451" w:rsidRDefault="000E1451" w:rsidP="00BE611A">
      <w:pPr>
        <w:rPr>
          <w:rFonts w:cs="Georgia"/>
          <w:kern w:val="1"/>
        </w:rPr>
      </w:pPr>
      <w:r>
        <w:rPr>
          <w:rFonts w:cs="Georgia"/>
          <w:kern w:val="1"/>
        </w:rPr>
        <w:t>— </w:t>
      </w:r>
      <w:r w:rsidR="00BE611A">
        <w:rPr>
          <w:rFonts w:cs="Georgia"/>
          <w:kern w:val="1"/>
        </w:rPr>
        <w:t>À tout à l</w:t>
      </w:r>
      <w:r>
        <w:rPr>
          <w:rFonts w:cs="Georgia"/>
          <w:kern w:val="1"/>
        </w:rPr>
        <w:t>’</w:t>
      </w:r>
      <w:r w:rsidR="00BE611A">
        <w:rPr>
          <w:rFonts w:cs="Georgia"/>
          <w:kern w:val="1"/>
        </w:rPr>
        <w:t>heure</w:t>
      </w:r>
      <w:r>
        <w:rPr>
          <w:rFonts w:cs="Georgia"/>
          <w:kern w:val="1"/>
        </w:rPr>
        <w:t>.</w:t>
      </w:r>
    </w:p>
    <w:p w14:paraId="12FD3D54" w14:textId="77777777" w:rsidR="000E1451" w:rsidRDefault="00BE611A" w:rsidP="00BE611A">
      <w:pPr>
        <w:rPr>
          <w:rFonts w:cs="Georgia"/>
          <w:kern w:val="1"/>
        </w:rPr>
      </w:pPr>
      <w:r>
        <w:rPr>
          <w:rFonts w:cs="Georgia"/>
          <w:kern w:val="1"/>
        </w:rPr>
        <w:t>Je sortis sur ses pas pour aller reprendre mon travail au pavillon</w:t>
      </w:r>
      <w:r w:rsidR="000E1451">
        <w:rPr>
          <w:rFonts w:cs="Georgia"/>
          <w:kern w:val="1"/>
        </w:rPr>
        <w:t xml:space="preserve">. </w:t>
      </w:r>
      <w:r>
        <w:rPr>
          <w:rFonts w:cs="Georgia"/>
          <w:kern w:val="1"/>
        </w:rPr>
        <w:t>Les événements de ces dernières journées n</w:t>
      </w:r>
      <w:r w:rsidR="000E1451">
        <w:rPr>
          <w:rFonts w:cs="Georgia"/>
          <w:kern w:val="1"/>
        </w:rPr>
        <w:t>’</w:t>
      </w:r>
      <w:r>
        <w:rPr>
          <w:rFonts w:cs="Georgia"/>
          <w:kern w:val="1"/>
        </w:rPr>
        <w:t>étaient guère de nature</w:t>
      </w:r>
      <w:r w:rsidR="000E1451">
        <w:rPr>
          <w:rFonts w:cs="Georgia"/>
          <w:kern w:val="1"/>
        </w:rPr>
        <w:t xml:space="preserve">, </w:t>
      </w:r>
      <w:r>
        <w:rPr>
          <w:rFonts w:cs="Georgia"/>
          <w:kern w:val="1"/>
        </w:rPr>
        <w:t>on l</w:t>
      </w:r>
      <w:r w:rsidR="000E1451">
        <w:rPr>
          <w:rFonts w:cs="Georgia"/>
          <w:kern w:val="1"/>
        </w:rPr>
        <w:t>’</w:t>
      </w:r>
      <w:r>
        <w:rPr>
          <w:rFonts w:cs="Georgia"/>
          <w:kern w:val="1"/>
        </w:rPr>
        <w:t>avouera</w:t>
      </w:r>
      <w:r w:rsidR="000E1451">
        <w:rPr>
          <w:rFonts w:cs="Georgia"/>
          <w:kern w:val="1"/>
        </w:rPr>
        <w:t xml:space="preserve">, </w:t>
      </w:r>
      <w:r>
        <w:rPr>
          <w:rFonts w:cs="Georgia"/>
          <w:kern w:val="1"/>
        </w:rPr>
        <w:t>à diriger mon attention vers le côté comique des choses</w:t>
      </w:r>
      <w:r w:rsidR="000E1451">
        <w:rPr>
          <w:rFonts w:cs="Georgia"/>
          <w:kern w:val="1"/>
        </w:rPr>
        <w:t xml:space="preserve">. </w:t>
      </w:r>
      <w:r>
        <w:rPr>
          <w:rFonts w:cs="Georgia"/>
          <w:kern w:val="1"/>
        </w:rPr>
        <w:t>Je n</w:t>
      </w:r>
      <w:r w:rsidR="000E1451">
        <w:rPr>
          <w:rFonts w:cs="Georgia"/>
          <w:kern w:val="1"/>
        </w:rPr>
        <w:t>’</w:t>
      </w:r>
      <w:r>
        <w:rPr>
          <w:rFonts w:cs="Georgia"/>
          <w:kern w:val="1"/>
        </w:rPr>
        <w:t>aurais pas manqué sans cela de goûter l</w:t>
      </w:r>
      <w:r w:rsidR="000E1451">
        <w:rPr>
          <w:rFonts w:cs="Georgia"/>
          <w:kern w:val="1"/>
        </w:rPr>
        <w:t>’</w:t>
      </w:r>
      <w:r>
        <w:rPr>
          <w:rFonts w:cs="Georgia"/>
          <w:kern w:val="1"/>
        </w:rPr>
        <w:t>ironie des circonstances qui confiaient ce matin à un prisonnier de guerre français la garde de l</w:t>
      </w:r>
      <w:r w:rsidR="000E1451">
        <w:rPr>
          <w:rFonts w:cs="Georgia"/>
          <w:kern w:val="1"/>
        </w:rPr>
        <w:t>’</w:t>
      </w:r>
      <w:r>
        <w:rPr>
          <w:rFonts w:cs="Georgia"/>
          <w:kern w:val="1"/>
        </w:rPr>
        <w:t>altier domaine de Reichendorf</w:t>
      </w:r>
      <w:r w:rsidR="000E1451">
        <w:rPr>
          <w:rFonts w:cs="Georgia"/>
          <w:kern w:val="1"/>
        </w:rPr>
        <w:t>.</w:t>
      </w:r>
    </w:p>
    <w:p w14:paraId="18267EAF" w14:textId="77777777" w:rsidR="000E1451" w:rsidRDefault="00BE611A" w:rsidP="00BE611A">
      <w:pPr>
        <w:rPr>
          <w:rFonts w:cs="Georgia"/>
          <w:kern w:val="1"/>
        </w:rPr>
      </w:pPr>
      <w:r>
        <w:rPr>
          <w:rFonts w:cs="Georgia"/>
          <w:kern w:val="1"/>
        </w:rPr>
        <w:t>Toute la matinée</w:t>
      </w:r>
      <w:r w:rsidR="000E1451">
        <w:rPr>
          <w:rFonts w:cs="Georgia"/>
          <w:kern w:val="1"/>
        </w:rPr>
        <w:t xml:space="preserve">, </w:t>
      </w:r>
      <w:r>
        <w:rPr>
          <w:rFonts w:cs="Georgia"/>
          <w:kern w:val="1"/>
        </w:rPr>
        <w:t>m</w:t>
      </w:r>
      <w:r w:rsidR="000E1451">
        <w:rPr>
          <w:rFonts w:cs="Georgia"/>
          <w:kern w:val="1"/>
        </w:rPr>
        <w:t>’</w:t>
      </w:r>
      <w:r>
        <w:rPr>
          <w:rFonts w:cs="Georgia"/>
          <w:kern w:val="1"/>
        </w:rPr>
        <w:t>efforçant de dompter une anxiété qui ne faisait que croître</w:t>
      </w:r>
      <w:r w:rsidR="000E1451">
        <w:rPr>
          <w:rFonts w:cs="Georgia"/>
          <w:kern w:val="1"/>
        </w:rPr>
        <w:t xml:space="preserve">, </w:t>
      </w:r>
      <w:r>
        <w:rPr>
          <w:rFonts w:cs="Georgia"/>
          <w:kern w:val="1"/>
        </w:rPr>
        <w:t>je travaillai</w:t>
      </w:r>
      <w:r w:rsidR="000E1451">
        <w:rPr>
          <w:rFonts w:cs="Georgia"/>
          <w:kern w:val="1"/>
        </w:rPr>
        <w:t xml:space="preserve">. </w:t>
      </w:r>
      <w:r>
        <w:rPr>
          <w:rFonts w:cs="Georgia"/>
          <w:kern w:val="1"/>
        </w:rPr>
        <w:t>La tempête ne diminuait pas</w:t>
      </w:r>
      <w:r w:rsidR="000E1451">
        <w:rPr>
          <w:rFonts w:cs="Georgia"/>
          <w:kern w:val="1"/>
        </w:rPr>
        <w:t xml:space="preserve">. </w:t>
      </w:r>
      <w:r>
        <w:rPr>
          <w:rFonts w:cs="Georgia"/>
          <w:kern w:val="1"/>
        </w:rPr>
        <w:t>Vers midi</w:t>
      </w:r>
      <w:r w:rsidR="000E1451">
        <w:rPr>
          <w:rFonts w:cs="Georgia"/>
          <w:kern w:val="1"/>
        </w:rPr>
        <w:t xml:space="preserve">, </w:t>
      </w:r>
      <w:r>
        <w:rPr>
          <w:rFonts w:cs="Georgia"/>
          <w:kern w:val="1"/>
        </w:rPr>
        <w:t>je distinguai</w:t>
      </w:r>
      <w:r w:rsidR="000E1451">
        <w:rPr>
          <w:rFonts w:cs="Georgia"/>
          <w:kern w:val="1"/>
        </w:rPr>
        <w:t xml:space="preserve">, </w:t>
      </w:r>
      <w:r>
        <w:rPr>
          <w:rFonts w:cs="Georgia"/>
          <w:kern w:val="1"/>
        </w:rPr>
        <w:t>parmi le déchaînement de la pluie et du vent</w:t>
      </w:r>
      <w:r w:rsidR="000E1451">
        <w:rPr>
          <w:rFonts w:cs="Georgia"/>
          <w:kern w:val="1"/>
        </w:rPr>
        <w:t xml:space="preserve">, </w:t>
      </w:r>
      <w:r>
        <w:rPr>
          <w:rFonts w:cs="Georgia"/>
          <w:kern w:val="1"/>
        </w:rPr>
        <w:t>un bruit de pas qui s</w:t>
      </w:r>
      <w:r w:rsidR="000E1451">
        <w:rPr>
          <w:rFonts w:cs="Georgia"/>
          <w:kern w:val="1"/>
        </w:rPr>
        <w:t>’</w:t>
      </w:r>
      <w:r>
        <w:rPr>
          <w:rFonts w:cs="Georgia"/>
          <w:kern w:val="1"/>
        </w:rPr>
        <w:t>approchaient</w:t>
      </w:r>
      <w:r w:rsidR="000E1451">
        <w:rPr>
          <w:rFonts w:cs="Georgia"/>
          <w:kern w:val="1"/>
        </w:rPr>
        <w:t xml:space="preserve">. </w:t>
      </w:r>
      <w:r>
        <w:rPr>
          <w:rFonts w:cs="Georgia"/>
          <w:kern w:val="1"/>
        </w:rPr>
        <w:t>Trempé des pieds à la tête</w:t>
      </w:r>
      <w:r w:rsidR="000E1451">
        <w:rPr>
          <w:rFonts w:cs="Georgia"/>
          <w:kern w:val="1"/>
        </w:rPr>
        <w:t xml:space="preserve">, </w:t>
      </w:r>
      <w:r>
        <w:rPr>
          <w:rFonts w:cs="Georgia"/>
          <w:kern w:val="1"/>
        </w:rPr>
        <w:t>Gottlieb surgit sur le seuil du pavillon</w:t>
      </w:r>
      <w:r w:rsidR="000E1451">
        <w:rPr>
          <w:rFonts w:cs="Georgia"/>
          <w:kern w:val="1"/>
        </w:rPr>
        <w:t>.</w:t>
      </w:r>
    </w:p>
    <w:p w14:paraId="17D6B7C6" w14:textId="77777777" w:rsidR="000E1451" w:rsidRDefault="000E1451" w:rsidP="00BE611A">
      <w:pPr>
        <w:rPr>
          <w:rFonts w:cs="Georgia"/>
          <w:kern w:val="1"/>
        </w:rPr>
      </w:pPr>
      <w:r>
        <w:rPr>
          <w:rFonts w:cs="Georgia"/>
          <w:kern w:val="1"/>
        </w:rPr>
        <w:lastRenderedPageBreak/>
        <w:t>— </w:t>
      </w:r>
      <w:r w:rsidR="00BE611A">
        <w:rPr>
          <w:rFonts w:cs="Georgia"/>
          <w:kern w:val="1"/>
        </w:rPr>
        <w:t>Bonne chasse</w:t>
      </w:r>
      <w:r>
        <w:rPr>
          <w:rFonts w:cs="Georgia"/>
          <w:kern w:val="1"/>
        </w:rPr>
        <w:t xml:space="preserve"> ? </w:t>
      </w:r>
      <w:r w:rsidR="00BE611A">
        <w:rPr>
          <w:rFonts w:cs="Georgia"/>
          <w:kern w:val="1"/>
        </w:rPr>
        <w:t>demandai-je</w:t>
      </w:r>
      <w:r>
        <w:rPr>
          <w:rFonts w:cs="Georgia"/>
          <w:kern w:val="1"/>
        </w:rPr>
        <w:t>.</w:t>
      </w:r>
    </w:p>
    <w:p w14:paraId="2354E340" w14:textId="77777777" w:rsidR="000E1451" w:rsidRDefault="000E1451" w:rsidP="00BE611A">
      <w:pPr>
        <w:rPr>
          <w:rFonts w:cs="Georgia"/>
          <w:kern w:val="1"/>
        </w:rPr>
      </w:pPr>
      <w:r>
        <w:rPr>
          <w:rFonts w:cs="Georgia"/>
          <w:kern w:val="1"/>
        </w:rPr>
        <w:t>— </w:t>
      </w:r>
      <w:r w:rsidR="00BE611A">
        <w:rPr>
          <w:rFonts w:cs="Georgia"/>
          <w:kern w:val="1"/>
        </w:rPr>
        <w:t>Il s</w:t>
      </w:r>
      <w:r>
        <w:rPr>
          <w:rFonts w:cs="Georgia"/>
          <w:kern w:val="1"/>
        </w:rPr>
        <w:t>’</w:t>
      </w:r>
      <w:r w:rsidR="00BE611A">
        <w:rPr>
          <w:rFonts w:cs="Georgia"/>
          <w:kern w:val="1"/>
        </w:rPr>
        <w:t>agit bien de chasse</w:t>
      </w:r>
      <w:r>
        <w:rPr>
          <w:rFonts w:cs="Georgia"/>
          <w:kern w:val="1"/>
        </w:rPr>
        <w:t xml:space="preserve"> ! </w:t>
      </w:r>
      <w:r w:rsidR="00BE611A">
        <w:rPr>
          <w:rFonts w:cs="Georgia"/>
          <w:kern w:val="1"/>
        </w:rPr>
        <w:t>Mademoiselle n</w:t>
      </w:r>
      <w:r>
        <w:rPr>
          <w:rFonts w:cs="Georgia"/>
          <w:kern w:val="1"/>
        </w:rPr>
        <w:t>’</w:t>
      </w:r>
      <w:r w:rsidR="00BE611A">
        <w:rPr>
          <w:rFonts w:cs="Georgia"/>
          <w:kern w:val="1"/>
        </w:rPr>
        <w:t>est pas de retour</w:t>
      </w:r>
      <w:r>
        <w:rPr>
          <w:rFonts w:cs="Georgia"/>
          <w:kern w:val="1"/>
        </w:rPr>
        <w:t xml:space="preserve">. </w:t>
      </w:r>
      <w:r w:rsidR="00BE611A">
        <w:rPr>
          <w:rFonts w:cs="Georgia"/>
          <w:kern w:val="1"/>
        </w:rPr>
        <w:t>Je viens de la chercher dans tout le château</w:t>
      </w:r>
      <w:r>
        <w:rPr>
          <w:rFonts w:cs="Georgia"/>
          <w:kern w:val="1"/>
        </w:rPr>
        <w:t xml:space="preserve">. </w:t>
      </w:r>
      <w:r w:rsidR="00BE611A">
        <w:rPr>
          <w:rFonts w:cs="Georgia"/>
          <w:kern w:val="1"/>
        </w:rPr>
        <w:t>J</w:t>
      </w:r>
      <w:r>
        <w:rPr>
          <w:rFonts w:cs="Georgia"/>
          <w:kern w:val="1"/>
        </w:rPr>
        <w:t>’</w:t>
      </w:r>
      <w:r w:rsidR="00BE611A">
        <w:rPr>
          <w:rFonts w:cs="Georgia"/>
          <w:kern w:val="1"/>
        </w:rPr>
        <w:t>espérais la trouver ici</w:t>
      </w:r>
      <w:r>
        <w:rPr>
          <w:rFonts w:cs="Georgia"/>
          <w:kern w:val="1"/>
        </w:rPr>
        <w:t>.</w:t>
      </w:r>
    </w:p>
    <w:p w14:paraId="0A9ECA32" w14:textId="77777777" w:rsidR="000E1451" w:rsidRDefault="000E1451" w:rsidP="00BE611A">
      <w:pPr>
        <w:rPr>
          <w:rFonts w:cs="Georgia"/>
          <w:kern w:val="1"/>
        </w:rPr>
      </w:pPr>
      <w:r>
        <w:rPr>
          <w:rFonts w:cs="Georgia"/>
          <w:kern w:val="1"/>
        </w:rPr>
        <w:t>— </w:t>
      </w:r>
      <w:r w:rsidR="00BE611A">
        <w:rPr>
          <w:rFonts w:cs="Georgia"/>
          <w:kern w:val="1"/>
        </w:rPr>
        <w:t>Commencez par fermer la porte</w:t>
      </w:r>
      <w:r>
        <w:rPr>
          <w:rFonts w:cs="Georgia"/>
          <w:kern w:val="1"/>
        </w:rPr>
        <w:t xml:space="preserve">, </w:t>
      </w:r>
      <w:r w:rsidR="00BE611A">
        <w:rPr>
          <w:rFonts w:cs="Georgia"/>
          <w:kern w:val="1"/>
        </w:rPr>
        <w:t>dis-je</w:t>
      </w:r>
      <w:r>
        <w:rPr>
          <w:rFonts w:cs="Georgia"/>
          <w:kern w:val="1"/>
        </w:rPr>
        <w:t xml:space="preserve">. </w:t>
      </w:r>
      <w:r w:rsidR="00BE611A">
        <w:rPr>
          <w:rFonts w:cs="Georgia"/>
          <w:kern w:val="1"/>
        </w:rPr>
        <w:t>Autrement</w:t>
      </w:r>
      <w:r>
        <w:rPr>
          <w:rFonts w:cs="Georgia"/>
          <w:kern w:val="1"/>
        </w:rPr>
        <w:t xml:space="preserve">, </w:t>
      </w:r>
      <w:r w:rsidR="00BE611A">
        <w:rPr>
          <w:rFonts w:cs="Georgia"/>
          <w:kern w:val="1"/>
        </w:rPr>
        <w:t>tout le mobilier va s</w:t>
      </w:r>
      <w:r>
        <w:rPr>
          <w:rFonts w:cs="Georgia"/>
          <w:kern w:val="1"/>
        </w:rPr>
        <w:t>’</w:t>
      </w:r>
      <w:r w:rsidR="00BE611A">
        <w:rPr>
          <w:rFonts w:cs="Georgia"/>
          <w:kern w:val="1"/>
        </w:rPr>
        <w:t>envoler</w:t>
      </w:r>
      <w:r>
        <w:rPr>
          <w:rFonts w:cs="Georgia"/>
          <w:kern w:val="1"/>
        </w:rPr>
        <w:t xml:space="preserve">. </w:t>
      </w:r>
      <w:r w:rsidR="00BE611A">
        <w:rPr>
          <w:rFonts w:cs="Georgia"/>
          <w:kern w:val="1"/>
        </w:rPr>
        <w:t>Là</w:t>
      </w:r>
      <w:r>
        <w:rPr>
          <w:rFonts w:cs="Georgia"/>
          <w:kern w:val="1"/>
        </w:rPr>
        <w:t xml:space="preserve"> ! </w:t>
      </w:r>
      <w:r w:rsidR="00BE611A">
        <w:rPr>
          <w:rFonts w:cs="Georgia"/>
          <w:kern w:val="1"/>
        </w:rPr>
        <w:t>Vous disiez donc</w:t>
      </w:r>
      <w:r>
        <w:rPr>
          <w:rFonts w:cs="Georgia"/>
          <w:kern w:val="1"/>
        </w:rPr>
        <w:t> ?</w:t>
      </w:r>
    </w:p>
    <w:p w14:paraId="08BF9FA2" w14:textId="77777777" w:rsidR="000E1451" w:rsidRDefault="000E1451" w:rsidP="00BE611A">
      <w:pPr>
        <w:rPr>
          <w:rFonts w:cs="Georgia"/>
          <w:kern w:val="1"/>
        </w:rPr>
      </w:pPr>
      <w:r>
        <w:rPr>
          <w:rFonts w:cs="Georgia"/>
          <w:kern w:val="1"/>
        </w:rPr>
        <w:t>— </w:t>
      </w:r>
      <w:r w:rsidR="00BE611A">
        <w:rPr>
          <w:rFonts w:cs="Georgia"/>
          <w:kern w:val="1"/>
        </w:rPr>
        <w:t>Je dis que Mademoiselle n</w:t>
      </w:r>
      <w:r>
        <w:rPr>
          <w:rFonts w:cs="Georgia"/>
          <w:kern w:val="1"/>
        </w:rPr>
        <w:t>’</w:t>
      </w:r>
      <w:r w:rsidR="00BE611A">
        <w:rPr>
          <w:rFonts w:cs="Georgia"/>
          <w:kern w:val="1"/>
        </w:rPr>
        <w:t>est pas rentrée</w:t>
      </w:r>
      <w:r>
        <w:rPr>
          <w:rFonts w:cs="Georgia"/>
          <w:kern w:val="1"/>
        </w:rPr>
        <w:t xml:space="preserve">, </w:t>
      </w:r>
      <w:r w:rsidR="00BE611A">
        <w:rPr>
          <w:rFonts w:cs="Georgia"/>
          <w:kern w:val="1"/>
        </w:rPr>
        <w:t>et que je suis inquiet</w:t>
      </w:r>
      <w:r>
        <w:rPr>
          <w:rFonts w:cs="Georgia"/>
          <w:kern w:val="1"/>
        </w:rPr>
        <w:t>.</w:t>
      </w:r>
    </w:p>
    <w:p w14:paraId="3A5BB78F" w14:textId="77777777" w:rsidR="000E1451" w:rsidRDefault="000E1451" w:rsidP="00BE611A">
      <w:pPr>
        <w:rPr>
          <w:rFonts w:cs="Georgia"/>
          <w:kern w:val="1"/>
        </w:rPr>
      </w:pPr>
      <w:r>
        <w:rPr>
          <w:rFonts w:cs="Georgia"/>
          <w:kern w:val="1"/>
        </w:rPr>
        <w:t>— </w:t>
      </w:r>
      <w:r w:rsidR="00BE611A">
        <w:rPr>
          <w:rFonts w:cs="Georgia"/>
          <w:kern w:val="1"/>
        </w:rPr>
        <w:t>Est-ce la première fois qu</w:t>
      </w:r>
      <w:r>
        <w:rPr>
          <w:rFonts w:cs="Georgia"/>
          <w:kern w:val="1"/>
        </w:rPr>
        <w:t>’</w:t>
      </w:r>
      <w:r w:rsidR="00BE611A">
        <w:rPr>
          <w:rFonts w:cs="Georgia"/>
          <w:kern w:val="1"/>
        </w:rPr>
        <w:t>elle reste absente aussi longtemps</w:t>
      </w:r>
      <w:r>
        <w:rPr>
          <w:rFonts w:cs="Georgia"/>
          <w:kern w:val="1"/>
        </w:rPr>
        <w:t>.</w:t>
      </w:r>
    </w:p>
    <w:p w14:paraId="6B9DBB25" w14:textId="77777777" w:rsidR="000E1451" w:rsidRDefault="000E1451" w:rsidP="00BE611A">
      <w:pPr>
        <w:rPr>
          <w:rFonts w:cs="Georgia"/>
          <w:kern w:val="1"/>
        </w:rPr>
      </w:pPr>
      <w:r>
        <w:rPr>
          <w:rFonts w:cs="Georgia"/>
          <w:kern w:val="1"/>
        </w:rPr>
        <w:t>— </w:t>
      </w:r>
      <w:r w:rsidR="00BE611A">
        <w:rPr>
          <w:rFonts w:cs="Georgia"/>
          <w:kern w:val="1"/>
        </w:rPr>
        <w:t>Non</w:t>
      </w:r>
      <w:r>
        <w:rPr>
          <w:rFonts w:cs="Georgia"/>
          <w:kern w:val="1"/>
        </w:rPr>
        <w:t xml:space="preserve">, </w:t>
      </w:r>
      <w:r w:rsidR="00BE611A">
        <w:rPr>
          <w:rFonts w:cs="Georgia"/>
          <w:kern w:val="1"/>
        </w:rPr>
        <w:t>sans doute</w:t>
      </w:r>
      <w:r>
        <w:rPr>
          <w:rFonts w:cs="Georgia"/>
          <w:kern w:val="1"/>
        </w:rPr>
        <w:t xml:space="preserve">. </w:t>
      </w:r>
      <w:r w:rsidR="00BE611A">
        <w:rPr>
          <w:rFonts w:cs="Georgia"/>
          <w:kern w:val="1"/>
        </w:rPr>
        <w:t>Mais c</w:t>
      </w:r>
      <w:r>
        <w:rPr>
          <w:rFonts w:cs="Georgia"/>
          <w:kern w:val="1"/>
        </w:rPr>
        <w:t>’</w:t>
      </w:r>
      <w:r w:rsidR="00BE611A">
        <w:rPr>
          <w:rFonts w:cs="Georgia"/>
          <w:kern w:val="1"/>
        </w:rPr>
        <w:t>est peut-être la première fois qu</w:t>
      </w:r>
      <w:r>
        <w:rPr>
          <w:rFonts w:cs="Georgia"/>
          <w:kern w:val="1"/>
        </w:rPr>
        <w:t>’</w:t>
      </w:r>
      <w:r w:rsidR="00BE611A">
        <w:rPr>
          <w:rFonts w:cs="Georgia"/>
          <w:kern w:val="1"/>
        </w:rPr>
        <w:t>elle est dehors par une telle bourrasque</w:t>
      </w:r>
      <w:r>
        <w:rPr>
          <w:rFonts w:cs="Georgia"/>
          <w:kern w:val="1"/>
        </w:rPr>
        <w:t>.</w:t>
      </w:r>
    </w:p>
    <w:p w14:paraId="1D215E40" w14:textId="77777777" w:rsidR="000E1451" w:rsidRDefault="000E1451" w:rsidP="00BE611A">
      <w:pPr>
        <w:rPr>
          <w:rFonts w:cs="Georgia"/>
          <w:kern w:val="1"/>
        </w:rPr>
      </w:pPr>
      <w:r>
        <w:rPr>
          <w:rFonts w:cs="Georgia"/>
          <w:kern w:val="1"/>
        </w:rPr>
        <w:t>— </w:t>
      </w:r>
      <w:r w:rsidR="00BE611A">
        <w:rPr>
          <w:rFonts w:cs="Georgia"/>
          <w:kern w:val="1"/>
        </w:rPr>
        <w:t>Elle connaît bien les environs</w:t>
      </w:r>
      <w:r>
        <w:rPr>
          <w:rFonts w:cs="Georgia"/>
          <w:kern w:val="1"/>
        </w:rPr>
        <w:t xml:space="preserve">. </w:t>
      </w:r>
      <w:r w:rsidR="00BE611A">
        <w:rPr>
          <w:rFonts w:cs="Georgia"/>
          <w:kern w:val="1"/>
        </w:rPr>
        <w:t>Elle ne risque donc pas de s</w:t>
      </w:r>
      <w:r>
        <w:rPr>
          <w:rFonts w:cs="Georgia"/>
          <w:kern w:val="1"/>
        </w:rPr>
        <w:t>’</w:t>
      </w:r>
      <w:r w:rsidR="00BE611A">
        <w:rPr>
          <w:rFonts w:cs="Georgia"/>
          <w:kern w:val="1"/>
        </w:rPr>
        <w:t>égarer</w:t>
      </w:r>
      <w:r>
        <w:rPr>
          <w:rFonts w:cs="Georgia"/>
          <w:kern w:val="1"/>
        </w:rPr>
        <w:t>.</w:t>
      </w:r>
    </w:p>
    <w:p w14:paraId="24296EA1" w14:textId="77777777" w:rsidR="000E1451" w:rsidRDefault="000E1451" w:rsidP="00BE611A">
      <w:pPr>
        <w:rPr>
          <w:rFonts w:cs="Georgia"/>
          <w:kern w:val="1"/>
        </w:rPr>
      </w:pPr>
      <w:r>
        <w:rPr>
          <w:rFonts w:cs="Georgia"/>
          <w:kern w:val="1"/>
        </w:rPr>
        <w:t>— </w:t>
      </w:r>
      <w:r w:rsidR="00BE611A">
        <w:rPr>
          <w:rFonts w:cs="Georgia"/>
          <w:kern w:val="1"/>
        </w:rPr>
        <w:t>Je ne pense pas</w:t>
      </w:r>
      <w:r>
        <w:rPr>
          <w:rFonts w:cs="Georgia"/>
          <w:kern w:val="1"/>
        </w:rPr>
        <w:t>.</w:t>
      </w:r>
    </w:p>
    <w:p w14:paraId="6485E4DD" w14:textId="77777777" w:rsidR="000E1451" w:rsidRDefault="000E1451" w:rsidP="00BE611A">
      <w:pPr>
        <w:rPr>
          <w:rFonts w:cs="Georgia"/>
          <w:kern w:val="1"/>
        </w:rPr>
      </w:pPr>
      <w:r>
        <w:rPr>
          <w:rFonts w:cs="Georgia"/>
          <w:kern w:val="1"/>
        </w:rPr>
        <w:t>— </w:t>
      </w:r>
      <w:r w:rsidR="00BE611A">
        <w:rPr>
          <w:rFonts w:cs="Georgia"/>
          <w:kern w:val="1"/>
        </w:rPr>
        <w:t>Alors</w:t>
      </w:r>
      <w:r>
        <w:rPr>
          <w:rFonts w:cs="Georgia"/>
          <w:kern w:val="1"/>
        </w:rPr>
        <w:t xml:space="preserve">, </w:t>
      </w:r>
      <w:r w:rsidR="00BE611A">
        <w:rPr>
          <w:rFonts w:cs="Georgia"/>
          <w:kern w:val="1"/>
        </w:rPr>
        <w:t>que craignez-vous pour elle</w:t>
      </w:r>
      <w:r>
        <w:rPr>
          <w:rFonts w:cs="Georgia"/>
          <w:kern w:val="1"/>
        </w:rPr>
        <w:t> ?</w:t>
      </w:r>
    </w:p>
    <w:p w14:paraId="7FA9CBF9" w14:textId="77777777" w:rsidR="000E1451" w:rsidRDefault="00BE611A" w:rsidP="00BE611A">
      <w:pPr>
        <w:rPr>
          <w:rFonts w:cs="Georgia"/>
          <w:kern w:val="1"/>
        </w:rPr>
      </w:pPr>
      <w:r>
        <w:rPr>
          <w:rFonts w:cs="Georgia"/>
          <w:kern w:val="1"/>
        </w:rPr>
        <w:t>Il hésitait à répondre</w:t>
      </w:r>
      <w:r w:rsidR="000E1451">
        <w:rPr>
          <w:rFonts w:cs="Georgia"/>
          <w:kern w:val="1"/>
        </w:rPr>
        <w:t xml:space="preserve">. </w:t>
      </w:r>
      <w:r>
        <w:rPr>
          <w:rFonts w:cs="Georgia"/>
          <w:kern w:val="1"/>
        </w:rPr>
        <w:t>Son air soucieux disait assez qu</w:t>
      </w:r>
      <w:r w:rsidR="000E1451">
        <w:rPr>
          <w:rFonts w:cs="Georgia"/>
          <w:kern w:val="1"/>
        </w:rPr>
        <w:t>’</w:t>
      </w:r>
      <w:r>
        <w:rPr>
          <w:rFonts w:cs="Georgia"/>
          <w:kern w:val="1"/>
        </w:rPr>
        <w:t>il n</w:t>
      </w:r>
      <w:r w:rsidR="000E1451">
        <w:rPr>
          <w:rFonts w:cs="Georgia"/>
          <w:kern w:val="1"/>
        </w:rPr>
        <w:t>’</w:t>
      </w:r>
      <w:r>
        <w:rPr>
          <w:rFonts w:cs="Georgia"/>
          <w:kern w:val="1"/>
        </w:rPr>
        <w:t>osait aller jusqu</w:t>
      </w:r>
      <w:r w:rsidR="000E1451">
        <w:rPr>
          <w:rFonts w:cs="Georgia"/>
          <w:kern w:val="1"/>
        </w:rPr>
        <w:t>’</w:t>
      </w:r>
      <w:r>
        <w:rPr>
          <w:rFonts w:cs="Georgia"/>
          <w:kern w:val="1"/>
        </w:rPr>
        <w:t>au bout de sa pensée</w:t>
      </w:r>
      <w:r w:rsidR="000E1451">
        <w:rPr>
          <w:rFonts w:cs="Georgia"/>
          <w:kern w:val="1"/>
        </w:rPr>
        <w:t>.</w:t>
      </w:r>
    </w:p>
    <w:p w14:paraId="3002F98F" w14:textId="77777777" w:rsidR="000E1451" w:rsidRDefault="000E1451" w:rsidP="00BE611A">
      <w:pPr>
        <w:rPr>
          <w:rFonts w:cs="Georgia"/>
          <w:kern w:val="1"/>
        </w:rPr>
      </w:pPr>
      <w:r>
        <w:rPr>
          <w:rFonts w:cs="Georgia"/>
          <w:kern w:val="1"/>
        </w:rPr>
        <w:t>— </w:t>
      </w:r>
      <w:r w:rsidR="00BE611A">
        <w:rPr>
          <w:rFonts w:cs="Georgia"/>
          <w:kern w:val="1"/>
        </w:rPr>
        <w:t>Pourquoi vous taisez-vous</w:t>
      </w:r>
      <w:r>
        <w:rPr>
          <w:rFonts w:cs="Georgia"/>
          <w:kern w:val="1"/>
        </w:rPr>
        <w:t> ?</w:t>
      </w:r>
    </w:p>
    <w:p w14:paraId="7D2C9E37" w14:textId="77777777" w:rsidR="000E1451" w:rsidRDefault="000E1451" w:rsidP="00BE611A">
      <w:pPr>
        <w:rPr>
          <w:rFonts w:cs="Georgia"/>
          <w:kern w:val="1"/>
        </w:rPr>
      </w:pPr>
      <w:r>
        <w:rPr>
          <w:rFonts w:cs="Georgia"/>
          <w:kern w:val="1"/>
        </w:rPr>
        <w:t>— </w:t>
      </w:r>
      <w:r w:rsidR="00BE611A">
        <w:rPr>
          <w:rFonts w:cs="Georgia"/>
          <w:kern w:val="1"/>
        </w:rPr>
        <w:t>Je vais vous expliquer ce qui me chiffonne</w:t>
      </w:r>
      <w:r>
        <w:rPr>
          <w:rFonts w:cs="Georgia"/>
          <w:kern w:val="1"/>
        </w:rPr>
        <w:t xml:space="preserve">, </w:t>
      </w:r>
      <w:r w:rsidR="00BE611A">
        <w:rPr>
          <w:rFonts w:cs="Georgia"/>
          <w:kern w:val="1"/>
        </w:rPr>
        <w:t>fit-il enfin</w:t>
      </w:r>
      <w:r>
        <w:rPr>
          <w:rFonts w:cs="Georgia"/>
          <w:kern w:val="1"/>
        </w:rPr>
        <w:t xml:space="preserve">. </w:t>
      </w:r>
      <w:r w:rsidR="00BE611A">
        <w:rPr>
          <w:rFonts w:cs="Georgia"/>
          <w:kern w:val="1"/>
        </w:rPr>
        <w:t>Il y a entre la plage et l</w:t>
      </w:r>
      <w:r>
        <w:rPr>
          <w:rFonts w:cs="Georgia"/>
          <w:kern w:val="1"/>
        </w:rPr>
        <w:t>’</w:t>
      </w:r>
      <w:r w:rsidR="00BE611A">
        <w:rPr>
          <w:rFonts w:cs="Georgia"/>
          <w:kern w:val="1"/>
        </w:rPr>
        <w:t>étang que vous apercevez là-bas</w:t>
      </w:r>
      <w:r>
        <w:rPr>
          <w:rFonts w:cs="Georgia"/>
          <w:kern w:val="1"/>
        </w:rPr>
        <w:t xml:space="preserve">, </w:t>
      </w:r>
      <w:r w:rsidR="00BE611A">
        <w:rPr>
          <w:rFonts w:cs="Georgia"/>
          <w:kern w:val="1"/>
        </w:rPr>
        <w:t>que vous devriez apercevoir</w:t>
      </w:r>
      <w:r>
        <w:rPr>
          <w:rFonts w:cs="Georgia"/>
          <w:kern w:val="1"/>
        </w:rPr>
        <w:t xml:space="preserve">, </w:t>
      </w:r>
      <w:r w:rsidR="00BE611A">
        <w:rPr>
          <w:rFonts w:cs="Georgia"/>
          <w:kern w:val="1"/>
        </w:rPr>
        <w:t>plutôt</w:t>
      </w:r>
      <w:r>
        <w:rPr>
          <w:rFonts w:cs="Georgia"/>
          <w:kern w:val="1"/>
        </w:rPr>
        <w:t xml:space="preserve">, </w:t>
      </w:r>
      <w:r w:rsidR="00BE611A">
        <w:rPr>
          <w:rFonts w:cs="Georgia"/>
          <w:kern w:val="1"/>
        </w:rPr>
        <w:t>car avec ces damnés tourbillons de poussière</w:t>
      </w:r>
      <w:r>
        <w:rPr>
          <w:rFonts w:cs="Georgia"/>
          <w:kern w:val="1"/>
        </w:rPr>
        <w:t xml:space="preserve">, </w:t>
      </w:r>
      <w:r w:rsidR="00BE611A">
        <w:rPr>
          <w:rFonts w:cs="Georgia"/>
          <w:kern w:val="1"/>
        </w:rPr>
        <w:t>toute la ligne d</w:t>
      </w:r>
      <w:r>
        <w:rPr>
          <w:rFonts w:cs="Georgia"/>
          <w:kern w:val="1"/>
        </w:rPr>
        <w:t>’</w:t>
      </w:r>
      <w:r w:rsidR="00BE611A">
        <w:rPr>
          <w:rFonts w:cs="Georgia"/>
          <w:kern w:val="1"/>
        </w:rPr>
        <w:t>horizon est brouillée</w:t>
      </w:r>
      <w:r>
        <w:rPr>
          <w:rFonts w:cs="Georgia"/>
          <w:kern w:val="1"/>
        </w:rPr>
        <w:t xml:space="preserve">, – </w:t>
      </w:r>
      <w:r w:rsidR="00BE611A">
        <w:rPr>
          <w:rFonts w:cs="Georgia"/>
          <w:kern w:val="1"/>
        </w:rPr>
        <w:t>il y a donc là-bas</w:t>
      </w:r>
      <w:r>
        <w:rPr>
          <w:rFonts w:cs="Georgia"/>
          <w:kern w:val="1"/>
        </w:rPr>
        <w:t xml:space="preserve">, </w:t>
      </w:r>
      <w:r w:rsidR="00BE611A">
        <w:rPr>
          <w:rFonts w:cs="Georgia"/>
          <w:kern w:val="1"/>
        </w:rPr>
        <w:t>dis-je</w:t>
      </w:r>
      <w:r>
        <w:rPr>
          <w:rFonts w:cs="Georgia"/>
          <w:kern w:val="1"/>
        </w:rPr>
        <w:t xml:space="preserve">, </w:t>
      </w:r>
      <w:r w:rsidR="00BE611A">
        <w:rPr>
          <w:rFonts w:cs="Georgia"/>
          <w:kern w:val="1"/>
        </w:rPr>
        <w:t>trois ou quatre cents mètres d</w:t>
      </w:r>
      <w:r>
        <w:rPr>
          <w:rFonts w:cs="Georgia"/>
          <w:kern w:val="1"/>
        </w:rPr>
        <w:t>’</w:t>
      </w:r>
      <w:r w:rsidR="00BE611A">
        <w:rPr>
          <w:rFonts w:cs="Georgia"/>
          <w:kern w:val="1"/>
        </w:rPr>
        <w:t>un sable assez traître</w:t>
      </w:r>
      <w:r>
        <w:rPr>
          <w:rFonts w:cs="Georgia"/>
          <w:kern w:val="1"/>
        </w:rPr>
        <w:t xml:space="preserve">. </w:t>
      </w:r>
      <w:r w:rsidR="00BE611A">
        <w:rPr>
          <w:rFonts w:cs="Georgia"/>
          <w:kern w:val="1"/>
        </w:rPr>
        <w:t>Chaque hiver</w:t>
      </w:r>
      <w:r>
        <w:rPr>
          <w:rFonts w:cs="Georgia"/>
          <w:kern w:val="1"/>
        </w:rPr>
        <w:t xml:space="preserve">, </w:t>
      </w:r>
      <w:r w:rsidR="00BE611A">
        <w:rPr>
          <w:rFonts w:cs="Georgia"/>
          <w:kern w:val="1"/>
        </w:rPr>
        <w:t>des moutons trouvent le moyen de s</w:t>
      </w:r>
      <w:r>
        <w:rPr>
          <w:rFonts w:cs="Georgia"/>
          <w:kern w:val="1"/>
        </w:rPr>
        <w:t>’</w:t>
      </w:r>
      <w:r w:rsidR="00BE611A">
        <w:rPr>
          <w:rFonts w:cs="Georgia"/>
          <w:kern w:val="1"/>
        </w:rPr>
        <w:t>y enliser</w:t>
      </w:r>
      <w:r>
        <w:rPr>
          <w:rFonts w:cs="Georgia"/>
          <w:kern w:val="1"/>
        </w:rPr>
        <w:t xml:space="preserve">. </w:t>
      </w:r>
      <w:r w:rsidR="00BE611A">
        <w:rPr>
          <w:rFonts w:cs="Georgia"/>
          <w:kern w:val="1"/>
        </w:rPr>
        <w:t>D</w:t>
      </w:r>
      <w:r>
        <w:rPr>
          <w:rFonts w:cs="Georgia"/>
          <w:kern w:val="1"/>
        </w:rPr>
        <w:t>’</w:t>
      </w:r>
      <w:r w:rsidR="00BE611A">
        <w:rPr>
          <w:rFonts w:cs="Georgia"/>
          <w:kern w:val="1"/>
        </w:rPr>
        <w:t>ordinaire</w:t>
      </w:r>
      <w:r>
        <w:rPr>
          <w:rFonts w:cs="Georgia"/>
          <w:kern w:val="1"/>
        </w:rPr>
        <w:t xml:space="preserve">, </w:t>
      </w:r>
      <w:r w:rsidR="00BE611A">
        <w:rPr>
          <w:rFonts w:cs="Georgia"/>
          <w:kern w:val="1"/>
        </w:rPr>
        <w:t>en cette saison</w:t>
      </w:r>
      <w:r>
        <w:rPr>
          <w:rFonts w:cs="Georgia"/>
          <w:kern w:val="1"/>
        </w:rPr>
        <w:t xml:space="preserve">, </w:t>
      </w:r>
      <w:r w:rsidR="00BE611A">
        <w:rPr>
          <w:rFonts w:cs="Georgia"/>
          <w:kern w:val="1"/>
        </w:rPr>
        <w:t>il n</w:t>
      </w:r>
      <w:r>
        <w:rPr>
          <w:rFonts w:cs="Georgia"/>
          <w:kern w:val="1"/>
        </w:rPr>
        <w:t>’</w:t>
      </w:r>
      <w:r w:rsidR="00BE611A">
        <w:rPr>
          <w:rFonts w:cs="Georgia"/>
          <w:kern w:val="1"/>
        </w:rPr>
        <w:t>y a rien à craindre</w:t>
      </w:r>
      <w:r>
        <w:rPr>
          <w:rFonts w:cs="Georgia"/>
          <w:kern w:val="1"/>
        </w:rPr>
        <w:t xml:space="preserve"> ; </w:t>
      </w:r>
      <w:r w:rsidR="00BE611A">
        <w:rPr>
          <w:rFonts w:cs="Georgia"/>
          <w:kern w:val="1"/>
        </w:rPr>
        <w:t>le sol est ferme</w:t>
      </w:r>
      <w:r>
        <w:rPr>
          <w:rFonts w:cs="Georgia"/>
          <w:kern w:val="1"/>
        </w:rPr>
        <w:t xml:space="preserve">. </w:t>
      </w:r>
      <w:r w:rsidR="00BE611A">
        <w:rPr>
          <w:rFonts w:cs="Georgia"/>
          <w:kern w:val="1"/>
        </w:rPr>
        <w:t xml:space="preserve">Mais un orage </w:t>
      </w:r>
      <w:r w:rsidR="00BE611A">
        <w:rPr>
          <w:rFonts w:cs="Georgia"/>
          <w:kern w:val="1"/>
        </w:rPr>
        <w:lastRenderedPageBreak/>
        <w:t>comme celui-ci</w:t>
      </w:r>
      <w:r>
        <w:rPr>
          <w:rFonts w:cs="Georgia"/>
          <w:kern w:val="1"/>
        </w:rPr>
        <w:t xml:space="preserve">, </w:t>
      </w:r>
      <w:r w:rsidR="00BE611A">
        <w:rPr>
          <w:rFonts w:cs="Georgia"/>
          <w:kern w:val="1"/>
        </w:rPr>
        <w:t>qui dure depuis deux jours</w:t>
      </w:r>
      <w:r>
        <w:rPr>
          <w:rFonts w:cs="Georgia"/>
          <w:kern w:val="1"/>
        </w:rPr>
        <w:t xml:space="preserve">, </w:t>
      </w:r>
      <w:r w:rsidR="00BE611A">
        <w:rPr>
          <w:rFonts w:cs="Georgia"/>
          <w:kern w:val="1"/>
        </w:rPr>
        <w:t>peut suffire à tout bouleverser</w:t>
      </w:r>
      <w:r>
        <w:rPr>
          <w:rFonts w:cs="Georgia"/>
          <w:kern w:val="1"/>
        </w:rPr>
        <w:t>.</w:t>
      </w:r>
    </w:p>
    <w:p w14:paraId="33BE97D2" w14:textId="77777777" w:rsidR="000E1451" w:rsidRDefault="000E1451" w:rsidP="00BE611A">
      <w:pPr>
        <w:rPr>
          <w:rFonts w:cs="Georgia"/>
          <w:kern w:val="1"/>
        </w:rPr>
      </w:pPr>
      <w:r>
        <w:rPr>
          <w:rFonts w:cs="Georgia"/>
          <w:kern w:val="1"/>
        </w:rPr>
        <w:t>— </w:t>
      </w:r>
      <w:r w:rsidR="00BE611A">
        <w:rPr>
          <w:rFonts w:cs="Georgia"/>
          <w:kern w:val="1"/>
        </w:rPr>
        <w:t>Et Mademoiselle Axelle ignore l</w:t>
      </w:r>
      <w:r>
        <w:rPr>
          <w:rFonts w:cs="Georgia"/>
          <w:kern w:val="1"/>
        </w:rPr>
        <w:t>’</w:t>
      </w:r>
      <w:r w:rsidR="00BE611A">
        <w:rPr>
          <w:rFonts w:cs="Georgia"/>
          <w:kern w:val="1"/>
        </w:rPr>
        <w:t>existence de ce danger</w:t>
      </w:r>
      <w:r>
        <w:rPr>
          <w:rFonts w:cs="Georgia"/>
          <w:kern w:val="1"/>
        </w:rPr>
        <w:t> ?</w:t>
      </w:r>
    </w:p>
    <w:p w14:paraId="31D3263C" w14:textId="77777777" w:rsidR="000E1451" w:rsidRDefault="000E1451" w:rsidP="00BE611A">
      <w:pPr>
        <w:rPr>
          <w:rFonts w:cs="Georgia"/>
          <w:kern w:val="1"/>
        </w:rPr>
      </w:pPr>
      <w:r>
        <w:rPr>
          <w:rFonts w:cs="Georgia"/>
          <w:kern w:val="1"/>
        </w:rPr>
        <w:t>— </w:t>
      </w:r>
      <w:r w:rsidR="00BE611A">
        <w:rPr>
          <w:rFonts w:cs="Georgia"/>
          <w:kern w:val="1"/>
        </w:rPr>
        <w:t>Pensez-vous</w:t>
      </w:r>
      <w:r>
        <w:rPr>
          <w:rFonts w:cs="Georgia"/>
          <w:kern w:val="1"/>
        </w:rPr>
        <w:t xml:space="preserve"> ! </w:t>
      </w:r>
      <w:r w:rsidR="00BE611A">
        <w:rPr>
          <w:rFonts w:cs="Georgia"/>
          <w:kern w:val="1"/>
        </w:rPr>
        <w:t>Je crains au contraire qu</w:t>
      </w:r>
      <w:r>
        <w:rPr>
          <w:rFonts w:cs="Georgia"/>
          <w:kern w:val="1"/>
        </w:rPr>
        <w:t>’</w:t>
      </w:r>
      <w:r w:rsidR="00BE611A">
        <w:rPr>
          <w:rFonts w:cs="Georgia"/>
          <w:kern w:val="1"/>
        </w:rPr>
        <w:t>elle ne se fie trop à sa connaissance du pays</w:t>
      </w:r>
      <w:r>
        <w:rPr>
          <w:rFonts w:cs="Georgia"/>
          <w:kern w:val="1"/>
        </w:rPr>
        <w:t xml:space="preserve">. </w:t>
      </w:r>
      <w:r w:rsidR="00BE611A">
        <w:rPr>
          <w:rFonts w:cs="Georgia"/>
          <w:kern w:val="1"/>
        </w:rPr>
        <w:t>L</w:t>
      </w:r>
      <w:r>
        <w:rPr>
          <w:rFonts w:cs="Georgia"/>
          <w:kern w:val="1"/>
        </w:rPr>
        <w:t>’</w:t>
      </w:r>
      <w:r w:rsidR="00BE611A">
        <w:rPr>
          <w:rFonts w:cs="Georgia"/>
          <w:kern w:val="1"/>
        </w:rPr>
        <w:t>endroit dont je vous parle constitue un excellent raccourci pour gagner un bois de sapins</w:t>
      </w:r>
      <w:r>
        <w:rPr>
          <w:rFonts w:cs="Georgia"/>
          <w:kern w:val="1"/>
        </w:rPr>
        <w:t xml:space="preserve">, </w:t>
      </w:r>
      <w:r w:rsidR="00BE611A">
        <w:rPr>
          <w:rFonts w:cs="Georgia"/>
          <w:kern w:val="1"/>
        </w:rPr>
        <w:t>et</w:t>
      </w:r>
      <w:r>
        <w:rPr>
          <w:rFonts w:cs="Georgia"/>
          <w:kern w:val="1"/>
        </w:rPr>
        <w:t xml:space="preserve">, </w:t>
      </w:r>
      <w:r w:rsidR="00BE611A">
        <w:rPr>
          <w:rFonts w:cs="Georgia"/>
          <w:kern w:val="1"/>
        </w:rPr>
        <w:t>par delà ce bois</w:t>
      </w:r>
      <w:r>
        <w:rPr>
          <w:rFonts w:cs="Georgia"/>
          <w:kern w:val="1"/>
        </w:rPr>
        <w:t xml:space="preserve">, </w:t>
      </w:r>
      <w:r w:rsidR="00BE611A">
        <w:rPr>
          <w:rFonts w:cs="Georgia"/>
          <w:kern w:val="1"/>
        </w:rPr>
        <w:t>une portion de la plage d</w:t>
      </w:r>
      <w:r>
        <w:rPr>
          <w:rFonts w:cs="Georgia"/>
          <w:kern w:val="1"/>
        </w:rPr>
        <w:t>’</w:t>
      </w:r>
      <w:r w:rsidR="00BE611A">
        <w:rPr>
          <w:rFonts w:cs="Georgia"/>
          <w:kern w:val="1"/>
        </w:rPr>
        <w:t>où l</w:t>
      </w:r>
      <w:r>
        <w:rPr>
          <w:rFonts w:cs="Georgia"/>
          <w:kern w:val="1"/>
        </w:rPr>
        <w:t>’</w:t>
      </w:r>
      <w:r w:rsidR="00BE611A">
        <w:rPr>
          <w:rFonts w:cs="Georgia"/>
          <w:kern w:val="1"/>
        </w:rPr>
        <w:t>on a une vue superbe sur la côte orientale</w:t>
      </w:r>
      <w:r>
        <w:rPr>
          <w:rFonts w:cs="Georgia"/>
          <w:kern w:val="1"/>
        </w:rPr>
        <w:t xml:space="preserve">, </w:t>
      </w:r>
      <w:r w:rsidR="00BE611A">
        <w:rPr>
          <w:rFonts w:cs="Georgia"/>
          <w:kern w:val="1"/>
        </w:rPr>
        <w:t>et où Mademoiselle aime fort à se promener</w:t>
      </w:r>
      <w:r>
        <w:rPr>
          <w:rFonts w:cs="Georgia"/>
          <w:kern w:val="1"/>
        </w:rPr>
        <w:t xml:space="preserve">. </w:t>
      </w:r>
      <w:r w:rsidR="00BE611A">
        <w:rPr>
          <w:rFonts w:cs="Georgia"/>
          <w:kern w:val="1"/>
        </w:rPr>
        <w:t>Comprenez-vous</w:t>
      </w:r>
      <w:r>
        <w:rPr>
          <w:rFonts w:cs="Georgia"/>
          <w:kern w:val="1"/>
        </w:rPr>
        <w:t xml:space="preserve"> ? </w:t>
      </w:r>
      <w:r w:rsidR="00BE611A">
        <w:rPr>
          <w:rFonts w:cs="Georgia"/>
          <w:kern w:val="1"/>
        </w:rPr>
        <w:t>J</w:t>
      </w:r>
      <w:r>
        <w:rPr>
          <w:rFonts w:cs="Georgia"/>
          <w:kern w:val="1"/>
        </w:rPr>
        <w:t>’</w:t>
      </w:r>
      <w:r w:rsidR="00BE611A">
        <w:rPr>
          <w:rFonts w:cs="Georgia"/>
          <w:kern w:val="1"/>
        </w:rPr>
        <w:t>ai peur que</w:t>
      </w:r>
      <w:r>
        <w:rPr>
          <w:rFonts w:cs="Georgia"/>
          <w:kern w:val="1"/>
        </w:rPr>
        <w:t xml:space="preserve">, </w:t>
      </w:r>
      <w:r w:rsidR="00BE611A">
        <w:rPr>
          <w:rFonts w:cs="Georgia"/>
          <w:kern w:val="1"/>
        </w:rPr>
        <w:t>désireuse d</w:t>
      </w:r>
      <w:r>
        <w:rPr>
          <w:rFonts w:cs="Georgia"/>
          <w:kern w:val="1"/>
        </w:rPr>
        <w:t>’</w:t>
      </w:r>
      <w:r w:rsidR="00BE611A">
        <w:rPr>
          <w:rFonts w:cs="Georgia"/>
          <w:kern w:val="1"/>
        </w:rPr>
        <w:t>aller plus vite</w:t>
      </w:r>
      <w:r>
        <w:rPr>
          <w:rFonts w:cs="Georgia"/>
          <w:kern w:val="1"/>
        </w:rPr>
        <w:t>…</w:t>
      </w:r>
    </w:p>
    <w:p w14:paraId="0C6EA890" w14:textId="77777777" w:rsidR="000E1451" w:rsidRDefault="00BE611A" w:rsidP="00BE611A">
      <w:pPr>
        <w:rPr>
          <w:rFonts w:cs="Georgia"/>
          <w:kern w:val="1"/>
        </w:rPr>
      </w:pPr>
      <w:r>
        <w:rPr>
          <w:rFonts w:cs="Georgia"/>
          <w:kern w:val="1"/>
        </w:rPr>
        <w:t>Je lui coupai la parole</w:t>
      </w:r>
      <w:r w:rsidR="000E1451">
        <w:rPr>
          <w:rFonts w:cs="Georgia"/>
          <w:kern w:val="1"/>
        </w:rPr>
        <w:t>.</w:t>
      </w:r>
    </w:p>
    <w:p w14:paraId="0C454AD9" w14:textId="77777777" w:rsidR="000E1451" w:rsidRDefault="000E1451" w:rsidP="00BE611A">
      <w:pPr>
        <w:rPr>
          <w:rFonts w:cs="Georgia"/>
          <w:kern w:val="1"/>
        </w:rPr>
      </w:pPr>
      <w:r>
        <w:rPr>
          <w:rFonts w:cs="Georgia"/>
          <w:kern w:val="1"/>
        </w:rPr>
        <w:t>— </w:t>
      </w:r>
      <w:r w:rsidR="00BE611A">
        <w:rPr>
          <w:rFonts w:cs="Georgia"/>
          <w:kern w:val="1"/>
        </w:rPr>
        <w:t>Dans ces conditions</w:t>
      </w:r>
      <w:r>
        <w:rPr>
          <w:rFonts w:cs="Georgia"/>
          <w:kern w:val="1"/>
        </w:rPr>
        <w:t xml:space="preserve">, </w:t>
      </w:r>
      <w:r w:rsidR="00BE611A">
        <w:rPr>
          <w:rFonts w:cs="Georgia"/>
          <w:kern w:val="1"/>
        </w:rPr>
        <w:t>il n</w:t>
      </w:r>
      <w:r>
        <w:rPr>
          <w:rFonts w:cs="Georgia"/>
          <w:kern w:val="1"/>
        </w:rPr>
        <w:t>’</w:t>
      </w:r>
      <w:r w:rsidR="00BE611A">
        <w:rPr>
          <w:rFonts w:cs="Georgia"/>
          <w:kern w:val="1"/>
        </w:rPr>
        <w:t>y a qu</w:t>
      </w:r>
      <w:r>
        <w:rPr>
          <w:rFonts w:cs="Georgia"/>
          <w:kern w:val="1"/>
        </w:rPr>
        <w:t>’</w:t>
      </w:r>
      <w:r w:rsidR="00BE611A">
        <w:rPr>
          <w:rFonts w:cs="Georgia"/>
          <w:kern w:val="1"/>
        </w:rPr>
        <w:t>un parti à prendre</w:t>
      </w:r>
      <w:r>
        <w:rPr>
          <w:rFonts w:cs="Georgia"/>
          <w:kern w:val="1"/>
        </w:rPr>
        <w:t xml:space="preserve">, </w:t>
      </w:r>
      <w:r w:rsidR="00BE611A">
        <w:rPr>
          <w:rFonts w:cs="Georgia"/>
          <w:kern w:val="1"/>
        </w:rPr>
        <w:t>et vous savez lequel</w:t>
      </w:r>
      <w:r>
        <w:rPr>
          <w:rFonts w:cs="Georgia"/>
          <w:kern w:val="1"/>
        </w:rPr>
        <w:t> ?</w:t>
      </w:r>
    </w:p>
    <w:p w14:paraId="59551297" w14:textId="77777777" w:rsidR="000E1451" w:rsidRDefault="000E1451" w:rsidP="00BE611A">
      <w:pPr>
        <w:rPr>
          <w:rFonts w:cs="Georgia"/>
          <w:kern w:val="1"/>
        </w:rPr>
      </w:pPr>
      <w:r>
        <w:rPr>
          <w:rFonts w:cs="Georgia"/>
          <w:kern w:val="1"/>
        </w:rPr>
        <w:t>— </w:t>
      </w:r>
      <w:r w:rsidR="00BE611A">
        <w:rPr>
          <w:rFonts w:cs="Georgia"/>
          <w:kern w:val="1"/>
        </w:rPr>
        <w:t>M</w:t>
      </w:r>
      <w:r>
        <w:rPr>
          <w:rFonts w:cs="Georgia"/>
          <w:kern w:val="1"/>
        </w:rPr>
        <w:t>’</w:t>
      </w:r>
      <w:r w:rsidR="00BE611A">
        <w:rPr>
          <w:rFonts w:cs="Georgia"/>
          <w:kern w:val="1"/>
        </w:rPr>
        <w:t>en aller voir où elle peut bien être</w:t>
      </w:r>
      <w:r>
        <w:rPr>
          <w:rFonts w:cs="Georgia"/>
          <w:kern w:val="1"/>
        </w:rPr>
        <w:t xml:space="preserve"> ? </w:t>
      </w:r>
      <w:r w:rsidR="00BE611A">
        <w:rPr>
          <w:rFonts w:cs="Georgia"/>
          <w:kern w:val="1"/>
        </w:rPr>
        <w:t>C</w:t>
      </w:r>
      <w:r>
        <w:rPr>
          <w:rFonts w:cs="Georgia"/>
          <w:kern w:val="1"/>
        </w:rPr>
        <w:t>’</w:t>
      </w:r>
      <w:r w:rsidR="00BE611A">
        <w:rPr>
          <w:rFonts w:cs="Georgia"/>
          <w:kern w:val="1"/>
        </w:rPr>
        <w:t>est ce que je vais faire</w:t>
      </w:r>
      <w:r>
        <w:rPr>
          <w:rFonts w:cs="Georgia"/>
          <w:kern w:val="1"/>
        </w:rPr>
        <w:t xml:space="preserve">. </w:t>
      </w:r>
      <w:r w:rsidR="00BE611A">
        <w:rPr>
          <w:rFonts w:cs="Georgia"/>
          <w:kern w:val="1"/>
        </w:rPr>
        <w:t>Si pendant ce temps-là</w:t>
      </w:r>
      <w:r>
        <w:rPr>
          <w:rFonts w:cs="Georgia"/>
          <w:kern w:val="1"/>
        </w:rPr>
        <w:t xml:space="preserve">, </w:t>
      </w:r>
      <w:r w:rsidR="00BE611A">
        <w:rPr>
          <w:rFonts w:cs="Georgia"/>
          <w:kern w:val="1"/>
        </w:rPr>
        <w:t>vous voulez déjeuner</w:t>
      </w:r>
      <w:r>
        <w:rPr>
          <w:rFonts w:cs="Georgia"/>
          <w:kern w:val="1"/>
        </w:rPr>
        <w:t>…</w:t>
      </w:r>
    </w:p>
    <w:p w14:paraId="2FB707B1" w14:textId="77777777" w:rsidR="000E1451" w:rsidRDefault="000E1451" w:rsidP="00BE611A">
      <w:pPr>
        <w:rPr>
          <w:rFonts w:cs="Georgia"/>
          <w:kern w:val="1"/>
        </w:rPr>
      </w:pPr>
      <w:r>
        <w:rPr>
          <w:rFonts w:cs="Georgia"/>
          <w:kern w:val="1"/>
        </w:rPr>
        <w:t>— </w:t>
      </w:r>
      <w:r w:rsidR="00BE611A">
        <w:rPr>
          <w:rFonts w:cs="Georgia"/>
          <w:kern w:val="1"/>
        </w:rPr>
        <w:t>Je ne suis pas pressé</w:t>
      </w:r>
      <w:r>
        <w:rPr>
          <w:rFonts w:cs="Georgia"/>
          <w:kern w:val="1"/>
        </w:rPr>
        <w:t xml:space="preserve">. </w:t>
      </w:r>
      <w:r w:rsidR="00BE611A">
        <w:rPr>
          <w:rFonts w:cs="Georgia"/>
          <w:kern w:val="1"/>
        </w:rPr>
        <w:t>Nous déjeunerons à notre retour</w:t>
      </w:r>
      <w:r>
        <w:rPr>
          <w:rFonts w:cs="Georgia"/>
          <w:kern w:val="1"/>
        </w:rPr>
        <w:t>.</w:t>
      </w:r>
    </w:p>
    <w:p w14:paraId="1BAEED2A" w14:textId="77777777" w:rsidR="000E1451" w:rsidRDefault="00BE611A" w:rsidP="00BE611A">
      <w:pPr>
        <w:rPr>
          <w:rFonts w:cs="Georgia"/>
          <w:kern w:val="1"/>
        </w:rPr>
      </w:pPr>
      <w:r>
        <w:rPr>
          <w:rFonts w:cs="Georgia"/>
          <w:kern w:val="1"/>
        </w:rPr>
        <w:t>Il me regarda avec ahurissement</w:t>
      </w:r>
      <w:r w:rsidR="000E1451">
        <w:rPr>
          <w:rFonts w:cs="Georgia"/>
          <w:kern w:val="1"/>
        </w:rPr>
        <w:t>.</w:t>
      </w:r>
    </w:p>
    <w:p w14:paraId="20CD3243" w14:textId="77777777" w:rsidR="000E1451" w:rsidRDefault="000E1451" w:rsidP="00BE611A">
      <w:pPr>
        <w:rPr>
          <w:rFonts w:cs="Georgia"/>
          <w:kern w:val="1"/>
        </w:rPr>
      </w:pPr>
      <w:r>
        <w:rPr>
          <w:rFonts w:cs="Georgia"/>
          <w:kern w:val="1"/>
        </w:rPr>
        <w:t>— </w:t>
      </w:r>
      <w:r w:rsidR="00BE611A">
        <w:rPr>
          <w:rFonts w:cs="Georgia"/>
          <w:kern w:val="1"/>
        </w:rPr>
        <w:t>À notre retour</w:t>
      </w:r>
      <w:r>
        <w:rPr>
          <w:rFonts w:cs="Georgia"/>
          <w:kern w:val="1"/>
        </w:rPr>
        <w:t xml:space="preserve"> ? </w:t>
      </w:r>
      <w:r w:rsidR="00BE611A">
        <w:rPr>
          <w:rFonts w:cs="Georgia"/>
          <w:kern w:val="1"/>
        </w:rPr>
        <w:t>Comment cela</w:t>
      </w:r>
      <w:r>
        <w:rPr>
          <w:rFonts w:cs="Georgia"/>
          <w:kern w:val="1"/>
        </w:rPr>
        <w:t xml:space="preserve"> ? </w:t>
      </w:r>
      <w:r w:rsidR="00BE611A">
        <w:rPr>
          <w:rFonts w:cs="Georgia"/>
          <w:kern w:val="1"/>
        </w:rPr>
        <w:t>Vous voudriez</w:t>
      </w:r>
      <w:r>
        <w:rPr>
          <w:rFonts w:cs="Georgia"/>
          <w:kern w:val="1"/>
        </w:rPr>
        <w:t>…</w:t>
      </w:r>
    </w:p>
    <w:p w14:paraId="7B0DEB2F" w14:textId="77777777" w:rsidR="000E1451" w:rsidRDefault="000E1451" w:rsidP="00BE611A">
      <w:pPr>
        <w:rPr>
          <w:rFonts w:cs="Georgia"/>
          <w:kern w:val="1"/>
        </w:rPr>
      </w:pPr>
      <w:r>
        <w:rPr>
          <w:rFonts w:cs="Georgia"/>
          <w:kern w:val="1"/>
        </w:rPr>
        <w:t>— </w:t>
      </w:r>
      <w:r w:rsidR="00BE611A">
        <w:rPr>
          <w:rFonts w:cs="Georgia"/>
          <w:kern w:val="1"/>
        </w:rPr>
        <w:t>Aller aussi à sa recherche</w:t>
      </w:r>
      <w:r>
        <w:rPr>
          <w:rFonts w:cs="Georgia"/>
          <w:kern w:val="1"/>
        </w:rPr>
        <w:t xml:space="preserve"> ? </w:t>
      </w:r>
      <w:r w:rsidR="00BE611A">
        <w:rPr>
          <w:rFonts w:cs="Georgia"/>
          <w:kern w:val="1"/>
        </w:rPr>
        <w:t>Tiens</w:t>
      </w:r>
      <w:r>
        <w:rPr>
          <w:rFonts w:cs="Georgia"/>
          <w:kern w:val="1"/>
        </w:rPr>
        <w:t xml:space="preserve">, </w:t>
      </w:r>
      <w:r w:rsidR="00BE611A">
        <w:rPr>
          <w:rFonts w:cs="Georgia"/>
          <w:kern w:val="1"/>
        </w:rPr>
        <w:t>bien sûr</w:t>
      </w:r>
      <w:r>
        <w:rPr>
          <w:rFonts w:cs="Georgia"/>
          <w:kern w:val="1"/>
        </w:rPr>
        <w:t xml:space="preserve"> ! </w:t>
      </w:r>
      <w:r w:rsidR="00BE611A">
        <w:rPr>
          <w:rFonts w:cs="Georgia"/>
          <w:kern w:val="1"/>
        </w:rPr>
        <w:t>À nous deux</w:t>
      </w:r>
      <w:r>
        <w:rPr>
          <w:rFonts w:cs="Georgia"/>
          <w:kern w:val="1"/>
        </w:rPr>
        <w:t xml:space="preserve">, </w:t>
      </w:r>
      <w:r w:rsidR="00BE611A">
        <w:rPr>
          <w:rFonts w:cs="Georgia"/>
          <w:kern w:val="1"/>
        </w:rPr>
        <w:t>nous battrons plus de terrain</w:t>
      </w:r>
      <w:r>
        <w:rPr>
          <w:rFonts w:cs="Georgia"/>
          <w:kern w:val="1"/>
        </w:rPr>
        <w:t xml:space="preserve">, </w:t>
      </w:r>
      <w:r w:rsidR="00BE611A">
        <w:rPr>
          <w:rFonts w:cs="Georgia"/>
          <w:kern w:val="1"/>
        </w:rPr>
        <w:t>et avec plus de rapidité</w:t>
      </w:r>
      <w:r>
        <w:rPr>
          <w:rFonts w:cs="Georgia"/>
          <w:kern w:val="1"/>
        </w:rPr>
        <w:t xml:space="preserve">. </w:t>
      </w:r>
      <w:r w:rsidR="00BE611A">
        <w:rPr>
          <w:rFonts w:cs="Georgia"/>
          <w:kern w:val="1"/>
        </w:rPr>
        <w:t>Vous irez d</w:t>
      </w:r>
      <w:r>
        <w:rPr>
          <w:rFonts w:cs="Georgia"/>
          <w:kern w:val="1"/>
        </w:rPr>
        <w:t>’</w:t>
      </w:r>
      <w:r w:rsidR="00BE611A">
        <w:rPr>
          <w:rFonts w:cs="Georgia"/>
          <w:kern w:val="1"/>
        </w:rPr>
        <w:t>un côté</w:t>
      </w:r>
      <w:r>
        <w:rPr>
          <w:rFonts w:cs="Georgia"/>
          <w:kern w:val="1"/>
        </w:rPr>
        <w:t xml:space="preserve">, </w:t>
      </w:r>
      <w:r w:rsidR="00BE611A">
        <w:rPr>
          <w:rFonts w:cs="Georgia"/>
          <w:kern w:val="1"/>
        </w:rPr>
        <w:t>moi de l</w:t>
      </w:r>
      <w:r>
        <w:rPr>
          <w:rFonts w:cs="Georgia"/>
          <w:kern w:val="1"/>
        </w:rPr>
        <w:t>’</w:t>
      </w:r>
      <w:r w:rsidR="00BE611A">
        <w:rPr>
          <w:rFonts w:cs="Georgia"/>
          <w:kern w:val="1"/>
        </w:rPr>
        <w:t>autre</w:t>
      </w:r>
      <w:r>
        <w:rPr>
          <w:rFonts w:cs="Georgia"/>
          <w:kern w:val="1"/>
        </w:rPr>
        <w:t>.</w:t>
      </w:r>
    </w:p>
    <w:p w14:paraId="600468C7" w14:textId="77777777" w:rsidR="000E1451" w:rsidRDefault="00BE611A" w:rsidP="00BE611A">
      <w:pPr>
        <w:rPr>
          <w:rFonts w:cs="Georgia"/>
          <w:kern w:val="1"/>
        </w:rPr>
      </w:pPr>
      <w:r>
        <w:rPr>
          <w:rFonts w:cs="Georgia"/>
          <w:kern w:val="1"/>
        </w:rPr>
        <w:t>Il se grattait l</w:t>
      </w:r>
      <w:r w:rsidR="000E1451">
        <w:rPr>
          <w:rFonts w:cs="Georgia"/>
          <w:kern w:val="1"/>
        </w:rPr>
        <w:t>’</w:t>
      </w:r>
      <w:r>
        <w:rPr>
          <w:rFonts w:cs="Georgia"/>
          <w:kern w:val="1"/>
        </w:rPr>
        <w:t>oreille</w:t>
      </w:r>
      <w:r w:rsidR="000E1451">
        <w:rPr>
          <w:rFonts w:cs="Georgia"/>
          <w:kern w:val="1"/>
        </w:rPr>
        <w:t xml:space="preserve">. </w:t>
      </w:r>
      <w:r>
        <w:rPr>
          <w:rFonts w:cs="Georgia"/>
          <w:kern w:val="1"/>
        </w:rPr>
        <w:t>Mon projet paraissait le remplir de stupeur</w:t>
      </w:r>
      <w:r w:rsidR="000E1451">
        <w:rPr>
          <w:rFonts w:cs="Georgia"/>
          <w:kern w:val="1"/>
        </w:rPr>
        <w:t>.</w:t>
      </w:r>
    </w:p>
    <w:p w14:paraId="24347A21" w14:textId="77777777" w:rsidR="000E1451" w:rsidRDefault="000E1451" w:rsidP="00BE611A">
      <w:pPr>
        <w:rPr>
          <w:rFonts w:cs="Georgia"/>
          <w:kern w:val="1"/>
        </w:rPr>
      </w:pPr>
      <w:r>
        <w:rPr>
          <w:rFonts w:cs="Georgia"/>
          <w:kern w:val="1"/>
        </w:rPr>
        <w:t>— </w:t>
      </w:r>
      <w:r w:rsidR="00BE611A">
        <w:rPr>
          <w:rFonts w:cs="Georgia"/>
          <w:kern w:val="1"/>
        </w:rPr>
        <w:t>Je ne sais</w:t>
      </w:r>
      <w:r>
        <w:rPr>
          <w:rFonts w:cs="Georgia"/>
          <w:kern w:val="1"/>
        </w:rPr>
        <w:t xml:space="preserve">, </w:t>
      </w:r>
      <w:r w:rsidR="00BE611A">
        <w:rPr>
          <w:rFonts w:cs="Georgia"/>
          <w:kern w:val="1"/>
        </w:rPr>
        <w:t>commença-t-il</w:t>
      </w:r>
      <w:r>
        <w:rPr>
          <w:rFonts w:cs="Georgia"/>
          <w:kern w:val="1"/>
        </w:rPr>
        <w:t xml:space="preserve">, </w:t>
      </w:r>
      <w:r w:rsidR="00BE611A">
        <w:rPr>
          <w:rFonts w:cs="Georgia"/>
          <w:kern w:val="1"/>
        </w:rPr>
        <w:t>si mon devoir</w:t>
      </w:r>
      <w:r>
        <w:rPr>
          <w:rFonts w:cs="Georgia"/>
          <w:kern w:val="1"/>
        </w:rPr>
        <w:t>…</w:t>
      </w:r>
    </w:p>
    <w:p w14:paraId="0C3E03AE" w14:textId="77777777" w:rsidR="000E1451" w:rsidRDefault="000E1451" w:rsidP="00BE611A">
      <w:pPr>
        <w:rPr>
          <w:rFonts w:cs="Georgia"/>
          <w:kern w:val="1"/>
        </w:rPr>
      </w:pPr>
      <w:r>
        <w:rPr>
          <w:rFonts w:cs="Georgia"/>
          <w:kern w:val="1"/>
        </w:rPr>
        <w:lastRenderedPageBreak/>
        <w:t>— </w:t>
      </w:r>
      <w:r w:rsidR="00BE611A">
        <w:rPr>
          <w:rFonts w:cs="Georgia"/>
          <w:kern w:val="1"/>
        </w:rPr>
        <w:t>Oh</w:t>
      </w:r>
      <w:r>
        <w:rPr>
          <w:rFonts w:cs="Georgia"/>
          <w:kern w:val="1"/>
        </w:rPr>
        <w:t xml:space="preserve"> ! </w:t>
      </w:r>
      <w:r w:rsidR="00BE611A">
        <w:rPr>
          <w:rFonts w:cs="Georgia"/>
          <w:kern w:val="1"/>
        </w:rPr>
        <w:t>fis-je</w:t>
      </w:r>
      <w:r>
        <w:rPr>
          <w:rFonts w:cs="Georgia"/>
          <w:kern w:val="1"/>
        </w:rPr>
        <w:t xml:space="preserve">, </w:t>
      </w:r>
      <w:r w:rsidR="00BE611A">
        <w:rPr>
          <w:rFonts w:cs="Georgia"/>
          <w:kern w:val="1"/>
        </w:rPr>
        <w:t>ne plaisantons pas</w:t>
      </w:r>
      <w:r>
        <w:rPr>
          <w:rFonts w:cs="Georgia"/>
          <w:kern w:val="1"/>
        </w:rPr>
        <w:t xml:space="preserve">. </w:t>
      </w:r>
      <w:r w:rsidR="00BE611A">
        <w:rPr>
          <w:rFonts w:cs="Georgia"/>
          <w:kern w:val="1"/>
        </w:rPr>
        <w:t>Votre devoir</w:t>
      </w:r>
      <w:r>
        <w:rPr>
          <w:rFonts w:cs="Georgia"/>
          <w:kern w:val="1"/>
        </w:rPr>
        <w:t xml:space="preserve">, </w:t>
      </w:r>
      <w:r w:rsidR="00BE611A">
        <w:rPr>
          <w:rFonts w:cs="Georgia"/>
          <w:kern w:val="1"/>
        </w:rPr>
        <w:t>puisque vous raisonnez de la sorte</w:t>
      </w:r>
      <w:r>
        <w:rPr>
          <w:rFonts w:cs="Georgia"/>
          <w:kern w:val="1"/>
        </w:rPr>
        <w:t xml:space="preserve">, </w:t>
      </w:r>
      <w:r w:rsidR="00BE611A">
        <w:rPr>
          <w:rFonts w:cs="Georgia"/>
          <w:kern w:val="1"/>
        </w:rPr>
        <w:t>eût d</w:t>
      </w:r>
      <w:r>
        <w:rPr>
          <w:rFonts w:cs="Georgia"/>
          <w:kern w:val="1"/>
        </w:rPr>
        <w:t>’</w:t>
      </w:r>
      <w:r w:rsidR="00BE611A">
        <w:rPr>
          <w:rFonts w:cs="Georgia"/>
          <w:kern w:val="1"/>
        </w:rPr>
        <w:t>abord consisté ce matin à ne pas me laisser seul</w:t>
      </w:r>
      <w:r>
        <w:rPr>
          <w:rFonts w:cs="Georgia"/>
          <w:kern w:val="1"/>
        </w:rPr>
        <w:t xml:space="preserve">, </w:t>
      </w:r>
      <w:r w:rsidR="00BE611A">
        <w:rPr>
          <w:rFonts w:cs="Georgia"/>
          <w:kern w:val="1"/>
        </w:rPr>
        <w:t>pour courir après les macreuses</w:t>
      </w:r>
      <w:r>
        <w:rPr>
          <w:rFonts w:cs="Georgia"/>
          <w:kern w:val="1"/>
        </w:rPr>
        <w:t xml:space="preserve">. </w:t>
      </w:r>
      <w:r w:rsidR="00BE611A">
        <w:rPr>
          <w:rFonts w:cs="Georgia"/>
          <w:kern w:val="1"/>
        </w:rPr>
        <w:t>Si j</w:t>
      </w:r>
      <w:r>
        <w:rPr>
          <w:rFonts w:cs="Georgia"/>
          <w:kern w:val="1"/>
        </w:rPr>
        <w:t>’</w:t>
      </w:r>
      <w:r w:rsidR="00BE611A">
        <w:rPr>
          <w:rFonts w:cs="Georgia"/>
          <w:kern w:val="1"/>
        </w:rPr>
        <w:t>avais voulu</w:t>
      </w:r>
      <w:r>
        <w:rPr>
          <w:rFonts w:cs="Georgia"/>
          <w:kern w:val="1"/>
        </w:rPr>
        <w:t xml:space="preserve">, </w:t>
      </w:r>
      <w:r w:rsidR="00BE611A">
        <w:rPr>
          <w:rFonts w:cs="Georgia"/>
          <w:kern w:val="1"/>
        </w:rPr>
        <w:t>hein</w:t>
      </w:r>
      <w:r>
        <w:rPr>
          <w:rFonts w:cs="Georgia"/>
          <w:kern w:val="1"/>
        </w:rPr>
        <w:t xml:space="preserve">, </w:t>
      </w:r>
      <w:r w:rsidR="00BE611A">
        <w:rPr>
          <w:rFonts w:cs="Georgia"/>
          <w:kern w:val="1"/>
        </w:rPr>
        <w:t>pendant votre absence</w:t>
      </w:r>
      <w:r>
        <w:rPr>
          <w:rFonts w:cs="Georgia"/>
          <w:kern w:val="1"/>
        </w:rPr>
        <w:t xml:space="preserve">… </w:t>
      </w:r>
      <w:r w:rsidR="00BE611A">
        <w:rPr>
          <w:rFonts w:cs="Georgia"/>
          <w:kern w:val="1"/>
        </w:rPr>
        <w:t>Vous n</w:t>
      </w:r>
      <w:r>
        <w:rPr>
          <w:rFonts w:cs="Georgia"/>
          <w:kern w:val="1"/>
        </w:rPr>
        <w:t>’</w:t>
      </w:r>
      <w:r w:rsidR="00BE611A">
        <w:rPr>
          <w:rFonts w:cs="Georgia"/>
          <w:kern w:val="1"/>
        </w:rPr>
        <w:t>auriez plus retrouvé grand monde</w:t>
      </w:r>
      <w:r>
        <w:rPr>
          <w:rFonts w:cs="Georgia"/>
          <w:kern w:val="1"/>
        </w:rPr>
        <w:t xml:space="preserve">, </w:t>
      </w:r>
      <w:r w:rsidR="00BE611A">
        <w:rPr>
          <w:rFonts w:cs="Georgia"/>
          <w:kern w:val="1"/>
        </w:rPr>
        <w:t>à Reichendorf</w:t>
      </w:r>
      <w:r>
        <w:rPr>
          <w:rFonts w:cs="Georgia"/>
          <w:kern w:val="1"/>
        </w:rPr>
        <w:t xml:space="preserve">. </w:t>
      </w:r>
      <w:r w:rsidR="00BE611A">
        <w:rPr>
          <w:rFonts w:cs="Georgia"/>
          <w:kern w:val="1"/>
        </w:rPr>
        <w:t>Allons</w:t>
      </w:r>
      <w:r>
        <w:rPr>
          <w:rFonts w:cs="Georgia"/>
          <w:kern w:val="1"/>
        </w:rPr>
        <w:t xml:space="preserve">, </w:t>
      </w:r>
      <w:r w:rsidR="00BE611A">
        <w:rPr>
          <w:rFonts w:cs="Georgia"/>
          <w:kern w:val="1"/>
        </w:rPr>
        <w:t>pas d</w:t>
      </w:r>
      <w:r>
        <w:rPr>
          <w:rFonts w:cs="Georgia"/>
          <w:kern w:val="1"/>
        </w:rPr>
        <w:t>’</w:t>
      </w:r>
      <w:r w:rsidR="00BE611A">
        <w:rPr>
          <w:rFonts w:cs="Georgia"/>
          <w:kern w:val="1"/>
        </w:rPr>
        <w:t>enfantillage</w:t>
      </w:r>
      <w:r>
        <w:rPr>
          <w:rFonts w:cs="Georgia"/>
          <w:kern w:val="1"/>
        </w:rPr>
        <w:t>.</w:t>
      </w:r>
    </w:p>
    <w:p w14:paraId="421FECD3" w14:textId="77777777" w:rsidR="000E1451" w:rsidRDefault="00BE611A" w:rsidP="00BE611A">
      <w:pPr>
        <w:rPr>
          <w:rFonts w:cs="Georgia"/>
          <w:kern w:val="1"/>
        </w:rPr>
      </w:pPr>
      <w:r>
        <w:rPr>
          <w:rFonts w:cs="Georgia"/>
          <w:kern w:val="1"/>
        </w:rPr>
        <w:t>Il continuait à rouler des yeux effarés</w:t>
      </w:r>
      <w:r w:rsidR="000E1451">
        <w:rPr>
          <w:rFonts w:cs="Georgia"/>
          <w:kern w:val="1"/>
        </w:rPr>
        <w:t xml:space="preserve">. </w:t>
      </w:r>
      <w:r>
        <w:rPr>
          <w:rFonts w:cs="Georgia"/>
          <w:kern w:val="1"/>
        </w:rPr>
        <w:t>L</w:t>
      </w:r>
      <w:r w:rsidR="000E1451">
        <w:rPr>
          <w:rFonts w:cs="Georgia"/>
          <w:kern w:val="1"/>
        </w:rPr>
        <w:t>’</w:t>
      </w:r>
      <w:r>
        <w:rPr>
          <w:rFonts w:cs="Georgia"/>
          <w:kern w:val="1"/>
        </w:rPr>
        <w:t>idée d</w:t>
      </w:r>
      <w:r w:rsidR="000E1451">
        <w:rPr>
          <w:rFonts w:cs="Georgia"/>
          <w:kern w:val="1"/>
        </w:rPr>
        <w:t>’</w:t>
      </w:r>
      <w:r>
        <w:rPr>
          <w:rFonts w:cs="Georgia"/>
          <w:kern w:val="1"/>
        </w:rPr>
        <w:t>un prisonnier lâché bénévolement en pleine campagne confondait son imagination</w:t>
      </w:r>
      <w:r w:rsidR="000E1451">
        <w:rPr>
          <w:rFonts w:cs="Georgia"/>
          <w:kern w:val="1"/>
        </w:rPr>
        <w:t>.</w:t>
      </w:r>
    </w:p>
    <w:p w14:paraId="5DCD207C" w14:textId="77777777" w:rsidR="000E1451" w:rsidRDefault="000E1451" w:rsidP="00BE611A">
      <w:pPr>
        <w:rPr>
          <w:rFonts w:cs="Georgia"/>
          <w:kern w:val="1"/>
        </w:rPr>
      </w:pPr>
      <w:r>
        <w:rPr>
          <w:rFonts w:cs="Georgia"/>
          <w:kern w:val="1"/>
        </w:rPr>
        <w:t>— </w:t>
      </w:r>
      <w:r w:rsidR="00BE611A">
        <w:rPr>
          <w:rFonts w:cs="Georgia"/>
          <w:kern w:val="1"/>
        </w:rPr>
        <w:t>Le général</w:t>
      </w:r>
      <w:r>
        <w:rPr>
          <w:rFonts w:cs="Georgia"/>
          <w:kern w:val="1"/>
        </w:rPr>
        <w:t xml:space="preserve">, </w:t>
      </w:r>
      <w:r w:rsidR="00BE611A">
        <w:rPr>
          <w:rFonts w:cs="Georgia"/>
          <w:kern w:val="1"/>
        </w:rPr>
        <w:t>que dira-t-il</w:t>
      </w:r>
      <w:r>
        <w:rPr>
          <w:rFonts w:cs="Georgia"/>
          <w:kern w:val="1"/>
        </w:rPr>
        <w:t xml:space="preserve">, </w:t>
      </w:r>
      <w:r w:rsidR="00BE611A">
        <w:rPr>
          <w:rFonts w:cs="Georgia"/>
          <w:kern w:val="1"/>
        </w:rPr>
        <w:t>si jamais</w:t>
      </w:r>
      <w:r>
        <w:rPr>
          <w:rFonts w:cs="Georgia"/>
          <w:kern w:val="1"/>
        </w:rPr>
        <w:t>…</w:t>
      </w:r>
    </w:p>
    <w:p w14:paraId="216419FA" w14:textId="77777777" w:rsidR="000E1451" w:rsidRDefault="000E1451" w:rsidP="00BE611A">
      <w:pPr>
        <w:rPr>
          <w:rFonts w:cs="Georgia"/>
          <w:kern w:val="1"/>
        </w:rPr>
      </w:pPr>
      <w:r>
        <w:rPr>
          <w:rFonts w:cs="Georgia"/>
          <w:kern w:val="1"/>
        </w:rPr>
        <w:t>— </w:t>
      </w:r>
      <w:r w:rsidR="00BE611A">
        <w:rPr>
          <w:rFonts w:cs="Georgia"/>
          <w:kern w:val="1"/>
        </w:rPr>
        <w:t>Le général</w:t>
      </w:r>
      <w:r>
        <w:rPr>
          <w:rFonts w:cs="Georgia"/>
          <w:kern w:val="1"/>
        </w:rPr>
        <w:t xml:space="preserve"> ? </w:t>
      </w:r>
      <w:r w:rsidR="00BE611A">
        <w:rPr>
          <w:rFonts w:cs="Georgia"/>
          <w:kern w:val="1"/>
        </w:rPr>
        <w:t>Je sais surtout ce qu</w:t>
      </w:r>
      <w:r>
        <w:rPr>
          <w:rFonts w:cs="Georgia"/>
          <w:kern w:val="1"/>
        </w:rPr>
        <w:t>’</w:t>
      </w:r>
      <w:r w:rsidR="00BE611A">
        <w:rPr>
          <w:rFonts w:cs="Georgia"/>
          <w:kern w:val="1"/>
        </w:rPr>
        <w:t>il dira s</w:t>
      </w:r>
      <w:r>
        <w:rPr>
          <w:rFonts w:cs="Georgia"/>
          <w:kern w:val="1"/>
        </w:rPr>
        <w:t>’</w:t>
      </w:r>
      <w:r w:rsidR="00BE611A">
        <w:rPr>
          <w:rFonts w:cs="Georgia"/>
          <w:kern w:val="1"/>
        </w:rPr>
        <w:t>il vient à apprendre qu</w:t>
      </w:r>
      <w:r>
        <w:rPr>
          <w:rFonts w:cs="Georgia"/>
          <w:kern w:val="1"/>
        </w:rPr>
        <w:t>’</w:t>
      </w:r>
      <w:r w:rsidR="00BE611A">
        <w:rPr>
          <w:rFonts w:cs="Georgia"/>
          <w:kern w:val="1"/>
        </w:rPr>
        <w:t>après avoir permis à sa nièce de quitter le château par un temps pareil</w:t>
      </w:r>
      <w:r>
        <w:rPr>
          <w:rFonts w:cs="Georgia"/>
          <w:kern w:val="1"/>
        </w:rPr>
        <w:t xml:space="preserve">, </w:t>
      </w:r>
      <w:r w:rsidR="00BE611A">
        <w:rPr>
          <w:rFonts w:cs="Georgia"/>
          <w:kern w:val="1"/>
        </w:rPr>
        <w:t>vous n</w:t>
      </w:r>
      <w:r>
        <w:rPr>
          <w:rFonts w:cs="Georgia"/>
          <w:kern w:val="1"/>
        </w:rPr>
        <w:t>’</w:t>
      </w:r>
      <w:r w:rsidR="00BE611A">
        <w:rPr>
          <w:rFonts w:cs="Georgia"/>
          <w:kern w:val="1"/>
        </w:rPr>
        <w:t>avez pas fait tout ce qui était en votre pouvoir pour la retrouver</w:t>
      </w:r>
      <w:r>
        <w:rPr>
          <w:rFonts w:cs="Georgia"/>
          <w:kern w:val="1"/>
        </w:rPr>
        <w:t xml:space="preserve">. </w:t>
      </w:r>
      <w:r w:rsidR="00BE611A">
        <w:rPr>
          <w:rFonts w:cs="Georgia"/>
          <w:kern w:val="1"/>
        </w:rPr>
        <w:t>À ce moment-là</w:t>
      </w:r>
      <w:r>
        <w:rPr>
          <w:rFonts w:cs="Georgia"/>
          <w:kern w:val="1"/>
        </w:rPr>
        <w:t xml:space="preserve">, </w:t>
      </w:r>
      <w:r w:rsidR="00BE611A">
        <w:rPr>
          <w:rFonts w:cs="Georgia"/>
          <w:kern w:val="1"/>
        </w:rPr>
        <w:t>mon garçon</w:t>
      </w:r>
      <w:r>
        <w:rPr>
          <w:rFonts w:cs="Georgia"/>
          <w:kern w:val="1"/>
        </w:rPr>
        <w:t xml:space="preserve">, </w:t>
      </w:r>
      <w:r w:rsidR="00BE611A">
        <w:rPr>
          <w:rFonts w:cs="Georgia"/>
          <w:kern w:val="1"/>
        </w:rPr>
        <w:t>je vous en donne ma parole</w:t>
      </w:r>
      <w:r>
        <w:rPr>
          <w:rFonts w:cs="Georgia"/>
          <w:kern w:val="1"/>
        </w:rPr>
        <w:t xml:space="preserve">, </w:t>
      </w:r>
      <w:r w:rsidR="00BE611A">
        <w:rPr>
          <w:rFonts w:cs="Georgia"/>
          <w:kern w:val="1"/>
        </w:rPr>
        <w:t>j</w:t>
      </w:r>
      <w:r>
        <w:rPr>
          <w:rFonts w:cs="Georgia"/>
          <w:kern w:val="1"/>
        </w:rPr>
        <w:t>’</w:t>
      </w:r>
      <w:r w:rsidR="00BE611A">
        <w:rPr>
          <w:rFonts w:cs="Georgia"/>
          <w:kern w:val="1"/>
        </w:rPr>
        <w:t>aime autant ne pas être à votre place</w:t>
      </w:r>
      <w:r>
        <w:rPr>
          <w:rFonts w:cs="Georgia"/>
          <w:kern w:val="1"/>
        </w:rPr>
        <w:t>.</w:t>
      </w:r>
    </w:p>
    <w:p w14:paraId="18455900" w14:textId="77777777" w:rsidR="000E1451" w:rsidRDefault="00BE611A" w:rsidP="00BE611A">
      <w:pPr>
        <w:rPr>
          <w:rFonts w:cs="Georgia"/>
          <w:kern w:val="1"/>
        </w:rPr>
      </w:pPr>
      <w:r>
        <w:rPr>
          <w:rFonts w:cs="Georgia"/>
          <w:kern w:val="1"/>
        </w:rPr>
        <w:t>Cette perspective le convainquit</w:t>
      </w:r>
      <w:r w:rsidR="000E1451">
        <w:rPr>
          <w:rFonts w:cs="Georgia"/>
          <w:kern w:val="1"/>
        </w:rPr>
        <w:t>.</w:t>
      </w:r>
    </w:p>
    <w:p w14:paraId="37740BEC" w14:textId="77777777" w:rsidR="000E1451" w:rsidRDefault="000E1451" w:rsidP="00BE611A">
      <w:pPr>
        <w:rPr>
          <w:rFonts w:cs="Georgia"/>
          <w:kern w:val="1"/>
        </w:rPr>
      </w:pPr>
      <w:r>
        <w:rPr>
          <w:rFonts w:cs="Georgia"/>
          <w:kern w:val="1"/>
        </w:rPr>
        <w:t>— </w:t>
      </w:r>
      <w:r w:rsidR="00BE611A">
        <w:rPr>
          <w:rFonts w:cs="Georgia"/>
          <w:kern w:val="1"/>
        </w:rPr>
        <w:t>Vous avez raison</w:t>
      </w:r>
      <w:r>
        <w:rPr>
          <w:rFonts w:cs="Georgia"/>
          <w:kern w:val="1"/>
        </w:rPr>
        <w:t xml:space="preserve">. </w:t>
      </w:r>
      <w:r w:rsidR="00BE611A">
        <w:rPr>
          <w:rFonts w:cs="Georgia"/>
          <w:kern w:val="1"/>
        </w:rPr>
        <w:t>Il faut partir</w:t>
      </w:r>
      <w:r>
        <w:rPr>
          <w:rFonts w:cs="Georgia"/>
          <w:kern w:val="1"/>
        </w:rPr>
        <w:t xml:space="preserve">. </w:t>
      </w:r>
      <w:r w:rsidR="00BE611A">
        <w:rPr>
          <w:rFonts w:cs="Georgia"/>
          <w:kern w:val="1"/>
        </w:rPr>
        <w:t>Vite</w:t>
      </w:r>
      <w:r>
        <w:rPr>
          <w:rFonts w:cs="Georgia"/>
          <w:kern w:val="1"/>
        </w:rPr>
        <w:t>.</w:t>
      </w:r>
    </w:p>
    <w:p w14:paraId="79FA3C0A" w14:textId="77777777" w:rsidR="000E1451" w:rsidRDefault="000E1451" w:rsidP="00BE611A">
      <w:pPr>
        <w:rPr>
          <w:rFonts w:cs="Georgia"/>
          <w:kern w:val="1"/>
        </w:rPr>
      </w:pPr>
      <w:r>
        <w:rPr>
          <w:rFonts w:cs="Georgia"/>
          <w:kern w:val="1"/>
        </w:rPr>
        <w:t>— </w:t>
      </w:r>
      <w:r w:rsidR="00BE611A">
        <w:rPr>
          <w:rFonts w:cs="Georgia"/>
          <w:kern w:val="1"/>
        </w:rPr>
        <w:t>Un instant</w:t>
      </w:r>
      <w:r>
        <w:rPr>
          <w:rFonts w:cs="Georgia"/>
          <w:kern w:val="1"/>
        </w:rPr>
        <w:t xml:space="preserve">, </w:t>
      </w:r>
      <w:r w:rsidR="00BE611A">
        <w:rPr>
          <w:rFonts w:cs="Georgia"/>
          <w:kern w:val="1"/>
        </w:rPr>
        <w:t>s</w:t>
      </w:r>
      <w:r>
        <w:rPr>
          <w:rFonts w:cs="Georgia"/>
          <w:kern w:val="1"/>
        </w:rPr>
        <w:t>’</w:t>
      </w:r>
      <w:r w:rsidR="00BE611A">
        <w:rPr>
          <w:rFonts w:cs="Georgia"/>
          <w:kern w:val="1"/>
        </w:rPr>
        <w:t>il vous plaît</w:t>
      </w:r>
      <w:r>
        <w:rPr>
          <w:rFonts w:cs="Georgia"/>
          <w:kern w:val="1"/>
        </w:rPr>
        <w:t xml:space="preserve">. </w:t>
      </w:r>
      <w:r w:rsidR="00BE611A">
        <w:rPr>
          <w:rFonts w:cs="Georgia"/>
          <w:kern w:val="1"/>
        </w:rPr>
        <w:t>Commençons par passer au château</w:t>
      </w:r>
      <w:r>
        <w:rPr>
          <w:rFonts w:cs="Georgia"/>
          <w:kern w:val="1"/>
        </w:rPr>
        <w:t xml:space="preserve">. </w:t>
      </w:r>
      <w:r w:rsidR="00BE611A">
        <w:rPr>
          <w:rFonts w:cs="Georgia"/>
          <w:kern w:val="1"/>
        </w:rPr>
        <w:t>Je tiens à prendre ma capote</w:t>
      </w:r>
      <w:r>
        <w:rPr>
          <w:rFonts w:cs="Georgia"/>
          <w:kern w:val="1"/>
        </w:rPr>
        <w:t xml:space="preserve">. </w:t>
      </w:r>
      <w:r w:rsidR="00BE611A">
        <w:rPr>
          <w:rFonts w:cs="Georgia"/>
          <w:kern w:val="1"/>
        </w:rPr>
        <w:t>Et puis</w:t>
      </w:r>
      <w:r>
        <w:rPr>
          <w:rFonts w:cs="Georgia"/>
          <w:kern w:val="1"/>
        </w:rPr>
        <w:t xml:space="preserve">, </w:t>
      </w:r>
      <w:r w:rsidR="00BE611A">
        <w:rPr>
          <w:rFonts w:cs="Georgia"/>
          <w:kern w:val="1"/>
        </w:rPr>
        <w:t>il y a dans le vestibule un plan de la région que je voudrais bien consulter</w:t>
      </w:r>
      <w:r>
        <w:rPr>
          <w:rFonts w:cs="Georgia"/>
          <w:kern w:val="1"/>
        </w:rPr>
        <w:t xml:space="preserve">. </w:t>
      </w:r>
      <w:r w:rsidR="00BE611A">
        <w:rPr>
          <w:rFonts w:cs="Georgia"/>
          <w:kern w:val="1"/>
        </w:rPr>
        <w:t>Je ne suis jamais encore allé me promener par là</w:t>
      </w:r>
      <w:r>
        <w:rPr>
          <w:rFonts w:cs="Georgia"/>
          <w:kern w:val="1"/>
        </w:rPr>
        <w:t xml:space="preserve">, </w:t>
      </w:r>
      <w:r w:rsidR="00BE611A">
        <w:rPr>
          <w:rFonts w:cs="Georgia"/>
          <w:kern w:val="1"/>
        </w:rPr>
        <w:t>moi</w:t>
      </w:r>
      <w:r>
        <w:rPr>
          <w:rFonts w:cs="Georgia"/>
          <w:kern w:val="1"/>
        </w:rPr>
        <w:t>.</w:t>
      </w:r>
    </w:p>
    <w:p w14:paraId="0FDE4DA3" w14:textId="77777777" w:rsidR="000E1451" w:rsidRDefault="00BE611A" w:rsidP="00BE611A">
      <w:pPr>
        <w:rPr>
          <w:rFonts w:cs="Georgia"/>
          <w:kern w:val="1"/>
        </w:rPr>
      </w:pPr>
      <w:r>
        <w:rPr>
          <w:rFonts w:cs="Georgia"/>
          <w:kern w:val="1"/>
        </w:rPr>
        <w:t>Il eut naturellement toutes les peines du monde à déchiffrer la carte en question</w:t>
      </w:r>
      <w:r w:rsidR="000E1451">
        <w:rPr>
          <w:rFonts w:cs="Georgia"/>
          <w:kern w:val="1"/>
        </w:rPr>
        <w:t xml:space="preserve">, </w:t>
      </w:r>
      <w:r>
        <w:rPr>
          <w:rFonts w:cs="Georgia"/>
          <w:kern w:val="1"/>
        </w:rPr>
        <w:t>sur laquelle son gros doigt tremblait</w:t>
      </w:r>
      <w:r w:rsidR="000E1451">
        <w:rPr>
          <w:rFonts w:cs="Georgia"/>
          <w:kern w:val="1"/>
        </w:rPr>
        <w:t xml:space="preserve">. </w:t>
      </w:r>
      <w:r>
        <w:rPr>
          <w:rFonts w:cs="Georgia"/>
          <w:kern w:val="1"/>
        </w:rPr>
        <w:t>Nous éprouvâmes quelques difficultés à nous mettre d</w:t>
      </w:r>
      <w:r w:rsidR="000E1451">
        <w:rPr>
          <w:rFonts w:cs="Georgia"/>
          <w:kern w:val="1"/>
        </w:rPr>
        <w:t>’</w:t>
      </w:r>
      <w:r>
        <w:rPr>
          <w:rFonts w:cs="Georgia"/>
          <w:kern w:val="1"/>
        </w:rPr>
        <w:t>accord</w:t>
      </w:r>
      <w:r w:rsidR="000E1451">
        <w:rPr>
          <w:rFonts w:cs="Georgia"/>
          <w:kern w:val="1"/>
        </w:rPr>
        <w:t>.</w:t>
      </w:r>
    </w:p>
    <w:p w14:paraId="5E551F62" w14:textId="77777777" w:rsidR="000E1451" w:rsidRDefault="000E1451" w:rsidP="00BE611A">
      <w:pPr>
        <w:rPr>
          <w:rFonts w:cs="Georgia"/>
          <w:kern w:val="1"/>
        </w:rPr>
      </w:pPr>
      <w:r>
        <w:rPr>
          <w:rFonts w:cs="Georgia"/>
          <w:kern w:val="1"/>
        </w:rPr>
        <w:t>— </w:t>
      </w:r>
      <w:r w:rsidR="00BE611A">
        <w:rPr>
          <w:rFonts w:cs="Georgia"/>
          <w:kern w:val="1"/>
        </w:rPr>
        <w:t>Le sable dangereux</w:t>
      </w:r>
      <w:r>
        <w:rPr>
          <w:rFonts w:cs="Georgia"/>
          <w:kern w:val="1"/>
        </w:rPr>
        <w:t xml:space="preserve">, </w:t>
      </w:r>
      <w:r w:rsidR="00BE611A">
        <w:rPr>
          <w:rFonts w:cs="Georgia"/>
          <w:kern w:val="1"/>
        </w:rPr>
        <w:t>c</w:t>
      </w:r>
      <w:r>
        <w:rPr>
          <w:rFonts w:cs="Georgia"/>
          <w:kern w:val="1"/>
        </w:rPr>
        <w:t>’</w:t>
      </w:r>
      <w:r w:rsidR="00BE611A">
        <w:rPr>
          <w:rFonts w:cs="Georgia"/>
          <w:kern w:val="1"/>
        </w:rPr>
        <w:t>est bien ici</w:t>
      </w:r>
      <w:r>
        <w:rPr>
          <w:rFonts w:cs="Georgia"/>
          <w:kern w:val="1"/>
        </w:rPr>
        <w:t> ?</w:t>
      </w:r>
    </w:p>
    <w:p w14:paraId="02A1E326" w14:textId="77777777" w:rsidR="000E1451" w:rsidRDefault="000E1451" w:rsidP="00BE611A">
      <w:pPr>
        <w:rPr>
          <w:rFonts w:cs="Georgia"/>
          <w:kern w:val="1"/>
        </w:rPr>
      </w:pPr>
      <w:r>
        <w:rPr>
          <w:rFonts w:cs="Georgia"/>
          <w:kern w:val="1"/>
        </w:rPr>
        <w:t>— </w:t>
      </w:r>
      <w:r w:rsidR="00BE611A">
        <w:rPr>
          <w:rFonts w:cs="Georgia"/>
          <w:kern w:val="1"/>
        </w:rPr>
        <w:t>Oui</w:t>
      </w:r>
      <w:r>
        <w:rPr>
          <w:rFonts w:cs="Georgia"/>
          <w:kern w:val="1"/>
        </w:rPr>
        <w:t xml:space="preserve">, </w:t>
      </w:r>
      <w:r w:rsidR="00BE611A">
        <w:rPr>
          <w:rFonts w:cs="Georgia"/>
          <w:kern w:val="1"/>
        </w:rPr>
        <w:t>je crois</w:t>
      </w:r>
      <w:r>
        <w:rPr>
          <w:rFonts w:cs="Georgia"/>
          <w:kern w:val="1"/>
        </w:rPr>
        <w:t>.</w:t>
      </w:r>
    </w:p>
    <w:p w14:paraId="1793D58A" w14:textId="77777777" w:rsidR="000E1451" w:rsidRDefault="000E1451" w:rsidP="00BE611A">
      <w:pPr>
        <w:rPr>
          <w:rFonts w:cs="Georgia"/>
          <w:kern w:val="1"/>
        </w:rPr>
      </w:pPr>
      <w:r>
        <w:rPr>
          <w:rFonts w:cs="Georgia"/>
          <w:kern w:val="1"/>
        </w:rPr>
        <w:lastRenderedPageBreak/>
        <w:t>— </w:t>
      </w:r>
      <w:r w:rsidR="00BE611A">
        <w:rPr>
          <w:rFonts w:cs="Georgia"/>
          <w:kern w:val="1"/>
        </w:rPr>
        <w:t>Parfaitement</w:t>
      </w:r>
      <w:r>
        <w:rPr>
          <w:rFonts w:cs="Georgia"/>
          <w:kern w:val="1"/>
        </w:rPr>
        <w:t xml:space="preserve">. </w:t>
      </w:r>
      <w:r w:rsidR="00BE611A">
        <w:rPr>
          <w:rFonts w:cs="Georgia"/>
          <w:kern w:val="1"/>
        </w:rPr>
        <w:t>Et voilà le bois de sapins</w:t>
      </w:r>
      <w:r>
        <w:rPr>
          <w:rFonts w:cs="Georgia"/>
          <w:kern w:val="1"/>
        </w:rPr>
        <w:t xml:space="preserve">. </w:t>
      </w:r>
      <w:r w:rsidR="00BE611A">
        <w:rPr>
          <w:rFonts w:cs="Georgia"/>
          <w:kern w:val="1"/>
        </w:rPr>
        <w:t>À merveille</w:t>
      </w:r>
      <w:r>
        <w:rPr>
          <w:rFonts w:cs="Georgia"/>
          <w:kern w:val="1"/>
        </w:rPr>
        <w:t xml:space="preserve"> ! </w:t>
      </w:r>
      <w:r w:rsidR="00BE611A">
        <w:rPr>
          <w:rFonts w:cs="Georgia"/>
          <w:kern w:val="1"/>
        </w:rPr>
        <w:t>Dans ces conditions</w:t>
      </w:r>
      <w:r>
        <w:rPr>
          <w:rFonts w:cs="Georgia"/>
          <w:kern w:val="1"/>
        </w:rPr>
        <w:t xml:space="preserve">, </w:t>
      </w:r>
      <w:r w:rsidR="00BE611A">
        <w:rPr>
          <w:rFonts w:cs="Georgia"/>
          <w:kern w:val="1"/>
        </w:rPr>
        <w:t>vous allez partir de la droite</w:t>
      </w:r>
      <w:r>
        <w:rPr>
          <w:rFonts w:cs="Georgia"/>
          <w:kern w:val="1"/>
        </w:rPr>
        <w:t xml:space="preserve">. </w:t>
      </w:r>
      <w:r w:rsidR="00BE611A">
        <w:rPr>
          <w:rFonts w:cs="Georgia"/>
          <w:kern w:val="1"/>
        </w:rPr>
        <w:t>C</w:t>
      </w:r>
      <w:r>
        <w:rPr>
          <w:rFonts w:cs="Georgia"/>
          <w:kern w:val="1"/>
        </w:rPr>
        <w:t>’</w:t>
      </w:r>
      <w:r w:rsidR="00BE611A">
        <w:rPr>
          <w:rFonts w:cs="Georgia"/>
          <w:kern w:val="1"/>
        </w:rPr>
        <w:t>est plus long</w:t>
      </w:r>
      <w:r>
        <w:rPr>
          <w:rFonts w:cs="Georgia"/>
          <w:kern w:val="1"/>
        </w:rPr>
        <w:t xml:space="preserve">, </w:t>
      </w:r>
      <w:r w:rsidR="00BE611A">
        <w:rPr>
          <w:rFonts w:cs="Georgia"/>
          <w:kern w:val="1"/>
        </w:rPr>
        <w:t>mais</w:t>
      </w:r>
      <w:r>
        <w:rPr>
          <w:rFonts w:cs="Georgia"/>
          <w:kern w:val="1"/>
        </w:rPr>
        <w:t xml:space="preserve">, </w:t>
      </w:r>
      <w:r w:rsidR="00BE611A">
        <w:rPr>
          <w:rFonts w:cs="Georgia"/>
          <w:kern w:val="1"/>
        </w:rPr>
        <w:t>avec votre habitude du pays</w:t>
      </w:r>
      <w:r>
        <w:rPr>
          <w:rFonts w:cs="Georgia"/>
          <w:kern w:val="1"/>
        </w:rPr>
        <w:t xml:space="preserve">, </w:t>
      </w:r>
      <w:r w:rsidR="00BE611A">
        <w:rPr>
          <w:rFonts w:cs="Georgia"/>
          <w:kern w:val="1"/>
        </w:rPr>
        <w:t>vous irez plus vite</w:t>
      </w:r>
      <w:r>
        <w:rPr>
          <w:rFonts w:cs="Georgia"/>
          <w:kern w:val="1"/>
        </w:rPr>
        <w:t xml:space="preserve">. </w:t>
      </w:r>
      <w:r w:rsidR="00BE611A">
        <w:rPr>
          <w:rFonts w:cs="Georgia"/>
          <w:kern w:val="1"/>
        </w:rPr>
        <w:t>Moi je prends la gauche</w:t>
      </w:r>
      <w:r>
        <w:rPr>
          <w:rFonts w:cs="Georgia"/>
          <w:kern w:val="1"/>
        </w:rPr>
        <w:t xml:space="preserve">. </w:t>
      </w:r>
      <w:r w:rsidR="00BE611A">
        <w:rPr>
          <w:rFonts w:cs="Georgia"/>
          <w:kern w:val="1"/>
        </w:rPr>
        <w:t>Je gagnerai la côte par la chaussée que voici</w:t>
      </w:r>
      <w:r>
        <w:rPr>
          <w:rFonts w:cs="Georgia"/>
          <w:kern w:val="1"/>
        </w:rPr>
        <w:t xml:space="preserve">. </w:t>
      </w:r>
      <w:r w:rsidR="00BE611A">
        <w:rPr>
          <w:rFonts w:cs="Georgia"/>
          <w:kern w:val="1"/>
        </w:rPr>
        <w:t>Nous longerons la plage</w:t>
      </w:r>
      <w:r>
        <w:rPr>
          <w:rFonts w:cs="Georgia"/>
          <w:kern w:val="1"/>
        </w:rPr>
        <w:t xml:space="preserve">, </w:t>
      </w:r>
      <w:r w:rsidR="00BE611A">
        <w:rPr>
          <w:rFonts w:cs="Georgia"/>
          <w:kern w:val="1"/>
        </w:rPr>
        <w:t>et nous nous rejoindrons ici</w:t>
      </w:r>
      <w:r>
        <w:rPr>
          <w:rFonts w:cs="Georgia"/>
          <w:kern w:val="1"/>
        </w:rPr>
        <w:t xml:space="preserve">, </w:t>
      </w:r>
      <w:r w:rsidR="00BE611A">
        <w:rPr>
          <w:rFonts w:cs="Georgia"/>
          <w:kern w:val="1"/>
        </w:rPr>
        <w:t>voyez</w:t>
      </w:r>
      <w:r>
        <w:rPr>
          <w:rFonts w:cs="Georgia"/>
          <w:kern w:val="1"/>
        </w:rPr>
        <w:t xml:space="preserve"> : </w:t>
      </w:r>
      <w:r w:rsidR="00BE611A">
        <w:rPr>
          <w:rFonts w:cs="Georgia"/>
          <w:kern w:val="1"/>
        </w:rPr>
        <w:t>à l</w:t>
      </w:r>
      <w:r>
        <w:rPr>
          <w:rFonts w:cs="Georgia"/>
          <w:kern w:val="1"/>
        </w:rPr>
        <w:t>’</w:t>
      </w:r>
      <w:r w:rsidR="00BE611A">
        <w:rPr>
          <w:rFonts w:cs="Georgia"/>
          <w:kern w:val="1"/>
        </w:rPr>
        <w:t>embouchure de ce petit ruisseau</w:t>
      </w:r>
      <w:r>
        <w:rPr>
          <w:rFonts w:cs="Georgia"/>
          <w:kern w:val="1"/>
        </w:rPr>
        <w:t xml:space="preserve"> ? </w:t>
      </w:r>
      <w:r w:rsidR="00BE611A">
        <w:rPr>
          <w:rFonts w:cs="Georgia"/>
          <w:kern w:val="1"/>
        </w:rPr>
        <w:t>Vous le connaissez</w:t>
      </w:r>
      <w:r>
        <w:rPr>
          <w:rFonts w:cs="Georgia"/>
          <w:kern w:val="1"/>
        </w:rPr>
        <w:t xml:space="preserve">, </w:t>
      </w:r>
      <w:r w:rsidR="00BE611A">
        <w:rPr>
          <w:rFonts w:cs="Georgia"/>
          <w:kern w:val="1"/>
        </w:rPr>
        <w:t>ce ruisseau</w:t>
      </w:r>
      <w:r>
        <w:rPr>
          <w:rFonts w:cs="Georgia"/>
          <w:kern w:val="1"/>
        </w:rPr>
        <w:t xml:space="preserve"> ? </w:t>
      </w:r>
      <w:r w:rsidR="00BE611A">
        <w:rPr>
          <w:rFonts w:cs="Georgia"/>
          <w:kern w:val="1"/>
        </w:rPr>
        <w:t>Vous savez où il est</w:t>
      </w:r>
      <w:r>
        <w:rPr>
          <w:rFonts w:cs="Georgia"/>
          <w:kern w:val="1"/>
        </w:rPr>
        <w:t> ?</w:t>
      </w:r>
    </w:p>
    <w:p w14:paraId="1D73D379" w14:textId="77777777" w:rsidR="000E1451" w:rsidRDefault="000E1451" w:rsidP="00BE611A">
      <w:pPr>
        <w:rPr>
          <w:rFonts w:cs="Georgia"/>
          <w:kern w:val="1"/>
        </w:rPr>
      </w:pPr>
      <w:r>
        <w:rPr>
          <w:rFonts w:cs="Georgia"/>
          <w:kern w:val="1"/>
        </w:rPr>
        <w:t>— </w:t>
      </w:r>
      <w:r w:rsidR="00BE611A">
        <w:rPr>
          <w:rFonts w:cs="Georgia"/>
          <w:kern w:val="1"/>
        </w:rPr>
        <w:t>Je le sais</w:t>
      </w:r>
      <w:r>
        <w:rPr>
          <w:rFonts w:cs="Georgia"/>
          <w:kern w:val="1"/>
        </w:rPr>
        <w:t>.</w:t>
      </w:r>
    </w:p>
    <w:p w14:paraId="7F84863F" w14:textId="77777777" w:rsidR="000E1451" w:rsidRDefault="000E1451" w:rsidP="00BE611A">
      <w:pPr>
        <w:rPr>
          <w:rFonts w:cs="Georgia"/>
          <w:kern w:val="1"/>
        </w:rPr>
      </w:pPr>
      <w:r>
        <w:rPr>
          <w:rFonts w:cs="Georgia"/>
          <w:kern w:val="1"/>
        </w:rPr>
        <w:t>— </w:t>
      </w:r>
      <w:r w:rsidR="00BE611A">
        <w:rPr>
          <w:rFonts w:cs="Georgia"/>
          <w:kern w:val="1"/>
        </w:rPr>
        <w:t>Bon</w:t>
      </w:r>
      <w:r>
        <w:rPr>
          <w:rFonts w:cs="Georgia"/>
          <w:kern w:val="1"/>
        </w:rPr>
        <w:t xml:space="preserve">. </w:t>
      </w:r>
      <w:r w:rsidR="00BE611A">
        <w:rPr>
          <w:rFonts w:cs="Georgia"/>
          <w:kern w:val="1"/>
        </w:rPr>
        <w:t>Dieu veuille</w:t>
      </w:r>
      <w:r>
        <w:rPr>
          <w:rFonts w:cs="Georgia"/>
          <w:kern w:val="1"/>
        </w:rPr>
        <w:t xml:space="preserve">, </w:t>
      </w:r>
      <w:r w:rsidR="00BE611A">
        <w:rPr>
          <w:rFonts w:cs="Georgia"/>
          <w:kern w:val="1"/>
        </w:rPr>
        <w:t>quand nous nous retrouverons</w:t>
      </w:r>
      <w:r>
        <w:rPr>
          <w:rFonts w:cs="Georgia"/>
          <w:kern w:val="1"/>
        </w:rPr>
        <w:t xml:space="preserve">, </w:t>
      </w:r>
      <w:r w:rsidR="00BE611A">
        <w:rPr>
          <w:rFonts w:cs="Georgia"/>
          <w:kern w:val="1"/>
        </w:rPr>
        <w:t>que l</w:t>
      </w:r>
      <w:r>
        <w:rPr>
          <w:rFonts w:cs="Georgia"/>
          <w:kern w:val="1"/>
        </w:rPr>
        <w:t>’</w:t>
      </w:r>
      <w:r w:rsidR="00BE611A">
        <w:rPr>
          <w:rFonts w:cs="Georgia"/>
          <w:kern w:val="1"/>
        </w:rPr>
        <w:t xml:space="preserve">un de nous ait avec lui </w:t>
      </w:r>
      <w:r>
        <w:rPr>
          <w:rFonts w:cs="Georgia"/>
          <w:kern w:val="1"/>
        </w:rPr>
        <w:t>M</w:t>
      </w:r>
      <w:r w:rsidRPr="000E1451">
        <w:rPr>
          <w:rFonts w:cs="Georgia"/>
          <w:kern w:val="1"/>
          <w:vertAlign w:val="superscript"/>
        </w:rPr>
        <w:t>lle</w:t>
      </w:r>
      <w:r>
        <w:rPr>
          <w:rFonts w:cs="Georgia"/>
          <w:kern w:val="1"/>
        </w:rPr>
        <w:t> de </w:t>
      </w:r>
      <w:r w:rsidR="00BE611A">
        <w:rPr>
          <w:rFonts w:cs="Georgia"/>
          <w:kern w:val="1"/>
        </w:rPr>
        <w:t>Mirrbach</w:t>
      </w:r>
      <w:r>
        <w:rPr>
          <w:rFonts w:cs="Georgia"/>
          <w:kern w:val="1"/>
        </w:rPr>
        <w:t xml:space="preserve">. </w:t>
      </w:r>
      <w:r w:rsidR="00BE611A">
        <w:rPr>
          <w:rFonts w:cs="Georgia"/>
          <w:kern w:val="1"/>
        </w:rPr>
        <w:t>Deux</w:t>
      </w:r>
      <w:r>
        <w:rPr>
          <w:rFonts w:cs="Georgia"/>
          <w:kern w:val="1"/>
        </w:rPr>
        <w:t xml:space="preserve">… </w:t>
      </w:r>
      <w:r w:rsidR="00BE611A">
        <w:rPr>
          <w:rFonts w:cs="Georgia"/>
          <w:kern w:val="1"/>
        </w:rPr>
        <w:t>Quatre</w:t>
      </w:r>
      <w:r>
        <w:rPr>
          <w:rFonts w:cs="Georgia"/>
          <w:kern w:val="1"/>
        </w:rPr>
        <w:t xml:space="preserve">… </w:t>
      </w:r>
      <w:r w:rsidR="00BE611A">
        <w:rPr>
          <w:rFonts w:cs="Georgia"/>
          <w:kern w:val="1"/>
        </w:rPr>
        <w:t>environ six kilomètres pour vous</w:t>
      </w:r>
      <w:r>
        <w:rPr>
          <w:rFonts w:cs="Georgia"/>
          <w:kern w:val="1"/>
        </w:rPr>
        <w:t xml:space="preserve">. </w:t>
      </w:r>
      <w:r w:rsidR="00BE611A">
        <w:rPr>
          <w:rFonts w:cs="Georgia"/>
          <w:kern w:val="1"/>
        </w:rPr>
        <w:t>À peu près une lieue pour moi</w:t>
      </w:r>
      <w:r>
        <w:rPr>
          <w:rFonts w:cs="Georgia"/>
          <w:kern w:val="1"/>
        </w:rPr>
        <w:t xml:space="preserve">. </w:t>
      </w:r>
      <w:r w:rsidR="00BE611A">
        <w:rPr>
          <w:rFonts w:cs="Georgia"/>
          <w:kern w:val="1"/>
        </w:rPr>
        <w:t>C</w:t>
      </w:r>
      <w:r>
        <w:rPr>
          <w:rFonts w:cs="Georgia"/>
          <w:kern w:val="1"/>
        </w:rPr>
        <w:t>’</w:t>
      </w:r>
      <w:r w:rsidR="00BE611A">
        <w:rPr>
          <w:rFonts w:cs="Georgia"/>
          <w:kern w:val="1"/>
        </w:rPr>
        <w:t>est compris</w:t>
      </w:r>
      <w:r>
        <w:rPr>
          <w:rFonts w:cs="Georgia"/>
          <w:kern w:val="1"/>
        </w:rPr>
        <w:t xml:space="preserve"> ? </w:t>
      </w:r>
      <w:r w:rsidR="00BE611A">
        <w:rPr>
          <w:rFonts w:cs="Georgia"/>
          <w:kern w:val="1"/>
        </w:rPr>
        <w:t>Vous par ici</w:t>
      </w:r>
      <w:r>
        <w:rPr>
          <w:rFonts w:cs="Georgia"/>
          <w:kern w:val="1"/>
        </w:rPr>
        <w:t xml:space="preserve">, </w:t>
      </w:r>
      <w:r w:rsidR="00BE611A">
        <w:rPr>
          <w:rFonts w:cs="Georgia"/>
          <w:kern w:val="1"/>
        </w:rPr>
        <w:t>moi par là</w:t>
      </w:r>
      <w:r>
        <w:rPr>
          <w:rFonts w:cs="Georgia"/>
          <w:kern w:val="1"/>
        </w:rPr>
        <w:t xml:space="preserve">. </w:t>
      </w:r>
      <w:r w:rsidR="00BE611A">
        <w:rPr>
          <w:rFonts w:cs="Georgia"/>
          <w:kern w:val="1"/>
        </w:rPr>
        <w:t>Au revoir</w:t>
      </w:r>
      <w:r>
        <w:rPr>
          <w:rFonts w:cs="Georgia"/>
          <w:kern w:val="1"/>
        </w:rPr>
        <w:t xml:space="preserve">, </w:t>
      </w:r>
      <w:r w:rsidR="00BE611A">
        <w:rPr>
          <w:rFonts w:cs="Georgia"/>
          <w:kern w:val="1"/>
        </w:rPr>
        <w:t>et en avant</w:t>
      </w:r>
      <w:r>
        <w:rPr>
          <w:rFonts w:cs="Georgia"/>
          <w:kern w:val="1"/>
        </w:rPr>
        <w:t>.</w:t>
      </w:r>
    </w:p>
    <w:p w14:paraId="1A1F0F0F" w14:textId="77777777" w:rsidR="000E1451" w:rsidRDefault="00BE611A" w:rsidP="00BE611A">
      <w:pPr>
        <w:rPr>
          <w:rFonts w:cs="Georgia"/>
          <w:kern w:val="1"/>
        </w:rPr>
      </w:pPr>
      <w:r>
        <w:rPr>
          <w:rFonts w:cs="Georgia"/>
          <w:kern w:val="1"/>
        </w:rPr>
        <w:t>La chaussée sur laquelle j</w:t>
      </w:r>
      <w:r w:rsidR="000E1451">
        <w:rPr>
          <w:rFonts w:cs="Georgia"/>
          <w:kern w:val="1"/>
        </w:rPr>
        <w:t>’</w:t>
      </w:r>
      <w:r>
        <w:rPr>
          <w:rFonts w:cs="Georgia"/>
          <w:kern w:val="1"/>
        </w:rPr>
        <w:t>avançais maintenant était celle où j</w:t>
      </w:r>
      <w:r w:rsidR="000E1451">
        <w:rPr>
          <w:rFonts w:cs="Georgia"/>
          <w:kern w:val="1"/>
        </w:rPr>
        <w:t>’</w:t>
      </w:r>
      <w:r>
        <w:rPr>
          <w:rFonts w:cs="Georgia"/>
          <w:kern w:val="1"/>
        </w:rPr>
        <w:t xml:space="preserve">avais vu </w:t>
      </w:r>
      <w:r w:rsidR="000E1451">
        <w:rPr>
          <w:rFonts w:cs="Georgia"/>
          <w:kern w:val="1"/>
        </w:rPr>
        <w:t>M</w:t>
      </w:r>
      <w:r w:rsidR="000E1451" w:rsidRPr="000E1451">
        <w:rPr>
          <w:rFonts w:cs="Georgia"/>
          <w:kern w:val="1"/>
          <w:vertAlign w:val="superscript"/>
        </w:rPr>
        <w:t>lle</w:t>
      </w:r>
      <w:r w:rsidR="000E1451">
        <w:rPr>
          <w:rFonts w:cs="Georgia"/>
          <w:kern w:val="1"/>
        </w:rPr>
        <w:t> de </w:t>
      </w:r>
      <w:r>
        <w:rPr>
          <w:rFonts w:cs="Georgia"/>
          <w:kern w:val="1"/>
        </w:rPr>
        <w:t>Mirrbach s</w:t>
      </w:r>
      <w:r w:rsidR="000E1451">
        <w:rPr>
          <w:rFonts w:cs="Georgia"/>
          <w:kern w:val="1"/>
        </w:rPr>
        <w:t>’</w:t>
      </w:r>
      <w:r>
        <w:rPr>
          <w:rFonts w:cs="Georgia"/>
          <w:kern w:val="1"/>
        </w:rPr>
        <w:t>engager la veille</w:t>
      </w:r>
      <w:r w:rsidR="000E1451">
        <w:rPr>
          <w:rFonts w:cs="Georgia"/>
          <w:kern w:val="1"/>
        </w:rPr>
        <w:t xml:space="preserve">. </w:t>
      </w:r>
      <w:r>
        <w:rPr>
          <w:rFonts w:cs="Georgia"/>
          <w:kern w:val="1"/>
        </w:rPr>
        <w:t>Elle partait de l</w:t>
      </w:r>
      <w:r w:rsidR="000E1451">
        <w:rPr>
          <w:rFonts w:cs="Georgia"/>
          <w:kern w:val="1"/>
        </w:rPr>
        <w:t>’</w:t>
      </w:r>
      <w:r>
        <w:rPr>
          <w:rFonts w:cs="Georgia"/>
          <w:kern w:val="1"/>
        </w:rPr>
        <w:t>enceinte du château et s</w:t>
      </w:r>
      <w:r w:rsidR="000E1451">
        <w:rPr>
          <w:rFonts w:cs="Georgia"/>
          <w:kern w:val="1"/>
        </w:rPr>
        <w:t>’</w:t>
      </w:r>
      <w:r>
        <w:rPr>
          <w:rFonts w:cs="Georgia"/>
          <w:kern w:val="1"/>
        </w:rPr>
        <w:t>en allait se perdre à une demi-lieue</w:t>
      </w:r>
      <w:r w:rsidR="000E1451">
        <w:rPr>
          <w:rFonts w:cs="Georgia"/>
          <w:kern w:val="1"/>
        </w:rPr>
        <w:t xml:space="preserve">, </w:t>
      </w:r>
      <w:r>
        <w:rPr>
          <w:rFonts w:cs="Georgia"/>
          <w:kern w:val="1"/>
        </w:rPr>
        <w:t>dans les marais</w:t>
      </w:r>
      <w:r w:rsidR="000E1451">
        <w:rPr>
          <w:rFonts w:cs="Georgia"/>
          <w:kern w:val="1"/>
        </w:rPr>
        <w:t xml:space="preserve">. </w:t>
      </w:r>
      <w:r>
        <w:rPr>
          <w:rFonts w:cs="Georgia"/>
          <w:kern w:val="1"/>
        </w:rPr>
        <w:t>Un siècle auparavant</w:t>
      </w:r>
      <w:r w:rsidR="000E1451">
        <w:rPr>
          <w:rFonts w:cs="Georgia"/>
          <w:kern w:val="1"/>
        </w:rPr>
        <w:t xml:space="preserve">, </w:t>
      </w:r>
      <w:r>
        <w:rPr>
          <w:rFonts w:cs="Georgia"/>
          <w:kern w:val="1"/>
        </w:rPr>
        <w:t>du temps de la magnificence de Reichendorf</w:t>
      </w:r>
      <w:r w:rsidR="000E1451">
        <w:rPr>
          <w:rFonts w:cs="Georgia"/>
          <w:kern w:val="1"/>
        </w:rPr>
        <w:t xml:space="preserve">, </w:t>
      </w:r>
      <w:r>
        <w:rPr>
          <w:rFonts w:cs="Georgia"/>
          <w:kern w:val="1"/>
        </w:rPr>
        <w:t>elle avait dû avoir sa raison d</w:t>
      </w:r>
      <w:r w:rsidR="000E1451">
        <w:rPr>
          <w:rFonts w:cs="Georgia"/>
          <w:kern w:val="1"/>
        </w:rPr>
        <w:t>’</w:t>
      </w:r>
      <w:r>
        <w:rPr>
          <w:rFonts w:cs="Georgia"/>
          <w:kern w:val="1"/>
        </w:rPr>
        <w:t>être</w:t>
      </w:r>
      <w:r w:rsidR="000E1451">
        <w:rPr>
          <w:rFonts w:cs="Georgia"/>
          <w:kern w:val="1"/>
        </w:rPr>
        <w:t xml:space="preserve">, </w:t>
      </w:r>
      <w:r>
        <w:rPr>
          <w:rFonts w:cs="Georgia"/>
          <w:kern w:val="1"/>
        </w:rPr>
        <w:t>soit qu</w:t>
      </w:r>
      <w:r w:rsidR="000E1451">
        <w:rPr>
          <w:rFonts w:cs="Georgia"/>
          <w:kern w:val="1"/>
        </w:rPr>
        <w:t>’</w:t>
      </w:r>
      <w:r>
        <w:rPr>
          <w:rFonts w:cs="Georgia"/>
          <w:kern w:val="1"/>
        </w:rPr>
        <w:t>elle servît alors à lutter contre l</w:t>
      </w:r>
      <w:r w:rsidR="000E1451">
        <w:rPr>
          <w:rFonts w:cs="Georgia"/>
          <w:kern w:val="1"/>
        </w:rPr>
        <w:t>’</w:t>
      </w:r>
      <w:r>
        <w:rPr>
          <w:rFonts w:cs="Georgia"/>
          <w:kern w:val="1"/>
        </w:rPr>
        <w:t>envahissement des dunes</w:t>
      </w:r>
      <w:r w:rsidR="000E1451">
        <w:rPr>
          <w:rFonts w:cs="Georgia"/>
          <w:kern w:val="1"/>
        </w:rPr>
        <w:t xml:space="preserve">, </w:t>
      </w:r>
      <w:r>
        <w:rPr>
          <w:rFonts w:cs="Georgia"/>
          <w:kern w:val="1"/>
        </w:rPr>
        <w:t>soit qu</w:t>
      </w:r>
      <w:r w:rsidR="000E1451">
        <w:rPr>
          <w:rFonts w:cs="Georgia"/>
          <w:kern w:val="1"/>
        </w:rPr>
        <w:t>’</w:t>
      </w:r>
      <w:r>
        <w:rPr>
          <w:rFonts w:cs="Georgia"/>
          <w:kern w:val="1"/>
        </w:rPr>
        <w:t>elle prévînt</w:t>
      </w:r>
      <w:r w:rsidR="000E1451">
        <w:rPr>
          <w:rFonts w:cs="Georgia"/>
          <w:kern w:val="1"/>
        </w:rPr>
        <w:t xml:space="preserve">, </w:t>
      </w:r>
      <w:r>
        <w:rPr>
          <w:rFonts w:cs="Georgia"/>
          <w:kern w:val="1"/>
        </w:rPr>
        <w:t>à la saison chaude</w:t>
      </w:r>
      <w:r w:rsidR="000E1451">
        <w:rPr>
          <w:rFonts w:cs="Georgia"/>
          <w:kern w:val="1"/>
        </w:rPr>
        <w:t xml:space="preserve">, </w:t>
      </w:r>
      <w:r>
        <w:rPr>
          <w:rFonts w:cs="Georgia"/>
          <w:kern w:val="1"/>
        </w:rPr>
        <w:t>l</w:t>
      </w:r>
      <w:r w:rsidR="000E1451">
        <w:rPr>
          <w:rFonts w:cs="Georgia"/>
          <w:kern w:val="1"/>
        </w:rPr>
        <w:t>’</w:t>
      </w:r>
      <w:r>
        <w:rPr>
          <w:rFonts w:cs="Georgia"/>
          <w:kern w:val="1"/>
        </w:rPr>
        <w:t>assèchement des étangs dont la richesse en poissons faisait l</w:t>
      </w:r>
      <w:r w:rsidR="000E1451">
        <w:rPr>
          <w:rFonts w:cs="Georgia"/>
          <w:kern w:val="1"/>
        </w:rPr>
        <w:t>’</w:t>
      </w:r>
      <w:r>
        <w:rPr>
          <w:rFonts w:cs="Georgia"/>
          <w:kern w:val="1"/>
        </w:rPr>
        <w:t>orgueil de ce domaine</w:t>
      </w:r>
      <w:r w:rsidR="000E1451">
        <w:rPr>
          <w:rFonts w:cs="Georgia"/>
          <w:kern w:val="1"/>
        </w:rPr>
        <w:t xml:space="preserve">. </w:t>
      </w:r>
      <w:r>
        <w:rPr>
          <w:rFonts w:cs="Georgia"/>
          <w:kern w:val="1"/>
        </w:rPr>
        <w:t>Aujourd</w:t>
      </w:r>
      <w:r w:rsidR="000E1451">
        <w:rPr>
          <w:rFonts w:cs="Georgia"/>
          <w:kern w:val="1"/>
        </w:rPr>
        <w:t>’</w:t>
      </w:r>
      <w:r>
        <w:rPr>
          <w:rFonts w:cs="Georgia"/>
          <w:kern w:val="1"/>
        </w:rPr>
        <w:t>hui</w:t>
      </w:r>
      <w:r w:rsidR="000E1451">
        <w:rPr>
          <w:rFonts w:cs="Georgia"/>
          <w:kern w:val="1"/>
        </w:rPr>
        <w:t xml:space="preserve">, </w:t>
      </w:r>
      <w:r>
        <w:rPr>
          <w:rFonts w:cs="Georgia"/>
          <w:kern w:val="1"/>
        </w:rPr>
        <w:t>elle n</w:t>
      </w:r>
      <w:r w:rsidR="000E1451">
        <w:rPr>
          <w:rFonts w:cs="Georgia"/>
          <w:kern w:val="1"/>
        </w:rPr>
        <w:t>’</w:t>
      </w:r>
      <w:r>
        <w:rPr>
          <w:rFonts w:cs="Georgia"/>
          <w:kern w:val="1"/>
        </w:rPr>
        <w:t>empêchait plus les sables de s</w:t>
      </w:r>
      <w:r w:rsidR="000E1451">
        <w:rPr>
          <w:rFonts w:cs="Georgia"/>
          <w:kern w:val="1"/>
        </w:rPr>
        <w:t>’</w:t>
      </w:r>
      <w:r>
        <w:rPr>
          <w:rFonts w:cs="Georgia"/>
          <w:kern w:val="1"/>
        </w:rPr>
        <w:t>accumuler</w:t>
      </w:r>
      <w:r w:rsidR="000E1451">
        <w:rPr>
          <w:rFonts w:cs="Georgia"/>
          <w:kern w:val="1"/>
        </w:rPr>
        <w:t xml:space="preserve">, </w:t>
      </w:r>
      <w:r>
        <w:rPr>
          <w:rFonts w:cs="Georgia"/>
          <w:kern w:val="1"/>
        </w:rPr>
        <w:t>ni les eaux de s</w:t>
      </w:r>
      <w:r w:rsidR="000E1451">
        <w:rPr>
          <w:rFonts w:cs="Georgia"/>
          <w:kern w:val="1"/>
        </w:rPr>
        <w:t>’</w:t>
      </w:r>
      <w:r>
        <w:rPr>
          <w:rFonts w:cs="Georgia"/>
          <w:kern w:val="1"/>
        </w:rPr>
        <w:t>enfuir</w:t>
      </w:r>
      <w:r w:rsidR="000E1451">
        <w:rPr>
          <w:rFonts w:cs="Georgia"/>
          <w:kern w:val="1"/>
        </w:rPr>
        <w:t xml:space="preserve">. </w:t>
      </w:r>
      <w:r>
        <w:rPr>
          <w:rFonts w:cs="Georgia"/>
          <w:kern w:val="1"/>
        </w:rPr>
        <w:t>Elle n</w:t>
      </w:r>
      <w:r w:rsidR="000E1451">
        <w:rPr>
          <w:rFonts w:cs="Georgia"/>
          <w:kern w:val="1"/>
        </w:rPr>
        <w:t>’</w:t>
      </w:r>
      <w:r>
        <w:rPr>
          <w:rFonts w:cs="Georgia"/>
          <w:kern w:val="1"/>
        </w:rPr>
        <w:t>était qu</w:t>
      </w:r>
      <w:r w:rsidR="000E1451">
        <w:rPr>
          <w:rFonts w:cs="Georgia"/>
          <w:kern w:val="1"/>
        </w:rPr>
        <w:t>’</w:t>
      </w:r>
      <w:r>
        <w:rPr>
          <w:rFonts w:cs="Georgia"/>
          <w:kern w:val="1"/>
        </w:rPr>
        <w:t>une ruine de plus dans l</w:t>
      </w:r>
      <w:r w:rsidR="000E1451">
        <w:rPr>
          <w:rFonts w:cs="Georgia"/>
          <w:kern w:val="1"/>
        </w:rPr>
        <w:t>’</w:t>
      </w:r>
      <w:r>
        <w:rPr>
          <w:rFonts w:cs="Georgia"/>
          <w:kern w:val="1"/>
        </w:rPr>
        <w:t>universelle dévastation</w:t>
      </w:r>
      <w:r w:rsidR="000E1451">
        <w:rPr>
          <w:rFonts w:cs="Georgia"/>
          <w:kern w:val="1"/>
        </w:rPr>
        <w:t xml:space="preserve">. </w:t>
      </w:r>
      <w:r>
        <w:rPr>
          <w:rFonts w:cs="Georgia"/>
          <w:kern w:val="1"/>
        </w:rPr>
        <w:t>Elle ne constituait plus qu</w:t>
      </w:r>
      <w:r w:rsidR="000E1451">
        <w:rPr>
          <w:rFonts w:cs="Georgia"/>
          <w:kern w:val="1"/>
        </w:rPr>
        <w:t>’</w:t>
      </w:r>
      <w:r>
        <w:rPr>
          <w:rFonts w:cs="Georgia"/>
          <w:kern w:val="1"/>
        </w:rPr>
        <w:t>un mode précaire de cheminement au milieu des marécages</w:t>
      </w:r>
      <w:r w:rsidR="000E1451">
        <w:rPr>
          <w:rFonts w:cs="Georgia"/>
          <w:kern w:val="1"/>
        </w:rPr>
        <w:t xml:space="preserve">. </w:t>
      </w:r>
      <w:r>
        <w:rPr>
          <w:rFonts w:cs="Georgia"/>
          <w:kern w:val="1"/>
        </w:rPr>
        <w:t>Quand il faisait beau</w:t>
      </w:r>
      <w:r w:rsidR="000E1451">
        <w:rPr>
          <w:rFonts w:cs="Georgia"/>
          <w:kern w:val="1"/>
        </w:rPr>
        <w:t xml:space="preserve">, </w:t>
      </w:r>
      <w:r>
        <w:rPr>
          <w:rFonts w:cs="Georgia"/>
          <w:kern w:val="1"/>
        </w:rPr>
        <w:t>cet exercice de voltige n</w:t>
      </w:r>
      <w:r w:rsidR="000E1451">
        <w:rPr>
          <w:rFonts w:cs="Georgia"/>
          <w:kern w:val="1"/>
        </w:rPr>
        <w:t>’</w:t>
      </w:r>
      <w:r>
        <w:rPr>
          <w:rFonts w:cs="Georgia"/>
          <w:kern w:val="1"/>
        </w:rPr>
        <w:t>était pas déjà très commode</w:t>
      </w:r>
      <w:r w:rsidR="000E1451">
        <w:rPr>
          <w:rFonts w:cs="Georgia"/>
          <w:kern w:val="1"/>
        </w:rPr>
        <w:t xml:space="preserve">. </w:t>
      </w:r>
      <w:r>
        <w:rPr>
          <w:rFonts w:cs="Georgia"/>
          <w:kern w:val="1"/>
        </w:rPr>
        <w:t>Dans l</w:t>
      </w:r>
      <w:r w:rsidR="000E1451">
        <w:rPr>
          <w:rFonts w:cs="Georgia"/>
          <w:kern w:val="1"/>
        </w:rPr>
        <w:t>’</w:t>
      </w:r>
      <w:r>
        <w:rPr>
          <w:rFonts w:cs="Georgia"/>
          <w:kern w:val="1"/>
        </w:rPr>
        <w:t>ouragan qui soufflait ce jour-là</w:t>
      </w:r>
      <w:r w:rsidR="000E1451">
        <w:rPr>
          <w:rFonts w:cs="Georgia"/>
          <w:kern w:val="1"/>
        </w:rPr>
        <w:t xml:space="preserve">, </w:t>
      </w:r>
      <w:r>
        <w:rPr>
          <w:rFonts w:cs="Georgia"/>
          <w:kern w:val="1"/>
        </w:rPr>
        <w:t xml:space="preserve">seule la pensée que </w:t>
      </w:r>
      <w:r w:rsidR="000E1451">
        <w:rPr>
          <w:rFonts w:cs="Georgia"/>
          <w:kern w:val="1"/>
        </w:rPr>
        <w:t>M</w:t>
      </w:r>
      <w:r w:rsidR="000E1451" w:rsidRPr="000E1451">
        <w:rPr>
          <w:rFonts w:cs="Georgia"/>
          <w:kern w:val="1"/>
          <w:vertAlign w:val="superscript"/>
        </w:rPr>
        <w:t>lle</w:t>
      </w:r>
      <w:r w:rsidR="000E1451">
        <w:rPr>
          <w:rFonts w:cs="Georgia"/>
          <w:kern w:val="1"/>
        </w:rPr>
        <w:t> de </w:t>
      </w:r>
      <w:r>
        <w:rPr>
          <w:rFonts w:cs="Georgia"/>
          <w:kern w:val="1"/>
        </w:rPr>
        <w:t>Mirrbach m</w:t>
      </w:r>
      <w:r w:rsidR="000E1451">
        <w:rPr>
          <w:rFonts w:cs="Georgia"/>
          <w:kern w:val="1"/>
        </w:rPr>
        <w:t>’</w:t>
      </w:r>
      <w:r>
        <w:rPr>
          <w:rFonts w:cs="Georgia"/>
          <w:kern w:val="1"/>
        </w:rPr>
        <w:t>avait précédé quelques heures auparavant sur ces débris croulants m</w:t>
      </w:r>
      <w:r w:rsidR="000E1451">
        <w:rPr>
          <w:rFonts w:cs="Georgia"/>
          <w:kern w:val="1"/>
        </w:rPr>
        <w:t>’</w:t>
      </w:r>
      <w:r>
        <w:rPr>
          <w:rFonts w:cs="Georgia"/>
          <w:kern w:val="1"/>
        </w:rPr>
        <w:t>empêcha de me demander si je n</w:t>
      </w:r>
      <w:r w:rsidR="000E1451">
        <w:rPr>
          <w:rFonts w:cs="Georgia"/>
          <w:kern w:val="1"/>
        </w:rPr>
        <w:t>’</w:t>
      </w:r>
      <w:r>
        <w:rPr>
          <w:rFonts w:cs="Georgia"/>
          <w:kern w:val="1"/>
        </w:rPr>
        <w:t>avais pas trop présumé de mes forces</w:t>
      </w:r>
      <w:r w:rsidR="000E1451">
        <w:rPr>
          <w:rFonts w:cs="Georgia"/>
          <w:kern w:val="1"/>
        </w:rPr>
        <w:t xml:space="preserve">. </w:t>
      </w:r>
      <w:r>
        <w:rPr>
          <w:rFonts w:cs="Georgia"/>
          <w:kern w:val="1"/>
        </w:rPr>
        <w:t xml:space="preserve">Le </w:t>
      </w:r>
      <w:r>
        <w:rPr>
          <w:rFonts w:cs="Georgia"/>
          <w:kern w:val="1"/>
        </w:rPr>
        <w:lastRenderedPageBreak/>
        <w:t>sable balayé à travers l</w:t>
      </w:r>
      <w:r w:rsidR="000E1451">
        <w:rPr>
          <w:rFonts w:cs="Georgia"/>
          <w:kern w:val="1"/>
        </w:rPr>
        <w:t>’</w:t>
      </w:r>
      <w:r>
        <w:rPr>
          <w:rFonts w:cs="Georgia"/>
          <w:kern w:val="1"/>
        </w:rPr>
        <w:t>espace se mêlait à la pluie et retombait en une espèce de suie blanchâtre qui bouchait l</w:t>
      </w:r>
      <w:r w:rsidR="000E1451">
        <w:rPr>
          <w:rFonts w:cs="Georgia"/>
          <w:kern w:val="1"/>
        </w:rPr>
        <w:t>’</w:t>
      </w:r>
      <w:r>
        <w:rPr>
          <w:rFonts w:cs="Georgia"/>
          <w:kern w:val="1"/>
        </w:rPr>
        <w:t>horizon autant que la plus épaisse des brumes</w:t>
      </w:r>
      <w:r w:rsidR="000E1451">
        <w:rPr>
          <w:rFonts w:cs="Georgia"/>
          <w:kern w:val="1"/>
        </w:rPr>
        <w:t xml:space="preserve">. </w:t>
      </w:r>
      <w:r>
        <w:rPr>
          <w:rFonts w:cs="Georgia"/>
          <w:kern w:val="1"/>
        </w:rPr>
        <w:t>Le vent me faisait vaciller sur la pierre que j</w:t>
      </w:r>
      <w:r w:rsidR="000E1451">
        <w:rPr>
          <w:rFonts w:cs="Georgia"/>
          <w:kern w:val="1"/>
        </w:rPr>
        <w:t>’</w:t>
      </w:r>
      <w:r>
        <w:rPr>
          <w:rFonts w:cs="Georgia"/>
          <w:kern w:val="1"/>
        </w:rPr>
        <w:t>allais quitter et manquer celle que je voulais atteindre</w:t>
      </w:r>
      <w:r w:rsidR="000E1451">
        <w:rPr>
          <w:rFonts w:cs="Georgia"/>
          <w:kern w:val="1"/>
        </w:rPr>
        <w:t xml:space="preserve">. </w:t>
      </w:r>
      <w:r>
        <w:rPr>
          <w:rFonts w:cs="Georgia"/>
          <w:kern w:val="1"/>
        </w:rPr>
        <w:t>La plainte stridente des roseaux et des joncs</w:t>
      </w:r>
      <w:r w:rsidR="000E1451">
        <w:rPr>
          <w:rFonts w:cs="Georgia"/>
          <w:kern w:val="1"/>
        </w:rPr>
        <w:t xml:space="preserve">, </w:t>
      </w:r>
      <w:r>
        <w:rPr>
          <w:rFonts w:cs="Georgia"/>
          <w:kern w:val="1"/>
        </w:rPr>
        <w:t>courbés au ras des flots par la tourmente</w:t>
      </w:r>
      <w:r w:rsidR="000E1451">
        <w:rPr>
          <w:rFonts w:cs="Georgia"/>
          <w:kern w:val="1"/>
        </w:rPr>
        <w:t xml:space="preserve">, </w:t>
      </w:r>
      <w:r>
        <w:rPr>
          <w:rFonts w:cs="Georgia"/>
          <w:kern w:val="1"/>
        </w:rPr>
        <w:t>m</w:t>
      </w:r>
      <w:r w:rsidR="000E1451">
        <w:rPr>
          <w:rFonts w:cs="Georgia"/>
          <w:kern w:val="1"/>
        </w:rPr>
        <w:t>’</w:t>
      </w:r>
      <w:r>
        <w:rPr>
          <w:rFonts w:cs="Georgia"/>
          <w:kern w:val="1"/>
        </w:rPr>
        <w:t>entourait de tous côtés</w:t>
      </w:r>
      <w:r w:rsidR="000E1451">
        <w:rPr>
          <w:rFonts w:cs="Georgia"/>
          <w:kern w:val="1"/>
        </w:rPr>
        <w:t xml:space="preserve">. </w:t>
      </w:r>
      <w:r>
        <w:rPr>
          <w:rFonts w:cs="Georgia"/>
          <w:kern w:val="1"/>
        </w:rPr>
        <w:t>Par moment</w:t>
      </w:r>
      <w:r w:rsidR="000E1451">
        <w:rPr>
          <w:rFonts w:cs="Georgia"/>
          <w:kern w:val="1"/>
        </w:rPr>
        <w:t xml:space="preserve">, </w:t>
      </w:r>
      <w:r>
        <w:rPr>
          <w:rFonts w:cs="Georgia"/>
          <w:kern w:val="1"/>
        </w:rPr>
        <w:t>à deux ou trois mètres à peine</w:t>
      </w:r>
      <w:r w:rsidR="000E1451">
        <w:rPr>
          <w:rFonts w:cs="Georgia"/>
          <w:kern w:val="1"/>
        </w:rPr>
        <w:t xml:space="preserve">, </w:t>
      </w:r>
      <w:r>
        <w:rPr>
          <w:rFonts w:cs="Georgia"/>
          <w:kern w:val="1"/>
        </w:rPr>
        <w:t>un grand oiseau de mer surgissait soudain du brouillard avec un cri plein d</w:t>
      </w:r>
      <w:r w:rsidR="000E1451">
        <w:rPr>
          <w:rFonts w:cs="Georgia"/>
          <w:kern w:val="1"/>
        </w:rPr>
        <w:t>’</w:t>
      </w:r>
      <w:r>
        <w:rPr>
          <w:rFonts w:cs="Georgia"/>
          <w:kern w:val="1"/>
        </w:rPr>
        <w:t>effroi</w:t>
      </w:r>
      <w:r w:rsidR="000E1451">
        <w:rPr>
          <w:rFonts w:cs="Georgia"/>
          <w:kern w:val="1"/>
        </w:rPr>
        <w:t xml:space="preserve">. </w:t>
      </w:r>
      <w:r>
        <w:rPr>
          <w:rFonts w:cs="Georgia"/>
          <w:kern w:val="1"/>
        </w:rPr>
        <w:t>Ses ailes ballantes claquaient comme des voiles</w:t>
      </w:r>
      <w:r w:rsidR="000E1451">
        <w:rPr>
          <w:rFonts w:cs="Georgia"/>
          <w:kern w:val="1"/>
        </w:rPr>
        <w:t xml:space="preserve">. </w:t>
      </w:r>
      <w:r>
        <w:rPr>
          <w:rFonts w:cs="Georgia"/>
          <w:kern w:val="1"/>
        </w:rPr>
        <w:t>Un instant</w:t>
      </w:r>
      <w:r w:rsidR="000E1451">
        <w:rPr>
          <w:rFonts w:cs="Georgia"/>
          <w:kern w:val="1"/>
        </w:rPr>
        <w:t xml:space="preserve">, </w:t>
      </w:r>
      <w:r>
        <w:rPr>
          <w:rFonts w:cs="Georgia"/>
          <w:kern w:val="1"/>
        </w:rPr>
        <w:t>tendu de tous ses nerfs contre la tempête il parvenait</w:t>
      </w:r>
      <w:r w:rsidR="000E1451">
        <w:rPr>
          <w:rFonts w:cs="Georgia"/>
          <w:kern w:val="1"/>
        </w:rPr>
        <w:t xml:space="preserve">, </w:t>
      </w:r>
      <w:r>
        <w:rPr>
          <w:rFonts w:cs="Georgia"/>
          <w:kern w:val="1"/>
        </w:rPr>
        <w:t>par un miracle d</w:t>
      </w:r>
      <w:r w:rsidR="000E1451">
        <w:rPr>
          <w:rFonts w:cs="Georgia"/>
          <w:kern w:val="1"/>
        </w:rPr>
        <w:t>’</w:t>
      </w:r>
      <w:r>
        <w:rPr>
          <w:rFonts w:cs="Georgia"/>
          <w:kern w:val="1"/>
        </w:rPr>
        <w:t>équilibre</w:t>
      </w:r>
      <w:r w:rsidR="000E1451">
        <w:rPr>
          <w:rFonts w:cs="Georgia"/>
          <w:kern w:val="1"/>
        </w:rPr>
        <w:t xml:space="preserve">, </w:t>
      </w:r>
      <w:r>
        <w:rPr>
          <w:rFonts w:cs="Georgia"/>
          <w:kern w:val="1"/>
        </w:rPr>
        <w:t>à se maintenir immobile au milieu de ce déchaînement</w:t>
      </w:r>
      <w:r w:rsidR="000E1451">
        <w:rPr>
          <w:rFonts w:cs="Georgia"/>
          <w:kern w:val="1"/>
        </w:rPr>
        <w:t xml:space="preserve"> ; </w:t>
      </w:r>
      <w:r>
        <w:rPr>
          <w:rFonts w:cs="Georgia"/>
          <w:kern w:val="1"/>
        </w:rPr>
        <w:t>puis</w:t>
      </w:r>
      <w:r w:rsidR="000E1451">
        <w:rPr>
          <w:rFonts w:cs="Georgia"/>
          <w:kern w:val="1"/>
        </w:rPr>
        <w:t xml:space="preserve">, </w:t>
      </w:r>
      <w:r>
        <w:rPr>
          <w:rFonts w:cs="Georgia"/>
          <w:kern w:val="1"/>
        </w:rPr>
        <w:t>il s</w:t>
      </w:r>
      <w:r w:rsidR="000E1451">
        <w:rPr>
          <w:rFonts w:cs="Georgia"/>
          <w:kern w:val="1"/>
        </w:rPr>
        <w:t>’</w:t>
      </w:r>
      <w:r>
        <w:rPr>
          <w:rFonts w:cs="Georgia"/>
          <w:kern w:val="1"/>
        </w:rPr>
        <w:t>abandonnait</w:t>
      </w:r>
      <w:r w:rsidR="000E1451">
        <w:rPr>
          <w:rFonts w:cs="Georgia"/>
          <w:kern w:val="1"/>
        </w:rPr>
        <w:t xml:space="preserve">, </w:t>
      </w:r>
      <w:r>
        <w:rPr>
          <w:rFonts w:cs="Georgia"/>
          <w:kern w:val="1"/>
        </w:rPr>
        <w:t>et disparaissait poussant un cri plus lugubre encore que le premier</w:t>
      </w:r>
      <w:r w:rsidR="000E1451">
        <w:rPr>
          <w:rFonts w:cs="Georgia"/>
          <w:kern w:val="1"/>
        </w:rPr>
        <w:t>.</w:t>
      </w:r>
    </w:p>
    <w:p w14:paraId="349162C7" w14:textId="77777777" w:rsidR="000E1451" w:rsidRDefault="00BE611A" w:rsidP="00BE611A">
      <w:pPr>
        <w:rPr>
          <w:rFonts w:cs="Georgia"/>
          <w:kern w:val="1"/>
        </w:rPr>
      </w:pPr>
      <w:r>
        <w:rPr>
          <w:rFonts w:cs="Georgia"/>
          <w:kern w:val="1"/>
        </w:rPr>
        <w:t>Au prix des difficultés que je viens de dire</w:t>
      </w:r>
      <w:r w:rsidR="000E1451">
        <w:rPr>
          <w:rFonts w:cs="Georgia"/>
          <w:kern w:val="1"/>
        </w:rPr>
        <w:t xml:space="preserve">, </w:t>
      </w:r>
      <w:r>
        <w:rPr>
          <w:rFonts w:cs="Georgia"/>
          <w:kern w:val="1"/>
        </w:rPr>
        <w:t>je finis par atteindre un tertre étroit sur lequel se dressait un maigre bouquet d</w:t>
      </w:r>
      <w:r w:rsidR="000E1451">
        <w:rPr>
          <w:rFonts w:cs="Georgia"/>
          <w:kern w:val="1"/>
        </w:rPr>
        <w:t>’</w:t>
      </w:r>
      <w:r>
        <w:rPr>
          <w:rFonts w:cs="Georgia"/>
          <w:kern w:val="1"/>
        </w:rPr>
        <w:t>arbrisseaux dévastés par l</w:t>
      </w:r>
      <w:r w:rsidR="000E1451">
        <w:rPr>
          <w:rFonts w:cs="Georgia"/>
          <w:kern w:val="1"/>
        </w:rPr>
        <w:t>’</w:t>
      </w:r>
      <w:r>
        <w:rPr>
          <w:rFonts w:cs="Georgia"/>
          <w:kern w:val="1"/>
        </w:rPr>
        <w:t>orage</w:t>
      </w:r>
      <w:r w:rsidR="000E1451">
        <w:rPr>
          <w:rFonts w:cs="Georgia"/>
          <w:kern w:val="1"/>
        </w:rPr>
        <w:t xml:space="preserve">. </w:t>
      </w:r>
      <w:r>
        <w:rPr>
          <w:rFonts w:cs="Georgia"/>
          <w:kern w:val="1"/>
        </w:rPr>
        <w:t>Celui-ci était loin de se calmer</w:t>
      </w:r>
      <w:r w:rsidR="000E1451">
        <w:rPr>
          <w:rFonts w:cs="Georgia"/>
          <w:kern w:val="1"/>
        </w:rPr>
        <w:t xml:space="preserve"> ; </w:t>
      </w:r>
      <w:r>
        <w:rPr>
          <w:rFonts w:cs="Georgia"/>
          <w:kern w:val="1"/>
        </w:rPr>
        <w:t>cependant</w:t>
      </w:r>
      <w:r w:rsidR="000E1451">
        <w:rPr>
          <w:rFonts w:cs="Georgia"/>
          <w:kern w:val="1"/>
        </w:rPr>
        <w:t xml:space="preserve">, </w:t>
      </w:r>
      <w:r>
        <w:rPr>
          <w:rFonts w:cs="Georgia"/>
          <w:kern w:val="1"/>
        </w:rPr>
        <w:t>les vapeurs qui depuis l</w:t>
      </w:r>
      <w:r w:rsidR="000E1451">
        <w:rPr>
          <w:rFonts w:cs="Georgia"/>
          <w:kern w:val="1"/>
        </w:rPr>
        <w:t>’</w:t>
      </w:r>
      <w:r>
        <w:rPr>
          <w:rFonts w:cs="Georgia"/>
          <w:kern w:val="1"/>
        </w:rPr>
        <w:t>aube obstruaient toute vue commençaient à s</w:t>
      </w:r>
      <w:r w:rsidR="000E1451">
        <w:rPr>
          <w:rFonts w:cs="Georgia"/>
          <w:kern w:val="1"/>
        </w:rPr>
        <w:t>’</w:t>
      </w:r>
      <w:r>
        <w:rPr>
          <w:rFonts w:cs="Georgia"/>
          <w:kern w:val="1"/>
        </w:rPr>
        <w:t>éclaircir</w:t>
      </w:r>
      <w:r w:rsidR="000E1451">
        <w:rPr>
          <w:rFonts w:cs="Georgia"/>
          <w:kern w:val="1"/>
        </w:rPr>
        <w:t xml:space="preserve">. </w:t>
      </w:r>
      <w:r>
        <w:rPr>
          <w:rFonts w:cs="Georgia"/>
          <w:kern w:val="1"/>
        </w:rPr>
        <w:t>La chaussée finissait à cet endroit</w:t>
      </w:r>
      <w:r w:rsidR="000E1451">
        <w:rPr>
          <w:rFonts w:cs="Georgia"/>
          <w:kern w:val="1"/>
        </w:rPr>
        <w:t xml:space="preserve">, </w:t>
      </w:r>
      <w:r>
        <w:rPr>
          <w:rFonts w:cs="Georgia"/>
          <w:kern w:val="1"/>
        </w:rPr>
        <w:t>avec les marais</w:t>
      </w:r>
      <w:r w:rsidR="000E1451">
        <w:rPr>
          <w:rFonts w:cs="Georgia"/>
          <w:kern w:val="1"/>
        </w:rPr>
        <w:t xml:space="preserve">. </w:t>
      </w:r>
      <w:r>
        <w:rPr>
          <w:rFonts w:cs="Georgia"/>
          <w:kern w:val="1"/>
        </w:rPr>
        <w:t>Je n</w:t>
      </w:r>
      <w:r w:rsidR="000E1451">
        <w:rPr>
          <w:rFonts w:cs="Georgia"/>
          <w:kern w:val="1"/>
        </w:rPr>
        <w:t>’</w:t>
      </w:r>
      <w:r>
        <w:rPr>
          <w:rFonts w:cs="Georgia"/>
          <w:kern w:val="1"/>
        </w:rPr>
        <w:t>avais plus devant moi</w:t>
      </w:r>
      <w:r w:rsidR="000E1451">
        <w:rPr>
          <w:rFonts w:cs="Georgia"/>
          <w:kern w:val="1"/>
        </w:rPr>
        <w:t xml:space="preserve">, </w:t>
      </w:r>
      <w:r>
        <w:rPr>
          <w:rFonts w:cs="Georgia"/>
          <w:kern w:val="1"/>
        </w:rPr>
        <w:t>me séparant de la côte</w:t>
      </w:r>
      <w:r w:rsidR="000E1451">
        <w:rPr>
          <w:rFonts w:cs="Georgia"/>
          <w:kern w:val="1"/>
        </w:rPr>
        <w:t xml:space="preserve">, </w:t>
      </w:r>
      <w:r>
        <w:rPr>
          <w:rFonts w:cs="Georgia"/>
          <w:kern w:val="1"/>
        </w:rPr>
        <w:t>qu</w:t>
      </w:r>
      <w:r w:rsidR="000E1451">
        <w:rPr>
          <w:rFonts w:cs="Georgia"/>
          <w:kern w:val="1"/>
        </w:rPr>
        <w:t>’</w:t>
      </w:r>
      <w:r>
        <w:rPr>
          <w:rFonts w:cs="Georgia"/>
          <w:kern w:val="1"/>
        </w:rPr>
        <w:t>une nappe sablonneuse</w:t>
      </w:r>
      <w:r w:rsidR="000E1451">
        <w:rPr>
          <w:rFonts w:cs="Georgia"/>
          <w:kern w:val="1"/>
        </w:rPr>
        <w:t xml:space="preserve">, </w:t>
      </w:r>
      <w:r>
        <w:rPr>
          <w:rFonts w:cs="Georgia"/>
          <w:kern w:val="1"/>
        </w:rPr>
        <w:t>sur laquelle je pouvais avancer sans avoir à lutter désormais contre d</w:t>
      </w:r>
      <w:r w:rsidR="000E1451">
        <w:rPr>
          <w:rFonts w:cs="Georgia"/>
          <w:kern w:val="1"/>
        </w:rPr>
        <w:t>’</w:t>
      </w:r>
      <w:r>
        <w:rPr>
          <w:rFonts w:cs="Georgia"/>
          <w:kern w:val="1"/>
        </w:rPr>
        <w:t>autres ennemis que la pluie et le vent</w:t>
      </w:r>
      <w:r w:rsidR="000E1451">
        <w:rPr>
          <w:rFonts w:cs="Georgia"/>
          <w:kern w:val="1"/>
        </w:rPr>
        <w:t xml:space="preserve"> ; </w:t>
      </w:r>
      <w:r>
        <w:rPr>
          <w:rFonts w:cs="Georgia"/>
          <w:kern w:val="1"/>
        </w:rPr>
        <w:t>le sable</w:t>
      </w:r>
      <w:r w:rsidR="000E1451">
        <w:rPr>
          <w:rFonts w:cs="Georgia"/>
          <w:kern w:val="1"/>
        </w:rPr>
        <w:t xml:space="preserve">, </w:t>
      </w:r>
      <w:r>
        <w:rPr>
          <w:rFonts w:cs="Georgia"/>
          <w:kern w:val="1"/>
        </w:rPr>
        <w:t>affermi par le voisinage immédiat de la plage</w:t>
      </w:r>
      <w:r w:rsidR="000E1451">
        <w:rPr>
          <w:rFonts w:cs="Georgia"/>
          <w:kern w:val="1"/>
        </w:rPr>
        <w:t xml:space="preserve">, </w:t>
      </w:r>
      <w:r>
        <w:rPr>
          <w:rFonts w:cs="Georgia"/>
          <w:kern w:val="1"/>
        </w:rPr>
        <w:t>ne s</w:t>
      </w:r>
      <w:r w:rsidR="000E1451">
        <w:rPr>
          <w:rFonts w:cs="Georgia"/>
          <w:kern w:val="1"/>
        </w:rPr>
        <w:t>’</w:t>
      </w:r>
      <w:r>
        <w:rPr>
          <w:rFonts w:cs="Georgia"/>
          <w:kern w:val="1"/>
        </w:rPr>
        <w:t>enfonçait plus sous mes pieds</w:t>
      </w:r>
      <w:r w:rsidR="000E1451">
        <w:rPr>
          <w:rFonts w:cs="Georgia"/>
          <w:kern w:val="1"/>
        </w:rPr>
        <w:t xml:space="preserve">. </w:t>
      </w:r>
      <w:r>
        <w:rPr>
          <w:rFonts w:cs="Georgia"/>
          <w:kern w:val="1"/>
        </w:rPr>
        <w:t>La ligne noire d</w:t>
      </w:r>
      <w:r w:rsidR="000E1451">
        <w:rPr>
          <w:rFonts w:cs="Georgia"/>
          <w:kern w:val="1"/>
        </w:rPr>
        <w:t>’</w:t>
      </w:r>
      <w:r>
        <w:rPr>
          <w:rFonts w:cs="Georgia"/>
          <w:kern w:val="1"/>
        </w:rPr>
        <w:t>une forêt de mélèzes s</w:t>
      </w:r>
      <w:r w:rsidR="000E1451">
        <w:rPr>
          <w:rFonts w:cs="Georgia"/>
          <w:kern w:val="1"/>
        </w:rPr>
        <w:t>’</w:t>
      </w:r>
      <w:r>
        <w:rPr>
          <w:rFonts w:cs="Georgia"/>
          <w:kern w:val="1"/>
        </w:rPr>
        <w:t>étendait à ma droite et venait rejoindre le littoral</w:t>
      </w:r>
      <w:r w:rsidR="000E1451">
        <w:rPr>
          <w:rFonts w:cs="Georgia"/>
          <w:kern w:val="1"/>
        </w:rPr>
        <w:t xml:space="preserve">. </w:t>
      </w:r>
      <w:r>
        <w:rPr>
          <w:rFonts w:cs="Georgia"/>
          <w:kern w:val="1"/>
        </w:rPr>
        <w:t>C</w:t>
      </w:r>
      <w:r w:rsidR="000E1451">
        <w:rPr>
          <w:rFonts w:cs="Georgia"/>
          <w:kern w:val="1"/>
        </w:rPr>
        <w:t>’</w:t>
      </w:r>
      <w:r>
        <w:rPr>
          <w:rFonts w:cs="Georgia"/>
          <w:kern w:val="1"/>
        </w:rPr>
        <w:t>était dans cette direction que je devais retrouver Gottlieb</w:t>
      </w:r>
      <w:r w:rsidR="000E1451">
        <w:rPr>
          <w:rFonts w:cs="Georgia"/>
          <w:kern w:val="1"/>
        </w:rPr>
        <w:t xml:space="preserve">. </w:t>
      </w:r>
      <w:r>
        <w:rPr>
          <w:rFonts w:cs="Georgia"/>
          <w:kern w:val="1"/>
        </w:rPr>
        <w:t>À ma gauche</w:t>
      </w:r>
      <w:r w:rsidR="000E1451">
        <w:rPr>
          <w:rFonts w:cs="Georgia"/>
          <w:kern w:val="1"/>
        </w:rPr>
        <w:t xml:space="preserve">, </w:t>
      </w:r>
      <w:r>
        <w:rPr>
          <w:rFonts w:cs="Georgia"/>
          <w:kern w:val="1"/>
        </w:rPr>
        <w:t>la muraille moutonnante de la mer semblait clore le paysage qu</w:t>
      </w:r>
      <w:r w:rsidR="000E1451">
        <w:rPr>
          <w:rFonts w:cs="Georgia"/>
          <w:kern w:val="1"/>
        </w:rPr>
        <w:t>’</w:t>
      </w:r>
      <w:r>
        <w:rPr>
          <w:rFonts w:cs="Georgia"/>
          <w:kern w:val="1"/>
        </w:rPr>
        <w:t>elle dominait</w:t>
      </w:r>
      <w:r w:rsidR="000E1451">
        <w:rPr>
          <w:rFonts w:cs="Georgia"/>
          <w:kern w:val="1"/>
        </w:rPr>
        <w:t xml:space="preserve">. </w:t>
      </w:r>
      <w:r>
        <w:rPr>
          <w:rFonts w:cs="Georgia"/>
          <w:kern w:val="1"/>
        </w:rPr>
        <w:t>Je marchai de ce côté</w:t>
      </w:r>
      <w:r w:rsidR="000E1451">
        <w:rPr>
          <w:rFonts w:cs="Georgia"/>
          <w:kern w:val="1"/>
        </w:rPr>
        <w:t xml:space="preserve">. </w:t>
      </w:r>
      <w:r>
        <w:rPr>
          <w:rFonts w:cs="Georgia"/>
          <w:kern w:val="1"/>
        </w:rPr>
        <w:t>Je n</w:t>
      </w:r>
      <w:r w:rsidR="000E1451">
        <w:rPr>
          <w:rFonts w:cs="Georgia"/>
          <w:kern w:val="1"/>
        </w:rPr>
        <w:t>’</w:t>
      </w:r>
      <w:r>
        <w:rPr>
          <w:rFonts w:cs="Georgia"/>
          <w:kern w:val="1"/>
        </w:rPr>
        <w:t>étais plus obligé à chaque pas d</w:t>
      </w:r>
      <w:r w:rsidR="000E1451">
        <w:rPr>
          <w:rFonts w:cs="Georgia"/>
          <w:kern w:val="1"/>
        </w:rPr>
        <w:t>’</w:t>
      </w:r>
      <w:r>
        <w:rPr>
          <w:rFonts w:cs="Georgia"/>
          <w:kern w:val="1"/>
        </w:rPr>
        <w:t>épier le caillou sur lequel j</w:t>
      </w:r>
      <w:r w:rsidR="000E1451">
        <w:rPr>
          <w:rFonts w:cs="Georgia"/>
          <w:kern w:val="1"/>
        </w:rPr>
        <w:t>’</w:t>
      </w:r>
      <w:r>
        <w:rPr>
          <w:rFonts w:cs="Georgia"/>
          <w:kern w:val="1"/>
        </w:rPr>
        <w:t>allais avoir à bondir</w:t>
      </w:r>
      <w:r w:rsidR="000E1451">
        <w:rPr>
          <w:rFonts w:cs="Georgia"/>
          <w:kern w:val="1"/>
        </w:rPr>
        <w:t xml:space="preserve">. </w:t>
      </w:r>
      <w:r>
        <w:rPr>
          <w:rFonts w:cs="Georgia"/>
          <w:kern w:val="1"/>
        </w:rPr>
        <w:t>Mon allure s</w:t>
      </w:r>
      <w:r w:rsidR="000E1451">
        <w:rPr>
          <w:rFonts w:cs="Georgia"/>
          <w:kern w:val="1"/>
        </w:rPr>
        <w:t>’</w:t>
      </w:r>
      <w:r>
        <w:rPr>
          <w:rFonts w:cs="Georgia"/>
          <w:kern w:val="1"/>
        </w:rPr>
        <w:t>accéléra</w:t>
      </w:r>
      <w:r w:rsidR="000E1451">
        <w:rPr>
          <w:rFonts w:cs="Georgia"/>
          <w:kern w:val="1"/>
        </w:rPr>
        <w:t xml:space="preserve">. </w:t>
      </w:r>
      <w:r>
        <w:rPr>
          <w:rFonts w:cs="Georgia"/>
          <w:kern w:val="1"/>
        </w:rPr>
        <w:t>Un sentiment d</w:t>
      </w:r>
      <w:r w:rsidR="000E1451">
        <w:rPr>
          <w:rFonts w:cs="Georgia"/>
          <w:kern w:val="1"/>
        </w:rPr>
        <w:t>’</w:t>
      </w:r>
      <w:r>
        <w:rPr>
          <w:rFonts w:cs="Georgia"/>
          <w:kern w:val="1"/>
        </w:rPr>
        <w:t>exaltation que je n</w:t>
      </w:r>
      <w:r w:rsidR="000E1451">
        <w:rPr>
          <w:rFonts w:cs="Georgia"/>
          <w:kern w:val="1"/>
        </w:rPr>
        <w:t>’</w:t>
      </w:r>
      <w:r>
        <w:rPr>
          <w:rFonts w:cs="Georgia"/>
          <w:kern w:val="1"/>
        </w:rPr>
        <w:t>arrivais pas à analyser me soulevait</w:t>
      </w:r>
      <w:r w:rsidR="000E1451">
        <w:rPr>
          <w:rFonts w:cs="Georgia"/>
          <w:kern w:val="1"/>
        </w:rPr>
        <w:t xml:space="preserve">, </w:t>
      </w:r>
      <w:r>
        <w:rPr>
          <w:rFonts w:cs="Georgia"/>
          <w:kern w:val="1"/>
        </w:rPr>
        <w:t>dilatait mes poumons</w:t>
      </w:r>
      <w:r w:rsidR="000E1451">
        <w:rPr>
          <w:rFonts w:cs="Georgia"/>
          <w:kern w:val="1"/>
        </w:rPr>
        <w:t xml:space="preserve">, </w:t>
      </w:r>
      <w:r>
        <w:rPr>
          <w:rFonts w:cs="Georgia"/>
          <w:kern w:val="1"/>
        </w:rPr>
        <w:t>me donnait des ailes</w:t>
      </w:r>
      <w:r w:rsidR="000E1451">
        <w:rPr>
          <w:rFonts w:cs="Georgia"/>
          <w:kern w:val="1"/>
        </w:rPr>
        <w:t xml:space="preserve">. </w:t>
      </w:r>
      <w:r>
        <w:rPr>
          <w:rFonts w:cs="Georgia"/>
          <w:kern w:val="1"/>
        </w:rPr>
        <w:t xml:space="preserve">Ce </w:t>
      </w:r>
      <w:r>
        <w:rPr>
          <w:rFonts w:cs="Georgia"/>
          <w:kern w:val="1"/>
        </w:rPr>
        <w:lastRenderedPageBreak/>
        <w:t>n</w:t>
      </w:r>
      <w:r w:rsidR="000E1451">
        <w:rPr>
          <w:rFonts w:cs="Georgia"/>
          <w:kern w:val="1"/>
        </w:rPr>
        <w:t>’</w:t>
      </w:r>
      <w:r>
        <w:rPr>
          <w:rFonts w:cs="Georgia"/>
          <w:kern w:val="1"/>
        </w:rPr>
        <w:t>était pas seulement la hâte d</w:t>
      </w:r>
      <w:r w:rsidR="000E1451">
        <w:rPr>
          <w:rFonts w:cs="Georgia"/>
          <w:kern w:val="1"/>
        </w:rPr>
        <w:t>’</w:t>
      </w:r>
      <w:r>
        <w:rPr>
          <w:rFonts w:cs="Georgia"/>
          <w:kern w:val="1"/>
        </w:rPr>
        <w:t>arracher Axelle à un danger possible qui me poussait ainsi en avant</w:t>
      </w:r>
      <w:r w:rsidR="000E1451">
        <w:rPr>
          <w:rFonts w:cs="Georgia"/>
          <w:kern w:val="1"/>
        </w:rPr>
        <w:t xml:space="preserve">. </w:t>
      </w:r>
      <w:r>
        <w:rPr>
          <w:rFonts w:cs="Georgia"/>
          <w:kern w:val="1"/>
        </w:rPr>
        <w:t>Quoi</w:t>
      </w:r>
      <w:r w:rsidR="000E1451">
        <w:rPr>
          <w:rFonts w:cs="Georgia"/>
          <w:kern w:val="1"/>
        </w:rPr>
        <w:t xml:space="preserve">, </w:t>
      </w:r>
      <w:r>
        <w:rPr>
          <w:rFonts w:cs="Georgia"/>
          <w:kern w:val="1"/>
        </w:rPr>
        <w:t>alors</w:t>
      </w:r>
      <w:r w:rsidR="000E1451">
        <w:rPr>
          <w:rFonts w:cs="Georgia"/>
          <w:kern w:val="1"/>
        </w:rPr>
        <w:t xml:space="preserve"> ? </w:t>
      </w:r>
      <w:r>
        <w:rPr>
          <w:rFonts w:cs="Georgia"/>
          <w:kern w:val="1"/>
        </w:rPr>
        <w:t>D</w:t>
      </w:r>
      <w:r w:rsidR="000E1451">
        <w:rPr>
          <w:rFonts w:cs="Georgia"/>
          <w:kern w:val="1"/>
        </w:rPr>
        <w:t>’</w:t>
      </w:r>
      <w:r>
        <w:rPr>
          <w:rFonts w:cs="Georgia"/>
          <w:kern w:val="1"/>
        </w:rPr>
        <w:t>où me venait cette subite alacrité</w:t>
      </w:r>
      <w:r w:rsidR="000E1451">
        <w:rPr>
          <w:rFonts w:cs="Georgia"/>
          <w:kern w:val="1"/>
        </w:rPr>
        <w:t xml:space="preserve">, </w:t>
      </w:r>
      <w:r>
        <w:rPr>
          <w:rFonts w:cs="Georgia"/>
          <w:kern w:val="1"/>
        </w:rPr>
        <w:t>ce besoin de braver les éléments</w:t>
      </w:r>
      <w:r w:rsidR="000E1451">
        <w:rPr>
          <w:rFonts w:cs="Georgia"/>
          <w:kern w:val="1"/>
        </w:rPr>
        <w:t xml:space="preserve">, </w:t>
      </w:r>
      <w:r>
        <w:rPr>
          <w:rFonts w:cs="Georgia"/>
          <w:kern w:val="1"/>
        </w:rPr>
        <w:t>de m</w:t>
      </w:r>
      <w:r w:rsidR="000E1451">
        <w:rPr>
          <w:rFonts w:cs="Georgia"/>
          <w:kern w:val="1"/>
        </w:rPr>
        <w:t>’</w:t>
      </w:r>
      <w:r>
        <w:rPr>
          <w:rFonts w:cs="Georgia"/>
          <w:kern w:val="1"/>
        </w:rPr>
        <w:t>enfoncer dans les embruns avec ivresse</w:t>
      </w:r>
      <w:r w:rsidR="000E1451">
        <w:rPr>
          <w:rFonts w:cs="Georgia"/>
          <w:kern w:val="1"/>
        </w:rPr>
        <w:t xml:space="preserve"> ? </w:t>
      </w:r>
      <w:r>
        <w:rPr>
          <w:rFonts w:cs="Georgia"/>
          <w:kern w:val="1"/>
        </w:rPr>
        <w:t>Et brusquement</w:t>
      </w:r>
      <w:r w:rsidR="000E1451">
        <w:rPr>
          <w:rFonts w:cs="Georgia"/>
          <w:kern w:val="1"/>
        </w:rPr>
        <w:t xml:space="preserve">, </w:t>
      </w:r>
      <w:r>
        <w:rPr>
          <w:rFonts w:cs="Georgia"/>
          <w:kern w:val="1"/>
        </w:rPr>
        <w:t>je compris</w:t>
      </w:r>
      <w:r w:rsidR="000E1451">
        <w:rPr>
          <w:rFonts w:cs="Georgia"/>
          <w:kern w:val="1"/>
        </w:rPr>
        <w:t xml:space="preserve"> : </w:t>
      </w:r>
      <w:r>
        <w:rPr>
          <w:rFonts w:cs="Georgia"/>
          <w:kern w:val="1"/>
        </w:rPr>
        <w:t>c</w:t>
      </w:r>
      <w:r w:rsidR="000E1451">
        <w:rPr>
          <w:rFonts w:cs="Georgia"/>
          <w:kern w:val="1"/>
        </w:rPr>
        <w:t>’</w:t>
      </w:r>
      <w:r>
        <w:rPr>
          <w:rFonts w:cs="Georgia"/>
          <w:kern w:val="1"/>
        </w:rPr>
        <w:t>était la première fois depuis trois années que je me trouvais seul</w:t>
      </w:r>
      <w:r w:rsidR="000E1451">
        <w:rPr>
          <w:rFonts w:cs="Georgia"/>
          <w:kern w:val="1"/>
        </w:rPr>
        <w:t xml:space="preserve">, </w:t>
      </w:r>
      <w:r>
        <w:rPr>
          <w:rFonts w:cs="Georgia"/>
          <w:kern w:val="1"/>
        </w:rPr>
        <w:t>c</w:t>
      </w:r>
      <w:r w:rsidR="000E1451">
        <w:rPr>
          <w:rFonts w:cs="Georgia"/>
          <w:kern w:val="1"/>
        </w:rPr>
        <w:t>’</w:t>
      </w:r>
      <w:r>
        <w:rPr>
          <w:rFonts w:cs="Georgia"/>
          <w:kern w:val="1"/>
        </w:rPr>
        <w:t>est-à-dire libre</w:t>
      </w:r>
      <w:r w:rsidR="000E1451">
        <w:rPr>
          <w:rFonts w:cs="Georgia"/>
          <w:kern w:val="1"/>
        </w:rPr>
        <w:t xml:space="preserve">. </w:t>
      </w:r>
      <w:r>
        <w:rPr>
          <w:rFonts w:cs="Georgia"/>
          <w:kern w:val="1"/>
        </w:rPr>
        <w:t>C</w:t>
      </w:r>
      <w:r w:rsidR="000E1451">
        <w:rPr>
          <w:rFonts w:cs="Georgia"/>
          <w:kern w:val="1"/>
        </w:rPr>
        <w:t>’</w:t>
      </w:r>
      <w:r>
        <w:rPr>
          <w:rFonts w:cs="Georgia"/>
          <w:kern w:val="1"/>
        </w:rPr>
        <w:t>était la première fois</w:t>
      </w:r>
      <w:r w:rsidR="000E1451">
        <w:rPr>
          <w:rFonts w:cs="Georgia"/>
          <w:kern w:val="1"/>
        </w:rPr>
        <w:t xml:space="preserve">, </w:t>
      </w:r>
      <w:r>
        <w:rPr>
          <w:rFonts w:cs="Georgia"/>
          <w:kern w:val="1"/>
        </w:rPr>
        <w:t>depuis trois ans</w:t>
      </w:r>
      <w:r w:rsidR="000E1451">
        <w:rPr>
          <w:rFonts w:cs="Georgia"/>
          <w:kern w:val="1"/>
        </w:rPr>
        <w:t xml:space="preserve">, </w:t>
      </w:r>
      <w:r>
        <w:rPr>
          <w:rFonts w:cs="Georgia"/>
          <w:kern w:val="1"/>
        </w:rPr>
        <w:t>que je pouvais porter mes pas où il me plaisait sans m</w:t>
      </w:r>
      <w:r w:rsidR="000E1451">
        <w:rPr>
          <w:rFonts w:cs="Georgia"/>
          <w:kern w:val="1"/>
        </w:rPr>
        <w:t>’</w:t>
      </w:r>
      <w:r>
        <w:rPr>
          <w:rFonts w:cs="Georgia"/>
          <w:kern w:val="1"/>
        </w:rPr>
        <w:t>attirer un brutal holà</w:t>
      </w:r>
      <w:r w:rsidR="000E1451">
        <w:rPr>
          <w:rFonts w:cs="Georgia"/>
          <w:kern w:val="1"/>
        </w:rPr>
        <w:t xml:space="preserve">, </w:t>
      </w:r>
      <w:r>
        <w:rPr>
          <w:rFonts w:cs="Georgia"/>
          <w:kern w:val="1"/>
        </w:rPr>
        <w:t>sans être soumis au contrôle d</w:t>
      </w:r>
      <w:r w:rsidR="000E1451">
        <w:rPr>
          <w:rFonts w:cs="Georgia"/>
          <w:kern w:val="1"/>
        </w:rPr>
        <w:t>’</w:t>
      </w:r>
      <w:r>
        <w:rPr>
          <w:rFonts w:cs="Georgia"/>
          <w:kern w:val="1"/>
        </w:rPr>
        <w:t>une surveillance avilissante</w:t>
      </w:r>
      <w:r w:rsidR="000E1451">
        <w:rPr>
          <w:rFonts w:cs="Georgia"/>
          <w:kern w:val="1"/>
        </w:rPr>
        <w:t xml:space="preserve">. </w:t>
      </w:r>
      <w:r>
        <w:rPr>
          <w:rFonts w:cs="Georgia"/>
          <w:kern w:val="1"/>
        </w:rPr>
        <w:t>Un long frisson de bonheur me secoua</w:t>
      </w:r>
      <w:r w:rsidR="000E1451">
        <w:rPr>
          <w:rFonts w:cs="Georgia"/>
          <w:kern w:val="1"/>
        </w:rPr>
        <w:t xml:space="preserve">. </w:t>
      </w:r>
      <w:r>
        <w:rPr>
          <w:rFonts w:cs="Georgia"/>
          <w:kern w:val="1"/>
        </w:rPr>
        <w:t>Éperdu</w:t>
      </w:r>
      <w:r w:rsidR="000E1451">
        <w:rPr>
          <w:rFonts w:cs="Georgia"/>
          <w:kern w:val="1"/>
        </w:rPr>
        <w:t xml:space="preserve">, </w:t>
      </w:r>
      <w:r>
        <w:rPr>
          <w:rFonts w:cs="Georgia"/>
          <w:kern w:val="1"/>
        </w:rPr>
        <w:t>je me mis à courir</w:t>
      </w:r>
      <w:r w:rsidR="000E1451">
        <w:rPr>
          <w:rFonts w:cs="Georgia"/>
          <w:kern w:val="1"/>
        </w:rPr>
        <w:t>.</w:t>
      </w:r>
    </w:p>
    <w:p w14:paraId="48874C33" w14:textId="77777777" w:rsidR="000E1451" w:rsidRDefault="00BE611A" w:rsidP="00BE611A">
      <w:pPr>
        <w:rPr>
          <w:rFonts w:cs="Georgia"/>
          <w:kern w:val="1"/>
        </w:rPr>
      </w:pPr>
      <w:r>
        <w:rPr>
          <w:rFonts w:cs="Georgia"/>
          <w:kern w:val="1"/>
        </w:rPr>
        <w:t>Toujours à la même allure</w:t>
      </w:r>
      <w:r w:rsidR="000E1451">
        <w:rPr>
          <w:rFonts w:cs="Georgia"/>
          <w:kern w:val="1"/>
        </w:rPr>
        <w:t xml:space="preserve">, </w:t>
      </w:r>
      <w:r>
        <w:rPr>
          <w:rFonts w:cs="Georgia"/>
          <w:kern w:val="1"/>
        </w:rPr>
        <w:t>je longeai le rivage pendant plusieurs centaines de mètres</w:t>
      </w:r>
      <w:r w:rsidR="000E1451">
        <w:rPr>
          <w:rFonts w:cs="Georgia"/>
          <w:kern w:val="1"/>
        </w:rPr>
        <w:t xml:space="preserve">. </w:t>
      </w:r>
      <w:r>
        <w:rPr>
          <w:rFonts w:cs="Georgia"/>
          <w:kern w:val="1"/>
        </w:rPr>
        <w:t>Les vagues qui s</w:t>
      </w:r>
      <w:r w:rsidR="000E1451">
        <w:rPr>
          <w:rFonts w:cs="Georgia"/>
          <w:kern w:val="1"/>
        </w:rPr>
        <w:t>’</w:t>
      </w:r>
      <w:r>
        <w:rPr>
          <w:rFonts w:cs="Georgia"/>
          <w:kern w:val="1"/>
        </w:rPr>
        <w:t>effondraient avec fracas le couvraient de racines de pourpiers</w:t>
      </w:r>
      <w:r w:rsidR="000E1451">
        <w:rPr>
          <w:rFonts w:cs="Georgia"/>
          <w:kern w:val="1"/>
        </w:rPr>
        <w:t xml:space="preserve">, </w:t>
      </w:r>
      <w:r>
        <w:rPr>
          <w:rFonts w:cs="Georgia"/>
          <w:kern w:val="1"/>
        </w:rPr>
        <w:t>de méduses aux teintes d</w:t>
      </w:r>
      <w:r w:rsidR="000E1451">
        <w:rPr>
          <w:rFonts w:cs="Georgia"/>
          <w:kern w:val="1"/>
        </w:rPr>
        <w:t>’</w:t>
      </w:r>
      <w:r>
        <w:rPr>
          <w:rFonts w:cs="Georgia"/>
          <w:kern w:val="1"/>
        </w:rPr>
        <w:t>opale</w:t>
      </w:r>
      <w:r w:rsidR="000E1451">
        <w:rPr>
          <w:rFonts w:cs="Georgia"/>
          <w:kern w:val="1"/>
        </w:rPr>
        <w:t xml:space="preserve">, </w:t>
      </w:r>
      <w:r>
        <w:rPr>
          <w:rFonts w:cs="Georgia"/>
          <w:kern w:val="1"/>
        </w:rPr>
        <w:t>de paquets d</w:t>
      </w:r>
      <w:r w:rsidR="000E1451">
        <w:rPr>
          <w:rFonts w:cs="Georgia"/>
          <w:kern w:val="1"/>
        </w:rPr>
        <w:t>’</w:t>
      </w:r>
      <w:r>
        <w:rPr>
          <w:rFonts w:cs="Georgia"/>
          <w:kern w:val="1"/>
        </w:rPr>
        <w:t>algues semblables à des pieuvres mortes</w:t>
      </w:r>
      <w:r w:rsidR="000E1451">
        <w:rPr>
          <w:rFonts w:cs="Georgia"/>
          <w:kern w:val="1"/>
        </w:rPr>
        <w:t xml:space="preserve">. </w:t>
      </w:r>
      <w:r>
        <w:rPr>
          <w:rFonts w:cs="Georgia"/>
          <w:kern w:val="1"/>
        </w:rPr>
        <w:t>L</w:t>
      </w:r>
      <w:r w:rsidR="000E1451">
        <w:rPr>
          <w:rFonts w:cs="Georgia"/>
          <w:kern w:val="1"/>
        </w:rPr>
        <w:t>’</w:t>
      </w:r>
      <w:r>
        <w:rPr>
          <w:rFonts w:cs="Georgia"/>
          <w:kern w:val="1"/>
        </w:rPr>
        <w:t>écume s</w:t>
      </w:r>
      <w:r w:rsidR="000E1451">
        <w:rPr>
          <w:rFonts w:cs="Georgia"/>
          <w:kern w:val="1"/>
        </w:rPr>
        <w:t>’</w:t>
      </w:r>
      <w:r>
        <w:rPr>
          <w:rFonts w:cs="Georgia"/>
          <w:kern w:val="1"/>
        </w:rPr>
        <w:t>éparpillait sur le ciel brun en une multitude de flocons blancs</w:t>
      </w:r>
      <w:r w:rsidR="000E1451">
        <w:rPr>
          <w:rFonts w:cs="Georgia"/>
          <w:kern w:val="1"/>
        </w:rPr>
        <w:t xml:space="preserve">. </w:t>
      </w:r>
      <w:r>
        <w:rPr>
          <w:rFonts w:cs="Georgia"/>
          <w:kern w:val="1"/>
        </w:rPr>
        <w:t>Du côté de la terre</w:t>
      </w:r>
      <w:r w:rsidR="000E1451">
        <w:rPr>
          <w:rFonts w:cs="Georgia"/>
          <w:kern w:val="1"/>
        </w:rPr>
        <w:t xml:space="preserve">, </w:t>
      </w:r>
      <w:r>
        <w:rPr>
          <w:rFonts w:cs="Georgia"/>
          <w:kern w:val="1"/>
        </w:rPr>
        <w:t>la chaîne ténébreuse des sapins grandissait</w:t>
      </w:r>
      <w:r w:rsidR="000E1451">
        <w:rPr>
          <w:rFonts w:cs="Georgia"/>
          <w:kern w:val="1"/>
        </w:rPr>
        <w:t xml:space="preserve">, </w:t>
      </w:r>
      <w:r>
        <w:rPr>
          <w:rFonts w:cs="Georgia"/>
          <w:kern w:val="1"/>
        </w:rPr>
        <w:t>se rapprochait de la côte</w:t>
      </w:r>
      <w:r w:rsidR="000E1451">
        <w:rPr>
          <w:rFonts w:cs="Georgia"/>
          <w:kern w:val="1"/>
        </w:rPr>
        <w:t xml:space="preserve">. </w:t>
      </w:r>
      <w:r>
        <w:rPr>
          <w:rFonts w:cs="Georgia"/>
          <w:kern w:val="1"/>
        </w:rPr>
        <w:t>Bientôt il n</w:t>
      </w:r>
      <w:r w:rsidR="000E1451">
        <w:rPr>
          <w:rFonts w:cs="Georgia"/>
          <w:kern w:val="1"/>
        </w:rPr>
        <w:t>’</w:t>
      </w:r>
      <w:r>
        <w:rPr>
          <w:rFonts w:cs="Georgia"/>
          <w:kern w:val="1"/>
        </w:rPr>
        <w:t>y eut plus entre les flots et les arbres qu</w:t>
      </w:r>
      <w:r w:rsidR="000E1451">
        <w:rPr>
          <w:rFonts w:cs="Georgia"/>
          <w:kern w:val="1"/>
        </w:rPr>
        <w:t>’</w:t>
      </w:r>
      <w:r>
        <w:rPr>
          <w:rFonts w:cs="Georgia"/>
          <w:kern w:val="1"/>
        </w:rPr>
        <w:t>une mince bande de sable humide sur laquelle je continuais à courir</w:t>
      </w:r>
      <w:r w:rsidR="000E1451">
        <w:rPr>
          <w:rFonts w:cs="Georgia"/>
          <w:kern w:val="1"/>
        </w:rPr>
        <w:t xml:space="preserve">. </w:t>
      </w:r>
      <w:r>
        <w:rPr>
          <w:rFonts w:cs="Georgia"/>
          <w:kern w:val="1"/>
        </w:rPr>
        <w:t>Une dune haute de quelques pieds poussait son promontoire jusque dans la mer</w:t>
      </w:r>
      <w:r w:rsidR="000E1451">
        <w:rPr>
          <w:rFonts w:cs="Georgia"/>
          <w:kern w:val="1"/>
        </w:rPr>
        <w:t xml:space="preserve">. </w:t>
      </w:r>
      <w:r>
        <w:rPr>
          <w:rFonts w:cs="Georgia"/>
          <w:kern w:val="1"/>
        </w:rPr>
        <w:t>Je la gravis</w:t>
      </w:r>
      <w:r w:rsidR="000E1451">
        <w:rPr>
          <w:rFonts w:cs="Georgia"/>
          <w:kern w:val="1"/>
        </w:rPr>
        <w:t xml:space="preserve">, </w:t>
      </w:r>
      <w:r>
        <w:rPr>
          <w:rFonts w:cs="Georgia"/>
          <w:kern w:val="1"/>
        </w:rPr>
        <w:t>sans ralentir autrement ma course</w:t>
      </w:r>
      <w:r w:rsidR="000E1451">
        <w:rPr>
          <w:rFonts w:cs="Georgia"/>
          <w:kern w:val="1"/>
        </w:rPr>
        <w:t xml:space="preserve">, </w:t>
      </w:r>
      <w:r>
        <w:rPr>
          <w:rFonts w:cs="Georgia"/>
          <w:kern w:val="1"/>
        </w:rPr>
        <w:t>m</w:t>
      </w:r>
      <w:r w:rsidR="000E1451">
        <w:rPr>
          <w:rFonts w:cs="Georgia"/>
          <w:kern w:val="1"/>
        </w:rPr>
        <w:t>’</w:t>
      </w:r>
      <w:r>
        <w:rPr>
          <w:rFonts w:cs="Georgia"/>
          <w:kern w:val="1"/>
        </w:rPr>
        <w:t>accrochant aux branches retombantes des sapins</w:t>
      </w:r>
      <w:r w:rsidR="000E1451">
        <w:rPr>
          <w:rFonts w:cs="Georgia"/>
          <w:kern w:val="1"/>
        </w:rPr>
        <w:t xml:space="preserve">. </w:t>
      </w:r>
      <w:r>
        <w:rPr>
          <w:rFonts w:cs="Georgia"/>
          <w:kern w:val="1"/>
        </w:rPr>
        <w:t>Ayant atteint son faîte</w:t>
      </w:r>
      <w:r w:rsidR="000E1451">
        <w:rPr>
          <w:rFonts w:cs="Georgia"/>
          <w:kern w:val="1"/>
        </w:rPr>
        <w:t xml:space="preserve">, </w:t>
      </w:r>
      <w:r>
        <w:rPr>
          <w:rFonts w:cs="Georgia"/>
          <w:kern w:val="1"/>
        </w:rPr>
        <w:t>je m</w:t>
      </w:r>
      <w:r w:rsidR="000E1451">
        <w:rPr>
          <w:rFonts w:cs="Georgia"/>
          <w:kern w:val="1"/>
        </w:rPr>
        <w:t>’</w:t>
      </w:r>
      <w:r>
        <w:rPr>
          <w:rFonts w:cs="Georgia"/>
          <w:kern w:val="1"/>
        </w:rPr>
        <w:t>arrêtai</w:t>
      </w:r>
      <w:r w:rsidR="000E1451">
        <w:rPr>
          <w:rFonts w:cs="Georgia"/>
          <w:kern w:val="1"/>
        </w:rPr>
        <w:t xml:space="preserve">, </w:t>
      </w:r>
      <w:r>
        <w:rPr>
          <w:rFonts w:cs="Georgia"/>
          <w:kern w:val="1"/>
        </w:rPr>
        <w:t>moins dans le but de reprendre haleine que pour promener un rapide coup d</w:t>
      </w:r>
      <w:r w:rsidR="000E1451">
        <w:rPr>
          <w:rFonts w:cs="Georgia"/>
          <w:kern w:val="1"/>
        </w:rPr>
        <w:t>’</w:t>
      </w:r>
      <w:r>
        <w:rPr>
          <w:rFonts w:cs="Georgia"/>
          <w:kern w:val="1"/>
        </w:rPr>
        <w:t>œil sur le nouvel aspect du littoral qui venait de s</w:t>
      </w:r>
      <w:r w:rsidR="000E1451">
        <w:rPr>
          <w:rFonts w:cs="Georgia"/>
          <w:kern w:val="1"/>
        </w:rPr>
        <w:t>’</w:t>
      </w:r>
      <w:r>
        <w:rPr>
          <w:rFonts w:cs="Georgia"/>
          <w:kern w:val="1"/>
        </w:rPr>
        <w:t>offrir à ma vue</w:t>
      </w:r>
      <w:r w:rsidR="000E1451">
        <w:rPr>
          <w:rFonts w:cs="Georgia"/>
          <w:kern w:val="1"/>
        </w:rPr>
        <w:t>.</w:t>
      </w:r>
    </w:p>
    <w:p w14:paraId="09832D8D" w14:textId="77777777" w:rsidR="000E1451" w:rsidRDefault="00BE611A" w:rsidP="00BE611A">
      <w:pPr>
        <w:rPr>
          <w:rFonts w:cs="Georgia"/>
          <w:kern w:val="1"/>
        </w:rPr>
      </w:pPr>
      <w:r>
        <w:rPr>
          <w:rFonts w:cs="Georgia"/>
          <w:kern w:val="1"/>
        </w:rPr>
        <w:t>Fallait-il saluer dans cette transformation de moi-même l</w:t>
      </w:r>
      <w:r w:rsidR="000E1451">
        <w:rPr>
          <w:rFonts w:cs="Georgia"/>
          <w:kern w:val="1"/>
        </w:rPr>
        <w:t>’</w:t>
      </w:r>
      <w:r>
        <w:rPr>
          <w:rFonts w:cs="Georgia"/>
          <w:kern w:val="1"/>
        </w:rPr>
        <w:t>effet des éphémères heures de liberté que j</w:t>
      </w:r>
      <w:r w:rsidR="000E1451">
        <w:rPr>
          <w:rFonts w:cs="Georgia"/>
          <w:kern w:val="1"/>
        </w:rPr>
        <w:t>’</w:t>
      </w:r>
      <w:r>
        <w:rPr>
          <w:rFonts w:cs="Georgia"/>
          <w:kern w:val="1"/>
        </w:rPr>
        <w:t>étais en train de vivre</w:t>
      </w:r>
      <w:r w:rsidR="000E1451">
        <w:rPr>
          <w:rFonts w:cs="Georgia"/>
          <w:kern w:val="1"/>
        </w:rPr>
        <w:t xml:space="preserve"> ? </w:t>
      </w:r>
      <w:r>
        <w:rPr>
          <w:rFonts w:cs="Georgia"/>
          <w:kern w:val="1"/>
        </w:rPr>
        <w:t>Toujours est-il que</w:t>
      </w:r>
      <w:r w:rsidR="000E1451">
        <w:rPr>
          <w:rFonts w:cs="Georgia"/>
          <w:kern w:val="1"/>
        </w:rPr>
        <w:t xml:space="preserve">, </w:t>
      </w:r>
      <w:r>
        <w:rPr>
          <w:rFonts w:cs="Georgia"/>
          <w:kern w:val="1"/>
        </w:rPr>
        <w:t>pour la première fois depuis bien longtemps</w:t>
      </w:r>
      <w:r w:rsidR="000E1451">
        <w:rPr>
          <w:rFonts w:cs="Georgia"/>
          <w:kern w:val="1"/>
        </w:rPr>
        <w:t xml:space="preserve">, </w:t>
      </w:r>
      <w:r>
        <w:rPr>
          <w:rFonts w:cs="Georgia"/>
          <w:kern w:val="1"/>
        </w:rPr>
        <w:t>je me mis à regarder le paysage avec d</w:t>
      </w:r>
      <w:r w:rsidR="000E1451">
        <w:rPr>
          <w:rFonts w:cs="Georgia"/>
          <w:kern w:val="1"/>
        </w:rPr>
        <w:t>’</w:t>
      </w:r>
      <w:r>
        <w:rPr>
          <w:rFonts w:cs="Georgia"/>
          <w:kern w:val="1"/>
        </w:rPr>
        <w:t>autres yeux que ceux de l</w:t>
      </w:r>
      <w:r w:rsidR="000E1451">
        <w:rPr>
          <w:rFonts w:cs="Georgia"/>
          <w:kern w:val="1"/>
        </w:rPr>
        <w:t>’</w:t>
      </w:r>
      <w:r>
        <w:rPr>
          <w:rFonts w:cs="Georgia"/>
          <w:kern w:val="1"/>
        </w:rPr>
        <w:t>indifférence ou de la haine</w:t>
      </w:r>
      <w:r w:rsidR="000E1451">
        <w:rPr>
          <w:rFonts w:cs="Georgia"/>
          <w:kern w:val="1"/>
        </w:rPr>
        <w:t xml:space="preserve">. </w:t>
      </w:r>
      <w:r>
        <w:rPr>
          <w:rFonts w:cs="Georgia"/>
          <w:kern w:val="1"/>
        </w:rPr>
        <w:t>Je ne lui fis supporter le poids d</w:t>
      </w:r>
      <w:r w:rsidR="000E1451">
        <w:rPr>
          <w:rFonts w:cs="Georgia"/>
          <w:kern w:val="1"/>
        </w:rPr>
        <w:t>’</w:t>
      </w:r>
      <w:r>
        <w:rPr>
          <w:rFonts w:cs="Georgia"/>
          <w:kern w:val="1"/>
        </w:rPr>
        <w:t>aucune de mes rancœurs d</w:t>
      </w:r>
      <w:r w:rsidR="000E1451">
        <w:rPr>
          <w:rFonts w:cs="Georgia"/>
          <w:kern w:val="1"/>
        </w:rPr>
        <w:t>’</w:t>
      </w:r>
      <w:r>
        <w:rPr>
          <w:rFonts w:cs="Georgia"/>
          <w:kern w:val="1"/>
        </w:rPr>
        <w:t>ennemi</w:t>
      </w:r>
      <w:r w:rsidR="000E1451">
        <w:rPr>
          <w:rFonts w:cs="Georgia"/>
          <w:kern w:val="1"/>
        </w:rPr>
        <w:t xml:space="preserve">, </w:t>
      </w:r>
      <w:r>
        <w:rPr>
          <w:rFonts w:cs="Georgia"/>
          <w:kern w:val="1"/>
        </w:rPr>
        <w:t xml:space="preserve">de </w:t>
      </w:r>
      <w:r>
        <w:rPr>
          <w:rFonts w:cs="Georgia"/>
          <w:kern w:val="1"/>
        </w:rPr>
        <w:lastRenderedPageBreak/>
        <w:t>mes souffrances de prisonnier</w:t>
      </w:r>
      <w:r w:rsidR="000E1451">
        <w:rPr>
          <w:rFonts w:cs="Georgia"/>
          <w:kern w:val="1"/>
        </w:rPr>
        <w:t xml:space="preserve">. </w:t>
      </w:r>
      <w:r>
        <w:rPr>
          <w:rFonts w:cs="Georgia"/>
          <w:kern w:val="1"/>
        </w:rPr>
        <w:t>Je ne lui marchandai pas l</w:t>
      </w:r>
      <w:r w:rsidR="000E1451">
        <w:rPr>
          <w:rFonts w:cs="Georgia"/>
          <w:kern w:val="1"/>
        </w:rPr>
        <w:t>’</w:t>
      </w:r>
      <w:r>
        <w:rPr>
          <w:rFonts w:cs="Georgia"/>
          <w:kern w:val="1"/>
        </w:rPr>
        <w:t>admiration dont il me parut digne</w:t>
      </w:r>
      <w:r w:rsidR="000E1451">
        <w:rPr>
          <w:rFonts w:cs="Georgia"/>
          <w:kern w:val="1"/>
        </w:rPr>
        <w:t xml:space="preserve">. </w:t>
      </w:r>
      <w:r>
        <w:rPr>
          <w:rFonts w:cs="Georgia"/>
          <w:kern w:val="1"/>
        </w:rPr>
        <w:t>De fait</w:t>
      </w:r>
      <w:r w:rsidR="000E1451">
        <w:rPr>
          <w:rFonts w:cs="Georgia"/>
          <w:kern w:val="1"/>
        </w:rPr>
        <w:t xml:space="preserve">, </w:t>
      </w:r>
      <w:r>
        <w:rPr>
          <w:rFonts w:cs="Georgia"/>
          <w:kern w:val="1"/>
        </w:rPr>
        <w:t>la mortelle monotonie de cette mer déserte</w:t>
      </w:r>
      <w:r w:rsidR="000E1451">
        <w:rPr>
          <w:rFonts w:cs="Georgia"/>
          <w:kern w:val="1"/>
        </w:rPr>
        <w:t xml:space="preserve">, </w:t>
      </w:r>
      <w:r>
        <w:rPr>
          <w:rFonts w:cs="Georgia"/>
          <w:kern w:val="1"/>
        </w:rPr>
        <w:t>ce sable sur lequel je n</w:t>
      </w:r>
      <w:r w:rsidR="000E1451">
        <w:rPr>
          <w:rFonts w:cs="Georgia"/>
          <w:kern w:val="1"/>
        </w:rPr>
        <w:t>’</w:t>
      </w:r>
      <w:r>
        <w:rPr>
          <w:rFonts w:cs="Georgia"/>
          <w:kern w:val="1"/>
        </w:rPr>
        <w:t>avais pas encore rencontré la trace d</w:t>
      </w:r>
      <w:r w:rsidR="000E1451">
        <w:rPr>
          <w:rFonts w:cs="Georgia"/>
          <w:kern w:val="1"/>
        </w:rPr>
        <w:t>’</w:t>
      </w:r>
      <w:r>
        <w:rPr>
          <w:rFonts w:cs="Georgia"/>
          <w:kern w:val="1"/>
        </w:rPr>
        <w:t>un seul être humain</w:t>
      </w:r>
      <w:r w:rsidR="000E1451">
        <w:rPr>
          <w:rFonts w:cs="Georgia"/>
          <w:kern w:val="1"/>
        </w:rPr>
        <w:t xml:space="preserve">, </w:t>
      </w:r>
      <w:r>
        <w:rPr>
          <w:rFonts w:cs="Georgia"/>
          <w:kern w:val="1"/>
        </w:rPr>
        <w:t>ce ciel nordique au bas duquel rôdait une confuse lueur d</w:t>
      </w:r>
      <w:r w:rsidR="000E1451">
        <w:rPr>
          <w:rFonts w:cs="Georgia"/>
          <w:kern w:val="1"/>
        </w:rPr>
        <w:t>’</w:t>
      </w:r>
      <w:r>
        <w:rPr>
          <w:rFonts w:cs="Georgia"/>
          <w:kern w:val="1"/>
        </w:rPr>
        <w:t>abîme</w:t>
      </w:r>
      <w:r w:rsidR="000E1451">
        <w:rPr>
          <w:rFonts w:cs="Georgia"/>
          <w:kern w:val="1"/>
        </w:rPr>
        <w:t xml:space="preserve">, </w:t>
      </w:r>
      <w:r>
        <w:rPr>
          <w:rFonts w:cs="Georgia"/>
          <w:kern w:val="1"/>
        </w:rPr>
        <w:t>la rumeur de la bise parmi les sapins</w:t>
      </w:r>
      <w:r w:rsidR="000E1451">
        <w:rPr>
          <w:rFonts w:cs="Georgia"/>
          <w:kern w:val="1"/>
        </w:rPr>
        <w:t xml:space="preserve">, </w:t>
      </w:r>
      <w:r>
        <w:rPr>
          <w:rFonts w:cs="Georgia"/>
          <w:kern w:val="1"/>
        </w:rPr>
        <w:t>tout cela composait un ensemble qui atteignait à la grandeur et à la beauté à force d</w:t>
      </w:r>
      <w:r w:rsidR="000E1451">
        <w:rPr>
          <w:rFonts w:cs="Georgia"/>
          <w:kern w:val="1"/>
        </w:rPr>
        <w:t>’</w:t>
      </w:r>
      <w:r>
        <w:rPr>
          <w:rFonts w:cs="Georgia"/>
          <w:kern w:val="1"/>
        </w:rPr>
        <w:t>affreuse mélancolie</w:t>
      </w:r>
      <w:r w:rsidR="000E1451">
        <w:rPr>
          <w:rFonts w:cs="Georgia"/>
          <w:kern w:val="1"/>
        </w:rPr>
        <w:t xml:space="preserve">. </w:t>
      </w:r>
      <w:r>
        <w:rPr>
          <w:rFonts w:cs="Georgia"/>
          <w:kern w:val="1"/>
        </w:rPr>
        <w:t>Tel il était donc</w:t>
      </w:r>
      <w:r w:rsidR="000E1451">
        <w:rPr>
          <w:rFonts w:cs="Georgia"/>
          <w:kern w:val="1"/>
        </w:rPr>
        <w:t xml:space="preserve">, </w:t>
      </w:r>
      <w:r>
        <w:rPr>
          <w:rFonts w:cs="Georgia"/>
          <w:kern w:val="1"/>
        </w:rPr>
        <w:t>le triste royaume d</w:t>
      </w:r>
      <w:r w:rsidR="000E1451">
        <w:rPr>
          <w:rFonts w:cs="Georgia"/>
          <w:kern w:val="1"/>
        </w:rPr>
        <w:t>’</w:t>
      </w:r>
      <w:r>
        <w:rPr>
          <w:rFonts w:cs="Georgia"/>
          <w:kern w:val="1"/>
        </w:rPr>
        <w:t>Axelle</w:t>
      </w:r>
      <w:r w:rsidR="000E1451">
        <w:rPr>
          <w:rFonts w:cs="Georgia"/>
          <w:kern w:val="1"/>
        </w:rPr>
        <w:t xml:space="preserve"> ! </w:t>
      </w:r>
      <w:r>
        <w:rPr>
          <w:rFonts w:cs="Georgia"/>
          <w:kern w:val="1"/>
        </w:rPr>
        <w:t>Mais je n</w:t>
      </w:r>
      <w:r w:rsidR="000E1451">
        <w:rPr>
          <w:rFonts w:cs="Georgia"/>
          <w:kern w:val="1"/>
        </w:rPr>
        <w:t>’</w:t>
      </w:r>
      <w:r>
        <w:rPr>
          <w:rFonts w:cs="Georgia"/>
          <w:kern w:val="1"/>
        </w:rPr>
        <w:t>avais déjà perdu que trop de temps à le contempler</w:t>
      </w:r>
      <w:r w:rsidR="000E1451">
        <w:rPr>
          <w:rFonts w:cs="Georgia"/>
          <w:kern w:val="1"/>
        </w:rPr>
        <w:t xml:space="preserve">. </w:t>
      </w:r>
      <w:r>
        <w:rPr>
          <w:rFonts w:cs="Georgia"/>
          <w:kern w:val="1"/>
        </w:rPr>
        <w:t>Je m</w:t>
      </w:r>
      <w:r w:rsidR="000E1451">
        <w:rPr>
          <w:rFonts w:cs="Georgia"/>
          <w:kern w:val="1"/>
        </w:rPr>
        <w:t>’</w:t>
      </w:r>
      <w:r>
        <w:rPr>
          <w:rFonts w:cs="Georgia"/>
          <w:kern w:val="1"/>
        </w:rPr>
        <w:t>apprêtais à reprendre ma course lorsque je tressaillis</w:t>
      </w:r>
      <w:r w:rsidR="000E1451">
        <w:rPr>
          <w:rFonts w:cs="Georgia"/>
          <w:kern w:val="1"/>
        </w:rPr>
        <w:t xml:space="preserve">. </w:t>
      </w:r>
      <w:r>
        <w:rPr>
          <w:rFonts w:cs="Georgia"/>
          <w:kern w:val="1"/>
        </w:rPr>
        <w:t>La terrible anxiété qui ne cessait de grandir en moi depuis une heure se dissipa</w:t>
      </w:r>
      <w:r w:rsidR="000E1451">
        <w:rPr>
          <w:rFonts w:cs="Georgia"/>
          <w:kern w:val="1"/>
        </w:rPr>
        <w:t xml:space="preserve">. </w:t>
      </w:r>
      <w:r>
        <w:rPr>
          <w:rFonts w:cs="Georgia"/>
          <w:kern w:val="1"/>
        </w:rPr>
        <w:t>Je venais d</w:t>
      </w:r>
      <w:r w:rsidR="000E1451">
        <w:rPr>
          <w:rFonts w:cs="Georgia"/>
          <w:kern w:val="1"/>
        </w:rPr>
        <w:t>’</w:t>
      </w:r>
      <w:r>
        <w:rPr>
          <w:rFonts w:cs="Georgia"/>
          <w:kern w:val="1"/>
        </w:rPr>
        <w:t xml:space="preserve">apercevoir </w:t>
      </w:r>
      <w:r w:rsidR="000E1451">
        <w:rPr>
          <w:rFonts w:cs="Georgia"/>
          <w:kern w:val="1"/>
        </w:rPr>
        <w:t>M</w:t>
      </w:r>
      <w:r w:rsidR="000E1451" w:rsidRPr="000E1451">
        <w:rPr>
          <w:rFonts w:cs="Georgia"/>
          <w:kern w:val="1"/>
          <w:vertAlign w:val="superscript"/>
        </w:rPr>
        <w:t>lle</w:t>
      </w:r>
      <w:r w:rsidR="000E1451">
        <w:rPr>
          <w:rFonts w:cs="Georgia"/>
          <w:kern w:val="1"/>
        </w:rPr>
        <w:t> de </w:t>
      </w:r>
      <w:r>
        <w:rPr>
          <w:rFonts w:cs="Georgia"/>
          <w:kern w:val="1"/>
        </w:rPr>
        <w:t>Mirrbach</w:t>
      </w:r>
      <w:r w:rsidR="000E1451">
        <w:rPr>
          <w:rFonts w:cs="Georgia"/>
          <w:kern w:val="1"/>
        </w:rPr>
        <w:t>.</w:t>
      </w:r>
    </w:p>
    <w:p w14:paraId="087738B7" w14:textId="77777777" w:rsidR="00BE611A" w:rsidRDefault="00BE611A" w:rsidP="00BE611A">
      <w:pPr>
        <w:rPr>
          <w:rFonts w:cs="Georgia"/>
          <w:kern w:val="1"/>
        </w:rPr>
      </w:pPr>
    </w:p>
    <w:p w14:paraId="60C78AB0" w14:textId="77777777" w:rsidR="000E1451" w:rsidRDefault="00BE611A" w:rsidP="00BE611A">
      <w:pPr>
        <w:rPr>
          <w:rFonts w:cs="Georgia"/>
          <w:kern w:val="1"/>
        </w:rPr>
      </w:pPr>
      <w:r>
        <w:rPr>
          <w:rFonts w:cs="Georgia"/>
          <w:kern w:val="1"/>
        </w:rPr>
        <w:t>Je n</w:t>
      </w:r>
      <w:r w:rsidR="000E1451">
        <w:rPr>
          <w:rFonts w:cs="Georgia"/>
          <w:kern w:val="1"/>
        </w:rPr>
        <w:t>’</w:t>
      </w:r>
      <w:r>
        <w:rPr>
          <w:rFonts w:cs="Georgia"/>
          <w:kern w:val="1"/>
        </w:rPr>
        <w:t>étais pas éloigné d</w:t>
      </w:r>
      <w:r w:rsidR="000E1451">
        <w:rPr>
          <w:rFonts w:cs="Georgia"/>
          <w:kern w:val="1"/>
        </w:rPr>
        <w:t>’</w:t>
      </w:r>
      <w:r>
        <w:rPr>
          <w:rFonts w:cs="Georgia"/>
          <w:kern w:val="1"/>
        </w:rPr>
        <w:t>elle de plus de cinquante pas</w:t>
      </w:r>
      <w:r w:rsidR="000E1451">
        <w:rPr>
          <w:rFonts w:cs="Georgia"/>
          <w:kern w:val="1"/>
        </w:rPr>
        <w:t xml:space="preserve">. </w:t>
      </w:r>
      <w:r>
        <w:rPr>
          <w:rFonts w:cs="Georgia"/>
          <w:kern w:val="1"/>
        </w:rPr>
        <w:t>Un rideau de broussailles m</w:t>
      </w:r>
      <w:r w:rsidR="000E1451">
        <w:rPr>
          <w:rFonts w:cs="Georgia"/>
          <w:kern w:val="1"/>
        </w:rPr>
        <w:t>’</w:t>
      </w:r>
      <w:r>
        <w:rPr>
          <w:rFonts w:cs="Georgia"/>
          <w:kern w:val="1"/>
        </w:rPr>
        <w:t>avait jusqu</w:t>
      </w:r>
      <w:r w:rsidR="000E1451">
        <w:rPr>
          <w:rFonts w:cs="Georgia"/>
          <w:kern w:val="1"/>
        </w:rPr>
        <w:t>’</w:t>
      </w:r>
      <w:r>
        <w:rPr>
          <w:rFonts w:cs="Georgia"/>
          <w:kern w:val="1"/>
        </w:rPr>
        <w:t>alors dérobé sa présence</w:t>
      </w:r>
      <w:r w:rsidR="000E1451">
        <w:rPr>
          <w:rFonts w:cs="Georgia"/>
          <w:kern w:val="1"/>
        </w:rPr>
        <w:t xml:space="preserve">. </w:t>
      </w:r>
      <w:r>
        <w:rPr>
          <w:rFonts w:cs="Georgia"/>
          <w:kern w:val="1"/>
        </w:rPr>
        <w:t>Elle-même ne m</w:t>
      </w:r>
      <w:r w:rsidR="000E1451">
        <w:rPr>
          <w:rFonts w:cs="Georgia"/>
          <w:kern w:val="1"/>
        </w:rPr>
        <w:t>’</w:t>
      </w:r>
      <w:r>
        <w:rPr>
          <w:rFonts w:cs="Georgia"/>
          <w:kern w:val="1"/>
        </w:rPr>
        <w:t>avait pas vu</w:t>
      </w:r>
      <w:r w:rsidR="000E1451">
        <w:rPr>
          <w:rFonts w:cs="Georgia"/>
          <w:kern w:val="1"/>
        </w:rPr>
        <w:t xml:space="preserve">, </w:t>
      </w:r>
      <w:r>
        <w:rPr>
          <w:rFonts w:cs="Georgia"/>
          <w:kern w:val="1"/>
        </w:rPr>
        <w:t>absorbée qu</w:t>
      </w:r>
      <w:r w:rsidR="000E1451">
        <w:rPr>
          <w:rFonts w:cs="Georgia"/>
          <w:kern w:val="1"/>
        </w:rPr>
        <w:t>’</w:t>
      </w:r>
      <w:r>
        <w:rPr>
          <w:rFonts w:cs="Georgia"/>
          <w:kern w:val="1"/>
        </w:rPr>
        <w:t>elle était par une occupation dont je ne parvenais pas à discerner la nature</w:t>
      </w:r>
      <w:r w:rsidR="000E1451">
        <w:rPr>
          <w:rFonts w:cs="Georgia"/>
          <w:kern w:val="1"/>
        </w:rPr>
        <w:t xml:space="preserve">. </w:t>
      </w:r>
      <w:r>
        <w:rPr>
          <w:rFonts w:cs="Georgia"/>
          <w:kern w:val="1"/>
        </w:rPr>
        <w:t>Grimpée sur une motte de sable</w:t>
      </w:r>
      <w:r w:rsidR="000E1451">
        <w:rPr>
          <w:rFonts w:cs="Georgia"/>
          <w:kern w:val="1"/>
        </w:rPr>
        <w:t xml:space="preserve">, </w:t>
      </w:r>
      <w:r>
        <w:rPr>
          <w:rFonts w:cs="Georgia"/>
          <w:kern w:val="1"/>
        </w:rPr>
        <w:t>se retenant d</w:t>
      </w:r>
      <w:r w:rsidR="000E1451">
        <w:rPr>
          <w:rFonts w:cs="Georgia"/>
          <w:kern w:val="1"/>
        </w:rPr>
        <w:t>’</w:t>
      </w:r>
      <w:r>
        <w:rPr>
          <w:rFonts w:cs="Georgia"/>
          <w:kern w:val="1"/>
        </w:rPr>
        <w:t>une main à une branche de sapin elle fouillait du bout d</w:t>
      </w:r>
      <w:r w:rsidR="000E1451">
        <w:rPr>
          <w:rFonts w:cs="Georgia"/>
          <w:kern w:val="1"/>
        </w:rPr>
        <w:t>’</w:t>
      </w:r>
      <w:r>
        <w:rPr>
          <w:rFonts w:cs="Georgia"/>
          <w:kern w:val="1"/>
        </w:rPr>
        <w:t>une perche l</w:t>
      </w:r>
      <w:r w:rsidR="000E1451">
        <w:rPr>
          <w:rFonts w:cs="Georgia"/>
          <w:kern w:val="1"/>
        </w:rPr>
        <w:t>’</w:t>
      </w:r>
      <w:r>
        <w:rPr>
          <w:rFonts w:cs="Georgia"/>
          <w:kern w:val="1"/>
        </w:rPr>
        <w:t>eau d</w:t>
      </w:r>
      <w:r w:rsidR="000E1451">
        <w:rPr>
          <w:rFonts w:cs="Georgia"/>
          <w:kern w:val="1"/>
        </w:rPr>
        <w:t>’</w:t>
      </w:r>
      <w:r>
        <w:rPr>
          <w:rFonts w:cs="Georgia"/>
          <w:kern w:val="1"/>
        </w:rPr>
        <w:t>une petite crique</w:t>
      </w:r>
      <w:r w:rsidR="000E1451">
        <w:rPr>
          <w:rFonts w:cs="Georgia"/>
          <w:kern w:val="1"/>
        </w:rPr>
        <w:t xml:space="preserve">. </w:t>
      </w:r>
      <w:r>
        <w:rPr>
          <w:rFonts w:cs="Georgia"/>
          <w:kern w:val="1"/>
        </w:rPr>
        <w:t>Peut-être</w:t>
      </w:r>
      <w:r w:rsidR="000E1451">
        <w:rPr>
          <w:rFonts w:cs="Georgia"/>
          <w:kern w:val="1"/>
        </w:rPr>
        <w:t xml:space="preserve">, </w:t>
      </w:r>
      <w:r>
        <w:rPr>
          <w:rFonts w:cs="Georgia"/>
          <w:kern w:val="1"/>
        </w:rPr>
        <w:t>en demeurant plus longtemps à l</w:t>
      </w:r>
      <w:r w:rsidR="000E1451">
        <w:rPr>
          <w:rFonts w:cs="Georgia"/>
          <w:kern w:val="1"/>
        </w:rPr>
        <w:t>’</w:t>
      </w:r>
      <w:r>
        <w:rPr>
          <w:rFonts w:cs="Georgia"/>
          <w:kern w:val="1"/>
        </w:rPr>
        <w:t>observer</w:t>
      </w:r>
      <w:r w:rsidR="000E1451">
        <w:rPr>
          <w:rFonts w:cs="Georgia"/>
          <w:kern w:val="1"/>
        </w:rPr>
        <w:t xml:space="preserve">, </w:t>
      </w:r>
      <w:r>
        <w:rPr>
          <w:rFonts w:cs="Georgia"/>
          <w:kern w:val="1"/>
        </w:rPr>
        <w:t>eussé-je fini par connaître la raison de ce manège</w:t>
      </w:r>
      <w:r w:rsidR="000E1451">
        <w:rPr>
          <w:rFonts w:cs="Georgia"/>
          <w:kern w:val="1"/>
        </w:rPr>
        <w:t xml:space="preserve">. </w:t>
      </w:r>
      <w:r>
        <w:rPr>
          <w:rFonts w:cs="Georgia"/>
          <w:kern w:val="1"/>
        </w:rPr>
        <w:t>Mais je réfléchis qu</w:t>
      </w:r>
      <w:r w:rsidR="000E1451">
        <w:rPr>
          <w:rFonts w:cs="Georgia"/>
          <w:kern w:val="1"/>
        </w:rPr>
        <w:t>’</w:t>
      </w:r>
      <w:r>
        <w:rPr>
          <w:rFonts w:cs="Georgia"/>
          <w:kern w:val="1"/>
        </w:rPr>
        <w:t>Axelle</w:t>
      </w:r>
      <w:r w:rsidR="000E1451">
        <w:rPr>
          <w:rFonts w:cs="Georgia"/>
          <w:kern w:val="1"/>
        </w:rPr>
        <w:t xml:space="preserve">, </w:t>
      </w:r>
      <w:r>
        <w:rPr>
          <w:rFonts w:cs="Georgia"/>
          <w:kern w:val="1"/>
        </w:rPr>
        <w:t>venant à se retourner et à m</w:t>
      </w:r>
      <w:r w:rsidR="000E1451">
        <w:rPr>
          <w:rFonts w:cs="Georgia"/>
          <w:kern w:val="1"/>
        </w:rPr>
        <w:t>’</w:t>
      </w:r>
      <w:r>
        <w:rPr>
          <w:rFonts w:cs="Georgia"/>
          <w:kern w:val="1"/>
        </w:rPr>
        <w:t>apercevoir</w:t>
      </w:r>
      <w:r w:rsidR="000E1451">
        <w:rPr>
          <w:rFonts w:cs="Georgia"/>
          <w:kern w:val="1"/>
        </w:rPr>
        <w:t xml:space="preserve">, </w:t>
      </w:r>
      <w:r>
        <w:rPr>
          <w:rFonts w:cs="Georgia"/>
          <w:kern w:val="1"/>
        </w:rPr>
        <w:t>aurait pu ne se montrer que médiocrement satisfaite de ce genre de surveillance</w:t>
      </w:r>
      <w:r w:rsidR="000E1451">
        <w:rPr>
          <w:rFonts w:cs="Georgia"/>
          <w:kern w:val="1"/>
        </w:rPr>
        <w:t xml:space="preserve">. </w:t>
      </w:r>
      <w:r>
        <w:rPr>
          <w:rFonts w:cs="Georgia"/>
          <w:kern w:val="1"/>
        </w:rPr>
        <w:t>Reprenant ma marche</w:t>
      </w:r>
      <w:r w:rsidR="000E1451">
        <w:rPr>
          <w:rFonts w:cs="Georgia"/>
          <w:kern w:val="1"/>
        </w:rPr>
        <w:t xml:space="preserve">, </w:t>
      </w:r>
      <w:r>
        <w:rPr>
          <w:rFonts w:cs="Georgia"/>
          <w:kern w:val="1"/>
        </w:rPr>
        <w:t>je me dirigeai vers elle</w:t>
      </w:r>
      <w:r w:rsidR="000E1451">
        <w:rPr>
          <w:rFonts w:cs="Georgia"/>
          <w:kern w:val="1"/>
        </w:rPr>
        <w:t>.</w:t>
      </w:r>
    </w:p>
    <w:p w14:paraId="62206358" w14:textId="77777777" w:rsidR="000E1451" w:rsidRDefault="00BE611A" w:rsidP="00BE611A">
      <w:pPr>
        <w:rPr>
          <w:rFonts w:cs="Georgia"/>
          <w:kern w:val="1"/>
        </w:rPr>
      </w:pPr>
      <w:r>
        <w:rPr>
          <w:rFonts w:cs="Georgia"/>
          <w:kern w:val="1"/>
        </w:rPr>
        <w:t>Quand elle me vit</w:t>
      </w:r>
      <w:r w:rsidR="000E1451">
        <w:rPr>
          <w:rFonts w:cs="Georgia"/>
          <w:kern w:val="1"/>
        </w:rPr>
        <w:t xml:space="preserve">, </w:t>
      </w:r>
      <w:r>
        <w:rPr>
          <w:rFonts w:cs="Georgia"/>
          <w:kern w:val="1"/>
        </w:rPr>
        <w:t>elle réprima une exclamation</w:t>
      </w:r>
      <w:r w:rsidR="000E1451">
        <w:rPr>
          <w:rFonts w:cs="Georgia"/>
          <w:kern w:val="1"/>
        </w:rPr>
        <w:t xml:space="preserve">. </w:t>
      </w:r>
      <w:r>
        <w:rPr>
          <w:rFonts w:cs="Georgia"/>
          <w:kern w:val="1"/>
        </w:rPr>
        <w:t>Évidemment</w:t>
      </w:r>
      <w:r w:rsidR="000E1451">
        <w:rPr>
          <w:rFonts w:cs="Georgia"/>
          <w:kern w:val="1"/>
        </w:rPr>
        <w:t xml:space="preserve">, </w:t>
      </w:r>
      <w:r>
        <w:rPr>
          <w:rFonts w:cs="Georgia"/>
          <w:kern w:val="1"/>
        </w:rPr>
        <w:t>mon apparition</w:t>
      </w:r>
      <w:r w:rsidR="000E1451">
        <w:rPr>
          <w:rFonts w:cs="Georgia"/>
          <w:kern w:val="1"/>
        </w:rPr>
        <w:t xml:space="preserve">, </w:t>
      </w:r>
      <w:r>
        <w:rPr>
          <w:rFonts w:cs="Georgia"/>
          <w:kern w:val="1"/>
        </w:rPr>
        <w:t>à une telle distance du château</w:t>
      </w:r>
      <w:r w:rsidR="000E1451">
        <w:rPr>
          <w:rFonts w:cs="Georgia"/>
          <w:kern w:val="1"/>
        </w:rPr>
        <w:t xml:space="preserve">, </w:t>
      </w:r>
      <w:r>
        <w:rPr>
          <w:rFonts w:cs="Georgia"/>
          <w:kern w:val="1"/>
        </w:rPr>
        <w:t>ne pouvait pas lui sembler très normale</w:t>
      </w:r>
      <w:r w:rsidR="000E1451">
        <w:rPr>
          <w:rFonts w:cs="Georgia"/>
          <w:kern w:val="1"/>
        </w:rPr>
        <w:t xml:space="preserve">. </w:t>
      </w:r>
      <w:r>
        <w:rPr>
          <w:rFonts w:cs="Georgia"/>
          <w:kern w:val="1"/>
        </w:rPr>
        <w:t>Sa surprise ne tarda pas d</w:t>
      </w:r>
      <w:r w:rsidR="000E1451">
        <w:rPr>
          <w:rFonts w:cs="Georgia"/>
          <w:kern w:val="1"/>
        </w:rPr>
        <w:t>’</w:t>
      </w:r>
      <w:r>
        <w:rPr>
          <w:rFonts w:cs="Georgia"/>
          <w:kern w:val="1"/>
        </w:rPr>
        <w:t>ailleurs à faire place à une expression fort nette de mécontentement</w:t>
      </w:r>
      <w:r w:rsidR="000E1451">
        <w:rPr>
          <w:rFonts w:cs="Georgia"/>
          <w:kern w:val="1"/>
        </w:rPr>
        <w:t>.</w:t>
      </w:r>
    </w:p>
    <w:p w14:paraId="0F9005E8" w14:textId="77777777" w:rsidR="000E1451" w:rsidRDefault="00BE611A" w:rsidP="00BE611A">
      <w:pPr>
        <w:rPr>
          <w:rFonts w:cs="Georgia"/>
          <w:kern w:val="1"/>
        </w:rPr>
      </w:pPr>
      <w:r>
        <w:rPr>
          <w:rFonts w:cs="Georgia"/>
          <w:kern w:val="1"/>
        </w:rPr>
        <w:lastRenderedPageBreak/>
        <w:t>Assez peu à mon aise</w:t>
      </w:r>
      <w:r w:rsidR="000E1451">
        <w:rPr>
          <w:rFonts w:cs="Georgia"/>
          <w:kern w:val="1"/>
        </w:rPr>
        <w:t xml:space="preserve">, </w:t>
      </w:r>
      <w:r>
        <w:rPr>
          <w:rFonts w:cs="Georgia"/>
          <w:kern w:val="1"/>
        </w:rPr>
        <w:t>je préférai néanmoins ne pas attendre qu</w:t>
      </w:r>
      <w:r w:rsidR="000E1451">
        <w:rPr>
          <w:rFonts w:cs="Georgia"/>
          <w:kern w:val="1"/>
        </w:rPr>
        <w:t>’</w:t>
      </w:r>
      <w:r>
        <w:rPr>
          <w:rFonts w:cs="Georgia"/>
          <w:kern w:val="1"/>
        </w:rPr>
        <w:t>elle m</w:t>
      </w:r>
      <w:r w:rsidR="000E1451">
        <w:rPr>
          <w:rFonts w:cs="Georgia"/>
          <w:kern w:val="1"/>
        </w:rPr>
        <w:t>’</w:t>
      </w:r>
      <w:r>
        <w:rPr>
          <w:rFonts w:cs="Georgia"/>
          <w:kern w:val="1"/>
        </w:rPr>
        <w:t>interrogeât</w:t>
      </w:r>
      <w:r w:rsidR="000E1451">
        <w:rPr>
          <w:rFonts w:cs="Georgia"/>
          <w:kern w:val="1"/>
        </w:rPr>
        <w:t>.</w:t>
      </w:r>
    </w:p>
    <w:p w14:paraId="233F4E14" w14:textId="77777777" w:rsidR="000E1451" w:rsidRDefault="000E1451" w:rsidP="00BE611A">
      <w:pPr>
        <w:rPr>
          <w:rFonts w:cs="Georgia"/>
          <w:kern w:val="1"/>
        </w:rPr>
      </w:pPr>
      <w:r>
        <w:rPr>
          <w:rFonts w:cs="Georgia"/>
          <w:kern w:val="1"/>
        </w:rPr>
        <w:t>— </w:t>
      </w:r>
      <w:r w:rsidR="00BE611A">
        <w:rPr>
          <w:rFonts w:cs="Georgia"/>
          <w:kern w:val="1"/>
        </w:rPr>
        <w:t>Gottlieb était inquiet</w:t>
      </w:r>
      <w:r>
        <w:rPr>
          <w:rFonts w:cs="Georgia"/>
          <w:kern w:val="1"/>
        </w:rPr>
        <w:t xml:space="preserve">… </w:t>
      </w:r>
      <w:r w:rsidR="00BE611A">
        <w:rPr>
          <w:rFonts w:cs="Georgia"/>
          <w:kern w:val="1"/>
        </w:rPr>
        <w:t>commençai-je</w:t>
      </w:r>
      <w:r>
        <w:rPr>
          <w:rFonts w:cs="Georgia"/>
          <w:kern w:val="1"/>
        </w:rPr>
        <w:t>.</w:t>
      </w:r>
    </w:p>
    <w:p w14:paraId="4EA322F7" w14:textId="77777777" w:rsidR="000E1451" w:rsidRDefault="00BE611A" w:rsidP="00BE611A">
      <w:pPr>
        <w:rPr>
          <w:rFonts w:cs="Georgia"/>
          <w:kern w:val="1"/>
        </w:rPr>
      </w:pPr>
      <w:r>
        <w:rPr>
          <w:rFonts w:cs="Georgia"/>
          <w:kern w:val="1"/>
        </w:rPr>
        <w:t>Je n</w:t>
      </w:r>
      <w:r w:rsidR="000E1451">
        <w:rPr>
          <w:rFonts w:cs="Georgia"/>
          <w:kern w:val="1"/>
        </w:rPr>
        <w:t>’</w:t>
      </w:r>
      <w:r>
        <w:rPr>
          <w:rFonts w:cs="Georgia"/>
          <w:kern w:val="1"/>
        </w:rPr>
        <w:t>osai pas ajouter</w:t>
      </w:r>
      <w:r w:rsidR="000E1451">
        <w:rPr>
          <w:rFonts w:cs="Georgia"/>
          <w:kern w:val="1"/>
        </w:rPr>
        <w:t> : « </w:t>
      </w:r>
      <w:r>
        <w:rPr>
          <w:rFonts w:cs="Georgia"/>
          <w:kern w:val="1"/>
        </w:rPr>
        <w:t>Et moi aussi</w:t>
      </w:r>
      <w:r w:rsidR="000E1451">
        <w:rPr>
          <w:rFonts w:cs="Georgia"/>
          <w:kern w:val="1"/>
        </w:rPr>
        <w:t> ».</w:t>
      </w:r>
    </w:p>
    <w:p w14:paraId="6381456E" w14:textId="77777777" w:rsidR="000E1451" w:rsidRDefault="000E1451" w:rsidP="00BE611A">
      <w:pPr>
        <w:rPr>
          <w:rFonts w:cs="Georgia"/>
          <w:kern w:val="1"/>
        </w:rPr>
      </w:pPr>
      <w:r>
        <w:rPr>
          <w:rFonts w:cs="Georgia"/>
          <w:kern w:val="1"/>
        </w:rPr>
        <w:t>— </w:t>
      </w:r>
      <w:r w:rsidR="00BE611A">
        <w:rPr>
          <w:rFonts w:cs="Georgia"/>
          <w:kern w:val="1"/>
        </w:rPr>
        <w:t>De quoi Gottlieb se mêle-t-il</w:t>
      </w:r>
      <w:r>
        <w:rPr>
          <w:rFonts w:cs="Georgia"/>
          <w:kern w:val="1"/>
        </w:rPr>
        <w:t xml:space="preserve">. </w:t>
      </w:r>
      <w:r w:rsidR="00BE611A">
        <w:rPr>
          <w:rFonts w:cs="Georgia"/>
          <w:kern w:val="1"/>
        </w:rPr>
        <w:t>C</w:t>
      </w:r>
      <w:r>
        <w:rPr>
          <w:rFonts w:cs="Georgia"/>
          <w:kern w:val="1"/>
        </w:rPr>
        <w:t>’</w:t>
      </w:r>
      <w:r w:rsidR="00BE611A">
        <w:rPr>
          <w:rFonts w:cs="Georgia"/>
          <w:kern w:val="1"/>
        </w:rPr>
        <w:t>est lui qui vous a envoyé</w:t>
      </w:r>
      <w:r>
        <w:rPr>
          <w:rFonts w:cs="Georgia"/>
          <w:kern w:val="1"/>
        </w:rPr>
        <w:t> ?</w:t>
      </w:r>
    </w:p>
    <w:p w14:paraId="715175C8" w14:textId="77777777" w:rsidR="000E1451" w:rsidRDefault="000E1451" w:rsidP="00BE611A">
      <w:pPr>
        <w:rPr>
          <w:rFonts w:cs="Georgia"/>
          <w:kern w:val="1"/>
        </w:rPr>
      </w:pPr>
      <w:r>
        <w:rPr>
          <w:rFonts w:cs="Georgia"/>
          <w:kern w:val="1"/>
        </w:rPr>
        <w:t>— </w:t>
      </w:r>
      <w:r w:rsidR="00BE611A">
        <w:rPr>
          <w:rFonts w:cs="Georgia"/>
          <w:kern w:val="1"/>
        </w:rPr>
        <w:t>Il est venu également</w:t>
      </w:r>
      <w:r>
        <w:rPr>
          <w:rFonts w:cs="Georgia"/>
          <w:kern w:val="1"/>
        </w:rPr>
        <w:t>.</w:t>
      </w:r>
    </w:p>
    <w:p w14:paraId="5D207E47" w14:textId="77777777" w:rsidR="000E1451" w:rsidRDefault="000E1451" w:rsidP="00BE611A">
      <w:pPr>
        <w:rPr>
          <w:rFonts w:cs="Georgia"/>
          <w:kern w:val="1"/>
        </w:rPr>
      </w:pPr>
      <w:r>
        <w:rPr>
          <w:rFonts w:cs="Georgia"/>
          <w:kern w:val="1"/>
        </w:rPr>
        <w:t>— </w:t>
      </w:r>
      <w:r w:rsidR="00BE611A">
        <w:rPr>
          <w:rFonts w:cs="Georgia"/>
          <w:kern w:val="1"/>
        </w:rPr>
        <w:t>Ah</w:t>
      </w:r>
      <w:r>
        <w:rPr>
          <w:rFonts w:cs="Georgia"/>
          <w:kern w:val="1"/>
        </w:rPr>
        <w:t xml:space="preserve"> ! </w:t>
      </w:r>
      <w:r w:rsidR="00BE611A">
        <w:rPr>
          <w:rFonts w:cs="Georgia"/>
          <w:kern w:val="1"/>
        </w:rPr>
        <w:t>Où est-il</w:t>
      </w:r>
      <w:r>
        <w:rPr>
          <w:rFonts w:cs="Georgia"/>
          <w:kern w:val="1"/>
        </w:rPr>
        <w:t> ?</w:t>
      </w:r>
    </w:p>
    <w:p w14:paraId="4299571D" w14:textId="77777777" w:rsidR="000E1451" w:rsidRDefault="000E1451" w:rsidP="00BE611A">
      <w:pPr>
        <w:rPr>
          <w:rFonts w:cs="Georgia"/>
          <w:kern w:val="1"/>
        </w:rPr>
      </w:pPr>
      <w:r>
        <w:rPr>
          <w:rFonts w:cs="Georgia"/>
          <w:kern w:val="1"/>
        </w:rPr>
        <w:t>— </w:t>
      </w:r>
      <w:r w:rsidR="00BE611A">
        <w:rPr>
          <w:rFonts w:cs="Georgia"/>
          <w:kern w:val="1"/>
        </w:rPr>
        <w:t>Pas loin d</w:t>
      </w:r>
      <w:r>
        <w:rPr>
          <w:rFonts w:cs="Georgia"/>
          <w:kern w:val="1"/>
        </w:rPr>
        <w:t>’</w:t>
      </w:r>
      <w:r w:rsidR="00BE611A">
        <w:rPr>
          <w:rFonts w:cs="Georgia"/>
          <w:kern w:val="1"/>
        </w:rPr>
        <w:t>ici</w:t>
      </w:r>
      <w:r>
        <w:rPr>
          <w:rFonts w:cs="Georgia"/>
          <w:kern w:val="1"/>
        </w:rPr>
        <w:t>.</w:t>
      </w:r>
    </w:p>
    <w:p w14:paraId="0FAFCDE7" w14:textId="77777777" w:rsidR="000E1451" w:rsidRDefault="00BE611A" w:rsidP="00BE611A">
      <w:pPr>
        <w:rPr>
          <w:rFonts w:cs="Georgia"/>
          <w:kern w:val="1"/>
        </w:rPr>
      </w:pPr>
      <w:r>
        <w:rPr>
          <w:rFonts w:cs="Georgia"/>
          <w:kern w:val="1"/>
        </w:rPr>
        <w:t>Et je me mis à lui expliquer de quelle façon nous avions cru devoir procéder pour aller à sa recherche</w:t>
      </w:r>
      <w:r w:rsidR="000E1451">
        <w:rPr>
          <w:rFonts w:cs="Georgia"/>
          <w:kern w:val="1"/>
        </w:rPr>
        <w:t>.</w:t>
      </w:r>
    </w:p>
    <w:p w14:paraId="667ACCA4" w14:textId="77777777" w:rsidR="000E1451" w:rsidRDefault="00BE611A" w:rsidP="00BE611A">
      <w:pPr>
        <w:rPr>
          <w:rFonts w:cs="Georgia"/>
          <w:kern w:val="1"/>
        </w:rPr>
      </w:pPr>
      <w:r>
        <w:rPr>
          <w:rFonts w:cs="Georgia"/>
          <w:kern w:val="1"/>
        </w:rPr>
        <w:t>Elle écoutait</w:t>
      </w:r>
      <w:r w:rsidR="000E1451">
        <w:rPr>
          <w:rFonts w:cs="Georgia"/>
          <w:kern w:val="1"/>
        </w:rPr>
        <w:t xml:space="preserve">, </w:t>
      </w:r>
      <w:r>
        <w:rPr>
          <w:rFonts w:cs="Georgia"/>
          <w:kern w:val="1"/>
        </w:rPr>
        <w:t>les sourcils froncés</w:t>
      </w:r>
      <w:r w:rsidR="000E1451">
        <w:rPr>
          <w:rFonts w:cs="Georgia"/>
          <w:kern w:val="1"/>
        </w:rPr>
        <w:t>.</w:t>
      </w:r>
    </w:p>
    <w:p w14:paraId="1009927D" w14:textId="77777777" w:rsidR="000E1451" w:rsidRDefault="000E1451" w:rsidP="00BE611A">
      <w:pPr>
        <w:rPr>
          <w:rFonts w:cs="Georgia"/>
          <w:kern w:val="1"/>
        </w:rPr>
      </w:pPr>
      <w:r>
        <w:rPr>
          <w:rFonts w:cs="Georgia"/>
          <w:kern w:val="1"/>
        </w:rPr>
        <w:t>— </w:t>
      </w:r>
      <w:r w:rsidR="00BE611A">
        <w:rPr>
          <w:rFonts w:cs="Georgia"/>
          <w:kern w:val="1"/>
        </w:rPr>
        <w:t>Il doit être arrivé au ruisseau où vous vous êtes donné rendez-vous</w:t>
      </w:r>
      <w:r>
        <w:rPr>
          <w:rFonts w:cs="Georgia"/>
          <w:kern w:val="1"/>
        </w:rPr>
        <w:t xml:space="preserve">. </w:t>
      </w:r>
      <w:r w:rsidR="00BE611A">
        <w:rPr>
          <w:rFonts w:cs="Georgia"/>
          <w:kern w:val="1"/>
        </w:rPr>
        <w:t>Je connais l</w:t>
      </w:r>
      <w:r>
        <w:rPr>
          <w:rFonts w:cs="Georgia"/>
          <w:kern w:val="1"/>
        </w:rPr>
        <w:t>’</w:t>
      </w:r>
      <w:r w:rsidR="00BE611A">
        <w:rPr>
          <w:rFonts w:cs="Georgia"/>
          <w:kern w:val="1"/>
        </w:rPr>
        <w:t>endroit</w:t>
      </w:r>
      <w:r>
        <w:rPr>
          <w:rFonts w:cs="Georgia"/>
          <w:kern w:val="1"/>
        </w:rPr>
        <w:t xml:space="preserve">. </w:t>
      </w:r>
      <w:r w:rsidR="00BE611A">
        <w:rPr>
          <w:rFonts w:cs="Georgia"/>
          <w:kern w:val="1"/>
        </w:rPr>
        <w:t>C</w:t>
      </w:r>
      <w:r>
        <w:rPr>
          <w:rFonts w:cs="Georgia"/>
          <w:kern w:val="1"/>
        </w:rPr>
        <w:t>’</w:t>
      </w:r>
      <w:r w:rsidR="00BE611A">
        <w:rPr>
          <w:rFonts w:cs="Georgia"/>
          <w:kern w:val="1"/>
        </w:rPr>
        <w:t>est à dix minutes à peine</w:t>
      </w:r>
      <w:r>
        <w:rPr>
          <w:rFonts w:cs="Georgia"/>
          <w:kern w:val="1"/>
        </w:rPr>
        <w:t xml:space="preserve">. </w:t>
      </w:r>
      <w:r w:rsidR="00BE611A">
        <w:rPr>
          <w:rFonts w:cs="Georgia"/>
          <w:kern w:val="1"/>
        </w:rPr>
        <w:t>Voulez-vous être assez bon pour y aller</w:t>
      </w:r>
      <w:r>
        <w:rPr>
          <w:rFonts w:cs="Georgia"/>
          <w:kern w:val="1"/>
        </w:rPr>
        <w:t xml:space="preserve">, </w:t>
      </w:r>
      <w:r w:rsidR="00BE611A">
        <w:rPr>
          <w:rFonts w:cs="Georgia"/>
          <w:kern w:val="1"/>
        </w:rPr>
        <w:t>et pour dire à Gottlieb que je n</w:t>
      </w:r>
      <w:r>
        <w:rPr>
          <w:rFonts w:cs="Georgia"/>
          <w:kern w:val="1"/>
        </w:rPr>
        <w:t>’</w:t>
      </w:r>
      <w:r w:rsidR="00BE611A">
        <w:rPr>
          <w:rFonts w:cs="Georgia"/>
          <w:kern w:val="1"/>
        </w:rPr>
        <w:t>ai pas besoin de lui</w:t>
      </w:r>
      <w:r>
        <w:rPr>
          <w:rFonts w:cs="Georgia"/>
          <w:kern w:val="1"/>
        </w:rPr>
        <w:t xml:space="preserve">. </w:t>
      </w:r>
      <w:r w:rsidR="00BE611A">
        <w:rPr>
          <w:rFonts w:cs="Georgia"/>
          <w:kern w:val="1"/>
        </w:rPr>
        <w:t>Qu</w:t>
      </w:r>
      <w:r>
        <w:rPr>
          <w:rFonts w:cs="Georgia"/>
          <w:kern w:val="1"/>
        </w:rPr>
        <w:t>’</w:t>
      </w:r>
      <w:r w:rsidR="00BE611A">
        <w:rPr>
          <w:rFonts w:cs="Georgia"/>
          <w:kern w:val="1"/>
        </w:rPr>
        <w:t>il rentre au château par le chemin qu</w:t>
      </w:r>
      <w:r>
        <w:rPr>
          <w:rFonts w:cs="Georgia"/>
          <w:kern w:val="1"/>
        </w:rPr>
        <w:t>’</w:t>
      </w:r>
      <w:r w:rsidR="00BE611A">
        <w:rPr>
          <w:rFonts w:cs="Georgia"/>
          <w:kern w:val="1"/>
        </w:rPr>
        <w:t>il a pris pour venir</w:t>
      </w:r>
      <w:r>
        <w:rPr>
          <w:rFonts w:cs="Georgia"/>
          <w:kern w:val="1"/>
        </w:rPr>
        <w:t>.</w:t>
      </w:r>
    </w:p>
    <w:p w14:paraId="5A456FE5" w14:textId="77777777" w:rsidR="000E1451" w:rsidRDefault="000E1451" w:rsidP="00BE611A">
      <w:pPr>
        <w:rPr>
          <w:rFonts w:cs="Georgia"/>
          <w:kern w:val="1"/>
        </w:rPr>
      </w:pPr>
      <w:r>
        <w:rPr>
          <w:rFonts w:cs="Georgia"/>
          <w:kern w:val="1"/>
        </w:rPr>
        <w:t>— </w:t>
      </w:r>
      <w:r w:rsidR="00BE611A">
        <w:rPr>
          <w:rFonts w:cs="Georgia"/>
          <w:kern w:val="1"/>
        </w:rPr>
        <w:t>Dois-je moi-même rentrer avec lui</w:t>
      </w:r>
      <w:r>
        <w:rPr>
          <w:rFonts w:cs="Georgia"/>
          <w:kern w:val="1"/>
        </w:rPr>
        <w:t> ?</w:t>
      </w:r>
    </w:p>
    <w:p w14:paraId="34E27DA8" w14:textId="77777777" w:rsidR="000E1451" w:rsidRDefault="00BE611A" w:rsidP="00BE611A">
      <w:pPr>
        <w:rPr>
          <w:rFonts w:cs="Georgia"/>
          <w:kern w:val="1"/>
        </w:rPr>
      </w:pPr>
      <w:r>
        <w:rPr>
          <w:rFonts w:cs="Georgia"/>
          <w:kern w:val="1"/>
        </w:rPr>
        <w:t>Il me sembla qu</w:t>
      </w:r>
      <w:r w:rsidR="000E1451">
        <w:rPr>
          <w:rFonts w:cs="Georgia"/>
          <w:kern w:val="1"/>
        </w:rPr>
        <w:t>’</w:t>
      </w:r>
      <w:r>
        <w:rPr>
          <w:rFonts w:cs="Georgia"/>
          <w:kern w:val="1"/>
        </w:rPr>
        <w:t>elle eût préféré n</w:t>
      </w:r>
      <w:r w:rsidR="000E1451">
        <w:rPr>
          <w:rFonts w:cs="Georgia"/>
          <w:kern w:val="1"/>
        </w:rPr>
        <w:t>’</w:t>
      </w:r>
      <w:r>
        <w:rPr>
          <w:rFonts w:cs="Georgia"/>
          <w:kern w:val="1"/>
        </w:rPr>
        <w:t>avoir pas à répondre à cette question</w:t>
      </w:r>
      <w:r w:rsidR="000E1451">
        <w:rPr>
          <w:rFonts w:cs="Georgia"/>
          <w:kern w:val="1"/>
        </w:rPr>
        <w:t>.</w:t>
      </w:r>
    </w:p>
    <w:p w14:paraId="6FFB6B39" w14:textId="77777777" w:rsidR="000E1451" w:rsidRDefault="000E1451" w:rsidP="00BE611A">
      <w:pPr>
        <w:rPr>
          <w:rFonts w:cs="Georgia"/>
          <w:kern w:val="1"/>
        </w:rPr>
      </w:pPr>
      <w:r>
        <w:rPr>
          <w:rFonts w:cs="Georgia"/>
          <w:kern w:val="1"/>
        </w:rPr>
        <w:t>— </w:t>
      </w:r>
      <w:r w:rsidR="00BE611A">
        <w:rPr>
          <w:rFonts w:cs="Georgia"/>
          <w:kern w:val="1"/>
        </w:rPr>
        <w:t>Non</w:t>
      </w:r>
      <w:r>
        <w:rPr>
          <w:rFonts w:cs="Georgia"/>
          <w:kern w:val="1"/>
        </w:rPr>
        <w:t xml:space="preserve">, </w:t>
      </w:r>
      <w:r w:rsidR="00BE611A">
        <w:rPr>
          <w:rFonts w:cs="Georgia"/>
          <w:kern w:val="1"/>
        </w:rPr>
        <w:t>dit-elle</w:t>
      </w:r>
      <w:r>
        <w:rPr>
          <w:rFonts w:cs="Georgia"/>
          <w:kern w:val="1"/>
        </w:rPr>
        <w:t xml:space="preserve">, </w:t>
      </w:r>
      <w:r w:rsidR="00BE611A">
        <w:rPr>
          <w:rFonts w:cs="Georgia"/>
          <w:kern w:val="1"/>
        </w:rPr>
        <w:t>après avoir paru hésiter</w:t>
      </w:r>
      <w:r>
        <w:rPr>
          <w:rFonts w:cs="Georgia"/>
          <w:kern w:val="1"/>
        </w:rPr>
        <w:t xml:space="preserve">. </w:t>
      </w:r>
      <w:r w:rsidR="00BE611A">
        <w:rPr>
          <w:rFonts w:cs="Georgia"/>
          <w:kern w:val="1"/>
        </w:rPr>
        <w:t>Revenez ici</w:t>
      </w:r>
      <w:r>
        <w:rPr>
          <w:rFonts w:cs="Georgia"/>
          <w:kern w:val="1"/>
        </w:rPr>
        <w:t xml:space="preserve">. </w:t>
      </w:r>
      <w:r w:rsidR="00BE611A">
        <w:rPr>
          <w:rFonts w:cs="Georgia"/>
          <w:kern w:val="1"/>
        </w:rPr>
        <w:t>Il faut que je sache si vous avez trouvé Gottlieb</w:t>
      </w:r>
      <w:r>
        <w:rPr>
          <w:rFonts w:cs="Georgia"/>
          <w:kern w:val="1"/>
        </w:rPr>
        <w:t>.</w:t>
      </w:r>
    </w:p>
    <w:p w14:paraId="1B4D57B4" w14:textId="77777777" w:rsidR="000E1451" w:rsidRDefault="00BE611A" w:rsidP="00BE611A">
      <w:pPr>
        <w:rPr>
          <w:rFonts w:cs="Georgia"/>
          <w:kern w:val="1"/>
        </w:rPr>
      </w:pPr>
      <w:r>
        <w:rPr>
          <w:rFonts w:cs="Georgia"/>
          <w:kern w:val="1"/>
        </w:rPr>
        <w:t>Je ne tardai pas à être auprès du valet</w:t>
      </w:r>
      <w:r w:rsidR="000E1451">
        <w:rPr>
          <w:rFonts w:cs="Georgia"/>
          <w:kern w:val="1"/>
        </w:rPr>
        <w:t>.</w:t>
      </w:r>
    </w:p>
    <w:p w14:paraId="012A60BF" w14:textId="77777777" w:rsidR="000E1451" w:rsidRDefault="000E1451" w:rsidP="00BE611A">
      <w:pPr>
        <w:rPr>
          <w:rFonts w:cs="Georgia"/>
          <w:kern w:val="1"/>
        </w:rPr>
      </w:pPr>
      <w:r>
        <w:rPr>
          <w:rFonts w:cs="Georgia"/>
          <w:kern w:val="1"/>
        </w:rPr>
        <w:t>— </w:t>
      </w:r>
      <w:r w:rsidR="00BE611A">
        <w:rPr>
          <w:rFonts w:cs="Georgia"/>
          <w:kern w:val="1"/>
        </w:rPr>
        <w:t>Soyez tranquille</w:t>
      </w:r>
      <w:r>
        <w:rPr>
          <w:rFonts w:cs="Georgia"/>
          <w:kern w:val="1"/>
        </w:rPr>
        <w:t xml:space="preserve">, </w:t>
      </w:r>
      <w:r w:rsidR="00BE611A">
        <w:rPr>
          <w:rFonts w:cs="Georgia"/>
          <w:kern w:val="1"/>
        </w:rPr>
        <w:t>criai-je</w:t>
      </w:r>
      <w:r>
        <w:rPr>
          <w:rFonts w:cs="Georgia"/>
          <w:kern w:val="1"/>
        </w:rPr>
        <w:t xml:space="preserve">, </w:t>
      </w:r>
      <w:r w:rsidR="00BE611A">
        <w:rPr>
          <w:rFonts w:cs="Georgia"/>
          <w:kern w:val="1"/>
        </w:rPr>
        <w:t>du plus loin que je l</w:t>
      </w:r>
      <w:r>
        <w:rPr>
          <w:rFonts w:cs="Georgia"/>
          <w:kern w:val="1"/>
        </w:rPr>
        <w:t>’</w:t>
      </w:r>
      <w:r w:rsidR="00BE611A">
        <w:rPr>
          <w:rFonts w:cs="Georgia"/>
          <w:kern w:val="1"/>
        </w:rPr>
        <w:t>aperçus</w:t>
      </w:r>
      <w:r>
        <w:rPr>
          <w:rFonts w:cs="Georgia"/>
          <w:kern w:val="1"/>
        </w:rPr>
        <w:t>.</w:t>
      </w:r>
    </w:p>
    <w:p w14:paraId="51CE3662" w14:textId="77777777" w:rsidR="000E1451" w:rsidRDefault="000E1451" w:rsidP="00BE611A">
      <w:pPr>
        <w:rPr>
          <w:rFonts w:cs="Georgia"/>
          <w:kern w:val="1"/>
        </w:rPr>
      </w:pPr>
      <w:r>
        <w:rPr>
          <w:rFonts w:cs="Georgia"/>
          <w:kern w:val="1"/>
        </w:rPr>
        <w:t>— </w:t>
      </w:r>
      <w:r w:rsidR="00BE611A">
        <w:rPr>
          <w:rFonts w:cs="Georgia"/>
          <w:kern w:val="1"/>
        </w:rPr>
        <w:t>Eh bien</w:t>
      </w:r>
      <w:r>
        <w:rPr>
          <w:rFonts w:cs="Georgia"/>
          <w:kern w:val="1"/>
        </w:rPr>
        <w:t> !</w:t>
      </w:r>
    </w:p>
    <w:p w14:paraId="6F0933E1" w14:textId="77777777" w:rsidR="000E1451" w:rsidRDefault="000E1451" w:rsidP="00BE611A">
      <w:pPr>
        <w:rPr>
          <w:rFonts w:cs="Georgia"/>
          <w:kern w:val="1"/>
        </w:rPr>
      </w:pPr>
      <w:r>
        <w:rPr>
          <w:rFonts w:cs="Georgia"/>
          <w:kern w:val="1"/>
        </w:rPr>
        <w:lastRenderedPageBreak/>
        <w:t>— </w:t>
      </w:r>
      <w:r w:rsidR="00BE611A">
        <w:rPr>
          <w:rFonts w:cs="Georgia"/>
          <w:kern w:val="1"/>
        </w:rPr>
        <w:t>Elle est là</w:t>
      </w:r>
      <w:r>
        <w:rPr>
          <w:rFonts w:cs="Georgia"/>
          <w:kern w:val="1"/>
        </w:rPr>
        <w:t>.</w:t>
      </w:r>
    </w:p>
    <w:p w14:paraId="4F1821B8" w14:textId="77777777" w:rsidR="000E1451" w:rsidRDefault="000E1451" w:rsidP="00BE611A">
      <w:pPr>
        <w:rPr>
          <w:rFonts w:cs="Georgia"/>
          <w:kern w:val="1"/>
        </w:rPr>
      </w:pPr>
      <w:r>
        <w:rPr>
          <w:rFonts w:cs="Georgia"/>
          <w:kern w:val="1"/>
        </w:rPr>
        <w:t>— </w:t>
      </w:r>
      <w:r w:rsidR="00BE611A">
        <w:rPr>
          <w:rFonts w:cs="Georgia"/>
          <w:kern w:val="1"/>
        </w:rPr>
        <w:t>Il ne lui est rien arrivé</w:t>
      </w:r>
      <w:r>
        <w:rPr>
          <w:rFonts w:cs="Georgia"/>
          <w:kern w:val="1"/>
        </w:rPr>
        <w:t> ?</w:t>
      </w:r>
    </w:p>
    <w:p w14:paraId="6BD267BB" w14:textId="77777777" w:rsidR="000E1451" w:rsidRDefault="000E1451" w:rsidP="00BE611A">
      <w:pPr>
        <w:rPr>
          <w:rFonts w:cs="Georgia"/>
          <w:kern w:val="1"/>
        </w:rPr>
      </w:pPr>
      <w:r>
        <w:rPr>
          <w:rFonts w:cs="Georgia"/>
          <w:kern w:val="1"/>
        </w:rPr>
        <w:t>— </w:t>
      </w:r>
      <w:r w:rsidR="00BE611A">
        <w:rPr>
          <w:rFonts w:cs="Georgia"/>
          <w:kern w:val="1"/>
        </w:rPr>
        <w:t>Non</w:t>
      </w:r>
      <w:r>
        <w:rPr>
          <w:rFonts w:cs="Georgia"/>
          <w:kern w:val="1"/>
        </w:rPr>
        <w:t xml:space="preserve">, </w:t>
      </w:r>
      <w:r w:rsidR="00BE611A">
        <w:rPr>
          <w:rFonts w:cs="Georgia"/>
          <w:kern w:val="1"/>
        </w:rPr>
        <w:t>rien</w:t>
      </w:r>
      <w:r>
        <w:rPr>
          <w:rFonts w:cs="Georgia"/>
          <w:kern w:val="1"/>
        </w:rPr>
        <w:t xml:space="preserve">. </w:t>
      </w:r>
      <w:r w:rsidR="00BE611A">
        <w:rPr>
          <w:rFonts w:cs="Georgia"/>
          <w:kern w:val="1"/>
        </w:rPr>
        <w:t>Elle vous fait dire de ne pas vous inquiéter</w:t>
      </w:r>
      <w:r>
        <w:rPr>
          <w:rFonts w:cs="Georgia"/>
          <w:kern w:val="1"/>
        </w:rPr>
        <w:t xml:space="preserve">. </w:t>
      </w:r>
      <w:r w:rsidR="00BE611A">
        <w:rPr>
          <w:rFonts w:cs="Georgia"/>
          <w:kern w:val="1"/>
        </w:rPr>
        <w:t>Rentrez de votre côté</w:t>
      </w:r>
      <w:r>
        <w:rPr>
          <w:rFonts w:cs="Georgia"/>
          <w:kern w:val="1"/>
        </w:rPr>
        <w:t xml:space="preserve">. </w:t>
      </w:r>
      <w:r w:rsidR="00BE611A">
        <w:rPr>
          <w:rFonts w:cs="Georgia"/>
          <w:kern w:val="1"/>
        </w:rPr>
        <w:t>Elle n</w:t>
      </w:r>
      <w:r>
        <w:rPr>
          <w:rFonts w:cs="Georgia"/>
          <w:kern w:val="1"/>
        </w:rPr>
        <w:t>’</w:t>
      </w:r>
      <w:r w:rsidR="00BE611A">
        <w:rPr>
          <w:rFonts w:cs="Georgia"/>
          <w:kern w:val="1"/>
        </w:rPr>
        <w:t>a pas besoin de vous</w:t>
      </w:r>
      <w:r>
        <w:rPr>
          <w:rFonts w:cs="Georgia"/>
          <w:kern w:val="1"/>
        </w:rPr>
        <w:t>.</w:t>
      </w:r>
    </w:p>
    <w:p w14:paraId="01E2739D" w14:textId="77777777" w:rsidR="000E1451" w:rsidRDefault="00BE611A" w:rsidP="00BE611A">
      <w:pPr>
        <w:rPr>
          <w:rFonts w:cs="Georgia"/>
          <w:kern w:val="1"/>
        </w:rPr>
      </w:pPr>
      <w:r>
        <w:rPr>
          <w:rFonts w:cs="Georgia"/>
          <w:kern w:val="1"/>
        </w:rPr>
        <w:t>Il était ému</w:t>
      </w:r>
      <w:r w:rsidR="000E1451">
        <w:rPr>
          <w:rFonts w:cs="Georgia"/>
          <w:kern w:val="1"/>
        </w:rPr>
        <w:t xml:space="preserve">, </w:t>
      </w:r>
      <w:r>
        <w:rPr>
          <w:rFonts w:cs="Georgia"/>
          <w:kern w:val="1"/>
        </w:rPr>
        <w:t>le pauvre diable</w:t>
      </w:r>
      <w:r w:rsidR="000E1451">
        <w:rPr>
          <w:rFonts w:cs="Georgia"/>
          <w:kern w:val="1"/>
        </w:rPr>
        <w:t xml:space="preserve">. </w:t>
      </w:r>
      <w:r>
        <w:rPr>
          <w:rFonts w:cs="Georgia"/>
          <w:kern w:val="1"/>
        </w:rPr>
        <w:t>Il tint à me multiplier les témoignages de sa gratitude</w:t>
      </w:r>
      <w:r w:rsidR="000E1451">
        <w:rPr>
          <w:rFonts w:cs="Georgia"/>
          <w:kern w:val="1"/>
        </w:rPr>
        <w:t>.</w:t>
      </w:r>
    </w:p>
    <w:p w14:paraId="6779F91E" w14:textId="77777777" w:rsidR="000E1451" w:rsidRDefault="000E1451" w:rsidP="00BE611A">
      <w:pPr>
        <w:rPr>
          <w:rFonts w:cs="Georgia"/>
          <w:kern w:val="1"/>
        </w:rPr>
      </w:pPr>
      <w:r>
        <w:rPr>
          <w:rFonts w:cs="Georgia"/>
          <w:kern w:val="1"/>
        </w:rPr>
        <w:t>— </w:t>
      </w:r>
      <w:r w:rsidR="00BE611A">
        <w:rPr>
          <w:rFonts w:cs="Georgia"/>
          <w:kern w:val="1"/>
        </w:rPr>
        <w:t>Et dire</w:t>
      </w:r>
      <w:r>
        <w:rPr>
          <w:rFonts w:cs="Georgia"/>
          <w:kern w:val="1"/>
        </w:rPr>
        <w:t xml:space="preserve">, </w:t>
      </w:r>
      <w:r w:rsidR="00BE611A">
        <w:rPr>
          <w:rFonts w:cs="Georgia"/>
          <w:kern w:val="1"/>
        </w:rPr>
        <w:t>monsieur Dumaine</w:t>
      </w:r>
      <w:r>
        <w:rPr>
          <w:rFonts w:cs="Georgia"/>
          <w:kern w:val="1"/>
        </w:rPr>
        <w:t xml:space="preserve">, </w:t>
      </w:r>
      <w:r w:rsidR="00BE611A">
        <w:rPr>
          <w:rFonts w:cs="Georgia"/>
          <w:kern w:val="1"/>
        </w:rPr>
        <w:t>que je voulais vous empêcher de venir</w:t>
      </w:r>
      <w:r>
        <w:rPr>
          <w:rFonts w:cs="Georgia"/>
          <w:kern w:val="1"/>
        </w:rPr>
        <w:t> !</w:t>
      </w:r>
    </w:p>
    <w:p w14:paraId="4D56DEBF" w14:textId="77777777" w:rsidR="000E1451" w:rsidRDefault="00BE611A" w:rsidP="00BE611A">
      <w:pPr>
        <w:rPr>
          <w:rFonts w:cs="Georgia"/>
          <w:kern w:val="1"/>
        </w:rPr>
      </w:pPr>
      <w:r>
        <w:rPr>
          <w:rFonts w:cs="Georgia"/>
          <w:kern w:val="1"/>
        </w:rPr>
        <w:t>Quelques considérations suivirent</w:t>
      </w:r>
      <w:r w:rsidR="000E1451">
        <w:rPr>
          <w:rFonts w:cs="Georgia"/>
          <w:kern w:val="1"/>
        </w:rPr>
        <w:t xml:space="preserve">, </w:t>
      </w:r>
      <w:r>
        <w:rPr>
          <w:rFonts w:cs="Georgia"/>
          <w:kern w:val="1"/>
        </w:rPr>
        <w:t>sur les agréables exceptions que constituent certains Français par rapport au reste de la race</w:t>
      </w:r>
      <w:r w:rsidR="000E1451">
        <w:rPr>
          <w:rFonts w:cs="Georgia"/>
          <w:kern w:val="1"/>
        </w:rPr>
        <w:t xml:space="preserve">. </w:t>
      </w:r>
      <w:r>
        <w:rPr>
          <w:rFonts w:cs="Georgia"/>
          <w:kern w:val="1"/>
        </w:rPr>
        <w:t>Mais je lui avais déjà tourné le dos</w:t>
      </w:r>
      <w:r w:rsidR="000E1451">
        <w:rPr>
          <w:rFonts w:cs="Georgia"/>
          <w:kern w:val="1"/>
        </w:rPr>
        <w:t xml:space="preserve">. </w:t>
      </w:r>
      <w:r>
        <w:rPr>
          <w:rFonts w:cs="Georgia"/>
          <w:kern w:val="1"/>
        </w:rPr>
        <w:t>Je refaisais à toute vitesse le chemin que je venais de parcourir</w:t>
      </w:r>
      <w:r w:rsidR="000E1451">
        <w:rPr>
          <w:rFonts w:cs="Georgia"/>
          <w:kern w:val="1"/>
        </w:rPr>
        <w:t>.</w:t>
      </w:r>
    </w:p>
    <w:p w14:paraId="18AC36FB" w14:textId="77777777" w:rsidR="000E1451" w:rsidRDefault="000E1451" w:rsidP="00BE611A">
      <w:pPr>
        <w:rPr>
          <w:rFonts w:cs="Georgia"/>
          <w:kern w:val="1"/>
        </w:rPr>
      </w:pPr>
      <w:r>
        <w:rPr>
          <w:rFonts w:cs="Georgia"/>
          <w:kern w:val="1"/>
        </w:rPr>
        <w:t>M</w:t>
      </w:r>
      <w:r w:rsidRPr="000E1451">
        <w:rPr>
          <w:rFonts w:cs="Georgia"/>
          <w:kern w:val="1"/>
          <w:vertAlign w:val="superscript"/>
        </w:rPr>
        <w:t>lle</w:t>
      </w:r>
      <w:r>
        <w:rPr>
          <w:rFonts w:cs="Georgia"/>
          <w:kern w:val="1"/>
        </w:rPr>
        <w:t> de </w:t>
      </w:r>
      <w:r w:rsidR="00BE611A">
        <w:rPr>
          <w:rFonts w:cs="Georgia"/>
          <w:kern w:val="1"/>
        </w:rPr>
        <w:t>Mirrbach m</w:t>
      </w:r>
      <w:r>
        <w:rPr>
          <w:rFonts w:cs="Georgia"/>
          <w:kern w:val="1"/>
        </w:rPr>
        <w:t>’</w:t>
      </w:r>
      <w:r w:rsidR="00BE611A">
        <w:rPr>
          <w:rFonts w:cs="Georgia"/>
          <w:kern w:val="1"/>
        </w:rPr>
        <w:t>attendait</w:t>
      </w:r>
      <w:r>
        <w:rPr>
          <w:rFonts w:cs="Georgia"/>
          <w:kern w:val="1"/>
        </w:rPr>
        <w:t xml:space="preserve">, </w:t>
      </w:r>
      <w:r w:rsidR="00BE611A">
        <w:rPr>
          <w:rFonts w:cs="Georgia"/>
          <w:kern w:val="1"/>
        </w:rPr>
        <w:t>assise sur le tronc d</w:t>
      </w:r>
      <w:r>
        <w:rPr>
          <w:rFonts w:cs="Georgia"/>
          <w:kern w:val="1"/>
        </w:rPr>
        <w:t>’</w:t>
      </w:r>
      <w:r w:rsidR="00BE611A">
        <w:rPr>
          <w:rFonts w:cs="Georgia"/>
          <w:kern w:val="1"/>
        </w:rPr>
        <w:t>un sapin</w:t>
      </w:r>
      <w:r>
        <w:rPr>
          <w:rFonts w:cs="Georgia"/>
          <w:kern w:val="1"/>
        </w:rPr>
        <w:t>.</w:t>
      </w:r>
    </w:p>
    <w:p w14:paraId="21C5FCBF" w14:textId="77777777" w:rsidR="000E1451" w:rsidRDefault="000E1451" w:rsidP="00BE611A">
      <w:pPr>
        <w:rPr>
          <w:rFonts w:cs="Georgia"/>
          <w:kern w:val="1"/>
        </w:rPr>
      </w:pPr>
      <w:r>
        <w:rPr>
          <w:rFonts w:cs="Georgia"/>
          <w:kern w:val="1"/>
        </w:rPr>
        <w:t>— </w:t>
      </w:r>
      <w:r w:rsidR="00BE611A">
        <w:rPr>
          <w:rFonts w:cs="Georgia"/>
          <w:kern w:val="1"/>
        </w:rPr>
        <w:t>Vous l</w:t>
      </w:r>
      <w:r>
        <w:rPr>
          <w:rFonts w:cs="Georgia"/>
          <w:kern w:val="1"/>
        </w:rPr>
        <w:t>’</w:t>
      </w:r>
      <w:r w:rsidR="00BE611A">
        <w:rPr>
          <w:rFonts w:cs="Georgia"/>
          <w:kern w:val="1"/>
        </w:rPr>
        <w:t>avez vu</w:t>
      </w:r>
      <w:r>
        <w:rPr>
          <w:rFonts w:cs="Georgia"/>
          <w:kern w:val="1"/>
        </w:rPr>
        <w:t> ?</w:t>
      </w:r>
    </w:p>
    <w:p w14:paraId="437E02C1" w14:textId="77777777" w:rsidR="000E1451" w:rsidRDefault="000E1451" w:rsidP="00BE611A">
      <w:pPr>
        <w:rPr>
          <w:rFonts w:cs="Georgia"/>
          <w:kern w:val="1"/>
        </w:rPr>
      </w:pPr>
      <w:r>
        <w:rPr>
          <w:rFonts w:cs="Georgia"/>
          <w:kern w:val="1"/>
        </w:rPr>
        <w:t>— </w:t>
      </w:r>
      <w:r w:rsidR="00BE611A">
        <w:rPr>
          <w:rFonts w:cs="Georgia"/>
          <w:kern w:val="1"/>
        </w:rPr>
        <w:t>Oui</w:t>
      </w:r>
      <w:r>
        <w:rPr>
          <w:rFonts w:cs="Georgia"/>
          <w:kern w:val="1"/>
        </w:rPr>
        <w:t xml:space="preserve">. </w:t>
      </w:r>
      <w:r w:rsidR="00BE611A">
        <w:rPr>
          <w:rFonts w:cs="Georgia"/>
          <w:kern w:val="1"/>
        </w:rPr>
        <w:t>Il rentre</w:t>
      </w:r>
      <w:r>
        <w:rPr>
          <w:rFonts w:cs="Georgia"/>
          <w:kern w:val="1"/>
        </w:rPr>
        <w:t>.</w:t>
      </w:r>
    </w:p>
    <w:p w14:paraId="543C7802" w14:textId="77777777" w:rsidR="000E1451" w:rsidRDefault="00BE611A" w:rsidP="00BE611A">
      <w:pPr>
        <w:rPr>
          <w:rFonts w:cs="Georgia"/>
          <w:kern w:val="1"/>
        </w:rPr>
      </w:pPr>
      <w:r>
        <w:rPr>
          <w:rFonts w:cs="Georgia"/>
          <w:kern w:val="1"/>
        </w:rPr>
        <w:t>Je m</w:t>
      </w:r>
      <w:r w:rsidR="000E1451">
        <w:rPr>
          <w:rFonts w:cs="Georgia"/>
          <w:kern w:val="1"/>
        </w:rPr>
        <w:t>’</w:t>
      </w:r>
      <w:r>
        <w:rPr>
          <w:rFonts w:cs="Georgia"/>
          <w:kern w:val="1"/>
        </w:rPr>
        <w:t>aperçus qu</w:t>
      </w:r>
      <w:r w:rsidR="000E1451">
        <w:rPr>
          <w:rFonts w:cs="Georgia"/>
          <w:kern w:val="1"/>
        </w:rPr>
        <w:t>’</w:t>
      </w:r>
      <w:r>
        <w:rPr>
          <w:rFonts w:cs="Georgia"/>
          <w:kern w:val="1"/>
        </w:rPr>
        <w:t>elle me considérait avec une certaine anxiété</w:t>
      </w:r>
      <w:r w:rsidR="000E1451">
        <w:rPr>
          <w:rFonts w:cs="Georgia"/>
          <w:kern w:val="1"/>
        </w:rPr>
        <w:t xml:space="preserve">. </w:t>
      </w:r>
      <w:r>
        <w:rPr>
          <w:rFonts w:cs="Georgia"/>
          <w:kern w:val="1"/>
        </w:rPr>
        <w:t>On eût dit qu</w:t>
      </w:r>
      <w:r w:rsidR="000E1451">
        <w:rPr>
          <w:rFonts w:cs="Georgia"/>
          <w:kern w:val="1"/>
        </w:rPr>
        <w:t>’</w:t>
      </w:r>
      <w:r>
        <w:rPr>
          <w:rFonts w:cs="Georgia"/>
          <w:kern w:val="1"/>
        </w:rPr>
        <w:t>elle avait une question à me poser</w:t>
      </w:r>
      <w:r w:rsidR="000E1451">
        <w:rPr>
          <w:rFonts w:cs="Georgia"/>
          <w:kern w:val="1"/>
        </w:rPr>
        <w:t xml:space="preserve">, </w:t>
      </w:r>
      <w:r>
        <w:rPr>
          <w:rFonts w:cs="Georgia"/>
          <w:kern w:val="1"/>
        </w:rPr>
        <w:t>et qu</w:t>
      </w:r>
      <w:r w:rsidR="000E1451">
        <w:rPr>
          <w:rFonts w:cs="Georgia"/>
          <w:kern w:val="1"/>
        </w:rPr>
        <w:t>’</w:t>
      </w:r>
      <w:r>
        <w:rPr>
          <w:rFonts w:cs="Georgia"/>
          <w:kern w:val="1"/>
        </w:rPr>
        <w:t>elle n</w:t>
      </w:r>
      <w:r w:rsidR="000E1451">
        <w:rPr>
          <w:rFonts w:cs="Georgia"/>
          <w:kern w:val="1"/>
        </w:rPr>
        <w:t>’</w:t>
      </w:r>
      <w:r>
        <w:rPr>
          <w:rFonts w:cs="Georgia"/>
          <w:kern w:val="1"/>
        </w:rPr>
        <w:t>osait pas</w:t>
      </w:r>
      <w:r w:rsidR="000E1451">
        <w:rPr>
          <w:rFonts w:cs="Georgia"/>
          <w:kern w:val="1"/>
        </w:rPr>
        <w:t>.</w:t>
      </w:r>
    </w:p>
    <w:p w14:paraId="2ED4D306" w14:textId="77777777" w:rsidR="000E1451" w:rsidRDefault="000E1451" w:rsidP="00BE611A">
      <w:pPr>
        <w:rPr>
          <w:rFonts w:cs="Georgia"/>
          <w:kern w:val="1"/>
        </w:rPr>
      </w:pPr>
      <w:r>
        <w:rPr>
          <w:rFonts w:cs="Georgia"/>
          <w:kern w:val="1"/>
        </w:rPr>
        <w:t>— </w:t>
      </w:r>
      <w:r w:rsidR="00BE611A">
        <w:rPr>
          <w:rFonts w:cs="Georgia"/>
          <w:kern w:val="1"/>
        </w:rPr>
        <w:t>Que lui avez-vous dit</w:t>
      </w:r>
      <w:r>
        <w:rPr>
          <w:rFonts w:cs="Georgia"/>
          <w:kern w:val="1"/>
        </w:rPr>
        <w:t xml:space="preserve"> ? </w:t>
      </w:r>
      <w:r w:rsidR="00BE611A">
        <w:rPr>
          <w:rFonts w:cs="Georgia"/>
          <w:kern w:val="1"/>
        </w:rPr>
        <w:t>finit-elle par demander</w:t>
      </w:r>
      <w:r>
        <w:rPr>
          <w:rFonts w:cs="Georgia"/>
          <w:kern w:val="1"/>
        </w:rPr>
        <w:t>.</w:t>
      </w:r>
    </w:p>
    <w:p w14:paraId="35B04F0B" w14:textId="77777777" w:rsidR="000E1451" w:rsidRDefault="000E1451" w:rsidP="00BE611A">
      <w:pPr>
        <w:rPr>
          <w:rFonts w:cs="Georgia"/>
          <w:kern w:val="1"/>
        </w:rPr>
      </w:pPr>
      <w:r>
        <w:rPr>
          <w:rFonts w:cs="Georgia"/>
          <w:kern w:val="1"/>
        </w:rPr>
        <w:t>— </w:t>
      </w:r>
      <w:r w:rsidR="00BE611A">
        <w:rPr>
          <w:rFonts w:cs="Georgia"/>
          <w:kern w:val="1"/>
        </w:rPr>
        <w:t>Que vous reveniez par l</w:t>
      </w:r>
      <w:r>
        <w:rPr>
          <w:rFonts w:cs="Georgia"/>
          <w:kern w:val="1"/>
        </w:rPr>
        <w:t>’</w:t>
      </w:r>
      <w:r w:rsidR="00BE611A">
        <w:rPr>
          <w:rFonts w:cs="Georgia"/>
          <w:kern w:val="1"/>
        </w:rPr>
        <w:t>autre chemin</w:t>
      </w:r>
      <w:r>
        <w:rPr>
          <w:rFonts w:cs="Georgia"/>
          <w:kern w:val="1"/>
        </w:rPr>
        <w:t>.</w:t>
      </w:r>
    </w:p>
    <w:p w14:paraId="47D525DF" w14:textId="77777777" w:rsidR="000E1451" w:rsidRDefault="000E1451" w:rsidP="00BE611A">
      <w:pPr>
        <w:rPr>
          <w:rFonts w:cs="Georgia"/>
          <w:kern w:val="1"/>
        </w:rPr>
      </w:pPr>
      <w:r>
        <w:rPr>
          <w:rFonts w:cs="Georgia"/>
          <w:kern w:val="1"/>
        </w:rPr>
        <w:t>— </w:t>
      </w:r>
      <w:r w:rsidR="00BE611A">
        <w:rPr>
          <w:rFonts w:cs="Georgia"/>
          <w:kern w:val="1"/>
        </w:rPr>
        <w:t>Ce n</w:t>
      </w:r>
      <w:r>
        <w:rPr>
          <w:rFonts w:cs="Georgia"/>
          <w:kern w:val="1"/>
        </w:rPr>
        <w:t>’</w:t>
      </w:r>
      <w:r w:rsidR="00BE611A">
        <w:rPr>
          <w:rFonts w:cs="Georgia"/>
          <w:kern w:val="1"/>
        </w:rPr>
        <w:t>est pas cela</w:t>
      </w:r>
      <w:r>
        <w:rPr>
          <w:rFonts w:cs="Georgia"/>
          <w:kern w:val="1"/>
        </w:rPr>
        <w:t xml:space="preserve">. </w:t>
      </w:r>
      <w:r w:rsidR="00BE611A">
        <w:rPr>
          <w:rFonts w:cs="Georgia"/>
          <w:kern w:val="1"/>
        </w:rPr>
        <w:t>Ne lui avez-vous pas parlé de ce que je faisais</w:t>
      </w:r>
      <w:r>
        <w:rPr>
          <w:rFonts w:cs="Georgia"/>
          <w:kern w:val="1"/>
        </w:rPr>
        <w:t xml:space="preserve">, </w:t>
      </w:r>
      <w:r w:rsidR="00BE611A">
        <w:rPr>
          <w:rFonts w:cs="Georgia"/>
          <w:kern w:val="1"/>
        </w:rPr>
        <w:t>quand vous êtes arrivé</w:t>
      </w:r>
      <w:r>
        <w:rPr>
          <w:rFonts w:cs="Georgia"/>
          <w:kern w:val="1"/>
        </w:rPr>
        <w:t> ?</w:t>
      </w:r>
    </w:p>
    <w:p w14:paraId="571AC3C9" w14:textId="77777777" w:rsidR="000E1451" w:rsidRDefault="00BE611A" w:rsidP="00BE611A">
      <w:pPr>
        <w:rPr>
          <w:rFonts w:cs="Georgia"/>
          <w:kern w:val="1"/>
        </w:rPr>
      </w:pPr>
      <w:r>
        <w:rPr>
          <w:rFonts w:cs="Georgia"/>
          <w:kern w:val="1"/>
        </w:rPr>
        <w:t>Peut-être serais-je arrivé à ne pas trahir mon étonnement à l</w:t>
      </w:r>
      <w:r w:rsidR="000E1451">
        <w:rPr>
          <w:rFonts w:cs="Georgia"/>
          <w:kern w:val="1"/>
        </w:rPr>
        <w:t>’</w:t>
      </w:r>
      <w:r>
        <w:rPr>
          <w:rFonts w:cs="Georgia"/>
          <w:kern w:val="1"/>
        </w:rPr>
        <w:t>entendre me parler de la sorte</w:t>
      </w:r>
      <w:r w:rsidR="000E1451">
        <w:rPr>
          <w:rFonts w:cs="Georgia"/>
          <w:kern w:val="1"/>
        </w:rPr>
        <w:t xml:space="preserve">. </w:t>
      </w:r>
      <w:r>
        <w:rPr>
          <w:rFonts w:cs="Georgia"/>
          <w:kern w:val="1"/>
        </w:rPr>
        <w:t>Mais au même instant</w:t>
      </w:r>
      <w:r w:rsidR="000E1451">
        <w:rPr>
          <w:rFonts w:cs="Georgia"/>
          <w:kern w:val="1"/>
        </w:rPr>
        <w:t xml:space="preserve">, </w:t>
      </w:r>
      <w:r>
        <w:rPr>
          <w:rFonts w:cs="Georgia"/>
          <w:kern w:val="1"/>
        </w:rPr>
        <w:t>je venais de faire une curieuse remarque</w:t>
      </w:r>
      <w:r w:rsidR="000E1451">
        <w:rPr>
          <w:rFonts w:cs="Georgia"/>
          <w:kern w:val="1"/>
        </w:rPr>
        <w:t xml:space="preserve"> : </w:t>
      </w:r>
      <w:r>
        <w:rPr>
          <w:rFonts w:cs="Georgia"/>
          <w:kern w:val="1"/>
        </w:rPr>
        <w:t xml:space="preserve">la </w:t>
      </w:r>
      <w:r>
        <w:rPr>
          <w:rFonts w:cs="Georgia"/>
          <w:kern w:val="1"/>
        </w:rPr>
        <w:lastRenderedPageBreak/>
        <w:t xml:space="preserve">perche dont se servait </w:t>
      </w:r>
      <w:r w:rsidR="000E1451">
        <w:rPr>
          <w:rFonts w:cs="Georgia"/>
          <w:kern w:val="1"/>
        </w:rPr>
        <w:t>M</w:t>
      </w:r>
      <w:r w:rsidR="000E1451" w:rsidRPr="000E1451">
        <w:rPr>
          <w:rFonts w:cs="Georgia"/>
          <w:kern w:val="1"/>
          <w:vertAlign w:val="superscript"/>
        </w:rPr>
        <w:t>lle</w:t>
      </w:r>
      <w:r w:rsidR="000E1451">
        <w:rPr>
          <w:rFonts w:cs="Georgia"/>
          <w:kern w:val="1"/>
        </w:rPr>
        <w:t> de </w:t>
      </w:r>
      <w:r>
        <w:rPr>
          <w:rFonts w:cs="Georgia"/>
          <w:kern w:val="1"/>
        </w:rPr>
        <w:t>Mirrbach quelques minutes auparavant pour remuer le sable de la crique</w:t>
      </w:r>
      <w:r w:rsidR="000E1451">
        <w:rPr>
          <w:rFonts w:cs="Georgia"/>
          <w:kern w:val="1"/>
        </w:rPr>
        <w:t xml:space="preserve">, </w:t>
      </w:r>
      <w:r>
        <w:rPr>
          <w:rFonts w:cs="Georgia"/>
          <w:kern w:val="1"/>
        </w:rPr>
        <w:t>cette perche avait disparu</w:t>
      </w:r>
      <w:r w:rsidR="000E1451">
        <w:rPr>
          <w:rFonts w:cs="Georgia"/>
          <w:kern w:val="1"/>
        </w:rPr>
        <w:t>.</w:t>
      </w:r>
    </w:p>
    <w:p w14:paraId="38D5E5D0" w14:textId="77777777" w:rsidR="000E1451" w:rsidRDefault="000E1451" w:rsidP="00BE611A">
      <w:pPr>
        <w:rPr>
          <w:rFonts w:cs="Georgia"/>
          <w:kern w:val="1"/>
        </w:rPr>
      </w:pPr>
      <w:r>
        <w:rPr>
          <w:rFonts w:cs="Georgia"/>
          <w:kern w:val="1"/>
        </w:rPr>
        <w:t>— </w:t>
      </w:r>
      <w:r w:rsidR="00BE611A">
        <w:rPr>
          <w:rFonts w:cs="Georgia"/>
          <w:kern w:val="1"/>
        </w:rPr>
        <w:t>Je n</w:t>
      </w:r>
      <w:r>
        <w:rPr>
          <w:rFonts w:cs="Georgia"/>
          <w:kern w:val="1"/>
        </w:rPr>
        <w:t>’</w:t>
      </w:r>
      <w:r w:rsidR="00BE611A">
        <w:rPr>
          <w:rFonts w:cs="Georgia"/>
          <w:kern w:val="1"/>
        </w:rPr>
        <w:t>ai rien dit d</w:t>
      </w:r>
      <w:r>
        <w:rPr>
          <w:rFonts w:cs="Georgia"/>
          <w:kern w:val="1"/>
        </w:rPr>
        <w:t>’</w:t>
      </w:r>
      <w:r w:rsidR="00BE611A">
        <w:rPr>
          <w:rFonts w:cs="Georgia"/>
          <w:kern w:val="1"/>
        </w:rPr>
        <w:t>autre à Gottlieb</w:t>
      </w:r>
      <w:r>
        <w:rPr>
          <w:rFonts w:cs="Georgia"/>
          <w:kern w:val="1"/>
        </w:rPr>
        <w:t xml:space="preserve">, </w:t>
      </w:r>
      <w:r w:rsidR="00BE611A">
        <w:rPr>
          <w:rFonts w:cs="Georgia"/>
          <w:kern w:val="1"/>
        </w:rPr>
        <w:t>murmurai-je</w:t>
      </w:r>
      <w:r>
        <w:rPr>
          <w:rFonts w:cs="Georgia"/>
          <w:kern w:val="1"/>
        </w:rPr>
        <w:t xml:space="preserve">, </w:t>
      </w:r>
      <w:r w:rsidR="00BE611A">
        <w:rPr>
          <w:rFonts w:cs="Georgia"/>
          <w:kern w:val="1"/>
        </w:rPr>
        <w:t>balbutiant comme si je mentais</w:t>
      </w:r>
      <w:r>
        <w:rPr>
          <w:rFonts w:cs="Georgia"/>
          <w:kern w:val="1"/>
        </w:rPr>
        <w:t>.</w:t>
      </w:r>
    </w:p>
    <w:p w14:paraId="00DE36B5" w14:textId="77777777" w:rsidR="000E1451" w:rsidRDefault="00BE611A" w:rsidP="00BE611A">
      <w:pPr>
        <w:rPr>
          <w:rFonts w:cs="Georgia"/>
          <w:kern w:val="1"/>
        </w:rPr>
      </w:pPr>
      <w:r>
        <w:rPr>
          <w:rFonts w:cs="Georgia"/>
          <w:kern w:val="1"/>
        </w:rPr>
        <w:t>Ma réponse ne diminua guère l</w:t>
      </w:r>
      <w:r w:rsidR="000E1451">
        <w:rPr>
          <w:rFonts w:cs="Georgia"/>
          <w:kern w:val="1"/>
        </w:rPr>
        <w:t>’</w:t>
      </w:r>
      <w:r>
        <w:rPr>
          <w:rFonts w:cs="Georgia"/>
          <w:kern w:val="1"/>
        </w:rPr>
        <w:t>embarras d</w:t>
      </w:r>
      <w:r w:rsidR="000E1451">
        <w:rPr>
          <w:rFonts w:cs="Georgia"/>
          <w:kern w:val="1"/>
        </w:rPr>
        <w:t>’</w:t>
      </w:r>
      <w:r>
        <w:rPr>
          <w:rFonts w:cs="Georgia"/>
          <w:kern w:val="1"/>
        </w:rPr>
        <w:t>Axelle</w:t>
      </w:r>
      <w:r w:rsidR="000E1451">
        <w:rPr>
          <w:rFonts w:cs="Georgia"/>
          <w:kern w:val="1"/>
        </w:rPr>
        <w:t>.</w:t>
      </w:r>
    </w:p>
    <w:p w14:paraId="67E55E92" w14:textId="77777777" w:rsidR="000E1451" w:rsidRDefault="000E1451" w:rsidP="00BE611A">
      <w:pPr>
        <w:rPr>
          <w:rFonts w:cs="Georgia"/>
          <w:kern w:val="1"/>
        </w:rPr>
      </w:pPr>
      <w:r>
        <w:rPr>
          <w:rFonts w:cs="Georgia"/>
          <w:kern w:val="1"/>
        </w:rPr>
        <w:t>— </w:t>
      </w:r>
      <w:r w:rsidR="00BE611A">
        <w:rPr>
          <w:rFonts w:cs="Georgia"/>
          <w:kern w:val="1"/>
        </w:rPr>
        <w:t>Il faut me faire une promesse</w:t>
      </w:r>
      <w:r>
        <w:rPr>
          <w:rFonts w:cs="Georgia"/>
          <w:kern w:val="1"/>
        </w:rPr>
        <w:t xml:space="preserve">, </w:t>
      </w:r>
      <w:r w:rsidR="00BE611A">
        <w:rPr>
          <w:rFonts w:cs="Georgia"/>
          <w:kern w:val="1"/>
        </w:rPr>
        <w:t>réussit-elle à dire enfin</w:t>
      </w:r>
      <w:r>
        <w:rPr>
          <w:rFonts w:cs="Georgia"/>
          <w:kern w:val="1"/>
        </w:rPr>
        <w:t xml:space="preserve">. </w:t>
      </w:r>
      <w:r w:rsidR="00BE611A">
        <w:rPr>
          <w:rFonts w:cs="Georgia"/>
          <w:kern w:val="1"/>
        </w:rPr>
        <w:t>Oui</w:t>
      </w:r>
      <w:r>
        <w:rPr>
          <w:rFonts w:cs="Georgia"/>
          <w:kern w:val="1"/>
        </w:rPr>
        <w:t xml:space="preserve">, </w:t>
      </w:r>
      <w:r w:rsidR="00BE611A">
        <w:rPr>
          <w:rFonts w:cs="Georgia"/>
          <w:kern w:val="1"/>
        </w:rPr>
        <w:t>une promesse</w:t>
      </w:r>
      <w:r>
        <w:rPr>
          <w:rFonts w:cs="Georgia"/>
          <w:kern w:val="1"/>
        </w:rPr>
        <w:t xml:space="preserve">. </w:t>
      </w:r>
      <w:r w:rsidR="00BE611A">
        <w:rPr>
          <w:rFonts w:cs="Georgia"/>
          <w:kern w:val="1"/>
        </w:rPr>
        <w:t>Ne parlez à personne de ce que vous venez de voir</w:t>
      </w:r>
      <w:r>
        <w:rPr>
          <w:rFonts w:cs="Georgia"/>
          <w:kern w:val="1"/>
        </w:rPr>
        <w:t xml:space="preserve">. </w:t>
      </w:r>
      <w:r w:rsidR="00BE611A">
        <w:rPr>
          <w:rFonts w:cs="Georgia"/>
          <w:kern w:val="1"/>
        </w:rPr>
        <w:t>Jamais</w:t>
      </w:r>
      <w:r>
        <w:rPr>
          <w:rFonts w:cs="Georgia"/>
          <w:kern w:val="1"/>
        </w:rPr>
        <w:t xml:space="preserve">, </w:t>
      </w:r>
      <w:r w:rsidR="00BE611A">
        <w:rPr>
          <w:rFonts w:cs="Georgia"/>
          <w:kern w:val="1"/>
        </w:rPr>
        <w:t>vous m</w:t>
      </w:r>
      <w:r>
        <w:rPr>
          <w:rFonts w:cs="Georgia"/>
          <w:kern w:val="1"/>
        </w:rPr>
        <w:t>’</w:t>
      </w:r>
      <w:r w:rsidR="00BE611A">
        <w:rPr>
          <w:rFonts w:cs="Georgia"/>
          <w:kern w:val="1"/>
        </w:rPr>
        <w:t>entendez</w:t>
      </w:r>
      <w:r>
        <w:rPr>
          <w:rFonts w:cs="Georgia"/>
          <w:kern w:val="1"/>
        </w:rPr>
        <w:t xml:space="preserve"> ? </w:t>
      </w:r>
      <w:r w:rsidR="00BE611A">
        <w:rPr>
          <w:rFonts w:cs="Georgia"/>
          <w:kern w:val="1"/>
        </w:rPr>
        <w:t>À personne</w:t>
      </w:r>
      <w:r>
        <w:rPr>
          <w:rFonts w:cs="Georgia"/>
          <w:kern w:val="1"/>
        </w:rPr>
        <w:t>.</w:t>
      </w:r>
    </w:p>
    <w:p w14:paraId="6569F64F" w14:textId="77777777" w:rsidR="000E1451" w:rsidRDefault="000E1451" w:rsidP="00BE611A">
      <w:pPr>
        <w:rPr>
          <w:rFonts w:cs="Georgia"/>
          <w:kern w:val="1"/>
        </w:rPr>
      </w:pPr>
      <w:r>
        <w:rPr>
          <w:rFonts w:cs="Georgia"/>
          <w:kern w:val="1"/>
        </w:rPr>
        <w:t>— </w:t>
      </w:r>
      <w:r w:rsidR="00BE611A">
        <w:rPr>
          <w:rFonts w:cs="Georgia"/>
          <w:kern w:val="1"/>
        </w:rPr>
        <w:t>Je vous le promets</w:t>
      </w:r>
      <w:r>
        <w:rPr>
          <w:rFonts w:cs="Georgia"/>
          <w:kern w:val="1"/>
        </w:rPr>
        <w:t xml:space="preserve">, </w:t>
      </w:r>
      <w:r w:rsidR="00BE611A">
        <w:rPr>
          <w:rFonts w:cs="Georgia"/>
          <w:kern w:val="1"/>
        </w:rPr>
        <w:t>dis-je</w:t>
      </w:r>
      <w:r>
        <w:rPr>
          <w:rFonts w:cs="Georgia"/>
          <w:kern w:val="1"/>
        </w:rPr>
        <w:t xml:space="preserve">, </w:t>
      </w:r>
      <w:r w:rsidR="00BE611A">
        <w:rPr>
          <w:rFonts w:cs="Georgia"/>
          <w:kern w:val="1"/>
        </w:rPr>
        <w:t>commençant à être inquiet à mon tour</w:t>
      </w:r>
      <w:r>
        <w:rPr>
          <w:rFonts w:cs="Georgia"/>
          <w:kern w:val="1"/>
        </w:rPr>
        <w:t>.</w:t>
      </w:r>
    </w:p>
    <w:p w14:paraId="2D1B0FE3" w14:textId="77777777" w:rsidR="000E1451" w:rsidRDefault="000E1451" w:rsidP="00BE611A">
      <w:pPr>
        <w:rPr>
          <w:rFonts w:cs="Georgia"/>
          <w:kern w:val="1"/>
        </w:rPr>
      </w:pPr>
      <w:r>
        <w:rPr>
          <w:rFonts w:cs="Georgia"/>
          <w:kern w:val="1"/>
        </w:rPr>
        <w:t>— </w:t>
      </w:r>
      <w:r w:rsidR="00BE611A">
        <w:rPr>
          <w:rFonts w:cs="Georgia"/>
          <w:kern w:val="1"/>
        </w:rPr>
        <w:t>Merci</w:t>
      </w:r>
      <w:r>
        <w:rPr>
          <w:rFonts w:cs="Georgia"/>
          <w:kern w:val="1"/>
        </w:rPr>
        <w:t>.</w:t>
      </w:r>
    </w:p>
    <w:p w14:paraId="023D537B" w14:textId="77777777" w:rsidR="000E1451" w:rsidRDefault="00BE611A" w:rsidP="00BE611A">
      <w:pPr>
        <w:rPr>
          <w:rFonts w:cs="Georgia"/>
          <w:kern w:val="1"/>
        </w:rPr>
      </w:pPr>
      <w:r>
        <w:rPr>
          <w:rFonts w:cs="Georgia"/>
          <w:kern w:val="1"/>
        </w:rPr>
        <w:t>Elle me parut hésiter</w:t>
      </w:r>
      <w:r w:rsidR="000E1451">
        <w:rPr>
          <w:rFonts w:cs="Georgia"/>
          <w:kern w:val="1"/>
        </w:rPr>
        <w:t xml:space="preserve">, </w:t>
      </w:r>
      <w:r>
        <w:rPr>
          <w:rFonts w:cs="Georgia"/>
          <w:kern w:val="1"/>
        </w:rPr>
        <w:t>comme si elle était sur le point de me confier le motif de son insistance à obtenir ma promesse</w:t>
      </w:r>
      <w:r w:rsidR="000E1451">
        <w:rPr>
          <w:rFonts w:cs="Georgia"/>
          <w:kern w:val="1"/>
        </w:rPr>
        <w:t xml:space="preserve">. </w:t>
      </w:r>
      <w:r>
        <w:rPr>
          <w:rFonts w:cs="Georgia"/>
          <w:kern w:val="1"/>
        </w:rPr>
        <w:t>Finalement</w:t>
      </w:r>
      <w:r w:rsidR="000E1451">
        <w:rPr>
          <w:rFonts w:cs="Georgia"/>
          <w:kern w:val="1"/>
        </w:rPr>
        <w:t xml:space="preserve">, </w:t>
      </w:r>
      <w:r>
        <w:rPr>
          <w:rFonts w:cs="Georgia"/>
          <w:kern w:val="1"/>
        </w:rPr>
        <w:t>elle garda son secret</w:t>
      </w:r>
      <w:r w:rsidR="000E1451">
        <w:rPr>
          <w:rFonts w:cs="Georgia"/>
          <w:kern w:val="1"/>
        </w:rPr>
        <w:t>.</w:t>
      </w:r>
    </w:p>
    <w:p w14:paraId="05B84B43" w14:textId="77777777" w:rsidR="000E1451" w:rsidRDefault="000E1451" w:rsidP="00BE611A">
      <w:pPr>
        <w:rPr>
          <w:rFonts w:cs="Georgia"/>
          <w:kern w:val="1"/>
        </w:rPr>
      </w:pPr>
      <w:r>
        <w:rPr>
          <w:rFonts w:cs="Georgia"/>
          <w:kern w:val="1"/>
        </w:rPr>
        <w:t>— </w:t>
      </w:r>
      <w:r w:rsidR="00BE611A">
        <w:rPr>
          <w:rFonts w:cs="Georgia"/>
          <w:kern w:val="1"/>
        </w:rPr>
        <w:t>Quelle heure est-il donc</w:t>
      </w:r>
      <w:r>
        <w:rPr>
          <w:rFonts w:cs="Georgia"/>
          <w:kern w:val="1"/>
        </w:rPr>
        <w:t> ?</w:t>
      </w:r>
    </w:p>
    <w:p w14:paraId="0A2BF7F4" w14:textId="77777777" w:rsidR="000E1451" w:rsidRDefault="000E1451" w:rsidP="00BE611A">
      <w:pPr>
        <w:rPr>
          <w:rFonts w:cs="Georgia"/>
          <w:kern w:val="1"/>
        </w:rPr>
      </w:pPr>
      <w:r>
        <w:rPr>
          <w:rFonts w:cs="Georgia"/>
          <w:kern w:val="1"/>
        </w:rPr>
        <w:t>— </w:t>
      </w:r>
      <w:r w:rsidR="00BE611A">
        <w:rPr>
          <w:rFonts w:cs="Georgia"/>
          <w:kern w:val="1"/>
        </w:rPr>
        <w:t>Il ne doit pas être loin de deux heures</w:t>
      </w:r>
      <w:r>
        <w:rPr>
          <w:rFonts w:cs="Georgia"/>
          <w:kern w:val="1"/>
        </w:rPr>
        <w:t>.</w:t>
      </w:r>
    </w:p>
    <w:p w14:paraId="53D3EEFF" w14:textId="77777777" w:rsidR="000E1451" w:rsidRDefault="000E1451" w:rsidP="00BE611A">
      <w:pPr>
        <w:rPr>
          <w:rFonts w:cs="Georgia"/>
          <w:kern w:val="1"/>
        </w:rPr>
      </w:pPr>
      <w:r>
        <w:rPr>
          <w:rFonts w:cs="Georgia"/>
          <w:kern w:val="1"/>
        </w:rPr>
        <w:t>— </w:t>
      </w:r>
      <w:r w:rsidR="00BE611A">
        <w:rPr>
          <w:rFonts w:cs="Georgia"/>
          <w:kern w:val="1"/>
        </w:rPr>
        <w:t>Mon Dieu</w:t>
      </w:r>
      <w:r>
        <w:rPr>
          <w:rFonts w:cs="Georgia"/>
          <w:kern w:val="1"/>
        </w:rPr>
        <w:t xml:space="preserve">, </w:t>
      </w:r>
      <w:r w:rsidR="00BE611A">
        <w:rPr>
          <w:rFonts w:cs="Georgia"/>
          <w:kern w:val="1"/>
        </w:rPr>
        <w:t>si tard que cela</w:t>
      </w:r>
      <w:r>
        <w:rPr>
          <w:rFonts w:cs="Georgia"/>
          <w:kern w:val="1"/>
        </w:rPr>
        <w:t xml:space="preserve"> ! </w:t>
      </w:r>
      <w:r w:rsidR="00BE611A">
        <w:rPr>
          <w:rFonts w:cs="Georgia"/>
          <w:kern w:val="1"/>
        </w:rPr>
        <w:t>Je comprends que Gottlieb se soit ému</w:t>
      </w:r>
      <w:r>
        <w:rPr>
          <w:rFonts w:cs="Georgia"/>
          <w:kern w:val="1"/>
        </w:rPr>
        <w:t xml:space="preserve">. </w:t>
      </w:r>
      <w:r w:rsidR="00BE611A">
        <w:rPr>
          <w:rFonts w:cs="Georgia"/>
          <w:kern w:val="1"/>
        </w:rPr>
        <w:t>Allons-nous-en</w:t>
      </w:r>
      <w:r>
        <w:rPr>
          <w:rFonts w:cs="Georgia"/>
          <w:kern w:val="1"/>
        </w:rPr>
        <w:t>.</w:t>
      </w:r>
    </w:p>
    <w:p w14:paraId="04849365" w14:textId="77777777" w:rsidR="000E1451" w:rsidRDefault="000E1451" w:rsidP="00BE611A">
      <w:pPr>
        <w:rPr>
          <w:rFonts w:cs="Georgia"/>
          <w:kern w:val="1"/>
        </w:rPr>
      </w:pPr>
      <w:r>
        <w:rPr>
          <w:rFonts w:cs="Georgia"/>
          <w:kern w:val="1"/>
        </w:rPr>
        <w:t>— </w:t>
      </w:r>
      <w:r w:rsidR="00BE611A">
        <w:rPr>
          <w:rFonts w:cs="Georgia"/>
          <w:kern w:val="1"/>
        </w:rPr>
        <w:t>Je vais vous laisser prendre un peu d</w:t>
      </w:r>
      <w:r>
        <w:rPr>
          <w:rFonts w:cs="Georgia"/>
          <w:kern w:val="1"/>
        </w:rPr>
        <w:t>’</w:t>
      </w:r>
      <w:r w:rsidR="00BE611A">
        <w:rPr>
          <w:rFonts w:cs="Georgia"/>
          <w:kern w:val="1"/>
        </w:rPr>
        <w:t>avance</w:t>
      </w:r>
      <w:r>
        <w:rPr>
          <w:rFonts w:cs="Georgia"/>
          <w:kern w:val="1"/>
        </w:rPr>
        <w:t xml:space="preserve">, </w:t>
      </w:r>
      <w:r w:rsidR="00BE611A">
        <w:rPr>
          <w:rFonts w:cs="Georgia"/>
          <w:kern w:val="1"/>
        </w:rPr>
        <w:t>lui dis-je</w:t>
      </w:r>
      <w:r>
        <w:rPr>
          <w:rFonts w:cs="Georgia"/>
          <w:kern w:val="1"/>
        </w:rPr>
        <w:t>.</w:t>
      </w:r>
    </w:p>
    <w:p w14:paraId="6D1745B5" w14:textId="77777777" w:rsidR="000E1451" w:rsidRDefault="00BE611A" w:rsidP="00BE611A">
      <w:pPr>
        <w:rPr>
          <w:rFonts w:cs="Georgia"/>
          <w:kern w:val="1"/>
        </w:rPr>
      </w:pPr>
      <w:r>
        <w:rPr>
          <w:rFonts w:cs="Georgia"/>
          <w:kern w:val="1"/>
        </w:rPr>
        <w:t>Elle comprit de quelle réserve était faite ma proposition</w:t>
      </w:r>
      <w:r w:rsidR="000E1451">
        <w:rPr>
          <w:rFonts w:cs="Georgia"/>
          <w:kern w:val="1"/>
        </w:rPr>
        <w:t xml:space="preserve">. </w:t>
      </w:r>
      <w:r>
        <w:rPr>
          <w:rFonts w:cs="Georgia"/>
          <w:kern w:val="1"/>
        </w:rPr>
        <w:t>D</w:t>
      </w:r>
      <w:r w:rsidR="000E1451">
        <w:rPr>
          <w:rFonts w:cs="Georgia"/>
          <w:kern w:val="1"/>
        </w:rPr>
        <w:t>’</w:t>
      </w:r>
      <w:r>
        <w:rPr>
          <w:rFonts w:cs="Georgia"/>
          <w:kern w:val="1"/>
        </w:rPr>
        <w:t>un sourire</w:t>
      </w:r>
      <w:r w:rsidR="000E1451">
        <w:rPr>
          <w:rFonts w:cs="Georgia"/>
          <w:kern w:val="1"/>
        </w:rPr>
        <w:t xml:space="preserve">, </w:t>
      </w:r>
      <w:r>
        <w:rPr>
          <w:rFonts w:cs="Georgia"/>
          <w:kern w:val="1"/>
        </w:rPr>
        <w:t>elle m</w:t>
      </w:r>
      <w:r w:rsidR="000E1451">
        <w:rPr>
          <w:rFonts w:cs="Georgia"/>
          <w:kern w:val="1"/>
        </w:rPr>
        <w:t>’</w:t>
      </w:r>
      <w:r>
        <w:rPr>
          <w:rFonts w:cs="Georgia"/>
          <w:kern w:val="1"/>
        </w:rPr>
        <w:t>en remercia</w:t>
      </w:r>
      <w:r w:rsidR="000E1451">
        <w:rPr>
          <w:rFonts w:cs="Georgia"/>
          <w:kern w:val="1"/>
        </w:rPr>
        <w:t>.</w:t>
      </w:r>
    </w:p>
    <w:p w14:paraId="30DA1D8D" w14:textId="77777777" w:rsidR="000E1451" w:rsidRDefault="000E1451" w:rsidP="00BE611A">
      <w:pPr>
        <w:rPr>
          <w:rFonts w:cs="Georgia"/>
          <w:kern w:val="1"/>
        </w:rPr>
      </w:pPr>
      <w:r>
        <w:rPr>
          <w:rFonts w:cs="Georgia"/>
          <w:kern w:val="1"/>
        </w:rPr>
        <w:t>— </w:t>
      </w:r>
      <w:r w:rsidR="00BE611A">
        <w:rPr>
          <w:rFonts w:cs="Georgia"/>
          <w:kern w:val="1"/>
        </w:rPr>
        <w:t>Oh</w:t>
      </w:r>
      <w:r>
        <w:rPr>
          <w:rFonts w:cs="Georgia"/>
          <w:kern w:val="1"/>
        </w:rPr>
        <w:t xml:space="preserve"> ! </w:t>
      </w:r>
      <w:r w:rsidR="00BE611A">
        <w:rPr>
          <w:rFonts w:cs="Georgia"/>
          <w:kern w:val="1"/>
        </w:rPr>
        <w:t>ce n</w:t>
      </w:r>
      <w:r>
        <w:rPr>
          <w:rFonts w:cs="Georgia"/>
          <w:kern w:val="1"/>
        </w:rPr>
        <w:t>’</w:t>
      </w:r>
      <w:r w:rsidR="00BE611A">
        <w:rPr>
          <w:rFonts w:cs="Georgia"/>
          <w:kern w:val="1"/>
        </w:rPr>
        <w:t>est pas la peine</w:t>
      </w:r>
      <w:r>
        <w:rPr>
          <w:rFonts w:cs="Georgia"/>
          <w:kern w:val="1"/>
        </w:rPr>
        <w:t xml:space="preserve">. </w:t>
      </w:r>
      <w:r w:rsidR="00BE611A">
        <w:rPr>
          <w:rFonts w:cs="Georgia"/>
          <w:kern w:val="1"/>
        </w:rPr>
        <w:t>On ne rencontre jamais personne par ici</w:t>
      </w:r>
      <w:r>
        <w:rPr>
          <w:rFonts w:cs="Georgia"/>
          <w:kern w:val="1"/>
        </w:rPr>
        <w:t xml:space="preserve">. </w:t>
      </w:r>
      <w:r w:rsidR="00BE611A">
        <w:rPr>
          <w:rFonts w:cs="Georgia"/>
          <w:kern w:val="1"/>
        </w:rPr>
        <w:t>Vous avez pu le constater</w:t>
      </w:r>
      <w:r>
        <w:rPr>
          <w:rFonts w:cs="Georgia"/>
          <w:kern w:val="1"/>
        </w:rPr>
        <w:t xml:space="preserve">. </w:t>
      </w:r>
      <w:r w:rsidR="00BE611A">
        <w:rPr>
          <w:rFonts w:cs="Georgia"/>
          <w:kern w:val="1"/>
        </w:rPr>
        <w:t>Venez</w:t>
      </w:r>
      <w:r>
        <w:rPr>
          <w:rFonts w:cs="Georgia"/>
          <w:kern w:val="1"/>
        </w:rPr>
        <w:t>.</w:t>
      </w:r>
    </w:p>
    <w:p w14:paraId="3AAC7A2C" w14:textId="77777777" w:rsidR="000E1451" w:rsidRDefault="00BE611A" w:rsidP="00BE611A">
      <w:pPr>
        <w:rPr>
          <w:rFonts w:cs="Georgia"/>
          <w:kern w:val="1"/>
        </w:rPr>
      </w:pPr>
      <w:r>
        <w:rPr>
          <w:rFonts w:cs="Georgia"/>
          <w:kern w:val="1"/>
        </w:rPr>
        <w:lastRenderedPageBreak/>
        <w:t>Quand nous eûmes atteint le bouquet d</w:t>
      </w:r>
      <w:r w:rsidR="000E1451">
        <w:rPr>
          <w:rFonts w:cs="Georgia"/>
          <w:kern w:val="1"/>
        </w:rPr>
        <w:t>’</w:t>
      </w:r>
      <w:r>
        <w:rPr>
          <w:rFonts w:cs="Georgia"/>
          <w:kern w:val="1"/>
        </w:rPr>
        <w:t>arbres situé au milieu des étangs</w:t>
      </w:r>
      <w:r w:rsidR="000E1451">
        <w:rPr>
          <w:rFonts w:cs="Georgia"/>
          <w:kern w:val="1"/>
        </w:rPr>
        <w:t xml:space="preserve">, </w:t>
      </w:r>
      <w:r>
        <w:rPr>
          <w:rFonts w:cs="Georgia"/>
          <w:kern w:val="1"/>
        </w:rPr>
        <w:t>là où aboutissait la chaussée</w:t>
      </w:r>
      <w:r w:rsidR="000E1451">
        <w:rPr>
          <w:rFonts w:cs="Georgia"/>
          <w:kern w:val="1"/>
        </w:rPr>
        <w:t xml:space="preserve">, </w:t>
      </w:r>
      <w:r>
        <w:rPr>
          <w:rFonts w:cs="Georgia"/>
          <w:kern w:val="1"/>
        </w:rPr>
        <w:t>nous fîmes halte</w:t>
      </w:r>
      <w:r w:rsidR="000E1451">
        <w:rPr>
          <w:rFonts w:cs="Georgia"/>
          <w:kern w:val="1"/>
        </w:rPr>
        <w:t>. M</w:t>
      </w:r>
      <w:r w:rsidR="000E1451" w:rsidRPr="000E1451">
        <w:rPr>
          <w:rFonts w:cs="Georgia"/>
          <w:kern w:val="1"/>
          <w:vertAlign w:val="superscript"/>
        </w:rPr>
        <w:t>lle</w:t>
      </w:r>
      <w:r w:rsidR="000E1451">
        <w:rPr>
          <w:rFonts w:cs="Georgia"/>
          <w:kern w:val="1"/>
        </w:rPr>
        <w:t> de </w:t>
      </w:r>
      <w:r>
        <w:rPr>
          <w:rFonts w:cs="Georgia"/>
          <w:kern w:val="1"/>
        </w:rPr>
        <w:t>Mirrbach avait une de ses bottines à relacer</w:t>
      </w:r>
      <w:r w:rsidR="000E1451">
        <w:rPr>
          <w:rFonts w:cs="Georgia"/>
          <w:kern w:val="1"/>
        </w:rPr>
        <w:t xml:space="preserve">. </w:t>
      </w:r>
      <w:r>
        <w:rPr>
          <w:rFonts w:cs="Georgia"/>
          <w:kern w:val="1"/>
        </w:rPr>
        <w:t>Un oiseau grisâtre s</w:t>
      </w:r>
      <w:r w:rsidR="000E1451">
        <w:rPr>
          <w:rFonts w:cs="Georgia"/>
          <w:kern w:val="1"/>
        </w:rPr>
        <w:t>’</w:t>
      </w:r>
      <w:r>
        <w:rPr>
          <w:rFonts w:cs="Georgia"/>
          <w:kern w:val="1"/>
        </w:rPr>
        <w:t>envola</w:t>
      </w:r>
      <w:r w:rsidR="000E1451">
        <w:rPr>
          <w:rFonts w:cs="Georgia"/>
          <w:kern w:val="1"/>
        </w:rPr>
        <w:t xml:space="preserve">, </w:t>
      </w:r>
      <w:r>
        <w:rPr>
          <w:rFonts w:cs="Georgia"/>
          <w:kern w:val="1"/>
        </w:rPr>
        <w:t>tourna trois ou quatre fois autour du fourré de viornes et de bouleaux</w:t>
      </w:r>
      <w:r w:rsidR="000E1451">
        <w:rPr>
          <w:rFonts w:cs="Georgia"/>
          <w:kern w:val="1"/>
        </w:rPr>
        <w:t xml:space="preserve">, </w:t>
      </w:r>
      <w:r>
        <w:rPr>
          <w:rFonts w:cs="Georgia"/>
          <w:kern w:val="1"/>
        </w:rPr>
        <w:t>puis</w:t>
      </w:r>
      <w:r w:rsidR="000E1451">
        <w:rPr>
          <w:rFonts w:cs="Georgia"/>
          <w:kern w:val="1"/>
        </w:rPr>
        <w:t xml:space="preserve">, </w:t>
      </w:r>
      <w:r>
        <w:rPr>
          <w:rFonts w:cs="Georgia"/>
          <w:kern w:val="1"/>
        </w:rPr>
        <w:t>rassuré</w:t>
      </w:r>
      <w:r w:rsidR="000E1451">
        <w:rPr>
          <w:rFonts w:cs="Georgia"/>
          <w:kern w:val="1"/>
        </w:rPr>
        <w:t xml:space="preserve">, </w:t>
      </w:r>
      <w:r>
        <w:rPr>
          <w:rFonts w:cs="Georgia"/>
          <w:kern w:val="1"/>
        </w:rPr>
        <w:t>revint se poser à l</w:t>
      </w:r>
      <w:r w:rsidR="000E1451">
        <w:rPr>
          <w:rFonts w:cs="Georgia"/>
          <w:kern w:val="1"/>
        </w:rPr>
        <w:t>’</w:t>
      </w:r>
      <w:r>
        <w:rPr>
          <w:rFonts w:cs="Georgia"/>
          <w:kern w:val="1"/>
        </w:rPr>
        <w:t>endroit d</w:t>
      </w:r>
      <w:r w:rsidR="000E1451">
        <w:rPr>
          <w:rFonts w:cs="Georgia"/>
          <w:kern w:val="1"/>
        </w:rPr>
        <w:t>’</w:t>
      </w:r>
      <w:r>
        <w:rPr>
          <w:rFonts w:cs="Georgia"/>
          <w:kern w:val="1"/>
        </w:rPr>
        <w:t>où il était parti</w:t>
      </w:r>
      <w:r w:rsidR="000E1451">
        <w:rPr>
          <w:rFonts w:cs="Georgia"/>
          <w:kern w:val="1"/>
        </w:rPr>
        <w:t>.</w:t>
      </w:r>
    </w:p>
    <w:p w14:paraId="05D7BC8F" w14:textId="77777777" w:rsidR="000E1451" w:rsidRDefault="000E1451" w:rsidP="00BE611A">
      <w:pPr>
        <w:rPr>
          <w:rFonts w:cs="Georgia"/>
          <w:kern w:val="1"/>
        </w:rPr>
      </w:pPr>
      <w:r>
        <w:rPr>
          <w:rFonts w:cs="Georgia"/>
          <w:kern w:val="1"/>
        </w:rPr>
        <w:t>— </w:t>
      </w:r>
      <w:r w:rsidR="00BE611A">
        <w:rPr>
          <w:rFonts w:cs="Georgia"/>
          <w:kern w:val="1"/>
        </w:rPr>
        <w:t>Un râle noir</w:t>
      </w:r>
      <w:r>
        <w:rPr>
          <w:rFonts w:cs="Georgia"/>
          <w:kern w:val="1"/>
        </w:rPr>
        <w:t xml:space="preserve">, </w:t>
      </w:r>
      <w:r w:rsidR="00BE611A">
        <w:rPr>
          <w:rFonts w:cs="Georgia"/>
          <w:kern w:val="1"/>
        </w:rPr>
        <w:t>dit Axelle</w:t>
      </w:r>
      <w:r>
        <w:rPr>
          <w:rFonts w:cs="Georgia"/>
          <w:kern w:val="1"/>
        </w:rPr>
        <w:t xml:space="preserve">. </w:t>
      </w:r>
      <w:r w:rsidR="00BE611A">
        <w:rPr>
          <w:rFonts w:cs="Georgia"/>
          <w:kern w:val="1"/>
        </w:rPr>
        <w:t>Je le vois chaque fois que je viens ici</w:t>
      </w:r>
      <w:r>
        <w:rPr>
          <w:rFonts w:cs="Georgia"/>
          <w:kern w:val="1"/>
        </w:rPr>
        <w:t xml:space="preserve">. </w:t>
      </w:r>
      <w:r w:rsidR="00BE611A">
        <w:rPr>
          <w:rFonts w:cs="Georgia"/>
          <w:kern w:val="1"/>
        </w:rPr>
        <w:t>C</w:t>
      </w:r>
      <w:r>
        <w:rPr>
          <w:rFonts w:cs="Georgia"/>
          <w:kern w:val="1"/>
        </w:rPr>
        <w:t>’</w:t>
      </w:r>
      <w:r w:rsidR="00BE611A">
        <w:rPr>
          <w:rFonts w:cs="Georgia"/>
          <w:kern w:val="1"/>
        </w:rPr>
        <w:t>est une espèce très sauvage</w:t>
      </w:r>
      <w:r>
        <w:rPr>
          <w:rFonts w:cs="Georgia"/>
          <w:kern w:val="1"/>
        </w:rPr>
        <w:t xml:space="preserve">. </w:t>
      </w:r>
      <w:r w:rsidR="00BE611A">
        <w:rPr>
          <w:rFonts w:cs="Georgia"/>
          <w:kern w:val="1"/>
        </w:rPr>
        <w:t>Mais lui</w:t>
      </w:r>
      <w:r>
        <w:rPr>
          <w:rFonts w:cs="Georgia"/>
          <w:kern w:val="1"/>
        </w:rPr>
        <w:t xml:space="preserve">, </w:t>
      </w:r>
      <w:r w:rsidR="00BE611A">
        <w:rPr>
          <w:rFonts w:cs="Georgia"/>
          <w:kern w:val="1"/>
        </w:rPr>
        <w:t>voyez</w:t>
      </w:r>
      <w:r>
        <w:rPr>
          <w:rFonts w:cs="Georgia"/>
          <w:kern w:val="1"/>
        </w:rPr>
        <w:t xml:space="preserve">, </w:t>
      </w:r>
      <w:r w:rsidR="00BE611A">
        <w:rPr>
          <w:rFonts w:cs="Georgia"/>
          <w:kern w:val="1"/>
        </w:rPr>
        <w:t>il n</w:t>
      </w:r>
      <w:r>
        <w:rPr>
          <w:rFonts w:cs="Georgia"/>
          <w:kern w:val="1"/>
        </w:rPr>
        <w:t>’</w:t>
      </w:r>
      <w:r w:rsidR="00BE611A">
        <w:rPr>
          <w:rFonts w:cs="Georgia"/>
          <w:kern w:val="1"/>
        </w:rPr>
        <w:t>a pas peur</w:t>
      </w:r>
      <w:r>
        <w:rPr>
          <w:rFonts w:cs="Georgia"/>
          <w:kern w:val="1"/>
        </w:rPr>
        <w:t>.</w:t>
      </w:r>
    </w:p>
    <w:p w14:paraId="406973DE" w14:textId="77777777" w:rsidR="000E1451" w:rsidRDefault="00BE611A" w:rsidP="00BE611A">
      <w:pPr>
        <w:rPr>
          <w:rFonts w:cs="Georgia"/>
          <w:kern w:val="1"/>
        </w:rPr>
      </w:pPr>
      <w:r>
        <w:rPr>
          <w:rFonts w:cs="Georgia"/>
          <w:kern w:val="1"/>
        </w:rPr>
        <w:t>La tempête s</w:t>
      </w:r>
      <w:r w:rsidR="000E1451">
        <w:rPr>
          <w:rFonts w:cs="Georgia"/>
          <w:kern w:val="1"/>
        </w:rPr>
        <w:t>’</w:t>
      </w:r>
      <w:r>
        <w:rPr>
          <w:rFonts w:cs="Georgia"/>
          <w:kern w:val="1"/>
        </w:rPr>
        <w:t>apaisait peu à peu</w:t>
      </w:r>
      <w:r w:rsidR="000E1451">
        <w:rPr>
          <w:rFonts w:cs="Georgia"/>
          <w:kern w:val="1"/>
        </w:rPr>
        <w:t xml:space="preserve">. </w:t>
      </w:r>
      <w:r>
        <w:rPr>
          <w:rFonts w:cs="Georgia"/>
          <w:kern w:val="1"/>
        </w:rPr>
        <w:t>Tout à coup</w:t>
      </w:r>
      <w:r w:rsidR="000E1451">
        <w:rPr>
          <w:rFonts w:cs="Georgia"/>
          <w:kern w:val="1"/>
        </w:rPr>
        <w:t xml:space="preserve">, </w:t>
      </w:r>
      <w:r>
        <w:rPr>
          <w:rFonts w:cs="Georgia"/>
          <w:kern w:val="1"/>
        </w:rPr>
        <w:t>entre deux nuées</w:t>
      </w:r>
      <w:r w:rsidR="000E1451">
        <w:rPr>
          <w:rFonts w:cs="Georgia"/>
          <w:kern w:val="1"/>
        </w:rPr>
        <w:t xml:space="preserve">, </w:t>
      </w:r>
      <w:r>
        <w:rPr>
          <w:rFonts w:cs="Georgia"/>
          <w:kern w:val="1"/>
        </w:rPr>
        <w:t>un pâle rayon de soleil filtra</w:t>
      </w:r>
      <w:r w:rsidR="000E1451">
        <w:rPr>
          <w:rFonts w:cs="Georgia"/>
          <w:kern w:val="1"/>
        </w:rPr>
        <w:t xml:space="preserve">, </w:t>
      </w:r>
      <w:r>
        <w:rPr>
          <w:rFonts w:cs="Georgia"/>
          <w:kern w:val="1"/>
        </w:rPr>
        <w:t>découpant avec une précision inattendue les détails de la partie occidentale du paysage</w:t>
      </w:r>
      <w:r w:rsidR="000E1451">
        <w:rPr>
          <w:rFonts w:cs="Georgia"/>
          <w:kern w:val="1"/>
        </w:rPr>
        <w:t xml:space="preserve">. </w:t>
      </w:r>
      <w:r>
        <w:rPr>
          <w:rFonts w:cs="Georgia"/>
          <w:kern w:val="1"/>
        </w:rPr>
        <w:t>L</w:t>
      </w:r>
      <w:r w:rsidR="000E1451">
        <w:rPr>
          <w:rFonts w:cs="Georgia"/>
          <w:kern w:val="1"/>
        </w:rPr>
        <w:t>’</w:t>
      </w:r>
      <w:r>
        <w:rPr>
          <w:rFonts w:cs="Georgia"/>
          <w:kern w:val="1"/>
        </w:rPr>
        <w:t>espace d</w:t>
      </w:r>
      <w:r w:rsidR="000E1451">
        <w:rPr>
          <w:rFonts w:cs="Georgia"/>
          <w:kern w:val="1"/>
        </w:rPr>
        <w:t>’</w:t>
      </w:r>
      <w:r>
        <w:rPr>
          <w:rFonts w:cs="Georgia"/>
          <w:kern w:val="1"/>
        </w:rPr>
        <w:t>une seconde</w:t>
      </w:r>
      <w:r w:rsidR="000E1451">
        <w:rPr>
          <w:rFonts w:cs="Georgia"/>
          <w:kern w:val="1"/>
        </w:rPr>
        <w:t xml:space="preserve">, </w:t>
      </w:r>
      <w:r>
        <w:rPr>
          <w:rFonts w:cs="Georgia"/>
          <w:kern w:val="1"/>
        </w:rPr>
        <w:t>là-bas</w:t>
      </w:r>
      <w:r w:rsidR="000E1451">
        <w:rPr>
          <w:rFonts w:cs="Georgia"/>
          <w:kern w:val="1"/>
        </w:rPr>
        <w:t xml:space="preserve">, </w:t>
      </w:r>
      <w:r>
        <w:rPr>
          <w:rFonts w:cs="Georgia"/>
          <w:kern w:val="1"/>
        </w:rPr>
        <w:t>le camp des prisonniers</w:t>
      </w:r>
      <w:r w:rsidR="000E1451">
        <w:rPr>
          <w:rFonts w:cs="Georgia"/>
          <w:kern w:val="1"/>
        </w:rPr>
        <w:t xml:space="preserve">, </w:t>
      </w:r>
      <w:r>
        <w:rPr>
          <w:rFonts w:cs="Georgia"/>
          <w:kern w:val="1"/>
        </w:rPr>
        <w:t>avec son morne alignement de baraques</w:t>
      </w:r>
      <w:r w:rsidR="000E1451">
        <w:rPr>
          <w:rFonts w:cs="Georgia"/>
          <w:kern w:val="1"/>
        </w:rPr>
        <w:t xml:space="preserve">, </w:t>
      </w:r>
      <w:r>
        <w:rPr>
          <w:rFonts w:cs="Georgia"/>
          <w:kern w:val="1"/>
        </w:rPr>
        <w:t>se dégagea de la brume</w:t>
      </w:r>
      <w:r w:rsidR="000E1451">
        <w:rPr>
          <w:rFonts w:cs="Georgia"/>
          <w:kern w:val="1"/>
        </w:rPr>
        <w:t xml:space="preserve">. </w:t>
      </w:r>
      <w:r>
        <w:rPr>
          <w:rFonts w:cs="Georgia"/>
          <w:kern w:val="1"/>
        </w:rPr>
        <w:t>Simultanément</w:t>
      </w:r>
      <w:r w:rsidR="000E1451">
        <w:rPr>
          <w:rFonts w:cs="Georgia"/>
          <w:kern w:val="1"/>
        </w:rPr>
        <w:t xml:space="preserve">, </w:t>
      </w:r>
      <w:r>
        <w:rPr>
          <w:rFonts w:cs="Georgia"/>
          <w:kern w:val="1"/>
        </w:rPr>
        <w:t>nous détournâmes nos regards</w:t>
      </w:r>
      <w:r w:rsidR="000E1451">
        <w:rPr>
          <w:rFonts w:cs="Georgia"/>
          <w:kern w:val="1"/>
        </w:rPr>
        <w:t xml:space="preserve">, </w:t>
      </w:r>
      <w:r>
        <w:rPr>
          <w:rFonts w:cs="Georgia"/>
          <w:kern w:val="1"/>
        </w:rPr>
        <w:t>et ce mouvement instinctif fut cause qu</w:t>
      </w:r>
      <w:r w:rsidR="000E1451">
        <w:rPr>
          <w:rFonts w:cs="Georgia"/>
          <w:kern w:val="1"/>
        </w:rPr>
        <w:t>’</w:t>
      </w:r>
      <w:r>
        <w:rPr>
          <w:rFonts w:cs="Georgia"/>
          <w:kern w:val="1"/>
        </w:rPr>
        <w:t>ils se rencontrèrent</w:t>
      </w:r>
      <w:r w:rsidR="000E1451">
        <w:rPr>
          <w:rFonts w:cs="Georgia"/>
          <w:kern w:val="1"/>
        </w:rPr>
        <w:t>.</w:t>
      </w:r>
    </w:p>
    <w:p w14:paraId="288EF526" w14:textId="77777777" w:rsidR="000E1451" w:rsidRDefault="000E1451" w:rsidP="00BE611A">
      <w:pPr>
        <w:rPr>
          <w:rFonts w:cs="Georgia"/>
          <w:kern w:val="1"/>
        </w:rPr>
      </w:pPr>
      <w:r>
        <w:rPr>
          <w:rFonts w:cs="Georgia"/>
          <w:kern w:val="1"/>
        </w:rPr>
        <w:t>— </w:t>
      </w:r>
      <w:r w:rsidR="00BE611A">
        <w:rPr>
          <w:rFonts w:cs="Georgia"/>
          <w:kern w:val="1"/>
        </w:rPr>
        <w:t>Rentrons</w:t>
      </w:r>
      <w:r>
        <w:rPr>
          <w:rFonts w:cs="Georgia"/>
          <w:kern w:val="1"/>
        </w:rPr>
        <w:t xml:space="preserve">, </w:t>
      </w:r>
      <w:r w:rsidR="00BE611A">
        <w:rPr>
          <w:rFonts w:cs="Georgia"/>
          <w:kern w:val="1"/>
        </w:rPr>
        <w:t xml:space="preserve">murmura </w:t>
      </w:r>
      <w:r>
        <w:rPr>
          <w:rFonts w:cs="Georgia"/>
          <w:kern w:val="1"/>
        </w:rPr>
        <w:t>M</w:t>
      </w:r>
      <w:r w:rsidRPr="000E1451">
        <w:rPr>
          <w:rFonts w:cs="Georgia"/>
          <w:kern w:val="1"/>
          <w:vertAlign w:val="superscript"/>
        </w:rPr>
        <w:t>lle</w:t>
      </w:r>
      <w:r>
        <w:rPr>
          <w:rFonts w:cs="Georgia"/>
          <w:kern w:val="1"/>
        </w:rPr>
        <w:t> de </w:t>
      </w:r>
      <w:r w:rsidR="00BE611A">
        <w:rPr>
          <w:rFonts w:cs="Georgia"/>
          <w:kern w:val="1"/>
        </w:rPr>
        <w:t>Mirrbach</w:t>
      </w:r>
      <w:r>
        <w:rPr>
          <w:rFonts w:cs="Georgia"/>
          <w:kern w:val="1"/>
        </w:rPr>
        <w:t>.</w:t>
      </w:r>
    </w:p>
    <w:p w14:paraId="0F5F830E" w14:textId="77777777" w:rsidR="00BE611A" w:rsidRDefault="00BE611A" w:rsidP="00BE611A">
      <w:pPr>
        <w:rPr>
          <w:rFonts w:cs="Georgia"/>
          <w:kern w:val="1"/>
        </w:rPr>
      </w:pPr>
    </w:p>
    <w:p w14:paraId="5E33782A" w14:textId="77777777" w:rsidR="000E1451" w:rsidRDefault="00BE611A" w:rsidP="00BE611A">
      <w:pPr>
        <w:rPr>
          <w:rFonts w:cs="Georgia"/>
          <w:kern w:val="1"/>
        </w:rPr>
      </w:pPr>
      <w:r>
        <w:rPr>
          <w:rFonts w:cs="Georgia"/>
          <w:kern w:val="1"/>
        </w:rPr>
        <w:t>L</w:t>
      </w:r>
      <w:r w:rsidR="000E1451">
        <w:rPr>
          <w:rFonts w:cs="Georgia"/>
          <w:kern w:val="1"/>
        </w:rPr>
        <w:t>’</w:t>
      </w:r>
      <w:r>
        <w:rPr>
          <w:rFonts w:cs="Georgia"/>
          <w:kern w:val="1"/>
        </w:rPr>
        <w:t>obscurité de cette soirée orageuse envahissait maintenant le pavillon où j</w:t>
      </w:r>
      <w:r w:rsidR="000E1451">
        <w:rPr>
          <w:rFonts w:cs="Georgia"/>
          <w:kern w:val="1"/>
        </w:rPr>
        <w:t>’</w:t>
      </w:r>
      <w:r>
        <w:rPr>
          <w:rFonts w:cs="Georgia"/>
          <w:kern w:val="1"/>
        </w:rPr>
        <w:t>avais repris ma besogne tout de suite après notre retour à Reichendorf</w:t>
      </w:r>
      <w:r w:rsidR="000E1451">
        <w:rPr>
          <w:rFonts w:cs="Georgia"/>
          <w:kern w:val="1"/>
        </w:rPr>
        <w:t xml:space="preserve">. </w:t>
      </w:r>
      <w:r>
        <w:rPr>
          <w:rFonts w:cs="Georgia"/>
          <w:kern w:val="1"/>
        </w:rPr>
        <w:t>Comme je terminais l</w:t>
      </w:r>
      <w:r w:rsidR="000E1451">
        <w:rPr>
          <w:rFonts w:cs="Georgia"/>
          <w:kern w:val="1"/>
        </w:rPr>
        <w:t>’</w:t>
      </w:r>
      <w:r>
        <w:rPr>
          <w:rFonts w:cs="Georgia"/>
          <w:kern w:val="1"/>
        </w:rPr>
        <w:t>installation d</w:t>
      </w:r>
      <w:r w:rsidR="000E1451">
        <w:rPr>
          <w:rFonts w:cs="Georgia"/>
          <w:kern w:val="1"/>
        </w:rPr>
        <w:t>’</w:t>
      </w:r>
      <w:r>
        <w:rPr>
          <w:rFonts w:cs="Georgia"/>
          <w:kern w:val="1"/>
        </w:rPr>
        <w:t>une ampoule électrique</w:t>
      </w:r>
      <w:r w:rsidR="000E1451">
        <w:rPr>
          <w:rFonts w:cs="Georgia"/>
          <w:kern w:val="1"/>
        </w:rPr>
        <w:t xml:space="preserve">, </w:t>
      </w:r>
      <w:r>
        <w:rPr>
          <w:rFonts w:cs="Georgia"/>
          <w:kern w:val="1"/>
        </w:rPr>
        <w:t>Axelle entra</w:t>
      </w:r>
      <w:r w:rsidR="000E1451">
        <w:rPr>
          <w:rFonts w:cs="Georgia"/>
          <w:kern w:val="1"/>
        </w:rPr>
        <w:t>.</w:t>
      </w:r>
    </w:p>
    <w:p w14:paraId="7795D96B" w14:textId="77777777" w:rsidR="000E1451" w:rsidRDefault="000E1451" w:rsidP="00BE611A">
      <w:pPr>
        <w:rPr>
          <w:rFonts w:cs="Georgia"/>
          <w:kern w:val="1"/>
        </w:rPr>
      </w:pPr>
      <w:r>
        <w:rPr>
          <w:rFonts w:cs="Georgia"/>
          <w:kern w:val="1"/>
        </w:rPr>
        <w:t>— </w:t>
      </w:r>
      <w:r w:rsidR="00BE611A">
        <w:rPr>
          <w:rFonts w:cs="Georgia"/>
          <w:kern w:val="1"/>
        </w:rPr>
        <w:t>Ne vous dérangez pas</w:t>
      </w:r>
      <w:r>
        <w:rPr>
          <w:rFonts w:cs="Georgia"/>
          <w:kern w:val="1"/>
        </w:rPr>
        <w:t xml:space="preserve">, </w:t>
      </w:r>
      <w:r w:rsidR="00BE611A">
        <w:rPr>
          <w:rFonts w:cs="Georgia"/>
          <w:kern w:val="1"/>
        </w:rPr>
        <w:t>dit-elle</w:t>
      </w:r>
      <w:r>
        <w:rPr>
          <w:rFonts w:cs="Georgia"/>
          <w:kern w:val="1"/>
        </w:rPr>
        <w:t>.</w:t>
      </w:r>
    </w:p>
    <w:p w14:paraId="4AC2C8DE" w14:textId="77777777" w:rsidR="000E1451" w:rsidRDefault="00BE611A" w:rsidP="00BE611A">
      <w:pPr>
        <w:rPr>
          <w:rFonts w:cs="Georgia"/>
          <w:kern w:val="1"/>
        </w:rPr>
      </w:pPr>
      <w:r>
        <w:rPr>
          <w:rFonts w:cs="Georgia"/>
          <w:kern w:val="1"/>
        </w:rPr>
        <w:t>Je tins à lui montrer la lampe toute prête à fonctionner</w:t>
      </w:r>
      <w:r w:rsidR="000E1451">
        <w:rPr>
          <w:rFonts w:cs="Georgia"/>
          <w:kern w:val="1"/>
        </w:rPr>
        <w:t xml:space="preserve">. </w:t>
      </w:r>
      <w:r>
        <w:rPr>
          <w:rFonts w:cs="Georgia"/>
          <w:kern w:val="1"/>
        </w:rPr>
        <w:t>Elle écouta mes explications</w:t>
      </w:r>
      <w:r w:rsidR="000E1451">
        <w:rPr>
          <w:rFonts w:cs="Georgia"/>
          <w:kern w:val="1"/>
        </w:rPr>
        <w:t xml:space="preserve">. </w:t>
      </w:r>
      <w:r>
        <w:rPr>
          <w:rFonts w:cs="Georgia"/>
          <w:kern w:val="1"/>
        </w:rPr>
        <w:t>S</w:t>
      </w:r>
      <w:r w:rsidR="000E1451">
        <w:rPr>
          <w:rFonts w:cs="Georgia"/>
          <w:kern w:val="1"/>
        </w:rPr>
        <w:t>’</w:t>
      </w:r>
      <w:r>
        <w:rPr>
          <w:rFonts w:cs="Georgia"/>
          <w:kern w:val="1"/>
        </w:rPr>
        <w:t>étant ensuite assise sur le divan</w:t>
      </w:r>
      <w:r w:rsidR="000E1451">
        <w:rPr>
          <w:rFonts w:cs="Georgia"/>
          <w:kern w:val="1"/>
        </w:rPr>
        <w:t xml:space="preserve">, </w:t>
      </w:r>
      <w:r>
        <w:rPr>
          <w:rFonts w:cs="Georgia"/>
          <w:kern w:val="1"/>
        </w:rPr>
        <w:t>elle se plongea dans la confection d</w:t>
      </w:r>
      <w:r w:rsidR="000E1451">
        <w:rPr>
          <w:rFonts w:cs="Georgia"/>
          <w:kern w:val="1"/>
        </w:rPr>
        <w:t>’</w:t>
      </w:r>
      <w:r>
        <w:rPr>
          <w:rFonts w:cs="Georgia"/>
          <w:kern w:val="1"/>
        </w:rPr>
        <w:t>un petit abat-jour de tulle</w:t>
      </w:r>
      <w:r w:rsidR="000E1451">
        <w:rPr>
          <w:rFonts w:cs="Georgia"/>
          <w:kern w:val="1"/>
        </w:rPr>
        <w:t xml:space="preserve">. </w:t>
      </w:r>
      <w:r>
        <w:rPr>
          <w:rFonts w:cs="Georgia"/>
          <w:kern w:val="1"/>
        </w:rPr>
        <w:t>C</w:t>
      </w:r>
      <w:r w:rsidR="000E1451">
        <w:rPr>
          <w:rFonts w:cs="Georgia"/>
          <w:kern w:val="1"/>
        </w:rPr>
        <w:t>’</w:t>
      </w:r>
      <w:r>
        <w:rPr>
          <w:rFonts w:cs="Georgia"/>
          <w:kern w:val="1"/>
        </w:rPr>
        <w:t>était la première fois qu</w:t>
      </w:r>
      <w:r w:rsidR="000E1451">
        <w:rPr>
          <w:rFonts w:cs="Georgia"/>
          <w:kern w:val="1"/>
        </w:rPr>
        <w:t>’</w:t>
      </w:r>
      <w:r>
        <w:rPr>
          <w:rFonts w:cs="Georgia"/>
          <w:kern w:val="1"/>
        </w:rPr>
        <w:t>elle venait s</w:t>
      </w:r>
      <w:r w:rsidR="000E1451">
        <w:rPr>
          <w:rFonts w:cs="Georgia"/>
          <w:kern w:val="1"/>
        </w:rPr>
        <w:t>’</w:t>
      </w:r>
      <w:r>
        <w:rPr>
          <w:rFonts w:cs="Georgia"/>
          <w:kern w:val="1"/>
        </w:rPr>
        <w:t>installer ainsi dans le pavillon pendant que j</w:t>
      </w:r>
      <w:r w:rsidR="000E1451">
        <w:rPr>
          <w:rFonts w:cs="Georgia"/>
          <w:kern w:val="1"/>
        </w:rPr>
        <w:t>’</w:t>
      </w:r>
      <w:r>
        <w:rPr>
          <w:rFonts w:cs="Georgia"/>
          <w:kern w:val="1"/>
        </w:rPr>
        <w:t>étais en train d</w:t>
      </w:r>
      <w:r w:rsidR="000E1451">
        <w:rPr>
          <w:rFonts w:cs="Georgia"/>
          <w:kern w:val="1"/>
        </w:rPr>
        <w:t>’</w:t>
      </w:r>
      <w:r>
        <w:rPr>
          <w:rFonts w:cs="Georgia"/>
          <w:kern w:val="1"/>
        </w:rPr>
        <w:t>y travailler</w:t>
      </w:r>
      <w:r w:rsidR="000E1451">
        <w:rPr>
          <w:rFonts w:cs="Georgia"/>
          <w:kern w:val="1"/>
        </w:rPr>
        <w:t>.</w:t>
      </w:r>
    </w:p>
    <w:p w14:paraId="2DA0D52D" w14:textId="77777777" w:rsidR="000E1451" w:rsidRDefault="00BE611A" w:rsidP="00BE611A">
      <w:pPr>
        <w:rPr>
          <w:rFonts w:cs="Georgia"/>
          <w:kern w:val="1"/>
        </w:rPr>
      </w:pPr>
      <w:r>
        <w:rPr>
          <w:rFonts w:cs="Georgia"/>
          <w:kern w:val="1"/>
        </w:rPr>
        <w:lastRenderedPageBreak/>
        <w:t>Au bout de quelques minutes d</w:t>
      </w:r>
      <w:r w:rsidR="000E1451">
        <w:rPr>
          <w:rFonts w:cs="Georgia"/>
          <w:kern w:val="1"/>
        </w:rPr>
        <w:t>’</w:t>
      </w:r>
      <w:r>
        <w:rPr>
          <w:rFonts w:cs="Georgia"/>
          <w:kern w:val="1"/>
        </w:rPr>
        <w:t>un silence que je n</w:t>
      </w:r>
      <w:r w:rsidR="000E1451">
        <w:rPr>
          <w:rFonts w:cs="Georgia"/>
          <w:kern w:val="1"/>
        </w:rPr>
        <w:t>’</w:t>
      </w:r>
      <w:r>
        <w:rPr>
          <w:rFonts w:cs="Georgia"/>
          <w:kern w:val="1"/>
        </w:rPr>
        <w:t>aurais rompu pour rien au monde</w:t>
      </w:r>
      <w:r w:rsidR="000E1451">
        <w:rPr>
          <w:rFonts w:cs="Georgia"/>
          <w:kern w:val="1"/>
        </w:rPr>
        <w:t xml:space="preserve">, </w:t>
      </w:r>
      <w:r>
        <w:rPr>
          <w:rFonts w:cs="Georgia"/>
          <w:kern w:val="1"/>
        </w:rPr>
        <w:t>elle dit</w:t>
      </w:r>
      <w:r w:rsidR="000E1451">
        <w:rPr>
          <w:rFonts w:cs="Georgia"/>
          <w:kern w:val="1"/>
        </w:rPr>
        <w:t> :</w:t>
      </w:r>
    </w:p>
    <w:p w14:paraId="0E1EE1BD" w14:textId="77777777" w:rsidR="000E1451" w:rsidRDefault="000E1451" w:rsidP="00BE611A">
      <w:pPr>
        <w:rPr>
          <w:rFonts w:cs="Georgia"/>
          <w:kern w:val="1"/>
        </w:rPr>
      </w:pPr>
      <w:r>
        <w:rPr>
          <w:rFonts w:cs="Georgia"/>
          <w:kern w:val="1"/>
        </w:rPr>
        <w:t>— </w:t>
      </w:r>
      <w:r w:rsidR="00BE611A">
        <w:rPr>
          <w:rFonts w:cs="Georgia"/>
          <w:kern w:val="1"/>
        </w:rPr>
        <w:t>Vous réclamerez votre capote à Gottlieb</w:t>
      </w:r>
      <w:r>
        <w:rPr>
          <w:rFonts w:cs="Georgia"/>
          <w:kern w:val="1"/>
        </w:rPr>
        <w:t xml:space="preserve">. </w:t>
      </w:r>
      <w:r w:rsidR="00BE611A">
        <w:rPr>
          <w:rFonts w:cs="Georgia"/>
          <w:kern w:val="1"/>
        </w:rPr>
        <w:t>Je lui ai donné l</w:t>
      </w:r>
      <w:r>
        <w:rPr>
          <w:rFonts w:cs="Georgia"/>
          <w:kern w:val="1"/>
        </w:rPr>
        <w:t>’</w:t>
      </w:r>
      <w:r w:rsidR="00BE611A">
        <w:rPr>
          <w:rFonts w:cs="Georgia"/>
          <w:kern w:val="1"/>
        </w:rPr>
        <w:t>ordre de la mettre devant une cheminée</w:t>
      </w:r>
      <w:r>
        <w:rPr>
          <w:rFonts w:cs="Georgia"/>
          <w:kern w:val="1"/>
        </w:rPr>
        <w:t xml:space="preserve">, </w:t>
      </w:r>
      <w:r w:rsidR="00BE611A">
        <w:rPr>
          <w:rFonts w:cs="Georgia"/>
          <w:kern w:val="1"/>
        </w:rPr>
        <w:t>afin qu</w:t>
      </w:r>
      <w:r>
        <w:rPr>
          <w:rFonts w:cs="Georgia"/>
          <w:kern w:val="1"/>
        </w:rPr>
        <w:t>’</w:t>
      </w:r>
      <w:r w:rsidR="00BE611A">
        <w:rPr>
          <w:rFonts w:cs="Georgia"/>
          <w:kern w:val="1"/>
        </w:rPr>
        <w:t>elle puisse sécher un peu</w:t>
      </w:r>
      <w:r>
        <w:rPr>
          <w:rFonts w:cs="Georgia"/>
          <w:kern w:val="1"/>
        </w:rPr>
        <w:t xml:space="preserve">. </w:t>
      </w:r>
      <w:r w:rsidR="00BE611A">
        <w:rPr>
          <w:rFonts w:cs="Georgia"/>
          <w:kern w:val="1"/>
        </w:rPr>
        <w:t>Vous devez être bien mouillé aussi</w:t>
      </w:r>
      <w:r>
        <w:rPr>
          <w:rFonts w:cs="Georgia"/>
          <w:kern w:val="1"/>
        </w:rPr>
        <w:t xml:space="preserve">. </w:t>
      </w:r>
      <w:r w:rsidR="00BE611A">
        <w:rPr>
          <w:rFonts w:cs="Georgia"/>
          <w:kern w:val="1"/>
        </w:rPr>
        <w:t>Moi</w:t>
      </w:r>
      <w:r>
        <w:rPr>
          <w:rFonts w:cs="Georgia"/>
          <w:kern w:val="1"/>
        </w:rPr>
        <w:t xml:space="preserve">, </w:t>
      </w:r>
      <w:r w:rsidR="00BE611A">
        <w:rPr>
          <w:rFonts w:cs="Georgia"/>
          <w:kern w:val="1"/>
        </w:rPr>
        <w:t>mon manteau de cuir me protège</w:t>
      </w:r>
      <w:r>
        <w:rPr>
          <w:rFonts w:cs="Georgia"/>
          <w:kern w:val="1"/>
        </w:rPr>
        <w:t>.</w:t>
      </w:r>
    </w:p>
    <w:p w14:paraId="51C6C096" w14:textId="77777777" w:rsidR="000E1451" w:rsidRDefault="00BE611A" w:rsidP="00BE611A">
      <w:pPr>
        <w:rPr>
          <w:rFonts w:cs="Georgia"/>
          <w:kern w:val="1"/>
        </w:rPr>
      </w:pPr>
      <w:r>
        <w:rPr>
          <w:rFonts w:cs="Georgia"/>
          <w:kern w:val="1"/>
        </w:rPr>
        <w:t>Il ne me fut guère possible de nier que j</w:t>
      </w:r>
      <w:r w:rsidR="000E1451">
        <w:rPr>
          <w:rFonts w:cs="Georgia"/>
          <w:kern w:val="1"/>
        </w:rPr>
        <w:t>’</w:t>
      </w:r>
      <w:r>
        <w:rPr>
          <w:rFonts w:cs="Georgia"/>
          <w:kern w:val="1"/>
        </w:rPr>
        <w:t>étais</w:t>
      </w:r>
      <w:r w:rsidR="000E1451">
        <w:rPr>
          <w:rFonts w:cs="Georgia"/>
          <w:kern w:val="1"/>
        </w:rPr>
        <w:t xml:space="preserve">, </w:t>
      </w:r>
      <w:r>
        <w:rPr>
          <w:rFonts w:cs="Georgia"/>
          <w:kern w:val="1"/>
        </w:rPr>
        <w:t>à la lettre</w:t>
      </w:r>
      <w:r w:rsidR="000E1451">
        <w:rPr>
          <w:rFonts w:cs="Georgia"/>
          <w:kern w:val="1"/>
        </w:rPr>
        <w:t xml:space="preserve">, </w:t>
      </w:r>
      <w:r>
        <w:rPr>
          <w:rFonts w:cs="Georgia"/>
          <w:kern w:val="1"/>
        </w:rPr>
        <w:t>trempé</w:t>
      </w:r>
      <w:r w:rsidR="000E1451">
        <w:rPr>
          <w:rFonts w:cs="Georgia"/>
          <w:kern w:val="1"/>
        </w:rPr>
        <w:t>.</w:t>
      </w:r>
    </w:p>
    <w:p w14:paraId="50D72BC8" w14:textId="77777777" w:rsidR="000E1451" w:rsidRDefault="000E1451" w:rsidP="00BE611A">
      <w:pPr>
        <w:rPr>
          <w:rFonts w:cs="Georgia"/>
          <w:kern w:val="1"/>
        </w:rPr>
      </w:pPr>
      <w:r>
        <w:rPr>
          <w:rFonts w:cs="Georgia"/>
          <w:kern w:val="1"/>
        </w:rPr>
        <w:t>— </w:t>
      </w:r>
      <w:r w:rsidR="00BE611A">
        <w:rPr>
          <w:rFonts w:cs="Georgia"/>
          <w:kern w:val="1"/>
        </w:rPr>
        <w:t>J</w:t>
      </w:r>
      <w:r>
        <w:rPr>
          <w:rFonts w:cs="Georgia"/>
          <w:kern w:val="1"/>
        </w:rPr>
        <w:t>’</w:t>
      </w:r>
      <w:r w:rsidR="00BE611A">
        <w:rPr>
          <w:rFonts w:cs="Georgia"/>
          <w:kern w:val="1"/>
        </w:rPr>
        <w:t>aurais dû songer plus tôt à faire du feu ici</w:t>
      </w:r>
      <w:r>
        <w:rPr>
          <w:rFonts w:cs="Georgia"/>
          <w:kern w:val="1"/>
        </w:rPr>
        <w:t xml:space="preserve">, </w:t>
      </w:r>
      <w:r w:rsidR="00BE611A">
        <w:rPr>
          <w:rFonts w:cs="Georgia"/>
          <w:kern w:val="1"/>
        </w:rPr>
        <w:t>dit-elle</w:t>
      </w:r>
      <w:r>
        <w:rPr>
          <w:rFonts w:cs="Georgia"/>
          <w:kern w:val="1"/>
        </w:rPr>
        <w:t>.</w:t>
      </w:r>
    </w:p>
    <w:p w14:paraId="69B78A12" w14:textId="77777777" w:rsidR="000E1451" w:rsidRDefault="00BE611A" w:rsidP="00BE611A">
      <w:pPr>
        <w:rPr>
          <w:rFonts w:cs="Georgia"/>
          <w:kern w:val="1"/>
        </w:rPr>
      </w:pPr>
      <w:r>
        <w:rPr>
          <w:rFonts w:cs="Georgia"/>
          <w:kern w:val="1"/>
        </w:rPr>
        <w:t>Elle se leva et se mit en devoir d</w:t>
      </w:r>
      <w:r w:rsidR="000E1451">
        <w:rPr>
          <w:rFonts w:cs="Georgia"/>
          <w:kern w:val="1"/>
        </w:rPr>
        <w:t>’</w:t>
      </w:r>
      <w:r>
        <w:rPr>
          <w:rFonts w:cs="Georgia"/>
          <w:kern w:val="1"/>
        </w:rPr>
        <w:t>allumer le petit poêle</w:t>
      </w:r>
      <w:r w:rsidR="000E1451">
        <w:rPr>
          <w:rFonts w:cs="Georgia"/>
          <w:kern w:val="1"/>
        </w:rPr>
        <w:t xml:space="preserve">. </w:t>
      </w:r>
      <w:r>
        <w:rPr>
          <w:rFonts w:cs="Georgia"/>
          <w:kern w:val="1"/>
        </w:rPr>
        <w:t>Elle n</w:t>
      </w:r>
      <w:r w:rsidR="000E1451">
        <w:rPr>
          <w:rFonts w:cs="Georgia"/>
          <w:kern w:val="1"/>
        </w:rPr>
        <w:t>’</w:t>
      </w:r>
      <w:r>
        <w:rPr>
          <w:rFonts w:cs="Georgia"/>
          <w:kern w:val="1"/>
        </w:rPr>
        <w:t>y parvenait pas</w:t>
      </w:r>
      <w:r w:rsidR="000E1451">
        <w:rPr>
          <w:rFonts w:cs="Georgia"/>
          <w:kern w:val="1"/>
        </w:rPr>
        <w:t xml:space="preserve">, </w:t>
      </w:r>
      <w:r>
        <w:rPr>
          <w:rFonts w:cs="Georgia"/>
          <w:kern w:val="1"/>
        </w:rPr>
        <w:t>tant le bois était humide</w:t>
      </w:r>
      <w:r w:rsidR="000E1451">
        <w:rPr>
          <w:rFonts w:cs="Georgia"/>
          <w:kern w:val="1"/>
        </w:rPr>
        <w:t>.</w:t>
      </w:r>
    </w:p>
    <w:p w14:paraId="4138BC64" w14:textId="77777777" w:rsidR="000E1451" w:rsidRDefault="000E1451" w:rsidP="00BE611A">
      <w:pPr>
        <w:rPr>
          <w:rFonts w:cs="Georgia"/>
          <w:kern w:val="1"/>
        </w:rPr>
      </w:pPr>
      <w:r>
        <w:rPr>
          <w:rFonts w:cs="Georgia"/>
          <w:kern w:val="1"/>
        </w:rPr>
        <w:t>— </w:t>
      </w:r>
      <w:r w:rsidR="00BE611A">
        <w:rPr>
          <w:rFonts w:cs="Georgia"/>
          <w:kern w:val="1"/>
        </w:rPr>
        <w:t>Voulez-vous que je vous aide</w:t>
      </w:r>
      <w:r>
        <w:rPr>
          <w:rFonts w:cs="Georgia"/>
          <w:kern w:val="1"/>
        </w:rPr>
        <w:t> ?</w:t>
      </w:r>
    </w:p>
    <w:p w14:paraId="38A018BA" w14:textId="77777777" w:rsidR="000E1451" w:rsidRDefault="000E1451" w:rsidP="00BE611A">
      <w:pPr>
        <w:rPr>
          <w:rFonts w:cs="Georgia"/>
          <w:kern w:val="1"/>
        </w:rPr>
      </w:pPr>
      <w:r>
        <w:rPr>
          <w:rFonts w:cs="Georgia"/>
          <w:kern w:val="1"/>
        </w:rPr>
        <w:t>— </w:t>
      </w:r>
      <w:r w:rsidR="00BE611A">
        <w:rPr>
          <w:rFonts w:cs="Georgia"/>
          <w:kern w:val="1"/>
        </w:rPr>
        <w:t>Je veux bien</w:t>
      </w:r>
      <w:r>
        <w:rPr>
          <w:rFonts w:cs="Georgia"/>
          <w:kern w:val="1"/>
        </w:rPr>
        <w:t>.</w:t>
      </w:r>
    </w:p>
    <w:p w14:paraId="70E16D96" w14:textId="77777777" w:rsidR="000E1451" w:rsidRDefault="00BE611A" w:rsidP="00BE611A">
      <w:pPr>
        <w:rPr>
          <w:rFonts w:cs="Georgia"/>
          <w:kern w:val="1"/>
        </w:rPr>
      </w:pPr>
      <w:r>
        <w:rPr>
          <w:rFonts w:cs="Georgia"/>
          <w:kern w:val="1"/>
        </w:rPr>
        <w:t>Au bout de quelques instants</w:t>
      </w:r>
      <w:r w:rsidR="000E1451">
        <w:rPr>
          <w:rFonts w:cs="Georgia"/>
          <w:kern w:val="1"/>
        </w:rPr>
        <w:t xml:space="preserve">, </w:t>
      </w:r>
      <w:r>
        <w:rPr>
          <w:rFonts w:cs="Georgia"/>
          <w:kern w:val="1"/>
        </w:rPr>
        <w:t>les sarments commencèrent à pétiller</w:t>
      </w:r>
      <w:r w:rsidR="000E1451">
        <w:rPr>
          <w:rFonts w:cs="Georgia"/>
          <w:kern w:val="1"/>
        </w:rPr>
        <w:t>.</w:t>
      </w:r>
    </w:p>
    <w:p w14:paraId="1336016A" w14:textId="77777777" w:rsidR="000E1451" w:rsidRDefault="000E1451" w:rsidP="00BE611A">
      <w:pPr>
        <w:rPr>
          <w:rFonts w:cs="Georgia"/>
          <w:kern w:val="1"/>
        </w:rPr>
      </w:pPr>
      <w:r>
        <w:rPr>
          <w:rFonts w:cs="Georgia"/>
          <w:kern w:val="1"/>
        </w:rPr>
        <w:t>— </w:t>
      </w:r>
      <w:r w:rsidR="00BE611A">
        <w:rPr>
          <w:rFonts w:cs="Georgia"/>
          <w:kern w:val="1"/>
        </w:rPr>
        <w:t>Maintenant que le pavillon a l</w:t>
      </w:r>
      <w:r>
        <w:rPr>
          <w:rFonts w:cs="Georgia"/>
          <w:kern w:val="1"/>
        </w:rPr>
        <w:t>’</w:t>
      </w:r>
      <w:r w:rsidR="00BE611A">
        <w:rPr>
          <w:rFonts w:cs="Georgia"/>
          <w:kern w:val="1"/>
        </w:rPr>
        <w:t>électricité</w:t>
      </w:r>
      <w:r>
        <w:rPr>
          <w:rFonts w:cs="Georgia"/>
          <w:kern w:val="1"/>
        </w:rPr>
        <w:t xml:space="preserve">, </w:t>
      </w:r>
      <w:r w:rsidR="00BE611A">
        <w:rPr>
          <w:rFonts w:cs="Georgia"/>
          <w:kern w:val="1"/>
        </w:rPr>
        <w:t>dis-je</w:t>
      </w:r>
      <w:r>
        <w:rPr>
          <w:rFonts w:cs="Georgia"/>
          <w:kern w:val="1"/>
        </w:rPr>
        <w:t xml:space="preserve">, </w:t>
      </w:r>
      <w:r w:rsidR="00BE611A">
        <w:rPr>
          <w:rFonts w:cs="Georgia"/>
          <w:kern w:val="1"/>
        </w:rPr>
        <w:t>pourquoi ne pas poser un radiateur</w:t>
      </w:r>
      <w:r>
        <w:rPr>
          <w:rFonts w:cs="Georgia"/>
          <w:kern w:val="1"/>
        </w:rPr>
        <w:t xml:space="preserve"> ? </w:t>
      </w:r>
      <w:r w:rsidR="00BE611A">
        <w:rPr>
          <w:rFonts w:cs="Georgia"/>
          <w:kern w:val="1"/>
        </w:rPr>
        <w:t>Ce serait bien plus pratique que ce poêle</w:t>
      </w:r>
      <w:r>
        <w:rPr>
          <w:rFonts w:cs="Georgia"/>
          <w:kern w:val="1"/>
        </w:rPr>
        <w:t>.</w:t>
      </w:r>
    </w:p>
    <w:p w14:paraId="19E104F8" w14:textId="77777777" w:rsidR="000E1451" w:rsidRDefault="000E1451" w:rsidP="00BE611A">
      <w:pPr>
        <w:rPr>
          <w:rFonts w:cs="Georgia"/>
          <w:kern w:val="1"/>
        </w:rPr>
      </w:pPr>
      <w:r>
        <w:rPr>
          <w:rFonts w:cs="Georgia"/>
          <w:kern w:val="1"/>
        </w:rPr>
        <w:t>— </w:t>
      </w:r>
      <w:r w:rsidR="00BE611A">
        <w:rPr>
          <w:rFonts w:cs="Georgia"/>
          <w:kern w:val="1"/>
        </w:rPr>
        <w:t>Les radiateurs coûtent trop cher</w:t>
      </w:r>
      <w:r>
        <w:rPr>
          <w:rFonts w:cs="Georgia"/>
          <w:kern w:val="1"/>
        </w:rPr>
        <w:t xml:space="preserve">, </w:t>
      </w:r>
      <w:r w:rsidR="00BE611A">
        <w:rPr>
          <w:rFonts w:cs="Georgia"/>
          <w:kern w:val="1"/>
        </w:rPr>
        <w:t>se borna-t-elle à répondre</w:t>
      </w:r>
      <w:r>
        <w:rPr>
          <w:rFonts w:cs="Georgia"/>
          <w:kern w:val="1"/>
        </w:rPr>
        <w:t>.</w:t>
      </w:r>
    </w:p>
    <w:p w14:paraId="6888602E" w14:textId="77777777" w:rsidR="000E1451" w:rsidRDefault="00BE611A" w:rsidP="00BE611A">
      <w:pPr>
        <w:rPr>
          <w:rFonts w:cs="Georgia"/>
          <w:kern w:val="1"/>
        </w:rPr>
      </w:pPr>
      <w:r>
        <w:rPr>
          <w:rFonts w:cs="Georgia"/>
          <w:kern w:val="1"/>
        </w:rPr>
        <w:t>Elle s</w:t>
      </w:r>
      <w:r w:rsidR="000E1451">
        <w:rPr>
          <w:rFonts w:cs="Georgia"/>
          <w:kern w:val="1"/>
        </w:rPr>
        <w:t>’</w:t>
      </w:r>
      <w:r>
        <w:rPr>
          <w:rFonts w:cs="Georgia"/>
          <w:kern w:val="1"/>
        </w:rPr>
        <w:t>occupait à placer une bouilloire au-dessus de la flamme</w:t>
      </w:r>
      <w:r w:rsidR="000E1451">
        <w:rPr>
          <w:rFonts w:cs="Georgia"/>
          <w:kern w:val="1"/>
        </w:rPr>
        <w:t xml:space="preserve">. </w:t>
      </w:r>
      <w:r>
        <w:rPr>
          <w:rFonts w:cs="Georgia"/>
          <w:kern w:val="1"/>
        </w:rPr>
        <w:t>Bientôt</w:t>
      </w:r>
      <w:r w:rsidR="000E1451">
        <w:rPr>
          <w:rFonts w:cs="Georgia"/>
          <w:kern w:val="1"/>
        </w:rPr>
        <w:t xml:space="preserve">, </w:t>
      </w:r>
      <w:r>
        <w:rPr>
          <w:rFonts w:cs="Georgia"/>
          <w:kern w:val="1"/>
        </w:rPr>
        <w:t>j</w:t>
      </w:r>
      <w:r w:rsidR="000E1451">
        <w:rPr>
          <w:rFonts w:cs="Georgia"/>
          <w:kern w:val="1"/>
        </w:rPr>
        <w:t>’</w:t>
      </w:r>
      <w:r>
        <w:rPr>
          <w:rFonts w:cs="Georgia"/>
          <w:kern w:val="1"/>
        </w:rPr>
        <w:t>entendis le bruit de l</w:t>
      </w:r>
      <w:r w:rsidR="000E1451">
        <w:rPr>
          <w:rFonts w:cs="Georgia"/>
          <w:kern w:val="1"/>
        </w:rPr>
        <w:t>’</w:t>
      </w:r>
      <w:r>
        <w:rPr>
          <w:rFonts w:cs="Georgia"/>
          <w:kern w:val="1"/>
        </w:rPr>
        <w:t>eau qui entrait en ébullition</w:t>
      </w:r>
      <w:r w:rsidR="000E1451">
        <w:rPr>
          <w:rFonts w:cs="Georgia"/>
          <w:kern w:val="1"/>
        </w:rPr>
        <w:t xml:space="preserve">. </w:t>
      </w:r>
      <w:r>
        <w:rPr>
          <w:rFonts w:cs="Georgia"/>
          <w:kern w:val="1"/>
        </w:rPr>
        <w:t>Puis</w:t>
      </w:r>
      <w:r w:rsidR="000E1451">
        <w:rPr>
          <w:rFonts w:cs="Georgia"/>
          <w:kern w:val="1"/>
        </w:rPr>
        <w:t xml:space="preserve">, </w:t>
      </w:r>
      <w:r>
        <w:rPr>
          <w:rFonts w:cs="Georgia"/>
          <w:kern w:val="1"/>
        </w:rPr>
        <w:t>je vis Axelle tourner le robinet du samovar</w:t>
      </w:r>
      <w:r w:rsidR="000E1451">
        <w:rPr>
          <w:rFonts w:cs="Georgia"/>
          <w:kern w:val="1"/>
        </w:rPr>
        <w:t xml:space="preserve">. </w:t>
      </w:r>
      <w:r>
        <w:rPr>
          <w:rFonts w:cs="Georgia"/>
          <w:kern w:val="1"/>
        </w:rPr>
        <w:t>Elle s</w:t>
      </w:r>
      <w:r w:rsidR="000E1451">
        <w:rPr>
          <w:rFonts w:cs="Georgia"/>
          <w:kern w:val="1"/>
        </w:rPr>
        <w:t>’</w:t>
      </w:r>
      <w:r>
        <w:rPr>
          <w:rFonts w:cs="Georgia"/>
          <w:kern w:val="1"/>
        </w:rPr>
        <w:t>avança alors vers moi</w:t>
      </w:r>
      <w:r w:rsidR="000E1451">
        <w:rPr>
          <w:rFonts w:cs="Georgia"/>
          <w:kern w:val="1"/>
        </w:rPr>
        <w:t xml:space="preserve">. </w:t>
      </w:r>
      <w:r>
        <w:rPr>
          <w:rFonts w:cs="Georgia"/>
          <w:kern w:val="1"/>
        </w:rPr>
        <w:t>Elle avait une tasse de thé à la main</w:t>
      </w:r>
      <w:r w:rsidR="000E1451">
        <w:rPr>
          <w:rFonts w:cs="Georgia"/>
          <w:kern w:val="1"/>
        </w:rPr>
        <w:t xml:space="preserve">, </w:t>
      </w:r>
      <w:r>
        <w:rPr>
          <w:rFonts w:cs="Georgia"/>
          <w:kern w:val="1"/>
        </w:rPr>
        <w:t>les yeux baissés</w:t>
      </w:r>
      <w:r w:rsidR="000E1451">
        <w:rPr>
          <w:rFonts w:cs="Georgia"/>
          <w:kern w:val="1"/>
        </w:rPr>
        <w:t xml:space="preserve">, </w:t>
      </w:r>
      <w:r>
        <w:rPr>
          <w:rFonts w:cs="Georgia"/>
          <w:kern w:val="1"/>
        </w:rPr>
        <w:t>elle me la tendit</w:t>
      </w:r>
      <w:r w:rsidR="000E1451">
        <w:rPr>
          <w:rFonts w:cs="Georgia"/>
          <w:kern w:val="1"/>
        </w:rPr>
        <w:t>.</w:t>
      </w:r>
    </w:p>
    <w:p w14:paraId="52DEA67E" w14:textId="77777777" w:rsidR="000E1451" w:rsidRDefault="000E1451" w:rsidP="00BE611A">
      <w:pPr>
        <w:rPr>
          <w:rFonts w:cs="Georgia"/>
          <w:kern w:val="1"/>
        </w:rPr>
      </w:pPr>
      <w:r>
        <w:rPr>
          <w:rFonts w:cs="Georgia"/>
          <w:kern w:val="1"/>
        </w:rPr>
        <w:t>— </w:t>
      </w:r>
      <w:r w:rsidR="00BE611A">
        <w:rPr>
          <w:rFonts w:cs="Georgia"/>
          <w:kern w:val="1"/>
        </w:rPr>
        <w:t>Quoi</w:t>
      </w:r>
      <w:r>
        <w:rPr>
          <w:rFonts w:cs="Georgia"/>
          <w:kern w:val="1"/>
        </w:rPr>
        <w:t xml:space="preserve"> ! </w:t>
      </w:r>
      <w:r w:rsidR="00BE611A">
        <w:rPr>
          <w:rFonts w:cs="Georgia"/>
          <w:kern w:val="1"/>
        </w:rPr>
        <w:t>fis-je</w:t>
      </w:r>
      <w:r>
        <w:rPr>
          <w:rFonts w:cs="Georgia"/>
          <w:kern w:val="1"/>
        </w:rPr>
        <w:t xml:space="preserve">, </w:t>
      </w:r>
      <w:r w:rsidR="00BE611A">
        <w:rPr>
          <w:rFonts w:cs="Georgia"/>
          <w:kern w:val="1"/>
        </w:rPr>
        <w:t>la voix étranglée par l</w:t>
      </w:r>
      <w:r>
        <w:rPr>
          <w:rFonts w:cs="Georgia"/>
          <w:kern w:val="1"/>
        </w:rPr>
        <w:t>’</w:t>
      </w:r>
      <w:r w:rsidR="00BE611A">
        <w:rPr>
          <w:rFonts w:cs="Georgia"/>
          <w:kern w:val="1"/>
        </w:rPr>
        <w:t>émotion</w:t>
      </w:r>
      <w:r>
        <w:rPr>
          <w:rFonts w:cs="Georgia"/>
          <w:kern w:val="1"/>
        </w:rPr>
        <w:t xml:space="preserve">, </w:t>
      </w:r>
      <w:r w:rsidR="00BE611A">
        <w:rPr>
          <w:rFonts w:cs="Georgia"/>
          <w:kern w:val="1"/>
        </w:rPr>
        <w:t>c</w:t>
      </w:r>
      <w:r>
        <w:rPr>
          <w:rFonts w:cs="Georgia"/>
          <w:kern w:val="1"/>
        </w:rPr>
        <w:t>’</w:t>
      </w:r>
      <w:r w:rsidR="00BE611A">
        <w:rPr>
          <w:rFonts w:cs="Georgia"/>
          <w:kern w:val="1"/>
        </w:rPr>
        <w:t>est vous qui</w:t>
      </w:r>
      <w:r>
        <w:rPr>
          <w:rFonts w:cs="Georgia"/>
          <w:kern w:val="1"/>
        </w:rPr>
        <w:t xml:space="preserve">… </w:t>
      </w:r>
      <w:r w:rsidR="00BE611A">
        <w:rPr>
          <w:rFonts w:cs="Georgia"/>
          <w:kern w:val="1"/>
        </w:rPr>
        <w:t>Vous voulez</w:t>
      </w:r>
      <w:r>
        <w:rPr>
          <w:rFonts w:cs="Georgia"/>
          <w:kern w:val="1"/>
        </w:rPr>
        <w:t> !…</w:t>
      </w:r>
    </w:p>
    <w:p w14:paraId="42A60B30" w14:textId="77777777" w:rsidR="000E1451" w:rsidRDefault="000E1451" w:rsidP="00BE611A">
      <w:pPr>
        <w:rPr>
          <w:rFonts w:cs="Georgia"/>
          <w:kern w:val="1"/>
        </w:rPr>
      </w:pPr>
      <w:r>
        <w:rPr>
          <w:rFonts w:cs="Georgia"/>
          <w:kern w:val="1"/>
        </w:rPr>
        <w:lastRenderedPageBreak/>
        <w:t>— </w:t>
      </w:r>
      <w:r w:rsidR="00BE611A">
        <w:rPr>
          <w:rFonts w:cs="Georgia"/>
          <w:kern w:val="1"/>
        </w:rPr>
        <w:t>Prenez</w:t>
      </w:r>
      <w:r>
        <w:rPr>
          <w:rFonts w:cs="Georgia"/>
          <w:kern w:val="1"/>
        </w:rPr>
        <w:t xml:space="preserve">, </w:t>
      </w:r>
      <w:r w:rsidR="00BE611A">
        <w:rPr>
          <w:rFonts w:cs="Georgia"/>
          <w:kern w:val="1"/>
        </w:rPr>
        <w:t>dit-elle</w:t>
      </w:r>
      <w:r>
        <w:rPr>
          <w:rFonts w:cs="Georgia"/>
          <w:kern w:val="1"/>
        </w:rPr>
        <w:t>.</w:t>
      </w:r>
    </w:p>
    <w:p w14:paraId="7707FAFD" w14:textId="77777777" w:rsidR="00BE611A" w:rsidRDefault="00BE611A" w:rsidP="00BE611A">
      <w:pPr>
        <w:rPr>
          <w:rFonts w:cs="Georgia"/>
          <w:kern w:val="1"/>
        </w:rPr>
      </w:pPr>
    </w:p>
    <w:p w14:paraId="0834B1DA" w14:textId="77777777" w:rsidR="000E1451" w:rsidRDefault="00BE611A" w:rsidP="00BE611A">
      <w:pPr>
        <w:rPr>
          <w:rFonts w:cs="Georgia"/>
          <w:kern w:val="1"/>
        </w:rPr>
      </w:pPr>
      <w:r>
        <w:rPr>
          <w:rFonts w:cs="Georgia"/>
          <w:kern w:val="1"/>
        </w:rPr>
        <w:t>Voilà ce que fut cette journée</w:t>
      </w:r>
      <w:r w:rsidR="000E1451">
        <w:rPr>
          <w:rFonts w:cs="Georgia"/>
          <w:kern w:val="1"/>
        </w:rPr>
        <w:t xml:space="preserve">. </w:t>
      </w:r>
      <w:r>
        <w:rPr>
          <w:rFonts w:cs="Georgia"/>
          <w:kern w:val="1"/>
        </w:rPr>
        <w:t>Je n</w:t>
      </w:r>
      <w:r w:rsidR="000E1451">
        <w:rPr>
          <w:rFonts w:cs="Georgia"/>
          <w:kern w:val="1"/>
        </w:rPr>
        <w:t>’</w:t>
      </w:r>
      <w:r>
        <w:rPr>
          <w:rFonts w:cs="Georgia"/>
          <w:kern w:val="1"/>
        </w:rPr>
        <w:t>ai jamais pu évoquer son souvenir sans que mes yeux s</w:t>
      </w:r>
      <w:r w:rsidR="000E1451">
        <w:rPr>
          <w:rFonts w:cs="Georgia"/>
          <w:kern w:val="1"/>
        </w:rPr>
        <w:t>’</w:t>
      </w:r>
      <w:r>
        <w:rPr>
          <w:rFonts w:cs="Georgia"/>
          <w:kern w:val="1"/>
        </w:rPr>
        <w:t>emplissent de larmes</w:t>
      </w:r>
      <w:r w:rsidR="000E1451">
        <w:rPr>
          <w:rFonts w:cs="Georgia"/>
          <w:kern w:val="1"/>
        </w:rPr>
        <w:t xml:space="preserve">. </w:t>
      </w:r>
      <w:r>
        <w:rPr>
          <w:rFonts w:cs="Georgia"/>
          <w:kern w:val="1"/>
        </w:rPr>
        <w:t>Il devait être environ six heures quand on frappa à la porte</w:t>
      </w:r>
      <w:r w:rsidR="000E1451">
        <w:rPr>
          <w:rFonts w:cs="Georgia"/>
          <w:kern w:val="1"/>
        </w:rPr>
        <w:t>.</w:t>
      </w:r>
    </w:p>
    <w:p w14:paraId="6897A813" w14:textId="77777777" w:rsidR="000E1451" w:rsidRDefault="000E1451" w:rsidP="00BE611A">
      <w:pPr>
        <w:rPr>
          <w:rFonts w:cs="Georgia"/>
          <w:kern w:val="1"/>
        </w:rPr>
      </w:pPr>
      <w:r>
        <w:rPr>
          <w:rFonts w:cs="Georgia"/>
          <w:kern w:val="1"/>
        </w:rPr>
        <w:t>— </w:t>
      </w:r>
      <w:r w:rsidR="00BE611A">
        <w:rPr>
          <w:rFonts w:cs="Georgia"/>
          <w:kern w:val="1"/>
        </w:rPr>
        <w:t>Entrez</w:t>
      </w:r>
      <w:r>
        <w:rPr>
          <w:rFonts w:cs="Georgia"/>
          <w:kern w:val="1"/>
        </w:rPr>
        <w:t xml:space="preserve">, </w:t>
      </w:r>
      <w:r w:rsidR="00BE611A">
        <w:rPr>
          <w:rFonts w:cs="Georgia"/>
          <w:kern w:val="1"/>
        </w:rPr>
        <w:t xml:space="preserve">dit </w:t>
      </w:r>
      <w:r>
        <w:rPr>
          <w:rFonts w:cs="Georgia"/>
          <w:kern w:val="1"/>
        </w:rPr>
        <w:t>M</w:t>
      </w:r>
      <w:r w:rsidRPr="000E1451">
        <w:rPr>
          <w:rFonts w:cs="Georgia"/>
          <w:kern w:val="1"/>
          <w:vertAlign w:val="superscript"/>
        </w:rPr>
        <w:t>lle</w:t>
      </w:r>
      <w:r>
        <w:rPr>
          <w:rFonts w:cs="Georgia"/>
          <w:kern w:val="1"/>
        </w:rPr>
        <w:t> de </w:t>
      </w:r>
      <w:r w:rsidR="00BE611A">
        <w:rPr>
          <w:rFonts w:cs="Georgia"/>
          <w:kern w:val="1"/>
        </w:rPr>
        <w:t>Mirrbach</w:t>
      </w:r>
      <w:r>
        <w:rPr>
          <w:rFonts w:cs="Georgia"/>
          <w:kern w:val="1"/>
        </w:rPr>
        <w:t>.</w:t>
      </w:r>
    </w:p>
    <w:p w14:paraId="1D17BD5E" w14:textId="77777777" w:rsidR="000E1451" w:rsidRDefault="00BE611A" w:rsidP="00BE611A">
      <w:pPr>
        <w:rPr>
          <w:rFonts w:cs="Georgia"/>
          <w:kern w:val="1"/>
        </w:rPr>
      </w:pPr>
      <w:r>
        <w:rPr>
          <w:rFonts w:cs="Georgia"/>
          <w:kern w:val="1"/>
        </w:rPr>
        <w:t>C</w:t>
      </w:r>
      <w:r w:rsidR="000E1451">
        <w:rPr>
          <w:rFonts w:cs="Georgia"/>
          <w:kern w:val="1"/>
        </w:rPr>
        <w:t>’</w:t>
      </w:r>
      <w:r>
        <w:rPr>
          <w:rFonts w:cs="Georgia"/>
          <w:kern w:val="1"/>
        </w:rPr>
        <w:t>était Gottlieb</w:t>
      </w:r>
      <w:r w:rsidR="000E1451">
        <w:rPr>
          <w:rFonts w:cs="Georgia"/>
          <w:kern w:val="1"/>
        </w:rPr>
        <w:t xml:space="preserve">, </w:t>
      </w:r>
      <w:r>
        <w:rPr>
          <w:rFonts w:cs="Georgia"/>
          <w:kern w:val="1"/>
        </w:rPr>
        <w:t>qui venait annoncer l</w:t>
      </w:r>
      <w:r w:rsidR="000E1451">
        <w:rPr>
          <w:rFonts w:cs="Georgia"/>
          <w:kern w:val="1"/>
        </w:rPr>
        <w:t>’</w:t>
      </w:r>
      <w:r>
        <w:rPr>
          <w:rFonts w:cs="Georgia"/>
          <w:kern w:val="1"/>
        </w:rPr>
        <w:t xml:space="preserve">arrivée du soldat chargé de ramener au camp </w:t>
      </w:r>
      <w:r w:rsidR="000E1451">
        <w:rPr>
          <w:rFonts w:cs="Georgia"/>
          <w:kern w:val="1"/>
        </w:rPr>
        <w:t>« </w:t>
      </w:r>
      <w:r>
        <w:rPr>
          <w:rFonts w:cs="Georgia"/>
          <w:kern w:val="1"/>
        </w:rPr>
        <w:t>Monsieur Dumaine</w:t>
      </w:r>
      <w:r w:rsidR="000E1451">
        <w:rPr>
          <w:rFonts w:cs="Georgia"/>
          <w:kern w:val="1"/>
        </w:rPr>
        <w:t> ».</w:t>
      </w:r>
    </w:p>
    <w:p w14:paraId="32C8782C" w14:textId="77777777" w:rsidR="00BE611A" w:rsidRDefault="00BE611A" w:rsidP="000E1451">
      <w:pPr>
        <w:pStyle w:val="Titre1"/>
        <w:numPr>
          <w:ilvl w:val="0"/>
          <w:numId w:val="15"/>
        </w:numPr>
        <w:ind w:left="0" w:firstLine="0"/>
        <w:rPr>
          <w:rFonts w:cs="Georgia"/>
          <w:kern w:val="1"/>
        </w:rPr>
      </w:pPr>
      <w:bookmarkStart w:id="22" w:name="__RefHeading__7386_928681719"/>
      <w:bookmarkStart w:id="23" w:name="_Toc195555070"/>
      <w:bookmarkEnd w:id="22"/>
      <w:r>
        <w:rPr>
          <w:kern w:val="1"/>
        </w:rPr>
        <w:lastRenderedPageBreak/>
        <w:t>XII</w:t>
      </w:r>
      <w:bookmarkEnd w:id="23"/>
    </w:p>
    <w:p w14:paraId="4FB6EC3A" w14:textId="77777777" w:rsidR="000E1451" w:rsidRDefault="00BE611A" w:rsidP="00BE611A">
      <w:pPr>
        <w:rPr>
          <w:rFonts w:cs="Georgia"/>
          <w:kern w:val="1"/>
        </w:rPr>
      </w:pPr>
      <w:r>
        <w:rPr>
          <w:rFonts w:cs="Georgia"/>
          <w:kern w:val="1"/>
        </w:rPr>
        <w:t>Sur la grande table du cabinet du Général</w:t>
      </w:r>
      <w:r w:rsidR="000E1451">
        <w:rPr>
          <w:rFonts w:cs="Georgia"/>
          <w:kern w:val="1"/>
        </w:rPr>
        <w:t xml:space="preserve">, </w:t>
      </w:r>
      <w:r>
        <w:rPr>
          <w:rFonts w:cs="Georgia"/>
          <w:kern w:val="1"/>
        </w:rPr>
        <w:t>il n</w:t>
      </w:r>
      <w:r w:rsidR="000E1451">
        <w:rPr>
          <w:rFonts w:cs="Georgia"/>
          <w:kern w:val="1"/>
        </w:rPr>
        <w:t>’</w:t>
      </w:r>
      <w:r>
        <w:rPr>
          <w:rFonts w:cs="Georgia"/>
          <w:kern w:val="1"/>
        </w:rPr>
        <w:t>y avait pas que les œuvres de Clausewitz et de Willisch</w:t>
      </w:r>
      <w:r w:rsidR="000E1451">
        <w:rPr>
          <w:rFonts w:cs="Georgia"/>
          <w:kern w:val="1"/>
        </w:rPr>
        <w:t xml:space="preserve">, </w:t>
      </w:r>
      <w:r>
        <w:rPr>
          <w:rFonts w:cs="Georgia"/>
          <w:kern w:val="1"/>
        </w:rPr>
        <w:t>de von der Goltz et de Moltke</w:t>
      </w:r>
      <w:r w:rsidR="000E1451">
        <w:rPr>
          <w:rFonts w:cs="Georgia"/>
          <w:kern w:val="1"/>
        </w:rPr>
        <w:t xml:space="preserve">. </w:t>
      </w:r>
      <w:r>
        <w:rPr>
          <w:rFonts w:cs="Georgia"/>
          <w:kern w:val="1"/>
        </w:rPr>
        <w:t>J</w:t>
      </w:r>
      <w:r w:rsidR="000E1451">
        <w:rPr>
          <w:rFonts w:cs="Georgia"/>
          <w:kern w:val="1"/>
        </w:rPr>
        <w:t>’</w:t>
      </w:r>
      <w:r>
        <w:rPr>
          <w:rFonts w:cs="Georgia"/>
          <w:kern w:val="1"/>
        </w:rPr>
        <w:t>avais remarqué également la présence constante d</w:t>
      </w:r>
      <w:r w:rsidR="000E1451">
        <w:rPr>
          <w:rFonts w:cs="Georgia"/>
          <w:kern w:val="1"/>
        </w:rPr>
        <w:t>’</w:t>
      </w:r>
      <w:r>
        <w:rPr>
          <w:rFonts w:cs="Georgia"/>
          <w:kern w:val="1"/>
        </w:rPr>
        <w:t>un épais petit bouquin gonflé de signets de papier</w:t>
      </w:r>
      <w:r w:rsidR="000E1451">
        <w:rPr>
          <w:rFonts w:cs="Georgia"/>
          <w:kern w:val="1"/>
        </w:rPr>
        <w:t xml:space="preserve">. </w:t>
      </w:r>
      <w:r>
        <w:rPr>
          <w:rFonts w:cs="Georgia"/>
          <w:kern w:val="1"/>
        </w:rPr>
        <w:t>Le jour où j</w:t>
      </w:r>
      <w:r w:rsidR="000E1451">
        <w:rPr>
          <w:rFonts w:cs="Georgia"/>
          <w:kern w:val="1"/>
        </w:rPr>
        <w:t>’</w:t>
      </w:r>
      <w:r>
        <w:rPr>
          <w:rFonts w:cs="Georgia"/>
          <w:kern w:val="1"/>
        </w:rPr>
        <w:t>eus l</w:t>
      </w:r>
      <w:r w:rsidR="000E1451">
        <w:rPr>
          <w:rFonts w:cs="Georgia"/>
          <w:kern w:val="1"/>
        </w:rPr>
        <w:t>’</w:t>
      </w:r>
      <w:r>
        <w:rPr>
          <w:rFonts w:cs="Georgia"/>
          <w:kern w:val="1"/>
        </w:rPr>
        <w:t>idée de l</w:t>
      </w:r>
      <w:r w:rsidR="000E1451">
        <w:rPr>
          <w:rFonts w:cs="Georgia"/>
          <w:kern w:val="1"/>
        </w:rPr>
        <w:t>’</w:t>
      </w:r>
      <w:r>
        <w:rPr>
          <w:rFonts w:cs="Georgia"/>
          <w:kern w:val="1"/>
        </w:rPr>
        <w:t>ouvrir</w:t>
      </w:r>
      <w:r w:rsidR="000E1451">
        <w:rPr>
          <w:rFonts w:cs="Georgia"/>
          <w:kern w:val="1"/>
        </w:rPr>
        <w:t xml:space="preserve">, </w:t>
      </w:r>
      <w:r>
        <w:rPr>
          <w:rFonts w:cs="Georgia"/>
          <w:kern w:val="1"/>
        </w:rPr>
        <w:t>je n</w:t>
      </w:r>
      <w:r w:rsidR="000E1451">
        <w:rPr>
          <w:rFonts w:cs="Georgia"/>
          <w:kern w:val="1"/>
        </w:rPr>
        <w:t>’</w:t>
      </w:r>
      <w:r>
        <w:rPr>
          <w:rFonts w:cs="Georgia"/>
          <w:kern w:val="1"/>
        </w:rPr>
        <w:t>imaginais certes pas le nombre de fois que j</w:t>
      </w:r>
      <w:r w:rsidR="000E1451">
        <w:rPr>
          <w:rFonts w:cs="Georgia"/>
          <w:kern w:val="1"/>
        </w:rPr>
        <w:t>’</w:t>
      </w:r>
      <w:r>
        <w:rPr>
          <w:rFonts w:cs="Georgia"/>
          <w:kern w:val="1"/>
        </w:rPr>
        <w:t>allais être amené à refaire ce geste</w:t>
      </w:r>
      <w:r w:rsidR="000E1451">
        <w:rPr>
          <w:rFonts w:cs="Georgia"/>
          <w:kern w:val="1"/>
        </w:rPr>
        <w:t>.</w:t>
      </w:r>
    </w:p>
    <w:p w14:paraId="37914869" w14:textId="77777777" w:rsidR="000E1451" w:rsidRDefault="00BE611A" w:rsidP="00BE611A">
      <w:pPr>
        <w:rPr>
          <w:rFonts w:cs="Georgia"/>
          <w:kern w:val="1"/>
        </w:rPr>
      </w:pPr>
      <w:r>
        <w:rPr>
          <w:rFonts w:cs="Georgia"/>
          <w:kern w:val="1"/>
        </w:rPr>
        <w:t>C</w:t>
      </w:r>
      <w:r w:rsidR="000E1451">
        <w:rPr>
          <w:rFonts w:cs="Georgia"/>
          <w:kern w:val="1"/>
        </w:rPr>
        <w:t>’</w:t>
      </w:r>
      <w:r>
        <w:rPr>
          <w:rFonts w:cs="Georgia"/>
          <w:kern w:val="1"/>
        </w:rPr>
        <w:t>était l</w:t>
      </w:r>
      <w:r w:rsidR="000E1451">
        <w:rPr>
          <w:rFonts w:cs="Georgia"/>
          <w:kern w:val="1"/>
        </w:rPr>
        <w:t>’</w:t>
      </w:r>
      <w:r>
        <w:rPr>
          <w:rFonts w:cs="Georgia"/>
          <w:kern w:val="1"/>
        </w:rPr>
        <w:t xml:space="preserve">édition de 1916 du </w:t>
      </w:r>
      <w:r w:rsidR="000E1451">
        <w:rPr>
          <w:rFonts w:cs="Georgia"/>
          <w:kern w:val="1"/>
        </w:rPr>
        <w:t>« </w:t>
      </w:r>
      <w:r>
        <w:rPr>
          <w:rFonts w:cs="Georgia"/>
          <w:kern w:val="1"/>
        </w:rPr>
        <w:t>Militär-Versorgungsrecht</w:t>
      </w:r>
      <w:r w:rsidR="000E1451">
        <w:rPr>
          <w:rFonts w:cs="Georgia"/>
          <w:kern w:val="1"/>
        </w:rPr>
        <w:t xml:space="preserve"> ». </w:t>
      </w:r>
      <w:r>
        <w:rPr>
          <w:rFonts w:cs="Georgia"/>
          <w:kern w:val="1"/>
        </w:rPr>
        <w:t>Outre une quantité incalculable de renseignements concernant l</w:t>
      </w:r>
      <w:r w:rsidR="000E1451">
        <w:rPr>
          <w:rFonts w:cs="Georgia"/>
          <w:kern w:val="1"/>
        </w:rPr>
        <w:t>’</w:t>
      </w:r>
      <w:r>
        <w:rPr>
          <w:rFonts w:cs="Georgia"/>
          <w:kern w:val="1"/>
        </w:rPr>
        <w:t>administration de l</w:t>
      </w:r>
      <w:r w:rsidR="000E1451">
        <w:rPr>
          <w:rFonts w:cs="Georgia"/>
          <w:kern w:val="1"/>
        </w:rPr>
        <w:t>’</w:t>
      </w:r>
      <w:r>
        <w:rPr>
          <w:rFonts w:cs="Georgia"/>
          <w:kern w:val="1"/>
        </w:rPr>
        <w:t>armée allemande</w:t>
      </w:r>
      <w:r w:rsidR="000E1451">
        <w:rPr>
          <w:rFonts w:cs="Georgia"/>
          <w:kern w:val="1"/>
        </w:rPr>
        <w:t xml:space="preserve">, </w:t>
      </w:r>
      <w:r>
        <w:rPr>
          <w:rFonts w:cs="Georgia"/>
          <w:kern w:val="1"/>
        </w:rPr>
        <w:t>ce traité contenait toute la législation en vigueur à cette époque sur les soldes</w:t>
      </w:r>
      <w:r w:rsidR="000E1451">
        <w:rPr>
          <w:rFonts w:cs="Georgia"/>
          <w:kern w:val="1"/>
        </w:rPr>
        <w:t xml:space="preserve">, </w:t>
      </w:r>
      <w:r>
        <w:rPr>
          <w:rFonts w:cs="Georgia"/>
          <w:kern w:val="1"/>
        </w:rPr>
        <w:t>pensions</w:t>
      </w:r>
      <w:r w:rsidR="000E1451">
        <w:rPr>
          <w:rFonts w:cs="Georgia"/>
          <w:kern w:val="1"/>
        </w:rPr>
        <w:t xml:space="preserve">, </w:t>
      </w:r>
      <w:r>
        <w:rPr>
          <w:rFonts w:cs="Georgia"/>
          <w:kern w:val="1"/>
        </w:rPr>
        <w:t>retraites</w:t>
      </w:r>
      <w:r w:rsidR="000E1451">
        <w:rPr>
          <w:rFonts w:cs="Georgia"/>
          <w:kern w:val="1"/>
        </w:rPr>
        <w:t xml:space="preserve">, </w:t>
      </w:r>
      <w:r>
        <w:rPr>
          <w:rFonts w:cs="Georgia"/>
          <w:kern w:val="1"/>
        </w:rPr>
        <w:t>subventions</w:t>
      </w:r>
      <w:r w:rsidR="000E1451">
        <w:rPr>
          <w:rFonts w:cs="Georgia"/>
          <w:kern w:val="1"/>
        </w:rPr>
        <w:t xml:space="preserve">, </w:t>
      </w:r>
      <w:r>
        <w:rPr>
          <w:rFonts w:cs="Georgia"/>
          <w:kern w:val="1"/>
        </w:rPr>
        <w:t>secours destinés aux officiers et à leurs familles</w:t>
      </w:r>
      <w:r w:rsidR="000E1451">
        <w:rPr>
          <w:rFonts w:cs="Georgia"/>
          <w:kern w:val="1"/>
        </w:rPr>
        <w:t xml:space="preserve">. </w:t>
      </w:r>
      <w:r>
        <w:rPr>
          <w:rFonts w:cs="Georgia"/>
          <w:kern w:val="1"/>
        </w:rPr>
        <w:t>Avec du temps et de la patience</w:t>
      </w:r>
      <w:r w:rsidR="000E1451">
        <w:rPr>
          <w:rFonts w:cs="Georgia"/>
          <w:kern w:val="1"/>
        </w:rPr>
        <w:t xml:space="preserve"> – </w:t>
      </w:r>
      <w:r>
        <w:rPr>
          <w:rFonts w:cs="Georgia"/>
          <w:kern w:val="1"/>
        </w:rPr>
        <w:t>et Dieu sait que ni l</w:t>
      </w:r>
      <w:r w:rsidR="000E1451">
        <w:rPr>
          <w:rFonts w:cs="Georgia"/>
          <w:kern w:val="1"/>
        </w:rPr>
        <w:t>’</w:t>
      </w:r>
      <w:r>
        <w:rPr>
          <w:rFonts w:cs="Georgia"/>
          <w:kern w:val="1"/>
        </w:rPr>
        <w:t>un ni l</w:t>
      </w:r>
      <w:r w:rsidR="000E1451">
        <w:rPr>
          <w:rFonts w:cs="Georgia"/>
          <w:kern w:val="1"/>
        </w:rPr>
        <w:t>’</w:t>
      </w:r>
      <w:r>
        <w:rPr>
          <w:rFonts w:cs="Georgia"/>
          <w:kern w:val="1"/>
        </w:rPr>
        <w:t>autre ne me faisaient défaut</w:t>
      </w:r>
      <w:r w:rsidR="000E1451">
        <w:rPr>
          <w:rFonts w:cs="Georgia"/>
          <w:kern w:val="1"/>
        </w:rPr>
        <w:t xml:space="preserve"> –, </w:t>
      </w:r>
      <w:r>
        <w:rPr>
          <w:rFonts w:cs="Georgia"/>
          <w:kern w:val="1"/>
        </w:rPr>
        <w:t>aidé d</w:t>
      </w:r>
      <w:r w:rsidR="000E1451">
        <w:rPr>
          <w:rFonts w:cs="Georgia"/>
          <w:kern w:val="1"/>
        </w:rPr>
        <w:t>’</w:t>
      </w:r>
      <w:r>
        <w:rPr>
          <w:rFonts w:cs="Georgia"/>
          <w:kern w:val="1"/>
        </w:rPr>
        <w:t>ailleurs par les notes que le Général avait laissées sur la plupart des signets</w:t>
      </w:r>
      <w:r w:rsidR="000E1451">
        <w:rPr>
          <w:rFonts w:cs="Georgia"/>
          <w:kern w:val="1"/>
        </w:rPr>
        <w:t xml:space="preserve">, </w:t>
      </w:r>
      <w:r>
        <w:rPr>
          <w:rFonts w:cs="Georgia"/>
          <w:kern w:val="1"/>
        </w:rPr>
        <w:t>je pouvais trouver dans cet ouvrage la réponse à une question que j</w:t>
      </w:r>
      <w:r w:rsidR="000E1451">
        <w:rPr>
          <w:rFonts w:cs="Georgia"/>
          <w:kern w:val="1"/>
        </w:rPr>
        <w:t>’</w:t>
      </w:r>
      <w:r>
        <w:rPr>
          <w:rFonts w:cs="Georgia"/>
          <w:kern w:val="1"/>
        </w:rPr>
        <w:t>avais été conduit fort rapidement à me poser</w:t>
      </w:r>
      <w:r w:rsidR="000E1451">
        <w:rPr>
          <w:rFonts w:cs="Georgia"/>
          <w:kern w:val="1"/>
        </w:rPr>
        <w:t xml:space="preserve"> : </w:t>
      </w:r>
      <w:r>
        <w:rPr>
          <w:rFonts w:cs="Georgia"/>
          <w:kern w:val="1"/>
        </w:rPr>
        <w:t>quelles étaient les ressources approximatives des maîtres de Reichendorf</w:t>
      </w:r>
      <w:r w:rsidR="000E1451">
        <w:rPr>
          <w:rFonts w:cs="Georgia"/>
          <w:kern w:val="1"/>
        </w:rPr>
        <w:t xml:space="preserve"> ? </w:t>
      </w:r>
      <w:r>
        <w:rPr>
          <w:rFonts w:cs="Georgia"/>
          <w:kern w:val="1"/>
        </w:rPr>
        <w:t>Pour s</w:t>
      </w:r>
      <w:r w:rsidR="000E1451">
        <w:rPr>
          <w:rFonts w:cs="Georgia"/>
          <w:kern w:val="1"/>
        </w:rPr>
        <w:t>’</w:t>
      </w:r>
      <w:r>
        <w:rPr>
          <w:rFonts w:cs="Georgia"/>
          <w:kern w:val="1"/>
        </w:rPr>
        <w:t>étonner de l</w:t>
      </w:r>
      <w:r w:rsidR="000E1451">
        <w:rPr>
          <w:rFonts w:cs="Georgia"/>
          <w:kern w:val="1"/>
        </w:rPr>
        <w:t>’</w:t>
      </w:r>
      <w:r>
        <w:rPr>
          <w:rFonts w:cs="Georgia"/>
          <w:kern w:val="1"/>
        </w:rPr>
        <w:t>ardeur avec laquelle je m</w:t>
      </w:r>
      <w:r w:rsidR="000E1451">
        <w:rPr>
          <w:rFonts w:cs="Georgia"/>
          <w:kern w:val="1"/>
        </w:rPr>
        <w:t>’</w:t>
      </w:r>
      <w:r>
        <w:rPr>
          <w:rFonts w:cs="Georgia"/>
          <w:kern w:val="1"/>
        </w:rPr>
        <w:t>étais attelé à cette nouvelle tâche</w:t>
      </w:r>
      <w:r w:rsidR="000E1451">
        <w:rPr>
          <w:rFonts w:cs="Georgia"/>
          <w:kern w:val="1"/>
        </w:rPr>
        <w:t xml:space="preserve">, </w:t>
      </w:r>
      <w:r>
        <w:rPr>
          <w:rFonts w:cs="Georgia"/>
          <w:kern w:val="1"/>
        </w:rPr>
        <w:t>il faudrait n</w:t>
      </w:r>
      <w:r w:rsidR="000E1451">
        <w:rPr>
          <w:rFonts w:cs="Georgia"/>
          <w:kern w:val="1"/>
        </w:rPr>
        <w:t>’</w:t>
      </w:r>
      <w:r>
        <w:rPr>
          <w:rFonts w:cs="Georgia"/>
          <w:kern w:val="1"/>
        </w:rPr>
        <w:t>avoir rien compris à toute la puissance qui m</w:t>
      </w:r>
      <w:r w:rsidR="000E1451">
        <w:rPr>
          <w:rFonts w:cs="Georgia"/>
          <w:kern w:val="1"/>
        </w:rPr>
        <w:t>’</w:t>
      </w:r>
      <w:r>
        <w:rPr>
          <w:rFonts w:cs="Georgia"/>
          <w:kern w:val="1"/>
        </w:rPr>
        <w:t>emportait vers Axelle</w:t>
      </w:r>
      <w:r w:rsidR="000E1451">
        <w:rPr>
          <w:rFonts w:cs="Georgia"/>
          <w:kern w:val="1"/>
        </w:rPr>
        <w:t xml:space="preserve">. </w:t>
      </w:r>
      <w:r>
        <w:rPr>
          <w:rFonts w:cs="Georgia"/>
          <w:kern w:val="1"/>
        </w:rPr>
        <w:t>Dès les premiers jours</w:t>
      </w:r>
      <w:r w:rsidR="000E1451">
        <w:rPr>
          <w:rFonts w:cs="Georgia"/>
          <w:kern w:val="1"/>
        </w:rPr>
        <w:t xml:space="preserve">, </w:t>
      </w:r>
      <w:r>
        <w:rPr>
          <w:rFonts w:cs="Georgia"/>
          <w:kern w:val="1"/>
        </w:rPr>
        <w:t>j</w:t>
      </w:r>
      <w:r w:rsidR="000E1451">
        <w:rPr>
          <w:rFonts w:cs="Georgia"/>
          <w:kern w:val="1"/>
        </w:rPr>
        <w:t>’</w:t>
      </w:r>
      <w:r>
        <w:rPr>
          <w:rFonts w:cs="Georgia"/>
          <w:kern w:val="1"/>
        </w:rPr>
        <w:t>avais eu l</w:t>
      </w:r>
      <w:r w:rsidR="000E1451">
        <w:rPr>
          <w:rFonts w:cs="Georgia"/>
          <w:kern w:val="1"/>
        </w:rPr>
        <w:t>’</w:t>
      </w:r>
      <w:r>
        <w:rPr>
          <w:rFonts w:cs="Georgia"/>
          <w:kern w:val="1"/>
        </w:rPr>
        <w:t>intuition des soucis d</w:t>
      </w:r>
      <w:r w:rsidR="000E1451">
        <w:rPr>
          <w:rFonts w:cs="Georgia"/>
          <w:kern w:val="1"/>
        </w:rPr>
        <w:t>’</w:t>
      </w:r>
      <w:r>
        <w:rPr>
          <w:rFonts w:cs="Georgia"/>
          <w:kern w:val="1"/>
        </w:rPr>
        <w:t>ordre matériel qui assombrissaient son existence</w:t>
      </w:r>
      <w:r w:rsidR="000E1451">
        <w:rPr>
          <w:rFonts w:cs="Georgia"/>
          <w:kern w:val="1"/>
        </w:rPr>
        <w:t xml:space="preserve">. </w:t>
      </w:r>
      <w:r>
        <w:rPr>
          <w:rFonts w:cs="Georgia"/>
          <w:kern w:val="1"/>
        </w:rPr>
        <w:t>Pas un événement ne s</w:t>
      </w:r>
      <w:r w:rsidR="000E1451">
        <w:rPr>
          <w:rFonts w:cs="Georgia"/>
          <w:kern w:val="1"/>
        </w:rPr>
        <w:t>’</w:t>
      </w:r>
      <w:r>
        <w:rPr>
          <w:rFonts w:cs="Georgia"/>
          <w:kern w:val="1"/>
        </w:rPr>
        <w:t>était accompli par la suite qui ne fût venu me confirmer dans cette certitude</w:t>
      </w:r>
      <w:r w:rsidR="000E1451">
        <w:rPr>
          <w:rFonts w:cs="Georgia"/>
          <w:kern w:val="1"/>
        </w:rPr>
        <w:t xml:space="preserve">. </w:t>
      </w:r>
      <w:r>
        <w:rPr>
          <w:rFonts w:cs="Georgia"/>
          <w:kern w:val="1"/>
        </w:rPr>
        <w:t>Or</w:t>
      </w:r>
      <w:r w:rsidR="000E1451">
        <w:rPr>
          <w:rFonts w:cs="Georgia"/>
          <w:kern w:val="1"/>
        </w:rPr>
        <w:t xml:space="preserve">, </w:t>
      </w:r>
      <w:r>
        <w:rPr>
          <w:rFonts w:cs="Georgia"/>
          <w:kern w:val="1"/>
        </w:rPr>
        <w:t>j</w:t>
      </w:r>
      <w:r w:rsidR="000E1451">
        <w:rPr>
          <w:rFonts w:cs="Georgia"/>
          <w:kern w:val="1"/>
        </w:rPr>
        <w:t>’</w:t>
      </w:r>
      <w:r>
        <w:rPr>
          <w:rFonts w:cs="Georgia"/>
          <w:kern w:val="1"/>
        </w:rPr>
        <w:t>avoue n</w:t>
      </w:r>
      <w:r w:rsidR="000E1451">
        <w:rPr>
          <w:rFonts w:cs="Georgia"/>
          <w:kern w:val="1"/>
        </w:rPr>
        <w:t>’</w:t>
      </w:r>
      <w:r>
        <w:rPr>
          <w:rFonts w:cs="Georgia"/>
          <w:kern w:val="1"/>
        </w:rPr>
        <w:t>être pas de ceux qui</w:t>
      </w:r>
      <w:r w:rsidR="000E1451">
        <w:rPr>
          <w:rFonts w:cs="Georgia"/>
          <w:kern w:val="1"/>
        </w:rPr>
        <w:t xml:space="preserve">, </w:t>
      </w:r>
      <w:r>
        <w:rPr>
          <w:rFonts w:cs="Georgia"/>
          <w:kern w:val="1"/>
        </w:rPr>
        <w:t>prétendant à la connaissance d</w:t>
      </w:r>
      <w:r w:rsidR="000E1451">
        <w:rPr>
          <w:rFonts w:cs="Georgia"/>
          <w:kern w:val="1"/>
        </w:rPr>
        <w:t>’</w:t>
      </w:r>
      <w:r>
        <w:rPr>
          <w:rFonts w:cs="Georgia"/>
          <w:kern w:val="1"/>
        </w:rPr>
        <w:t>un être</w:t>
      </w:r>
      <w:r w:rsidR="000E1451">
        <w:rPr>
          <w:rFonts w:cs="Georgia"/>
          <w:kern w:val="1"/>
        </w:rPr>
        <w:t xml:space="preserve">, </w:t>
      </w:r>
      <w:r>
        <w:rPr>
          <w:rFonts w:cs="Georgia"/>
          <w:kern w:val="1"/>
        </w:rPr>
        <w:t xml:space="preserve">commencent par négliger avec une hautaine </w:t>
      </w:r>
      <w:r>
        <w:rPr>
          <w:rFonts w:cs="Georgia"/>
          <w:kern w:val="1"/>
        </w:rPr>
        <w:lastRenderedPageBreak/>
        <w:t>pudeur l</w:t>
      </w:r>
      <w:r w:rsidR="000E1451">
        <w:rPr>
          <w:rFonts w:cs="Georgia"/>
          <w:kern w:val="1"/>
        </w:rPr>
        <w:t>’</w:t>
      </w:r>
      <w:r>
        <w:rPr>
          <w:rFonts w:cs="Georgia"/>
          <w:kern w:val="1"/>
        </w:rPr>
        <w:t>examen des tristes problèmes sur lesquels sa pensée se trouve sans cesse ramenée</w:t>
      </w:r>
      <w:r w:rsidR="000E1451">
        <w:rPr>
          <w:rFonts w:cs="Georgia"/>
          <w:kern w:val="1"/>
        </w:rPr>
        <w:t>.</w:t>
      </w:r>
    </w:p>
    <w:p w14:paraId="5B93A7BA" w14:textId="77777777" w:rsidR="000E1451" w:rsidRDefault="00BE611A" w:rsidP="00BE611A">
      <w:pPr>
        <w:rPr>
          <w:rFonts w:cs="Georgia"/>
          <w:kern w:val="1"/>
        </w:rPr>
      </w:pPr>
      <w:r>
        <w:rPr>
          <w:rFonts w:cs="Georgia"/>
          <w:kern w:val="1"/>
        </w:rPr>
        <w:t>La recherche du chiffre auquel pouvait s</w:t>
      </w:r>
      <w:r w:rsidR="000E1451">
        <w:rPr>
          <w:rFonts w:cs="Georgia"/>
          <w:kern w:val="1"/>
        </w:rPr>
        <w:t>’</w:t>
      </w:r>
      <w:r>
        <w:rPr>
          <w:rFonts w:cs="Georgia"/>
          <w:kern w:val="1"/>
        </w:rPr>
        <w:t>élever la retraite du général n</w:t>
      </w:r>
      <w:r w:rsidR="000E1451">
        <w:rPr>
          <w:rFonts w:cs="Georgia"/>
          <w:kern w:val="1"/>
        </w:rPr>
        <w:t>’</w:t>
      </w:r>
      <w:r>
        <w:rPr>
          <w:rFonts w:cs="Georgia"/>
          <w:kern w:val="1"/>
        </w:rPr>
        <w:t>avait pas exigé de ma part des miracles de perspicacité</w:t>
      </w:r>
      <w:r w:rsidR="000E1451">
        <w:rPr>
          <w:rFonts w:cs="Georgia"/>
          <w:kern w:val="1"/>
        </w:rPr>
        <w:t xml:space="preserve">. </w:t>
      </w:r>
      <w:r>
        <w:rPr>
          <w:rFonts w:cs="Georgia"/>
          <w:kern w:val="1"/>
        </w:rPr>
        <w:t xml:space="preserve">Mon Recueil administratif indiquait pour les généraux de brigade le chiffre de base de </w:t>
      </w:r>
      <w:r w:rsidR="000E1451">
        <w:rPr>
          <w:rFonts w:cs="Georgia"/>
          <w:kern w:val="1"/>
        </w:rPr>
        <w:t>8.7</w:t>
      </w:r>
      <w:r>
        <w:rPr>
          <w:rFonts w:cs="Georgia"/>
          <w:kern w:val="1"/>
        </w:rPr>
        <w:t>12 marks</w:t>
      </w:r>
      <w:r w:rsidR="000E1451">
        <w:rPr>
          <w:rFonts w:cs="Georgia"/>
          <w:kern w:val="1"/>
        </w:rPr>
        <w:t xml:space="preserve">. </w:t>
      </w:r>
      <w:r>
        <w:rPr>
          <w:rFonts w:cs="Georgia"/>
          <w:kern w:val="1"/>
        </w:rPr>
        <w:t>Cette somme se trouvait bonifiée par certaines indemnités spéciales</w:t>
      </w:r>
      <w:r w:rsidR="000E1451">
        <w:rPr>
          <w:rFonts w:cs="Georgia"/>
          <w:kern w:val="1"/>
        </w:rPr>
        <w:t xml:space="preserve">, – </w:t>
      </w:r>
      <w:r>
        <w:rPr>
          <w:rFonts w:cs="Georgia"/>
          <w:kern w:val="1"/>
        </w:rPr>
        <w:t>campagnes</w:t>
      </w:r>
      <w:r w:rsidR="000E1451">
        <w:rPr>
          <w:rFonts w:cs="Georgia"/>
          <w:kern w:val="1"/>
        </w:rPr>
        <w:t xml:space="preserve">, </w:t>
      </w:r>
      <w:r>
        <w:rPr>
          <w:rFonts w:cs="Georgia"/>
          <w:kern w:val="1"/>
        </w:rPr>
        <w:t>ancienneté</w:t>
      </w:r>
      <w:r w:rsidR="000E1451">
        <w:rPr>
          <w:rFonts w:cs="Georgia"/>
          <w:kern w:val="1"/>
        </w:rPr>
        <w:t xml:space="preserve">, </w:t>
      </w:r>
      <w:r>
        <w:rPr>
          <w:rFonts w:cs="Georgia"/>
          <w:kern w:val="1"/>
        </w:rPr>
        <w:t>blessures</w:t>
      </w:r>
      <w:r w:rsidR="000E1451">
        <w:rPr>
          <w:rFonts w:cs="Georgia"/>
          <w:kern w:val="1"/>
        </w:rPr>
        <w:t xml:space="preserve"> – </w:t>
      </w:r>
      <w:r>
        <w:rPr>
          <w:rFonts w:cs="Georgia"/>
          <w:kern w:val="1"/>
        </w:rPr>
        <w:t>qui pouvaient lui faire atteindre</w:t>
      </w:r>
      <w:r w:rsidR="000E1451">
        <w:rPr>
          <w:rFonts w:cs="Georgia"/>
          <w:kern w:val="1"/>
        </w:rPr>
        <w:t xml:space="preserve">, </w:t>
      </w:r>
      <w:r>
        <w:rPr>
          <w:rFonts w:cs="Georgia"/>
          <w:kern w:val="1"/>
        </w:rPr>
        <w:t>comme c</w:t>
      </w:r>
      <w:r w:rsidR="000E1451">
        <w:rPr>
          <w:rFonts w:cs="Georgia"/>
          <w:kern w:val="1"/>
        </w:rPr>
        <w:t>’</w:t>
      </w:r>
      <w:r>
        <w:rPr>
          <w:rFonts w:cs="Georgia"/>
          <w:kern w:val="1"/>
        </w:rPr>
        <w:t>était le cas</w:t>
      </w:r>
      <w:r w:rsidR="000E1451">
        <w:rPr>
          <w:rFonts w:cs="Georgia"/>
          <w:kern w:val="1"/>
        </w:rPr>
        <w:t xml:space="preserve">, </w:t>
      </w:r>
      <w:r>
        <w:rPr>
          <w:rFonts w:cs="Georgia"/>
          <w:kern w:val="1"/>
        </w:rPr>
        <w:t>le chiffre global de 1</w:t>
      </w:r>
      <w:r w:rsidR="000E1451">
        <w:rPr>
          <w:rFonts w:cs="Georgia"/>
          <w:kern w:val="1"/>
        </w:rPr>
        <w:t>1.0</w:t>
      </w:r>
      <w:r>
        <w:rPr>
          <w:rFonts w:cs="Georgia"/>
          <w:kern w:val="1"/>
        </w:rPr>
        <w:t>00 marks</w:t>
      </w:r>
      <w:r w:rsidR="000E1451">
        <w:rPr>
          <w:rFonts w:cs="Georgia"/>
          <w:kern w:val="1"/>
        </w:rPr>
        <w:t xml:space="preserve">. </w:t>
      </w:r>
      <w:r>
        <w:rPr>
          <w:rFonts w:cs="Georgia"/>
          <w:kern w:val="1"/>
        </w:rPr>
        <w:t>En ce qui concernait Axelle</w:t>
      </w:r>
      <w:r w:rsidR="000E1451">
        <w:rPr>
          <w:rFonts w:cs="Georgia"/>
          <w:kern w:val="1"/>
        </w:rPr>
        <w:t xml:space="preserve">, </w:t>
      </w:r>
      <w:r>
        <w:rPr>
          <w:rFonts w:cs="Georgia"/>
          <w:kern w:val="1"/>
        </w:rPr>
        <w:t>il me fut aisé d</w:t>
      </w:r>
      <w:r w:rsidR="000E1451">
        <w:rPr>
          <w:rFonts w:cs="Georgia"/>
          <w:kern w:val="1"/>
        </w:rPr>
        <w:t>’</w:t>
      </w:r>
      <w:r>
        <w:rPr>
          <w:rFonts w:cs="Georgia"/>
          <w:kern w:val="1"/>
        </w:rPr>
        <w:t>établir qu</w:t>
      </w:r>
      <w:r w:rsidR="000E1451">
        <w:rPr>
          <w:rFonts w:cs="Georgia"/>
          <w:kern w:val="1"/>
        </w:rPr>
        <w:t>’</w:t>
      </w:r>
      <w:r>
        <w:rPr>
          <w:rFonts w:cs="Georgia"/>
          <w:kern w:val="1"/>
        </w:rPr>
        <w:t>elle recevait</w:t>
      </w:r>
      <w:r w:rsidR="000E1451">
        <w:rPr>
          <w:rFonts w:cs="Georgia"/>
          <w:kern w:val="1"/>
        </w:rPr>
        <w:t xml:space="preserve">, </w:t>
      </w:r>
      <w:r>
        <w:rPr>
          <w:rFonts w:cs="Georgia"/>
          <w:kern w:val="1"/>
        </w:rPr>
        <w:t>en tant que fille d</w:t>
      </w:r>
      <w:r w:rsidR="000E1451">
        <w:rPr>
          <w:rFonts w:cs="Georgia"/>
          <w:kern w:val="1"/>
        </w:rPr>
        <w:t>’</w:t>
      </w:r>
      <w:r>
        <w:rPr>
          <w:rFonts w:cs="Georgia"/>
          <w:kern w:val="1"/>
        </w:rPr>
        <w:t>un général de division tué à l</w:t>
      </w:r>
      <w:r w:rsidR="000E1451">
        <w:rPr>
          <w:rFonts w:cs="Georgia"/>
          <w:kern w:val="1"/>
        </w:rPr>
        <w:t>’</w:t>
      </w:r>
      <w:r>
        <w:rPr>
          <w:rFonts w:cs="Georgia"/>
          <w:kern w:val="1"/>
        </w:rPr>
        <w:t>ennemi</w:t>
      </w:r>
      <w:r w:rsidR="000E1451">
        <w:rPr>
          <w:rFonts w:cs="Georgia"/>
          <w:kern w:val="1"/>
        </w:rPr>
        <w:t xml:space="preserve">, </w:t>
      </w:r>
      <w:r>
        <w:rPr>
          <w:rFonts w:cs="Georgia"/>
          <w:kern w:val="1"/>
        </w:rPr>
        <w:t>une pension d</w:t>
      </w:r>
      <w:r w:rsidR="000E1451">
        <w:rPr>
          <w:rFonts w:cs="Georgia"/>
          <w:kern w:val="1"/>
        </w:rPr>
        <w:t>’</w:t>
      </w:r>
      <w:r>
        <w:rPr>
          <w:rFonts w:cs="Georgia"/>
          <w:kern w:val="1"/>
        </w:rPr>
        <w:t xml:space="preserve">environ </w:t>
      </w:r>
      <w:r w:rsidR="000E1451">
        <w:rPr>
          <w:rFonts w:cs="Georgia"/>
          <w:kern w:val="1"/>
        </w:rPr>
        <w:t>3.0</w:t>
      </w:r>
      <w:r>
        <w:rPr>
          <w:rFonts w:cs="Georgia"/>
          <w:kern w:val="1"/>
        </w:rPr>
        <w:t>00 marks</w:t>
      </w:r>
      <w:r w:rsidR="000E1451">
        <w:rPr>
          <w:rFonts w:cs="Georgia"/>
          <w:kern w:val="1"/>
        </w:rPr>
        <w:t xml:space="preserve">. </w:t>
      </w:r>
      <w:r>
        <w:rPr>
          <w:rFonts w:cs="Georgia"/>
          <w:kern w:val="1"/>
        </w:rPr>
        <w:t>Les textes législatifs permettaient à n</w:t>
      </w:r>
      <w:r w:rsidR="000E1451">
        <w:rPr>
          <w:rFonts w:cs="Georgia"/>
          <w:kern w:val="1"/>
        </w:rPr>
        <w:t>’</w:t>
      </w:r>
      <w:r>
        <w:rPr>
          <w:rFonts w:cs="Georgia"/>
          <w:kern w:val="1"/>
        </w:rPr>
        <w:t>importe qui de se procurer ces détails</w:t>
      </w:r>
      <w:r w:rsidR="000E1451">
        <w:rPr>
          <w:rFonts w:cs="Georgia"/>
          <w:kern w:val="1"/>
        </w:rPr>
        <w:t xml:space="preserve">. </w:t>
      </w:r>
      <w:r>
        <w:rPr>
          <w:rFonts w:cs="Georgia"/>
          <w:kern w:val="1"/>
        </w:rPr>
        <w:t>Où mes indiscrétions commencèrent réellement</w:t>
      </w:r>
      <w:r w:rsidR="000E1451">
        <w:rPr>
          <w:rFonts w:cs="Georgia"/>
          <w:kern w:val="1"/>
        </w:rPr>
        <w:t xml:space="preserve">, </w:t>
      </w:r>
      <w:r>
        <w:rPr>
          <w:rFonts w:cs="Georgia"/>
          <w:kern w:val="1"/>
        </w:rPr>
        <w:t>ce fut lorsque je fis la découverte d</w:t>
      </w:r>
      <w:r w:rsidR="000E1451">
        <w:rPr>
          <w:rFonts w:cs="Georgia"/>
          <w:kern w:val="1"/>
        </w:rPr>
        <w:t>’</w:t>
      </w:r>
      <w:r>
        <w:rPr>
          <w:rFonts w:cs="Georgia"/>
          <w:kern w:val="1"/>
        </w:rPr>
        <w:t>une note manuscrite du Général de Reichendorf mentionnant que sa nièce recevait</w:t>
      </w:r>
      <w:r w:rsidR="000E1451">
        <w:rPr>
          <w:rFonts w:cs="Georgia"/>
          <w:kern w:val="1"/>
        </w:rPr>
        <w:t xml:space="preserve">, </w:t>
      </w:r>
      <w:r>
        <w:rPr>
          <w:rFonts w:cs="Georgia"/>
          <w:kern w:val="1"/>
        </w:rPr>
        <w:t>outre sa pension</w:t>
      </w:r>
      <w:r w:rsidR="000E1451">
        <w:rPr>
          <w:rFonts w:cs="Georgia"/>
          <w:kern w:val="1"/>
        </w:rPr>
        <w:t xml:space="preserve">, </w:t>
      </w:r>
      <w:r>
        <w:rPr>
          <w:rFonts w:cs="Georgia"/>
          <w:kern w:val="1"/>
        </w:rPr>
        <w:t xml:space="preserve">un secours annuel de </w:t>
      </w:r>
      <w:r w:rsidR="000E1451">
        <w:rPr>
          <w:rFonts w:cs="Georgia"/>
          <w:kern w:val="1"/>
        </w:rPr>
        <w:t>1.5</w:t>
      </w:r>
      <w:r>
        <w:rPr>
          <w:rFonts w:cs="Georgia"/>
          <w:kern w:val="1"/>
        </w:rPr>
        <w:t>00 marks payé sur les fonds de la cassette impériale</w:t>
      </w:r>
      <w:r w:rsidR="000E1451">
        <w:rPr>
          <w:rFonts w:cs="Georgia"/>
          <w:kern w:val="1"/>
        </w:rPr>
        <w:t xml:space="preserve">. </w:t>
      </w:r>
      <w:r>
        <w:rPr>
          <w:rFonts w:cs="Georgia"/>
          <w:kern w:val="1"/>
        </w:rPr>
        <w:t>Ladite note servait de signet à un chapitre du Recueil où il était question des mesures destinées à venir en aide aux familles victimes des hostilités</w:t>
      </w:r>
      <w:r w:rsidR="000E1451">
        <w:rPr>
          <w:rFonts w:cs="Georgia"/>
          <w:kern w:val="1"/>
        </w:rPr>
        <w:t>. « </w:t>
      </w:r>
      <w:r>
        <w:rPr>
          <w:rFonts w:cs="Georgia"/>
          <w:kern w:val="1"/>
        </w:rPr>
        <w:t>L</w:t>
      </w:r>
      <w:r w:rsidR="000E1451">
        <w:rPr>
          <w:rFonts w:cs="Georgia"/>
          <w:kern w:val="1"/>
        </w:rPr>
        <w:t>’</w:t>
      </w:r>
      <w:r>
        <w:rPr>
          <w:rFonts w:cs="Georgia"/>
          <w:kern w:val="1"/>
        </w:rPr>
        <w:t>ensemble des allocations versées aux descendants des combattants tombés au cours de la présente guerre</w:t>
      </w:r>
      <w:r w:rsidR="000E1451">
        <w:rPr>
          <w:rFonts w:cs="Georgia"/>
          <w:kern w:val="1"/>
        </w:rPr>
        <w:t xml:space="preserve">, </w:t>
      </w:r>
      <w:r>
        <w:rPr>
          <w:rFonts w:cs="Georgia"/>
          <w:kern w:val="1"/>
        </w:rPr>
        <w:t>y était-il dit</w:t>
      </w:r>
      <w:r w:rsidR="000E1451">
        <w:rPr>
          <w:rFonts w:cs="Georgia"/>
          <w:kern w:val="1"/>
        </w:rPr>
        <w:t xml:space="preserve">, </w:t>
      </w:r>
      <w:r>
        <w:rPr>
          <w:rFonts w:cs="Georgia"/>
          <w:kern w:val="1"/>
        </w:rPr>
        <w:t>doit être suffisant non seulement pour les préserver de la misère</w:t>
      </w:r>
      <w:r w:rsidR="000E1451">
        <w:rPr>
          <w:rFonts w:cs="Georgia"/>
          <w:kern w:val="1"/>
        </w:rPr>
        <w:t xml:space="preserve">, </w:t>
      </w:r>
      <w:r>
        <w:rPr>
          <w:rFonts w:cs="Georgia"/>
          <w:kern w:val="1"/>
        </w:rPr>
        <w:t>mais pour les maintenir à leur rang social</w:t>
      </w:r>
      <w:r w:rsidR="000E1451">
        <w:rPr>
          <w:rFonts w:cs="Georgia"/>
          <w:kern w:val="1"/>
        </w:rPr>
        <w:t>. « </w:t>
      </w:r>
      <w:r>
        <w:rPr>
          <w:rFonts w:cs="Georgia"/>
          <w:bCs/>
          <w:i/>
          <w:iCs/>
          <w:kern w:val="1"/>
        </w:rPr>
        <w:t>Les maintenir à leur rang social</w:t>
      </w:r>
      <w:r w:rsidR="000E1451">
        <w:rPr>
          <w:rFonts w:cs="Georgia"/>
          <w:kern w:val="1"/>
        </w:rPr>
        <w:t xml:space="preserve"> ». </w:t>
      </w:r>
      <w:r>
        <w:rPr>
          <w:rFonts w:cs="Georgia"/>
          <w:kern w:val="1"/>
        </w:rPr>
        <w:t>Le Général avait souligné cette phrase d</w:t>
      </w:r>
      <w:r w:rsidR="000E1451">
        <w:rPr>
          <w:rFonts w:cs="Georgia"/>
          <w:kern w:val="1"/>
        </w:rPr>
        <w:t>’</w:t>
      </w:r>
      <w:r>
        <w:rPr>
          <w:rFonts w:cs="Georgia"/>
          <w:kern w:val="1"/>
        </w:rPr>
        <w:t>un furieux trait de plume</w:t>
      </w:r>
      <w:r w:rsidR="000E1451">
        <w:rPr>
          <w:rFonts w:cs="Georgia"/>
          <w:kern w:val="1"/>
        </w:rPr>
        <w:t xml:space="preserve">, </w:t>
      </w:r>
      <w:r>
        <w:rPr>
          <w:rFonts w:cs="Georgia"/>
          <w:kern w:val="1"/>
        </w:rPr>
        <w:t>en l</w:t>
      </w:r>
      <w:r w:rsidR="000E1451">
        <w:rPr>
          <w:rFonts w:cs="Georgia"/>
          <w:kern w:val="1"/>
        </w:rPr>
        <w:t>’</w:t>
      </w:r>
      <w:r>
        <w:rPr>
          <w:rFonts w:cs="Georgia"/>
          <w:kern w:val="1"/>
        </w:rPr>
        <w:t>accompagnant en marge d</w:t>
      </w:r>
      <w:r w:rsidR="000E1451">
        <w:rPr>
          <w:rFonts w:cs="Georgia"/>
          <w:kern w:val="1"/>
        </w:rPr>
        <w:t>’</w:t>
      </w:r>
      <w:r>
        <w:rPr>
          <w:rFonts w:cs="Georgia"/>
          <w:kern w:val="1"/>
        </w:rPr>
        <w:t>un triple rang de points d</w:t>
      </w:r>
      <w:r w:rsidR="000E1451">
        <w:rPr>
          <w:rFonts w:cs="Georgia"/>
          <w:kern w:val="1"/>
        </w:rPr>
        <w:t>’</w:t>
      </w:r>
      <w:r>
        <w:rPr>
          <w:rFonts w:cs="Georgia"/>
          <w:kern w:val="1"/>
        </w:rPr>
        <w:t>exclamation</w:t>
      </w:r>
      <w:r w:rsidR="000E1451">
        <w:rPr>
          <w:rFonts w:cs="Georgia"/>
          <w:kern w:val="1"/>
        </w:rPr>
        <w:t>.</w:t>
      </w:r>
    </w:p>
    <w:p w14:paraId="4A9684A1" w14:textId="77777777" w:rsidR="000E1451" w:rsidRDefault="00BE611A" w:rsidP="00BE611A">
      <w:pPr>
        <w:rPr>
          <w:rFonts w:cs="Georgia"/>
          <w:kern w:val="1"/>
        </w:rPr>
      </w:pPr>
      <w:r>
        <w:rPr>
          <w:rFonts w:cs="Georgia"/>
          <w:kern w:val="1"/>
        </w:rPr>
        <w:t>M</w:t>
      </w:r>
      <w:r w:rsidR="000E1451">
        <w:rPr>
          <w:rFonts w:cs="Georgia"/>
          <w:kern w:val="1"/>
        </w:rPr>
        <w:t>’</w:t>
      </w:r>
      <w:r>
        <w:rPr>
          <w:rFonts w:cs="Georgia"/>
          <w:kern w:val="1"/>
        </w:rPr>
        <w:t>étant ainsi documenté sur les pensions et secours</w:t>
      </w:r>
      <w:r w:rsidR="000E1451">
        <w:rPr>
          <w:rFonts w:cs="Georgia"/>
          <w:kern w:val="1"/>
        </w:rPr>
        <w:t xml:space="preserve">, </w:t>
      </w:r>
      <w:r>
        <w:rPr>
          <w:rFonts w:cs="Georgia"/>
          <w:kern w:val="1"/>
        </w:rPr>
        <w:t>j</w:t>
      </w:r>
      <w:r w:rsidR="000E1451">
        <w:rPr>
          <w:rFonts w:cs="Georgia"/>
          <w:kern w:val="1"/>
        </w:rPr>
        <w:t>’</w:t>
      </w:r>
      <w:r>
        <w:rPr>
          <w:rFonts w:cs="Georgia"/>
          <w:kern w:val="1"/>
        </w:rPr>
        <w:t>avais eu ensuite à m</w:t>
      </w:r>
      <w:r w:rsidR="000E1451">
        <w:rPr>
          <w:rFonts w:cs="Georgia"/>
          <w:kern w:val="1"/>
        </w:rPr>
        <w:t>’</w:t>
      </w:r>
      <w:r>
        <w:rPr>
          <w:rFonts w:cs="Georgia"/>
          <w:kern w:val="1"/>
        </w:rPr>
        <w:t>occuper des soldes</w:t>
      </w:r>
      <w:r w:rsidR="000E1451">
        <w:rPr>
          <w:rFonts w:cs="Georgia"/>
          <w:kern w:val="1"/>
        </w:rPr>
        <w:t xml:space="preserve">, </w:t>
      </w:r>
      <w:r>
        <w:rPr>
          <w:rFonts w:cs="Georgia"/>
          <w:kern w:val="1"/>
        </w:rPr>
        <w:t>car je tenais de Gottlieb que le Commandant de Reichendorf</w:t>
      </w:r>
      <w:r w:rsidR="000E1451">
        <w:rPr>
          <w:rFonts w:cs="Georgia"/>
          <w:kern w:val="1"/>
        </w:rPr>
        <w:t xml:space="preserve">, </w:t>
      </w:r>
      <w:r>
        <w:rPr>
          <w:rFonts w:cs="Georgia"/>
          <w:kern w:val="1"/>
        </w:rPr>
        <w:t>du front occidental où il combattait</w:t>
      </w:r>
      <w:r w:rsidR="000E1451">
        <w:rPr>
          <w:rFonts w:cs="Georgia"/>
          <w:kern w:val="1"/>
        </w:rPr>
        <w:t xml:space="preserve">, </w:t>
      </w:r>
      <w:r>
        <w:rPr>
          <w:rFonts w:cs="Georgia"/>
          <w:kern w:val="1"/>
        </w:rPr>
        <w:t xml:space="preserve">avait délégué à son père la </w:t>
      </w:r>
      <w:r>
        <w:rPr>
          <w:rFonts w:cs="Georgia"/>
          <w:kern w:val="1"/>
        </w:rPr>
        <w:lastRenderedPageBreak/>
        <w:t>moitié de la sienne</w:t>
      </w:r>
      <w:r w:rsidR="000E1451">
        <w:rPr>
          <w:rFonts w:cs="Georgia"/>
          <w:kern w:val="1"/>
        </w:rPr>
        <w:t xml:space="preserve">. </w:t>
      </w:r>
      <w:r>
        <w:rPr>
          <w:rFonts w:cs="Georgia"/>
          <w:kern w:val="1"/>
        </w:rPr>
        <w:t>Le chiffre de départ de la solde d</w:t>
      </w:r>
      <w:r w:rsidR="000E1451">
        <w:rPr>
          <w:rFonts w:cs="Georgia"/>
          <w:kern w:val="1"/>
        </w:rPr>
        <w:t>’</w:t>
      </w:r>
      <w:r>
        <w:rPr>
          <w:rFonts w:cs="Georgia"/>
          <w:kern w:val="1"/>
        </w:rPr>
        <w:t>un chef de bataillon</w:t>
      </w:r>
      <w:r w:rsidR="000E1451">
        <w:rPr>
          <w:rFonts w:cs="Georgia"/>
          <w:kern w:val="1"/>
        </w:rPr>
        <w:t xml:space="preserve">, </w:t>
      </w:r>
      <w:r>
        <w:rPr>
          <w:rFonts w:cs="Georgia"/>
          <w:kern w:val="1"/>
        </w:rPr>
        <w:t xml:space="preserve">calculé le </w:t>
      </w:r>
      <w:r w:rsidR="000E1451">
        <w:rPr>
          <w:rFonts w:cs="Georgia"/>
          <w:kern w:val="1"/>
        </w:rPr>
        <w:t>1</w:t>
      </w:r>
      <w:r w:rsidR="000E1451" w:rsidRPr="000E1451">
        <w:rPr>
          <w:rFonts w:cs="Georgia"/>
          <w:kern w:val="1"/>
          <w:vertAlign w:val="superscript"/>
        </w:rPr>
        <w:t>er</w:t>
      </w:r>
      <w:r w:rsidR="000E1451">
        <w:rPr>
          <w:rFonts w:cs="Georgia"/>
          <w:kern w:val="1"/>
        </w:rPr>
        <w:t> août</w:t>
      </w:r>
      <w:r>
        <w:rPr>
          <w:rFonts w:cs="Georgia"/>
          <w:kern w:val="1"/>
        </w:rPr>
        <w:t xml:space="preserve"> 1914</w:t>
      </w:r>
      <w:r w:rsidR="000E1451">
        <w:rPr>
          <w:rFonts w:cs="Georgia"/>
          <w:kern w:val="1"/>
        </w:rPr>
        <w:t xml:space="preserve">, </w:t>
      </w:r>
      <w:r>
        <w:rPr>
          <w:rFonts w:cs="Georgia"/>
          <w:kern w:val="1"/>
        </w:rPr>
        <w:t xml:space="preserve">était de </w:t>
      </w:r>
      <w:r w:rsidR="000E1451">
        <w:rPr>
          <w:rFonts w:cs="Georgia"/>
          <w:kern w:val="1"/>
        </w:rPr>
        <w:t>7.9</w:t>
      </w:r>
      <w:r>
        <w:rPr>
          <w:rFonts w:cs="Georgia"/>
          <w:kern w:val="1"/>
        </w:rPr>
        <w:t>26 marks</w:t>
      </w:r>
      <w:r w:rsidR="000E1451">
        <w:rPr>
          <w:rFonts w:cs="Georgia"/>
          <w:kern w:val="1"/>
        </w:rPr>
        <w:t xml:space="preserve">. </w:t>
      </w:r>
      <w:r>
        <w:rPr>
          <w:rFonts w:cs="Georgia"/>
          <w:kern w:val="1"/>
        </w:rPr>
        <w:t>Il s</w:t>
      </w:r>
      <w:r w:rsidR="000E1451">
        <w:rPr>
          <w:rFonts w:cs="Georgia"/>
          <w:kern w:val="1"/>
        </w:rPr>
        <w:t>’</w:t>
      </w:r>
      <w:r>
        <w:rPr>
          <w:rFonts w:cs="Georgia"/>
          <w:kern w:val="1"/>
        </w:rPr>
        <w:t>était accru depuis cette date d</w:t>
      </w:r>
      <w:r w:rsidR="000E1451">
        <w:rPr>
          <w:rFonts w:cs="Georgia"/>
          <w:kern w:val="1"/>
        </w:rPr>
        <w:t>’</w:t>
      </w:r>
      <w:r>
        <w:rPr>
          <w:rFonts w:cs="Georgia"/>
          <w:kern w:val="1"/>
        </w:rPr>
        <w:t>un grand nombre d</w:t>
      </w:r>
      <w:r w:rsidR="000E1451">
        <w:rPr>
          <w:rFonts w:cs="Georgia"/>
          <w:kern w:val="1"/>
        </w:rPr>
        <w:t>’</w:t>
      </w:r>
      <w:r>
        <w:rPr>
          <w:rFonts w:cs="Georgia"/>
          <w:kern w:val="1"/>
        </w:rPr>
        <w:t>indemnités dont j</w:t>
      </w:r>
      <w:r w:rsidR="000E1451">
        <w:rPr>
          <w:rFonts w:cs="Georgia"/>
          <w:kern w:val="1"/>
        </w:rPr>
        <w:t>’</w:t>
      </w:r>
      <w:r>
        <w:rPr>
          <w:rFonts w:cs="Georgia"/>
          <w:kern w:val="1"/>
        </w:rPr>
        <w:t>eus à faire le relevé</w:t>
      </w:r>
      <w:r w:rsidR="000E1451">
        <w:rPr>
          <w:rFonts w:cs="Georgia"/>
          <w:kern w:val="1"/>
        </w:rPr>
        <w:t xml:space="preserve">. </w:t>
      </w:r>
      <w:r>
        <w:rPr>
          <w:rFonts w:cs="Georgia"/>
          <w:kern w:val="1"/>
        </w:rPr>
        <w:t xml:space="preserve">En estimant à </w:t>
      </w:r>
      <w:r w:rsidR="000E1451">
        <w:rPr>
          <w:rFonts w:cs="Georgia"/>
          <w:kern w:val="1"/>
        </w:rPr>
        <w:t>7.0</w:t>
      </w:r>
      <w:r>
        <w:rPr>
          <w:rFonts w:cs="Georgia"/>
          <w:kern w:val="1"/>
        </w:rPr>
        <w:t>00 marks la somme à laquelle devait s</w:t>
      </w:r>
      <w:r w:rsidR="000E1451">
        <w:rPr>
          <w:rFonts w:cs="Georgia"/>
          <w:kern w:val="1"/>
        </w:rPr>
        <w:t>’</w:t>
      </w:r>
      <w:r>
        <w:rPr>
          <w:rFonts w:cs="Georgia"/>
          <w:kern w:val="1"/>
        </w:rPr>
        <w:t>élever</w:t>
      </w:r>
      <w:r w:rsidR="000E1451">
        <w:rPr>
          <w:rFonts w:cs="Georgia"/>
          <w:kern w:val="1"/>
        </w:rPr>
        <w:t xml:space="preserve">, </w:t>
      </w:r>
      <w:r>
        <w:rPr>
          <w:rFonts w:cs="Georgia"/>
          <w:kern w:val="1"/>
        </w:rPr>
        <w:t>en juin 1918</w:t>
      </w:r>
      <w:r w:rsidR="000E1451">
        <w:rPr>
          <w:rFonts w:cs="Georgia"/>
          <w:kern w:val="1"/>
        </w:rPr>
        <w:t xml:space="preserve">, </w:t>
      </w:r>
      <w:r>
        <w:rPr>
          <w:rFonts w:cs="Georgia"/>
          <w:kern w:val="1"/>
        </w:rPr>
        <w:t>le montant de cette délégation</w:t>
      </w:r>
      <w:r w:rsidR="000E1451">
        <w:rPr>
          <w:rFonts w:cs="Georgia"/>
          <w:kern w:val="1"/>
        </w:rPr>
        <w:t xml:space="preserve">, </w:t>
      </w:r>
      <w:r>
        <w:rPr>
          <w:rFonts w:cs="Georgia"/>
          <w:kern w:val="1"/>
        </w:rPr>
        <w:t>j</w:t>
      </w:r>
      <w:r w:rsidR="000E1451">
        <w:rPr>
          <w:rFonts w:cs="Georgia"/>
          <w:kern w:val="1"/>
        </w:rPr>
        <w:t>’</w:t>
      </w:r>
      <w:r>
        <w:rPr>
          <w:rFonts w:cs="Georgia"/>
          <w:kern w:val="1"/>
        </w:rPr>
        <w:t>étais sûr de ne pas être loin de la réalité</w:t>
      </w:r>
      <w:r w:rsidR="000E1451">
        <w:rPr>
          <w:rFonts w:cs="Georgia"/>
          <w:kern w:val="1"/>
        </w:rPr>
        <w:t xml:space="preserve">. </w:t>
      </w:r>
      <w:r>
        <w:rPr>
          <w:rFonts w:cs="Georgia"/>
          <w:kern w:val="1"/>
        </w:rPr>
        <w:t>Récapitulant les résultats ainsi obtenus</w:t>
      </w:r>
      <w:r w:rsidR="000E1451">
        <w:rPr>
          <w:rFonts w:cs="Georgia"/>
          <w:kern w:val="1"/>
        </w:rPr>
        <w:t xml:space="preserve">, </w:t>
      </w:r>
      <w:r>
        <w:rPr>
          <w:rFonts w:cs="Georgia"/>
          <w:kern w:val="1"/>
        </w:rPr>
        <w:t>j</w:t>
      </w:r>
      <w:r w:rsidR="000E1451">
        <w:rPr>
          <w:rFonts w:cs="Georgia"/>
          <w:kern w:val="1"/>
        </w:rPr>
        <w:t>’</w:t>
      </w:r>
      <w:r>
        <w:rPr>
          <w:rFonts w:cs="Georgia"/>
          <w:kern w:val="1"/>
        </w:rPr>
        <w:t xml:space="preserve">en étais arrivé à conclure que les sommes allouées par le Gouvernement au Général de Reichendorf et à </w:t>
      </w:r>
      <w:r w:rsidR="000E1451">
        <w:rPr>
          <w:rFonts w:cs="Georgia"/>
          <w:kern w:val="1"/>
        </w:rPr>
        <w:t>M</w:t>
      </w:r>
      <w:r w:rsidR="000E1451" w:rsidRPr="000E1451">
        <w:rPr>
          <w:rFonts w:cs="Georgia"/>
          <w:kern w:val="1"/>
          <w:vertAlign w:val="superscript"/>
        </w:rPr>
        <w:t>lle</w:t>
      </w:r>
      <w:r w:rsidR="000E1451">
        <w:rPr>
          <w:rFonts w:cs="Georgia"/>
          <w:kern w:val="1"/>
        </w:rPr>
        <w:t> de </w:t>
      </w:r>
      <w:r>
        <w:rPr>
          <w:rFonts w:cs="Georgia"/>
          <w:kern w:val="1"/>
        </w:rPr>
        <w:t>Mirrbach ne devaient pas être éloignées d</w:t>
      </w:r>
      <w:r w:rsidR="000E1451">
        <w:rPr>
          <w:rFonts w:cs="Georgia"/>
          <w:kern w:val="1"/>
        </w:rPr>
        <w:t>’</w:t>
      </w:r>
      <w:r>
        <w:rPr>
          <w:rFonts w:cs="Georgia"/>
          <w:kern w:val="1"/>
        </w:rPr>
        <w:t>un total de 2</w:t>
      </w:r>
      <w:r w:rsidR="000E1451">
        <w:rPr>
          <w:rFonts w:cs="Georgia"/>
          <w:kern w:val="1"/>
        </w:rPr>
        <w:t>4.0</w:t>
      </w:r>
      <w:r>
        <w:rPr>
          <w:rFonts w:cs="Georgia"/>
          <w:kern w:val="1"/>
        </w:rPr>
        <w:t>00 marks</w:t>
      </w:r>
      <w:r w:rsidR="000E1451">
        <w:rPr>
          <w:rFonts w:cs="Georgia"/>
          <w:kern w:val="1"/>
        </w:rPr>
        <w:t>.</w:t>
      </w:r>
    </w:p>
    <w:p w14:paraId="0B6AEA36" w14:textId="77777777" w:rsidR="000E1451" w:rsidRDefault="00BE611A" w:rsidP="00BE611A">
      <w:pPr>
        <w:rPr>
          <w:rFonts w:cs="Georgia"/>
          <w:kern w:val="1"/>
        </w:rPr>
      </w:pPr>
      <w:r>
        <w:rPr>
          <w:rFonts w:cs="Georgia"/>
          <w:kern w:val="1"/>
        </w:rPr>
        <w:t>Là s</w:t>
      </w:r>
      <w:r w:rsidR="000E1451">
        <w:rPr>
          <w:rFonts w:cs="Georgia"/>
          <w:kern w:val="1"/>
        </w:rPr>
        <w:t>’</w:t>
      </w:r>
      <w:r>
        <w:rPr>
          <w:rFonts w:cs="Georgia"/>
          <w:kern w:val="1"/>
        </w:rPr>
        <w:t>arrêtaient les acquisitions que je devais à la source officielle du Versorgungsrecht</w:t>
      </w:r>
      <w:r w:rsidR="000E1451">
        <w:rPr>
          <w:rFonts w:cs="Georgia"/>
          <w:kern w:val="1"/>
        </w:rPr>
        <w:t xml:space="preserve">. </w:t>
      </w:r>
      <w:r>
        <w:rPr>
          <w:rFonts w:cs="Georgia"/>
          <w:kern w:val="1"/>
        </w:rPr>
        <w:t>Les autres étaient le fruit du véritable service de renseignements que j</w:t>
      </w:r>
      <w:r w:rsidR="000E1451">
        <w:rPr>
          <w:rFonts w:cs="Georgia"/>
          <w:kern w:val="1"/>
        </w:rPr>
        <w:t>’</w:t>
      </w:r>
      <w:r>
        <w:rPr>
          <w:rFonts w:cs="Georgia"/>
          <w:kern w:val="1"/>
        </w:rPr>
        <w:t>étais parvenu à constituer au château</w:t>
      </w:r>
      <w:r w:rsidR="000E1451">
        <w:rPr>
          <w:rFonts w:cs="Georgia"/>
          <w:kern w:val="1"/>
        </w:rPr>
        <w:t xml:space="preserve">, </w:t>
      </w:r>
      <w:r>
        <w:rPr>
          <w:rFonts w:cs="Georgia"/>
          <w:kern w:val="1"/>
        </w:rPr>
        <w:t>et qui ne cessait de fonctionner à mon profit</w:t>
      </w:r>
      <w:r w:rsidR="000E1451">
        <w:rPr>
          <w:rFonts w:cs="Georgia"/>
          <w:kern w:val="1"/>
        </w:rPr>
        <w:t xml:space="preserve">. </w:t>
      </w:r>
      <w:r>
        <w:rPr>
          <w:rFonts w:cs="Georgia"/>
          <w:kern w:val="1"/>
        </w:rPr>
        <w:t>J</w:t>
      </w:r>
      <w:r w:rsidR="000E1451">
        <w:rPr>
          <w:rFonts w:cs="Georgia"/>
          <w:kern w:val="1"/>
        </w:rPr>
        <w:t>’</w:t>
      </w:r>
      <w:r>
        <w:rPr>
          <w:rFonts w:cs="Georgia"/>
          <w:kern w:val="1"/>
        </w:rPr>
        <w:t>y faisais collaborer bon gré mal gré le pasteur Frühwirth et Gottlieb</w:t>
      </w:r>
      <w:r w:rsidR="000E1451">
        <w:rPr>
          <w:rFonts w:cs="Georgia"/>
          <w:kern w:val="1"/>
        </w:rPr>
        <w:t xml:space="preserve">, </w:t>
      </w:r>
      <w:r>
        <w:rPr>
          <w:rFonts w:cs="Georgia"/>
          <w:kern w:val="1"/>
        </w:rPr>
        <w:t>Dominica</w:t>
      </w:r>
      <w:r w:rsidR="000E1451">
        <w:rPr>
          <w:rFonts w:cs="Georgia"/>
          <w:kern w:val="1"/>
        </w:rPr>
        <w:t xml:space="preserve">, </w:t>
      </w:r>
      <w:r>
        <w:rPr>
          <w:rFonts w:cs="Georgia"/>
          <w:kern w:val="1"/>
        </w:rPr>
        <w:t>à l</w:t>
      </w:r>
      <w:r w:rsidR="000E1451">
        <w:rPr>
          <w:rFonts w:cs="Georgia"/>
          <w:kern w:val="1"/>
        </w:rPr>
        <w:t>’</w:t>
      </w:r>
      <w:r>
        <w:rPr>
          <w:rFonts w:cs="Georgia"/>
          <w:kern w:val="1"/>
        </w:rPr>
        <w:t>occasion le général lui-même</w:t>
      </w:r>
      <w:r w:rsidR="000E1451">
        <w:rPr>
          <w:rFonts w:cs="Georgia"/>
          <w:kern w:val="1"/>
        </w:rPr>
        <w:t xml:space="preserve">. </w:t>
      </w:r>
      <w:r>
        <w:rPr>
          <w:rFonts w:cs="Georgia"/>
          <w:kern w:val="1"/>
        </w:rPr>
        <w:t>Peu importe d</w:t>
      </w:r>
      <w:r w:rsidR="000E1451">
        <w:rPr>
          <w:rFonts w:cs="Georgia"/>
          <w:kern w:val="1"/>
        </w:rPr>
        <w:t>’</w:t>
      </w:r>
      <w:r>
        <w:rPr>
          <w:rFonts w:cs="Georgia"/>
          <w:kern w:val="1"/>
        </w:rPr>
        <w:t>ailleurs que l</w:t>
      </w:r>
      <w:r w:rsidR="000E1451">
        <w:rPr>
          <w:rFonts w:cs="Georgia"/>
          <w:kern w:val="1"/>
        </w:rPr>
        <w:t>’</w:t>
      </w:r>
      <w:r>
        <w:rPr>
          <w:rFonts w:cs="Georgia"/>
          <w:kern w:val="1"/>
        </w:rPr>
        <w:t>on sache si ce fut par le pasteur ou par le valet que je connus que le revenu du domaine de Reichendorf s</w:t>
      </w:r>
      <w:r w:rsidR="000E1451">
        <w:rPr>
          <w:rFonts w:cs="Georgia"/>
          <w:kern w:val="1"/>
        </w:rPr>
        <w:t>’</w:t>
      </w:r>
      <w:r>
        <w:rPr>
          <w:rFonts w:cs="Georgia"/>
          <w:kern w:val="1"/>
        </w:rPr>
        <w:t>élevait encore à cette époque à 5</w:t>
      </w:r>
      <w:r w:rsidR="000E1451">
        <w:rPr>
          <w:rFonts w:cs="Georgia"/>
          <w:kern w:val="1"/>
        </w:rPr>
        <w:t>0.0</w:t>
      </w:r>
      <w:r>
        <w:rPr>
          <w:rFonts w:cs="Georgia"/>
          <w:kern w:val="1"/>
        </w:rPr>
        <w:t>00 marks</w:t>
      </w:r>
      <w:r w:rsidR="000E1451">
        <w:rPr>
          <w:rFonts w:cs="Georgia"/>
          <w:kern w:val="1"/>
        </w:rPr>
        <w:t xml:space="preserve">, </w:t>
      </w:r>
      <w:r>
        <w:rPr>
          <w:rFonts w:cs="Georgia"/>
          <w:kern w:val="1"/>
        </w:rPr>
        <w:t>grâce aux hécatombes de sapins qui achevaient sa ruine</w:t>
      </w:r>
      <w:r w:rsidR="000E1451">
        <w:rPr>
          <w:rFonts w:cs="Georgia"/>
          <w:kern w:val="1"/>
        </w:rPr>
        <w:t xml:space="preserve">. </w:t>
      </w:r>
      <w:r>
        <w:rPr>
          <w:rFonts w:cs="Georgia"/>
          <w:kern w:val="1"/>
        </w:rPr>
        <w:t>Il est également indifférent de savoir comment je fus informé de l</w:t>
      </w:r>
      <w:r w:rsidR="000E1451">
        <w:rPr>
          <w:rFonts w:cs="Georgia"/>
          <w:kern w:val="1"/>
        </w:rPr>
        <w:t>’</w:t>
      </w:r>
      <w:r>
        <w:rPr>
          <w:rFonts w:cs="Georgia"/>
          <w:kern w:val="1"/>
        </w:rPr>
        <w:t>existence d</w:t>
      </w:r>
      <w:r w:rsidR="000E1451">
        <w:rPr>
          <w:rFonts w:cs="Georgia"/>
          <w:kern w:val="1"/>
        </w:rPr>
        <w:t>’</w:t>
      </w:r>
      <w:r>
        <w:rPr>
          <w:rFonts w:cs="Georgia"/>
          <w:kern w:val="1"/>
        </w:rPr>
        <w:t>une assurance contractée jadis au profit d</w:t>
      </w:r>
      <w:r w:rsidR="000E1451">
        <w:rPr>
          <w:rFonts w:cs="Georgia"/>
          <w:kern w:val="1"/>
        </w:rPr>
        <w:t>’</w:t>
      </w:r>
      <w:r>
        <w:rPr>
          <w:rFonts w:cs="Georgia"/>
          <w:kern w:val="1"/>
        </w:rPr>
        <w:t>Axelle par le général de Mirrbach</w:t>
      </w:r>
      <w:r w:rsidR="000E1451">
        <w:rPr>
          <w:rFonts w:cs="Georgia"/>
          <w:kern w:val="1"/>
        </w:rPr>
        <w:t xml:space="preserve">. </w:t>
      </w:r>
      <w:r>
        <w:rPr>
          <w:rFonts w:cs="Georgia"/>
          <w:kern w:val="1"/>
        </w:rPr>
        <w:t>Le montant de cette assurance</w:t>
      </w:r>
      <w:r w:rsidR="000E1451">
        <w:rPr>
          <w:rFonts w:cs="Georgia"/>
          <w:kern w:val="1"/>
        </w:rPr>
        <w:t xml:space="preserve">, </w:t>
      </w:r>
      <w:r>
        <w:rPr>
          <w:rFonts w:cs="Georgia"/>
          <w:kern w:val="1"/>
        </w:rPr>
        <w:t>remployé en valeurs d</w:t>
      </w:r>
      <w:r w:rsidR="000E1451">
        <w:rPr>
          <w:rFonts w:cs="Georgia"/>
          <w:kern w:val="1"/>
        </w:rPr>
        <w:t>’</w:t>
      </w:r>
      <w:r>
        <w:rPr>
          <w:rFonts w:cs="Georgia"/>
          <w:kern w:val="1"/>
        </w:rPr>
        <w:t>État</w:t>
      </w:r>
      <w:r w:rsidR="000E1451">
        <w:rPr>
          <w:rFonts w:cs="Georgia"/>
          <w:kern w:val="1"/>
        </w:rPr>
        <w:t xml:space="preserve">, </w:t>
      </w:r>
      <w:r>
        <w:rPr>
          <w:rFonts w:cs="Georgia"/>
          <w:kern w:val="1"/>
        </w:rPr>
        <w:t xml:space="preserve">donnait une rente annuelle de </w:t>
      </w:r>
      <w:r w:rsidR="000E1451">
        <w:rPr>
          <w:rFonts w:cs="Georgia"/>
          <w:kern w:val="1"/>
        </w:rPr>
        <w:t>3.0</w:t>
      </w:r>
      <w:r>
        <w:rPr>
          <w:rFonts w:cs="Georgia"/>
          <w:kern w:val="1"/>
        </w:rPr>
        <w:t>00 marks</w:t>
      </w:r>
      <w:r w:rsidR="000E1451">
        <w:rPr>
          <w:rFonts w:cs="Georgia"/>
          <w:kern w:val="1"/>
        </w:rPr>
        <w:t xml:space="preserve">. </w:t>
      </w:r>
      <w:r>
        <w:rPr>
          <w:rFonts w:cs="Georgia"/>
          <w:kern w:val="1"/>
        </w:rPr>
        <w:t>Je n</w:t>
      </w:r>
      <w:r w:rsidR="000E1451">
        <w:rPr>
          <w:rFonts w:cs="Georgia"/>
          <w:kern w:val="1"/>
        </w:rPr>
        <w:t>’</w:t>
      </w:r>
      <w:r>
        <w:rPr>
          <w:rFonts w:cs="Georgia"/>
          <w:kern w:val="1"/>
        </w:rPr>
        <w:t>eus pas non plus beaucoup de peine à me faire confier que les hypothèques dont était grevé Reichendorf obligeaient son propriétaire à débourser chaque année des intérêts de près de 1</w:t>
      </w:r>
      <w:r w:rsidR="000E1451">
        <w:rPr>
          <w:rFonts w:cs="Georgia"/>
          <w:kern w:val="1"/>
        </w:rPr>
        <w:t>8.0</w:t>
      </w:r>
      <w:r>
        <w:rPr>
          <w:rFonts w:cs="Georgia"/>
          <w:kern w:val="1"/>
        </w:rPr>
        <w:t>00 marks</w:t>
      </w:r>
      <w:r w:rsidR="000E1451">
        <w:rPr>
          <w:rFonts w:cs="Georgia"/>
          <w:kern w:val="1"/>
        </w:rPr>
        <w:t xml:space="preserve">. </w:t>
      </w:r>
      <w:r>
        <w:rPr>
          <w:rFonts w:cs="Georgia"/>
          <w:kern w:val="1"/>
        </w:rPr>
        <w:t>Quant aux quelques milliers de marks de pensions qu</w:t>
      </w:r>
      <w:r w:rsidR="000E1451">
        <w:rPr>
          <w:rFonts w:cs="Georgia"/>
          <w:kern w:val="1"/>
        </w:rPr>
        <w:t>’</w:t>
      </w:r>
      <w:r>
        <w:rPr>
          <w:rFonts w:cs="Georgia"/>
          <w:kern w:val="1"/>
        </w:rPr>
        <w:t>il servait à d</w:t>
      </w:r>
      <w:r w:rsidR="000E1451">
        <w:rPr>
          <w:rFonts w:cs="Georgia"/>
          <w:kern w:val="1"/>
        </w:rPr>
        <w:t>’</w:t>
      </w:r>
      <w:r>
        <w:rPr>
          <w:rFonts w:cs="Georgia"/>
          <w:kern w:val="1"/>
        </w:rPr>
        <w:t>anciens métayers impotents ou à leurs veuves</w:t>
      </w:r>
      <w:r w:rsidR="000E1451">
        <w:rPr>
          <w:rFonts w:cs="Georgia"/>
          <w:kern w:val="1"/>
        </w:rPr>
        <w:t xml:space="preserve">, </w:t>
      </w:r>
      <w:r>
        <w:rPr>
          <w:rFonts w:cs="Georgia"/>
          <w:kern w:val="1"/>
        </w:rPr>
        <w:t>il y avait longtemps que le pasteur Frühwirth m</w:t>
      </w:r>
      <w:r w:rsidR="000E1451">
        <w:rPr>
          <w:rFonts w:cs="Georgia"/>
          <w:kern w:val="1"/>
        </w:rPr>
        <w:t>’</w:t>
      </w:r>
      <w:r>
        <w:rPr>
          <w:rFonts w:cs="Georgia"/>
          <w:kern w:val="1"/>
        </w:rPr>
        <w:t xml:space="preserve">avait mis au fait de cette preuve </w:t>
      </w:r>
      <w:r>
        <w:rPr>
          <w:rFonts w:cs="Georgia"/>
          <w:kern w:val="1"/>
        </w:rPr>
        <w:lastRenderedPageBreak/>
        <w:t>de générosité</w:t>
      </w:r>
      <w:r w:rsidR="000E1451">
        <w:rPr>
          <w:rFonts w:cs="Georgia"/>
          <w:kern w:val="1"/>
        </w:rPr>
        <w:t xml:space="preserve">, </w:t>
      </w:r>
      <w:r>
        <w:rPr>
          <w:rFonts w:cs="Georgia"/>
          <w:kern w:val="1"/>
        </w:rPr>
        <w:t>et il était certain que le Général eût mieux aimé aller pieds nus que de manquer à ce vieux devoir féodal</w:t>
      </w:r>
      <w:r w:rsidR="000E1451">
        <w:rPr>
          <w:rFonts w:cs="Georgia"/>
          <w:kern w:val="1"/>
        </w:rPr>
        <w:t>.</w:t>
      </w:r>
    </w:p>
    <w:p w14:paraId="1FA7C54D" w14:textId="77777777" w:rsidR="000E1451" w:rsidRDefault="00BE611A" w:rsidP="00BE611A">
      <w:pPr>
        <w:rPr>
          <w:rFonts w:cs="Georgia"/>
          <w:kern w:val="1"/>
        </w:rPr>
      </w:pPr>
      <w:r>
        <w:rPr>
          <w:rFonts w:cs="Georgia"/>
          <w:kern w:val="1"/>
        </w:rPr>
        <w:t>On n</w:t>
      </w:r>
      <w:r w:rsidR="000E1451">
        <w:rPr>
          <w:rFonts w:cs="Georgia"/>
          <w:kern w:val="1"/>
        </w:rPr>
        <w:t>’</w:t>
      </w:r>
      <w:r>
        <w:rPr>
          <w:rFonts w:cs="Georgia"/>
          <w:kern w:val="1"/>
        </w:rPr>
        <w:t>a pas à s</w:t>
      </w:r>
      <w:r w:rsidR="000E1451">
        <w:rPr>
          <w:rFonts w:cs="Georgia"/>
          <w:kern w:val="1"/>
        </w:rPr>
        <w:t>’</w:t>
      </w:r>
      <w:r>
        <w:rPr>
          <w:rFonts w:cs="Georgia"/>
          <w:kern w:val="1"/>
        </w:rPr>
        <w:t>étonner de la précision avec laquelle je peux encore dresser ce bilan</w:t>
      </w:r>
      <w:r w:rsidR="000E1451">
        <w:rPr>
          <w:rFonts w:cs="Georgia"/>
          <w:kern w:val="1"/>
        </w:rPr>
        <w:t xml:space="preserve">. </w:t>
      </w:r>
      <w:r>
        <w:rPr>
          <w:rFonts w:cs="Georgia"/>
          <w:kern w:val="1"/>
        </w:rPr>
        <w:t>J</w:t>
      </w:r>
      <w:r w:rsidR="000E1451">
        <w:rPr>
          <w:rFonts w:cs="Georgia"/>
          <w:kern w:val="1"/>
        </w:rPr>
        <w:t>’</w:t>
      </w:r>
      <w:r>
        <w:rPr>
          <w:rFonts w:cs="Georgia"/>
          <w:kern w:val="1"/>
        </w:rPr>
        <w:t>ai passé autrefois assez de temps à le faire et à le refaire dans ma tête</w:t>
      </w:r>
      <w:r w:rsidR="000E1451">
        <w:rPr>
          <w:rFonts w:cs="Georgia"/>
          <w:kern w:val="1"/>
        </w:rPr>
        <w:t xml:space="preserve">, </w:t>
      </w:r>
      <w:r>
        <w:rPr>
          <w:rFonts w:cs="Georgia"/>
          <w:kern w:val="1"/>
        </w:rPr>
        <w:t>à en jeter les chiffres sur le papier</w:t>
      </w:r>
      <w:r w:rsidR="000E1451">
        <w:rPr>
          <w:rFonts w:cs="Georgia"/>
          <w:kern w:val="1"/>
        </w:rPr>
        <w:t xml:space="preserve">. </w:t>
      </w:r>
      <w:r>
        <w:rPr>
          <w:rFonts w:cs="Georgia"/>
          <w:kern w:val="1"/>
        </w:rPr>
        <w:t>C</w:t>
      </w:r>
      <w:r w:rsidR="000E1451">
        <w:rPr>
          <w:rFonts w:cs="Georgia"/>
          <w:kern w:val="1"/>
        </w:rPr>
        <w:t>’</w:t>
      </w:r>
      <w:r>
        <w:rPr>
          <w:rFonts w:cs="Georgia"/>
          <w:kern w:val="1"/>
        </w:rPr>
        <w:t>était pour moi une façon de plus de pénétrer dans l</w:t>
      </w:r>
      <w:r w:rsidR="000E1451">
        <w:rPr>
          <w:rFonts w:cs="Georgia"/>
          <w:kern w:val="1"/>
        </w:rPr>
        <w:t>’</w:t>
      </w:r>
      <w:r>
        <w:rPr>
          <w:rFonts w:cs="Georgia"/>
          <w:kern w:val="1"/>
        </w:rPr>
        <w:t>âme d</w:t>
      </w:r>
      <w:r w:rsidR="000E1451">
        <w:rPr>
          <w:rFonts w:cs="Georgia"/>
          <w:kern w:val="1"/>
        </w:rPr>
        <w:t>’</w:t>
      </w:r>
      <w:r>
        <w:rPr>
          <w:rFonts w:cs="Georgia"/>
          <w:kern w:val="1"/>
        </w:rPr>
        <w:t>Axelle</w:t>
      </w:r>
      <w:r w:rsidR="000E1451">
        <w:rPr>
          <w:rFonts w:cs="Georgia"/>
          <w:kern w:val="1"/>
        </w:rPr>
        <w:t xml:space="preserve">. </w:t>
      </w:r>
      <w:r>
        <w:rPr>
          <w:rFonts w:cs="Georgia"/>
          <w:kern w:val="1"/>
        </w:rPr>
        <w:t>Je m</w:t>
      </w:r>
      <w:r w:rsidR="000E1451">
        <w:rPr>
          <w:rFonts w:cs="Georgia"/>
          <w:kern w:val="1"/>
        </w:rPr>
        <w:t>’</w:t>
      </w:r>
      <w:r>
        <w:rPr>
          <w:rFonts w:cs="Georgia"/>
          <w:kern w:val="1"/>
        </w:rPr>
        <w:t>efforçais de connaître ses soucis</w:t>
      </w:r>
      <w:r w:rsidR="000E1451">
        <w:rPr>
          <w:rFonts w:cs="Georgia"/>
          <w:kern w:val="1"/>
        </w:rPr>
        <w:t xml:space="preserve">, </w:t>
      </w:r>
      <w:r>
        <w:rPr>
          <w:rFonts w:cs="Georgia"/>
          <w:kern w:val="1"/>
        </w:rPr>
        <w:t>pour me donner à son insu la joie amère et stérile de les partager</w:t>
      </w:r>
      <w:r w:rsidR="000E1451">
        <w:rPr>
          <w:rFonts w:cs="Georgia"/>
          <w:kern w:val="1"/>
        </w:rPr>
        <w:t xml:space="preserve">. </w:t>
      </w:r>
      <w:r>
        <w:rPr>
          <w:rFonts w:cs="Georgia"/>
          <w:kern w:val="1"/>
        </w:rPr>
        <w:t>Ayant réussi à me procurer l</w:t>
      </w:r>
      <w:r w:rsidR="000E1451">
        <w:rPr>
          <w:rFonts w:cs="Georgia"/>
          <w:kern w:val="1"/>
        </w:rPr>
        <w:t>’</w:t>
      </w:r>
      <w:r>
        <w:rPr>
          <w:rFonts w:cs="Georgia"/>
          <w:kern w:val="1"/>
        </w:rPr>
        <w:t>état du passif et de l</w:t>
      </w:r>
      <w:r w:rsidR="000E1451">
        <w:rPr>
          <w:rFonts w:cs="Georgia"/>
          <w:kern w:val="1"/>
        </w:rPr>
        <w:t>’</w:t>
      </w:r>
      <w:r>
        <w:rPr>
          <w:rFonts w:cs="Georgia"/>
          <w:kern w:val="1"/>
        </w:rPr>
        <w:t>actif de la raison sociale Reichendorf-Mirrbach</w:t>
      </w:r>
      <w:r w:rsidR="000E1451">
        <w:rPr>
          <w:rFonts w:cs="Georgia"/>
          <w:kern w:val="1"/>
        </w:rPr>
        <w:t xml:space="preserve">, </w:t>
      </w:r>
      <w:r>
        <w:rPr>
          <w:rFonts w:cs="Georgia"/>
          <w:kern w:val="1"/>
        </w:rPr>
        <w:t>le jour où je crus me trouver en face d</w:t>
      </w:r>
      <w:r w:rsidR="000E1451">
        <w:rPr>
          <w:rFonts w:cs="Georgia"/>
          <w:kern w:val="1"/>
        </w:rPr>
        <w:t>’</w:t>
      </w:r>
      <w:r>
        <w:rPr>
          <w:rFonts w:cs="Georgia"/>
          <w:kern w:val="1"/>
        </w:rPr>
        <w:t>un revenu net de 5</w:t>
      </w:r>
      <w:r w:rsidR="000E1451">
        <w:rPr>
          <w:rFonts w:cs="Georgia"/>
          <w:kern w:val="1"/>
        </w:rPr>
        <w:t>5.0</w:t>
      </w:r>
      <w:r>
        <w:rPr>
          <w:rFonts w:cs="Georgia"/>
          <w:kern w:val="1"/>
        </w:rPr>
        <w:t>00 marks</w:t>
      </w:r>
      <w:r w:rsidR="000E1451">
        <w:rPr>
          <w:rFonts w:cs="Georgia"/>
          <w:kern w:val="1"/>
        </w:rPr>
        <w:t xml:space="preserve">, </w:t>
      </w:r>
      <w:r>
        <w:rPr>
          <w:rFonts w:cs="Georgia"/>
          <w:kern w:val="1"/>
        </w:rPr>
        <w:t>j</w:t>
      </w:r>
      <w:r w:rsidR="000E1451">
        <w:rPr>
          <w:rFonts w:cs="Georgia"/>
          <w:kern w:val="1"/>
        </w:rPr>
        <w:t>’</w:t>
      </w:r>
      <w:r>
        <w:rPr>
          <w:rFonts w:cs="Georgia"/>
          <w:kern w:val="1"/>
        </w:rPr>
        <w:t>eus un soupir de soulagement</w:t>
      </w:r>
      <w:r w:rsidR="000E1451">
        <w:rPr>
          <w:rFonts w:cs="Georgia"/>
          <w:kern w:val="1"/>
        </w:rPr>
        <w:t xml:space="preserve">. </w:t>
      </w:r>
      <w:r>
        <w:rPr>
          <w:rFonts w:cs="Georgia"/>
          <w:kern w:val="1"/>
        </w:rPr>
        <w:t>C</w:t>
      </w:r>
      <w:r w:rsidR="000E1451">
        <w:rPr>
          <w:rFonts w:cs="Georgia"/>
          <w:kern w:val="1"/>
        </w:rPr>
        <w:t>’</w:t>
      </w:r>
      <w:r>
        <w:rPr>
          <w:rFonts w:cs="Georgia"/>
          <w:kern w:val="1"/>
        </w:rPr>
        <w:t>était plus que je n</w:t>
      </w:r>
      <w:r w:rsidR="000E1451">
        <w:rPr>
          <w:rFonts w:cs="Georgia"/>
          <w:kern w:val="1"/>
        </w:rPr>
        <w:t>’</w:t>
      </w:r>
      <w:r>
        <w:rPr>
          <w:rFonts w:cs="Georgia"/>
          <w:kern w:val="1"/>
        </w:rPr>
        <w:t>espérais pour eux</w:t>
      </w:r>
      <w:r w:rsidR="000E1451">
        <w:rPr>
          <w:rFonts w:cs="Georgia"/>
          <w:kern w:val="1"/>
        </w:rPr>
        <w:t xml:space="preserve">. </w:t>
      </w:r>
      <w:r>
        <w:rPr>
          <w:rFonts w:cs="Georgia"/>
          <w:kern w:val="1"/>
        </w:rPr>
        <w:t>Une pareille rente devait mettre Axelle et son oncle à l</w:t>
      </w:r>
      <w:r w:rsidR="000E1451">
        <w:rPr>
          <w:rFonts w:cs="Georgia"/>
          <w:kern w:val="1"/>
        </w:rPr>
        <w:t>’</w:t>
      </w:r>
      <w:r>
        <w:rPr>
          <w:rFonts w:cs="Georgia"/>
          <w:kern w:val="1"/>
        </w:rPr>
        <w:t>abri du besoin</w:t>
      </w:r>
      <w:r w:rsidR="000E1451">
        <w:rPr>
          <w:rFonts w:cs="Georgia"/>
          <w:kern w:val="1"/>
        </w:rPr>
        <w:t xml:space="preserve">. </w:t>
      </w:r>
      <w:r>
        <w:rPr>
          <w:rFonts w:cs="Georgia"/>
          <w:kern w:val="1"/>
        </w:rPr>
        <w:t>Elle leur permettait</w:t>
      </w:r>
      <w:r w:rsidR="000E1451">
        <w:rPr>
          <w:rFonts w:cs="Georgia"/>
          <w:kern w:val="1"/>
        </w:rPr>
        <w:t xml:space="preserve">, </w:t>
      </w:r>
      <w:r>
        <w:rPr>
          <w:rFonts w:cs="Georgia"/>
          <w:kern w:val="1"/>
        </w:rPr>
        <w:t>comme le voulait le Versorgungs</w:t>
      </w:r>
      <w:r w:rsidR="000E1451">
        <w:rPr>
          <w:rFonts w:cs="Georgia"/>
          <w:kern w:val="1"/>
        </w:rPr>
        <w:t xml:space="preserve">, </w:t>
      </w:r>
      <w:r>
        <w:rPr>
          <w:rFonts w:cs="Georgia"/>
          <w:kern w:val="1"/>
        </w:rPr>
        <w:t>de maintenir leur rang dans le monde</w:t>
      </w:r>
      <w:r w:rsidR="000E1451">
        <w:rPr>
          <w:rFonts w:cs="Georgia"/>
          <w:kern w:val="1"/>
        </w:rPr>
        <w:t xml:space="preserve">. </w:t>
      </w:r>
      <w:r>
        <w:rPr>
          <w:rFonts w:cs="Georgia"/>
          <w:kern w:val="1"/>
        </w:rPr>
        <w:t>Hélas</w:t>
      </w:r>
      <w:r w:rsidR="000E1451">
        <w:rPr>
          <w:rFonts w:cs="Georgia"/>
          <w:kern w:val="1"/>
        </w:rPr>
        <w:t xml:space="preserve"> ! </w:t>
      </w:r>
      <w:r>
        <w:rPr>
          <w:rFonts w:cs="Georgia"/>
          <w:kern w:val="1"/>
        </w:rPr>
        <w:t>C</w:t>
      </w:r>
      <w:r w:rsidR="000E1451">
        <w:rPr>
          <w:rFonts w:cs="Georgia"/>
          <w:kern w:val="1"/>
        </w:rPr>
        <w:t>’</w:t>
      </w:r>
      <w:r>
        <w:rPr>
          <w:rFonts w:cs="Georgia"/>
          <w:kern w:val="1"/>
        </w:rPr>
        <w:t>était là se rassurer trop vite</w:t>
      </w:r>
      <w:r w:rsidR="000E1451">
        <w:rPr>
          <w:rFonts w:cs="Georgia"/>
          <w:kern w:val="1"/>
        </w:rPr>
        <w:t xml:space="preserve">. </w:t>
      </w:r>
      <w:r>
        <w:rPr>
          <w:rFonts w:cs="Georgia"/>
          <w:kern w:val="1"/>
        </w:rPr>
        <w:t>C</w:t>
      </w:r>
      <w:r w:rsidR="000E1451">
        <w:rPr>
          <w:rFonts w:cs="Georgia"/>
          <w:kern w:val="1"/>
        </w:rPr>
        <w:t>’</w:t>
      </w:r>
      <w:r>
        <w:rPr>
          <w:rFonts w:cs="Georgia"/>
          <w:kern w:val="1"/>
        </w:rPr>
        <w:t>était ignorer une partie du problème</w:t>
      </w:r>
      <w:r w:rsidR="000E1451">
        <w:rPr>
          <w:rFonts w:cs="Georgia"/>
          <w:kern w:val="1"/>
        </w:rPr>
        <w:t xml:space="preserve">, </w:t>
      </w:r>
      <w:r>
        <w:rPr>
          <w:rFonts w:cs="Georgia"/>
          <w:kern w:val="1"/>
        </w:rPr>
        <w:t>la plus douloureuse</w:t>
      </w:r>
      <w:r w:rsidR="000E1451">
        <w:rPr>
          <w:rFonts w:cs="Georgia"/>
          <w:kern w:val="1"/>
        </w:rPr>
        <w:t xml:space="preserve">. </w:t>
      </w:r>
      <w:r>
        <w:rPr>
          <w:rFonts w:cs="Georgia"/>
          <w:kern w:val="1"/>
        </w:rPr>
        <w:t>C</w:t>
      </w:r>
      <w:r w:rsidR="000E1451">
        <w:rPr>
          <w:rFonts w:cs="Georgia"/>
          <w:kern w:val="1"/>
        </w:rPr>
        <w:t>’</w:t>
      </w:r>
      <w:r>
        <w:rPr>
          <w:rFonts w:cs="Georgia"/>
          <w:kern w:val="1"/>
        </w:rPr>
        <w:t xml:space="preserve">était compter sans </w:t>
      </w:r>
      <w:r w:rsidR="000E1451">
        <w:rPr>
          <w:rFonts w:cs="Georgia"/>
          <w:kern w:val="1"/>
        </w:rPr>
        <w:t>M. </w:t>
      </w:r>
      <w:r>
        <w:rPr>
          <w:rFonts w:cs="Georgia"/>
          <w:kern w:val="1"/>
        </w:rPr>
        <w:t>Güthermann</w:t>
      </w:r>
      <w:r w:rsidR="000E1451">
        <w:rPr>
          <w:rFonts w:cs="Georgia"/>
          <w:kern w:val="1"/>
        </w:rPr>
        <w:t>.</w:t>
      </w:r>
    </w:p>
    <w:p w14:paraId="0248F0D8" w14:textId="77777777" w:rsidR="000E1451" w:rsidRDefault="00BE611A" w:rsidP="00BE611A">
      <w:pPr>
        <w:rPr>
          <w:rFonts w:cs="Georgia"/>
          <w:kern w:val="1"/>
        </w:rPr>
      </w:pPr>
      <w:r>
        <w:rPr>
          <w:rFonts w:cs="Georgia"/>
          <w:kern w:val="1"/>
        </w:rPr>
        <w:t>J</w:t>
      </w:r>
      <w:r w:rsidR="000E1451">
        <w:rPr>
          <w:rFonts w:cs="Georgia"/>
          <w:kern w:val="1"/>
        </w:rPr>
        <w:t>’</w:t>
      </w:r>
      <w:r>
        <w:rPr>
          <w:rFonts w:cs="Georgia"/>
          <w:kern w:val="1"/>
        </w:rPr>
        <w:t>avais vu ce nom sur les en-tête d</w:t>
      </w:r>
      <w:r w:rsidR="000E1451">
        <w:rPr>
          <w:rFonts w:cs="Georgia"/>
          <w:kern w:val="1"/>
        </w:rPr>
        <w:t>’</w:t>
      </w:r>
      <w:r>
        <w:rPr>
          <w:rFonts w:cs="Georgia"/>
          <w:kern w:val="1"/>
        </w:rPr>
        <w:t>enveloppes de lettres adressées au Général</w:t>
      </w:r>
      <w:r w:rsidR="000E1451">
        <w:rPr>
          <w:rFonts w:cs="Georgia"/>
          <w:kern w:val="1"/>
        </w:rPr>
        <w:t xml:space="preserve">. </w:t>
      </w:r>
      <w:r>
        <w:rPr>
          <w:rFonts w:cs="Georgia"/>
          <w:kern w:val="1"/>
        </w:rPr>
        <w:t xml:space="preserve">On sentait que la mention </w:t>
      </w:r>
      <w:r>
        <w:rPr>
          <w:rFonts w:cs="Georgia"/>
          <w:bCs/>
          <w:i/>
          <w:iCs/>
          <w:kern w:val="1"/>
        </w:rPr>
        <w:t>Banque privée</w:t>
      </w:r>
      <w:r w:rsidR="000E1451">
        <w:t xml:space="preserve">, </w:t>
      </w:r>
      <w:r>
        <w:rPr>
          <w:rFonts w:cs="Georgia"/>
          <w:kern w:val="1"/>
        </w:rPr>
        <w:t>dont il était modestement accompagné</w:t>
      </w:r>
      <w:r w:rsidR="000E1451">
        <w:rPr>
          <w:rFonts w:cs="Georgia"/>
          <w:kern w:val="1"/>
        </w:rPr>
        <w:t xml:space="preserve">, </w:t>
      </w:r>
      <w:r>
        <w:rPr>
          <w:rFonts w:cs="Georgia"/>
          <w:kern w:val="1"/>
        </w:rPr>
        <w:t>devait trouver dans les petites annonces des quotidiens son complément classique</w:t>
      </w:r>
      <w:r w:rsidR="000E1451">
        <w:rPr>
          <w:rFonts w:cs="Georgia"/>
          <w:kern w:val="1"/>
        </w:rPr>
        <w:t xml:space="preserve"> : </w:t>
      </w:r>
      <w:r>
        <w:rPr>
          <w:rFonts w:cs="Georgia"/>
          <w:bCs/>
          <w:i/>
          <w:iCs/>
          <w:kern w:val="1"/>
        </w:rPr>
        <w:t>Capitaux immédiats</w:t>
      </w:r>
      <w:r w:rsidR="000E1451">
        <w:rPr>
          <w:rFonts w:cs="Georgia"/>
          <w:bCs/>
          <w:i/>
          <w:iCs/>
          <w:kern w:val="1"/>
        </w:rPr>
        <w:t xml:space="preserve">, </w:t>
      </w:r>
      <w:r>
        <w:rPr>
          <w:rFonts w:cs="Georgia"/>
          <w:bCs/>
          <w:i/>
          <w:iCs/>
          <w:kern w:val="1"/>
        </w:rPr>
        <w:t>discrétion</w:t>
      </w:r>
      <w:r w:rsidR="000E1451">
        <w:rPr>
          <w:rFonts w:cs="Georgia"/>
          <w:bCs/>
          <w:i/>
          <w:iCs/>
          <w:kern w:val="1"/>
        </w:rPr>
        <w:t xml:space="preserve">, </w:t>
      </w:r>
      <w:r>
        <w:rPr>
          <w:rFonts w:cs="Georgia"/>
          <w:bCs/>
          <w:i/>
          <w:iCs/>
          <w:kern w:val="1"/>
        </w:rPr>
        <w:t>etc</w:t>
      </w:r>
      <w:r w:rsidR="000E1451">
        <w:rPr>
          <w:rFonts w:cs="Georgia"/>
          <w:bCs/>
          <w:i/>
          <w:iCs/>
          <w:kern w:val="1"/>
        </w:rPr>
        <w:t xml:space="preserve">. </w:t>
      </w:r>
      <w:r w:rsidR="000E1451">
        <w:rPr>
          <w:rFonts w:cs="Georgia"/>
          <w:kern w:val="1"/>
        </w:rPr>
        <w:t>M. </w:t>
      </w:r>
      <w:r>
        <w:rPr>
          <w:rFonts w:cs="Georgia"/>
          <w:kern w:val="1"/>
        </w:rPr>
        <w:t>Güthermann tenait son officine à Berlin</w:t>
      </w:r>
      <w:r w:rsidR="000E1451">
        <w:rPr>
          <w:rFonts w:cs="Georgia"/>
          <w:kern w:val="1"/>
        </w:rPr>
        <w:t xml:space="preserve">, </w:t>
      </w:r>
      <w:r>
        <w:rPr>
          <w:rFonts w:cs="Georgia"/>
          <w:kern w:val="1"/>
        </w:rPr>
        <w:t>quartier de Moabit</w:t>
      </w:r>
      <w:r w:rsidR="000E1451">
        <w:rPr>
          <w:rFonts w:cs="Georgia"/>
          <w:kern w:val="1"/>
        </w:rPr>
        <w:t>. M. </w:t>
      </w:r>
      <w:r>
        <w:rPr>
          <w:rFonts w:cs="Georgia"/>
          <w:kern w:val="1"/>
        </w:rPr>
        <w:t>Güthermann s</w:t>
      </w:r>
      <w:r w:rsidR="000E1451">
        <w:rPr>
          <w:rFonts w:cs="Georgia"/>
          <w:kern w:val="1"/>
        </w:rPr>
        <w:t>’</w:t>
      </w:r>
      <w:r>
        <w:rPr>
          <w:rFonts w:cs="Georgia"/>
          <w:kern w:val="1"/>
        </w:rPr>
        <w:t>était montré d</w:t>
      </w:r>
      <w:r w:rsidR="000E1451">
        <w:rPr>
          <w:rFonts w:cs="Georgia"/>
          <w:kern w:val="1"/>
        </w:rPr>
        <w:t>’</w:t>
      </w:r>
      <w:r>
        <w:rPr>
          <w:rFonts w:cs="Georgia"/>
          <w:kern w:val="1"/>
        </w:rPr>
        <w:t>une extrême serviabilité</w:t>
      </w:r>
      <w:r w:rsidR="000E1451">
        <w:rPr>
          <w:rFonts w:cs="Georgia"/>
          <w:kern w:val="1"/>
        </w:rPr>
        <w:t xml:space="preserve">, </w:t>
      </w:r>
      <w:r>
        <w:rPr>
          <w:rFonts w:cs="Georgia"/>
          <w:kern w:val="1"/>
        </w:rPr>
        <w:t>au printemps de 1914</w:t>
      </w:r>
      <w:r w:rsidR="000E1451">
        <w:rPr>
          <w:rFonts w:cs="Georgia"/>
          <w:kern w:val="1"/>
        </w:rPr>
        <w:t xml:space="preserve">, </w:t>
      </w:r>
      <w:r>
        <w:rPr>
          <w:rFonts w:cs="Georgia"/>
          <w:kern w:val="1"/>
        </w:rPr>
        <w:t>pour Michel et pour Joachim</w:t>
      </w:r>
      <w:r w:rsidR="000E1451">
        <w:rPr>
          <w:rFonts w:cs="Georgia"/>
          <w:kern w:val="1"/>
        </w:rPr>
        <w:t xml:space="preserve">. </w:t>
      </w:r>
      <w:r>
        <w:rPr>
          <w:rFonts w:cs="Georgia"/>
          <w:kern w:val="1"/>
        </w:rPr>
        <w:t>Lorsqu</w:t>
      </w:r>
      <w:r w:rsidR="000E1451">
        <w:rPr>
          <w:rFonts w:cs="Georgia"/>
          <w:kern w:val="1"/>
        </w:rPr>
        <w:t>’</w:t>
      </w:r>
      <w:r>
        <w:rPr>
          <w:rFonts w:cs="Georgia"/>
          <w:kern w:val="1"/>
        </w:rPr>
        <w:t>il apprit la fin glorieuse des deux cousins</w:t>
      </w:r>
      <w:r w:rsidR="000E1451">
        <w:rPr>
          <w:rFonts w:cs="Georgia"/>
          <w:kern w:val="1"/>
        </w:rPr>
        <w:t xml:space="preserve">, </w:t>
      </w:r>
      <w:r>
        <w:rPr>
          <w:rFonts w:cs="Georgia"/>
          <w:kern w:val="1"/>
        </w:rPr>
        <w:t>et bien qu</w:t>
      </w:r>
      <w:r w:rsidR="000E1451">
        <w:rPr>
          <w:rFonts w:cs="Georgia"/>
          <w:kern w:val="1"/>
        </w:rPr>
        <w:t>’</w:t>
      </w:r>
      <w:r>
        <w:rPr>
          <w:rFonts w:cs="Georgia"/>
          <w:kern w:val="1"/>
        </w:rPr>
        <w:t>il n</w:t>
      </w:r>
      <w:r w:rsidR="000E1451">
        <w:rPr>
          <w:rFonts w:cs="Georgia"/>
          <w:kern w:val="1"/>
        </w:rPr>
        <w:t>’</w:t>
      </w:r>
      <w:r>
        <w:rPr>
          <w:rFonts w:cs="Georgia"/>
          <w:kern w:val="1"/>
        </w:rPr>
        <w:t>eût pas l</w:t>
      </w:r>
      <w:r w:rsidR="000E1451">
        <w:rPr>
          <w:rFonts w:cs="Georgia"/>
          <w:kern w:val="1"/>
        </w:rPr>
        <w:t>’</w:t>
      </w:r>
      <w:r>
        <w:rPr>
          <w:rFonts w:cs="Georgia"/>
          <w:kern w:val="1"/>
        </w:rPr>
        <w:t>honneur de connaître le général de Reichendorf</w:t>
      </w:r>
      <w:r w:rsidR="000E1451">
        <w:rPr>
          <w:rFonts w:cs="Georgia"/>
          <w:kern w:val="1"/>
        </w:rPr>
        <w:t xml:space="preserve">, </w:t>
      </w:r>
      <w:r>
        <w:rPr>
          <w:rFonts w:cs="Georgia"/>
          <w:kern w:val="1"/>
        </w:rPr>
        <w:t>il écrivit à ce dernier une lettre de condoléances pleine de délicatesse</w:t>
      </w:r>
      <w:r w:rsidR="000E1451">
        <w:rPr>
          <w:rFonts w:cs="Georgia"/>
          <w:kern w:val="1"/>
        </w:rPr>
        <w:t xml:space="preserve">. </w:t>
      </w:r>
      <w:r>
        <w:rPr>
          <w:rFonts w:cs="Georgia"/>
          <w:kern w:val="1"/>
        </w:rPr>
        <w:t xml:space="preserve">Seul le post-scriptum faisait allusion à la présence dans son coffre-fort de certains </w:t>
      </w:r>
      <w:r>
        <w:rPr>
          <w:rFonts w:cs="Georgia"/>
          <w:kern w:val="1"/>
        </w:rPr>
        <w:lastRenderedPageBreak/>
        <w:t>petits effets au nom de ces deux jeunes gens</w:t>
      </w:r>
      <w:r w:rsidR="000E1451">
        <w:rPr>
          <w:rFonts w:cs="Georgia"/>
          <w:kern w:val="1"/>
        </w:rPr>
        <w:t xml:space="preserve">. </w:t>
      </w:r>
      <w:r>
        <w:rPr>
          <w:rFonts w:cs="Georgia"/>
          <w:kern w:val="1"/>
        </w:rPr>
        <w:t>On ne saurait laisser en souffrance la signature de deux héros morts</w:t>
      </w:r>
      <w:r w:rsidR="000E1451">
        <w:rPr>
          <w:rFonts w:cs="Georgia"/>
          <w:kern w:val="1"/>
        </w:rPr>
        <w:t xml:space="preserve">. </w:t>
      </w:r>
      <w:r>
        <w:rPr>
          <w:rFonts w:cs="Georgia"/>
          <w:kern w:val="1"/>
        </w:rPr>
        <w:t>Les vues du Général étaient en complet accord sur ce point avec celles de l</w:t>
      </w:r>
      <w:r w:rsidR="000E1451">
        <w:rPr>
          <w:rFonts w:cs="Georgia"/>
          <w:kern w:val="1"/>
        </w:rPr>
        <w:t>’</w:t>
      </w:r>
      <w:r>
        <w:rPr>
          <w:rFonts w:cs="Georgia"/>
          <w:kern w:val="1"/>
        </w:rPr>
        <w:t>homme d</w:t>
      </w:r>
      <w:r w:rsidR="000E1451">
        <w:rPr>
          <w:rFonts w:cs="Georgia"/>
          <w:kern w:val="1"/>
        </w:rPr>
        <w:t>’</w:t>
      </w:r>
      <w:r>
        <w:rPr>
          <w:rFonts w:cs="Georgia"/>
          <w:kern w:val="1"/>
        </w:rPr>
        <w:t>affaires</w:t>
      </w:r>
      <w:r w:rsidR="000E1451">
        <w:rPr>
          <w:rFonts w:cs="Georgia"/>
          <w:kern w:val="1"/>
        </w:rPr>
        <w:t xml:space="preserve">. </w:t>
      </w:r>
      <w:r>
        <w:rPr>
          <w:rFonts w:cs="Georgia"/>
          <w:kern w:val="1"/>
        </w:rPr>
        <w:t xml:space="preserve">Il accepta donc la novation à son nom de la créance de </w:t>
      </w:r>
      <w:r w:rsidR="000E1451">
        <w:rPr>
          <w:rFonts w:cs="Georgia"/>
          <w:kern w:val="1"/>
        </w:rPr>
        <w:t>M. </w:t>
      </w:r>
      <w:r>
        <w:rPr>
          <w:rFonts w:cs="Georgia"/>
          <w:kern w:val="1"/>
        </w:rPr>
        <w:t>Güthermann</w:t>
      </w:r>
      <w:r w:rsidR="000E1451">
        <w:rPr>
          <w:rFonts w:cs="Georgia"/>
          <w:kern w:val="1"/>
        </w:rPr>
        <w:t xml:space="preserve">, </w:t>
      </w:r>
      <w:r>
        <w:rPr>
          <w:rFonts w:cs="Georgia"/>
          <w:kern w:val="1"/>
        </w:rPr>
        <w:t>et celui-ci</w:t>
      </w:r>
      <w:r w:rsidR="000E1451">
        <w:rPr>
          <w:rFonts w:cs="Georgia"/>
          <w:kern w:val="1"/>
        </w:rPr>
        <w:t xml:space="preserve">, </w:t>
      </w:r>
      <w:r>
        <w:rPr>
          <w:rFonts w:cs="Georgia"/>
          <w:kern w:val="1"/>
        </w:rPr>
        <w:t>de son côté</w:t>
      </w:r>
      <w:r w:rsidR="000E1451">
        <w:rPr>
          <w:rFonts w:cs="Georgia"/>
          <w:kern w:val="1"/>
        </w:rPr>
        <w:t xml:space="preserve">, </w:t>
      </w:r>
      <w:r>
        <w:rPr>
          <w:rFonts w:cs="Georgia"/>
          <w:kern w:val="1"/>
        </w:rPr>
        <w:t>consentit à ce que le règlement fût reporté à la période qui suivrait immédiatement la fin des hostilités</w:t>
      </w:r>
      <w:r w:rsidR="000E1451">
        <w:rPr>
          <w:rFonts w:cs="Georgia"/>
          <w:kern w:val="1"/>
        </w:rPr>
        <w:t xml:space="preserve">. </w:t>
      </w:r>
      <w:r>
        <w:rPr>
          <w:rFonts w:cs="Georgia"/>
          <w:kern w:val="1"/>
        </w:rPr>
        <w:t>Cet arrangement était des plus convenables</w:t>
      </w:r>
      <w:r w:rsidR="000E1451">
        <w:rPr>
          <w:rFonts w:cs="Georgia"/>
          <w:kern w:val="1"/>
        </w:rPr>
        <w:t xml:space="preserve">. </w:t>
      </w:r>
      <w:r>
        <w:rPr>
          <w:rFonts w:cs="Georgia"/>
          <w:kern w:val="1"/>
        </w:rPr>
        <w:t>La guerre promettait d</w:t>
      </w:r>
      <w:r w:rsidR="000E1451">
        <w:rPr>
          <w:rFonts w:cs="Georgia"/>
          <w:kern w:val="1"/>
        </w:rPr>
        <w:t>’</w:t>
      </w:r>
      <w:r>
        <w:rPr>
          <w:rFonts w:cs="Georgia"/>
          <w:kern w:val="1"/>
        </w:rPr>
        <w:t>être courte</w:t>
      </w:r>
      <w:r w:rsidR="000E1451">
        <w:rPr>
          <w:rFonts w:cs="Georgia"/>
          <w:kern w:val="1"/>
        </w:rPr>
        <w:t xml:space="preserve">, </w:t>
      </w:r>
      <w:r>
        <w:rPr>
          <w:rFonts w:cs="Georgia"/>
          <w:kern w:val="1"/>
        </w:rPr>
        <w:t>et</w:t>
      </w:r>
      <w:r w:rsidR="000E1451">
        <w:rPr>
          <w:rFonts w:cs="Georgia"/>
          <w:kern w:val="1"/>
        </w:rPr>
        <w:t xml:space="preserve">, </w:t>
      </w:r>
      <w:r>
        <w:rPr>
          <w:rFonts w:cs="Georgia"/>
          <w:kern w:val="1"/>
        </w:rPr>
        <w:t>la paix faite</w:t>
      </w:r>
      <w:r w:rsidR="000E1451">
        <w:rPr>
          <w:rFonts w:cs="Georgia"/>
          <w:kern w:val="1"/>
        </w:rPr>
        <w:t xml:space="preserve">, </w:t>
      </w:r>
      <w:r>
        <w:rPr>
          <w:rFonts w:cs="Georgia"/>
          <w:kern w:val="1"/>
        </w:rPr>
        <w:t>ce ne serait certainement pas l</w:t>
      </w:r>
      <w:r w:rsidR="000E1451">
        <w:rPr>
          <w:rFonts w:cs="Georgia"/>
          <w:kern w:val="1"/>
        </w:rPr>
        <w:t>’</w:t>
      </w:r>
      <w:r>
        <w:rPr>
          <w:rFonts w:cs="Georgia"/>
          <w:kern w:val="1"/>
        </w:rPr>
        <w:t>argent qui manquerait dans l</w:t>
      </w:r>
      <w:r w:rsidR="000E1451">
        <w:rPr>
          <w:rFonts w:cs="Georgia"/>
          <w:kern w:val="1"/>
        </w:rPr>
        <w:t>’</w:t>
      </w:r>
      <w:r>
        <w:rPr>
          <w:rFonts w:cs="Georgia"/>
          <w:kern w:val="1"/>
        </w:rPr>
        <w:t>Allemagne victorieuse</w:t>
      </w:r>
      <w:r w:rsidR="000E1451">
        <w:rPr>
          <w:rFonts w:cs="Georgia"/>
          <w:kern w:val="1"/>
        </w:rPr>
        <w:t xml:space="preserve">. </w:t>
      </w:r>
      <w:r>
        <w:rPr>
          <w:rFonts w:cs="Georgia"/>
          <w:kern w:val="1"/>
        </w:rPr>
        <w:t>Toujours avec le même désir de rendre service</w:t>
      </w:r>
      <w:r w:rsidR="000E1451">
        <w:rPr>
          <w:rFonts w:cs="Georgia"/>
          <w:kern w:val="1"/>
        </w:rPr>
        <w:t>, M. </w:t>
      </w:r>
      <w:r>
        <w:rPr>
          <w:rFonts w:cs="Georgia"/>
          <w:kern w:val="1"/>
        </w:rPr>
        <w:t>Güthermann se chargea de désintéresser un vilain petit usurier de Pasewalk</w:t>
      </w:r>
      <w:r w:rsidR="000E1451">
        <w:rPr>
          <w:rFonts w:cs="Georgia"/>
          <w:kern w:val="1"/>
        </w:rPr>
        <w:t xml:space="preserve">, </w:t>
      </w:r>
      <w:r>
        <w:rPr>
          <w:rFonts w:cs="Georgia"/>
          <w:kern w:val="1"/>
        </w:rPr>
        <w:t>à qui le major Conrad s</w:t>
      </w:r>
      <w:r w:rsidR="000E1451">
        <w:rPr>
          <w:rFonts w:cs="Georgia"/>
          <w:kern w:val="1"/>
        </w:rPr>
        <w:t>’</w:t>
      </w:r>
      <w:r>
        <w:rPr>
          <w:rFonts w:cs="Georgia"/>
          <w:kern w:val="1"/>
        </w:rPr>
        <w:t>était laissé aller à emprunter quelques thalers</w:t>
      </w:r>
      <w:r w:rsidR="000E1451">
        <w:rPr>
          <w:rFonts w:cs="Georgia"/>
          <w:kern w:val="1"/>
        </w:rPr>
        <w:t xml:space="preserve">. </w:t>
      </w:r>
      <w:r>
        <w:rPr>
          <w:rFonts w:cs="Georgia"/>
          <w:kern w:val="1"/>
        </w:rPr>
        <w:t>Même chose à Angerburg</w:t>
      </w:r>
      <w:r w:rsidR="000E1451">
        <w:rPr>
          <w:rFonts w:cs="Georgia"/>
          <w:kern w:val="1"/>
        </w:rPr>
        <w:t xml:space="preserve">, </w:t>
      </w:r>
      <w:r>
        <w:rPr>
          <w:rFonts w:cs="Georgia"/>
          <w:kern w:val="1"/>
        </w:rPr>
        <w:t>à propos d</w:t>
      </w:r>
      <w:r w:rsidR="000E1451">
        <w:rPr>
          <w:rFonts w:cs="Georgia"/>
          <w:kern w:val="1"/>
        </w:rPr>
        <w:t>’</w:t>
      </w:r>
      <w:r>
        <w:rPr>
          <w:rFonts w:cs="Georgia"/>
          <w:kern w:val="1"/>
        </w:rPr>
        <w:t>une bagatelle souscrite par Hermann</w:t>
      </w:r>
      <w:r w:rsidR="000E1451">
        <w:rPr>
          <w:rFonts w:cs="Georgia"/>
          <w:kern w:val="1"/>
        </w:rPr>
        <w:t xml:space="preserve">. </w:t>
      </w:r>
      <w:r>
        <w:rPr>
          <w:rFonts w:cs="Georgia"/>
          <w:kern w:val="1"/>
        </w:rPr>
        <w:t>Maintenant</w:t>
      </w:r>
      <w:r w:rsidR="000E1451">
        <w:rPr>
          <w:rFonts w:cs="Georgia"/>
          <w:kern w:val="1"/>
        </w:rPr>
        <w:t xml:space="preserve">, </w:t>
      </w:r>
      <w:r>
        <w:rPr>
          <w:rFonts w:cs="Georgia"/>
          <w:kern w:val="1"/>
        </w:rPr>
        <w:t>grâce à l</w:t>
      </w:r>
      <w:r w:rsidR="000E1451">
        <w:rPr>
          <w:rFonts w:cs="Georgia"/>
          <w:kern w:val="1"/>
        </w:rPr>
        <w:t>’</w:t>
      </w:r>
      <w:r>
        <w:rPr>
          <w:rFonts w:cs="Georgia"/>
          <w:kern w:val="1"/>
        </w:rPr>
        <w:t xml:space="preserve">obligeance de </w:t>
      </w:r>
      <w:r w:rsidR="000E1451">
        <w:rPr>
          <w:rFonts w:cs="Georgia"/>
          <w:kern w:val="1"/>
        </w:rPr>
        <w:t>M. </w:t>
      </w:r>
      <w:r>
        <w:rPr>
          <w:rFonts w:cs="Georgia"/>
          <w:kern w:val="1"/>
        </w:rPr>
        <w:t>Güthermann</w:t>
      </w:r>
      <w:r w:rsidR="000E1451">
        <w:rPr>
          <w:rFonts w:cs="Georgia"/>
          <w:kern w:val="1"/>
        </w:rPr>
        <w:t xml:space="preserve">, </w:t>
      </w:r>
      <w:r>
        <w:rPr>
          <w:rFonts w:cs="Georgia"/>
          <w:kern w:val="1"/>
        </w:rPr>
        <w:t>les traces des peccadilles de toute cette jeunesse étaient effacées</w:t>
      </w:r>
      <w:r w:rsidR="000E1451">
        <w:rPr>
          <w:rFonts w:cs="Georgia"/>
          <w:kern w:val="1"/>
        </w:rPr>
        <w:t xml:space="preserve">. </w:t>
      </w:r>
      <w:r>
        <w:rPr>
          <w:rFonts w:cs="Georgia"/>
          <w:kern w:val="1"/>
        </w:rPr>
        <w:t>Il n</w:t>
      </w:r>
      <w:r w:rsidR="000E1451">
        <w:rPr>
          <w:rFonts w:cs="Georgia"/>
          <w:kern w:val="1"/>
        </w:rPr>
        <w:t>’</w:t>
      </w:r>
      <w:r>
        <w:rPr>
          <w:rFonts w:cs="Georgia"/>
          <w:kern w:val="1"/>
        </w:rPr>
        <w:t>en subsistait plus qu</w:t>
      </w:r>
      <w:r w:rsidR="000E1451">
        <w:rPr>
          <w:rFonts w:cs="Georgia"/>
          <w:kern w:val="1"/>
        </w:rPr>
        <w:t>’</w:t>
      </w:r>
      <w:r>
        <w:rPr>
          <w:rFonts w:cs="Georgia"/>
          <w:kern w:val="1"/>
        </w:rPr>
        <w:t xml:space="preserve">une obligation personnelle du général envers </w:t>
      </w:r>
      <w:r w:rsidR="000E1451">
        <w:rPr>
          <w:rFonts w:cs="Georgia"/>
          <w:kern w:val="1"/>
        </w:rPr>
        <w:t>M. </w:t>
      </w:r>
      <w:r>
        <w:rPr>
          <w:rFonts w:cs="Georgia"/>
          <w:kern w:val="1"/>
        </w:rPr>
        <w:t>Güthermann</w:t>
      </w:r>
      <w:r w:rsidR="000E1451">
        <w:rPr>
          <w:rFonts w:cs="Georgia"/>
          <w:kern w:val="1"/>
        </w:rPr>
        <w:t xml:space="preserve">. </w:t>
      </w:r>
      <w:r>
        <w:rPr>
          <w:rFonts w:cs="Georgia"/>
          <w:kern w:val="1"/>
        </w:rPr>
        <w:t>N</w:t>
      </w:r>
      <w:r w:rsidR="000E1451">
        <w:rPr>
          <w:rFonts w:cs="Georgia"/>
          <w:kern w:val="1"/>
        </w:rPr>
        <w:t>’</w:t>
      </w:r>
      <w:r>
        <w:rPr>
          <w:rFonts w:cs="Georgia"/>
          <w:kern w:val="1"/>
        </w:rPr>
        <w:t>était-ce pas à la fois bien plus pratique et bien plus correct</w:t>
      </w:r>
      <w:r w:rsidR="000E1451">
        <w:rPr>
          <w:rFonts w:cs="Georgia"/>
          <w:kern w:val="1"/>
        </w:rPr>
        <w:t xml:space="preserve"> ? </w:t>
      </w:r>
      <w:r>
        <w:rPr>
          <w:rFonts w:cs="Georgia"/>
          <w:kern w:val="1"/>
        </w:rPr>
        <w:t>Sans doute</w:t>
      </w:r>
      <w:r w:rsidR="000E1451">
        <w:rPr>
          <w:rFonts w:cs="Georgia"/>
          <w:kern w:val="1"/>
        </w:rPr>
        <w:t xml:space="preserve">, </w:t>
      </w:r>
      <w:r>
        <w:rPr>
          <w:rFonts w:cs="Georgia"/>
          <w:kern w:val="1"/>
        </w:rPr>
        <w:t>il y avait un léger intérêt à acquitter</w:t>
      </w:r>
      <w:r w:rsidR="000E1451">
        <w:rPr>
          <w:rFonts w:cs="Georgia"/>
          <w:kern w:val="1"/>
        </w:rPr>
        <w:t xml:space="preserve">, </w:t>
      </w:r>
      <w:r>
        <w:rPr>
          <w:rFonts w:cs="Georgia"/>
          <w:kern w:val="1"/>
        </w:rPr>
        <w:t>en attendant que la Victoire et l</w:t>
      </w:r>
      <w:r w:rsidR="000E1451">
        <w:rPr>
          <w:rFonts w:cs="Georgia"/>
          <w:kern w:val="1"/>
        </w:rPr>
        <w:t>’</w:t>
      </w:r>
      <w:r>
        <w:rPr>
          <w:rFonts w:cs="Georgia"/>
          <w:kern w:val="1"/>
        </w:rPr>
        <w:t>ère de prospérité qui ne manquerait pas de suivre vinssent permettre le remboursement du principal</w:t>
      </w:r>
      <w:r w:rsidR="000E1451">
        <w:rPr>
          <w:rFonts w:cs="Georgia"/>
          <w:kern w:val="1"/>
        </w:rPr>
        <w:t xml:space="preserve">. </w:t>
      </w:r>
      <w:r>
        <w:rPr>
          <w:rFonts w:cs="Georgia"/>
          <w:kern w:val="1"/>
        </w:rPr>
        <w:t>Ce principal s</w:t>
      </w:r>
      <w:r w:rsidR="000E1451">
        <w:rPr>
          <w:rFonts w:cs="Georgia"/>
          <w:kern w:val="1"/>
        </w:rPr>
        <w:t>’</w:t>
      </w:r>
      <w:r>
        <w:rPr>
          <w:rFonts w:cs="Georgia"/>
          <w:kern w:val="1"/>
        </w:rPr>
        <w:t>élevait à 16</w:t>
      </w:r>
      <w:r w:rsidR="000E1451">
        <w:rPr>
          <w:rFonts w:cs="Georgia"/>
          <w:kern w:val="1"/>
        </w:rPr>
        <w:t>0.0</w:t>
      </w:r>
      <w:r>
        <w:rPr>
          <w:rFonts w:cs="Georgia"/>
          <w:kern w:val="1"/>
        </w:rPr>
        <w:t>00 marks</w:t>
      </w:r>
      <w:r w:rsidR="000E1451">
        <w:rPr>
          <w:rFonts w:cs="Georgia"/>
          <w:kern w:val="1"/>
        </w:rPr>
        <w:t xml:space="preserve">. </w:t>
      </w:r>
      <w:r>
        <w:rPr>
          <w:rFonts w:cs="Georgia"/>
          <w:kern w:val="1"/>
        </w:rPr>
        <w:t>Il comprenait également les dettes de Joachim</w:t>
      </w:r>
      <w:r w:rsidR="000E1451">
        <w:rPr>
          <w:rFonts w:cs="Georgia"/>
          <w:kern w:val="1"/>
        </w:rPr>
        <w:t xml:space="preserve">, </w:t>
      </w:r>
      <w:r>
        <w:rPr>
          <w:rFonts w:cs="Georgia"/>
          <w:kern w:val="1"/>
        </w:rPr>
        <w:t>son oncle ayant fait le beau geste de les reconnaître comme siennes</w:t>
      </w:r>
      <w:r w:rsidR="000E1451">
        <w:rPr>
          <w:rFonts w:cs="Georgia"/>
          <w:kern w:val="1"/>
        </w:rPr>
        <w:t xml:space="preserve">, </w:t>
      </w:r>
      <w:r>
        <w:rPr>
          <w:rFonts w:cs="Georgia"/>
          <w:kern w:val="1"/>
        </w:rPr>
        <w:t>en se subrogeant au général de Mirrbach qui venait d</w:t>
      </w:r>
      <w:r w:rsidR="000E1451">
        <w:rPr>
          <w:rFonts w:cs="Georgia"/>
          <w:kern w:val="1"/>
        </w:rPr>
        <w:t>’</w:t>
      </w:r>
      <w:r>
        <w:rPr>
          <w:rFonts w:cs="Georgia"/>
          <w:kern w:val="1"/>
        </w:rPr>
        <w:t>être tué</w:t>
      </w:r>
      <w:r w:rsidR="000E1451">
        <w:rPr>
          <w:rFonts w:cs="Georgia"/>
          <w:kern w:val="1"/>
        </w:rPr>
        <w:t xml:space="preserve">. </w:t>
      </w:r>
      <w:r>
        <w:rPr>
          <w:rFonts w:cs="Georgia"/>
          <w:kern w:val="1"/>
        </w:rPr>
        <w:t>Quant aux intérêts</w:t>
      </w:r>
      <w:r w:rsidR="000E1451">
        <w:rPr>
          <w:rFonts w:cs="Georgia"/>
          <w:kern w:val="1"/>
        </w:rPr>
        <w:t xml:space="preserve">, </w:t>
      </w:r>
      <w:r>
        <w:rPr>
          <w:rFonts w:cs="Georgia"/>
          <w:kern w:val="1"/>
        </w:rPr>
        <w:t>le général paya</w:t>
      </w:r>
      <w:r w:rsidR="000E1451">
        <w:rPr>
          <w:rFonts w:cs="Georgia"/>
          <w:kern w:val="1"/>
        </w:rPr>
        <w:t xml:space="preserve">, </w:t>
      </w:r>
      <w:r>
        <w:rPr>
          <w:rFonts w:cs="Georgia"/>
          <w:kern w:val="1"/>
        </w:rPr>
        <w:t>en 191</w:t>
      </w:r>
      <w:r w:rsidR="000E1451">
        <w:rPr>
          <w:rFonts w:cs="Georgia"/>
          <w:kern w:val="1"/>
        </w:rPr>
        <w:t>5,47.0</w:t>
      </w:r>
      <w:r>
        <w:rPr>
          <w:rFonts w:cs="Georgia"/>
          <w:kern w:val="1"/>
        </w:rPr>
        <w:t>00 marks</w:t>
      </w:r>
      <w:r w:rsidR="000E1451">
        <w:rPr>
          <w:rFonts w:cs="Georgia"/>
          <w:kern w:val="1"/>
        </w:rPr>
        <w:t xml:space="preserve">, </w:t>
      </w:r>
      <w:r>
        <w:rPr>
          <w:rFonts w:cs="Georgia"/>
          <w:kern w:val="1"/>
        </w:rPr>
        <w:t>se disant bien qu</w:t>
      </w:r>
      <w:r w:rsidR="000E1451">
        <w:rPr>
          <w:rFonts w:cs="Georgia"/>
          <w:kern w:val="1"/>
        </w:rPr>
        <w:t>’</w:t>
      </w:r>
      <w:r>
        <w:rPr>
          <w:rFonts w:cs="Georgia"/>
          <w:kern w:val="1"/>
        </w:rPr>
        <w:t>il n</w:t>
      </w:r>
      <w:r w:rsidR="000E1451">
        <w:rPr>
          <w:rFonts w:cs="Georgia"/>
          <w:kern w:val="1"/>
        </w:rPr>
        <w:t>’</w:t>
      </w:r>
      <w:r>
        <w:rPr>
          <w:rFonts w:cs="Georgia"/>
          <w:kern w:val="1"/>
        </w:rPr>
        <w:t>aurait plus à recommencer</w:t>
      </w:r>
      <w:r w:rsidR="000E1451">
        <w:rPr>
          <w:rFonts w:cs="Georgia"/>
          <w:kern w:val="1"/>
        </w:rPr>
        <w:t xml:space="preserve">. </w:t>
      </w:r>
      <w:r>
        <w:rPr>
          <w:rFonts w:cs="Georgia"/>
          <w:kern w:val="1"/>
        </w:rPr>
        <w:t>La guerre continuant</w:t>
      </w:r>
      <w:r w:rsidR="000E1451">
        <w:rPr>
          <w:rFonts w:cs="Georgia"/>
          <w:kern w:val="1"/>
        </w:rPr>
        <w:t xml:space="preserve">, </w:t>
      </w:r>
      <w:r>
        <w:rPr>
          <w:rFonts w:cs="Georgia"/>
          <w:kern w:val="1"/>
        </w:rPr>
        <w:t>il versa de nouveau 4</w:t>
      </w:r>
      <w:r w:rsidR="000E1451">
        <w:rPr>
          <w:rFonts w:cs="Georgia"/>
          <w:kern w:val="1"/>
        </w:rPr>
        <w:t>7.0</w:t>
      </w:r>
      <w:r>
        <w:rPr>
          <w:rFonts w:cs="Georgia"/>
          <w:kern w:val="1"/>
        </w:rPr>
        <w:t>00 marks en 1916</w:t>
      </w:r>
      <w:r w:rsidR="000E1451">
        <w:rPr>
          <w:rFonts w:cs="Georgia"/>
          <w:kern w:val="1"/>
        </w:rPr>
        <w:t xml:space="preserve">, </w:t>
      </w:r>
      <w:r>
        <w:rPr>
          <w:rFonts w:cs="Georgia"/>
          <w:kern w:val="1"/>
        </w:rPr>
        <w:t>puis 4</w:t>
      </w:r>
      <w:r w:rsidR="000E1451">
        <w:rPr>
          <w:rFonts w:cs="Georgia"/>
          <w:kern w:val="1"/>
        </w:rPr>
        <w:t>7.0</w:t>
      </w:r>
      <w:r>
        <w:rPr>
          <w:rFonts w:cs="Georgia"/>
          <w:kern w:val="1"/>
        </w:rPr>
        <w:t>00 marks encore en 1917</w:t>
      </w:r>
      <w:r w:rsidR="000E1451">
        <w:rPr>
          <w:rFonts w:cs="Georgia"/>
          <w:kern w:val="1"/>
        </w:rPr>
        <w:t xml:space="preserve">. </w:t>
      </w:r>
      <w:r>
        <w:rPr>
          <w:rFonts w:cs="Georgia"/>
          <w:kern w:val="1"/>
        </w:rPr>
        <w:t>Ce règlement se faisait chaque année eu deux tranches</w:t>
      </w:r>
      <w:r w:rsidR="000E1451">
        <w:rPr>
          <w:rFonts w:cs="Georgia"/>
          <w:kern w:val="1"/>
        </w:rPr>
        <w:t xml:space="preserve">. </w:t>
      </w:r>
      <w:r>
        <w:rPr>
          <w:rFonts w:cs="Georgia"/>
          <w:kern w:val="1"/>
        </w:rPr>
        <w:t xml:space="preserve">Au </w:t>
      </w:r>
      <w:r w:rsidR="000E1451">
        <w:rPr>
          <w:rFonts w:cs="Georgia"/>
          <w:kern w:val="1"/>
        </w:rPr>
        <w:t>1</w:t>
      </w:r>
      <w:r w:rsidR="000E1451" w:rsidRPr="000E1451">
        <w:rPr>
          <w:rFonts w:cs="Georgia"/>
          <w:kern w:val="1"/>
          <w:vertAlign w:val="superscript"/>
        </w:rPr>
        <w:t>er</w:t>
      </w:r>
      <w:r w:rsidR="000E1451">
        <w:rPr>
          <w:rFonts w:cs="Georgia"/>
          <w:kern w:val="1"/>
        </w:rPr>
        <w:t> juillet</w:t>
      </w:r>
      <w:r>
        <w:rPr>
          <w:rFonts w:cs="Georgia"/>
          <w:kern w:val="1"/>
        </w:rPr>
        <w:t xml:space="preserve"> 1918</w:t>
      </w:r>
      <w:r w:rsidR="000E1451">
        <w:rPr>
          <w:rFonts w:cs="Georgia"/>
          <w:kern w:val="1"/>
        </w:rPr>
        <w:t xml:space="preserve">, </w:t>
      </w:r>
      <w:r>
        <w:rPr>
          <w:rFonts w:cs="Georgia"/>
          <w:kern w:val="1"/>
        </w:rPr>
        <w:t>la moitié de la somme due pour l</w:t>
      </w:r>
      <w:r w:rsidR="000E1451">
        <w:rPr>
          <w:rFonts w:cs="Georgia"/>
          <w:kern w:val="1"/>
        </w:rPr>
        <w:t>’</w:t>
      </w:r>
      <w:r>
        <w:rPr>
          <w:rFonts w:cs="Georgia"/>
          <w:kern w:val="1"/>
        </w:rPr>
        <w:t>année en cours</w:t>
      </w:r>
      <w:r w:rsidR="000E1451">
        <w:rPr>
          <w:rFonts w:cs="Georgia"/>
          <w:kern w:val="1"/>
        </w:rPr>
        <w:t xml:space="preserve">, </w:t>
      </w:r>
      <w:r>
        <w:rPr>
          <w:rFonts w:cs="Georgia"/>
          <w:kern w:val="1"/>
        </w:rPr>
        <w:t>soit 2</w:t>
      </w:r>
      <w:r w:rsidR="000E1451">
        <w:rPr>
          <w:rFonts w:cs="Georgia"/>
          <w:kern w:val="1"/>
        </w:rPr>
        <w:t>3.5</w:t>
      </w:r>
      <w:r>
        <w:rPr>
          <w:rFonts w:cs="Georgia"/>
          <w:kern w:val="1"/>
        </w:rPr>
        <w:t>00 marks</w:t>
      </w:r>
      <w:r w:rsidR="000E1451">
        <w:rPr>
          <w:rFonts w:cs="Georgia"/>
          <w:kern w:val="1"/>
        </w:rPr>
        <w:t xml:space="preserve">, </w:t>
      </w:r>
      <w:r>
        <w:rPr>
          <w:rFonts w:cs="Georgia"/>
          <w:kern w:val="1"/>
        </w:rPr>
        <w:t>allait donc venir à échéance</w:t>
      </w:r>
      <w:r w:rsidR="000E1451">
        <w:rPr>
          <w:rFonts w:cs="Georgia"/>
          <w:kern w:val="1"/>
        </w:rPr>
        <w:t xml:space="preserve">. </w:t>
      </w:r>
      <w:r>
        <w:rPr>
          <w:rFonts w:cs="Georgia"/>
          <w:kern w:val="1"/>
        </w:rPr>
        <w:lastRenderedPageBreak/>
        <w:t>Comme l</w:t>
      </w:r>
      <w:r w:rsidR="000E1451">
        <w:rPr>
          <w:rFonts w:cs="Georgia"/>
          <w:kern w:val="1"/>
        </w:rPr>
        <w:t>’</w:t>
      </w:r>
      <w:r>
        <w:rPr>
          <w:rFonts w:cs="Georgia"/>
          <w:kern w:val="1"/>
        </w:rPr>
        <w:t>argent des coupes de bois rentrait mal</w:t>
      </w:r>
      <w:r w:rsidR="000E1451">
        <w:rPr>
          <w:rFonts w:cs="Georgia"/>
          <w:kern w:val="1"/>
        </w:rPr>
        <w:t xml:space="preserve">, </w:t>
      </w:r>
      <w:r>
        <w:rPr>
          <w:rFonts w:cs="Georgia"/>
          <w:kern w:val="1"/>
        </w:rPr>
        <w:t>l</w:t>
      </w:r>
      <w:r w:rsidR="000E1451">
        <w:rPr>
          <w:rFonts w:cs="Georgia"/>
          <w:kern w:val="1"/>
        </w:rPr>
        <w:t>’</w:t>
      </w:r>
      <w:r>
        <w:rPr>
          <w:rFonts w:cs="Georgia"/>
          <w:kern w:val="1"/>
        </w:rPr>
        <w:t>ex-aide de camp de Manteuffel avait dû profiter de son voyage à Berlin pour voir s</w:t>
      </w:r>
      <w:r w:rsidR="000E1451">
        <w:rPr>
          <w:rFonts w:cs="Georgia"/>
          <w:kern w:val="1"/>
        </w:rPr>
        <w:t>’</w:t>
      </w:r>
      <w:r>
        <w:rPr>
          <w:rFonts w:cs="Georgia"/>
          <w:kern w:val="1"/>
        </w:rPr>
        <w:t>il ne lui serait pas possible d</w:t>
      </w:r>
      <w:r w:rsidR="000E1451">
        <w:rPr>
          <w:rFonts w:cs="Georgia"/>
          <w:kern w:val="1"/>
        </w:rPr>
        <w:t>’</w:t>
      </w:r>
      <w:r>
        <w:rPr>
          <w:rFonts w:cs="Georgia"/>
          <w:kern w:val="1"/>
        </w:rPr>
        <w:t>obtenir un petit délai de l</w:t>
      </w:r>
      <w:r w:rsidR="000E1451">
        <w:rPr>
          <w:rFonts w:cs="Georgia"/>
          <w:kern w:val="1"/>
        </w:rPr>
        <w:t>’</w:t>
      </w:r>
      <w:r>
        <w:rPr>
          <w:rFonts w:cs="Georgia"/>
          <w:kern w:val="1"/>
        </w:rPr>
        <w:t xml:space="preserve">excellent </w:t>
      </w:r>
      <w:r w:rsidR="000E1451">
        <w:rPr>
          <w:rFonts w:cs="Georgia"/>
          <w:kern w:val="1"/>
        </w:rPr>
        <w:t>M. </w:t>
      </w:r>
      <w:r>
        <w:rPr>
          <w:rFonts w:cs="Georgia"/>
          <w:kern w:val="1"/>
        </w:rPr>
        <w:t>Güthermann</w:t>
      </w:r>
      <w:r w:rsidR="000E1451">
        <w:rPr>
          <w:rFonts w:cs="Georgia"/>
          <w:kern w:val="1"/>
        </w:rPr>
        <w:t>.</w:t>
      </w:r>
    </w:p>
    <w:p w14:paraId="434C4817" w14:textId="77777777" w:rsidR="000E1451" w:rsidRDefault="00BE611A" w:rsidP="00BE611A">
      <w:pPr>
        <w:rPr>
          <w:rFonts w:cs="Georgia"/>
          <w:kern w:val="1"/>
        </w:rPr>
      </w:pPr>
      <w:r>
        <w:rPr>
          <w:rFonts w:cs="Georgia"/>
          <w:kern w:val="1"/>
        </w:rPr>
        <w:t>Je crois que je n</w:t>
      </w:r>
      <w:r w:rsidR="000E1451">
        <w:rPr>
          <w:rFonts w:cs="Georgia"/>
          <w:kern w:val="1"/>
        </w:rPr>
        <w:t>’</w:t>
      </w:r>
      <w:r>
        <w:rPr>
          <w:rFonts w:cs="Georgia"/>
          <w:kern w:val="1"/>
        </w:rPr>
        <w:t>ai rien oublié</w:t>
      </w:r>
      <w:r w:rsidR="000E1451">
        <w:rPr>
          <w:rFonts w:cs="Georgia"/>
          <w:kern w:val="1"/>
        </w:rPr>
        <w:t xml:space="preserve">. </w:t>
      </w:r>
      <w:r>
        <w:rPr>
          <w:rFonts w:cs="Georgia"/>
          <w:kern w:val="1"/>
        </w:rPr>
        <w:t>Qu</w:t>
      </w:r>
      <w:r w:rsidR="000E1451">
        <w:rPr>
          <w:rFonts w:cs="Georgia"/>
          <w:kern w:val="1"/>
        </w:rPr>
        <w:t>’</w:t>
      </w:r>
      <w:r>
        <w:rPr>
          <w:rFonts w:cs="Georgia"/>
          <w:kern w:val="1"/>
        </w:rPr>
        <w:t>on pardonne cette minutie</w:t>
      </w:r>
      <w:r w:rsidR="000E1451">
        <w:rPr>
          <w:rFonts w:cs="Georgia"/>
          <w:kern w:val="1"/>
        </w:rPr>
        <w:t xml:space="preserve">. </w:t>
      </w:r>
      <w:r>
        <w:rPr>
          <w:rFonts w:cs="Georgia"/>
          <w:kern w:val="1"/>
        </w:rPr>
        <w:t>Qu</w:t>
      </w:r>
      <w:r w:rsidR="000E1451">
        <w:rPr>
          <w:rFonts w:cs="Georgia"/>
          <w:kern w:val="1"/>
        </w:rPr>
        <w:t>’</w:t>
      </w:r>
      <w:r>
        <w:rPr>
          <w:rFonts w:cs="Georgia"/>
          <w:kern w:val="1"/>
        </w:rPr>
        <w:t>on ne prenne pas ombrage de cette sécheresse</w:t>
      </w:r>
      <w:r w:rsidR="000E1451">
        <w:rPr>
          <w:rFonts w:cs="Georgia"/>
          <w:kern w:val="1"/>
        </w:rPr>
        <w:t xml:space="preserve">. </w:t>
      </w:r>
      <w:r>
        <w:rPr>
          <w:rFonts w:cs="Georgia"/>
          <w:kern w:val="1"/>
        </w:rPr>
        <w:t>La seule excuse d</w:t>
      </w:r>
      <w:r w:rsidR="000E1451">
        <w:rPr>
          <w:rFonts w:cs="Georgia"/>
          <w:kern w:val="1"/>
        </w:rPr>
        <w:t>’</w:t>
      </w:r>
      <w:r>
        <w:rPr>
          <w:rFonts w:cs="Georgia"/>
          <w:kern w:val="1"/>
        </w:rPr>
        <w:t>un exposé comme celui-ci est de bannir tout sentimentalisme</w:t>
      </w:r>
      <w:r w:rsidR="000E1451">
        <w:rPr>
          <w:rFonts w:cs="Georgia"/>
          <w:kern w:val="1"/>
        </w:rPr>
        <w:t xml:space="preserve">. </w:t>
      </w:r>
      <w:r>
        <w:rPr>
          <w:rFonts w:cs="Georgia"/>
          <w:kern w:val="1"/>
        </w:rPr>
        <w:t xml:space="preserve">La livre de chair prélevée par </w:t>
      </w:r>
      <w:r w:rsidR="000E1451">
        <w:rPr>
          <w:rFonts w:cs="Georgia"/>
          <w:kern w:val="1"/>
        </w:rPr>
        <w:t>M. </w:t>
      </w:r>
      <w:r>
        <w:rPr>
          <w:rFonts w:cs="Georgia"/>
          <w:kern w:val="1"/>
        </w:rPr>
        <w:t>Güthermann sur la poitrine de son obligé étant donc estimée 4</w:t>
      </w:r>
      <w:r w:rsidR="000E1451">
        <w:rPr>
          <w:rFonts w:cs="Georgia"/>
          <w:kern w:val="1"/>
        </w:rPr>
        <w:t>7.0</w:t>
      </w:r>
      <w:r>
        <w:rPr>
          <w:rFonts w:cs="Georgia"/>
          <w:kern w:val="1"/>
        </w:rPr>
        <w:t>00 marks</w:t>
      </w:r>
      <w:r w:rsidR="000E1451">
        <w:rPr>
          <w:rFonts w:cs="Georgia"/>
          <w:kern w:val="1"/>
        </w:rPr>
        <w:t xml:space="preserve">, </w:t>
      </w:r>
      <w:r>
        <w:rPr>
          <w:rFonts w:cs="Georgia"/>
          <w:kern w:val="1"/>
        </w:rPr>
        <w:t>que restait-il au général de Reichendorf et à Axelle</w:t>
      </w:r>
      <w:r w:rsidR="000E1451">
        <w:rPr>
          <w:rFonts w:cs="Georgia"/>
          <w:kern w:val="1"/>
        </w:rPr>
        <w:t xml:space="preserve"> ? </w:t>
      </w:r>
      <w:r>
        <w:rPr>
          <w:rFonts w:cs="Georgia"/>
          <w:kern w:val="1"/>
        </w:rPr>
        <w:t xml:space="preserve">Un peu moins de </w:t>
      </w:r>
      <w:r w:rsidR="000E1451">
        <w:rPr>
          <w:rFonts w:cs="Georgia"/>
          <w:kern w:val="1"/>
        </w:rPr>
        <w:t>8.0</w:t>
      </w:r>
      <w:r>
        <w:rPr>
          <w:rFonts w:cs="Georgia"/>
          <w:kern w:val="1"/>
        </w:rPr>
        <w:t>00 marks par an</w:t>
      </w:r>
      <w:r w:rsidR="000E1451">
        <w:rPr>
          <w:rFonts w:cs="Georgia"/>
          <w:kern w:val="1"/>
        </w:rPr>
        <w:t xml:space="preserve">. </w:t>
      </w:r>
      <w:r>
        <w:rPr>
          <w:rFonts w:cs="Georgia"/>
          <w:kern w:val="1"/>
        </w:rPr>
        <w:t>En définitive</w:t>
      </w:r>
      <w:r w:rsidR="000E1451">
        <w:rPr>
          <w:rFonts w:cs="Georgia"/>
          <w:kern w:val="1"/>
        </w:rPr>
        <w:t xml:space="preserve">, </w:t>
      </w:r>
      <w:r>
        <w:rPr>
          <w:rFonts w:cs="Georgia"/>
          <w:kern w:val="1"/>
        </w:rPr>
        <w:t>c</w:t>
      </w:r>
      <w:r w:rsidR="000E1451">
        <w:rPr>
          <w:rFonts w:cs="Georgia"/>
          <w:kern w:val="1"/>
        </w:rPr>
        <w:t>’</w:t>
      </w:r>
      <w:r>
        <w:rPr>
          <w:rFonts w:cs="Georgia"/>
          <w:kern w:val="1"/>
        </w:rPr>
        <w:t>était la délégation de solde du commandant Dietrich qui faisait vivre son père et sa fiancée</w:t>
      </w:r>
      <w:r w:rsidR="000E1451">
        <w:rPr>
          <w:rFonts w:cs="Georgia"/>
          <w:kern w:val="1"/>
        </w:rPr>
        <w:t xml:space="preserve">. </w:t>
      </w:r>
      <w:r>
        <w:rPr>
          <w:rFonts w:cs="Georgia"/>
          <w:kern w:val="1"/>
        </w:rPr>
        <w:t>Dans la salle d</w:t>
      </w:r>
      <w:r w:rsidR="000E1451">
        <w:rPr>
          <w:rFonts w:cs="Georgia"/>
          <w:kern w:val="1"/>
        </w:rPr>
        <w:t>’</w:t>
      </w:r>
      <w:r>
        <w:rPr>
          <w:rFonts w:cs="Georgia"/>
          <w:kern w:val="1"/>
        </w:rPr>
        <w:t>honneur du château</w:t>
      </w:r>
      <w:r w:rsidR="000E1451">
        <w:rPr>
          <w:rFonts w:cs="Georgia"/>
          <w:kern w:val="1"/>
        </w:rPr>
        <w:t xml:space="preserve">, </w:t>
      </w:r>
      <w:r>
        <w:rPr>
          <w:rFonts w:cs="Georgia"/>
          <w:kern w:val="1"/>
        </w:rPr>
        <w:t>les portraits des trois derniers rois de Prusse</w:t>
      </w:r>
      <w:r w:rsidR="000E1451">
        <w:rPr>
          <w:rFonts w:cs="Georgia"/>
          <w:kern w:val="1"/>
        </w:rPr>
        <w:t xml:space="preserve">, </w:t>
      </w:r>
      <w:r>
        <w:rPr>
          <w:rFonts w:cs="Georgia"/>
          <w:kern w:val="1"/>
        </w:rPr>
        <w:t>avec les dédicaces pompeuses qu</w:t>
      </w:r>
      <w:r w:rsidR="000E1451">
        <w:rPr>
          <w:rFonts w:cs="Georgia"/>
          <w:kern w:val="1"/>
        </w:rPr>
        <w:t>’</w:t>
      </w:r>
      <w:r>
        <w:rPr>
          <w:rFonts w:cs="Georgia"/>
          <w:kern w:val="1"/>
        </w:rPr>
        <w:t>ils avaient tenu à y tracer de leurs mains</w:t>
      </w:r>
      <w:r w:rsidR="000E1451">
        <w:rPr>
          <w:rFonts w:cs="Georgia"/>
          <w:kern w:val="1"/>
        </w:rPr>
        <w:t xml:space="preserve">, </w:t>
      </w:r>
      <w:r>
        <w:rPr>
          <w:rFonts w:cs="Georgia"/>
          <w:kern w:val="1"/>
        </w:rPr>
        <w:t>pouvaient bien continuer à garantir au vassal l</w:t>
      </w:r>
      <w:r w:rsidR="000E1451">
        <w:rPr>
          <w:rFonts w:cs="Georgia"/>
          <w:kern w:val="1"/>
        </w:rPr>
        <w:t>’</w:t>
      </w:r>
      <w:r>
        <w:rPr>
          <w:rFonts w:cs="Georgia"/>
          <w:kern w:val="1"/>
        </w:rPr>
        <w:t>aide et la protection du Hohenzollern suzerain</w:t>
      </w:r>
      <w:r w:rsidR="000E1451">
        <w:rPr>
          <w:rFonts w:cs="Georgia"/>
          <w:kern w:val="1"/>
        </w:rPr>
        <w:t xml:space="preserve">. </w:t>
      </w:r>
      <w:r>
        <w:rPr>
          <w:rFonts w:cs="Georgia"/>
          <w:kern w:val="1"/>
        </w:rPr>
        <w:t>Ces formules solennelles ne faisaient qu</w:t>
      </w:r>
      <w:r w:rsidR="000E1451">
        <w:rPr>
          <w:rFonts w:cs="Georgia"/>
          <w:kern w:val="1"/>
        </w:rPr>
        <w:t>’</w:t>
      </w:r>
      <w:r>
        <w:rPr>
          <w:rFonts w:cs="Georgia"/>
          <w:kern w:val="1"/>
        </w:rPr>
        <w:t>ajouter leur amère dérision à la détresse des deux familles qui</w:t>
      </w:r>
      <w:r w:rsidR="000E1451">
        <w:rPr>
          <w:rFonts w:cs="Georgia"/>
          <w:kern w:val="1"/>
        </w:rPr>
        <w:t xml:space="preserve">, </w:t>
      </w:r>
      <w:r>
        <w:rPr>
          <w:rFonts w:cs="Georgia"/>
          <w:kern w:val="1"/>
        </w:rPr>
        <w:t>en la personne d</w:t>
      </w:r>
      <w:r w:rsidR="000E1451">
        <w:rPr>
          <w:rFonts w:cs="Georgia"/>
          <w:kern w:val="1"/>
        </w:rPr>
        <w:t>’</w:t>
      </w:r>
      <w:r>
        <w:rPr>
          <w:rFonts w:cs="Georgia"/>
          <w:kern w:val="1"/>
        </w:rPr>
        <w:t>un vieillard et d</w:t>
      </w:r>
      <w:r w:rsidR="000E1451">
        <w:rPr>
          <w:rFonts w:cs="Georgia"/>
          <w:kern w:val="1"/>
        </w:rPr>
        <w:t>’</w:t>
      </w:r>
      <w:r>
        <w:rPr>
          <w:rFonts w:cs="Georgia"/>
          <w:kern w:val="1"/>
        </w:rPr>
        <w:t>une enfant</w:t>
      </w:r>
      <w:r w:rsidR="000E1451">
        <w:rPr>
          <w:rFonts w:cs="Georgia"/>
          <w:kern w:val="1"/>
        </w:rPr>
        <w:t xml:space="preserve">, </w:t>
      </w:r>
      <w:r>
        <w:rPr>
          <w:rFonts w:cs="Georgia"/>
          <w:kern w:val="1"/>
        </w:rPr>
        <w:t>achevaient de s</w:t>
      </w:r>
      <w:r w:rsidR="000E1451">
        <w:rPr>
          <w:rFonts w:cs="Georgia"/>
          <w:kern w:val="1"/>
        </w:rPr>
        <w:t>’</w:t>
      </w:r>
      <w:r>
        <w:rPr>
          <w:rFonts w:cs="Georgia"/>
          <w:kern w:val="1"/>
        </w:rPr>
        <w:t>éteindre sous les plafonds vermoulus de Reichendorf</w:t>
      </w:r>
      <w:r w:rsidR="000E1451">
        <w:rPr>
          <w:rFonts w:cs="Georgia"/>
          <w:kern w:val="1"/>
        </w:rPr>
        <w:t>.</w:t>
      </w:r>
    </w:p>
    <w:p w14:paraId="607667FB" w14:textId="77777777" w:rsidR="000E1451" w:rsidRDefault="00BE611A" w:rsidP="00BE611A">
      <w:pPr>
        <w:rPr>
          <w:rFonts w:cs="Georgia"/>
          <w:kern w:val="1"/>
        </w:rPr>
      </w:pPr>
      <w:r>
        <w:rPr>
          <w:rFonts w:cs="Georgia"/>
          <w:kern w:val="1"/>
        </w:rPr>
        <w:t xml:space="preserve">Le général rentra le </w:t>
      </w:r>
      <w:r w:rsidR="000E1451">
        <w:rPr>
          <w:rFonts w:cs="Georgia"/>
          <w:kern w:val="1"/>
        </w:rPr>
        <w:t xml:space="preserve">2 juin. </w:t>
      </w:r>
      <w:r>
        <w:rPr>
          <w:rFonts w:cs="Georgia"/>
          <w:kern w:val="1"/>
        </w:rPr>
        <w:t>Il n</w:t>
      </w:r>
      <w:r w:rsidR="000E1451">
        <w:rPr>
          <w:rFonts w:cs="Georgia"/>
          <w:kern w:val="1"/>
        </w:rPr>
        <w:t>’</w:t>
      </w:r>
      <w:r>
        <w:rPr>
          <w:rFonts w:cs="Georgia"/>
          <w:kern w:val="1"/>
        </w:rPr>
        <w:t>était pas de retour depuis une demi-heure qu</w:t>
      </w:r>
      <w:r w:rsidR="000E1451">
        <w:rPr>
          <w:rFonts w:cs="Georgia"/>
          <w:kern w:val="1"/>
        </w:rPr>
        <w:t>’</w:t>
      </w:r>
      <w:r>
        <w:rPr>
          <w:rFonts w:cs="Georgia"/>
          <w:kern w:val="1"/>
        </w:rPr>
        <w:t>il me faisait appeler</w:t>
      </w:r>
      <w:r w:rsidR="000E1451">
        <w:rPr>
          <w:rFonts w:cs="Georgia"/>
          <w:kern w:val="1"/>
        </w:rPr>
        <w:t>. M</w:t>
      </w:r>
      <w:r w:rsidR="000E1451" w:rsidRPr="000E1451">
        <w:rPr>
          <w:rFonts w:cs="Georgia"/>
          <w:kern w:val="1"/>
          <w:vertAlign w:val="superscript"/>
        </w:rPr>
        <w:t>lle</w:t>
      </w:r>
      <w:r w:rsidR="000E1451">
        <w:rPr>
          <w:rFonts w:cs="Georgia"/>
          <w:kern w:val="1"/>
        </w:rPr>
        <w:t> de </w:t>
      </w:r>
      <w:r>
        <w:rPr>
          <w:rFonts w:cs="Georgia"/>
          <w:kern w:val="1"/>
        </w:rPr>
        <w:t>Mirrbach sortait de chez lui</w:t>
      </w:r>
      <w:r w:rsidR="000E1451">
        <w:rPr>
          <w:rFonts w:cs="Georgia"/>
          <w:kern w:val="1"/>
        </w:rPr>
        <w:t xml:space="preserve">. </w:t>
      </w:r>
      <w:r>
        <w:rPr>
          <w:rFonts w:cs="Georgia"/>
          <w:kern w:val="1"/>
        </w:rPr>
        <w:t>Elle répondit à mon salut par un sourire empreint d</w:t>
      </w:r>
      <w:r w:rsidR="000E1451">
        <w:rPr>
          <w:rFonts w:cs="Georgia"/>
          <w:kern w:val="1"/>
        </w:rPr>
        <w:t>’</w:t>
      </w:r>
      <w:r>
        <w:rPr>
          <w:rFonts w:cs="Georgia"/>
          <w:kern w:val="1"/>
        </w:rPr>
        <w:t>une grande lassitude</w:t>
      </w:r>
      <w:r w:rsidR="000E1451">
        <w:rPr>
          <w:rFonts w:cs="Georgia"/>
          <w:kern w:val="1"/>
        </w:rPr>
        <w:t>.</w:t>
      </w:r>
    </w:p>
    <w:p w14:paraId="397FFFEB" w14:textId="77777777" w:rsidR="000E1451" w:rsidRDefault="00BE611A" w:rsidP="00BE611A">
      <w:pPr>
        <w:rPr>
          <w:rFonts w:cs="Georgia"/>
          <w:kern w:val="1"/>
        </w:rPr>
      </w:pPr>
      <w:r>
        <w:rPr>
          <w:rFonts w:cs="Georgia"/>
          <w:kern w:val="1"/>
        </w:rPr>
        <w:t>Son oncle</w:t>
      </w:r>
      <w:r w:rsidR="000E1451">
        <w:rPr>
          <w:rFonts w:cs="Georgia"/>
          <w:kern w:val="1"/>
        </w:rPr>
        <w:t xml:space="preserve">, </w:t>
      </w:r>
      <w:r>
        <w:rPr>
          <w:rFonts w:cs="Georgia"/>
          <w:kern w:val="1"/>
        </w:rPr>
        <w:t>par contre</w:t>
      </w:r>
      <w:r w:rsidR="000E1451">
        <w:rPr>
          <w:rFonts w:cs="Georgia"/>
          <w:kern w:val="1"/>
        </w:rPr>
        <w:t xml:space="preserve">, </w:t>
      </w:r>
      <w:r>
        <w:rPr>
          <w:rFonts w:cs="Georgia"/>
          <w:kern w:val="1"/>
        </w:rPr>
        <w:t>me parut en excellente forme</w:t>
      </w:r>
      <w:r w:rsidR="000E1451">
        <w:rPr>
          <w:rFonts w:cs="Georgia"/>
          <w:kern w:val="1"/>
        </w:rPr>
        <w:t xml:space="preserve">. </w:t>
      </w:r>
      <w:r>
        <w:rPr>
          <w:rFonts w:cs="Georgia"/>
          <w:kern w:val="1"/>
        </w:rPr>
        <w:t>Un peu congestionné</w:t>
      </w:r>
      <w:r w:rsidR="000E1451">
        <w:rPr>
          <w:rFonts w:cs="Georgia"/>
          <w:kern w:val="1"/>
        </w:rPr>
        <w:t xml:space="preserve">, </w:t>
      </w:r>
      <w:r>
        <w:rPr>
          <w:rFonts w:cs="Georgia"/>
          <w:kern w:val="1"/>
        </w:rPr>
        <w:t>peut-être</w:t>
      </w:r>
      <w:r w:rsidR="000E1451">
        <w:rPr>
          <w:rFonts w:cs="Georgia"/>
          <w:kern w:val="1"/>
        </w:rPr>
        <w:t xml:space="preserve">… </w:t>
      </w:r>
      <w:r>
        <w:rPr>
          <w:rFonts w:cs="Georgia"/>
          <w:kern w:val="1"/>
        </w:rPr>
        <w:t>Quand il m</w:t>
      </w:r>
      <w:r w:rsidR="000E1451">
        <w:rPr>
          <w:rFonts w:cs="Georgia"/>
          <w:kern w:val="1"/>
        </w:rPr>
        <w:t>’</w:t>
      </w:r>
      <w:r>
        <w:rPr>
          <w:rFonts w:cs="Georgia"/>
          <w:kern w:val="1"/>
        </w:rPr>
        <w:t>aperçut</w:t>
      </w:r>
      <w:r w:rsidR="000E1451">
        <w:rPr>
          <w:rFonts w:cs="Georgia"/>
          <w:kern w:val="1"/>
        </w:rPr>
        <w:t xml:space="preserve">, </w:t>
      </w:r>
      <w:r>
        <w:rPr>
          <w:rFonts w:cs="Georgia"/>
          <w:kern w:val="1"/>
        </w:rPr>
        <w:t>son visage s</w:t>
      </w:r>
      <w:r w:rsidR="000E1451">
        <w:rPr>
          <w:rFonts w:cs="Georgia"/>
          <w:kern w:val="1"/>
        </w:rPr>
        <w:t>’</w:t>
      </w:r>
      <w:r>
        <w:rPr>
          <w:rFonts w:cs="Georgia"/>
          <w:kern w:val="1"/>
        </w:rPr>
        <w:t>éclaira</w:t>
      </w:r>
      <w:r w:rsidR="000E1451">
        <w:rPr>
          <w:rFonts w:cs="Georgia"/>
          <w:kern w:val="1"/>
        </w:rPr>
        <w:t xml:space="preserve">. </w:t>
      </w:r>
      <w:r>
        <w:rPr>
          <w:rFonts w:cs="Georgia"/>
          <w:kern w:val="1"/>
        </w:rPr>
        <w:t>On eût dit qu</w:t>
      </w:r>
      <w:r w:rsidR="000E1451">
        <w:rPr>
          <w:rFonts w:cs="Georgia"/>
          <w:kern w:val="1"/>
        </w:rPr>
        <w:t>’</w:t>
      </w:r>
      <w:r>
        <w:rPr>
          <w:rFonts w:cs="Georgia"/>
          <w:kern w:val="1"/>
        </w:rPr>
        <w:t>il venait de se débarrasser d</w:t>
      </w:r>
      <w:r w:rsidR="000E1451">
        <w:rPr>
          <w:rFonts w:cs="Georgia"/>
          <w:kern w:val="1"/>
        </w:rPr>
        <w:t>’</w:t>
      </w:r>
      <w:r>
        <w:rPr>
          <w:rFonts w:cs="Georgia"/>
          <w:kern w:val="1"/>
        </w:rPr>
        <w:t>une conversation importune</w:t>
      </w:r>
      <w:r w:rsidR="000E1451">
        <w:rPr>
          <w:rFonts w:cs="Georgia"/>
          <w:kern w:val="1"/>
        </w:rPr>
        <w:t xml:space="preserve">. </w:t>
      </w:r>
      <w:r>
        <w:rPr>
          <w:rFonts w:cs="Georgia"/>
          <w:kern w:val="1"/>
        </w:rPr>
        <w:t>Il ne voulait plus songer qu</w:t>
      </w:r>
      <w:r w:rsidR="000E1451">
        <w:rPr>
          <w:rFonts w:cs="Georgia"/>
          <w:kern w:val="1"/>
        </w:rPr>
        <w:t>’</w:t>
      </w:r>
      <w:r>
        <w:rPr>
          <w:rFonts w:cs="Georgia"/>
          <w:kern w:val="1"/>
        </w:rPr>
        <w:t>aux motifs qu</w:t>
      </w:r>
      <w:r w:rsidR="000E1451">
        <w:rPr>
          <w:rFonts w:cs="Georgia"/>
          <w:kern w:val="1"/>
        </w:rPr>
        <w:t>’</w:t>
      </w:r>
      <w:r>
        <w:rPr>
          <w:rFonts w:cs="Georgia"/>
          <w:kern w:val="1"/>
        </w:rPr>
        <w:t>il avait d</w:t>
      </w:r>
      <w:r w:rsidR="000E1451">
        <w:rPr>
          <w:rFonts w:cs="Georgia"/>
          <w:kern w:val="1"/>
        </w:rPr>
        <w:t>’</w:t>
      </w:r>
      <w:r>
        <w:rPr>
          <w:rFonts w:cs="Georgia"/>
          <w:kern w:val="1"/>
        </w:rPr>
        <w:t>être satisfait</w:t>
      </w:r>
      <w:r w:rsidR="000E1451">
        <w:rPr>
          <w:rFonts w:cs="Georgia"/>
          <w:kern w:val="1"/>
        </w:rPr>
        <w:t>.</w:t>
      </w:r>
    </w:p>
    <w:p w14:paraId="7E89BE3F" w14:textId="77777777" w:rsidR="000E1451" w:rsidRDefault="000E1451" w:rsidP="00BE611A">
      <w:pPr>
        <w:rPr>
          <w:rFonts w:cs="Georgia"/>
          <w:kern w:val="1"/>
        </w:rPr>
      </w:pPr>
      <w:r>
        <w:rPr>
          <w:rFonts w:cs="Georgia"/>
          <w:kern w:val="1"/>
        </w:rPr>
        <w:lastRenderedPageBreak/>
        <w:t>— </w:t>
      </w:r>
      <w:r w:rsidR="00BE611A">
        <w:rPr>
          <w:rFonts w:cs="Georgia"/>
          <w:kern w:val="1"/>
        </w:rPr>
        <w:t>Entrez</w:t>
      </w:r>
      <w:r>
        <w:rPr>
          <w:rFonts w:cs="Georgia"/>
          <w:kern w:val="1"/>
        </w:rPr>
        <w:t xml:space="preserve">, </w:t>
      </w:r>
      <w:r w:rsidR="00BE611A">
        <w:rPr>
          <w:rFonts w:cs="Georgia"/>
          <w:kern w:val="1"/>
        </w:rPr>
        <w:t>mon ami</w:t>
      </w:r>
      <w:r>
        <w:rPr>
          <w:rFonts w:cs="Georgia"/>
          <w:kern w:val="1"/>
        </w:rPr>
        <w:t xml:space="preserve">, </w:t>
      </w:r>
      <w:r w:rsidR="00BE611A">
        <w:rPr>
          <w:rFonts w:cs="Georgia"/>
          <w:kern w:val="1"/>
        </w:rPr>
        <w:t>entrez</w:t>
      </w:r>
      <w:r>
        <w:rPr>
          <w:rFonts w:cs="Georgia"/>
          <w:kern w:val="1"/>
        </w:rPr>
        <w:t xml:space="preserve">. </w:t>
      </w:r>
      <w:r w:rsidR="00BE611A">
        <w:rPr>
          <w:rFonts w:cs="Georgia"/>
          <w:kern w:val="1"/>
        </w:rPr>
        <w:t>Eh bien</w:t>
      </w:r>
      <w:r>
        <w:rPr>
          <w:rFonts w:cs="Georgia"/>
          <w:kern w:val="1"/>
        </w:rPr>
        <w:t xml:space="preserve">, </w:t>
      </w:r>
      <w:r w:rsidR="00BE611A">
        <w:rPr>
          <w:rFonts w:cs="Georgia"/>
          <w:kern w:val="1"/>
        </w:rPr>
        <w:t>quoi de neuf</w:t>
      </w:r>
      <w:r>
        <w:rPr>
          <w:rFonts w:cs="Georgia"/>
          <w:kern w:val="1"/>
        </w:rPr>
        <w:t xml:space="preserve">, </w:t>
      </w:r>
      <w:r w:rsidR="00BE611A">
        <w:rPr>
          <w:rFonts w:cs="Georgia"/>
          <w:kern w:val="1"/>
        </w:rPr>
        <w:t>depuis trois jours</w:t>
      </w:r>
      <w:r>
        <w:rPr>
          <w:rFonts w:cs="Georgia"/>
          <w:kern w:val="1"/>
        </w:rPr>
        <w:t xml:space="preserve"> ? </w:t>
      </w:r>
      <w:r w:rsidR="00BE611A">
        <w:rPr>
          <w:rFonts w:cs="Georgia"/>
          <w:kern w:val="1"/>
        </w:rPr>
        <w:t>Il me semble que</w:t>
      </w:r>
      <w:r>
        <w:rPr>
          <w:rFonts w:cs="Georgia"/>
          <w:kern w:val="1"/>
        </w:rPr>
        <w:t xml:space="preserve">, </w:t>
      </w:r>
      <w:r w:rsidR="00BE611A">
        <w:rPr>
          <w:rFonts w:cs="Georgia"/>
          <w:kern w:val="1"/>
        </w:rPr>
        <w:t>durant mon absence</w:t>
      </w:r>
      <w:r>
        <w:rPr>
          <w:rFonts w:cs="Georgia"/>
          <w:kern w:val="1"/>
        </w:rPr>
        <w:t xml:space="preserve">, </w:t>
      </w:r>
      <w:r w:rsidR="00BE611A">
        <w:rPr>
          <w:rFonts w:cs="Georgia"/>
          <w:kern w:val="1"/>
        </w:rPr>
        <w:t>cette vitrine du combat de Baume-La-Rolande n</w:t>
      </w:r>
      <w:r>
        <w:rPr>
          <w:rFonts w:cs="Georgia"/>
          <w:kern w:val="1"/>
        </w:rPr>
        <w:t>’</w:t>
      </w:r>
      <w:r w:rsidR="00BE611A">
        <w:rPr>
          <w:rFonts w:cs="Georgia"/>
          <w:kern w:val="1"/>
        </w:rPr>
        <w:t>a guère avancé</w:t>
      </w:r>
      <w:r>
        <w:rPr>
          <w:rFonts w:cs="Georgia"/>
          <w:kern w:val="1"/>
        </w:rPr>
        <w:t> ?</w:t>
      </w:r>
    </w:p>
    <w:p w14:paraId="05547BF7" w14:textId="77777777" w:rsidR="000E1451" w:rsidRDefault="000E1451" w:rsidP="00BE611A">
      <w:pPr>
        <w:rPr>
          <w:rFonts w:cs="Georgia"/>
          <w:kern w:val="1"/>
        </w:rPr>
      </w:pPr>
      <w:r>
        <w:rPr>
          <w:rFonts w:cs="Georgia"/>
          <w:kern w:val="1"/>
        </w:rPr>
        <w:t>— </w:t>
      </w:r>
      <w:r w:rsidR="00BE611A">
        <w:rPr>
          <w:rFonts w:cs="Georgia"/>
          <w:kern w:val="1"/>
        </w:rPr>
        <w:t>Mon Général</w:t>
      </w:r>
      <w:r>
        <w:rPr>
          <w:rFonts w:cs="Georgia"/>
          <w:kern w:val="1"/>
        </w:rPr>
        <w:t xml:space="preserve">, </w:t>
      </w:r>
      <w:r w:rsidR="00BE611A">
        <w:rPr>
          <w:rFonts w:cs="Georgia"/>
          <w:kern w:val="1"/>
        </w:rPr>
        <w:t>je me suis occupé de l</w:t>
      </w:r>
      <w:r>
        <w:rPr>
          <w:rFonts w:cs="Georgia"/>
          <w:kern w:val="1"/>
        </w:rPr>
        <w:t>’</w:t>
      </w:r>
      <w:r w:rsidR="00BE611A">
        <w:rPr>
          <w:rFonts w:cs="Georgia"/>
          <w:kern w:val="1"/>
        </w:rPr>
        <w:t>installation électrique du pavillon</w:t>
      </w:r>
      <w:r>
        <w:rPr>
          <w:rFonts w:cs="Georgia"/>
          <w:kern w:val="1"/>
        </w:rPr>
        <w:t xml:space="preserve">. </w:t>
      </w:r>
      <w:r w:rsidR="00BE611A">
        <w:rPr>
          <w:rFonts w:cs="Georgia"/>
          <w:kern w:val="1"/>
        </w:rPr>
        <w:t>Gottlieb m</w:t>
      </w:r>
      <w:r>
        <w:rPr>
          <w:rFonts w:cs="Georgia"/>
          <w:kern w:val="1"/>
        </w:rPr>
        <w:t>’</w:t>
      </w:r>
      <w:r w:rsidR="00BE611A">
        <w:rPr>
          <w:rFonts w:cs="Georgia"/>
          <w:kern w:val="1"/>
        </w:rPr>
        <w:t>avait affirmé que c</w:t>
      </w:r>
      <w:r>
        <w:rPr>
          <w:rFonts w:cs="Georgia"/>
          <w:kern w:val="1"/>
        </w:rPr>
        <w:t>’</w:t>
      </w:r>
      <w:r w:rsidR="00BE611A">
        <w:rPr>
          <w:rFonts w:cs="Georgia"/>
          <w:kern w:val="1"/>
        </w:rPr>
        <w:t>était votre ordre</w:t>
      </w:r>
      <w:r>
        <w:rPr>
          <w:rFonts w:cs="Georgia"/>
          <w:kern w:val="1"/>
        </w:rPr>
        <w:t>.</w:t>
      </w:r>
    </w:p>
    <w:p w14:paraId="152456A0" w14:textId="77777777" w:rsidR="000E1451" w:rsidRDefault="000E1451" w:rsidP="00BE611A">
      <w:pPr>
        <w:rPr>
          <w:rFonts w:cs="Georgia"/>
          <w:kern w:val="1"/>
        </w:rPr>
      </w:pPr>
      <w:r>
        <w:rPr>
          <w:rFonts w:cs="Georgia"/>
          <w:kern w:val="1"/>
        </w:rPr>
        <w:t>— </w:t>
      </w:r>
      <w:r w:rsidR="00BE611A">
        <w:rPr>
          <w:rFonts w:cs="Georgia"/>
          <w:kern w:val="1"/>
        </w:rPr>
        <w:t>Exact</w:t>
      </w:r>
      <w:r>
        <w:rPr>
          <w:rFonts w:cs="Georgia"/>
          <w:kern w:val="1"/>
        </w:rPr>
        <w:t xml:space="preserve">, </w:t>
      </w:r>
      <w:r w:rsidR="00BE611A">
        <w:rPr>
          <w:rFonts w:cs="Georgia"/>
          <w:kern w:val="1"/>
        </w:rPr>
        <w:t>rigoureusement exact</w:t>
      </w:r>
      <w:r>
        <w:rPr>
          <w:rFonts w:cs="Georgia"/>
          <w:kern w:val="1"/>
        </w:rPr>
        <w:t xml:space="preserve">. </w:t>
      </w:r>
      <w:r w:rsidR="00BE611A">
        <w:rPr>
          <w:rFonts w:cs="Georgia"/>
          <w:kern w:val="1"/>
        </w:rPr>
        <w:t>Alors</w:t>
      </w:r>
      <w:r>
        <w:rPr>
          <w:rFonts w:cs="Georgia"/>
          <w:kern w:val="1"/>
        </w:rPr>
        <w:t xml:space="preserve">, </w:t>
      </w:r>
      <w:r w:rsidR="00BE611A">
        <w:rPr>
          <w:rFonts w:cs="Georgia"/>
          <w:kern w:val="1"/>
        </w:rPr>
        <w:t>cette installation</w:t>
      </w:r>
      <w:r>
        <w:rPr>
          <w:rFonts w:cs="Georgia"/>
          <w:kern w:val="1"/>
        </w:rPr>
        <w:t> ?</w:t>
      </w:r>
    </w:p>
    <w:p w14:paraId="2E1BEBD4" w14:textId="77777777" w:rsidR="000E1451" w:rsidRDefault="000E1451" w:rsidP="00BE611A">
      <w:pPr>
        <w:rPr>
          <w:rFonts w:cs="Georgia"/>
          <w:kern w:val="1"/>
        </w:rPr>
      </w:pPr>
      <w:r>
        <w:rPr>
          <w:rFonts w:cs="Georgia"/>
          <w:kern w:val="1"/>
        </w:rPr>
        <w:t>— </w:t>
      </w:r>
      <w:r w:rsidR="00BE611A">
        <w:rPr>
          <w:rFonts w:cs="Georgia"/>
          <w:kern w:val="1"/>
        </w:rPr>
        <w:t>Elle est achevée</w:t>
      </w:r>
      <w:r>
        <w:rPr>
          <w:rFonts w:cs="Georgia"/>
          <w:kern w:val="1"/>
        </w:rPr>
        <w:t xml:space="preserve">, </w:t>
      </w:r>
      <w:r w:rsidR="00BE611A">
        <w:rPr>
          <w:rFonts w:cs="Georgia"/>
          <w:kern w:val="1"/>
        </w:rPr>
        <w:t>mon général</w:t>
      </w:r>
      <w:r>
        <w:rPr>
          <w:rFonts w:cs="Georgia"/>
          <w:kern w:val="1"/>
        </w:rPr>
        <w:t>.</w:t>
      </w:r>
    </w:p>
    <w:p w14:paraId="0032E43C" w14:textId="77777777" w:rsidR="000E1451" w:rsidRDefault="000E1451" w:rsidP="00BE611A">
      <w:pPr>
        <w:rPr>
          <w:rFonts w:cs="Georgia"/>
          <w:kern w:val="1"/>
        </w:rPr>
      </w:pPr>
      <w:r>
        <w:rPr>
          <w:rFonts w:cs="Georgia"/>
          <w:kern w:val="1"/>
        </w:rPr>
        <w:t>— </w:t>
      </w:r>
      <w:r w:rsidR="00BE611A">
        <w:rPr>
          <w:rFonts w:cs="Georgia"/>
          <w:kern w:val="1"/>
        </w:rPr>
        <w:t>Bravo</w:t>
      </w:r>
      <w:r>
        <w:rPr>
          <w:rFonts w:cs="Georgia"/>
          <w:kern w:val="1"/>
        </w:rPr>
        <w:t xml:space="preserve">. </w:t>
      </w:r>
      <w:r w:rsidR="00BE611A">
        <w:rPr>
          <w:rFonts w:cs="Georgia"/>
          <w:kern w:val="1"/>
        </w:rPr>
        <w:t>N</w:t>
      </w:r>
      <w:r>
        <w:rPr>
          <w:rFonts w:cs="Georgia"/>
          <w:kern w:val="1"/>
        </w:rPr>
        <w:t>’</w:t>
      </w:r>
      <w:r w:rsidR="00BE611A">
        <w:rPr>
          <w:rFonts w:cs="Georgia"/>
          <w:kern w:val="1"/>
        </w:rPr>
        <w:t>avez-vous rien à me dire</w:t>
      </w:r>
      <w:r>
        <w:rPr>
          <w:rFonts w:cs="Georgia"/>
          <w:kern w:val="1"/>
        </w:rPr>
        <w:t> ?</w:t>
      </w:r>
    </w:p>
    <w:p w14:paraId="3B6A7876" w14:textId="77777777" w:rsidR="000E1451" w:rsidRDefault="000E1451" w:rsidP="00BE611A">
      <w:pPr>
        <w:rPr>
          <w:rFonts w:cs="Georgia"/>
          <w:kern w:val="1"/>
        </w:rPr>
      </w:pPr>
      <w:r>
        <w:rPr>
          <w:rFonts w:cs="Georgia"/>
          <w:kern w:val="1"/>
        </w:rPr>
        <w:t>— </w:t>
      </w:r>
      <w:r w:rsidR="00BE611A">
        <w:rPr>
          <w:rFonts w:cs="Georgia"/>
          <w:kern w:val="1"/>
        </w:rPr>
        <w:t>Rien</w:t>
      </w:r>
      <w:r>
        <w:rPr>
          <w:rFonts w:cs="Georgia"/>
          <w:kern w:val="1"/>
        </w:rPr>
        <w:t xml:space="preserve">, </w:t>
      </w:r>
      <w:r w:rsidR="00BE611A">
        <w:rPr>
          <w:rFonts w:cs="Georgia"/>
          <w:kern w:val="1"/>
        </w:rPr>
        <w:t>mon général</w:t>
      </w:r>
      <w:r>
        <w:rPr>
          <w:rFonts w:cs="Georgia"/>
          <w:kern w:val="1"/>
        </w:rPr>
        <w:t xml:space="preserve">. </w:t>
      </w:r>
      <w:r w:rsidR="00BE611A">
        <w:rPr>
          <w:rFonts w:cs="Georgia"/>
          <w:kern w:val="1"/>
        </w:rPr>
        <w:t>Je me permettrai seulement de vous demander si vous avez fait un bon voyage</w:t>
      </w:r>
      <w:r>
        <w:rPr>
          <w:rFonts w:cs="Georgia"/>
          <w:kern w:val="1"/>
        </w:rPr>
        <w:t>.</w:t>
      </w:r>
    </w:p>
    <w:p w14:paraId="7E9C1637" w14:textId="77777777" w:rsidR="000E1451" w:rsidRDefault="000E1451" w:rsidP="00BE611A">
      <w:pPr>
        <w:rPr>
          <w:rFonts w:cs="Georgia"/>
          <w:kern w:val="1"/>
        </w:rPr>
      </w:pPr>
      <w:r>
        <w:rPr>
          <w:rFonts w:cs="Georgia"/>
          <w:kern w:val="1"/>
        </w:rPr>
        <w:t>— </w:t>
      </w:r>
      <w:r w:rsidR="00BE611A">
        <w:rPr>
          <w:rFonts w:cs="Georgia"/>
          <w:kern w:val="1"/>
        </w:rPr>
        <w:t>Voyage délicieux</w:t>
      </w:r>
      <w:r>
        <w:rPr>
          <w:rFonts w:cs="Georgia"/>
          <w:kern w:val="1"/>
        </w:rPr>
        <w:t xml:space="preserve">. </w:t>
      </w:r>
      <w:r w:rsidR="00BE611A">
        <w:rPr>
          <w:rFonts w:cs="Georgia"/>
          <w:kern w:val="1"/>
        </w:rPr>
        <w:t>Trouvé Berlin splendide</w:t>
      </w:r>
      <w:r>
        <w:rPr>
          <w:rFonts w:cs="Georgia"/>
          <w:kern w:val="1"/>
        </w:rPr>
        <w:t xml:space="preserve">. </w:t>
      </w:r>
      <w:r w:rsidR="00BE611A">
        <w:rPr>
          <w:rFonts w:cs="Georgia"/>
          <w:kern w:val="1"/>
        </w:rPr>
        <w:t>Banquet admirablement réussi</w:t>
      </w:r>
      <w:r>
        <w:rPr>
          <w:rFonts w:cs="Georgia"/>
          <w:kern w:val="1"/>
        </w:rPr>
        <w:t xml:space="preserve">. </w:t>
      </w:r>
      <w:r w:rsidR="00BE611A">
        <w:rPr>
          <w:rFonts w:cs="Georgia"/>
          <w:kern w:val="1"/>
        </w:rPr>
        <w:t>Son Altesse Impériale et Royale</w:t>
      </w:r>
      <w:r>
        <w:rPr>
          <w:rFonts w:cs="Georgia"/>
          <w:kern w:val="1"/>
        </w:rPr>
        <w:t xml:space="preserve">, </w:t>
      </w:r>
      <w:r w:rsidR="00BE611A">
        <w:rPr>
          <w:rFonts w:cs="Georgia"/>
          <w:kern w:val="1"/>
        </w:rPr>
        <w:t>le prince Oscar</w:t>
      </w:r>
      <w:r>
        <w:rPr>
          <w:rFonts w:cs="Georgia"/>
          <w:kern w:val="1"/>
        </w:rPr>
        <w:t xml:space="preserve">, </w:t>
      </w:r>
      <w:r w:rsidR="00BE611A">
        <w:rPr>
          <w:rFonts w:cs="Georgia"/>
          <w:kern w:val="1"/>
        </w:rPr>
        <w:t>nous a fait l</w:t>
      </w:r>
      <w:r>
        <w:rPr>
          <w:rFonts w:cs="Georgia"/>
          <w:kern w:val="1"/>
        </w:rPr>
        <w:t>’</w:t>
      </w:r>
      <w:r w:rsidR="00BE611A">
        <w:rPr>
          <w:rFonts w:cs="Georgia"/>
          <w:kern w:val="1"/>
        </w:rPr>
        <w:t>honneur insigne de le présider</w:t>
      </w:r>
      <w:r>
        <w:rPr>
          <w:rFonts w:cs="Georgia"/>
          <w:kern w:val="1"/>
        </w:rPr>
        <w:t xml:space="preserve">. </w:t>
      </w:r>
      <w:r w:rsidR="00BE611A">
        <w:rPr>
          <w:rFonts w:cs="Georgia"/>
          <w:kern w:val="1"/>
        </w:rPr>
        <w:t>En sortant</w:t>
      </w:r>
      <w:r>
        <w:rPr>
          <w:rFonts w:cs="Georgia"/>
          <w:kern w:val="1"/>
        </w:rPr>
        <w:t xml:space="preserve">, </w:t>
      </w:r>
      <w:r w:rsidR="00BE611A">
        <w:rPr>
          <w:rFonts w:cs="Georgia"/>
          <w:kern w:val="1"/>
        </w:rPr>
        <w:t>je suis allé faire un tour sous les Tilleuls</w:t>
      </w:r>
      <w:r>
        <w:rPr>
          <w:rFonts w:cs="Georgia"/>
          <w:kern w:val="1"/>
        </w:rPr>
        <w:t xml:space="preserve">, </w:t>
      </w:r>
      <w:r w:rsidR="00BE611A">
        <w:rPr>
          <w:rFonts w:cs="Georgia"/>
          <w:kern w:val="1"/>
        </w:rPr>
        <w:t>bras dessus bras dessous</w:t>
      </w:r>
      <w:r>
        <w:rPr>
          <w:rFonts w:cs="Georgia"/>
          <w:kern w:val="1"/>
        </w:rPr>
        <w:t xml:space="preserve">, </w:t>
      </w:r>
      <w:r w:rsidR="00BE611A">
        <w:rPr>
          <w:rFonts w:cs="Georgia"/>
          <w:kern w:val="1"/>
        </w:rPr>
        <w:t>avec mon vieux camarade le général von Kaltenborn-Stachau</w:t>
      </w:r>
      <w:r>
        <w:rPr>
          <w:rFonts w:cs="Georgia"/>
          <w:kern w:val="1"/>
        </w:rPr>
        <w:t xml:space="preserve">, </w:t>
      </w:r>
      <w:r w:rsidR="00BE611A">
        <w:rPr>
          <w:rFonts w:cs="Georgia"/>
          <w:kern w:val="1"/>
        </w:rPr>
        <w:t>un charmant garçon</w:t>
      </w:r>
      <w:r>
        <w:rPr>
          <w:rFonts w:cs="Georgia"/>
          <w:kern w:val="1"/>
        </w:rPr>
        <w:t xml:space="preserve">. </w:t>
      </w:r>
      <w:r w:rsidR="00BE611A">
        <w:rPr>
          <w:rFonts w:cs="Georgia"/>
          <w:kern w:val="1"/>
        </w:rPr>
        <w:t>La foule nous a reconnus et nous a acclamés</w:t>
      </w:r>
      <w:r>
        <w:rPr>
          <w:rFonts w:cs="Georgia"/>
          <w:kern w:val="1"/>
        </w:rPr>
        <w:t xml:space="preserve">. </w:t>
      </w:r>
      <w:r w:rsidR="00BE611A">
        <w:rPr>
          <w:rFonts w:cs="Georgia"/>
          <w:kern w:val="1"/>
        </w:rPr>
        <w:t>L</w:t>
      </w:r>
      <w:r>
        <w:rPr>
          <w:rFonts w:cs="Georgia"/>
          <w:kern w:val="1"/>
        </w:rPr>
        <w:t>’</w:t>
      </w:r>
      <w:r w:rsidR="00BE611A">
        <w:rPr>
          <w:rFonts w:cs="Georgia"/>
          <w:kern w:val="1"/>
        </w:rPr>
        <w:t>enthousiasme est indescriptible</w:t>
      </w:r>
      <w:r>
        <w:rPr>
          <w:rFonts w:cs="Georgia"/>
          <w:kern w:val="1"/>
        </w:rPr>
        <w:t xml:space="preserve">. </w:t>
      </w:r>
      <w:r w:rsidR="00BE611A">
        <w:rPr>
          <w:rFonts w:cs="Georgia"/>
          <w:kern w:val="1"/>
        </w:rPr>
        <w:t>Il est vrai qu</w:t>
      </w:r>
      <w:r>
        <w:rPr>
          <w:rFonts w:cs="Georgia"/>
          <w:kern w:val="1"/>
        </w:rPr>
        <w:t>’</w:t>
      </w:r>
      <w:r w:rsidR="00BE611A">
        <w:rPr>
          <w:rFonts w:cs="Georgia"/>
          <w:kern w:val="1"/>
        </w:rPr>
        <w:t>il y a de quoi</w:t>
      </w:r>
      <w:r>
        <w:rPr>
          <w:rFonts w:cs="Georgia"/>
          <w:kern w:val="1"/>
        </w:rPr>
        <w:t xml:space="preserve">. </w:t>
      </w:r>
      <w:r w:rsidR="00BE611A">
        <w:rPr>
          <w:rFonts w:cs="Georgia"/>
          <w:kern w:val="1"/>
        </w:rPr>
        <w:t>Château-Thierry tombe</w:t>
      </w:r>
      <w:r>
        <w:rPr>
          <w:rFonts w:cs="Georgia"/>
          <w:kern w:val="1"/>
        </w:rPr>
        <w:t xml:space="preserve"> ; </w:t>
      </w:r>
      <w:r w:rsidR="00BE611A">
        <w:rPr>
          <w:rFonts w:cs="Georgia"/>
          <w:kern w:val="1"/>
        </w:rPr>
        <w:t>Paris sous le feu de notre artillerie lourde</w:t>
      </w:r>
      <w:r>
        <w:rPr>
          <w:rFonts w:cs="Georgia"/>
          <w:kern w:val="1"/>
        </w:rPr>
        <w:t xml:space="preserve"> ! </w:t>
      </w:r>
      <w:r w:rsidR="00BE611A">
        <w:rPr>
          <w:rFonts w:cs="Georgia"/>
          <w:kern w:val="1"/>
        </w:rPr>
        <w:t>Je n</w:t>
      </w:r>
      <w:r>
        <w:rPr>
          <w:rFonts w:cs="Georgia"/>
          <w:kern w:val="1"/>
        </w:rPr>
        <w:t>’</w:t>
      </w:r>
      <w:r w:rsidR="00BE611A">
        <w:rPr>
          <w:rFonts w:cs="Georgia"/>
          <w:kern w:val="1"/>
        </w:rPr>
        <w:t>insiste pas</w:t>
      </w:r>
      <w:r>
        <w:rPr>
          <w:rFonts w:cs="Georgia"/>
          <w:kern w:val="1"/>
        </w:rPr>
        <w:t xml:space="preserve">, </w:t>
      </w:r>
      <w:r w:rsidR="00BE611A">
        <w:rPr>
          <w:rFonts w:cs="Georgia"/>
          <w:kern w:val="1"/>
        </w:rPr>
        <w:t>n</w:t>
      </w:r>
      <w:r>
        <w:rPr>
          <w:rFonts w:cs="Georgia"/>
          <w:kern w:val="1"/>
        </w:rPr>
        <w:t>’</w:t>
      </w:r>
      <w:r w:rsidR="00BE611A">
        <w:rPr>
          <w:rFonts w:cs="Georgia"/>
          <w:kern w:val="1"/>
        </w:rPr>
        <w:t>ayant aucunement l</w:t>
      </w:r>
      <w:r>
        <w:rPr>
          <w:rFonts w:cs="Georgia"/>
          <w:kern w:val="1"/>
        </w:rPr>
        <w:t>’</w:t>
      </w:r>
      <w:r w:rsidR="00BE611A">
        <w:rPr>
          <w:rFonts w:cs="Georgia"/>
          <w:kern w:val="1"/>
        </w:rPr>
        <w:t>intention de vous chagriner</w:t>
      </w:r>
      <w:r>
        <w:rPr>
          <w:rFonts w:cs="Georgia"/>
          <w:kern w:val="1"/>
        </w:rPr>
        <w:t xml:space="preserve">, </w:t>
      </w:r>
      <w:r w:rsidR="00BE611A">
        <w:rPr>
          <w:rFonts w:cs="Georgia"/>
          <w:kern w:val="1"/>
        </w:rPr>
        <w:t>mon ami</w:t>
      </w:r>
      <w:r>
        <w:rPr>
          <w:rFonts w:cs="Georgia"/>
          <w:kern w:val="1"/>
        </w:rPr>
        <w:t xml:space="preserve">. </w:t>
      </w:r>
      <w:r w:rsidR="00BE611A">
        <w:rPr>
          <w:rFonts w:cs="Georgia"/>
          <w:kern w:val="1"/>
        </w:rPr>
        <w:t>Entre nous</w:t>
      </w:r>
      <w:r>
        <w:rPr>
          <w:rFonts w:cs="Georgia"/>
          <w:kern w:val="1"/>
        </w:rPr>
        <w:t xml:space="preserve">, </w:t>
      </w:r>
      <w:r w:rsidR="00BE611A">
        <w:rPr>
          <w:rFonts w:cs="Georgia"/>
          <w:kern w:val="1"/>
        </w:rPr>
        <w:t>je consens même à vous avouer</w:t>
      </w:r>
      <w:r>
        <w:rPr>
          <w:rFonts w:cs="Georgia"/>
          <w:kern w:val="1"/>
        </w:rPr>
        <w:t xml:space="preserve">, </w:t>
      </w:r>
      <w:r w:rsidR="00BE611A">
        <w:rPr>
          <w:rFonts w:cs="Georgia"/>
          <w:kern w:val="1"/>
        </w:rPr>
        <w:t>à présent que la victoire couronne définitivement l</w:t>
      </w:r>
      <w:r>
        <w:rPr>
          <w:rFonts w:cs="Georgia"/>
          <w:kern w:val="1"/>
        </w:rPr>
        <w:t>’</w:t>
      </w:r>
      <w:r w:rsidR="00BE611A">
        <w:rPr>
          <w:rFonts w:cs="Georgia"/>
          <w:kern w:val="1"/>
        </w:rPr>
        <w:t>effort de nos armes</w:t>
      </w:r>
      <w:r>
        <w:rPr>
          <w:rFonts w:cs="Georgia"/>
          <w:kern w:val="1"/>
        </w:rPr>
        <w:t xml:space="preserve">, </w:t>
      </w:r>
      <w:r w:rsidR="00BE611A">
        <w:rPr>
          <w:rFonts w:cs="Georgia"/>
          <w:kern w:val="1"/>
        </w:rPr>
        <w:t>que bien des fautes ont été commises de notre côté</w:t>
      </w:r>
      <w:r>
        <w:rPr>
          <w:rFonts w:cs="Georgia"/>
          <w:kern w:val="1"/>
        </w:rPr>
        <w:t xml:space="preserve">. </w:t>
      </w:r>
      <w:r w:rsidR="00BE611A">
        <w:rPr>
          <w:rFonts w:cs="Georgia"/>
          <w:kern w:val="1"/>
        </w:rPr>
        <w:t>Ça a traîné</w:t>
      </w:r>
      <w:r>
        <w:rPr>
          <w:rFonts w:cs="Georgia"/>
          <w:kern w:val="1"/>
        </w:rPr>
        <w:t xml:space="preserve">, </w:t>
      </w:r>
      <w:r w:rsidR="00BE611A">
        <w:rPr>
          <w:rFonts w:cs="Georgia"/>
          <w:kern w:val="1"/>
        </w:rPr>
        <w:t>démesurément traîné</w:t>
      </w:r>
      <w:r>
        <w:rPr>
          <w:rFonts w:cs="Georgia"/>
          <w:kern w:val="1"/>
        </w:rPr>
        <w:t xml:space="preserve">. </w:t>
      </w:r>
      <w:r w:rsidR="00BE611A">
        <w:rPr>
          <w:rFonts w:cs="Georgia"/>
          <w:kern w:val="1"/>
        </w:rPr>
        <w:t>Nous sommes encore quelques-uns de la vieille équipe qui aurions</w:t>
      </w:r>
      <w:r>
        <w:rPr>
          <w:rFonts w:cs="Georgia"/>
          <w:kern w:val="1"/>
        </w:rPr>
        <w:t xml:space="preserve">, </w:t>
      </w:r>
      <w:r w:rsidR="00BE611A">
        <w:rPr>
          <w:rFonts w:cs="Georgia"/>
          <w:kern w:val="1"/>
        </w:rPr>
        <w:t>vous pouvez m</w:t>
      </w:r>
      <w:r>
        <w:rPr>
          <w:rFonts w:cs="Georgia"/>
          <w:kern w:val="1"/>
        </w:rPr>
        <w:t>’</w:t>
      </w:r>
      <w:r w:rsidR="00BE611A">
        <w:rPr>
          <w:rFonts w:cs="Georgia"/>
          <w:kern w:val="1"/>
        </w:rPr>
        <w:t>en croire</w:t>
      </w:r>
      <w:r>
        <w:rPr>
          <w:rFonts w:cs="Georgia"/>
          <w:kern w:val="1"/>
        </w:rPr>
        <w:t xml:space="preserve">, </w:t>
      </w:r>
      <w:r w:rsidR="00BE611A">
        <w:rPr>
          <w:rFonts w:cs="Georgia"/>
          <w:kern w:val="1"/>
        </w:rPr>
        <w:t>mené les choses plus rondement</w:t>
      </w:r>
      <w:r>
        <w:rPr>
          <w:rFonts w:cs="Georgia"/>
          <w:kern w:val="1"/>
        </w:rPr>
        <w:t xml:space="preserve">. </w:t>
      </w:r>
      <w:r w:rsidR="00BE611A">
        <w:rPr>
          <w:rFonts w:cs="Georgia"/>
          <w:kern w:val="1"/>
        </w:rPr>
        <w:t>C</w:t>
      </w:r>
      <w:r>
        <w:rPr>
          <w:rFonts w:cs="Georgia"/>
          <w:kern w:val="1"/>
        </w:rPr>
        <w:t>’</w:t>
      </w:r>
      <w:r w:rsidR="00BE611A">
        <w:rPr>
          <w:rFonts w:cs="Georgia"/>
          <w:kern w:val="1"/>
        </w:rPr>
        <w:t>est ce que je disais hier avec Kaltenborn</w:t>
      </w:r>
      <w:r>
        <w:rPr>
          <w:rFonts w:cs="Georgia"/>
          <w:kern w:val="1"/>
        </w:rPr>
        <w:t xml:space="preserve">. </w:t>
      </w:r>
      <w:r w:rsidR="00BE611A">
        <w:rPr>
          <w:rFonts w:cs="Georgia"/>
          <w:kern w:val="1"/>
        </w:rPr>
        <w:t xml:space="preserve">Près </w:t>
      </w:r>
      <w:r w:rsidR="00BE611A">
        <w:rPr>
          <w:rFonts w:cs="Georgia"/>
          <w:kern w:val="1"/>
        </w:rPr>
        <w:lastRenderedPageBreak/>
        <w:t>de quatre années perdues avant de se décider à reprendre la marche sur Paris par la route traditionnelle</w:t>
      </w:r>
      <w:r>
        <w:rPr>
          <w:rFonts w:cs="Georgia"/>
          <w:kern w:val="1"/>
        </w:rPr>
        <w:t xml:space="preserve">, </w:t>
      </w:r>
      <w:r w:rsidR="00BE611A">
        <w:rPr>
          <w:rFonts w:cs="Georgia"/>
          <w:kern w:val="1"/>
        </w:rPr>
        <w:t>par l</w:t>
      </w:r>
      <w:r>
        <w:rPr>
          <w:rFonts w:cs="Georgia"/>
          <w:kern w:val="1"/>
        </w:rPr>
        <w:t>’</w:t>
      </w:r>
      <w:r w:rsidR="00BE611A">
        <w:rPr>
          <w:rFonts w:cs="Georgia"/>
          <w:kern w:val="1"/>
        </w:rPr>
        <w:t>antique voie triomphale de la Champagne</w:t>
      </w:r>
      <w:r>
        <w:rPr>
          <w:rFonts w:cs="Georgia"/>
          <w:kern w:val="1"/>
        </w:rPr>
        <w:t xml:space="preserve"> ! </w:t>
      </w:r>
      <w:r w:rsidR="00BE611A">
        <w:rPr>
          <w:rFonts w:cs="Georgia"/>
          <w:kern w:val="1"/>
        </w:rPr>
        <w:t>Mais voilà</w:t>
      </w:r>
      <w:r>
        <w:rPr>
          <w:rFonts w:cs="Georgia"/>
          <w:kern w:val="1"/>
        </w:rPr>
        <w:t xml:space="preserve"> ! </w:t>
      </w:r>
      <w:r w:rsidR="00BE611A">
        <w:rPr>
          <w:rFonts w:cs="Georgia"/>
          <w:kern w:val="1"/>
        </w:rPr>
        <w:t>Ces messieurs de la nouvelle école se croient plus malins que Moltke</w:t>
      </w:r>
      <w:r>
        <w:rPr>
          <w:rFonts w:cs="Georgia"/>
          <w:kern w:val="1"/>
        </w:rPr>
        <w:t xml:space="preserve"> (</w:t>
      </w:r>
      <w:r w:rsidR="00BE611A">
        <w:rPr>
          <w:rFonts w:cs="Georgia"/>
          <w:kern w:val="1"/>
        </w:rPr>
        <w:t>je parle de celui de 1870</w:t>
      </w:r>
      <w:r>
        <w:rPr>
          <w:rFonts w:cs="Georgia"/>
          <w:kern w:val="1"/>
        </w:rPr>
        <w:t xml:space="preserve">, </w:t>
      </w:r>
      <w:r w:rsidR="00BE611A">
        <w:rPr>
          <w:rFonts w:cs="Georgia"/>
          <w:kern w:val="1"/>
        </w:rPr>
        <w:t>bien entendu</w:t>
      </w:r>
      <w:r>
        <w:rPr>
          <w:rFonts w:cs="Georgia"/>
          <w:kern w:val="1"/>
        </w:rPr>
        <w:t xml:space="preserve">). </w:t>
      </w:r>
      <w:r w:rsidR="00BE611A">
        <w:rPr>
          <w:rFonts w:cs="Georgia"/>
          <w:kern w:val="1"/>
        </w:rPr>
        <w:t>Ils se figurent que Scharnhorst et Blücher étaient des enfants</w:t>
      </w:r>
      <w:r>
        <w:rPr>
          <w:rFonts w:cs="Georgia"/>
          <w:kern w:val="1"/>
        </w:rPr>
        <w:t xml:space="preserve">. </w:t>
      </w:r>
      <w:r w:rsidR="00BE611A">
        <w:rPr>
          <w:rFonts w:cs="Georgia"/>
          <w:kern w:val="1"/>
        </w:rPr>
        <w:t>Je ne reviens pas sur ces idées</w:t>
      </w:r>
      <w:r>
        <w:rPr>
          <w:rFonts w:cs="Georgia"/>
          <w:kern w:val="1"/>
        </w:rPr>
        <w:t xml:space="preserve">. </w:t>
      </w:r>
      <w:r w:rsidR="00BE611A">
        <w:rPr>
          <w:rFonts w:cs="Georgia"/>
          <w:kern w:val="1"/>
        </w:rPr>
        <w:t>Je les ai exposées</w:t>
      </w:r>
      <w:r>
        <w:rPr>
          <w:rFonts w:cs="Georgia"/>
          <w:kern w:val="1"/>
        </w:rPr>
        <w:t xml:space="preserve">, </w:t>
      </w:r>
      <w:r w:rsidR="00BE611A">
        <w:rPr>
          <w:rFonts w:cs="Georgia"/>
          <w:kern w:val="1"/>
        </w:rPr>
        <w:t>Dieu merci</w:t>
      </w:r>
      <w:r>
        <w:rPr>
          <w:rFonts w:cs="Georgia"/>
          <w:kern w:val="1"/>
        </w:rPr>
        <w:t xml:space="preserve"> ! </w:t>
      </w:r>
      <w:r w:rsidR="00BE611A">
        <w:rPr>
          <w:rFonts w:cs="Georgia"/>
          <w:kern w:val="1"/>
        </w:rPr>
        <w:t>avec assez de clarté dans la brochure que je vous ai laissée l</w:t>
      </w:r>
      <w:r>
        <w:rPr>
          <w:rFonts w:cs="Georgia"/>
          <w:kern w:val="1"/>
        </w:rPr>
        <w:t>’</w:t>
      </w:r>
      <w:r w:rsidR="00BE611A">
        <w:rPr>
          <w:rFonts w:cs="Georgia"/>
          <w:kern w:val="1"/>
        </w:rPr>
        <w:t>autre jour</w:t>
      </w:r>
      <w:r>
        <w:rPr>
          <w:rFonts w:cs="Georgia"/>
          <w:kern w:val="1"/>
        </w:rPr>
        <w:t xml:space="preserve">. </w:t>
      </w:r>
      <w:r w:rsidR="00BE611A">
        <w:rPr>
          <w:rFonts w:cs="Georgia"/>
          <w:kern w:val="1"/>
        </w:rPr>
        <w:t>L</w:t>
      </w:r>
      <w:r>
        <w:rPr>
          <w:rFonts w:cs="Georgia"/>
          <w:kern w:val="1"/>
        </w:rPr>
        <w:t>’</w:t>
      </w:r>
      <w:r w:rsidR="00BE611A">
        <w:rPr>
          <w:rFonts w:cs="Georgia"/>
          <w:kern w:val="1"/>
        </w:rPr>
        <w:t>avez-vous lue</w:t>
      </w:r>
      <w:r>
        <w:rPr>
          <w:rFonts w:cs="Georgia"/>
          <w:kern w:val="1"/>
        </w:rPr>
        <w:t> ?</w:t>
      </w:r>
    </w:p>
    <w:p w14:paraId="450D31EB" w14:textId="77777777" w:rsidR="000E1451" w:rsidRDefault="00BE611A" w:rsidP="00BE611A">
      <w:pPr>
        <w:rPr>
          <w:rFonts w:cs="Georgia"/>
          <w:kern w:val="1"/>
        </w:rPr>
      </w:pPr>
      <w:r>
        <w:rPr>
          <w:rFonts w:cs="Georgia"/>
          <w:kern w:val="1"/>
        </w:rPr>
        <w:t>Je fis un signe affirmatif</w:t>
      </w:r>
      <w:r w:rsidR="000E1451">
        <w:rPr>
          <w:rFonts w:cs="Georgia"/>
          <w:kern w:val="1"/>
        </w:rPr>
        <w:t xml:space="preserve">. </w:t>
      </w:r>
      <w:r>
        <w:rPr>
          <w:rFonts w:cs="Georgia"/>
          <w:kern w:val="1"/>
        </w:rPr>
        <w:t>Il était vrai que cette brochure résumait fidèlement les conceptions stratégiques et tactiques de son auteur</w:t>
      </w:r>
      <w:r w:rsidR="000E1451">
        <w:rPr>
          <w:rFonts w:cs="Georgia"/>
          <w:kern w:val="1"/>
        </w:rPr>
        <w:t xml:space="preserve">. </w:t>
      </w:r>
      <w:r>
        <w:rPr>
          <w:rFonts w:cs="Georgia"/>
          <w:kern w:val="1"/>
        </w:rPr>
        <w:t>En réalité</w:t>
      </w:r>
      <w:r w:rsidR="000E1451">
        <w:rPr>
          <w:rFonts w:cs="Georgia"/>
          <w:kern w:val="1"/>
        </w:rPr>
        <w:t xml:space="preserve">, </w:t>
      </w:r>
      <w:r>
        <w:rPr>
          <w:rFonts w:cs="Georgia"/>
          <w:kern w:val="1"/>
        </w:rPr>
        <w:t>la guerre actuelle n</w:t>
      </w:r>
      <w:r w:rsidR="000E1451">
        <w:rPr>
          <w:rFonts w:cs="Georgia"/>
          <w:kern w:val="1"/>
        </w:rPr>
        <w:t>’</w:t>
      </w:r>
      <w:r>
        <w:rPr>
          <w:rFonts w:cs="Georgia"/>
          <w:kern w:val="1"/>
        </w:rPr>
        <w:t>éveillait chez lui aucun intérêt</w:t>
      </w:r>
      <w:r w:rsidR="000E1451">
        <w:rPr>
          <w:rFonts w:cs="Georgia"/>
          <w:kern w:val="1"/>
        </w:rPr>
        <w:t xml:space="preserve">. </w:t>
      </w:r>
      <w:r>
        <w:rPr>
          <w:rFonts w:cs="Georgia"/>
          <w:kern w:val="1"/>
        </w:rPr>
        <w:t>Les succès allemands eux-mêmes</w:t>
      </w:r>
      <w:r w:rsidR="000E1451">
        <w:rPr>
          <w:rFonts w:cs="Georgia"/>
          <w:kern w:val="1"/>
        </w:rPr>
        <w:t xml:space="preserve">, </w:t>
      </w:r>
      <w:r>
        <w:rPr>
          <w:rFonts w:cs="Georgia"/>
          <w:kern w:val="1"/>
        </w:rPr>
        <w:t>à part peut-être la campagne Falkenhayn en Roumanie</w:t>
      </w:r>
      <w:r w:rsidR="000E1451">
        <w:rPr>
          <w:rFonts w:cs="Georgia"/>
          <w:kern w:val="1"/>
        </w:rPr>
        <w:t xml:space="preserve">, </w:t>
      </w:r>
      <w:r>
        <w:rPr>
          <w:rFonts w:cs="Georgia"/>
          <w:kern w:val="1"/>
        </w:rPr>
        <w:t>lui paraissaient autant de réussites regrettables du point de vue de la doctrine pure</w:t>
      </w:r>
      <w:r w:rsidR="000E1451">
        <w:rPr>
          <w:rFonts w:cs="Georgia"/>
          <w:kern w:val="1"/>
        </w:rPr>
        <w:t xml:space="preserve">. </w:t>
      </w:r>
      <w:r>
        <w:rPr>
          <w:rFonts w:cs="Georgia"/>
          <w:kern w:val="1"/>
        </w:rPr>
        <w:t>Ainsi</w:t>
      </w:r>
      <w:r w:rsidR="000E1451">
        <w:rPr>
          <w:rFonts w:cs="Georgia"/>
          <w:kern w:val="1"/>
        </w:rPr>
        <w:t xml:space="preserve">, </w:t>
      </w:r>
      <w:r>
        <w:rPr>
          <w:rFonts w:cs="Georgia"/>
          <w:kern w:val="1"/>
        </w:rPr>
        <w:t>les généraux autrichiens battus par Bonaparte reprochaient à leur vainqueur d</w:t>
      </w:r>
      <w:r w:rsidR="000E1451">
        <w:rPr>
          <w:rFonts w:cs="Georgia"/>
          <w:kern w:val="1"/>
        </w:rPr>
        <w:t>’</w:t>
      </w:r>
      <w:r>
        <w:rPr>
          <w:rFonts w:cs="Georgia"/>
          <w:kern w:val="1"/>
        </w:rPr>
        <w:t>ignorer les principes élémentaires de la guerre</w:t>
      </w:r>
      <w:r w:rsidR="000E1451">
        <w:rPr>
          <w:rFonts w:cs="Georgia"/>
          <w:kern w:val="1"/>
        </w:rPr>
        <w:t xml:space="preserve">. </w:t>
      </w:r>
      <w:r>
        <w:rPr>
          <w:rFonts w:cs="Georgia"/>
          <w:kern w:val="1"/>
        </w:rPr>
        <w:t>Pour le général de Reichendorf</w:t>
      </w:r>
      <w:r w:rsidR="000E1451">
        <w:rPr>
          <w:rFonts w:cs="Georgia"/>
          <w:kern w:val="1"/>
        </w:rPr>
        <w:t xml:space="preserve">, </w:t>
      </w:r>
      <w:r>
        <w:rPr>
          <w:rFonts w:cs="Georgia"/>
          <w:kern w:val="1"/>
        </w:rPr>
        <w:t>une victoire n</w:t>
      </w:r>
      <w:r w:rsidR="000E1451">
        <w:rPr>
          <w:rFonts w:cs="Georgia"/>
          <w:kern w:val="1"/>
        </w:rPr>
        <w:t>’</w:t>
      </w:r>
      <w:r>
        <w:rPr>
          <w:rFonts w:cs="Georgia"/>
          <w:kern w:val="1"/>
        </w:rPr>
        <w:t>était une victoire que si elle était remportée selon les règles</w:t>
      </w:r>
      <w:r w:rsidR="000E1451">
        <w:rPr>
          <w:rFonts w:cs="Georgia"/>
          <w:kern w:val="1"/>
        </w:rPr>
        <w:t xml:space="preserve">, </w:t>
      </w:r>
      <w:r>
        <w:rPr>
          <w:rFonts w:cs="Georgia"/>
          <w:kern w:val="1"/>
        </w:rPr>
        <w:t>grâce au classique débordement d</w:t>
      </w:r>
      <w:r w:rsidR="000E1451">
        <w:rPr>
          <w:rFonts w:cs="Georgia"/>
          <w:kern w:val="1"/>
        </w:rPr>
        <w:t>’</w:t>
      </w:r>
      <w:r>
        <w:rPr>
          <w:rFonts w:cs="Georgia"/>
          <w:kern w:val="1"/>
        </w:rPr>
        <w:t>une des ailes de l</w:t>
      </w:r>
      <w:r w:rsidR="000E1451">
        <w:rPr>
          <w:rFonts w:cs="Georgia"/>
          <w:kern w:val="1"/>
        </w:rPr>
        <w:t>’</w:t>
      </w:r>
      <w:r>
        <w:rPr>
          <w:rFonts w:cs="Georgia"/>
          <w:kern w:val="1"/>
        </w:rPr>
        <w:t>adversaire</w:t>
      </w:r>
      <w:r w:rsidR="000E1451">
        <w:rPr>
          <w:rFonts w:cs="Georgia"/>
          <w:kern w:val="1"/>
        </w:rPr>
        <w:t xml:space="preserve">, </w:t>
      </w:r>
      <w:r>
        <w:rPr>
          <w:rFonts w:cs="Georgia"/>
          <w:kern w:val="1"/>
        </w:rPr>
        <w:t>et autant que possible à la suite d</w:t>
      </w:r>
      <w:r w:rsidR="000E1451">
        <w:rPr>
          <w:rFonts w:cs="Georgia"/>
          <w:kern w:val="1"/>
        </w:rPr>
        <w:t>’</w:t>
      </w:r>
      <w:r>
        <w:rPr>
          <w:rFonts w:cs="Georgia"/>
          <w:kern w:val="1"/>
        </w:rPr>
        <w:t>une décision obtenue par une belle et bonne charge de cavalerie</w:t>
      </w:r>
      <w:r w:rsidR="000E1451">
        <w:rPr>
          <w:rFonts w:cs="Georgia"/>
          <w:kern w:val="1"/>
        </w:rPr>
        <w:t>.</w:t>
      </w:r>
    </w:p>
    <w:p w14:paraId="2640DA9E" w14:textId="77777777" w:rsidR="000E1451" w:rsidRDefault="000E1451" w:rsidP="00BE611A">
      <w:pPr>
        <w:rPr>
          <w:rFonts w:cs="Georgia"/>
          <w:kern w:val="1"/>
        </w:rPr>
      </w:pPr>
      <w:r>
        <w:rPr>
          <w:rFonts w:cs="Georgia"/>
          <w:kern w:val="1"/>
        </w:rPr>
        <w:t>— </w:t>
      </w:r>
      <w:r w:rsidR="00BE611A">
        <w:rPr>
          <w:rFonts w:cs="Georgia"/>
          <w:kern w:val="1"/>
        </w:rPr>
        <w:t>Allons</w:t>
      </w:r>
      <w:r>
        <w:rPr>
          <w:rFonts w:cs="Georgia"/>
          <w:kern w:val="1"/>
        </w:rPr>
        <w:t xml:space="preserve">, </w:t>
      </w:r>
      <w:r w:rsidR="00BE611A">
        <w:rPr>
          <w:rFonts w:cs="Georgia"/>
          <w:kern w:val="1"/>
        </w:rPr>
        <w:t>ne parlons plus de cela</w:t>
      </w:r>
      <w:r>
        <w:rPr>
          <w:rFonts w:cs="Georgia"/>
          <w:kern w:val="1"/>
        </w:rPr>
        <w:t xml:space="preserve">, </w:t>
      </w:r>
      <w:r w:rsidR="00BE611A">
        <w:rPr>
          <w:rFonts w:cs="Georgia"/>
          <w:kern w:val="1"/>
        </w:rPr>
        <w:t>dit-il</w:t>
      </w:r>
      <w:r>
        <w:rPr>
          <w:rFonts w:cs="Georgia"/>
          <w:kern w:val="1"/>
        </w:rPr>
        <w:t xml:space="preserve">, </w:t>
      </w:r>
      <w:r w:rsidR="00BE611A">
        <w:rPr>
          <w:rFonts w:cs="Georgia"/>
          <w:kern w:val="1"/>
        </w:rPr>
        <w:t>frappant du talon</w:t>
      </w:r>
      <w:r>
        <w:rPr>
          <w:rFonts w:cs="Georgia"/>
          <w:kern w:val="1"/>
        </w:rPr>
        <w:t xml:space="preserve">, </w:t>
      </w:r>
      <w:r w:rsidR="00BE611A">
        <w:rPr>
          <w:rFonts w:cs="Georgia"/>
          <w:kern w:val="1"/>
        </w:rPr>
        <w:t>ma bile s</w:t>
      </w:r>
      <w:r>
        <w:rPr>
          <w:rFonts w:cs="Georgia"/>
          <w:kern w:val="1"/>
        </w:rPr>
        <w:t>’</w:t>
      </w:r>
      <w:r w:rsidR="00BE611A">
        <w:rPr>
          <w:rFonts w:cs="Georgia"/>
          <w:kern w:val="1"/>
        </w:rPr>
        <w:t>irrite</w:t>
      </w:r>
      <w:r>
        <w:rPr>
          <w:rFonts w:cs="Georgia"/>
          <w:kern w:val="1"/>
        </w:rPr>
        <w:t xml:space="preserve">. </w:t>
      </w:r>
      <w:r w:rsidR="00BE611A">
        <w:rPr>
          <w:rFonts w:cs="Georgia"/>
          <w:kern w:val="1"/>
        </w:rPr>
        <w:t>Revenons à la réalité</w:t>
      </w:r>
      <w:r>
        <w:rPr>
          <w:rFonts w:cs="Georgia"/>
          <w:kern w:val="1"/>
        </w:rPr>
        <w:t xml:space="preserve">. </w:t>
      </w:r>
      <w:r w:rsidR="00BE611A">
        <w:rPr>
          <w:rFonts w:cs="Georgia"/>
          <w:kern w:val="1"/>
        </w:rPr>
        <w:t>Savez-vous que vous allez être content</w:t>
      </w:r>
      <w:r>
        <w:rPr>
          <w:rFonts w:cs="Georgia"/>
          <w:kern w:val="1"/>
        </w:rPr>
        <w:t xml:space="preserve">, </w:t>
      </w:r>
      <w:r w:rsidR="00BE611A">
        <w:rPr>
          <w:rFonts w:cs="Georgia"/>
          <w:kern w:val="1"/>
        </w:rPr>
        <w:t>très content</w:t>
      </w:r>
      <w:r>
        <w:rPr>
          <w:rFonts w:cs="Georgia"/>
          <w:kern w:val="1"/>
        </w:rPr>
        <w:t> ?</w:t>
      </w:r>
    </w:p>
    <w:p w14:paraId="210F9580" w14:textId="77777777" w:rsidR="000E1451" w:rsidRDefault="000E1451" w:rsidP="00BE611A">
      <w:pPr>
        <w:rPr>
          <w:rFonts w:cs="Georgia"/>
          <w:kern w:val="1"/>
        </w:rPr>
      </w:pPr>
      <w:r>
        <w:rPr>
          <w:rFonts w:cs="Georgia"/>
          <w:kern w:val="1"/>
        </w:rPr>
        <w:t>— </w:t>
      </w:r>
      <w:r w:rsidR="00BE611A">
        <w:rPr>
          <w:rFonts w:cs="Georgia"/>
          <w:kern w:val="1"/>
        </w:rPr>
        <w:t>Moi</w:t>
      </w:r>
      <w:r>
        <w:rPr>
          <w:rFonts w:cs="Georgia"/>
          <w:kern w:val="1"/>
        </w:rPr>
        <w:t xml:space="preserve">, </w:t>
      </w:r>
      <w:r w:rsidR="00BE611A">
        <w:rPr>
          <w:rFonts w:cs="Georgia"/>
          <w:kern w:val="1"/>
        </w:rPr>
        <w:t>mon général</w:t>
      </w:r>
      <w:r>
        <w:rPr>
          <w:rFonts w:cs="Georgia"/>
          <w:kern w:val="1"/>
        </w:rPr>
        <w:t> ?</w:t>
      </w:r>
    </w:p>
    <w:p w14:paraId="6DE70885" w14:textId="77777777" w:rsidR="000E1451" w:rsidRDefault="000E1451" w:rsidP="00BE611A">
      <w:pPr>
        <w:rPr>
          <w:rFonts w:cs="Georgia"/>
          <w:kern w:val="1"/>
        </w:rPr>
      </w:pPr>
      <w:r>
        <w:rPr>
          <w:rFonts w:cs="Georgia"/>
          <w:kern w:val="1"/>
        </w:rPr>
        <w:t>— </w:t>
      </w:r>
      <w:r w:rsidR="00BE611A">
        <w:rPr>
          <w:rFonts w:cs="Georgia"/>
          <w:kern w:val="1"/>
        </w:rPr>
        <w:t>Vous-même</w:t>
      </w:r>
      <w:r>
        <w:rPr>
          <w:rFonts w:cs="Georgia"/>
          <w:kern w:val="1"/>
        </w:rPr>
        <w:t>.</w:t>
      </w:r>
    </w:p>
    <w:p w14:paraId="533EB8EC" w14:textId="77777777" w:rsidR="000E1451" w:rsidRDefault="00BE611A" w:rsidP="00BE611A">
      <w:pPr>
        <w:rPr>
          <w:rFonts w:cs="Georgia"/>
          <w:kern w:val="1"/>
        </w:rPr>
      </w:pPr>
      <w:r>
        <w:rPr>
          <w:rFonts w:cs="Georgia"/>
          <w:kern w:val="1"/>
        </w:rPr>
        <w:t>Il n</w:t>
      </w:r>
      <w:r w:rsidR="000E1451">
        <w:rPr>
          <w:rFonts w:cs="Georgia"/>
          <w:kern w:val="1"/>
        </w:rPr>
        <w:t>’</w:t>
      </w:r>
      <w:r>
        <w:rPr>
          <w:rFonts w:cs="Georgia"/>
          <w:kern w:val="1"/>
        </w:rPr>
        <w:t>avait pas encore défait sa malle</w:t>
      </w:r>
      <w:r w:rsidR="000E1451">
        <w:rPr>
          <w:rFonts w:cs="Georgia"/>
          <w:kern w:val="1"/>
        </w:rPr>
        <w:t xml:space="preserve">. </w:t>
      </w:r>
      <w:r>
        <w:rPr>
          <w:rFonts w:cs="Georgia"/>
          <w:kern w:val="1"/>
        </w:rPr>
        <w:t>Je l</w:t>
      </w:r>
      <w:r w:rsidR="000E1451">
        <w:rPr>
          <w:rFonts w:cs="Georgia"/>
          <w:kern w:val="1"/>
        </w:rPr>
        <w:t>’</w:t>
      </w:r>
      <w:r>
        <w:rPr>
          <w:rFonts w:cs="Georgia"/>
          <w:kern w:val="1"/>
        </w:rPr>
        <w:t>aidai à la déboucler</w:t>
      </w:r>
      <w:r w:rsidR="000E1451">
        <w:rPr>
          <w:rFonts w:cs="Georgia"/>
          <w:kern w:val="1"/>
        </w:rPr>
        <w:t xml:space="preserve">. </w:t>
      </w:r>
      <w:r>
        <w:rPr>
          <w:rFonts w:cs="Georgia"/>
          <w:kern w:val="1"/>
        </w:rPr>
        <w:t xml:space="preserve">Il commença par en retirer avec précaution le </w:t>
      </w:r>
      <w:r>
        <w:rPr>
          <w:rFonts w:cs="Georgia"/>
          <w:kern w:val="1"/>
        </w:rPr>
        <w:lastRenderedPageBreak/>
        <w:t>casier où se trouvait sa tenue de parade</w:t>
      </w:r>
      <w:r w:rsidR="000E1451">
        <w:rPr>
          <w:rFonts w:cs="Georgia"/>
          <w:kern w:val="1"/>
        </w:rPr>
        <w:t xml:space="preserve">, </w:t>
      </w:r>
      <w:r>
        <w:rPr>
          <w:rFonts w:cs="Georgia"/>
          <w:kern w:val="1"/>
        </w:rPr>
        <w:t>le pantalon à double bande d</w:t>
      </w:r>
      <w:r w:rsidR="000E1451">
        <w:rPr>
          <w:rFonts w:cs="Georgia"/>
          <w:kern w:val="1"/>
        </w:rPr>
        <w:t>’</w:t>
      </w:r>
      <w:r>
        <w:rPr>
          <w:rFonts w:cs="Georgia"/>
          <w:kern w:val="1"/>
        </w:rPr>
        <w:t>or</w:t>
      </w:r>
      <w:r w:rsidR="000E1451">
        <w:rPr>
          <w:rFonts w:cs="Georgia"/>
          <w:kern w:val="1"/>
        </w:rPr>
        <w:t xml:space="preserve">, </w:t>
      </w:r>
      <w:r>
        <w:rPr>
          <w:rFonts w:cs="Georgia"/>
          <w:kern w:val="1"/>
        </w:rPr>
        <w:t>la tunique sombre à col brodé</w:t>
      </w:r>
      <w:r w:rsidR="000E1451">
        <w:rPr>
          <w:rFonts w:cs="Georgia"/>
          <w:kern w:val="1"/>
        </w:rPr>
        <w:t xml:space="preserve">, </w:t>
      </w:r>
      <w:r>
        <w:rPr>
          <w:rFonts w:cs="Georgia"/>
          <w:kern w:val="1"/>
        </w:rPr>
        <w:t>les décorations</w:t>
      </w:r>
      <w:r w:rsidR="000E1451">
        <w:rPr>
          <w:rFonts w:cs="Georgia"/>
          <w:kern w:val="1"/>
        </w:rPr>
        <w:t xml:space="preserve">, </w:t>
      </w:r>
      <w:r>
        <w:rPr>
          <w:rFonts w:cs="Georgia"/>
          <w:kern w:val="1"/>
        </w:rPr>
        <w:t>la boîte de cuir renfermant le casque à pointe</w:t>
      </w:r>
      <w:r w:rsidR="000E1451">
        <w:rPr>
          <w:rFonts w:cs="Georgia"/>
          <w:kern w:val="1"/>
        </w:rPr>
        <w:t xml:space="preserve">. </w:t>
      </w:r>
      <w:r>
        <w:rPr>
          <w:rFonts w:cs="Georgia"/>
          <w:kern w:val="1"/>
        </w:rPr>
        <w:t>Ce banquet mensuel était pour le vieil enfant une occasion bénie de remettre son uniforme</w:t>
      </w:r>
      <w:r w:rsidR="000E1451">
        <w:rPr>
          <w:rFonts w:cs="Georgia"/>
          <w:kern w:val="1"/>
        </w:rPr>
        <w:t xml:space="preserve">. </w:t>
      </w:r>
      <w:r>
        <w:rPr>
          <w:rFonts w:cs="Georgia"/>
          <w:kern w:val="1"/>
        </w:rPr>
        <w:t>Le second casier enlevé</w:t>
      </w:r>
      <w:r w:rsidR="000E1451">
        <w:rPr>
          <w:rFonts w:cs="Georgia"/>
          <w:kern w:val="1"/>
        </w:rPr>
        <w:t xml:space="preserve">, </w:t>
      </w:r>
      <w:r>
        <w:rPr>
          <w:rFonts w:cs="Georgia"/>
          <w:kern w:val="1"/>
        </w:rPr>
        <w:t>le fond de la malle apparut</w:t>
      </w:r>
      <w:r w:rsidR="000E1451">
        <w:rPr>
          <w:rFonts w:cs="Georgia"/>
          <w:kern w:val="1"/>
        </w:rPr>
        <w:t xml:space="preserve">, </w:t>
      </w:r>
      <w:r>
        <w:rPr>
          <w:rFonts w:cs="Georgia"/>
          <w:kern w:val="1"/>
        </w:rPr>
        <w:t>rempli de paquets ficelés</w:t>
      </w:r>
      <w:r w:rsidR="000E1451">
        <w:rPr>
          <w:rFonts w:cs="Georgia"/>
          <w:kern w:val="1"/>
        </w:rPr>
        <w:t>.</w:t>
      </w:r>
    </w:p>
    <w:p w14:paraId="28491113" w14:textId="77777777" w:rsidR="000E1451" w:rsidRDefault="00BE611A" w:rsidP="00BE611A">
      <w:pPr>
        <w:rPr>
          <w:rFonts w:cs="Georgia"/>
          <w:kern w:val="1"/>
        </w:rPr>
      </w:pPr>
      <w:r>
        <w:rPr>
          <w:rFonts w:cs="Georgia"/>
          <w:kern w:val="1"/>
        </w:rPr>
        <w:t>Le général cligna de l</w:t>
      </w:r>
      <w:r w:rsidR="000E1451">
        <w:rPr>
          <w:rFonts w:cs="Georgia"/>
          <w:kern w:val="1"/>
        </w:rPr>
        <w:t>’</w:t>
      </w:r>
      <w:r>
        <w:rPr>
          <w:rFonts w:cs="Georgia"/>
          <w:kern w:val="1"/>
        </w:rPr>
        <w:t>œil</w:t>
      </w:r>
      <w:r w:rsidR="000E1451">
        <w:rPr>
          <w:rFonts w:cs="Georgia"/>
          <w:kern w:val="1"/>
        </w:rPr>
        <w:t xml:space="preserve">, </w:t>
      </w:r>
      <w:r>
        <w:rPr>
          <w:rFonts w:cs="Georgia"/>
          <w:kern w:val="1"/>
        </w:rPr>
        <w:t>se frotta les mains</w:t>
      </w:r>
      <w:r w:rsidR="000E1451">
        <w:rPr>
          <w:rFonts w:cs="Georgia"/>
          <w:kern w:val="1"/>
        </w:rPr>
        <w:t>.</w:t>
      </w:r>
    </w:p>
    <w:p w14:paraId="1620C97E" w14:textId="77777777" w:rsidR="000E1451" w:rsidRDefault="000E1451" w:rsidP="00BE611A">
      <w:pPr>
        <w:rPr>
          <w:rFonts w:cs="Georgia"/>
          <w:kern w:val="1"/>
        </w:rPr>
      </w:pPr>
      <w:r>
        <w:rPr>
          <w:rFonts w:cs="Georgia"/>
          <w:kern w:val="1"/>
        </w:rPr>
        <w:t>— </w:t>
      </w:r>
      <w:r w:rsidR="00BE611A">
        <w:rPr>
          <w:rFonts w:cs="Georgia"/>
          <w:kern w:val="1"/>
        </w:rPr>
        <w:t>Regardez</w:t>
      </w:r>
      <w:r>
        <w:rPr>
          <w:rFonts w:cs="Georgia"/>
          <w:kern w:val="1"/>
        </w:rPr>
        <w:t xml:space="preserve">, </w:t>
      </w:r>
      <w:r w:rsidR="00BE611A">
        <w:rPr>
          <w:rFonts w:cs="Georgia"/>
          <w:kern w:val="1"/>
        </w:rPr>
        <w:t>ordonna-t-il</w:t>
      </w:r>
      <w:r>
        <w:rPr>
          <w:rFonts w:cs="Georgia"/>
          <w:kern w:val="1"/>
        </w:rPr>
        <w:t>.</w:t>
      </w:r>
    </w:p>
    <w:p w14:paraId="02DE941C" w14:textId="77777777" w:rsidR="000E1451" w:rsidRDefault="00BE611A" w:rsidP="00BE611A">
      <w:pPr>
        <w:rPr>
          <w:rFonts w:cs="Georgia"/>
          <w:kern w:val="1"/>
        </w:rPr>
      </w:pPr>
      <w:r>
        <w:rPr>
          <w:rFonts w:cs="Georgia"/>
          <w:kern w:val="1"/>
        </w:rPr>
        <w:t>J</w:t>
      </w:r>
      <w:r w:rsidR="000E1451">
        <w:rPr>
          <w:rFonts w:cs="Georgia"/>
          <w:kern w:val="1"/>
        </w:rPr>
        <w:t>’</w:t>
      </w:r>
      <w:r>
        <w:rPr>
          <w:rFonts w:cs="Georgia"/>
          <w:kern w:val="1"/>
        </w:rPr>
        <w:t>obéis</w:t>
      </w:r>
      <w:r w:rsidR="000E1451">
        <w:rPr>
          <w:rFonts w:cs="Georgia"/>
          <w:kern w:val="1"/>
        </w:rPr>
        <w:t xml:space="preserve">. </w:t>
      </w:r>
      <w:r>
        <w:rPr>
          <w:rFonts w:cs="Georgia"/>
          <w:kern w:val="1"/>
        </w:rPr>
        <w:t>J</w:t>
      </w:r>
      <w:r w:rsidR="000E1451">
        <w:rPr>
          <w:rFonts w:cs="Georgia"/>
          <w:kern w:val="1"/>
        </w:rPr>
        <w:t>’</w:t>
      </w:r>
      <w:r>
        <w:rPr>
          <w:rFonts w:cs="Georgia"/>
          <w:kern w:val="1"/>
        </w:rPr>
        <w:t>ouvris le premier paquet que je rencontrai</w:t>
      </w:r>
      <w:r w:rsidR="000E1451">
        <w:rPr>
          <w:rFonts w:cs="Georgia"/>
          <w:kern w:val="1"/>
        </w:rPr>
        <w:t xml:space="preserve"> ; </w:t>
      </w:r>
      <w:r>
        <w:rPr>
          <w:rFonts w:cs="Georgia"/>
          <w:kern w:val="1"/>
        </w:rPr>
        <w:t>puis un autre</w:t>
      </w:r>
      <w:r w:rsidR="000E1451">
        <w:rPr>
          <w:rFonts w:cs="Georgia"/>
          <w:kern w:val="1"/>
        </w:rPr>
        <w:t xml:space="preserve">, </w:t>
      </w:r>
      <w:r>
        <w:rPr>
          <w:rFonts w:cs="Georgia"/>
          <w:kern w:val="1"/>
        </w:rPr>
        <w:t>puis un troisième</w:t>
      </w:r>
      <w:r w:rsidR="000E1451">
        <w:rPr>
          <w:rFonts w:cs="Georgia"/>
          <w:kern w:val="1"/>
        </w:rPr>
        <w:t xml:space="preserve">. </w:t>
      </w:r>
      <w:r>
        <w:rPr>
          <w:rFonts w:cs="Georgia"/>
          <w:kern w:val="1"/>
        </w:rPr>
        <w:t>Ils contenaient des soldats de plomb de toutes les armes</w:t>
      </w:r>
      <w:r w:rsidR="000E1451">
        <w:rPr>
          <w:rFonts w:cs="Georgia"/>
          <w:kern w:val="1"/>
        </w:rPr>
        <w:t xml:space="preserve">, </w:t>
      </w:r>
      <w:r>
        <w:rPr>
          <w:rFonts w:cs="Georgia"/>
          <w:kern w:val="1"/>
        </w:rPr>
        <w:t>de toutes les époques</w:t>
      </w:r>
      <w:r w:rsidR="000E1451">
        <w:rPr>
          <w:rFonts w:cs="Georgia"/>
          <w:kern w:val="1"/>
        </w:rPr>
        <w:t>.</w:t>
      </w:r>
    </w:p>
    <w:p w14:paraId="2FE4A587" w14:textId="77777777" w:rsidR="000E1451" w:rsidRDefault="000E1451" w:rsidP="00BE611A">
      <w:pPr>
        <w:rPr>
          <w:rFonts w:cs="Georgia"/>
          <w:kern w:val="1"/>
        </w:rPr>
      </w:pPr>
      <w:r>
        <w:rPr>
          <w:rFonts w:cs="Georgia"/>
          <w:kern w:val="1"/>
        </w:rPr>
        <w:t>— </w:t>
      </w:r>
      <w:r w:rsidR="00BE611A">
        <w:rPr>
          <w:rFonts w:cs="Georgia"/>
          <w:kern w:val="1"/>
        </w:rPr>
        <w:t>Vous êtes satisfait</w:t>
      </w:r>
      <w:r>
        <w:rPr>
          <w:rFonts w:cs="Georgia"/>
          <w:kern w:val="1"/>
        </w:rPr>
        <w:t xml:space="preserve">, </w:t>
      </w:r>
      <w:r w:rsidR="00BE611A">
        <w:rPr>
          <w:rFonts w:cs="Georgia"/>
          <w:kern w:val="1"/>
        </w:rPr>
        <w:t>j</w:t>
      </w:r>
      <w:r>
        <w:rPr>
          <w:rFonts w:cs="Georgia"/>
          <w:kern w:val="1"/>
        </w:rPr>
        <w:t>’</w:t>
      </w:r>
      <w:r w:rsidR="00BE611A">
        <w:rPr>
          <w:rFonts w:cs="Georgia"/>
          <w:kern w:val="1"/>
        </w:rPr>
        <w:t>espère</w:t>
      </w:r>
      <w:r>
        <w:rPr>
          <w:rFonts w:cs="Georgia"/>
          <w:kern w:val="1"/>
        </w:rPr>
        <w:t xml:space="preserve"> ? </w:t>
      </w:r>
      <w:r w:rsidR="00BE611A">
        <w:rPr>
          <w:rFonts w:cs="Georgia"/>
          <w:kern w:val="1"/>
        </w:rPr>
        <w:t>demanda le général</w:t>
      </w:r>
      <w:r>
        <w:rPr>
          <w:rFonts w:cs="Georgia"/>
          <w:kern w:val="1"/>
        </w:rPr>
        <w:t xml:space="preserve">, </w:t>
      </w:r>
      <w:r w:rsidR="00BE611A">
        <w:rPr>
          <w:rFonts w:cs="Georgia"/>
          <w:kern w:val="1"/>
        </w:rPr>
        <w:t>plus guilleret que jamais</w:t>
      </w:r>
      <w:r>
        <w:rPr>
          <w:rFonts w:cs="Georgia"/>
          <w:kern w:val="1"/>
        </w:rPr>
        <w:t>.</w:t>
      </w:r>
    </w:p>
    <w:p w14:paraId="71AEFE17" w14:textId="77777777" w:rsidR="000E1451" w:rsidRDefault="000E1451" w:rsidP="00BE611A">
      <w:pPr>
        <w:rPr>
          <w:rFonts w:cs="Georgia"/>
          <w:kern w:val="1"/>
        </w:rPr>
      </w:pPr>
      <w:r>
        <w:rPr>
          <w:rFonts w:cs="Georgia"/>
          <w:kern w:val="1"/>
        </w:rPr>
        <w:t>— </w:t>
      </w:r>
      <w:r w:rsidR="00BE611A">
        <w:rPr>
          <w:rFonts w:cs="Georgia"/>
          <w:kern w:val="1"/>
        </w:rPr>
        <w:t>Très satisfait</w:t>
      </w:r>
      <w:r>
        <w:rPr>
          <w:rFonts w:cs="Georgia"/>
          <w:kern w:val="1"/>
        </w:rPr>
        <w:t xml:space="preserve">, </w:t>
      </w:r>
      <w:r w:rsidR="00BE611A">
        <w:rPr>
          <w:rFonts w:cs="Georgia"/>
          <w:kern w:val="1"/>
        </w:rPr>
        <w:t>murmurai-je</w:t>
      </w:r>
      <w:r>
        <w:rPr>
          <w:rFonts w:cs="Georgia"/>
          <w:kern w:val="1"/>
        </w:rPr>
        <w:t>.</w:t>
      </w:r>
    </w:p>
    <w:p w14:paraId="6156A539" w14:textId="77777777" w:rsidR="000E1451" w:rsidRDefault="000E1451" w:rsidP="00BE611A">
      <w:pPr>
        <w:rPr>
          <w:rFonts w:cs="Georgia"/>
          <w:kern w:val="1"/>
        </w:rPr>
      </w:pPr>
      <w:r>
        <w:rPr>
          <w:rFonts w:cs="Georgia"/>
          <w:kern w:val="1"/>
        </w:rPr>
        <w:t>— </w:t>
      </w:r>
      <w:r w:rsidR="00BE611A">
        <w:rPr>
          <w:rFonts w:cs="Georgia"/>
          <w:kern w:val="1"/>
        </w:rPr>
        <w:t>J</w:t>
      </w:r>
      <w:r>
        <w:rPr>
          <w:rFonts w:cs="Georgia"/>
          <w:kern w:val="1"/>
        </w:rPr>
        <w:t>’</w:t>
      </w:r>
      <w:r w:rsidR="00BE611A">
        <w:rPr>
          <w:rFonts w:cs="Georgia"/>
          <w:kern w:val="1"/>
        </w:rPr>
        <w:t>en étais sûr</w:t>
      </w:r>
      <w:r>
        <w:rPr>
          <w:rFonts w:cs="Georgia"/>
          <w:kern w:val="1"/>
        </w:rPr>
        <w:t xml:space="preserve">. </w:t>
      </w:r>
      <w:r w:rsidR="00BE611A">
        <w:rPr>
          <w:rFonts w:cs="Georgia"/>
          <w:kern w:val="1"/>
        </w:rPr>
        <w:t>Voilà qui va vous distraire</w:t>
      </w:r>
      <w:r>
        <w:rPr>
          <w:rFonts w:cs="Georgia"/>
          <w:kern w:val="1"/>
        </w:rPr>
        <w:t xml:space="preserve">. </w:t>
      </w:r>
      <w:r w:rsidR="00BE611A">
        <w:rPr>
          <w:rFonts w:cs="Georgia"/>
          <w:kern w:val="1"/>
        </w:rPr>
        <w:t>Tenez</w:t>
      </w:r>
      <w:r>
        <w:rPr>
          <w:rFonts w:cs="Georgia"/>
          <w:kern w:val="1"/>
        </w:rPr>
        <w:t xml:space="preserve">, </w:t>
      </w:r>
      <w:r w:rsidR="00BE611A">
        <w:rPr>
          <w:rFonts w:cs="Georgia"/>
          <w:kern w:val="1"/>
        </w:rPr>
        <w:t>reconnaissez les cavaliers de Wallenstein</w:t>
      </w:r>
      <w:r>
        <w:rPr>
          <w:rFonts w:cs="Georgia"/>
          <w:kern w:val="1"/>
        </w:rPr>
        <w:t xml:space="preserve">, </w:t>
      </w:r>
      <w:r w:rsidR="00BE611A">
        <w:rPr>
          <w:rFonts w:cs="Georgia"/>
          <w:kern w:val="1"/>
        </w:rPr>
        <w:t>ceux de Tilly</w:t>
      </w:r>
      <w:r>
        <w:rPr>
          <w:rFonts w:cs="Georgia"/>
          <w:kern w:val="1"/>
        </w:rPr>
        <w:t xml:space="preserve">. </w:t>
      </w:r>
      <w:r w:rsidR="00BE611A">
        <w:rPr>
          <w:rFonts w:cs="Georgia"/>
          <w:kern w:val="1"/>
        </w:rPr>
        <w:t>Nous avions un peu négligé la guerre de Trente Ans</w:t>
      </w:r>
      <w:r>
        <w:rPr>
          <w:rFonts w:cs="Georgia"/>
          <w:kern w:val="1"/>
        </w:rPr>
        <w:t xml:space="preserve">, </w:t>
      </w:r>
      <w:r w:rsidR="00BE611A">
        <w:rPr>
          <w:rFonts w:cs="Georgia"/>
          <w:kern w:val="1"/>
        </w:rPr>
        <w:t>mon ami</w:t>
      </w:r>
      <w:r>
        <w:rPr>
          <w:rFonts w:cs="Georgia"/>
          <w:kern w:val="1"/>
        </w:rPr>
        <w:t xml:space="preserve">. </w:t>
      </w:r>
      <w:r w:rsidR="00BE611A">
        <w:rPr>
          <w:rFonts w:cs="Georgia"/>
          <w:kern w:val="1"/>
        </w:rPr>
        <w:t>Faute</w:t>
      </w:r>
      <w:r>
        <w:rPr>
          <w:rFonts w:cs="Georgia"/>
          <w:kern w:val="1"/>
        </w:rPr>
        <w:t xml:space="preserve">, </w:t>
      </w:r>
      <w:r w:rsidR="00BE611A">
        <w:rPr>
          <w:rFonts w:cs="Georgia"/>
          <w:kern w:val="1"/>
        </w:rPr>
        <w:t>lourde faute</w:t>
      </w:r>
      <w:r>
        <w:rPr>
          <w:rFonts w:cs="Georgia"/>
          <w:kern w:val="1"/>
        </w:rPr>
        <w:t xml:space="preserve"> ! </w:t>
      </w:r>
      <w:r w:rsidR="00BE611A">
        <w:rPr>
          <w:rFonts w:cs="Georgia"/>
          <w:kern w:val="1"/>
        </w:rPr>
        <w:t>Elle va être réparée</w:t>
      </w:r>
      <w:r>
        <w:rPr>
          <w:rFonts w:cs="Georgia"/>
          <w:kern w:val="1"/>
        </w:rPr>
        <w:t xml:space="preserve">. </w:t>
      </w:r>
      <w:r w:rsidR="00BE611A">
        <w:rPr>
          <w:rFonts w:cs="Georgia"/>
          <w:kern w:val="1"/>
        </w:rPr>
        <w:t>Voici de l</w:t>
      </w:r>
      <w:r>
        <w:rPr>
          <w:rFonts w:cs="Georgia"/>
          <w:kern w:val="1"/>
        </w:rPr>
        <w:t>’</w:t>
      </w:r>
      <w:r w:rsidR="00BE611A">
        <w:rPr>
          <w:rFonts w:cs="Georgia"/>
          <w:kern w:val="1"/>
        </w:rPr>
        <w:t>infanterie moscovite pour la vitrine de Künersdorf</w:t>
      </w:r>
      <w:r>
        <w:rPr>
          <w:rFonts w:cs="Georgia"/>
          <w:kern w:val="1"/>
        </w:rPr>
        <w:t xml:space="preserve">. </w:t>
      </w:r>
      <w:r w:rsidR="00BE611A">
        <w:rPr>
          <w:rFonts w:cs="Georgia"/>
          <w:kern w:val="1"/>
        </w:rPr>
        <w:t>Et voici un supplément de voltigeurs de chez vous</w:t>
      </w:r>
      <w:r>
        <w:rPr>
          <w:rFonts w:cs="Georgia"/>
          <w:kern w:val="1"/>
        </w:rPr>
        <w:t xml:space="preserve">. </w:t>
      </w:r>
      <w:r w:rsidR="00BE611A">
        <w:rPr>
          <w:rFonts w:cs="Georgia"/>
          <w:kern w:val="1"/>
        </w:rPr>
        <w:t>Je me suis dit qu</w:t>
      </w:r>
      <w:r>
        <w:rPr>
          <w:rFonts w:cs="Georgia"/>
          <w:kern w:val="1"/>
        </w:rPr>
        <w:t>’</w:t>
      </w:r>
      <w:r w:rsidR="00BE611A">
        <w:rPr>
          <w:rFonts w:cs="Georgia"/>
          <w:kern w:val="1"/>
        </w:rPr>
        <w:t>il y avait lieu de consacrer une vitrine de plus à la bataille de Borny</w:t>
      </w:r>
      <w:r>
        <w:rPr>
          <w:rFonts w:cs="Georgia"/>
          <w:kern w:val="1"/>
        </w:rPr>
        <w:t xml:space="preserve">. </w:t>
      </w:r>
      <w:r w:rsidR="00BE611A">
        <w:rPr>
          <w:rFonts w:cs="Georgia"/>
          <w:kern w:val="1"/>
        </w:rPr>
        <w:t>Les trois que nous possédons laissent dans le vague un moment décisif de la journée</w:t>
      </w:r>
      <w:r>
        <w:rPr>
          <w:rFonts w:cs="Georgia"/>
          <w:kern w:val="1"/>
        </w:rPr>
        <w:t xml:space="preserve">, </w:t>
      </w:r>
      <w:r w:rsidR="00BE611A">
        <w:rPr>
          <w:rFonts w:cs="Georgia"/>
          <w:kern w:val="1"/>
        </w:rPr>
        <w:t>la prise de Noisseville par la brigade du général de Memerty</w:t>
      </w:r>
      <w:r>
        <w:rPr>
          <w:rFonts w:cs="Georgia"/>
          <w:kern w:val="1"/>
        </w:rPr>
        <w:t xml:space="preserve">. </w:t>
      </w:r>
      <w:r w:rsidR="00BE611A">
        <w:rPr>
          <w:rFonts w:cs="Georgia"/>
          <w:kern w:val="1"/>
        </w:rPr>
        <w:t>J</w:t>
      </w:r>
      <w:r>
        <w:rPr>
          <w:rFonts w:cs="Georgia"/>
          <w:kern w:val="1"/>
        </w:rPr>
        <w:t>’</w:t>
      </w:r>
      <w:r w:rsidR="00BE611A">
        <w:rPr>
          <w:rFonts w:cs="Georgia"/>
          <w:kern w:val="1"/>
        </w:rPr>
        <w:t>étais là</w:t>
      </w:r>
      <w:r>
        <w:rPr>
          <w:rFonts w:cs="Georgia"/>
          <w:kern w:val="1"/>
        </w:rPr>
        <w:t xml:space="preserve">. </w:t>
      </w:r>
      <w:r w:rsidR="00BE611A">
        <w:rPr>
          <w:rFonts w:cs="Georgia"/>
          <w:kern w:val="1"/>
        </w:rPr>
        <w:t>Je venais de faire panser mon bras</w:t>
      </w:r>
      <w:r>
        <w:rPr>
          <w:rFonts w:cs="Georgia"/>
          <w:kern w:val="1"/>
        </w:rPr>
        <w:t xml:space="preserve">. </w:t>
      </w:r>
      <w:r w:rsidR="00BE611A">
        <w:rPr>
          <w:rFonts w:cs="Georgia"/>
          <w:kern w:val="1"/>
        </w:rPr>
        <w:t>Je vous jure que cette phase de l</w:t>
      </w:r>
      <w:r>
        <w:rPr>
          <w:rFonts w:cs="Georgia"/>
          <w:kern w:val="1"/>
        </w:rPr>
        <w:t>’</w:t>
      </w:r>
      <w:r w:rsidR="00BE611A">
        <w:rPr>
          <w:rFonts w:cs="Georgia"/>
          <w:kern w:val="1"/>
        </w:rPr>
        <w:t>affaire mérite bien d</w:t>
      </w:r>
      <w:r>
        <w:rPr>
          <w:rFonts w:cs="Georgia"/>
          <w:kern w:val="1"/>
        </w:rPr>
        <w:t>’</w:t>
      </w:r>
      <w:r w:rsidR="00BE611A">
        <w:rPr>
          <w:rFonts w:cs="Georgia"/>
          <w:kern w:val="1"/>
        </w:rPr>
        <w:t>être commémorée</w:t>
      </w:r>
      <w:r>
        <w:rPr>
          <w:rFonts w:cs="Georgia"/>
          <w:kern w:val="1"/>
        </w:rPr>
        <w:t xml:space="preserve">. </w:t>
      </w:r>
      <w:r w:rsidR="00BE611A">
        <w:rPr>
          <w:rFonts w:cs="Georgia"/>
          <w:kern w:val="1"/>
        </w:rPr>
        <w:t>Mais ce n</w:t>
      </w:r>
      <w:r>
        <w:rPr>
          <w:rFonts w:cs="Georgia"/>
          <w:kern w:val="1"/>
        </w:rPr>
        <w:t>’</w:t>
      </w:r>
      <w:r w:rsidR="00BE611A">
        <w:rPr>
          <w:rFonts w:cs="Georgia"/>
          <w:kern w:val="1"/>
        </w:rPr>
        <w:t>est pas tout</w:t>
      </w:r>
      <w:r>
        <w:rPr>
          <w:rFonts w:cs="Georgia"/>
          <w:kern w:val="1"/>
        </w:rPr>
        <w:t xml:space="preserve">. </w:t>
      </w:r>
      <w:r w:rsidR="00BE611A">
        <w:rPr>
          <w:rFonts w:cs="Georgia"/>
          <w:kern w:val="1"/>
        </w:rPr>
        <w:t>J</w:t>
      </w:r>
      <w:r>
        <w:rPr>
          <w:rFonts w:cs="Georgia"/>
          <w:kern w:val="1"/>
        </w:rPr>
        <w:t>’</w:t>
      </w:r>
      <w:r w:rsidR="00BE611A">
        <w:rPr>
          <w:rFonts w:cs="Georgia"/>
          <w:kern w:val="1"/>
        </w:rPr>
        <w:t>ai mieux encore</w:t>
      </w:r>
      <w:r>
        <w:rPr>
          <w:rFonts w:cs="Georgia"/>
          <w:kern w:val="1"/>
        </w:rPr>
        <w:t xml:space="preserve">. </w:t>
      </w:r>
      <w:r w:rsidR="00BE611A">
        <w:rPr>
          <w:rFonts w:cs="Georgia"/>
          <w:kern w:val="1"/>
        </w:rPr>
        <w:t>Prenez ce long paquet plat</w:t>
      </w:r>
      <w:r>
        <w:rPr>
          <w:rFonts w:cs="Georgia"/>
          <w:kern w:val="1"/>
        </w:rPr>
        <w:t xml:space="preserve">. </w:t>
      </w:r>
      <w:r w:rsidR="00BE611A">
        <w:rPr>
          <w:rFonts w:cs="Georgia"/>
          <w:kern w:val="1"/>
        </w:rPr>
        <w:t>Chut</w:t>
      </w:r>
      <w:r>
        <w:rPr>
          <w:rFonts w:cs="Georgia"/>
          <w:kern w:val="1"/>
        </w:rPr>
        <w:t xml:space="preserve">, </w:t>
      </w:r>
      <w:r w:rsidR="00BE611A">
        <w:rPr>
          <w:rFonts w:cs="Georgia"/>
          <w:kern w:val="1"/>
        </w:rPr>
        <w:t>n</w:t>
      </w:r>
      <w:r>
        <w:rPr>
          <w:rFonts w:cs="Georgia"/>
          <w:kern w:val="1"/>
        </w:rPr>
        <w:t>’</w:t>
      </w:r>
      <w:r w:rsidR="00BE611A">
        <w:rPr>
          <w:rFonts w:cs="Georgia"/>
          <w:kern w:val="1"/>
        </w:rPr>
        <w:t>ouvrez pas</w:t>
      </w:r>
      <w:r>
        <w:rPr>
          <w:rFonts w:cs="Georgia"/>
          <w:kern w:val="1"/>
        </w:rPr>
        <w:t xml:space="preserve"> ! </w:t>
      </w:r>
      <w:r w:rsidR="00BE611A">
        <w:rPr>
          <w:rFonts w:cs="Georgia"/>
          <w:kern w:val="1"/>
        </w:rPr>
        <w:t>Dites-moi d</w:t>
      </w:r>
      <w:r>
        <w:rPr>
          <w:rFonts w:cs="Georgia"/>
          <w:kern w:val="1"/>
        </w:rPr>
        <w:t>’</w:t>
      </w:r>
      <w:r w:rsidR="00BE611A">
        <w:rPr>
          <w:rFonts w:cs="Georgia"/>
          <w:kern w:val="1"/>
        </w:rPr>
        <w:t>abord si vous avez terminé la lecture du précis de la guerre de 1870 que je vous ai confié</w:t>
      </w:r>
      <w:r>
        <w:rPr>
          <w:rFonts w:cs="Georgia"/>
          <w:kern w:val="1"/>
        </w:rPr>
        <w:t> ?</w:t>
      </w:r>
    </w:p>
    <w:p w14:paraId="540D7910" w14:textId="77777777" w:rsidR="000E1451" w:rsidRDefault="000E1451" w:rsidP="00BE611A">
      <w:pPr>
        <w:rPr>
          <w:rFonts w:cs="Georgia"/>
          <w:kern w:val="1"/>
        </w:rPr>
      </w:pPr>
      <w:r>
        <w:rPr>
          <w:rFonts w:cs="Georgia"/>
          <w:kern w:val="1"/>
        </w:rPr>
        <w:lastRenderedPageBreak/>
        <w:t>— </w:t>
      </w:r>
      <w:r w:rsidR="00BE611A">
        <w:rPr>
          <w:rFonts w:cs="Georgia"/>
          <w:kern w:val="1"/>
        </w:rPr>
        <w:t>Oui</w:t>
      </w:r>
      <w:r>
        <w:rPr>
          <w:rFonts w:cs="Georgia"/>
          <w:kern w:val="1"/>
        </w:rPr>
        <w:t xml:space="preserve">, </w:t>
      </w:r>
      <w:r w:rsidR="00BE611A">
        <w:rPr>
          <w:rFonts w:cs="Georgia"/>
          <w:kern w:val="1"/>
        </w:rPr>
        <w:t>mon général</w:t>
      </w:r>
      <w:r>
        <w:rPr>
          <w:rFonts w:cs="Georgia"/>
          <w:kern w:val="1"/>
        </w:rPr>
        <w:t>.</w:t>
      </w:r>
    </w:p>
    <w:p w14:paraId="23EA303C" w14:textId="77777777" w:rsidR="000E1451" w:rsidRDefault="000E1451" w:rsidP="00BE611A">
      <w:pPr>
        <w:rPr>
          <w:rFonts w:cs="Georgia"/>
          <w:kern w:val="1"/>
        </w:rPr>
      </w:pPr>
      <w:r>
        <w:rPr>
          <w:rFonts w:cs="Georgia"/>
          <w:kern w:val="1"/>
        </w:rPr>
        <w:t>— </w:t>
      </w:r>
      <w:r w:rsidR="00BE611A">
        <w:rPr>
          <w:rFonts w:cs="Georgia"/>
          <w:kern w:val="1"/>
        </w:rPr>
        <w:t>Bon</w:t>
      </w:r>
      <w:r>
        <w:rPr>
          <w:rFonts w:cs="Georgia"/>
          <w:kern w:val="1"/>
        </w:rPr>
        <w:t xml:space="preserve">. </w:t>
      </w:r>
      <w:r w:rsidR="00BE611A">
        <w:rPr>
          <w:rFonts w:cs="Georgia"/>
          <w:kern w:val="1"/>
        </w:rPr>
        <w:t>Attendez</w:t>
      </w:r>
      <w:r>
        <w:rPr>
          <w:rFonts w:cs="Georgia"/>
          <w:kern w:val="1"/>
        </w:rPr>
        <w:t xml:space="preserve">. </w:t>
      </w:r>
      <w:r w:rsidR="00BE611A">
        <w:rPr>
          <w:rFonts w:cs="Georgia"/>
          <w:kern w:val="1"/>
        </w:rPr>
        <w:t>Quelques questions</w:t>
      </w:r>
      <w:r>
        <w:rPr>
          <w:rFonts w:cs="Georgia"/>
          <w:kern w:val="1"/>
        </w:rPr>
        <w:t xml:space="preserve">, </w:t>
      </w:r>
      <w:r w:rsidR="00BE611A">
        <w:rPr>
          <w:rFonts w:cs="Georgia"/>
          <w:kern w:val="1"/>
        </w:rPr>
        <w:t>au hasard</w:t>
      </w:r>
      <w:r>
        <w:rPr>
          <w:rFonts w:cs="Georgia"/>
          <w:kern w:val="1"/>
        </w:rPr>
        <w:t xml:space="preserve">, </w:t>
      </w:r>
      <w:r w:rsidR="00BE611A">
        <w:rPr>
          <w:rFonts w:cs="Georgia"/>
          <w:kern w:val="1"/>
        </w:rPr>
        <w:t>pour voir si vous vous êtes assimilé convenablement ces nouvelles notions</w:t>
      </w:r>
      <w:r>
        <w:rPr>
          <w:rFonts w:cs="Georgia"/>
          <w:kern w:val="1"/>
        </w:rPr>
        <w:t xml:space="preserve">. </w:t>
      </w:r>
      <w:r w:rsidR="00BE611A">
        <w:rPr>
          <w:rFonts w:cs="Georgia"/>
          <w:kern w:val="1"/>
        </w:rPr>
        <w:t>Quel est le corps d</w:t>
      </w:r>
      <w:r>
        <w:rPr>
          <w:rFonts w:cs="Georgia"/>
          <w:kern w:val="1"/>
        </w:rPr>
        <w:t>’</w:t>
      </w:r>
      <w:r w:rsidR="00BE611A">
        <w:rPr>
          <w:rFonts w:cs="Georgia"/>
          <w:kern w:val="1"/>
        </w:rPr>
        <w:t>armée qui a joué le rôle le plus important</w:t>
      </w:r>
      <w:r>
        <w:rPr>
          <w:rFonts w:cs="Georgia"/>
          <w:kern w:val="1"/>
        </w:rPr>
        <w:t xml:space="preserve">, </w:t>
      </w:r>
      <w:r w:rsidR="00BE611A">
        <w:rPr>
          <w:rFonts w:cs="Georgia"/>
          <w:kern w:val="1"/>
        </w:rPr>
        <w:t>à Borny</w:t>
      </w:r>
      <w:r>
        <w:rPr>
          <w:rFonts w:cs="Georgia"/>
          <w:kern w:val="1"/>
        </w:rPr>
        <w:t> ?</w:t>
      </w:r>
    </w:p>
    <w:p w14:paraId="6A4923F8" w14:textId="77777777" w:rsidR="000E1451" w:rsidRDefault="000E1451" w:rsidP="00BE611A">
      <w:pPr>
        <w:rPr>
          <w:rFonts w:cs="Georgia"/>
          <w:kern w:val="1"/>
        </w:rPr>
      </w:pPr>
      <w:r>
        <w:rPr>
          <w:rFonts w:cs="Georgia"/>
          <w:kern w:val="1"/>
        </w:rPr>
        <w:t>— </w:t>
      </w:r>
      <w:r w:rsidR="00BE611A">
        <w:rPr>
          <w:rFonts w:cs="Georgia"/>
          <w:kern w:val="1"/>
        </w:rPr>
        <w:t xml:space="preserve">Le </w:t>
      </w:r>
      <w:r>
        <w:rPr>
          <w:rFonts w:cs="Georgia"/>
          <w:kern w:val="1"/>
        </w:rPr>
        <w:t>1</w:t>
      </w:r>
      <w:r w:rsidRPr="000E1451">
        <w:rPr>
          <w:rFonts w:cs="Georgia"/>
          <w:kern w:val="1"/>
          <w:vertAlign w:val="superscript"/>
        </w:rPr>
        <w:t>er</w:t>
      </w:r>
      <w:r>
        <w:rPr>
          <w:rFonts w:cs="Georgia"/>
          <w:kern w:val="1"/>
        </w:rPr>
        <w:t xml:space="preserve"> </w:t>
      </w:r>
      <w:r w:rsidR="00BE611A">
        <w:rPr>
          <w:rFonts w:cs="Georgia"/>
          <w:kern w:val="1"/>
        </w:rPr>
        <w:t>Corps prussien</w:t>
      </w:r>
      <w:r>
        <w:rPr>
          <w:rFonts w:cs="Georgia"/>
          <w:kern w:val="1"/>
        </w:rPr>
        <w:t>.</w:t>
      </w:r>
    </w:p>
    <w:p w14:paraId="12F5C773" w14:textId="77777777" w:rsidR="000E1451" w:rsidRDefault="000E1451" w:rsidP="00BE611A">
      <w:pPr>
        <w:rPr>
          <w:rFonts w:cs="Georgia"/>
          <w:kern w:val="1"/>
        </w:rPr>
      </w:pPr>
      <w:r>
        <w:rPr>
          <w:rFonts w:cs="Georgia"/>
          <w:kern w:val="1"/>
        </w:rPr>
        <w:t>— </w:t>
      </w:r>
      <w:r w:rsidR="00BE611A">
        <w:rPr>
          <w:rFonts w:cs="Georgia"/>
          <w:kern w:val="1"/>
        </w:rPr>
        <w:t>Bien</w:t>
      </w:r>
      <w:r>
        <w:rPr>
          <w:rFonts w:cs="Georgia"/>
          <w:kern w:val="1"/>
        </w:rPr>
        <w:t xml:space="preserve">. </w:t>
      </w:r>
      <w:r w:rsidR="00BE611A">
        <w:rPr>
          <w:rFonts w:cs="Georgia"/>
          <w:kern w:val="1"/>
        </w:rPr>
        <w:t>Quelles troupes ce corps d</w:t>
      </w:r>
      <w:r>
        <w:rPr>
          <w:rFonts w:cs="Georgia"/>
          <w:kern w:val="1"/>
        </w:rPr>
        <w:t>’</w:t>
      </w:r>
      <w:r w:rsidR="00BE611A">
        <w:rPr>
          <w:rFonts w:cs="Georgia"/>
          <w:kern w:val="1"/>
        </w:rPr>
        <w:t>armée avait-il devant lui</w:t>
      </w:r>
      <w:r>
        <w:rPr>
          <w:rFonts w:cs="Georgia"/>
          <w:kern w:val="1"/>
        </w:rPr>
        <w:t> ?</w:t>
      </w:r>
    </w:p>
    <w:p w14:paraId="79F13EE5" w14:textId="77777777" w:rsidR="000E1451" w:rsidRDefault="000E1451" w:rsidP="00BE611A">
      <w:pPr>
        <w:rPr>
          <w:rFonts w:cs="Georgia"/>
          <w:kern w:val="1"/>
        </w:rPr>
      </w:pPr>
      <w:r>
        <w:rPr>
          <w:rFonts w:cs="Georgia"/>
          <w:kern w:val="1"/>
        </w:rPr>
        <w:t>— </w:t>
      </w:r>
      <w:r w:rsidR="00BE611A">
        <w:rPr>
          <w:rFonts w:cs="Georgia"/>
          <w:kern w:val="1"/>
        </w:rPr>
        <w:t xml:space="preserve">Tous les effectifs du </w:t>
      </w:r>
      <w:r>
        <w:rPr>
          <w:rFonts w:cs="Georgia"/>
          <w:kern w:val="1"/>
        </w:rPr>
        <w:t>4</w:t>
      </w:r>
      <w:r w:rsidRPr="000E1451">
        <w:rPr>
          <w:rFonts w:cs="Georgia"/>
          <w:kern w:val="1"/>
          <w:vertAlign w:val="superscript"/>
        </w:rPr>
        <w:t>e</w:t>
      </w:r>
      <w:r>
        <w:rPr>
          <w:rFonts w:cs="Georgia"/>
          <w:kern w:val="1"/>
        </w:rPr>
        <w:t xml:space="preserve"> </w:t>
      </w:r>
      <w:r w:rsidR="00BE611A">
        <w:rPr>
          <w:rFonts w:cs="Georgia"/>
          <w:kern w:val="1"/>
        </w:rPr>
        <w:t>corps français</w:t>
      </w:r>
      <w:r>
        <w:rPr>
          <w:rFonts w:cs="Georgia"/>
          <w:kern w:val="1"/>
        </w:rPr>
        <w:t xml:space="preserve"> ; </w:t>
      </w:r>
      <w:r w:rsidR="00BE611A">
        <w:rPr>
          <w:rFonts w:cs="Georgia"/>
          <w:kern w:val="1"/>
        </w:rPr>
        <w:t>divisions Greniez</w:t>
      </w:r>
      <w:r>
        <w:rPr>
          <w:rFonts w:cs="Georgia"/>
          <w:kern w:val="1"/>
        </w:rPr>
        <w:t xml:space="preserve">, </w:t>
      </w:r>
      <w:r w:rsidR="00BE611A">
        <w:rPr>
          <w:rFonts w:cs="Georgia"/>
          <w:kern w:val="1"/>
        </w:rPr>
        <w:t>Lorencez</w:t>
      </w:r>
      <w:r>
        <w:rPr>
          <w:rFonts w:cs="Georgia"/>
          <w:kern w:val="1"/>
        </w:rPr>
        <w:t xml:space="preserve">, </w:t>
      </w:r>
      <w:r w:rsidR="00BE611A">
        <w:rPr>
          <w:rFonts w:cs="Georgia"/>
          <w:kern w:val="1"/>
        </w:rPr>
        <w:t>de Cissey</w:t>
      </w:r>
      <w:r>
        <w:rPr>
          <w:rFonts w:cs="Georgia"/>
          <w:kern w:val="1"/>
        </w:rPr>
        <w:t>.</w:t>
      </w:r>
    </w:p>
    <w:p w14:paraId="3706D945" w14:textId="77777777" w:rsidR="000E1451" w:rsidRDefault="000E1451" w:rsidP="00BE611A">
      <w:pPr>
        <w:rPr>
          <w:rFonts w:cs="Georgia"/>
          <w:kern w:val="1"/>
        </w:rPr>
      </w:pPr>
      <w:r>
        <w:rPr>
          <w:rFonts w:cs="Georgia"/>
          <w:kern w:val="1"/>
        </w:rPr>
        <w:t>— </w:t>
      </w:r>
      <w:r w:rsidR="00BE611A">
        <w:rPr>
          <w:rFonts w:cs="Georgia"/>
          <w:kern w:val="1"/>
        </w:rPr>
        <w:t>À merveille</w:t>
      </w:r>
      <w:r>
        <w:rPr>
          <w:rFonts w:cs="Georgia"/>
          <w:kern w:val="1"/>
        </w:rPr>
        <w:t xml:space="preserve">. </w:t>
      </w:r>
      <w:r w:rsidR="00BE611A">
        <w:rPr>
          <w:rFonts w:cs="Georgia"/>
          <w:kern w:val="1"/>
        </w:rPr>
        <w:t xml:space="preserve">En raison de quoi le général commandant le </w:t>
      </w:r>
      <w:r>
        <w:rPr>
          <w:rFonts w:cs="Georgia"/>
          <w:kern w:val="1"/>
        </w:rPr>
        <w:t>1</w:t>
      </w:r>
      <w:r w:rsidRPr="000E1451">
        <w:rPr>
          <w:rFonts w:cs="Georgia"/>
          <w:kern w:val="1"/>
          <w:vertAlign w:val="superscript"/>
        </w:rPr>
        <w:t>er</w:t>
      </w:r>
      <w:r>
        <w:rPr>
          <w:rFonts w:cs="Georgia"/>
          <w:kern w:val="1"/>
        </w:rPr>
        <w:t xml:space="preserve"> </w:t>
      </w:r>
      <w:r w:rsidR="00BE611A">
        <w:rPr>
          <w:rFonts w:cs="Georgia"/>
          <w:kern w:val="1"/>
        </w:rPr>
        <w:t>corps prussien décida-t-il d</w:t>
      </w:r>
      <w:r>
        <w:rPr>
          <w:rFonts w:cs="Georgia"/>
          <w:kern w:val="1"/>
        </w:rPr>
        <w:t>’</w:t>
      </w:r>
      <w:r w:rsidR="00BE611A">
        <w:rPr>
          <w:rFonts w:cs="Georgia"/>
          <w:kern w:val="1"/>
        </w:rPr>
        <w:t>engager une action dont devaient dépendre les destinées de toute la campagne</w:t>
      </w:r>
      <w:r>
        <w:rPr>
          <w:rFonts w:cs="Georgia"/>
          <w:kern w:val="1"/>
        </w:rPr>
        <w:t> ?</w:t>
      </w:r>
    </w:p>
    <w:p w14:paraId="1CC9EC22" w14:textId="77777777" w:rsidR="000E1451" w:rsidRDefault="000E1451" w:rsidP="00BE611A">
      <w:pPr>
        <w:rPr>
          <w:rFonts w:cs="Georgia"/>
          <w:kern w:val="1"/>
        </w:rPr>
      </w:pPr>
      <w:r>
        <w:rPr>
          <w:rFonts w:cs="Georgia"/>
          <w:kern w:val="1"/>
        </w:rPr>
        <w:t>— </w:t>
      </w:r>
      <w:r w:rsidR="00BE611A">
        <w:rPr>
          <w:rFonts w:cs="Georgia"/>
          <w:kern w:val="1"/>
        </w:rPr>
        <w:t>En raison de renseignements recueillis le matin</w:t>
      </w:r>
      <w:r>
        <w:rPr>
          <w:rFonts w:cs="Georgia"/>
          <w:kern w:val="1"/>
        </w:rPr>
        <w:t xml:space="preserve">, </w:t>
      </w:r>
      <w:r w:rsidR="00BE611A">
        <w:rPr>
          <w:rFonts w:cs="Georgia"/>
          <w:kern w:val="1"/>
        </w:rPr>
        <w:t>dans des conditions particulièrement périlleuses</w:t>
      </w:r>
      <w:r>
        <w:rPr>
          <w:rFonts w:cs="Georgia"/>
          <w:kern w:val="1"/>
        </w:rPr>
        <w:t xml:space="preserve">, </w:t>
      </w:r>
      <w:r w:rsidR="00BE611A">
        <w:rPr>
          <w:rFonts w:cs="Georgia"/>
          <w:kern w:val="1"/>
        </w:rPr>
        <w:t xml:space="preserve">par une reconnaissance que dirigeait un officier du </w:t>
      </w:r>
      <w:r>
        <w:rPr>
          <w:rFonts w:cs="Georgia"/>
          <w:kern w:val="1"/>
        </w:rPr>
        <w:t>3</w:t>
      </w:r>
      <w:r w:rsidRPr="000E1451">
        <w:rPr>
          <w:rFonts w:cs="Georgia"/>
          <w:kern w:val="1"/>
          <w:vertAlign w:val="superscript"/>
        </w:rPr>
        <w:t>e</w:t>
      </w:r>
      <w:r>
        <w:rPr>
          <w:rFonts w:cs="Georgia"/>
          <w:kern w:val="1"/>
        </w:rPr>
        <w:t xml:space="preserve"> </w:t>
      </w:r>
      <w:r w:rsidR="00BE611A">
        <w:rPr>
          <w:rFonts w:cs="Georgia"/>
          <w:kern w:val="1"/>
        </w:rPr>
        <w:t>régiment de cuirassiers de Kœnigsberg</w:t>
      </w:r>
      <w:r>
        <w:rPr>
          <w:rFonts w:cs="Georgia"/>
          <w:kern w:val="1"/>
        </w:rPr>
        <w:t>.</w:t>
      </w:r>
    </w:p>
    <w:p w14:paraId="09749372" w14:textId="77777777" w:rsidR="000E1451" w:rsidRDefault="00BE611A" w:rsidP="00BE611A">
      <w:pPr>
        <w:rPr>
          <w:rFonts w:cs="Georgia"/>
          <w:kern w:val="1"/>
        </w:rPr>
      </w:pPr>
      <w:r>
        <w:rPr>
          <w:rFonts w:cs="Georgia"/>
          <w:kern w:val="1"/>
        </w:rPr>
        <w:t>Le vieillard me remercia d</w:t>
      </w:r>
      <w:r w:rsidR="000E1451">
        <w:rPr>
          <w:rFonts w:cs="Georgia"/>
          <w:kern w:val="1"/>
        </w:rPr>
        <w:t>’</w:t>
      </w:r>
      <w:r>
        <w:rPr>
          <w:rFonts w:cs="Georgia"/>
          <w:kern w:val="1"/>
        </w:rPr>
        <w:t>un regard plein de ravissement</w:t>
      </w:r>
      <w:r w:rsidR="000E1451">
        <w:rPr>
          <w:rFonts w:cs="Georgia"/>
          <w:kern w:val="1"/>
        </w:rPr>
        <w:t xml:space="preserve">. </w:t>
      </w:r>
      <w:r>
        <w:rPr>
          <w:rFonts w:cs="Georgia"/>
          <w:kern w:val="1"/>
        </w:rPr>
        <w:t>Il eut sans doute besoin de faire appel à toute sa modestie pour ne pas me demander si je connaissais aussi le nom de cet officier-là</w:t>
      </w:r>
      <w:r w:rsidR="000E1451">
        <w:rPr>
          <w:rFonts w:cs="Georgia"/>
          <w:kern w:val="1"/>
        </w:rPr>
        <w:t>.</w:t>
      </w:r>
    </w:p>
    <w:p w14:paraId="58492DA4" w14:textId="77777777" w:rsidR="000E1451" w:rsidRDefault="000E1451" w:rsidP="00BE611A">
      <w:pPr>
        <w:rPr>
          <w:rFonts w:cs="Georgia"/>
          <w:kern w:val="1"/>
        </w:rPr>
      </w:pPr>
      <w:r>
        <w:rPr>
          <w:rFonts w:cs="Georgia"/>
          <w:kern w:val="1"/>
        </w:rPr>
        <w:t>— </w:t>
      </w:r>
      <w:r w:rsidR="00BE611A">
        <w:rPr>
          <w:rFonts w:cs="Georgia"/>
          <w:kern w:val="1"/>
        </w:rPr>
        <w:t>Je n</w:t>
      </w:r>
      <w:r>
        <w:rPr>
          <w:rFonts w:cs="Georgia"/>
          <w:kern w:val="1"/>
        </w:rPr>
        <w:t>’</w:t>
      </w:r>
      <w:r w:rsidR="00BE611A">
        <w:rPr>
          <w:rFonts w:cs="Georgia"/>
          <w:kern w:val="1"/>
        </w:rPr>
        <w:t>ai plus qu</w:t>
      </w:r>
      <w:r>
        <w:rPr>
          <w:rFonts w:cs="Georgia"/>
          <w:kern w:val="1"/>
        </w:rPr>
        <w:t>’</w:t>
      </w:r>
      <w:r w:rsidR="00BE611A">
        <w:rPr>
          <w:rFonts w:cs="Georgia"/>
          <w:kern w:val="1"/>
        </w:rPr>
        <w:t>à m</w:t>
      </w:r>
      <w:r>
        <w:rPr>
          <w:rFonts w:cs="Georgia"/>
          <w:kern w:val="1"/>
        </w:rPr>
        <w:t>’</w:t>
      </w:r>
      <w:r w:rsidR="00BE611A">
        <w:rPr>
          <w:rFonts w:cs="Georgia"/>
          <w:kern w:val="1"/>
        </w:rPr>
        <w:t>incliner</w:t>
      </w:r>
      <w:r>
        <w:rPr>
          <w:rFonts w:cs="Georgia"/>
          <w:kern w:val="1"/>
        </w:rPr>
        <w:t xml:space="preserve">, </w:t>
      </w:r>
      <w:r w:rsidR="00BE611A">
        <w:rPr>
          <w:rFonts w:cs="Georgia"/>
          <w:kern w:val="1"/>
        </w:rPr>
        <w:t>dit-il solennellement</w:t>
      </w:r>
      <w:r>
        <w:rPr>
          <w:rFonts w:cs="Georgia"/>
          <w:kern w:val="1"/>
        </w:rPr>
        <w:t xml:space="preserve">. </w:t>
      </w:r>
      <w:r w:rsidR="00BE611A">
        <w:rPr>
          <w:rFonts w:cs="Georgia"/>
          <w:kern w:val="1"/>
        </w:rPr>
        <w:t>Veuillez ouvrir ce paquet</w:t>
      </w:r>
      <w:r>
        <w:rPr>
          <w:rFonts w:cs="Georgia"/>
          <w:kern w:val="1"/>
        </w:rPr>
        <w:t>.</w:t>
      </w:r>
    </w:p>
    <w:p w14:paraId="0A68D362" w14:textId="77777777" w:rsidR="000E1451" w:rsidRDefault="00BE611A" w:rsidP="00BE611A">
      <w:pPr>
        <w:rPr>
          <w:rFonts w:cs="Georgia"/>
          <w:kern w:val="1"/>
        </w:rPr>
      </w:pPr>
      <w:r>
        <w:rPr>
          <w:rFonts w:cs="Georgia"/>
          <w:kern w:val="1"/>
        </w:rPr>
        <w:t>Un peu étonné</w:t>
      </w:r>
      <w:r w:rsidR="000E1451">
        <w:rPr>
          <w:rFonts w:cs="Georgia"/>
          <w:kern w:val="1"/>
        </w:rPr>
        <w:t xml:space="preserve">, </w:t>
      </w:r>
      <w:r>
        <w:rPr>
          <w:rFonts w:cs="Georgia"/>
          <w:kern w:val="1"/>
        </w:rPr>
        <w:t>je me mis à dénouer les ficelles du paquet en question</w:t>
      </w:r>
      <w:r w:rsidR="000E1451">
        <w:rPr>
          <w:rFonts w:cs="Georgia"/>
          <w:kern w:val="1"/>
        </w:rPr>
        <w:t xml:space="preserve">. </w:t>
      </w:r>
      <w:r>
        <w:rPr>
          <w:rFonts w:cs="Georgia"/>
          <w:kern w:val="1"/>
        </w:rPr>
        <w:t>Il contenait plusieurs séries de cartes militaires du bassin de la Moselle</w:t>
      </w:r>
      <w:r w:rsidR="000E1451">
        <w:rPr>
          <w:rFonts w:cs="Georgia"/>
          <w:kern w:val="1"/>
        </w:rPr>
        <w:t xml:space="preserve">. </w:t>
      </w:r>
      <w:r>
        <w:rPr>
          <w:rFonts w:cs="Georgia"/>
          <w:kern w:val="1"/>
        </w:rPr>
        <w:t xml:space="preserve">Leurs échelles variaient </w:t>
      </w:r>
      <w:r>
        <w:rPr>
          <w:rFonts w:cs="Georgia"/>
          <w:kern w:val="1"/>
        </w:rPr>
        <w:lastRenderedPageBreak/>
        <w:t>du 500</w:t>
      </w:r>
      <w:r w:rsidR="000E1451">
        <w:rPr>
          <w:rFonts w:cs="Georgia"/>
          <w:kern w:val="1"/>
        </w:rPr>
        <w:t xml:space="preserve"> </w:t>
      </w:r>
      <w:r>
        <w:rPr>
          <w:rFonts w:cs="Georgia"/>
          <w:kern w:val="1"/>
        </w:rPr>
        <w:t>millième au 10</w:t>
      </w:r>
      <w:r w:rsidR="000E1451">
        <w:rPr>
          <w:rFonts w:cs="Georgia"/>
          <w:kern w:val="1"/>
        </w:rPr>
        <w:t xml:space="preserve"> </w:t>
      </w:r>
      <w:r>
        <w:rPr>
          <w:rFonts w:cs="Georgia"/>
          <w:kern w:val="1"/>
        </w:rPr>
        <w:t>millième</w:t>
      </w:r>
      <w:r w:rsidR="000E1451">
        <w:rPr>
          <w:rFonts w:cs="Georgia"/>
          <w:kern w:val="1"/>
        </w:rPr>
        <w:t xml:space="preserve">. </w:t>
      </w:r>
      <w:r>
        <w:rPr>
          <w:rFonts w:cs="Georgia"/>
          <w:kern w:val="1"/>
        </w:rPr>
        <w:t>Elles étaient toutes en double exemplaire</w:t>
      </w:r>
      <w:r w:rsidR="000E1451">
        <w:rPr>
          <w:rFonts w:cs="Georgia"/>
          <w:kern w:val="1"/>
        </w:rPr>
        <w:t>.</w:t>
      </w:r>
    </w:p>
    <w:p w14:paraId="7282122B" w14:textId="77777777" w:rsidR="000E1451" w:rsidRDefault="000E1451" w:rsidP="00BE611A">
      <w:pPr>
        <w:rPr>
          <w:rFonts w:cs="Georgia"/>
          <w:kern w:val="1"/>
        </w:rPr>
      </w:pPr>
      <w:r>
        <w:rPr>
          <w:rFonts w:cs="Georgia"/>
          <w:kern w:val="1"/>
        </w:rPr>
        <w:t>— </w:t>
      </w:r>
      <w:r w:rsidR="00BE611A">
        <w:rPr>
          <w:rFonts w:cs="Georgia"/>
          <w:kern w:val="1"/>
        </w:rPr>
        <w:t>Et veuillez regarder ceci</w:t>
      </w:r>
      <w:r>
        <w:rPr>
          <w:rFonts w:cs="Georgia"/>
          <w:kern w:val="1"/>
        </w:rPr>
        <w:t>.</w:t>
      </w:r>
    </w:p>
    <w:p w14:paraId="02FFE4F9" w14:textId="77777777" w:rsidR="000E1451" w:rsidRDefault="00BE611A" w:rsidP="00BE611A">
      <w:pPr>
        <w:rPr>
          <w:rFonts w:cs="Georgia"/>
          <w:kern w:val="1"/>
        </w:rPr>
      </w:pPr>
      <w:r>
        <w:rPr>
          <w:rFonts w:cs="Georgia"/>
          <w:kern w:val="1"/>
        </w:rPr>
        <w:t>Il me montrait une boîte d</w:t>
      </w:r>
      <w:r w:rsidR="000E1451">
        <w:rPr>
          <w:rFonts w:cs="Georgia"/>
          <w:kern w:val="1"/>
        </w:rPr>
        <w:t>’</w:t>
      </w:r>
      <w:r>
        <w:rPr>
          <w:rFonts w:cs="Georgia"/>
          <w:kern w:val="1"/>
        </w:rPr>
        <w:t>épingles aux têtes de verre multicolores</w:t>
      </w:r>
      <w:r w:rsidR="000E1451">
        <w:rPr>
          <w:rFonts w:cs="Georgia"/>
          <w:kern w:val="1"/>
        </w:rPr>
        <w:t>.</w:t>
      </w:r>
    </w:p>
    <w:p w14:paraId="2DFFE6EB" w14:textId="77777777" w:rsidR="000E1451" w:rsidRDefault="000E1451" w:rsidP="00BE611A">
      <w:pPr>
        <w:rPr>
          <w:rFonts w:cs="Georgia"/>
          <w:kern w:val="1"/>
        </w:rPr>
      </w:pPr>
      <w:r>
        <w:rPr>
          <w:rFonts w:cs="Georgia"/>
          <w:kern w:val="1"/>
        </w:rPr>
        <w:t>— </w:t>
      </w:r>
      <w:r w:rsidR="00BE611A">
        <w:rPr>
          <w:rFonts w:cs="Georgia"/>
          <w:kern w:val="1"/>
        </w:rPr>
        <w:t>Êtes-vous satisfait</w:t>
      </w:r>
      <w:r>
        <w:rPr>
          <w:rFonts w:cs="Georgia"/>
          <w:kern w:val="1"/>
        </w:rPr>
        <w:t> ?</w:t>
      </w:r>
    </w:p>
    <w:p w14:paraId="4D4AA3A2" w14:textId="77777777" w:rsidR="000E1451" w:rsidRDefault="000E1451" w:rsidP="00BE611A">
      <w:pPr>
        <w:rPr>
          <w:rFonts w:cs="Georgia"/>
          <w:kern w:val="1"/>
        </w:rPr>
      </w:pPr>
      <w:r>
        <w:rPr>
          <w:rFonts w:cs="Georgia"/>
          <w:kern w:val="1"/>
        </w:rPr>
        <w:t>— </w:t>
      </w:r>
      <w:r w:rsidR="00BE611A">
        <w:rPr>
          <w:rFonts w:cs="Georgia"/>
          <w:kern w:val="1"/>
        </w:rPr>
        <w:t>On ne peut plus satisfait</w:t>
      </w:r>
      <w:r>
        <w:rPr>
          <w:rFonts w:cs="Georgia"/>
          <w:kern w:val="1"/>
        </w:rPr>
        <w:t xml:space="preserve">, </w:t>
      </w:r>
      <w:r w:rsidR="00BE611A">
        <w:rPr>
          <w:rFonts w:cs="Georgia"/>
          <w:kern w:val="1"/>
        </w:rPr>
        <w:t>mon général</w:t>
      </w:r>
      <w:r>
        <w:rPr>
          <w:rFonts w:cs="Georgia"/>
          <w:kern w:val="1"/>
        </w:rPr>
        <w:t>.</w:t>
      </w:r>
    </w:p>
    <w:p w14:paraId="43745BA9" w14:textId="77777777" w:rsidR="000E1451" w:rsidRDefault="00BE611A" w:rsidP="00BE611A">
      <w:pPr>
        <w:rPr>
          <w:rFonts w:cs="Georgia"/>
          <w:kern w:val="1"/>
        </w:rPr>
      </w:pPr>
      <w:r>
        <w:rPr>
          <w:rFonts w:cs="Georgia"/>
          <w:kern w:val="1"/>
        </w:rPr>
        <w:t>La surprise avait ralenti le mécanisme normal de mes pensées</w:t>
      </w:r>
      <w:r w:rsidR="000E1451">
        <w:rPr>
          <w:rFonts w:cs="Georgia"/>
          <w:kern w:val="1"/>
        </w:rPr>
        <w:t xml:space="preserve">, </w:t>
      </w:r>
      <w:r>
        <w:rPr>
          <w:rFonts w:cs="Georgia"/>
          <w:kern w:val="1"/>
        </w:rPr>
        <w:t>si bien que je ne compris pas immédiatement que je venais d</w:t>
      </w:r>
      <w:r w:rsidR="000E1451">
        <w:rPr>
          <w:rFonts w:cs="Georgia"/>
          <w:kern w:val="1"/>
        </w:rPr>
        <w:t>’</w:t>
      </w:r>
      <w:r>
        <w:rPr>
          <w:rFonts w:cs="Georgia"/>
          <w:kern w:val="1"/>
        </w:rPr>
        <w:t xml:space="preserve">être promu à la dignité de partenaire de son Excellence au très noble jeu du </w:t>
      </w:r>
      <w:r>
        <w:rPr>
          <w:rFonts w:cs="Georgia"/>
          <w:bCs/>
          <w:i/>
          <w:iCs/>
          <w:kern w:val="1"/>
        </w:rPr>
        <w:t>Kriegspiel</w:t>
      </w:r>
      <w:r w:rsidR="000E1451">
        <w:t xml:space="preserve">. </w:t>
      </w:r>
      <w:r>
        <w:rPr>
          <w:rFonts w:cs="Georgia"/>
          <w:kern w:val="1"/>
        </w:rPr>
        <w:t>Il y avait trop de mois que le général souffrait de ne pouvoir se livrer à son passe-temps favori</w:t>
      </w:r>
      <w:r w:rsidR="000E1451">
        <w:rPr>
          <w:rFonts w:cs="Georgia"/>
          <w:kern w:val="1"/>
        </w:rPr>
        <w:t xml:space="preserve">. </w:t>
      </w:r>
      <w:r>
        <w:rPr>
          <w:rFonts w:cs="Georgia"/>
          <w:kern w:val="1"/>
        </w:rPr>
        <w:t>Le capitaine Elbing</w:t>
      </w:r>
      <w:r w:rsidR="000E1451">
        <w:rPr>
          <w:rFonts w:cs="Georgia"/>
          <w:kern w:val="1"/>
        </w:rPr>
        <w:t xml:space="preserve">, </w:t>
      </w:r>
      <w:r>
        <w:rPr>
          <w:rFonts w:cs="Georgia"/>
          <w:kern w:val="1"/>
        </w:rPr>
        <w:t>austère et morose</w:t>
      </w:r>
      <w:r w:rsidR="000E1451">
        <w:rPr>
          <w:rFonts w:cs="Georgia"/>
          <w:kern w:val="1"/>
        </w:rPr>
        <w:t xml:space="preserve">, </w:t>
      </w:r>
      <w:r>
        <w:rPr>
          <w:rFonts w:cs="Georgia"/>
          <w:kern w:val="1"/>
        </w:rPr>
        <w:t>avait toujours excipé de ses occupations pour se récuser</w:t>
      </w:r>
      <w:r w:rsidR="000E1451">
        <w:rPr>
          <w:rFonts w:cs="Georgia"/>
          <w:kern w:val="1"/>
        </w:rPr>
        <w:t xml:space="preserve">. </w:t>
      </w:r>
      <w:r>
        <w:rPr>
          <w:rFonts w:cs="Georgia"/>
          <w:kern w:val="1"/>
        </w:rPr>
        <w:t>Une tentative faite en vue d</w:t>
      </w:r>
      <w:r w:rsidR="000E1451">
        <w:rPr>
          <w:rFonts w:cs="Georgia"/>
          <w:kern w:val="1"/>
        </w:rPr>
        <w:t>’</w:t>
      </w:r>
      <w:r>
        <w:rPr>
          <w:rFonts w:cs="Georgia"/>
          <w:kern w:val="1"/>
        </w:rPr>
        <w:t>initier le pasteur Frühwirth aux mystères de la haute tactique n</w:t>
      </w:r>
      <w:r w:rsidR="000E1451">
        <w:rPr>
          <w:rFonts w:cs="Georgia"/>
          <w:kern w:val="1"/>
        </w:rPr>
        <w:t>’</w:t>
      </w:r>
      <w:r>
        <w:rPr>
          <w:rFonts w:cs="Georgia"/>
          <w:kern w:val="1"/>
        </w:rPr>
        <w:t>avait donné que les plus piteux résultats</w:t>
      </w:r>
      <w:r w:rsidR="000E1451">
        <w:rPr>
          <w:rFonts w:cs="Georgia"/>
          <w:kern w:val="1"/>
        </w:rPr>
        <w:t xml:space="preserve">. </w:t>
      </w:r>
      <w:r>
        <w:rPr>
          <w:rFonts w:cs="Georgia"/>
          <w:kern w:val="1"/>
        </w:rPr>
        <w:t>On comprend maintenant le sens de l</w:t>
      </w:r>
      <w:r w:rsidR="000E1451">
        <w:rPr>
          <w:rFonts w:cs="Georgia"/>
          <w:kern w:val="1"/>
        </w:rPr>
        <w:t>’</w:t>
      </w:r>
      <w:r>
        <w:rPr>
          <w:rFonts w:cs="Georgia"/>
          <w:kern w:val="1"/>
        </w:rPr>
        <w:t>exclamation qui revenait sans cesse aux lèvres du vieillard quand il déplorait que je ne fusse pas officier</w:t>
      </w:r>
      <w:r w:rsidR="000E1451">
        <w:rPr>
          <w:rFonts w:cs="Georgia"/>
          <w:kern w:val="1"/>
        </w:rPr>
        <w:t xml:space="preserve">. </w:t>
      </w:r>
      <w:r>
        <w:rPr>
          <w:rFonts w:cs="Georgia"/>
          <w:kern w:val="1"/>
        </w:rPr>
        <w:t>Quels progrès n</w:t>
      </w:r>
      <w:r w:rsidR="000E1451">
        <w:rPr>
          <w:rFonts w:cs="Georgia"/>
          <w:kern w:val="1"/>
        </w:rPr>
        <w:t>’</w:t>
      </w:r>
      <w:r>
        <w:rPr>
          <w:rFonts w:cs="Georgia"/>
          <w:kern w:val="1"/>
        </w:rPr>
        <w:t>avais-je pas accomplis dans son estime pour qu</w:t>
      </w:r>
      <w:r w:rsidR="000E1451">
        <w:rPr>
          <w:rFonts w:cs="Georgia"/>
          <w:kern w:val="1"/>
        </w:rPr>
        <w:t>’</w:t>
      </w:r>
      <w:r>
        <w:rPr>
          <w:rFonts w:cs="Georgia"/>
          <w:kern w:val="1"/>
        </w:rPr>
        <w:t>il acceptât maintenant un choix si contraire aux convenances hiérarchiques</w:t>
      </w:r>
      <w:r w:rsidR="000E1451">
        <w:rPr>
          <w:rFonts w:cs="Georgia"/>
          <w:kern w:val="1"/>
        </w:rPr>
        <w:t> !</w:t>
      </w:r>
    </w:p>
    <w:p w14:paraId="61ED4C1E" w14:textId="77777777" w:rsidR="000E1451" w:rsidRDefault="00BE611A" w:rsidP="00BE611A">
      <w:pPr>
        <w:rPr>
          <w:rFonts w:cs="Georgia"/>
          <w:kern w:val="1"/>
        </w:rPr>
      </w:pPr>
      <w:r>
        <w:rPr>
          <w:rFonts w:cs="Georgia"/>
          <w:kern w:val="1"/>
        </w:rPr>
        <w:t>Il était en train de consulter sa montre</w:t>
      </w:r>
      <w:r w:rsidR="000E1451">
        <w:rPr>
          <w:rFonts w:cs="Georgia"/>
          <w:kern w:val="1"/>
        </w:rPr>
        <w:t>.</w:t>
      </w:r>
    </w:p>
    <w:p w14:paraId="678E000D" w14:textId="77777777" w:rsidR="000E1451" w:rsidRDefault="000E1451" w:rsidP="00BE611A">
      <w:pPr>
        <w:rPr>
          <w:rFonts w:cs="Georgia"/>
          <w:kern w:val="1"/>
        </w:rPr>
      </w:pPr>
      <w:r>
        <w:rPr>
          <w:rFonts w:cs="Georgia"/>
          <w:kern w:val="1"/>
        </w:rPr>
        <w:t>— </w:t>
      </w:r>
      <w:r w:rsidR="00BE611A">
        <w:rPr>
          <w:rFonts w:cs="Georgia"/>
          <w:kern w:val="1"/>
        </w:rPr>
        <w:t>Bientôt cinq heures</w:t>
      </w:r>
      <w:r>
        <w:rPr>
          <w:rFonts w:cs="Georgia"/>
          <w:kern w:val="1"/>
        </w:rPr>
        <w:t xml:space="preserve"> ! </w:t>
      </w:r>
      <w:r w:rsidR="00BE611A">
        <w:rPr>
          <w:rFonts w:cs="Georgia"/>
          <w:kern w:val="1"/>
        </w:rPr>
        <w:t>Nous ne pourrons malheureusement pas commencer aujourd</w:t>
      </w:r>
      <w:r>
        <w:rPr>
          <w:rFonts w:cs="Georgia"/>
          <w:kern w:val="1"/>
        </w:rPr>
        <w:t>’</w:t>
      </w:r>
      <w:r w:rsidR="00BE611A">
        <w:rPr>
          <w:rFonts w:cs="Georgia"/>
          <w:kern w:val="1"/>
        </w:rPr>
        <w:t>hui</w:t>
      </w:r>
      <w:r>
        <w:rPr>
          <w:rFonts w:cs="Georgia"/>
          <w:kern w:val="1"/>
        </w:rPr>
        <w:t xml:space="preserve">. </w:t>
      </w:r>
      <w:r w:rsidR="00BE611A">
        <w:rPr>
          <w:rFonts w:cs="Georgia"/>
          <w:kern w:val="1"/>
        </w:rPr>
        <w:t>Par exemple</w:t>
      </w:r>
      <w:r>
        <w:rPr>
          <w:rFonts w:cs="Georgia"/>
          <w:kern w:val="1"/>
        </w:rPr>
        <w:t xml:space="preserve">, </w:t>
      </w:r>
      <w:r w:rsidR="00BE611A">
        <w:rPr>
          <w:rFonts w:cs="Georgia"/>
          <w:kern w:val="1"/>
        </w:rPr>
        <w:t>dès demain</w:t>
      </w:r>
      <w:r>
        <w:rPr>
          <w:rFonts w:cs="Georgia"/>
          <w:kern w:val="1"/>
        </w:rPr>
        <w:t xml:space="preserve">, </w:t>
      </w:r>
      <w:r w:rsidR="00BE611A">
        <w:rPr>
          <w:rFonts w:cs="Georgia"/>
          <w:kern w:val="1"/>
        </w:rPr>
        <w:t>au travail</w:t>
      </w:r>
      <w:r>
        <w:rPr>
          <w:rFonts w:cs="Georgia"/>
          <w:kern w:val="1"/>
        </w:rPr>
        <w:t xml:space="preserve">. </w:t>
      </w:r>
      <w:r w:rsidR="00BE611A">
        <w:rPr>
          <w:rFonts w:cs="Georgia"/>
          <w:kern w:val="1"/>
        </w:rPr>
        <w:t>À neuf heures</w:t>
      </w:r>
      <w:r>
        <w:rPr>
          <w:rFonts w:cs="Georgia"/>
          <w:kern w:val="1"/>
        </w:rPr>
        <w:t xml:space="preserve">, </w:t>
      </w:r>
      <w:r w:rsidR="00BE611A">
        <w:rPr>
          <w:rFonts w:cs="Georgia"/>
          <w:kern w:val="1"/>
        </w:rPr>
        <w:t>rendez-vous ici</w:t>
      </w:r>
      <w:r>
        <w:rPr>
          <w:rFonts w:cs="Georgia"/>
          <w:kern w:val="1"/>
        </w:rPr>
        <w:t xml:space="preserve">. </w:t>
      </w:r>
      <w:r w:rsidR="00BE611A">
        <w:rPr>
          <w:rFonts w:cs="Georgia"/>
          <w:kern w:val="1"/>
        </w:rPr>
        <w:t>De neuf à onze</w:t>
      </w:r>
      <w:r>
        <w:rPr>
          <w:rFonts w:cs="Georgia"/>
          <w:kern w:val="1"/>
        </w:rPr>
        <w:t xml:space="preserve">, </w:t>
      </w:r>
      <w:r w:rsidR="00BE611A">
        <w:rPr>
          <w:rFonts w:cs="Georgia"/>
          <w:kern w:val="1"/>
        </w:rPr>
        <w:t>je vous mettrai au courant des règles du jeu</w:t>
      </w:r>
      <w:r>
        <w:rPr>
          <w:rFonts w:cs="Georgia"/>
          <w:kern w:val="1"/>
        </w:rPr>
        <w:t xml:space="preserve">. </w:t>
      </w:r>
      <w:r w:rsidR="00BE611A">
        <w:rPr>
          <w:rFonts w:cs="Georgia"/>
          <w:kern w:val="1"/>
        </w:rPr>
        <w:t>Ce sont celles du Kriegspiel ordinaire</w:t>
      </w:r>
      <w:r>
        <w:rPr>
          <w:rFonts w:cs="Georgia"/>
          <w:kern w:val="1"/>
        </w:rPr>
        <w:t xml:space="preserve">, </w:t>
      </w:r>
      <w:r w:rsidR="00BE611A">
        <w:rPr>
          <w:rFonts w:cs="Georgia"/>
          <w:kern w:val="1"/>
        </w:rPr>
        <w:t>avec quelques petits perfectionnements de mon invention</w:t>
      </w:r>
      <w:r>
        <w:rPr>
          <w:rFonts w:cs="Georgia"/>
          <w:kern w:val="1"/>
        </w:rPr>
        <w:t xml:space="preserve">, </w:t>
      </w:r>
      <w:r w:rsidR="00BE611A">
        <w:rPr>
          <w:rFonts w:cs="Georgia"/>
          <w:kern w:val="1"/>
        </w:rPr>
        <w:t xml:space="preserve">et dont vous me direz </w:t>
      </w:r>
      <w:r w:rsidR="00BE611A">
        <w:rPr>
          <w:rFonts w:cs="Georgia"/>
          <w:kern w:val="1"/>
        </w:rPr>
        <w:lastRenderedPageBreak/>
        <w:t>des nouvelles</w:t>
      </w:r>
      <w:r>
        <w:rPr>
          <w:rFonts w:cs="Georgia"/>
          <w:kern w:val="1"/>
        </w:rPr>
        <w:t xml:space="preserve">. </w:t>
      </w:r>
      <w:r w:rsidR="00BE611A">
        <w:rPr>
          <w:rFonts w:cs="Georgia"/>
          <w:kern w:val="1"/>
        </w:rPr>
        <w:t>De onze à midi</w:t>
      </w:r>
      <w:r>
        <w:rPr>
          <w:rFonts w:cs="Georgia"/>
          <w:kern w:val="1"/>
        </w:rPr>
        <w:t xml:space="preserve">, </w:t>
      </w:r>
      <w:r w:rsidR="00BE611A">
        <w:rPr>
          <w:rFonts w:cs="Georgia"/>
          <w:kern w:val="1"/>
        </w:rPr>
        <w:t>exposé du thème général des opérations que nous allons avoir à conduire l</w:t>
      </w:r>
      <w:r>
        <w:rPr>
          <w:rFonts w:cs="Georgia"/>
          <w:kern w:val="1"/>
        </w:rPr>
        <w:t>’</w:t>
      </w:r>
      <w:r w:rsidR="00BE611A">
        <w:rPr>
          <w:rFonts w:cs="Georgia"/>
          <w:kern w:val="1"/>
        </w:rPr>
        <w:t>un contre l</w:t>
      </w:r>
      <w:r>
        <w:rPr>
          <w:rFonts w:cs="Georgia"/>
          <w:kern w:val="1"/>
        </w:rPr>
        <w:t>’</w:t>
      </w:r>
      <w:r w:rsidR="00BE611A">
        <w:rPr>
          <w:rFonts w:cs="Georgia"/>
          <w:kern w:val="1"/>
        </w:rPr>
        <w:t>autre</w:t>
      </w:r>
      <w:r>
        <w:rPr>
          <w:rFonts w:cs="Georgia"/>
          <w:kern w:val="1"/>
        </w:rPr>
        <w:t xml:space="preserve">. </w:t>
      </w:r>
      <w:r w:rsidR="00BE611A">
        <w:rPr>
          <w:rFonts w:cs="Georgia"/>
          <w:kern w:val="1"/>
        </w:rPr>
        <w:t>Pour vos débuts</w:t>
      </w:r>
      <w:r>
        <w:rPr>
          <w:rFonts w:cs="Georgia"/>
          <w:kern w:val="1"/>
        </w:rPr>
        <w:t xml:space="preserve">, </w:t>
      </w:r>
      <w:r w:rsidR="00BE611A">
        <w:rPr>
          <w:rFonts w:cs="Georgia"/>
          <w:kern w:val="1"/>
        </w:rPr>
        <w:t>étant donné l</w:t>
      </w:r>
      <w:r>
        <w:rPr>
          <w:rFonts w:cs="Georgia"/>
          <w:kern w:val="1"/>
        </w:rPr>
        <w:t>’</w:t>
      </w:r>
      <w:r w:rsidR="00BE611A">
        <w:rPr>
          <w:rFonts w:cs="Georgia"/>
          <w:kern w:val="1"/>
        </w:rPr>
        <w:t>intérêt que vous avez toujours manifesté pour la bataille de Borny</w:t>
      </w:r>
      <w:r>
        <w:rPr>
          <w:rFonts w:cs="Georgia"/>
          <w:kern w:val="1"/>
        </w:rPr>
        <w:t xml:space="preserve">, </w:t>
      </w:r>
      <w:r w:rsidR="00BE611A">
        <w:rPr>
          <w:rFonts w:cs="Georgia"/>
          <w:kern w:val="1"/>
        </w:rPr>
        <w:t>j</w:t>
      </w:r>
      <w:r>
        <w:rPr>
          <w:rFonts w:cs="Georgia"/>
          <w:kern w:val="1"/>
        </w:rPr>
        <w:t>’</w:t>
      </w:r>
      <w:r w:rsidR="00BE611A">
        <w:rPr>
          <w:rFonts w:cs="Georgia"/>
          <w:kern w:val="1"/>
        </w:rPr>
        <w:t>ai pensé à en reproduire le dispositif initial</w:t>
      </w:r>
      <w:r>
        <w:rPr>
          <w:rFonts w:cs="Georgia"/>
          <w:kern w:val="1"/>
        </w:rPr>
        <w:t xml:space="preserve">. </w:t>
      </w:r>
      <w:r w:rsidR="00BE611A">
        <w:rPr>
          <w:rFonts w:cs="Georgia"/>
          <w:kern w:val="1"/>
        </w:rPr>
        <w:t>Nous choisirons ensuite une hypothèse prêtant à quelques variantes instructives dans le développement postérieur de l</w:t>
      </w:r>
      <w:r>
        <w:rPr>
          <w:rFonts w:cs="Georgia"/>
          <w:kern w:val="1"/>
        </w:rPr>
        <w:t>’</w:t>
      </w:r>
      <w:r w:rsidR="00BE611A">
        <w:rPr>
          <w:rFonts w:cs="Georgia"/>
          <w:kern w:val="1"/>
        </w:rPr>
        <w:t>action</w:t>
      </w:r>
      <w:r>
        <w:rPr>
          <w:rFonts w:cs="Georgia"/>
          <w:kern w:val="1"/>
        </w:rPr>
        <w:t xml:space="preserve">. </w:t>
      </w:r>
      <w:r w:rsidR="00BE611A">
        <w:rPr>
          <w:rFonts w:cs="Georgia"/>
          <w:kern w:val="1"/>
        </w:rPr>
        <w:t>Vous êtes de cet avis</w:t>
      </w:r>
      <w:r>
        <w:rPr>
          <w:rFonts w:cs="Georgia"/>
          <w:kern w:val="1"/>
        </w:rPr>
        <w:t> ?</w:t>
      </w:r>
    </w:p>
    <w:p w14:paraId="4DA4D4CE" w14:textId="77777777" w:rsidR="000E1451" w:rsidRDefault="000E1451" w:rsidP="00BE611A">
      <w:pPr>
        <w:rPr>
          <w:rFonts w:cs="Georgia"/>
          <w:kern w:val="1"/>
        </w:rPr>
      </w:pPr>
      <w:r>
        <w:rPr>
          <w:rFonts w:cs="Georgia"/>
          <w:kern w:val="1"/>
        </w:rPr>
        <w:t>— </w:t>
      </w:r>
      <w:r w:rsidR="00BE611A">
        <w:rPr>
          <w:rFonts w:cs="Georgia"/>
          <w:kern w:val="1"/>
        </w:rPr>
        <w:t>Absolument</w:t>
      </w:r>
      <w:r>
        <w:rPr>
          <w:rFonts w:cs="Georgia"/>
          <w:kern w:val="1"/>
        </w:rPr>
        <w:t xml:space="preserve">, </w:t>
      </w:r>
      <w:r w:rsidR="00BE611A">
        <w:rPr>
          <w:rFonts w:cs="Georgia"/>
          <w:kern w:val="1"/>
        </w:rPr>
        <w:t>mon général</w:t>
      </w:r>
      <w:r>
        <w:rPr>
          <w:rFonts w:cs="Georgia"/>
          <w:kern w:val="1"/>
        </w:rPr>
        <w:t>.</w:t>
      </w:r>
    </w:p>
    <w:p w14:paraId="4784B3C2" w14:textId="77777777" w:rsidR="000E1451" w:rsidRDefault="000E1451" w:rsidP="00BE611A">
      <w:pPr>
        <w:rPr>
          <w:rFonts w:cs="Georgia"/>
          <w:kern w:val="1"/>
        </w:rPr>
      </w:pPr>
      <w:r>
        <w:rPr>
          <w:rFonts w:cs="Georgia"/>
          <w:kern w:val="1"/>
        </w:rPr>
        <w:t>— </w:t>
      </w:r>
      <w:r w:rsidR="00BE611A">
        <w:rPr>
          <w:rFonts w:cs="Georgia"/>
          <w:kern w:val="1"/>
        </w:rPr>
        <w:t>Bon</w:t>
      </w:r>
      <w:r>
        <w:rPr>
          <w:rFonts w:cs="Georgia"/>
          <w:kern w:val="1"/>
        </w:rPr>
        <w:t xml:space="preserve">. </w:t>
      </w:r>
      <w:r w:rsidR="00BE611A">
        <w:rPr>
          <w:rFonts w:cs="Georgia"/>
          <w:kern w:val="1"/>
        </w:rPr>
        <w:t>Vous avez l</w:t>
      </w:r>
      <w:r>
        <w:rPr>
          <w:rFonts w:cs="Georgia"/>
          <w:kern w:val="1"/>
        </w:rPr>
        <w:t>’</w:t>
      </w:r>
      <w:r w:rsidR="00BE611A">
        <w:rPr>
          <w:rFonts w:cs="Georgia"/>
          <w:kern w:val="1"/>
        </w:rPr>
        <w:t>esprit décidément très prompt</w:t>
      </w:r>
      <w:r>
        <w:rPr>
          <w:rFonts w:cs="Georgia"/>
          <w:kern w:val="1"/>
        </w:rPr>
        <w:t xml:space="preserve">. </w:t>
      </w:r>
      <w:r w:rsidR="00BE611A">
        <w:rPr>
          <w:rFonts w:cs="Georgia"/>
          <w:kern w:val="1"/>
        </w:rPr>
        <w:t>Demain après-midi</w:t>
      </w:r>
      <w:r>
        <w:rPr>
          <w:rFonts w:cs="Georgia"/>
          <w:kern w:val="1"/>
        </w:rPr>
        <w:t xml:space="preserve">, </w:t>
      </w:r>
      <w:r w:rsidR="00BE611A">
        <w:rPr>
          <w:rFonts w:cs="Georgia"/>
          <w:kern w:val="1"/>
        </w:rPr>
        <w:t>à deux heures</w:t>
      </w:r>
      <w:r>
        <w:rPr>
          <w:rFonts w:cs="Georgia"/>
          <w:kern w:val="1"/>
        </w:rPr>
        <w:t xml:space="preserve">, </w:t>
      </w:r>
      <w:r w:rsidR="00BE611A">
        <w:rPr>
          <w:rFonts w:cs="Georgia"/>
          <w:kern w:val="1"/>
        </w:rPr>
        <w:t>nous procéderons à la concentration des forces en présence</w:t>
      </w:r>
      <w:r>
        <w:rPr>
          <w:rFonts w:cs="Georgia"/>
          <w:kern w:val="1"/>
        </w:rPr>
        <w:t xml:space="preserve">. </w:t>
      </w:r>
      <w:r w:rsidR="00BE611A">
        <w:rPr>
          <w:rFonts w:cs="Georgia"/>
          <w:kern w:val="1"/>
        </w:rPr>
        <w:t>Si tout va bien</w:t>
      </w:r>
      <w:r>
        <w:rPr>
          <w:rFonts w:cs="Georgia"/>
          <w:kern w:val="1"/>
        </w:rPr>
        <w:t xml:space="preserve">, </w:t>
      </w:r>
      <w:r w:rsidR="00BE611A">
        <w:rPr>
          <w:rFonts w:cs="Georgia"/>
          <w:kern w:val="1"/>
        </w:rPr>
        <w:t>vers la fin de la soirée</w:t>
      </w:r>
      <w:r>
        <w:rPr>
          <w:rFonts w:cs="Georgia"/>
          <w:kern w:val="1"/>
        </w:rPr>
        <w:t xml:space="preserve">, </w:t>
      </w:r>
      <w:r w:rsidR="00BE611A">
        <w:rPr>
          <w:rFonts w:cs="Georgia"/>
          <w:kern w:val="1"/>
        </w:rPr>
        <w:t>nos reconnaissances de cavalerie pourront déjà se trouver au contact</w:t>
      </w:r>
      <w:r>
        <w:rPr>
          <w:rFonts w:cs="Georgia"/>
          <w:kern w:val="1"/>
        </w:rPr>
        <w:t xml:space="preserve">. </w:t>
      </w:r>
      <w:r w:rsidR="00BE611A">
        <w:rPr>
          <w:rFonts w:cs="Georgia"/>
          <w:kern w:val="1"/>
        </w:rPr>
        <w:t>Inutile d</w:t>
      </w:r>
      <w:r>
        <w:rPr>
          <w:rFonts w:cs="Georgia"/>
          <w:kern w:val="1"/>
        </w:rPr>
        <w:t>’</w:t>
      </w:r>
      <w:r w:rsidR="00BE611A">
        <w:rPr>
          <w:rFonts w:cs="Georgia"/>
          <w:kern w:val="1"/>
        </w:rPr>
        <w:t>ailleurs de se presser</w:t>
      </w:r>
      <w:r>
        <w:rPr>
          <w:rFonts w:cs="Georgia"/>
          <w:kern w:val="1"/>
        </w:rPr>
        <w:t xml:space="preserve">. </w:t>
      </w:r>
      <w:r w:rsidR="00BE611A">
        <w:rPr>
          <w:rFonts w:cs="Georgia"/>
          <w:kern w:val="1"/>
        </w:rPr>
        <w:t>Nous avons le temps</w:t>
      </w:r>
      <w:r>
        <w:rPr>
          <w:rFonts w:cs="Georgia"/>
          <w:kern w:val="1"/>
        </w:rPr>
        <w:t>.</w:t>
      </w:r>
    </w:p>
    <w:p w14:paraId="48F0F9E9" w14:textId="77777777" w:rsidR="000E1451" w:rsidRDefault="000E1451" w:rsidP="00BE611A">
      <w:pPr>
        <w:rPr>
          <w:rFonts w:cs="Georgia"/>
          <w:kern w:val="1"/>
        </w:rPr>
      </w:pPr>
      <w:r>
        <w:rPr>
          <w:rFonts w:cs="Georgia"/>
          <w:kern w:val="1"/>
        </w:rPr>
        <w:t>— </w:t>
      </w:r>
      <w:r w:rsidR="00BE611A">
        <w:rPr>
          <w:rFonts w:cs="Georgia"/>
          <w:kern w:val="1"/>
        </w:rPr>
        <w:t>C</w:t>
      </w:r>
      <w:r>
        <w:rPr>
          <w:rFonts w:cs="Georgia"/>
          <w:kern w:val="1"/>
        </w:rPr>
        <w:t>’</w:t>
      </w:r>
      <w:r w:rsidR="00BE611A">
        <w:rPr>
          <w:rFonts w:cs="Georgia"/>
          <w:kern w:val="1"/>
        </w:rPr>
        <w:t>est que</w:t>
      </w:r>
      <w:r>
        <w:rPr>
          <w:rFonts w:cs="Georgia"/>
          <w:kern w:val="1"/>
        </w:rPr>
        <w:t xml:space="preserve">, </w:t>
      </w:r>
      <w:r w:rsidR="00BE611A">
        <w:rPr>
          <w:rFonts w:cs="Georgia"/>
          <w:kern w:val="1"/>
        </w:rPr>
        <w:t>mon général</w:t>
      </w:r>
      <w:r>
        <w:rPr>
          <w:rFonts w:cs="Georgia"/>
          <w:kern w:val="1"/>
        </w:rPr>
        <w:t>…</w:t>
      </w:r>
    </w:p>
    <w:p w14:paraId="5FB030B7" w14:textId="77777777" w:rsidR="000E1451" w:rsidRDefault="000E1451" w:rsidP="00BE611A">
      <w:pPr>
        <w:rPr>
          <w:rFonts w:cs="Georgia"/>
          <w:kern w:val="1"/>
        </w:rPr>
      </w:pPr>
      <w:r>
        <w:rPr>
          <w:rFonts w:cs="Georgia"/>
          <w:kern w:val="1"/>
        </w:rPr>
        <w:t>— </w:t>
      </w:r>
      <w:r w:rsidR="00BE611A">
        <w:rPr>
          <w:rFonts w:cs="Georgia"/>
          <w:kern w:val="1"/>
        </w:rPr>
        <w:t>Quoi</w:t>
      </w:r>
      <w:r>
        <w:rPr>
          <w:rFonts w:cs="Georgia"/>
          <w:kern w:val="1"/>
        </w:rPr>
        <w:t xml:space="preserve"> ? </w:t>
      </w:r>
      <w:r w:rsidR="00BE611A">
        <w:rPr>
          <w:rFonts w:cs="Georgia"/>
          <w:kern w:val="1"/>
        </w:rPr>
        <w:t>fit-il</w:t>
      </w:r>
      <w:r>
        <w:rPr>
          <w:rFonts w:cs="Georgia"/>
          <w:kern w:val="1"/>
        </w:rPr>
        <w:t xml:space="preserve">, </w:t>
      </w:r>
      <w:r w:rsidR="00BE611A">
        <w:rPr>
          <w:rFonts w:cs="Georgia"/>
          <w:kern w:val="1"/>
        </w:rPr>
        <w:t>fronçant les sourcils</w:t>
      </w:r>
      <w:r>
        <w:rPr>
          <w:rFonts w:cs="Georgia"/>
          <w:kern w:val="1"/>
        </w:rPr>
        <w:t xml:space="preserve">, </w:t>
      </w:r>
      <w:r w:rsidR="00BE611A">
        <w:rPr>
          <w:rFonts w:cs="Georgia"/>
          <w:kern w:val="1"/>
        </w:rPr>
        <w:t>vous avez une critique à présenter</w:t>
      </w:r>
      <w:r>
        <w:rPr>
          <w:rFonts w:cs="Georgia"/>
          <w:kern w:val="1"/>
        </w:rPr>
        <w:t xml:space="preserve">, </w:t>
      </w:r>
      <w:r w:rsidR="00BE611A">
        <w:rPr>
          <w:rFonts w:cs="Georgia"/>
          <w:kern w:val="1"/>
        </w:rPr>
        <w:t>peut-être</w:t>
      </w:r>
      <w:r>
        <w:rPr>
          <w:rFonts w:cs="Georgia"/>
          <w:kern w:val="1"/>
        </w:rPr>
        <w:t> ?</w:t>
      </w:r>
    </w:p>
    <w:p w14:paraId="0549CADB" w14:textId="77777777" w:rsidR="000E1451" w:rsidRDefault="000E1451" w:rsidP="00BE611A">
      <w:pPr>
        <w:rPr>
          <w:rFonts w:cs="Georgia"/>
          <w:kern w:val="1"/>
        </w:rPr>
      </w:pPr>
      <w:r>
        <w:rPr>
          <w:rFonts w:cs="Georgia"/>
          <w:kern w:val="1"/>
        </w:rPr>
        <w:t>— </w:t>
      </w:r>
      <w:r w:rsidR="00BE611A">
        <w:rPr>
          <w:rFonts w:cs="Georgia"/>
          <w:kern w:val="1"/>
        </w:rPr>
        <w:t>Dieu m</w:t>
      </w:r>
      <w:r>
        <w:rPr>
          <w:rFonts w:cs="Georgia"/>
          <w:kern w:val="1"/>
        </w:rPr>
        <w:t>’</w:t>
      </w:r>
      <w:r w:rsidR="00BE611A">
        <w:rPr>
          <w:rFonts w:cs="Georgia"/>
          <w:kern w:val="1"/>
        </w:rPr>
        <w:t>en garde</w:t>
      </w:r>
      <w:r>
        <w:rPr>
          <w:rFonts w:cs="Georgia"/>
          <w:kern w:val="1"/>
        </w:rPr>
        <w:t xml:space="preserve">, </w:t>
      </w:r>
      <w:r w:rsidR="00BE611A">
        <w:rPr>
          <w:rFonts w:cs="Georgia"/>
          <w:kern w:val="1"/>
        </w:rPr>
        <w:t>mon général</w:t>
      </w:r>
      <w:r>
        <w:rPr>
          <w:rFonts w:cs="Georgia"/>
          <w:kern w:val="1"/>
        </w:rPr>
        <w:t xml:space="preserve">. </w:t>
      </w:r>
      <w:r w:rsidR="00BE611A">
        <w:rPr>
          <w:rFonts w:cs="Georgia"/>
          <w:kern w:val="1"/>
        </w:rPr>
        <w:t>Je crois seulement de mon devoir de vous rappeler</w:t>
      </w:r>
      <w:r>
        <w:rPr>
          <w:rFonts w:cs="Georgia"/>
          <w:kern w:val="1"/>
        </w:rPr>
        <w:t>…</w:t>
      </w:r>
    </w:p>
    <w:p w14:paraId="7AF7D606" w14:textId="77777777" w:rsidR="000E1451" w:rsidRDefault="000E1451" w:rsidP="00BE611A">
      <w:pPr>
        <w:rPr>
          <w:rFonts w:cs="Georgia"/>
          <w:kern w:val="1"/>
        </w:rPr>
      </w:pPr>
      <w:r>
        <w:rPr>
          <w:rFonts w:cs="Georgia"/>
          <w:kern w:val="1"/>
        </w:rPr>
        <w:t>— </w:t>
      </w:r>
      <w:r w:rsidR="00BE611A">
        <w:rPr>
          <w:rFonts w:cs="Georgia"/>
          <w:kern w:val="1"/>
        </w:rPr>
        <w:t>Quoi</w:t>
      </w:r>
      <w:r>
        <w:rPr>
          <w:rFonts w:cs="Georgia"/>
          <w:kern w:val="1"/>
        </w:rPr>
        <w:t> ?</w:t>
      </w:r>
    </w:p>
    <w:p w14:paraId="10DA934D" w14:textId="77777777" w:rsidR="000E1451" w:rsidRDefault="000E1451" w:rsidP="00BE611A">
      <w:pPr>
        <w:rPr>
          <w:rFonts w:cs="Georgia"/>
          <w:kern w:val="1"/>
        </w:rPr>
      </w:pPr>
      <w:r>
        <w:rPr>
          <w:rFonts w:cs="Georgia"/>
          <w:kern w:val="1"/>
        </w:rPr>
        <w:t>— </w:t>
      </w:r>
      <w:r w:rsidR="00BE611A">
        <w:rPr>
          <w:rFonts w:cs="Georgia"/>
          <w:kern w:val="1"/>
        </w:rPr>
        <w:t>J</w:t>
      </w:r>
      <w:r>
        <w:rPr>
          <w:rFonts w:cs="Georgia"/>
          <w:kern w:val="1"/>
        </w:rPr>
        <w:t>’</w:t>
      </w:r>
      <w:r w:rsidR="00BE611A">
        <w:rPr>
          <w:rFonts w:cs="Georgia"/>
          <w:kern w:val="1"/>
        </w:rPr>
        <w:t>avais deux mois pour effectuer les réparations indispensables à l</w:t>
      </w:r>
      <w:r>
        <w:rPr>
          <w:rFonts w:cs="Georgia"/>
          <w:kern w:val="1"/>
        </w:rPr>
        <w:t>’</w:t>
      </w:r>
      <w:r w:rsidR="00BE611A">
        <w:rPr>
          <w:rFonts w:cs="Georgia"/>
          <w:kern w:val="1"/>
        </w:rPr>
        <w:t>éclairage du château</w:t>
      </w:r>
      <w:r>
        <w:rPr>
          <w:rFonts w:cs="Georgia"/>
          <w:kern w:val="1"/>
        </w:rPr>
        <w:t xml:space="preserve">, </w:t>
      </w:r>
      <w:r w:rsidR="00BE611A">
        <w:rPr>
          <w:rFonts w:cs="Georgia"/>
          <w:kern w:val="1"/>
        </w:rPr>
        <w:t>dis-je hypocritement</w:t>
      </w:r>
      <w:r>
        <w:rPr>
          <w:rFonts w:cs="Georgia"/>
          <w:kern w:val="1"/>
        </w:rPr>
        <w:t xml:space="preserve">. </w:t>
      </w:r>
      <w:r w:rsidR="00BE611A">
        <w:rPr>
          <w:rFonts w:cs="Georgia"/>
          <w:kern w:val="1"/>
        </w:rPr>
        <w:t>J</w:t>
      </w:r>
      <w:r>
        <w:rPr>
          <w:rFonts w:cs="Georgia"/>
          <w:kern w:val="1"/>
        </w:rPr>
        <w:t>’</w:t>
      </w:r>
      <w:r w:rsidR="00BE611A">
        <w:rPr>
          <w:rFonts w:cs="Georgia"/>
          <w:kern w:val="1"/>
        </w:rPr>
        <w:t>en aurai mis près de trois</w:t>
      </w:r>
      <w:r>
        <w:rPr>
          <w:rFonts w:cs="Georgia"/>
          <w:kern w:val="1"/>
        </w:rPr>
        <w:t xml:space="preserve">. </w:t>
      </w:r>
      <w:r w:rsidR="00BE611A">
        <w:rPr>
          <w:rFonts w:cs="Georgia"/>
          <w:kern w:val="1"/>
        </w:rPr>
        <w:t>J</w:t>
      </w:r>
      <w:r>
        <w:rPr>
          <w:rFonts w:cs="Georgia"/>
          <w:kern w:val="1"/>
        </w:rPr>
        <w:t>’</w:t>
      </w:r>
      <w:r w:rsidR="00BE611A">
        <w:rPr>
          <w:rFonts w:cs="Georgia"/>
          <w:kern w:val="1"/>
        </w:rPr>
        <w:t>ai déjà des excuses à vous adresser de ce chef</w:t>
      </w:r>
      <w:r>
        <w:rPr>
          <w:rFonts w:cs="Georgia"/>
          <w:kern w:val="1"/>
        </w:rPr>
        <w:t xml:space="preserve">. </w:t>
      </w:r>
      <w:r w:rsidR="00BE611A">
        <w:rPr>
          <w:rFonts w:cs="Georgia"/>
          <w:kern w:val="1"/>
        </w:rPr>
        <w:t>Mais enfin</w:t>
      </w:r>
      <w:r>
        <w:rPr>
          <w:rFonts w:cs="Georgia"/>
          <w:kern w:val="1"/>
        </w:rPr>
        <w:t xml:space="preserve">, </w:t>
      </w:r>
      <w:r w:rsidR="00BE611A">
        <w:rPr>
          <w:rFonts w:cs="Georgia"/>
          <w:kern w:val="1"/>
        </w:rPr>
        <w:t>à l</w:t>
      </w:r>
      <w:r>
        <w:rPr>
          <w:rFonts w:cs="Georgia"/>
          <w:kern w:val="1"/>
        </w:rPr>
        <w:t>’</w:t>
      </w:r>
      <w:r w:rsidR="00BE611A">
        <w:rPr>
          <w:rFonts w:cs="Georgia"/>
          <w:kern w:val="1"/>
        </w:rPr>
        <w:t>heure actuelle</w:t>
      </w:r>
      <w:r>
        <w:rPr>
          <w:rFonts w:cs="Georgia"/>
          <w:kern w:val="1"/>
        </w:rPr>
        <w:t xml:space="preserve">, </w:t>
      </w:r>
      <w:r w:rsidR="00BE611A">
        <w:rPr>
          <w:rFonts w:cs="Georgia"/>
          <w:kern w:val="1"/>
        </w:rPr>
        <w:t>ma besogne est sur le point d</w:t>
      </w:r>
      <w:r>
        <w:rPr>
          <w:rFonts w:cs="Georgia"/>
          <w:kern w:val="1"/>
        </w:rPr>
        <w:t>’</w:t>
      </w:r>
      <w:r w:rsidR="00BE611A">
        <w:rPr>
          <w:rFonts w:cs="Georgia"/>
          <w:kern w:val="1"/>
        </w:rPr>
        <w:t>être terminée</w:t>
      </w:r>
      <w:r>
        <w:rPr>
          <w:rFonts w:cs="Georgia"/>
          <w:kern w:val="1"/>
        </w:rPr>
        <w:t xml:space="preserve">. </w:t>
      </w:r>
      <w:r w:rsidR="00BE611A">
        <w:rPr>
          <w:rFonts w:cs="Georgia"/>
          <w:kern w:val="1"/>
        </w:rPr>
        <w:t>Je ne sais si le commandant du camp ne fera pas des difficultés</w:t>
      </w:r>
      <w:r>
        <w:rPr>
          <w:rFonts w:cs="Georgia"/>
          <w:kern w:val="1"/>
        </w:rPr>
        <w:t>…</w:t>
      </w:r>
    </w:p>
    <w:p w14:paraId="2C51B2D6" w14:textId="77777777" w:rsidR="000E1451" w:rsidRDefault="000E1451" w:rsidP="00BE611A">
      <w:pPr>
        <w:rPr>
          <w:rFonts w:cs="Georgia"/>
          <w:kern w:val="1"/>
        </w:rPr>
      </w:pPr>
      <w:r>
        <w:rPr>
          <w:rFonts w:cs="Georgia"/>
          <w:kern w:val="1"/>
        </w:rPr>
        <w:t>— </w:t>
      </w:r>
      <w:r w:rsidR="00BE611A">
        <w:rPr>
          <w:rFonts w:cs="Georgia"/>
          <w:kern w:val="1"/>
        </w:rPr>
        <w:t>Ce n</w:t>
      </w:r>
      <w:r>
        <w:rPr>
          <w:rFonts w:cs="Georgia"/>
          <w:kern w:val="1"/>
        </w:rPr>
        <w:t>’</w:t>
      </w:r>
      <w:r w:rsidR="00BE611A">
        <w:rPr>
          <w:rFonts w:cs="Georgia"/>
          <w:kern w:val="1"/>
        </w:rPr>
        <w:t>est que cela</w:t>
      </w:r>
      <w:r>
        <w:rPr>
          <w:rFonts w:cs="Georgia"/>
          <w:kern w:val="1"/>
        </w:rPr>
        <w:t xml:space="preserve">, </w:t>
      </w:r>
      <w:r w:rsidR="00BE611A">
        <w:rPr>
          <w:rFonts w:cs="Georgia"/>
          <w:kern w:val="1"/>
        </w:rPr>
        <w:t>fit-il avec dédain</w:t>
      </w:r>
      <w:r>
        <w:rPr>
          <w:rFonts w:cs="Georgia"/>
          <w:kern w:val="1"/>
        </w:rPr>
        <w:t xml:space="preserve">. </w:t>
      </w:r>
      <w:r w:rsidR="00BE611A">
        <w:rPr>
          <w:rFonts w:cs="Georgia"/>
          <w:kern w:val="1"/>
        </w:rPr>
        <w:t>Tranquillisez-vous</w:t>
      </w:r>
      <w:r>
        <w:rPr>
          <w:rFonts w:cs="Georgia"/>
          <w:kern w:val="1"/>
        </w:rPr>
        <w:t xml:space="preserve">. </w:t>
      </w:r>
      <w:r w:rsidR="00BE611A">
        <w:rPr>
          <w:rFonts w:cs="Georgia"/>
          <w:kern w:val="1"/>
        </w:rPr>
        <w:t>La question sera réglée dimanche avec le capitaine Elbing</w:t>
      </w:r>
      <w:r>
        <w:rPr>
          <w:rFonts w:cs="Georgia"/>
          <w:kern w:val="1"/>
        </w:rPr>
        <w:t xml:space="preserve">. </w:t>
      </w:r>
      <w:r w:rsidR="00BE611A">
        <w:rPr>
          <w:rFonts w:cs="Georgia"/>
          <w:kern w:val="1"/>
        </w:rPr>
        <w:t>Je vous ai</w:t>
      </w:r>
      <w:r>
        <w:rPr>
          <w:rFonts w:cs="Georgia"/>
          <w:kern w:val="1"/>
        </w:rPr>
        <w:t xml:space="preserve">, </w:t>
      </w:r>
      <w:r w:rsidR="00BE611A">
        <w:rPr>
          <w:rFonts w:cs="Georgia"/>
          <w:kern w:val="1"/>
        </w:rPr>
        <w:t>je vous garderai jusqu</w:t>
      </w:r>
      <w:r>
        <w:rPr>
          <w:rFonts w:cs="Georgia"/>
          <w:kern w:val="1"/>
        </w:rPr>
        <w:t>’</w:t>
      </w:r>
      <w:r w:rsidR="00BE611A">
        <w:rPr>
          <w:rFonts w:cs="Georgia"/>
          <w:kern w:val="1"/>
        </w:rPr>
        <w:t>à l</w:t>
      </w:r>
      <w:r>
        <w:rPr>
          <w:rFonts w:cs="Georgia"/>
          <w:kern w:val="1"/>
        </w:rPr>
        <w:t>’</w:t>
      </w:r>
      <w:r w:rsidR="00BE611A">
        <w:rPr>
          <w:rFonts w:cs="Georgia"/>
          <w:kern w:val="1"/>
        </w:rPr>
        <w:t>armistice</w:t>
      </w:r>
      <w:r>
        <w:rPr>
          <w:rFonts w:cs="Georgia"/>
          <w:kern w:val="1"/>
        </w:rPr>
        <w:t xml:space="preserve">. </w:t>
      </w:r>
      <w:r w:rsidR="00BE611A">
        <w:rPr>
          <w:rFonts w:cs="Georgia"/>
          <w:kern w:val="1"/>
        </w:rPr>
        <w:lastRenderedPageBreak/>
        <w:t>Allons</w:t>
      </w:r>
      <w:r>
        <w:rPr>
          <w:rFonts w:cs="Georgia"/>
          <w:kern w:val="1"/>
        </w:rPr>
        <w:t xml:space="preserve">, </w:t>
      </w:r>
      <w:r w:rsidR="00BE611A">
        <w:rPr>
          <w:rFonts w:cs="Georgia"/>
          <w:kern w:val="1"/>
        </w:rPr>
        <w:t>à demain</w:t>
      </w:r>
      <w:r>
        <w:rPr>
          <w:rFonts w:cs="Georgia"/>
          <w:kern w:val="1"/>
        </w:rPr>
        <w:t xml:space="preserve"> ! </w:t>
      </w:r>
      <w:r w:rsidR="00BE611A">
        <w:rPr>
          <w:rFonts w:cs="Georgia"/>
          <w:kern w:val="1"/>
        </w:rPr>
        <w:t>Et n</w:t>
      </w:r>
      <w:r>
        <w:rPr>
          <w:rFonts w:cs="Georgia"/>
          <w:kern w:val="1"/>
        </w:rPr>
        <w:t>’</w:t>
      </w:r>
      <w:r w:rsidR="00BE611A">
        <w:rPr>
          <w:rFonts w:cs="Georgia"/>
          <w:kern w:val="1"/>
        </w:rPr>
        <w:t>oubliez pas de jeter ce soir un coup d</w:t>
      </w:r>
      <w:r>
        <w:rPr>
          <w:rFonts w:cs="Georgia"/>
          <w:kern w:val="1"/>
        </w:rPr>
        <w:t>’</w:t>
      </w:r>
      <w:r w:rsidR="00BE611A">
        <w:rPr>
          <w:rFonts w:cs="Georgia"/>
          <w:kern w:val="1"/>
        </w:rPr>
        <w:t>œil sur la situation respective des armées allemandes et françaises à la veille de Borny</w:t>
      </w:r>
      <w:r>
        <w:rPr>
          <w:rFonts w:cs="Georgia"/>
          <w:kern w:val="1"/>
        </w:rPr>
        <w:t>.</w:t>
      </w:r>
    </w:p>
    <w:p w14:paraId="5546889E" w14:textId="77777777" w:rsidR="000E1451" w:rsidRDefault="00BE611A" w:rsidP="00BE611A">
      <w:pPr>
        <w:rPr>
          <w:rFonts w:cs="Georgia"/>
          <w:kern w:val="1"/>
        </w:rPr>
      </w:pPr>
      <w:r>
        <w:rPr>
          <w:rFonts w:cs="Georgia"/>
          <w:kern w:val="1"/>
        </w:rPr>
        <w:t>Je m</w:t>
      </w:r>
      <w:r w:rsidR="000E1451">
        <w:rPr>
          <w:rFonts w:cs="Georgia"/>
          <w:kern w:val="1"/>
        </w:rPr>
        <w:t>’</w:t>
      </w:r>
      <w:r>
        <w:rPr>
          <w:rFonts w:cs="Georgia"/>
          <w:kern w:val="1"/>
        </w:rPr>
        <w:t>éclipsai</w:t>
      </w:r>
      <w:r w:rsidR="000E1451">
        <w:rPr>
          <w:rFonts w:cs="Georgia"/>
          <w:kern w:val="1"/>
        </w:rPr>
        <w:t xml:space="preserve">, </w:t>
      </w:r>
      <w:r>
        <w:rPr>
          <w:rFonts w:cs="Georgia"/>
          <w:kern w:val="1"/>
        </w:rPr>
        <w:t>fort content d</w:t>
      </w:r>
      <w:r w:rsidR="000E1451">
        <w:rPr>
          <w:rFonts w:cs="Georgia"/>
          <w:kern w:val="1"/>
        </w:rPr>
        <w:t>’</w:t>
      </w:r>
      <w:r>
        <w:rPr>
          <w:rFonts w:cs="Georgia"/>
          <w:kern w:val="1"/>
        </w:rPr>
        <w:t>avoir acquis l</w:t>
      </w:r>
      <w:r w:rsidR="000E1451">
        <w:rPr>
          <w:rFonts w:cs="Georgia"/>
          <w:kern w:val="1"/>
        </w:rPr>
        <w:t>’</w:t>
      </w:r>
      <w:r>
        <w:rPr>
          <w:rFonts w:cs="Georgia"/>
          <w:kern w:val="1"/>
        </w:rPr>
        <w:t xml:space="preserve">assurance que mon détachement au château était désormais prorogé </w:t>
      </w:r>
      <w:r>
        <w:rPr>
          <w:rFonts w:cs="Georgia"/>
          <w:bCs/>
          <w:i/>
          <w:iCs/>
          <w:kern w:val="1"/>
        </w:rPr>
        <w:t>sine die</w:t>
      </w:r>
      <w:r w:rsidR="000E1451">
        <w:t xml:space="preserve">. </w:t>
      </w:r>
      <w:r>
        <w:rPr>
          <w:rFonts w:cs="Georgia"/>
          <w:kern w:val="1"/>
        </w:rPr>
        <w:t>Sur la terrasse</w:t>
      </w:r>
      <w:r w:rsidR="000E1451">
        <w:rPr>
          <w:rFonts w:cs="Georgia"/>
          <w:kern w:val="1"/>
        </w:rPr>
        <w:t xml:space="preserve">, </w:t>
      </w:r>
      <w:r>
        <w:rPr>
          <w:rFonts w:cs="Georgia"/>
          <w:kern w:val="1"/>
        </w:rPr>
        <w:t xml:space="preserve">je rencontrai </w:t>
      </w:r>
      <w:r w:rsidR="000E1451">
        <w:rPr>
          <w:rFonts w:cs="Georgia"/>
          <w:kern w:val="1"/>
        </w:rPr>
        <w:t>M</w:t>
      </w:r>
      <w:r w:rsidR="000E1451" w:rsidRPr="000E1451">
        <w:rPr>
          <w:rFonts w:cs="Georgia"/>
          <w:kern w:val="1"/>
          <w:vertAlign w:val="superscript"/>
        </w:rPr>
        <w:t>lle</w:t>
      </w:r>
      <w:r w:rsidR="000E1451">
        <w:rPr>
          <w:rFonts w:cs="Georgia"/>
          <w:kern w:val="1"/>
        </w:rPr>
        <w:t> de </w:t>
      </w:r>
      <w:r>
        <w:rPr>
          <w:rFonts w:cs="Georgia"/>
          <w:kern w:val="1"/>
        </w:rPr>
        <w:t>Mirrbach</w:t>
      </w:r>
      <w:r w:rsidR="000E1451">
        <w:rPr>
          <w:rFonts w:cs="Georgia"/>
          <w:kern w:val="1"/>
        </w:rPr>
        <w:t>.</w:t>
      </w:r>
    </w:p>
    <w:p w14:paraId="0DF3FD2D" w14:textId="77777777" w:rsidR="000E1451" w:rsidRDefault="000E1451" w:rsidP="00BE611A">
      <w:pPr>
        <w:rPr>
          <w:rFonts w:cs="Georgia"/>
          <w:kern w:val="1"/>
        </w:rPr>
      </w:pPr>
      <w:r>
        <w:rPr>
          <w:rFonts w:cs="Georgia"/>
          <w:kern w:val="1"/>
        </w:rPr>
        <w:t>— </w:t>
      </w:r>
      <w:r w:rsidR="00BE611A">
        <w:rPr>
          <w:rFonts w:cs="Georgia"/>
          <w:kern w:val="1"/>
        </w:rPr>
        <w:t>Vous sortez de chez mon oncle</w:t>
      </w:r>
      <w:r>
        <w:rPr>
          <w:rFonts w:cs="Georgia"/>
          <w:kern w:val="1"/>
        </w:rPr>
        <w:t xml:space="preserve"> ? </w:t>
      </w:r>
      <w:r w:rsidR="00BE611A">
        <w:rPr>
          <w:rFonts w:cs="Georgia"/>
          <w:kern w:val="1"/>
        </w:rPr>
        <w:t>dit-elle</w:t>
      </w:r>
      <w:r>
        <w:rPr>
          <w:rFonts w:cs="Georgia"/>
          <w:kern w:val="1"/>
        </w:rPr>
        <w:t>.</w:t>
      </w:r>
    </w:p>
    <w:p w14:paraId="644470C7" w14:textId="77777777" w:rsidR="000E1451" w:rsidRDefault="000E1451" w:rsidP="00BE611A">
      <w:pPr>
        <w:rPr>
          <w:rFonts w:cs="Georgia"/>
          <w:kern w:val="1"/>
        </w:rPr>
      </w:pPr>
      <w:r>
        <w:rPr>
          <w:rFonts w:cs="Georgia"/>
          <w:kern w:val="1"/>
        </w:rPr>
        <w:t>— </w:t>
      </w:r>
      <w:r w:rsidR="00BE611A">
        <w:rPr>
          <w:rFonts w:cs="Georgia"/>
          <w:kern w:val="1"/>
        </w:rPr>
        <w:t>Oui</w:t>
      </w:r>
      <w:r>
        <w:rPr>
          <w:rFonts w:cs="Georgia"/>
          <w:kern w:val="1"/>
        </w:rPr>
        <w:t xml:space="preserve">. </w:t>
      </w:r>
      <w:r w:rsidR="00BE611A">
        <w:rPr>
          <w:rFonts w:cs="Georgia"/>
          <w:kern w:val="1"/>
        </w:rPr>
        <w:t>Et j</w:t>
      </w:r>
      <w:r>
        <w:rPr>
          <w:rFonts w:cs="Georgia"/>
          <w:kern w:val="1"/>
        </w:rPr>
        <w:t>’</w:t>
      </w:r>
      <w:r w:rsidR="00BE611A">
        <w:rPr>
          <w:rFonts w:cs="Georgia"/>
          <w:kern w:val="1"/>
        </w:rPr>
        <w:t>y ai appris que Château-Thierry vient de tomber</w:t>
      </w:r>
      <w:r>
        <w:rPr>
          <w:rFonts w:cs="Georgia"/>
          <w:kern w:val="1"/>
        </w:rPr>
        <w:t xml:space="preserve">, </w:t>
      </w:r>
      <w:r w:rsidR="00BE611A">
        <w:rPr>
          <w:rFonts w:cs="Georgia"/>
          <w:kern w:val="1"/>
        </w:rPr>
        <w:t>et que votre artillerie bombarde Paris</w:t>
      </w:r>
      <w:r>
        <w:rPr>
          <w:rFonts w:cs="Georgia"/>
          <w:kern w:val="1"/>
        </w:rPr>
        <w:t>.</w:t>
      </w:r>
    </w:p>
    <w:p w14:paraId="30A75C6F" w14:textId="77777777" w:rsidR="000E1451" w:rsidRDefault="00BE611A" w:rsidP="00BE611A">
      <w:pPr>
        <w:rPr>
          <w:rFonts w:cs="Georgia"/>
          <w:kern w:val="1"/>
        </w:rPr>
      </w:pPr>
      <w:r>
        <w:rPr>
          <w:rFonts w:cs="Georgia"/>
          <w:kern w:val="1"/>
        </w:rPr>
        <w:t>Elle baissa la tête</w:t>
      </w:r>
      <w:r w:rsidR="000E1451">
        <w:rPr>
          <w:rFonts w:cs="Georgia"/>
          <w:kern w:val="1"/>
        </w:rPr>
        <w:t>.</w:t>
      </w:r>
    </w:p>
    <w:p w14:paraId="1F91D582" w14:textId="77777777" w:rsidR="000E1451" w:rsidRDefault="000E1451" w:rsidP="00BE611A">
      <w:pPr>
        <w:rPr>
          <w:rFonts w:cs="Georgia"/>
          <w:kern w:val="1"/>
        </w:rPr>
      </w:pPr>
      <w:r>
        <w:rPr>
          <w:rFonts w:cs="Georgia"/>
          <w:kern w:val="1"/>
        </w:rPr>
        <w:t>— </w:t>
      </w:r>
      <w:r w:rsidR="00BE611A">
        <w:rPr>
          <w:rFonts w:cs="Georgia"/>
          <w:kern w:val="1"/>
        </w:rPr>
        <w:t>Chacun de nous a ses chagrins</w:t>
      </w:r>
      <w:r>
        <w:rPr>
          <w:rFonts w:cs="Georgia"/>
          <w:kern w:val="1"/>
        </w:rPr>
        <w:t xml:space="preserve">, </w:t>
      </w:r>
      <w:r w:rsidR="00BE611A">
        <w:rPr>
          <w:rFonts w:cs="Georgia"/>
          <w:kern w:val="1"/>
        </w:rPr>
        <w:t>murmura-t-elle</w:t>
      </w:r>
      <w:r>
        <w:rPr>
          <w:rFonts w:cs="Georgia"/>
          <w:kern w:val="1"/>
        </w:rPr>
        <w:t>.</w:t>
      </w:r>
    </w:p>
    <w:p w14:paraId="38B8A522" w14:textId="77777777" w:rsidR="000E1451" w:rsidRDefault="000E1451" w:rsidP="00BE611A">
      <w:pPr>
        <w:rPr>
          <w:rFonts w:cs="Georgia"/>
          <w:kern w:val="1"/>
        </w:rPr>
      </w:pPr>
      <w:r>
        <w:rPr>
          <w:rFonts w:cs="Georgia"/>
          <w:kern w:val="1"/>
        </w:rPr>
        <w:t>— </w:t>
      </w:r>
      <w:r w:rsidR="00BE611A">
        <w:rPr>
          <w:rFonts w:cs="Georgia"/>
          <w:kern w:val="1"/>
        </w:rPr>
        <w:t>J</w:t>
      </w:r>
      <w:r>
        <w:rPr>
          <w:rFonts w:cs="Georgia"/>
          <w:kern w:val="1"/>
        </w:rPr>
        <w:t>’</w:t>
      </w:r>
      <w:r w:rsidR="00BE611A">
        <w:rPr>
          <w:rFonts w:cs="Georgia"/>
          <w:kern w:val="1"/>
        </w:rPr>
        <w:t>y ai vu aussi</w:t>
      </w:r>
      <w:r>
        <w:rPr>
          <w:rFonts w:cs="Georgia"/>
          <w:kern w:val="1"/>
        </w:rPr>
        <w:t xml:space="preserve">, </w:t>
      </w:r>
      <w:r w:rsidR="00BE611A">
        <w:rPr>
          <w:rFonts w:cs="Georgia"/>
          <w:kern w:val="1"/>
        </w:rPr>
        <w:t>continuai-je</w:t>
      </w:r>
      <w:r>
        <w:rPr>
          <w:rFonts w:cs="Georgia"/>
          <w:kern w:val="1"/>
        </w:rPr>
        <w:t xml:space="preserve">, </w:t>
      </w:r>
      <w:r w:rsidR="00BE611A">
        <w:rPr>
          <w:rFonts w:cs="Georgia"/>
          <w:kern w:val="1"/>
        </w:rPr>
        <w:t>une superbe collection de soldats de plomb qu</w:t>
      </w:r>
      <w:r>
        <w:rPr>
          <w:rFonts w:cs="Georgia"/>
          <w:kern w:val="1"/>
        </w:rPr>
        <w:t>’</w:t>
      </w:r>
      <w:r w:rsidR="00BE611A">
        <w:rPr>
          <w:rFonts w:cs="Georgia"/>
          <w:kern w:val="1"/>
        </w:rPr>
        <w:t>il rapporte de Berlin</w:t>
      </w:r>
      <w:r>
        <w:rPr>
          <w:rFonts w:cs="Georgia"/>
          <w:kern w:val="1"/>
        </w:rPr>
        <w:t>.</w:t>
      </w:r>
    </w:p>
    <w:p w14:paraId="1EA3D914" w14:textId="77777777" w:rsidR="000E1451" w:rsidRDefault="000E1451" w:rsidP="00BE611A">
      <w:pPr>
        <w:rPr>
          <w:rFonts w:cs="Georgia"/>
          <w:kern w:val="1"/>
        </w:rPr>
      </w:pPr>
      <w:r>
        <w:rPr>
          <w:rFonts w:cs="Georgia"/>
          <w:kern w:val="1"/>
        </w:rPr>
        <w:t>— </w:t>
      </w:r>
      <w:r w:rsidR="00BE611A">
        <w:rPr>
          <w:rFonts w:cs="Georgia"/>
          <w:kern w:val="1"/>
        </w:rPr>
        <w:t>Il en a acheté beaucoup</w:t>
      </w:r>
      <w:r>
        <w:rPr>
          <w:rFonts w:cs="Georgia"/>
          <w:kern w:val="1"/>
        </w:rPr>
        <w:t xml:space="preserve"> ? </w:t>
      </w:r>
      <w:r w:rsidR="00BE611A">
        <w:rPr>
          <w:rFonts w:cs="Georgia"/>
          <w:kern w:val="1"/>
        </w:rPr>
        <w:t>demanda-t-elle sur un ton de fausse indifférence</w:t>
      </w:r>
      <w:r>
        <w:rPr>
          <w:rFonts w:cs="Georgia"/>
          <w:kern w:val="1"/>
        </w:rPr>
        <w:t>.</w:t>
      </w:r>
    </w:p>
    <w:p w14:paraId="0ECB91EF" w14:textId="77777777" w:rsidR="000E1451" w:rsidRDefault="000E1451" w:rsidP="00BE611A">
      <w:pPr>
        <w:rPr>
          <w:rFonts w:cs="Georgia"/>
          <w:kern w:val="1"/>
        </w:rPr>
      </w:pPr>
      <w:r>
        <w:rPr>
          <w:rFonts w:cs="Georgia"/>
          <w:kern w:val="1"/>
        </w:rPr>
        <w:t>— </w:t>
      </w:r>
      <w:r w:rsidR="00BE611A">
        <w:rPr>
          <w:rFonts w:cs="Georgia"/>
          <w:kern w:val="1"/>
        </w:rPr>
        <w:t>Beaucoup</w:t>
      </w:r>
      <w:r>
        <w:rPr>
          <w:rFonts w:cs="Georgia"/>
          <w:kern w:val="1"/>
        </w:rPr>
        <w:t>.</w:t>
      </w:r>
    </w:p>
    <w:p w14:paraId="32AA441C" w14:textId="77777777" w:rsidR="000E1451" w:rsidRDefault="000E1451" w:rsidP="00BE611A">
      <w:pPr>
        <w:rPr>
          <w:rFonts w:cs="Georgia"/>
          <w:kern w:val="1"/>
        </w:rPr>
      </w:pPr>
      <w:r>
        <w:rPr>
          <w:rFonts w:cs="Georgia"/>
          <w:kern w:val="1"/>
        </w:rPr>
        <w:t>— </w:t>
      </w:r>
      <w:r w:rsidR="00BE611A">
        <w:rPr>
          <w:rFonts w:cs="Georgia"/>
          <w:kern w:val="1"/>
        </w:rPr>
        <w:t>Autant que la dernière fois</w:t>
      </w:r>
      <w:r>
        <w:rPr>
          <w:rFonts w:cs="Georgia"/>
          <w:kern w:val="1"/>
        </w:rPr>
        <w:t> ?</w:t>
      </w:r>
    </w:p>
    <w:p w14:paraId="4903A82F" w14:textId="77777777" w:rsidR="000E1451" w:rsidRDefault="000E1451" w:rsidP="00BE611A">
      <w:pPr>
        <w:rPr>
          <w:rFonts w:cs="Georgia"/>
          <w:kern w:val="1"/>
        </w:rPr>
      </w:pPr>
      <w:r>
        <w:rPr>
          <w:rFonts w:cs="Georgia"/>
          <w:kern w:val="1"/>
        </w:rPr>
        <w:t>— </w:t>
      </w:r>
      <w:r w:rsidR="00BE611A">
        <w:rPr>
          <w:rFonts w:cs="Georgia"/>
          <w:kern w:val="1"/>
        </w:rPr>
        <w:t>Plus</w:t>
      </w:r>
      <w:r>
        <w:rPr>
          <w:rFonts w:cs="Georgia"/>
          <w:kern w:val="1"/>
        </w:rPr>
        <w:t>.</w:t>
      </w:r>
    </w:p>
    <w:p w14:paraId="2C57EDE4" w14:textId="77777777" w:rsidR="000E1451" w:rsidRDefault="00BE611A" w:rsidP="00BE611A">
      <w:pPr>
        <w:rPr>
          <w:rFonts w:cs="Georgia"/>
          <w:kern w:val="1"/>
        </w:rPr>
      </w:pPr>
      <w:r>
        <w:rPr>
          <w:rFonts w:cs="Georgia"/>
          <w:kern w:val="1"/>
        </w:rPr>
        <w:t>Elle n</w:t>
      </w:r>
      <w:r w:rsidR="000E1451">
        <w:rPr>
          <w:rFonts w:cs="Georgia"/>
          <w:kern w:val="1"/>
        </w:rPr>
        <w:t>’</w:t>
      </w:r>
      <w:r>
        <w:rPr>
          <w:rFonts w:cs="Georgia"/>
          <w:kern w:val="1"/>
        </w:rPr>
        <w:t>insista point</w:t>
      </w:r>
      <w:r w:rsidR="000E1451">
        <w:rPr>
          <w:rFonts w:cs="Georgia"/>
          <w:kern w:val="1"/>
        </w:rPr>
        <w:t xml:space="preserve">, </w:t>
      </w:r>
      <w:r>
        <w:rPr>
          <w:rFonts w:cs="Georgia"/>
          <w:kern w:val="1"/>
        </w:rPr>
        <w:t>mais une expression de découragement infini envahit son visage</w:t>
      </w:r>
      <w:r w:rsidR="000E1451">
        <w:rPr>
          <w:rFonts w:cs="Georgia"/>
          <w:kern w:val="1"/>
        </w:rPr>
        <w:t xml:space="preserve">. </w:t>
      </w:r>
      <w:r>
        <w:rPr>
          <w:rFonts w:cs="Georgia"/>
          <w:kern w:val="1"/>
        </w:rPr>
        <w:t>Elle ne pouvait savoir que j</w:t>
      </w:r>
      <w:r w:rsidR="000E1451">
        <w:rPr>
          <w:rFonts w:cs="Georgia"/>
          <w:kern w:val="1"/>
        </w:rPr>
        <w:t>’</w:t>
      </w:r>
      <w:r>
        <w:rPr>
          <w:rFonts w:cs="Georgia"/>
          <w:kern w:val="1"/>
        </w:rPr>
        <w:t>étais au courant du véritable motif de ses soucis</w:t>
      </w:r>
      <w:r w:rsidR="000E1451">
        <w:rPr>
          <w:rFonts w:cs="Georgia"/>
          <w:kern w:val="1"/>
        </w:rPr>
        <w:t xml:space="preserve">, </w:t>
      </w:r>
      <w:r>
        <w:rPr>
          <w:rFonts w:cs="Georgia"/>
          <w:kern w:val="1"/>
        </w:rPr>
        <w:t>sinon sa fierté lui eût fait surmonter l</w:t>
      </w:r>
      <w:r w:rsidR="000E1451">
        <w:rPr>
          <w:rFonts w:cs="Georgia"/>
          <w:kern w:val="1"/>
        </w:rPr>
        <w:t>’</w:t>
      </w:r>
      <w:r>
        <w:rPr>
          <w:rFonts w:cs="Georgia"/>
          <w:kern w:val="1"/>
        </w:rPr>
        <w:t>abattement où la plongeaient les dispendieux enfantillages de son oncle</w:t>
      </w:r>
      <w:r w:rsidR="000E1451">
        <w:rPr>
          <w:rFonts w:cs="Georgia"/>
          <w:kern w:val="1"/>
        </w:rPr>
        <w:t>.</w:t>
      </w:r>
    </w:p>
    <w:p w14:paraId="444DFD00" w14:textId="77777777" w:rsidR="00BE611A" w:rsidRDefault="00BE611A" w:rsidP="00BE611A">
      <w:pPr>
        <w:rPr>
          <w:rFonts w:cs="Georgia"/>
          <w:kern w:val="1"/>
        </w:rPr>
      </w:pPr>
    </w:p>
    <w:p w14:paraId="7EEFB32D" w14:textId="77777777" w:rsidR="000E1451" w:rsidRDefault="00BE611A" w:rsidP="00BE611A">
      <w:pPr>
        <w:rPr>
          <w:rFonts w:cs="Georgia"/>
          <w:kern w:val="1"/>
        </w:rPr>
      </w:pPr>
      <w:r>
        <w:rPr>
          <w:rFonts w:cs="Georgia"/>
          <w:kern w:val="1"/>
        </w:rPr>
        <w:t>Dès le milieu de juin</w:t>
      </w:r>
      <w:r w:rsidR="000E1451">
        <w:rPr>
          <w:rFonts w:cs="Georgia"/>
          <w:kern w:val="1"/>
        </w:rPr>
        <w:t xml:space="preserve">, </w:t>
      </w:r>
      <w:r>
        <w:rPr>
          <w:rFonts w:cs="Georgia"/>
          <w:kern w:val="1"/>
        </w:rPr>
        <w:t>la chaleur commença à devenir insupportable</w:t>
      </w:r>
      <w:r w:rsidR="000E1451">
        <w:rPr>
          <w:rFonts w:cs="Georgia"/>
          <w:kern w:val="1"/>
        </w:rPr>
        <w:t xml:space="preserve">. </w:t>
      </w:r>
      <w:r>
        <w:rPr>
          <w:rFonts w:cs="Georgia"/>
          <w:kern w:val="1"/>
        </w:rPr>
        <w:t>Sous un ciel d</w:t>
      </w:r>
      <w:r w:rsidR="000E1451">
        <w:rPr>
          <w:rFonts w:cs="Georgia"/>
          <w:kern w:val="1"/>
        </w:rPr>
        <w:t>’</w:t>
      </w:r>
      <w:r>
        <w:rPr>
          <w:rFonts w:cs="Georgia"/>
          <w:kern w:val="1"/>
        </w:rPr>
        <w:t>une blancheur mate et éteinte</w:t>
      </w:r>
      <w:r w:rsidR="000E1451">
        <w:rPr>
          <w:rFonts w:cs="Georgia"/>
          <w:kern w:val="1"/>
        </w:rPr>
        <w:t xml:space="preserve">, </w:t>
      </w:r>
      <w:r>
        <w:rPr>
          <w:rFonts w:cs="Georgia"/>
          <w:kern w:val="1"/>
        </w:rPr>
        <w:lastRenderedPageBreak/>
        <w:t>la lourde barre de la mer</w:t>
      </w:r>
      <w:r w:rsidR="000E1451">
        <w:rPr>
          <w:rFonts w:cs="Georgia"/>
          <w:kern w:val="1"/>
        </w:rPr>
        <w:t xml:space="preserve">, </w:t>
      </w:r>
      <w:r>
        <w:rPr>
          <w:rFonts w:cs="Georgia"/>
          <w:kern w:val="1"/>
        </w:rPr>
        <w:t>à l</w:t>
      </w:r>
      <w:r w:rsidR="000E1451">
        <w:rPr>
          <w:rFonts w:cs="Georgia"/>
          <w:kern w:val="1"/>
        </w:rPr>
        <w:t>’</w:t>
      </w:r>
      <w:r>
        <w:rPr>
          <w:rFonts w:cs="Georgia"/>
          <w:kern w:val="1"/>
        </w:rPr>
        <w:t>horizon</w:t>
      </w:r>
      <w:r w:rsidR="000E1451">
        <w:rPr>
          <w:rFonts w:cs="Georgia"/>
          <w:kern w:val="1"/>
        </w:rPr>
        <w:t xml:space="preserve">, </w:t>
      </w:r>
      <w:r>
        <w:rPr>
          <w:rFonts w:cs="Georgia"/>
          <w:kern w:val="1"/>
        </w:rPr>
        <w:t>prit les reflets ternes du plomb fondu</w:t>
      </w:r>
      <w:r w:rsidR="000E1451">
        <w:rPr>
          <w:rFonts w:cs="Georgia"/>
          <w:kern w:val="1"/>
        </w:rPr>
        <w:t xml:space="preserve">. </w:t>
      </w:r>
      <w:r>
        <w:rPr>
          <w:rFonts w:cs="Georgia"/>
          <w:kern w:val="1"/>
        </w:rPr>
        <w:t>L</w:t>
      </w:r>
      <w:r w:rsidR="000E1451">
        <w:rPr>
          <w:rFonts w:cs="Georgia"/>
          <w:kern w:val="1"/>
        </w:rPr>
        <w:t>’</w:t>
      </w:r>
      <w:r>
        <w:rPr>
          <w:rFonts w:cs="Georgia"/>
          <w:kern w:val="1"/>
        </w:rPr>
        <w:t>eau se retirait des marais</w:t>
      </w:r>
      <w:r w:rsidR="000E1451">
        <w:rPr>
          <w:rFonts w:cs="Georgia"/>
          <w:kern w:val="1"/>
        </w:rPr>
        <w:t xml:space="preserve">, </w:t>
      </w:r>
      <w:r>
        <w:rPr>
          <w:rFonts w:cs="Georgia"/>
          <w:kern w:val="1"/>
        </w:rPr>
        <w:t>laissant à découvert des plaines boueuses et verdâtres</w:t>
      </w:r>
      <w:r w:rsidR="000E1451">
        <w:rPr>
          <w:rFonts w:cs="Georgia"/>
          <w:kern w:val="1"/>
        </w:rPr>
        <w:t xml:space="preserve">. </w:t>
      </w:r>
      <w:r>
        <w:rPr>
          <w:rFonts w:cs="Georgia"/>
          <w:kern w:val="1"/>
        </w:rPr>
        <w:t>Les moustiques se mirent à éclore à profusion</w:t>
      </w:r>
      <w:r w:rsidR="000E1451">
        <w:rPr>
          <w:rFonts w:cs="Georgia"/>
          <w:kern w:val="1"/>
        </w:rPr>
        <w:t xml:space="preserve">. </w:t>
      </w:r>
      <w:r>
        <w:rPr>
          <w:rFonts w:cs="Georgia"/>
          <w:kern w:val="1"/>
        </w:rPr>
        <w:t>Dans nos baraques</w:t>
      </w:r>
      <w:r w:rsidR="000E1451">
        <w:rPr>
          <w:rFonts w:cs="Georgia"/>
          <w:kern w:val="1"/>
        </w:rPr>
        <w:t xml:space="preserve">, </w:t>
      </w:r>
      <w:r>
        <w:rPr>
          <w:rFonts w:cs="Georgia"/>
          <w:kern w:val="1"/>
        </w:rPr>
        <w:t>il devint impossible de dormir</w:t>
      </w:r>
      <w:r w:rsidR="000E1451">
        <w:rPr>
          <w:rFonts w:cs="Georgia"/>
          <w:kern w:val="1"/>
        </w:rPr>
        <w:t xml:space="preserve">. </w:t>
      </w:r>
      <w:r>
        <w:rPr>
          <w:rFonts w:cs="Georgia"/>
          <w:kern w:val="1"/>
        </w:rPr>
        <w:t>Ce fut vers cette époque qu</w:t>
      </w:r>
      <w:r w:rsidR="000E1451">
        <w:rPr>
          <w:rFonts w:cs="Georgia"/>
          <w:kern w:val="1"/>
        </w:rPr>
        <w:t>’</w:t>
      </w:r>
      <w:r>
        <w:rPr>
          <w:rFonts w:cs="Georgia"/>
          <w:kern w:val="1"/>
        </w:rPr>
        <w:t>on nous expédia quelques-uns des prisonniers faits par les Allemands au cours de leurs récentes victoires</w:t>
      </w:r>
      <w:r w:rsidR="000E1451">
        <w:rPr>
          <w:rFonts w:cs="Georgia"/>
          <w:kern w:val="1"/>
        </w:rPr>
        <w:t xml:space="preserve">. </w:t>
      </w:r>
      <w:r>
        <w:rPr>
          <w:rFonts w:cs="Georgia"/>
          <w:kern w:val="1"/>
        </w:rPr>
        <w:t>En leurs yeux vivait encore l</w:t>
      </w:r>
      <w:r w:rsidR="000E1451">
        <w:rPr>
          <w:rFonts w:cs="Georgia"/>
          <w:kern w:val="1"/>
        </w:rPr>
        <w:t>’</w:t>
      </w:r>
      <w:r>
        <w:rPr>
          <w:rFonts w:cs="Georgia"/>
          <w:kern w:val="1"/>
        </w:rPr>
        <w:t>horreur de l</w:t>
      </w:r>
      <w:r w:rsidR="000E1451">
        <w:rPr>
          <w:rFonts w:cs="Georgia"/>
          <w:kern w:val="1"/>
        </w:rPr>
        <w:t>’</w:t>
      </w:r>
      <w:r>
        <w:rPr>
          <w:rFonts w:cs="Georgia"/>
          <w:kern w:val="1"/>
        </w:rPr>
        <w:t>enfer auquel ils venaient d</w:t>
      </w:r>
      <w:r w:rsidR="000E1451">
        <w:rPr>
          <w:rFonts w:cs="Georgia"/>
          <w:kern w:val="1"/>
        </w:rPr>
        <w:t>’</w:t>
      </w:r>
      <w:r>
        <w:rPr>
          <w:rFonts w:cs="Georgia"/>
          <w:kern w:val="1"/>
        </w:rPr>
        <w:t>échapper</w:t>
      </w:r>
      <w:r w:rsidR="000E1451">
        <w:rPr>
          <w:rFonts w:cs="Georgia"/>
          <w:kern w:val="1"/>
        </w:rPr>
        <w:t xml:space="preserve">. </w:t>
      </w:r>
      <w:r>
        <w:rPr>
          <w:rFonts w:cs="Georgia"/>
          <w:kern w:val="1"/>
        </w:rPr>
        <w:t>Ils étaient comme hébétés</w:t>
      </w:r>
      <w:r w:rsidR="000E1451">
        <w:rPr>
          <w:rFonts w:cs="Georgia"/>
          <w:kern w:val="1"/>
        </w:rPr>
        <w:t xml:space="preserve">. </w:t>
      </w:r>
      <w:r>
        <w:rPr>
          <w:rFonts w:cs="Georgia"/>
          <w:kern w:val="1"/>
        </w:rPr>
        <w:t>Ils ne répondaient que par monosyllabes</w:t>
      </w:r>
      <w:r w:rsidR="000E1451">
        <w:rPr>
          <w:rFonts w:cs="Georgia"/>
          <w:kern w:val="1"/>
        </w:rPr>
        <w:t xml:space="preserve">. </w:t>
      </w:r>
      <w:r>
        <w:rPr>
          <w:rFonts w:cs="Georgia"/>
          <w:kern w:val="1"/>
        </w:rPr>
        <w:t>Presque tous appartenaient aux très jeunes classes</w:t>
      </w:r>
      <w:r w:rsidR="000E1451">
        <w:rPr>
          <w:rFonts w:cs="Georgia"/>
          <w:kern w:val="1"/>
        </w:rPr>
        <w:t xml:space="preserve">. </w:t>
      </w:r>
      <w:r>
        <w:rPr>
          <w:rFonts w:cs="Georgia"/>
          <w:kern w:val="1"/>
        </w:rPr>
        <w:t>Si parmi eux se trouvaient quelques vieux réservistes</w:t>
      </w:r>
      <w:r w:rsidR="000E1451">
        <w:rPr>
          <w:rFonts w:cs="Georgia"/>
          <w:kern w:val="1"/>
        </w:rPr>
        <w:t xml:space="preserve">, </w:t>
      </w:r>
      <w:r>
        <w:rPr>
          <w:rFonts w:cs="Georgia"/>
          <w:kern w:val="1"/>
        </w:rPr>
        <w:t>c</w:t>
      </w:r>
      <w:r w:rsidR="000E1451">
        <w:rPr>
          <w:rFonts w:cs="Georgia"/>
          <w:kern w:val="1"/>
        </w:rPr>
        <w:t>’</w:t>
      </w:r>
      <w:r>
        <w:rPr>
          <w:rFonts w:cs="Georgia"/>
          <w:kern w:val="1"/>
        </w:rPr>
        <w:t>étaient des hommes qui avaient repris jusqu</w:t>
      </w:r>
      <w:r w:rsidR="000E1451">
        <w:rPr>
          <w:rFonts w:cs="Georgia"/>
          <w:kern w:val="1"/>
        </w:rPr>
        <w:t>’</w:t>
      </w:r>
      <w:r>
        <w:rPr>
          <w:rFonts w:cs="Georgia"/>
          <w:kern w:val="1"/>
        </w:rPr>
        <w:t>à trois et quatre fois le chemin du front</w:t>
      </w:r>
      <w:r w:rsidR="000E1451">
        <w:rPr>
          <w:rFonts w:cs="Georgia"/>
          <w:kern w:val="1"/>
        </w:rPr>
        <w:t xml:space="preserve">, </w:t>
      </w:r>
      <w:r>
        <w:rPr>
          <w:rFonts w:cs="Georgia"/>
          <w:kern w:val="1"/>
        </w:rPr>
        <w:t>malgré des blessures qui auraient dû les en exempter pour le reste de leur vie</w:t>
      </w:r>
      <w:r w:rsidR="000E1451">
        <w:rPr>
          <w:rFonts w:cs="Georgia"/>
          <w:kern w:val="1"/>
        </w:rPr>
        <w:t xml:space="preserve">. </w:t>
      </w:r>
      <w:r>
        <w:rPr>
          <w:rFonts w:cs="Georgia"/>
          <w:kern w:val="1"/>
        </w:rPr>
        <w:t>Bien mieux que les communiqués ennemis</w:t>
      </w:r>
      <w:r w:rsidR="000E1451">
        <w:rPr>
          <w:rFonts w:cs="Georgia"/>
          <w:kern w:val="1"/>
        </w:rPr>
        <w:t xml:space="preserve">, </w:t>
      </w:r>
      <w:r>
        <w:rPr>
          <w:rFonts w:cs="Georgia"/>
          <w:kern w:val="1"/>
        </w:rPr>
        <w:t>ils nous apportaient la démonstration tragique de l</w:t>
      </w:r>
      <w:r w:rsidR="000E1451">
        <w:rPr>
          <w:rFonts w:cs="Georgia"/>
          <w:kern w:val="1"/>
        </w:rPr>
        <w:t>’</w:t>
      </w:r>
      <w:r>
        <w:rPr>
          <w:rFonts w:cs="Georgia"/>
          <w:kern w:val="1"/>
        </w:rPr>
        <w:t>usure de la France</w:t>
      </w:r>
      <w:r w:rsidR="000E1451">
        <w:rPr>
          <w:rFonts w:cs="Georgia"/>
          <w:kern w:val="1"/>
        </w:rPr>
        <w:t>.</w:t>
      </w:r>
    </w:p>
    <w:p w14:paraId="4CB9BECE" w14:textId="77777777" w:rsidR="000E1451" w:rsidRDefault="00BE611A" w:rsidP="00BE611A">
      <w:pPr>
        <w:rPr>
          <w:rFonts w:cs="Georgia"/>
          <w:kern w:val="1"/>
        </w:rPr>
      </w:pPr>
      <w:r>
        <w:rPr>
          <w:rFonts w:cs="Georgia"/>
          <w:kern w:val="1"/>
        </w:rPr>
        <w:t>La première fois qu</w:t>
      </w:r>
      <w:r w:rsidR="000E1451">
        <w:rPr>
          <w:rFonts w:cs="Georgia"/>
          <w:kern w:val="1"/>
        </w:rPr>
        <w:t>’</w:t>
      </w:r>
      <w:r>
        <w:rPr>
          <w:rFonts w:cs="Georgia"/>
          <w:kern w:val="1"/>
        </w:rPr>
        <w:t>Axelle les vit</w:t>
      </w:r>
      <w:r w:rsidR="000E1451">
        <w:rPr>
          <w:rFonts w:cs="Georgia"/>
          <w:kern w:val="1"/>
        </w:rPr>
        <w:t xml:space="preserve">, </w:t>
      </w:r>
      <w:r>
        <w:rPr>
          <w:rFonts w:cs="Georgia"/>
          <w:kern w:val="1"/>
        </w:rPr>
        <w:t>elle tressaillit à l</w:t>
      </w:r>
      <w:r w:rsidR="000E1451">
        <w:rPr>
          <w:rFonts w:cs="Georgia"/>
          <w:kern w:val="1"/>
        </w:rPr>
        <w:t>’</w:t>
      </w:r>
      <w:r>
        <w:rPr>
          <w:rFonts w:cs="Georgia"/>
          <w:kern w:val="1"/>
        </w:rPr>
        <w:t>aspect de tant de misère physique</w:t>
      </w:r>
      <w:r w:rsidR="000E1451">
        <w:rPr>
          <w:rFonts w:cs="Georgia"/>
          <w:kern w:val="1"/>
        </w:rPr>
        <w:t xml:space="preserve">. </w:t>
      </w:r>
      <w:r>
        <w:rPr>
          <w:rFonts w:cs="Georgia"/>
          <w:kern w:val="1"/>
        </w:rPr>
        <w:t>Elle qui ne faisait jamais allusion à la guerre</w:t>
      </w:r>
      <w:r w:rsidR="000E1451">
        <w:rPr>
          <w:rFonts w:cs="Georgia"/>
          <w:kern w:val="1"/>
        </w:rPr>
        <w:t xml:space="preserve">, </w:t>
      </w:r>
      <w:r>
        <w:rPr>
          <w:rFonts w:cs="Georgia"/>
          <w:kern w:val="1"/>
        </w:rPr>
        <w:t>elle ne put s</w:t>
      </w:r>
      <w:r w:rsidR="000E1451">
        <w:rPr>
          <w:rFonts w:cs="Georgia"/>
          <w:kern w:val="1"/>
        </w:rPr>
        <w:t>’</w:t>
      </w:r>
      <w:r>
        <w:rPr>
          <w:rFonts w:cs="Georgia"/>
          <w:kern w:val="1"/>
        </w:rPr>
        <w:t>empêcher de s</w:t>
      </w:r>
      <w:r w:rsidR="000E1451">
        <w:rPr>
          <w:rFonts w:cs="Georgia"/>
          <w:kern w:val="1"/>
        </w:rPr>
        <w:t>’</w:t>
      </w:r>
      <w:r>
        <w:rPr>
          <w:rFonts w:cs="Georgia"/>
          <w:kern w:val="1"/>
        </w:rPr>
        <w:t>écrier</w:t>
      </w:r>
      <w:r w:rsidR="000E1451">
        <w:rPr>
          <w:rFonts w:cs="Georgia"/>
          <w:kern w:val="1"/>
        </w:rPr>
        <w:t> :</w:t>
      </w:r>
    </w:p>
    <w:p w14:paraId="0CD9CF9D" w14:textId="77777777" w:rsidR="000E1451" w:rsidRDefault="000E1451" w:rsidP="00BE611A">
      <w:pPr>
        <w:rPr>
          <w:rFonts w:cs="Georgia"/>
          <w:kern w:val="1"/>
        </w:rPr>
      </w:pPr>
      <w:r>
        <w:rPr>
          <w:rFonts w:cs="Georgia"/>
          <w:kern w:val="1"/>
        </w:rPr>
        <w:t>— </w:t>
      </w:r>
      <w:r w:rsidR="00BE611A">
        <w:rPr>
          <w:rFonts w:cs="Georgia"/>
          <w:kern w:val="1"/>
        </w:rPr>
        <w:t>Des enfants</w:t>
      </w:r>
      <w:r>
        <w:rPr>
          <w:rFonts w:cs="Georgia"/>
          <w:kern w:val="1"/>
        </w:rPr>
        <w:t xml:space="preserve"> ! </w:t>
      </w:r>
      <w:r w:rsidR="00BE611A">
        <w:rPr>
          <w:rFonts w:cs="Georgia"/>
          <w:kern w:val="1"/>
        </w:rPr>
        <w:t>des enfants ou des infirmes</w:t>
      </w:r>
      <w:r>
        <w:rPr>
          <w:rFonts w:cs="Georgia"/>
          <w:kern w:val="1"/>
        </w:rPr>
        <w:t xml:space="preserve"> ! </w:t>
      </w:r>
      <w:r w:rsidR="00BE611A">
        <w:rPr>
          <w:rFonts w:cs="Georgia"/>
          <w:kern w:val="1"/>
        </w:rPr>
        <w:t>Comment peut-on avoir le cœur de faire se battre d</w:t>
      </w:r>
      <w:r>
        <w:rPr>
          <w:rFonts w:cs="Georgia"/>
          <w:kern w:val="1"/>
        </w:rPr>
        <w:t>’</w:t>
      </w:r>
      <w:r w:rsidR="00BE611A">
        <w:rPr>
          <w:rFonts w:cs="Georgia"/>
          <w:kern w:val="1"/>
        </w:rPr>
        <w:t>aussi pauvres êtres</w:t>
      </w:r>
      <w:r>
        <w:rPr>
          <w:rFonts w:cs="Georgia"/>
          <w:kern w:val="1"/>
        </w:rPr>
        <w:t xml:space="preserve"> ! </w:t>
      </w:r>
      <w:r w:rsidR="00BE611A">
        <w:rPr>
          <w:rFonts w:cs="Georgia"/>
          <w:kern w:val="1"/>
        </w:rPr>
        <w:t>C</w:t>
      </w:r>
      <w:r>
        <w:rPr>
          <w:rFonts w:cs="Georgia"/>
          <w:kern w:val="1"/>
        </w:rPr>
        <w:t>’</w:t>
      </w:r>
      <w:r w:rsidR="00BE611A">
        <w:rPr>
          <w:rFonts w:cs="Georgia"/>
          <w:kern w:val="1"/>
        </w:rPr>
        <w:t>est comme si</w:t>
      </w:r>
      <w:r>
        <w:rPr>
          <w:rFonts w:cs="Georgia"/>
          <w:kern w:val="1"/>
        </w:rPr>
        <w:t xml:space="preserve">, </w:t>
      </w:r>
      <w:r w:rsidR="00BE611A">
        <w:rPr>
          <w:rFonts w:cs="Georgia"/>
          <w:kern w:val="1"/>
        </w:rPr>
        <w:t>chez nous</w:t>
      </w:r>
      <w:r>
        <w:rPr>
          <w:rFonts w:cs="Georgia"/>
          <w:kern w:val="1"/>
        </w:rPr>
        <w:t xml:space="preserve">, </w:t>
      </w:r>
      <w:r w:rsidR="00BE611A">
        <w:rPr>
          <w:rFonts w:cs="Georgia"/>
          <w:kern w:val="1"/>
        </w:rPr>
        <w:t>on renvoyait Gottlieb là-bas</w:t>
      </w:r>
      <w:r>
        <w:rPr>
          <w:rFonts w:cs="Georgia"/>
          <w:kern w:val="1"/>
        </w:rPr>
        <w:t xml:space="preserve">. </w:t>
      </w:r>
      <w:r w:rsidR="00BE611A">
        <w:rPr>
          <w:rFonts w:cs="Georgia"/>
          <w:kern w:val="1"/>
        </w:rPr>
        <w:t>Quand un pays en est à ce point</w:t>
      </w:r>
      <w:r>
        <w:rPr>
          <w:rFonts w:cs="Georgia"/>
          <w:kern w:val="1"/>
        </w:rPr>
        <w:t xml:space="preserve">, </w:t>
      </w:r>
      <w:r w:rsidR="00BE611A">
        <w:rPr>
          <w:rFonts w:cs="Georgia"/>
          <w:kern w:val="1"/>
        </w:rPr>
        <w:t>quel est donc le monstrueux amour-propre qui l</w:t>
      </w:r>
      <w:r>
        <w:rPr>
          <w:rFonts w:cs="Georgia"/>
          <w:kern w:val="1"/>
        </w:rPr>
        <w:t>’</w:t>
      </w:r>
      <w:r w:rsidR="00BE611A">
        <w:rPr>
          <w:rFonts w:cs="Georgia"/>
          <w:kern w:val="1"/>
        </w:rPr>
        <w:t>empêche de déposer les armes</w:t>
      </w:r>
      <w:r>
        <w:rPr>
          <w:rFonts w:cs="Georgia"/>
          <w:kern w:val="1"/>
        </w:rPr>
        <w:t> !</w:t>
      </w:r>
    </w:p>
    <w:p w14:paraId="1AFE674B" w14:textId="77777777" w:rsidR="000E1451" w:rsidRDefault="00BE611A" w:rsidP="00BE611A">
      <w:pPr>
        <w:rPr>
          <w:rFonts w:cs="Georgia"/>
          <w:kern w:val="1"/>
        </w:rPr>
      </w:pPr>
      <w:r>
        <w:rPr>
          <w:rFonts w:cs="Georgia"/>
          <w:kern w:val="1"/>
        </w:rPr>
        <w:t>Elle crut lire un reproche dans mon regard</w:t>
      </w:r>
      <w:r w:rsidR="000E1451">
        <w:rPr>
          <w:rFonts w:cs="Georgia"/>
          <w:kern w:val="1"/>
        </w:rPr>
        <w:t xml:space="preserve">, </w:t>
      </w:r>
      <w:r>
        <w:rPr>
          <w:rFonts w:cs="Georgia"/>
          <w:kern w:val="1"/>
        </w:rPr>
        <w:t>elle se tut</w:t>
      </w:r>
      <w:r w:rsidR="000E1451">
        <w:rPr>
          <w:rFonts w:cs="Georgia"/>
          <w:kern w:val="1"/>
        </w:rPr>
        <w:t>.</w:t>
      </w:r>
    </w:p>
    <w:p w14:paraId="2CCD76FF" w14:textId="77777777" w:rsidR="000E1451" w:rsidRDefault="000E1451" w:rsidP="00BE611A">
      <w:pPr>
        <w:rPr>
          <w:rFonts w:cs="Georgia"/>
          <w:kern w:val="1"/>
        </w:rPr>
      </w:pPr>
      <w:r>
        <w:rPr>
          <w:rFonts w:cs="Georgia"/>
          <w:kern w:val="1"/>
        </w:rPr>
        <w:t>— </w:t>
      </w:r>
      <w:r w:rsidR="00BE611A">
        <w:rPr>
          <w:rFonts w:cs="Georgia"/>
          <w:kern w:val="1"/>
        </w:rPr>
        <w:t>Déposer les armes</w:t>
      </w:r>
      <w:r>
        <w:rPr>
          <w:rFonts w:cs="Georgia"/>
          <w:kern w:val="1"/>
        </w:rPr>
        <w:t xml:space="preserve"> ? </w:t>
      </w:r>
      <w:r w:rsidR="00BE611A">
        <w:rPr>
          <w:rFonts w:cs="Georgia"/>
          <w:kern w:val="1"/>
        </w:rPr>
        <w:t>fis-je avec lenteur</w:t>
      </w:r>
      <w:r>
        <w:rPr>
          <w:rFonts w:cs="Georgia"/>
          <w:kern w:val="1"/>
        </w:rPr>
        <w:t xml:space="preserve">. </w:t>
      </w:r>
      <w:r w:rsidR="00BE611A">
        <w:rPr>
          <w:rFonts w:cs="Georgia"/>
          <w:kern w:val="1"/>
        </w:rPr>
        <w:t>Nous ne sommes plus bien éloignés de ce moment</w:t>
      </w:r>
      <w:r>
        <w:rPr>
          <w:rFonts w:cs="Georgia"/>
          <w:kern w:val="1"/>
        </w:rPr>
        <w:t xml:space="preserve">. </w:t>
      </w:r>
      <w:r w:rsidR="00BE611A">
        <w:rPr>
          <w:rFonts w:cs="Georgia"/>
          <w:kern w:val="1"/>
        </w:rPr>
        <w:t>Vous avez lu les nouvelles que donnent vos journaux</w:t>
      </w:r>
      <w:r>
        <w:rPr>
          <w:rFonts w:cs="Georgia"/>
          <w:kern w:val="1"/>
        </w:rPr>
        <w:t xml:space="preserve"> ? </w:t>
      </w:r>
      <w:r w:rsidR="00BE611A">
        <w:rPr>
          <w:rFonts w:cs="Georgia"/>
          <w:kern w:val="1"/>
        </w:rPr>
        <w:t xml:space="preserve">Vos armées attaquent </w:t>
      </w:r>
      <w:r w:rsidR="00BE611A">
        <w:rPr>
          <w:rFonts w:cs="Georgia"/>
          <w:kern w:val="1"/>
        </w:rPr>
        <w:lastRenderedPageBreak/>
        <w:t>en masses dans la forêt de Compiègne</w:t>
      </w:r>
      <w:r>
        <w:rPr>
          <w:rFonts w:cs="Georgia"/>
          <w:kern w:val="1"/>
        </w:rPr>
        <w:t xml:space="preserve">. </w:t>
      </w:r>
      <w:r w:rsidR="00BE611A">
        <w:rPr>
          <w:rFonts w:cs="Georgia"/>
          <w:kern w:val="1"/>
        </w:rPr>
        <w:t>Soyez tranquille</w:t>
      </w:r>
      <w:r>
        <w:rPr>
          <w:rFonts w:cs="Georgia"/>
          <w:kern w:val="1"/>
        </w:rPr>
        <w:t xml:space="preserve">, </w:t>
      </w:r>
      <w:r w:rsidR="00BE611A">
        <w:rPr>
          <w:rFonts w:cs="Georgia"/>
          <w:kern w:val="1"/>
        </w:rPr>
        <w:t>c</w:t>
      </w:r>
      <w:r>
        <w:rPr>
          <w:rFonts w:cs="Georgia"/>
          <w:kern w:val="1"/>
        </w:rPr>
        <w:t>’</w:t>
      </w:r>
      <w:r w:rsidR="00BE611A">
        <w:rPr>
          <w:rFonts w:cs="Georgia"/>
          <w:kern w:val="1"/>
        </w:rPr>
        <w:t>est la fin</w:t>
      </w:r>
      <w:r>
        <w:rPr>
          <w:rFonts w:cs="Georgia"/>
          <w:kern w:val="1"/>
        </w:rPr>
        <w:t>.</w:t>
      </w:r>
    </w:p>
    <w:p w14:paraId="615AEACD" w14:textId="77777777" w:rsidR="000E1451" w:rsidRDefault="000E1451" w:rsidP="00BE611A">
      <w:pPr>
        <w:rPr>
          <w:rFonts w:cs="Georgia"/>
          <w:kern w:val="1"/>
        </w:rPr>
      </w:pPr>
      <w:r>
        <w:rPr>
          <w:rFonts w:cs="Georgia"/>
          <w:kern w:val="1"/>
        </w:rPr>
        <w:t>— </w:t>
      </w:r>
      <w:r w:rsidR="00BE611A">
        <w:rPr>
          <w:rFonts w:cs="Georgia"/>
          <w:kern w:val="1"/>
        </w:rPr>
        <w:t>Pardonnez-moi</w:t>
      </w:r>
      <w:r>
        <w:rPr>
          <w:rFonts w:cs="Georgia"/>
          <w:kern w:val="1"/>
        </w:rPr>
        <w:t xml:space="preserve">, </w:t>
      </w:r>
      <w:r w:rsidR="00BE611A">
        <w:rPr>
          <w:rFonts w:cs="Georgia"/>
          <w:kern w:val="1"/>
        </w:rPr>
        <w:t>dit-elle faiblement</w:t>
      </w:r>
      <w:r>
        <w:rPr>
          <w:rFonts w:cs="Georgia"/>
          <w:kern w:val="1"/>
        </w:rPr>
        <w:t xml:space="preserve">. </w:t>
      </w:r>
      <w:r w:rsidR="00BE611A">
        <w:rPr>
          <w:rFonts w:cs="Georgia"/>
          <w:kern w:val="1"/>
        </w:rPr>
        <w:t>Je n</w:t>
      </w:r>
      <w:r>
        <w:rPr>
          <w:rFonts w:cs="Georgia"/>
          <w:kern w:val="1"/>
        </w:rPr>
        <w:t>’</w:t>
      </w:r>
      <w:r w:rsidR="00BE611A">
        <w:rPr>
          <w:rFonts w:cs="Georgia"/>
          <w:kern w:val="1"/>
        </w:rPr>
        <w:t>ai pas pour habitude de parler de la guerre</w:t>
      </w:r>
      <w:r>
        <w:rPr>
          <w:rFonts w:cs="Georgia"/>
          <w:kern w:val="1"/>
        </w:rPr>
        <w:t xml:space="preserve">. </w:t>
      </w:r>
      <w:r w:rsidR="00BE611A">
        <w:rPr>
          <w:rFonts w:cs="Georgia"/>
          <w:kern w:val="1"/>
        </w:rPr>
        <w:t>Il a fallu la vue de ces malheureux</w:t>
      </w:r>
      <w:r>
        <w:rPr>
          <w:rFonts w:cs="Georgia"/>
          <w:kern w:val="1"/>
        </w:rPr>
        <w:t>…</w:t>
      </w:r>
    </w:p>
    <w:p w14:paraId="77EEB653" w14:textId="77777777" w:rsidR="000E1451" w:rsidRDefault="000E1451" w:rsidP="00BE611A">
      <w:pPr>
        <w:rPr>
          <w:rFonts w:cs="Georgia"/>
          <w:kern w:val="1"/>
        </w:rPr>
      </w:pPr>
      <w:r>
        <w:rPr>
          <w:rFonts w:cs="Georgia"/>
          <w:kern w:val="1"/>
        </w:rPr>
        <w:t>— </w:t>
      </w:r>
      <w:r w:rsidR="00BE611A">
        <w:rPr>
          <w:rFonts w:cs="Georgia"/>
          <w:kern w:val="1"/>
        </w:rPr>
        <w:t>Et pourquoi n</w:t>
      </w:r>
      <w:r>
        <w:rPr>
          <w:rFonts w:cs="Georgia"/>
          <w:kern w:val="1"/>
        </w:rPr>
        <w:t>’</w:t>
      </w:r>
      <w:r w:rsidR="00BE611A">
        <w:rPr>
          <w:rFonts w:cs="Georgia"/>
          <w:kern w:val="1"/>
        </w:rPr>
        <w:t>en parleriez-vous pas</w:t>
      </w:r>
      <w:r>
        <w:rPr>
          <w:rFonts w:cs="Georgia"/>
          <w:kern w:val="1"/>
        </w:rPr>
        <w:t xml:space="preserve"> ? </w:t>
      </w:r>
      <w:r w:rsidR="00BE611A">
        <w:rPr>
          <w:rFonts w:cs="Georgia"/>
          <w:kern w:val="1"/>
        </w:rPr>
        <w:t>repris-je avec une âpre insistance</w:t>
      </w:r>
      <w:r>
        <w:rPr>
          <w:rFonts w:cs="Georgia"/>
          <w:kern w:val="1"/>
        </w:rPr>
        <w:t xml:space="preserve">. </w:t>
      </w:r>
      <w:r w:rsidR="00BE611A">
        <w:rPr>
          <w:rFonts w:cs="Georgia"/>
          <w:kern w:val="1"/>
        </w:rPr>
        <w:t>Cela ne changerait rien au cours des événements</w:t>
      </w:r>
      <w:r>
        <w:rPr>
          <w:rFonts w:cs="Georgia"/>
          <w:kern w:val="1"/>
        </w:rPr>
        <w:t xml:space="preserve">. </w:t>
      </w:r>
      <w:r w:rsidR="00BE611A">
        <w:rPr>
          <w:rFonts w:cs="Georgia"/>
          <w:kern w:val="1"/>
        </w:rPr>
        <w:t>Oui</w:t>
      </w:r>
      <w:r>
        <w:rPr>
          <w:rFonts w:cs="Georgia"/>
          <w:kern w:val="1"/>
        </w:rPr>
        <w:t xml:space="preserve">, </w:t>
      </w:r>
      <w:r w:rsidR="00BE611A">
        <w:rPr>
          <w:rFonts w:cs="Georgia"/>
          <w:kern w:val="1"/>
        </w:rPr>
        <w:t>c</w:t>
      </w:r>
      <w:r>
        <w:rPr>
          <w:rFonts w:cs="Georgia"/>
          <w:kern w:val="1"/>
        </w:rPr>
        <w:t>’</w:t>
      </w:r>
      <w:r w:rsidR="00BE611A">
        <w:rPr>
          <w:rFonts w:cs="Georgia"/>
          <w:kern w:val="1"/>
        </w:rPr>
        <w:t>est la fin</w:t>
      </w:r>
      <w:r>
        <w:rPr>
          <w:rFonts w:cs="Georgia"/>
          <w:kern w:val="1"/>
        </w:rPr>
        <w:t xml:space="preserve">. </w:t>
      </w:r>
      <w:r w:rsidR="00BE611A">
        <w:rPr>
          <w:rFonts w:cs="Georgia"/>
          <w:kern w:val="1"/>
        </w:rPr>
        <w:t>Dans un mois</w:t>
      </w:r>
      <w:r>
        <w:rPr>
          <w:rFonts w:cs="Georgia"/>
          <w:kern w:val="1"/>
        </w:rPr>
        <w:t xml:space="preserve">, </w:t>
      </w:r>
      <w:r w:rsidR="00BE611A">
        <w:rPr>
          <w:rFonts w:cs="Georgia"/>
          <w:kern w:val="1"/>
        </w:rPr>
        <w:t>je ne serai plus ici</w:t>
      </w:r>
      <w:r>
        <w:rPr>
          <w:rFonts w:cs="Georgia"/>
          <w:kern w:val="1"/>
        </w:rPr>
        <w:t>.</w:t>
      </w:r>
    </w:p>
    <w:p w14:paraId="1BD59806" w14:textId="77777777" w:rsidR="000E1451" w:rsidRDefault="000E1451" w:rsidP="00BE611A">
      <w:pPr>
        <w:rPr>
          <w:rFonts w:cs="Georgia"/>
          <w:kern w:val="1"/>
        </w:rPr>
      </w:pPr>
      <w:r>
        <w:rPr>
          <w:rFonts w:cs="Georgia"/>
          <w:kern w:val="1"/>
        </w:rPr>
        <w:t>— </w:t>
      </w:r>
      <w:r w:rsidR="00BE611A">
        <w:rPr>
          <w:rFonts w:cs="Georgia"/>
          <w:kern w:val="1"/>
        </w:rPr>
        <w:t>Vous reviendrez chez vous</w:t>
      </w:r>
      <w:r>
        <w:rPr>
          <w:rFonts w:cs="Georgia"/>
          <w:kern w:val="1"/>
        </w:rPr>
        <w:t xml:space="preserve">, </w:t>
      </w:r>
      <w:r w:rsidR="00BE611A">
        <w:rPr>
          <w:rFonts w:cs="Georgia"/>
          <w:kern w:val="1"/>
        </w:rPr>
        <w:t>dit-elle</w:t>
      </w:r>
      <w:r>
        <w:rPr>
          <w:rFonts w:cs="Georgia"/>
          <w:kern w:val="1"/>
        </w:rPr>
        <w:t xml:space="preserve">. </w:t>
      </w:r>
      <w:r w:rsidR="00BE611A">
        <w:rPr>
          <w:rFonts w:cs="Georgia"/>
          <w:kern w:val="1"/>
        </w:rPr>
        <w:t>Vous reprendrez vos habitudes</w:t>
      </w:r>
      <w:r>
        <w:rPr>
          <w:rFonts w:cs="Georgia"/>
          <w:kern w:val="1"/>
        </w:rPr>
        <w:t xml:space="preserve">, </w:t>
      </w:r>
      <w:r w:rsidR="00BE611A">
        <w:rPr>
          <w:rFonts w:cs="Georgia"/>
          <w:kern w:val="1"/>
        </w:rPr>
        <w:t>vos occupations</w:t>
      </w:r>
      <w:r>
        <w:rPr>
          <w:rFonts w:cs="Georgia"/>
          <w:kern w:val="1"/>
        </w:rPr>
        <w:t xml:space="preserve">, </w:t>
      </w:r>
      <w:r w:rsidR="00BE611A">
        <w:rPr>
          <w:rFonts w:cs="Georgia"/>
          <w:kern w:val="1"/>
        </w:rPr>
        <w:t>comme avant</w:t>
      </w:r>
      <w:r>
        <w:rPr>
          <w:rFonts w:cs="Georgia"/>
          <w:kern w:val="1"/>
        </w:rPr>
        <w:t xml:space="preserve">. </w:t>
      </w:r>
      <w:r w:rsidR="00BE611A">
        <w:rPr>
          <w:rFonts w:cs="Georgia"/>
          <w:kern w:val="1"/>
        </w:rPr>
        <w:t>Ce sera comme si rien ne s</w:t>
      </w:r>
      <w:r>
        <w:rPr>
          <w:rFonts w:cs="Georgia"/>
          <w:kern w:val="1"/>
        </w:rPr>
        <w:t>’</w:t>
      </w:r>
      <w:r w:rsidR="00BE611A">
        <w:rPr>
          <w:rFonts w:cs="Georgia"/>
          <w:kern w:val="1"/>
        </w:rPr>
        <w:t>était passé</w:t>
      </w:r>
      <w:r>
        <w:rPr>
          <w:rFonts w:cs="Georgia"/>
          <w:kern w:val="1"/>
        </w:rPr>
        <w:t>.</w:t>
      </w:r>
    </w:p>
    <w:p w14:paraId="6C35DA0C" w14:textId="77777777" w:rsidR="000E1451" w:rsidRDefault="000E1451" w:rsidP="00BE611A">
      <w:pPr>
        <w:rPr>
          <w:rFonts w:cs="Georgia"/>
          <w:kern w:val="1"/>
        </w:rPr>
      </w:pPr>
      <w:r>
        <w:rPr>
          <w:rFonts w:cs="Georgia"/>
          <w:kern w:val="1"/>
        </w:rPr>
        <w:t>— </w:t>
      </w:r>
      <w:r w:rsidR="00BE611A">
        <w:rPr>
          <w:rFonts w:cs="Georgia"/>
          <w:kern w:val="1"/>
        </w:rPr>
        <w:t>C</w:t>
      </w:r>
      <w:r>
        <w:rPr>
          <w:rFonts w:cs="Georgia"/>
          <w:kern w:val="1"/>
        </w:rPr>
        <w:t>’</w:t>
      </w:r>
      <w:r w:rsidR="00BE611A">
        <w:rPr>
          <w:rFonts w:cs="Georgia"/>
          <w:kern w:val="1"/>
        </w:rPr>
        <w:t>est cela</w:t>
      </w:r>
      <w:r>
        <w:rPr>
          <w:rFonts w:cs="Georgia"/>
          <w:kern w:val="1"/>
        </w:rPr>
        <w:t xml:space="preserve">, </w:t>
      </w:r>
      <w:r w:rsidR="00BE611A">
        <w:rPr>
          <w:rFonts w:cs="Georgia"/>
          <w:kern w:val="1"/>
        </w:rPr>
        <w:t>fis-je</w:t>
      </w:r>
      <w:r>
        <w:rPr>
          <w:rFonts w:cs="Georgia"/>
          <w:kern w:val="1"/>
        </w:rPr>
        <w:t xml:space="preserve">, </w:t>
      </w:r>
      <w:r w:rsidR="00BE611A">
        <w:rPr>
          <w:rFonts w:cs="Georgia"/>
          <w:kern w:val="1"/>
        </w:rPr>
        <w:t>éclatant d</w:t>
      </w:r>
      <w:r>
        <w:rPr>
          <w:rFonts w:cs="Georgia"/>
          <w:kern w:val="1"/>
        </w:rPr>
        <w:t>’</w:t>
      </w:r>
      <w:r w:rsidR="00BE611A">
        <w:rPr>
          <w:rFonts w:cs="Georgia"/>
          <w:kern w:val="1"/>
        </w:rPr>
        <w:t>un rire amer</w:t>
      </w:r>
      <w:r>
        <w:rPr>
          <w:rFonts w:cs="Georgia"/>
          <w:kern w:val="1"/>
        </w:rPr>
        <w:t xml:space="preserve">. </w:t>
      </w:r>
      <w:r w:rsidR="00BE611A">
        <w:rPr>
          <w:rFonts w:cs="Georgia"/>
          <w:kern w:val="1"/>
        </w:rPr>
        <w:t>Vieilli de dix ans</w:t>
      </w:r>
      <w:r>
        <w:rPr>
          <w:rFonts w:cs="Georgia"/>
          <w:kern w:val="1"/>
        </w:rPr>
        <w:t xml:space="preserve">, </w:t>
      </w:r>
      <w:r w:rsidR="00BE611A">
        <w:rPr>
          <w:rFonts w:cs="Georgia"/>
          <w:kern w:val="1"/>
        </w:rPr>
        <w:t>la santé ruinée</w:t>
      </w:r>
      <w:r>
        <w:rPr>
          <w:rFonts w:cs="Georgia"/>
          <w:kern w:val="1"/>
        </w:rPr>
        <w:t xml:space="preserve">, </w:t>
      </w:r>
      <w:r w:rsidR="00BE611A">
        <w:rPr>
          <w:rFonts w:cs="Georgia"/>
          <w:kern w:val="1"/>
        </w:rPr>
        <w:t>je</w:t>
      </w:r>
      <w:r w:rsidR="00A6632D">
        <w:rPr>
          <w:rFonts w:cs="Georgia"/>
          <w:kern w:val="1"/>
        </w:rPr>
        <w:t xml:space="preserve"> </w:t>
      </w:r>
      <w:r w:rsidR="00BE611A">
        <w:rPr>
          <w:rFonts w:cs="Georgia"/>
          <w:kern w:val="1"/>
        </w:rPr>
        <w:t>rentrerai à mon usine</w:t>
      </w:r>
      <w:r>
        <w:rPr>
          <w:rFonts w:cs="Georgia"/>
          <w:kern w:val="1"/>
        </w:rPr>
        <w:t xml:space="preserve">, </w:t>
      </w:r>
      <w:r w:rsidR="00BE611A">
        <w:rPr>
          <w:rFonts w:cs="Georgia"/>
          <w:kern w:val="1"/>
        </w:rPr>
        <w:t>si du moins on n</w:t>
      </w:r>
      <w:r>
        <w:rPr>
          <w:rFonts w:cs="Georgia"/>
          <w:kern w:val="1"/>
        </w:rPr>
        <w:t>’</w:t>
      </w:r>
      <w:r w:rsidR="00BE611A">
        <w:rPr>
          <w:rFonts w:cs="Georgia"/>
          <w:kern w:val="1"/>
        </w:rPr>
        <w:t>a pas pris ma place</w:t>
      </w:r>
      <w:r>
        <w:rPr>
          <w:rFonts w:cs="Georgia"/>
          <w:kern w:val="1"/>
        </w:rPr>
        <w:t xml:space="preserve">, </w:t>
      </w:r>
      <w:r w:rsidR="00BE611A">
        <w:rPr>
          <w:rFonts w:cs="Georgia"/>
          <w:kern w:val="1"/>
        </w:rPr>
        <w:t>si l</w:t>
      </w:r>
      <w:r>
        <w:rPr>
          <w:rFonts w:cs="Georgia"/>
          <w:kern w:val="1"/>
        </w:rPr>
        <w:t>’</w:t>
      </w:r>
      <w:r w:rsidR="00BE611A">
        <w:rPr>
          <w:rFonts w:cs="Georgia"/>
          <w:kern w:val="1"/>
        </w:rPr>
        <w:t>on a encore assez d</w:t>
      </w:r>
      <w:r>
        <w:rPr>
          <w:rFonts w:cs="Georgia"/>
          <w:kern w:val="1"/>
        </w:rPr>
        <w:t>’</w:t>
      </w:r>
      <w:r w:rsidR="00BE611A">
        <w:rPr>
          <w:rFonts w:cs="Georgia"/>
          <w:kern w:val="1"/>
        </w:rPr>
        <w:t>argent pour me payer</w:t>
      </w:r>
      <w:r>
        <w:rPr>
          <w:rFonts w:cs="Georgia"/>
          <w:kern w:val="1"/>
        </w:rPr>
        <w:t xml:space="preserve">. </w:t>
      </w:r>
      <w:r w:rsidR="00BE611A">
        <w:rPr>
          <w:rFonts w:cs="Georgia"/>
          <w:kern w:val="1"/>
        </w:rPr>
        <w:t>Et vous</w:t>
      </w:r>
      <w:r>
        <w:rPr>
          <w:rFonts w:cs="Georgia"/>
          <w:kern w:val="1"/>
        </w:rPr>
        <w:t xml:space="preserve">, </w:t>
      </w:r>
      <w:r w:rsidR="00BE611A">
        <w:rPr>
          <w:rFonts w:cs="Georgia"/>
          <w:kern w:val="1"/>
        </w:rPr>
        <w:t>pendant ce temps</w:t>
      </w:r>
      <w:r>
        <w:rPr>
          <w:rFonts w:cs="Georgia"/>
          <w:kern w:val="1"/>
        </w:rPr>
        <w:t xml:space="preserve">, </w:t>
      </w:r>
      <w:r w:rsidR="00BE611A">
        <w:rPr>
          <w:rFonts w:cs="Georgia"/>
          <w:kern w:val="1"/>
        </w:rPr>
        <w:t>que ferez-vous</w:t>
      </w:r>
      <w:r>
        <w:rPr>
          <w:rFonts w:cs="Georgia"/>
          <w:kern w:val="1"/>
        </w:rPr>
        <w:t> ?</w:t>
      </w:r>
    </w:p>
    <w:p w14:paraId="68FADD37" w14:textId="77777777" w:rsidR="000E1451" w:rsidRDefault="00BE611A" w:rsidP="00BE611A">
      <w:pPr>
        <w:rPr>
          <w:rFonts w:cs="Georgia"/>
          <w:kern w:val="1"/>
        </w:rPr>
      </w:pPr>
      <w:r>
        <w:rPr>
          <w:rFonts w:cs="Georgia"/>
          <w:kern w:val="1"/>
        </w:rPr>
        <w:t>Elle rougit</w:t>
      </w:r>
      <w:r w:rsidR="000E1451">
        <w:rPr>
          <w:rFonts w:cs="Georgia"/>
          <w:kern w:val="1"/>
        </w:rPr>
        <w:t xml:space="preserve">, </w:t>
      </w:r>
      <w:r>
        <w:rPr>
          <w:rFonts w:cs="Georgia"/>
          <w:kern w:val="1"/>
        </w:rPr>
        <w:t>chancela presque</w:t>
      </w:r>
      <w:r w:rsidR="000E1451">
        <w:rPr>
          <w:rFonts w:cs="Georgia"/>
          <w:kern w:val="1"/>
        </w:rPr>
        <w:t>.</w:t>
      </w:r>
    </w:p>
    <w:p w14:paraId="7B0585AE" w14:textId="77777777" w:rsidR="000E1451" w:rsidRDefault="000E1451" w:rsidP="00BE611A">
      <w:pPr>
        <w:rPr>
          <w:rFonts w:cs="Georgia"/>
          <w:kern w:val="1"/>
        </w:rPr>
      </w:pPr>
      <w:r>
        <w:rPr>
          <w:rFonts w:cs="Georgia"/>
          <w:kern w:val="1"/>
        </w:rPr>
        <w:t>— </w:t>
      </w:r>
      <w:r w:rsidR="00BE611A">
        <w:rPr>
          <w:rFonts w:cs="Georgia"/>
          <w:kern w:val="1"/>
        </w:rPr>
        <w:t>Ma vie est toute tracée</w:t>
      </w:r>
      <w:r>
        <w:rPr>
          <w:rFonts w:cs="Georgia"/>
          <w:kern w:val="1"/>
        </w:rPr>
        <w:t xml:space="preserve">, </w:t>
      </w:r>
      <w:r w:rsidR="00BE611A">
        <w:rPr>
          <w:rFonts w:cs="Georgia"/>
          <w:kern w:val="1"/>
        </w:rPr>
        <w:t>dit-elle</w:t>
      </w:r>
      <w:r>
        <w:rPr>
          <w:rFonts w:cs="Georgia"/>
          <w:kern w:val="1"/>
        </w:rPr>
        <w:t>.</w:t>
      </w:r>
    </w:p>
    <w:p w14:paraId="1DE66A56" w14:textId="77777777" w:rsidR="000E1451" w:rsidRDefault="00BE611A" w:rsidP="00BE611A">
      <w:pPr>
        <w:rPr>
          <w:rFonts w:cs="Georgia"/>
          <w:kern w:val="1"/>
        </w:rPr>
      </w:pPr>
      <w:r>
        <w:rPr>
          <w:rFonts w:cs="Georgia"/>
          <w:kern w:val="1"/>
        </w:rPr>
        <w:t>Au même instant</w:t>
      </w:r>
      <w:r w:rsidR="000E1451">
        <w:rPr>
          <w:rFonts w:cs="Georgia"/>
          <w:kern w:val="1"/>
        </w:rPr>
        <w:t xml:space="preserve">, </w:t>
      </w:r>
      <w:r>
        <w:rPr>
          <w:rFonts w:cs="Georgia"/>
          <w:kern w:val="1"/>
        </w:rPr>
        <w:t>j</w:t>
      </w:r>
      <w:r w:rsidR="000E1451">
        <w:rPr>
          <w:rFonts w:cs="Georgia"/>
          <w:kern w:val="1"/>
        </w:rPr>
        <w:t>’</w:t>
      </w:r>
      <w:r>
        <w:rPr>
          <w:rFonts w:cs="Georgia"/>
          <w:kern w:val="1"/>
        </w:rPr>
        <w:t>aperçus Gottlieb qui sortait du château</w:t>
      </w:r>
      <w:r w:rsidR="000E1451">
        <w:rPr>
          <w:rFonts w:cs="Georgia"/>
          <w:kern w:val="1"/>
        </w:rPr>
        <w:t xml:space="preserve">. </w:t>
      </w:r>
      <w:r>
        <w:rPr>
          <w:rFonts w:cs="Georgia"/>
          <w:kern w:val="1"/>
        </w:rPr>
        <w:t>Il se dirigeait de notre côté</w:t>
      </w:r>
      <w:r w:rsidR="000E1451">
        <w:rPr>
          <w:rFonts w:cs="Georgia"/>
          <w:kern w:val="1"/>
        </w:rPr>
        <w:t xml:space="preserve">, </w:t>
      </w:r>
      <w:r>
        <w:rPr>
          <w:rFonts w:cs="Georgia"/>
          <w:kern w:val="1"/>
        </w:rPr>
        <w:t>aussi vite que le lui permettait sa jambe</w:t>
      </w:r>
      <w:r w:rsidR="000E1451">
        <w:rPr>
          <w:rFonts w:cs="Georgia"/>
          <w:kern w:val="1"/>
        </w:rPr>
        <w:t>.</w:t>
      </w:r>
    </w:p>
    <w:p w14:paraId="2B8A1E1D" w14:textId="77777777" w:rsidR="000E1451" w:rsidRDefault="000E1451" w:rsidP="00BE611A">
      <w:pPr>
        <w:rPr>
          <w:rFonts w:cs="Georgia"/>
          <w:kern w:val="1"/>
        </w:rPr>
      </w:pPr>
      <w:r>
        <w:rPr>
          <w:rFonts w:cs="Georgia"/>
          <w:kern w:val="1"/>
        </w:rPr>
        <w:t>— </w:t>
      </w:r>
      <w:r w:rsidR="00BE611A">
        <w:rPr>
          <w:rFonts w:cs="Georgia"/>
          <w:kern w:val="1"/>
        </w:rPr>
        <w:t>Monsieur Dumaine</w:t>
      </w:r>
      <w:r>
        <w:rPr>
          <w:rFonts w:cs="Georgia"/>
          <w:kern w:val="1"/>
        </w:rPr>
        <w:t xml:space="preserve">, </w:t>
      </w:r>
      <w:r w:rsidR="00BE611A">
        <w:rPr>
          <w:rFonts w:cs="Georgia"/>
          <w:kern w:val="1"/>
        </w:rPr>
        <w:t>Monsieur Dumaine</w:t>
      </w:r>
      <w:r>
        <w:rPr>
          <w:rFonts w:cs="Georgia"/>
          <w:kern w:val="1"/>
        </w:rPr>
        <w:t xml:space="preserve">. </w:t>
      </w:r>
      <w:r w:rsidR="00BE611A">
        <w:rPr>
          <w:rFonts w:cs="Georgia"/>
          <w:kern w:val="1"/>
        </w:rPr>
        <w:t>Il est plus de deux heures</w:t>
      </w:r>
      <w:r>
        <w:rPr>
          <w:rFonts w:cs="Georgia"/>
          <w:kern w:val="1"/>
        </w:rPr>
        <w:t xml:space="preserve">. </w:t>
      </w:r>
      <w:r w:rsidR="00BE611A">
        <w:rPr>
          <w:rFonts w:cs="Georgia"/>
          <w:kern w:val="1"/>
        </w:rPr>
        <w:t>Son Excellence vous réclame</w:t>
      </w:r>
      <w:r>
        <w:rPr>
          <w:rFonts w:cs="Georgia"/>
          <w:kern w:val="1"/>
        </w:rPr>
        <w:t xml:space="preserve">. </w:t>
      </w:r>
      <w:r w:rsidR="00BE611A">
        <w:rPr>
          <w:rFonts w:cs="Georgia"/>
          <w:kern w:val="1"/>
        </w:rPr>
        <w:t>Dépêchez-vous</w:t>
      </w:r>
      <w:r>
        <w:rPr>
          <w:rFonts w:cs="Georgia"/>
          <w:kern w:val="1"/>
        </w:rPr>
        <w:t>.</w:t>
      </w:r>
    </w:p>
    <w:p w14:paraId="6CB21334" w14:textId="77777777" w:rsidR="000E1451" w:rsidRDefault="000E1451" w:rsidP="00BE611A">
      <w:pPr>
        <w:rPr>
          <w:rFonts w:cs="Georgia"/>
          <w:kern w:val="1"/>
        </w:rPr>
      </w:pPr>
      <w:r>
        <w:rPr>
          <w:rFonts w:cs="Georgia"/>
          <w:kern w:val="1"/>
        </w:rPr>
        <w:t>— </w:t>
      </w:r>
      <w:r w:rsidR="00BE611A">
        <w:rPr>
          <w:rFonts w:cs="Georgia"/>
          <w:kern w:val="1"/>
        </w:rPr>
        <w:t>Au revoir</w:t>
      </w:r>
      <w:r>
        <w:rPr>
          <w:rFonts w:cs="Georgia"/>
          <w:kern w:val="1"/>
        </w:rPr>
        <w:t xml:space="preserve">, </w:t>
      </w:r>
      <w:r w:rsidR="00BE611A">
        <w:rPr>
          <w:rFonts w:cs="Georgia"/>
          <w:kern w:val="1"/>
        </w:rPr>
        <w:t>dis-je à Axelle</w:t>
      </w:r>
      <w:r>
        <w:rPr>
          <w:rFonts w:cs="Georgia"/>
          <w:kern w:val="1"/>
        </w:rPr>
        <w:t>.</w:t>
      </w:r>
    </w:p>
    <w:p w14:paraId="06979579" w14:textId="77777777" w:rsidR="000E1451" w:rsidRDefault="00BE611A" w:rsidP="00BE611A">
      <w:pPr>
        <w:rPr>
          <w:rFonts w:cs="Georgia"/>
          <w:kern w:val="1"/>
        </w:rPr>
      </w:pPr>
      <w:r>
        <w:rPr>
          <w:rFonts w:cs="Georgia"/>
          <w:kern w:val="1"/>
        </w:rPr>
        <w:t>Elle ne me répondit pas</w:t>
      </w:r>
      <w:r w:rsidR="000E1451">
        <w:rPr>
          <w:rFonts w:cs="Georgia"/>
          <w:kern w:val="1"/>
        </w:rPr>
        <w:t xml:space="preserve">. </w:t>
      </w:r>
      <w:r>
        <w:rPr>
          <w:rFonts w:cs="Georgia"/>
          <w:kern w:val="1"/>
        </w:rPr>
        <w:t>Elle était retombée dans cette rêverie morne qui lui était familière</w:t>
      </w:r>
      <w:r w:rsidR="000E1451">
        <w:rPr>
          <w:rFonts w:cs="Georgia"/>
          <w:kern w:val="1"/>
        </w:rPr>
        <w:t xml:space="preserve">. </w:t>
      </w:r>
      <w:r>
        <w:rPr>
          <w:rFonts w:cs="Georgia"/>
          <w:kern w:val="1"/>
        </w:rPr>
        <w:t>Je l</w:t>
      </w:r>
      <w:r w:rsidR="000E1451">
        <w:rPr>
          <w:rFonts w:cs="Georgia"/>
          <w:kern w:val="1"/>
        </w:rPr>
        <w:t>’</w:t>
      </w:r>
      <w:r>
        <w:rPr>
          <w:rFonts w:cs="Georgia"/>
          <w:kern w:val="1"/>
        </w:rPr>
        <w:t>entendis seulement qui murmurait</w:t>
      </w:r>
      <w:r w:rsidR="000E1451">
        <w:rPr>
          <w:rFonts w:cs="Georgia"/>
          <w:kern w:val="1"/>
        </w:rPr>
        <w:t>.</w:t>
      </w:r>
    </w:p>
    <w:p w14:paraId="004E05DF" w14:textId="77777777" w:rsidR="000E1451" w:rsidRDefault="000E1451" w:rsidP="00BE611A">
      <w:pPr>
        <w:rPr>
          <w:rFonts w:cs="Georgia"/>
          <w:kern w:val="1"/>
        </w:rPr>
      </w:pPr>
      <w:r>
        <w:rPr>
          <w:rFonts w:cs="Georgia"/>
          <w:kern w:val="1"/>
        </w:rPr>
        <w:lastRenderedPageBreak/>
        <w:t>— </w:t>
      </w:r>
      <w:r w:rsidR="00BE611A">
        <w:rPr>
          <w:rFonts w:cs="Georgia"/>
          <w:kern w:val="1"/>
        </w:rPr>
        <w:t>Ma vie</w:t>
      </w:r>
      <w:r>
        <w:rPr>
          <w:rFonts w:cs="Georgia"/>
          <w:kern w:val="1"/>
        </w:rPr>
        <w:t xml:space="preserve">, </w:t>
      </w:r>
      <w:r w:rsidR="00BE611A">
        <w:rPr>
          <w:rFonts w:cs="Georgia"/>
          <w:kern w:val="1"/>
        </w:rPr>
        <w:t>toujours</w:t>
      </w:r>
      <w:r>
        <w:rPr>
          <w:rFonts w:cs="Georgia"/>
          <w:kern w:val="1"/>
        </w:rPr>
        <w:t xml:space="preserve">, </w:t>
      </w:r>
      <w:r w:rsidR="00BE611A">
        <w:rPr>
          <w:rFonts w:cs="Georgia"/>
          <w:kern w:val="1"/>
        </w:rPr>
        <w:t>elle a toujours été toute tracée</w:t>
      </w:r>
      <w:r>
        <w:rPr>
          <w:rFonts w:cs="Georgia"/>
          <w:kern w:val="1"/>
        </w:rPr>
        <w:t>.</w:t>
      </w:r>
    </w:p>
    <w:p w14:paraId="4C43F75B" w14:textId="77777777" w:rsidR="00BE611A" w:rsidRDefault="00BE611A" w:rsidP="00BE611A">
      <w:pPr>
        <w:rPr>
          <w:rFonts w:cs="Georgia"/>
          <w:kern w:val="1"/>
        </w:rPr>
      </w:pPr>
    </w:p>
    <w:p w14:paraId="66753281" w14:textId="77777777" w:rsidR="000E1451" w:rsidRDefault="00BE611A" w:rsidP="00BE611A">
      <w:pPr>
        <w:rPr>
          <w:rFonts w:cs="Georgia"/>
          <w:kern w:val="1"/>
        </w:rPr>
      </w:pPr>
      <w:r>
        <w:rPr>
          <w:rFonts w:cs="Georgia"/>
          <w:kern w:val="1"/>
        </w:rPr>
        <w:t>Voici</w:t>
      </w:r>
      <w:r w:rsidR="000E1451">
        <w:rPr>
          <w:rFonts w:cs="Georgia"/>
          <w:kern w:val="1"/>
        </w:rPr>
        <w:t xml:space="preserve">, </w:t>
      </w:r>
      <w:r>
        <w:rPr>
          <w:rFonts w:cs="Georgia"/>
          <w:kern w:val="1"/>
        </w:rPr>
        <w:t>quelles étaient</w:t>
      </w:r>
      <w:r w:rsidR="000E1451">
        <w:rPr>
          <w:rFonts w:cs="Georgia"/>
          <w:kern w:val="1"/>
        </w:rPr>
        <w:t xml:space="preserve">, </w:t>
      </w:r>
      <w:r>
        <w:rPr>
          <w:rFonts w:cs="Georgia"/>
          <w:kern w:val="1"/>
        </w:rPr>
        <w:t>dans leurs grandes lignes</w:t>
      </w:r>
      <w:r w:rsidR="000E1451">
        <w:rPr>
          <w:rFonts w:cs="Georgia"/>
          <w:kern w:val="1"/>
        </w:rPr>
        <w:t xml:space="preserve">, </w:t>
      </w:r>
      <w:r>
        <w:rPr>
          <w:rFonts w:cs="Georgia"/>
          <w:kern w:val="1"/>
        </w:rPr>
        <w:t>les règles du Kriegspiel auquel</w:t>
      </w:r>
      <w:r w:rsidR="000E1451">
        <w:rPr>
          <w:rFonts w:cs="Georgia"/>
          <w:kern w:val="1"/>
        </w:rPr>
        <w:t xml:space="preserve">, </w:t>
      </w:r>
      <w:r>
        <w:rPr>
          <w:rFonts w:cs="Georgia"/>
          <w:kern w:val="1"/>
        </w:rPr>
        <w:t>depuis trois semaines</w:t>
      </w:r>
      <w:r w:rsidR="000E1451">
        <w:rPr>
          <w:rFonts w:cs="Georgia"/>
          <w:kern w:val="1"/>
        </w:rPr>
        <w:t xml:space="preserve">, </w:t>
      </w:r>
      <w:r>
        <w:rPr>
          <w:rFonts w:cs="Georgia"/>
          <w:kern w:val="1"/>
        </w:rPr>
        <w:t>le général avait entrepris de m</w:t>
      </w:r>
      <w:r w:rsidR="000E1451">
        <w:rPr>
          <w:rFonts w:cs="Georgia"/>
          <w:kern w:val="1"/>
        </w:rPr>
        <w:t>’</w:t>
      </w:r>
      <w:r>
        <w:rPr>
          <w:rFonts w:cs="Georgia"/>
          <w:kern w:val="1"/>
        </w:rPr>
        <w:t>initier</w:t>
      </w:r>
      <w:r w:rsidR="000E1451">
        <w:rPr>
          <w:rFonts w:cs="Georgia"/>
          <w:kern w:val="1"/>
        </w:rPr>
        <w:t xml:space="preserve">. </w:t>
      </w:r>
      <w:r>
        <w:rPr>
          <w:rFonts w:cs="Georgia"/>
          <w:kern w:val="1"/>
        </w:rPr>
        <w:t>D</w:t>
      </w:r>
      <w:r w:rsidR="000E1451">
        <w:rPr>
          <w:rFonts w:cs="Georgia"/>
          <w:kern w:val="1"/>
        </w:rPr>
        <w:t>’</w:t>
      </w:r>
      <w:r>
        <w:rPr>
          <w:rFonts w:cs="Georgia"/>
          <w:kern w:val="1"/>
        </w:rPr>
        <w:t>après un thème déterminé</w:t>
      </w:r>
      <w:r w:rsidR="000E1451">
        <w:rPr>
          <w:rFonts w:cs="Georgia"/>
          <w:kern w:val="1"/>
        </w:rPr>
        <w:t xml:space="preserve">, – </w:t>
      </w:r>
      <w:r>
        <w:rPr>
          <w:rFonts w:cs="Georgia"/>
          <w:kern w:val="1"/>
        </w:rPr>
        <w:t>en l</w:t>
      </w:r>
      <w:r w:rsidR="000E1451">
        <w:rPr>
          <w:rFonts w:cs="Georgia"/>
          <w:kern w:val="1"/>
        </w:rPr>
        <w:t>’</w:t>
      </w:r>
      <w:r>
        <w:rPr>
          <w:rFonts w:cs="Georgia"/>
          <w:kern w:val="1"/>
        </w:rPr>
        <w:t>espèce celui de l</w:t>
      </w:r>
      <w:r w:rsidR="000E1451">
        <w:rPr>
          <w:rFonts w:cs="Georgia"/>
          <w:kern w:val="1"/>
        </w:rPr>
        <w:t>’</w:t>
      </w:r>
      <w:r>
        <w:rPr>
          <w:rFonts w:cs="Georgia"/>
          <w:kern w:val="1"/>
        </w:rPr>
        <w:t>inévitable bataille de Borny</w:t>
      </w:r>
      <w:r w:rsidR="000E1451">
        <w:rPr>
          <w:rFonts w:cs="Georgia"/>
          <w:kern w:val="1"/>
        </w:rPr>
        <w:t xml:space="preserve">, – </w:t>
      </w:r>
      <w:r>
        <w:rPr>
          <w:rFonts w:cs="Georgia"/>
          <w:kern w:val="1"/>
        </w:rPr>
        <w:t>nous commencions par concentrer nos armées</w:t>
      </w:r>
      <w:r w:rsidR="000E1451">
        <w:rPr>
          <w:rFonts w:cs="Georgia"/>
          <w:kern w:val="1"/>
        </w:rPr>
        <w:t xml:space="preserve">. </w:t>
      </w:r>
      <w:r>
        <w:rPr>
          <w:rFonts w:cs="Georgia"/>
          <w:kern w:val="1"/>
        </w:rPr>
        <w:t>Le général avait naturellement sous ses ordres les troupes allemandes</w:t>
      </w:r>
      <w:r w:rsidR="000E1451">
        <w:rPr>
          <w:rFonts w:cs="Georgia"/>
          <w:kern w:val="1"/>
        </w:rPr>
        <w:t xml:space="preserve">. </w:t>
      </w:r>
      <w:r>
        <w:rPr>
          <w:rFonts w:cs="Georgia"/>
          <w:kern w:val="1"/>
        </w:rPr>
        <w:t>J</w:t>
      </w:r>
      <w:r w:rsidR="000E1451">
        <w:rPr>
          <w:rFonts w:cs="Georgia"/>
          <w:kern w:val="1"/>
        </w:rPr>
        <w:t>’</w:t>
      </w:r>
      <w:r>
        <w:rPr>
          <w:rFonts w:cs="Georgia"/>
          <w:kern w:val="1"/>
        </w:rPr>
        <w:t>assumais la direction des troupes</w:t>
      </w:r>
      <w:r w:rsidR="000E1451">
        <w:rPr>
          <w:rFonts w:cs="Georgia"/>
          <w:kern w:val="1"/>
        </w:rPr>
        <w:t xml:space="preserve">, </w:t>
      </w:r>
      <w:r>
        <w:rPr>
          <w:rFonts w:cs="Georgia"/>
          <w:kern w:val="1"/>
        </w:rPr>
        <w:t>françaises</w:t>
      </w:r>
      <w:r w:rsidR="000E1451">
        <w:rPr>
          <w:rFonts w:cs="Georgia"/>
          <w:kern w:val="1"/>
        </w:rPr>
        <w:t xml:space="preserve">. </w:t>
      </w:r>
      <w:r>
        <w:rPr>
          <w:rFonts w:cs="Georgia"/>
          <w:kern w:val="1"/>
        </w:rPr>
        <w:t>Il était Steinmetz</w:t>
      </w:r>
      <w:r w:rsidR="000E1451">
        <w:rPr>
          <w:rFonts w:cs="Georgia"/>
          <w:kern w:val="1"/>
        </w:rPr>
        <w:t xml:space="preserve">, </w:t>
      </w:r>
      <w:r>
        <w:rPr>
          <w:rFonts w:cs="Georgia"/>
          <w:kern w:val="1"/>
        </w:rPr>
        <w:t>et j</w:t>
      </w:r>
      <w:r w:rsidR="000E1451">
        <w:rPr>
          <w:rFonts w:cs="Georgia"/>
          <w:kern w:val="1"/>
        </w:rPr>
        <w:t>’</w:t>
      </w:r>
      <w:r>
        <w:rPr>
          <w:rFonts w:cs="Georgia"/>
          <w:kern w:val="1"/>
        </w:rPr>
        <w:t>étais Bazaine</w:t>
      </w:r>
      <w:r w:rsidR="000E1451">
        <w:rPr>
          <w:rFonts w:cs="Georgia"/>
          <w:kern w:val="1"/>
        </w:rPr>
        <w:t xml:space="preserve">. </w:t>
      </w:r>
      <w:r>
        <w:rPr>
          <w:rFonts w:cs="Georgia"/>
          <w:kern w:val="1"/>
        </w:rPr>
        <w:t>Nos diverses unités étaient représentées par des épingles aux couleurs variées</w:t>
      </w:r>
      <w:r w:rsidR="000E1451">
        <w:rPr>
          <w:rFonts w:cs="Georgia"/>
          <w:kern w:val="1"/>
        </w:rPr>
        <w:t xml:space="preserve">, </w:t>
      </w:r>
      <w:r>
        <w:rPr>
          <w:rFonts w:cs="Georgia"/>
          <w:kern w:val="1"/>
        </w:rPr>
        <w:t>rouges pour les bataillons</w:t>
      </w:r>
      <w:r w:rsidR="000E1451">
        <w:rPr>
          <w:rFonts w:cs="Georgia"/>
          <w:kern w:val="1"/>
        </w:rPr>
        <w:t xml:space="preserve">, </w:t>
      </w:r>
      <w:r>
        <w:rPr>
          <w:rFonts w:cs="Georgia"/>
          <w:kern w:val="1"/>
        </w:rPr>
        <w:t>bleues pour les régiments</w:t>
      </w:r>
      <w:r w:rsidR="000E1451">
        <w:rPr>
          <w:rFonts w:cs="Georgia"/>
          <w:kern w:val="1"/>
        </w:rPr>
        <w:t xml:space="preserve">, </w:t>
      </w:r>
      <w:r>
        <w:rPr>
          <w:rFonts w:cs="Georgia"/>
          <w:kern w:val="1"/>
        </w:rPr>
        <w:t>noires pour les brigades</w:t>
      </w:r>
      <w:r w:rsidR="000E1451">
        <w:rPr>
          <w:rFonts w:cs="Georgia"/>
          <w:kern w:val="1"/>
        </w:rPr>
        <w:t xml:space="preserve">. </w:t>
      </w:r>
      <w:r>
        <w:rPr>
          <w:rFonts w:cs="Georgia"/>
          <w:kern w:val="1"/>
        </w:rPr>
        <w:t>Nous les piquions chacun sur une carte</w:t>
      </w:r>
      <w:r w:rsidR="000E1451">
        <w:rPr>
          <w:rFonts w:cs="Georgia"/>
          <w:kern w:val="1"/>
        </w:rPr>
        <w:t xml:space="preserve">, </w:t>
      </w:r>
      <w:r>
        <w:rPr>
          <w:rFonts w:cs="Georgia"/>
          <w:kern w:val="1"/>
        </w:rPr>
        <w:t>aux emplacements arrêtés par le thème initial</w:t>
      </w:r>
      <w:r w:rsidR="000E1451">
        <w:rPr>
          <w:rFonts w:cs="Georgia"/>
          <w:kern w:val="1"/>
        </w:rPr>
        <w:t xml:space="preserve">. </w:t>
      </w:r>
      <w:r>
        <w:rPr>
          <w:rFonts w:cs="Georgia"/>
          <w:kern w:val="1"/>
        </w:rPr>
        <w:t>Les cartes étaient à l</w:t>
      </w:r>
      <w:r w:rsidR="000E1451">
        <w:rPr>
          <w:rFonts w:cs="Georgia"/>
          <w:kern w:val="1"/>
        </w:rPr>
        <w:t>’</w:t>
      </w:r>
      <w:r>
        <w:rPr>
          <w:rFonts w:cs="Georgia"/>
          <w:kern w:val="1"/>
        </w:rPr>
        <w:t>échelle du 80 millième</w:t>
      </w:r>
      <w:r w:rsidR="000E1451">
        <w:rPr>
          <w:rFonts w:cs="Georgia"/>
          <w:kern w:val="1"/>
        </w:rPr>
        <w:t xml:space="preserve">, </w:t>
      </w:r>
      <w:r>
        <w:rPr>
          <w:rFonts w:cs="Georgia"/>
          <w:kern w:val="1"/>
        </w:rPr>
        <w:t>et quadrillées</w:t>
      </w:r>
      <w:r w:rsidR="000E1451">
        <w:rPr>
          <w:rFonts w:cs="Georgia"/>
          <w:kern w:val="1"/>
        </w:rPr>
        <w:t xml:space="preserve">. </w:t>
      </w:r>
      <w:r>
        <w:rPr>
          <w:rFonts w:cs="Georgia"/>
          <w:kern w:val="1"/>
        </w:rPr>
        <w:t>Chacun des carrés était désigné par un numérotage alphabétique</w:t>
      </w:r>
      <w:r w:rsidR="000E1451">
        <w:rPr>
          <w:rFonts w:cs="Georgia"/>
          <w:kern w:val="1"/>
        </w:rPr>
        <w:t xml:space="preserve">. </w:t>
      </w:r>
      <w:r>
        <w:rPr>
          <w:rFonts w:cs="Georgia"/>
          <w:kern w:val="1"/>
        </w:rPr>
        <w:t>Sur une première table se trouvait la carte dont les épingles représentaient l</w:t>
      </w:r>
      <w:r w:rsidR="000E1451">
        <w:rPr>
          <w:rFonts w:cs="Georgia"/>
          <w:kern w:val="1"/>
        </w:rPr>
        <w:t>’</w:t>
      </w:r>
      <w:r>
        <w:rPr>
          <w:rFonts w:cs="Georgia"/>
          <w:kern w:val="1"/>
        </w:rPr>
        <w:t>armée allemande</w:t>
      </w:r>
      <w:r w:rsidR="000E1451">
        <w:rPr>
          <w:rFonts w:cs="Georgia"/>
          <w:kern w:val="1"/>
        </w:rPr>
        <w:t xml:space="preserve">. </w:t>
      </w:r>
      <w:r>
        <w:rPr>
          <w:rFonts w:cs="Georgia"/>
          <w:kern w:val="1"/>
        </w:rPr>
        <w:t>Une seconde table</w:t>
      </w:r>
      <w:r w:rsidR="000E1451">
        <w:rPr>
          <w:rFonts w:cs="Georgia"/>
          <w:kern w:val="1"/>
        </w:rPr>
        <w:t xml:space="preserve">, </w:t>
      </w:r>
      <w:r>
        <w:rPr>
          <w:rFonts w:cs="Georgia"/>
          <w:kern w:val="1"/>
        </w:rPr>
        <w:t>à l</w:t>
      </w:r>
      <w:r w:rsidR="000E1451">
        <w:rPr>
          <w:rFonts w:cs="Georgia"/>
          <w:kern w:val="1"/>
        </w:rPr>
        <w:t>’</w:t>
      </w:r>
      <w:r>
        <w:rPr>
          <w:rFonts w:cs="Georgia"/>
          <w:kern w:val="1"/>
        </w:rPr>
        <w:t>autre extrémité du cabinet</w:t>
      </w:r>
      <w:r w:rsidR="000E1451">
        <w:rPr>
          <w:rFonts w:cs="Georgia"/>
          <w:kern w:val="1"/>
        </w:rPr>
        <w:t xml:space="preserve">, </w:t>
      </w:r>
      <w:r>
        <w:rPr>
          <w:rFonts w:cs="Georgia"/>
          <w:kern w:val="1"/>
        </w:rPr>
        <w:t>était recouverte de la carte de l</w:t>
      </w:r>
      <w:r w:rsidR="000E1451">
        <w:rPr>
          <w:rFonts w:cs="Georgia"/>
          <w:kern w:val="1"/>
        </w:rPr>
        <w:t>’</w:t>
      </w:r>
      <w:r>
        <w:rPr>
          <w:rFonts w:cs="Georgia"/>
          <w:kern w:val="1"/>
        </w:rPr>
        <w:t>armée française</w:t>
      </w:r>
      <w:r w:rsidR="000E1451">
        <w:rPr>
          <w:rFonts w:cs="Georgia"/>
          <w:kern w:val="1"/>
        </w:rPr>
        <w:t xml:space="preserve">. </w:t>
      </w:r>
      <w:r>
        <w:rPr>
          <w:rFonts w:cs="Georgia"/>
          <w:kern w:val="1"/>
        </w:rPr>
        <w:t>Nous nous asseyions chacun devant notre table</w:t>
      </w:r>
      <w:r w:rsidR="000E1451">
        <w:rPr>
          <w:rFonts w:cs="Georgia"/>
          <w:kern w:val="1"/>
        </w:rPr>
        <w:t xml:space="preserve">. </w:t>
      </w:r>
      <w:r>
        <w:rPr>
          <w:rFonts w:cs="Georgia"/>
          <w:kern w:val="1"/>
        </w:rPr>
        <w:t>Les cinq ou six mètres qui nous séparaient assuraient le secret des opérations</w:t>
      </w:r>
      <w:r w:rsidR="000E1451">
        <w:rPr>
          <w:rFonts w:cs="Georgia"/>
          <w:kern w:val="1"/>
        </w:rPr>
        <w:t xml:space="preserve">. </w:t>
      </w:r>
      <w:r>
        <w:rPr>
          <w:rFonts w:cs="Georgia"/>
          <w:kern w:val="1"/>
        </w:rPr>
        <w:t>La progression des troupes commençait</w:t>
      </w:r>
      <w:r w:rsidR="000E1451">
        <w:rPr>
          <w:rFonts w:cs="Georgia"/>
          <w:kern w:val="1"/>
        </w:rPr>
        <w:t xml:space="preserve">. </w:t>
      </w:r>
      <w:r>
        <w:rPr>
          <w:rFonts w:cs="Georgia"/>
          <w:kern w:val="1"/>
        </w:rPr>
        <w:t>Chacun de nous portait les siennes en avant suivant le plan qui lui paraissait le plus opportun</w:t>
      </w:r>
      <w:r w:rsidR="000E1451">
        <w:rPr>
          <w:rFonts w:cs="Georgia"/>
          <w:kern w:val="1"/>
        </w:rPr>
        <w:t xml:space="preserve">. </w:t>
      </w:r>
      <w:r>
        <w:rPr>
          <w:rFonts w:cs="Georgia"/>
          <w:kern w:val="1"/>
        </w:rPr>
        <w:t>Le passage d</w:t>
      </w:r>
      <w:r w:rsidR="000E1451">
        <w:rPr>
          <w:rFonts w:cs="Georgia"/>
          <w:kern w:val="1"/>
        </w:rPr>
        <w:t>’</w:t>
      </w:r>
      <w:r>
        <w:rPr>
          <w:rFonts w:cs="Georgia"/>
          <w:kern w:val="1"/>
        </w:rPr>
        <w:t>un carré à un autre carré devait être précédé de la question</w:t>
      </w:r>
      <w:r w:rsidR="000E1451">
        <w:rPr>
          <w:rFonts w:cs="Georgia"/>
          <w:kern w:val="1"/>
        </w:rPr>
        <w:t> : « </w:t>
      </w:r>
      <w:r>
        <w:rPr>
          <w:rFonts w:cs="Georgia"/>
          <w:kern w:val="1"/>
        </w:rPr>
        <w:t>Avez-vous du monde sur le carré</w:t>
      </w:r>
      <w:r w:rsidR="000E1451">
        <w:rPr>
          <w:rFonts w:cs="Georgia"/>
          <w:kern w:val="1"/>
        </w:rPr>
        <w:t xml:space="preserve"> </w:t>
      </w:r>
      <w:r>
        <w:rPr>
          <w:rFonts w:cs="Georgia"/>
          <w:kern w:val="1"/>
        </w:rPr>
        <w:t>X</w:t>
      </w:r>
      <w:r w:rsidR="000E1451">
        <w:rPr>
          <w:rFonts w:cs="Georgia"/>
          <w:kern w:val="1"/>
        </w:rPr>
        <w:t xml:space="preserve"> – </w:t>
      </w:r>
      <w:r>
        <w:rPr>
          <w:rFonts w:cs="Georgia"/>
          <w:kern w:val="1"/>
        </w:rPr>
        <w:t>ou sur le carré</w:t>
      </w:r>
      <w:r w:rsidR="000E1451">
        <w:rPr>
          <w:rFonts w:cs="Georgia"/>
          <w:kern w:val="1"/>
        </w:rPr>
        <w:t xml:space="preserve"> </w:t>
      </w:r>
      <w:r>
        <w:rPr>
          <w:rFonts w:cs="Georgia"/>
          <w:kern w:val="1"/>
        </w:rPr>
        <w:t>Z</w:t>
      </w:r>
      <w:r w:rsidR="000E1451">
        <w:rPr>
          <w:rFonts w:cs="Georgia"/>
          <w:kern w:val="1"/>
        </w:rPr>
        <w:t> ? »</w:t>
      </w:r>
      <w:r>
        <w:rPr>
          <w:rFonts w:cs="Georgia"/>
          <w:kern w:val="1"/>
        </w:rPr>
        <w:t xml:space="preserve"> Suivant la réponse obtenue</w:t>
      </w:r>
      <w:r w:rsidR="000E1451">
        <w:rPr>
          <w:rFonts w:cs="Georgia"/>
          <w:kern w:val="1"/>
        </w:rPr>
        <w:t xml:space="preserve">, </w:t>
      </w:r>
      <w:r>
        <w:rPr>
          <w:rFonts w:cs="Georgia"/>
          <w:kern w:val="1"/>
        </w:rPr>
        <w:t>on se maintenait</w:t>
      </w:r>
      <w:r w:rsidR="000E1451">
        <w:rPr>
          <w:rFonts w:cs="Georgia"/>
          <w:kern w:val="1"/>
        </w:rPr>
        <w:t xml:space="preserve">, </w:t>
      </w:r>
      <w:r>
        <w:rPr>
          <w:rFonts w:cs="Georgia"/>
          <w:kern w:val="1"/>
        </w:rPr>
        <w:t>ou on se repliait</w:t>
      </w:r>
      <w:r w:rsidR="000E1451">
        <w:rPr>
          <w:rFonts w:cs="Georgia"/>
          <w:kern w:val="1"/>
        </w:rPr>
        <w:t>.</w:t>
      </w:r>
    </w:p>
    <w:p w14:paraId="391F5BED" w14:textId="77777777" w:rsidR="000E1451" w:rsidRDefault="00BE611A" w:rsidP="00BE611A">
      <w:pPr>
        <w:rPr>
          <w:rFonts w:cs="Georgia"/>
          <w:kern w:val="1"/>
        </w:rPr>
      </w:pPr>
      <w:r>
        <w:rPr>
          <w:rFonts w:cs="Georgia"/>
          <w:kern w:val="1"/>
        </w:rPr>
        <w:t>À partir d</w:t>
      </w:r>
      <w:r w:rsidR="000E1451">
        <w:rPr>
          <w:rFonts w:cs="Georgia"/>
          <w:kern w:val="1"/>
        </w:rPr>
        <w:t>’</w:t>
      </w:r>
      <w:r>
        <w:rPr>
          <w:rFonts w:cs="Georgia"/>
          <w:kern w:val="1"/>
        </w:rPr>
        <w:t>un certain moment</w:t>
      </w:r>
      <w:r w:rsidR="000E1451">
        <w:rPr>
          <w:rFonts w:cs="Georgia"/>
          <w:kern w:val="1"/>
        </w:rPr>
        <w:t xml:space="preserve">, </w:t>
      </w:r>
      <w:r>
        <w:rPr>
          <w:rFonts w:cs="Georgia"/>
          <w:kern w:val="1"/>
        </w:rPr>
        <w:t>aucun des deux partis ne pouvait plus progresser sans se heurter à une fraction du parti adverse</w:t>
      </w:r>
      <w:r w:rsidR="000E1451">
        <w:rPr>
          <w:rFonts w:cs="Georgia"/>
          <w:kern w:val="1"/>
        </w:rPr>
        <w:t xml:space="preserve">. </w:t>
      </w:r>
      <w:r>
        <w:rPr>
          <w:rFonts w:cs="Georgia"/>
          <w:kern w:val="1"/>
        </w:rPr>
        <w:t>Sur toute la ligne de bataille</w:t>
      </w:r>
      <w:r w:rsidR="000E1451">
        <w:rPr>
          <w:rFonts w:cs="Georgia"/>
          <w:kern w:val="1"/>
        </w:rPr>
        <w:t xml:space="preserve">, </w:t>
      </w:r>
      <w:r>
        <w:rPr>
          <w:rFonts w:cs="Georgia"/>
          <w:kern w:val="1"/>
        </w:rPr>
        <w:t xml:space="preserve">les troupes se </w:t>
      </w:r>
      <w:r>
        <w:rPr>
          <w:rFonts w:cs="Georgia"/>
          <w:kern w:val="1"/>
        </w:rPr>
        <w:lastRenderedPageBreak/>
        <w:t>trouvaient au contact</w:t>
      </w:r>
      <w:r w:rsidR="000E1451">
        <w:rPr>
          <w:rFonts w:cs="Georgia"/>
          <w:kern w:val="1"/>
        </w:rPr>
        <w:t xml:space="preserve">. </w:t>
      </w:r>
      <w:r>
        <w:rPr>
          <w:rFonts w:cs="Georgia"/>
          <w:kern w:val="1"/>
        </w:rPr>
        <w:t>Aux deux cartes était alors substituée une carte unique</w:t>
      </w:r>
      <w:r w:rsidR="000E1451">
        <w:rPr>
          <w:rFonts w:cs="Georgia"/>
          <w:kern w:val="1"/>
        </w:rPr>
        <w:t xml:space="preserve">, </w:t>
      </w:r>
      <w:r>
        <w:rPr>
          <w:rFonts w:cs="Georgia"/>
          <w:kern w:val="1"/>
        </w:rPr>
        <w:t>à plus grande échelle</w:t>
      </w:r>
      <w:r w:rsidR="000E1451">
        <w:rPr>
          <w:rFonts w:cs="Georgia"/>
          <w:kern w:val="1"/>
        </w:rPr>
        <w:t xml:space="preserve">. </w:t>
      </w:r>
      <w:r>
        <w:rPr>
          <w:rFonts w:cs="Georgia"/>
          <w:kern w:val="1"/>
        </w:rPr>
        <w:t>Nous y transportions nos épingles aux emplacements qui correspondaient à ceux qu</w:t>
      </w:r>
      <w:r w:rsidR="000E1451">
        <w:rPr>
          <w:rFonts w:cs="Georgia"/>
          <w:kern w:val="1"/>
        </w:rPr>
        <w:t>’</w:t>
      </w:r>
      <w:r>
        <w:rPr>
          <w:rFonts w:cs="Georgia"/>
          <w:kern w:val="1"/>
        </w:rPr>
        <w:t>elles étaient arrivées à occuper sur les cartes au 80 millième</w:t>
      </w:r>
      <w:r w:rsidR="000E1451">
        <w:rPr>
          <w:rFonts w:cs="Georgia"/>
          <w:kern w:val="1"/>
        </w:rPr>
        <w:t xml:space="preserve">. </w:t>
      </w:r>
      <w:r>
        <w:rPr>
          <w:rFonts w:cs="Georgia"/>
          <w:kern w:val="1"/>
        </w:rPr>
        <w:t>La bataille était alors prête à être engagée</w:t>
      </w:r>
      <w:r w:rsidR="000E1451">
        <w:rPr>
          <w:rFonts w:cs="Georgia"/>
          <w:kern w:val="1"/>
        </w:rPr>
        <w:t>.</w:t>
      </w:r>
    </w:p>
    <w:p w14:paraId="03165D81" w14:textId="77777777" w:rsidR="000E1451" w:rsidRDefault="00BE611A" w:rsidP="00BE611A">
      <w:pPr>
        <w:rPr>
          <w:rFonts w:cs="Georgia"/>
          <w:kern w:val="1"/>
        </w:rPr>
      </w:pPr>
      <w:r>
        <w:rPr>
          <w:rFonts w:cs="Georgia"/>
          <w:kern w:val="1"/>
        </w:rPr>
        <w:t>C</w:t>
      </w:r>
      <w:r w:rsidR="000E1451">
        <w:rPr>
          <w:rFonts w:cs="Georgia"/>
          <w:kern w:val="1"/>
        </w:rPr>
        <w:t>’</w:t>
      </w:r>
      <w:r>
        <w:rPr>
          <w:rFonts w:cs="Georgia"/>
          <w:kern w:val="1"/>
        </w:rPr>
        <w:t xml:space="preserve">était surtout au cours de cette seconde phase que se manifestaient les mérites de la </w:t>
      </w:r>
      <w:r w:rsidR="000E1451">
        <w:rPr>
          <w:rFonts w:cs="Georgia"/>
          <w:kern w:val="1"/>
        </w:rPr>
        <w:t>« </w:t>
      </w:r>
      <w:r>
        <w:rPr>
          <w:rFonts w:cs="Georgia"/>
          <w:kern w:val="1"/>
        </w:rPr>
        <w:t>méthode de Reichendorf</w:t>
      </w:r>
      <w:r w:rsidR="000E1451">
        <w:rPr>
          <w:rFonts w:cs="Georgia"/>
          <w:kern w:val="1"/>
        </w:rPr>
        <w:t xml:space="preserve"> ». </w:t>
      </w:r>
      <w:r>
        <w:rPr>
          <w:rFonts w:cs="Georgia"/>
          <w:kern w:val="1"/>
        </w:rPr>
        <w:t>Deux unités se trouvant opposées sur un même carré</w:t>
      </w:r>
      <w:r w:rsidR="000E1451">
        <w:rPr>
          <w:rFonts w:cs="Georgia"/>
          <w:kern w:val="1"/>
        </w:rPr>
        <w:t xml:space="preserve">, </w:t>
      </w:r>
      <w:r>
        <w:rPr>
          <w:rFonts w:cs="Georgia"/>
          <w:kern w:val="1"/>
        </w:rPr>
        <w:t>comment arriver à déterminer équitablement celle qui devait être victorieuse de l</w:t>
      </w:r>
      <w:r w:rsidR="000E1451">
        <w:rPr>
          <w:rFonts w:cs="Georgia"/>
          <w:kern w:val="1"/>
        </w:rPr>
        <w:t>’</w:t>
      </w:r>
      <w:r>
        <w:rPr>
          <w:rFonts w:cs="Georgia"/>
          <w:kern w:val="1"/>
        </w:rPr>
        <w:t>autre</w:t>
      </w:r>
      <w:r w:rsidR="000E1451">
        <w:rPr>
          <w:rFonts w:cs="Georgia"/>
          <w:kern w:val="1"/>
        </w:rPr>
        <w:t xml:space="preserve">. </w:t>
      </w:r>
      <w:r>
        <w:rPr>
          <w:rFonts w:cs="Georgia"/>
          <w:kern w:val="1"/>
        </w:rPr>
        <w:t>Philosophe averti des choses de la guerre</w:t>
      </w:r>
      <w:r w:rsidR="000E1451">
        <w:rPr>
          <w:rFonts w:cs="Georgia"/>
          <w:kern w:val="1"/>
        </w:rPr>
        <w:t xml:space="preserve">, </w:t>
      </w:r>
      <w:r>
        <w:rPr>
          <w:rFonts w:cs="Georgia"/>
          <w:kern w:val="1"/>
        </w:rPr>
        <w:t>le général avait jugé que c</w:t>
      </w:r>
      <w:r w:rsidR="000E1451">
        <w:rPr>
          <w:rFonts w:cs="Georgia"/>
          <w:kern w:val="1"/>
        </w:rPr>
        <w:t>’</w:t>
      </w:r>
      <w:r>
        <w:rPr>
          <w:rFonts w:cs="Georgia"/>
          <w:kern w:val="1"/>
        </w:rPr>
        <w:t>était le moment de faire intervenir le Dieu Hasard</w:t>
      </w:r>
      <w:r w:rsidR="000E1451">
        <w:rPr>
          <w:rFonts w:cs="Georgia"/>
          <w:kern w:val="1"/>
        </w:rPr>
        <w:t xml:space="preserve">. </w:t>
      </w:r>
      <w:r>
        <w:rPr>
          <w:rFonts w:cs="Georgia"/>
          <w:kern w:val="1"/>
        </w:rPr>
        <w:t>La décision était jouée aux dés</w:t>
      </w:r>
      <w:r w:rsidR="000E1451">
        <w:rPr>
          <w:rFonts w:cs="Georgia"/>
          <w:kern w:val="1"/>
        </w:rPr>
        <w:t xml:space="preserve">. </w:t>
      </w:r>
      <w:r>
        <w:rPr>
          <w:rFonts w:cs="Georgia"/>
          <w:kern w:val="1"/>
        </w:rPr>
        <w:t>Si</w:t>
      </w:r>
      <w:r w:rsidR="000E1451">
        <w:rPr>
          <w:rFonts w:cs="Georgia"/>
          <w:kern w:val="1"/>
        </w:rPr>
        <w:t xml:space="preserve">, </w:t>
      </w:r>
      <w:r>
        <w:rPr>
          <w:rFonts w:cs="Georgia"/>
          <w:kern w:val="1"/>
        </w:rPr>
        <w:t>par exemple</w:t>
      </w:r>
      <w:r w:rsidR="000E1451">
        <w:rPr>
          <w:rFonts w:cs="Georgia"/>
          <w:kern w:val="1"/>
        </w:rPr>
        <w:t xml:space="preserve">, </w:t>
      </w:r>
      <w:r>
        <w:rPr>
          <w:rFonts w:cs="Georgia"/>
          <w:kern w:val="1"/>
        </w:rPr>
        <w:t>à l</w:t>
      </w:r>
      <w:r w:rsidR="000E1451">
        <w:rPr>
          <w:rFonts w:cs="Georgia"/>
          <w:kern w:val="1"/>
        </w:rPr>
        <w:t>’</w:t>
      </w:r>
      <w:r>
        <w:rPr>
          <w:rFonts w:cs="Georgia"/>
          <w:kern w:val="1"/>
        </w:rPr>
        <w:t>intérieur du carré</w:t>
      </w:r>
      <w:r w:rsidR="000E1451">
        <w:rPr>
          <w:rFonts w:cs="Georgia"/>
          <w:kern w:val="1"/>
        </w:rPr>
        <w:t xml:space="preserve"> </w:t>
      </w:r>
      <w:r>
        <w:rPr>
          <w:rFonts w:cs="Georgia"/>
          <w:kern w:val="1"/>
        </w:rPr>
        <w:t>B</w:t>
      </w:r>
      <w:r w:rsidR="000E1451">
        <w:rPr>
          <w:rFonts w:cs="Georgia"/>
          <w:kern w:val="1"/>
        </w:rPr>
        <w:t xml:space="preserve">, </w:t>
      </w:r>
      <w:r>
        <w:rPr>
          <w:rFonts w:cs="Georgia"/>
          <w:kern w:val="1"/>
        </w:rPr>
        <w:t>la manœuvre mettait aux prises six bataillons français et quatre bataillons allemands</w:t>
      </w:r>
      <w:r w:rsidR="000E1451">
        <w:rPr>
          <w:rFonts w:cs="Georgia"/>
          <w:kern w:val="1"/>
        </w:rPr>
        <w:t xml:space="preserve">, </w:t>
      </w:r>
      <w:r>
        <w:rPr>
          <w:rFonts w:cs="Georgia"/>
          <w:kern w:val="1"/>
        </w:rPr>
        <w:t>quatre coups de dés étaient attribués au général</w:t>
      </w:r>
      <w:r w:rsidR="000E1451">
        <w:rPr>
          <w:rFonts w:cs="Georgia"/>
          <w:kern w:val="1"/>
        </w:rPr>
        <w:t xml:space="preserve">, </w:t>
      </w:r>
      <w:r>
        <w:rPr>
          <w:rFonts w:cs="Georgia"/>
          <w:kern w:val="1"/>
        </w:rPr>
        <w:t>et six à moi</w:t>
      </w:r>
      <w:r w:rsidR="000E1451">
        <w:rPr>
          <w:rFonts w:cs="Georgia"/>
          <w:kern w:val="1"/>
        </w:rPr>
        <w:t xml:space="preserve">. </w:t>
      </w:r>
      <w:r>
        <w:rPr>
          <w:rFonts w:cs="Georgia"/>
          <w:kern w:val="1"/>
        </w:rPr>
        <w:t>Celui qui obtenait un total de points inférieur à l</w:t>
      </w:r>
      <w:r w:rsidR="000E1451">
        <w:rPr>
          <w:rFonts w:cs="Georgia"/>
          <w:kern w:val="1"/>
        </w:rPr>
        <w:t>’</w:t>
      </w:r>
      <w:r>
        <w:rPr>
          <w:rFonts w:cs="Georgia"/>
          <w:kern w:val="1"/>
        </w:rPr>
        <w:t>autre perdait la possession du carré</w:t>
      </w:r>
      <w:r w:rsidR="000E1451">
        <w:rPr>
          <w:rFonts w:cs="Georgia"/>
          <w:kern w:val="1"/>
        </w:rPr>
        <w:t xml:space="preserve">. </w:t>
      </w:r>
      <w:r>
        <w:rPr>
          <w:rFonts w:cs="Georgia"/>
          <w:kern w:val="1"/>
        </w:rPr>
        <w:t>La décision d</w:t>
      </w:r>
      <w:r w:rsidR="000E1451">
        <w:rPr>
          <w:rFonts w:cs="Georgia"/>
          <w:kern w:val="1"/>
        </w:rPr>
        <w:t>’</w:t>
      </w:r>
      <w:r>
        <w:rPr>
          <w:rFonts w:cs="Georgia"/>
          <w:kern w:val="1"/>
        </w:rPr>
        <w:t>ensemble était déterminée par la totalisation des décisions partielles</w:t>
      </w:r>
      <w:r w:rsidR="000E1451">
        <w:rPr>
          <w:rFonts w:cs="Georgia"/>
          <w:kern w:val="1"/>
        </w:rPr>
        <w:t xml:space="preserve">. </w:t>
      </w:r>
      <w:r>
        <w:rPr>
          <w:rFonts w:cs="Georgia"/>
          <w:kern w:val="1"/>
        </w:rPr>
        <w:t>Le désir d</w:t>
      </w:r>
      <w:r w:rsidR="000E1451">
        <w:rPr>
          <w:rFonts w:cs="Georgia"/>
          <w:kern w:val="1"/>
        </w:rPr>
        <w:t>’</w:t>
      </w:r>
      <w:r>
        <w:rPr>
          <w:rFonts w:cs="Georgia"/>
          <w:kern w:val="1"/>
        </w:rPr>
        <w:t>être clair me fait sans doute présenter de façon un peu trop simpliste ce système mirifique</w:t>
      </w:r>
      <w:r w:rsidR="000E1451">
        <w:rPr>
          <w:rFonts w:cs="Georgia"/>
          <w:kern w:val="1"/>
        </w:rPr>
        <w:t xml:space="preserve">. </w:t>
      </w:r>
      <w:r>
        <w:rPr>
          <w:rFonts w:cs="Georgia"/>
          <w:kern w:val="1"/>
        </w:rPr>
        <w:t xml:space="preserve">Il était complété par toute une série de corollaires qui instituaient autant de </w:t>
      </w:r>
      <w:r w:rsidR="000E1451">
        <w:rPr>
          <w:rFonts w:cs="Georgia"/>
          <w:kern w:val="1"/>
        </w:rPr>
        <w:t>coef</w:t>
      </w:r>
      <w:r>
        <w:rPr>
          <w:rFonts w:cs="Georgia"/>
          <w:kern w:val="1"/>
        </w:rPr>
        <w:t>ficients de majoration</w:t>
      </w:r>
      <w:r w:rsidR="000E1451">
        <w:rPr>
          <w:rFonts w:cs="Georgia"/>
          <w:kern w:val="1"/>
        </w:rPr>
        <w:t xml:space="preserve">. </w:t>
      </w:r>
      <w:r>
        <w:rPr>
          <w:rFonts w:cs="Georgia"/>
          <w:kern w:val="1"/>
        </w:rPr>
        <w:t>C</w:t>
      </w:r>
      <w:r w:rsidR="000E1451">
        <w:rPr>
          <w:rFonts w:cs="Georgia"/>
          <w:kern w:val="1"/>
        </w:rPr>
        <w:t>’</w:t>
      </w:r>
      <w:r>
        <w:rPr>
          <w:rFonts w:cs="Georgia"/>
          <w:kern w:val="1"/>
        </w:rPr>
        <w:t>est ainsi qu</w:t>
      </w:r>
      <w:r w:rsidR="000E1451">
        <w:rPr>
          <w:rFonts w:cs="Georgia"/>
          <w:kern w:val="1"/>
        </w:rPr>
        <w:t>’</w:t>
      </w:r>
      <w:r>
        <w:rPr>
          <w:rFonts w:cs="Georgia"/>
          <w:kern w:val="1"/>
        </w:rPr>
        <w:t>au moment du règlement par les dés</w:t>
      </w:r>
      <w:r w:rsidR="000E1451">
        <w:rPr>
          <w:rFonts w:cs="Georgia"/>
          <w:kern w:val="1"/>
        </w:rPr>
        <w:t xml:space="preserve">, </w:t>
      </w:r>
      <w:r>
        <w:rPr>
          <w:rFonts w:cs="Georgia"/>
          <w:kern w:val="1"/>
        </w:rPr>
        <w:t>une troupe engagée pouvait obtenir un ou plusieurs coups supplémentaires</w:t>
      </w:r>
      <w:r w:rsidR="000E1451">
        <w:rPr>
          <w:rFonts w:cs="Georgia"/>
          <w:kern w:val="1"/>
        </w:rPr>
        <w:t xml:space="preserve">, </w:t>
      </w:r>
      <w:r>
        <w:rPr>
          <w:rFonts w:cs="Georgia"/>
          <w:kern w:val="1"/>
        </w:rPr>
        <w:t>suivant qu</w:t>
      </w:r>
      <w:r w:rsidR="000E1451">
        <w:rPr>
          <w:rFonts w:cs="Georgia"/>
          <w:kern w:val="1"/>
        </w:rPr>
        <w:t>’</w:t>
      </w:r>
      <w:r>
        <w:rPr>
          <w:rFonts w:cs="Georgia"/>
          <w:kern w:val="1"/>
        </w:rPr>
        <w:t>elle se trouvait fortifiée dans un village</w:t>
      </w:r>
      <w:r w:rsidR="000E1451">
        <w:rPr>
          <w:rFonts w:cs="Georgia"/>
          <w:kern w:val="1"/>
        </w:rPr>
        <w:t xml:space="preserve">, </w:t>
      </w:r>
      <w:r>
        <w:rPr>
          <w:rFonts w:cs="Georgia"/>
          <w:kern w:val="1"/>
        </w:rPr>
        <w:t>retranchée sur une colline</w:t>
      </w:r>
      <w:r w:rsidR="000E1451">
        <w:rPr>
          <w:rFonts w:cs="Georgia"/>
          <w:kern w:val="1"/>
        </w:rPr>
        <w:t xml:space="preserve">. </w:t>
      </w:r>
      <w:r>
        <w:rPr>
          <w:rFonts w:cs="Georgia"/>
          <w:kern w:val="1"/>
        </w:rPr>
        <w:t>Il n</w:t>
      </w:r>
      <w:r w:rsidR="000E1451">
        <w:rPr>
          <w:rFonts w:cs="Georgia"/>
          <w:kern w:val="1"/>
        </w:rPr>
        <w:t>’</w:t>
      </w:r>
      <w:r>
        <w:rPr>
          <w:rFonts w:cs="Georgia"/>
          <w:kern w:val="1"/>
        </w:rPr>
        <w:t>était pas un cas qui ne fût prévu</w:t>
      </w:r>
      <w:r w:rsidR="000E1451">
        <w:rPr>
          <w:rFonts w:cs="Georgia"/>
          <w:kern w:val="1"/>
        </w:rPr>
        <w:t xml:space="preserve">, </w:t>
      </w:r>
      <w:r>
        <w:rPr>
          <w:rFonts w:cs="Georgia"/>
          <w:kern w:val="1"/>
        </w:rPr>
        <w:t>réglementé conformément aux principes de la logique la plus méticuleuse</w:t>
      </w:r>
      <w:r w:rsidR="000E1451">
        <w:rPr>
          <w:rFonts w:cs="Georgia"/>
          <w:kern w:val="1"/>
        </w:rPr>
        <w:t xml:space="preserve">. </w:t>
      </w:r>
      <w:r>
        <w:rPr>
          <w:rFonts w:cs="Georgia"/>
          <w:kern w:val="1"/>
        </w:rPr>
        <w:t>Affirmer que j</w:t>
      </w:r>
      <w:r w:rsidR="000E1451">
        <w:rPr>
          <w:rFonts w:cs="Georgia"/>
          <w:kern w:val="1"/>
        </w:rPr>
        <w:t>’</w:t>
      </w:r>
      <w:r>
        <w:rPr>
          <w:rFonts w:cs="Georgia"/>
          <w:kern w:val="1"/>
        </w:rPr>
        <w:t>avais fini par me passionner pour ce genre de distraction serait mentir sans doute</w:t>
      </w:r>
      <w:r w:rsidR="000E1451">
        <w:rPr>
          <w:rFonts w:cs="Georgia"/>
          <w:kern w:val="1"/>
        </w:rPr>
        <w:t xml:space="preserve">. </w:t>
      </w:r>
      <w:r>
        <w:rPr>
          <w:rFonts w:cs="Georgia"/>
          <w:kern w:val="1"/>
        </w:rPr>
        <w:t>Mais c</w:t>
      </w:r>
      <w:r w:rsidR="000E1451">
        <w:rPr>
          <w:rFonts w:cs="Georgia"/>
          <w:kern w:val="1"/>
        </w:rPr>
        <w:t>’</w:t>
      </w:r>
      <w:r>
        <w:rPr>
          <w:rFonts w:cs="Georgia"/>
          <w:kern w:val="1"/>
        </w:rPr>
        <w:t>eût été mentir aussi que d</w:t>
      </w:r>
      <w:r w:rsidR="000E1451">
        <w:rPr>
          <w:rFonts w:cs="Georgia"/>
          <w:kern w:val="1"/>
        </w:rPr>
        <w:t>’</w:t>
      </w:r>
      <w:r>
        <w:rPr>
          <w:rFonts w:cs="Georgia"/>
          <w:kern w:val="1"/>
        </w:rPr>
        <w:t>expliquer le zèle dont j</w:t>
      </w:r>
      <w:r w:rsidR="000E1451">
        <w:rPr>
          <w:rFonts w:cs="Georgia"/>
          <w:kern w:val="1"/>
        </w:rPr>
        <w:t>’</w:t>
      </w:r>
      <w:r>
        <w:rPr>
          <w:rFonts w:cs="Georgia"/>
          <w:kern w:val="1"/>
        </w:rPr>
        <w:t>étais indiscutablement possédé par le seul désir de faire ma cour au général</w:t>
      </w:r>
      <w:r w:rsidR="000E1451">
        <w:rPr>
          <w:rFonts w:cs="Georgia"/>
          <w:kern w:val="1"/>
        </w:rPr>
        <w:t xml:space="preserve">. </w:t>
      </w:r>
      <w:r>
        <w:rPr>
          <w:rFonts w:cs="Georgia"/>
          <w:kern w:val="1"/>
        </w:rPr>
        <w:t>Pourquoi le nier</w:t>
      </w:r>
      <w:r w:rsidR="000E1451">
        <w:rPr>
          <w:rFonts w:cs="Georgia"/>
          <w:kern w:val="1"/>
        </w:rPr>
        <w:t xml:space="preserve"> ? </w:t>
      </w:r>
      <w:r>
        <w:rPr>
          <w:rFonts w:cs="Georgia"/>
          <w:kern w:val="1"/>
        </w:rPr>
        <w:t xml:space="preserve">Le vieillard </w:t>
      </w:r>
      <w:r>
        <w:rPr>
          <w:rFonts w:cs="Georgia"/>
          <w:kern w:val="1"/>
        </w:rPr>
        <w:lastRenderedPageBreak/>
        <w:t>m</w:t>
      </w:r>
      <w:r w:rsidR="000E1451">
        <w:rPr>
          <w:rFonts w:cs="Georgia"/>
          <w:kern w:val="1"/>
        </w:rPr>
        <w:t>’</w:t>
      </w:r>
      <w:r>
        <w:rPr>
          <w:rFonts w:cs="Georgia"/>
          <w:kern w:val="1"/>
        </w:rPr>
        <w:t>avait communiqué un peu de sa manie</w:t>
      </w:r>
      <w:r w:rsidR="000E1451">
        <w:rPr>
          <w:rFonts w:cs="Georgia"/>
          <w:kern w:val="1"/>
        </w:rPr>
        <w:t xml:space="preserve">. </w:t>
      </w:r>
      <w:r>
        <w:rPr>
          <w:rFonts w:cs="Georgia"/>
          <w:kern w:val="1"/>
        </w:rPr>
        <w:t>Axelle n</w:t>
      </w:r>
      <w:r w:rsidR="000E1451">
        <w:rPr>
          <w:rFonts w:cs="Georgia"/>
          <w:kern w:val="1"/>
        </w:rPr>
        <w:t>’</w:t>
      </w:r>
      <w:r>
        <w:rPr>
          <w:rFonts w:cs="Georgia"/>
          <w:kern w:val="1"/>
        </w:rPr>
        <w:t>avait pas manqué de s</w:t>
      </w:r>
      <w:r w:rsidR="000E1451">
        <w:rPr>
          <w:rFonts w:cs="Georgia"/>
          <w:kern w:val="1"/>
        </w:rPr>
        <w:t>’</w:t>
      </w:r>
      <w:r>
        <w:rPr>
          <w:rFonts w:cs="Georgia"/>
          <w:kern w:val="1"/>
        </w:rPr>
        <w:t>en rendre compte</w:t>
      </w:r>
      <w:r w:rsidR="000E1451">
        <w:rPr>
          <w:rFonts w:cs="Georgia"/>
          <w:kern w:val="1"/>
        </w:rPr>
        <w:t xml:space="preserve">, </w:t>
      </w:r>
      <w:r>
        <w:rPr>
          <w:rFonts w:cs="Georgia"/>
          <w:kern w:val="1"/>
        </w:rPr>
        <w:t>et ce lui fut</w:t>
      </w:r>
      <w:r w:rsidR="000E1451">
        <w:rPr>
          <w:rFonts w:cs="Georgia"/>
          <w:kern w:val="1"/>
        </w:rPr>
        <w:t xml:space="preserve">, </w:t>
      </w:r>
      <w:r>
        <w:rPr>
          <w:rFonts w:cs="Georgia"/>
          <w:kern w:val="1"/>
        </w:rPr>
        <w:t>à plusieurs reprises</w:t>
      </w:r>
      <w:r w:rsidR="000E1451">
        <w:rPr>
          <w:rFonts w:cs="Georgia"/>
          <w:kern w:val="1"/>
        </w:rPr>
        <w:t xml:space="preserve">, </w:t>
      </w:r>
      <w:r>
        <w:rPr>
          <w:rFonts w:cs="Georgia"/>
          <w:kern w:val="1"/>
        </w:rPr>
        <w:t>une occasion de me railler doucement</w:t>
      </w:r>
      <w:r w:rsidR="000E1451">
        <w:rPr>
          <w:rFonts w:cs="Georgia"/>
          <w:kern w:val="1"/>
        </w:rPr>
        <w:t>.</w:t>
      </w:r>
    </w:p>
    <w:p w14:paraId="0C0DDF81" w14:textId="77777777" w:rsidR="000E1451" w:rsidRDefault="00BE611A" w:rsidP="00BE611A">
      <w:pPr>
        <w:rPr>
          <w:rFonts w:cs="Georgia"/>
          <w:kern w:val="1"/>
        </w:rPr>
      </w:pPr>
      <w:r>
        <w:rPr>
          <w:rFonts w:cs="Georgia"/>
          <w:kern w:val="1"/>
        </w:rPr>
        <w:t>Quand je pénétrai dans son cabinet</w:t>
      </w:r>
      <w:r w:rsidR="000E1451">
        <w:rPr>
          <w:rFonts w:cs="Georgia"/>
          <w:kern w:val="1"/>
        </w:rPr>
        <w:t xml:space="preserve">, </w:t>
      </w:r>
      <w:r>
        <w:rPr>
          <w:rFonts w:cs="Georgia"/>
          <w:kern w:val="1"/>
        </w:rPr>
        <w:t>le général était en train de s</w:t>
      </w:r>
      <w:r w:rsidR="000E1451">
        <w:rPr>
          <w:rFonts w:cs="Georgia"/>
          <w:kern w:val="1"/>
        </w:rPr>
        <w:t>’</w:t>
      </w:r>
      <w:r>
        <w:rPr>
          <w:rFonts w:cs="Georgia"/>
          <w:kern w:val="1"/>
        </w:rPr>
        <w:t>y promener de long en large</w:t>
      </w:r>
      <w:r w:rsidR="000E1451">
        <w:rPr>
          <w:rFonts w:cs="Georgia"/>
          <w:kern w:val="1"/>
        </w:rPr>
        <w:t>.</w:t>
      </w:r>
    </w:p>
    <w:p w14:paraId="0B440FD7" w14:textId="77777777" w:rsidR="000E1451" w:rsidRDefault="000E1451" w:rsidP="00BE611A">
      <w:pPr>
        <w:rPr>
          <w:rFonts w:cs="Georgia"/>
          <w:kern w:val="1"/>
        </w:rPr>
      </w:pPr>
      <w:r>
        <w:rPr>
          <w:rFonts w:cs="Georgia"/>
          <w:kern w:val="1"/>
        </w:rPr>
        <w:t>— </w:t>
      </w:r>
      <w:r w:rsidR="00BE611A">
        <w:rPr>
          <w:rFonts w:cs="Georgia"/>
          <w:kern w:val="1"/>
        </w:rPr>
        <w:t>Ah</w:t>
      </w:r>
      <w:r>
        <w:rPr>
          <w:rFonts w:cs="Georgia"/>
          <w:kern w:val="1"/>
        </w:rPr>
        <w:t xml:space="preserve"> ! </w:t>
      </w:r>
      <w:r w:rsidR="00BE611A">
        <w:rPr>
          <w:rFonts w:cs="Georgia"/>
          <w:kern w:val="1"/>
        </w:rPr>
        <w:t>vous voilà</w:t>
      </w:r>
      <w:r>
        <w:rPr>
          <w:rFonts w:cs="Georgia"/>
          <w:kern w:val="1"/>
        </w:rPr>
        <w:t xml:space="preserve">, </w:t>
      </w:r>
      <w:r w:rsidR="00BE611A">
        <w:rPr>
          <w:rFonts w:cs="Georgia"/>
          <w:kern w:val="1"/>
        </w:rPr>
        <w:t>mon ami</w:t>
      </w:r>
      <w:r>
        <w:rPr>
          <w:rFonts w:cs="Georgia"/>
          <w:kern w:val="1"/>
        </w:rPr>
        <w:t xml:space="preserve"> ! </w:t>
      </w:r>
      <w:r w:rsidR="00BE611A">
        <w:rPr>
          <w:rFonts w:cs="Georgia"/>
          <w:kern w:val="1"/>
        </w:rPr>
        <w:t>Cinq minutes de retard</w:t>
      </w:r>
      <w:r>
        <w:rPr>
          <w:rFonts w:cs="Georgia"/>
          <w:kern w:val="1"/>
        </w:rPr>
        <w:t xml:space="preserve">, </w:t>
      </w:r>
      <w:r w:rsidR="00BE611A">
        <w:rPr>
          <w:rFonts w:cs="Georgia"/>
          <w:kern w:val="1"/>
        </w:rPr>
        <w:t>aujourd</w:t>
      </w:r>
      <w:r>
        <w:rPr>
          <w:rFonts w:cs="Georgia"/>
          <w:kern w:val="1"/>
        </w:rPr>
        <w:t>’</w:t>
      </w:r>
      <w:r w:rsidR="00BE611A">
        <w:rPr>
          <w:rFonts w:cs="Georgia"/>
          <w:kern w:val="1"/>
        </w:rPr>
        <w:t>hui</w:t>
      </w:r>
      <w:r>
        <w:rPr>
          <w:rFonts w:cs="Georgia"/>
          <w:kern w:val="1"/>
        </w:rPr>
        <w:t xml:space="preserve">. </w:t>
      </w:r>
      <w:r w:rsidR="00BE611A">
        <w:rPr>
          <w:rFonts w:cs="Georgia"/>
          <w:kern w:val="1"/>
        </w:rPr>
        <w:t>Cinq minutes de retard</w:t>
      </w:r>
      <w:r>
        <w:rPr>
          <w:rFonts w:cs="Georgia"/>
          <w:kern w:val="1"/>
        </w:rPr>
        <w:t>.</w:t>
      </w:r>
    </w:p>
    <w:p w14:paraId="4D206983" w14:textId="77777777" w:rsidR="000E1451" w:rsidRDefault="000E1451" w:rsidP="00BE611A">
      <w:pPr>
        <w:rPr>
          <w:rFonts w:cs="Georgia"/>
          <w:kern w:val="1"/>
        </w:rPr>
      </w:pPr>
      <w:r>
        <w:rPr>
          <w:rFonts w:cs="Georgia"/>
          <w:kern w:val="1"/>
        </w:rPr>
        <w:t>— </w:t>
      </w:r>
      <w:r w:rsidR="00BE611A">
        <w:rPr>
          <w:rFonts w:cs="Georgia"/>
          <w:kern w:val="1"/>
        </w:rPr>
        <w:t>Excusez-moi</w:t>
      </w:r>
      <w:r>
        <w:rPr>
          <w:rFonts w:cs="Georgia"/>
          <w:kern w:val="1"/>
        </w:rPr>
        <w:t xml:space="preserve">, </w:t>
      </w:r>
      <w:r w:rsidR="00BE611A">
        <w:rPr>
          <w:rFonts w:cs="Georgia"/>
          <w:kern w:val="1"/>
        </w:rPr>
        <w:t>mon général</w:t>
      </w:r>
      <w:r>
        <w:rPr>
          <w:rFonts w:cs="Georgia"/>
          <w:kern w:val="1"/>
        </w:rPr>
        <w:t xml:space="preserve">. </w:t>
      </w:r>
      <w:r w:rsidR="00BE611A">
        <w:rPr>
          <w:rFonts w:cs="Georgia"/>
          <w:kern w:val="1"/>
        </w:rPr>
        <w:t>Gottlieb me disait que vous n</w:t>
      </w:r>
      <w:r>
        <w:rPr>
          <w:rFonts w:cs="Georgia"/>
          <w:kern w:val="1"/>
        </w:rPr>
        <w:t>’</w:t>
      </w:r>
      <w:r w:rsidR="00BE611A">
        <w:rPr>
          <w:rFonts w:cs="Georgia"/>
          <w:kern w:val="1"/>
        </w:rPr>
        <w:t>aviez pas terminé votre sieste</w:t>
      </w:r>
      <w:r>
        <w:rPr>
          <w:rFonts w:cs="Georgia"/>
          <w:kern w:val="1"/>
        </w:rPr>
        <w:t>.</w:t>
      </w:r>
    </w:p>
    <w:p w14:paraId="6F7C9CEF" w14:textId="77777777" w:rsidR="000E1451" w:rsidRDefault="000E1451" w:rsidP="00BE611A">
      <w:pPr>
        <w:rPr>
          <w:rFonts w:cs="Georgia"/>
          <w:kern w:val="1"/>
        </w:rPr>
      </w:pPr>
      <w:r>
        <w:rPr>
          <w:rFonts w:cs="Georgia"/>
          <w:kern w:val="1"/>
        </w:rPr>
        <w:t>— </w:t>
      </w:r>
      <w:r w:rsidR="00BE611A">
        <w:rPr>
          <w:rFonts w:cs="Georgia"/>
          <w:kern w:val="1"/>
        </w:rPr>
        <w:t>Gottlieb est un imbécile</w:t>
      </w:r>
      <w:r>
        <w:rPr>
          <w:rFonts w:cs="Georgia"/>
          <w:kern w:val="1"/>
        </w:rPr>
        <w:t xml:space="preserve">. </w:t>
      </w:r>
      <w:r w:rsidR="00BE611A">
        <w:rPr>
          <w:rFonts w:cs="Georgia"/>
          <w:kern w:val="1"/>
        </w:rPr>
        <w:t>Allons</w:t>
      </w:r>
      <w:r>
        <w:rPr>
          <w:rFonts w:cs="Georgia"/>
          <w:kern w:val="1"/>
        </w:rPr>
        <w:t xml:space="preserve">, </w:t>
      </w:r>
      <w:r w:rsidR="00BE611A">
        <w:rPr>
          <w:rFonts w:cs="Georgia"/>
          <w:kern w:val="1"/>
        </w:rPr>
        <w:t>au travail</w:t>
      </w:r>
      <w:r>
        <w:rPr>
          <w:rFonts w:cs="Georgia"/>
          <w:kern w:val="1"/>
        </w:rPr>
        <w:t> !</w:t>
      </w:r>
    </w:p>
    <w:p w14:paraId="1A9D67AD" w14:textId="77777777" w:rsidR="000E1451" w:rsidRDefault="00BE611A" w:rsidP="00BE611A">
      <w:pPr>
        <w:rPr>
          <w:rFonts w:cs="Georgia"/>
          <w:kern w:val="1"/>
        </w:rPr>
      </w:pPr>
      <w:r>
        <w:rPr>
          <w:rFonts w:cs="Georgia"/>
          <w:kern w:val="1"/>
        </w:rPr>
        <w:t>Il tournait autour de son bureau</w:t>
      </w:r>
      <w:r w:rsidR="000E1451">
        <w:rPr>
          <w:rFonts w:cs="Georgia"/>
          <w:kern w:val="1"/>
        </w:rPr>
        <w:t xml:space="preserve">, </w:t>
      </w:r>
      <w:r>
        <w:rPr>
          <w:rFonts w:cs="Georgia"/>
          <w:kern w:val="1"/>
        </w:rPr>
        <w:t>sur lequel s</w:t>
      </w:r>
      <w:r w:rsidR="000E1451">
        <w:rPr>
          <w:rFonts w:cs="Georgia"/>
          <w:kern w:val="1"/>
        </w:rPr>
        <w:t>’</w:t>
      </w:r>
      <w:r>
        <w:rPr>
          <w:rFonts w:cs="Georgia"/>
          <w:kern w:val="1"/>
        </w:rPr>
        <w:t>étalait une immense carte hérissée d</w:t>
      </w:r>
      <w:r w:rsidR="000E1451">
        <w:rPr>
          <w:rFonts w:cs="Georgia"/>
          <w:kern w:val="1"/>
        </w:rPr>
        <w:t>’</w:t>
      </w:r>
      <w:r>
        <w:rPr>
          <w:rFonts w:cs="Georgia"/>
          <w:kern w:val="1"/>
        </w:rPr>
        <w:t>épingles</w:t>
      </w:r>
      <w:r w:rsidR="000E1451">
        <w:rPr>
          <w:rFonts w:cs="Georgia"/>
          <w:kern w:val="1"/>
        </w:rPr>
        <w:t>.</w:t>
      </w:r>
    </w:p>
    <w:p w14:paraId="239F0C39" w14:textId="77777777" w:rsidR="000E1451" w:rsidRDefault="000E1451" w:rsidP="00BE611A">
      <w:pPr>
        <w:rPr>
          <w:rFonts w:cs="Georgia"/>
          <w:kern w:val="1"/>
        </w:rPr>
      </w:pPr>
      <w:r>
        <w:rPr>
          <w:rFonts w:cs="Georgia"/>
          <w:kern w:val="1"/>
        </w:rPr>
        <w:t>— </w:t>
      </w:r>
      <w:r w:rsidR="00BE611A">
        <w:rPr>
          <w:rFonts w:cs="Georgia"/>
          <w:kern w:val="1"/>
        </w:rPr>
        <w:t>Savez-vous bien</w:t>
      </w:r>
      <w:r>
        <w:rPr>
          <w:rFonts w:cs="Georgia"/>
          <w:kern w:val="1"/>
        </w:rPr>
        <w:t xml:space="preserve">, </w:t>
      </w:r>
      <w:r w:rsidR="00BE611A">
        <w:rPr>
          <w:rFonts w:cs="Georgia"/>
          <w:kern w:val="1"/>
        </w:rPr>
        <w:t>tonnerre</w:t>
      </w:r>
      <w:r>
        <w:rPr>
          <w:rFonts w:cs="Georgia"/>
          <w:kern w:val="1"/>
        </w:rPr>
        <w:t xml:space="preserve">, </w:t>
      </w:r>
      <w:r w:rsidR="00BE611A">
        <w:rPr>
          <w:rFonts w:cs="Georgia"/>
          <w:kern w:val="1"/>
        </w:rPr>
        <w:t>qu</w:t>
      </w:r>
      <w:r>
        <w:rPr>
          <w:rFonts w:cs="Georgia"/>
          <w:kern w:val="1"/>
        </w:rPr>
        <w:t>’</w:t>
      </w:r>
      <w:r w:rsidR="00BE611A">
        <w:rPr>
          <w:rFonts w:cs="Georgia"/>
          <w:kern w:val="1"/>
        </w:rPr>
        <w:t>il me tarde de savoir comment vous allez vous y prendre pour tirer votre division Lorencez du petit traquenard dans lequel elle se trouvait hier soir</w:t>
      </w:r>
      <w:r>
        <w:rPr>
          <w:rFonts w:cs="Georgia"/>
          <w:kern w:val="1"/>
        </w:rPr>
        <w:t xml:space="preserve">, </w:t>
      </w:r>
      <w:r w:rsidR="00BE611A">
        <w:rPr>
          <w:rFonts w:cs="Georgia"/>
          <w:kern w:val="1"/>
        </w:rPr>
        <w:t>quand nous avons arrêté le jeu</w:t>
      </w:r>
      <w:r>
        <w:rPr>
          <w:rFonts w:cs="Georgia"/>
          <w:kern w:val="1"/>
        </w:rPr>
        <w:t xml:space="preserve">. </w:t>
      </w:r>
      <w:r w:rsidR="00BE611A">
        <w:rPr>
          <w:rFonts w:cs="Georgia"/>
          <w:kern w:val="1"/>
        </w:rPr>
        <w:t>Coupée de sa base par la brigade Memerty</w:t>
      </w:r>
      <w:r>
        <w:rPr>
          <w:rFonts w:cs="Georgia"/>
          <w:kern w:val="1"/>
        </w:rPr>
        <w:t xml:space="preserve"> ! </w:t>
      </w:r>
      <w:r w:rsidR="00BE611A">
        <w:rPr>
          <w:rFonts w:cs="Georgia"/>
          <w:kern w:val="1"/>
        </w:rPr>
        <w:t>Complètement en l</w:t>
      </w:r>
      <w:r>
        <w:rPr>
          <w:rFonts w:cs="Georgia"/>
          <w:kern w:val="1"/>
        </w:rPr>
        <w:t>’</w:t>
      </w:r>
      <w:r w:rsidR="00BE611A">
        <w:rPr>
          <w:rFonts w:cs="Georgia"/>
          <w:kern w:val="1"/>
        </w:rPr>
        <w:t>air</w:t>
      </w:r>
      <w:r>
        <w:rPr>
          <w:rFonts w:cs="Georgia"/>
          <w:kern w:val="1"/>
        </w:rPr>
        <w:t xml:space="preserve"> ! </w:t>
      </w:r>
      <w:r w:rsidR="00BE611A">
        <w:rPr>
          <w:rFonts w:cs="Georgia"/>
          <w:kern w:val="1"/>
        </w:rPr>
        <w:t>Ravitaillement en munitions impossible</w:t>
      </w:r>
      <w:r>
        <w:rPr>
          <w:rFonts w:cs="Georgia"/>
          <w:kern w:val="1"/>
        </w:rPr>
        <w:t xml:space="preserve"> ! </w:t>
      </w:r>
      <w:r w:rsidR="00BE611A">
        <w:rPr>
          <w:rFonts w:cs="Georgia"/>
          <w:kern w:val="1"/>
        </w:rPr>
        <w:t>Et n</w:t>
      </w:r>
      <w:r>
        <w:rPr>
          <w:rFonts w:cs="Georgia"/>
          <w:kern w:val="1"/>
        </w:rPr>
        <w:t>’</w:t>
      </w:r>
      <w:r w:rsidR="00BE611A">
        <w:rPr>
          <w:rFonts w:cs="Georgia"/>
          <w:kern w:val="1"/>
        </w:rPr>
        <w:t>oubliez pas que vos hommes</w:t>
      </w:r>
      <w:r>
        <w:rPr>
          <w:rFonts w:cs="Georgia"/>
          <w:kern w:val="1"/>
        </w:rPr>
        <w:t xml:space="preserve">, </w:t>
      </w:r>
      <w:r w:rsidR="00BE611A">
        <w:rPr>
          <w:rFonts w:cs="Georgia"/>
          <w:kern w:val="1"/>
        </w:rPr>
        <w:t>qui se sont battus toute la journée</w:t>
      </w:r>
      <w:r>
        <w:rPr>
          <w:rFonts w:cs="Georgia"/>
          <w:kern w:val="1"/>
        </w:rPr>
        <w:t xml:space="preserve">, </w:t>
      </w:r>
      <w:r w:rsidR="00BE611A">
        <w:rPr>
          <w:rFonts w:cs="Georgia"/>
          <w:kern w:val="1"/>
        </w:rPr>
        <w:t>ne doivent guère avoir chacun plus de dix ou douze cartouches</w:t>
      </w:r>
      <w:r>
        <w:rPr>
          <w:rFonts w:cs="Georgia"/>
          <w:kern w:val="1"/>
        </w:rPr>
        <w:t xml:space="preserve">. </w:t>
      </w:r>
      <w:r w:rsidR="00BE611A">
        <w:rPr>
          <w:rFonts w:cs="Georgia"/>
          <w:kern w:val="1"/>
        </w:rPr>
        <w:t>Je ne connais que quelqu</w:t>
      </w:r>
      <w:r>
        <w:rPr>
          <w:rFonts w:cs="Georgia"/>
          <w:kern w:val="1"/>
        </w:rPr>
        <w:t>’</w:t>
      </w:r>
      <w:r w:rsidR="00BE611A">
        <w:rPr>
          <w:rFonts w:cs="Georgia"/>
          <w:kern w:val="1"/>
        </w:rPr>
        <w:t>un qui ait réussi à sortir d</w:t>
      </w:r>
      <w:r>
        <w:rPr>
          <w:rFonts w:cs="Georgia"/>
          <w:kern w:val="1"/>
        </w:rPr>
        <w:t>’</w:t>
      </w:r>
      <w:r w:rsidR="00BE611A">
        <w:rPr>
          <w:rFonts w:cs="Georgia"/>
          <w:kern w:val="1"/>
        </w:rPr>
        <w:t>une situation aussi désespérée</w:t>
      </w:r>
      <w:r>
        <w:rPr>
          <w:rFonts w:cs="Georgia"/>
          <w:kern w:val="1"/>
        </w:rPr>
        <w:t xml:space="preserve">. </w:t>
      </w:r>
      <w:r w:rsidR="00BE611A">
        <w:rPr>
          <w:rFonts w:cs="Georgia"/>
          <w:kern w:val="1"/>
        </w:rPr>
        <w:t>C</w:t>
      </w:r>
      <w:r>
        <w:rPr>
          <w:rFonts w:cs="Georgia"/>
          <w:kern w:val="1"/>
        </w:rPr>
        <w:t>’</w:t>
      </w:r>
      <w:r w:rsidR="00BE611A">
        <w:rPr>
          <w:rFonts w:cs="Georgia"/>
          <w:kern w:val="1"/>
        </w:rPr>
        <w:t>était à Leuthen</w:t>
      </w:r>
      <w:r>
        <w:rPr>
          <w:rFonts w:cs="Georgia"/>
          <w:kern w:val="1"/>
        </w:rPr>
        <w:t xml:space="preserve">, </w:t>
      </w:r>
      <w:r w:rsidR="00BE611A">
        <w:rPr>
          <w:rFonts w:cs="Georgia"/>
          <w:kern w:val="1"/>
        </w:rPr>
        <w:t>et ce quelqu</w:t>
      </w:r>
      <w:r>
        <w:rPr>
          <w:rFonts w:cs="Georgia"/>
          <w:kern w:val="1"/>
        </w:rPr>
        <w:t>’</w:t>
      </w:r>
      <w:r w:rsidR="00BE611A">
        <w:rPr>
          <w:rFonts w:cs="Georgia"/>
          <w:kern w:val="1"/>
        </w:rPr>
        <w:t>un était le grand Fritz</w:t>
      </w:r>
      <w:r>
        <w:rPr>
          <w:rFonts w:cs="Georgia"/>
          <w:kern w:val="1"/>
        </w:rPr>
        <w:t xml:space="preserve">. </w:t>
      </w:r>
      <w:r w:rsidR="00BE611A">
        <w:rPr>
          <w:rFonts w:cs="Georgia"/>
          <w:kern w:val="1"/>
        </w:rPr>
        <w:t>Malgré toutes vos qualités</w:t>
      </w:r>
      <w:r>
        <w:rPr>
          <w:rFonts w:cs="Georgia"/>
          <w:kern w:val="1"/>
        </w:rPr>
        <w:t xml:space="preserve">, </w:t>
      </w:r>
      <w:r w:rsidR="00BE611A">
        <w:rPr>
          <w:rFonts w:cs="Georgia"/>
          <w:kern w:val="1"/>
        </w:rPr>
        <w:t>vous ne prétendez pas sans doute encore</w:t>
      </w:r>
      <w:r>
        <w:rPr>
          <w:rFonts w:cs="Georgia"/>
          <w:kern w:val="1"/>
        </w:rPr>
        <w:t xml:space="preserve">… </w:t>
      </w:r>
      <w:r w:rsidR="00BE611A">
        <w:rPr>
          <w:rFonts w:cs="Georgia"/>
          <w:kern w:val="1"/>
        </w:rPr>
        <w:t>Ah</w:t>
      </w:r>
      <w:r>
        <w:rPr>
          <w:rFonts w:cs="Georgia"/>
          <w:kern w:val="1"/>
        </w:rPr>
        <w:t xml:space="preserve"> ! </w:t>
      </w:r>
      <w:r w:rsidR="00BE611A">
        <w:rPr>
          <w:rFonts w:cs="Georgia"/>
          <w:kern w:val="1"/>
        </w:rPr>
        <w:t>ah</w:t>
      </w:r>
      <w:r>
        <w:rPr>
          <w:rFonts w:cs="Georgia"/>
          <w:kern w:val="1"/>
        </w:rPr>
        <w:t xml:space="preserve"> ! </w:t>
      </w:r>
      <w:r w:rsidR="00BE611A">
        <w:rPr>
          <w:rFonts w:cs="Georgia"/>
          <w:kern w:val="1"/>
        </w:rPr>
        <w:t>ah</w:t>
      </w:r>
      <w:r>
        <w:rPr>
          <w:rFonts w:cs="Georgia"/>
          <w:kern w:val="1"/>
        </w:rPr>
        <w:t xml:space="preserve"> ! </w:t>
      </w:r>
      <w:r w:rsidR="00BE611A">
        <w:rPr>
          <w:rFonts w:cs="Georgia"/>
          <w:kern w:val="1"/>
        </w:rPr>
        <w:t>Mais assez plaisanté</w:t>
      </w:r>
      <w:r>
        <w:rPr>
          <w:rFonts w:cs="Georgia"/>
          <w:kern w:val="1"/>
        </w:rPr>
        <w:t xml:space="preserve"> ! </w:t>
      </w:r>
      <w:r w:rsidR="00BE611A">
        <w:rPr>
          <w:rFonts w:cs="Georgia"/>
          <w:kern w:val="1"/>
        </w:rPr>
        <w:t>Voyons</w:t>
      </w:r>
      <w:r>
        <w:rPr>
          <w:rFonts w:cs="Georgia"/>
          <w:kern w:val="1"/>
        </w:rPr>
        <w:t xml:space="preserve">, </w:t>
      </w:r>
      <w:r w:rsidR="00BE611A">
        <w:rPr>
          <w:rFonts w:cs="Georgia"/>
          <w:kern w:val="1"/>
        </w:rPr>
        <w:t>répétez-moi le texte du thème de notre manœuvre d</w:t>
      </w:r>
      <w:r>
        <w:rPr>
          <w:rFonts w:cs="Georgia"/>
          <w:kern w:val="1"/>
        </w:rPr>
        <w:t>’</w:t>
      </w:r>
      <w:r w:rsidR="00BE611A">
        <w:rPr>
          <w:rFonts w:cs="Georgia"/>
          <w:kern w:val="1"/>
        </w:rPr>
        <w:t>aujourd</w:t>
      </w:r>
      <w:r>
        <w:rPr>
          <w:rFonts w:cs="Georgia"/>
          <w:kern w:val="1"/>
        </w:rPr>
        <w:t>’</w:t>
      </w:r>
      <w:r w:rsidR="00BE611A">
        <w:rPr>
          <w:rFonts w:cs="Georgia"/>
          <w:kern w:val="1"/>
        </w:rPr>
        <w:t>hui</w:t>
      </w:r>
      <w:r>
        <w:rPr>
          <w:rFonts w:cs="Georgia"/>
          <w:kern w:val="1"/>
        </w:rPr>
        <w:t>.</w:t>
      </w:r>
    </w:p>
    <w:p w14:paraId="27A4BF46" w14:textId="77777777" w:rsidR="000E1451" w:rsidRDefault="00BE611A" w:rsidP="00BE611A">
      <w:pPr>
        <w:rPr>
          <w:rFonts w:cs="Georgia"/>
          <w:kern w:val="1"/>
        </w:rPr>
      </w:pPr>
      <w:r>
        <w:rPr>
          <w:rFonts w:cs="Georgia"/>
          <w:kern w:val="1"/>
        </w:rPr>
        <w:t>D</w:t>
      </w:r>
      <w:r w:rsidR="000E1451">
        <w:rPr>
          <w:rFonts w:cs="Georgia"/>
          <w:kern w:val="1"/>
        </w:rPr>
        <w:t>’</w:t>
      </w:r>
      <w:r>
        <w:rPr>
          <w:rFonts w:cs="Georgia"/>
          <w:kern w:val="1"/>
        </w:rPr>
        <w:t>un trait</w:t>
      </w:r>
      <w:r w:rsidR="000E1451">
        <w:rPr>
          <w:rFonts w:cs="Georgia"/>
          <w:kern w:val="1"/>
        </w:rPr>
        <w:t xml:space="preserve">, </w:t>
      </w:r>
      <w:r>
        <w:rPr>
          <w:rFonts w:cs="Georgia"/>
          <w:kern w:val="1"/>
        </w:rPr>
        <w:t>je récitai</w:t>
      </w:r>
      <w:r w:rsidR="000E1451">
        <w:rPr>
          <w:rFonts w:cs="Georgia"/>
          <w:kern w:val="1"/>
        </w:rPr>
        <w:t> :</w:t>
      </w:r>
    </w:p>
    <w:p w14:paraId="764AAEBA" w14:textId="77777777" w:rsidR="000E1451" w:rsidRDefault="000E1451" w:rsidP="00BE611A">
      <w:pPr>
        <w:rPr>
          <w:rFonts w:cs="Georgia"/>
          <w:kern w:val="1"/>
        </w:rPr>
      </w:pPr>
      <w:r>
        <w:rPr>
          <w:rFonts w:cs="Georgia"/>
          <w:kern w:val="1"/>
        </w:rPr>
        <w:t>— </w:t>
      </w:r>
      <w:r w:rsidR="00BE611A">
        <w:rPr>
          <w:rFonts w:cs="Georgia"/>
          <w:kern w:val="1"/>
        </w:rPr>
        <w:t>Von der Goltz attaque</w:t>
      </w:r>
      <w:r>
        <w:rPr>
          <w:rFonts w:cs="Georgia"/>
          <w:kern w:val="1"/>
        </w:rPr>
        <w:t xml:space="preserve"> ; </w:t>
      </w:r>
      <w:r w:rsidR="00BE611A">
        <w:rPr>
          <w:rFonts w:cs="Georgia"/>
          <w:kern w:val="1"/>
        </w:rPr>
        <w:t>il n</w:t>
      </w:r>
      <w:r>
        <w:rPr>
          <w:rFonts w:cs="Georgia"/>
          <w:kern w:val="1"/>
        </w:rPr>
        <w:t>’</w:t>
      </w:r>
      <w:r w:rsidR="00BE611A">
        <w:rPr>
          <w:rFonts w:cs="Georgia"/>
          <w:kern w:val="1"/>
        </w:rPr>
        <w:t>est pas</w:t>
      </w:r>
      <w:r>
        <w:rPr>
          <w:rFonts w:cs="Georgia"/>
          <w:kern w:val="1"/>
        </w:rPr>
        <w:t xml:space="preserve">, </w:t>
      </w:r>
      <w:r w:rsidR="00BE611A">
        <w:rPr>
          <w:rFonts w:cs="Georgia"/>
          <w:kern w:val="1"/>
        </w:rPr>
        <w:t>ou n</w:t>
      </w:r>
      <w:r>
        <w:rPr>
          <w:rFonts w:cs="Georgia"/>
          <w:kern w:val="1"/>
        </w:rPr>
        <w:t>’</w:t>
      </w:r>
      <w:r w:rsidR="00BE611A">
        <w:rPr>
          <w:rFonts w:cs="Georgia"/>
          <w:kern w:val="1"/>
        </w:rPr>
        <w:t>est qu</w:t>
      </w:r>
      <w:r>
        <w:rPr>
          <w:rFonts w:cs="Georgia"/>
          <w:kern w:val="1"/>
        </w:rPr>
        <w:t>’</w:t>
      </w:r>
      <w:r w:rsidR="00BE611A">
        <w:rPr>
          <w:rFonts w:cs="Georgia"/>
          <w:kern w:val="1"/>
        </w:rPr>
        <w:t>imparfaitement soutenu</w:t>
      </w:r>
      <w:r>
        <w:rPr>
          <w:rFonts w:cs="Georgia"/>
          <w:kern w:val="1"/>
        </w:rPr>
        <w:t xml:space="preserve">. </w:t>
      </w:r>
      <w:r w:rsidR="00BE611A">
        <w:rPr>
          <w:rFonts w:cs="Georgia"/>
          <w:kern w:val="1"/>
        </w:rPr>
        <w:t xml:space="preserve">Les Français réagissent </w:t>
      </w:r>
      <w:r w:rsidR="00BE611A">
        <w:rPr>
          <w:rFonts w:cs="Georgia"/>
          <w:kern w:val="1"/>
        </w:rPr>
        <w:lastRenderedPageBreak/>
        <w:t>vigoureusement et essayent de déborder par le Nord l</w:t>
      </w:r>
      <w:r>
        <w:rPr>
          <w:rFonts w:cs="Georgia"/>
          <w:kern w:val="1"/>
        </w:rPr>
        <w:t>’</w:t>
      </w:r>
      <w:r w:rsidR="00BE611A">
        <w:rPr>
          <w:rFonts w:cs="Georgia"/>
          <w:kern w:val="1"/>
        </w:rPr>
        <w:t xml:space="preserve">aile droite de la </w:t>
      </w:r>
      <w:r>
        <w:rPr>
          <w:rFonts w:cs="Georgia"/>
          <w:kern w:val="1"/>
        </w:rPr>
        <w:t>1</w:t>
      </w:r>
      <w:r w:rsidRPr="000E1451">
        <w:rPr>
          <w:rFonts w:cs="Georgia"/>
          <w:kern w:val="1"/>
          <w:vertAlign w:val="superscript"/>
        </w:rPr>
        <w:t>re</w:t>
      </w:r>
      <w:r>
        <w:rPr>
          <w:rFonts w:cs="Georgia"/>
          <w:kern w:val="1"/>
        </w:rPr>
        <w:t xml:space="preserve"> </w:t>
      </w:r>
      <w:r w:rsidR="00BE611A">
        <w:rPr>
          <w:rFonts w:cs="Georgia"/>
          <w:kern w:val="1"/>
        </w:rPr>
        <w:t>armée</w:t>
      </w:r>
      <w:r>
        <w:rPr>
          <w:rFonts w:cs="Georgia"/>
          <w:kern w:val="1"/>
        </w:rPr>
        <w:t>.</w:t>
      </w:r>
    </w:p>
    <w:p w14:paraId="2A1E0EA8" w14:textId="77777777" w:rsidR="000E1451" w:rsidRDefault="00BE611A" w:rsidP="00BE611A">
      <w:pPr>
        <w:rPr>
          <w:rFonts w:cs="Georgia"/>
          <w:kern w:val="1"/>
        </w:rPr>
      </w:pPr>
      <w:r>
        <w:rPr>
          <w:rFonts w:cs="Georgia"/>
          <w:kern w:val="1"/>
        </w:rPr>
        <w:t>C</w:t>
      </w:r>
      <w:r w:rsidR="000E1451">
        <w:rPr>
          <w:rFonts w:cs="Georgia"/>
          <w:kern w:val="1"/>
        </w:rPr>
        <w:t>’</w:t>
      </w:r>
      <w:r>
        <w:rPr>
          <w:rFonts w:cs="Georgia"/>
          <w:kern w:val="1"/>
        </w:rPr>
        <w:t>était toujours</w:t>
      </w:r>
      <w:r w:rsidR="000E1451">
        <w:rPr>
          <w:rFonts w:cs="Georgia"/>
          <w:kern w:val="1"/>
        </w:rPr>
        <w:t xml:space="preserve">, </w:t>
      </w:r>
      <w:r>
        <w:rPr>
          <w:rFonts w:cs="Georgia"/>
          <w:kern w:val="1"/>
        </w:rPr>
        <w:t>cela va sans dire</w:t>
      </w:r>
      <w:r w:rsidR="000E1451">
        <w:rPr>
          <w:rFonts w:cs="Georgia"/>
          <w:kern w:val="1"/>
        </w:rPr>
        <w:t xml:space="preserve">, </w:t>
      </w:r>
      <w:r>
        <w:rPr>
          <w:rFonts w:cs="Georgia"/>
          <w:kern w:val="1"/>
        </w:rPr>
        <w:t>la bataille de Borny que nous recommencions depuis trois semaines</w:t>
      </w:r>
      <w:r w:rsidR="000E1451">
        <w:rPr>
          <w:rFonts w:cs="Georgia"/>
          <w:kern w:val="1"/>
        </w:rPr>
        <w:t xml:space="preserve">. </w:t>
      </w:r>
      <w:r>
        <w:rPr>
          <w:rFonts w:cs="Georgia"/>
          <w:kern w:val="1"/>
        </w:rPr>
        <w:t>Nous l</w:t>
      </w:r>
      <w:r w:rsidR="000E1451">
        <w:rPr>
          <w:rFonts w:cs="Georgia"/>
          <w:kern w:val="1"/>
        </w:rPr>
        <w:t>’</w:t>
      </w:r>
      <w:r>
        <w:rPr>
          <w:rFonts w:cs="Georgia"/>
          <w:kern w:val="1"/>
        </w:rPr>
        <w:t>avions faite et refaite dans tous les sens</w:t>
      </w:r>
      <w:r w:rsidR="000E1451">
        <w:rPr>
          <w:rFonts w:cs="Georgia"/>
          <w:kern w:val="1"/>
        </w:rPr>
        <w:t xml:space="preserve">. </w:t>
      </w:r>
      <w:r>
        <w:rPr>
          <w:rFonts w:cs="Georgia"/>
          <w:kern w:val="1"/>
        </w:rPr>
        <w:t>L</w:t>
      </w:r>
      <w:r w:rsidR="000E1451">
        <w:rPr>
          <w:rFonts w:cs="Georgia"/>
          <w:kern w:val="1"/>
        </w:rPr>
        <w:t>’</w:t>
      </w:r>
      <w:r>
        <w:rPr>
          <w:rFonts w:cs="Georgia"/>
          <w:kern w:val="1"/>
        </w:rPr>
        <w:t>hypothèse d</w:t>
      </w:r>
      <w:r w:rsidR="000E1451">
        <w:rPr>
          <w:rFonts w:cs="Georgia"/>
          <w:kern w:val="1"/>
        </w:rPr>
        <w:t>’</w:t>
      </w:r>
      <w:r>
        <w:rPr>
          <w:rFonts w:cs="Georgia"/>
          <w:kern w:val="1"/>
        </w:rPr>
        <w:t>aujourd</w:t>
      </w:r>
      <w:r w:rsidR="000E1451">
        <w:rPr>
          <w:rFonts w:cs="Georgia"/>
          <w:kern w:val="1"/>
        </w:rPr>
        <w:t>’</w:t>
      </w:r>
      <w:r>
        <w:rPr>
          <w:rFonts w:cs="Georgia"/>
          <w:kern w:val="1"/>
        </w:rPr>
        <w:t>hui était la septième depuis le début</w:t>
      </w:r>
      <w:r w:rsidR="000E1451">
        <w:rPr>
          <w:rFonts w:cs="Georgia"/>
          <w:kern w:val="1"/>
        </w:rPr>
        <w:t xml:space="preserve">. </w:t>
      </w:r>
      <w:r>
        <w:rPr>
          <w:rFonts w:cs="Georgia"/>
          <w:kern w:val="1"/>
        </w:rPr>
        <w:t>Cinq fois sur six</w:t>
      </w:r>
      <w:r w:rsidR="000E1451">
        <w:rPr>
          <w:rFonts w:cs="Georgia"/>
          <w:kern w:val="1"/>
        </w:rPr>
        <w:t xml:space="preserve">, </w:t>
      </w:r>
      <w:r>
        <w:rPr>
          <w:rFonts w:cs="Georgia"/>
          <w:kern w:val="1"/>
        </w:rPr>
        <w:t>Steinmetz avait écrasé Bazaine</w:t>
      </w:r>
      <w:r w:rsidR="000E1451">
        <w:rPr>
          <w:rFonts w:cs="Georgia"/>
          <w:kern w:val="1"/>
        </w:rPr>
        <w:t xml:space="preserve">. </w:t>
      </w:r>
      <w:r>
        <w:rPr>
          <w:rFonts w:cs="Georgia"/>
          <w:kern w:val="1"/>
        </w:rPr>
        <w:t>Toujours la décision avait été obtenue à la suite d</w:t>
      </w:r>
      <w:r w:rsidR="000E1451">
        <w:rPr>
          <w:rFonts w:cs="Georgia"/>
          <w:kern w:val="1"/>
        </w:rPr>
        <w:t>’</w:t>
      </w:r>
      <w:r>
        <w:rPr>
          <w:rFonts w:cs="Georgia"/>
          <w:kern w:val="1"/>
        </w:rPr>
        <w:t>une charge des valeureux cuirassiers de Kœnigsberg</w:t>
      </w:r>
      <w:r w:rsidR="000E1451">
        <w:rPr>
          <w:rFonts w:cs="Georgia"/>
          <w:kern w:val="1"/>
        </w:rPr>
        <w:t>.</w:t>
      </w:r>
    </w:p>
    <w:p w14:paraId="5E250AE3" w14:textId="77777777" w:rsidR="000E1451" w:rsidRDefault="000E1451" w:rsidP="00BE611A">
      <w:pPr>
        <w:rPr>
          <w:rFonts w:cs="Georgia"/>
          <w:kern w:val="1"/>
        </w:rPr>
      </w:pPr>
      <w:r>
        <w:rPr>
          <w:rFonts w:cs="Georgia"/>
          <w:kern w:val="1"/>
        </w:rPr>
        <w:t>— </w:t>
      </w:r>
      <w:r w:rsidR="00BE611A">
        <w:rPr>
          <w:rFonts w:cs="Georgia"/>
          <w:kern w:val="1"/>
        </w:rPr>
        <w:t>Bon</w:t>
      </w:r>
      <w:r>
        <w:rPr>
          <w:rFonts w:cs="Georgia"/>
          <w:kern w:val="1"/>
        </w:rPr>
        <w:t xml:space="preserve"> ! </w:t>
      </w:r>
      <w:r w:rsidR="00BE611A">
        <w:rPr>
          <w:rFonts w:cs="Georgia"/>
          <w:kern w:val="1"/>
        </w:rPr>
        <w:t>Déborder l</w:t>
      </w:r>
      <w:r>
        <w:rPr>
          <w:rFonts w:cs="Georgia"/>
          <w:kern w:val="1"/>
        </w:rPr>
        <w:t>’</w:t>
      </w:r>
      <w:r w:rsidR="00BE611A">
        <w:rPr>
          <w:rFonts w:cs="Georgia"/>
          <w:kern w:val="1"/>
        </w:rPr>
        <w:t>aile droite allemande</w:t>
      </w:r>
      <w:r>
        <w:rPr>
          <w:rFonts w:cs="Georgia"/>
          <w:kern w:val="1"/>
        </w:rPr>
        <w:t xml:space="preserve">, </w:t>
      </w:r>
      <w:r w:rsidR="00BE611A">
        <w:rPr>
          <w:rFonts w:cs="Georgia"/>
          <w:kern w:val="1"/>
        </w:rPr>
        <w:t>c</w:t>
      </w:r>
      <w:r>
        <w:rPr>
          <w:rFonts w:cs="Georgia"/>
          <w:kern w:val="1"/>
        </w:rPr>
        <w:t>’</w:t>
      </w:r>
      <w:r w:rsidR="00BE611A">
        <w:rPr>
          <w:rFonts w:cs="Georgia"/>
          <w:kern w:val="1"/>
        </w:rPr>
        <w:t>est très joli</w:t>
      </w:r>
      <w:r>
        <w:rPr>
          <w:rFonts w:cs="Georgia"/>
          <w:kern w:val="1"/>
        </w:rPr>
        <w:t xml:space="preserve">. </w:t>
      </w:r>
      <w:r w:rsidR="00BE611A">
        <w:rPr>
          <w:rFonts w:cs="Georgia"/>
          <w:kern w:val="1"/>
        </w:rPr>
        <w:t>Mais il peut y avoir des surprises</w:t>
      </w:r>
      <w:r>
        <w:rPr>
          <w:rFonts w:cs="Georgia"/>
          <w:kern w:val="1"/>
        </w:rPr>
        <w:t xml:space="preserve">. </w:t>
      </w:r>
      <w:r w:rsidR="00BE611A">
        <w:rPr>
          <w:rFonts w:cs="Georgia"/>
          <w:kern w:val="1"/>
        </w:rPr>
        <w:t>Je commence</w:t>
      </w:r>
      <w:r>
        <w:rPr>
          <w:rFonts w:cs="Georgia"/>
          <w:kern w:val="1"/>
        </w:rPr>
        <w:t xml:space="preserve">. </w:t>
      </w:r>
      <w:r w:rsidR="00BE611A">
        <w:rPr>
          <w:rFonts w:cs="Georgia"/>
          <w:kern w:val="1"/>
        </w:rPr>
        <w:t>Avez-vous du monde dans le village de Colombey</w:t>
      </w:r>
      <w:r>
        <w:rPr>
          <w:rFonts w:cs="Georgia"/>
          <w:kern w:val="1"/>
        </w:rPr>
        <w:t xml:space="preserve">, </w:t>
      </w:r>
      <w:r w:rsidR="00BE611A">
        <w:rPr>
          <w:rFonts w:cs="Georgia"/>
          <w:kern w:val="1"/>
        </w:rPr>
        <w:t>exactement sur le carré</w:t>
      </w:r>
      <w:r>
        <w:rPr>
          <w:rFonts w:cs="Georgia"/>
          <w:kern w:val="1"/>
        </w:rPr>
        <w:t xml:space="preserve"> </w:t>
      </w:r>
      <w:r w:rsidR="00BE611A">
        <w:rPr>
          <w:rFonts w:cs="Georgia"/>
          <w:kern w:val="1"/>
        </w:rPr>
        <w:t>J</w:t>
      </w:r>
      <w:r>
        <w:rPr>
          <w:rFonts w:cs="Georgia"/>
          <w:kern w:val="1"/>
        </w:rPr>
        <w:t> ?</w:t>
      </w:r>
    </w:p>
    <w:p w14:paraId="4E1F87B9" w14:textId="77777777" w:rsidR="000E1451" w:rsidRDefault="000E1451" w:rsidP="00BE611A">
      <w:pPr>
        <w:rPr>
          <w:rFonts w:cs="Georgia"/>
          <w:kern w:val="1"/>
        </w:rPr>
      </w:pPr>
      <w:r>
        <w:rPr>
          <w:rFonts w:cs="Georgia"/>
          <w:kern w:val="1"/>
        </w:rPr>
        <w:t>— </w:t>
      </w:r>
      <w:r w:rsidR="00BE611A">
        <w:rPr>
          <w:rFonts w:cs="Georgia"/>
          <w:kern w:val="1"/>
        </w:rPr>
        <w:t>J</w:t>
      </w:r>
      <w:r>
        <w:rPr>
          <w:rFonts w:cs="Georgia"/>
          <w:kern w:val="1"/>
        </w:rPr>
        <w:t>’</w:t>
      </w:r>
      <w:r w:rsidR="00BE611A">
        <w:rPr>
          <w:rFonts w:cs="Georgia"/>
          <w:kern w:val="1"/>
        </w:rPr>
        <w:t>ai du monde</w:t>
      </w:r>
      <w:r>
        <w:rPr>
          <w:rFonts w:cs="Georgia"/>
          <w:kern w:val="1"/>
        </w:rPr>
        <w:t xml:space="preserve">, </w:t>
      </w:r>
      <w:r w:rsidR="00BE611A">
        <w:rPr>
          <w:rFonts w:cs="Georgia"/>
          <w:kern w:val="1"/>
        </w:rPr>
        <w:t>mon général</w:t>
      </w:r>
      <w:r>
        <w:rPr>
          <w:rFonts w:cs="Georgia"/>
          <w:kern w:val="1"/>
        </w:rPr>
        <w:t>.</w:t>
      </w:r>
    </w:p>
    <w:p w14:paraId="2AA69535" w14:textId="77777777" w:rsidR="000E1451" w:rsidRDefault="000E1451" w:rsidP="00BE611A">
      <w:pPr>
        <w:rPr>
          <w:rFonts w:cs="Georgia"/>
          <w:kern w:val="1"/>
        </w:rPr>
      </w:pPr>
      <w:r>
        <w:rPr>
          <w:rFonts w:cs="Georgia"/>
          <w:kern w:val="1"/>
        </w:rPr>
        <w:t>— </w:t>
      </w:r>
      <w:r w:rsidR="00BE611A">
        <w:rPr>
          <w:rFonts w:cs="Georgia"/>
          <w:kern w:val="1"/>
        </w:rPr>
        <w:t>Nous verrons ça tout à l</w:t>
      </w:r>
      <w:r>
        <w:rPr>
          <w:rFonts w:cs="Georgia"/>
          <w:kern w:val="1"/>
        </w:rPr>
        <w:t>’</w:t>
      </w:r>
      <w:r w:rsidR="00BE611A">
        <w:rPr>
          <w:rFonts w:cs="Georgia"/>
          <w:kern w:val="1"/>
        </w:rPr>
        <w:t>heure</w:t>
      </w:r>
      <w:r>
        <w:rPr>
          <w:rFonts w:cs="Georgia"/>
          <w:kern w:val="1"/>
        </w:rPr>
        <w:t xml:space="preserve">. </w:t>
      </w:r>
      <w:r w:rsidR="00BE611A">
        <w:rPr>
          <w:rFonts w:cs="Georgia"/>
          <w:kern w:val="1"/>
        </w:rPr>
        <w:t>Et sur le carré</w:t>
      </w:r>
      <w:r>
        <w:rPr>
          <w:rFonts w:cs="Georgia"/>
          <w:kern w:val="1"/>
        </w:rPr>
        <w:t xml:space="preserve"> </w:t>
      </w:r>
      <w:r w:rsidR="00BE611A">
        <w:rPr>
          <w:rFonts w:cs="Georgia"/>
          <w:kern w:val="1"/>
        </w:rPr>
        <w:t>D</w:t>
      </w:r>
      <w:r>
        <w:rPr>
          <w:rFonts w:cs="Georgia"/>
          <w:kern w:val="1"/>
        </w:rPr>
        <w:t xml:space="preserve">, </w:t>
      </w:r>
      <w:r w:rsidR="00BE611A">
        <w:rPr>
          <w:rFonts w:cs="Georgia"/>
          <w:kern w:val="1"/>
        </w:rPr>
        <w:t>à Retonfey</w:t>
      </w:r>
      <w:r>
        <w:rPr>
          <w:rFonts w:cs="Georgia"/>
          <w:kern w:val="1"/>
        </w:rPr>
        <w:t>.</w:t>
      </w:r>
    </w:p>
    <w:p w14:paraId="53B6D34A" w14:textId="77777777" w:rsidR="000E1451" w:rsidRDefault="000E1451" w:rsidP="00BE611A">
      <w:pPr>
        <w:rPr>
          <w:rFonts w:cs="Georgia"/>
          <w:kern w:val="1"/>
        </w:rPr>
      </w:pPr>
      <w:r>
        <w:rPr>
          <w:rFonts w:cs="Georgia"/>
          <w:kern w:val="1"/>
        </w:rPr>
        <w:t>— </w:t>
      </w:r>
      <w:r w:rsidR="00BE611A">
        <w:rPr>
          <w:rFonts w:cs="Georgia"/>
          <w:kern w:val="1"/>
        </w:rPr>
        <w:t>Je n</w:t>
      </w:r>
      <w:r>
        <w:rPr>
          <w:rFonts w:cs="Georgia"/>
          <w:kern w:val="1"/>
        </w:rPr>
        <w:t>’</w:t>
      </w:r>
      <w:r w:rsidR="00BE611A">
        <w:rPr>
          <w:rFonts w:cs="Georgia"/>
          <w:kern w:val="1"/>
        </w:rPr>
        <w:t>ai personne</w:t>
      </w:r>
      <w:r>
        <w:rPr>
          <w:rFonts w:cs="Georgia"/>
          <w:kern w:val="1"/>
        </w:rPr>
        <w:t>.</w:t>
      </w:r>
    </w:p>
    <w:p w14:paraId="27D4B133" w14:textId="77777777" w:rsidR="000E1451" w:rsidRDefault="000E1451" w:rsidP="00BE611A">
      <w:pPr>
        <w:rPr>
          <w:rFonts w:cs="Georgia"/>
          <w:kern w:val="1"/>
        </w:rPr>
      </w:pPr>
      <w:r>
        <w:rPr>
          <w:rFonts w:cs="Georgia"/>
          <w:kern w:val="1"/>
        </w:rPr>
        <w:t>— </w:t>
      </w:r>
      <w:r w:rsidR="00BE611A">
        <w:rPr>
          <w:rFonts w:cs="Georgia"/>
          <w:kern w:val="1"/>
        </w:rPr>
        <w:t>Personne à Retonfey</w:t>
      </w:r>
      <w:r>
        <w:rPr>
          <w:rFonts w:cs="Georgia"/>
          <w:kern w:val="1"/>
        </w:rPr>
        <w:t xml:space="preserve">, </w:t>
      </w:r>
      <w:r w:rsidR="00BE611A">
        <w:rPr>
          <w:rFonts w:cs="Georgia"/>
          <w:kern w:val="1"/>
        </w:rPr>
        <w:t>voilà qui est dangereux</w:t>
      </w:r>
      <w:r>
        <w:rPr>
          <w:rFonts w:cs="Georgia"/>
          <w:kern w:val="1"/>
        </w:rPr>
        <w:t xml:space="preserve">. </w:t>
      </w:r>
      <w:r w:rsidR="00BE611A">
        <w:rPr>
          <w:rFonts w:cs="Georgia"/>
          <w:kern w:val="1"/>
        </w:rPr>
        <w:t>Après tout</w:t>
      </w:r>
      <w:r>
        <w:rPr>
          <w:rFonts w:cs="Georgia"/>
          <w:kern w:val="1"/>
        </w:rPr>
        <w:t xml:space="preserve">, </w:t>
      </w:r>
      <w:r w:rsidR="00BE611A">
        <w:rPr>
          <w:rFonts w:cs="Georgia"/>
          <w:kern w:val="1"/>
        </w:rPr>
        <w:t>ça vous regarde</w:t>
      </w:r>
      <w:r>
        <w:rPr>
          <w:rFonts w:cs="Georgia"/>
          <w:kern w:val="1"/>
        </w:rPr>
        <w:t xml:space="preserve">. </w:t>
      </w:r>
      <w:r w:rsidR="00BE611A">
        <w:rPr>
          <w:rFonts w:cs="Georgia"/>
          <w:kern w:val="1"/>
        </w:rPr>
        <w:t>En</w:t>
      </w:r>
      <w:r>
        <w:rPr>
          <w:rFonts w:cs="Georgia"/>
          <w:kern w:val="1"/>
        </w:rPr>
        <w:t xml:space="preserve"> </w:t>
      </w:r>
      <w:r w:rsidR="00BE611A">
        <w:rPr>
          <w:rFonts w:cs="Georgia"/>
          <w:kern w:val="1"/>
        </w:rPr>
        <w:t>G</w:t>
      </w:r>
      <w:r>
        <w:rPr>
          <w:rFonts w:cs="Georgia"/>
          <w:kern w:val="1"/>
        </w:rPr>
        <w:t xml:space="preserve">, </w:t>
      </w:r>
      <w:r w:rsidR="00BE611A">
        <w:rPr>
          <w:rFonts w:cs="Georgia"/>
          <w:kern w:val="1"/>
        </w:rPr>
        <w:t>naturellement</w:t>
      </w:r>
      <w:r>
        <w:rPr>
          <w:rFonts w:cs="Georgia"/>
          <w:kern w:val="1"/>
        </w:rPr>
        <w:t xml:space="preserve">, </w:t>
      </w:r>
      <w:r w:rsidR="00BE611A">
        <w:rPr>
          <w:rFonts w:cs="Georgia"/>
          <w:kern w:val="1"/>
        </w:rPr>
        <w:t>vous devez avoir toute une ribambelle de gens</w:t>
      </w:r>
      <w:r>
        <w:rPr>
          <w:rFonts w:cs="Georgia"/>
          <w:kern w:val="1"/>
        </w:rPr>
        <w:t>.</w:t>
      </w:r>
    </w:p>
    <w:p w14:paraId="259EB9E9" w14:textId="77777777" w:rsidR="000E1451" w:rsidRDefault="000E1451" w:rsidP="00BE611A">
      <w:pPr>
        <w:rPr>
          <w:rFonts w:cs="Georgia"/>
          <w:kern w:val="1"/>
        </w:rPr>
      </w:pPr>
      <w:r>
        <w:rPr>
          <w:rFonts w:cs="Georgia"/>
          <w:kern w:val="1"/>
        </w:rPr>
        <w:t>— </w:t>
      </w:r>
      <w:r w:rsidR="00BE611A">
        <w:rPr>
          <w:rFonts w:cs="Georgia"/>
          <w:kern w:val="1"/>
        </w:rPr>
        <w:t>En</w:t>
      </w:r>
      <w:r>
        <w:rPr>
          <w:rFonts w:cs="Georgia"/>
          <w:kern w:val="1"/>
        </w:rPr>
        <w:t xml:space="preserve"> </w:t>
      </w:r>
      <w:r w:rsidR="00BE611A">
        <w:rPr>
          <w:rFonts w:cs="Georgia"/>
          <w:kern w:val="1"/>
        </w:rPr>
        <w:t>G</w:t>
      </w:r>
      <w:r>
        <w:rPr>
          <w:rFonts w:cs="Georgia"/>
          <w:kern w:val="1"/>
        </w:rPr>
        <w:t xml:space="preserve"> ? </w:t>
      </w:r>
      <w:r w:rsidR="00BE611A">
        <w:rPr>
          <w:rFonts w:cs="Georgia"/>
          <w:kern w:val="1"/>
        </w:rPr>
        <w:t>Oui</w:t>
      </w:r>
      <w:r>
        <w:rPr>
          <w:rFonts w:cs="Georgia"/>
          <w:kern w:val="1"/>
        </w:rPr>
        <w:t xml:space="preserve">, </w:t>
      </w:r>
      <w:r w:rsidR="00BE611A">
        <w:rPr>
          <w:rFonts w:cs="Georgia"/>
          <w:kern w:val="1"/>
        </w:rPr>
        <w:t>mon général</w:t>
      </w:r>
      <w:r>
        <w:rPr>
          <w:rFonts w:cs="Georgia"/>
          <w:kern w:val="1"/>
        </w:rPr>
        <w:t xml:space="preserve">, </w:t>
      </w:r>
      <w:r w:rsidR="00BE611A">
        <w:rPr>
          <w:rFonts w:cs="Georgia"/>
          <w:kern w:val="1"/>
        </w:rPr>
        <w:t>j</w:t>
      </w:r>
      <w:r>
        <w:rPr>
          <w:rFonts w:cs="Georgia"/>
          <w:kern w:val="1"/>
        </w:rPr>
        <w:t>’</w:t>
      </w:r>
      <w:r w:rsidR="00BE611A">
        <w:rPr>
          <w:rFonts w:cs="Georgia"/>
          <w:kern w:val="1"/>
        </w:rPr>
        <w:t>ai du monde</w:t>
      </w:r>
      <w:r>
        <w:rPr>
          <w:rFonts w:cs="Georgia"/>
          <w:kern w:val="1"/>
        </w:rPr>
        <w:t xml:space="preserve">, </w:t>
      </w:r>
      <w:r w:rsidR="00BE611A">
        <w:rPr>
          <w:rFonts w:cs="Georgia"/>
          <w:kern w:val="1"/>
        </w:rPr>
        <w:t>beaucoup de monde</w:t>
      </w:r>
      <w:r>
        <w:rPr>
          <w:rFonts w:cs="Georgia"/>
          <w:kern w:val="1"/>
        </w:rPr>
        <w:t>.</w:t>
      </w:r>
    </w:p>
    <w:p w14:paraId="554EE4F4" w14:textId="77777777" w:rsidR="000E1451" w:rsidRDefault="000E1451" w:rsidP="00BE611A">
      <w:pPr>
        <w:rPr>
          <w:rFonts w:cs="Georgia"/>
          <w:kern w:val="1"/>
        </w:rPr>
      </w:pPr>
      <w:r>
        <w:rPr>
          <w:rFonts w:cs="Georgia"/>
          <w:kern w:val="1"/>
        </w:rPr>
        <w:t>— </w:t>
      </w:r>
      <w:r w:rsidR="00BE611A">
        <w:rPr>
          <w:rFonts w:cs="Georgia"/>
          <w:kern w:val="1"/>
        </w:rPr>
        <w:t>Remarquez que je ne l</w:t>
      </w:r>
      <w:r>
        <w:rPr>
          <w:rFonts w:cs="Georgia"/>
          <w:kern w:val="1"/>
        </w:rPr>
        <w:t>’</w:t>
      </w:r>
      <w:r w:rsidR="00BE611A">
        <w:rPr>
          <w:rFonts w:cs="Georgia"/>
          <w:kern w:val="1"/>
        </w:rPr>
        <w:t>ai pas demandé</w:t>
      </w:r>
      <w:r>
        <w:rPr>
          <w:rFonts w:cs="Georgia"/>
          <w:kern w:val="1"/>
        </w:rPr>
        <w:t xml:space="preserve">. </w:t>
      </w:r>
      <w:r w:rsidR="00BE611A">
        <w:rPr>
          <w:rFonts w:cs="Georgia"/>
          <w:kern w:val="1"/>
        </w:rPr>
        <w:t>Je le savais</w:t>
      </w:r>
      <w:r>
        <w:rPr>
          <w:rFonts w:cs="Georgia"/>
          <w:kern w:val="1"/>
        </w:rPr>
        <w:t xml:space="preserve">. </w:t>
      </w:r>
      <w:r w:rsidR="00BE611A">
        <w:rPr>
          <w:rFonts w:cs="Georgia"/>
          <w:kern w:val="1"/>
        </w:rPr>
        <w:t>Ah</w:t>
      </w:r>
      <w:r>
        <w:rPr>
          <w:rFonts w:cs="Georgia"/>
          <w:kern w:val="1"/>
        </w:rPr>
        <w:t xml:space="preserve"> ! </w:t>
      </w:r>
      <w:r w:rsidR="00BE611A">
        <w:rPr>
          <w:rFonts w:cs="Georgia"/>
          <w:kern w:val="1"/>
        </w:rPr>
        <w:t>mon cher</w:t>
      </w:r>
      <w:r>
        <w:rPr>
          <w:rFonts w:cs="Georgia"/>
          <w:kern w:val="1"/>
        </w:rPr>
        <w:t xml:space="preserve">, </w:t>
      </w:r>
      <w:r w:rsidR="00BE611A">
        <w:rPr>
          <w:rFonts w:cs="Georgia"/>
          <w:kern w:val="1"/>
        </w:rPr>
        <w:t>mon cher</w:t>
      </w:r>
      <w:r>
        <w:rPr>
          <w:rFonts w:cs="Georgia"/>
          <w:kern w:val="1"/>
        </w:rPr>
        <w:t xml:space="preserve">, </w:t>
      </w:r>
      <w:r w:rsidR="00BE611A">
        <w:rPr>
          <w:rFonts w:cs="Georgia"/>
          <w:kern w:val="1"/>
        </w:rPr>
        <w:t>je crois que nous n</w:t>
      </w:r>
      <w:r>
        <w:rPr>
          <w:rFonts w:cs="Georgia"/>
          <w:kern w:val="1"/>
        </w:rPr>
        <w:t>’</w:t>
      </w:r>
      <w:r w:rsidR="00BE611A">
        <w:rPr>
          <w:rFonts w:cs="Georgia"/>
          <w:kern w:val="1"/>
        </w:rPr>
        <w:t>allons pas nous ennuyer</w:t>
      </w:r>
      <w:r>
        <w:rPr>
          <w:rFonts w:cs="Georgia"/>
          <w:kern w:val="1"/>
        </w:rPr>
        <w:t xml:space="preserve">. </w:t>
      </w:r>
      <w:r w:rsidR="00BE611A">
        <w:rPr>
          <w:rFonts w:cs="Georgia"/>
          <w:kern w:val="1"/>
        </w:rPr>
        <w:t>Votre pauvre division Lorencez me paraît dans de jolis draps</w:t>
      </w:r>
      <w:r>
        <w:rPr>
          <w:rFonts w:cs="Georgia"/>
          <w:kern w:val="1"/>
        </w:rPr>
        <w:t xml:space="preserve">. </w:t>
      </w:r>
      <w:r w:rsidR="00BE611A">
        <w:rPr>
          <w:rFonts w:cs="Georgia"/>
          <w:kern w:val="1"/>
        </w:rPr>
        <w:t>Oui</w:t>
      </w:r>
      <w:r>
        <w:rPr>
          <w:rFonts w:cs="Georgia"/>
          <w:kern w:val="1"/>
        </w:rPr>
        <w:t xml:space="preserve">, </w:t>
      </w:r>
      <w:r w:rsidR="00BE611A">
        <w:rPr>
          <w:rFonts w:cs="Georgia"/>
          <w:kern w:val="1"/>
        </w:rPr>
        <w:t>oui</w:t>
      </w:r>
      <w:r>
        <w:rPr>
          <w:rFonts w:cs="Georgia"/>
          <w:kern w:val="1"/>
        </w:rPr>
        <w:t xml:space="preserve">, </w:t>
      </w:r>
      <w:r w:rsidR="00BE611A">
        <w:rPr>
          <w:rFonts w:cs="Georgia"/>
          <w:kern w:val="1"/>
        </w:rPr>
        <w:t>tout est clair</w:t>
      </w:r>
      <w:r>
        <w:rPr>
          <w:rFonts w:cs="Georgia"/>
          <w:kern w:val="1"/>
        </w:rPr>
        <w:t xml:space="preserve">, </w:t>
      </w:r>
      <w:r w:rsidR="00BE611A">
        <w:rPr>
          <w:rFonts w:cs="Georgia"/>
          <w:kern w:val="1"/>
        </w:rPr>
        <w:t>remarquablement clair</w:t>
      </w:r>
      <w:r>
        <w:rPr>
          <w:rFonts w:cs="Georgia"/>
          <w:kern w:val="1"/>
        </w:rPr>
        <w:t xml:space="preserve">. </w:t>
      </w:r>
      <w:r w:rsidR="00BE611A">
        <w:rPr>
          <w:rFonts w:cs="Georgia"/>
          <w:kern w:val="1"/>
        </w:rPr>
        <w:t>Sur le carré</w:t>
      </w:r>
      <w:r>
        <w:rPr>
          <w:rFonts w:cs="Georgia"/>
          <w:kern w:val="1"/>
        </w:rPr>
        <w:t xml:space="preserve"> </w:t>
      </w:r>
      <w:r w:rsidR="00BE611A">
        <w:rPr>
          <w:rFonts w:cs="Georgia"/>
          <w:kern w:val="1"/>
        </w:rPr>
        <w:t>C</w:t>
      </w:r>
      <w:r>
        <w:rPr>
          <w:rFonts w:cs="Georgia"/>
          <w:kern w:val="1"/>
        </w:rPr>
        <w:t xml:space="preserve">, </w:t>
      </w:r>
      <w:r w:rsidR="00BE611A">
        <w:rPr>
          <w:rFonts w:cs="Georgia"/>
          <w:kern w:val="1"/>
        </w:rPr>
        <w:t>le long de la route de Sarrelouis</w:t>
      </w:r>
      <w:r>
        <w:rPr>
          <w:rFonts w:cs="Georgia"/>
          <w:kern w:val="1"/>
        </w:rPr>
        <w:t xml:space="preserve">, </w:t>
      </w:r>
      <w:r w:rsidR="00BE611A">
        <w:rPr>
          <w:rFonts w:cs="Georgia"/>
          <w:kern w:val="1"/>
        </w:rPr>
        <w:t>devant Noisseville</w:t>
      </w:r>
      <w:r>
        <w:rPr>
          <w:rFonts w:cs="Georgia"/>
          <w:kern w:val="1"/>
        </w:rPr>
        <w:t xml:space="preserve">, </w:t>
      </w:r>
      <w:r w:rsidR="00BE611A">
        <w:rPr>
          <w:rFonts w:cs="Georgia"/>
          <w:kern w:val="1"/>
        </w:rPr>
        <w:t>vous avez du monde</w:t>
      </w:r>
      <w:r>
        <w:rPr>
          <w:rFonts w:cs="Georgia"/>
          <w:kern w:val="1"/>
        </w:rPr>
        <w:t> ?</w:t>
      </w:r>
    </w:p>
    <w:p w14:paraId="4EB23F27" w14:textId="77777777" w:rsidR="000E1451" w:rsidRDefault="000E1451" w:rsidP="00BE611A">
      <w:pPr>
        <w:rPr>
          <w:rFonts w:cs="Georgia"/>
          <w:kern w:val="1"/>
        </w:rPr>
      </w:pPr>
      <w:r>
        <w:rPr>
          <w:rFonts w:cs="Georgia"/>
          <w:kern w:val="1"/>
        </w:rPr>
        <w:lastRenderedPageBreak/>
        <w:t>— </w:t>
      </w:r>
      <w:r w:rsidR="00BE611A">
        <w:rPr>
          <w:rFonts w:cs="Georgia"/>
          <w:kern w:val="1"/>
        </w:rPr>
        <w:t>J</w:t>
      </w:r>
      <w:r>
        <w:rPr>
          <w:rFonts w:cs="Georgia"/>
          <w:kern w:val="1"/>
        </w:rPr>
        <w:t>’</w:t>
      </w:r>
      <w:r w:rsidR="00BE611A">
        <w:rPr>
          <w:rFonts w:cs="Georgia"/>
          <w:kern w:val="1"/>
        </w:rPr>
        <w:t>en ai</w:t>
      </w:r>
      <w:r>
        <w:rPr>
          <w:rFonts w:cs="Georgia"/>
          <w:kern w:val="1"/>
        </w:rPr>
        <w:t>.</w:t>
      </w:r>
    </w:p>
    <w:p w14:paraId="272DA531" w14:textId="77777777" w:rsidR="000E1451" w:rsidRDefault="000E1451" w:rsidP="00BE611A">
      <w:pPr>
        <w:rPr>
          <w:rFonts w:cs="Georgia"/>
          <w:kern w:val="1"/>
        </w:rPr>
      </w:pPr>
      <w:r>
        <w:rPr>
          <w:rFonts w:cs="Georgia"/>
          <w:kern w:val="1"/>
        </w:rPr>
        <w:t>— </w:t>
      </w:r>
      <w:r w:rsidR="00BE611A">
        <w:rPr>
          <w:rFonts w:cs="Georgia"/>
          <w:kern w:val="1"/>
        </w:rPr>
        <w:t>Eh bien</w:t>
      </w:r>
      <w:r>
        <w:rPr>
          <w:rFonts w:cs="Georgia"/>
          <w:kern w:val="1"/>
        </w:rPr>
        <w:t xml:space="preserve">, </w:t>
      </w:r>
      <w:r w:rsidR="00BE611A">
        <w:rPr>
          <w:rFonts w:cs="Georgia"/>
          <w:kern w:val="1"/>
        </w:rPr>
        <w:t>je vais vous dire une bonne chose moi aussi</w:t>
      </w:r>
      <w:r>
        <w:rPr>
          <w:rFonts w:cs="Georgia"/>
          <w:kern w:val="1"/>
        </w:rPr>
        <w:t xml:space="preserve">, </w:t>
      </w:r>
      <w:r w:rsidR="00BE611A">
        <w:rPr>
          <w:rFonts w:cs="Georgia"/>
          <w:kern w:val="1"/>
        </w:rPr>
        <w:t>j</w:t>
      </w:r>
      <w:r>
        <w:rPr>
          <w:rFonts w:cs="Georgia"/>
          <w:kern w:val="1"/>
        </w:rPr>
        <w:t>’</w:t>
      </w:r>
      <w:r w:rsidR="00BE611A">
        <w:rPr>
          <w:rFonts w:cs="Georgia"/>
          <w:kern w:val="1"/>
        </w:rPr>
        <w:t>ai du monde en</w:t>
      </w:r>
      <w:r>
        <w:rPr>
          <w:rFonts w:cs="Georgia"/>
          <w:kern w:val="1"/>
        </w:rPr>
        <w:t xml:space="preserve"> </w:t>
      </w:r>
      <w:r w:rsidR="00BE611A">
        <w:rPr>
          <w:rFonts w:cs="Georgia"/>
          <w:kern w:val="1"/>
        </w:rPr>
        <w:t>C</w:t>
      </w:r>
      <w:r>
        <w:rPr>
          <w:rFonts w:cs="Georgia"/>
          <w:kern w:val="1"/>
        </w:rPr>
        <w:t xml:space="preserve">. </w:t>
      </w:r>
      <w:r w:rsidR="00BE611A">
        <w:rPr>
          <w:rFonts w:cs="Georgia"/>
          <w:kern w:val="1"/>
        </w:rPr>
        <w:t>Vous y maintenez-vous</w:t>
      </w:r>
      <w:r>
        <w:rPr>
          <w:rFonts w:cs="Georgia"/>
          <w:kern w:val="1"/>
        </w:rPr>
        <w:t> ?</w:t>
      </w:r>
    </w:p>
    <w:p w14:paraId="1D272377" w14:textId="77777777" w:rsidR="000E1451" w:rsidRDefault="000E1451" w:rsidP="00BE611A">
      <w:pPr>
        <w:rPr>
          <w:rFonts w:cs="Georgia"/>
          <w:kern w:val="1"/>
        </w:rPr>
      </w:pPr>
      <w:r>
        <w:rPr>
          <w:rFonts w:cs="Georgia"/>
          <w:kern w:val="1"/>
        </w:rPr>
        <w:t>— </w:t>
      </w:r>
      <w:r w:rsidR="00BE611A">
        <w:rPr>
          <w:rFonts w:cs="Georgia"/>
          <w:kern w:val="1"/>
        </w:rPr>
        <w:t>Je suis obligé de m</w:t>
      </w:r>
      <w:r>
        <w:rPr>
          <w:rFonts w:cs="Georgia"/>
          <w:kern w:val="1"/>
        </w:rPr>
        <w:t>’</w:t>
      </w:r>
      <w:r w:rsidR="00BE611A">
        <w:rPr>
          <w:rFonts w:cs="Georgia"/>
          <w:kern w:val="1"/>
        </w:rPr>
        <w:t>y maintenir</w:t>
      </w:r>
      <w:r>
        <w:rPr>
          <w:rFonts w:cs="Georgia"/>
          <w:kern w:val="1"/>
        </w:rPr>
        <w:t>.</w:t>
      </w:r>
    </w:p>
    <w:p w14:paraId="01885DD5" w14:textId="77777777" w:rsidR="000E1451" w:rsidRDefault="000E1451" w:rsidP="00BE611A">
      <w:pPr>
        <w:rPr>
          <w:rFonts w:cs="Georgia"/>
          <w:kern w:val="1"/>
        </w:rPr>
      </w:pPr>
      <w:r>
        <w:rPr>
          <w:rFonts w:cs="Georgia"/>
          <w:kern w:val="1"/>
        </w:rPr>
        <w:t>— </w:t>
      </w:r>
      <w:r w:rsidR="00BE611A">
        <w:rPr>
          <w:rFonts w:cs="Georgia"/>
          <w:kern w:val="1"/>
        </w:rPr>
        <w:t>Alors</w:t>
      </w:r>
      <w:r>
        <w:rPr>
          <w:rFonts w:cs="Georgia"/>
          <w:kern w:val="1"/>
        </w:rPr>
        <w:t xml:space="preserve">, </w:t>
      </w:r>
      <w:r w:rsidR="00BE611A">
        <w:rPr>
          <w:rFonts w:cs="Georgia"/>
          <w:kern w:val="1"/>
        </w:rPr>
        <w:t>mon pauvre ami</w:t>
      </w:r>
      <w:r>
        <w:rPr>
          <w:rFonts w:cs="Georgia"/>
          <w:kern w:val="1"/>
        </w:rPr>
        <w:t xml:space="preserve">, </w:t>
      </w:r>
      <w:r w:rsidR="00BE611A">
        <w:rPr>
          <w:rFonts w:cs="Georgia"/>
          <w:kern w:val="1"/>
        </w:rPr>
        <w:t>je le regrette</w:t>
      </w:r>
      <w:r>
        <w:rPr>
          <w:rFonts w:cs="Georgia"/>
          <w:kern w:val="1"/>
        </w:rPr>
        <w:t xml:space="preserve">, </w:t>
      </w:r>
      <w:r w:rsidR="00BE611A">
        <w:rPr>
          <w:rFonts w:cs="Georgia"/>
          <w:kern w:val="1"/>
        </w:rPr>
        <w:t>mais c</w:t>
      </w:r>
      <w:r>
        <w:rPr>
          <w:rFonts w:cs="Georgia"/>
          <w:kern w:val="1"/>
        </w:rPr>
        <w:t>’</w:t>
      </w:r>
      <w:r w:rsidR="00BE611A">
        <w:rPr>
          <w:rFonts w:cs="Georgia"/>
          <w:kern w:val="1"/>
        </w:rPr>
        <w:t>est la bataille</w:t>
      </w:r>
      <w:r>
        <w:rPr>
          <w:rFonts w:cs="Georgia"/>
          <w:kern w:val="1"/>
        </w:rPr>
        <w:t xml:space="preserve">. </w:t>
      </w:r>
      <w:r w:rsidR="00BE611A">
        <w:rPr>
          <w:rFonts w:cs="Georgia"/>
          <w:kern w:val="1"/>
        </w:rPr>
        <w:t>L</w:t>
      </w:r>
      <w:r>
        <w:rPr>
          <w:rFonts w:cs="Georgia"/>
          <w:kern w:val="1"/>
        </w:rPr>
        <w:t>’</w:t>
      </w:r>
      <w:r w:rsidR="00BE611A">
        <w:rPr>
          <w:rFonts w:cs="Georgia"/>
          <w:kern w:val="1"/>
        </w:rPr>
        <w:t>acceptez-vous</w:t>
      </w:r>
      <w:r>
        <w:rPr>
          <w:rFonts w:cs="Georgia"/>
          <w:kern w:val="1"/>
        </w:rPr>
        <w:t> ?</w:t>
      </w:r>
    </w:p>
    <w:p w14:paraId="6784606F" w14:textId="77777777" w:rsidR="000E1451" w:rsidRDefault="000E1451" w:rsidP="00BE611A">
      <w:pPr>
        <w:rPr>
          <w:rFonts w:cs="Georgia"/>
          <w:kern w:val="1"/>
        </w:rPr>
      </w:pPr>
      <w:r>
        <w:rPr>
          <w:rFonts w:cs="Georgia"/>
          <w:kern w:val="1"/>
        </w:rPr>
        <w:t>— </w:t>
      </w:r>
      <w:r w:rsidR="00BE611A">
        <w:rPr>
          <w:rFonts w:cs="Georgia"/>
          <w:kern w:val="1"/>
        </w:rPr>
        <w:t>Tant que vous voudrez</w:t>
      </w:r>
      <w:r>
        <w:rPr>
          <w:rFonts w:cs="Georgia"/>
          <w:kern w:val="1"/>
        </w:rPr>
        <w:t xml:space="preserve">, </w:t>
      </w:r>
      <w:r w:rsidR="00BE611A">
        <w:rPr>
          <w:rFonts w:cs="Georgia"/>
          <w:kern w:val="1"/>
        </w:rPr>
        <w:t>mon général</w:t>
      </w:r>
      <w:r>
        <w:rPr>
          <w:rFonts w:cs="Georgia"/>
          <w:kern w:val="1"/>
        </w:rPr>
        <w:t>.</w:t>
      </w:r>
    </w:p>
    <w:p w14:paraId="5C747B09" w14:textId="77777777" w:rsidR="000E1451" w:rsidRDefault="000E1451" w:rsidP="00BE611A">
      <w:pPr>
        <w:rPr>
          <w:rFonts w:cs="Georgia"/>
          <w:kern w:val="1"/>
        </w:rPr>
      </w:pPr>
      <w:r>
        <w:rPr>
          <w:rFonts w:cs="Georgia"/>
          <w:kern w:val="1"/>
        </w:rPr>
        <w:t>— </w:t>
      </w:r>
      <w:r w:rsidR="00BE611A">
        <w:rPr>
          <w:rFonts w:cs="Georgia"/>
          <w:kern w:val="1"/>
        </w:rPr>
        <w:t>Le mot de Galliffet à Sedan</w:t>
      </w:r>
      <w:r>
        <w:rPr>
          <w:rFonts w:cs="Georgia"/>
          <w:kern w:val="1"/>
        </w:rPr>
        <w:t xml:space="preserve">. </w:t>
      </w:r>
      <w:r w:rsidR="00BE611A">
        <w:rPr>
          <w:rFonts w:cs="Georgia"/>
          <w:kern w:val="1"/>
        </w:rPr>
        <w:t>Joli</w:t>
      </w:r>
      <w:r>
        <w:rPr>
          <w:rFonts w:cs="Georgia"/>
          <w:kern w:val="1"/>
        </w:rPr>
        <w:t xml:space="preserve">, </w:t>
      </w:r>
      <w:r w:rsidR="00BE611A">
        <w:rPr>
          <w:rFonts w:cs="Georgia"/>
          <w:kern w:val="1"/>
        </w:rPr>
        <w:t>joli</w:t>
      </w:r>
      <w:r>
        <w:rPr>
          <w:rFonts w:cs="Georgia"/>
          <w:kern w:val="1"/>
        </w:rPr>
        <w:t xml:space="preserve">, </w:t>
      </w:r>
      <w:r w:rsidR="00BE611A">
        <w:rPr>
          <w:rFonts w:cs="Georgia"/>
          <w:kern w:val="1"/>
        </w:rPr>
        <w:t>très joli</w:t>
      </w:r>
      <w:r>
        <w:rPr>
          <w:rFonts w:cs="Georgia"/>
          <w:kern w:val="1"/>
        </w:rPr>
        <w:t xml:space="preserve"> ! </w:t>
      </w:r>
      <w:r w:rsidR="00BE611A">
        <w:rPr>
          <w:rFonts w:cs="Georgia"/>
          <w:kern w:val="1"/>
        </w:rPr>
        <w:t>Il y a vraiment du plaisir à avoir un adversaire tel que vous</w:t>
      </w:r>
      <w:r>
        <w:rPr>
          <w:rFonts w:cs="Georgia"/>
          <w:kern w:val="1"/>
        </w:rPr>
        <w:t xml:space="preserve">. </w:t>
      </w:r>
      <w:r w:rsidR="00BE611A">
        <w:rPr>
          <w:rFonts w:cs="Georgia"/>
          <w:kern w:val="1"/>
        </w:rPr>
        <w:t>Du cran</w:t>
      </w:r>
      <w:r>
        <w:rPr>
          <w:rFonts w:cs="Georgia"/>
          <w:kern w:val="1"/>
        </w:rPr>
        <w:t xml:space="preserve">, </w:t>
      </w:r>
      <w:r w:rsidR="00BE611A">
        <w:rPr>
          <w:rFonts w:cs="Georgia"/>
          <w:kern w:val="1"/>
        </w:rPr>
        <w:t>de la culture</w:t>
      </w:r>
      <w:r>
        <w:rPr>
          <w:rFonts w:cs="Georgia"/>
          <w:kern w:val="1"/>
        </w:rPr>
        <w:t xml:space="preserve">. </w:t>
      </w:r>
      <w:r w:rsidR="00BE611A">
        <w:rPr>
          <w:rFonts w:cs="Georgia"/>
          <w:kern w:val="1"/>
        </w:rPr>
        <w:t>Toutes mes félicitations</w:t>
      </w:r>
      <w:r>
        <w:rPr>
          <w:rFonts w:cs="Georgia"/>
          <w:kern w:val="1"/>
        </w:rPr>
        <w:t> !</w:t>
      </w:r>
    </w:p>
    <w:p w14:paraId="7BA0DF1C" w14:textId="77777777" w:rsidR="000E1451" w:rsidRDefault="00BE611A" w:rsidP="00BE611A">
      <w:pPr>
        <w:rPr>
          <w:rFonts w:cs="Georgia"/>
          <w:kern w:val="1"/>
        </w:rPr>
      </w:pPr>
      <w:r>
        <w:rPr>
          <w:rFonts w:cs="Georgia"/>
          <w:kern w:val="1"/>
        </w:rPr>
        <w:t>Jamais je n</w:t>
      </w:r>
      <w:r w:rsidR="000E1451">
        <w:rPr>
          <w:rFonts w:cs="Georgia"/>
          <w:kern w:val="1"/>
        </w:rPr>
        <w:t>’</w:t>
      </w:r>
      <w:r>
        <w:rPr>
          <w:rFonts w:cs="Georgia"/>
          <w:kern w:val="1"/>
        </w:rPr>
        <w:t>avais vu au général un visage plus enflammé</w:t>
      </w:r>
      <w:r w:rsidR="000E1451">
        <w:rPr>
          <w:rFonts w:cs="Georgia"/>
          <w:kern w:val="1"/>
        </w:rPr>
        <w:t xml:space="preserve">, </w:t>
      </w:r>
      <w:r>
        <w:rPr>
          <w:rFonts w:cs="Georgia"/>
          <w:kern w:val="1"/>
        </w:rPr>
        <w:t>plus radieux</w:t>
      </w:r>
      <w:r w:rsidR="000E1451">
        <w:rPr>
          <w:rFonts w:cs="Georgia"/>
          <w:kern w:val="1"/>
        </w:rPr>
        <w:t xml:space="preserve">. </w:t>
      </w:r>
      <w:r>
        <w:rPr>
          <w:rFonts w:cs="Georgia"/>
          <w:kern w:val="1"/>
        </w:rPr>
        <w:t>Deux fois</w:t>
      </w:r>
      <w:r w:rsidR="000E1451">
        <w:rPr>
          <w:rFonts w:cs="Georgia"/>
          <w:kern w:val="1"/>
        </w:rPr>
        <w:t xml:space="preserve">, </w:t>
      </w:r>
      <w:r>
        <w:rPr>
          <w:rFonts w:cs="Georgia"/>
          <w:kern w:val="1"/>
        </w:rPr>
        <w:t>il fit le tour de la table</w:t>
      </w:r>
      <w:r w:rsidR="000E1451">
        <w:rPr>
          <w:rFonts w:cs="Georgia"/>
          <w:kern w:val="1"/>
        </w:rPr>
        <w:t xml:space="preserve">. </w:t>
      </w:r>
      <w:r>
        <w:rPr>
          <w:rFonts w:cs="Georgia"/>
          <w:kern w:val="1"/>
        </w:rPr>
        <w:t>Son grand cou</w:t>
      </w:r>
      <w:r w:rsidR="000E1451">
        <w:rPr>
          <w:rFonts w:cs="Georgia"/>
          <w:kern w:val="1"/>
        </w:rPr>
        <w:t xml:space="preserve">, </w:t>
      </w:r>
      <w:r>
        <w:rPr>
          <w:rFonts w:cs="Georgia"/>
          <w:kern w:val="1"/>
        </w:rPr>
        <w:t>engoncé dans la haute cravate noire</w:t>
      </w:r>
      <w:r w:rsidR="000E1451">
        <w:rPr>
          <w:rFonts w:cs="Georgia"/>
          <w:kern w:val="1"/>
        </w:rPr>
        <w:t xml:space="preserve">, </w:t>
      </w:r>
      <w:r>
        <w:rPr>
          <w:rFonts w:cs="Georgia"/>
          <w:kern w:val="1"/>
        </w:rPr>
        <w:t>paraissait un ressort prêt à se détendre</w:t>
      </w:r>
      <w:r w:rsidR="000E1451">
        <w:rPr>
          <w:rFonts w:cs="Georgia"/>
          <w:kern w:val="1"/>
        </w:rPr>
        <w:t>.</w:t>
      </w:r>
    </w:p>
    <w:p w14:paraId="659C2304" w14:textId="77777777" w:rsidR="000E1451" w:rsidRDefault="000E1451" w:rsidP="00BE611A">
      <w:pPr>
        <w:rPr>
          <w:rFonts w:cs="Georgia"/>
          <w:kern w:val="1"/>
        </w:rPr>
      </w:pPr>
      <w:r>
        <w:rPr>
          <w:rFonts w:cs="Georgia"/>
          <w:kern w:val="1"/>
        </w:rPr>
        <w:t>— </w:t>
      </w:r>
      <w:r w:rsidR="00BE611A">
        <w:rPr>
          <w:rFonts w:cs="Georgia"/>
          <w:kern w:val="1"/>
        </w:rPr>
        <w:t>C</w:t>
      </w:r>
      <w:r>
        <w:rPr>
          <w:rFonts w:cs="Georgia"/>
          <w:kern w:val="1"/>
        </w:rPr>
        <w:t>’</w:t>
      </w:r>
      <w:r w:rsidR="00BE611A">
        <w:rPr>
          <w:rFonts w:cs="Georgia"/>
          <w:kern w:val="1"/>
        </w:rPr>
        <w:t>est une des plus belles batailles de ma vie</w:t>
      </w:r>
      <w:r>
        <w:rPr>
          <w:rFonts w:cs="Georgia"/>
          <w:kern w:val="1"/>
        </w:rPr>
        <w:t xml:space="preserve">, </w:t>
      </w:r>
      <w:r w:rsidR="00BE611A">
        <w:rPr>
          <w:rFonts w:cs="Georgia"/>
          <w:kern w:val="1"/>
        </w:rPr>
        <w:t>dit-il enfin</w:t>
      </w:r>
      <w:r>
        <w:rPr>
          <w:rFonts w:cs="Georgia"/>
          <w:kern w:val="1"/>
        </w:rPr>
        <w:t xml:space="preserve">, </w:t>
      </w:r>
      <w:r w:rsidR="00BE611A">
        <w:rPr>
          <w:rFonts w:cs="Georgia"/>
          <w:kern w:val="1"/>
        </w:rPr>
        <w:t>s</w:t>
      </w:r>
      <w:r>
        <w:rPr>
          <w:rFonts w:cs="Georgia"/>
          <w:kern w:val="1"/>
        </w:rPr>
        <w:t>’</w:t>
      </w:r>
      <w:r w:rsidR="00BE611A">
        <w:rPr>
          <w:rFonts w:cs="Georgia"/>
          <w:kern w:val="1"/>
        </w:rPr>
        <w:t>étant arrêté devant la carte</w:t>
      </w:r>
      <w:r>
        <w:rPr>
          <w:rFonts w:cs="Georgia"/>
          <w:kern w:val="1"/>
        </w:rPr>
        <w:t xml:space="preserve">, </w:t>
      </w:r>
      <w:r w:rsidR="00BE611A">
        <w:rPr>
          <w:rFonts w:cs="Georgia"/>
          <w:kern w:val="1"/>
        </w:rPr>
        <w:t>et la couvant d</w:t>
      </w:r>
      <w:r>
        <w:rPr>
          <w:rFonts w:cs="Georgia"/>
          <w:kern w:val="1"/>
        </w:rPr>
        <w:t>’</w:t>
      </w:r>
      <w:r w:rsidR="00BE611A">
        <w:rPr>
          <w:rFonts w:cs="Georgia"/>
          <w:kern w:val="1"/>
        </w:rPr>
        <w:t>un regard amoureux</w:t>
      </w:r>
      <w:r>
        <w:rPr>
          <w:rFonts w:cs="Georgia"/>
          <w:kern w:val="1"/>
        </w:rPr>
        <w:t xml:space="preserve">. </w:t>
      </w:r>
      <w:r w:rsidR="00BE611A">
        <w:rPr>
          <w:rFonts w:cs="Georgia"/>
          <w:kern w:val="1"/>
        </w:rPr>
        <w:t>Voyons à présent l</w:t>
      </w:r>
      <w:r>
        <w:rPr>
          <w:rFonts w:cs="Georgia"/>
          <w:kern w:val="1"/>
        </w:rPr>
        <w:t>’</w:t>
      </w:r>
      <w:r w:rsidR="00BE611A">
        <w:rPr>
          <w:rFonts w:cs="Georgia"/>
          <w:kern w:val="1"/>
        </w:rPr>
        <w:t>état exact des forces en présence</w:t>
      </w:r>
      <w:r>
        <w:rPr>
          <w:rFonts w:cs="Georgia"/>
          <w:kern w:val="1"/>
        </w:rPr>
        <w:t xml:space="preserve">. </w:t>
      </w:r>
      <w:r w:rsidR="00BE611A">
        <w:rPr>
          <w:rFonts w:cs="Georgia"/>
          <w:kern w:val="1"/>
        </w:rPr>
        <w:t>Qu</w:t>
      </w:r>
      <w:r>
        <w:rPr>
          <w:rFonts w:cs="Georgia"/>
          <w:kern w:val="1"/>
        </w:rPr>
        <w:t>’</w:t>
      </w:r>
      <w:r w:rsidR="00BE611A">
        <w:rPr>
          <w:rFonts w:cs="Georgia"/>
          <w:kern w:val="1"/>
        </w:rPr>
        <w:t>avez-vous comme troupes</w:t>
      </w:r>
      <w:r>
        <w:rPr>
          <w:rFonts w:cs="Georgia"/>
          <w:kern w:val="1"/>
        </w:rPr>
        <w:t xml:space="preserve">, </w:t>
      </w:r>
      <w:r w:rsidR="00BE611A">
        <w:rPr>
          <w:rFonts w:cs="Georgia"/>
          <w:kern w:val="1"/>
        </w:rPr>
        <w:t>en</w:t>
      </w:r>
      <w:r>
        <w:rPr>
          <w:rFonts w:cs="Georgia"/>
          <w:kern w:val="1"/>
        </w:rPr>
        <w:t xml:space="preserve"> </w:t>
      </w:r>
      <w:r w:rsidR="00BE611A">
        <w:rPr>
          <w:rFonts w:cs="Georgia"/>
          <w:kern w:val="1"/>
        </w:rPr>
        <w:t>C</w:t>
      </w:r>
      <w:r>
        <w:rPr>
          <w:rFonts w:cs="Georgia"/>
          <w:kern w:val="1"/>
        </w:rPr>
        <w:t> ?</w:t>
      </w:r>
    </w:p>
    <w:p w14:paraId="31F83562" w14:textId="77777777" w:rsidR="000E1451" w:rsidRDefault="000E1451" w:rsidP="00BE611A">
      <w:pPr>
        <w:rPr>
          <w:rFonts w:cs="Georgia"/>
          <w:kern w:val="1"/>
        </w:rPr>
      </w:pPr>
      <w:r>
        <w:rPr>
          <w:rFonts w:cs="Georgia"/>
          <w:kern w:val="1"/>
        </w:rPr>
        <w:t>— </w:t>
      </w:r>
      <w:r w:rsidR="00BE611A">
        <w:rPr>
          <w:rFonts w:cs="Georgia"/>
          <w:kern w:val="1"/>
        </w:rPr>
        <w:t>La deuxième brigade de la division Grenier</w:t>
      </w:r>
      <w:r>
        <w:rPr>
          <w:rFonts w:cs="Georgia"/>
          <w:kern w:val="1"/>
        </w:rPr>
        <w:t xml:space="preserve">, </w:t>
      </w:r>
      <w:r w:rsidR="00BE611A">
        <w:rPr>
          <w:rFonts w:cs="Georgia"/>
          <w:kern w:val="1"/>
        </w:rPr>
        <w:t>mon général</w:t>
      </w:r>
      <w:r>
        <w:rPr>
          <w:rFonts w:cs="Georgia"/>
          <w:kern w:val="1"/>
        </w:rPr>
        <w:t>.</w:t>
      </w:r>
    </w:p>
    <w:p w14:paraId="1A24BDC8" w14:textId="77777777" w:rsidR="000E1451" w:rsidRDefault="000E1451" w:rsidP="00BE611A">
      <w:pPr>
        <w:rPr>
          <w:rFonts w:cs="Georgia"/>
          <w:kern w:val="1"/>
        </w:rPr>
      </w:pPr>
      <w:r>
        <w:rPr>
          <w:rFonts w:cs="Georgia"/>
          <w:kern w:val="1"/>
        </w:rPr>
        <w:t>— </w:t>
      </w:r>
      <w:r w:rsidR="00BE611A">
        <w:rPr>
          <w:rFonts w:cs="Georgia"/>
          <w:kern w:val="1"/>
        </w:rPr>
        <w:t>Peuh</w:t>
      </w:r>
      <w:r>
        <w:rPr>
          <w:rFonts w:cs="Georgia"/>
          <w:kern w:val="1"/>
        </w:rPr>
        <w:t xml:space="preserve"> ! </w:t>
      </w:r>
      <w:r w:rsidR="00BE611A">
        <w:rPr>
          <w:rFonts w:cs="Georgia"/>
          <w:kern w:val="1"/>
        </w:rPr>
        <w:t>Deux régiments d</w:t>
      </w:r>
      <w:r>
        <w:rPr>
          <w:rFonts w:cs="Georgia"/>
          <w:kern w:val="1"/>
        </w:rPr>
        <w:t>’</w:t>
      </w:r>
      <w:r w:rsidR="00BE611A">
        <w:rPr>
          <w:rFonts w:cs="Georgia"/>
          <w:kern w:val="1"/>
        </w:rPr>
        <w:t>infanterie à trois bataillons</w:t>
      </w:r>
      <w:r>
        <w:rPr>
          <w:rFonts w:cs="Georgia"/>
          <w:kern w:val="1"/>
        </w:rPr>
        <w:t xml:space="preserve">. </w:t>
      </w:r>
      <w:r w:rsidR="00BE611A">
        <w:rPr>
          <w:rFonts w:cs="Georgia"/>
          <w:kern w:val="1"/>
        </w:rPr>
        <w:t>Un demi-régiment d</w:t>
      </w:r>
      <w:r>
        <w:rPr>
          <w:rFonts w:cs="Georgia"/>
          <w:kern w:val="1"/>
        </w:rPr>
        <w:t>’</w:t>
      </w:r>
      <w:r w:rsidR="00BE611A">
        <w:rPr>
          <w:rFonts w:cs="Georgia"/>
          <w:kern w:val="1"/>
        </w:rPr>
        <w:t>artillerie</w:t>
      </w:r>
      <w:r>
        <w:rPr>
          <w:rFonts w:cs="Georgia"/>
          <w:kern w:val="1"/>
        </w:rPr>
        <w:t xml:space="preserve">. </w:t>
      </w:r>
      <w:r w:rsidR="00BE611A">
        <w:rPr>
          <w:rFonts w:cs="Georgia"/>
          <w:kern w:val="1"/>
        </w:rPr>
        <w:t>Pas de cavalerie</w:t>
      </w:r>
      <w:r>
        <w:rPr>
          <w:rFonts w:cs="Georgia"/>
          <w:kern w:val="1"/>
        </w:rPr>
        <w:t xml:space="preserve">. </w:t>
      </w:r>
      <w:r w:rsidR="00BE611A">
        <w:rPr>
          <w:rFonts w:cs="Georgia"/>
          <w:kern w:val="1"/>
        </w:rPr>
        <w:t>C</w:t>
      </w:r>
      <w:r>
        <w:rPr>
          <w:rFonts w:cs="Georgia"/>
          <w:kern w:val="1"/>
        </w:rPr>
        <w:t>’</w:t>
      </w:r>
      <w:r w:rsidR="00BE611A">
        <w:rPr>
          <w:rFonts w:cs="Georgia"/>
          <w:kern w:val="1"/>
        </w:rPr>
        <w:t>est maigre</w:t>
      </w:r>
      <w:r>
        <w:rPr>
          <w:rFonts w:cs="Georgia"/>
          <w:kern w:val="1"/>
        </w:rPr>
        <w:t xml:space="preserve">. </w:t>
      </w:r>
      <w:r w:rsidR="00BE611A">
        <w:rPr>
          <w:rFonts w:cs="Georgia"/>
          <w:kern w:val="1"/>
        </w:rPr>
        <w:t>Or</w:t>
      </w:r>
      <w:r>
        <w:rPr>
          <w:rFonts w:cs="Georgia"/>
          <w:kern w:val="1"/>
        </w:rPr>
        <w:t xml:space="preserve">, </w:t>
      </w:r>
      <w:r w:rsidR="00BE611A">
        <w:rPr>
          <w:rFonts w:cs="Georgia"/>
          <w:kern w:val="1"/>
        </w:rPr>
        <w:t>savez-vous ce que moi</w:t>
      </w:r>
      <w:r>
        <w:rPr>
          <w:rFonts w:cs="Georgia"/>
          <w:kern w:val="1"/>
        </w:rPr>
        <w:t xml:space="preserve">, </w:t>
      </w:r>
      <w:r w:rsidR="00BE611A">
        <w:rPr>
          <w:rFonts w:cs="Georgia"/>
          <w:kern w:val="1"/>
        </w:rPr>
        <w:t>j</w:t>
      </w:r>
      <w:r>
        <w:rPr>
          <w:rFonts w:cs="Georgia"/>
          <w:kern w:val="1"/>
        </w:rPr>
        <w:t>’</w:t>
      </w:r>
      <w:r w:rsidR="00BE611A">
        <w:rPr>
          <w:rFonts w:cs="Georgia"/>
          <w:kern w:val="1"/>
        </w:rPr>
        <w:t>aligne devant vous</w:t>
      </w:r>
      <w:r>
        <w:rPr>
          <w:rFonts w:cs="Georgia"/>
          <w:kern w:val="1"/>
        </w:rPr>
        <w:t xml:space="preserve"> ? </w:t>
      </w:r>
      <w:r w:rsidR="00BE611A">
        <w:rPr>
          <w:rFonts w:cs="Georgia"/>
          <w:kern w:val="1"/>
        </w:rPr>
        <w:t>Regardez</w:t>
      </w:r>
      <w:r>
        <w:rPr>
          <w:rFonts w:cs="Georgia"/>
          <w:kern w:val="1"/>
        </w:rPr>
        <w:t xml:space="preserve"> : </w:t>
      </w:r>
      <w:r w:rsidR="00BE611A">
        <w:rPr>
          <w:rFonts w:cs="Georgia"/>
          <w:kern w:val="1"/>
        </w:rPr>
        <w:t>la moitié d</w:t>
      </w:r>
      <w:r>
        <w:rPr>
          <w:rFonts w:cs="Georgia"/>
          <w:kern w:val="1"/>
        </w:rPr>
        <w:t>’</w:t>
      </w:r>
      <w:r w:rsidR="00BE611A">
        <w:rPr>
          <w:rFonts w:cs="Georgia"/>
          <w:kern w:val="1"/>
        </w:rPr>
        <w:t>un corps d</w:t>
      </w:r>
      <w:r>
        <w:rPr>
          <w:rFonts w:cs="Georgia"/>
          <w:kern w:val="1"/>
        </w:rPr>
        <w:t>’</w:t>
      </w:r>
      <w:r w:rsidR="00BE611A">
        <w:rPr>
          <w:rFonts w:cs="Georgia"/>
          <w:kern w:val="1"/>
        </w:rPr>
        <w:t>armée</w:t>
      </w:r>
      <w:r>
        <w:rPr>
          <w:rFonts w:cs="Georgia"/>
          <w:kern w:val="1"/>
        </w:rPr>
        <w:t xml:space="preserve">, </w:t>
      </w:r>
      <w:r w:rsidR="00BE611A">
        <w:rPr>
          <w:rFonts w:cs="Georgia"/>
          <w:kern w:val="1"/>
        </w:rPr>
        <w:t>soit six régiments</w:t>
      </w:r>
      <w:r>
        <w:rPr>
          <w:rFonts w:cs="Georgia"/>
          <w:kern w:val="1"/>
        </w:rPr>
        <w:t xml:space="preserve">, </w:t>
      </w:r>
      <w:r w:rsidR="00BE611A">
        <w:rPr>
          <w:rFonts w:cs="Georgia"/>
          <w:kern w:val="1"/>
        </w:rPr>
        <w:t>plus trente bouches à feu</w:t>
      </w:r>
      <w:r>
        <w:rPr>
          <w:rFonts w:cs="Georgia"/>
          <w:kern w:val="1"/>
        </w:rPr>
        <w:t xml:space="preserve">. </w:t>
      </w:r>
      <w:r w:rsidR="00BE611A">
        <w:rPr>
          <w:rFonts w:cs="Georgia"/>
          <w:kern w:val="1"/>
        </w:rPr>
        <w:t>Enfin</w:t>
      </w:r>
      <w:r>
        <w:rPr>
          <w:rFonts w:cs="Georgia"/>
          <w:kern w:val="1"/>
        </w:rPr>
        <w:t xml:space="preserve">, </w:t>
      </w:r>
      <w:r w:rsidR="00BE611A">
        <w:rPr>
          <w:rFonts w:cs="Georgia"/>
          <w:kern w:val="1"/>
        </w:rPr>
        <w:t>vous voyez</w:t>
      </w:r>
      <w:r>
        <w:rPr>
          <w:rFonts w:cs="Georgia"/>
          <w:kern w:val="1"/>
        </w:rPr>
        <w:t xml:space="preserve">, </w:t>
      </w:r>
      <w:r w:rsidR="00BE611A">
        <w:rPr>
          <w:rFonts w:cs="Georgia"/>
          <w:kern w:val="1"/>
        </w:rPr>
        <w:t>à gauche de Retonfey</w:t>
      </w:r>
      <w:r>
        <w:rPr>
          <w:rFonts w:cs="Georgia"/>
          <w:kern w:val="1"/>
        </w:rPr>
        <w:t xml:space="preserve">, </w:t>
      </w:r>
      <w:r w:rsidR="00BE611A">
        <w:rPr>
          <w:rFonts w:cs="Georgia"/>
          <w:kern w:val="1"/>
        </w:rPr>
        <w:t>cette épingle bleue</w:t>
      </w:r>
      <w:r>
        <w:rPr>
          <w:rFonts w:cs="Georgia"/>
          <w:kern w:val="1"/>
        </w:rPr>
        <w:t xml:space="preserve">. </w:t>
      </w:r>
      <w:r w:rsidR="00BE611A">
        <w:rPr>
          <w:rFonts w:cs="Georgia"/>
          <w:kern w:val="1"/>
        </w:rPr>
        <w:t>Vous savez ce qu</w:t>
      </w:r>
      <w:r>
        <w:rPr>
          <w:rFonts w:cs="Georgia"/>
          <w:kern w:val="1"/>
        </w:rPr>
        <w:t>’</w:t>
      </w:r>
      <w:r w:rsidR="00BE611A">
        <w:rPr>
          <w:rFonts w:cs="Georgia"/>
          <w:kern w:val="1"/>
        </w:rPr>
        <w:t>elle représente</w:t>
      </w:r>
      <w:r>
        <w:rPr>
          <w:rFonts w:cs="Georgia"/>
          <w:kern w:val="1"/>
        </w:rPr>
        <w:t xml:space="preserve">, </w:t>
      </w:r>
      <w:r w:rsidR="00BE611A">
        <w:rPr>
          <w:rFonts w:cs="Georgia"/>
          <w:kern w:val="1"/>
        </w:rPr>
        <w:t>je suppose</w:t>
      </w:r>
      <w:r>
        <w:rPr>
          <w:rFonts w:cs="Georgia"/>
          <w:kern w:val="1"/>
        </w:rPr>
        <w:t> ?</w:t>
      </w:r>
    </w:p>
    <w:p w14:paraId="0E915895" w14:textId="77777777" w:rsidR="000E1451" w:rsidRDefault="000E1451" w:rsidP="00BE611A">
      <w:pPr>
        <w:rPr>
          <w:rFonts w:cs="Georgia"/>
          <w:kern w:val="1"/>
        </w:rPr>
      </w:pPr>
      <w:r>
        <w:rPr>
          <w:rFonts w:cs="Georgia"/>
          <w:kern w:val="1"/>
        </w:rPr>
        <w:lastRenderedPageBreak/>
        <w:t>— </w:t>
      </w:r>
      <w:r w:rsidR="00BE611A">
        <w:rPr>
          <w:rFonts w:cs="Georgia"/>
          <w:kern w:val="1"/>
        </w:rPr>
        <w:t xml:space="preserve">Le </w:t>
      </w:r>
      <w:r>
        <w:rPr>
          <w:rFonts w:cs="Georgia"/>
          <w:kern w:val="1"/>
        </w:rPr>
        <w:t>3</w:t>
      </w:r>
      <w:r w:rsidRPr="000E1451">
        <w:rPr>
          <w:rFonts w:cs="Georgia"/>
          <w:kern w:val="1"/>
          <w:vertAlign w:val="superscript"/>
        </w:rPr>
        <w:t>e</w:t>
      </w:r>
      <w:r>
        <w:rPr>
          <w:rFonts w:cs="Georgia"/>
          <w:kern w:val="1"/>
        </w:rPr>
        <w:t xml:space="preserve"> </w:t>
      </w:r>
      <w:r w:rsidR="00BE611A">
        <w:rPr>
          <w:rFonts w:cs="Georgia"/>
          <w:kern w:val="1"/>
        </w:rPr>
        <w:t>Cuirassiers de Kœnigsberg</w:t>
      </w:r>
      <w:r>
        <w:rPr>
          <w:rFonts w:cs="Georgia"/>
          <w:kern w:val="1"/>
        </w:rPr>
        <w:t xml:space="preserve">, </w:t>
      </w:r>
      <w:r w:rsidR="00BE611A">
        <w:rPr>
          <w:rFonts w:cs="Georgia"/>
          <w:kern w:val="1"/>
        </w:rPr>
        <w:t>m</w:t>
      </w:r>
      <w:r>
        <w:rPr>
          <w:rFonts w:cs="Georgia"/>
          <w:kern w:val="1"/>
        </w:rPr>
        <w:t>’</w:t>
      </w:r>
      <w:r w:rsidR="00BE611A">
        <w:rPr>
          <w:rFonts w:cs="Georgia"/>
          <w:kern w:val="1"/>
        </w:rPr>
        <w:t>écriai-je avec consternation</w:t>
      </w:r>
      <w:r>
        <w:rPr>
          <w:rFonts w:cs="Georgia"/>
          <w:kern w:val="1"/>
        </w:rPr>
        <w:t>.</w:t>
      </w:r>
    </w:p>
    <w:p w14:paraId="79000512" w14:textId="77777777" w:rsidR="000E1451" w:rsidRDefault="000E1451" w:rsidP="00BE611A">
      <w:pPr>
        <w:rPr>
          <w:rFonts w:cs="Georgia"/>
          <w:kern w:val="1"/>
        </w:rPr>
      </w:pPr>
      <w:r>
        <w:rPr>
          <w:rFonts w:cs="Georgia"/>
          <w:kern w:val="1"/>
        </w:rPr>
        <w:t>— </w:t>
      </w:r>
      <w:r w:rsidR="00BE611A">
        <w:rPr>
          <w:rFonts w:cs="Georgia"/>
          <w:kern w:val="1"/>
        </w:rPr>
        <w:t>Parfaitement</w:t>
      </w:r>
      <w:r>
        <w:rPr>
          <w:rFonts w:cs="Georgia"/>
          <w:kern w:val="1"/>
        </w:rPr>
        <w:t xml:space="preserve">, </w:t>
      </w:r>
      <w:r w:rsidR="00BE611A">
        <w:rPr>
          <w:rFonts w:cs="Georgia"/>
          <w:kern w:val="1"/>
        </w:rPr>
        <w:t xml:space="preserve">le </w:t>
      </w:r>
      <w:r>
        <w:rPr>
          <w:rFonts w:cs="Georgia"/>
          <w:kern w:val="1"/>
        </w:rPr>
        <w:t>3</w:t>
      </w:r>
      <w:r w:rsidRPr="000E1451">
        <w:rPr>
          <w:rFonts w:cs="Georgia"/>
          <w:kern w:val="1"/>
          <w:vertAlign w:val="superscript"/>
        </w:rPr>
        <w:t>e</w:t>
      </w:r>
      <w:r>
        <w:rPr>
          <w:rFonts w:cs="Georgia"/>
          <w:kern w:val="1"/>
        </w:rPr>
        <w:t xml:space="preserve"> </w:t>
      </w:r>
      <w:r w:rsidR="00BE611A">
        <w:rPr>
          <w:rFonts w:cs="Georgia"/>
          <w:kern w:val="1"/>
        </w:rPr>
        <w:t>Cuirassiers</w:t>
      </w:r>
      <w:r>
        <w:rPr>
          <w:rFonts w:cs="Georgia"/>
          <w:kern w:val="1"/>
        </w:rPr>
        <w:t xml:space="preserve">. </w:t>
      </w:r>
      <w:r w:rsidR="00BE611A">
        <w:rPr>
          <w:rFonts w:cs="Georgia"/>
          <w:kern w:val="1"/>
        </w:rPr>
        <w:t>Ah</w:t>
      </w:r>
      <w:r>
        <w:rPr>
          <w:rFonts w:cs="Georgia"/>
          <w:kern w:val="1"/>
        </w:rPr>
        <w:t xml:space="preserve"> ! </w:t>
      </w:r>
      <w:r w:rsidR="00BE611A">
        <w:rPr>
          <w:rFonts w:cs="Georgia"/>
          <w:kern w:val="1"/>
        </w:rPr>
        <w:t>vous êtes dans un joli guêpier</w:t>
      </w:r>
      <w:r>
        <w:rPr>
          <w:rFonts w:cs="Georgia"/>
          <w:kern w:val="1"/>
        </w:rPr>
        <w:t xml:space="preserve">, </w:t>
      </w:r>
      <w:r w:rsidR="00BE611A">
        <w:rPr>
          <w:rFonts w:cs="Georgia"/>
          <w:kern w:val="1"/>
        </w:rPr>
        <w:t>mon garçon</w:t>
      </w:r>
      <w:r>
        <w:rPr>
          <w:rFonts w:cs="Georgia"/>
          <w:kern w:val="1"/>
        </w:rPr>
        <w:t xml:space="preserve">. </w:t>
      </w:r>
      <w:r w:rsidR="00BE611A">
        <w:rPr>
          <w:rFonts w:cs="Georgia"/>
          <w:kern w:val="1"/>
        </w:rPr>
        <w:t>Les généraux français seront toujours les mêmes</w:t>
      </w:r>
      <w:r>
        <w:rPr>
          <w:rFonts w:cs="Georgia"/>
          <w:kern w:val="1"/>
        </w:rPr>
        <w:t xml:space="preserve">, </w:t>
      </w:r>
      <w:r w:rsidR="00BE611A">
        <w:rPr>
          <w:rFonts w:cs="Georgia"/>
          <w:kern w:val="1"/>
        </w:rPr>
        <w:t>ils croient qu</w:t>
      </w:r>
      <w:r>
        <w:rPr>
          <w:rFonts w:cs="Georgia"/>
          <w:kern w:val="1"/>
        </w:rPr>
        <w:t>’</w:t>
      </w:r>
      <w:r w:rsidR="00BE611A">
        <w:rPr>
          <w:rFonts w:cs="Georgia"/>
          <w:kern w:val="1"/>
        </w:rPr>
        <w:t>il n</w:t>
      </w:r>
      <w:r>
        <w:rPr>
          <w:rFonts w:cs="Georgia"/>
          <w:kern w:val="1"/>
        </w:rPr>
        <w:t>’</w:t>
      </w:r>
      <w:r w:rsidR="00BE611A">
        <w:rPr>
          <w:rFonts w:cs="Georgia"/>
          <w:kern w:val="1"/>
        </w:rPr>
        <w:t>y a qu</w:t>
      </w:r>
      <w:r>
        <w:rPr>
          <w:rFonts w:cs="Georgia"/>
          <w:kern w:val="1"/>
        </w:rPr>
        <w:t>’</w:t>
      </w:r>
      <w:r w:rsidR="00BE611A">
        <w:rPr>
          <w:rFonts w:cs="Georgia"/>
          <w:kern w:val="1"/>
        </w:rPr>
        <w:t>à marcher de l</w:t>
      </w:r>
      <w:r>
        <w:rPr>
          <w:rFonts w:cs="Georgia"/>
          <w:kern w:val="1"/>
        </w:rPr>
        <w:t>’</w:t>
      </w:r>
      <w:r w:rsidR="00BE611A">
        <w:rPr>
          <w:rFonts w:cs="Georgia"/>
          <w:kern w:val="1"/>
        </w:rPr>
        <w:t>avant</w:t>
      </w:r>
      <w:r>
        <w:rPr>
          <w:rFonts w:cs="Georgia"/>
          <w:kern w:val="1"/>
        </w:rPr>
        <w:t xml:space="preserve">. </w:t>
      </w:r>
      <w:r w:rsidR="00BE611A">
        <w:rPr>
          <w:rFonts w:cs="Georgia"/>
          <w:kern w:val="1"/>
        </w:rPr>
        <w:t>Récapitulons</w:t>
      </w:r>
      <w:r>
        <w:rPr>
          <w:rFonts w:cs="Georgia"/>
          <w:kern w:val="1"/>
        </w:rPr>
        <w:t xml:space="preserve"> ; </w:t>
      </w:r>
      <w:r w:rsidR="00BE611A">
        <w:rPr>
          <w:rFonts w:cs="Georgia"/>
          <w:kern w:val="1"/>
        </w:rPr>
        <w:t>chez vous</w:t>
      </w:r>
      <w:r>
        <w:rPr>
          <w:rFonts w:cs="Georgia"/>
          <w:kern w:val="1"/>
        </w:rPr>
        <w:t xml:space="preserve">, </w:t>
      </w:r>
      <w:r w:rsidR="00BE611A">
        <w:rPr>
          <w:rFonts w:cs="Georgia"/>
          <w:kern w:val="1"/>
        </w:rPr>
        <w:t>deux régiments</w:t>
      </w:r>
      <w:r>
        <w:rPr>
          <w:rFonts w:cs="Georgia"/>
          <w:kern w:val="1"/>
        </w:rPr>
        <w:t xml:space="preserve">. </w:t>
      </w:r>
      <w:r w:rsidR="00BE611A">
        <w:rPr>
          <w:rFonts w:cs="Georgia"/>
          <w:kern w:val="1"/>
        </w:rPr>
        <w:t>À un dé par bataillon</w:t>
      </w:r>
      <w:r>
        <w:rPr>
          <w:rFonts w:cs="Georgia"/>
          <w:kern w:val="1"/>
        </w:rPr>
        <w:t xml:space="preserve">, </w:t>
      </w:r>
      <w:r w:rsidR="00BE611A">
        <w:rPr>
          <w:rFonts w:cs="Georgia"/>
          <w:kern w:val="1"/>
        </w:rPr>
        <w:t>cela fait six coups de dés</w:t>
      </w:r>
      <w:r>
        <w:rPr>
          <w:rFonts w:cs="Georgia"/>
          <w:kern w:val="1"/>
        </w:rPr>
        <w:t xml:space="preserve">. </w:t>
      </w:r>
      <w:r w:rsidR="00BE611A">
        <w:rPr>
          <w:rFonts w:cs="Georgia"/>
          <w:kern w:val="1"/>
        </w:rPr>
        <w:t>Trois dés pour l</w:t>
      </w:r>
      <w:r>
        <w:rPr>
          <w:rFonts w:cs="Georgia"/>
          <w:kern w:val="1"/>
        </w:rPr>
        <w:t>’</w:t>
      </w:r>
      <w:r w:rsidR="00BE611A">
        <w:rPr>
          <w:rFonts w:cs="Georgia"/>
          <w:kern w:val="1"/>
        </w:rPr>
        <w:t>artillerie</w:t>
      </w:r>
      <w:r>
        <w:rPr>
          <w:rFonts w:cs="Georgia"/>
          <w:kern w:val="1"/>
        </w:rPr>
        <w:t xml:space="preserve">. </w:t>
      </w:r>
      <w:r w:rsidR="00BE611A">
        <w:rPr>
          <w:rFonts w:cs="Georgia"/>
          <w:kern w:val="1"/>
        </w:rPr>
        <w:t>Ah</w:t>
      </w:r>
      <w:r>
        <w:rPr>
          <w:rFonts w:cs="Georgia"/>
          <w:kern w:val="1"/>
        </w:rPr>
        <w:t xml:space="preserve"> ! </w:t>
      </w:r>
      <w:r w:rsidR="00BE611A">
        <w:rPr>
          <w:rFonts w:cs="Georgia"/>
          <w:kern w:val="1"/>
        </w:rPr>
        <w:t>j</w:t>
      </w:r>
      <w:r>
        <w:rPr>
          <w:rFonts w:cs="Georgia"/>
          <w:kern w:val="1"/>
        </w:rPr>
        <w:t>’</w:t>
      </w:r>
      <w:r w:rsidR="00BE611A">
        <w:rPr>
          <w:rFonts w:cs="Georgia"/>
          <w:kern w:val="1"/>
        </w:rPr>
        <w:t>oubliais</w:t>
      </w:r>
      <w:r>
        <w:rPr>
          <w:rFonts w:cs="Georgia"/>
          <w:kern w:val="1"/>
        </w:rPr>
        <w:t xml:space="preserve">… </w:t>
      </w:r>
      <w:r w:rsidR="00BE611A">
        <w:rPr>
          <w:rFonts w:cs="Georgia"/>
          <w:kern w:val="1"/>
        </w:rPr>
        <w:t>vous avez droit à deux dés de majoration</w:t>
      </w:r>
      <w:r>
        <w:rPr>
          <w:rFonts w:cs="Georgia"/>
          <w:kern w:val="1"/>
        </w:rPr>
        <w:t xml:space="preserve">, </w:t>
      </w:r>
      <w:r w:rsidR="00BE611A">
        <w:rPr>
          <w:rFonts w:cs="Georgia"/>
          <w:kern w:val="1"/>
        </w:rPr>
        <w:t>à cause du village de Noisseville</w:t>
      </w:r>
      <w:r>
        <w:rPr>
          <w:rFonts w:cs="Georgia"/>
          <w:kern w:val="1"/>
        </w:rPr>
        <w:t xml:space="preserve">, </w:t>
      </w:r>
      <w:r w:rsidR="00BE611A">
        <w:rPr>
          <w:rFonts w:cs="Georgia"/>
          <w:kern w:val="1"/>
        </w:rPr>
        <w:t>où vous avez eu le temps de vous retrancher</w:t>
      </w:r>
      <w:r>
        <w:rPr>
          <w:rFonts w:cs="Georgia"/>
          <w:kern w:val="1"/>
        </w:rPr>
        <w:t xml:space="preserve">. </w:t>
      </w:r>
      <w:r w:rsidR="00BE611A">
        <w:rPr>
          <w:rFonts w:cs="Georgia"/>
          <w:kern w:val="1"/>
        </w:rPr>
        <w:t>Vous voyez que je suis bon prince</w:t>
      </w:r>
      <w:r>
        <w:rPr>
          <w:rFonts w:cs="Georgia"/>
          <w:kern w:val="1"/>
        </w:rPr>
        <w:t xml:space="preserve">. </w:t>
      </w:r>
      <w:r w:rsidR="00BE611A">
        <w:rPr>
          <w:rFonts w:cs="Georgia"/>
          <w:kern w:val="1"/>
        </w:rPr>
        <w:t>En tout onze coups de dés</w:t>
      </w:r>
      <w:r>
        <w:rPr>
          <w:rFonts w:cs="Georgia"/>
          <w:kern w:val="1"/>
        </w:rPr>
        <w:t xml:space="preserve">. </w:t>
      </w:r>
      <w:r w:rsidR="00BE611A">
        <w:rPr>
          <w:rFonts w:cs="Georgia"/>
          <w:kern w:val="1"/>
        </w:rPr>
        <w:t>Chez moi</w:t>
      </w:r>
      <w:r>
        <w:rPr>
          <w:rFonts w:cs="Georgia"/>
          <w:kern w:val="1"/>
        </w:rPr>
        <w:t xml:space="preserve">, </w:t>
      </w:r>
      <w:r w:rsidR="00BE611A">
        <w:rPr>
          <w:rFonts w:cs="Georgia"/>
          <w:kern w:val="1"/>
        </w:rPr>
        <w:t>écoutez bien</w:t>
      </w:r>
      <w:r>
        <w:rPr>
          <w:rFonts w:cs="Georgia"/>
          <w:kern w:val="1"/>
        </w:rPr>
        <w:t xml:space="preserve"> ; </w:t>
      </w:r>
      <w:r w:rsidR="00BE611A">
        <w:rPr>
          <w:rFonts w:cs="Georgia"/>
          <w:kern w:val="1"/>
        </w:rPr>
        <w:t>dix-huit dés rien que pour l</w:t>
      </w:r>
      <w:r>
        <w:rPr>
          <w:rFonts w:cs="Georgia"/>
          <w:kern w:val="1"/>
        </w:rPr>
        <w:t>’</w:t>
      </w:r>
      <w:r w:rsidR="00BE611A">
        <w:rPr>
          <w:rFonts w:cs="Georgia"/>
          <w:kern w:val="1"/>
        </w:rPr>
        <w:t>infanterie</w:t>
      </w:r>
      <w:r>
        <w:rPr>
          <w:rFonts w:cs="Georgia"/>
          <w:kern w:val="1"/>
        </w:rPr>
        <w:t xml:space="preserve">, </w:t>
      </w:r>
      <w:r w:rsidR="00BE611A">
        <w:rPr>
          <w:rFonts w:cs="Georgia"/>
          <w:kern w:val="1"/>
        </w:rPr>
        <w:t>six dés pour l</w:t>
      </w:r>
      <w:r>
        <w:rPr>
          <w:rFonts w:cs="Georgia"/>
          <w:kern w:val="1"/>
        </w:rPr>
        <w:t>’</w:t>
      </w:r>
      <w:r w:rsidR="00BE611A">
        <w:rPr>
          <w:rFonts w:cs="Georgia"/>
          <w:kern w:val="1"/>
        </w:rPr>
        <w:t>artillerie</w:t>
      </w:r>
      <w:r>
        <w:rPr>
          <w:rFonts w:cs="Georgia"/>
          <w:kern w:val="1"/>
        </w:rPr>
        <w:t xml:space="preserve">, </w:t>
      </w:r>
      <w:r w:rsidR="00BE611A">
        <w:rPr>
          <w:rFonts w:cs="Georgia"/>
          <w:kern w:val="1"/>
        </w:rPr>
        <w:t>et trois dés pour les cuirassiers de Kœnigsberg</w:t>
      </w:r>
      <w:r>
        <w:rPr>
          <w:rFonts w:cs="Georgia"/>
          <w:kern w:val="1"/>
        </w:rPr>
        <w:t xml:space="preserve">, </w:t>
      </w:r>
      <w:r w:rsidR="00BE611A">
        <w:rPr>
          <w:rFonts w:cs="Georgia"/>
          <w:kern w:val="1"/>
        </w:rPr>
        <w:t>ce qui est vraiment donné</w:t>
      </w:r>
      <w:r>
        <w:rPr>
          <w:rFonts w:cs="Georgia"/>
          <w:kern w:val="1"/>
        </w:rPr>
        <w:t xml:space="preserve">. </w:t>
      </w:r>
      <w:r w:rsidR="00BE611A">
        <w:rPr>
          <w:rFonts w:cs="Georgia"/>
          <w:kern w:val="1"/>
        </w:rPr>
        <w:t>Total</w:t>
      </w:r>
      <w:r>
        <w:rPr>
          <w:rFonts w:cs="Georgia"/>
          <w:kern w:val="1"/>
        </w:rPr>
        <w:t xml:space="preserve">, </w:t>
      </w:r>
      <w:r w:rsidR="00BE611A">
        <w:rPr>
          <w:rFonts w:cs="Georgia"/>
          <w:kern w:val="1"/>
        </w:rPr>
        <w:t>vingt-sept dés</w:t>
      </w:r>
      <w:r>
        <w:rPr>
          <w:rFonts w:cs="Georgia"/>
          <w:kern w:val="1"/>
        </w:rPr>
        <w:t xml:space="preserve">. </w:t>
      </w:r>
      <w:r w:rsidR="00BE611A">
        <w:rPr>
          <w:rFonts w:cs="Georgia"/>
          <w:kern w:val="1"/>
        </w:rPr>
        <w:t>Vingt-sept à onze</w:t>
      </w:r>
      <w:r>
        <w:rPr>
          <w:rFonts w:cs="Georgia"/>
          <w:kern w:val="1"/>
        </w:rPr>
        <w:t xml:space="preserve"> ! </w:t>
      </w:r>
      <w:r w:rsidR="00BE611A">
        <w:rPr>
          <w:rFonts w:cs="Georgia"/>
          <w:kern w:val="1"/>
        </w:rPr>
        <w:t>C</w:t>
      </w:r>
      <w:r>
        <w:rPr>
          <w:rFonts w:cs="Georgia"/>
          <w:kern w:val="1"/>
        </w:rPr>
        <w:t>’</w:t>
      </w:r>
      <w:r w:rsidR="00BE611A">
        <w:rPr>
          <w:rFonts w:cs="Georgia"/>
          <w:kern w:val="1"/>
        </w:rPr>
        <w:t>est vous dire qu</w:t>
      </w:r>
      <w:r>
        <w:rPr>
          <w:rFonts w:cs="Georgia"/>
          <w:kern w:val="1"/>
        </w:rPr>
        <w:t>’</w:t>
      </w:r>
      <w:r w:rsidR="00BE611A">
        <w:rPr>
          <w:rFonts w:cs="Georgia"/>
          <w:kern w:val="1"/>
        </w:rPr>
        <w:t>il faudrait que vos troupes fissent des prodiges de valeur</w:t>
      </w:r>
      <w:r>
        <w:rPr>
          <w:rFonts w:cs="Georgia"/>
          <w:kern w:val="1"/>
        </w:rPr>
        <w:t xml:space="preserve">… </w:t>
      </w:r>
      <w:r w:rsidR="00BE611A">
        <w:rPr>
          <w:rFonts w:cs="Georgia"/>
          <w:kern w:val="1"/>
        </w:rPr>
        <w:t>Enfin</w:t>
      </w:r>
      <w:r>
        <w:rPr>
          <w:rFonts w:cs="Georgia"/>
          <w:kern w:val="1"/>
        </w:rPr>
        <w:t xml:space="preserve">, </w:t>
      </w:r>
      <w:r w:rsidR="00BE611A">
        <w:rPr>
          <w:rFonts w:cs="Georgia"/>
          <w:kern w:val="1"/>
        </w:rPr>
        <w:t>au plus digne</w:t>
      </w:r>
      <w:r>
        <w:rPr>
          <w:rFonts w:cs="Georgia"/>
          <w:kern w:val="1"/>
        </w:rPr>
        <w:t xml:space="preserve">. </w:t>
      </w:r>
      <w:r w:rsidR="00BE611A">
        <w:rPr>
          <w:rFonts w:cs="Georgia"/>
          <w:kern w:val="1"/>
        </w:rPr>
        <w:t>Allons-y</w:t>
      </w:r>
      <w:r>
        <w:rPr>
          <w:rFonts w:cs="Georgia"/>
          <w:kern w:val="1"/>
        </w:rPr>
        <w:t>.</w:t>
      </w:r>
    </w:p>
    <w:p w14:paraId="10CF858B" w14:textId="77777777" w:rsidR="000E1451" w:rsidRDefault="00BE611A" w:rsidP="00BE611A">
      <w:pPr>
        <w:rPr>
          <w:rFonts w:cs="Georgia"/>
          <w:kern w:val="1"/>
        </w:rPr>
      </w:pPr>
      <w:r>
        <w:rPr>
          <w:rFonts w:cs="Georgia"/>
          <w:kern w:val="1"/>
        </w:rPr>
        <w:t>Agenouillés chacun sur un tabouret</w:t>
      </w:r>
      <w:r w:rsidR="000E1451">
        <w:rPr>
          <w:rFonts w:cs="Georgia"/>
          <w:kern w:val="1"/>
        </w:rPr>
        <w:t xml:space="preserve">, </w:t>
      </w:r>
      <w:r>
        <w:rPr>
          <w:rFonts w:cs="Georgia"/>
          <w:kern w:val="1"/>
        </w:rPr>
        <w:t>nous nous faisions vis-à-vis</w:t>
      </w:r>
      <w:r w:rsidR="000E1451">
        <w:rPr>
          <w:rFonts w:cs="Georgia"/>
          <w:kern w:val="1"/>
        </w:rPr>
        <w:t xml:space="preserve">. </w:t>
      </w:r>
      <w:r>
        <w:rPr>
          <w:rFonts w:cs="Georgia"/>
          <w:kern w:val="1"/>
        </w:rPr>
        <w:t>Nos corps s</w:t>
      </w:r>
      <w:r w:rsidR="000E1451">
        <w:rPr>
          <w:rFonts w:cs="Georgia"/>
          <w:kern w:val="1"/>
        </w:rPr>
        <w:t>’</w:t>
      </w:r>
      <w:r>
        <w:rPr>
          <w:rFonts w:cs="Georgia"/>
          <w:kern w:val="1"/>
        </w:rPr>
        <w:t>allongeaient au-dessus de l</w:t>
      </w:r>
      <w:r w:rsidR="000E1451">
        <w:rPr>
          <w:rFonts w:cs="Georgia"/>
          <w:kern w:val="1"/>
        </w:rPr>
        <w:t>’</w:t>
      </w:r>
      <w:r>
        <w:rPr>
          <w:rFonts w:cs="Georgia"/>
          <w:kern w:val="1"/>
        </w:rPr>
        <w:t>immense table</w:t>
      </w:r>
      <w:r w:rsidR="000E1451">
        <w:rPr>
          <w:rFonts w:cs="Georgia"/>
          <w:kern w:val="1"/>
        </w:rPr>
        <w:t xml:space="preserve">, </w:t>
      </w:r>
      <w:r>
        <w:rPr>
          <w:rFonts w:cs="Georgia"/>
          <w:kern w:val="1"/>
        </w:rPr>
        <w:t>si bien que</w:t>
      </w:r>
      <w:r w:rsidR="000E1451">
        <w:rPr>
          <w:rFonts w:cs="Georgia"/>
          <w:kern w:val="1"/>
        </w:rPr>
        <w:t xml:space="preserve">, </w:t>
      </w:r>
      <w:r>
        <w:rPr>
          <w:rFonts w:cs="Georgia"/>
          <w:kern w:val="1"/>
        </w:rPr>
        <w:t>dans le feu de l</w:t>
      </w:r>
      <w:r w:rsidR="000E1451">
        <w:rPr>
          <w:rFonts w:cs="Georgia"/>
          <w:kern w:val="1"/>
        </w:rPr>
        <w:t>’</w:t>
      </w:r>
      <w:r>
        <w:rPr>
          <w:rFonts w:cs="Georgia"/>
          <w:kern w:val="1"/>
        </w:rPr>
        <w:t>action</w:t>
      </w:r>
      <w:r w:rsidR="000E1451">
        <w:rPr>
          <w:rFonts w:cs="Georgia"/>
          <w:kern w:val="1"/>
        </w:rPr>
        <w:t xml:space="preserve">, </w:t>
      </w:r>
      <w:r>
        <w:rPr>
          <w:rFonts w:cs="Georgia"/>
          <w:kern w:val="1"/>
        </w:rPr>
        <w:t>nos têtes en arrivaient presque à se toucher</w:t>
      </w:r>
      <w:r w:rsidR="000E1451">
        <w:rPr>
          <w:rFonts w:cs="Georgia"/>
          <w:kern w:val="1"/>
        </w:rPr>
        <w:t>.</w:t>
      </w:r>
    </w:p>
    <w:p w14:paraId="0442DEAC" w14:textId="77777777" w:rsidR="000E1451" w:rsidRDefault="000E1451" w:rsidP="00BE611A">
      <w:pPr>
        <w:rPr>
          <w:rFonts w:cs="Georgia"/>
          <w:kern w:val="1"/>
        </w:rPr>
      </w:pPr>
      <w:r>
        <w:rPr>
          <w:rFonts w:cs="Georgia"/>
          <w:kern w:val="1"/>
        </w:rPr>
        <w:t>— </w:t>
      </w:r>
      <w:r w:rsidR="00BE611A">
        <w:rPr>
          <w:rFonts w:cs="Georgia"/>
          <w:kern w:val="1"/>
        </w:rPr>
        <w:t>Je commence</w:t>
      </w:r>
      <w:r>
        <w:rPr>
          <w:rFonts w:cs="Georgia"/>
          <w:kern w:val="1"/>
        </w:rPr>
        <w:t xml:space="preserve">, </w:t>
      </w:r>
      <w:r w:rsidR="00BE611A">
        <w:rPr>
          <w:rFonts w:cs="Georgia"/>
          <w:kern w:val="1"/>
        </w:rPr>
        <w:t>annonça le général</w:t>
      </w:r>
      <w:r>
        <w:rPr>
          <w:rFonts w:cs="Georgia"/>
          <w:kern w:val="1"/>
        </w:rPr>
        <w:t xml:space="preserve">. </w:t>
      </w:r>
      <w:r w:rsidR="00BE611A">
        <w:rPr>
          <w:rFonts w:cs="Georgia"/>
          <w:kern w:val="1"/>
        </w:rPr>
        <w:t>Premier coup</w:t>
      </w:r>
      <w:r>
        <w:rPr>
          <w:rFonts w:cs="Georgia"/>
          <w:kern w:val="1"/>
        </w:rPr>
        <w:t xml:space="preserve"> : </w:t>
      </w:r>
      <w:r w:rsidR="00BE611A">
        <w:rPr>
          <w:rFonts w:cs="Georgia"/>
          <w:kern w:val="1"/>
        </w:rPr>
        <w:t>un</w:t>
      </w:r>
      <w:r>
        <w:rPr>
          <w:rFonts w:cs="Georgia"/>
          <w:kern w:val="1"/>
        </w:rPr>
        <w:t xml:space="preserve"> </w:t>
      </w:r>
      <w:r w:rsidR="00BE611A">
        <w:rPr>
          <w:rFonts w:cs="Georgia"/>
          <w:kern w:val="1"/>
        </w:rPr>
        <w:t>2</w:t>
      </w:r>
      <w:r>
        <w:rPr>
          <w:rFonts w:cs="Georgia"/>
          <w:kern w:val="1"/>
        </w:rPr>
        <w:t xml:space="preserve">. </w:t>
      </w:r>
      <w:r w:rsidR="00BE611A">
        <w:rPr>
          <w:rFonts w:cs="Georgia"/>
          <w:kern w:val="1"/>
        </w:rPr>
        <w:t>Hum</w:t>
      </w:r>
      <w:r>
        <w:rPr>
          <w:rFonts w:cs="Georgia"/>
          <w:kern w:val="1"/>
        </w:rPr>
        <w:t xml:space="preserve"> ! </w:t>
      </w:r>
      <w:r w:rsidR="00BE611A">
        <w:rPr>
          <w:rFonts w:cs="Georgia"/>
          <w:kern w:val="1"/>
        </w:rPr>
        <w:t>médiocre</w:t>
      </w:r>
      <w:r>
        <w:rPr>
          <w:rFonts w:cs="Georgia"/>
          <w:kern w:val="1"/>
        </w:rPr>
        <w:t xml:space="preserve">. </w:t>
      </w:r>
      <w:r w:rsidR="00BE611A">
        <w:rPr>
          <w:rFonts w:cs="Georgia"/>
          <w:kern w:val="1"/>
        </w:rPr>
        <w:t>À vous</w:t>
      </w:r>
      <w:r>
        <w:rPr>
          <w:rFonts w:cs="Georgia"/>
          <w:kern w:val="1"/>
        </w:rPr>
        <w:t xml:space="preserve">, </w:t>
      </w:r>
      <w:r w:rsidR="00BE611A">
        <w:rPr>
          <w:rFonts w:cs="Georgia"/>
          <w:kern w:val="1"/>
        </w:rPr>
        <w:t>voici le cornet</w:t>
      </w:r>
      <w:r>
        <w:rPr>
          <w:rFonts w:cs="Georgia"/>
          <w:kern w:val="1"/>
        </w:rPr>
        <w:t xml:space="preserve">. </w:t>
      </w:r>
      <w:r w:rsidR="00BE611A">
        <w:rPr>
          <w:rFonts w:cs="Georgia"/>
          <w:kern w:val="1"/>
        </w:rPr>
        <w:t>Un</w:t>
      </w:r>
      <w:r>
        <w:rPr>
          <w:rFonts w:cs="Georgia"/>
          <w:kern w:val="1"/>
        </w:rPr>
        <w:t xml:space="preserve"> </w:t>
      </w:r>
      <w:r w:rsidR="00BE611A">
        <w:rPr>
          <w:rFonts w:cs="Georgia"/>
          <w:kern w:val="1"/>
        </w:rPr>
        <w:t>6</w:t>
      </w:r>
      <w:r>
        <w:rPr>
          <w:rFonts w:cs="Georgia"/>
          <w:kern w:val="1"/>
        </w:rPr>
        <w:t xml:space="preserve">. </w:t>
      </w:r>
      <w:r w:rsidR="00BE611A">
        <w:rPr>
          <w:rFonts w:cs="Georgia"/>
          <w:kern w:val="1"/>
        </w:rPr>
        <w:t>Bravo</w:t>
      </w:r>
      <w:r>
        <w:rPr>
          <w:rFonts w:cs="Georgia"/>
          <w:kern w:val="1"/>
        </w:rPr>
        <w:t xml:space="preserve">. </w:t>
      </w:r>
      <w:r w:rsidR="00BE611A">
        <w:rPr>
          <w:rFonts w:cs="Georgia"/>
          <w:kern w:val="1"/>
        </w:rPr>
        <w:t>À moi</w:t>
      </w:r>
      <w:r>
        <w:rPr>
          <w:rFonts w:cs="Georgia"/>
          <w:kern w:val="1"/>
        </w:rPr>
        <w:t xml:space="preserve">. </w:t>
      </w:r>
      <w:r w:rsidR="00BE611A">
        <w:rPr>
          <w:rFonts w:cs="Georgia"/>
          <w:kern w:val="1"/>
        </w:rPr>
        <w:t>Un</w:t>
      </w:r>
      <w:r>
        <w:rPr>
          <w:rFonts w:cs="Georgia"/>
          <w:kern w:val="1"/>
        </w:rPr>
        <w:t xml:space="preserve"> </w:t>
      </w:r>
      <w:r w:rsidR="00BE611A">
        <w:rPr>
          <w:rFonts w:cs="Georgia"/>
          <w:kern w:val="1"/>
        </w:rPr>
        <w:t>5</w:t>
      </w:r>
      <w:r>
        <w:rPr>
          <w:rFonts w:cs="Georgia"/>
          <w:kern w:val="1"/>
        </w:rPr>
        <w:t xml:space="preserve">. </w:t>
      </w:r>
      <w:r w:rsidR="00BE611A">
        <w:rPr>
          <w:rFonts w:cs="Georgia"/>
          <w:kern w:val="1"/>
        </w:rPr>
        <w:t>Ça s</w:t>
      </w:r>
      <w:r>
        <w:rPr>
          <w:rFonts w:cs="Georgia"/>
          <w:kern w:val="1"/>
        </w:rPr>
        <w:t>’</w:t>
      </w:r>
      <w:r w:rsidR="00BE611A">
        <w:rPr>
          <w:rFonts w:cs="Georgia"/>
          <w:kern w:val="1"/>
        </w:rPr>
        <w:t>améliore</w:t>
      </w:r>
      <w:r>
        <w:rPr>
          <w:rFonts w:cs="Georgia"/>
          <w:kern w:val="1"/>
        </w:rPr>
        <w:t xml:space="preserve">. </w:t>
      </w:r>
      <w:r w:rsidR="00BE611A">
        <w:rPr>
          <w:rFonts w:cs="Georgia"/>
          <w:kern w:val="1"/>
        </w:rPr>
        <w:t>À vous</w:t>
      </w:r>
      <w:r>
        <w:rPr>
          <w:rFonts w:cs="Georgia"/>
          <w:kern w:val="1"/>
        </w:rPr>
        <w:t xml:space="preserve">. </w:t>
      </w:r>
      <w:r w:rsidR="00BE611A">
        <w:rPr>
          <w:rFonts w:cs="Georgia"/>
          <w:kern w:val="1"/>
        </w:rPr>
        <w:t>Encore un</w:t>
      </w:r>
      <w:r>
        <w:rPr>
          <w:rFonts w:cs="Georgia"/>
          <w:kern w:val="1"/>
        </w:rPr>
        <w:t xml:space="preserve"> </w:t>
      </w:r>
      <w:r w:rsidR="00BE611A">
        <w:rPr>
          <w:rFonts w:cs="Georgia"/>
          <w:kern w:val="1"/>
        </w:rPr>
        <w:t>6</w:t>
      </w:r>
      <w:r>
        <w:rPr>
          <w:rFonts w:cs="Georgia"/>
          <w:kern w:val="1"/>
        </w:rPr>
        <w:t xml:space="preserve">. </w:t>
      </w:r>
      <w:r w:rsidR="00BE611A">
        <w:rPr>
          <w:rFonts w:cs="Georgia"/>
          <w:kern w:val="1"/>
        </w:rPr>
        <w:t>Ne vous gênez pas</w:t>
      </w:r>
      <w:r>
        <w:rPr>
          <w:rFonts w:cs="Georgia"/>
          <w:kern w:val="1"/>
        </w:rPr>
        <w:t>.</w:t>
      </w:r>
    </w:p>
    <w:p w14:paraId="1465104E" w14:textId="77777777" w:rsidR="000E1451" w:rsidRDefault="000E1451" w:rsidP="00BE611A">
      <w:pPr>
        <w:rPr>
          <w:rFonts w:cs="Georgia"/>
          <w:kern w:val="1"/>
        </w:rPr>
      </w:pPr>
      <w:r>
        <w:rPr>
          <w:rFonts w:cs="Georgia"/>
          <w:kern w:val="1"/>
        </w:rPr>
        <w:t>— </w:t>
      </w:r>
      <w:r w:rsidR="00BE611A">
        <w:rPr>
          <w:rFonts w:cs="Georgia"/>
          <w:kern w:val="1"/>
        </w:rPr>
        <w:t>À moi</w:t>
      </w:r>
      <w:r>
        <w:rPr>
          <w:rFonts w:cs="Georgia"/>
          <w:kern w:val="1"/>
        </w:rPr>
        <w:t xml:space="preserve">. </w:t>
      </w:r>
      <w:r w:rsidR="00BE611A">
        <w:rPr>
          <w:rFonts w:cs="Georgia"/>
          <w:kern w:val="1"/>
        </w:rPr>
        <w:t>Un as</w:t>
      </w:r>
      <w:r>
        <w:rPr>
          <w:rFonts w:cs="Georgia"/>
          <w:kern w:val="1"/>
        </w:rPr>
        <w:t xml:space="preserve">. </w:t>
      </w:r>
      <w:r w:rsidR="00BE611A">
        <w:rPr>
          <w:rFonts w:cs="Georgia"/>
          <w:kern w:val="1"/>
        </w:rPr>
        <w:t>Tonnerre de malédiction</w:t>
      </w:r>
      <w:r>
        <w:rPr>
          <w:rFonts w:cs="Georgia"/>
          <w:kern w:val="1"/>
        </w:rPr>
        <w:t xml:space="preserve"> ! </w:t>
      </w:r>
      <w:r w:rsidR="00BE611A">
        <w:rPr>
          <w:rFonts w:cs="Georgia"/>
          <w:kern w:val="1"/>
        </w:rPr>
        <w:t>À vous</w:t>
      </w:r>
      <w:r>
        <w:rPr>
          <w:rFonts w:cs="Georgia"/>
          <w:kern w:val="1"/>
        </w:rPr>
        <w:t xml:space="preserve">. </w:t>
      </w:r>
      <w:r w:rsidR="00BE611A">
        <w:rPr>
          <w:rFonts w:cs="Georgia"/>
          <w:kern w:val="1"/>
        </w:rPr>
        <w:t>Comment vous avez encore un</w:t>
      </w:r>
      <w:r>
        <w:rPr>
          <w:rFonts w:cs="Georgia"/>
          <w:kern w:val="1"/>
        </w:rPr>
        <w:t xml:space="preserve"> </w:t>
      </w:r>
      <w:r w:rsidR="00BE611A">
        <w:rPr>
          <w:rFonts w:cs="Georgia"/>
          <w:kern w:val="1"/>
        </w:rPr>
        <w:t>6</w:t>
      </w:r>
      <w:r>
        <w:rPr>
          <w:rFonts w:cs="Georgia"/>
          <w:kern w:val="1"/>
        </w:rPr>
        <w:t xml:space="preserve"> ? </w:t>
      </w:r>
      <w:r w:rsidR="00BE611A">
        <w:rPr>
          <w:rFonts w:cs="Georgia"/>
          <w:kern w:val="1"/>
        </w:rPr>
        <w:t>Tonnerre de tonnerre</w:t>
      </w:r>
      <w:r>
        <w:rPr>
          <w:rFonts w:cs="Georgia"/>
          <w:kern w:val="1"/>
        </w:rPr>
        <w:t xml:space="preserve">. </w:t>
      </w:r>
      <w:r w:rsidR="00BE611A">
        <w:rPr>
          <w:rFonts w:cs="Georgia"/>
          <w:kern w:val="1"/>
        </w:rPr>
        <w:t>Il est temps que je prenne du poil de la bête</w:t>
      </w:r>
      <w:r>
        <w:rPr>
          <w:rFonts w:cs="Georgia"/>
          <w:kern w:val="1"/>
        </w:rPr>
        <w:t xml:space="preserve">. </w:t>
      </w:r>
      <w:r w:rsidR="00BE611A">
        <w:rPr>
          <w:rFonts w:cs="Georgia"/>
          <w:kern w:val="1"/>
        </w:rPr>
        <w:t>Passez-moi le cornet</w:t>
      </w:r>
      <w:r>
        <w:rPr>
          <w:rFonts w:cs="Georgia"/>
          <w:kern w:val="1"/>
        </w:rPr>
        <w:t xml:space="preserve">. </w:t>
      </w:r>
      <w:r w:rsidR="00BE611A">
        <w:rPr>
          <w:rFonts w:cs="Georgia"/>
          <w:kern w:val="1"/>
        </w:rPr>
        <w:t>Nous allons voir ce que nous allons voir</w:t>
      </w:r>
      <w:r>
        <w:rPr>
          <w:rFonts w:cs="Georgia"/>
          <w:kern w:val="1"/>
        </w:rPr>
        <w:t xml:space="preserve">. </w:t>
      </w:r>
      <w:r w:rsidR="00BE611A">
        <w:rPr>
          <w:rFonts w:cs="Georgia"/>
          <w:kern w:val="1"/>
        </w:rPr>
        <w:t>Hein</w:t>
      </w:r>
      <w:r>
        <w:rPr>
          <w:rFonts w:cs="Georgia"/>
          <w:kern w:val="1"/>
        </w:rPr>
        <w:t xml:space="preserve"> ?… </w:t>
      </w:r>
      <w:r w:rsidR="00BE611A">
        <w:rPr>
          <w:rFonts w:cs="Georgia"/>
          <w:kern w:val="1"/>
        </w:rPr>
        <w:t>Qu</w:t>
      </w:r>
      <w:r>
        <w:rPr>
          <w:rFonts w:cs="Georgia"/>
          <w:kern w:val="1"/>
        </w:rPr>
        <w:t>’</w:t>
      </w:r>
      <w:r w:rsidR="00BE611A">
        <w:rPr>
          <w:rFonts w:cs="Georgia"/>
          <w:kern w:val="1"/>
        </w:rPr>
        <w:t>est-ce que c</w:t>
      </w:r>
      <w:r>
        <w:rPr>
          <w:rFonts w:cs="Georgia"/>
          <w:kern w:val="1"/>
        </w:rPr>
        <w:t>’</w:t>
      </w:r>
      <w:r w:rsidR="00BE611A">
        <w:rPr>
          <w:rFonts w:cs="Georgia"/>
          <w:kern w:val="1"/>
        </w:rPr>
        <w:t>est que ça</w:t>
      </w:r>
      <w:r>
        <w:rPr>
          <w:rFonts w:cs="Georgia"/>
          <w:kern w:val="1"/>
        </w:rPr>
        <w:t> ?</w:t>
      </w:r>
    </w:p>
    <w:p w14:paraId="042F2D12" w14:textId="77777777" w:rsidR="000E1451" w:rsidRDefault="00BE611A" w:rsidP="00BE611A">
      <w:pPr>
        <w:rPr>
          <w:rFonts w:cs="Georgia"/>
          <w:kern w:val="1"/>
        </w:rPr>
      </w:pPr>
      <w:r>
        <w:rPr>
          <w:rFonts w:cs="Georgia"/>
          <w:kern w:val="1"/>
        </w:rPr>
        <w:t>On venait de frapper à la porte</w:t>
      </w:r>
      <w:r w:rsidR="000E1451">
        <w:rPr>
          <w:rFonts w:cs="Georgia"/>
          <w:kern w:val="1"/>
        </w:rPr>
        <w:t>.</w:t>
      </w:r>
    </w:p>
    <w:p w14:paraId="20E0CFE0" w14:textId="77777777" w:rsidR="000E1451" w:rsidRDefault="000E1451" w:rsidP="00BE611A">
      <w:pPr>
        <w:rPr>
          <w:rFonts w:cs="Georgia"/>
          <w:kern w:val="1"/>
        </w:rPr>
      </w:pPr>
      <w:r>
        <w:rPr>
          <w:rFonts w:cs="Georgia"/>
          <w:kern w:val="1"/>
        </w:rPr>
        <w:lastRenderedPageBreak/>
        <w:t>— </w:t>
      </w:r>
      <w:r w:rsidR="00BE611A">
        <w:rPr>
          <w:rFonts w:cs="Georgia"/>
          <w:kern w:val="1"/>
        </w:rPr>
        <w:t>Qui est là</w:t>
      </w:r>
      <w:r>
        <w:rPr>
          <w:rFonts w:cs="Georgia"/>
          <w:kern w:val="1"/>
        </w:rPr>
        <w:t xml:space="preserve"> ? </w:t>
      </w:r>
      <w:r w:rsidR="00BE611A">
        <w:rPr>
          <w:rFonts w:cs="Georgia"/>
          <w:kern w:val="1"/>
        </w:rPr>
        <w:t>hurla le général</w:t>
      </w:r>
      <w:r>
        <w:rPr>
          <w:rFonts w:cs="Georgia"/>
          <w:kern w:val="1"/>
        </w:rPr>
        <w:t xml:space="preserve">, </w:t>
      </w:r>
      <w:r w:rsidR="00BE611A">
        <w:rPr>
          <w:rFonts w:cs="Georgia"/>
          <w:kern w:val="1"/>
        </w:rPr>
        <w:t>le cornet en mains et rouge de colère</w:t>
      </w:r>
      <w:r>
        <w:rPr>
          <w:rFonts w:cs="Georgia"/>
          <w:kern w:val="1"/>
        </w:rPr>
        <w:t xml:space="preserve">. </w:t>
      </w:r>
      <w:r w:rsidR="00BE611A">
        <w:rPr>
          <w:rFonts w:cs="Georgia"/>
          <w:kern w:val="1"/>
        </w:rPr>
        <w:t>N</w:t>
      </w:r>
      <w:r>
        <w:rPr>
          <w:rFonts w:cs="Georgia"/>
          <w:kern w:val="1"/>
        </w:rPr>
        <w:t>’</w:t>
      </w:r>
      <w:r w:rsidR="00BE611A">
        <w:rPr>
          <w:rFonts w:cs="Georgia"/>
          <w:kern w:val="1"/>
        </w:rPr>
        <w:t>ai-je pas interdit</w:t>
      </w:r>
      <w:r>
        <w:rPr>
          <w:rFonts w:cs="Georgia"/>
          <w:kern w:val="1"/>
        </w:rPr>
        <w:t> ?…</w:t>
      </w:r>
    </w:p>
    <w:p w14:paraId="6B939106" w14:textId="77777777" w:rsidR="000E1451" w:rsidRDefault="000E1451" w:rsidP="00BE611A">
      <w:pPr>
        <w:rPr>
          <w:rFonts w:cs="Georgia"/>
          <w:kern w:val="1"/>
        </w:rPr>
      </w:pPr>
      <w:r>
        <w:rPr>
          <w:rFonts w:cs="Georgia"/>
          <w:kern w:val="1"/>
        </w:rPr>
        <w:t>— </w:t>
      </w:r>
      <w:r w:rsidR="00BE611A">
        <w:rPr>
          <w:rFonts w:cs="Georgia"/>
          <w:kern w:val="1"/>
        </w:rPr>
        <w:t>Excusez-moi</w:t>
      </w:r>
      <w:r>
        <w:rPr>
          <w:rFonts w:cs="Georgia"/>
          <w:kern w:val="1"/>
        </w:rPr>
        <w:t xml:space="preserve">, </w:t>
      </w:r>
      <w:r w:rsidR="00BE611A">
        <w:rPr>
          <w:rFonts w:cs="Georgia"/>
          <w:kern w:val="1"/>
        </w:rPr>
        <w:t>fit une voix brève</w:t>
      </w:r>
      <w:r>
        <w:rPr>
          <w:rFonts w:cs="Georgia"/>
          <w:kern w:val="1"/>
        </w:rPr>
        <w:t>.</w:t>
      </w:r>
    </w:p>
    <w:p w14:paraId="172F8C6B" w14:textId="77777777" w:rsidR="000E1451" w:rsidRDefault="00BE611A" w:rsidP="00BE611A">
      <w:pPr>
        <w:rPr>
          <w:rFonts w:cs="Georgia"/>
          <w:kern w:val="1"/>
        </w:rPr>
      </w:pPr>
      <w:r>
        <w:rPr>
          <w:rFonts w:cs="Georgia"/>
          <w:kern w:val="1"/>
        </w:rPr>
        <w:t>D</w:t>
      </w:r>
      <w:r w:rsidR="000E1451">
        <w:rPr>
          <w:rFonts w:cs="Georgia"/>
          <w:kern w:val="1"/>
        </w:rPr>
        <w:t>’</w:t>
      </w:r>
      <w:r>
        <w:rPr>
          <w:rFonts w:cs="Georgia"/>
          <w:kern w:val="1"/>
        </w:rPr>
        <w:t>un même mouvement</w:t>
      </w:r>
      <w:r w:rsidR="000E1451">
        <w:rPr>
          <w:rFonts w:cs="Georgia"/>
          <w:kern w:val="1"/>
        </w:rPr>
        <w:t xml:space="preserve">, </w:t>
      </w:r>
      <w:r>
        <w:rPr>
          <w:rFonts w:cs="Georgia"/>
          <w:kern w:val="1"/>
        </w:rPr>
        <w:t>nous nous retournâmes</w:t>
      </w:r>
      <w:r w:rsidR="000E1451">
        <w:rPr>
          <w:rFonts w:cs="Georgia"/>
          <w:kern w:val="1"/>
        </w:rPr>
        <w:t xml:space="preserve">. </w:t>
      </w:r>
      <w:r>
        <w:rPr>
          <w:rFonts w:cs="Georgia"/>
          <w:kern w:val="1"/>
        </w:rPr>
        <w:t>Sur le seuil de la pièce se tenait un officier de haute taille</w:t>
      </w:r>
      <w:r w:rsidR="000E1451">
        <w:rPr>
          <w:rFonts w:cs="Georgia"/>
          <w:kern w:val="1"/>
        </w:rPr>
        <w:t xml:space="preserve">. </w:t>
      </w:r>
      <w:r>
        <w:rPr>
          <w:rFonts w:cs="Georgia"/>
          <w:kern w:val="1"/>
        </w:rPr>
        <w:t>Il portait l</w:t>
      </w:r>
      <w:r w:rsidR="000E1451">
        <w:rPr>
          <w:rFonts w:cs="Georgia"/>
          <w:kern w:val="1"/>
        </w:rPr>
        <w:t>’</w:t>
      </w:r>
      <w:r>
        <w:rPr>
          <w:rFonts w:cs="Georgia"/>
          <w:kern w:val="1"/>
        </w:rPr>
        <w:t>uniforme de campagne de l</w:t>
      </w:r>
      <w:r w:rsidR="000E1451">
        <w:rPr>
          <w:rFonts w:cs="Georgia"/>
          <w:kern w:val="1"/>
        </w:rPr>
        <w:t>’</w:t>
      </w:r>
      <w:r>
        <w:rPr>
          <w:rFonts w:cs="Georgia"/>
          <w:kern w:val="1"/>
        </w:rPr>
        <w:t>infanterie prussienne</w:t>
      </w:r>
      <w:r w:rsidR="000E1451">
        <w:rPr>
          <w:rFonts w:cs="Georgia"/>
          <w:kern w:val="1"/>
        </w:rPr>
        <w:t xml:space="preserve">, </w:t>
      </w:r>
      <w:r>
        <w:rPr>
          <w:rFonts w:cs="Georgia"/>
          <w:kern w:val="1"/>
        </w:rPr>
        <w:t>la longue capote grise à collet ponceau</w:t>
      </w:r>
      <w:r w:rsidR="000E1451">
        <w:rPr>
          <w:rFonts w:cs="Georgia"/>
          <w:kern w:val="1"/>
        </w:rPr>
        <w:t xml:space="preserve">. </w:t>
      </w:r>
      <w:r>
        <w:rPr>
          <w:rFonts w:cs="Georgia"/>
          <w:kern w:val="1"/>
        </w:rPr>
        <w:t>L</w:t>
      </w:r>
      <w:r w:rsidR="000E1451">
        <w:rPr>
          <w:rFonts w:cs="Georgia"/>
          <w:kern w:val="1"/>
        </w:rPr>
        <w:t>’</w:t>
      </w:r>
      <w:r>
        <w:rPr>
          <w:rFonts w:cs="Georgia"/>
          <w:kern w:val="1"/>
        </w:rPr>
        <w:t>étrange spectacle que nous lui offrions semblait n</w:t>
      </w:r>
      <w:r w:rsidR="000E1451">
        <w:rPr>
          <w:rFonts w:cs="Georgia"/>
          <w:kern w:val="1"/>
        </w:rPr>
        <w:t>’</w:t>
      </w:r>
      <w:r>
        <w:rPr>
          <w:rFonts w:cs="Georgia"/>
          <w:kern w:val="1"/>
        </w:rPr>
        <w:t>avoir réussi qu</w:t>
      </w:r>
      <w:r w:rsidR="000E1451">
        <w:rPr>
          <w:rFonts w:cs="Georgia"/>
          <w:kern w:val="1"/>
        </w:rPr>
        <w:t>’</w:t>
      </w:r>
      <w:r>
        <w:rPr>
          <w:rFonts w:cs="Georgia"/>
          <w:kern w:val="1"/>
        </w:rPr>
        <w:t>à accentuer l</w:t>
      </w:r>
      <w:r w:rsidR="000E1451">
        <w:rPr>
          <w:rFonts w:cs="Georgia"/>
          <w:kern w:val="1"/>
        </w:rPr>
        <w:t>’</w:t>
      </w:r>
      <w:r>
        <w:rPr>
          <w:rFonts w:cs="Georgia"/>
          <w:kern w:val="1"/>
        </w:rPr>
        <w:t>impassibilité de sa physionomie</w:t>
      </w:r>
      <w:r w:rsidR="000E1451">
        <w:rPr>
          <w:rFonts w:cs="Georgia"/>
          <w:kern w:val="1"/>
        </w:rPr>
        <w:t>.</w:t>
      </w:r>
    </w:p>
    <w:p w14:paraId="162A9474" w14:textId="77777777" w:rsidR="000E1451" w:rsidRDefault="00BE611A" w:rsidP="00BE611A">
      <w:pPr>
        <w:rPr>
          <w:rFonts w:cs="Georgia"/>
          <w:kern w:val="1"/>
        </w:rPr>
      </w:pPr>
      <w:r>
        <w:rPr>
          <w:rFonts w:cs="Georgia"/>
          <w:kern w:val="1"/>
        </w:rPr>
        <w:t>Pareil à un enfant pris en faute</w:t>
      </w:r>
      <w:r w:rsidR="000E1451">
        <w:rPr>
          <w:rFonts w:cs="Georgia"/>
          <w:kern w:val="1"/>
        </w:rPr>
        <w:t xml:space="preserve">, </w:t>
      </w:r>
      <w:r>
        <w:rPr>
          <w:rFonts w:cs="Georgia"/>
          <w:kern w:val="1"/>
        </w:rPr>
        <w:t>le général s</w:t>
      </w:r>
      <w:r w:rsidR="000E1451">
        <w:rPr>
          <w:rFonts w:cs="Georgia"/>
          <w:kern w:val="1"/>
        </w:rPr>
        <w:t>’</w:t>
      </w:r>
      <w:r>
        <w:rPr>
          <w:rFonts w:cs="Georgia"/>
          <w:kern w:val="1"/>
        </w:rPr>
        <w:t>était redressé d</w:t>
      </w:r>
      <w:r w:rsidR="000E1451">
        <w:rPr>
          <w:rFonts w:cs="Georgia"/>
          <w:kern w:val="1"/>
        </w:rPr>
        <w:t>’</w:t>
      </w:r>
      <w:r>
        <w:rPr>
          <w:rFonts w:cs="Georgia"/>
          <w:kern w:val="1"/>
        </w:rPr>
        <w:t>un bond</w:t>
      </w:r>
      <w:r w:rsidR="000E1451">
        <w:rPr>
          <w:rFonts w:cs="Georgia"/>
          <w:kern w:val="1"/>
        </w:rPr>
        <w:t xml:space="preserve">. </w:t>
      </w:r>
      <w:r>
        <w:rPr>
          <w:rFonts w:cs="Georgia"/>
          <w:kern w:val="1"/>
        </w:rPr>
        <w:t>Quant à moi</w:t>
      </w:r>
      <w:r w:rsidR="000E1451">
        <w:rPr>
          <w:rFonts w:cs="Georgia"/>
          <w:kern w:val="1"/>
        </w:rPr>
        <w:t xml:space="preserve">, </w:t>
      </w:r>
      <w:r>
        <w:rPr>
          <w:rFonts w:cs="Georgia"/>
          <w:kern w:val="1"/>
        </w:rPr>
        <w:t>j</w:t>
      </w:r>
      <w:r w:rsidR="000E1451">
        <w:rPr>
          <w:rFonts w:cs="Georgia"/>
          <w:kern w:val="1"/>
        </w:rPr>
        <w:t>’</w:t>
      </w:r>
      <w:r>
        <w:rPr>
          <w:rFonts w:cs="Georgia"/>
          <w:kern w:val="1"/>
        </w:rPr>
        <w:t>étais en train de manœuvrer de mon mieux pour gagner discrètement le corridor</w:t>
      </w:r>
      <w:r w:rsidR="000E1451">
        <w:rPr>
          <w:rFonts w:cs="Georgia"/>
          <w:kern w:val="1"/>
        </w:rPr>
        <w:t>.</w:t>
      </w:r>
    </w:p>
    <w:p w14:paraId="7A8DE6BA" w14:textId="77777777" w:rsidR="000E1451" w:rsidRDefault="000E1451" w:rsidP="00BE611A">
      <w:pPr>
        <w:rPr>
          <w:rFonts w:cs="Georgia"/>
          <w:kern w:val="1"/>
        </w:rPr>
      </w:pPr>
      <w:r>
        <w:rPr>
          <w:rFonts w:cs="Georgia"/>
          <w:kern w:val="1"/>
        </w:rPr>
        <w:t>— </w:t>
      </w:r>
      <w:r w:rsidR="00BE611A">
        <w:rPr>
          <w:rFonts w:cs="Georgia"/>
          <w:kern w:val="1"/>
        </w:rPr>
        <w:t>Dietrich</w:t>
      </w:r>
      <w:r>
        <w:rPr>
          <w:rFonts w:cs="Georgia"/>
          <w:kern w:val="1"/>
        </w:rPr>
        <w:t xml:space="preserve"> ! </w:t>
      </w:r>
      <w:r w:rsidR="00BE611A">
        <w:rPr>
          <w:rFonts w:cs="Georgia"/>
          <w:kern w:val="1"/>
        </w:rPr>
        <w:t>cria le vieillard</w:t>
      </w:r>
      <w:r>
        <w:rPr>
          <w:rFonts w:cs="Georgia"/>
          <w:kern w:val="1"/>
        </w:rPr>
        <w:t xml:space="preserve">, </w:t>
      </w:r>
      <w:r w:rsidR="00BE611A">
        <w:rPr>
          <w:rFonts w:cs="Georgia"/>
          <w:kern w:val="1"/>
        </w:rPr>
        <w:t>tendant les bras</w:t>
      </w:r>
      <w:r>
        <w:rPr>
          <w:rFonts w:cs="Georgia"/>
          <w:kern w:val="1"/>
        </w:rPr>
        <w:t>.</w:t>
      </w:r>
    </w:p>
    <w:p w14:paraId="30D95D71" w14:textId="77777777" w:rsidR="000E1451" w:rsidRDefault="00BE611A" w:rsidP="00BE611A">
      <w:pPr>
        <w:rPr>
          <w:rFonts w:cs="Georgia"/>
          <w:kern w:val="1"/>
        </w:rPr>
      </w:pPr>
      <w:r>
        <w:rPr>
          <w:rFonts w:cs="Georgia"/>
          <w:kern w:val="1"/>
        </w:rPr>
        <w:t>Est-il nécessaire de dire que je n</w:t>
      </w:r>
      <w:r w:rsidR="000E1451">
        <w:rPr>
          <w:rFonts w:cs="Georgia"/>
          <w:kern w:val="1"/>
        </w:rPr>
        <w:t>’</w:t>
      </w:r>
      <w:r>
        <w:rPr>
          <w:rFonts w:cs="Georgia"/>
          <w:kern w:val="1"/>
        </w:rPr>
        <w:t>avais eu besoin ni de cette exclamation</w:t>
      </w:r>
      <w:r w:rsidR="000E1451">
        <w:rPr>
          <w:rFonts w:cs="Georgia"/>
          <w:kern w:val="1"/>
        </w:rPr>
        <w:t xml:space="preserve">, </w:t>
      </w:r>
      <w:r>
        <w:rPr>
          <w:rFonts w:cs="Georgia"/>
          <w:kern w:val="1"/>
        </w:rPr>
        <w:t>ni de l</w:t>
      </w:r>
      <w:r w:rsidR="000E1451">
        <w:rPr>
          <w:rFonts w:cs="Georgia"/>
          <w:kern w:val="1"/>
        </w:rPr>
        <w:t>’</w:t>
      </w:r>
      <w:r>
        <w:rPr>
          <w:rFonts w:cs="Georgia"/>
          <w:kern w:val="1"/>
        </w:rPr>
        <w:t>étreinte qui la suivit pour reconnaître dans le nouveau venu le commandant de Reichendorf</w:t>
      </w:r>
      <w:r w:rsidR="000E1451">
        <w:rPr>
          <w:rFonts w:cs="Georgia"/>
          <w:kern w:val="1"/>
        </w:rPr>
        <w:t> ?</w:t>
      </w:r>
    </w:p>
    <w:p w14:paraId="1DE272DF" w14:textId="77777777" w:rsidR="00BE611A" w:rsidRDefault="00BE611A" w:rsidP="000E1451">
      <w:pPr>
        <w:pStyle w:val="Titre1"/>
        <w:numPr>
          <w:ilvl w:val="0"/>
          <w:numId w:val="15"/>
        </w:numPr>
        <w:ind w:left="0" w:firstLine="0"/>
        <w:rPr>
          <w:rFonts w:cs="Georgia"/>
          <w:kern w:val="1"/>
        </w:rPr>
      </w:pPr>
      <w:bookmarkStart w:id="24" w:name="__RefHeading__7388_928681719"/>
      <w:bookmarkStart w:id="25" w:name="_Toc195555071"/>
      <w:bookmarkEnd w:id="24"/>
      <w:r>
        <w:rPr>
          <w:kern w:val="1"/>
        </w:rPr>
        <w:lastRenderedPageBreak/>
        <w:t>XIII</w:t>
      </w:r>
      <w:bookmarkEnd w:id="25"/>
    </w:p>
    <w:p w14:paraId="135D9F0B" w14:textId="77777777" w:rsidR="00BE611A" w:rsidRDefault="00BE611A" w:rsidP="00BE611A">
      <w:pPr>
        <w:rPr>
          <w:rFonts w:cs="Georgia"/>
          <w:kern w:val="1"/>
        </w:rPr>
      </w:pPr>
      <w:r>
        <w:rPr>
          <w:rFonts w:cs="Georgia"/>
          <w:kern w:val="1"/>
        </w:rPr>
        <w:t>Il devait être quatre heures lorsque Dietrich de Reichendorf était arrivé au château</w:t>
      </w:r>
      <w:r w:rsidR="000E1451">
        <w:rPr>
          <w:rFonts w:cs="Georgia"/>
          <w:kern w:val="1"/>
        </w:rPr>
        <w:t xml:space="preserve">. </w:t>
      </w:r>
      <w:r>
        <w:rPr>
          <w:rFonts w:cs="Georgia"/>
          <w:kern w:val="1"/>
        </w:rPr>
        <w:t>Après avoir quitté le cabinet du général</w:t>
      </w:r>
      <w:r w:rsidR="000E1451">
        <w:rPr>
          <w:rFonts w:cs="Georgia"/>
          <w:kern w:val="1"/>
        </w:rPr>
        <w:t xml:space="preserve">, </w:t>
      </w:r>
      <w:r>
        <w:rPr>
          <w:rFonts w:cs="Georgia"/>
          <w:kern w:val="1"/>
        </w:rPr>
        <w:t>j</w:t>
      </w:r>
      <w:r w:rsidR="000E1451">
        <w:rPr>
          <w:rFonts w:cs="Georgia"/>
          <w:kern w:val="1"/>
        </w:rPr>
        <w:t>’</w:t>
      </w:r>
      <w:r>
        <w:rPr>
          <w:rFonts w:cs="Georgia"/>
          <w:kern w:val="1"/>
        </w:rPr>
        <w:t>avais gagné moi-même une des salles du rez-de-chaussée</w:t>
      </w:r>
      <w:r w:rsidR="000E1451">
        <w:rPr>
          <w:rFonts w:cs="Georgia"/>
          <w:kern w:val="1"/>
        </w:rPr>
        <w:t xml:space="preserve">, </w:t>
      </w:r>
      <w:r>
        <w:rPr>
          <w:rFonts w:cs="Georgia"/>
          <w:kern w:val="1"/>
        </w:rPr>
        <w:t>celle dont j</w:t>
      </w:r>
      <w:r w:rsidR="000E1451">
        <w:rPr>
          <w:rFonts w:cs="Georgia"/>
          <w:kern w:val="1"/>
        </w:rPr>
        <w:t>’</w:t>
      </w:r>
      <w:r>
        <w:rPr>
          <w:rFonts w:cs="Georgia"/>
          <w:kern w:val="1"/>
        </w:rPr>
        <w:t>étais en train de réparer les conduites électriques</w:t>
      </w:r>
      <w:r w:rsidR="000E1451">
        <w:rPr>
          <w:rFonts w:cs="Georgia"/>
          <w:kern w:val="1"/>
        </w:rPr>
        <w:t xml:space="preserve">. </w:t>
      </w:r>
      <w:r>
        <w:rPr>
          <w:rFonts w:cs="Georgia"/>
          <w:kern w:val="1"/>
        </w:rPr>
        <w:t>Je me disais avec raison qu</w:t>
      </w:r>
      <w:r w:rsidR="000E1451">
        <w:rPr>
          <w:rFonts w:cs="Georgia"/>
          <w:kern w:val="1"/>
        </w:rPr>
        <w:t>’</w:t>
      </w:r>
      <w:r>
        <w:rPr>
          <w:rFonts w:cs="Georgia"/>
          <w:kern w:val="1"/>
        </w:rPr>
        <w:t>il ne serait plus question du Kriegspiel ce jour-là</w:t>
      </w:r>
      <w:r w:rsidR="000E1451">
        <w:rPr>
          <w:rFonts w:cs="Georgia"/>
          <w:kern w:val="1"/>
        </w:rPr>
        <w:t xml:space="preserve">, </w:t>
      </w:r>
      <w:r>
        <w:rPr>
          <w:rFonts w:cs="Georgia"/>
          <w:kern w:val="1"/>
        </w:rPr>
        <w:t>ni le lendemain</w:t>
      </w:r>
      <w:r w:rsidR="000E1451">
        <w:rPr>
          <w:rFonts w:cs="Georgia"/>
          <w:kern w:val="1"/>
        </w:rPr>
        <w:t xml:space="preserve">, </w:t>
      </w:r>
      <w:r>
        <w:rPr>
          <w:rFonts w:cs="Georgia"/>
          <w:kern w:val="1"/>
        </w:rPr>
        <w:t>sans doute</w:t>
      </w:r>
      <w:r w:rsidR="000E1451">
        <w:rPr>
          <w:rFonts w:cs="Georgia"/>
          <w:kern w:val="1"/>
        </w:rPr>
        <w:t xml:space="preserve">, </w:t>
      </w:r>
      <w:r>
        <w:rPr>
          <w:rFonts w:cs="Georgia"/>
          <w:kern w:val="1"/>
        </w:rPr>
        <w:t>ni jamais</w:t>
      </w:r>
      <w:r w:rsidR="000E1451">
        <w:rPr>
          <w:rFonts w:cs="Georgia"/>
          <w:kern w:val="1"/>
        </w:rPr>
        <w:t xml:space="preserve">, </w:t>
      </w:r>
      <w:r>
        <w:rPr>
          <w:rFonts w:cs="Georgia"/>
          <w:kern w:val="1"/>
        </w:rPr>
        <w:t>peut-être</w:t>
      </w:r>
      <w:r w:rsidR="000E1451">
        <w:rPr>
          <w:rFonts w:cs="Georgia"/>
          <w:kern w:val="1"/>
        </w:rPr>
        <w:t xml:space="preserve">. </w:t>
      </w:r>
      <w:r>
        <w:rPr>
          <w:rFonts w:cs="Georgia"/>
          <w:kern w:val="1"/>
        </w:rPr>
        <w:t>Dans le corridor</w:t>
      </w:r>
      <w:r w:rsidR="000E1451">
        <w:rPr>
          <w:rFonts w:cs="Georgia"/>
          <w:kern w:val="1"/>
        </w:rPr>
        <w:t xml:space="preserve">, </w:t>
      </w:r>
      <w:r>
        <w:rPr>
          <w:rFonts w:cs="Georgia"/>
          <w:kern w:val="1"/>
        </w:rPr>
        <w:t xml:space="preserve">je vis venir </w:t>
      </w:r>
      <w:r w:rsidR="000E1451">
        <w:rPr>
          <w:rFonts w:cs="Georgia"/>
          <w:kern w:val="1"/>
        </w:rPr>
        <w:t>M</w:t>
      </w:r>
      <w:r w:rsidR="000E1451" w:rsidRPr="000E1451">
        <w:rPr>
          <w:rFonts w:cs="Georgia"/>
          <w:kern w:val="1"/>
          <w:vertAlign w:val="superscript"/>
        </w:rPr>
        <w:t>lle</w:t>
      </w:r>
      <w:r w:rsidR="000E1451">
        <w:rPr>
          <w:rFonts w:cs="Georgia"/>
          <w:kern w:val="1"/>
        </w:rPr>
        <w:t> de </w:t>
      </w:r>
      <w:r>
        <w:rPr>
          <w:rFonts w:cs="Georgia"/>
          <w:kern w:val="1"/>
        </w:rPr>
        <w:t>Mirrbach</w:t>
      </w:r>
      <w:r w:rsidR="000E1451">
        <w:rPr>
          <w:rFonts w:cs="Georgia"/>
          <w:kern w:val="1"/>
        </w:rPr>
        <w:t xml:space="preserve">, </w:t>
      </w:r>
      <w:r>
        <w:rPr>
          <w:rFonts w:cs="Georgia"/>
          <w:kern w:val="1"/>
        </w:rPr>
        <w:t>accompagnée de Gottlieb</w:t>
      </w:r>
      <w:r w:rsidR="000E1451">
        <w:rPr>
          <w:rFonts w:cs="Georgia"/>
          <w:kern w:val="1"/>
        </w:rPr>
        <w:t xml:space="preserve">. </w:t>
      </w:r>
      <w:r>
        <w:rPr>
          <w:rFonts w:cs="Georgia"/>
          <w:kern w:val="1"/>
        </w:rPr>
        <w:t>Il était allé en hâte la chercher au pavillon</w:t>
      </w:r>
      <w:r w:rsidR="000E1451">
        <w:rPr>
          <w:rFonts w:cs="Georgia"/>
          <w:kern w:val="1"/>
        </w:rPr>
        <w:t xml:space="preserve">. </w:t>
      </w:r>
      <w:r>
        <w:rPr>
          <w:rFonts w:cs="Georgia"/>
          <w:kern w:val="1"/>
        </w:rPr>
        <w:t>Il claudiquait à son côté</w:t>
      </w:r>
      <w:r w:rsidR="000E1451">
        <w:rPr>
          <w:rFonts w:cs="Georgia"/>
          <w:kern w:val="1"/>
        </w:rPr>
        <w:t xml:space="preserve">, </w:t>
      </w:r>
      <w:r>
        <w:rPr>
          <w:rFonts w:cs="Georgia"/>
          <w:kern w:val="1"/>
        </w:rPr>
        <w:t>parlant avec volubilité</w:t>
      </w:r>
      <w:r w:rsidR="000E1451">
        <w:rPr>
          <w:rFonts w:cs="Georgia"/>
          <w:kern w:val="1"/>
        </w:rPr>
        <w:t xml:space="preserve">, </w:t>
      </w:r>
      <w:r>
        <w:rPr>
          <w:rFonts w:cs="Georgia"/>
          <w:kern w:val="1"/>
        </w:rPr>
        <w:t>se dépensant en propos enthousiastes</w:t>
      </w:r>
      <w:r w:rsidR="000E1451">
        <w:rPr>
          <w:rFonts w:cs="Georgia"/>
          <w:kern w:val="1"/>
        </w:rPr>
        <w:t> : « </w:t>
      </w:r>
      <w:r>
        <w:rPr>
          <w:rFonts w:cs="Georgia"/>
          <w:kern w:val="1"/>
        </w:rPr>
        <w:t>Une mine splendide</w:t>
      </w:r>
      <w:r w:rsidR="000E1451">
        <w:rPr>
          <w:rFonts w:cs="Georgia"/>
          <w:kern w:val="1"/>
        </w:rPr>
        <w:t xml:space="preserve">, </w:t>
      </w:r>
      <w:r>
        <w:rPr>
          <w:rFonts w:cs="Georgia"/>
          <w:kern w:val="1"/>
        </w:rPr>
        <w:t>Mademoiselle</w:t>
      </w:r>
      <w:r w:rsidR="000E1451">
        <w:rPr>
          <w:rFonts w:cs="Georgia"/>
          <w:kern w:val="1"/>
        </w:rPr>
        <w:t xml:space="preserve"> ! </w:t>
      </w:r>
      <w:r>
        <w:rPr>
          <w:rFonts w:cs="Georgia"/>
          <w:kern w:val="1"/>
        </w:rPr>
        <w:t>Et j</w:t>
      </w:r>
      <w:r w:rsidR="000E1451">
        <w:rPr>
          <w:rFonts w:cs="Georgia"/>
          <w:kern w:val="1"/>
        </w:rPr>
        <w:t>’</w:t>
      </w:r>
      <w:r>
        <w:rPr>
          <w:rFonts w:cs="Georgia"/>
          <w:kern w:val="1"/>
        </w:rPr>
        <w:t>oubliais</w:t>
      </w:r>
      <w:r w:rsidR="000E1451">
        <w:rPr>
          <w:rFonts w:cs="Georgia"/>
          <w:kern w:val="1"/>
        </w:rPr>
        <w:t xml:space="preserve">, </w:t>
      </w:r>
      <w:r>
        <w:rPr>
          <w:rFonts w:cs="Georgia"/>
          <w:kern w:val="1"/>
        </w:rPr>
        <w:t xml:space="preserve">il a la croix de fer de </w:t>
      </w:r>
      <w:r w:rsidR="000E1451">
        <w:rPr>
          <w:rFonts w:cs="Georgia"/>
          <w:bCs/>
          <w:kern w:val="1"/>
        </w:rPr>
        <w:t>1</w:t>
      </w:r>
      <w:r w:rsidR="000E1451" w:rsidRPr="000E1451">
        <w:rPr>
          <w:rFonts w:cs="Georgia"/>
          <w:bCs/>
          <w:kern w:val="1"/>
          <w:vertAlign w:val="superscript"/>
        </w:rPr>
        <w:t>re</w:t>
      </w:r>
      <w:r w:rsidR="000E1451">
        <w:rPr>
          <w:rFonts w:cs="Georgia"/>
          <w:bCs/>
          <w:kern w:val="1"/>
        </w:rPr>
        <w:t xml:space="preserve"> </w:t>
      </w:r>
      <w:r>
        <w:rPr>
          <w:rFonts w:cs="Georgia"/>
          <w:kern w:val="1"/>
        </w:rPr>
        <w:t>classe</w:t>
      </w:r>
      <w:r w:rsidR="000E1451">
        <w:rPr>
          <w:rFonts w:cs="Georgia"/>
          <w:kern w:val="1"/>
        </w:rPr>
        <w:t xml:space="preserve">. </w:t>
      </w:r>
      <w:r>
        <w:rPr>
          <w:rFonts w:cs="Georgia"/>
          <w:kern w:val="1"/>
        </w:rPr>
        <w:t xml:space="preserve">Avoir gagné la croix de fer de </w:t>
      </w:r>
      <w:r w:rsidR="000E1451">
        <w:rPr>
          <w:rFonts w:cs="Georgia"/>
          <w:kern w:val="1"/>
        </w:rPr>
        <w:t>1</w:t>
      </w:r>
      <w:r w:rsidR="000E1451" w:rsidRPr="000E1451">
        <w:rPr>
          <w:rFonts w:cs="Georgia"/>
          <w:kern w:val="1"/>
          <w:vertAlign w:val="superscript"/>
        </w:rPr>
        <w:t>re</w:t>
      </w:r>
      <w:r w:rsidR="000E1451">
        <w:rPr>
          <w:rFonts w:cs="Georgia"/>
          <w:kern w:val="1"/>
        </w:rPr>
        <w:t xml:space="preserve"> </w:t>
      </w:r>
      <w:r>
        <w:rPr>
          <w:rFonts w:cs="Georgia"/>
          <w:kern w:val="1"/>
        </w:rPr>
        <w:t>classe</w:t>
      </w:r>
      <w:r w:rsidR="000E1451">
        <w:rPr>
          <w:rFonts w:cs="Georgia"/>
          <w:kern w:val="1"/>
        </w:rPr>
        <w:t xml:space="preserve">, </w:t>
      </w:r>
      <w:r>
        <w:rPr>
          <w:rFonts w:cs="Georgia"/>
          <w:kern w:val="1"/>
        </w:rPr>
        <w:t>et ne nous l</w:t>
      </w:r>
      <w:r w:rsidR="000E1451">
        <w:rPr>
          <w:rFonts w:cs="Georgia"/>
          <w:kern w:val="1"/>
        </w:rPr>
        <w:t>’</w:t>
      </w:r>
      <w:r>
        <w:rPr>
          <w:rFonts w:cs="Georgia"/>
          <w:kern w:val="1"/>
        </w:rPr>
        <w:t>avoir même pas écrit</w:t>
      </w:r>
      <w:r w:rsidR="000E1451">
        <w:rPr>
          <w:rFonts w:cs="Georgia"/>
          <w:kern w:val="1"/>
        </w:rPr>
        <w:t> ! »</w:t>
      </w:r>
    </w:p>
    <w:p w14:paraId="09AB2E29" w14:textId="77777777" w:rsidR="000E1451" w:rsidRDefault="00BE611A" w:rsidP="00BE611A">
      <w:pPr>
        <w:rPr>
          <w:rFonts w:cs="Georgia"/>
          <w:kern w:val="1"/>
        </w:rPr>
      </w:pPr>
      <w:r>
        <w:rPr>
          <w:rFonts w:cs="Georgia"/>
          <w:kern w:val="1"/>
        </w:rPr>
        <w:t>Nous nous croisâmes</w:t>
      </w:r>
      <w:r w:rsidR="000E1451">
        <w:rPr>
          <w:rFonts w:cs="Georgia"/>
          <w:kern w:val="1"/>
        </w:rPr>
        <w:t xml:space="preserve">. </w:t>
      </w:r>
      <w:r>
        <w:rPr>
          <w:rFonts w:cs="Georgia"/>
          <w:kern w:val="1"/>
        </w:rPr>
        <w:t>Elle m</w:t>
      </w:r>
      <w:r w:rsidR="000E1451">
        <w:rPr>
          <w:rFonts w:cs="Georgia"/>
          <w:kern w:val="1"/>
        </w:rPr>
        <w:t>’</w:t>
      </w:r>
      <w:r>
        <w:rPr>
          <w:rFonts w:cs="Georgia"/>
          <w:kern w:val="1"/>
        </w:rPr>
        <w:t>adressa un sourire timide</w:t>
      </w:r>
      <w:r w:rsidR="000E1451">
        <w:rPr>
          <w:rFonts w:cs="Georgia"/>
          <w:kern w:val="1"/>
        </w:rPr>
        <w:t xml:space="preserve">, </w:t>
      </w:r>
      <w:r>
        <w:rPr>
          <w:rFonts w:cs="Georgia"/>
          <w:kern w:val="1"/>
        </w:rPr>
        <w:t>auquel je ne répondis pas</w:t>
      </w:r>
      <w:r w:rsidR="000E1451">
        <w:rPr>
          <w:rFonts w:cs="Georgia"/>
          <w:kern w:val="1"/>
        </w:rPr>
        <w:t>.</w:t>
      </w:r>
    </w:p>
    <w:p w14:paraId="0716811D" w14:textId="77777777" w:rsidR="000E1451" w:rsidRDefault="00BE611A" w:rsidP="00BE611A">
      <w:pPr>
        <w:rPr>
          <w:rFonts w:cs="Georgia"/>
          <w:kern w:val="1"/>
        </w:rPr>
      </w:pPr>
      <w:r>
        <w:rPr>
          <w:rFonts w:cs="Georgia"/>
          <w:kern w:val="1"/>
        </w:rPr>
        <w:t>De la fenêtre de la salle où je m</w:t>
      </w:r>
      <w:r w:rsidR="000E1451">
        <w:rPr>
          <w:rFonts w:cs="Georgia"/>
          <w:kern w:val="1"/>
        </w:rPr>
        <w:t>’</w:t>
      </w:r>
      <w:r>
        <w:rPr>
          <w:rFonts w:cs="Georgia"/>
          <w:kern w:val="1"/>
        </w:rPr>
        <w:t>étais réfugié</w:t>
      </w:r>
      <w:r w:rsidR="000E1451">
        <w:rPr>
          <w:rFonts w:cs="Georgia"/>
          <w:kern w:val="1"/>
        </w:rPr>
        <w:t xml:space="preserve">, </w:t>
      </w:r>
      <w:r>
        <w:rPr>
          <w:rFonts w:cs="Georgia"/>
          <w:kern w:val="1"/>
        </w:rPr>
        <w:t>je guettais l</w:t>
      </w:r>
      <w:r w:rsidR="000E1451">
        <w:rPr>
          <w:rFonts w:cs="Georgia"/>
          <w:kern w:val="1"/>
        </w:rPr>
        <w:t>’</w:t>
      </w:r>
      <w:r>
        <w:rPr>
          <w:rFonts w:cs="Georgia"/>
          <w:kern w:val="1"/>
        </w:rPr>
        <w:t>arrivée de mon landsturmien</w:t>
      </w:r>
      <w:r w:rsidR="000E1451">
        <w:rPr>
          <w:rFonts w:cs="Georgia"/>
          <w:kern w:val="1"/>
        </w:rPr>
        <w:t xml:space="preserve">. </w:t>
      </w:r>
      <w:r>
        <w:rPr>
          <w:rFonts w:cs="Georgia"/>
          <w:kern w:val="1"/>
        </w:rPr>
        <w:t>Quand je l</w:t>
      </w:r>
      <w:r w:rsidR="000E1451">
        <w:rPr>
          <w:rFonts w:cs="Georgia"/>
          <w:kern w:val="1"/>
        </w:rPr>
        <w:t>’</w:t>
      </w:r>
      <w:r>
        <w:rPr>
          <w:rFonts w:cs="Georgia"/>
          <w:kern w:val="1"/>
        </w:rPr>
        <w:t>aperçus</w:t>
      </w:r>
      <w:r w:rsidR="000E1451">
        <w:rPr>
          <w:rFonts w:cs="Georgia"/>
          <w:kern w:val="1"/>
        </w:rPr>
        <w:t xml:space="preserve">, </w:t>
      </w:r>
      <w:r>
        <w:rPr>
          <w:rFonts w:cs="Georgia"/>
          <w:kern w:val="1"/>
        </w:rPr>
        <w:t>je ne lui laissai pas le temps de sonner</w:t>
      </w:r>
      <w:r w:rsidR="000E1451">
        <w:rPr>
          <w:rFonts w:cs="Georgia"/>
          <w:kern w:val="1"/>
        </w:rPr>
        <w:t xml:space="preserve">. </w:t>
      </w:r>
      <w:r>
        <w:rPr>
          <w:rFonts w:cs="Georgia"/>
          <w:kern w:val="1"/>
        </w:rPr>
        <w:t>Je lui fis faire demi-tour</w:t>
      </w:r>
      <w:r w:rsidR="000E1451">
        <w:rPr>
          <w:rFonts w:cs="Georgia"/>
          <w:kern w:val="1"/>
        </w:rPr>
        <w:t xml:space="preserve">, </w:t>
      </w:r>
      <w:r>
        <w:rPr>
          <w:rFonts w:cs="Georgia"/>
          <w:kern w:val="1"/>
        </w:rPr>
        <w:t>et n</w:t>
      </w:r>
      <w:r w:rsidR="000E1451">
        <w:rPr>
          <w:rFonts w:cs="Georgia"/>
          <w:kern w:val="1"/>
        </w:rPr>
        <w:t>’</w:t>
      </w:r>
      <w:r>
        <w:rPr>
          <w:rFonts w:cs="Georgia"/>
          <w:kern w:val="1"/>
        </w:rPr>
        <w:t>ayant pris congé de personne</w:t>
      </w:r>
      <w:r w:rsidR="000E1451">
        <w:rPr>
          <w:rFonts w:cs="Georgia"/>
          <w:kern w:val="1"/>
        </w:rPr>
        <w:t xml:space="preserve">, </w:t>
      </w:r>
      <w:r>
        <w:rPr>
          <w:rFonts w:cs="Georgia"/>
          <w:kern w:val="1"/>
        </w:rPr>
        <w:t>je m</w:t>
      </w:r>
      <w:r w:rsidR="000E1451">
        <w:rPr>
          <w:rFonts w:cs="Georgia"/>
          <w:kern w:val="1"/>
        </w:rPr>
        <w:t>’</w:t>
      </w:r>
      <w:r>
        <w:rPr>
          <w:rFonts w:cs="Georgia"/>
          <w:kern w:val="1"/>
        </w:rPr>
        <w:t>engageai aussitôt avec lui sur le chemin du camp</w:t>
      </w:r>
      <w:r w:rsidR="000E1451">
        <w:rPr>
          <w:rFonts w:cs="Georgia"/>
          <w:kern w:val="1"/>
        </w:rPr>
        <w:t>.</w:t>
      </w:r>
    </w:p>
    <w:p w14:paraId="0563DB14" w14:textId="77777777" w:rsidR="000E1451" w:rsidRDefault="00BE611A" w:rsidP="00BE611A">
      <w:pPr>
        <w:rPr>
          <w:rFonts w:cs="Georgia"/>
          <w:kern w:val="1"/>
        </w:rPr>
      </w:pPr>
      <w:r>
        <w:rPr>
          <w:rFonts w:cs="Georgia"/>
          <w:kern w:val="1"/>
        </w:rPr>
        <w:t>Mes camarades étaient déjà revenus de corvée</w:t>
      </w:r>
      <w:r w:rsidR="000E1451">
        <w:rPr>
          <w:rFonts w:cs="Georgia"/>
          <w:kern w:val="1"/>
        </w:rPr>
        <w:t xml:space="preserve">. </w:t>
      </w:r>
      <w:r>
        <w:rPr>
          <w:rFonts w:cs="Georgia"/>
          <w:kern w:val="1"/>
        </w:rPr>
        <w:t>Dans notre baraquement</w:t>
      </w:r>
      <w:r w:rsidR="000E1451">
        <w:rPr>
          <w:rFonts w:cs="Georgia"/>
          <w:kern w:val="1"/>
        </w:rPr>
        <w:t xml:space="preserve">, </w:t>
      </w:r>
      <w:r>
        <w:rPr>
          <w:rFonts w:cs="Georgia"/>
          <w:kern w:val="1"/>
        </w:rPr>
        <w:t>on parlait moins que de coutume</w:t>
      </w:r>
      <w:r w:rsidR="000E1451">
        <w:rPr>
          <w:rFonts w:cs="Georgia"/>
          <w:kern w:val="1"/>
        </w:rPr>
        <w:t>.</w:t>
      </w:r>
    </w:p>
    <w:p w14:paraId="62D841D1" w14:textId="77777777" w:rsidR="000E1451" w:rsidRDefault="000E1451" w:rsidP="00BE611A">
      <w:pPr>
        <w:rPr>
          <w:rFonts w:cs="Georgia"/>
          <w:kern w:val="1"/>
        </w:rPr>
      </w:pPr>
      <w:r>
        <w:rPr>
          <w:rFonts w:cs="Georgia"/>
          <w:kern w:val="1"/>
        </w:rPr>
        <w:t>— </w:t>
      </w:r>
      <w:r w:rsidR="00BE611A">
        <w:rPr>
          <w:rFonts w:cs="Georgia"/>
          <w:kern w:val="1"/>
        </w:rPr>
        <w:t>Ça va</w:t>
      </w:r>
      <w:r>
        <w:rPr>
          <w:rFonts w:cs="Georgia"/>
          <w:kern w:val="1"/>
        </w:rPr>
        <w:t> ?</w:t>
      </w:r>
    </w:p>
    <w:p w14:paraId="1D61C792" w14:textId="77777777" w:rsidR="000E1451" w:rsidRDefault="000E1451" w:rsidP="00BE611A">
      <w:pPr>
        <w:rPr>
          <w:rFonts w:cs="Georgia"/>
          <w:kern w:val="1"/>
        </w:rPr>
      </w:pPr>
      <w:r>
        <w:rPr>
          <w:rFonts w:cs="Georgia"/>
          <w:kern w:val="1"/>
        </w:rPr>
        <w:t>— </w:t>
      </w:r>
      <w:r w:rsidR="00BE611A">
        <w:rPr>
          <w:rFonts w:cs="Georgia"/>
          <w:kern w:val="1"/>
        </w:rPr>
        <w:t>Ça va</w:t>
      </w:r>
      <w:r>
        <w:rPr>
          <w:rFonts w:cs="Georgia"/>
          <w:kern w:val="1"/>
        </w:rPr>
        <w:t>.</w:t>
      </w:r>
    </w:p>
    <w:p w14:paraId="4B31DAF2" w14:textId="77777777" w:rsidR="000E1451" w:rsidRDefault="000E1451" w:rsidP="00BE611A">
      <w:pPr>
        <w:rPr>
          <w:rFonts w:cs="Georgia"/>
          <w:kern w:val="1"/>
        </w:rPr>
      </w:pPr>
      <w:r>
        <w:rPr>
          <w:rFonts w:cs="Georgia"/>
          <w:kern w:val="1"/>
        </w:rPr>
        <w:lastRenderedPageBreak/>
        <w:t>— </w:t>
      </w:r>
      <w:r w:rsidR="00BE611A">
        <w:rPr>
          <w:rFonts w:cs="Georgia"/>
          <w:kern w:val="1"/>
        </w:rPr>
        <w:t>Quoi de neuf</w:t>
      </w:r>
      <w:r>
        <w:rPr>
          <w:rFonts w:cs="Georgia"/>
          <w:kern w:val="1"/>
        </w:rPr>
        <w:t> ?</w:t>
      </w:r>
    </w:p>
    <w:p w14:paraId="52A94483" w14:textId="77777777" w:rsidR="000E1451" w:rsidRDefault="000E1451" w:rsidP="00BE611A">
      <w:pPr>
        <w:rPr>
          <w:rFonts w:cs="Georgia"/>
          <w:kern w:val="1"/>
        </w:rPr>
      </w:pPr>
      <w:r>
        <w:rPr>
          <w:rFonts w:cs="Georgia"/>
          <w:kern w:val="1"/>
        </w:rPr>
        <w:t>— </w:t>
      </w:r>
      <w:r w:rsidR="00BE611A">
        <w:rPr>
          <w:rFonts w:cs="Georgia"/>
          <w:kern w:val="1"/>
        </w:rPr>
        <w:t>Rien</w:t>
      </w:r>
      <w:r>
        <w:rPr>
          <w:rFonts w:cs="Georgia"/>
          <w:kern w:val="1"/>
        </w:rPr>
        <w:t xml:space="preserve">. </w:t>
      </w:r>
      <w:r w:rsidR="00BE611A">
        <w:rPr>
          <w:rFonts w:cs="Georgia"/>
          <w:kern w:val="1"/>
        </w:rPr>
        <w:t>Et ici</w:t>
      </w:r>
      <w:r>
        <w:rPr>
          <w:rFonts w:cs="Georgia"/>
          <w:kern w:val="1"/>
        </w:rPr>
        <w:t>.</w:t>
      </w:r>
    </w:p>
    <w:p w14:paraId="42B6442F" w14:textId="77777777" w:rsidR="000E1451" w:rsidRDefault="000E1451" w:rsidP="00BE611A">
      <w:pPr>
        <w:rPr>
          <w:rFonts w:cs="Georgia"/>
          <w:kern w:val="1"/>
        </w:rPr>
      </w:pPr>
      <w:r>
        <w:rPr>
          <w:rFonts w:cs="Georgia"/>
          <w:kern w:val="1"/>
        </w:rPr>
        <w:t>— </w:t>
      </w:r>
      <w:r w:rsidR="00BE611A">
        <w:rPr>
          <w:rFonts w:cs="Georgia"/>
          <w:kern w:val="1"/>
        </w:rPr>
        <w:t>Ici</w:t>
      </w:r>
      <w:r>
        <w:rPr>
          <w:rFonts w:cs="Georgia"/>
          <w:kern w:val="1"/>
        </w:rPr>
        <w:t xml:space="preserve">, </w:t>
      </w:r>
      <w:r w:rsidR="00BE611A">
        <w:rPr>
          <w:rFonts w:cs="Georgia"/>
          <w:kern w:val="1"/>
        </w:rPr>
        <w:t>dit Fichet</w:t>
      </w:r>
      <w:r>
        <w:rPr>
          <w:rFonts w:cs="Georgia"/>
          <w:kern w:val="1"/>
        </w:rPr>
        <w:t xml:space="preserve">, </w:t>
      </w:r>
      <w:r w:rsidR="00BE611A">
        <w:rPr>
          <w:rFonts w:cs="Georgia"/>
          <w:kern w:val="1"/>
        </w:rPr>
        <w:t>il y a que le pauvre Vidal a cassé sa pipe</w:t>
      </w:r>
      <w:r>
        <w:rPr>
          <w:rFonts w:cs="Georgia"/>
          <w:kern w:val="1"/>
        </w:rPr>
        <w:t>.</w:t>
      </w:r>
    </w:p>
    <w:p w14:paraId="65629CCF" w14:textId="77777777" w:rsidR="000E1451" w:rsidRDefault="00BE611A" w:rsidP="00BE611A">
      <w:pPr>
        <w:rPr>
          <w:rFonts w:cs="Georgia"/>
          <w:kern w:val="1"/>
        </w:rPr>
      </w:pPr>
      <w:r>
        <w:rPr>
          <w:rFonts w:cs="Georgia"/>
          <w:kern w:val="1"/>
        </w:rPr>
        <w:t>Il me désigna une paillasse au fond de la baraque</w:t>
      </w:r>
      <w:r w:rsidR="000E1451">
        <w:rPr>
          <w:rFonts w:cs="Georgia"/>
          <w:kern w:val="1"/>
        </w:rPr>
        <w:t xml:space="preserve">. </w:t>
      </w:r>
      <w:r>
        <w:rPr>
          <w:rFonts w:cs="Georgia"/>
          <w:kern w:val="1"/>
        </w:rPr>
        <w:t>Sous la couverture brune se dessinait la rigidité d</w:t>
      </w:r>
      <w:r w:rsidR="000E1451">
        <w:rPr>
          <w:rFonts w:cs="Georgia"/>
          <w:kern w:val="1"/>
        </w:rPr>
        <w:t>’</w:t>
      </w:r>
      <w:r>
        <w:rPr>
          <w:rFonts w:cs="Georgia"/>
          <w:kern w:val="1"/>
        </w:rPr>
        <w:t>une forme humaine</w:t>
      </w:r>
      <w:r w:rsidR="000E1451">
        <w:rPr>
          <w:rFonts w:cs="Georgia"/>
          <w:kern w:val="1"/>
        </w:rPr>
        <w:t xml:space="preserve">. </w:t>
      </w:r>
      <w:r>
        <w:rPr>
          <w:rFonts w:cs="Georgia"/>
          <w:kern w:val="1"/>
        </w:rPr>
        <w:t>Je retirai mon képi</w:t>
      </w:r>
      <w:r w:rsidR="000E1451">
        <w:rPr>
          <w:rFonts w:cs="Georgia"/>
          <w:kern w:val="1"/>
        </w:rPr>
        <w:t>.</w:t>
      </w:r>
    </w:p>
    <w:p w14:paraId="132693F5" w14:textId="77777777" w:rsidR="000E1451" w:rsidRDefault="000E1451" w:rsidP="00BE611A">
      <w:pPr>
        <w:rPr>
          <w:rFonts w:cs="Georgia"/>
          <w:kern w:val="1"/>
        </w:rPr>
      </w:pPr>
      <w:r>
        <w:rPr>
          <w:rFonts w:cs="Georgia"/>
          <w:kern w:val="1"/>
        </w:rPr>
        <w:t>— </w:t>
      </w:r>
      <w:r w:rsidR="00BE611A">
        <w:rPr>
          <w:rFonts w:cs="Georgia"/>
          <w:kern w:val="1"/>
        </w:rPr>
        <w:t>Pauvre vieux</w:t>
      </w:r>
      <w:r>
        <w:rPr>
          <w:rFonts w:cs="Georgia"/>
          <w:kern w:val="1"/>
        </w:rPr>
        <w:t xml:space="preserve">, </w:t>
      </w:r>
      <w:r w:rsidR="00BE611A">
        <w:rPr>
          <w:rFonts w:cs="Georgia"/>
          <w:kern w:val="1"/>
        </w:rPr>
        <w:t>dit Guérin</w:t>
      </w:r>
      <w:r>
        <w:rPr>
          <w:rFonts w:cs="Georgia"/>
          <w:kern w:val="1"/>
        </w:rPr>
        <w:t xml:space="preserve">. </w:t>
      </w:r>
      <w:r w:rsidR="00BE611A">
        <w:rPr>
          <w:rFonts w:cs="Georgia"/>
          <w:kern w:val="1"/>
        </w:rPr>
        <w:t>Je l</w:t>
      </w:r>
      <w:r>
        <w:rPr>
          <w:rFonts w:cs="Georgia"/>
          <w:kern w:val="1"/>
        </w:rPr>
        <w:t>’</w:t>
      </w:r>
      <w:r w:rsidR="00BE611A">
        <w:rPr>
          <w:rFonts w:cs="Georgia"/>
          <w:kern w:val="1"/>
        </w:rPr>
        <w:t>avais connu à Langensalza</w:t>
      </w:r>
      <w:r>
        <w:rPr>
          <w:rFonts w:cs="Georgia"/>
          <w:kern w:val="1"/>
        </w:rPr>
        <w:t xml:space="preserve">. </w:t>
      </w:r>
      <w:r w:rsidR="00BE611A">
        <w:rPr>
          <w:rFonts w:cs="Georgia"/>
          <w:kern w:val="1"/>
        </w:rPr>
        <w:t>Puis on s</w:t>
      </w:r>
      <w:r>
        <w:rPr>
          <w:rFonts w:cs="Georgia"/>
          <w:kern w:val="1"/>
        </w:rPr>
        <w:t>’</w:t>
      </w:r>
      <w:r w:rsidR="00BE611A">
        <w:rPr>
          <w:rFonts w:cs="Georgia"/>
          <w:kern w:val="1"/>
        </w:rPr>
        <w:t>était retrouvé à Erfurt</w:t>
      </w:r>
      <w:r>
        <w:rPr>
          <w:rFonts w:cs="Georgia"/>
          <w:kern w:val="1"/>
        </w:rPr>
        <w:t>.</w:t>
      </w:r>
    </w:p>
    <w:p w14:paraId="4A06E0EA" w14:textId="77777777" w:rsidR="000E1451" w:rsidRDefault="000E1451" w:rsidP="00BE611A">
      <w:pPr>
        <w:rPr>
          <w:rFonts w:cs="Georgia"/>
          <w:kern w:val="1"/>
        </w:rPr>
      </w:pPr>
      <w:r>
        <w:rPr>
          <w:rFonts w:cs="Georgia"/>
          <w:kern w:val="1"/>
        </w:rPr>
        <w:t>— </w:t>
      </w:r>
      <w:r w:rsidR="00BE611A">
        <w:rPr>
          <w:rFonts w:cs="Georgia"/>
          <w:kern w:val="1"/>
        </w:rPr>
        <w:t>Il faisait son boulot bien tranquille</w:t>
      </w:r>
      <w:r>
        <w:rPr>
          <w:rFonts w:cs="Georgia"/>
          <w:kern w:val="1"/>
        </w:rPr>
        <w:t xml:space="preserve">. </w:t>
      </w:r>
      <w:r w:rsidR="00BE611A">
        <w:rPr>
          <w:rFonts w:cs="Georgia"/>
          <w:kern w:val="1"/>
        </w:rPr>
        <w:t>Il n</w:t>
      </w:r>
      <w:r>
        <w:rPr>
          <w:rFonts w:cs="Georgia"/>
          <w:kern w:val="1"/>
        </w:rPr>
        <w:t>’</w:t>
      </w:r>
      <w:r w:rsidR="00BE611A">
        <w:rPr>
          <w:rFonts w:cs="Georgia"/>
          <w:kern w:val="1"/>
        </w:rPr>
        <w:t>a jamais embêté personne</w:t>
      </w:r>
      <w:r>
        <w:rPr>
          <w:rFonts w:cs="Georgia"/>
          <w:kern w:val="1"/>
        </w:rPr>
        <w:t>.</w:t>
      </w:r>
    </w:p>
    <w:p w14:paraId="04EF52B8" w14:textId="77777777" w:rsidR="000E1451" w:rsidRDefault="000E1451" w:rsidP="00BE611A">
      <w:pPr>
        <w:rPr>
          <w:rFonts w:cs="Georgia"/>
          <w:kern w:val="1"/>
        </w:rPr>
      </w:pPr>
      <w:r>
        <w:rPr>
          <w:rFonts w:cs="Georgia"/>
          <w:kern w:val="1"/>
        </w:rPr>
        <w:t>— </w:t>
      </w:r>
      <w:r w:rsidR="00BE611A">
        <w:rPr>
          <w:rFonts w:cs="Georgia"/>
          <w:kern w:val="1"/>
        </w:rPr>
        <w:t>Pour ça</w:t>
      </w:r>
      <w:r>
        <w:rPr>
          <w:rFonts w:cs="Georgia"/>
          <w:kern w:val="1"/>
        </w:rPr>
        <w:t xml:space="preserve">, </w:t>
      </w:r>
      <w:r w:rsidR="00BE611A">
        <w:rPr>
          <w:rFonts w:cs="Georgia"/>
          <w:kern w:val="1"/>
        </w:rPr>
        <w:t>non</w:t>
      </w:r>
      <w:r>
        <w:rPr>
          <w:rFonts w:cs="Georgia"/>
          <w:kern w:val="1"/>
        </w:rPr>
        <w:t>.</w:t>
      </w:r>
    </w:p>
    <w:p w14:paraId="6C450AEC" w14:textId="77777777" w:rsidR="000E1451" w:rsidRDefault="000E1451" w:rsidP="00BE611A">
      <w:pPr>
        <w:rPr>
          <w:rFonts w:cs="Georgia"/>
          <w:kern w:val="1"/>
        </w:rPr>
      </w:pPr>
      <w:r>
        <w:rPr>
          <w:rFonts w:cs="Georgia"/>
          <w:kern w:val="1"/>
        </w:rPr>
        <w:t>— </w:t>
      </w:r>
      <w:r w:rsidR="00BE611A">
        <w:rPr>
          <w:rFonts w:cs="Georgia"/>
          <w:kern w:val="1"/>
        </w:rPr>
        <w:t>Quand je pense</w:t>
      </w:r>
      <w:r>
        <w:rPr>
          <w:rFonts w:cs="Georgia"/>
          <w:kern w:val="1"/>
        </w:rPr>
        <w:t xml:space="preserve">, </w:t>
      </w:r>
      <w:r w:rsidR="00BE611A">
        <w:rPr>
          <w:rFonts w:cs="Georgia"/>
          <w:kern w:val="1"/>
        </w:rPr>
        <w:t>dit Audemard</w:t>
      </w:r>
      <w:r>
        <w:rPr>
          <w:rFonts w:cs="Georgia"/>
          <w:kern w:val="1"/>
        </w:rPr>
        <w:t xml:space="preserve">, </w:t>
      </w:r>
      <w:r w:rsidR="00BE611A">
        <w:rPr>
          <w:rFonts w:cs="Georgia"/>
          <w:kern w:val="1"/>
        </w:rPr>
        <w:t>qui ne décolérait pas depuis sa sortie de cellule</w:t>
      </w:r>
      <w:r>
        <w:rPr>
          <w:rFonts w:cs="Georgia"/>
          <w:kern w:val="1"/>
        </w:rPr>
        <w:t xml:space="preserve">, </w:t>
      </w:r>
      <w:r w:rsidR="00BE611A">
        <w:rPr>
          <w:rFonts w:cs="Georgia"/>
          <w:kern w:val="1"/>
        </w:rPr>
        <w:t>quand je pense que depuis trois jours il se faisait porter malade</w:t>
      </w:r>
      <w:r>
        <w:rPr>
          <w:rFonts w:cs="Georgia"/>
          <w:kern w:val="1"/>
        </w:rPr>
        <w:t xml:space="preserve">. </w:t>
      </w:r>
      <w:r w:rsidR="00BE611A">
        <w:rPr>
          <w:rFonts w:cs="Georgia"/>
          <w:kern w:val="1"/>
        </w:rPr>
        <w:t>Chaque fois</w:t>
      </w:r>
      <w:r>
        <w:rPr>
          <w:rFonts w:cs="Georgia"/>
          <w:kern w:val="1"/>
        </w:rPr>
        <w:t xml:space="preserve">, </w:t>
      </w:r>
      <w:r w:rsidR="00BE611A">
        <w:rPr>
          <w:rFonts w:cs="Georgia"/>
          <w:kern w:val="1"/>
        </w:rPr>
        <w:t>ils le renvoyaient avec des menaces</w:t>
      </w:r>
      <w:r>
        <w:rPr>
          <w:rFonts w:cs="Georgia"/>
          <w:kern w:val="1"/>
        </w:rPr>
        <w:t xml:space="preserve">. </w:t>
      </w:r>
      <w:r w:rsidR="00BE611A">
        <w:rPr>
          <w:rFonts w:cs="Georgia"/>
          <w:kern w:val="1"/>
        </w:rPr>
        <w:t>Ce matin</w:t>
      </w:r>
      <w:r>
        <w:rPr>
          <w:rFonts w:cs="Georgia"/>
          <w:kern w:val="1"/>
        </w:rPr>
        <w:t xml:space="preserve">, </w:t>
      </w:r>
      <w:r w:rsidR="00BE611A">
        <w:rPr>
          <w:rFonts w:cs="Georgia"/>
          <w:kern w:val="1"/>
        </w:rPr>
        <w:t>cette petite ordure de toubib s</w:t>
      </w:r>
      <w:r>
        <w:rPr>
          <w:rFonts w:cs="Georgia"/>
          <w:kern w:val="1"/>
        </w:rPr>
        <w:t>’</w:t>
      </w:r>
      <w:r w:rsidR="00BE611A">
        <w:rPr>
          <w:rFonts w:cs="Georgia"/>
          <w:kern w:val="1"/>
        </w:rPr>
        <w:t>est décidé à le reconnaître</w:t>
      </w:r>
      <w:r>
        <w:rPr>
          <w:rFonts w:cs="Georgia"/>
          <w:kern w:val="1"/>
        </w:rPr>
        <w:t> : « </w:t>
      </w:r>
      <w:r w:rsidR="00BE611A">
        <w:rPr>
          <w:rFonts w:cs="Georgia"/>
          <w:kern w:val="1"/>
        </w:rPr>
        <w:t>Embarras gastrique</w:t>
      </w:r>
      <w:r>
        <w:rPr>
          <w:rFonts w:cs="Georgia"/>
          <w:kern w:val="1"/>
        </w:rPr>
        <w:t xml:space="preserve">. </w:t>
      </w:r>
      <w:r w:rsidR="00BE611A">
        <w:rPr>
          <w:rFonts w:cs="Georgia"/>
          <w:kern w:val="1"/>
        </w:rPr>
        <w:t>Exempt de service</w:t>
      </w:r>
      <w:r>
        <w:rPr>
          <w:rFonts w:cs="Georgia"/>
          <w:kern w:val="1"/>
        </w:rPr>
        <w:t>. »</w:t>
      </w:r>
      <w:r w:rsidR="00BE611A">
        <w:rPr>
          <w:rFonts w:cs="Georgia"/>
          <w:kern w:val="1"/>
        </w:rPr>
        <w:t xml:space="preserve"> Embarras gastrique</w:t>
      </w:r>
      <w:r>
        <w:rPr>
          <w:rFonts w:cs="Georgia"/>
          <w:kern w:val="1"/>
        </w:rPr>
        <w:t xml:space="preserve">, </w:t>
      </w:r>
      <w:r w:rsidR="00BE611A">
        <w:rPr>
          <w:rFonts w:cs="Georgia"/>
          <w:kern w:val="1"/>
        </w:rPr>
        <w:t>tu parles</w:t>
      </w:r>
      <w:r>
        <w:rPr>
          <w:rFonts w:cs="Georgia"/>
          <w:kern w:val="1"/>
        </w:rPr>
        <w:t xml:space="preserve"> ! </w:t>
      </w:r>
      <w:r w:rsidR="00BE611A">
        <w:rPr>
          <w:rFonts w:cs="Georgia"/>
          <w:kern w:val="1"/>
        </w:rPr>
        <w:t>Deux heures après</w:t>
      </w:r>
      <w:r>
        <w:rPr>
          <w:rFonts w:cs="Georgia"/>
          <w:kern w:val="1"/>
        </w:rPr>
        <w:t xml:space="preserve">, </w:t>
      </w:r>
      <w:r w:rsidR="00BE611A">
        <w:rPr>
          <w:rFonts w:cs="Georgia"/>
          <w:kern w:val="1"/>
        </w:rPr>
        <w:t>il clabotait</w:t>
      </w:r>
      <w:r>
        <w:rPr>
          <w:rFonts w:cs="Georgia"/>
          <w:kern w:val="1"/>
        </w:rPr>
        <w:t>.</w:t>
      </w:r>
    </w:p>
    <w:p w14:paraId="2FC0F4C6" w14:textId="77777777" w:rsidR="000E1451" w:rsidRDefault="000E1451" w:rsidP="00BE611A">
      <w:pPr>
        <w:rPr>
          <w:rFonts w:cs="Georgia"/>
          <w:kern w:val="1"/>
        </w:rPr>
      </w:pPr>
      <w:r>
        <w:rPr>
          <w:rFonts w:cs="Georgia"/>
          <w:kern w:val="1"/>
        </w:rPr>
        <w:t>— </w:t>
      </w:r>
      <w:r w:rsidR="00BE611A">
        <w:rPr>
          <w:rFonts w:cs="Georgia"/>
          <w:kern w:val="1"/>
        </w:rPr>
        <w:t>Gueule pas comme ça</w:t>
      </w:r>
      <w:r>
        <w:rPr>
          <w:rFonts w:cs="Georgia"/>
          <w:kern w:val="1"/>
        </w:rPr>
        <w:t xml:space="preserve">, </w:t>
      </w:r>
      <w:r w:rsidR="00BE611A">
        <w:rPr>
          <w:rFonts w:cs="Georgia"/>
          <w:kern w:val="1"/>
        </w:rPr>
        <w:t>dit Sylvestre</w:t>
      </w:r>
      <w:r>
        <w:rPr>
          <w:rFonts w:cs="Georgia"/>
          <w:kern w:val="1"/>
        </w:rPr>
        <w:t xml:space="preserve">. </w:t>
      </w:r>
      <w:r w:rsidR="00BE611A">
        <w:rPr>
          <w:rFonts w:cs="Georgia"/>
          <w:kern w:val="1"/>
        </w:rPr>
        <w:t>C</w:t>
      </w:r>
      <w:r>
        <w:rPr>
          <w:rFonts w:cs="Georgia"/>
          <w:kern w:val="1"/>
        </w:rPr>
        <w:t>’</w:t>
      </w:r>
      <w:r w:rsidR="00BE611A">
        <w:rPr>
          <w:rFonts w:cs="Georgia"/>
          <w:kern w:val="1"/>
        </w:rPr>
        <w:t>est pas des façons</w:t>
      </w:r>
      <w:r>
        <w:rPr>
          <w:rFonts w:cs="Georgia"/>
          <w:kern w:val="1"/>
        </w:rPr>
        <w:t xml:space="preserve">, </w:t>
      </w:r>
      <w:r w:rsidR="00BE611A">
        <w:rPr>
          <w:rFonts w:cs="Georgia"/>
          <w:kern w:val="1"/>
        </w:rPr>
        <w:t>quand y a un mort</w:t>
      </w:r>
      <w:r>
        <w:rPr>
          <w:rFonts w:cs="Georgia"/>
          <w:kern w:val="1"/>
        </w:rPr>
        <w:t>.</w:t>
      </w:r>
    </w:p>
    <w:p w14:paraId="187B1F48" w14:textId="77777777" w:rsidR="000E1451" w:rsidRDefault="00BE611A" w:rsidP="00BE611A">
      <w:pPr>
        <w:rPr>
          <w:rFonts w:cs="Georgia"/>
          <w:kern w:val="1"/>
        </w:rPr>
      </w:pPr>
      <w:r>
        <w:rPr>
          <w:rFonts w:cs="Georgia"/>
          <w:kern w:val="1"/>
        </w:rPr>
        <w:t>J</w:t>
      </w:r>
      <w:r w:rsidR="000E1451">
        <w:rPr>
          <w:rFonts w:cs="Georgia"/>
          <w:kern w:val="1"/>
        </w:rPr>
        <w:t>’</w:t>
      </w:r>
      <w:r>
        <w:rPr>
          <w:rFonts w:cs="Georgia"/>
          <w:kern w:val="1"/>
        </w:rPr>
        <w:t>essayai de m</w:t>
      </w:r>
      <w:r w:rsidR="000E1451">
        <w:rPr>
          <w:rFonts w:cs="Georgia"/>
          <w:kern w:val="1"/>
        </w:rPr>
        <w:t>’</w:t>
      </w:r>
      <w:r>
        <w:rPr>
          <w:rFonts w:cs="Georgia"/>
          <w:kern w:val="1"/>
        </w:rPr>
        <w:t>endormir</w:t>
      </w:r>
      <w:r w:rsidR="000E1451">
        <w:rPr>
          <w:rFonts w:cs="Georgia"/>
          <w:kern w:val="1"/>
        </w:rPr>
        <w:t xml:space="preserve">, </w:t>
      </w:r>
      <w:r>
        <w:rPr>
          <w:rFonts w:cs="Georgia"/>
          <w:kern w:val="1"/>
        </w:rPr>
        <w:t>et</w:t>
      </w:r>
      <w:r w:rsidR="000E1451">
        <w:rPr>
          <w:rFonts w:cs="Georgia"/>
          <w:kern w:val="1"/>
        </w:rPr>
        <w:t xml:space="preserve">, </w:t>
      </w:r>
      <w:r>
        <w:rPr>
          <w:rFonts w:cs="Georgia"/>
          <w:kern w:val="1"/>
        </w:rPr>
        <w:t>contre mon attente</w:t>
      </w:r>
      <w:r w:rsidR="000E1451">
        <w:rPr>
          <w:rFonts w:cs="Georgia"/>
          <w:kern w:val="1"/>
        </w:rPr>
        <w:t xml:space="preserve">, </w:t>
      </w:r>
      <w:r>
        <w:rPr>
          <w:rFonts w:cs="Georgia"/>
          <w:kern w:val="1"/>
        </w:rPr>
        <w:t>j</w:t>
      </w:r>
      <w:r w:rsidR="000E1451">
        <w:rPr>
          <w:rFonts w:cs="Georgia"/>
          <w:kern w:val="1"/>
        </w:rPr>
        <w:t>’</w:t>
      </w:r>
      <w:r>
        <w:rPr>
          <w:rFonts w:cs="Georgia"/>
          <w:kern w:val="1"/>
        </w:rPr>
        <w:t>y réussis très vite</w:t>
      </w:r>
      <w:r w:rsidR="000E1451">
        <w:rPr>
          <w:rFonts w:cs="Georgia"/>
          <w:kern w:val="1"/>
        </w:rPr>
        <w:t xml:space="preserve">. </w:t>
      </w:r>
      <w:r>
        <w:rPr>
          <w:rFonts w:cs="Georgia"/>
          <w:kern w:val="1"/>
        </w:rPr>
        <w:t>Le lugubre sommeil</w:t>
      </w:r>
      <w:r w:rsidR="000E1451">
        <w:rPr>
          <w:rFonts w:cs="Georgia"/>
          <w:kern w:val="1"/>
        </w:rPr>
        <w:t xml:space="preserve">, </w:t>
      </w:r>
      <w:r>
        <w:rPr>
          <w:rFonts w:cs="Georgia"/>
          <w:kern w:val="1"/>
        </w:rPr>
        <w:t>il est vrai</w:t>
      </w:r>
      <w:r w:rsidR="000E1451">
        <w:rPr>
          <w:rFonts w:cs="Georgia"/>
          <w:kern w:val="1"/>
        </w:rPr>
        <w:t xml:space="preserve">, </w:t>
      </w:r>
      <w:r>
        <w:rPr>
          <w:rFonts w:cs="Georgia"/>
          <w:kern w:val="1"/>
        </w:rPr>
        <w:t>et peuplé de cauchemars ridicules</w:t>
      </w:r>
      <w:r w:rsidR="000E1451">
        <w:rPr>
          <w:rFonts w:cs="Georgia"/>
          <w:kern w:val="1"/>
        </w:rPr>
        <w:t xml:space="preserve"> ! </w:t>
      </w:r>
      <w:r>
        <w:rPr>
          <w:rFonts w:cs="Georgia"/>
          <w:kern w:val="1"/>
        </w:rPr>
        <w:t>Je rêvai que je souffletais un officier prussien</w:t>
      </w:r>
      <w:r w:rsidR="000E1451">
        <w:rPr>
          <w:rFonts w:cs="Georgia"/>
          <w:kern w:val="1"/>
        </w:rPr>
        <w:t xml:space="preserve">, </w:t>
      </w:r>
      <w:r>
        <w:rPr>
          <w:rFonts w:cs="Georgia"/>
          <w:kern w:val="1"/>
        </w:rPr>
        <w:t>qui n</w:t>
      </w:r>
      <w:r w:rsidR="000E1451">
        <w:rPr>
          <w:rFonts w:cs="Georgia"/>
          <w:kern w:val="1"/>
        </w:rPr>
        <w:t>’</w:t>
      </w:r>
      <w:r>
        <w:rPr>
          <w:rFonts w:cs="Georgia"/>
          <w:kern w:val="1"/>
        </w:rPr>
        <w:t>était autre</w:t>
      </w:r>
      <w:r w:rsidR="000E1451">
        <w:rPr>
          <w:rFonts w:cs="Georgia"/>
          <w:kern w:val="1"/>
        </w:rPr>
        <w:t xml:space="preserve">, </w:t>
      </w:r>
      <w:r>
        <w:rPr>
          <w:rFonts w:cs="Georgia"/>
          <w:kern w:val="1"/>
        </w:rPr>
        <w:t>bien entendu</w:t>
      </w:r>
      <w:r w:rsidR="000E1451">
        <w:rPr>
          <w:rFonts w:cs="Georgia"/>
          <w:kern w:val="1"/>
        </w:rPr>
        <w:t xml:space="preserve">, </w:t>
      </w:r>
      <w:r>
        <w:rPr>
          <w:rFonts w:cs="Georgia"/>
          <w:kern w:val="1"/>
        </w:rPr>
        <w:t>que le commandant de Reichendorf</w:t>
      </w:r>
      <w:r w:rsidR="000E1451">
        <w:rPr>
          <w:rFonts w:cs="Georgia"/>
          <w:kern w:val="1"/>
        </w:rPr>
        <w:t xml:space="preserve">. </w:t>
      </w:r>
      <w:r>
        <w:rPr>
          <w:rFonts w:cs="Georgia"/>
          <w:kern w:val="1"/>
        </w:rPr>
        <w:t>On me condamnait à mort</w:t>
      </w:r>
      <w:r w:rsidR="000E1451">
        <w:rPr>
          <w:rFonts w:cs="Georgia"/>
          <w:kern w:val="1"/>
        </w:rPr>
        <w:t xml:space="preserve">. </w:t>
      </w:r>
      <w:r>
        <w:rPr>
          <w:rFonts w:cs="Georgia"/>
          <w:kern w:val="1"/>
        </w:rPr>
        <w:t>Axelle me faisait évader</w:t>
      </w:r>
      <w:r w:rsidR="000E1451">
        <w:rPr>
          <w:rFonts w:cs="Georgia"/>
          <w:kern w:val="1"/>
        </w:rPr>
        <w:t xml:space="preserve">, </w:t>
      </w:r>
      <w:r>
        <w:rPr>
          <w:rFonts w:cs="Georgia"/>
          <w:kern w:val="1"/>
        </w:rPr>
        <w:t>s</w:t>
      </w:r>
      <w:r w:rsidR="000E1451">
        <w:rPr>
          <w:rFonts w:cs="Georgia"/>
          <w:kern w:val="1"/>
        </w:rPr>
        <w:t>’</w:t>
      </w:r>
      <w:r>
        <w:rPr>
          <w:rFonts w:cs="Georgia"/>
          <w:kern w:val="1"/>
        </w:rPr>
        <w:t>enfuyait avec moi</w:t>
      </w:r>
      <w:r w:rsidR="000E1451">
        <w:rPr>
          <w:rFonts w:cs="Georgia"/>
          <w:kern w:val="1"/>
        </w:rPr>
        <w:t xml:space="preserve">. </w:t>
      </w:r>
      <w:r>
        <w:rPr>
          <w:rFonts w:cs="Georgia"/>
          <w:kern w:val="1"/>
        </w:rPr>
        <w:t xml:space="preserve">Quel bel épilogue pour le </w:t>
      </w:r>
      <w:r>
        <w:rPr>
          <w:rFonts w:cs="Georgia"/>
          <w:kern w:val="1"/>
        </w:rPr>
        <w:lastRenderedPageBreak/>
        <w:t>cinéma</w:t>
      </w:r>
      <w:r w:rsidR="000E1451">
        <w:rPr>
          <w:rFonts w:cs="Georgia"/>
          <w:kern w:val="1"/>
        </w:rPr>
        <w:t xml:space="preserve"> ! </w:t>
      </w:r>
      <w:r>
        <w:rPr>
          <w:rFonts w:cs="Georgia"/>
          <w:kern w:val="1"/>
        </w:rPr>
        <w:t>Hélas</w:t>
      </w:r>
      <w:r w:rsidR="000E1451">
        <w:rPr>
          <w:rFonts w:cs="Georgia"/>
          <w:kern w:val="1"/>
        </w:rPr>
        <w:t xml:space="preserve"> ! </w:t>
      </w:r>
      <w:r>
        <w:rPr>
          <w:rFonts w:cs="Georgia"/>
          <w:kern w:val="1"/>
        </w:rPr>
        <w:t>ceux que fournit le magasin d</w:t>
      </w:r>
      <w:r w:rsidR="000E1451">
        <w:rPr>
          <w:rFonts w:cs="Georgia"/>
          <w:kern w:val="1"/>
        </w:rPr>
        <w:t>’</w:t>
      </w:r>
      <w:r>
        <w:rPr>
          <w:rFonts w:cs="Georgia"/>
          <w:kern w:val="1"/>
        </w:rPr>
        <w:t>accessoires de la vie ont d</w:t>
      </w:r>
      <w:r w:rsidR="000E1451">
        <w:rPr>
          <w:rFonts w:cs="Georgia"/>
          <w:kern w:val="1"/>
        </w:rPr>
        <w:t>’</w:t>
      </w:r>
      <w:r>
        <w:rPr>
          <w:rFonts w:cs="Georgia"/>
          <w:kern w:val="1"/>
        </w:rPr>
        <w:t>ordinaire plus de platitude</w:t>
      </w:r>
      <w:r w:rsidR="000E1451">
        <w:rPr>
          <w:rFonts w:cs="Georgia"/>
          <w:kern w:val="1"/>
        </w:rPr>
        <w:t>.</w:t>
      </w:r>
    </w:p>
    <w:p w14:paraId="466BCE58" w14:textId="77777777" w:rsidR="000E1451" w:rsidRDefault="00BE611A" w:rsidP="00BE611A">
      <w:pPr>
        <w:rPr>
          <w:rFonts w:cs="Georgia"/>
          <w:kern w:val="1"/>
        </w:rPr>
      </w:pPr>
      <w:r>
        <w:rPr>
          <w:rFonts w:cs="Georgia"/>
          <w:kern w:val="1"/>
        </w:rPr>
        <w:t>Un bruit de pas résonnait pourtant à mes oreilles</w:t>
      </w:r>
      <w:r w:rsidR="000E1451">
        <w:rPr>
          <w:rFonts w:cs="Georgia"/>
          <w:kern w:val="1"/>
        </w:rPr>
        <w:t xml:space="preserve">. </w:t>
      </w:r>
      <w:r>
        <w:rPr>
          <w:rFonts w:cs="Georgia"/>
          <w:kern w:val="1"/>
        </w:rPr>
        <w:t>Des fantômes se succédaient devant mes yeux</w:t>
      </w:r>
      <w:r w:rsidR="000E1451">
        <w:rPr>
          <w:rFonts w:cs="Georgia"/>
          <w:kern w:val="1"/>
        </w:rPr>
        <w:t xml:space="preserve">. </w:t>
      </w:r>
      <w:r>
        <w:rPr>
          <w:rFonts w:cs="Georgia"/>
          <w:kern w:val="1"/>
        </w:rPr>
        <w:t>Le peloton d</w:t>
      </w:r>
      <w:r w:rsidR="000E1451">
        <w:rPr>
          <w:rFonts w:cs="Georgia"/>
          <w:kern w:val="1"/>
        </w:rPr>
        <w:t>’</w:t>
      </w:r>
      <w:r>
        <w:rPr>
          <w:rFonts w:cs="Georgia"/>
          <w:kern w:val="1"/>
        </w:rPr>
        <w:t>exécution sans doute</w:t>
      </w:r>
      <w:r w:rsidR="000E1451">
        <w:rPr>
          <w:rFonts w:cs="Georgia"/>
          <w:kern w:val="1"/>
        </w:rPr>
        <w:t xml:space="preserve">. </w:t>
      </w:r>
      <w:r>
        <w:rPr>
          <w:rFonts w:cs="Georgia"/>
          <w:kern w:val="1"/>
        </w:rPr>
        <w:t>À ce moment</w:t>
      </w:r>
      <w:r w:rsidR="000E1451">
        <w:rPr>
          <w:rFonts w:cs="Georgia"/>
          <w:kern w:val="1"/>
        </w:rPr>
        <w:t xml:space="preserve">, </w:t>
      </w:r>
      <w:r>
        <w:rPr>
          <w:rFonts w:cs="Georgia"/>
          <w:kern w:val="1"/>
        </w:rPr>
        <w:t>je dus convenir que j</w:t>
      </w:r>
      <w:r w:rsidR="000E1451">
        <w:rPr>
          <w:rFonts w:cs="Georgia"/>
          <w:kern w:val="1"/>
        </w:rPr>
        <w:t>’</w:t>
      </w:r>
      <w:r>
        <w:rPr>
          <w:rFonts w:cs="Georgia"/>
          <w:kern w:val="1"/>
        </w:rPr>
        <w:t>étais éveillé</w:t>
      </w:r>
      <w:r w:rsidR="000E1451">
        <w:rPr>
          <w:rFonts w:cs="Georgia"/>
          <w:kern w:val="1"/>
        </w:rPr>
        <w:t xml:space="preserve">. </w:t>
      </w:r>
      <w:r>
        <w:rPr>
          <w:rFonts w:cs="Georgia"/>
          <w:kern w:val="1"/>
        </w:rPr>
        <w:t>Dans les ombres qui défilaient au pied de mon lit</w:t>
      </w:r>
      <w:r w:rsidR="000E1451">
        <w:rPr>
          <w:rFonts w:cs="Georgia"/>
          <w:kern w:val="1"/>
        </w:rPr>
        <w:t xml:space="preserve">, </w:t>
      </w:r>
      <w:r>
        <w:rPr>
          <w:rFonts w:cs="Georgia"/>
          <w:kern w:val="1"/>
        </w:rPr>
        <w:t>je reconnus Fichet</w:t>
      </w:r>
      <w:r w:rsidR="000E1451">
        <w:rPr>
          <w:rFonts w:cs="Georgia"/>
          <w:kern w:val="1"/>
        </w:rPr>
        <w:t xml:space="preserve">, </w:t>
      </w:r>
      <w:r>
        <w:rPr>
          <w:rFonts w:cs="Georgia"/>
          <w:kern w:val="1"/>
        </w:rPr>
        <w:t>Sylvestre</w:t>
      </w:r>
      <w:r w:rsidR="000E1451">
        <w:rPr>
          <w:rFonts w:cs="Georgia"/>
          <w:kern w:val="1"/>
        </w:rPr>
        <w:t xml:space="preserve">, </w:t>
      </w:r>
      <w:r>
        <w:rPr>
          <w:rFonts w:cs="Georgia"/>
          <w:kern w:val="1"/>
        </w:rPr>
        <w:t>d</w:t>
      </w:r>
      <w:r w:rsidR="000E1451">
        <w:rPr>
          <w:rFonts w:cs="Georgia"/>
          <w:kern w:val="1"/>
        </w:rPr>
        <w:t>’</w:t>
      </w:r>
      <w:r>
        <w:rPr>
          <w:rFonts w:cs="Georgia"/>
          <w:kern w:val="1"/>
        </w:rPr>
        <w:t>autres encore</w:t>
      </w:r>
      <w:r w:rsidR="000E1451">
        <w:rPr>
          <w:rFonts w:cs="Georgia"/>
          <w:kern w:val="1"/>
        </w:rPr>
        <w:t>.</w:t>
      </w:r>
    </w:p>
    <w:p w14:paraId="30D7E0DC" w14:textId="77777777" w:rsidR="000E1451" w:rsidRDefault="000E1451" w:rsidP="00BE611A">
      <w:pPr>
        <w:rPr>
          <w:rFonts w:cs="Georgia"/>
          <w:kern w:val="1"/>
        </w:rPr>
      </w:pPr>
      <w:r>
        <w:rPr>
          <w:rFonts w:cs="Georgia"/>
          <w:kern w:val="1"/>
        </w:rPr>
        <w:t>— </w:t>
      </w:r>
      <w:r w:rsidR="00BE611A">
        <w:rPr>
          <w:rFonts w:cs="Georgia"/>
          <w:kern w:val="1"/>
        </w:rPr>
        <w:t>Quelle heure est-il</w:t>
      </w:r>
      <w:r>
        <w:rPr>
          <w:rFonts w:cs="Georgia"/>
          <w:kern w:val="1"/>
        </w:rPr>
        <w:t> ?</w:t>
      </w:r>
    </w:p>
    <w:p w14:paraId="64DA180F" w14:textId="77777777" w:rsidR="000E1451" w:rsidRDefault="000E1451" w:rsidP="00BE611A">
      <w:pPr>
        <w:rPr>
          <w:rFonts w:cs="Georgia"/>
          <w:kern w:val="1"/>
        </w:rPr>
      </w:pPr>
      <w:r>
        <w:rPr>
          <w:rFonts w:cs="Georgia"/>
          <w:kern w:val="1"/>
        </w:rPr>
        <w:t>— </w:t>
      </w:r>
      <w:r w:rsidR="00BE611A">
        <w:rPr>
          <w:rFonts w:cs="Georgia"/>
          <w:kern w:val="1"/>
        </w:rPr>
        <w:t>Bientôt minuit</w:t>
      </w:r>
      <w:r>
        <w:rPr>
          <w:rFonts w:cs="Georgia"/>
          <w:kern w:val="1"/>
        </w:rPr>
        <w:t>.</w:t>
      </w:r>
    </w:p>
    <w:p w14:paraId="1DD9E3DF" w14:textId="77777777" w:rsidR="000E1451" w:rsidRDefault="000E1451" w:rsidP="00BE611A">
      <w:pPr>
        <w:rPr>
          <w:rFonts w:cs="Georgia"/>
          <w:kern w:val="1"/>
        </w:rPr>
      </w:pPr>
      <w:r>
        <w:rPr>
          <w:rFonts w:cs="Georgia"/>
          <w:kern w:val="1"/>
        </w:rPr>
        <w:t>— </w:t>
      </w:r>
      <w:r w:rsidR="00BE611A">
        <w:rPr>
          <w:rFonts w:cs="Georgia"/>
          <w:kern w:val="1"/>
        </w:rPr>
        <w:t>Où allez-vous</w:t>
      </w:r>
      <w:r>
        <w:rPr>
          <w:rFonts w:cs="Georgia"/>
          <w:kern w:val="1"/>
        </w:rPr>
        <w:t> ?</w:t>
      </w:r>
    </w:p>
    <w:p w14:paraId="4B07B57B" w14:textId="77777777" w:rsidR="000E1451" w:rsidRDefault="000E1451" w:rsidP="00BE611A">
      <w:pPr>
        <w:rPr>
          <w:rFonts w:cs="Georgia"/>
          <w:kern w:val="1"/>
        </w:rPr>
      </w:pPr>
      <w:r>
        <w:rPr>
          <w:rFonts w:cs="Georgia"/>
          <w:kern w:val="1"/>
        </w:rPr>
        <w:t>— </w:t>
      </w:r>
      <w:r w:rsidR="00BE611A">
        <w:rPr>
          <w:rFonts w:cs="Georgia"/>
          <w:kern w:val="1"/>
        </w:rPr>
        <w:t>Chut</w:t>
      </w:r>
      <w:r>
        <w:rPr>
          <w:rFonts w:cs="Georgia"/>
          <w:kern w:val="1"/>
        </w:rPr>
        <w:t xml:space="preserve"> ! </w:t>
      </w:r>
      <w:r w:rsidR="00BE611A">
        <w:rPr>
          <w:rFonts w:cs="Georgia"/>
          <w:kern w:val="1"/>
        </w:rPr>
        <w:t>réveille pas les autres</w:t>
      </w:r>
      <w:r>
        <w:rPr>
          <w:rFonts w:cs="Georgia"/>
          <w:kern w:val="1"/>
        </w:rPr>
        <w:t xml:space="preserve">. </w:t>
      </w:r>
      <w:r w:rsidR="00BE611A">
        <w:rPr>
          <w:rFonts w:cs="Georgia"/>
          <w:kern w:val="1"/>
        </w:rPr>
        <w:t>Corvée de macchabée</w:t>
      </w:r>
      <w:r>
        <w:rPr>
          <w:rFonts w:cs="Georgia"/>
          <w:kern w:val="1"/>
        </w:rPr>
        <w:t xml:space="preserve">, </w:t>
      </w:r>
      <w:r w:rsidR="00BE611A">
        <w:rPr>
          <w:rFonts w:cs="Georgia"/>
          <w:kern w:val="1"/>
        </w:rPr>
        <w:t>pardi</w:t>
      </w:r>
      <w:r>
        <w:rPr>
          <w:rFonts w:cs="Georgia"/>
          <w:kern w:val="1"/>
        </w:rPr>
        <w:t> !</w:t>
      </w:r>
    </w:p>
    <w:p w14:paraId="01CA16DD" w14:textId="77777777" w:rsidR="000E1451" w:rsidRDefault="00BE611A" w:rsidP="00BE611A">
      <w:pPr>
        <w:rPr>
          <w:rFonts w:cs="Georgia"/>
          <w:kern w:val="1"/>
        </w:rPr>
      </w:pPr>
      <w:r>
        <w:rPr>
          <w:rFonts w:cs="Georgia"/>
          <w:kern w:val="1"/>
        </w:rPr>
        <w:t>Vandaële passa en traînant la jambe</w:t>
      </w:r>
      <w:r w:rsidR="000E1451">
        <w:rPr>
          <w:rFonts w:cs="Georgia"/>
          <w:kern w:val="1"/>
        </w:rPr>
        <w:t>.</w:t>
      </w:r>
    </w:p>
    <w:p w14:paraId="40DBD455" w14:textId="77777777" w:rsidR="000E1451" w:rsidRDefault="000E1451" w:rsidP="00BE611A">
      <w:pPr>
        <w:rPr>
          <w:rFonts w:cs="Georgia"/>
          <w:kern w:val="1"/>
        </w:rPr>
      </w:pPr>
      <w:r>
        <w:rPr>
          <w:rFonts w:cs="Georgia"/>
          <w:kern w:val="1"/>
        </w:rPr>
        <w:t>— </w:t>
      </w:r>
      <w:r w:rsidR="00BE611A">
        <w:rPr>
          <w:rFonts w:cs="Georgia"/>
          <w:kern w:val="1"/>
        </w:rPr>
        <w:t>Bon Dieu de bon Dieu</w:t>
      </w:r>
      <w:r>
        <w:rPr>
          <w:rFonts w:cs="Georgia"/>
          <w:kern w:val="1"/>
        </w:rPr>
        <w:t xml:space="preserve">, </w:t>
      </w:r>
      <w:r w:rsidR="00BE611A">
        <w:rPr>
          <w:rFonts w:cs="Georgia"/>
          <w:kern w:val="1"/>
        </w:rPr>
        <w:t>j</w:t>
      </w:r>
      <w:r>
        <w:rPr>
          <w:rFonts w:cs="Georgia"/>
          <w:kern w:val="1"/>
        </w:rPr>
        <w:t>’</w:t>
      </w:r>
      <w:r w:rsidR="00BE611A">
        <w:rPr>
          <w:rFonts w:cs="Georgia"/>
          <w:kern w:val="1"/>
        </w:rPr>
        <w:t>en connais un</w:t>
      </w:r>
      <w:r>
        <w:rPr>
          <w:rFonts w:cs="Georgia"/>
          <w:kern w:val="1"/>
        </w:rPr>
        <w:t xml:space="preserve">, </w:t>
      </w:r>
      <w:r w:rsidR="00BE611A">
        <w:rPr>
          <w:rFonts w:cs="Georgia"/>
          <w:kern w:val="1"/>
        </w:rPr>
        <w:t>avec ce damné rhumatisme</w:t>
      </w:r>
      <w:r>
        <w:rPr>
          <w:rFonts w:cs="Georgia"/>
          <w:kern w:val="1"/>
        </w:rPr>
        <w:t xml:space="preserve">, </w:t>
      </w:r>
      <w:r w:rsidR="00BE611A">
        <w:rPr>
          <w:rFonts w:cs="Georgia"/>
          <w:kern w:val="1"/>
        </w:rPr>
        <w:t>qui aurait préféré rester dans son pieu</w:t>
      </w:r>
      <w:r>
        <w:rPr>
          <w:rFonts w:cs="Georgia"/>
          <w:kern w:val="1"/>
        </w:rPr>
        <w:t>.</w:t>
      </w:r>
    </w:p>
    <w:p w14:paraId="4C6D95A0" w14:textId="77777777" w:rsidR="000E1451" w:rsidRDefault="00BE611A" w:rsidP="00BE611A">
      <w:pPr>
        <w:rPr>
          <w:rFonts w:cs="Georgia"/>
          <w:kern w:val="1"/>
        </w:rPr>
      </w:pPr>
      <w:r>
        <w:rPr>
          <w:rFonts w:cs="Georgia"/>
          <w:kern w:val="1"/>
        </w:rPr>
        <w:t>Je lui serrais le bras</w:t>
      </w:r>
      <w:r w:rsidR="000E1451">
        <w:rPr>
          <w:rFonts w:cs="Georgia"/>
          <w:kern w:val="1"/>
        </w:rPr>
        <w:t>.</w:t>
      </w:r>
    </w:p>
    <w:p w14:paraId="2311F651" w14:textId="77777777" w:rsidR="000E1451" w:rsidRDefault="000E1451" w:rsidP="00BE611A">
      <w:pPr>
        <w:rPr>
          <w:rFonts w:cs="Georgia"/>
          <w:kern w:val="1"/>
        </w:rPr>
      </w:pPr>
      <w:r>
        <w:rPr>
          <w:rFonts w:cs="Georgia"/>
          <w:kern w:val="1"/>
        </w:rPr>
        <w:t>— </w:t>
      </w:r>
      <w:r w:rsidR="00BE611A">
        <w:rPr>
          <w:rFonts w:cs="Georgia"/>
          <w:kern w:val="1"/>
        </w:rPr>
        <w:t>Veux-tu que j</w:t>
      </w:r>
      <w:r>
        <w:rPr>
          <w:rFonts w:cs="Georgia"/>
          <w:kern w:val="1"/>
        </w:rPr>
        <w:t>’</w:t>
      </w:r>
      <w:r w:rsidR="00BE611A">
        <w:rPr>
          <w:rFonts w:cs="Georgia"/>
          <w:kern w:val="1"/>
        </w:rPr>
        <w:t>aille là-bas à ta place</w:t>
      </w:r>
      <w:r>
        <w:rPr>
          <w:rFonts w:cs="Georgia"/>
          <w:kern w:val="1"/>
        </w:rPr>
        <w:t> ?</w:t>
      </w:r>
    </w:p>
    <w:p w14:paraId="03233714" w14:textId="77777777" w:rsidR="000E1451" w:rsidRDefault="000E1451" w:rsidP="00BE611A">
      <w:pPr>
        <w:rPr>
          <w:rFonts w:cs="Georgia"/>
          <w:kern w:val="1"/>
        </w:rPr>
      </w:pPr>
      <w:r>
        <w:rPr>
          <w:rFonts w:cs="Georgia"/>
          <w:kern w:val="1"/>
        </w:rPr>
        <w:t>— </w:t>
      </w:r>
      <w:r w:rsidR="00BE611A">
        <w:rPr>
          <w:rFonts w:cs="Georgia"/>
          <w:kern w:val="1"/>
        </w:rPr>
        <w:t>Sans blague</w:t>
      </w:r>
      <w:r>
        <w:rPr>
          <w:rFonts w:cs="Georgia"/>
          <w:kern w:val="1"/>
        </w:rPr>
        <w:t>.</w:t>
      </w:r>
    </w:p>
    <w:p w14:paraId="7904AFD6" w14:textId="77777777" w:rsidR="000E1451" w:rsidRDefault="000E1451" w:rsidP="00BE611A">
      <w:pPr>
        <w:rPr>
          <w:rFonts w:cs="Georgia"/>
          <w:kern w:val="1"/>
        </w:rPr>
      </w:pPr>
      <w:r>
        <w:rPr>
          <w:rFonts w:cs="Georgia"/>
          <w:kern w:val="1"/>
        </w:rPr>
        <w:t>— </w:t>
      </w:r>
      <w:r w:rsidR="00BE611A">
        <w:rPr>
          <w:rFonts w:cs="Georgia"/>
          <w:kern w:val="1"/>
        </w:rPr>
        <w:t>Je n</w:t>
      </w:r>
      <w:r>
        <w:rPr>
          <w:rFonts w:cs="Georgia"/>
          <w:kern w:val="1"/>
        </w:rPr>
        <w:t>’</w:t>
      </w:r>
      <w:r w:rsidR="00BE611A">
        <w:rPr>
          <w:rFonts w:cs="Georgia"/>
          <w:kern w:val="1"/>
        </w:rPr>
        <w:t>ai pas de sommeil</w:t>
      </w:r>
      <w:r>
        <w:rPr>
          <w:rFonts w:cs="Georgia"/>
          <w:kern w:val="1"/>
        </w:rPr>
        <w:t xml:space="preserve">. </w:t>
      </w:r>
      <w:r w:rsidR="00BE611A">
        <w:rPr>
          <w:rFonts w:cs="Georgia"/>
          <w:kern w:val="1"/>
        </w:rPr>
        <w:t>Les moustiques m</w:t>
      </w:r>
      <w:r>
        <w:rPr>
          <w:rFonts w:cs="Georgia"/>
          <w:kern w:val="1"/>
        </w:rPr>
        <w:t>’</w:t>
      </w:r>
      <w:r w:rsidR="00BE611A">
        <w:rPr>
          <w:rFonts w:cs="Georgia"/>
          <w:kern w:val="1"/>
        </w:rPr>
        <w:t>empêchent de dormir</w:t>
      </w:r>
      <w:r>
        <w:rPr>
          <w:rFonts w:cs="Georgia"/>
          <w:kern w:val="1"/>
        </w:rPr>
        <w:t>.</w:t>
      </w:r>
    </w:p>
    <w:p w14:paraId="43DAA014" w14:textId="77777777" w:rsidR="000E1451" w:rsidRDefault="000E1451" w:rsidP="00BE611A">
      <w:pPr>
        <w:rPr>
          <w:rFonts w:cs="Georgia"/>
          <w:kern w:val="1"/>
        </w:rPr>
      </w:pPr>
      <w:r>
        <w:rPr>
          <w:rFonts w:cs="Georgia"/>
          <w:kern w:val="1"/>
        </w:rPr>
        <w:t>— </w:t>
      </w:r>
      <w:r w:rsidR="00BE611A">
        <w:rPr>
          <w:rFonts w:cs="Georgia"/>
          <w:kern w:val="1"/>
        </w:rPr>
        <w:t>Ben</w:t>
      </w:r>
      <w:r>
        <w:rPr>
          <w:rFonts w:cs="Georgia"/>
          <w:kern w:val="1"/>
        </w:rPr>
        <w:t xml:space="preserve">, </w:t>
      </w:r>
      <w:r w:rsidR="00BE611A">
        <w:rPr>
          <w:rFonts w:cs="Georgia"/>
          <w:kern w:val="1"/>
        </w:rPr>
        <w:t>mon vieux</w:t>
      </w:r>
      <w:r>
        <w:rPr>
          <w:rFonts w:cs="Georgia"/>
          <w:kern w:val="1"/>
        </w:rPr>
        <w:t xml:space="preserve">, </w:t>
      </w:r>
      <w:r w:rsidR="00BE611A">
        <w:rPr>
          <w:rFonts w:cs="Georgia"/>
          <w:kern w:val="1"/>
        </w:rPr>
        <w:t>c</w:t>
      </w:r>
      <w:r>
        <w:rPr>
          <w:rFonts w:cs="Georgia"/>
          <w:kern w:val="1"/>
        </w:rPr>
        <w:t>’</w:t>
      </w:r>
      <w:r w:rsidR="00BE611A">
        <w:rPr>
          <w:rFonts w:cs="Georgia"/>
          <w:kern w:val="1"/>
        </w:rPr>
        <w:t>est pas de refus</w:t>
      </w:r>
      <w:r>
        <w:rPr>
          <w:rFonts w:cs="Georgia"/>
          <w:kern w:val="1"/>
        </w:rPr>
        <w:t xml:space="preserve">. </w:t>
      </w:r>
      <w:r w:rsidR="00BE611A">
        <w:rPr>
          <w:rFonts w:cs="Georgia"/>
          <w:kern w:val="1"/>
        </w:rPr>
        <w:t>Ça</w:t>
      </w:r>
      <w:r>
        <w:rPr>
          <w:rFonts w:cs="Georgia"/>
          <w:kern w:val="1"/>
        </w:rPr>
        <w:t xml:space="preserve">, </w:t>
      </w:r>
      <w:r w:rsidR="00BE611A">
        <w:rPr>
          <w:rFonts w:cs="Georgia"/>
          <w:kern w:val="1"/>
        </w:rPr>
        <w:t>c</w:t>
      </w:r>
      <w:r>
        <w:rPr>
          <w:rFonts w:cs="Georgia"/>
          <w:kern w:val="1"/>
        </w:rPr>
        <w:t>’</w:t>
      </w:r>
      <w:r w:rsidR="00BE611A">
        <w:rPr>
          <w:rFonts w:cs="Georgia"/>
          <w:kern w:val="1"/>
        </w:rPr>
        <w:t>est d</w:t>
      </w:r>
      <w:r>
        <w:rPr>
          <w:rFonts w:cs="Georgia"/>
          <w:kern w:val="1"/>
        </w:rPr>
        <w:t>’</w:t>
      </w:r>
      <w:r w:rsidR="00BE611A">
        <w:rPr>
          <w:rFonts w:cs="Georgia"/>
          <w:kern w:val="1"/>
        </w:rPr>
        <w:t>un copain</w:t>
      </w:r>
      <w:r>
        <w:rPr>
          <w:rFonts w:cs="Georgia"/>
          <w:kern w:val="1"/>
        </w:rPr>
        <w:t xml:space="preserve">. </w:t>
      </w:r>
      <w:r w:rsidR="00BE611A">
        <w:rPr>
          <w:rFonts w:cs="Georgia"/>
          <w:kern w:val="1"/>
        </w:rPr>
        <w:t>À charge de revanche</w:t>
      </w:r>
      <w:r>
        <w:rPr>
          <w:rFonts w:cs="Georgia"/>
          <w:kern w:val="1"/>
        </w:rPr>
        <w:t xml:space="preserve">. </w:t>
      </w:r>
      <w:r w:rsidR="00BE611A">
        <w:rPr>
          <w:rFonts w:cs="Georgia"/>
          <w:kern w:val="1"/>
        </w:rPr>
        <w:t>Mais le gefreiter</w:t>
      </w:r>
      <w:r>
        <w:rPr>
          <w:rFonts w:cs="Georgia"/>
          <w:kern w:val="1"/>
        </w:rPr>
        <w:t> ?</w:t>
      </w:r>
    </w:p>
    <w:p w14:paraId="353BE912" w14:textId="77777777" w:rsidR="000E1451" w:rsidRDefault="000E1451" w:rsidP="00BE611A">
      <w:pPr>
        <w:rPr>
          <w:rFonts w:cs="Georgia"/>
          <w:kern w:val="1"/>
        </w:rPr>
      </w:pPr>
      <w:r>
        <w:rPr>
          <w:rFonts w:cs="Georgia"/>
          <w:kern w:val="1"/>
        </w:rPr>
        <w:t>— </w:t>
      </w:r>
      <w:r w:rsidR="00BE611A">
        <w:rPr>
          <w:rFonts w:cs="Georgia"/>
          <w:kern w:val="1"/>
        </w:rPr>
        <w:t>Je m</w:t>
      </w:r>
      <w:r>
        <w:rPr>
          <w:rFonts w:cs="Georgia"/>
          <w:kern w:val="1"/>
        </w:rPr>
        <w:t>’</w:t>
      </w:r>
      <w:r w:rsidR="00BE611A">
        <w:rPr>
          <w:rFonts w:cs="Georgia"/>
          <w:kern w:val="1"/>
        </w:rPr>
        <w:t>arrangerai avec lui</w:t>
      </w:r>
      <w:r>
        <w:rPr>
          <w:rFonts w:cs="Georgia"/>
          <w:kern w:val="1"/>
        </w:rPr>
        <w:t xml:space="preserve">. </w:t>
      </w:r>
      <w:r w:rsidR="00BE611A">
        <w:rPr>
          <w:rFonts w:cs="Georgia"/>
          <w:kern w:val="1"/>
        </w:rPr>
        <w:t>D</w:t>
      </w:r>
      <w:r>
        <w:rPr>
          <w:rFonts w:cs="Georgia"/>
          <w:kern w:val="1"/>
        </w:rPr>
        <w:t>’</w:t>
      </w:r>
      <w:r w:rsidR="00BE611A">
        <w:rPr>
          <w:rFonts w:cs="Georgia"/>
          <w:kern w:val="1"/>
        </w:rPr>
        <w:t>ailleurs</w:t>
      </w:r>
      <w:r>
        <w:rPr>
          <w:rFonts w:cs="Georgia"/>
          <w:kern w:val="1"/>
        </w:rPr>
        <w:t xml:space="preserve">, </w:t>
      </w:r>
      <w:r w:rsidR="00BE611A">
        <w:rPr>
          <w:rFonts w:cs="Georgia"/>
          <w:kern w:val="1"/>
        </w:rPr>
        <w:t>du moment qu</w:t>
      </w:r>
      <w:r>
        <w:rPr>
          <w:rFonts w:cs="Georgia"/>
          <w:kern w:val="1"/>
        </w:rPr>
        <w:t>’</w:t>
      </w:r>
      <w:r w:rsidR="00BE611A">
        <w:rPr>
          <w:rFonts w:cs="Georgia"/>
          <w:kern w:val="1"/>
        </w:rPr>
        <w:t>il a son compte de bonshommes</w:t>
      </w:r>
      <w:r>
        <w:rPr>
          <w:rFonts w:cs="Georgia"/>
          <w:kern w:val="1"/>
        </w:rPr>
        <w:t xml:space="preserve"> !… </w:t>
      </w:r>
      <w:r w:rsidR="00BE611A">
        <w:rPr>
          <w:rFonts w:cs="Georgia"/>
          <w:kern w:val="1"/>
        </w:rPr>
        <w:t>Allons</w:t>
      </w:r>
      <w:r>
        <w:rPr>
          <w:rFonts w:cs="Georgia"/>
          <w:kern w:val="1"/>
        </w:rPr>
        <w:t xml:space="preserve">, </w:t>
      </w:r>
      <w:r w:rsidR="00BE611A">
        <w:rPr>
          <w:rFonts w:cs="Georgia"/>
          <w:kern w:val="1"/>
        </w:rPr>
        <w:t>va te recoucher</w:t>
      </w:r>
      <w:r>
        <w:rPr>
          <w:rFonts w:cs="Georgia"/>
          <w:kern w:val="1"/>
        </w:rPr>
        <w:t>.</w:t>
      </w:r>
    </w:p>
    <w:p w14:paraId="56692E28" w14:textId="77777777" w:rsidR="000E1451" w:rsidRDefault="00BE611A" w:rsidP="00BE611A">
      <w:pPr>
        <w:rPr>
          <w:rFonts w:cs="Georgia"/>
          <w:kern w:val="1"/>
        </w:rPr>
      </w:pPr>
      <w:r>
        <w:rPr>
          <w:rFonts w:cs="Georgia"/>
          <w:kern w:val="1"/>
        </w:rPr>
        <w:lastRenderedPageBreak/>
        <w:t>Nous étions huit</w:t>
      </w:r>
      <w:r w:rsidR="000E1451">
        <w:rPr>
          <w:rFonts w:cs="Georgia"/>
          <w:kern w:val="1"/>
        </w:rPr>
        <w:t xml:space="preserve">. </w:t>
      </w:r>
      <w:r>
        <w:rPr>
          <w:rFonts w:cs="Georgia"/>
          <w:kern w:val="1"/>
        </w:rPr>
        <w:t>Le cadavre était placé sur une civière d</w:t>
      </w:r>
      <w:r w:rsidR="000E1451">
        <w:rPr>
          <w:rFonts w:cs="Georgia"/>
          <w:kern w:val="1"/>
        </w:rPr>
        <w:t>’</w:t>
      </w:r>
      <w:r>
        <w:rPr>
          <w:rFonts w:cs="Georgia"/>
          <w:kern w:val="1"/>
        </w:rPr>
        <w:t>infirmerie que nous portions à quatre</w:t>
      </w:r>
      <w:r w:rsidR="000E1451">
        <w:rPr>
          <w:rFonts w:cs="Georgia"/>
          <w:kern w:val="1"/>
        </w:rPr>
        <w:t xml:space="preserve">, </w:t>
      </w:r>
      <w:r>
        <w:rPr>
          <w:rFonts w:cs="Georgia"/>
          <w:kern w:val="1"/>
        </w:rPr>
        <w:t>nous relevant de cinq minutes en cinq minutes</w:t>
      </w:r>
      <w:r w:rsidR="000E1451">
        <w:rPr>
          <w:rFonts w:cs="Georgia"/>
          <w:kern w:val="1"/>
        </w:rPr>
        <w:t xml:space="preserve">. </w:t>
      </w:r>
      <w:r>
        <w:rPr>
          <w:rFonts w:cs="Georgia"/>
          <w:kern w:val="1"/>
        </w:rPr>
        <w:t>Le gefreiter marchait</w:t>
      </w:r>
      <w:r w:rsidR="000E1451">
        <w:rPr>
          <w:rFonts w:cs="Georgia"/>
          <w:kern w:val="1"/>
        </w:rPr>
        <w:t xml:space="preserve">, </w:t>
      </w:r>
      <w:r>
        <w:rPr>
          <w:rFonts w:cs="Georgia"/>
          <w:kern w:val="1"/>
        </w:rPr>
        <w:t>devant</w:t>
      </w:r>
      <w:r w:rsidR="000E1451">
        <w:rPr>
          <w:rFonts w:cs="Georgia"/>
          <w:kern w:val="1"/>
        </w:rPr>
        <w:t xml:space="preserve">, </w:t>
      </w:r>
      <w:r>
        <w:rPr>
          <w:rFonts w:cs="Georgia"/>
          <w:kern w:val="1"/>
        </w:rPr>
        <w:t>une lanterne à la main</w:t>
      </w:r>
      <w:r w:rsidR="000E1451">
        <w:rPr>
          <w:rFonts w:cs="Georgia"/>
          <w:kern w:val="1"/>
        </w:rPr>
        <w:t xml:space="preserve">. </w:t>
      </w:r>
      <w:r>
        <w:rPr>
          <w:rFonts w:cs="Georgia"/>
          <w:kern w:val="1"/>
        </w:rPr>
        <w:t>Ses hommes</w:t>
      </w:r>
      <w:r w:rsidR="000E1451">
        <w:rPr>
          <w:rFonts w:cs="Georgia"/>
          <w:kern w:val="1"/>
        </w:rPr>
        <w:t xml:space="preserve">, </w:t>
      </w:r>
      <w:r>
        <w:rPr>
          <w:rFonts w:cs="Georgia"/>
          <w:kern w:val="1"/>
        </w:rPr>
        <w:t>fusil en bandoulière</w:t>
      </w:r>
      <w:r w:rsidR="000E1451">
        <w:rPr>
          <w:rFonts w:cs="Georgia"/>
          <w:kern w:val="1"/>
        </w:rPr>
        <w:t xml:space="preserve">, </w:t>
      </w:r>
      <w:r>
        <w:rPr>
          <w:rFonts w:cs="Georgia"/>
          <w:kern w:val="1"/>
        </w:rPr>
        <w:t>fermaient la marche</w:t>
      </w:r>
      <w:r w:rsidR="000E1451">
        <w:rPr>
          <w:rFonts w:cs="Georgia"/>
          <w:kern w:val="1"/>
        </w:rPr>
        <w:t xml:space="preserve">. </w:t>
      </w:r>
      <w:r>
        <w:rPr>
          <w:rFonts w:cs="Georgia"/>
          <w:kern w:val="1"/>
        </w:rPr>
        <w:t>Nous ne mîmes pas loin d</w:t>
      </w:r>
      <w:r w:rsidR="000E1451">
        <w:rPr>
          <w:rFonts w:cs="Georgia"/>
          <w:kern w:val="1"/>
        </w:rPr>
        <w:t>’</w:t>
      </w:r>
      <w:r>
        <w:rPr>
          <w:rFonts w:cs="Georgia"/>
          <w:kern w:val="1"/>
        </w:rPr>
        <w:t>une heure pour franchir les deux kilomètres qui nous séparaient de la dune dans le pli de laquelle s</w:t>
      </w:r>
      <w:r w:rsidR="000E1451">
        <w:rPr>
          <w:rFonts w:cs="Georgia"/>
          <w:kern w:val="1"/>
        </w:rPr>
        <w:t>’</w:t>
      </w:r>
      <w:r>
        <w:rPr>
          <w:rFonts w:cs="Georgia"/>
          <w:kern w:val="1"/>
        </w:rPr>
        <w:t>abritait le cimetière des prisonniers</w:t>
      </w:r>
      <w:r w:rsidR="000E1451">
        <w:rPr>
          <w:rFonts w:cs="Georgia"/>
          <w:kern w:val="1"/>
        </w:rPr>
        <w:t>.</w:t>
      </w:r>
    </w:p>
    <w:p w14:paraId="1C1C8D79" w14:textId="77777777" w:rsidR="000E1451" w:rsidRDefault="00BE611A" w:rsidP="00BE611A">
      <w:pPr>
        <w:rPr>
          <w:rFonts w:cs="Georgia"/>
          <w:kern w:val="1"/>
        </w:rPr>
      </w:pPr>
      <w:r>
        <w:rPr>
          <w:rFonts w:cs="Georgia"/>
          <w:kern w:val="1"/>
        </w:rPr>
        <w:t>La nuit était pesante</w:t>
      </w:r>
      <w:r w:rsidR="000E1451">
        <w:rPr>
          <w:rFonts w:cs="Georgia"/>
          <w:kern w:val="1"/>
        </w:rPr>
        <w:t xml:space="preserve">, </w:t>
      </w:r>
      <w:r>
        <w:rPr>
          <w:rFonts w:cs="Georgia"/>
          <w:kern w:val="1"/>
        </w:rPr>
        <w:t>sans un souffle d</w:t>
      </w:r>
      <w:r w:rsidR="000E1451">
        <w:rPr>
          <w:rFonts w:cs="Georgia"/>
          <w:kern w:val="1"/>
        </w:rPr>
        <w:t>’</w:t>
      </w:r>
      <w:r>
        <w:rPr>
          <w:rFonts w:cs="Georgia"/>
          <w:kern w:val="1"/>
        </w:rPr>
        <w:t>air</w:t>
      </w:r>
      <w:r w:rsidR="000E1451">
        <w:rPr>
          <w:rFonts w:cs="Georgia"/>
          <w:kern w:val="1"/>
        </w:rPr>
        <w:t xml:space="preserve">. </w:t>
      </w:r>
      <w:r>
        <w:rPr>
          <w:rFonts w:cs="Georgia"/>
          <w:kern w:val="1"/>
        </w:rPr>
        <w:t>Le coassement de milliers et de milliers de grenouilles rompait le silence</w:t>
      </w:r>
      <w:r w:rsidR="000E1451">
        <w:rPr>
          <w:rFonts w:cs="Georgia"/>
          <w:kern w:val="1"/>
        </w:rPr>
        <w:t xml:space="preserve">. </w:t>
      </w:r>
      <w:r>
        <w:rPr>
          <w:rFonts w:cs="Georgia"/>
          <w:kern w:val="1"/>
        </w:rPr>
        <w:t>Des hordes de moustiques tournoyaient en halo autour de la lanterne du gefreiter</w:t>
      </w:r>
      <w:r w:rsidR="000E1451">
        <w:rPr>
          <w:rFonts w:cs="Georgia"/>
          <w:kern w:val="1"/>
        </w:rPr>
        <w:t xml:space="preserve">. </w:t>
      </w:r>
      <w:r>
        <w:rPr>
          <w:rFonts w:cs="Georgia"/>
          <w:kern w:val="1"/>
        </w:rPr>
        <w:t>Au moment où nous commençâmes à creuser la fosse</w:t>
      </w:r>
      <w:r w:rsidR="000E1451">
        <w:rPr>
          <w:rFonts w:cs="Georgia"/>
          <w:kern w:val="1"/>
        </w:rPr>
        <w:t xml:space="preserve">, </w:t>
      </w:r>
      <w:r>
        <w:rPr>
          <w:rFonts w:cs="Georgia"/>
          <w:kern w:val="1"/>
        </w:rPr>
        <w:t>la lune sortit d</w:t>
      </w:r>
      <w:r w:rsidR="000E1451">
        <w:rPr>
          <w:rFonts w:cs="Georgia"/>
          <w:kern w:val="1"/>
        </w:rPr>
        <w:t>’</w:t>
      </w:r>
      <w:r>
        <w:rPr>
          <w:rFonts w:cs="Georgia"/>
          <w:kern w:val="1"/>
        </w:rPr>
        <w:t>un amas de nuages roux</w:t>
      </w:r>
      <w:r w:rsidR="000E1451">
        <w:rPr>
          <w:rFonts w:cs="Georgia"/>
          <w:kern w:val="1"/>
        </w:rPr>
        <w:t xml:space="preserve">. </w:t>
      </w:r>
      <w:r>
        <w:rPr>
          <w:rFonts w:cs="Georgia"/>
          <w:kern w:val="1"/>
        </w:rPr>
        <w:t>Nos visages surgirent</w:t>
      </w:r>
      <w:r w:rsidR="000E1451">
        <w:rPr>
          <w:rFonts w:cs="Georgia"/>
          <w:kern w:val="1"/>
        </w:rPr>
        <w:t xml:space="preserve">, </w:t>
      </w:r>
      <w:r>
        <w:rPr>
          <w:rFonts w:cs="Georgia"/>
          <w:kern w:val="1"/>
        </w:rPr>
        <w:t xml:space="preserve">blêmes </w:t>
      </w:r>
      <w:r>
        <w:rPr>
          <w:rFonts w:cs="Georgia"/>
          <w:bCs/>
          <w:kern w:val="1"/>
        </w:rPr>
        <w:t xml:space="preserve">et </w:t>
      </w:r>
      <w:r>
        <w:rPr>
          <w:rFonts w:cs="Georgia"/>
          <w:kern w:val="1"/>
        </w:rPr>
        <w:t>méconnaissables</w:t>
      </w:r>
      <w:r w:rsidR="000E1451">
        <w:rPr>
          <w:rFonts w:cs="Georgia"/>
          <w:kern w:val="1"/>
        </w:rPr>
        <w:t xml:space="preserve">. </w:t>
      </w:r>
      <w:r>
        <w:rPr>
          <w:rFonts w:cs="Georgia"/>
          <w:kern w:val="1"/>
        </w:rPr>
        <w:t>Sous cette lumière crayeuse</w:t>
      </w:r>
      <w:r w:rsidR="000E1451">
        <w:rPr>
          <w:rFonts w:cs="Georgia"/>
          <w:kern w:val="1"/>
        </w:rPr>
        <w:t xml:space="preserve">, </w:t>
      </w:r>
      <w:r>
        <w:rPr>
          <w:rFonts w:cs="Georgia"/>
          <w:kern w:val="1"/>
        </w:rPr>
        <w:t>le timbre de nos voix lui-même nous paraissait changé</w:t>
      </w:r>
      <w:r w:rsidR="000E1451">
        <w:rPr>
          <w:rFonts w:cs="Georgia"/>
          <w:kern w:val="1"/>
        </w:rPr>
        <w:t>.</w:t>
      </w:r>
    </w:p>
    <w:p w14:paraId="0E6C25BD" w14:textId="77777777" w:rsidR="000E1451" w:rsidRDefault="00BE611A" w:rsidP="00BE611A">
      <w:pPr>
        <w:rPr>
          <w:rFonts w:cs="Georgia"/>
          <w:kern w:val="1"/>
        </w:rPr>
      </w:pPr>
      <w:r>
        <w:rPr>
          <w:rFonts w:cs="Georgia"/>
          <w:kern w:val="1"/>
        </w:rPr>
        <w:t>Il n</w:t>
      </w:r>
      <w:r w:rsidR="000E1451">
        <w:rPr>
          <w:rFonts w:cs="Georgia"/>
          <w:kern w:val="1"/>
        </w:rPr>
        <w:t>’</w:t>
      </w:r>
      <w:r>
        <w:rPr>
          <w:rFonts w:cs="Georgia"/>
          <w:kern w:val="1"/>
        </w:rPr>
        <w:t>y avait que deux pelles et deux pioches</w:t>
      </w:r>
      <w:r w:rsidR="000E1451">
        <w:rPr>
          <w:rFonts w:cs="Georgia"/>
          <w:kern w:val="1"/>
        </w:rPr>
        <w:t xml:space="preserve">. </w:t>
      </w:r>
      <w:r>
        <w:rPr>
          <w:rFonts w:cs="Georgia"/>
          <w:kern w:val="1"/>
        </w:rPr>
        <w:t>Nous travaillions à tour de rôle</w:t>
      </w:r>
      <w:r w:rsidR="000E1451">
        <w:rPr>
          <w:rFonts w:cs="Georgia"/>
          <w:kern w:val="1"/>
        </w:rPr>
        <w:t xml:space="preserve">. </w:t>
      </w:r>
      <w:r>
        <w:rPr>
          <w:rFonts w:cs="Georgia"/>
          <w:kern w:val="1"/>
        </w:rPr>
        <w:t>Aux instants où j</w:t>
      </w:r>
      <w:r w:rsidR="000E1451">
        <w:rPr>
          <w:rFonts w:cs="Georgia"/>
          <w:kern w:val="1"/>
        </w:rPr>
        <w:t>’</w:t>
      </w:r>
      <w:r>
        <w:rPr>
          <w:rFonts w:cs="Georgia"/>
          <w:kern w:val="1"/>
        </w:rPr>
        <w:t>étais libre</w:t>
      </w:r>
      <w:r w:rsidR="000E1451">
        <w:rPr>
          <w:rFonts w:cs="Georgia"/>
          <w:kern w:val="1"/>
        </w:rPr>
        <w:t xml:space="preserve">, </w:t>
      </w:r>
      <w:r>
        <w:rPr>
          <w:rFonts w:cs="Georgia"/>
          <w:kern w:val="1"/>
        </w:rPr>
        <w:t>je grimpais le long de la dune</w:t>
      </w:r>
      <w:r w:rsidR="000E1451">
        <w:rPr>
          <w:rFonts w:cs="Georgia"/>
          <w:kern w:val="1"/>
        </w:rPr>
        <w:t xml:space="preserve">, </w:t>
      </w:r>
      <w:r>
        <w:rPr>
          <w:rFonts w:cs="Georgia"/>
          <w:kern w:val="1"/>
        </w:rPr>
        <w:t>à cinq ou six mètres</w:t>
      </w:r>
      <w:r w:rsidR="000E1451">
        <w:rPr>
          <w:rFonts w:cs="Georgia"/>
          <w:kern w:val="1"/>
        </w:rPr>
        <w:t xml:space="preserve">, </w:t>
      </w:r>
      <w:r>
        <w:rPr>
          <w:rFonts w:cs="Georgia"/>
          <w:kern w:val="1"/>
        </w:rPr>
        <w:t>m</w:t>
      </w:r>
      <w:r w:rsidR="000E1451">
        <w:rPr>
          <w:rFonts w:cs="Georgia"/>
          <w:kern w:val="1"/>
        </w:rPr>
        <w:t>’</w:t>
      </w:r>
      <w:r>
        <w:rPr>
          <w:rFonts w:cs="Georgia"/>
          <w:kern w:val="1"/>
        </w:rPr>
        <w:t>aidant des branches d</w:t>
      </w:r>
      <w:r w:rsidR="000E1451">
        <w:rPr>
          <w:rFonts w:cs="Georgia"/>
          <w:kern w:val="1"/>
        </w:rPr>
        <w:t>’</w:t>
      </w:r>
      <w:r>
        <w:rPr>
          <w:rFonts w:cs="Georgia"/>
          <w:kern w:val="1"/>
        </w:rPr>
        <w:t>un petit sapin rabougri</w:t>
      </w:r>
      <w:r w:rsidR="000E1451">
        <w:rPr>
          <w:rFonts w:cs="Georgia"/>
          <w:kern w:val="1"/>
        </w:rPr>
        <w:t xml:space="preserve">. </w:t>
      </w:r>
      <w:r>
        <w:rPr>
          <w:rFonts w:cs="Georgia"/>
          <w:kern w:val="1"/>
        </w:rPr>
        <w:t>De là</w:t>
      </w:r>
      <w:r w:rsidR="000E1451">
        <w:rPr>
          <w:rFonts w:cs="Georgia"/>
          <w:kern w:val="1"/>
        </w:rPr>
        <w:t xml:space="preserve">, </w:t>
      </w:r>
      <w:r>
        <w:rPr>
          <w:rFonts w:cs="Georgia"/>
          <w:kern w:val="1"/>
        </w:rPr>
        <w:t>je découvrais la plus grande partie de l</w:t>
      </w:r>
      <w:r w:rsidR="000E1451">
        <w:rPr>
          <w:rFonts w:cs="Georgia"/>
          <w:kern w:val="1"/>
        </w:rPr>
        <w:t>’</w:t>
      </w:r>
      <w:r>
        <w:rPr>
          <w:rFonts w:cs="Georgia"/>
          <w:kern w:val="1"/>
        </w:rPr>
        <w:t>étendue marécageuse qui entoure le château</w:t>
      </w:r>
      <w:r w:rsidR="000E1451">
        <w:rPr>
          <w:rFonts w:cs="Georgia"/>
          <w:kern w:val="1"/>
        </w:rPr>
        <w:t xml:space="preserve">. </w:t>
      </w:r>
      <w:r>
        <w:rPr>
          <w:rFonts w:cs="Georgia"/>
          <w:kern w:val="1"/>
        </w:rPr>
        <w:t>S</w:t>
      </w:r>
      <w:r w:rsidR="000E1451">
        <w:rPr>
          <w:rFonts w:cs="Georgia"/>
          <w:kern w:val="1"/>
        </w:rPr>
        <w:t>’</w:t>
      </w:r>
      <w:r>
        <w:rPr>
          <w:rFonts w:cs="Georgia"/>
          <w:kern w:val="1"/>
        </w:rPr>
        <w:t>enchevêtrant à la surface des vases desséchées</w:t>
      </w:r>
      <w:r w:rsidR="000E1451">
        <w:rPr>
          <w:rFonts w:cs="Georgia"/>
          <w:kern w:val="1"/>
        </w:rPr>
        <w:t xml:space="preserve">, </w:t>
      </w:r>
      <w:r>
        <w:rPr>
          <w:rFonts w:cs="Georgia"/>
          <w:kern w:val="1"/>
        </w:rPr>
        <w:t>d</w:t>
      </w:r>
      <w:r w:rsidR="000E1451">
        <w:rPr>
          <w:rFonts w:cs="Georgia"/>
          <w:kern w:val="1"/>
        </w:rPr>
        <w:t>’</w:t>
      </w:r>
      <w:r>
        <w:rPr>
          <w:rFonts w:cs="Georgia"/>
          <w:kern w:val="1"/>
        </w:rPr>
        <w:t>innombrables ruisseaux formaient un immense réseau d</w:t>
      </w:r>
      <w:r w:rsidR="000E1451">
        <w:rPr>
          <w:rFonts w:cs="Georgia"/>
          <w:kern w:val="1"/>
        </w:rPr>
        <w:t>’</w:t>
      </w:r>
      <w:r>
        <w:rPr>
          <w:rFonts w:cs="Georgia"/>
          <w:kern w:val="1"/>
        </w:rPr>
        <w:t>argent</w:t>
      </w:r>
      <w:r w:rsidR="000E1451">
        <w:rPr>
          <w:rFonts w:cs="Georgia"/>
          <w:kern w:val="1"/>
        </w:rPr>
        <w:t xml:space="preserve">. </w:t>
      </w:r>
      <w:r>
        <w:rPr>
          <w:rFonts w:cs="Georgia"/>
          <w:kern w:val="1"/>
        </w:rPr>
        <w:t>Tout au fond</w:t>
      </w:r>
      <w:r w:rsidR="000E1451">
        <w:rPr>
          <w:rFonts w:cs="Georgia"/>
          <w:kern w:val="1"/>
        </w:rPr>
        <w:t xml:space="preserve">, </w:t>
      </w:r>
      <w:r>
        <w:rPr>
          <w:rFonts w:cs="Georgia"/>
          <w:kern w:val="1"/>
        </w:rPr>
        <w:t>je devinai le château lui-même</w:t>
      </w:r>
      <w:r w:rsidR="000E1451">
        <w:rPr>
          <w:rFonts w:cs="Georgia"/>
          <w:kern w:val="1"/>
        </w:rPr>
        <w:t xml:space="preserve">, </w:t>
      </w:r>
      <w:r>
        <w:rPr>
          <w:rFonts w:cs="Georgia"/>
          <w:kern w:val="1"/>
        </w:rPr>
        <w:t>masqué par le rideau plus sombre de ses hêtres</w:t>
      </w:r>
      <w:r w:rsidR="000E1451">
        <w:rPr>
          <w:rFonts w:cs="Georgia"/>
          <w:kern w:val="1"/>
        </w:rPr>
        <w:t xml:space="preserve">. </w:t>
      </w:r>
      <w:r>
        <w:rPr>
          <w:rFonts w:cs="Georgia"/>
          <w:kern w:val="1"/>
        </w:rPr>
        <w:t>Une lumière y brillait</w:t>
      </w:r>
      <w:r w:rsidR="000E1451">
        <w:rPr>
          <w:rFonts w:cs="Georgia"/>
          <w:kern w:val="1"/>
        </w:rPr>
        <w:t xml:space="preserve">. </w:t>
      </w:r>
      <w:r>
        <w:rPr>
          <w:rFonts w:cs="Georgia"/>
          <w:kern w:val="1"/>
        </w:rPr>
        <w:t>Une seule</w:t>
      </w:r>
      <w:r w:rsidR="000E1451">
        <w:rPr>
          <w:rFonts w:cs="Georgia"/>
          <w:kern w:val="1"/>
        </w:rPr>
        <w:t xml:space="preserve">. </w:t>
      </w:r>
      <w:r>
        <w:rPr>
          <w:rFonts w:cs="Georgia"/>
          <w:kern w:val="1"/>
        </w:rPr>
        <w:t>Dans la chambre d</w:t>
      </w:r>
      <w:r w:rsidR="000E1451">
        <w:rPr>
          <w:rFonts w:cs="Georgia"/>
          <w:kern w:val="1"/>
        </w:rPr>
        <w:t>’</w:t>
      </w:r>
      <w:r>
        <w:rPr>
          <w:rFonts w:cs="Georgia"/>
          <w:kern w:val="1"/>
        </w:rPr>
        <w:t>Axelle</w:t>
      </w:r>
      <w:r w:rsidR="000E1451">
        <w:rPr>
          <w:rFonts w:cs="Georgia"/>
          <w:kern w:val="1"/>
        </w:rPr>
        <w:t xml:space="preserve">, </w:t>
      </w:r>
      <w:r>
        <w:rPr>
          <w:rFonts w:cs="Georgia"/>
          <w:kern w:val="1"/>
        </w:rPr>
        <w:t>peut-être</w:t>
      </w:r>
      <w:r w:rsidR="000E1451">
        <w:rPr>
          <w:rFonts w:cs="Georgia"/>
          <w:kern w:val="1"/>
        </w:rPr>
        <w:t xml:space="preserve"> ? </w:t>
      </w:r>
      <w:r>
        <w:rPr>
          <w:rFonts w:cs="Georgia"/>
          <w:kern w:val="1"/>
        </w:rPr>
        <w:t>Ou dans celle de son fiancé</w:t>
      </w:r>
      <w:r w:rsidR="000E1451">
        <w:rPr>
          <w:rFonts w:cs="Georgia"/>
          <w:kern w:val="1"/>
        </w:rPr>
        <w:t xml:space="preserve"> ? </w:t>
      </w:r>
      <w:r>
        <w:rPr>
          <w:rFonts w:cs="Georgia"/>
          <w:kern w:val="1"/>
        </w:rPr>
        <w:t>Sinistre nuit d</w:t>
      </w:r>
      <w:r w:rsidR="000E1451">
        <w:rPr>
          <w:rFonts w:cs="Georgia"/>
          <w:kern w:val="1"/>
        </w:rPr>
        <w:t>’</w:t>
      </w:r>
      <w:r>
        <w:rPr>
          <w:rFonts w:cs="Georgia"/>
          <w:kern w:val="1"/>
        </w:rPr>
        <w:t>angoisse et de mort</w:t>
      </w:r>
      <w:r w:rsidR="000E1451">
        <w:rPr>
          <w:rFonts w:cs="Georgia"/>
          <w:kern w:val="1"/>
        </w:rPr>
        <w:t xml:space="preserve"> ! </w:t>
      </w:r>
      <w:r>
        <w:rPr>
          <w:rFonts w:cs="Georgia"/>
          <w:kern w:val="1"/>
        </w:rPr>
        <w:t>Mais de quoi pouvais-je me plaindre</w:t>
      </w:r>
      <w:r w:rsidR="000E1451">
        <w:rPr>
          <w:rFonts w:cs="Georgia"/>
          <w:kern w:val="1"/>
        </w:rPr>
        <w:t xml:space="preserve"> ? </w:t>
      </w:r>
      <w:r>
        <w:rPr>
          <w:rFonts w:cs="Georgia"/>
          <w:kern w:val="1"/>
        </w:rPr>
        <w:t>Prenant la place de Vandaële</w:t>
      </w:r>
      <w:r w:rsidR="000E1451">
        <w:rPr>
          <w:rFonts w:cs="Georgia"/>
          <w:kern w:val="1"/>
        </w:rPr>
        <w:t xml:space="preserve">, </w:t>
      </w:r>
      <w:r>
        <w:rPr>
          <w:rFonts w:cs="Georgia"/>
          <w:kern w:val="1"/>
        </w:rPr>
        <w:t>n</w:t>
      </w:r>
      <w:r w:rsidR="000E1451">
        <w:rPr>
          <w:rFonts w:cs="Georgia"/>
          <w:kern w:val="1"/>
        </w:rPr>
        <w:t>’</w:t>
      </w:r>
      <w:r>
        <w:rPr>
          <w:rFonts w:cs="Georgia"/>
          <w:kern w:val="1"/>
        </w:rPr>
        <w:t>était-ce pas cette lampe que j</w:t>
      </w:r>
      <w:r w:rsidR="000E1451">
        <w:rPr>
          <w:rFonts w:cs="Georgia"/>
          <w:kern w:val="1"/>
        </w:rPr>
        <w:t>’</w:t>
      </w:r>
      <w:r>
        <w:rPr>
          <w:rFonts w:cs="Georgia"/>
          <w:kern w:val="1"/>
        </w:rPr>
        <w:t>étais venu essayer d</w:t>
      </w:r>
      <w:r w:rsidR="000E1451">
        <w:rPr>
          <w:rFonts w:cs="Georgia"/>
          <w:kern w:val="1"/>
        </w:rPr>
        <w:t>’</w:t>
      </w:r>
      <w:r>
        <w:rPr>
          <w:rFonts w:cs="Georgia"/>
          <w:kern w:val="1"/>
        </w:rPr>
        <w:t>apercevoir</w:t>
      </w:r>
      <w:r w:rsidR="000E1451">
        <w:rPr>
          <w:rFonts w:cs="Georgia"/>
          <w:kern w:val="1"/>
        </w:rPr>
        <w:t xml:space="preserve"> ? </w:t>
      </w:r>
      <w:r>
        <w:rPr>
          <w:rFonts w:cs="Georgia"/>
          <w:kern w:val="1"/>
        </w:rPr>
        <w:t>Si je l</w:t>
      </w:r>
      <w:r w:rsidR="000E1451">
        <w:rPr>
          <w:rFonts w:cs="Georgia"/>
          <w:kern w:val="1"/>
        </w:rPr>
        <w:t>’</w:t>
      </w:r>
      <w:r>
        <w:rPr>
          <w:rFonts w:cs="Georgia"/>
          <w:kern w:val="1"/>
        </w:rPr>
        <w:t>avais vue soudain s</w:t>
      </w:r>
      <w:r w:rsidR="000E1451">
        <w:rPr>
          <w:rFonts w:cs="Georgia"/>
          <w:kern w:val="1"/>
        </w:rPr>
        <w:t>’</w:t>
      </w:r>
      <w:r>
        <w:rPr>
          <w:rFonts w:cs="Georgia"/>
          <w:kern w:val="1"/>
        </w:rPr>
        <w:t>éteindre</w:t>
      </w:r>
      <w:r w:rsidR="000E1451">
        <w:rPr>
          <w:rFonts w:cs="Georgia"/>
          <w:kern w:val="1"/>
        </w:rPr>
        <w:t xml:space="preserve">, </w:t>
      </w:r>
      <w:r>
        <w:rPr>
          <w:rFonts w:cs="Georgia"/>
          <w:kern w:val="1"/>
        </w:rPr>
        <w:t>ma détresse ne s</w:t>
      </w:r>
      <w:r w:rsidR="000E1451">
        <w:rPr>
          <w:rFonts w:cs="Georgia"/>
          <w:kern w:val="1"/>
        </w:rPr>
        <w:t>’</w:t>
      </w:r>
      <w:r>
        <w:rPr>
          <w:rFonts w:cs="Georgia"/>
          <w:kern w:val="1"/>
        </w:rPr>
        <w:t>en serait-elle pas trouvée accrue</w:t>
      </w:r>
      <w:r w:rsidR="000E1451">
        <w:rPr>
          <w:rFonts w:cs="Georgia"/>
          <w:kern w:val="1"/>
        </w:rPr>
        <w:t> ?</w:t>
      </w:r>
    </w:p>
    <w:p w14:paraId="65F081C6" w14:textId="77777777" w:rsidR="000E1451" w:rsidRDefault="00BE611A" w:rsidP="00BE611A">
      <w:pPr>
        <w:rPr>
          <w:rFonts w:cs="Georgia"/>
          <w:kern w:val="1"/>
        </w:rPr>
      </w:pPr>
      <w:r>
        <w:rPr>
          <w:rFonts w:cs="Georgia"/>
          <w:kern w:val="1"/>
        </w:rPr>
        <w:lastRenderedPageBreak/>
        <w:t>À mes pieds</w:t>
      </w:r>
      <w:r w:rsidR="000E1451">
        <w:rPr>
          <w:rFonts w:cs="Georgia"/>
          <w:kern w:val="1"/>
        </w:rPr>
        <w:t xml:space="preserve">, </w:t>
      </w:r>
      <w:r>
        <w:rPr>
          <w:rFonts w:cs="Georgia"/>
          <w:kern w:val="1"/>
        </w:rPr>
        <w:t>j</w:t>
      </w:r>
      <w:r w:rsidR="000E1451">
        <w:rPr>
          <w:rFonts w:cs="Georgia"/>
          <w:kern w:val="1"/>
        </w:rPr>
        <w:t>’</w:t>
      </w:r>
      <w:r>
        <w:rPr>
          <w:rFonts w:cs="Georgia"/>
          <w:kern w:val="1"/>
        </w:rPr>
        <w:t>entendais les coups sourds des outils</w:t>
      </w:r>
      <w:r w:rsidR="000E1451">
        <w:rPr>
          <w:rFonts w:cs="Georgia"/>
          <w:kern w:val="1"/>
        </w:rPr>
        <w:t xml:space="preserve">, </w:t>
      </w:r>
      <w:r>
        <w:rPr>
          <w:rFonts w:cs="Georgia"/>
          <w:kern w:val="1"/>
        </w:rPr>
        <w:t>je distinguais les silhouettes courbées de mes compagnons</w:t>
      </w:r>
      <w:r w:rsidR="000E1451">
        <w:rPr>
          <w:rFonts w:cs="Georgia"/>
          <w:kern w:val="1"/>
        </w:rPr>
        <w:t xml:space="preserve">. </w:t>
      </w:r>
      <w:r>
        <w:rPr>
          <w:rFonts w:cs="Georgia"/>
          <w:kern w:val="1"/>
        </w:rPr>
        <w:t>Le gefreiter</w:t>
      </w:r>
      <w:r w:rsidR="000E1451">
        <w:rPr>
          <w:rFonts w:cs="Georgia"/>
          <w:kern w:val="1"/>
        </w:rPr>
        <w:t xml:space="preserve">, </w:t>
      </w:r>
      <w:r>
        <w:rPr>
          <w:rFonts w:cs="Georgia"/>
          <w:kern w:val="1"/>
        </w:rPr>
        <w:t>assis sur un des brancards de la civière</w:t>
      </w:r>
      <w:r w:rsidR="000E1451">
        <w:rPr>
          <w:rFonts w:cs="Georgia"/>
          <w:kern w:val="1"/>
        </w:rPr>
        <w:t xml:space="preserve">, </w:t>
      </w:r>
      <w:r>
        <w:rPr>
          <w:rFonts w:cs="Georgia"/>
          <w:kern w:val="1"/>
        </w:rPr>
        <w:t>venait de souffler sa lanterne après y avoir allumé une des cigarettes que je lui avais données</w:t>
      </w:r>
      <w:r w:rsidR="000E1451">
        <w:rPr>
          <w:rFonts w:cs="Georgia"/>
          <w:kern w:val="1"/>
        </w:rPr>
        <w:t>.</w:t>
      </w:r>
    </w:p>
    <w:p w14:paraId="56AF7905" w14:textId="77777777" w:rsidR="000E1451" w:rsidRDefault="000E1451" w:rsidP="00BE611A">
      <w:pPr>
        <w:rPr>
          <w:rFonts w:cs="Georgia"/>
          <w:kern w:val="1"/>
        </w:rPr>
      </w:pPr>
      <w:r>
        <w:rPr>
          <w:rFonts w:cs="Georgia"/>
          <w:kern w:val="1"/>
        </w:rPr>
        <w:t>— </w:t>
      </w:r>
      <w:r w:rsidR="00BE611A">
        <w:rPr>
          <w:rFonts w:cs="Georgia"/>
          <w:kern w:val="1"/>
        </w:rPr>
        <w:t>À ton tour</w:t>
      </w:r>
      <w:r>
        <w:rPr>
          <w:rFonts w:cs="Georgia"/>
          <w:kern w:val="1"/>
        </w:rPr>
        <w:t xml:space="preserve">, </w:t>
      </w:r>
      <w:r w:rsidR="00BE611A">
        <w:rPr>
          <w:rFonts w:cs="Georgia"/>
          <w:kern w:val="1"/>
        </w:rPr>
        <w:t>Dumaine</w:t>
      </w:r>
      <w:r>
        <w:rPr>
          <w:rFonts w:cs="Georgia"/>
          <w:kern w:val="1"/>
        </w:rPr>
        <w:t xml:space="preserve">, </w:t>
      </w:r>
      <w:r w:rsidR="00BE611A">
        <w:rPr>
          <w:rFonts w:cs="Georgia"/>
          <w:kern w:val="1"/>
        </w:rPr>
        <w:t>dit Fichet</w:t>
      </w:r>
      <w:r>
        <w:rPr>
          <w:rFonts w:cs="Georgia"/>
          <w:kern w:val="1"/>
        </w:rPr>
        <w:t>.</w:t>
      </w:r>
    </w:p>
    <w:p w14:paraId="24C2AAD5" w14:textId="77777777" w:rsidR="000E1451" w:rsidRDefault="00BE611A" w:rsidP="00BE611A">
      <w:pPr>
        <w:rPr>
          <w:rFonts w:cs="Georgia"/>
          <w:kern w:val="1"/>
        </w:rPr>
      </w:pPr>
      <w:r>
        <w:rPr>
          <w:rFonts w:cs="Georgia"/>
          <w:kern w:val="1"/>
        </w:rPr>
        <w:t>Et il me donnait la pioche</w:t>
      </w:r>
      <w:r w:rsidR="000E1451">
        <w:rPr>
          <w:rFonts w:cs="Georgia"/>
          <w:kern w:val="1"/>
        </w:rPr>
        <w:t>.</w:t>
      </w:r>
    </w:p>
    <w:p w14:paraId="5B206413" w14:textId="77777777" w:rsidR="000E1451" w:rsidRDefault="000E1451" w:rsidP="00BE611A">
      <w:pPr>
        <w:rPr>
          <w:rFonts w:cs="Georgia"/>
          <w:kern w:val="1"/>
        </w:rPr>
      </w:pPr>
      <w:r>
        <w:rPr>
          <w:rFonts w:cs="Georgia"/>
          <w:kern w:val="1"/>
        </w:rPr>
        <w:t>— </w:t>
      </w:r>
      <w:r w:rsidR="00BE611A">
        <w:rPr>
          <w:rFonts w:cs="Georgia"/>
          <w:bCs/>
          <w:i/>
          <w:iCs/>
          <w:kern w:val="1"/>
        </w:rPr>
        <w:t>Genug</w:t>
      </w:r>
      <w:r>
        <w:t xml:space="preserve">, </w:t>
      </w:r>
      <w:r w:rsidR="00BE611A">
        <w:rPr>
          <w:rFonts w:cs="Georgia"/>
          <w:kern w:val="1"/>
        </w:rPr>
        <w:t>dit enfin le gefreiter</w:t>
      </w:r>
      <w:r>
        <w:rPr>
          <w:rFonts w:cs="Georgia"/>
          <w:kern w:val="1"/>
        </w:rPr>
        <w:t>.</w:t>
      </w:r>
    </w:p>
    <w:p w14:paraId="04AC1DAC" w14:textId="77777777" w:rsidR="000E1451" w:rsidRDefault="00BE611A" w:rsidP="00BE611A">
      <w:pPr>
        <w:rPr>
          <w:rFonts w:cs="Georgia"/>
          <w:kern w:val="1"/>
        </w:rPr>
      </w:pPr>
      <w:r>
        <w:rPr>
          <w:rFonts w:cs="Georgia"/>
          <w:kern w:val="1"/>
        </w:rPr>
        <w:t>Un de nos camarades avait été autorisé à prendre pour lui la capote de Vidal</w:t>
      </w:r>
      <w:r w:rsidR="000E1451">
        <w:rPr>
          <w:rFonts w:cs="Georgia"/>
          <w:kern w:val="1"/>
        </w:rPr>
        <w:t xml:space="preserve">, </w:t>
      </w:r>
      <w:r>
        <w:rPr>
          <w:rFonts w:cs="Georgia"/>
          <w:kern w:val="1"/>
        </w:rPr>
        <w:t>meilleure que la sienne</w:t>
      </w:r>
      <w:r w:rsidR="000E1451">
        <w:rPr>
          <w:rFonts w:cs="Georgia"/>
          <w:kern w:val="1"/>
        </w:rPr>
        <w:t xml:space="preserve">. </w:t>
      </w:r>
      <w:r>
        <w:rPr>
          <w:rFonts w:cs="Georgia"/>
          <w:kern w:val="1"/>
        </w:rPr>
        <w:t>On laissa au mort la couverture qui lui servait de linceul</w:t>
      </w:r>
      <w:r w:rsidR="000E1451">
        <w:rPr>
          <w:rFonts w:cs="Georgia"/>
          <w:kern w:val="1"/>
        </w:rPr>
        <w:t xml:space="preserve">. </w:t>
      </w:r>
      <w:r>
        <w:rPr>
          <w:rFonts w:cs="Georgia"/>
          <w:kern w:val="1"/>
        </w:rPr>
        <w:t>À mesure que tombaient nos pelletées de sable</w:t>
      </w:r>
      <w:r w:rsidR="000E1451">
        <w:rPr>
          <w:rFonts w:cs="Georgia"/>
          <w:kern w:val="1"/>
        </w:rPr>
        <w:t xml:space="preserve">, </w:t>
      </w:r>
      <w:r>
        <w:rPr>
          <w:rFonts w:cs="Georgia"/>
          <w:kern w:val="1"/>
        </w:rPr>
        <w:t>cette couverture disparaissait</w:t>
      </w:r>
      <w:r w:rsidR="000E1451">
        <w:rPr>
          <w:rFonts w:cs="Georgia"/>
          <w:kern w:val="1"/>
        </w:rPr>
        <w:t xml:space="preserve">. </w:t>
      </w:r>
      <w:r>
        <w:rPr>
          <w:rFonts w:cs="Georgia"/>
          <w:kern w:val="1"/>
        </w:rPr>
        <w:t>Il n</w:t>
      </w:r>
      <w:r w:rsidR="000E1451">
        <w:rPr>
          <w:rFonts w:cs="Georgia"/>
          <w:kern w:val="1"/>
        </w:rPr>
        <w:t>’</w:t>
      </w:r>
      <w:r>
        <w:rPr>
          <w:rFonts w:cs="Georgia"/>
          <w:kern w:val="1"/>
        </w:rPr>
        <w:t>en subsistait que des rondelles brunes de plus en plus réduites</w:t>
      </w:r>
      <w:r w:rsidR="000E1451">
        <w:rPr>
          <w:rFonts w:cs="Georgia"/>
          <w:kern w:val="1"/>
        </w:rPr>
        <w:t xml:space="preserve">, </w:t>
      </w:r>
      <w:r>
        <w:rPr>
          <w:rFonts w:cs="Georgia"/>
          <w:kern w:val="1"/>
        </w:rPr>
        <w:t>la dernière tout en haut</w:t>
      </w:r>
      <w:r w:rsidR="000E1451">
        <w:rPr>
          <w:rFonts w:cs="Georgia"/>
          <w:kern w:val="1"/>
        </w:rPr>
        <w:t xml:space="preserve">, </w:t>
      </w:r>
      <w:r>
        <w:rPr>
          <w:rFonts w:cs="Georgia"/>
          <w:kern w:val="1"/>
        </w:rPr>
        <w:t>à l</w:t>
      </w:r>
      <w:r w:rsidR="000E1451">
        <w:rPr>
          <w:rFonts w:cs="Georgia"/>
          <w:kern w:val="1"/>
        </w:rPr>
        <w:t>’</w:t>
      </w:r>
      <w:r>
        <w:rPr>
          <w:rFonts w:cs="Georgia"/>
          <w:kern w:val="1"/>
        </w:rPr>
        <w:t>emplacement de la tête</w:t>
      </w:r>
      <w:r w:rsidR="000E1451">
        <w:rPr>
          <w:rFonts w:cs="Georgia"/>
          <w:kern w:val="1"/>
        </w:rPr>
        <w:t xml:space="preserve">. </w:t>
      </w:r>
      <w:r>
        <w:rPr>
          <w:rFonts w:cs="Georgia"/>
          <w:kern w:val="1"/>
        </w:rPr>
        <w:t>C</w:t>
      </w:r>
      <w:r w:rsidR="000E1451">
        <w:rPr>
          <w:rFonts w:cs="Georgia"/>
          <w:kern w:val="1"/>
        </w:rPr>
        <w:t>’</w:t>
      </w:r>
      <w:r>
        <w:rPr>
          <w:rFonts w:cs="Georgia"/>
          <w:kern w:val="1"/>
        </w:rPr>
        <w:t>est l</w:t>
      </w:r>
      <w:r w:rsidR="000E1451">
        <w:rPr>
          <w:rFonts w:cs="Georgia"/>
          <w:kern w:val="1"/>
        </w:rPr>
        <w:t>’</w:t>
      </w:r>
      <w:r>
        <w:rPr>
          <w:rFonts w:cs="Georgia"/>
          <w:kern w:val="1"/>
        </w:rPr>
        <w:t>endroit que l</w:t>
      </w:r>
      <w:r w:rsidR="000E1451">
        <w:rPr>
          <w:rFonts w:cs="Georgia"/>
          <w:kern w:val="1"/>
        </w:rPr>
        <w:t>’</w:t>
      </w:r>
      <w:r>
        <w:rPr>
          <w:rFonts w:cs="Georgia"/>
          <w:kern w:val="1"/>
        </w:rPr>
        <w:t>on ne recouvre qu</w:t>
      </w:r>
      <w:r w:rsidR="000E1451">
        <w:rPr>
          <w:rFonts w:cs="Georgia"/>
          <w:kern w:val="1"/>
        </w:rPr>
        <w:t>’</w:t>
      </w:r>
      <w:r>
        <w:rPr>
          <w:rFonts w:cs="Georgia"/>
          <w:kern w:val="1"/>
        </w:rPr>
        <w:t>à la fin</w:t>
      </w:r>
      <w:r w:rsidR="000E1451">
        <w:rPr>
          <w:rFonts w:cs="Georgia"/>
          <w:kern w:val="1"/>
        </w:rPr>
        <w:t xml:space="preserve">, </w:t>
      </w:r>
      <w:r>
        <w:rPr>
          <w:rFonts w:cs="Georgia"/>
          <w:kern w:val="1"/>
        </w:rPr>
        <w:t>quand le reste a disparu</w:t>
      </w:r>
      <w:r w:rsidR="000E1451">
        <w:rPr>
          <w:rFonts w:cs="Georgia"/>
          <w:kern w:val="1"/>
        </w:rPr>
        <w:t>.</w:t>
      </w:r>
    </w:p>
    <w:p w14:paraId="59FB111F" w14:textId="77777777" w:rsidR="000E1451" w:rsidRDefault="00BE611A" w:rsidP="00BE611A">
      <w:pPr>
        <w:rPr>
          <w:rFonts w:cs="Georgia"/>
          <w:kern w:val="1"/>
        </w:rPr>
      </w:pPr>
      <w:r>
        <w:rPr>
          <w:rFonts w:cs="Georgia"/>
          <w:kern w:val="1"/>
        </w:rPr>
        <w:t>Lorsque tout fut terminé</w:t>
      </w:r>
      <w:r w:rsidR="000E1451">
        <w:rPr>
          <w:rFonts w:cs="Georgia"/>
          <w:kern w:val="1"/>
        </w:rPr>
        <w:t xml:space="preserve">, </w:t>
      </w:r>
      <w:r>
        <w:rPr>
          <w:rFonts w:cs="Georgia"/>
          <w:kern w:val="1"/>
        </w:rPr>
        <w:t>nous nous redressâmes</w:t>
      </w:r>
      <w:r w:rsidR="000E1451">
        <w:rPr>
          <w:rFonts w:cs="Georgia"/>
          <w:kern w:val="1"/>
        </w:rPr>
        <w:t xml:space="preserve">. </w:t>
      </w:r>
      <w:r>
        <w:rPr>
          <w:rFonts w:cs="Georgia"/>
          <w:kern w:val="1"/>
        </w:rPr>
        <w:t>Les yeux fixés sur le sol qui avait repris son niveau</w:t>
      </w:r>
      <w:r w:rsidR="000E1451">
        <w:rPr>
          <w:rFonts w:cs="Georgia"/>
          <w:kern w:val="1"/>
        </w:rPr>
        <w:t xml:space="preserve">, </w:t>
      </w:r>
      <w:r>
        <w:rPr>
          <w:rFonts w:cs="Georgia"/>
          <w:kern w:val="1"/>
        </w:rPr>
        <w:t>nous demeurâmes un instant sans parler</w:t>
      </w:r>
      <w:r w:rsidR="000E1451">
        <w:rPr>
          <w:rFonts w:cs="Georgia"/>
          <w:kern w:val="1"/>
        </w:rPr>
        <w:t>.</w:t>
      </w:r>
    </w:p>
    <w:p w14:paraId="0FCCB09A" w14:textId="77777777" w:rsidR="000E1451" w:rsidRDefault="000E1451" w:rsidP="00BE611A">
      <w:pPr>
        <w:rPr>
          <w:rFonts w:cs="Georgia"/>
          <w:kern w:val="1"/>
        </w:rPr>
      </w:pPr>
      <w:r>
        <w:rPr>
          <w:rFonts w:cs="Georgia"/>
          <w:kern w:val="1"/>
        </w:rPr>
        <w:t>— </w:t>
      </w:r>
      <w:r w:rsidR="00BE611A">
        <w:rPr>
          <w:rFonts w:cs="Georgia"/>
          <w:kern w:val="1"/>
        </w:rPr>
        <w:t>Hum</w:t>
      </w:r>
      <w:r>
        <w:rPr>
          <w:rFonts w:cs="Georgia"/>
          <w:kern w:val="1"/>
        </w:rPr>
        <w:t xml:space="preserve"> ! </w:t>
      </w:r>
      <w:r w:rsidR="00BE611A">
        <w:rPr>
          <w:rFonts w:cs="Georgia"/>
          <w:kern w:val="1"/>
        </w:rPr>
        <w:t>murmura enfin Fichet</w:t>
      </w:r>
      <w:r>
        <w:rPr>
          <w:rFonts w:cs="Georgia"/>
          <w:kern w:val="1"/>
        </w:rPr>
        <w:t xml:space="preserve">, </w:t>
      </w:r>
      <w:r w:rsidR="00BE611A">
        <w:rPr>
          <w:rFonts w:cs="Georgia"/>
          <w:kern w:val="1"/>
        </w:rPr>
        <w:t>le gars qui serait venu me dire qu</w:t>
      </w:r>
      <w:r>
        <w:rPr>
          <w:rFonts w:cs="Georgia"/>
          <w:kern w:val="1"/>
        </w:rPr>
        <w:t>’</w:t>
      </w:r>
      <w:r w:rsidR="00BE611A">
        <w:rPr>
          <w:rFonts w:cs="Georgia"/>
          <w:kern w:val="1"/>
        </w:rPr>
        <w:t>un jour je deviendrais croque-mort</w:t>
      </w:r>
      <w:r>
        <w:rPr>
          <w:rFonts w:cs="Georgia"/>
          <w:kern w:val="1"/>
        </w:rPr>
        <w:t xml:space="preserve">, </w:t>
      </w:r>
      <w:r w:rsidR="00BE611A">
        <w:rPr>
          <w:rFonts w:cs="Georgia"/>
          <w:kern w:val="1"/>
        </w:rPr>
        <w:t>il m</w:t>
      </w:r>
      <w:r>
        <w:rPr>
          <w:rFonts w:cs="Georgia"/>
          <w:kern w:val="1"/>
        </w:rPr>
        <w:t>’</w:t>
      </w:r>
      <w:r w:rsidR="00BE611A">
        <w:rPr>
          <w:rFonts w:cs="Georgia"/>
          <w:kern w:val="1"/>
        </w:rPr>
        <w:t>aurait bien épaté</w:t>
      </w:r>
      <w:r>
        <w:rPr>
          <w:rFonts w:cs="Georgia"/>
          <w:kern w:val="1"/>
        </w:rPr>
        <w:t xml:space="preserve">. </w:t>
      </w:r>
      <w:r w:rsidR="00BE611A">
        <w:rPr>
          <w:rFonts w:cs="Georgia"/>
          <w:kern w:val="1"/>
        </w:rPr>
        <w:t>On aura fait tous les métiers</w:t>
      </w:r>
      <w:r>
        <w:rPr>
          <w:rFonts w:cs="Georgia"/>
          <w:kern w:val="1"/>
        </w:rPr>
        <w:t xml:space="preserve">, </w:t>
      </w:r>
      <w:r w:rsidR="00BE611A">
        <w:rPr>
          <w:rFonts w:cs="Georgia"/>
          <w:kern w:val="1"/>
        </w:rPr>
        <w:t>depuis quatre ans</w:t>
      </w:r>
      <w:r>
        <w:rPr>
          <w:rFonts w:cs="Georgia"/>
          <w:kern w:val="1"/>
        </w:rPr>
        <w:t>.</w:t>
      </w:r>
    </w:p>
    <w:p w14:paraId="3A9FAB5C" w14:textId="77777777" w:rsidR="000E1451" w:rsidRDefault="000E1451" w:rsidP="00BE611A">
      <w:pPr>
        <w:rPr>
          <w:rFonts w:cs="Georgia"/>
          <w:kern w:val="1"/>
        </w:rPr>
      </w:pPr>
      <w:r>
        <w:rPr>
          <w:rFonts w:cs="Georgia"/>
          <w:kern w:val="1"/>
        </w:rPr>
        <w:t>— </w:t>
      </w:r>
      <w:r w:rsidR="00BE611A">
        <w:rPr>
          <w:rFonts w:cs="Georgia"/>
          <w:kern w:val="1"/>
        </w:rPr>
        <w:t>À part maquereau</w:t>
      </w:r>
      <w:r>
        <w:rPr>
          <w:rFonts w:cs="Georgia"/>
          <w:kern w:val="1"/>
        </w:rPr>
        <w:t xml:space="preserve">, </w:t>
      </w:r>
      <w:r w:rsidR="00BE611A">
        <w:rPr>
          <w:rFonts w:cs="Georgia"/>
          <w:kern w:val="1"/>
        </w:rPr>
        <w:t>dit Sylvestre</w:t>
      </w:r>
      <w:r>
        <w:rPr>
          <w:rFonts w:cs="Georgia"/>
          <w:kern w:val="1"/>
        </w:rPr>
        <w:t xml:space="preserve">, </w:t>
      </w:r>
      <w:r w:rsidR="00BE611A">
        <w:rPr>
          <w:rFonts w:cs="Georgia"/>
          <w:kern w:val="1"/>
        </w:rPr>
        <w:t>c</w:t>
      </w:r>
      <w:r>
        <w:rPr>
          <w:rFonts w:cs="Georgia"/>
          <w:kern w:val="1"/>
        </w:rPr>
        <w:t>’</w:t>
      </w:r>
      <w:r w:rsidR="00BE611A">
        <w:rPr>
          <w:rFonts w:cs="Georgia"/>
          <w:kern w:val="1"/>
        </w:rPr>
        <w:t>est vrai qu</w:t>
      </w:r>
      <w:r>
        <w:rPr>
          <w:rFonts w:cs="Georgia"/>
          <w:kern w:val="1"/>
        </w:rPr>
        <w:t>’</w:t>
      </w:r>
      <w:r w:rsidR="00BE611A">
        <w:rPr>
          <w:rFonts w:cs="Georgia"/>
          <w:kern w:val="1"/>
        </w:rPr>
        <w:t>on les aura tous faits</w:t>
      </w:r>
      <w:r>
        <w:rPr>
          <w:rFonts w:cs="Georgia"/>
          <w:kern w:val="1"/>
        </w:rPr>
        <w:t xml:space="preserve">. </w:t>
      </w:r>
      <w:r w:rsidR="00BE611A">
        <w:rPr>
          <w:rFonts w:cs="Georgia"/>
          <w:kern w:val="1"/>
        </w:rPr>
        <w:t>Bon</w:t>
      </w:r>
      <w:r>
        <w:rPr>
          <w:rFonts w:cs="Georgia"/>
          <w:kern w:val="1"/>
        </w:rPr>
        <w:t xml:space="preserve"> ! </w:t>
      </w:r>
      <w:r w:rsidR="00BE611A">
        <w:rPr>
          <w:rFonts w:cs="Georgia"/>
          <w:kern w:val="1"/>
        </w:rPr>
        <w:t>Et la croix que vous oubliez</w:t>
      </w:r>
      <w:r>
        <w:rPr>
          <w:rFonts w:cs="Georgia"/>
          <w:kern w:val="1"/>
        </w:rPr>
        <w:t xml:space="preserve">. </w:t>
      </w:r>
      <w:r w:rsidR="00BE611A">
        <w:rPr>
          <w:rFonts w:cs="Georgia"/>
          <w:kern w:val="1"/>
        </w:rPr>
        <w:t>Fais-la-moi passer</w:t>
      </w:r>
      <w:r>
        <w:rPr>
          <w:rFonts w:cs="Georgia"/>
          <w:kern w:val="1"/>
        </w:rPr>
        <w:t xml:space="preserve">. </w:t>
      </w:r>
      <w:r w:rsidR="00BE611A">
        <w:rPr>
          <w:rFonts w:cs="Georgia"/>
          <w:kern w:val="1"/>
        </w:rPr>
        <w:t>Je la tiens</w:t>
      </w:r>
      <w:r>
        <w:rPr>
          <w:rFonts w:cs="Georgia"/>
          <w:kern w:val="1"/>
        </w:rPr>
        <w:t xml:space="preserve">. </w:t>
      </w:r>
      <w:r w:rsidR="00BE611A">
        <w:rPr>
          <w:rFonts w:cs="Georgia"/>
          <w:kern w:val="1"/>
        </w:rPr>
        <w:t>Toi</w:t>
      </w:r>
      <w:r>
        <w:rPr>
          <w:rFonts w:cs="Georgia"/>
          <w:kern w:val="1"/>
        </w:rPr>
        <w:t xml:space="preserve">, </w:t>
      </w:r>
      <w:r w:rsidR="00BE611A">
        <w:rPr>
          <w:rFonts w:cs="Georgia"/>
          <w:kern w:val="1"/>
        </w:rPr>
        <w:t>tape dessus avec la tête de la pioche</w:t>
      </w:r>
      <w:r>
        <w:rPr>
          <w:rFonts w:cs="Georgia"/>
          <w:kern w:val="1"/>
        </w:rPr>
        <w:t xml:space="preserve">, </w:t>
      </w:r>
      <w:r w:rsidR="00BE611A">
        <w:rPr>
          <w:rFonts w:cs="Georgia"/>
          <w:kern w:val="1"/>
        </w:rPr>
        <w:t>pour bien l</w:t>
      </w:r>
      <w:r>
        <w:rPr>
          <w:rFonts w:cs="Georgia"/>
          <w:kern w:val="1"/>
        </w:rPr>
        <w:t>’</w:t>
      </w:r>
      <w:r w:rsidR="00BE611A">
        <w:rPr>
          <w:rFonts w:cs="Georgia"/>
          <w:kern w:val="1"/>
        </w:rPr>
        <w:t>enfoncer</w:t>
      </w:r>
      <w:r>
        <w:rPr>
          <w:rFonts w:cs="Georgia"/>
          <w:kern w:val="1"/>
        </w:rPr>
        <w:t xml:space="preserve">. </w:t>
      </w:r>
      <w:r w:rsidR="00BE611A">
        <w:rPr>
          <w:rFonts w:cs="Georgia"/>
          <w:kern w:val="1"/>
        </w:rPr>
        <w:t>Attention</w:t>
      </w:r>
      <w:r>
        <w:rPr>
          <w:rFonts w:cs="Georgia"/>
          <w:kern w:val="1"/>
        </w:rPr>
        <w:t xml:space="preserve">, </w:t>
      </w:r>
      <w:r w:rsidR="00BE611A">
        <w:rPr>
          <w:rFonts w:cs="Georgia"/>
          <w:kern w:val="1"/>
        </w:rPr>
        <w:t>eh</w:t>
      </w:r>
      <w:r>
        <w:rPr>
          <w:rFonts w:cs="Georgia"/>
          <w:kern w:val="1"/>
        </w:rPr>
        <w:t xml:space="preserve"> ! </w:t>
      </w:r>
      <w:r w:rsidR="00BE611A">
        <w:rPr>
          <w:rFonts w:cs="Georgia"/>
          <w:kern w:val="1"/>
        </w:rPr>
        <w:t>ballot</w:t>
      </w:r>
      <w:r>
        <w:rPr>
          <w:rFonts w:cs="Georgia"/>
          <w:kern w:val="1"/>
        </w:rPr>
        <w:t xml:space="preserve">, </w:t>
      </w:r>
      <w:r w:rsidR="00BE611A">
        <w:rPr>
          <w:rFonts w:cs="Georgia"/>
          <w:kern w:val="1"/>
        </w:rPr>
        <w:t>t</w:t>
      </w:r>
      <w:r>
        <w:rPr>
          <w:rFonts w:cs="Georgia"/>
          <w:kern w:val="1"/>
        </w:rPr>
        <w:t>’</w:t>
      </w:r>
      <w:r w:rsidR="00BE611A">
        <w:rPr>
          <w:rFonts w:cs="Georgia"/>
          <w:kern w:val="1"/>
        </w:rPr>
        <w:t>as failli me cogner sur les doigts</w:t>
      </w:r>
      <w:r>
        <w:rPr>
          <w:rFonts w:cs="Georgia"/>
          <w:kern w:val="1"/>
        </w:rPr>
        <w:t xml:space="preserve">. </w:t>
      </w:r>
      <w:r w:rsidR="00BE611A">
        <w:rPr>
          <w:rFonts w:cs="Georgia"/>
          <w:kern w:val="1"/>
        </w:rPr>
        <w:t>Là</w:t>
      </w:r>
      <w:r>
        <w:rPr>
          <w:rFonts w:cs="Georgia"/>
          <w:kern w:val="1"/>
        </w:rPr>
        <w:t xml:space="preserve">, </w:t>
      </w:r>
      <w:r w:rsidR="00BE611A">
        <w:rPr>
          <w:rFonts w:cs="Georgia"/>
          <w:kern w:val="1"/>
        </w:rPr>
        <w:t>voilà qui peut aller</w:t>
      </w:r>
      <w:r>
        <w:rPr>
          <w:rFonts w:cs="Georgia"/>
          <w:kern w:val="1"/>
        </w:rPr>
        <w:t xml:space="preserve">. </w:t>
      </w:r>
      <w:r w:rsidR="00BE611A">
        <w:rPr>
          <w:rFonts w:cs="Georgia"/>
          <w:kern w:val="1"/>
        </w:rPr>
        <w:t>De quelle classe qu</w:t>
      </w:r>
      <w:r>
        <w:rPr>
          <w:rFonts w:cs="Georgia"/>
          <w:kern w:val="1"/>
        </w:rPr>
        <w:t>’</w:t>
      </w:r>
      <w:r w:rsidR="00BE611A">
        <w:rPr>
          <w:rFonts w:cs="Georgia"/>
          <w:kern w:val="1"/>
        </w:rPr>
        <w:t>il était</w:t>
      </w:r>
      <w:r>
        <w:rPr>
          <w:rFonts w:cs="Georgia"/>
          <w:kern w:val="1"/>
        </w:rPr>
        <w:t xml:space="preserve">, </w:t>
      </w:r>
      <w:r w:rsidR="00BE611A">
        <w:rPr>
          <w:rFonts w:cs="Georgia"/>
          <w:kern w:val="1"/>
        </w:rPr>
        <w:t>Vidal</w:t>
      </w:r>
      <w:r>
        <w:rPr>
          <w:rFonts w:cs="Georgia"/>
          <w:kern w:val="1"/>
        </w:rPr>
        <w:t> ?</w:t>
      </w:r>
    </w:p>
    <w:p w14:paraId="1A7DB0BB" w14:textId="77777777" w:rsidR="000E1451" w:rsidRDefault="000E1451" w:rsidP="00BE611A">
      <w:pPr>
        <w:rPr>
          <w:rFonts w:cs="Georgia"/>
          <w:kern w:val="1"/>
        </w:rPr>
      </w:pPr>
      <w:r>
        <w:rPr>
          <w:rFonts w:cs="Georgia"/>
          <w:kern w:val="1"/>
        </w:rPr>
        <w:t>— </w:t>
      </w:r>
      <w:r w:rsidR="00BE611A">
        <w:rPr>
          <w:rFonts w:cs="Georgia"/>
          <w:kern w:val="1"/>
        </w:rPr>
        <w:t>1906</w:t>
      </w:r>
      <w:r>
        <w:rPr>
          <w:rFonts w:cs="Georgia"/>
          <w:kern w:val="1"/>
        </w:rPr>
        <w:t>.</w:t>
      </w:r>
    </w:p>
    <w:p w14:paraId="62F1B446" w14:textId="77777777" w:rsidR="000E1451" w:rsidRDefault="000E1451" w:rsidP="00BE611A">
      <w:pPr>
        <w:rPr>
          <w:rFonts w:cs="Georgia"/>
          <w:kern w:val="1"/>
        </w:rPr>
      </w:pPr>
      <w:r>
        <w:rPr>
          <w:rFonts w:cs="Georgia"/>
          <w:kern w:val="1"/>
        </w:rPr>
        <w:lastRenderedPageBreak/>
        <w:t>— </w:t>
      </w:r>
      <w:r w:rsidR="00BE611A">
        <w:rPr>
          <w:rFonts w:cs="Georgia"/>
          <w:kern w:val="1"/>
        </w:rPr>
        <w:t>Pauvre type</w:t>
      </w:r>
      <w:r>
        <w:rPr>
          <w:rFonts w:cs="Georgia"/>
          <w:kern w:val="1"/>
        </w:rPr>
        <w:t xml:space="preserve"> ! </w:t>
      </w:r>
      <w:r w:rsidR="00BE611A">
        <w:rPr>
          <w:rFonts w:cs="Georgia"/>
          <w:kern w:val="1"/>
        </w:rPr>
        <w:t>Encore un qui est parti en 14 dans un wagon tout rempli de fleurs et de bidons de vin</w:t>
      </w:r>
      <w:r>
        <w:rPr>
          <w:rFonts w:cs="Georgia"/>
          <w:kern w:val="1"/>
        </w:rPr>
        <w:t xml:space="preserve">, </w:t>
      </w:r>
      <w:r w:rsidR="00BE611A">
        <w:rPr>
          <w:rFonts w:cs="Georgia"/>
          <w:kern w:val="1"/>
        </w:rPr>
        <w:t>en se figurant que c</w:t>
      </w:r>
      <w:r>
        <w:rPr>
          <w:rFonts w:cs="Georgia"/>
          <w:kern w:val="1"/>
        </w:rPr>
        <w:t>’</w:t>
      </w:r>
      <w:r w:rsidR="00BE611A">
        <w:rPr>
          <w:rFonts w:cs="Georgia"/>
          <w:kern w:val="1"/>
        </w:rPr>
        <w:t>était la nouba</w:t>
      </w:r>
      <w:r>
        <w:rPr>
          <w:rFonts w:cs="Georgia"/>
          <w:kern w:val="1"/>
        </w:rPr>
        <w:t xml:space="preserve">. </w:t>
      </w:r>
      <w:r w:rsidR="00BE611A">
        <w:rPr>
          <w:rFonts w:cs="Georgia"/>
          <w:kern w:val="1"/>
        </w:rPr>
        <w:t>Cochonne de guerre</w:t>
      </w:r>
      <w:r>
        <w:rPr>
          <w:rFonts w:cs="Georgia"/>
          <w:kern w:val="1"/>
        </w:rPr>
        <w:t xml:space="preserve"> ! </w:t>
      </w:r>
      <w:r w:rsidR="00BE611A">
        <w:rPr>
          <w:rFonts w:cs="Georgia"/>
          <w:kern w:val="1"/>
        </w:rPr>
        <w:t>Eh bien quoi</w:t>
      </w:r>
      <w:r>
        <w:rPr>
          <w:rFonts w:cs="Georgia"/>
          <w:kern w:val="1"/>
        </w:rPr>
        <w:t xml:space="preserve">, </w:t>
      </w:r>
      <w:r w:rsidR="00BE611A">
        <w:rPr>
          <w:rFonts w:cs="Georgia"/>
          <w:kern w:val="1"/>
        </w:rPr>
        <w:t>vous n</w:t>
      </w:r>
      <w:r>
        <w:rPr>
          <w:rFonts w:cs="Georgia"/>
          <w:kern w:val="1"/>
        </w:rPr>
        <w:t>’</w:t>
      </w:r>
      <w:r w:rsidR="00BE611A">
        <w:rPr>
          <w:rFonts w:cs="Georgia"/>
          <w:kern w:val="1"/>
        </w:rPr>
        <w:t>avez pas l</w:t>
      </w:r>
      <w:r>
        <w:rPr>
          <w:rFonts w:cs="Georgia"/>
          <w:kern w:val="1"/>
        </w:rPr>
        <w:t>’</w:t>
      </w:r>
      <w:r w:rsidR="00BE611A">
        <w:rPr>
          <w:rFonts w:cs="Georgia"/>
          <w:kern w:val="1"/>
        </w:rPr>
        <w:t>intention de coucher ici</w:t>
      </w:r>
      <w:r>
        <w:rPr>
          <w:rFonts w:cs="Georgia"/>
          <w:kern w:val="1"/>
        </w:rPr>
        <w:t xml:space="preserve">, </w:t>
      </w:r>
      <w:r w:rsidR="00BE611A">
        <w:rPr>
          <w:rFonts w:cs="Georgia"/>
          <w:kern w:val="1"/>
        </w:rPr>
        <w:t>tout de même</w:t>
      </w:r>
      <w:r>
        <w:rPr>
          <w:rFonts w:cs="Georgia"/>
          <w:kern w:val="1"/>
        </w:rPr>
        <w:t>.</w:t>
      </w:r>
    </w:p>
    <w:p w14:paraId="6D9DC010" w14:textId="77777777" w:rsidR="000E1451" w:rsidRDefault="000E1451" w:rsidP="00BE611A">
      <w:pPr>
        <w:rPr>
          <w:rFonts w:cs="Georgia"/>
          <w:kern w:val="1"/>
        </w:rPr>
      </w:pPr>
      <w:r>
        <w:rPr>
          <w:rFonts w:cs="Georgia"/>
          <w:kern w:val="1"/>
        </w:rPr>
        <w:t>— </w:t>
      </w:r>
      <w:r w:rsidR="00BE611A">
        <w:rPr>
          <w:rFonts w:cs="Georgia"/>
          <w:kern w:val="1"/>
        </w:rPr>
        <w:t>Laisse-nous souffler un peu</w:t>
      </w:r>
      <w:r>
        <w:rPr>
          <w:rFonts w:cs="Georgia"/>
          <w:kern w:val="1"/>
        </w:rPr>
        <w:t xml:space="preserve">, </w:t>
      </w:r>
      <w:r w:rsidR="00BE611A">
        <w:rPr>
          <w:rFonts w:cs="Georgia"/>
          <w:kern w:val="1"/>
        </w:rPr>
        <w:t>protesta Fichet</w:t>
      </w:r>
      <w:r>
        <w:rPr>
          <w:rFonts w:cs="Georgia"/>
          <w:kern w:val="1"/>
        </w:rPr>
        <w:t xml:space="preserve">. </w:t>
      </w:r>
      <w:r w:rsidR="00BE611A">
        <w:rPr>
          <w:rFonts w:cs="Georgia"/>
          <w:kern w:val="1"/>
        </w:rPr>
        <w:t>Ceux qui n</w:t>
      </w:r>
      <w:r>
        <w:rPr>
          <w:rFonts w:cs="Georgia"/>
          <w:kern w:val="1"/>
        </w:rPr>
        <w:t>’</w:t>
      </w:r>
      <w:r w:rsidR="00BE611A">
        <w:rPr>
          <w:rFonts w:cs="Georgia"/>
          <w:kern w:val="1"/>
        </w:rPr>
        <w:t>apprécient pas la vraie campagne n</w:t>
      </w:r>
      <w:r>
        <w:rPr>
          <w:rFonts w:cs="Georgia"/>
          <w:kern w:val="1"/>
        </w:rPr>
        <w:t>’</w:t>
      </w:r>
      <w:r w:rsidR="00BE611A">
        <w:rPr>
          <w:rFonts w:cs="Georgia"/>
          <w:kern w:val="1"/>
        </w:rPr>
        <w:t>ont qu</w:t>
      </w:r>
      <w:r>
        <w:rPr>
          <w:rFonts w:cs="Georgia"/>
          <w:kern w:val="1"/>
        </w:rPr>
        <w:t>’</w:t>
      </w:r>
      <w:r w:rsidR="00BE611A">
        <w:rPr>
          <w:rFonts w:cs="Georgia"/>
          <w:kern w:val="1"/>
        </w:rPr>
        <w:t>à le dire</w:t>
      </w:r>
      <w:r>
        <w:rPr>
          <w:rFonts w:cs="Georgia"/>
          <w:kern w:val="1"/>
        </w:rPr>
        <w:t xml:space="preserve">. </w:t>
      </w:r>
      <w:r w:rsidR="00BE611A">
        <w:rPr>
          <w:rFonts w:cs="Georgia"/>
          <w:kern w:val="1"/>
        </w:rPr>
        <w:t>Tu permets</w:t>
      </w:r>
      <w:r>
        <w:rPr>
          <w:rFonts w:cs="Georgia"/>
          <w:kern w:val="1"/>
        </w:rPr>
        <w:t xml:space="preserve">, </w:t>
      </w:r>
      <w:r w:rsidR="00BE611A">
        <w:rPr>
          <w:rFonts w:cs="Georgia"/>
          <w:kern w:val="1"/>
        </w:rPr>
        <w:t>sixounet</w:t>
      </w:r>
      <w:r>
        <w:rPr>
          <w:rFonts w:cs="Georgia"/>
          <w:kern w:val="1"/>
        </w:rPr>
        <w:t> ?</w:t>
      </w:r>
    </w:p>
    <w:p w14:paraId="57DE0F76" w14:textId="77777777" w:rsidR="000E1451" w:rsidRDefault="00BE611A" w:rsidP="00BE611A">
      <w:pPr>
        <w:rPr>
          <w:rFonts w:cs="Georgia"/>
          <w:kern w:val="1"/>
        </w:rPr>
      </w:pPr>
      <w:r>
        <w:rPr>
          <w:rFonts w:cs="Georgia"/>
          <w:kern w:val="1"/>
        </w:rPr>
        <w:t>Sans façon</w:t>
      </w:r>
      <w:r w:rsidR="000E1451">
        <w:rPr>
          <w:rFonts w:cs="Georgia"/>
          <w:kern w:val="1"/>
        </w:rPr>
        <w:t xml:space="preserve">, </w:t>
      </w:r>
      <w:r>
        <w:rPr>
          <w:rFonts w:cs="Georgia"/>
          <w:kern w:val="1"/>
        </w:rPr>
        <w:t>il allumait sa cigarette à celle du gefreiter</w:t>
      </w:r>
      <w:r w:rsidR="000E1451">
        <w:rPr>
          <w:rFonts w:cs="Georgia"/>
          <w:kern w:val="1"/>
        </w:rPr>
        <w:t xml:space="preserve">. </w:t>
      </w:r>
      <w:r>
        <w:rPr>
          <w:rFonts w:cs="Georgia"/>
          <w:kern w:val="1"/>
        </w:rPr>
        <w:t>Puis il distribua du feu à la ronde</w:t>
      </w:r>
      <w:r w:rsidR="000E1451">
        <w:rPr>
          <w:rFonts w:cs="Georgia"/>
          <w:kern w:val="1"/>
        </w:rPr>
        <w:t>.</w:t>
      </w:r>
    </w:p>
    <w:p w14:paraId="7D040033" w14:textId="77777777" w:rsidR="000E1451" w:rsidRDefault="000E1451" w:rsidP="00BE611A">
      <w:pPr>
        <w:rPr>
          <w:rFonts w:cs="Georgia"/>
          <w:kern w:val="1"/>
        </w:rPr>
      </w:pPr>
      <w:r>
        <w:rPr>
          <w:rFonts w:cs="Georgia"/>
          <w:kern w:val="1"/>
        </w:rPr>
        <w:t>— </w:t>
      </w:r>
      <w:r w:rsidR="00BE611A">
        <w:rPr>
          <w:rFonts w:cs="Georgia"/>
          <w:kern w:val="1"/>
        </w:rPr>
        <w:t>Vaches de grenouilles</w:t>
      </w:r>
      <w:r>
        <w:rPr>
          <w:rFonts w:cs="Georgia"/>
          <w:kern w:val="1"/>
        </w:rPr>
        <w:t xml:space="preserve">, </w:t>
      </w:r>
      <w:r w:rsidR="00BE611A">
        <w:rPr>
          <w:rFonts w:cs="Georgia"/>
          <w:kern w:val="1"/>
        </w:rPr>
        <w:t>quel chahut elles font</w:t>
      </w:r>
      <w:r>
        <w:rPr>
          <w:rFonts w:cs="Georgia"/>
          <w:kern w:val="1"/>
        </w:rPr>
        <w:t xml:space="preserve">, </w:t>
      </w:r>
      <w:r w:rsidR="00BE611A">
        <w:rPr>
          <w:rFonts w:cs="Georgia"/>
          <w:kern w:val="1"/>
        </w:rPr>
        <w:t>tout de même</w:t>
      </w:r>
      <w:r>
        <w:rPr>
          <w:rFonts w:cs="Georgia"/>
          <w:kern w:val="1"/>
        </w:rPr>
        <w:t> !</w:t>
      </w:r>
    </w:p>
    <w:p w14:paraId="1D8898AB" w14:textId="77777777" w:rsidR="000E1451" w:rsidRDefault="000E1451" w:rsidP="00BE611A">
      <w:pPr>
        <w:rPr>
          <w:rFonts w:cs="Georgia"/>
          <w:kern w:val="1"/>
        </w:rPr>
      </w:pPr>
      <w:r>
        <w:rPr>
          <w:rFonts w:cs="Georgia"/>
          <w:kern w:val="1"/>
        </w:rPr>
        <w:t>— </w:t>
      </w:r>
      <w:r w:rsidR="00BE611A">
        <w:rPr>
          <w:rFonts w:cs="Georgia"/>
          <w:kern w:val="1"/>
        </w:rPr>
        <w:t>T</w:t>
      </w:r>
      <w:r>
        <w:rPr>
          <w:rFonts w:cs="Georgia"/>
          <w:kern w:val="1"/>
        </w:rPr>
        <w:t>’</w:t>
      </w:r>
      <w:r w:rsidR="00BE611A">
        <w:rPr>
          <w:rFonts w:cs="Georgia"/>
          <w:kern w:val="1"/>
        </w:rPr>
        <w:t>en fais pas</w:t>
      </w:r>
      <w:r>
        <w:rPr>
          <w:rFonts w:cs="Georgia"/>
          <w:kern w:val="1"/>
        </w:rPr>
        <w:t xml:space="preserve">, </w:t>
      </w:r>
      <w:r w:rsidR="00BE611A">
        <w:rPr>
          <w:rFonts w:cs="Georgia"/>
          <w:kern w:val="1"/>
        </w:rPr>
        <w:t>t</w:t>
      </w:r>
      <w:r>
        <w:rPr>
          <w:rFonts w:cs="Georgia"/>
          <w:kern w:val="1"/>
        </w:rPr>
        <w:t>’</w:t>
      </w:r>
      <w:r w:rsidR="00BE611A">
        <w:rPr>
          <w:rFonts w:cs="Georgia"/>
          <w:kern w:val="1"/>
        </w:rPr>
        <w:t>en fais pas</w:t>
      </w:r>
      <w:r>
        <w:rPr>
          <w:rFonts w:cs="Georgia"/>
          <w:kern w:val="1"/>
        </w:rPr>
        <w:t xml:space="preserve">, </w:t>
      </w:r>
      <w:r w:rsidR="00BE611A">
        <w:rPr>
          <w:rFonts w:cs="Georgia"/>
          <w:kern w:val="1"/>
        </w:rPr>
        <w:t>dit Sylvestre</w:t>
      </w:r>
      <w:r>
        <w:rPr>
          <w:rFonts w:cs="Georgia"/>
          <w:kern w:val="1"/>
        </w:rPr>
        <w:t xml:space="preserve">. </w:t>
      </w:r>
      <w:r w:rsidR="00BE611A">
        <w:rPr>
          <w:rFonts w:cs="Georgia"/>
          <w:kern w:val="1"/>
        </w:rPr>
        <w:t>Avant trois mois</w:t>
      </w:r>
      <w:r>
        <w:rPr>
          <w:rFonts w:cs="Georgia"/>
          <w:kern w:val="1"/>
        </w:rPr>
        <w:t xml:space="preserve">, </w:t>
      </w:r>
      <w:r w:rsidR="00BE611A">
        <w:rPr>
          <w:rFonts w:cs="Georgia"/>
          <w:kern w:val="1"/>
        </w:rPr>
        <w:t>la neige sera venue leur clore le bec</w:t>
      </w:r>
      <w:r>
        <w:rPr>
          <w:rFonts w:cs="Georgia"/>
          <w:kern w:val="1"/>
        </w:rPr>
        <w:t xml:space="preserve">, </w:t>
      </w:r>
      <w:r w:rsidR="00BE611A">
        <w:rPr>
          <w:rFonts w:cs="Georgia"/>
          <w:kern w:val="1"/>
        </w:rPr>
        <w:t>et c</w:t>
      </w:r>
      <w:r>
        <w:rPr>
          <w:rFonts w:cs="Georgia"/>
          <w:kern w:val="1"/>
        </w:rPr>
        <w:t>’</w:t>
      </w:r>
      <w:r w:rsidR="00BE611A">
        <w:rPr>
          <w:rFonts w:cs="Georgia"/>
          <w:kern w:val="1"/>
        </w:rPr>
        <w:t>est les corbeaux qui les remplaceront</w:t>
      </w:r>
      <w:r>
        <w:rPr>
          <w:rFonts w:cs="Georgia"/>
          <w:kern w:val="1"/>
        </w:rPr>
        <w:t xml:space="preserve">. </w:t>
      </w:r>
      <w:r w:rsidR="00BE611A">
        <w:rPr>
          <w:rFonts w:cs="Georgia"/>
          <w:kern w:val="1"/>
        </w:rPr>
        <w:t>Joli pays</w:t>
      </w:r>
      <w:r>
        <w:rPr>
          <w:rFonts w:cs="Georgia"/>
          <w:kern w:val="1"/>
        </w:rPr>
        <w:t xml:space="preserve"> ! </w:t>
      </w:r>
      <w:r w:rsidR="00BE611A">
        <w:rPr>
          <w:rFonts w:cs="Georgia"/>
          <w:kern w:val="1"/>
        </w:rPr>
        <w:t>Si des fois j</w:t>
      </w:r>
      <w:r>
        <w:rPr>
          <w:rFonts w:cs="Georgia"/>
          <w:kern w:val="1"/>
        </w:rPr>
        <w:t>’</w:t>
      </w:r>
      <w:r w:rsidR="00BE611A">
        <w:rPr>
          <w:rFonts w:cs="Georgia"/>
          <w:kern w:val="1"/>
        </w:rPr>
        <w:t>en réchappe</w:t>
      </w:r>
      <w:r>
        <w:rPr>
          <w:rFonts w:cs="Georgia"/>
          <w:kern w:val="1"/>
        </w:rPr>
        <w:t xml:space="preserve">, </w:t>
      </w:r>
      <w:r w:rsidR="00BE611A">
        <w:rPr>
          <w:rFonts w:cs="Georgia"/>
          <w:kern w:val="1"/>
        </w:rPr>
        <w:t>sûr que je viendrai par ici tous les dimanches</w:t>
      </w:r>
      <w:r>
        <w:rPr>
          <w:rFonts w:cs="Georgia"/>
          <w:kern w:val="1"/>
        </w:rPr>
        <w:t xml:space="preserve">, </w:t>
      </w:r>
      <w:r w:rsidR="00BE611A">
        <w:rPr>
          <w:rFonts w:cs="Georgia"/>
          <w:kern w:val="1"/>
        </w:rPr>
        <w:t>avec des poules</w:t>
      </w:r>
      <w:r>
        <w:rPr>
          <w:rFonts w:cs="Georgia"/>
          <w:kern w:val="1"/>
        </w:rPr>
        <w:t xml:space="preserve">, </w:t>
      </w:r>
      <w:r w:rsidR="00BE611A">
        <w:rPr>
          <w:rFonts w:cs="Georgia"/>
          <w:kern w:val="1"/>
        </w:rPr>
        <w:t>en partie de plaisir</w:t>
      </w:r>
      <w:r>
        <w:rPr>
          <w:rFonts w:cs="Georgia"/>
          <w:kern w:val="1"/>
        </w:rPr>
        <w:t xml:space="preserve">. </w:t>
      </w:r>
      <w:r w:rsidR="00BE611A">
        <w:rPr>
          <w:rFonts w:cs="Georgia"/>
          <w:kern w:val="1"/>
        </w:rPr>
        <w:t>Ohé</w:t>
      </w:r>
      <w:r>
        <w:rPr>
          <w:rFonts w:cs="Georgia"/>
          <w:kern w:val="1"/>
        </w:rPr>
        <w:t xml:space="preserve">, </w:t>
      </w:r>
      <w:r w:rsidR="00BE611A">
        <w:rPr>
          <w:rFonts w:cs="Georgia"/>
          <w:kern w:val="1"/>
        </w:rPr>
        <w:t>Dumaine</w:t>
      </w:r>
      <w:r>
        <w:rPr>
          <w:rFonts w:cs="Georgia"/>
          <w:kern w:val="1"/>
        </w:rPr>
        <w:t xml:space="preserve">, </w:t>
      </w:r>
      <w:r w:rsidR="00BE611A">
        <w:rPr>
          <w:rFonts w:cs="Georgia"/>
          <w:kern w:val="1"/>
        </w:rPr>
        <w:t>lâche ton sapin</w:t>
      </w:r>
      <w:r>
        <w:rPr>
          <w:rFonts w:cs="Georgia"/>
          <w:kern w:val="1"/>
        </w:rPr>
        <w:t xml:space="preserve">, </w:t>
      </w:r>
      <w:r w:rsidR="00BE611A">
        <w:rPr>
          <w:rFonts w:cs="Georgia"/>
          <w:kern w:val="1"/>
        </w:rPr>
        <w:t>et viens-t</w:t>
      </w:r>
      <w:r>
        <w:rPr>
          <w:rFonts w:cs="Georgia"/>
          <w:kern w:val="1"/>
        </w:rPr>
        <w:t>’</w:t>
      </w:r>
      <w:r w:rsidR="00BE611A">
        <w:rPr>
          <w:rFonts w:cs="Georgia"/>
          <w:kern w:val="1"/>
        </w:rPr>
        <w:t>en en griller une avec nous</w:t>
      </w:r>
      <w:r>
        <w:rPr>
          <w:rFonts w:cs="Georgia"/>
          <w:kern w:val="1"/>
        </w:rPr>
        <w:t>.</w:t>
      </w:r>
    </w:p>
    <w:p w14:paraId="1C55A094" w14:textId="77777777" w:rsidR="000E1451" w:rsidRDefault="00BE611A" w:rsidP="00BE611A">
      <w:pPr>
        <w:rPr>
          <w:rFonts w:cs="Georgia"/>
          <w:kern w:val="1"/>
        </w:rPr>
      </w:pPr>
      <w:r>
        <w:rPr>
          <w:rFonts w:cs="Georgia"/>
          <w:kern w:val="1"/>
        </w:rPr>
        <w:t>J</w:t>
      </w:r>
      <w:r w:rsidR="000E1451">
        <w:rPr>
          <w:rFonts w:cs="Georgia"/>
          <w:kern w:val="1"/>
        </w:rPr>
        <w:t>’</w:t>
      </w:r>
      <w:r>
        <w:rPr>
          <w:rFonts w:cs="Georgia"/>
          <w:kern w:val="1"/>
        </w:rPr>
        <w:t>obéis</w:t>
      </w:r>
      <w:r w:rsidR="000E1451">
        <w:rPr>
          <w:rFonts w:cs="Georgia"/>
          <w:kern w:val="1"/>
        </w:rPr>
        <w:t xml:space="preserve">. </w:t>
      </w:r>
      <w:r>
        <w:rPr>
          <w:rFonts w:cs="Georgia"/>
          <w:kern w:val="1"/>
        </w:rPr>
        <w:t>Reichendorf disparut</w:t>
      </w:r>
      <w:r w:rsidR="000E1451">
        <w:rPr>
          <w:rFonts w:cs="Georgia"/>
          <w:kern w:val="1"/>
        </w:rPr>
        <w:t xml:space="preserve">, </w:t>
      </w:r>
      <w:r>
        <w:rPr>
          <w:rFonts w:cs="Georgia"/>
          <w:kern w:val="1"/>
        </w:rPr>
        <w:t>et sa lumière solitaire</w:t>
      </w:r>
      <w:r w:rsidR="000E1451">
        <w:rPr>
          <w:rFonts w:cs="Georgia"/>
          <w:kern w:val="1"/>
        </w:rPr>
        <w:t xml:space="preserve">. </w:t>
      </w:r>
      <w:r>
        <w:rPr>
          <w:rFonts w:cs="Georgia"/>
          <w:kern w:val="1"/>
        </w:rPr>
        <w:t>Les grains de sable fraîchement remués scintillaient autour de la croix de Vidal</w:t>
      </w:r>
      <w:r w:rsidR="000E1451">
        <w:rPr>
          <w:rFonts w:cs="Georgia"/>
          <w:kern w:val="1"/>
        </w:rPr>
        <w:t xml:space="preserve">. </w:t>
      </w:r>
      <w:r>
        <w:rPr>
          <w:rFonts w:cs="Georgia"/>
          <w:kern w:val="1"/>
        </w:rPr>
        <w:t>Celui-là du moins ne souffrait plus</w:t>
      </w:r>
      <w:r w:rsidR="000E1451">
        <w:rPr>
          <w:rFonts w:cs="Georgia"/>
          <w:kern w:val="1"/>
        </w:rPr>
        <w:t>.</w:t>
      </w:r>
    </w:p>
    <w:p w14:paraId="1BFE1A0C" w14:textId="77777777" w:rsidR="00BE611A" w:rsidRDefault="00BE611A" w:rsidP="00BE611A">
      <w:pPr>
        <w:rPr>
          <w:rFonts w:cs="Georgia"/>
          <w:kern w:val="1"/>
        </w:rPr>
      </w:pPr>
    </w:p>
    <w:p w14:paraId="7E39EE63" w14:textId="77777777" w:rsidR="000E1451" w:rsidRDefault="00BE611A" w:rsidP="00BE611A">
      <w:pPr>
        <w:rPr>
          <w:rFonts w:cs="Georgia"/>
          <w:kern w:val="1"/>
        </w:rPr>
      </w:pPr>
      <w:r>
        <w:rPr>
          <w:rFonts w:cs="Georgia"/>
          <w:kern w:val="1"/>
        </w:rPr>
        <w:t>Quelles pouvaient être à cette époque la nature intime</w:t>
      </w:r>
      <w:r w:rsidR="000E1451">
        <w:rPr>
          <w:rFonts w:cs="Georgia"/>
          <w:kern w:val="1"/>
        </w:rPr>
        <w:t xml:space="preserve">, </w:t>
      </w:r>
      <w:r>
        <w:rPr>
          <w:rFonts w:cs="Georgia"/>
          <w:kern w:val="1"/>
        </w:rPr>
        <w:t>la puissance des sentiments qui unissaient Dietrich de Reichendorf et Axelle de Mirrbach</w:t>
      </w:r>
      <w:r w:rsidR="000E1451">
        <w:rPr>
          <w:rFonts w:cs="Georgia"/>
          <w:kern w:val="1"/>
        </w:rPr>
        <w:t xml:space="preserve"> ? </w:t>
      </w:r>
      <w:r>
        <w:rPr>
          <w:rFonts w:cs="Georgia"/>
          <w:kern w:val="1"/>
        </w:rPr>
        <w:t>On pense si ce mystère occupait mes nuits</w:t>
      </w:r>
      <w:r w:rsidR="000E1451">
        <w:rPr>
          <w:rFonts w:cs="Georgia"/>
          <w:kern w:val="1"/>
        </w:rPr>
        <w:t xml:space="preserve">. </w:t>
      </w:r>
      <w:r>
        <w:rPr>
          <w:rFonts w:cs="Georgia"/>
          <w:kern w:val="1"/>
        </w:rPr>
        <w:t>Mais l</w:t>
      </w:r>
      <w:r w:rsidR="000E1451">
        <w:rPr>
          <w:rFonts w:cs="Georgia"/>
          <w:kern w:val="1"/>
        </w:rPr>
        <w:t>’</w:t>
      </w:r>
      <w:r>
        <w:rPr>
          <w:rFonts w:cs="Georgia"/>
          <w:kern w:val="1"/>
        </w:rPr>
        <w:t>ardeur même que j</w:t>
      </w:r>
      <w:r w:rsidR="000E1451">
        <w:rPr>
          <w:rFonts w:cs="Georgia"/>
          <w:kern w:val="1"/>
        </w:rPr>
        <w:t>’</w:t>
      </w:r>
      <w:r>
        <w:rPr>
          <w:rFonts w:cs="Georgia"/>
          <w:kern w:val="1"/>
        </w:rPr>
        <w:t>apportais à essayer de l</w:t>
      </w:r>
      <w:r w:rsidR="000E1451">
        <w:rPr>
          <w:rFonts w:cs="Georgia"/>
          <w:kern w:val="1"/>
        </w:rPr>
        <w:t>’</w:t>
      </w:r>
      <w:r>
        <w:rPr>
          <w:rFonts w:cs="Georgia"/>
          <w:kern w:val="1"/>
        </w:rPr>
        <w:t>éclairer émoussait</w:t>
      </w:r>
      <w:r w:rsidR="000E1451">
        <w:rPr>
          <w:rFonts w:cs="Georgia"/>
          <w:kern w:val="1"/>
        </w:rPr>
        <w:t xml:space="preserve">, </w:t>
      </w:r>
      <w:r>
        <w:rPr>
          <w:rFonts w:cs="Georgia"/>
          <w:kern w:val="1"/>
        </w:rPr>
        <w:t>obscurcissait mes facultés d</w:t>
      </w:r>
      <w:r w:rsidR="000E1451">
        <w:rPr>
          <w:rFonts w:cs="Georgia"/>
          <w:kern w:val="1"/>
        </w:rPr>
        <w:t>’</w:t>
      </w:r>
      <w:r>
        <w:rPr>
          <w:rFonts w:cs="Georgia"/>
          <w:kern w:val="1"/>
        </w:rPr>
        <w:t>investigation</w:t>
      </w:r>
      <w:r w:rsidR="000E1451">
        <w:rPr>
          <w:rFonts w:cs="Georgia"/>
          <w:kern w:val="1"/>
        </w:rPr>
        <w:t xml:space="preserve">. </w:t>
      </w:r>
      <w:r>
        <w:rPr>
          <w:rFonts w:cs="Georgia"/>
          <w:kern w:val="1"/>
        </w:rPr>
        <w:t>Dans le désert de mélancolie où j</w:t>
      </w:r>
      <w:r w:rsidR="000E1451">
        <w:rPr>
          <w:rFonts w:cs="Georgia"/>
          <w:kern w:val="1"/>
        </w:rPr>
        <w:t>’</w:t>
      </w:r>
      <w:r>
        <w:rPr>
          <w:rFonts w:cs="Georgia"/>
          <w:kern w:val="1"/>
        </w:rPr>
        <w:t>habite présentement</w:t>
      </w:r>
      <w:r w:rsidR="000E1451">
        <w:rPr>
          <w:rFonts w:cs="Georgia"/>
          <w:kern w:val="1"/>
        </w:rPr>
        <w:t xml:space="preserve">, </w:t>
      </w:r>
      <w:r>
        <w:rPr>
          <w:rFonts w:cs="Georgia"/>
          <w:kern w:val="1"/>
        </w:rPr>
        <w:t xml:space="preserve">les êtres et les choses du passé </w:t>
      </w:r>
      <w:r>
        <w:rPr>
          <w:rFonts w:cs="Georgia"/>
          <w:kern w:val="1"/>
        </w:rPr>
        <w:lastRenderedPageBreak/>
        <w:t>m</w:t>
      </w:r>
      <w:r w:rsidR="000E1451">
        <w:rPr>
          <w:rFonts w:cs="Georgia"/>
          <w:kern w:val="1"/>
        </w:rPr>
        <w:t>’</w:t>
      </w:r>
      <w:r>
        <w:rPr>
          <w:rFonts w:cs="Georgia"/>
          <w:kern w:val="1"/>
        </w:rPr>
        <w:t>apparaissent sous leurs vraies couleurs</w:t>
      </w:r>
      <w:r w:rsidR="000E1451">
        <w:rPr>
          <w:rFonts w:cs="Georgia"/>
          <w:kern w:val="1"/>
        </w:rPr>
        <w:t xml:space="preserve">. </w:t>
      </w:r>
      <w:r>
        <w:rPr>
          <w:rFonts w:cs="Georgia"/>
          <w:kern w:val="1"/>
        </w:rPr>
        <w:t>La fumée des laves n</w:t>
      </w:r>
      <w:r w:rsidR="000E1451">
        <w:rPr>
          <w:rFonts w:cs="Georgia"/>
          <w:kern w:val="1"/>
        </w:rPr>
        <w:t>’</w:t>
      </w:r>
      <w:r>
        <w:rPr>
          <w:rFonts w:cs="Georgia"/>
          <w:kern w:val="1"/>
        </w:rPr>
        <w:t>enténèbre plus l</w:t>
      </w:r>
      <w:r w:rsidR="000E1451">
        <w:rPr>
          <w:rFonts w:cs="Georgia"/>
          <w:kern w:val="1"/>
        </w:rPr>
        <w:t>’</w:t>
      </w:r>
      <w:r>
        <w:rPr>
          <w:rFonts w:cs="Georgia"/>
          <w:kern w:val="1"/>
        </w:rPr>
        <w:t>air</w:t>
      </w:r>
      <w:r w:rsidR="000E1451">
        <w:rPr>
          <w:rFonts w:cs="Georgia"/>
          <w:kern w:val="1"/>
        </w:rPr>
        <w:t xml:space="preserve">. </w:t>
      </w:r>
      <w:r>
        <w:rPr>
          <w:rFonts w:cs="Georgia"/>
          <w:kern w:val="1"/>
        </w:rPr>
        <w:t>Il m</w:t>
      </w:r>
      <w:r w:rsidR="000E1451">
        <w:rPr>
          <w:rFonts w:cs="Georgia"/>
          <w:kern w:val="1"/>
        </w:rPr>
        <w:t>’</w:t>
      </w:r>
      <w:r>
        <w:rPr>
          <w:rFonts w:cs="Georgia"/>
          <w:kern w:val="1"/>
        </w:rPr>
        <w:t>est venu avec les ans une sorte de lucidité glacée qui m</w:t>
      </w:r>
      <w:r w:rsidR="000E1451">
        <w:rPr>
          <w:rFonts w:cs="Georgia"/>
          <w:kern w:val="1"/>
        </w:rPr>
        <w:t>’</w:t>
      </w:r>
      <w:r>
        <w:rPr>
          <w:rFonts w:cs="Georgia"/>
          <w:kern w:val="1"/>
        </w:rPr>
        <w:t>était alors bien étrangère</w:t>
      </w:r>
      <w:r w:rsidR="000E1451">
        <w:rPr>
          <w:rFonts w:cs="Georgia"/>
          <w:kern w:val="1"/>
        </w:rPr>
        <w:t xml:space="preserve">. </w:t>
      </w:r>
      <w:r>
        <w:rPr>
          <w:rFonts w:cs="Georgia"/>
          <w:kern w:val="1"/>
        </w:rPr>
        <w:t>Qu</w:t>
      </w:r>
      <w:r w:rsidR="000E1451">
        <w:rPr>
          <w:rFonts w:cs="Georgia"/>
          <w:kern w:val="1"/>
        </w:rPr>
        <w:t>’</w:t>
      </w:r>
      <w:r>
        <w:rPr>
          <w:rFonts w:cs="Georgia"/>
          <w:kern w:val="1"/>
        </w:rPr>
        <w:t>on ne s</w:t>
      </w:r>
      <w:r w:rsidR="000E1451">
        <w:rPr>
          <w:rFonts w:cs="Georgia"/>
          <w:kern w:val="1"/>
        </w:rPr>
        <w:t>’</w:t>
      </w:r>
      <w:r>
        <w:rPr>
          <w:rFonts w:cs="Georgia"/>
          <w:kern w:val="1"/>
        </w:rPr>
        <w:t>imagine pas d</w:t>
      </w:r>
      <w:r w:rsidR="000E1451">
        <w:rPr>
          <w:rFonts w:cs="Georgia"/>
          <w:kern w:val="1"/>
        </w:rPr>
        <w:t>’</w:t>
      </w:r>
      <w:r>
        <w:rPr>
          <w:rFonts w:cs="Georgia"/>
          <w:kern w:val="1"/>
        </w:rPr>
        <w:t>ailleurs que je me suis trompé uniformément sur tous les points</w:t>
      </w:r>
      <w:r w:rsidR="000E1451">
        <w:rPr>
          <w:rFonts w:cs="Georgia"/>
          <w:kern w:val="1"/>
        </w:rPr>
        <w:t xml:space="preserve">. </w:t>
      </w:r>
      <w:r>
        <w:rPr>
          <w:rFonts w:cs="Georgia"/>
          <w:kern w:val="1"/>
        </w:rPr>
        <w:t>Dès l</w:t>
      </w:r>
      <w:r w:rsidR="000E1451">
        <w:rPr>
          <w:rFonts w:cs="Georgia"/>
          <w:kern w:val="1"/>
        </w:rPr>
        <w:t>’</w:t>
      </w:r>
      <w:r>
        <w:rPr>
          <w:rFonts w:cs="Georgia"/>
          <w:kern w:val="1"/>
        </w:rPr>
        <w:t>origine</w:t>
      </w:r>
      <w:r w:rsidR="000E1451">
        <w:rPr>
          <w:rFonts w:cs="Georgia"/>
          <w:kern w:val="1"/>
        </w:rPr>
        <w:t xml:space="preserve">, </w:t>
      </w:r>
      <w:r>
        <w:rPr>
          <w:rFonts w:cs="Georgia"/>
          <w:kern w:val="1"/>
        </w:rPr>
        <w:t>j</w:t>
      </w:r>
      <w:r w:rsidR="000E1451">
        <w:rPr>
          <w:rFonts w:cs="Georgia"/>
          <w:kern w:val="1"/>
        </w:rPr>
        <w:t>’</w:t>
      </w:r>
      <w:r>
        <w:rPr>
          <w:rFonts w:cs="Georgia"/>
          <w:kern w:val="1"/>
        </w:rPr>
        <w:t>avais su voir que l</w:t>
      </w:r>
      <w:r w:rsidR="000E1451">
        <w:rPr>
          <w:rFonts w:cs="Georgia"/>
          <w:kern w:val="1"/>
        </w:rPr>
        <w:t>’</w:t>
      </w:r>
      <w:r>
        <w:rPr>
          <w:rFonts w:cs="Georgia"/>
          <w:kern w:val="1"/>
        </w:rPr>
        <w:t>amour de Dietrich pour Axelle était de l</w:t>
      </w:r>
      <w:r w:rsidR="000E1451">
        <w:rPr>
          <w:rFonts w:cs="Georgia"/>
          <w:kern w:val="1"/>
        </w:rPr>
        <w:t>’</w:t>
      </w:r>
      <w:r>
        <w:rPr>
          <w:rFonts w:cs="Georgia"/>
          <w:kern w:val="1"/>
        </w:rPr>
        <w:t>espèce la plus vivace</w:t>
      </w:r>
      <w:r w:rsidR="000E1451">
        <w:rPr>
          <w:rFonts w:cs="Georgia"/>
          <w:kern w:val="1"/>
        </w:rPr>
        <w:t xml:space="preserve">. </w:t>
      </w:r>
      <w:r>
        <w:rPr>
          <w:rFonts w:cs="Georgia"/>
          <w:kern w:val="1"/>
        </w:rPr>
        <w:t>J</w:t>
      </w:r>
      <w:r w:rsidR="000E1451">
        <w:rPr>
          <w:rFonts w:cs="Georgia"/>
          <w:kern w:val="1"/>
        </w:rPr>
        <w:t>’</w:t>
      </w:r>
      <w:r>
        <w:rPr>
          <w:rFonts w:cs="Georgia"/>
          <w:kern w:val="1"/>
        </w:rPr>
        <w:t>en avais saisi la preuve dans le trouble qui l</w:t>
      </w:r>
      <w:r w:rsidR="000E1451">
        <w:rPr>
          <w:rFonts w:cs="Georgia"/>
          <w:kern w:val="1"/>
        </w:rPr>
        <w:t>’</w:t>
      </w:r>
      <w:r>
        <w:rPr>
          <w:rFonts w:cs="Georgia"/>
          <w:kern w:val="1"/>
        </w:rPr>
        <w:t>envahissait</w:t>
      </w:r>
      <w:r w:rsidR="000E1451">
        <w:rPr>
          <w:rFonts w:cs="Georgia"/>
          <w:kern w:val="1"/>
        </w:rPr>
        <w:t xml:space="preserve">, </w:t>
      </w:r>
      <w:r>
        <w:rPr>
          <w:rFonts w:cs="Georgia"/>
          <w:kern w:val="1"/>
        </w:rPr>
        <w:t>lui si froid</w:t>
      </w:r>
      <w:r w:rsidR="000E1451">
        <w:rPr>
          <w:rFonts w:cs="Georgia"/>
          <w:kern w:val="1"/>
        </w:rPr>
        <w:t xml:space="preserve">, </w:t>
      </w:r>
      <w:r>
        <w:rPr>
          <w:rFonts w:cs="Georgia"/>
          <w:kern w:val="1"/>
        </w:rPr>
        <w:t>si maître de lui le reste du temps</w:t>
      </w:r>
      <w:r w:rsidR="000E1451">
        <w:rPr>
          <w:rFonts w:cs="Georgia"/>
          <w:kern w:val="1"/>
        </w:rPr>
        <w:t xml:space="preserve">, </w:t>
      </w:r>
      <w:r>
        <w:rPr>
          <w:rFonts w:cs="Georgia"/>
          <w:kern w:val="1"/>
        </w:rPr>
        <w:t>lorsqu</w:t>
      </w:r>
      <w:r w:rsidR="000E1451">
        <w:rPr>
          <w:rFonts w:cs="Georgia"/>
          <w:kern w:val="1"/>
        </w:rPr>
        <w:t>’</w:t>
      </w:r>
      <w:r>
        <w:rPr>
          <w:rFonts w:cs="Georgia"/>
          <w:kern w:val="1"/>
        </w:rPr>
        <w:t>il se trouvait en sa présence</w:t>
      </w:r>
      <w:r w:rsidR="000E1451">
        <w:rPr>
          <w:rFonts w:cs="Georgia"/>
          <w:kern w:val="1"/>
        </w:rPr>
        <w:t xml:space="preserve">, </w:t>
      </w:r>
      <w:r>
        <w:rPr>
          <w:rFonts w:cs="Georgia"/>
          <w:kern w:val="1"/>
        </w:rPr>
        <w:t>et aussi</w:t>
      </w:r>
      <w:r w:rsidR="000E1451">
        <w:rPr>
          <w:rFonts w:cs="Georgia"/>
          <w:kern w:val="1"/>
        </w:rPr>
        <w:t xml:space="preserve">, </w:t>
      </w:r>
      <w:r>
        <w:rPr>
          <w:rFonts w:cs="Georgia"/>
          <w:kern w:val="1"/>
        </w:rPr>
        <w:t>et surtout</w:t>
      </w:r>
      <w:r w:rsidR="000E1451">
        <w:rPr>
          <w:rFonts w:cs="Georgia"/>
          <w:kern w:val="1"/>
        </w:rPr>
        <w:t xml:space="preserve">, </w:t>
      </w:r>
      <w:r>
        <w:rPr>
          <w:rFonts w:cs="Georgia"/>
          <w:kern w:val="1"/>
        </w:rPr>
        <w:t>dans cet instant de déchirement et d</w:t>
      </w:r>
      <w:r w:rsidR="000E1451">
        <w:rPr>
          <w:rFonts w:cs="Georgia"/>
          <w:kern w:val="1"/>
        </w:rPr>
        <w:t>’</w:t>
      </w:r>
      <w:r>
        <w:rPr>
          <w:rFonts w:cs="Georgia"/>
          <w:kern w:val="1"/>
        </w:rPr>
        <w:t>abandon où je le vis</w:t>
      </w:r>
      <w:r w:rsidR="000E1451">
        <w:rPr>
          <w:rFonts w:cs="Georgia"/>
          <w:kern w:val="1"/>
        </w:rPr>
        <w:t xml:space="preserve">, </w:t>
      </w:r>
      <w:r>
        <w:rPr>
          <w:rFonts w:cs="Georgia"/>
          <w:kern w:val="1"/>
        </w:rPr>
        <w:t>le jour de son départ</w:t>
      </w:r>
      <w:r w:rsidR="000E1451">
        <w:rPr>
          <w:rFonts w:cs="Georgia"/>
          <w:kern w:val="1"/>
        </w:rPr>
        <w:t xml:space="preserve">, </w:t>
      </w:r>
      <w:r>
        <w:rPr>
          <w:rFonts w:cs="Georgia"/>
          <w:kern w:val="1"/>
        </w:rPr>
        <w:t>ne pas craindre</w:t>
      </w:r>
      <w:r w:rsidR="000E1451">
        <w:rPr>
          <w:rFonts w:cs="Georgia"/>
          <w:kern w:val="1"/>
        </w:rPr>
        <w:t xml:space="preserve">, </w:t>
      </w:r>
      <w:r>
        <w:rPr>
          <w:rFonts w:cs="Georgia"/>
          <w:kern w:val="1"/>
        </w:rPr>
        <w:t>cet homme si fort</w:t>
      </w:r>
      <w:r w:rsidR="000E1451">
        <w:rPr>
          <w:rFonts w:cs="Georgia"/>
          <w:kern w:val="1"/>
        </w:rPr>
        <w:t xml:space="preserve">, </w:t>
      </w:r>
      <w:r>
        <w:rPr>
          <w:rFonts w:cs="Georgia"/>
          <w:kern w:val="1"/>
        </w:rPr>
        <w:t>de laisser paraître une seconde sa faiblesse et son angoisse</w:t>
      </w:r>
      <w:r w:rsidR="000E1451">
        <w:rPr>
          <w:rFonts w:cs="Georgia"/>
          <w:kern w:val="1"/>
        </w:rPr>
        <w:t xml:space="preserve">. </w:t>
      </w:r>
      <w:r>
        <w:rPr>
          <w:rFonts w:cs="Georgia"/>
          <w:kern w:val="1"/>
        </w:rPr>
        <w:t>Chez nous</w:t>
      </w:r>
      <w:r w:rsidR="000E1451">
        <w:rPr>
          <w:rFonts w:cs="Georgia"/>
          <w:kern w:val="1"/>
        </w:rPr>
        <w:t xml:space="preserve">, </w:t>
      </w:r>
      <w:r>
        <w:rPr>
          <w:rFonts w:cs="Georgia"/>
          <w:kern w:val="1"/>
        </w:rPr>
        <w:t>où l</w:t>
      </w:r>
      <w:r w:rsidR="000E1451">
        <w:rPr>
          <w:rFonts w:cs="Georgia"/>
          <w:kern w:val="1"/>
        </w:rPr>
        <w:t>’</w:t>
      </w:r>
      <w:r>
        <w:rPr>
          <w:rFonts w:cs="Georgia"/>
          <w:kern w:val="1"/>
        </w:rPr>
        <w:t>on a coutume</w:t>
      </w:r>
      <w:r w:rsidR="000E1451">
        <w:rPr>
          <w:rFonts w:cs="Georgia"/>
          <w:kern w:val="1"/>
        </w:rPr>
        <w:t xml:space="preserve">, </w:t>
      </w:r>
      <w:r>
        <w:rPr>
          <w:rFonts w:cs="Georgia"/>
          <w:kern w:val="1"/>
        </w:rPr>
        <w:t>pour mieux étudier l</w:t>
      </w:r>
      <w:r w:rsidR="000E1451">
        <w:rPr>
          <w:rFonts w:cs="Georgia"/>
          <w:kern w:val="1"/>
        </w:rPr>
        <w:t>’</w:t>
      </w:r>
      <w:r>
        <w:rPr>
          <w:rFonts w:cs="Georgia"/>
          <w:kern w:val="1"/>
        </w:rPr>
        <w:t>amour de le dissocier de tout ce qui l</w:t>
      </w:r>
      <w:r w:rsidR="000E1451">
        <w:rPr>
          <w:rFonts w:cs="Georgia"/>
          <w:kern w:val="1"/>
        </w:rPr>
        <w:t>’</w:t>
      </w:r>
      <w:r>
        <w:rPr>
          <w:rFonts w:cs="Georgia"/>
          <w:kern w:val="1"/>
        </w:rPr>
        <w:t>entoure</w:t>
      </w:r>
      <w:r w:rsidR="000E1451">
        <w:rPr>
          <w:rFonts w:cs="Georgia"/>
          <w:kern w:val="1"/>
        </w:rPr>
        <w:t xml:space="preserve">, </w:t>
      </w:r>
      <w:r>
        <w:rPr>
          <w:rFonts w:cs="Georgia"/>
          <w:kern w:val="1"/>
        </w:rPr>
        <w:t>de le placer sous la cloche pneumatique de l</w:t>
      </w:r>
      <w:r w:rsidR="000E1451">
        <w:rPr>
          <w:rFonts w:cs="Georgia"/>
          <w:kern w:val="1"/>
        </w:rPr>
        <w:t>’</w:t>
      </w:r>
      <w:r>
        <w:rPr>
          <w:rFonts w:cs="Georgia"/>
          <w:kern w:val="1"/>
        </w:rPr>
        <w:t>absolu</w:t>
      </w:r>
      <w:r w:rsidR="000E1451">
        <w:rPr>
          <w:rFonts w:cs="Georgia"/>
          <w:kern w:val="1"/>
        </w:rPr>
        <w:t xml:space="preserve">, </w:t>
      </w:r>
      <w:r>
        <w:rPr>
          <w:rFonts w:cs="Georgia"/>
          <w:kern w:val="1"/>
        </w:rPr>
        <w:t>on ne manquerait pas de contester la réalité d</w:t>
      </w:r>
      <w:r w:rsidR="000E1451">
        <w:rPr>
          <w:rFonts w:cs="Georgia"/>
          <w:kern w:val="1"/>
        </w:rPr>
        <w:t>’</w:t>
      </w:r>
      <w:r>
        <w:rPr>
          <w:rFonts w:cs="Georgia"/>
          <w:kern w:val="1"/>
        </w:rPr>
        <w:t>un sentiment aussi en accord que celui de Dietrich avec les conventions sociales</w:t>
      </w:r>
      <w:r w:rsidR="000E1451">
        <w:rPr>
          <w:rFonts w:cs="Georgia"/>
          <w:kern w:val="1"/>
        </w:rPr>
        <w:t xml:space="preserve">. </w:t>
      </w:r>
      <w:r>
        <w:rPr>
          <w:rFonts w:cs="Georgia"/>
          <w:kern w:val="1"/>
        </w:rPr>
        <w:t>Aime-t-on vraiment quelqu</w:t>
      </w:r>
      <w:r w:rsidR="000E1451">
        <w:rPr>
          <w:rFonts w:cs="Georgia"/>
          <w:kern w:val="1"/>
        </w:rPr>
        <w:t>’</w:t>
      </w:r>
      <w:r>
        <w:rPr>
          <w:rFonts w:cs="Georgia"/>
          <w:kern w:val="1"/>
        </w:rPr>
        <w:t>un que tout vous prédestinait ainsi à aimer</w:t>
      </w:r>
      <w:r w:rsidR="000E1451">
        <w:rPr>
          <w:rFonts w:cs="Georgia"/>
          <w:kern w:val="1"/>
        </w:rPr>
        <w:t xml:space="preserve"> ? </w:t>
      </w:r>
      <w:r>
        <w:rPr>
          <w:rFonts w:cs="Georgia"/>
          <w:kern w:val="1"/>
        </w:rPr>
        <w:t>Et que fait-on du libre arbitre</w:t>
      </w:r>
      <w:r w:rsidR="000E1451">
        <w:rPr>
          <w:rFonts w:cs="Georgia"/>
          <w:kern w:val="1"/>
        </w:rPr>
        <w:t xml:space="preserve"> ? </w:t>
      </w:r>
      <w:r>
        <w:rPr>
          <w:rFonts w:cs="Georgia"/>
          <w:kern w:val="1"/>
        </w:rPr>
        <w:t>Quelle était l</w:t>
      </w:r>
      <w:r w:rsidR="000E1451">
        <w:rPr>
          <w:rFonts w:cs="Georgia"/>
          <w:kern w:val="1"/>
        </w:rPr>
        <w:t>’</w:t>
      </w:r>
      <w:r>
        <w:rPr>
          <w:rFonts w:cs="Georgia"/>
          <w:kern w:val="1"/>
        </w:rPr>
        <w:t>indépendance de Dietrich</w:t>
      </w:r>
      <w:r w:rsidR="000E1451">
        <w:rPr>
          <w:rFonts w:cs="Georgia"/>
          <w:kern w:val="1"/>
        </w:rPr>
        <w:t xml:space="preserve">, </w:t>
      </w:r>
      <w:r>
        <w:rPr>
          <w:rFonts w:cs="Georgia"/>
          <w:kern w:val="1"/>
        </w:rPr>
        <w:t>alors qu</w:t>
      </w:r>
      <w:r w:rsidR="000E1451">
        <w:rPr>
          <w:rFonts w:cs="Georgia"/>
          <w:kern w:val="1"/>
        </w:rPr>
        <w:t>’</w:t>
      </w:r>
      <w:r>
        <w:rPr>
          <w:rFonts w:cs="Georgia"/>
          <w:kern w:val="1"/>
        </w:rPr>
        <w:t>une tradition familiale immuable faisait revenir</w:t>
      </w:r>
      <w:r w:rsidR="000E1451">
        <w:rPr>
          <w:rFonts w:cs="Georgia"/>
          <w:kern w:val="1"/>
        </w:rPr>
        <w:t xml:space="preserve">, </w:t>
      </w:r>
      <w:r>
        <w:rPr>
          <w:rFonts w:cs="Georgia"/>
          <w:kern w:val="1"/>
        </w:rPr>
        <w:t>de génération en génération</w:t>
      </w:r>
      <w:r w:rsidR="000E1451">
        <w:rPr>
          <w:rFonts w:cs="Georgia"/>
          <w:kern w:val="1"/>
        </w:rPr>
        <w:t xml:space="preserve">, </w:t>
      </w:r>
      <w:r>
        <w:rPr>
          <w:rFonts w:cs="Georgia"/>
          <w:kern w:val="1"/>
        </w:rPr>
        <w:t>l</w:t>
      </w:r>
      <w:r w:rsidR="000E1451">
        <w:rPr>
          <w:rFonts w:cs="Georgia"/>
          <w:kern w:val="1"/>
        </w:rPr>
        <w:t>’</w:t>
      </w:r>
      <w:r>
        <w:rPr>
          <w:rFonts w:cs="Georgia"/>
          <w:kern w:val="1"/>
        </w:rPr>
        <w:t>union d</w:t>
      </w:r>
      <w:r w:rsidR="000E1451">
        <w:rPr>
          <w:rFonts w:cs="Georgia"/>
          <w:kern w:val="1"/>
        </w:rPr>
        <w:t>’</w:t>
      </w:r>
      <w:r>
        <w:rPr>
          <w:rFonts w:cs="Georgia"/>
          <w:kern w:val="1"/>
        </w:rPr>
        <w:t>un Reichendorf avec une Mirrbach</w:t>
      </w:r>
      <w:r w:rsidR="000E1451">
        <w:rPr>
          <w:rFonts w:cs="Georgia"/>
          <w:kern w:val="1"/>
        </w:rPr>
        <w:t xml:space="preserve">, </w:t>
      </w:r>
      <w:r>
        <w:rPr>
          <w:rFonts w:cs="Georgia"/>
          <w:kern w:val="1"/>
        </w:rPr>
        <w:t>ou d</w:t>
      </w:r>
      <w:r w:rsidR="000E1451">
        <w:rPr>
          <w:rFonts w:cs="Georgia"/>
          <w:kern w:val="1"/>
        </w:rPr>
        <w:t>’</w:t>
      </w:r>
      <w:r>
        <w:rPr>
          <w:rFonts w:cs="Georgia"/>
          <w:kern w:val="1"/>
        </w:rPr>
        <w:t>un Mirrbach avec une Reichendorf</w:t>
      </w:r>
      <w:r w:rsidR="000E1451">
        <w:rPr>
          <w:rFonts w:cs="Georgia"/>
          <w:kern w:val="1"/>
        </w:rPr>
        <w:t xml:space="preserve"> ? </w:t>
      </w:r>
      <w:r>
        <w:rPr>
          <w:rFonts w:cs="Georgia"/>
          <w:kern w:val="1"/>
        </w:rPr>
        <w:t>Six siècles d</w:t>
      </w:r>
      <w:r w:rsidR="000E1451">
        <w:rPr>
          <w:rFonts w:cs="Georgia"/>
          <w:kern w:val="1"/>
        </w:rPr>
        <w:t>’</w:t>
      </w:r>
      <w:r>
        <w:rPr>
          <w:rFonts w:cs="Georgia"/>
          <w:kern w:val="1"/>
        </w:rPr>
        <w:t>archives étaient là pour attester qu</w:t>
      </w:r>
      <w:r w:rsidR="000E1451">
        <w:rPr>
          <w:rFonts w:cs="Georgia"/>
          <w:kern w:val="1"/>
        </w:rPr>
        <w:t>’</w:t>
      </w:r>
      <w:r>
        <w:rPr>
          <w:rFonts w:cs="Georgia"/>
          <w:kern w:val="1"/>
        </w:rPr>
        <w:t>en décidant d</w:t>
      </w:r>
      <w:r w:rsidR="000E1451">
        <w:rPr>
          <w:rFonts w:cs="Georgia"/>
          <w:kern w:val="1"/>
        </w:rPr>
        <w:t>’</w:t>
      </w:r>
      <w:r>
        <w:rPr>
          <w:rFonts w:cs="Georgia"/>
          <w:kern w:val="1"/>
        </w:rPr>
        <w:t>épouser Axelle</w:t>
      </w:r>
      <w:r w:rsidR="000E1451">
        <w:rPr>
          <w:rFonts w:cs="Georgia"/>
          <w:kern w:val="1"/>
        </w:rPr>
        <w:t xml:space="preserve">, </w:t>
      </w:r>
      <w:r>
        <w:rPr>
          <w:rFonts w:cs="Georgia"/>
          <w:kern w:val="1"/>
        </w:rPr>
        <w:t>il n</w:t>
      </w:r>
      <w:r w:rsidR="000E1451">
        <w:rPr>
          <w:rFonts w:cs="Georgia"/>
          <w:kern w:val="1"/>
        </w:rPr>
        <w:t>’</w:t>
      </w:r>
      <w:r>
        <w:rPr>
          <w:rFonts w:cs="Georgia"/>
          <w:kern w:val="1"/>
        </w:rPr>
        <w:t>avait certes pas fait preuve d</w:t>
      </w:r>
      <w:r w:rsidR="000E1451">
        <w:rPr>
          <w:rFonts w:cs="Georgia"/>
          <w:kern w:val="1"/>
        </w:rPr>
        <w:t>’</w:t>
      </w:r>
      <w:r>
        <w:rPr>
          <w:rFonts w:cs="Georgia"/>
          <w:kern w:val="1"/>
        </w:rPr>
        <w:t>une excessive fantaisie</w:t>
      </w:r>
      <w:r w:rsidR="000E1451">
        <w:rPr>
          <w:rFonts w:cs="Georgia"/>
          <w:kern w:val="1"/>
        </w:rPr>
        <w:t xml:space="preserve">. </w:t>
      </w:r>
      <w:r>
        <w:rPr>
          <w:rFonts w:cs="Georgia"/>
          <w:kern w:val="1"/>
        </w:rPr>
        <w:t>Allant plus loin</w:t>
      </w:r>
      <w:r w:rsidR="000E1451">
        <w:rPr>
          <w:rFonts w:cs="Georgia"/>
          <w:kern w:val="1"/>
        </w:rPr>
        <w:t xml:space="preserve">, </w:t>
      </w:r>
      <w:r>
        <w:rPr>
          <w:rFonts w:cs="Georgia"/>
          <w:kern w:val="1"/>
        </w:rPr>
        <w:t>abandonnant le point de vue de la caste pour le point de vue personnel</w:t>
      </w:r>
      <w:r w:rsidR="000E1451">
        <w:rPr>
          <w:rFonts w:cs="Georgia"/>
          <w:kern w:val="1"/>
        </w:rPr>
        <w:t xml:space="preserve">, </w:t>
      </w:r>
      <w:r>
        <w:rPr>
          <w:rFonts w:cs="Georgia"/>
          <w:kern w:val="1"/>
        </w:rPr>
        <w:t>on aurait pu aussi bien soutenir que Dietrich avait alors agi par calcul</w:t>
      </w:r>
      <w:r w:rsidR="000E1451">
        <w:rPr>
          <w:rFonts w:cs="Georgia"/>
          <w:kern w:val="1"/>
        </w:rPr>
        <w:t xml:space="preserve">, </w:t>
      </w:r>
      <w:r>
        <w:rPr>
          <w:rFonts w:cs="Georgia"/>
          <w:kern w:val="1"/>
        </w:rPr>
        <w:t>et qu</w:t>
      </w:r>
      <w:r w:rsidR="000E1451">
        <w:rPr>
          <w:rFonts w:cs="Georgia"/>
          <w:kern w:val="1"/>
        </w:rPr>
        <w:t>’</w:t>
      </w:r>
      <w:r>
        <w:rPr>
          <w:rFonts w:cs="Georgia"/>
          <w:kern w:val="1"/>
        </w:rPr>
        <w:t>en recherchant un beau-père promis à un aussi brillant avenir que le général de Mirrbach</w:t>
      </w:r>
      <w:r w:rsidR="000E1451">
        <w:rPr>
          <w:rFonts w:cs="Georgia"/>
          <w:kern w:val="1"/>
        </w:rPr>
        <w:t xml:space="preserve">, </w:t>
      </w:r>
      <w:r>
        <w:rPr>
          <w:rFonts w:cs="Georgia"/>
          <w:kern w:val="1"/>
        </w:rPr>
        <w:t>il avait songé à s</w:t>
      </w:r>
      <w:r w:rsidR="000E1451">
        <w:rPr>
          <w:rFonts w:cs="Georgia"/>
          <w:kern w:val="1"/>
        </w:rPr>
        <w:t>’</w:t>
      </w:r>
      <w:r>
        <w:rPr>
          <w:rFonts w:cs="Georgia"/>
          <w:kern w:val="1"/>
        </w:rPr>
        <w:t>assurer un protecteur précieux</w:t>
      </w:r>
      <w:r w:rsidR="000E1451">
        <w:rPr>
          <w:rFonts w:cs="Georgia"/>
          <w:kern w:val="1"/>
        </w:rPr>
        <w:t xml:space="preserve">. </w:t>
      </w:r>
      <w:r>
        <w:rPr>
          <w:rFonts w:cs="Georgia"/>
          <w:kern w:val="1"/>
        </w:rPr>
        <w:t>Quel</w:t>
      </w:r>
      <w:r w:rsidR="00A6632D">
        <w:rPr>
          <w:rFonts w:cs="Georgia"/>
          <w:kern w:val="1"/>
        </w:rPr>
        <w:t xml:space="preserve"> </w:t>
      </w:r>
      <w:r>
        <w:rPr>
          <w:rFonts w:cs="Georgia"/>
          <w:kern w:val="1"/>
        </w:rPr>
        <w:t>qu</w:t>
      </w:r>
      <w:r w:rsidR="000E1451">
        <w:rPr>
          <w:rFonts w:cs="Georgia"/>
          <w:kern w:val="1"/>
        </w:rPr>
        <w:t>’</w:t>
      </w:r>
      <w:r>
        <w:rPr>
          <w:rFonts w:cs="Georgia"/>
          <w:kern w:val="1"/>
        </w:rPr>
        <w:t>ait pu être le poids de ces considérations</w:t>
      </w:r>
      <w:r w:rsidR="000E1451">
        <w:rPr>
          <w:rFonts w:cs="Georgia"/>
          <w:kern w:val="1"/>
        </w:rPr>
        <w:t xml:space="preserve">, </w:t>
      </w:r>
      <w:r>
        <w:rPr>
          <w:rFonts w:cs="Georgia"/>
          <w:kern w:val="1"/>
        </w:rPr>
        <w:t>il n</w:t>
      </w:r>
      <w:r w:rsidR="000E1451">
        <w:rPr>
          <w:rFonts w:cs="Georgia"/>
          <w:kern w:val="1"/>
        </w:rPr>
        <w:t>’</w:t>
      </w:r>
      <w:r>
        <w:rPr>
          <w:rFonts w:cs="Georgia"/>
          <w:kern w:val="1"/>
        </w:rPr>
        <w:t>en restait pas moins que Dietrich aimait Axelle</w:t>
      </w:r>
      <w:r w:rsidR="000E1451">
        <w:rPr>
          <w:rFonts w:cs="Georgia"/>
          <w:kern w:val="1"/>
        </w:rPr>
        <w:t xml:space="preserve">. </w:t>
      </w:r>
      <w:r>
        <w:rPr>
          <w:rFonts w:cs="Georgia"/>
          <w:kern w:val="1"/>
        </w:rPr>
        <w:t>Ce sentiment dont il eût été aussi vain que malhonnête de contester l</w:t>
      </w:r>
      <w:r w:rsidR="000E1451">
        <w:rPr>
          <w:rFonts w:cs="Georgia"/>
          <w:kern w:val="1"/>
        </w:rPr>
        <w:t>’</w:t>
      </w:r>
      <w:r>
        <w:rPr>
          <w:rFonts w:cs="Georgia"/>
          <w:kern w:val="1"/>
        </w:rPr>
        <w:t xml:space="preserve">existence était </w:t>
      </w:r>
      <w:r>
        <w:rPr>
          <w:rFonts w:cs="Georgia"/>
          <w:kern w:val="1"/>
        </w:rPr>
        <w:lastRenderedPageBreak/>
        <w:t>renforcé par d</w:t>
      </w:r>
      <w:r w:rsidR="000E1451">
        <w:rPr>
          <w:rFonts w:cs="Georgia"/>
          <w:kern w:val="1"/>
        </w:rPr>
        <w:t>’</w:t>
      </w:r>
      <w:r>
        <w:rPr>
          <w:rFonts w:cs="Georgia"/>
          <w:kern w:val="1"/>
        </w:rPr>
        <w:t>autres</w:t>
      </w:r>
      <w:r w:rsidR="000E1451">
        <w:rPr>
          <w:rFonts w:cs="Georgia"/>
          <w:kern w:val="1"/>
        </w:rPr>
        <w:t xml:space="preserve">, </w:t>
      </w:r>
      <w:r>
        <w:rPr>
          <w:rFonts w:cs="Georgia"/>
          <w:kern w:val="1"/>
        </w:rPr>
        <w:t>non moins purs</w:t>
      </w:r>
      <w:r w:rsidR="000E1451">
        <w:rPr>
          <w:rFonts w:cs="Georgia"/>
          <w:kern w:val="1"/>
        </w:rPr>
        <w:t xml:space="preserve">. </w:t>
      </w:r>
      <w:r>
        <w:rPr>
          <w:rFonts w:cs="Georgia"/>
          <w:kern w:val="1"/>
        </w:rPr>
        <w:t>Le commandant de Reichendorf était reconnaissant à la jeune fille de la dignité avec laquelle elle lui gardait sa foi</w:t>
      </w:r>
      <w:r w:rsidR="000E1451">
        <w:rPr>
          <w:rFonts w:cs="Georgia"/>
          <w:kern w:val="1"/>
        </w:rPr>
        <w:t xml:space="preserve"> ; </w:t>
      </w:r>
      <w:r>
        <w:rPr>
          <w:rFonts w:cs="Georgia"/>
          <w:kern w:val="1"/>
        </w:rPr>
        <w:t>du courage avec lequel elle vivait dans une médiocrité voisine de la gêne</w:t>
      </w:r>
      <w:r w:rsidR="000E1451">
        <w:rPr>
          <w:rFonts w:cs="Georgia"/>
          <w:kern w:val="1"/>
        </w:rPr>
        <w:t xml:space="preserve">, – </w:t>
      </w:r>
      <w:r>
        <w:rPr>
          <w:rFonts w:cs="Georgia"/>
          <w:kern w:val="1"/>
        </w:rPr>
        <w:t>et dont il était loin de soupçonner toutes les affres</w:t>
      </w:r>
      <w:r w:rsidR="000E1451">
        <w:rPr>
          <w:rFonts w:cs="Georgia"/>
          <w:kern w:val="1"/>
        </w:rPr>
        <w:t xml:space="preserve"> ; </w:t>
      </w:r>
      <w:r>
        <w:rPr>
          <w:rFonts w:cs="Georgia"/>
          <w:kern w:val="1"/>
        </w:rPr>
        <w:t>de la patience enfin avec laquelle elle prenait soin d</w:t>
      </w:r>
      <w:r w:rsidR="000E1451">
        <w:rPr>
          <w:rFonts w:cs="Georgia"/>
          <w:kern w:val="1"/>
        </w:rPr>
        <w:t>’</w:t>
      </w:r>
      <w:r>
        <w:rPr>
          <w:rFonts w:cs="Georgia"/>
          <w:kern w:val="1"/>
        </w:rPr>
        <w:t>un vieillard dont le fils était mieux placé que personne pour connaître le caractère fantasque et les redoutables sautes d</w:t>
      </w:r>
      <w:r w:rsidR="000E1451">
        <w:rPr>
          <w:rFonts w:cs="Georgia"/>
          <w:kern w:val="1"/>
        </w:rPr>
        <w:t>’</w:t>
      </w:r>
      <w:r>
        <w:rPr>
          <w:rFonts w:cs="Georgia"/>
          <w:kern w:val="1"/>
        </w:rPr>
        <w:t>humeur</w:t>
      </w:r>
      <w:r w:rsidR="000E1451">
        <w:rPr>
          <w:rFonts w:cs="Georgia"/>
          <w:kern w:val="1"/>
        </w:rPr>
        <w:t>.</w:t>
      </w:r>
    </w:p>
    <w:p w14:paraId="0F7B365E" w14:textId="77777777" w:rsidR="000E1451" w:rsidRDefault="00BE611A" w:rsidP="00BE611A">
      <w:pPr>
        <w:rPr>
          <w:rFonts w:cs="Georgia"/>
          <w:kern w:val="1"/>
        </w:rPr>
      </w:pPr>
      <w:r>
        <w:rPr>
          <w:rFonts w:cs="Georgia"/>
          <w:kern w:val="1"/>
        </w:rPr>
        <w:t>Et Axelle</w:t>
      </w:r>
      <w:r w:rsidR="000E1451">
        <w:rPr>
          <w:rFonts w:cs="Georgia"/>
          <w:kern w:val="1"/>
        </w:rPr>
        <w:t xml:space="preserve"> ? </w:t>
      </w:r>
      <w:r>
        <w:rPr>
          <w:rFonts w:cs="Georgia"/>
          <w:kern w:val="1"/>
        </w:rPr>
        <w:t>L</w:t>
      </w:r>
      <w:r w:rsidR="000E1451">
        <w:rPr>
          <w:rFonts w:cs="Georgia"/>
          <w:kern w:val="1"/>
        </w:rPr>
        <w:t>’</w:t>
      </w:r>
      <w:r>
        <w:rPr>
          <w:rFonts w:cs="Georgia"/>
          <w:kern w:val="1"/>
        </w:rPr>
        <w:t>aimait-elle</w:t>
      </w:r>
      <w:r w:rsidR="000E1451">
        <w:rPr>
          <w:rFonts w:cs="Georgia"/>
          <w:kern w:val="1"/>
        </w:rPr>
        <w:t xml:space="preserve">, </w:t>
      </w:r>
      <w:r>
        <w:rPr>
          <w:rFonts w:cs="Georgia"/>
          <w:kern w:val="1"/>
        </w:rPr>
        <w:t>lui</w:t>
      </w:r>
      <w:r w:rsidR="000E1451">
        <w:rPr>
          <w:rFonts w:cs="Georgia"/>
          <w:kern w:val="1"/>
        </w:rPr>
        <w:t xml:space="preserve"> ? </w:t>
      </w:r>
      <w:r>
        <w:rPr>
          <w:rFonts w:cs="Georgia"/>
          <w:kern w:val="1"/>
        </w:rPr>
        <w:t>Si dès maintenant il était répondu à cette question de façon catégorique</w:t>
      </w:r>
      <w:r w:rsidR="000E1451">
        <w:rPr>
          <w:rFonts w:cs="Georgia"/>
          <w:kern w:val="1"/>
        </w:rPr>
        <w:t xml:space="preserve">, </w:t>
      </w:r>
      <w:r>
        <w:rPr>
          <w:rFonts w:cs="Georgia"/>
          <w:kern w:val="1"/>
        </w:rPr>
        <w:t>les pages qui vont suivre verraient sans doute diminuer leurs chances de paraître attachantes</w:t>
      </w:r>
      <w:r w:rsidR="000E1451">
        <w:rPr>
          <w:rFonts w:cs="Georgia"/>
          <w:kern w:val="1"/>
        </w:rPr>
        <w:t xml:space="preserve">. </w:t>
      </w:r>
      <w:r>
        <w:rPr>
          <w:rFonts w:cs="Georgia"/>
          <w:kern w:val="1"/>
        </w:rPr>
        <w:t>Peut-être le moment est-il venu de rappeler un fait de mince importance</w:t>
      </w:r>
      <w:r w:rsidR="000E1451">
        <w:rPr>
          <w:rFonts w:cs="Georgia"/>
          <w:kern w:val="1"/>
        </w:rPr>
        <w:t xml:space="preserve"> ! </w:t>
      </w:r>
      <w:r>
        <w:rPr>
          <w:rFonts w:cs="Georgia"/>
          <w:kern w:val="1"/>
        </w:rPr>
        <w:t>Lors de l</w:t>
      </w:r>
      <w:r w:rsidR="000E1451">
        <w:rPr>
          <w:rFonts w:cs="Georgia"/>
          <w:kern w:val="1"/>
        </w:rPr>
        <w:t>’</w:t>
      </w:r>
      <w:r>
        <w:rPr>
          <w:rFonts w:cs="Georgia"/>
          <w:kern w:val="1"/>
        </w:rPr>
        <w:t>incendie dans le pavillon</w:t>
      </w:r>
      <w:r w:rsidR="000E1451">
        <w:rPr>
          <w:rFonts w:cs="Georgia"/>
          <w:kern w:val="1"/>
        </w:rPr>
        <w:t xml:space="preserve">, </w:t>
      </w:r>
      <w:r>
        <w:rPr>
          <w:rFonts w:cs="Georgia"/>
          <w:kern w:val="1"/>
        </w:rPr>
        <w:t>un portrait placé sur un guéridon avait glissé à terre</w:t>
      </w:r>
      <w:r w:rsidR="000E1451">
        <w:rPr>
          <w:rFonts w:cs="Georgia"/>
          <w:kern w:val="1"/>
        </w:rPr>
        <w:t xml:space="preserve">. </w:t>
      </w:r>
      <w:r>
        <w:rPr>
          <w:rFonts w:cs="Georgia"/>
          <w:kern w:val="1"/>
        </w:rPr>
        <w:t>C</w:t>
      </w:r>
      <w:r w:rsidR="000E1451">
        <w:rPr>
          <w:rFonts w:cs="Georgia"/>
          <w:kern w:val="1"/>
        </w:rPr>
        <w:t>’</w:t>
      </w:r>
      <w:r>
        <w:rPr>
          <w:rFonts w:cs="Georgia"/>
          <w:kern w:val="1"/>
        </w:rPr>
        <w:t>était celui d</w:t>
      </w:r>
      <w:r w:rsidR="000E1451">
        <w:rPr>
          <w:rFonts w:cs="Georgia"/>
          <w:kern w:val="1"/>
        </w:rPr>
        <w:t>’</w:t>
      </w:r>
      <w:r>
        <w:rPr>
          <w:rFonts w:cs="Georgia"/>
          <w:kern w:val="1"/>
        </w:rPr>
        <w:t>un officier</w:t>
      </w:r>
      <w:r w:rsidR="000E1451">
        <w:rPr>
          <w:rFonts w:cs="Georgia"/>
          <w:kern w:val="1"/>
        </w:rPr>
        <w:t xml:space="preserve">, </w:t>
      </w:r>
      <w:r>
        <w:rPr>
          <w:rFonts w:cs="Georgia"/>
          <w:kern w:val="1"/>
        </w:rPr>
        <w:t>et mon imagination déjà exclusive et portée à se torturer avait</w:t>
      </w:r>
      <w:r w:rsidR="000E1451">
        <w:rPr>
          <w:rFonts w:cs="Georgia"/>
          <w:kern w:val="1"/>
        </w:rPr>
        <w:t xml:space="preserve">, </w:t>
      </w:r>
      <w:r>
        <w:rPr>
          <w:rFonts w:cs="Georgia"/>
          <w:kern w:val="1"/>
        </w:rPr>
        <w:t>naturellement</w:t>
      </w:r>
      <w:r w:rsidR="000E1451">
        <w:rPr>
          <w:rFonts w:cs="Georgia"/>
          <w:kern w:val="1"/>
        </w:rPr>
        <w:t xml:space="preserve">, </w:t>
      </w:r>
      <w:r>
        <w:rPr>
          <w:rFonts w:cs="Georgia"/>
          <w:kern w:val="1"/>
        </w:rPr>
        <w:t>voulu voir dans cet officier le fiancé d</w:t>
      </w:r>
      <w:r w:rsidR="000E1451">
        <w:rPr>
          <w:rFonts w:cs="Georgia"/>
          <w:kern w:val="1"/>
        </w:rPr>
        <w:t>’</w:t>
      </w:r>
      <w:r>
        <w:rPr>
          <w:rFonts w:cs="Georgia"/>
          <w:kern w:val="1"/>
        </w:rPr>
        <w:t>Axelle</w:t>
      </w:r>
      <w:r w:rsidR="000E1451">
        <w:rPr>
          <w:rFonts w:cs="Georgia"/>
          <w:kern w:val="1"/>
        </w:rPr>
        <w:t xml:space="preserve">. </w:t>
      </w:r>
      <w:r>
        <w:rPr>
          <w:rFonts w:cs="Georgia"/>
          <w:kern w:val="1"/>
        </w:rPr>
        <w:t>Il n</w:t>
      </w:r>
      <w:r w:rsidR="000E1451">
        <w:rPr>
          <w:rFonts w:cs="Georgia"/>
          <w:kern w:val="1"/>
        </w:rPr>
        <w:t>’</w:t>
      </w:r>
      <w:r>
        <w:rPr>
          <w:rFonts w:cs="Georgia"/>
          <w:kern w:val="1"/>
        </w:rPr>
        <w:t>en était rien</w:t>
      </w:r>
      <w:r w:rsidR="000E1451">
        <w:rPr>
          <w:rFonts w:cs="Georgia"/>
          <w:kern w:val="1"/>
        </w:rPr>
        <w:t xml:space="preserve">, </w:t>
      </w:r>
      <w:r>
        <w:rPr>
          <w:rFonts w:cs="Georgia"/>
          <w:kern w:val="1"/>
        </w:rPr>
        <w:t>et je devais apprendre bien vite que c</w:t>
      </w:r>
      <w:r w:rsidR="000E1451">
        <w:rPr>
          <w:rFonts w:cs="Georgia"/>
          <w:kern w:val="1"/>
        </w:rPr>
        <w:t>’</w:t>
      </w:r>
      <w:r>
        <w:rPr>
          <w:rFonts w:cs="Georgia"/>
          <w:kern w:val="1"/>
        </w:rPr>
        <w:t>était du général de Mirrbach qu</w:t>
      </w:r>
      <w:r w:rsidR="000E1451">
        <w:rPr>
          <w:rFonts w:cs="Georgia"/>
          <w:kern w:val="1"/>
        </w:rPr>
        <w:t>’</w:t>
      </w:r>
      <w:r>
        <w:rPr>
          <w:rFonts w:cs="Georgia"/>
          <w:kern w:val="1"/>
        </w:rPr>
        <w:t>il s</w:t>
      </w:r>
      <w:r w:rsidR="000E1451">
        <w:rPr>
          <w:rFonts w:cs="Georgia"/>
          <w:kern w:val="1"/>
        </w:rPr>
        <w:t>’</w:t>
      </w:r>
      <w:r>
        <w:rPr>
          <w:rFonts w:cs="Georgia"/>
          <w:kern w:val="1"/>
        </w:rPr>
        <w:t>agissait</w:t>
      </w:r>
      <w:r w:rsidR="000E1451">
        <w:rPr>
          <w:rFonts w:cs="Georgia"/>
          <w:kern w:val="1"/>
        </w:rPr>
        <w:t xml:space="preserve">. </w:t>
      </w:r>
      <w:r>
        <w:rPr>
          <w:rFonts w:cs="Georgia"/>
          <w:kern w:val="1"/>
        </w:rPr>
        <w:t>De Dietrich elle n</w:t>
      </w:r>
      <w:r w:rsidR="000E1451">
        <w:rPr>
          <w:rFonts w:cs="Georgia"/>
          <w:kern w:val="1"/>
        </w:rPr>
        <w:t>’</w:t>
      </w:r>
      <w:r>
        <w:rPr>
          <w:rFonts w:cs="Georgia"/>
          <w:kern w:val="1"/>
        </w:rPr>
        <w:t>avait aucune photographie</w:t>
      </w:r>
      <w:r w:rsidR="000E1451">
        <w:rPr>
          <w:rFonts w:cs="Georgia"/>
          <w:kern w:val="1"/>
        </w:rPr>
        <w:t xml:space="preserve">, </w:t>
      </w:r>
      <w:r>
        <w:rPr>
          <w:rFonts w:cs="Georgia"/>
          <w:kern w:val="1"/>
        </w:rPr>
        <w:t>ni dans le pavillon</w:t>
      </w:r>
      <w:r w:rsidR="000E1451">
        <w:rPr>
          <w:rFonts w:cs="Georgia"/>
          <w:kern w:val="1"/>
        </w:rPr>
        <w:t xml:space="preserve">, </w:t>
      </w:r>
      <w:r>
        <w:rPr>
          <w:rFonts w:cs="Georgia"/>
          <w:kern w:val="1"/>
        </w:rPr>
        <w:t>ni dans sa chambre</w:t>
      </w:r>
      <w:r w:rsidR="000E1451">
        <w:rPr>
          <w:rFonts w:cs="Georgia"/>
          <w:kern w:val="1"/>
        </w:rPr>
        <w:t xml:space="preserve">. </w:t>
      </w:r>
      <w:r>
        <w:rPr>
          <w:rFonts w:cs="Georgia"/>
          <w:kern w:val="1"/>
        </w:rPr>
        <w:t>Qu</w:t>
      </w:r>
      <w:r w:rsidR="000E1451">
        <w:rPr>
          <w:rFonts w:cs="Georgia"/>
          <w:kern w:val="1"/>
        </w:rPr>
        <w:t>’</w:t>
      </w:r>
      <w:r>
        <w:rPr>
          <w:rFonts w:cs="Georgia"/>
          <w:kern w:val="1"/>
        </w:rPr>
        <w:t>est-ce cela prouvait</w:t>
      </w:r>
      <w:r w:rsidR="000E1451">
        <w:rPr>
          <w:rFonts w:cs="Georgia"/>
          <w:kern w:val="1"/>
        </w:rPr>
        <w:t xml:space="preserve"> ? </w:t>
      </w:r>
      <w:r>
        <w:rPr>
          <w:rFonts w:cs="Georgia"/>
          <w:kern w:val="1"/>
        </w:rPr>
        <w:t>Pas grand</w:t>
      </w:r>
      <w:r w:rsidR="000E1451">
        <w:rPr>
          <w:rFonts w:cs="Georgia"/>
          <w:kern w:val="1"/>
        </w:rPr>
        <w:t>’</w:t>
      </w:r>
      <w:r>
        <w:rPr>
          <w:rFonts w:cs="Georgia"/>
          <w:kern w:val="1"/>
        </w:rPr>
        <w:t>chose</w:t>
      </w:r>
      <w:r w:rsidR="000E1451">
        <w:rPr>
          <w:rFonts w:cs="Georgia"/>
          <w:kern w:val="1"/>
        </w:rPr>
        <w:t xml:space="preserve">, </w:t>
      </w:r>
      <w:r>
        <w:rPr>
          <w:rFonts w:cs="Georgia"/>
          <w:kern w:val="1"/>
        </w:rPr>
        <w:t>sans doute</w:t>
      </w:r>
      <w:r w:rsidR="000E1451">
        <w:rPr>
          <w:rFonts w:cs="Georgia"/>
          <w:kern w:val="1"/>
        </w:rPr>
        <w:t xml:space="preserve">, </w:t>
      </w:r>
      <w:r>
        <w:rPr>
          <w:rFonts w:cs="Georgia"/>
          <w:kern w:val="1"/>
        </w:rPr>
        <w:t>non plus que le silence qu</w:t>
      </w:r>
      <w:r w:rsidR="000E1451">
        <w:rPr>
          <w:rFonts w:cs="Georgia"/>
          <w:kern w:val="1"/>
        </w:rPr>
        <w:t>’</w:t>
      </w:r>
      <w:r>
        <w:rPr>
          <w:rFonts w:cs="Georgia"/>
          <w:kern w:val="1"/>
        </w:rPr>
        <w:t>elle avait toujours gardé au sujet de leurs fiançailles</w:t>
      </w:r>
      <w:r w:rsidR="000E1451">
        <w:rPr>
          <w:rFonts w:cs="Georgia"/>
          <w:kern w:val="1"/>
        </w:rPr>
        <w:t xml:space="preserve">, </w:t>
      </w:r>
      <w:r>
        <w:rPr>
          <w:rFonts w:cs="Georgia"/>
          <w:kern w:val="1"/>
        </w:rPr>
        <w:t>lorsqu</w:t>
      </w:r>
      <w:r w:rsidR="000E1451">
        <w:rPr>
          <w:rFonts w:cs="Georgia"/>
          <w:kern w:val="1"/>
        </w:rPr>
        <w:t>’</w:t>
      </w:r>
      <w:r>
        <w:rPr>
          <w:rFonts w:cs="Georgia"/>
          <w:kern w:val="1"/>
        </w:rPr>
        <w:t>elle s</w:t>
      </w:r>
      <w:r w:rsidR="000E1451">
        <w:rPr>
          <w:rFonts w:cs="Georgia"/>
          <w:kern w:val="1"/>
        </w:rPr>
        <w:t>’</w:t>
      </w:r>
      <w:r>
        <w:rPr>
          <w:rFonts w:cs="Georgia"/>
          <w:kern w:val="1"/>
        </w:rPr>
        <w:t>était mise à me parler d</w:t>
      </w:r>
      <w:r w:rsidR="000E1451">
        <w:rPr>
          <w:rFonts w:cs="Georgia"/>
          <w:kern w:val="1"/>
        </w:rPr>
        <w:t>’</w:t>
      </w:r>
      <w:r>
        <w:rPr>
          <w:rFonts w:cs="Georgia"/>
          <w:kern w:val="1"/>
        </w:rPr>
        <w:t>à peu près tout le reste avec une liberté chaque fois grandie</w:t>
      </w:r>
      <w:r w:rsidR="000E1451">
        <w:rPr>
          <w:rFonts w:cs="Georgia"/>
          <w:kern w:val="1"/>
        </w:rPr>
        <w:t xml:space="preserve">. </w:t>
      </w:r>
      <w:r>
        <w:rPr>
          <w:rFonts w:cs="Georgia"/>
          <w:kern w:val="1"/>
        </w:rPr>
        <w:t>Quelqu</w:t>
      </w:r>
      <w:r w:rsidR="000E1451">
        <w:rPr>
          <w:rFonts w:cs="Georgia"/>
          <w:kern w:val="1"/>
        </w:rPr>
        <w:t>’</w:t>
      </w:r>
      <w:r>
        <w:rPr>
          <w:rFonts w:cs="Georgia"/>
          <w:kern w:val="1"/>
        </w:rPr>
        <w:t>un de présomptueux n</w:t>
      </w:r>
      <w:r w:rsidR="000E1451">
        <w:rPr>
          <w:rFonts w:cs="Georgia"/>
          <w:kern w:val="1"/>
        </w:rPr>
        <w:t>’</w:t>
      </w:r>
      <w:r>
        <w:rPr>
          <w:rFonts w:cs="Georgia"/>
          <w:kern w:val="1"/>
        </w:rPr>
        <w:t>eût pas manqué d</w:t>
      </w:r>
      <w:r w:rsidR="000E1451">
        <w:rPr>
          <w:rFonts w:cs="Georgia"/>
          <w:kern w:val="1"/>
        </w:rPr>
        <w:t>’</w:t>
      </w:r>
      <w:r>
        <w:rPr>
          <w:rFonts w:cs="Georgia"/>
          <w:kern w:val="1"/>
        </w:rPr>
        <w:t>interpréter ce silence comme une marque d</w:t>
      </w:r>
      <w:r w:rsidR="000E1451">
        <w:rPr>
          <w:rFonts w:cs="Georgia"/>
          <w:kern w:val="1"/>
        </w:rPr>
        <w:t>’</w:t>
      </w:r>
      <w:r>
        <w:rPr>
          <w:rFonts w:cs="Georgia"/>
          <w:kern w:val="1"/>
        </w:rPr>
        <w:t>embarras</w:t>
      </w:r>
      <w:r w:rsidR="000E1451">
        <w:rPr>
          <w:rFonts w:cs="Georgia"/>
          <w:kern w:val="1"/>
        </w:rPr>
        <w:t xml:space="preserve">. </w:t>
      </w:r>
      <w:r>
        <w:rPr>
          <w:rFonts w:cs="Georgia"/>
          <w:kern w:val="1"/>
        </w:rPr>
        <w:t>Moi</w:t>
      </w:r>
      <w:r w:rsidR="000E1451">
        <w:rPr>
          <w:rFonts w:cs="Georgia"/>
          <w:kern w:val="1"/>
        </w:rPr>
        <w:t xml:space="preserve">, </w:t>
      </w:r>
      <w:r>
        <w:rPr>
          <w:rFonts w:cs="Georgia"/>
          <w:kern w:val="1"/>
        </w:rPr>
        <w:t>j</w:t>
      </w:r>
      <w:r w:rsidR="000E1451">
        <w:rPr>
          <w:rFonts w:cs="Georgia"/>
          <w:kern w:val="1"/>
        </w:rPr>
        <w:t>’</w:t>
      </w:r>
      <w:r>
        <w:rPr>
          <w:rFonts w:cs="Georgia"/>
          <w:kern w:val="1"/>
        </w:rPr>
        <w:t>y vis surtout la ferme volonté de me tenir en dehors de sa vie sentimentale</w:t>
      </w:r>
      <w:r w:rsidR="000E1451">
        <w:rPr>
          <w:rFonts w:cs="Georgia"/>
          <w:kern w:val="1"/>
        </w:rPr>
        <w:t xml:space="preserve">. </w:t>
      </w:r>
      <w:r>
        <w:rPr>
          <w:rFonts w:cs="Georgia"/>
          <w:kern w:val="1"/>
        </w:rPr>
        <w:t>À aucun moment</w:t>
      </w:r>
      <w:r w:rsidR="000E1451">
        <w:rPr>
          <w:rFonts w:cs="Georgia"/>
          <w:kern w:val="1"/>
        </w:rPr>
        <w:t xml:space="preserve">, </w:t>
      </w:r>
      <w:r>
        <w:rPr>
          <w:rFonts w:cs="Georgia"/>
          <w:kern w:val="1"/>
        </w:rPr>
        <w:t>l</w:t>
      </w:r>
      <w:r w:rsidR="000E1451">
        <w:rPr>
          <w:rFonts w:cs="Georgia"/>
          <w:kern w:val="1"/>
        </w:rPr>
        <w:t>’</w:t>
      </w:r>
      <w:r>
        <w:rPr>
          <w:rFonts w:cs="Georgia"/>
          <w:kern w:val="1"/>
        </w:rPr>
        <w:t>idée ne m</w:t>
      </w:r>
      <w:r w:rsidR="000E1451">
        <w:rPr>
          <w:rFonts w:cs="Georgia"/>
          <w:kern w:val="1"/>
        </w:rPr>
        <w:t>’</w:t>
      </w:r>
      <w:r>
        <w:rPr>
          <w:rFonts w:cs="Georgia"/>
          <w:kern w:val="1"/>
        </w:rPr>
        <w:t>était venue d</w:t>
      </w:r>
      <w:r w:rsidR="000E1451">
        <w:rPr>
          <w:rFonts w:cs="Georgia"/>
          <w:kern w:val="1"/>
        </w:rPr>
        <w:t>’</w:t>
      </w:r>
      <w:r>
        <w:rPr>
          <w:rFonts w:cs="Georgia"/>
          <w:kern w:val="1"/>
        </w:rPr>
        <w:t>y voir un regret</w:t>
      </w:r>
      <w:r w:rsidR="000E1451">
        <w:rPr>
          <w:rFonts w:cs="Georgia"/>
          <w:kern w:val="1"/>
        </w:rPr>
        <w:t xml:space="preserve">, </w:t>
      </w:r>
      <w:r>
        <w:rPr>
          <w:rFonts w:cs="Georgia"/>
          <w:kern w:val="1"/>
        </w:rPr>
        <w:t>encore moins un aveu</w:t>
      </w:r>
      <w:r w:rsidR="000E1451">
        <w:rPr>
          <w:rFonts w:cs="Georgia"/>
          <w:kern w:val="1"/>
        </w:rPr>
        <w:t xml:space="preserve">. </w:t>
      </w:r>
      <w:r>
        <w:rPr>
          <w:rFonts w:cs="Georgia"/>
          <w:kern w:val="1"/>
        </w:rPr>
        <w:t>Les mêmes raisons que Dietrich avait de l</w:t>
      </w:r>
      <w:r w:rsidR="000E1451">
        <w:rPr>
          <w:rFonts w:cs="Georgia"/>
          <w:kern w:val="1"/>
        </w:rPr>
        <w:t>’</w:t>
      </w:r>
      <w:r>
        <w:rPr>
          <w:rFonts w:cs="Georgia"/>
          <w:kern w:val="1"/>
        </w:rPr>
        <w:t>aimer</w:t>
      </w:r>
      <w:r w:rsidR="000E1451">
        <w:rPr>
          <w:rFonts w:cs="Georgia"/>
          <w:kern w:val="1"/>
        </w:rPr>
        <w:t xml:space="preserve">, </w:t>
      </w:r>
      <w:r>
        <w:rPr>
          <w:rFonts w:cs="Georgia"/>
          <w:kern w:val="1"/>
        </w:rPr>
        <w:t>ne les avait-elle pas d</w:t>
      </w:r>
      <w:r w:rsidR="000E1451">
        <w:rPr>
          <w:rFonts w:cs="Georgia"/>
          <w:kern w:val="1"/>
        </w:rPr>
        <w:t>’</w:t>
      </w:r>
      <w:r>
        <w:rPr>
          <w:rFonts w:cs="Georgia"/>
          <w:kern w:val="1"/>
        </w:rPr>
        <w:t>aimer Dietrich</w:t>
      </w:r>
      <w:r w:rsidR="000E1451">
        <w:rPr>
          <w:rFonts w:cs="Georgia"/>
          <w:kern w:val="1"/>
        </w:rPr>
        <w:t xml:space="preserve"> ? </w:t>
      </w:r>
      <w:r>
        <w:rPr>
          <w:rFonts w:cs="Georgia"/>
          <w:kern w:val="1"/>
        </w:rPr>
        <w:t>Allemande avant tout</w:t>
      </w:r>
      <w:r w:rsidR="000E1451">
        <w:rPr>
          <w:rFonts w:cs="Georgia"/>
          <w:kern w:val="1"/>
        </w:rPr>
        <w:t xml:space="preserve">, </w:t>
      </w:r>
      <w:r>
        <w:rPr>
          <w:rFonts w:cs="Georgia"/>
          <w:kern w:val="1"/>
        </w:rPr>
        <w:t>Prussienne autant qu</w:t>
      </w:r>
      <w:r w:rsidR="000E1451">
        <w:rPr>
          <w:rFonts w:cs="Georgia"/>
          <w:kern w:val="1"/>
        </w:rPr>
        <w:t>’</w:t>
      </w:r>
      <w:r>
        <w:rPr>
          <w:rFonts w:cs="Georgia"/>
          <w:kern w:val="1"/>
        </w:rPr>
        <w:t>on pouvait l</w:t>
      </w:r>
      <w:r w:rsidR="000E1451">
        <w:rPr>
          <w:rFonts w:cs="Georgia"/>
          <w:kern w:val="1"/>
        </w:rPr>
        <w:t>’</w:t>
      </w:r>
      <w:r>
        <w:rPr>
          <w:rFonts w:cs="Georgia"/>
          <w:kern w:val="1"/>
        </w:rPr>
        <w:t>être</w:t>
      </w:r>
      <w:r w:rsidR="000E1451">
        <w:rPr>
          <w:rFonts w:cs="Georgia"/>
          <w:kern w:val="1"/>
        </w:rPr>
        <w:t xml:space="preserve">, </w:t>
      </w:r>
      <w:r>
        <w:rPr>
          <w:rFonts w:cs="Georgia"/>
          <w:kern w:val="1"/>
        </w:rPr>
        <w:t>n</w:t>
      </w:r>
      <w:r w:rsidR="000E1451">
        <w:rPr>
          <w:rFonts w:cs="Georgia"/>
          <w:kern w:val="1"/>
        </w:rPr>
        <w:t>’</w:t>
      </w:r>
      <w:r>
        <w:rPr>
          <w:rFonts w:cs="Georgia"/>
          <w:kern w:val="1"/>
        </w:rPr>
        <w:t xml:space="preserve">était-elle pas de ces vierges que les Niebelungen et les chants des vieux scaldes font vivre dans </w:t>
      </w:r>
      <w:r>
        <w:rPr>
          <w:rFonts w:cs="Georgia"/>
          <w:kern w:val="1"/>
        </w:rPr>
        <w:lastRenderedPageBreak/>
        <w:t>l</w:t>
      </w:r>
      <w:r w:rsidR="000E1451">
        <w:rPr>
          <w:rFonts w:cs="Georgia"/>
          <w:kern w:val="1"/>
        </w:rPr>
        <w:t>’</w:t>
      </w:r>
      <w:r>
        <w:rPr>
          <w:rFonts w:cs="Georgia"/>
          <w:kern w:val="1"/>
        </w:rPr>
        <w:t>attente religieuse du Guerrier vainqueur</w:t>
      </w:r>
      <w:r w:rsidR="000E1451">
        <w:rPr>
          <w:rFonts w:cs="Georgia"/>
          <w:kern w:val="1"/>
        </w:rPr>
        <w:t xml:space="preserve">, </w:t>
      </w:r>
      <w:r>
        <w:rPr>
          <w:rFonts w:cs="Georgia"/>
          <w:kern w:val="1"/>
        </w:rPr>
        <w:t>le seul qui puisse prétendre à l</w:t>
      </w:r>
      <w:r w:rsidR="000E1451">
        <w:rPr>
          <w:rFonts w:cs="Georgia"/>
          <w:kern w:val="1"/>
        </w:rPr>
        <w:t>’</w:t>
      </w:r>
      <w:r>
        <w:rPr>
          <w:rFonts w:cs="Georgia"/>
          <w:kern w:val="1"/>
        </w:rPr>
        <w:t>hommage de leur chair</w:t>
      </w:r>
      <w:r w:rsidR="000E1451">
        <w:rPr>
          <w:rFonts w:cs="Georgia"/>
          <w:kern w:val="1"/>
        </w:rPr>
        <w:t xml:space="preserve"> ? </w:t>
      </w:r>
      <w:r>
        <w:rPr>
          <w:rFonts w:cs="Georgia"/>
          <w:kern w:val="1"/>
        </w:rPr>
        <w:t>Et d</w:t>
      </w:r>
      <w:r w:rsidR="000E1451">
        <w:rPr>
          <w:rFonts w:cs="Georgia"/>
          <w:kern w:val="1"/>
        </w:rPr>
        <w:t>’</w:t>
      </w:r>
      <w:r>
        <w:rPr>
          <w:rFonts w:cs="Georgia"/>
          <w:kern w:val="1"/>
        </w:rPr>
        <w:t>ailleurs envers celui-là</w:t>
      </w:r>
      <w:r w:rsidR="000E1451">
        <w:rPr>
          <w:rFonts w:cs="Georgia"/>
          <w:kern w:val="1"/>
        </w:rPr>
        <w:t xml:space="preserve">, </w:t>
      </w:r>
      <w:r>
        <w:rPr>
          <w:rFonts w:cs="Georgia"/>
          <w:kern w:val="1"/>
        </w:rPr>
        <w:t>n</w:t>
      </w:r>
      <w:r w:rsidR="000E1451">
        <w:rPr>
          <w:rFonts w:cs="Georgia"/>
          <w:kern w:val="1"/>
        </w:rPr>
        <w:t>’</w:t>
      </w:r>
      <w:r>
        <w:rPr>
          <w:rFonts w:cs="Georgia"/>
          <w:kern w:val="1"/>
        </w:rPr>
        <w:t>était-elle pas redevable d</w:t>
      </w:r>
      <w:r w:rsidR="000E1451">
        <w:rPr>
          <w:rFonts w:cs="Georgia"/>
          <w:kern w:val="1"/>
        </w:rPr>
        <w:t>’</w:t>
      </w:r>
      <w:r>
        <w:rPr>
          <w:rFonts w:cs="Georgia"/>
          <w:kern w:val="1"/>
        </w:rPr>
        <w:t>un double tribut de gratitude</w:t>
      </w:r>
      <w:r w:rsidR="000E1451">
        <w:rPr>
          <w:rFonts w:cs="Georgia"/>
          <w:kern w:val="1"/>
        </w:rPr>
        <w:t xml:space="preserve"> ? </w:t>
      </w:r>
      <w:r>
        <w:rPr>
          <w:rFonts w:cs="Georgia"/>
          <w:kern w:val="1"/>
        </w:rPr>
        <w:t>Non content de couvrir de son corps le sol sacré</w:t>
      </w:r>
      <w:r w:rsidR="000E1451">
        <w:rPr>
          <w:rFonts w:cs="Georgia"/>
          <w:kern w:val="1"/>
        </w:rPr>
        <w:t xml:space="preserve">, </w:t>
      </w:r>
      <w:r>
        <w:rPr>
          <w:rFonts w:cs="Georgia"/>
          <w:kern w:val="1"/>
        </w:rPr>
        <w:t>ne la faisait-il pas</w:t>
      </w:r>
      <w:r w:rsidR="000E1451">
        <w:rPr>
          <w:rFonts w:cs="Georgia"/>
          <w:kern w:val="1"/>
        </w:rPr>
        <w:t xml:space="preserve">, </w:t>
      </w:r>
      <w:r>
        <w:rPr>
          <w:rFonts w:cs="Georgia"/>
          <w:kern w:val="1"/>
        </w:rPr>
        <w:t>depuis quatre ans</w:t>
      </w:r>
      <w:r w:rsidR="000E1451">
        <w:rPr>
          <w:rFonts w:cs="Georgia"/>
          <w:kern w:val="1"/>
        </w:rPr>
        <w:t xml:space="preserve">, </w:t>
      </w:r>
      <w:r>
        <w:rPr>
          <w:rFonts w:cs="Georgia"/>
          <w:kern w:val="1"/>
        </w:rPr>
        <w:t>vivre de sa solde</w:t>
      </w:r>
      <w:r w:rsidR="000E1451">
        <w:rPr>
          <w:rFonts w:cs="Georgia"/>
          <w:kern w:val="1"/>
        </w:rPr>
        <w:t xml:space="preserve"> ? </w:t>
      </w:r>
      <w:r>
        <w:rPr>
          <w:rFonts w:cs="Georgia"/>
          <w:kern w:val="1"/>
        </w:rPr>
        <w:t>N</w:t>
      </w:r>
      <w:r w:rsidR="000E1451">
        <w:rPr>
          <w:rFonts w:cs="Georgia"/>
          <w:kern w:val="1"/>
        </w:rPr>
        <w:t>’</w:t>
      </w:r>
      <w:r>
        <w:rPr>
          <w:rFonts w:cs="Georgia"/>
          <w:kern w:val="1"/>
        </w:rPr>
        <w:t>importe quelle jeune fille se serait inclinée</w:t>
      </w:r>
      <w:r w:rsidR="000E1451">
        <w:rPr>
          <w:rFonts w:cs="Georgia"/>
          <w:kern w:val="1"/>
        </w:rPr>
        <w:t xml:space="preserve">, </w:t>
      </w:r>
      <w:r>
        <w:rPr>
          <w:rFonts w:cs="Georgia"/>
          <w:kern w:val="1"/>
        </w:rPr>
        <w:t>à plus forte raison celle qui du jour de sa naissance n</w:t>
      </w:r>
      <w:r w:rsidR="000E1451">
        <w:rPr>
          <w:rFonts w:cs="Georgia"/>
          <w:kern w:val="1"/>
        </w:rPr>
        <w:t>’</w:t>
      </w:r>
      <w:r>
        <w:rPr>
          <w:rFonts w:cs="Georgia"/>
          <w:kern w:val="1"/>
        </w:rPr>
        <w:t>avait plus été qu</w:t>
      </w:r>
      <w:r w:rsidR="000E1451">
        <w:rPr>
          <w:rFonts w:cs="Georgia"/>
          <w:kern w:val="1"/>
        </w:rPr>
        <w:t>’</w:t>
      </w:r>
      <w:r>
        <w:rPr>
          <w:rFonts w:cs="Georgia"/>
          <w:kern w:val="1"/>
        </w:rPr>
        <w:t>une hostie</w:t>
      </w:r>
      <w:r w:rsidR="000E1451">
        <w:rPr>
          <w:rFonts w:cs="Georgia"/>
          <w:kern w:val="1"/>
        </w:rPr>
        <w:t xml:space="preserve">, </w:t>
      </w:r>
      <w:r>
        <w:rPr>
          <w:rFonts w:cs="Georgia"/>
          <w:kern w:val="1"/>
        </w:rPr>
        <w:t>une éternelle résignée</w:t>
      </w:r>
      <w:r w:rsidR="000E1451">
        <w:rPr>
          <w:rFonts w:cs="Georgia"/>
          <w:kern w:val="1"/>
        </w:rPr>
        <w:t xml:space="preserve">, </w:t>
      </w:r>
      <w:r>
        <w:rPr>
          <w:rFonts w:cs="Georgia"/>
          <w:kern w:val="1"/>
        </w:rPr>
        <w:t>celle à qui sa terrible grand</w:t>
      </w:r>
      <w:r w:rsidR="000E1451">
        <w:rPr>
          <w:rFonts w:cs="Georgia"/>
          <w:kern w:val="1"/>
        </w:rPr>
        <w:t>’</w:t>
      </w:r>
      <w:r>
        <w:rPr>
          <w:rFonts w:cs="Georgia"/>
          <w:kern w:val="1"/>
        </w:rPr>
        <w:t>mère</w:t>
      </w:r>
      <w:r w:rsidR="000E1451">
        <w:rPr>
          <w:rFonts w:cs="Georgia"/>
          <w:kern w:val="1"/>
        </w:rPr>
        <w:t xml:space="preserve">, </w:t>
      </w:r>
      <w:r>
        <w:rPr>
          <w:rFonts w:cs="Georgia"/>
          <w:kern w:val="1"/>
        </w:rPr>
        <w:t>qui ne prisait rien tant que la soumission</w:t>
      </w:r>
      <w:r w:rsidR="000E1451">
        <w:rPr>
          <w:rFonts w:cs="Georgia"/>
          <w:kern w:val="1"/>
        </w:rPr>
        <w:t xml:space="preserve">, </w:t>
      </w:r>
      <w:r>
        <w:rPr>
          <w:rFonts w:cs="Georgia"/>
          <w:kern w:val="1"/>
        </w:rPr>
        <w:t>reprochait cependant d</w:t>
      </w:r>
      <w:r w:rsidR="000E1451">
        <w:rPr>
          <w:rFonts w:cs="Georgia"/>
          <w:kern w:val="1"/>
        </w:rPr>
        <w:t>’</w:t>
      </w:r>
      <w:r>
        <w:rPr>
          <w:rFonts w:cs="Georgia"/>
          <w:kern w:val="1"/>
        </w:rPr>
        <w:t>être trop passive</w:t>
      </w:r>
      <w:r w:rsidR="000E1451">
        <w:rPr>
          <w:rFonts w:cs="Georgia"/>
          <w:kern w:val="1"/>
        </w:rPr>
        <w:t xml:space="preserve">. </w:t>
      </w:r>
      <w:r>
        <w:rPr>
          <w:rFonts w:cs="Georgia"/>
          <w:kern w:val="1"/>
        </w:rPr>
        <w:t>Oui</w:t>
      </w:r>
      <w:r w:rsidR="000E1451">
        <w:rPr>
          <w:rFonts w:cs="Georgia"/>
          <w:kern w:val="1"/>
        </w:rPr>
        <w:t xml:space="preserve">, </w:t>
      </w:r>
      <w:r>
        <w:rPr>
          <w:rFonts w:cs="Georgia"/>
          <w:kern w:val="1"/>
        </w:rPr>
        <w:t>tout voulait qu</w:t>
      </w:r>
      <w:r w:rsidR="000E1451">
        <w:rPr>
          <w:rFonts w:cs="Georgia"/>
          <w:kern w:val="1"/>
        </w:rPr>
        <w:t>’</w:t>
      </w:r>
      <w:r>
        <w:rPr>
          <w:rFonts w:cs="Georgia"/>
          <w:kern w:val="1"/>
        </w:rPr>
        <w:t>Axelle de Mirrbach devînt Axelle de Reichendorf</w:t>
      </w:r>
      <w:r w:rsidR="000E1451">
        <w:rPr>
          <w:rFonts w:cs="Georgia"/>
          <w:kern w:val="1"/>
        </w:rPr>
        <w:t xml:space="preserve">. </w:t>
      </w:r>
      <w:r>
        <w:rPr>
          <w:rFonts w:cs="Georgia"/>
          <w:kern w:val="1"/>
        </w:rPr>
        <w:t>Et si cette nécessité avait dû appeler à son secours l</w:t>
      </w:r>
      <w:r w:rsidR="000E1451">
        <w:rPr>
          <w:rFonts w:cs="Georgia"/>
          <w:kern w:val="1"/>
        </w:rPr>
        <w:t>’</w:t>
      </w:r>
      <w:r>
        <w:rPr>
          <w:rFonts w:cs="Georgia"/>
          <w:kern w:val="1"/>
        </w:rPr>
        <w:t>appui de la volonté divine</w:t>
      </w:r>
      <w:r w:rsidR="000E1451">
        <w:rPr>
          <w:rFonts w:cs="Georgia"/>
          <w:kern w:val="1"/>
        </w:rPr>
        <w:t xml:space="preserve">, </w:t>
      </w:r>
      <w:r>
        <w:rPr>
          <w:rFonts w:cs="Georgia"/>
          <w:kern w:val="1"/>
        </w:rPr>
        <w:t>comment ne pas invoquer l</w:t>
      </w:r>
      <w:r w:rsidR="000E1451">
        <w:rPr>
          <w:rFonts w:cs="Georgia"/>
          <w:kern w:val="1"/>
        </w:rPr>
        <w:t>’</w:t>
      </w:r>
      <w:r>
        <w:rPr>
          <w:rFonts w:cs="Georgia"/>
          <w:kern w:val="1"/>
        </w:rPr>
        <w:t>argument tiré du fait que sur quatre frères</w:t>
      </w:r>
      <w:r w:rsidR="000E1451">
        <w:rPr>
          <w:rFonts w:cs="Georgia"/>
          <w:kern w:val="1"/>
        </w:rPr>
        <w:t xml:space="preserve">, </w:t>
      </w:r>
      <w:r>
        <w:rPr>
          <w:rFonts w:cs="Georgia"/>
          <w:kern w:val="1"/>
        </w:rPr>
        <w:t>la guerre en avait épargné un seul</w:t>
      </w:r>
      <w:r w:rsidR="000E1451">
        <w:rPr>
          <w:rFonts w:cs="Georgia"/>
          <w:kern w:val="1"/>
        </w:rPr>
        <w:t xml:space="preserve">, </w:t>
      </w:r>
      <w:r>
        <w:rPr>
          <w:rFonts w:cs="Georgia"/>
          <w:kern w:val="1"/>
        </w:rPr>
        <w:t>son fiancé</w:t>
      </w:r>
      <w:r w:rsidR="000E1451">
        <w:rPr>
          <w:rFonts w:cs="Georgia"/>
          <w:kern w:val="1"/>
        </w:rPr>
        <w:t xml:space="preserve"> ? </w:t>
      </w:r>
      <w:r>
        <w:rPr>
          <w:rFonts w:cs="Georgia"/>
          <w:kern w:val="1"/>
        </w:rPr>
        <w:t>Dans un petit cimetière du Hainaut</w:t>
      </w:r>
      <w:r w:rsidR="000E1451">
        <w:rPr>
          <w:rFonts w:cs="Georgia"/>
          <w:kern w:val="1"/>
        </w:rPr>
        <w:t xml:space="preserve">, </w:t>
      </w:r>
      <w:r>
        <w:rPr>
          <w:rFonts w:cs="Georgia"/>
          <w:kern w:val="1"/>
        </w:rPr>
        <w:t>le comte Michel dormait son dernier sommeil</w:t>
      </w:r>
      <w:r w:rsidR="000E1451">
        <w:rPr>
          <w:rFonts w:cs="Georgia"/>
          <w:kern w:val="1"/>
        </w:rPr>
        <w:t xml:space="preserve">. </w:t>
      </w:r>
      <w:r>
        <w:rPr>
          <w:rFonts w:cs="Georgia"/>
          <w:kern w:val="1"/>
        </w:rPr>
        <w:t>Ses cuirassiers avaient creusé à Conrad</w:t>
      </w:r>
      <w:r w:rsidR="000E1451">
        <w:rPr>
          <w:rFonts w:cs="Georgia"/>
          <w:kern w:val="1"/>
        </w:rPr>
        <w:t xml:space="preserve">, </w:t>
      </w:r>
      <w:r>
        <w:rPr>
          <w:rFonts w:cs="Georgia"/>
          <w:kern w:val="1"/>
        </w:rPr>
        <w:t>au nord d</w:t>
      </w:r>
      <w:r w:rsidR="000E1451">
        <w:rPr>
          <w:rFonts w:cs="Georgia"/>
          <w:kern w:val="1"/>
        </w:rPr>
        <w:t>’</w:t>
      </w:r>
      <w:r>
        <w:rPr>
          <w:rFonts w:cs="Georgia"/>
          <w:kern w:val="1"/>
        </w:rPr>
        <w:t>Ypres</w:t>
      </w:r>
      <w:r w:rsidR="000E1451">
        <w:rPr>
          <w:rFonts w:cs="Georgia"/>
          <w:kern w:val="1"/>
        </w:rPr>
        <w:t xml:space="preserve">, </w:t>
      </w:r>
      <w:r>
        <w:rPr>
          <w:rFonts w:cs="Georgia"/>
          <w:kern w:val="1"/>
        </w:rPr>
        <w:t>une sépulture géante sur laquelle ils avaient planté un fût de colonne fracassée</w:t>
      </w:r>
      <w:r w:rsidR="000E1451">
        <w:rPr>
          <w:rFonts w:cs="Georgia"/>
          <w:kern w:val="1"/>
        </w:rPr>
        <w:t xml:space="preserve">. </w:t>
      </w:r>
      <w:r>
        <w:rPr>
          <w:rFonts w:cs="Georgia"/>
          <w:kern w:val="1"/>
        </w:rPr>
        <w:t>Hermann reposait dans un ravin des Vosges</w:t>
      </w:r>
      <w:r w:rsidR="000E1451">
        <w:rPr>
          <w:rFonts w:cs="Georgia"/>
          <w:kern w:val="1"/>
        </w:rPr>
        <w:t xml:space="preserve">. </w:t>
      </w:r>
      <w:r>
        <w:rPr>
          <w:rFonts w:cs="Georgia"/>
          <w:kern w:val="1"/>
        </w:rPr>
        <w:t>Dietrich</w:t>
      </w:r>
      <w:r w:rsidR="000E1451">
        <w:rPr>
          <w:rFonts w:cs="Georgia"/>
          <w:kern w:val="1"/>
        </w:rPr>
        <w:t xml:space="preserve">, </w:t>
      </w:r>
      <w:r>
        <w:rPr>
          <w:rFonts w:cs="Georgia"/>
          <w:kern w:val="1"/>
        </w:rPr>
        <w:t>lui</w:t>
      </w:r>
      <w:r w:rsidR="000E1451">
        <w:rPr>
          <w:rFonts w:cs="Georgia"/>
          <w:kern w:val="1"/>
        </w:rPr>
        <w:t xml:space="preserve">, </w:t>
      </w:r>
      <w:r>
        <w:rPr>
          <w:rFonts w:cs="Georgia"/>
          <w:kern w:val="1"/>
        </w:rPr>
        <w:t>était vivant</w:t>
      </w:r>
      <w:r w:rsidR="000E1451">
        <w:rPr>
          <w:rFonts w:cs="Georgia"/>
          <w:kern w:val="1"/>
        </w:rPr>
        <w:t xml:space="preserve"> ! </w:t>
      </w:r>
      <w:r>
        <w:rPr>
          <w:rFonts w:cs="Georgia"/>
          <w:kern w:val="1"/>
        </w:rPr>
        <w:t>Axelle pouvait-elle songer à s</w:t>
      </w:r>
      <w:r w:rsidR="000E1451">
        <w:rPr>
          <w:rFonts w:cs="Georgia"/>
          <w:kern w:val="1"/>
        </w:rPr>
        <w:t>’</w:t>
      </w:r>
      <w:r>
        <w:rPr>
          <w:rFonts w:cs="Georgia"/>
          <w:kern w:val="1"/>
        </w:rPr>
        <w:t>affranchir d</w:t>
      </w:r>
      <w:r w:rsidR="000E1451">
        <w:rPr>
          <w:rFonts w:cs="Georgia"/>
          <w:kern w:val="1"/>
        </w:rPr>
        <w:t>’</w:t>
      </w:r>
      <w:r>
        <w:rPr>
          <w:rFonts w:cs="Georgia"/>
          <w:kern w:val="1"/>
        </w:rPr>
        <w:t>un devoir que les puissances surnaturelles avaient pris soin de lui désigner de façon aussi inflexible</w:t>
      </w:r>
      <w:r w:rsidR="000E1451">
        <w:rPr>
          <w:rFonts w:cs="Georgia"/>
          <w:kern w:val="1"/>
        </w:rPr>
        <w:t xml:space="preserve"> ? </w:t>
      </w:r>
      <w:r>
        <w:rPr>
          <w:rFonts w:cs="Georgia"/>
          <w:kern w:val="1"/>
        </w:rPr>
        <w:t>Mais</w:t>
      </w:r>
      <w:r w:rsidR="000E1451">
        <w:rPr>
          <w:rFonts w:cs="Georgia"/>
          <w:kern w:val="1"/>
        </w:rPr>
        <w:t xml:space="preserve">, </w:t>
      </w:r>
      <w:r>
        <w:rPr>
          <w:rFonts w:cs="Georgia"/>
          <w:kern w:val="1"/>
        </w:rPr>
        <w:t>ce devoir</w:t>
      </w:r>
      <w:r w:rsidR="000E1451">
        <w:rPr>
          <w:rFonts w:cs="Georgia"/>
          <w:kern w:val="1"/>
        </w:rPr>
        <w:t xml:space="preserve">, </w:t>
      </w:r>
      <w:r>
        <w:rPr>
          <w:rFonts w:cs="Georgia"/>
          <w:kern w:val="1"/>
        </w:rPr>
        <w:t>où prenait-on qu</w:t>
      </w:r>
      <w:r w:rsidR="000E1451">
        <w:rPr>
          <w:rFonts w:cs="Georgia"/>
          <w:kern w:val="1"/>
        </w:rPr>
        <w:t>’</w:t>
      </w:r>
      <w:r>
        <w:rPr>
          <w:rFonts w:cs="Georgia"/>
          <w:kern w:val="1"/>
        </w:rPr>
        <w:t>elle eût la moindre velléité de le discuter</w:t>
      </w:r>
      <w:r w:rsidR="000E1451">
        <w:rPr>
          <w:rFonts w:cs="Georgia"/>
          <w:kern w:val="1"/>
        </w:rPr>
        <w:t xml:space="preserve"> ? </w:t>
      </w:r>
      <w:r>
        <w:rPr>
          <w:rFonts w:cs="Georgia"/>
          <w:kern w:val="1"/>
        </w:rPr>
        <w:t>Si elle était bien la digne descendante de plusieurs orgueilleuses lignées de junkers</w:t>
      </w:r>
      <w:r w:rsidR="000E1451">
        <w:rPr>
          <w:rFonts w:cs="Georgia"/>
          <w:kern w:val="1"/>
        </w:rPr>
        <w:t xml:space="preserve">, </w:t>
      </w:r>
      <w:r>
        <w:rPr>
          <w:rFonts w:cs="Georgia"/>
          <w:kern w:val="1"/>
        </w:rPr>
        <w:t>il ne pouvait être question pour elle d</w:t>
      </w:r>
      <w:r w:rsidR="000E1451">
        <w:rPr>
          <w:rFonts w:cs="Georgia"/>
          <w:kern w:val="1"/>
        </w:rPr>
        <w:t>’</w:t>
      </w:r>
      <w:r>
        <w:rPr>
          <w:rFonts w:cs="Georgia"/>
          <w:kern w:val="1"/>
        </w:rPr>
        <w:t>un autre destin</w:t>
      </w:r>
      <w:r w:rsidR="000E1451">
        <w:rPr>
          <w:rFonts w:cs="Georgia"/>
          <w:kern w:val="1"/>
        </w:rPr>
        <w:t xml:space="preserve">. </w:t>
      </w:r>
      <w:r>
        <w:rPr>
          <w:rFonts w:cs="Georgia"/>
          <w:kern w:val="1"/>
        </w:rPr>
        <w:t>Si l</w:t>
      </w:r>
      <w:r w:rsidR="000E1451">
        <w:rPr>
          <w:rFonts w:cs="Georgia"/>
          <w:kern w:val="1"/>
        </w:rPr>
        <w:t>’</w:t>
      </w:r>
      <w:r>
        <w:rPr>
          <w:rFonts w:cs="Georgia"/>
          <w:kern w:val="1"/>
        </w:rPr>
        <w:t>humble sang des Küntz prévalait parfois encore en elle</w:t>
      </w:r>
      <w:r w:rsidR="000E1451">
        <w:rPr>
          <w:rFonts w:cs="Georgia"/>
          <w:kern w:val="1"/>
        </w:rPr>
        <w:t xml:space="preserve">, </w:t>
      </w:r>
      <w:r>
        <w:rPr>
          <w:rFonts w:cs="Georgia"/>
          <w:kern w:val="1"/>
        </w:rPr>
        <w:t>c</w:t>
      </w:r>
      <w:r w:rsidR="000E1451">
        <w:rPr>
          <w:rFonts w:cs="Georgia"/>
          <w:kern w:val="1"/>
        </w:rPr>
        <w:t>’</w:t>
      </w:r>
      <w:r>
        <w:rPr>
          <w:rFonts w:cs="Georgia"/>
          <w:kern w:val="1"/>
        </w:rPr>
        <w:t>était avec une ferveur reconnaissante qu</w:t>
      </w:r>
      <w:r w:rsidR="000E1451">
        <w:rPr>
          <w:rFonts w:cs="Georgia"/>
          <w:kern w:val="1"/>
        </w:rPr>
        <w:t>’</w:t>
      </w:r>
      <w:r>
        <w:rPr>
          <w:rFonts w:cs="Georgia"/>
          <w:kern w:val="1"/>
        </w:rPr>
        <w:t>elle devait saluer l</w:t>
      </w:r>
      <w:r w:rsidR="000E1451">
        <w:rPr>
          <w:rFonts w:cs="Georgia"/>
          <w:kern w:val="1"/>
        </w:rPr>
        <w:t>’</w:t>
      </w:r>
      <w:r>
        <w:rPr>
          <w:rFonts w:cs="Georgia"/>
          <w:kern w:val="1"/>
        </w:rPr>
        <w:t>approche d</w:t>
      </w:r>
      <w:r w:rsidR="000E1451">
        <w:rPr>
          <w:rFonts w:cs="Georgia"/>
          <w:kern w:val="1"/>
        </w:rPr>
        <w:t>’</w:t>
      </w:r>
      <w:r>
        <w:rPr>
          <w:rFonts w:cs="Georgia"/>
          <w:kern w:val="1"/>
        </w:rPr>
        <w:t>une alliance aussi pleine de gloire</w:t>
      </w:r>
      <w:r w:rsidR="000E1451">
        <w:rPr>
          <w:rFonts w:cs="Georgia"/>
          <w:kern w:val="1"/>
        </w:rPr>
        <w:t xml:space="preserve">. </w:t>
      </w:r>
      <w:r>
        <w:rPr>
          <w:rFonts w:cs="Georgia"/>
          <w:kern w:val="1"/>
        </w:rPr>
        <w:t>De toute manière</w:t>
      </w:r>
      <w:r w:rsidR="000E1451">
        <w:rPr>
          <w:rFonts w:cs="Georgia"/>
          <w:kern w:val="1"/>
        </w:rPr>
        <w:t xml:space="preserve">, </w:t>
      </w:r>
      <w:r>
        <w:rPr>
          <w:rFonts w:cs="Georgia"/>
          <w:kern w:val="1"/>
        </w:rPr>
        <w:t>Dietrich pouvait rejoindre en paix son bataillon</w:t>
      </w:r>
      <w:r w:rsidR="000E1451">
        <w:rPr>
          <w:rFonts w:cs="Georgia"/>
          <w:kern w:val="1"/>
        </w:rPr>
        <w:t xml:space="preserve">. </w:t>
      </w:r>
      <w:r>
        <w:rPr>
          <w:rFonts w:cs="Georgia"/>
          <w:kern w:val="1"/>
        </w:rPr>
        <w:t>Il n</w:t>
      </w:r>
      <w:r w:rsidR="000E1451">
        <w:rPr>
          <w:rFonts w:cs="Georgia"/>
          <w:kern w:val="1"/>
        </w:rPr>
        <w:t>’</w:t>
      </w:r>
      <w:r>
        <w:rPr>
          <w:rFonts w:cs="Georgia"/>
          <w:kern w:val="1"/>
        </w:rPr>
        <w:t>avait pas à redouter qu</w:t>
      </w:r>
      <w:r w:rsidR="000E1451">
        <w:rPr>
          <w:rFonts w:cs="Georgia"/>
          <w:kern w:val="1"/>
        </w:rPr>
        <w:t>’</w:t>
      </w:r>
      <w:r>
        <w:rPr>
          <w:rFonts w:cs="Georgia"/>
          <w:kern w:val="1"/>
        </w:rPr>
        <w:t>une si belle proie lui pût être ravie</w:t>
      </w:r>
      <w:r w:rsidR="000E1451">
        <w:rPr>
          <w:rFonts w:cs="Georgia"/>
          <w:kern w:val="1"/>
        </w:rPr>
        <w:t xml:space="preserve">. </w:t>
      </w:r>
      <w:r>
        <w:rPr>
          <w:rFonts w:cs="Georgia"/>
          <w:kern w:val="1"/>
        </w:rPr>
        <w:t>Si quelque crainte de cet ordre prenait racine dans son cœur</w:t>
      </w:r>
      <w:r w:rsidR="000E1451">
        <w:rPr>
          <w:rFonts w:cs="Georgia"/>
          <w:kern w:val="1"/>
        </w:rPr>
        <w:t xml:space="preserve">, </w:t>
      </w:r>
      <w:r>
        <w:rPr>
          <w:rFonts w:cs="Georgia"/>
          <w:kern w:val="1"/>
        </w:rPr>
        <w:t>seul un homme de sa caste</w:t>
      </w:r>
      <w:r w:rsidR="000E1451">
        <w:rPr>
          <w:rFonts w:cs="Georgia"/>
          <w:kern w:val="1"/>
        </w:rPr>
        <w:t xml:space="preserve">, </w:t>
      </w:r>
      <w:r>
        <w:rPr>
          <w:rFonts w:cs="Georgia"/>
          <w:kern w:val="1"/>
        </w:rPr>
        <w:t>ou tout au moins de sa race</w:t>
      </w:r>
      <w:r w:rsidR="000E1451">
        <w:rPr>
          <w:rFonts w:cs="Georgia"/>
          <w:kern w:val="1"/>
        </w:rPr>
        <w:t xml:space="preserve">, </w:t>
      </w:r>
      <w:r>
        <w:rPr>
          <w:rFonts w:cs="Georgia"/>
          <w:kern w:val="1"/>
        </w:rPr>
        <w:t xml:space="preserve">pouvait </w:t>
      </w:r>
      <w:r>
        <w:rPr>
          <w:rFonts w:cs="Georgia"/>
          <w:kern w:val="1"/>
        </w:rPr>
        <w:lastRenderedPageBreak/>
        <w:t>prétendre à l</w:t>
      </w:r>
      <w:r w:rsidR="000E1451">
        <w:rPr>
          <w:rFonts w:cs="Georgia"/>
          <w:kern w:val="1"/>
        </w:rPr>
        <w:t>’</w:t>
      </w:r>
      <w:r>
        <w:rPr>
          <w:rFonts w:cs="Georgia"/>
          <w:kern w:val="1"/>
        </w:rPr>
        <w:t>y faire germer</w:t>
      </w:r>
      <w:r w:rsidR="000E1451">
        <w:rPr>
          <w:rFonts w:cs="Georgia"/>
          <w:kern w:val="1"/>
        </w:rPr>
        <w:t xml:space="preserve">, </w:t>
      </w:r>
      <w:r>
        <w:rPr>
          <w:rFonts w:cs="Georgia"/>
          <w:kern w:val="1"/>
        </w:rPr>
        <w:t>et non</w:t>
      </w:r>
      <w:r w:rsidR="000E1451">
        <w:rPr>
          <w:rFonts w:cs="Georgia"/>
          <w:kern w:val="1"/>
        </w:rPr>
        <w:t xml:space="preserve">, </w:t>
      </w:r>
      <w:r>
        <w:rPr>
          <w:rFonts w:cs="Georgia"/>
          <w:kern w:val="1"/>
        </w:rPr>
        <w:t>en pleine guerre</w:t>
      </w:r>
      <w:r w:rsidR="000E1451">
        <w:rPr>
          <w:rFonts w:cs="Georgia"/>
          <w:kern w:val="1"/>
        </w:rPr>
        <w:t xml:space="preserve">, </w:t>
      </w:r>
      <w:r>
        <w:rPr>
          <w:rFonts w:cs="Georgia"/>
          <w:kern w:val="1"/>
        </w:rPr>
        <w:t>un misérable Welche</w:t>
      </w:r>
      <w:r w:rsidR="000E1451">
        <w:rPr>
          <w:rFonts w:cs="Georgia"/>
          <w:kern w:val="1"/>
        </w:rPr>
        <w:t xml:space="preserve">, </w:t>
      </w:r>
      <w:r>
        <w:rPr>
          <w:rFonts w:cs="Georgia"/>
          <w:kern w:val="1"/>
        </w:rPr>
        <w:t>un Français qui n</w:t>
      </w:r>
      <w:r w:rsidR="000E1451">
        <w:rPr>
          <w:rFonts w:cs="Georgia"/>
          <w:kern w:val="1"/>
        </w:rPr>
        <w:t>’</w:t>
      </w:r>
      <w:r>
        <w:rPr>
          <w:rFonts w:cs="Georgia"/>
          <w:kern w:val="1"/>
        </w:rPr>
        <w:t>était même pas noble</w:t>
      </w:r>
      <w:r w:rsidR="000E1451">
        <w:rPr>
          <w:rFonts w:cs="Georgia"/>
          <w:kern w:val="1"/>
        </w:rPr>
        <w:t xml:space="preserve">, </w:t>
      </w:r>
      <w:r>
        <w:rPr>
          <w:rFonts w:cs="Georgia"/>
          <w:kern w:val="1"/>
        </w:rPr>
        <w:t xml:space="preserve">un </w:t>
      </w:r>
      <w:r>
        <w:rPr>
          <w:rFonts w:cs="Georgia"/>
          <w:bCs/>
          <w:i/>
          <w:iCs/>
          <w:kern w:val="1"/>
        </w:rPr>
        <w:t>Gefangen</w:t>
      </w:r>
      <w:r>
        <w:rPr>
          <w:rFonts w:cs="Georgia"/>
          <w:kern w:val="1"/>
        </w:rPr>
        <w:t xml:space="preserve"> qui n</w:t>
      </w:r>
      <w:r w:rsidR="000E1451">
        <w:rPr>
          <w:rFonts w:cs="Georgia"/>
          <w:kern w:val="1"/>
        </w:rPr>
        <w:t>’</w:t>
      </w:r>
      <w:r>
        <w:rPr>
          <w:rFonts w:cs="Georgia"/>
          <w:kern w:val="1"/>
        </w:rPr>
        <w:t>était même pas officier</w:t>
      </w:r>
      <w:r w:rsidR="000E1451">
        <w:rPr>
          <w:rFonts w:cs="Georgia"/>
          <w:kern w:val="1"/>
        </w:rPr>
        <w:t xml:space="preserve">, </w:t>
      </w:r>
      <w:r>
        <w:rPr>
          <w:rFonts w:cs="Georgia"/>
          <w:kern w:val="1"/>
        </w:rPr>
        <w:t>un tâcheron qu</w:t>
      </w:r>
      <w:r w:rsidR="000E1451">
        <w:rPr>
          <w:rFonts w:cs="Georgia"/>
          <w:kern w:val="1"/>
        </w:rPr>
        <w:t>’</w:t>
      </w:r>
      <w:r>
        <w:rPr>
          <w:rFonts w:cs="Georgia"/>
          <w:kern w:val="1"/>
        </w:rPr>
        <w:t>on reléguait à la cuisine</w:t>
      </w:r>
      <w:r w:rsidR="000E1451">
        <w:rPr>
          <w:rFonts w:cs="Georgia"/>
          <w:kern w:val="1"/>
        </w:rPr>
        <w:t xml:space="preserve">, </w:t>
      </w:r>
      <w:r>
        <w:rPr>
          <w:rFonts w:cs="Georgia"/>
          <w:kern w:val="1"/>
        </w:rPr>
        <w:t>entre le valet et la femme de charge</w:t>
      </w:r>
      <w:r w:rsidR="000E1451">
        <w:rPr>
          <w:rFonts w:cs="Georgia"/>
          <w:kern w:val="1"/>
        </w:rPr>
        <w:t xml:space="preserve">. </w:t>
      </w:r>
      <w:r>
        <w:rPr>
          <w:rFonts w:cs="Georgia"/>
          <w:kern w:val="1"/>
        </w:rPr>
        <w:t>Sans doute</w:t>
      </w:r>
      <w:r w:rsidR="000E1451">
        <w:rPr>
          <w:rFonts w:cs="Georgia"/>
          <w:kern w:val="1"/>
        </w:rPr>
        <w:t xml:space="preserve">, </w:t>
      </w:r>
      <w:r>
        <w:rPr>
          <w:rFonts w:cs="Georgia"/>
          <w:kern w:val="1"/>
        </w:rPr>
        <w:t>l</w:t>
      </w:r>
      <w:r w:rsidR="000E1451">
        <w:rPr>
          <w:rFonts w:cs="Georgia"/>
          <w:kern w:val="1"/>
        </w:rPr>
        <w:t>’</w:t>
      </w:r>
      <w:r>
        <w:rPr>
          <w:rFonts w:cs="Georgia"/>
          <w:kern w:val="1"/>
        </w:rPr>
        <w:t>idée d</w:t>
      </w:r>
      <w:r w:rsidR="000E1451">
        <w:rPr>
          <w:rFonts w:cs="Georgia"/>
          <w:kern w:val="1"/>
        </w:rPr>
        <w:t>’</w:t>
      </w:r>
      <w:r>
        <w:rPr>
          <w:rFonts w:cs="Georgia"/>
          <w:kern w:val="1"/>
        </w:rPr>
        <w:t>une rivalité aussi saugrenue</w:t>
      </w:r>
      <w:r w:rsidR="000E1451">
        <w:rPr>
          <w:rFonts w:cs="Georgia"/>
          <w:kern w:val="1"/>
        </w:rPr>
        <w:t xml:space="preserve">, </w:t>
      </w:r>
      <w:r>
        <w:rPr>
          <w:rFonts w:cs="Georgia"/>
          <w:kern w:val="1"/>
        </w:rPr>
        <w:t>aussi extravagante</w:t>
      </w:r>
      <w:r w:rsidR="000E1451">
        <w:rPr>
          <w:rFonts w:cs="Georgia"/>
          <w:kern w:val="1"/>
        </w:rPr>
        <w:t xml:space="preserve">, </w:t>
      </w:r>
      <w:r>
        <w:rPr>
          <w:rFonts w:cs="Georgia"/>
          <w:kern w:val="1"/>
        </w:rPr>
        <w:t>n</w:t>
      </w:r>
      <w:r w:rsidR="000E1451">
        <w:rPr>
          <w:rFonts w:cs="Georgia"/>
          <w:kern w:val="1"/>
        </w:rPr>
        <w:t>’</w:t>
      </w:r>
      <w:r>
        <w:rPr>
          <w:rFonts w:cs="Georgia"/>
          <w:kern w:val="1"/>
        </w:rPr>
        <w:t>effleura-t-elle jamais le commandant de Reichendorf</w:t>
      </w:r>
      <w:r w:rsidR="000E1451">
        <w:rPr>
          <w:rFonts w:cs="Georgia"/>
          <w:kern w:val="1"/>
        </w:rPr>
        <w:t xml:space="preserve">. </w:t>
      </w:r>
      <w:r>
        <w:rPr>
          <w:rFonts w:cs="Georgia"/>
          <w:kern w:val="1"/>
        </w:rPr>
        <w:t>Mais pour moi</w:t>
      </w:r>
      <w:r w:rsidR="000E1451">
        <w:rPr>
          <w:rFonts w:cs="Georgia"/>
          <w:kern w:val="1"/>
        </w:rPr>
        <w:t xml:space="preserve">, </w:t>
      </w:r>
      <w:r>
        <w:rPr>
          <w:rFonts w:cs="Georgia"/>
          <w:kern w:val="1"/>
        </w:rPr>
        <w:t>elle était le pain</w:t>
      </w:r>
      <w:r w:rsidR="000E1451">
        <w:rPr>
          <w:rFonts w:cs="Georgia"/>
          <w:kern w:val="1"/>
        </w:rPr>
        <w:t xml:space="preserve">, </w:t>
      </w:r>
      <w:r>
        <w:rPr>
          <w:rFonts w:cs="Georgia"/>
          <w:kern w:val="1"/>
        </w:rPr>
        <w:t>amer et baigné de larmes</w:t>
      </w:r>
      <w:r w:rsidR="000E1451">
        <w:rPr>
          <w:rFonts w:cs="Georgia"/>
          <w:kern w:val="1"/>
        </w:rPr>
        <w:t xml:space="preserve">, </w:t>
      </w:r>
      <w:r>
        <w:rPr>
          <w:rFonts w:cs="Georgia"/>
          <w:kern w:val="1"/>
        </w:rPr>
        <w:t>de mes jours sans espoir</w:t>
      </w:r>
      <w:r w:rsidR="000E1451">
        <w:rPr>
          <w:rFonts w:cs="Georgia"/>
          <w:kern w:val="1"/>
        </w:rPr>
        <w:t xml:space="preserve">, </w:t>
      </w:r>
      <w:r>
        <w:rPr>
          <w:rFonts w:cs="Georgia"/>
          <w:kern w:val="1"/>
        </w:rPr>
        <w:t>de mes nuits sans sommeil</w:t>
      </w:r>
      <w:r w:rsidR="000E1451">
        <w:rPr>
          <w:rFonts w:cs="Georgia"/>
          <w:kern w:val="1"/>
        </w:rPr>
        <w:t xml:space="preserve">. </w:t>
      </w:r>
      <w:r>
        <w:rPr>
          <w:rFonts w:cs="Georgia"/>
          <w:kern w:val="1"/>
        </w:rPr>
        <w:t>N</w:t>
      </w:r>
      <w:r w:rsidR="000E1451">
        <w:rPr>
          <w:rFonts w:cs="Georgia"/>
          <w:kern w:val="1"/>
        </w:rPr>
        <w:t>’</w:t>
      </w:r>
      <w:r>
        <w:rPr>
          <w:rFonts w:cs="Georgia"/>
          <w:kern w:val="1"/>
        </w:rPr>
        <w:t>étais-je pas déjà assez malheureux</w:t>
      </w:r>
      <w:r w:rsidR="000E1451">
        <w:rPr>
          <w:rFonts w:cs="Georgia"/>
          <w:kern w:val="1"/>
        </w:rPr>
        <w:t xml:space="preserve"> ? </w:t>
      </w:r>
      <w:r>
        <w:rPr>
          <w:rFonts w:cs="Georgia"/>
          <w:kern w:val="1"/>
        </w:rPr>
        <w:t>Mes souffrances n</w:t>
      </w:r>
      <w:r w:rsidR="000E1451">
        <w:rPr>
          <w:rFonts w:cs="Georgia"/>
          <w:kern w:val="1"/>
        </w:rPr>
        <w:t>’</w:t>
      </w:r>
      <w:r>
        <w:rPr>
          <w:rFonts w:cs="Georgia"/>
          <w:kern w:val="1"/>
        </w:rPr>
        <w:t>étaient-elles pas suffisamment insupportables sans que vînt encore s</w:t>
      </w:r>
      <w:r w:rsidR="000E1451">
        <w:rPr>
          <w:rFonts w:cs="Georgia"/>
          <w:kern w:val="1"/>
        </w:rPr>
        <w:t>’</w:t>
      </w:r>
      <w:r>
        <w:rPr>
          <w:rFonts w:cs="Georgia"/>
          <w:kern w:val="1"/>
        </w:rPr>
        <w:t>y ajouter la plus cruelle</w:t>
      </w:r>
      <w:r w:rsidR="000E1451">
        <w:rPr>
          <w:rFonts w:cs="Georgia"/>
          <w:kern w:val="1"/>
        </w:rPr>
        <w:t xml:space="preserve">, </w:t>
      </w:r>
      <w:r>
        <w:rPr>
          <w:rFonts w:cs="Georgia"/>
          <w:kern w:val="1"/>
        </w:rPr>
        <w:t>la plus déraisonnable de toutes</w:t>
      </w:r>
      <w:r w:rsidR="000E1451">
        <w:rPr>
          <w:rFonts w:cs="Georgia"/>
          <w:kern w:val="1"/>
        </w:rPr>
        <w:t xml:space="preserve">, </w:t>
      </w:r>
      <w:r>
        <w:rPr>
          <w:rFonts w:cs="Georgia"/>
          <w:kern w:val="1"/>
        </w:rPr>
        <w:t>la jalousie</w:t>
      </w:r>
      <w:r w:rsidR="000E1451">
        <w:rPr>
          <w:rFonts w:cs="Georgia"/>
          <w:kern w:val="1"/>
        </w:rPr>
        <w:t> ?</w:t>
      </w:r>
    </w:p>
    <w:p w14:paraId="04E164EE" w14:textId="77777777" w:rsidR="000E1451" w:rsidRDefault="00BE611A" w:rsidP="00BE611A">
      <w:pPr>
        <w:rPr>
          <w:rFonts w:cs="Georgia"/>
          <w:kern w:val="1"/>
        </w:rPr>
      </w:pPr>
      <w:r>
        <w:rPr>
          <w:rFonts w:cs="Georgia"/>
          <w:kern w:val="1"/>
        </w:rPr>
        <w:t>Le général éprouvait toujours le besoin de solenniser les circonstances</w:t>
      </w:r>
      <w:r w:rsidR="000E1451">
        <w:rPr>
          <w:rFonts w:cs="Georgia"/>
          <w:kern w:val="1"/>
        </w:rPr>
        <w:t xml:space="preserve">, </w:t>
      </w:r>
      <w:r>
        <w:rPr>
          <w:rFonts w:cs="Georgia"/>
          <w:kern w:val="1"/>
        </w:rPr>
        <w:t>de se donner l</w:t>
      </w:r>
      <w:r w:rsidR="000E1451">
        <w:rPr>
          <w:rFonts w:cs="Georgia"/>
          <w:kern w:val="1"/>
        </w:rPr>
        <w:t>’</w:t>
      </w:r>
      <w:r>
        <w:rPr>
          <w:rFonts w:cs="Georgia"/>
          <w:kern w:val="1"/>
        </w:rPr>
        <w:t>illusion que toute vie seigneuriale n</w:t>
      </w:r>
      <w:r w:rsidR="000E1451">
        <w:rPr>
          <w:rFonts w:cs="Georgia"/>
          <w:kern w:val="1"/>
        </w:rPr>
        <w:t>’</w:t>
      </w:r>
      <w:r>
        <w:rPr>
          <w:rFonts w:cs="Georgia"/>
          <w:kern w:val="1"/>
        </w:rPr>
        <w:t>était pas éteinte à Reichendorf</w:t>
      </w:r>
      <w:r w:rsidR="000E1451">
        <w:rPr>
          <w:rFonts w:cs="Georgia"/>
          <w:kern w:val="1"/>
        </w:rPr>
        <w:t xml:space="preserve">. </w:t>
      </w:r>
      <w:r>
        <w:rPr>
          <w:rFonts w:cs="Georgia"/>
          <w:kern w:val="1"/>
        </w:rPr>
        <w:t>Le lendemain de l</w:t>
      </w:r>
      <w:r w:rsidR="000E1451">
        <w:rPr>
          <w:rFonts w:cs="Georgia"/>
          <w:kern w:val="1"/>
        </w:rPr>
        <w:t>’</w:t>
      </w:r>
      <w:r>
        <w:rPr>
          <w:rFonts w:cs="Georgia"/>
          <w:kern w:val="1"/>
        </w:rPr>
        <w:t>arrivée de Dietrich</w:t>
      </w:r>
      <w:r w:rsidR="000E1451">
        <w:rPr>
          <w:rFonts w:cs="Georgia"/>
          <w:kern w:val="1"/>
        </w:rPr>
        <w:t xml:space="preserve">, </w:t>
      </w:r>
      <w:r>
        <w:rPr>
          <w:rFonts w:cs="Georgia"/>
          <w:kern w:val="1"/>
        </w:rPr>
        <w:t>qui se serait sans doute bien passé de ce cérémonial</w:t>
      </w:r>
      <w:r w:rsidR="000E1451">
        <w:rPr>
          <w:rFonts w:cs="Georgia"/>
          <w:kern w:val="1"/>
        </w:rPr>
        <w:t xml:space="preserve">, </w:t>
      </w:r>
      <w:r>
        <w:rPr>
          <w:rFonts w:cs="Georgia"/>
          <w:kern w:val="1"/>
        </w:rPr>
        <w:t>il y eut au château un déjeuner de gala</w:t>
      </w:r>
      <w:r w:rsidR="000E1451">
        <w:rPr>
          <w:rFonts w:cs="Georgia"/>
          <w:kern w:val="1"/>
        </w:rPr>
        <w:t xml:space="preserve">, </w:t>
      </w:r>
      <w:r>
        <w:rPr>
          <w:rFonts w:cs="Georgia"/>
          <w:kern w:val="1"/>
        </w:rPr>
        <w:t>c</w:t>
      </w:r>
      <w:r w:rsidR="000E1451">
        <w:rPr>
          <w:rFonts w:cs="Georgia"/>
          <w:kern w:val="1"/>
        </w:rPr>
        <w:t>’</w:t>
      </w:r>
      <w:r>
        <w:rPr>
          <w:rFonts w:cs="Georgia"/>
          <w:kern w:val="1"/>
        </w:rPr>
        <w:t>est-à-dire que le pasteur Frühwirth</w:t>
      </w:r>
      <w:r w:rsidR="000E1451">
        <w:rPr>
          <w:rFonts w:cs="Georgia"/>
          <w:kern w:val="1"/>
        </w:rPr>
        <w:t xml:space="preserve">, </w:t>
      </w:r>
      <w:r>
        <w:rPr>
          <w:rFonts w:cs="Georgia"/>
          <w:kern w:val="1"/>
        </w:rPr>
        <w:t>témoin et chantre attitré de ce genre de fastes</w:t>
      </w:r>
      <w:r w:rsidR="000E1451">
        <w:rPr>
          <w:rFonts w:cs="Georgia"/>
          <w:kern w:val="1"/>
        </w:rPr>
        <w:t xml:space="preserve">, </w:t>
      </w:r>
      <w:r>
        <w:rPr>
          <w:rFonts w:cs="Georgia"/>
          <w:kern w:val="1"/>
        </w:rPr>
        <w:t>fut convié dare-dare</w:t>
      </w:r>
      <w:r w:rsidR="000E1451">
        <w:rPr>
          <w:rFonts w:cs="Georgia"/>
          <w:kern w:val="1"/>
        </w:rPr>
        <w:t xml:space="preserve">, </w:t>
      </w:r>
      <w:r>
        <w:rPr>
          <w:rFonts w:cs="Georgia"/>
          <w:kern w:val="1"/>
        </w:rPr>
        <w:t>et que Dominica dut battre les coins et recoins de sa vieille tête pour y découvrir une manière inédite de varier la préparation du gibier d</w:t>
      </w:r>
      <w:r w:rsidR="000E1451">
        <w:rPr>
          <w:rFonts w:cs="Georgia"/>
          <w:kern w:val="1"/>
        </w:rPr>
        <w:t>’</w:t>
      </w:r>
      <w:r>
        <w:rPr>
          <w:rFonts w:cs="Georgia"/>
          <w:kern w:val="1"/>
        </w:rPr>
        <w:t>eau</w:t>
      </w:r>
      <w:r w:rsidR="000E1451">
        <w:rPr>
          <w:rFonts w:cs="Georgia"/>
          <w:kern w:val="1"/>
        </w:rPr>
        <w:t xml:space="preserve">. </w:t>
      </w:r>
      <w:r>
        <w:rPr>
          <w:rFonts w:cs="Georgia"/>
          <w:kern w:val="1"/>
        </w:rPr>
        <w:t>Gottlieb</w:t>
      </w:r>
      <w:r w:rsidR="000E1451">
        <w:rPr>
          <w:rFonts w:cs="Georgia"/>
          <w:kern w:val="1"/>
        </w:rPr>
        <w:t xml:space="preserve">, </w:t>
      </w:r>
      <w:r>
        <w:rPr>
          <w:rFonts w:cs="Georgia"/>
          <w:kern w:val="1"/>
        </w:rPr>
        <w:t>qui s</w:t>
      </w:r>
      <w:r w:rsidR="000E1451">
        <w:rPr>
          <w:rFonts w:cs="Georgia"/>
          <w:kern w:val="1"/>
        </w:rPr>
        <w:t>’</w:t>
      </w:r>
      <w:r>
        <w:rPr>
          <w:rFonts w:cs="Georgia"/>
          <w:kern w:val="1"/>
        </w:rPr>
        <w:t>était mis aussitôt en campagne eut la bonne fortune de rapporter une demi-douzaine de pluviers</w:t>
      </w:r>
      <w:r w:rsidR="000E1451">
        <w:rPr>
          <w:rFonts w:cs="Georgia"/>
          <w:kern w:val="1"/>
        </w:rPr>
        <w:t xml:space="preserve">, </w:t>
      </w:r>
      <w:r>
        <w:rPr>
          <w:rFonts w:cs="Georgia"/>
          <w:kern w:val="1"/>
        </w:rPr>
        <w:t>splendides dans leur robe de cendre et d</w:t>
      </w:r>
      <w:r w:rsidR="000E1451">
        <w:rPr>
          <w:rFonts w:cs="Georgia"/>
          <w:kern w:val="1"/>
        </w:rPr>
        <w:t>’</w:t>
      </w:r>
      <w:r>
        <w:rPr>
          <w:rFonts w:cs="Georgia"/>
          <w:kern w:val="1"/>
        </w:rPr>
        <w:t>or</w:t>
      </w:r>
      <w:r w:rsidR="000E1451">
        <w:rPr>
          <w:rFonts w:cs="Georgia"/>
          <w:kern w:val="1"/>
        </w:rPr>
        <w:t xml:space="preserve">. </w:t>
      </w:r>
      <w:r>
        <w:rPr>
          <w:rFonts w:cs="Georgia"/>
          <w:kern w:val="1"/>
        </w:rPr>
        <w:t>Deux lapins</w:t>
      </w:r>
      <w:r w:rsidR="000E1451">
        <w:rPr>
          <w:rFonts w:cs="Georgia"/>
          <w:kern w:val="1"/>
        </w:rPr>
        <w:t xml:space="preserve">, </w:t>
      </w:r>
      <w:r>
        <w:rPr>
          <w:rFonts w:cs="Georgia"/>
          <w:kern w:val="1"/>
        </w:rPr>
        <w:t>des tanches</w:t>
      </w:r>
      <w:r w:rsidR="000E1451">
        <w:rPr>
          <w:rFonts w:cs="Georgia"/>
          <w:kern w:val="1"/>
        </w:rPr>
        <w:t xml:space="preserve">, </w:t>
      </w:r>
      <w:r>
        <w:rPr>
          <w:rFonts w:cs="Georgia"/>
          <w:kern w:val="1"/>
        </w:rPr>
        <w:t>des anguilles vinrent tout naturellement compléter l</w:t>
      </w:r>
      <w:r w:rsidR="000E1451">
        <w:rPr>
          <w:rFonts w:cs="Georgia"/>
          <w:kern w:val="1"/>
        </w:rPr>
        <w:t>’</w:t>
      </w:r>
      <w:r>
        <w:rPr>
          <w:rFonts w:cs="Georgia"/>
          <w:kern w:val="1"/>
        </w:rPr>
        <w:t>ordonnance de ce somptueux et misérable festin</w:t>
      </w:r>
      <w:r w:rsidR="000E1451">
        <w:rPr>
          <w:rFonts w:cs="Georgia"/>
          <w:kern w:val="1"/>
        </w:rPr>
        <w:t>.</w:t>
      </w:r>
    </w:p>
    <w:p w14:paraId="55E9BB74" w14:textId="77777777" w:rsidR="000E1451" w:rsidRDefault="00BE611A" w:rsidP="00BE611A">
      <w:pPr>
        <w:rPr>
          <w:rFonts w:cs="Georgia"/>
          <w:kern w:val="1"/>
        </w:rPr>
      </w:pPr>
      <w:r>
        <w:rPr>
          <w:rFonts w:cs="Georgia"/>
          <w:kern w:val="1"/>
        </w:rPr>
        <w:t>Selon l</w:t>
      </w:r>
      <w:r w:rsidR="000E1451">
        <w:rPr>
          <w:rFonts w:cs="Georgia"/>
          <w:kern w:val="1"/>
        </w:rPr>
        <w:t>’</w:t>
      </w:r>
      <w:r>
        <w:rPr>
          <w:rFonts w:cs="Georgia"/>
          <w:kern w:val="1"/>
        </w:rPr>
        <w:t>usage des jours de grandes réjouissances</w:t>
      </w:r>
      <w:r w:rsidR="000E1451">
        <w:rPr>
          <w:rFonts w:cs="Georgia"/>
          <w:kern w:val="1"/>
        </w:rPr>
        <w:t xml:space="preserve">, </w:t>
      </w:r>
      <w:r>
        <w:rPr>
          <w:rFonts w:cs="Georgia"/>
          <w:kern w:val="1"/>
        </w:rPr>
        <w:t>le général avait gratifié l</w:t>
      </w:r>
      <w:r w:rsidR="000E1451">
        <w:rPr>
          <w:rFonts w:cs="Georgia"/>
          <w:kern w:val="1"/>
        </w:rPr>
        <w:t>’</w:t>
      </w:r>
      <w:r>
        <w:rPr>
          <w:rFonts w:cs="Georgia"/>
          <w:kern w:val="1"/>
        </w:rPr>
        <w:t>office d</w:t>
      </w:r>
      <w:r w:rsidR="000E1451">
        <w:rPr>
          <w:rFonts w:cs="Georgia"/>
          <w:kern w:val="1"/>
        </w:rPr>
        <w:t>’</w:t>
      </w:r>
      <w:r>
        <w:rPr>
          <w:rFonts w:cs="Georgia"/>
          <w:kern w:val="1"/>
        </w:rPr>
        <w:t>une bouteille de son vin du Rhin</w:t>
      </w:r>
      <w:r w:rsidR="000E1451">
        <w:rPr>
          <w:rFonts w:cs="Georgia"/>
          <w:kern w:val="1"/>
        </w:rPr>
        <w:t xml:space="preserve">. </w:t>
      </w:r>
      <w:r>
        <w:rPr>
          <w:rFonts w:cs="Georgia"/>
          <w:kern w:val="1"/>
        </w:rPr>
        <w:t>Gottlieb</w:t>
      </w:r>
      <w:r w:rsidR="000E1451">
        <w:rPr>
          <w:rFonts w:cs="Georgia"/>
          <w:kern w:val="1"/>
        </w:rPr>
        <w:t xml:space="preserve">, </w:t>
      </w:r>
      <w:r>
        <w:rPr>
          <w:rFonts w:cs="Georgia"/>
          <w:kern w:val="1"/>
        </w:rPr>
        <w:t>un peu gris</w:t>
      </w:r>
      <w:r w:rsidR="000E1451">
        <w:rPr>
          <w:rFonts w:cs="Georgia"/>
          <w:kern w:val="1"/>
        </w:rPr>
        <w:t xml:space="preserve">, </w:t>
      </w:r>
      <w:r>
        <w:rPr>
          <w:rFonts w:cs="Georgia"/>
          <w:kern w:val="1"/>
        </w:rPr>
        <w:t>me contraignit à en accepter un verre</w:t>
      </w:r>
      <w:r w:rsidR="000E1451">
        <w:rPr>
          <w:rFonts w:cs="Georgia"/>
          <w:kern w:val="1"/>
        </w:rPr>
        <w:t>.</w:t>
      </w:r>
    </w:p>
    <w:p w14:paraId="02C92570" w14:textId="77777777" w:rsidR="000E1451" w:rsidRDefault="000E1451" w:rsidP="00BE611A">
      <w:pPr>
        <w:rPr>
          <w:rFonts w:cs="Georgia"/>
          <w:kern w:val="1"/>
        </w:rPr>
      </w:pPr>
      <w:r>
        <w:rPr>
          <w:rFonts w:cs="Georgia"/>
          <w:kern w:val="1"/>
        </w:rPr>
        <w:lastRenderedPageBreak/>
        <w:t>— </w:t>
      </w:r>
      <w:r w:rsidR="00BE611A">
        <w:rPr>
          <w:rFonts w:cs="Georgia"/>
          <w:kern w:val="1"/>
        </w:rPr>
        <w:t>Buvez</w:t>
      </w:r>
      <w:r>
        <w:rPr>
          <w:rFonts w:cs="Georgia"/>
          <w:kern w:val="1"/>
        </w:rPr>
        <w:t xml:space="preserve"> ! </w:t>
      </w:r>
      <w:r w:rsidR="00BE611A">
        <w:rPr>
          <w:rFonts w:cs="Georgia"/>
          <w:kern w:val="1"/>
        </w:rPr>
        <w:t>Monsieur Dumaine</w:t>
      </w:r>
      <w:r>
        <w:rPr>
          <w:rFonts w:cs="Georgia"/>
          <w:kern w:val="1"/>
        </w:rPr>
        <w:t xml:space="preserve"> ! </w:t>
      </w:r>
      <w:r w:rsidR="00BE611A">
        <w:rPr>
          <w:rFonts w:cs="Georgia"/>
          <w:kern w:val="1"/>
        </w:rPr>
        <w:t>Il faut que tout le monde soit joyeux aujourd</w:t>
      </w:r>
      <w:r>
        <w:rPr>
          <w:rFonts w:cs="Georgia"/>
          <w:kern w:val="1"/>
        </w:rPr>
        <w:t>’</w:t>
      </w:r>
      <w:r w:rsidR="00BE611A">
        <w:rPr>
          <w:rFonts w:cs="Georgia"/>
          <w:kern w:val="1"/>
        </w:rPr>
        <w:t>hui</w:t>
      </w:r>
      <w:r>
        <w:rPr>
          <w:rFonts w:cs="Georgia"/>
          <w:kern w:val="1"/>
        </w:rPr>
        <w:t xml:space="preserve">. </w:t>
      </w:r>
      <w:r w:rsidR="00BE611A">
        <w:rPr>
          <w:rFonts w:cs="Georgia"/>
          <w:kern w:val="1"/>
        </w:rPr>
        <w:t>À propos</w:t>
      </w:r>
      <w:r>
        <w:rPr>
          <w:rFonts w:cs="Georgia"/>
          <w:kern w:val="1"/>
        </w:rPr>
        <w:t xml:space="preserve">, </w:t>
      </w:r>
      <w:r w:rsidR="00BE611A">
        <w:rPr>
          <w:rFonts w:cs="Georgia"/>
          <w:kern w:val="1"/>
        </w:rPr>
        <w:t>le général m</w:t>
      </w:r>
      <w:r>
        <w:rPr>
          <w:rFonts w:cs="Georgia"/>
          <w:kern w:val="1"/>
        </w:rPr>
        <w:t>’</w:t>
      </w:r>
      <w:r w:rsidR="00BE611A">
        <w:rPr>
          <w:rFonts w:cs="Georgia"/>
          <w:kern w:val="1"/>
        </w:rPr>
        <w:t>a chargé de vous faire une commission</w:t>
      </w:r>
      <w:r>
        <w:rPr>
          <w:rFonts w:cs="Georgia"/>
          <w:kern w:val="1"/>
        </w:rPr>
        <w:t xml:space="preserve">. </w:t>
      </w:r>
      <w:r w:rsidR="00BE611A">
        <w:rPr>
          <w:rFonts w:cs="Georgia"/>
          <w:kern w:val="1"/>
        </w:rPr>
        <w:t>Tant que durera la permission du commandant Dietrich</w:t>
      </w:r>
      <w:r>
        <w:rPr>
          <w:rFonts w:cs="Georgia"/>
          <w:kern w:val="1"/>
        </w:rPr>
        <w:t xml:space="preserve">, </w:t>
      </w:r>
      <w:r w:rsidR="00BE611A">
        <w:rPr>
          <w:rFonts w:cs="Georgia"/>
          <w:kern w:val="1"/>
        </w:rPr>
        <w:t>il compte lui tenir compagnie</w:t>
      </w:r>
      <w:r>
        <w:rPr>
          <w:rFonts w:cs="Georgia"/>
          <w:kern w:val="1"/>
        </w:rPr>
        <w:t xml:space="preserve">. </w:t>
      </w:r>
      <w:r w:rsidR="00BE611A">
        <w:rPr>
          <w:rFonts w:cs="Georgia"/>
          <w:kern w:val="1"/>
        </w:rPr>
        <w:t>C</w:t>
      </w:r>
      <w:r>
        <w:rPr>
          <w:rFonts w:cs="Georgia"/>
          <w:kern w:val="1"/>
        </w:rPr>
        <w:t>’</w:t>
      </w:r>
      <w:r w:rsidR="00BE611A">
        <w:rPr>
          <w:rFonts w:cs="Georgia"/>
          <w:kern w:val="1"/>
        </w:rPr>
        <w:t>est-à-dire qu</w:t>
      </w:r>
      <w:r>
        <w:rPr>
          <w:rFonts w:cs="Georgia"/>
          <w:kern w:val="1"/>
        </w:rPr>
        <w:t>’</w:t>
      </w:r>
      <w:r w:rsidR="00BE611A">
        <w:rPr>
          <w:rFonts w:cs="Georgia"/>
          <w:kern w:val="1"/>
        </w:rPr>
        <w:t>il ne travaillera pas avec vous dans son cabinet</w:t>
      </w:r>
      <w:r>
        <w:rPr>
          <w:rFonts w:cs="Georgia"/>
          <w:kern w:val="1"/>
        </w:rPr>
        <w:t xml:space="preserve">. </w:t>
      </w:r>
      <w:r w:rsidR="00BE611A">
        <w:rPr>
          <w:rFonts w:cs="Georgia"/>
          <w:kern w:val="1"/>
        </w:rPr>
        <w:t>Profitez-en pour avancer l</w:t>
      </w:r>
      <w:r>
        <w:rPr>
          <w:rFonts w:cs="Georgia"/>
          <w:kern w:val="1"/>
        </w:rPr>
        <w:t>’</w:t>
      </w:r>
      <w:r w:rsidR="00BE611A">
        <w:rPr>
          <w:rFonts w:cs="Georgia"/>
          <w:kern w:val="1"/>
        </w:rPr>
        <w:t>installation électrique du rez-de-chaussée</w:t>
      </w:r>
      <w:r>
        <w:rPr>
          <w:rFonts w:cs="Georgia"/>
          <w:kern w:val="1"/>
        </w:rPr>
        <w:t>.</w:t>
      </w:r>
    </w:p>
    <w:p w14:paraId="79ADFA6C" w14:textId="77777777" w:rsidR="000E1451" w:rsidRDefault="00BE611A" w:rsidP="00BE611A">
      <w:pPr>
        <w:rPr>
          <w:rFonts w:cs="Georgia"/>
          <w:kern w:val="1"/>
        </w:rPr>
      </w:pPr>
      <w:r>
        <w:rPr>
          <w:rFonts w:cs="Georgia"/>
          <w:kern w:val="1"/>
        </w:rPr>
        <w:t>Je fis signe que j</w:t>
      </w:r>
      <w:r w:rsidR="000E1451">
        <w:rPr>
          <w:rFonts w:cs="Georgia"/>
          <w:kern w:val="1"/>
        </w:rPr>
        <w:t>’</w:t>
      </w:r>
      <w:r>
        <w:rPr>
          <w:rFonts w:cs="Georgia"/>
          <w:kern w:val="1"/>
        </w:rPr>
        <w:t>avais compris</w:t>
      </w:r>
      <w:r w:rsidR="000E1451">
        <w:rPr>
          <w:rFonts w:cs="Georgia"/>
          <w:kern w:val="1"/>
        </w:rPr>
        <w:t xml:space="preserve">. </w:t>
      </w:r>
      <w:r>
        <w:rPr>
          <w:rFonts w:cs="Georgia"/>
          <w:kern w:val="1"/>
        </w:rPr>
        <w:t>Évidemment</w:t>
      </w:r>
      <w:r w:rsidR="000E1451">
        <w:rPr>
          <w:rFonts w:cs="Georgia"/>
          <w:kern w:val="1"/>
        </w:rPr>
        <w:t xml:space="preserve">, </w:t>
      </w:r>
      <w:r>
        <w:rPr>
          <w:rFonts w:cs="Georgia"/>
          <w:kern w:val="1"/>
        </w:rPr>
        <w:t>il eût été un peu déplacé de continuer à nous amuser à la petite guerre sous l</w:t>
      </w:r>
      <w:r w:rsidR="000E1451">
        <w:rPr>
          <w:rFonts w:cs="Georgia"/>
          <w:kern w:val="1"/>
        </w:rPr>
        <w:t>’</w:t>
      </w:r>
      <w:r>
        <w:rPr>
          <w:rFonts w:cs="Georgia"/>
          <w:kern w:val="1"/>
        </w:rPr>
        <w:t>œil de quelqu</w:t>
      </w:r>
      <w:r w:rsidR="000E1451">
        <w:rPr>
          <w:rFonts w:cs="Georgia"/>
          <w:kern w:val="1"/>
        </w:rPr>
        <w:t>’</w:t>
      </w:r>
      <w:r>
        <w:rPr>
          <w:rFonts w:cs="Georgia"/>
          <w:kern w:val="1"/>
        </w:rPr>
        <w:t>un qui arrivait de l</w:t>
      </w:r>
      <w:r w:rsidR="000E1451">
        <w:rPr>
          <w:rFonts w:cs="Georgia"/>
          <w:kern w:val="1"/>
        </w:rPr>
        <w:t>’</w:t>
      </w:r>
      <w:r>
        <w:rPr>
          <w:rFonts w:cs="Georgia"/>
          <w:kern w:val="1"/>
        </w:rPr>
        <w:t>autre et qui allait y retourner</w:t>
      </w:r>
      <w:r w:rsidR="000E1451">
        <w:rPr>
          <w:rFonts w:cs="Georgia"/>
          <w:kern w:val="1"/>
        </w:rPr>
        <w:t>.</w:t>
      </w:r>
    </w:p>
    <w:p w14:paraId="226CFF0B" w14:textId="77777777" w:rsidR="000E1451" w:rsidRDefault="000E1451" w:rsidP="00BE611A">
      <w:pPr>
        <w:rPr>
          <w:rFonts w:cs="Georgia"/>
          <w:kern w:val="1"/>
        </w:rPr>
      </w:pPr>
      <w:r>
        <w:rPr>
          <w:rFonts w:cs="Georgia"/>
          <w:kern w:val="1"/>
        </w:rPr>
        <w:t>— </w:t>
      </w:r>
      <w:r w:rsidR="00BE611A">
        <w:rPr>
          <w:rFonts w:cs="Georgia"/>
          <w:kern w:val="1"/>
        </w:rPr>
        <w:t>Combien de temps le commandant de Reichendorf va-t-il rester ici</w:t>
      </w:r>
      <w:r>
        <w:rPr>
          <w:rFonts w:cs="Georgia"/>
          <w:kern w:val="1"/>
        </w:rPr>
        <w:t> ?</w:t>
      </w:r>
    </w:p>
    <w:p w14:paraId="4A811280" w14:textId="77777777" w:rsidR="000E1451" w:rsidRDefault="000E1451" w:rsidP="00BE611A">
      <w:pPr>
        <w:rPr>
          <w:rFonts w:cs="Georgia"/>
          <w:kern w:val="1"/>
        </w:rPr>
      </w:pPr>
      <w:r>
        <w:rPr>
          <w:rFonts w:cs="Georgia"/>
          <w:kern w:val="1"/>
        </w:rPr>
        <w:t>— </w:t>
      </w:r>
      <w:r w:rsidR="00BE611A">
        <w:rPr>
          <w:rFonts w:cs="Georgia"/>
          <w:kern w:val="1"/>
        </w:rPr>
        <w:t>Mais comme la dernière fois</w:t>
      </w:r>
      <w:r>
        <w:rPr>
          <w:rFonts w:cs="Georgia"/>
          <w:kern w:val="1"/>
        </w:rPr>
        <w:t xml:space="preserve">. </w:t>
      </w:r>
      <w:r w:rsidR="00BE611A">
        <w:rPr>
          <w:rFonts w:cs="Georgia"/>
          <w:kern w:val="1"/>
        </w:rPr>
        <w:t>Le temps habituel des permissions</w:t>
      </w:r>
      <w:r>
        <w:rPr>
          <w:rFonts w:cs="Georgia"/>
          <w:kern w:val="1"/>
        </w:rPr>
        <w:t xml:space="preserve">. </w:t>
      </w:r>
      <w:r w:rsidR="00BE611A">
        <w:rPr>
          <w:rFonts w:cs="Georgia"/>
          <w:kern w:val="1"/>
        </w:rPr>
        <w:t>Huit jours</w:t>
      </w:r>
      <w:r>
        <w:rPr>
          <w:rFonts w:cs="Georgia"/>
          <w:kern w:val="1"/>
        </w:rPr>
        <w:t xml:space="preserve">, </w:t>
      </w:r>
      <w:r w:rsidR="00BE611A">
        <w:rPr>
          <w:rFonts w:cs="Georgia"/>
          <w:kern w:val="1"/>
        </w:rPr>
        <w:t>dix peut-être</w:t>
      </w:r>
      <w:r>
        <w:rPr>
          <w:rFonts w:cs="Georgia"/>
          <w:kern w:val="1"/>
        </w:rPr>
        <w:t xml:space="preserve">. </w:t>
      </w:r>
      <w:r w:rsidR="00BE611A">
        <w:rPr>
          <w:rFonts w:cs="Georgia"/>
          <w:kern w:val="1"/>
        </w:rPr>
        <w:t>Il rejoint directement son régiment</w:t>
      </w:r>
      <w:r>
        <w:rPr>
          <w:rFonts w:cs="Georgia"/>
          <w:kern w:val="1"/>
        </w:rPr>
        <w:t xml:space="preserve">, </w:t>
      </w:r>
      <w:r w:rsidR="00BE611A">
        <w:rPr>
          <w:rFonts w:cs="Georgia"/>
          <w:kern w:val="1"/>
        </w:rPr>
        <w:t>sans passer par le dépôt</w:t>
      </w:r>
      <w:r>
        <w:rPr>
          <w:rFonts w:cs="Georgia"/>
          <w:kern w:val="1"/>
        </w:rPr>
        <w:t xml:space="preserve">. </w:t>
      </w:r>
      <w:r w:rsidR="00BE611A">
        <w:rPr>
          <w:rFonts w:cs="Georgia"/>
          <w:kern w:val="1"/>
        </w:rPr>
        <w:t>Ça lui fait gagner un jour</w:t>
      </w:r>
      <w:r>
        <w:rPr>
          <w:rFonts w:cs="Georgia"/>
          <w:kern w:val="1"/>
        </w:rPr>
        <w:t xml:space="preserve">. </w:t>
      </w:r>
      <w:r w:rsidR="00BE611A">
        <w:rPr>
          <w:rFonts w:cs="Georgia"/>
          <w:kern w:val="1"/>
        </w:rPr>
        <w:t>Vous savez ce que voient ses hommes</w:t>
      </w:r>
      <w:r>
        <w:rPr>
          <w:rFonts w:cs="Georgia"/>
          <w:kern w:val="1"/>
        </w:rPr>
        <w:t xml:space="preserve">, </w:t>
      </w:r>
      <w:r w:rsidR="00BE611A">
        <w:rPr>
          <w:rFonts w:cs="Georgia"/>
          <w:kern w:val="1"/>
        </w:rPr>
        <w:t>de l</w:t>
      </w:r>
      <w:r>
        <w:rPr>
          <w:rFonts w:cs="Georgia"/>
          <w:kern w:val="1"/>
        </w:rPr>
        <w:t>’</w:t>
      </w:r>
      <w:r w:rsidR="00BE611A">
        <w:rPr>
          <w:rFonts w:cs="Georgia"/>
          <w:kern w:val="1"/>
        </w:rPr>
        <w:t>endroit où leur bataillon se trouve actuellement</w:t>
      </w:r>
      <w:r>
        <w:rPr>
          <w:rFonts w:cs="Georgia"/>
          <w:kern w:val="1"/>
        </w:rPr>
        <w:t xml:space="preserve"> ? </w:t>
      </w:r>
      <w:r w:rsidR="00BE611A">
        <w:rPr>
          <w:rFonts w:cs="Georgia"/>
          <w:kern w:val="1"/>
        </w:rPr>
        <w:t>Ils voient la Marne</w:t>
      </w:r>
      <w:r>
        <w:rPr>
          <w:rFonts w:cs="Georgia"/>
          <w:kern w:val="1"/>
        </w:rPr>
        <w:t>.</w:t>
      </w:r>
    </w:p>
    <w:p w14:paraId="54AF999B" w14:textId="77777777" w:rsidR="000E1451" w:rsidRDefault="000E1451" w:rsidP="00BE611A">
      <w:pPr>
        <w:rPr>
          <w:rFonts w:cs="Georgia"/>
          <w:kern w:val="1"/>
        </w:rPr>
      </w:pPr>
      <w:r>
        <w:rPr>
          <w:rFonts w:cs="Georgia"/>
          <w:kern w:val="1"/>
        </w:rPr>
        <w:t>— </w:t>
      </w:r>
      <w:r w:rsidR="00BE611A">
        <w:rPr>
          <w:rFonts w:cs="Georgia"/>
          <w:kern w:val="1"/>
        </w:rPr>
        <w:t>On la voit de très loin</w:t>
      </w:r>
      <w:r>
        <w:rPr>
          <w:rFonts w:cs="Georgia"/>
          <w:kern w:val="1"/>
        </w:rPr>
        <w:t xml:space="preserve">, </w:t>
      </w:r>
      <w:r w:rsidR="00BE611A">
        <w:rPr>
          <w:rFonts w:cs="Georgia"/>
          <w:kern w:val="1"/>
        </w:rPr>
        <w:t>dis-je</w:t>
      </w:r>
      <w:r>
        <w:rPr>
          <w:rFonts w:cs="Georgia"/>
          <w:kern w:val="1"/>
        </w:rPr>
        <w:t xml:space="preserve">, </w:t>
      </w:r>
      <w:r w:rsidR="00BE611A">
        <w:rPr>
          <w:rFonts w:cs="Georgia"/>
          <w:kern w:val="1"/>
        </w:rPr>
        <w:t>évasivement</w:t>
      </w:r>
      <w:r>
        <w:rPr>
          <w:rFonts w:cs="Georgia"/>
          <w:kern w:val="1"/>
        </w:rPr>
        <w:t>.</w:t>
      </w:r>
    </w:p>
    <w:p w14:paraId="6FA4B8BB" w14:textId="77777777" w:rsidR="000E1451" w:rsidRDefault="00BE611A" w:rsidP="00BE611A">
      <w:pPr>
        <w:rPr>
          <w:rFonts w:cs="Georgia"/>
          <w:kern w:val="1"/>
        </w:rPr>
      </w:pPr>
      <w:r>
        <w:rPr>
          <w:rFonts w:cs="Georgia"/>
          <w:kern w:val="1"/>
        </w:rPr>
        <w:t>Et je m</w:t>
      </w:r>
      <w:r w:rsidR="000E1451">
        <w:rPr>
          <w:rFonts w:cs="Georgia"/>
          <w:kern w:val="1"/>
        </w:rPr>
        <w:t>’</w:t>
      </w:r>
      <w:r>
        <w:rPr>
          <w:rFonts w:cs="Georgia"/>
          <w:kern w:val="1"/>
        </w:rPr>
        <w:t>empressai de détourner la conversation</w:t>
      </w:r>
      <w:r w:rsidR="000E1451">
        <w:rPr>
          <w:rFonts w:cs="Georgia"/>
          <w:kern w:val="1"/>
        </w:rPr>
        <w:t xml:space="preserve">. </w:t>
      </w:r>
      <w:r>
        <w:rPr>
          <w:rFonts w:cs="Georgia"/>
          <w:kern w:val="1"/>
        </w:rPr>
        <w:t>Il n</w:t>
      </w:r>
      <w:r w:rsidR="000E1451">
        <w:rPr>
          <w:rFonts w:cs="Georgia"/>
          <w:kern w:val="1"/>
        </w:rPr>
        <w:t>’</w:t>
      </w:r>
      <w:r>
        <w:rPr>
          <w:rFonts w:cs="Georgia"/>
          <w:kern w:val="1"/>
        </w:rPr>
        <w:t>y avait rien de plus odieux pour les captifs que le ton de pitié</w:t>
      </w:r>
      <w:r w:rsidR="000E1451">
        <w:rPr>
          <w:rFonts w:cs="Georgia"/>
          <w:kern w:val="1"/>
        </w:rPr>
        <w:t xml:space="preserve">, </w:t>
      </w:r>
      <w:r>
        <w:rPr>
          <w:rFonts w:cs="Georgia"/>
          <w:kern w:val="1"/>
        </w:rPr>
        <w:t>réelle ou feinte</w:t>
      </w:r>
      <w:r w:rsidR="000E1451">
        <w:rPr>
          <w:rFonts w:cs="Georgia"/>
          <w:kern w:val="1"/>
        </w:rPr>
        <w:t xml:space="preserve">, </w:t>
      </w:r>
      <w:r>
        <w:rPr>
          <w:rFonts w:cs="Georgia"/>
          <w:kern w:val="1"/>
        </w:rPr>
        <w:t>avec lequel on leur annonçait que leur pays venait de subir un nouveau revers</w:t>
      </w:r>
      <w:r w:rsidR="000E1451">
        <w:rPr>
          <w:rFonts w:cs="Georgia"/>
          <w:kern w:val="1"/>
        </w:rPr>
        <w:t>.</w:t>
      </w:r>
    </w:p>
    <w:p w14:paraId="1D4FCD94" w14:textId="77777777" w:rsidR="000E1451" w:rsidRDefault="000E1451" w:rsidP="00BE611A">
      <w:pPr>
        <w:rPr>
          <w:rFonts w:cs="Georgia"/>
          <w:kern w:val="1"/>
        </w:rPr>
      </w:pPr>
      <w:r>
        <w:rPr>
          <w:rFonts w:cs="Georgia"/>
          <w:kern w:val="1"/>
        </w:rPr>
        <w:t>— </w:t>
      </w:r>
      <w:r w:rsidR="00BE611A">
        <w:rPr>
          <w:rFonts w:cs="Georgia"/>
          <w:kern w:val="1"/>
        </w:rPr>
        <w:t>Le général doit être bien content</w:t>
      </w:r>
      <w:r>
        <w:rPr>
          <w:rFonts w:cs="Georgia"/>
          <w:kern w:val="1"/>
        </w:rPr>
        <w:t> ?</w:t>
      </w:r>
    </w:p>
    <w:p w14:paraId="198E731F" w14:textId="77777777" w:rsidR="000E1451" w:rsidRDefault="000E1451" w:rsidP="00BE611A">
      <w:pPr>
        <w:rPr>
          <w:rFonts w:cs="Georgia"/>
          <w:kern w:val="1"/>
        </w:rPr>
      </w:pPr>
      <w:r>
        <w:rPr>
          <w:rFonts w:cs="Georgia"/>
          <w:kern w:val="1"/>
        </w:rPr>
        <w:t>— </w:t>
      </w:r>
      <w:r w:rsidR="00BE611A">
        <w:rPr>
          <w:rFonts w:cs="Georgia"/>
          <w:kern w:val="1"/>
        </w:rPr>
        <w:t>Comme vous pouvez le penser</w:t>
      </w:r>
      <w:r>
        <w:rPr>
          <w:rFonts w:cs="Georgia"/>
          <w:kern w:val="1"/>
        </w:rPr>
        <w:t xml:space="preserve">. </w:t>
      </w:r>
      <w:r w:rsidR="00BE611A">
        <w:rPr>
          <w:rFonts w:cs="Georgia"/>
          <w:kern w:val="1"/>
        </w:rPr>
        <w:t>Et mademoiselle Axelle</w:t>
      </w:r>
      <w:r>
        <w:rPr>
          <w:rFonts w:cs="Georgia"/>
          <w:kern w:val="1"/>
        </w:rPr>
        <w:t xml:space="preserve">, </w:t>
      </w:r>
      <w:r w:rsidR="00BE611A">
        <w:rPr>
          <w:rFonts w:cs="Georgia"/>
          <w:kern w:val="1"/>
        </w:rPr>
        <w:t>donc</w:t>
      </w:r>
      <w:r>
        <w:rPr>
          <w:rFonts w:cs="Georgia"/>
          <w:kern w:val="1"/>
        </w:rPr>
        <w:t> !</w:t>
      </w:r>
    </w:p>
    <w:p w14:paraId="08E32343" w14:textId="77777777" w:rsidR="000E1451" w:rsidRDefault="000E1451" w:rsidP="00BE611A">
      <w:pPr>
        <w:rPr>
          <w:rFonts w:cs="Georgia"/>
          <w:kern w:val="1"/>
        </w:rPr>
      </w:pPr>
      <w:r>
        <w:rPr>
          <w:rFonts w:cs="Georgia"/>
          <w:kern w:val="1"/>
        </w:rPr>
        <w:t>— </w:t>
      </w:r>
      <w:r w:rsidR="00BE611A">
        <w:rPr>
          <w:rFonts w:cs="Georgia"/>
          <w:kern w:val="1"/>
        </w:rPr>
        <w:t>Elle est si heureuse que cela</w:t>
      </w:r>
      <w:r>
        <w:rPr>
          <w:rFonts w:cs="Georgia"/>
          <w:kern w:val="1"/>
        </w:rPr>
        <w:t> ?</w:t>
      </w:r>
    </w:p>
    <w:p w14:paraId="0CCC8142" w14:textId="77777777" w:rsidR="000E1451" w:rsidRDefault="000E1451" w:rsidP="00BE611A">
      <w:pPr>
        <w:rPr>
          <w:rFonts w:cs="Georgia"/>
          <w:kern w:val="1"/>
        </w:rPr>
      </w:pPr>
      <w:r>
        <w:rPr>
          <w:rFonts w:cs="Georgia"/>
          <w:kern w:val="1"/>
        </w:rPr>
        <w:lastRenderedPageBreak/>
        <w:t>— </w:t>
      </w:r>
      <w:r w:rsidR="00BE611A">
        <w:rPr>
          <w:rFonts w:cs="Georgia"/>
          <w:kern w:val="1"/>
        </w:rPr>
        <w:t>Bien sûr</w:t>
      </w:r>
      <w:r>
        <w:rPr>
          <w:rFonts w:cs="Georgia"/>
          <w:kern w:val="1"/>
        </w:rPr>
        <w:t xml:space="preserve">. </w:t>
      </w:r>
      <w:r w:rsidR="00BE611A">
        <w:rPr>
          <w:rFonts w:cs="Georgia"/>
          <w:kern w:val="1"/>
        </w:rPr>
        <w:t>Mais vous la connaissez</w:t>
      </w:r>
      <w:r>
        <w:rPr>
          <w:rFonts w:cs="Georgia"/>
          <w:kern w:val="1"/>
        </w:rPr>
        <w:t xml:space="preserve">. </w:t>
      </w:r>
      <w:r w:rsidR="00BE611A">
        <w:rPr>
          <w:rFonts w:cs="Georgia"/>
          <w:kern w:val="1"/>
        </w:rPr>
        <w:t>Ni beaucoup de paroles</w:t>
      </w:r>
      <w:r>
        <w:rPr>
          <w:rFonts w:cs="Georgia"/>
          <w:kern w:val="1"/>
        </w:rPr>
        <w:t xml:space="preserve">, </w:t>
      </w:r>
      <w:r w:rsidR="00BE611A">
        <w:rPr>
          <w:rFonts w:cs="Georgia"/>
          <w:kern w:val="1"/>
        </w:rPr>
        <w:t>ni beaucoup de gestes</w:t>
      </w:r>
      <w:r>
        <w:rPr>
          <w:rFonts w:cs="Georgia"/>
          <w:kern w:val="1"/>
        </w:rPr>
        <w:t xml:space="preserve">. </w:t>
      </w:r>
      <w:r w:rsidR="00BE611A">
        <w:rPr>
          <w:rFonts w:cs="Georgia"/>
          <w:kern w:val="1"/>
        </w:rPr>
        <w:t>C</w:t>
      </w:r>
      <w:r>
        <w:rPr>
          <w:rFonts w:cs="Georgia"/>
          <w:kern w:val="1"/>
        </w:rPr>
        <w:t>’</w:t>
      </w:r>
      <w:r w:rsidR="00BE611A">
        <w:rPr>
          <w:rFonts w:cs="Georgia"/>
          <w:kern w:val="1"/>
        </w:rPr>
        <w:t>est en dedans qu</w:t>
      </w:r>
      <w:r>
        <w:rPr>
          <w:rFonts w:cs="Georgia"/>
          <w:kern w:val="1"/>
        </w:rPr>
        <w:t>’</w:t>
      </w:r>
      <w:r w:rsidR="00BE611A">
        <w:rPr>
          <w:rFonts w:cs="Georgia"/>
          <w:kern w:val="1"/>
        </w:rPr>
        <w:t>elle porte sa joie</w:t>
      </w:r>
      <w:r>
        <w:rPr>
          <w:rFonts w:cs="Georgia"/>
          <w:kern w:val="1"/>
        </w:rPr>
        <w:t xml:space="preserve">. </w:t>
      </w:r>
      <w:r w:rsidR="00BE611A">
        <w:rPr>
          <w:rFonts w:cs="Georgia"/>
          <w:kern w:val="1"/>
        </w:rPr>
        <w:t>N</w:t>
      </w:r>
      <w:r>
        <w:rPr>
          <w:rFonts w:cs="Georgia"/>
          <w:kern w:val="1"/>
        </w:rPr>
        <w:t>’</w:t>
      </w:r>
      <w:r w:rsidR="00BE611A">
        <w:rPr>
          <w:rFonts w:cs="Georgia"/>
          <w:kern w:val="1"/>
        </w:rPr>
        <w:t>est-ce pas</w:t>
      </w:r>
      <w:r>
        <w:rPr>
          <w:rFonts w:cs="Georgia"/>
          <w:kern w:val="1"/>
        </w:rPr>
        <w:t xml:space="preserve">, </w:t>
      </w:r>
      <w:r w:rsidR="00BE611A">
        <w:rPr>
          <w:rFonts w:cs="Georgia"/>
          <w:kern w:val="1"/>
        </w:rPr>
        <w:t>ma tante</w:t>
      </w:r>
      <w:r>
        <w:rPr>
          <w:rFonts w:cs="Georgia"/>
          <w:kern w:val="1"/>
        </w:rPr>
        <w:t> ?</w:t>
      </w:r>
    </w:p>
    <w:p w14:paraId="1C877222" w14:textId="77777777" w:rsidR="000E1451" w:rsidRDefault="00BE611A" w:rsidP="00BE611A">
      <w:pPr>
        <w:rPr>
          <w:rFonts w:cs="Georgia"/>
          <w:kern w:val="1"/>
        </w:rPr>
      </w:pPr>
      <w:r>
        <w:rPr>
          <w:rFonts w:cs="Georgia"/>
          <w:kern w:val="1"/>
        </w:rPr>
        <w:t>Dominica se contenta de hocher la tête</w:t>
      </w:r>
      <w:r w:rsidR="000E1451">
        <w:rPr>
          <w:rFonts w:cs="Georgia"/>
          <w:kern w:val="1"/>
        </w:rPr>
        <w:t xml:space="preserve">, </w:t>
      </w:r>
      <w:r>
        <w:rPr>
          <w:rFonts w:cs="Georgia"/>
          <w:kern w:val="1"/>
        </w:rPr>
        <w:t>soit que ce problème ne l</w:t>
      </w:r>
      <w:r w:rsidR="000E1451">
        <w:rPr>
          <w:rFonts w:cs="Georgia"/>
          <w:kern w:val="1"/>
        </w:rPr>
        <w:t>’</w:t>
      </w:r>
      <w:r>
        <w:rPr>
          <w:rFonts w:cs="Georgia"/>
          <w:kern w:val="1"/>
        </w:rPr>
        <w:t>intéressât guère</w:t>
      </w:r>
      <w:r w:rsidR="000E1451">
        <w:rPr>
          <w:rFonts w:cs="Georgia"/>
          <w:kern w:val="1"/>
        </w:rPr>
        <w:t xml:space="preserve">, </w:t>
      </w:r>
      <w:r>
        <w:rPr>
          <w:rFonts w:cs="Georgia"/>
          <w:kern w:val="1"/>
        </w:rPr>
        <w:t>soit qu</w:t>
      </w:r>
      <w:r w:rsidR="000E1451">
        <w:rPr>
          <w:rFonts w:cs="Georgia"/>
          <w:kern w:val="1"/>
        </w:rPr>
        <w:t>’</w:t>
      </w:r>
      <w:r>
        <w:rPr>
          <w:rFonts w:cs="Georgia"/>
          <w:kern w:val="1"/>
        </w:rPr>
        <w:t>elle eût là-dessus une autre opinion que Gottlieb</w:t>
      </w:r>
      <w:r w:rsidR="000E1451">
        <w:rPr>
          <w:rFonts w:cs="Georgia"/>
          <w:kern w:val="1"/>
        </w:rPr>
        <w:t>.</w:t>
      </w:r>
    </w:p>
    <w:p w14:paraId="13323BD3" w14:textId="77777777" w:rsidR="000E1451" w:rsidRDefault="00BE611A" w:rsidP="00BE611A">
      <w:pPr>
        <w:rPr>
          <w:rFonts w:cs="Georgia"/>
          <w:kern w:val="1"/>
        </w:rPr>
      </w:pPr>
      <w:r>
        <w:rPr>
          <w:rFonts w:cs="Georgia"/>
          <w:kern w:val="1"/>
        </w:rPr>
        <w:t>Ma présence au château n</w:t>
      </w:r>
      <w:r w:rsidR="000E1451">
        <w:rPr>
          <w:rFonts w:cs="Georgia"/>
          <w:kern w:val="1"/>
        </w:rPr>
        <w:t>’</w:t>
      </w:r>
      <w:r>
        <w:rPr>
          <w:rFonts w:cs="Georgia"/>
          <w:kern w:val="1"/>
        </w:rPr>
        <w:t>avait certes rien dont le commandant de Reichendorf eût dû prendre ombrage</w:t>
      </w:r>
      <w:r w:rsidR="000E1451">
        <w:rPr>
          <w:rFonts w:cs="Georgia"/>
          <w:kern w:val="1"/>
        </w:rPr>
        <w:t xml:space="preserve">. </w:t>
      </w:r>
      <w:r>
        <w:rPr>
          <w:rFonts w:cs="Georgia"/>
          <w:kern w:val="1"/>
        </w:rPr>
        <w:t>Il était naturel d</w:t>
      </w:r>
      <w:r w:rsidR="000E1451">
        <w:rPr>
          <w:rFonts w:cs="Georgia"/>
          <w:kern w:val="1"/>
        </w:rPr>
        <w:t>’</w:t>
      </w:r>
      <w:r>
        <w:rPr>
          <w:rFonts w:cs="Georgia"/>
          <w:kern w:val="1"/>
        </w:rPr>
        <w:t>utiliser les services des prisonniers qui étaient susceptibles d</w:t>
      </w:r>
      <w:r w:rsidR="000E1451">
        <w:rPr>
          <w:rFonts w:cs="Georgia"/>
          <w:kern w:val="1"/>
        </w:rPr>
        <w:t>’</w:t>
      </w:r>
      <w:r>
        <w:rPr>
          <w:rFonts w:cs="Georgia"/>
          <w:kern w:val="1"/>
        </w:rPr>
        <w:t>en rendre</w:t>
      </w:r>
      <w:r w:rsidR="000E1451">
        <w:rPr>
          <w:rFonts w:cs="Georgia"/>
          <w:kern w:val="1"/>
        </w:rPr>
        <w:t xml:space="preserve">. </w:t>
      </w:r>
      <w:r>
        <w:rPr>
          <w:rFonts w:cs="Georgia"/>
          <w:kern w:val="1"/>
        </w:rPr>
        <w:t>J</w:t>
      </w:r>
      <w:r w:rsidR="000E1451">
        <w:rPr>
          <w:rFonts w:cs="Georgia"/>
          <w:kern w:val="1"/>
        </w:rPr>
        <w:t>’</w:t>
      </w:r>
      <w:r>
        <w:rPr>
          <w:rFonts w:cs="Georgia"/>
          <w:kern w:val="1"/>
        </w:rPr>
        <w:t>avais néanmoins rapidement constaté que quelque chose en moi intriguait Dietrich</w:t>
      </w:r>
      <w:r w:rsidR="000E1451">
        <w:rPr>
          <w:rFonts w:cs="Georgia"/>
          <w:kern w:val="1"/>
        </w:rPr>
        <w:t xml:space="preserve">. </w:t>
      </w:r>
      <w:r>
        <w:rPr>
          <w:rFonts w:cs="Georgia"/>
          <w:kern w:val="1"/>
        </w:rPr>
        <w:t>C</w:t>
      </w:r>
      <w:r w:rsidR="000E1451">
        <w:rPr>
          <w:rFonts w:cs="Georgia"/>
          <w:kern w:val="1"/>
        </w:rPr>
        <w:t>’</w:t>
      </w:r>
      <w:r>
        <w:rPr>
          <w:rFonts w:cs="Georgia"/>
          <w:kern w:val="1"/>
        </w:rPr>
        <w:t>était un curieux mélange d</w:t>
      </w:r>
      <w:r w:rsidR="000E1451">
        <w:rPr>
          <w:rFonts w:cs="Georgia"/>
          <w:kern w:val="1"/>
        </w:rPr>
        <w:t>’</w:t>
      </w:r>
      <w:r>
        <w:rPr>
          <w:rFonts w:cs="Georgia"/>
          <w:kern w:val="1"/>
        </w:rPr>
        <w:t>irritation et d</w:t>
      </w:r>
      <w:r w:rsidR="000E1451">
        <w:rPr>
          <w:rFonts w:cs="Georgia"/>
          <w:kern w:val="1"/>
        </w:rPr>
        <w:t>’</w:t>
      </w:r>
      <w:r>
        <w:rPr>
          <w:rFonts w:cs="Georgia"/>
          <w:kern w:val="1"/>
        </w:rPr>
        <w:t>inquiétude qu</w:t>
      </w:r>
      <w:r w:rsidR="000E1451">
        <w:rPr>
          <w:rFonts w:cs="Georgia"/>
          <w:kern w:val="1"/>
        </w:rPr>
        <w:t>’</w:t>
      </w:r>
      <w:r>
        <w:rPr>
          <w:rFonts w:cs="Georgia"/>
          <w:kern w:val="1"/>
        </w:rPr>
        <w:t>il avait l</w:t>
      </w:r>
      <w:r w:rsidR="000E1451">
        <w:rPr>
          <w:rFonts w:cs="Georgia"/>
          <w:kern w:val="1"/>
        </w:rPr>
        <w:t>’</w:t>
      </w:r>
      <w:r>
        <w:rPr>
          <w:rFonts w:cs="Georgia"/>
          <w:kern w:val="1"/>
        </w:rPr>
        <w:t>air de ressentir à mon égard</w:t>
      </w:r>
      <w:r w:rsidR="000E1451">
        <w:rPr>
          <w:rFonts w:cs="Georgia"/>
          <w:kern w:val="1"/>
        </w:rPr>
        <w:t xml:space="preserve">. </w:t>
      </w:r>
      <w:r>
        <w:rPr>
          <w:rFonts w:cs="Georgia"/>
          <w:kern w:val="1"/>
        </w:rPr>
        <w:t>Sans doute la façon qu</w:t>
      </w:r>
      <w:r w:rsidR="000E1451">
        <w:rPr>
          <w:rFonts w:cs="Georgia"/>
          <w:kern w:val="1"/>
        </w:rPr>
        <w:t>’</w:t>
      </w:r>
      <w:r>
        <w:rPr>
          <w:rFonts w:cs="Georgia"/>
          <w:kern w:val="1"/>
        </w:rPr>
        <w:t>avait le général de m</w:t>
      </w:r>
      <w:r w:rsidR="000E1451">
        <w:rPr>
          <w:rFonts w:cs="Georgia"/>
          <w:kern w:val="1"/>
        </w:rPr>
        <w:t>’</w:t>
      </w:r>
      <w:r>
        <w:rPr>
          <w:rFonts w:cs="Georgia"/>
          <w:kern w:val="1"/>
        </w:rPr>
        <w:t>associer à ses distractions témoignait aux yeux de son fils d</w:t>
      </w:r>
      <w:r w:rsidR="000E1451">
        <w:rPr>
          <w:rFonts w:cs="Georgia"/>
          <w:kern w:val="1"/>
        </w:rPr>
        <w:t>’</w:t>
      </w:r>
      <w:r>
        <w:rPr>
          <w:rFonts w:cs="Georgia"/>
          <w:kern w:val="1"/>
        </w:rPr>
        <w:t>un manque de dignité dont celui-ci me rendait en partie responsable</w:t>
      </w:r>
      <w:r w:rsidR="000E1451">
        <w:rPr>
          <w:rFonts w:cs="Georgia"/>
          <w:kern w:val="1"/>
        </w:rPr>
        <w:t xml:space="preserve">. </w:t>
      </w:r>
      <w:r>
        <w:rPr>
          <w:rFonts w:cs="Georgia"/>
          <w:kern w:val="1"/>
        </w:rPr>
        <w:t>Le spectacle assez ridicule qui l</w:t>
      </w:r>
      <w:r w:rsidR="000E1451">
        <w:rPr>
          <w:rFonts w:cs="Georgia"/>
          <w:kern w:val="1"/>
        </w:rPr>
        <w:t>’</w:t>
      </w:r>
      <w:r>
        <w:rPr>
          <w:rFonts w:cs="Georgia"/>
          <w:kern w:val="1"/>
        </w:rPr>
        <w:t>avait accueilli à son entrée dans le cabinet paternel avait éveillé une défiance que toute une série de constatations postérieures s</w:t>
      </w:r>
      <w:r w:rsidR="000E1451">
        <w:rPr>
          <w:rFonts w:cs="Georgia"/>
          <w:kern w:val="1"/>
        </w:rPr>
        <w:t>’</w:t>
      </w:r>
      <w:r>
        <w:rPr>
          <w:rFonts w:cs="Georgia"/>
          <w:kern w:val="1"/>
        </w:rPr>
        <w:t>en venait tenir en haleine</w:t>
      </w:r>
      <w:r w:rsidR="000E1451">
        <w:rPr>
          <w:rFonts w:cs="Georgia"/>
          <w:kern w:val="1"/>
        </w:rPr>
        <w:t xml:space="preserve">. </w:t>
      </w:r>
      <w:r>
        <w:rPr>
          <w:rFonts w:cs="Georgia"/>
          <w:kern w:val="1"/>
        </w:rPr>
        <w:t>J</w:t>
      </w:r>
      <w:r w:rsidR="000E1451">
        <w:rPr>
          <w:rFonts w:cs="Georgia"/>
          <w:kern w:val="1"/>
        </w:rPr>
        <w:t>’</w:t>
      </w:r>
      <w:r>
        <w:rPr>
          <w:rFonts w:cs="Georgia"/>
          <w:kern w:val="1"/>
        </w:rPr>
        <w:t>avais beau garder le plus complet effacement</w:t>
      </w:r>
      <w:r w:rsidR="000E1451">
        <w:rPr>
          <w:rFonts w:cs="Georgia"/>
          <w:kern w:val="1"/>
        </w:rPr>
        <w:t xml:space="preserve">, </w:t>
      </w:r>
      <w:r>
        <w:rPr>
          <w:rFonts w:cs="Georgia"/>
          <w:kern w:val="1"/>
        </w:rPr>
        <w:t>il n</w:t>
      </w:r>
      <w:r w:rsidR="000E1451">
        <w:rPr>
          <w:rFonts w:cs="Georgia"/>
          <w:kern w:val="1"/>
        </w:rPr>
        <w:t>’</w:t>
      </w:r>
      <w:r>
        <w:rPr>
          <w:rFonts w:cs="Georgia"/>
          <w:kern w:val="1"/>
        </w:rPr>
        <w:t>avait pas été sans très vite se rendre compte de la place que j</w:t>
      </w:r>
      <w:r w:rsidR="000E1451">
        <w:rPr>
          <w:rFonts w:cs="Georgia"/>
          <w:kern w:val="1"/>
        </w:rPr>
        <w:t>’</w:t>
      </w:r>
      <w:r>
        <w:rPr>
          <w:rFonts w:cs="Georgia"/>
          <w:kern w:val="1"/>
        </w:rPr>
        <w:t>avais prise dans la maison</w:t>
      </w:r>
      <w:r w:rsidR="000E1451">
        <w:rPr>
          <w:rFonts w:cs="Georgia"/>
          <w:kern w:val="1"/>
        </w:rPr>
        <w:t xml:space="preserve">. </w:t>
      </w:r>
      <w:r>
        <w:rPr>
          <w:rFonts w:cs="Georgia"/>
          <w:kern w:val="1"/>
        </w:rPr>
        <w:t>Ce n</w:t>
      </w:r>
      <w:r w:rsidR="000E1451">
        <w:rPr>
          <w:rFonts w:cs="Georgia"/>
          <w:kern w:val="1"/>
        </w:rPr>
        <w:t>’</w:t>
      </w:r>
      <w:r>
        <w:rPr>
          <w:rFonts w:cs="Georgia"/>
          <w:kern w:val="1"/>
        </w:rPr>
        <w:t>était certainement pas Axelle qui l</w:t>
      </w:r>
      <w:r w:rsidR="000E1451">
        <w:rPr>
          <w:rFonts w:cs="Georgia"/>
          <w:kern w:val="1"/>
        </w:rPr>
        <w:t>’</w:t>
      </w:r>
      <w:r>
        <w:rPr>
          <w:rFonts w:cs="Georgia"/>
          <w:kern w:val="1"/>
        </w:rPr>
        <w:t>avait renseigné</w:t>
      </w:r>
      <w:r w:rsidR="000E1451">
        <w:rPr>
          <w:rFonts w:cs="Georgia"/>
          <w:kern w:val="1"/>
        </w:rPr>
        <w:t xml:space="preserve">. </w:t>
      </w:r>
      <w:r>
        <w:rPr>
          <w:rFonts w:cs="Georgia"/>
          <w:kern w:val="1"/>
        </w:rPr>
        <w:t>Quelque chose de très fort me disait qu</w:t>
      </w:r>
      <w:r w:rsidR="000E1451">
        <w:rPr>
          <w:rFonts w:cs="Georgia"/>
          <w:kern w:val="1"/>
        </w:rPr>
        <w:t>’</w:t>
      </w:r>
      <w:r>
        <w:rPr>
          <w:rFonts w:cs="Georgia"/>
          <w:kern w:val="1"/>
        </w:rPr>
        <w:t>elle avait omis de lui parler de moi</w:t>
      </w:r>
      <w:r w:rsidR="000E1451">
        <w:rPr>
          <w:rFonts w:cs="Georgia"/>
          <w:kern w:val="1"/>
        </w:rPr>
        <w:t xml:space="preserve">. </w:t>
      </w:r>
      <w:r>
        <w:rPr>
          <w:rFonts w:cs="Georgia"/>
          <w:kern w:val="1"/>
        </w:rPr>
        <w:t>Son silence</w:t>
      </w:r>
      <w:r w:rsidR="000E1451">
        <w:rPr>
          <w:rFonts w:cs="Georgia"/>
          <w:kern w:val="1"/>
        </w:rPr>
        <w:t xml:space="preserve">, </w:t>
      </w:r>
      <w:r>
        <w:rPr>
          <w:rFonts w:cs="Georgia"/>
          <w:kern w:val="1"/>
        </w:rPr>
        <w:t>les attitudes embarrassées du général</w:t>
      </w:r>
      <w:r w:rsidR="000E1451">
        <w:rPr>
          <w:rFonts w:cs="Georgia"/>
          <w:kern w:val="1"/>
        </w:rPr>
        <w:t xml:space="preserve">, </w:t>
      </w:r>
      <w:r>
        <w:rPr>
          <w:rFonts w:cs="Georgia"/>
          <w:kern w:val="1"/>
        </w:rPr>
        <w:t>ce mystère qui paraissait m</w:t>
      </w:r>
      <w:r w:rsidR="000E1451">
        <w:rPr>
          <w:rFonts w:cs="Georgia"/>
          <w:kern w:val="1"/>
        </w:rPr>
        <w:t>’</w:t>
      </w:r>
      <w:r>
        <w:rPr>
          <w:rFonts w:cs="Georgia"/>
          <w:kern w:val="1"/>
        </w:rPr>
        <w:t>entourer avait fini par créer une atmosphère de malaise dont j</w:t>
      </w:r>
      <w:r w:rsidR="000E1451">
        <w:rPr>
          <w:rFonts w:cs="Georgia"/>
          <w:kern w:val="1"/>
        </w:rPr>
        <w:t>’</w:t>
      </w:r>
      <w:r>
        <w:rPr>
          <w:rFonts w:cs="Georgia"/>
          <w:kern w:val="1"/>
        </w:rPr>
        <w:t>avais une conscience très nette</w:t>
      </w:r>
      <w:r w:rsidR="000E1451">
        <w:rPr>
          <w:rFonts w:cs="Georgia"/>
          <w:kern w:val="1"/>
        </w:rPr>
        <w:t xml:space="preserve">. </w:t>
      </w:r>
      <w:r>
        <w:rPr>
          <w:rFonts w:cs="Georgia"/>
          <w:kern w:val="1"/>
        </w:rPr>
        <w:t>Pour comprendre ce que pouvait être l</w:t>
      </w:r>
      <w:r w:rsidR="000E1451">
        <w:rPr>
          <w:rFonts w:cs="Georgia"/>
          <w:kern w:val="1"/>
        </w:rPr>
        <w:t>’</w:t>
      </w:r>
      <w:r>
        <w:rPr>
          <w:rFonts w:cs="Georgia"/>
          <w:kern w:val="1"/>
        </w:rPr>
        <w:t>état d</w:t>
      </w:r>
      <w:r w:rsidR="000E1451">
        <w:rPr>
          <w:rFonts w:cs="Georgia"/>
          <w:kern w:val="1"/>
        </w:rPr>
        <w:t>’</w:t>
      </w:r>
      <w:r>
        <w:rPr>
          <w:rFonts w:cs="Georgia"/>
          <w:kern w:val="1"/>
        </w:rPr>
        <w:t>âme de Dietrich</w:t>
      </w:r>
      <w:r w:rsidR="000E1451">
        <w:rPr>
          <w:rFonts w:cs="Georgia"/>
          <w:kern w:val="1"/>
        </w:rPr>
        <w:t xml:space="preserve">, </w:t>
      </w:r>
      <w:r>
        <w:rPr>
          <w:rFonts w:cs="Georgia"/>
          <w:kern w:val="1"/>
        </w:rPr>
        <w:t>il faut songer à cette mentalité spéciale qui est celle du permissionnaire</w:t>
      </w:r>
      <w:r w:rsidR="000E1451">
        <w:rPr>
          <w:rFonts w:cs="Georgia"/>
          <w:kern w:val="1"/>
        </w:rPr>
        <w:t xml:space="preserve">, </w:t>
      </w:r>
      <w:r>
        <w:rPr>
          <w:rFonts w:cs="Georgia"/>
          <w:kern w:val="1"/>
        </w:rPr>
        <w:t>quel qu</w:t>
      </w:r>
      <w:r w:rsidR="000E1451">
        <w:rPr>
          <w:rFonts w:cs="Georgia"/>
          <w:kern w:val="1"/>
        </w:rPr>
        <w:t>’</w:t>
      </w:r>
      <w:r>
        <w:rPr>
          <w:rFonts w:cs="Georgia"/>
          <w:kern w:val="1"/>
        </w:rPr>
        <w:t>il soit</w:t>
      </w:r>
      <w:r w:rsidR="000E1451">
        <w:rPr>
          <w:rFonts w:cs="Georgia"/>
          <w:kern w:val="1"/>
        </w:rPr>
        <w:t xml:space="preserve">, </w:t>
      </w:r>
      <w:r>
        <w:rPr>
          <w:rFonts w:cs="Georgia"/>
          <w:kern w:val="1"/>
        </w:rPr>
        <w:t>quels que soient son grade</w:t>
      </w:r>
      <w:r w:rsidR="000E1451">
        <w:rPr>
          <w:rFonts w:cs="Georgia"/>
          <w:kern w:val="1"/>
        </w:rPr>
        <w:t xml:space="preserve">, </w:t>
      </w:r>
      <w:r>
        <w:rPr>
          <w:rFonts w:cs="Georgia"/>
          <w:kern w:val="1"/>
        </w:rPr>
        <w:t>son rang social</w:t>
      </w:r>
      <w:r w:rsidR="000E1451">
        <w:rPr>
          <w:rFonts w:cs="Georgia"/>
          <w:kern w:val="1"/>
        </w:rPr>
        <w:t xml:space="preserve">. </w:t>
      </w:r>
      <w:r>
        <w:rPr>
          <w:rFonts w:cs="Georgia"/>
          <w:kern w:val="1"/>
        </w:rPr>
        <w:t>Sa susceptibilité est infinie</w:t>
      </w:r>
      <w:r w:rsidR="000E1451">
        <w:rPr>
          <w:rFonts w:cs="Georgia"/>
          <w:kern w:val="1"/>
        </w:rPr>
        <w:t xml:space="preserve">. </w:t>
      </w:r>
      <w:r>
        <w:rPr>
          <w:rFonts w:cs="Georgia"/>
          <w:kern w:val="1"/>
        </w:rPr>
        <w:t>Les siens ont beau lui multiplier les marques les plus sincères d</w:t>
      </w:r>
      <w:r w:rsidR="000E1451">
        <w:rPr>
          <w:rFonts w:cs="Georgia"/>
          <w:kern w:val="1"/>
        </w:rPr>
        <w:t>’</w:t>
      </w:r>
      <w:r>
        <w:rPr>
          <w:rFonts w:cs="Georgia"/>
          <w:kern w:val="1"/>
        </w:rPr>
        <w:t>affection</w:t>
      </w:r>
      <w:r w:rsidR="000E1451">
        <w:rPr>
          <w:rFonts w:cs="Georgia"/>
          <w:kern w:val="1"/>
        </w:rPr>
        <w:t xml:space="preserve">, </w:t>
      </w:r>
      <w:r>
        <w:rPr>
          <w:rFonts w:cs="Georgia"/>
          <w:kern w:val="1"/>
        </w:rPr>
        <w:t xml:space="preserve">ne cesser de </w:t>
      </w:r>
      <w:r>
        <w:rPr>
          <w:rFonts w:cs="Georgia"/>
          <w:kern w:val="1"/>
        </w:rPr>
        <w:lastRenderedPageBreak/>
        <w:t>l</w:t>
      </w:r>
      <w:r w:rsidR="000E1451">
        <w:rPr>
          <w:rFonts w:cs="Georgia"/>
          <w:kern w:val="1"/>
        </w:rPr>
        <w:t>’</w:t>
      </w:r>
      <w:r>
        <w:rPr>
          <w:rFonts w:cs="Georgia"/>
          <w:kern w:val="1"/>
        </w:rPr>
        <w:t>assurer de la joie que donne à tous sa trop courte présence</w:t>
      </w:r>
      <w:r w:rsidR="000E1451">
        <w:rPr>
          <w:rFonts w:cs="Georgia"/>
          <w:kern w:val="1"/>
        </w:rPr>
        <w:t xml:space="preserve">, </w:t>
      </w:r>
      <w:r>
        <w:rPr>
          <w:rFonts w:cs="Georgia"/>
          <w:kern w:val="1"/>
        </w:rPr>
        <w:t>il demeure inquiet</w:t>
      </w:r>
      <w:r w:rsidR="000E1451">
        <w:rPr>
          <w:rFonts w:cs="Georgia"/>
          <w:kern w:val="1"/>
        </w:rPr>
        <w:t xml:space="preserve">. </w:t>
      </w:r>
      <w:r>
        <w:rPr>
          <w:rFonts w:cs="Georgia"/>
          <w:kern w:val="1"/>
        </w:rPr>
        <w:t>Il a l</w:t>
      </w:r>
      <w:r w:rsidR="000E1451">
        <w:rPr>
          <w:rFonts w:cs="Georgia"/>
          <w:kern w:val="1"/>
        </w:rPr>
        <w:t>’</w:t>
      </w:r>
      <w:r>
        <w:rPr>
          <w:rFonts w:cs="Georgia"/>
          <w:kern w:val="1"/>
        </w:rPr>
        <w:t>impression d</w:t>
      </w:r>
      <w:r w:rsidR="000E1451">
        <w:rPr>
          <w:rFonts w:cs="Georgia"/>
          <w:kern w:val="1"/>
        </w:rPr>
        <w:t>’</w:t>
      </w:r>
      <w:r>
        <w:rPr>
          <w:rFonts w:cs="Georgia"/>
          <w:kern w:val="1"/>
        </w:rPr>
        <w:t>être de trop</w:t>
      </w:r>
      <w:r w:rsidR="000E1451">
        <w:rPr>
          <w:rFonts w:cs="Georgia"/>
          <w:kern w:val="1"/>
        </w:rPr>
        <w:t xml:space="preserve">. </w:t>
      </w:r>
      <w:r>
        <w:rPr>
          <w:rFonts w:cs="Georgia"/>
          <w:kern w:val="1"/>
        </w:rPr>
        <w:t>Il lui semble qu</w:t>
      </w:r>
      <w:r w:rsidR="000E1451">
        <w:rPr>
          <w:rFonts w:cs="Georgia"/>
          <w:kern w:val="1"/>
        </w:rPr>
        <w:t>’</w:t>
      </w:r>
      <w:r>
        <w:rPr>
          <w:rFonts w:cs="Georgia"/>
          <w:kern w:val="1"/>
        </w:rPr>
        <w:t>on parle devant lui à demi-mots</w:t>
      </w:r>
      <w:r w:rsidR="000E1451">
        <w:rPr>
          <w:rFonts w:cs="Georgia"/>
          <w:kern w:val="1"/>
        </w:rPr>
        <w:t xml:space="preserve">, </w:t>
      </w:r>
      <w:r>
        <w:rPr>
          <w:rFonts w:cs="Georgia"/>
          <w:kern w:val="1"/>
        </w:rPr>
        <w:t>par allusions</w:t>
      </w:r>
      <w:r w:rsidR="000E1451">
        <w:rPr>
          <w:rFonts w:cs="Georgia"/>
          <w:kern w:val="1"/>
        </w:rPr>
        <w:t xml:space="preserve">, </w:t>
      </w:r>
      <w:r>
        <w:rPr>
          <w:rFonts w:cs="Georgia"/>
          <w:kern w:val="1"/>
        </w:rPr>
        <w:t>de choses en dehors desquelles il est tenu soigneusement</w:t>
      </w:r>
      <w:r w:rsidR="000E1451">
        <w:rPr>
          <w:rFonts w:cs="Georgia"/>
          <w:kern w:val="1"/>
        </w:rPr>
        <w:t xml:space="preserve">. </w:t>
      </w:r>
      <w:r>
        <w:rPr>
          <w:rFonts w:cs="Georgia"/>
          <w:kern w:val="1"/>
        </w:rPr>
        <w:t>Il craint que tous ces gens ne lui jouent quelque comédie</w:t>
      </w:r>
      <w:r w:rsidR="000E1451">
        <w:rPr>
          <w:rFonts w:cs="Georgia"/>
          <w:kern w:val="1"/>
        </w:rPr>
        <w:t xml:space="preserve">, </w:t>
      </w:r>
      <w:r>
        <w:rPr>
          <w:rFonts w:cs="Georgia"/>
          <w:kern w:val="1"/>
        </w:rPr>
        <w:t>qu</w:t>
      </w:r>
      <w:r w:rsidR="000E1451">
        <w:rPr>
          <w:rFonts w:cs="Georgia"/>
          <w:kern w:val="1"/>
        </w:rPr>
        <w:t>’</w:t>
      </w:r>
      <w:r>
        <w:rPr>
          <w:rFonts w:cs="Georgia"/>
          <w:kern w:val="1"/>
        </w:rPr>
        <w:t>au fond il ne soit plus pour eux qu</w:t>
      </w:r>
      <w:r w:rsidR="000E1451">
        <w:rPr>
          <w:rFonts w:cs="Georgia"/>
          <w:kern w:val="1"/>
        </w:rPr>
        <w:t>’</w:t>
      </w:r>
      <w:r>
        <w:rPr>
          <w:rFonts w:cs="Georgia"/>
          <w:kern w:val="1"/>
        </w:rPr>
        <w:t>un étranger</w:t>
      </w:r>
      <w:r w:rsidR="000E1451">
        <w:rPr>
          <w:rFonts w:cs="Georgia"/>
          <w:kern w:val="1"/>
        </w:rPr>
        <w:t>. « </w:t>
      </w:r>
      <w:r>
        <w:rPr>
          <w:rFonts w:cs="Georgia"/>
          <w:kern w:val="1"/>
        </w:rPr>
        <w:t>Certes</w:t>
      </w:r>
      <w:r w:rsidR="000E1451">
        <w:rPr>
          <w:rFonts w:cs="Georgia"/>
          <w:kern w:val="1"/>
        </w:rPr>
        <w:t xml:space="preserve">, </w:t>
      </w:r>
      <w:r>
        <w:rPr>
          <w:rFonts w:cs="Georgia"/>
          <w:kern w:val="1"/>
        </w:rPr>
        <w:t>pense-t-il</w:t>
      </w:r>
      <w:r w:rsidR="000E1451">
        <w:rPr>
          <w:rFonts w:cs="Georgia"/>
          <w:kern w:val="1"/>
        </w:rPr>
        <w:t xml:space="preserve">, </w:t>
      </w:r>
      <w:r>
        <w:rPr>
          <w:rFonts w:cs="Georgia"/>
          <w:kern w:val="1"/>
        </w:rPr>
        <w:t>ils ne se l</w:t>
      </w:r>
      <w:r w:rsidR="000E1451">
        <w:rPr>
          <w:rFonts w:cs="Georgia"/>
          <w:kern w:val="1"/>
        </w:rPr>
        <w:t>’</w:t>
      </w:r>
      <w:r>
        <w:rPr>
          <w:rFonts w:cs="Georgia"/>
          <w:kern w:val="1"/>
        </w:rPr>
        <w:t>avoueront pas entre eux</w:t>
      </w:r>
      <w:r w:rsidR="000E1451">
        <w:rPr>
          <w:rFonts w:cs="Georgia"/>
          <w:kern w:val="1"/>
        </w:rPr>
        <w:t xml:space="preserve">, </w:t>
      </w:r>
      <w:r>
        <w:rPr>
          <w:rFonts w:cs="Georgia"/>
          <w:kern w:val="1"/>
        </w:rPr>
        <w:t>mais ils éprouveront tous du soulagement lorsqu</w:t>
      </w:r>
      <w:r w:rsidR="000E1451">
        <w:rPr>
          <w:rFonts w:cs="Georgia"/>
          <w:kern w:val="1"/>
        </w:rPr>
        <w:t>’</w:t>
      </w:r>
      <w:r>
        <w:rPr>
          <w:rFonts w:cs="Georgia"/>
          <w:kern w:val="1"/>
        </w:rPr>
        <w:t>ils me verront repartir</w:t>
      </w:r>
      <w:r w:rsidR="000E1451">
        <w:rPr>
          <w:rFonts w:cs="Georgia"/>
          <w:kern w:val="1"/>
        </w:rPr>
        <w:t>. »</w:t>
      </w:r>
      <w:r>
        <w:rPr>
          <w:rFonts w:cs="Georgia"/>
          <w:kern w:val="1"/>
        </w:rPr>
        <w:t xml:space="preserve"> La réserve et la gêne qu</w:t>
      </w:r>
      <w:r w:rsidR="000E1451">
        <w:rPr>
          <w:rFonts w:cs="Georgia"/>
          <w:kern w:val="1"/>
        </w:rPr>
        <w:t>’</w:t>
      </w:r>
      <w:r>
        <w:rPr>
          <w:rFonts w:cs="Georgia"/>
          <w:kern w:val="1"/>
        </w:rPr>
        <w:t>il avait pu constater chez sa fiancée et chez son père</w:t>
      </w:r>
      <w:r w:rsidR="000E1451">
        <w:rPr>
          <w:rFonts w:cs="Georgia"/>
          <w:kern w:val="1"/>
        </w:rPr>
        <w:t xml:space="preserve">, </w:t>
      </w:r>
      <w:r>
        <w:rPr>
          <w:rFonts w:cs="Georgia"/>
          <w:kern w:val="1"/>
        </w:rPr>
        <w:t>s</w:t>
      </w:r>
      <w:r w:rsidR="000E1451">
        <w:rPr>
          <w:rFonts w:cs="Georgia"/>
          <w:kern w:val="1"/>
        </w:rPr>
        <w:t>’</w:t>
      </w:r>
      <w:r>
        <w:rPr>
          <w:rFonts w:cs="Georgia"/>
          <w:kern w:val="1"/>
        </w:rPr>
        <w:t>il venait à être question de moi</w:t>
      </w:r>
      <w:r w:rsidR="000E1451">
        <w:rPr>
          <w:rFonts w:cs="Georgia"/>
          <w:kern w:val="1"/>
        </w:rPr>
        <w:t xml:space="preserve">, </w:t>
      </w:r>
      <w:r>
        <w:rPr>
          <w:rFonts w:cs="Georgia"/>
          <w:kern w:val="1"/>
        </w:rPr>
        <w:t>cette gêne et cette réserve étaient d</w:t>
      </w:r>
      <w:r w:rsidR="000E1451">
        <w:rPr>
          <w:rFonts w:cs="Georgia"/>
          <w:kern w:val="1"/>
        </w:rPr>
        <w:t>’</w:t>
      </w:r>
      <w:r>
        <w:rPr>
          <w:rFonts w:cs="Georgia"/>
          <w:kern w:val="1"/>
        </w:rPr>
        <w:t>autant moins normales qu</w:t>
      </w:r>
      <w:r w:rsidR="000E1451">
        <w:rPr>
          <w:rFonts w:cs="Georgia"/>
          <w:kern w:val="1"/>
        </w:rPr>
        <w:t>’</w:t>
      </w:r>
      <w:r>
        <w:rPr>
          <w:rFonts w:cs="Georgia"/>
          <w:kern w:val="1"/>
        </w:rPr>
        <w:t>elles avaient comme contre-partie les propos de Gottlieb</w:t>
      </w:r>
      <w:r w:rsidR="000E1451">
        <w:rPr>
          <w:rFonts w:cs="Georgia"/>
          <w:kern w:val="1"/>
        </w:rPr>
        <w:t xml:space="preserve">, </w:t>
      </w:r>
      <w:r>
        <w:rPr>
          <w:rFonts w:cs="Georgia"/>
          <w:kern w:val="1"/>
        </w:rPr>
        <w:t>qui</w:t>
      </w:r>
      <w:r w:rsidR="000E1451">
        <w:rPr>
          <w:rFonts w:cs="Georgia"/>
          <w:kern w:val="1"/>
        </w:rPr>
        <w:t xml:space="preserve">, </w:t>
      </w:r>
      <w:r>
        <w:rPr>
          <w:rFonts w:cs="Georgia"/>
          <w:kern w:val="1"/>
        </w:rPr>
        <w:t>lui</w:t>
      </w:r>
      <w:r w:rsidR="000E1451">
        <w:rPr>
          <w:rFonts w:cs="Georgia"/>
          <w:kern w:val="1"/>
        </w:rPr>
        <w:t xml:space="preserve">, </w:t>
      </w:r>
      <w:r>
        <w:rPr>
          <w:rFonts w:cs="Georgia"/>
          <w:kern w:val="1"/>
        </w:rPr>
        <w:t>ne cessait de parler</w:t>
      </w:r>
      <w:r w:rsidR="000E1451">
        <w:rPr>
          <w:rFonts w:cs="Georgia"/>
          <w:kern w:val="1"/>
        </w:rPr>
        <w:t xml:space="preserve">, </w:t>
      </w:r>
      <w:r>
        <w:rPr>
          <w:rFonts w:cs="Georgia"/>
          <w:kern w:val="1"/>
        </w:rPr>
        <w:t>à tort et à travers</w:t>
      </w:r>
      <w:r w:rsidR="000E1451">
        <w:rPr>
          <w:rFonts w:cs="Georgia"/>
          <w:kern w:val="1"/>
        </w:rPr>
        <w:t xml:space="preserve">. </w:t>
      </w:r>
      <w:r>
        <w:rPr>
          <w:rFonts w:cs="Georgia"/>
          <w:kern w:val="1"/>
        </w:rPr>
        <w:t>Il célébrait</w:t>
      </w:r>
      <w:r w:rsidR="000E1451">
        <w:rPr>
          <w:rFonts w:cs="Georgia"/>
          <w:kern w:val="1"/>
        </w:rPr>
        <w:t xml:space="preserve">, </w:t>
      </w:r>
      <w:r>
        <w:rPr>
          <w:rFonts w:cs="Georgia"/>
          <w:kern w:val="1"/>
        </w:rPr>
        <w:t>à tout bout de champ</w:t>
      </w:r>
      <w:r w:rsidR="000E1451">
        <w:rPr>
          <w:rFonts w:cs="Georgia"/>
          <w:kern w:val="1"/>
        </w:rPr>
        <w:t xml:space="preserve">, </w:t>
      </w:r>
      <w:r>
        <w:rPr>
          <w:rFonts w:cs="Georgia"/>
          <w:bCs/>
          <w:i/>
          <w:iCs/>
          <w:kern w:val="1"/>
        </w:rPr>
        <w:t>Monsieur Dumaine</w:t>
      </w:r>
      <w:r w:rsidR="000E1451">
        <w:t xml:space="preserve">, </w:t>
      </w:r>
      <w:r>
        <w:rPr>
          <w:rFonts w:cs="Georgia"/>
          <w:kern w:val="1"/>
        </w:rPr>
        <w:t>et ses mérites vraiment extraordinaires chez un Français</w:t>
      </w:r>
      <w:r w:rsidR="000E1451">
        <w:rPr>
          <w:rFonts w:cs="Georgia"/>
          <w:kern w:val="1"/>
        </w:rPr>
        <w:t xml:space="preserve">. </w:t>
      </w:r>
      <w:r>
        <w:rPr>
          <w:rFonts w:cs="Georgia"/>
          <w:kern w:val="1"/>
        </w:rPr>
        <w:t>Monsieur Dumaine</w:t>
      </w:r>
      <w:r w:rsidR="000E1451">
        <w:rPr>
          <w:rFonts w:cs="Georgia"/>
          <w:kern w:val="1"/>
        </w:rPr>
        <w:t xml:space="preserve"> ! </w:t>
      </w:r>
      <w:r>
        <w:rPr>
          <w:rFonts w:cs="Georgia"/>
          <w:kern w:val="1"/>
        </w:rPr>
        <w:t>Cette déférence pour un prisonnier n</w:t>
      </w:r>
      <w:r w:rsidR="000E1451">
        <w:rPr>
          <w:rFonts w:cs="Georgia"/>
          <w:kern w:val="1"/>
        </w:rPr>
        <w:t>’</w:t>
      </w:r>
      <w:r>
        <w:rPr>
          <w:rFonts w:cs="Georgia"/>
          <w:kern w:val="1"/>
        </w:rPr>
        <w:t>était-elle pas</w:t>
      </w:r>
      <w:r w:rsidR="000E1451">
        <w:rPr>
          <w:rFonts w:cs="Georgia"/>
          <w:kern w:val="1"/>
        </w:rPr>
        <w:t xml:space="preserve">, </w:t>
      </w:r>
      <w:r>
        <w:rPr>
          <w:rFonts w:cs="Georgia"/>
          <w:kern w:val="1"/>
        </w:rPr>
        <w:t>à elle seule</w:t>
      </w:r>
      <w:r w:rsidR="000E1451">
        <w:rPr>
          <w:rFonts w:cs="Georgia"/>
          <w:kern w:val="1"/>
        </w:rPr>
        <w:t xml:space="preserve">, </w:t>
      </w:r>
      <w:r>
        <w:rPr>
          <w:rFonts w:cs="Georgia"/>
          <w:kern w:val="1"/>
        </w:rPr>
        <w:t>quelque chose de bien singulier</w:t>
      </w:r>
      <w:r w:rsidR="000E1451">
        <w:rPr>
          <w:rFonts w:cs="Georgia"/>
          <w:kern w:val="1"/>
        </w:rPr>
        <w:t xml:space="preserve"> ? </w:t>
      </w:r>
      <w:r>
        <w:rPr>
          <w:rFonts w:cs="Georgia"/>
          <w:kern w:val="1"/>
        </w:rPr>
        <w:t>Dès lors</w:t>
      </w:r>
      <w:r w:rsidR="000E1451">
        <w:rPr>
          <w:rFonts w:cs="Georgia"/>
          <w:kern w:val="1"/>
        </w:rPr>
        <w:t xml:space="preserve">, </w:t>
      </w:r>
      <w:r>
        <w:rPr>
          <w:rFonts w:cs="Georgia"/>
          <w:kern w:val="1"/>
        </w:rPr>
        <w:t>je n</w:t>
      </w:r>
      <w:r w:rsidR="000E1451">
        <w:rPr>
          <w:rFonts w:cs="Georgia"/>
          <w:kern w:val="1"/>
        </w:rPr>
        <w:t>’</w:t>
      </w:r>
      <w:r>
        <w:rPr>
          <w:rFonts w:cs="Georgia"/>
          <w:kern w:val="1"/>
        </w:rPr>
        <w:t>avais pas eu à m</w:t>
      </w:r>
      <w:r w:rsidR="000E1451">
        <w:rPr>
          <w:rFonts w:cs="Georgia"/>
          <w:kern w:val="1"/>
        </w:rPr>
        <w:t>’</w:t>
      </w:r>
      <w:r>
        <w:rPr>
          <w:rFonts w:cs="Georgia"/>
          <w:kern w:val="1"/>
        </w:rPr>
        <w:t>étonner de la froideur que me marqua presque aussitôt le commandant de Reichendorf</w:t>
      </w:r>
      <w:r w:rsidR="000E1451">
        <w:rPr>
          <w:rFonts w:cs="Georgia"/>
          <w:kern w:val="1"/>
        </w:rPr>
        <w:t xml:space="preserve">. </w:t>
      </w:r>
      <w:r>
        <w:rPr>
          <w:rFonts w:cs="Georgia"/>
          <w:kern w:val="1"/>
        </w:rPr>
        <w:t>Quoique m</w:t>
      </w:r>
      <w:r w:rsidR="000E1451">
        <w:rPr>
          <w:rFonts w:cs="Georgia"/>
          <w:kern w:val="1"/>
        </w:rPr>
        <w:t>’</w:t>
      </w:r>
      <w:r>
        <w:rPr>
          <w:rFonts w:cs="Georgia"/>
          <w:kern w:val="1"/>
        </w:rPr>
        <w:t>ingéniant de mon mieux à ne pas rencontrer un homme dont la vue m</w:t>
      </w:r>
      <w:r w:rsidR="000E1451">
        <w:rPr>
          <w:rFonts w:cs="Georgia"/>
          <w:kern w:val="1"/>
        </w:rPr>
        <w:t>’</w:t>
      </w:r>
      <w:r>
        <w:rPr>
          <w:rFonts w:cs="Georgia"/>
          <w:kern w:val="1"/>
        </w:rPr>
        <w:t>était une source de souffrance insupportable</w:t>
      </w:r>
      <w:r w:rsidR="000E1451">
        <w:rPr>
          <w:rFonts w:cs="Georgia"/>
          <w:kern w:val="1"/>
        </w:rPr>
        <w:t xml:space="preserve">, </w:t>
      </w:r>
      <w:r>
        <w:rPr>
          <w:rFonts w:cs="Georgia"/>
          <w:kern w:val="1"/>
        </w:rPr>
        <w:t>il m</w:t>
      </w:r>
      <w:r w:rsidR="000E1451">
        <w:rPr>
          <w:rFonts w:cs="Georgia"/>
          <w:kern w:val="1"/>
        </w:rPr>
        <w:t>’</w:t>
      </w:r>
      <w:r>
        <w:rPr>
          <w:rFonts w:cs="Georgia"/>
          <w:kern w:val="1"/>
        </w:rPr>
        <w:t>arriva de me trouver à trois ou quatre reprises sur son passage</w:t>
      </w:r>
      <w:r w:rsidR="000E1451">
        <w:rPr>
          <w:rFonts w:cs="Georgia"/>
          <w:kern w:val="1"/>
        </w:rPr>
        <w:t xml:space="preserve">. </w:t>
      </w:r>
      <w:r>
        <w:rPr>
          <w:rFonts w:cs="Georgia"/>
          <w:kern w:val="1"/>
        </w:rPr>
        <w:t>À sa façon</w:t>
      </w:r>
      <w:r w:rsidR="000E1451">
        <w:rPr>
          <w:rFonts w:cs="Georgia"/>
          <w:kern w:val="1"/>
        </w:rPr>
        <w:t xml:space="preserve">, </w:t>
      </w:r>
      <w:r>
        <w:rPr>
          <w:rFonts w:cs="Georgia"/>
          <w:kern w:val="1"/>
        </w:rPr>
        <w:t>d</w:t>
      </w:r>
      <w:r w:rsidR="000E1451">
        <w:rPr>
          <w:rFonts w:cs="Georgia"/>
          <w:kern w:val="1"/>
        </w:rPr>
        <w:t>’</w:t>
      </w:r>
      <w:r>
        <w:rPr>
          <w:rFonts w:cs="Georgia"/>
          <w:kern w:val="1"/>
        </w:rPr>
        <w:t>ailleurs parfaitement correcte</w:t>
      </w:r>
      <w:r w:rsidR="000E1451">
        <w:rPr>
          <w:rFonts w:cs="Georgia"/>
          <w:kern w:val="1"/>
        </w:rPr>
        <w:t xml:space="preserve">, </w:t>
      </w:r>
      <w:r>
        <w:rPr>
          <w:rFonts w:cs="Georgia"/>
          <w:kern w:val="1"/>
        </w:rPr>
        <w:t>de répondre à mon salut</w:t>
      </w:r>
      <w:r w:rsidR="000E1451">
        <w:rPr>
          <w:rFonts w:cs="Georgia"/>
          <w:kern w:val="1"/>
        </w:rPr>
        <w:t xml:space="preserve">, </w:t>
      </w:r>
      <w:r>
        <w:rPr>
          <w:rFonts w:cs="Georgia"/>
          <w:kern w:val="1"/>
        </w:rPr>
        <w:t>je fus vite édifié sur la nature de ses sentiments à mon égard</w:t>
      </w:r>
      <w:r w:rsidR="000E1451">
        <w:rPr>
          <w:rFonts w:cs="Georgia"/>
          <w:kern w:val="1"/>
        </w:rPr>
        <w:t xml:space="preserve">. </w:t>
      </w:r>
      <w:r>
        <w:rPr>
          <w:rFonts w:cs="Georgia"/>
          <w:kern w:val="1"/>
        </w:rPr>
        <w:t>Mais</w:t>
      </w:r>
      <w:r w:rsidR="000E1451">
        <w:rPr>
          <w:rFonts w:cs="Georgia"/>
          <w:kern w:val="1"/>
        </w:rPr>
        <w:t xml:space="preserve">, </w:t>
      </w:r>
      <w:r>
        <w:rPr>
          <w:rFonts w:cs="Georgia"/>
          <w:kern w:val="1"/>
        </w:rPr>
        <w:t>en même temps que m</w:t>
      </w:r>
      <w:r w:rsidR="000E1451">
        <w:rPr>
          <w:rFonts w:cs="Georgia"/>
          <w:kern w:val="1"/>
        </w:rPr>
        <w:t>’</w:t>
      </w:r>
      <w:r>
        <w:rPr>
          <w:rFonts w:cs="Georgia"/>
          <w:kern w:val="1"/>
        </w:rPr>
        <w:t>était révélée cette hostilité</w:t>
      </w:r>
      <w:r w:rsidR="000E1451">
        <w:rPr>
          <w:rFonts w:cs="Georgia"/>
          <w:kern w:val="1"/>
        </w:rPr>
        <w:t xml:space="preserve">, </w:t>
      </w:r>
      <w:r>
        <w:rPr>
          <w:rFonts w:cs="Georgia"/>
          <w:kern w:val="1"/>
        </w:rPr>
        <w:t>j</w:t>
      </w:r>
      <w:r w:rsidR="000E1451">
        <w:rPr>
          <w:rFonts w:cs="Georgia"/>
          <w:kern w:val="1"/>
        </w:rPr>
        <w:t>’</w:t>
      </w:r>
      <w:r>
        <w:rPr>
          <w:rFonts w:cs="Georgia"/>
          <w:kern w:val="1"/>
        </w:rPr>
        <w:t>étais en droit de constater qu</w:t>
      </w:r>
      <w:r w:rsidR="000E1451">
        <w:rPr>
          <w:rFonts w:cs="Georgia"/>
          <w:kern w:val="1"/>
        </w:rPr>
        <w:t>’</w:t>
      </w:r>
      <w:r>
        <w:rPr>
          <w:rFonts w:cs="Georgia"/>
          <w:kern w:val="1"/>
        </w:rPr>
        <w:t>elle allait contre son but</w:t>
      </w:r>
      <w:r w:rsidR="000E1451">
        <w:rPr>
          <w:rFonts w:cs="Georgia"/>
          <w:kern w:val="1"/>
        </w:rPr>
        <w:t xml:space="preserve">. </w:t>
      </w:r>
      <w:r>
        <w:rPr>
          <w:rFonts w:cs="Georgia"/>
          <w:kern w:val="1"/>
        </w:rPr>
        <w:t>Dietrich</w:t>
      </w:r>
      <w:r w:rsidR="000E1451">
        <w:rPr>
          <w:rFonts w:cs="Georgia"/>
          <w:kern w:val="1"/>
        </w:rPr>
        <w:t xml:space="preserve">, </w:t>
      </w:r>
      <w:r>
        <w:rPr>
          <w:rFonts w:cs="Georgia"/>
          <w:kern w:val="1"/>
        </w:rPr>
        <w:t>lui aussi</w:t>
      </w:r>
      <w:r w:rsidR="000E1451">
        <w:rPr>
          <w:rFonts w:cs="Georgia"/>
          <w:kern w:val="1"/>
        </w:rPr>
        <w:t xml:space="preserve">, </w:t>
      </w:r>
      <w:r>
        <w:rPr>
          <w:rFonts w:cs="Georgia"/>
          <w:kern w:val="1"/>
        </w:rPr>
        <w:t>le sentait</w:t>
      </w:r>
      <w:r w:rsidR="000E1451">
        <w:rPr>
          <w:rFonts w:cs="Georgia"/>
          <w:kern w:val="1"/>
        </w:rPr>
        <w:t xml:space="preserve">. </w:t>
      </w:r>
      <w:r>
        <w:rPr>
          <w:rFonts w:cs="Georgia"/>
          <w:kern w:val="1"/>
        </w:rPr>
        <w:t>Il aurait voulu agir comme s</w:t>
      </w:r>
      <w:r w:rsidR="000E1451">
        <w:rPr>
          <w:rFonts w:cs="Georgia"/>
          <w:kern w:val="1"/>
        </w:rPr>
        <w:t>’</w:t>
      </w:r>
      <w:r>
        <w:rPr>
          <w:rFonts w:cs="Georgia"/>
          <w:kern w:val="1"/>
        </w:rPr>
        <w:t>il m</w:t>
      </w:r>
      <w:r w:rsidR="000E1451">
        <w:rPr>
          <w:rFonts w:cs="Georgia"/>
          <w:kern w:val="1"/>
        </w:rPr>
        <w:t>’</w:t>
      </w:r>
      <w:r>
        <w:rPr>
          <w:rFonts w:cs="Georgia"/>
          <w:kern w:val="1"/>
        </w:rPr>
        <w:t>ignorait</w:t>
      </w:r>
      <w:r w:rsidR="000E1451">
        <w:rPr>
          <w:rFonts w:cs="Georgia"/>
          <w:kern w:val="1"/>
        </w:rPr>
        <w:t xml:space="preserve"> ; </w:t>
      </w:r>
      <w:r>
        <w:rPr>
          <w:rFonts w:cs="Georgia"/>
          <w:kern w:val="1"/>
        </w:rPr>
        <w:t>il n</w:t>
      </w:r>
      <w:r w:rsidR="000E1451">
        <w:rPr>
          <w:rFonts w:cs="Georgia"/>
          <w:kern w:val="1"/>
        </w:rPr>
        <w:t>’</w:t>
      </w:r>
      <w:r>
        <w:rPr>
          <w:rFonts w:cs="Georgia"/>
          <w:kern w:val="1"/>
        </w:rPr>
        <w:t>y parvenait pas</w:t>
      </w:r>
      <w:r w:rsidR="000E1451">
        <w:rPr>
          <w:rFonts w:cs="Georgia"/>
          <w:kern w:val="1"/>
        </w:rPr>
        <w:t xml:space="preserve">. </w:t>
      </w:r>
      <w:r>
        <w:rPr>
          <w:rFonts w:cs="Georgia"/>
          <w:kern w:val="1"/>
        </w:rPr>
        <w:t>Soucieux de l</w:t>
      </w:r>
      <w:r w:rsidR="000E1451">
        <w:rPr>
          <w:rFonts w:cs="Georgia"/>
          <w:kern w:val="1"/>
        </w:rPr>
        <w:t>’</w:t>
      </w:r>
      <w:r>
        <w:rPr>
          <w:rFonts w:cs="Georgia"/>
          <w:kern w:val="1"/>
        </w:rPr>
        <w:t>accentuer davantage</w:t>
      </w:r>
      <w:r w:rsidR="000E1451">
        <w:rPr>
          <w:rFonts w:cs="Georgia"/>
          <w:kern w:val="1"/>
        </w:rPr>
        <w:t xml:space="preserve">, </w:t>
      </w:r>
      <w:r>
        <w:rPr>
          <w:rFonts w:cs="Georgia"/>
          <w:kern w:val="1"/>
        </w:rPr>
        <w:t>il ne réussissait qu</w:t>
      </w:r>
      <w:r w:rsidR="000E1451">
        <w:rPr>
          <w:rFonts w:cs="Georgia"/>
          <w:kern w:val="1"/>
        </w:rPr>
        <w:t>’</w:t>
      </w:r>
      <w:r>
        <w:rPr>
          <w:rFonts w:cs="Georgia"/>
          <w:kern w:val="1"/>
        </w:rPr>
        <w:t>à rendre inopérante la distance qui nous séparait</w:t>
      </w:r>
      <w:r w:rsidR="000E1451">
        <w:rPr>
          <w:rFonts w:cs="Georgia"/>
          <w:kern w:val="1"/>
        </w:rPr>
        <w:t xml:space="preserve">. </w:t>
      </w:r>
      <w:r>
        <w:rPr>
          <w:rFonts w:cs="Georgia"/>
          <w:kern w:val="1"/>
        </w:rPr>
        <w:t>Ce n</w:t>
      </w:r>
      <w:r w:rsidR="000E1451">
        <w:rPr>
          <w:rFonts w:cs="Georgia"/>
          <w:kern w:val="1"/>
        </w:rPr>
        <w:t>’</w:t>
      </w:r>
      <w:r>
        <w:rPr>
          <w:rFonts w:cs="Georgia"/>
          <w:kern w:val="1"/>
        </w:rPr>
        <w:t>étaient plus un officier prussien et un prisonnier français</w:t>
      </w:r>
      <w:r w:rsidR="000E1451">
        <w:rPr>
          <w:rFonts w:cs="Georgia"/>
          <w:kern w:val="1"/>
        </w:rPr>
        <w:t xml:space="preserve">, </w:t>
      </w:r>
      <w:r>
        <w:rPr>
          <w:rFonts w:cs="Georgia"/>
          <w:kern w:val="1"/>
        </w:rPr>
        <w:t>c</w:t>
      </w:r>
      <w:r w:rsidR="000E1451">
        <w:rPr>
          <w:rFonts w:cs="Georgia"/>
          <w:kern w:val="1"/>
        </w:rPr>
        <w:t>’</w:t>
      </w:r>
      <w:r>
        <w:rPr>
          <w:rFonts w:cs="Georgia"/>
          <w:kern w:val="1"/>
        </w:rPr>
        <w:t>étaient deux hommes qui se trouvaient maintenant face à face</w:t>
      </w:r>
      <w:r w:rsidR="000E1451">
        <w:rPr>
          <w:rFonts w:cs="Georgia"/>
          <w:kern w:val="1"/>
        </w:rPr>
        <w:t xml:space="preserve">. </w:t>
      </w:r>
      <w:r>
        <w:rPr>
          <w:rFonts w:cs="Georgia"/>
          <w:kern w:val="1"/>
        </w:rPr>
        <w:t>D</w:t>
      </w:r>
      <w:r w:rsidR="000E1451">
        <w:rPr>
          <w:rFonts w:cs="Georgia"/>
          <w:kern w:val="1"/>
        </w:rPr>
        <w:t>’</w:t>
      </w:r>
      <w:r>
        <w:rPr>
          <w:rFonts w:cs="Georgia"/>
          <w:kern w:val="1"/>
        </w:rPr>
        <w:t>invisibles puissances tissaient leurs liens entre nous</w:t>
      </w:r>
      <w:r w:rsidR="000E1451">
        <w:rPr>
          <w:rFonts w:cs="Georgia"/>
          <w:kern w:val="1"/>
        </w:rPr>
        <w:t xml:space="preserve">. </w:t>
      </w:r>
      <w:r>
        <w:rPr>
          <w:rFonts w:cs="Georgia"/>
          <w:kern w:val="1"/>
        </w:rPr>
        <w:t xml:space="preserve">En </w:t>
      </w:r>
      <w:r>
        <w:rPr>
          <w:rFonts w:cs="Georgia"/>
          <w:kern w:val="1"/>
        </w:rPr>
        <w:lastRenderedPageBreak/>
        <w:t>s</w:t>
      </w:r>
      <w:r w:rsidR="000E1451">
        <w:rPr>
          <w:rFonts w:cs="Georgia"/>
          <w:kern w:val="1"/>
        </w:rPr>
        <w:t>’</w:t>
      </w:r>
      <w:r>
        <w:rPr>
          <w:rFonts w:cs="Georgia"/>
          <w:kern w:val="1"/>
        </w:rPr>
        <w:t>avouant incapable de tenir ma présence pour indifférente</w:t>
      </w:r>
      <w:r w:rsidR="000E1451">
        <w:rPr>
          <w:rFonts w:cs="Georgia"/>
          <w:kern w:val="1"/>
        </w:rPr>
        <w:t xml:space="preserve">, </w:t>
      </w:r>
      <w:r>
        <w:rPr>
          <w:rFonts w:cs="Georgia"/>
          <w:kern w:val="1"/>
        </w:rPr>
        <w:t>c</w:t>
      </w:r>
      <w:r w:rsidR="000E1451">
        <w:rPr>
          <w:rFonts w:cs="Georgia"/>
          <w:kern w:val="1"/>
        </w:rPr>
        <w:t>’</w:t>
      </w:r>
      <w:r>
        <w:rPr>
          <w:rFonts w:cs="Georgia"/>
          <w:kern w:val="1"/>
        </w:rPr>
        <w:t>était lui qui venait d</w:t>
      </w:r>
      <w:r w:rsidR="000E1451">
        <w:rPr>
          <w:rFonts w:cs="Georgia"/>
          <w:kern w:val="1"/>
        </w:rPr>
        <w:t>’</w:t>
      </w:r>
      <w:r>
        <w:rPr>
          <w:rFonts w:cs="Georgia"/>
          <w:kern w:val="1"/>
        </w:rPr>
        <w:t>éveiller dans mon cœur une confiance qu</w:t>
      </w:r>
      <w:r w:rsidR="000E1451">
        <w:rPr>
          <w:rFonts w:cs="Georgia"/>
          <w:kern w:val="1"/>
        </w:rPr>
        <w:t>’</w:t>
      </w:r>
      <w:r>
        <w:rPr>
          <w:rFonts w:cs="Georgia"/>
          <w:kern w:val="1"/>
        </w:rPr>
        <w:t>Axelle elle-même n</w:t>
      </w:r>
      <w:r w:rsidR="000E1451">
        <w:rPr>
          <w:rFonts w:cs="Georgia"/>
          <w:kern w:val="1"/>
        </w:rPr>
        <w:t>’</w:t>
      </w:r>
      <w:r>
        <w:rPr>
          <w:rFonts w:cs="Georgia"/>
          <w:kern w:val="1"/>
        </w:rPr>
        <w:t>aurait pas eu le pouvoir d</w:t>
      </w:r>
      <w:r w:rsidR="000E1451">
        <w:rPr>
          <w:rFonts w:cs="Georgia"/>
          <w:kern w:val="1"/>
        </w:rPr>
        <w:t>’</w:t>
      </w:r>
      <w:r>
        <w:rPr>
          <w:rFonts w:cs="Georgia"/>
          <w:kern w:val="1"/>
        </w:rPr>
        <w:t>y faire éclore</w:t>
      </w:r>
      <w:r w:rsidR="000E1451">
        <w:rPr>
          <w:rFonts w:cs="Georgia"/>
          <w:kern w:val="1"/>
        </w:rPr>
        <w:t xml:space="preserve">. </w:t>
      </w:r>
      <w:r>
        <w:rPr>
          <w:rFonts w:cs="Georgia"/>
          <w:kern w:val="1"/>
        </w:rPr>
        <w:t>Son tourment de moins en moins déguisé m</w:t>
      </w:r>
      <w:r w:rsidR="000E1451">
        <w:rPr>
          <w:rFonts w:cs="Georgia"/>
          <w:kern w:val="1"/>
        </w:rPr>
        <w:t>’</w:t>
      </w:r>
      <w:r>
        <w:rPr>
          <w:rFonts w:cs="Georgia"/>
          <w:kern w:val="1"/>
        </w:rPr>
        <w:t>apportait chaque jour davantage la confirmation que j</w:t>
      </w:r>
      <w:r w:rsidR="000E1451">
        <w:rPr>
          <w:rFonts w:cs="Georgia"/>
          <w:kern w:val="1"/>
        </w:rPr>
        <w:t>’</w:t>
      </w:r>
      <w:r>
        <w:rPr>
          <w:rFonts w:cs="Georgia"/>
          <w:kern w:val="1"/>
        </w:rPr>
        <w:t>existais</w:t>
      </w:r>
      <w:r w:rsidR="000E1451">
        <w:rPr>
          <w:rFonts w:cs="Georgia"/>
          <w:kern w:val="1"/>
        </w:rPr>
        <w:t>.</w:t>
      </w:r>
    </w:p>
    <w:p w14:paraId="092DCD58" w14:textId="77777777" w:rsidR="00BE611A" w:rsidRDefault="00BE611A" w:rsidP="00BE611A">
      <w:pPr>
        <w:rPr>
          <w:rFonts w:cs="Georgia"/>
          <w:kern w:val="1"/>
        </w:rPr>
      </w:pPr>
    </w:p>
    <w:p w14:paraId="3D2B6B95" w14:textId="77777777" w:rsidR="000E1451" w:rsidRDefault="00BE611A" w:rsidP="00BE611A">
      <w:pPr>
        <w:rPr>
          <w:rFonts w:cs="Georgia"/>
          <w:kern w:val="1"/>
        </w:rPr>
      </w:pPr>
      <w:r>
        <w:rPr>
          <w:rFonts w:cs="Georgia"/>
          <w:kern w:val="1"/>
        </w:rPr>
        <w:t>Le sixième jour qui suivit l</w:t>
      </w:r>
      <w:r w:rsidR="000E1451">
        <w:rPr>
          <w:rFonts w:cs="Georgia"/>
          <w:kern w:val="1"/>
        </w:rPr>
        <w:t>’</w:t>
      </w:r>
      <w:r>
        <w:rPr>
          <w:rFonts w:cs="Georgia"/>
          <w:kern w:val="1"/>
        </w:rPr>
        <w:t>arrivée de Dietrich</w:t>
      </w:r>
      <w:r w:rsidR="000E1451">
        <w:rPr>
          <w:rFonts w:cs="Georgia"/>
          <w:kern w:val="1"/>
        </w:rPr>
        <w:t xml:space="preserve">, </w:t>
      </w:r>
      <w:r>
        <w:rPr>
          <w:rFonts w:cs="Georgia"/>
          <w:kern w:val="1"/>
        </w:rPr>
        <w:t>j</w:t>
      </w:r>
      <w:r w:rsidR="000E1451">
        <w:rPr>
          <w:rFonts w:cs="Georgia"/>
          <w:kern w:val="1"/>
        </w:rPr>
        <w:t>’</w:t>
      </w:r>
      <w:r>
        <w:rPr>
          <w:rFonts w:cs="Georgia"/>
          <w:kern w:val="1"/>
        </w:rPr>
        <w:t>étais en train d</w:t>
      </w:r>
      <w:r w:rsidR="000E1451">
        <w:rPr>
          <w:rFonts w:cs="Georgia"/>
          <w:kern w:val="1"/>
        </w:rPr>
        <w:t>’</w:t>
      </w:r>
      <w:r>
        <w:rPr>
          <w:rFonts w:cs="Georgia"/>
          <w:kern w:val="1"/>
        </w:rPr>
        <w:t>achever le percement d</w:t>
      </w:r>
      <w:r w:rsidR="000E1451">
        <w:rPr>
          <w:rFonts w:cs="Georgia"/>
          <w:kern w:val="1"/>
        </w:rPr>
        <w:t>’</w:t>
      </w:r>
      <w:r>
        <w:rPr>
          <w:rFonts w:cs="Georgia"/>
          <w:kern w:val="1"/>
        </w:rPr>
        <w:t>une muraille</w:t>
      </w:r>
      <w:r w:rsidR="000E1451">
        <w:rPr>
          <w:rFonts w:cs="Georgia"/>
          <w:kern w:val="1"/>
        </w:rPr>
        <w:t xml:space="preserve">, </w:t>
      </w:r>
      <w:r>
        <w:rPr>
          <w:rFonts w:cs="Georgia"/>
          <w:kern w:val="1"/>
        </w:rPr>
        <w:t>au rez-de-chaussée</w:t>
      </w:r>
      <w:r w:rsidR="000E1451">
        <w:rPr>
          <w:rFonts w:cs="Georgia"/>
          <w:kern w:val="1"/>
        </w:rPr>
        <w:t xml:space="preserve">, </w:t>
      </w:r>
      <w:r>
        <w:rPr>
          <w:rFonts w:cs="Georgia"/>
          <w:kern w:val="1"/>
        </w:rPr>
        <w:t>dans un des couloirs latéraux</w:t>
      </w:r>
      <w:r w:rsidR="000E1451">
        <w:rPr>
          <w:rFonts w:cs="Georgia"/>
          <w:kern w:val="1"/>
        </w:rPr>
        <w:t xml:space="preserve">. </w:t>
      </w:r>
      <w:r>
        <w:rPr>
          <w:rFonts w:cs="Georgia"/>
          <w:kern w:val="1"/>
        </w:rPr>
        <w:t>J</w:t>
      </w:r>
      <w:r w:rsidR="000E1451">
        <w:rPr>
          <w:rFonts w:cs="Georgia"/>
          <w:kern w:val="1"/>
        </w:rPr>
        <w:t>’</w:t>
      </w:r>
      <w:r>
        <w:rPr>
          <w:rFonts w:cs="Georgia"/>
          <w:kern w:val="1"/>
        </w:rPr>
        <w:t>entendis un bruit de voix qui peu à peu se rapprochaient</w:t>
      </w:r>
      <w:r w:rsidR="000E1451">
        <w:rPr>
          <w:rFonts w:cs="Georgia"/>
          <w:kern w:val="1"/>
        </w:rPr>
        <w:t xml:space="preserve">. </w:t>
      </w:r>
      <w:r>
        <w:rPr>
          <w:rFonts w:cs="Georgia"/>
          <w:kern w:val="1"/>
        </w:rPr>
        <w:t>C</w:t>
      </w:r>
      <w:r w:rsidR="000E1451">
        <w:rPr>
          <w:rFonts w:cs="Georgia"/>
          <w:kern w:val="1"/>
        </w:rPr>
        <w:t>’</w:t>
      </w:r>
      <w:r>
        <w:rPr>
          <w:rFonts w:cs="Georgia"/>
          <w:kern w:val="1"/>
        </w:rPr>
        <w:t>étaient le commandant de Reichendorf et son père</w:t>
      </w:r>
      <w:r w:rsidR="000E1451">
        <w:rPr>
          <w:rFonts w:cs="Georgia"/>
          <w:kern w:val="1"/>
        </w:rPr>
        <w:t xml:space="preserve">. </w:t>
      </w:r>
      <w:r>
        <w:rPr>
          <w:rFonts w:cs="Georgia"/>
          <w:kern w:val="1"/>
        </w:rPr>
        <w:t>Le général se répandait en explications sur le nouvel aménagement de l</w:t>
      </w:r>
      <w:r w:rsidR="000E1451">
        <w:rPr>
          <w:rFonts w:cs="Georgia"/>
          <w:kern w:val="1"/>
        </w:rPr>
        <w:t>’</w:t>
      </w:r>
      <w:r>
        <w:rPr>
          <w:rFonts w:cs="Georgia"/>
          <w:kern w:val="1"/>
        </w:rPr>
        <w:t>électricité</w:t>
      </w:r>
      <w:r w:rsidR="000E1451">
        <w:rPr>
          <w:rFonts w:cs="Georgia"/>
          <w:kern w:val="1"/>
        </w:rPr>
        <w:t xml:space="preserve">. </w:t>
      </w:r>
      <w:r>
        <w:rPr>
          <w:rFonts w:cs="Georgia"/>
          <w:kern w:val="1"/>
        </w:rPr>
        <w:t>Finalement</w:t>
      </w:r>
      <w:r w:rsidR="000E1451">
        <w:rPr>
          <w:rFonts w:cs="Georgia"/>
          <w:kern w:val="1"/>
        </w:rPr>
        <w:t xml:space="preserve">, </w:t>
      </w:r>
      <w:r>
        <w:rPr>
          <w:rFonts w:cs="Georgia"/>
          <w:kern w:val="1"/>
        </w:rPr>
        <w:t>ils s</w:t>
      </w:r>
      <w:r w:rsidR="000E1451">
        <w:rPr>
          <w:rFonts w:cs="Georgia"/>
          <w:kern w:val="1"/>
        </w:rPr>
        <w:t>’</w:t>
      </w:r>
      <w:r>
        <w:rPr>
          <w:rFonts w:cs="Georgia"/>
          <w:kern w:val="1"/>
        </w:rPr>
        <w:t>engagèrent dans mon couloir</w:t>
      </w:r>
      <w:r w:rsidR="000E1451">
        <w:rPr>
          <w:rFonts w:cs="Georgia"/>
          <w:kern w:val="1"/>
        </w:rPr>
        <w:t xml:space="preserve">. </w:t>
      </w:r>
      <w:r>
        <w:rPr>
          <w:rFonts w:cs="Georgia"/>
          <w:kern w:val="1"/>
        </w:rPr>
        <w:t>Force me fut de descendre de l</w:t>
      </w:r>
      <w:r w:rsidR="000E1451">
        <w:rPr>
          <w:rFonts w:cs="Georgia"/>
          <w:kern w:val="1"/>
        </w:rPr>
        <w:t>’</w:t>
      </w:r>
      <w:r>
        <w:rPr>
          <w:rFonts w:cs="Georgia"/>
          <w:kern w:val="1"/>
        </w:rPr>
        <w:t>échelle sur laquelle j</w:t>
      </w:r>
      <w:r w:rsidR="000E1451">
        <w:rPr>
          <w:rFonts w:cs="Georgia"/>
          <w:kern w:val="1"/>
        </w:rPr>
        <w:t>’</w:t>
      </w:r>
      <w:r>
        <w:rPr>
          <w:rFonts w:cs="Georgia"/>
          <w:kern w:val="1"/>
        </w:rPr>
        <w:t>étais grimpé</w:t>
      </w:r>
      <w:r w:rsidR="000E1451">
        <w:rPr>
          <w:rFonts w:cs="Georgia"/>
          <w:kern w:val="1"/>
        </w:rPr>
        <w:t xml:space="preserve">, </w:t>
      </w:r>
      <w:r>
        <w:rPr>
          <w:rFonts w:cs="Georgia"/>
          <w:kern w:val="1"/>
        </w:rPr>
        <w:t>et de la ranger contre le mur</w:t>
      </w:r>
      <w:r w:rsidR="000E1451">
        <w:rPr>
          <w:rFonts w:cs="Georgia"/>
          <w:kern w:val="1"/>
        </w:rPr>
        <w:t xml:space="preserve">, </w:t>
      </w:r>
      <w:r>
        <w:rPr>
          <w:rFonts w:cs="Georgia"/>
          <w:kern w:val="1"/>
        </w:rPr>
        <w:t>pour leur permettre de passer</w:t>
      </w:r>
      <w:r w:rsidR="000E1451">
        <w:rPr>
          <w:rFonts w:cs="Georgia"/>
          <w:kern w:val="1"/>
        </w:rPr>
        <w:t>.</w:t>
      </w:r>
    </w:p>
    <w:p w14:paraId="45CAF8F6" w14:textId="77777777" w:rsidR="000E1451" w:rsidRDefault="00BE611A" w:rsidP="00BE611A">
      <w:pPr>
        <w:rPr>
          <w:rFonts w:cs="Georgia"/>
          <w:kern w:val="1"/>
        </w:rPr>
      </w:pPr>
      <w:r>
        <w:rPr>
          <w:rFonts w:cs="Georgia"/>
          <w:kern w:val="1"/>
        </w:rPr>
        <w:t>Toujours un peu gêné depuis la scène du Kriegspiel</w:t>
      </w:r>
      <w:r w:rsidR="000E1451">
        <w:rPr>
          <w:rFonts w:cs="Georgia"/>
          <w:kern w:val="1"/>
        </w:rPr>
        <w:t xml:space="preserve">, </w:t>
      </w:r>
      <w:r>
        <w:rPr>
          <w:rFonts w:cs="Georgia"/>
          <w:kern w:val="1"/>
        </w:rPr>
        <w:t>le général paraissait hésiter à m</w:t>
      </w:r>
      <w:r w:rsidR="000E1451">
        <w:rPr>
          <w:rFonts w:cs="Georgia"/>
          <w:kern w:val="1"/>
        </w:rPr>
        <w:t>’</w:t>
      </w:r>
      <w:r>
        <w:rPr>
          <w:rFonts w:cs="Georgia"/>
          <w:kern w:val="1"/>
        </w:rPr>
        <w:t>adresser la parole</w:t>
      </w:r>
      <w:r w:rsidR="000E1451">
        <w:rPr>
          <w:rFonts w:cs="Georgia"/>
          <w:kern w:val="1"/>
        </w:rPr>
        <w:t xml:space="preserve">. </w:t>
      </w:r>
      <w:r>
        <w:rPr>
          <w:rFonts w:cs="Georgia"/>
          <w:kern w:val="1"/>
        </w:rPr>
        <w:t>Il fut tiré de cette incertitude par son fils</w:t>
      </w:r>
      <w:r w:rsidR="000E1451">
        <w:rPr>
          <w:rFonts w:cs="Georgia"/>
          <w:kern w:val="1"/>
        </w:rPr>
        <w:t>.</w:t>
      </w:r>
    </w:p>
    <w:p w14:paraId="16BDDA4C" w14:textId="77777777" w:rsidR="000E1451" w:rsidRDefault="00BE611A" w:rsidP="00BE611A">
      <w:pPr>
        <w:rPr>
          <w:rFonts w:cs="Georgia"/>
          <w:kern w:val="1"/>
        </w:rPr>
      </w:pPr>
      <w:r>
        <w:rPr>
          <w:rFonts w:cs="Georgia"/>
          <w:kern w:val="1"/>
        </w:rPr>
        <w:t>Ayant répondu à mon salut par une légère inclination</w:t>
      </w:r>
      <w:r w:rsidR="000E1451">
        <w:rPr>
          <w:rFonts w:cs="Georgia"/>
          <w:kern w:val="1"/>
        </w:rPr>
        <w:t xml:space="preserve">, </w:t>
      </w:r>
      <w:r>
        <w:rPr>
          <w:rFonts w:cs="Georgia"/>
          <w:kern w:val="1"/>
        </w:rPr>
        <w:t>Dietrich venait de s</w:t>
      </w:r>
      <w:r w:rsidR="000E1451">
        <w:rPr>
          <w:rFonts w:cs="Georgia"/>
          <w:kern w:val="1"/>
        </w:rPr>
        <w:t>’</w:t>
      </w:r>
      <w:r>
        <w:rPr>
          <w:rFonts w:cs="Georgia"/>
          <w:kern w:val="1"/>
        </w:rPr>
        <w:t>arrêter devant moi</w:t>
      </w:r>
      <w:r w:rsidR="000E1451">
        <w:rPr>
          <w:rFonts w:cs="Georgia"/>
          <w:kern w:val="1"/>
        </w:rPr>
        <w:t xml:space="preserve">. </w:t>
      </w:r>
      <w:r>
        <w:rPr>
          <w:rFonts w:cs="Georgia"/>
          <w:kern w:val="1"/>
        </w:rPr>
        <w:t>Ses yeux d</w:t>
      </w:r>
      <w:r w:rsidR="000E1451">
        <w:rPr>
          <w:rFonts w:cs="Georgia"/>
          <w:kern w:val="1"/>
        </w:rPr>
        <w:t>’</w:t>
      </w:r>
      <w:r>
        <w:rPr>
          <w:rFonts w:cs="Georgia"/>
          <w:kern w:val="1"/>
        </w:rPr>
        <w:t>un bleu lointain me dévisagèrent un moment</w:t>
      </w:r>
      <w:r w:rsidR="000E1451">
        <w:rPr>
          <w:rFonts w:cs="Georgia"/>
          <w:kern w:val="1"/>
        </w:rPr>
        <w:t xml:space="preserve">. </w:t>
      </w:r>
      <w:r>
        <w:rPr>
          <w:rFonts w:cs="Georgia"/>
          <w:kern w:val="1"/>
        </w:rPr>
        <w:t>Son dolman gris ne portait ni pattes</w:t>
      </w:r>
      <w:r w:rsidR="000E1451">
        <w:rPr>
          <w:rFonts w:cs="Georgia"/>
          <w:kern w:val="1"/>
        </w:rPr>
        <w:t xml:space="preserve">, </w:t>
      </w:r>
      <w:r>
        <w:rPr>
          <w:rFonts w:cs="Georgia"/>
          <w:kern w:val="1"/>
        </w:rPr>
        <w:t>ni parements</w:t>
      </w:r>
      <w:r w:rsidR="000E1451">
        <w:rPr>
          <w:rFonts w:cs="Georgia"/>
          <w:kern w:val="1"/>
        </w:rPr>
        <w:t xml:space="preserve">, </w:t>
      </w:r>
      <w:r>
        <w:rPr>
          <w:rFonts w:cs="Georgia"/>
          <w:kern w:val="1"/>
        </w:rPr>
        <w:t>pas un des insignes de son grade</w:t>
      </w:r>
      <w:r w:rsidR="000E1451">
        <w:rPr>
          <w:rFonts w:cs="Georgia"/>
          <w:kern w:val="1"/>
        </w:rPr>
        <w:t>.</w:t>
      </w:r>
    </w:p>
    <w:p w14:paraId="0C6C62CA" w14:textId="77777777" w:rsidR="000E1451" w:rsidRDefault="00BE611A" w:rsidP="00BE611A">
      <w:pPr>
        <w:rPr>
          <w:rFonts w:cs="Georgia"/>
          <w:kern w:val="1"/>
        </w:rPr>
      </w:pPr>
      <w:r>
        <w:rPr>
          <w:rFonts w:cs="Georgia"/>
          <w:kern w:val="1"/>
        </w:rPr>
        <w:t>Immobile</w:t>
      </w:r>
      <w:r w:rsidR="000E1451">
        <w:rPr>
          <w:rFonts w:cs="Georgia"/>
          <w:kern w:val="1"/>
        </w:rPr>
        <w:t xml:space="preserve">, </w:t>
      </w:r>
      <w:r>
        <w:rPr>
          <w:rFonts w:cs="Georgia"/>
          <w:kern w:val="1"/>
        </w:rPr>
        <w:t>j</w:t>
      </w:r>
      <w:r w:rsidR="000E1451">
        <w:rPr>
          <w:rFonts w:cs="Georgia"/>
          <w:kern w:val="1"/>
        </w:rPr>
        <w:t>’</w:t>
      </w:r>
      <w:r>
        <w:rPr>
          <w:rFonts w:cs="Georgia"/>
          <w:kern w:val="1"/>
        </w:rPr>
        <w:t>attendais qu</w:t>
      </w:r>
      <w:r w:rsidR="000E1451">
        <w:rPr>
          <w:rFonts w:cs="Georgia"/>
          <w:kern w:val="1"/>
        </w:rPr>
        <w:t>’</w:t>
      </w:r>
      <w:r>
        <w:rPr>
          <w:rFonts w:cs="Georgia"/>
          <w:kern w:val="1"/>
        </w:rPr>
        <w:t>il parlât</w:t>
      </w:r>
      <w:r w:rsidR="000E1451">
        <w:rPr>
          <w:rFonts w:cs="Georgia"/>
          <w:kern w:val="1"/>
        </w:rPr>
        <w:t xml:space="preserve">. </w:t>
      </w:r>
      <w:r>
        <w:rPr>
          <w:rFonts w:cs="Georgia"/>
          <w:kern w:val="1"/>
        </w:rPr>
        <w:t>Ce supplice me paraissait ne devoir jamais finir</w:t>
      </w:r>
      <w:r w:rsidR="000E1451">
        <w:rPr>
          <w:rFonts w:cs="Georgia"/>
          <w:kern w:val="1"/>
        </w:rPr>
        <w:t>.</w:t>
      </w:r>
    </w:p>
    <w:p w14:paraId="3516964E" w14:textId="77777777" w:rsidR="000E1451" w:rsidRDefault="000E1451" w:rsidP="00BE611A">
      <w:pPr>
        <w:rPr>
          <w:rFonts w:cs="Georgia"/>
          <w:kern w:val="1"/>
        </w:rPr>
      </w:pPr>
      <w:r>
        <w:rPr>
          <w:rFonts w:cs="Georgia"/>
          <w:kern w:val="1"/>
        </w:rPr>
        <w:t>— </w:t>
      </w:r>
      <w:r w:rsidR="00BE611A">
        <w:rPr>
          <w:rFonts w:cs="Georgia"/>
          <w:kern w:val="1"/>
        </w:rPr>
        <w:t>Vous avez été mobilisé dans un corps d</w:t>
      </w:r>
      <w:r>
        <w:rPr>
          <w:rFonts w:cs="Georgia"/>
          <w:kern w:val="1"/>
        </w:rPr>
        <w:t>’</w:t>
      </w:r>
      <w:r w:rsidR="00BE611A">
        <w:rPr>
          <w:rFonts w:cs="Georgia"/>
          <w:kern w:val="1"/>
        </w:rPr>
        <w:t>ouvriers spécialisés</w:t>
      </w:r>
      <w:r>
        <w:rPr>
          <w:rFonts w:cs="Georgia"/>
          <w:kern w:val="1"/>
        </w:rPr>
        <w:t xml:space="preserve"> ? </w:t>
      </w:r>
      <w:r w:rsidR="00BE611A">
        <w:rPr>
          <w:rFonts w:cs="Georgia"/>
          <w:kern w:val="1"/>
        </w:rPr>
        <w:t>demanda-t-il enfin</w:t>
      </w:r>
      <w:r>
        <w:rPr>
          <w:rFonts w:cs="Georgia"/>
          <w:kern w:val="1"/>
        </w:rPr>
        <w:t xml:space="preserve">, </w:t>
      </w:r>
      <w:r w:rsidR="00BE611A">
        <w:rPr>
          <w:rFonts w:cs="Georgia"/>
          <w:kern w:val="1"/>
        </w:rPr>
        <w:t>sur le ton le plus indifférent</w:t>
      </w:r>
      <w:r>
        <w:rPr>
          <w:rFonts w:cs="Georgia"/>
          <w:kern w:val="1"/>
        </w:rPr>
        <w:t>.</w:t>
      </w:r>
    </w:p>
    <w:p w14:paraId="3E910DA5" w14:textId="77777777" w:rsidR="000E1451" w:rsidRDefault="000E1451" w:rsidP="00BE611A">
      <w:pPr>
        <w:rPr>
          <w:rFonts w:cs="Georgia"/>
          <w:kern w:val="1"/>
        </w:rPr>
      </w:pPr>
      <w:r>
        <w:rPr>
          <w:rFonts w:cs="Georgia"/>
          <w:kern w:val="1"/>
        </w:rPr>
        <w:t>— </w:t>
      </w:r>
      <w:r w:rsidR="00BE611A">
        <w:rPr>
          <w:rFonts w:cs="Georgia"/>
          <w:kern w:val="1"/>
        </w:rPr>
        <w:t>Non</w:t>
      </w:r>
      <w:r>
        <w:rPr>
          <w:rFonts w:cs="Georgia"/>
          <w:kern w:val="1"/>
        </w:rPr>
        <w:t xml:space="preserve">, </w:t>
      </w:r>
      <w:r w:rsidR="00BE611A">
        <w:rPr>
          <w:rFonts w:cs="Georgia"/>
          <w:kern w:val="1"/>
        </w:rPr>
        <w:t>mon commandant</w:t>
      </w:r>
      <w:r>
        <w:rPr>
          <w:rFonts w:cs="Georgia"/>
          <w:kern w:val="1"/>
        </w:rPr>
        <w:t xml:space="preserve">, </w:t>
      </w:r>
      <w:r w:rsidR="00BE611A">
        <w:rPr>
          <w:rFonts w:cs="Georgia"/>
          <w:kern w:val="1"/>
        </w:rPr>
        <w:t>j</w:t>
      </w:r>
      <w:r>
        <w:rPr>
          <w:rFonts w:cs="Georgia"/>
          <w:kern w:val="1"/>
        </w:rPr>
        <w:t>’</w:t>
      </w:r>
      <w:r w:rsidR="00BE611A">
        <w:rPr>
          <w:rFonts w:cs="Georgia"/>
          <w:kern w:val="1"/>
        </w:rPr>
        <w:t>étais dans l</w:t>
      </w:r>
      <w:r>
        <w:rPr>
          <w:rFonts w:cs="Georgia"/>
          <w:kern w:val="1"/>
        </w:rPr>
        <w:t>’</w:t>
      </w:r>
      <w:r w:rsidR="00BE611A">
        <w:rPr>
          <w:rFonts w:cs="Georgia"/>
          <w:kern w:val="1"/>
        </w:rPr>
        <w:t>infanterie</w:t>
      </w:r>
      <w:r>
        <w:rPr>
          <w:rFonts w:cs="Georgia"/>
          <w:kern w:val="1"/>
        </w:rPr>
        <w:t>.</w:t>
      </w:r>
    </w:p>
    <w:p w14:paraId="5DC54E94" w14:textId="77777777" w:rsidR="000E1451" w:rsidRDefault="000E1451" w:rsidP="00BE611A">
      <w:pPr>
        <w:rPr>
          <w:rFonts w:cs="Georgia"/>
          <w:kern w:val="1"/>
        </w:rPr>
      </w:pPr>
      <w:r>
        <w:rPr>
          <w:rFonts w:cs="Georgia"/>
          <w:kern w:val="1"/>
        </w:rPr>
        <w:lastRenderedPageBreak/>
        <w:t>— </w:t>
      </w:r>
      <w:r w:rsidR="00BE611A">
        <w:rPr>
          <w:rFonts w:cs="Georgia"/>
          <w:kern w:val="1"/>
        </w:rPr>
        <w:t>Parfaitement</w:t>
      </w:r>
      <w:r>
        <w:rPr>
          <w:rFonts w:cs="Georgia"/>
          <w:kern w:val="1"/>
        </w:rPr>
        <w:t xml:space="preserve">, </w:t>
      </w:r>
      <w:r w:rsidR="00BE611A">
        <w:rPr>
          <w:rFonts w:cs="Georgia"/>
          <w:kern w:val="1"/>
        </w:rPr>
        <w:t>dit le général</w:t>
      </w:r>
      <w:r>
        <w:rPr>
          <w:rFonts w:cs="Georgia"/>
          <w:kern w:val="1"/>
        </w:rPr>
        <w:t xml:space="preserve">, </w:t>
      </w:r>
      <w:r w:rsidR="00BE611A">
        <w:rPr>
          <w:rFonts w:cs="Georgia"/>
          <w:kern w:val="1"/>
        </w:rPr>
        <w:t>saisissant cette occasion de se jeter de tout son poids dans la conversation</w:t>
      </w:r>
      <w:r>
        <w:rPr>
          <w:rFonts w:cs="Georgia"/>
          <w:kern w:val="1"/>
        </w:rPr>
        <w:t xml:space="preserve">, </w:t>
      </w:r>
      <w:r w:rsidR="00BE611A">
        <w:rPr>
          <w:rFonts w:cs="Georgia"/>
          <w:kern w:val="1"/>
        </w:rPr>
        <w:t>et d</w:t>
      </w:r>
      <w:r>
        <w:rPr>
          <w:rFonts w:cs="Georgia"/>
          <w:kern w:val="1"/>
        </w:rPr>
        <w:t>’</w:t>
      </w:r>
      <w:r w:rsidR="00BE611A">
        <w:rPr>
          <w:rFonts w:cs="Georgia"/>
          <w:kern w:val="1"/>
        </w:rPr>
        <w:t>achever ainsi de rompre la glace</w:t>
      </w:r>
      <w:r>
        <w:rPr>
          <w:rFonts w:cs="Georgia"/>
          <w:kern w:val="1"/>
        </w:rPr>
        <w:t xml:space="preserve">, </w:t>
      </w:r>
      <w:r w:rsidR="00BE611A">
        <w:rPr>
          <w:rFonts w:cs="Georgia"/>
          <w:kern w:val="1"/>
        </w:rPr>
        <w:t>parfaitement</w:t>
      </w:r>
      <w:r>
        <w:rPr>
          <w:rFonts w:cs="Georgia"/>
          <w:kern w:val="1"/>
        </w:rPr>
        <w:t xml:space="preserve">, </w:t>
      </w:r>
      <w:r w:rsidR="00BE611A">
        <w:rPr>
          <w:rFonts w:cs="Georgia"/>
          <w:kern w:val="1"/>
        </w:rPr>
        <w:t>dans l</w:t>
      </w:r>
      <w:r>
        <w:rPr>
          <w:rFonts w:cs="Georgia"/>
          <w:kern w:val="1"/>
        </w:rPr>
        <w:t>’</w:t>
      </w:r>
      <w:r w:rsidR="00BE611A">
        <w:rPr>
          <w:rFonts w:cs="Georgia"/>
          <w:kern w:val="1"/>
        </w:rPr>
        <w:t>infanterie</w:t>
      </w:r>
      <w:r>
        <w:rPr>
          <w:rFonts w:cs="Georgia"/>
          <w:kern w:val="1"/>
        </w:rPr>
        <w:t xml:space="preserve"> ! </w:t>
      </w:r>
      <w:r w:rsidR="00BE611A">
        <w:rPr>
          <w:rFonts w:cs="Georgia"/>
          <w:kern w:val="1"/>
        </w:rPr>
        <w:t>Comprends-tu cela</w:t>
      </w:r>
      <w:r>
        <w:rPr>
          <w:rFonts w:cs="Georgia"/>
          <w:kern w:val="1"/>
        </w:rPr>
        <w:t xml:space="preserve">, </w:t>
      </w:r>
      <w:r w:rsidR="00BE611A">
        <w:rPr>
          <w:rFonts w:cs="Georgia"/>
          <w:kern w:val="1"/>
        </w:rPr>
        <w:t>Dietrich</w:t>
      </w:r>
      <w:r>
        <w:rPr>
          <w:rFonts w:cs="Georgia"/>
          <w:kern w:val="1"/>
        </w:rPr>
        <w:t xml:space="preserve"> ? </w:t>
      </w:r>
      <w:r w:rsidR="00BE611A">
        <w:rPr>
          <w:rFonts w:cs="Georgia"/>
          <w:kern w:val="1"/>
        </w:rPr>
        <w:t>Avec ses connaissances techniques</w:t>
      </w:r>
      <w:r>
        <w:rPr>
          <w:rFonts w:cs="Georgia"/>
          <w:kern w:val="1"/>
        </w:rPr>
        <w:t xml:space="preserve"> ! </w:t>
      </w:r>
      <w:r w:rsidR="00BE611A">
        <w:rPr>
          <w:rFonts w:cs="Georgia"/>
          <w:kern w:val="1"/>
        </w:rPr>
        <w:t>Les Français sont incroyables</w:t>
      </w:r>
      <w:r>
        <w:rPr>
          <w:rFonts w:cs="Georgia"/>
          <w:kern w:val="1"/>
        </w:rPr>
        <w:t xml:space="preserve">. </w:t>
      </w:r>
      <w:r w:rsidR="00BE611A">
        <w:rPr>
          <w:rFonts w:cs="Georgia"/>
          <w:kern w:val="1"/>
        </w:rPr>
        <w:t>N</w:t>
      </w:r>
      <w:r>
        <w:rPr>
          <w:rFonts w:cs="Georgia"/>
          <w:kern w:val="1"/>
        </w:rPr>
        <w:t>’</w:t>
      </w:r>
      <w:r w:rsidR="00BE611A">
        <w:rPr>
          <w:rFonts w:cs="Georgia"/>
          <w:kern w:val="1"/>
        </w:rPr>
        <w:t>est-ce pas la meilleure preuve de leur manque d</w:t>
      </w:r>
      <w:r>
        <w:rPr>
          <w:rFonts w:cs="Georgia"/>
          <w:kern w:val="1"/>
        </w:rPr>
        <w:t>’</w:t>
      </w:r>
      <w:r w:rsidR="00BE611A">
        <w:rPr>
          <w:rFonts w:cs="Georgia"/>
          <w:kern w:val="1"/>
        </w:rPr>
        <w:t>organisation</w:t>
      </w:r>
      <w:r>
        <w:rPr>
          <w:rFonts w:cs="Georgia"/>
          <w:kern w:val="1"/>
        </w:rPr>
        <w:t> ?</w:t>
      </w:r>
    </w:p>
    <w:p w14:paraId="75646339" w14:textId="77777777" w:rsidR="000E1451" w:rsidRDefault="00BE611A" w:rsidP="00BE611A">
      <w:pPr>
        <w:rPr>
          <w:rFonts w:cs="Georgia"/>
          <w:kern w:val="1"/>
        </w:rPr>
      </w:pPr>
      <w:r>
        <w:rPr>
          <w:rFonts w:cs="Georgia"/>
          <w:kern w:val="1"/>
        </w:rPr>
        <w:t>Dietrich ne releva pas l</w:t>
      </w:r>
      <w:r w:rsidR="000E1451">
        <w:rPr>
          <w:rFonts w:cs="Georgia"/>
          <w:kern w:val="1"/>
        </w:rPr>
        <w:t>’</w:t>
      </w:r>
      <w:r>
        <w:rPr>
          <w:rFonts w:cs="Georgia"/>
          <w:kern w:val="1"/>
        </w:rPr>
        <w:t>interruption de son père</w:t>
      </w:r>
      <w:r w:rsidR="000E1451">
        <w:rPr>
          <w:rFonts w:cs="Georgia"/>
          <w:kern w:val="1"/>
        </w:rPr>
        <w:t xml:space="preserve">. </w:t>
      </w:r>
      <w:r>
        <w:rPr>
          <w:rFonts w:cs="Georgia"/>
          <w:kern w:val="1"/>
        </w:rPr>
        <w:t>Il continuait à m</w:t>
      </w:r>
      <w:r w:rsidR="000E1451">
        <w:rPr>
          <w:rFonts w:cs="Georgia"/>
          <w:kern w:val="1"/>
        </w:rPr>
        <w:t>’</w:t>
      </w:r>
      <w:r>
        <w:rPr>
          <w:rFonts w:cs="Georgia"/>
          <w:kern w:val="1"/>
        </w:rPr>
        <w:t>observer avec une dureté impitoyable</w:t>
      </w:r>
      <w:r w:rsidR="000E1451">
        <w:rPr>
          <w:rFonts w:cs="Georgia"/>
          <w:kern w:val="1"/>
        </w:rPr>
        <w:t>.</w:t>
      </w:r>
    </w:p>
    <w:p w14:paraId="273F6B48" w14:textId="77777777" w:rsidR="000E1451" w:rsidRDefault="000E1451" w:rsidP="00BE611A">
      <w:pPr>
        <w:rPr>
          <w:rFonts w:cs="Georgia"/>
          <w:kern w:val="1"/>
        </w:rPr>
      </w:pPr>
      <w:r>
        <w:rPr>
          <w:rFonts w:cs="Georgia"/>
          <w:kern w:val="1"/>
        </w:rPr>
        <w:t>— </w:t>
      </w:r>
      <w:r w:rsidR="00BE611A">
        <w:rPr>
          <w:rFonts w:cs="Georgia"/>
          <w:kern w:val="1"/>
        </w:rPr>
        <w:t>Dans l</w:t>
      </w:r>
      <w:r>
        <w:rPr>
          <w:rFonts w:cs="Georgia"/>
          <w:kern w:val="1"/>
        </w:rPr>
        <w:t>’</w:t>
      </w:r>
      <w:r w:rsidR="00BE611A">
        <w:rPr>
          <w:rFonts w:cs="Georgia"/>
          <w:kern w:val="1"/>
        </w:rPr>
        <w:t>infanterie</w:t>
      </w:r>
      <w:r>
        <w:rPr>
          <w:rFonts w:cs="Georgia"/>
          <w:kern w:val="1"/>
        </w:rPr>
        <w:t xml:space="preserve">, </w:t>
      </w:r>
      <w:r w:rsidR="00BE611A">
        <w:rPr>
          <w:rFonts w:cs="Georgia"/>
          <w:kern w:val="1"/>
        </w:rPr>
        <w:t>vraiment</w:t>
      </w:r>
      <w:r>
        <w:rPr>
          <w:rFonts w:cs="Georgia"/>
          <w:kern w:val="1"/>
        </w:rPr>
        <w:t xml:space="preserve"> ! </w:t>
      </w:r>
      <w:r w:rsidR="00BE611A">
        <w:rPr>
          <w:rFonts w:cs="Georgia"/>
          <w:kern w:val="1"/>
        </w:rPr>
        <w:t>J</w:t>
      </w:r>
      <w:r>
        <w:rPr>
          <w:rFonts w:cs="Georgia"/>
          <w:kern w:val="1"/>
        </w:rPr>
        <w:t>’</w:t>
      </w:r>
      <w:r w:rsidR="00BE611A">
        <w:rPr>
          <w:rFonts w:cs="Georgia"/>
          <w:kern w:val="1"/>
        </w:rPr>
        <w:t>ignorais</w:t>
      </w:r>
      <w:r>
        <w:rPr>
          <w:rFonts w:cs="Georgia"/>
          <w:kern w:val="1"/>
        </w:rPr>
        <w:t xml:space="preserve">. </w:t>
      </w:r>
      <w:r w:rsidR="00BE611A">
        <w:rPr>
          <w:rFonts w:cs="Georgia"/>
          <w:kern w:val="1"/>
        </w:rPr>
        <w:t>Je croyais que vous sortiez d</w:t>
      </w:r>
      <w:r>
        <w:rPr>
          <w:rFonts w:cs="Georgia"/>
          <w:kern w:val="1"/>
        </w:rPr>
        <w:t>’</w:t>
      </w:r>
      <w:r w:rsidR="00BE611A">
        <w:rPr>
          <w:rFonts w:cs="Georgia"/>
          <w:kern w:val="1"/>
        </w:rPr>
        <w:t>un parc d</w:t>
      </w:r>
      <w:r>
        <w:rPr>
          <w:rFonts w:cs="Georgia"/>
          <w:kern w:val="1"/>
        </w:rPr>
        <w:t>’</w:t>
      </w:r>
      <w:r w:rsidR="00BE611A">
        <w:rPr>
          <w:rFonts w:cs="Georgia"/>
          <w:kern w:val="1"/>
        </w:rPr>
        <w:t>armée quelconque</w:t>
      </w:r>
      <w:r>
        <w:rPr>
          <w:rFonts w:cs="Georgia"/>
          <w:kern w:val="1"/>
        </w:rPr>
        <w:t xml:space="preserve">. </w:t>
      </w:r>
      <w:r w:rsidR="00BE611A">
        <w:rPr>
          <w:rFonts w:cs="Georgia"/>
          <w:kern w:val="1"/>
        </w:rPr>
        <w:t>Fantassin</w:t>
      </w:r>
      <w:r>
        <w:rPr>
          <w:rFonts w:cs="Georgia"/>
          <w:kern w:val="1"/>
        </w:rPr>
        <w:t xml:space="preserve">, </w:t>
      </w:r>
      <w:r w:rsidR="00BE611A">
        <w:rPr>
          <w:rFonts w:cs="Georgia"/>
          <w:kern w:val="1"/>
        </w:rPr>
        <w:t>il a dû vous arriver de vous trouver parfois en première ligne</w:t>
      </w:r>
      <w:r>
        <w:rPr>
          <w:rFonts w:cs="Georgia"/>
          <w:kern w:val="1"/>
        </w:rPr>
        <w:t> ?</w:t>
      </w:r>
    </w:p>
    <w:p w14:paraId="47038073" w14:textId="77777777" w:rsidR="000E1451" w:rsidRDefault="00BE611A" w:rsidP="00BE611A">
      <w:pPr>
        <w:rPr>
          <w:rFonts w:cs="Georgia"/>
          <w:kern w:val="1"/>
        </w:rPr>
      </w:pPr>
      <w:r>
        <w:rPr>
          <w:rFonts w:cs="Georgia"/>
          <w:kern w:val="1"/>
        </w:rPr>
        <w:t>Je retroussai ma manche gauche</w:t>
      </w:r>
      <w:r w:rsidR="000E1451">
        <w:rPr>
          <w:rFonts w:cs="Georgia"/>
          <w:kern w:val="1"/>
        </w:rPr>
        <w:t xml:space="preserve">. </w:t>
      </w:r>
      <w:r>
        <w:rPr>
          <w:rFonts w:cs="Georgia"/>
          <w:kern w:val="1"/>
        </w:rPr>
        <w:t>Mon avant-bras apparut</w:t>
      </w:r>
      <w:r w:rsidR="000E1451">
        <w:rPr>
          <w:rFonts w:cs="Georgia"/>
          <w:kern w:val="1"/>
        </w:rPr>
        <w:t xml:space="preserve">, </w:t>
      </w:r>
      <w:r>
        <w:rPr>
          <w:rFonts w:cs="Georgia"/>
          <w:kern w:val="1"/>
        </w:rPr>
        <w:t>rayé d</w:t>
      </w:r>
      <w:r w:rsidR="000E1451">
        <w:rPr>
          <w:rFonts w:cs="Georgia"/>
          <w:kern w:val="1"/>
        </w:rPr>
        <w:t>’</w:t>
      </w:r>
      <w:r>
        <w:rPr>
          <w:rFonts w:cs="Georgia"/>
          <w:kern w:val="1"/>
        </w:rPr>
        <w:t>une longue cicatrice</w:t>
      </w:r>
      <w:r w:rsidR="000E1451">
        <w:rPr>
          <w:rFonts w:cs="Georgia"/>
          <w:kern w:val="1"/>
        </w:rPr>
        <w:t>.</w:t>
      </w:r>
    </w:p>
    <w:p w14:paraId="6C6386B4" w14:textId="77777777" w:rsidR="000E1451" w:rsidRDefault="000E1451" w:rsidP="00BE611A">
      <w:pPr>
        <w:rPr>
          <w:rFonts w:cs="Georgia"/>
          <w:bCs/>
          <w:i/>
          <w:iCs/>
          <w:kern w:val="1"/>
        </w:rPr>
      </w:pPr>
      <w:r>
        <w:rPr>
          <w:rFonts w:cs="Georgia"/>
          <w:kern w:val="1"/>
        </w:rPr>
        <w:t>— </w:t>
      </w:r>
      <w:r w:rsidR="00BE611A">
        <w:rPr>
          <w:rFonts w:cs="Georgia"/>
          <w:kern w:val="1"/>
        </w:rPr>
        <w:t>Balle de mitrailleuse</w:t>
      </w:r>
      <w:r>
        <w:rPr>
          <w:rFonts w:cs="Georgia"/>
          <w:kern w:val="1"/>
        </w:rPr>
        <w:t xml:space="preserve">, </w:t>
      </w:r>
      <w:r w:rsidR="00BE611A">
        <w:rPr>
          <w:rFonts w:cs="Georgia"/>
          <w:kern w:val="1"/>
        </w:rPr>
        <w:t xml:space="preserve">dit négligemment le </w:t>
      </w:r>
      <w:r w:rsidR="00BE611A">
        <w:rPr>
          <w:rFonts w:cs="Georgia"/>
          <w:bCs/>
          <w:i/>
          <w:iCs/>
          <w:kern w:val="1"/>
        </w:rPr>
        <w:t>commandant de Reichendorf</w:t>
      </w:r>
      <w:r>
        <w:rPr>
          <w:rFonts w:cs="Georgia"/>
          <w:bCs/>
          <w:i/>
          <w:iCs/>
          <w:kern w:val="1"/>
        </w:rPr>
        <w:t>.</w:t>
      </w:r>
    </w:p>
    <w:p w14:paraId="413399CE" w14:textId="77777777" w:rsidR="000E1451" w:rsidRDefault="00BE611A" w:rsidP="00BE611A">
      <w:pPr>
        <w:rPr>
          <w:rFonts w:cs="Georgia"/>
          <w:kern w:val="1"/>
        </w:rPr>
      </w:pPr>
      <w:r>
        <w:rPr>
          <w:rFonts w:cs="Georgia"/>
          <w:kern w:val="1"/>
        </w:rPr>
        <w:t>Tapotant avec nonchalance ses leggings de la badine qu</w:t>
      </w:r>
      <w:r w:rsidR="000E1451">
        <w:rPr>
          <w:rFonts w:cs="Georgia"/>
          <w:kern w:val="1"/>
        </w:rPr>
        <w:t>’</w:t>
      </w:r>
      <w:r>
        <w:rPr>
          <w:rFonts w:cs="Georgia"/>
          <w:kern w:val="1"/>
        </w:rPr>
        <w:t>il avait à la main</w:t>
      </w:r>
      <w:r w:rsidR="000E1451">
        <w:rPr>
          <w:rFonts w:cs="Georgia"/>
          <w:kern w:val="1"/>
        </w:rPr>
        <w:t xml:space="preserve">, </w:t>
      </w:r>
      <w:r>
        <w:rPr>
          <w:rFonts w:cs="Georgia"/>
          <w:kern w:val="1"/>
        </w:rPr>
        <w:t>il poursuivit</w:t>
      </w:r>
      <w:r w:rsidR="000E1451">
        <w:rPr>
          <w:rFonts w:cs="Georgia"/>
          <w:kern w:val="1"/>
        </w:rPr>
        <w:t> :</w:t>
      </w:r>
    </w:p>
    <w:p w14:paraId="73A05BC2" w14:textId="77777777" w:rsidR="000E1451" w:rsidRDefault="000E1451" w:rsidP="00BE611A">
      <w:pPr>
        <w:rPr>
          <w:rFonts w:cs="Georgia"/>
          <w:kern w:val="1"/>
        </w:rPr>
      </w:pPr>
      <w:r>
        <w:rPr>
          <w:rFonts w:cs="Georgia"/>
          <w:kern w:val="1"/>
        </w:rPr>
        <w:t>— </w:t>
      </w:r>
      <w:r w:rsidR="00BE611A">
        <w:rPr>
          <w:rFonts w:cs="Georgia"/>
          <w:kern w:val="1"/>
        </w:rPr>
        <w:t>Où avez-vous reçu cela</w:t>
      </w:r>
      <w:r>
        <w:rPr>
          <w:rFonts w:cs="Georgia"/>
          <w:kern w:val="1"/>
        </w:rPr>
        <w:t> ?</w:t>
      </w:r>
    </w:p>
    <w:p w14:paraId="69ED1F34" w14:textId="77777777" w:rsidR="000E1451" w:rsidRDefault="000E1451" w:rsidP="00BE611A">
      <w:pPr>
        <w:rPr>
          <w:rFonts w:cs="Georgia"/>
          <w:kern w:val="1"/>
        </w:rPr>
      </w:pPr>
      <w:r>
        <w:rPr>
          <w:rFonts w:cs="Georgia"/>
          <w:kern w:val="1"/>
        </w:rPr>
        <w:t>— </w:t>
      </w:r>
      <w:r w:rsidR="00BE611A">
        <w:rPr>
          <w:rFonts w:cs="Georgia"/>
          <w:kern w:val="1"/>
        </w:rPr>
        <w:t>Sur l</w:t>
      </w:r>
      <w:r>
        <w:rPr>
          <w:rFonts w:cs="Georgia"/>
          <w:kern w:val="1"/>
        </w:rPr>
        <w:t>’</w:t>
      </w:r>
      <w:r w:rsidR="00BE611A">
        <w:rPr>
          <w:rFonts w:cs="Georgia"/>
          <w:kern w:val="1"/>
        </w:rPr>
        <w:t>Aisne</w:t>
      </w:r>
      <w:r>
        <w:rPr>
          <w:rFonts w:cs="Georgia"/>
          <w:kern w:val="1"/>
        </w:rPr>
        <w:t>.</w:t>
      </w:r>
    </w:p>
    <w:p w14:paraId="48D3064D" w14:textId="77777777" w:rsidR="000E1451" w:rsidRDefault="000E1451" w:rsidP="00BE611A">
      <w:pPr>
        <w:rPr>
          <w:rFonts w:cs="Georgia"/>
          <w:kern w:val="1"/>
        </w:rPr>
      </w:pPr>
      <w:r>
        <w:rPr>
          <w:rFonts w:cs="Georgia"/>
          <w:kern w:val="1"/>
        </w:rPr>
        <w:t>— </w:t>
      </w:r>
      <w:r w:rsidR="00BE611A">
        <w:rPr>
          <w:rFonts w:cs="Georgia"/>
          <w:kern w:val="1"/>
        </w:rPr>
        <w:t>Quand</w:t>
      </w:r>
      <w:r>
        <w:rPr>
          <w:rFonts w:cs="Georgia"/>
          <w:kern w:val="1"/>
        </w:rPr>
        <w:t> ?</w:t>
      </w:r>
    </w:p>
    <w:p w14:paraId="62A58DD7" w14:textId="77777777" w:rsidR="000E1451" w:rsidRDefault="000E1451" w:rsidP="00BE611A">
      <w:pPr>
        <w:rPr>
          <w:rFonts w:cs="Georgia"/>
          <w:kern w:val="1"/>
        </w:rPr>
      </w:pPr>
      <w:r>
        <w:rPr>
          <w:rFonts w:cs="Georgia"/>
          <w:kern w:val="1"/>
        </w:rPr>
        <w:t>— </w:t>
      </w:r>
      <w:r w:rsidR="00BE611A">
        <w:rPr>
          <w:rFonts w:cs="Georgia"/>
          <w:kern w:val="1"/>
        </w:rPr>
        <w:t>En mai 1915</w:t>
      </w:r>
      <w:r>
        <w:rPr>
          <w:rFonts w:cs="Georgia"/>
          <w:kern w:val="1"/>
        </w:rPr>
        <w:t>.</w:t>
      </w:r>
    </w:p>
    <w:p w14:paraId="043F5118" w14:textId="77777777" w:rsidR="000E1451" w:rsidRDefault="000E1451" w:rsidP="00BE611A">
      <w:pPr>
        <w:rPr>
          <w:rFonts w:cs="Georgia"/>
          <w:kern w:val="1"/>
        </w:rPr>
      </w:pPr>
      <w:r>
        <w:rPr>
          <w:rFonts w:cs="Georgia"/>
          <w:kern w:val="1"/>
        </w:rPr>
        <w:t>— </w:t>
      </w:r>
      <w:r w:rsidR="00BE611A">
        <w:rPr>
          <w:rFonts w:cs="Georgia"/>
          <w:kern w:val="1"/>
        </w:rPr>
        <w:t>Exactement à quel endroit</w:t>
      </w:r>
      <w:r>
        <w:rPr>
          <w:rFonts w:cs="Georgia"/>
          <w:kern w:val="1"/>
        </w:rPr>
        <w:t xml:space="preserve">, </w:t>
      </w:r>
      <w:r w:rsidR="00BE611A">
        <w:rPr>
          <w:rFonts w:cs="Georgia"/>
          <w:kern w:val="1"/>
        </w:rPr>
        <w:t>sur l</w:t>
      </w:r>
      <w:r>
        <w:rPr>
          <w:rFonts w:cs="Georgia"/>
          <w:kern w:val="1"/>
        </w:rPr>
        <w:t>’</w:t>
      </w:r>
      <w:r w:rsidR="00BE611A">
        <w:rPr>
          <w:rFonts w:cs="Georgia"/>
          <w:kern w:val="1"/>
        </w:rPr>
        <w:t>Aisne</w:t>
      </w:r>
      <w:r>
        <w:rPr>
          <w:rFonts w:cs="Georgia"/>
          <w:kern w:val="1"/>
        </w:rPr>
        <w:t> ?</w:t>
      </w:r>
    </w:p>
    <w:p w14:paraId="0C16ACFC" w14:textId="77777777" w:rsidR="000E1451" w:rsidRDefault="000E1451" w:rsidP="00BE611A">
      <w:pPr>
        <w:rPr>
          <w:rFonts w:cs="Georgia"/>
          <w:kern w:val="1"/>
        </w:rPr>
      </w:pPr>
      <w:r>
        <w:rPr>
          <w:rFonts w:cs="Georgia"/>
          <w:kern w:val="1"/>
        </w:rPr>
        <w:t>— </w:t>
      </w:r>
      <w:r w:rsidR="00BE611A">
        <w:rPr>
          <w:rFonts w:cs="Georgia"/>
          <w:kern w:val="1"/>
        </w:rPr>
        <w:t>À Oulches</w:t>
      </w:r>
      <w:r>
        <w:rPr>
          <w:rFonts w:cs="Georgia"/>
          <w:kern w:val="1"/>
        </w:rPr>
        <w:t xml:space="preserve">, </w:t>
      </w:r>
      <w:r w:rsidR="00BE611A">
        <w:rPr>
          <w:rFonts w:cs="Georgia"/>
          <w:kern w:val="1"/>
        </w:rPr>
        <w:t>un village qui se trouve</w:t>
      </w:r>
      <w:r>
        <w:rPr>
          <w:rFonts w:cs="Georgia"/>
          <w:kern w:val="1"/>
        </w:rPr>
        <w:t>…</w:t>
      </w:r>
    </w:p>
    <w:p w14:paraId="5CF6F9EA" w14:textId="77777777" w:rsidR="000E1451" w:rsidRDefault="000E1451" w:rsidP="00BE611A">
      <w:pPr>
        <w:rPr>
          <w:rFonts w:cs="Georgia"/>
          <w:kern w:val="1"/>
        </w:rPr>
      </w:pPr>
      <w:r>
        <w:rPr>
          <w:rFonts w:cs="Georgia"/>
          <w:kern w:val="1"/>
        </w:rPr>
        <w:t>— </w:t>
      </w:r>
      <w:r w:rsidR="00BE611A">
        <w:rPr>
          <w:rFonts w:cs="Georgia"/>
          <w:kern w:val="1"/>
        </w:rPr>
        <w:t>Je sais</w:t>
      </w:r>
      <w:r>
        <w:rPr>
          <w:rFonts w:cs="Georgia"/>
          <w:kern w:val="1"/>
        </w:rPr>
        <w:t xml:space="preserve">, </w:t>
      </w:r>
      <w:r w:rsidR="00BE611A">
        <w:rPr>
          <w:rFonts w:cs="Georgia"/>
          <w:kern w:val="1"/>
        </w:rPr>
        <w:t>je sais</w:t>
      </w:r>
      <w:r>
        <w:rPr>
          <w:rFonts w:cs="Georgia"/>
          <w:kern w:val="1"/>
        </w:rPr>
        <w:t xml:space="preserve">, </w:t>
      </w:r>
      <w:r w:rsidR="00BE611A">
        <w:rPr>
          <w:rFonts w:cs="Georgia"/>
          <w:kern w:val="1"/>
        </w:rPr>
        <w:t>fit-il</w:t>
      </w:r>
      <w:r>
        <w:rPr>
          <w:rFonts w:cs="Georgia"/>
          <w:kern w:val="1"/>
        </w:rPr>
        <w:t xml:space="preserve">, </w:t>
      </w:r>
      <w:r w:rsidR="00BE611A">
        <w:rPr>
          <w:rFonts w:cs="Georgia"/>
          <w:kern w:val="1"/>
        </w:rPr>
        <w:t>me coupant la parole</w:t>
      </w:r>
      <w:r>
        <w:rPr>
          <w:rFonts w:cs="Georgia"/>
          <w:kern w:val="1"/>
        </w:rPr>
        <w:t xml:space="preserve">, </w:t>
      </w:r>
      <w:r w:rsidR="00BE611A">
        <w:rPr>
          <w:rFonts w:cs="Georgia"/>
          <w:kern w:val="1"/>
        </w:rPr>
        <w:t>j</w:t>
      </w:r>
      <w:r>
        <w:rPr>
          <w:rFonts w:cs="Georgia"/>
          <w:kern w:val="1"/>
        </w:rPr>
        <w:t>’</w:t>
      </w:r>
      <w:r w:rsidR="00BE611A">
        <w:rPr>
          <w:rFonts w:cs="Georgia"/>
          <w:kern w:val="1"/>
        </w:rPr>
        <w:t>étais moi-même à Oulches</w:t>
      </w:r>
      <w:r>
        <w:rPr>
          <w:rFonts w:cs="Georgia"/>
          <w:kern w:val="1"/>
        </w:rPr>
        <w:t xml:space="preserve">, </w:t>
      </w:r>
      <w:r w:rsidR="00BE611A">
        <w:rPr>
          <w:rFonts w:cs="Georgia"/>
          <w:kern w:val="1"/>
        </w:rPr>
        <w:t>dans l</w:t>
      </w:r>
      <w:r>
        <w:rPr>
          <w:rFonts w:cs="Georgia"/>
          <w:kern w:val="1"/>
        </w:rPr>
        <w:t>’</w:t>
      </w:r>
      <w:r w:rsidR="00BE611A">
        <w:rPr>
          <w:rFonts w:cs="Georgia"/>
          <w:kern w:val="1"/>
        </w:rPr>
        <w:t>hiver 1914-1915</w:t>
      </w:r>
      <w:r>
        <w:rPr>
          <w:rFonts w:cs="Georgia"/>
          <w:kern w:val="1"/>
        </w:rPr>
        <w:t>.</w:t>
      </w:r>
    </w:p>
    <w:p w14:paraId="09DE72F5" w14:textId="77777777" w:rsidR="000E1451" w:rsidRDefault="000E1451" w:rsidP="00BE611A">
      <w:pPr>
        <w:rPr>
          <w:rFonts w:cs="Georgia"/>
          <w:kern w:val="1"/>
        </w:rPr>
      </w:pPr>
      <w:r>
        <w:rPr>
          <w:rFonts w:cs="Georgia"/>
          <w:kern w:val="1"/>
        </w:rPr>
        <w:lastRenderedPageBreak/>
        <w:t>— </w:t>
      </w:r>
      <w:r w:rsidR="00BE611A">
        <w:rPr>
          <w:rFonts w:cs="Georgia"/>
          <w:kern w:val="1"/>
        </w:rPr>
        <w:t>J</w:t>
      </w:r>
      <w:r>
        <w:rPr>
          <w:rFonts w:cs="Georgia"/>
          <w:kern w:val="1"/>
        </w:rPr>
        <w:t>’</w:t>
      </w:r>
      <w:r w:rsidR="00BE611A">
        <w:rPr>
          <w:rFonts w:cs="Georgia"/>
          <w:kern w:val="1"/>
        </w:rPr>
        <w:t>y étais à ce moment-là</w:t>
      </w:r>
      <w:r>
        <w:rPr>
          <w:rFonts w:cs="Georgia"/>
          <w:kern w:val="1"/>
        </w:rPr>
        <w:t> !</w:t>
      </w:r>
    </w:p>
    <w:p w14:paraId="35ECD887" w14:textId="77777777" w:rsidR="000E1451" w:rsidRDefault="000E1451" w:rsidP="00BE611A">
      <w:pPr>
        <w:rPr>
          <w:rFonts w:cs="Georgia"/>
          <w:kern w:val="1"/>
        </w:rPr>
      </w:pPr>
      <w:r>
        <w:rPr>
          <w:rFonts w:cs="Georgia"/>
          <w:kern w:val="1"/>
        </w:rPr>
        <w:t>— </w:t>
      </w:r>
      <w:r w:rsidR="00BE611A">
        <w:rPr>
          <w:rFonts w:cs="Georgia"/>
          <w:kern w:val="1"/>
        </w:rPr>
        <w:t>Si vous avez été à Oulches</w:t>
      </w:r>
      <w:r>
        <w:rPr>
          <w:rFonts w:cs="Georgia"/>
          <w:kern w:val="1"/>
        </w:rPr>
        <w:t xml:space="preserve">, </w:t>
      </w:r>
      <w:r w:rsidR="00BE611A">
        <w:rPr>
          <w:rFonts w:cs="Georgia"/>
          <w:kern w:val="1"/>
        </w:rPr>
        <w:t>vers janvier 1915</w:t>
      </w:r>
      <w:r>
        <w:rPr>
          <w:rFonts w:cs="Georgia"/>
          <w:kern w:val="1"/>
        </w:rPr>
        <w:t xml:space="preserve">, </w:t>
      </w:r>
      <w:r w:rsidR="00BE611A">
        <w:rPr>
          <w:rFonts w:cs="Georgia"/>
          <w:kern w:val="1"/>
        </w:rPr>
        <w:t>c</w:t>
      </w:r>
      <w:r>
        <w:rPr>
          <w:rFonts w:cs="Georgia"/>
          <w:kern w:val="1"/>
        </w:rPr>
        <w:t>’</w:t>
      </w:r>
      <w:r w:rsidR="00BE611A">
        <w:rPr>
          <w:rFonts w:cs="Georgia"/>
          <w:kern w:val="1"/>
        </w:rPr>
        <w:t>est que vous apparteniez au 1</w:t>
      </w:r>
      <w:r>
        <w:rPr>
          <w:rFonts w:cs="Georgia"/>
          <w:kern w:val="1"/>
        </w:rPr>
        <w:t>8</w:t>
      </w:r>
      <w:r w:rsidRPr="000E1451">
        <w:rPr>
          <w:rFonts w:cs="Georgia"/>
          <w:kern w:val="1"/>
          <w:vertAlign w:val="superscript"/>
        </w:rPr>
        <w:t>e</w:t>
      </w:r>
      <w:r>
        <w:rPr>
          <w:rFonts w:cs="Georgia"/>
          <w:kern w:val="1"/>
        </w:rPr>
        <w:t xml:space="preserve"> </w:t>
      </w:r>
      <w:r w:rsidR="00BE611A">
        <w:rPr>
          <w:rFonts w:cs="Georgia"/>
          <w:kern w:val="1"/>
        </w:rPr>
        <w:t>corps</w:t>
      </w:r>
      <w:r>
        <w:rPr>
          <w:rFonts w:cs="Georgia"/>
          <w:kern w:val="1"/>
        </w:rPr>
        <w:t>.</w:t>
      </w:r>
    </w:p>
    <w:p w14:paraId="5A3B7D5F" w14:textId="77777777" w:rsidR="000E1451" w:rsidRDefault="000E1451" w:rsidP="00BE611A">
      <w:pPr>
        <w:rPr>
          <w:rFonts w:cs="Georgia"/>
          <w:kern w:val="1"/>
        </w:rPr>
      </w:pPr>
      <w:r>
        <w:rPr>
          <w:rFonts w:cs="Georgia"/>
          <w:kern w:val="1"/>
        </w:rPr>
        <w:t>— </w:t>
      </w:r>
      <w:r w:rsidR="00BE611A">
        <w:rPr>
          <w:rFonts w:cs="Georgia"/>
          <w:kern w:val="1"/>
        </w:rPr>
        <w:t>Au 1</w:t>
      </w:r>
      <w:r>
        <w:rPr>
          <w:rFonts w:cs="Georgia"/>
          <w:kern w:val="1"/>
        </w:rPr>
        <w:t>8</w:t>
      </w:r>
      <w:r w:rsidRPr="000E1451">
        <w:rPr>
          <w:rFonts w:cs="Georgia"/>
          <w:kern w:val="1"/>
          <w:vertAlign w:val="superscript"/>
        </w:rPr>
        <w:t>e</w:t>
      </w:r>
      <w:r>
        <w:rPr>
          <w:rFonts w:cs="Georgia"/>
          <w:kern w:val="1"/>
        </w:rPr>
        <w:t xml:space="preserve"> </w:t>
      </w:r>
      <w:r w:rsidR="00BE611A">
        <w:rPr>
          <w:rFonts w:cs="Georgia"/>
          <w:kern w:val="1"/>
        </w:rPr>
        <w:t>corps</w:t>
      </w:r>
      <w:r>
        <w:rPr>
          <w:rFonts w:cs="Georgia"/>
          <w:kern w:val="1"/>
        </w:rPr>
        <w:t>.</w:t>
      </w:r>
    </w:p>
    <w:p w14:paraId="3745868B" w14:textId="77777777" w:rsidR="000E1451" w:rsidRDefault="000E1451" w:rsidP="00BE611A">
      <w:pPr>
        <w:rPr>
          <w:rFonts w:cs="Georgia"/>
          <w:kern w:val="1"/>
        </w:rPr>
      </w:pPr>
      <w:r>
        <w:rPr>
          <w:rFonts w:cs="Georgia"/>
          <w:kern w:val="1"/>
        </w:rPr>
        <w:t>— </w:t>
      </w:r>
      <w:r w:rsidR="00BE611A">
        <w:rPr>
          <w:rFonts w:cs="Georgia"/>
          <w:kern w:val="1"/>
        </w:rPr>
        <w:t>Quel régiment</w:t>
      </w:r>
      <w:r>
        <w:rPr>
          <w:rFonts w:cs="Georgia"/>
          <w:kern w:val="1"/>
        </w:rPr>
        <w:t> ?</w:t>
      </w:r>
    </w:p>
    <w:p w14:paraId="014764F5" w14:textId="77777777" w:rsidR="000E1451" w:rsidRDefault="000E1451" w:rsidP="00BE611A">
      <w:pPr>
        <w:rPr>
          <w:rFonts w:cs="Georgia"/>
          <w:kern w:val="1"/>
        </w:rPr>
      </w:pPr>
      <w:r>
        <w:rPr>
          <w:rFonts w:cs="Georgia"/>
          <w:kern w:val="1"/>
        </w:rPr>
        <w:t>— </w:t>
      </w:r>
      <w:r w:rsidR="00BE611A">
        <w:rPr>
          <w:rFonts w:cs="Georgia"/>
          <w:kern w:val="1"/>
        </w:rPr>
        <w:t>3</w:t>
      </w:r>
      <w:r>
        <w:rPr>
          <w:rFonts w:cs="Georgia"/>
          <w:kern w:val="1"/>
        </w:rPr>
        <w:t>4</w:t>
      </w:r>
      <w:r w:rsidRPr="000E1451">
        <w:rPr>
          <w:rFonts w:cs="Georgia"/>
          <w:kern w:val="1"/>
          <w:vertAlign w:val="superscript"/>
        </w:rPr>
        <w:t>e</w:t>
      </w:r>
      <w:r>
        <w:rPr>
          <w:rFonts w:cs="Georgia"/>
          <w:kern w:val="1"/>
        </w:rPr>
        <w:t>.</w:t>
      </w:r>
    </w:p>
    <w:p w14:paraId="2AF8B20B" w14:textId="77777777" w:rsidR="000E1451" w:rsidRDefault="000E1451" w:rsidP="00BE611A">
      <w:pPr>
        <w:rPr>
          <w:rFonts w:cs="Georgia"/>
          <w:kern w:val="1"/>
        </w:rPr>
      </w:pPr>
      <w:r>
        <w:rPr>
          <w:rFonts w:cs="Georgia"/>
          <w:kern w:val="1"/>
        </w:rPr>
        <w:t>— </w:t>
      </w:r>
      <w:r w:rsidR="00BE611A">
        <w:rPr>
          <w:rFonts w:cs="Georgia"/>
          <w:kern w:val="1"/>
        </w:rPr>
        <w:t>Eh bien</w:t>
      </w:r>
      <w:r>
        <w:rPr>
          <w:rFonts w:cs="Georgia"/>
          <w:kern w:val="1"/>
        </w:rPr>
        <w:t xml:space="preserve">, </w:t>
      </w:r>
      <w:r w:rsidR="00BE611A">
        <w:rPr>
          <w:rFonts w:cs="Georgia"/>
          <w:kern w:val="1"/>
        </w:rPr>
        <w:t>nous avons dû quelquefois nous trouver face à face</w:t>
      </w:r>
      <w:r>
        <w:rPr>
          <w:rFonts w:cs="Georgia"/>
          <w:kern w:val="1"/>
        </w:rPr>
        <w:t xml:space="preserve"> ; </w:t>
      </w:r>
      <w:r w:rsidR="00BE611A">
        <w:rPr>
          <w:rFonts w:cs="Georgia"/>
          <w:kern w:val="1"/>
        </w:rPr>
        <w:t>du côté de Vauclaire et de la Vallée-Foulon</w:t>
      </w:r>
      <w:r>
        <w:rPr>
          <w:rFonts w:cs="Georgia"/>
          <w:kern w:val="1"/>
        </w:rPr>
        <w:t>.</w:t>
      </w:r>
    </w:p>
    <w:p w14:paraId="21D31BD4" w14:textId="77777777" w:rsidR="000E1451" w:rsidRDefault="000E1451" w:rsidP="00BE611A">
      <w:pPr>
        <w:rPr>
          <w:rFonts w:cs="Georgia"/>
          <w:kern w:val="1"/>
        </w:rPr>
      </w:pPr>
      <w:r>
        <w:rPr>
          <w:rFonts w:cs="Georgia"/>
          <w:kern w:val="1"/>
        </w:rPr>
        <w:t>— </w:t>
      </w:r>
      <w:r w:rsidR="00BE611A">
        <w:rPr>
          <w:rFonts w:cs="Georgia"/>
          <w:kern w:val="1"/>
        </w:rPr>
        <w:t>Vauclaire</w:t>
      </w:r>
      <w:r>
        <w:rPr>
          <w:rFonts w:cs="Georgia"/>
          <w:kern w:val="1"/>
        </w:rPr>
        <w:t xml:space="preserve">, </w:t>
      </w:r>
      <w:r w:rsidR="00BE611A">
        <w:rPr>
          <w:rFonts w:cs="Georgia"/>
          <w:kern w:val="1"/>
        </w:rPr>
        <w:t>dit le général</w:t>
      </w:r>
      <w:r>
        <w:rPr>
          <w:rFonts w:cs="Georgia"/>
          <w:kern w:val="1"/>
        </w:rPr>
        <w:t xml:space="preserve">, </w:t>
      </w:r>
      <w:r w:rsidR="00BE611A">
        <w:rPr>
          <w:rFonts w:cs="Georgia"/>
          <w:kern w:val="1"/>
        </w:rPr>
        <w:t>qui commençait à trouver qu</w:t>
      </w:r>
      <w:r>
        <w:rPr>
          <w:rFonts w:cs="Georgia"/>
          <w:kern w:val="1"/>
        </w:rPr>
        <w:t>’</w:t>
      </w:r>
      <w:r w:rsidR="00BE611A">
        <w:rPr>
          <w:rFonts w:cs="Georgia"/>
          <w:kern w:val="1"/>
        </w:rPr>
        <w:t>on ne s</w:t>
      </w:r>
      <w:r>
        <w:rPr>
          <w:rFonts w:cs="Georgia"/>
          <w:kern w:val="1"/>
        </w:rPr>
        <w:t>’</w:t>
      </w:r>
      <w:r w:rsidR="00BE611A">
        <w:rPr>
          <w:rFonts w:cs="Georgia"/>
          <w:kern w:val="1"/>
        </w:rPr>
        <w:t>occupait pas beaucoup de lui</w:t>
      </w:r>
      <w:r>
        <w:rPr>
          <w:rFonts w:cs="Georgia"/>
          <w:kern w:val="1"/>
        </w:rPr>
        <w:t xml:space="preserve">, </w:t>
      </w:r>
      <w:r w:rsidR="00BE611A">
        <w:rPr>
          <w:rFonts w:cs="Georgia"/>
          <w:kern w:val="1"/>
        </w:rPr>
        <w:t>je vois ça comme si j</w:t>
      </w:r>
      <w:r>
        <w:rPr>
          <w:rFonts w:cs="Georgia"/>
          <w:kern w:val="1"/>
        </w:rPr>
        <w:t>’</w:t>
      </w:r>
      <w:r w:rsidR="00BE611A">
        <w:rPr>
          <w:rFonts w:cs="Georgia"/>
          <w:kern w:val="1"/>
        </w:rPr>
        <w:t>y étais</w:t>
      </w:r>
      <w:r>
        <w:rPr>
          <w:rFonts w:cs="Georgia"/>
          <w:kern w:val="1"/>
        </w:rPr>
        <w:t xml:space="preserve"> ! </w:t>
      </w:r>
      <w:r w:rsidR="00BE611A">
        <w:rPr>
          <w:rFonts w:cs="Georgia"/>
          <w:kern w:val="1"/>
        </w:rPr>
        <w:t>Sur le Chemin des Dames</w:t>
      </w:r>
      <w:r>
        <w:rPr>
          <w:rFonts w:cs="Georgia"/>
          <w:kern w:val="1"/>
        </w:rPr>
        <w:t xml:space="preserve">, </w:t>
      </w:r>
      <w:r w:rsidR="00BE611A">
        <w:rPr>
          <w:rFonts w:cs="Georgia"/>
          <w:kern w:val="1"/>
        </w:rPr>
        <w:t>un peu à droite de la route de Laon</w:t>
      </w:r>
      <w:r>
        <w:rPr>
          <w:rFonts w:cs="Georgia"/>
          <w:kern w:val="1"/>
        </w:rPr>
        <w:t xml:space="preserve">. </w:t>
      </w:r>
      <w:r w:rsidR="00BE611A">
        <w:rPr>
          <w:rFonts w:cs="Georgia"/>
          <w:kern w:val="1"/>
        </w:rPr>
        <w:t>J</w:t>
      </w:r>
      <w:r>
        <w:rPr>
          <w:rFonts w:cs="Georgia"/>
          <w:kern w:val="1"/>
        </w:rPr>
        <w:t>’</w:t>
      </w:r>
      <w:r w:rsidR="00BE611A">
        <w:rPr>
          <w:rFonts w:cs="Georgia"/>
          <w:kern w:val="1"/>
        </w:rPr>
        <w:t>ai cantonné là</w:t>
      </w:r>
      <w:r>
        <w:rPr>
          <w:rFonts w:cs="Georgia"/>
          <w:kern w:val="1"/>
        </w:rPr>
        <w:t xml:space="preserve">, </w:t>
      </w:r>
      <w:r w:rsidR="00BE611A">
        <w:rPr>
          <w:rFonts w:cs="Georgia"/>
          <w:kern w:val="1"/>
        </w:rPr>
        <w:t>dans la nuit du 1</w:t>
      </w:r>
      <w:r>
        <w:rPr>
          <w:rFonts w:cs="Georgia"/>
          <w:kern w:val="1"/>
        </w:rPr>
        <w:t>5 janvier</w:t>
      </w:r>
      <w:r w:rsidR="00BE611A">
        <w:rPr>
          <w:rFonts w:cs="Georgia"/>
          <w:kern w:val="1"/>
        </w:rPr>
        <w:t xml:space="preserve"> 1871</w:t>
      </w:r>
      <w:r>
        <w:rPr>
          <w:rFonts w:cs="Georgia"/>
          <w:kern w:val="1"/>
        </w:rPr>
        <w:t xml:space="preserve">. </w:t>
      </w:r>
      <w:r w:rsidR="00BE611A">
        <w:rPr>
          <w:rFonts w:cs="Georgia"/>
          <w:kern w:val="1"/>
        </w:rPr>
        <w:t>Vous voyez que j</w:t>
      </w:r>
      <w:r>
        <w:rPr>
          <w:rFonts w:cs="Georgia"/>
          <w:kern w:val="1"/>
        </w:rPr>
        <w:t>’</w:t>
      </w:r>
      <w:r w:rsidR="00BE611A">
        <w:rPr>
          <w:rFonts w:cs="Georgia"/>
          <w:kern w:val="1"/>
        </w:rPr>
        <w:t>ai encore de la mémoire</w:t>
      </w:r>
      <w:r>
        <w:rPr>
          <w:rFonts w:cs="Georgia"/>
          <w:kern w:val="1"/>
        </w:rPr>
        <w:t xml:space="preserve">. </w:t>
      </w:r>
      <w:r w:rsidR="00BE611A">
        <w:rPr>
          <w:rFonts w:cs="Georgia"/>
          <w:kern w:val="1"/>
        </w:rPr>
        <w:t xml:space="preserve">Nous faisions partie des renforts envoyés au général von </w:t>
      </w:r>
      <w:r>
        <w:rPr>
          <w:rFonts w:cs="Georgia"/>
          <w:kern w:val="1"/>
        </w:rPr>
        <w:t>Goe</w:t>
      </w:r>
      <w:r w:rsidR="00BE611A">
        <w:rPr>
          <w:rFonts w:cs="Georgia"/>
          <w:kern w:val="1"/>
        </w:rPr>
        <w:t>ben pour réduire l</w:t>
      </w:r>
      <w:r>
        <w:rPr>
          <w:rFonts w:cs="Georgia"/>
          <w:kern w:val="1"/>
        </w:rPr>
        <w:t>’</w:t>
      </w:r>
      <w:r w:rsidR="00BE611A">
        <w:rPr>
          <w:rFonts w:cs="Georgia"/>
          <w:kern w:val="1"/>
        </w:rPr>
        <w:t>armée de Faidherbe</w:t>
      </w:r>
      <w:r>
        <w:rPr>
          <w:rFonts w:cs="Georgia"/>
          <w:kern w:val="1"/>
        </w:rPr>
        <w:t xml:space="preserve">. </w:t>
      </w:r>
      <w:r w:rsidR="00BE611A">
        <w:rPr>
          <w:rFonts w:cs="Georgia"/>
          <w:kern w:val="1"/>
        </w:rPr>
        <w:t>Superbe campagne</w:t>
      </w:r>
      <w:r>
        <w:rPr>
          <w:rFonts w:cs="Georgia"/>
          <w:kern w:val="1"/>
        </w:rPr>
        <w:t xml:space="preserve"> ! </w:t>
      </w:r>
      <w:r w:rsidR="00BE611A">
        <w:rPr>
          <w:rFonts w:cs="Georgia"/>
          <w:kern w:val="1"/>
        </w:rPr>
        <w:t>Nous avons escaladé les hauteurs de l</w:t>
      </w:r>
      <w:r>
        <w:rPr>
          <w:rFonts w:cs="Georgia"/>
          <w:kern w:val="1"/>
        </w:rPr>
        <w:t>’</w:t>
      </w:r>
      <w:r w:rsidR="00BE611A">
        <w:rPr>
          <w:rFonts w:cs="Georgia"/>
          <w:kern w:val="1"/>
        </w:rPr>
        <w:t>Aisne en une petite heure</w:t>
      </w:r>
      <w:r>
        <w:rPr>
          <w:rFonts w:cs="Georgia"/>
          <w:kern w:val="1"/>
        </w:rPr>
        <w:t xml:space="preserve">, </w:t>
      </w:r>
      <w:r w:rsidR="00BE611A">
        <w:rPr>
          <w:rFonts w:cs="Georgia"/>
          <w:kern w:val="1"/>
        </w:rPr>
        <w:t>sans descendre de nos chevaux</w:t>
      </w:r>
      <w:r>
        <w:rPr>
          <w:rFonts w:cs="Georgia"/>
          <w:kern w:val="1"/>
        </w:rPr>
        <w:t xml:space="preserve">, </w:t>
      </w:r>
      <w:r w:rsidR="00BE611A">
        <w:rPr>
          <w:rFonts w:cs="Georgia"/>
          <w:kern w:val="1"/>
        </w:rPr>
        <w:t>sans éteindre nos pipes</w:t>
      </w:r>
      <w:r>
        <w:rPr>
          <w:rFonts w:cs="Georgia"/>
          <w:kern w:val="1"/>
        </w:rPr>
        <w:t xml:space="preserve">. </w:t>
      </w:r>
      <w:r w:rsidR="00BE611A">
        <w:rPr>
          <w:rFonts w:cs="Georgia"/>
          <w:kern w:val="1"/>
        </w:rPr>
        <w:t>C</w:t>
      </w:r>
      <w:r>
        <w:rPr>
          <w:rFonts w:cs="Georgia"/>
          <w:kern w:val="1"/>
        </w:rPr>
        <w:t>’</w:t>
      </w:r>
      <w:r w:rsidR="00BE611A">
        <w:rPr>
          <w:rFonts w:cs="Georgia"/>
          <w:kern w:val="1"/>
        </w:rPr>
        <w:t>est vous dire</w:t>
      </w:r>
      <w:r>
        <w:rPr>
          <w:rFonts w:cs="Georgia"/>
          <w:kern w:val="1"/>
        </w:rPr>
        <w:t xml:space="preserve"> ! </w:t>
      </w:r>
      <w:r w:rsidR="00BE611A">
        <w:rPr>
          <w:rFonts w:cs="Georgia"/>
          <w:kern w:val="1"/>
        </w:rPr>
        <w:t>Ah</w:t>
      </w:r>
      <w:r>
        <w:rPr>
          <w:rFonts w:cs="Georgia"/>
          <w:kern w:val="1"/>
        </w:rPr>
        <w:t xml:space="preserve"> ! </w:t>
      </w:r>
      <w:r w:rsidR="00BE611A">
        <w:rPr>
          <w:rFonts w:cs="Georgia"/>
          <w:kern w:val="1"/>
        </w:rPr>
        <w:t>ce n</w:t>
      </w:r>
      <w:r>
        <w:rPr>
          <w:rFonts w:cs="Georgia"/>
          <w:kern w:val="1"/>
        </w:rPr>
        <w:t>’</w:t>
      </w:r>
      <w:r w:rsidR="00BE611A">
        <w:rPr>
          <w:rFonts w:cs="Georgia"/>
          <w:kern w:val="1"/>
        </w:rPr>
        <w:t>était pas encore le temps où l</w:t>
      </w:r>
      <w:r>
        <w:rPr>
          <w:rFonts w:cs="Georgia"/>
          <w:kern w:val="1"/>
        </w:rPr>
        <w:t>’</w:t>
      </w:r>
      <w:r w:rsidR="00BE611A">
        <w:rPr>
          <w:rFonts w:cs="Georgia"/>
          <w:kern w:val="1"/>
        </w:rPr>
        <w:t>on se laissait arrêter</w:t>
      </w:r>
      <w:r>
        <w:rPr>
          <w:rFonts w:cs="Georgia"/>
          <w:kern w:val="1"/>
        </w:rPr>
        <w:t xml:space="preserve">, </w:t>
      </w:r>
      <w:r w:rsidR="00BE611A">
        <w:rPr>
          <w:rFonts w:cs="Georgia"/>
          <w:kern w:val="1"/>
        </w:rPr>
        <w:t>des mois et des années</w:t>
      </w:r>
      <w:r>
        <w:rPr>
          <w:rFonts w:cs="Georgia"/>
          <w:kern w:val="1"/>
        </w:rPr>
        <w:t xml:space="preserve">, </w:t>
      </w:r>
      <w:r w:rsidR="00BE611A">
        <w:rPr>
          <w:rFonts w:cs="Georgia"/>
          <w:kern w:val="1"/>
        </w:rPr>
        <w:t>par quelques méchants ouvrages de terre battue</w:t>
      </w:r>
      <w:r>
        <w:rPr>
          <w:rFonts w:cs="Georgia"/>
          <w:kern w:val="1"/>
        </w:rPr>
        <w:t>.</w:t>
      </w:r>
    </w:p>
    <w:p w14:paraId="3ADF4C1A" w14:textId="77777777" w:rsidR="000E1451" w:rsidRDefault="00BE611A" w:rsidP="00BE611A">
      <w:pPr>
        <w:rPr>
          <w:rFonts w:cs="Georgia"/>
          <w:kern w:val="1"/>
        </w:rPr>
      </w:pPr>
      <w:r>
        <w:rPr>
          <w:rFonts w:cs="Georgia"/>
          <w:kern w:val="1"/>
        </w:rPr>
        <w:t>Dietrich regarda le vieillard comme s</w:t>
      </w:r>
      <w:r w:rsidR="000E1451">
        <w:rPr>
          <w:rFonts w:cs="Georgia"/>
          <w:kern w:val="1"/>
        </w:rPr>
        <w:t>’</w:t>
      </w:r>
      <w:r>
        <w:rPr>
          <w:rFonts w:cs="Georgia"/>
          <w:kern w:val="1"/>
        </w:rPr>
        <w:t>il hésitait à répondre</w:t>
      </w:r>
      <w:r w:rsidR="000E1451">
        <w:rPr>
          <w:rFonts w:cs="Georgia"/>
          <w:kern w:val="1"/>
        </w:rPr>
        <w:t xml:space="preserve">. </w:t>
      </w:r>
      <w:r>
        <w:rPr>
          <w:rFonts w:cs="Georgia"/>
          <w:kern w:val="1"/>
        </w:rPr>
        <w:t>Il le fit</w:t>
      </w:r>
      <w:r w:rsidR="000E1451">
        <w:rPr>
          <w:rFonts w:cs="Georgia"/>
          <w:kern w:val="1"/>
        </w:rPr>
        <w:t xml:space="preserve">, </w:t>
      </w:r>
      <w:r>
        <w:rPr>
          <w:rFonts w:cs="Georgia"/>
          <w:kern w:val="1"/>
        </w:rPr>
        <w:t>cependant</w:t>
      </w:r>
      <w:r w:rsidR="000E1451">
        <w:rPr>
          <w:rFonts w:cs="Georgia"/>
          <w:kern w:val="1"/>
        </w:rPr>
        <w:t xml:space="preserve">, </w:t>
      </w:r>
      <w:r>
        <w:rPr>
          <w:rFonts w:cs="Georgia"/>
          <w:kern w:val="1"/>
        </w:rPr>
        <w:t>et de la façon la plus mesurée</w:t>
      </w:r>
      <w:r w:rsidR="000E1451">
        <w:rPr>
          <w:rFonts w:cs="Georgia"/>
          <w:kern w:val="1"/>
        </w:rPr>
        <w:t xml:space="preserve">, </w:t>
      </w:r>
      <w:r>
        <w:rPr>
          <w:rFonts w:cs="Georgia"/>
          <w:kern w:val="1"/>
        </w:rPr>
        <w:t>la plus respectueuse</w:t>
      </w:r>
      <w:r w:rsidR="000E1451">
        <w:rPr>
          <w:rFonts w:cs="Georgia"/>
          <w:kern w:val="1"/>
        </w:rPr>
        <w:t>.</w:t>
      </w:r>
    </w:p>
    <w:p w14:paraId="2377467E" w14:textId="77777777" w:rsidR="000E1451" w:rsidRDefault="000E1451" w:rsidP="00BE611A">
      <w:pPr>
        <w:rPr>
          <w:rFonts w:cs="Georgia"/>
          <w:kern w:val="1"/>
        </w:rPr>
      </w:pPr>
      <w:r>
        <w:rPr>
          <w:rFonts w:cs="Georgia"/>
          <w:kern w:val="1"/>
        </w:rPr>
        <w:t>— </w:t>
      </w:r>
      <w:r w:rsidR="00BE611A">
        <w:rPr>
          <w:rFonts w:cs="Georgia"/>
          <w:kern w:val="1"/>
        </w:rPr>
        <w:t>Mon père</w:t>
      </w:r>
      <w:r>
        <w:rPr>
          <w:rFonts w:cs="Georgia"/>
          <w:kern w:val="1"/>
        </w:rPr>
        <w:t xml:space="preserve">, </w:t>
      </w:r>
      <w:r w:rsidR="00BE611A">
        <w:rPr>
          <w:rFonts w:cs="Georgia"/>
          <w:kern w:val="1"/>
        </w:rPr>
        <w:t>dit-il</w:t>
      </w:r>
      <w:r>
        <w:rPr>
          <w:rFonts w:cs="Georgia"/>
          <w:kern w:val="1"/>
        </w:rPr>
        <w:t xml:space="preserve">, </w:t>
      </w:r>
      <w:r w:rsidR="00BE611A">
        <w:rPr>
          <w:rFonts w:cs="Georgia"/>
          <w:kern w:val="1"/>
        </w:rPr>
        <w:t>il y a plus de soldats allemands enterrés entre Vauclaire et la Vallée Foulon que vous n</w:t>
      </w:r>
      <w:r>
        <w:rPr>
          <w:rFonts w:cs="Georgia"/>
          <w:kern w:val="1"/>
        </w:rPr>
        <w:t>’</w:t>
      </w:r>
      <w:r w:rsidR="00BE611A">
        <w:rPr>
          <w:rFonts w:cs="Georgia"/>
          <w:kern w:val="1"/>
        </w:rPr>
        <w:t>en avez perdus</w:t>
      </w:r>
      <w:r>
        <w:rPr>
          <w:rFonts w:cs="Georgia"/>
          <w:kern w:val="1"/>
        </w:rPr>
        <w:t xml:space="preserve">, </w:t>
      </w:r>
      <w:r w:rsidR="00BE611A">
        <w:rPr>
          <w:rFonts w:cs="Georgia"/>
          <w:kern w:val="1"/>
        </w:rPr>
        <w:t>en 1871</w:t>
      </w:r>
      <w:r>
        <w:rPr>
          <w:rFonts w:cs="Georgia"/>
          <w:kern w:val="1"/>
        </w:rPr>
        <w:t xml:space="preserve">, </w:t>
      </w:r>
      <w:r w:rsidR="00BE611A">
        <w:rPr>
          <w:rFonts w:cs="Georgia"/>
          <w:kern w:val="1"/>
        </w:rPr>
        <w:t>dans toute la campagne du Nord</w:t>
      </w:r>
      <w:r>
        <w:rPr>
          <w:rFonts w:cs="Georgia"/>
          <w:kern w:val="1"/>
        </w:rPr>
        <w:t xml:space="preserve">, </w:t>
      </w:r>
      <w:r w:rsidR="00BE611A">
        <w:rPr>
          <w:rFonts w:cs="Georgia"/>
          <w:kern w:val="1"/>
        </w:rPr>
        <w:t>aux combats de Saint-Quentin</w:t>
      </w:r>
      <w:r>
        <w:rPr>
          <w:rFonts w:cs="Georgia"/>
          <w:kern w:val="1"/>
        </w:rPr>
        <w:t xml:space="preserve">, </w:t>
      </w:r>
      <w:r w:rsidR="00BE611A">
        <w:rPr>
          <w:rFonts w:cs="Georgia"/>
          <w:kern w:val="1"/>
        </w:rPr>
        <w:t>de la Fère et de Bapaume réunis</w:t>
      </w:r>
      <w:r>
        <w:rPr>
          <w:rFonts w:cs="Georgia"/>
          <w:kern w:val="1"/>
        </w:rPr>
        <w:t>.</w:t>
      </w:r>
    </w:p>
    <w:p w14:paraId="31D8250B" w14:textId="77777777" w:rsidR="000E1451" w:rsidRDefault="00BE611A" w:rsidP="00BE611A">
      <w:pPr>
        <w:rPr>
          <w:rFonts w:cs="Georgia"/>
          <w:kern w:val="1"/>
        </w:rPr>
      </w:pPr>
      <w:r>
        <w:rPr>
          <w:rFonts w:cs="Georgia"/>
          <w:kern w:val="1"/>
        </w:rPr>
        <w:t>Le général rougit comme un coq</w:t>
      </w:r>
      <w:r w:rsidR="000E1451">
        <w:rPr>
          <w:rFonts w:cs="Georgia"/>
          <w:kern w:val="1"/>
        </w:rPr>
        <w:t>.</w:t>
      </w:r>
    </w:p>
    <w:p w14:paraId="4C11E598" w14:textId="77777777" w:rsidR="000E1451" w:rsidRDefault="000E1451" w:rsidP="00BE611A">
      <w:pPr>
        <w:rPr>
          <w:rFonts w:cs="Georgia"/>
          <w:kern w:val="1"/>
        </w:rPr>
      </w:pPr>
      <w:r>
        <w:rPr>
          <w:rFonts w:cs="Georgia"/>
          <w:kern w:val="1"/>
        </w:rPr>
        <w:lastRenderedPageBreak/>
        <w:t>— </w:t>
      </w:r>
      <w:r w:rsidR="00BE611A">
        <w:rPr>
          <w:rFonts w:cs="Georgia"/>
          <w:kern w:val="1"/>
        </w:rPr>
        <w:t>Eh</w:t>
      </w:r>
      <w:r>
        <w:rPr>
          <w:rFonts w:cs="Georgia"/>
          <w:kern w:val="1"/>
        </w:rPr>
        <w:t xml:space="preserve"> ! </w:t>
      </w:r>
      <w:r w:rsidR="00BE611A">
        <w:rPr>
          <w:rFonts w:cs="Georgia"/>
          <w:kern w:val="1"/>
        </w:rPr>
        <w:t>fit-il</w:t>
      </w:r>
      <w:r>
        <w:rPr>
          <w:rFonts w:cs="Georgia"/>
          <w:kern w:val="1"/>
        </w:rPr>
        <w:t xml:space="preserve">, </w:t>
      </w:r>
      <w:r w:rsidR="00BE611A">
        <w:rPr>
          <w:rFonts w:cs="Georgia"/>
          <w:kern w:val="1"/>
        </w:rPr>
        <w:t>c</w:t>
      </w:r>
      <w:r>
        <w:rPr>
          <w:rFonts w:cs="Georgia"/>
          <w:kern w:val="1"/>
        </w:rPr>
        <w:t>’</w:t>
      </w:r>
      <w:r w:rsidR="00BE611A">
        <w:rPr>
          <w:rFonts w:cs="Georgia"/>
          <w:kern w:val="1"/>
        </w:rPr>
        <w:t>est justement ce que je reproche aux méthodes actuelles</w:t>
      </w:r>
      <w:r>
        <w:rPr>
          <w:rFonts w:cs="Georgia"/>
          <w:kern w:val="1"/>
        </w:rPr>
        <w:t xml:space="preserve">. </w:t>
      </w:r>
      <w:r w:rsidR="00BE611A">
        <w:rPr>
          <w:rFonts w:cs="Georgia"/>
          <w:kern w:val="1"/>
        </w:rPr>
        <w:t>Énormes pertes</w:t>
      </w:r>
      <w:r>
        <w:rPr>
          <w:rFonts w:cs="Georgia"/>
          <w:kern w:val="1"/>
        </w:rPr>
        <w:t xml:space="preserve">, </w:t>
      </w:r>
      <w:r w:rsidR="00BE611A">
        <w:rPr>
          <w:rFonts w:cs="Georgia"/>
          <w:kern w:val="1"/>
        </w:rPr>
        <w:t>résultats nuls</w:t>
      </w:r>
      <w:r>
        <w:rPr>
          <w:rFonts w:cs="Georgia"/>
          <w:kern w:val="1"/>
        </w:rPr>
        <w:t xml:space="preserve"> ! </w:t>
      </w:r>
      <w:r w:rsidR="00BE611A">
        <w:rPr>
          <w:rFonts w:cs="Georgia"/>
          <w:kern w:val="1"/>
        </w:rPr>
        <w:t>Ni élégance dans la recherche de la solution</w:t>
      </w:r>
      <w:r>
        <w:rPr>
          <w:rFonts w:cs="Georgia"/>
          <w:kern w:val="1"/>
        </w:rPr>
        <w:t xml:space="preserve">, </w:t>
      </w:r>
      <w:r w:rsidR="00BE611A">
        <w:rPr>
          <w:rFonts w:cs="Georgia"/>
          <w:kern w:val="1"/>
        </w:rPr>
        <w:t>ni finesse</w:t>
      </w:r>
      <w:r>
        <w:rPr>
          <w:rFonts w:cs="Georgia"/>
          <w:kern w:val="1"/>
        </w:rPr>
        <w:t xml:space="preserve">, </w:t>
      </w:r>
      <w:r w:rsidR="00BE611A">
        <w:rPr>
          <w:rFonts w:cs="Georgia"/>
          <w:kern w:val="1"/>
        </w:rPr>
        <w:t>ni fougue dans l</w:t>
      </w:r>
      <w:r>
        <w:rPr>
          <w:rFonts w:cs="Georgia"/>
          <w:kern w:val="1"/>
        </w:rPr>
        <w:t>’</w:t>
      </w:r>
      <w:r w:rsidR="00BE611A">
        <w:rPr>
          <w:rFonts w:cs="Georgia"/>
          <w:kern w:val="1"/>
        </w:rPr>
        <w:t>exécution</w:t>
      </w:r>
      <w:r>
        <w:rPr>
          <w:rFonts w:cs="Georgia"/>
          <w:kern w:val="1"/>
        </w:rPr>
        <w:t xml:space="preserve">. </w:t>
      </w:r>
      <w:r w:rsidR="00BE611A">
        <w:rPr>
          <w:rFonts w:cs="Georgia"/>
          <w:kern w:val="1"/>
        </w:rPr>
        <w:t>Écoute</w:t>
      </w:r>
      <w:r>
        <w:rPr>
          <w:rFonts w:cs="Georgia"/>
          <w:kern w:val="1"/>
        </w:rPr>
        <w:t xml:space="preserve">, </w:t>
      </w:r>
      <w:r w:rsidR="00BE611A">
        <w:rPr>
          <w:rFonts w:cs="Georgia"/>
          <w:kern w:val="1"/>
        </w:rPr>
        <w:t>Dietrich</w:t>
      </w:r>
      <w:r>
        <w:rPr>
          <w:rFonts w:cs="Georgia"/>
          <w:kern w:val="1"/>
        </w:rPr>
        <w:t xml:space="preserve">, </w:t>
      </w:r>
      <w:r w:rsidR="00BE611A">
        <w:rPr>
          <w:rFonts w:cs="Georgia"/>
          <w:kern w:val="1"/>
        </w:rPr>
        <w:t>le jour où ton frère Conrad</w:t>
      </w:r>
      <w:r>
        <w:rPr>
          <w:rFonts w:cs="Georgia"/>
          <w:kern w:val="1"/>
        </w:rPr>
        <w:t xml:space="preserve">, </w:t>
      </w:r>
      <w:r w:rsidR="00BE611A">
        <w:rPr>
          <w:rFonts w:cs="Georgia"/>
          <w:kern w:val="1"/>
        </w:rPr>
        <w:t>qui était quelqu</w:t>
      </w:r>
      <w:r>
        <w:rPr>
          <w:rFonts w:cs="Georgia"/>
          <w:kern w:val="1"/>
        </w:rPr>
        <w:t>’</w:t>
      </w:r>
      <w:r w:rsidR="00BE611A">
        <w:rPr>
          <w:rFonts w:cs="Georgia"/>
          <w:kern w:val="1"/>
        </w:rPr>
        <w:t>un</w:t>
      </w:r>
      <w:r>
        <w:rPr>
          <w:rFonts w:cs="Georgia"/>
          <w:kern w:val="1"/>
        </w:rPr>
        <w:t xml:space="preserve">, </w:t>
      </w:r>
      <w:r w:rsidR="00BE611A">
        <w:rPr>
          <w:rFonts w:cs="Georgia"/>
          <w:kern w:val="1"/>
        </w:rPr>
        <w:t>n</w:t>
      </w:r>
      <w:r>
        <w:rPr>
          <w:rFonts w:cs="Georgia"/>
          <w:kern w:val="1"/>
        </w:rPr>
        <w:t>’</w:t>
      </w:r>
      <w:r w:rsidR="00BE611A">
        <w:rPr>
          <w:rFonts w:cs="Georgia"/>
          <w:kern w:val="1"/>
        </w:rPr>
        <w:t>est-ce pas</w:t>
      </w:r>
      <w:r>
        <w:rPr>
          <w:rFonts w:cs="Georgia"/>
          <w:kern w:val="1"/>
        </w:rPr>
        <w:t xml:space="preserve">, </w:t>
      </w:r>
      <w:r w:rsidR="00BE611A">
        <w:rPr>
          <w:rFonts w:cs="Georgia"/>
          <w:kern w:val="1"/>
        </w:rPr>
        <w:t>est venu me dire qu</w:t>
      </w:r>
      <w:r>
        <w:rPr>
          <w:rFonts w:cs="Georgia"/>
          <w:kern w:val="1"/>
        </w:rPr>
        <w:t>’</w:t>
      </w:r>
      <w:r w:rsidR="00BE611A">
        <w:rPr>
          <w:rFonts w:cs="Georgia"/>
          <w:kern w:val="1"/>
        </w:rPr>
        <w:t>on démontait les cuirassiers de son régiment pour les envoyer dans les tranchées</w:t>
      </w:r>
      <w:r>
        <w:rPr>
          <w:rFonts w:cs="Georgia"/>
          <w:kern w:val="1"/>
        </w:rPr>
        <w:t xml:space="preserve">, </w:t>
      </w:r>
      <w:r w:rsidR="00BE611A">
        <w:rPr>
          <w:rFonts w:cs="Georgia"/>
          <w:kern w:val="1"/>
        </w:rPr>
        <w:t>j</w:t>
      </w:r>
      <w:r>
        <w:rPr>
          <w:rFonts w:cs="Georgia"/>
          <w:kern w:val="1"/>
        </w:rPr>
        <w:t>’</w:t>
      </w:r>
      <w:r w:rsidR="00BE611A">
        <w:rPr>
          <w:rFonts w:cs="Georgia"/>
          <w:kern w:val="1"/>
        </w:rPr>
        <w:t>ai pensé que nos chefs étaient devenus fous</w:t>
      </w:r>
      <w:r>
        <w:rPr>
          <w:rFonts w:cs="Georgia"/>
          <w:kern w:val="1"/>
        </w:rPr>
        <w:t xml:space="preserve">, </w:t>
      </w:r>
      <w:r w:rsidR="00BE611A">
        <w:rPr>
          <w:rFonts w:cs="Georgia"/>
          <w:kern w:val="1"/>
        </w:rPr>
        <w:t>que nous allions au-devant d</w:t>
      </w:r>
      <w:r>
        <w:rPr>
          <w:rFonts w:cs="Georgia"/>
          <w:kern w:val="1"/>
        </w:rPr>
        <w:t>’</w:t>
      </w:r>
      <w:r w:rsidR="00BE611A">
        <w:rPr>
          <w:rFonts w:cs="Georgia"/>
          <w:kern w:val="1"/>
        </w:rPr>
        <w:t>une guerre interminable</w:t>
      </w:r>
      <w:r>
        <w:rPr>
          <w:rFonts w:cs="Georgia"/>
          <w:kern w:val="1"/>
        </w:rPr>
        <w:t xml:space="preserve">. </w:t>
      </w:r>
      <w:r w:rsidR="00BE611A">
        <w:rPr>
          <w:rFonts w:cs="Georgia"/>
          <w:kern w:val="1"/>
        </w:rPr>
        <w:t>Mais enfin</w:t>
      </w:r>
      <w:r>
        <w:rPr>
          <w:rFonts w:cs="Georgia"/>
          <w:kern w:val="1"/>
        </w:rPr>
        <w:t xml:space="preserve">, </w:t>
      </w:r>
      <w:r w:rsidR="00BE611A">
        <w:rPr>
          <w:rFonts w:cs="Georgia"/>
          <w:kern w:val="1"/>
        </w:rPr>
        <w:t>explique-moi</w:t>
      </w:r>
      <w:r>
        <w:rPr>
          <w:rFonts w:cs="Georgia"/>
          <w:kern w:val="1"/>
        </w:rPr>
        <w:t xml:space="preserve"> ! </w:t>
      </w:r>
      <w:r w:rsidR="00BE611A">
        <w:rPr>
          <w:rFonts w:cs="Georgia"/>
          <w:kern w:val="1"/>
        </w:rPr>
        <w:t>Comment voulez-vous obtenir la décision si vous démontez les régiments de cavalerie</w:t>
      </w:r>
      <w:r>
        <w:rPr>
          <w:rFonts w:cs="Georgia"/>
          <w:kern w:val="1"/>
        </w:rPr>
        <w:t xml:space="preserve">. </w:t>
      </w:r>
      <w:r w:rsidR="00BE611A">
        <w:rPr>
          <w:rFonts w:cs="Georgia"/>
          <w:kern w:val="1"/>
        </w:rPr>
        <w:t>Songez-y</w:t>
      </w:r>
      <w:r>
        <w:rPr>
          <w:rFonts w:cs="Georgia"/>
          <w:kern w:val="1"/>
        </w:rPr>
        <w:t xml:space="preserve"> ! </w:t>
      </w:r>
      <w:r w:rsidR="00BE611A">
        <w:rPr>
          <w:rFonts w:cs="Georgia"/>
          <w:kern w:val="1"/>
        </w:rPr>
        <w:t>Le régiment de ton frère</w:t>
      </w:r>
      <w:r>
        <w:rPr>
          <w:rFonts w:cs="Georgia"/>
          <w:kern w:val="1"/>
        </w:rPr>
        <w:t xml:space="preserve">, </w:t>
      </w:r>
      <w:r w:rsidR="00BE611A">
        <w:rPr>
          <w:rFonts w:cs="Georgia"/>
          <w:kern w:val="1"/>
        </w:rPr>
        <w:t xml:space="preserve">le </w:t>
      </w:r>
      <w:r>
        <w:rPr>
          <w:rFonts w:cs="Georgia"/>
          <w:kern w:val="1"/>
        </w:rPr>
        <w:t>2</w:t>
      </w:r>
      <w:r w:rsidRPr="000E1451">
        <w:rPr>
          <w:rFonts w:cs="Georgia"/>
          <w:kern w:val="1"/>
          <w:vertAlign w:val="superscript"/>
        </w:rPr>
        <w:t>e</w:t>
      </w:r>
      <w:r>
        <w:rPr>
          <w:rFonts w:cs="Georgia"/>
          <w:kern w:val="1"/>
        </w:rPr>
        <w:t xml:space="preserve"> </w:t>
      </w:r>
      <w:r w:rsidR="00BE611A">
        <w:rPr>
          <w:rFonts w:cs="Georgia"/>
          <w:kern w:val="1"/>
        </w:rPr>
        <w:t>cuirassiers de la Reine</w:t>
      </w:r>
      <w:r>
        <w:rPr>
          <w:rFonts w:cs="Georgia"/>
          <w:kern w:val="1"/>
        </w:rPr>
        <w:t xml:space="preserve">, </w:t>
      </w:r>
      <w:r w:rsidR="00BE611A">
        <w:rPr>
          <w:rFonts w:cs="Georgia"/>
          <w:kern w:val="1"/>
        </w:rPr>
        <w:t>le régiment préféré du vieux Jürgass</w:t>
      </w:r>
      <w:r>
        <w:rPr>
          <w:rFonts w:cs="Georgia"/>
          <w:kern w:val="1"/>
        </w:rPr>
        <w:t xml:space="preserve">, </w:t>
      </w:r>
      <w:r w:rsidR="00BE611A">
        <w:rPr>
          <w:rFonts w:cs="Georgia"/>
          <w:kern w:val="1"/>
        </w:rPr>
        <w:t>dans la boue</w:t>
      </w:r>
      <w:r>
        <w:rPr>
          <w:rFonts w:cs="Georgia"/>
          <w:kern w:val="1"/>
        </w:rPr>
        <w:t xml:space="preserve">, </w:t>
      </w:r>
      <w:r w:rsidR="00BE611A">
        <w:rPr>
          <w:rFonts w:cs="Georgia"/>
          <w:kern w:val="1"/>
        </w:rPr>
        <w:t>avec la pouillerie des fantassins</w:t>
      </w:r>
      <w:r>
        <w:rPr>
          <w:rFonts w:cs="Georgia"/>
          <w:kern w:val="1"/>
        </w:rPr>
        <w:t xml:space="preserve"> ! </w:t>
      </w:r>
      <w:r w:rsidR="00BE611A">
        <w:rPr>
          <w:rFonts w:cs="Georgia"/>
          <w:kern w:val="1"/>
        </w:rPr>
        <w:t>Non</w:t>
      </w:r>
      <w:r>
        <w:rPr>
          <w:rFonts w:cs="Georgia"/>
          <w:kern w:val="1"/>
        </w:rPr>
        <w:t xml:space="preserve">, </w:t>
      </w:r>
      <w:r w:rsidR="00BE611A">
        <w:rPr>
          <w:rFonts w:cs="Georgia"/>
          <w:kern w:val="1"/>
        </w:rPr>
        <w:t>non</w:t>
      </w:r>
      <w:r>
        <w:rPr>
          <w:rFonts w:cs="Georgia"/>
          <w:kern w:val="1"/>
        </w:rPr>
        <w:t xml:space="preserve">, </w:t>
      </w:r>
      <w:r w:rsidR="00BE611A">
        <w:rPr>
          <w:rFonts w:cs="Georgia"/>
          <w:kern w:val="1"/>
        </w:rPr>
        <w:t>traite-moi de fou moi-même</w:t>
      </w:r>
      <w:r>
        <w:rPr>
          <w:rFonts w:cs="Georgia"/>
          <w:kern w:val="1"/>
        </w:rPr>
        <w:t xml:space="preserve">, </w:t>
      </w:r>
      <w:r w:rsidR="00BE611A">
        <w:rPr>
          <w:rFonts w:cs="Georgia"/>
          <w:kern w:val="1"/>
        </w:rPr>
        <w:t>mais je ne comprends pas</w:t>
      </w:r>
      <w:r>
        <w:rPr>
          <w:rFonts w:cs="Georgia"/>
          <w:kern w:val="1"/>
        </w:rPr>
        <w:t xml:space="preserve"> ! </w:t>
      </w:r>
      <w:r w:rsidR="00BE611A">
        <w:rPr>
          <w:rFonts w:cs="Georgia"/>
          <w:kern w:val="1"/>
        </w:rPr>
        <w:t>Remarque que ce que je dis est vrai également de nos ennemis</w:t>
      </w:r>
      <w:r>
        <w:rPr>
          <w:rFonts w:cs="Georgia"/>
          <w:kern w:val="1"/>
        </w:rPr>
        <w:t xml:space="preserve">. </w:t>
      </w:r>
      <w:r w:rsidR="00BE611A">
        <w:rPr>
          <w:rFonts w:cs="Georgia"/>
          <w:kern w:val="1"/>
        </w:rPr>
        <w:t>Tiens</w:t>
      </w:r>
      <w:r>
        <w:rPr>
          <w:rFonts w:cs="Georgia"/>
          <w:kern w:val="1"/>
        </w:rPr>
        <w:t xml:space="preserve">, </w:t>
      </w:r>
      <w:r w:rsidR="00BE611A">
        <w:rPr>
          <w:rFonts w:cs="Georgia"/>
          <w:kern w:val="1"/>
        </w:rPr>
        <w:t>pour en revenir à Vauclaire</w:t>
      </w:r>
      <w:r>
        <w:rPr>
          <w:rFonts w:cs="Georgia"/>
          <w:kern w:val="1"/>
        </w:rPr>
        <w:t xml:space="preserve">, </w:t>
      </w:r>
      <w:r w:rsidR="00BE611A">
        <w:rPr>
          <w:rFonts w:cs="Georgia"/>
          <w:kern w:val="1"/>
        </w:rPr>
        <w:t>c</w:t>
      </w:r>
      <w:r>
        <w:rPr>
          <w:rFonts w:cs="Georgia"/>
          <w:kern w:val="1"/>
        </w:rPr>
        <w:t>’</w:t>
      </w:r>
      <w:r w:rsidR="00BE611A">
        <w:rPr>
          <w:rFonts w:cs="Georgia"/>
          <w:kern w:val="1"/>
        </w:rPr>
        <w:t>est par là qu</w:t>
      </w:r>
      <w:r>
        <w:rPr>
          <w:rFonts w:cs="Georgia"/>
          <w:kern w:val="1"/>
        </w:rPr>
        <w:t>’</w:t>
      </w:r>
      <w:r w:rsidR="00BE611A">
        <w:rPr>
          <w:rFonts w:cs="Georgia"/>
          <w:kern w:val="1"/>
        </w:rPr>
        <w:t>en 1814 Napoléon s</w:t>
      </w:r>
      <w:r>
        <w:rPr>
          <w:rFonts w:cs="Georgia"/>
          <w:kern w:val="1"/>
        </w:rPr>
        <w:t>’</w:t>
      </w:r>
      <w:r w:rsidR="00BE611A">
        <w:rPr>
          <w:rFonts w:cs="Georgia"/>
          <w:kern w:val="1"/>
        </w:rPr>
        <w:t>est emparé de Craonne</w:t>
      </w:r>
      <w:r>
        <w:rPr>
          <w:rFonts w:cs="Georgia"/>
          <w:kern w:val="1"/>
        </w:rPr>
        <w:t xml:space="preserve">. </w:t>
      </w:r>
      <w:r w:rsidR="00BE611A">
        <w:rPr>
          <w:rFonts w:cs="Georgia"/>
          <w:kern w:val="1"/>
        </w:rPr>
        <w:t>Ça n</w:t>
      </w:r>
      <w:r>
        <w:rPr>
          <w:rFonts w:cs="Georgia"/>
          <w:kern w:val="1"/>
        </w:rPr>
        <w:t>’</w:t>
      </w:r>
      <w:r w:rsidR="00BE611A">
        <w:rPr>
          <w:rFonts w:cs="Georgia"/>
          <w:kern w:val="1"/>
        </w:rPr>
        <w:t>a pas demandé deux heures</w:t>
      </w:r>
      <w:r>
        <w:rPr>
          <w:rFonts w:cs="Georgia"/>
          <w:kern w:val="1"/>
        </w:rPr>
        <w:t xml:space="preserve">. </w:t>
      </w:r>
      <w:r w:rsidR="00BE611A">
        <w:rPr>
          <w:rFonts w:cs="Georgia"/>
          <w:kern w:val="1"/>
        </w:rPr>
        <w:t>Depuis</w:t>
      </w:r>
      <w:r>
        <w:rPr>
          <w:rFonts w:cs="Georgia"/>
          <w:kern w:val="1"/>
        </w:rPr>
        <w:t xml:space="preserve">, </w:t>
      </w:r>
      <w:r w:rsidR="00BE611A">
        <w:rPr>
          <w:rFonts w:cs="Georgia"/>
          <w:kern w:val="1"/>
        </w:rPr>
        <w:t>les Français ont mis plus de deux ans pour</w:t>
      </w:r>
      <w:r>
        <w:rPr>
          <w:rFonts w:cs="Georgia"/>
          <w:kern w:val="1"/>
        </w:rPr>
        <w:t xml:space="preserve">… </w:t>
      </w:r>
      <w:r w:rsidR="00BE611A">
        <w:rPr>
          <w:rFonts w:cs="Georgia"/>
          <w:kern w:val="1"/>
        </w:rPr>
        <w:t>Tu vois bien que j</w:t>
      </w:r>
      <w:r>
        <w:rPr>
          <w:rFonts w:cs="Georgia"/>
          <w:kern w:val="1"/>
        </w:rPr>
        <w:t>’</w:t>
      </w:r>
      <w:r w:rsidR="00BE611A">
        <w:rPr>
          <w:rFonts w:cs="Georgia"/>
          <w:kern w:val="1"/>
        </w:rPr>
        <w:t>ai raison</w:t>
      </w:r>
      <w:r>
        <w:rPr>
          <w:rFonts w:cs="Georgia"/>
          <w:kern w:val="1"/>
        </w:rPr>
        <w:t xml:space="preserve">. </w:t>
      </w:r>
      <w:r w:rsidR="00BE611A">
        <w:rPr>
          <w:rFonts w:cs="Georgia"/>
          <w:kern w:val="1"/>
        </w:rPr>
        <w:t>Mais réponds-moi</w:t>
      </w:r>
      <w:r>
        <w:rPr>
          <w:rFonts w:cs="Georgia"/>
          <w:kern w:val="1"/>
        </w:rPr>
        <w:t xml:space="preserve"> ! </w:t>
      </w:r>
      <w:r w:rsidR="00BE611A">
        <w:rPr>
          <w:rFonts w:cs="Georgia"/>
          <w:kern w:val="1"/>
        </w:rPr>
        <w:t>Parle donc</w:t>
      </w:r>
      <w:r>
        <w:rPr>
          <w:rFonts w:cs="Georgia"/>
          <w:kern w:val="1"/>
        </w:rPr>
        <w:t> !</w:t>
      </w:r>
    </w:p>
    <w:p w14:paraId="65A1E6D0" w14:textId="77777777" w:rsidR="000E1451" w:rsidRDefault="000E1451" w:rsidP="00BE611A">
      <w:pPr>
        <w:rPr>
          <w:rFonts w:cs="Georgia"/>
          <w:kern w:val="1"/>
        </w:rPr>
      </w:pPr>
      <w:r>
        <w:rPr>
          <w:rFonts w:cs="Georgia"/>
          <w:kern w:val="1"/>
        </w:rPr>
        <w:t>— </w:t>
      </w:r>
      <w:r w:rsidR="00BE611A">
        <w:rPr>
          <w:rFonts w:cs="Georgia"/>
          <w:kern w:val="1"/>
        </w:rPr>
        <w:t>Les conditions ne sont plus les mêmes</w:t>
      </w:r>
      <w:r>
        <w:rPr>
          <w:rFonts w:cs="Georgia"/>
          <w:kern w:val="1"/>
        </w:rPr>
        <w:t xml:space="preserve">, </w:t>
      </w:r>
      <w:r w:rsidR="00BE611A">
        <w:rPr>
          <w:rFonts w:cs="Georgia"/>
          <w:kern w:val="1"/>
        </w:rPr>
        <w:t>mon père</w:t>
      </w:r>
      <w:r>
        <w:rPr>
          <w:rFonts w:cs="Georgia"/>
          <w:kern w:val="1"/>
        </w:rPr>
        <w:t xml:space="preserve">, </w:t>
      </w:r>
      <w:r w:rsidR="00BE611A">
        <w:rPr>
          <w:rFonts w:cs="Georgia"/>
          <w:kern w:val="1"/>
        </w:rPr>
        <w:t>dit Dietrich avec effort</w:t>
      </w:r>
      <w:r>
        <w:rPr>
          <w:rFonts w:cs="Georgia"/>
          <w:kern w:val="1"/>
        </w:rPr>
        <w:t>.</w:t>
      </w:r>
    </w:p>
    <w:p w14:paraId="0F20974D" w14:textId="77777777" w:rsidR="000E1451" w:rsidRDefault="00BE611A" w:rsidP="00BE611A">
      <w:pPr>
        <w:rPr>
          <w:rFonts w:cs="Georgia"/>
          <w:kern w:val="1"/>
        </w:rPr>
      </w:pPr>
      <w:r>
        <w:rPr>
          <w:rFonts w:cs="Georgia"/>
          <w:kern w:val="1"/>
        </w:rPr>
        <w:t>Il était maintenant tourné de mon côté</w:t>
      </w:r>
      <w:r w:rsidR="000E1451">
        <w:rPr>
          <w:rFonts w:cs="Georgia"/>
          <w:kern w:val="1"/>
        </w:rPr>
        <w:t xml:space="preserve">. </w:t>
      </w:r>
      <w:r>
        <w:rPr>
          <w:rFonts w:cs="Georgia"/>
          <w:kern w:val="1"/>
        </w:rPr>
        <w:t>La dureté de son regard n</w:t>
      </w:r>
      <w:r w:rsidR="000E1451">
        <w:rPr>
          <w:rFonts w:cs="Georgia"/>
          <w:kern w:val="1"/>
        </w:rPr>
        <w:t>’</w:t>
      </w:r>
      <w:r>
        <w:rPr>
          <w:rFonts w:cs="Georgia"/>
          <w:kern w:val="1"/>
        </w:rPr>
        <w:t>avait pas disparu</w:t>
      </w:r>
      <w:r w:rsidR="000E1451">
        <w:rPr>
          <w:rFonts w:cs="Georgia"/>
          <w:kern w:val="1"/>
        </w:rPr>
        <w:t xml:space="preserve">, </w:t>
      </w:r>
      <w:r>
        <w:rPr>
          <w:rFonts w:cs="Georgia"/>
          <w:kern w:val="1"/>
        </w:rPr>
        <w:t>non plus que celle de sa voix</w:t>
      </w:r>
      <w:r w:rsidR="000E1451">
        <w:rPr>
          <w:rFonts w:cs="Georgia"/>
          <w:kern w:val="1"/>
        </w:rPr>
        <w:t xml:space="preserve">. </w:t>
      </w:r>
      <w:r>
        <w:rPr>
          <w:rFonts w:cs="Georgia"/>
          <w:kern w:val="1"/>
        </w:rPr>
        <w:t>Il me semblait pourtant qu</w:t>
      </w:r>
      <w:r w:rsidR="000E1451">
        <w:rPr>
          <w:rFonts w:cs="Georgia"/>
          <w:kern w:val="1"/>
        </w:rPr>
        <w:t>’</w:t>
      </w:r>
      <w:r>
        <w:rPr>
          <w:rFonts w:cs="Georgia"/>
          <w:kern w:val="1"/>
        </w:rPr>
        <w:t>un changement s</w:t>
      </w:r>
      <w:r w:rsidR="000E1451">
        <w:rPr>
          <w:rFonts w:cs="Georgia"/>
          <w:kern w:val="1"/>
        </w:rPr>
        <w:t>’</w:t>
      </w:r>
      <w:r>
        <w:rPr>
          <w:rFonts w:cs="Georgia"/>
          <w:kern w:val="1"/>
        </w:rPr>
        <w:t>était introduit dans l</w:t>
      </w:r>
      <w:r w:rsidR="000E1451">
        <w:rPr>
          <w:rFonts w:cs="Georgia"/>
          <w:kern w:val="1"/>
        </w:rPr>
        <w:t>’</w:t>
      </w:r>
      <w:r>
        <w:rPr>
          <w:rFonts w:cs="Georgia"/>
          <w:kern w:val="1"/>
        </w:rPr>
        <w:t>un et dans l</w:t>
      </w:r>
      <w:r w:rsidR="000E1451">
        <w:rPr>
          <w:rFonts w:cs="Georgia"/>
          <w:kern w:val="1"/>
        </w:rPr>
        <w:t>’</w:t>
      </w:r>
      <w:r>
        <w:rPr>
          <w:rFonts w:cs="Georgia"/>
          <w:kern w:val="1"/>
        </w:rPr>
        <w:t>autre</w:t>
      </w:r>
      <w:r w:rsidR="000E1451">
        <w:rPr>
          <w:rFonts w:cs="Georgia"/>
          <w:kern w:val="1"/>
        </w:rPr>
        <w:t xml:space="preserve">. </w:t>
      </w:r>
      <w:r>
        <w:rPr>
          <w:rFonts w:cs="Georgia"/>
          <w:kern w:val="1"/>
        </w:rPr>
        <w:t>Sur le drap de son dolman</w:t>
      </w:r>
      <w:r w:rsidR="000E1451">
        <w:rPr>
          <w:rFonts w:cs="Georgia"/>
          <w:kern w:val="1"/>
        </w:rPr>
        <w:t xml:space="preserve">, </w:t>
      </w:r>
      <w:r>
        <w:rPr>
          <w:rFonts w:cs="Georgia"/>
          <w:kern w:val="1"/>
        </w:rPr>
        <w:t>je distinguais la trace de quelques-unes de ces taches jaunes que laisse la glaise des tranchées et qu</w:t>
      </w:r>
      <w:r w:rsidR="000E1451">
        <w:rPr>
          <w:rFonts w:cs="Georgia"/>
          <w:kern w:val="1"/>
        </w:rPr>
        <w:t>’</w:t>
      </w:r>
      <w:r>
        <w:rPr>
          <w:rFonts w:cs="Georgia"/>
          <w:kern w:val="1"/>
        </w:rPr>
        <w:t>il n</w:t>
      </w:r>
      <w:r w:rsidR="000E1451">
        <w:rPr>
          <w:rFonts w:cs="Georgia"/>
          <w:kern w:val="1"/>
        </w:rPr>
        <w:t>’</w:t>
      </w:r>
      <w:r>
        <w:rPr>
          <w:rFonts w:cs="Georgia"/>
          <w:kern w:val="1"/>
        </w:rPr>
        <w:t>est au pouvoir d</w:t>
      </w:r>
      <w:r w:rsidR="000E1451">
        <w:rPr>
          <w:rFonts w:cs="Georgia"/>
          <w:kern w:val="1"/>
        </w:rPr>
        <w:t>’</w:t>
      </w:r>
      <w:r>
        <w:rPr>
          <w:rFonts w:cs="Georgia"/>
          <w:kern w:val="1"/>
        </w:rPr>
        <w:t>aucune brosse de faire entièrement disparaître</w:t>
      </w:r>
      <w:r w:rsidR="000E1451">
        <w:rPr>
          <w:rFonts w:cs="Georgia"/>
          <w:kern w:val="1"/>
        </w:rPr>
        <w:t xml:space="preserve">. </w:t>
      </w:r>
      <w:r>
        <w:rPr>
          <w:rFonts w:cs="Georgia"/>
          <w:kern w:val="1"/>
        </w:rPr>
        <w:t>Par un phénomène qui me remplissait de stupeur</w:t>
      </w:r>
      <w:r w:rsidR="000E1451">
        <w:rPr>
          <w:rFonts w:cs="Georgia"/>
          <w:kern w:val="1"/>
        </w:rPr>
        <w:t xml:space="preserve">, </w:t>
      </w:r>
      <w:r>
        <w:rPr>
          <w:rFonts w:cs="Georgia"/>
          <w:kern w:val="1"/>
        </w:rPr>
        <w:t>j</w:t>
      </w:r>
      <w:r w:rsidR="000E1451">
        <w:rPr>
          <w:rFonts w:cs="Georgia"/>
          <w:kern w:val="1"/>
        </w:rPr>
        <w:t>’</w:t>
      </w:r>
      <w:r>
        <w:rPr>
          <w:rFonts w:cs="Georgia"/>
          <w:kern w:val="1"/>
        </w:rPr>
        <w:t>avais beau battre le rappel de toutes les raisons que j</w:t>
      </w:r>
      <w:r w:rsidR="000E1451">
        <w:rPr>
          <w:rFonts w:cs="Georgia"/>
          <w:kern w:val="1"/>
        </w:rPr>
        <w:t>’</w:t>
      </w:r>
      <w:r>
        <w:rPr>
          <w:rFonts w:cs="Georgia"/>
          <w:kern w:val="1"/>
        </w:rPr>
        <w:t>avais de haïr l</w:t>
      </w:r>
      <w:r w:rsidR="000E1451">
        <w:rPr>
          <w:rFonts w:cs="Georgia"/>
          <w:kern w:val="1"/>
        </w:rPr>
        <w:t>’</w:t>
      </w:r>
      <w:r>
        <w:rPr>
          <w:rFonts w:cs="Georgia"/>
          <w:kern w:val="1"/>
        </w:rPr>
        <w:t>homme qui se trouvait devant moi</w:t>
      </w:r>
      <w:r w:rsidR="000E1451">
        <w:rPr>
          <w:rFonts w:cs="Georgia"/>
          <w:kern w:val="1"/>
        </w:rPr>
        <w:t xml:space="preserve">, </w:t>
      </w:r>
      <w:r>
        <w:rPr>
          <w:rFonts w:cs="Georgia"/>
          <w:kern w:val="1"/>
        </w:rPr>
        <w:t>je n</w:t>
      </w:r>
      <w:r w:rsidR="000E1451">
        <w:rPr>
          <w:rFonts w:cs="Georgia"/>
          <w:kern w:val="1"/>
        </w:rPr>
        <w:t>’</w:t>
      </w:r>
      <w:r>
        <w:rPr>
          <w:rFonts w:cs="Georgia"/>
          <w:kern w:val="1"/>
        </w:rPr>
        <w:t>y réussissais plus</w:t>
      </w:r>
      <w:r w:rsidR="000E1451">
        <w:rPr>
          <w:rFonts w:cs="Georgia"/>
          <w:kern w:val="1"/>
        </w:rPr>
        <w:t>.</w:t>
      </w:r>
    </w:p>
    <w:p w14:paraId="7059215D" w14:textId="77777777" w:rsidR="000E1451" w:rsidRDefault="000E1451" w:rsidP="00BE611A">
      <w:pPr>
        <w:rPr>
          <w:rFonts w:cs="Georgia"/>
          <w:kern w:val="1"/>
        </w:rPr>
      </w:pPr>
      <w:r>
        <w:rPr>
          <w:rFonts w:cs="Georgia"/>
          <w:kern w:val="1"/>
        </w:rPr>
        <w:lastRenderedPageBreak/>
        <w:t>— </w:t>
      </w:r>
      <w:r w:rsidR="00BE611A">
        <w:rPr>
          <w:rFonts w:cs="Georgia"/>
          <w:kern w:val="1"/>
        </w:rPr>
        <w:t>Oulches</w:t>
      </w:r>
      <w:r>
        <w:rPr>
          <w:rFonts w:cs="Georgia"/>
          <w:kern w:val="1"/>
        </w:rPr>
        <w:t xml:space="preserve"> ! </w:t>
      </w:r>
      <w:r w:rsidR="00BE611A">
        <w:rPr>
          <w:rFonts w:cs="Georgia"/>
          <w:kern w:val="1"/>
        </w:rPr>
        <w:t>répéta-t-il</w:t>
      </w:r>
      <w:r>
        <w:rPr>
          <w:rFonts w:cs="Georgia"/>
          <w:kern w:val="1"/>
        </w:rPr>
        <w:t xml:space="preserve">, </w:t>
      </w:r>
      <w:r w:rsidR="00BE611A">
        <w:rPr>
          <w:rFonts w:cs="Georgia"/>
          <w:kern w:val="1"/>
        </w:rPr>
        <w:t>comme se parlant à lui-même</w:t>
      </w:r>
      <w:r>
        <w:rPr>
          <w:rFonts w:cs="Georgia"/>
          <w:kern w:val="1"/>
        </w:rPr>
        <w:t xml:space="preserve">, </w:t>
      </w:r>
      <w:r w:rsidR="00BE611A">
        <w:rPr>
          <w:rFonts w:cs="Georgia"/>
          <w:kern w:val="1"/>
        </w:rPr>
        <w:t>c</w:t>
      </w:r>
      <w:r>
        <w:rPr>
          <w:rFonts w:cs="Georgia"/>
          <w:kern w:val="1"/>
        </w:rPr>
        <w:t>’</w:t>
      </w:r>
      <w:r w:rsidR="00BE611A">
        <w:rPr>
          <w:rFonts w:cs="Georgia"/>
          <w:kern w:val="1"/>
        </w:rPr>
        <w:t>était au sud de la ferme Heurtebise</w:t>
      </w:r>
      <w:r>
        <w:rPr>
          <w:rFonts w:cs="Georgia"/>
          <w:kern w:val="1"/>
        </w:rPr>
        <w:t xml:space="preserve">. </w:t>
      </w:r>
      <w:r w:rsidR="00BE611A">
        <w:rPr>
          <w:rFonts w:cs="Georgia"/>
          <w:kern w:val="1"/>
        </w:rPr>
        <w:t>Vous avez dû vous trouver souvent en ligne sur la gauche</w:t>
      </w:r>
      <w:r>
        <w:rPr>
          <w:rFonts w:cs="Georgia"/>
          <w:kern w:val="1"/>
        </w:rPr>
        <w:t xml:space="preserve">, </w:t>
      </w:r>
      <w:r w:rsidR="00BE611A">
        <w:rPr>
          <w:rFonts w:cs="Georgia"/>
          <w:kern w:val="1"/>
        </w:rPr>
        <w:t>du côté du poteau d</w:t>
      </w:r>
      <w:r>
        <w:rPr>
          <w:rFonts w:cs="Georgia"/>
          <w:kern w:val="1"/>
        </w:rPr>
        <w:t>’</w:t>
      </w:r>
      <w:r w:rsidR="00BE611A">
        <w:rPr>
          <w:rFonts w:cs="Georgia"/>
          <w:kern w:val="1"/>
        </w:rPr>
        <w:t>Ailles</w:t>
      </w:r>
      <w:r>
        <w:rPr>
          <w:rFonts w:cs="Georgia"/>
          <w:kern w:val="1"/>
        </w:rPr>
        <w:t> ?</w:t>
      </w:r>
    </w:p>
    <w:p w14:paraId="2661D610" w14:textId="77777777" w:rsidR="000E1451" w:rsidRDefault="000E1451" w:rsidP="00BE611A">
      <w:pPr>
        <w:rPr>
          <w:rFonts w:cs="Georgia"/>
          <w:kern w:val="1"/>
        </w:rPr>
      </w:pPr>
      <w:r>
        <w:rPr>
          <w:rFonts w:cs="Georgia"/>
          <w:kern w:val="1"/>
        </w:rPr>
        <w:t>— </w:t>
      </w:r>
      <w:r w:rsidR="00BE611A">
        <w:rPr>
          <w:rFonts w:cs="Georgia"/>
          <w:kern w:val="1"/>
        </w:rPr>
        <w:t>Souvent</w:t>
      </w:r>
      <w:r>
        <w:rPr>
          <w:rFonts w:cs="Georgia"/>
          <w:kern w:val="1"/>
        </w:rPr>
        <w:t>.</w:t>
      </w:r>
    </w:p>
    <w:p w14:paraId="125DDF3C" w14:textId="77777777" w:rsidR="000E1451" w:rsidRDefault="000E1451" w:rsidP="00BE611A">
      <w:pPr>
        <w:rPr>
          <w:rFonts w:cs="Georgia"/>
          <w:kern w:val="1"/>
        </w:rPr>
      </w:pPr>
      <w:r>
        <w:rPr>
          <w:rFonts w:cs="Georgia"/>
          <w:kern w:val="1"/>
        </w:rPr>
        <w:t>— </w:t>
      </w:r>
      <w:r w:rsidR="00BE611A">
        <w:rPr>
          <w:rFonts w:cs="Georgia"/>
          <w:kern w:val="1"/>
        </w:rPr>
        <w:t>À combien pouvions-nous être les uns des autres</w:t>
      </w:r>
      <w:r>
        <w:rPr>
          <w:rFonts w:cs="Georgia"/>
          <w:kern w:val="1"/>
        </w:rPr>
        <w:t> ?</w:t>
      </w:r>
    </w:p>
    <w:p w14:paraId="3649B5D9" w14:textId="77777777" w:rsidR="000E1451" w:rsidRDefault="000E1451" w:rsidP="00BE611A">
      <w:pPr>
        <w:rPr>
          <w:rFonts w:cs="Georgia"/>
          <w:kern w:val="1"/>
        </w:rPr>
      </w:pPr>
      <w:r>
        <w:rPr>
          <w:rFonts w:cs="Georgia"/>
          <w:kern w:val="1"/>
        </w:rPr>
        <w:t>— </w:t>
      </w:r>
      <w:r w:rsidR="00BE611A">
        <w:rPr>
          <w:rFonts w:cs="Georgia"/>
          <w:kern w:val="1"/>
        </w:rPr>
        <w:t>À deux cents mètres</w:t>
      </w:r>
      <w:r>
        <w:rPr>
          <w:rFonts w:cs="Georgia"/>
          <w:kern w:val="1"/>
        </w:rPr>
        <w:t xml:space="preserve">, </w:t>
      </w:r>
      <w:r w:rsidR="00BE611A">
        <w:rPr>
          <w:rFonts w:cs="Georgia"/>
          <w:kern w:val="1"/>
        </w:rPr>
        <w:t>au moins</w:t>
      </w:r>
      <w:r>
        <w:rPr>
          <w:rFonts w:cs="Georgia"/>
          <w:kern w:val="1"/>
        </w:rPr>
        <w:t xml:space="preserve">. </w:t>
      </w:r>
      <w:r w:rsidR="00BE611A">
        <w:rPr>
          <w:rFonts w:cs="Georgia"/>
          <w:kern w:val="1"/>
        </w:rPr>
        <w:t>C</w:t>
      </w:r>
      <w:r>
        <w:rPr>
          <w:rFonts w:cs="Georgia"/>
          <w:kern w:val="1"/>
        </w:rPr>
        <w:t>’</w:t>
      </w:r>
      <w:r w:rsidR="00BE611A">
        <w:rPr>
          <w:rFonts w:cs="Georgia"/>
          <w:kern w:val="1"/>
        </w:rPr>
        <w:t>était un secteur calme</w:t>
      </w:r>
      <w:r>
        <w:rPr>
          <w:rFonts w:cs="Georgia"/>
          <w:kern w:val="1"/>
        </w:rPr>
        <w:t>.</w:t>
      </w:r>
    </w:p>
    <w:p w14:paraId="44D21063" w14:textId="77777777" w:rsidR="000E1451" w:rsidRDefault="000E1451" w:rsidP="00BE611A">
      <w:pPr>
        <w:rPr>
          <w:rFonts w:cs="Georgia"/>
          <w:kern w:val="1"/>
        </w:rPr>
      </w:pPr>
      <w:r>
        <w:rPr>
          <w:rFonts w:cs="Georgia"/>
          <w:kern w:val="1"/>
        </w:rPr>
        <w:t>— </w:t>
      </w:r>
      <w:r w:rsidR="00BE611A">
        <w:rPr>
          <w:rFonts w:cs="Georgia"/>
          <w:kern w:val="1"/>
        </w:rPr>
        <w:t>Oui</w:t>
      </w:r>
      <w:r>
        <w:rPr>
          <w:rFonts w:cs="Georgia"/>
          <w:kern w:val="1"/>
        </w:rPr>
        <w:t xml:space="preserve">… </w:t>
      </w:r>
      <w:r w:rsidR="00BE611A">
        <w:rPr>
          <w:rFonts w:cs="Georgia"/>
          <w:kern w:val="1"/>
        </w:rPr>
        <w:t>De chez nous</w:t>
      </w:r>
      <w:r>
        <w:rPr>
          <w:rFonts w:cs="Georgia"/>
          <w:kern w:val="1"/>
        </w:rPr>
        <w:t xml:space="preserve">, </w:t>
      </w:r>
      <w:r w:rsidR="00BE611A">
        <w:rPr>
          <w:rFonts w:cs="Georgia"/>
          <w:kern w:val="1"/>
        </w:rPr>
        <w:t>l</w:t>
      </w:r>
      <w:r>
        <w:rPr>
          <w:rFonts w:cs="Georgia"/>
          <w:kern w:val="1"/>
        </w:rPr>
        <w:t>’</w:t>
      </w:r>
      <w:r w:rsidR="00BE611A">
        <w:rPr>
          <w:rFonts w:cs="Georgia"/>
          <w:kern w:val="1"/>
        </w:rPr>
        <w:t>on apercevait le clocher d</w:t>
      </w:r>
      <w:r>
        <w:rPr>
          <w:rFonts w:cs="Georgia"/>
          <w:kern w:val="1"/>
        </w:rPr>
        <w:t>’</w:t>
      </w:r>
      <w:r w:rsidR="00BE611A">
        <w:rPr>
          <w:rFonts w:cs="Georgia"/>
          <w:kern w:val="1"/>
        </w:rPr>
        <w:t>une église</w:t>
      </w:r>
      <w:r>
        <w:rPr>
          <w:rFonts w:cs="Georgia"/>
          <w:kern w:val="1"/>
        </w:rPr>
        <w:t xml:space="preserve">, </w:t>
      </w:r>
      <w:r w:rsidR="00BE611A">
        <w:rPr>
          <w:rFonts w:cs="Georgia"/>
          <w:kern w:val="1"/>
        </w:rPr>
        <w:t>près de laquelle vous aviez de l</w:t>
      </w:r>
      <w:r>
        <w:rPr>
          <w:rFonts w:cs="Georgia"/>
          <w:kern w:val="1"/>
        </w:rPr>
        <w:t>’</w:t>
      </w:r>
      <w:r w:rsidR="00BE611A">
        <w:rPr>
          <w:rFonts w:cs="Georgia"/>
          <w:kern w:val="1"/>
        </w:rPr>
        <w:t>artillerie</w:t>
      </w:r>
      <w:r>
        <w:rPr>
          <w:rFonts w:cs="Georgia"/>
          <w:kern w:val="1"/>
        </w:rPr>
        <w:t xml:space="preserve">. </w:t>
      </w:r>
      <w:r w:rsidR="00BE611A">
        <w:rPr>
          <w:rFonts w:cs="Georgia"/>
          <w:kern w:val="1"/>
        </w:rPr>
        <w:t>Beaurieux</w:t>
      </w:r>
      <w:r>
        <w:rPr>
          <w:rFonts w:cs="Georgia"/>
          <w:kern w:val="1"/>
        </w:rPr>
        <w:t xml:space="preserve">, </w:t>
      </w:r>
      <w:r w:rsidR="00BE611A">
        <w:rPr>
          <w:rFonts w:cs="Georgia"/>
          <w:kern w:val="1"/>
        </w:rPr>
        <w:t>je crois</w:t>
      </w:r>
      <w:r>
        <w:rPr>
          <w:rFonts w:cs="Georgia"/>
          <w:kern w:val="1"/>
        </w:rPr>
        <w:t xml:space="preserve">. </w:t>
      </w:r>
      <w:r w:rsidR="00BE611A">
        <w:rPr>
          <w:rFonts w:cs="Georgia"/>
          <w:kern w:val="1"/>
        </w:rPr>
        <w:t>Par derrière</w:t>
      </w:r>
      <w:r>
        <w:rPr>
          <w:rFonts w:cs="Georgia"/>
          <w:kern w:val="1"/>
        </w:rPr>
        <w:t xml:space="preserve">, </w:t>
      </w:r>
      <w:r w:rsidR="00BE611A">
        <w:rPr>
          <w:rFonts w:cs="Georgia"/>
          <w:kern w:val="1"/>
        </w:rPr>
        <w:t>c</w:t>
      </w:r>
      <w:r>
        <w:rPr>
          <w:rFonts w:cs="Georgia"/>
          <w:kern w:val="1"/>
        </w:rPr>
        <w:t>’</w:t>
      </w:r>
      <w:r w:rsidR="00BE611A">
        <w:rPr>
          <w:rFonts w:cs="Georgia"/>
          <w:kern w:val="1"/>
        </w:rPr>
        <w:t>était la vallée de l</w:t>
      </w:r>
      <w:r>
        <w:rPr>
          <w:rFonts w:cs="Georgia"/>
          <w:kern w:val="1"/>
        </w:rPr>
        <w:t>’</w:t>
      </w:r>
      <w:r w:rsidR="00BE611A">
        <w:rPr>
          <w:rFonts w:cs="Georgia"/>
          <w:kern w:val="1"/>
        </w:rPr>
        <w:t>Aisne</w:t>
      </w:r>
      <w:r>
        <w:rPr>
          <w:rFonts w:cs="Georgia"/>
          <w:kern w:val="1"/>
        </w:rPr>
        <w:t xml:space="preserve">, </w:t>
      </w:r>
      <w:r w:rsidR="00BE611A">
        <w:rPr>
          <w:rFonts w:cs="Georgia"/>
          <w:kern w:val="1"/>
        </w:rPr>
        <w:t>avec Cuiry-les-Chaudardes et Pontavert</w:t>
      </w:r>
      <w:r>
        <w:rPr>
          <w:rFonts w:cs="Georgia"/>
          <w:kern w:val="1"/>
        </w:rPr>
        <w:t xml:space="preserve">. </w:t>
      </w:r>
      <w:r w:rsidR="00BE611A">
        <w:rPr>
          <w:rFonts w:cs="Georgia"/>
          <w:kern w:val="1"/>
        </w:rPr>
        <w:t>La nuit</w:t>
      </w:r>
      <w:r>
        <w:rPr>
          <w:rFonts w:cs="Georgia"/>
          <w:kern w:val="1"/>
        </w:rPr>
        <w:t xml:space="preserve">, </w:t>
      </w:r>
      <w:r w:rsidR="00BE611A">
        <w:rPr>
          <w:rFonts w:cs="Georgia"/>
          <w:kern w:val="1"/>
        </w:rPr>
        <w:t>nous entendions vos convois</w:t>
      </w:r>
      <w:r>
        <w:rPr>
          <w:rFonts w:cs="Georgia"/>
          <w:kern w:val="1"/>
        </w:rPr>
        <w:t xml:space="preserve">, </w:t>
      </w:r>
      <w:r w:rsidR="00BE611A">
        <w:rPr>
          <w:rFonts w:cs="Georgia"/>
          <w:kern w:val="1"/>
        </w:rPr>
        <w:t>sur la route de Fismes</w:t>
      </w:r>
      <w:r>
        <w:rPr>
          <w:rFonts w:cs="Georgia"/>
          <w:kern w:val="1"/>
        </w:rPr>
        <w:t>.</w:t>
      </w:r>
    </w:p>
    <w:p w14:paraId="49CB758A" w14:textId="77777777" w:rsidR="000E1451" w:rsidRDefault="000E1451" w:rsidP="00BE611A">
      <w:pPr>
        <w:rPr>
          <w:rFonts w:cs="Georgia"/>
          <w:kern w:val="1"/>
        </w:rPr>
      </w:pPr>
      <w:r>
        <w:rPr>
          <w:rFonts w:cs="Georgia"/>
          <w:kern w:val="1"/>
        </w:rPr>
        <w:t>— </w:t>
      </w:r>
      <w:r w:rsidR="00BE611A">
        <w:rPr>
          <w:rFonts w:cs="Georgia"/>
          <w:kern w:val="1"/>
        </w:rPr>
        <w:t>Et nous les vôtres</w:t>
      </w:r>
      <w:r>
        <w:rPr>
          <w:rFonts w:cs="Georgia"/>
          <w:kern w:val="1"/>
        </w:rPr>
        <w:t xml:space="preserve">, </w:t>
      </w:r>
      <w:r w:rsidR="00BE611A">
        <w:rPr>
          <w:rFonts w:cs="Georgia"/>
          <w:kern w:val="1"/>
        </w:rPr>
        <w:t>sur la route de Laon</w:t>
      </w:r>
      <w:r>
        <w:rPr>
          <w:rFonts w:cs="Georgia"/>
          <w:kern w:val="1"/>
        </w:rPr>
        <w:t>.</w:t>
      </w:r>
    </w:p>
    <w:p w14:paraId="1D69053A" w14:textId="77777777" w:rsidR="000E1451" w:rsidRDefault="000E1451" w:rsidP="00BE611A">
      <w:pPr>
        <w:rPr>
          <w:rFonts w:cs="Georgia"/>
          <w:kern w:val="1"/>
        </w:rPr>
      </w:pPr>
      <w:r>
        <w:rPr>
          <w:rFonts w:cs="Georgia"/>
          <w:kern w:val="1"/>
        </w:rPr>
        <w:t>— </w:t>
      </w:r>
      <w:r w:rsidR="00BE611A">
        <w:rPr>
          <w:rFonts w:cs="Georgia"/>
          <w:kern w:val="1"/>
        </w:rPr>
        <w:t>Quelle monotonie</w:t>
      </w:r>
      <w:r>
        <w:rPr>
          <w:rFonts w:cs="Georgia"/>
          <w:kern w:val="1"/>
        </w:rPr>
        <w:t xml:space="preserve"> ! </w:t>
      </w:r>
      <w:r w:rsidR="00BE611A">
        <w:rPr>
          <w:rFonts w:cs="Georgia"/>
          <w:kern w:val="1"/>
        </w:rPr>
        <w:t>s</w:t>
      </w:r>
      <w:r>
        <w:rPr>
          <w:rFonts w:cs="Georgia"/>
          <w:kern w:val="1"/>
        </w:rPr>
        <w:t>’</w:t>
      </w:r>
      <w:r w:rsidR="00BE611A">
        <w:rPr>
          <w:rFonts w:cs="Georgia"/>
          <w:kern w:val="1"/>
        </w:rPr>
        <w:t>exclama le général</w:t>
      </w:r>
      <w:r>
        <w:rPr>
          <w:rFonts w:cs="Georgia"/>
          <w:kern w:val="1"/>
        </w:rPr>
        <w:t xml:space="preserve">, </w:t>
      </w:r>
      <w:r w:rsidR="00BE611A">
        <w:rPr>
          <w:rFonts w:cs="Georgia"/>
          <w:kern w:val="1"/>
        </w:rPr>
        <w:t>incapable de se contenir davantage</w:t>
      </w:r>
      <w:r>
        <w:rPr>
          <w:rFonts w:cs="Georgia"/>
          <w:kern w:val="1"/>
        </w:rPr>
        <w:t xml:space="preserve">. </w:t>
      </w:r>
      <w:r w:rsidR="00BE611A">
        <w:rPr>
          <w:rFonts w:cs="Georgia"/>
          <w:kern w:val="1"/>
        </w:rPr>
        <w:t>Jamais</w:t>
      </w:r>
      <w:r>
        <w:rPr>
          <w:rFonts w:cs="Georgia"/>
          <w:kern w:val="1"/>
        </w:rPr>
        <w:t xml:space="preserve">, </w:t>
      </w:r>
      <w:r w:rsidR="00BE611A">
        <w:rPr>
          <w:rFonts w:cs="Georgia"/>
          <w:kern w:val="1"/>
        </w:rPr>
        <w:t>nous autres</w:t>
      </w:r>
      <w:r>
        <w:rPr>
          <w:rFonts w:cs="Georgia"/>
          <w:kern w:val="1"/>
        </w:rPr>
        <w:t xml:space="preserve">, </w:t>
      </w:r>
      <w:r w:rsidR="00BE611A">
        <w:rPr>
          <w:rFonts w:cs="Georgia"/>
          <w:kern w:val="1"/>
        </w:rPr>
        <w:t>nous n</w:t>
      </w:r>
      <w:r>
        <w:rPr>
          <w:rFonts w:cs="Georgia"/>
          <w:kern w:val="1"/>
        </w:rPr>
        <w:t>’</w:t>
      </w:r>
      <w:r w:rsidR="00BE611A">
        <w:rPr>
          <w:rFonts w:cs="Georgia"/>
          <w:kern w:val="1"/>
        </w:rPr>
        <w:t>aurions supporté cela</w:t>
      </w:r>
      <w:r>
        <w:rPr>
          <w:rFonts w:cs="Georgia"/>
          <w:kern w:val="1"/>
        </w:rPr>
        <w:t xml:space="preserve">, </w:t>
      </w:r>
      <w:r w:rsidR="00BE611A">
        <w:rPr>
          <w:rFonts w:cs="Georgia"/>
          <w:kern w:val="1"/>
        </w:rPr>
        <w:t>jamais</w:t>
      </w:r>
      <w:r>
        <w:rPr>
          <w:rFonts w:cs="Georgia"/>
          <w:kern w:val="1"/>
        </w:rPr>
        <w:t xml:space="preserve"> ! </w:t>
      </w:r>
      <w:r w:rsidR="00BE611A">
        <w:rPr>
          <w:rFonts w:cs="Georgia"/>
          <w:kern w:val="1"/>
        </w:rPr>
        <w:t>Dietrich</w:t>
      </w:r>
      <w:r>
        <w:rPr>
          <w:rFonts w:cs="Georgia"/>
          <w:kern w:val="1"/>
        </w:rPr>
        <w:t xml:space="preserve">, </w:t>
      </w:r>
      <w:r w:rsidR="00BE611A">
        <w:rPr>
          <w:rFonts w:cs="Georgia"/>
          <w:kern w:val="1"/>
        </w:rPr>
        <w:t>mon enfant</w:t>
      </w:r>
      <w:r>
        <w:rPr>
          <w:rFonts w:cs="Georgia"/>
          <w:kern w:val="1"/>
        </w:rPr>
        <w:t xml:space="preserve">, </w:t>
      </w:r>
      <w:r w:rsidR="00BE611A">
        <w:rPr>
          <w:rFonts w:cs="Georgia"/>
          <w:kern w:val="1"/>
        </w:rPr>
        <w:t>je t</w:t>
      </w:r>
      <w:r>
        <w:rPr>
          <w:rFonts w:cs="Georgia"/>
          <w:kern w:val="1"/>
        </w:rPr>
        <w:t>’</w:t>
      </w:r>
      <w:r w:rsidR="00BE611A">
        <w:rPr>
          <w:rFonts w:cs="Georgia"/>
          <w:kern w:val="1"/>
        </w:rPr>
        <w:t>en supplie</w:t>
      </w:r>
      <w:r>
        <w:rPr>
          <w:rFonts w:cs="Georgia"/>
          <w:kern w:val="1"/>
        </w:rPr>
        <w:t xml:space="preserve">, </w:t>
      </w:r>
      <w:r w:rsidR="00BE611A">
        <w:rPr>
          <w:rFonts w:cs="Georgia"/>
          <w:kern w:val="1"/>
        </w:rPr>
        <w:t>écoute ton père</w:t>
      </w:r>
      <w:r>
        <w:rPr>
          <w:rFonts w:cs="Georgia"/>
          <w:kern w:val="1"/>
        </w:rPr>
        <w:t xml:space="preserve">, </w:t>
      </w:r>
      <w:r w:rsidR="00BE611A">
        <w:rPr>
          <w:rFonts w:cs="Georgia"/>
          <w:kern w:val="1"/>
        </w:rPr>
        <w:t>un exemple entre mille</w:t>
      </w:r>
      <w:r>
        <w:rPr>
          <w:rFonts w:cs="Georgia"/>
          <w:kern w:val="1"/>
        </w:rPr>
        <w:t xml:space="preserve">. </w:t>
      </w:r>
      <w:r w:rsidR="00BE611A">
        <w:rPr>
          <w:rFonts w:cs="Georgia"/>
          <w:kern w:val="1"/>
        </w:rPr>
        <w:t>Le 1</w:t>
      </w:r>
      <w:r>
        <w:rPr>
          <w:rFonts w:cs="Georgia"/>
          <w:kern w:val="1"/>
        </w:rPr>
        <w:t>4 août</w:t>
      </w:r>
      <w:r w:rsidR="00BE611A">
        <w:rPr>
          <w:rFonts w:cs="Georgia"/>
          <w:kern w:val="1"/>
        </w:rPr>
        <w:t xml:space="preserve"> 1870</w:t>
      </w:r>
      <w:r>
        <w:rPr>
          <w:rFonts w:cs="Georgia"/>
          <w:kern w:val="1"/>
        </w:rPr>
        <w:t xml:space="preserve">, </w:t>
      </w:r>
      <w:r w:rsidR="00BE611A">
        <w:rPr>
          <w:rFonts w:cs="Georgia"/>
          <w:kern w:val="1"/>
        </w:rPr>
        <w:t>mon régiment</w:t>
      </w:r>
      <w:r>
        <w:rPr>
          <w:rFonts w:cs="Georgia"/>
          <w:kern w:val="1"/>
        </w:rPr>
        <w:t xml:space="preserve">, </w:t>
      </w:r>
      <w:r w:rsidR="00BE611A">
        <w:rPr>
          <w:rFonts w:cs="Georgia"/>
          <w:kern w:val="1"/>
        </w:rPr>
        <w:t>en liaison avec la brigade Memerty se porte à l</w:t>
      </w:r>
      <w:r>
        <w:rPr>
          <w:rFonts w:cs="Georgia"/>
          <w:kern w:val="1"/>
        </w:rPr>
        <w:t>’</w:t>
      </w:r>
      <w:r w:rsidR="00BE611A">
        <w:rPr>
          <w:rFonts w:cs="Georgia"/>
          <w:kern w:val="1"/>
        </w:rPr>
        <w:t>assaut du village de Colombey</w:t>
      </w:r>
      <w:r>
        <w:rPr>
          <w:rFonts w:cs="Georgia"/>
          <w:kern w:val="1"/>
        </w:rPr>
        <w:t xml:space="preserve"> – </w:t>
      </w:r>
      <w:r w:rsidR="00BE611A">
        <w:rPr>
          <w:rFonts w:cs="Georgia"/>
          <w:kern w:val="1"/>
        </w:rPr>
        <w:t>suis-moi bien</w:t>
      </w:r>
      <w:r>
        <w:rPr>
          <w:rFonts w:cs="Georgia"/>
          <w:kern w:val="1"/>
        </w:rPr>
        <w:t xml:space="preserve"> – </w:t>
      </w:r>
      <w:r w:rsidR="00BE611A">
        <w:rPr>
          <w:rFonts w:cs="Georgia"/>
          <w:kern w:val="1"/>
        </w:rPr>
        <w:t>au sud-est de Borny</w:t>
      </w:r>
      <w:r>
        <w:rPr>
          <w:rFonts w:cs="Georgia"/>
          <w:kern w:val="1"/>
        </w:rPr>
        <w:t xml:space="preserve">. </w:t>
      </w:r>
      <w:r w:rsidR="00BE611A">
        <w:rPr>
          <w:rFonts w:cs="Georgia"/>
          <w:kern w:val="1"/>
        </w:rPr>
        <w:t>Le sergent que voici peut te confirmer les faits</w:t>
      </w:r>
      <w:r>
        <w:rPr>
          <w:rFonts w:cs="Georgia"/>
          <w:kern w:val="1"/>
        </w:rPr>
        <w:t xml:space="preserve">. </w:t>
      </w:r>
      <w:r w:rsidR="00BE611A">
        <w:rPr>
          <w:rFonts w:cs="Georgia"/>
          <w:kern w:val="1"/>
        </w:rPr>
        <w:t>Il connaît la situation</w:t>
      </w:r>
      <w:r>
        <w:rPr>
          <w:rFonts w:cs="Georgia"/>
          <w:kern w:val="1"/>
        </w:rPr>
        <w:t xml:space="preserve">. </w:t>
      </w:r>
      <w:r w:rsidR="00BE611A">
        <w:rPr>
          <w:rFonts w:cs="Georgia"/>
          <w:kern w:val="1"/>
        </w:rPr>
        <w:t xml:space="preserve">Notre colonel commande </w:t>
      </w:r>
      <w:r w:rsidR="00BE611A">
        <w:rPr>
          <w:rFonts w:cs="Georgia"/>
          <w:bCs/>
          <w:i/>
          <w:iCs/>
          <w:kern w:val="1"/>
        </w:rPr>
        <w:t>au trot</w:t>
      </w:r>
      <w:r w:rsidR="00BE611A">
        <w:rPr>
          <w:rFonts w:cs="Georgia"/>
          <w:kern w:val="1"/>
        </w:rPr>
        <w:t xml:space="preserve"> puis </w:t>
      </w:r>
      <w:r w:rsidR="00BE611A">
        <w:rPr>
          <w:rFonts w:cs="Georgia"/>
          <w:i/>
          <w:iCs/>
          <w:kern w:val="1"/>
        </w:rPr>
        <w:t xml:space="preserve">au </w:t>
      </w:r>
      <w:r w:rsidR="00BE611A">
        <w:rPr>
          <w:rFonts w:cs="Georgia"/>
          <w:bCs/>
          <w:i/>
          <w:iCs/>
          <w:kern w:val="1"/>
        </w:rPr>
        <w:t>galop</w:t>
      </w:r>
      <w:r>
        <w:t xml:space="preserve">. </w:t>
      </w:r>
      <w:r w:rsidR="00BE611A">
        <w:rPr>
          <w:rFonts w:cs="Georgia"/>
          <w:kern w:val="1"/>
        </w:rPr>
        <w:t>Ne m</w:t>
      </w:r>
      <w:r>
        <w:rPr>
          <w:rFonts w:cs="Georgia"/>
          <w:kern w:val="1"/>
        </w:rPr>
        <w:t>’</w:t>
      </w:r>
      <w:r w:rsidR="00BE611A">
        <w:rPr>
          <w:rFonts w:cs="Georgia"/>
          <w:kern w:val="1"/>
        </w:rPr>
        <w:t>interromps pas</w:t>
      </w:r>
      <w:r>
        <w:rPr>
          <w:rFonts w:cs="Georgia"/>
          <w:kern w:val="1"/>
        </w:rPr>
        <w:t xml:space="preserve">. </w:t>
      </w:r>
      <w:r w:rsidR="00BE611A">
        <w:rPr>
          <w:rFonts w:cs="Georgia"/>
          <w:kern w:val="1"/>
        </w:rPr>
        <w:t>Une compagnie ennemie</w:t>
      </w:r>
      <w:r>
        <w:rPr>
          <w:rFonts w:cs="Georgia"/>
          <w:kern w:val="1"/>
        </w:rPr>
        <w:t xml:space="preserve">, </w:t>
      </w:r>
      <w:r w:rsidR="00BE611A">
        <w:rPr>
          <w:rFonts w:cs="Georgia"/>
          <w:kern w:val="1"/>
        </w:rPr>
        <w:t>genou en terre</w:t>
      </w:r>
      <w:r>
        <w:rPr>
          <w:rFonts w:cs="Georgia"/>
          <w:kern w:val="1"/>
        </w:rPr>
        <w:t xml:space="preserve">, </w:t>
      </w:r>
      <w:r w:rsidR="00BE611A">
        <w:rPr>
          <w:rFonts w:cs="Georgia"/>
          <w:kern w:val="1"/>
        </w:rPr>
        <w:t>exécute sur nous deux feux par salves</w:t>
      </w:r>
      <w:r>
        <w:rPr>
          <w:rFonts w:cs="Georgia"/>
          <w:kern w:val="1"/>
        </w:rPr>
        <w:t xml:space="preserve">. </w:t>
      </w:r>
      <w:r w:rsidR="00BE611A">
        <w:rPr>
          <w:rFonts w:cs="Georgia"/>
          <w:kern w:val="1"/>
        </w:rPr>
        <w:t>Il était exactement six heures du soir</w:t>
      </w:r>
      <w:r>
        <w:rPr>
          <w:rFonts w:cs="Georgia"/>
          <w:kern w:val="1"/>
        </w:rPr>
        <w:t xml:space="preserve">. </w:t>
      </w:r>
      <w:r w:rsidR="00BE611A">
        <w:rPr>
          <w:rFonts w:cs="Georgia"/>
          <w:kern w:val="1"/>
        </w:rPr>
        <w:t>Eh bien</w:t>
      </w:r>
      <w:r>
        <w:rPr>
          <w:rFonts w:cs="Georgia"/>
          <w:kern w:val="1"/>
        </w:rPr>
        <w:t xml:space="preserve">, </w:t>
      </w:r>
      <w:r w:rsidR="00BE611A">
        <w:rPr>
          <w:rFonts w:cs="Georgia"/>
          <w:kern w:val="1"/>
        </w:rPr>
        <w:t>un quart d</w:t>
      </w:r>
      <w:r>
        <w:rPr>
          <w:rFonts w:cs="Georgia"/>
          <w:kern w:val="1"/>
        </w:rPr>
        <w:t>’</w:t>
      </w:r>
      <w:r w:rsidR="00BE611A">
        <w:rPr>
          <w:rFonts w:cs="Georgia"/>
          <w:kern w:val="1"/>
        </w:rPr>
        <w:t>heure après le village était à nous</w:t>
      </w:r>
      <w:r>
        <w:rPr>
          <w:rFonts w:cs="Georgia"/>
          <w:kern w:val="1"/>
        </w:rPr>
        <w:t xml:space="preserve">. </w:t>
      </w:r>
      <w:r w:rsidR="00BE611A">
        <w:rPr>
          <w:rFonts w:cs="Georgia"/>
          <w:kern w:val="1"/>
        </w:rPr>
        <w:t>Aujourd</w:t>
      </w:r>
      <w:r>
        <w:rPr>
          <w:rFonts w:cs="Georgia"/>
          <w:kern w:val="1"/>
        </w:rPr>
        <w:t>’</w:t>
      </w:r>
      <w:r w:rsidR="00BE611A">
        <w:rPr>
          <w:rFonts w:cs="Georgia"/>
          <w:kern w:val="1"/>
        </w:rPr>
        <w:t>hui</w:t>
      </w:r>
      <w:r>
        <w:rPr>
          <w:rFonts w:cs="Georgia"/>
          <w:kern w:val="1"/>
        </w:rPr>
        <w:t xml:space="preserve">, </w:t>
      </w:r>
      <w:r w:rsidR="00BE611A">
        <w:rPr>
          <w:rFonts w:cs="Georgia"/>
          <w:kern w:val="1"/>
        </w:rPr>
        <w:t>combien auriez-vous mis</w:t>
      </w:r>
      <w:r>
        <w:rPr>
          <w:rFonts w:cs="Georgia"/>
          <w:kern w:val="1"/>
        </w:rPr>
        <w:t xml:space="preserve"> ? </w:t>
      </w:r>
      <w:r w:rsidR="00BE611A">
        <w:rPr>
          <w:rFonts w:cs="Georgia"/>
          <w:kern w:val="1"/>
        </w:rPr>
        <w:t>Allons</w:t>
      </w:r>
      <w:r>
        <w:rPr>
          <w:rFonts w:cs="Georgia"/>
          <w:kern w:val="1"/>
        </w:rPr>
        <w:t xml:space="preserve">, </w:t>
      </w:r>
      <w:r w:rsidR="00BE611A">
        <w:rPr>
          <w:rFonts w:cs="Georgia"/>
          <w:kern w:val="1"/>
        </w:rPr>
        <w:t>réponds</w:t>
      </w:r>
      <w:r>
        <w:rPr>
          <w:rFonts w:cs="Georgia"/>
          <w:kern w:val="1"/>
        </w:rPr>
        <w:t xml:space="preserve"> ! </w:t>
      </w:r>
      <w:r w:rsidR="00BE611A">
        <w:rPr>
          <w:rFonts w:cs="Georgia"/>
          <w:kern w:val="1"/>
        </w:rPr>
        <w:t>Combien de temps</w:t>
      </w:r>
      <w:r>
        <w:rPr>
          <w:rFonts w:cs="Georgia"/>
          <w:kern w:val="1"/>
        </w:rPr>
        <w:t> ?</w:t>
      </w:r>
    </w:p>
    <w:p w14:paraId="60FA5098" w14:textId="77777777" w:rsidR="000E1451" w:rsidRDefault="00BE611A" w:rsidP="00BE611A">
      <w:pPr>
        <w:rPr>
          <w:rFonts w:cs="Georgia"/>
          <w:kern w:val="1"/>
        </w:rPr>
      </w:pPr>
      <w:r>
        <w:rPr>
          <w:rFonts w:cs="Georgia"/>
          <w:kern w:val="1"/>
        </w:rPr>
        <w:lastRenderedPageBreak/>
        <w:t>Dietrich se taisait</w:t>
      </w:r>
      <w:r w:rsidR="000E1451">
        <w:rPr>
          <w:rFonts w:cs="Georgia"/>
          <w:kern w:val="1"/>
        </w:rPr>
        <w:t xml:space="preserve">, </w:t>
      </w:r>
      <w:r>
        <w:rPr>
          <w:rFonts w:cs="Georgia"/>
          <w:kern w:val="1"/>
        </w:rPr>
        <w:t>tout entier à ses souvenirs</w:t>
      </w:r>
      <w:r w:rsidR="000E1451">
        <w:rPr>
          <w:rFonts w:cs="Georgia"/>
          <w:kern w:val="1"/>
        </w:rPr>
        <w:t xml:space="preserve">. </w:t>
      </w:r>
      <w:r>
        <w:rPr>
          <w:rFonts w:cs="Georgia"/>
          <w:kern w:val="1"/>
        </w:rPr>
        <w:t>Et ce fut moi qui</w:t>
      </w:r>
      <w:r w:rsidR="000E1451">
        <w:rPr>
          <w:rFonts w:cs="Georgia"/>
          <w:kern w:val="1"/>
        </w:rPr>
        <w:t xml:space="preserve">, </w:t>
      </w:r>
      <w:r>
        <w:rPr>
          <w:rFonts w:cs="Georgia"/>
          <w:kern w:val="1"/>
        </w:rPr>
        <w:t>inconscient de mon audace</w:t>
      </w:r>
      <w:r w:rsidR="000E1451">
        <w:rPr>
          <w:rFonts w:cs="Georgia"/>
          <w:kern w:val="1"/>
        </w:rPr>
        <w:t xml:space="preserve">, </w:t>
      </w:r>
      <w:r>
        <w:rPr>
          <w:rFonts w:cs="Georgia"/>
          <w:kern w:val="1"/>
        </w:rPr>
        <w:t>me mis à le questionner à mon tour</w:t>
      </w:r>
      <w:r w:rsidR="000E1451">
        <w:rPr>
          <w:rFonts w:cs="Georgia"/>
          <w:kern w:val="1"/>
        </w:rPr>
        <w:t>.</w:t>
      </w:r>
    </w:p>
    <w:p w14:paraId="7DF2BED7" w14:textId="77777777" w:rsidR="000E1451" w:rsidRDefault="000E1451" w:rsidP="00BE611A">
      <w:pPr>
        <w:rPr>
          <w:rFonts w:cs="Georgia"/>
          <w:kern w:val="1"/>
        </w:rPr>
      </w:pPr>
      <w:r>
        <w:rPr>
          <w:rFonts w:cs="Georgia"/>
          <w:kern w:val="1"/>
        </w:rPr>
        <w:t>— </w:t>
      </w:r>
      <w:r w:rsidR="00BE611A">
        <w:rPr>
          <w:rFonts w:cs="Georgia"/>
          <w:kern w:val="1"/>
        </w:rPr>
        <w:t>Vous rappelez-vous la journée de fin janvier 1915</w:t>
      </w:r>
      <w:r>
        <w:rPr>
          <w:rFonts w:cs="Georgia"/>
          <w:kern w:val="1"/>
        </w:rPr>
        <w:t> ?</w:t>
      </w:r>
    </w:p>
    <w:p w14:paraId="64904653" w14:textId="77777777" w:rsidR="000E1451" w:rsidRDefault="000E1451" w:rsidP="00BE611A">
      <w:pPr>
        <w:rPr>
          <w:rFonts w:cs="Georgia"/>
          <w:kern w:val="1"/>
        </w:rPr>
      </w:pPr>
      <w:r>
        <w:rPr>
          <w:rFonts w:cs="Georgia"/>
          <w:kern w:val="1"/>
        </w:rPr>
        <w:t>— </w:t>
      </w:r>
      <w:r w:rsidR="00BE611A">
        <w:rPr>
          <w:rFonts w:cs="Georgia"/>
          <w:kern w:val="1"/>
        </w:rPr>
        <w:t>Le jour où l</w:t>
      </w:r>
      <w:r>
        <w:rPr>
          <w:rFonts w:cs="Georgia"/>
          <w:kern w:val="1"/>
        </w:rPr>
        <w:t>’</w:t>
      </w:r>
      <w:r w:rsidR="00BE611A">
        <w:rPr>
          <w:rFonts w:cs="Georgia"/>
          <w:kern w:val="1"/>
        </w:rPr>
        <w:t>un de vos bataillons a été fait prisonnier dans les creutes de Massogne</w:t>
      </w:r>
      <w:r>
        <w:rPr>
          <w:rFonts w:cs="Georgia"/>
          <w:kern w:val="1"/>
        </w:rPr>
        <w:t xml:space="preserve"> ? </w:t>
      </w:r>
      <w:r w:rsidR="00BE611A">
        <w:rPr>
          <w:rFonts w:cs="Georgia"/>
          <w:kern w:val="1"/>
        </w:rPr>
        <w:t>Oui</w:t>
      </w:r>
      <w:r>
        <w:rPr>
          <w:rFonts w:cs="Georgia"/>
          <w:kern w:val="1"/>
        </w:rPr>
        <w:t xml:space="preserve">, </w:t>
      </w:r>
      <w:r w:rsidR="00BE611A">
        <w:rPr>
          <w:rFonts w:cs="Georgia"/>
          <w:kern w:val="1"/>
        </w:rPr>
        <w:t>dit-il</w:t>
      </w:r>
      <w:r>
        <w:rPr>
          <w:rFonts w:cs="Georgia"/>
          <w:kern w:val="1"/>
        </w:rPr>
        <w:t xml:space="preserve">, </w:t>
      </w:r>
      <w:r w:rsidR="00BE611A">
        <w:rPr>
          <w:rFonts w:cs="Georgia"/>
          <w:kern w:val="1"/>
        </w:rPr>
        <w:t>je me souviens</w:t>
      </w:r>
      <w:r>
        <w:rPr>
          <w:rFonts w:cs="Georgia"/>
          <w:kern w:val="1"/>
        </w:rPr>
        <w:t>.</w:t>
      </w:r>
    </w:p>
    <w:p w14:paraId="0DE6C0B0" w14:textId="77777777" w:rsidR="000E1451" w:rsidRDefault="00BE611A" w:rsidP="00BE611A">
      <w:pPr>
        <w:rPr>
          <w:rFonts w:cs="Georgia"/>
          <w:kern w:val="1"/>
        </w:rPr>
      </w:pPr>
      <w:r>
        <w:rPr>
          <w:rFonts w:cs="Georgia"/>
          <w:kern w:val="1"/>
        </w:rPr>
        <w:t>Il se passa la main sur le front</w:t>
      </w:r>
      <w:r w:rsidR="000E1451">
        <w:rPr>
          <w:rFonts w:cs="Georgia"/>
          <w:kern w:val="1"/>
        </w:rPr>
        <w:t>.</w:t>
      </w:r>
    </w:p>
    <w:p w14:paraId="687ACDF1" w14:textId="77777777" w:rsidR="000E1451" w:rsidRDefault="000E1451" w:rsidP="00BE611A">
      <w:pPr>
        <w:rPr>
          <w:rFonts w:cs="Georgia"/>
          <w:kern w:val="1"/>
        </w:rPr>
      </w:pPr>
      <w:r>
        <w:rPr>
          <w:rFonts w:cs="Georgia"/>
          <w:kern w:val="1"/>
        </w:rPr>
        <w:t>— </w:t>
      </w:r>
      <w:r w:rsidR="00BE611A">
        <w:rPr>
          <w:rFonts w:cs="Georgia"/>
          <w:kern w:val="1"/>
        </w:rPr>
        <w:t>Ce fut une dure journée</w:t>
      </w:r>
      <w:r>
        <w:rPr>
          <w:rFonts w:cs="Georgia"/>
          <w:kern w:val="1"/>
        </w:rPr>
        <w:t xml:space="preserve">. </w:t>
      </w:r>
      <w:r w:rsidR="00BE611A">
        <w:rPr>
          <w:rFonts w:cs="Georgia"/>
          <w:kern w:val="1"/>
        </w:rPr>
        <w:t>De la neige partout</w:t>
      </w:r>
      <w:r>
        <w:rPr>
          <w:rFonts w:cs="Georgia"/>
          <w:kern w:val="1"/>
        </w:rPr>
        <w:t xml:space="preserve">, </w:t>
      </w:r>
      <w:r w:rsidR="00BE611A">
        <w:rPr>
          <w:rFonts w:cs="Georgia"/>
          <w:kern w:val="1"/>
        </w:rPr>
        <w:t>de la neige et des morts</w:t>
      </w:r>
      <w:r>
        <w:rPr>
          <w:rFonts w:cs="Georgia"/>
          <w:kern w:val="1"/>
        </w:rPr>
        <w:t>.</w:t>
      </w:r>
    </w:p>
    <w:p w14:paraId="4A3B849F" w14:textId="77777777" w:rsidR="000E1451" w:rsidRDefault="000E1451" w:rsidP="00BE611A">
      <w:pPr>
        <w:rPr>
          <w:rFonts w:cs="Georgia"/>
          <w:kern w:val="1"/>
        </w:rPr>
      </w:pPr>
      <w:r>
        <w:rPr>
          <w:rFonts w:cs="Georgia"/>
          <w:kern w:val="1"/>
        </w:rPr>
        <w:t>— </w:t>
      </w:r>
      <w:r w:rsidR="00BE611A">
        <w:rPr>
          <w:rFonts w:cs="Georgia"/>
          <w:kern w:val="1"/>
        </w:rPr>
        <w:t>Dans les boyaux du bois Foulon on ne pouvait plus avancer</w:t>
      </w:r>
      <w:r>
        <w:rPr>
          <w:rFonts w:cs="Georgia"/>
          <w:kern w:val="1"/>
        </w:rPr>
        <w:t xml:space="preserve">, </w:t>
      </w:r>
      <w:r w:rsidR="00BE611A">
        <w:rPr>
          <w:rFonts w:cs="Georgia"/>
          <w:kern w:val="1"/>
        </w:rPr>
        <w:t>tellement il y avait de cadavres</w:t>
      </w:r>
      <w:r>
        <w:rPr>
          <w:rFonts w:cs="Georgia"/>
          <w:kern w:val="1"/>
        </w:rPr>
        <w:t xml:space="preserve">, </w:t>
      </w:r>
      <w:r w:rsidR="00BE611A">
        <w:rPr>
          <w:rFonts w:cs="Georgia"/>
          <w:kern w:val="1"/>
        </w:rPr>
        <w:t>fis-je</w:t>
      </w:r>
      <w:r>
        <w:rPr>
          <w:rFonts w:cs="Georgia"/>
          <w:kern w:val="1"/>
        </w:rPr>
        <w:t xml:space="preserve">. </w:t>
      </w:r>
      <w:r w:rsidR="00BE611A">
        <w:rPr>
          <w:rFonts w:cs="Georgia"/>
          <w:kern w:val="1"/>
        </w:rPr>
        <w:t>Pour nous aussi</w:t>
      </w:r>
      <w:r>
        <w:rPr>
          <w:rFonts w:cs="Georgia"/>
          <w:kern w:val="1"/>
        </w:rPr>
        <w:t xml:space="preserve">, </w:t>
      </w:r>
      <w:r w:rsidR="00BE611A">
        <w:rPr>
          <w:rFonts w:cs="Georgia"/>
          <w:kern w:val="1"/>
        </w:rPr>
        <w:t>ce fut une dure journée</w:t>
      </w:r>
      <w:r>
        <w:rPr>
          <w:rFonts w:cs="Georgia"/>
          <w:kern w:val="1"/>
        </w:rPr>
        <w:t>.</w:t>
      </w:r>
    </w:p>
    <w:p w14:paraId="685B9B14" w14:textId="77777777" w:rsidR="000E1451" w:rsidRDefault="00BE611A" w:rsidP="00BE611A">
      <w:pPr>
        <w:rPr>
          <w:rFonts w:cs="Georgia"/>
          <w:kern w:val="1"/>
        </w:rPr>
      </w:pPr>
      <w:r>
        <w:rPr>
          <w:rFonts w:cs="Georgia"/>
          <w:kern w:val="1"/>
        </w:rPr>
        <w:t>De nouveau</w:t>
      </w:r>
      <w:r w:rsidR="000E1451">
        <w:rPr>
          <w:rFonts w:cs="Georgia"/>
          <w:kern w:val="1"/>
        </w:rPr>
        <w:t xml:space="preserve">, </w:t>
      </w:r>
      <w:r>
        <w:rPr>
          <w:rFonts w:cs="Georgia"/>
          <w:kern w:val="1"/>
        </w:rPr>
        <w:t>la voix du général s</w:t>
      </w:r>
      <w:r w:rsidR="000E1451">
        <w:rPr>
          <w:rFonts w:cs="Georgia"/>
          <w:kern w:val="1"/>
        </w:rPr>
        <w:t>’</w:t>
      </w:r>
      <w:r>
        <w:rPr>
          <w:rFonts w:cs="Georgia"/>
          <w:kern w:val="1"/>
        </w:rPr>
        <w:t>éleva</w:t>
      </w:r>
      <w:r w:rsidR="000E1451">
        <w:rPr>
          <w:rFonts w:cs="Georgia"/>
          <w:kern w:val="1"/>
        </w:rPr>
        <w:t xml:space="preserve">, </w:t>
      </w:r>
      <w:r>
        <w:rPr>
          <w:rFonts w:cs="Georgia"/>
          <w:kern w:val="1"/>
        </w:rPr>
        <w:t>pleine d</w:t>
      </w:r>
      <w:r w:rsidR="000E1451">
        <w:rPr>
          <w:rFonts w:cs="Georgia"/>
          <w:kern w:val="1"/>
        </w:rPr>
        <w:t>’</w:t>
      </w:r>
      <w:r>
        <w:rPr>
          <w:rFonts w:cs="Georgia"/>
          <w:kern w:val="1"/>
        </w:rPr>
        <w:t>ironie et de colère</w:t>
      </w:r>
      <w:r w:rsidR="000E1451">
        <w:rPr>
          <w:rFonts w:cs="Georgia"/>
          <w:kern w:val="1"/>
        </w:rPr>
        <w:t>.</w:t>
      </w:r>
    </w:p>
    <w:p w14:paraId="1D594DDF" w14:textId="77777777" w:rsidR="000E1451" w:rsidRDefault="000E1451" w:rsidP="00BE611A">
      <w:pPr>
        <w:rPr>
          <w:rFonts w:cs="Georgia"/>
          <w:kern w:val="1"/>
        </w:rPr>
      </w:pPr>
      <w:r>
        <w:rPr>
          <w:rFonts w:cs="Georgia"/>
          <w:kern w:val="1"/>
        </w:rPr>
        <w:t>— </w:t>
      </w:r>
      <w:r w:rsidR="00BE611A">
        <w:rPr>
          <w:rFonts w:cs="Georgia"/>
          <w:kern w:val="1"/>
        </w:rPr>
        <w:t>Une dure journée</w:t>
      </w:r>
      <w:r>
        <w:rPr>
          <w:rFonts w:cs="Georgia"/>
          <w:kern w:val="1"/>
        </w:rPr>
        <w:t xml:space="preserve"> ! </w:t>
      </w:r>
      <w:r w:rsidR="00BE611A">
        <w:rPr>
          <w:rFonts w:cs="Georgia"/>
          <w:kern w:val="1"/>
        </w:rPr>
        <w:t>Pour prendre ou perdre un bataillon</w:t>
      </w:r>
      <w:r>
        <w:rPr>
          <w:rFonts w:cs="Georgia"/>
          <w:kern w:val="1"/>
        </w:rPr>
        <w:t xml:space="preserve">. </w:t>
      </w:r>
      <w:r w:rsidR="00BE611A">
        <w:rPr>
          <w:rFonts w:cs="Georgia"/>
          <w:kern w:val="1"/>
        </w:rPr>
        <w:t>Pas même un régiment</w:t>
      </w:r>
      <w:r>
        <w:rPr>
          <w:rFonts w:cs="Georgia"/>
          <w:kern w:val="1"/>
        </w:rPr>
        <w:t xml:space="preserve">. </w:t>
      </w:r>
      <w:r w:rsidR="00BE611A">
        <w:rPr>
          <w:rFonts w:cs="Georgia"/>
          <w:kern w:val="1"/>
        </w:rPr>
        <w:t>Et que dira-t-on de Sedan</w:t>
      </w:r>
      <w:r>
        <w:rPr>
          <w:rFonts w:cs="Georgia"/>
          <w:kern w:val="1"/>
        </w:rPr>
        <w:t xml:space="preserve">, </w:t>
      </w:r>
      <w:r w:rsidR="00BE611A">
        <w:rPr>
          <w:rFonts w:cs="Georgia"/>
          <w:kern w:val="1"/>
        </w:rPr>
        <w:t>alors</w:t>
      </w:r>
      <w:r>
        <w:rPr>
          <w:rFonts w:cs="Georgia"/>
          <w:kern w:val="1"/>
        </w:rPr>
        <w:t xml:space="preserve"> ? </w:t>
      </w:r>
      <w:r w:rsidR="00BE611A">
        <w:rPr>
          <w:rFonts w:cs="Georgia"/>
          <w:kern w:val="1"/>
        </w:rPr>
        <w:t>De Sedan</w:t>
      </w:r>
      <w:r>
        <w:rPr>
          <w:rFonts w:cs="Georgia"/>
          <w:kern w:val="1"/>
        </w:rPr>
        <w:t xml:space="preserve">, </w:t>
      </w:r>
      <w:r w:rsidR="00BE611A">
        <w:rPr>
          <w:rFonts w:cs="Georgia"/>
          <w:kern w:val="1"/>
        </w:rPr>
        <w:t>où nous</w:t>
      </w:r>
      <w:r>
        <w:rPr>
          <w:rFonts w:cs="Georgia"/>
          <w:kern w:val="1"/>
        </w:rPr>
        <w:t xml:space="preserve">, </w:t>
      </w:r>
      <w:r w:rsidR="00BE611A">
        <w:rPr>
          <w:rFonts w:cs="Georgia"/>
          <w:kern w:val="1"/>
        </w:rPr>
        <w:t>des régiments</w:t>
      </w:r>
      <w:r>
        <w:rPr>
          <w:rFonts w:cs="Georgia"/>
          <w:kern w:val="1"/>
        </w:rPr>
        <w:t xml:space="preserve">, </w:t>
      </w:r>
      <w:r w:rsidR="00BE611A">
        <w:rPr>
          <w:rFonts w:cs="Georgia"/>
          <w:kern w:val="1"/>
        </w:rPr>
        <w:t>nous en avons pris soixante</w:t>
      </w:r>
      <w:r>
        <w:rPr>
          <w:rFonts w:cs="Georgia"/>
          <w:kern w:val="1"/>
        </w:rPr>
        <w:t> ?</w:t>
      </w:r>
    </w:p>
    <w:p w14:paraId="060D244E" w14:textId="77777777" w:rsidR="000E1451" w:rsidRDefault="00BE611A" w:rsidP="00BE611A">
      <w:pPr>
        <w:rPr>
          <w:rFonts w:cs="Georgia"/>
          <w:kern w:val="1"/>
        </w:rPr>
      </w:pPr>
      <w:r>
        <w:rPr>
          <w:rFonts w:cs="Georgia"/>
          <w:kern w:val="1"/>
        </w:rPr>
        <w:t>Je lançai à Dietrich un regard qui était presque suppliant</w:t>
      </w:r>
      <w:r w:rsidR="000E1451">
        <w:rPr>
          <w:rFonts w:cs="Georgia"/>
          <w:kern w:val="1"/>
        </w:rPr>
        <w:t xml:space="preserve">. </w:t>
      </w:r>
      <w:r>
        <w:rPr>
          <w:rFonts w:cs="Georgia"/>
          <w:kern w:val="1"/>
        </w:rPr>
        <w:t>C</w:t>
      </w:r>
      <w:r w:rsidR="000E1451">
        <w:rPr>
          <w:rFonts w:cs="Georgia"/>
          <w:kern w:val="1"/>
        </w:rPr>
        <w:t>’</w:t>
      </w:r>
      <w:r>
        <w:rPr>
          <w:rFonts w:cs="Georgia"/>
          <w:kern w:val="1"/>
        </w:rPr>
        <w:t>était de lui</w:t>
      </w:r>
      <w:r w:rsidR="000E1451">
        <w:rPr>
          <w:rFonts w:cs="Georgia"/>
          <w:kern w:val="1"/>
        </w:rPr>
        <w:t xml:space="preserve">, </w:t>
      </w:r>
      <w:r>
        <w:rPr>
          <w:rFonts w:cs="Georgia"/>
          <w:kern w:val="1"/>
        </w:rPr>
        <w:t>de lui seul</w:t>
      </w:r>
      <w:r w:rsidR="000E1451">
        <w:rPr>
          <w:rFonts w:cs="Georgia"/>
          <w:kern w:val="1"/>
        </w:rPr>
        <w:t xml:space="preserve">, </w:t>
      </w:r>
      <w:r>
        <w:rPr>
          <w:rFonts w:cs="Georgia"/>
          <w:kern w:val="1"/>
        </w:rPr>
        <w:t>que pouvait venir la riposte</w:t>
      </w:r>
      <w:r w:rsidR="000E1451">
        <w:rPr>
          <w:rFonts w:cs="Georgia"/>
          <w:kern w:val="1"/>
        </w:rPr>
        <w:t xml:space="preserve">. </w:t>
      </w:r>
      <w:r>
        <w:rPr>
          <w:rFonts w:cs="Georgia"/>
          <w:kern w:val="1"/>
        </w:rPr>
        <w:t>En cette étrange minute</w:t>
      </w:r>
      <w:r w:rsidR="000E1451">
        <w:rPr>
          <w:rFonts w:cs="Georgia"/>
          <w:kern w:val="1"/>
        </w:rPr>
        <w:t xml:space="preserve">, </w:t>
      </w:r>
      <w:r>
        <w:rPr>
          <w:rFonts w:cs="Georgia"/>
          <w:kern w:val="1"/>
        </w:rPr>
        <w:t>il n</w:t>
      </w:r>
      <w:r w:rsidR="000E1451">
        <w:rPr>
          <w:rFonts w:cs="Georgia"/>
          <w:kern w:val="1"/>
        </w:rPr>
        <w:t>’</w:t>
      </w:r>
      <w:r>
        <w:rPr>
          <w:rFonts w:cs="Georgia"/>
          <w:kern w:val="1"/>
        </w:rPr>
        <w:t>y avait plus ni officiers</w:t>
      </w:r>
      <w:r w:rsidR="000E1451">
        <w:rPr>
          <w:rFonts w:cs="Georgia"/>
          <w:kern w:val="1"/>
        </w:rPr>
        <w:t xml:space="preserve">, </w:t>
      </w:r>
      <w:r>
        <w:rPr>
          <w:rFonts w:cs="Georgia"/>
          <w:kern w:val="1"/>
        </w:rPr>
        <w:t>ni soldat</w:t>
      </w:r>
      <w:r w:rsidR="000E1451">
        <w:rPr>
          <w:rFonts w:cs="Georgia"/>
          <w:kern w:val="1"/>
        </w:rPr>
        <w:t xml:space="preserve">, </w:t>
      </w:r>
      <w:r>
        <w:rPr>
          <w:rFonts w:cs="Georgia"/>
          <w:kern w:val="1"/>
        </w:rPr>
        <w:t>ni fils</w:t>
      </w:r>
      <w:r w:rsidR="000E1451">
        <w:rPr>
          <w:rFonts w:cs="Georgia"/>
          <w:kern w:val="1"/>
        </w:rPr>
        <w:t xml:space="preserve">, </w:t>
      </w:r>
      <w:r>
        <w:rPr>
          <w:rFonts w:cs="Georgia"/>
          <w:kern w:val="1"/>
        </w:rPr>
        <w:t>ni père</w:t>
      </w:r>
      <w:r w:rsidR="000E1451">
        <w:rPr>
          <w:rFonts w:cs="Georgia"/>
          <w:kern w:val="1"/>
        </w:rPr>
        <w:t xml:space="preserve">, – </w:t>
      </w:r>
      <w:r>
        <w:rPr>
          <w:rFonts w:cs="Georgia"/>
          <w:kern w:val="1"/>
        </w:rPr>
        <w:t>ni ennemis même</w:t>
      </w:r>
      <w:r w:rsidR="000E1451">
        <w:rPr>
          <w:rFonts w:cs="Georgia"/>
          <w:kern w:val="1"/>
        </w:rPr>
        <w:t xml:space="preserve">. </w:t>
      </w:r>
      <w:r>
        <w:rPr>
          <w:rFonts w:cs="Georgia"/>
          <w:kern w:val="1"/>
        </w:rPr>
        <w:t>Non</w:t>
      </w:r>
      <w:r w:rsidR="000E1451">
        <w:rPr>
          <w:rFonts w:cs="Georgia"/>
          <w:kern w:val="1"/>
        </w:rPr>
        <w:t xml:space="preserve">, </w:t>
      </w:r>
      <w:r>
        <w:rPr>
          <w:rFonts w:cs="Georgia"/>
          <w:kern w:val="1"/>
        </w:rPr>
        <w:t>plus rien que des hommes</w:t>
      </w:r>
      <w:r w:rsidR="000E1451">
        <w:rPr>
          <w:rFonts w:cs="Georgia"/>
          <w:kern w:val="1"/>
        </w:rPr>
        <w:t xml:space="preserve">, </w:t>
      </w:r>
      <w:r>
        <w:rPr>
          <w:rFonts w:cs="Georgia"/>
          <w:kern w:val="1"/>
        </w:rPr>
        <w:t>et deux générations qui s</w:t>
      </w:r>
      <w:r w:rsidR="000E1451">
        <w:rPr>
          <w:rFonts w:cs="Georgia"/>
          <w:kern w:val="1"/>
        </w:rPr>
        <w:t>’</w:t>
      </w:r>
      <w:r>
        <w:rPr>
          <w:rFonts w:cs="Georgia"/>
          <w:kern w:val="1"/>
        </w:rPr>
        <w:t>affrontaient</w:t>
      </w:r>
      <w:r w:rsidR="000E1451">
        <w:rPr>
          <w:rFonts w:cs="Georgia"/>
          <w:kern w:val="1"/>
        </w:rPr>
        <w:t>.</w:t>
      </w:r>
    </w:p>
    <w:p w14:paraId="413671F8" w14:textId="77777777" w:rsidR="000E1451" w:rsidRDefault="000E1451" w:rsidP="00BE611A">
      <w:pPr>
        <w:rPr>
          <w:rFonts w:cs="Georgia"/>
          <w:kern w:val="1"/>
        </w:rPr>
      </w:pPr>
      <w:r>
        <w:rPr>
          <w:rFonts w:cs="Georgia"/>
          <w:kern w:val="1"/>
        </w:rPr>
        <w:t>— </w:t>
      </w:r>
      <w:r w:rsidR="00BE611A">
        <w:rPr>
          <w:rFonts w:cs="Georgia"/>
          <w:kern w:val="1"/>
        </w:rPr>
        <w:t>Soixante</w:t>
      </w:r>
      <w:r>
        <w:rPr>
          <w:rFonts w:cs="Georgia"/>
          <w:kern w:val="1"/>
        </w:rPr>
        <w:t xml:space="preserve"> ! </w:t>
      </w:r>
      <w:r w:rsidR="00BE611A">
        <w:rPr>
          <w:rFonts w:cs="Georgia"/>
          <w:kern w:val="1"/>
        </w:rPr>
        <w:t>répétait le vieillard</w:t>
      </w:r>
      <w:r>
        <w:rPr>
          <w:rFonts w:cs="Georgia"/>
          <w:kern w:val="1"/>
        </w:rPr>
        <w:t xml:space="preserve">, </w:t>
      </w:r>
      <w:r w:rsidR="00BE611A">
        <w:rPr>
          <w:rFonts w:cs="Georgia"/>
          <w:kern w:val="1"/>
        </w:rPr>
        <w:t>soixante régiments</w:t>
      </w:r>
      <w:r>
        <w:rPr>
          <w:rFonts w:cs="Georgia"/>
          <w:kern w:val="1"/>
        </w:rPr>
        <w:t xml:space="preserve"> ! </w:t>
      </w:r>
      <w:r w:rsidR="00BE611A">
        <w:rPr>
          <w:rFonts w:cs="Georgia"/>
          <w:kern w:val="1"/>
        </w:rPr>
        <w:t>Vous m</w:t>
      </w:r>
      <w:r>
        <w:rPr>
          <w:rFonts w:cs="Georgia"/>
          <w:kern w:val="1"/>
        </w:rPr>
        <w:t>’</w:t>
      </w:r>
      <w:r w:rsidR="00BE611A">
        <w:rPr>
          <w:rFonts w:cs="Georgia"/>
          <w:kern w:val="1"/>
        </w:rPr>
        <w:t>entendez</w:t>
      </w:r>
      <w:r>
        <w:rPr>
          <w:rFonts w:cs="Georgia"/>
          <w:kern w:val="1"/>
        </w:rPr>
        <w:t> ?</w:t>
      </w:r>
    </w:p>
    <w:p w14:paraId="60BF0252" w14:textId="77777777" w:rsidR="000E1451" w:rsidRDefault="00BE611A" w:rsidP="00BE611A">
      <w:pPr>
        <w:rPr>
          <w:rFonts w:cs="Georgia"/>
          <w:kern w:val="1"/>
        </w:rPr>
      </w:pPr>
      <w:r>
        <w:rPr>
          <w:rFonts w:cs="Georgia"/>
          <w:kern w:val="1"/>
        </w:rPr>
        <w:t>Le commandant de Reichendorf parut sortir d</w:t>
      </w:r>
      <w:r w:rsidR="000E1451">
        <w:rPr>
          <w:rFonts w:cs="Georgia"/>
          <w:kern w:val="1"/>
        </w:rPr>
        <w:t>’</w:t>
      </w:r>
      <w:r>
        <w:rPr>
          <w:rFonts w:cs="Georgia"/>
          <w:kern w:val="1"/>
        </w:rPr>
        <w:t>un rêve</w:t>
      </w:r>
      <w:r w:rsidR="000E1451">
        <w:rPr>
          <w:rFonts w:cs="Georgia"/>
          <w:kern w:val="1"/>
        </w:rPr>
        <w:t>.</w:t>
      </w:r>
    </w:p>
    <w:p w14:paraId="1AC8EBB8" w14:textId="77777777" w:rsidR="000E1451" w:rsidRDefault="000E1451" w:rsidP="00BE611A">
      <w:pPr>
        <w:rPr>
          <w:rFonts w:cs="Georgia"/>
          <w:kern w:val="1"/>
        </w:rPr>
      </w:pPr>
      <w:r>
        <w:rPr>
          <w:rFonts w:cs="Georgia"/>
          <w:kern w:val="1"/>
        </w:rPr>
        <w:lastRenderedPageBreak/>
        <w:t>— </w:t>
      </w:r>
      <w:r w:rsidR="00BE611A">
        <w:rPr>
          <w:rFonts w:cs="Georgia"/>
          <w:kern w:val="1"/>
        </w:rPr>
        <w:t>Mon père</w:t>
      </w:r>
      <w:r>
        <w:rPr>
          <w:rFonts w:cs="Georgia"/>
          <w:kern w:val="1"/>
        </w:rPr>
        <w:t xml:space="preserve">, </w:t>
      </w:r>
      <w:r w:rsidR="00BE611A">
        <w:rPr>
          <w:rFonts w:cs="Georgia"/>
          <w:kern w:val="1"/>
        </w:rPr>
        <w:t>dit-il avec lenteur</w:t>
      </w:r>
      <w:r>
        <w:rPr>
          <w:rFonts w:cs="Georgia"/>
          <w:kern w:val="1"/>
        </w:rPr>
        <w:t xml:space="preserve">, </w:t>
      </w:r>
      <w:r w:rsidR="00BE611A">
        <w:rPr>
          <w:rFonts w:cs="Georgia"/>
          <w:kern w:val="1"/>
        </w:rPr>
        <w:t>Dieu me garde de comparer des choses qui ne sont pas comparables</w:t>
      </w:r>
      <w:r>
        <w:rPr>
          <w:rFonts w:cs="Georgia"/>
          <w:kern w:val="1"/>
        </w:rPr>
        <w:t xml:space="preserve">. </w:t>
      </w:r>
      <w:r w:rsidR="00BE611A">
        <w:rPr>
          <w:rFonts w:cs="Georgia"/>
          <w:kern w:val="1"/>
        </w:rPr>
        <w:t>Vous vous êtes battus</w:t>
      </w:r>
      <w:r>
        <w:rPr>
          <w:rFonts w:cs="Georgia"/>
          <w:kern w:val="1"/>
        </w:rPr>
        <w:t xml:space="preserve">, </w:t>
      </w:r>
      <w:r w:rsidR="00BE611A">
        <w:rPr>
          <w:rFonts w:cs="Georgia"/>
          <w:kern w:val="1"/>
        </w:rPr>
        <w:t>musique en tête et drapeaux déployés</w:t>
      </w:r>
      <w:r>
        <w:rPr>
          <w:rFonts w:cs="Georgia"/>
          <w:kern w:val="1"/>
        </w:rPr>
        <w:t xml:space="preserve">, </w:t>
      </w:r>
      <w:r w:rsidR="00BE611A">
        <w:rPr>
          <w:rFonts w:cs="Georgia"/>
          <w:kern w:val="1"/>
        </w:rPr>
        <w:t>magnifiquement</w:t>
      </w:r>
      <w:r>
        <w:rPr>
          <w:rFonts w:cs="Georgia"/>
          <w:kern w:val="1"/>
        </w:rPr>
        <w:t xml:space="preserve">. </w:t>
      </w:r>
      <w:r w:rsidR="00BE611A">
        <w:rPr>
          <w:rFonts w:cs="Georgia"/>
          <w:kern w:val="1"/>
        </w:rPr>
        <w:t>La guerre que nous faisons</w:t>
      </w:r>
      <w:r>
        <w:rPr>
          <w:rFonts w:cs="Georgia"/>
          <w:kern w:val="1"/>
        </w:rPr>
        <w:t xml:space="preserve">, </w:t>
      </w:r>
      <w:r w:rsidR="00BE611A">
        <w:rPr>
          <w:rFonts w:cs="Georgia"/>
          <w:kern w:val="1"/>
        </w:rPr>
        <w:t>nous</w:t>
      </w:r>
      <w:r>
        <w:rPr>
          <w:rFonts w:cs="Georgia"/>
          <w:kern w:val="1"/>
        </w:rPr>
        <w:t xml:space="preserve">, </w:t>
      </w:r>
      <w:r w:rsidR="00BE611A">
        <w:rPr>
          <w:rFonts w:cs="Georgia"/>
          <w:kern w:val="1"/>
        </w:rPr>
        <w:t>est une autre guerre</w:t>
      </w:r>
      <w:r>
        <w:rPr>
          <w:rFonts w:cs="Georgia"/>
          <w:kern w:val="1"/>
        </w:rPr>
        <w:t xml:space="preserve">. </w:t>
      </w:r>
      <w:r w:rsidR="00BE611A">
        <w:rPr>
          <w:rFonts w:cs="Georgia"/>
          <w:kern w:val="1"/>
        </w:rPr>
        <w:t>Une guerre</w:t>
      </w:r>
      <w:r>
        <w:rPr>
          <w:rFonts w:cs="Georgia"/>
          <w:kern w:val="1"/>
        </w:rPr>
        <w:t xml:space="preserve">, </w:t>
      </w:r>
      <w:r w:rsidR="00BE611A">
        <w:rPr>
          <w:rFonts w:cs="Georgia"/>
          <w:kern w:val="1"/>
        </w:rPr>
        <w:t>voyez-vous</w:t>
      </w:r>
      <w:r>
        <w:rPr>
          <w:rFonts w:cs="Georgia"/>
          <w:kern w:val="1"/>
        </w:rPr>
        <w:t xml:space="preserve">, </w:t>
      </w:r>
      <w:r w:rsidR="00BE611A">
        <w:rPr>
          <w:rFonts w:cs="Georgia"/>
          <w:kern w:val="1"/>
        </w:rPr>
        <w:t>dont vous ne pouvez vous faire une idée</w:t>
      </w:r>
      <w:r>
        <w:rPr>
          <w:rFonts w:cs="Georgia"/>
          <w:kern w:val="1"/>
        </w:rPr>
        <w:t xml:space="preserve">. </w:t>
      </w:r>
      <w:r w:rsidR="00BE611A">
        <w:rPr>
          <w:rFonts w:cs="Georgia"/>
          <w:kern w:val="1"/>
        </w:rPr>
        <w:t>Non</w:t>
      </w:r>
      <w:r>
        <w:rPr>
          <w:rFonts w:cs="Georgia"/>
          <w:kern w:val="1"/>
        </w:rPr>
        <w:t xml:space="preserve">, </w:t>
      </w:r>
      <w:r w:rsidR="00BE611A">
        <w:rPr>
          <w:rFonts w:cs="Georgia"/>
          <w:kern w:val="1"/>
        </w:rPr>
        <w:t>vous ne pouvez pas</w:t>
      </w:r>
      <w:r>
        <w:rPr>
          <w:rFonts w:cs="Georgia"/>
          <w:kern w:val="1"/>
        </w:rPr>
        <w:t xml:space="preserve">… </w:t>
      </w:r>
      <w:r w:rsidR="00BE611A">
        <w:rPr>
          <w:rFonts w:cs="Georgia"/>
          <w:kern w:val="1"/>
        </w:rPr>
        <w:t>Vous ne pouvez pas savoir</w:t>
      </w:r>
      <w:r>
        <w:rPr>
          <w:rFonts w:cs="Georgia"/>
          <w:kern w:val="1"/>
        </w:rPr>
        <w:t>.</w:t>
      </w:r>
    </w:p>
    <w:p w14:paraId="2907A2D9" w14:textId="77777777" w:rsidR="000E1451" w:rsidRDefault="00BE611A" w:rsidP="00BE611A">
      <w:pPr>
        <w:rPr>
          <w:rFonts w:cs="Georgia"/>
          <w:kern w:val="1"/>
        </w:rPr>
      </w:pPr>
      <w:r>
        <w:rPr>
          <w:rFonts w:cs="Georgia"/>
          <w:kern w:val="1"/>
        </w:rPr>
        <w:t>Il avait parlé les yeux mi-clos</w:t>
      </w:r>
      <w:r w:rsidR="000E1451">
        <w:rPr>
          <w:rFonts w:cs="Georgia"/>
          <w:kern w:val="1"/>
        </w:rPr>
        <w:t xml:space="preserve">. </w:t>
      </w:r>
      <w:r>
        <w:rPr>
          <w:rFonts w:cs="Georgia"/>
          <w:kern w:val="1"/>
        </w:rPr>
        <w:t>En cet instant</w:t>
      </w:r>
      <w:r w:rsidR="000E1451">
        <w:rPr>
          <w:rFonts w:cs="Georgia"/>
          <w:kern w:val="1"/>
        </w:rPr>
        <w:t xml:space="preserve">, </w:t>
      </w:r>
      <w:r>
        <w:rPr>
          <w:rFonts w:cs="Georgia"/>
          <w:kern w:val="1"/>
        </w:rPr>
        <w:t>son regard rencontra le mien</w:t>
      </w:r>
      <w:r w:rsidR="000E1451">
        <w:rPr>
          <w:rFonts w:cs="Georgia"/>
          <w:kern w:val="1"/>
        </w:rPr>
        <w:t xml:space="preserve">, </w:t>
      </w:r>
      <w:r>
        <w:rPr>
          <w:rFonts w:cs="Georgia"/>
          <w:kern w:val="1"/>
        </w:rPr>
        <w:t>et nos pensées se confondirent</w:t>
      </w:r>
      <w:r w:rsidR="000E1451">
        <w:rPr>
          <w:rFonts w:cs="Georgia"/>
          <w:kern w:val="1"/>
        </w:rPr>
        <w:t xml:space="preserve">. </w:t>
      </w:r>
      <w:r>
        <w:rPr>
          <w:rFonts w:cs="Georgia"/>
          <w:kern w:val="1"/>
        </w:rPr>
        <w:t>Ses lèvres remuèrent pour une phrase qu</w:t>
      </w:r>
      <w:r w:rsidR="000E1451">
        <w:rPr>
          <w:rFonts w:cs="Georgia"/>
          <w:kern w:val="1"/>
        </w:rPr>
        <w:t>’</w:t>
      </w:r>
      <w:r>
        <w:rPr>
          <w:rFonts w:cs="Georgia"/>
          <w:kern w:val="1"/>
        </w:rPr>
        <w:t>il ne prononça pas</w:t>
      </w:r>
      <w:r w:rsidR="000E1451">
        <w:rPr>
          <w:rFonts w:cs="Georgia"/>
          <w:kern w:val="1"/>
        </w:rPr>
        <w:t xml:space="preserve">, </w:t>
      </w:r>
      <w:r>
        <w:rPr>
          <w:rFonts w:cs="Georgia"/>
          <w:kern w:val="1"/>
        </w:rPr>
        <w:t>mais que je compris</w:t>
      </w:r>
      <w:r w:rsidR="000E1451">
        <w:rPr>
          <w:rFonts w:cs="Georgia"/>
          <w:kern w:val="1"/>
        </w:rPr>
        <w:t xml:space="preserve">, </w:t>
      </w:r>
      <w:r>
        <w:rPr>
          <w:rFonts w:cs="Georgia"/>
          <w:kern w:val="1"/>
        </w:rPr>
        <w:t>et qui voulait dire</w:t>
      </w:r>
      <w:r w:rsidR="000E1451">
        <w:rPr>
          <w:rFonts w:cs="Georgia"/>
          <w:kern w:val="1"/>
        </w:rPr>
        <w:t> :</w:t>
      </w:r>
    </w:p>
    <w:p w14:paraId="24FF30BB" w14:textId="77777777" w:rsidR="00BE611A" w:rsidRDefault="000E1451" w:rsidP="00BE611A">
      <w:pPr>
        <w:rPr>
          <w:kern w:val="1"/>
        </w:rPr>
      </w:pPr>
      <w:r>
        <w:rPr>
          <w:rFonts w:cs="Georgia"/>
          <w:kern w:val="1"/>
        </w:rPr>
        <w:t>— « </w:t>
      </w:r>
      <w:r w:rsidR="00BE611A">
        <w:rPr>
          <w:rFonts w:cs="Georgia"/>
          <w:kern w:val="1"/>
        </w:rPr>
        <w:t>Lui</w:t>
      </w:r>
      <w:r>
        <w:rPr>
          <w:rFonts w:cs="Georgia"/>
          <w:kern w:val="1"/>
        </w:rPr>
        <w:t xml:space="preserve">, </w:t>
      </w:r>
      <w:r w:rsidR="00BE611A">
        <w:rPr>
          <w:rFonts w:cs="Georgia"/>
          <w:kern w:val="1"/>
        </w:rPr>
        <w:t>il sait</w:t>
      </w:r>
      <w:r>
        <w:rPr>
          <w:rFonts w:cs="Georgia"/>
          <w:kern w:val="1"/>
        </w:rPr>
        <w:t>. »</w:t>
      </w:r>
    </w:p>
    <w:p w14:paraId="6CFD3DDD" w14:textId="77777777" w:rsidR="00BE611A" w:rsidRDefault="00BE611A" w:rsidP="000E1451">
      <w:pPr>
        <w:pStyle w:val="Titre1"/>
        <w:numPr>
          <w:ilvl w:val="0"/>
          <w:numId w:val="15"/>
        </w:numPr>
        <w:ind w:left="0" w:firstLine="0"/>
        <w:rPr>
          <w:rFonts w:cs="Georgia"/>
          <w:kern w:val="1"/>
        </w:rPr>
      </w:pPr>
      <w:bookmarkStart w:id="26" w:name="__RefHeading__7390_928681719"/>
      <w:bookmarkStart w:id="27" w:name="_Toc195555072"/>
      <w:bookmarkEnd w:id="26"/>
      <w:r>
        <w:rPr>
          <w:kern w:val="1"/>
        </w:rPr>
        <w:lastRenderedPageBreak/>
        <w:t>XIV</w:t>
      </w:r>
      <w:bookmarkEnd w:id="27"/>
    </w:p>
    <w:p w14:paraId="4A3B2F83" w14:textId="77777777" w:rsidR="000E1451" w:rsidRDefault="00BE611A" w:rsidP="00BE611A">
      <w:pPr>
        <w:rPr>
          <w:rFonts w:cs="Georgia"/>
          <w:kern w:val="1"/>
        </w:rPr>
      </w:pPr>
      <w:r>
        <w:rPr>
          <w:rFonts w:cs="Georgia"/>
          <w:kern w:val="1"/>
        </w:rPr>
        <w:t>Jusqu</w:t>
      </w:r>
      <w:r w:rsidR="000E1451">
        <w:rPr>
          <w:rFonts w:cs="Georgia"/>
          <w:kern w:val="1"/>
        </w:rPr>
        <w:t>’</w:t>
      </w:r>
      <w:r>
        <w:rPr>
          <w:rFonts w:cs="Georgia"/>
          <w:kern w:val="1"/>
        </w:rPr>
        <w:t>au moment de son départ</w:t>
      </w:r>
      <w:r w:rsidR="000E1451">
        <w:rPr>
          <w:rFonts w:cs="Georgia"/>
          <w:kern w:val="1"/>
        </w:rPr>
        <w:t xml:space="preserve">, </w:t>
      </w:r>
      <w:r>
        <w:rPr>
          <w:rFonts w:cs="Georgia"/>
          <w:kern w:val="1"/>
        </w:rPr>
        <w:t>qui eut lieu trois jours après</w:t>
      </w:r>
      <w:r w:rsidR="000E1451">
        <w:rPr>
          <w:rFonts w:cs="Georgia"/>
          <w:kern w:val="1"/>
        </w:rPr>
        <w:t xml:space="preserve">, </w:t>
      </w:r>
      <w:r>
        <w:rPr>
          <w:rFonts w:cs="Georgia"/>
          <w:kern w:val="1"/>
        </w:rPr>
        <w:t>je ne devais plus me retrouver en présence du commandant de Reichendorf</w:t>
      </w:r>
      <w:r w:rsidR="000E1451">
        <w:rPr>
          <w:rFonts w:cs="Georgia"/>
          <w:kern w:val="1"/>
        </w:rPr>
        <w:t xml:space="preserve">. </w:t>
      </w:r>
      <w:r>
        <w:rPr>
          <w:rFonts w:cs="Georgia"/>
          <w:kern w:val="1"/>
        </w:rPr>
        <w:t>Chaque fois qu</w:t>
      </w:r>
      <w:r w:rsidR="000E1451">
        <w:rPr>
          <w:rFonts w:cs="Georgia"/>
          <w:kern w:val="1"/>
        </w:rPr>
        <w:t>’</w:t>
      </w:r>
      <w:r>
        <w:rPr>
          <w:rFonts w:cs="Georgia"/>
          <w:kern w:val="1"/>
        </w:rPr>
        <w:t>il m</w:t>
      </w:r>
      <w:r w:rsidR="000E1451">
        <w:rPr>
          <w:rFonts w:cs="Georgia"/>
          <w:kern w:val="1"/>
        </w:rPr>
        <w:t>’</w:t>
      </w:r>
      <w:r>
        <w:rPr>
          <w:rFonts w:cs="Georgia"/>
          <w:kern w:val="1"/>
        </w:rPr>
        <w:t>arriva de le rencontrer</w:t>
      </w:r>
      <w:r w:rsidR="000E1451">
        <w:rPr>
          <w:rFonts w:cs="Georgia"/>
          <w:kern w:val="1"/>
        </w:rPr>
        <w:t xml:space="preserve">, </w:t>
      </w:r>
      <w:r>
        <w:rPr>
          <w:rFonts w:cs="Georgia"/>
          <w:kern w:val="1"/>
        </w:rPr>
        <w:t>il détourna la tête</w:t>
      </w:r>
      <w:r w:rsidR="000E1451">
        <w:rPr>
          <w:rFonts w:cs="Georgia"/>
          <w:kern w:val="1"/>
        </w:rPr>
        <w:t xml:space="preserve">, </w:t>
      </w:r>
      <w:r>
        <w:rPr>
          <w:rFonts w:cs="Georgia"/>
          <w:kern w:val="1"/>
        </w:rPr>
        <w:t>ou ne me rendit qu</w:t>
      </w:r>
      <w:r w:rsidR="000E1451">
        <w:rPr>
          <w:rFonts w:cs="Georgia"/>
          <w:kern w:val="1"/>
        </w:rPr>
        <w:t>’</w:t>
      </w:r>
      <w:r>
        <w:rPr>
          <w:rFonts w:cs="Georgia"/>
          <w:kern w:val="1"/>
        </w:rPr>
        <w:t>avec la plus extrême froideur le salut que je ne pus faire autrement que de lui adresser</w:t>
      </w:r>
      <w:r w:rsidR="000E1451">
        <w:rPr>
          <w:rFonts w:cs="Georgia"/>
          <w:kern w:val="1"/>
        </w:rPr>
        <w:t>.</w:t>
      </w:r>
    </w:p>
    <w:p w14:paraId="5B9A818A" w14:textId="77777777" w:rsidR="000E1451" w:rsidRDefault="00BE611A" w:rsidP="00BE611A">
      <w:pPr>
        <w:rPr>
          <w:rFonts w:cs="Georgia"/>
          <w:kern w:val="1"/>
        </w:rPr>
      </w:pPr>
      <w:r>
        <w:rPr>
          <w:rFonts w:cs="Georgia"/>
          <w:kern w:val="1"/>
        </w:rPr>
        <w:t>Il passait ses journées dans l</w:t>
      </w:r>
      <w:r w:rsidR="000E1451">
        <w:rPr>
          <w:rFonts w:cs="Georgia"/>
          <w:kern w:val="1"/>
        </w:rPr>
        <w:t>’</w:t>
      </w:r>
      <w:r>
        <w:rPr>
          <w:rFonts w:cs="Georgia"/>
          <w:kern w:val="1"/>
        </w:rPr>
        <w:t>inaction</w:t>
      </w:r>
      <w:r w:rsidR="000E1451">
        <w:rPr>
          <w:rFonts w:cs="Georgia"/>
          <w:kern w:val="1"/>
        </w:rPr>
        <w:t xml:space="preserve">. </w:t>
      </w:r>
      <w:r>
        <w:rPr>
          <w:rFonts w:cs="Georgia"/>
          <w:kern w:val="1"/>
        </w:rPr>
        <w:t>S</w:t>
      </w:r>
      <w:r w:rsidR="000E1451">
        <w:rPr>
          <w:rFonts w:cs="Georgia"/>
          <w:kern w:val="1"/>
        </w:rPr>
        <w:t>’</w:t>
      </w:r>
      <w:r>
        <w:rPr>
          <w:rFonts w:cs="Georgia"/>
          <w:kern w:val="1"/>
        </w:rPr>
        <w:t>il entreprenait une chose</w:t>
      </w:r>
      <w:r w:rsidR="000E1451">
        <w:rPr>
          <w:rFonts w:cs="Georgia"/>
          <w:kern w:val="1"/>
        </w:rPr>
        <w:t xml:space="preserve">, </w:t>
      </w:r>
      <w:r>
        <w:rPr>
          <w:rFonts w:cs="Georgia"/>
          <w:kern w:val="1"/>
        </w:rPr>
        <w:t>c</w:t>
      </w:r>
      <w:r w:rsidR="000E1451">
        <w:rPr>
          <w:rFonts w:cs="Georgia"/>
          <w:kern w:val="1"/>
        </w:rPr>
        <w:t>’</w:t>
      </w:r>
      <w:r>
        <w:rPr>
          <w:rFonts w:cs="Georgia"/>
          <w:kern w:val="1"/>
        </w:rPr>
        <w:t>était pour l</w:t>
      </w:r>
      <w:r w:rsidR="000E1451">
        <w:rPr>
          <w:rFonts w:cs="Georgia"/>
          <w:kern w:val="1"/>
        </w:rPr>
        <w:t>’</w:t>
      </w:r>
      <w:r>
        <w:rPr>
          <w:rFonts w:cs="Georgia"/>
          <w:kern w:val="1"/>
        </w:rPr>
        <w:t>abandonner presque aussitôt</w:t>
      </w:r>
      <w:r w:rsidR="000E1451">
        <w:rPr>
          <w:rFonts w:cs="Georgia"/>
          <w:kern w:val="1"/>
        </w:rPr>
        <w:t xml:space="preserve">. </w:t>
      </w:r>
      <w:r>
        <w:rPr>
          <w:rFonts w:cs="Georgia"/>
          <w:kern w:val="1"/>
        </w:rPr>
        <w:t>Il était comme tous ceux qui ne sont que pour peu de temps dans un endroit</w:t>
      </w:r>
      <w:r w:rsidR="000E1451">
        <w:rPr>
          <w:rFonts w:cs="Georgia"/>
          <w:kern w:val="1"/>
        </w:rPr>
        <w:t xml:space="preserve">, </w:t>
      </w:r>
      <w:r>
        <w:rPr>
          <w:rFonts w:cs="Georgia"/>
          <w:kern w:val="1"/>
        </w:rPr>
        <w:t>et qui s</w:t>
      </w:r>
      <w:r w:rsidR="000E1451">
        <w:rPr>
          <w:rFonts w:cs="Georgia"/>
          <w:kern w:val="1"/>
        </w:rPr>
        <w:t>’</w:t>
      </w:r>
      <w:r>
        <w:rPr>
          <w:rFonts w:cs="Georgia"/>
          <w:kern w:val="1"/>
        </w:rPr>
        <w:t>efforcent de n</w:t>
      </w:r>
      <w:r w:rsidR="000E1451">
        <w:rPr>
          <w:rFonts w:cs="Georgia"/>
          <w:kern w:val="1"/>
        </w:rPr>
        <w:t>’</w:t>
      </w:r>
      <w:r>
        <w:rPr>
          <w:rFonts w:cs="Georgia"/>
          <w:kern w:val="1"/>
        </w:rPr>
        <w:t>y pas contracter d</w:t>
      </w:r>
      <w:r w:rsidR="000E1451">
        <w:rPr>
          <w:rFonts w:cs="Georgia"/>
          <w:kern w:val="1"/>
        </w:rPr>
        <w:t>’</w:t>
      </w:r>
      <w:r>
        <w:rPr>
          <w:rFonts w:cs="Georgia"/>
          <w:kern w:val="1"/>
        </w:rPr>
        <w:t>habitudes</w:t>
      </w:r>
      <w:r w:rsidR="000E1451">
        <w:rPr>
          <w:rFonts w:cs="Georgia"/>
          <w:kern w:val="1"/>
        </w:rPr>
        <w:t xml:space="preserve">. </w:t>
      </w:r>
      <w:r>
        <w:rPr>
          <w:rFonts w:cs="Georgia"/>
          <w:kern w:val="1"/>
        </w:rPr>
        <w:t>Je l</w:t>
      </w:r>
      <w:r w:rsidR="000E1451">
        <w:rPr>
          <w:rFonts w:cs="Georgia"/>
          <w:kern w:val="1"/>
        </w:rPr>
        <w:t>’</w:t>
      </w:r>
      <w:r>
        <w:rPr>
          <w:rFonts w:cs="Georgia"/>
          <w:kern w:val="1"/>
        </w:rPr>
        <w:t>entendais parfois se mettre à jouer du piano et interrompre brusquement l</w:t>
      </w:r>
      <w:r w:rsidR="000E1451">
        <w:rPr>
          <w:rFonts w:cs="Georgia"/>
          <w:kern w:val="1"/>
        </w:rPr>
        <w:t>’</w:t>
      </w:r>
      <w:r>
        <w:rPr>
          <w:rFonts w:cs="Georgia"/>
          <w:kern w:val="1"/>
        </w:rPr>
        <w:t>air à peine commencé</w:t>
      </w:r>
      <w:r w:rsidR="000E1451">
        <w:rPr>
          <w:rFonts w:cs="Georgia"/>
          <w:kern w:val="1"/>
        </w:rPr>
        <w:t xml:space="preserve">. </w:t>
      </w:r>
      <w:r>
        <w:rPr>
          <w:rFonts w:cs="Georgia"/>
          <w:kern w:val="1"/>
        </w:rPr>
        <w:t>Un instant après</w:t>
      </w:r>
      <w:r w:rsidR="000E1451">
        <w:rPr>
          <w:rFonts w:cs="Georgia"/>
          <w:kern w:val="1"/>
        </w:rPr>
        <w:t xml:space="preserve">, </w:t>
      </w:r>
      <w:r>
        <w:rPr>
          <w:rFonts w:cs="Georgia"/>
          <w:kern w:val="1"/>
        </w:rPr>
        <w:t>sa canne des tranchées à la main</w:t>
      </w:r>
      <w:r w:rsidR="000E1451">
        <w:rPr>
          <w:rFonts w:cs="Georgia"/>
          <w:kern w:val="1"/>
        </w:rPr>
        <w:t xml:space="preserve">, </w:t>
      </w:r>
      <w:r>
        <w:rPr>
          <w:rFonts w:cs="Georgia"/>
          <w:kern w:val="1"/>
        </w:rPr>
        <w:t>on le voyait descendre l</w:t>
      </w:r>
      <w:r w:rsidR="000E1451">
        <w:rPr>
          <w:rFonts w:cs="Georgia"/>
          <w:kern w:val="1"/>
        </w:rPr>
        <w:t>’</w:t>
      </w:r>
      <w:r>
        <w:rPr>
          <w:rFonts w:cs="Georgia"/>
          <w:kern w:val="1"/>
        </w:rPr>
        <w:t>escalier qui menait aux douves</w:t>
      </w:r>
      <w:r w:rsidR="000E1451">
        <w:rPr>
          <w:rFonts w:cs="Georgia"/>
          <w:kern w:val="1"/>
        </w:rPr>
        <w:t xml:space="preserve">, </w:t>
      </w:r>
      <w:r>
        <w:rPr>
          <w:rFonts w:cs="Georgia"/>
          <w:kern w:val="1"/>
        </w:rPr>
        <w:t>et remonter le talus opposé</w:t>
      </w:r>
      <w:r w:rsidR="000E1451">
        <w:rPr>
          <w:rFonts w:cs="Georgia"/>
          <w:kern w:val="1"/>
        </w:rPr>
        <w:t xml:space="preserve">. </w:t>
      </w:r>
      <w:r>
        <w:rPr>
          <w:rFonts w:cs="Georgia"/>
          <w:kern w:val="1"/>
        </w:rPr>
        <w:t>Sa haute silhouette se profilait sur le ciel plombé</w:t>
      </w:r>
      <w:r w:rsidR="000E1451">
        <w:rPr>
          <w:rFonts w:cs="Georgia"/>
          <w:kern w:val="1"/>
        </w:rPr>
        <w:t xml:space="preserve">. </w:t>
      </w:r>
      <w:r>
        <w:rPr>
          <w:rFonts w:cs="Georgia"/>
          <w:kern w:val="1"/>
        </w:rPr>
        <w:t>Il avançait parmi les vases et les sables</w:t>
      </w:r>
      <w:r w:rsidR="000E1451">
        <w:rPr>
          <w:rFonts w:cs="Georgia"/>
          <w:kern w:val="1"/>
        </w:rPr>
        <w:t xml:space="preserve">, </w:t>
      </w:r>
      <w:r>
        <w:rPr>
          <w:rFonts w:cs="Georgia"/>
          <w:kern w:val="1"/>
        </w:rPr>
        <w:t>longeant les flaques hérissées de joncs où s</w:t>
      </w:r>
      <w:r w:rsidR="000E1451">
        <w:rPr>
          <w:rFonts w:cs="Georgia"/>
          <w:kern w:val="1"/>
        </w:rPr>
        <w:t>’</w:t>
      </w:r>
      <w:r>
        <w:rPr>
          <w:rFonts w:cs="Georgia"/>
          <w:kern w:val="1"/>
        </w:rPr>
        <w:t>envolaient des nuées d</w:t>
      </w:r>
      <w:r w:rsidR="000E1451">
        <w:rPr>
          <w:rFonts w:cs="Georgia"/>
          <w:kern w:val="1"/>
        </w:rPr>
        <w:t>’</w:t>
      </w:r>
      <w:r>
        <w:rPr>
          <w:rFonts w:cs="Georgia"/>
          <w:kern w:val="1"/>
        </w:rPr>
        <w:t>étourneaux et d</w:t>
      </w:r>
      <w:r w:rsidR="000E1451">
        <w:rPr>
          <w:rFonts w:cs="Georgia"/>
          <w:kern w:val="1"/>
        </w:rPr>
        <w:t>’</w:t>
      </w:r>
      <w:r>
        <w:rPr>
          <w:rFonts w:cs="Georgia"/>
          <w:kern w:val="1"/>
        </w:rPr>
        <w:t>alouettes de mer</w:t>
      </w:r>
      <w:r w:rsidR="000E1451">
        <w:rPr>
          <w:rFonts w:cs="Georgia"/>
          <w:kern w:val="1"/>
        </w:rPr>
        <w:t xml:space="preserve">. </w:t>
      </w:r>
      <w:r>
        <w:rPr>
          <w:rFonts w:cs="Georgia"/>
          <w:kern w:val="1"/>
        </w:rPr>
        <w:t>La plupart du temps</w:t>
      </w:r>
      <w:r w:rsidR="000E1451">
        <w:rPr>
          <w:rFonts w:cs="Georgia"/>
          <w:kern w:val="1"/>
        </w:rPr>
        <w:t xml:space="preserve">, </w:t>
      </w:r>
      <w:r>
        <w:rPr>
          <w:rFonts w:cs="Georgia"/>
          <w:kern w:val="1"/>
        </w:rPr>
        <w:t>il ne sortait pas</w:t>
      </w:r>
      <w:r w:rsidR="000E1451">
        <w:rPr>
          <w:rFonts w:cs="Georgia"/>
          <w:kern w:val="1"/>
        </w:rPr>
        <w:t xml:space="preserve">, </w:t>
      </w:r>
      <w:r>
        <w:rPr>
          <w:rFonts w:cs="Georgia"/>
          <w:kern w:val="1"/>
        </w:rPr>
        <w:t>se contentant d</w:t>
      </w:r>
      <w:r w:rsidR="000E1451">
        <w:rPr>
          <w:rFonts w:cs="Georgia"/>
          <w:kern w:val="1"/>
        </w:rPr>
        <w:t>’</w:t>
      </w:r>
      <w:r>
        <w:rPr>
          <w:rFonts w:cs="Georgia"/>
          <w:kern w:val="1"/>
        </w:rPr>
        <w:t>aller et venir</w:t>
      </w:r>
      <w:r w:rsidR="000E1451">
        <w:rPr>
          <w:rFonts w:cs="Georgia"/>
          <w:kern w:val="1"/>
        </w:rPr>
        <w:t xml:space="preserve">, </w:t>
      </w:r>
      <w:r>
        <w:rPr>
          <w:rFonts w:cs="Georgia"/>
          <w:kern w:val="1"/>
        </w:rPr>
        <w:t>nerveusement</w:t>
      </w:r>
      <w:r w:rsidR="000E1451">
        <w:rPr>
          <w:rFonts w:cs="Georgia"/>
          <w:kern w:val="1"/>
        </w:rPr>
        <w:t xml:space="preserve">, </w:t>
      </w:r>
      <w:r>
        <w:rPr>
          <w:rFonts w:cs="Georgia"/>
          <w:kern w:val="1"/>
        </w:rPr>
        <w:t>sous les fenêtres du château</w:t>
      </w:r>
      <w:r w:rsidR="000E1451">
        <w:rPr>
          <w:rFonts w:cs="Georgia"/>
          <w:kern w:val="1"/>
        </w:rPr>
        <w:t xml:space="preserve">. </w:t>
      </w:r>
      <w:r>
        <w:rPr>
          <w:rFonts w:cs="Georgia"/>
          <w:kern w:val="1"/>
        </w:rPr>
        <w:t>Soudain</w:t>
      </w:r>
      <w:r w:rsidR="000E1451">
        <w:rPr>
          <w:rFonts w:cs="Georgia"/>
          <w:kern w:val="1"/>
        </w:rPr>
        <w:t xml:space="preserve">, </w:t>
      </w:r>
      <w:r>
        <w:rPr>
          <w:rFonts w:cs="Georgia"/>
          <w:kern w:val="1"/>
        </w:rPr>
        <w:t>il prenait le chemin du pavillon</w:t>
      </w:r>
      <w:r w:rsidR="000E1451">
        <w:rPr>
          <w:rFonts w:cs="Georgia"/>
          <w:kern w:val="1"/>
        </w:rPr>
        <w:t>. M</w:t>
      </w:r>
      <w:r w:rsidR="000E1451" w:rsidRPr="000E1451">
        <w:rPr>
          <w:rFonts w:cs="Georgia"/>
          <w:kern w:val="1"/>
          <w:vertAlign w:val="superscript"/>
        </w:rPr>
        <w:t>lle</w:t>
      </w:r>
      <w:r w:rsidR="000E1451">
        <w:rPr>
          <w:rFonts w:cs="Georgia"/>
          <w:kern w:val="1"/>
        </w:rPr>
        <w:t> de </w:t>
      </w:r>
      <w:r>
        <w:rPr>
          <w:rFonts w:cs="Georgia"/>
          <w:kern w:val="1"/>
        </w:rPr>
        <w:t>Mirrbach</w:t>
      </w:r>
      <w:r w:rsidR="000E1451">
        <w:rPr>
          <w:rFonts w:cs="Georgia"/>
          <w:kern w:val="1"/>
        </w:rPr>
        <w:t xml:space="preserve">, </w:t>
      </w:r>
      <w:r>
        <w:rPr>
          <w:rFonts w:cs="Georgia"/>
          <w:kern w:val="1"/>
        </w:rPr>
        <w:t>depuis qu</w:t>
      </w:r>
      <w:r w:rsidR="000E1451">
        <w:rPr>
          <w:rFonts w:cs="Georgia"/>
          <w:kern w:val="1"/>
        </w:rPr>
        <w:t>’</w:t>
      </w:r>
      <w:r>
        <w:rPr>
          <w:rFonts w:cs="Georgia"/>
          <w:kern w:val="1"/>
        </w:rPr>
        <w:t>il était là</w:t>
      </w:r>
      <w:r w:rsidR="000E1451">
        <w:rPr>
          <w:rFonts w:cs="Georgia"/>
          <w:kern w:val="1"/>
        </w:rPr>
        <w:t xml:space="preserve">, </w:t>
      </w:r>
      <w:r>
        <w:rPr>
          <w:rFonts w:cs="Georgia"/>
          <w:kern w:val="1"/>
        </w:rPr>
        <w:t>y passait toutes ses après-midi</w:t>
      </w:r>
      <w:r w:rsidR="000E1451">
        <w:rPr>
          <w:rFonts w:cs="Georgia"/>
          <w:kern w:val="1"/>
        </w:rPr>
        <w:t xml:space="preserve">. </w:t>
      </w:r>
      <w:r>
        <w:rPr>
          <w:rFonts w:cs="Georgia"/>
          <w:kern w:val="1"/>
        </w:rPr>
        <w:t>Il était fréquent qu</w:t>
      </w:r>
      <w:r w:rsidR="000E1451">
        <w:rPr>
          <w:rFonts w:cs="Georgia"/>
          <w:kern w:val="1"/>
        </w:rPr>
        <w:t>’</w:t>
      </w:r>
      <w:r>
        <w:rPr>
          <w:rFonts w:cs="Georgia"/>
          <w:kern w:val="1"/>
        </w:rPr>
        <w:t>il la ramenât avec lui</w:t>
      </w:r>
      <w:r w:rsidR="000E1451">
        <w:rPr>
          <w:rFonts w:cs="Georgia"/>
          <w:kern w:val="1"/>
        </w:rPr>
        <w:t xml:space="preserve">. </w:t>
      </w:r>
      <w:r>
        <w:rPr>
          <w:rFonts w:cs="Georgia"/>
          <w:kern w:val="1"/>
        </w:rPr>
        <w:t>Ils se promenaient alors</w:t>
      </w:r>
      <w:r w:rsidR="000E1451">
        <w:rPr>
          <w:rFonts w:cs="Georgia"/>
          <w:kern w:val="1"/>
        </w:rPr>
        <w:t xml:space="preserve">, </w:t>
      </w:r>
      <w:r>
        <w:rPr>
          <w:rFonts w:cs="Georgia"/>
          <w:kern w:val="1"/>
        </w:rPr>
        <w:t>tous les deux sur la terrasse</w:t>
      </w:r>
      <w:r w:rsidR="000E1451">
        <w:rPr>
          <w:rFonts w:cs="Georgia"/>
          <w:kern w:val="1"/>
        </w:rPr>
        <w:t xml:space="preserve">. </w:t>
      </w:r>
      <w:r>
        <w:rPr>
          <w:rFonts w:cs="Georgia"/>
          <w:kern w:val="1"/>
        </w:rPr>
        <w:t>De l</w:t>
      </w:r>
      <w:r w:rsidR="000E1451">
        <w:rPr>
          <w:rFonts w:cs="Georgia"/>
          <w:kern w:val="1"/>
        </w:rPr>
        <w:t>’</w:t>
      </w:r>
      <w:r>
        <w:rPr>
          <w:rFonts w:cs="Georgia"/>
          <w:kern w:val="1"/>
        </w:rPr>
        <w:t>une des salles du rez-de-chaussée</w:t>
      </w:r>
      <w:r w:rsidR="000E1451">
        <w:rPr>
          <w:rFonts w:cs="Georgia"/>
          <w:kern w:val="1"/>
        </w:rPr>
        <w:t xml:space="preserve">, </w:t>
      </w:r>
      <w:r>
        <w:rPr>
          <w:rFonts w:cs="Georgia"/>
          <w:kern w:val="1"/>
        </w:rPr>
        <w:t>dissimulé par le rideau d</w:t>
      </w:r>
      <w:r w:rsidR="000E1451">
        <w:rPr>
          <w:rFonts w:cs="Georgia"/>
          <w:kern w:val="1"/>
        </w:rPr>
        <w:t>’</w:t>
      </w:r>
      <w:r>
        <w:rPr>
          <w:rFonts w:cs="Georgia"/>
          <w:kern w:val="1"/>
        </w:rPr>
        <w:t>une fenêtre</w:t>
      </w:r>
      <w:r w:rsidR="000E1451">
        <w:rPr>
          <w:rFonts w:cs="Georgia"/>
          <w:kern w:val="1"/>
        </w:rPr>
        <w:t xml:space="preserve">, </w:t>
      </w:r>
      <w:r>
        <w:rPr>
          <w:rFonts w:cs="Georgia"/>
          <w:kern w:val="1"/>
        </w:rPr>
        <w:t>j</w:t>
      </w:r>
      <w:r w:rsidR="000E1451">
        <w:rPr>
          <w:rFonts w:cs="Georgia"/>
          <w:kern w:val="1"/>
        </w:rPr>
        <w:t>’</w:t>
      </w:r>
      <w:r>
        <w:rPr>
          <w:rFonts w:cs="Georgia"/>
          <w:kern w:val="1"/>
        </w:rPr>
        <w:t>épiais leurs allées et venues</w:t>
      </w:r>
      <w:r w:rsidR="000E1451">
        <w:rPr>
          <w:rFonts w:cs="Georgia"/>
          <w:kern w:val="1"/>
        </w:rPr>
        <w:t xml:space="preserve">. </w:t>
      </w:r>
      <w:r>
        <w:rPr>
          <w:rFonts w:cs="Georgia"/>
          <w:kern w:val="1"/>
        </w:rPr>
        <w:t>Lorsqu</w:t>
      </w:r>
      <w:r w:rsidR="000E1451">
        <w:rPr>
          <w:rFonts w:cs="Georgia"/>
          <w:kern w:val="1"/>
        </w:rPr>
        <w:t>’</w:t>
      </w:r>
      <w:r>
        <w:rPr>
          <w:rFonts w:cs="Georgia"/>
          <w:kern w:val="1"/>
        </w:rPr>
        <w:t>elles les conduisaient assez près de moi</w:t>
      </w:r>
      <w:r w:rsidR="000E1451">
        <w:rPr>
          <w:rFonts w:cs="Georgia"/>
          <w:kern w:val="1"/>
        </w:rPr>
        <w:t xml:space="preserve">, </w:t>
      </w:r>
      <w:r>
        <w:rPr>
          <w:rFonts w:cs="Georgia"/>
          <w:kern w:val="1"/>
        </w:rPr>
        <w:t>je pouvais voir leurs lèvres s</w:t>
      </w:r>
      <w:r w:rsidR="000E1451">
        <w:rPr>
          <w:rFonts w:cs="Georgia"/>
          <w:kern w:val="1"/>
        </w:rPr>
        <w:t>’</w:t>
      </w:r>
      <w:r>
        <w:rPr>
          <w:rFonts w:cs="Georgia"/>
          <w:kern w:val="1"/>
        </w:rPr>
        <w:t>entr</w:t>
      </w:r>
      <w:r w:rsidR="000E1451">
        <w:rPr>
          <w:rFonts w:cs="Georgia"/>
          <w:kern w:val="1"/>
        </w:rPr>
        <w:t>’</w:t>
      </w:r>
      <w:r>
        <w:rPr>
          <w:rFonts w:cs="Georgia"/>
          <w:kern w:val="1"/>
        </w:rPr>
        <w:t>ouvrir sur quelques rares paroles</w:t>
      </w:r>
      <w:r w:rsidR="000E1451">
        <w:rPr>
          <w:rFonts w:cs="Georgia"/>
          <w:kern w:val="1"/>
        </w:rPr>
        <w:t xml:space="preserve">. </w:t>
      </w:r>
      <w:r>
        <w:rPr>
          <w:rFonts w:cs="Georgia"/>
          <w:kern w:val="1"/>
        </w:rPr>
        <w:t>Ils marchaient lentement</w:t>
      </w:r>
      <w:r w:rsidR="000E1451">
        <w:rPr>
          <w:rFonts w:cs="Georgia"/>
          <w:kern w:val="1"/>
        </w:rPr>
        <w:t xml:space="preserve">, </w:t>
      </w:r>
      <w:r>
        <w:rPr>
          <w:rFonts w:cs="Georgia"/>
          <w:kern w:val="1"/>
        </w:rPr>
        <w:t>côte à côte</w:t>
      </w:r>
      <w:r w:rsidR="000E1451">
        <w:rPr>
          <w:rFonts w:cs="Georgia"/>
          <w:kern w:val="1"/>
        </w:rPr>
        <w:t xml:space="preserve">, </w:t>
      </w:r>
      <w:r>
        <w:rPr>
          <w:rFonts w:cs="Georgia"/>
          <w:kern w:val="1"/>
        </w:rPr>
        <w:t>elle les yeux fixés au sol</w:t>
      </w:r>
      <w:r w:rsidR="000E1451">
        <w:rPr>
          <w:rFonts w:cs="Georgia"/>
          <w:kern w:val="1"/>
        </w:rPr>
        <w:t xml:space="preserve">, </w:t>
      </w:r>
      <w:r>
        <w:rPr>
          <w:rFonts w:cs="Georgia"/>
          <w:kern w:val="1"/>
        </w:rPr>
        <w:t xml:space="preserve">lui courbant </w:t>
      </w:r>
      <w:r>
        <w:rPr>
          <w:rFonts w:cs="Georgia"/>
          <w:kern w:val="1"/>
        </w:rPr>
        <w:lastRenderedPageBreak/>
        <w:t>un peu sa haute taille lorsqu</w:t>
      </w:r>
      <w:r w:rsidR="000E1451">
        <w:rPr>
          <w:rFonts w:cs="Georgia"/>
          <w:kern w:val="1"/>
        </w:rPr>
        <w:t>’</w:t>
      </w:r>
      <w:r>
        <w:rPr>
          <w:rFonts w:cs="Georgia"/>
          <w:kern w:val="1"/>
        </w:rPr>
        <w:t>il lui parlait</w:t>
      </w:r>
      <w:r w:rsidR="000E1451">
        <w:rPr>
          <w:rFonts w:cs="Georgia"/>
          <w:kern w:val="1"/>
        </w:rPr>
        <w:t xml:space="preserve">, </w:t>
      </w:r>
      <w:r>
        <w:rPr>
          <w:rFonts w:cs="Georgia"/>
          <w:kern w:val="1"/>
        </w:rPr>
        <w:t>et le reste du temps fustigeant de sa canne les ronces qui venaient écorcher ses leggings</w:t>
      </w:r>
      <w:r w:rsidR="000E1451">
        <w:rPr>
          <w:rFonts w:cs="Georgia"/>
          <w:kern w:val="1"/>
        </w:rPr>
        <w:t xml:space="preserve">. </w:t>
      </w:r>
      <w:r>
        <w:rPr>
          <w:rFonts w:cs="Georgia"/>
          <w:kern w:val="1"/>
        </w:rPr>
        <w:t>Au fur et à mesure que la date du départ de Dietrich approchait</w:t>
      </w:r>
      <w:r w:rsidR="000E1451">
        <w:rPr>
          <w:rFonts w:cs="Georgia"/>
          <w:kern w:val="1"/>
        </w:rPr>
        <w:t xml:space="preserve">, </w:t>
      </w:r>
      <w:r>
        <w:rPr>
          <w:rFonts w:cs="Georgia"/>
          <w:kern w:val="1"/>
        </w:rPr>
        <w:t>le silence qui planait entre leurs deux pensées semblait devenir plus pesant</w:t>
      </w:r>
      <w:r w:rsidR="000E1451">
        <w:rPr>
          <w:rFonts w:cs="Georgia"/>
          <w:kern w:val="1"/>
        </w:rPr>
        <w:t xml:space="preserve">, </w:t>
      </w:r>
      <w:r>
        <w:rPr>
          <w:rFonts w:cs="Georgia"/>
          <w:kern w:val="1"/>
        </w:rPr>
        <w:t>plus hermétique</w:t>
      </w:r>
      <w:r w:rsidR="000E1451">
        <w:rPr>
          <w:rFonts w:cs="Georgia"/>
          <w:kern w:val="1"/>
        </w:rPr>
        <w:t xml:space="preserve">. </w:t>
      </w:r>
      <w:r>
        <w:rPr>
          <w:rFonts w:cs="Georgia"/>
          <w:kern w:val="1"/>
        </w:rPr>
        <w:t>L</w:t>
      </w:r>
      <w:r w:rsidR="000E1451">
        <w:rPr>
          <w:rFonts w:cs="Georgia"/>
          <w:kern w:val="1"/>
        </w:rPr>
        <w:t>’</w:t>
      </w:r>
      <w:r>
        <w:rPr>
          <w:rFonts w:cs="Georgia"/>
          <w:kern w:val="1"/>
        </w:rPr>
        <w:t>expression de douloureuse gravité qui régnait en maîtresse sur leurs visages paraissait croître ici en résignation et là en amertume</w:t>
      </w:r>
      <w:r w:rsidR="000E1451">
        <w:rPr>
          <w:rFonts w:cs="Georgia"/>
          <w:kern w:val="1"/>
        </w:rPr>
        <w:t xml:space="preserve">. </w:t>
      </w:r>
      <w:r>
        <w:rPr>
          <w:rFonts w:cs="Georgia"/>
          <w:kern w:val="1"/>
        </w:rPr>
        <w:t>Elles ne pouvaient plus guère tarder à sonner</w:t>
      </w:r>
      <w:r w:rsidR="000E1451">
        <w:rPr>
          <w:rFonts w:cs="Georgia"/>
          <w:kern w:val="1"/>
        </w:rPr>
        <w:t xml:space="preserve">, </w:t>
      </w:r>
      <w:r>
        <w:rPr>
          <w:rFonts w:cs="Georgia"/>
          <w:kern w:val="1"/>
        </w:rPr>
        <w:t>pourtant</w:t>
      </w:r>
      <w:r w:rsidR="000E1451">
        <w:rPr>
          <w:rFonts w:cs="Georgia"/>
          <w:kern w:val="1"/>
        </w:rPr>
        <w:t xml:space="preserve">, </w:t>
      </w:r>
      <w:r>
        <w:rPr>
          <w:rFonts w:cs="Georgia"/>
          <w:kern w:val="1"/>
        </w:rPr>
        <w:t>les cloches de la Victoire</w:t>
      </w:r>
      <w:r w:rsidR="000E1451">
        <w:rPr>
          <w:rFonts w:cs="Georgia"/>
          <w:kern w:val="1"/>
        </w:rPr>
        <w:t xml:space="preserve">, </w:t>
      </w:r>
      <w:r>
        <w:rPr>
          <w:rFonts w:cs="Georgia"/>
          <w:kern w:val="1"/>
        </w:rPr>
        <w:t>consécratrices de leurs accordailles</w:t>
      </w:r>
      <w:r w:rsidR="000E1451">
        <w:rPr>
          <w:rFonts w:cs="Georgia"/>
          <w:kern w:val="1"/>
        </w:rPr>
        <w:t xml:space="preserve">. </w:t>
      </w:r>
      <w:r>
        <w:rPr>
          <w:rFonts w:cs="Georgia"/>
          <w:kern w:val="1"/>
        </w:rPr>
        <w:t>Qui l</w:t>
      </w:r>
      <w:r w:rsidR="000E1451">
        <w:rPr>
          <w:rFonts w:cs="Georgia"/>
          <w:kern w:val="1"/>
        </w:rPr>
        <w:t>’</w:t>
      </w:r>
      <w:r>
        <w:rPr>
          <w:rFonts w:cs="Georgia"/>
          <w:kern w:val="1"/>
        </w:rPr>
        <w:t>eût dit à les voir tous deux</w:t>
      </w:r>
      <w:r w:rsidR="000E1451">
        <w:rPr>
          <w:rFonts w:cs="Georgia"/>
          <w:kern w:val="1"/>
        </w:rPr>
        <w:t xml:space="preserve"> ! </w:t>
      </w:r>
      <w:r>
        <w:rPr>
          <w:rFonts w:cs="Georgia"/>
          <w:kern w:val="1"/>
        </w:rPr>
        <w:t>À plusieurs reprises</w:t>
      </w:r>
      <w:r w:rsidR="000E1451">
        <w:rPr>
          <w:rFonts w:cs="Georgia"/>
          <w:kern w:val="1"/>
        </w:rPr>
        <w:t xml:space="preserve">, </w:t>
      </w:r>
      <w:r>
        <w:rPr>
          <w:rFonts w:cs="Georgia"/>
          <w:kern w:val="1"/>
        </w:rPr>
        <w:t>il me fut donné de surprendre</w:t>
      </w:r>
      <w:r w:rsidR="000E1451">
        <w:rPr>
          <w:rFonts w:cs="Georgia"/>
          <w:kern w:val="1"/>
        </w:rPr>
        <w:t xml:space="preserve">, </w:t>
      </w:r>
      <w:r>
        <w:rPr>
          <w:rFonts w:cs="Georgia"/>
          <w:kern w:val="1"/>
        </w:rPr>
        <w:t>dans le regard qu</w:t>
      </w:r>
      <w:r w:rsidR="000E1451">
        <w:rPr>
          <w:rFonts w:cs="Georgia"/>
          <w:kern w:val="1"/>
        </w:rPr>
        <w:t>’</w:t>
      </w:r>
      <w:r>
        <w:rPr>
          <w:rFonts w:cs="Georgia"/>
          <w:kern w:val="1"/>
        </w:rPr>
        <w:t>à la dérobée il lui lança</w:t>
      </w:r>
      <w:r w:rsidR="000E1451">
        <w:rPr>
          <w:rFonts w:cs="Georgia"/>
          <w:kern w:val="1"/>
        </w:rPr>
        <w:t xml:space="preserve">, </w:t>
      </w:r>
      <w:r>
        <w:rPr>
          <w:rFonts w:cs="Georgia"/>
          <w:kern w:val="1"/>
        </w:rPr>
        <w:t>tant de détresse et de lassitude</w:t>
      </w:r>
      <w:r w:rsidR="000E1451">
        <w:rPr>
          <w:rFonts w:cs="Georgia"/>
          <w:kern w:val="1"/>
        </w:rPr>
        <w:t xml:space="preserve">, </w:t>
      </w:r>
      <w:r>
        <w:rPr>
          <w:rFonts w:cs="Georgia"/>
          <w:kern w:val="1"/>
        </w:rPr>
        <w:t>que moi qui aimais au point qu</w:t>
      </w:r>
      <w:r w:rsidR="000E1451">
        <w:rPr>
          <w:rFonts w:cs="Georgia"/>
          <w:kern w:val="1"/>
        </w:rPr>
        <w:t>’</w:t>
      </w:r>
      <w:r>
        <w:rPr>
          <w:rFonts w:cs="Georgia"/>
          <w:kern w:val="1"/>
        </w:rPr>
        <w:t>on sait Axelle de Mirrbach</w:t>
      </w:r>
      <w:r w:rsidR="000E1451">
        <w:rPr>
          <w:rFonts w:cs="Georgia"/>
          <w:kern w:val="1"/>
        </w:rPr>
        <w:t xml:space="preserve">, </w:t>
      </w:r>
      <w:r>
        <w:rPr>
          <w:rFonts w:cs="Georgia"/>
          <w:kern w:val="1"/>
        </w:rPr>
        <w:t>je ne pus m</w:t>
      </w:r>
      <w:r w:rsidR="000E1451">
        <w:rPr>
          <w:rFonts w:cs="Georgia"/>
          <w:kern w:val="1"/>
        </w:rPr>
        <w:t>’</w:t>
      </w:r>
      <w:r>
        <w:rPr>
          <w:rFonts w:cs="Georgia"/>
          <w:kern w:val="1"/>
        </w:rPr>
        <w:t>empêcher d</w:t>
      </w:r>
      <w:r w:rsidR="000E1451">
        <w:rPr>
          <w:rFonts w:cs="Georgia"/>
          <w:kern w:val="1"/>
        </w:rPr>
        <w:t>’</w:t>
      </w:r>
      <w:r>
        <w:rPr>
          <w:rFonts w:cs="Georgia"/>
          <w:kern w:val="1"/>
        </w:rPr>
        <w:t>éprouver de la commisération pour le commandant de Reichendorf</w:t>
      </w:r>
      <w:r w:rsidR="000E1451">
        <w:rPr>
          <w:rFonts w:cs="Georgia"/>
          <w:kern w:val="1"/>
        </w:rPr>
        <w:t>.</w:t>
      </w:r>
    </w:p>
    <w:p w14:paraId="516879E0" w14:textId="77777777" w:rsidR="000E1451" w:rsidRDefault="00BE611A" w:rsidP="00BE611A">
      <w:pPr>
        <w:rPr>
          <w:rFonts w:cs="Georgia"/>
          <w:kern w:val="1"/>
        </w:rPr>
      </w:pPr>
      <w:r>
        <w:rPr>
          <w:rFonts w:cs="Georgia"/>
          <w:kern w:val="1"/>
        </w:rPr>
        <w:t>Il repartit le jeudi suivant</w:t>
      </w:r>
      <w:r w:rsidR="000E1451">
        <w:rPr>
          <w:rFonts w:cs="Georgia"/>
          <w:kern w:val="1"/>
        </w:rPr>
        <w:t xml:space="preserve">. </w:t>
      </w:r>
      <w:r>
        <w:rPr>
          <w:rFonts w:cs="Georgia"/>
          <w:kern w:val="1"/>
        </w:rPr>
        <w:t>J</w:t>
      </w:r>
      <w:r w:rsidR="000E1451">
        <w:rPr>
          <w:rFonts w:cs="Georgia"/>
          <w:kern w:val="1"/>
        </w:rPr>
        <w:t>’</w:t>
      </w:r>
      <w:r>
        <w:rPr>
          <w:rFonts w:cs="Georgia"/>
          <w:kern w:val="1"/>
        </w:rPr>
        <w:t>en fus avisé le matin par Gottlieb qui devait atteler dans l</w:t>
      </w:r>
      <w:r w:rsidR="000E1451">
        <w:rPr>
          <w:rFonts w:cs="Georgia"/>
          <w:kern w:val="1"/>
        </w:rPr>
        <w:t>’</w:t>
      </w:r>
      <w:r>
        <w:rPr>
          <w:rFonts w:cs="Georgia"/>
          <w:kern w:val="1"/>
        </w:rPr>
        <w:t>après-midi la vieille calèche du château pour le conduire à la station</w:t>
      </w:r>
      <w:r w:rsidR="000E1451">
        <w:rPr>
          <w:rFonts w:cs="Georgia"/>
          <w:kern w:val="1"/>
        </w:rPr>
        <w:t xml:space="preserve">, </w:t>
      </w:r>
      <w:r>
        <w:rPr>
          <w:rFonts w:cs="Georgia"/>
          <w:kern w:val="1"/>
        </w:rPr>
        <w:t>à l</w:t>
      </w:r>
      <w:r w:rsidR="000E1451">
        <w:rPr>
          <w:rFonts w:cs="Georgia"/>
          <w:kern w:val="1"/>
        </w:rPr>
        <w:t>’</w:t>
      </w:r>
      <w:r>
        <w:rPr>
          <w:rFonts w:cs="Georgia"/>
          <w:kern w:val="1"/>
        </w:rPr>
        <w:t>heure du train de Kœnigsberg</w:t>
      </w:r>
      <w:r w:rsidR="000E1451">
        <w:rPr>
          <w:rFonts w:cs="Georgia"/>
          <w:kern w:val="1"/>
        </w:rPr>
        <w:t>.</w:t>
      </w:r>
    </w:p>
    <w:p w14:paraId="3018720C" w14:textId="77777777" w:rsidR="000E1451" w:rsidRDefault="000E1451" w:rsidP="00BE611A">
      <w:pPr>
        <w:rPr>
          <w:rFonts w:cs="Georgia"/>
          <w:kern w:val="1"/>
        </w:rPr>
      </w:pPr>
      <w:r>
        <w:rPr>
          <w:rFonts w:cs="Georgia"/>
          <w:kern w:val="1"/>
        </w:rPr>
        <w:t>— </w:t>
      </w:r>
      <w:r w:rsidR="00BE611A">
        <w:rPr>
          <w:rFonts w:cs="Georgia"/>
          <w:kern w:val="1"/>
        </w:rPr>
        <w:t>Maintenant</w:t>
      </w:r>
      <w:r>
        <w:rPr>
          <w:rFonts w:cs="Georgia"/>
          <w:kern w:val="1"/>
        </w:rPr>
        <w:t xml:space="preserve">, </w:t>
      </w:r>
      <w:r w:rsidR="00BE611A">
        <w:rPr>
          <w:rFonts w:cs="Georgia"/>
          <w:kern w:val="1"/>
        </w:rPr>
        <w:t>quand nous le reverrons</w:t>
      </w:r>
      <w:r>
        <w:rPr>
          <w:rFonts w:cs="Georgia"/>
          <w:kern w:val="1"/>
        </w:rPr>
        <w:t xml:space="preserve">, </w:t>
      </w:r>
      <w:r w:rsidR="00BE611A">
        <w:rPr>
          <w:rFonts w:cs="Georgia"/>
          <w:kern w:val="1"/>
        </w:rPr>
        <w:t>c</w:t>
      </w:r>
      <w:r>
        <w:rPr>
          <w:rFonts w:cs="Georgia"/>
          <w:kern w:val="1"/>
        </w:rPr>
        <w:t>’</w:t>
      </w:r>
      <w:r w:rsidR="00BE611A">
        <w:rPr>
          <w:rFonts w:cs="Georgia"/>
          <w:kern w:val="1"/>
        </w:rPr>
        <w:t>est que la guerre sera finie</w:t>
      </w:r>
      <w:r>
        <w:rPr>
          <w:rFonts w:cs="Georgia"/>
          <w:kern w:val="1"/>
        </w:rPr>
        <w:t xml:space="preserve">, </w:t>
      </w:r>
      <w:r w:rsidR="00BE611A">
        <w:rPr>
          <w:rFonts w:cs="Georgia"/>
          <w:kern w:val="1"/>
        </w:rPr>
        <w:t>n</w:t>
      </w:r>
      <w:r>
        <w:rPr>
          <w:rFonts w:cs="Georgia"/>
          <w:kern w:val="1"/>
        </w:rPr>
        <w:t>’</w:t>
      </w:r>
      <w:r w:rsidR="00BE611A">
        <w:rPr>
          <w:rFonts w:cs="Georgia"/>
          <w:kern w:val="1"/>
        </w:rPr>
        <w:t>est-ce pas</w:t>
      </w:r>
      <w:r>
        <w:rPr>
          <w:rFonts w:cs="Georgia"/>
          <w:kern w:val="1"/>
        </w:rPr>
        <w:t xml:space="preserve">, </w:t>
      </w:r>
      <w:r w:rsidR="00BE611A">
        <w:rPr>
          <w:rFonts w:cs="Georgia"/>
          <w:kern w:val="1"/>
        </w:rPr>
        <w:t>monsieur Dumaine</w:t>
      </w:r>
      <w:r>
        <w:rPr>
          <w:rFonts w:cs="Georgia"/>
          <w:kern w:val="1"/>
        </w:rPr>
        <w:t> ?</w:t>
      </w:r>
    </w:p>
    <w:p w14:paraId="34DC10E0" w14:textId="77777777" w:rsidR="000E1451" w:rsidRDefault="00BE611A" w:rsidP="00BE611A">
      <w:pPr>
        <w:rPr>
          <w:rFonts w:cs="Georgia"/>
          <w:kern w:val="1"/>
        </w:rPr>
      </w:pPr>
      <w:r>
        <w:rPr>
          <w:rFonts w:cs="Georgia"/>
          <w:kern w:val="1"/>
        </w:rPr>
        <w:t>Je savais bien à quelle pensée il obéissait</w:t>
      </w:r>
      <w:r w:rsidR="000E1451">
        <w:rPr>
          <w:rFonts w:cs="Georgia"/>
          <w:kern w:val="1"/>
        </w:rPr>
        <w:t xml:space="preserve">, </w:t>
      </w:r>
      <w:r>
        <w:rPr>
          <w:rFonts w:cs="Georgia"/>
          <w:kern w:val="1"/>
        </w:rPr>
        <w:t>le pauvre diable</w:t>
      </w:r>
      <w:r w:rsidR="000E1451">
        <w:rPr>
          <w:rFonts w:cs="Georgia"/>
          <w:kern w:val="1"/>
        </w:rPr>
        <w:t xml:space="preserve">, </w:t>
      </w:r>
      <w:r>
        <w:rPr>
          <w:rFonts w:cs="Georgia"/>
          <w:kern w:val="1"/>
        </w:rPr>
        <w:t>en me questionnant ainsi</w:t>
      </w:r>
      <w:r w:rsidR="000E1451">
        <w:rPr>
          <w:rFonts w:cs="Georgia"/>
          <w:kern w:val="1"/>
        </w:rPr>
        <w:t xml:space="preserve">. </w:t>
      </w:r>
      <w:r>
        <w:rPr>
          <w:rFonts w:cs="Georgia"/>
          <w:kern w:val="1"/>
        </w:rPr>
        <w:t>Il venait de recevoir une convocation pour passer</w:t>
      </w:r>
      <w:r w:rsidR="000E1451">
        <w:rPr>
          <w:rFonts w:cs="Georgia"/>
          <w:kern w:val="1"/>
        </w:rPr>
        <w:t xml:space="preserve">, </w:t>
      </w:r>
      <w:r>
        <w:rPr>
          <w:rFonts w:cs="Georgia"/>
          <w:kern w:val="1"/>
        </w:rPr>
        <w:t>le 2</w:t>
      </w:r>
      <w:r w:rsidR="000E1451">
        <w:rPr>
          <w:rFonts w:cs="Georgia"/>
          <w:kern w:val="1"/>
        </w:rPr>
        <w:t xml:space="preserve">0 juillet, </w:t>
      </w:r>
      <w:r>
        <w:rPr>
          <w:rFonts w:cs="Georgia"/>
          <w:kern w:val="1"/>
        </w:rPr>
        <w:t>devant une commission de réforme</w:t>
      </w:r>
      <w:r w:rsidR="000E1451">
        <w:rPr>
          <w:rFonts w:cs="Georgia"/>
          <w:kern w:val="1"/>
        </w:rPr>
        <w:t xml:space="preserve">. </w:t>
      </w:r>
      <w:r>
        <w:rPr>
          <w:rFonts w:cs="Georgia"/>
          <w:kern w:val="1"/>
        </w:rPr>
        <w:t>La perspective d</w:t>
      </w:r>
      <w:r w:rsidR="000E1451">
        <w:rPr>
          <w:rFonts w:cs="Georgia"/>
          <w:kern w:val="1"/>
        </w:rPr>
        <w:t>’</w:t>
      </w:r>
      <w:r>
        <w:rPr>
          <w:rFonts w:cs="Georgia"/>
          <w:kern w:val="1"/>
        </w:rPr>
        <w:t>être renvoyé au front n</w:t>
      </w:r>
      <w:r w:rsidR="000E1451">
        <w:rPr>
          <w:rFonts w:cs="Georgia"/>
          <w:kern w:val="1"/>
        </w:rPr>
        <w:t>’</w:t>
      </w:r>
      <w:r>
        <w:rPr>
          <w:rFonts w:cs="Georgia"/>
          <w:kern w:val="1"/>
        </w:rPr>
        <w:t>était pas sans lui retirer quelque peu de son entrain</w:t>
      </w:r>
      <w:r w:rsidR="000E1451">
        <w:rPr>
          <w:rFonts w:cs="Georgia"/>
          <w:kern w:val="1"/>
        </w:rPr>
        <w:t>.</w:t>
      </w:r>
    </w:p>
    <w:p w14:paraId="79802508" w14:textId="77777777" w:rsidR="000E1451" w:rsidRDefault="00BE611A" w:rsidP="00BE611A">
      <w:pPr>
        <w:rPr>
          <w:rFonts w:cs="Georgia"/>
          <w:kern w:val="1"/>
        </w:rPr>
      </w:pPr>
      <w:r>
        <w:rPr>
          <w:rFonts w:cs="Georgia"/>
          <w:kern w:val="1"/>
        </w:rPr>
        <w:t>Il achevait de brosser avec respect l</w:t>
      </w:r>
      <w:r w:rsidR="000E1451">
        <w:rPr>
          <w:rFonts w:cs="Georgia"/>
          <w:kern w:val="1"/>
        </w:rPr>
        <w:t>’</w:t>
      </w:r>
      <w:r>
        <w:rPr>
          <w:rFonts w:cs="Georgia"/>
          <w:kern w:val="1"/>
        </w:rPr>
        <w:t>uniforme de Dietrich</w:t>
      </w:r>
      <w:r w:rsidR="000E1451">
        <w:rPr>
          <w:rFonts w:cs="Georgia"/>
          <w:kern w:val="1"/>
        </w:rPr>
        <w:t xml:space="preserve">, </w:t>
      </w:r>
      <w:r>
        <w:rPr>
          <w:rFonts w:cs="Georgia"/>
          <w:kern w:val="1"/>
        </w:rPr>
        <w:t>prenant des précautions infinies pour ne pas heurter du bois de sa brosse la croix de fer agrafée à la tunique</w:t>
      </w:r>
      <w:r w:rsidR="000E1451">
        <w:rPr>
          <w:rFonts w:cs="Georgia"/>
          <w:kern w:val="1"/>
        </w:rPr>
        <w:t xml:space="preserve">. </w:t>
      </w:r>
      <w:r>
        <w:rPr>
          <w:rFonts w:cs="Georgia"/>
          <w:kern w:val="1"/>
        </w:rPr>
        <w:t>Sur la table de l</w:t>
      </w:r>
      <w:r w:rsidR="000E1451">
        <w:rPr>
          <w:rFonts w:cs="Georgia"/>
          <w:kern w:val="1"/>
        </w:rPr>
        <w:t>’</w:t>
      </w:r>
      <w:r>
        <w:rPr>
          <w:rFonts w:cs="Georgia"/>
          <w:kern w:val="1"/>
        </w:rPr>
        <w:t>office</w:t>
      </w:r>
      <w:r w:rsidR="000E1451">
        <w:rPr>
          <w:rFonts w:cs="Georgia"/>
          <w:kern w:val="1"/>
        </w:rPr>
        <w:t xml:space="preserve">, </w:t>
      </w:r>
      <w:r>
        <w:rPr>
          <w:rFonts w:cs="Georgia"/>
          <w:kern w:val="1"/>
        </w:rPr>
        <w:t>il avait installé tout l</w:t>
      </w:r>
      <w:r w:rsidR="000E1451">
        <w:rPr>
          <w:rFonts w:cs="Georgia"/>
          <w:kern w:val="1"/>
        </w:rPr>
        <w:t>’</w:t>
      </w:r>
      <w:r>
        <w:rPr>
          <w:rFonts w:cs="Georgia"/>
          <w:kern w:val="1"/>
        </w:rPr>
        <w:t>équipement guerrier du commandant de Reichendorf</w:t>
      </w:r>
      <w:r w:rsidR="000E1451">
        <w:rPr>
          <w:rFonts w:cs="Georgia"/>
          <w:kern w:val="1"/>
        </w:rPr>
        <w:t xml:space="preserve">. </w:t>
      </w:r>
      <w:r>
        <w:rPr>
          <w:rFonts w:cs="Georgia"/>
          <w:kern w:val="1"/>
        </w:rPr>
        <w:lastRenderedPageBreak/>
        <w:t>C</w:t>
      </w:r>
      <w:r w:rsidR="000E1451">
        <w:rPr>
          <w:rFonts w:cs="Georgia"/>
          <w:kern w:val="1"/>
        </w:rPr>
        <w:t>’</w:t>
      </w:r>
      <w:r>
        <w:rPr>
          <w:rFonts w:cs="Georgia"/>
          <w:kern w:val="1"/>
        </w:rPr>
        <w:t>était un amoncellement de buffleteries où s</w:t>
      </w:r>
      <w:r w:rsidR="000E1451">
        <w:rPr>
          <w:rFonts w:cs="Georgia"/>
          <w:kern w:val="1"/>
        </w:rPr>
        <w:t>’</w:t>
      </w:r>
      <w:r>
        <w:rPr>
          <w:rFonts w:cs="Georgia"/>
          <w:kern w:val="1"/>
        </w:rPr>
        <w:t>enchevêtraient le ceinturon de cuir blanc à boucle dorée</w:t>
      </w:r>
      <w:r w:rsidR="000E1451">
        <w:rPr>
          <w:rFonts w:cs="Georgia"/>
          <w:kern w:val="1"/>
        </w:rPr>
        <w:t xml:space="preserve">, </w:t>
      </w:r>
      <w:r>
        <w:rPr>
          <w:rFonts w:cs="Georgia"/>
          <w:kern w:val="1"/>
        </w:rPr>
        <w:t>les bélières et la dragonne noire à gland d</w:t>
      </w:r>
      <w:r w:rsidR="000E1451">
        <w:rPr>
          <w:rFonts w:cs="Georgia"/>
          <w:kern w:val="1"/>
        </w:rPr>
        <w:t>’</w:t>
      </w:r>
      <w:r>
        <w:rPr>
          <w:rFonts w:cs="Georgia"/>
          <w:kern w:val="1"/>
        </w:rPr>
        <w:t>argent</w:t>
      </w:r>
      <w:r w:rsidR="000E1451">
        <w:rPr>
          <w:rFonts w:cs="Georgia"/>
          <w:kern w:val="1"/>
        </w:rPr>
        <w:t xml:space="preserve">, </w:t>
      </w:r>
      <w:r>
        <w:rPr>
          <w:rFonts w:cs="Georgia"/>
          <w:kern w:val="1"/>
        </w:rPr>
        <w:t>les gaines fauves du revolver et du télémètre</w:t>
      </w:r>
      <w:r w:rsidR="000E1451">
        <w:rPr>
          <w:rFonts w:cs="Georgia"/>
          <w:kern w:val="1"/>
        </w:rPr>
        <w:t xml:space="preserve">, </w:t>
      </w:r>
      <w:r>
        <w:rPr>
          <w:rFonts w:cs="Georgia"/>
          <w:kern w:val="1"/>
        </w:rPr>
        <w:t>les courroies de porte-cartes et l</w:t>
      </w:r>
      <w:r w:rsidR="000E1451">
        <w:rPr>
          <w:rFonts w:cs="Georgia"/>
          <w:kern w:val="1"/>
        </w:rPr>
        <w:t>’</w:t>
      </w:r>
      <w:r>
        <w:rPr>
          <w:rFonts w:cs="Georgia"/>
          <w:kern w:val="1"/>
        </w:rPr>
        <w:t>étui du masque à gaz</w:t>
      </w:r>
      <w:r w:rsidR="000E1451">
        <w:rPr>
          <w:rFonts w:cs="Georgia"/>
          <w:kern w:val="1"/>
        </w:rPr>
        <w:t xml:space="preserve">. </w:t>
      </w:r>
      <w:r>
        <w:rPr>
          <w:rFonts w:cs="Georgia"/>
          <w:kern w:val="1"/>
        </w:rPr>
        <w:t>Quelle minutie</w:t>
      </w:r>
      <w:r w:rsidR="000E1451">
        <w:rPr>
          <w:rFonts w:cs="Georgia"/>
          <w:kern w:val="1"/>
        </w:rPr>
        <w:t xml:space="preserve">, </w:t>
      </w:r>
      <w:r>
        <w:rPr>
          <w:rFonts w:cs="Georgia"/>
          <w:kern w:val="1"/>
        </w:rPr>
        <w:t>quelle précision dans chacun de ces objets destinés à tuer des hommes</w:t>
      </w:r>
      <w:r w:rsidR="000E1451">
        <w:rPr>
          <w:rFonts w:cs="Georgia"/>
          <w:kern w:val="1"/>
        </w:rPr>
        <w:t xml:space="preserve">, </w:t>
      </w:r>
      <w:r>
        <w:rPr>
          <w:rFonts w:cs="Georgia"/>
          <w:kern w:val="1"/>
        </w:rPr>
        <w:t>ou à ne pas être tué par eux</w:t>
      </w:r>
      <w:r w:rsidR="000E1451">
        <w:rPr>
          <w:rFonts w:cs="Georgia"/>
          <w:kern w:val="1"/>
        </w:rPr>
        <w:t xml:space="preserve"> ! </w:t>
      </w:r>
      <w:r>
        <w:rPr>
          <w:rFonts w:cs="Georgia"/>
          <w:kern w:val="1"/>
        </w:rPr>
        <w:t>Sur cette table</w:t>
      </w:r>
      <w:r w:rsidR="000E1451">
        <w:rPr>
          <w:rFonts w:cs="Georgia"/>
          <w:kern w:val="1"/>
        </w:rPr>
        <w:t xml:space="preserve">, </w:t>
      </w:r>
      <w:r>
        <w:rPr>
          <w:rFonts w:cs="Georgia"/>
          <w:kern w:val="1"/>
        </w:rPr>
        <w:t>à côté des aiguilles et du tricot de Dominica</w:t>
      </w:r>
      <w:r w:rsidR="000E1451">
        <w:rPr>
          <w:rFonts w:cs="Georgia"/>
          <w:kern w:val="1"/>
        </w:rPr>
        <w:t xml:space="preserve">, </w:t>
      </w:r>
      <w:r>
        <w:rPr>
          <w:rFonts w:cs="Georgia"/>
          <w:kern w:val="1"/>
        </w:rPr>
        <w:t>comme ils paraissaient inoffensifs</w:t>
      </w:r>
      <w:r w:rsidR="000E1451">
        <w:rPr>
          <w:rFonts w:cs="Georgia"/>
          <w:kern w:val="1"/>
        </w:rPr>
        <w:t xml:space="preserve">, </w:t>
      </w:r>
      <w:r>
        <w:rPr>
          <w:rFonts w:cs="Georgia"/>
          <w:kern w:val="1"/>
        </w:rPr>
        <w:t>ces petits monstres</w:t>
      </w:r>
      <w:r w:rsidR="000E1451">
        <w:rPr>
          <w:rFonts w:cs="Georgia"/>
          <w:kern w:val="1"/>
        </w:rPr>
        <w:t xml:space="preserve"> ! </w:t>
      </w:r>
      <w:r>
        <w:rPr>
          <w:rFonts w:cs="Georgia"/>
          <w:kern w:val="1"/>
        </w:rPr>
        <w:t>Dans trois jours</w:t>
      </w:r>
      <w:r w:rsidR="000E1451">
        <w:rPr>
          <w:rFonts w:cs="Georgia"/>
          <w:kern w:val="1"/>
        </w:rPr>
        <w:t xml:space="preserve">, </w:t>
      </w:r>
      <w:r>
        <w:rPr>
          <w:rFonts w:cs="Georgia"/>
          <w:kern w:val="1"/>
        </w:rPr>
        <w:t>pourtant</w:t>
      </w:r>
      <w:r w:rsidR="000E1451">
        <w:rPr>
          <w:rFonts w:cs="Georgia"/>
          <w:kern w:val="1"/>
        </w:rPr>
        <w:t xml:space="preserve">, </w:t>
      </w:r>
      <w:r>
        <w:rPr>
          <w:rFonts w:cs="Georgia"/>
          <w:kern w:val="1"/>
        </w:rPr>
        <w:t>chacun d</w:t>
      </w:r>
      <w:r w:rsidR="000E1451">
        <w:rPr>
          <w:rFonts w:cs="Georgia"/>
          <w:kern w:val="1"/>
        </w:rPr>
        <w:t>’</w:t>
      </w:r>
      <w:r>
        <w:rPr>
          <w:rFonts w:cs="Georgia"/>
          <w:kern w:val="1"/>
        </w:rPr>
        <w:t>eux aurait repris son rôle infernal</w:t>
      </w:r>
      <w:r w:rsidR="000E1451">
        <w:rPr>
          <w:rFonts w:cs="Georgia"/>
          <w:kern w:val="1"/>
        </w:rPr>
        <w:t xml:space="preserve">. </w:t>
      </w:r>
      <w:r>
        <w:rPr>
          <w:rFonts w:cs="Georgia"/>
          <w:kern w:val="1"/>
        </w:rPr>
        <w:t>J</w:t>
      </w:r>
      <w:r w:rsidR="000E1451">
        <w:rPr>
          <w:rFonts w:cs="Georgia"/>
          <w:kern w:val="1"/>
        </w:rPr>
        <w:t>’</w:t>
      </w:r>
      <w:r>
        <w:rPr>
          <w:rFonts w:cs="Georgia"/>
          <w:kern w:val="1"/>
        </w:rPr>
        <w:t>entrevis les paysages bouleversés qui allaient se dessiner sur les verres de ces jumelles</w:t>
      </w:r>
      <w:r w:rsidR="000E1451">
        <w:rPr>
          <w:rFonts w:cs="Georgia"/>
          <w:kern w:val="1"/>
        </w:rPr>
        <w:t xml:space="preserve">, </w:t>
      </w:r>
      <w:r>
        <w:rPr>
          <w:rFonts w:cs="Georgia"/>
          <w:kern w:val="1"/>
        </w:rPr>
        <w:t>les faces folles de haine et de terreur vers lesquelles l</w:t>
      </w:r>
      <w:r w:rsidR="000E1451">
        <w:rPr>
          <w:rFonts w:cs="Georgia"/>
          <w:kern w:val="1"/>
        </w:rPr>
        <w:t>’</w:t>
      </w:r>
      <w:r>
        <w:rPr>
          <w:rFonts w:cs="Georgia"/>
          <w:kern w:val="1"/>
        </w:rPr>
        <w:t>œil noir de ce browning allait de nouveau se braquer</w:t>
      </w:r>
      <w:r w:rsidR="000E1451">
        <w:rPr>
          <w:rFonts w:cs="Georgia"/>
          <w:kern w:val="1"/>
        </w:rPr>
        <w:t>.</w:t>
      </w:r>
    </w:p>
    <w:p w14:paraId="4419A4EF" w14:textId="77777777" w:rsidR="000E1451" w:rsidRDefault="00BE611A" w:rsidP="00BE611A">
      <w:pPr>
        <w:rPr>
          <w:rFonts w:cs="Georgia"/>
          <w:kern w:val="1"/>
        </w:rPr>
      </w:pPr>
      <w:r>
        <w:rPr>
          <w:rFonts w:cs="Georgia"/>
          <w:kern w:val="1"/>
        </w:rPr>
        <w:t>L</w:t>
      </w:r>
      <w:r w:rsidR="000E1451">
        <w:rPr>
          <w:rFonts w:cs="Georgia"/>
          <w:kern w:val="1"/>
        </w:rPr>
        <w:t>’</w:t>
      </w:r>
      <w:r>
        <w:rPr>
          <w:rFonts w:cs="Georgia"/>
          <w:kern w:val="1"/>
        </w:rPr>
        <w:t>heure du repas était venue</w:t>
      </w:r>
      <w:r w:rsidR="000E1451">
        <w:rPr>
          <w:rFonts w:cs="Georgia"/>
          <w:kern w:val="1"/>
        </w:rPr>
        <w:t xml:space="preserve">. </w:t>
      </w:r>
      <w:r>
        <w:rPr>
          <w:rFonts w:cs="Georgia"/>
          <w:kern w:val="1"/>
        </w:rPr>
        <w:t>Je déjeunai en silence</w:t>
      </w:r>
      <w:r w:rsidR="000E1451">
        <w:rPr>
          <w:rFonts w:cs="Georgia"/>
          <w:kern w:val="1"/>
        </w:rPr>
        <w:t xml:space="preserve">. </w:t>
      </w:r>
      <w:r>
        <w:rPr>
          <w:rFonts w:cs="Georgia"/>
          <w:kern w:val="1"/>
        </w:rPr>
        <w:t>Les fenêtres de la cuisine s</w:t>
      </w:r>
      <w:r w:rsidR="000E1451">
        <w:rPr>
          <w:rFonts w:cs="Georgia"/>
          <w:kern w:val="1"/>
        </w:rPr>
        <w:t>’</w:t>
      </w:r>
      <w:r>
        <w:rPr>
          <w:rFonts w:cs="Georgia"/>
          <w:kern w:val="1"/>
        </w:rPr>
        <w:t>ouvraient sur un horizon plus gris</w:t>
      </w:r>
      <w:r w:rsidR="000E1451">
        <w:rPr>
          <w:rFonts w:cs="Georgia"/>
          <w:kern w:val="1"/>
        </w:rPr>
        <w:t xml:space="preserve">, </w:t>
      </w:r>
      <w:r>
        <w:rPr>
          <w:rFonts w:cs="Georgia"/>
          <w:kern w:val="1"/>
        </w:rPr>
        <w:t>plus plat</w:t>
      </w:r>
      <w:r w:rsidR="000E1451">
        <w:rPr>
          <w:rFonts w:cs="Georgia"/>
          <w:kern w:val="1"/>
        </w:rPr>
        <w:t xml:space="preserve">, </w:t>
      </w:r>
      <w:r>
        <w:rPr>
          <w:rFonts w:cs="Georgia"/>
          <w:kern w:val="1"/>
        </w:rPr>
        <w:t>plus désert encore que de coutume</w:t>
      </w:r>
      <w:r w:rsidR="000E1451">
        <w:rPr>
          <w:rFonts w:cs="Georgia"/>
          <w:kern w:val="1"/>
        </w:rPr>
        <w:t xml:space="preserve">. </w:t>
      </w:r>
      <w:r>
        <w:rPr>
          <w:rFonts w:cs="Georgia"/>
          <w:kern w:val="1"/>
        </w:rPr>
        <w:t>Sous cet inerte ciel du Nord</w:t>
      </w:r>
      <w:r w:rsidR="000E1451">
        <w:rPr>
          <w:rFonts w:cs="Georgia"/>
          <w:kern w:val="1"/>
        </w:rPr>
        <w:t xml:space="preserve">, </w:t>
      </w:r>
      <w:r>
        <w:rPr>
          <w:rFonts w:cs="Georgia"/>
          <w:kern w:val="1"/>
        </w:rPr>
        <w:t>le printemps venait à peine de finir</w:t>
      </w:r>
      <w:r w:rsidR="000E1451">
        <w:rPr>
          <w:rFonts w:cs="Georgia"/>
          <w:kern w:val="1"/>
        </w:rPr>
        <w:t xml:space="preserve">, </w:t>
      </w:r>
      <w:r>
        <w:rPr>
          <w:rFonts w:cs="Georgia"/>
          <w:kern w:val="1"/>
        </w:rPr>
        <w:t>et c</w:t>
      </w:r>
      <w:r w:rsidR="000E1451">
        <w:rPr>
          <w:rFonts w:cs="Georgia"/>
          <w:kern w:val="1"/>
        </w:rPr>
        <w:t>’</w:t>
      </w:r>
      <w:r>
        <w:rPr>
          <w:rFonts w:cs="Georgia"/>
          <w:kern w:val="1"/>
        </w:rPr>
        <w:t>était déjà presque l</w:t>
      </w:r>
      <w:r w:rsidR="000E1451">
        <w:rPr>
          <w:rFonts w:cs="Georgia"/>
          <w:kern w:val="1"/>
        </w:rPr>
        <w:t>’</w:t>
      </w:r>
      <w:r>
        <w:rPr>
          <w:rFonts w:cs="Georgia"/>
          <w:kern w:val="1"/>
        </w:rPr>
        <w:t>automne</w:t>
      </w:r>
      <w:r w:rsidR="000E1451">
        <w:rPr>
          <w:rFonts w:cs="Georgia"/>
          <w:kern w:val="1"/>
        </w:rPr>
        <w:t>…</w:t>
      </w:r>
    </w:p>
    <w:p w14:paraId="26D93693" w14:textId="77777777" w:rsidR="000E1451" w:rsidRDefault="00BE611A" w:rsidP="00BE611A">
      <w:pPr>
        <w:rPr>
          <w:rFonts w:cs="Georgia"/>
          <w:kern w:val="1"/>
        </w:rPr>
      </w:pPr>
      <w:r>
        <w:rPr>
          <w:rFonts w:cs="Georgia"/>
          <w:kern w:val="1"/>
        </w:rPr>
        <w:t>Si longtemps que je me fusse arrangé pour faire traîner les choses</w:t>
      </w:r>
      <w:r w:rsidR="000E1451">
        <w:rPr>
          <w:rFonts w:cs="Georgia"/>
          <w:kern w:val="1"/>
        </w:rPr>
        <w:t xml:space="preserve">, </w:t>
      </w:r>
      <w:r>
        <w:rPr>
          <w:rFonts w:cs="Georgia"/>
          <w:kern w:val="1"/>
        </w:rPr>
        <w:t>l</w:t>
      </w:r>
      <w:r w:rsidR="000E1451">
        <w:rPr>
          <w:rFonts w:cs="Georgia"/>
          <w:kern w:val="1"/>
        </w:rPr>
        <w:t>’</w:t>
      </w:r>
      <w:r>
        <w:rPr>
          <w:rFonts w:cs="Georgia"/>
          <w:kern w:val="1"/>
        </w:rPr>
        <w:t>aménagement de l</w:t>
      </w:r>
      <w:r w:rsidR="000E1451">
        <w:rPr>
          <w:rFonts w:cs="Georgia"/>
          <w:kern w:val="1"/>
        </w:rPr>
        <w:t>’</w:t>
      </w:r>
      <w:r>
        <w:rPr>
          <w:rFonts w:cs="Georgia"/>
          <w:kern w:val="1"/>
        </w:rPr>
        <w:t>électricité touchait maintenant à sa fin</w:t>
      </w:r>
      <w:r w:rsidR="000E1451">
        <w:rPr>
          <w:rFonts w:cs="Georgia"/>
          <w:kern w:val="1"/>
        </w:rPr>
        <w:t xml:space="preserve">. </w:t>
      </w:r>
      <w:r>
        <w:rPr>
          <w:rFonts w:cs="Georgia"/>
          <w:kern w:val="1"/>
        </w:rPr>
        <w:t>Il ne me restait plus</w:t>
      </w:r>
      <w:r w:rsidR="000E1451">
        <w:rPr>
          <w:rFonts w:cs="Georgia"/>
          <w:kern w:val="1"/>
        </w:rPr>
        <w:t xml:space="preserve">, </w:t>
      </w:r>
      <w:r>
        <w:rPr>
          <w:rFonts w:cs="Georgia"/>
          <w:kern w:val="1"/>
        </w:rPr>
        <w:t>dans tout le château</w:t>
      </w:r>
      <w:r w:rsidR="000E1451">
        <w:rPr>
          <w:rFonts w:cs="Georgia"/>
          <w:kern w:val="1"/>
        </w:rPr>
        <w:t xml:space="preserve">, </w:t>
      </w:r>
      <w:r>
        <w:rPr>
          <w:rFonts w:cs="Georgia"/>
          <w:kern w:val="1"/>
        </w:rPr>
        <w:t>à procéder à l</w:t>
      </w:r>
      <w:r w:rsidR="000E1451">
        <w:rPr>
          <w:rFonts w:cs="Georgia"/>
          <w:kern w:val="1"/>
        </w:rPr>
        <w:t>’</w:t>
      </w:r>
      <w:r>
        <w:rPr>
          <w:rFonts w:cs="Georgia"/>
          <w:kern w:val="1"/>
        </w:rPr>
        <w:t>éclairage que d</w:t>
      </w:r>
      <w:r w:rsidR="000E1451">
        <w:rPr>
          <w:rFonts w:cs="Georgia"/>
          <w:kern w:val="1"/>
        </w:rPr>
        <w:t>’</w:t>
      </w:r>
      <w:r>
        <w:rPr>
          <w:rFonts w:cs="Georgia"/>
          <w:kern w:val="1"/>
        </w:rPr>
        <w:t>une seule pièce</w:t>
      </w:r>
      <w:r w:rsidR="000E1451">
        <w:rPr>
          <w:rFonts w:cs="Georgia"/>
          <w:kern w:val="1"/>
        </w:rPr>
        <w:t xml:space="preserve">. </w:t>
      </w:r>
      <w:r>
        <w:rPr>
          <w:rFonts w:cs="Georgia"/>
          <w:kern w:val="1"/>
        </w:rPr>
        <w:t>Située à l</w:t>
      </w:r>
      <w:r w:rsidR="000E1451">
        <w:rPr>
          <w:rFonts w:cs="Georgia"/>
          <w:kern w:val="1"/>
        </w:rPr>
        <w:t>’</w:t>
      </w:r>
      <w:r>
        <w:rPr>
          <w:rFonts w:cs="Georgia"/>
          <w:kern w:val="1"/>
        </w:rPr>
        <w:t>angle nord-est du rez-de-chaussée</w:t>
      </w:r>
      <w:r w:rsidR="000E1451">
        <w:rPr>
          <w:rFonts w:cs="Georgia"/>
          <w:kern w:val="1"/>
        </w:rPr>
        <w:t xml:space="preserve">, </w:t>
      </w:r>
      <w:r>
        <w:rPr>
          <w:rFonts w:cs="Georgia"/>
          <w:kern w:val="1"/>
        </w:rPr>
        <w:t>de proportions aussi vastes que la salle d</w:t>
      </w:r>
      <w:r w:rsidR="000E1451">
        <w:rPr>
          <w:rFonts w:cs="Georgia"/>
          <w:kern w:val="1"/>
        </w:rPr>
        <w:t>’</w:t>
      </w:r>
      <w:r>
        <w:rPr>
          <w:rFonts w:cs="Georgia"/>
          <w:kern w:val="1"/>
        </w:rPr>
        <w:t>honneur</w:t>
      </w:r>
      <w:r w:rsidR="000E1451">
        <w:rPr>
          <w:rFonts w:cs="Georgia"/>
          <w:kern w:val="1"/>
        </w:rPr>
        <w:t xml:space="preserve">, </w:t>
      </w:r>
      <w:r>
        <w:rPr>
          <w:rFonts w:cs="Georgia"/>
          <w:kern w:val="1"/>
        </w:rPr>
        <w:t>elle avait été utilisée</w:t>
      </w:r>
      <w:r w:rsidR="000E1451">
        <w:rPr>
          <w:rFonts w:cs="Georgia"/>
          <w:kern w:val="1"/>
        </w:rPr>
        <w:t xml:space="preserve">, </w:t>
      </w:r>
      <w:r>
        <w:rPr>
          <w:rFonts w:cs="Georgia"/>
          <w:kern w:val="1"/>
        </w:rPr>
        <w:t>au temps de la magnificence de Reichendorf</w:t>
      </w:r>
      <w:r w:rsidR="000E1451">
        <w:rPr>
          <w:rFonts w:cs="Georgia"/>
          <w:kern w:val="1"/>
        </w:rPr>
        <w:t xml:space="preserve">, </w:t>
      </w:r>
      <w:r>
        <w:rPr>
          <w:rFonts w:cs="Georgia"/>
          <w:kern w:val="1"/>
        </w:rPr>
        <w:t>comme salon de musique</w:t>
      </w:r>
      <w:r w:rsidR="000E1451">
        <w:rPr>
          <w:rFonts w:cs="Georgia"/>
          <w:kern w:val="1"/>
        </w:rPr>
        <w:t xml:space="preserve">. </w:t>
      </w:r>
      <w:r>
        <w:rPr>
          <w:rFonts w:cs="Georgia"/>
          <w:kern w:val="1"/>
        </w:rPr>
        <w:t>Après Iéna</w:t>
      </w:r>
      <w:r w:rsidR="000E1451">
        <w:rPr>
          <w:rFonts w:cs="Georgia"/>
          <w:kern w:val="1"/>
        </w:rPr>
        <w:t xml:space="preserve">, </w:t>
      </w:r>
      <w:r>
        <w:rPr>
          <w:rFonts w:cs="Georgia"/>
          <w:kern w:val="1"/>
        </w:rPr>
        <w:t xml:space="preserve">elle avait vu les premières réunions du </w:t>
      </w:r>
      <w:r>
        <w:rPr>
          <w:rFonts w:cs="Georgia"/>
          <w:bCs/>
          <w:i/>
          <w:iCs/>
          <w:kern w:val="1"/>
        </w:rPr>
        <w:t>Tugendbund</w:t>
      </w:r>
      <w:r>
        <w:rPr>
          <w:rFonts w:cs="Georgia"/>
          <w:kern w:val="1"/>
        </w:rPr>
        <w:t xml:space="preserve"> et autres organisations secrètes qui préparaient contre les Français la Guerre de Revanche</w:t>
      </w:r>
      <w:r w:rsidR="000E1451">
        <w:rPr>
          <w:rFonts w:cs="Georgia"/>
          <w:kern w:val="1"/>
        </w:rPr>
        <w:t xml:space="preserve">. </w:t>
      </w:r>
      <w:r>
        <w:rPr>
          <w:rFonts w:cs="Georgia"/>
          <w:kern w:val="1"/>
        </w:rPr>
        <w:t>Dès 1807</w:t>
      </w:r>
      <w:r w:rsidR="000E1451">
        <w:rPr>
          <w:rFonts w:cs="Georgia"/>
          <w:kern w:val="1"/>
        </w:rPr>
        <w:t xml:space="preserve">, </w:t>
      </w:r>
      <w:r>
        <w:rPr>
          <w:rFonts w:cs="Georgia"/>
          <w:kern w:val="1"/>
        </w:rPr>
        <w:t>une conférence y avait été donnée par Schmalz</w:t>
      </w:r>
      <w:r w:rsidR="000E1451">
        <w:rPr>
          <w:rFonts w:cs="Georgia"/>
          <w:kern w:val="1"/>
        </w:rPr>
        <w:t xml:space="preserve">, </w:t>
      </w:r>
      <w:r>
        <w:rPr>
          <w:rFonts w:cs="Georgia"/>
          <w:kern w:val="1"/>
        </w:rPr>
        <w:t>professeur à Halle</w:t>
      </w:r>
      <w:r w:rsidR="000E1451">
        <w:rPr>
          <w:rFonts w:cs="Georgia"/>
          <w:kern w:val="1"/>
        </w:rPr>
        <w:t xml:space="preserve">, </w:t>
      </w:r>
      <w:r>
        <w:rPr>
          <w:rFonts w:cs="Georgia"/>
          <w:kern w:val="1"/>
        </w:rPr>
        <w:t>qui revenait de Memel où il était allé entretenir Frédéric-</w:t>
      </w:r>
      <w:r w:rsidR="000E1451">
        <w:rPr>
          <w:rFonts w:cs="Georgia"/>
          <w:kern w:val="1"/>
        </w:rPr>
        <w:t>Guillaume III</w:t>
      </w:r>
      <w:r>
        <w:rPr>
          <w:rFonts w:cs="Georgia"/>
          <w:kern w:val="1"/>
        </w:rPr>
        <w:t xml:space="preserve"> du projet de fondation d</w:t>
      </w:r>
      <w:r w:rsidR="000E1451">
        <w:rPr>
          <w:rFonts w:cs="Georgia"/>
          <w:kern w:val="1"/>
        </w:rPr>
        <w:t>’</w:t>
      </w:r>
      <w:r>
        <w:rPr>
          <w:rFonts w:cs="Georgia"/>
          <w:kern w:val="1"/>
        </w:rPr>
        <w:t xml:space="preserve">une </w:t>
      </w:r>
      <w:r>
        <w:rPr>
          <w:rFonts w:cs="Georgia"/>
          <w:kern w:val="1"/>
        </w:rPr>
        <w:lastRenderedPageBreak/>
        <w:t>université à Berlin</w:t>
      </w:r>
      <w:r w:rsidR="000E1451">
        <w:rPr>
          <w:rFonts w:cs="Georgia"/>
          <w:kern w:val="1"/>
        </w:rPr>
        <w:t xml:space="preserve">. </w:t>
      </w:r>
      <w:r>
        <w:rPr>
          <w:rFonts w:cs="Georgia"/>
          <w:kern w:val="1"/>
        </w:rPr>
        <w:t>En présence de la Reine Louise</w:t>
      </w:r>
      <w:r w:rsidR="000E1451">
        <w:rPr>
          <w:rFonts w:cs="Georgia"/>
          <w:kern w:val="1"/>
        </w:rPr>
        <w:t xml:space="preserve">, </w:t>
      </w:r>
      <w:r>
        <w:rPr>
          <w:rFonts w:cs="Georgia"/>
          <w:kern w:val="1"/>
        </w:rPr>
        <w:t>Arndt devait y lire plus tard quelques-uns de ses chants héroïques</w:t>
      </w:r>
      <w:r w:rsidR="000E1451">
        <w:rPr>
          <w:rFonts w:cs="Georgia"/>
          <w:kern w:val="1"/>
        </w:rPr>
        <w:t xml:space="preserve">, </w:t>
      </w:r>
      <w:r>
        <w:rPr>
          <w:rFonts w:cs="Georgia"/>
          <w:kern w:val="1"/>
        </w:rPr>
        <w:t xml:space="preserve">le </w:t>
      </w:r>
      <w:r>
        <w:rPr>
          <w:rFonts w:cs="Georgia"/>
          <w:bCs/>
          <w:i/>
          <w:iCs/>
          <w:kern w:val="1"/>
        </w:rPr>
        <w:t>Vaterlandlied</w:t>
      </w:r>
      <w:r w:rsidR="000E1451">
        <w:t xml:space="preserve">, </w:t>
      </w:r>
      <w:r>
        <w:rPr>
          <w:rFonts w:cs="Georgia"/>
          <w:kern w:val="1"/>
        </w:rPr>
        <w:t xml:space="preserve">la </w:t>
      </w:r>
      <w:r>
        <w:rPr>
          <w:rFonts w:cs="Georgia"/>
          <w:bCs/>
          <w:i/>
          <w:iCs/>
          <w:kern w:val="1"/>
        </w:rPr>
        <w:t>Leipziger Schlacht</w:t>
      </w:r>
      <w:r w:rsidR="000E1451">
        <w:t xml:space="preserve">. </w:t>
      </w:r>
      <w:r>
        <w:rPr>
          <w:rFonts w:cs="Georgia"/>
          <w:kern w:val="1"/>
        </w:rPr>
        <w:t>La première strophe de cette ode fameuse</w:t>
      </w:r>
      <w:r w:rsidR="000E1451">
        <w:rPr>
          <w:rFonts w:cs="Georgia"/>
          <w:kern w:val="1"/>
        </w:rPr>
        <w:t xml:space="preserve">, </w:t>
      </w:r>
      <w:r>
        <w:rPr>
          <w:rFonts w:cs="Georgia"/>
          <w:kern w:val="1"/>
        </w:rPr>
        <w:t>recopiée par lui</w:t>
      </w:r>
      <w:r w:rsidR="000E1451">
        <w:rPr>
          <w:rFonts w:cs="Georgia"/>
          <w:kern w:val="1"/>
        </w:rPr>
        <w:t xml:space="preserve">, </w:t>
      </w:r>
      <w:r>
        <w:rPr>
          <w:rFonts w:cs="Georgia"/>
          <w:kern w:val="1"/>
        </w:rPr>
        <w:t>était exposée dans le coin gauche de la salle</w:t>
      </w:r>
      <w:r w:rsidR="000E1451">
        <w:rPr>
          <w:rFonts w:cs="Georgia"/>
          <w:kern w:val="1"/>
        </w:rPr>
        <w:t xml:space="preserve">, </w:t>
      </w:r>
      <w:r>
        <w:rPr>
          <w:rFonts w:cs="Georgia"/>
          <w:kern w:val="1"/>
        </w:rPr>
        <w:t>encadrée avec un morceau de l</w:t>
      </w:r>
      <w:r w:rsidR="000E1451">
        <w:rPr>
          <w:rFonts w:cs="Georgia"/>
          <w:kern w:val="1"/>
        </w:rPr>
        <w:t>’</w:t>
      </w:r>
      <w:r>
        <w:rPr>
          <w:rFonts w:cs="Georgia"/>
          <w:kern w:val="1"/>
        </w:rPr>
        <w:t xml:space="preserve">étendard du </w:t>
      </w:r>
      <w:r w:rsidR="000E1451">
        <w:rPr>
          <w:rFonts w:cs="Georgia"/>
          <w:kern w:val="1"/>
        </w:rPr>
        <w:t>4</w:t>
      </w:r>
      <w:r w:rsidR="000E1451" w:rsidRPr="000E1451">
        <w:rPr>
          <w:rFonts w:cs="Georgia"/>
          <w:kern w:val="1"/>
          <w:vertAlign w:val="superscript"/>
        </w:rPr>
        <w:t>e</w:t>
      </w:r>
      <w:r w:rsidR="000E1451">
        <w:rPr>
          <w:rFonts w:cs="Georgia"/>
          <w:kern w:val="1"/>
        </w:rPr>
        <w:t xml:space="preserve"> </w:t>
      </w:r>
      <w:r>
        <w:rPr>
          <w:rFonts w:cs="Georgia"/>
          <w:kern w:val="1"/>
        </w:rPr>
        <w:t>régiment de grenadiers poméraniens</w:t>
      </w:r>
      <w:r w:rsidR="000E1451">
        <w:rPr>
          <w:rFonts w:cs="Georgia"/>
          <w:kern w:val="1"/>
        </w:rPr>
        <w:t xml:space="preserve">, </w:t>
      </w:r>
      <w:r>
        <w:rPr>
          <w:rFonts w:cs="Georgia"/>
          <w:kern w:val="1"/>
        </w:rPr>
        <w:t>sur lequel se distinguaient encore les traces du sang d</w:t>
      </w:r>
      <w:r w:rsidR="000E1451">
        <w:rPr>
          <w:rFonts w:cs="Georgia"/>
          <w:kern w:val="1"/>
        </w:rPr>
        <w:t>’</w:t>
      </w:r>
      <w:r>
        <w:rPr>
          <w:rFonts w:cs="Georgia"/>
          <w:kern w:val="1"/>
        </w:rPr>
        <w:t>Eitel de Reichendorf</w:t>
      </w:r>
      <w:r w:rsidR="000E1451">
        <w:rPr>
          <w:rFonts w:cs="Georgia"/>
          <w:kern w:val="1"/>
        </w:rPr>
        <w:t xml:space="preserve">, </w:t>
      </w:r>
      <w:r>
        <w:rPr>
          <w:rFonts w:cs="Georgia"/>
          <w:kern w:val="1"/>
        </w:rPr>
        <w:t>tombé en le défendant à la Bataille des Nations</w:t>
      </w:r>
      <w:r w:rsidR="000E1451">
        <w:rPr>
          <w:rFonts w:cs="Georgia"/>
          <w:kern w:val="1"/>
        </w:rPr>
        <w:t>.</w:t>
      </w:r>
    </w:p>
    <w:p w14:paraId="760F5F65" w14:textId="77777777" w:rsidR="000E1451" w:rsidRDefault="00BE611A" w:rsidP="00BE611A">
      <w:pPr>
        <w:rPr>
          <w:rFonts w:cs="Georgia"/>
          <w:kern w:val="1"/>
        </w:rPr>
      </w:pPr>
      <w:r>
        <w:rPr>
          <w:rFonts w:cs="Georgia"/>
          <w:kern w:val="1"/>
        </w:rPr>
        <w:t>Insensiblement</w:t>
      </w:r>
      <w:r w:rsidR="000E1451">
        <w:rPr>
          <w:rFonts w:cs="Georgia"/>
          <w:kern w:val="1"/>
        </w:rPr>
        <w:t xml:space="preserve">, </w:t>
      </w:r>
      <w:r>
        <w:rPr>
          <w:rFonts w:cs="Georgia"/>
          <w:kern w:val="1"/>
        </w:rPr>
        <w:t>à mesure que déclinait la fortune des Reichendorf</w:t>
      </w:r>
      <w:r w:rsidR="000E1451">
        <w:rPr>
          <w:rFonts w:cs="Georgia"/>
          <w:kern w:val="1"/>
        </w:rPr>
        <w:t xml:space="preserve">, </w:t>
      </w:r>
      <w:r>
        <w:rPr>
          <w:rFonts w:cs="Georgia"/>
          <w:kern w:val="1"/>
        </w:rPr>
        <w:t>cette salle s</w:t>
      </w:r>
      <w:r w:rsidR="000E1451">
        <w:rPr>
          <w:rFonts w:cs="Georgia"/>
          <w:kern w:val="1"/>
        </w:rPr>
        <w:t>’</w:t>
      </w:r>
      <w:r>
        <w:rPr>
          <w:rFonts w:cs="Georgia"/>
          <w:kern w:val="1"/>
        </w:rPr>
        <w:t>était vue transformée en un invraisemblable bric-à-brac</w:t>
      </w:r>
      <w:r w:rsidR="000E1451">
        <w:rPr>
          <w:rFonts w:cs="Georgia"/>
          <w:kern w:val="1"/>
        </w:rPr>
        <w:t xml:space="preserve">. </w:t>
      </w:r>
      <w:r>
        <w:rPr>
          <w:rFonts w:cs="Georgia"/>
          <w:kern w:val="1"/>
        </w:rPr>
        <w:t>Quelques objets de prix y restaient encore</w:t>
      </w:r>
      <w:r w:rsidR="000E1451">
        <w:rPr>
          <w:rFonts w:cs="Georgia"/>
          <w:kern w:val="1"/>
        </w:rPr>
        <w:t xml:space="preserve">, </w:t>
      </w:r>
      <w:r>
        <w:rPr>
          <w:rFonts w:cs="Georgia"/>
          <w:kern w:val="1"/>
        </w:rPr>
        <w:t>ceux dont les origines</w:t>
      </w:r>
      <w:r w:rsidR="000E1451">
        <w:rPr>
          <w:rFonts w:cs="Georgia"/>
          <w:kern w:val="1"/>
        </w:rPr>
        <w:t xml:space="preserve">, </w:t>
      </w:r>
      <w:r>
        <w:rPr>
          <w:rFonts w:cs="Georgia"/>
          <w:kern w:val="1"/>
        </w:rPr>
        <w:t>comme le drapeau de Leipzig et la strophe d</w:t>
      </w:r>
      <w:r w:rsidR="000E1451">
        <w:rPr>
          <w:rFonts w:cs="Georgia"/>
          <w:kern w:val="1"/>
        </w:rPr>
        <w:t>’</w:t>
      </w:r>
      <w:r>
        <w:rPr>
          <w:rFonts w:cs="Georgia"/>
          <w:kern w:val="1"/>
        </w:rPr>
        <w:t>Arndt</w:t>
      </w:r>
      <w:r w:rsidR="000E1451">
        <w:rPr>
          <w:rFonts w:cs="Georgia"/>
          <w:kern w:val="1"/>
        </w:rPr>
        <w:t xml:space="preserve">, </w:t>
      </w:r>
      <w:r>
        <w:rPr>
          <w:rFonts w:cs="Georgia"/>
          <w:kern w:val="1"/>
        </w:rPr>
        <w:t>imposaient bon gré mal gré la conservation</w:t>
      </w:r>
      <w:r w:rsidR="000E1451">
        <w:rPr>
          <w:rFonts w:cs="Georgia"/>
          <w:kern w:val="1"/>
        </w:rPr>
        <w:t xml:space="preserve">. </w:t>
      </w:r>
      <w:r>
        <w:rPr>
          <w:rFonts w:cs="Georgia"/>
          <w:kern w:val="1"/>
        </w:rPr>
        <w:t>Quant aux autres</w:t>
      </w:r>
      <w:r w:rsidR="000E1451">
        <w:rPr>
          <w:rFonts w:cs="Georgia"/>
          <w:kern w:val="1"/>
        </w:rPr>
        <w:t xml:space="preserve">, </w:t>
      </w:r>
      <w:r>
        <w:rPr>
          <w:rFonts w:cs="Georgia"/>
          <w:kern w:val="1"/>
        </w:rPr>
        <w:t>tapisseries</w:t>
      </w:r>
      <w:r w:rsidR="000E1451">
        <w:rPr>
          <w:rFonts w:cs="Georgia"/>
          <w:kern w:val="1"/>
        </w:rPr>
        <w:t xml:space="preserve">, </w:t>
      </w:r>
      <w:r>
        <w:rPr>
          <w:rFonts w:cs="Georgia"/>
          <w:kern w:val="1"/>
        </w:rPr>
        <w:t>bahuts précieux</w:t>
      </w:r>
      <w:r w:rsidR="000E1451">
        <w:rPr>
          <w:rFonts w:cs="Georgia"/>
          <w:kern w:val="1"/>
        </w:rPr>
        <w:t xml:space="preserve">, </w:t>
      </w:r>
      <w:r>
        <w:rPr>
          <w:rFonts w:cs="Georgia"/>
          <w:kern w:val="1"/>
        </w:rPr>
        <w:t>tableaux</w:t>
      </w:r>
      <w:r w:rsidR="000E1451">
        <w:rPr>
          <w:rFonts w:cs="Georgia"/>
          <w:kern w:val="1"/>
        </w:rPr>
        <w:t xml:space="preserve">, </w:t>
      </w:r>
      <w:r>
        <w:rPr>
          <w:rFonts w:cs="Georgia"/>
          <w:kern w:val="1"/>
        </w:rPr>
        <w:t>épinettes et clavecins</w:t>
      </w:r>
      <w:r w:rsidR="000E1451">
        <w:rPr>
          <w:rFonts w:cs="Georgia"/>
          <w:kern w:val="1"/>
        </w:rPr>
        <w:t xml:space="preserve">, </w:t>
      </w:r>
      <w:r>
        <w:rPr>
          <w:rFonts w:cs="Georgia"/>
          <w:kern w:val="1"/>
        </w:rPr>
        <w:t>ils avaient tous pris depuis vingt ans</w:t>
      </w:r>
      <w:r w:rsidR="000E1451">
        <w:rPr>
          <w:rFonts w:cs="Georgia"/>
          <w:kern w:val="1"/>
        </w:rPr>
        <w:t xml:space="preserve">, </w:t>
      </w:r>
      <w:r>
        <w:rPr>
          <w:rFonts w:cs="Georgia"/>
          <w:kern w:val="1"/>
        </w:rPr>
        <w:t>les uns après les autres</w:t>
      </w:r>
      <w:r w:rsidR="000E1451">
        <w:rPr>
          <w:rFonts w:cs="Georgia"/>
          <w:kern w:val="1"/>
        </w:rPr>
        <w:t xml:space="preserve">, </w:t>
      </w:r>
      <w:r>
        <w:rPr>
          <w:rFonts w:cs="Georgia"/>
          <w:kern w:val="1"/>
        </w:rPr>
        <w:t>le chemin du brocanteur</w:t>
      </w:r>
      <w:r w:rsidR="000E1451">
        <w:rPr>
          <w:rFonts w:cs="Georgia"/>
          <w:kern w:val="1"/>
        </w:rPr>
        <w:t xml:space="preserve">. </w:t>
      </w:r>
      <w:r>
        <w:rPr>
          <w:rFonts w:cs="Georgia"/>
          <w:kern w:val="1"/>
        </w:rPr>
        <w:t>Ils avaient été remplacés par un empilement hétéroclite de meubles hors d</w:t>
      </w:r>
      <w:r w:rsidR="000E1451">
        <w:rPr>
          <w:rFonts w:cs="Georgia"/>
          <w:kern w:val="1"/>
        </w:rPr>
        <w:t>’</w:t>
      </w:r>
      <w:r>
        <w:rPr>
          <w:rFonts w:cs="Georgia"/>
          <w:kern w:val="1"/>
        </w:rPr>
        <w:t>usage</w:t>
      </w:r>
      <w:r w:rsidR="000E1451">
        <w:rPr>
          <w:rFonts w:cs="Georgia"/>
          <w:kern w:val="1"/>
        </w:rPr>
        <w:t xml:space="preserve">, </w:t>
      </w:r>
      <w:r>
        <w:rPr>
          <w:rFonts w:cs="Georgia"/>
          <w:kern w:val="1"/>
        </w:rPr>
        <w:t>commodes défoncées</w:t>
      </w:r>
      <w:r w:rsidR="000E1451">
        <w:rPr>
          <w:rFonts w:cs="Georgia"/>
          <w:kern w:val="1"/>
        </w:rPr>
        <w:t xml:space="preserve">, </w:t>
      </w:r>
      <w:r>
        <w:rPr>
          <w:rFonts w:cs="Georgia"/>
          <w:kern w:val="1"/>
        </w:rPr>
        <w:t>baldaquins effondrés</w:t>
      </w:r>
      <w:r w:rsidR="000E1451">
        <w:rPr>
          <w:rFonts w:cs="Georgia"/>
          <w:kern w:val="1"/>
        </w:rPr>
        <w:t xml:space="preserve">, </w:t>
      </w:r>
      <w:r>
        <w:rPr>
          <w:rFonts w:cs="Georgia"/>
          <w:kern w:val="1"/>
        </w:rPr>
        <w:t>bancs et fauteuils de jardin à demi pourris</w:t>
      </w:r>
      <w:r w:rsidR="000E1451">
        <w:rPr>
          <w:rFonts w:cs="Georgia"/>
          <w:kern w:val="1"/>
        </w:rPr>
        <w:t xml:space="preserve">. </w:t>
      </w:r>
      <w:r>
        <w:rPr>
          <w:rFonts w:cs="Georgia"/>
          <w:kern w:val="1"/>
        </w:rPr>
        <w:t>La destination primitive de la salle n</w:t>
      </w:r>
      <w:r w:rsidR="000E1451">
        <w:rPr>
          <w:rFonts w:cs="Georgia"/>
          <w:kern w:val="1"/>
        </w:rPr>
        <w:t>’</w:t>
      </w:r>
      <w:r>
        <w:rPr>
          <w:rFonts w:cs="Georgia"/>
          <w:kern w:val="1"/>
        </w:rPr>
        <w:t>était plus attestée que par quelques lutrins boiteux</w:t>
      </w:r>
      <w:r w:rsidR="000E1451">
        <w:rPr>
          <w:rFonts w:cs="Georgia"/>
          <w:kern w:val="1"/>
        </w:rPr>
        <w:t xml:space="preserve">, </w:t>
      </w:r>
      <w:r>
        <w:rPr>
          <w:rFonts w:cs="Georgia"/>
          <w:kern w:val="1"/>
        </w:rPr>
        <w:t>un piano qu</w:t>
      </w:r>
      <w:r w:rsidR="000E1451">
        <w:rPr>
          <w:rFonts w:cs="Georgia"/>
          <w:kern w:val="1"/>
        </w:rPr>
        <w:t>’</w:t>
      </w:r>
      <w:r>
        <w:rPr>
          <w:rFonts w:cs="Georgia"/>
          <w:kern w:val="1"/>
        </w:rPr>
        <w:t>un antiquaire de Kœnigsberg était venu examiner quinze jours plus tôt</w:t>
      </w:r>
      <w:r w:rsidR="000E1451">
        <w:rPr>
          <w:rFonts w:cs="Georgia"/>
          <w:kern w:val="1"/>
        </w:rPr>
        <w:t xml:space="preserve">, </w:t>
      </w:r>
      <w:r>
        <w:rPr>
          <w:rFonts w:cs="Georgia"/>
          <w:kern w:val="1"/>
        </w:rPr>
        <w:t>et sur le prix duquel on n</w:t>
      </w:r>
      <w:r w:rsidR="000E1451">
        <w:rPr>
          <w:rFonts w:cs="Georgia"/>
          <w:kern w:val="1"/>
        </w:rPr>
        <w:t>’</w:t>
      </w:r>
      <w:r>
        <w:rPr>
          <w:rFonts w:cs="Georgia"/>
          <w:kern w:val="1"/>
        </w:rPr>
        <w:t>avait pas pu s</w:t>
      </w:r>
      <w:r w:rsidR="000E1451">
        <w:rPr>
          <w:rFonts w:cs="Georgia"/>
          <w:kern w:val="1"/>
        </w:rPr>
        <w:t>’</w:t>
      </w:r>
      <w:r>
        <w:rPr>
          <w:rFonts w:cs="Georgia"/>
          <w:kern w:val="1"/>
        </w:rPr>
        <w:t>entendre</w:t>
      </w:r>
      <w:r w:rsidR="000E1451">
        <w:rPr>
          <w:rFonts w:cs="Georgia"/>
          <w:kern w:val="1"/>
        </w:rPr>
        <w:t xml:space="preserve">, </w:t>
      </w:r>
      <w:r>
        <w:rPr>
          <w:rFonts w:cs="Georgia"/>
          <w:kern w:val="1"/>
        </w:rPr>
        <w:t>et</w:t>
      </w:r>
      <w:r w:rsidR="000E1451">
        <w:rPr>
          <w:rFonts w:cs="Georgia"/>
          <w:kern w:val="1"/>
        </w:rPr>
        <w:t xml:space="preserve">, </w:t>
      </w:r>
      <w:r>
        <w:rPr>
          <w:rFonts w:cs="Georgia"/>
          <w:kern w:val="1"/>
        </w:rPr>
        <w:t>situé au milieu de la pièce qu</w:t>
      </w:r>
      <w:r w:rsidR="000E1451">
        <w:rPr>
          <w:rFonts w:cs="Georgia"/>
          <w:kern w:val="1"/>
        </w:rPr>
        <w:t>’</w:t>
      </w:r>
      <w:r>
        <w:rPr>
          <w:rFonts w:cs="Georgia"/>
          <w:kern w:val="1"/>
        </w:rPr>
        <w:t>il divisait de sa lourde masse en deux parties à peu près égales</w:t>
      </w:r>
      <w:r w:rsidR="000E1451">
        <w:rPr>
          <w:rFonts w:cs="Georgia"/>
          <w:kern w:val="1"/>
        </w:rPr>
        <w:t xml:space="preserve">, </w:t>
      </w:r>
      <w:r>
        <w:rPr>
          <w:rFonts w:cs="Georgia"/>
          <w:kern w:val="1"/>
        </w:rPr>
        <w:t>un orgue vénérable qui avait fait l</w:t>
      </w:r>
      <w:r w:rsidR="000E1451">
        <w:rPr>
          <w:rFonts w:cs="Georgia"/>
          <w:kern w:val="1"/>
        </w:rPr>
        <w:t>’</w:t>
      </w:r>
      <w:r>
        <w:rPr>
          <w:rFonts w:cs="Georgia"/>
          <w:kern w:val="1"/>
        </w:rPr>
        <w:t>orgueil de plusieurs générations des comtes de Reichendorf</w:t>
      </w:r>
      <w:r w:rsidR="000E1451">
        <w:rPr>
          <w:rFonts w:cs="Georgia"/>
          <w:kern w:val="1"/>
        </w:rPr>
        <w:t xml:space="preserve">. </w:t>
      </w:r>
      <w:r>
        <w:rPr>
          <w:rFonts w:cs="Georgia"/>
          <w:kern w:val="1"/>
        </w:rPr>
        <w:t>Il n</w:t>
      </w:r>
      <w:r w:rsidR="000E1451">
        <w:rPr>
          <w:rFonts w:cs="Georgia"/>
          <w:kern w:val="1"/>
        </w:rPr>
        <w:t>’</w:t>
      </w:r>
      <w:r>
        <w:rPr>
          <w:rFonts w:cs="Georgia"/>
          <w:kern w:val="1"/>
        </w:rPr>
        <w:t>était plus aujourd</w:t>
      </w:r>
      <w:r w:rsidR="000E1451">
        <w:rPr>
          <w:rFonts w:cs="Georgia"/>
          <w:kern w:val="1"/>
        </w:rPr>
        <w:t>’</w:t>
      </w:r>
      <w:r>
        <w:rPr>
          <w:rFonts w:cs="Georgia"/>
          <w:kern w:val="1"/>
        </w:rPr>
        <w:t>hui qu</w:t>
      </w:r>
      <w:r w:rsidR="000E1451">
        <w:rPr>
          <w:rFonts w:cs="Georgia"/>
          <w:kern w:val="1"/>
        </w:rPr>
        <w:t>’</w:t>
      </w:r>
      <w:r>
        <w:rPr>
          <w:rFonts w:cs="Georgia"/>
          <w:kern w:val="1"/>
        </w:rPr>
        <w:t>un vaste amas d</w:t>
      </w:r>
      <w:r w:rsidR="000E1451">
        <w:rPr>
          <w:rFonts w:cs="Georgia"/>
          <w:kern w:val="1"/>
        </w:rPr>
        <w:t>’</w:t>
      </w:r>
      <w:r>
        <w:rPr>
          <w:rFonts w:cs="Georgia"/>
          <w:kern w:val="1"/>
        </w:rPr>
        <w:t>architecture vermoulue et rouillée</w:t>
      </w:r>
      <w:r w:rsidR="000E1451">
        <w:rPr>
          <w:rFonts w:cs="Georgia"/>
          <w:kern w:val="1"/>
        </w:rPr>
        <w:t xml:space="preserve">. </w:t>
      </w:r>
      <w:r>
        <w:rPr>
          <w:rFonts w:cs="Georgia"/>
          <w:kern w:val="1"/>
        </w:rPr>
        <w:t>Les touches de son clavier avaient été arrachées</w:t>
      </w:r>
      <w:r w:rsidR="000E1451">
        <w:rPr>
          <w:rFonts w:cs="Georgia"/>
          <w:kern w:val="1"/>
        </w:rPr>
        <w:t xml:space="preserve">, </w:t>
      </w:r>
      <w:r>
        <w:rPr>
          <w:rFonts w:cs="Georgia"/>
          <w:kern w:val="1"/>
        </w:rPr>
        <w:t>ses pédales aplaties</w:t>
      </w:r>
      <w:r w:rsidR="000E1451">
        <w:rPr>
          <w:rFonts w:cs="Georgia"/>
          <w:kern w:val="1"/>
        </w:rPr>
        <w:t xml:space="preserve">, </w:t>
      </w:r>
      <w:r>
        <w:rPr>
          <w:rFonts w:cs="Georgia"/>
          <w:kern w:val="1"/>
        </w:rPr>
        <w:t>ses soufflets crevés</w:t>
      </w:r>
      <w:r w:rsidR="000E1451">
        <w:rPr>
          <w:rFonts w:cs="Georgia"/>
          <w:kern w:val="1"/>
        </w:rPr>
        <w:t xml:space="preserve">. </w:t>
      </w:r>
      <w:r>
        <w:rPr>
          <w:rFonts w:cs="Georgia"/>
          <w:kern w:val="1"/>
        </w:rPr>
        <w:t>Seul</w:t>
      </w:r>
      <w:r w:rsidR="000E1451">
        <w:rPr>
          <w:rFonts w:cs="Georgia"/>
          <w:kern w:val="1"/>
        </w:rPr>
        <w:t xml:space="preserve">, </w:t>
      </w:r>
      <w:r>
        <w:rPr>
          <w:rFonts w:cs="Georgia"/>
          <w:kern w:val="1"/>
        </w:rPr>
        <w:t>le vent</w:t>
      </w:r>
      <w:r w:rsidR="000E1451">
        <w:rPr>
          <w:rFonts w:cs="Georgia"/>
          <w:kern w:val="1"/>
        </w:rPr>
        <w:t xml:space="preserve">, </w:t>
      </w:r>
      <w:r>
        <w:rPr>
          <w:rFonts w:cs="Georgia"/>
          <w:kern w:val="1"/>
        </w:rPr>
        <w:t>s</w:t>
      </w:r>
      <w:r w:rsidR="000E1451">
        <w:rPr>
          <w:rFonts w:cs="Georgia"/>
          <w:kern w:val="1"/>
        </w:rPr>
        <w:t>’</w:t>
      </w:r>
      <w:r>
        <w:rPr>
          <w:rFonts w:cs="Georgia"/>
          <w:kern w:val="1"/>
        </w:rPr>
        <w:t>infiltrant entre les jointures des fenêtres et des portes</w:t>
      </w:r>
      <w:r w:rsidR="000E1451">
        <w:rPr>
          <w:rFonts w:cs="Georgia"/>
          <w:kern w:val="1"/>
        </w:rPr>
        <w:t xml:space="preserve">, </w:t>
      </w:r>
      <w:r>
        <w:rPr>
          <w:rFonts w:cs="Georgia"/>
          <w:kern w:val="1"/>
        </w:rPr>
        <w:t>était encore capable d</w:t>
      </w:r>
      <w:r w:rsidR="000E1451">
        <w:rPr>
          <w:rFonts w:cs="Georgia"/>
          <w:kern w:val="1"/>
        </w:rPr>
        <w:t>’</w:t>
      </w:r>
      <w:r>
        <w:rPr>
          <w:rFonts w:cs="Georgia"/>
          <w:kern w:val="1"/>
        </w:rPr>
        <w:t>arracher à la colonnade de ses grands tubes de fer quelque lugubre gémissement</w:t>
      </w:r>
      <w:r w:rsidR="000E1451">
        <w:rPr>
          <w:rFonts w:cs="Georgia"/>
          <w:kern w:val="1"/>
        </w:rPr>
        <w:t xml:space="preserve">. </w:t>
      </w:r>
      <w:r>
        <w:rPr>
          <w:rFonts w:cs="Georgia"/>
          <w:kern w:val="1"/>
        </w:rPr>
        <w:t>Les galeries circulaires</w:t>
      </w:r>
      <w:r w:rsidR="000E1451">
        <w:rPr>
          <w:rFonts w:cs="Georgia"/>
          <w:kern w:val="1"/>
        </w:rPr>
        <w:t xml:space="preserve">, </w:t>
      </w:r>
      <w:r>
        <w:rPr>
          <w:rFonts w:cs="Georgia"/>
          <w:kern w:val="1"/>
        </w:rPr>
        <w:t xml:space="preserve">auxquelles on </w:t>
      </w:r>
      <w:r>
        <w:rPr>
          <w:rFonts w:cs="Georgia"/>
          <w:kern w:val="1"/>
        </w:rPr>
        <w:lastRenderedPageBreak/>
        <w:t>accédait par de branlants escaliers en colimaçon</w:t>
      </w:r>
      <w:r w:rsidR="000E1451">
        <w:rPr>
          <w:rFonts w:cs="Georgia"/>
          <w:kern w:val="1"/>
        </w:rPr>
        <w:t xml:space="preserve">, </w:t>
      </w:r>
      <w:r>
        <w:rPr>
          <w:rFonts w:cs="Georgia"/>
          <w:kern w:val="1"/>
        </w:rPr>
        <w:t>faisaient entendre des craquements de plus en plus suspects</w:t>
      </w:r>
      <w:r w:rsidR="000E1451">
        <w:rPr>
          <w:rFonts w:cs="Georgia"/>
          <w:kern w:val="1"/>
        </w:rPr>
        <w:t xml:space="preserve">. </w:t>
      </w:r>
      <w:r>
        <w:rPr>
          <w:rFonts w:cs="Georgia"/>
          <w:kern w:val="1"/>
        </w:rPr>
        <w:t>Leurs barreaux se joignaient</w:t>
      </w:r>
      <w:r w:rsidR="000E1451">
        <w:rPr>
          <w:rFonts w:cs="Georgia"/>
          <w:kern w:val="1"/>
        </w:rPr>
        <w:t xml:space="preserve">, </w:t>
      </w:r>
      <w:r>
        <w:rPr>
          <w:rFonts w:cs="Georgia"/>
          <w:kern w:val="1"/>
        </w:rPr>
        <w:t>sautaient hors de leurs encoches</w:t>
      </w:r>
      <w:r w:rsidR="000E1451">
        <w:rPr>
          <w:rFonts w:cs="Georgia"/>
          <w:kern w:val="1"/>
        </w:rPr>
        <w:t xml:space="preserve">. </w:t>
      </w:r>
      <w:r>
        <w:rPr>
          <w:rFonts w:cs="Georgia"/>
          <w:kern w:val="1"/>
        </w:rPr>
        <w:t>Les lames du plancher s</w:t>
      </w:r>
      <w:r w:rsidR="000E1451">
        <w:rPr>
          <w:rFonts w:cs="Georgia"/>
          <w:kern w:val="1"/>
        </w:rPr>
        <w:t>’</w:t>
      </w:r>
      <w:r>
        <w:rPr>
          <w:rFonts w:cs="Georgia"/>
          <w:kern w:val="1"/>
        </w:rPr>
        <w:t>infléchissaient d</w:t>
      </w:r>
      <w:r w:rsidR="000E1451">
        <w:rPr>
          <w:rFonts w:cs="Georgia"/>
          <w:kern w:val="1"/>
        </w:rPr>
        <w:t>’</w:t>
      </w:r>
      <w:r>
        <w:rPr>
          <w:rFonts w:cs="Georgia"/>
          <w:kern w:val="1"/>
        </w:rPr>
        <w:t>une façon de plus en plus inquiétante</w:t>
      </w:r>
      <w:r w:rsidR="000E1451">
        <w:rPr>
          <w:rFonts w:cs="Georgia"/>
          <w:kern w:val="1"/>
        </w:rPr>
        <w:t xml:space="preserve">. </w:t>
      </w:r>
      <w:r>
        <w:rPr>
          <w:rFonts w:cs="Georgia"/>
          <w:kern w:val="1"/>
        </w:rPr>
        <w:t>Pour tout dire</w:t>
      </w:r>
      <w:r w:rsidR="000E1451">
        <w:rPr>
          <w:rFonts w:cs="Georgia"/>
          <w:kern w:val="1"/>
        </w:rPr>
        <w:t xml:space="preserve">, </w:t>
      </w:r>
      <w:r>
        <w:rPr>
          <w:rFonts w:cs="Georgia"/>
          <w:kern w:val="1"/>
        </w:rPr>
        <w:t>cette salle était devenue un lieu fort peu engageant</w:t>
      </w:r>
      <w:r w:rsidR="000E1451">
        <w:rPr>
          <w:rFonts w:cs="Georgia"/>
          <w:kern w:val="1"/>
        </w:rPr>
        <w:t xml:space="preserve">, </w:t>
      </w:r>
      <w:r>
        <w:rPr>
          <w:rFonts w:cs="Georgia"/>
          <w:kern w:val="1"/>
        </w:rPr>
        <w:t>assez sinistre même</w:t>
      </w:r>
      <w:r w:rsidR="000E1451">
        <w:rPr>
          <w:rFonts w:cs="Georgia"/>
          <w:kern w:val="1"/>
        </w:rPr>
        <w:t xml:space="preserve">. </w:t>
      </w:r>
      <w:r>
        <w:rPr>
          <w:rFonts w:cs="Georgia"/>
          <w:kern w:val="1"/>
        </w:rPr>
        <w:t>Personne n</w:t>
      </w:r>
      <w:r w:rsidR="000E1451">
        <w:rPr>
          <w:rFonts w:cs="Georgia"/>
          <w:kern w:val="1"/>
        </w:rPr>
        <w:t>’</w:t>
      </w:r>
      <w:r>
        <w:rPr>
          <w:rFonts w:cs="Georgia"/>
          <w:kern w:val="1"/>
        </w:rPr>
        <w:t>y entrait plus</w:t>
      </w:r>
      <w:r w:rsidR="000E1451">
        <w:rPr>
          <w:rFonts w:cs="Georgia"/>
          <w:kern w:val="1"/>
        </w:rPr>
        <w:t xml:space="preserve">, </w:t>
      </w:r>
      <w:r>
        <w:rPr>
          <w:rFonts w:cs="Georgia"/>
          <w:kern w:val="1"/>
        </w:rPr>
        <w:t>sauf Gottlieb</w:t>
      </w:r>
      <w:r w:rsidR="000E1451">
        <w:rPr>
          <w:rFonts w:cs="Georgia"/>
          <w:kern w:val="1"/>
        </w:rPr>
        <w:t xml:space="preserve">, </w:t>
      </w:r>
      <w:r>
        <w:rPr>
          <w:rFonts w:cs="Georgia"/>
          <w:kern w:val="1"/>
        </w:rPr>
        <w:t>lorsqu</w:t>
      </w:r>
      <w:r w:rsidR="000E1451">
        <w:rPr>
          <w:rFonts w:cs="Georgia"/>
          <w:kern w:val="1"/>
        </w:rPr>
        <w:t>’</w:t>
      </w:r>
      <w:r>
        <w:rPr>
          <w:rFonts w:cs="Georgia"/>
          <w:kern w:val="1"/>
        </w:rPr>
        <w:t>il avait à y traîner quelque meuble hors d</w:t>
      </w:r>
      <w:r w:rsidR="000E1451">
        <w:rPr>
          <w:rFonts w:cs="Georgia"/>
          <w:kern w:val="1"/>
        </w:rPr>
        <w:t>’</w:t>
      </w:r>
      <w:r>
        <w:rPr>
          <w:rFonts w:cs="Georgia"/>
          <w:kern w:val="1"/>
        </w:rPr>
        <w:t>usage</w:t>
      </w:r>
      <w:r w:rsidR="000E1451">
        <w:rPr>
          <w:rFonts w:cs="Georgia"/>
          <w:kern w:val="1"/>
        </w:rPr>
        <w:t xml:space="preserve">, </w:t>
      </w:r>
      <w:r>
        <w:rPr>
          <w:rFonts w:cs="Georgia"/>
          <w:kern w:val="1"/>
        </w:rPr>
        <w:t>ou y dénicher de quoi essayer d</w:t>
      </w:r>
      <w:r w:rsidR="000E1451">
        <w:rPr>
          <w:rFonts w:cs="Georgia"/>
          <w:kern w:val="1"/>
        </w:rPr>
        <w:t>’</w:t>
      </w:r>
      <w:r>
        <w:rPr>
          <w:rFonts w:cs="Georgia"/>
          <w:kern w:val="1"/>
        </w:rPr>
        <w:t>en réparer un autre</w:t>
      </w:r>
      <w:r w:rsidR="000E1451">
        <w:rPr>
          <w:rFonts w:cs="Georgia"/>
          <w:kern w:val="1"/>
        </w:rPr>
        <w:t xml:space="preserve">. </w:t>
      </w:r>
      <w:r>
        <w:rPr>
          <w:rFonts w:cs="Georgia"/>
          <w:kern w:val="1"/>
        </w:rPr>
        <w:t>Elle paraissait condamnée à un abandon à ce point définitif qu</w:t>
      </w:r>
      <w:r w:rsidR="000E1451">
        <w:rPr>
          <w:rFonts w:cs="Georgia"/>
          <w:kern w:val="1"/>
        </w:rPr>
        <w:t>’</w:t>
      </w:r>
      <w:r>
        <w:rPr>
          <w:rFonts w:cs="Georgia"/>
          <w:kern w:val="1"/>
        </w:rPr>
        <w:t>il n</w:t>
      </w:r>
      <w:r w:rsidR="000E1451">
        <w:rPr>
          <w:rFonts w:cs="Georgia"/>
          <w:kern w:val="1"/>
        </w:rPr>
        <w:t>’</w:t>
      </w:r>
      <w:r>
        <w:rPr>
          <w:rFonts w:cs="Georgia"/>
          <w:kern w:val="1"/>
        </w:rPr>
        <w:t>avait même pas été question d</w:t>
      </w:r>
      <w:r w:rsidR="000E1451">
        <w:rPr>
          <w:rFonts w:cs="Georgia"/>
          <w:kern w:val="1"/>
        </w:rPr>
        <w:t>’</w:t>
      </w:r>
      <w:r>
        <w:rPr>
          <w:rFonts w:cs="Georgia"/>
          <w:kern w:val="1"/>
        </w:rPr>
        <w:t>elle dans le devis que j</w:t>
      </w:r>
      <w:r w:rsidR="000E1451">
        <w:rPr>
          <w:rFonts w:cs="Georgia"/>
          <w:kern w:val="1"/>
        </w:rPr>
        <w:t>’</w:t>
      </w:r>
      <w:r>
        <w:rPr>
          <w:rFonts w:cs="Georgia"/>
          <w:kern w:val="1"/>
        </w:rPr>
        <w:t>avais soumis trois mois auparavant à l</w:t>
      </w:r>
      <w:r w:rsidR="000E1451">
        <w:rPr>
          <w:rFonts w:cs="Georgia"/>
          <w:kern w:val="1"/>
        </w:rPr>
        <w:t>’</w:t>
      </w:r>
      <w:r>
        <w:rPr>
          <w:rFonts w:cs="Georgia"/>
          <w:kern w:val="1"/>
        </w:rPr>
        <w:t>approbation du général</w:t>
      </w:r>
      <w:r w:rsidR="000E1451">
        <w:rPr>
          <w:rFonts w:cs="Georgia"/>
          <w:kern w:val="1"/>
        </w:rPr>
        <w:t xml:space="preserve">. </w:t>
      </w:r>
      <w:r>
        <w:rPr>
          <w:rFonts w:cs="Georgia"/>
          <w:kern w:val="1"/>
        </w:rPr>
        <w:t>Elle ne me revint en mémoire que lorsque</w:t>
      </w:r>
      <w:r w:rsidR="000E1451">
        <w:rPr>
          <w:rFonts w:cs="Georgia"/>
          <w:kern w:val="1"/>
        </w:rPr>
        <w:t xml:space="preserve">, </w:t>
      </w:r>
      <w:r>
        <w:rPr>
          <w:rFonts w:cs="Georgia"/>
          <w:kern w:val="1"/>
        </w:rPr>
        <w:t>le programme que l</w:t>
      </w:r>
      <w:r w:rsidR="000E1451">
        <w:rPr>
          <w:rFonts w:cs="Georgia"/>
          <w:kern w:val="1"/>
        </w:rPr>
        <w:t>’</w:t>
      </w:r>
      <w:r>
        <w:rPr>
          <w:rFonts w:cs="Georgia"/>
          <w:kern w:val="1"/>
        </w:rPr>
        <w:t>on m</w:t>
      </w:r>
      <w:r w:rsidR="000E1451">
        <w:rPr>
          <w:rFonts w:cs="Georgia"/>
          <w:kern w:val="1"/>
        </w:rPr>
        <w:t>’</w:t>
      </w:r>
      <w:r>
        <w:rPr>
          <w:rFonts w:cs="Georgia"/>
          <w:kern w:val="1"/>
        </w:rPr>
        <w:t>avait assigné approchant du moment où il allait être rempli</w:t>
      </w:r>
      <w:r w:rsidR="000E1451">
        <w:rPr>
          <w:rFonts w:cs="Georgia"/>
          <w:kern w:val="1"/>
        </w:rPr>
        <w:t xml:space="preserve">, </w:t>
      </w:r>
      <w:r>
        <w:rPr>
          <w:rFonts w:cs="Georgia"/>
          <w:kern w:val="1"/>
        </w:rPr>
        <w:t>je me mis à faire flèche de tout bois pour obtenir de continuer à travailler au château</w:t>
      </w:r>
      <w:r w:rsidR="000E1451">
        <w:rPr>
          <w:rFonts w:cs="Georgia"/>
          <w:kern w:val="1"/>
        </w:rPr>
        <w:t xml:space="preserve">. </w:t>
      </w:r>
      <w:r>
        <w:rPr>
          <w:rFonts w:cs="Georgia"/>
          <w:kern w:val="1"/>
        </w:rPr>
        <w:t>J</w:t>
      </w:r>
      <w:r w:rsidR="000E1451">
        <w:rPr>
          <w:rFonts w:cs="Georgia"/>
          <w:kern w:val="1"/>
        </w:rPr>
        <w:t>’</w:t>
      </w:r>
      <w:r>
        <w:rPr>
          <w:rFonts w:cs="Georgia"/>
          <w:kern w:val="1"/>
        </w:rPr>
        <w:t>insistai alors sur l</w:t>
      </w:r>
      <w:r w:rsidR="000E1451">
        <w:rPr>
          <w:rFonts w:cs="Georgia"/>
          <w:kern w:val="1"/>
        </w:rPr>
        <w:t>’</w:t>
      </w:r>
      <w:r>
        <w:rPr>
          <w:rFonts w:cs="Georgia"/>
          <w:kern w:val="1"/>
        </w:rPr>
        <w:t>imprudence qu</w:t>
      </w:r>
      <w:r w:rsidR="000E1451">
        <w:rPr>
          <w:rFonts w:cs="Georgia"/>
          <w:kern w:val="1"/>
        </w:rPr>
        <w:t>’</w:t>
      </w:r>
      <w:r>
        <w:rPr>
          <w:rFonts w:cs="Georgia"/>
          <w:kern w:val="1"/>
        </w:rPr>
        <w:t>il y avait à ignorer le degré exact de ce délabrement</w:t>
      </w:r>
      <w:r w:rsidR="000E1451">
        <w:rPr>
          <w:rFonts w:cs="Georgia"/>
          <w:kern w:val="1"/>
        </w:rPr>
        <w:t xml:space="preserve">. </w:t>
      </w:r>
      <w:r>
        <w:rPr>
          <w:rFonts w:cs="Georgia"/>
          <w:kern w:val="1"/>
        </w:rPr>
        <w:t>Mon observation était loin d</w:t>
      </w:r>
      <w:r w:rsidR="000E1451">
        <w:rPr>
          <w:rFonts w:cs="Georgia"/>
          <w:kern w:val="1"/>
        </w:rPr>
        <w:t>’</w:t>
      </w:r>
      <w:r>
        <w:rPr>
          <w:rFonts w:cs="Georgia"/>
          <w:kern w:val="1"/>
        </w:rPr>
        <w:t>être sans valeur</w:t>
      </w:r>
      <w:r w:rsidR="000E1451">
        <w:rPr>
          <w:rFonts w:cs="Georgia"/>
          <w:kern w:val="1"/>
        </w:rPr>
        <w:t xml:space="preserve">. </w:t>
      </w:r>
      <w:r>
        <w:rPr>
          <w:rFonts w:cs="Georgia"/>
          <w:kern w:val="1"/>
        </w:rPr>
        <w:t>L</w:t>
      </w:r>
      <w:r w:rsidR="000E1451">
        <w:rPr>
          <w:rFonts w:cs="Georgia"/>
          <w:kern w:val="1"/>
        </w:rPr>
        <w:t>’</w:t>
      </w:r>
      <w:r>
        <w:rPr>
          <w:rFonts w:cs="Georgia"/>
          <w:kern w:val="1"/>
        </w:rPr>
        <w:t>humidité et la moisissure qui avaient déjà attaqué le plancher menaçaient de gagner les boiseries latérales et le plafond</w:t>
      </w:r>
      <w:r w:rsidR="000E1451">
        <w:rPr>
          <w:rFonts w:cs="Georgia"/>
          <w:kern w:val="1"/>
        </w:rPr>
        <w:t xml:space="preserve">. </w:t>
      </w:r>
      <w:r>
        <w:rPr>
          <w:rFonts w:cs="Georgia"/>
          <w:kern w:val="1"/>
        </w:rPr>
        <w:t>Toute une aile du château pouvait de ce fait se trouver rapidement en péril</w:t>
      </w:r>
      <w:r w:rsidR="000E1451">
        <w:rPr>
          <w:rFonts w:cs="Georgia"/>
          <w:kern w:val="1"/>
        </w:rPr>
        <w:t xml:space="preserve">. </w:t>
      </w:r>
      <w:r>
        <w:rPr>
          <w:rFonts w:cs="Georgia"/>
          <w:kern w:val="1"/>
        </w:rPr>
        <w:t>Je fus donc autorisé à poser deux lampes électriques dans les endroits les plus sombres de cette pièce qui ne connaissait plus depuis dix ans d</w:t>
      </w:r>
      <w:r w:rsidR="000E1451">
        <w:rPr>
          <w:rFonts w:cs="Georgia"/>
          <w:kern w:val="1"/>
        </w:rPr>
        <w:t>’</w:t>
      </w:r>
      <w:r>
        <w:rPr>
          <w:rFonts w:cs="Georgia"/>
          <w:kern w:val="1"/>
        </w:rPr>
        <w:t>autre lueur que celle du rat de cave de Gottlieb</w:t>
      </w:r>
      <w:r w:rsidR="000E1451">
        <w:rPr>
          <w:rFonts w:cs="Georgia"/>
          <w:kern w:val="1"/>
        </w:rPr>
        <w:t xml:space="preserve">. </w:t>
      </w:r>
      <w:r>
        <w:rPr>
          <w:rFonts w:cs="Georgia"/>
          <w:kern w:val="1"/>
        </w:rPr>
        <w:t>C</w:t>
      </w:r>
      <w:r w:rsidR="000E1451">
        <w:rPr>
          <w:rFonts w:cs="Georgia"/>
          <w:kern w:val="1"/>
        </w:rPr>
        <w:t>’</w:t>
      </w:r>
      <w:r>
        <w:rPr>
          <w:rFonts w:cs="Georgia"/>
          <w:kern w:val="1"/>
        </w:rPr>
        <w:t>était à cette besogne que je venais de m</w:t>
      </w:r>
      <w:r w:rsidR="000E1451">
        <w:rPr>
          <w:rFonts w:cs="Georgia"/>
          <w:kern w:val="1"/>
        </w:rPr>
        <w:t>’</w:t>
      </w:r>
      <w:r>
        <w:rPr>
          <w:rFonts w:cs="Georgia"/>
          <w:kern w:val="1"/>
        </w:rPr>
        <w:t>atteler</w:t>
      </w:r>
      <w:r w:rsidR="000E1451">
        <w:rPr>
          <w:rFonts w:cs="Georgia"/>
          <w:kern w:val="1"/>
        </w:rPr>
        <w:t xml:space="preserve">. </w:t>
      </w:r>
      <w:r>
        <w:rPr>
          <w:rFonts w:cs="Georgia"/>
          <w:kern w:val="1"/>
        </w:rPr>
        <w:t>Elle était particulièrement rude et pénible</w:t>
      </w:r>
      <w:r w:rsidR="000E1451">
        <w:rPr>
          <w:rFonts w:cs="Georgia"/>
          <w:kern w:val="1"/>
        </w:rPr>
        <w:t xml:space="preserve">. </w:t>
      </w:r>
      <w:r>
        <w:rPr>
          <w:rFonts w:cs="Georgia"/>
          <w:kern w:val="1"/>
        </w:rPr>
        <w:t>La perspective de passer mon après-midi à forer de vieux murs suintants dans une atmosphère de crypte</w:t>
      </w:r>
      <w:r w:rsidR="000E1451">
        <w:rPr>
          <w:rFonts w:cs="Georgia"/>
          <w:kern w:val="1"/>
        </w:rPr>
        <w:t xml:space="preserve">, </w:t>
      </w:r>
      <w:r>
        <w:rPr>
          <w:rFonts w:cs="Georgia"/>
          <w:kern w:val="1"/>
        </w:rPr>
        <w:t>ne contribuait que fort peu à dissiper l</w:t>
      </w:r>
      <w:r w:rsidR="000E1451">
        <w:rPr>
          <w:rFonts w:cs="Georgia"/>
          <w:kern w:val="1"/>
        </w:rPr>
        <w:t>’</w:t>
      </w:r>
      <w:r>
        <w:rPr>
          <w:rFonts w:cs="Georgia"/>
          <w:kern w:val="1"/>
        </w:rPr>
        <w:t>impression d</w:t>
      </w:r>
      <w:r w:rsidR="000E1451">
        <w:rPr>
          <w:rFonts w:cs="Georgia"/>
          <w:kern w:val="1"/>
        </w:rPr>
        <w:t>’</w:t>
      </w:r>
      <w:r>
        <w:rPr>
          <w:rFonts w:cs="Georgia"/>
          <w:kern w:val="1"/>
        </w:rPr>
        <w:t>accablement avec laquelle</w:t>
      </w:r>
      <w:r w:rsidR="000E1451">
        <w:rPr>
          <w:rFonts w:cs="Georgia"/>
          <w:kern w:val="1"/>
        </w:rPr>
        <w:t xml:space="preserve">, </w:t>
      </w:r>
      <w:r>
        <w:rPr>
          <w:rFonts w:cs="Georgia"/>
          <w:kern w:val="1"/>
        </w:rPr>
        <w:t>ce jour-là</w:t>
      </w:r>
      <w:r w:rsidR="000E1451">
        <w:rPr>
          <w:rFonts w:cs="Georgia"/>
          <w:kern w:val="1"/>
        </w:rPr>
        <w:t xml:space="preserve">, </w:t>
      </w:r>
      <w:r>
        <w:rPr>
          <w:rFonts w:cs="Georgia"/>
          <w:kern w:val="1"/>
        </w:rPr>
        <w:t>mon repas terminé</w:t>
      </w:r>
      <w:r w:rsidR="000E1451">
        <w:rPr>
          <w:rFonts w:cs="Georgia"/>
          <w:kern w:val="1"/>
        </w:rPr>
        <w:t xml:space="preserve">, </w:t>
      </w:r>
      <w:r>
        <w:rPr>
          <w:rFonts w:cs="Georgia"/>
          <w:kern w:val="1"/>
        </w:rPr>
        <w:t>je m</w:t>
      </w:r>
      <w:r w:rsidR="000E1451">
        <w:rPr>
          <w:rFonts w:cs="Georgia"/>
          <w:kern w:val="1"/>
        </w:rPr>
        <w:t>’</w:t>
      </w:r>
      <w:r>
        <w:rPr>
          <w:rFonts w:cs="Georgia"/>
          <w:kern w:val="1"/>
        </w:rPr>
        <w:t>en allai retrouver mes limes et mes vilebrequins</w:t>
      </w:r>
      <w:r w:rsidR="000E1451">
        <w:rPr>
          <w:rFonts w:cs="Georgia"/>
          <w:kern w:val="1"/>
        </w:rPr>
        <w:t xml:space="preserve">, </w:t>
      </w:r>
      <w:r>
        <w:rPr>
          <w:rFonts w:cs="Georgia"/>
          <w:kern w:val="1"/>
        </w:rPr>
        <w:t>tandis que Gottlieb</w:t>
      </w:r>
      <w:r w:rsidR="000E1451">
        <w:rPr>
          <w:rFonts w:cs="Georgia"/>
          <w:kern w:val="1"/>
        </w:rPr>
        <w:t xml:space="preserve">, </w:t>
      </w:r>
      <w:r>
        <w:rPr>
          <w:rFonts w:cs="Georgia"/>
          <w:kern w:val="1"/>
        </w:rPr>
        <w:t>chargé comme un porte-manteau</w:t>
      </w:r>
      <w:r w:rsidR="000E1451">
        <w:rPr>
          <w:rFonts w:cs="Georgia"/>
          <w:kern w:val="1"/>
        </w:rPr>
        <w:t xml:space="preserve">, </w:t>
      </w:r>
      <w:r>
        <w:rPr>
          <w:rFonts w:cs="Georgia"/>
          <w:kern w:val="1"/>
        </w:rPr>
        <w:t>se dirigeait vers l</w:t>
      </w:r>
      <w:r w:rsidR="000E1451">
        <w:rPr>
          <w:rFonts w:cs="Georgia"/>
          <w:kern w:val="1"/>
        </w:rPr>
        <w:t>’</w:t>
      </w:r>
      <w:r>
        <w:rPr>
          <w:rFonts w:cs="Georgia"/>
          <w:kern w:val="1"/>
        </w:rPr>
        <w:t>appartement du commandant de Reichendorf</w:t>
      </w:r>
      <w:r w:rsidR="000E1451">
        <w:rPr>
          <w:rFonts w:cs="Georgia"/>
          <w:kern w:val="1"/>
        </w:rPr>
        <w:t xml:space="preserve">, </w:t>
      </w:r>
      <w:r>
        <w:rPr>
          <w:rFonts w:cs="Georgia"/>
          <w:kern w:val="1"/>
        </w:rPr>
        <w:t>dont il lui restait à boucler la cantine</w:t>
      </w:r>
      <w:r w:rsidR="000E1451">
        <w:rPr>
          <w:rFonts w:cs="Georgia"/>
          <w:kern w:val="1"/>
        </w:rPr>
        <w:t>.</w:t>
      </w:r>
    </w:p>
    <w:p w14:paraId="46CB9629" w14:textId="77777777" w:rsidR="00BE611A" w:rsidRDefault="00BE611A" w:rsidP="00BE611A">
      <w:pPr>
        <w:rPr>
          <w:rFonts w:cs="Georgia"/>
          <w:kern w:val="1"/>
        </w:rPr>
      </w:pPr>
    </w:p>
    <w:p w14:paraId="0B4C6F1A" w14:textId="77777777" w:rsidR="000E1451" w:rsidRDefault="00BE611A" w:rsidP="00BE611A">
      <w:pPr>
        <w:rPr>
          <w:rFonts w:cs="Georgia"/>
          <w:kern w:val="1"/>
        </w:rPr>
      </w:pPr>
      <w:r>
        <w:rPr>
          <w:rFonts w:cs="Georgia"/>
          <w:kern w:val="1"/>
        </w:rPr>
        <w:t>Il y avait environ deux heures que je m</w:t>
      </w:r>
      <w:r w:rsidR="000E1451">
        <w:rPr>
          <w:rFonts w:cs="Georgia"/>
          <w:kern w:val="1"/>
        </w:rPr>
        <w:t>’</w:t>
      </w:r>
      <w:r>
        <w:rPr>
          <w:rFonts w:cs="Georgia"/>
          <w:kern w:val="1"/>
        </w:rPr>
        <w:t>étais remis à travailler lorsque la porte qui donnait sur le corridor grinça</w:t>
      </w:r>
      <w:r w:rsidR="000E1451">
        <w:rPr>
          <w:rFonts w:cs="Georgia"/>
          <w:kern w:val="1"/>
        </w:rPr>
        <w:t xml:space="preserve">. </w:t>
      </w:r>
      <w:r>
        <w:rPr>
          <w:rFonts w:cs="Georgia"/>
          <w:kern w:val="1"/>
        </w:rPr>
        <w:t>Quelqu</w:t>
      </w:r>
      <w:r w:rsidR="000E1451">
        <w:rPr>
          <w:rFonts w:cs="Georgia"/>
          <w:kern w:val="1"/>
        </w:rPr>
        <w:t>’</w:t>
      </w:r>
      <w:r>
        <w:rPr>
          <w:rFonts w:cs="Georgia"/>
          <w:kern w:val="1"/>
        </w:rPr>
        <w:t>un entra</w:t>
      </w:r>
      <w:r w:rsidR="000E1451">
        <w:rPr>
          <w:rFonts w:cs="Georgia"/>
          <w:kern w:val="1"/>
        </w:rPr>
        <w:t xml:space="preserve">, </w:t>
      </w:r>
      <w:r>
        <w:rPr>
          <w:rFonts w:cs="Georgia"/>
          <w:kern w:val="1"/>
        </w:rPr>
        <w:t>que je ne pus apercevoir</w:t>
      </w:r>
      <w:r w:rsidR="000E1451">
        <w:rPr>
          <w:rFonts w:cs="Georgia"/>
          <w:kern w:val="1"/>
        </w:rPr>
        <w:t xml:space="preserve">, </w:t>
      </w:r>
      <w:r>
        <w:rPr>
          <w:rFonts w:cs="Georgia"/>
          <w:kern w:val="1"/>
        </w:rPr>
        <w:t>tant à cause de l</w:t>
      </w:r>
      <w:r w:rsidR="000E1451">
        <w:rPr>
          <w:rFonts w:cs="Georgia"/>
          <w:kern w:val="1"/>
        </w:rPr>
        <w:t>’</w:t>
      </w:r>
      <w:r>
        <w:rPr>
          <w:rFonts w:cs="Georgia"/>
          <w:kern w:val="1"/>
        </w:rPr>
        <w:t>obscurité qu</w:t>
      </w:r>
      <w:r w:rsidR="000E1451">
        <w:rPr>
          <w:rFonts w:cs="Georgia"/>
          <w:kern w:val="1"/>
        </w:rPr>
        <w:t>’</w:t>
      </w:r>
      <w:r>
        <w:rPr>
          <w:rFonts w:cs="Georgia"/>
          <w:kern w:val="1"/>
        </w:rPr>
        <w:t>en raison de l</w:t>
      </w:r>
      <w:r w:rsidR="000E1451">
        <w:rPr>
          <w:rFonts w:cs="Georgia"/>
          <w:kern w:val="1"/>
        </w:rPr>
        <w:t>’</w:t>
      </w:r>
      <w:r>
        <w:rPr>
          <w:rFonts w:cs="Georgia"/>
          <w:kern w:val="1"/>
        </w:rPr>
        <w:t>orgue</w:t>
      </w:r>
      <w:r w:rsidR="000E1451">
        <w:rPr>
          <w:rFonts w:cs="Georgia"/>
          <w:kern w:val="1"/>
        </w:rPr>
        <w:t xml:space="preserve">, </w:t>
      </w:r>
      <w:r>
        <w:rPr>
          <w:rFonts w:cs="Georgia"/>
          <w:kern w:val="1"/>
        </w:rPr>
        <w:t>qui me masquait tout le fond de la salle</w:t>
      </w:r>
      <w:r w:rsidR="000E1451">
        <w:rPr>
          <w:rFonts w:cs="Georgia"/>
          <w:kern w:val="1"/>
        </w:rPr>
        <w:t xml:space="preserve">. </w:t>
      </w:r>
      <w:r>
        <w:rPr>
          <w:rFonts w:cs="Georgia"/>
          <w:kern w:val="1"/>
        </w:rPr>
        <w:t>Machinalement</w:t>
      </w:r>
      <w:r w:rsidR="000E1451">
        <w:rPr>
          <w:rFonts w:cs="Georgia"/>
          <w:kern w:val="1"/>
        </w:rPr>
        <w:t xml:space="preserve">, </w:t>
      </w:r>
      <w:r>
        <w:rPr>
          <w:rFonts w:cs="Georgia"/>
          <w:kern w:val="1"/>
        </w:rPr>
        <w:t>sans réfléchir à ce qu</w:t>
      </w:r>
      <w:r w:rsidR="000E1451">
        <w:rPr>
          <w:rFonts w:cs="Georgia"/>
          <w:kern w:val="1"/>
        </w:rPr>
        <w:t>’</w:t>
      </w:r>
      <w:r>
        <w:rPr>
          <w:rFonts w:cs="Georgia"/>
          <w:kern w:val="1"/>
        </w:rPr>
        <w:t>il y avait d</w:t>
      </w:r>
      <w:r w:rsidR="000E1451">
        <w:rPr>
          <w:rFonts w:cs="Georgia"/>
          <w:kern w:val="1"/>
        </w:rPr>
        <w:t>’</w:t>
      </w:r>
      <w:r>
        <w:rPr>
          <w:rFonts w:cs="Georgia"/>
          <w:kern w:val="1"/>
        </w:rPr>
        <w:t>indiscrétion dans cette façon de se comporter</w:t>
      </w:r>
      <w:r w:rsidR="000E1451">
        <w:rPr>
          <w:rFonts w:cs="Georgia"/>
          <w:kern w:val="1"/>
        </w:rPr>
        <w:t xml:space="preserve">, </w:t>
      </w:r>
      <w:r>
        <w:rPr>
          <w:rFonts w:cs="Georgia"/>
          <w:kern w:val="1"/>
        </w:rPr>
        <w:t>j</w:t>
      </w:r>
      <w:r w:rsidR="000E1451">
        <w:rPr>
          <w:rFonts w:cs="Georgia"/>
          <w:kern w:val="1"/>
        </w:rPr>
        <w:t>’</w:t>
      </w:r>
      <w:r>
        <w:rPr>
          <w:rFonts w:cs="Georgia"/>
          <w:kern w:val="1"/>
        </w:rPr>
        <w:t>arrêtai ma besogne</w:t>
      </w:r>
      <w:r w:rsidR="000E1451">
        <w:rPr>
          <w:rFonts w:cs="Georgia"/>
          <w:kern w:val="1"/>
        </w:rPr>
        <w:t xml:space="preserve">, </w:t>
      </w:r>
      <w:r>
        <w:rPr>
          <w:rFonts w:cs="Georgia"/>
          <w:kern w:val="1"/>
        </w:rPr>
        <w:t>de sorte que pour l</w:t>
      </w:r>
      <w:r w:rsidR="000E1451">
        <w:rPr>
          <w:rFonts w:cs="Georgia"/>
          <w:kern w:val="1"/>
        </w:rPr>
        <w:t>’</w:t>
      </w:r>
      <w:r>
        <w:rPr>
          <w:rFonts w:cs="Georgia"/>
          <w:kern w:val="1"/>
        </w:rPr>
        <w:t>instant rien ne décela plus ma présence</w:t>
      </w:r>
      <w:r w:rsidR="000E1451">
        <w:rPr>
          <w:rFonts w:cs="Georgia"/>
          <w:kern w:val="1"/>
        </w:rPr>
        <w:t xml:space="preserve">. </w:t>
      </w:r>
      <w:r>
        <w:rPr>
          <w:rFonts w:cs="Georgia"/>
          <w:kern w:val="1"/>
        </w:rPr>
        <w:t>Bientôt un bruit sourd me parvint</w:t>
      </w:r>
      <w:r w:rsidR="000E1451">
        <w:rPr>
          <w:rFonts w:cs="Georgia"/>
          <w:kern w:val="1"/>
        </w:rPr>
        <w:t xml:space="preserve">, </w:t>
      </w:r>
      <w:r>
        <w:rPr>
          <w:rFonts w:cs="Georgia"/>
          <w:kern w:val="1"/>
        </w:rPr>
        <w:t>le bruit du piano que l</w:t>
      </w:r>
      <w:r w:rsidR="000E1451">
        <w:rPr>
          <w:rFonts w:cs="Georgia"/>
          <w:kern w:val="1"/>
        </w:rPr>
        <w:t>’</w:t>
      </w:r>
      <w:r>
        <w:rPr>
          <w:rFonts w:cs="Georgia"/>
          <w:kern w:val="1"/>
        </w:rPr>
        <w:t>on venait d</w:t>
      </w:r>
      <w:r w:rsidR="000E1451">
        <w:rPr>
          <w:rFonts w:cs="Georgia"/>
          <w:kern w:val="1"/>
        </w:rPr>
        <w:t>’</w:t>
      </w:r>
      <w:r>
        <w:rPr>
          <w:rFonts w:cs="Georgia"/>
          <w:kern w:val="1"/>
        </w:rPr>
        <w:t>ouvrir</w:t>
      </w:r>
      <w:r w:rsidR="000E1451">
        <w:rPr>
          <w:rFonts w:cs="Georgia"/>
          <w:kern w:val="1"/>
        </w:rPr>
        <w:t xml:space="preserve">. </w:t>
      </w:r>
      <w:r>
        <w:rPr>
          <w:rFonts w:cs="Georgia"/>
          <w:kern w:val="1"/>
        </w:rPr>
        <w:t>Je compris que le nouveau venu était le commandant de Reichendorf</w:t>
      </w:r>
      <w:r w:rsidR="000E1451">
        <w:rPr>
          <w:rFonts w:cs="Georgia"/>
          <w:kern w:val="1"/>
        </w:rPr>
        <w:t>.</w:t>
      </w:r>
    </w:p>
    <w:p w14:paraId="0E4EE182" w14:textId="77777777" w:rsidR="000E1451" w:rsidRDefault="00BE611A" w:rsidP="00BE611A">
      <w:pPr>
        <w:rPr>
          <w:rFonts w:cs="Georgia"/>
          <w:kern w:val="1"/>
        </w:rPr>
      </w:pPr>
      <w:r>
        <w:rPr>
          <w:rFonts w:cs="Georgia"/>
          <w:kern w:val="1"/>
        </w:rPr>
        <w:t>Pendant quelques minutes je n</w:t>
      </w:r>
      <w:r w:rsidR="000E1451">
        <w:rPr>
          <w:rFonts w:cs="Georgia"/>
          <w:kern w:val="1"/>
        </w:rPr>
        <w:t>’</w:t>
      </w:r>
      <w:r>
        <w:rPr>
          <w:rFonts w:cs="Georgia"/>
          <w:kern w:val="1"/>
        </w:rPr>
        <w:t>entendis plus rien</w:t>
      </w:r>
      <w:r w:rsidR="000E1451">
        <w:rPr>
          <w:rFonts w:cs="Georgia"/>
          <w:kern w:val="1"/>
        </w:rPr>
        <w:t xml:space="preserve">. </w:t>
      </w:r>
      <w:r>
        <w:rPr>
          <w:rFonts w:cs="Georgia"/>
          <w:kern w:val="1"/>
        </w:rPr>
        <w:t>Assis devant le clavier</w:t>
      </w:r>
      <w:r w:rsidR="000E1451">
        <w:rPr>
          <w:rFonts w:cs="Georgia"/>
          <w:kern w:val="1"/>
        </w:rPr>
        <w:t xml:space="preserve">, </w:t>
      </w:r>
      <w:r>
        <w:rPr>
          <w:rFonts w:cs="Georgia"/>
          <w:kern w:val="1"/>
        </w:rPr>
        <w:t>Dietrich devait être en train de rêver</w:t>
      </w:r>
      <w:r w:rsidR="000E1451">
        <w:rPr>
          <w:rFonts w:cs="Georgia"/>
          <w:kern w:val="1"/>
        </w:rPr>
        <w:t xml:space="preserve">, </w:t>
      </w:r>
      <w:r>
        <w:rPr>
          <w:rFonts w:cs="Georgia"/>
          <w:kern w:val="1"/>
        </w:rPr>
        <w:t>dans cette pose que je lui avais vue plusieurs fois sur la terrasse</w:t>
      </w:r>
      <w:r w:rsidR="000E1451">
        <w:rPr>
          <w:rFonts w:cs="Georgia"/>
          <w:kern w:val="1"/>
        </w:rPr>
        <w:t xml:space="preserve">, </w:t>
      </w:r>
      <w:r>
        <w:rPr>
          <w:rFonts w:cs="Georgia"/>
          <w:kern w:val="1"/>
        </w:rPr>
        <w:t>alors que se croyant seul</w:t>
      </w:r>
      <w:r w:rsidR="000E1451">
        <w:rPr>
          <w:rFonts w:cs="Georgia"/>
          <w:kern w:val="1"/>
        </w:rPr>
        <w:t xml:space="preserve">, </w:t>
      </w:r>
      <w:r>
        <w:rPr>
          <w:rFonts w:cs="Georgia"/>
          <w:kern w:val="1"/>
        </w:rPr>
        <w:t>et fatigué de tourner comme une bête en cage</w:t>
      </w:r>
      <w:r w:rsidR="000E1451">
        <w:rPr>
          <w:rFonts w:cs="Georgia"/>
          <w:kern w:val="1"/>
        </w:rPr>
        <w:t xml:space="preserve">, </w:t>
      </w:r>
      <w:r>
        <w:rPr>
          <w:rFonts w:cs="Georgia"/>
          <w:kern w:val="1"/>
        </w:rPr>
        <w:t>il se laissait tomber sur un banc et contemplait avec accablement cette terre</w:t>
      </w:r>
      <w:r w:rsidR="000E1451">
        <w:rPr>
          <w:rFonts w:cs="Georgia"/>
          <w:kern w:val="1"/>
        </w:rPr>
        <w:t xml:space="preserve">, </w:t>
      </w:r>
      <w:r>
        <w:rPr>
          <w:rFonts w:cs="Georgia"/>
          <w:kern w:val="1"/>
        </w:rPr>
        <w:t>cette mer</w:t>
      </w:r>
      <w:r w:rsidR="000E1451">
        <w:rPr>
          <w:rFonts w:cs="Georgia"/>
          <w:kern w:val="1"/>
        </w:rPr>
        <w:t xml:space="preserve">, </w:t>
      </w:r>
      <w:r>
        <w:rPr>
          <w:rFonts w:cs="Georgia"/>
          <w:kern w:val="1"/>
        </w:rPr>
        <w:t>ce ciel également vides</w:t>
      </w:r>
      <w:r w:rsidR="000E1451">
        <w:rPr>
          <w:rFonts w:cs="Georgia"/>
          <w:kern w:val="1"/>
        </w:rPr>
        <w:t xml:space="preserve">. </w:t>
      </w:r>
      <w:r>
        <w:rPr>
          <w:rFonts w:cs="Georgia"/>
          <w:kern w:val="1"/>
        </w:rPr>
        <w:t>Puis quelques touches commencèrent à trembler sous sa main</w:t>
      </w:r>
      <w:r w:rsidR="000E1451">
        <w:rPr>
          <w:rFonts w:cs="Georgia"/>
          <w:kern w:val="1"/>
        </w:rPr>
        <w:t xml:space="preserve">, </w:t>
      </w:r>
      <w:r>
        <w:rPr>
          <w:rFonts w:cs="Georgia"/>
          <w:kern w:val="1"/>
        </w:rPr>
        <w:t>sons décousus</w:t>
      </w:r>
      <w:r w:rsidR="000E1451">
        <w:rPr>
          <w:rFonts w:cs="Georgia"/>
          <w:kern w:val="1"/>
        </w:rPr>
        <w:t xml:space="preserve">, </w:t>
      </w:r>
      <w:r>
        <w:rPr>
          <w:rFonts w:cs="Georgia"/>
          <w:kern w:val="1"/>
        </w:rPr>
        <w:t>prélude inattentif d</w:t>
      </w:r>
      <w:r w:rsidR="000E1451">
        <w:rPr>
          <w:rFonts w:cs="Georgia"/>
          <w:kern w:val="1"/>
        </w:rPr>
        <w:t>’</w:t>
      </w:r>
      <w:r>
        <w:rPr>
          <w:rFonts w:cs="Georgia"/>
          <w:kern w:val="1"/>
        </w:rPr>
        <w:t>une pensée absente</w:t>
      </w:r>
      <w:r w:rsidR="000E1451">
        <w:rPr>
          <w:rFonts w:cs="Georgia"/>
          <w:kern w:val="1"/>
        </w:rPr>
        <w:t xml:space="preserve">. </w:t>
      </w:r>
      <w:r>
        <w:rPr>
          <w:rFonts w:cs="Georgia"/>
          <w:kern w:val="1"/>
        </w:rPr>
        <w:t>Deux</w:t>
      </w:r>
      <w:r w:rsidR="000E1451">
        <w:rPr>
          <w:rFonts w:cs="Georgia"/>
          <w:kern w:val="1"/>
        </w:rPr>
        <w:t xml:space="preserve">, </w:t>
      </w:r>
      <w:r>
        <w:rPr>
          <w:rFonts w:cs="Georgia"/>
          <w:kern w:val="1"/>
        </w:rPr>
        <w:t>trois accords se précisèrent</w:t>
      </w:r>
      <w:r w:rsidR="000E1451">
        <w:rPr>
          <w:rFonts w:cs="Georgia"/>
          <w:kern w:val="1"/>
        </w:rPr>
        <w:t xml:space="preserve">. </w:t>
      </w:r>
      <w:r>
        <w:rPr>
          <w:rFonts w:cs="Georgia"/>
          <w:kern w:val="1"/>
        </w:rPr>
        <w:t>Cette salle obscure et ruinée constituait une étrange caisse de résonance</w:t>
      </w:r>
      <w:r w:rsidR="000E1451">
        <w:rPr>
          <w:rFonts w:cs="Georgia"/>
          <w:kern w:val="1"/>
        </w:rPr>
        <w:t xml:space="preserve">. </w:t>
      </w:r>
      <w:r>
        <w:rPr>
          <w:rFonts w:cs="Georgia"/>
          <w:kern w:val="1"/>
        </w:rPr>
        <w:t>Entre chacun des accords</w:t>
      </w:r>
      <w:r w:rsidR="000E1451">
        <w:rPr>
          <w:rFonts w:cs="Georgia"/>
          <w:kern w:val="1"/>
        </w:rPr>
        <w:t xml:space="preserve">, </w:t>
      </w:r>
      <w:r>
        <w:rPr>
          <w:rFonts w:cs="Georgia"/>
          <w:kern w:val="1"/>
        </w:rPr>
        <w:t>le silence s</w:t>
      </w:r>
      <w:r w:rsidR="000E1451">
        <w:rPr>
          <w:rFonts w:cs="Georgia"/>
          <w:kern w:val="1"/>
        </w:rPr>
        <w:t>’</w:t>
      </w:r>
      <w:r>
        <w:rPr>
          <w:rFonts w:cs="Georgia"/>
          <w:kern w:val="1"/>
        </w:rPr>
        <w:t>épaississait</w:t>
      </w:r>
      <w:r w:rsidR="000E1451">
        <w:rPr>
          <w:rFonts w:cs="Georgia"/>
          <w:kern w:val="1"/>
        </w:rPr>
        <w:t xml:space="preserve">, </w:t>
      </w:r>
      <w:r>
        <w:rPr>
          <w:rFonts w:cs="Georgia"/>
          <w:kern w:val="1"/>
        </w:rPr>
        <w:t>de même que l</w:t>
      </w:r>
      <w:r w:rsidR="000E1451">
        <w:rPr>
          <w:rFonts w:cs="Georgia"/>
          <w:kern w:val="1"/>
        </w:rPr>
        <w:t>’</w:t>
      </w:r>
      <w:r>
        <w:rPr>
          <w:rFonts w:cs="Georgia"/>
          <w:kern w:val="1"/>
        </w:rPr>
        <w:t>ombre est plus noire pour les voyageurs d</w:t>
      </w:r>
      <w:r w:rsidR="000E1451">
        <w:rPr>
          <w:rFonts w:cs="Georgia"/>
          <w:kern w:val="1"/>
        </w:rPr>
        <w:t>’</w:t>
      </w:r>
      <w:r>
        <w:rPr>
          <w:rFonts w:cs="Georgia"/>
          <w:kern w:val="1"/>
        </w:rPr>
        <w:t>un train qui vient de traverser</w:t>
      </w:r>
      <w:r w:rsidR="000E1451">
        <w:rPr>
          <w:rFonts w:cs="Georgia"/>
          <w:kern w:val="1"/>
        </w:rPr>
        <w:t xml:space="preserve">, </w:t>
      </w:r>
      <w:r>
        <w:rPr>
          <w:rFonts w:cs="Georgia"/>
          <w:kern w:val="1"/>
        </w:rPr>
        <w:t>la nuit</w:t>
      </w:r>
      <w:r w:rsidR="000E1451">
        <w:rPr>
          <w:rFonts w:cs="Georgia"/>
          <w:kern w:val="1"/>
        </w:rPr>
        <w:t xml:space="preserve">, </w:t>
      </w:r>
      <w:r>
        <w:rPr>
          <w:rFonts w:cs="Georgia"/>
          <w:kern w:val="1"/>
        </w:rPr>
        <w:t>une gare en coup de vent</w:t>
      </w:r>
      <w:r w:rsidR="000E1451">
        <w:rPr>
          <w:rFonts w:cs="Georgia"/>
          <w:kern w:val="1"/>
        </w:rPr>
        <w:t>.</w:t>
      </w:r>
    </w:p>
    <w:p w14:paraId="032E0063" w14:textId="77777777" w:rsidR="000E1451" w:rsidRDefault="00BE611A" w:rsidP="00BE611A">
      <w:pPr>
        <w:rPr>
          <w:rFonts w:cs="Georgia"/>
          <w:kern w:val="1"/>
        </w:rPr>
      </w:pPr>
      <w:r>
        <w:rPr>
          <w:rFonts w:cs="Georgia"/>
          <w:kern w:val="1"/>
        </w:rPr>
        <w:t>Maintenant</w:t>
      </w:r>
      <w:r w:rsidR="000E1451">
        <w:rPr>
          <w:rFonts w:cs="Georgia"/>
          <w:kern w:val="1"/>
        </w:rPr>
        <w:t xml:space="preserve">, </w:t>
      </w:r>
      <w:r>
        <w:rPr>
          <w:rFonts w:cs="Georgia"/>
          <w:kern w:val="1"/>
        </w:rPr>
        <w:t>Dietrich jouait</w:t>
      </w:r>
      <w:r w:rsidR="000E1451">
        <w:rPr>
          <w:rFonts w:cs="Georgia"/>
          <w:kern w:val="1"/>
        </w:rPr>
        <w:t xml:space="preserve">. </w:t>
      </w:r>
      <w:r>
        <w:rPr>
          <w:rFonts w:cs="Georgia"/>
          <w:kern w:val="1"/>
        </w:rPr>
        <w:t>Que jouait-il</w:t>
      </w:r>
      <w:r w:rsidR="000E1451">
        <w:rPr>
          <w:rFonts w:cs="Georgia"/>
          <w:kern w:val="1"/>
        </w:rPr>
        <w:t xml:space="preserve"> ? </w:t>
      </w:r>
      <w:r>
        <w:rPr>
          <w:rFonts w:cs="Georgia"/>
          <w:kern w:val="1"/>
        </w:rPr>
        <w:t>Je ne m</w:t>
      </w:r>
      <w:r w:rsidR="000E1451">
        <w:rPr>
          <w:rFonts w:cs="Georgia"/>
          <w:kern w:val="1"/>
        </w:rPr>
        <w:t>’</w:t>
      </w:r>
      <w:r>
        <w:rPr>
          <w:rFonts w:cs="Georgia"/>
          <w:kern w:val="1"/>
        </w:rPr>
        <w:t>en rendis pas tout de suite compte</w:t>
      </w:r>
      <w:r w:rsidR="000E1451">
        <w:rPr>
          <w:rFonts w:cs="Georgia"/>
          <w:kern w:val="1"/>
        </w:rPr>
        <w:t xml:space="preserve">, </w:t>
      </w:r>
      <w:r>
        <w:rPr>
          <w:rFonts w:cs="Georgia"/>
          <w:kern w:val="1"/>
        </w:rPr>
        <w:t>non que ce thème me fût étranger</w:t>
      </w:r>
      <w:r w:rsidR="000E1451">
        <w:rPr>
          <w:rFonts w:cs="Georgia"/>
          <w:kern w:val="1"/>
        </w:rPr>
        <w:t xml:space="preserve">. </w:t>
      </w:r>
      <w:r>
        <w:rPr>
          <w:rFonts w:cs="Georgia"/>
          <w:kern w:val="1"/>
        </w:rPr>
        <w:t>Une bizarre paralysie venait de s</w:t>
      </w:r>
      <w:r w:rsidR="000E1451">
        <w:rPr>
          <w:rFonts w:cs="Georgia"/>
          <w:kern w:val="1"/>
        </w:rPr>
        <w:t>’</w:t>
      </w:r>
      <w:r>
        <w:rPr>
          <w:rFonts w:cs="Georgia"/>
          <w:kern w:val="1"/>
        </w:rPr>
        <w:t>emparer de moi</w:t>
      </w:r>
      <w:r w:rsidR="000E1451">
        <w:rPr>
          <w:rFonts w:cs="Georgia"/>
          <w:kern w:val="1"/>
        </w:rPr>
        <w:t xml:space="preserve">, </w:t>
      </w:r>
      <w:r>
        <w:rPr>
          <w:rFonts w:cs="Georgia"/>
          <w:kern w:val="1"/>
        </w:rPr>
        <w:t>il me semblait que ce qui me restait de pensée ne m</w:t>
      </w:r>
      <w:r w:rsidR="000E1451">
        <w:rPr>
          <w:rFonts w:cs="Georgia"/>
          <w:kern w:val="1"/>
        </w:rPr>
        <w:t>’</w:t>
      </w:r>
      <w:r>
        <w:rPr>
          <w:rFonts w:cs="Georgia"/>
          <w:kern w:val="1"/>
        </w:rPr>
        <w:t>appartenait plus en propre</w:t>
      </w:r>
      <w:r w:rsidR="000E1451">
        <w:rPr>
          <w:rFonts w:cs="Georgia"/>
          <w:kern w:val="1"/>
        </w:rPr>
        <w:t xml:space="preserve">, </w:t>
      </w:r>
      <w:r>
        <w:rPr>
          <w:rFonts w:cs="Georgia"/>
          <w:kern w:val="1"/>
        </w:rPr>
        <w:t>se confondait avec la pensée du commandant de Reichendorf</w:t>
      </w:r>
      <w:r w:rsidR="000E1451">
        <w:rPr>
          <w:rFonts w:cs="Georgia"/>
          <w:kern w:val="1"/>
        </w:rPr>
        <w:t xml:space="preserve">. </w:t>
      </w:r>
      <w:r>
        <w:rPr>
          <w:rFonts w:cs="Georgia"/>
          <w:kern w:val="1"/>
        </w:rPr>
        <w:t xml:space="preserve">Les mobiles des actions de </w:t>
      </w:r>
      <w:r>
        <w:rPr>
          <w:rFonts w:cs="Georgia"/>
          <w:kern w:val="1"/>
        </w:rPr>
        <w:lastRenderedPageBreak/>
        <w:t>Dietrich étaient pour moi comme</w:t>
      </w:r>
      <w:r w:rsidR="00A6632D">
        <w:rPr>
          <w:rFonts w:cs="Georgia"/>
          <w:kern w:val="1"/>
        </w:rPr>
        <w:t xml:space="preserve"> </w:t>
      </w:r>
      <w:r>
        <w:rPr>
          <w:rFonts w:cs="Georgia"/>
          <w:kern w:val="1"/>
        </w:rPr>
        <w:t>autant de rouages devenus tout à coup visibles</w:t>
      </w:r>
      <w:r w:rsidR="000E1451">
        <w:rPr>
          <w:rFonts w:cs="Georgia"/>
          <w:kern w:val="1"/>
        </w:rPr>
        <w:t xml:space="preserve">. </w:t>
      </w:r>
      <w:r>
        <w:rPr>
          <w:rFonts w:cs="Georgia"/>
          <w:kern w:val="1"/>
        </w:rPr>
        <w:t>Je comprenais le besoin qui l</w:t>
      </w:r>
      <w:r w:rsidR="000E1451">
        <w:rPr>
          <w:rFonts w:cs="Georgia"/>
          <w:kern w:val="1"/>
        </w:rPr>
        <w:t>’</w:t>
      </w:r>
      <w:r>
        <w:rPr>
          <w:rFonts w:cs="Georgia"/>
          <w:kern w:val="1"/>
        </w:rPr>
        <w:t>avait conduit à venir passer en ce lieu les derniers instants de sa permission</w:t>
      </w:r>
      <w:r w:rsidR="000E1451">
        <w:rPr>
          <w:rFonts w:cs="Georgia"/>
          <w:kern w:val="1"/>
        </w:rPr>
        <w:t xml:space="preserve">, </w:t>
      </w:r>
      <w:r>
        <w:rPr>
          <w:rFonts w:cs="Georgia"/>
          <w:kern w:val="1"/>
        </w:rPr>
        <w:t>seul</w:t>
      </w:r>
      <w:r w:rsidR="000E1451">
        <w:rPr>
          <w:rFonts w:cs="Georgia"/>
          <w:kern w:val="1"/>
        </w:rPr>
        <w:t xml:space="preserve">, </w:t>
      </w:r>
      <w:r>
        <w:rPr>
          <w:rFonts w:cs="Georgia"/>
          <w:kern w:val="1"/>
        </w:rPr>
        <w:t>en tête à tête avec lui-même</w:t>
      </w:r>
      <w:r w:rsidR="000E1451">
        <w:rPr>
          <w:rFonts w:cs="Georgia"/>
          <w:kern w:val="1"/>
        </w:rPr>
        <w:t xml:space="preserve">, </w:t>
      </w:r>
      <w:r>
        <w:rPr>
          <w:rFonts w:cs="Georgia"/>
          <w:kern w:val="1"/>
        </w:rPr>
        <w:t>avant de repartir pour la mortelle géhenne où sa vie allait redevenir celle de millions et de millions d</w:t>
      </w:r>
      <w:r w:rsidR="000E1451">
        <w:rPr>
          <w:rFonts w:cs="Georgia"/>
          <w:kern w:val="1"/>
        </w:rPr>
        <w:t>’</w:t>
      </w:r>
      <w:r>
        <w:rPr>
          <w:rFonts w:cs="Georgia"/>
          <w:kern w:val="1"/>
        </w:rPr>
        <w:t>être humains</w:t>
      </w:r>
      <w:r w:rsidR="000E1451">
        <w:rPr>
          <w:rFonts w:cs="Georgia"/>
          <w:kern w:val="1"/>
        </w:rPr>
        <w:t xml:space="preserve">, </w:t>
      </w:r>
      <w:r>
        <w:rPr>
          <w:rFonts w:cs="Georgia"/>
          <w:kern w:val="1"/>
        </w:rPr>
        <w:t>où sa liberté allait se trouver de nouveau abolie</w:t>
      </w:r>
      <w:r w:rsidR="000E1451">
        <w:rPr>
          <w:rFonts w:cs="Georgia"/>
          <w:kern w:val="1"/>
        </w:rPr>
        <w:t xml:space="preserve">. </w:t>
      </w:r>
      <w:r>
        <w:rPr>
          <w:rFonts w:cs="Georgia"/>
          <w:kern w:val="1"/>
        </w:rPr>
        <w:t>En cette minute culminante</w:t>
      </w:r>
      <w:r w:rsidR="000E1451">
        <w:rPr>
          <w:rFonts w:cs="Georgia"/>
          <w:kern w:val="1"/>
        </w:rPr>
        <w:t xml:space="preserve">, </w:t>
      </w:r>
      <w:r>
        <w:rPr>
          <w:rFonts w:cs="Georgia"/>
          <w:kern w:val="1"/>
        </w:rPr>
        <w:t>je connaissais le mécanisme des sentiments qui l</w:t>
      </w:r>
      <w:r w:rsidR="000E1451">
        <w:rPr>
          <w:rFonts w:cs="Georgia"/>
          <w:kern w:val="1"/>
        </w:rPr>
        <w:t>’</w:t>
      </w:r>
      <w:r>
        <w:rPr>
          <w:rFonts w:cs="Georgia"/>
          <w:kern w:val="1"/>
        </w:rPr>
        <w:t>assaillaient</w:t>
      </w:r>
      <w:r w:rsidR="000E1451">
        <w:rPr>
          <w:rFonts w:cs="Georgia"/>
          <w:kern w:val="1"/>
        </w:rPr>
        <w:t xml:space="preserve">. </w:t>
      </w:r>
      <w:r>
        <w:rPr>
          <w:rFonts w:cs="Georgia"/>
          <w:kern w:val="1"/>
        </w:rPr>
        <w:t>Je savais que c</w:t>
      </w:r>
      <w:r w:rsidR="000E1451">
        <w:rPr>
          <w:rFonts w:cs="Georgia"/>
          <w:kern w:val="1"/>
        </w:rPr>
        <w:t>’</w:t>
      </w:r>
      <w:r>
        <w:rPr>
          <w:rFonts w:cs="Georgia"/>
          <w:kern w:val="1"/>
        </w:rPr>
        <w:t>étaient eux qui avaient choisi</w:t>
      </w:r>
      <w:r w:rsidR="000E1451">
        <w:rPr>
          <w:rFonts w:cs="Georgia"/>
          <w:kern w:val="1"/>
        </w:rPr>
        <w:t xml:space="preserve">, </w:t>
      </w:r>
      <w:r>
        <w:rPr>
          <w:rFonts w:cs="Georgia"/>
          <w:kern w:val="1"/>
        </w:rPr>
        <w:t>comme à son insu</w:t>
      </w:r>
      <w:r w:rsidR="000E1451">
        <w:rPr>
          <w:rFonts w:cs="Georgia"/>
          <w:kern w:val="1"/>
        </w:rPr>
        <w:t xml:space="preserve">, </w:t>
      </w:r>
      <w:r>
        <w:rPr>
          <w:rFonts w:cs="Georgia"/>
          <w:kern w:val="1"/>
        </w:rPr>
        <w:t>le thème musical qui venait de s</w:t>
      </w:r>
      <w:r w:rsidR="000E1451">
        <w:rPr>
          <w:rFonts w:cs="Georgia"/>
          <w:kern w:val="1"/>
        </w:rPr>
        <w:t>’</w:t>
      </w:r>
      <w:r>
        <w:rPr>
          <w:rFonts w:cs="Georgia"/>
          <w:kern w:val="1"/>
        </w:rPr>
        <w:t>imposer à lui</w:t>
      </w:r>
      <w:r w:rsidR="000E1451">
        <w:rPr>
          <w:rFonts w:cs="Georgia"/>
          <w:kern w:val="1"/>
        </w:rPr>
        <w:t xml:space="preserve">. </w:t>
      </w:r>
      <w:r>
        <w:rPr>
          <w:rFonts w:cs="Georgia"/>
          <w:kern w:val="1"/>
        </w:rPr>
        <w:t>Nombre de fois</w:t>
      </w:r>
      <w:r w:rsidR="000E1451">
        <w:rPr>
          <w:rFonts w:cs="Georgia"/>
          <w:kern w:val="1"/>
        </w:rPr>
        <w:t xml:space="preserve">, </w:t>
      </w:r>
      <w:r>
        <w:rPr>
          <w:rFonts w:cs="Georgia"/>
          <w:kern w:val="1"/>
        </w:rPr>
        <w:t>sans doute</w:t>
      </w:r>
      <w:r w:rsidR="000E1451">
        <w:rPr>
          <w:rFonts w:cs="Georgia"/>
          <w:kern w:val="1"/>
        </w:rPr>
        <w:t xml:space="preserve">, </w:t>
      </w:r>
      <w:r>
        <w:rPr>
          <w:rFonts w:cs="Georgia"/>
          <w:kern w:val="1"/>
        </w:rPr>
        <w:t>avant 1914</w:t>
      </w:r>
      <w:r w:rsidR="000E1451">
        <w:rPr>
          <w:rFonts w:cs="Georgia"/>
          <w:kern w:val="1"/>
        </w:rPr>
        <w:t xml:space="preserve">, </w:t>
      </w:r>
      <w:r>
        <w:rPr>
          <w:rFonts w:cs="Georgia"/>
          <w:kern w:val="1"/>
        </w:rPr>
        <w:t>j</w:t>
      </w:r>
      <w:r w:rsidR="000E1451">
        <w:rPr>
          <w:rFonts w:cs="Georgia"/>
          <w:kern w:val="1"/>
        </w:rPr>
        <w:t>’</w:t>
      </w:r>
      <w:r>
        <w:rPr>
          <w:rFonts w:cs="Georgia"/>
          <w:kern w:val="1"/>
        </w:rPr>
        <w:t xml:space="preserve">avais entendu cette marche funèbre du </w:t>
      </w:r>
      <w:r>
        <w:rPr>
          <w:rFonts w:cs="Georgia"/>
          <w:bCs/>
          <w:i/>
          <w:iCs/>
          <w:kern w:val="1"/>
        </w:rPr>
        <w:t>Crépuscule des Dieux</w:t>
      </w:r>
      <w:r w:rsidR="000E1451">
        <w:t xml:space="preserve">, </w:t>
      </w:r>
      <w:r>
        <w:rPr>
          <w:rFonts w:cs="Georgia"/>
          <w:kern w:val="1"/>
        </w:rPr>
        <w:t>et l</w:t>
      </w:r>
      <w:r w:rsidR="000E1451">
        <w:rPr>
          <w:rFonts w:cs="Georgia"/>
          <w:kern w:val="1"/>
        </w:rPr>
        <w:t>’</w:t>
      </w:r>
      <w:r>
        <w:rPr>
          <w:rFonts w:cs="Georgia"/>
          <w:kern w:val="1"/>
        </w:rPr>
        <w:t>on pense bien que</w:t>
      </w:r>
      <w:r w:rsidR="000E1451">
        <w:rPr>
          <w:rFonts w:cs="Georgia"/>
          <w:kern w:val="1"/>
        </w:rPr>
        <w:t xml:space="preserve">, </w:t>
      </w:r>
      <w:r>
        <w:rPr>
          <w:rFonts w:cs="Georgia"/>
          <w:kern w:val="1"/>
        </w:rPr>
        <w:t>depuis</w:t>
      </w:r>
      <w:r w:rsidR="000E1451">
        <w:rPr>
          <w:rFonts w:cs="Georgia"/>
          <w:kern w:val="1"/>
        </w:rPr>
        <w:t xml:space="preserve">, </w:t>
      </w:r>
      <w:r>
        <w:rPr>
          <w:rFonts w:cs="Georgia"/>
          <w:kern w:val="1"/>
        </w:rPr>
        <w:t>je n</w:t>
      </w:r>
      <w:r w:rsidR="000E1451">
        <w:rPr>
          <w:rFonts w:cs="Georgia"/>
          <w:kern w:val="1"/>
        </w:rPr>
        <w:t>’</w:t>
      </w:r>
      <w:r>
        <w:rPr>
          <w:rFonts w:cs="Georgia"/>
          <w:kern w:val="1"/>
        </w:rPr>
        <w:t>ai pas manqué de provoquer d</w:t>
      </w:r>
      <w:r w:rsidR="000E1451">
        <w:rPr>
          <w:rFonts w:cs="Georgia"/>
          <w:kern w:val="1"/>
        </w:rPr>
        <w:t>’</w:t>
      </w:r>
      <w:r>
        <w:rPr>
          <w:rFonts w:cs="Georgia"/>
          <w:kern w:val="1"/>
        </w:rPr>
        <w:t>autres occasions de l</w:t>
      </w:r>
      <w:r w:rsidR="000E1451">
        <w:rPr>
          <w:rFonts w:cs="Georgia"/>
          <w:kern w:val="1"/>
        </w:rPr>
        <w:t>’</w:t>
      </w:r>
      <w:r>
        <w:rPr>
          <w:rFonts w:cs="Georgia"/>
          <w:kern w:val="1"/>
        </w:rPr>
        <w:t>écouter</w:t>
      </w:r>
      <w:r w:rsidR="000E1451">
        <w:rPr>
          <w:rFonts w:cs="Georgia"/>
          <w:kern w:val="1"/>
        </w:rPr>
        <w:t xml:space="preserve">. </w:t>
      </w:r>
      <w:r>
        <w:rPr>
          <w:rFonts w:cs="Georgia"/>
          <w:kern w:val="1"/>
        </w:rPr>
        <w:t>Quelles qu</w:t>
      </w:r>
      <w:r w:rsidR="000E1451">
        <w:rPr>
          <w:rFonts w:cs="Georgia"/>
          <w:kern w:val="1"/>
        </w:rPr>
        <w:t>’</w:t>
      </w:r>
      <w:r>
        <w:rPr>
          <w:rFonts w:cs="Georgia"/>
          <w:kern w:val="1"/>
        </w:rPr>
        <w:t>aient été la qualité</w:t>
      </w:r>
      <w:r w:rsidR="000E1451">
        <w:rPr>
          <w:rFonts w:cs="Georgia"/>
          <w:kern w:val="1"/>
        </w:rPr>
        <w:t xml:space="preserve">, </w:t>
      </w:r>
      <w:r>
        <w:rPr>
          <w:rFonts w:cs="Georgia"/>
          <w:kern w:val="1"/>
        </w:rPr>
        <w:t>la virtuosité de l</w:t>
      </w:r>
      <w:r w:rsidR="000E1451">
        <w:rPr>
          <w:rFonts w:cs="Georgia"/>
          <w:kern w:val="1"/>
        </w:rPr>
        <w:t>’</w:t>
      </w:r>
      <w:r>
        <w:rPr>
          <w:rFonts w:cs="Georgia"/>
          <w:kern w:val="1"/>
        </w:rPr>
        <w:t>artiste ou de l</w:t>
      </w:r>
      <w:r w:rsidR="000E1451">
        <w:rPr>
          <w:rFonts w:cs="Georgia"/>
          <w:kern w:val="1"/>
        </w:rPr>
        <w:t>’</w:t>
      </w:r>
      <w:r>
        <w:rPr>
          <w:rFonts w:cs="Georgia"/>
          <w:kern w:val="1"/>
        </w:rPr>
        <w:t>orchestre</w:t>
      </w:r>
      <w:r w:rsidR="000E1451">
        <w:rPr>
          <w:rFonts w:cs="Georgia"/>
          <w:kern w:val="1"/>
        </w:rPr>
        <w:t xml:space="preserve">, </w:t>
      </w:r>
      <w:r>
        <w:rPr>
          <w:rFonts w:cs="Georgia"/>
          <w:kern w:val="1"/>
        </w:rPr>
        <w:t>je n</w:t>
      </w:r>
      <w:r w:rsidR="000E1451">
        <w:rPr>
          <w:rFonts w:cs="Georgia"/>
          <w:kern w:val="1"/>
        </w:rPr>
        <w:t>’</w:t>
      </w:r>
      <w:r>
        <w:rPr>
          <w:rFonts w:cs="Georgia"/>
          <w:kern w:val="1"/>
        </w:rPr>
        <w:t>ai plus retrouvé</w:t>
      </w:r>
      <w:r w:rsidR="000E1451">
        <w:rPr>
          <w:rFonts w:cs="Georgia"/>
          <w:kern w:val="1"/>
        </w:rPr>
        <w:t xml:space="preserve">, </w:t>
      </w:r>
      <w:r>
        <w:rPr>
          <w:rFonts w:cs="Georgia"/>
          <w:kern w:val="1"/>
        </w:rPr>
        <w:t>même au prix du plus patient travail de mémoire</w:t>
      </w:r>
      <w:r w:rsidR="000E1451">
        <w:rPr>
          <w:rFonts w:cs="Georgia"/>
          <w:kern w:val="1"/>
        </w:rPr>
        <w:t xml:space="preserve">, </w:t>
      </w:r>
      <w:r>
        <w:rPr>
          <w:rFonts w:cs="Georgia"/>
          <w:kern w:val="1"/>
        </w:rPr>
        <w:t>le trouble qui me saisit ce jour-là</w:t>
      </w:r>
      <w:r w:rsidR="000E1451">
        <w:rPr>
          <w:rFonts w:cs="Georgia"/>
          <w:kern w:val="1"/>
        </w:rPr>
        <w:t xml:space="preserve">, </w:t>
      </w:r>
      <w:r>
        <w:rPr>
          <w:rFonts w:cs="Georgia"/>
          <w:kern w:val="1"/>
        </w:rPr>
        <w:t>tandis que j</w:t>
      </w:r>
      <w:r w:rsidR="000E1451">
        <w:rPr>
          <w:rFonts w:cs="Georgia"/>
          <w:kern w:val="1"/>
        </w:rPr>
        <w:t>’</w:t>
      </w:r>
      <w:r>
        <w:rPr>
          <w:rFonts w:cs="Georgia"/>
          <w:kern w:val="1"/>
        </w:rPr>
        <w:t>écoutais</w:t>
      </w:r>
      <w:r w:rsidR="000E1451">
        <w:rPr>
          <w:rFonts w:cs="Georgia"/>
          <w:kern w:val="1"/>
        </w:rPr>
        <w:t xml:space="preserve">, </w:t>
      </w:r>
      <w:r>
        <w:rPr>
          <w:rFonts w:cs="Georgia"/>
          <w:kern w:val="1"/>
        </w:rPr>
        <w:t>tremblant au fond de mon trou d</w:t>
      </w:r>
      <w:r w:rsidR="000E1451">
        <w:rPr>
          <w:rFonts w:cs="Georgia"/>
          <w:kern w:val="1"/>
        </w:rPr>
        <w:t>’</w:t>
      </w:r>
      <w:r>
        <w:rPr>
          <w:rFonts w:cs="Georgia"/>
          <w:kern w:val="1"/>
        </w:rPr>
        <w:t>ombre</w:t>
      </w:r>
      <w:r w:rsidR="000E1451">
        <w:rPr>
          <w:rFonts w:cs="Georgia"/>
          <w:kern w:val="1"/>
        </w:rPr>
        <w:t xml:space="preserve">, </w:t>
      </w:r>
      <w:r>
        <w:rPr>
          <w:rFonts w:cs="Georgia"/>
          <w:kern w:val="1"/>
        </w:rPr>
        <w:t>un exécutant sans doute assez ordinaire</w:t>
      </w:r>
      <w:r w:rsidR="000E1451">
        <w:rPr>
          <w:rFonts w:cs="Georgia"/>
          <w:kern w:val="1"/>
        </w:rPr>
        <w:t xml:space="preserve">, </w:t>
      </w:r>
      <w:r>
        <w:rPr>
          <w:rFonts w:cs="Georgia"/>
          <w:kern w:val="1"/>
        </w:rPr>
        <w:t>mais pourvu d</w:t>
      </w:r>
      <w:r w:rsidR="000E1451">
        <w:rPr>
          <w:rFonts w:cs="Georgia"/>
          <w:kern w:val="1"/>
        </w:rPr>
        <w:t>’</w:t>
      </w:r>
      <w:r>
        <w:rPr>
          <w:rFonts w:cs="Georgia"/>
          <w:kern w:val="1"/>
        </w:rPr>
        <w:t>autres mérites que ceux que l</w:t>
      </w:r>
      <w:r w:rsidR="000E1451">
        <w:rPr>
          <w:rFonts w:cs="Georgia"/>
          <w:kern w:val="1"/>
        </w:rPr>
        <w:t>’</w:t>
      </w:r>
      <w:r>
        <w:rPr>
          <w:rFonts w:cs="Georgia"/>
          <w:kern w:val="1"/>
        </w:rPr>
        <w:t>on peut exiger des jeunes gens du Conservatoire</w:t>
      </w:r>
      <w:r w:rsidR="000E1451">
        <w:rPr>
          <w:rFonts w:cs="Georgia"/>
          <w:kern w:val="1"/>
        </w:rPr>
        <w:t>.</w:t>
      </w:r>
    </w:p>
    <w:p w14:paraId="16D1865F" w14:textId="77777777" w:rsidR="000E1451" w:rsidRDefault="00BE611A" w:rsidP="00BE611A">
      <w:pPr>
        <w:rPr>
          <w:rFonts w:cs="Georgia"/>
          <w:kern w:val="1"/>
        </w:rPr>
      </w:pPr>
      <w:r>
        <w:rPr>
          <w:rFonts w:cs="Georgia"/>
          <w:kern w:val="1"/>
        </w:rPr>
        <w:t>Il jouait pour lui</w:t>
      </w:r>
      <w:r w:rsidR="000E1451">
        <w:rPr>
          <w:rFonts w:cs="Georgia"/>
          <w:kern w:val="1"/>
        </w:rPr>
        <w:t xml:space="preserve">, </w:t>
      </w:r>
      <w:r>
        <w:rPr>
          <w:rFonts w:cs="Georgia"/>
          <w:kern w:val="1"/>
        </w:rPr>
        <w:t>et j</w:t>
      </w:r>
      <w:r w:rsidR="000E1451">
        <w:rPr>
          <w:rFonts w:cs="Georgia"/>
          <w:kern w:val="1"/>
        </w:rPr>
        <w:t>’</w:t>
      </w:r>
      <w:r>
        <w:rPr>
          <w:rFonts w:cs="Georgia"/>
          <w:kern w:val="1"/>
        </w:rPr>
        <w:t>avais le droit de me dire qu</w:t>
      </w:r>
      <w:r w:rsidR="000E1451">
        <w:rPr>
          <w:rFonts w:cs="Georgia"/>
          <w:kern w:val="1"/>
        </w:rPr>
        <w:t>’</w:t>
      </w:r>
      <w:r>
        <w:rPr>
          <w:rFonts w:cs="Georgia"/>
          <w:kern w:val="1"/>
        </w:rPr>
        <w:t>il jouait aussi pour moi</w:t>
      </w:r>
      <w:r w:rsidR="000E1451">
        <w:rPr>
          <w:rFonts w:cs="Georgia"/>
          <w:kern w:val="1"/>
        </w:rPr>
        <w:t xml:space="preserve">, </w:t>
      </w:r>
      <w:r>
        <w:rPr>
          <w:rFonts w:cs="Georgia"/>
          <w:kern w:val="1"/>
        </w:rPr>
        <w:t>qui avais partagé les mêmes misères</w:t>
      </w:r>
      <w:r w:rsidR="000E1451">
        <w:rPr>
          <w:rFonts w:cs="Georgia"/>
          <w:kern w:val="1"/>
        </w:rPr>
        <w:t xml:space="preserve">, </w:t>
      </w:r>
      <w:r>
        <w:rPr>
          <w:rFonts w:cs="Georgia"/>
          <w:kern w:val="1"/>
        </w:rPr>
        <w:t>les mêmes découragements</w:t>
      </w:r>
      <w:r w:rsidR="000E1451">
        <w:rPr>
          <w:rFonts w:cs="Georgia"/>
          <w:kern w:val="1"/>
        </w:rPr>
        <w:t xml:space="preserve">, </w:t>
      </w:r>
      <w:r>
        <w:rPr>
          <w:rFonts w:cs="Georgia"/>
          <w:kern w:val="1"/>
        </w:rPr>
        <w:t>les mêmes larmes de sang</w:t>
      </w:r>
      <w:r w:rsidR="000E1451">
        <w:rPr>
          <w:rFonts w:cs="Georgia"/>
          <w:kern w:val="1"/>
        </w:rPr>
        <w:t xml:space="preserve">, </w:t>
      </w:r>
      <w:r>
        <w:rPr>
          <w:rFonts w:cs="Georgia"/>
          <w:kern w:val="1"/>
        </w:rPr>
        <w:t>les mêmes affres</w:t>
      </w:r>
      <w:r w:rsidR="000E1451">
        <w:rPr>
          <w:rFonts w:cs="Georgia"/>
          <w:kern w:val="1"/>
        </w:rPr>
        <w:t xml:space="preserve">. </w:t>
      </w:r>
      <w:r>
        <w:rPr>
          <w:rFonts w:cs="Georgia"/>
          <w:kern w:val="1"/>
        </w:rPr>
        <w:t>Il n</w:t>
      </w:r>
      <w:r w:rsidR="000E1451">
        <w:rPr>
          <w:rFonts w:cs="Georgia"/>
          <w:kern w:val="1"/>
        </w:rPr>
        <w:t>’</w:t>
      </w:r>
      <w:r>
        <w:rPr>
          <w:rFonts w:cs="Georgia"/>
          <w:kern w:val="1"/>
        </w:rPr>
        <w:t>allait pas tout d</w:t>
      </w:r>
      <w:r w:rsidR="000E1451">
        <w:rPr>
          <w:rFonts w:cs="Georgia"/>
          <w:kern w:val="1"/>
        </w:rPr>
        <w:t>’</w:t>
      </w:r>
      <w:r>
        <w:rPr>
          <w:rFonts w:cs="Georgia"/>
          <w:kern w:val="1"/>
        </w:rPr>
        <w:t>un coup jusqu</w:t>
      </w:r>
      <w:r w:rsidR="000E1451">
        <w:rPr>
          <w:rFonts w:cs="Georgia"/>
          <w:kern w:val="1"/>
        </w:rPr>
        <w:t>’</w:t>
      </w:r>
      <w:r>
        <w:rPr>
          <w:rFonts w:cs="Georgia"/>
          <w:kern w:val="1"/>
        </w:rPr>
        <w:t>au bout de la phrase musicale</w:t>
      </w:r>
      <w:r w:rsidR="000E1451">
        <w:rPr>
          <w:rFonts w:cs="Georgia"/>
          <w:kern w:val="1"/>
        </w:rPr>
        <w:t xml:space="preserve">. </w:t>
      </w:r>
      <w:r>
        <w:rPr>
          <w:rFonts w:cs="Georgia"/>
          <w:kern w:val="1"/>
        </w:rPr>
        <w:t>Il la reprenait</w:t>
      </w:r>
      <w:r w:rsidR="000E1451">
        <w:rPr>
          <w:rFonts w:cs="Georgia"/>
          <w:kern w:val="1"/>
        </w:rPr>
        <w:t xml:space="preserve">, </w:t>
      </w:r>
      <w:r>
        <w:rPr>
          <w:rFonts w:cs="Georgia"/>
          <w:kern w:val="1"/>
        </w:rPr>
        <w:t>la recommençait</w:t>
      </w:r>
      <w:r w:rsidR="000E1451">
        <w:rPr>
          <w:rFonts w:cs="Georgia"/>
          <w:kern w:val="1"/>
        </w:rPr>
        <w:t xml:space="preserve">, </w:t>
      </w:r>
      <w:r>
        <w:rPr>
          <w:rFonts w:cs="Georgia"/>
          <w:kern w:val="1"/>
        </w:rPr>
        <w:t>la malaxait sous ses doigts lourds comme du fer</w:t>
      </w:r>
      <w:r w:rsidR="000E1451">
        <w:rPr>
          <w:rFonts w:cs="Georgia"/>
          <w:kern w:val="1"/>
        </w:rPr>
        <w:t xml:space="preserve">. </w:t>
      </w:r>
      <w:r>
        <w:rPr>
          <w:rFonts w:cs="Georgia"/>
          <w:kern w:val="1"/>
        </w:rPr>
        <w:t>Sa maladresse même grandissait son jeu</w:t>
      </w:r>
      <w:r w:rsidR="000E1451">
        <w:rPr>
          <w:rFonts w:cs="Georgia"/>
          <w:kern w:val="1"/>
        </w:rPr>
        <w:t xml:space="preserve">. </w:t>
      </w:r>
      <w:r>
        <w:rPr>
          <w:rFonts w:cs="Georgia"/>
          <w:kern w:val="1"/>
        </w:rPr>
        <w:t>Elle devenait l</w:t>
      </w:r>
      <w:r w:rsidR="000E1451">
        <w:rPr>
          <w:rFonts w:cs="Georgia"/>
          <w:kern w:val="1"/>
        </w:rPr>
        <w:t>’</w:t>
      </w:r>
      <w:r>
        <w:rPr>
          <w:rFonts w:cs="Georgia"/>
          <w:kern w:val="1"/>
        </w:rPr>
        <w:t>expression du sublime désarroi de son âme</w:t>
      </w:r>
      <w:r w:rsidR="000E1451">
        <w:rPr>
          <w:rFonts w:cs="Georgia"/>
          <w:kern w:val="1"/>
        </w:rPr>
        <w:t xml:space="preserve">. </w:t>
      </w:r>
      <w:r>
        <w:rPr>
          <w:rFonts w:cs="Georgia"/>
          <w:kern w:val="1"/>
        </w:rPr>
        <w:t>Avec le même accablement</w:t>
      </w:r>
      <w:r w:rsidR="000E1451">
        <w:rPr>
          <w:rFonts w:cs="Georgia"/>
          <w:kern w:val="1"/>
        </w:rPr>
        <w:t xml:space="preserve">, </w:t>
      </w:r>
      <w:r>
        <w:rPr>
          <w:rFonts w:cs="Georgia"/>
          <w:kern w:val="1"/>
        </w:rPr>
        <w:t>le même harassement que là-bas</w:t>
      </w:r>
      <w:r w:rsidR="000E1451">
        <w:rPr>
          <w:rFonts w:cs="Georgia"/>
          <w:kern w:val="1"/>
        </w:rPr>
        <w:t xml:space="preserve">, </w:t>
      </w:r>
      <w:r>
        <w:rPr>
          <w:rFonts w:cs="Georgia"/>
          <w:kern w:val="1"/>
        </w:rPr>
        <w:t>une armée de fantômes défilait dans une marche aussi lente que celle des nuages</w:t>
      </w:r>
      <w:r w:rsidR="000E1451">
        <w:rPr>
          <w:rFonts w:cs="Georgia"/>
          <w:kern w:val="1"/>
        </w:rPr>
        <w:t xml:space="preserve">, </w:t>
      </w:r>
      <w:r>
        <w:rPr>
          <w:rFonts w:cs="Georgia"/>
          <w:kern w:val="1"/>
        </w:rPr>
        <w:t>scandée par le même accompagnement lointain que nous écoutions monter des ravins remplis d</w:t>
      </w:r>
      <w:r w:rsidR="000E1451">
        <w:rPr>
          <w:rFonts w:cs="Georgia"/>
          <w:kern w:val="1"/>
        </w:rPr>
        <w:t>’</w:t>
      </w:r>
      <w:r>
        <w:rPr>
          <w:rFonts w:cs="Georgia"/>
          <w:kern w:val="1"/>
        </w:rPr>
        <w:t>embûches</w:t>
      </w:r>
      <w:r w:rsidR="000E1451">
        <w:rPr>
          <w:rFonts w:cs="Georgia"/>
          <w:kern w:val="1"/>
        </w:rPr>
        <w:t xml:space="preserve">, </w:t>
      </w:r>
      <w:r>
        <w:rPr>
          <w:rFonts w:cs="Georgia"/>
          <w:kern w:val="1"/>
        </w:rPr>
        <w:t>les nuits où les convois d</w:t>
      </w:r>
      <w:r w:rsidR="000E1451">
        <w:rPr>
          <w:rFonts w:cs="Georgia"/>
          <w:kern w:val="1"/>
        </w:rPr>
        <w:t>’</w:t>
      </w:r>
      <w:r>
        <w:rPr>
          <w:rFonts w:cs="Georgia"/>
          <w:kern w:val="1"/>
        </w:rPr>
        <w:t>artillerie</w:t>
      </w:r>
      <w:r w:rsidR="000E1451">
        <w:rPr>
          <w:rFonts w:cs="Georgia"/>
          <w:kern w:val="1"/>
        </w:rPr>
        <w:t xml:space="preserve">, </w:t>
      </w:r>
      <w:r>
        <w:rPr>
          <w:rFonts w:cs="Georgia"/>
          <w:kern w:val="1"/>
        </w:rPr>
        <w:t xml:space="preserve">pendant des heures et des </w:t>
      </w:r>
      <w:r>
        <w:rPr>
          <w:rFonts w:cs="Georgia"/>
          <w:kern w:val="1"/>
        </w:rPr>
        <w:lastRenderedPageBreak/>
        <w:t>heures</w:t>
      </w:r>
      <w:r w:rsidR="000E1451">
        <w:rPr>
          <w:rFonts w:cs="Georgia"/>
          <w:kern w:val="1"/>
        </w:rPr>
        <w:t xml:space="preserve">, </w:t>
      </w:r>
      <w:r>
        <w:rPr>
          <w:rFonts w:cs="Georgia"/>
          <w:kern w:val="1"/>
        </w:rPr>
        <w:t>ne cessaient de faire entendre leur roulement menaçant</w:t>
      </w:r>
      <w:r w:rsidR="000E1451">
        <w:rPr>
          <w:rFonts w:cs="Georgia"/>
          <w:kern w:val="1"/>
        </w:rPr>
        <w:t xml:space="preserve">. </w:t>
      </w:r>
      <w:r>
        <w:rPr>
          <w:rFonts w:cs="Georgia"/>
          <w:kern w:val="1"/>
        </w:rPr>
        <w:t>Les routes</w:t>
      </w:r>
      <w:r w:rsidR="000E1451">
        <w:rPr>
          <w:rFonts w:cs="Georgia"/>
          <w:kern w:val="1"/>
        </w:rPr>
        <w:t xml:space="preserve">, </w:t>
      </w:r>
      <w:r>
        <w:rPr>
          <w:rFonts w:cs="Georgia"/>
          <w:kern w:val="1"/>
        </w:rPr>
        <w:t>les boyaux de tranchées</w:t>
      </w:r>
      <w:r w:rsidR="000E1451">
        <w:rPr>
          <w:rFonts w:cs="Georgia"/>
          <w:kern w:val="1"/>
        </w:rPr>
        <w:t xml:space="preserve">, </w:t>
      </w:r>
      <w:r>
        <w:rPr>
          <w:rFonts w:cs="Georgia"/>
          <w:kern w:val="1"/>
        </w:rPr>
        <w:t>les chemins qui se glissent dans les bois ravagés sous la lumière grise de la lune regorgeaient de la cohue pesante des foules promises pour le lendemain à l</w:t>
      </w:r>
      <w:r w:rsidR="000E1451">
        <w:rPr>
          <w:rFonts w:cs="Georgia"/>
          <w:kern w:val="1"/>
        </w:rPr>
        <w:t>’</w:t>
      </w:r>
      <w:r>
        <w:rPr>
          <w:rFonts w:cs="Georgia"/>
          <w:kern w:val="1"/>
        </w:rPr>
        <w:t>éternel sommeil</w:t>
      </w:r>
      <w:r w:rsidR="000E1451">
        <w:rPr>
          <w:rFonts w:cs="Georgia"/>
          <w:kern w:val="1"/>
        </w:rPr>
        <w:t xml:space="preserve">. </w:t>
      </w:r>
      <w:r>
        <w:rPr>
          <w:rFonts w:cs="Georgia"/>
          <w:kern w:val="1"/>
        </w:rPr>
        <w:t>Nul cri n</w:t>
      </w:r>
      <w:r w:rsidR="000E1451">
        <w:rPr>
          <w:rFonts w:cs="Georgia"/>
          <w:kern w:val="1"/>
        </w:rPr>
        <w:t>’</w:t>
      </w:r>
      <w:r>
        <w:rPr>
          <w:rFonts w:cs="Georgia"/>
          <w:kern w:val="1"/>
        </w:rPr>
        <w:t>allait-il jaillir qui dirait son fait à cette morne hébétude</w:t>
      </w:r>
      <w:r w:rsidR="000E1451">
        <w:rPr>
          <w:rFonts w:cs="Georgia"/>
          <w:kern w:val="1"/>
        </w:rPr>
        <w:t xml:space="preserve">, </w:t>
      </w:r>
      <w:r>
        <w:rPr>
          <w:rFonts w:cs="Georgia"/>
          <w:kern w:val="1"/>
        </w:rPr>
        <w:t>qui protesterait contre cette effrayante résignation</w:t>
      </w:r>
      <w:r w:rsidR="000E1451">
        <w:rPr>
          <w:rFonts w:cs="Georgia"/>
          <w:kern w:val="1"/>
        </w:rPr>
        <w:t xml:space="preserve"> ? </w:t>
      </w:r>
      <w:r>
        <w:rPr>
          <w:rFonts w:cs="Georgia"/>
          <w:kern w:val="1"/>
        </w:rPr>
        <w:t>Et voici que</w:t>
      </w:r>
      <w:r w:rsidR="000E1451">
        <w:rPr>
          <w:rFonts w:cs="Georgia"/>
          <w:kern w:val="1"/>
        </w:rPr>
        <w:t xml:space="preserve">, </w:t>
      </w:r>
      <w:r>
        <w:rPr>
          <w:rFonts w:cs="Georgia"/>
          <w:kern w:val="1"/>
        </w:rPr>
        <w:t>dominant la plainte infinie et silencieuse des pauvres hommes qui tournent une dernière fois vers la douce vie leurs faces déjà baignées de mort</w:t>
      </w:r>
      <w:r w:rsidR="000E1451">
        <w:rPr>
          <w:rFonts w:cs="Georgia"/>
          <w:kern w:val="1"/>
        </w:rPr>
        <w:t xml:space="preserve">, </w:t>
      </w:r>
      <w:r>
        <w:rPr>
          <w:rFonts w:cs="Georgia"/>
          <w:kern w:val="1"/>
        </w:rPr>
        <w:t>s</w:t>
      </w:r>
      <w:r w:rsidR="000E1451">
        <w:rPr>
          <w:rFonts w:cs="Georgia"/>
          <w:kern w:val="1"/>
        </w:rPr>
        <w:t>’</w:t>
      </w:r>
      <w:r>
        <w:rPr>
          <w:rFonts w:cs="Georgia"/>
          <w:kern w:val="1"/>
        </w:rPr>
        <w:t>élevait soudain le thème du héros isolé</w:t>
      </w:r>
      <w:r w:rsidR="000E1451">
        <w:rPr>
          <w:rFonts w:cs="Georgia"/>
          <w:kern w:val="1"/>
        </w:rPr>
        <w:t xml:space="preserve">, </w:t>
      </w:r>
      <w:r>
        <w:rPr>
          <w:rFonts w:cs="Georgia"/>
          <w:kern w:val="1"/>
        </w:rPr>
        <w:t>du pur entre les purs</w:t>
      </w:r>
      <w:r w:rsidR="000E1451">
        <w:rPr>
          <w:rFonts w:cs="Georgia"/>
          <w:kern w:val="1"/>
        </w:rPr>
        <w:t xml:space="preserve">, </w:t>
      </w:r>
      <w:r>
        <w:rPr>
          <w:rFonts w:cs="Georgia"/>
          <w:kern w:val="1"/>
        </w:rPr>
        <w:t>du chevalier d</w:t>
      </w:r>
      <w:r w:rsidR="000E1451">
        <w:rPr>
          <w:rFonts w:cs="Georgia"/>
          <w:kern w:val="1"/>
        </w:rPr>
        <w:t>’</w:t>
      </w:r>
      <w:r>
        <w:rPr>
          <w:rFonts w:cs="Georgia"/>
          <w:kern w:val="1"/>
        </w:rPr>
        <w:t>argent et de lumière</w:t>
      </w:r>
      <w:r w:rsidR="000E1451">
        <w:rPr>
          <w:rFonts w:cs="Georgia"/>
          <w:kern w:val="1"/>
        </w:rPr>
        <w:t xml:space="preserve">, </w:t>
      </w:r>
      <w:r>
        <w:rPr>
          <w:rFonts w:cs="Georgia"/>
          <w:kern w:val="1"/>
        </w:rPr>
        <w:t>contre qui rien ne peut prévaloir</w:t>
      </w:r>
      <w:r w:rsidR="000E1451">
        <w:rPr>
          <w:rFonts w:cs="Georgia"/>
          <w:kern w:val="1"/>
        </w:rPr>
        <w:t xml:space="preserve">, </w:t>
      </w:r>
      <w:r>
        <w:rPr>
          <w:rFonts w:cs="Georgia"/>
          <w:kern w:val="1"/>
        </w:rPr>
        <w:t>parce qu</w:t>
      </w:r>
      <w:r w:rsidR="000E1451">
        <w:rPr>
          <w:rFonts w:cs="Georgia"/>
          <w:kern w:val="1"/>
        </w:rPr>
        <w:t>’</w:t>
      </w:r>
      <w:r>
        <w:rPr>
          <w:rFonts w:cs="Georgia"/>
          <w:kern w:val="1"/>
        </w:rPr>
        <w:t>il sait bien pourquoi il va mourir</w:t>
      </w:r>
      <w:r w:rsidR="000E1451">
        <w:rPr>
          <w:rFonts w:cs="Georgia"/>
          <w:kern w:val="1"/>
        </w:rPr>
        <w:t xml:space="preserve">, </w:t>
      </w:r>
      <w:r>
        <w:rPr>
          <w:rFonts w:cs="Georgia"/>
          <w:kern w:val="1"/>
        </w:rPr>
        <w:t>et pourquoi il a combattu</w:t>
      </w:r>
      <w:r w:rsidR="000E1451">
        <w:rPr>
          <w:rFonts w:cs="Georgia"/>
          <w:kern w:val="1"/>
        </w:rPr>
        <w:t xml:space="preserve">… </w:t>
      </w:r>
      <w:r>
        <w:rPr>
          <w:rFonts w:cs="Georgia"/>
          <w:kern w:val="1"/>
        </w:rPr>
        <w:t>Combien de temps les grands accords ascendants</w:t>
      </w:r>
      <w:r w:rsidR="000E1451">
        <w:rPr>
          <w:rFonts w:cs="Georgia"/>
          <w:kern w:val="1"/>
        </w:rPr>
        <w:t xml:space="preserve">, </w:t>
      </w:r>
      <w:r>
        <w:rPr>
          <w:rFonts w:cs="Georgia"/>
          <w:kern w:val="1"/>
        </w:rPr>
        <w:t>les larges nappes frissonnantes de cette musique désespérée continuèrent-ils à déchaîner leur tumulte à travers cette salle remplie d</w:t>
      </w:r>
      <w:r w:rsidR="000E1451">
        <w:rPr>
          <w:rFonts w:cs="Georgia"/>
          <w:kern w:val="1"/>
        </w:rPr>
        <w:t>’</w:t>
      </w:r>
      <w:r>
        <w:rPr>
          <w:rFonts w:cs="Georgia"/>
          <w:kern w:val="1"/>
        </w:rPr>
        <w:t>horreur sacrée</w:t>
      </w:r>
      <w:r w:rsidR="000E1451">
        <w:rPr>
          <w:rFonts w:cs="Georgia"/>
          <w:kern w:val="1"/>
        </w:rPr>
        <w:t xml:space="preserve"> ? </w:t>
      </w:r>
      <w:r>
        <w:rPr>
          <w:rFonts w:cs="Georgia"/>
          <w:kern w:val="1"/>
        </w:rPr>
        <w:t>De même que je n</w:t>
      </w:r>
      <w:r w:rsidR="000E1451">
        <w:rPr>
          <w:rFonts w:cs="Georgia"/>
          <w:kern w:val="1"/>
        </w:rPr>
        <w:t>’</w:t>
      </w:r>
      <w:r>
        <w:rPr>
          <w:rFonts w:cs="Georgia"/>
          <w:kern w:val="1"/>
        </w:rPr>
        <w:t>avais pour ainsi dire pu distinguer le moment où le commandant de Reichendorf avait commencé de jouer</w:t>
      </w:r>
      <w:r w:rsidR="000E1451">
        <w:rPr>
          <w:rFonts w:cs="Georgia"/>
          <w:kern w:val="1"/>
        </w:rPr>
        <w:t xml:space="preserve">, </w:t>
      </w:r>
      <w:r>
        <w:rPr>
          <w:rFonts w:cs="Georgia"/>
          <w:kern w:val="1"/>
        </w:rPr>
        <w:t>de même je ne m</w:t>
      </w:r>
      <w:r w:rsidR="000E1451">
        <w:rPr>
          <w:rFonts w:cs="Georgia"/>
          <w:kern w:val="1"/>
        </w:rPr>
        <w:t>’</w:t>
      </w:r>
      <w:r>
        <w:rPr>
          <w:rFonts w:cs="Georgia"/>
          <w:kern w:val="1"/>
        </w:rPr>
        <w:t>aperçus pas non plus de celui où il s</w:t>
      </w:r>
      <w:r w:rsidR="000E1451">
        <w:rPr>
          <w:rFonts w:cs="Georgia"/>
          <w:kern w:val="1"/>
        </w:rPr>
        <w:t>’</w:t>
      </w:r>
      <w:r>
        <w:rPr>
          <w:rFonts w:cs="Georgia"/>
          <w:kern w:val="1"/>
        </w:rPr>
        <w:t>arrêta</w:t>
      </w:r>
      <w:r w:rsidR="000E1451">
        <w:rPr>
          <w:rFonts w:cs="Georgia"/>
          <w:kern w:val="1"/>
        </w:rPr>
        <w:t xml:space="preserve">. </w:t>
      </w:r>
      <w:r>
        <w:rPr>
          <w:rFonts w:cs="Georgia"/>
          <w:kern w:val="1"/>
        </w:rPr>
        <w:t>Les ténèbres étaient encore toutes vibrantes</w:t>
      </w:r>
      <w:r w:rsidR="000E1451">
        <w:rPr>
          <w:rFonts w:cs="Georgia"/>
          <w:kern w:val="1"/>
        </w:rPr>
        <w:t xml:space="preserve">, </w:t>
      </w:r>
      <w:r>
        <w:rPr>
          <w:rFonts w:cs="Georgia"/>
          <w:kern w:val="1"/>
        </w:rPr>
        <w:t>et je croyais Dietrich toujours assis au piano</w:t>
      </w:r>
      <w:r w:rsidR="000E1451">
        <w:rPr>
          <w:rFonts w:cs="Georgia"/>
          <w:kern w:val="1"/>
        </w:rPr>
        <w:t xml:space="preserve">, </w:t>
      </w:r>
      <w:r>
        <w:rPr>
          <w:rFonts w:cs="Georgia"/>
          <w:kern w:val="1"/>
        </w:rPr>
        <w:t>lorsque j</w:t>
      </w:r>
      <w:r w:rsidR="000E1451">
        <w:rPr>
          <w:rFonts w:cs="Georgia"/>
          <w:kern w:val="1"/>
        </w:rPr>
        <w:t>’</w:t>
      </w:r>
      <w:r>
        <w:rPr>
          <w:rFonts w:cs="Georgia"/>
          <w:kern w:val="1"/>
        </w:rPr>
        <w:t>eus la surprise subite de le voir debout</w:t>
      </w:r>
      <w:r w:rsidR="000E1451">
        <w:rPr>
          <w:rFonts w:cs="Georgia"/>
          <w:kern w:val="1"/>
        </w:rPr>
        <w:t xml:space="preserve">, </w:t>
      </w:r>
      <w:r>
        <w:rPr>
          <w:rFonts w:cs="Georgia"/>
          <w:kern w:val="1"/>
        </w:rPr>
        <w:t>à quelques pas à peine de moi</w:t>
      </w:r>
      <w:r w:rsidR="000E1451">
        <w:rPr>
          <w:rFonts w:cs="Georgia"/>
          <w:kern w:val="1"/>
        </w:rPr>
        <w:t>.</w:t>
      </w:r>
    </w:p>
    <w:p w14:paraId="7F1CAB06" w14:textId="77777777" w:rsidR="000E1451" w:rsidRDefault="00BE611A" w:rsidP="00BE611A">
      <w:pPr>
        <w:rPr>
          <w:rFonts w:cs="Georgia"/>
          <w:kern w:val="1"/>
        </w:rPr>
      </w:pPr>
      <w:r>
        <w:rPr>
          <w:rFonts w:cs="Georgia"/>
          <w:kern w:val="1"/>
        </w:rPr>
        <w:t>D</w:t>
      </w:r>
      <w:r w:rsidR="000E1451">
        <w:rPr>
          <w:rFonts w:cs="Georgia"/>
          <w:kern w:val="1"/>
        </w:rPr>
        <w:t>’</w:t>
      </w:r>
      <w:r>
        <w:rPr>
          <w:rFonts w:cs="Georgia"/>
          <w:kern w:val="1"/>
        </w:rPr>
        <w:t>où il était</w:t>
      </w:r>
      <w:r w:rsidR="000E1451">
        <w:rPr>
          <w:rFonts w:cs="Georgia"/>
          <w:kern w:val="1"/>
        </w:rPr>
        <w:t xml:space="preserve">, </w:t>
      </w:r>
      <w:r>
        <w:rPr>
          <w:rFonts w:cs="Georgia"/>
          <w:kern w:val="1"/>
        </w:rPr>
        <w:t>il aurait pu s</w:t>
      </w:r>
      <w:r w:rsidR="000E1451">
        <w:rPr>
          <w:rFonts w:cs="Georgia"/>
          <w:kern w:val="1"/>
        </w:rPr>
        <w:t>’</w:t>
      </w:r>
      <w:r>
        <w:rPr>
          <w:rFonts w:cs="Georgia"/>
          <w:kern w:val="1"/>
        </w:rPr>
        <w:t>apercevoir de ma présence</w:t>
      </w:r>
      <w:r w:rsidR="000E1451">
        <w:rPr>
          <w:rFonts w:cs="Georgia"/>
          <w:kern w:val="1"/>
        </w:rPr>
        <w:t xml:space="preserve">, </w:t>
      </w:r>
      <w:r>
        <w:rPr>
          <w:rFonts w:cs="Georgia"/>
          <w:kern w:val="1"/>
        </w:rPr>
        <w:t>bien que je fusse dans la partie la moins éclairée de la pièce</w:t>
      </w:r>
      <w:r w:rsidR="000E1451">
        <w:rPr>
          <w:rFonts w:cs="Georgia"/>
          <w:kern w:val="1"/>
        </w:rPr>
        <w:t xml:space="preserve">. </w:t>
      </w:r>
      <w:r>
        <w:rPr>
          <w:rFonts w:cs="Georgia"/>
          <w:kern w:val="1"/>
        </w:rPr>
        <w:t>Je le voyais moi-même de trois quarts</w:t>
      </w:r>
      <w:r w:rsidR="000E1451">
        <w:rPr>
          <w:rFonts w:cs="Georgia"/>
          <w:kern w:val="1"/>
        </w:rPr>
        <w:t xml:space="preserve">. </w:t>
      </w:r>
      <w:r>
        <w:rPr>
          <w:rFonts w:cs="Georgia"/>
          <w:kern w:val="1"/>
        </w:rPr>
        <w:t>Son front</w:t>
      </w:r>
      <w:r w:rsidR="000E1451">
        <w:rPr>
          <w:rFonts w:cs="Georgia"/>
          <w:kern w:val="1"/>
        </w:rPr>
        <w:t xml:space="preserve">, </w:t>
      </w:r>
      <w:r>
        <w:rPr>
          <w:rFonts w:cs="Georgia"/>
          <w:kern w:val="1"/>
        </w:rPr>
        <w:t>appuyé à la vitre d</w:t>
      </w:r>
      <w:r w:rsidR="000E1451">
        <w:rPr>
          <w:rFonts w:cs="Georgia"/>
          <w:kern w:val="1"/>
        </w:rPr>
        <w:t>’</w:t>
      </w:r>
      <w:r>
        <w:rPr>
          <w:rFonts w:cs="Georgia"/>
          <w:kern w:val="1"/>
        </w:rPr>
        <w:t>une des porte-fenêtres</w:t>
      </w:r>
      <w:r w:rsidR="000E1451">
        <w:rPr>
          <w:rFonts w:cs="Georgia"/>
          <w:kern w:val="1"/>
        </w:rPr>
        <w:t xml:space="preserve">, </w:t>
      </w:r>
      <w:r>
        <w:rPr>
          <w:rFonts w:cs="Georgia"/>
          <w:kern w:val="1"/>
        </w:rPr>
        <w:t>m</w:t>
      </w:r>
      <w:r w:rsidR="000E1451">
        <w:rPr>
          <w:rFonts w:cs="Georgia"/>
          <w:kern w:val="1"/>
        </w:rPr>
        <w:t>’</w:t>
      </w:r>
      <w:r>
        <w:rPr>
          <w:rFonts w:cs="Georgia"/>
          <w:kern w:val="1"/>
        </w:rPr>
        <w:t>apparaissait dans une espèce de clair-obscur</w:t>
      </w:r>
      <w:r w:rsidR="000E1451">
        <w:rPr>
          <w:rFonts w:cs="Georgia"/>
          <w:kern w:val="1"/>
        </w:rPr>
        <w:t xml:space="preserve">. </w:t>
      </w:r>
      <w:r>
        <w:rPr>
          <w:rFonts w:cs="Georgia"/>
          <w:kern w:val="1"/>
        </w:rPr>
        <w:t>Une dernière fois</w:t>
      </w:r>
      <w:r w:rsidR="000E1451">
        <w:rPr>
          <w:rFonts w:cs="Georgia"/>
          <w:kern w:val="1"/>
        </w:rPr>
        <w:t xml:space="preserve">, </w:t>
      </w:r>
      <w:r>
        <w:rPr>
          <w:rFonts w:cs="Georgia"/>
          <w:kern w:val="1"/>
        </w:rPr>
        <w:t>il contemplait ce paysage auquel il avait consacré tous les instants que lui avait laissés sa rude existence de soldat</w:t>
      </w:r>
      <w:r w:rsidR="000E1451">
        <w:rPr>
          <w:rFonts w:cs="Georgia"/>
          <w:kern w:val="1"/>
        </w:rPr>
        <w:t xml:space="preserve">, </w:t>
      </w:r>
      <w:r>
        <w:rPr>
          <w:rFonts w:cs="Georgia"/>
          <w:kern w:val="1"/>
        </w:rPr>
        <w:t>le triste ciel décoloré</w:t>
      </w:r>
      <w:r w:rsidR="000E1451">
        <w:rPr>
          <w:rFonts w:cs="Georgia"/>
          <w:kern w:val="1"/>
        </w:rPr>
        <w:t xml:space="preserve">, </w:t>
      </w:r>
      <w:r>
        <w:rPr>
          <w:rFonts w:cs="Georgia"/>
          <w:kern w:val="1"/>
        </w:rPr>
        <w:t>les eaux sans nuance des étangs</w:t>
      </w:r>
      <w:r w:rsidR="000E1451">
        <w:rPr>
          <w:rFonts w:cs="Georgia"/>
          <w:kern w:val="1"/>
        </w:rPr>
        <w:t xml:space="preserve">… </w:t>
      </w:r>
      <w:r>
        <w:rPr>
          <w:rFonts w:cs="Georgia"/>
          <w:kern w:val="1"/>
        </w:rPr>
        <w:t>la monotonie désolée de la mer prussienne</w:t>
      </w:r>
      <w:r w:rsidR="000E1451">
        <w:rPr>
          <w:rFonts w:cs="Georgia"/>
          <w:kern w:val="1"/>
        </w:rPr>
        <w:t xml:space="preserve">. </w:t>
      </w:r>
      <w:r>
        <w:rPr>
          <w:rFonts w:cs="Georgia"/>
          <w:kern w:val="1"/>
        </w:rPr>
        <w:t>Il avait déjà revêtu sa capote de campagne</w:t>
      </w:r>
      <w:r w:rsidR="000E1451">
        <w:rPr>
          <w:rFonts w:cs="Georgia"/>
          <w:kern w:val="1"/>
        </w:rPr>
        <w:t xml:space="preserve">, </w:t>
      </w:r>
      <w:r>
        <w:rPr>
          <w:rFonts w:cs="Georgia"/>
          <w:kern w:val="1"/>
        </w:rPr>
        <w:t>qu</w:t>
      </w:r>
      <w:r w:rsidR="000E1451">
        <w:rPr>
          <w:rFonts w:cs="Georgia"/>
          <w:kern w:val="1"/>
        </w:rPr>
        <w:t>’</w:t>
      </w:r>
      <w:r>
        <w:rPr>
          <w:rFonts w:cs="Georgia"/>
          <w:kern w:val="1"/>
        </w:rPr>
        <w:t>il n</w:t>
      </w:r>
      <w:r w:rsidR="000E1451">
        <w:rPr>
          <w:rFonts w:cs="Georgia"/>
          <w:kern w:val="1"/>
        </w:rPr>
        <w:t>’</w:t>
      </w:r>
      <w:r>
        <w:rPr>
          <w:rFonts w:cs="Georgia"/>
          <w:kern w:val="1"/>
        </w:rPr>
        <w:t xml:space="preserve">avait pas remise depuis le jour de son </w:t>
      </w:r>
      <w:r>
        <w:rPr>
          <w:rFonts w:cs="Georgia"/>
          <w:kern w:val="1"/>
        </w:rPr>
        <w:lastRenderedPageBreak/>
        <w:t>arrivée</w:t>
      </w:r>
      <w:r w:rsidR="000E1451">
        <w:rPr>
          <w:rFonts w:cs="Georgia"/>
          <w:kern w:val="1"/>
        </w:rPr>
        <w:t xml:space="preserve">. </w:t>
      </w:r>
      <w:r>
        <w:rPr>
          <w:rFonts w:cs="Georgia"/>
          <w:kern w:val="1"/>
        </w:rPr>
        <w:t>Tel il était</w:t>
      </w:r>
      <w:r w:rsidR="000E1451">
        <w:rPr>
          <w:rFonts w:cs="Georgia"/>
          <w:kern w:val="1"/>
        </w:rPr>
        <w:t xml:space="preserve">, </w:t>
      </w:r>
      <w:r>
        <w:rPr>
          <w:rFonts w:cs="Georgia"/>
          <w:kern w:val="1"/>
        </w:rPr>
        <w:t>maintenant</w:t>
      </w:r>
      <w:r w:rsidR="000E1451">
        <w:rPr>
          <w:rFonts w:cs="Georgia"/>
          <w:kern w:val="1"/>
        </w:rPr>
        <w:t xml:space="preserve">, </w:t>
      </w:r>
      <w:r>
        <w:rPr>
          <w:rFonts w:cs="Georgia"/>
          <w:kern w:val="1"/>
        </w:rPr>
        <w:t>tel il serait</w:t>
      </w:r>
      <w:r w:rsidR="000E1451">
        <w:rPr>
          <w:rFonts w:cs="Georgia"/>
          <w:kern w:val="1"/>
        </w:rPr>
        <w:t xml:space="preserve">, </w:t>
      </w:r>
      <w:r>
        <w:rPr>
          <w:rFonts w:cs="Georgia"/>
          <w:kern w:val="1"/>
        </w:rPr>
        <w:t>trois ou quatre jours plus tard</w:t>
      </w:r>
      <w:r w:rsidR="000E1451">
        <w:rPr>
          <w:rFonts w:cs="Georgia"/>
          <w:kern w:val="1"/>
        </w:rPr>
        <w:t xml:space="preserve">, </w:t>
      </w:r>
      <w:r>
        <w:rPr>
          <w:rFonts w:cs="Georgia"/>
          <w:kern w:val="1"/>
        </w:rPr>
        <w:t>dans l</w:t>
      </w:r>
      <w:r w:rsidR="000E1451">
        <w:rPr>
          <w:rFonts w:cs="Georgia"/>
          <w:kern w:val="1"/>
        </w:rPr>
        <w:t>’</w:t>
      </w:r>
      <w:r>
        <w:rPr>
          <w:rFonts w:cs="Georgia"/>
          <w:kern w:val="1"/>
        </w:rPr>
        <w:t>enfer de la guerre retrouvée</w:t>
      </w:r>
      <w:r w:rsidR="000E1451">
        <w:rPr>
          <w:rFonts w:cs="Georgia"/>
          <w:kern w:val="1"/>
        </w:rPr>
        <w:t xml:space="preserve">. </w:t>
      </w:r>
      <w:r>
        <w:rPr>
          <w:rFonts w:cs="Georgia"/>
          <w:kern w:val="1"/>
        </w:rPr>
        <w:t>Ses traits</w:t>
      </w:r>
      <w:r w:rsidR="000E1451">
        <w:rPr>
          <w:rFonts w:cs="Georgia"/>
          <w:kern w:val="1"/>
        </w:rPr>
        <w:t xml:space="preserve">, </w:t>
      </w:r>
      <w:r>
        <w:rPr>
          <w:rFonts w:cs="Georgia"/>
          <w:kern w:val="1"/>
        </w:rPr>
        <w:t>volontairement durs et hautains</w:t>
      </w:r>
      <w:r w:rsidR="000E1451">
        <w:rPr>
          <w:rFonts w:cs="Georgia"/>
          <w:kern w:val="1"/>
        </w:rPr>
        <w:t xml:space="preserve">, </w:t>
      </w:r>
      <w:r>
        <w:rPr>
          <w:rFonts w:cs="Georgia"/>
          <w:kern w:val="1"/>
        </w:rPr>
        <w:t>étaient pour le moment détendus</w:t>
      </w:r>
      <w:r w:rsidR="000E1451">
        <w:rPr>
          <w:rFonts w:cs="Georgia"/>
          <w:kern w:val="1"/>
        </w:rPr>
        <w:t xml:space="preserve">, </w:t>
      </w:r>
      <w:r>
        <w:rPr>
          <w:rFonts w:cs="Georgia"/>
          <w:kern w:val="1"/>
        </w:rPr>
        <w:t>illuminés</w:t>
      </w:r>
      <w:r w:rsidR="000E1451">
        <w:rPr>
          <w:rFonts w:cs="Georgia"/>
          <w:kern w:val="1"/>
        </w:rPr>
        <w:t xml:space="preserve">, </w:t>
      </w:r>
      <w:r>
        <w:rPr>
          <w:rFonts w:cs="Georgia"/>
          <w:kern w:val="1"/>
        </w:rPr>
        <w:t>par la sérénité ineffable de l</w:t>
      </w:r>
      <w:r w:rsidR="000E1451">
        <w:rPr>
          <w:rFonts w:cs="Georgia"/>
          <w:kern w:val="1"/>
        </w:rPr>
        <w:t>’</w:t>
      </w:r>
      <w:r>
        <w:rPr>
          <w:rFonts w:cs="Georgia"/>
          <w:kern w:val="1"/>
        </w:rPr>
        <w:t>homme qui</w:t>
      </w:r>
      <w:r w:rsidR="000E1451">
        <w:rPr>
          <w:rFonts w:cs="Georgia"/>
          <w:kern w:val="1"/>
        </w:rPr>
        <w:t xml:space="preserve">, </w:t>
      </w:r>
      <w:r>
        <w:rPr>
          <w:rFonts w:cs="Georgia"/>
          <w:kern w:val="1"/>
        </w:rPr>
        <w:t>une fois pour toutes</w:t>
      </w:r>
      <w:r w:rsidR="000E1451">
        <w:rPr>
          <w:rFonts w:cs="Georgia"/>
          <w:kern w:val="1"/>
        </w:rPr>
        <w:t xml:space="preserve">, </w:t>
      </w:r>
      <w:r>
        <w:rPr>
          <w:rFonts w:cs="Georgia"/>
          <w:kern w:val="1"/>
        </w:rPr>
        <w:t>a accepté sa destinée</w:t>
      </w:r>
      <w:r w:rsidR="000E1451">
        <w:rPr>
          <w:rFonts w:cs="Georgia"/>
          <w:kern w:val="1"/>
        </w:rPr>
        <w:t>.</w:t>
      </w:r>
    </w:p>
    <w:p w14:paraId="09DA0516" w14:textId="77777777" w:rsidR="000E1451" w:rsidRDefault="00BE611A" w:rsidP="00BE611A">
      <w:pPr>
        <w:rPr>
          <w:rFonts w:cs="Georgia"/>
          <w:kern w:val="1"/>
        </w:rPr>
      </w:pPr>
      <w:r>
        <w:rPr>
          <w:rFonts w:cs="Georgia"/>
          <w:kern w:val="1"/>
        </w:rPr>
        <w:t>Je compris que continuer à l</w:t>
      </w:r>
      <w:r w:rsidR="000E1451">
        <w:rPr>
          <w:rFonts w:cs="Georgia"/>
          <w:kern w:val="1"/>
        </w:rPr>
        <w:t>’</w:t>
      </w:r>
      <w:r>
        <w:rPr>
          <w:rFonts w:cs="Georgia"/>
          <w:kern w:val="1"/>
        </w:rPr>
        <w:t>observer de la sorte devenait un abus de confiance</w:t>
      </w:r>
      <w:r w:rsidR="000E1451">
        <w:rPr>
          <w:rFonts w:cs="Georgia"/>
          <w:kern w:val="1"/>
        </w:rPr>
        <w:t xml:space="preserve">. </w:t>
      </w:r>
      <w:r>
        <w:rPr>
          <w:rFonts w:cs="Georgia"/>
          <w:kern w:val="1"/>
        </w:rPr>
        <w:t>Un tournevis s</w:t>
      </w:r>
      <w:r w:rsidR="000E1451">
        <w:rPr>
          <w:rFonts w:cs="Georgia"/>
          <w:kern w:val="1"/>
        </w:rPr>
        <w:t>’</w:t>
      </w:r>
      <w:r>
        <w:rPr>
          <w:rFonts w:cs="Georgia"/>
          <w:kern w:val="1"/>
        </w:rPr>
        <w:t>échappa de ma main</w:t>
      </w:r>
      <w:r w:rsidR="000E1451">
        <w:rPr>
          <w:rFonts w:cs="Georgia"/>
          <w:kern w:val="1"/>
        </w:rPr>
        <w:t xml:space="preserve">, </w:t>
      </w:r>
      <w:r>
        <w:rPr>
          <w:rFonts w:cs="Georgia"/>
          <w:kern w:val="1"/>
        </w:rPr>
        <w:t>vint heurter le sol</w:t>
      </w:r>
      <w:r w:rsidR="000E1451">
        <w:rPr>
          <w:rFonts w:cs="Georgia"/>
          <w:kern w:val="1"/>
        </w:rPr>
        <w:t xml:space="preserve">. </w:t>
      </w:r>
      <w:r>
        <w:rPr>
          <w:rFonts w:cs="Georgia"/>
          <w:kern w:val="1"/>
        </w:rPr>
        <w:t>Dietrich sursauta</w:t>
      </w:r>
      <w:r w:rsidR="000E1451">
        <w:rPr>
          <w:rFonts w:cs="Georgia"/>
          <w:kern w:val="1"/>
        </w:rPr>
        <w:t xml:space="preserve">. </w:t>
      </w:r>
      <w:r>
        <w:rPr>
          <w:rFonts w:cs="Georgia"/>
          <w:kern w:val="1"/>
        </w:rPr>
        <w:t>Son visage reprit sa dureté accoutumée</w:t>
      </w:r>
      <w:r w:rsidR="000E1451">
        <w:rPr>
          <w:rFonts w:cs="Georgia"/>
          <w:kern w:val="1"/>
        </w:rPr>
        <w:t>.</w:t>
      </w:r>
    </w:p>
    <w:p w14:paraId="0C01D2DE" w14:textId="77777777" w:rsidR="000E1451" w:rsidRDefault="000E1451" w:rsidP="00BE611A">
      <w:pPr>
        <w:rPr>
          <w:rFonts w:cs="Georgia"/>
          <w:kern w:val="1"/>
        </w:rPr>
      </w:pPr>
      <w:r>
        <w:rPr>
          <w:rFonts w:cs="Georgia"/>
          <w:kern w:val="1"/>
        </w:rPr>
        <w:t>— </w:t>
      </w:r>
      <w:r w:rsidR="00BE611A">
        <w:rPr>
          <w:rFonts w:cs="Georgia"/>
          <w:kern w:val="1"/>
        </w:rPr>
        <w:t>Qu</w:t>
      </w:r>
      <w:r>
        <w:rPr>
          <w:rFonts w:cs="Georgia"/>
          <w:kern w:val="1"/>
        </w:rPr>
        <w:t>’</w:t>
      </w:r>
      <w:r w:rsidR="00BE611A">
        <w:rPr>
          <w:rFonts w:cs="Georgia"/>
          <w:kern w:val="1"/>
        </w:rPr>
        <w:t>est-ce qu</w:t>
      </w:r>
      <w:r>
        <w:rPr>
          <w:rFonts w:cs="Georgia"/>
          <w:kern w:val="1"/>
        </w:rPr>
        <w:t>’</w:t>
      </w:r>
      <w:r w:rsidR="00BE611A">
        <w:rPr>
          <w:rFonts w:cs="Georgia"/>
          <w:kern w:val="1"/>
        </w:rPr>
        <w:t>il y a</w:t>
      </w:r>
      <w:r>
        <w:rPr>
          <w:rFonts w:cs="Georgia"/>
          <w:kern w:val="1"/>
        </w:rPr>
        <w:t xml:space="preserve"> ? </w:t>
      </w:r>
      <w:r w:rsidR="00BE611A">
        <w:rPr>
          <w:rFonts w:cs="Georgia"/>
          <w:kern w:val="1"/>
        </w:rPr>
        <w:t>fit-il</w:t>
      </w:r>
      <w:r>
        <w:rPr>
          <w:rFonts w:cs="Georgia"/>
          <w:kern w:val="1"/>
        </w:rPr>
        <w:t xml:space="preserve">, </w:t>
      </w:r>
      <w:r w:rsidR="00BE611A">
        <w:rPr>
          <w:rFonts w:cs="Georgia"/>
          <w:kern w:val="1"/>
        </w:rPr>
        <w:t>fronçant les sourcils</w:t>
      </w:r>
      <w:r>
        <w:rPr>
          <w:rFonts w:cs="Georgia"/>
          <w:kern w:val="1"/>
        </w:rPr>
        <w:t>.</w:t>
      </w:r>
    </w:p>
    <w:p w14:paraId="3D035921" w14:textId="77777777" w:rsidR="000E1451" w:rsidRDefault="000E1451" w:rsidP="00BE611A">
      <w:pPr>
        <w:rPr>
          <w:rFonts w:cs="Georgia"/>
          <w:kern w:val="1"/>
        </w:rPr>
      </w:pPr>
      <w:r>
        <w:rPr>
          <w:rFonts w:cs="Georgia"/>
          <w:kern w:val="1"/>
        </w:rPr>
        <w:t>— </w:t>
      </w:r>
      <w:r w:rsidR="00BE611A">
        <w:rPr>
          <w:rFonts w:cs="Georgia"/>
          <w:kern w:val="1"/>
        </w:rPr>
        <w:t>Désignant mes outils</w:t>
      </w:r>
      <w:r>
        <w:rPr>
          <w:rFonts w:cs="Georgia"/>
          <w:kern w:val="1"/>
        </w:rPr>
        <w:t xml:space="preserve">, </w:t>
      </w:r>
      <w:r w:rsidR="00BE611A">
        <w:rPr>
          <w:rFonts w:cs="Georgia"/>
          <w:kern w:val="1"/>
        </w:rPr>
        <w:t>je présentais une explication quelconque</w:t>
      </w:r>
      <w:r>
        <w:rPr>
          <w:rFonts w:cs="Georgia"/>
          <w:kern w:val="1"/>
        </w:rPr>
        <w:t>.</w:t>
      </w:r>
    </w:p>
    <w:p w14:paraId="447F0F98" w14:textId="77777777" w:rsidR="000E1451" w:rsidRDefault="000E1451" w:rsidP="00BE611A">
      <w:pPr>
        <w:rPr>
          <w:rFonts w:cs="Georgia"/>
          <w:kern w:val="1"/>
        </w:rPr>
      </w:pPr>
      <w:r>
        <w:rPr>
          <w:rFonts w:cs="Georgia"/>
          <w:kern w:val="1"/>
        </w:rPr>
        <w:t>— </w:t>
      </w:r>
      <w:r w:rsidR="00BE611A">
        <w:rPr>
          <w:rFonts w:cs="Georgia"/>
          <w:kern w:val="1"/>
        </w:rPr>
        <w:t>Il y a longtemps que vous êtes ici</w:t>
      </w:r>
      <w:r>
        <w:rPr>
          <w:rFonts w:cs="Georgia"/>
          <w:kern w:val="1"/>
        </w:rPr>
        <w:t xml:space="preserve"> ? </w:t>
      </w:r>
      <w:r w:rsidR="00BE611A">
        <w:rPr>
          <w:rFonts w:cs="Georgia"/>
          <w:kern w:val="1"/>
        </w:rPr>
        <w:t>Comment ne vous ai-je pas entendu plus tôt</w:t>
      </w:r>
      <w:r>
        <w:rPr>
          <w:rFonts w:cs="Georgia"/>
          <w:kern w:val="1"/>
        </w:rPr>
        <w:t> ?</w:t>
      </w:r>
    </w:p>
    <w:p w14:paraId="5986146E" w14:textId="77777777" w:rsidR="000E1451" w:rsidRDefault="000E1451" w:rsidP="00BE611A">
      <w:pPr>
        <w:rPr>
          <w:rFonts w:cs="Georgia"/>
          <w:kern w:val="1"/>
        </w:rPr>
      </w:pPr>
      <w:r>
        <w:rPr>
          <w:rFonts w:cs="Georgia"/>
          <w:kern w:val="1"/>
        </w:rPr>
        <w:t>— </w:t>
      </w:r>
      <w:r w:rsidR="00BE611A">
        <w:rPr>
          <w:rFonts w:cs="Georgia"/>
          <w:kern w:val="1"/>
        </w:rPr>
        <w:t>Le bruit du piano</w:t>
      </w:r>
      <w:r>
        <w:rPr>
          <w:rFonts w:cs="Georgia"/>
          <w:kern w:val="1"/>
        </w:rPr>
        <w:t xml:space="preserve">, </w:t>
      </w:r>
      <w:r w:rsidR="00BE611A">
        <w:rPr>
          <w:rFonts w:cs="Georgia"/>
          <w:kern w:val="1"/>
        </w:rPr>
        <w:t>murmurai-je</w:t>
      </w:r>
      <w:r>
        <w:rPr>
          <w:rFonts w:cs="Georgia"/>
          <w:kern w:val="1"/>
        </w:rPr>
        <w:t>.</w:t>
      </w:r>
    </w:p>
    <w:p w14:paraId="07CAB47A" w14:textId="77777777" w:rsidR="000E1451" w:rsidRDefault="00BE611A" w:rsidP="00BE611A">
      <w:pPr>
        <w:rPr>
          <w:rFonts w:cs="Georgia"/>
          <w:kern w:val="1"/>
        </w:rPr>
      </w:pPr>
      <w:r>
        <w:rPr>
          <w:rFonts w:cs="Georgia"/>
          <w:kern w:val="1"/>
        </w:rPr>
        <w:t>Il tressaillit</w:t>
      </w:r>
      <w:r w:rsidR="000E1451">
        <w:rPr>
          <w:rFonts w:cs="Georgia"/>
          <w:kern w:val="1"/>
        </w:rPr>
        <w:t xml:space="preserve">, </w:t>
      </w:r>
      <w:r>
        <w:rPr>
          <w:rFonts w:cs="Georgia"/>
          <w:kern w:val="1"/>
        </w:rPr>
        <w:t>continuant à me dévisager avec une attention sous laquelle je sentais l</w:t>
      </w:r>
      <w:r w:rsidR="000E1451">
        <w:rPr>
          <w:rFonts w:cs="Georgia"/>
          <w:kern w:val="1"/>
        </w:rPr>
        <w:t>’</w:t>
      </w:r>
      <w:r>
        <w:rPr>
          <w:rFonts w:cs="Georgia"/>
          <w:kern w:val="1"/>
        </w:rPr>
        <w:t>inquiétude</w:t>
      </w:r>
      <w:r w:rsidR="000E1451">
        <w:rPr>
          <w:rFonts w:cs="Georgia"/>
          <w:kern w:val="1"/>
        </w:rPr>
        <w:t xml:space="preserve">, </w:t>
      </w:r>
      <w:r>
        <w:rPr>
          <w:rFonts w:cs="Georgia"/>
          <w:kern w:val="1"/>
        </w:rPr>
        <w:t>la crainte d</w:t>
      </w:r>
      <w:r w:rsidR="000E1451">
        <w:rPr>
          <w:rFonts w:cs="Georgia"/>
          <w:kern w:val="1"/>
        </w:rPr>
        <w:t>’</w:t>
      </w:r>
      <w:r>
        <w:rPr>
          <w:rFonts w:cs="Georgia"/>
          <w:kern w:val="1"/>
        </w:rPr>
        <w:t>avoir laissé surprendre son secret</w:t>
      </w:r>
      <w:r w:rsidR="000E1451">
        <w:rPr>
          <w:rFonts w:cs="Georgia"/>
          <w:kern w:val="1"/>
        </w:rPr>
        <w:t>.</w:t>
      </w:r>
    </w:p>
    <w:p w14:paraId="067A711C" w14:textId="77777777" w:rsidR="000E1451" w:rsidRDefault="00BE611A" w:rsidP="00BE611A">
      <w:pPr>
        <w:rPr>
          <w:rFonts w:cs="Georgia"/>
          <w:kern w:val="1"/>
        </w:rPr>
      </w:pPr>
      <w:r>
        <w:rPr>
          <w:rFonts w:cs="Georgia"/>
          <w:kern w:val="1"/>
        </w:rPr>
        <w:t>J</w:t>
      </w:r>
      <w:r w:rsidR="000E1451">
        <w:rPr>
          <w:rFonts w:cs="Georgia"/>
          <w:kern w:val="1"/>
        </w:rPr>
        <w:t>’</w:t>
      </w:r>
      <w:r>
        <w:rPr>
          <w:rFonts w:cs="Georgia"/>
          <w:kern w:val="1"/>
        </w:rPr>
        <w:t>étais immobile devant lui</w:t>
      </w:r>
      <w:r w:rsidR="000E1451">
        <w:rPr>
          <w:rFonts w:cs="Georgia"/>
          <w:kern w:val="1"/>
        </w:rPr>
        <w:t xml:space="preserve">, </w:t>
      </w:r>
      <w:r>
        <w:rPr>
          <w:rFonts w:cs="Georgia"/>
          <w:kern w:val="1"/>
        </w:rPr>
        <w:t>attendant le mot qui me délivrerait du garde-à-vous où je m</w:t>
      </w:r>
      <w:r w:rsidR="000E1451">
        <w:rPr>
          <w:rFonts w:cs="Georgia"/>
          <w:kern w:val="1"/>
        </w:rPr>
        <w:t>’</w:t>
      </w:r>
      <w:r>
        <w:rPr>
          <w:rFonts w:cs="Georgia"/>
          <w:kern w:val="1"/>
        </w:rPr>
        <w:t>étais mis dès qu</w:t>
      </w:r>
      <w:r w:rsidR="000E1451">
        <w:rPr>
          <w:rFonts w:cs="Georgia"/>
          <w:kern w:val="1"/>
        </w:rPr>
        <w:t>’</w:t>
      </w:r>
      <w:r>
        <w:rPr>
          <w:rFonts w:cs="Georgia"/>
          <w:kern w:val="1"/>
        </w:rPr>
        <w:t>il m</w:t>
      </w:r>
      <w:r w:rsidR="000E1451">
        <w:rPr>
          <w:rFonts w:cs="Georgia"/>
          <w:kern w:val="1"/>
        </w:rPr>
        <w:t>’</w:t>
      </w:r>
      <w:r>
        <w:rPr>
          <w:rFonts w:cs="Georgia"/>
          <w:kern w:val="1"/>
        </w:rPr>
        <w:t>avait adressé la parole</w:t>
      </w:r>
      <w:r w:rsidR="000E1451">
        <w:rPr>
          <w:rFonts w:cs="Georgia"/>
          <w:kern w:val="1"/>
        </w:rPr>
        <w:t xml:space="preserve">. </w:t>
      </w:r>
      <w:r>
        <w:rPr>
          <w:rFonts w:cs="Georgia"/>
          <w:kern w:val="1"/>
        </w:rPr>
        <w:t>Mais il se taisait</w:t>
      </w:r>
      <w:r w:rsidR="000E1451">
        <w:rPr>
          <w:rFonts w:cs="Georgia"/>
          <w:kern w:val="1"/>
        </w:rPr>
        <w:t xml:space="preserve">. </w:t>
      </w:r>
      <w:r>
        <w:rPr>
          <w:rFonts w:cs="Georgia"/>
          <w:kern w:val="1"/>
        </w:rPr>
        <w:t>Ce silence devint insupportable au point que je me décidai à le rompre</w:t>
      </w:r>
      <w:r w:rsidR="000E1451">
        <w:rPr>
          <w:rFonts w:cs="Georgia"/>
          <w:kern w:val="1"/>
        </w:rPr>
        <w:t xml:space="preserve">, </w:t>
      </w:r>
      <w:r>
        <w:rPr>
          <w:rFonts w:cs="Georgia"/>
          <w:kern w:val="1"/>
        </w:rPr>
        <w:t>au hasard</w:t>
      </w:r>
      <w:r w:rsidR="000E1451">
        <w:rPr>
          <w:rFonts w:cs="Georgia"/>
          <w:kern w:val="1"/>
        </w:rPr>
        <w:t xml:space="preserve">, </w:t>
      </w:r>
      <w:r>
        <w:rPr>
          <w:rFonts w:cs="Georgia"/>
          <w:kern w:val="1"/>
        </w:rPr>
        <w:t>par une question dont je ne compris que trop tard la cruauté</w:t>
      </w:r>
      <w:r w:rsidR="000E1451">
        <w:rPr>
          <w:rFonts w:cs="Georgia"/>
          <w:kern w:val="1"/>
        </w:rPr>
        <w:t>.</w:t>
      </w:r>
    </w:p>
    <w:p w14:paraId="2251E8E9" w14:textId="77777777" w:rsidR="000E1451" w:rsidRDefault="000E1451" w:rsidP="00BE611A">
      <w:pPr>
        <w:rPr>
          <w:rFonts w:cs="Georgia"/>
          <w:kern w:val="1"/>
        </w:rPr>
      </w:pPr>
      <w:r>
        <w:rPr>
          <w:rFonts w:cs="Georgia"/>
          <w:kern w:val="1"/>
        </w:rPr>
        <w:t>— </w:t>
      </w:r>
      <w:r w:rsidR="00BE611A">
        <w:rPr>
          <w:rFonts w:cs="Georgia"/>
          <w:kern w:val="1"/>
        </w:rPr>
        <w:t>J</w:t>
      </w:r>
      <w:r>
        <w:rPr>
          <w:rFonts w:cs="Georgia"/>
          <w:kern w:val="1"/>
        </w:rPr>
        <w:t>’</w:t>
      </w:r>
      <w:r w:rsidR="00BE611A">
        <w:rPr>
          <w:rFonts w:cs="Georgia"/>
          <w:kern w:val="1"/>
        </w:rPr>
        <w:t>ai deux lampes électriques à poser dans la salle</w:t>
      </w:r>
      <w:r>
        <w:rPr>
          <w:rFonts w:cs="Georgia"/>
          <w:kern w:val="1"/>
        </w:rPr>
        <w:t xml:space="preserve">. </w:t>
      </w:r>
      <w:r w:rsidR="00BE611A">
        <w:rPr>
          <w:rFonts w:cs="Georgia"/>
          <w:kern w:val="1"/>
        </w:rPr>
        <w:t>Peut-être y aurait-il lieu d</w:t>
      </w:r>
      <w:r>
        <w:rPr>
          <w:rFonts w:cs="Georgia"/>
          <w:kern w:val="1"/>
        </w:rPr>
        <w:t>’</w:t>
      </w:r>
      <w:r w:rsidR="00BE611A">
        <w:rPr>
          <w:rFonts w:cs="Georgia"/>
          <w:kern w:val="1"/>
        </w:rPr>
        <w:t>en installer une troisième au-dessus du piano</w:t>
      </w:r>
      <w:r>
        <w:rPr>
          <w:rFonts w:cs="Georgia"/>
          <w:kern w:val="1"/>
        </w:rPr>
        <w:t>.</w:t>
      </w:r>
    </w:p>
    <w:p w14:paraId="3B60ECCA" w14:textId="77777777" w:rsidR="000E1451" w:rsidRDefault="00BE611A" w:rsidP="00BE611A">
      <w:pPr>
        <w:rPr>
          <w:rFonts w:cs="Georgia"/>
          <w:kern w:val="1"/>
        </w:rPr>
      </w:pPr>
      <w:r>
        <w:rPr>
          <w:rFonts w:cs="Georgia"/>
          <w:kern w:val="1"/>
        </w:rPr>
        <w:t>Il haussa légèrement les épaules</w:t>
      </w:r>
      <w:r w:rsidR="000E1451">
        <w:rPr>
          <w:rFonts w:cs="Georgia"/>
          <w:kern w:val="1"/>
        </w:rPr>
        <w:t>.</w:t>
      </w:r>
    </w:p>
    <w:p w14:paraId="1068D96D" w14:textId="77777777" w:rsidR="000E1451" w:rsidRDefault="000E1451" w:rsidP="00BE611A">
      <w:pPr>
        <w:rPr>
          <w:rFonts w:cs="Georgia"/>
          <w:kern w:val="1"/>
        </w:rPr>
      </w:pPr>
      <w:r>
        <w:rPr>
          <w:rFonts w:cs="Georgia"/>
          <w:kern w:val="1"/>
        </w:rPr>
        <w:lastRenderedPageBreak/>
        <w:t>— </w:t>
      </w:r>
      <w:r w:rsidR="00BE611A">
        <w:rPr>
          <w:rFonts w:cs="Georgia"/>
          <w:kern w:val="1"/>
        </w:rPr>
        <w:t>Ce n</w:t>
      </w:r>
      <w:r>
        <w:rPr>
          <w:rFonts w:cs="Georgia"/>
          <w:kern w:val="1"/>
        </w:rPr>
        <w:t>’</w:t>
      </w:r>
      <w:r w:rsidR="00BE611A">
        <w:rPr>
          <w:rFonts w:cs="Georgia"/>
          <w:kern w:val="1"/>
        </w:rPr>
        <w:t>est pas nécessaire</w:t>
      </w:r>
      <w:r>
        <w:rPr>
          <w:rFonts w:cs="Georgia"/>
          <w:kern w:val="1"/>
        </w:rPr>
        <w:t>.</w:t>
      </w:r>
    </w:p>
    <w:p w14:paraId="2169EE7C" w14:textId="77777777" w:rsidR="000E1451" w:rsidRDefault="00BE611A" w:rsidP="00BE611A">
      <w:pPr>
        <w:rPr>
          <w:rFonts w:cs="Georgia"/>
          <w:kern w:val="1"/>
        </w:rPr>
      </w:pPr>
      <w:r>
        <w:rPr>
          <w:rFonts w:cs="Georgia"/>
          <w:kern w:val="1"/>
        </w:rPr>
        <w:t>Je gardais toujours la position réglementaire mais je me rendais compte que c</w:t>
      </w:r>
      <w:r w:rsidR="000E1451">
        <w:rPr>
          <w:rFonts w:cs="Georgia"/>
          <w:kern w:val="1"/>
        </w:rPr>
        <w:t>’</w:t>
      </w:r>
      <w:r>
        <w:rPr>
          <w:rFonts w:cs="Georgia"/>
          <w:kern w:val="1"/>
        </w:rPr>
        <w:t>était par intention</w:t>
      </w:r>
      <w:r w:rsidR="000E1451">
        <w:rPr>
          <w:rFonts w:cs="Georgia"/>
          <w:kern w:val="1"/>
        </w:rPr>
        <w:t xml:space="preserve">, </w:t>
      </w:r>
      <w:r>
        <w:rPr>
          <w:rFonts w:cs="Georgia"/>
          <w:kern w:val="1"/>
        </w:rPr>
        <w:t>non par volonté de m</w:t>
      </w:r>
      <w:r w:rsidR="000E1451">
        <w:rPr>
          <w:rFonts w:cs="Georgia"/>
          <w:kern w:val="1"/>
        </w:rPr>
        <w:t>’</w:t>
      </w:r>
      <w:r>
        <w:rPr>
          <w:rFonts w:cs="Georgia"/>
          <w:kern w:val="1"/>
        </w:rPr>
        <w:t>humilier qu</w:t>
      </w:r>
      <w:r w:rsidR="000E1451">
        <w:rPr>
          <w:rFonts w:cs="Georgia"/>
          <w:kern w:val="1"/>
        </w:rPr>
        <w:t>’</w:t>
      </w:r>
      <w:r>
        <w:rPr>
          <w:rFonts w:cs="Georgia"/>
          <w:kern w:val="1"/>
        </w:rPr>
        <w:t>il m</w:t>
      </w:r>
      <w:r w:rsidR="000E1451">
        <w:rPr>
          <w:rFonts w:cs="Georgia"/>
          <w:kern w:val="1"/>
        </w:rPr>
        <w:t>’</w:t>
      </w:r>
      <w:r>
        <w:rPr>
          <w:rFonts w:cs="Georgia"/>
          <w:kern w:val="1"/>
        </w:rPr>
        <w:t>y laissait</w:t>
      </w:r>
      <w:r w:rsidR="000E1451">
        <w:rPr>
          <w:rFonts w:cs="Georgia"/>
          <w:kern w:val="1"/>
        </w:rPr>
        <w:t xml:space="preserve">. </w:t>
      </w:r>
      <w:r>
        <w:rPr>
          <w:rFonts w:cs="Georgia"/>
          <w:kern w:val="1"/>
        </w:rPr>
        <w:t>Bien plus</w:t>
      </w:r>
      <w:r w:rsidR="000E1451">
        <w:rPr>
          <w:rFonts w:cs="Georgia"/>
          <w:kern w:val="1"/>
        </w:rPr>
        <w:t xml:space="preserve">, </w:t>
      </w:r>
      <w:r>
        <w:rPr>
          <w:rFonts w:cs="Georgia"/>
          <w:kern w:val="1"/>
        </w:rPr>
        <w:t>une étrange conviction était en train de naître en moi</w:t>
      </w:r>
      <w:r w:rsidR="000E1451">
        <w:rPr>
          <w:rFonts w:cs="Georgia"/>
          <w:kern w:val="1"/>
        </w:rPr>
        <w:t xml:space="preserve"> ; </w:t>
      </w:r>
      <w:r>
        <w:rPr>
          <w:rFonts w:cs="Georgia"/>
          <w:kern w:val="1"/>
        </w:rPr>
        <w:t>j</w:t>
      </w:r>
      <w:r w:rsidR="000E1451">
        <w:rPr>
          <w:rFonts w:cs="Georgia"/>
          <w:kern w:val="1"/>
        </w:rPr>
        <w:t>’</w:t>
      </w:r>
      <w:r>
        <w:rPr>
          <w:rFonts w:cs="Georgia"/>
          <w:kern w:val="1"/>
        </w:rPr>
        <w:t>avais l</w:t>
      </w:r>
      <w:r w:rsidR="000E1451">
        <w:rPr>
          <w:rFonts w:cs="Georgia"/>
          <w:kern w:val="1"/>
        </w:rPr>
        <w:t>’</w:t>
      </w:r>
      <w:r>
        <w:rPr>
          <w:rFonts w:cs="Georgia"/>
          <w:kern w:val="1"/>
        </w:rPr>
        <w:t>impression que la physionomie de Dietrich se modifiait</w:t>
      </w:r>
      <w:r w:rsidR="000E1451">
        <w:rPr>
          <w:rFonts w:cs="Georgia"/>
          <w:kern w:val="1"/>
        </w:rPr>
        <w:t xml:space="preserve">, </w:t>
      </w:r>
      <w:r>
        <w:rPr>
          <w:rFonts w:cs="Georgia"/>
          <w:kern w:val="1"/>
        </w:rPr>
        <w:t>qu</w:t>
      </w:r>
      <w:r w:rsidR="000E1451">
        <w:rPr>
          <w:rFonts w:cs="Georgia"/>
          <w:kern w:val="1"/>
        </w:rPr>
        <w:t>’</w:t>
      </w:r>
      <w:r>
        <w:rPr>
          <w:rFonts w:cs="Georgia"/>
          <w:kern w:val="1"/>
        </w:rPr>
        <w:t>elle était envahie progressivement par une émotion dont je me demandais s</w:t>
      </w:r>
      <w:r w:rsidR="000E1451">
        <w:rPr>
          <w:rFonts w:cs="Georgia"/>
          <w:kern w:val="1"/>
        </w:rPr>
        <w:t>’</w:t>
      </w:r>
      <w:r>
        <w:rPr>
          <w:rFonts w:cs="Georgia"/>
          <w:kern w:val="1"/>
        </w:rPr>
        <w:t>il parviendrait à se rendre maître</w:t>
      </w:r>
      <w:r w:rsidR="000E1451">
        <w:rPr>
          <w:rFonts w:cs="Georgia"/>
          <w:kern w:val="1"/>
        </w:rPr>
        <w:t xml:space="preserve">. </w:t>
      </w:r>
      <w:r>
        <w:rPr>
          <w:rFonts w:cs="Georgia"/>
          <w:kern w:val="1"/>
        </w:rPr>
        <w:t>Au fur et à mesure de cette transformation</w:t>
      </w:r>
      <w:r w:rsidR="000E1451">
        <w:rPr>
          <w:rFonts w:cs="Georgia"/>
          <w:kern w:val="1"/>
        </w:rPr>
        <w:t xml:space="preserve">, </w:t>
      </w:r>
      <w:r>
        <w:rPr>
          <w:rFonts w:cs="Georgia"/>
          <w:kern w:val="1"/>
        </w:rPr>
        <w:t>j</w:t>
      </w:r>
      <w:r w:rsidR="000E1451">
        <w:rPr>
          <w:rFonts w:cs="Georgia"/>
          <w:kern w:val="1"/>
        </w:rPr>
        <w:t>’</w:t>
      </w:r>
      <w:r>
        <w:rPr>
          <w:rFonts w:cs="Georgia"/>
          <w:kern w:val="1"/>
        </w:rPr>
        <w:t>étais moi-même gagné par l</w:t>
      </w:r>
      <w:r w:rsidR="000E1451">
        <w:rPr>
          <w:rFonts w:cs="Georgia"/>
          <w:kern w:val="1"/>
        </w:rPr>
        <w:t>’</w:t>
      </w:r>
      <w:r>
        <w:rPr>
          <w:rFonts w:cs="Georgia"/>
          <w:kern w:val="1"/>
        </w:rPr>
        <w:t>idée folle qu</w:t>
      </w:r>
      <w:r w:rsidR="000E1451">
        <w:rPr>
          <w:rFonts w:cs="Georgia"/>
          <w:kern w:val="1"/>
        </w:rPr>
        <w:t>’</w:t>
      </w:r>
      <w:r>
        <w:rPr>
          <w:rFonts w:cs="Georgia"/>
          <w:kern w:val="1"/>
        </w:rPr>
        <w:t>il allait me parler</w:t>
      </w:r>
      <w:r w:rsidR="000E1451">
        <w:rPr>
          <w:rFonts w:cs="Georgia"/>
          <w:kern w:val="1"/>
        </w:rPr>
        <w:t xml:space="preserve">, </w:t>
      </w:r>
      <w:r>
        <w:rPr>
          <w:rFonts w:cs="Georgia"/>
          <w:kern w:val="1"/>
        </w:rPr>
        <w:t>que sur le point de quitter son père</w:t>
      </w:r>
      <w:r w:rsidR="000E1451">
        <w:rPr>
          <w:rFonts w:cs="Georgia"/>
          <w:kern w:val="1"/>
        </w:rPr>
        <w:t xml:space="preserve">, </w:t>
      </w:r>
      <w:r>
        <w:rPr>
          <w:rFonts w:cs="Georgia"/>
          <w:kern w:val="1"/>
        </w:rPr>
        <w:t>de quitter Axelle</w:t>
      </w:r>
      <w:r w:rsidR="000E1451">
        <w:rPr>
          <w:rFonts w:cs="Georgia"/>
          <w:kern w:val="1"/>
        </w:rPr>
        <w:t xml:space="preserve">, </w:t>
      </w:r>
      <w:r>
        <w:rPr>
          <w:rFonts w:cs="Georgia"/>
          <w:kern w:val="1"/>
        </w:rPr>
        <w:t>ç</w:t>
      </w:r>
      <w:r w:rsidR="000E1451">
        <w:rPr>
          <w:rFonts w:cs="Georgia"/>
          <w:kern w:val="1"/>
        </w:rPr>
        <w:t>’</w:t>
      </w:r>
      <w:r>
        <w:rPr>
          <w:rFonts w:cs="Georgia"/>
          <w:kern w:val="1"/>
        </w:rPr>
        <w:t>allait être à moi</w:t>
      </w:r>
      <w:r w:rsidR="000E1451">
        <w:rPr>
          <w:rFonts w:cs="Georgia"/>
          <w:kern w:val="1"/>
        </w:rPr>
        <w:t xml:space="preserve">, </w:t>
      </w:r>
      <w:r>
        <w:rPr>
          <w:rFonts w:cs="Georgia"/>
          <w:kern w:val="1"/>
        </w:rPr>
        <w:t>oui</w:t>
      </w:r>
      <w:r w:rsidR="000E1451">
        <w:rPr>
          <w:rFonts w:cs="Georgia"/>
          <w:kern w:val="1"/>
        </w:rPr>
        <w:t xml:space="preserve">, </w:t>
      </w:r>
      <w:r>
        <w:rPr>
          <w:rFonts w:cs="Georgia"/>
          <w:kern w:val="1"/>
        </w:rPr>
        <w:t>à moi</w:t>
      </w:r>
      <w:r w:rsidR="000E1451">
        <w:rPr>
          <w:rFonts w:cs="Georgia"/>
          <w:kern w:val="1"/>
        </w:rPr>
        <w:t xml:space="preserve">, </w:t>
      </w:r>
      <w:r>
        <w:rPr>
          <w:rFonts w:cs="Georgia"/>
          <w:kern w:val="1"/>
        </w:rPr>
        <w:t>de préférence à tout autre</w:t>
      </w:r>
      <w:r w:rsidR="000E1451">
        <w:rPr>
          <w:rFonts w:cs="Georgia"/>
          <w:kern w:val="1"/>
        </w:rPr>
        <w:t xml:space="preserve">, </w:t>
      </w:r>
      <w:r>
        <w:rPr>
          <w:rFonts w:cs="Georgia"/>
          <w:kern w:val="1"/>
        </w:rPr>
        <w:t>qu</w:t>
      </w:r>
      <w:r w:rsidR="000E1451">
        <w:rPr>
          <w:rFonts w:cs="Georgia"/>
          <w:kern w:val="1"/>
        </w:rPr>
        <w:t>’</w:t>
      </w:r>
      <w:r>
        <w:rPr>
          <w:rFonts w:cs="Georgia"/>
          <w:kern w:val="1"/>
        </w:rPr>
        <w:t>il se confierait</w:t>
      </w:r>
      <w:r w:rsidR="000E1451">
        <w:rPr>
          <w:rFonts w:cs="Georgia"/>
          <w:kern w:val="1"/>
        </w:rPr>
        <w:t>.</w:t>
      </w:r>
    </w:p>
    <w:p w14:paraId="77EED440" w14:textId="77777777" w:rsidR="000E1451" w:rsidRDefault="00BE611A" w:rsidP="00BE611A">
      <w:pPr>
        <w:rPr>
          <w:rFonts w:cs="Georgia"/>
          <w:kern w:val="1"/>
        </w:rPr>
      </w:pPr>
      <w:r>
        <w:rPr>
          <w:rFonts w:cs="Georgia"/>
          <w:kern w:val="1"/>
        </w:rPr>
        <w:t>À voix basse</w:t>
      </w:r>
      <w:r w:rsidR="000E1451">
        <w:rPr>
          <w:rFonts w:cs="Georgia"/>
          <w:kern w:val="1"/>
        </w:rPr>
        <w:t xml:space="preserve">, </w:t>
      </w:r>
      <w:r>
        <w:rPr>
          <w:rFonts w:cs="Georgia"/>
          <w:kern w:val="1"/>
        </w:rPr>
        <w:t>je l</w:t>
      </w:r>
      <w:r w:rsidR="000E1451">
        <w:rPr>
          <w:rFonts w:cs="Georgia"/>
          <w:kern w:val="1"/>
        </w:rPr>
        <w:t>’</w:t>
      </w:r>
      <w:r>
        <w:rPr>
          <w:rFonts w:cs="Georgia"/>
          <w:kern w:val="1"/>
        </w:rPr>
        <w:t>entendis répéter</w:t>
      </w:r>
      <w:r w:rsidR="000E1451">
        <w:rPr>
          <w:rFonts w:cs="Georgia"/>
          <w:kern w:val="1"/>
        </w:rPr>
        <w:t> :</w:t>
      </w:r>
    </w:p>
    <w:p w14:paraId="205186D9" w14:textId="77777777" w:rsidR="000E1451" w:rsidRDefault="000E1451" w:rsidP="00BE611A">
      <w:pPr>
        <w:rPr>
          <w:rFonts w:cs="Georgia"/>
          <w:kern w:val="1"/>
        </w:rPr>
      </w:pPr>
      <w:r>
        <w:rPr>
          <w:rFonts w:cs="Georgia"/>
          <w:kern w:val="1"/>
        </w:rPr>
        <w:t>— </w:t>
      </w:r>
      <w:r w:rsidR="00BE611A">
        <w:rPr>
          <w:rFonts w:cs="Georgia"/>
          <w:kern w:val="1"/>
        </w:rPr>
        <w:t>Non</w:t>
      </w:r>
      <w:r>
        <w:rPr>
          <w:rFonts w:cs="Georgia"/>
          <w:kern w:val="1"/>
        </w:rPr>
        <w:t xml:space="preserve">, </w:t>
      </w:r>
      <w:r w:rsidR="00BE611A">
        <w:rPr>
          <w:rFonts w:cs="Georgia"/>
          <w:kern w:val="1"/>
        </w:rPr>
        <w:t>vraiment</w:t>
      </w:r>
      <w:r>
        <w:rPr>
          <w:rFonts w:cs="Georgia"/>
          <w:kern w:val="1"/>
        </w:rPr>
        <w:t xml:space="preserve">, </w:t>
      </w:r>
      <w:r w:rsidR="00BE611A">
        <w:rPr>
          <w:rFonts w:cs="Georgia"/>
          <w:kern w:val="1"/>
        </w:rPr>
        <w:t>ce n</w:t>
      </w:r>
      <w:r>
        <w:rPr>
          <w:rFonts w:cs="Georgia"/>
          <w:kern w:val="1"/>
        </w:rPr>
        <w:t>’</w:t>
      </w:r>
      <w:r w:rsidR="00BE611A">
        <w:rPr>
          <w:rFonts w:cs="Georgia"/>
          <w:kern w:val="1"/>
        </w:rPr>
        <w:t xml:space="preserve">est </w:t>
      </w:r>
      <w:r w:rsidR="00BE611A">
        <w:rPr>
          <w:rFonts w:cs="Georgia"/>
          <w:bCs/>
          <w:i/>
          <w:iCs/>
          <w:kern w:val="1"/>
        </w:rPr>
        <w:t>plus</w:t>
      </w:r>
      <w:r w:rsidR="00BE611A">
        <w:rPr>
          <w:rFonts w:cs="Georgia"/>
          <w:kern w:val="1"/>
        </w:rPr>
        <w:t xml:space="preserve"> nécessaire</w:t>
      </w:r>
      <w:r>
        <w:rPr>
          <w:rFonts w:cs="Georgia"/>
          <w:kern w:val="1"/>
        </w:rPr>
        <w:t>.</w:t>
      </w:r>
    </w:p>
    <w:p w14:paraId="72AF0660" w14:textId="77777777" w:rsidR="000E1451" w:rsidRDefault="00BE611A" w:rsidP="00BE611A">
      <w:pPr>
        <w:rPr>
          <w:rFonts w:cs="Georgia"/>
          <w:kern w:val="1"/>
        </w:rPr>
      </w:pPr>
      <w:r>
        <w:rPr>
          <w:rFonts w:cs="Georgia"/>
          <w:kern w:val="1"/>
        </w:rPr>
        <w:t>Ce fut alors qu</w:t>
      </w:r>
      <w:r w:rsidR="000E1451">
        <w:rPr>
          <w:rFonts w:cs="Georgia"/>
          <w:kern w:val="1"/>
        </w:rPr>
        <w:t>’</w:t>
      </w:r>
      <w:r>
        <w:rPr>
          <w:rFonts w:cs="Georgia"/>
          <w:kern w:val="1"/>
        </w:rPr>
        <w:t>il s</w:t>
      </w:r>
      <w:r w:rsidR="000E1451">
        <w:rPr>
          <w:rFonts w:cs="Georgia"/>
          <w:kern w:val="1"/>
        </w:rPr>
        <w:t>’</w:t>
      </w:r>
      <w:r>
        <w:rPr>
          <w:rFonts w:cs="Georgia"/>
          <w:kern w:val="1"/>
        </w:rPr>
        <w:t>aperçut que j</w:t>
      </w:r>
      <w:r w:rsidR="000E1451">
        <w:rPr>
          <w:rFonts w:cs="Georgia"/>
          <w:kern w:val="1"/>
        </w:rPr>
        <w:t>’</w:t>
      </w:r>
      <w:r>
        <w:rPr>
          <w:rFonts w:cs="Georgia"/>
          <w:kern w:val="1"/>
        </w:rPr>
        <w:t>étais au garde-à-vous</w:t>
      </w:r>
      <w:r w:rsidR="000E1451">
        <w:rPr>
          <w:rFonts w:cs="Georgia"/>
          <w:kern w:val="1"/>
        </w:rPr>
        <w:t xml:space="preserve">. </w:t>
      </w:r>
      <w:r>
        <w:rPr>
          <w:rFonts w:cs="Georgia"/>
          <w:kern w:val="1"/>
        </w:rPr>
        <w:t>Je le vis se redresser machinalement</w:t>
      </w:r>
      <w:r w:rsidR="000E1451">
        <w:rPr>
          <w:rFonts w:cs="Georgia"/>
          <w:kern w:val="1"/>
        </w:rPr>
        <w:t xml:space="preserve">, </w:t>
      </w:r>
      <w:r>
        <w:rPr>
          <w:rFonts w:cs="Georgia"/>
          <w:kern w:val="1"/>
        </w:rPr>
        <w:t>joindre les talons</w:t>
      </w:r>
      <w:r w:rsidR="000E1451">
        <w:rPr>
          <w:rFonts w:cs="Georgia"/>
          <w:kern w:val="1"/>
        </w:rPr>
        <w:t xml:space="preserve">, </w:t>
      </w:r>
      <w:r>
        <w:rPr>
          <w:rFonts w:cs="Georgia"/>
          <w:kern w:val="1"/>
        </w:rPr>
        <w:t>reprendre en un mot son attitude de chef</w:t>
      </w:r>
      <w:r w:rsidR="000E1451">
        <w:rPr>
          <w:rFonts w:cs="Georgia"/>
          <w:kern w:val="1"/>
        </w:rPr>
        <w:t xml:space="preserve">. </w:t>
      </w:r>
      <w:r>
        <w:rPr>
          <w:rFonts w:cs="Georgia"/>
          <w:kern w:val="1"/>
        </w:rPr>
        <w:t>C</w:t>
      </w:r>
      <w:r w:rsidR="000E1451">
        <w:rPr>
          <w:rFonts w:cs="Georgia"/>
          <w:kern w:val="1"/>
        </w:rPr>
        <w:t>’</w:t>
      </w:r>
      <w:r>
        <w:rPr>
          <w:rFonts w:cs="Georgia"/>
          <w:kern w:val="1"/>
        </w:rPr>
        <w:t>était fini</w:t>
      </w:r>
      <w:r w:rsidR="000E1451">
        <w:rPr>
          <w:rFonts w:cs="Georgia"/>
          <w:kern w:val="1"/>
        </w:rPr>
        <w:t xml:space="preserve">. </w:t>
      </w:r>
      <w:r>
        <w:rPr>
          <w:rFonts w:cs="Georgia"/>
          <w:kern w:val="1"/>
        </w:rPr>
        <w:t>Là devait se borner ce que j</w:t>
      </w:r>
      <w:r w:rsidR="000E1451">
        <w:rPr>
          <w:rFonts w:cs="Georgia"/>
          <w:kern w:val="1"/>
        </w:rPr>
        <w:t>’</w:t>
      </w:r>
      <w:r>
        <w:rPr>
          <w:rFonts w:cs="Georgia"/>
          <w:kern w:val="1"/>
        </w:rPr>
        <w:t>étais autorisé à connaître de mon ennemi</w:t>
      </w:r>
      <w:r w:rsidR="000E1451">
        <w:rPr>
          <w:rFonts w:cs="Georgia"/>
          <w:kern w:val="1"/>
        </w:rPr>
        <w:t xml:space="preserve">. </w:t>
      </w:r>
      <w:r>
        <w:rPr>
          <w:rFonts w:cs="Georgia"/>
          <w:kern w:val="1"/>
        </w:rPr>
        <w:t>L</w:t>
      </w:r>
      <w:r w:rsidR="000E1451">
        <w:rPr>
          <w:rFonts w:cs="Georgia"/>
          <w:kern w:val="1"/>
        </w:rPr>
        <w:t>’</w:t>
      </w:r>
      <w:r>
        <w:rPr>
          <w:rFonts w:cs="Georgia"/>
          <w:kern w:val="1"/>
        </w:rPr>
        <w:t>heure avait sonné d</w:t>
      </w:r>
      <w:r w:rsidR="000E1451">
        <w:rPr>
          <w:rFonts w:cs="Georgia"/>
          <w:kern w:val="1"/>
        </w:rPr>
        <w:t>’</w:t>
      </w:r>
      <w:r>
        <w:rPr>
          <w:rFonts w:cs="Georgia"/>
          <w:kern w:val="1"/>
        </w:rPr>
        <w:t>une séparation que l</w:t>
      </w:r>
      <w:r w:rsidR="000E1451">
        <w:rPr>
          <w:rFonts w:cs="Georgia"/>
          <w:kern w:val="1"/>
        </w:rPr>
        <w:t>’</w:t>
      </w:r>
      <w:r>
        <w:rPr>
          <w:rFonts w:cs="Georgia"/>
          <w:kern w:val="1"/>
        </w:rPr>
        <w:t>un et l</w:t>
      </w:r>
      <w:r w:rsidR="000E1451">
        <w:rPr>
          <w:rFonts w:cs="Georgia"/>
          <w:kern w:val="1"/>
        </w:rPr>
        <w:t>’</w:t>
      </w:r>
      <w:r>
        <w:rPr>
          <w:rFonts w:cs="Georgia"/>
          <w:kern w:val="1"/>
        </w:rPr>
        <w:t>autre nous devinions définitive</w:t>
      </w:r>
      <w:r w:rsidR="000E1451">
        <w:rPr>
          <w:rFonts w:cs="Georgia"/>
          <w:kern w:val="1"/>
        </w:rPr>
        <w:t xml:space="preserve">. </w:t>
      </w:r>
      <w:r>
        <w:rPr>
          <w:rFonts w:cs="Georgia"/>
          <w:kern w:val="1"/>
        </w:rPr>
        <w:t>Les yeux dans les yeux</w:t>
      </w:r>
      <w:r w:rsidR="000E1451">
        <w:rPr>
          <w:rFonts w:cs="Georgia"/>
          <w:kern w:val="1"/>
        </w:rPr>
        <w:t xml:space="preserve">, </w:t>
      </w:r>
      <w:r>
        <w:rPr>
          <w:rFonts w:cs="Georgia"/>
          <w:kern w:val="1"/>
        </w:rPr>
        <w:t>nous nous regardâmes</w:t>
      </w:r>
      <w:r w:rsidR="000E1451">
        <w:rPr>
          <w:rFonts w:cs="Georgia"/>
          <w:kern w:val="1"/>
        </w:rPr>
        <w:t xml:space="preserve">. </w:t>
      </w:r>
      <w:r>
        <w:rPr>
          <w:rFonts w:cs="Georgia"/>
          <w:kern w:val="1"/>
        </w:rPr>
        <w:t>Je sentis ma main qui se portait d</w:t>
      </w:r>
      <w:r w:rsidR="000E1451">
        <w:rPr>
          <w:rFonts w:cs="Georgia"/>
          <w:kern w:val="1"/>
        </w:rPr>
        <w:t>’</w:t>
      </w:r>
      <w:r>
        <w:rPr>
          <w:rFonts w:cs="Georgia"/>
          <w:kern w:val="1"/>
        </w:rPr>
        <w:t>elle-même à mon front</w:t>
      </w:r>
      <w:r w:rsidR="000E1451">
        <w:rPr>
          <w:rFonts w:cs="Georgia"/>
          <w:kern w:val="1"/>
        </w:rPr>
        <w:t xml:space="preserve">. </w:t>
      </w:r>
      <w:r>
        <w:rPr>
          <w:rFonts w:cs="Georgia"/>
          <w:kern w:val="1"/>
        </w:rPr>
        <w:t>Rigide</w:t>
      </w:r>
      <w:r w:rsidR="000E1451">
        <w:rPr>
          <w:rFonts w:cs="Georgia"/>
          <w:kern w:val="1"/>
        </w:rPr>
        <w:t xml:space="preserve">, </w:t>
      </w:r>
      <w:r>
        <w:rPr>
          <w:rFonts w:cs="Georgia"/>
          <w:kern w:val="1"/>
        </w:rPr>
        <w:t>il me rendit mon salut</w:t>
      </w:r>
      <w:r w:rsidR="000E1451">
        <w:rPr>
          <w:rFonts w:cs="Georgia"/>
          <w:kern w:val="1"/>
        </w:rPr>
        <w:t xml:space="preserve"> ; </w:t>
      </w:r>
      <w:r>
        <w:rPr>
          <w:rFonts w:cs="Georgia"/>
          <w:kern w:val="1"/>
        </w:rPr>
        <w:t>puis il sortit</w:t>
      </w:r>
      <w:r w:rsidR="000E1451">
        <w:rPr>
          <w:rFonts w:cs="Georgia"/>
          <w:kern w:val="1"/>
        </w:rPr>
        <w:t>.</w:t>
      </w:r>
    </w:p>
    <w:p w14:paraId="3F947F05" w14:textId="77777777" w:rsidR="000E1451" w:rsidRDefault="00BE611A" w:rsidP="00BE611A">
      <w:pPr>
        <w:rPr>
          <w:rFonts w:cs="Georgia"/>
          <w:kern w:val="1"/>
        </w:rPr>
      </w:pPr>
      <w:r>
        <w:rPr>
          <w:rFonts w:cs="Georgia"/>
          <w:kern w:val="1"/>
        </w:rPr>
        <w:t>J</w:t>
      </w:r>
      <w:r w:rsidR="000E1451">
        <w:rPr>
          <w:rFonts w:cs="Georgia"/>
          <w:kern w:val="1"/>
        </w:rPr>
        <w:t>’</w:t>
      </w:r>
      <w:r>
        <w:rPr>
          <w:rFonts w:cs="Georgia"/>
          <w:kern w:val="1"/>
        </w:rPr>
        <w:t>ai fait la guerre</w:t>
      </w:r>
      <w:r w:rsidR="000E1451">
        <w:rPr>
          <w:rFonts w:cs="Georgia"/>
          <w:kern w:val="1"/>
        </w:rPr>
        <w:t xml:space="preserve">. </w:t>
      </w:r>
      <w:r>
        <w:rPr>
          <w:rFonts w:cs="Georgia"/>
          <w:kern w:val="1"/>
        </w:rPr>
        <w:t>Dans les minutes qui précèdent celle où sous les balles on va bondir hors de la tranchée</w:t>
      </w:r>
      <w:r w:rsidR="000E1451">
        <w:rPr>
          <w:rFonts w:cs="Georgia"/>
          <w:kern w:val="1"/>
        </w:rPr>
        <w:t xml:space="preserve">, </w:t>
      </w:r>
      <w:r>
        <w:rPr>
          <w:rFonts w:cs="Georgia"/>
          <w:kern w:val="1"/>
        </w:rPr>
        <w:t>j</w:t>
      </w:r>
      <w:r w:rsidR="000E1451">
        <w:rPr>
          <w:rFonts w:cs="Georgia"/>
          <w:kern w:val="1"/>
        </w:rPr>
        <w:t>’</w:t>
      </w:r>
      <w:r>
        <w:rPr>
          <w:rFonts w:cs="Georgia"/>
          <w:kern w:val="1"/>
        </w:rPr>
        <w:t>ai vu sur des centaines de faces résignées ou hagardes le masque posé par la certitude que bientôt tout sera terminé</w:t>
      </w:r>
      <w:r w:rsidR="000E1451">
        <w:rPr>
          <w:rFonts w:cs="Georgia"/>
          <w:kern w:val="1"/>
        </w:rPr>
        <w:t xml:space="preserve">. </w:t>
      </w:r>
      <w:r>
        <w:rPr>
          <w:rFonts w:cs="Georgia"/>
          <w:kern w:val="1"/>
        </w:rPr>
        <w:t>Jamais je n</w:t>
      </w:r>
      <w:r w:rsidR="000E1451">
        <w:rPr>
          <w:rFonts w:cs="Georgia"/>
          <w:kern w:val="1"/>
        </w:rPr>
        <w:t>’</w:t>
      </w:r>
      <w:r>
        <w:rPr>
          <w:rFonts w:cs="Georgia"/>
          <w:kern w:val="1"/>
        </w:rPr>
        <w:t>ai vu cette certitude plus absolue que sur le visage du commandant Dietrich de Reichendorf</w:t>
      </w:r>
      <w:r w:rsidR="000E1451">
        <w:rPr>
          <w:rFonts w:cs="Georgia"/>
          <w:kern w:val="1"/>
        </w:rPr>
        <w:t>.</w:t>
      </w:r>
    </w:p>
    <w:p w14:paraId="3ED9BD41" w14:textId="77777777" w:rsidR="000E1451" w:rsidRDefault="00BE611A" w:rsidP="00BE611A">
      <w:pPr>
        <w:rPr>
          <w:rFonts w:cs="Georgia"/>
          <w:kern w:val="1"/>
        </w:rPr>
      </w:pPr>
      <w:r>
        <w:rPr>
          <w:rFonts w:cs="Georgia"/>
          <w:kern w:val="1"/>
        </w:rPr>
        <w:lastRenderedPageBreak/>
        <w:t>Une demi-heure après</w:t>
      </w:r>
      <w:r w:rsidR="000E1451">
        <w:rPr>
          <w:rFonts w:cs="Georgia"/>
          <w:kern w:val="1"/>
        </w:rPr>
        <w:t xml:space="preserve">, </w:t>
      </w:r>
      <w:r>
        <w:rPr>
          <w:rFonts w:cs="Georgia"/>
          <w:kern w:val="1"/>
        </w:rPr>
        <w:t>j</w:t>
      </w:r>
      <w:r w:rsidR="000E1451">
        <w:rPr>
          <w:rFonts w:cs="Georgia"/>
          <w:kern w:val="1"/>
        </w:rPr>
        <w:t>’</w:t>
      </w:r>
      <w:r>
        <w:rPr>
          <w:rFonts w:cs="Georgia"/>
          <w:kern w:val="1"/>
        </w:rPr>
        <w:t>entendis la voiture qui l</w:t>
      </w:r>
      <w:r w:rsidR="000E1451">
        <w:rPr>
          <w:rFonts w:cs="Georgia"/>
          <w:kern w:val="1"/>
        </w:rPr>
        <w:t>’</w:t>
      </w:r>
      <w:r>
        <w:rPr>
          <w:rFonts w:cs="Georgia"/>
          <w:kern w:val="1"/>
        </w:rPr>
        <w:t>emportait s</w:t>
      </w:r>
      <w:r w:rsidR="000E1451">
        <w:rPr>
          <w:rFonts w:cs="Georgia"/>
          <w:kern w:val="1"/>
        </w:rPr>
        <w:t>’</w:t>
      </w:r>
      <w:r>
        <w:rPr>
          <w:rFonts w:cs="Georgia"/>
          <w:kern w:val="1"/>
        </w:rPr>
        <w:t>engager sur la passerelle du château</w:t>
      </w:r>
      <w:r w:rsidR="000E1451">
        <w:rPr>
          <w:rFonts w:cs="Georgia"/>
          <w:kern w:val="1"/>
        </w:rPr>
        <w:t xml:space="preserve">. </w:t>
      </w:r>
      <w:r>
        <w:rPr>
          <w:rFonts w:cs="Georgia"/>
          <w:kern w:val="1"/>
        </w:rPr>
        <w:t>Il avait dissuadé Axelle d</w:t>
      </w:r>
      <w:r w:rsidR="000E1451">
        <w:rPr>
          <w:rFonts w:cs="Georgia"/>
          <w:kern w:val="1"/>
        </w:rPr>
        <w:t>’</w:t>
      </w:r>
      <w:r>
        <w:rPr>
          <w:rFonts w:cs="Georgia"/>
          <w:kern w:val="1"/>
        </w:rPr>
        <w:t>aller avec lui jusqu</w:t>
      </w:r>
      <w:r w:rsidR="000E1451">
        <w:rPr>
          <w:rFonts w:cs="Georgia"/>
          <w:kern w:val="1"/>
        </w:rPr>
        <w:t>’</w:t>
      </w:r>
      <w:r>
        <w:rPr>
          <w:rFonts w:cs="Georgia"/>
          <w:kern w:val="1"/>
        </w:rPr>
        <w:t>à la station du chemin de fer</w:t>
      </w:r>
      <w:r w:rsidR="000E1451">
        <w:rPr>
          <w:rFonts w:cs="Georgia"/>
          <w:kern w:val="1"/>
        </w:rPr>
        <w:t xml:space="preserve">. </w:t>
      </w:r>
      <w:r>
        <w:rPr>
          <w:rFonts w:cs="Georgia"/>
          <w:kern w:val="1"/>
        </w:rPr>
        <w:t>Mais elle avait tenu à l</w:t>
      </w:r>
      <w:r w:rsidR="000E1451">
        <w:rPr>
          <w:rFonts w:cs="Georgia"/>
          <w:kern w:val="1"/>
        </w:rPr>
        <w:t>’</w:t>
      </w:r>
      <w:r>
        <w:rPr>
          <w:rFonts w:cs="Georgia"/>
          <w:kern w:val="1"/>
        </w:rPr>
        <w:t>accompagner</w:t>
      </w:r>
      <w:r w:rsidR="000E1451">
        <w:rPr>
          <w:rFonts w:cs="Georgia"/>
          <w:kern w:val="1"/>
        </w:rPr>
        <w:t>.</w:t>
      </w:r>
    </w:p>
    <w:p w14:paraId="423E49AB" w14:textId="77777777" w:rsidR="000E1451" w:rsidRDefault="00BE611A" w:rsidP="00BE611A">
      <w:pPr>
        <w:rPr>
          <w:rFonts w:cs="Georgia"/>
          <w:kern w:val="1"/>
        </w:rPr>
      </w:pPr>
      <w:r>
        <w:rPr>
          <w:rFonts w:cs="Georgia"/>
          <w:kern w:val="1"/>
        </w:rPr>
        <w:t>Le cœur en proie aux sentiments les plus tumultueux</w:t>
      </w:r>
      <w:r w:rsidR="000E1451">
        <w:rPr>
          <w:rFonts w:cs="Georgia"/>
          <w:kern w:val="1"/>
        </w:rPr>
        <w:t xml:space="preserve">, </w:t>
      </w:r>
      <w:r>
        <w:rPr>
          <w:rFonts w:cs="Georgia"/>
          <w:kern w:val="1"/>
        </w:rPr>
        <w:t>les plus contradictoires</w:t>
      </w:r>
      <w:r w:rsidR="000E1451">
        <w:rPr>
          <w:rFonts w:cs="Georgia"/>
          <w:kern w:val="1"/>
        </w:rPr>
        <w:t xml:space="preserve">, </w:t>
      </w:r>
      <w:r>
        <w:rPr>
          <w:rFonts w:cs="Georgia"/>
          <w:kern w:val="1"/>
        </w:rPr>
        <w:t>je venais de me remettre à ma besogne</w:t>
      </w:r>
      <w:r w:rsidR="000E1451">
        <w:rPr>
          <w:rFonts w:cs="Georgia"/>
          <w:kern w:val="1"/>
        </w:rPr>
        <w:t xml:space="preserve">, </w:t>
      </w:r>
      <w:r>
        <w:rPr>
          <w:rFonts w:cs="Georgia"/>
          <w:kern w:val="1"/>
        </w:rPr>
        <w:t>lorsque</w:t>
      </w:r>
      <w:r w:rsidR="000E1451">
        <w:rPr>
          <w:rFonts w:cs="Georgia"/>
          <w:kern w:val="1"/>
        </w:rPr>
        <w:t xml:space="preserve">, </w:t>
      </w:r>
      <w:r>
        <w:rPr>
          <w:rFonts w:cs="Georgia"/>
          <w:kern w:val="1"/>
        </w:rPr>
        <w:t>du seuil de la porte restée ouverte</w:t>
      </w:r>
      <w:r w:rsidR="000E1451">
        <w:rPr>
          <w:rFonts w:cs="Georgia"/>
          <w:kern w:val="1"/>
        </w:rPr>
        <w:t xml:space="preserve">, </w:t>
      </w:r>
      <w:r>
        <w:rPr>
          <w:rFonts w:cs="Georgia"/>
          <w:kern w:val="1"/>
        </w:rPr>
        <w:t>quelqu</w:t>
      </w:r>
      <w:r w:rsidR="000E1451">
        <w:rPr>
          <w:rFonts w:cs="Georgia"/>
          <w:kern w:val="1"/>
        </w:rPr>
        <w:t>’</w:t>
      </w:r>
      <w:r>
        <w:rPr>
          <w:rFonts w:cs="Georgia"/>
          <w:kern w:val="1"/>
        </w:rPr>
        <w:t>un m</w:t>
      </w:r>
      <w:r w:rsidR="000E1451">
        <w:rPr>
          <w:rFonts w:cs="Georgia"/>
          <w:kern w:val="1"/>
        </w:rPr>
        <w:t>’</w:t>
      </w:r>
      <w:r>
        <w:rPr>
          <w:rFonts w:cs="Georgia"/>
          <w:kern w:val="1"/>
        </w:rPr>
        <w:t>appela</w:t>
      </w:r>
      <w:r w:rsidR="000E1451">
        <w:rPr>
          <w:rFonts w:cs="Georgia"/>
          <w:kern w:val="1"/>
        </w:rPr>
        <w:t xml:space="preserve">. </w:t>
      </w:r>
      <w:r>
        <w:rPr>
          <w:rFonts w:cs="Georgia"/>
          <w:kern w:val="1"/>
        </w:rPr>
        <w:t>C</w:t>
      </w:r>
      <w:r w:rsidR="000E1451">
        <w:rPr>
          <w:rFonts w:cs="Georgia"/>
          <w:kern w:val="1"/>
        </w:rPr>
        <w:t>’</w:t>
      </w:r>
      <w:r>
        <w:rPr>
          <w:rFonts w:cs="Georgia"/>
          <w:kern w:val="1"/>
        </w:rPr>
        <w:t>était Dominica</w:t>
      </w:r>
      <w:r w:rsidR="000E1451">
        <w:rPr>
          <w:rFonts w:cs="Georgia"/>
          <w:kern w:val="1"/>
        </w:rPr>
        <w:t xml:space="preserve">. </w:t>
      </w:r>
      <w:r>
        <w:rPr>
          <w:rFonts w:cs="Georgia"/>
          <w:kern w:val="1"/>
        </w:rPr>
        <w:t>En l</w:t>
      </w:r>
      <w:r w:rsidR="000E1451">
        <w:rPr>
          <w:rFonts w:cs="Georgia"/>
          <w:kern w:val="1"/>
        </w:rPr>
        <w:t>’</w:t>
      </w:r>
      <w:r>
        <w:rPr>
          <w:rFonts w:cs="Georgia"/>
          <w:kern w:val="1"/>
        </w:rPr>
        <w:t>absence de Gottlieb</w:t>
      </w:r>
      <w:r w:rsidR="000E1451">
        <w:rPr>
          <w:rFonts w:cs="Georgia"/>
          <w:kern w:val="1"/>
        </w:rPr>
        <w:t xml:space="preserve">, </w:t>
      </w:r>
      <w:r>
        <w:rPr>
          <w:rFonts w:cs="Georgia"/>
          <w:kern w:val="1"/>
        </w:rPr>
        <w:t>elle avait couru après moi à travers tout le château</w:t>
      </w:r>
      <w:r w:rsidR="000E1451">
        <w:rPr>
          <w:rFonts w:cs="Georgia"/>
          <w:kern w:val="1"/>
        </w:rPr>
        <w:t xml:space="preserve">, </w:t>
      </w:r>
      <w:r>
        <w:rPr>
          <w:rFonts w:cs="Georgia"/>
          <w:kern w:val="1"/>
        </w:rPr>
        <w:t>pour me dire que le Général me réclamait d</w:t>
      </w:r>
      <w:r w:rsidR="000E1451">
        <w:rPr>
          <w:rFonts w:cs="Georgia"/>
          <w:kern w:val="1"/>
        </w:rPr>
        <w:t>’</w:t>
      </w:r>
      <w:r>
        <w:rPr>
          <w:rFonts w:cs="Georgia"/>
          <w:kern w:val="1"/>
        </w:rPr>
        <w:t>urgence dans son cabinet</w:t>
      </w:r>
      <w:r w:rsidR="000E1451">
        <w:rPr>
          <w:rFonts w:cs="Georgia"/>
          <w:kern w:val="1"/>
        </w:rPr>
        <w:t>.</w:t>
      </w:r>
    </w:p>
    <w:p w14:paraId="6A9D03E7" w14:textId="77777777" w:rsidR="000E1451" w:rsidRDefault="00BE611A" w:rsidP="00BE611A">
      <w:pPr>
        <w:rPr>
          <w:rFonts w:cs="Georgia"/>
          <w:kern w:val="1"/>
        </w:rPr>
      </w:pPr>
      <w:r>
        <w:rPr>
          <w:rFonts w:cs="Georgia"/>
          <w:kern w:val="1"/>
        </w:rPr>
        <w:t>Le vieillard avait dû verser une ou deux larmes quelques instants plus tôt</w:t>
      </w:r>
      <w:r w:rsidR="000E1451">
        <w:rPr>
          <w:rFonts w:cs="Georgia"/>
          <w:kern w:val="1"/>
        </w:rPr>
        <w:t xml:space="preserve">, </w:t>
      </w:r>
      <w:r>
        <w:rPr>
          <w:rFonts w:cs="Georgia"/>
          <w:kern w:val="1"/>
        </w:rPr>
        <w:t>car il avait les paupières encore un peu rouges</w:t>
      </w:r>
      <w:r w:rsidR="000E1451">
        <w:rPr>
          <w:rFonts w:cs="Georgia"/>
          <w:kern w:val="1"/>
        </w:rPr>
        <w:t xml:space="preserve">. </w:t>
      </w:r>
      <w:r>
        <w:rPr>
          <w:rFonts w:cs="Georgia"/>
          <w:kern w:val="1"/>
        </w:rPr>
        <w:t>Il ne m</w:t>
      </w:r>
      <w:r w:rsidR="000E1451">
        <w:rPr>
          <w:rFonts w:cs="Georgia"/>
          <w:kern w:val="1"/>
        </w:rPr>
        <w:t>’</w:t>
      </w:r>
      <w:r>
        <w:rPr>
          <w:rFonts w:cs="Georgia"/>
          <w:kern w:val="1"/>
        </w:rPr>
        <w:t>en accueillit pas moins avec un large sourire de béatitude</w:t>
      </w:r>
      <w:r w:rsidR="000E1451">
        <w:rPr>
          <w:rFonts w:cs="Georgia"/>
          <w:kern w:val="1"/>
        </w:rPr>
        <w:t>.</w:t>
      </w:r>
    </w:p>
    <w:p w14:paraId="24ABAC81" w14:textId="77777777" w:rsidR="000E1451" w:rsidRDefault="000E1451" w:rsidP="00BE611A">
      <w:pPr>
        <w:rPr>
          <w:rFonts w:cs="Georgia"/>
          <w:kern w:val="1"/>
        </w:rPr>
      </w:pPr>
      <w:r>
        <w:rPr>
          <w:rFonts w:cs="Georgia"/>
          <w:kern w:val="1"/>
        </w:rPr>
        <w:t>— </w:t>
      </w:r>
      <w:r w:rsidR="00BE611A">
        <w:rPr>
          <w:rFonts w:cs="Georgia"/>
          <w:kern w:val="1"/>
        </w:rPr>
        <w:t>Eh bien</w:t>
      </w:r>
      <w:r>
        <w:rPr>
          <w:rFonts w:cs="Georgia"/>
          <w:kern w:val="1"/>
        </w:rPr>
        <w:t xml:space="preserve">, </w:t>
      </w:r>
      <w:r w:rsidR="00BE611A">
        <w:rPr>
          <w:rFonts w:cs="Georgia"/>
          <w:kern w:val="1"/>
        </w:rPr>
        <w:t>mon ami</w:t>
      </w:r>
      <w:r>
        <w:rPr>
          <w:rFonts w:cs="Georgia"/>
          <w:kern w:val="1"/>
        </w:rPr>
        <w:t xml:space="preserve">, </w:t>
      </w:r>
      <w:r w:rsidR="00BE611A">
        <w:rPr>
          <w:rFonts w:cs="Georgia"/>
          <w:kern w:val="1"/>
        </w:rPr>
        <w:t>vous ne vous êtes pas trop ennuyé</w:t>
      </w:r>
      <w:r>
        <w:rPr>
          <w:rFonts w:cs="Georgia"/>
          <w:kern w:val="1"/>
        </w:rPr>
        <w:t xml:space="preserve">, </w:t>
      </w:r>
      <w:r w:rsidR="00BE611A">
        <w:rPr>
          <w:rFonts w:cs="Georgia"/>
          <w:kern w:val="1"/>
        </w:rPr>
        <w:t>depuis une semaine</w:t>
      </w:r>
      <w:r>
        <w:rPr>
          <w:rFonts w:cs="Georgia"/>
          <w:kern w:val="1"/>
        </w:rPr>
        <w:t> ?</w:t>
      </w:r>
    </w:p>
    <w:p w14:paraId="6905A6CE" w14:textId="77777777" w:rsidR="000E1451" w:rsidRDefault="00BE611A" w:rsidP="00BE611A">
      <w:pPr>
        <w:rPr>
          <w:rFonts w:cs="Georgia"/>
          <w:kern w:val="1"/>
        </w:rPr>
      </w:pPr>
      <w:r>
        <w:rPr>
          <w:rFonts w:cs="Georgia"/>
          <w:kern w:val="1"/>
        </w:rPr>
        <w:t>Je fis un geste assez vague pour qu</w:t>
      </w:r>
      <w:r w:rsidR="000E1451">
        <w:rPr>
          <w:rFonts w:cs="Georgia"/>
          <w:kern w:val="1"/>
        </w:rPr>
        <w:t>’</w:t>
      </w:r>
      <w:r>
        <w:rPr>
          <w:rFonts w:cs="Georgia"/>
          <w:kern w:val="1"/>
        </w:rPr>
        <w:t>il pût l</w:t>
      </w:r>
      <w:r w:rsidR="000E1451">
        <w:rPr>
          <w:rFonts w:cs="Georgia"/>
          <w:kern w:val="1"/>
        </w:rPr>
        <w:t>’</w:t>
      </w:r>
      <w:r>
        <w:rPr>
          <w:rFonts w:cs="Georgia"/>
          <w:kern w:val="1"/>
        </w:rPr>
        <w:t>interpréter au mieux de sa convenance</w:t>
      </w:r>
      <w:r w:rsidR="000E1451">
        <w:rPr>
          <w:rFonts w:cs="Georgia"/>
          <w:kern w:val="1"/>
        </w:rPr>
        <w:t xml:space="preserve">. </w:t>
      </w:r>
      <w:r>
        <w:rPr>
          <w:rFonts w:cs="Georgia"/>
          <w:kern w:val="1"/>
        </w:rPr>
        <w:t>Il ne le remarqua d</w:t>
      </w:r>
      <w:r w:rsidR="000E1451">
        <w:rPr>
          <w:rFonts w:cs="Georgia"/>
          <w:kern w:val="1"/>
        </w:rPr>
        <w:t>’</w:t>
      </w:r>
      <w:r>
        <w:rPr>
          <w:rFonts w:cs="Georgia"/>
          <w:kern w:val="1"/>
        </w:rPr>
        <w:t>ailleurs pas</w:t>
      </w:r>
      <w:r w:rsidR="000E1451">
        <w:rPr>
          <w:rFonts w:cs="Georgia"/>
          <w:kern w:val="1"/>
        </w:rPr>
        <w:t xml:space="preserve">. </w:t>
      </w:r>
      <w:r>
        <w:rPr>
          <w:rFonts w:cs="Georgia"/>
          <w:kern w:val="1"/>
        </w:rPr>
        <w:t>Il était trop occupé à jalonner d</w:t>
      </w:r>
      <w:r w:rsidR="000E1451">
        <w:rPr>
          <w:rFonts w:cs="Georgia"/>
          <w:kern w:val="1"/>
        </w:rPr>
        <w:t>’</w:t>
      </w:r>
      <w:r>
        <w:rPr>
          <w:rFonts w:cs="Georgia"/>
          <w:kern w:val="1"/>
        </w:rPr>
        <w:t>épingles une carte d</w:t>
      </w:r>
      <w:r w:rsidR="000E1451">
        <w:rPr>
          <w:rFonts w:cs="Georgia"/>
          <w:kern w:val="1"/>
        </w:rPr>
        <w:t>’</w:t>
      </w:r>
      <w:r>
        <w:rPr>
          <w:rFonts w:cs="Georgia"/>
          <w:kern w:val="1"/>
        </w:rPr>
        <w:t>état-major</w:t>
      </w:r>
      <w:r w:rsidR="000E1451">
        <w:rPr>
          <w:rFonts w:cs="Georgia"/>
          <w:kern w:val="1"/>
        </w:rPr>
        <w:t xml:space="preserve">, </w:t>
      </w:r>
      <w:r>
        <w:rPr>
          <w:rFonts w:cs="Georgia"/>
          <w:kern w:val="1"/>
        </w:rPr>
        <w:t>toujours la même</w:t>
      </w:r>
      <w:r w:rsidR="000E1451">
        <w:rPr>
          <w:rFonts w:cs="Georgia"/>
          <w:kern w:val="1"/>
        </w:rPr>
        <w:t>.</w:t>
      </w:r>
    </w:p>
    <w:p w14:paraId="18DD13CA" w14:textId="77777777" w:rsidR="000E1451" w:rsidRDefault="000E1451" w:rsidP="00BE611A">
      <w:pPr>
        <w:rPr>
          <w:rFonts w:cs="Georgia"/>
          <w:kern w:val="1"/>
        </w:rPr>
      </w:pPr>
      <w:r>
        <w:rPr>
          <w:rFonts w:cs="Georgia"/>
          <w:kern w:val="1"/>
        </w:rPr>
        <w:t>— </w:t>
      </w:r>
      <w:r w:rsidR="00BE611A">
        <w:rPr>
          <w:rFonts w:cs="Georgia"/>
          <w:kern w:val="1"/>
        </w:rPr>
        <w:t>Et maintenant</w:t>
      </w:r>
      <w:r>
        <w:rPr>
          <w:rFonts w:cs="Georgia"/>
          <w:kern w:val="1"/>
        </w:rPr>
        <w:t xml:space="preserve">, </w:t>
      </w:r>
      <w:r w:rsidR="00BE611A">
        <w:rPr>
          <w:rFonts w:cs="Georgia"/>
          <w:kern w:val="1"/>
        </w:rPr>
        <w:t>dit-il</w:t>
      </w:r>
      <w:r>
        <w:rPr>
          <w:rFonts w:cs="Georgia"/>
          <w:kern w:val="1"/>
        </w:rPr>
        <w:t xml:space="preserve">, </w:t>
      </w:r>
      <w:r w:rsidR="00BE611A">
        <w:rPr>
          <w:rFonts w:cs="Georgia"/>
          <w:kern w:val="1"/>
        </w:rPr>
        <w:t>assez de temps perdu comme cela</w:t>
      </w:r>
      <w:r>
        <w:rPr>
          <w:rFonts w:cs="Georgia"/>
          <w:kern w:val="1"/>
        </w:rPr>
        <w:t xml:space="preserve">. </w:t>
      </w:r>
      <w:r w:rsidR="00BE611A">
        <w:rPr>
          <w:rFonts w:cs="Georgia"/>
          <w:kern w:val="1"/>
        </w:rPr>
        <w:t>Il s</w:t>
      </w:r>
      <w:r>
        <w:rPr>
          <w:rFonts w:cs="Georgia"/>
          <w:kern w:val="1"/>
        </w:rPr>
        <w:t>’</w:t>
      </w:r>
      <w:r w:rsidR="00BE611A">
        <w:rPr>
          <w:rFonts w:cs="Georgia"/>
          <w:kern w:val="1"/>
        </w:rPr>
        <w:t>agit de se remettre au travail</w:t>
      </w:r>
      <w:r>
        <w:rPr>
          <w:rFonts w:cs="Georgia"/>
          <w:kern w:val="1"/>
        </w:rPr>
        <w:t xml:space="preserve">, </w:t>
      </w:r>
      <w:r w:rsidR="00BE611A">
        <w:rPr>
          <w:rFonts w:cs="Georgia"/>
          <w:kern w:val="1"/>
        </w:rPr>
        <w:t>et sérieusement</w:t>
      </w:r>
      <w:r>
        <w:rPr>
          <w:rFonts w:cs="Georgia"/>
          <w:kern w:val="1"/>
        </w:rPr>
        <w:t> !</w:t>
      </w:r>
    </w:p>
    <w:p w14:paraId="744CF5E2" w14:textId="77777777" w:rsidR="00BE611A" w:rsidRDefault="00BE611A" w:rsidP="00BE611A">
      <w:pPr>
        <w:rPr>
          <w:rFonts w:cs="Georgia"/>
          <w:kern w:val="1"/>
        </w:rPr>
      </w:pPr>
    </w:p>
    <w:p w14:paraId="4781E692" w14:textId="77777777" w:rsidR="000E1451" w:rsidRDefault="00BE611A" w:rsidP="00BE611A">
      <w:pPr>
        <w:rPr>
          <w:rFonts w:cs="Georgia"/>
          <w:kern w:val="1"/>
        </w:rPr>
      </w:pPr>
      <w:r>
        <w:rPr>
          <w:rFonts w:cs="Georgia"/>
          <w:kern w:val="1"/>
        </w:rPr>
        <w:t>Axelle n</w:t>
      </w:r>
      <w:r w:rsidR="000E1451">
        <w:rPr>
          <w:rFonts w:cs="Georgia"/>
          <w:kern w:val="1"/>
        </w:rPr>
        <w:t>’</w:t>
      </w:r>
      <w:r>
        <w:rPr>
          <w:rFonts w:cs="Georgia"/>
          <w:kern w:val="1"/>
        </w:rPr>
        <w:t>était pas encore revenue de la station quand ce fut l</w:t>
      </w:r>
      <w:r w:rsidR="000E1451">
        <w:rPr>
          <w:rFonts w:cs="Georgia"/>
          <w:kern w:val="1"/>
        </w:rPr>
        <w:t>’</w:t>
      </w:r>
      <w:r>
        <w:rPr>
          <w:rFonts w:cs="Georgia"/>
          <w:kern w:val="1"/>
        </w:rPr>
        <w:t>heure pour moi de reprendre le chemin du camp</w:t>
      </w:r>
      <w:r w:rsidR="000E1451">
        <w:rPr>
          <w:rFonts w:cs="Georgia"/>
          <w:kern w:val="1"/>
        </w:rPr>
        <w:t xml:space="preserve">. </w:t>
      </w:r>
      <w:r>
        <w:rPr>
          <w:rFonts w:cs="Georgia"/>
          <w:kern w:val="1"/>
        </w:rPr>
        <w:t>Après avoir tant espéré que cette journée ne s</w:t>
      </w:r>
      <w:r w:rsidR="000E1451">
        <w:rPr>
          <w:rFonts w:cs="Georgia"/>
          <w:kern w:val="1"/>
        </w:rPr>
        <w:t>’</w:t>
      </w:r>
      <w:r>
        <w:rPr>
          <w:rFonts w:cs="Georgia"/>
          <w:kern w:val="1"/>
        </w:rPr>
        <w:t>achèverait pas que je ne lui eusse adressé la parole</w:t>
      </w:r>
      <w:r w:rsidR="000E1451">
        <w:rPr>
          <w:rFonts w:cs="Georgia"/>
          <w:kern w:val="1"/>
        </w:rPr>
        <w:t xml:space="preserve">, </w:t>
      </w:r>
      <w:r>
        <w:rPr>
          <w:rFonts w:cs="Georgia"/>
          <w:kern w:val="1"/>
        </w:rPr>
        <w:t xml:space="preserve">je dus partir sans avoir revu </w:t>
      </w:r>
      <w:r w:rsidR="000E1451">
        <w:rPr>
          <w:rFonts w:cs="Georgia"/>
          <w:kern w:val="1"/>
        </w:rPr>
        <w:t>M</w:t>
      </w:r>
      <w:r w:rsidR="000E1451" w:rsidRPr="000E1451">
        <w:rPr>
          <w:rFonts w:cs="Georgia"/>
          <w:kern w:val="1"/>
          <w:vertAlign w:val="superscript"/>
        </w:rPr>
        <w:t>lle</w:t>
      </w:r>
      <w:r w:rsidR="000E1451">
        <w:rPr>
          <w:rFonts w:cs="Georgia"/>
          <w:kern w:val="1"/>
        </w:rPr>
        <w:t> de </w:t>
      </w:r>
      <w:r>
        <w:rPr>
          <w:rFonts w:cs="Georgia"/>
          <w:kern w:val="1"/>
        </w:rPr>
        <w:t>Mirrbach</w:t>
      </w:r>
      <w:r w:rsidR="000E1451">
        <w:rPr>
          <w:rFonts w:cs="Georgia"/>
          <w:kern w:val="1"/>
        </w:rPr>
        <w:t xml:space="preserve">. </w:t>
      </w:r>
      <w:r>
        <w:rPr>
          <w:rFonts w:cs="Georgia"/>
          <w:kern w:val="1"/>
        </w:rPr>
        <w:t>Durant le trajet de retour</w:t>
      </w:r>
      <w:r w:rsidR="000E1451">
        <w:rPr>
          <w:rFonts w:cs="Georgia"/>
          <w:kern w:val="1"/>
        </w:rPr>
        <w:t xml:space="preserve">, </w:t>
      </w:r>
      <w:r>
        <w:rPr>
          <w:rFonts w:cs="Georgia"/>
          <w:kern w:val="1"/>
        </w:rPr>
        <w:t xml:space="preserve">mon </w:t>
      </w:r>
      <w:r>
        <w:rPr>
          <w:rFonts w:cs="Georgia"/>
          <w:kern w:val="1"/>
        </w:rPr>
        <w:lastRenderedPageBreak/>
        <w:t>landsturmien me raconta</w:t>
      </w:r>
      <w:r w:rsidR="000E1451">
        <w:rPr>
          <w:rFonts w:cs="Georgia"/>
          <w:kern w:val="1"/>
        </w:rPr>
        <w:t xml:space="preserve">, </w:t>
      </w:r>
      <w:r>
        <w:rPr>
          <w:rFonts w:cs="Georgia"/>
          <w:kern w:val="1"/>
        </w:rPr>
        <w:t>en mauvais patois brandebourgeois</w:t>
      </w:r>
      <w:r w:rsidR="000E1451">
        <w:rPr>
          <w:rFonts w:cs="Georgia"/>
          <w:kern w:val="1"/>
        </w:rPr>
        <w:t xml:space="preserve">, </w:t>
      </w:r>
      <w:r>
        <w:rPr>
          <w:rFonts w:cs="Georgia"/>
          <w:kern w:val="1"/>
        </w:rPr>
        <w:t>une histoire à laquelle je ne compris rien mais qui m</w:t>
      </w:r>
      <w:r w:rsidR="000E1451">
        <w:rPr>
          <w:rFonts w:cs="Georgia"/>
          <w:kern w:val="1"/>
        </w:rPr>
        <w:t>’</w:t>
      </w:r>
      <w:r>
        <w:rPr>
          <w:rFonts w:cs="Georgia"/>
          <w:kern w:val="1"/>
        </w:rPr>
        <w:t>intrigua fort</w:t>
      </w:r>
      <w:r w:rsidR="000E1451">
        <w:rPr>
          <w:rFonts w:cs="Georgia"/>
          <w:kern w:val="1"/>
        </w:rPr>
        <w:t xml:space="preserve">. </w:t>
      </w:r>
      <w:r>
        <w:rPr>
          <w:rFonts w:cs="Georgia"/>
          <w:kern w:val="1"/>
        </w:rPr>
        <w:t>Il s</w:t>
      </w:r>
      <w:r w:rsidR="000E1451">
        <w:rPr>
          <w:rFonts w:cs="Georgia"/>
          <w:kern w:val="1"/>
        </w:rPr>
        <w:t>’</w:t>
      </w:r>
      <w:r>
        <w:rPr>
          <w:rFonts w:cs="Georgia"/>
          <w:kern w:val="1"/>
        </w:rPr>
        <w:t>agissait de la prochaine arrivée au camp d</w:t>
      </w:r>
      <w:r w:rsidR="000E1451">
        <w:rPr>
          <w:rFonts w:cs="Georgia"/>
          <w:kern w:val="1"/>
        </w:rPr>
        <w:t>’</w:t>
      </w:r>
      <w:r>
        <w:rPr>
          <w:rFonts w:cs="Georgia"/>
          <w:kern w:val="1"/>
        </w:rPr>
        <w:t>une commission d</w:t>
      </w:r>
      <w:r w:rsidR="000E1451">
        <w:rPr>
          <w:rFonts w:cs="Georgia"/>
          <w:kern w:val="1"/>
        </w:rPr>
        <w:t>’</w:t>
      </w:r>
      <w:r>
        <w:rPr>
          <w:rFonts w:cs="Georgia"/>
          <w:kern w:val="1"/>
        </w:rPr>
        <w:t>inspection</w:t>
      </w:r>
      <w:r w:rsidR="000E1451">
        <w:rPr>
          <w:rFonts w:cs="Georgia"/>
          <w:kern w:val="1"/>
        </w:rPr>
        <w:t xml:space="preserve"> ; </w:t>
      </w:r>
      <w:r>
        <w:rPr>
          <w:rFonts w:cs="Georgia"/>
          <w:kern w:val="1"/>
        </w:rPr>
        <w:t>il me fut impossible de me faire expliquer ce qu</w:t>
      </w:r>
      <w:r w:rsidR="000E1451">
        <w:rPr>
          <w:rFonts w:cs="Georgia"/>
          <w:kern w:val="1"/>
        </w:rPr>
        <w:t>’</w:t>
      </w:r>
      <w:r>
        <w:rPr>
          <w:rFonts w:cs="Georgia"/>
          <w:kern w:val="1"/>
        </w:rPr>
        <w:t>était cette commission</w:t>
      </w:r>
      <w:r w:rsidR="000E1451">
        <w:rPr>
          <w:rFonts w:cs="Georgia"/>
          <w:kern w:val="1"/>
        </w:rPr>
        <w:t xml:space="preserve">, </w:t>
      </w:r>
      <w:r>
        <w:rPr>
          <w:rFonts w:cs="Georgia"/>
          <w:kern w:val="1"/>
        </w:rPr>
        <w:t>et dans quel but on nous l</w:t>
      </w:r>
      <w:r w:rsidR="000E1451">
        <w:rPr>
          <w:rFonts w:cs="Georgia"/>
          <w:kern w:val="1"/>
        </w:rPr>
        <w:t>’</w:t>
      </w:r>
      <w:r>
        <w:rPr>
          <w:rFonts w:cs="Georgia"/>
          <w:kern w:val="1"/>
        </w:rPr>
        <w:t>envoyait</w:t>
      </w:r>
      <w:r w:rsidR="000E1451">
        <w:rPr>
          <w:rFonts w:cs="Georgia"/>
          <w:kern w:val="1"/>
        </w:rPr>
        <w:t>.</w:t>
      </w:r>
    </w:p>
    <w:p w14:paraId="5D775876" w14:textId="77777777" w:rsidR="000E1451" w:rsidRDefault="00BE611A" w:rsidP="00BE611A">
      <w:pPr>
        <w:rPr>
          <w:rFonts w:cs="Georgia"/>
          <w:kern w:val="1"/>
        </w:rPr>
      </w:pPr>
      <w:r>
        <w:rPr>
          <w:rFonts w:cs="Georgia"/>
          <w:kern w:val="1"/>
        </w:rPr>
        <w:t>À peine eus-je franchi la barrière de fil de fer que je tombai sur l</w:t>
      </w:r>
      <w:r w:rsidR="000E1451">
        <w:rPr>
          <w:rFonts w:cs="Georgia"/>
          <w:kern w:val="1"/>
        </w:rPr>
        <w:t>’</w:t>
      </w:r>
      <w:r>
        <w:rPr>
          <w:rFonts w:cs="Georgia"/>
          <w:kern w:val="1"/>
        </w:rPr>
        <w:t>adjudant Claverie</w:t>
      </w:r>
      <w:r w:rsidR="000E1451">
        <w:rPr>
          <w:rFonts w:cs="Georgia"/>
          <w:kern w:val="1"/>
        </w:rPr>
        <w:t xml:space="preserve">, </w:t>
      </w:r>
      <w:r>
        <w:rPr>
          <w:rFonts w:cs="Georgia"/>
          <w:kern w:val="1"/>
        </w:rPr>
        <w:t>notre chef de baraque</w:t>
      </w:r>
      <w:r w:rsidR="000E1451">
        <w:rPr>
          <w:rFonts w:cs="Georgia"/>
          <w:kern w:val="1"/>
        </w:rPr>
        <w:t xml:space="preserve">. </w:t>
      </w:r>
      <w:r>
        <w:rPr>
          <w:rFonts w:cs="Georgia"/>
          <w:kern w:val="1"/>
        </w:rPr>
        <w:t>Il guettait mon retour</w:t>
      </w:r>
      <w:r w:rsidR="000E1451">
        <w:rPr>
          <w:rFonts w:cs="Georgia"/>
          <w:kern w:val="1"/>
        </w:rPr>
        <w:t xml:space="preserve">, </w:t>
      </w:r>
      <w:r>
        <w:rPr>
          <w:rFonts w:cs="Georgia"/>
          <w:kern w:val="1"/>
        </w:rPr>
        <w:t>l</w:t>
      </w:r>
      <w:r w:rsidR="000E1451">
        <w:rPr>
          <w:rFonts w:cs="Georgia"/>
          <w:kern w:val="1"/>
        </w:rPr>
        <w:t>’</w:t>
      </w:r>
      <w:r>
        <w:rPr>
          <w:rFonts w:cs="Georgia"/>
          <w:kern w:val="1"/>
        </w:rPr>
        <w:t>air encore plus inquiet que d</w:t>
      </w:r>
      <w:r w:rsidR="000E1451">
        <w:rPr>
          <w:rFonts w:cs="Georgia"/>
          <w:kern w:val="1"/>
        </w:rPr>
        <w:t>’</w:t>
      </w:r>
      <w:r>
        <w:rPr>
          <w:rFonts w:cs="Georgia"/>
          <w:kern w:val="1"/>
        </w:rPr>
        <w:t>ordinaire</w:t>
      </w:r>
      <w:r w:rsidR="000E1451">
        <w:rPr>
          <w:rFonts w:cs="Georgia"/>
          <w:kern w:val="1"/>
        </w:rPr>
        <w:t>.</w:t>
      </w:r>
    </w:p>
    <w:p w14:paraId="46899683" w14:textId="77777777" w:rsidR="000E1451" w:rsidRDefault="000E1451" w:rsidP="00BE611A">
      <w:pPr>
        <w:rPr>
          <w:rFonts w:cs="Georgia"/>
          <w:kern w:val="1"/>
        </w:rPr>
      </w:pPr>
      <w:r>
        <w:rPr>
          <w:rFonts w:cs="Georgia"/>
          <w:kern w:val="1"/>
        </w:rPr>
        <w:t>— </w:t>
      </w:r>
      <w:r w:rsidR="00BE611A">
        <w:rPr>
          <w:rFonts w:cs="Georgia"/>
          <w:kern w:val="1"/>
        </w:rPr>
        <w:t>Qu</w:t>
      </w:r>
      <w:r>
        <w:rPr>
          <w:rFonts w:cs="Georgia"/>
          <w:kern w:val="1"/>
        </w:rPr>
        <w:t>’</w:t>
      </w:r>
      <w:r w:rsidR="00BE611A">
        <w:rPr>
          <w:rFonts w:cs="Georgia"/>
          <w:kern w:val="1"/>
        </w:rPr>
        <w:t>est-ce qu</w:t>
      </w:r>
      <w:r>
        <w:rPr>
          <w:rFonts w:cs="Georgia"/>
          <w:kern w:val="1"/>
        </w:rPr>
        <w:t>’</w:t>
      </w:r>
      <w:r w:rsidR="00BE611A">
        <w:rPr>
          <w:rFonts w:cs="Georgia"/>
          <w:kern w:val="1"/>
        </w:rPr>
        <w:t>il y a</w:t>
      </w:r>
      <w:r>
        <w:rPr>
          <w:rFonts w:cs="Georgia"/>
          <w:kern w:val="1"/>
        </w:rPr>
        <w:t> ?</w:t>
      </w:r>
    </w:p>
    <w:p w14:paraId="275FEBCB" w14:textId="77777777" w:rsidR="000E1451" w:rsidRDefault="000E1451" w:rsidP="00BE611A">
      <w:pPr>
        <w:rPr>
          <w:rFonts w:cs="Georgia"/>
          <w:kern w:val="1"/>
        </w:rPr>
      </w:pPr>
      <w:r>
        <w:rPr>
          <w:rFonts w:cs="Georgia"/>
          <w:kern w:val="1"/>
        </w:rPr>
        <w:t>— </w:t>
      </w:r>
      <w:r w:rsidR="00BE611A">
        <w:rPr>
          <w:rFonts w:cs="Georgia"/>
          <w:kern w:val="1"/>
        </w:rPr>
        <w:t>Viens</w:t>
      </w:r>
      <w:r>
        <w:rPr>
          <w:rFonts w:cs="Georgia"/>
          <w:kern w:val="1"/>
        </w:rPr>
        <w:t xml:space="preserve">, </w:t>
      </w:r>
      <w:r w:rsidR="00BE611A">
        <w:rPr>
          <w:rFonts w:cs="Georgia"/>
          <w:kern w:val="1"/>
        </w:rPr>
        <w:t>dit-il</w:t>
      </w:r>
      <w:r>
        <w:rPr>
          <w:rFonts w:cs="Georgia"/>
          <w:kern w:val="1"/>
        </w:rPr>
        <w:t xml:space="preserve">, </w:t>
      </w:r>
      <w:r w:rsidR="00BE611A">
        <w:rPr>
          <w:rFonts w:cs="Georgia"/>
          <w:kern w:val="1"/>
        </w:rPr>
        <w:t>j</w:t>
      </w:r>
      <w:r>
        <w:rPr>
          <w:rFonts w:cs="Georgia"/>
          <w:kern w:val="1"/>
        </w:rPr>
        <w:t>’</w:t>
      </w:r>
      <w:r w:rsidR="00BE611A">
        <w:rPr>
          <w:rFonts w:cs="Georgia"/>
          <w:kern w:val="1"/>
        </w:rPr>
        <w:t>ai à te parler</w:t>
      </w:r>
      <w:r>
        <w:rPr>
          <w:rFonts w:cs="Georgia"/>
          <w:kern w:val="1"/>
        </w:rPr>
        <w:t>.</w:t>
      </w:r>
    </w:p>
    <w:p w14:paraId="25E59A2C" w14:textId="77777777" w:rsidR="000E1451" w:rsidRDefault="000E1451" w:rsidP="00BE611A">
      <w:pPr>
        <w:rPr>
          <w:rFonts w:cs="Georgia"/>
          <w:kern w:val="1"/>
        </w:rPr>
      </w:pPr>
      <w:r>
        <w:rPr>
          <w:rFonts w:cs="Georgia"/>
          <w:kern w:val="1"/>
        </w:rPr>
        <w:t>— </w:t>
      </w:r>
      <w:r w:rsidR="00BE611A">
        <w:rPr>
          <w:rFonts w:cs="Georgia"/>
          <w:kern w:val="1"/>
        </w:rPr>
        <w:t>Eh bien</w:t>
      </w:r>
      <w:r>
        <w:rPr>
          <w:rFonts w:cs="Georgia"/>
          <w:kern w:val="1"/>
        </w:rPr>
        <w:t xml:space="preserve">, </w:t>
      </w:r>
      <w:r w:rsidR="00BE611A">
        <w:rPr>
          <w:rFonts w:cs="Georgia"/>
          <w:kern w:val="1"/>
        </w:rPr>
        <w:t>allons dans la baraque</w:t>
      </w:r>
      <w:r>
        <w:rPr>
          <w:rFonts w:cs="Georgia"/>
          <w:kern w:val="1"/>
        </w:rPr>
        <w:t>.</w:t>
      </w:r>
    </w:p>
    <w:p w14:paraId="74585223" w14:textId="77777777" w:rsidR="000E1451" w:rsidRDefault="000E1451" w:rsidP="00BE611A">
      <w:pPr>
        <w:rPr>
          <w:rFonts w:cs="Georgia"/>
          <w:kern w:val="1"/>
        </w:rPr>
      </w:pPr>
      <w:r>
        <w:rPr>
          <w:rFonts w:cs="Georgia"/>
          <w:kern w:val="1"/>
        </w:rPr>
        <w:t>— </w:t>
      </w:r>
      <w:r w:rsidR="00BE611A">
        <w:rPr>
          <w:rFonts w:cs="Georgia"/>
          <w:kern w:val="1"/>
        </w:rPr>
        <w:t>Non</w:t>
      </w:r>
      <w:r>
        <w:rPr>
          <w:rFonts w:cs="Georgia"/>
          <w:kern w:val="1"/>
        </w:rPr>
        <w:t xml:space="preserve">, </w:t>
      </w:r>
      <w:r w:rsidR="00BE611A">
        <w:rPr>
          <w:rFonts w:cs="Georgia"/>
          <w:kern w:val="1"/>
        </w:rPr>
        <w:t>je préfère que nous soyons seuls</w:t>
      </w:r>
      <w:r>
        <w:rPr>
          <w:rFonts w:cs="Georgia"/>
          <w:kern w:val="1"/>
        </w:rPr>
        <w:t>.</w:t>
      </w:r>
    </w:p>
    <w:p w14:paraId="7B5405D8" w14:textId="77777777" w:rsidR="000E1451" w:rsidRDefault="00BE611A" w:rsidP="00BE611A">
      <w:pPr>
        <w:rPr>
          <w:rFonts w:cs="Georgia"/>
          <w:kern w:val="1"/>
        </w:rPr>
      </w:pPr>
      <w:r>
        <w:rPr>
          <w:rFonts w:cs="Georgia"/>
          <w:kern w:val="1"/>
        </w:rPr>
        <w:t>C</w:t>
      </w:r>
      <w:r w:rsidR="000E1451">
        <w:rPr>
          <w:rFonts w:cs="Georgia"/>
          <w:kern w:val="1"/>
        </w:rPr>
        <w:t>’</w:t>
      </w:r>
      <w:r>
        <w:rPr>
          <w:rFonts w:cs="Georgia"/>
          <w:kern w:val="1"/>
        </w:rPr>
        <w:t>était l</w:t>
      </w:r>
      <w:r w:rsidR="000E1451">
        <w:rPr>
          <w:rFonts w:cs="Georgia"/>
          <w:kern w:val="1"/>
        </w:rPr>
        <w:t>’</w:t>
      </w:r>
      <w:r>
        <w:rPr>
          <w:rFonts w:cs="Georgia"/>
          <w:kern w:val="1"/>
        </w:rPr>
        <w:t>heure où la plupart des prisonniers avaient déjà regagné leurs cantonnements</w:t>
      </w:r>
      <w:r w:rsidR="000E1451">
        <w:rPr>
          <w:rFonts w:cs="Georgia"/>
          <w:kern w:val="1"/>
        </w:rPr>
        <w:t xml:space="preserve">, </w:t>
      </w:r>
      <w:r>
        <w:rPr>
          <w:rFonts w:cs="Georgia"/>
          <w:kern w:val="1"/>
        </w:rPr>
        <w:t>dans l</w:t>
      </w:r>
      <w:r w:rsidR="000E1451">
        <w:rPr>
          <w:rFonts w:cs="Georgia"/>
          <w:kern w:val="1"/>
        </w:rPr>
        <w:t>’</w:t>
      </w:r>
      <w:r>
        <w:rPr>
          <w:rFonts w:cs="Georgia"/>
          <w:kern w:val="1"/>
        </w:rPr>
        <w:t>attente de la soupe</w:t>
      </w:r>
      <w:r w:rsidR="000E1451">
        <w:rPr>
          <w:rFonts w:cs="Georgia"/>
          <w:kern w:val="1"/>
        </w:rPr>
        <w:t xml:space="preserve">. </w:t>
      </w:r>
      <w:r>
        <w:rPr>
          <w:rFonts w:cs="Georgia"/>
          <w:kern w:val="1"/>
        </w:rPr>
        <w:t>Nous trouvâmes sans trop de difficultés un coin à peu près solitaire</w:t>
      </w:r>
      <w:r w:rsidR="000E1451">
        <w:rPr>
          <w:rFonts w:cs="Georgia"/>
          <w:kern w:val="1"/>
        </w:rPr>
        <w:t xml:space="preserve">, </w:t>
      </w:r>
      <w:r>
        <w:rPr>
          <w:rFonts w:cs="Georgia"/>
          <w:kern w:val="1"/>
        </w:rPr>
        <w:t>derrière l</w:t>
      </w:r>
      <w:r w:rsidR="000E1451">
        <w:rPr>
          <w:rFonts w:cs="Georgia"/>
          <w:kern w:val="1"/>
        </w:rPr>
        <w:t>’</w:t>
      </w:r>
      <w:r>
        <w:rPr>
          <w:rFonts w:cs="Georgia"/>
          <w:kern w:val="1"/>
        </w:rPr>
        <w:t>un des postes de mitrailleuses</w:t>
      </w:r>
      <w:r w:rsidR="000E1451">
        <w:rPr>
          <w:rFonts w:cs="Georgia"/>
          <w:kern w:val="1"/>
        </w:rPr>
        <w:t>.</w:t>
      </w:r>
    </w:p>
    <w:p w14:paraId="6171167E" w14:textId="77777777" w:rsidR="000E1451" w:rsidRDefault="00BE611A" w:rsidP="00BE611A">
      <w:pPr>
        <w:rPr>
          <w:rFonts w:cs="Georgia"/>
          <w:kern w:val="1"/>
        </w:rPr>
      </w:pPr>
      <w:r>
        <w:rPr>
          <w:rFonts w:cs="Georgia"/>
          <w:kern w:val="1"/>
        </w:rPr>
        <w:t>Ce fut moi qui interrogeai le premier</w:t>
      </w:r>
      <w:r w:rsidR="000E1451">
        <w:rPr>
          <w:rFonts w:cs="Georgia"/>
          <w:kern w:val="1"/>
        </w:rPr>
        <w:t>.</w:t>
      </w:r>
    </w:p>
    <w:p w14:paraId="4A78D6AF" w14:textId="77777777" w:rsidR="000E1451" w:rsidRDefault="000E1451" w:rsidP="00BE611A">
      <w:pPr>
        <w:rPr>
          <w:rFonts w:cs="Georgia"/>
          <w:kern w:val="1"/>
        </w:rPr>
      </w:pPr>
      <w:r>
        <w:rPr>
          <w:rFonts w:cs="Georgia"/>
          <w:kern w:val="1"/>
        </w:rPr>
        <w:t>— </w:t>
      </w:r>
      <w:r w:rsidR="00BE611A">
        <w:rPr>
          <w:rFonts w:cs="Georgia"/>
          <w:kern w:val="1"/>
        </w:rPr>
        <w:t>Dis-moi</w:t>
      </w:r>
      <w:r>
        <w:rPr>
          <w:rFonts w:cs="Georgia"/>
          <w:kern w:val="1"/>
        </w:rPr>
        <w:t xml:space="preserve">, </w:t>
      </w:r>
      <w:r w:rsidR="00BE611A">
        <w:rPr>
          <w:rFonts w:cs="Georgia"/>
          <w:kern w:val="1"/>
        </w:rPr>
        <w:t>qu</w:t>
      </w:r>
      <w:r>
        <w:rPr>
          <w:rFonts w:cs="Georgia"/>
          <w:kern w:val="1"/>
        </w:rPr>
        <w:t>’</w:t>
      </w:r>
      <w:r w:rsidR="00BE611A">
        <w:rPr>
          <w:rFonts w:cs="Georgia"/>
          <w:kern w:val="1"/>
        </w:rPr>
        <w:t>est-ce que c</w:t>
      </w:r>
      <w:r>
        <w:rPr>
          <w:rFonts w:cs="Georgia"/>
          <w:kern w:val="1"/>
        </w:rPr>
        <w:t>’</w:t>
      </w:r>
      <w:r w:rsidR="00BE611A">
        <w:rPr>
          <w:rFonts w:cs="Georgia"/>
          <w:kern w:val="1"/>
        </w:rPr>
        <w:t>est que cette commission dont mon abruti de gardien vient de me parler</w:t>
      </w:r>
      <w:r>
        <w:rPr>
          <w:rFonts w:cs="Georgia"/>
          <w:kern w:val="1"/>
        </w:rPr>
        <w:t> ?</w:t>
      </w:r>
    </w:p>
    <w:p w14:paraId="18D0DB88" w14:textId="77777777" w:rsidR="000E1451" w:rsidRDefault="00BE611A" w:rsidP="00BE611A">
      <w:pPr>
        <w:rPr>
          <w:rFonts w:cs="Georgia"/>
          <w:kern w:val="1"/>
        </w:rPr>
      </w:pPr>
      <w:r>
        <w:rPr>
          <w:rFonts w:cs="Georgia"/>
          <w:kern w:val="1"/>
        </w:rPr>
        <w:t>Il hocha lugubrement la tête</w:t>
      </w:r>
      <w:r w:rsidR="000E1451">
        <w:rPr>
          <w:rFonts w:cs="Georgia"/>
          <w:kern w:val="1"/>
        </w:rPr>
        <w:t>.</w:t>
      </w:r>
    </w:p>
    <w:p w14:paraId="1F82AFB9" w14:textId="77777777" w:rsidR="000E1451" w:rsidRDefault="000E1451" w:rsidP="00BE611A">
      <w:pPr>
        <w:rPr>
          <w:rFonts w:cs="Georgia"/>
          <w:kern w:val="1"/>
        </w:rPr>
      </w:pPr>
      <w:r>
        <w:rPr>
          <w:rFonts w:cs="Georgia"/>
          <w:kern w:val="1"/>
        </w:rPr>
        <w:t>— </w:t>
      </w:r>
      <w:r w:rsidR="00BE611A">
        <w:rPr>
          <w:rFonts w:cs="Georgia"/>
          <w:kern w:val="1"/>
        </w:rPr>
        <w:t>Je voulais aussi t</w:t>
      </w:r>
      <w:r>
        <w:rPr>
          <w:rFonts w:cs="Georgia"/>
          <w:kern w:val="1"/>
        </w:rPr>
        <w:t>’</w:t>
      </w:r>
      <w:r w:rsidR="00BE611A">
        <w:rPr>
          <w:rFonts w:cs="Georgia"/>
          <w:kern w:val="1"/>
        </w:rPr>
        <w:t>en dire un mot</w:t>
      </w:r>
      <w:r>
        <w:rPr>
          <w:rFonts w:cs="Georgia"/>
          <w:kern w:val="1"/>
        </w:rPr>
        <w:t xml:space="preserve">. </w:t>
      </w:r>
      <w:r w:rsidR="00BE611A">
        <w:rPr>
          <w:rFonts w:cs="Georgia"/>
          <w:kern w:val="1"/>
        </w:rPr>
        <w:t>Rien de bon</w:t>
      </w:r>
      <w:r>
        <w:rPr>
          <w:rFonts w:cs="Georgia"/>
          <w:kern w:val="1"/>
        </w:rPr>
        <w:t xml:space="preserve">. </w:t>
      </w:r>
      <w:r w:rsidR="00BE611A">
        <w:rPr>
          <w:rFonts w:cs="Georgia"/>
          <w:kern w:val="1"/>
        </w:rPr>
        <w:t>Il paraît que c</w:t>
      </w:r>
      <w:r>
        <w:rPr>
          <w:rFonts w:cs="Georgia"/>
          <w:kern w:val="1"/>
        </w:rPr>
        <w:t>’</w:t>
      </w:r>
      <w:r w:rsidR="00BE611A">
        <w:rPr>
          <w:rFonts w:cs="Georgia"/>
          <w:kern w:val="1"/>
        </w:rPr>
        <w:t>est des médecins neutres</w:t>
      </w:r>
      <w:r>
        <w:rPr>
          <w:rFonts w:cs="Georgia"/>
          <w:kern w:val="1"/>
        </w:rPr>
        <w:t xml:space="preserve">. </w:t>
      </w:r>
      <w:r w:rsidR="00BE611A">
        <w:rPr>
          <w:rFonts w:cs="Georgia"/>
          <w:kern w:val="1"/>
        </w:rPr>
        <w:t>Ils sont autorisés à visiter le camp</w:t>
      </w:r>
      <w:r>
        <w:rPr>
          <w:rFonts w:cs="Georgia"/>
          <w:kern w:val="1"/>
        </w:rPr>
        <w:t xml:space="preserve">, </w:t>
      </w:r>
      <w:r w:rsidR="00BE611A">
        <w:rPr>
          <w:rFonts w:cs="Georgia"/>
          <w:kern w:val="1"/>
        </w:rPr>
        <w:t>pour désigner les prisonniers susceptibles</w:t>
      </w:r>
      <w:r>
        <w:rPr>
          <w:rFonts w:cs="Georgia"/>
          <w:kern w:val="1"/>
        </w:rPr>
        <w:t xml:space="preserve">, </w:t>
      </w:r>
      <w:r w:rsidR="00BE611A">
        <w:rPr>
          <w:rFonts w:cs="Georgia"/>
          <w:kern w:val="1"/>
        </w:rPr>
        <w:t>en raison de leur état de santé</w:t>
      </w:r>
      <w:r>
        <w:rPr>
          <w:rFonts w:cs="Georgia"/>
          <w:kern w:val="1"/>
        </w:rPr>
        <w:t xml:space="preserve">, </w:t>
      </w:r>
      <w:r w:rsidR="00BE611A">
        <w:rPr>
          <w:rFonts w:cs="Georgia"/>
          <w:kern w:val="1"/>
        </w:rPr>
        <w:t>d</w:t>
      </w:r>
      <w:r>
        <w:rPr>
          <w:rFonts w:cs="Georgia"/>
          <w:kern w:val="1"/>
        </w:rPr>
        <w:t>’</w:t>
      </w:r>
      <w:r w:rsidR="00BE611A">
        <w:rPr>
          <w:rFonts w:cs="Georgia"/>
          <w:kern w:val="1"/>
        </w:rPr>
        <w:t>être internés en Suisse</w:t>
      </w:r>
      <w:r>
        <w:rPr>
          <w:rFonts w:cs="Georgia"/>
          <w:kern w:val="1"/>
        </w:rPr>
        <w:t xml:space="preserve">. </w:t>
      </w:r>
      <w:r w:rsidR="00BE611A">
        <w:rPr>
          <w:rFonts w:cs="Georgia"/>
          <w:kern w:val="1"/>
        </w:rPr>
        <w:t>Je te le répète</w:t>
      </w:r>
      <w:r>
        <w:rPr>
          <w:rFonts w:cs="Georgia"/>
          <w:kern w:val="1"/>
        </w:rPr>
        <w:t xml:space="preserve"> : </w:t>
      </w:r>
      <w:r w:rsidR="00BE611A">
        <w:rPr>
          <w:rFonts w:cs="Georgia"/>
          <w:kern w:val="1"/>
        </w:rPr>
        <w:t>encore un truc à embêtements</w:t>
      </w:r>
      <w:r>
        <w:rPr>
          <w:rFonts w:cs="Georgia"/>
          <w:kern w:val="1"/>
        </w:rPr>
        <w:t>.</w:t>
      </w:r>
    </w:p>
    <w:p w14:paraId="739C1256" w14:textId="77777777" w:rsidR="000E1451" w:rsidRDefault="000E1451" w:rsidP="00BE611A">
      <w:pPr>
        <w:rPr>
          <w:rFonts w:cs="Georgia"/>
          <w:kern w:val="1"/>
        </w:rPr>
      </w:pPr>
      <w:r>
        <w:rPr>
          <w:rFonts w:cs="Georgia"/>
          <w:kern w:val="1"/>
        </w:rPr>
        <w:t>— </w:t>
      </w:r>
      <w:r w:rsidR="00BE611A">
        <w:rPr>
          <w:rFonts w:cs="Georgia"/>
          <w:kern w:val="1"/>
        </w:rPr>
        <w:t>Et pourquoi cela</w:t>
      </w:r>
      <w:r>
        <w:rPr>
          <w:rFonts w:cs="Georgia"/>
          <w:kern w:val="1"/>
        </w:rPr>
        <w:t> ?</w:t>
      </w:r>
    </w:p>
    <w:p w14:paraId="45786E0B" w14:textId="77777777" w:rsidR="000E1451" w:rsidRDefault="000E1451" w:rsidP="00BE611A">
      <w:pPr>
        <w:rPr>
          <w:rFonts w:cs="Georgia"/>
          <w:kern w:val="1"/>
        </w:rPr>
      </w:pPr>
      <w:r>
        <w:rPr>
          <w:rFonts w:cs="Georgia"/>
          <w:kern w:val="1"/>
        </w:rPr>
        <w:lastRenderedPageBreak/>
        <w:t>— </w:t>
      </w:r>
      <w:r w:rsidR="00BE611A">
        <w:rPr>
          <w:rFonts w:cs="Georgia"/>
          <w:kern w:val="1"/>
        </w:rPr>
        <w:t>Comment</w:t>
      </w:r>
      <w:r>
        <w:rPr>
          <w:rFonts w:cs="Georgia"/>
          <w:kern w:val="1"/>
        </w:rPr>
        <w:t xml:space="preserve"> ? </w:t>
      </w:r>
      <w:r w:rsidR="00BE611A">
        <w:rPr>
          <w:rFonts w:cs="Georgia"/>
          <w:kern w:val="1"/>
        </w:rPr>
        <w:t>Tu ne comprends pas</w:t>
      </w:r>
      <w:r>
        <w:rPr>
          <w:rFonts w:cs="Georgia"/>
          <w:kern w:val="1"/>
        </w:rPr>
        <w:t xml:space="preserve"> ? </w:t>
      </w:r>
      <w:r w:rsidR="00BE611A">
        <w:rPr>
          <w:rFonts w:cs="Georgia"/>
          <w:kern w:val="1"/>
        </w:rPr>
        <w:t>Je te parie qu</w:t>
      </w:r>
      <w:r>
        <w:rPr>
          <w:rFonts w:cs="Georgia"/>
          <w:kern w:val="1"/>
        </w:rPr>
        <w:t>’</w:t>
      </w:r>
      <w:r w:rsidR="00BE611A">
        <w:rPr>
          <w:rFonts w:cs="Georgia"/>
          <w:kern w:val="1"/>
        </w:rPr>
        <w:t>ils vont me consulter sur les types de notre baraque</w:t>
      </w:r>
      <w:r>
        <w:rPr>
          <w:rFonts w:cs="Georgia"/>
          <w:kern w:val="1"/>
        </w:rPr>
        <w:t xml:space="preserve">. </w:t>
      </w:r>
      <w:r w:rsidR="00BE611A">
        <w:rPr>
          <w:rFonts w:cs="Georgia"/>
          <w:kern w:val="1"/>
        </w:rPr>
        <w:t>Ceux que je signalerai ne m</w:t>
      </w:r>
      <w:r>
        <w:rPr>
          <w:rFonts w:cs="Georgia"/>
          <w:kern w:val="1"/>
        </w:rPr>
        <w:t>’</w:t>
      </w:r>
      <w:r w:rsidR="00BE611A">
        <w:rPr>
          <w:rFonts w:cs="Georgia"/>
          <w:kern w:val="1"/>
        </w:rPr>
        <w:t>en auront aucune reconnaissance</w:t>
      </w:r>
      <w:r>
        <w:rPr>
          <w:rFonts w:cs="Georgia"/>
          <w:kern w:val="1"/>
        </w:rPr>
        <w:t xml:space="preserve">. </w:t>
      </w:r>
      <w:r w:rsidR="00BE611A">
        <w:rPr>
          <w:rFonts w:cs="Georgia"/>
          <w:kern w:val="1"/>
        </w:rPr>
        <w:t>Et les autres m</w:t>
      </w:r>
      <w:r>
        <w:rPr>
          <w:rFonts w:cs="Georgia"/>
          <w:kern w:val="1"/>
        </w:rPr>
        <w:t>’</w:t>
      </w:r>
      <w:r w:rsidR="00BE611A">
        <w:rPr>
          <w:rFonts w:cs="Georgia"/>
          <w:kern w:val="1"/>
        </w:rPr>
        <w:t>en voudront</w:t>
      </w:r>
      <w:r>
        <w:rPr>
          <w:rFonts w:cs="Georgia"/>
          <w:kern w:val="1"/>
        </w:rPr>
        <w:t xml:space="preserve">. </w:t>
      </w:r>
      <w:r w:rsidR="00BE611A">
        <w:rPr>
          <w:rFonts w:cs="Georgia"/>
          <w:kern w:val="1"/>
        </w:rPr>
        <w:t>Tu verras ce que je te dis</w:t>
      </w:r>
      <w:r>
        <w:rPr>
          <w:rFonts w:cs="Georgia"/>
          <w:kern w:val="1"/>
        </w:rPr>
        <w:t xml:space="preserve">. </w:t>
      </w:r>
      <w:r w:rsidR="00BE611A">
        <w:rPr>
          <w:rFonts w:cs="Georgia"/>
          <w:kern w:val="1"/>
        </w:rPr>
        <w:t>Mais ce n</w:t>
      </w:r>
      <w:r>
        <w:rPr>
          <w:rFonts w:cs="Georgia"/>
          <w:kern w:val="1"/>
        </w:rPr>
        <w:t>’</w:t>
      </w:r>
      <w:r w:rsidR="00BE611A">
        <w:rPr>
          <w:rFonts w:cs="Georgia"/>
          <w:kern w:val="1"/>
        </w:rPr>
        <w:t>est pas de cela qu</w:t>
      </w:r>
      <w:r>
        <w:rPr>
          <w:rFonts w:cs="Georgia"/>
          <w:kern w:val="1"/>
        </w:rPr>
        <w:t>’</w:t>
      </w:r>
      <w:r w:rsidR="00BE611A">
        <w:rPr>
          <w:rFonts w:cs="Georgia"/>
          <w:kern w:val="1"/>
        </w:rPr>
        <w:t>il s</w:t>
      </w:r>
      <w:r>
        <w:rPr>
          <w:rFonts w:cs="Georgia"/>
          <w:kern w:val="1"/>
        </w:rPr>
        <w:t>’</w:t>
      </w:r>
      <w:r w:rsidR="00BE611A">
        <w:rPr>
          <w:rFonts w:cs="Georgia"/>
          <w:kern w:val="1"/>
        </w:rPr>
        <w:t>agit</w:t>
      </w:r>
      <w:r>
        <w:rPr>
          <w:rFonts w:cs="Georgia"/>
          <w:kern w:val="1"/>
        </w:rPr>
        <w:t>.</w:t>
      </w:r>
    </w:p>
    <w:p w14:paraId="38227F21" w14:textId="77777777" w:rsidR="000E1451" w:rsidRDefault="000E1451" w:rsidP="00BE611A">
      <w:pPr>
        <w:rPr>
          <w:rFonts w:cs="Georgia"/>
          <w:kern w:val="1"/>
        </w:rPr>
      </w:pPr>
      <w:r>
        <w:rPr>
          <w:rFonts w:cs="Georgia"/>
          <w:kern w:val="1"/>
        </w:rPr>
        <w:t>— </w:t>
      </w:r>
      <w:r w:rsidR="00BE611A">
        <w:rPr>
          <w:rFonts w:cs="Georgia"/>
          <w:kern w:val="1"/>
        </w:rPr>
        <w:t>De quoi</w:t>
      </w:r>
      <w:r>
        <w:rPr>
          <w:rFonts w:cs="Georgia"/>
          <w:kern w:val="1"/>
        </w:rPr>
        <w:t xml:space="preserve">, </w:t>
      </w:r>
      <w:r w:rsidR="00BE611A">
        <w:rPr>
          <w:rFonts w:cs="Georgia"/>
          <w:kern w:val="1"/>
        </w:rPr>
        <w:t>alors</w:t>
      </w:r>
      <w:r>
        <w:rPr>
          <w:rFonts w:cs="Georgia"/>
          <w:kern w:val="1"/>
        </w:rPr>
        <w:t> ?</w:t>
      </w:r>
    </w:p>
    <w:p w14:paraId="1E73D461" w14:textId="77777777" w:rsidR="000E1451" w:rsidRDefault="00BE611A" w:rsidP="00BE611A">
      <w:pPr>
        <w:rPr>
          <w:rFonts w:cs="Georgia"/>
          <w:kern w:val="1"/>
        </w:rPr>
      </w:pPr>
      <w:r>
        <w:rPr>
          <w:rFonts w:cs="Georgia"/>
          <w:kern w:val="1"/>
        </w:rPr>
        <w:t>Il jeta un coup d</w:t>
      </w:r>
      <w:r w:rsidR="000E1451">
        <w:rPr>
          <w:rFonts w:cs="Georgia"/>
          <w:kern w:val="1"/>
        </w:rPr>
        <w:t>’</w:t>
      </w:r>
      <w:r>
        <w:rPr>
          <w:rFonts w:cs="Georgia"/>
          <w:kern w:val="1"/>
        </w:rPr>
        <w:t>œil autour de nous</w:t>
      </w:r>
      <w:r w:rsidR="000E1451">
        <w:rPr>
          <w:rFonts w:cs="Georgia"/>
          <w:kern w:val="1"/>
        </w:rPr>
        <w:t xml:space="preserve">, </w:t>
      </w:r>
      <w:r>
        <w:rPr>
          <w:rFonts w:cs="Georgia"/>
          <w:kern w:val="1"/>
        </w:rPr>
        <w:t>sans rien découvrir de suspect</w:t>
      </w:r>
      <w:r w:rsidR="000E1451">
        <w:rPr>
          <w:rFonts w:cs="Georgia"/>
          <w:kern w:val="1"/>
        </w:rPr>
        <w:t>.</w:t>
      </w:r>
    </w:p>
    <w:p w14:paraId="5CA75A57" w14:textId="77777777" w:rsidR="000E1451" w:rsidRDefault="000E1451" w:rsidP="00BE611A">
      <w:pPr>
        <w:rPr>
          <w:rFonts w:cs="Georgia"/>
          <w:kern w:val="1"/>
        </w:rPr>
      </w:pPr>
      <w:r>
        <w:rPr>
          <w:rFonts w:cs="Georgia"/>
          <w:kern w:val="1"/>
        </w:rPr>
        <w:t>— </w:t>
      </w:r>
      <w:r w:rsidR="00BE611A">
        <w:rPr>
          <w:rFonts w:cs="Georgia"/>
          <w:kern w:val="1"/>
        </w:rPr>
        <w:t>Audemard</w:t>
      </w:r>
      <w:r>
        <w:rPr>
          <w:rFonts w:cs="Georgia"/>
          <w:kern w:val="1"/>
        </w:rPr>
        <w:t xml:space="preserve">, </w:t>
      </w:r>
      <w:r w:rsidR="00BE611A">
        <w:rPr>
          <w:rFonts w:cs="Georgia"/>
          <w:kern w:val="1"/>
        </w:rPr>
        <w:t>dit-il</w:t>
      </w:r>
      <w:r>
        <w:rPr>
          <w:rFonts w:cs="Georgia"/>
          <w:kern w:val="1"/>
        </w:rPr>
        <w:t xml:space="preserve">, </w:t>
      </w:r>
      <w:r w:rsidR="00BE611A">
        <w:rPr>
          <w:rFonts w:cs="Georgia"/>
          <w:kern w:val="1"/>
        </w:rPr>
        <w:t>baissant la voix</w:t>
      </w:r>
      <w:r>
        <w:rPr>
          <w:rFonts w:cs="Georgia"/>
          <w:kern w:val="1"/>
        </w:rPr>
        <w:t>.</w:t>
      </w:r>
    </w:p>
    <w:p w14:paraId="1B4191ED" w14:textId="77777777" w:rsidR="000E1451" w:rsidRDefault="000E1451" w:rsidP="00BE611A">
      <w:pPr>
        <w:rPr>
          <w:rFonts w:cs="Georgia"/>
          <w:kern w:val="1"/>
        </w:rPr>
      </w:pPr>
      <w:r>
        <w:rPr>
          <w:rFonts w:cs="Georgia"/>
          <w:kern w:val="1"/>
        </w:rPr>
        <w:t>— </w:t>
      </w:r>
      <w:r w:rsidR="00BE611A">
        <w:rPr>
          <w:rFonts w:cs="Georgia"/>
          <w:kern w:val="1"/>
        </w:rPr>
        <w:t>Eh bien</w:t>
      </w:r>
      <w:r>
        <w:rPr>
          <w:rFonts w:cs="Georgia"/>
          <w:kern w:val="1"/>
        </w:rPr>
        <w:t> ?</w:t>
      </w:r>
    </w:p>
    <w:p w14:paraId="3D87EE2A" w14:textId="77777777" w:rsidR="000E1451" w:rsidRDefault="000E1451" w:rsidP="00BE611A">
      <w:pPr>
        <w:rPr>
          <w:rFonts w:cs="Georgia"/>
          <w:kern w:val="1"/>
        </w:rPr>
      </w:pPr>
      <w:r>
        <w:rPr>
          <w:rFonts w:cs="Georgia"/>
          <w:kern w:val="1"/>
        </w:rPr>
        <w:t>— </w:t>
      </w:r>
      <w:r w:rsidR="00BE611A">
        <w:rPr>
          <w:rFonts w:cs="Georgia"/>
          <w:kern w:val="1"/>
        </w:rPr>
        <w:t>Eh bien</w:t>
      </w:r>
      <w:r>
        <w:rPr>
          <w:rFonts w:cs="Georgia"/>
          <w:kern w:val="1"/>
        </w:rPr>
        <w:t xml:space="preserve">, </w:t>
      </w:r>
      <w:r w:rsidR="00BE611A">
        <w:rPr>
          <w:rFonts w:cs="Georgia"/>
          <w:kern w:val="1"/>
        </w:rPr>
        <w:t>depuis que les Boches l</w:t>
      </w:r>
      <w:r>
        <w:rPr>
          <w:rFonts w:cs="Georgia"/>
          <w:kern w:val="1"/>
        </w:rPr>
        <w:t>’</w:t>
      </w:r>
      <w:r w:rsidR="00BE611A">
        <w:rPr>
          <w:rFonts w:cs="Georgia"/>
          <w:kern w:val="1"/>
        </w:rPr>
        <w:t>ont fourré au cachot</w:t>
      </w:r>
      <w:r>
        <w:rPr>
          <w:rFonts w:cs="Georgia"/>
          <w:kern w:val="1"/>
        </w:rPr>
        <w:t xml:space="preserve">, </w:t>
      </w:r>
      <w:r w:rsidR="00BE611A">
        <w:rPr>
          <w:rFonts w:cs="Georgia"/>
          <w:kern w:val="1"/>
        </w:rPr>
        <w:t>tu sais l</w:t>
      </w:r>
      <w:r>
        <w:rPr>
          <w:rFonts w:cs="Georgia"/>
          <w:kern w:val="1"/>
        </w:rPr>
        <w:t>’</w:t>
      </w:r>
      <w:r w:rsidR="00BE611A">
        <w:rPr>
          <w:rFonts w:cs="Georgia"/>
          <w:kern w:val="1"/>
        </w:rPr>
        <w:t>idée qu</w:t>
      </w:r>
      <w:r>
        <w:rPr>
          <w:rFonts w:cs="Georgia"/>
          <w:kern w:val="1"/>
        </w:rPr>
        <w:t>’</w:t>
      </w:r>
      <w:r w:rsidR="00BE611A">
        <w:rPr>
          <w:rFonts w:cs="Georgia"/>
          <w:kern w:val="1"/>
        </w:rPr>
        <w:t>il s</w:t>
      </w:r>
      <w:r>
        <w:rPr>
          <w:rFonts w:cs="Georgia"/>
          <w:kern w:val="1"/>
        </w:rPr>
        <w:t>’</w:t>
      </w:r>
      <w:r w:rsidR="00BE611A">
        <w:rPr>
          <w:rFonts w:cs="Georgia"/>
          <w:kern w:val="1"/>
        </w:rPr>
        <w:t>est mis dans la tête</w:t>
      </w:r>
      <w:r>
        <w:rPr>
          <w:rFonts w:cs="Georgia"/>
          <w:kern w:val="1"/>
        </w:rPr>
        <w:t xml:space="preserve"> ? </w:t>
      </w:r>
      <w:r w:rsidR="00BE611A">
        <w:rPr>
          <w:rFonts w:cs="Georgia"/>
          <w:kern w:val="1"/>
        </w:rPr>
        <w:t>Maintenant</w:t>
      </w:r>
      <w:r>
        <w:rPr>
          <w:rFonts w:cs="Georgia"/>
          <w:kern w:val="1"/>
        </w:rPr>
        <w:t xml:space="preserve">, </w:t>
      </w:r>
      <w:r w:rsidR="00BE611A">
        <w:rPr>
          <w:rFonts w:cs="Georgia"/>
          <w:kern w:val="1"/>
        </w:rPr>
        <w:t>c</w:t>
      </w:r>
      <w:r>
        <w:rPr>
          <w:rFonts w:cs="Georgia"/>
          <w:kern w:val="1"/>
        </w:rPr>
        <w:t>’</w:t>
      </w:r>
      <w:r w:rsidR="00BE611A">
        <w:rPr>
          <w:rFonts w:cs="Georgia"/>
          <w:kern w:val="1"/>
        </w:rPr>
        <w:t>est fait</w:t>
      </w:r>
      <w:r>
        <w:rPr>
          <w:rFonts w:cs="Georgia"/>
          <w:kern w:val="1"/>
        </w:rPr>
        <w:t xml:space="preserve"> : </w:t>
      </w:r>
      <w:r w:rsidR="00BE611A">
        <w:rPr>
          <w:rFonts w:cs="Georgia"/>
          <w:kern w:val="1"/>
        </w:rPr>
        <w:t>il a terminé ses préparatifs</w:t>
      </w:r>
      <w:r>
        <w:rPr>
          <w:rFonts w:cs="Georgia"/>
          <w:kern w:val="1"/>
        </w:rPr>
        <w:t xml:space="preserve">. </w:t>
      </w:r>
      <w:r w:rsidR="00BE611A">
        <w:rPr>
          <w:rFonts w:cs="Georgia"/>
          <w:kern w:val="1"/>
        </w:rPr>
        <w:t>Et pis que cela</w:t>
      </w:r>
      <w:r>
        <w:rPr>
          <w:rFonts w:cs="Georgia"/>
          <w:kern w:val="1"/>
        </w:rPr>
        <w:t xml:space="preserve">, </w:t>
      </w:r>
      <w:r w:rsidR="00BE611A">
        <w:rPr>
          <w:rFonts w:cs="Georgia"/>
          <w:kern w:val="1"/>
        </w:rPr>
        <w:t>il a décidé Vandaële à l</w:t>
      </w:r>
      <w:r>
        <w:rPr>
          <w:rFonts w:cs="Georgia"/>
          <w:kern w:val="1"/>
        </w:rPr>
        <w:t>’</w:t>
      </w:r>
      <w:r w:rsidR="00BE611A">
        <w:rPr>
          <w:rFonts w:cs="Georgia"/>
          <w:kern w:val="1"/>
        </w:rPr>
        <w:t>accompagner</w:t>
      </w:r>
      <w:r>
        <w:rPr>
          <w:rFonts w:cs="Georgia"/>
          <w:kern w:val="1"/>
        </w:rPr>
        <w:t>.</w:t>
      </w:r>
    </w:p>
    <w:p w14:paraId="22C89C86" w14:textId="77777777" w:rsidR="000E1451" w:rsidRDefault="000E1451" w:rsidP="00BE611A">
      <w:pPr>
        <w:rPr>
          <w:rFonts w:cs="Georgia"/>
          <w:kern w:val="1"/>
        </w:rPr>
      </w:pPr>
      <w:r>
        <w:rPr>
          <w:rFonts w:cs="Georgia"/>
          <w:kern w:val="1"/>
        </w:rPr>
        <w:t>— </w:t>
      </w:r>
      <w:r w:rsidR="00BE611A">
        <w:rPr>
          <w:rFonts w:cs="Georgia"/>
          <w:kern w:val="1"/>
        </w:rPr>
        <w:t>Ils vont essayer de s</w:t>
      </w:r>
      <w:r>
        <w:rPr>
          <w:rFonts w:cs="Georgia"/>
          <w:kern w:val="1"/>
        </w:rPr>
        <w:t>’</w:t>
      </w:r>
      <w:r w:rsidR="00BE611A">
        <w:rPr>
          <w:rFonts w:cs="Georgia"/>
          <w:kern w:val="1"/>
        </w:rPr>
        <w:t>évader</w:t>
      </w:r>
      <w:r>
        <w:rPr>
          <w:rFonts w:cs="Georgia"/>
          <w:kern w:val="1"/>
        </w:rPr>
        <w:t> ?</w:t>
      </w:r>
    </w:p>
    <w:p w14:paraId="05297D4D" w14:textId="77777777" w:rsidR="000E1451" w:rsidRDefault="000E1451" w:rsidP="00BE611A">
      <w:pPr>
        <w:rPr>
          <w:rFonts w:cs="Georgia"/>
          <w:kern w:val="1"/>
        </w:rPr>
      </w:pPr>
      <w:r>
        <w:rPr>
          <w:rFonts w:cs="Georgia"/>
          <w:kern w:val="1"/>
        </w:rPr>
        <w:t>— </w:t>
      </w:r>
      <w:r w:rsidR="00BE611A">
        <w:rPr>
          <w:rFonts w:cs="Georgia"/>
          <w:kern w:val="1"/>
        </w:rPr>
        <w:t>Chut</w:t>
      </w:r>
      <w:r>
        <w:rPr>
          <w:rFonts w:cs="Georgia"/>
          <w:kern w:val="1"/>
        </w:rPr>
        <w:t xml:space="preserve"> ! </w:t>
      </w:r>
      <w:r w:rsidR="00BE611A">
        <w:rPr>
          <w:rFonts w:cs="Georgia"/>
          <w:kern w:val="1"/>
        </w:rPr>
        <w:t>Pas si fort</w:t>
      </w:r>
      <w:r>
        <w:rPr>
          <w:rFonts w:cs="Georgia"/>
          <w:kern w:val="1"/>
        </w:rPr>
        <w:t xml:space="preserve">, </w:t>
      </w:r>
      <w:r w:rsidR="00BE611A">
        <w:rPr>
          <w:rFonts w:cs="Georgia"/>
          <w:kern w:val="1"/>
        </w:rPr>
        <w:t>bon Dieu</w:t>
      </w:r>
      <w:r>
        <w:rPr>
          <w:rFonts w:cs="Georgia"/>
          <w:kern w:val="1"/>
        </w:rPr>
        <w:t xml:space="preserve"> ! </w:t>
      </w:r>
      <w:r w:rsidR="00BE611A">
        <w:rPr>
          <w:rFonts w:cs="Georgia"/>
          <w:kern w:val="1"/>
        </w:rPr>
        <w:t>Oui</w:t>
      </w:r>
      <w:r>
        <w:rPr>
          <w:rFonts w:cs="Georgia"/>
          <w:kern w:val="1"/>
        </w:rPr>
        <w:t xml:space="preserve"> ; </w:t>
      </w:r>
      <w:r w:rsidR="00BE611A">
        <w:rPr>
          <w:rFonts w:cs="Georgia"/>
          <w:kern w:val="1"/>
        </w:rPr>
        <w:t>ils se sont procuré une boussole</w:t>
      </w:r>
      <w:r>
        <w:rPr>
          <w:rFonts w:cs="Georgia"/>
          <w:kern w:val="1"/>
        </w:rPr>
        <w:t xml:space="preserve">, </w:t>
      </w:r>
      <w:r w:rsidR="00BE611A">
        <w:rPr>
          <w:rFonts w:cs="Georgia"/>
          <w:kern w:val="1"/>
        </w:rPr>
        <w:t>des habits civils</w:t>
      </w:r>
      <w:r>
        <w:rPr>
          <w:rFonts w:cs="Georgia"/>
          <w:kern w:val="1"/>
        </w:rPr>
        <w:t xml:space="preserve">, </w:t>
      </w:r>
      <w:r w:rsidR="00BE611A">
        <w:rPr>
          <w:rFonts w:cs="Georgia"/>
          <w:kern w:val="1"/>
        </w:rPr>
        <w:t>de l</w:t>
      </w:r>
      <w:r>
        <w:rPr>
          <w:rFonts w:cs="Georgia"/>
          <w:kern w:val="1"/>
        </w:rPr>
        <w:t>’</w:t>
      </w:r>
      <w:r w:rsidR="00BE611A">
        <w:rPr>
          <w:rFonts w:cs="Georgia"/>
          <w:kern w:val="1"/>
        </w:rPr>
        <w:t>argent</w:t>
      </w:r>
      <w:r>
        <w:rPr>
          <w:rFonts w:cs="Georgia"/>
          <w:kern w:val="1"/>
        </w:rPr>
        <w:t>.</w:t>
      </w:r>
    </w:p>
    <w:p w14:paraId="23B8A46D" w14:textId="77777777" w:rsidR="000E1451" w:rsidRDefault="000E1451" w:rsidP="00BE611A">
      <w:pPr>
        <w:rPr>
          <w:rFonts w:cs="Georgia"/>
          <w:kern w:val="1"/>
        </w:rPr>
      </w:pPr>
      <w:r>
        <w:rPr>
          <w:rFonts w:cs="Georgia"/>
          <w:kern w:val="1"/>
        </w:rPr>
        <w:t>— </w:t>
      </w:r>
      <w:r w:rsidR="00BE611A">
        <w:rPr>
          <w:rFonts w:cs="Georgia"/>
          <w:kern w:val="1"/>
        </w:rPr>
        <w:t>Et puis après</w:t>
      </w:r>
      <w:r>
        <w:rPr>
          <w:rFonts w:cs="Georgia"/>
          <w:kern w:val="1"/>
        </w:rPr>
        <w:t xml:space="preserve"> ! </w:t>
      </w:r>
      <w:r w:rsidR="00BE611A">
        <w:rPr>
          <w:rFonts w:cs="Georgia"/>
          <w:kern w:val="1"/>
        </w:rPr>
        <w:t>Qu</w:t>
      </w:r>
      <w:r>
        <w:rPr>
          <w:rFonts w:cs="Georgia"/>
          <w:kern w:val="1"/>
        </w:rPr>
        <w:t>’</w:t>
      </w:r>
      <w:r w:rsidR="00BE611A">
        <w:rPr>
          <w:rFonts w:cs="Georgia"/>
          <w:kern w:val="1"/>
        </w:rPr>
        <w:t>est-ce que tu veux que j</w:t>
      </w:r>
      <w:r>
        <w:rPr>
          <w:rFonts w:cs="Georgia"/>
          <w:kern w:val="1"/>
        </w:rPr>
        <w:t>’</w:t>
      </w:r>
      <w:r w:rsidR="00BE611A">
        <w:rPr>
          <w:rFonts w:cs="Georgia"/>
          <w:kern w:val="1"/>
        </w:rPr>
        <w:t>y fasse</w:t>
      </w:r>
      <w:r>
        <w:rPr>
          <w:rFonts w:cs="Georgia"/>
          <w:kern w:val="1"/>
        </w:rPr>
        <w:t> ?</w:t>
      </w:r>
    </w:p>
    <w:p w14:paraId="7D88BEF0" w14:textId="77777777" w:rsidR="000E1451" w:rsidRDefault="000E1451" w:rsidP="00BE611A">
      <w:pPr>
        <w:rPr>
          <w:rFonts w:cs="Georgia"/>
          <w:kern w:val="1"/>
        </w:rPr>
      </w:pPr>
      <w:r>
        <w:rPr>
          <w:rFonts w:cs="Georgia"/>
          <w:kern w:val="1"/>
        </w:rPr>
        <w:t>— </w:t>
      </w:r>
      <w:r w:rsidR="00BE611A">
        <w:rPr>
          <w:rFonts w:cs="Georgia"/>
          <w:kern w:val="1"/>
        </w:rPr>
        <w:t>Comment</w:t>
      </w:r>
      <w:r>
        <w:rPr>
          <w:rFonts w:cs="Georgia"/>
          <w:kern w:val="1"/>
        </w:rPr>
        <w:t xml:space="preserve">, </w:t>
      </w:r>
      <w:r w:rsidR="00BE611A">
        <w:rPr>
          <w:rFonts w:cs="Georgia"/>
          <w:bCs/>
          <w:i/>
          <w:iCs/>
          <w:kern w:val="1"/>
        </w:rPr>
        <w:t>et puis après</w:t>
      </w:r>
      <w:r>
        <w:rPr>
          <w:rFonts w:cs="Georgia"/>
          <w:bCs/>
          <w:i/>
          <w:iCs/>
          <w:kern w:val="1"/>
        </w:rPr>
        <w:t xml:space="preserve"> ! </w:t>
      </w:r>
      <w:r w:rsidR="00BE611A">
        <w:rPr>
          <w:rFonts w:cs="Georgia"/>
          <w:kern w:val="1"/>
        </w:rPr>
        <w:t>Tu ne te rappelles donc pas ce qu</w:t>
      </w:r>
      <w:r>
        <w:rPr>
          <w:rFonts w:cs="Georgia"/>
          <w:kern w:val="1"/>
        </w:rPr>
        <w:t>’</w:t>
      </w:r>
      <w:r w:rsidR="00BE611A">
        <w:rPr>
          <w:rFonts w:cs="Georgia"/>
          <w:kern w:val="1"/>
        </w:rPr>
        <w:t>a dit le capitaine Elbing</w:t>
      </w:r>
      <w:r>
        <w:rPr>
          <w:rFonts w:cs="Georgia"/>
          <w:kern w:val="1"/>
        </w:rPr>
        <w:t xml:space="preserve"> ? </w:t>
      </w:r>
      <w:r w:rsidR="00BE611A">
        <w:rPr>
          <w:rFonts w:cs="Georgia"/>
          <w:kern w:val="1"/>
        </w:rPr>
        <w:t>S</w:t>
      </w:r>
      <w:r>
        <w:rPr>
          <w:rFonts w:cs="Georgia"/>
          <w:kern w:val="1"/>
        </w:rPr>
        <w:t>’</w:t>
      </w:r>
      <w:r w:rsidR="00BE611A">
        <w:rPr>
          <w:rFonts w:cs="Georgia"/>
          <w:kern w:val="1"/>
        </w:rPr>
        <w:t>ils se barrent</w:t>
      </w:r>
      <w:r>
        <w:rPr>
          <w:rFonts w:cs="Georgia"/>
          <w:kern w:val="1"/>
        </w:rPr>
        <w:t xml:space="preserve">, </w:t>
      </w:r>
      <w:r w:rsidR="00BE611A">
        <w:rPr>
          <w:rFonts w:cs="Georgia"/>
          <w:kern w:val="1"/>
        </w:rPr>
        <w:t>c</w:t>
      </w:r>
      <w:r>
        <w:rPr>
          <w:rFonts w:cs="Georgia"/>
          <w:kern w:val="1"/>
        </w:rPr>
        <w:t>’</w:t>
      </w:r>
      <w:r w:rsidR="00BE611A">
        <w:rPr>
          <w:rFonts w:cs="Georgia"/>
          <w:kern w:val="1"/>
        </w:rPr>
        <w:t>est moi qui suis responsable</w:t>
      </w:r>
      <w:r>
        <w:rPr>
          <w:rFonts w:cs="Georgia"/>
          <w:kern w:val="1"/>
        </w:rPr>
        <w:t xml:space="preserve">, </w:t>
      </w:r>
      <w:r w:rsidR="00BE611A">
        <w:rPr>
          <w:rFonts w:cs="Georgia"/>
          <w:kern w:val="1"/>
        </w:rPr>
        <w:t>et bon pour six mois de représailles de rabiot</w:t>
      </w:r>
      <w:r>
        <w:rPr>
          <w:rFonts w:cs="Georgia"/>
          <w:kern w:val="1"/>
        </w:rPr>
        <w:t>.</w:t>
      </w:r>
    </w:p>
    <w:p w14:paraId="0211F91F" w14:textId="77777777" w:rsidR="000E1451" w:rsidRDefault="000E1451" w:rsidP="00BE611A">
      <w:pPr>
        <w:rPr>
          <w:rFonts w:cs="Georgia"/>
          <w:kern w:val="1"/>
        </w:rPr>
      </w:pPr>
      <w:r>
        <w:rPr>
          <w:rFonts w:cs="Georgia"/>
          <w:kern w:val="1"/>
        </w:rPr>
        <w:t>— </w:t>
      </w:r>
      <w:r w:rsidR="00BE611A">
        <w:rPr>
          <w:rFonts w:cs="Georgia"/>
          <w:kern w:val="1"/>
        </w:rPr>
        <w:t>Le capitaine a dit la même chose pour moi</w:t>
      </w:r>
      <w:r>
        <w:rPr>
          <w:rFonts w:cs="Georgia"/>
          <w:kern w:val="1"/>
        </w:rPr>
        <w:t>.</w:t>
      </w:r>
    </w:p>
    <w:p w14:paraId="068EDE86" w14:textId="77777777" w:rsidR="000E1451" w:rsidRDefault="000E1451" w:rsidP="00BE611A">
      <w:pPr>
        <w:rPr>
          <w:rFonts w:cs="Georgia"/>
          <w:kern w:val="1"/>
        </w:rPr>
      </w:pPr>
      <w:r>
        <w:rPr>
          <w:rFonts w:cs="Georgia"/>
          <w:kern w:val="1"/>
        </w:rPr>
        <w:t>— </w:t>
      </w:r>
      <w:r w:rsidR="00BE611A">
        <w:rPr>
          <w:rFonts w:cs="Georgia"/>
          <w:kern w:val="1"/>
        </w:rPr>
        <w:t>Oh</w:t>
      </w:r>
      <w:r>
        <w:rPr>
          <w:rFonts w:cs="Georgia"/>
          <w:kern w:val="1"/>
        </w:rPr>
        <w:t xml:space="preserve"> ! </w:t>
      </w:r>
      <w:r w:rsidR="00BE611A">
        <w:rPr>
          <w:rFonts w:cs="Georgia"/>
          <w:kern w:val="1"/>
        </w:rPr>
        <w:t>toi</w:t>
      </w:r>
      <w:r>
        <w:rPr>
          <w:rFonts w:cs="Georgia"/>
          <w:kern w:val="1"/>
        </w:rPr>
        <w:t> !…</w:t>
      </w:r>
    </w:p>
    <w:p w14:paraId="31FB805E" w14:textId="77777777" w:rsidR="000E1451" w:rsidRDefault="00BE611A" w:rsidP="00BE611A">
      <w:pPr>
        <w:rPr>
          <w:rFonts w:cs="Georgia"/>
          <w:kern w:val="1"/>
        </w:rPr>
      </w:pPr>
      <w:r>
        <w:rPr>
          <w:rFonts w:cs="Georgia"/>
          <w:kern w:val="1"/>
        </w:rPr>
        <w:t>Il aurait cherché vainement une exclamation qui eût pu m</w:t>
      </w:r>
      <w:r w:rsidR="000E1451">
        <w:rPr>
          <w:rFonts w:cs="Georgia"/>
          <w:kern w:val="1"/>
        </w:rPr>
        <w:t>’</w:t>
      </w:r>
      <w:r>
        <w:rPr>
          <w:rFonts w:cs="Georgia"/>
          <w:kern w:val="1"/>
        </w:rPr>
        <w:t>être plus désagréable</w:t>
      </w:r>
      <w:r w:rsidR="000E1451">
        <w:rPr>
          <w:rFonts w:cs="Georgia"/>
          <w:kern w:val="1"/>
        </w:rPr>
        <w:t xml:space="preserve">. </w:t>
      </w:r>
      <w:r>
        <w:rPr>
          <w:rFonts w:cs="Georgia"/>
          <w:kern w:val="1"/>
        </w:rPr>
        <w:t xml:space="preserve">Rien ne me blessait autant que </w:t>
      </w:r>
      <w:r>
        <w:rPr>
          <w:rFonts w:cs="Georgia"/>
          <w:kern w:val="1"/>
        </w:rPr>
        <w:lastRenderedPageBreak/>
        <w:t>d</w:t>
      </w:r>
      <w:r w:rsidR="000E1451">
        <w:rPr>
          <w:rFonts w:cs="Georgia"/>
          <w:kern w:val="1"/>
        </w:rPr>
        <w:t>’</w:t>
      </w:r>
      <w:r>
        <w:rPr>
          <w:rFonts w:cs="Georgia"/>
          <w:kern w:val="1"/>
        </w:rPr>
        <w:t>entendre insinuer que j</w:t>
      </w:r>
      <w:r w:rsidR="000E1451">
        <w:rPr>
          <w:rFonts w:cs="Georgia"/>
          <w:kern w:val="1"/>
        </w:rPr>
        <w:t>’</w:t>
      </w:r>
      <w:r>
        <w:rPr>
          <w:rFonts w:cs="Georgia"/>
          <w:kern w:val="1"/>
        </w:rPr>
        <w:t>étais sous la protection de quelque puissance occulte</w:t>
      </w:r>
      <w:r w:rsidR="000E1451">
        <w:rPr>
          <w:rFonts w:cs="Georgia"/>
          <w:kern w:val="1"/>
        </w:rPr>
        <w:t>.</w:t>
      </w:r>
    </w:p>
    <w:p w14:paraId="18785DC6" w14:textId="77777777" w:rsidR="000E1451" w:rsidRDefault="000E1451" w:rsidP="00BE611A">
      <w:pPr>
        <w:rPr>
          <w:rFonts w:cs="Georgia"/>
          <w:kern w:val="1"/>
        </w:rPr>
      </w:pPr>
      <w:r>
        <w:rPr>
          <w:rFonts w:cs="Georgia"/>
          <w:kern w:val="1"/>
        </w:rPr>
        <w:t>— </w:t>
      </w:r>
      <w:r w:rsidR="00BE611A">
        <w:rPr>
          <w:rFonts w:cs="Georgia"/>
          <w:kern w:val="1"/>
        </w:rPr>
        <w:t>Écoute</w:t>
      </w:r>
      <w:r>
        <w:rPr>
          <w:rFonts w:cs="Georgia"/>
          <w:kern w:val="1"/>
        </w:rPr>
        <w:t xml:space="preserve">, </w:t>
      </w:r>
      <w:r w:rsidR="00BE611A">
        <w:rPr>
          <w:rFonts w:cs="Georgia"/>
          <w:kern w:val="1"/>
        </w:rPr>
        <w:t>dis-je sèchement</w:t>
      </w:r>
      <w:r>
        <w:rPr>
          <w:rFonts w:cs="Georgia"/>
          <w:kern w:val="1"/>
        </w:rPr>
        <w:t xml:space="preserve">, </w:t>
      </w:r>
      <w:r w:rsidR="00BE611A">
        <w:rPr>
          <w:rFonts w:cs="Georgia"/>
          <w:kern w:val="1"/>
        </w:rPr>
        <w:t>tout ce que je peux faire</w:t>
      </w:r>
      <w:r>
        <w:rPr>
          <w:rFonts w:cs="Georgia"/>
          <w:kern w:val="1"/>
        </w:rPr>
        <w:t xml:space="preserve">, </w:t>
      </w:r>
      <w:r w:rsidR="00BE611A">
        <w:rPr>
          <w:rFonts w:cs="Georgia"/>
          <w:kern w:val="1"/>
        </w:rPr>
        <w:t>c</w:t>
      </w:r>
      <w:r>
        <w:rPr>
          <w:rFonts w:cs="Georgia"/>
          <w:kern w:val="1"/>
        </w:rPr>
        <w:t>’</w:t>
      </w:r>
      <w:r w:rsidR="00BE611A">
        <w:rPr>
          <w:rFonts w:cs="Georgia"/>
          <w:kern w:val="1"/>
        </w:rPr>
        <w:t>est de parler à Audemard</w:t>
      </w:r>
      <w:r>
        <w:rPr>
          <w:rFonts w:cs="Georgia"/>
          <w:kern w:val="1"/>
        </w:rPr>
        <w:t xml:space="preserve">. </w:t>
      </w:r>
      <w:r w:rsidR="00BE611A">
        <w:rPr>
          <w:rFonts w:cs="Georgia"/>
          <w:kern w:val="1"/>
        </w:rPr>
        <w:t>Je lui dirai qu</w:t>
      </w:r>
      <w:r>
        <w:rPr>
          <w:rFonts w:cs="Georgia"/>
          <w:kern w:val="1"/>
        </w:rPr>
        <w:t>’</w:t>
      </w:r>
      <w:r w:rsidR="00BE611A">
        <w:rPr>
          <w:rFonts w:cs="Georgia"/>
          <w:kern w:val="1"/>
        </w:rPr>
        <w:t>il y a trop de danger</w:t>
      </w:r>
      <w:r>
        <w:rPr>
          <w:rFonts w:cs="Georgia"/>
          <w:kern w:val="1"/>
        </w:rPr>
        <w:t xml:space="preserve">, </w:t>
      </w:r>
      <w:r w:rsidR="00BE611A">
        <w:rPr>
          <w:rFonts w:cs="Georgia"/>
          <w:kern w:val="1"/>
        </w:rPr>
        <w:t>que ça ne vaut plus le coup</w:t>
      </w:r>
      <w:r>
        <w:rPr>
          <w:rFonts w:cs="Georgia"/>
          <w:kern w:val="1"/>
        </w:rPr>
        <w:t xml:space="preserve">, </w:t>
      </w:r>
      <w:r w:rsidR="00BE611A">
        <w:rPr>
          <w:rFonts w:cs="Georgia"/>
          <w:kern w:val="1"/>
        </w:rPr>
        <w:t>etc</w:t>
      </w:r>
      <w:r>
        <w:rPr>
          <w:rFonts w:cs="Georgia"/>
          <w:kern w:val="1"/>
        </w:rPr>
        <w:t xml:space="preserve">. </w:t>
      </w:r>
      <w:r w:rsidR="00BE611A">
        <w:rPr>
          <w:rFonts w:cs="Georgia"/>
          <w:kern w:val="1"/>
        </w:rPr>
        <w:t>Mais ce sera sans conviction</w:t>
      </w:r>
      <w:r>
        <w:rPr>
          <w:rFonts w:cs="Georgia"/>
          <w:kern w:val="1"/>
        </w:rPr>
        <w:t xml:space="preserve">, </w:t>
      </w:r>
      <w:r w:rsidR="00BE611A">
        <w:rPr>
          <w:rFonts w:cs="Georgia"/>
          <w:kern w:val="1"/>
        </w:rPr>
        <w:t>parce que je ne veux pas qu</w:t>
      </w:r>
      <w:r>
        <w:rPr>
          <w:rFonts w:cs="Georgia"/>
          <w:kern w:val="1"/>
        </w:rPr>
        <w:t>’</w:t>
      </w:r>
      <w:r w:rsidR="00BE611A">
        <w:rPr>
          <w:rFonts w:cs="Georgia"/>
          <w:kern w:val="1"/>
        </w:rPr>
        <w:t>il se figure que c</w:t>
      </w:r>
      <w:r>
        <w:rPr>
          <w:rFonts w:cs="Georgia"/>
          <w:kern w:val="1"/>
        </w:rPr>
        <w:t>’</w:t>
      </w:r>
      <w:r w:rsidR="00BE611A">
        <w:rPr>
          <w:rFonts w:cs="Georgia"/>
          <w:kern w:val="1"/>
        </w:rPr>
        <w:t>est parce que je crains quelque chose pour moi que je désapprouve son projet</w:t>
      </w:r>
      <w:r>
        <w:rPr>
          <w:rFonts w:cs="Georgia"/>
          <w:kern w:val="1"/>
        </w:rPr>
        <w:t xml:space="preserve">. </w:t>
      </w:r>
      <w:r w:rsidR="00BE611A">
        <w:rPr>
          <w:rFonts w:cs="Georgia"/>
          <w:kern w:val="1"/>
        </w:rPr>
        <w:t>D</w:t>
      </w:r>
      <w:r>
        <w:rPr>
          <w:rFonts w:cs="Georgia"/>
          <w:kern w:val="1"/>
        </w:rPr>
        <w:t>’</w:t>
      </w:r>
      <w:r w:rsidR="00BE611A">
        <w:rPr>
          <w:rFonts w:cs="Georgia"/>
          <w:kern w:val="1"/>
        </w:rPr>
        <w:t>ailleurs</w:t>
      </w:r>
      <w:r>
        <w:rPr>
          <w:rFonts w:cs="Georgia"/>
          <w:kern w:val="1"/>
        </w:rPr>
        <w:t xml:space="preserve">, </w:t>
      </w:r>
      <w:r w:rsidR="00BE611A">
        <w:rPr>
          <w:rFonts w:cs="Georgia"/>
          <w:kern w:val="1"/>
        </w:rPr>
        <w:t>je ne le désapprouve pas tant que ça</w:t>
      </w:r>
      <w:r>
        <w:rPr>
          <w:rFonts w:cs="Georgia"/>
          <w:kern w:val="1"/>
        </w:rPr>
        <w:t>.</w:t>
      </w:r>
    </w:p>
    <w:p w14:paraId="5CB23208" w14:textId="77777777" w:rsidR="000E1451" w:rsidRDefault="00BE611A" w:rsidP="00BE611A">
      <w:pPr>
        <w:rPr>
          <w:rFonts w:cs="Georgia"/>
          <w:kern w:val="1"/>
        </w:rPr>
      </w:pPr>
      <w:r>
        <w:rPr>
          <w:rFonts w:cs="Georgia"/>
          <w:kern w:val="1"/>
        </w:rPr>
        <w:t>Claverie leva les bras au ciel</w:t>
      </w:r>
      <w:r w:rsidR="000E1451">
        <w:rPr>
          <w:rFonts w:cs="Georgia"/>
          <w:kern w:val="1"/>
        </w:rPr>
        <w:t>.</w:t>
      </w:r>
    </w:p>
    <w:p w14:paraId="3B364ED6" w14:textId="77777777" w:rsidR="000E1451" w:rsidRDefault="000E1451" w:rsidP="00BE611A">
      <w:pPr>
        <w:rPr>
          <w:rFonts w:cs="Georgia"/>
          <w:kern w:val="1"/>
        </w:rPr>
      </w:pPr>
      <w:r>
        <w:rPr>
          <w:rFonts w:cs="Georgia"/>
          <w:kern w:val="1"/>
        </w:rPr>
        <w:t>— </w:t>
      </w:r>
      <w:r w:rsidR="00BE611A">
        <w:rPr>
          <w:rFonts w:cs="Georgia"/>
          <w:kern w:val="1"/>
        </w:rPr>
        <w:t>C</w:t>
      </w:r>
      <w:r>
        <w:rPr>
          <w:rFonts w:cs="Georgia"/>
          <w:kern w:val="1"/>
        </w:rPr>
        <w:t>’</w:t>
      </w:r>
      <w:r w:rsidR="00BE611A">
        <w:rPr>
          <w:rFonts w:cs="Georgia"/>
          <w:kern w:val="1"/>
        </w:rPr>
        <w:t>est bien ce que je pensais</w:t>
      </w:r>
      <w:r>
        <w:rPr>
          <w:rFonts w:cs="Georgia"/>
          <w:kern w:val="1"/>
        </w:rPr>
        <w:t xml:space="preserve">, </w:t>
      </w:r>
      <w:r w:rsidR="00BE611A">
        <w:rPr>
          <w:rFonts w:cs="Georgia"/>
          <w:kern w:val="1"/>
        </w:rPr>
        <w:t>fit-il sur un ton pleurard</w:t>
      </w:r>
      <w:r>
        <w:rPr>
          <w:rFonts w:cs="Georgia"/>
          <w:kern w:val="1"/>
        </w:rPr>
        <w:t xml:space="preserve">. </w:t>
      </w:r>
      <w:r w:rsidR="00BE611A">
        <w:rPr>
          <w:rFonts w:cs="Georgia"/>
          <w:kern w:val="1"/>
        </w:rPr>
        <w:t>Je ne peux compter sur personne</w:t>
      </w:r>
      <w:r>
        <w:rPr>
          <w:rFonts w:cs="Georgia"/>
          <w:kern w:val="1"/>
        </w:rPr>
        <w:t xml:space="preserve"> ! </w:t>
      </w:r>
      <w:r w:rsidR="00BE611A">
        <w:rPr>
          <w:rFonts w:cs="Georgia"/>
          <w:kern w:val="1"/>
        </w:rPr>
        <w:t>Ah</w:t>
      </w:r>
      <w:r>
        <w:rPr>
          <w:rFonts w:cs="Georgia"/>
          <w:kern w:val="1"/>
        </w:rPr>
        <w:t xml:space="preserve"> ! </w:t>
      </w:r>
      <w:r w:rsidR="00BE611A">
        <w:rPr>
          <w:rFonts w:cs="Georgia"/>
          <w:kern w:val="1"/>
        </w:rPr>
        <w:t>là</w:t>
      </w:r>
      <w:r>
        <w:rPr>
          <w:rFonts w:cs="Georgia"/>
          <w:kern w:val="1"/>
        </w:rPr>
        <w:t xml:space="preserve"> ! </w:t>
      </w:r>
      <w:r w:rsidR="00BE611A">
        <w:rPr>
          <w:rFonts w:cs="Georgia"/>
          <w:kern w:val="1"/>
        </w:rPr>
        <w:t>là</w:t>
      </w:r>
      <w:r>
        <w:rPr>
          <w:rFonts w:cs="Georgia"/>
          <w:kern w:val="1"/>
        </w:rPr>
        <w:t xml:space="preserve"> ! </w:t>
      </w:r>
      <w:r w:rsidR="00BE611A">
        <w:rPr>
          <w:rFonts w:cs="Georgia"/>
          <w:kern w:val="1"/>
        </w:rPr>
        <w:t>ça n</w:t>
      </w:r>
      <w:r>
        <w:rPr>
          <w:rFonts w:cs="Georgia"/>
          <w:kern w:val="1"/>
        </w:rPr>
        <w:t>’</w:t>
      </w:r>
      <w:r w:rsidR="00BE611A">
        <w:rPr>
          <w:rFonts w:cs="Georgia"/>
          <w:kern w:val="1"/>
        </w:rPr>
        <w:t>arrive jamais qu</w:t>
      </w:r>
      <w:r>
        <w:rPr>
          <w:rFonts w:cs="Georgia"/>
          <w:kern w:val="1"/>
        </w:rPr>
        <w:t>’</w:t>
      </w:r>
      <w:r w:rsidR="00BE611A">
        <w:rPr>
          <w:rFonts w:cs="Georgia"/>
          <w:kern w:val="1"/>
        </w:rPr>
        <w:t>à moi</w:t>
      </w:r>
      <w:r>
        <w:rPr>
          <w:rFonts w:cs="Georgia"/>
          <w:kern w:val="1"/>
        </w:rPr>
        <w:t xml:space="preserve">, </w:t>
      </w:r>
      <w:r w:rsidR="00BE611A">
        <w:rPr>
          <w:rFonts w:cs="Georgia"/>
          <w:kern w:val="1"/>
        </w:rPr>
        <w:t>ces choses-là</w:t>
      </w:r>
      <w:r>
        <w:rPr>
          <w:rFonts w:cs="Georgia"/>
          <w:kern w:val="1"/>
        </w:rPr>
        <w:t>.</w:t>
      </w:r>
    </w:p>
    <w:p w14:paraId="2D7B3585" w14:textId="77777777" w:rsidR="000E1451" w:rsidRDefault="000E1451" w:rsidP="00BE611A">
      <w:pPr>
        <w:rPr>
          <w:rFonts w:cs="Georgia"/>
          <w:kern w:val="1"/>
        </w:rPr>
      </w:pPr>
      <w:r>
        <w:rPr>
          <w:rFonts w:cs="Georgia"/>
          <w:kern w:val="1"/>
        </w:rPr>
        <w:t>— </w:t>
      </w:r>
      <w:r w:rsidR="00BE611A">
        <w:rPr>
          <w:rFonts w:cs="Georgia"/>
          <w:kern w:val="1"/>
        </w:rPr>
        <w:t>En voilà assez</w:t>
      </w:r>
      <w:r>
        <w:rPr>
          <w:rFonts w:cs="Georgia"/>
          <w:kern w:val="1"/>
        </w:rPr>
        <w:t xml:space="preserve">, </w:t>
      </w:r>
      <w:r w:rsidR="00BE611A">
        <w:rPr>
          <w:rFonts w:cs="Georgia"/>
          <w:kern w:val="1"/>
        </w:rPr>
        <w:t>fis-je</w:t>
      </w:r>
      <w:r>
        <w:rPr>
          <w:rFonts w:cs="Georgia"/>
          <w:kern w:val="1"/>
        </w:rPr>
        <w:t xml:space="preserve">. </w:t>
      </w:r>
      <w:r w:rsidR="00BE611A">
        <w:rPr>
          <w:rFonts w:cs="Georgia"/>
          <w:kern w:val="1"/>
        </w:rPr>
        <w:t>Tiens</w:t>
      </w:r>
      <w:r>
        <w:rPr>
          <w:rFonts w:cs="Georgia"/>
          <w:kern w:val="1"/>
        </w:rPr>
        <w:t xml:space="preserve">, </w:t>
      </w:r>
      <w:r w:rsidR="00BE611A">
        <w:rPr>
          <w:rFonts w:cs="Georgia"/>
          <w:kern w:val="1"/>
        </w:rPr>
        <w:t>regarde Sylvestre qui vient de notre côté</w:t>
      </w:r>
      <w:r>
        <w:rPr>
          <w:rFonts w:cs="Georgia"/>
          <w:kern w:val="1"/>
        </w:rPr>
        <w:t xml:space="preserve">. </w:t>
      </w:r>
      <w:r w:rsidR="00BE611A">
        <w:rPr>
          <w:rFonts w:cs="Georgia"/>
          <w:kern w:val="1"/>
        </w:rPr>
        <w:t>Rentrons</w:t>
      </w:r>
      <w:r>
        <w:rPr>
          <w:rFonts w:cs="Georgia"/>
          <w:kern w:val="1"/>
        </w:rPr>
        <w:t xml:space="preserve">, </w:t>
      </w:r>
      <w:r w:rsidR="00BE611A">
        <w:rPr>
          <w:rFonts w:cs="Georgia"/>
          <w:kern w:val="1"/>
        </w:rPr>
        <w:t>si tu ne tiens pas à ce qu</w:t>
      </w:r>
      <w:r>
        <w:rPr>
          <w:rFonts w:cs="Georgia"/>
          <w:kern w:val="1"/>
        </w:rPr>
        <w:t>’</w:t>
      </w:r>
      <w:r w:rsidR="00BE611A">
        <w:rPr>
          <w:rFonts w:cs="Georgia"/>
          <w:kern w:val="1"/>
        </w:rPr>
        <w:t>on nous surprenne en train de comploter</w:t>
      </w:r>
      <w:r>
        <w:rPr>
          <w:rFonts w:cs="Georgia"/>
          <w:kern w:val="1"/>
        </w:rPr>
        <w:t>.</w:t>
      </w:r>
    </w:p>
    <w:p w14:paraId="6AC0F79F" w14:textId="77777777" w:rsidR="00BE611A" w:rsidRDefault="00BE611A" w:rsidP="00BE611A">
      <w:pPr>
        <w:rPr>
          <w:rFonts w:cs="Georgia"/>
          <w:kern w:val="1"/>
        </w:rPr>
      </w:pPr>
    </w:p>
    <w:p w14:paraId="07E87378" w14:textId="77777777" w:rsidR="000E1451" w:rsidRDefault="00BE611A" w:rsidP="00BE611A">
      <w:pPr>
        <w:rPr>
          <w:rFonts w:cs="Georgia"/>
          <w:kern w:val="1"/>
        </w:rPr>
      </w:pPr>
      <w:r>
        <w:rPr>
          <w:rFonts w:cs="Georgia"/>
          <w:kern w:val="1"/>
        </w:rPr>
        <w:t>C</w:t>
      </w:r>
      <w:r w:rsidR="000E1451">
        <w:rPr>
          <w:rFonts w:cs="Georgia"/>
          <w:kern w:val="1"/>
        </w:rPr>
        <w:t>’</w:t>
      </w:r>
      <w:r>
        <w:rPr>
          <w:rFonts w:cs="Georgia"/>
          <w:kern w:val="1"/>
        </w:rPr>
        <w:t>était</w:t>
      </w:r>
      <w:r w:rsidR="000E1451">
        <w:rPr>
          <w:rFonts w:cs="Georgia"/>
          <w:kern w:val="1"/>
        </w:rPr>
        <w:t xml:space="preserve">, </w:t>
      </w:r>
      <w:r>
        <w:rPr>
          <w:rFonts w:cs="Georgia"/>
          <w:kern w:val="1"/>
        </w:rPr>
        <w:t>je l</w:t>
      </w:r>
      <w:r w:rsidR="000E1451">
        <w:rPr>
          <w:rFonts w:cs="Georgia"/>
          <w:kern w:val="1"/>
        </w:rPr>
        <w:t>’</w:t>
      </w:r>
      <w:r>
        <w:rPr>
          <w:rFonts w:cs="Georgia"/>
          <w:kern w:val="1"/>
        </w:rPr>
        <w:t>ai dit</w:t>
      </w:r>
      <w:r w:rsidR="000E1451">
        <w:rPr>
          <w:rFonts w:cs="Georgia"/>
          <w:kern w:val="1"/>
        </w:rPr>
        <w:t xml:space="preserve">, </w:t>
      </w:r>
      <w:r>
        <w:rPr>
          <w:rFonts w:cs="Georgia"/>
          <w:kern w:val="1"/>
        </w:rPr>
        <w:t>le 2</w:t>
      </w:r>
      <w:r w:rsidR="000E1451">
        <w:rPr>
          <w:rFonts w:cs="Georgia"/>
          <w:kern w:val="1"/>
        </w:rPr>
        <w:t>0 juillet</w:t>
      </w:r>
      <w:r>
        <w:rPr>
          <w:rFonts w:cs="Georgia"/>
          <w:kern w:val="1"/>
        </w:rPr>
        <w:t xml:space="preserve"> que Gottlieb devait se rendre à Kœnigsberg pour passer devant la commission de réforme</w:t>
      </w:r>
      <w:r w:rsidR="000E1451">
        <w:rPr>
          <w:rFonts w:cs="Georgia"/>
          <w:kern w:val="1"/>
        </w:rPr>
        <w:t xml:space="preserve">. </w:t>
      </w:r>
      <w:r>
        <w:rPr>
          <w:rFonts w:cs="Georgia"/>
          <w:kern w:val="1"/>
        </w:rPr>
        <w:t>Cinq</w:t>
      </w:r>
      <w:r w:rsidR="00A6632D">
        <w:rPr>
          <w:rFonts w:cs="Georgia"/>
          <w:kern w:val="1"/>
        </w:rPr>
        <w:t xml:space="preserve"> </w:t>
      </w:r>
      <w:r>
        <w:rPr>
          <w:rFonts w:cs="Georgia"/>
          <w:kern w:val="1"/>
        </w:rPr>
        <w:t>ou six jours avant son départ</w:t>
      </w:r>
      <w:r w:rsidR="000E1451">
        <w:rPr>
          <w:rFonts w:cs="Georgia"/>
          <w:kern w:val="1"/>
        </w:rPr>
        <w:t xml:space="preserve">, </w:t>
      </w:r>
      <w:r>
        <w:rPr>
          <w:rFonts w:cs="Georgia"/>
          <w:kern w:val="1"/>
        </w:rPr>
        <w:t>il m</w:t>
      </w:r>
      <w:r w:rsidR="000E1451">
        <w:rPr>
          <w:rFonts w:cs="Georgia"/>
          <w:kern w:val="1"/>
        </w:rPr>
        <w:t>’</w:t>
      </w:r>
      <w:r>
        <w:rPr>
          <w:rFonts w:cs="Georgia"/>
          <w:kern w:val="1"/>
        </w:rPr>
        <w:t>aborda d</w:t>
      </w:r>
      <w:r w:rsidR="000E1451">
        <w:rPr>
          <w:rFonts w:cs="Georgia"/>
          <w:kern w:val="1"/>
        </w:rPr>
        <w:t>’</w:t>
      </w:r>
      <w:r>
        <w:rPr>
          <w:rFonts w:cs="Georgia"/>
          <w:kern w:val="1"/>
        </w:rPr>
        <w:t>un air mystérieux</w:t>
      </w:r>
      <w:r w:rsidR="000E1451">
        <w:rPr>
          <w:rFonts w:cs="Georgia"/>
          <w:kern w:val="1"/>
        </w:rPr>
        <w:t>.</w:t>
      </w:r>
    </w:p>
    <w:p w14:paraId="7BA27ADD" w14:textId="77777777" w:rsidR="000E1451" w:rsidRDefault="000E1451" w:rsidP="00BE611A">
      <w:pPr>
        <w:rPr>
          <w:rFonts w:cs="Georgia"/>
          <w:kern w:val="1"/>
        </w:rPr>
      </w:pPr>
      <w:r>
        <w:rPr>
          <w:rFonts w:cs="Georgia"/>
          <w:kern w:val="1"/>
        </w:rPr>
        <w:t>— </w:t>
      </w:r>
      <w:r w:rsidR="00BE611A">
        <w:rPr>
          <w:rFonts w:cs="Georgia"/>
          <w:kern w:val="1"/>
        </w:rPr>
        <w:t>Monsieur Dumaine</w:t>
      </w:r>
      <w:r>
        <w:rPr>
          <w:rFonts w:cs="Georgia"/>
          <w:kern w:val="1"/>
        </w:rPr>
        <w:t xml:space="preserve">, </w:t>
      </w:r>
      <w:r w:rsidR="00BE611A">
        <w:rPr>
          <w:rFonts w:cs="Georgia"/>
          <w:kern w:val="1"/>
        </w:rPr>
        <w:t>j</w:t>
      </w:r>
      <w:r>
        <w:rPr>
          <w:rFonts w:cs="Georgia"/>
          <w:kern w:val="1"/>
        </w:rPr>
        <w:t>’</w:t>
      </w:r>
      <w:r w:rsidR="00BE611A">
        <w:rPr>
          <w:rFonts w:cs="Georgia"/>
          <w:kern w:val="1"/>
        </w:rPr>
        <w:t>aurais quelque chose à vous demander</w:t>
      </w:r>
      <w:r>
        <w:rPr>
          <w:rFonts w:cs="Georgia"/>
          <w:kern w:val="1"/>
        </w:rPr>
        <w:t>.</w:t>
      </w:r>
    </w:p>
    <w:p w14:paraId="235059F0" w14:textId="77777777" w:rsidR="000E1451" w:rsidRDefault="000E1451" w:rsidP="00BE611A">
      <w:pPr>
        <w:rPr>
          <w:rFonts w:cs="Georgia"/>
          <w:kern w:val="1"/>
        </w:rPr>
      </w:pPr>
      <w:r>
        <w:rPr>
          <w:rFonts w:cs="Georgia"/>
          <w:kern w:val="1"/>
        </w:rPr>
        <w:t>— </w:t>
      </w:r>
      <w:r w:rsidR="00BE611A">
        <w:rPr>
          <w:rFonts w:cs="Georgia"/>
          <w:kern w:val="1"/>
        </w:rPr>
        <w:t>Dites</w:t>
      </w:r>
      <w:r>
        <w:rPr>
          <w:rFonts w:cs="Georgia"/>
          <w:kern w:val="1"/>
        </w:rPr>
        <w:t>.</w:t>
      </w:r>
    </w:p>
    <w:p w14:paraId="5C970428" w14:textId="77777777" w:rsidR="000E1451" w:rsidRDefault="000E1451" w:rsidP="00BE611A">
      <w:pPr>
        <w:rPr>
          <w:rFonts w:cs="Georgia"/>
          <w:kern w:val="1"/>
        </w:rPr>
      </w:pPr>
      <w:r>
        <w:rPr>
          <w:rFonts w:cs="Georgia"/>
          <w:kern w:val="1"/>
        </w:rPr>
        <w:t>— </w:t>
      </w:r>
      <w:r w:rsidR="00BE611A">
        <w:rPr>
          <w:rFonts w:cs="Georgia"/>
          <w:kern w:val="1"/>
        </w:rPr>
        <w:t>Voilà</w:t>
      </w:r>
      <w:r>
        <w:rPr>
          <w:rFonts w:cs="Georgia"/>
          <w:kern w:val="1"/>
        </w:rPr>
        <w:t xml:space="preserve"> ! </w:t>
      </w:r>
      <w:r w:rsidR="00BE611A">
        <w:rPr>
          <w:rFonts w:cs="Georgia"/>
          <w:kern w:val="1"/>
        </w:rPr>
        <w:t>Je passe mardi prochain</w:t>
      </w:r>
      <w:r>
        <w:rPr>
          <w:rFonts w:cs="Georgia"/>
          <w:kern w:val="1"/>
        </w:rPr>
        <w:t xml:space="preserve">. </w:t>
      </w:r>
      <w:r w:rsidR="00BE611A">
        <w:rPr>
          <w:rFonts w:cs="Georgia"/>
          <w:kern w:val="1"/>
        </w:rPr>
        <w:t>Si je venais à être repris</w:t>
      </w:r>
      <w:r>
        <w:rPr>
          <w:rFonts w:cs="Georgia"/>
          <w:kern w:val="1"/>
        </w:rPr>
        <w:t>…</w:t>
      </w:r>
    </w:p>
    <w:p w14:paraId="288766AC" w14:textId="77777777" w:rsidR="000E1451" w:rsidRDefault="000E1451" w:rsidP="00BE611A">
      <w:pPr>
        <w:rPr>
          <w:rFonts w:cs="Georgia"/>
          <w:kern w:val="1"/>
        </w:rPr>
      </w:pPr>
      <w:r>
        <w:rPr>
          <w:rFonts w:cs="Georgia"/>
          <w:kern w:val="1"/>
        </w:rPr>
        <w:t>— </w:t>
      </w:r>
      <w:r w:rsidR="00BE611A">
        <w:rPr>
          <w:rFonts w:cs="Georgia"/>
          <w:kern w:val="1"/>
        </w:rPr>
        <w:t>Bon</w:t>
      </w:r>
      <w:r>
        <w:rPr>
          <w:rFonts w:cs="Georgia"/>
          <w:kern w:val="1"/>
        </w:rPr>
        <w:t xml:space="preserve"> ! </w:t>
      </w:r>
      <w:r w:rsidR="00BE611A">
        <w:rPr>
          <w:rFonts w:cs="Georgia"/>
          <w:kern w:val="1"/>
        </w:rPr>
        <w:t>Voyons</w:t>
      </w:r>
      <w:r>
        <w:rPr>
          <w:rFonts w:cs="Georgia"/>
          <w:kern w:val="1"/>
        </w:rPr>
        <w:t xml:space="preserve"> ! </w:t>
      </w:r>
      <w:r w:rsidR="00BE611A">
        <w:rPr>
          <w:rFonts w:cs="Georgia"/>
          <w:kern w:val="1"/>
        </w:rPr>
        <w:t>Vous ne serez pas repris</w:t>
      </w:r>
      <w:r>
        <w:rPr>
          <w:rFonts w:cs="Georgia"/>
          <w:kern w:val="1"/>
        </w:rPr>
        <w:t xml:space="preserve">, </w:t>
      </w:r>
      <w:r w:rsidR="00BE611A">
        <w:rPr>
          <w:rFonts w:cs="Georgia"/>
          <w:kern w:val="1"/>
        </w:rPr>
        <w:t>Gottlieb</w:t>
      </w:r>
      <w:r>
        <w:rPr>
          <w:rFonts w:cs="Georgia"/>
          <w:kern w:val="1"/>
        </w:rPr>
        <w:t>.</w:t>
      </w:r>
    </w:p>
    <w:p w14:paraId="6D7A9CCA" w14:textId="77777777" w:rsidR="000E1451" w:rsidRDefault="00BE611A" w:rsidP="00BE611A">
      <w:pPr>
        <w:rPr>
          <w:rFonts w:cs="Georgia"/>
          <w:kern w:val="1"/>
        </w:rPr>
      </w:pPr>
      <w:r>
        <w:rPr>
          <w:rFonts w:cs="Georgia"/>
          <w:kern w:val="1"/>
        </w:rPr>
        <w:lastRenderedPageBreak/>
        <w:t>Ce n</w:t>
      </w:r>
      <w:r w:rsidR="000E1451">
        <w:rPr>
          <w:rFonts w:cs="Georgia"/>
          <w:kern w:val="1"/>
        </w:rPr>
        <w:t>’</w:t>
      </w:r>
      <w:r>
        <w:rPr>
          <w:rFonts w:cs="Georgia"/>
          <w:kern w:val="1"/>
        </w:rPr>
        <w:t>était pas pour le rassurer que je parlais de la sorte</w:t>
      </w:r>
      <w:r w:rsidR="000E1451">
        <w:rPr>
          <w:rFonts w:cs="Georgia"/>
          <w:kern w:val="1"/>
        </w:rPr>
        <w:t xml:space="preserve">. </w:t>
      </w:r>
      <w:r>
        <w:rPr>
          <w:rFonts w:cs="Georgia"/>
          <w:kern w:val="1"/>
        </w:rPr>
        <w:t>L</w:t>
      </w:r>
      <w:r w:rsidR="000E1451">
        <w:rPr>
          <w:rFonts w:cs="Georgia"/>
          <w:kern w:val="1"/>
        </w:rPr>
        <w:t>’</w:t>
      </w:r>
      <w:r>
        <w:rPr>
          <w:rFonts w:cs="Georgia"/>
          <w:kern w:val="1"/>
        </w:rPr>
        <w:t>idée que ce pauvre infirme pouvait être renvoyé à la guerre me paraissait monstrueuse</w:t>
      </w:r>
      <w:r w:rsidR="000E1451">
        <w:rPr>
          <w:rFonts w:cs="Georgia"/>
          <w:kern w:val="1"/>
        </w:rPr>
        <w:t xml:space="preserve">. </w:t>
      </w:r>
      <w:r>
        <w:rPr>
          <w:rFonts w:cs="Georgia"/>
          <w:kern w:val="1"/>
        </w:rPr>
        <w:t>Je me souvenais de l</w:t>
      </w:r>
      <w:r w:rsidR="000E1451">
        <w:rPr>
          <w:rFonts w:cs="Georgia"/>
          <w:kern w:val="1"/>
        </w:rPr>
        <w:t>’</w:t>
      </w:r>
      <w:r>
        <w:rPr>
          <w:rFonts w:cs="Georgia"/>
          <w:kern w:val="1"/>
        </w:rPr>
        <w:t>exclamation de dédaigneuse pitié poussée par Axelle devant nos infortunés camarades de la classe 1918</w:t>
      </w:r>
      <w:r w:rsidR="000E1451">
        <w:rPr>
          <w:rFonts w:cs="Georgia"/>
          <w:kern w:val="1"/>
        </w:rPr>
        <w:t> : « </w:t>
      </w:r>
      <w:r>
        <w:rPr>
          <w:rFonts w:cs="Georgia"/>
          <w:kern w:val="1"/>
        </w:rPr>
        <w:t>C</w:t>
      </w:r>
      <w:r w:rsidR="000E1451">
        <w:rPr>
          <w:rFonts w:cs="Georgia"/>
          <w:kern w:val="1"/>
        </w:rPr>
        <w:t>’</w:t>
      </w:r>
      <w:r>
        <w:rPr>
          <w:rFonts w:cs="Georgia"/>
          <w:kern w:val="1"/>
        </w:rPr>
        <w:t>est comme si l</w:t>
      </w:r>
      <w:r w:rsidR="000E1451">
        <w:rPr>
          <w:rFonts w:cs="Georgia"/>
          <w:kern w:val="1"/>
        </w:rPr>
        <w:t>’</w:t>
      </w:r>
      <w:r>
        <w:rPr>
          <w:rFonts w:cs="Georgia"/>
          <w:kern w:val="1"/>
        </w:rPr>
        <w:t>on reprenait Gottlieb</w:t>
      </w:r>
      <w:r w:rsidR="000E1451">
        <w:rPr>
          <w:rFonts w:cs="Georgia"/>
          <w:kern w:val="1"/>
        </w:rPr>
        <w:t> ! »</w:t>
      </w:r>
    </w:p>
    <w:p w14:paraId="13DDD617" w14:textId="77777777" w:rsidR="000E1451" w:rsidRDefault="000E1451" w:rsidP="00BE611A">
      <w:pPr>
        <w:rPr>
          <w:rFonts w:cs="Georgia"/>
          <w:kern w:val="1"/>
        </w:rPr>
      </w:pPr>
      <w:r>
        <w:rPr>
          <w:rFonts w:cs="Georgia"/>
          <w:kern w:val="1"/>
        </w:rPr>
        <w:t>— </w:t>
      </w:r>
      <w:r w:rsidR="00BE611A">
        <w:rPr>
          <w:rFonts w:cs="Georgia"/>
          <w:kern w:val="1"/>
        </w:rPr>
        <w:t>Oh</w:t>
      </w:r>
      <w:r>
        <w:rPr>
          <w:rFonts w:cs="Georgia"/>
          <w:kern w:val="1"/>
        </w:rPr>
        <w:t xml:space="preserve"> ! </w:t>
      </w:r>
      <w:r w:rsidR="00BE611A">
        <w:rPr>
          <w:rFonts w:cs="Georgia"/>
          <w:kern w:val="1"/>
        </w:rPr>
        <w:t>mais</w:t>
      </w:r>
      <w:r>
        <w:rPr>
          <w:rFonts w:cs="Georgia"/>
          <w:kern w:val="1"/>
        </w:rPr>
        <w:t xml:space="preserve">, </w:t>
      </w:r>
      <w:r w:rsidR="00BE611A">
        <w:rPr>
          <w:rFonts w:cs="Georgia"/>
          <w:kern w:val="1"/>
        </w:rPr>
        <w:t>fit-il</w:t>
      </w:r>
      <w:r>
        <w:rPr>
          <w:rFonts w:cs="Georgia"/>
          <w:kern w:val="1"/>
        </w:rPr>
        <w:t xml:space="preserve">, </w:t>
      </w:r>
      <w:r w:rsidR="00BE611A">
        <w:rPr>
          <w:rFonts w:cs="Georgia"/>
          <w:kern w:val="1"/>
        </w:rPr>
        <w:t>je n</w:t>
      </w:r>
      <w:r>
        <w:rPr>
          <w:rFonts w:cs="Georgia"/>
          <w:kern w:val="1"/>
        </w:rPr>
        <w:t>’</w:t>
      </w:r>
      <w:r w:rsidR="00BE611A">
        <w:rPr>
          <w:rFonts w:cs="Georgia"/>
          <w:kern w:val="1"/>
        </w:rPr>
        <w:t>en sais rien</w:t>
      </w:r>
      <w:r>
        <w:rPr>
          <w:rFonts w:cs="Georgia"/>
          <w:kern w:val="1"/>
        </w:rPr>
        <w:t xml:space="preserve">. </w:t>
      </w:r>
      <w:r w:rsidR="00BE611A">
        <w:rPr>
          <w:rFonts w:cs="Georgia"/>
          <w:kern w:val="1"/>
        </w:rPr>
        <w:t>Je boite un peu</w:t>
      </w:r>
      <w:r>
        <w:rPr>
          <w:rFonts w:cs="Georgia"/>
          <w:kern w:val="1"/>
        </w:rPr>
        <w:t xml:space="preserve">, </w:t>
      </w:r>
      <w:r w:rsidR="00BE611A">
        <w:rPr>
          <w:rFonts w:cs="Georgia"/>
          <w:kern w:val="1"/>
        </w:rPr>
        <w:t>c</w:t>
      </w:r>
      <w:r>
        <w:rPr>
          <w:rFonts w:cs="Georgia"/>
          <w:kern w:val="1"/>
        </w:rPr>
        <w:t>’</w:t>
      </w:r>
      <w:r w:rsidR="00BE611A">
        <w:rPr>
          <w:rFonts w:cs="Georgia"/>
          <w:kern w:val="1"/>
        </w:rPr>
        <w:t>est entendu</w:t>
      </w:r>
      <w:r>
        <w:rPr>
          <w:rFonts w:cs="Georgia"/>
          <w:kern w:val="1"/>
        </w:rPr>
        <w:t xml:space="preserve">. </w:t>
      </w:r>
      <w:r w:rsidR="00BE611A">
        <w:rPr>
          <w:rFonts w:cs="Georgia"/>
          <w:kern w:val="1"/>
        </w:rPr>
        <w:t>Mais d</w:t>
      </w:r>
      <w:r>
        <w:rPr>
          <w:rFonts w:cs="Georgia"/>
          <w:kern w:val="1"/>
        </w:rPr>
        <w:t>’</w:t>
      </w:r>
      <w:r w:rsidR="00BE611A">
        <w:rPr>
          <w:rFonts w:cs="Georgia"/>
          <w:kern w:val="1"/>
        </w:rPr>
        <w:t>après ce que je fais ici</w:t>
      </w:r>
      <w:r>
        <w:rPr>
          <w:rFonts w:cs="Georgia"/>
          <w:kern w:val="1"/>
        </w:rPr>
        <w:t xml:space="preserve">, </w:t>
      </w:r>
      <w:r w:rsidR="00BE611A">
        <w:rPr>
          <w:rFonts w:cs="Georgia"/>
          <w:kern w:val="1"/>
        </w:rPr>
        <w:t>vous pouvez voir que je suis encore capable de rendre bien des services</w:t>
      </w:r>
      <w:r>
        <w:rPr>
          <w:rFonts w:cs="Georgia"/>
          <w:kern w:val="1"/>
        </w:rPr>
        <w:t xml:space="preserve">. </w:t>
      </w:r>
      <w:r w:rsidR="00BE611A">
        <w:rPr>
          <w:rFonts w:cs="Georgia"/>
          <w:kern w:val="1"/>
        </w:rPr>
        <w:t>Enfin</w:t>
      </w:r>
      <w:r>
        <w:rPr>
          <w:rFonts w:cs="Georgia"/>
          <w:kern w:val="1"/>
        </w:rPr>
        <w:t xml:space="preserve">, </w:t>
      </w:r>
      <w:r w:rsidR="00BE611A">
        <w:rPr>
          <w:rFonts w:cs="Georgia"/>
          <w:kern w:val="1"/>
        </w:rPr>
        <w:t>il faut tout prévoir</w:t>
      </w:r>
      <w:r>
        <w:rPr>
          <w:rFonts w:cs="Georgia"/>
          <w:kern w:val="1"/>
        </w:rPr>
        <w:t xml:space="preserve">. </w:t>
      </w:r>
      <w:r w:rsidR="00BE611A">
        <w:rPr>
          <w:rFonts w:cs="Georgia"/>
          <w:kern w:val="1"/>
        </w:rPr>
        <w:t>Si je repars</w:t>
      </w:r>
      <w:r>
        <w:rPr>
          <w:rFonts w:cs="Georgia"/>
          <w:kern w:val="1"/>
        </w:rPr>
        <w:t xml:space="preserve">, </w:t>
      </w:r>
      <w:r w:rsidR="00BE611A">
        <w:rPr>
          <w:rFonts w:cs="Georgia"/>
          <w:kern w:val="1"/>
        </w:rPr>
        <w:t>Son Excellence et Mademoiselle risquent de se trouver dans l</w:t>
      </w:r>
      <w:r>
        <w:rPr>
          <w:rFonts w:cs="Georgia"/>
          <w:kern w:val="1"/>
        </w:rPr>
        <w:t>’</w:t>
      </w:r>
      <w:r w:rsidR="00BE611A">
        <w:rPr>
          <w:rFonts w:cs="Georgia"/>
          <w:kern w:val="1"/>
        </w:rPr>
        <w:t>embarras</w:t>
      </w:r>
      <w:r>
        <w:rPr>
          <w:rFonts w:cs="Georgia"/>
          <w:kern w:val="1"/>
        </w:rPr>
        <w:t xml:space="preserve">. </w:t>
      </w:r>
      <w:r w:rsidR="00BE611A">
        <w:rPr>
          <w:rFonts w:cs="Georgia"/>
          <w:kern w:val="1"/>
        </w:rPr>
        <w:t>Ma tante est vieille</w:t>
      </w:r>
      <w:r>
        <w:rPr>
          <w:rFonts w:cs="Georgia"/>
          <w:kern w:val="1"/>
        </w:rPr>
        <w:t xml:space="preserve">. </w:t>
      </w:r>
      <w:r w:rsidR="00BE611A">
        <w:rPr>
          <w:rFonts w:cs="Georgia"/>
          <w:kern w:val="1"/>
        </w:rPr>
        <w:t>Je sais bien qu</w:t>
      </w:r>
      <w:r>
        <w:rPr>
          <w:rFonts w:cs="Georgia"/>
          <w:kern w:val="1"/>
        </w:rPr>
        <w:t>’</w:t>
      </w:r>
      <w:r w:rsidR="00BE611A">
        <w:rPr>
          <w:rFonts w:cs="Georgia"/>
          <w:kern w:val="1"/>
        </w:rPr>
        <w:t>ils tâcheront de se procurer quelqu</w:t>
      </w:r>
      <w:r>
        <w:rPr>
          <w:rFonts w:cs="Georgia"/>
          <w:kern w:val="1"/>
        </w:rPr>
        <w:t>’</w:t>
      </w:r>
      <w:r w:rsidR="00BE611A">
        <w:rPr>
          <w:rFonts w:cs="Georgia"/>
          <w:kern w:val="1"/>
        </w:rPr>
        <w:t>un pour l</w:t>
      </w:r>
      <w:r>
        <w:rPr>
          <w:rFonts w:cs="Georgia"/>
          <w:kern w:val="1"/>
        </w:rPr>
        <w:t>’</w:t>
      </w:r>
      <w:r w:rsidR="00BE611A">
        <w:rPr>
          <w:rFonts w:cs="Georgia"/>
          <w:kern w:val="1"/>
        </w:rPr>
        <w:t>aider</w:t>
      </w:r>
      <w:r>
        <w:rPr>
          <w:rFonts w:cs="Georgia"/>
          <w:kern w:val="1"/>
        </w:rPr>
        <w:t xml:space="preserve">. </w:t>
      </w:r>
      <w:r w:rsidR="00BE611A">
        <w:rPr>
          <w:rFonts w:cs="Georgia"/>
          <w:kern w:val="1"/>
        </w:rPr>
        <w:t>Mais je ne serai plus là pour le mettre au courant</w:t>
      </w:r>
      <w:r>
        <w:rPr>
          <w:rFonts w:cs="Georgia"/>
          <w:kern w:val="1"/>
        </w:rPr>
        <w:t xml:space="preserve">. </w:t>
      </w:r>
      <w:r w:rsidR="00BE611A">
        <w:rPr>
          <w:rFonts w:cs="Georgia"/>
          <w:kern w:val="1"/>
        </w:rPr>
        <w:t>Parmi plusieurs choses</w:t>
      </w:r>
      <w:r>
        <w:rPr>
          <w:rFonts w:cs="Georgia"/>
          <w:kern w:val="1"/>
        </w:rPr>
        <w:t xml:space="preserve">, </w:t>
      </w:r>
      <w:r w:rsidR="00BE611A">
        <w:rPr>
          <w:rFonts w:cs="Georgia"/>
          <w:kern w:val="1"/>
        </w:rPr>
        <w:t>il y en a une surtout qui me rend soucieux</w:t>
      </w:r>
      <w:r>
        <w:rPr>
          <w:rFonts w:cs="Georgia"/>
          <w:kern w:val="1"/>
        </w:rPr>
        <w:t xml:space="preserve"> ; </w:t>
      </w:r>
      <w:r w:rsidR="00BE611A">
        <w:rPr>
          <w:rFonts w:cs="Georgia"/>
          <w:kern w:val="1"/>
        </w:rPr>
        <w:t>c</w:t>
      </w:r>
      <w:r>
        <w:rPr>
          <w:rFonts w:cs="Georgia"/>
          <w:kern w:val="1"/>
        </w:rPr>
        <w:t>’</w:t>
      </w:r>
      <w:r w:rsidR="00BE611A">
        <w:rPr>
          <w:rFonts w:cs="Georgia"/>
          <w:kern w:val="1"/>
        </w:rPr>
        <w:t>est le bois</w:t>
      </w:r>
      <w:r>
        <w:rPr>
          <w:rFonts w:cs="Georgia"/>
          <w:kern w:val="1"/>
        </w:rPr>
        <w:t xml:space="preserve">. </w:t>
      </w:r>
      <w:r w:rsidR="00BE611A">
        <w:rPr>
          <w:rFonts w:cs="Georgia"/>
          <w:kern w:val="1"/>
        </w:rPr>
        <w:t>Oui</w:t>
      </w:r>
      <w:r>
        <w:rPr>
          <w:rFonts w:cs="Georgia"/>
          <w:kern w:val="1"/>
        </w:rPr>
        <w:t xml:space="preserve">, </w:t>
      </w:r>
      <w:r w:rsidR="00BE611A">
        <w:rPr>
          <w:rFonts w:cs="Georgia"/>
          <w:kern w:val="1"/>
        </w:rPr>
        <w:t>le bois de chauffage</w:t>
      </w:r>
      <w:r>
        <w:rPr>
          <w:rFonts w:cs="Georgia"/>
          <w:kern w:val="1"/>
        </w:rPr>
        <w:t xml:space="preserve">. </w:t>
      </w:r>
      <w:r w:rsidR="00BE611A">
        <w:rPr>
          <w:rFonts w:cs="Georgia"/>
          <w:kern w:val="1"/>
        </w:rPr>
        <w:t>C</w:t>
      </w:r>
      <w:r>
        <w:rPr>
          <w:rFonts w:cs="Georgia"/>
          <w:kern w:val="1"/>
        </w:rPr>
        <w:t>’</w:t>
      </w:r>
      <w:r w:rsidR="00BE611A">
        <w:rPr>
          <w:rFonts w:cs="Georgia"/>
          <w:kern w:val="1"/>
        </w:rPr>
        <w:t>est moi qui vais le chercher</w:t>
      </w:r>
      <w:r>
        <w:rPr>
          <w:rFonts w:cs="Georgia"/>
          <w:kern w:val="1"/>
        </w:rPr>
        <w:t xml:space="preserve">, </w:t>
      </w:r>
      <w:r w:rsidR="00BE611A">
        <w:rPr>
          <w:rFonts w:cs="Georgia"/>
          <w:kern w:val="1"/>
        </w:rPr>
        <w:t>dans un endroit de la forêt que moi seul connais</w:t>
      </w:r>
      <w:r>
        <w:rPr>
          <w:rFonts w:cs="Georgia"/>
          <w:kern w:val="1"/>
        </w:rPr>
        <w:t>.</w:t>
      </w:r>
    </w:p>
    <w:p w14:paraId="406AE8A0" w14:textId="77777777" w:rsidR="000E1451" w:rsidRDefault="000E1451" w:rsidP="00BE611A">
      <w:pPr>
        <w:rPr>
          <w:rFonts w:cs="Georgia"/>
          <w:kern w:val="1"/>
        </w:rPr>
      </w:pPr>
      <w:r>
        <w:rPr>
          <w:rFonts w:cs="Georgia"/>
          <w:kern w:val="1"/>
        </w:rPr>
        <w:t>— </w:t>
      </w:r>
      <w:r w:rsidR="00BE611A">
        <w:rPr>
          <w:rFonts w:cs="Georgia"/>
          <w:kern w:val="1"/>
        </w:rPr>
        <w:t>Vous désireriez que</w:t>
      </w:r>
      <w:r>
        <w:rPr>
          <w:rFonts w:cs="Georgia"/>
          <w:kern w:val="1"/>
        </w:rPr>
        <w:t xml:space="preserve">, </w:t>
      </w:r>
      <w:r w:rsidR="00BE611A">
        <w:rPr>
          <w:rFonts w:cs="Georgia"/>
          <w:kern w:val="1"/>
        </w:rPr>
        <w:t>le cas échéant</w:t>
      </w:r>
      <w:r>
        <w:rPr>
          <w:rFonts w:cs="Georgia"/>
          <w:kern w:val="1"/>
        </w:rPr>
        <w:t xml:space="preserve">, </w:t>
      </w:r>
      <w:r w:rsidR="00BE611A">
        <w:rPr>
          <w:rFonts w:cs="Georgia"/>
          <w:kern w:val="1"/>
        </w:rPr>
        <w:t>je pusse y aller à votre place</w:t>
      </w:r>
      <w:r>
        <w:rPr>
          <w:rFonts w:cs="Georgia"/>
          <w:kern w:val="1"/>
        </w:rPr>
        <w:t>.</w:t>
      </w:r>
    </w:p>
    <w:p w14:paraId="606B2BC6" w14:textId="77777777" w:rsidR="000E1451" w:rsidRDefault="00BE611A" w:rsidP="00BE611A">
      <w:pPr>
        <w:rPr>
          <w:rFonts w:cs="Georgia"/>
          <w:kern w:val="1"/>
        </w:rPr>
      </w:pPr>
      <w:r>
        <w:rPr>
          <w:rFonts w:cs="Georgia"/>
          <w:kern w:val="1"/>
        </w:rPr>
        <w:t>Il eut un geste de protestation</w:t>
      </w:r>
      <w:r w:rsidR="000E1451">
        <w:rPr>
          <w:rFonts w:cs="Georgia"/>
          <w:kern w:val="1"/>
        </w:rPr>
        <w:t>.</w:t>
      </w:r>
    </w:p>
    <w:p w14:paraId="0A7B291E" w14:textId="77777777" w:rsidR="000E1451" w:rsidRDefault="000E1451" w:rsidP="00BE611A">
      <w:pPr>
        <w:rPr>
          <w:rFonts w:cs="Georgia"/>
          <w:kern w:val="1"/>
        </w:rPr>
      </w:pPr>
      <w:r>
        <w:rPr>
          <w:rFonts w:cs="Georgia"/>
          <w:kern w:val="1"/>
        </w:rPr>
        <w:t>— </w:t>
      </w:r>
      <w:r w:rsidR="00BE611A">
        <w:rPr>
          <w:rFonts w:cs="Georgia"/>
          <w:kern w:val="1"/>
        </w:rPr>
        <w:t>Oh</w:t>
      </w:r>
      <w:r>
        <w:rPr>
          <w:rFonts w:cs="Georgia"/>
          <w:kern w:val="1"/>
        </w:rPr>
        <w:t xml:space="preserve"> ! </w:t>
      </w:r>
      <w:r w:rsidR="00BE611A">
        <w:rPr>
          <w:rFonts w:cs="Georgia"/>
          <w:kern w:val="1"/>
        </w:rPr>
        <w:t>ce n</w:t>
      </w:r>
      <w:r>
        <w:rPr>
          <w:rFonts w:cs="Georgia"/>
          <w:kern w:val="1"/>
        </w:rPr>
        <w:t>’</w:t>
      </w:r>
      <w:r w:rsidR="00BE611A">
        <w:rPr>
          <w:rFonts w:cs="Georgia"/>
          <w:kern w:val="1"/>
        </w:rPr>
        <w:t>est pas cela</w:t>
      </w:r>
      <w:r>
        <w:rPr>
          <w:rFonts w:cs="Georgia"/>
          <w:kern w:val="1"/>
        </w:rPr>
        <w:t xml:space="preserve">, </w:t>
      </w:r>
      <w:r w:rsidR="00BE611A">
        <w:rPr>
          <w:rFonts w:cs="Georgia"/>
          <w:kern w:val="1"/>
        </w:rPr>
        <w:t>monsieur Dumaine</w:t>
      </w:r>
      <w:r>
        <w:rPr>
          <w:rFonts w:cs="Georgia"/>
          <w:kern w:val="1"/>
        </w:rPr>
        <w:t xml:space="preserve">. </w:t>
      </w:r>
      <w:r w:rsidR="00BE611A">
        <w:rPr>
          <w:rFonts w:cs="Georgia"/>
          <w:kern w:val="1"/>
        </w:rPr>
        <w:t>Je ne me serais jamais permis</w:t>
      </w:r>
      <w:r>
        <w:rPr>
          <w:rFonts w:cs="Georgia"/>
          <w:kern w:val="1"/>
        </w:rPr>
        <w:t xml:space="preserve">… </w:t>
      </w:r>
      <w:r w:rsidR="00BE611A">
        <w:rPr>
          <w:rFonts w:cs="Georgia"/>
          <w:kern w:val="1"/>
        </w:rPr>
        <w:t>Que dirait Son Excellence</w:t>
      </w:r>
      <w:r>
        <w:rPr>
          <w:rFonts w:cs="Georgia"/>
          <w:kern w:val="1"/>
        </w:rPr>
        <w:t xml:space="preserve"> ! </w:t>
      </w:r>
      <w:r w:rsidR="00BE611A">
        <w:rPr>
          <w:rFonts w:cs="Georgia"/>
          <w:kern w:val="1"/>
        </w:rPr>
        <w:t>Je voudrais seulement vous demander de m</w:t>
      </w:r>
      <w:r>
        <w:rPr>
          <w:rFonts w:cs="Georgia"/>
          <w:kern w:val="1"/>
        </w:rPr>
        <w:t>’</w:t>
      </w:r>
      <w:r w:rsidR="00BE611A">
        <w:rPr>
          <w:rFonts w:cs="Georgia"/>
          <w:kern w:val="1"/>
        </w:rPr>
        <w:t>accompagner un de ces jours</w:t>
      </w:r>
      <w:r>
        <w:rPr>
          <w:rFonts w:cs="Georgia"/>
          <w:kern w:val="1"/>
        </w:rPr>
        <w:t xml:space="preserve">, </w:t>
      </w:r>
      <w:r w:rsidR="00BE611A">
        <w:rPr>
          <w:rFonts w:cs="Georgia"/>
          <w:kern w:val="1"/>
        </w:rPr>
        <w:t>demain matin</w:t>
      </w:r>
      <w:r>
        <w:rPr>
          <w:rFonts w:cs="Georgia"/>
          <w:kern w:val="1"/>
        </w:rPr>
        <w:t xml:space="preserve">, </w:t>
      </w:r>
      <w:r w:rsidR="00BE611A">
        <w:rPr>
          <w:rFonts w:cs="Georgia"/>
          <w:kern w:val="1"/>
        </w:rPr>
        <w:t>par exemple</w:t>
      </w:r>
      <w:r>
        <w:rPr>
          <w:rFonts w:cs="Georgia"/>
          <w:kern w:val="1"/>
        </w:rPr>
        <w:t xml:space="preserve">. </w:t>
      </w:r>
      <w:r w:rsidR="00BE611A">
        <w:rPr>
          <w:rFonts w:cs="Georgia"/>
          <w:kern w:val="1"/>
        </w:rPr>
        <w:t>Je vous montrerais l</w:t>
      </w:r>
      <w:r>
        <w:rPr>
          <w:rFonts w:cs="Georgia"/>
          <w:kern w:val="1"/>
        </w:rPr>
        <w:t>’</w:t>
      </w:r>
      <w:r w:rsidR="00BE611A">
        <w:rPr>
          <w:rFonts w:cs="Georgia"/>
          <w:kern w:val="1"/>
        </w:rPr>
        <w:t>endroit</w:t>
      </w:r>
      <w:r>
        <w:rPr>
          <w:rFonts w:cs="Georgia"/>
          <w:kern w:val="1"/>
        </w:rPr>
        <w:t xml:space="preserve">. </w:t>
      </w:r>
      <w:r w:rsidR="00BE611A">
        <w:rPr>
          <w:rFonts w:cs="Georgia"/>
          <w:kern w:val="1"/>
        </w:rPr>
        <w:t>Et vous pourrez à votre tour</w:t>
      </w:r>
      <w:r>
        <w:rPr>
          <w:rFonts w:cs="Georgia"/>
          <w:kern w:val="1"/>
        </w:rPr>
        <w:t xml:space="preserve">, </w:t>
      </w:r>
      <w:r w:rsidR="00BE611A">
        <w:rPr>
          <w:rFonts w:cs="Georgia"/>
          <w:kern w:val="1"/>
        </w:rPr>
        <w:t>si je repars</w:t>
      </w:r>
      <w:r>
        <w:rPr>
          <w:rFonts w:cs="Georgia"/>
          <w:kern w:val="1"/>
        </w:rPr>
        <w:t xml:space="preserve">, </w:t>
      </w:r>
      <w:r w:rsidR="00BE611A">
        <w:rPr>
          <w:rFonts w:cs="Georgia"/>
          <w:kern w:val="1"/>
        </w:rPr>
        <w:t>l</w:t>
      </w:r>
      <w:r>
        <w:rPr>
          <w:rFonts w:cs="Georgia"/>
          <w:kern w:val="1"/>
        </w:rPr>
        <w:t>’</w:t>
      </w:r>
      <w:r w:rsidR="00BE611A">
        <w:rPr>
          <w:rFonts w:cs="Georgia"/>
          <w:kern w:val="1"/>
        </w:rPr>
        <w:t>indiquer à celui qui me remplacera</w:t>
      </w:r>
      <w:r>
        <w:rPr>
          <w:rFonts w:cs="Georgia"/>
          <w:kern w:val="1"/>
        </w:rPr>
        <w:t>.</w:t>
      </w:r>
    </w:p>
    <w:p w14:paraId="31E523BD" w14:textId="77777777" w:rsidR="000E1451" w:rsidRDefault="000E1451" w:rsidP="00BE611A">
      <w:pPr>
        <w:rPr>
          <w:rFonts w:cs="Georgia"/>
          <w:kern w:val="1"/>
        </w:rPr>
      </w:pPr>
      <w:r>
        <w:rPr>
          <w:rFonts w:cs="Georgia"/>
          <w:kern w:val="1"/>
        </w:rPr>
        <w:t>— </w:t>
      </w:r>
      <w:r w:rsidR="00BE611A">
        <w:rPr>
          <w:rFonts w:cs="Georgia"/>
          <w:kern w:val="1"/>
        </w:rPr>
        <w:t>C</w:t>
      </w:r>
      <w:r>
        <w:rPr>
          <w:rFonts w:cs="Georgia"/>
          <w:kern w:val="1"/>
        </w:rPr>
        <w:t>’</w:t>
      </w:r>
      <w:r w:rsidR="00BE611A">
        <w:rPr>
          <w:rFonts w:cs="Georgia"/>
          <w:kern w:val="1"/>
        </w:rPr>
        <w:t>est entendu</w:t>
      </w:r>
      <w:r>
        <w:rPr>
          <w:rFonts w:cs="Georgia"/>
          <w:kern w:val="1"/>
        </w:rPr>
        <w:t xml:space="preserve">, </w:t>
      </w:r>
      <w:r w:rsidR="00BE611A">
        <w:rPr>
          <w:rFonts w:cs="Georgia"/>
          <w:kern w:val="1"/>
        </w:rPr>
        <w:t>lui dis-je</w:t>
      </w:r>
      <w:r>
        <w:rPr>
          <w:rFonts w:cs="Georgia"/>
          <w:kern w:val="1"/>
        </w:rPr>
        <w:t xml:space="preserve">. </w:t>
      </w:r>
      <w:r w:rsidR="00BE611A">
        <w:rPr>
          <w:rFonts w:cs="Georgia"/>
          <w:kern w:val="1"/>
        </w:rPr>
        <w:t>À demain</w:t>
      </w:r>
      <w:r>
        <w:rPr>
          <w:rFonts w:cs="Georgia"/>
          <w:kern w:val="1"/>
        </w:rPr>
        <w:t>.</w:t>
      </w:r>
    </w:p>
    <w:p w14:paraId="3E98DA35" w14:textId="77777777" w:rsidR="00BE611A" w:rsidRDefault="00BE611A" w:rsidP="000E1451">
      <w:pPr>
        <w:pStyle w:val="Titre1"/>
        <w:numPr>
          <w:ilvl w:val="0"/>
          <w:numId w:val="15"/>
        </w:numPr>
        <w:ind w:left="0" w:firstLine="0"/>
        <w:rPr>
          <w:rFonts w:cs="Georgia"/>
          <w:kern w:val="1"/>
        </w:rPr>
      </w:pPr>
      <w:bookmarkStart w:id="28" w:name="__RefHeading__7392_928681719"/>
      <w:bookmarkStart w:id="29" w:name="_Toc195555073"/>
      <w:bookmarkEnd w:id="28"/>
      <w:r>
        <w:rPr>
          <w:kern w:val="1"/>
        </w:rPr>
        <w:lastRenderedPageBreak/>
        <w:t>XV</w:t>
      </w:r>
      <w:bookmarkEnd w:id="29"/>
    </w:p>
    <w:p w14:paraId="08F80736" w14:textId="77777777" w:rsidR="000E1451" w:rsidRDefault="00BE611A" w:rsidP="00BE611A">
      <w:pPr>
        <w:rPr>
          <w:rFonts w:cs="Georgia"/>
          <w:kern w:val="1"/>
        </w:rPr>
      </w:pPr>
      <w:r>
        <w:rPr>
          <w:rFonts w:cs="Georgia"/>
          <w:kern w:val="1"/>
        </w:rPr>
        <w:t>Gottlieb avait donné à mon gardien l</w:t>
      </w:r>
      <w:r w:rsidR="000E1451">
        <w:rPr>
          <w:rFonts w:cs="Georgia"/>
          <w:kern w:val="1"/>
        </w:rPr>
        <w:t>’</w:t>
      </w:r>
      <w:r>
        <w:rPr>
          <w:rFonts w:cs="Georgia"/>
          <w:kern w:val="1"/>
        </w:rPr>
        <w:t>ordre de me conduire au château</w:t>
      </w:r>
      <w:r w:rsidR="000E1451">
        <w:rPr>
          <w:rFonts w:cs="Georgia"/>
          <w:kern w:val="1"/>
        </w:rPr>
        <w:t xml:space="preserve">, </w:t>
      </w:r>
      <w:r>
        <w:rPr>
          <w:rFonts w:cs="Georgia"/>
          <w:kern w:val="1"/>
        </w:rPr>
        <w:t>le jour suivant</w:t>
      </w:r>
      <w:r w:rsidR="000E1451">
        <w:rPr>
          <w:rFonts w:cs="Georgia"/>
          <w:kern w:val="1"/>
        </w:rPr>
        <w:t xml:space="preserve">, </w:t>
      </w:r>
      <w:r>
        <w:rPr>
          <w:rFonts w:cs="Georgia"/>
          <w:kern w:val="1"/>
        </w:rPr>
        <w:t>de meilleure heure</w:t>
      </w:r>
      <w:r w:rsidR="000E1451">
        <w:rPr>
          <w:rFonts w:cs="Georgia"/>
          <w:kern w:val="1"/>
        </w:rPr>
        <w:t xml:space="preserve">. </w:t>
      </w:r>
      <w:r>
        <w:rPr>
          <w:rFonts w:cs="Georgia"/>
          <w:kern w:val="1"/>
        </w:rPr>
        <w:t>Le temps de tremper dans un bol de lait une croûte de pain noir</w:t>
      </w:r>
      <w:r w:rsidR="000E1451">
        <w:rPr>
          <w:rFonts w:cs="Georgia"/>
          <w:kern w:val="1"/>
        </w:rPr>
        <w:t xml:space="preserve">, </w:t>
      </w:r>
      <w:r>
        <w:rPr>
          <w:rFonts w:cs="Georgia"/>
          <w:kern w:val="1"/>
        </w:rPr>
        <w:t>et nous prîmes tous deux le lendemain</w:t>
      </w:r>
      <w:r w:rsidR="000E1451">
        <w:rPr>
          <w:rFonts w:cs="Georgia"/>
          <w:kern w:val="1"/>
        </w:rPr>
        <w:t xml:space="preserve">, </w:t>
      </w:r>
      <w:r>
        <w:rPr>
          <w:rFonts w:cs="Georgia"/>
          <w:kern w:val="1"/>
        </w:rPr>
        <w:t>dès mon arrivée</w:t>
      </w:r>
      <w:r w:rsidR="000E1451">
        <w:rPr>
          <w:rFonts w:cs="Georgia"/>
          <w:kern w:val="1"/>
        </w:rPr>
        <w:t xml:space="preserve">, </w:t>
      </w:r>
      <w:r>
        <w:rPr>
          <w:rFonts w:cs="Georgia"/>
          <w:kern w:val="1"/>
        </w:rPr>
        <w:t>la direction de la forêt</w:t>
      </w:r>
      <w:r w:rsidR="000E1451">
        <w:rPr>
          <w:rFonts w:cs="Georgia"/>
          <w:kern w:val="1"/>
        </w:rPr>
        <w:t xml:space="preserve">. </w:t>
      </w:r>
      <w:r>
        <w:rPr>
          <w:rFonts w:cs="Georgia"/>
          <w:kern w:val="1"/>
        </w:rPr>
        <w:t>La matinée était humide et chaude</w:t>
      </w:r>
      <w:r w:rsidR="000E1451">
        <w:rPr>
          <w:rFonts w:cs="Georgia"/>
          <w:kern w:val="1"/>
        </w:rPr>
        <w:t xml:space="preserve">. </w:t>
      </w:r>
      <w:r>
        <w:rPr>
          <w:rFonts w:cs="Georgia"/>
          <w:kern w:val="1"/>
        </w:rPr>
        <w:t>Une épaisse brume voilait la mer</w:t>
      </w:r>
      <w:r w:rsidR="000E1451">
        <w:rPr>
          <w:rFonts w:cs="Georgia"/>
          <w:kern w:val="1"/>
        </w:rPr>
        <w:t xml:space="preserve">. </w:t>
      </w:r>
      <w:r>
        <w:rPr>
          <w:rFonts w:cs="Georgia"/>
          <w:kern w:val="1"/>
        </w:rPr>
        <w:t>Elle estompait la masse sombre des bois du côté desquels nous allions</w:t>
      </w:r>
      <w:r w:rsidR="000E1451">
        <w:rPr>
          <w:rFonts w:cs="Georgia"/>
          <w:kern w:val="1"/>
        </w:rPr>
        <w:t>.</w:t>
      </w:r>
    </w:p>
    <w:p w14:paraId="2E3961EF" w14:textId="77777777" w:rsidR="000E1451" w:rsidRDefault="00BE611A" w:rsidP="00BE611A">
      <w:pPr>
        <w:rPr>
          <w:rFonts w:cs="Georgia"/>
          <w:kern w:val="1"/>
        </w:rPr>
      </w:pPr>
      <w:r>
        <w:rPr>
          <w:rFonts w:cs="Georgia"/>
          <w:kern w:val="1"/>
        </w:rPr>
        <w:t>Bientôt</w:t>
      </w:r>
      <w:r w:rsidR="000E1451">
        <w:rPr>
          <w:rFonts w:cs="Georgia"/>
          <w:kern w:val="1"/>
        </w:rPr>
        <w:t xml:space="preserve">, </w:t>
      </w:r>
      <w:r>
        <w:rPr>
          <w:rFonts w:cs="Georgia"/>
          <w:kern w:val="1"/>
        </w:rPr>
        <w:t>nous en atteignîmes la lisière</w:t>
      </w:r>
      <w:r w:rsidR="000E1451">
        <w:rPr>
          <w:rFonts w:cs="Georgia"/>
          <w:kern w:val="1"/>
        </w:rPr>
        <w:t xml:space="preserve">. </w:t>
      </w:r>
      <w:r>
        <w:rPr>
          <w:rFonts w:cs="Georgia"/>
          <w:kern w:val="1"/>
        </w:rPr>
        <w:t>Le sable fit place à un sol spongieux où poussaient de rares champignons en forme d</w:t>
      </w:r>
      <w:r w:rsidR="000E1451">
        <w:rPr>
          <w:rFonts w:cs="Georgia"/>
          <w:kern w:val="1"/>
        </w:rPr>
        <w:t>’</w:t>
      </w:r>
      <w:r>
        <w:rPr>
          <w:rFonts w:cs="Georgia"/>
          <w:kern w:val="1"/>
        </w:rPr>
        <w:t>ombrelles retournées</w:t>
      </w:r>
      <w:r w:rsidR="000E1451">
        <w:rPr>
          <w:rFonts w:cs="Georgia"/>
          <w:kern w:val="1"/>
        </w:rPr>
        <w:t xml:space="preserve">, </w:t>
      </w:r>
      <w:r>
        <w:rPr>
          <w:rFonts w:cs="Georgia"/>
          <w:kern w:val="1"/>
        </w:rPr>
        <w:t>pommelés de blanc</w:t>
      </w:r>
      <w:r w:rsidR="000E1451">
        <w:rPr>
          <w:rFonts w:cs="Georgia"/>
          <w:kern w:val="1"/>
        </w:rPr>
        <w:t xml:space="preserve">, </w:t>
      </w:r>
      <w:r>
        <w:rPr>
          <w:rFonts w:cs="Georgia"/>
          <w:kern w:val="1"/>
        </w:rPr>
        <w:t>de vert</w:t>
      </w:r>
      <w:r w:rsidR="000E1451">
        <w:rPr>
          <w:rFonts w:cs="Georgia"/>
          <w:kern w:val="1"/>
        </w:rPr>
        <w:t xml:space="preserve">, </w:t>
      </w:r>
      <w:r>
        <w:rPr>
          <w:rFonts w:cs="Georgia"/>
          <w:kern w:val="1"/>
        </w:rPr>
        <w:t>de rose pâle</w:t>
      </w:r>
      <w:r w:rsidR="000E1451">
        <w:rPr>
          <w:rFonts w:cs="Georgia"/>
          <w:kern w:val="1"/>
        </w:rPr>
        <w:t xml:space="preserve">. </w:t>
      </w:r>
      <w:r>
        <w:rPr>
          <w:rFonts w:cs="Georgia"/>
          <w:kern w:val="1"/>
        </w:rPr>
        <w:t>Quand nos semelles ne s</w:t>
      </w:r>
      <w:r w:rsidR="000E1451">
        <w:rPr>
          <w:rFonts w:cs="Georgia"/>
          <w:kern w:val="1"/>
        </w:rPr>
        <w:t>’</w:t>
      </w:r>
      <w:r>
        <w:rPr>
          <w:rFonts w:cs="Georgia"/>
          <w:kern w:val="1"/>
        </w:rPr>
        <w:t>enfonçaient pas dans l</w:t>
      </w:r>
      <w:r w:rsidR="000E1451">
        <w:rPr>
          <w:rFonts w:cs="Georgia"/>
          <w:kern w:val="1"/>
        </w:rPr>
        <w:t>’</w:t>
      </w:r>
      <w:r>
        <w:rPr>
          <w:rFonts w:cs="Georgia"/>
          <w:kern w:val="1"/>
        </w:rPr>
        <w:t>étoupe des mousses</w:t>
      </w:r>
      <w:r w:rsidR="000E1451">
        <w:rPr>
          <w:rFonts w:cs="Georgia"/>
          <w:kern w:val="1"/>
        </w:rPr>
        <w:t xml:space="preserve">, </w:t>
      </w:r>
      <w:r>
        <w:rPr>
          <w:rFonts w:cs="Georgia"/>
          <w:kern w:val="1"/>
        </w:rPr>
        <w:t>elles glissaient sur les balles de sapin qui jonchaient l</w:t>
      </w:r>
      <w:r w:rsidR="000E1451">
        <w:rPr>
          <w:rFonts w:cs="Georgia"/>
          <w:kern w:val="1"/>
        </w:rPr>
        <w:t>’</w:t>
      </w:r>
      <w:r>
        <w:rPr>
          <w:rFonts w:cs="Georgia"/>
          <w:kern w:val="1"/>
        </w:rPr>
        <w:t>étroit sentier</w:t>
      </w:r>
      <w:r w:rsidR="000E1451">
        <w:rPr>
          <w:rFonts w:cs="Georgia"/>
          <w:kern w:val="1"/>
        </w:rPr>
        <w:t xml:space="preserve">. </w:t>
      </w:r>
      <w:r>
        <w:rPr>
          <w:rFonts w:cs="Georgia"/>
          <w:kern w:val="1"/>
        </w:rPr>
        <w:t>Le réseau des ramures endeuillées cachait le ciel</w:t>
      </w:r>
      <w:r w:rsidR="000E1451">
        <w:rPr>
          <w:rFonts w:cs="Georgia"/>
          <w:kern w:val="1"/>
        </w:rPr>
        <w:t xml:space="preserve">, </w:t>
      </w:r>
      <w:r>
        <w:rPr>
          <w:rFonts w:cs="Georgia"/>
          <w:kern w:val="1"/>
        </w:rPr>
        <w:t>ne laissant filtrer jusqu</w:t>
      </w:r>
      <w:r w:rsidR="000E1451">
        <w:rPr>
          <w:rFonts w:cs="Georgia"/>
          <w:kern w:val="1"/>
        </w:rPr>
        <w:t>’</w:t>
      </w:r>
      <w:r>
        <w:rPr>
          <w:rFonts w:cs="Georgia"/>
          <w:kern w:val="1"/>
        </w:rPr>
        <w:t>à nous qu</w:t>
      </w:r>
      <w:r w:rsidR="000E1451">
        <w:rPr>
          <w:rFonts w:cs="Georgia"/>
          <w:kern w:val="1"/>
        </w:rPr>
        <w:t>’</w:t>
      </w:r>
      <w:r>
        <w:rPr>
          <w:rFonts w:cs="Georgia"/>
          <w:kern w:val="1"/>
        </w:rPr>
        <w:t>une parcimonieuse et blême lumière</w:t>
      </w:r>
      <w:r w:rsidR="000E1451">
        <w:rPr>
          <w:rFonts w:cs="Georgia"/>
          <w:kern w:val="1"/>
        </w:rPr>
        <w:t xml:space="preserve">. </w:t>
      </w:r>
      <w:r>
        <w:rPr>
          <w:rFonts w:cs="Georgia"/>
          <w:kern w:val="1"/>
        </w:rPr>
        <w:t>Nous traversions un des derniers endroits du domaine de Reichendorf qui eussent conservé un peu de leur antique prestige</w:t>
      </w:r>
      <w:r w:rsidR="000E1451">
        <w:rPr>
          <w:rFonts w:cs="Georgia"/>
          <w:kern w:val="1"/>
        </w:rPr>
        <w:t xml:space="preserve">. </w:t>
      </w:r>
      <w:r>
        <w:rPr>
          <w:rFonts w:cs="Georgia"/>
          <w:kern w:val="1"/>
        </w:rPr>
        <w:t>Dix années auparavant</w:t>
      </w:r>
      <w:r w:rsidR="000E1451">
        <w:rPr>
          <w:rFonts w:cs="Georgia"/>
          <w:kern w:val="1"/>
        </w:rPr>
        <w:t xml:space="preserve">, </w:t>
      </w:r>
      <w:r>
        <w:rPr>
          <w:rFonts w:cs="Georgia"/>
          <w:kern w:val="1"/>
        </w:rPr>
        <w:t>des sangliers fréquentaient encore ces clairières obscures</w:t>
      </w:r>
      <w:r w:rsidR="000E1451">
        <w:rPr>
          <w:rFonts w:cs="Georgia"/>
          <w:kern w:val="1"/>
        </w:rPr>
        <w:t xml:space="preserve">. </w:t>
      </w:r>
      <w:r>
        <w:rPr>
          <w:rFonts w:cs="Georgia"/>
          <w:kern w:val="1"/>
        </w:rPr>
        <w:t>Depuis</w:t>
      </w:r>
      <w:r w:rsidR="000E1451">
        <w:rPr>
          <w:rFonts w:cs="Georgia"/>
          <w:kern w:val="1"/>
        </w:rPr>
        <w:t xml:space="preserve">, </w:t>
      </w:r>
      <w:r>
        <w:rPr>
          <w:rFonts w:cs="Georgia"/>
          <w:kern w:val="1"/>
        </w:rPr>
        <w:t>les coupes de bois</w:t>
      </w:r>
      <w:r w:rsidR="000E1451">
        <w:rPr>
          <w:rFonts w:cs="Georgia"/>
          <w:kern w:val="1"/>
        </w:rPr>
        <w:t xml:space="preserve">, </w:t>
      </w:r>
      <w:r>
        <w:rPr>
          <w:rFonts w:cs="Georgia"/>
          <w:kern w:val="1"/>
        </w:rPr>
        <w:t>multipliées à tort et à travers</w:t>
      </w:r>
      <w:r w:rsidR="000E1451">
        <w:rPr>
          <w:rFonts w:cs="Georgia"/>
          <w:kern w:val="1"/>
        </w:rPr>
        <w:t xml:space="preserve">, </w:t>
      </w:r>
      <w:r>
        <w:rPr>
          <w:rFonts w:cs="Georgia"/>
          <w:kern w:val="1"/>
        </w:rPr>
        <w:t>les avaient contraints à émigrer vers l</w:t>
      </w:r>
      <w:r w:rsidR="000E1451">
        <w:rPr>
          <w:rFonts w:cs="Georgia"/>
          <w:kern w:val="1"/>
        </w:rPr>
        <w:t>’</w:t>
      </w:r>
      <w:r>
        <w:rPr>
          <w:rFonts w:cs="Georgia"/>
          <w:kern w:val="1"/>
        </w:rPr>
        <w:t>Est</w:t>
      </w:r>
      <w:r w:rsidR="000E1451">
        <w:rPr>
          <w:rFonts w:cs="Georgia"/>
          <w:kern w:val="1"/>
        </w:rPr>
        <w:t xml:space="preserve">, </w:t>
      </w:r>
      <w:r>
        <w:rPr>
          <w:rFonts w:cs="Georgia"/>
          <w:kern w:val="1"/>
        </w:rPr>
        <w:t>à se disperser au hasard des forêts lituaniennes</w:t>
      </w:r>
      <w:r w:rsidR="000E1451">
        <w:rPr>
          <w:rFonts w:cs="Georgia"/>
          <w:kern w:val="1"/>
        </w:rPr>
        <w:t xml:space="preserve">. </w:t>
      </w:r>
      <w:r>
        <w:rPr>
          <w:rFonts w:cs="Georgia"/>
          <w:kern w:val="1"/>
        </w:rPr>
        <w:t>Aujourd</w:t>
      </w:r>
      <w:r w:rsidR="000E1451">
        <w:rPr>
          <w:rFonts w:cs="Georgia"/>
          <w:kern w:val="1"/>
        </w:rPr>
        <w:t>’</w:t>
      </w:r>
      <w:r>
        <w:rPr>
          <w:rFonts w:cs="Georgia"/>
          <w:kern w:val="1"/>
        </w:rPr>
        <w:t>hui</w:t>
      </w:r>
      <w:r w:rsidR="000E1451">
        <w:rPr>
          <w:rFonts w:cs="Georgia"/>
          <w:kern w:val="1"/>
        </w:rPr>
        <w:t xml:space="preserve">, </w:t>
      </w:r>
      <w:r>
        <w:rPr>
          <w:rFonts w:cs="Georgia"/>
          <w:kern w:val="1"/>
        </w:rPr>
        <w:t>toute espèce de quadrupèdes avait à peu près disparu de ces lieux</w:t>
      </w:r>
      <w:r w:rsidR="000E1451">
        <w:rPr>
          <w:rFonts w:cs="Georgia"/>
          <w:kern w:val="1"/>
        </w:rPr>
        <w:t xml:space="preserve">, </w:t>
      </w:r>
      <w:r>
        <w:rPr>
          <w:rFonts w:cs="Georgia"/>
          <w:kern w:val="1"/>
        </w:rPr>
        <w:t>sauf les lapins</w:t>
      </w:r>
      <w:r w:rsidR="000E1451">
        <w:rPr>
          <w:rFonts w:cs="Georgia"/>
          <w:kern w:val="1"/>
        </w:rPr>
        <w:t xml:space="preserve">, </w:t>
      </w:r>
      <w:r>
        <w:rPr>
          <w:rFonts w:cs="Georgia"/>
          <w:kern w:val="1"/>
        </w:rPr>
        <w:t>dont les culbutes inattendues me faisaient à chaque coup sursauter</w:t>
      </w:r>
      <w:r w:rsidR="000E1451">
        <w:rPr>
          <w:rFonts w:cs="Georgia"/>
          <w:kern w:val="1"/>
        </w:rPr>
        <w:t xml:space="preserve">. </w:t>
      </w:r>
      <w:r>
        <w:rPr>
          <w:rFonts w:cs="Georgia"/>
          <w:kern w:val="1"/>
        </w:rPr>
        <w:t>Nous vîmes aussi s</w:t>
      </w:r>
      <w:r w:rsidR="000E1451">
        <w:rPr>
          <w:rFonts w:cs="Georgia"/>
          <w:kern w:val="1"/>
        </w:rPr>
        <w:t>’</w:t>
      </w:r>
      <w:r>
        <w:rPr>
          <w:rFonts w:cs="Georgia"/>
          <w:kern w:val="1"/>
        </w:rPr>
        <w:t>enfuir un bizarre lièvre à pelage blanchâtre</w:t>
      </w:r>
      <w:r w:rsidR="000E1451">
        <w:rPr>
          <w:rFonts w:cs="Georgia"/>
          <w:kern w:val="1"/>
        </w:rPr>
        <w:t xml:space="preserve">. </w:t>
      </w:r>
      <w:r>
        <w:rPr>
          <w:rFonts w:cs="Georgia"/>
          <w:kern w:val="1"/>
        </w:rPr>
        <w:t>Gottlieb qui</w:t>
      </w:r>
      <w:r w:rsidR="000E1451">
        <w:rPr>
          <w:rFonts w:cs="Georgia"/>
          <w:kern w:val="1"/>
        </w:rPr>
        <w:t xml:space="preserve">, </w:t>
      </w:r>
      <w:r>
        <w:rPr>
          <w:rFonts w:cs="Georgia"/>
          <w:kern w:val="1"/>
        </w:rPr>
        <w:t>naturellement</w:t>
      </w:r>
      <w:r w:rsidR="000E1451">
        <w:rPr>
          <w:rFonts w:cs="Georgia"/>
          <w:kern w:val="1"/>
        </w:rPr>
        <w:t xml:space="preserve">, </w:t>
      </w:r>
      <w:r>
        <w:rPr>
          <w:rFonts w:cs="Georgia"/>
          <w:kern w:val="1"/>
        </w:rPr>
        <w:t>avait emporté sa canardière</w:t>
      </w:r>
      <w:r w:rsidR="000E1451">
        <w:rPr>
          <w:rFonts w:cs="Georgia"/>
          <w:kern w:val="1"/>
        </w:rPr>
        <w:t xml:space="preserve">, </w:t>
      </w:r>
      <w:r>
        <w:rPr>
          <w:rFonts w:cs="Georgia"/>
          <w:kern w:val="1"/>
        </w:rPr>
        <w:t>le coucha en joue</w:t>
      </w:r>
      <w:r w:rsidR="000E1451">
        <w:rPr>
          <w:rFonts w:cs="Georgia"/>
          <w:kern w:val="1"/>
        </w:rPr>
        <w:t xml:space="preserve">. </w:t>
      </w:r>
      <w:r>
        <w:rPr>
          <w:rFonts w:cs="Georgia"/>
          <w:kern w:val="1"/>
        </w:rPr>
        <w:t>Mais ce n</w:t>
      </w:r>
      <w:r w:rsidR="000E1451">
        <w:rPr>
          <w:rFonts w:cs="Georgia"/>
          <w:kern w:val="1"/>
        </w:rPr>
        <w:t>’</w:t>
      </w:r>
      <w:r>
        <w:rPr>
          <w:rFonts w:cs="Georgia"/>
          <w:kern w:val="1"/>
        </w:rPr>
        <w:t>était là qu</w:t>
      </w:r>
      <w:r w:rsidR="000E1451">
        <w:rPr>
          <w:rFonts w:cs="Georgia"/>
          <w:kern w:val="1"/>
        </w:rPr>
        <w:t>’</w:t>
      </w:r>
      <w:r>
        <w:rPr>
          <w:rFonts w:cs="Georgia"/>
          <w:kern w:val="1"/>
        </w:rPr>
        <w:t>une démonstration de pure forme</w:t>
      </w:r>
      <w:r w:rsidR="000E1451">
        <w:rPr>
          <w:rFonts w:cs="Georgia"/>
          <w:kern w:val="1"/>
        </w:rPr>
        <w:t xml:space="preserve">. </w:t>
      </w:r>
      <w:r>
        <w:rPr>
          <w:rFonts w:cs="Georgia"/>
          <w:kern w:val="1"/>
        </w:rPr>
        <w:lastRenderedPageBreak/>
        <w:t>Il releva le canon de son arme avec un sourire entendu</w:t>
      </w:r>
      <w:r w:rsidR="000E1451">
        <w:rPr>
          <w:rFonts w:cs="Georgia"/>
          <w:kern w:val="1"/>
        </w:rPr>
        <w:t xml:space="preserve">, </w:t>
      </w:r>
      <w:r>
        <w:rPr>
          <w:rFonts w:cs="Georgia"/>
          <w:kern w:val="1"/>
        </w:rPr>
        <w:t>comme pour dire</w:t>
      </w:r>
      <w:r w:rsidR="000E1451">
        <w:rPr>
          <w:rFonts w:cs="Georgia"/>
          <w:kern w:val="1"/>
        </w:rPr>
        <w:t> : « </w:t>
      </w:r>
      <w:r>
        <w:rPr>
          <w:rFonts w:cs="Georgia"/>
          <w:kern w:val="1"/>
        </w:rPr>
        <w:t>Pas si bête</w:t>
      </w:r>
      <w:r w:rsidR="000E1451">
        <w:rPr>
          <w:rFonts w:cs="Georgia"/>
          <w:kern w:val="1"/>
        </w:rPr>
        <w:t xml:space="preserve"> ! </w:t>
      </w:r>
      <w:r>
        <w:rPr>
          <w:rFonts w:cs="Georgia"/>
          <w:kern w:val="1"/>
        </w:rPr>
        <w:t>Nous avons mieux à faire</w:t>
      </w:r>
      <w:r w:rsidR="000E1451">
        <w:rPr>
          <w:rFonts w:cs="Georgia"/>
          <w:kern w:val="1"/>
        </w:rPr>
        <w:t>. »</w:t>
      </w:r>
    </w:p>
    <w:p w14:paraId="6A6ED3F4" w14:textId="77777777" w:rsidR="000E1451" w:rsidRDefault="000E1451" w:rsidP="00BE611A">
      <w:pPr>
        <w:rPr>
          <w:rFonts w:cs="Georgia"/>
          <w:kern w:val="1"/>
        </w:rPr>
      </w:pPr>
      <w:r>
        <w:rPr>
          <w:rFonts w:cs="Georgia"/>
          <w:kern w:val="1"/>
        </w:rPr>
        <w:t>— </w:t>
      </w:r>
      <w:r w:rsidR="00BE611A">
        <w:rPr>
          <w:rFonts w:cs="Georgia"/>
          <w:kern w:val="1"/>
        </w:rPr>
        <w:t>Vous n</w:t>
      </w:r>
      <w:r>
        <w:rPr>
          <w:rFonts w:cs="Georgia"/>
          <w:kern w:val="1"/>
        </w:rPr>
        <w:t>’</w:t>
      </w:r>
      <w:r w:rsidR="00BE611A">
        <w:rPr>
          <w:rFonts w:cs="Georgia"/>
          <w:kern w:val="1"/>
        </w:rPr>
        <w:t>êtes donc heureux que lorsque vous avez un fusil entre les mains</w:t>
      </w:r>
      <w:r>
        <w:rPr>
          <w:rFonts w:cs="Georgia"/>
          <w:kern w:val="1"/>
        </w:rPr>
        <w:t xml:space="preserve"> ! </w:t>
      </w:r>
      <w:r w:rsidR="00BE611A">
        <w:rPr>
          <w:rFonts w:cs="Georgia"/>
          <w:kern w:val="1"/>
        </w:rPr>
        <w:t>ne pus-je m</w:t>
      </w:r>
      <w:r>
        <w:rPr>
          <w:rFonts w:cs="Georgia"/>
          <w:kern w:val="1"/>
        </w:rPr>
        <w:t>’</w:t>
      </w:r>
      <w:r w:rsidR="00BE611A">
        <w:rPr>
          <w:rFonts w:cs="Georgia"/>
          <w:kern w:val="1"/>
        </w:rPr>
        <w:t>empêcher de murmurer non sans quelque impatience</w:t>
      </w:r>
      <w:r>
        <w:rPr>
          <w:rFonts w:cs="Georgia"/>
          <w:kern w:val="1"/>
        </w:rPr>
        <w:t>.</w:t>
      </w:r>
    </w:p>
    <w:p w14:paraId="38C63871" w14:textId="77777777" w:rsidR="000E1451" w:rsidRDefault="00BE611A" w:rsidP="00BE611A">
      <w:pPr>
        <w:rPr>
          <w:rFonts w:cs="Georgia"/>
          <w:kern w:val="1"/>
        </w:rPr>
      </w:pPr>
      <w:r>
        <w:rPr>
          <w:rFonts w:cs="Georgia"/>
          <w:kern w:val="1"/>
        </w:rPr>
        <w:t>Je regrettai</w:t>
      </w:r>
      <w:r w:rsidR="000E1451">
        <w:rPr>
          <w:rFonts w:cs="Georgia"/>
          <w:kern w:val="1"/>
        </w:rPr>
        <w:t xml:space="preserve">, </w:t>
      </w:r>
      <w:r>
        <w:rPr>
          <w:rFonts w:cs="Georgia"/>
          <w:kern w:val="1"/>
        </w:rPr>
        <w:t>presque aussitôt</w:t>
      </w:r>
      <w:r w:rsidR="000E1451">
        <w:rPr>
          <w:rFonts w:cs="Georgia"/>
          <w:kern w:val="1"/>
        </w:rPr>
        <w:t xml:space="preserve">, </w:t>
      </w:r>
      <w:r>
        <w:rPr>
          <w:rFonts w:cs="Georgia"/>
          <w:kern w:val="1"/>
        </w:rPr>
        <w:t>ce mouvement d</w:t>
      </w:r>
      <w:r w:rsidR="000E1451">
        <w:rPr>
          <w:rFonts w:cs="Georgia"/>
          <w:kern w:val="1"/>
        </w:rPr>
        <w:t>’</w:t>
      </w:r>
      <w:r>
        <w:rPr>
          <w:rFonts w:cs="Georgia"/>
          <w:kern w:val="1"/>
        </w:rPr>
        <w:t>humeur</w:t>
      </w:r>
      <w:r w:rsidR="000E1451">
        <w:rPr>
          <w:rFonts w:cs="Georgia"/>
          <w:kern w:val="1"/>
        </w:rPr>
        <w:t xml:space="preserve">. </w:t>
      </w:r>
      <w:r>
        <w:rPr>
          <w:rFonts w:cs="Georgia"/>
          <w:kern w:val="1"/>
        </w:rPr>
        <w:t>Un coup d</w:t>
      </w:r>
      <w:r w:rsidR="000E1451">
        <w:rPr>
          <w:rFonts w:cs="Georgia"/>
          <w:kern w:val="1"/>
        </w:rPr>
        <w:t>’</w:t>
      </w:r>
      <w:r>
        <w:rPr>
          <w:rFonts w:cs="Georgia"/>
          <w:kern w:val="1"/>
        </w:rPr>
        <w:t>œil timide qu</w:t>
      </w:r>
      <w:r w:rsidR="000E1451">
        <w:rPr>
          <w:rFonts w:cs="Georgia"/>
          <w:kern w:val="1"/>
        </w:rPr>
        <w:t>’</w:t>
      </w:r>
      <w:r>
        <w:rPr>
          <w:rFonts w:cs="Georgia"/>
          <w:kern w:val="1"/>
        </w:rPr>
        <w:t>il me lança et où je pus lire comme un reproche me prouva que nous venions d</w:t>
      </w:r>
      <w:r w:rsidR="000E1451">
        <w:rPr>
          <w:rFonts w:cs="Georgia"/>
          <w:kern w:val="1"/>
        </w:rPr>
        <w:t>’</w:t>
      </w:r>
      <w:r>
        <w:rPr>
          <w:rFonts w:cs="Georgia"/>
          <w:kern w:val="1"/>
        </w:rPr>
        <w:t>avoir ensemble la même pensée</w:t>
      </w:r>
      <w:r w:rsidR="000E1451">
        <w:rPr>
          <w:rFonts w:cs="Georgia"/>
          <w:kern w:val="1"/>
        </w:rPr>
        <w:t xml:space="preserve">. </w:t>
      </w:r>
      <w:r>
        <w:rPr>
          <w:rFonts w:cs="Georgia"/>
          <w:kern w:val="1"/>
        </w:rPr>
        <w:t>En même temps que moi</w:t>
      </w:r>
      <w:r w:rsidR="000E1451">
        <w:rPr>
          <w:rFonts w:cs="Georgia"/>
          <w:kern w:val="1"/>
        </w:rPr>
        <w:t xml:space="preserve">, </w:t>
      </w:r>
      <w:r>
        <w:rPr>
          <w:rFonts w:cs="Georgia"/>
          <w:kern w:val="1"/>
        </w:rPr>
        <w:t>il n</w:t>
      </w:r>
      <w:r w:rsidR="000E1451">
        <w:rPr>
          <w:rFonts w:cs="Georgia"/>
          <w:kern w:val="1"/>
        </w:rPr>
        <w:t>’</w:t>
      </w:r>
      <w:r>
        <w:rPr>
          <w:rFonts w:cs="Georgia"/>
          <w:kern w:val="1"/>
        </w:rPr>
        <w:t>avait pu se défendre de songer à la commission devant laquelle il allait passer</w:t>
      </w:r>
      <w:r w:rsidR="000E1451">
        <w:rPr>
          <w:rFonts w:cs="Georgia"/>
          <w:kern w:val="1"/>
        </w:rPr>
        <w:t xml:space="preserve">, </w:t>
      </w:r>
      <w:r>
        <w:rPr>
          <w:rFonts w:cs="Georgia"/>
          <w:kern w:val="1"/>
        </w:rPr>
        <w:t>et qui lui délivrerait peut-être un permis pour un tout autre genre de chasse</w:t>
      </w:r>
      <w:r w:rsidR="000E1451">
        <w:rPr>
          <w:rFonts w:cs="Georgia"/>
          <w:kern w:val="1"/>
        </w:rPr>
        <w:t xml:space="preserve">, </w:t>
      </w:r>
      <w:r>
        <w:rPr>
          <w:rFonts w:cs="Georgia"/>
          <w:kern w:val="1"/>
        </w:rPr>
        <w:t>celle où la canardière bon enfant est remplacée par le lourd Mauser à crosse sombre</w:t>
      </w:r>
      <w:r w:rsidR="000E1451">
        <w:rPr>
          <w:rFonts w:cs="Georgia"/>
          <w:kern w:val="1"/>
        </w:rPr>
        <w:t xml:space="preserve">, </w:t>
      </w:r>
      <w:r>
        <w:rPr>
          <w:rFonts w:cs="Georgia"/>
          <w:kern w:val="1"/>
        </w:rPr>
        <w:t>et où le gibier a l</w:t>
      </w:r>
      <w:r w:rsidR="000E1451">
        <w:rPr>
          <w:rFonts w:cs="Georgia"/>
          <w:kern w:val="1"/>
        </w:rPr>
        <w:t>’</w:t>
      </w:r>
      <w:r>
        <w:rPr>
          <w:rFonts w:cs="Georgia"/>
          <w:kern w:val="1"/>
        </w:rPr>
        <w:t>impertinence d</w:t>
      </w:r>
      <w:r w:rsidR="000E1451">
        <w:rPr>
          <w:rFonts w:cs="Georgia"/>
          <w:kern w:val="1"/>
        </w:rPr>
        <w:t>’</w:t>
      </w:r>
      <w:r>
        <w:rPr>
          <w:rFonts w:cs="Georgia"/>
          <w:kern w:val="1"/>
        </w:rPr>
        <w:t>user du droit de riposte</w:t>
      </w:r>
      <w:r w:rsidR="000E1451">
        <w:rPr>
          <w:rFonts w:cs="Georgia"/>
          <w:kern w:val="1"/>
        </w:rPr>
        <w:t xml:space="preserve">. </w:t>
      </w:r>
      <w:r>
        <w:rPr>
          <w:rFonts w:cs="Georgia"/>
          <w:kern w:val="1"/>
        </w:rPr>
        <w:t>À la dérobée</w:t>
      </w:r>
      <w:r w:rsidR="000E1451">
        <w:rPr>
          <w:rFonts w:cs="Georgia"/>
          <w:kern w:val="1"/>
        </w:rPr>
        <w:t xml:space="preserve">, </w:t>
      </w:r>
      <w:r>
        <w:rPr>
          <w:rFonts w:cs="Georgia"/>
          <w:kern w:val="1"/>
        </w:rPr>
        <w:t>je regardai mon compagnon</w:t>
      </w:r>
      <w:r w:rsidR="000E1451">
        <w:rPr>
          <w:rFonts w:cs="Georgia"/>
          <w:kern w:val="1"/>
        </w:rPr>
        <w:t xml:space="preserve">, </w:t>
      </w:r>
      <w:r>
        <w:rPr>
          <w:rFonts w:cs="Georgia"/>
          <w:kern w:val="1"/>
        </w:rPr>
        <w:t>et je tressaillis à mon tour</w:t>
      </w:r>
      <w:r w:rsidR="000E1451">
        <w:rPr>
          <w:rFonts w:cs="Georgia"/>
          <w:kern w:val="1"/>
        </w:rPr>
        <w:t xml:space="preserve">. </w:t>
      </w:r>
      <w:r>
        <w:rPr>
          <w:rFonts w:cs="Georgia"/>
          <w:kern w:val="1"/>
        </w:rPr>
        <w:t>Il m</w:t>
      </w:r>
      <w:r w:rsidR="000E1451">
        <w:rPr>
          <w:rFonts w:cs="Georgia"/>
          <w:kern w:val="1"/>
        </w:rPr>
        <w:t>’</w:t>
      </w:r>
      <w:r>
        <w:rPr>
          <w:rFonts w:cs="Georgia"/>
          <w:kern w:val="1"/>
        </w:rPr>
        <w:t>apparaissait pourtant tel qu</w:t>
      </w:r>
      <w:r w:rsidR="000E1451">
        <w:rPr>
          <w:rFonts w:cs="Georgia"/>
          <w:kern w:val="1"/>
        </w:rPr>
        <w:t>’</w:t>
      </w:r>
      <w:r>
        <w:rPr>
          <w:rFonts w:cs="Georgia"/>
          <w:kern w:val="1"/>
        </w:rPr>
        <w:t>à l</w:t>
      </w:r>
      <w:r w:rsidR="000E1451">
        <w:rPr>
          <w:rFonts w:cs="Georgia"/>
          <w:kern w:val="1"/>
        </w:rPr>
        <w:t>’</w:t>
      </w:r>
      <w:r>
        <w:rPr>
          <w:rFonts w:cs="Georgia"/>
          <w:kern w:val="1"/>
        </w:rPr>
        <w:t>ordinaire</w:t>
      </w:r>
      <w:r w:rsidR="000E1451">
        <w:rPr>
          <w:rFonts w:cs="Georgia"/>
          <w:kern w:val="1"/>
        </w:rPr>
        <w:t xml:space="preserve">, </w:t>
      </w:r>
      <w:r>
        <w:rPr>
          <w:rFonts w:cs="Georgia"/>
          <w:kern w:val="1"/>
        </w:rPr>
        <w:t>habillé des effets qu</w:t>
      </w:r>
      <w:r w:rsidR="000E1451">
        <w:rPr>
          <w:rFonts w:cs="Georgia"/>
          <w:kern w:val="1"/>
        </w:rPr>
        <w:t>’</w:t>
      </w:r>
      <w:r>
        <w:rPr>
          <w:rFonts w:cs="Georgia"/>
          <w:kern w:val="1"/>
        </w:rPr>
        <w:t>il mettait quand il allait chasser</w:t>
      </w:r>
      <w:r w:rsidR="000E1451">
        <w:rPr>
          <w:rFonts w:cs="Georgia"/>
          <w:kern w:val="1"/>
        </w:rPr>
        <w:t xml:space="preserve">, </w:t>
      </w:r>
      <w:r>
        <w:rPr>
          <w:rFonts w:cs="Georgia"/>
          <w:kern w:val="1"/>
        </w:rPr>
        <w:t>chercher du bois</w:t>
      </w:r>
      <w:r w:rsidR="000E1451">
        <w:rPr>
          <w:rFonts w:cs="Georgia"/>
          <w:kern w:val="1"/>
        </w:rPr>
        <w:t xml:space="preserve">, </w:t>
      </w:r>
      <w:r>
        <w:rPr>
          <w:rFonts w:cs="Georgia"/>
          <w:kern w:val="1"/>
        </w:rPr>
        <w:t>jouer de la pioche au potager</w:t>
      </w:r>
      <w:r w:rsidR="000E1451">
        <w:rPr>
          <w:rFonts w:cs="Georgia"/>
          <w:kern w:val="1"/>
        </w:rPr>
        <w:t xml:space="preserve">, </w:t>
      </w:r>
      <w:r>
        <w:rPr>
          <w:rFonts w:cs="Georgia"/>
          <w:kern w:val="1"/>
        </w:rPr>
        <w:t>chaque fois</w:t>
      </w:r>
      <w:r w:rsidR="000E1451">
        <w:rPr>
          <w:rFonts w:cs="Georgia"/>
          <w:kern w:val="1"/>
        </w:rPr>
        <w:t xml:space="preserve">, </w:t>
      </w:r>
      <w:r>
        <w:rPr>
          <w:rFonts w:cs="Georgia"/>
          <w:kern w:val="1"/>
        </w:rPr>
        <w:t>en d</w:t>
      </w:r>
      <w:r w:rsidR="000E1451">
        <w:rPr>
          <w:rFonts w:cs="Georgia"/>
          <w:kern w:val="1"/>
        </w:rPr>
        <w:t>’</w:t>
      </w:r>
      <w:r>
        <w:rPr>
          <w:rFonts w:cs="Georgia"/>
          <w:kern w:val="1"/>
        </w:rPr>
        <w:t>autres termes</w:t>
      </w:r>
      <w:r w:rsidR="000E1451">
        <w:rPr>
          <w:rFonts w:cs="Georgia"/>
          <w:kern w:val="1"/>
        </w:rPr>
        <w:t xml:space="preserve">, </w:t>
      </w:r>
      <w:r>
        <w:rPr>
          <w:rFonts w:cs="Georgia"/>
          <w:kern w:val="1"/>
        </w:rPr>
        <w:t>que son protocole de valet de chambre ne l</w:t>
      </w:r>
      <w:r w:rsidR="000E1451">
        <w:rPr>
          <w:rFonts w:cs="Georgia"/>
          <w:kern w:val="1"/>
        </w:rPr>
        <w:t>’</w:t>
      </w:r>
      <w:r>
        <w:rPr>
          <w:rFonts w:cs="Georgia"/>
          <w:kern w:val="1"/>
        </w:rPr>
        <w:t>obligeait pas à se présenter sous la livrée de son Excellence le général de Reichendorf</w:t>
      </w:r>
      <w:r w:rsidR="000E1451">
        <w:rPr>
          <w:rFonts w:cs="Georgia"/>
          <w:kern w:val="1"/>
        </w:rPr>
        <w:t xml:space="preserve">. </w:t>
      </w:r>
      <w:r>
        <w:rPr>
          <w:rFonts w:cs="Georgia"/>
          <w:kern w:val="1"/>
        </w:rPr>
        <w:t>Ces effets n</w:t>
      </w:r>
      <w:r w:rsidR="000E1451">
        <w:rPr>
          <w:rFonts w:cs="Georgia"/>
          <w:kern w:val="1"/>
        </w:rPr>
        <w:t>’</w:t>
      </w:r>
      <w:r>
        <w:rPr>
          <w:rFonts w:cs="Georgia"/>
          <w:kern w:val="1"/>
        </w:rPr>
        <w:t>étaient autres que sa vieille tenue de guerre</w:t>
      </w:r>
      <w:r w:rsidR="000E1451">
        <w:rPr>
          <w:rFonts w:cs="Georgia"/>
          <w:kern w:val="1"/>
        </w:rPr>
        <w:t xml:space="preserve">, </w:t>
      </w:r>
      <w:r>
        <w:rPr>
          <w:rFonts w:cs="Georgia"/>
          <w:kern w:val="1"/>
        </w:rPr>
        <w:t>telle qu</w:t>
      </w:r>
      <w:r w:rsidR="000E1451">
        <w:rPr>
          <w:rFonts w:cs="Georgia"/>
          <w:kern w:val="1"/>
        </w:rPr>
        <w:t>’</w:t>
      </w:r>
      <w:r>
        <w:rPr>
          <w:rFonts w:cs="Georgia"/>
          <w:kern w:val="1"/>
        </w:rPr>
        <w:t>il l</w:t>
      </w:r>
      <w:r w:rsidR="000E1451">
        <w:rPr>
          <w:rFonts w:cs="Georgia"/>
          <w:kern w:val="1"/>
        </w:rPr>
        <w:t>’</w:t>
      </w:r>
      <w:r>
        <w:rPr>
          <w:rFonts w:cs="Georgia"/>
          <w:kern w:val="1"/>
        </w:rPr>
        <w:t>avait revêtue dans le soleil et l</w:t>
      </w:r>
      <w:r w:rsidR="000E1451">
        <w:rPr>
          <w:rFonts w:cs="Georgia"/>
          <w:kern w:val="1"/>
        </w:rPr>
        <w:t>’</w:t>
      </w:r>
      <w:r>
        <w:rPr>
          <w:rFonts w:cs="Georgia"/>
          <w:kern w:val="1"/>
        </w:rPr>
        <w:t>ivresse de 1914</w:t>
      </w:r>
      <w:r w:rsidR="000E1451">
        <w:rPr>
          <w:rFonts w:cs="Georgia"/>
          <w:kern w:val="1"/>
        </w:rPr>
        <w:t xml:space="preserve">, </w:t>
      </w:r>
      <w:r>
        <w:rPr>
          <w:rFonts w:cs="Georgia"/>
          <w:kern w:val="1"/>
        </w:rPr>
        <w:t>celle sous laquelle il s</w:t>
      </w:r>
      <w:r w:rsidR="000E1451">
        <w:rPr>
          <w:rFonts w:cs="Georgia"/>
          <w:kern w:val="1"/>
        </w:rPr>
        <w:t>’</w:t>
      </w:r>
      <w:r>
        <w:rPr>
          <w:rFonts w:cs="Georgia"/>
          <w:kern w:val="1"/>
        </w:rPr>
        <w:t>était battu dans la craie de Champagne</w:t>
      </w:r>
      <w:r w:rsidR="000E1451">
        <w:rPr>
          <w:rFonts w:cs="Georgia"/>
          <w:kern w:val="1"/>
        </w:rPr>
        <w:t xml:space="preserve">, </w:t>
      </w:r>
      <w:r>
        <w:rPr>
          <w:rFonts w:cs="Georgia"/>
          <w:kern w:val="1"/>
        </w:rPr>
        <w:t>les blés mûrs de l</w:t>
      </w:r>
      <w:r w:rsidR="000E1451">
        <w:rPr>
          <w:rFonts w:cs="Georgia"/>
          <w:kern w:val="1"/>
        </w:rPr>
        <w:t>’</w:t>
      </w:r>
      <w:r>
        <w:rPr>
          <w:rFonts w:cs="Georgia"/>
          <w:kern w:val="1"/>
        </w:rPr>
        <w:t>île de France</w:t>
      </w:r>
      <w:r w:rsidR="000E1451">
        <w:rPr>
          <w:rFonts w:cs="Georgia"/>
          <w:kern w:val="1"/>
        </w:rPr>
        <w:t xml:space="preserve">, </w:t>
      </w:r>
      <w:r>
        <w:rPr>
          <w:rFonts w:cs="Georgia"/>
          <w:kern w:val="1"/>
        </w:rPr>
        <w:t>la neige de l</w:t>
      </w:r>
      <w:r w:rsidR="000E1451">
        <w:rPr>
          <w:rFonts w:cs="Georgia"/>
          <w:kern w:val="1"/>
        </w:rPr>
        <w:t>’</w:t>
      </w:r>
      <w:r>
        <w:rPr>
          <w:rFonts w:cs="Georgia"/>
          <w:kern w:val="1"/>
        </w:rPr>
        <w:t>Argonne</w:t>
      </w:r>
      <w:r w:rsidR="000E1451">
        <w:rPr>
          <w:rFonts w:cs="Georgia"/>
          <w:kern w:val="1"/>
        </w:rPr>
        <w:t xml:space="preserve">. </w:t>
      </w:r>
      <w:r>
        <w:rPr>
          <w:rFonts w:cs="Georgia"/>
          <w:kern w:val="1"/>
        </w:rPr>
        <w:t>On la lui avait laissée quand il avait été réformé temporairement après sa blessure</w:t>
      </w:r>
      <w:r w:rsidR="000E1451">
        <w:rPr>
          <w:rFonts w:cs="Georgia"/>
          <w:kern w:val="1"/>
        </w:rPr>
        <w:t xml:space="preserve">. </w:t>
      </w:r>
      <w:r>
        <w:rPr>
          <w:rFonts w:cs="Georgia"/>
          <w:kern w:val="1"/>
        </w:rPr>
        <w:t>Dans trois jours</w:t>
      </w:r>
      <w:r w:rsidR="000E1451">
        <w:rPr>
          <w:rFonts w:cs="Georgia"/>
          <w:kern w:val="1"/>
        </w:rPr>
        <w:t xml:space="preserve">, </w:t>
      </w:r>
      <w:r>
        <w:rPr>
          <w:rFonts w:cs="Georgia"/>
          <w:kern w:val="1"/>
        </w:rPr>
        <w:t>pour accomplir le redoutable voyage de Kœnigsberg</w:t>
      </w:r>
      <w:r w:rsidR="000E1451">
        <w:rPr>
          <w:rFonts w:cs="Georgia"/>
          <w:kern w:val="1"/>
        </w:rPr>
        <w:t xml:space="preserve">, </w:t>
      </w:r>
      <w:r>
        <w:rPr>
          <w:rFonts w:cs="Georgia"/>
          <w:kern w:val="1"/>
        </w:rPr>
        <w:t>il prendrait soin de la brosser bien convenablement</w:t>
      </w:r>
      <w:r w:rsidR="000E1451">
        <w:rPr>
          <w:rFonts w:cs="Georgia"/>
          <w:kern w:val="1"/>
        </w:rPr>
        <w:t xml:space="preserve">, </w:t>
      </w:r>
      <w:r>
        <w:rPr>
          <w:rFonts w:cs="Georgia"/>
          <w:kern w:val="1"/>
        </w:rPr>
        <w:t>et d</w:t>
      </w:r>
      <w:r w:rsidR="000E1451">
        <w:rPr>
          <w:rFonts w:cs="Georgia"/>
          <w:kern w:val="1"/>
        </w:rPr>
        <w:t>’</w:t>
      </w:r>
      <w:r>
        <w:rPr>
          <w:rFonts w:cs="Georgia"/>
          <w:kern w:val="1"/>
        </w:rPr>
        <w:t>y faire recoudre par Dominica les passepoils rouges</w:t>
      </w:r>
      <w:r w:rsidR="000E1451">
        <w:rPr>
          <w:rFonts w:cs="Georgia"/>
          <w:kern w:val="1"/>
        </w:rPr>
        <w:t xml:space="preserve">, </w:t>
      </w:r>
      <w:r>
        <w:rPr>
          <w:rFonts w:cs="Georgia"/>
          <w:kern w:val="1"/>
        </w:rPr>
        <w:t xml:space="preserve">les </w:t>
      </w:r>
      <w:r>
        <w:rPr>
          <w:rFonts w:cs="Georgia"/>
          <w:bCs/>
          <w:i/>
          <w:iCs/>
          <w:kern w:val="1"/>
        </w:rPr>
        <w:t>achselklappen</w:t>
      </w:r>
      <w:r>
        <w:rPr>
          <w:rFonts w:cs="Georgia"/>
          <w:kern w:val="1"/>
        </w:rPr>
        <w:t xml:space="preserve"> brodées du numéro</w:t>
      </w:r>
      <w:r w:rsidR="000E1451">
        <w:rPr>
          <w:rFonts w:cs="Georgia"/>
          <w:kern w:val="1"/>
        </w:rPr>
        <w:t xml:space="preserve"> </w:t>
      </w:r>
      <w:r>
        <w:rPr>
          <w:rFonts w:cs="Georgia"/>
          <w:kern w:val="1"/>
        </w:rPr>
        <w:t>33</w:t>
      </w:r>
      <w:r w:rsidR="000E1451">
        <w:rPr>
          <w:rFonts w:cs="Georgia"/>
          <w:kern w:val="1"/>
        </w:rPr>
        <w:t xml:space="preserve">, </w:t>
      </w:r>
      <w:r>
        <w:rPr>
          <w:rFonts w:cs="Georgia"/>
          <w:kern w:val="1"/>
        </w:rPr>
        <w:t>car il avait l</w:t>
      </w:r>
      <w:r w:rsidR="000E1451">
        <w:rPr>
          <w:rFonts w:cs="Georgia"/>
          <w:kern w:val="1"/>
        </w:rPr>
        <w:t>’</w:t>
      </w:r>
      <w:r>
        <w:rPr>
          <w:rFonts w:cs="Georgia"/>
          <w:kern w:val="1"/>
        </w:rPr>
        <w:t>honneur d</w:t>
      </w:r>
      <w:r w:rsidR="000E1451">
        <w:rPr>
          <w:rFonts w:cs="Georgia"/>
          <w:kern w:val="1"/>
        </w:rPr>
        <w:t>’</w:t>
      </w:r>
      <w:r>
        <w:rPr>
          <w:rFonts w:cs="Georgia"/>
          <w:kern w:val="1"/>
        </w:rPr>
        <w:t>appartenir au 3</w:t>
      </w:r>
      <w:r w:rsidR="000E1451">
        <w:rPr>
          <w:rFonts w:cs="Georgia"/>
          <w:kern w:val="1"/>
        </w:rPr>
        <w:t>3</w:t>
      </w:r>
      <w:r w:rsidR="000E1451" w:rsidRPr="000E1451">
        <w:rPr>
          <w:rFonts w:cs="Georgia"/>
          <w:kern w:val="1"/>
          <w:vertAlign w:val="superscript"/>
        </w:rPr>
        <w:t>e</w:t>
      </w:r>
      <w:r w:rsidR="000E1451">
        <w:rPr>
          <w:rFonts w:cs="Georgia"/>
          <w:kern w:val="1"/>
        </w:rPr>
        <w:t xml:space="preserve"> </w:t>
      </w:r>
      <w:r>
        <w:rPr>
          <w:rFonts w:cs="Georgia"/>
          <w:kern w:val="1"/>
        </w:rPr>
        <w:t>Régiment d</w:t>
      </w:r>
      <w:r w:rsidR="000E1451">
        <w:rPr>
          <w:rFonts w:cs="Georgia"/>
          <w:kern w:val="1"/>
        </w:rPr>
        <w:t>’</w:t>
      </w:r>
      <w:r>
        <w:rPr>
          <w:rFonts w:cs="Georgia"/>
          <w:kern w:val="1"/>
        </w:rPr>
        <w:t>infanterie</w:t>
      </w:r>
      <w:r w:rsidR="000E1451">
        <w:rPr>
          <w:rFonts w:cs="Georgia"/>
          <w:kern w:val="1"/>
        </w:rPr>
        <w:t xml:space="preserve">, </w:t>
      </w:r>
      <w:r>
        <w:rPr>
          <w:rFonts w:cs="Georgia"/>
          <w:kern w:val="1"/>
        </w:rPr>
        <w:t>de Gumbinnen</w:t>
      </w:r>
      <w:r w:rsidR="000E1451">
        <w:rPr>
          <w:rFonts w:cs="Georgia"/>
          <w:kern w:val="1"/>
        </w:rPr>
        <w:t xml:space="preserve">, </w:t>
      </w:r>
      <w:r>
        <w:rPr>
          <w:rFonts w:cs="Georgia"/>
          <w:kern w:val="1"/>
        </w:rPr>
        <w:t>qui est</w:t>
      </w:r>
      <w:r w:rsidR="000E1451">
        <w:rPr>
          <w:rFonts w:cs="Georgia"/>
          <w:kern w:val="1"/>
        </w:rPr>
        <w:t xml:space="preserve">, </w:t>
      </w:r>
      <w:r>
        <w:rPr>
          <w:rFonts w:cs="Georgia"/>
          <w:kern w:val="1"/>
        </w:rPr>
        <w:t>comme tout le monde le sait</w:t>
      </w:r>
      <w:r w:rsidR="000E1451">
        <w:rPr>
          <w:rFonts w:cs="Georgia"/>
          <w:kern w:val="1"/>
        </w:rPr>
        <w:t xml:space="preserve">, </w:t>
      </w:r>
      <w:r>
        <w:rPr>
          <w:rFonts w:cs="Georgia"/>
          <w:kern w:val="1"/>
        </w:rPr>
        <w:t xml:space="preserve">le régiment du comte </w:t>
      </w:r>
      <w:r>
        <w:rPr>
          <w:rFonts w:cs="Georgia"/>
          <w:kern w:val="1"/>
        </w:rPr>
        <w:lastRenderedPageBreak/>
        <w:t>Roon</w:t>
      </w:r>
      <w:r w:rsidR="000E1451">
        <w:rPr>
          <w:rFonts w:cs="Georgia"/>
          <w:kern w:val="1"/>
        </w:rPr>
        <w:t xml:space="preserve">. </w:t>
      </w:r>
      <w:r>
        <w:rPr>
          <w:rFonts w:cs="Georgia"/>
          <w:kern w:val="1"/>
        </w:rPr>
        <w:t>Même sans ces lisérés</w:t>
      </w:r>
      <w:r w:rsidR="000E1451">
        <w:rPr>
          <w:rFonts w:cs="Georgia"/>
          <w:kern w:val="1"/>
        </w:rPr>
        <w:t xml:space="preserve">, </w:t>
      </w:r>
      <w:r>
        <w:rPr>
          <w:rFonts w:cs="Georgia"/>
          <w:kern w:val="1"/>
        </w:rPr>
        <w:t>même dans le calot à bande rouge et à double cocarde</w:t>
      </w:r>
      <w:r w:rsidR="000E1451">
        <w:rPr>
          <w:rFonts w:cs="Georgia"/>
          <w:kern w:val="1"/>
        </w:rPr>
        <w:t xml:space="preserve">, </w:t>
      </w:r>
      <w:r>
        <w:rPr>
          <w:rFonts w:cs="Georgia"/>
          <w:kern w:val="1"/>
        </w:rPr>
        <w:t>sa silhouette ne se trouvait guère modifiée</w:t>
      </w:r>
      <w:r w:rsidR="000E1451">
        <w:rPr>
          <w:rFonts w:cs="Georgia"/>
          <w:kern w:val="1"/>
        </w:rPr>
        <w:t xml:space="preserve">. </w:t>
      </w:r>
      <w:r>
        <w:rPr>
          <w:rFonts w:cs="Georgia"/>
          <w:kern w:val="1"/>
        </w:rPr>
        <w:t>Vêtus de la vareuse et du pantalon gris</w:t>
      </w:r>
      <w:r w:rsidR="000E1451">
        <w:rPr>
          <w:rFonts w:cs="Georgia"/>
          <w:kern w:val="1"/>
        </w:rPr>
        <w:t xml:space="preserve">, </w:t>
      </w:r>
      <w:r>
        <w:rPr>
          <w:rFonts w:cs="Georgia"/>
          <w:kern w:val="1"/>
        </w:rPr>
        <w:t>chaussés des demi-bottes aux talons renforcés d</w:t>
      </w:r>
      <w:r w:rsidR="000E1451">
        <w:rPr>
          <w:rFonts w:cs="Georgia"/>
          <w:kern w:val="1"/>
        </w:rPr>
        <w:t>’</w:t>
      </w:r>
      <w:r>
        <w:rPr>
          <w:rFonts w:cs="Georgia"/>
          <w:kern w:val="1"/>
        </w:rPr>
        <w:t>un fer à cheval</w:t>
      </w:r>
      <w:r w:rsidR="000E1451">
        <w:rPr>
          <w:rFonts w:cs="Georgia"/>
          <w:kern w:val="1"/>
        </w:rPr>
        <w:t xml:space="preserve">, </w:t>
      </w:r>
      <w:r>
        <w:rPr>
          <w:rFonts w:cs="Georgia"/>
          <w:kern w:val="1"/>
        </w:rPr>
        <w:t>que j</w:t>
      </w:r>
      <w:r w:rsidR="000E1451">
        <w:rPr>
          <w:rFonts w:cs="Georgia"/>
          <w:kern w:val="1"/>
        </w:rPr>
        <w:t>’</w:t>
      </w:r>
      <w:r>
        <w:rPr>
          <w:rFonts w:cs="Georgia"/>
          <w:kern w:val="1"/>
        </w:rPr>
        <w:t>en avais vus</w:t>
      </w:r>
      <w:r w:rsidR="000E1451">
        <w:rPr>
          <w:rFonts w:cs="Georgia"/>
          <w:kern w:val="1"/>
        </w:rPr>
        <w:t xml:space="preserve">, </w:t>
      </w:r>
      <w:r>
        <w:rPr>
          <w:rFonts w:cs="Georgia"/>
          <w:kern w:val="1"/>
        </w:rPr>
        <w:t>des Gottlieb semblables</w:t>
      </w:r>
      <w:r w:rsidR="000E1451">
        <w:rPr>
          <w:rFonts w:cs="Georgia"/>
          <w:kern w:val="1"/>
        </w:rPr>
        <w:t xml:space="preserve">, </w:t>
      </w:r>
      <w:r>
        <w:rPr>
          <w:rFonts w:cs="Georgia"/>
          <w:kern w:val="1"/>
        </w:rPr>
        <w:t>gisants entre les lignes</w:t>
      </w:r>
      <w:r w:rsidR="000E1451">
        <w:rPr>
          <w:rFonts w:cs="Georgia"/>
          <w:kern w:val="1"/>
        </w:rPr>
        <w:t xml:space="preserve">, </w:t>
      </w:r>
      <w:r>
        <w:rPr>
          <w:rFonts w:cs="Georgia"/>
          <w:kern w:val="1"/>
        </w:rPr>
        <w:t>accrochés aux fils de fer barbelés comme de lugubres et grotesques épouvantails</w:t>
      </w:r>
      <w:r w:rsidR="000E1451">
        <w:rPr>
          <w:rFonts w:cs="Georgia"/>
          <w:kern w:val="1"/>
        </w:rPr>
        <w:t xml:space="preserve"> ! </w:t>
      </w:r>
      <w:r>
        <w:rPr>
          <w:rFonts w:cs="Georgia"/>
          <w:kern w:val="1"/>
        </w:rPr>
        <w:t xml:space="preserve">Ces </w:t>
      </w:r>
      <w:r>
        <w:rPr>
          <w:rFonts w:cs="Georgia"/>
          <w:bCs/>
          <w:i/>
          <w:iCs/>
          <w:kern w:val="1"/>
        </w:rPr>
        <w:t>feldgrau</w:t>
      </w:r>
      <w:r>
        <w:rPr>
          <w:rFonts w:cs="Georgia"/>
          <w:kern w:val="1"/>
        </w:rPr>
        <w:t xml:space="preserve"> avec lesquels nous nous égorgions</w:t>
      </w:r>
      <w:r w:rsidR="000E1451">
        <w:rPr>
          <w:rFonts w:cs="Georgia"/>
          <w:kern w:val="1"/>
        </w:rPr>
        <w:t xml:space="preserve">, </w:t>
      </w:r>
      <w:r>
        <w:rPr>
          <w:rFonts w:cs="Georgia"/>
          <w:kern w:val="1"/>
        </w:rPr>
        <w:t>je ne les avais quittés que pour en retrouver d</w:t>
      </w:r>
      <w:r w:rsidR="000E1451">
        <w:rPr>
          <w:rFonts w:cs="Georgia"/>
          <w:kern w:val="1"/>
        </w:rPr>
        <w:t>’</w:t>
      </w:r>
      <w:r>
        <w:rPr>
          <w:rFonts w:cs="Georgia"/>
          <w:kern w:val="1"/>
        </w:rPr>
        <w:t>autres</w:t>
      </w:r>
      <w:r w:rsidR="000E1451">
        <w:rPr>
          <w:rFonts w:cs="Georgia"/>
          <w:kern w:val="1"/>
        </w:rPr>
        <w:t xml:space="preserve">, </w:t>
      </w:r>
      <w:r>
        <w:rPr>
          <w:rFonts w:cs="Georgia"/>
          <w:kern w:val="1"/>
        </w:rPr>
        <w:t>mes gardiens</w:t>
      </w:r>
      <w:r w:rsidR="000E1451">
        <w:rPr>
          <w:rFonts w:cs="Georgia"/>
          <w:kern w:val="1"/>
        </w:rPr>
        <w:t xml:space="preserve">, </w:t>
      </w:r>
      <w:r>
        <w:rPr>
          <w:rFonts w:cs="Georgia"/>
          <w:kern w:val="1"/>
        </w:rPr>
        <w:t>mes ombres</w:t>
      </w:r>
      <w:r w:rsidR="000E1451">
        <w:rPr>
          <w:rFonts w:cs="Georgia"/>
          <w:kern w:val="1"/>
        </w:rPr>
        <w:t xml:space="preserve">, </w:t>
      </w:r>
      <w:r>
        <w:rPr>
          <w:rFonts w:cs="Georgia"/>
          <w:kern w:val="1"/>
        </w:rPr>
        <w:t>dans les innombrables camps que m</w:t>
      </w:r>
      <w:r w:rsidR="000E1451">
        <w:rPr>
          <w:rFonts w:cs="Georgia"/>
          <w:kern w:val="1"/>
        </w:rPr>
        <w:t>’</w:t>
      </w:r>
      <w:r>
        <w:rPr>
          <w:rFonts w:cs="Georgia"/>
          <w:kern w:val="1"/>
        </w:rPr>
        <w:t>avait fait traverser ma captivité</w:t>
      </w:r>
      <w:r w:rsidR="000E1451">
        <w:rPr>
          <w:rFonts w:cs="Georgia"/>
          <w:kern w:val="1"/>
        </w:rPr>
        <w:t xml:space="preserve">. </w:t>
      </w:r>
      <w:r>
        <w:rPr>
          <w:rFonts w:cs="Georgia"/>
          <w:kern w:val="1"/>
        </w:rPr>
        <w:t>Il allait y avoir quatre années que durait cette hallucination</w:t>
      </w:r>
      <w:r w:rsidR="000E1451">
        <w:rPr>
          <w:rFonts w:cs="Georgia"/>
          <w:kern w:val="1"/>
        </w:rPr>
        <w:t xml:space="preserve">. </w:t>
      </w:r>
      <w:r>
        <w:rPr>
          <w:rFonts w:cs="Georgia"/>
          <w:kern w:val="1"/>
        </w:rPr>
        <w:t>Ne finirait-elle donc jamais par disparaître de ma vie</w:t>
      </w:r>
      <w:r w:rsidR="000E1451">
        <w:rPr>
          <w:rFonts w:cs="Georgia"/>
          <w:kern w:val="1"/>
        </w:rPr>
        <w:t xml:space="preserve"> ? </w:t>
      </w:r>
      <w:r>
        <w:rPr>
          <w:rFonts w:cs="Georgia"/>
          <w:kern w:val="1"/>
        </w:rPr>
        <w:t>Mais moi-même</w:t>
      </w:r>
      <w:r w:rsidR="000E1451">
        <w:rPr>
          <w:rFonts w:cs="Georgia"/>
          <w:kern w:val="1"/>
        </w:rPr>
        <w:t xml:space="preserve">, </w:t>
      </w:r>
      <w:r>
        <w:rPr>
          <w:rFonts w:cs="Georgia"/>
          <w:kern w:val="1"/>
        </w:rPr>
        <w:t>avec ma vareuse bleu pâle</w:t>
      </w:r>
      <w:r w:rsidR="000E1451">
        <w:rPr>
          <w:rFonts w:cs="Georgia"/>
          <w:kern w:val="1"/>
        </w:rPr>
        <w:t xml:space="preserve">, </w:t>
      </w:r>
      <w:r>
        <w:rPr>
          <w:rFonts w:cs="Georgia"/>
          <w:kern w:val="1"/>
        </w:rPr>
        <w:t>n</w:t>
      </w:r>
      <w:r w:rsidR="000E1451">
        <w:rPr>
          <w:rFonts w:cs="Georgia"/>
          <w:kern w:val="1"/>
        </w:rPr>
        <w:t>’</w:t>
      </w:r>
      <w:r>
        <w:rPr>
          <w:rFonts w:cs="Georgia"/>
          <w:kern w:val="1"/>
        </w:rPr>
        <w:t>étais-je pas en train de réveiller chez Gottlieb des souvenirs exactement identiques</w:t>
      </w:r>
      <w:r w:rsidR="000E1451">
        <w:rPr>
          <w:rFonts w:cs="Georgia"/>
          <w:kern w:val="1"/>
        </w:rPr>
        <w:t xml:space="preserve"> ? </w:t>
      </w:r>
      <w:r>
        <w:rPr>
          <w:rFonts w:cs="Georgia"/>
          <w:kern w:val="1"/>
        </w:rPr>
        <w:t>Pour les mélèzes silencieux sous lesquels nous cheminions ce matin-là</w:t>
      </w:r>
      <w:r w:rsidR="000E1451">
        <w:rPr>
          <w:rFonts w:cs="Georgia"/>
          <w:kern w:val="1"/>
        </w:rPr>
        <w:t xml:space="preserve">, </w:t>
      </w:r>
      <w:r>
        <w:rPr>
          <w:rFonts w:cs="Georgia"/>
          <w:kern w:val="1"/>
        </w:rPr>
        <w:t>c</w:t>
      </w:r>
      <w:r w:rsidR="000E1451">
        <w:rPr>
          <w:rFonts w:cs="Georgia"/>
          <w:kern w:val="1"/>
        </w:rPr>
        <w:t>’</w:t>
      </w:r>
      <w:r>
        <w:rPr>
          <w:rFonts w:cs="Georgia"/>
          <w:kern w:val="1"/>
        </w:rPr>
        <w:t>était vraiment un curieux spectacle que ces deux hommes qui se dirigeaient côte à côte d</w:t>
      </w:r>
      <w:r w:rsidR="000E1451">
        <w:rPr>
          <w:rFonts w:cs="Georgia"/>
          <w:kern w:val="1"/>
        </w:rPr>
        <w:t>’</w:t>
      </w:r>
      <w:r>
        <w:rPr>
          <w:rFonts w:cs="Georgia"/>
          <w:kern w:val="1"/>
        </w:rPr>
        <w:t>un pas également paisible vers la plus pacifique des besognes</w:t>
      </w:r>
      <w:r w:rsidR="000E1451">
        <w:rPr>
          <w:rFonts w:cs="Georgia"/>
          <w:kern w:val="1"/>
        </w:rPr>
        <w:t xml:space="preserve">, </w:t>
      </w:r>
      <w:r>
        <w:rPr>
          <w:rFonts w:cs="Georgia"/>
          <w:kern w:val="1"/>
        </w:rPr>
        <w:t>et qui étaient vêtus l</w:t>
      </w:r>
      <w:r w:rsidR="000E1451">
        <w:rPr>
          <w:rFonts w:cs="Georgia"/>
          <w:kern w:val="1"/>
        </w:rPr>
        <w:t>’</w:t>
      </w:r>
      <w:r>
        <w:rPr>
          <w:rFonts w:cs="Georgia"/>
          <w:kern w:val="1"/>
        </w:rPr>
        <w:t>un et l</w:t>
      </w:r>
      <w:r w:rsidR="000E1451">
        <w:rPr>
          <w:rFonts w:cs="Georgia"/>
          <w:kern w:val="1"/>
        </w:rPr>
        <w:t>’</w:t>
      </w:r>
      <w:r>
        <w:rPr>
          <w:rFonts w:cs="Georgia"/>
          <w:kern w:val="1"/>
        </w:rPr>
        <w:t>autre des mêmes défroques que celles sous lesquelles</w:t>
      </w:r>
      <w:r w:rsidR="000E1451">
        <w:rPr>
          <w:rFonts w:cs="Georgia"/>
          <w:kern w:val="1"/>
        </w:rPr>
        <w:t xml:space="preserve">, </w:t>
      </w:r>
      <w:r>
        <w:rPr>
          <w:rFonts w:cs="Georgia"/>
          <w:kern w:val="1"/>
        </w:rPr>
        <w:t>à la même heure</w:t>
      </w:r>
      <w:r w:rsidR="000E1451">
        <w:rPr>
          <w:rFonts w:cs="Georgia"/>
          <w:kern w:val="1"/>
        </w:rPr>
        <w:t xml:space="preserve">, </w:t>
      </w:r>
      <w:r>
        <w:rPr>
          <w:rFonts w:cs="Georgia"/>
          <w:kern w:val="1"/>
        </w:rPr>
        <w:t>leurs frères continuaient à se massacrer</w:t>
      </w:r>
      <w:r w:rsidR="000E1451">
        <w:rPr>
          <w:rFonts w:cs="Georgia"/>
          <w:kern w:val="1"/>
        </w:rPr>
        <w:t>.</w:t>
      </w:r>
    </w:p>
    <w:p w14:paraId="27702A1C" w14:textId="77777777" w:rsidR="000E1451" w:rsidRDefault="00BE611A" w:rsidP="00BE611A">
      <w:pPr>
        <w:rPr>
          <w:rFonts w:cs="Georgia"/>
          <w:kern w:val="1"/>
        </w:rPr>
      </w:pPr>
      <w:r>
        <w:rPr>
          <w:rFonts w:cs="Georgia"/>
          <w:kern w:val="1"/>
        </w:rPr>
        <w:t>Nous atteignîmes assez vite l</w:t>
      </w:r>
      <w:r w:rsidR="000E1451">
        <w:rPr>
          <w:rFonts w:cs="Georgia"/>
          <w:kern w:val="1"/>
        </w:rPr>
        <w:t>’</w:t>
      </w:r>
      <w:r>
        <w:rPr>
          <w:rFonts w:cs="Georgia"/>
          <w:kern w:val="1"/>
        </w:rPr>
        <w:t>endroit que le valet tenait à me faire connaître</w:t>
      </w:r>
      <w:r w:rsidR="000E1451">
        <w:rPr>
          <w:rFonts w:cs="Georgia"/>
          <w:kern w:val="1"/>
        </w:rPr>
        <w:t xml:space="preserve">. </w:t>
      </w:r>
      <w:r>
        <w:rPr>
          <w:rFonts w:cs="Georgia"/>
          <w:kern w:val="1"/>
        </w:rPr>
        <w:t>C</w:t>
      </w:r>
      <w:r w:rsidR="000E1451">
        <w:rPr>
          <w:rFonts w:cs="Georgia"/>
          <w:kern w:val="1"/>
        </w:rPr>
        <w:t>’</w:t>
      </w:r>
      <w:r>
        <w:rPr>
          <w:rFonts w:cs="Georgia"/>
          <w:kern w:val="1"/>
        </w:rPr>
        <w:t>était un vaste rond-point</w:t>
      </w:r>
      <w:r w:rsidR="000E1451">
        <w:rPr>
          <w:rFonts w:cs="Georgia"/>
          <w:kern w:val="1"/>
        </w:rPr>
        <w:t xml:space="preserve">, </w:t>
      </w:r>
      <w:r>
        <w:rPr>
          <w:rFonts w:cs="Georgia"/>
          <w:kern w:val="1"/>
        </w:rPr>
        <w:t>jonché de fagots</w:t>
      </w:r>
      <w:r w:rsidR="000E1451">
        <w:rPr>
          <w:rFonts w:cs="Georgia"/>
          <w:kern w:val="1"/>
        </w:rPr>
        <w:t xml:space="preserve">. </w:t>
      </w:r>
      <w:r>
        <w:rPr>
          <w:rFonts w:cs="Georgia"/>
          <w:kern w:val="1"/>
        </w:rPr>
        <w:t>Bûcheron émérite</w:t>
      </w:r>
      <w:r w:rsidR="000E1451">
        <w:rPr>
          <w:rFonts w:cs="Georgia"/>
          <w:kern w:val="1"/>
        </w:rPr>
        <w:t xml:space="preserve">, </w:t>
      </w:r>
      <w:r>
        <w:rPr>
          <w:rFonts w:cs="Georgia"/>
          <w:kern w:val="1"/>
        </w:rPr>
        <w:t>Gottlieb venait là une ou deux matinées par mois</w:t>
      </w:r>
      <w:r w:rsidR="000E1451">
        <w:rPr>
          <w:rFonts w:cs="Georgia"/>
          <w:kern w:val="1"/>
        </w:rPr>
        <w:t xml:space="preserve">. </w:t>
      </w:r>
      <w:r>
        <w:rPr>
          <w:rFonts w:cs="Georgia"/>
          <w:kern w:val="1"/>
        </w:rPr>
        <w:t>Il abattait et coupait ce qu</w:t>
      </w:r>
      <w:r w:rsidR="000E1451">
        <w:rPr>
          <w:rFonts w:cs="Georgia"/>
          <w:kern w:val="1"/>
        </w:rPr>
        <w:t>’</w:t>
      </w:r>
      <w:r>
        <w:rPr>
          <w:rFonts w:cs="Georgia"/>
          <w:kern w:val="1"/>
        </w:rPr>
        <w:t>il fallait</w:t>
      </w:r>
      <w:r w:rsidR="000E1451">
        <w:rPr>
          <w:rFonts w:cs="Georgia"/>
          <w:kern w:val="1"/>
        </w:rPr>
        <w:t xml:space="preserve">, </w:t>
      </w:r>
      <w:r>
        <w:rPr>
          <w:rFonts w:cs="Georgia"/>
          <w:kern w:val="1"/>
        </w:rPr>
        <w:t>au fur et à mesure des nécessités</w:t>
      </w:r>
      <w:r w:rsidR="000E1451">
        <w:rPr>
          <w:rFonts w:cs="Georgia"/>
          <w:kern w:val="1"/>
        </w:rPr>
        <w:t xml:space="preserve">. </w:t>
      </w:r>
      <w:r>
        <w:rPr>
          <w:rFonts w:cs="Georgia"/>
          <w:kern w:val="1"/>
        </w:rPr>
        <w:t>Il ne s</w:t>
      </w:r>
      <w:r w:rsidR="000E1451">
        <w:rPr>
          <w:rFonts w:cs="Georgia"/>
          <w:kern w:val="1"/>
        </w:rPr>
        <w:t>’</w:t>
      </w:r>
      <w:r>
        <w:rPr>
          <w:rFonts w:cs="Georgia"/>
          <w:kern w:val="1"/>
        </w:rPr>
        <w:t>agissait</w:t>
      </w:r>
      <w:r w:rsidR="000E1451">
        <w:rPr>
          <w:rFonts w:cs="Georgia"/>
          <w:kern w:val="1"/>
        </w:rPr>
        <w:t xml:space="preserve">, </w:t>
      </w:r>
      <w:r>
        <w:rPr>
          <w:rFonts w:cs="Georgia"/>
          <w:kern w:val="1"/>
        </w:rPr>
        <w:t>naturellement</w:t>
      </w:r>
      <w:r w:rsidR="000E1451">
        <w:rPr>
          <w:rFonts w:cs="Georgia"/>
          <w:kern w:val="1"/>
        </w:rPr>
        <w:t xml:space="preserve">, </w:t>
      </w:r>
      <w:r>
        <w:rPr>
          <w:rFonts w:cs="Georgia"/>
          <w:kern w:val="1"/>
        </w:rPr>
        <w:t>que de menu bois</w:t>
      </w:r>
      <w:r w:rsidR="000E1451">
        <w:rPr>
          <w:rFonts w:cs="Georgia"/>
          <w:kern w:val="1"/>
        </w:rPr>
        <w:t xml:space="preserve">, </w:t>
      </w:r>
      <w:r>
        <w:rPr>
          <w:rFonts w:cs="Georgia"/>
          <w:kern w:val="1"/>
        </w:rPr>
        <w:t>celui qui était destiné à la consommation du poêle et au feu de la cuisine</w:t>
      </w:r>
      <w:r w:rsidR="000E1451">
        <w:rPr>
          <w:rFonts w:cs="Georgia"/>
          <w:kern w:val="1"/>
        </w:rPr>
        <w:t xml:space="preserve">. </w:t>
      </w:r>
      <w:r>
        <w:rPr>
          <w:rFonts w:cs="Georgia"/>
          <w:kern w:val="1"/>
        </w:rPr>
        <w:t>Les grosses bûches étaient emmagasinées en une seule fois dans les caves du château</w:t>
      </w:r>
      <w:r w:rsidR="000E1451">
        <w:rPr>
          <w:rFonts w:cs="Georgia"/>
          <w:kern w:val="1"/>
        </w:rPr>
        <w:t xml:space="preserve">, </w:t>
      </w:r>
      <w:r>
        <w:rPr>
          <w:rFonts w:cs="Georgia"/>
          <w:kern w:val="1"/>
        </w:rPr>
        <w:t>au début de l</w:t>
      </w:r>
      <w:r w:rsidR="000E1451">
        <w:rPr>
          <w:rFonts w:cs="Georgia"/>
          <w:kern w:val="1"/>
        </w:rPr>
        <w:t>’</w:t>
      </w:r>
      <w:r>
        <w:rPr>
          <w:rFonts w:cs="Georgia"/>
          <w:kern w:val="1"/>
        </w:rPr>
        <w:t>automne</w:t>
      </w:r>
      <w:r w:rsidR="000E1451">
        <w:rPr>
          <w:rFonts w:cs="Georgia"/>
          <w:kern w:val="1"/>
        </w:rPr>
        <w:t xml:space="preserve">. </w:t>
      </w:r>
      <w:r>
        <w:rPr>
          <w:rFonts w:cs="Georgia"/>
          <w:kern w:val="1"/>
        </w:rPr>
        <w:t>Une corvée de prisonniers avait été fournie l</w:t>
      </w:r>
      <w:r w:rsidR="000E1451">
        <w:rPr>
          <w:rFonts w:cs="Georgia"/>
          <w:kern w:val="1"/>
        </w:rPr>
        <w:t>’</w:t>
      </w:r>
      <w:r>
        <w:rPr>
          <w:rFonts w:cs="Georgia"/>
          <w:kern w:val="1"/>
        </w:rPr>
        <w:t>année précédente par le commandant du camp</w:t>
      </w:r>
      <w:r w:rsidR="000E1451">
        <w:rPr>
          <w:rFonts w:cs="Georgia"/>
          <w:kern w:val="1"/>
        </w:rPr>
        <w:t xml:space="preserve">, </w:t>
      </w:r>
      <w:r>
        <w:rPr>
          <w:rFonts w:cs="Georgia"/>
          <w:kern w:val="1"/>
        </w:rPr>
        <w:t>qui ne demanderait pas mieux que de rendre cette année le même service</w:t>
      </w:r>
      <w:r w:rsidR="000E1451">
        <w:rPr>
          <w:rFonts w:cs="Georgia"/>
          <w:kern w:val="1"/>
        </w:rPr>
        <w:t>.</w:t>
      </w:r>
    </w:p>
    <w:p w14:paraId="150C2C99" w14:textId="77777777" w:rsidR="000E1451" w:rsidRDefault="000E1451" w:rsidP="00BE611A">
      <w:pPr>
        <w:rPr>
          <w:rFonts w:cs="Georgia"/>
          <w:kern w:val="1"/>
        </w:rPr>
      </w:pPr>
      <w:r>
        <w:rPr>
          <w:rFonts w:cs="Georgia"/>
          <w:kern w:val="1"/>
        </w:rPr>
        <w:lastRenderedPageBreak/>
        <w:t>— </w:t>
      </w:r>
      <w:r w:rsidR="00BE611A">
        <w:rPr>
          <w:rFonts w:cs="Georgia"/>
          <w:kern w:val="1"/>
        </w:rPr>
        <w:t>Je n</w:t>
      </w:r>
      <w:r>
        <w:rPr>
          <w:rFonts w:cs="Georgia"/>
          <w:kern w:val="1"/>
        </w:rPr>
        <w:t>’</w:t>
      </w:r>
      <w:r w:rsidR="00BE611A">
        <w:rPr>
          <w:rFonts w:cs="Georgia"/>
          <w:kern w:val="1"/>
        </w:rPr>
        <w:t>aurai aucune peine</w:t>
      </w:r>
      <w:r>
        <w:rPr>
          <w:rFonts w:cs="Georgia"/>
          <w:kern w:val="1"/>
        </w:rPr>
        <w:t xml:space="preserve">, </w:t>
      </w:r>
      <w:r w:rsidR="00BE611A">
        <w:rPr>
          <w:rFonts w:cs="Georgia"/>
          <w:kern w:val="1"/>
        </w:rPr>
        <w:t>si besoin est</w:t>
      </w:r>
      <w:r>
        <w:rPr>
          <w:rFonts w:cs="Georgia"/>
          <w:kern w:val="1"/>
        </w:rPr>
        <w:t xml:space="preserve">, </w:t>
      </w:r>
      <w:r w:rsidR="00BE611A">
        <w:rPr>
          <w:rFonts w:cs="Georgia"/>
          <w:kern w:val="1"/>
        </w:rPr>
        <w:t>à revenir ici tout seul</w:t>
      </w:r>
      <w:r>
        <w:rPr>
          <w:rFonts w:cs="Georgia"/>
          <w:kern w:val="1"/>
        </w:rPr>
        <w:t xml:space="preserve">, </w:t>
      </w:r>
      <w:r w:rsidR="00BE611A">
        <w:rPr>
          <w:rFonts w:cs="Georgia"/>
          <w:kern w:val="1"/>
        </w:rPr>
        <w:t>dis-je à Gottlieb</w:t>
      </w:r>
      <w:r>
        <w:rPr>
          <w:rFonts w:cs="Georgia"/>
          <w:kern w:val="1"/>
        </w:rPr>
        <w:t xml:space="preserve">. </w:t>
      </w:r>
      <w:r w:rsidR="00BE611A">
        <w:rPr>
          <w:rFonts w:cs="Georgia"/>
          <w:kern w:val="1"/>
        </w:rPr>
        <w:t>Nous n</w:t>
      </w:r>
      <w:r>
        <w:rPr>
          <w:rFonts w:cs="Georgia"/>
          <w:kern w:val="1"/>
        </w:rPr>
        <w:t>’</w:t>
      </w:r>
      <w:r w:rsidR="00BE611A">
        <w:rPr>
          <w:rFonts w:cs="Georgia"/>
          <w:kern w:val="1"/>
        </w:rPr>
        <w:t>avons plus qu</w:t>
      </w:r>
      <w:r>
        <w:rPr>
          <w:rFonts w:cs="Georgia"/>
          <w:kern w:val="1"/>
        </w:rPr>
        <w:t>’</w:t>
      </w:r>
      <w:r w:rsidR="00BE611A">
        <w:rPr>
          <w:rFonts w:cs="Georgia"/>
          <w:kern w:val="1"/>
        </w:rPr>
        <w:t>à rentrer</w:t>
      </w:r>
      <w:r>
        <w:rPr>
          <w:rFonts w:cs="Georgia"/>
          <w:kern w:val="1"/>
        </w:rPr>
        <w:t>.</w:t>
      </w:r>
    </w:p>
    <w:p w14:paraId="0F179472" w14:textId="77777777" w:rsidR="000E1451" w:rsidRDefault="000E1451" w:rsidP="00BE611A">
      <w:pPr>
        <w:rPr>
          <w:rFonts w:cs="Georgia"/>
          <w:kern w:val="1"/>
        </w:rPr>
      </w:pPr>
      <w:r>
        <w:rPr>
          <w:rFonts w:cs="Georgia"/>
          <w:kern w:val="1"/>
        </w:rPr>
        <w:t>— </w:t>
      </w:r>
      <w:r w:rsidR="00BE611A">
        <w:rPr>
          <w:rFonts w:cs="Georgia"/>
          <w:kern w:val="1"/>
        </w:rPr>
        <w:t>Chut</w:t>
      </w:r>
      <w:r>
        <w:rPr>
          <w:rFonts w:cs="Georgia"/>
          <w:kern w:val="1"/>
        </w:rPr>
        <w:t> !</w:t>
      </w:r>
    </w:p>
    <w:p w14:paraId="16A688FF" w14:textId="77777777" w:rsidR="000E1451" w:rsidRDefault="00BE611A" w:rsidP="00BE611A">
      <w:pPr>
        <w:rPr>
          <w:rFonts w:cs="Georgia"/>
          <w:kern w:val="1"/>
        </w:rPr>
      </w:pPr>
      <w:r>
        <w:rPr>
          <w:rFonts w:cs="Georgia"/>
          <w:kern w:val="1"/>
        </w:rPr>
        <w:t>Il avait mis un doigt sur ses lèvres et me faisait signe de le suivre</w:t>
      </w:r>
      <w:r w:rsidR="000E1451">
        <w:rPr>
          <w:rFonts w:cs="Georgia"/>
          <w:kern w:val="1"/>
        </w:rPr>
        <w:t>.</w:t>
      </w:r>
    </w:p>
    <w:p w14:paraId="0DE25F3A" w14:textId="77777777" w:rsidR="000E1451" w:rsidRDefault="00BE611A" w:rsidP="00BE611A">
      <w:pPr>
        <w:rPr>
          <w:rFonts w:cs="Georgia"/>
          <w:kern w:val="1"/>
        </w:rPr>
      </w:pPr>
      <w:r>
        <w:rPr>
          <w:rFonts w:cs="Georgia"/>
          <w:kern w:val="1"/>
        </w:rPr>
        <w:t>Au bout de cinq minutes de marche à travers des fourrés d</w:t>
      </w:r>
      <w:r w:rsidR="000E1451">
        <w:rPr>
          <w:rFonts w:cs="Georgia"/>
          <w:kern w:val="1"/>
        </w:rPr>
        <w:t>’</w:t>
      </w:r>
      <w:r>
        <w:rPr>
          <w:rFonts w:cs="Georgia"/>
          <w:kern w:val="1"/>
        </w:rPr>
        <w:t>ajoncs de plus en plus denses</w:t>
      </w:r>
      <w:r w:rsidR="000E1451">
        <w:rPr>
          <w:rFonts w:cs="Georgia"/>
          <w:kern w:val="1"/>
        </w:rPr>
        <w:t xml:space="preserve">, </w:t>
      </w:r>
      <w:r>
        <w:rPr>
          <w:rFonts w:cs="Georgia"/>
          <w:kern w:val="1"/>
        </w:rPr>
        <w:t>j</w:t>
      </w:r>
      <w:r w:rsidR="000E1451">
        <w:rPr>
          <w:rFonts w:cs="Georgia"/>
          <w:kern w:val="1"/>
        </w:rPr>
        <w:t>’</w:t>
      </w:r>
      <w:r>
        <w:rPr>
          <w:rFonts w:cs="Georgia"/>
          <w:kern w:val="1"/>
        </w:rPr>
        <w:t>aperçus</w:t>
      </w:r>
      <w:r w:rsidR="000E1451">
        <w:rPr>
          <w:rFonts w:cs="Georgia"/>
          <w:kern w:val="1"/>
        </w:rPr>
        <w:t xml:space="preserve">, </w:t>
      </w:r>
      <w:r>
        <w:rPr>
          <w:rFonts w:cs="Georgia"/>
          <w:kern w:val="1"/>
        </w:rPr>
        <w:t>entre les branches des sapins</w:t>
      </w:r>
      <w:r w:rsidR="000E1451">
        <w:rPr>
          <w:rFonts w:cs="Georgia"/>
          <w:kern w:val="1"/>
        </w:rPr>
        <w:t xml:space="preserve">, </w:t>
      </w:r>
      <w:r>
        <w:rPr>
          <w:rFonts w:cs="Georgia"/>
          <w:kern w:val="1"/>
        </w:rPr>
        <w:t>un miroitement sombre</w:t>
      </w:r>
      <w:r w:rsidR="000E1451">
        <w:rPr>
          <w:rFonts w:cs="Georgia"/>
          <w:kern w:val="1"/>
        </w:rPr>
        <w:t xml:space="preserve">. </w:t>
      </w:r>
      <w:r>
        <w:rPr>
          <w:rFonts w:cs="Georgia"/>
          <w:kern w:val="1"/>
        </w:rPr>
        <w:t>Un étang était là</w:t>
      </w:r>
      <w:r w:rsidR="000E1451">
        <w:rPr>
          <w:rFonts w:cs="Georgia"/>
          <w:kern w:val="1"/>
        </w:rPr>
        <w:t xml:space="preserve">, </w:t>
      </w:r>
      <w:r>
        <w:rPr>
          <w:rFonts w:cs="Georgia"/>
          <w:kern w:val="1"/>
        </w:rPr>
        <w:t>vers lequel Gottlieb avançait avec des précautions infinies</w:t>
      </w:r>
      <w:r w:rsidR="000E1451">
        <w:rPr>
          <w:rFonts w:cs="Georgia"/>
          <w:kern w:val="1"/>
        </w:rPr>
        <w:t xml:space="preserve">. </w:t>
      </w:r>
      <w:r>
        <w:rPr>
          <w:rFonts w:cs="Georgia"/>
          <w:kern w:val="1"/>
        </w:rPr>
        <w:t>Nous n</w:t>
      </w:r>
      <w:r w:rsidR="000E1451">
        <w:rPr>
          <w:rFonts w:cs="Georgia"/>
          <w:kern w:val="1"/>
        </w:rPr>
        <w:t>’</w:t>
      </w:r>
      <w:r>
        <w:rPr>
          <w:rFonts w:cs="Georgia"/>
          <w:kern w:val="1"/>
        </w:rPr>
        <w:t>en étions plus qu</w:t>
      </w:r>
      <w:r w:rsidR="000E1451">
        <w:rPr>
          <w:rFonts w:cs="Georgia"/>
          <w:kern w:val="1"/>
        </w:rPr>
        <w:t>’</w:t>
      </w:r>
      <w:r>
        <w:rPr>
          <w:rFonts w:cs="Georgia"/>
          <w:kern w:val="1"/>
        </w:rPr>
        <w:t>à une vingtaine de mètres lorsque</w:t>
      </w:r>
      <w:r w:rsidR="000E1451">
        <w:rPr>
          <w:rFonts w:cs="Georgia"/>
          <w:kern w:val="1"/>
        </w:rPr>
        <w:t xml:space="preserve">, </w:t>
      </w:r>
      <w:r>
        <w:rPr>
          <w:rFonts w:cs="Georgia"/>
          <w:kern w:val="1"/>
        </w:rPr>
        <w:t>mon pied ayant glissé</w:t>
      </w:r>
      <w:r w:rsidR="000E1451">
        <w:rPr>
          <w:rFonts w:cs="Georgia"/>
          <w:kern w:val="1"/>
        </w:rPr>
        <w:t xml:space="preserve">, </w:t>
      </w:r>
      <w:r>
        <w:rPr>
          <w:rFonts w:cs="Georgia"/>
          <w:kern w:val="1"/>
        </w:rPr>
        <w:t>je fis une chute assez ridicule et</w:t>
      </w:r>
      <w:r w:rsidR="000E1451">
        <w:rPr>
          <w:rFonts w:cs="Georgia"/>
          <w:kern w:val="1"/>
        </w:rPr>
        <w:t xml:space="preserve">, </w:t>
      </w:r>
      <w:r>
        <w:rPr>
          <w:rFonts w:cs="Georgia"/>
          <w:kern w:val="1"/>
        </w:rPr>
        <w:t>en tout cas</w:t>
      </w:r>
      <w:r w:rsidR="000E1451">
        <w:rPr>
          <w:rFonts w:cs="Georgia"/>
          <w:kern w:val="1"/>
        </w:rPr>
        <w:t xml:space="preserve">, </w:t>
      </w:r>
      <w:r>
        <w:rPr>
          <w:rFonts w:cs="Georgia"/>
          <w:kern w:val="1"/>
        </w:rPr>
        <w:t>fort intempestive</w:t>
      </w:r>
      <w:r w:rsidR="000E1451">
        <w:rPr>
          <w:rFonts w:cs="Georgia"/>
          <w:kern w:val="1"/>
        </w:rPr>
        <w:t xml:space="preserve">. </w:t>
      </w:r>
      <w:r>
        <w:rPr>
          <w:rFonts w:cs="Georgia"/>
          <w:kern w:val="1"/>
        </w:rPr>
        <w:t>Un ridicule bruit de battement d</w:t>
      </w:r>
      <w:r w:rsidR="000E1451">
        <w:rPr>
          <w:rFonts w:cs="Georgia"/>
          <w:kern w:val="1"/>
        </w:rPr>
        <w:t>’</w:t>
      </w:r>
      <w:r>
        <w:rPr>
          <w:rFonts w:cs="Georgia"/>
          <w:kern w:val="1"/>
        </w:rPr>
        <w:t>ailes s</w:t>
      </w:r>
      <w:r w:rsidR="000E1451">
        <w:rPr>
          <w:rFonts w:cs="Georgia"/>
          <w:kern w:val="1"/>
        </w:rPr>
        <w:t>’</w:t>
      </w:r>
      <w:r>
        <w:rPr>
          <w:rFonts w:cs="Georgia"/>
          <w:kern w:val="1"/>
        </w:rPr>
        <w:t>éleva</w:t>
      </w:r>
      <w:r w:rsidR="000E1451">
        <w:rPr>
          <w:rFonts w:cs="Georgia"/>
          <w:kern w:val="1"/>
        </w:rPr>
        <w:t xml:space="preserve">, </w:t>
      </w:r>
      <w:r>
        <w:rPr>
          <w:rFonts w:cs="Georgia"/>
          <w:kern w:val="1"/>
        </w:rPr>
        <w:t>s</w:t>
      </w:r>
      <w:r w:rsidR="000E1451">
        <w:rPr>
          <w:rFonts w:cs="Georgia"/>
          <w:kern w:val="1"/>
        </w:rPr>
        <w:t>’</w:t>
      </w:r>
      <w:r>
        <w:rPr>
          <w:rFonts w:cs="Georgia"/>
          <w:kern w:val="1"/>
        </w:rPr>
        <w:t>éparpilla en ondes silencieuses sous la ramure</w:t>
      </w:r>
      <w:r w:rsidR="000E1451">
        <w:rPr>
          <w:rFonts w:cs="Georgia"/>
          <w:kern w:val="1"/>
        </w:rPr>
        <w:t xml:space="preserve">, </w:t>
      </w:r>
      <w:r>
        <w:rPr>
          <w:rFonts w:cs="Georgia"/>
          <w:kern w:val="1"/>
        </w:rPr>
        <w:t>s</w:t>
      </w:r>
      <w:r w:rsidR="000E1451">
        <w:rPr>
          <w:rFonts w:cs="Georgia"/>
          <w:kern w:val="1"/>
        </w:rPr>
        <w:t>’</w:t>
      </w:r>
      <w:r>
        <w:rPr>
          <w:rFonts w:cs="Georgia"/>
          <w:kern w:val="1"/>
        </w:rPr>
        <w:t>éteignit</w:t>
      </w:r>
      <w:r w:rsidR="000E1451">
        <w:rPr>
          <w:rFonts w:cs="Georgia"/>
          <w:kern w:val="1"/>
        </w:rPr>
        <w:t xml:space="preserve">. </w:t>
      </w:r>
      <w:r>
        <w:rPr>
          <w:rFonts w:cs="Georgia"/>
          <w:kern w:val="1"/>
        </w:rPr>
        <w:t>Un peu confus</w:t>
      </w:r>
      <w:r w:rsidR="000E1451">
        <w:rPr>
          <w:rFonts w:cs="Georgia"/>
          <w:kern w:val="1"/>
        </w:rPr>
        <w:t xml:space="preserve">, </w:t>
      </w:r>
      <w:r>
        <w:rPr>
          <w:rFonts w:cs="Georgia"/>
          <w:kern w:val="1"/>
        </w:rPr>
        <w:t>je m</w:t>
      </w:r>
      <w:r w:rsidR="000E1451">
        <w:rPr>
          <w:rFonts w:cs="Georgia"/>
          <w:kern w:val="1"/>
        </w:rPr>
        <w:t>’</w:t>
      </w:r>
      <w:r>
        <w:rPr>
          <w:rFonts w:cs="Georgia"/>
          <w:kern w:val="1"/>
        </w:rPr>
        <w:t>apprêtais à faire agréer mes excuses les plus humbles à mon compagnon</w:t>
      </w:r>
      <w:r w:rsidR="000E1451">
        <w:rPr>
          <w:rFonts w:cs="Georgia"/>
          <w:kern w:val="1"/>
        </w:rPr>
        <w:t xml:space="preserve">. </w:t>
      </w:r>
      <w:r>
        <w:rPr>
          <w:rFonts w:cs="Georgia"/>
          <w:kern w:val="1"/>
        </w:rPr>
        <w:t>Mais il n</w:t>
      </w:r>
      <w:r w:rsidR="000E1451">
        <w:rPr>
          <w:rFonts w:cs="Georgia"/>
          <w:kern w:val="1"/>
        </w:rPr>
        <w:t>’</w:t>
      </w:r>
      <w:r>
        <w:rPr>
          <w:rFonts w:cs="Georgia"/>
          <w:kern w:val="1"/>
        </w:rPr>
        <w:t>avait pas l</w:t>
      </w:r>
      <w:r w:rsidR="000E1451">
        <w:rPr>
          <w:rFonts w:cs="Georgia"/>
          <w:kern w:val="1"/>
        </w:rPr>
        <w:t>’</w:t>
      </w:r>
      <w:r>
        <w:rPr>
          <w:rFonts w:cs="Georgia"/>
          <w:kern w:val="1"/>
        </w:rPr>
        <w:t>air trop dépité</w:t>
      </w:r>
      <w:r w:rsidR="000E1451">
        <w:rPr>
          <w:rFonts w:cs="Georgia"/>
          <w:kern w:val="1"/>
        </w:rPr>
        <w:t>.</w:t>
      </w:r>
    </w:p>
    <w:p w14:paraId="406BFD93" w14:textId="77777777" w:rsidR="000E1451" w:rsidRDefault="000E1451" w:rsidP="00BE611A">
      <w:pPr>
        <w:rPr>
          <w:rFonts w:cs="Georgia"/>
          <w:kern w:val="1"/>
        </w:rPr>
      </w:pPr>
      <w:r>
        <w:rPr>
          <w:rFonts w:cs="Georgia"/>
          <w:kern w:val="1"/>
        </w:rPr>
        <w:t>— </w:t>
      </w:r>
      <w:r w:rsidR="00BE611A">
        <w:rPr>
          <w:rFonts w:cs="Georgia"/>
          <w:kern w:val="1"/>
        </w:rPr>
        <w:t>Ils reviendront</w:t>
      </w:r>
      <w:r>
        <w:rPr>
          <w:rFonts w:cs="Georgia"/>
          <w:kern w:val="1"/>
        </w:rPr>
        <w:t>.</w:t>
      </w:r>
    </w:p>
    <w:p w14:paraId="09EBD183" w14:textId="77777777" w:rsidR="000E1451" w:rsidRDefault="000E1451" w:rsidP="00BE611A">
      <w:pPr>
        <w:rPr>
          <w:rFonts w:cs="Georgia"/>
          <w:kern w:val="1"/>
        </w:rPr>
      </w:pPr>
      <w:r>
        <w:rPr>
          <w:rFonts w:cs="Georgia"/>
          <w:kern w:val="1"/>
        </w:rPr>
        <w:t>— </w:t>
      </w:r>
      <w:r w:rsidR="00BE611A">
        <w:rPr>
          <w:rFonts w:cs="Georgia"/>
          <w:kern w:val="1"/>
        </w:rPr>
        <w:t>Qui</w:t>
      </w:r>
      <w:r>
        <w:rPr>
          <w:rFonts w:cs="Georgia"/>
          <w:kern w:val="1"/>
        </w:rPr>
        <w:t> ?</w:t>
      </w:r>
    </w:p>
    <w:p w14:paraId="36D151A7" w14:textId="77777777" w:rsidR="000E1451" w:rsidRDefault="000E1451" w:rsidP="00BE611A">
      <w:pPr>
        <w:rPr>
          <w:rFonts w:cs="Georgia"/>
          <w:kern w:val="1"/>
        </w:rPr>
      </w:pPr>
      <w:r>
        <w:rPr>
          <w:rFonts w:cs="Georgia"/>
          <w:kern w:val="1"/>
        </w:rPr>
        <w:t>— </w:t>
      </w:r>
      <w:r w:rsidR="00BE611A">
        <w:rPr>
          <w:rFonts w:cs="Georgia"/>
          <w:kern w:val="1"/>
        </w:rPr>
        <w:t>Les canards sauvages</w:t>
      </w:r>
      <w:r>
        <w:rPr>
          <w:rFonts w:cs="Georgia"/>
          <w:kern w:val="1"/>
        </w:rPr>
        <w:t xml:space="preserve">. </w:t>
      </w:r>
      <w:r w:rsidR="00BE611A">
        <w:rPr>
          <w:rFonts w:cs="Georgia"/>
          <w:kern w:val="1"/>
        </w:rPr>
        <w:t>Il y en avait bien une quarantaine</w:t>
      </w:r>
      <w:r>
        <w:rPr>
          <w:rFonts w:cs="Georgia"/>
          <w:kern w:val="1"/>
        </w:rPr>
        <w:t xml:space="preserve">. </w:t>
      </w:r>
      <w:r w:rsidR="00BE611A">
        <w:rPr>
          <w:rFonts w:cs="Georgia"/>
          <w:kern w:val="1"/>
        </w:rPr>
        <w:t>Cela ne fait rien</w:t>
      </w:r>
      <w:r>
        <w:rPr>
          <w:rFonts w:cs="Georgia"/>
          <w:kern w:val="1"/>
        </w:rPr>
        <w:t xml:space="preserve">. </w:t>
      </w:r>
      <w:r w:rsidR="00BE611A">
        <w:rPr>
          <w:rFonts w:cs="Georgia"/>
          <w:kern w:val="1"/>
        </w:rPr>
        <w:t>Ils vont revenir</w:t>
      </w:r>
      <w:r>
        <w:rPr>
          <w:rFonts w:cs="Georgia"/>
          <w:kern w:val="1"/>
        </w:rPr>
        <w:t xml:space="preserve">. </w:t>
      </w:r>
      <w:r w:rsidR="00BE611A">
        <w:rPr>
          <w:rFonts w:cs="Georgia"/>
          <w:kern w:val="1"/>
        </w:rPr>
        <w:t>Dépêchons-nous</w:t>
      </w:r>
      <w:r>
        <w:rPr>
          <w:rFonts w:cs="Georgia"/>
          <w:kern w:val="1"/>
        </w:rPr>
        <w:t xml:space="preserve">. </w:t>
      </w:r>
      <w:r w:rsidR="00BE611A">
        <w:rPr>
          <w:rFonts w:cs="Georgia"/>
          <w:kern w:val="1"/>
        </w:rPr>
        <w:t>Suivez-moi</w:t>
      </w:r>
      <w:r>
        <w:rPr>
          <w:rFonts w:cs="Georgia"/>
          <w:kern w:val="1"/>
        </w:rPr>
        <w:t>.</w:t>
      </w:r>
    </w:p>
    <w:p w14:paraId="17363CF3" w14:textId="77777777" w:rsidR="000E1451" w:rsidRDefault="00BE611A" w:rsidP="00BE611A">
      <w:pPr>
        <w:rPr>
          <w:rFonts w:cs="Georgia"/>
          <w:kern w:val="1"/>
        </w:rPr>
      </w:pPr>
      <w:r>
        <w:rPr>
          <w:rFonts w:cs="Georgia"/>
          <w:kern w:val="1"/>
        </w:rPr>
        <w:t>Les buées matinales achevaient de se dissiper à la surface de l</w:t>
      </w:r>
      <w:r w:rsidR="000E1451">
        <w:rPr>
          <w:rFonts w:cs="Georgia"/>
          <w:kern w:val="1"/>
        </w:rPr>
        <w:t>’</w:t>
      </w:r>
      <w:r>
        <w:rPr>
          <w:rFonts w:cs="Georgia"/>
          <w:kern w:val="1"/>
        </w:rPr>
        <w:t>étang</w:t>
      </w:r>
      <w:r w:rsidR="000E1451">
        <w:rPr>
          <w:rFonts w:cs="Georgia"/>
          <w:kern w:val="1"/>
        </w:rPr>
        <w:t xml:space="preserve">. </w:t>
      </w:r>
      <w:r>
        <w:rPr>
          <w:rFonts w:cs="Georgia"/>
          <w:kern w:val="1"/>
        </w:rPr>
        <w:t>Nous gagnâmes un buisson derrière lequel nous nous blottîmes</w:t>
      </w:r>
      <w:r w:rsidR="000E1451">
        <w:rPr>
          <w:rFonts w:cs="Georgia"/>
          <w:kern w:val="1"/>
        </w:rPr>
        <w:t xml:space="preserve">. </w:t>
      </w:r>
      <w:r>
        <w:rPr>
          <w:rFonts w:cs="Georgia"/>
          <w:kern w:val="1"/>
        </w:rPr>
        <w:t>Il était hors de doute que Gottlieb me considérait comme son successeur attitré</w:t>
      </w:r>
      <w:r w:rsidR="000E1451">
        <w:rPr>
          <w:rFonts w:cs="Georgia"/>
          <w:kern w:val="1"/>
        </w:rPr>
        <w:t xml:space="preserve">. </w:t>
      </w:r>
      <w:r>
        <w:rPr>
          <w:rFonts w:cs="Georgia"/>
          <w:kern w:val="1"/>
        </w:rPr>
        <w:t>Après m</w:t>
      </w:r>
      <w:r w:rsidR="000E1451">
        <w:rPr>
          <w:rFonts w:cs="Georgia"/>
          <w:kern w:val="1"/>
        </w:rPr>
        <w:t>’</w:t>
      </w:r>
      <w:r>
        <w:rPr>
          <w:rFonts w:cs="Georgia"/>
          <w:kern w:val="1"/>
        </w:rPr>
        <w:t>avoir montré comment on s</w:t>
      </w:r>
      <w:r w:rsidR="000E1451">
        <w:rPr>
          <w:rFonts w:cs="Georgia"/>
          <w:kern w:val="1"/>
        </w:rPr>
        <w:t>’</w:t>
      </w:r>
      <w:r>
        <w:rPr>
          <w:rFonts w:cs="Georgia"/>
          <w:kern w:val="1"/>
        </w:rPr>
        <w:t>y prenait pour alimenter les cheminées de Reichendorf</w:t>
      </w:r>
      <w:r w:rsidR="000E1451">
        <w:rPr>
          <w:rFonts w:cs="Georgia"/>
          <w:kern w:val="1"/>
        </w:rPr>
        <w:t xml:space="preserve">, </w:t>
      </w:r>
      <w:r>
        <w:rPr>
          <w:rFonts w:cs="Georgia"/>
          <w:kern w:val="1"/>
        </w:rPr>
        <w:t>il jugeait de son devoir d</w:t>
      </w:r>
      <w:r w:rsidR="000E1451">
        <w:rPr>
          <w:rFonts w:cs="Georgia"/>
          <w:kern w:val="1"/>
        </w:rPr>
        <w:t>’</w:t>
      </w:r>
      <w:r>
        <w:rPr>
          <w:rFonts w:cs="Georgia"/>
          <w:kern w:val="1"/>
        </w:rPr>
        <w:t>étendre la démonstration au garde-manger</w:t>
      </w:r>
      <w:r w:rsidR="000E1451">
        <w:rPr>
          <w:rFonts w:cs="Georgia"/>
          <w:kern w:val="1"/>
        </w:rPr>
        <w:t>.</w:t>
      </w:r>
    </w:p>
    <w:p w14:paraId="16CD027B" w14:textId="77777777" w:rsidR="000E1451" w:rsidRDefault="00BE611A" w:rsidP="00BE611A">
      <w:pPr>
        <w:rPr>
          <w:rFonts w:cs="Georgia"/>
          <w:kern w:val="1"/>
        </w:rPr>
      </w:pPr>
      <w:r>
        <w:rPr>
          <w:rFonts w:cs="Georgia"/>
          <w:kern w:val="1"/>
        </w:rPr>
        <w:lastRenderedPageBreak/>
        <w:t>Un silence absolu régnait</w:t>
      </w:r>
      <w:r w:rsidR="000E1451">
        <w:rPr>
          <w:rFonts w:cs="Georgia"/>
          <w:kern w:val="1"/>
        </w:rPr>
        <w:t xml:space="preserve">. </w:t>
      </w:r>
      <w:r>
        <w:rPr>
          <w:rFonts w:cs="Georgia"/>
          <w:kern w:val="1"/>
        </w:rPr>
        <w:t>Pas un bruit</w:t>
      </w:r>
      <w:r w:rsidR="000E1451">
        <w:rPr>
          <w:rFonts w:cs="Georgia"/>
          <w:kern w:val="1"/>
        </w:rPr>
        <w:t xml:space="preserve">, </w:t>
      </w:r>
      <w:r>
        <w:rPr>
          <w:rFonts w:cs="Georgia"/>
          <w:kern w:val="1"/>
        </w:rPr>
        <w:t>pas même celui d</w:t>
      </w:r>
      <w:r w:rsidR="000E1451">
        <w:rPr>
          <w:rFonts w:cs="Georgia"/>
          <w:kern w:val="1"/>
        </w:rPr>
        <w:t>’</w:t>
      </w:r>
      <w:r>
        <w:rPr>
          <w:rFonts w:cs="Georgia"/>
          <w:kern w:val="1"/>
        </w:rPr>
        <w:t>une branche qui se rompt</w:t>
      </w:r>
      <w:r w:rsidR="000E1451">
        <w:rPr>
          <w:rFonts w:cs="Georgia"/>
          <w:kern w:val="1"/>
        </w:rPr>
        <w:t xml:space="preserve">, </w:t>
      </w:r>
      <w:r>
        <w:rPr>
          <w:rFonts w:cs="Georgia"/>
          <w:kern w:val="1"/>
        </w:rPr>
        <w:t>d</w:t>
      </w:r>
      <w:r w:rsidR="000E1451">
        <w:rPr>
          <w:rFonts w:cs="Georgia"/>
          <w:kern w:val="1"/>
        </w:rPr>
        <w:t>’</w:t>
      </w:r>
      <w:r>
        <w:rPr>
          <w:rFonts w:cs="Georgia"/>
          <w:kern w:val="1"/>
        </w:rPr>
        <w:t>une grenouille qui plonge</w:t>
      </w:r>
      <w:r w:rsidR="000E1451">
        <w:rPr>
          <w:rFonts w:cs="Georgia"/>
          <w:kern w:val="1"/>
        </w:rPr>
        <w:t xml:space="preserve">. </w:t>
      </w:r>
      <w:r>
        <w:rPr>
          <w:rFonts w:cs="Georgia"/>
          <w:kern w:val="1"/>
        </w:rPr>
        <w:t>À part</w:t>
      </w:r>
      <w:r w:rsidR="000E1451">
        <w:rPr>
          <w:rFonts w:cs="Georgia"/>
          <w:kern w:val="1"/>
        </w:rPr>
        <w:t xml:space="preserve">, </w:t>
      </w:r>
      <w:r>
        <w:rPr>
          <w:rFonts w:cs="Georgia"/>
          <w:kern w:val="1"/>
        </w:rPr>
        <w:t>çà et là</w:t>
      </w:r>
      <w:r w:rsidR="000E1451">
        <w:rPr>
          <w:rFonts w:cs="Georgia"/>
          <w:kern w:val="1"/>
        </w:rPr>
        <w:t xml:space="preserve">, </w:t>
      </w:r>
      <w:r>
        <w:rPr>
          <w:rFonts w:cs="Georgia"/>
          <w:kern w:val="1"/>
        </w:rPr>
        <w:t>quelques trous de ciel blanc</w:t>
      </w:r>
      <w:r w:rsidR="000E1451">
        <w:rPr>
          <w:rFonts w:cs="Georgia"/>
          <w:kern w:val="1"/>
        </w:rPr>
        <w:t xml:space="preserve">, </w:t>
      </w:r>
      <w:r>
        <w:rPr>
          <w:rFonts w:cs="Georgia"/>
          <w:kern w:val="1"/>
        </w:rPr>
        <w:t>les eaux paraissaient d</w:t>
      </w:r>
      <w:r w:rsidR="000E1451">
        <w:rPr>
          <w:rFonts w:cs="Georgia"/>
          <w:kern w:val="1"/>
        </w:rPr>
        <w:t>’</w:t>
      </w:r>
      <w:r>
        <w:rPr>
          <w:rFonts w:cs="Georgia"/>
          <w:kern w:val="1"/>
        </w:rPr>
        <w:t>encre</w:t>
      </w:r>
      <w:r w:rsidR="000E1451">
        <w:rPr>
          <w:rFonts w:cs="Georgia"/>
          <w:kern w:val="1"/>
        </w:rPr>
        <w:t xml:space="preserve">. </w:t>
      </w:r>
      <w:r>
        <w:rPr>
          <w:rFonts w:cs="Georgia"/>
          <w:kern w:val="1"/>
        </w:rPr>
        <w:t>Le dôme ténébreux des sapins s</w:t>
      </w:r>
      <w:r w:rsidR="000E1451">
        <w:rPr>
          <w:rFonts w:cs="Georgia"/>
          <w:kern w:val="1"/>
        </w:rPr>
        <w:t>’</w:t>
      </w:r>
      <w:r>
        <w:rPr>
          <w:rFonts w:cs="Georgia"/>
          <w:kern w:val="1"/>
        </w:rPr>
        <w:t>y réfléchissait avec une fidélité funèbre</w:t>
      </w:r>
      <w:r w:rsidR="000E1451">
        <w:rPr>
          <w:rFonts w:cs="Georgia"/>
          <w:kern w:val="1"/>
        </w:rPr>
        <w:t>.</w:t>
      </w:r>
    </w:p>
    <w:p w14:paraId="51E4F81B" w14:textId="77777777" w:rsidR="000E1451" w:rsidRDefault="00BE611A" w:rsidP="00BE611A">
      <w:pPr>
        <w:rPr>
          <w:rFonts w:cs="Georgia"/>
          <w:kern w:val="1"/>
        </w:rPr>
      </w:pPr>
      <w:r>
        <w:rPr>
          <w:rFonts w:cs="Georgia"/>
          <w:kern w:val="1"/>
        </w:rPr>
        <w:t>Le sol sur lequel nous nous tenions accroupis</w:t>
      </w:r>
      <w:r w:rsidR="000E1451">
        <w:rPr>
          <w:rFonts w:cs="Georgia"/>
          <w:kern w:val="1"/>
        </w:rPr>
        <w:t xml:space="preserve">, </w:t>
      </w:r>
      <w:r>
        <w:rPr>
          <w:rFonts w:cs="Georgia"/>
          <w:kern w:val="1"/>
        </w:rPr>
        <w:t>en un recroquevillement fort peu confortable</w:t>
      </w:r>
      <w:r w:rsidR="000E1451">
        <w:rPr>
          <w:rFonts w:cs="Georgia"/>
          <w:kern w:val="1"/>
        </w:rPr>
        <w:t xml:space="preserve">, </w:t>
      </w:r>
      <w:r>
        <w:rPr>
          <w:rFonts w:cs="Georgia"/>
          <w:kern w:val="1"/>
        </w:rPr>
        <w:t>était composé d</w:t>
      </w:r>
      <w:r w:rsidR="000E1451">
        <w:rPr>
          <w:rFonts w:cs="Georgia"/>
          <w:kern w:val="1"/>
        </w:rPr>
        <w:t>’</w:t>
      </w:r>
      <w:r>
        <w:rPr>
          <w:rFonts w:cs="Georgia"/>
          <w:kern w:val="1"/>
        </w:rPr>
        <w:t>un sable extrêmement fin</w:t>
      </w:r>
      <w:r w:rsidR="000E1451">
        <w:rPr>
          <w:rFonts w:cs="Georgia"/>
          <w:kern w:val="1"/>
        </w:rPr>
        <w:t xml:space="preserve">. </w:t>
      </w:r>
      <w:r>
        <w:rPr>
          <w:rFonts w:cs="Georgia"/>
          <w:kern w:val="1"/>
        </w:rPr>
        <w:t>Au bout de plus d</w:t>
      </w:r>
      <w:r w:rsidR="000E1451">
        <w:rPr>
          <w:rFonts w:cs="Georgia"/>
          <w:kern w:val="1"/>
        </w:rPr>
        <w:t>’</w:t>
      </w:r>
      <w:r>
        <w:rPr>
          <w:rFonts w:cs="Georgia"/>
          <w:kern w:val="1"/>
        </w:rPr>
        <w:t>un quart d</w:t>
      </w:r>
      <w:r w:rsidR="000E1451">
        <w:rPr>
          <w:rFonts w:cs="Georgia"/>
          <w:kern w:val="1"/>
        </w:rPr>
        <w:t>’</w:t>
      </w:r>
      <w:r>
        <w:rPr>
          <w:rFonts w:cs="Georgia"/>
          <w:kern w:val="1"/>
        </w:rPr>
        <w:t>heure d</w:t>
      </w:r>
      <w:r w:rsidR="000E1451">
        <w:rPr>
          <w:rFonts w:cs="Georgia"/>
          <w:kern w:val="1"/>
        </w:rPr>
        <w:t>’</w:t>
      </w:r>
      <w:r>
        <w:rPr>
          <w:rFonts w:cs="Georgia"/>
          <w:kern w:val="1"/>
        </w:rPr>
        <w:t>attente</w:t>
      </w:r>
      <w:r w:rsidR="000E1451">
        <w:rPr>
          <w:rFonts w:cs="Georgia"/>
          <w:kern w:val="1"/>
        </w:rPr>
        <w:t xml:space="preserve">, </w:t>
      </w:r>
      <w:r>
        <w:rPr>
          <w:rFonts w:cs="Georgia"/>
          <w:kern w:val="1"/>
        </w:rPr>
        <w:t>je pris</w:t>
      </w:r>
      <w:r w:rsidR="000E1451">
        <w:rPr>
          <w:rFonts w:cs="Georgia"/>
          <w:kern w:val="1"/>
        </w:rPr>
        <w:t xml:space="preserve">, </w:t>
      </w:r>
      <w:r>
        <w:rPr>
          <w:rFonts w:cs="Georgia"/>
          <w:kern w:val="1"/>
        </w:rPr>
        <w:t>par manière de distraction</w:t>
      </w:r>
      <w:r w:rsidR="000E1451">
        <w:rPr>
          <w:rFonts w:cs="Georgia"/>
          <w:kern w:val="1"/>
        </w:rPr>
        <w:t xml:space="preserve">, </w:t>
      </w:r>
      <w:r>
        <w:rPr>
          <w:rFonts w:cs="Georgia"/>
          <w:kern w:val="1"/>
        </w:rPr>
        <w:t>une poignée de ce sable</w:t>
      </w:r>
      <w:r w:rsidR="000E1451">
        <w:rPr>
          <w:rFonts w:cs="Georgia"/>
          <w:kern w:val="1"/>
        </w:rPr>
        <w:t xml:space="preserve">, </w:t>
      </w:r>
      <w:r>
        <w:rPr>
          <w:rFonts w:cs="Georgia"/>
          <w:kern w:val="1"/>
        </w:rPr>
        <w:t>que je laissai doucement s</w:t>
      </w:r>
      <w:r w:rsidR="000E1451">
        <w:rPr>
          <w:rFonts w:cs="Georgia"/>
          <w:kern w:val="1"/>
        </w:rPr>
        <w:t>’</w:t>
      </w:r>
      <w:r>
        <w:rPr>
          <w:rFonts w:cs="Georgia"/>
          <w:kern w:val="1"/>
        </w:rPr>
        <w:t>écouler entre mes doigts</w:t>
      </w:r>
      <w:r w:rsidR="000E1451">
        <w:rPr>
          <w:rFonts w:cs="Georgia"/>
          <w:kern w:val="1"/>
        </w:rPr>
        <w:t xml:space="preserve">. </w:t>
      </w:r>
      <w:r>
        <w:rPr>
          <w:rFonts w:cs="Georgia"/>
          <w:kern w:val="1"/>
        </w:rPr>
        <w:t>J</w:t>
      </w:r>
      <w:r w:rsidR="000E1451">
        <w:rPr>
          <w:rFonts w:cs="Georgia"/>
          <w:kern w:val="1"/>
        </w:rPr>
        <w:t>’</w:t>
      </w:r>
      <w:r>
        <w:rPr>
          <w:rFonts w:cs="Georgia"/>
          <w:kern w:val="1"/>
        </w:rPr>
        <w:t>en pris une autre poignée</w:t>
      </w:r>
      <w:r w:rsidR="000E1451">
        <w:rPr>
          <w:rFonts w:cs="Georgia"/>
          <w:kern w:val="1"/>
        </w:rPr>
        <w:t xml:space="preserve"> ; </w:t>
      </w:r>
      <w:r>
        <w:rPr>
          <w:rFonts w:cs="Georgia"/>
          <w:kern w:val="1"/>
        </w:rPr>
        <w:t>puis une autre</w:t>
      </w:r>
      <w:r w:rsidR="000E1451">
        <w:rPr>
          <w:rFonts w:cs="Georgia"/>
          <w:kern w:val="1"/>
        </w:rPr>
        <w:t xml:space="preserve">. </w:t>
      </w:r>
      <w:r>
        <w:rPr>
          <w:rFonts w:cs="Georgia"/>
          <w:kern w:val="1"/>
        </w:rPr>
        <w:t>À la quatrième</w:t>
      </w:r>
      <w:r w:rsidR="000E1451">
        <w:rPr>
          <w:rFonts w:cs="Georgia"/>
          <w:kern w:val="1"/>
        </w:rPr>
        <w:t xml:space="preserve">, </w:t>
      </w:r>
      <w:r>
        <w:rPr>
          <w:rFonts w:cs="Georgia"/>
          <w:kern w:val="1"/>
        </w:rPr>
        <w:t>ma main rencontra un corps dur</w:t>
      </w:r>
      <w:r w:rsidR="000E1451">
        <w:rPr>
          <w:rFonts w:cs="Georgia"/>
          <w:kern w:val="1"/>
        </w:rPr>
        <w:t xml:space="preserve">, </w:t>
      </w:r>
      <w:r>
        <w:rPr>
          <w:rFonts w:cs="Georgia"/>
          <w:kern w:val="1"/>
        </w:rPr>
        <w:t>qu</w:t>
      </w:r>
      <w:r w:rsidR="000E1451">
        <w:rPr>
          <w:rFonts w:cs="Georgia"/>
          <w:kern w:val="1"/>
        </w:rPr>
        <w:t>’</w:t>
      </w:r>
      <w:r>
        <w:rPr>
          <w:rFonts w:cs="Georgia"/>
          <w:kern w:val="1"/>
        </w:rPr>
        <w:t>elle ramena</w:t>
      </w:r>
      <w:r w:rsidR="000E1451">
        <w:rPr>
          <w:rFonts w:cs="Georgia"/>
          <w:kern w:val="1"/>
        </w:rPr>
        <w:t xml:space="preserve">. </w:t>
      </w:r>
      <w:r>
        <w:rPr>
          <w:rFonts w:cs="Georgia"/>
          <w:kern w:val="1"/>
        </w:rPr>
        <w:t>C</w:t>
      </w:r>
      <w:r w:rsidR="000E1451">
        <w:rPr>
          <w:rFonts w:cs="Georgia"/>
          <w:kern w:val="1"/>
        </w:rPr>
        <w:t>’</w:t>
      </w:r>
      <w:r>
        <w:rPr>
          <w:rFonts w:cs="Georgia"/>
          <w:kern w:val="1"/>
        </w:rPr>
        <w:t>était une sorte de caillou jaunâtre</w:t>
      </w:r>
      <w:r w:rsidR="000E1451">
        <w:rPr>
          <w:rFonts w:cs="Georgia"/>
          <w:kern w:val="1"/>
        </w:rPr>
        <w:t xml:space="preserve">, </w:t>
      </w:r>
      <w:r>
        <w:rPr>
          <w:rFonts w:cs="Georgia"/>
          <w:kern w:val="1"/>
        </w:rPr>
        <w:t>de la taille d</w:t>
      </w:r>
      <w:r w:rsidR="000E1451">
        <w:rPr>
          <w:rFonts w:cs="Georgia"/>
          <w:kern w:val="1"/>
        </w:rPr>
        <w:t>’</w:t>
      </w:r>
      <w:r>
        <w:rPr>
          <w:rFonts w:cs="Georgia"/>
          <w:kern w:val="1"/>
        </w:rPr>
        <w:t>une petite noix</w:t>
      </w:r>
      <w:r w:rsidR="000E1451">
        <w:rPr>
          <w:rFonts w:cs="Georgia"/>
          <w:kern w:val="1"/>
        </w:rPr>
        <w:t>.</w:t>
      </w:r>
    </w:p>
    <w:p w14:paraId="580F1254" w14:textId="77777777" w:rsidR="000E1451" w:rsidRDefault="00BE611A" w:rsidP="00BE611A">
      <w:pPr>
        <w:rPr>
          <w:rFonts w:cs="Georgia"/>
          <w:kern w:val="1"/>
        </w:rPr>
      </w:pPr>
      <w:r>
        <w:rPr>
          <w:rFonts w:cs="Georgia"/>
          <w:kern w:val="1"/>
        </w:rPr>
        <w:t>Gottlieb</w:t>
      </w:r>
      <w:r w:rsidR="000E1451">
        <w:rPr>
          <w:rFonts w:cs="Georgia"/>
          <w:kern w:val="1"/>
        </w:rPr>
        <w:t xml:space="preserve">, </w:t>
      </w:r>
      <w:r>
        <w:rPr>
          <w:rFonts w:cs="Georgia"/>
          <w:kern w:val="1"/>
        </w:rPr>
        <w:t>qui</w:t>
      </w:r>
      <w:r w:rsidR="000E1451">
        <w:rPr>
          <w:rFonts w:cs="Georgia"/>
          <w:kern w:val="1"/>
        </w:rPr>
        <w:t xml:space="preserve">, </w:t>
      </w:r>
      <w:r>
        <w:rPr>
          <w:rFonts w:cs="Georgia"/>
          <w:kern w:val="1"/>
        </w:rPr>
        <w:t>de temps en temps</w:t>
      </w:r>
      <w:r w:rsidR="000E1451">
        <w:rPr>
          <w:rFonts w:cs="Georgia"/>
          <w:kern w:val="1"/>
        </w:rPr>
        <w:t xml:space="preserve">, </w:t>
      </w:r>
      <w:r>
        <w:rPr>
          <w:rFonts w:cs="Georgia"/>
          <w:kern w:val="1"/>
        </w:rPr>
        <w:t>risquait un coup d</w:t>
      </w:r>
      <w:r w:rsidR="000E1451">
        <w:rPr>
          <w:rFonts w:cs="Georgia"/>
          <w:kern w:val="1"/>
        </w:rPr>
        <w:t>’</w:t>
      </w:r>
      <w:r>
        <w:rPr>
          <w:rFonts w:cs="Georgia"/>
          <w:kern w:val="1"/>
        </w:rPr>
        <w:t>œil de mon côté</w:t>
      </w:r>
      <w:r w:rsidR="000E1451">
        <w:rPr>
          <w:rFonts w:cs="Georgia"/>
          <w:kern w:val="1"/>
        </w:rPr>
        <w:t xml:space="preserve">, </w:t>
      </w:r>
      <w:r>
        <w:rPr>
          <w:rFonts w:cs="Georgia"/>
          <w:kern w:val="1"/>
        </w:rPr>
        <w:t>sourit</w:t>
      </w:r>
      <w:r w:rsidR="000E1451">
        <w:rPr>
          <w:rFonts w:cs="Georgia"/>
          <w:kern w:val="1"/>
        </w:rPr>
        <w:t>.</w:t>
      </w:r>
    </w:p>
    <w:p w14:paraId="553EF748" w14:textId="77777777" w:rsidR="000E1451" w:rsidRDefault="000E1451" w:rsidP="00BE611A">
      <w:pPr>
        <w:rPr>
          <w:rFonts w:cs="Georgia"/>
          <w:kern w:val="1"/>
        </w:rPr>
      </w:pPr>
      <w:r>
        <w:rPr>
          <w:rFonts w:cs="Georgia"/>
          <w:kern w:val="1"/>
        </w:rPr>
        <w:t>— </w:t>
      </w:r>
      <w:r w:rsidR="00BE611A">
        <w:rPr>
          <w:rFonts w:cs="Georgia"/>
          <w:kern w:val="1"/>
        </w:rPr>
        <w:t>Un morceau d</w:t>
      </w:r>
      <w:r>
        <w:rPr>
          <w:rFonts w:cs="Georgia"/>
          <w:kern w:val="1"/>
        </w:rPr>
        <w:t>’</w:t>
      </w:r>
      <w:r w:rsidR="00BE611A">
        <w:rPr>
          <w:rFonts w:cs="Georgia"/>
          <w:kern w:val="1"/>
        </w:rPr>
        <w:t>ambre</w:t>
      </w:r>
      <w:r>
        <w:rPr>
          <w:rFonts w:cs="Georgia"/>
          <w:kern w:val="1"/>
        </w:rPr>
        <w:t xml:space="preserve">, </w:t>
      </w:r>
      <w:r w:rsidR="00BE611A">
        <w:rPr>
          <w:rFonts w:cs="Georgia"/>
          <w:kern w:val="1"/>
        </w:rPr>
        <w:t>dit-il</w:t>
      </w:r>
      <w:r>
        <w:rPr>
          <w:rFonts w:cs="Georgia"/>
          <w:kern w:val="1"/>
        </w:rPr>
        <w:t xml:space="preserve">, </w:t>
      </w:r>
      <w:r w:rsidR="00BE611A">
        <w:rPr>
          <w:rFonts w:cs="Georgia"/>
          <w:kern w:val="1"/>
        </w:rPr>
        <w:t>tout bas</w:t>
      </w:r>
      <w:r>
        <w:rPr>
          <w:rFonts w:cs="Georgia"/>
          <w:kern w:val="1"/>
        </w:rPr>
        <w:t>.</w:t>
      </w:r>
    </w:p>
    <w:p w14:paraId="6BA16C08" w14:textId="77777777" w:rsidR="000E1451" w:rsidRDefault="000E1451" w:rsidP="00BE611A">
      <w:pPr>
        <w:rPr>
          <w:rFonts w:cs="Georgia"/>
          <w:kern w:val="1"/>
        </w:rPr>
      </w:pPr>
      <w:r>
        <w:rPr>
          <w:rFonts w:cs="Georgia"/>
          <w:kern w:val="1"/>
        </w:rPr>
        <w:t>— </w:t>
      </w:r>
      <w:r w:rsidR="00BE611A">
        <w:rPr>
          <w:rFonts w:cs="Georgia"/>
          <w:kern w:val="1"/>
        </w:rPr>
        <w:t>Je sais</w:t>
      </w:r>
      <w:r>
        <w:rPr>
          <w:rFonts w:cs="Georgia"/>
          <w:kern w:val="1"/>
        </w:rPr>
        <w:t xml:space="preserve">, </w:t>
      </w:r>
      <w:r w:rsidR="00BE611A">
        <w:rPr>
          <w:rFonts w:cs="Georgia"/>
          <w:kern w:val="1"/>
        </w:rPr>
        <w:t>fis-je sur le même ton</w:t>
      </w:r>
      <w:r>
        <w:rPr>
          <w:rFonts w:cs="Georgia"/>
          <w:kern w:val="1"/>
        </w:rPr>
        <w:t>.</w:t>
      </w:r>
    </w:p>
    <w:p w14:paraId="2ABA57CF" w14:textId="77777777" w:rsidR="000E1451" w:rsidRDefault="00BE611A" w:rsidP="00BE611A">
      <w:pPr>
        <w:rPr>
          <w:rFonts w:cs="Georgia"/>
          <w:kern w:val="1"/>
        </w:rPr>
      </w:pPr>
      <w:r>
        <w:rPr>
          <w:rFonts w:cs="Georgia"/>
          <w:kern w:val="1"/>
        </w:rPr>
        <w:t>Six mois de villégiature forcée avaient suffi</w:t>
      </w:r>
      <w:r w:rsidR="000E1451">
        <w:rPr>
          <w:rFonts w:cs="Georgia"/>
          <w:kern w:val="1"/>
        </w:rPr>
        <w:t xml:space="preserve">, </w:t>
      </w:r>
      <w:r>
        <w:rPr>
          <w:rFonts w:cs="Georgia"/>
          <w:kern w:val="1"/>
        </w:rPr>
        <w:t>comme on le pense</w:t>
      </w:r>
      <w:r w:rsidR="000E1451">
        <w:rPr>
          <w:rFonts w:cs="Georgia"/>
          <w:kern w:val="1"/>
        </w:rPr>
        <w:t xml:space="preserve">, </w:t>
      </w:r>
      <w:r>
        <w:rPr>
          <w:rFonts w:cs="Georgia"/>
          <w:kern w:val="1"/>
        </w:rPr>
        <w:t>pour me permettre d</w:t>
      </w:r>
      <w:r w:rsidR="000E1451">
        <w:rPr>
          <w:rFonts w:cs="Georgia"/>
          <w:kern w:val="1"/>
        </w:rPr>
        <w:t>’</w:t>
      </w:r>
      <w:r>
        <w:rPr>
          <w:rFonts w:cs="Georgia"/>
          <w:kern w:val="1"/>
        </w:rPr>
        <w:t>être renseigné sur la plupart des particularités de la région</w:t>
      </w:r>
      <w:r w:rsidR="000E1451">
        <w:rPr>
          <w:rFonts w:cs="Georgia"/>
          <w:kern w:val="1"/>
        </w:rPr>
        <w:t xml:space="preserve">. </w:t>
      </w:r>
      <w:r>
        <w:rPr>
          <w:rFonts w:cs="Georgia"/>
          <w:kern w:val="1"/>
        </w:rPr>
        <w:t>En l</w:t>
      </w:r>
      <w:r w:rsidR="000E1451">
        <w:rPr>
          <w:rFonts w:cs="Georgia"/>
          <w:kern w:val="1"/>
        </w:rPr>
        <w:t>’</w:t>
      </w:r>
      <w:r>
        <w:rPr>
          <w:rFonts w:cs="Georgia"/>
          <w:kern w:val="1"/>
        </w:rPr>
        <w:t>espèce</w:t>
      </w:r>
      <w:r w:rsidR="000E1451">
        <w:rPr>
          <w:rFonts w:cs="Georgia"/>
          <w:kern w:val="1"/>
        </w:rPr>
        <w:t xml:space="preserve">, </w:t>
      </w:r>
      <w:r>
        <w:rPr>
          <w:rFonts w:cs="Georgia"/>
          <w:kern w:val="1"/>
        </w:rPr>
        <w:t>le pasteur Frühwirth n</w:t>
      </w:r>
      <w:r w:rsidR="000E1451">
        <w:rPr>
          <w:rFonts w:cs="Georgia"/>
          <w:kern w:val="1"/>
        </w:rPr>
        <w:t>’</w:t>
      </w:r>
      <w:r>
        <w:rPr>
          <w:rFonts w:cs="Georgia"/>
          <w:kern w:val="1"/>
        </w:rPr>
        <w:t>avait pas manqué de me rappeler</w:t>
      </w:r>
      <w:r w:rsidR="000E1451">
        <w:rPr>
          <w:rFonts w:cs="Georgia"/>
          <w:kern w:val="1"/>
        </w:rPr>
        <w:t xml:space="preserve">, </w:t>
      </w:r>
      <w:r>
        <w:rPr>
          <w:rFonts w:cs="Georgia"/>
          <w:kern w:val="1"/>
        </w:rPr>
        <w:t>sinon de m</w:t>
      </w:r>
      <w:r w:rsidR="000E1451">
        <w:rPr>
          <w:rFonts w:cs="Georgia"/>
          <w:kern w:val="1"/>
        </w:rPr>
        <w:t>’</w:t>
      </w:r>
      <w:r>
        <w:rPr>
          <w:rFonts w:cs="Georgia"/>
          <w:kern w:val="1"/>
        </w:rPr>
        <w:t>apprendre</w:t>
      </w:r>
      <w:r w:rsidR="000E1451">
        <w:rPr>
          <w:rFonts w:cs="Georgia"/>
          <w:kern w:val="1"/>
        </w:rPr>
        <w:t xml:space="preserve">, </w:t>
      </w:r>
      <w:r>
        <w:rPr>
          <w:rFonts w:cs="Georgia"/>
          <w:kern w:val="1"/>
        </w:rPr>
        <w:t>que le littoral du Samland</w:t>
      </w:r>
      <w:r w:rsidR="000E1451">
        <w:rPr>
          <w:rFonts w:cs="Georgia"/>
          <w:kern w:val="1"/>
        </w:rPr>
        <w:t xml:space="preserve">, </w:t>
      </w:r>
      <w:r>
        <w:rPr>
          <w:rFonts w:cs="Georgia"/>
          <w:kern w:val="1"/>
        </w:rPr>
        <w:t>où l</w:t>
      </w:r>
      <w:r w:rsidR="000E1451">
        <w:rPr>
          <w:rFonts w:cs="Georgia"/>
          <w:kern w:val="1"/>
        </w:rPr>
        <w:t>’</w:t>
      </w:r>
      <w:r>
        <w:rPr>
          <w:rFonts w:cs="Georgia"/>
          <w:kern w:val="1"/>
        </w:rPr>
        <w:t>on avait jugé bon d</w:t>
      </w:r>
      <w:r w:rsidR="000E1451">
        <w:rPr>
          <w:rFonts w:cs="Georgia"/>
          <w:kern w:val="1"/>
        </w:rPr>
        <w:t>’</w:t>
      </w:r>
      <w:r>
        <w:rPr>
          <w:rFonts w:cs="Georgia"/>
          <w:kern w:val="1"/>
        </w:rPr>
        <w:t>installer notre camp</w:t>
      </w:r>
      <w:r w:rsidR="000E1451">
        <w:rPr>
          <w:rFonts w:cs="Georgia"/>
          <w:kern w:val="1"/>
        </w:rPr>
        <w:t xml:space="preserve">, </w:t>
      </w:r>
      <w:r>
        <w:rPr>
          <w:rFonts w:cs="Georgia"/>
          <w:kern w:val="1"/>
        </w:rPr>
        <w:t xml:space="preserve">était connu dès la plus haute antiquité sous le nom de </w:t>
      </w:r>
      <w:r>
        <w:rPr>
          <w:rFonts w:cs="Georgia"/>
          <w:bCs/>
          <w:i/>
          <w:iCs/>
          <w:kern w:val="1"/>
        </w:rPr>
        <w:t>Côte de l</w:t>
      </w:r>
      <w:r w:rsidR="000E1451">
        <w:rPr>
          <w:rFonts w:cs="Georgia"/>
          <w:bCs/>
          <w:i/>
          <w:iCs/>
          <w:kern w:val="1"/>
        </w:rPr>
        <w:t>’</w:t>
      </w:r>
      <w:r>
        <w:rPr>
          <w:rFonts w:cs="Georgia"/>
          <w:bCs/>
          <w:i/>
          <w:iCs/>
          <w:kern w:val="1"/>
        </w:rPr>
        <w:t>Ambre</w:t>
      </w:r>
      <w:r w:rsidR="000E1451">
        <w:t xml:space="preserve">. </w:t>
      </w:r>
      <w:r>
        <w:rPr>
          <w:rFonts w:cs="Georgia"/>
          <w:kern w:val="1"/>
        </w:rPr>
        <w:t>Il ne m</w:t>
      </w:r>
      <w:r w:rsidR="000E1451">
        <w:rPr>
          <w:rFonts w:cs="Georgia"/>
          <w:kern w:val="1"/>
        </w:rPr>
        <w:t>’</w:t>
      </w:r>
      <w:r>
        <w:rPr>
          <w:rFonts w:cs="Georgia"/>
          <w:kern w:val="1"/>
        </w:rPr>
        <w:t>avait pas non plus laissé ignorer que la récolte de ce produit était très sévèrement réglementée et constituait un monopole au bénéfice de l</w:t>
      </w:r>
      <w:r w:rsidR="000E1451">
        <w:rPr>
          <w:rFonts w:cs="Georgia"/>
          <w:kern w:val="1"/>
        </w:rPr>
        <w:t>’</w:t>
      </w:r>
      <w:r>
        <w:rPr>
          <w:rFonts w:cs="Georgia"/>
          <w:kern w:val="1"/>
        </w:rPr>
        <w:t>État prussien</w:t>
      </w:r>
      <w:r w:rsidR="000E1451">
        <w:rPr>
          <w:rFonts w:cs="Georgia"/>
          <w:kern w:val="1"/>
        </w:rPr>
        <w:t>.</w:t>
      </w:r>
    </w:p>
    <w:p w14:paraId="49C75F10" w14:textId="77777777" w:rsidR="000E1451" w:rsidRDefault="00BE611A" w:rsidP="00BE611A">
      <w:pPr>
        <w:rPr>
          <w:rFonts w:cs="Georgia"/>
          <w:kern w:val="1"/>
        </w:rPr>
      </w:pPr>
      <w:r>
        <w:rPr>
          <w:rFonts w:cs="Georgia"/>
          <w:kern w:val="1"/>
        </w:rPr>
        <w:t>Gottlieb me rendit l</w:t>
      </w:r>
      <w:r w:rsidR="000E1451">
        <w:rPr>
          <w:rFonts w:cs="Georgia"/>
          <w:kern w:val="1"/>
        </w:rPr>
        <w:t>’</w:t>
      </w:r>
      <w:r>
        <w:rPr>
          <w:rFonts w:cs="Georgia"/>
          <w:kern w:val="1"/>
        </w:rPr>
        <w:t>étrange petit caillou</w:t>
      </w:r>
      <w:r w:rsidR="000E1451">
        <w:rPr>
          <w:rFonts w:cs="Georgia"/>
          <w:kern w:val="1"/>
        </w:rPr>
        <w:t xml:space="preserve">, </w:t>
      </w:r>
      <w:r>
        <w:rPr>
          <w:rFonts w:cs="Georgia"/>
          <w:kern w:val="1"/>
        </w:rPr>
        <w:t>après l</w:t>
      </w:r>
      <w:r w:rsidR="000E1451">
        <w:rPr>
          <w:rFonts w:cs="Georgia"/>
          <w:kern w:val="1"/>
        </w:rPr>
        <w:t>’</w:t>
      </w:r>
      <w:r>
        <w:rPr>
          <w:rFonts w:cs="Georgia"/>
          <w:kern w:val="1"/>
        </w:rPr>
        <w:t>avoir soupesé</w:t>
      </w:r>
      <w:r w:rsidR="000E1451">
        <w:rPr>
          <w:rFonts w:cs="Georgia"/>
          <w:kern w:val="1"/>
        </w:rPr>
        <w:t>.</w:t>
      </w:r>
    </w:p>
    <w:p w14:paraId="0096D1DE" w14:textId="77777777" w:rsidR="000E1451" w:rsidRDefault="000E1451" w:rsidP="00BE611A">
      <w:pPr>
        <w:rPr>
          <w:rFonts w:cs="Georgia"/>
          <w:kern w:val="1"/>
        </w:rPr>
      </w:pPr>
      <w:r>
        <w:rPr>
          <w:rFonts w:cs="Georgia"/>
          <w:kern w:val="1"/>
        </w:rPr>
        <w:lastRenderedPageBreak/>
        <w:t>— </w:t>
      </w:r>
      <w:r w:rsidR="00BE611A">
        <w:rPr>
          <w:rFonts w:cs="Georgia"/>
          <w:kern w:val="1"/>
        </w:rPr>
        <w:t>Il vous arrive souvent d</w:t>
      </w:r>
      <w:r>
        <w:rPr>
          <w:rFonts w:cs="Georgia"/>
          <w:kern w:val="1"/>
        </w:rPr>
        <w:t>’</w:t>
      </w:r>
      <w:r w:rsidR="00BE611A">
        <w:rPr>
          <w:rFonts w:cs="Georgia"/>
          <w:kern w:val="1"/>
        </w:rPr>
        <w:t>en trouver</w:t>
      </w:r>
      <w:r>
        <w:rPr>
          <w:rFonts w:cs="Georgia"/>
          <w:kern w:val="1"/>
        </w:rPr>
        <w:t xml:space="preserve"> ? </w:t>
      </w:r>
      <w:r w:rsidR="00BE611A">
        <w:rPr>
          <w:rFonts w:cs="Georgia"/>
          <w:kern w:val="1"/>
        </w:rPr>
        <w:t>lui demandai-je</w:t>
      </w:r>
      <w:r>
        <w:rPr>
          <w:rFonts w:cs="Georgia"/>
          <w:kern w:val="1"/>
        </w:rPr>
        <w:t>.</w:t>
      </w:r>
    </w:p>
    <w:p w14:paraId="34FDD816" w14:textId="77777777" w:rsidR="000E1451" w:rsidRDefault="000E1451" w:rsidP="00BE611A">
      <w:pPr>
        <w:rPr>
          <w:rFonts w:cs="Georgia"/>
          <w:kern w:val="1"/>
        </w:rPr>
      </w:pPr>
      <w:r>
        <w:rPr>
          <w:rFonts w:cs="Georgia"/>
          <w:kern w:val="1"/>
        </w:rPr>
        <w:t>— </w:t>
      </w:r>
      <w:r w:rsidR="00BE611A">
        <w:rPr>
          <w:rFonts w:cs="Georgia"/>
          <w:kern w:val="1"/>
        </w:rPr>
        <w:t>Ici</w:t>
      </w:r>
      <w:r>
        <w:rPr>
          <w:rFonts w:cs="Georgia"/>
          <w:kern w:val="1"/>
        </w:rPr>
        <w:t xml:space="preserve">, </w:t>
      </w:r>
      <w:r w:rsidR="00BE611A">
        <w:rPr>
          <w:rFonts w:cs="Georgia"/>
          <w:kern w:val="1"/>
        </w:rPr>
        <w:t>non</w:t>
      </w:r>
      <w:r>
        <w:rPr>
          <w:rFonts w:cs="Georgia"/>
          <w:kern w:val="1"/>
        </w:rPr>
        <w:t xml:space="preserve">. </w:t>
      </w:r>
      <w:r w:rsidR="00BE611A">
        <w:rPr>
          <w:rFonts w:cs="Georgia"/>
          <w:kern w:val="1"/>
        </w:rPr>
        <w:t>Mais au bord de la mer</w:t>
      </w:r>
      <w:r>
        <w:rPr>
          <w:rFonts w:cs="Georgia"/>
          <w:kern w:val="1"/>
        </w:rPr>
        <w:t xml:space="preserve">, </w:t>
      </w:r>
      <w:r w:rsidR="00BE611A">
        <w:rPr>
          <w:rFonts w:cs="Georgia"/>
          <w:kern w:val="1"/>
        </w:rPr>
        <w:t>c</w:t>
      </w:r>
      <w:r>
        <w:rPr>
          <w:rFonts w:cs="Georgia"/>
          <w:kern w:val="1"/>
        </w:rPr>
        <w:t>’</w:t>
      </w:r>
      <w:r w:rsidR="00BE611A">
        <w:rPr>
          <w:rFonts w:cs="Georgia"/>
          <w:kern w:val="1"/>
        </w:rPr>
        <w:t>est moins rare</w:t>
      </w:r>
      <w:r>
        <w:rPr>
          <w:rFonts w:cs="Georgia"/>
          <w:kern w:val="1"/>
        </w:rPr>
        <w:t xml:space="preserve">. </w:t>
      </w:r>
      <w:r w:rsidR="00BE611A">
        <w:rPr>
          <w:rFonts w:cs="Georgia"/>
          <w:kern w:val="1"/>
        </w:rPr>
        <w:t>Avant</w:t>
      </w:r>
      <w:r>
        <w:rPr>
          <w:rFonts w:cs="Georgia"/>
          <w:kern w:val="1"/>
        </w:rPr>
        <w:t xml:space="preserve">, </w:t>
      </w:r>
      <w:r w:rsidR="00BE611A">
        <w:rPr>
          <w:rFonts w:cs="Georgia"/>
          <w:kern w:val="1"/>
        </w:rPr>
        <w:t>on portait les morceaux qu</w:t>
      </w:r>
      <w:r>
        <w:rPr>
          <w:rFonts w:cs="Georgia"/>
          <w:kern w:val="1"/>
        </w:rPr>
        <w:t>’</w:t>
      </w:r>
      <w:r w:rsidR="00BE611A">
        <w:rPr>
          <w:rFonts w:cs="Georgia"/>
          <w:kern w:val="1"/>
        </w:rPr>
        <w:t>on récoltait à Kœnigsberg</w:t>
      </w:r>
      <w:r>
        <w:rPr>
          <w:rFonts w:cs="Georgia"/>
          <w:kern w:val="1"/>
        </w:rPr>
        <w:t xml:space="preserve">, </w:t>
      </w:r>
      <w:r w:rsidR="00BE611A">
        <w:rPr>
          <w:rFonts w:cs="Georgia"/>
          <w:kern w:val="1"/>
        </w:rPr>
        <w:t>au dépôt officiel</w:t>
      </w:r>
      <w:r>
        <w:rPr>
          <w:rFonts w:cs="Georgia"/>
          <w:kern w:val="1"/>
        </w:rPr>
        <w:t xml:space="preserve">. </w:t>
      </w:r>
      <w:r w:rsidR="00BE611A">
        <w:rPr>
          <w:rFonts w:cs="Georgia"/>
          <w:kern w:val="1"/>
        </w:rPr>
        <w:t>C</w:t>
      </w:r>
      <w:r>
        <w:rPr>
          <w:rFonts w:cs="Georgia"/>
          <w:kern w:val="1"/>
        </w:rPr>
        <w:t>’</w:t>
      </w:r>
      <w:r w:rsidR="00BE611A">
        <w:rPr>
          <w:rFonts w:cs="Georgia"/>
          <w:kern w:val="1"/>
        </w:rPr>
        <w:t>était même une assez jolie source de revenus pour le château</w:t>
      </w:r>
      <w:r>
        <w:rPr>
          <w:rFonts w:cs="Georgia"/>
          <w:kern w:val="1"/>
        </w:rPr>
        <w:t xml:space="preserve">. </w:t>
      </w:r>
      <w:r w:rsidR="00BE611A">
        <w:rPr>
          <w:rFonts w:cs="Georgia"/>
          <w:kern w:val="1"/>
        </w:rPr>
        <w:t>Mais aujourd</w:t>
      </w:r>
      <w:r>
        <w:rPr>
          <w:rFonts w:cs="Georgia"/>
          <w:kern w:val="1"/>
        </w:rPr>
        <w:t>’</w:t>
      </w:r>
      <w:r w:rsidR="00BE611A">
        <w:rPr>
          <w:rFonts w:cs="Georgia"/>
          <w:kern w:val="1"/>
        </w:rPr>
        <w:t>hui</w:t>
      </w:r>
      <w:r>
        <w:rPr>
          <w:rFonts w:cs="Georgia"/>
          <w:kern w:val="1"/>
        </w:rPr>
        <w:t xml:space="preserve">, </w:t>
      </w:r>
      <w:r w:rsidR="00BE611A">
        <w:rPr>
          <w:rFonts w:cs="Georgia"/>
          <w:kern w:val="1"/>
        </w:rPr>
        <w:t>le gouvernement n</w:t>
      </w:r>
      <w:r>
        <w:rPr>
          <w:rFonts w:cs="Georgia"/>
          <w:kern w:val="1"/>
        </w:rPr>
        <w:t>’</w:t>
      </w:r>
      <w:r w:rsidR="00BE611A">
        <w:rPr>
          <w:rFonts w:cs="Georgia"/>
          <w:kern w:val="1"/>
        </w:rPr>
        <w:t>achète plus</w:t>
      </w:r>
      <w:r>
        <w:rPr>
          <w:rFonts w:cs="Georgia"/>
          <w:kern w:val="1"/>
        </w:rPr>
        <w:t xml:space="preserve">. </w:t>
      </w:r>
      <w:r w:rsidR="00BE611A">
        <w:rPr>
          <w:rFonts w:cs="Georgia"/>
          <w:kern w:val="1"/>
        </w:rPr>
        <w:t>Le commerce entre particuliers reste tout de même interdit</w:t>
      </w:r>
      <w:r>
        <w:rPr>
          <w:rFonts w:cs="Georgia"/>
          <w:kern w:val="1"/>
        </w:rPr>
        <w:t xml:space="preserve">. </w:t>
      </w:r>
      <w:r w:rsidR="00BE611A">
        <w:rPr>
          <w:rFonts w:cs="Georgia"/>
          <w:kern w:val="1"/>
        </w:rPr>
        <w:t>Alors</w:t>
      </w:r>
      <w:r>
        <w:rPr>
          <w:rFonts w:cs="Georgia"/>
          <w:kern w:val="1"/>
        </w:rPr>
        <w:t xml:space="preserve">, </w:t>
      </w:r>
      <w:r w:rsidR="00BE611A">
        <w:rPr>
          <w:rFonts w:cs="Georgia"/>
          <w:kern w:val="1"/>
        </w:rPr>
        <w:t>ça n</w:t>
      </w:r>
      <w:r>
        <w:rPr>
          <w:rFonts w:cs="Georgia"/>
          <w:kern w:val="1"/>
        </w:rPr>
        <w:t>’</w:t>
      </w:r>
      <w:r w:rsidR="00BE611A">
        <w:rPr>
          <w:rFonts w:cs="Georgia"/>
          <w:kern w:val="1"/>
        </w:rPr>
        <w:t>intéresse plus personne</w:t>
      </w:r>
      <w:r>
        <w:rPr>
          <w:rFonts w:cs="Georgia"/>
          <w:kern w:val="1"/>
        </w:rPr>
        <w:t xml:space="preserve">. </w:t>
      </w:r>
      <w:r w:rsidR="00BE611A">
        <w:rPr>
          <w:rFonts w:cs="Georgia"/>
          <w:kern w:val="1"/>
        </w:rPr>
        <w:t>Et puis</w:t>
      </w:r>
      <w:r>
        <w:rPr>
          <w:rFonts w:cs="Georgia"/>
          <w:kern w:val="1"/>
        </w:rPr>
        <w:t xml:space="preserve">, </w:t>
      </w:r>
      <w:r w:rsidR="00BE611A">
        <w:rPr>
          <w:rFonts w:cs="Georgia"/>
          <w:kern w:val="1"/>
        </w:rPr>
        <w:t>nous avons à penser à pas mal d</w:t>
      </w:r>
      <w:r>
        <w:rPr>
          <w:rFonts w:cs="Georgia"/>
          <w:kern w:val="1"/>
        </w:rPr>
        <w:t>’</w:t>
      </w:r>
      <w:r w:rsidR="00BE611A">
        <w:rPr>
          <w:rFonts w:cs="Georgia"/>
          <w:kern w:val="1"/>
        </w:rPr>
        <w:t>autres choses</w:t>
      </w:r>
      <w:r>
        <w:rPr>
          <w:rFonts w:cs="Georgia"/>
          <w:kern w:val="1"/>
        </w:rPr>
        <w:t xml:space="preserve">, </w:t>
      </w:r>
      <w:r w:rsidR="00BE611A">
        <w:rPr>
          <w:rFonts w:cs="Georgia"/>
          <w:kern w:val="1"/>
        </w:rPr>
        <w:t>n</w:t>
      </w:r>
      <w:r>
        <w:rPr>
          <w:rFonts w:cs="Georgia"/>
          <w:kern w:val="1"/>
        </w:rPr>
        <w:t>’</w:t>
      </w:r>
      <w:r w:rsidR="00BE611A">
        <w:rPr>
          <w:rFonts w:cs="Georgia"/>
          <w:kern w:val="1"/>
        </w:rPr>
        <w:t>est-ce pas</w:t>
      </w:r>
      <w:r>
        <w:rPr>
          <w:rFonts w:cs="Georgia"/>
          <w:kern w:val="1"/>
        </w:rPr>
        <w:t xml:space="preserve"> ? </w:t>
      </w:r>
      <w:r w:rsidR="00BE611A">
        <w:rPr>
          <w:rFonts w:cs="Georgia"/>
          <w:kern w:val="1"/>
        </w:rPr>
        <w:t>Chut</w:t>
      </w:r>
      <w:r>
        <w:rPr>
          <w:rFonts w:cs="Georgia"/>
          <w:kern w:val="1"/>
        </w:rPr>
        <w:t> !</w:t>
      </w:r>
    </w:p>
    <w:p w14:paraId="0957A4CE" w14:textId="77777777" w:rsidR="000E1451" w:rsidRDefault="00BE611A" w:rsidP="00BE611A">
      <w:pPr>
        <w:rPr>
          <w:rFonts w:cs="Georgia"/>
          <w:kern w:val="1"/>
        </w:rPr>
      </w:pPr>
      <w:r>
        <w:rPr>
          <w:rFonts w:cs="Georgia"/>
          <w:kern w:val="1"/>
        </w:rPr>
        <w:t>Son regard était redevenu fixe</w:t>
      </w:r>
      <w:r w:rsidR="000E1451">
        <w:rPr>
          <w:rFonts w:cs="Georgia"/>
          <w:kern w:val="1"/>
        </w:rPr>
        <w:t xml:space="preserve">. </w:t>
      </w:r>
      <w:r>
        <w:rPr>
          <w:rFonts w:cs="Georgia"/>
          <w:kern w:val="1"/>
        </w:rPr>
        <w:t>Presque aussitôt</w:t>
      </w:r>
      <w:r w:rsidR="000E1451">
        <w:rPr>
          <w:rFonts w:cs="Georgia"/>
          <w:kern w:val="1"/>
        </w:rPr>
        <w:t xml:space="preserve">, </w:t>
      </w:r>
      <w:r>
        <w:rPr>
          <w:rFonts w:cs="Georgia"/>
          <w:kern w:val="1"/>
        </w:rPr>
        <w:t>j</w:t>
      </w:r>
      <w:r w:rsidR="000E1451">
        <w:rPr>
          <w:rFonts w:cs="Georgia"/>
          <w:kern w:val="1"/>
        </w:rPr>
        <w:t>’</w:t>
      </w:r>
      <w:r>
        <w:rPr>
          <w:rFonts w:cs="Georgia"/>
          <w:kern w:val="1"/>
        </w:rPr>
        <w:t>entendis le battement d</w:t>
      </w:r>
      <w:r w:rsidR="000E1451">
        <w:rPr>
          <w:rFonts w:cs="Georgia"/>
          <w:kern w:val="1"/>
        </w:rPr>
        <w:t>’</w:t>
      </w:r>
      <w:r>
        <w:rPr>
          <w:rFonts w:cs="Georgia"/>
          <w:kern w:val="1"/>
        </w:rPr>
        <w:t>ailes de tout à l</w:t>
      </w:r>
      <w:r w:rsidR="000E1451">
        <w:rPr>
          <w:rFonts w:cs="Georgia"/>
          <w:kern w:val="1"/>
        </w:rPr>
        <w:t>’</w:t>
      </w:r>
      <w:r>
        <w:rPr>
          <w:rFonts w:cs="Georgia"/>
          <w:kern w:val="1"/>
        </w:rPr>
        <w:t>heure</w:t>
      </w:r>
      <w:r w:rsidR="000E1451">
        <w:rPr>
          <w:rFonts w:cs="Georgia"/>
          <w:kern w:val="1"/>
        </w:rPr>
        <w:t xml:space="preserve">, </w:t>
      </w:r>
      <w:r>
        <w:rPr>
          <w:rFonts w:cs="Georgia"/>
          <w:kern w:val="1"/>
        </w:rPr>
        <w:t>mais qui grandissait au lieu de diminuer</w:t>
      </w:r>
      <w:r w:rsidR="000E1451">
        <w:rPr>
          <w:rFonts w:cs="Georgia"/>
          <w:kern w:val="1"/>
        </w:rPr>
        <w:t xml:space="preserve">. </w:t>
      </w:r>
      <w:r>
        <w:rPr>
          <w:rFonts w:cs="Georgia"/>
          <w:kern w:val="1"/>
        </w:rPr>
        <w:t>Puis</w:t>
      </w:r>
      <w:r w:rsidR="000E1451">
        <w:rPr>
          <w:rFonts w:cs="Georgia"/>
          <w:kern w:val="1"/>
        </w:rPr>
        <w:t xml:space="preserve">, </w:t>
      </w:r>
      <w:r>
        <w:rPr>
          <w:rFonts w:cs="Georgia"/>
          <w:kern w:val="1"/>
        </w:rPr>
        <w:t>brusquement</w:t>
      </w:r>
      <w:r w:rsidR="000E1451">
        <w:rPr>
          <w:rFonts w:cs="Georgia"/>
          <w:kern w:val="1"/>
        </w:rPr>
        <w:t xml:space="preserve">, </w:t>
      </w:r>
      <w:r>
        <w:rPr>
          <w:rFonts w:cs="Georgia"/>
          <w:kern w:val="1"/>
        </w:rPr>
        <w:t>tout se tut</w:t>
      </w:r>
      <w:r w:rsidR="000E1451">
        <w:rPr>
          <w:rFonts w:cs="Georgia"/>
          <w:kern w:val="1"/>
        </w:rPr>
        <w:t xml:space="preserve">. </w:t>
      </w:r>
      <w:r>
        <w:rPr>
          <w:rFonts w:cs="Georgia"/>
          <w:kern w:val="1"/>
        </w:rPr>
        <w:t>Et Gottlieb</w:t>
      </w:r>
      <w:r w:rsidR="000E1451">
        <w:rPr>
          <w:rFonts w:cs="Georgia"/>
          <w:kern w:val="1"/>
        </w:rPr>
        <w:t xml:space="preserve">, </w:t>
      </w:r>
      <w:r>
        <w:rPr>
          <w:rFonts w:cs="Georgia"/>
          <w:kern w:val="1"/>
        </w:rPr>
        <w:t>épaulant son fusil</w:t>
      </w:r>
      <w:r w:rsidR="000E1451">
        <w:rPr>
          <w:rFonts w:cs="Georgia"/>
          <w:kern w:val="1"/>
        </w:rPr>
        <w:t xml:space="preserve">, </w:t>
      </w:r>
      <w:r>
        <w:rPr>
          <w:rFonts w:cs="Georgia"/>
          <w:kern w:val="1"/>
        </w:rPr>
        <w:t>fit feu</w:t>
      </w:r>
      <w:r w:rsidR="000E1451">
        <w:rPr>
          <w:rFonts w:cs="Georgia"/>
          <w:kern w:val="1"/>
        </w:rPr>
        <w:t>.</w:t>
      </w:r>
    </w:p>
    <w:p w14:paraId="025A2587" w14:textId="77777777" w:rsidR="000E1451" w:rsidRDefault="00BE611A" w:rsidP="00BE611A">
      <w:pPr>
        <w:rPr>
          <w:rFonts w:cs="Georgia"/>
          <w:kern w:val="1"/>
        </w:rPr>
      </w:pPr>
      <w:r>
        <w:rPr>
          <w:rFonts w:cs="Georgia"/>
          <w:kern w:val="1"/>
        </w:rPr>
        <w:t>Maintenant trois magnifiques oiseaux</w:t>
      </w:r>
      <w:r w:rsidR="000E1451">
        <w:rPr>
          <w:rFonts w:cs="Georgia"/>
          <w:kern w:val="1"/>
        </w:rPr>
        <w:t xml:space="preserve">, </w:t>
      </w:r>
      <w:r>
        <w:rPr>
          <w:rFonts w:cs="Georgia"/>
          <w:kern w:val="1"/>
        </w:rPr>
        <w:t>au luisant plumage d</w:t>
      </w:r>
      <w:r w:rsidR="000E1451">
        <w:rPr>
          <w:rFonts w:cs="Georgia"/>
          <w:kern w:val="1"/>
        </w:rPr>
        <w:t>’</w:t>
      </w:r>
      <w:r>
        <w:rPr>
          <w:rFonts w:cs="Georgia"/>
          <w:kern w:val="1"/>
        </w:rPr>
        <w:t>émeraude et de jais</w:t>
      </w:r>
      <w:r w:rsidR="000E1451">
        <w:rPr>
          <w:rFonts w:cs="Georgia"/>
          <w:kern w:val="1"/>
        </w:rPr>
        <w:t xml:space="preserve">, </w:t>
      </w:r>
      <w:r>
        <w:rPr>
          <w:rFonts w:cs="Georgia"/>
          <w:kern w:val="1"/>
        </w:rPr>
        <w:t>gisaient sur le sable</w:t>
      </w:r>
      <w:r w:rsidR="000E1451">
        <w:rPr>
          <w:rFonts w:cs="Georgia"/>
          <w:kern w:val="1"/>
        </w:rPr>
        <w:t xml:space="preserve">, </w:t>
      </w:r>
      <w:r>
        <w:rPr>
          <w:rFonts w:cs="Georgia"/>
          <w:kern w:val="1"/>
        </w:rPr>
        <w:t>et Gottlieb</w:t>
      </w:r>
      <w:r w:rsidR="000E1451">
        <w:rPr>
          <w:rFonts w:cs="Georgia"/>
          <w:kern w:val="1"/>
        </w:rPr>
        <w:t xml:space="preserve">, </w:t>
      </w:r>
      <w:r>
        <w:rPr>
          <w:rFonts w:cs="Georgia"/>
          <w:kern w:val="1"/>
        </w:rPr>
        <w:t>qui avait dû se déchausser pour aller au beau milieu de l</w:t>
      </w:r>
      <w:r w:rsidR="000E1451">
        <w:rPr>
          <w:rFonts w:cs="Georgia"/>
          <w:kern w:val="1"/>
        </w:rPr>
        <w:t>’</w:t>
      </w:r>
      <w:r>
        <w:rPr>
          <w:rFonts w:cs="Georgia"/>
          <w:kern w:val="1"/>
        </w:rPr>
        <w:t>étang recueillir ses victimes</w:t>
      </w:r>
      <w:r w:rsidR="000E1451">
        <w:rPr>
          <w:rFonts w:cs="Georgia"/>
          <w:kern w:val="1"/>
        </w:rPr>
        <w:t xml:space="preserve">, </w:t>
      </w:r>
      <w:r>
        <w:rPr>
          <w:rFonts w:cs="Georgia"/>
          <w:kern w:val="1"/>
        </w:rPr>
        <w:t>était assis à côté d</w:t>
      </w:r>
      <w:r w:rsidR="000E1451">
        <w:rPr>
          <w:rFonts w:cs="Georgia"/>
          <w:kern w:val="1"/>
        </w:rPr>
        <w:t>’</w:t>
      </w:r>
      <w:r>
        <w:rPr>
          <w:rFonts w:cs="Georgia"/>
          <w:kern w:val="1"/>
        </w:rPr>
        <w:t>elles en train de remettre ses bottes</w:t>
      </w:r>
      <w:r w:rsidR="000E1451">
        <w:rPr>
          <w:rFonts w:cs="Georgia"/>
          <w:kern w:val="1"/>
        </w:rPr>
        <w:t>.</w:t>
      </w:r>
    </w:p>
    <w:p w14:paraId="575E6E17" w14:textId="77777777" w:rsidR="000E1451" w:rsidRDefault="000E1451" w:rsidP="00BE611A">
      <w:pPr>
        <w:rPr>
          <w:rFonts w:cs="Georgia"/>
          <w:kern w:val="1"/>
        </w:rPr>
      </w:pPr>
      <w:r>
        <w:rPr>
          <w:rFonts w:cs="Georgia"/>
          <w:kern w:val="1"/>
        </w:rPr>
        <w:t>— </w:t>
      </w:r>
      <w:r w:rsidR="00BE611A">
        <w:rPr>
          <w:rFonts w:cs="Georgia"/>
          <w:kern w:val="1"/>
        </w:rPr>
        <w:t>Eh bien</w:t>
      </w:r>
      <w:r>
        <w:rPr>
          <w:rFonts w:cs="Georgia"/>
          <w:kern w:val="1"/>
        </w:rPr>
        <w:t xml:space="preserve">, </w:t>
      </w:r>
      <w:r w:rsidR="00BE611A">
        <w:rPr>
          <w:rFonts w:cs="Georgia"/>
          <w:kern w:val="1"/>
        </w:rPr>
        <w:t>lui dis-je</w:t>
      </w:r>
      <w:r>
        <w:rPr>
          <w:rFonts w:cs="Georgia"/>
          <w:kern w:val="1"/>
        </w:rPr>
        <w:t xml:space="preserve">, </w:t>
      </w:r>
      <w:r w:rsidR="00BE611A">
        <w:rPr>
          <w:rFonts w:cs="Georgia"/>
          <w:kern w:val="1"/>
        </w:rPr>
        <w:t>vous n</w:t>
      </w:r>
      <w:r>
        <w:rPr>
          <w:rFonts w:cs="Georgia"/>
          <w:kern w:val="1"/>
        </w:rPr>
        <w:t>’</w:t>
      </w:r>
      <w:r w:rsidR="00BE611A">
        <w:rPr>
          <w:rFonts w:cs="Georgia"/>
          <w:kern w:val="1"/>
        </w:rPr>
        <w:t>avez pas lieu d</w:t>
      </w:r>
      <w:r>
        <w:rPr>
          <w:rFonts w:cs="Georgia"/>
          <w:kern w:val="1"/>
        </w:rPr>
        <w:t>’</w:t>
      </w:r>
      <w:r w:rsidR="00BE611A">
        <w:rPr>
          <w:rFonts w:cs="Georgia"/>
          <w:kern w:val="1"/>
        </w:rPr>
        <w:t>être mécontent</w:t>
      </w:r>
      <w:r>
        <w:rPr>
          <w:rFonts w:cs="Georgia"/>
          <w:kern w:val="1"/>
        </w:rPr>
        <w:t> !</w:t>
      </w:r>
    </w:p>
    <w:p w14:paraId="5CB259D6" w14:textId="77777777" w:rsidR="000E1451" w:rsidRDefault="000E1451" w:rsidP="00BE611A">
      <w:pPr>
        <w:rPr>
          <w:rFonts w:cs="Georgia"/>
          <w:kern w:val="1"/>
        </w:rPr>
      </w:pPr>
      <w:r>
        <w:rPr>
          <w:rFonts w:cs="Georgia"/>
          <w:kern w:val="1"/>
        </w:rPr>
        <w:t>— </w:t>
      </w:r>
      <w:r w:rsidR="00BE611A">
        <w:rPr>
          <w:rFonts w:cs="Georgia"/>
          <w:kern w:val="1"/>
        </w:rPr>
        <w:t>Hum</w:t>
      </w:r>
      <w:r>
        <w:rPr>
          <w:rFonts w:cs="Georgia"/>
          <w:kern w:val="1"/>
        </w:rPr>
        <w:t xml:space="preserve"> ! </w:t>
      </w:r>
      <w:r w:rsidR="00BE611A">
        <w:rPr>
          <w:rFonts w:cs="Georgia"/>
          <w:kern w:val="1"/>
        </w:rPr>
        <w:t>fit-il</w:t>
      </w:r>
      <w:r>
        <w:rPr>
          <w:rFonts w:cs="Georgia"/>
          <w:kern w:val="1"/>
        </w:rPr>
        <w:t xml:space="preserve">, </w:t>
      </w:r>
      <w:r w:rsidR="00BE611A">
        <w:rPr>
          <w:rFonts w:cs="Georgia"/>
          <w:kern w:val="1"/>
        </w:rPr>
        <w:t>hochant la tête</w:t>
      </w:r>
      <w:r>
        <w:rPr>
          <w:rFonts w:cs="Georgia"/>
          <w:kern w:val="1"/>
        </w:rPr>
        <w:t xml:space="preserve">, </w:t>
      </w:r>
      <w:r w:rsidR="00BE611A">
        <w:rPr>
          <w:rFonts w:cs="Georgia"/>
          <w:kern w:val="1"/>
        </w:rPr>
        <w:t>ce n</w:t>
      </w:r>
      <w:r>
        <w:rPr>
          <w:rFonts w:cs="Georgia"/>
          <w:kern w:val="1"/>
        </w:rPr>
        <w:t>’</w:t>
      </w:r>
      <w:r w:rsidR="00BE611A">
        <w:rPr>
          <w:rFonts w:cs="Georgia"/>
          <w:kern w:val="1"/>
        </w:rPr>
        <w:t>est pas mal</w:t>
      </w:r>
      <w:r>
        <w:rPr>
          <w:rFonts w:cs="Georgia"/>
          <w:kern w:val="1"/>
        </w:rPr>
        <w:t xml:space="preserve">. </w:t>
      </w:r>
      <w:r w:rsidR="00BE611A">
        <w:rPr>
          <w:rFonts w:cs="Georgia"/>
          <w:kern w:val="1"/>
        </w:rPr>
        <w:t>Mais j</w:t>
      </w:r>
      <w:r>
        <w:rPr>
          <w:rFonts w:cs="Georgia"/>
          <w:kern w:val="1"/>
        </w:rPr>
        <w:t>’</w:t>
      </w:r>
      <w:r w:rsidR="00BE611A">
        <w:rPr>
          <w:rFonts w:cs="Georgia"/>
          <w:kern w:val="1"/>
        </w:rPr>
        <w:t>aurais pu mieux réussir</w:t>
      </w:r>
      <w:r>
        <w:rPr>
          <w:rFonts w:cs="Georgia"/>
          <w:kern w:val="1"/>
        </w:rPr>
        <w:t xml:space="preserve">. </w:t>
      </w:r>
      <w:r w:rsidR="00BE611A">
        <w:rPr>
          <w:rFonts w:cs="Georgia"/>
          <w:kern w:val="1"/>
        </w:rPr>
        <w:t>La poudre coûte si cher</w:t>
      </w:r>
      <w:r>
        <w:rPr>
          <w:rFonts w:cs="Georgia"/>
          <w:kern w:val="1"/>
        </w:rPr>
        <w:t>.</w:t>
      </w:r>
    </w:p>
    <w:p w14:paraId="412D4800" w14:textId="77777777" w:rsidR="000E1451" w:rsidRDefault="00BE611A" w:rsidP="00BE611A">
      <w:pPr>
        <w:rPr>
          <w:rFonts w:cs="Georgia"/>
          <w:kern w:val="1"/>
        </w:rPr>
      </w:pPr>
      <w:r>
        <w:rPr>
          <w:rFonts w:cs="Georgia"/>
          <w:kern w:val="1"/>
        </w:rPr>
        <w:t>Il empila les canards dans le sac qu</w:t>
      </w:r>
      <w:r w:rsidR="000E1451">
        <w:rPr>
          <w:rFonts w:cs="Georgia"/>
          <w:kern w:val="1"/>
        </w:rPr>
        <w:t>’</w:t>
      </w:r>
      <w:r>
        <w:rPr>
          <w:rFonts w:cs="Georgia"/>
          <w:kern w:val="1"/>
        </w:rPr>
        <w:t>il portait en bandoulière</w:t>
      </w:r>
      <w:r w:rsidR="000E1451">
        <w:rPr>
          <w:rFonts w:cs="Georgia"/>
          <w:kern w:val="1"/>
        </w:rPr>
        <w:t>.</w:t>
      </w:r>
    </w:p>
    <w:p w14:paraId="012FF900" w14:textId="77777777" w:rsidR="000E1451" w:rsidRDefault="000E1451" w:rsidP="00BE611A">
      <w:pPr>
        <w:rPr>
          <w:rFonts w:cs="Georgia"/>
          <w:kern w:val="1"/>
        </w:rPr>
      </w:pPr>
      <w:r>
        <w:rPr>
          <w:rFonts w:cs="Georgia"/>
          <w:kern w:val="1"/>
        </w:rPr>
        <w:t>— </w:t>
      </w:r>
      <w:r w:rsidR="00BE611A">
        <w:rPr>
          <w:rFonts w:cs="Georgia"/>
          <w:kern w:val="1"/>
        </w:rPr>
        <w:t>À présent</w:t>
      </w:r>
      <w:r>
        <w:rPr>
          <w:rFonts w:cs="Georgia"/>
          <w:kern w:val="1"/>
        </w:rPr>
        <w:t xml:space="preserve">, </w:t>
      </w:r>
      <w:r w:rsidR="00BE611A">
        <w:rPr>
          <w:rFonts w:cs="Georgia"/>
          <w:kern w:val="1"/>
        </w:rPr>
        <w:t>nous n</w:t>
      </w:r>
      <w:r>
        <w:rPr>
          <w:rFonts w:cs="Georgia"/>
          <w:kern w:val="1"/>
        </w:rPr>
        <w:t>’</w:t>
      </w:r>
      <w:r w:rsidR="00BE611A">
        <w:rPr>
          <w:rFonts w:cs="Georgia"/>
          <w:kern w:val="1"/>
        </w:rPr>
        <w:t>avons plus qu</w:t>
      </w:r>
      <w:r>
        <w:rPr>
          <w:rFonts w:cs="Georgia"/>
          <w:kern w:val="1"/>
        </w:rPr>
        <w:t>’</w:t>
      </w:r>
      <w:r w:rsidR="00BE611A">
        <w:rPr>
          <w:rFonts w:cs="Georgia"/>
          <w:kern w:val="1"/>
        </w:rPr>
        <w:t>à rentrer</w:t>
      </w:r>
      <w:r>
        <w:rPr>
          <w:rFonts w:cs="Georgia"/>
          <w:kern w:val="1"/>
        </w:rPr>
        <w:t>.</w:t>
      </w:r>
    </w:p>
    <w:p w14:paraId="2870360A" w14:textId="77777777" w:rsidR="000E1451" w:rsidRDefault="00BE611A" w:rsidP="00BE611A">
      <w:pPr>
        <w:rPr>
          <w:rFonts w:cs="Georgia"/>
          <w:kern w:val="1"/>
        </w:rPr>
      </w:pPr>
      <w:r>
        <w:rPr>
          <w:rFonts w:cs="Georgia"/>
          <w:kern w:val="1"/>
        </w:rPr>
        <w:t>Quand nous traversâmes de nouveau la clairière</w:t>
      </w:r>
      <w:r w:rsidR="000E1451">
        <w:rPr>
          <w:rFonts w:cs="Georgia"/>
          <w:kern w:val="1"/>
        </w:rPr>
        <w:t xml:space="preserve">, </w:t>
      </w:r>
      <w:r>
        <w:rPr>
          <w:rFonts w:cs="Georgia"/>
          <w:kern w:val="1"/>
        </w:rPr>
        <w:t>il se chargea</w:t>
      </w:r>
      <w:r w:rsidR="000E1451">
        <w:rPr>
          <w:rFonts w:cs="Georgia"/>
          <w:kern w:val="1"/>
        </w:rPr>
        <w:t xml:space="preserve">, </w:t>
      </w:r>
      <w:r>
        <w:rPr>
          <w:rFonts w:cs="Georgia"/>
          <w:kern w:val="1"/>
        </w:rPr>
        <w:t>par acquit de conscience</w:t>
      </w:r>
      <w:r w:rsidR="000E1451">
        <w:rPr>
          <w:rFonts w:cs="Georgia"/>
          <w:kern w:val="1"/>
        </w:rPr>
        <w:t xml:space="preserve">, </w:t>
      </w:r>
      <w:r>
        <w:rPr>
          <w:rFonts w:cs="Georgia"/>
          <w:kern w:val="1"/>
        </w:rPr>
        <w:t>de quelques fagots</w:t>
      </w:r>
      <w:r w:rsidR="000E1451">
        <w:rPr>
          <w:rFonts w:cs="Georgia"/>
          <w:kern w:val="1"/>
        </w:rPr>
        <w:t xml:space="preserve">. </w:t>
      </w:r>
      <w:r>
        <w:rPr>
          <w:rFonts w:cs="Georgia"/>
          <w:kern w:val="1"/>
        </w:rPr>
        <w:t>Il ne parlait plus</w:t>
      </w:r>
      <w:r w:rsidR="000E1451">
        <w:rPr>
          <w:rFonts w:cs="Georgia"/>
          <w:kern w:val="1"/>
        </w:rPr>
        <w:t xml:space="preserve">. </w:t>
      </w:r>
      <w:r>
        <w:rPr>
          <w:rFonts w:cs="Georgia"/>
          <w:kern w:val="1"/>
        </w:rPr>
        <w:t>Une mélancolie l</w:t>
      </w:r>
      <w:r w:rsidR="000E1451">
        <w:rPr>
          <w:rFonts w:cs="Georgia"/>
          <w:kern w:val="1"/>
        </w:rPr>
        <w:t>’</w:t>
      </w:r>
      <w:r>
        <w:rPr>
          <w:rFonts w:cs="Georgia"/>
          <w:kern w:val="1"/>
        </w:rPr>
        <w:t xml:space="preserve">envahissait que chacun de nos </w:t>
      </w:r>
      <w:r>
        <w:rPr>
          <w:rFonts w:cs="Georgia"/>
          <w:kern w:val="1"/>
        </w:rPr>
        <w:lastRenderedPageBreak/>
        <w:t>pas semblait accroître</w:t>
      </w:r>
      <w:r w:rsidR="000E1451">
        <w:rPr>
          <w:rFonts w:cs="Georgia"/>
          <w:kern w:val="1"/>
        </w:rPr>
        <w:t xml:space="preserve">. </w:t>
      </w:r>
      <w:r>
        <w:rPr>
          <w:rFonts w:cs="Georgia"/>
          <w:kern w:val="1"/>
        </w:rPr>
        <w:t>Sans doute devait-il se dire que ces trois canards étaient peut-être les derniers qu</w:t>
      </w:r>
      <w:r w:rsidR="000E1451">
        <w:rPr>
          <w:rFonts w:cs="Georgia"/>
          <w:kern w:val="1"/>
        </w:rPr>
        <w:t>’</w:t>
      </w:r>
      <w:r>
        <w:rPr>
          <w:rFonts w:cs="Georgia"/>
          <w:kern w:val="1"/>
        </w:rPr>
        <w:t>il tirerait</w:t>
      </w:r>
      <w:r w:rsidR="000E1451">
        <w:rPr>
          <w:rFonts w:cs="Georgia"/>
          <w:kern w:val="1"/>
        </w:rPr>
        <w:t>.</w:t>
      </w:r>
    </w:p>
    <w:p w14:paraId="73D5EA95" w14:textId="77777777" w:rsidR="000E1451" w:rsidRDefault="00BE611A" w:rsidP="00BE611A">
      <w:pPr>
        <w:rPr>
          <w:rFonts w:cs="Georgia"/>
          <w:kern w:val="1"/>
        </w:rPr>
      </w:pPr>
      <w:r>
        <w:rPr>
          <w:rFonts w:cs="Georgia"/>
          <w:kern w:val="1"/>
        </w:rPr>
        <w:t>Comme nous sortions de la forêt</w:t>
      </w:r>
      <w:r w:rsidR="000E1451">
        <w:rPr>
          <w:rFonts w:cs="Georgia"/>
          <w:kern w:val="1"/>
        </w:rPr>
        <w:t xml:space="preserve">, </w:t>
      </w:r>
      <w:r>
        <w:rPr>
          <w:rFonts w:cs="Georgia"/>
          <w:kern w:val="1"/>
        </w:rPr>
        <w:t>je sentis mon cœur qui se mit à battre</w:t>
      </w:r>
      <w:r w:rsidR="000E1451">
        <w:rPr>
          <w:rFonts w:cs="Georgia"/>
          <w:kern w:val="1"/>
        </w:rPr>
        <w:t xml:space="preserve">. </w:t>
      </w:r>
      <w:r>
        <w:rPr>
          <w:rFonts w:cs="Georgia"/>
          <w:kern w:val="1"/>
        </w:rPr>
        <w:t>Je venais d</w:t>
      </w:r>
      <w:r w:rsidR="000E1451">
        <w:rPr>
          <w:rFonts w:cs="Georgia"/>
          <w:kern w:val="1"/>
        </w:rPr>
        <w:t>’</w:t>
      </w:r>
      <w:r>
        <w:rPr>
          <w:rFonts w:cs="Georgia"/>
          <w:kern w:val="1"/>
        </w:rPr>
        <w:t>apercevoir Axelle</w:t>
      </w:r>
      <w:r w:rsidR="000E1451">
        <w:rPr>
          <w:rFonts w:cs="Georgia"/>
          <w:kern w:val="1"/>
        </w:rPr>
        <w:t xml:space="preserve">. </w:t>
      </w:r>
      <w:r>
        <w:rPr>
          <w:rFonts w:cs="Georgia"/>
          <w:kern w:val="1"/>
        </w:rPr>
        <w:t>Tournant le dos au littoral</w:t>
      </w:r>
      <w:r w:rsidR="000E1451">
        <w:rPr>
          <w:rFonts w:cs="Georgia"/>
          <w:kern w:val="1"/>
        </w:rPr>
        <w:t xml:space="preserve">, </w:t>
      </w:r>
      <w:r>
        <w:rPr>
          <w:rFonts w:cs="Georgia"/>
          <w:kern w:val="1"/>
        </w:rPr>
        <w:t>elle se dirigeait elle aussi vers le château</w:t>
      </w:r>
      <w:r w:rsidR="000E1451">
        <w:rPr>
          <w:rFonts w:cs="Georgia"/>
          <w:kern w:val="1"/>
        </w:rPr>
        <w:t xml:space="preserve">. </w:t>
      </w:r>
      <w:r>
        <w:rPr>
          <w:rFonts w:cs="Georgia"/>
          <w:kern w:val="1"/>
        </w:rPr>
        <w:t>Une centaine de mètres nous séparaient</w:t>
      </w:r>
      <w:r w:rsidR="000E1451">
        <w:rPr>
          <w:rFonts w:cs="Georgia"/>
          <w:kern w:val="1"/>
        </w:rPr>
        <w:t xml:space="preserve">. </w:t>
      </w:r>
      <w:r>
        <w:rPr>
          <w:rFonts w:cs="Georgia"/>
          <w:kern w:val="1"/>
        </w:rPr>
        <w:t>Quand elle nous vit</w:t>
      </w:r>
      <w:r w:rsidR="000E1451">
        <w:rPr>
          <w:rFonts w:cs="Georgia"/>
          <w:kern w:val="1"/>
        </w:rPr>
        <w:t xml:space="preserve">, </w:t>
      </w:r>
      <w:r>
        <w:rPr>
          <w:rFonts w:cs="Georgia"/>
          <w:kern w:val="1"/>
        </w:rPr>
        <w:t>elle parut hésiter un instant</w:t>
      </w:r>
      <w:r w:rsidR="000E1451">
        <w:rPr>
          <w:rFonts w:cs="Georgia"/>
          <w:kern w:val="1"/>
        </w:rPr>
        <w:t xml:space="preserve"> ; </w:t>
      </w:r>
      <w:r>
        <w:rPr>
          <w:rFonts w:cs="Georgia"/>
          <w:kern w:val="1"/>
        </w:rPr>
        <w:t>puis</w:t>
      </w:r>
      <w:r w:rsidR="000E1451">
        <w:rPr>
          <w:rFonts w:cs="Georgia"/>
          <w:kern w:val="1"/>
        </w:rPr>
        <w:t xml:space="preserve">, </w:t>
      </w:r>
      <w:r>
        <w:rPr>
          <w:rFonts w:cs="Georgia"/>
          <w:kern w:val="1"/>
        </w:rPr>
        <w:t>en fin de compte</w:t>
      </w:r>
      <w:r w:rsidR="000E1451">
        <w:rPr>
          <w:rFonts w:cs="Georgia"/>
          <w:kern w:val="1"/>
        </w:rPr>
        <w:t xml:space="preserve">, </w:t>
      </w:r>
      <w:r>
        <w:rPr>
          <w:rFonts w:cs="Georgia"/>
          <w:kern w:val="1"/>
        </w:rPr>
        <w:t>elle marcha vers nous</w:t>
      </w:r>
      <w:r w:rsidR="000E1451">
        <w:rPr>
          <w:rFonts w:cs="Georgia"/>
          <w:kern w:val="1"/>
        </w:rPr>
        <w:t>.</w:t>
      </w:r>
    </w:p>
    <w:p w14:paraId="7095505F" w14:textId="77777777" w:rsidR="000E1451" w:rsidRDefault="000E1451" w:rsidP="00BE611A">
      <w:pPr>
        <w:rPr>
          <w:rFonts w:cs="Georgia"/>
          <w:kern w:val="1"/>
        </w:rPr>
      </w:pPr>
      <w:r>
        <w:rPr>
          <w:rFonts w:cs="Georgia"/>
          <w:kern w:val="1"/>
        </w:rPr>
        <w:t>— </w:t>
      </w:r>
      <w:r w:rsidR="00BE611A">
        <w:rPr>
          <w:rFonts w:cs="Georgia"/>
          <w:kern w:val="1"/>
        </w:rPr>
        <w:t>Vous venez de chasser</w:t>
      </w:r>
      <w:r>
        <w:rPr>
          <w:rFonts w:cs="Georgia"/>
          <w:kern w:val="1"/>
        </w:rPr>
        <w:t xml:space="preserve"> ? </w:t>
      </w:r>
      <w:r w:rsidR="00BE611A">
        <w:rPr>
          <w:rFonts w:cs="Georgia"/>
          <w:kern w:val="1"/>
        </w:rPr>
        <w:t>dit-elle</w:t>
      </w:r>
      <w:r>
        <w:rPr>
          <w:rFonts w:cs="Georgia"/>
          <w:kern w:val="1"/>
        </w:rPr>
        <w:t xml:space="preserve">, </w:t>
      </w:r>
      <w:r w:rsidR="00BE611A">
        <w:rPr>
          <w:rFonts w:cs="Georgia"/>
          <w:kern w:val="1"/>
        </w:rPr>
        <w:t>un peu étonnée par notre attirail</w:t>
      </w:r>
      <w:r>
        <w:rPr>
          <w:rFonts w:cs="Georgia"/>
          <w:kern w:val="1"/>
        </w:rPr>
        <w:t>.</w:t>
      </w:r>
    </w:p>
    <w:p w14:paraId="2B3946DF" w14:textId="77777777" w:rsidR="000E1451" w:rsidRDefault="00BE611A" w:rsidP="00BE611A">
      <w:pPr>
        <w:rPr>
          <w:rFonts w:cs="Georgia"/>
          <w:kern w:val="1"/>
        </w:rPr>
      </w:pPr>
      <w:r>
        <w:rPr>
          <w:rFonts w:cs="Georgia"/>
          <w:kern w:val="1"/>
        </w:rPr>
        <w:t>Je laissai à Gottlieb le soin de lui expliquer les raisons pour lesquelles il avait cru devoir me faire partager sa promenade matinale</w:t>
      </w:r>
      <w:r w:rsidR="000E1451">
        <w:rPr>
          <w:rFonts w:cs="Georgia"/>
          <w:kern w:val="1"/>
        </w:rPr>
        <w:t xml:space="preserve">. </w:t>
      </w:r>
      <w:r>
        <w:rPr>
          <w:rFonts w:cs="Georgia"/>
          <w:kern w:val="1"/>
        </w:rPr>
        <w:t>De l</w:t>
      </w:r>
      <w:r w:rsidR="000E1451">
        <w:rPr>
          <w:rFonts w:cs="Georgia"/>
          <w:kern w:val="1"/>
        </w:rPr>
        <w:t>’</w:t>
      </w:r>
      <w:r>
        <w:rPr>
          <w:rFonts w:cs="Georgia"/>
          <w:kern w:val="1"/>
        </w:rPr>
        <w:t>histoire assez embrouillée qu</w:t>
      </w:r>
      <w:r w:rsidR="000E1451">
        <w:rPr>
          <w:rFonts w:cs="Georgia"/>
          <w:kern w:val="1"/>
        </w:rPr>
        <w:t>’</w:t>
      </w:r>
      <w:r>
        <w:rPr>
          <w:rFonts w:cs="Georgia"/>
          <w:kern w:val="1"/>
        </w:rPr>
        <w:t>il raconta</w:t>
      </w:r>
      <w:r w:rsidR="000E1451">
        <w:rPr>
          <w:rFonts w:cs="Georgia"/>
          <w:kern w:val="1"/>
        </w:rPr>
        <w:t>, M</w:t>
      </w:r>
      <w:r w:rsidR="000E1451" w:rsidRPr="000E1451">
        <w:rPr>
          <w:rFonts w:cs="Georgia"/>
          <w:kern w:val="1"/>
          <w:vertAlign w:val="superscript"/>
        </w:rPr>
        <w:t>lle</w:t>
      </w:r>
      <w:r w:rsidR="000E1451">
        <w:rPr>
          <w:rFonts w:cs="Georgia"/>
          <w:kern w:val="1"/>
        </w:rPr>
        <w:t> de </w:t>
      </w:r>
      <w:r>
        <w:rPr>
          <w:rFonts w:cs="Georgia"/>
          <w:kern w:val="1"/>
        </w:rPr>
        <w:t>Mirrbach retint seulement qu</w:t>
      </w:r>
      <w:r w:rsidR="000E1451">
        <w:rPr>
          <w:rFonts w:cs="Georgia"/>
          <w:kern w:val="1"/>
        </w:rPr>
        <w:t>’</w:t>
      </w:r>
      <w:r>
        <w:rPr>
          <w:rFonts w:cs="Georgia"/>
          <w:kern w:val="1"/>
        </w:rPr>
        <w:t>elle avait à me remercier</w:t>
      </w:r>
      <w:r w:rsidR="000E1451">
        <w:rPr>
          <w:rFonts w:cs="Georgia"/>
          <w:kern w:val="1"/>
        </w:rPr>
        <w:t>.</w:t>
      </w:r>
    </w:p>
    <w:p w14:paraId="4F60A450" w14:textId="77777777" w:rsidR="000E1451" w:rsidRDefault="000E1451" w:rsidP="00BE611A">
      <w:pPr>
        <w:rPr>
          <w:rFonts w:cs="Georgia"/>
          <w:kern w:val="1"/>
        </w:rPr>
      </w:pPr>
      <w:r>
        <w:rPr>
          <w:rFonts w:cs="Georgia"/>
          <w:kern w:val="1"/>
        </w:rPr>
        <w:t>— </w:t>
      </w:r>
      <w:r w:rsidR="00BE611A">
        <w:rPr>
          <w:rFonts w:cs="Georgia"/>
          <w:kern w:val="1"/>
        </w:rPr>
        <w:t>C</w:t>
      </w:r>
      <w:r>
        <w:rPr>
          <w:rFonts w:cs="Georgia"/>
          <w:kern w:val="1"/>
        </w:rPr>
        <w:t>’</w:t>
      </w:r>
      <w:r w:rsidR="00BE611A">
        <w:rPr>
          <w:rFonts w:cs="Georgia"/>
          <w:kern w:val="1"/>
        </w:rPr>
        <w:t>est fort aimable à vous</w:t>
      </w:r>
      <w:r>
        <w:rPr>
          <w:rFonts w:cs="Georgia"/>
          <w:kern w:val="1"/>
        </w:rPr>
        <w:t xml:space="preserve">, </w:t>
      </w:r>
      <w:r w:rsidR="00BE611A">
        <w:rPr>
          <w:rFonts w:cs="Georgia"/>
          <w:kern w:val="1"/>
        </w:rPr>
        <w:t>qui prenez déjà tant de peine</w:t>
      </w:r>
      <w:r>
        <w:rPr>
          <w:rFonts w:cs="Georgia"/>
          <w:kern w:val="1"/>
        </w:rPr>
        <w:t xml:space="preserve">, </w:t>
      </w:r>
      <w:r w:rsidR="00BE611A">
        <w:rPr>
          <w:rFonts w:cs="Georgia"/>
          <w:kern w:val="1"/>
        </w:rPr>
        <w:t>fit-elle</w:t>
      </w:r>
      <w:r>
        <w:rPr>
          <w:rFonts w:cs="Georgia"/>
          <w:kern w:val="1"/>
        </w:rPr>
        <w:t xml:space="preserve">. </w:t>
      </w:r>
      <w:r w:rsidR="00BE611A">
        <w:rPr>
          <w:rFonts w:cs="Georgia"/>
          <w:kern w:val="1"/>
        </w:rPr>
        <w:t>Mais j</w:t>
      </w:r>
      <w:r>
        <w:rPr>
          <w:rFonts w:cs="Georgia"/>
          <w:kern w:val="1"/>
        </w:rPr>
        <w:t>’</w:t>
      </w:r>
      <w:r w:rsidR="00BE611A">
        <w:rPr>
          <w:rFonts w:cs="Georgia"/>
          <w:kern w:val="1"/>
        </w:rPr>
        <w:t>espère que la précaution de Gottlieb n</w:t>
      </w:r>
      <w:r>
        <w:rPr>
          <w:rFonts w:cs="Georgia"/>
          <w:kern w:val="1"/>
        </w:rPr>
        <w:t>’</w:t>
      </w:r>
      <w:r w:rsidR="00BE611A">
        <w:rPr>
          <w:rFonts w:cs="Georgia"/>
          <w:kern w:val="1"/>
        </w:rPr>
        <w:t>aura point d</w:t>
      </w:r>
      <w:r>
        <w:rPr>
          <w:rFonts w:cs="Georgia"/>
          <w:kern w:val="1"/>
        </w:rPr>
        <w:t>’</w:t>
      </w:r>
      <w:r w:rsidR="00BE611A">
        <w:rPr>
          <w:rFonts w:cs="Georgia"/>
          <w:kern w:val="1"/>
        </w:rPr>
        <w:t>utilité</w:t>
      </w:r>
      <w:r>
        <w:rPr>
          <w:rFonts w:cs="Georgia"/>
          <w:kern w:val="1"/>
        </w:rPr>
        <w:t xml:space="preserve">. </w:t>
      </w:r>
      <w:r w:rsidR="00BE611A">
        <w:rPr>
          <w:rFonts w:cs="Georgia"/>
          <w:kern w:val="1"/>
        </w:rPr>
        <w:t>Il ne sera certainement pas renvoyé à l</w:t>
      </w:r>
      <w:r>
        <w:rPr>
          <w:rFonts w:cs="Georgia"/>
          <w:kern w:val="1"/>
        </w:rPr>
        <w:t>’</w:t>
      </w:r>
      <w:r w:rsidR="00BE611A">
        <w:rPr>
          <w:rFonts w:cs="Georgia"/>
          <w:kern w:val="1"/>
        </w:rPr>
        <w:t>armée</w:t>
      </w:r>
      <w:r>
        <w:rPr>
          <w:rFonts w:cs="Georgia"/>
          <w:kern w:val="1"/>
        </w:rPr>
        <w:t>.</w:t>
      </w:r>
    </w:p>
    <w:p w14:paraId="498C7FF5" w14:textId="77777777" w:rsidR="000E1451" w:rsidRDefault="000E1451" w:rsidP="00BE611A">
      <w:pPr>
        <w:rPr>
          <w:rFonts w:cs="Georgia"/>
          <w:kern w:val="1"/>
        </w:rPr>
      </w:pPr>
      <w:r>
        <w:rPr>
          <w:rFonts w:cs="Georgia"/>
          <w:kern w:val="1"/>
        </w:rPr>
        <w:t>— </w:t>
      </w:r>
      <w:r w:rsidR="00BE611A">
        <w:rPr>
          <w:rFonts w:cs="Georgia"/>
          <w:kern w:val="1"/>
        </w:rPr>
        <w:t>C</w:t>
      </w:r>
      <w:r>
        <w:rPr>
          <w:rFonts w:cs="Georgia"/>
          <w:kern w:val="1"/>
        </w:rPr>
        <w:t>’</w:t>
      </w:r>
      <w:r w:rsidR="00BE611A">
        <w:rPr>
          <w:rFonts w:cs="Georgia"/>
          <w:kern w:val="1"/>
        </w:rPr>
        <w:t>est ce que je lui ai dit</w:t>
      </w:r>
      <w:r>
        <w:rPr>
          <w:rFonts w:cs="Georgia"/>
          <w:kern w:val="1"/>
        </w:rPr>
        <w:t>.</w:t>
      </w:r>
    </w:p>
    <w:p w14:paraId="2E15AD40" w14:textId="77777777" w:rsidR="000E1451" w:rsidRDefault="00BE611A" w:rsidP="00BE611A">
      <w:pPr>
        <w:rPr>
          <w:rFonts w:cs="Georgia"/>
          <w:kern w:val="1"/>
        </w:rPr>
      </w:pPr>
      <w:r>
        <w:rPr>
          <w:rFonts w:cs="Georgia"/>
          <w:kern w:val="1"/>
        </w:rPr>
        <w:t>Lorsqu</w:t>
      </w:r>
      <w:r w:rsidR="000E1451">
        <w:rPr>
          <w:rFonts w:cs="Georgia"/>
          <w:kern w:val="1"/>
        </w:rPr>
        <w:t>’</w:t>
      </w:r>
      <w:r>
        <w:rPr>
          <w:rFonts w:cs="Georgia"/>
          <w:kern w:val="1"/>
        </w:rPr>
        <w:t xml:space="preserve">il y avait un tiers entre </w:t>
      </w:r>
      <w:r w:rsidR="000E1451">
        <w:rPr>
          <w:rFonts w:cs="Georgia"/>
          <w:kern w:val="1"/>
        </w:rPr>
        <w:t>M</w:t>
      </w:r>
      <w:r w:rsidR="000E1451" w:rsidRPr="000E1451">
        <w:rPr>
          <w:rFonts w:cs="Georgia"/>
          <w:kern w:val="1"/>
          <w:vertAlign w:val="superscript"/>
        </w:rPr>
        <w:t>lle</w:t>
      </w:r>
      <w:r w:rsidR="000E1451">
        <w:rPr>
          <w:rFonts w:cs="Georgia"/>
          <w:kern w:val="1"/>
        </w:rPr>
        <w:t> de </w:t>
      </w:r>
      <w:r>
        <w:rPr>
          <w:rFonts w:cs="Georgia"/>
          <w:kern w:val="1"/>
        </w:rPr>
        <w:t>Mirrbach et moi</w:t>
      </w:r>
      <w:r w:rsidR="000E1451">
        <w:rPr>
          <w:rFonts w:cs="Georgia"/>
          <w:kern w:val="1"/>
        </w:rPr>
        <w:t xml:space="preserve">, </w:t>
      </w:r>
      <w:r>
        <w:rPr>
          <w:rFonts w:cs="Georgia"/>
          <w:kern w:val="1"/>
        </w:rPr>
        <w:t>nous nous entretenions de la façon la plus naturelle du monde</w:t>
      </w:r>
      <w:r w:rsidR="000E1451">
        <w:rPr>
          <w:rFonts w:cs="Georgia"/>
          <w:kern w:val="1"/>
        </w:rPr>
        <w:t xml:space="preserve">. </w:t>
      </w:r>
      <w:r>
        <w:rPr>
          <w:rFonts w:cs="Georgia"/>
          <w:kern w:val="1"/>
        </w:rPr>
        <w:t>Dès que nous nous retrouvions en tête à tête</w:t>
      </w:r>
      <w:r w:rsidR="000E1451">
        <w:rPr>
          <w:rFonts w:cs="Georgia"/>
          <w:kern w:val="1"/>
        </w:rPr>
        <w:t xml:space="preserve">, </w:t>
      </w:r>
      <w:r>
        <w:rPr>
          <w:rFonts w:cs="Georgia"/>
          <w:kern w:val="1"/>
        </w:rPr>
        <w:t>nous échangions encore quelques paroles</w:t>
      </w:r>
      <w:r w:rsidR="000E1451">
        <w:rPr>
          <w:rFonts w:cs="Georgia"/>
          <w:kern w:val="1"/>
        </w:rPr>
        <w:t xml:space="preserve">, </w:t>
      </w:r>
      <w:r>
        <w:rPr>
          <w:rFonts w:cs="Georgia"/>
          <w:kern w:val="1"/>
        </w:rPr>
        <w:t>et un silence obscur</w:t>
      </w:r>
      <w:r w:rsidR="000E1451">
        <w:rPr>
          <w:rFonts w:cs="Georgia"/>
          <w:kern w:val="1"/>
        </w:rPr>
        <w:t xml:space="preserve">, </w:t>
      </w:r>
      <w:r>
        <w:rPr>
          <w:rFonts w:cs="Georgia"/>
          <w:kern w:val="1"/>
        </w:rPr>
        <w:t>progressivement</w:t>
      </w:r>
      <w:r w:rsidR="000E1451">
        <w:rPr>
          <w:rFonts w:cs="Georgia"/>
          <w:kern w:val="1"/>
        </w:rPr>
        <w:t xml:space="preserve">, </w:t>
      </w:r>
      <w:r>
        <w:rPr>
          <w:rFonts w:cs="Georgia"/>
          <w:kern w:val="1"/>
        </w:rPr>
        <w:t>se rétablissait</w:t>
      </w:r>
      <w:r w:rsidR="000E1451">
        <w:rPr>
          <w:rFonts w:cs="Georgia"/>
          <w:kern w:val="1"/>
        </w:rPr>
        <w:t>.</w:t>
      </w:r>
    </w:p>
    <w:p w14:paraId="10A44286" w14:textId="77777777" w:rsidR="000E1451" w:rsidRDefault="000E1451" w:rsidP="00BE611A">
      <w:pPr>
        <w:rPr>
          <w:rFonts w:cs="Georgia"/>
          <w:kern w:val="1"/>
        </w:rPr>
      </w:pPr>
      <w:r>
        <w:rPr>
          <w:rFonts w:cs="Georgia"/>
          <w:kern w:val="1"/>
        </w:rPr>
        <w:t>— </w:t>
      </w:r>
      <w:r w:rsidR="00BE611A">
        <w:rPr>
          <w:rFonts w:cs="Georgia"/>
          <w:kern w:val="1"/>
        </w:rPr>
        <w:t>Vous rentrez directement au château</w:t>
      </w:r>
      <w:r>
        <w:rPr>
          <w:rFonts w:cs="Georgia"/>
          <w:kern w:val="1"/>
        </w:rPr>
        <w:t xml:space="preserve"> ? </w:t>
      </w:r>
      <w:r w:rsidR="00BE611A">
        <w:rPr>
          <w:rFonts w:cs="Georgia"/>
          <w:kern w:val="1"/>
        </w:rPr>
        <w:t>demanda-t-elle à Gottlieb</w:t>
      </w:r>
      <w:r>
        <w:rPr>
          <w:rFonts w:cs="Georgia"/>
          <w:kern w:val="1"/>
        </w:rPr>
        <w:t>.</w:t>
      </w:r>
    </w:p>
    <w:p w14:paraId="0898D318" w14:textId="77777777" w:rsidR="000E1451" w:rsidRDefault="000E1451" w:rsidP="00BE611A">
      <w:pPr>
        <w:rPr>
          <w:rFonts w:cs="Georgia"/>
          <w:kern w:val="1"/>
        </w:rPr>
      </w:pPr>
      <w:r>
        <w:rPr>
          <w:rFonts w:cs="Georgia"/>
          <w:kern w:val="1"/>
        </w:rPr>
        <w:t>— </w:t>
      </w:r>
      <w:r w:rsidR="00BE611A">
        <w:rPr>
          <w:rFonts w:cs="Georgia"/>
          <w:kern w:val="1"/>
        </w:rPr>
        <w:t>Oui</w:t>
      </w:r>
      <w:r>
        <w:rPr>
          <w:rFonts w:cs="Georgia"/>
          <w:kern w:val="1"/>
        </w:rPr>
        <w:t xml:space="preserve">, </w:t>
      </w:r>
      <w:r w:rsidR="00BE611A">
        <w:rPr>
          <w:rFonts w:cs="Georgia"/>
          <w:kern w:val="1"/>
        </w:rPr>
        <w:t>mademoiselle</w:t>
      </w:r>
      <w:r>
        <w:rPr>
          <w:rFonts w:cs="Georgia"/>
          <w:kern w:val="1"/>
        </w:rPr>
        <w:t>.</w:t>
      </w:r>
    </w:p>
    <w:p w14:paraId="69E6ECF9" w14:textId="77777777" w:rsidR="000E1451" w:rsidRDefault="000E1451" w:rsidP="00BE611A">
      <w:pPr>
        <w:rPr>
          <w:rFonts w:cs="Georgia"/>
          <w:kern w:val="1"/>
        </w:rPr>
      </w:pPr>
      <w:r>
        <w:rPr>
          <w:rFonts w:cs="Georgia"/>
          <w:kern w:val="1"/>
        </w:rPr>
        <w:lastRenderedPageBreak/>
        <w:t>— </w:t>
      </w:r>
      <w:r w:rsidR="00BE611A">
        <w:rPr>
          <w:rFonts w:cs="Georgia"/>
          <w:kern w:val="1"/>
        </w:rPr>
        <w:t>Je rentre aussi</w:t>
      </w:r>
      <w:r>
        <w:rPr>
          <w:rFonts w:cs="Georgia"/>
          <w:kern w:val="1"/>
        </w:rPr>
        <w:t xml:space="preserve">. </w:t>
      </w:r>
      <w:r w:rsidR="00BE611A">
        <w:rPr>
          <w:rFonts w:cs="Georgia"/>
          <w:kern w:val="1"/>
        </w:rPr>
        <w:t>Comme vous allez plus vite que moi</w:t>
      </w:r>
      <w:r>
        <w:rPr>
          <w:rFonts w:cs="Georgia"/>
          <w:kern w:val="1"/>
        </w:rPr>
        <w:t xml:space="preserve">, </w:t>
      </w:r>
      <w:r w:rsidR="00BE611A">
        <w:rPr>
          <w:rFonts w:cs="Georgia"/>
          <w:kern w:val="1"/>
        </w:rPr>
        <w:t>dites à Dominica de me préparer une tasse de thé</w:t>
      </w:r>
      <w:r>
        <w:rPr>
          <w:rFonts w:cs="Georgia"/>
          <w:kern w:val="1"/>
        </w:rPr>
        <w:t xml:space="preserve">. </w:t>
      </w:r>
      <w:r w:rsidR="00BE611A">
        <w:rPr>
          <w:rFonts w:cs="Georgia"/>
          <w:kern w:val="1"/>
        </w:rPr>
        <w:t>Restez</w:t>
      </w:r>
      <w:r>
        <w:rPr>
          <w:rFonts w:cs="Georgia"/>
          <w:kern w:val="1"/>
        </w:rPr>
        <w:t xml:space="preserve">, </w:t>
      </w:r>
      <w:r w:rsidR="00BE611A">
        <w:rPr>
          <w:rFonts w:cs="Georgia"/>
          <w:kern w:val="1"/>
        </w:rPr>
        <w:t>monsieur Dumaine</w:t>
      </w:r>
      <w:r>
        <w:rPr>
          <w:rFonts w:cs="Georgia"/>
          <w:kern w:val="1"/>
        </w:rPr>
        <w:t xml:space="preserve">. </w:t>
      </w:r>
      <w:r w:rsidR="00BE611A">
        <w:rPr>
          <w:rFonts w:cs="Georgia"/>
          <w:kern w:val="1"/>
        </w:rPr>
        <w:t>Une des lampes de ma chambre n</w:t>
      </w:r>
      <w:r>
        <w:rPr>
          <w:rFonts w:cs="Georgia"/>
          <w:kern w:val="1"/>
        </w:rPr>
        <w:t>’</w:t>
      </w:r>
      <w:r w:rsidR="00BE611A">
        <w:rPr>
          <w:rFonts w:cs="Georgia"/>
          <w:kern w:val="1"/>
        </w:rPr>
        <w:t>est pas tout à fait au point</w:t>
      </w:r>
      <w:r>
        <w:rPr>
          <w:rFonts w:cs="Georgia"/>
          <w:kern w:val="1"/>
        </w:rPr>
        <w:t xml:space="preserve">. </w:t>
      </w:r>
      <w:r w:rsidR="00BE611A">
        <w:rPr>
          <w:rFonts w:cs="Georgia"/>
          <w:kern w:val="1"/>
        </w:rPr>
        <w:t>Je veux vous en parler</w:t>
      </w:r>
      <w:r>
        <w:rPr>
          <w:rFonts w:cs="Georgia"/>
          <w:kern w:val="1"/>
        </w:rPr>
        <w:t>.</w:t>
      </w:r>
    </w:p>
    <w:p w14:paraId="5B1E0192" w14:textId="77777777" w:rsidR="000E1451" w:rsidRDefault="00BE611A" w:rsidP="00BE611A">
      <w:pPr>
        <w:rPr>
          <w:rFonts w:cs="Georgia"/>
          <w:kern w:val="1"/>
        </w:rPr>
      </w:pPr>
      <w:r>
        <w:rPr>
          <w:rFonts w:cs="Georgia"/>
          <w:kern w:val="1"/>
        </w:rPr>
        <w:t>Le valet prit les devants</w:t>
      </w:r>
      <w:r w:rsidR="000E1451">
        <w:rPr>
          <w:rFonts w:cs="Georgia"/>
          <w:kern w:val="1"/>
        </w:rPr>
        <w:t xml:space="preserve">, </w:t>
      </w:r>
      <w:r>
        <w:rPr>
          <w:rFonts w:cs="Georgia"/>
          <w:kern w:val="1"/>
        </w:rPr>
        <w:t>et je demeurai avec Axelle</w:t>
      </w:r>
      <w:r w:rsidR="000E1451">
        <w:rPr>
          <w:rFonts w:cs="Georgia"/>
          <w:kern w:val="1"/>
        </w:rPr>
        <w:t xml:space="preserve">. </w:t>
      </w:r>
      <w:r>
        <w:rPr>
          <w:rFonts w:cs="Georgia"/>
          <w:kern w:val="1"/>
        </w:rPr>
        <w:t>Elle réglait notre pas</w:t>
      </w:r>
      <w:r w:rsidR="000E1451">
        <w:rPr>
          <w:rFonts w:cs="Georgia"/>
          <w:kern w:val="1"/>
        </w:rPr>
        <w:t xml:space="preserve">, </w:t>
      </w:r>
      <w:r>
        <w:rPr>
          <w:rFonts w:cs="Georgia"/>
          <w:kern w:val="1"/>
        </w:rPr>
        <w:t>et ce fut très lentement que nous nous remîmes à avancer</w:t>
      </w:r>
      <w:r w:rsidR="000E1451">
        <w:rPr>
          <w:rFonts w:cs="Georgia"/>
          <w:kern w:val="1"/>
        </w:rPr>
        <w:t xml:space="preserve">. </w:t>
      </w:r>
      <w:r>
        <w:rPr>
          <w:rFonts w:cs="Georgia"/>
          <w:kern w:val="1"/>
        </w:rPr>
        <w:t>Depuis la venue de Dietrich</w:t>
      </w:r>
      <w:r w:rsidR="000E1451">
        <w:rPr>
          <w:rFonts w:cs="Georgia"/>
          <w:kern w:val="1"/>
        </w:rPr>
        <w:t xml:space="preserve">, </w:t>
      </w:r>
      <w:r>
        <w:rPr>
          <w:rFonts w:cs="Georgia"/>
          <w:kern w:val="1"/>
        </w:rPr>
        <w:t>c</w:t>
      </w:r>
      <w:r w:rsidR="000E1451">
        <w:rPr>
          <w:rFonts w:cs="Georgia"/>
          <w:kern w:val="1"/>
        </w:rPr>
        <w:t>’</w:t>
      </w:r>
      <w:r>
        <w:rPr>
          <w:rFonts w:cs="Georgia"/>
          <w:kern w:val="1"/>
        </w:rPr>
        <w:t>était la première fois que j</w:t>
      </w:r>
      <w:r w:rsidR="000E1451">
        <w:rPr>
          <w:rFonts w:cs="Georgia"/>
          <w:kern w:val="1"/>
        </w:rPr>
        <w:t>’</w:t>
      </w:r>
      <w:r>
        <w:rPr>
          <w:rFonts w:cs="Georgia"/>
          <w:kern w:val="1"/>
        </w:rPr>
        <w:t>étais seul avec elle</w:t>
      </w:r>
      <w:r w:rsidR="000E1451">
        <w:rPr>
          <w:rFonts w:cs="Georgia"/>
          <w:kern w:val="1"/>
        </w:rPr>
        <w:t xml:space="preserve">. </w:t>
      </w:r>
      <w:r>
        <w:rPr>
          <w:rFonts w:cs="Georgia"/>
          <w:kern w:val="1"/>
        </w:rPr>
        <w:t>Nous sentions que quelque chose avait eu lieu</w:t>
      </w:r>
      <w:r w:rsidR="000E1451">
        <w:rPr>
          <w:rFonts w:cs="Georgia"/>
          <w:kern w:val="1"/>
        </w:rPr>
        <w:t xml:space="preserve">, </w:t>
      </w:r>
      <w:r>
        <w:rPr>
          <w:rFonts w:cs="Georgia"/>
          <w:kern w:val="1"/>
        </w:rPr>
        <w:t>qui nous contraignait à regarder désormais en nous-mêmes avec plus de franchise et de clairvoyance</w:t>
      </w:r>
      <w:r w:rsidR="000E1451">
        <w:rPr>
          <w:rFonts w:cs="Georgia"/>
          <w:kern w:val="1"/>
        </w:rPr>
        <w:t xml:space="preserve">. </w:t>
      </w:r>
      <w:r>
        <w:rPr>
          <w:rFonts w:cs="Georgia"/>
          <w:kern w:val="1"/>
        </w:rPr>
        <w:t>Cependant</w:t>
      </w:r>
      <w:r w:rsidR="000E1451">
        <w:rPr>
          <w:rFonts w:cs="Georgia"/>
          <w:kern w:val="1"/>
        </w:rPr>
        <w:t xml:space="preserve">, </w:t>
      </w:r>
      <w:r>
        <w:rPr>
          <w:rFonts w:cs="Georgia"/>
          <w:kern w:val="1"/>
        </w:rPr>
        <w:t>pour se donner une attitude</w:t>
      </w:r>
      <w:r w:rsidR="000E1451">
        <w:rPr>
          <w:rFonts w:cs="Georgia"/>
          <w:kern w:val="1"/>
        </w:rPr>
        <w:t xml:space="preserve">, </w:t>
      </w:r>
      <w:r>
        <w:rPr>
          <w:rFonts w:cs="Georgia"/>
          <w:kern w:val="1"/>
        </w:rPr>
        <w:t>elle continuait de parler</w:t>
      </w:r>
      <w:r w:rsidR="000E1451">
        <w:rPr>
          <w:rFonts w:cs="Georgia"/>
          <w:kern w:val="1"/>
        </w:rPr>
        <w:t xml:space="preserve">, </w:t>
      </w:r>
      <w:r>
        <w:rPr>
          <w:rFonts w:cs="Georgia"/>
          <w:kern w:val="1"/>
        </w:rPr>
        <w:t>bien que sa volubilité fût</w:t>
      </w:r>
      <w:r w:rsidR="000E1451">
        <w:rPr>
          <w:rFonts w:cs="Georgia"/>
          <w:kern w:val="1"/>
        </w:rPr>
        <w:t xml:space="preserve">, </w:t>
      </w:r>
      <w:r>
        <w:rPr>
          <w:rFonts w:cs="Georgia"/>
          <w:kern w:val="1"/>
        </w:rPr>
        <w:t>à elle seule</w:t>
      </w:r>
      <w:r w:rsidR="000E1451">
        <w:rPr>
          <w:rFonts w:cs="Georgia"/>
          <w:kern w:val="1"/>
        </w:rPr>
        <w:t xml:space="preserve">, </w:t>
      </w:r>
      <w:r>
        <w:rPr>
          <w:rFonts w:cs="Georgia"/>
          <w:kern w:val="1"/>
        </w:rPr>
        <w:t>le meilleur aveu de son trouble</w:t>
      </w:r>
      <w:r w:rsidR="000E1451">
        <w:rPr>
          <w:rFonts w:cs="Georgia"/>
          <w:kern w:val="1"/>
        </w:rPr>
        <w:t xml:space="preserve">. </w:t>
      </w:r>
      <w:r>
        <w:rPr>
          <w:rFonts w:cs="Georgia"/>
          <w:kern w:val="1"/>
        </w:rPr>
        <w:t>Elle m</w:t>
      </w:r>
      <w:r w:rsidR="000E1451">
        <w:rPr>
          <w:rFonts w:cs="Georgia"/>
          <w:kern w:val="1"/>
        </w:rPr>
        <w:t>’</w:t>
      </w:r>
      <w:r>
        <w:rPr>
          <w:rFonts w:cs="Georgia"/>
          <w:kern w:val="1"/>
        </w:rPr>
        <w:t>expliquait quelles modifications elle désirait voir apporter à l</w:t>
      </w:r>
      <w:r w:rsidR="000E1451">
        <w:rPr>
          <w:rFonts w:cs="Georgia"/>
          <w:kern w:val="1"/>
        </w:rPr>
        <w:t>’</w:t>
      </w:r>
      <w:r>
        <w:rPr>
          <w:rFonts w:cs="Georgia"/>
          <w:kern w:val="1"/>
        </w:rPr>
        <w:t>éclairage de sa chambre</w:t>
      </w:r>
      <w:r w:rsidR="000E1451">
        <w:rPr>
          <w:rFonts w:cs="Georgia"/>
          <w:kern w:val="1"/>
        </w:rPr>
        <w:t xml:space="preserve">. </w:t>
      </w:r>
      <w:r>
        <w:rPr>
          <w:rFonts w:cs="Georgia"/>
          <w:kern w:val="1"/>
        </w:rPr>
        <w:t>Je l</w:t>
      </w:r>
      <w:r w:rsidR="000E1451">
        <w:rPr>
          <w:rFonts w:cs="Georgia"/>
          <w:kern w:val="1"/>
        </w:rPr>
        <w:t>’</w:t>
      </w:r>
      <w:r>
        <w:rPr>
          <w:rFonts w:cs="Georgia"/>
          <w:kern w:val="1"/>
        </w:rPr>
        <w:t>écoutais d</w:t>
      </w:r>
      <w:r w:rsidR="000E1451">
        <w:rPr>
          <w:rFonts w:cs="Georgia"/>
          <w:kern w:val="1"/>
        </w:rPr>
        <w:t>’</w:t>
      </w:r>
      <w:r>
        <w:rPr>
          <w:rFonts w:cs="Georgia"/>
          <w:kern w:val="1"/>
        </w:rPr>
        <w:t>un air de reproche morne</w:t>
      </w:r>
      <w:r w:rsidR="000E1451">
        <w:rPr>
          <w:rFonts w:cs="Georgia"/>
          <w:kern w:val="1"/>
        </w:rPr>
        <w:t>.</w:t>
      </w:r>
    </w:p>
    <w:p w14:paraId="292F1435" w14:textId="77777777" w:rsidR="000E1451" w:rsidRDefault="000E1451" w:rsidP="00BE611A">
      <w:pPr>
        <w:rPr>
          <w:rFonts w:cs="Georgia"/>
          <w:kern w:val="1"/>
        </w:rPr>
      </w:pPr>
      <w:r>
        <w:rPr>
          <w:rFonts w:cs="Georgia"/>
          <w:kern w:val="1"/>
        </w:rPr>
        <w:t>— </w:t>
      </w:r>
      <w:r w:rsidR="00BE611A">
        <w:rPr>
          <w:rFonts w:cs="Georgia"/>
          <w:kern w:val="1"/>
        </w:rPr>
        <w:t>Est-ce vraiment pour cela que vous m</w:t>
      </w:r>
      <w:r>
        <w:rPr>
          <w:rFonts w:cs="Georgia"/>
          <w:kern w:val="1"/>
        </w:rPr>
        <w:t>’</w:t>
      </w:r>
      <w:r w:rsidR="00BE611A">
        <w:rPr>
          <w:rFonts w:cs="Georgia"/>
          <w:kern w:val="1"/>
        </w:rPr>
        <w:t>avez retenu</w:t>
      </w:r>
      <w:r>
        <w:rPr>
          <w:rFonts w:cs="Georgia"/>
          <w:kern w:val="1"/>
        </w:rPr>
        <w:t xml:space="preserve"> ? </w:t>
      </w:r>
      <w:r w:rsidR="00BE611A">
        <w:rPr>
          <w:rFonts w:cs="Georgia"/>
          <w:kern w:val="1"/>
        </w:rPr>
        <w:t>lui dis-je enfin</w:t>
      </w:r>
      <w:r>
        <w:rPr>
          <w:rFonts w:cs="Georgia"/>
          <w:kern w:val="1"/>
        </w:rPr>
        <w:t xml:space="preserve">. </w:t>
      </w:r>
      <w:r w:rsidR="00BE611A">
        <w:rPr>
          <w:rFonts w:cs="Georgia"/>
          <w:kern w:val="1"/>
        </w:rPr>
        <w:t>Je comprendrais beaucoup mieux</w:t>
      </w:r>
      <w:r>
        <w:rPr>
          <w:rFonts w:cs="Georgia"/>
          <w:kern w:val="1"/>
        </w:rPr>
        <w:t xml:space="preserve">, </w:t>
      </w:r>
      <w:r w:rsidR="00BE611A">
        <w:rPr>
          <w:rFonts w:cs="Georgia"/>
          <w:kern w:val="1"/>
        </w:rPr>
        <w:t>sur place</w:t>
      </w:r>
      <w:r>
        <w:rPr>
          <w:rFonts w:cs="Georgia"/>
          <w:kern w:val="1"/>
        </w:rPr>
        <w:t xml:space="preserve">, </w:t>
      </w:r>
      <w:r w:rsidR="00BE611A">
        <w:rPr>
          <w:rFonts w:cs="Georgia"/>
          <w:kern w:val="1"/>
        </w:rPr>
        <w:t>ce que vous voulez</w:t>
      </w:r>
      <w:r>
        <w:rPr>
          <w:rFonts w:cs="Georgia"/>
          <w:kern w:val="1"/>
        </w:rPr>
        <w:t>.</w:t>
      </w:r>
    </w:p>
    <w:p w14:paraId="0E270AC0" w14:textId="77777777" w:rsidR="000E1451" w:rsidRDefault="00BE611A" w:rsidP="00BE611A">
      <w:pPr>
        <w:rPr>
          <w:rFonts w:cs="Georgia"/>
          <w:kern w:val="1"/>
        </w:rPr>
      </w:pPr>
      <w:r>
        <w:rPr>
          <w:rFonts w:cs="Georgia"/>
          <w:kern w:val="1"/>
        </w:rPr>
        <w:t>Elle appartenait à cette rare catégorie d</w:t>
      </w:r>
      <w:r w:rsidR="000E1451">
        <w:rPr>
          <w:rFonts w:cs="Georgia"/>
          <w:kern w:val="1"/>
        </w:rPr>
        <w:t>’</w:t>
      </w:r>
      <w:r>
        <w:rPr>
          <w:rFonts w:cs="Georgia"/>
          <w:kern w:val="1"/>
        </w:rPr>
        <w:t>êtres qui ont de la reconnaissance pour qui les oblige à parler net</w:t>
      </w:r>
      <w:r w:rsidR="000E1451">
        <w:rPr>
          <w:rFonts w:cs="Georgia"/>
          <w:kern w:val="1"/>
        </w:rPr>
        <w:t xml:space="preserve">. </w:t>
      </w:r>
      <w:r>
        <w:rPr>
          <w:rFonts w:cs="Georgia"/>
          <w:kern w:val="1"/>
        </w:rPr>
        <w:t>À mon observation</w:t>
      </w:r>
      <w:r w:rsidR="000E1451">
        <w:rPr>
          <w:rFonts w:cs="Georgia"/>
          <w:kern w:val="1"/>
        </w:rPr>
        <w:t xml:space="preserve">, </w:t>
      </w:r>
      <w:r>
        <w:rPr>
          <w:rFonts w:cs="Georgia"/>
          <w:kern w:val="1"/>
        </w:rPr>
        <w:t>je la vis qui relevait la tête fièrement</w:t>
      </w:r>
      <w:r w:rsidR="000E1451">
        <w:rPr>
          <w:rFonts w:cs="Georgia"/>
          <w:kern w:val="1"/>
        </w:rPr>
        <w:t>.</w:t>
      </w:r>
    </w:p>
    <w:p w14:paraId="0AD424E5" w14:textId="77777777" w:rsidR="000E1451" w:rsidRDefault="000E1451" w:rsidP="00BE611A">
      <w:pPr>
        <w:rPr>
          <w:rFonts w:cs="Georgia"/>
          <w:kern w:val="1"/>
        </w:rPr>
      </w:pPr>
      <w:r>
        <w:rPr>
          <w:rFonts w:cs="Georgia"/>
          <w:kern w:val="1"/>
        </w:rPr>
        <w:t>— </w:t>
      </w:r>
      <w:r w:rsidR="00BE611A">
        <w:rPr>
          <w:rFonts w:cs="Georgia"/>
          <w:kern w:val="1"/>
        </w:rPr>
        <w:t>Pourquoi ne pas dire la vérité</w:t>
      </w:r>
      <w:r>
        <w:rPr>
          <w:rFonts w:cs="Georgia"/>
          <w:kern w:val="1"/>
        </w:rPr>
        <w:t xml:space="preserve"> ? </w:t>
      </w:r>
      <w:r w:rsidR="00BE611A">
        <w:rPr>
          <w:rFonts w:cs="Georgia"/>
          <w:kern w:val="1"/>
        </w:rPr>
        <w:t>Si j</w:t>
      </w:r>
      <w:r>
        <w:rPr>
          <w:rFonts w:cs="Georgia"/>
          <w:kern w:val="1"/>
        </w:rPr>
        <w:t>’</w:t>
      </w:r>
      <w:r w:rsidR="00BE611A">
        <w:rPr>
          <w:rFonts w:cs="Georgia"/>
          <w:kern w:val="1"/>
        </w:rPr>
        <w:t>ai agi ainsi</w:t>
      </w:r>
      <w:r>
        <w:rPr>
          <w:rFonts w:cs="Georgia"/>
          <w:kern w:val="1"/>
        </w:rPr>
        <w:t xml:space="preserve">, </w:t>
      </w:r>
      <w:r w:rsidR="00BE611A">
        <w:rPr>
          <w:rFonts w:cs="Georgia"/>
          <w:kern w:val="1"/>
        </w:rPr>
        <w:t>c</w:t>
      </w:r>
      <w:r>
        <w:rPr>
          <w:rFonts w:cs="Georgia"/>
          <w:kern w:val="1"/>
        </w:rPr>
        <w:t>’</w:t>
      </w:r>
      <w:r w:rsidR="00BE611A">
        <w:rPr>
          <w:rFonts w:cs="Georgia"/>
          <w:kern w:val="1"/>
        </w:rPr>
        <w:t>est que j</w:t>
      </w:r>
      <w:r>
        <w:rPr>
          <w:rFonts w:cs="Georgia"/>
          <w:kern w:val="1"/>
        </w:rPr>
        <w:t>’</w:t>
      </w:r>
      <w:r w:rsidR="00BE611A">
        <w:rPr>
          <w:rFonts w:cs="Georgia"/>
          <w:kern w:val="1"/>
        </w:rPr>
        <w:t>étais heureuse de me retrouver seule avec vous pendant quelques instants</w:t>
      </w:r>
      <w:r>
        <w:rPr>
          <w:rFonts w:cs="Georgia"/>
          <w:kern w:val="1"/>
        </w:rPr>
        <w:t xml:space="preserve">, </w:t>
      </w:r>
      <w:r w:rsidR="00BE611A">
        <w:rPr>
          <w:rFonts w:cs="Georgia"/>
          <w:kern w:val="1"/>
        </w:rPr>
        <w:t>le plus loin possible de tout</w:t>
      </w:r>
      <w:r>
        <w:rPr>
          <w:rFonts w:cs="Georgia"/>
          <w:kern w:val="1"/>
        </w:rPr>
        <w:t>.</w:t>
      </w:r>
    </w:p>
    <w:p w14:paraId="07982110" w14:textId="77777777" w:rsidR="00BE611A" w:rsidRDefault="00BE611A" w:rsidP="00BE611A">
      <w:pPr>
        <w:rPr>
          <w:rFonts w:cs="Georgia"/>
          <w:kern w:val="1"/>
        </w:rPr>
      </w:pPr>
    </w:p>
    <w:p w14:paraId="72391B4E" w14:textId="77777777" w:rsidR="000E1451" w:rsidRDefault="00BE611A" w:rsidP="00BE611A">
      <w:pPr>
        <w:rPr>
          <w:rFonts w:cs="Georgia"/>
          <w:kern w:val="1"/>
        </w:rPr>
      </w:pPr>
      <w:r>
        <w:rPr>
          <w:rFonts w:cs="Georgia"/>
          <w:kern w:val="1"/>
        </w:rPr>
        <w:t>Mon trésor n</w:t>
      </w:r>
      <w:r w:rsidR="000E1451">
        <w:rPr>
          <w:rFonts w:cs="Georgia"/>
          <w:kern w:val="1"/>
        </w:rPr>
        <w:t>’</w:t>
      </w:r>
      <w:r>
        <w:rPr>
          <w:rFonts w:cs="Georgia"/>
          <w:kern w:val="1"/>
        </w:rPr>
        <w:t>est riche que de bien peu de souvenirs semblables</w:t>
      </w:r>
      <w:r w:rsidR="000E1451">
        <w:rPr>
          <w:rFonts w:cs="Georgia"/>
          <w:kern w:val="1"/>
        </w:rPr>
        <w:t xml:space="preserve">. </w:t>
      </w:r>
      <w:r>
        <w:rPr>
          <w:rFonts w:cs="Georgia"/>
          <w:kern w:val="1"/>
        </w:rPr>
        <w:t>Lorsque c</w:t>
      </w:r>
      <w:r w:rsidR="000E1451">
        <w:rPr>
          <w:rFonts w:cs="Georgia"/>
          <w:kern w:val="1"/>
        </w:rPr>
        <w:t>’</w:t>
      </w:r>
      <w:r>
        <w:rPr>
          <w:rFonts w:cs="Georgia"/>
          <w:kern w:val="1"/>
        </w:rPr>
        <w:t>est le tour de l</w:t>
      </w:r>
      <w:r w:rsidR="000E1451">
        <w:rPr>
          <w:rFonts w:cs="Georgia"/>
          <w:kern w:val="1"/>
        </w:rPr>
        <w:t>’</w:t>
      </w:r>
      <w:r>
        <w:rPr>
          <w:rFonts w:cs="Georgia"/>
          <w:kern w:val="1"/>
        </w:rPr>
        <w:t>un d</w:t>
      </w:r>
      <w:r w:rsidR="000E1451">
        <w:rPr>
          <w:rFonts w:cs="Georgia"/>
          <w:kern w:val="1"/>
        </w:rPr>
        <w:t>’</w:t>
      </w:r>
      <w:r>
        <w:rPr>
          <w:rFonts w:cs="Georgia"/>
          <w:kern w:val="1"/>
        </w:rPr>
        <w:t>eux d</w:t>
      </w:r>
      <w:r w:rsidR="000E1451">
        <w:rPr>
          <w:rFonts w:cs="Georgia"/>
          <w:kern w:val="1"/>
        </w:rPr>
        <w:t>’</w:t>
      </w:r>
      <w:r>
        <w:rPr>
          <w:rFonts w:cs="Georgia"/>
          <w:kern w:val="1"/>
        </w:rPr>
        <w:t>être évoqué</w:t>
      </w:r>
      <w:r w:rsidR="000E1451">
        <w:rPr>
          <w:rFonts w:cs="Georgia"/>
          <w:kern w:val="1"/>
        </w:rPr>
        <w:t xml:space="preserve">, </w:t>
      </w:r>
      <w:r>
        <w:rPr>
          <w:rFonts w:cs="Georgia"/>
          <w:kern w:val="1"/>
        </w:rPr>
        <w:t>il faut qu</w:t>
      </w:r>
      <w:r w:rsidR="000E1451">
        <w:rPr>
          <w:rFonts w:cs="Georgia"/>
          <w:kern w:val="1"/>
        </w:rPr>
        <w:t>’</w:t>
      </w:r>
      <w:r>
        <w:rPr>
          <w:rFonts w:cs="Georgia"/>
          <w:kern w:val="1"/>
        </w:rPr>
        <w:t>on me laisse tout à loisir m</w:t>
      </w:r>
      <w:r w:rsidR="000E1451">
        <w:rPr>
          <w:rFonts w:cs="Georgia"/>
          <w:kern w:val="1"/>
        </w:rPr>
        <w:t>’</w:t>
      </w:r>
      <w:r>
        <w:rPr>
          <w:rFonts w:cs="Georgia"/>
          <w:kern w:val="1"/>
        </w:rPr>
        <w:t>y arrêter</w:t>
      </w:r>
      <w:r w:rsidR="000E1451">
        <w:rPr>
          <w:rFonts w:cs="Georgia"/>
          <w:kern w:val="1"/>
        </w:rPr>
        <w:t xml:space="preserve">. </w:t>
      </w:r>
      <w:r>
        <w:rPr>
          <w:rFonts w:cs="Georgia"/>
          <w:kern w:val="1"/>
        </w:rPr>
        <w:t>Je veux pouvoir faire luire et reluire ses facettes</w:t>
      </w:r>
      <w:r w:rsidR="000E1451">
        <w:rPr>
          <w:rFonts w:cs="Georgia"/>
          <w:kern w:val="1"/>
        </w:rPr>
        <w:t xml:space="preserve">, </w:t>
      </w:r>
      <w:r>
        <w:rPr>
          <w:rFonts w:cs="Georgia"/>
          <w:kern w:val="1"/>
        </w:rPr>
        <w:t>essayer de lui découvrir un feu nouveau</w:t>
      </w:r>
      <w:r w:rsidR="000E1451">
        <w:rPr>
          <w:rFonts w:cs="Georgia"/>
          <w:kern w:val="1"/>
        </w:rPr>
        <w:t xml:space="preserve">, </w:t>
      </w:r>
      <w:r>
        <w:rPr>
          <w:rFonts w:cs="Georgia"/>
          <w:kern w:val="1"/>
        </w:rPr>
        <w:t>une beauté</w:t>
      </w:r>
      <w:r w:rsidR="000E1451">
        <w:rPr>
          <w:rFonts w:cs="Georgia"/>
          <w:kern w:val="1"/>
        </w:rPr>
        <w:t xml:space="preserve">, </w:t>
      </w:r>
      <w:r>
        <w:rPr>
          <w:rFonts w:cs="Georgia"/>
          <w:kern w:val="1"/>
        </w:rPr>
        <w:t xml:space="preserve">une profondeur </w:t>
      </w:r>
      <w:r>
        <w:rPr>
          <w:rFonts w:cs="Georgia"/>
          <w:kern w:val="1"/>
        </w:rPr>
        <w:lastRenderedPageBreak/>
        <w:t>jusqu</w:t>
      </w:r>
      <w:r w:rsidR="000E1451">
        <w:rPr>
          <w:rFonts w:cs="Georgia"/>
          <w:kern w:val="1"/>
        </w:rPr>
        <w:t>’</w:t>
      </w:r>
      <w:r>
        <w:rPr>
          <w:rFonts w:cs="Georgia"/>
          <w:kern w:val="1"/>
        </w:rPr>
        <w:t>à ce jour insoupçonnée</w:t>
      </w:r>
      <w:r w:rsidR="000E1451">
        <w:rPr>
          <w:rFonts w:cs="Georgia"/>
          <w:kern w:val="1"/>
        </w:rPr>
        <w:t>. « </w:t>
      </w:r>
      <w:r>
        <w:rPr>
          <w:rFonts w:cs="Georgia"/>
          <w:kern w:val="1"/>
        </w:rPr>
        <w:t>Je suis heureuse de me retrouver seule avec vous</w:t>
      </w:r>
      <w:r w:rsidR="000E1451">
        <w:rPr>
          <w:rFonts w:cs="Georgia"/>
          <w:kern w:val="1"/>
        </w:rPr>
        <w:t> ! »</w:t>
      </w:r>
      <w:r>
        <w:rPr>
          <w:rFonts w:cs="Georgia"/>
          <w:kern w:val="1"/>
        </w:rPr>
        <w:t xml:space="preserve"> Elle m</w:t>
      </w:r>
      <w:r w:rsidR="000E1451">
        <w:rPr>
          <w:rFonts w:cs="Georgia"/>
          <w:kern w:val="1"/>
        </w:rPr>
        <w:t>’</w:t>
      </w:r>
      <w:r>
        <w:rPr>
          <w:rFonts w:cs="Georgia"/>
          <w:kern w:val="1"/>
        </w:rPr>
        <w:t>avait dit cette phrase d</w:t>
      </w:r>
      <w:r w:rsidR="000E1451">
        <w:rPr>
          <w:rFonts w:cs="Georgia"/>
          <w:kern w:val="1"/>
        </w:rPr>
        <w:t>’</w:t>
      </w:r>
      <w:r>
        <w:rPr>
          <w:rFonts w:cs="Georgia"/>
          <w:kern w:val="1"/>
        </w:rPr>
        <w:t>une voix ferme</w:t>
      </w:r>
      <w:r w:rsidR="000E1451">
        <w:rPr>
          <w:rFonts w:cs="Georgia"/>
          <w:kern w:val="1"/>
        </w:rPr>
        <w:t xml:space="preserve">, </w:t>
      </w:r>
      <w:r>
        <w:rPr>
          <w:rFonts w:cs="Georgia"/>
          <w:kern w:val="1"/>
        </w:rPr>
        <w:t>sans oser pourtant me regarder</w:t>
      </w:r>
      <w:r w:rsidR="000E1451">
        <w:rPr>
          <w:rFonts w:cs="Georgia"/>
          <w:kern w:val="1"/>
        </w:rPr>
        <w:t xml:space="preserve">. </w:t>
      </w:r>
      <w:r>
        <w:rPr>
          <w:rFonts w:cs="Georgia"/>
          <w:kern w:val="1"/>
        </w:rPr>
        <w:t>Maintenant</w:t>
      </w:r>
      <w:r w:rsidR="000E1451">
        <w:rPr>
          <w:rFonts w:cs="Georgia"/>
          <w:kern w:val="1"/>
        </w:rPr>
        <w:t xml:space="preserve">, </w:t>
      </w:r>
      <w:r>
        <w:rPr>
          <w:rFonts w:cs="Georgia"/>
          <w:kern w:val="1"/>
        </w:rPr>
        <w:t>elle m</w:t>
      </w:r>
      <w:r w:rsidR="000E1451">
        <w:rPr>
          <w:rFonts w:cs="Georgia"/>
          <w:kern w:val="1"/>
        </w:rPr>
        <w:t>’</w:t>
      </w:r>
      <w:r>
        <w:rPr>
          <w:rFonts w:cs="Georgia"/>
          <w:kern w:val="1"/>
        </w:rPr>
        <w:t>apparaissait de profil</w:t>
      </w:r>
      <w:r w:rsidR="000E1451">
        <w:rPr>
          <w:rFonts w:cs="Georgia"/>
          <w:kern w:val="1"/>
        </w:rPr>
        <w:t xml:space="preserve">, </w:t>
      </w:r>
      <w:r>
        <w:rPr>
          <w:rFonts w:cs="Georgia"/>
          <w:kern w:val="1"/>
        </w:rPr>
        <w:t>et ce profil découpait sur le ciel bas son austère grâce juvénile</w:t>
      </w:r>
      <w:r w:rsidR="000E1451">
        <w:rPr>
          <w:rFonts w:cs="Georgia"/>
          <w:kern w:val="1"/>
        </w:rPr>
        <w:t xml:space="preserve">. </w:t>
      </w:r>
      <w:r>
        <w:rPr>
          <w:rFonts w:cs="Georgia"/>
          <w:kern w:val="1"/>
        </w:rPr>
        <w:t>Au fond du paysage</w:t>
      </w:r>
      <w:r w:rsidR="000E1451">
        <w:rPr>
          <w:rFonts w:cs="Georgia"/>
          <w:kern w:val="1"/>
        </w:rPr>
        <w:t xml:space="preserve">, </w:t>
      </w:r>
      <w:r>
        <w:rPr>
          <w:rFonts w:cs="Georgia"/>
          <w:kern w:val="1"/>
        </w:rPr>
        <w:t>dans le halo violâtre des hêtres</w:t>
      </w:r>
      <w:r w:rsidR="000E1451">
        <w:rPr>
          <w:rFonts w:cs="Georgia"/>
          <w:kern w:val="1"/>
        </w:rPr>
        <w:t xml:space="preserve">, </w:t>
      </w:r>
      <w:r>
        <w:rPr>
          <w:rFonts w:cs="Georgia"/>
          <w:kern w:val="1"/>
        </w:rPr>
        <w:t>se dessinait un minuscule château de Reichendorf</w:t>
      </w:r>
      <w:r w:rsidR="000E1451">
        <w:rPr>
          <w:rFonts w:cs="Georgia"/>
          <w:kern w:val="1"/>
        </w:rPr>
        <w:t xml:space="preserve">. </w:t>
      </w:r>
      <w:r>
        <w:rPr>
          <w:rFonts w:cs="Georgia"/>
          <w:kern w:val="1"/>
        </w:rPr>
        <w:t>La distance qui nous en séparait me semblait le gage d</w:t>
      </w:r>
      <w:r w:rsidR="000E1451">
        <w:rPr>
          <w:rFonts w:cs="Georgia"/>
          <w:kern w:val="1"/>
        </w:rPr>
        <w:t>’</w:t>
      </w:r>
      <w:r>
        <w:rPr>
          <w:rFonts w:cs="Georgia"/>
          <w:kern w:val="1"/>
        </w:rPr>
        <w:t>une véritable éternité de bonheur</w:t>
      </w:r>
      <w:r w:rsidR="000E1451">
        <w:rPr>
          <w:rFonts w:cs="Georgia"/>
          <w:kern w:val="1"/>
        </w:rPr>
        <w:t xml:space="preserve">. </w:t>
      </w:r>
      <w:r>
        <w:rPr>
          <w:rFonts w:cs="Georgia"/>
          <w:kern w:val="1"/>
        </w:rPr>
        <w:t>D</w:t>
      </w:r>
      <w:r w:rsidR="000E1451">
        <w:rPr>
          <w:rFonts w:cs="Georgia"/>
          <w:kern w:val="1"/>
        </w:rPr>
        <w:t>’</w:t>
      </w:r>
      <w:r>
        <w:rPr>
          <w:rFonts w:cs="Georgia"/>
          <w:kern w:val="1"/>
        </w:rPr>
        <w:t>instinct</w:t>
      </w:r>
      <w:r w:rsidR="000E1451">
        <w:rPr>
          <w:rFonts w:cs="Georgia"/>
          <w:kern w:val="1"/>
        </w:rPr>
        <w:t xml:space="preserve">, </w:t>
      </w:r>
      <w:r>
        <w:rPr>
          <w:rFonts w:cs="Georgia"/>
          <w:kern w:val="1"/>
        </w:rPr>
        <w:t>notre marche se fit plus lente encore</w:t>
      </w:r>
      <w:r w:rsidR="000E1451">
        <w:rPr>
          <w:rFonts w:cs="Georgia"/>
          <w:kern w:val="1"/>
        </w:rPr>
        <w:t xml:space="preserve">. </w:t>
      </w:r>
      <w:r>
        <w:rPr>
          <w:rFonts w:cs="Georgia"/>
          <w:kern w:val="1"/>
        </w:rPr>
        <w:t>J</w:t>
      </w:r>
      <w:r w:rsidR="000E1451">
        <w:rPr>
          <w:rFonts w:cs="Georgia"/>
          <w:kern w:val="1"/>
        </w:rPr>
        <w:t>’</w:t>
      </w:r>
      <w:r>
        <w:rPr>
          <w:rFonts w:cs="Georgia"/>
          <w:kern w:val="1"/>
        </w:rPr>
        <w:t>étais un peu en arrière d</w:t>
      </w:r>
      <w:r w:rsidR="000E1451">
        <w:rPr>
          <w:rFonts w:cs="Georgia"/>
          <w:kern w:val="1"/>
        </w:rPr>
        <w:t>’</w:t>
      </w:r>
      <w:r>
        <w:rPr>
          <w:rFonts w:cs="Georgia"/>
          <w:kern w:val="1"/>
        </w:rPr>
        <w:t>Axelle</w:t>
      </w:r>
      <w:r w:rsidR="000E1451">
        <w:rPr>
          <w:rFonts w:cs="Georgia"/>
          <w:kern w:val="1"/>
        </w:rPr>
        <w:t xml:space="preserve"> ; </w:t>
      </w:r>
      <w:r>
        <w:rPr>
          <w:rFonts w:cs="Georgia"/>
          <w:kern w:val="1"/>
        </w:rPr>
        <w:t>je voyais à chacun de ses pas</w:t>
      </w:r>
      <w:r w:rsidR="000E1451">
        <w:rPr>
          <w:rFonts w:cs="Georgia"/>
          <w:kern w:val="1"/>
        </w:rPr>
        <w:t xml:space="preserve">, </w:t>
      </w:r>
      <w:r>
        <w:rPr>
          <w:rFonts w:cs="Georgia"/>
          <w:kern w:val="1"/>
        </w:rPr>
        <w:t>avec une émotion que rien ne me fera plus jamais revivre</w:t>
      </w:r>
      <w:r w:rsidR="000E1451">
        <w:rPr>
          <w:rFonts w:cs="Georgia"/>
          <w:kern w:val="1"/>
        </w:rPr>
        <w:t xml:space="preserve">, </w:t>
      </w:r>
      <w:r>
        <w:rPr>
          <w:rFonts w:cs="Georgia"/>
          <w:kern w:val="1"/>
        </w:rPr>
        <w:t>la légère empreinte de ses souliers qui</w:t>
      </w:r>
      <w:r w:rsidR="000E1451">
        <w:rPr>
          <w:rFonts w:cs="Georgia"/>
          <w:kern w:val="1"/>
        </w:rPr>
        <w:t xml:space="preserve">, </w:t>
      </w:r>
      <w:r>
        <w:rPr>
          <w:rFonts w:cs="Georgia"/>
          <w:kern w:val="1"/>
        </w:rPr>
        <w:t>sitôt imprimée sur le sable mou</w:t>
      </w:r>
      <w:r w:rsidR="000E1451">
        <w:rPr>
          <w:rFonts w:cs="Georgia"/>
          <w:kern w:val="1"/>
        </w:rPr>
        <w:t xml:space="preserve">, </w:t>
      </w:r>
      <w:r>
        <w:rPr>
          <w:rFonts w:cs="Georgia"/>
          <w:kern w:val="1"/>
        </w:rPr>
        <w:t>commençait à se fondre et à disparaître</w:t>
      </w:r>
      <w:r w:rsidR="000E1451">
        <w:rPr>
          <w:rFonts w:cs="Georgia"/>
          <w:kern w:val="1"/>
        </w:rPr>
        <w:t xml:space="preserve">. </w:t>
      </w:r>
      <w:r>
        <w:rPr>
          <w:rFonts w:cs="Georgia"/>
          <w:kern w:val="1"/>
        </w:rPr>
        <w:t>La pâle lumière rampante à la surface des étangs était encore plus dépouillée</w:t>
      </w:r>
      <w:r w:rsidR="000E1451">
        <w:rPr>
          <w:rFonts w:cs="Georgia"/>
          <w:kern w:val="1"/>
        </w:rPr>
        <w:t xml:space="preserve">, </w:t>
      </w:r>
      <w:r>
        <w:rPr>
          <w:rFonts w:cs="Georgia"/>
          <w:kern w:val="1"/>
        </w:rPr>
        <w:t>plus alanguie que de coutume</w:t>
      </w:r>
      <w:r w:rsidR="000E1451">
        <w:rPr>
          <w:rFonts w:cs="Georgia"/>
          <w:kern w:val="1"/>
        </w:rPr>
        <w:t>.</w:t>
      </w:r>
    </w:p>
    <w:p w14:paraId="13D97DE5" w14:textId="77777777" w:rsidR="000E1451" w:rsidRDefault="00BE611A" w:rsidP="00BE611A">
      <w:pPr>
        <w:rPr>
          <w:rFonts w:cs="Georgia"/>
          <w:kern w:val="1"/>
        </w:rPr>
      </w:pPr>
      <w:r>
        <w:rPr>
          <w:rFonts w:cs="Georgia"/>
          <w:kern w:val="1"/>
        </w:rPr>
        <w:t>Nous arrivâmes au bouquet d</w:t>
      </w:r>
      <w:r w:rsidR="000E1451">
        <w:rPr>
          <w:rFonts w:cs="Georgia"/>
          <w:kern w:val="1"/>
        </w:rPr>
        <w:t>’</w:t>
      </w:r>
      <w:r>
        <w:rPr>
          <w:rFonts w:cs="Georgia"/>
          <w:kern w:val="1"/>
        </w:rPr>
        <w:t>arbustes</w:t>
      </w:r>
      <w:r w:rsidR="000E1451">
        <w:rPr>
          <w:rFonts w:cs="Georgia"/>
          <w:kern w:val="1"/>
        </w:rPr>
        <w:t xml:space="preserve">. </w:t>
      </w:r>
      <w:r>
        <w:rPr>
          <w:rFonts w:cs="Georgia"/>
          <w:kern w:val="1"/>
        </w:rPr>
        <w:t>Un peu de brise</w:t>
      </w:r>
      <w:r w:rsidR="000E1451">
        <w:rPr>
          <w:rFonts w:cs="Georgia"/>
          <w:kern w:val="1"/>
        </w:rPr>
        <w:t xml:space="preserve">, </w:t>
      </w:r>
      <w:r>
        <w:rPr>
          <w:rFonts w:cs="Georgia"/>
          <w:kern w:val="1"/>
        </w:rPr>
        <w:t>qui venait de se lever</w:t>
      </w:r>
      <w:r w:rsidR="000E1451">
        <w:rPr>
          <w:rFonts w:cs="Georgia"/>
          <w:kern w:val="1"/>
        </w:rPr>
        <w:t xml:space="preserve">, </w:t>
      </w:r>
      <w:r>
        <w:rPr>
          <w:rFonts w:cs="Georgia"/>
          <w:kern w:val="1"/>
        </w:rPr>
        <w:t>communiquait aux feuilles blanches des bouleaux son frémissement</w:t>
      </w:r>
      <w:r w:rsidR="000E1451">
        <w:rPr>
          <w:rFonts w:cs="Georgia"/>
          <w:kern w:val="1"/>
        </w:rPr>
        <w:t xml:space="preserve">. </w:t>
      </w:r>
      <w:r>
        <w:rPr>
          <w:rFonts w:cs="Georgia"/>
          <w:kern w:val="1"/>
        </w:rPr>
        <w:t>Le râle noir s</w:t>
      </w:r>
      <w:r w:rsidR="000E1451">
        <w:rPr>
          <w:rFonts w:cs="Georgia"/>
          <w:kern w:val="1"/>
        </w:rPr>
        <w:t>’</w:t>
      </w:r>
      <w:r>
        <w:rPr>
          <w:rFonts w:cs="Georgia"/>
          <w:kern w:val="1"/>
        </w:rPr>
        <w:t>envola et vint se reposer aussitôt</w:t>
      </w:r>
      <w:r w:rsidR="000E1451">
        <w:rPr>
          <w:rFonts w:cs="Georgia"/>
          <w:kern w:val="1"/>
        </w:rPr>
        <w:t xml:space="preserve">, </w:t>
      </w:r>
      <w:r>
        <w:rPr>
          <w:rFonts w:cs="Georgia"/>
          <w:kern w:val="1"/>
        </w:rPr>
        <w:t>à son habitude</w:t>
      </w:r>
      <w:r w:rsidR="000E1451">
        <w:rPr>
          <w:rFonts w:cs="Georgia"/>
          <w:kern w:val="1"/>
        </w:rPr>
        <w:t>.</w:t>
      </w:r>
    </w:p>
    <w:p w14:paraId="19BF65BA" w14:textId="77777777" w:rsidR="000E1451" w:rsidRDefault="00BE611A" w:rsidP="00BE611A">
      <w:pPr>
        <w:rPr>
          <w:rFonts w:cs="Georgia"/>
          <w:kern w:val="1"/>
        </w:rPr>
      </w:pPr>
      <w:r>
        <w:rPr>
          <w:rFonts w:cs="Georgia"/>
          <w:kern w:val="1"/>
        </w:rPr>
        <w:t>À mesure que la matinée avançait</w:t>
      </w:r>
      <w:r w:rsidR="000E1451">
        <w:rPr>
          <w:rFonts w:cs="Georgia"/>
          <w:kern w:val="1"/>
        </w:rPr>
        <w:t xml:space="preserve">, </w:t>
      </w:r>
      <w:r>
        <w:rPr>
          <w:rFonts w:cs="Georgia"/>
          <w:kern w:val="1"/>
        </w:rPr>
        <w:t>la température se faisait plus pesante</w:t>
      </w:r>
      <w:r w:rsidR="000E1451">
        <w:rPr>
          <w:rFonts w:cs="Georgia"/>
          <w:kern w:val="1"/>
        </w:rPr>
        <w:t xml:space="preserve">. </w:t>
      </w:r>
      <w:r>
        <w:rPr>
          <w:rFonts w:cs="Georgia"/>
          <w:kern w:val="1"/>
        </w:rPr>
        <w:t>Axelle dégrafa son manteau</w:t>
      </w:r>
      <w:r w:rsidR="000E1451">
        <w:rPr>
          <w:rFonts w:cs="Georgia"/>
          <w:kern w:val="1"/>
        </w:rPr>
        <w:t xml:space="preserve">. </w:t>
      </w:r>
      <w:r>
        <w:rPr>
          <w:rFonts w:cs="Georgia"/>
          <w:kern w:val="1"/>
        </w:rPr>
        <w:t>J</w:t>
      </w:r>
      <w:r w:rsidR="000E1451">
        <w:rPr>
          <w:rFonts w:cs="Georgia"/>
          <w:kern w:val="1"/>
        </w:rPr>
        <w:t>’</w:t>
      </w:r>
      <w:r>
        <w:rPr>
          <w:rFonts w:cs="Georgia"/>
          <w:kern w:val="1"/>
        </w:rPr>
        <w:t>aperçus quelques grains de son collier d</w:t>
      </w:r>
      <w:r w:rsidR="000E1451">
        <w:rPr>
          <w:rFonts w:cs="Georgia"/>
          <w:kern w:val="1"/>
        </w:rPr>
        <w:t>’</w:t>
      </w:r>
      <w:r>
        <w:rPr>
          <w:rFonts w:cs="Georgia"/>
          <w:kern w:val="1"/>
        </w:rPr>
        <w:t>ambre</w:t>
      </w:r>
      <w:r w:rsidR="000E1451">
        <w:rPr>
          <w:rFonts w:cs="Georgia"/>
          <w:kern w:val="1"/>
        </w:rPr>
        <w:t xml:space="preserve">. </w:t>
      </w:r>
      <w:r>
        <w:rPr>
          <w:rFonts w:cs="Georgia"/>
          <w:kern w:val="1"/>
        </w:rPr>
        <w:t>Je songeai à ma trouvaille de tout à l</w:t>
      </w:r>
      <w:r w:rsidR="000E1451">
        <w:rPr>
          <w:rFonts w:cs="Georgia"/>
          <w:kern w:val="1"/>
        </w:rPr>
        <w:t>’</w:t>
      </w:r>
      <w:r>
        <w:rPr>
          <w:rFonts w:cs="Georgia"/>
          <w:kern w:val="1"/>
        </w:rPr>
        <w:t>heure</w:t>
      </w:r>
      <w:r w:rsidR="000E1451">
        <w:rPr>
          <w:rFonts w:cs="Georgia"/>
          <w:kern w:val="1"/>
        </w:rPr>
        <w:t xml:space="preserve">. </w:t>
      </w:r>
      <w:r>
        <w:rPr>
          <w:rFonts w:cs="Georgia"/>
          <w:kern w:val="1"/>
        </w:rPr>
        <w:t>Je faillis la lui raconter</w:t>
      </w:r>
      <w:r w:rsidR="000E1451">
        <w:rPr>
          <w:rFonts w:cs="Georgia"/>
          <w:kern w:val="1"/>
        </w:rPr>
        <w:t xml:space="preserve">. </w:t>
      </w:r>
      <w:r>
        <w:rPr>
          <w:rFonts w:cs="Georgia"/>
          <w:kern w:val="1"/>
        </w:rPr>
        <w:t>Un instinct dont plus tard j</w:t>
      </w:r>
      <w:r w:rsidR="000E1451">
        <w:rPr>
          <w:rFonts w:cs="Georgia"/>
          <w:kern w:val="1"/>
        </w:rPr>
        <w:t>’</w:t>
      </w:r>
      <w:r>
        <w:rPr>
          <w:rFonts w:cs="Georgia"/>
          <w:kern w:val="1"/>
        </w:rPr>
        <w:t>ai compris la sûreté me conseilla de n</w:t>
      </w:r>
      <w:r w:rsidR="000E1451">
        <w:rPr>
          <w:rFonts w:cs="Georgia"/>
          <w:kern w:val="1"/>
        </w:rPr>
        <w:t>’</w:t>
      </w:r>
      <w:r>
        <w:rPr>
          <w:rFonts w:cs="Georgia"/>
          <w:kern w:val="1"/>
        </w:rPr>
        <w:t>en rien faire</w:t>
      </w:r>
      <w:r w:rsidR="000E1451">
        <w:rPr>
          <w:rFonts w:cs="Georgia"/>
          <w:kern w:val="1"/>
        </w:rPr>
        <w:t>.</w:t>
      </w:r>
    </w:p>
    <w:p w14:paraId="5EAE5880" w14:textId="77777777" w:rsidR="000E1451" w:rsidRDefault="00BE611A" w:rsidP="00BE611A">
      <w:pPr>
        <w:rPr>
          <w:rFonts w:cs="Georgia"/>
          <w:kern w:val="1"/>
        </w:rPr>
      </w:pPr>
      <w:r>
        <w:rPr>
          <w:rFonts w:cs="Georgia"/>
          <w:kern w:val="1"/>
        </w:rPr>
        <w:t>S</w:t>
      </w:r>
      <w:r w:rsidR="000E1451">
        <w:rPr>
          <w:rFonts w:cs="Georgia"/>
          <w:kern w:val="1"/>
        </w:rPr>
        <w:t>’</w:t>
      </w:r>
      <w:r>
        <w:rPr>
          <w:rFonts w:cs="Georgia"/>
          <w:kern w:val="1"/>
        </w:rPr>
        <w:t>étant assise sur un tronc d</w:t>
      </w:r>
      <w:r w:rsidR="000E1451">
        <w:rPr>
          <w:rFonts w:cs="Georgia"/>
          <w:kern w:val="1"/>
        </w:rPr>
        <w:t>’</w:t>
      </w:r>
      <w:r>
        <w:rPr>
          <w:rFonts w:cs="Georgia"/>
          <w:kern w:val="1"/>
        </w:rPr>
        <w:t>arbre</w:t>
      </w:r>
      <w:r w:rsidR="000E1451">
        <w:rPr>
          <w:rFonts w:cs="Georgia"/>
          <w:kern w:val="1"/>
        </w:rPr>
        <w:t>, M</w:t>
      </w:r>
      <w:r w:rsidR="000E1451" w:rsidRPr="000E1451">
        <w:rPr>
          <w:rFonts w:cs="Georgia"/>
          <w:kern w:val="1"/>
          <w:vertAlign w:val="superscript"/>
        </w:rPr>
        <w:t>lle</w:t>
      </w:r>
      <w:r w:rsidR="000E1451">
        <w:rPr>
          <w:rFonts w:cs="Georgia"/>
          <w:kern w:val="1"/>
        </w:rPr>
        <w:t> de </w:t>
      </w:r>
      <w:r>
        <w:rPr>
          <w:rFonts w:cs="Georgia"/>
          <w:kern w:val="1"/>
        </w:rPr>
        <w:t>Mirrbach m</w:t>
      </w:r>
      <w:r w:rsidR="000E1451">
        <w:rPr>
          <w:rFonts w:cs="Georgia"/>
          <w:kern w:val="1"/>
        </w:rPr>
        <w:t>’</w:t>
      </w:r>
      <w:r>
        <w:rPr>
          <w:rFonts w:cs="Georgia"/>
          <w:kern w:val="1"/>
        </w:rPr>
        <w:t>invita d</w:t>
      </w:r>
      <w:r w:rsidR="000E1451">
        <w:rPr>
          <w:rFonts w:cs="Georgia"/>
          <w:kern w:val="1"/>
        </w:rPr>
        <w:t>’</w:t>
      </w:r>
      <w:r>
        <w:rPr>
          <w:rFonts w:cs="Georgia"/>
          <w:kern w:val="1"/>
        </w:rPr>
        <w:t>un geste à prendre place à côté d</w:t>
      </w:r>
      <w:r w:rsidR="000E1451">
        <w:rPr>
          <w:rFonts w:cs="Georgia"/>
          <w:kern w:val="1"/>
        </w:rPr>
        <w:t>’</w:t>
      </w:r>
      <w:r>
        <w:rPr>
          <w:rFonts w:cs="Georgia"/>
          <w:kern w:val="1"/>
        </w:rPr>
        <w:t>elle</w:t>
      </w:r>
      <w:r w:rsidR="000E1451">
        <w:rPr>
          <w:rFonts w:cs="Georgia"/>
          <w:kern w:val="1"/>
        </w:rPr>
        <w:t xml:space="preserve">. </w:t>
      </w:r>
      <w:r>
        <w:rPr>
          <w:rFonts w:cs="Georgia"/>
          <w:kern w:val="1"/>
        </w:rPr>
        <w:t>J</w:t>
      </w:r>
      <w:r w:rsidR="000E1451">
        <w:rPr>
          <w:rFonts w:cs="Georgia"/>
          <w:kern w:val="1"/>
        </w:rPr>
        <w:t>’</w:t>
      </w:r>
      <w:r>
        <w:rPr>
          <w:rFonts w:cs="Georgia"/>
          <w:kern w:val="1"/>
        </w:rPr>
        <w:t>obéis</w:t>
      </w:r>
      <w:r w:rsidR="000E1451">
        <w:rPr>
          <w:rFonts w:cs="Georgia"/>
          <w:kern w:val="1"/>
        </w:rPr>
        <w:t xml:space="preserve">. </w:t>
      </w:r>
      <w:r>
        <w:rPr>
          <w:rFonts w:cs="Georgia"/>
          <w:kern w:val="1"/>
        </w:rPr>
        <w:t>Elle me regardait d</w:t>
      </w:r>
      <w:r w:rsidR="000E1451">
        <w:rPr>
          <w:rFonts w:cs="Georgia"/>
          <w:kern w:val="1"/>
        </w:rPr>
        <w:t>’</w:t>
      </w:r>
      <w:r>
        <w:rPr>
          <w:rFonts w:cs="Georgia"/>
          <w:kern w:val="1"/>
        </w:rPr>
        <w:t>un air anxieux</w:t>
      </w:r>
      <w:r w:rsidR="000E1451">
        <w:rPr>
          <w:rFonts w:cs="Georgia"/>
          <w:kern w:val="1"/>
        </w:rPr>
        <w:t xml:space="preserve">, </w:t>
      </w:r>
      <w:r>
        <w:rPr>
          <w:rFonts w:cs="Georgia"/>
          <w:kern w:val="1"/>
        </w:rPr>
        <w:t>presque suppliant</w:t>
      </w:r>
      <w:r w:rsidR="000E1451">
        <w:rPr>
          <w:rFonts w:cs="Georgia"/>
          <w:kern w:val="1"/>
        </w:rPr>
        <w:t xml:space="preserve">, </w:t>
      </w:r>
      <w:r>
        <w:rPr>
          <w:rFonts w:cs="Georgia"/>
          <w:kern w:val="1"/>
        </w:rPr>
        <w:t>l</w:t>
      </w:r>
      <w:r w:rsidR="000E1451">
        <w:rPr>
          <w:rFonts w:cs="Georgia"/>
          <w:kern w:val="1"/>
        </w:rPr>
        <w:t>’</w:t>
      </w:r>
      <w:r>
        <w:rPr>
          <w:rFonts w:cs="Georgia"/>
          <w:kern w:val="1"/>
        </w:rPr>
        <w:t>air des gens qui prient qu</w:t>
      </w:r>
      <w:r w:rsidR="000E1451">
        <w:rPr>
          <w:rFonts w:cs="Georgia"/>
          <w:kern w:val="1"/>
        </w:rPr>
        <w:t>’</w:t>
      </w:r>
      <w:r>
        <w:rPr>
          <w:rFonts w:cs="Georgia"/>
          <w:kern w:val="1"/>
        </w:rPr>
        <w:t>on veuille bien leur pardonner quelque chose dont ils ne sont pas coupables</w:t>
      </w:r>
      <w:r w:rsidR="000E1451">
        <w:rPr>
          <w:rFonts w:cs="Georgia"/>
          <w:kern w:val="1"/>
        </w:rPr>
        <w:t xml:space="preserve">. </w:t>
      </w:r>
      <w:r>
        <w:rPr>
          <w:rFonts w:cs="Georgia"/>
          <w:kern w:val="1"/>
        </w:rPr>
        <w:t>Sans doute</w:t>
      </w:r>
      <w:r w:rsidR="000E1451">
        <w:rPr>
          <w:rFonts w:cs="Georgia"/>
          <w:kern w:val="1"/>
        </w:rPr>
        <w:t xml:space="preserve">, </w:t>
      </w:r>
      <w:r>
        <w:rPr>
          <w:rFonts w:cs="Georgia"/>
          <w:kern w:val="1"/>
        </w:rPr>
        <w:t>elle eût désiré que ce fût moi qui rompisse le silence</w:t>
      </w:r>
      <w:r w:rsidR="000E1451">
        <w:rPr>
          <w:rFonts w:cs="Georgia"/>
          <w:kern w:val="1"/>
        </w:rPr>
        <w:t xml:space="preserve">. </w:t>
      </w:r>
      <w:r>
        <w:rPr>
          <w:rFonts w:cs="Georgia"/>
          <w:kern w:val="1"/>
        </w:rPr>
        <w:t xml:space="preserve">Mais les seuls </w:t>
      </w:r>
      <w:r>
        <w:rPr>
          <w:rFonts w:cs="Georgia"/>
          <w:kern w:val="1"/>
        </w:rPr>
        <w:lastRenderedPageBreak/>
        <w:t>mots qu</w:t>
      </w:r>
      <w:r w:rsidR="000E1451">
        <w:rPr>
          <w:rFonts w:cs="Georgia"/>
          <w:kern w:val="1"/>
        </w:rPr>
        <w:t>’</w:t>
      </w:r>
      <w:r>
        <w:rPr>
          <w:rFonts w:cs="Georgia"/>
          <w:kern w:val="1"/>
        </w:rPr>
        <w:t>en cet instant j</w:t>
      </w:r>
      <w:r w:rsidR="000E1451">
        <w:rPr>
          <w:rFonts w:cs="Georgia"/>
          <w:kern w:val="1"/>
        </w:rPr>
        <w:t>’</w:t>
      </w:r>
      <w:r>
        <w:rPr>
          <w:rFonts w:cs="Georgia"/>
          <w:kern w:val="1"/>
        </w:rPr>
        <w:t>eusse pu prononcer étaient précisément ceux devant lesquels</w:t>
      </w:r>
      <w:r w:rsidR="000E1451">
        <w:rPr>
          <w:rFonts w:cs="Georgia"/>
          <w:kern w:val="1"/>
        </w:rPr>
        <w:t xml:space="preserve">, </w:t>
      </w:r>
      <w:r>
        <w:rPr>
          <w:rFonts w:cs="Georgia"/>
          <w:kern w:val="1"/>
        </w:rPr>
        <w:t>peut-être à tort</w:t>
      </w:r>
      <w:r w:rsidR="000E1451">
        <w:rPr>
          <w:rFonts w:cs="Georgia"/>
          <w:kern w:val="1"/>
        </w:rPr>
        <w:t xml:space="preserve">, </w:t>
      </w:r>
      <w:r>
        <w:rPr>
          <w:rFonts w:cs="Georgia"/>
          <w:kern w:val="1"/>
        </w:rPr>
        <w:t>je reculais</w:t>
      </w:r>
      <w:r w:rsidR="000E1451">
        <w:rPr>
          <w:rFonts w:cs="Georgia"/>
          <w:kern w:val="1"/>
        </w:rPr>
        <w:t>.</w:t>
      </w:r>
    </w:p>
    <w:p w14:paraId="61860EB9" w14:textId="77777777" w:rsidR="000E1451" w:rsidRDefault="000E1451" w:rsidP="00BE611A">
      <w:pPr>
        <w:rPr>
          <w:rFonts w:cs="Georgia"/>
          <w:kern w:val="1"/>
        </w:rPr>
      </w:pPr>
      <w:r>
        <w:rPr>
          <w:rFonts w:cs="Georgia"/>
          <w:kern w:val="1"/>
        </w:rPr>
        <w:t>— </w:t>
      </w:r>
      <w:r w:rsidR="00BE611A">
        <w:rPr>
          <w:rFonts w:cs="Georgia"/>
          <w:kern w:val="1"/>
        </w:rPr>
        <w:t>Vous avez fait bonne chasse</w:t>
      </w:r>
      <w:r>
        <w:rPr>
          <w:rFonts w:cs="Georgia"/>
          <w:kern w:val="1"/>
        </w:rPr>
        <w:t xml:space="preserve"> ? </w:t>
      </w:r>
      <w:r w:rsidR="00BE611A">
        <w:rPr>
          <w:rFonts w:cs="Georgia"/>
          <w:kern w:val="1"/>
        </w:rPr>
        <w:t>se résigna-t-elle enfin à demander</w:t>
      </w:r>
      <w:r>
        <w:rPr>
          <w:rFonts w:cs="Georgia"/>
          <w:kern w:val="1"/>
        </w:rPr>
        <w:t>.</w:t>
      </w:r>
    </w:p>
    <w:p w14:paraId="6EEFC272" w14:textId="77777777" w:rsidR="000E1451" w:rsidRDefault="000E1451" w:rsidP="00BE611A">
      <w:pPr>
        <w:rPr>
          <w:rFonts w:cs="Georgia"/>
          <w:kern w:val="1"/>
        </w:rPr>
      </w:pPr>
      <w:r>
        <w:rPr>
          <w:rFonts w:cs="Georgia"/>
          <w:kern w:val="1"/>
        </w:rPr>
        <w:t>— </w:t>
      </w:r>
      <w:r w:rsidR="00BE611A">
        <w:rPr>
          <w:rFonts w:cs="Georgia"/>
          <w:kern w:val="1"/>
        </w:rPr>
        <w:t>Gottlieb a tué trois canards sauvages</w:t>
      </w:r>
      <w:r>
        <w:rPr>
          <w:rFonts w:cs="Georgia"/>
          <w:kern w:val="1"/>
        </w:rPr>
        <w:t>.</w:t>
      </w:r>
    </w:p>
    <w:p w14:paraId="7F037730" w14:textId="77777777" w:rsidR="000E1451" w:rsidRDefault="000E1451" w:rsidP="00BE611A">
      <w:pPr>
        <w:rPr>
          <w:rFonts w:cs="Georgia"/>
          <w:kern w:val="1"/>
        </w:rPr>
      </w:pPr>
      <w:r>
        <w:rPr>
          <w:rFonts w:cs="Georgia"/>
          <w:kern w:val="1"/>
        </w:rPr>
        <w:t>— </w:t>
      </w:r>
      <w:r w:rsidR="00BE611A">
        <w:rPr>
          <w:rFonts w:cs="Georgia"/>
          <w:kern w:val="1"/>
        </w:rPr>
        <w:t>Il y en a beaucoup par ici</w:t>
      </w:r>
      <w:r>
        <w:rPr>
          <w:rFonts w:cs="Georgia"/>
          <w:kern w:val="1"/>
        </w:rPr>
        <w:t xml:space="preserve">. </w:t>
      </w:r>
      <w:r w:rsidR="00BE611A">
        <w:rPr>
          <w:rFonts w:cs="Georgia"/>
          <w:kern w:val="1"/>
        </w:rPr>
        <w:t>Il y en avait plus encore à Nikolaïken</w:t>
      </w:r>
      <w:r>
        <w:rPr>
          <w:rFonts w:cs="Georgia"/>
          <w:kern w:val="1"/>
        </w:rPr>
        <w:t xml:space="preserve">. </w:t>
      </w:r>
      <w:r w:rsidR="00BE611A">
        <w:rPr>
          <w:rFonts w:cs="Georgia"/>
          <w:kern w:val="1"/>
        </w:rPr>
        <w:t>Nikolaïken</w:t>
      </w:r>
      <w:r>
        <w:rPr>
          <w:rFonts w:cs="Georgia"/>
          <w:kern w:val="1"/>
        </w:rPr>
        <w:t xml:space="preserve">, </w:t>
      </w:r>
      <w:r w:rsidR="00BE611A">
        <w:rPr>
          <w:rFonts w:cs="Georgia"/>
          <w:kern w:val="1"/>
        </w:rPr>
        <w:t>c</w:t>
      </w:r>
      <w:r>
        <w:rPr>
          <w:rFonts w:cs="Georgia"/>
          <w:kern w:val="1"/>
        </w:rPr>
        <w:t>’</w:t>
      </w:r>
      <w:r w:rsidR="00BE611A">
        <w:rPr>
          <w:rFonts w:cs="Georgia"/>
          <w:kern w:val="1"/>
        </w:rPr>
        <w:t>était la demeure de mes parents</w:t>
      </w:r>
      <w:r>
        <w:rPr>
          <w:rFonts w:cs="Georgia"/>
          <w:kern w:val="1"/>
        </w:rPr>
        <w:t xml:space="preserve">. </w:t>
      </w:r>
      <w:r w:rsidR="00BE611A">
        <w:rPr>
          <w:rFonts w:cs="Georgia"/>
          <w:kern w:val="1"/>
        </w:rPr>
        <w:t>C</w:t>
      </w:r>
      <w:r>
        <w:rPr>
          <w:rFonts w:cs="Georgia"/>
          <w:kern w:val="1"/>
        </w:rPr>
        <w:t>’</w:t>
      </w:r>
      <w:r w:rsidR="00BE611A">
        <w:rPr>
          <w:rFonts w:cs="Georgia"/>
          <w:kern w:val="1"/>
        </w:rPr>
        <w:t>est là que j</w:t>
      </w:r>
      <w:r>
        <w:rPr>
          <w:rFonts w:cs="Georgia"/>
          <w:kern w:val="1"/>
        </w:rPr>
        <w:t>’</w:t>
      </w:r>
      <w:r w:rsidR="00BE611A">
        <w:rPr>
          <w:rFonts w:cs="Georgia"/>
          <w:kern w:val="1"/>
        </w:rPr>
        <w:t>ai passé mon enfance</w:t>
      </w:r>
      <w:r>
        <w:rPr>
          <w:rFonts w:cs="Georgia"/>
          <w:kern w:val="1"/>
        </w:rPr>
        <w:t>.</w:t>
      </w:r>
    </w:p>
    <w:p w14:paraId="43005C4E" w14:textId="77777777" w:rsidR="000E1451" w:rsidRDefault="000E1451" w:rsidP="00BE611A">
      <w:pPr>
        <w:rPr>
          <w:rFonts w:cs="Georgia"/>
          <w:kern w:val="1"/>
        </w:rPr>
      </w:pPr>
      <w:r>
        <w:rPr>
          <w:rFonts w:cs="Georgia"/>
          <w:kern w:val="1"/>
        </w:rPr>
        <w:t>— </w:t>
      </w:r>
      <w:r w:rsidR="00BE611A">
        <w:rPr>
          <w:rFonts w:cs="Georgia"/>
          <w:kern w:val="1"/>
        </w:rPr>
        <w:t>Je sais</w:t>
      </w:r>
      <w:r>
        <w:rPr>
          <w:rFonts w:cs="Georgia"/>
          <w:kern w:val="1"/>
        </w:rPr>
        <w:t xml:space="preserve">, </w:t>
      </w:r>
      <w:r w:rsidR="00BE611A">
        <w:rPr>
          <w:rFonts w:cs="Georgia"/>
          <w:kern w:val="1"/>
        </w:rPr>
        <w:t>dis-je</w:t>
      </w:r>
      <w:r>
        <w:rPr>
          <w:rFonts w:cs="Georgia"/>
          <w:kern w:val="1"/>
        </w:rPr>
        <w:t>.</w:t>
      </w:r>
    </w:p>
    <w:p w14:paraId="7FE1FD84" w14:textId="77777777" w:rsidR="000E1451" w:rsidRDefault="00BE611A" w:rsidP="00BE611A">
      <w:pPr>
        <w:rPr>
          <w:rFonts w:cs="Georgia"/>
          <w:kern w:val="1"/>
        </w:rPr>
      </w:pPr>
      <w:r>
        <w:rPr>
          <w:rFonts w:cs="Georgia"/>
          <w:kern w:val="1"/>
        </w:rPr>
        <w:t>Elle eut un air d</w:t>
      </w:r>
      <w:r w:rsidR="000E1451">
        <w:rPr>
          <w:rFonts w:cs="Georgia"/>
          <w:kern w:val="1"/>
        </w:rPr>
        <w:t>’</w:t>
      </w:r>
      <w:r>
        <w:rPr>
          <w:rFonts w:cs="Georgia"/>
          <w:kern w:val="1"/>
        </w:rPr>
        <w:t>étonnement un peu réprobateur</w:t>
      </w:r>
      <w:r w:rsidR="000E1451">
        <w:rPr>
          <w:rFonts w:cs="Georgia"/>
          <w:kern w:val="1"/>
        </w:rPr>
        <w:t xml:space="preserve">. </w:t>
      </w:r>
      <w:r>
        <w:rPr>
          <w:rFonts w:cs="Georgia"/>
          <w:kern w:val="1"/>
        </w:rPr>
        <w:t>De quel droit étais-je au courant de détails semblables</w:t>
      </w:r>
      <w:r w:rsidR="000E1451">
        <w:rPr>
          <w:rFonts w:cs="Georgia"/>
          <w:kern w:val="1"/>
        </w:rPr>
        <w:t xml:space="preserve"> ? </w:t>
      </w:r>
      <w:r>
        <w:rPr>
          <w:rFonts w:cs="Georgia"/>
          <w:kern w:val="1"/>
        </w:rPr>
        <w:t>Si je connaissais celui-là</w:t>
      </w:r>
      <w:r w:rsidR="000E1451">
        <w:rPr>
          <w:rFonts w:cs="Georgia"/>
          <w:kern w:val="1"/>
        </w:rPr>
        <w:t xml:space="preserve">, </w:t>
      </w:r>
      <w:r>
        <w:rPr>
          <w:rFonts w:cs="Georgia"/>
          <w:kern w:val="1"/>
        </w:rPr>
        <w:t>je devais en savoir bien d</w:t>
      </w:r>
      <w:r w:rsidR="000E1451">
        <w:rPr>
          <w:rFonts w:cs="Georgia"/>
          <w:kern w:val="1"/>
        </w:rPr>
        <w:t>’</w:t>
      </w:r>
      <w:r>
        <w:rPr>
          <w:rFonts w:cs="Georgia"/>
          <w:kern w:val="1"/>
        </w:rPr>
        <w:t>autres</w:t>
      </w:r>
      <w:r w:rsidR="000E1451">
        <w:rPr>
          <w:rFonts w:cs="Georgia"/>
          <w:kern w:val="1"/>
        </w:rPr>
        <w:t xml:space="preserve">. </w:t>
      </w:r>
      <w:r>
        <w:rPr>
          <w:rFonts w:cs="Georgia"/>
          <w:kern w:val="1"/>
        </w:rPr>
        <w:t>Mais cette sollicitude</w:t>
      </w:r>
      <w:r w:rsidR="000E1451">
        <w:rPr>
          <w:rFonts w:cs="Georgia"/>
          <w:kern w:val="1"/>
        </w:rPr>
        <w:t xml:space="preserve">, </w:t>
      </w:r>
      <w:r>
        <w:rPr>
          <w:rFonts w:cs="Georgia"/>
          <w:kern w:val="1"/>
        </w:rPr>
        <w:t>dont elle eût pris ombrage quelques semaines plus tôt</w:t>
      </w:r>
      <w:r w:rsidR="000E1451">
        <w:rPr>
          <w:rFonts w:cs="Georgia"/>
          <w:kern w:val="1"/>
        </w:rPr>
        <w:t xml:space="preserve">, </w:t>
      </w:r>
      <w:r>
        <w:rPr>
          <w:rFonts w:cs="Georgia"/>
          <w:kern w:val="1"/>
        </w:rPr>
        <w:t>n</w:t>
      </w:r>
      <w:r w:rsidR="000E1451">
        <w:rPr>
          <w:rFonts w:cs="Georgia"/>
          <w:kern w:val="1"/>
        </w:rPr>
        <w:t>’</w:t>
      </w:r>
      <w:r>
        <w:rPr>
          <w:rFonts w:cs="Georgia"/>
          <w:kern w:val="1"/>
        </w:rPr>
        <w:t>était plus faite maintenant pour lui déplaire</w:t>
      </w:r>
      <w:r w:rsidR="000E1451">
        <w:rPr>
          <w:rFonts w:cs="Georgia"/>
          <w:kern w:val="1"/>
        </w:rPr>
        <w:t>.</w:t>
      </w:r>
    </w:p>
    <w:p w14:paraId="1BC7A159" w14:textId="77777777" w:rsidR="000E1451" w:rsidRDefault="000E1451" w:rsidP="00BE611A">
      <w:pPr>
        <w:rPr>
          <w:rFonts w:cs="Georgia"/>
          <w:kern w:val="1"/>
        </w:rPr>
      </w:pPr>
      <w:r>
        <w:rPr>
          <w:rFonts w:cs="Georgia"/>
          <w:kern w:val="1"/>
        </w:rPr>
        <w:t>— </w:t>
      </w:r>
      <w:r w:rsidR="00BE611A">
        <w:rPr>
          <w:rFonts w:cs="Georgia"/>
          <w:kern w:val="1"/>
        </w:rPr>
        <w:t>À Nikolaïken</w:t>
      </w:r>
      <w:r>
        <w:rPr>
          <w:rFonts w:cs="Georgia"/>
          <w:kern w:val="1"/>
        </w:rPr>
        <w:t xml:space="preserve">, </w:t>
      </w:r>
      <w:r w:rsidR="00BE611A">
        <w:rPr>
          <w:rFonts w:cs="Georgia"/>
          <w:kern w:val="1"/>
        </w:rPr>
        <w:t>continua-t-elle</w:t>
      </w:r>
      <w:r>
        <w:rPr>
          <w:rFonts w:cs="Georgia"/>
          <w:kern w:val="1"/>
        </w:rPr>
        <w:t xml:space="preserve">, </w:t>
      </w:r>
      <w:r w:rsidR="00BE611A">
        <w:rPr>
          <w:rFonts w:cs="Georgia"/>
          <w:kern w:val="1"/>
        </w:rPr>
        <w:t>comme se parlant à elle-même</w:t>
      </w:r>
      <w:r>
        <w:rPr>
          <w:rFonts w:cs="Georgia"/>
          <w:kern w:val="1"/>
        </w:rPr>
        <w:t xml:space="preserve">, – </w:t>
      </w:r>
      <w:r w:rsidR="00BE611A">
        <w:rPr>
          <w:rFonts w:cs="Georgia"/>
          <w:kern w:val="1"/>
        </w:rPr>
        <w:t>et jamais encore elle ne s</w:t>
      </w:r>
      <w:r>
        <w:rPr>
          <w:rFonts w:cs="Georgia"/>
          <w:kern w:val="1"/>
        </w:rPr>
        <w:t>’</w:t>
      </w:r>
      <w:r w:rsidR="00BE611A">
        <w:rPr>
          <w:rFonts w:cs="Georgia"/>
          <w:kern w:val="1"/>
        </w:rPr>
        <w:t>était montrée aussi loquace</w:t>
      </w:r>
      <w:r>
        <w:rPr>
          <w:rFonts w:cs="Georgia"/>
          <w:kern w:val="1"/>
        </w:rPr>
        <w:t xml:space="preserve">, – </w:t>
      </w:r>
      <w:r w:rsidR="00BE611A">
        <w:rPr>
          <w:rFonts w:cs="Georgia"/>
          <w:kern w:val="1"/>
        </w:rPr>
        <w:t>à Nikolaïken</w:t>
      </w:r>
      <w:r>
        <w:rPr>
          <w:rFonts w:cs="Georgia"/>
          <w:kern w:val="1"/>
        </w:rPr>
        <w:t xml:space="preserve">, </w:t>
      </w:r>
      <w:r w:rsidR="00BE611A">
        <w:rPr>
          <w:rFonts w:cs="Georgia"/>
          <w:kern w:val="1"/>
        </w:rPr>
        <w:t>mon frère</w:t>
      </w:r>
      <w:r>
        <w:rPr>
          <w:rFonts w:cs="Georgia"/>
          <w:kern w:val="1"/>
        </w:rPr>
        <w:t xml:space="preserve">, </w:t>
      </w:r>
      <w:r w:rsidR="00BE611A">
        <w:rPr>
          <w:rFonts w:cs="Georgia"/>
          <w:kern w:val="1"/>
        </w:rPr>
        <w:t>dès qu</w:t>
      </w:r>
      <w:r>
        <w:rPr>
          <w:rFonts w:cs="Georgia"/>
          <w:kern w:val="1"/>
        </w:rPr>
        <w:t>’</w:t>
      </w:r>
      <w:r w:rsidR="00BE611A">
        <w:rPr>
          <w:rFonts w:cs="Georgia"/>
          <w:kern w:val="1"/>
        </w:rPr>
        <w:t>il arrivait en permission</w:t>
      </w:r>
      <w:r>
        <w:rPr>
          <w:rFonts w:cs="Georgia"/>
          <w:kern w:val="1"/>
        </w:rPr>
        <w:t xml:space="preserve">, </w:t>
      </w:r>
      <w:r w:rsidR="00BE611A">
        <w:rPr>
          <w:rFonts w:cs="Georgia"/>
          <w:kern w:val="1"/>
        </w:rPr>
        <w:t>prenait son fusil</w:t>
      </w:r>
      <w:r>
        <w:rPr>
          <w:rFonts w:cs="Georgia"/>
          <w:kern w:val="1"/>
        </w:rPr>
        <w:t xml:space="preserve">. </w:t>
      </w:r>
      <w:r w:rsidR="00BE611A">
        <w:rPr>
          <w:rFonts w:cs="Georgia"/>
          <w:kern w:val="1"/>
        </w:rPr>
        <w:t>Il partait à travers les marécages</w:t>
      </w:r>
      <w:r>
        <w:rPr>
          <w:rFonts w:cs="Georgia"/>
          <w:kern w:val="1"/>
        </w:rPr>
        <w:t xml:space="preserve">. </w:t>
      </w:r>
      <w:r w:rsidR="00BE611A">
        <w:rPr>
          <w:rFonts w:cs="Georgia"/>
          <w:kern w:val="1"/>
        </w:rPr>
        <w:t>Souvent</w:t>
      </w:r>
      <w:r>
        <w:rPr>
          <w:rFonts w:cs="Georgia"/>
          <w:kern w:val="1"/>
        </w:rPr>
        <w:t xml:space="preserve">, </w:t>
      </w:r>
      <w:r w:rsidR="00BE611A">
        <w:rPr>
          <w:rFonts w:cs="Georgia"/>
          <w:kern w:val="1"/>
        </w:rPr>
        <w:t>je l</w:t>
      </w:r>
      <w:r>
        <w:rPr>
          <w:rFonts w:cs="Georgia"/>
          <w:kern w:val="1"/>
        </w:rPr>
        <w:t>’</w:t>
      </w:r>
      <w:r w:rsidR="00BE611A">
        <w:rPr>
          <w:rFonts w:cs="Georgia"/>
          <w:kern w:val="1"/>
        </w:rPr>
        <w:t>accompagnais</w:t>
      </w:r>
      <w:r>
        <w:rPr>
          <w:rFonts w:cs="Georgia"/>
          <w:kern w:val="1"/>
        </w:rPr>
        <w:t xml:space="preserve">, </w:t>
      </w:r>
      <w:r w:rsidR="00BE611A">
        <w:rPr>
          <w:rFonts w:cs="Georgia"/>
          <w:kern w:val="1"/>
        </w:rPr>
        <w:t>non que je trouvasse un plaisir quelconque à assister au massacre de ces pauvres oiseaux</w:t>
      </w:r>
      <w:r>
        <w:rPr>
          <w:rFonts w:cs="Georgia"/>
          <w:kern w:val="1"/>
        </w:rPr>
        <w:t xml:space="preserve">. </w:t>
      </w:r>
      <w:r w:rsidR="00BE611A">
        <w:rPr>
          <w:rFonts w:cs="Georgia"/>
          <w:kern w:val="1"/>
        </w:rPr>
        <w:t>Mais nous avions une grand</w:t>
      </w:r>
      <w:r>
        <w:rPr>
          <w:rFonts w:cs="Georgia"/>
          <w:kern w:val="1"/>
        </w:rPr>
        <w:t>’</w:t>
      </w:r>
      <w:r w:rsidR="00BE611A">
        <w:rPr>
          <w:rFonts w:cs="Georgia"/>
          <w:kern w:val="1"/>
        </w:rPr>
        <w:t>mère assez autoritaire</w:t>
      </w:r>
      <w:r>
        <w:rPr>
          <w:rFonts w:cs="Georgia"/>
          <w:kern w:val="1"/>
        </w:rPr>
        <w:t xml:space="preserve">, </w:t>
      </w:r>
      <w:r w:rsidR="00BE611A">
        <w:rPr>
          <w:rFonts w:cs="Georgia"/>
          <w:kern w:val="1"/>
        </w:rPr>
        <w:t>et elle disait</w:t>
      </w:r>
      <w:r>
        <w:rPr>
          <w:rFonts w:cs="Georgia"/>
          <w:kern w:val="1"/>
        </w:rPr>
        <w:t>…</w:t>
      </w:r>
    </w:p>
    <w:p w14:paraId="5485987D" w14:textId="77777777" w:rsidR="000E1451" w:rsidRDefault="000E1451" w:rsidP="00BE611A">
      <w:pPr>
        <w:rPr>
          <w:rFonts w:cs="Georgia"/>
          <w:kern w:val="1"/>
        </w:rPr>
      </w:pPr>
      <w:r>
        <w:rPr>
          <w:rFonts w:cs="Georgia"/>
          <w:kern w:val="1"/>
        </w:rPr>
        <w:t>— </w:t>
      </w:r>
      <w:r w:rsidR="00BE611A">
        <w:rPr>
          <w:rFonts w:cs="Georgia"/>
          <w:kern w:val="1"/>
        </w:rPr>
        <w:t>Oui</w:t>
      </w:r>
      <w:r>
        <w:rPr>
          <w:rFonts w:cs="Georgia"/>
          <w:kern w:val="1"/>
        </w:rPr>
        <w:t xml:space="preserve">, </w:t>
      </w:r>
      <w:r w:rsidR="00BE611A">
        <w:rPr>
          <w:rFonts w:cs="Georgia"/>
          <w:kern w:val="1"/>
        </w:rPr>
        <w:t>fis-je</w:t>
      </w:r>
      <w:r>
        <w:rPr>
          <w:rFonts w:cs="Georgia"/>
          <w:kern w:val="1"/>
        </w:rPr>
        <w:t xml:space="preserve">, </w:t>
      </w:r>
      <w:r w:rsidR="00BE611A">
        <w:rPr>
          <w:rFonts w:cs="Georgia"/>
          <w:kern w:val="1"/>
        </w:rPr>
        <w:t>elle disait que les jeunes filles de votre condition doivent</w:t>
      </w:r>
      <w:r>
        <w:rPr>
          <w:rFonts w:cs="Georgia"/>
          <w:kern w:val="1"/>
        </w:rPr>
        <w:t xml:space="preserve">, </w:t>
      </w:r>
      <w:r w:rsidR="00BE611A">
        <w:rPr>
          <w:rFonts w:cs="Georgia"/>
          <w:kern w:val="1"/>
        </w:rPr>
        <w:t>au contact de spectacles violents</w:t>
      </w:r>
      <w:r>
        <w:rPr>
          <w:rFonts w:cs="Georgia"/>
          <w:kern w:val="1"/>
        </w:rPr>
        <w:t xml:space="preserve">, </w:t>
      </w:r>
      <w:r w:rsidR="00BE611A">
        <w:rPr>
          <w:rFonts w:cs="Georgia"/>
          <w:kern w:val="1"/>
        </w:rPr>
        <w:t>chercher à s</w:t>
      </w:r>
      <w:r>
        <w:rPr>
          <w:rFonts w:cs="Georgia"/>
          <w:kern w:val="1"/>
        </w:rPr>
        <w:t>’</w:t>
      </w:r>
      <w:r w:rsidR="00BE611A">
        <w:rPr>
          <w:rFonts w:cs="Georgia"/>
          <w:kern w:val="1"/>
        </w:rPr>
        <w:t>affermir l</w:t>
      </w:r>
      <w:r>
        <w:rPr>
          <w:rFonts w:cs="Georgia"/>
          <w:kern w:val="1"/>
        </w:rPr>
        <w:t>’</w:t>
      </w:r>
      <w:r w:rsidR="00BE611A">
        <w:rPr>
          <w:rFonts w:cs="Georgia"/>
          <w:kern w:val="1"/>
        </w:rPr>
        <w:t>âme</w:t>
      </w:r>
      <w:r>
        <w:rPr>
          <w:rFonts w:cs="Georgia"/>
          <w:kern w:val="1"/>
        </w:rPr>
        <w:t xml:space="preserve">, </w:t>
      </w:r>
      <w:r w:rsidR="00BE611A">
        <w:rPr>
          <w:rFonts w:cs="Georgia"/>
          <w:kern w:val="1"/>
        </w:rPr>
        <w:t>et qu</w:t>
      </w:r>
      <w:r>
        <w:rPr>
          <w:rFonts w:cs="Georgia"/>
          <w:kern w:val="1"/>
        </w:rPr>
        <w:t>’</w:t>
      </w:r>
      <w:r w:rsidR="00BE611A">
        <w:rPr>
          <w:rFonts w:cs="Georgia"/>
          <w:kern w:val="1"/>
        </w:rPr>
        <w:t>il fallait être digne de deux au moins de vos aïeules</w:t>
      </w:r>
      <w:r>
        <w:rPr>
          <w:rFonts w:cs="Georgia"/>
          <w:kern w:val="1"/>
        </w:rPr>
        <w:t xml:space="preserve">, </w:t>
      </w:r>
      <w:r w:rsidR="00BE611A">
        <w:rPr>
          <w:rFonts w:cs="Georgia"/>
          <w:kern w:val="1"/>
        </w:rPr>
        <w:t>qui ne craignirent pas de faire elles-</w:t>
      </w:r>
      <w:r w:rsidR="00BE611A">
        <w:rPr>
          <w:rFonts w:cs="Georgia"/>
          <w:kern w:val="1"/>
        </w:rPr>
        <w:lastRenderedPageBreak/>
        <w:t>mêmes le coup de feu</w:t>
      </w:r>
      <w:r>
        <w:rPr>
          <w:rFonts w:cs="Georgia"/>
          <w:kern w:val="1"/>
        </w:rPr>
        <w:t xml:space="preserve">, </w:t>
      </w:r>
      <w:r w:rsidR="00BE611A">
        <w:rPr>
          <w:rFonts w:cs="Georgia"/>
          <w:kern w:val="1"/>
        </w:rPr>
        <w:t>l</w:t>
      </w:r>
      <w:r>
        <w:rPr>
          <w:rFonts w:cs="Georgia"/>
          <w:kern w:val="1"/>
        </w:rPr>
        <w:t>’</w:t>
      </w:r>
      <w:r w:rsidR="00BE611A">
        <w:rPr>
          <w:rFonts w:cs="Georgia"/>
          <w:kern w:val="1"/>
        </w:rPr>
        <w:t>une</w:t>
      </w:r>
      <w:r>
        <w:rPr>
          <w:rFonts w:cs="Georgia"/>
          <w:kern w:val="1"/>
        </w:rPr>
        <w:t xml:space="preserve">, </w:t>
      </w:r>
      <w:r w:rsidR="00BE611A">
        <w:rPr>
          <w:rFonts w:cs="Georgia"/>
          <w:kern w:val="1"/>
        </w:rPr>
        <w:t xml:space="preserve">au </w:t>
      </w:r>
      <w:r w:rsidR="00BE611A">
        <w:rPr>
          <w:rFonts w:cs="Georgia"/>
          <w:caps/>
          <w:kern w:val="1"/>
          <w:sz w:val="26"/>
        </w:rPr>
        <w:t>xviii</w:t>
      </w:r>
      <w:r w:rsidR="00BE611A">
        <w:rPr>
          <w:rFonts w:cs="Georgia"/>
          <w:kern w:val="1"/>
          <w:vertAlign w:val="superscript"/>
        </w:rPr>
        <w:t xml:space="preserve">e </w:t>
      </w:r>
      <w:r w:rsidR="00BE611A">
        <w:rPr>
          <w:rFonts w:cs="Georgia"/>
          <w:kern w:val="1"/>
        </w:rPr>
        <w:t>siècle</w:t>
      </w:r>
      <w:r>
        <w:rPr>
          <w:rFonts w:cs="Georgia"/>
          <w:kern w:val="1"/>
        </w:rPr>
        <w:t xml:space="preserve">, </w:t>
      </w:r>
      <w:r w:rsidR="00BE611A">
        <w:rPr>
          <w:rFonts w:cs="Georgia"/>
          <w:kern w:val="1"/>
        </w:rPr>
        <w:t>contre les Russes</w:t>
      </w:r>
      <w:r>
        <w:rPr>
          <w:rFonts w:cs="Georgia"/>
          <w:kern w:val="1"/>
        </w:rPr>
        <w:t xml:space="preserve">, </w:t>
      </w:r>
      <w:r w:rsidR="00BE611A">
        <w:rPr>
          <w:rFonts w:cs="Georgia"/>
          <w:kern w:val="1"/>
        </w:rPr>
        <w:t>et l</w:t>
      </w:r>
      <w:r>
        <w:rPr>
          <w:rFonts w:cs="Georgia"/>
          <w:kern w:val="1"/>
        </w:rPr>
        <w:t>’</w:t>
      </w:r>
      <w:r w:rsidR="00BE611A">
        <w:rPr>
          <w:rFonts w:cs="Georgia"/>
          <w:kern w:val="1"/>
        </w:rPr>
        <w:t>autre</w:t>
      </w:r>
      <w:r>
        <w:rPr>
          <w:rFonts w:cs="Georgia"/>
          <w:kern w:val="1"/>
        </w:rPr>
        <w:t xml:space="preserve">, </w:t>
      </w:r>
      <w:r w:rsidR="00BE611A">
        <w:rPr>
          <w:rFonts w:cs="Georgia"/>
          <w:kern w:val="1"/>
        </w:rPr>
        <w:t>en 1813</w:t>
      </w:r>
      <w:r>
        <w:rPr>
          <w:rFonts w:cs="Georgia"/>
          <w:kern w:val="1"/>
        </w:rPr>
        <w:t xml:space="preserve">, </w:t>
      </w:r>
      <w:r w:rsidR="00BE611A">
        <w:rPr>
          <w:rFonts w:cs="Georgia"/>
          <w:kern w:val="1"/>
        </w:rPr>
        <w:t>contre les Français</w:t>
      </w:r>
      <w:r>
        <w:rPr>
          <w:rFonts w:cs="Georgia"/>
          <w:kern w:val="1"/>
        </w:rPr>
        <w:t>.</w:t>
      </w:r>
    </w:p>
    <w:p w14:paraId="2437E65A" w14:textId="77777777" w:rsidR="000E1451" w:rsidRDefault="000E1451" w:rsidP="00BE611A">
      <w:pPr>
        <w:rPr>
          <w:rFonts w:cs="Georgia"/>
          <w:kern w:val="1"/>
        </w:rPr>
      </w:pPr>
      <w:r>
        <w:rPr>
          <w:rFonts w:cs="Georgia"/>
          <w:kern w:val="1"/>
        </w:rPr>
        <w:t>— </w:t>
      </w:r>
      <w:r w:rsidR="00BE611A">
        <w:rPr>
          <w:rFonts w:cs="Georgia"/>
          <w:kern w:val="1"/>
        </w:rPr>
        <w:t>Vous savez cela aussi</w:t>
      </w:r>
      <w:r>
        <w:rPr>
          <w:rFonts w:cs="Georgia"/>
          <w:kern w:val="1"/>
        </w:rPr>
        <w:t xml:space="preserve"> ? </w:t>
      </w:r>
      <w:r w:rsidR="00BE611A">
        <w:rPr>
          <w:rFonts w:cs="Georgia"/>
          <w:kern w:val="1"/>
        </w:rPr>
        <w:t>dit-elle avec lenteur</w:t>
      </w:r>
      <w:r>
        <w:rPr>
          <w:rFonts w:cs="Georgia"/>
          <w:kern w:val="1"/>
        </w:rPr>
        <w:t>.</w:t>
      </w:r>
    </w:p>
    <w:p w14:paraId="0F8CD69A" w14:textId="77777777" w:rsidR="000E1451" w:rsidRDefault="00BE611A" w:rsidP="00BE611A">
      <w:pPr>
        <w:rPr>
          <w:rFonts w:cs="Georgia"/>
          <w:kern w:val="1"/>
        </w:rPr>
      </w:pPr>
      <w:r>
        <w:rPr>
          <w:rFonts w:cs="Georgia"/>
          <w:kern w:val="1"/>
        </w:rPr>
        <w:t>Elle jugea vain de demander</w:t>
      </w:r>
      <w:r w:rsidR="000E1451">
        <w:rPr>
          <w:rFonts w:cs="Georgia"/>
          <w:kern w:val="1"/>
        </w:rPr>
        <w:t> : « </w:t>
      </w:r>
      <w:r>
        <w:rPr>
          <w:rFonts w:cs="Georgia"/>
          <w:kern w:val="1"/>
        </w:rPr>
        <w:t>Comment l</w:t>
      </w:r>
      <w:r w:rsidR="000E1451">
        <w:rPr>
          <w:rFonts w:cs="Georgia"/>
          <w:kern w:val="1"/>
        </w:rPr>
        <w:t>’</w:t>
      </w:r>
      <w:r>
        <w:rPr>
          <w:rFonts w:cs="Georgia"/>
          <w:kern w:val="1"/>
        </w:rPr>
        <w:t>avez-vous su</w:t>
      </w:r>
      <w:r w:rsidR="000E1451">
        <w:rPr>
          <w:rFonts w:cs="Georgia"/>
          <w:kern w:val="1"/>
        </w:rPr>
        <w:t> ? »</w:t>
      </w:r>
    </w:p>
    <w:p w14:paraId="2911857F" w14:textId="77777777" w:rsidR="000E1451" w:rsidRDefault="000E1451" w:rsidP="00BE611A">
      <w:pPr>
        <w:rPr>
          <w:rFonts w:cs="Georgia"/>
          <w:kern w:val="1"/>
        </w:rPr>
      </w:pPr>
      <w:r>
        <w:rPr>
          <w:rFonts w:cs="Georgia"/>
          <w:kern w:val="1"/>
        </w:rPr>
        <w:t>— </w:t>
      </w:r>
      <w:r w:rsidR="00BE611A">
        <w:rPr>
          <w:rFonts w:cs="Georgia"/>
          <w:kern w:val="1"/>
        </w:rPr>
        <w:t>Savez-vous encore beaucoup de choses</w:t>
      </w:r>
      <w:r>
        <w:rPr>
          <w:rFonts w:cs="Georgia"/>
          <w:kern w:val="1"/>
        </w:rPr>
        <w:t> ?</w:t>
      </w:r>
    </w:p>
    <w:p w14:paraId="203B31C7" w14:textId="77777777" w:rsidR="000E1451" w:rsidRDefault="000E1451" w:rsidP="00BE611A">
      <w:pPr>
        <w:rPr>
          <w:rFonts w:cs="Georgia"/>
          <w:kern w:val="1"/>
        </w:rPr>
      </w:pPr>
      <w:r>
        <w:rPr>
          <w:rFonts w:cs="Georgia"/>
          <w:kern w:val="1"/>
        </w:rPr>
        <w:t>— </w:t>
      </w:r>
      <w:r w:rsidR="00BE611A">
        <w:rPr>
          <w:rFonts w:cs="Georgia"/>
          <w:kern w:val="1"/>
        </w:rPr>
        <w:t>Un certain nombre</w:t>
      </w:r>
      <w:r>
        <w:rPr>
          <w:rFonts w:cs="Georgia"/>
          <w:kern w:val="1"/>
        </w:rPr>
        <w:t>.</w:t>
      </w:r>
    </w:p>
    <w:p w14:paraId="19F17490" w14:textId="77777777" w:rsidR="000E1451" w:rsidRDefault="000E1451" w:rsidP="00BE611A">
      <w:pPr>
        <w:rPr>
          <w:rFonts w:cs="Georgia"/>
          <w:kern w:val="1"/>
        </w:rPr>
      </w:pPr>
      <w:r>
        <w:rPr>
          <w:rFonts w:cs="Georgia"/>
          <w:kern w:val="1"/>
        </w:rPr>
        <w:t>— </w:t>
      </w:r>
      <w:r w:rsidR="00BE611A">
        <w:rPr>
          <w:rFonts w:cs="Georgia"/>
          <w:kern w:val="1"/>
        </w:rPr>
        <w:t>Par exemple</w:t>
      </w:r>
      <w:r>
        <w:rPr>
          <w:rFonts w:cs="Georgia"/>
          <w:kern w:val="1"/>
        </w:rPr>
        <w:t>.</w:t>
      </w:r>
    </w:p>
    <w:p w14:paraId="5F1186E9" w14:textId="77777777" w:rsidR="000E1451" w:rsidRDefault="000E1451" w:rsidP="00BE611A">
      <w:pPr>
        <w:rPr>
          <w:rFonts w:cs="Georgia"/>
          <w:kern w:val="1"/>
        </w:rPr>
      </w:pPr>
      <w:r>
        <w:rPr>
          <w:rFonts w:cs="Georgia"/>
          <w:kern w:val="1"/>
        </w:rPr>
        <w:t>— </w:t>
      </w:r>
      <w:r w:rsidR="00BE611A">
        <w:rPr>
          <w:rFonts w:cs="Georgia"/>
          <w:kern w:val="1"/>
        </w:rPr>
        <w:t>Je sais</w:t>
      </w:r>
      <w:r>
        <w:rPr>
          <w:rFonts w:cs="Georgia"/>
          <w:kern w:val="1"/>
        </w:rPr>
        <w:t xml:space="preserve">, </w:t>
      </w:r>
      <w:r w:rsidR="00BE611A">
        <w:rPr>
          <w:rFonts w:cs="Georgia"/>
          <w:kern w:val="1"/>
        </w:rPr>
        <w:t>par exemple</w:t>
      </w:r>
      <w:r>
        <w:rPr>
          <w:rFonts w:cs="Georgia"/>
          <w:kern w:val="1"/>
        </w:rPr>
        <w:t xml:space="preserve">, </w:t>
      </w:r>
      <w:r w:rsidR="00BE611A">
        <w:rPr>
          <w:rFonts w:cs="Georgia"/>
          <w:kern w:val="1"/>
        </w:rPr>
        <w:t>que votre grand</w:t>
      </w:r>
      <w:r>
        <w:rPr>
          <w:rFonts w:cs="Georgia"/>
          <w:kern w:val="1"/>
        </w:rPr>
        <w:t>’</w:t>
      </w:r>
      <w:r w:rsidR="00BE611A">
        <w:rPr>
          <w:rFonts w:cs="Georgia"/>
          <w:kern w:val="1"/>
        </w:rPr>
        <w:t>mère</w:t>
      </w:r>
      <w:r>
        <w:rPr>
          <w:rFonts w:cs="Georgia"/>
          <w:kern w:val="1"/>
        </w:rPr>
        <w:t xml:space="preserve">, </w:t>
      </w:r>
      <w:r w:rsidR="00BE611A">
        <w:rPr>
          <w:rFonts w:cs="Georgia"/>
          <w:kern w:val="1"/>
        </w:rPr>
        <w:t>toujours elle</w:t>
      </w:r>
      <w:r>
        <w:rPr>
          <w:rFonts w:cs="Georgia"/>
          <w:kern w:val="1"/>
        </w:rPr>
        <w:t xml:space="preserve">, </w:t>
      </w:r>
      <w:r w:rsidR="00BE611A">
        <w:rPr>
          <w:rFonts w:cs="Georgia"/>
          <w:kern w:val="1"/>
        </w:rPr>
        <w:t>reprochait souvent à sa petite-fille son excès de soumission</w:t>
      </w:r>
      <w:r>
        <w:rPr>
          <w:rFonts w:cs="Georgia"/>
          <w:kern w:val="1"/>
        </w:rPr>
        <w:t>.</w:t>
      </w:r>
    </w:p>
    <w:p w14:paraId="3E71873D" w14:textId="77777777" w:rsidR="000E1451" w:rsidRDefault="000E1451" w:rsidP="00BE611A">
      <w:pPr>
        <w:rPr>
          <w:rFonts w:cs="Georgia"/>
          <w:kern w:val="1"/>
        </w:rPr>
      </w:pPr>
      <w:r>
        <w:rPr>
          <w:rFonts w:cs="Georgia"/>
          <w:kern w:val="1"/>
        </w:rPr>
        <w:t>M</w:t>
      </w:r>
      <w:r w:rsidRPr="000E1451">
        <w:rPr>
          <w:rFonts w:cs="Georgia"/>
          <w:kern w:val="1"/>
          <w:vertAlign w:val="superscript"/>
        </w:rPr>
        <w:t>lle</w:t>
      </w:r>
      <w:r>
        <w:rPr>
          <w:rFonts w:cs="Georgia"/>
          <w:kern w:val="1"/>
        </w:rPr>
        <w:t> de </w:t>
      </w:r>
      <w:r w:rsidR="00BE611A">
        <w:rPr>
          <w:rFonts w:cs="Georgia"/>
          <w:kern w:val="1"/>
        </w:rPr>
        <w:t>Mirrbach eut un étrange sourire railleur</w:t>
      </w:r>
      <w:r>
        <w:rPr>
          <w:rFonts w:cs="Georgia"/>
          <w:kern w:val="1"/>
        </w:rPr>
        <w:t>.</w:t>
      </w:r>
    </w:p>
    <w:p w14:paraId="245E0CE6" w14:textId="77777777" w:rsidR="000E1451" w:rsidRDefault="000E1451" w:rsidP="00BE611A">
      <w:pPr>
        <w:rPr>
          <w:rFonts w:cs="Georgia"/>
          <w:kern w:val="1"/>
        </w:rPr>
      </w:pPr>
      <w:r>
        <w:rPr>
          <w:rFonts w:cs="Georgia"/>
          <w:kern w:val="1"/>
        </w:rPr>
        <w:t>— </w:t>
      </w:r>
      <w:r w:rsidR="00BE611A">
        <w:rPr>
          <w:rFonts w:cs="Georgia"/>
          <w:kern w:val="1"/>
        </w:rPr>
        <w:t>Il ne faut pas toujours se fier aux apparences</w:t>
      </w:r>
      <w:r>
        <w:rPr>
          <w:rFonts w:cs="Georgia"/>
          <w:kern w:val="1"/>
        </w:rPr>
        <w:t xml:space="preserve">, </w:t>
      </w:r>
      <w:r w:rsidR="00BE611A">
        <w:rPr>
          <w:rFonts w:cs="Georgia"/>
          <w:kern w:val="1"/>
        </w:rPr>
        <w:t>dit-elle</w:t>
      </w:r>
      <w:r>
        <w:rPr>
          <w:rFonts w:cs="Georgia"/>
          <w:kern w:val="1"/>
        </w:rPr>
        <w:t xml:space="preserve">. </w:t>
      </w:r>
      <w:r w:rsidR="00BE611A">
        <w:rPr>
          <w:rFonts w:cs="Georgia"/>
          <w:kern w:val="1"/>
        </w:rPr>
        <w:t>Il est des êtres qui répugnent à s</w:t>
      </w:r>
      <w:r>
        <w:rPr>
          <w:rFonts w:cs="Georgia"/>
          <w:kern w:val="1"/>
        </w:rPr>
        <w:t>’</w:t>
      </w:r>
      <w:r w:rsidR="00BE611A">
        <w:rPr>
          <w:rFonts w:cs="Georgia"/>
          <w:kern w:val="1"/>
        </w:rPr>
        <w:t>insurger quotidiennement contre des détails qui n</w:t>
      </w:r>
      <w:r>
        <w:rPr>
          <w:rFonts w:cs="Georgia"/>
          <w:kern w:val="1"/>
        </w:rPr>
        <w:t>’</w:t>
      </w:r>
      <w:r w:rsidR="00BE611A">
        <w:rPr>
          <w:rFonts w:cs="Georgia"/>
          <w:kern w:val="1"/>
        </w:rPr>
        <w:t>en valent pas la peine</w:t>
      </w:r>
      <w:r>
        <w:rPr>
          <w:rFonts w:cs="Georgia"/>
          <w:kern w:val="1"/>
        </w:rPr>
        <w:t xml:space="preserve">. </w:t>
      </w:r>
      <w:r w:rsidR="00BE611A">
        <w:rPr>
          <w:rFonts w:cs="Georgia"/>
          <w:kern w:val="1"/>
        </w:rPr>
        <w:t>Et puis</w:t>
      </w:r>
      <w:r>
        <w:rPr>
          <w:rFonts w:cs="Georgia"/>
          <w:kern w:val="1"/>
        </w:rPr>
        <w:t xml:space="preserve">, </w:t>
      </w:r>
      <w:r w:rsidR="00BE611A">
        <w:rPr>
          <w:rFonts w:cs="Georgia"/>
          <w:kern w:val="1"/>
        </w:rPr>
        <w:t>un jour</w:t>
      </w:r>
      <w:r>
        <w:rPr>
          <w:rFonts w:cs="Georgia"/>
          <w:kern w:val="1"/>
        </w:rPr>
        <w:t xml:space="preserve">, </w:t>
      </w:r>
      <w:r w:rsidR="00BE611A">
        <w:rPr>
          <w:rFonts w:cs="Georgia"/>
          <w:kern w:val="1"/>
        </w:rPr>
        <w:t>sans qu</w:t>
      </w:r>
      <w:r>
        <w:rPr>
          <w:rFonts w:cs="Georgia"/>
          <w:kern w:val="1"/>
        </w:rPr>
        <w:t>’</w:t>
      </w:r>
      <w:r w:rsidR="00BE611A">
        <w:rPr>
          <w:rFonts w:cs="Georgia"/>
          <w:kern w:val="1"/>
        </w:rPr>
        <w:t>autour d</w:t>
      </w:r>
      <w:r>
        <w:rPr>
          <w:rFonts w:cs="Georgia"/>
          <w:kern w:val="1"/>
        </w:rPr>
        <w:t>’</w:t>
      </w:r>
      <w:r w:rsidR="00BE611A">
        <w:rPr>
          <w:rFonts w:cs="Georgia"/>
          <w:kern w:val="1"/>
        </w:rPr>
        <w:t>eux personne comprenne pourquoi</w:t>
      </w:r>
      <w:r>
        <w:rPr>
          <w:rFonts w:cs="Georgia"/>
          <w:kern w:val="1"/>
        </w:rPr>
        <w:t xml:space="preserve">, </w:t>
      </w:r>
      <w:r w:rsidR="00BE611A">
        <w:rPr>
          <w:rFonts w:cs="Georgia"/>
          <w:kern w:val="1"/>
        </w:rPr>
        <w:t>l</w:t>
      </w:r>
      <w:r>
        <w:rPr>
          <w:rFonts w:cs="Georgia"/>
          <w:kern w:val="1"/>
        </w:rPr>
        <w:t>’</w:t>
      </w:r>
      <w:r w:rsidR="00BE611A">
        <w:rPr>
          <w:rFonts w:cs="Georgia"/>
          <w:kern w:val="1"/>
        </w:rPr>
        <w:t>on verra ces êtres prendre une décision qui remplira tout le monde de stupeur et de scandale</w:t>
      </w:r>
      <w:r>
        <w:rPr>
          <w:rFonts w:cs="Georgia"/>
          <w:kern w:val="1"/>
        </w:rPr>
        <w:t xml:space="preserve">, </w:t>
      </w:r>
      <w:r w:rsidR="00BE611A">
        <w:rPr>
          <w:rFonts w:cs="Georgia"/>
          <w:kern w:val="1"/>
        </w:rPr>
        <w:t>une décision que nul de ceux qui leur reprochaient leur apathie n</w:t>
      </w:r>
      <w:r>
        <w:rPr>
          <w:rFonts w:cs="Georgia"/>
          <w:kern w:val="1"/>
        </w:rPr>
        <w:t>’</w:t>
      </w:r>
      <w:r w:rsidR="00BE611A">
        <w:rPr>
          <w:rFonts w:cs="Georgia"/>
          <w:kern w:val="1"/>
        </w:rPr>
        <w:t>eût été capable de prendre</w:t>
      </w:r>
      <w:r>
        <w:rPr>
          <w:rFonts w:cs="Georgia"/>
          <w:kern w:val="1"/>
        </w:rPr>
        <w:t>.</w:t>
      </w:r>
    </w:p>
    <w:p w14:paraId="47218FF2" w14:textId="77777777" w:rsidR="000E1451" w:rsidRDefault="00BE611A" w:rsidP="00BE611A">
      <w:pPr>
        <w:rPr>
          <w:rFonts w:cs="Georgia"/>
          <w:kern w:val="1"/>
        </w:rPr>
      </w:pPr>
      <w:r>
        <w:rPr>
          <w:rFonts w:cs="Georgia"/>
          <w:kern w:val="1"/>
        </w:rPr>
        <w:t>Le ton sur lequel elle prononça ces paroles était tel que je lui saisis la main</w:t>
      </w:r>
      <w:r w:rsidR="000E1451">
        <w:rPr>
          <w:rFonts w:cs="Georgia"/>
          <w:kern w:val="1"/>
        </w:rPr>
        <w:t>.</w:t>
      </w:r>
    </w:p>
    <w:p w14:paraId="6D9C2030" w14:textId="77777777" w:rsidR="000E1451" w:rsidRDefault="000E1451" w:rsidP="00BE611A">
      <w:pPr>
        <w:rPr>
          <w:rFonts w:cs="Georgia"/>
          <w:kern w:val="1"/>
        </w:rPr>
      </w:pPr>
      <w:r>
        <w:rPr>
          <w:rFonts w:cs="Georgia"/>
          <w:kern w:val="1"/>
        </w:rPr>
        <w:t>— </w:t>
      </w:r>
      <w:r w:rsidR="00BE611A">
        <w:rPr>
          <w:rFonts w:cs="Georgia"/>
          <w:kern w:val="1"/>
        </w:rPr>
        <w:t>Vous rendez-vous compte</w:t>
      </w:r>
      <w:r>
        <w:rPr>
          <w:rFonts w:cs="Georgia"/>
          <w:kern w:val="1"/>
        </w:rPr>
        <w:t xml:space="preserve">, </w:t>
      </w:r>
      <w:r w:rsidR="00BE611A">
        <w:rPr>
          <w:rFonts w:cs="Georgia"/>
          <w:kern w:val="1"/>
        </w:rPr>
        <w:t>balbutiai-je</w:t>
      </w:r>
      <w:r>
        <w:rPr>
          <w:rFonts w:cs="Georgia"/>
          <w:kern w:val="1"/>
        </w:rPr>
        <w:t xml:space="preserve">, </w:t>
      </w:r>
      <w:r w:rsidR="00BE611A">
        <w:rPr>
          <w:rFonts w:cs="Georgia"/>
          <w:kern w:val="1"/>
        </w:rPr>
        <w:t>de l</w:t>
      </w:r>
      <w:r>
        <w:rPr>
          <w:rFonts w:cs="Georgia"/>
          <w:kern w:val="1"/>
        </w:rPr>
        <w:t>’</w:t>
      </w:r>
      <w:r w:rsidR="00BE611A">
        <w:rPr>
          <w:rFonts w:cs="Georgia"/>
          <w:kern w:val="1"/>
        </w:rPr>
        <w:t>importance de ce que vous venez de dire</w:t>
      </w:r>
      <w:r>
        <w:rPr>
          <w:rFonts w:cs="Georgia"/>
          <w:kern w:val="1"/>
        </w:rPr>
        <w:t xml:space="preserve"> ? </w:t>
      </w:r>
      <w:r w:rsidR="00BE611A">
        <w:rPr>
          <w:rFonts w:cs="Georgia"/>
          <w:kern w:val="1"/>
        </w:rPr>
        <w:t>Vous en rendez-vous compte</w:t>
      </w:r>
      <w:r>
        <w:rPr>
          <w:rFonts w:cs="Georgia"/>
          <w:kern w:val="1"/>
        </w:rPr>
        <w:t> ?</w:t>
      </w:r>
    </w:p>
    <w:p w14:paraId="198BB326" w14:textId="77777777" w:rsidR="000E1451" w:rsidRDefault="00BE611A" w:rsidP="00BE611A">
      <w:pPr>
        <w:rPr>
          <w:rFonts w:cs="Georgia"/>
          <w:kern w:val="1"/>
        </w:rPr>
      </w:pPr>
      <w:r>
        <w:rPr>
          <w:rFonts w:cs="Georgia"/>
          <w:kern w:val="1"/>
        </w:rPr>
        <w:t>Elle n</w:t>
      </w:r>
      <w:r w:rsidR="000E1451">
        <w:rPr>
          <w:rFonts w:cs="Georgia"/>
          <w:kern w:val="1"/>
        </w:rPr>
        <w:t>’</w:t>
      </w:r>
      <w:r>
        <w:rPr>
          <w:rFonts w:cs="Georgia"/>
          <w:kern w:val="1"/>
        </w:rPr>
        <w:t>avait pas fait un mouvement pour prévenir mon geste</w:t>
      </w:r>
      <w:r w:rsidR="000E1451">
        <w:rPr>
          <w:rFonts w:cs="Georgia"/>
          <w:kern w:val="1"/>
        </w:rPr>
        <w:t xml:space="preserve">. </w:t>
      </w:r>
      <w:r>
        <w:rPr>
          <w:rFonts w:cs="Georgia"/>
          <w:kern w:val="1"/>
        </w:rPr>
        <w:t>Elle n</w:t>
      </w:r>
      <w:r w:rsidR="000E1451">
        <w:rPr>
          <w:rFonts w:cs="Georgia"/>
          <w:kern w:val="1"/>
        </w:rPr>
        <w:t>’</w:t>
      </w:r>
      <w:r>
        <w:rPr>
          <w:rFonts w:cs="Georgia"/>
          <w:kern w:val="1"/>
        </w:rPr>
        <w:t>en fit pas un non plus pour me retirer sa main</w:t>
      </w:r>
      <w:r w:rsidR="000E1451">
        <w:rPr>
          <w:rFonts w:cs="Georgia"/>
          <w:kern w:val="1"/>
        </w:rPr>
        <w:t xml:space="preserve">. </w:t>
      </w:r>
      <w:r>
        <w:rPr>
          <w:rFonts w:cs="Georgia"/>
          <w:kern w:val="1"/>
        </w:rPr>
        <w:lastRenderedPageBreak/>
        <w:t>Elle continuait à me regarder bien en face</w:t>
      </w:r>
      <w:r w:rsidR="000E1451">
        <w:rPr>
          <w:rFonts w:cs="Georgia"/>
          <w:kern w:val="1"/>
        </w:rPr>
        <w:t xml:space="preserve">, </w:t>
      </w:r>
      <w:r>
        <w:rPr>
          <w:rFonts w:cs="Georgia"/>
          <w:kern w:val="1"/>
        </w:rPr>
        <w:t>et ses yeux pâles brillaient en cet instant de tout le calme et doux éclat de la lumière qui les baignait</w:t>
      </w:r>
      <w:r w:rsidR="000E1451">
        <w:rPr>
          <w:rFonts w:cs="Georgia"/>
          <w:kern w:val="1"/>
        </w:rPr>
        <w:t>.</w:t>
      </w:r>
    </w:p>
    <w:p w14:paraId="1F6466E3" w14:textId="77777777" w:rsidR="000E1451" w:rsidRDefault="000E1451" w:rsidP="00BE611A">
      <w:pPr>
        <w:rPr>
          <w:rFonts w:cs="Georgia"/>
          <w:kern w:val="1"/>
        </w:rPr>
      </w:pPr>
      <w:r>
        <w:rPr>
          <w:rFonts w:cs="Georgia"/>
          <w:kern w:val="1"/>
        </w:rPr>
        <w:t>— </w:t>
      </w:r>
      <w:r w:rsidR="00BE611A">
        <w:rPr>
          <w:rFonts w:cs="Georgia"/>
          <w:kern w:val="1"/>
        </w:rPr>
        <w:t>Je ne parle pas souvent</w:t>
      </w:r>
      <w:r>
        <w:rPr>
          <w:rFonts w:cs="Georgia"/>
          <w:kern w:val="1"/>
        </w:rPr>
        <w:t xml:space="preserve">, </w:t>
      </w:r>
      <w:r w:rsidR="00BE611A">
        <w:rPr>
          <w:rFonts w:cs="Georgia"/>
          <w:kern w:val="1"/>
        </w:rPr>
        <w:t>dit-elle</w:t>
      </w:r>
      <w:r>
        <w:rPr>
          <w:rFonts w:cs="Georgia"/>
          <w:kern w:val="1"/>
        </w:rPr>
        <w:t xml:space="preserve">. </w:t>
      </w:r>
      <w:r w:rsidR="00BE611A">
        <w:rPr>
          <w:rFonts w:cs="Georgia"/>
          <w:kern w:val="1"/>
        </w:rPr>
        <w:t>Pour une fois que je sors de mon mutisme</w:t>
      </w:r>
      <w:r>
        <w:rPr>
          <w:rFonts w:cs="Georgia"/>
          <w:kern w:val="1"/>
        </w:rPr>
        <w:t xml:space="preserve">, </w:t>
      </w:r>
      <w:r w:rsidR="00BE611A">
        <w:rPr>
          <w:rFonts w:cs="Georgia"/>
          <w:kern w:val="1"/>
        </w:rPr>
        <w:t>il serait malheureux</w:t>
      </w:r>
      <w:r>
        <w:rPr>
          <w:rFonts w:cs="Georgia"/>
          <w:kern w:val="1"/>
        </w:rPr>
        <w:t xml:space="preserve">, </w:t>
      </w:r>
      <w:r w:rsidR="00BE611A">
        <w:rPr>
          <w:rFonts w:cs="Georgia"/>
          <w:kern w:val="1"/>
        </w:rPr>
        <w:t>vraiment</w:t>
      </w:r>
      <w:r>
        <w:rPr>
          <w:rFonts w:cs="Georgia"/>
          <w:kern w:val="1"/>
        </w:rPr>
        <w:t xml:space="preserve">, </w:t>
      </w:r>
      <w:r w:rsidR="00BE611A">
        <w:rPr>
          <w:rFonts w:cs="Georgia"/>
          <w:kern w:val="1"/>
        </w:rPr>
        <w:t>que ce fût pour proférer des mots en l</w:t>
      </w:r>
      <w:r>
        <w:rPr>
          <w:rFonts w:cs="Georgia"/>
          <w:kern w:val="1"/>
        </w:rPr>
        <w:t>’</w:t>
      </w:r>
      <w:r w:rsidR="00BE611A">
        <w:rPr>
          <w:rFonts w:cs="Georgia"/>
          <w:kern w:val="1"/>
        </w:rPr>
        <w:t>air</w:t>
      </w:r>
      <w:r>
        <w:rPr>
          <w:rFonts w:cs="Georgia"/>
          <w:kern w:val="1"/>
        </w:rPr>
        <w:t>.</w:t>
      </w:r>
    </w:p>
    <w:p w14:paraId="69CBE123" w14:textId="77777777" w:rsidR="000E1451" w:rsidRDefault="000E1451" w:rsidP="00BE611A">
      <w:pPr>
        <w:rPr>
          <w:rFonts w:cs="Georgia"/>
          <w:kern w:val="1"/>
        </w:rPr>
      </w:pPr>
      <w:r>
        <w:rPr>
          <w:rFonts w:cs="Georgia"/>
          <w:kern w:val="1"/>
        </w:rPr>
        <w:t>— </w:t>
      </w:r>
      <w:r w:rsidR="00BE611A">
        <w:rPr>
          <w:rFonts w:cs="Georgia"/>
          <w:kern w:val="1"/>
        </w:rPr>
        <w:t>Mais alors c</w:t>
      </w:r>
      <w:r>
        <w:rPr>
          <w:rFonts w:cs="Georgia"/>
          <w:kern w:val="1"/>
        </w:rPr>
        <w:t>’</w:t>
      </w:r>
      <w:r w:rsidR="00BE611A">
        <w:rPr>
          <w:rFonts w:cs="Georgia"/>
          <w:kern w:val="1"/>
        </w:rPr>
        <w:t>est que vous avez compris</w:t>
      </w:r>
      <w:r>
        <w:rPr>
          <w:rFonts w:cs="Georgia"/>
          <w:kern w:val="1"/>
        </w:rPr>
        <w:t xml:space="preserve"> ! </w:t>
      </w:r>
      <w:r w:rsidR="00BE611A">
        <w:rPr>
          <w:rFonts w:cs="Georgia"/>
          <w:kern w:val="1"/>
        </w:rPr>
        <w:t>c</w:t>
      </w:r>
      <w:r>
        <w:rPr>
          <w:rFonts w:cs="Georgia"/>
          <w:kern w:val="1"/>
        </w:rPr>
        <w:t>’</w:t>
      </w:r>
      <w:r w:rsidR="00BE611A">
        <w:rPr>
          <w:rFonts w:cs="Georgia"/>
          <w:kern w:val="1"/>
        </w:rPr>
        <w:t>est que vous savez</w:t>
      </w:r>
      <w:r>
        <w:rPr>
          <w:rFonts w:cs="Georgia"/>
          <w:kern w:val="1"/>
        </w:rPr>
        <w:t>…</w:t>
      </w:r>
    </w:p>
    <w:p w14:paraId="4D88F147" w14:textId="77777777" w:rsidR="000E1451" w:rsidRDefault="000E1451" w:rsidP="00BE611A">
      <w:pPr>
        <w:rPr>
          <w:rFonts w:cs="Georgia"/>
          <w:kern w:val="1"/>
        </w:rPr>
      </w:pPr>
      <w:r>
        <w:rPr>
          <w:rFonts w:cs="Georgia"/>
          <w:kern w:val="1"/>
        </w:rPr>
        <w:t>— </w:t>
      </w:r>
      <w:r w:rsidR="00BE611A">
        <w:rPr>
          <w:rFonts w:cs="Georgia"/>
          <w:kern w:val="1"/>
        </w:rPr>
        <w:t>Je sais moi aussi beaucoup de choses</w:t>
      </w:r>
      <w:r>
        <w:rPr>
          <w:rFonts w:cs="Georgia"/>
          <w:kern w:val="1"/>
        </w:rPr>
        <w:t xml:space="preserve">, </w:t>
      </w:r>
      <w:r w:rsidR="00BE611A">
        <w:rPr>
          <w:rFonts w:cs="Georgia"/>
          <w:kern w:val="1"/>
        </w:rPr>
        <w:t>murmura-t-elle gravement</w:t>
      </w:r>
      <w:r>
        <w:rPr>
          <w:rFonts w:cs="Georgia"/>
          <w:kern w:val="1"/>
        </w:rPr>
        <w:t>.</w:t>
      </w:r>
    </w:p>
    <w:p w14:paraId="199D0A69" w14:textId="77777777" w:rsidR="000E1451" w:rsidRDefault="000E1451" w:rsidP="00BE611A">
      <w:pPr>
        <w:rPr>
          <w:rFonts w:cs="Georgia"/>
          <w:kern w:val="1"/>
        </w:rPr>
      </w:pPr>
      <w:r>
        <w:rPr>
          <w:rFonts w:cs="Georgia"/>
          <w:kern w:val="1"/>
        </w:rPr>
        <w:t>— </w:t>
      </w:r>
      <w:r w:rsidR="00BE611A">
        <w:rPr>
          <w:rFonts w:cs="Georgia"/>
          <w:kern w:val="1"/>
        </w:rPr>
        <w:t>Axelle</w:t>
      </w:r>
      <w:r>
        <w:rPr>
          <w:rFonts w:cs="Georgia"/>
          <w:kern w:val="1"/>
        </w:rPr>
        <w:t> !</w:t>
      </w:r>
    </w:p>
    <w:p w14:paraId="38A51AEA" w14:textId="77777777" w:rsidR="000E1451" w:rsidRDefault="000E1451" w:rsidP="00BE611A">
      <w:pPr>
        <w:rPr>
          <w:rFonts w:cs="Georgia"/>
          <w:kern w:val="1"/>
        </w:rPr>
      </w:pPr>
      <w:r>
        <w:rPr>
          <w:rFonts w:cs="Georgia"/>
          <w:kern w:val="1"/>
        </w:rPr>
        <w:t>— </w:t>
      </w:r>
      <w:r w:rsidR="00BE611A">
        <w:rPr>
          <w:rFonts w:cs="Georgia"/>
          <w:kern w:val="1"/>
        </w:rPr>
        <w:t>Chut</w:t>
      </w:r>
      <w:r>
        <w:rPr>
          <w:rFonts w:cs="Georgia"/>
          <w:kern w:val="1"/>
        </w:rPr>
        <w:t> !</w:t>
      </w:r>
    </w:p>
    <w:p w14:paraId="31064266" w14:textId="77777777" w:rsidR="000E1451" w:rsidRDefault="00BE611A" w:rsidP="00BE611A">
      <w:pPr>
        <w:rPr>
          <w:rFonts w:cs="Georgia"/>
          <w:kern w:val="1"/>
        </w:rPr>
      </w:pPr>
      <w:r>
        <w:rPr>
          <w:rFonts w:cs="Georgia"/>
          <w:kern w:val="1"/>
        </w:rPr>
        <w:t>Elle avait un doigt sur les lèvres</w:t>
      </w:r>
      <w:r w:rsidR="000E1451">
        <w:rPr>
          <w:rFonts w:cs="Georgia"/>
          <w:kern w:val="1"/>
        </w:rPr>
        <w:t xml:space="preserve">. </w:t>
      </w:r>
      <w:r>
        <w:rPr>
          <w:rFonts w:cs="Georgia"/>
          <w:kern w:val="1"/>
        </w:rPr>
        <w:t>Je crus que cet ordre bref était destiné à me rappeler à la raison</w:t>
      </w:r>
      <w:r w:rsidR="000E1451">
        <w:rPr>
          <w:rFonts w:cs="Georgia"/>
          <w:kern w:val="1"/>
        </w:rPr>
        <w:t xml:space="preserve">. </w:t>
      </w:r>
      <w:r>
        <w:rPr>
          <w:rFonts w:cs="Georgia"/>
          <w:kern w:val="1"/>
        </w:rPr>
        <w:t>Je me trompais</w:t>
      </w:r>
      <w:r w:rsidR="000E1451">
        <w:rPr>
          <w:rFonts w:cs="Georgia"/>
          <w:kern w:val="1"/>
        </w:rPr>
        <w:t>.</w:t>
      </w:r>
    </w:p>
    <w:p w14:paraId="582E1028" w14:textId="77777777" w:rsidR="000E1451" w:rsidRDefault="000E1451" w:rsidP="00BE611A">
      <w:pPr>
        <w:rPr>
          <w:rFonts w:cs="Georgia"/>
          <w:kern w:val="1"/>
        </w:rPr>
      </w:pPr>
      <w:r>
        <w:rPr>
          <w:rFonts w:cs="Georgia"/>
          <w:kern w:val="1"/>
        </w:rPr>
        <w:t>— </w:t>
      </w:r>
      <w:r w:rsidR="00BE611A">
        <w:rPr>
          <w:rFonts w:cs="Georgia"/>
          <w:kern w:val="1"/>
        </w:rPr>
        <w:t>Ce n</w:t>
      </w:r>
      <w:r>
        <w:rPr>
          <w:rFonts w:cs="Georgia"/>
          <w:kern w:val="1"/>
        </w:rPr>
        <w:t>’</w:t>
      </w:r>
      <w:r w:rsidR="00BE611A">
        <w:rPr>
          <w:rFonts w:cs="Georgia"/>
          <w:kern w:val="1"/>
        </w:rPr>
        <w:t>est rien</w:t>
      </w:r>
      <w:r>
        <w:rPr>
          <w:rFonts w:cs="Georgia"/>
          <w:kern w:val="1"/>
        </w:rPr>
        <w:t xml:space="preserve">. </w:t>
      </w:r>
      <w:r w:rsidR="00BE611A">
        <w:rPr>
          <w:rFonts w:cs="Georgia"/>
          <w:kern w:val="1"/>
        </w:rPr>
        <w:t>Je croyais avoir entendu</w:t>
      </w:r>
      <w:r>
        <w:rPr>
          <w:rFonts w:cs="Georgia"/>
          <w:kern w:val="1"/>
        </w:rPr>
        <w:t xml:space="preserve">… </w:t>
      </w:r>
      <w:r w:rsidR="00BE611A">
        <w:rPr>
          <w:rFonts w:cs="Georgia"/>
          <w:kern w:val="1"/>
        </w:rPr>
        <w:t>J</w:t>
      </w:r>
      <w:r>
        <w:rPr>
          <w:rFonts w:cs="Georgia"/>
          <w:kern w:val="1"/>
        </w:rPr>
        <w:t>’</w:t>
      </w:r>
      <w:r w:rsidR="00BE611A">
        <w:rPr>
          <w:rFonts w:cs="Georgia"/>
          <w:kern w:val="1"/>
        </w:rPr>
        <w:t>ai dû faire erreur</w:t>
      </w:r>
      <w:r>
        <w:rPr>
          <w:rFonts w:cs="Georgia"/>
          <w:kern w:val="1"/>
        </w:rPr>
        <w:t xml:space="preserve">. </w:t>
      </w:r>
      <w:r w:rsidR="00BE611A">
        <w:rPr>
          <w:rFonts w:cs="Georgia"/>
          <w:kern w:val="1"/>
        </w:rPr>
        <w:t>Mais non</w:t>
      </w:r>
      <w:r>
        <w:rPr>
          <w:rFonts w:cs="Georgia"/>
          <w:kern w:val="1"/>
        </w:rPr>
        <w:t xml:space="preserve">, </w:t>
      </w:r>
      <w:r w:rsidR="00BE611A">
        <w:rPr>
          <w:rFonts w:cs="Georgia"/>
          <w:kern w:val="1"/>
        </w:rPr>
        <w:t>pourtant</w:t>
      </w:r>
      <w:r>
        <w:rPr>
          <w:rFonts w:cs="Georgia"/>
          <w:kern w:val="1"/>
        </w:rPr>
        <w:t xml:space="preserve">. </w:t>
      </w:r>
      <w:r w:rsidR="00BE611A">
        <w:rPr>
          <w:rFonts w:cs="Georgia"/>
          <w:kern w:val="1"/>
        </w:rPr>
        <w:t>Regardez</w:t>
      </w:r>
      <w:r>
        <w:rPr>
          <w:rFonts w:cs="Georgia"/>
          <w:kern w:val="1"/>
        </w:rPr>
        <w:t>.</w:t>
      </w:r>
    </w:p>
    <w:p w14:paraId="7A2EA4D8" w14:textId="77777777" w:rsidR="000E1451" w:rsidRDefault="00BE611A" w:rsidP="00BE611A">
      <w:pPr>
        <w:rPr>
          <w:rFonts w:cs="Georgia"/>
          <w:kern w:val="1"/>
        </w:rPr>
      </w:pPr>
      <w:r>
        <w:rPr>
          <w:rFonts w:cs="Georgia"/>
          <w:kern w:val="1"/>
        </w:rPr>
        <w:t>Sur l</w:t>
      </w:r>
      <w:r w:rsidR="000E1451">
        <w:rPr>
          <w:rFonts w:cs="Georgia"/>
          <w:kern w:val="1"/>
        </w:rPr>
        <w:t>’</w:t>
      </w:r>
      <w:r>
        <w:rPr>
          <w:rFonts w:cs="Georgia"/>
          <w:kern w:val="1"/>
        </w:rPr>
        <w:t>étang voisin</w:t>
      </w:r>
      <w:r w:rsidR="000E1451">
        <w:rPr>
          <w:rFonts w:cs="Georgia"/>
          <w:kern w:val="1"/>
        </w:rPr>
        <w:t xml:space="preserve">, </w:t>
      </w:r>
      <w:r>
        <w:rPr>
          <w:rFonts w:cs="Georgia"/>
          <w:kern w:val="1"/>
        </w:rPr>
        <w:t>un vol de macreuses venait de s</w:t>
      </w:r>
      <w:r w:rsidR="000E1451">
        <w:rPr>
          <w:rFonts w:cs="Georgia"/>
          <w:kern w:val="1"/>
        </w:rPr>
        <w:t>’</w:t>
      </w:r>
      <w:r>
        <w:rPr>
          <w:rFonts w:cs="Georgia"/>
          <w:kern w:val="1"/>
        </w:rPr>
        <w:t>élever</w:t>
      </w:r>
      <w:r w:rsidR="000E1451">
        <w:rPr>
          <w:rFonts w:cs="Georgia"/>
          <w:kern w:val="1"/>
        </w:rPr>
        <w:t xml:space="preserve">. </w:t>
      </w:r>
      <w:r>
        <w:rPr>
          <w:rFonts w:cs="Georgia"/>
          <w:kern w:val="1"/>
        </w:rPr>
        <w:t>À toute vitesse</w:t>
      </w:r>
      <w:r w:rsidR="000E1451">
        <w:rPr>
          <w:rFonts w:cs="Georgia"/>
          <w:kern w:val="1"/>
        </w:rPr>
        <w:t xml:space="preserve">, </w:t>
      </w:r>
      <w:r>
        <w:rPr>
          <w:rFonts w:cs="Georgia"/>
          <w:kern w:val="1"/>
        </w:rPr>
        <w:t>elles rasaient les eaux blafardes</w:t>
      </w:r>
      <w:r w:rsidR="000E1451">
        <w:rPr>
          <w:rFonts w:cs="Georgia"/>
          <w:kern w:val="1"/>
        </w:rPr>
        <w:t xml:space="preserve">, </w:t>
      </w:r>
      <w:r>
        <w:rPr>
          <w:rFonts w:cs="Georgia"/>
          <w:kern w:val="1"/>
        </w:rPr>
        <w:t>allaient</w:t>
      </w:r>
      <w:r w:rsidR="000E1451">
        <w:rPr>
          <w:rFonts w:cs="Georgia"/>
          <w:kern w:val="1"/>
        </w:rPr>
        <w:t xml:space="preserve">, </w:t>
      </w:r>
      <w:r>
        <w:rPr>
          <w:rFonts w:cs="Georgia"/>
          <w:kern w:val="1"/>
        </w:rPr>
        <w:t>revenaient encore</w:t>
      </w:r>
      <w:r w:rsidR="000E1451">
        <w:rPr>
          <w:rFonts w:cs="Georgia"/>
          <w:kern w:val="1"/>
        </w:rPr>
        <w:t xml:space="preserve">, </w:t>
      </w:r>
      <w:r>
        <w:rPr>
          <w:rFonts w:cs="Georgia"/>
          <w:kern w:val="1"/>
        </w:rPr>
        <w:t>avec des cris de plus en plus plaintifs</w:t>
      </w:r>
      <w:r w:rsidR="000E1451">
        <w:rPr>
          <w:rFonts w:cs="Georgia"/>
          <w:kern w:val="1"/>
        </w:rPr>
        <w:t>.</w:t>
      </w:r>
    </w:p>
    <w:p w14:paraId="6A76FC42" w14:textId="77777777" w:rsidR="000E1451" w:rsidRDefault="000E1451" w:rsidP="00BE611A">
      <w:pPr>
        <w:rPr>
          <w:rFonts w:cs="Georgia"/>
          <w:kern w:val="1"/>
        </w:rPr>
      </w:pPr>
      <w:r>
        <w:rPr>
          <w:rFonts w:cs="Georgia"/>
          <w:kern w:val="1"/>
        </w:rPr>
        <w:t>— </w:t>
      </w:r>
      <w:r w:rsidR="00BE611A">
        <w:rPr>
          <w:rFonts w:cs="Georgia"/>
          <w:kern w:val="1"/>
        </w:rPr>
        <w:t>Eh bien</w:t>
      </w:r>
      <w:r>
        <w:rPr>
          <w:rFonts w:cs="Georgia"/>
          <w:kern w:val="1"/>
        </w:rPr>
        <w:t> ?</w:t>
      </w:r>
    </w:p>
    <w:p w14:paraId="71B871AD" w14:textId="77777777" w:rsidR="000E1451" w:rsidRDefault="000E1451" w:rsidP="00BE611A">
      <w:pPr>
        <w:rPr>
          <w:rFonts w:cs="Georgia"/>
          <w:kern w:val="1"/>
        </w:rPr>
      </w:pPr>
      <w:r>
        <w:rPr>
          <w:rFonts w:cs="Georgia"/>
          <w:kern w:val="1"/>
        </w:rPr>
        <w:t>— </w:t>
      </w:r>
      <w:r w:rsidR="00BE611A">
        <w:rPr>
          <w:rFonts w:cs="Georgia"/>
          <w:kern w:val="1"/>
        </w:rPr>
        <w:t>Tenez</w:t>
      </w:r>
      <w:r>
        <w:rPr>
          <w:rFonts w:cs="Georgia"/>
          <w:kern w:val="1"/>
        </w:rPr>
        <w:t xml:space="preserve">, </w:t>
      </w:r>
      <w:r w:rsidR="00BE611A">
        <w:rPr>
          <w:rFonts w:cs="Georgia"/>
          <w:kern w:val="1"/>
        </w:rPr>
        <w:t>voyez là-bas</w:t>
      </w:r>
      <w:r>
        <w:rPr>
          <w:rFonts w:cs="Georgia"/>
          <w:kern w:val="1"/>
        </w:rPr>
        <w:t xml:space="preserve">, </w:t>
      </w:r>
      <w:r w:rsidR="00BE611A">
        <w:rPr>
          <w:rFonts w:cs="Georgia"/>
          <w:kern w:val="1"/>
        </w:rPr>
        <w:t>à droite</w:t>
      </w:r>
      <w:r>
        <w:rPr>
          <w:rFonts w:cs="Georgia"/>
          <w:kern w:val="1"/>
        </w:rPr>
        <w:t> !</w:t>
      </w:r>
    </w:p>
    <w:p w14:paraId="4BEDE3CC" w14:textId="77777777" w:rsidR="000E1451" w:rsidRDefault="00BE611A" w:rsidP="00BE611A">
      <w:pPr>
        <w:rPr>
          <w:rFonts w:cs="Georgia"/>
          <w:kern w:val="1"/>
        </w:rPr>
      </w:pPr>
      <w:r>
        <w:rPr>
          <w:rFonts w:cs="Georgia"/>
          <w:kern w:val="1"/>
        </w:rPr>
        <w:t>Dans la direction que m</w:t>
      </w:r>
      <w:r w:rsidR="000E1451">
        <w:rPr>
          <w:rFonts w:cs="Georgia"/>
          <w:kern w:val="1"/>
        </w:rPr>
        <w:t>’</w:t>
      </w:r>
      <w:r>
        <w:rPr>
          <w:rFonts w:cs="Georgia"/>
          <w:kern w:val="1"/>
        </w:rPr>
        <w:t>indiquait son doigt tendu</w:t>
      </w:r>
      <w:r w:rsidR="000E1451">
        <w:rPr>
          <w:rFonts w:cs="Georgia"/>
          <w:kern w:val="1"/>
        </w:rPr>
        <w:t xml:space="preserve">, </w:t>
      </w:r>
      <w:r>
        <w:rPr>
          <w:rFonts w:cs="Georgia"/>
          <w:kern w:val="1"/>
        </w:rPr>
        <w:t>j</w:t>
      </w:r>
      <w:r w:rsidR="000E1451">
        <w:rPr>
          <w:rFonts w:cs="Georgia"/>
          <w:kern w:val="1"/>
        </w:rPr>
        <w:t>’</w:t>
      </w:r>
      <w:r>
        <w:rPr>
          <w:rFonts w:cs="Georgia"/>
          <w:kern w:val="1"/>
        </w:rPr>
        <w:t>aperçus au bas du ciel un point noir qui grossissait rapidement</w:t>
      </w:r>
      <w:r w:rsidR="000E1451">
        <w:rPr>
          <w:rFonts w:cs="Georgia"/>
          <w:kern w:val="1"/>
        </w:rPr>
        <w:t>.</w:t>
      </w:r>
    </w:p>
    <w:p w14:paraId="0048DCF5" w14:textId="77777777" w:rsidR="000E1451" w:rsidRDefault="000E1451" w:rsidP="00BE611A">
      <w:pPr>
        <w:rPr>
          <w:rFonts w:cs="Georgia"/>
          <w:kern w:val="1"/>
        </w:rPr>
      </w:pPr>
      <w:r>
        <w:rPr>
          <w:rFonts w:cs="Georgia"/>
          <w:kern w:val="1"/>
        </w:rPr>
        <w:t>— </w:t>
      </w:r>
      <w:r w:rsidR="00BE611A">
        <w:rPr>
          <w:rFonts w:cs="Georgia"/>
          <w:kern w:val="1"/>
        </w:rPr>
        <w:t>Un aéroplane</w:t>
      </w:r>
      <w:r>
        <w:rPr>
          <w:rFonts w:cs="Georgia"/>
          <w:kern w:val="1"/>
        </w:rPr>
        <w:t>.</w:t>
      </w:r>
    </w:p>
    <w:p w14:paraId="0651604D" w14:textId="77777777" w:rsidR="000E1451" w:rsidRDefault="000E1451" w:rsidP="00BE611A">
      <w:pPr>
        <w:rPr>
          <w:rFonts w:cs="Georgia"/>
          <w:kern w:val="1"/>
        </w:rPr>
      </w:pPr>
      <w:r>
        <w:rPr>
          <w:rFonts w:cs="Georgia"/>
          <w:kern w:val="1"/>
        </w:rPr>
        <w:lastRenderedPageBreak/>
        <w:t>— </w:t>
      </w:r>
      <w:r w:rsidR="00BE611A">
        <w:rPr>
          <w:rFonts w:cs="Georgia"/>
          <w:kern w:val="1"/>
        </w:rPr>
        <w:t>Oui</w:t>
      </w:r>
      <w:r>
        <w:rPr>
          <w:rFonts w:cs="Georgia"/>
          <w:kern w:val="1"/>
        </w:rPr>
        <w:t xml:space="preserve">, </w:t>
      </w:r>
      <w:r w:rsidR="00BE611A">
        <w:rPr>
          <w:rFonts w:cs="Georgia"/>
          <w:kern w:val="1"/>
        </w:rPr>
        <w:t>un aéroplane</w:t>
      </w:r>
      <w:r>
        <w:rPr>
          <w:rFonts w:cs="Georgia"/>
          <w:kern w:val="1"/>
        </w:rPr>
        <w:t>.</w:t>
      </w:r>
    </w:p>
    <w:p w14:paraId="7AE80D69" w14:textId="77777777" w:rsidR="000E1451" w:rsidRDefault="000E1451" w:rsidP="00BE611A">
      <w:pPr>
        <w:rPr>
          <w:rFonts w:cs="Georgia"/>
          <w:kern w:val="1"/>
        </w:rPr>
      </w:pPr>
      <w:r>
        <w:rPr>
          <w:rFonts w:cs="Georgia"/>
          <w:kern w:val="1"/>
        </w:rPr>
        <w:t>— </w:t>
      </w:r>
      <w:r w:rsidR="00BE611A">
        <w:rPr>
          <w:rFonts w:cs="Georgia"/>
          <w:kern w:val="1"/>
        </w:rPr>
        <w:t>Eh bien</w:t>
      </w:r>
      <w:r>
        <w:rPr>
          <w:rFonts w:cs="Georgia"/>
          <w:kern w:val="1"/>
        </w:rPr>
        <w:t xml:space="preserve">, </w:t>
      </w:r>
      <w:r w:rsidR="00BE611A">
        <w:rPr>
          <w:rFonts w:cs="Georgia"/>
          <w:kern w:val="1"/>
        </w:rPr>
        <w:t>répétai-je</w:t>
      </w:r>
      <w:r>
        <w:rPr>
          <w:rFonts w:cs="Georgia"/>
          <w:kern w:val="1"/>
        </w:rPr>
        <w:t>.</w:t>
      </w:r>
    </w:p>
    <w:p w14:paraId="33578080" w14:textId="77777777" w:rsidR="000E1451" w:rsidRDefault="00BE611A" w:rsidP="00BE611A">
      <w:pPr>
        <w:rPr>
          <w:rFonts w:cs="Georgia"/>
          <w:kern w:val="1"/>
        </w:rPr>
      </w:pPr>
      <w:r>
        <w:rPr>
          <w:rFonts w:cs="Georgia"/>
          <w:kern w:val="1"/>
        </w:rPr>
        <w:t>Je n</w:t>
      </w:r>
      <w:r w:rsidR="000E1451">
        <w:rPr>
          <w:rFonts w:cs="Georgia"/>
          <w:kern w:val="1"/>
        </w:rPr>
        <w:t>’</w:t>
      </w:r>
      <w:r>
        <w:rPr>
          <w:rFonts w:cs="Georgia"/>
          <w:kern w:val="1"/>
        </w:rPr>
        <w:t>arrivais pas à saisir les raisons du changement qui venait de s</w:t>
      </w:r>
      <w:r w:rsidR="000E1451">
        <w:rPr>
          <w:rFonts w:cs="Georgia"/>
          <w:kern w:val="1"/>
        </w:rPr>
        <w:t>’</w:t>
      </w:r>
      <w:r>
        <w:rPr>
          <w:rFonts w:cs="Georgia"/>
          <w:kern w:val="1"/>
        </w:rPr>
        <w:t>opérer en elle</w:t>
      </w:r>
      <w:r w:rsidR="000E1451">
        <w:rPr>
          <w:rFonts w:cs="Georgia"/>
          <w:kern w:val="1"/>
        </w:rPr>
        <w:t xml:space="preserve">. </w:t>
      </w:r>
      <w:r>
        <w:rPr>
          <w:rFonts w:cs="Georgia"/>
          <w:kern w:val="1"/>
        </w:rPr>
        <w:t>Je lui en voulais d</w:t>
      </w:r>
      <w:r w:rsidR="000E1451">
        <w:rPr>
          <w:rFonts w:cs="Georgia"/>
          <w:kern w:val="1"/>
        </w:rPr>
        <w:t>’</w:t>
      </w:r>
      <w:r>
        <w:rPr>
          <w:rFonts w:cs="Georgia"/>
          <w:kern w:val="1"/>
        </w:rPr>
        <w:t>avoir permis à un incident aussi banal de rompre la solennité d</w:t>
      </w:r>
      <w:r w:rsidR="000E1451">
        <w:rPr>
          <w:rFonts w:cs="Georgia"/>
          <w:kern w:val="1"/>
        </w:rPr>
        <w:t>’</w:t>
      </w:r>
      <w:r>
        <w:rPr>
          <w:rFonts w:cs="Georgia"/>
          <w:kern w:val="1"/>
        </w:rPr>
        <w:t>une minute qui ne se représenterait peut-être jamais plus</w:t>
      </w:r>
      <w:r w:rsidR="000E1451">
        <w:rPr>
          <w:rFonts w:cs="Georgia"/>
          <w:kern w:val="1"/>
        </w:rPr>
        <w:t>.</w:t>
      </w:r>
    </w:p>
    <w:p w14:paraId="3EE96BDE" w14:textId="77777777" w:rsidR="000E1451" w:rsidRDefault="00BE611A" w:rsidP="00BE611A">
      <w:pPr>
        <w:rPr>
          <w:rFonts w:cs="Georgia"/>
          <w:kern w:val="1"/>
        </w:rPr>
      </w:pPr>
      <w:r>
        <w:rPr>
          <w:rFonts w:cs="Georgia"/>
          <w:kern w:val="1"/>
        </w:rPr>
        <w:t>On commençait à entendre le ronflement du moteur</w:t>
      </w:r>
      <w:r w:rsidR="000E1451">
        <w:rPr>
          <w:rFonts w:cs="Georgia"/>
          <w:kern w:val="1"/>
        </w:rPr>
        <w:t xml:space="preserve">. </w:t>
      </w:r>
      <w:r>
        <w:rPr>
          <w:rFonts w:cs="Georgia"/>
          <w:kern w:val="1"/>
        </w:rPr>
        <w:t>Les cris des macreuses se firent plus perçants</w:t>
      </w:r>
      <w:r w:rsidR="000E1451">
        <w:rPr>
          <w:rFonts w:cs="Georgia"/>
          <w:kern w:val="1"/>
        </w:rPr>
        <w:t>.</w:t>
      </w:r>
    </w:p>
    <w:p w14:paraId="1BDBF46C" w14:textId="77777777" w:rsidR="000E1451" w:rsidRDefault="000E1451" w:rsidP="00BE611A">
      <w:pPr>
        <w:rPr>
          <w:rFonts w:cs="Georgia"/>
          <w:kern w:val="1"/>
        </w:rPr>
      </w:pPr>
      <w:r>
        <w:rPr>
          <w:rFonts w:cs="Georgia"/>
          <w:kern w:val="1"/>
        </w:rPr>
        <w:t>— </w:t>
      </w:r>
      <w:r w:rsidR="00BE611A">
        <w:rPr>
          <w:rFonts w:cs="Georgia"/>
          <w:kern w:val="1"/>
        </w:rPr>
        <w:t>C</w:t>
      </w:r>
      <w:r>
        <w:rPr>
          <w:rFonts w:cs="Georgia"/>
          <w:kern w:val="1"/>
        </w:rPr>
        <w:t>’</w:t>
      </w:r>
      <w:r w:rsidR="00BE611A">
        <w:rPr>
          <w:rFonts w:cs="Georgia"/>
          <w:kern w:val="1"/>
        </w:rPr>
        <w:t>est un des aéroplanes de la base de Memel</w:t>
      </w:r>
      <w:r>
        <w:rPr>
          <w:rFonts w:cs="Georgia"/>
          <w:kern w:val="1"/>
        </w:rPr>
        <w:t xml:space="preserve">, </w:t>
      </w:r>
      <w:r w:rsidR="00BE611A">
        <w:rPr>
          <w:rFonts w:cs="Georgia"/>
          <w:kern w:val="1"/>
        </w:rPr>
        <w:t>dit Axelle</w:t>
      </w:r>
      <w:r>
        <w:rPr>
          <w:rFonts w:cs="Georgia"/>
          <w:kern w:val="1"/>
        </w:rPr>
        <w:t>.</w:t>
      </w:r>
    </w:p>
    <w:p w14:paraId="603CA5BB" w14:textId="77777777" w:rsidR="000E1451" w:rsidRDefault="000E1451" w:rsidP="00BE611A">
      <w:pPr>
        <w:rPr>
          <w:rFonts w:cs="Georgia"/>
          <w:kern w:val="1"/>
        </w:rPr>
      </w:pPr>
      <w:r>
        <w:rPr>
          <w:rFonts w:cs="Georgia"/>
          <w:kern w:val="1"/>
        </w:rPr>
        <w:t>— </w:t>
      </w:r>
      <w:r w:rsidR="00BE611A">
        <w:rPr>
          <w:rFonts w:cs="Georgia"/>
          <w:kern w:val="1"/>
        </w:rPr>
        <w:t>De Memel ou d</w:t>
      </w:r>
      <w:r>
        <w:rPr>
          <w:rFonts w:cs="Georgia"/>
          <w:kern w:val="1"/>
        </w:rPr>
        <w:t>’</w:t>
      </w:r>
      <w:r w:rsidR="00BE611A">
        <w:rPr>
          <w:rFonts w:cs="Georgia"/>
          <w:kern w:val="1"/>
        </w:rPr>
        <w:t>ailleurs</w:t>
      </w:r>
      <w:r>
        <w:rPr>
          <w:rFonts w:cs="Georgia"/>
          <w:kern w:val="1"/>
        </w:rPr>
        <w:t xml:space="preserve">, </w:t>
      </w:r>
      <w:r w:rsidR="00BE611A">
        <w:rPr>
          <w:rFonts w:cs="Georgia"/>
          <w:kern w:val="1"/>
        </w:rPr>
        <w:t>répliquai-je</w:t>
      </w:r>
      <w:r>
        <w:rPr>
          <w:rFonts w:cs="Georgia"/>
          <w:kern w:val="1"/>
        </w:rPr>
        <w:t xml:space="preserve">, </w:t>
      </w:r>
      <w:r w:rsidR="00BE611A">
        <w:rPr>
          <w:rFonts w:cs="Georgia"/>
          <w:kern w:val="1"/>
        </w:rPr>
        <w:t>nous en voyons comme cela trois ou quatre par semaine</w:t>
      </w:r>
      <w:r>
        <w:rPr>
          <w:rFonts w:cs="Georgia"/>
          <w:kern w:val="1"/>
        </w:rPr>
        <w:t xml:space="preserve">. </w:t>
      </w:r>
      <w:r w:rsidR="00BE611A">
        <w:rPr>
          <w:rFonts w:cs="Georgia"/>
          <w:kern w:val="1"/>
        </w:rPr>
        <w:t>Je n</w:t>
      </w:r>
      <w:r>
        <w:rPr>
          <w:rFonts w:cs="Georgia"/>
          <w:kern w:val="1"/>
        </w:rPr>
        <w:t>’</w:t>
      </w:r>
      <w:r w:rsidR="00BE611A">
        <w:rPr>
          <w:rFonts w:cs="Georgia"/>
          <w:kern w:val="1"/>
        </w:rPr>
        <w:t>arrive pas à deviner quel intérêt peut présenter celui-ci de plus que les autres</w:t>
      </w:r>
      <w:r>
        <w:rPr>
          <w:rFonts w:cs="Georgia"/>
          <w:kern w:val="1"/>
        </w:rPr>
        <w:t>.</w:t>
      </w:r>
    </w:p>
    <w:p w14:paraId="11AED040" w14:textId="77777777" w:rsidR="000E1451" w:rsidRDefault="00BE611A" w:rsidP="00BE611A">
      <w:pPr>
        <w:rPr>
          <w:rFonts w:cs="Georgia"/>
          <w:kern w:val="1"/>
        </w:rPr>
      </w:pPr>
      <w:r>
        <w:rPr>
          <w:rFonts w:cs="Georgia"/>
          <w:kern w:val="1"/>
        </w:rPr>
        <w:t>Elle ne répondit pas</w:t>
      </w:r>
      <w:r w:rsidR="000E1451">
        <w:rPr>
          <w:rFonts w:cs="Georgia"/>
          <w:kern w:val="1"/>
        </w:rPr>
        <w:t xml:space="preserve">, </w:t>
      </w:r>
      <w:r>
        <w:rPr>
          <w:rFonts w:cs="Georgia"/>
          <w:kern w:val="1"/>
        </w:rPr>
        <w:t>se bornant à secouer la tête</w:t>
      </w:r>
      <w:r w:rsidR="000E1451">
        <w:rPr>
          <w:rFonts w:cs="Georgia"/>
          <w:kern w:val="1"/>
        </w:rPr>
        <w:t xml:space="preserve">. </w:t>
      </w:r>
      <w:r>
        <w:rPr>
          <w:rFonts w:cs="Georgia"/>
          <w:kern w:val="1"/>
        </w:rPr>
        <w:t>On eût dit qu</w:t>
      </w:r>
      <w:r w:rsidR="000E1451">
        <w:rPr>
          <w:rFonts w:cs="Georgia"/>
          <w:kern w:val="1"/>
        </w:rPr>
        <w:t>’</w:t>
      </w:r>
      <w:r>
        <w:rPr>
          <w:rFonts w:cs="Georgia"/>
          <w:kern w:val="1"/>
        </w:rPr>
        <w:t>elle me plaignait de ne pas deviner le motif de son émoi</w:t>
      </w:r>
      <w:r w:rsidR="000E1451">
        <w:rPr>
          <w:rFonts w:cs="Georgia"/>
          <w:kern w:val="1"/>
        </w:rPr>
        <w:t xml:space="preserve">. </w:t>
      </w:r>
      <w:r>
        <w:rPr>
          <w:rFonts w:cs="Georgia"/>
          <w:kern w:val="1"/>
        </w:rPr>
        <w:t>Les uns après les autres</w:t>
      </w:r>
      <w:r w:rsidR="000E1451">
        <w:rPr>
          <w:rFonts w:cs="Georgia"/>
          <w:kern w:val="1"/>
        </w:rPr>
        <w:t xml:space="preserve">, </w:t>
      </w:r>
      <w:r>
        <w:rPr>
          <w:rFonts w:cs="Georgia"/>
          <w:kern w:val="1"/>
        </w:rPr>
        <w:t>les étangs</w:t>
      </w:r>
      <w:r w:rsidR="000E1451">
        <w:rPr>
          <w:rFonts w:cs="Georgia"/>
          <w:kern w:val="1"/>
        </w:rPr>
        <w:t xml:space="preserve">, </w:t>
      </w:r>
      <w:r>
        <w:rPr>
          <w:rFonts w:cs="Georgia"/>
          <w:kern w:val="1"/>
        </w:rPr>
        <w:t>jusque-là muets et déserts</w:t>
      </w:r>
      <w:r w:rsidR="000E1451">
        <w:rPr>
          <w:rFonts w:cs="Georgia"/>
          <w:kern w:val="1"/>
        </w:rPr>
        <w:t xml:space="preserve">, </w:t>
      </w:r>
      <w:r>
        <w:rPr>
          <w:rFonts w:cs="Georgia"/>
          <w:kern w:val="1"/>
        </w:rPr>
        <w:t>se couvraient de nouvelles bandes de volatiles en rumeur</w:t>
      </w:r>
      <w:r w:rsidR="000E1451">
        <w:rPr>
          <w:rFonts w:cs="Georgia"/>
          <w:kern w:val="1"/>
        </w:rPr>
        <w:t xml:space="preserve">, </w:t>
      </w:r>
      <w:r>
        <w:rPr>
          <w:rFonts w:cs="Georgia"/>
          <w:kern w:val="1"/>
        </w:rPr>
        <w:t>harles</w:t>
      </w:r>
      <w:r w:rsidR="000E1451">
        <w:rPr>
          <w:rFonts w:cs="Georgia"/>
          <w:kern w:val="1"/>
        </w:rPr>
        <w:t xml:space="preserve">, </w:t>
      </w:r>
      <w:r>
        <w:rPr>
          <w:rFonts w:cs="Georgia"/>
          <w:kern w:val="1"/>
        </w:rPr>
        <w:t>poules d</w:t>
      </w:r>
      <w:r w:rsidR="000E1451">
        <w:rPr>
          <w:rFonts w:cs="Georgia"/>
          <w:kern w:val="1"/>
        </w:rPr>
        <w:t>’</w:t>
      </w:r>
      <w:r>
        <w:rPr>
          <w:rFonts w:cs="Georgia"/>
          <w:kern w:val="1"/>
        </w:rPr>
        <w:t>eau</w:t>
      </w:r>
      <w:r w:rsidR="000E1451">
        <w:rPr>
          <w:rFonts w:cs="Georgia"/>
          <w:kern w:val="1"/>
        </w:rPr>
        <w:t xml:space="preserve">, </w:t>
      </w:r>
      <w:r>
        <w:rPr>
          <w:rFonts w:cs="Georgia"/>
          <w:kern w:val="1"/>
        </w:rPr>
        <w:t>grèbes</w:t>
      </w:r>
      <w:r w:rsidR="000E1451">
        <w:rPr>
          <w:rFonts w:cs="Georgia"/>
          <w:kern w:val="1"/>
        </w:rPr>
        <w:t xml:space="preserve">, </w:t>
      </w:r>
      <w:r>
        <w:rPr>
          <w:rFonts w:cs="Georgia"/>
          <w:kern w:val="1"/>
        </w:rPr>
        <w:t>sarcelles</w:t>
      </w:r>
      <w:r w:rsidR="000E1451">
        <w:rPr>
          <w:rFonts w:cs="Georgia"/>
          <w:kern w:val="1"/>
        </w:rPr>
        <w:t xml:space="preserve">… </w:t>
      </w:r>
      <w:r>
        <w:rPr>
          <w:rFonts w:cs="Georgia"/>
          <w:kern w:val="1"/>
        </w:rPr>
        <w:t>C</w:t>
      </w:r>
      <w:r w:rsidR="000E1451">
        <w:rPr>
          <w:rFonts w:cs="Georgia"/>
          <w:kern w:val="1"/>
        </w:rPr>
        <w:t>’</w:t>
      </w:r>
      <w:r>
        <w:rPr>
          <w:rFonts w:cs="Georgia"/>
          <w:kern w:val="1"/>
        </w:rPr>
        <w:t>était l</w:t>
      </w:r>
      <w:r w:rsidR="000E1451">
        <w:rPr>
          <w:rFonts w:cs="Georgia"/>
          <w:kern w:val="1"/>
        </w:rPr>
        <w:t>’</w:t>
      </w:r>
      <w:r>
        <w:rPr>
          <w:rFonts w:cs="Georgia"/>
          <w:kern w:val="1"/>
        </w:rPr>
        <w:t>effervescence des passereaux sur lesquels le milan va fondre</w:t>
      </w:r>
      <w:r w:rsidR="000E1451">
        <w:rPr>
          <w:rFonts w:cs="Georgia"/>
          <w:kern w:val="1"/>
        </w:rPr>
        <w:t>.</w:t>
      </w:r>
    </w:p>
    <w:p w14:paraId="7A77EE81" w14:textId="77777777" w:rsidR="000E1451" w:rsidRDefault="00BE611A" w:rsidP="00BE611A">
      <w:pPr>
        <w:rPr>
          <w:rFonts w:cs="Georgia"/>
          <w:kern w:val="1"/>
        </w:rPr>
      </w:pPr>
      <w:r>
        <w:rPr>
          <w:rFonts w:cs="Georgia"/>
          <w:kern w:val="1"/>
        </w:rPr>
        <w:t>Bientôt</w:t>
      </w:r>
      <w:r w:rsidR="000E1451">
        <w:rPr>
          <w:rFonts w:cs="Georgia"/>
          <w:kern w:val="1"/>
        </w:rPr>
        <w:t xml:space="preserve">, </w:t>
      </w:r>
      <w:r>
        <w:rPr>
          <w:rFonts w:cs="Georgia"/>
          <w:kern w:val="1"/>
        </w:rPr>
        <w:t>l</w:t>
      </w:r>
      <w:r w:rsidR="000E1451">
        <w:rPr>
          <w:rFonts w:cs="Georgia"/>
          <w:kern w:val="1"/>
        </w:rPr>
        <w:t>’</w:t>
      </w:r>
      <w:r>
        <w:rPr>
          <w:rFonts w:cs="Georgia"/>
          <w:kern w:val="1"/>
        </w:rPr>
        <w:t>aéroplane nous dépassa</w:t>
      </w:r>
      <w:r w:rsidR="000E1451">
        <w:rPr>
          <w:rFonts w:cs="Georgia"/>
          <w:kern w:val="1"/>
        </w:rPr>
        <w:t xml:space="preserve">. </w:t>
      </w:r>
      <w:r>
        <w:rPr>
          <w:rFonts w:cs="Georgia"/>
          <w:kern w:val="1"/>
        </w:rPr>
        <w:t>Je reconnus un Fokker</w:t>
      </w:r>
      <w:r w:rsidR="000E1451">
        <w:rPr>
          <w:rFonts w:cs="Georgia"/>
          <w:kern w:val="1"/>
        </w:rPr>
        <w:t xml:space="preserve">. </w:t>
      </w:r>
      <w:r>
        <w:rPr>
          <w:rFonts w:cs="Georgia"/>
          <w:kern w:val="1"/>
        </w:rPr>
        <w:t>Il ne volait pas très haut</w:t>
      </w:r>
      <w:r w:rsidR="000E1451">
        <w:rPr>
          <w:rFonts w:cs="Georgia"/>
          <w:kern w:val="1"/>
        </w:rPr>
        <w:t xml:space="preserve">. </w:t>
      </w:r>
      <w:r>
        <w:rPr>
          <w:rFonts w:cs="Georgia"/>
          <w:kern w:val="1"/>
        </w:rPr>
        <w:t>On distinguait à merveille la croix noire peinte sous chacune de ses ailes</w:t>
      </w:r>
      <w:r w:rsidR="000E1451">
        <w:rPr>
          <w:rFonts w:cs="Georgia"/>
          <w:kern w:val="1"/>
        </w:rPr>
        <w:t xml:space="preserve">. </w:t>
      </w:r>
      <w:r>
        <w:rPr>
          <w:rFonts w:cs="Georgia"/>
          <w:kern w:val="1"/>
        </w:rPr>
        <w:t>Invinciblement une légère contraction me serra le cœur</w:t>
      </w:r>
      <w:r w:rsidR="000E1451">
        <w:rPr>
          <w:rFonts w:cs="Georgia"/>
          <w:kern w:val="1"/>
        </w:rPr>
        <w:t xml:space="preserve">, </w:t>
      </w:r>
      <w:r>
        <w:rPr>
          <w:rFonts w:cs="Georgia"/>
          <w:kern w:val="1"/>
        </w:rPr>
        <w:t>en souvenir des tranchées où les visites de ce genre étaient ordinairement suivies à brève échéance d</w:t>
      </w:r>
      <w:r w:rsidR="000E1451">
        <w:rPr>
          <w:rFonts w:cs="Georgia"/>
          <w:kern w:val="1"/>
        </w:rPr>
        <w:t>’</w:t>
      </w:r>
      <w:r>
        <w:rPr>
          <w:rFonts w:cs="Georgia"/>
          <w:kern w:val="1"/>
        </w:rPr>
        <w:t>une solide rafale d</w:t>
      </w:r>
      <w:r w:rsidR="000E1451">
        <w:rPr>
          <w:rFonts w:cs="Georgia"/>
          <w:kern w:val="1"/>
        </w:rPr>
        <w:t>’</w:t>
      </w:r>
      <w:r>
        <w:rPr>
          <w:rFonts w:cs="Georgia"/>
          <w:kern w:val="1"/>
        </w:rPr>
        <w:t>obus</w:t>
      </w:r>
      <w:r w:rsidR="000E1451">
        <w:rPr>
          <w:rFonts w:cs="Georgia"/>
          <w:kern w:val="1"/>
        </w:rPr>
        <w:t xml:space="preserve">. </w:t>
      </w:r>
      <w:r>
        <w:rPr>
          <w:rFonts w:cs="Georgia"/>
          <w:kern w:val="1"/>
        </w:rPr>
        <w:t>Mais Axelle</w:t>
      </w:r>
      <w:r w:rsidR="000E1451">
        <w:rPr>
          <w:rFonts w:cs="Georgia"/>
          <w:kern w:val="1"/>
        </w:rPr>
        <w:t xml:space="preserve">, </w:t>
      </w:r>
      <w:r>
        <w:rPr>
          <w:rFonts w:cs="Georgia"/>
          <w:kern w:val="1"/>
        </w:rPr>
        <w:t>qui était à l</w:t>
      </w:r>
      <w:r w:rsidR="000E1451">
        <w:rPr>
          <w:rFonts w:cs="Georgia"/>
          <w:kern w:val="1"/>
        </w:rPr>
        <w:t>’</w:t>
      </w:r>
      <w:r>
        <w:rPr>
          <w:rFonts w:cs="Georgia"/>
          <w:kern w:val="1"/>
        </w:rPr>
        <w:t>abri de semblables réflexes</w:t>
      </w:r>
      <w:r w:rsidR="000E1451">
        <w:rPr>
          <w:rFonts w:cs="Georgia"/>
          <w:kern w:val="1"/>
        </w:rPr>
        <w:t xml:space="preserve">, </w:t>
      </w:r>
      <w:r>
        <w:rPr>
          <w:rFonts w:cs="Georgia"/>
          <w:kern w:val="1"/>
        </w:rPr>
        <w:lastRenderedPageBreak/>
        <w:t>d</w:t>
      </w:r>
      <w:r w:rsidR="000E1451">
        <w:rPr>
          <w:rFonts w:cs="Georgia"/>
          <w:kern w:val="1"/>
        </w:rPr>
        <w:t>’</w:t>
      </w:r>
      <w:r>
        <w:rPr>
          <w:rFonts w:cs="Georgia"/>
          <w:kern w:val="1"/>
        </w:rPr>
        <w:t>où pouvait lui venir cette soudaine surexcitation</w:t>
      </w:r>
      <w:r w:rsidR="000E1451">
        <w:rPr>
          <w:rFonts w:cs="Georgia"/>
          <w:kern w:val="1"/>
        </w:rPr>
        <w:t xml:space="preserve"> ? </w:t>
      </w:r>
      <w:r>
        <w:rPr>
          <w:rFonts w:cs="Georgia"/>
          <w:kern w:val="1"/>
        </w:rPr>
        <w:t>Et</w:t>
      </w:r>
      <w:r w:rsidR="000E1451">
        <w:rPr>
          <w:rFonts w:cs="Georgia"/>
          <w:kern w:val="1"/>
        </w:rPr>
        <w:t xml:space="preserve">, </w:t>
      </w:r>
      <w:r>
        <w:rPr>
          <w:rFonts w:cs="Georgia"/>
          <w:kern w:val="1"/>
        </w:rPr>
        <w:t>encore une fois</w:t>
      </w:r>
      <w:r w:rsidR="000E1451">
        <w:rPr>
          <w:rFonts w:cs="Georgia"/>
          <w:kern w:val="1"/>
        </w:rPr>
        <w:t xml:space="preserve">, </w:t>
      </w:r>
      <w:r>
        <w:rPr>
          <w:rFonts w:cs="Georgia"/>
          <w:kern w:val="1"/>
        </w:rPr>
        <w:t>pourquoi à propos de cet avion-là</w:t>
      </w:r>
      <w:r w:rsidR="000E1451">
        <w:rPr>
          <w:rFonts w:cs="Georgia"/>
          <w:kern w:val="1"/>
        </w:rPr>
        <w:t> ?</w:t>
      </w:r>
    </w:p>
    <w:p w14:paraId="6605C119" w14:textId="77777777" w:rsidR="000E1451" w:rsidRDefault="00BE611A" w:rsidP="00BE611A">
      <w:pPr>
        <w:rPr>
          <w:rFonts w:cs="Georgia"/>
          <w:kern w:val="1"/>
        </w:rPr>
      </w:pPr>
      <w:r>
        <w:rPr>
          <w:rFonts w:cs="Georgia"/>
          <w:kern w:val="1"/>
        </w:rPr>
        <w:t xml:space="preserve">Ce fut à cet instant que je sentis la main de </w:t>
      </w:r>
      <w:r w:rsidR="000E1451">
        <w:rPr>
          <w:rFonts w:cs="Georgia"/>
          <w:kern w:val="1"/>
        </w:rPr>
        <w:t>M</w:t>
      </w:r>
      <w:r w:rsidR="000E1451" w:rsidRPr="000E1451">
        <w:rPr>
          <w:rFonts w:cs="Georgia"/>
          <w:kern w:val="1"/>
          <w:vertAlign w:val="superscript"/>
        </w:rPr>
        <w:t>lle</w:t>
      </w:r>
      <w:r w:rsidR="000E1451">
        <w:rPr>
          <w:rFonts w:cs="Georgia"/>
          <w:kern w:val="1"/>
        </w:rPr>
        <w:t> de </w:t>
      </w:r>
      <w:r>
        <w:rPr>
          <w:rFonts w:cs="Georgia"/>
          <w:kern w:val="1"/>
        </w:rPr>
        <w:t>Mirrbach s</w:t>
      </w:r>
      <w:r w:rsidR="000E1451">
        <w:rPr>
          <w:rFonts w:cs="Georgia"/>
          <w:kern w:val="1"/>
        </w:rPr>
        <w:t>’</w:t>
      </w:r>
      <w:r>
        <w:rPr>
          <w:rFonts w:cs="Georgia"/>
          <w:kern w:val="1"/>
        </w:rPr>
        <w:t>emparer à son tour de la mienne</w:t>
      </w:r>
      <w:r w:rsidR="000E1451">
        <w:rPr>
          <w:rFonts w:cs="Georgia"/>
          <w:kern w:val="1"/>
        </w:rPr>
        <w:t>.</w:t>
      </w:r>
    </w:p>
    <w:p w14:paraId="05CDCE34" w14:textId="77777777" w:rsidR="000E1451" w:rsidRDefault="000E1451" w:rsidP="00BE611A">
      <w:pPr>
        <w:rPr>
          <w:rFonts w:cs="Georgia"/>
          <w:kern w:val="1"/>
        </w:rPr>
      </w:pPr>
      <w:r>
        <w:rPr>
          <w:rFonts w:cs="Georgia"/>
          <w:kern w:val="1"/>
        </w:rPr>
        <w:t>— </w:t>
      </w:r>
      <w:r w:rsidR="00BE611A">
        <w:rPr>
          <w:rFonts w:cs="Georgia"/>
          <w:kern w:val="1"/>
        </w:rPr>
        <w:t>Ah</w:t>
      </w:r>
      <w:r>
        <w:rPr>
          <w:rFonts w:cs="Georgia"/>
          <w:kern w:val="1"/>
        </w:rPr>
        <w:t xml:space="preserve"> ! </w:t>
      </w:r>
      <w:r w:rsidR="00BE611A">
        <w:rPr>
          <w:rFonts w:cs="Georgia"/>
          <w:kern w:val="1"/>
        </w:rPr>
        <w:t>fit-elle</w:t>
      </w:r>
      <w:r>
        <w:rPr>
          <w:rFonts w:cs="Georgia"/>
          <w:kern w:val="1"/>
        </w:rPr>
        <w:t xml:space="preserve">, </w:t>
      </w:r>
      <w:r w:rsidR="00BE611A">
        <w:rPr>
          <w:rFonts w:cs="Georgia"/>
          <w:kern w:val="1"/>
        </w:rPr>
        <w:t>je savais bien</w:t>
      </w:r>
      <w:r>
        <w:rPr>
          <w:rFonts w:cs="Georgia"/>
          <w:kern w:val="1"/>
        </w:rPr>
        <w:t xml:space="preserve">. </w:t>
      </w:r>
      <w:r w:rsidR="00BE611A">
        <w:rPr>
          <w:rFonts w:cs="Georgia"/>
          <w:kern w:val="1"/>
        </w:rPr>
        <w:t>J</w:t>
      </w:r>
      <w:r>
        <w:rPr>
          <w:rFonts w:cs="Georgia"/>
          <w:kern w:val="1"/>
        </w:rPr>
        <w:t>’</w:t>
      </w:r>
      <w:r w:rsidR="00BE611A">
        <w:rPr>
          <w:rFonts w:cs="Georgia"/>
          <w:kern w:val="1"/>
        </w:rPr>
        <w:t>en avais le pressentiment</w:t>
      </w:r>
      <w:r>
        <w:rPr>
          <w:rFonts w:cs="Georgia"/>
          <w:kern w:val="1"/>
        </w:rPr>
        <w:t xml:space="preserve">. </w:t>
      </w:r>
      <w:r w:rsidR="00BE611A">
        <w:rPr>
          <w:rFonts w:cs="Georgia"/>
          <w:kern w:val="1"/>
        </w:rPr>
        <w:t>Regardez</w:t>
      </w:r>
      <w:r>
        <w:rPr>
          <w:rFonts w:cs="Georgia"/>
          <w:kern w:val="1"/>
        </w:rPr>
        <w:t xml:space="preserve">. </w:t>
      </w:r>
      <w:r w:rsidR="00BE611A">
        <w:rPr>
          <w:rFonts w:cs="Georgia"/>
          <w:kern w:val="1"/>
        </w:rPr>
        <w:t>Mais regardez donc</w:t>
      </w:r>
      <w:r>
        <w:rPr>
          <w:rFonts w:cs="Georgia"/>
          <w:kern w:val="1"/>
        </w:rPr>
        <w:t> !</w:t>
      </w:r>
    </w:p>
    <w:p w14:paraId="436C4681" w14:textId="77777777" w:rsidR="000E1451" w:rsidRDefault="00BE611A" w:rsidP="00BE611A">
      <w:pPr>
        <w:rPr>
          <w:rFonts w:cs="Georgia"/>
          <w:kern w:val="1"/>
        </w:rPr>
      </w:pPr>
      <w:r>
        <w:rPr>
          <w:rFonts w:cs="Georgia"/>
          <w:kern w:val="1"/>
        </w:rPr>
        <w:t>L</w:t>
      </w:r>
      <w:r w:rsidR="000E1451">
        <w:rPr>
          <w:rFonts w:cs="Georgia"/>
          <w:kern w:val="1"/>
        </w:rPr>
        <w:t>’</w:t>
      </w:r>
      <w:r>
        <w:rPr>
          <w:rFonts w:cs="Georgia"/>
          <w:kern w:val="1"/>
        </w:rPr>
        <w:t>aéroplane se trouvait juste au-dessus des baraquements du camp</w:t>
      </w:r>
      <w:r w:rsidR="000E1451">
        <w:rPr>
          <w:rFonts w:cs="Georgia"/>
          <w:kern w:val="1"/>
        </w:rPr>
        <w:t xml:space="preserve">. </w:t>
      </w:r>
      <w:r>
        <w:rPr>
          <w:rFonts w:cs="Georgia"/>
          <w:kern w:val="1"/>
        </w:rPr>
        <w:t>Une étincelle jaillit de l</w:t>
      </w:r>
      <w:r w:rsidR="000E1451">
        <w:rPr>
          <w:rFonts w:cs="Georgia"/>
          <w:kern w:val="1"/>
        </w:rPr>
        <w:t>’</w:t>
      </w:r>
      <w:r>
        <w:rPr>
          <w:rFonts w:cs="Georgia"/>
          <w:kern w:val="1"/>
        </w:rPr>
        <w:t>appareil</w:t>
      </w:r>
      <w:r w:rsidR="000E1451">
        <w:rPr>
          <w:rFonts w:cs="Georgia"/>
          <w:kern w:val="1"/>
        </w:rPr>
        <w:t xml:space="preserve">. </w:t>
      </w:r>
      <w:r>
        <w:rPr>
          <w:rFonts w:cs="Georgia"/>
          <w:kern w:val="1"/>
        </w:rPr>
        <w:t>Elle se mit à s</w:t>
      </w:r>
      <w:r w:rsidR="000E1451">
        <w:rPr>
          <w:rFonts w:cs="Georgia"/>
          <w:kern w:val="1"/>
        </w:rPr>
        <w:t>’</w:t>
      </w:r>
      <w:r>
        <w:rPr>
          <w:rFonts w:cs="Georgia"/>
          <w:kern w:val="1"/>
        </w:rPr>
        <w:t>étirer</w:t>
      </w:r>
      <w:r w:rsidR="000E1451">
        <w:rPr>
          <w:rFonts w:cs="Georgia"/>
          <w:kern w:val="1"/>
        </w:rPr>
        <w:t xml:space="preserve">, </w:t>
      </w:r>
      <w:r>
        <w:rPr>
          <w:rFonts w:cs="Georgia"/>
          <w:kern w:val="1"/>
        </w:rPr>
        <w:t>à s</w:t>
      </w:r>
      <w:r w:rsidR="000E1451">
        <w:rPr>
          <w:rFonts w:cs="Georgia"/>
          <w:kern w:val="1"/>
        </w:rPr>
        <w:t>’</w:t>
      </w:r>
      <w:r>
        <w:rPr>
          <w:rFonts w:cs="Georgia"/>
          <w:kern w:val="1"/>
        </w:rPr>
        <w:t>étirer</w:t>
      </w:r>
      <w:r w:rsidR="000E1451">
        <w:rPr>
          <w:rFonts w:cs="Georgia"/>
          <w:kern w:val="1"/>
        </w:rPr>
        <w:t xml:space="preserve">, </w:t>
      </w:r>
      <w:r>
        <w:rPr>
          <w:rFonts w:cs="Georgia"/>
          <w:kern w:val="1"/>
        </w:rPr>
        <w:t>pour devenir une sorte de chenille d</w:t>
      </w:r>
      <w:r w:rsidR="000E1451">
        <w:rPr>
          <w:rFonts w:cs="Georgia"/>
          <w:kern w:val="1"/>
        </w:rPr>
        <w:t>’</w:t>
      </w:r>
      <w:r>
        <w:rPr>
          <w:rFonts w:cs="Georgia"/>
          <w:kern w:val="1"/>
        </w:rPr>
        <w:t>un rose métallique qui descendait en oscillant</w:t>
      </w:r>
      <w:r w:rsidR="000E1451">
        <w:rPr>
          <w:rFonts w:cs="Georgia"/>
          <w:kern w:val="1"/>
        </w:rPr>
        <w:t>.</w:t>
      </w:r>
    </w:p>
    <w:p w14:paraId="2BD9A3BF" w14:textId="77777777" w:rsidR="000E1451" w:rsidRDefault="000E1451" w:rsidP="00BE611A">
      <w:pPr>
        <w:rPr>
          <w:rFonts w:cs="Georgia"/>
          <w:kern w:val="1"/>
        </w:rPr>
      </w:pPr>
      <w:r>
        <w:rPr>
          <w:rFonts w:cs="Georgia"/>
          <w:kern w:val="1"/>
        </w:rPr>
        <w:t>— </w:t>
      </w:r>
      <w:r w:rsidR="00BE611A">
        <w:rPr>
          <w:rFonts w:cs="Georgia"/>
          <w:kern w:val="1"/>
        </w:rPr>
        <w:t>Un pilote qui s</w:t>
      </w:r>
      <w:r>
        <w:rPr>
          <w:rFonts w:cs="Georgia"/>
          <w:kern w:val="1"/>
        </w:rPr>
        <w:t>’</w:t>
      </w:r>
      <w:r w:rsidR="00BE611A">
        <w:rPr>
          <w:rFonts w:cs="Georgia"/>
          <w:kern w:val="1"/>
        </w:rPr>
        <w:t>exerce à lancer des fusées</w:t>
      </w:r>
      <w:r>
        <w:rPr>
          <w:rFonts w:cs="Georgia"/>
          <w:kern w:val="1"/>
        </w:rPr>
        <w:t xml:space="preserve">, </w:t>
      </w:r>
      <w:r w:rsidR="00BE611A">
        <w:rPr>
          <w:rFonts w:cs="Georgia"/>
          <w:kern w:val="1"/>
        </w:rPr>
        <w:t>dis-je</w:t>
      </w:r>
      <w:r>
        <w:rPr>
          <w:rFonts w:cs="Georgia"/>
          <w:kern w:val="1"/>
        </w:rPr>
        <w:t xml:space="preserve">, </w:t>
      </w:r>
      <w:r w:rsidR="00BE611A">
        <w:rPr>
          <w:rFonts w:cs="Georgia"/>
          <w:kern w:val="1"/>
        </w:rPr>
        <w:t>désireux de dissiper à l</w:t>
      </w:r>
      <w:r>
        <w:rPr>
          <w:rFonts w:cs="Georgia"/>
          <w:kern w:val="1"/>
        </w:rPr>
        <w:t>’</w:t>
      </w:r>
      <w:r w:rsidR="00BE611A">
        <w:rPr>
          <w:rFonts w:cs="Georgia"/>
          <w:kern w:val="1"/>
        </w:rPr>
        <w:t>aide d</w:t>
      </w:r>
      <w:r>
        <w:rPr>
          <w:rFonts w:cs="Georgia"/>
          <w:kern w:val="1"/>
        </w:rPr>
        <w:t>’</w:t>
      </w:r>
      <w:r w:rsidR="00BE611A">
        <w:rPr>
          <w:rFonts w:cs="Georgia"/>
          <w:kern w:val="1"/>
        </w:rPr>
        <w:t>une explication quelconque le malaise dont je commençais à me sentir gagné</w:t>
      </w:r>
      <w:r>
        <w:rPr>
          <w:rFonts w:cs="Georgia"/>
          <w:kern w:val="1"/>
        </w:rPr>
        <w:t xml:space="preserve">. </w:t>
      </w:r>
      <w:r w:rsidR="00BE611A">
        <w:rPr>
          <w:rFonts w:cs="Georgia"/>
          <w:kern w:val="1"/>
        </w:rPr>
        <w:t>Quoi</w:t>
      </w:r>
      <w:r>
        <w:rPr>
          <w:rFonts w:cs="Georgia"/>
          <w:kern w:val="1"/>
        </w:rPr>
        <w:t xml:space="preserve"> ? </w:t>
      </w:r>
      <w:r w:rsidR="00BE611A">
        <w:rPr>
          <w:rFonts w:cs="Georgia"/>
          <w:kern w:val="1"/>
        </w:rPr>
        <w:t>Qu</w:t>
      </w:r>
      <w:r>
        <w:rPr>
          <w:rFonts w:cs="Georgia"/>
          <w:kern w:val="1"/>
        </w:rPr>
        <w:t>’</w:t>
      </w:r>
      <w:r w:rsidR="00BE611A">
        <w:rPr>
          <w:rFonts w:cs="Georgia"/>
          <w:kern w:val="1"/>
        </w:rPr>
        <w:t>y a-t-il encore</w:t>
      </w:r>
      <w:r>
        <w:rPr>
          <w:rFonts w:cs="Georgia"/>
          <w:kern w:val="1"/>
        </w:rPr>
        <w:t> ?</w:t>
      </w:r>
    </w:p>
    <w:p w14:paraId="576BAAE8" w14:textId="77777777" w:rsidR="000E1451" w:rsidRDefault="00BE611A" w:rsidP="00BE611A">
      <w:pPr>
        <w:rPr>
          <w:rFonts w:cs="Georgia"/>
          <w:kern w:val="1"/>
        </w:rPr>
      </w:pPr>
      <w:r>
        <w:rPr>
          <w:rFonts w:cs="Georgia"/>
          <w:kern w:val="1"/>
        </w:rPr>
        <w:t>De nouveau</w:t>
      </w:r>
      <w:r w:rsidR="000E1451">
        <w:rPr>
          <w:rFonts w:cs="Georgia"/>
          <w:kern w:val="1"/>
        </w:rPr>
        <w:t xml:space="preserve">, </w:t>
      </w:r>
      <w:r>
        <w:rPr>
          <w:rFonts w:cs="Georgia"/>
          <w:kern w:val="1"/>
        </w:rPr>
        <w:t>Axelle réclamait le silence</w:t>
      </w:r>
      <w:r w:rsidR="000E1451">
        <w:rPr>
          <w:rFonts w:cs="Georgia"/>
          <w:kern w:val="1"/>
        </w:rPr>
        <w:t xml:space="preserve">. </w:t>
      </w:r>
      <w:r>
        <w:rPr>
          <w:rFonts w:cs="Georgia"/>
          <w:kern w:val="1"/>
        </w:rPr>
        <w:t>Là-bas</w:t>
      </w:r>
      <w:r w:rsidR="000E1451">
        <w:rPr>
          <w:rFonts w:cs="Georgia"/>
          <w:kern w:val="1"/>
        </w:rPr>
        <w:t xml:space="preserve">, </w:t>
      </w:r>
      <w:r>
        <w:rPr>
          <w:rFonts w:cs="Georgia"/>
          <w:kern w:val="1"/>
        </w:rPr>
        <w:t>porté par le vent qui soufflait du sud</w:t>
      </w:r>
      <w:r w:rsidR="000E1451">
        <w:rPr>
          <w:rFonts w:cs="Georgia"/>
          <w:kern w:val="1"/>
        </w:rPr>
        <w:t xml:space="preserve">, </w:t>
      </w:r>
      <w:r>
        <w:rPr>
          <w:rFonts w:cs="Georgia"/>
          <w:kern w:val="1"/>
        </w:rPr>
        <w:t>un bruit lointain venait de naître</w:t>
      </w:r>
      <w:r w:rsidR="000E1451">
        <w:rPr>
          <w:rFonts w:cs="Georgia"/>
          <w:kern w:val="1"/>
        </w:rPr>
        <w:t xml:space="preserve">, </w:t>
      </w:r>
      <w:r>
        <w:rPr>
          <w:rFonts w:cs="Georgia"/>
          <w:kern w:val="1"/>
        </w:rPr>
        <w:t>un bourdonnement sourd</w:t>
      </w:r>
      <w:r w:rsidR="000E1451">
        <w:rPr>
          <w:rFonts w:cs="Georgia"/>
          <w:kern w:val="1"/>
        </w:rPr>
        <w:t xml:space="preserve">, </w:t>
      </w:r>
      <w:r>
        <w:rPr>
          <w:rFonts w:cs="Georgia"/>
          <w:kern w:val="1"/>
        </w:rPr>
        <w:t>continu</w:t>
      </w:r>
      <w:r w:rsidR="000E1451">
        <w:rPr>
          <w:rFonts w:cs="Georgia"/>
          <w:kern w:val="1"/>
        </w:rPr>
        <w:t xml:space="preserve">, </w:t>
      </w:r>
      <w:r>
        <w:rPr>
          <w:rFonts w:cs="Georgia"/>
          <w:kern w:val="1"/>
        </w:rPr>
        <w:t>à peine perceptible</w:t>
      </w:r>
      <w:r w:rsidR="000E1451">
        <w:rPr>
          <w:rFonts w:cs="Georgia"/>
          <w:kern w:val="1"/>
        </w:rPr>
        <w:t>.</w:t>
      </w:r>
    </w:p>
    <w:p w14:paraId="58885BEC" w14:textId="77777777" w:rsidR="000E1451" w:rsidRDefault="000E1451" w:rsidP="00BE611A">
      <w:pPr>
        <w:rPr>
          <w:rFonts w:cs="Georgia"/>
          <w:kern w:val="1"/>
        </w:rPr>
      </w:pPr>
      <w:r>
        <w:rPr>
          <w:rFonts w:cs="Georgia"/>
          <w:kern w:val="1"/>
        </w:rPr>
        <w:t>— </w:t>
      </w:r>
      <w:r w:rsidR="00BE611A">
        <w:rPr>
          <w:rFonts w:cs="Georgia"/>
          <w:kern w:val="1"/>
        </w:rPr>
        <w:t>Les cloches</w:t>
      </w:r>
      <w:r>
        <w:rPr>
          <w:rFonts w:cs="Georgia"/>
          <w:kern w:val="1"/>
        </w:rPr>
        <w:t xml:space="preserve"> ! </w:t>
      </w:r>
      <w:r w:rsidR="00BE611A">
        <w:rPr>
          <w:rFonts w:cs="Georgia"/>
          <w:kern w:val="1"/>
        </w:rPr>
        <w:t>murmurai-je</w:t>
      </w:r>
      <w:r>
        <w:rPr>
          <w:rFonts w:cs="Georgia"/>
          <w:kern w:val="1"/>
        </w:rPr>
        <w:t>.</w:t>
      </w:r>
    </w:p>
    <w:p w14:paraId="023B5E2E" w14:textId="77777777" w:rsidR="000E1451" w:rsidRDefault="000E1451" w:rsidP="00BE611A">
      <w:pPr>
        <w:rPr>
          <w:rFonts w:cs="Georgia"/>
          <w:kern w:val="1"/>
        </w:rPr>
      </w:pPr>
      <w:r>
        <w:rPr>
          <w:rFonts w:cs="Georgia"/>
          <w:kern w:val="1"/>
        </w:rPr>
        <w:t>— </w:t>
      </w:r>
      <w:r w:rsidR="00BE611A">
        <w:rPr>
          <w:rFonts w:cs="Georgia"/>
          <w:kern w:val="1"/>
        </w:rPr>
        <w:t>Oui</w:t>
      </w:r>
      <w:r>
        <w:rPr>
          <w:rFonts w:cs="Georgia"/>
          <w:kern w:val="1"/>
        </w:rPr>
        <w:t xml:space="preserve">, </w:t>
      </w:r>
      <w:r w:rsidR="00BE611A">
        <w:rPr>
          <w:rFonts w:cs="Georgia"/>
          <w:kern w:val="1"/>
        </w:rPr>
        <w:t>dit Axelle</w:t>
      </w:r>
      <w:r>
        <w:rPr>
          <w:rFonts w:cs="Georgia"/>
          <w:kern w:val="1"/>
        </w:rPr>
        <w:t xml:space="preserve">. </w:t>
      </w:r>
      <w:r w:rsidR="00BE611A">
        <w:rPr>
          <w:rFonts w:cs="Georgia"/>
          <w:kern w:val="1"/>
        </w:rPr>
        <w:t>De ce côté</w:t>
      </w:r>
      <w:r>
        <w:rPr>
          <w:rFonts w:cs="Georgia"/>
          <w:kern w:val="1"/>
        </w:rPr>
        <w:t xml:space="preserve">, </w:t>
      </w:r>
      <w:r w:rsidR="00BE611A">
        <w:rPr>
          <w:rFonts w:cs="Georgia"/>
          <w:kern w:val="1"/>
        </w:rPr>
        <w:t>c</w:t>
      </w:r>
      <w:r>
        <w:rPr>
          <w:rFonts w:cs="Georgia"/>
          <w:kern w:val="1"/>
        </w:rPr>
        <w:t>’</w:t>
      </w:r>
      <w:r w:rsidR="00BE611A">
        <w:rPr>
          <w:rFonts w:cs="Georgia"/>
          <w:kern w:val="1"/>
        </w:rPr>
        <w:t>est la cloche de Marienhof</w:t>
      </w:r>
      <w:r>
        <w:rPr>
          <w:rFonts w:cs="Georgia"/>
          <w:kern w:val="1"/>
        </w:rPr>
        <w:t xml:space="preserve">. </w:t>
      </w:r>
      <w:r w:rsidR="00BE611A">
        <w:rPr>
          <w:rFonts w:cs="Georgia"/>
          <w:kern w:val="1"/>
        </w:rPr>
        <w:t>Et de celui-là</w:t>
      </w:r>
      <w:r>
        <w:rPr>
          <w:rFonts w:cs="Georgia"/>
          <w:kern w:val="1"/>
        </w:rPr>
        <w:t xml:space="preserve">, </w:t>
      </w:r>
      <w:r w:rsidR="00BE611A">
        <w:rPr>
          <w:rFonts w:cs="Georgia"/>
          <w:kern w:val="1"/>
        </w:rPr>
        <w:t>écoutez</w:t>
      </w:r>
      <w:r>
        <w:rPr>
          <w:rFonts w:cs="Georgia"/>
          <w:kern w:val="1"/>
        </w:rPr>
        <w:t xml:space="preserve">, </w:t>
      </w:r>
      <w:r w:rsidR="00BE611A">
        <w:rPr>
          <w:rFonts w:cs="Georgia"/>
          <w:kern w:val="1"/>
        </w:rPr>
        <w:t>c</w:t>
      </w:r>
      <w:r>
        <w:rPr>
          <w:rFonts w:cs="Georgia"/>
          <w:kern w:val="1"/>
        </w:rPr>
        <w:t>’</w:t>
      </w:r>
      <w:r w:rsidR="00BE611A">
        <w:rPr>
          <w:rFonts w:cs="Georgia"/>
          <w:kern w:val="1"/>
        </w:rPr>
        <w:t>est la cloche de Warnicker</w:t>
      </w:r>
      <w:r>
        <w:rPr>
          <w:rFonts w:cs="Georgia"/>
          <w:kern w:val="1"/>
        </w:rPr>
        <w:t>.</w:t>
      </w:r>
    </w:p>
    <w:p w14:paraId="3A98BE56" w14:textId="77777777" w:rsidR="000E1451" w:rsidRDefault="00BE611A" w:rsidP="00BE611A">
      <w:pPr>
        <w:rPr>
          <w:rFonts w:cs="Georgia"/>
          <w:kern w:val="1"/>
        </w:rPr>
      </w:pPr>
      <w:r>
        <w:rPr>
          <w:rFonts w:cs="Georgia"/>
          <w:kern w:val="1"/>
        </w:rPr>
        <w:t>Au début de la guerre</w:t>
      </w:r>
      <w:r w:rsidR="000E1451">
        <w:rPr>
          <w:rFonts w:cs="Georgia"/>
          <w:kern w:val="1"/>
        </w:rPr>
        <w:t xml:space="preserve">, </w:t>
      </w:r>
      <w:r>
        <w:rPr>
          <w:rFonts w:cs="Georgia"/>
          <w:kern w:val="1"/>
        </w:rPr>
        <w:t>l</w:t>
      </w:r>
      <w:r w:rsidR="000E1451">
        <w:rPr>
          <w:rFonts w:cs="Georgia"/>
          <w:kern w:val="1"/>
        </w:rPr>
        <w:t>’</w:t>
      </w:r>
      <w:r>
        <w:rPr>
          <w:rFonts w:cs="Georgia"/>
          <w:kern w:val="1"/>
        </w:rPr>
        <w:t>Allemagne avait abusé de cette façon d</w:t>
      </w:r>
      <w:r w:rsidR="000E1451">
        <w:rPr>
          <w:rFonts w:cs="Georgia"/>
          <w:kern w:val="1"/>
        </w:rPr>
        <w:t>’</w:t>
      </w:r>
      <w:r>
        <w:rPr>
          <w:rFonts w:cs="Georgia"/>
          <w:kern w:val="1"/>
        </w:rPr>
        <w:t>annoncer ses victoires</w:t>
      </w:r>
      <w:r w:rsidR="000E1451">
        <w:rPr>
          <w:rFonts w:cs="Georgia"/>
          <w:kern w:val="1"/>
        </w:rPr>
        <w:t xml:space="preserve">. </w:t>
      </w:r>
      <w:r>
        <w:rPr>
          <w:rFonts w:cs="Georgia"/>
          <w:kern w:val="1"/>
        </w:rPr>
        <w:t>Aujourd</w:t>
      </w:r>
      <w:r w:rsidR="000E1451">
        <w:rPr>
          <w:rFonts w:cs="Georgia"/>
          <w:kern w:val="1"/>
        </w:rPr>
        <w:t>’</w:t>
      </w:r>
      <w:r>
        <w:rPr>
          <w:rFonts w:cs="Georgia"/>
          <w:kern w:val="1"/>
        </w:rPr>
        <w:t>hui on était devenu plus circonspect</w:t>
      </w:r>
      <w:r w:rsidR="000E1451">
        <w:rPr>
          <w:rFonts w:cs="Georgia"/>
          <w:kern w:val="1"/>
        </w:rPr>
        <w:t xml:space="preserve">. </w:t>
      </w:r>
      <w:r>
        <w:rPr>
          <w:rFonts w:cs="Georgia"/>
          <w:kern w:val="1"/>
        </w:rPr>
        <w:t>Les cloches n</w:t>
      </w:r>
      <w:r w:rsidR="000E1451">
        <w:rPr>
          <w:rFonts w:cs="Georgia"/>
          <w:kern w:val="1"/>
        </w:rPr>
        <w:t>’</w:t>
      </w:r>
      <w:r>
        <w:rPr>
          <w:rFonts w:cs="Georgia"/>
          <w:kern w:val="1"/>
        </w:rPr>
        <w:t>avaient pas sonné</w:t>
      </w:r>
      <w:r w:rsidR="000E1451">
        <w:rPr>
          <w:rFonts w:cs="Georgia"/>
          <w:kern w:val="1"/>
        </w:rPr>
        <w:t xml:space="preserve">, </w:t>
      </w:r>
      <w:r>
        <w:rPr>
          <w:rFonts w:cs="Georgia"/>
          <w:kern w:val="1"/>
        </w:rPr>
        <w:t>six semaines plus tôt</w:t>
      </w:r>
      <w:r w:rsidR="000E1451">
        <w:rPr>
          <w:rFonts w:cs="Georgia"/>
          <w:kern w:val="1"/>
        </w:rPr>
        <w:t xml:space="preserve">, </w:t>
      </w:r>
      <w:r>
        <w:rPr>
          <w:rFonts w:cs="Georgia"/>
          <w:kern w:val="1"/>
        </w:rPr>
        <w:t>pour l</w:t>
      </w:r>
      <w:r w:rsidR="000E1451">
        <w:rPr>
          <w:rFonts w:cs="Georgia"/>
          <w:kern w:val="1"/>
        </w:rPr>
        <w:t>’</w:t>
      </w:r>
      <w:r>
        <w:rPr>
          <w:rFonts w:cs="Georgia"/>
          <w:kern w:val="1"/>
        </w:rPr>
        <w:t>incontestable succès du Chemin des Dames</w:t>
      </w:r>
      <w:r w:rsidR="000E1451">
        <w:rPr>
          <w:rFonts w:cs="Georgia"/>
          <w:kern w:val="1"/>
        </w:rPr>
        <w:t xml:space="preserve">. </w:t>
      </w:r>
      <w:r>
        <w:rPr>
          <w:rFonts w:cs="Georgia"/>
          <w:kern w:val="1"/>
        </w:rPr>
        <w:t>Depuis que j</w:t>
      </w:r>
      <w:r w:rsidR="000E1451">
        <w:rPr>
          <w:rFonts w:cs="Georgia"/>
          <w:kern w:val="1"/>
        </w:rPr>
        <w:t>’</w:t>
      </w:r>
      <w:r>
        <w:rPr>
          <w:rFonts w:cs="Georgia"/>
          <w:kern w:val="1"/>
        </w:rPr>
        <w:t>étais au camp de Reichendorf</w:t>
      </w:r>
      <w:r w:rsidR="000E1451">
        <w:rPr>
          <w:rFonts w:cs="Georgia"/>
          <w:kern w:val="1"/>
        </w:rPr>
        <w:t xml:space="preserve">, </w:t>
      </w:r>
      <w:r>
        <w:rPr>
          <w:rFonts w:cs="Georgia"/>
          <w:kern w:val="1"/>
        </w:rPr>
        <w:t>je ne les avais entendues qu</w:t>
      </w:r>
      <w:r w:rsidR="000E1451">
        <w:rPr>
          <w:rFonts w:cs="Georgia"/>
          <w:kern w:val="1"/>
        </w:rPr>
        <w:t>’</w:t>
      </w:r>
      <w:r>
        <w:rPr>
          <w:rFonts w:cs="Georgia"/>
          <w:kern w:val="1"/>
        </w:rPr>
        <w:t>une seule fois</w:t>
      </w:r>
      <w:r w:rsidR="000E1451">
        <w:rPr>
          <w:rFonts w:cs="Georgia"/>
          <w:kern w:val="1"/>
        </w:rPr>
        <w:t xml:space="preserve">, </w:t>
      </w:r>
      <w:r>
        <w:rPr>
          <w:rFonts w:cs="Georgia"/>
          <w:kern w:val="1"/>
        </w:rPr>
        <w:t>à propos de la paix de Brest-Litowsk</w:t>
      </w:r>
      <w:r w:rsidR="000E1451">
        <w:rPr>
          <w:rFonts w:cs="Georgia"/>
          <w:kern w:val="1"/>
        </w:rPr>
        <w:t xml:space="preserve">. </w:t>
      </w:r>
      <w:r>
        <w:rPr>
          <w:rFonts w:cs="Georgia"/>
          <w:kern w:val="1"/>
        </w:rPr>
        <w:t>Ce matin</w:t>
      </w:r>
      <w:r w:rsidR="000E1451">
        <w:rPr>
          <w:rFonts w:cs="Georgia"/>
          <w:kern w:val="1"/>
        </w:rPr>
        <w:t xml:space="preserve">, </w:t>
      </w:r>
      <w:r>
        <w:rPr>
          <w:rFonts w:cs="Georgia"/>
          <w:kern w:val="1"/>
        </w:rPr>
        <w:t>quel événement grandiose étaient-</w:t>
      </w:r>
      <w:r>
        <w:rPr>
          <w:rFonts w:cs="Georgia"/>
          <w:kern w:val="1"/>
        </w:rPr>
        <w:lastRenderedPageBreak/>
        <w:t>elles donc chargées de célébrer</w:t>
      </w:r>
      <w:r w:rsidR="000E1451">
        <w:rPr>
          <w:rFonts w:cs="Georgia"/>
          <w:kern w:val="1"/>
        </w:rPr>
        <w:t xml:space="preserve"> ? </w:t>
      </w:r>
      <w:r>
        <w:rPr>
          <w:rFonts w:cs="Georgia"/>
          <w:kern w:val="1"/>
        </w:rPr>
        <w:t>L</w:t>
      </w:r>
      <w:r w:rsidR="000E1451">
        <w:rPr>
          <w:rFonts w:cs="Georgia"/>
          <w:kern w:val="1"/>
        </w:rPr>
        <w:t>’</w:t>
      </w:r>
      <w:r>
        <w:rPr>
          <w:rFonts w:cs="Georgia"/>
          <w:kern w:val="1"/>
        </w:rPr>
        <w:t>armistice</w:t>
      </w:r>
      <w:r w:rsidR="000E1451">
        <w:rPr>
          <w:rFonts w:cs="Georgia"/>
          <w:kern w:val="1"/>
        </w:rPr>
        <w:t xml:space="preserve">, </w:t>
      </w:r>
      <w:r>
        <w:rPr>
          <w:rFonts w:cs="Georgia"/>
          <w:kern w:val="1"/>
        </w:rPr>
        <w:t>peut-être</w:t>
      </w:r>
      <w:r w:rsidR="000E1451">
        <w:rPr>
          <w:rFonts w:cs="Georgia"/>
          <w:kern w:val="1"/>
        </w:rPr>
        <w:t xml:space="preserve"> ! </w:t>
      </w:r>
      <w:r>
        <w:rPr>
          <w:rFonts w:cs="Georgia"/>
          <w:kern w:val="1"/>
        </w:rPr>
        <w:t>Mais non</w:t>
      </w:r>
      <w:r w:rsidR="000E1451">
        <w:rPr>
          <w:rFonts w:cs="Georgia"/>
          <w:kern w:val="1"/>
        </w:rPr>
        <w:t xml:space="preserve">, </w:t>
      </w:r>
      <w:r>
        <w:rPr>
          <w:rFonts w:cs="Georgia"/>
          <w:kern w:val="1"/>
        </w:rPr>
        <w:t>ce n</w:t>
      </w:r>
      <w:r w:rsidR="000E1451">
        <w:rPr>
          <w:rFonts w:cs="Georgia"/>
          <w:kern w:val="1"/>
        </w:rPr>
        <w:t>’</w:t>
      </w:r>
      <w:r>
        <w:rPr>
          <w:rFonts w:cs="Georgia"/>
          <w:kern w:val="1"/>
        </w:rPr>
        <w:t>était pas possible</w:t>
      </w:r>
      <w:r w:rsidR="000E1451">
        <w:rPr>
          <w:rFonts w:cs="Georgia"/>
          <w:kern w:val="1"/>
        </w:rPr>
        <w:t xml:space="preserve"> ! </w:t>
      </w:r>
      <w:r>
        <w:rPr>
          <w:rFonts w:cs="Georgia"/>
          <w:kern w:val="1"/>
        </w:rPr>
        <w:t>Une chose pareille ne pouvait pas arriver ainsi</w:t>
      </w:r>
      <w:r w:rsidR="000E1451">
        <w:rPr>
          <w:rFonts w:cs="Georgia"/>
          <w:kern w:val="1"/>
        </w:rPr>
        <w:t xml:space="preserve">, </w:t>
      </w:r>
      <w:r>
        <w:rPr>
          <w:rFonts w:cs="Georgia"/>
          <w:kern w:val="1"/>
        </w:rPr>
        <w:t>à l</w:t>
      </w:r>
      <w:r w:rsidR="000E1451">
        <w:rPr>
          <w:rFonts w:cs="Georgia"/>
          <w:kern w:val="1"/>
        </w:rPr>
        <w:t>’</w:t>
      </w:r>
      <w:r>
        <w:rPr>
          <w:rFonts w:cs="Georgia"/>
          <w:kern w:val="1"/>
        </w:rPr>
        <w:t>improviste</w:t>
      </w:r>
      <w:r w:rsidR="000E1451">
        <w:rPr>
          <w:rFonts w:cs="Georgia"/>
          <w:kern w:val="1"/>
        </w:rPr>
        <w:t xml:space="preserve">… </w:t>
      </w:r>
      <w:r>
        <w:rPr>
          <w:rFonts w:cs="Georgia"/>
          <w:kern w:val="1"/>
        </w:rPr>
        <w:t>Quoi</w:t>
      </w:r>
      <w:r w:rsidR="000E1451">
        <w:rPr>
          <w:rFonts w:cs="Georgia"/>
          <w:kern w:val="1"/>
        </w:rPr>
        <w:t xml:space="preserve">, </w:t>
      </w:r>
      <w:r>
        <w:rPr>
          <w:rFonts w:cs="Georgia"/>
          <w:kern w:val="1"/>
        </w:rPr>
        <w:t>alors</w:t>
      </w:r>
      <w:r w:rsidR="000E1451">
        <w:rPr>
          <w:rFonts w:cs="Georgia"/>
          <w:kern w:val="1"/>
        </w:rPr>
        <w:t> ?</w:t>
      </w:r>
    </w:p>
    <w:p w14:paraId="10CAC8DB" w14:textId="77777777" w:rsidR="000E1451" w:rsidRDefault="000E1451" w:rsidP="00BE611A">
      <w:pPr>
        <w:rPr>
          <w:rFonts w:cs="Georgia"/>
          <w:kern w:val="1"/>
        </w:rPr>
      </w:pPr>
      <w:r>
        <w:rPr>
          <w:rFonts w:cs="Georgia"/>
          <w:kern w:val="1"/>
        </w:rPr>
        <w:t>— </w:t>
      </w:r>
      <w:r w:rsidR="00BE611A">
        <w:rPr>
          <w:rFonts w:cs="Georgia"/>
          <w:kern w:val="1"/>
        </w:rPr>
        <w:t>Rentrons</w:t>
      </w:r>
      <w:r>
        <w:rPr>
          <w:rFonts w:cs="Georgia"/>
          <w:kern w:val="1"/>
        </w:rPr>
        <w:t xml:space="preserve"> ! </w:t>
      </w:r>
      <w:r w:rsidR="00BE611A">
        <w:rPr>
          <w:rFonts w:cs="Georgia"/>
          <w:kern w:val="1"/>
        </w:rPr>
        <w:t>dis-je fiévreusement</w:t>
      </w:r>
      <w:r>
        <w:rPr>
          <w:rFonts w:cs="Georgia"/>
          <w:kern w:val="1"/>
        </w:rPr>
        <w:t xml:space="preserve">. </w:t>
      </w:r>
      <w:r w:rsidR="00BE611A">
        <w:rPr>
          <w:rFonts w:cs="Georgia"/>
          <w:kern w:val="1"/>
        </w:rPr>
        <w:t>Au château</w:t>
      </w:r>
      <w:r>
        <w:rPr>
          <w:rFonts w:cs="Georgia"/>
          <w:kern w:val="1"/>
        </w:rPr>
        <w:t xml:space="preserve">, </w:t>
      </w:r>
      <w:r w:rsidR="00BE611A">
        <w:rPr>
          <w:rFonts w:cs="Georgia"/>
          <w:kern w:val="1"/>
        </w:rPr>
        <w:t>on doit être déjà au courant</w:t>
      </w:r>
      <w:r>
        <w:rPr>
          <w:rFonts w:cs="Georgia"/>
          <w:kern w:val="1"/>
        </w:rPr>
        <w:t xml:space="preserve">. </w:t>
      </w:r>
      <w:r w:rsidR="00BE611A">
        <w:rPr>
          <w:rFonts w:cs="Georgia"/>
          <w:kern w:val="1"/>
        </w:rPr>
        <w:t>Rentrons vite</w:t>
      </w:r>
      <w:r>
        <w:rPr>
          <w:rFonts w:cs="Georgia"/>
          <w:kern w:val="1"/>
        </w:rPr>
        <w:t>.</w:t>
      </w:r>
    </w:p>
    <w:p w14:paraId="4E883B58" w14:textId="77777777" w:rsidR="000E1451" w:rsidRDefault="00BE611A" w:rsidP="00BE611A">
      <w:pPr>
        <w:rPr>
          <w:rFonts w:cs="Georgia"/>
          <w:kern w:val="1"/>
        </w:rPr>
      </w:pPr>
      <w:r>
        <w:rPr>
          <w:rFonts w:cs="Georgia"/>
          <w:kern w:val="1"/>
        </w:rPr>
        <w:t>C</w:t>
      </w:r>
      <w:r w:rsidR="000E1451">
        <w:rPr>
          <w:rFonts w:cs="Georgia"/>
          <w:kern w:val="1"/>
        </w:rPr>
        <w:t>’</w:t>
      </w:r>
      <w:r>
        <w:rPr>
          <w:rFonts w:cs="Georgia"/>
          <w:kern w:val="1"/>
        </w:rPr>
        <w:t>était moi qui paraissais maintenant en proie à l</w:t>
      </w:r>
      <w:r w:rsidR="000E1451">
        <w:rPr>
          <w:rFonts w:cs="Georgia"/>
          <w:kern w:val="1"/>
        </w:rPr>
        <w:t>’</w:t>
      </w:r>
      <w:r>
        <w:rPr>
          <w:rFonts w:cs="Georgia"/>
          <w:kern w:val="1"/>
        </w:rPr>
        <w:t>exaltation que j</w:t>
      </w:r>
      <w:r w:rsidR="000E1451">
        <w:rPr>
          <w:rFonts w:cs="Georgia"/>
          <w:kern w:val="1"/>
        </w:rPr>
        <w:t>’</w:t>
      </w:r>
      <w:r>
        <w:rPr>
          <w:rFonts w:cs="Georgia"/>
          <w:kern w:val="1"/>
        </w:rPr>
        <w:t>avais eu tant de surprise</w:t>
      </w:r>
      <w:r w:rsidR="000E1451">
        <w:rPr>
          <w:rFonts w:cs="Georgia"/>
          <w:kern w:val="1"/>
        </w:rPr>
        <w:t xml:space="preserve">, </w:t>
      </w:r>
      <w:r>
        <w:rPr>
          <w:rFonts w:cs="Georgia"/>
          <w:kern w:val="1"/>
        </w:rPr>
        <w:t>un instant auparavant</w:t>
      </w:r>
      <w:r w:rsidR="000E1451">
        <w:rPr>
          <w:rFonts w:cs="Georgia"/>
          <w:kern w:val="1"/>
        </w:rPr>
        <w:t xml:space="preserve">, </w:t>
      </w:r>
      <w:r>
        <w:rPr>
          <w:rFonts w:cs="Georgia"/>
          <w:kern w:val="1"/>
        </w:rPr>
        <w:t>à constater chez Axelle</w:t>
      </w:r>
      <w:r w:rsidR="000E1451">
        <w:rPr>
          <w:rFonts w:cs="Georgia"/>
          <w:kern w:val="1"/>
        </w:rPr>
        <w:t>. M</w:t>
      </w:r>
      <w:r w:rsidR="000E1451" w:rsidRPr="000E1451">
        <w:rPr>
          <w:rFonts w:cs="Georgia"/>
          <w:kern w:val="1"/>
          <w:vertAlign w:val="superscript"/>
        </w:rPr>
        <w:t>lle</w:t>
      </w:r>
      <w:r w:rsidR="000E1451">
        <w:rPr>
          <w:rFonts w:cs="Georgia"/>
          <w:kern w:val="1"/>
        </w:rPr>
        <w:t> de </w:t>
      </w:r>
      <w:r>
        <w:rPr>
          <w:rFonts w:cs="Georgia"/>
          <w:kern w:val="1"/>
        </w:rPr>
        <w:t>Mirrbach</w:t>
      </w:r>
      <w:r w:rsidR="000E1451">
        <w:rPr>
          <w:rFonts w:cs="Georgia"/>
          <w:kern w:val="1"/>
        </w:rPr>
        <w:t xml:space="preserve">, </w:t>
      </w:r>
      <w:r>
        <w:rPr>
          <w:rFonts w:cs="Georgia"/>
          <w:kern w:val="1"/>
        </w:rPr>
        <w:t>au contraire</w:t>
      </w:r>
      <w:r w:rsidR="000E1451">
        <w:rPr>
          <w:rFonts w:cs="Georgia"/>
          <w:kern w:val="1"/>
        </w:rPr>
        <w:t xml:space="preserve">, </w:t>
      </w:r>
      <w:r>
        <w:rPr>
          <w:rFonts w:cs="Georgia"/>
          <w:kern w:val="1"/>
        </w:rPr>
        <w:t>était redevenue silencieuse</w:t>
      </w:r>
      <w:r w:rsidR="000E1451">
        <w:rPr>
          <w:rFonts w:cs="Georgia"/>
          <w:kern w:val="1"/>
        </w:rPr>
        <w:t xml:space="preserve">, </w:t>
      </w:r>
      <w:r>
        <w:rPr>
          <w:rFonts w:cs="Georgia"/>
          <w:kern w:val="1"/>
        </w:rPr>
        <w:t>comme frappée d</w:t>
      </w:r>
      <w:r w:rsidR="000E1451">
        <w:rPr>
          <w:rFonts w:cs="Georgia"/>
          <w:kern w:val="1"/>
        </w:rPr>
        <w:t>’</w:t>
      </w:r>
      <w:r>
        <w:rPr>
          <w:rFonts w:cs="Georgia"/>
          <w:kern w:val="1"/>
        </w:rPr>
        <w:t>une soudaine indifférence</w:t>
      </w:r>
      <w:r w:rsidR="000E1451">
        <w:rPr>
          <w:rFonts w:cs="Georgia"/>
          <w:kern w:val="1"/>
        </w:rPr>
        <w:t xml:space="preserve">. </w:t>
      </w:r>
      <w:r>
        <w:rPr>
          <w:rFonts w:cs="Georgia"/>
          <w:kern w:val="1"/>
        </w:rPr>
        <w:t>J</w:t>
      </w:r>
      <w:r w:rsidR="000E1451">
        <w:rPr>
          <w:rFonts w:cs="Georgia"/>
          <w:kern w:val="1"/>
        </w:rPr>
        <w:t>’</w:t>
      </w:r>
      <w:r>
        <w:rPr>
          <w:rFonts w:cs="Georgia"/>
          <w:kern w:val="1"/>
        </w:rPr>
        <w:t>avais l</w:t>
      </w:r>
      <w:r w:rsidR="000E1451">
        <w:rPr>
          <w:rFonts w:cs="Georgia"/>
          <w:kern w:val="1"/>
        </w:rPr>
        <w:t>’</w:t>
      </w:r>
      <w:r>
        <w:rPr>
          <w:rFonts w:cs="Georgia"/>
          <w:kern w:val="1"/>
        </w:rPr>
        <w:t>impression qu</w:t>
      </w:r>
      <w:r w:rsidR="000E1451">
        <w:rPr>
          <w:rFonts w:cs="Georgia"/>
          <w:kern w:val="1"/>
        </w:rPr>
        <w:t>’</w:t>
      </w:r>
      <w:r>
        <w:rPr>
          <w:rFonts w:cs="Georgia"/>
          <w:kern w:val="1"/>
        </w:rPr>
        <w:t>elle serait volontiers restée là</w:t>
      </w:r>
      <w:r w:rsidR="000E1451">
        <w:rPr>
          <w:rFonts w:cs="Georgia"/>
          <w:kern w:val="1"/>
        </w:rPr>
        <w:t xml:space="preserve">, </w:t>
      </w:r>
      <w:r>
        <w:rPr>
          <w:rFonts w:cs="Georgia"/>
          <w:kern w:val="1"/>
        </w:rPr>
        <w:t>au centre de ce paysage</w:t>
      </w:r>
      <w:r w:rsidR="000E1451">
        <w:rPr>
          <w:rFonts w:cs="Georgia"/>
          <w:kern w:val="1"/>
        </w:rPr>
        <w:t xml:space="preserve">, </w:t>
      </w:r>
      <w:r>
        <w:rPr>
          <w:rFonts w:cs="Georgia"/>
          <w:kern w:val="1"/>
        </w:rPr>
        <w:t>maintenant paisible</w:t>
      </w:r>
      <w:r w:rsidR="000E1451">
        <w:rPr>
          <w:rFonts w:cs="Georgia"/>
          <w:kern w:val="1"/>
        </w:rPr>
        <w:t xml:space="preserve">, </w:t>
      </w:r>
      <w:r>
        <w:rPr>
          <w:rFonts w:cs="Georgia"/>
          <w:kern w:val="1"/>
        </w:rPr>
        <w:t>de ces étangs au ras desquels macreuses et sarcelles</w:t>
      </w:r>
      <w:r w:rsidR="000E1451">
        <w:rPr>
          <w:rFonts w:cs="Georgia"/>
          <w:kern w:val="1"/>
        </w:rPr>
        <w:t xml:space="preserve">, </w:t>
      </w:r>
      <w:r>
        <w:rPr>
          <w:rFonts w:cs="Georgia"/>
          <w:kern w:val="1"/>
        </w:rPr>
        <w:t>rassurées</w:t>
      </w:r>
      <w:r w:rsidR="000E1451">
        <w:rPr>
          <w:rFonts w:cs="Georgia"/>
          <w:kern w:val="1"/>
        </w:rPr>
        <w:t xml:space="preserve">, </w:t>
      </w:r>
      <w:r>
        <w:rPr>
          <w:rFonts w:cs="Georgia"/>
          <w:kern w:val="1"/>
        </w:rPr>
        <w:t>avaient cessé de tournoyer</w:t>
      </w:r>
      <w:r w:rsidR="000E1451">
        <w:rPr>
          <w:rFonts w:cs="Georgia"/>
          <w:kern w:val="1"/>
        </w:rPr>
        <w:t>.</w:t>
      </w:r>
    </w:p>
    <w:p w14:paraId="5B598B3D" w14:textId="77777777" w:rsidR="000E1451" w:rsidRDefault="000E1451" w:rsidP="00BE611A">
      <w:pPr>
        <w:rPr>
          <w:rFonts w:cs="Georgia"/>
          <w:kern w:val="1"/>
        </w:rPr>
      </w:pPr>
      <w:r>
        <w:rPr>
          <w:rFonts w:cs="Georgia"/>
          <w:kern w:val="1"/>
        </w:rPr>
        <w:t>— </w:t>
      </w:r>
      <w:r w:rsidR="00BE611A">
        <w:rPr>
          <w:rFonts w:cs="Georgia"/>
          <w:kern w:val="1"/>
        </w:rPr>
        <w:t>À quoi bon se presser</w:t>
      </w:r>
      <w:r>
        <w:rPr>
          <w:rFonts w:cs="Georgia"/>
          <w:kern w:val="1"/>
        </w:rPr>
        <w:t xml:space="preserve"> ! </w:t>
      </w:r>
      <w:r w:rsidR="00BE611A">
        <w:rPr>
          <w:rFonts w:cs="Georgia"/>
          <w:kern w:val="1"/>
        </w:rPr>
        <w:t>dit-elle tout bas</w:t>
      </w:r>
      <w:r>
        <w:rPr>
          <w:rFonts w:cs="Georgia"/>
          <w:kern w:val="1"/>
        </w:rPr>
        <w:t xml:space="preserve">. </w:t>
      </w:r>
      <w:r w:rsidR="00BE611A">
        <w:rPr>
          <w:rFonts w:cs="Georgia"/>
          <w:kern w:val="1"/>
        </w:rPr>
        <w:t>Nous serons bien assez tôt de retour</w:t>
      </w:r>
      <w:r>
        <w:rPr>
          <w:rFonts w:cs="Georgia"/>
          <w:kern w:val="1"/>
        </w:rPr>
        <w:t>.</w:t>
      </w:r>
    </w:p>
    <w:p w14:paraId="153F8F0F" w14:textId="77777777" w:rsidR="000E1451" w:rsidRDefault="00BE611A" w:rsidP="00BE611A">
      <w:pPr>
        <w:rPr>
          <w:rFonts w:cs="Georgia"/>
          <w:kern w:val="1"/>
        </w:rPr>
      </w:pPr>
      <w:r>
        <w:rPr>
          <w:rFonts w:cs="Georgia"/>
          <w:kern w:val="1"/>
        </w:rPr>
        <w:t>J</w:t>
      </w:r>
      <w:r w:rsidR="000E1451">
        <w:rPr>
          <w:rFonts w:cs="Georgia"/>
          <w:kern w:val="1"/>
        </w:rPr>
        <w:t>’</w:t>
      </w:r>
      <w:r>
        <w:rPr>
          <w:rFonts w:cs="Georgia"/>
          <w:kern w:val="1"/>
        </w:rPr>
        <w:t>insistai</w:t>
      </w:r>
      <w:r w:rsidR="000E1451">
        <w:rPr>
          <w:rFonts w:cs="Georgia"/>
          <w:kern w:val="1"/>
        </w:rPr>
        <w:t xml:space="preserve">. </w:t>
      </w:r>
      <w:r>
        <w:rPr>
          <w:rFonts w:cs="Georgia"/>
          <w:kern w:val="1"/>
        </w:rPr>
        <w:t>Je suppliai presque</w:t>
      </w:r>
      <w:r w:rsidR="000E1451">
        <w:rPr>
          <w:rFonts w:cs="Georgia"/>
          <w:kern w:val="1"/>
        </w:rPr>
        <w:t>.</w:t>
      </w:r>
    </w:p>
    <w:p w14:paraId="425FFB81" w14:textId="77777777" w:rsidR="000E1451" w:rsidRDefault="000E1451" w:rsidP="00BE611A">
      <w:pPr>
        <w:rPr>
          <w:rFonts w:cs="Georgia"/>
          <w:kern w:val="1"/>
        </w:rPr>
      </w:pPr>
      <w:r>
        <w:rPr>
          <w:rFonts w:cs="Georgia"/>
          <w:kern w:val="1"/>
        </w:rPr>
        <w:t>— </w:t>
      </w:r>
      <w:r w:rsidR="00BE611A">
        <w:rPr>
          <w:rFonts w:cs="Georgia"/>
          <w:kern w:val="1"/>
        </w:rPr>
        <w:t>Nous ne pouvons pas demeurer ainsi</w:t>
      </w:r>
      <w:r>
        <w:rPr>
          <w:rFonts w:cs="Georgia"/>
          <w:kern w:val="1"/>
        </w:rPr>
        <w:t xml:space="preserve">, </w:t>
      </w:r>
      <w:r w:rsidR="00BE611A">
        <w:rPr>
          <w:rFonts w:cs="Georgia"/>
          <w:kern w:val="1"/>
        </w:rPr>
        <w:t>dans l</w:t>
      </w:r>
      <w:r>
        <w:rPr>
          <w:rFonts w:cs="Georgia"/>
          <w:kern w:val="1"/>
        </w:rPr>
        <w:t>’</w:t>
      </w:r>
      <w:r w:rsidR="00BE611A">
        <w:rPr>
          <w:rFonts w:cs="Georgia"/>
          <w:kern w:val="1"/>
        </w:rPr>
        <w:t>ignorance</w:t>
      </w:r>
      <w:r>
        <w:rPr>
          <w:rFonts w:cs="Georgia"/>
          <w:kern w:val="1"/>
        </w:rPr>
        <w:t xml:space="preserve">. </w:t>
      </w:r>
      <w:r w:rsidR="00BE611A">
        <w:rPr>
          <w:rFonts w:cs="Georgia"/>
          <w:kern w:val="1"/>
        </w:rPr>
        <w:t>Écoutez</w:t>
      </w:r>
      <w:r>
        <w:rPr>
          <w:rFonts w:cs="Georgia"/>
          <w:kern w:val="1"/>
        </w:rPr>
        <w:t xml:space="preserve">, </w:t>
      </w:r>
      <w:r w:rsidR="00BE611A">
        <w:rPr>
          <w:rFonts w:cs="Georgia"/>
          <w:kern w:val="1"/>
        </w:rPr>
        <w:t>des cloches encore</w:t>
      </w:r>
      <w:r>
        <w:rPr>
          <w:rFonts w:cs="Georgia"/>
          <w:kern w:val="1"/>
        </w:rPr>
        <w:t xml:space="preserve"> ! </w:t>
      </w:r>
      <w:r w:rsidR="00BE611A">
        <w:rPr>
          <w:rFonts w:cs="Georgia"/>
          <w:kern w:val="1"/>
        </w:rPr>
        <w:t>Il doit s</w:t>
      </w:r>
      <w:r>
        <w:rPr>
          <w:rFonts w:cs="Georgia"/>
          <w:kern w:val="1"/>
        </w:rPr>
        <w:t>’</w:t>
      </w:r>
      <w:r w:rsidR="00BE611A">
        <w:rPr>
          <w:rFonts w:cs="Georgia"/>
          <w:kern w:val="1"/>
        </w:rPr>
        <w:t>agir d</w:t>
      </w:r>
      <w:r>
        <w:rPr>
          <w:rFonts w:cs="Georgia"/>
          <w:kern w:val="1"/>
        </w:rPr>
        <w:t>’</w:t>
      </w:r>
      <w:r w:rsidR="00BE611A">
        <w:rPr>
          <w:rFonts w:cs="Georgia"/>
          <w:kern w:val="1"/>
        </w:rPr>
        <w:t>une nouvelle considérable</w:t>
      </w:r>
      <w:r>
        <w:rPr>
          <w:rFonts w:cs="Georgia"/>
          <w:kern w:val="1"/>
        </w:rPr>
        <w:t>.</w:t>
      </w:r>
    </w:p>
    <w:p w14:paraId="77406185" w14:textId="77777777" w:rsidR="000E1451" w:rsidRDefault="000E1451" w:rsidP="00BE611A">
      <w:pPr>
        <w:rPr>
          <w:rFonts w:cs="Georgia"/>
          <w:kern w:val="1"/>
        </w:rPr>
      </w:pPr>
      <w:r>
        <w:rPr>
          <w:rFonts w:cs="Georgia"/>
          <w:kern w:val="1"/>
        </w:rPr>
        <w:t>— </w:t>
      </w:r>
      <w:r w:rsidR="00BE611A">
        <w:rPr>
          <w:rFonts w:cs="Georgia"/>
          <w:kern w:val="1"/>
        </w:rPr>
        <w:t>Eh bien</w:t>
      </w:r>
      <w:r>
        <w:rPr>
          <w:rFonts w:cs="Georgia"/>
          <w:kern w:val="1"/>
        </w:rPr>
        <w:t xml:space="preserve">, </w:t>
      </w:r>
      <w:r w:rsidR="00BE611A">
        <w:rPr>
          <w:rFonts w:cs="Georgia"/>
          <w:kern w:val="1"/>
        </w:rPr>
        <w:t>soit</w:t>
      </w:r>
      <w:r>
        <w:rPr>
          <w:rFonts w:cs="Georgia"/>
          <w:kern w:val="1"/>
        </w:rPr>
        <w:t xml:space="preserve"> ! </w:t>
      </w:r>
      <w:r w:rsidR="00BE611A">
        <w:rPr>
          <w:rFonts w:cs="Georgia"/>
          <w:kern w:val="1"/>
        </w:rPr>
        <w:t>fit-elle brusquement</w:t>
      </w:r>
      <w:r>
        <w:rPr>
          <w:rFonts w:cs="Georgia"/>
          <w:kern w:val="1"/>
        </w:rPr>
        <w:t xml:space="preserve">. </w:t>
      </w:r>
      <w:r w:rsidR="00BE611A">
        <w:rPr>
          <w:rFonts w:cs="Georgia"/>
          <w:kern w:val="1"/>
        </w:rPr>
        <w:t>Puisque vous le voulez</w:t>
      </w:r>
      <w:r>
        <w:rPr>
          <w:rFonts w:cs="Georgia"/>
          <w:kern w:val="1"/>
        </w:rPr>
        <w:t xml:space="preserve">, </w:t>
      </w:r>
      <w:r w:rsidR="00BE611A">
        <w:rPr>
          <w:rFonts w:cs="Georgia"/>
          <w:kern w:val="1"/>
        </w:rPr>
        <w:t>allons</w:t>
      </w:r>
      <w:r>
        <w:rPr>
          <w:rFonts w:cs="Georgia"/>
          <w:kern w:val="1"/>
        </w:rPr>
        <w:t> !</w:t>
      </w:r>
    </w:p>
    <w:p w14:paraId="7BEA2D77" w14:textId="77777777" w:rsidR="00BE611A" w:rsidRDefault="00BE611A" w:rsidP="00BE611A">
      <w:pPr>
        <w:rPr>
          <w:rFonts w:cs="Georgia"/>
          <w:kern w:val="1"/>
        </w:rPr>
      </w:pPr>
    </w:p>
    <w:p w14:paraId="61DF1BB3" w14:textId="77777777" w:rsidR="000E1451" w:rsidRDefault="00BE611A" w:rsidP="00BE611A">
      <w:pPr>
        <w:rPr>
          <w:rFonts w:cs="Georgia"/>
          <w:kern w:val="1"/>
        </w:rPr>
      </w:pPr>
      <w:r>
        <w:rPr>
          <w:rFonts w:cs="Georgia"/>
          <w:kern w:val="1"/>
        </w:rPr>
        <w:t>La terrasse du château</w:t>
      </w:r>
      <w:r w:rsidR="000E1451">
        <w:rPr>
          <w:rFonts w:cs="Georgia"/>
          <w:kern w:val="1"/>
        </w:rPr>
        <w:t xml:space="preserve">, </w:t>
      </w:r>
      <w:r>
        <w:rPr>
          <w:rFonts w:cs="Georgia"/>
          <w:kern w:val="1"/>
        </w:rPr>
        <w:t>que j</w:t>
      </w:r>
      <w:r w:rsidR="000E1451">
        <w:rPr>
          <w:rFonts w:cs="Georgia"/>
          <w:kern w:val="1"/>
        </w:rPr>
        <w:t>’</w:t>
      </w:r>
      <w:r>
        <w:rPr>
          <w:rFonts w:cs="Georgia"/>
          <w:kern w:val="1"/>
        </w:rPr>
        <w:t>avais toujours connue déserte</w:t>
      </w:r>
      <w:r w:rsidR="000E1451">
        <w:rPr>
          <w:rFonts w:cs="Georgia"/>
          <w:kern w:val="1"/>
        </w:rPr>
        <w:t xml:space="preserve">, </w:t>
      </w:r>
      <w:r>
        <w:rPr>
          <w:rFonts w:cs="Georgia"/>
          <w:kern w:val="1"/>
        </w:rPr>
        <w:t>présentait un aspect bien curieux quand nous y parvînmes</w:t>
      </w:r>
      <w:r w:rsidR="000E1451">
        <w:rPr>
          <w:rFonts w:cs="Georgia"/>
          <w:kern w:val="1"/>
        </w:rPr>
        <w:t xml:space="preserve">. </w:t>
      </w:r>
      <w:r>
        <w:rPr>
          <w:rFonts w:cs="Georgia"/>
          <w:kern w:val="1"/>
        </w:rPr>
        <w:t>Devant le perron</w:t>
      </w:r>
      <w:r w:rsidR="000E1451">
        <w:rPr>
          <w:rFonts w:cs="Georgia"/>
          <w:kern w:val="1"/>
        </w:rPr>
        <w:t xml:space="preserve">, </w:t>
      </w:r>
      <w:r>
        <w:rPr>
          <w:rFonts w:cs="Georgia"/>
          <w:kern w:val="1"/>
        </w:rPr>
        <w:t>une douzaine de personnes se pressaient</w:t>
      </w:r>
      <w:r w:rsidR="000E1451">
        <w:rPr>
          <w:rFonts w:cs="Georgia"/>
          <w:kern w:val="1"/>
        </w:rPr>
        <w:t xml:space="preserve">. </w:t>
      </w:r>
      <w:r>
        <w:rPr>
          <w:rFonts w:cs="Georgia"/>
          <w:kern w:val="1"/>
        </w:rPr>
        <w:t>Elles entouraient le général qui pérorait au milieu d</w:t>
      </w:r>
      <w:r w:rsidR="000E1451">
        <w:rPr>
          <w:rFonts w:cs="Georgia"/>
          <w:kern w:val="1"/>
        </w:rPr>
        <w:t>’</w:t>
      </w:r>
      <w:r>
        <w:rPr>
          <w:rFonts w:cs="Georgia"/>
          <w:kern w:val="1"/>
        </w:rPr>
        <w:t>acclamations et de vivats sans fin</w:t>
      </w:r>
      <w:r w:rsidR="000E1451">
        <w:rPr>
          <w:rFonts w:cs="Georgia"/>
          <w:kern w:val="1"/>
        </w:rPr>
        <w:t xml:space="preserve">. </w:t>
      </w:r>
      <w:r>
        <w:rPr>
          <w:rFonts w:cs="Georgia"/>
          <w:kern w:val="1"/>
        </w:rPr>
        <w:t>Il les écarta</w:t>
      </w:r>
      <w:r w:rsidR="000E1451">
        <w:rPr>
          <w:rFonts w:cs="Georgia"/>
          <w:kern w:val="1"/>
        </w:rPr>
        <w:t xml:space="preserve">, </w:t>
      </w:r>
      <w:r>
        <w:rPr>
          <w:rFonts w:cs="Georgia"/>
          <w:kern w:val="1"/>
        </w:rPr>
        <w:t>lorsqu</w:t>
      </w:r>
      <w:r w:rsidR="000E1451">
        <w:rPr>
          <w:rFonts w:cs="Georgia"/>
          <w:kern w:val="1"/>
        </w:rPr>
        <w:t>’</w:t>
      </w:r>
      <w:r>
        <w:rPr>
          <w:rFonts w:cs="Georgia"/>
          <w:kern w:val="1"/>
        </w:rPr>
        <w:t>il aperçut Axelle</w:t>
      </w:r>
      <w:r w:rsidR="000E1451">
        <w:rPr>
          <w:rFonts w:cs="Georgia"/>
          <w:kern w:val="1"/>
        </w:rPr>
        <w:t xml:space="preserve">, </w:t>
      </w:r>
      <w:r>
        <w:rPr>
          <w:rFonts w:cs="Georgia"/>
          <w:kern w:val="1"/>
        </w:rPr>
        <w:t xml:space="preserve">et tel était le délire de tous que personne ne remarqua que </w:t>
      </w:r>
      <w:r w:rsidR="000E1451">
        <w:rPr>
          <w:rFonts w:cs="Georgia"/>
          <w:kern w:val="1"/>
        </w:rPr>
        <w:t>M</w:t>
      </w:r>
      <w:r w:rsidR="000E1451" w:rsidRPr="000E1451">
        <w:rPr>
          <w:rFonts w:cs="Georgia"/>
          <w:kern w:val="1"/>
          <w:vertAlign w:val="superscript"/>
        </w:rPr>
        <w:t>lle</w:t>
      </w:r>
      <w:r w:rsidR="000E1451">
        <w:rPr>
          <w:rFonts w:cs="Georgia"/>
          <w:kern w:val="1"/>
        </w:rPr>
        <w:t> de </w:t>
      </w:r>
      <w:r>
        <w:rPr>
          <w:rFonts w:cs="Georgia"/>
          <w:kern w:val="1"/>
        </w:rPr>
        <w:t>Mirrbach et moi arrivions ensemble</w:t>
      </w:r>
      <w:r w:rsidR="000E1451">
        <w:rPr>
          <w:rFonts w:cs="Georgia"/>
          <w:kern w:val="1"/>
        </w:rPr>
        <w:t xml:space="preserve">. </w:t>
      </w:r>
      <w:r>
        <w:rPr>
          <w:rFonts w:cs="Georgia"/>
          <w:kern w:val="1"/>
        </w:rPr>
        <w:t xml:space="preserve">Il </w:t>
      </w:r>
      <w:r>
        <w:rPr>
          <w:rFonts w:cs="Georgia"/>
          <w:kern w:val="1"/>
        </w:rPr>
        <w:lastRenderedPageBreak/>
        <w:t>y avait là Gottlieb</w:t>
      </w:r>
      <w:r w:rsidR="000E1451">
        <w:rPr>
          <w:rFonts w:cs="Georgia"/>
          <w:kern w:val="1"/>
        </w:rPr>
        <w:t xml:space="preserve">, </w:t>
      </w:r>
      <w:r>
        <w:rPr>
          <w:rFonts w:cs="Georgia"/>
          <w:kern w:val="1"/>
        </w:rPr>
        <w:t>Dominica</w:t>
      </w:r>
      <w:r w:rsidR="000E1451">
        <w:rPr>
          <w:rFonts w:cs="Georgia"/>
          <w:kern w:val="1"/>
        </w:rPr>
        <w:t xml:space="preserve">, </w:t>
      </w:r>
      <w:r>
        <w:rPr>
          <w:rFonts w:cs="Georgia"/>
          <w:kern w:val="1"/>
        </w:rPr>
        <w:t>un des feldwebels du camp venu en motocyclette</w:t>
      </w:r>
      <w:r w:rsidR="000E1451">
        <w:rPr>
          <w:rFonts w:cs="Georgia"/>
          <w:kern w:val="1"/>
        </w:rPr>
        <w:t xml:space="preserve">, </w:t>
      </w:r>
      <w:r>
        <w:rPr>
          <w:rFonts w:cs="Georgia"/>
          <w:kern w:val="1"/>
        </w:rPr>
        <w:t>le brigadier des douanes du village voisin accouru en side-car avec le pasteur Frühwirth</w:t>
      </w:r>
      <w:r w:rsidR="000E1451">
        <w:rPr>
          <w:rFonts w:cs="Georgia"/>
          <w:kern w:val="1"/>
        </w:rPr>
        <w:t xml:space="preserve">, </w:t>
      </w:r>
      <w:r>
        <w:rPr>
          <w:rFonts w:cs="Georgia"/>
          <w:kern w:val="1"/>
        </w:rPr>
        <w:t>trois ou quatre paysans</w:t>
      </w:r>
      <w:r w:rsidR="000E1451">
        <w:rPr>
          <w:rFonts w:cs="Georgia"/>
          <w:kern w:val="1"/>
        </w:rPr>
        <w:t xml:space="preserve">, </w:t>
      </w:r>
      <w:r>
        <w:rPr>
          <w:rFonts w:cs="Georgia"/>
          <w:kern w:val="1"/>
        </w:rPr>
        <w:t>trois ou quatre pêcheurs</w:t>
      </w:r>
      <w:r w:rsidR="000E1451">
        <w:rPr>
          <w:rFonts w:cs="Georgia"/>
          <w:kern w:val="1"/>
        </w:rPr>
        <w:t xml:space="preserve">. </w:t>
      </w:r>
      <w:r>
        <w:rPr>
          <w:rFonts w:cs="Georgia"/>
          <w:kern w:val="1"/>
        </w:rPr>
        <w:t>Ceux qui avaient des bonnets ou des chapeaux les faisaient tournoyer au-dessus de leur tête</w:t>
      </w:r>
      <w:r w:rsidR="000E1451">
        <w:rPr>
          <w:rFonts w:cs="Georgia"/>
          <w:kern w:val="1"/>
        </w:rPr>
        <w:t xml:space="preserve">. </w:t>
      </w:r>
      <w:r>
        <w:rPr>
          <w:rFonts w:cs="Georgia"/>
          <w:kern w:val="1"/>
        </w:rPr>
        <w:t>Les autres battaient des mains</w:t>
      </w:r>
      <w:r w:rsidR="000E1451">
        <w:rPr>
          <w:rFonts w:cs="Georgia"/>
          <w:kern w:val="1"/>
        </w:rPr>
        <w:t>.</w:t>
      </w:r>
    </w:p>
    <w:p w14:paraId="47368A67" w14:textId="77777777" w:rsidR="000E1451" w:rsidRDefault="000E1451" w:rsidP="00BE611A">
      <w:pPr>
        <w:rPr>
          <w:rFonts w:cs="Georgia"/>
          <w:kern w:val="1"/>
        </w:rPr>
      </w:pPr>
      <w:r>
        <w:rPr>
          <w:rFonts w:cs="Georgia"/>
          <w:kern w:val="1"/>
        </w:rPr>
        <w:t>— </w:t>
      </w:r>
      <w:r w:rsidR="00BE611A">
        <w:rPr>
          <w:rFonts w:cs="Georgia"/>
          <w:kern w:val="1"/>
        </w:rPr>
        <w:t>Axelle</w:t>
      </w:r>
      <w:r>
        <w:rPr>
          <w:rFonts w:cs="Georgia"/>
          <w:kern w:val="1"/>
        </w:rPr>
        <w:t xml:space="preserve">, </w:t>
      </w:r>
      <w:r w:rsidR="00BE611A">
        <w:rPr>
          <w:rFonts w:cs="Georgia"/>
          <w:kern w:val="1"/>
        </w:rPr>
        <w:t>s</w:t>
      </w:r>
      <w:r>
        <w:rPr>
          <w:rFonts w:cs="Georgia"/>
          <w:kern w:val="1"/>
        </w:rPr>
        <w:t>’</w:t>
      </w:r>
      <w:r w:rsidR="00BE611A">
        <w:rPr>
          <w:rFonts w:cs="Georgia"/>
          <w:kern w:val="1"/>
        </w:rPr>
        <w:t>écria pompeusement le vieillard</w:t>
      </w:r>
      <w:r>
        <w:rPr>
          <w:rFonts w:cs="Georgia"/>
          <w:kern w:val="1"/>
        </w:rPr>
        <w:t xml:space="preserve">, </w:t>
      </w:r>
      <w:r w:rsidR="00BE611A">
        <w:rPr>
          <w:rFonts w:cs="Georgia"/>
          <w:kern w:val="1"/>
        </w:rPr>
        <w:t>dans les bras de ton père</w:t>
      </w:r>
      <w:r>
        <w:rPr>
          <w:rFonts w:cs="Georgia"/>
          <w:kern w:val="1"/>
        </w:rPr>
        <w:t xml:space="preserve">, </w:t>
      </w:r>
      <w:r w:rsidR="00BE611A">
        <w:rPr>
          <w:rFonts w:cs="Georgia"/>
          <w:kern w:val="1"/>
        </w:rPr>
        <w:t>mon enfant</w:t>
      </w:r>
      <w:r>
        <w:rPr>
          <w:rFonts w:cs="Georgia"/>
          <w:kern w:val="1"/>
        </w:rPr>
        <w:t xml:space="preserve"> ! </w:t>
      </w:r>
      <w:r w:rsidR="00BE611A">
        <w:rPr>
          <w:rFonts w:cs="Georgia"/>
          <w:kern w:val="1"/>
        </w:rPr>
        <w:t>Place</w:t>
      </w:r>
      <w:r>
        <w:rPr>
          <w:rFonts w:cs="Georgia"/>
          <w:kern w:val="1"/>
        </w:rPr>
        <w:t xml:space="preserve">, </w:t>
      </w:r>
      <w:r w:rsidR="00BE611A">
        <w:rPr>
          <w:rFonts w:cs="Georgia"/>
          <w:kern w:val="1"/>
        </w:rPr>
        <w:t>messieurs</w:t>
      </w:r>
      <w:r>
        <w:rPr>
          <w:rFonts w:cs="Georgia"/>
          <w:kern w:val="1"/>
        </w:rPr>
        <w:t xml:space="preserve">, </w:t>
      </w:r>
      <w:r w:rsidR="00BE611A">
        <w:rPr>
          <w:rFonts w:cs="Georgia"/>
          <w:kern w:val="1"/>
        </w:rPr>
        <w:t>place</w:t>
      </w:r>
      <w:r>
        <w:rPr>
          <w:rFonts w:cs="Georgia"/>
          <w:kern w:val="1"/>
        </w:rPr>
        <w:t xml:space="preserve">, </w:t>
      </w:r>
      <w:r w:rsidR="00BE611A">
        <w:rPr>
          <w:rFonts w:cs="Georgia"/>
          <w:kern w:val="1"/>
        </w:rPr>
        <w:t>mes amis</w:t>
      </w:r>
      <w:r>
        <w:rPr>
          <w:rFonts w:cs="Georgia"/>
          <w:kern w:val="1"/>
        </w:rPr>
        <w:t xml:space="preserve"> ! </w:t>
      </w:r>
      <w:r w:rsidR="00BE611A">
        <w:rPr>
          <w:rFonts w:cs="Georgia"/>
          <w:kern w:val="1"/>
        </w:rPr>
        <w:t>Faites place à la fiancée du héros</w:t>
      </w:r>
      <w:r>
        <w:rPr>
          <w:rFonts w:cs="Georgia"/>
          <w:kern w:val="1"/>
        </w:rPr>
        <w:t xml:space="preserve">, </w:t>
      </w:r>
      <w:r w:rsidR="00BE611A">
        <w:rPr>
          <w:rFonts w:cs="Georgia"/>
          <w:kern w:val="1"/>
        </w:rPr>
        <w:t>à la fiancée du vainqueur</w:t>
      </w:r>
      <w:r>
        <w:rPr>
          <w:rFonts w:cs="Georgia"/>
          <w:kern w:val="1"/>
        </w:rPr>
        <w:t> !</w:t>
      </w:r>
    </w:p>
    <w:p w14:paraId="12686C3C" w14:textId="77777777" w:rsidR="000E1451" w:rsidRDefault="000E1451" w:rsidP="00BE611A">
      <w:pPr>
        <w:rPr>
          <w:rFonts w:cs="Georgia"/>
          <w:kern w:val="1"/>
        </w:rPr>
      </w:pPr>
      <w:r>
        <w:rPr>
          <w:rFonts w:cs="Georgia"/>
          <w:kern w:val="1"/>
        </w:rPr>
        <w:t>— </w:t>
      </w:r>
      <w:r w:rsidR="00BE611A">
        <w:rPr>
          <w:rFonts w:cs="Georgia"/>
          <w:kern w:val="1"/>
        </w:rPr>
        <w:t>Qu</w:t>
      </w:r>
      <w:r>
        <w:rPr>
          <w:rFonts w:cs="Georgia"/>
          <w:kern w:val="1"/>
        </w:rPr>
        <w:t>’</w:t>
      </w:r>
      <w:r w:rsidR="00BE611A">
        <w:rPr>
          <w:rFonts w:cs="Georgia"/>
          <w:kern w:val="1"/>
        </w:rPr>
        <w:t xml:space="preserve">y a-t-il murmura </w:t>
      </w:r>
      <w:r>
        <w:rPr>
          <w:rFonts w:cs="Georgia"/>
          <w:kern w:val="1"/>
        </w:rPr>
        <w:t>M</w:t>
      </w:r>
      <w:r w:rsidRPr="000E1451">
        <w:rPr>
          <w:rFonts w:cs="Georgia"/>
          <w:kern w:val="1"/>
          <w:vertAlign w:val="superscript"/>
        </w:rPr>
        <w:t>lle</w:t>
      </w:r>
      <w:r>
        <w:rPr>
          <w:rFonts w:cs="Georgia"/>
          <w:kern w:val="1"/>
        </w:rPr>
        <w:t> de </w:t>
      </w:r>
      <w:r w:rsidR="00BE611A">
        <w:rPr>
          <w:rFonts w:cs="Georgia"/>
          <w:kern w:val="1"/>
        </w:rPr>
        <w:t>Mirrbach</w:t>
      </w:r>
      <w:r>
        <w:rPr>
          <w:rFonts w:cs="Georgia"/>
          <w:kern w:val="1"/>
        </w:rPr>
        <w:t xml:space="preserve">, </w:t>
      </w:r>
      <w:r w:rsidR="00BE611A">
        <w:rPr>
          <w:rFonts w:cs="Georgia"/>
          <w:kern w:val="1"/>
        </w:rPr>
        <w:t>pâle comme je ne l</w:t>
      </w:r>
      <w:r>
        <w:rPr>
          <w:rFonts w:cs="Georgia"/>
          <w:kern w:val="1"/>
        </w:rPr>
        <w:t>’</w:t>
      </w:r>
      <w:r w:rsidR="00BE611A">
        <w:rPr>
          <w:rFonts w:cs="Georgia"/>
          <w:kern w:val="1"/>
        </w:rPr>
        <w:t>avais encore jamais vue</w:t>
      </w:r>
      <w:r>
        <w:rPr>
          <w:rFonts w:cs="Georgia"/>
          <w:kern w:val="1"/>
        </w:rPr>
        <w:t>.</w:t>
      </w:r>
    </w:p>
    <w:p w14:paraId="4B0CF2F8" w14:textId="77777777" w:rsidR="000E1451" w:rsidRDefault="00BE611A" w:rsidP="00BE611A">
      <w:pPr>
        <w:rPr>
          <w:rFonts w:cs="Georgia"/>
          <w:kern w:val="1"/>
        </w:rPr>
      </w:pPr>
      <w:r>
        <w:rPr>
          <w:rFonts w:cs="Georgia"/>
          <w:kern w:val="1"/>
        </w:rPr>
        <w:t>Ce fut Gottlieb qui répondit</w:t>
      </w:r>
      <w:r w:rsidR="000E1451">
        <w:rPr>
          <w:rFonts w:cs="Georgia"/>
          <w:kern w:val="1"/>
        </w:rPr>
        <w:t xml:space="preserve">, </w:t>
      </w:r>
      <w:r>
        <w:rPr>
          <w:rFonts w:cs="Georgia"/>
          <w:kern w:val="1"/>
        </w:rPr>
        <w:t>coupant ainsi le bel effet oratoire préparé avec amour par le général</w:t>
      </w:r>
      <w:r w:rsidR="000E1451">
        <w:rPr>
          <w:rFonts w:cs="Georgia"/>
          <w:kern w:val="1"/>
        </w:rPr>
        <w:t>.</w:t>
      </w:r>
    </w:p>
    <w:p w14:paraId="4AD1DE46" w14:textId="77777777" w:rsidR="000E1451" w:rsidRDefault="000E1451" w:rsidP="00BE611A">
      <w:pPr>
        <w:rPr>
          <w:rFonts w:cs="Georgia"/>
          <w:kern w:val="1"/>
        </w:rPr>
      </w:pPr>
      <w:r>
        <w:rPr>
          <w:rFonts w:cs="Georgia"/>
          <w:kern w:val="1"/>
        </w:rPr>
        <w:t>— </w:t>
      </w:r>
      <w:r w:rsidR="00BE611A">
        <w:rPr>
          <w:rFonts w:cs="Georgia"/>
          <w:kern w:val="1"/>
        </w:rPr>
        <w:t>Hourrah</w:t>
      </w:r>
      <w:r>
        <w:rPr>
          <w:rFonts w:cs="Georgia"/>
          <w:kern w:val="1"/>
        </w:rPr>
        <w:t xml:space="preserve"> ! </w:t>
      </w:r>
      <w:r w:rsidR="00BE611A">
        <w:rPr>
          <w:rFonts w:cs="Georgia"/>
          <w:kern w:val="1"/>
        </w:rPr>
        <w:t>mademoiselle</w:t>
      </w:r>
      <w:r>
        <w:rPr>
          <w:rFonts w:cs="Georgia"/>
          <w:kern w:val="1"/>
        </w:rPr>
        <w:t xml:space="preserve">, </w:t>
      </w:r>
      <w:r w:rsidR="00BE611A">
        <w:rPr>
          <w:rFonts w:cs="Georgia"/>
          <w:kern w:val="1"/>
        </w:rPr>
        <w:t>hourrah</w:t>
      </w:r>
      <w:r>
        <w:rPr>
          <w:rFonts w:cs="Georgia"/>
          <w:kern w:val="1"/>
        </w:rPr>
        <w:t xml:space="preserve"> ! </w:t>
      </w:r>
      <w:r w:rsidR="00BE611A">
        <w:rPr>
          <w:rFonts w:cs="Georgia"/>
          <w:kern w:val="1"/>
        </w:rPr>
        <w:t>La Marne est franchie</w:t>
      </w:r>
      <w:r>
        <w:rPr>
          <w:rFonts w:cs="Georgia"/>
          <w:kern w:val="1"/>
        </w:rPr>
        <w:t xml:space="preserve"> ! </w:t>
      </w:r>
      <w:r w:rsidR="00BE611A">
        <w:rPr>
          <w:rFonts w:cs="Georgia"/>
          <w:kern w:val="1"/>
        </w:rPr>
        <w:t>La Marne est franchie</w:t>
      </w:r>
      <w:r>
        <w:rPr>
          <w:rFonts w:cs="Georgia"/>
          <w:kern w:val="1"/>
        </w:rPr>
        <w:t xml:space="preserve"> ! </w:t>
      </w:r>
      <w:r w:rsidR="00BE611A">
        <w:rPr>
          <w:rFonts w:cs="Georgia"/>
          <w:kern w:val="1"/>
        </w:rPr>
        <w:t>Les armées ennemies sont coupées en deux</w:t>
      </w:r>
      <w:r>
        <w:rPr>
          <w:rFonts w:cs="Georgia"/>
          <w:kern w:val="1"/>
        </w:rPr>
        <w:t> !</w:t>
      </w:r>
    </w:p>
    <w:p w14:paraId="7048F686" w14:textId="77777777" w:rsidR="000E1451" w:rsidRDefault="000E1451" w:rsidP="00BE611A">
      <w:pPr>
        <w:rPr>
          <w:rFonts w:cs="Georgia"/>
          <w:kern w:val="1"/>
        </w:rPr>
      </w:pPr>
      <w:r>
        <w:rPr>
          <w:rFonts w:cs="Georgia"/>
          <w:kern w:val="1"/>
        </w:rPr>
        <w:t>— </w:t>
      </w:r>
      <w:r w:rsidR="00BE611A">
        <w:rPr>
          <w:rFonts w:cs="Georgia"/>
          <w:kern w:val="1"/>
        </w:rPr>
        <w:t>Oui</w:t>
      </w:r>
      <w:r>
        <w:rPr>
          <w:rFonts w:cs="Georgia"/>
          <w:kern w:val="1"/>
        </w:rPr>
        <w:t xml:space="preserve">, </w:t>
      </w:r>
      <w:r w:rsidR="00BE611A">
        <w:rPr>
          <w:rFonts w:cs="Georgia"/>
          <w:kern w:val="1"/>
        </w:rPr>
        <w:t>ma fille</w:t>
      </w:r>
      <w:r>
        <w:rPr>
          <w:rFonts w:cs="Georgia"/>
          <w:kern w:val="1"/>
        </w:rPr>
        <w:t xml:space="preserve">, </w:t>
      </w:r>
      <w:r w:rsidR="00BE611A">
        <w:rPr>
          <w:rFonts w:cs="Georgia"/>
          <w:kern w:val="1"/>
        </w:rPr>
        <w:t>la Marne est franchie</w:t>
      </w:r>
      <w:r>
        <w:rPr>
          <w:rFonts w:cs="Georgia"/>
          <w:kern w:val="1"/>
        </w:rPr>
        <w:t xml:space="preserve">, </w:t>
      </w:r>
      <w:r w:rsidR="00BE611A">
        <w:rPr>
          <w:rFonts w:cs="Georgia"/>
          <w:kern w:val="1"/>
        </w:rPr>
        <w:t>dit le général</w:t>
      </w:r>
      <w:r>
        <w:rPr>
          <w:rFonts w:cs="Georgia"/>
          <w:kern w:val="1"/>
        </w:rPr>
        <w:t xml:space="preserve">, </w:t>
      </w:r>
      <w:r w:rsidR="00BE611A">
        <w:rPr>
          <w:rFonts w:cs="Georgia"/>
          <w:kern w:val="1"/>
        </w:rPr>
        <w:t>arrivant enfin à imposer silence à son trop enthousiaste serviteur</w:t>
      </w:r>
      <w:r>
        <w:rPr>
          <w:rFonts w:cs="Georgia"/>
          <w:kern w:val="1"/>
        </w:rPr>
        <w:t xml:space="preserve">. </w:t>
      </w:r>
      <w:r w:rsidR="00BE611A">
        <w:rPr>
          <w:rFonts w:cs="Georgia"/>
          <w:kern w:val="1"/>
        </w:rPr>
        <w:t>Et sais-tu celui de nos corps d</w:t>
      </w:r>
      <w:r>
        <w:rPr>
          <w:rFonts w:cs="Georgia"/>
          <w:kern w:val="1"/>
        </w:rPr>
        <w:t>’</w:t>
      </w:r>
      <w:r w:rsidR="00BE611A">
        <w:rPr>
          <w:rFonts w:cs="Georgia"/>
          <w:kern w:val="1"/>
        </w:rPr>
        <w:t>armée qui vient d</w:t>
      </w:r>
      <w:r>
        <w:rPr>
          <w:rFonts w:cs="Georgia"/>
          <w:kern w:val="1"/>
        </w:rPr>
        <w:t>’</w:t>
      </w:r>
      <w:r w:rsidR="00BE611A">
        <w:rPr>
          <w:rFonts w:cs="Georgia"/>
          <w:kern w:val="1"/>
        </w:rPr>
        <w:t>accomplir cet inouï fait d</w:t>
      </w:r>
      <w:r>
        <w:rPr>
          <w:rFonts w:cs="Georgia"/>
          <w:kern w:val="1"/>
        </w:rPr>
        <w:t>’</w:t>
      </w:r>
      <w:r w:rsidR="00BE611A">
        <w:rPr>
          <w:rFonts w:cs="Georgia"/>
          <w:kern w:val="1"/>
        </w:rPr>
        <w:t>armes</w:t>
      </w:r>
      <w:r>
        <w:rPr>
          <w:rFonts w:cs="Georgia"/>
          <w:kern w:val="1"/>
        </w:rPr>
        <w:t xml:space="preserve"> ? </w:t>
      </w:r>
      <w:r w:rsidR="00BE611A">
        <w:rPr>
          <w:rFonts w:cs="Georgia"/>
          <w:kern w:val="1"/>
        </w:rPr>
        <w:t>Le vainqueur de Douaumont</w:t>
      </w:r>
      <w:r>
        <w:rPr>
          <w:rFonts w:cs="Georgia"/>
          <w:kern w:val="1"/>
        </w:rPr>
        <w:t xml:space="preserve">, </w:t>
      </w:r>
      <w:r w:rsidR="00BE611A">
        <w:rPr>
          <w:rFonts w:cs="Georgia"/>
          <w:kern w:val="1"/>
        </w:rPr>
        <w:t xml:space="preserve">le </w:t>
      </w:r>
      <w:r>
        <w:rPr>
          <w:rFonts w:cs="Georgia"/>
          <w:kern w:val="1"/>
        </w:rPr>
        <w:t>1</w:t>
      </w:r>
      <w:r w:rsidRPr="000E1451">
        <w:rPr>
          <w:rFonts w:cs="Georgia"/>
          <w:kern w:val="1"/>
          <w:vertAlign w:val="superscript"/>
        </w:rPr>
        <w:t>er</w:t>
      </w:r>
      <w:r>
        <w:rPr>
          <w:rFonts w:cs="Georgia"/>
          <w:kern w:val="1"/>
        </w:rPr>
        <w:t xml:space="preserve"> </w:t>
      </w:r>
      <w:r w:rsidR="00BE611A">
        <w:rPr>
          <w:rFonts w:cs="Georgia"/>
          <w:kern w:val="1"/>
        </w:rPr>
        <w:t>corps prussien</w:t>
      </w:r>
      <w:r>
        <w:rPr>
          <w:rFonts w:cs="Georgia"/>
          <w:kern w:val="1"/>
        </w:rPr>
        <w:t xml:space="preserve">, </w:t>
      </w:r>
      <w:r w:rsidR="00BE611A">
        <w:rPr>
          <w:rFonts w:cs="Georgia"/>
          <w:kern w:val="1"/>
        </w:rPr>
        <w:t>naturellement</w:t>
      </w:r>
      <w:r>
        <w:rPr>
          <w:rFonts w:cs="Georgia"/>
          <w:kern w:val="1"/>
        </w:rPr>
        <w:t xml:space="preserve"> ! </w:t>
      </w:r>
      <w:r w:rsidR="00BE611A">
        <w:rPr>
          <w:rFonts w:cs="Georgia"/>
          <w:kern w:val="1"/>
        </w:rPr>
        <w:t>Le mien</w:t>
      </w:r>
      <w:r>
        <w:rPr>
          <w:rFonts w:cs="Georgia"/>
          <w:kern w:val="1"/>
        </w:rPr>
        <w:t xml:space="preserve"> ! </w:t>
      </w:r>
      <w:r w:rsidR="00BE611A">
        <w:rPr>
          <w:rFonts w:cs="Georgia"/>
          <w:kern w:val="1"/>
        </w:rPr>
        <w:t>celui de Dietrich</w:t>
      </w:r>
      <w:r>
        <w:rPr>
          <w:rFonts w:cs="Georgia"/>
          <w:kern w:val="1"/>
        </w:rPr>
        <w:t xml:space="preserve"> ! </w:t>
      </w:r>
      <w:r w:rsidR="00BE611A">
        <w:rPr>
          <w:rFonts w:cs="Georgia"/>
          <w:kern w:val="1"/>
        </w:rPr>
        <w:t>Béni soit Dieu</w:t>
      </w:r>
      <w:r>
        <w:rPr>
          <w:rFonts w:cs="Georgia"/>
          <w:kern w:val="1"/>
        </w:rPr>
        <w:t xml:space="preserve">, </w:t>
      </w:r>
      <w:r w:rsidR="00BE611A">
        <w:rPr>
          <w:rFonts w:cs="Georgia"/>
          <w:kern w:val="1"/>
        </w:rPr>
        <w:t>mes amis</w:t>
      </w:r>
      <w:r>
        <w:rPr>
          <w:rFonts w:cs="Georgia"/>
          <w:kern w:val="1"/>
        </w:rPr>
        <w:t xml:space="preserve">, </w:t>
      </w:r>
      <w:r w:rsidR="00BE611A">
        <w:rPr>
          <w:rFonts w:cs="Georgia"/>
          <w:kern w:val="1"/>
        </w:rPr>
        <w:t>qui a voulu que le congé de mon fils prît fin de façon à lui permettre de participer à un événement qui va entraîner</w:t>
      </w:r>
      <w:r>
        <w:rPr>
          <w:rFonts w:cs="Georgia"/>
          <w:kern w:val="1"/>
        </w:rPr>
        <w:t xml:space="preserve">, </w:t>
      </w:r>
      <w:r w:rsidR="00BE611A">
        <w:rPr>
          <w:rFonts w:cs="Georgia"/>
          <w:kern w:val="1"/>
        </w:rPr>
        <w:t>je vous en donne bien haut l</w:t>
      </w:r>
      <w:r>
        <w:rPr>
          <w:rFonts w:cs="Georgia"/>
          <w:kern w:val="1"/>
        </w:rPr>
        <w:t>’</w:t>
      </w:r>
      <w:r w:rsidR="00BE611A">
        <w:rPr>
          <w:rFonts w:cs="Georgia"/>
          <w:kern w:val="1"/>
        </w:rPr>
        <w:t>assurance</w:t>
      </w:r>
      <w:r>
        <w:rPr>
          <w:rFonts w:cs="Georgia"/>
          <w:kern w:val="1"/>
        </w:rPr>
        <w:t xml:space="preserve">, </w:t>
      </w:r>
      <w:r w:rsidR="00BE611A">
        <w:rPr>
          <w:rFonts w:cs="Georgia"/>
          <w:kern w:val="1"/>
        </w:rPr>
        <w:t>avec notre victoire</w:t>
      </w:r>
      <w:r>
        <w:rPr>
          <w:rFonts w:cs="Georgia"/>
          <w:kern w:val="1"/>
        </w:rPr>
        <w:t xml:space="preserve">, </w:t>
      </w:r>
      <w:r w:rsidR="00BE611A">
        <w:rPr>
          <w:rFonts w:cs="Georgia"/>
          <w:kern w:val="1"/>
        </w:rPr>
        <w:t>la fin glorieuse de cette guerre</w:t>
      </w:r>
      <w:r>
        <w:rPr>
          <w:rFonts w:cs="Georgia"/>
          <w:kern w:val="1"/>
        </w:rPr>
        <w:t>.</w:t>
      </w:r>
    </w:p>
    <w:p w14:paraId="3A265D61" w14:textId="77777777" w:rsidR="000E1451" w:rsidRDefault="00BE611A" w:rsidP="00BE611A">
      <w:pPr>
        <w:rPr>
          <w:rFonts w:cs="Georgia"/>
          <w:kern w:val="1"/>
        </w:rPr>
      </w:pPr>
      <w:r>
        <w:rPr>
          <w:rFonts w:cs="Georgia"/>
          <w:kern w:val="1"/>
        </w:rPr>
        <w:t>La victoire</w:t>
      </w:r>
      <w:r w:rsidR="000E1451">
        <w:rPr>
          <w:rFonts w:cs="Georgia"/>
          <w:kern w:val="1"/>
        </w:rPr>
        <w:t xml:space="preserve">, </w:t>
      </w:r>
      <w:r>
        <w:rPr>
          <w:rFonts w:cs="Georgia"/>
          <w:kern w:val="1"/>
        </w:rPr>
        <w:t>la fin de la guerre</w:t>
      </w:r>
      <w:r w:rsidR="000E1451">
        <w:rPr>
          <w:rFonts w:cs="Georgia"/>
          <w:kern w:val="1"/>
        </w:rPr>
        <w:t xml:space="preserve"> ! </w:t>
      </w:r>
      <w:r>
        <w:rPr>
          <w:rFonts w:cs="Georgia"/>
          <w:kern w:val="1"/>
        </w:rPr>
        <w:t>On les avait tellement répétés</w:t>
      </w:r>
      <w:r w:rsidR="000E1451">
        <w:rPr>
          <w:rFonts w:cs="Georgia"/>
          <w:kern w:val="1"/>
        </w:rPr>
        <w:t xml:space="preserve">, </w:t>
      </w:r>
      <w:r>
        <w:rPr>
          <w:rFonts w:cs="Georgia"/>
          <w:kern w:val="1"/>
        </w:rPr>
        <w:t>ces mots</w:t>
      </w:r>
      <w:r w:rsidR="000E1451">
        <w:rPr>
          <w:rFonts w:cs="Georgia"/>
          <w:kern w:val="1"/>
        </w:rPr>
        <w:t xml:space="preserve">, </w:t>
      </w:r>
      <w:r>
        <w:rPr>
          <w:rFonts w:cs="Georgia"/>
          <w:kern w:val="1"/>
        </w:rPr>
        <w:t>de part et d</w:t>
      </w:r>
      <w:r w:rsidR="000E1451">
        <w:rPr>
          <w:rFonts w:cs="Georgia"/>
          <w:kern w:val="1"/>
        </w:rPr>
        <w:t>’</w:t>
      </w:r>
      <w:r>
        <w:rPr>
          <w:rFonts w:cs="Georgia"/>
          <w:kern w:val="1"/>
        </w:rPr>
        <w:t>autre</w:t>
      </w:r>
      <w:r w:rsidR="000E1451">
        <w:rPr>
          <w:rFonts w:cs="Georgia"/>
          <w:kern w:val="1"/>
        </w:rPr>
        <w:t xml:space="preserve">, </w:t>
      </w:r>
      <w:r>
        <w:rPr>
          <w:rFonts w:cs="Georgia"/>
          <w:kern w:val="1"/>
        </w:rPr>
        <w:t>qu</w:t>
      </w:r>
      <w:r w:rsidR="000E1451">
        <w:rPr>
          <w:rFonts w:cs="Georgia"/>
          <w:kern w:val="1"/>
        </w:rPr>
        <w:t>’</w:t>
      </w:r>
      <w:r>
        <w:rPr>
          <w:rFonts w:cs="Georgia"/>
          <w:kern w:val="1"/>
        </w:rPr>
        <w:t>on en était arrivé à se figurer qu</w:t>
      </w:r>
      <w:r w:rsidR="000E1451">
        <w:rPr>
          <w:rFonts w:cs="Georgia"/>
          <w:kern w:val="1"/>
        </w:rPr>
        <w:t>’</w:t>
      </w:r>
      <w:r>
        <w:rPr>
          <w:rFonts w:cs="Georgia"/>
          <w:kern w:val="1"/>
        </w:rPr>
        <w:t>ils avaient perdu tout sens</w:t>
      </w:r>
      <w:r w:rsidR="000E1451">
        <w:rPr>
          <w:rFonts w:cs="Georgia"/>
          <w:kern w:val="1"/>
        </w:rPr>
        <w:t xml:space="preserve">, </w:t>
      </w:r>
      <w:r>
        <w:rPr>
          <w:rFonts w:cs="Georgia"/>
          <w:kern w:val="1"/>
        </w:rPr>
        <w:t>qu</w:t>
      </w:r>
      <w:r w:rsidR="000E1451">
        <w:rPr>
          <w:rFonts w:cs="Georgia"/>
          <w:kern w:val="1"/>
        </w:rPr>
        <w:t>’</w:t>
      </w:r>
      <w:r>
        <w:rPr>
          <w:rFonts w:cs="Georgia"/>
          <w:kern w:val="1"/>
        </w:rPr>
        <w:t xml:space="preserve">ils ne se </w:t>
      </w:r>
      <w:r>
        <w:rPr>
          <w:rFonts w:cs="Georgia"/>
          <w:kern w:val="1"/>
        </w:rPr>
        <w:lastRenderedPageBreak/>
        <w:t>transformeraient jamais en réalités</w:t>
      </w:r>
      <w:r w:rsidR="000E1451">
        <w:rPr>
          <w:rFonts w:cs="Georgia"/>
          <w:kern w:val="1"/>
        </w:rPr>
        <w:t xml:space="preserve">. </w:t>
      </w:r>
      <w:r>
        <w:rPr>
          <w:rFonts w:cs="Georgia"/>
          <w:kern w:val="1"/>
        </w:rPr>
        <w:t>Mais</w:t>
      </w:r>
      <w:r w:rsidR="000E1451">
        <w:rPr>
          <w:rFonts w:cs="Georgia"/>
          <w:kern w:val="1"/>
        </w:rPr>
        <w:t xml:space="preserve">, </w:t>
      </w:r>
      <w:r>
        <w:rPr>
          <w:rFonts w:cs="Georgia"/>
          <w:kern w:val="1"/>
        </w:rPr>
        <w:t>cette fois</w:t>
      </w:r>
      <w:r w:rsidR="000E1451">
        <w:rPr>
          <w:rFonts w:cs="Georgia"/>
          <w:kern w:val="1"/>
        </w:rPr>
        <w:t xml:space="preserve">, </w:t>
      </w:r>
      <w:r>
        <w:rPr>
          <w:rFonts w:cs="Georgia"/>
          <w:kern w:val="1"/>
        </w:rPr>
        <w:t>il n</w:t>
      </w:r>
      <w:r w:rsidR="000E1451">
        <w:rPr>
          <w:rFonts w:cs="Georgia"/>
          <w:kern w:val="1"/>
        </w:rPr>
        <w:t>’</w:t>
      </w:r>
      <w:r>
        <w:rPr>
          <w:rFonts w:cs="Georgia"/>
          <w:kern w:val="1"/>
        </w:rPr>
        <w:t>y avait plus qu</w:t>
      </w:r>
      <w:r w:rsidR="000E1451">
        <w:rPr>
          <w:rFonts w:cs="Georgia"/>
          <w:kern w:val="1"/>
        </w:rPr>
        <w:t>’</w:t>
      </w:r>
      <w:r>
        <w:rPr>
          <w:rFonts w:cs="Georgia"/>
          <w:kern w:val="1"/>
        </w:rPr>
        <w:t>à s</w:t>
      </w:r>
      <w:r w:rsidR="000E1451">
        <w:rPr>
          <w:rFonts w:cs="Georgia"/>
          <w:kern w:val="1"/>
        </w:rPr>
        <w:t>’</w:t>
      </w:r>
      <w:r>
        <w:rPr>
          <w:rFonts w:cs="Georgia"/>
          <w:kern w:val="1"/>
        </w:rPr>
        <w:t>incliner</w:t>
      </w:r>
      <w:r w:rsidR="000E1451">
        <w:rPr>
          <w:rFonts w:cs="Georgia"/>
          <w:kern w:val="1"/>
        </w:rPr>
        <w:t xml:space="preserve">. </w:t>
      </w:r>
      <w:r>
        <w:rPr>
          <w:rFonts w:cs="Georgia"/>
          <w:kern w:val="1"/>
        </w:rPr>
        <w:t>L</w:t>
      </w:r>
      <w:r w:rsidR="000E1451">
        <w:rPr>
          <w:rFonts w:cs="Georgia"/>
          <w:kern w:val="1"/>
        </w:rPr>
        <w:t>’</w:t>
      </w:r>
      <w:r>
        <w:rPr>
          <w:rFonts w:cs="Georgia"/>
          <w:kern w:val="1"/>
        </w:rPr>
        <w:t>inévitable aurait été retardé pendant trois années</w:t>
      </w:r>
      <w:r w:rsidR="000E1451">
        <w:rPr>
          <w:rFonts w:cs="Georgia"/>
          <w:kern w:val="1"/>
        </w:rPr>
        <w:t xml:space="preserve">, </w:t>
      </w:r>
      <w:r>
        <w:rPr>
          <w:rFonts w:cs="Georgia"/>
          <w:kern w:val="1"/>
        </w:rPr>
        <w:t>et voilà tout</w:t>
      </w:r>
      <w:r w:rsidR="000E1451">
        <w:rPr>
          <w:rFonts w:cs="Georgia"/>
          <w:kern w:val="1"/>
        </w:rPr>
        <w:t xml:space="preserve">. </w:t>
      </w:r>
      <w:r>
        <w:rPr>
          <w:rFonts w:cs="Georgia"/>
          <w:kern w:val="1"/>
        </w:rPr>
        <w:t>Ah</w:t>
      </w:r>
      <w:r w:rsidR="000E1451">
        <w:rPr>
          <w:rFonts w:cs="Georgia"/>
          <w:kern w:val="1"/>
        </w:rPr>
        <w:t xml:space="preserve"> ! </w:t>
      </w:r>
      <w:r>
        <w:rPr>
          <w:rFonts w:cs="Georgia"/>
          <w:kern w:val="1"/>
        </w:rPr>
        <w:t>ne plus s</w:t>
      </w:r>
      <w:r w:rsidR="000E1451">
        <w:rPr>
          <w:rFonts w:cs="Georgia"/>
          <w:kern w:val="1"/>
        </w:rPr>
        <w:t>’</w:t>
      </w:r>
      <w:r>
        <w:rPr>
          <w:rFonts w:cs="Georgia"/>
          <w:kern w:val="1"/>
        </w:rPr>
        <w:t>insurger</w:t>
      </w:r>
      <w:r w:rsidR="000E1451">
        <w:rPr>
          <w:rFonts w:cs="Georgia"/>
          <w:kern w:val="1"/>
        </w:rPr>
        <w:t xml:space="preserve">, </w:t>
      </w:r>
      <w:r>
        <w:rPr>
          <w:rFonts w:cs="Georgia"/>
          <w:kern w:val="1"/>
        </w:rPr>
        <w:t>ne plus penser</w:t>
      </w:r>
      <w:r w:rsidR="000E1451">
        <w:rPr>
          <w:rFonts w:cs="Georgia"/>
          <w:kern w:val="1"/>
        </w:rPr>
        <w:t xml:space="preserve">, </w:t>
      </w:r>
      <w:r>
        <w:rPr>
          <w:rFonts w:cs="Georgia"/>
          <w:kern w:val="1"/>
        </w:rPr>
        <w:t>même</w:t>
      </w:r>
      <w:r w:rsidR="000E1451">
        <w:rPr>
          <w:rFonts w:cs="Georgia"/>
          <w:kern w:val="1"/>
        </w:rPr>
        <w:t xml:space="preserve"> ! </w:t>
      </w:r>
      <w:r>
        <w:rPr>
          <w:rFonts w:cs="Georgia"/>
          <w:kern w:val="1"/>
        </w:rPr>
        <w:t>et s</w:t>
      </w:r>
      <w:r w:rsidR="000E1451">
        <w:rPr>
          <w:rFonts w:cs="Georgia"/>
          <w:kern w:val="1"/>
        </w:rPr>
        <w:t>’</w:t>
      </w:r>
      <w:r>
        <w:rPr>
          <w:rFonts w:cs="Georgia"/>
          <w:kern w:val="1"/>
        </w:rPr>
        <w:t>arranger d</w:t>
      </w:r>
      <w:r w:rsidR="000E1451">
        <w:rPr>
          <w:rFonts w:cs="Georgia"/>
          <w:kern w:val="1"/>
        </w:rPr>
        <w:t>’</w:t>
      </w:r>
      <w:r>
        <w:rPr>
          <w:rFonts w:cs="Georgia"/>
          <w:kern w:val="1"/>
        </w:rPr>
        <w:t>abord pour cesser d</w:t>
      </w:r>
      <w:r w:rsidR="000E1451">
        <w:rPr>
          <w:rFonts w:cs="Georgia"/>
          <w:kern w:val="1"/>
        </w:rPr>
        <w:t>’</w:t>
      </w:r>
      <w:r>
        <w:rPr>
          <w:rFonts w:cs="Georgia"/>
          <w:kern w:val="1"/>
        </w:rPr>
        <w:t>entendre les hurlements de triomphe de tous ces gens-là</w:t>
      </w:r>
      <w:r w:rsidR="000E1451">
        <w:rPr>
          <w:rFonts w:cs="Georgia"/>
          <w:kern w:val="1"/>
        </w:rPr>
        <w:t>.</w:t>
      </w:r>
    </w:p>
    <w:p w14:paraId="6CD91EE3" w14:textId="77777777" w:rsidR="000E1451" w:rsidRDefault="00BE611A" w:rsidP="00BE611A">
      <w:pPr>
        <w:rPr>
          <w:rFonts w:cs="Georgia"/>
          <w:kern w:val="1"/>
        </w:rPr>
      </w:pPr>
      <w:r>
        <w:rPr>
          <w:rFonts w:cs="Georgia"/>
          <w:kern w:val="1"/>
        </w:rPr>
        <w:t>Dans la vieille salle du rez-de-chaussée où je courus me réfugier</w:t>
      </w:r>
      <w:r w:rsidR="000E1451">
        <w:rPr>
          <w:rFonts w:cs="Georgia"/>
          <w:kern w:val="1"/>
        </w:rPr>
        <w:t xml:space="preserve">, </w:t>
      </w:r>
      <w:r>
        <w:rPr>
          <w:rFonts w:cs="Georgia"/>
          <w:kern w:val="1"/>
        </w:rPr>
        <w:t>l</w:t>
      </w:r>
      <w:r w:rsidR="000E1451">
        <w:rPr>
          <w:rFonts w:cs="Georgia"/>
          <w:kern w:val="1"/>
        </w:rPr>
        <w:t>’</w:t>
      </w:r>
      <w:r>
        <w:rPr>
          <w:rFonts w:cs="Georgia"/>
          <w:kern w:val="1"/>
        </w:rPr>
        <w:t>obscurité m</w:t>
      </w:r>
      <w:r w:rsidR="000E1451">
        <w:rPr>
          <w:rFonts w:cs="Georgia"/>
          <w:kern w:val="1"/>
        </w:rPr>
        <w:t>’</w:t>
      </w:r>
      <w:r>
        <w:rPr>
          <w:rFonts w:cs="Georgia"/>
          <w:kern w:val="1"/>
        </w:rPr>
        <w:t>accueillit</w:t>
      </w:r>
      <w:r w:rsidR="000E1451">
        <w:rPr>
          <w:rFonts w:cs="Georgia"/>
          <w:kern w:val="1"/>
        </w:rPr>
        <w:t xml:space="preserve">, </w:t>
      </w:r>
      <w:r>
        <w:rPr>
          <w:rFonts w:cs="Georgia"/>
          <w:kern w:val="1"/>
        </w:rPr>
        <w:t>et le silence</w:t>
      </w:r>
      <w:r w:rsidR="000E1451">
        <w:rPr>
          <w:rFonts w:cs="Georgia"/>
          <w:kern w:val="1"/>
        </w:rPr>
        <w:t xml:space="preserve">. </w:t>
      </w:r>
      <w:r>
        <w:rPr>
          <w:rFonts w:cs="Georgia"/>
          <w:kern w:val="1"/>
        </w:rPr>
        <w:t>Je n</w:t>
      </w:r>
      <w:r w:rsidR="000E1451">
        <w:rPr>
          <w:rFonts w:cs="Georgia"/>
          <w:kern w:val="1"/>
        </w:rPr>
        <w:t>’</w:t>
      </w:r>
      <w:r>
        <w:rPr>
          <w:rFonts w:cs="Georgia"/>
          <w:kern w:val="1"/>
        </w:rPr>
        <w:t>avais pas revu ces lieux depuis le jour où j</w:t>
      </w:r>
      <w:r w:rsidR="000E1451">
        <w:rPr>
          <w:rFonts w:cs="Georgia"/>
          <w:kern w:val="1"/>
        </w:rPr>
        <w:t>’</w:t>
      </w:r>
      <w:r>
        <w:rPr>
          <w:rFonts w:cs="Georgia"/>
          <w:kern w:val="1"/>
        </w:rPr>
        <w:t>avais entendu Dietrich faire à leur solitude la poignante confidence de son angoisse</w:t>
      </w:r>
      <w:r w:rsidR="000E1451">
        <w:rPr>
          <w:rFonts w:cs="Georgia"/>
          <w:kern w:val="1"/>
        </w:rPr>
        <w:t xml:space="preserve">. </w:t>
      </w:r>
      <w:r>
        <w:rPr>
          <w:rFonts w:cs="Georgia"/>
          <w:kern w:val="1"/>
        </w:rPr>
        <w:t>Ce fut là que me rejoignit</w:t>
      </w:r>
      <w:r w:rsidR="000E1451">
        <w:rPr>
          <w:rFonts w:cs="Georgia"/>
          <w:kern w:val="1"/>
        </w:rPr>
        <w:t xml:space="preserve">, </w:t>
      </w:r>
      <w:r>
        <w:rPr>
          <w:rFonts w:cs="Georgia"/>
          <w:kern w:val="1"/>
        </w:rPr>
        <w:t>un quart d</w:t>
      </w:r>
      <w:r w:rsidR="000E1451">
        <w:rPr>
          <w:rFonts w:cs="Georgia"/>
          <w:kern w:val="1"/>
        </w:rPr>
        <w:t>’</w:t>
      </w:r>
      <w:r>
        <w:rPr>
          <w:rFonts w:cs="Georgia"/>
          <w:kern w:val="1"/>
        </w:rPr>
        <w:t>heure plus tard</w:t>
      </w:r>
      <w:r w:rsidR="000E1451">
        <w:rPr>
          <w:rFonts w:cs="Georgia"/>
          <w:kern w:val="1"/>
        </w:rPr>
        <w:t>, M</w:t>
      </w:r>
      <w:r w:rsidR="000E1451" w:rsidRPr="000E1451">
        <w:rPr>
          <w:rFonts w:cs="Georgia"/>
          <w:kern w:val="1"/>
          <w:vertAlign w:val="superscript"/>
        </w:rPr>
        <w:t>lle</w:t>
      </w:r>
      <w:r w:rsidR="000E1451">
        <w:rPr>
          <w:rFonts w:cs="Georgia"/>
          <w:kern w:val="1"/>
        </w:rPr>
        <w:t> de </w:t>
      </w:r>
      <w:r>
        <w:rPr>
          <w:rFonts w:cs="Georgia"/>
          <w:kern w:val="1"/>
        </w:rPr>
        <w:t>Mirrbach</w:t>
      </w:r>
      <w:r w:rsidR="000E1451">
        <w:rPr>
          <w:rFonts w:cs="Georgia"/>
          <w:kern w:val="1"/>
        </w:rPr>
        <w:t>.</w:t>
      </w:r>
    </w:p>
    <w:p w14:paraId="6082E3B2" w14:textId="77777777" w:rsidR="000E1451" w:rsidRDefault="00BE611A" w:rsidP="00BE611A">
      <w:pPr>
        <w:rPr>
          <w:rFonts w:cs="Georgia"/>
          <w:kern w:val="1"/>
        </w:rPr>
      </w:pPr>
      <w:r>
        <w:rPr>
          <w:rFonts w:cs="Georgia"/>
          <w:kern w:val="1"/>
        </w:rPr>
        <w:t>J</w:t>
      </w:r>
      <w:r w:rsidR="000E1451">
        <w:rPr>
          <w:rFonts w:cs="Georgia"/>
          <w:kern w:val="1"/>
        </w:rPr>
        <w:t>’</w:t>
      </w:r>
      <w:r>
        <w:rPr>
          <w:rFonts w:cs="Georgia"/>
          <w:kern w:val="1"/>
        </w:rPr>
        <w:t>étais assis dans un coin</w:t>
      </w:r>
      <w:r w:rsidR="000E1451">
        <w:rPr>
          <w:rFonts w:cs="Georgia"/>
          <w:kern w:val="1"/>
        </w:rPr>
        <w:t xml:space="preserve">, </w:t>
      </w:r>
      <w:r>
        <w:rPr>
          <w:rFonts w:cs="Georgia"/>
          <w:kern w:val="1"/>
        </w:rPr>
        <w:t>sur un escabeau</w:t>
      </w:r>
      <w:r w:rsidR="000E1451">
        <w:rPr>
          <w:rFonts w:cs="Georgia"/>
          <w:kern w:val="1"/>
        </w:rPr>
        <w:t xml:space="preserve">, </w:t>
      </w:r>
      <w:r>
        <w:rPr>
          <w:rFonts w:cs="Georgia"/>
          <w:kern w:val="1"/>
        </w:rPr>
        <w:t>le front entre mes mains</w:t>
      </w:r>
      <w:r w:rsidR="000E1451">
        <w:rPr>
          <w:rFonts w:cs="Georgia"/>
          <w:kern w:val="1"/>
        </w:rPr>
        <w:t xml:space="preserve">. </w:t>
      </w:r>
      <w:r>
        <w:rPr>
          <w:rFonts w:cs="Georgia"/>
          <w:kern w:val="1"/>
        </w:rPr>
        <w:t>Je ne me levai pas quand elle entra</w:t>
      </w:r>
      <w:r w:rsidR="000E1451">
        <w:rPr>
          <w:rFonts w:cs="Georgia"/>
          <w:kern w:val="1"/>
        </w:rPr>
        <w:t>.</w:t>
      </w:r>
    </w:p>
    <w:p w14:paraId="18661FF9" w14:textId="77777777" w:rsidR="000E1451" w:rsidRDefault="000E1451" w:rsidP="00BE611A">
      <w:pPr>
        <w:rPr>
          <w:rFonts w:cs="Georgia"/>
          <w:kern w:val="1"/>
        </w:rPr>
      </w:pPr>
      <w:r>
        <w:rPr>
          <w:rFonts w:cs="Georgia"/>
          <w:kern w:val="1"/>
        </w:rPr>
        <w:t>— </w:t>
      </w:r>
      <w:r w:rsidR="00BE611A">
        <w:rPr>
          <w:rFonts w:cs="Georgia"/>
          <w:kern w:val="1"/>
        </w:rPr>
        <w:t>Courage</w:t>
      </w:r>
      <w:r>
        <w:rPr>
          <w:rFonts w:cs="Georgia"/>
          <w:kern w:val="1"/>
        </w:rPr>
        <w:t xml:space="preserve">, </w:t>
      </w:r>
      <w:r w:rsidR="00BE611A">
        <w:rPr>
          <w:rFonts w:cs="Georgia"/>
          <w:kern w:val="1"/>
        </w:rPr>
        <w:t>murmura-t-elle simplement</w:t>
      </w:r>
      <w:r>
        <w:rPr>
          <w:rFonts w:cs="Georgia"/>
          <w:kern w:val="1"/>
        </w:rPr>
        <w:t>.</w:t>
      </w:r>
    </w:p>
    <w:p w14:paraId="20E5540C" w14:textId="77777777" w:rsidR="000E1451" w:rsidRDefault="000E1451" w:rsidP="00BE611A">
      <w:pPr>
        <w:rPr>
          <w:rFonts w:cs="Georgia"/>
          <w:kern w:val="1"/>
        </w:rPr>
      </w:pPr>
      <w:r>
        <w:rPr>
          <w:rFonts w:cs="Georgia"/>
          <w:kern w:val="1"/>
        </w:rPr>
        <w:t>— </w:t>
      </w:r>
      <w:r w:rsidR="00BE611A">
        <w:rPr>
          <w:rFonts w:cs="Georgia"/>
          <w:kern w:val="1"/>
        </w:rPr>
        <w:t>Vous êtes heureuse</w:t>
      </w:r>
      <w:r>
        <w:rPr>
          <w:rFonts w:cs="Georgia"/>
          <w:kern w:val="1"/>
        </w:rPr>
        <w:t xml:space="preserve">, </w:t>
      </w:r>
      <w:r w:rsidR="00BE611A">
        <w:rPr>
          <w:rFonts w:cs="Georgia"/>
          <w:kern w:val="1"/>
        </w:rPr>
        <w:t>n</w:t>
      </w:r>
      <w:r>
        <w:rPr>
          <w:rFonts w:cs="Georgia"/>
          <w:kern w:val="1"/>
        </w:rPr>
        <w:t>’</w:t>
      </w:r>
      <w:r w:rsidR="00BE611A">
        <w:rPr>
          <w:rFonts w:cs="Georgia"/>
          <w:kern w:val="1"/>
        </w:rPr>
        <w:t>est-ce pas</w:t>
      </w:r>
      <w:r>
        <w:rPr>
          <w:rFonts w:cs="Georgia"/>
          <w:kern w:val="1"/>
        </w:rPr>
        <w:t xml:space="preserve"> ? </w:t>
      </w:r>
      <w:r w:rsidR="00BE611A">
        <w:rPr>
          <w:rFonts w:cs="Georgia"/>
          <w:kern w:val="1"/>
        </w:rPr>
        <w:t>fis-je avec un sourire plein d</w:t>
      </w:r>
      <w:r>
        <w:rPr>
          <w:rFonts w:cs="Georgia"/>
          <w:kern w:val="1"/>
        </w:rPr>
        <w:t>’</w:t>
      </w:r>
      <w:r w:rsidR="00BE611A">
        <w:rPr>
          <w:rFonts w:cs="Georgia"/>
          <w:kern w:val="1"/>
        </w:rPr>
        <w:t>amertume</w:t>
      </w:r>
      <w:r>
        <w:rPr>
          <w:rFonts w:cs="Georgia"/>
          <w:kern w:val="1"/>
        </w:rPr>
        <w:t>.</w:t>
      </w:r>
    </w:p>
    <w:p w14:paraId="18D619DE" w14:textId="77777777" w:rsidR="000E1451" w:rsidRDefault="000E1451" w:rsidP="00BE611A">
      <w:pPr>
        <w:rPr>
          <w:rFonts w:cs="Georgia"/>
          <w:kern w:val="1"/>
        </w:rPr>
      </w:pPr>
      <w:r>
        <w:rPr>
          <w:rFonts w:cs="Georgia"/>
          <w:kern w:val="1"/>
        </w:rPr>
        <w:t>— </w:t>
      </w:r>
      <w:r w:rsidR="00BE611A">
        <w:rPr>
          <w:rFonts w:cs="Georgia"/>
          <w:kern w:val="1"/>
        </w:rPr>
        <w:t>Je n</w:t>
      </w:r>
      <w:r>
        <w:rPr>
          <w:rFonts w:cs="Georgia"/>
          <w:kern w:val="1"/>
        </w:rPr>
        <w:t>’</w:t>
      </w:r>
      <w:r w:rsidR="00BE611A">
        <w:rPr>
          <w:rFonts w:cs="Georgia"/>
          <w:kern w:val="1"/>
        </w:rPr>
        <w:t>ai pas le droit de ne pas l</w:t>
      </w:r>
      <w:r>
        <w:rPr>
          <w:rFonts w:cs="Georgia"/>
          <w:kern w:val="1"/>
        </w:rPr>
        <w:t>’</w:t>
      </w:r>
      <w:r w:rsidR="00BE611A">
        <w:rPr>
          <w:rFonts w:cs="Georgia"/>
          <w:kern w:val="1"/>
        </w:rPr>
        <w:t>être</w:t>
      </w:r>
      <w:r>
        <w:rPr>
          <w:rFonts w:cs="Georgia"/>
          <w:kern w:val="1"/>
        </w:rPr>
        <w:t xml:space="preserve">, </w:t>
      </w:r>
      <w:r w:rsidR="00BE611A">
        <w:rPr>
          <w:rFonts w:cs="Georgia"/>
          <w:kern w:val="1"/>
        </w:rPr>
        <w:t>dit-elle</w:t>
      </w:r>
      <w:r>
        <w:rPr>
          <w:rFonts w:cs="Georgia"/>
          <w:kern w:val="1"/>
        </w:rPr>
        <w:t>.</w:t>
      </w:r>
    </w:p>
    <w:p w14:paraId="68AB1464" w14:textId="77777777" w:rsidR="000E1451" w:rsidRDefault="00BE611A" w:rsidP="00BE611A">
      <w:pPr>
        <w:rPr>
          <w:rFonts w:cs="Georgia"/>
          <w:kern w:val="1"/>
        </w:rPr>
      </w:pPr>
      <w:r>
        <w:rPr>
          <w:rFonts w:cs="Georgia"/>
          <w:kern w:val="1"/>
        </w:rPr>
        <w:t>Elle s</w:t>
      </w:r>
      <w:r w:rsidR="000E1451">
        <w:rPr>
          <w:rFonts w:cs="Georgia"/>
          <w:kern w:val="1"/>
        </w:rPr>
        <w:t>’</w:t>
      </w:r>
      <w:r>
        <w:rPr>
          <w:rFonts w:cs="Georgia"/>
          <w:kern w:val="1"/>
        </w:rPr>
        <w:t>était penchée vers moi</w:t>
      </w:r>
      <w:r w:rsidR="000E1451">
        <w:rPr>
          <w:rFonts w:cs="Georgia"/>
          <w:kern w:val="1"/>
        </w:rPr>
        <w:t xml:space="preserve">. </w:t>
      </w:r>
      <w:r>
        <w:rPr>
          <w:rFonts w:cs="Georgia"/>
          <w:kern w:val="1"/>
        </w:rPr>
        <w:t>Sa tête frôla la mienne</w:t>
      </w:r>
      <w:r w:rsidR="000E1451">
        <w:rPr>
          <w:rFonts w:cs="Georgia"/>
          <w:kern w:val="1"/>
        </w:rPr>
        <w:t xml:space="preserve">, </w:t>
      </w:r>
      <w:r>
        <w:rPr>
          <w:rFonts w:cs="Georgia"/>
          <w:kern w:val="1"/>
        </w:rPr>
        <w:t>et j</w:t>
      </w:r>
      <w:r w:rsidR="000E1451">
        <w:rPr>
          <w:rFonts w:cs="Georgia"/>
          <w:kern w:val="1"/>
        </w:rPr>
        <w:t>’</w:t>
      </w:r>
      <w:r>
        <w:rPr>
          <w:rFonts w:cs="Georgia"/>
          <w:kern w:val="1"/>
        </w:rPr>
        <w:t>eus tout contre mon oreille ses lèvres qui murmuraient</w:t>
      </w:r>
      <w:r w:rsidR="000E1451">
        <w:rPr>
          <w:rFonts w:cs="Georgia"/>
          <w:kern w:val="1"/>
        </w:rPr>
        <w:t> :</w:t>
      </w:r>
    </w:p>
    <w:p w14:paraId="063A29C2" w14:textId="77777777" w:rsidR="000E1451" w:rsidRDefault="000E1451" w:rsidP="00BE611A">
      <w:pPr>
        <w:rPr>
          <w:rFonts w:cs="Georgia"/>
          <w:kern w:val="1"/>
        </w:rPr>
      </w:pPr>
      <w:r>
        <w:rPr>
          <w:rFonts w:cs="Georgia"/>
          <w:kern w:val="1"/>
        </w:rPr>
        <w:t>— </w:t>
      </w:r>
      <w:r w:rsidR="00BE611A">
        <w:rPr>
          <w:rFonts w:cs="Georgia"/>
          <w:kern w:val="1"/>
        </w:rPr>
        <w:t>Ayez du courage</w:t>
      </w:r>
      <w:r>
        <w:rPr>
          <w:rFonts w:cs="Georgia"/>
          <w:kern w:val="1"/>
        </w:rPr>
        <w:t xml:space="preserve">. </w:t>
      </w:r>
      <w:r w:rsidR="00BE611A">
        <w:rPr>
          <w:rFonts w:cs="Georgia"/>
          <w:kern w:val="1"/>
        </w:rPr>
        <w:t>Acceptez l</w:t>
      </w:r>
      <w:r>
        <w:rPr>
          <w:rFonts w:cs="Georgia"/>
          <w:kern w:val="1"/>
        </w:rPr>
        <w:t>’</w:t>
      </w:r>
      <w:r w:rsidR="00BE611A">
        <w:rPr>
          <w:rFonts w:cs="Georgia"/>
          <w:kern w:val="1"/>
        </w:rPr>
        <w:t>arrêt du destin comme vous auriez voulu qu</w:t>
      </w:r>
      <w:r>
        <w:rPr>
          <w:rFonts w:cs="Georgia"/>
          <w:kern w:val="1"/>
        </w:rPr>
        <w:t>’</w:t>
      </w:r>
      <w:r w:rsidR="00BE611A">
        <w:rPr>
          <w:rFonts w:cs="Georgia"/>
          <w:kern w:val="1"/>
        </w:rPr>
        <w:t>il fût accepté par Axelle</w:t>
      </w:r>
      <w:r>
        <w:rPr>
          <w:rFonts w:cs="Georgia"/>
          <w:kern w:val="1"/>
        </w:rPr>
        <w:t xml:space="preserve">, </w:t>
      </w:r>
      <w:r w:rsidR="00BE611A">
        <w:rPr>
          <w:rFonts w:cs="Georgia"/>
          <w:kern w:val="1"/>
        </w:rPr>
        <w:t>si la victoire</w:t>
      </w:r>
      <w:r>
        <w:rPr>
          <w:rFonts w:cs="Georgia"/>
          <w:kern w:val="1"/>
        </w:rPr>
        <w:t xml:space="preserve">, </w:t>
      </w:r>
      <w:r w:rsidR="00BE611A">
        <w:rPr>
          <w:rFonts w:cs="Georgia"/>
          <w:kern w:val="1"/>
        </w:rPr>
        <w:t>au lieu d</w:t>
      </w:r>
      <w:r>
        <w:rPr>
          <w:rFonts w:cs="Georgia"/>
          <w:kern w:val="1"/>
        </w:rPr>
        <w:t>’</w:t>
      </w:r>
      <w:r w:rsidR="00BE611A">
        <w:rPr>
          <w:rFonts w:cs="Georgia"/>
          <w:kern w:val="1"/>
        </w:rPr>
        <w:t>aller à sa patrie</w:t>
      </w:r>
      <w:r>
        <w:rPr>
          <w:rFonts w:cs="Georgia"/>
          <w:kern w:val="1"/>
        </w:rPr>
        <w:t xml:space="preserve">, </w:t>
      </w:r>
      <w:r w:rsidR="00BE611A">
        <w:rPr>
          <w:rFonts w:cs="Georgia"/>
          <w:kern w:val="1"/>
        </w:rPr>
        <w:t>était allée à la vôtre</w:t>
      </w:r>
      <w:r>
        <w:rPr>
          <w:rFonts w:cs="Georgia"/>
          <w:kern w:val="1"/>
        </w:rPr>
        <w:t>.</w:t>
      </w:r>
    </w:p>
    <w:p w14:paraId="00609A66" w14:textId="77777777" w:rsidR="00BE611A" w:rsidRDefault="00BE611A" w:rsidP="000E1451">
      <w:pPr>
        <w:pStyle w:val="Titre1"/>
        <w:numPr>
          <w:ilvl w:val="0"/>
          <w:numId w:val="15"/>
        </w:numPr>
        <w:ind w:left="0" w:firstLine="0"/>
        <w:rPr>
          <w:rFonts w:cs="Georgia"/>
          <w:kern w:val="1"/>
        </w:rPr>
      </w:pPr>
      <w:bookmarkStart w:id="30" w:name="__RefHeading__7394_928681719"/>
      <w:bookmarkStart w:id="31" w:name="_Toc195555074"/>
      <w:bookmarkEnd w:id="30"/>
      <w:r>
        <w:rPr>
          <w:kern w:val="1"/>
        </w:rPr>
        <w:lastRenderedPageBreak/>
        <w:t>XVI</w:t>
      </w:r>
      <w:bookmarkEnd w:id="31"/>
    </w:p>
    <w:p w14:paraId="150FE0E5" w14:textId="77777777" w:rsidR="000E1451" w:rsidRDefault="00BE611A" w:rsidP="00BE611A">
      <w:pPr>
        <w:rPr>
          <w:rFonts w:cs="Georgia"/>
          <w:kern w:val="1"/>
        </w:rPr>
      </w:pPr>
      <w:r>
        <w:rPr>
          <w:rFonts w:cs="Georgia"/>
          <w:kern w:val="1"/>
        </w:rPr>
        <w:t>Le courrier du même jour apporta deux lettres du commandant de Reichendorf</w:t>
      </w:r>
      <w:r w:rsidR="000E1451">
        <w:rPr>
          <w:rFonts w:cs="Georgia"/>
          <w:kern w:val="1"/>
        </w:rPr>
        <w:t xml:space="preserve">. </w:t>
      </w:r>
      <w:r>
        <w:rPr>
          <w:rFonts w:cs="Georgia"/>
          <w:kern w:val="1"/>
        </w:rPr>
        <w:t>L</w:t>
      </w:r>
      <w:r w:rsidR="000E1451">
        <w:rPr>
          <w:rFonts w:cs="Georgia"/>
          <w:kern w:val="1"/>
        </w:rPr>
        <w:t>’</w:t>
      </w:r>
      <w:r>
        <w:rPr>
          <w:rFonts w:cs="Georgia"/>
          <w:kern w:val="1"/>
        </w:rPr>
        <w:t>une était destinée à Axelle</w:t>
      </w:r>
      <w:r w:rsidR="000E1451">
        <w:rPr>
          <w:rFonts w:cs="Georgia"/>
          <w:kern w:val="1"/>
        </w:rPr>
        <w:t xml:space="preserve">, </w:t>
      </w:r>
      <w:r>
        <w:rPr>
          <w:rFonts w:cs="Georgia"/>
          <w:kern w:val="1"/>
        </w:rPr>
        <w:t>qui ne fit pas allusion à son contenu</w:t>
      </w:r>
      <w:r w:rsidR="000E1451">
        <w:rPr>
          <w:rFonts w:cs="Georgia"/>
          <w:kern w:val="1"/>
        </w:rPr>
        <w:t xml:space="preserve">. </w:t>
      </w:r>
      <w:r>
        <w:rPr>
          <w:rFonts w:cs="Georgia"/>
          <w:kern w:val="1"/>
        </w:rPr>
        <w:t>L</w:t>
      </w:r>
      <w:r w:rsidR="000E1451">
        <w:rPr>
          <w:rFonts w:cs="Georgia"/>
          <w:kern w:val="1"/>
        </w:rPr>
        <w:t>’</w:t>
      </w:r>
      <w:r>
        <w:rPr>
          <w:rFonts w:cs="Georgia"/>
          <w:kern w:val="1"/>
        </w:rPr>
        <w:t>autre</w:t>
      </w:r>
      <w:r w:rsidR="000E1451">
        <w:rPr>
          <w:rFonts w:cs="Georgia"/>
          <w:kern w:val="1"/>
        </w:rPr>
        <w:t xml:space="preserve">, </w:t>
      </w:r>
      <w:r>
        <w:rPr>
          <w:rFonts w:cs="Georgia"/>
          <w:kern w:val="1"/>
        </w:rPr>
        <w:t>par contre</w:t>
      </w:r>
      <w:r w:rsidR="000E1451">
        <w:rPr>
          <w:rFonts w:cs="Georgia"/>
          <w:kern w:val="1"/>
        </w:rPr>
        <w:t xml:space="preserve">, </w:t>
      </w:r>
      <w:r>
        <w:rPr>
          <w:rFonts w:cs="Georgia"/>
          <w:kern w:val="1"/>
        </w:rPr>
        <w:t>qui était adressée au général</w:t>
      </w:r>
      <w:r w:rsidR="000E1451">
        <w:rPr>
          <w:rFonts w:cs="Georgia"/>
          <w:kern w:val="1"/>
        </w:rPr>
        <w:t xml:space="preserve">, </w:t>
      </w:r>
      <w:r>
        <w:rPr>
          <w:rFonts w:cs="Georgia"/>
          <w:kern w:val="1"/>
        </w:rPr>
        <w:t>fut lue à plusieurs reprises publiquement et commentée de même</w:t>
      </w:r>
      <w:r w:rsidR="000E1451">
        <w:rPr>
          <w:rFonts w:cs="Georgia"/>
          <w:kern w:val="1"/>
        </w:rPr>
        <w:t xml:space="preserve">. </w:t>
      </w:r>
      <w:r>
        <w:rPr>
          <w:rFonts w:cs="Georgia"/>
          <w:kern w:val="1"/>
        </w:rPr>
        <w:t>Très sobre de détails</w:t>
      </w:r>
      <w:r w:rsidR="000E1451">
        <w:rPr>
          <w:rFonts w:cs="Georgia"/>
          <w:kern w:val="1"/>
        </w:rPr>
        <w:t xml:space="preserve">, </w:t>
      </w:r>
      <w:r>
        <w:rPr>
          <w:rFonts w:cs="Georgia"/>
          <w:kern w:val="1"/>
        </w:rPr>
        <w:t>elle était antérieure au passage de la Marne par les troupes allemandes</w:t>
      </w:r>
      <w:r w:rsidR="000E1451">
        <w:rPr>
          <w:rFonts w:cs="Georgia"/>
          <w:kern w:val="1"/>
        </w:rPr>
        <w:t xml:space="preserve">. </w:t>
      </w:r>
      <w:r>
        <w:rPr>
          <w:rFonts w:cs="Georgia"/>
          <w:kern w:val="1"/>
        </w:rPr>
        <w:t>Dietrich n</w:t>
      </w:r>
      <w:r w:rsidR="000E1451">
        <w:rPr>
          <w:rFonts w:cs="Georgia"/>
          <w:kern w:val="1"/>
        </w:rPr>
        <w:t>’</w:t>
      </w:r>
      <w:r>
        <w:rPr>
          <w:rFonts w:cs="Georgia"/>
          <w:kern w:val="1"/>
        </w:rPr>
        <w:t>y en indiquait pas moins clairement que son unité serait de celles qui allaient être chargées de l</w:t>
      </w:r>
      <w:r w:rsidR="000E1451">
        <w:rPr>
          <w:rFonts w:cs="Georgia"/>
          <w:kern w:val="1"/>
        </w:rPr>
        <w:t>’</w:t>
      </w:r>
      <w:r>
        <w:rPr>
          <w:rFonts w:cs="Georgia"/>
          <w:kern w:val="1"/>
        </w:rPr>
        <w:t>opération</w:t>
      </w:r>
      <w:r w:rsidR="000E1451">
        <w:rPr>
          <w:rFonts w:cs="Georgia"/>
          <w:kern w:val="1"/>
        </w:rPr>
        <w:t>. « </w:t>
      </w:r>
      <w:r>
        <w:rPr>
          <w:rFonts w:cs="Georgia"/>
          <w:kern w:val="1"/>
        </w:rPr>
        <w:t>La bataille qui va s</w:t>
      </w:r>
      <w:r w:rsidR="000E1451">
        <w:rPr>
          <w:rFonts w:cs="Georgia"/>
          <w:kern w:val="1"/>
        </w:rPr>
        <w:t>’</w:t>
      </w:r>
      <w:r>
        <w:rPr>
          <w:rFonts w:cs="Georgia"/>
          <w:kern w:val="1"/>
        </w:rPr>
        <w:t>engager</w:t>
      </w:r>
      <w:r w:rsidR="000E1451">
        <w:rPr>
          <w:rFonts w:cs="Georgia"/>
          <w:kern w:val="1"/>
        </w:rPr>
        <w:t xml:space="preserve">, </w:t>
      </w:r>
      <w:r>
        <w:rPr>
          <w:rFonts w:cs="Georgia"/>
          <w:kern w:val="1"/>
        </w:rPr>
        <w:t>disait-il</w:t>
      </w:r>
      <w:r w:rsidR="000E1451">
        <w:rPr>
          <w:rFonts w:cs="Georgia"/>
          <w:kern w:val="1"/>
        </w:rPr>
        <w:t xml:space="preserve">, </w:t>
      </w:r>
      <w:r>
        <w:rPr>
          <w:rFonts w:cs="Georgia"/>
          <w:kern w:val="1"/>
        </w:rPr>
        <w:t>décidera sans doute du sort de la guerre</w:t>
      </w:r>
      <w:r w:rsidR="000E1451">
        <w:rPr>
          <w:rFonts w:cs="Georgia"/>
          <w:kern w:val="1"/>
        </w:rPr>
        <w:t xml:space="preserve">. </w:t>
      </w:r>
      <w:r>
        <w:rPr>
          <w:rFonts w:cs="Georgia"/>
          <w:kern w:val="1"/>
        </w:rPr>
        <w:t>Pendant que je vous écris</w:t>
      </w:r>
      <w:r w:rsidR="000E1451">
        <w:rPr>
          <w:rFonts w:cs="Georgia"/>
          <w:kern w:val="1"/>
        </w:rPr>
        <w:t xml:space="preserve">, </w:t>
      </w:r>
      <w:r>
        <w:rPr>
          <w:rFonts w:cs="Georgia"/>
          <w:kern w:val="1"/>
        </w:rPr>
        <w:t>le bombardement dépasse en violence tout ce que vous pouvez imaginer</w:t>
      </w:r>
      <w:r w:rsidR="000E1451">
        <w:rPr>
          <w:rFonts w:cs="Georgia"/>
          <w:kern w:val="1"/>
        </w:rPr>
        <w:t xml:space="preserve">, </w:t>
      </w:r>
      <w:r>
        <w:rPr>
          <w:rFonts w:cs="Georgia"/>
          <w:kern w:val="1"/>
        </w:rPr>
        <w:t>principalement dans la région du Nord-Est</w:t>
      </w:r>
      <w:r w:rsidR="000E1451">
        <w:rPr>
          <w:rFonts w:cs="Georgia"/>
          <w:kern w:val="1"/>
        </w:rPr>
        <w:t>. »</w:t>
      </w:r>
      <w:r>
        <w:rPr>
          <w:rFonts w:cs="Georgia"/>
          <w:kern w:val="1"/>
        </w:rPr>
        <w:t xml:space="preserve"> La région du Nord-Est</w:t>
      </w:r>
      <w:r w:rsidR="000E1451">
        <w:rPr>
          <w:rFonts w:cs="Georgia"/>
          <w:kern w:val="1"/>
        </w:rPr>
        <w:t xml:space="preserve">. </w:t>
      </w:r>
      <w:r>
        <w:rPr>
          <w:rFonts w:cs="Georgia"/>
          <w:kern w:val="1"/>
        </w:rPr>
        <w:t>Tandis que les corps prussiens franchissaient la rivière à Dormans et attaquaient en direction d</w:t>
      </w:r>
      <w:r w:rsidR="000E1451">
        <w:rPr>
          <w:rFonts w:cs="Georgia"/>
          <w:kern w:val="1"/>
        </w:rPr>
        <w:t>’</w:t>
      </w:r>
      <w:r>
        <w:rPr>
          <w:rFonts w:cs="Georgia"/>
          <w:kern w:val="1"/>
        </w:rPr>
        <w:t>Épernay</w:t>
      </w:r>
      <w:r w:rsidR="000E1451">
        <w:rPr>
          <w:rFonts w:cs="Georgia"/>
          <w:kern w:val="1"/>
        </w:rPr>
        <w:t xml:space="preserve">, </w:t>
      </w:r>
      <w:r>
        <w:rPr>
          <w:rFonts w:cs="Georgia"/>
          <w:kern w:val="1"/>
        </w:rPr>
        <w:t>Reims sur leurs derrières</w:t>
      </w:r>
      <w:r w:rsidR="000E1451">
        <w:rPr>
          <w:rFonts w:cs="Georgia"/>
          <w:kern w:val="1"/>
        </w:rPr>
        <w:t xml:space="preserve">, </w:t>
      </w:r>
      <w:r>
        <w:rPr>
          <w:rFonts w:cs="Georgia"/>
          <w:kern w:val="1"/>
        </w:rPr>
        <w:t>et Compiègne</w:t>
      </w:r>
      <w:r w:rsidR="000E1451">
        <w:rPr>
          <w:rFonts w:cs="Georgia"/>
          <w:kern w:val="1"/>
        </w:rPr>
        <w:t xml:space="preserve">, </w:t>
      </w:r>
      <w:r>
        <w:rPr>
          <w:rFonts w:cs="Georgia"/>
          <w:kern w:val="1"/>
        </w:rPr>
        <w:t>de l</w:t>
      </w:r>
      <w:r w:rsidR="000E1451">
        <w:rPr>
          <w:rFonts w:cs="Georgia"/>
          <w:kern w:val="1"/>
        </w:rPr>
        <w:t>’</w:t>
      </w:r>
      <w:r>
        <w:rPr>
          <w:rFonts w:cs="Georgia"/>
          <w:kern w:val="1"/>
        </w:rPr>
        <w:t>autre côté de la poche</w:t>
      </w:r>
      <w:r w:rsidR="000E1451">
        <w:rPr>
          <w:rFonts w:cs="Georgia"/>
          <w:kern w:val="1"/>
        </w:rPr>
        <w:t xml:space="preserve">, </w:t>
      </w:r>
      <w:r>
        <w:rPr>
          <w:rFonts w:cs="Georgia"/>
          <w:kern w:val="1"/>
        </w:rPr>
        <w:t>continuaient donc à tenir</w:t>
      </w:r>
      <w:r w:rsidR="000E1451">
        <w:rPr>
          <w:rFonts w:cs="Georgia"/>
          <w:kern w:val="1"/>
        </w:rPr>
        <w:t xml:space="preserve"> ! </w:t>
      </w:r>
      <w:r>
        <w:rPr>
          <w:rFonts w:cs="Georgia"/>
          <w:kern w:val="1"/>
        </w:rPr>
        <w:t>Le soir</w:t>
      </w:r>
      <w:r w:rsidR="000E1451">
        <w:rPr>
          <w:rFonts w:cs="Georgia"/>
          <w:kern w:val="1"/>
        </w:rPr>
        <w:t xml:space="preserve">, </w:t>
      </w:r>
      <w:r>
        <w:rPr>
          <w:rFonts w:cs="Georgia"/>
          <w:kern w:val="1"/>
        </w:rPr>
        <w:t>au camp</w:t>
      </w:r>
      <w:r w:rsidR="000E1451">
        <w:rPr>
          <w:rFonts w:cs="Georgia"/>
          <w:kern w:val="1"/>
        </w:rPr>
        <w:t xml:space="preserve">, </w:t>
      </w:r>
      <w:r>
        <w:rPr>
          <w:rFonts w:cs="Georgia"/>
          <w:kern w:val="1"/>
        </w:rPr>
        <w:t>je fis part de ma réflexion à Fichet</w:t>
      </w:r>
      <w:r w:rsidR="000E1451">
        <w:rPr>
          <w:rFonts w:cs="Georgia"/>
          <w:kern w:val="1"/>
        </w:rPr>
        <w:t xml:space="preserve">, </w:t>
      </w:r>
      <w:r>
        <w:rPr>
          <w:rFonts w:cs="Georgia"/>
          <w:kern w:val="1"/>
        </w:rPr>
        <w:t>le seul qui</w:t>
      </w:r>
      <w:r w:rsidR="000E1451">
        <w:rPr>
          <w:rFonts w:cs="Georgia"/>
          <w:kern w:val="1"/>
        </w:rPr>
        <w:t xml:space="preserve">, </w:t>
      </w:r>
      <w:r>
        <w:rPr>
          <w:rFonts w:cs="Georgia"/>
          <w:kern w:val="1"/>
        </w:rPr>
        <w:t>parmi la démoralisation générale</w:t>
      </w:r>
      <w:r w:rsidR="000E1451">
        <w:rPr>
          <w:rFonts w:cs="Georgia"/>
          <w:kern w:val="1"/>
        </w:rPr>
        <w:t xml:space="preserve">, </w:t>
      </w:r>
      <w:r>
        <w:rPr>
          <w:rFonts w:cs="Georgia"/>
          <w:kern w:val="1"/>
        </w:rPr>
        <w:t>eût conservé à peu près son sang-froid</w:t>
      </w:r>
      <w:r w:rsidR="000E1451">
        <w:rPr>
          <w:rFonts w:cs="Georgia"/>
          <w:kern w:val="1"/>
        </w:rPr>
        <w:t>.</w:t>
      </w:r>
    </w:p>
    <w:p w14:paraId="1D33809F" w14:textId="77777777" w:rsidR="000E1451" w:rsidRDefault="000E1451" w:rsidP="00BE611A">
      <w:pPr>
        <w:rPr>
          <w:rFonts w:cs="Georgia"/>
          <w:kern w:val="1"/>
        </w:rPr>
      </w:pPr>
      <w:r>
        <w:rPr>
          <w:rFonts w:cs="Georgia"/>
          <w:kern w:val="1"/>
        </w:rPr>
        <w:t>— </w:t>
      </w:r>
      <w:r w:rsidR="00BE611A">
        <w:rPr>
          <w:rFonts w:cs="Georgia"/>
          <w:kern w:val="1"/>
        </w:rPr>
        <w:t>J</w:t>
      </w:r>
      <w:r>
        <w:rPr>
          <w:rFonts w:cs="Georgia"/>
          <w:kern w:val="1"/>
        </w:rPr>
        <w:t>’</w:t>
      </w:r>
      <w:r w:rsidR="00BE611A">
        <w:rPr>
          <w:rFonts w:cs="Georgia"/>
          <w:kern w:val="1"/>
        </w:rPr>
        <w:t>ai bien remarqué cela moi aussi</w:t>
      </w:r>
      <w:r>
        <w:rPr>
          <w:rFonts w:cs="Georgia"/>
          <w:kern w:val="1"/>
        </w:rPr>
        <w:t xml:space="preserve">, </w:t>
      </w:r>
      <w:r w:rsidR="00BE611A">
        <w:rPr>
          <w:rFonts w:cs="Georgia"/>
          <w:kern w:val="1"/>
        </w:rPr>
        <w:t>dit-il en haussant les épaules</w:t>
      </w:r>
      <w:r>
        <w:rPr>
          <w:rFonts w:cs="Georgia"/>
          <w:kern w:val="1"/>
        </w:rPr>
        <w:t xml:space="preserve">. </w:t>
      </w:r>
      <w:r w:rsidR="00BE611A">
        <w:rPr>
          <w:rFonts w:cs="Georgia"/>
          <w:kern w:val="1"/>
        </w:rPr>
        <w:t>Mais qu</w:t>
      </w:r>
      <w:r>
        <w:rPr>
          <w:rFonts w:cs="Georgia"/>
          <w:kern w:val="1"/>
        </w:rPr>
        <w:t>’</w:t>
      </w:r>
      <w:r w:rsidR="00BE611A">
        <w:rPr>
          <w:rFonts w:cs="Georgia"/>
          <w:kern w:val="1"/>
        </w:rPr>
        <w:t>est-ce que tu veux</w:t>
      </w:r>
      <w:r>
        <w:rPr>
          <w:rFonts w:cs="Georgia"/>
          <w:kern w:val="1"/>
        </w:rPr>
        <w:t xml:space="preserve">, </w:t>
      </w:r>
      <w:r w:rsidR="00BE611A">
        <w:rPr>
          <w:rFonts w:cs="Georgia"/>
          <w:kern w:val="1"/>
        </w:rPr>
        <w:t>mon pauvre vieux</w:t>
      </w:r>
      <w:r>
        <w:rPr>
          <w:rFonts w:cs="Georgia"/>
          <w:kern w:val="1"/>
        </w:rPr>
        <w:t xml:space="preserve">, </w:t>
      </w:r>
      <w:r w:rsidR="00BE611A">
        <w:rPr>
          <w:rFonts w:cs="Georgia"/>
          <w:kern w:val="1"/>
        </w:rPr>
        <w:t>je crois tout de même que c</w:t>
      </w:r>
      <w:r>
        <w:rPr>
          <w:rFonts w:cs="Georgia"/>
          <w:kern w:val="1"/>
        </w:rPr>
        <w:t>’</w:t>
      </w:r>
      <w:r w:rsidR="00BE611A">
        <w:rPr>
          <w:rFonts w:cs="Georgia"/>
          <w:kern w:val="1"/>
        </w:rPr>
        <w:t>est cuit</w:t>
      </w:r>
      <w:r>
        <w:rPr>
          <w:rFonts w:cs="Georgia"/>
          <w:kern w:val="1"/>
        </w:rPr>
        <w:t xml:space="preserve">. </w:t>
      </w:r>
      <w:r w:rsidR="00BE611A">
        <w:rPr>
          <w:rFonts w:cs="Georgia"/>
          <w:kern w:val="1"/>
        </w:rPr>
        <w:t>On ne recommence pas deux fois le truc de la Marne</w:t>
      </w:r>
      <w:r>
        <w:rPr>
          <w:rFonts w:cs="Georgia"/>
          <w:kern w:val="1"/>
        </w:rPr>
        <w:t xml:space="preserve">. </w:t>
      </w:r>
      <w:r w:rsidR="00BE611A">
        <w:rPr>
          <w:rFonts w:cs="Georgia"/>
          <w:kern w:val="1"/>
        </w:rPr>
        <w:t>Avoue que les Boches seraient de fameuses pochetées si</w:t>
      </w:r>
      <w:r>
        <w:rPr>
          <w:rFonts w:cs="Georgia"/>
          <w:kern w:val="1"/>
        </w:rPr>
        <w:t xml:space="preserve">, </w:t>
      </w:r>
      <w:r w:rsidR="00BE611A">
        <w:rPr>
          <w:rFonts w:cs="Georgia"/>
          <w:kern w:val="1"/>
        </w:rPr>
        <w:t>quatre ans après</w:t>
      </w:r>
      <w:r>
        <w:rPr>
          <w:rFonts w:cs="Georgia"/>
          <w:kern w:val="1"/>
        </w:rPr>
        <w:t xml:space="preserve">, </w:t>
      </w:r>
      <w:r w:rsidR="00BE611A">
        <w:rPr>
          <w:rFonts w:cs="Georgia"/>
          <w:kern w:val="1"/>
        </w:rPr>
        <w:t>ils se laissaient remettre ça au même endroit</w:t>
      </w:r>
      <w:r>
        <w:rPr>
          <w:rFonts w:cs="Georgia"/>
          <w:kern w:val="1"/>
        </w:rPr>
        <w:t xml:space="preserve">. </w:t>
      </w:r>
      <w:r w:rsidR="00BE611A">
        <w:rPr>
          <w:rFonts w:cs="Georgia"/>
          <w:kern w:val="1"/>
        </w:rPr>
        <w:t>Non</w:t>
      </w:r>
      <w:r>
        <w:rPr>
          <w:rFonts w:cs="Georgia"/>
          <w:kern w:val="1"/>
        </w:rPr>
        <w:t xml:space="preserve">, </w:t>
      </w:r>
      <w:r w:rsidR="00BE611A">
        <w:rPr>
          <w:rFonts w:cs="Georgia"/>
          <w:kern w:val="1"/>
        </w:rPr>
        <w:t>vois-tu</w:t>
      </w:r>
      <w:r>
        <w:rPr>
          <w:rFonts w:cs="Georgia"/>
          <w:kern w:val="1"/>
        </w:rPr>
        <w:t xml:space="preserve">, </w:t>
      </w:r>
      <w:r w:rsidR="00BE611A">
        <w:rPr>
          <w:rFonts w:cs="Georgia"/>
          <w:kern w:val="1"/>
        </w:rPr>
        <w:t>ça m</w:t>
      </w:r>
      <w:r>
        <w:rPr>
          <w:rFonts w:cs="Georgia"/>
          <w:kern w:val="1"/>
        </w:rPr>
        <w:t>’</w:t>
      </w:r>
      <w:r w:rsidR="00BE611A">
        <w:rPr>
          <w:rFonts w:cs="Georgia"/>
          <w:kern w:val="1"/>
        </w:rPr>
        <w:t>étonnerait fort qu</w:t>
      </w:r>
      <w:r>
        <w:rPr>
          <w:rFonts w:cs="Georgia"/>
          <w:kern w:val="1"/>
        </w:rPr>
        <w:t>’</w:t>
      </w:r>
      <w:r w:rsidR="00BE611A">
        <w:rPr>
          <w:rFonts w:cs="Georgia"/>
          <w:kern w:val="1"/>
        </w:rPr>
        <w:t>on eût à moisir encore un hiver ici</w:t>
      </w:r>
      <w:r>
        <w:rPr>
          <w:rFonts w:cs="Georgia"/>
          <w:kern w:val="1"/>
        </w:rPr>
        <w:t xml:space="preserve">. </w:t>
      </w:r>
      <w:r w:rsidR="00BE611A">
        <w:rPr>
          <w:rFonts w:cs="Georgia"/>
          <w:kern w:val="1"/>
        </w:rPr>
        <w:t>Inutile de te dire</w:t>
      </w:r>
      <w:r>
        <w:rPr>
          <w:rFonts w:cs="Georgia"/>
          <w:kern w:val="1"/>
        </w:rPr>
        <w:t xml:space="preserve">, </w:t>
      </w:r>
      <w:r w:rsidR="00BE611A">
        <w:rPr>
          <w:rFonts w:cs="Georgia"/>
          <w:kern w:val="1"/>
        </w:rPr>
        <w:t>tout de même</w:t>
      </w:r>
      <w:r>
        <w:rPr>
          <w:rFonts w:cs="Georgia"/>
          <w:kern w:val="1"/>
        </w:rPr>
        <w:t xml:space="preserve">, </w:t>
      </w:r>
      <w:r w:rsidR="00BE611A">
        <w:rPr>
          <w:rFonts w:cs="Georgia"/>
          <w:kern w:val="1"/>
        </w:rPr>
        <w:t>que je ne ferai demain aucune difficulté</w:t>
      </w:r>
      <w:r>
        <w:rPr>
          <w:rFonts w:cs="Georgia"/>
          <w:kern w:val="1"/>
        </w:rPr>
        <w:t xml:space="preserve">, </w:t>
      </w:r>
      <w:r w:rsidR="00BE611A">
        <w:rPr>
          <w:rFonts w:cs="Georgia"/>
          <w:kern w:val="1"/>
        </w:rPr>
        <w:t>si les toubibs neutres ont la bonne idée de m</w:t>
      </w:r>
      <w:r>
        <w:rPr>
          <w:rFonts w:cs="Georgia"/>
          <w:kern w:val="1"/>
        </w:rPr>
        <w:t>’</w:t>
      </w:r>
      <w:r w:rsidR="00BE611A">
        <w:rPr>
          <w:rFonts w:cs="Georgia"/>
          <w:kern w:val="1"/>
        </w:rPr>
        <w:t xml:space="preserve">envoyer attendre </w:t>
      </w:r>
      <w:r w:rsidR="00BE611A">
        <w:rPr>
          <w:rFonts w:cs="Georgia"/>
          <w:kern w:val="1"/>
        </w:rPr>
        <w:lastRenderedPageBreak/>
        <w:t>l</w:t>
      </w:r>
      <w:r>
        <w:rPr>
          <w:rFonts w:cs="Georgia"/>
          <w:kern w:val="1"/>
        </w:rPr>
        <w:t>’</w:t>
      </w:r>
      <w:r w:rsidR="00BE611A">
        <w:rPr>
          <w:rFonts w:cs="Georgia"/>
          <w:kern w:val="1"/>
        </w:rPr>
        <w:t>armistice dans un de leurs palaces</w:t>
      </w:r>
      <w:r>
        <w:rPr>
          <w:rFonts w:cs="Georgia"/>
          <w:kern w:val="1"/>
        </w:rPr>
        <w:t xml:space="preserve">, </w:t>
      </w:r>
      <w:r w:rsidR="00BE611A">
        <w:rPr>
          <w:rFonts w:cs="Georgia"/>
          <w:kern w:val="1"/>
        </w:rPr>
        <w:t>à Lugano</w:t>
      </w:r>
      <w:r>
        <w:rPr>
          <w:rFonts w:cs="Georgia"/>
          <w:kern w:val="1"/>
        </w:rPr>
        <w:t xml:space="preserve">, </w:t>
      </w:r>
      <w:r w:rsidR="00BE611A">
        <w:rPr>
          <w:rFonts w:cs="Georgia"/>
          <w:kern w:val="1"/>
        </w:rPr>
        <w:t>à Saint-Moritz</w:t>
      </w:r>
      <w:r>
        <w:rPr>
          <w:rFonts w:cs="Georgia"/>
          <w:kern w:val="1"/>
        </w:rPr>
        <w:t xml:space="preserve">, </w:t>
      </w:r>
      <w:r w:rsidR="00BE611A">
        <w:rPr>
          <w:rFonts w:cs="Georgia"/>
          <w:kern w:val="1"/>
        </w:rPr>
        <w:t>au Rigi-Kulm</w:t>
      </w:r>
      <w:r>
        <w:rPr>
          <w:rFonts w:cs="Georgia"/>
          <w:kern w:val="1"/>
        </w:rPr>
        <w:t xml:space="preserve">, </w:t>
      </w:r>
      <w:r w:rsidR="00BE611A">
        <w:rPr>
          <w:rFonts w:cs="Georgia"/>
          <w:kern w:val="1"/>
        </w:rPr>
        <w:t>où ils voudront</w:t>
      </w:r>
      <w:r>
        <w:rPr>
          <w:rFonts w:cs="Georgia"/>
          <w:kern w:val="1"/>
        </w:rPr>
        <w:t xml:space="preserve">. </w:t>
      </w:r>
      <w:r w:rsidR="00BE611A">
        <w:rPr>
          <w:rFonts w:cs="Georgia"/>
          <w:kern w:val="1"/>
        </w:rPr>
        <w:t>Tu te rends compte</w:t>
      </w:r>
      <w:r>
        <w:rPr>
          <w:rFonts w:cs="Georgia"/>
          <w:kern w:val="1"/>
        </w:rPr>
        <w:t> !</w:t>
      </w:r>
    </w:p>
    <w:p w14:paraId="5BDA03EC" w14:textId="77777777" w:rsidR="000E1451" w:rsidRDefault="000E1451" w:rsidP="00BE611A">
      <w:pPr>
        <w:rPr>
          <w:rFonts w:cs="Georgia"/>
          <w:kern w:val="1"/>
        </w:rPr>
      </w:pPr>
      <w:r>
        <w:rPr>
          <w:rFonts w:cs="Georgia"/>
          <w:kern w:val="1"/>
        </w:rPr>
        <w:t>— </w:t>
      </w:r>
      <w:r w:rsidR="00BE611A">
        <w:rPr>
          <w:rFonts w:cs="Georgia"/>
          <w:kern w:val="1"/>
        </w:rPr>
        <w:t>Comment</w:t>
      </w:r>
      <w:r>
        <w:rPr>
          <w:rFonts w:cs="Georgia"/>
          <w:kern w:val="1"/>
        </w:rPr>
        <w:t xml:space="preserve"> ? </w:t>
      </w:r>
      <w:r w:rsidR="00BE611A">
        <w:rPr>
          <w:rFonts w:cs="Georgia"/>
          <w:kern w:val="1"/>
        </w:rPr>
        <w:t>La commission est annoncée pour demain</w:t>
      </w:r>
      <w:r>
        <w:rPr>
          <w:rFonts w:cs="Georgia"/>
          <w:kern w:val="1"/>
        </w:rPr>
        <w:t> ?</w:t>
      </w:r>
    </w:p>
    <w:p w14:paraId="55D54E93" w14:textId="77777777" w:rsidR="000E1451" w:rsidRDefault="000E1451" w:rsidP="00BE611A">
      <w:pPr>
        <w:rPr>
          <w:rFonts w:cs="Georgia"/>
          <w:kern w:val="1"/>
        </w:rPr>
      </w:pPr>
      <w:r>
        <w:rPr>
          <w:rFonts w:cs="Georgia"/>
          <w:kern w:val="1"/>
        </w:rPr>
        <w:t>— </w:t>
      </w:r>
      <w:r w:rsidR="00BE611A">
        <w:rPr>
          <w:rFonts w:cs="Georgia"/>
          <w:kern w:val="1"/>
        </w:rPr>
        <w:t>On ne t</w:t>
      </w:r>
      <w:r>
        <w:rPr>
          <w:rFonts w:cs="Georgia"/>
          <w:kern w:val="1"/>
        </w:rPr>
        <w:t>’</w:t>
      </w:r>
      <w:r w:rsidR="00BE611A">
        <w:rPr>
          <w:rFonts w:cs="Georgia"/>
          <w:kern w:val="1"/>
        </w:rPr>
        <w:t>avait pas prévenu</w:t>
      </w:r>
      <w:r>
        <w:rPr>
          <w:rFonts w:cs="Georgia"/>
          <w:kern w:val="1"/>
        </w:rPr>
        <w:t xml:space="preserve"> ? </w:t>
      </w:r>
      <w:r w:rsidR="00BE611A">
        <w:rPr>
          <w:rFonts w:cs="Georgia"/>
          <w:kern w:val="1"/>
        </w:rPr>
        <w:t>Pour demain</w:t>
      </w:r>
      <w:r>
        <w:rPr>
          <w:rFonts w:cs="Georgia"/>
          <w:kern w:val="1"/>
        </w:rPr>
        <w:t xml:space="preserve">, </w:t>
      </w:r>
      <w:r w:rsidR="00BE611A">
        <w:rPr>
          <w:rFonts w:cs="Georgia"/>
          <w:kern w:val="1"/>
        </w:rPr>
        <w:t>à onze heures</w:t>
      </w:r>
      <w:r>
        <w:rPr>
          <w:rFonts w:cs="Georgia"/>
          <w:kern w:val="1"/>
        </w:rPr>
        <w:t xml:space="preserve">, </w:t>
      </w:r>
      <w:r w:rsidR="00BE611A">
        <w:rPr>
          <w:rFonts w:cs="Georgia"/>
          <w:kern w:val="1"/>
        </w:rPr>
        <w:t>mon vieux</w:t>
      </w:r>
      <w:r>
        <w:rPr>
          <w:rFonts w:cs="Georgia"/>
          <w:kern w:val="1"/>
        </w:rPr>
        <w:t xml:space="preserve">. </w:t>
      </w:r>
      <w:r w:rsidR="00BE611A">
        <w:rPr>
          <w:rFonts w:cs="Georgia"/>
          <w:kern w:val="1"/>
        </w:rPr>
        <w:t>Qu</w:t>
      </w:r>
      <w:r>
        <w:rPr>
          <w:rFonts w:cs="Georgia"/>
          <w:kern w:val="1"/>
        </w:rPr>
        <w:t>’</w:t>
      </w:r>
      <w:r w:rsidR="00BE611A">
        <w:rPr>
          <w:rFonts w:cs="Georgia"/>
          <w:kern w:val="1"/>
        </w:rPr>
        <w:t>est-ce qu</w:t>
      </w:r>
      <w:r>
        <w:rPr>
          <w:rFonts w:cs="Georgia"/>
          <w:kern w:val="1"/>
        </w:rPr>
        <w:t>’</w:t>
      </w:r>
      <w:r w:rsidR="00BE611A">
        <w:rPr>
          <w:rFonts w:cs="Georgia"/>
          <w:kern w:val="1"/>
        </w:rPr>
        <w:t>on a pu gratter toute l</w:t>
      </w:r>
      <w:r>
        <w:rPr>
          <w:rFonts w:cs="Georgia"/>
          <w:kern w:val="1"/>
        </w:rPr>
        <w:t>’</w:t>
      </w:r>
      <w:r w:rsidR="00BE611A">
        <w:rPr>
          <w:rFonts w:cs="Georgia"/>
          <w:kern w:val="1"/>
        </w:rPr>
        <w:t>après-midi pour qu</w:t>
      </w:r>
      <w:r>
        <w:rPr>
          <w:rFonts w:cs="Georgia"/>
          <w:kern w:val="1"/>
        </w:rPr>
        <w:t>’</w:t>
      </w:r>
      <w:r w:rsidR="00BE611A">
        <w:rPr>
          <w:rFonts w:cs="Georgia"/>
          <w:kern w:val="1"/>
        </w:rPr>
        <w:t>ils voient bien qu</w:t>
      </w:r>
      <w:r>
        <w:rPr>
          <w:rFonts w:cs="Georgia"/>
          <w:kern w:val="1"/>
        </w:rPr>
        <w:t>’</w:t>
      </w:r>
      <w:r w:rsidR="00BE611A">
        <w:rPr>
          <w:rFonts w:cs="Georgia"/>
          <w:kern w:val="1"/>
        </w:rPr>
        <w:t>on habite un petit paradis</w:t>
      </w:r>
      <w:r>
        <w:rPr>
          <w:rFonts w:cs="Georgia"/>
          <w:kern w:val="1"/>
        </w:rPr>
        <w:t xml:space="preserve">. </w:t>
      </w:r>
      <w:r w:rsidR="00BE611A">
        <w:rPr>
          <w:rFonts w:cs="Georgia"/>
          <w:kern w:val="1"/>
        </w:rPr>
        <w:t>Pour un peu</w:t>
      </w:r>
      <w:r>
        <w:rPr>
          <w:rFonts w:cs="Georgia"/>
          <w:kern w:val="1"/>
        </w:rPr>
        <w:t xml:space="preserve">, </w:t>
      </w:r>
      <w:r w:rsidR="00BE611A">
        <w:rPr>
          <w:rFonts w:cs="Georgia"/>
          <w:kern w:val="1"/>
        </w:rPr>
        <w:t>le père Elbing nous aurait fait dessécher les marais</w:t>
      </w:r>
      <w:r>
        <w:rPr>
          <w:rFonts w:cs="Georgia"/>
          <w:kern w:val="1"/>
        </w:rPr>
        <w:t xml:space="preserve">, </w:t>
      </w:r>
      <w:r w:rsidR="00BE611A">
        <w:rPr>
          <w:rFonts w:cs="Georgia"/>
          <w:kern w:val="1"/>
        </w:rPr>
        <w:t>et mettre des guirlandes après les barbelés</w:t>
      </w:r>
      <w:r>
        <w:rPr>
          <w:rFonts w:cs="Georgia"/>
          <w:kern w:val="1"/>
        </w:rPr>
        <w:t xml:space="preserve">. </w:t>
      </w:r>
      <w:r w:rsidR="00BE611A">
        <w:rPr>
          <w:rFonts w:cs="Georgia"/>
          <w:kern w:val="1"/>
        </w:rPr>
        <w:t>Demain matin</w:t>
      </w:r>
      <w:r>
        <w:rPr>
          <w:rFonts w:cs="Georgia"/>
          <w:kern w:val="1"/>
        </w:rPr>
        <w:t xml:space="preserve">, </w:t>
      </w:r>
      <w:r w:rsidR="00BE611A">
        <w:rPr>
          <w:rFonts w:cs="Georgia"/>
          <w:kern w:val="1"/>
        </w:rPr>
        <w:t>à partir de six heures</w:t>
      </w:r>
      <w:r>
        <w:rPr>
          <w:rFonts w:cs="Georgia"/>
          <w:kern w:val="1"/>
        </w:rPr>
        <w:t xml:space="preserve">, </w:t>
      </w:r>
      <w:r w:rsidR="00BE611A">
        <w:rPr>
          <w:rFonts w:cs="Georgia"/>
          <w:kern w:val="1"/>
        </w:rPr>
        <w:t>revue de frusques</w:t>
      </w:r>
      <w:r>
        <w:rPr>
          <w:rFonts w:cs="Georgia"/>
          <w:kern w:val="1"/>
        </w:rPr>
        <w:t xml:space="preserve">, </w:t>
      </w:r>
      <w:r w:rsidR="00BE611A">
        <w:rPr>
          <w:rFonts w:cs="Georgia"/>
          <w:kern w:val="1"/>
        </w:rPr>
        <w:t>de gamelles</w:t>
      </w:r>
      <w:r>
        <w:rPr>
          <w:rFonts w:cs="Georgia"/>
          <w:kern w:val="1"/>
        </w:rPr>
        <w:t xml:space="preserve">, </w:t>
      </w:r>
      <w:r w:rsidR="00BE611A">
        <w:rPr>
          <w:rFonts w:cs="Georgia"/>
          <w:kern w:val="1"/>
        </w:rPr>
        <w:t>de tinettes</w:t>
      </w:r>
      <w:r>
        <w:rPr>
          <w:rFonts w:cs="Georgia"/>
          <w:kern w:val="1"/>
        </w:rPr>
        <w:t xml:space="preserve">, </w:t>
      </w:r>
      <w:r w:rsidR="00BE611A">
        <w:rPr>
          <w:rFonts w:cs="Georgia"/>
          <w:kern w:val="1"/>
        </w:rPr>
        <w:t>de tout ce que tu voudras</w:t>
      </w:r>
      <w:r>
        <w:rPr>
          <w:rFonts w:cs="Georgia"/>
          <w:kern w:val="1"/>
        </w:rPr>
        <w:t xml:space="preserve">. </w:t>
      </w:r>
      <w:r w:rsidR="00BE611A">
        <w:rPr>
          <w:rFonts w:cs="Georgia"/>
          <w:kern w:val="1"/>
        </w:rPr>
        <w:t>Et à partir de dix heures</w:t>
      </w:r>
      <w:r>
        <w:rPr>
          <w:rFonts w:cs="Georgia"/>
          <w:kern w:val="1"/>
        </w:rPr>
        <w:t xml:space="preserve">, </w:t>
      </w:r>
      <w:r w:rsidR="00BE611A">
        <w:rPr>
          <w:rFonts w:cs="Georgia"/>
          <w:kern w:val="1"/>
        </w:rPr>
        <w:t>hop</w:t>
      </w:r>
      <w:r>
        <w:rPr>
          <w:rFonts w:cs="Georgia"/>
          <w:kern w:val="1"/>
        </w:rPr>
        <w:t xml:space="preserve"> ! </w:t>
      </w:r>
      <w:r w:rsidR="00BE611A">
        <w:rPr>
          <w:rFonts w:cs="Georgia"/>
          <w:kern w:val="1"/>
        </w:rPr>
        <w:t>tout le monde au garde-à-vous au pied des paillasses</w:t>
      </w:r>
      <w:r>
        <w:rPr>
          <w:rFonts w:cs="Georgia"/>
          <w:kern w:val="1"/>
        </w:rPr>
        <w:t xml:space="preserve">. </w:t>
      </w:r>
      <w:r w:rsidR="00BE611A">
        <w:rPr>
          <w:rFonts w:cs="Georgia"/>
          <w:kern w:val="1"/>
        </w:rPr>
        <w:t>En attendant</w:t>
      </w:r>
      <w:r>
        <w:rPr>
          <w:rFonts w:cs="Georgia"/>
          <w:kern w:val="1"/>
        </w:rPr>
        <w:t xml:space="preserve">, </w:t>
      </w:r>
      <w:r w:rsidR="00BE611A">
        <w:rPr>
          <w:rFonts w:cs="Georgia"/>
          <w:kern w:val="1"/>
        </w:rPr>
        <w:t>écoute le chahut que font ces cochons de gardiens</w:t>
      </w:r>
      <w:r>
        <w:rPr>
          <w:rFonts w:cs="Georgia"/>
          <w:kern w:val="1"/>
        </w:rPr>
        <w:t xml:space="preserve">. </w:t>
      </w:r>
      <w:r w:rsidR="00BE611A">
        <w:rPr>
          <w:rFonts w:cs="Georgia"/>
          <w:kern w:val="1"/>
        </w:rPr>
        <w:t>Ils ont touché de la bière aigre pour boire à leur nouvelle victoire</w:t>
      </w:r>
      <w:r>
        <w:rPr>
          <w:rFonts w:cs="Georgia"/>
          <w:kern w:val="1"/>
        </w:rPr>
        <w:t xml:space="preserve">. </w:t>
      </w:r>
      <w:r w:rsidR="00BE611A">
        <w:rPr>
          <w:rFonts w:cs="Georgia"/>
          <w:kern w:val="1"/>
        </w:rPr>
        <w:t>Entends-les</w:t>
      </w:r>
      <w:r>
        <w:rPr>
          <w:rFonts w:cs="Georgia"/>
          <w:kern w:val="1"/>
        </w:rPr>
        <w:t xml:space="preserve"> ! </w:t>
      </w:r>
      <w:r w:rsidR="00BE611A">
        <w:rPr>
          <w:rFonts w:cs="Georgia"/>
          <w:kern w:val="1"/>
        </w:rPr>
        <w:t>Ça va durer comme ça jusqu</w:t>
      </w:r>
      <w:r>
        <w:rPr>
          <w:rFonts w:cs="Georgia"/>
          <w:kern w:val="1"/>
        </w:rPr>
        <w:t>’</w:t>
      </w:r>
      <w:r w:rsidR="00BE611A">
        <w:rPr>
          <w:rFonts w:cs="Georgia"/>
          <w:kern w:val="1"/>
        </w:rPr>
        <w:t>à l</w:t>
      </w:r>
      <w:r>
        <w:rPr>
          <w:rFonts w:cs="Georgia"/>
          <w:kern w:val="1"/>
        </w:rPr>
        <w:t>’</w:t>
      </w:r>
      <w:r w:rsidR="00BE611A">
        <w:rPr>
          <w:rFonts w:cs="Georgia"/>
          <w:kern w:val="1"/>
        </w:rPr>
        <w:t>extinction des feux</w:t>
      </w:r>
      <w:r>
        <w:rPr>
          <w:rFonts w:cs="Georgia"/>
          <w:kern w:val="1"/>
        </w:rPr>
        <w:t xml:space="preserve">. </w:t>
      </w:r>
      <w:r w:rsidR="00BE611A">
        <w:rPr>
          <w:rFonts w:cs="Georgia"/>
          <w:kern w:val="1"/>
        </w:rPr>
        <w:t>Vos gueules</w:t>
      </w:r>
      <w:r>
        <w:rPr>
          <w:rFonts w:cs="Georgia"/>
          <w:kern w:val="1"/>
        </w:rPr>
        <w:t xml:space="preserve">, </w:t>
      </w:r>
      <w:r w:rsidR="00BE611A">
        <w:rPr>
          <w:rFonts w:cs="Georgia"/>
          <w:kern w:val="1"/>
        </w:rPr>
        <w:t>salauds</w:t>
      </w:r>
      <w:r>
        <w:rPr>
          <w:rFonts w:cs="Georgia"/>
          <w:kern w:val="1"/>
        </w:rPr>
        <w:t> !</w:t>
      </w:r>
    </w:p>
    <w:p w14:paraId="73342F12" w14:textId="77777777" w:rsidR="00BE611A" w:rsidRDefault="00BE611A" w:rsidP="00BE611A">
      <w:pPr>
        <w:rPr>
          <w:rFonts w:cs="Georgia"/>
          <w:kern w:val="1"/>
        </w:rPr>
      </w:pPr>
    </w:p>
    <w:p w14:paraId="33FEC54B" w14:textId="77777777" w:rsidR="000E1451" w:rsidRDefault="00BE611A" w:rsidP="00BE611A">
      <w:pPr>
        <w:rPr>
          <w:rFonts w:cs="Georgia"/>
          <w:kern w:val="1"/>
        </w:rPr>
      </w:pPr>
      <w:r>
        <w:rPr>
          <w:rFonts w:cs="Georgia"/>
          <w:kern w:val="1"/>
        </w:rPr>
        <w:t>La commission fut exacte au rendez-vous fixé par elle</w:t>
      </w:r>
      <w:r w:rsidR="000E1451">
        <w:rPr>
          <w:rFonts w:cs="Georgia"/>
          <w:kern w:val="1"/>
        </w:rPr>
        <w:t xml:space="preserve">. </w:t>
      </w:r>
      <w:r>
        <w:rPr>
          <w:rFonts w:cs="Georgia"/>
          <w:kern w:val="1"/>
        </w:rPr>
        <w:t>Le lendemain</w:t>
      </w:r>
      <w:r w:rsidR="000E1451">
        <w:rPr>
          <w:rFonts w:cs="Georgia"/>
          <w:kern w:val="1"/>
        </w:rPr>
        <w:t xml:space="preserve">, </w:t>
      </w:r>
      <w:r>
        <w:rPr>
          <w:rFonts w:cs="Georgia"/>
          <w:kern w:val="1"/>
        </w:rPr>
        <w:t>à onze heures précises</w:t>
      </w:r>
      <w:r w:rsidR="000E1451">
        <w:rPr>
          <w:rFonts w:cs="Georgia"/>
          <w:kern w:val="1"/>
        </w:rPr>
        <w:t xml:space="preserve">, </w:t>
      </w:r>
      <w:r>
        <w:rPr>
          <w:rFonts w:cs="Georgia"/>
          <w:kern w:val="1"/>
        </w:rPr>
        <w:t>elle se présentait devant l</w:t>
      </w:r>
      <w:r w:rsidR="000E1451">
        <w:rPr>
          <w:rFonts w:cs="Georgia"/>
          <w:kern w:val="1"/>
        </w:rPr>
        <w:t>’</w:t>
      </w:r>
      <w:r>
        <w:rPr>
          <w:rFonts w:cs="Georgia"/>
          <w:kern w:val="1"/>
        </w:rPr>
        <w:t>entrée du camp</w:t>
      </w:r>
      <w:r w:rsidR="000E1451">
        <w:rPr>
          <w:rFonts w:cs="Georgia"/>
          <w:kern w:val="1"/>
        </w:rPr>
        <w:t xml:space="preserve">, </w:t>
      </w:r>
      <w:r>
        <w:rPr>
          <w:rFonts w:cs="Georgia"/>
          <w:kern w:val="1"/>
        </w:rPr>
        <w:t>que nous avions fini par rendre méconnaissable sous le rapport de l</w:t>
      </w:r>
      <w:r w:rsidR="000E1451">
        <w:rPr>
          <w:rFonts w:cs="Georgia"/>
          <w:kern w:val="1"/>
        </w:rPr>
        <w:t>’</w:t>
      </w:r>
      <w:r>
        <w:rPr>
          <w:rFonts w:cs="Georgia"/>
          <w:kern w:val="1"/>
        </w:rPr>
        <w:t>ordre et de la propreté</w:t>
      </w:r>
      <w:r w:rsidR="000E1451">
        <w:rPr>
          <w:rFonts w:cs="Georgia"/>
          <w:kern w:val="1"/>
        </w:rPr>
        <w:t xml:space="preserve">, </w:t>
      </w:r>
      <w:r>
        <w:rPr>
          <w:rFonts w:cs="Georgia"/>
          <w:kern w:val="1"/>
        </w:rPr>
        <w:t>sans être complètement parvenus néanmoins à lui faire prendre un aspect enchanteur</w:t>
      </w:r>
      <w:r w:rsidR="000E1451">
        <w:rPr>
          <w:rFonts w:cs="Georgia"/>
          <w:kern w:val="1"/>
        </w:rPr>
        <w:t>.</w:t>
      </w:r>
    </w:p>
    <w:p w14:paraId="4FE39C8C" w14:textId="77777777" w:rsidR="000E1451" w:rsidRDefault="00BE611A" w:rsidP="00BE611A">
      <w:pPr>
        <w:rPr>
          <w:rFonts w:cs="Georgia"/>
          <w:kern w:val="1"/>
        </w:rPr>
      </w:pPr>
      <w:r>
        <w:rPr>
          <w:rFonts w:cs="Georgia"/>
          <w:kern w:val="1"/>
        </w:rPr>
        <w:t>Escortée d</w:t>
      </w:r>
      <w:r w:rsidR="000E1451">
        <w:rPr>
          <w:rFonts w:cs="Georgia"/>
          <w:kern w:val="1"/>
        </w:rPr>
        <w:t>’</w:t>
      </w:r>
      <w:r>
        <w:rPr>
          <w:rFonts w:cs="Georgia"/>
          <w:kern w:val="1"/>
        </w:rPr>
        <w:t>un colonel inspecteur des camps de prisonniers et de cinq ou six médecins-majors allemands en uniforme</w:t>
      </w:r>
      <w:r w:rsidR="000E1451">
        <w:rPr>
          <w:rFonts w:cs="Georgia"/>
          <w:kern w:val="1"/>
        </w:rPr>
        <w:t xml:space="preserve">, </w:t>
      </w:r>
      <w:r>
        <w:rPr>
          <w:rFonts w:cs="Georgia"/>
          <w:kern w:val="1"/>
        </w:rPr>
        <w:t>cette commission avait à sa tête un grand vieillard norvégien assisté d</w:t>
      </w:r>
      <w:r w:rsidR="000E1451">
        <w:rPr>
          <w:rFonts w:cs="Georgia"/>
          <w:kern w:val="1"/>
        </w:rPr>
        <w:t>’</w:t>
      </w:r>
      <w:r>
        <w:rPr>
          <w:rFonts w:cs="Georgia"/>
          <w:kern w:val="1"/>
        </w:rPr>
        <w:t>une douzaine de délégués représentant tous les échantillons de la faune neutre</w:t>
      </w:r>
      <w:r w:rsidR="000E1451">
        <w:rPr>
          <w:rFonts w:cs="Georgia"/>
          <w:kern w:val="1"/>
        </w:rPr>
        <w:t xml:space="preserve">. </w:t>
      </w:r>
      <w:r>
        <w:rPr>
          <w:rFonts w:cs="Georgia"/>
          <w:kern w:val="1"/>
        </w:rPr>
        <w:t xml:space="preserve">Le succès fut pour une doctoresse néerlandaise moulée dans une superbe </w:t>
      </w:r>
      <w:r>
        <w:rPr>
          <w:rFonts w:cs="Georgia"/>
          <w:kern w:val="1"/>
        </w:rPr>
        <w:lastRenderedPageBreak/>
        <w:t>vareuse réséda</w:t>
      </w:r>
      <w:r w:rsidR="000E1451">
        <w:rPr>
          <w:rFonts w:cs="Georgia"/>
          <w:kern w:val="1"/>
        </w:rPr>
        <w:t xml:space="preserve">. </w:t>
      </w:r>
      <w:r>
        <w:rPr>
          <w:rFonts w:cs="Georgia"/>
          <w:kern w:val="1"/>
        </w:rPr>
        <w:t>C</w:t>
      </w:r>
      <w:r w:rsidR="000E1451">
        <w:rPr>
          <w:rFonts w:cs="Georgia"/>
          <w:kern w:val="1"/>
        </w:rPr>
        <w:t>’</w:t>
      </w:r>
      <w:r>
        <w:rPr>
          <w:rFonts w:cs="Georgia"/>
          <w:kern w:val="1"/>
        </w:rPr>
        <w:t>était la première femme qui pénétrait dans le camp</w:t>
      </w:r>
      <w:r w:rsidR="000E1451">
        <w:rPr>
          <w:rFonts w:cs="Georgia"/>
          <w:kern w:val="1"/>
        </w:rPr>
        <w:t xml:space="preserve">, </w:t>
      </w:r>
      <w:r>
        <w:rPr>
          <w:rFonts w:cs="Georgia"/>
          <w:kern w:val="1"/>
        </w:rPr>
        <w:t>et elle bénéficia à ce titre de la curiosité la plus flatteuse</w:t>
      </w:r>
      <w:r w:rsidR="000E1451">
        <w:rPr>
          <w:rFonts w:cs="Georgia"/>
          <w:kern w:val="1"/>
        </w:rPr>
        <w:t xml:space="preserve">. </w:t>
      </w:r>
      <w:r>
        <w:rPr>
          <w:rFonts w:cs="Georgia"/>
          <w:kern w:val="1"/>
        </w:rPr>
        <w:t>Distraits par le pittoresque du spectacle</w:t>
      </w:r>
      <w:r w:rsidR="000E1451">
        <w:rPr>
          <w:rFonts w:cs="Georgia"/>
          <w:kern w:val="1"/>
        </w:rPr>
        <w:t xml:space="preserve">, </w:t>
      </w:r>
      <w:r>
        <w:rPr>
          <w:rFonts w:cs="Georgia"/>
          <w:kern w:val="1"/>
        </w:rPr>
        <w:t>les prisonniers en oublièrent un instant la sinistre journée de la veille</w:t>
      </w:r>
      <w:r w:rsidR="000E1451">
        <w:rPr>
          <w:rFonts w:cs="Georgia"/>
          <w:kern w:val="1"/>
        </w:rPr>
        <w:t xml:space="preserve">. </w:t>
      </w:r>
      <w:r>
        <w:rPr>
          <w:rFonts w:cs="Georgia"/>
          <w:kern w:val="1"/>
        </w:rPr>
        <w:t>Négligeant d</w:t>
      </w:r>
      <w:r w:rsidR="000E1451">
        <w:rPr>
          <w:rFonts w:cs="Georgia"/>
          <w:kern w:val="1"/>
        </w:rPr>
        <w:t>’</w:t>
      </w:r>
      <w:r>
        <w:rPr>
          <w:rFonts w:cs="Georgia"/>
          <w:kern w:val="1"/>
        </w:rPr>
        <w:t>observer l</w:t>
      </w:r>
      <w:r w:rsidR="000E1451">
        <w:rPr>
          <w:rFonts w:cs="Georgia"/>
          <w:kern w:val="1"/>
        </w:rPr>
        <w:t>’</w:t>
      </w:r>
      <w:r>
        <w:rPr>
          <w:rFonts w:cs="Georgia"/>
          <w:kern w:val="1"/>
        </w:rPr>
        <w:t>attitude dolente qui eût été de circonstance</w:t>
      </w:r>
      <w:r w:rsidR="000E1451">
        <w:rPr>
          <w:rFonts w:cs="Georgia"/>
          <w:kern w:val="1"/>
        </w:rPr>
        <w:t xml:space="preserve">, </w:t>
      </w:r>
      <w:r>
        <w:rPr>
          <w:rFonts w:cs="Georgia"/>
          <w:kern w:val="1"/>
        </w:rPr>
        <w:t>les plus hâves</w:t>
      </w:r>
      <w:r w:rsidR="000E1451">
        <w:rPr>
          <w:rFonts w:cs="Georgia"/>
          <w:kern w:val="1"/>
        </w:rPr>
        <w:t xml:space="preserve">, </w:t>
      </w:r>
      <w:r>
        <w:rPr>
          <w:rFonts w:cs="Georgia"/>
          <w:kern w:val="1"/>
        </w:rPr>
        <w:t>les plus déguenillés trouvaient moyen de se redresser</w:t>
      </w:r>
      <w:r w:rsidR="000E1451">
        <w:rPr>
          <w:rFonts w:cs="Georgia"/>
          <w:kern w:val="1"/>
        </w:rPr>
        <w:t xml:space="preserve">, </w:t>
      </w:r>
      <w:r>
        <w:rPr>
          <w:rFonts w:cs="Georgia"/>
          <w:kern w:val="1"/>
        </w:rPr>
        <w:t>de tendre le jarret</w:t>
      </w:r>
      <w:r w:rsidR="000E1451">
        <w:rPr>
          <w:rFonts w:cs="Georgia"/>
          <w:kern w:val="1"/>
        </w:rPr>
        <w:t xml:space="preserve">, </w:t>
      </w:r>
      <w:r>
        <w:rPr>
          <w:rFonts w:cs="Georgia"/>
          <w:kern w:val="1"/>
        </w:rPr>
        <w:t>en échangeant</w:t>
      </w:r>
      <w:r w:rsidR="000E1451">
        <w:rPr>
          <w:rFonts w:cs="Georgia"/>
          <w:kern w:val="1"/>
        </w:rPr>
        <w:t xml:space="preserve">, </w:t>
      </w:r>
      <w:r>
        <w:rPr>
          <w:rFonts w:cs="Georgia"/>
          <w:kern w:val="1"/>
        </w:rPr>
        <w:t>de proche en proche</w:t>
      </w:r>
      <w:r w:rsidR="000E1451">
        <w:rPr>
          <w:rFonts w:cs="Georgia"/>
          <w:kern w:val="1"/>
        </w:rPr>
        <w:t xml:space="preserve">, </w:t>
      </w:r>
      <w:r>
        <w:rPr>
          <w:rFonts w:cs="Georgia"/>
          <w:kern w:val="1"/>
        </w:rPr>
        <w:t>des clignements d</w:t>
      </w:r>
      <w:r w:rsidR="000E1451">
        <w:rPr>
          <w:rFonts w:cs="Georgia"/>
          <w:kern w:val="1"/>
        </w:rPr>
        <w:t>’</w:t>
      </w:r>
      <w:r>
        <w:rPr>
          <w:rFonts w:cs="Georgia"/>
          <w:kern w:val="1"/>
        </w:rPr>
        <w:t>yeux gouailleurs</w:t>
      </w:r>
      <w:r w:rsidR="000E1451">
        <w:rPr>
          <w:rFonts w:cs="Georgia"/>
          <w:kern w:val="1"/>
        </w:rPr>
        <w:t>.</w:t>
      </w:r>
    </w:p>
    <w:p w14:paraId="69F97994" w14:textId="77777777" w:rsidR="000E1451" w:rsidRDefault="000E1451" w:rsidP="00BE611A">
      <w:pPr>
        <w:rPr>
          <w:rFonts w:cs="Georgia"/>
          <w:kern w:val="1"/>
        </w:rPr>
      </w:pPr>
      <w:r>
        <w:rPr>
          <w:rFonts w:cs="Georgia"/>
          <w:kern w:val="1"/>
        </w:rPr>
        <w:t>— </w:t>
      </w:r>
      <w:r w:rsidR="00BE611A">
        <w:rPr>
          <w:rFonts w:cs="Georgia"/>
          <w:kern w:val="1"/>
        </w:rPr>
        <w:t>Vise Sylvestre</w:t>
      </w:r>
      <w:r>
        <w:rPr>
          <w:rFonts w:cs="Georgia"/>
          <w:kern w:val="1"/>
        </w:rPr>
        <w:t xml:space="preserve">, </w:t>
      </w:r>
      <w:r w:rsidR="00BE611A">
        <w:rPr>
          <w:rFonts w:cs="Georgia"/>
          <w:kern w:val="1"/>
        </w:rPr>
        <w:t>comment qu</w:t>
      </w:r>
      <w:r>
        <w:rPr>
          <w:rFonts w:cs="Georgia"/>
          <w:kern w:val="1"/>
        </w:rPr>
        <w:t>’</w:t>
      </w:r>
      <w:r w:rsidR="00BE611A">
        <w:rPr>
          <w:rFonts w:cs="Georgia"/>
          <w:kern w:val="1"/>
        </w:rPr>
        <w:t>il bombe le torse</w:t>
      </w:r>
      <w:r>
        <w:rPr>
          <w:rFonts w:cs="Georgia"/>
          <w:kern w:val="1"/>
        </w:rPr>
        <w:t xml:space="preserve">, </w:t>
      </w:r>
      <w:r w:rsidR="00BE611A">
        <w:rPr>
          <w:rFonts w:cs="Georgia"/>
          <w:kern w:val="1"/>
        </w:rPr>
        <w:t>me soufflait Fichet</w:t>
      </w:r>
      <w:r>
        <w:rPr>
          <w:rFonts w:cs="Georgia"/>
          <w:kern w:val="1"/>
        </w:rPr>
        <w:t xml:space="preserve">. </w:t>
      </w:r>
      <w:r w:rsidR="00BE611A">
        <w:rPr>
          <w:rFonts w:cs="Georgia"/>
          <w:kern w:val="1"/>
        </w:rPr>
        <w:t>Avec son petit rasepet bleu horizon</w:t>
      </w:r>
      <w:r>
        <w:rPr>
          <w:rFonts w:cs="Georgia"/>
          <w:kern w:val="1"/>
        </w:rPr>
        <w:t xml:space="preserve">, </w:t>
      </w:r>
      <w:r w:rsidR="00BE611A">
        <w:rPr>
          <w:rFonts w:cs="Georgia"/>
          <w:kern w:val="1"/>
        </w:rPr>
        <w:t>des fois qu</w:t>
      </w:r>
      <w:r>
        <w:rPr>
          <w:rFonts w:cs="Georgia"/>
          <w:kern w:val="1"/>
        </w:rPr>
        <w:t>’</w:t>
      </w:r>
      <w:r w:rsidR="00BE611A">
        <w:rPr>
          <w:rFonts w:cs="Georgia"/>
          <w:kern w:val="1"/>
        </w:rPr>
        <w:t>il se figure qu</w:t>
      </w:r>
      <w:r>
        <w:rPr>
          <w:rFonts w:cs="Georgia"/>
          <w:kern w:val="1"/>
        </w:rPr>
        <w:t>’</w:t>
      </w:r>
      <w:r w:rsidR="00BE611A">
        <w:rPr>
          <w:rFonts w:cs="Georgia"/>
          <w:kern w:val="1"/>
        </w:rPr>
        <w:t>il va tomber la rombière</w:t>
      </w:r>
      <w:r>
        <w:rPr>
          <w:rFonts w:cs="Georgia"/>
          <w:kern w:val="1"/>
        </w:rPr>
        <w:t>.</w:t>
      </w:r>
    </w:p>
    <w:p w14:paraId="22BA10FD" w14:textId="77777777" w:rsidR="000E1451" w:rsidRDefault="00BE611A" w:rsidP="00BE611A">
      <w:pPr>
        <w:rPr>
          <w:rFonts w:cs="Georgia"/>
          <w:kern w:val="1"/>
        </w:rPr>
      </w:pPr>
      <w:r>
        <w:rPr>
          <w:rFonts w:cs="Georgia"/>
          <w:kern w:val="1"/>
        </w:rPr>
        <w:t>Après l</w:t>
      </w:r>
      <w:r w:rsidR="000E1451">
        <w:rPr>
          <w:rFonts w:cs="Georgia"/>
          <w:kern w:val="1"/>
        </w:rPr>
        <w:t>’</w:t>
      </w:r>
      <w:r>
        <w:rPr>
          <w:rFonts w:cs="Georgia"/>
          <w:kern w:val="1"/>
        </w:rPr>
        <w:t>examen des baraquements eut lieu l</w:t>
      </w:r>
      <w:r w:rsidR="000E1451">
        <w:rPr>
          <w:rFonts w:cs="Georgia"/>
          <w:kern w:val="1"/>
        </w:rPr>
        <w:t>’</w:t>
      </w:r>
      <w:r>
        <w:rPr>
          <w:rFonts w:cs="Georgia"/>
          <w:kern w:val="1"/>
        </w:rPr>
        <w:t>examen sanitaire</w:t>
      </w:r>
      <w:r w:rsidR="000E1451">
        <w:rPr>
          <w:rFonts w:cs="Georgia"/>
          <w:kern w:val="1"/>
        </w:rPr>
        <w:t xml:space="preserve">. </w:t>
      </w:r>
      <w:r>
        <w:rPr>
          <w:rFonts w:cs="Georgia"/>
          <w:kern w:val="1"/>
        </w:rPr>
        <w:t>À cet effet</w:t>
      </w:r>
      <w:r w:rsidR="000E1451">
        <w:rPr>
          <w:rFonts w:cs="Georgia"/>
          <w:kern w:val="1"/>
        </w:rPr>
        <w:t xml:space="preserve">, </w:t>
      </w:r>
      <w:r>
        <w:rPr>
          <w:rFonts w:cs="Georgia"/>
          <w:kern w:val="1"/>
        </w:rPr>
        <w:t>les cinq cents prisonniers furent dirigés par petits groupes sur l</w:t>
      </w:r>
      <w:r w:rsidR="000E1451">
        <w:rPr>
          <w:rFonts w:cs="Georgia"/>
          <w:kern w:val="1"/>
        </w:rPr>
        <w:t>’</w:t>
      </w:r>
      <w:r>
        <w:rPr>
          <w:rFonts w:cs="Georgia"/>
          <w:kern w:val="1"/>
        </w:rPr>
        <w:t>infirmerie et le bureau de la Kommandantur où les attendaient les médecins de la commission</w:t>
      </w:r>
      <w:r w:rsidR="000E1451">
        <w:rPr>
          <w:rFonts w:cs="Georgia"/>
          <w:kern w:val="1"/>
        </w:rPr>
        <w:t xml:space="preserve">, </w:t>
      </w:r>
      <w:r>
        <w:rPr>
          <w:rFonts w:cs="Georgia"/>
          <w:kern w:val="1"/>
        </w:rPr>
        <w:t>chacun assis devant une petite table</w:t>
      </w:r>
      <w:r w:rsidR="000E1451">
        <w:rPr>
          <w:rFonts w:cs="Georgia"/>
          <w:kern w:val="1"/>
        </w:rPr>
        <w:t>.</w:t>
      </w:r>
    </w:p>
    <w:p w14:paraId="572A74CD" w14:textId="77777777" w:rsidR="000E1451" w:rsidRDefault="00BE611A" w:rsidP="00BE611A">
      <w:pPr>
        <w:rPr>
          <w:rFonts w:cs="Georgia"/>
          <w:kern w:val="1"/>
        </w:rPr>
      </w:pPr>
      <w:r>
        <w:rPr>
          <w:rFonts w:cs="Georgia"/>
          <w:kern w:val="1"/>
        </w:rPr>
        <w:t>J</w:t>
      </w:r>
      <w:r w:rsidR="000E1451">
        <w:rPr>
          <w:rFonts w:cs="Georgia"/>
          <w:kern w:val="1"/>
        </w:rPr>
        <w:t>’</w:t>
      </w:r>
      <w:r>
        <w:rPr>
          <w:rFonts w:cs="Georgia"/>
          <w:kern w:val="1"/>
        </w:rPr>
        <w:t>échus en partage à un docteur suédois</w:t>
      </w:r>
      <w:r w:rsidR="000E1451">
        <w:rPr>
          <w:rFonts w:cs="Georgia"/>
          <w:kern w:val="1"/>
        </w:rPr>
        <w:t>.</w:t>
      </w:r>
    </w:p>
    <w:p w14:paraId="12CFD3D6" w14:textId="77777777" w:rsidR="000E1451" w:rsidRDefault="000E1451" w:rsidP="00BE611A">
      <w:pPr>
        <w:rPr>
          <w:rFonts w:cs="Georgia"/>
          <w:kern w:val="1"/>
        </w:rPr>
      </w:pPr>
      <w:r>
        <w:rPr>
          <w:rFonts w:cs="Georgia"/>
          <w:kern w:val="1"/>
        </w:rPr>
        <w:t>— </w:t>
      </w:r>
      <w:r w:rsidR="00BE611A">
        <w:rPr>
          <w:rFonts w:cs="Georgia"/>
          <w:kern w:val="1"/>
        </w:rPr>
        <w:t>Dumaine</w:t>
      </w:r>
      <w:r>
        <w:rPr>
          <w:rFonts w:cs="Georgia"/>
          <w:kern w:val="1"/>
        </w:rPr>
        <w:t xml:space="preserve">, </w:t>
      </w:r>
      <w:r w:rsidR="00BE611A">
        <w:rPr>
          <w:rFonts w:cs="Georgia"/>
          <w:kern w:val="1"/>
        </w:rPr>
        <w:t>Pierre-Marie-François</w:t>
      </w:r>
      <w:r>
        <w:rPr>
          <w:rFonts w:cs="Georgia"/>
          <w:kern w:val="1"/>
        </w:rPr>
        <w:t xml:space="preserve">, </w:t>
      </w:r>
      <w:r w:rsidR="00BE611A">
        <w:rPr>
          <w:rFonts w:cs="Georgia"/>
          <w:kern w:val="1"/>
        </w:rPr>
        <w:t>lut-il sur ma fiche individuelle</w:t>
      </w:r>
      <w:r>
        <w:rPr>
          <w:rFonts w:cs="Georgia"/>
          <w:kern w:val="1"/>
        </w:rPr>
        <w:t xml:space="preserve">, </w:t>
      </w:r>
      <w:r w:rsidR="00BE611A">
        <w:rPr>
          <w:rFonts w:cs="Georgia"/>
          <w:kern w:val="1"/>
        </w:rPr>
        <w:t>que je lui tendais</w:t>
      </w:r>
      <w:r>
        <w:rPr>
          <w:rFonts w:cs="Georgia"/>
          <w:kern w:val="1"/>
        </w:rPr>
        <w:t xml:space="preserve">, </w:t>
      </w:r>
      <w:r w:rsidR="00BE611A">
        <w:rPr>
          <w:rFonts w:cs="Georgia"/>
          <w:kern w:val="1"/>
        </w:rPr>
        <w:t>conformément à l</w:t>
      </w:r>
      <w:r>
        <w:rPr>
          <w:rFonts w:cs="Georgia"/>
          <w:kern w:val="1"/>
        </w:rPr>
        <w:t>’</w:t>
      </w:r>
      <w:r w:rsidR="00BE611A">
        <w:rPr>
          <w:rFonts w:cs="Georgia"/>
          <w:kern w:val="1"/>
        </w:rPr>
        <w:t>ordre reçu</w:t>
      </w:r>
      <w:r>
        <w:rPr>
          <w:rFonts w:cs="Georgia"/>
          <w:kern w:val="1"/>
        </w:rPr>
        <w:t>.</w:t>
      </w:r>
    </w:p>
    <w:p w14:paraId="49FE79C8" w14:textId="77777777" w:rsidR="000E1451" w:rsidRDefault="00BE611A" w:rsidP="00BE611A">
      <w:pPr>
        <w:rPr>
          <w:rFonts w:cs="Georgia"/>
          <w:kern w:val="1"/>
        </w:rPr>
      </w:pPr>
      <w:r>
        <w:rPr>
          <w:rFonts w:cs="Georgia"/>
          <w:kern w:val="1"/>
        </w:rPr>
        <w:t>Sans m</w:t>
      </w:r>
      <w:r w:rsidR="000E1451">
        <w:rPr>
          <w:rFonts w:cs="Georgia"/>
          <w:kern w:val="1"/>
        </w:rPr>
        <w:t>’</w:t>
      </w:r>
      <w:r>
        <w:rPr>
          <w:rFonts w:cs="Georgia"/>
          <w:kern w:val="1"/>
        </w:rPr>
        <w:t>en demander davantage</w:t>
      </w:r>
      <w:r w:rsidR="000E1451">
        <w:rPr>
          <w:rFonts w:cs="Georgia"/>
          <w:kern w:val="1"/>
        </w:rPr>
        <w:t xml:space="preserve">, </w:t>
      </w:r>
      <w:r>
        <w:rPr>
          <w:rFonts w:cs="Georgia"/>
          <w:kern w:val="1"/>
        </w:rPr>
        <w:t>il se leva</w:t>
      </w:r>
      <w:r w:rsidR="000E1451">
        <w:rPr>
          <w:rFonts w:cs="Georgia"/>
          <w:kern w:val="1"/>
        </w:rPr>
        <w:t xml:space="preserve">, </w:t>
      </w:r>
      <w:r>
        <w:rPr>
          <w:rFonts w:cs="Georgia"/>
          <w:kern w:val="1"/>
        </w:rPr>
        <w:t>me faisant signe de le suivre</w:t>
      </w:r>
      <w:r w:rsidR="000E1451">
        <w:rPr>
          <w:rFonts w:cs="Georgia"/>
          <w:kern w:val="1"/>
        </w:rPr>
        <w:t xml:space="preserve">. </w:t>
      </w:r>
      <w:r>
        <w:rPr>
          <w:rFonts w:cs="Georgia"/>
          <w:kern w:val="1"/>
        </w:rPr>
        <w:t>Il me conduisit ainsi à l</w:t>
      </w:r>
      <w:r w:rsidR="000E1451">
        <w:rPr>
          <w:rFonts w:cs="Georgia"/>
          <w:kern w:val="1"/>
        </w:rPr>
        <w:t>’</w:t>
      </w:r>
      <w:r>
        <w:rPr>
          <w:rFonts w:cs="Georgia"/>
          <w:kern w:val="1"/>
        </w:rPr>
        <w:t>autre bout de la baraque</w:t>
      </w:r>
      <w:r w:rsidR="000E1451">
        <w:rPr>
          <w:rFonts w:cs="Georgia"/>
          <w:kern w:val="1"/>
        </w:rPr>
        <w:t xml:space="preserve">, </w:t>
      </w:r>
      <w:r>
        <w:rPr>
          <w:rFonts w:cs="Georgia"/>
          <w:kern w:val="1"/>
        </w:rPr>
        <w:t>devant une table occupée par un petit bonhomme à figure poupine</w:t>
      </w:r>
      <w:r w:rsidR="000E1451">
        <w:rPr>
          <w:rFonts w:cs="Georgia"/>
          <w:kern w:val="1"/>
        </w:rPr>
        <w:t>.</w:t>
      </w:r>
    </w:p>
    <w:p w14:paraId="4292BA9C" w14:textId="77777777" w:rsidR="000E1451" w:rsidRDefault="000E1451" w:rsidP="00BE611A">
      <w:pPr>
        <w:rPr>
          <w:rFonts w:cs="Georgia"/>
          <w:kern w:val="1"/>
        </w:rPr>
      </w:pPr>
      <w:r>
        <w:rPr>
          <w:rFonts w:cs="Georgia"/>
          <w:kern w:val="1"/>
        </w:rPr>
        <w:t>— </w:t>
      </w:r>
      <w:r w:rsidR="00BE611A">
        <w:rPr>
          <w:rFonts w:cs="Georgia"/>
          <w:kern w:val="1"/>
        </w:rPr>
        <w:t>Docteur Hutwill</w:t>
      </w:r>
      <w:r>
        <w:rPr>
          <w:rFonts w:cs="Georgia"/>
          <w:kern w:val="1"/>
        </w:rPr>
        <w:t xml:space="preserve">, </w:t>
      </w:r>
      <w:r w:rsidR="00BE611A">
        <w:rPr>
          <w:rFonts w:cs="Georgia"/>
          <w:kern w:val="1"/>
        </w:rPr>
        <w:t>dit-il brièvement</w:t>
      </w:r>
      <w:r>
        <w:rPr>
          <w:rFonts w:cs="Georgia"/>
          <w:kern w:val="1"/>
        </w:rPr>
        <w:t xml:space="preserve">, </w:t>
      </w:r>
      <w:r w:rsidR="00BE611A">
        <w:rPr>
          <w:rFonts w:cs="Georgia"/>
          <w:kern w:val="1"/>
        </w:rPr>
        <w:t>voici votre homme</w:t>
      </w:r>
      <w:r>
        <w:rPr>
          <w:rFonts w:cs="Georgia"/>
          <w:kern w:val="1"/>
        </w:rPr>
        <w:t>.</w:t>
      </w:r>
    </w:p>
    <w:p w14:paraId="120DBB0E" w14:textId="77777777" w:rsidR="000E1451" w:rsidRDefault="00BE611A" w:rsidP="00BE611A">
      <w:pPr>
        <w:rPr>
          <w:rFonts w:cs="Georgia"/>
          <w:kern w:val="1"/>
        </w:rPr>
      </w:pPr>
      <w:r>
        <w:rPr>
          <w:rFonts w:cs="Georgia"/>
          <w:kern w:val="1"/>
        </w:rPr>
        <w:t>Le docteur Hutwill me lança un regard rapide</w:t>
      </w:r>
      <w:r w:rsidR="000E1451">
        <w:rPr>
          <w:rFonts w:cs="Georgia"/>
          <w:kern w:val="1"/>
        </w:rPr>
        <w:t xml:space="preserve">. </w:t>
      </w:r>
      <w:r>
        <w:rPr>
          <w:rFonts w:cs="Georgia"/>
          <w:kern w:val="1"/>
        </w:rPr>
        <w:t>Il exécuta ensuite trois courbettes à l</w:t>
      </w:r>
      <w:r w:rsidR="000E1451">
        <w:rPr>
          <w:rFonts w:cs="Georgia"/>
          <w:kern w:val="1"/>
        </w:rPr>
        <w:t>’</w:t>
      </w:r>
      <w:r>
        <w:rPr>
          <w:rFonts w:cs="Georgia"/>
          <w:kern w:val="1"/>
        </w:rPr>
        <w:t>adresse de son confrère suédois</w:t>
      </w:r>
      <w:r w:rsidR="000E1451">
        <w:rPr>
          <w:rFonts w:cs="Georgia"/>
          <w:kern w:val="1"/>
        </w:rPr>
        <w:t>.</w:t>
      </w:r>
    </w:p>
    <w:p w14:paraId="33CDCD65" w14:textId="77777777" w:rsidR="000E1451" w:rsidRDefault="000E1451" w:rsidP="00BE611A">
      <w:pPr>
        <w:rPr>
          <w:rFonts w:cs="Georgia"/>
          <w:kern w:val="1"/>
        </w:rPr>
      </w:pPr>
      <w:r>
        <w:rPr>
          <w:rFonts w:cs="Georgia"/>
          <w:kern w:val="1"/>
        </w:rPr>
        <w:t>— </w:t>
      </w:r>
      <w:r w:rsidR="00BE611A">
        <w:rPr>
          <w:rFonts w:cs="Georgia"/>
          <w:kern w:val="1"/>
        </w:rPr>
        <w:t>Tous mes remerciements</w:t>
      </w:r>
      <w:r>
        <w:rPr>
          <w:rFonts w:cs="Georgia"/>
          <w:kern w:val="1"/>
        </w:rPr>
        <w:t xml:space="preserve">, </w:t>
      </w:r>
      <w:r w:rsidR="00BE611A">
        <w:rPr>
          <w:rFonts w:cs="Georgia"/>
          <w:kern w:val="1"/>
        </w:rPr>
        <w:t>docteur</w:t>
      </w:r>
      <w:r>
        <w:rPr>
          <w:rFonts w:cs="Georgia"/>
          <w:kern w:val="1"/>
        </w:rPr>
        <w:t>.</w:t>
      </w:r>
    </w:p>
    <w:p w14:paraId="794D7634" w14:textId="77777777" w:rsidR="000E1451" w:rsidRDefault="00BE611A" w:rsidP="00BE611A">
      <w:pPr>
        <w:rPr>
          <w:rFonts w:cs="Georgia"/>
          <w:kern w:val="1"/>
        </w:rPr>
      </w:pPr>
      <w:r>
        <w:rPr>
          <w:rFonts w:cs="Georgia"/>
          <w:kern w:val="1"/>
        </w:rPr>
        <w:lastRenderedPageBreak/>
        <w:t>Il attendait que l</w:t>
      </w:r>
      <w:r w:rsidR="000E1451">
        <w:rPr>
          <w:rFonts w:cs="Georgia"/>
          <w:kern w:val="1"/>
        </w:rPr>
        <w:t>’</w:t>
      </w:r>
      <w:r>
        <w:rPr>
          <w:rFonts w:cs="Georgia"/>
          <w:kern w:val="1"/>
        </w:rPr>
        <w:t>autre eût regagné sa place</w:t>
      </w:r>
      <w:r w:rsidR="000E1451">
        <w:rPr>
          <w:rFonts w:cs="Georgia"/>
          <w:kern w:val="1"/>
        </w:rPr>
        <w:t>.</w:t>
      </w:r>
    </w:p>
    <w:p w14:paraId="2BBC92EA" w14:textId="77777777" w:rsidR="000E1451" w:rsidRDefault="00BE611A" w:rsidP="00BE611A">
      <w:pPr>
        <w:rPr>
          <w:rFonts w:cs="Georgia"/>
          <w:kern w:val="1"/>
        </w:rPr>
      </w:pPr>
      <w:r>
        <w:rPr>
          <w:rFonts w:cs="Georgia"/>
          <w:kern w:val="1"/>
        </w:rPr>
        <w:t>Alors</w:t>
      </w:r>
      <w:r w:rsidR="000E1451">
        <w:rPr>
          <w:rFonts w:cs="Georgia"/>
          <w:kern w:val="1"/>
        </w:rPr>
        <w:t xml:space="preserve">, </w:t>
      </w:r>
      <w:r>
        <w:rPr>
          <w:rFonts w:cs="Georgia"/>
          <w:kern w:val="1"/>
        </w:rPr>
        <w:t>à voix basse et rapidement</w:t>
      </w:r>
      <w:r w:rsidR="000E1451">
        <w:rPr>
          <w:rFonts w:cs="Georgia"/>
          <w:kern w:val="1"/>
        </w:rPr>
        <w:t xml:space="preserve">, </w:t>
      </w:r>
      <w:r>
        <w:rPr>
          <w:rFonts w:cs="Georgia"/>
          <w:kern w:val="1"/>
        </w:rPr>
        <w:t>il me demanda</w:t>
      </w:r>
      <w:r w:rsidR="000E1451">
        <w:rPr>
          <w:rFonts w:cs="Georgia"/>
          <w:kern w:val="1"/>
        </w:rPr>
        <w:t> :</w:t>
      </w:r>
    </w:p>
    <w:p w14:paraId="7C5CF5BE" w14:textId="77777777" w:rsidR="000E1451" w:rsidRDefault="000E1451" w:rsidP="00BE611A">
      <w:pPr>
        <w:rPr>
          <w:rFonts w:cs="Georgia"/>
          <w:kern w:val="1"/>
        </w:rPr>
      </w:pPr>
      <w:r>
        <w:rPr>
          <w:rFonts w:cs="Georgia"/>
          <w:kern w:val="1"/>
        </w:rPr>
        <w:t>— </w:t>
      </w:r>
      <w:r w:rsidR="00BE611A">
        <w:rPr>
          <w:rFonts w:cs="Georgia"/>
          <w:kern w:val="1"/>
        </w:rPr>
        <w:t xml:space="preserve">Vous êtes </w:t>
      </w:r>
      <w:r>
        <w:rPr>
          <w:rFonts w:cs="Georgia"/>
          <w:kern w:val="1"/>
        </w:rPr>
        <w:t>M. </w:t>
      </w:r>
      <w:r w:rsidR="00BE611A">
        <w:rPr>
          <w:rFonts w:cs="Georgia"/>
          <w:kern w:val="1"/>
        </w:rPr>
        <w:t>Pierre Dumaine</w:t>
      </w:r>
      <w:r>
        <w:rPr>
          <w:rFonts w:cs="Georgia"/>
          <w:kern w:val="1"/>
        </w:rPr>
        <w:t xml:space="preserve">, </w:t>
      </w:r>
      <w:r w:rsidR="00BE611A">
        <w:rPr>
          <w:rFonts w:cs="Georgia"/>
          <w:kern w:val="1"/>
        </w:rPr>
        <w:t>ami personnel du capitaine Puy-Robert</w:t>
      </w:r>
      <w:r>
        <w:rPr>
          <w:rFonts w:cs="Georgia"/>
          <w:kern w:val="1"/>
        </w:rPr>
        <w:t> ?</w:t>
      </w:r>
    </w:p>
    <w:p w14:paraId="154C78F4" w14:textId="77777777" w:rsidR="000E1451" w:rsidRDefault="000E1451" w:rsidP="00BE611A">
      <w:pPr>
        <w:rPr>
          <w:rFonts w:cs="Georgia"/>
          <w:kern w:val="1"/>
        </w:rPr>
      </w:pPr>
      <w:r>
        <w:rPr>
          <w:rFonts w:cs="Georgia"/>
          <w:kern w:val="1"/>
        </w:rPr>
        <w:t>— </w:t>
      </w:r>
      <w:r w:rsidR="00BE611A">
        <w:rPr>
          <w:rFonts w:cs="Georgia"/>
          <w:kern w:val="1"/>
        </w:rPr>
        <w:t>Oui</w:t>
      </w:r>
      <w:r>
        <w:rPr>
          <w:rFonts w:cs="Georgia"/>
          <w:kern w:val="1"/>
        </w:rPr>
        <w:t xml:space="preserve">, </w:t>
      </w:r>
      <w:r w:rsidR="00BE611A">
        <w:rPr>
          <w:rFonts w:cs="Georgia"/>
          <w:kern w:val="1"/>
        </w:rPr>
        <w:t>balbutiai-je</w:t>
      </w:r>
      <w:r>
        <w:rPr>
          <w:rFonts w:cs="Georgia"/>
          <w:kern w:val="1"/>
        </w:rPr>
        <w:t xml:space="preserve">, </w:t>
      </w:r>
      <w:r w:rsidR="00BE611A">
        <w:rPr>
          <w:rFonts w:cs="Georgia"/>
          <w:kern w:val="1"/>
        </w:rPr>
        <w:t>tombant des nues</w:t>
      </w:r>
      <w:r>
        <w:rPr>
          <w:rFonts w:cs="Georgia"/>
          <w:kern w:val="1"/>
        </w:rPr>
        <w:t>.</w:t>
      </w:r>
    </w:p>
    <w:p w14:paraId="31C8F717" w14:textId="77777777" w:rsidR="000E1451" w:rsidRDefault="000E1451" w:rsidP="00BE611A">
      <w:pPr>
        <w:rPr>
          <w:rFonts w:cs="Georgia"/>
          <w:kern w:val="1"/>
        </w:rPr>
      </w:pPr>
      <w:r>
        <w:rPr>
          <w:rFonts w:cs="Georgia"/>
          <w:kern w:val="1"/>
        </w:rPr>
        <w:t>— </w:t>
      </w:r>
      <w:r w:rsidR="00BE611A">
        <w:rPr>
          <w:rFonts w:cs="Georgia"/>
          <w:kern w:val="1"/>
        </w:rPr>
        <w:t>Bien</w:t>
      </w:r>
      <w:r>
        <w:rPr>
          <w:rFonts w:cs="Georgia"/>
          <w:kern w:val="1"/>
        </w:rPr>
        <w:t xml:space="preserve">. </w:t>
      </w:r>
      <w:r w:rsidR="00BE611A">
        <w:rPr>
          <w:rFonts w:cs="Georgia"/>
          <w:kern w:val="1"/>
        </w:rPr>
        <w:t>Je suis moi-même un ami du capitaine</w:t>
      </w:r>
      <w:r>
        <w:rPr>
          <w:rFonts w:cs="Georgia"/>
          <w:kern w:val="1"/>
        </w:rPr>
        <w:t xml:space="preserve">. </w:t>
      </w:r>
      <w:r w:rsidR="00BE611A">
        <w:rPr>
          <w:rFonts w:cs="Georgia"/>
          <w:kern w:val="1"/>
        </w:rPr>
        <w:t>Représentant la Suisse à la Commission d</w:t>
      </w:r>
      <w:r>
        <w:rPr>
          <w:rFonts w:cs="Georgia"/>
          <w:kern w:val="1"/>
        </w:rPr>
        <w:t>’</w:t>
      </w:r>
      <w:r w:rsidR="00BE611A">
        <w:rPr>
          <w:rFonts w:cs="Georgia"/>
          <w:kern w:val="1"/>
        </w:rPr>
        <w:t>inspection</w:t>
      </w:r>
      <w:r>
        <w:rPr>
          <w:rFonts w:cs="Georgia"/>
          <w:kern w:val="1"/>
        </w:rPr>
        <w:t xml:space="preserve">, </w:t>
      </w:r>
      <w:r w:rsidR="00BE611A">
        <w:rPr>
          <w:rFonts w:cs="Georgia"/>
          <w:kern w:val="1"/>
        </w:rPr>
        <w:t>j</w:t>
      </w:r>
      <w:r>
        <w:rPr>
          <w:rFonts w:cs="Georgia"/>
          <w:kern w:val="1"/>
        </w:rPr>
        <w:t>’</w:t>
      </w:r>
      <w:r w:rsidR="00BE611A">
        <w:rPr>
          <w:rFonts w:cs="Georgia"/>
          <w:kern w:val="1"/>
        </w:rPr>
        <w:t>ai eu l</w:t>
      </w:r>
      <w:r>
        <w:rPr>
          <w:rFonts w:cs="Georgia"/>
          <w:kern w:val="1"/>
        </w:rPr>
        <w:t>’</w:t>
      </w:r>
      <w:r w:rsidR="00BE611A">
        <w:rPr>
          <w:rFonts w:cs="Georgia"/>
          <w:kern w:val="1"/>
        </w:rPr>
        <w:t>occasion de le rencontrer dernièrement à Paris</w:t>
      </w:r>
      <w:r>
        <w:rPr>
          <w:rFonts w:cs="Georgia"/>
          <w:kern w:val="1"/>
        </w:rPr>
        <w:t xml:space="preserve">. </w:t>
      </w:r>
      <w:r w:rsidR="00BE611A">
        <w:rPr>
          <w:rFonts w:cs="Georgia"/>
          <w:kern w:val="1"/>
        </w:rPr>
        <w:t>Il m</w:t>
      </w:r>
      <w:r>
        <w:rPr>
          <w:rFonts w:cs="Georgia"/>
          <w:kern w:val="1"/>
        </w:rPr>
        <w:t>’</w:t>
      </w:r>
      <w:r w:rsidR="00BE611A">
        <w:rPr>
          <w:rFonts w:cs="Georgia"/>
          <w:kern w:val="1"/>
        </w:rPr>
        <w:t>a donné votre nom et le numéro de votre camp</w:t>
      </w:r>
      <w:r>
        <w:rPr>
          <w:rFonts w:cs="Georgia"/>
          <w:kern w:val="1"/>
        </w:rPr>
        <w:t xml:space="preserve">. </w:t>
      </w:r>
      <w:r w:rsidR="00BE611A">
        <w:rPr>
          <w:rFonts w:cs="Georgia"/>
          <w:kern w:val="1"/>
        </w:rPr>
        <w:t>Chut</w:t>
      </w:r>
      <w:r>
        <w:rPr>
          <w:rFonts w:cs="Georgia"/>
          <w:kern w:val="1"/>
        </w:rPr>
        <w:t xml:space="preserve"> ! </w:t>
      </w:r>
      <w:r w:rsidR="00BE611A">
        <w:rPr>
          <w:rFonts w:cs="Georgia"/>
          <w:kern w:val="1"/>
        </w:rPr>
        <w:t>Je vais essayer de faire de mon mieux</w:t>
      </w:r>
      <w:r>
        <w:rPr>
          <w:rFonts w:cs="Georgia"/>
          <w:kern w:val="1"/>
        </w:rPr>
        <w:t xml:space="preserve">. </w:t>
      </w:r>
      <w:r w:rsidR="00BE611A">
        <w:rPr>
          <w:rFonts w:cs="Georgia"/>
          <w:kern w:val="1"/>
        </w:rPr>
        <w:t>Déshabillez-vous</w:t>
      </w:r>
      <w:r>
        <w:rPr>
          <w:rFonts w:cs="Georgia"/>
          <w:kern w:val="1"/>
        </w:rPr>
        <w:t>.</w:t>
      </w:r>
    </w:p>
    <w:p w14:paraId="05BC0E04" w14:textId="77777777" w:rsidR="000E1451" w:rsidRDefault="000E1451" w:rsidP="00BE611A">
      <w:pPr>
        <w:rPr>
          <w:rFonts w:cs="Georgia"/>
          <w:kern w:val="1"/>
        </w:rPr>
      </w:pPr>
      <w:r>
        <w:rPr>
          <w:rFonts w:cs="Georgia"/>
          <w:kern w:val="1"/>
        </w:rPr>
        <w:t>— </w:t>
      </w:r>
      <w:r w:rsidR="00BE611A">
        <w:rPr>
          <w:rFonts w:cs="Georgia"/>
          <w:kern w:val="1"/>
        </w:rPr>
        <w:t>Ça suffit</w:t>
      </w:r>
      <w:r>
        <w:rPr>
          <w:rFonts w:cs="Georgia"/>
          <w:kern w:val="1"/>
        </w:rPr>
        <w:t xml:space="preserve"> ! </w:t>
      </w:r>
      <w:r w:rsidR="00BE611A">
        <w:rPr>
          <w:rFonts w:cs="Georgia"/>
          <w:kern w:val="1"/>
        </w:rPr>
        <w:t>Ça suffit</w:t>
      </w:r>
      <w:r>
        <w:rPr>
          <w:rFonts w:cs="Georgia"/>
          <w:kern w:val="1"/>
        </w:rPr>
        <w:t xml:space="preserve"> !… </w:t>
      </w:r>
      <w:r w:rsidR="00BE611A">
        <w:rPr>
          <w:rFonts w:cs="Georgia"/>
          <w:kern w:val="1"/>
        </w:rPr>
        <w:t>Hum</w:t>
      </w:r>
      <w:r>
        <w:rPr>
          <w:rFonts w:cs="Georgia"/>
          <w:kern w:val="1"/>
        </w:rPr>
        <w:t> !</w:t>
      </w:r>
    </w:p>
    <w:p w14:paraId="1A726F12" w14:textId="77777777" w:rsidR="000E1451" w:rsidRDefault="00BE611A" w:rsidP="00BE611A">
      <w:pPr>
        <w:rPr>
          <w:rFonts w:cs="Georgia"/>
          <w:kern w:val="1"/>
        </w:rPr>
      </w:pPr>
      <w:r>
        <w:rPr>
          <w:rFonts w:cs="Georgia"/>
          <w:kern w:val="1"/>
        </w:rPr>
        <w:t>Docilement</w:t>
      </w:r>
      <w:r w:rsidR="000E1451">
        <w:rPr>
          <w:rFonts w:cs="Georgia"/>
          <w:kern w:val="1"/>
        </w:rPr>
        <w:t xml:space="preserve">, </w:t>
      </w:r>
      <w:r>
        <w:rPr>
          <w:rFonts w:cs="Georgia"/>
          <w:kern w:val="1"/>
        </w:rPr>
        <w:t>je retirai ma veste</w:t>
      </w:r>
      <w:r w:rsidR="000E1451">
        <w:rPr>
          <w:rFonts w:cs="Georgia"/>
          <w:kern w:val="1"/>
        </w:rPr>
        <w:t>.</w:t>
      </w:r>
    </w:p>
    <w:p w14:paraId="331BC12F" w14:textId="77777777" w:rsidR="000E1451" w:rsidRDefault="00BE611A" w:rsidP="00BE611A">
      <w:pPr>
        <w:rPr>
          <w:rFonts w:cs="Georgia"/>
          <w:kern w:val="1"/>
        </w:rPr>
      </w:pPr>
      <w:r>
        <w:rPr>
          <w:rFonts w:cs="Georgia"/>
          <w:kern w:val="1"/>
        </w:rPr>
        <w:t>Il m</w:t>
      </w:r>
      <w:r w:rsidR="000E1451">
        <w:rPr>
          <w:rFonts w:cs="Georgia"/>
          <w:kern w:val="1"/>
        </w:rPr>
        <w:t>’</w:t>
      </w:r>
      <w:r>
        <w:rPr>
          <w:rFonts w:cs="Georgia"/>
          <w:kern w:val="1"/>
        </w:rPr>
        <w:t>auscultait avec le plus grand soin</w:t>
      </w:r>
      <w:r w:rsidR="000E1451">
        <w:rPr>
          <w:rFonts w:cs="Georgia"/>
          <w:kern w:val="1"/>
        </w:rPr>
        <w:t xml:space="preserve">, </w:t>
      </w:r>
      <w:r>
        <w:rPr>
          <w:rFonts w:cs="Georgia"/>
          <w:kern w:val="1"/>
        </w:rPr>
        <w:t>sous l</w:t>
      </w:r>
      <w:r w:rsidR="000E1451">
        <w:rPr>
          <w:rFonts w:cs="Georgia"/>
          <w:kern w:val="1"/>
        </w:rPr>
        <w:t>’</w:t>
      </w:r>
      <w:r>
        <w:rPr>
          <w:rFonts w:cs="Georgia"/>
          <w:kern w:val="1"/>
        </w:rPr>
        <w:t>œil indifférent du feldwebel de service</w:t>
      </w:r>
      <w:r w:rsidR="000E1451">
        <w:rPr>
          <w:rFonts w:cs="Georgia"/>
          <w:kern w:val="1"/>
        </w:rPr>
        <w:t xml:space="preserve">. </w:t>
      </w:r>
      <w:r>
        <w:rPr>
          <w:rFonts w:cs="Georgia"/>
          <w:kern w:val="1"/>
        </w:rPr>
        <w:t>Son visage se rembrunissait</w:t>
      </w:r>
      <w:r w:rsidR="000E1451">
        <w:rPr>
          <w:rFonts w:cs="Georgia"/>
          <w:kern w:val="1"/>
        </w:rPr>
        <w:t>.</w:t>
      </w:r>
    </w:p>
    <w:p w14:paraId="4ACEF207" w14:textId="77777777" w:rsidR="000E1451" w:rsidRDefault="000E1451" w:rsidP="00BE611A">
      <w:pPr>
        <w:rPr>
          <w:rFonts w:cs="Georgia"/>
          <w:kern w:val="1"/>
        </w:rPr>
      </w:pPr>
      <w:r>
        <w:rPr>
          <w:rFonts w:cs="Georgia"/>
          <w:kern w:val="1"/>
        </w:rPr>
        <w:t>— </w:t>
      </w:r>
      <w:r w:rsidR="00BE611A">
        <w:rPr>
          <w:rFonts w:cs="Georgia"/>
          <w:kern w:val="1"/>
        </w:rPr>
        <w:t>Hum</w:t>
      </w:r>
      <w:r>
        <w:rPr>
          <w:rFonts w:cs="Georgia"/>
          <w:kern w:val="1"/>
        </w:rPr>
        <w:t xml:space="preserve"> ! </w:t>
      </w:r>
      <w:r w:rsidR="00BE611A">
        <w:rPr>
          <w:rFonts w:cs="Georgia"/>
          <w:kern w:val="1"/>
        </w:rPr>
        <w:t>Matité suspecte</w:t>
      </w:r>
      <w:r>
        <w:rPr>
          <w:rFonts w:cs="Georgia"/>
          <w:kern w:val="1"/>
        </w:rPr>
        <w:t xml:space="preserve">, </w:t>
      </w:r>
      <w:r w:rsidR="00BE611A">
        <w:rPr>
          <w:rFonts w:cs="Georgia"/>
          <w:kern w:val="1"/>
        </w:rPr>
        <w:t>joliment suspecte</w:t>
      </w:r>
      <w:r>
        <w:rPr>
          <w:rFonts w:cs="Georgia"/>
          <w:kern w:val="1"/>
        </w:rPr>
        <w:t xml:space="preserve">. </w:t>
      </w:r>
      <w:r w:rsidR="00BE611A">
        <w:rPr>
          <w:rFonts w:cs="Georgia"/>
          <w:kern w:val="1"/>
        </w:rPr>
        <w:t>Madame la doctoresse Heligenloo</w:t>
      </w:r>
      <w:r>
        <w:rPr>
          <w:rFonts w:cs="Georgia"/>
          <w:kern w:val="1"/>
        </w:rPr>
        <w:t xml:space="preserve">, </w:t>
      </w:r>
      <w:r w:rsidR="00BE611A">
        <w:rPr>
          <w:rFonts w:cs="Georgia"/>
          <w:kern w:val="1"/>
        </w:rPr>
        <w:t>s</w:t>
      </w:r>
      <w:r>
        <w:rPr>
          <w:rFonts w:cs="Georgia"/>
          <w:kern w:val="1"/>
        </w:rPr>
        <w:t>’</w:t>
      </w:r>
      <w:r w:rsidR="00BE611A">
        <w:rPr>
          <w:rFonts w:cs="Georgia"/>
          <w:kern w:val="1"/>
        </w:rPr>
        <w:t>il vous plaît</w:t>
      </w:r>
      <w:r>
        <w:rPr>
          <w:rFonts w:cs="Georgia"/>
          <w:kern w:val="1"/>
        </w:rPr>
        <w:t> !</w:t>
      </w:r>
    </w:p>
    <w:p w14:paraId="0027DB1A" w14:textId="77777777" w:rsidR="000E1451" w:rsidRDefault="00BE611A" w:rsidP="00BE611A">
      <w:pPr>
        <w:rPr>
          <w:rFonts w:cs="Georgia"/>
          <w:kern w:val="1"/>
        </w:rPr>
      </w:pPr>
      <w:r>
        <w:rPr>
          <w:rFonts w:cs="Georgia"/>
          <w:kern w:val="1"/>
        </w:rPr>
        <w:t>À son tour</w:t>
      </w:r>
      <w:r w:rsidR="000E1451">
        <w:rPr>
          <w:rFonts w:cs="Georgia"/>
          <w:kern w:val="1"/>
        </w:rPr>
        <w:t xml:space="preserve">, </w:t>
      </w:r>
      <w:r>
        <w:rPr>
          <w:rFonts w:cs="Georgia"/>
          <w:kern w:val="1"/>
        </w:rPr>
        <w:t>il me conduisait à une autre table</w:t>
      </w:r>
      <w:r w:rsidR="000E1451">
        <w:rPr>
          <w:rFonts w:cs="Georgia"/>
          <w:kern w:val="1"/>
        </w:rPr>
        <w:t xml:space="preserve">, </w:t>
      </w:r>
      <w:r>
        <w:rPr>
          <w:rFonts w:cs="Georgia"/>
          <w:kern w:val="1"/>
        </w:rPr>
        <w:t>celle derrière laquelle trônait la robuste dame réséda qui avait produit tant d</w:t>
      </w:r>
      <w:r w:rsidR="000E1451">
        <w:rPr>
          <w:rFonts w:cs="Georgia"/>
          <w:kern w:val="1"/>
        </w:rPr>
        <w:t>’</w:t>
      </w:r>
      <w:r>
        <w:rPr>
          <w:rFonts w:cs="Georgia"/>
          <w:kern w:val="1"/>
        </w:rPr>
        <w:t>impression sur Sylvestre</w:t>
      </w:r>
      <w:r w:rsidR="000E1451">
        <w:rPr>
          <w:rFonts w:cs="Georgia"/>
          <w:kern w:val="1"/>
        </w:rPr>
        <w:t>.</w:t>
      </w:r>
    </w:p>
    <w:p w14:paraId="140D1EC8" w14:textId="77777777" w:rsidR="000E1451" w:rsidRDefault="000E1451" w:rsidP="00BE611A">
      <w:pPr>
        <w:rPr>
          <w:rFonts w:cs="Georgia"/>
          <w:bCs/>
          <w:i/>
          <w:iCs/>
          <w:kern w:val="1"/>
        </w:rPr>
      </w:pPr>
      <w:r>
        <w:rPr>
          <w:rFonts w:cs="Georgia"/>
          <w:kern w:val="1"/>
        </w:rPr>
        <w:t>— </w:t>
      </w:r>
      <w:r w:rsidR="00BE611A">
        <w:rPr>
          <w:rFonts w:cs="Georgia"/>
          <w:kern w:val="1"/>
        </w:rPr>
        <w:t>Ayez la bonté</w:t>
      </w:r>
      <w:r>
        <w:rPr>
          <w:rFonts w:cs="Georgia"/>
          <w:kern w:val="1"/>
        </w:rPr>
        <w:t xml:space="preserve">, </w:t>
      </w:r>
      <w:r w:rsidR="00BE611A">
        <w:rPr>
          <w:rFonts w:cs="Georgia"/>
          <w:kern w:val="1"/>
        </w:rPr>
        <w:t>mon cher confrère</w:t>
      </w:r>
      <w:r>
        <w:rPr>
          <w:rFonts w:cs="Georgia"/>
          <w:kern w:val="1"/>
        </w:rPr>
        <w:t xml:space="preserve">. </w:t>
      </w:r>
      <w:r w:rsidR="00BE611A">
        <w:rPr>
          <w:rFonts w:cs="Georgia"/>
          <w:kern w:val="1"/>
        </w:rPr>
        <w:t xml:space="preserve">Voici un sujet qui me paraît présenter quelques-uns des symptômes décrits si magistralement dans votre </w:t>
      </w:r>
      <w:r w:rsidR="00BE611A">
        <w:rPr>
          <w:rFonts w:cs="Georgia"/>
          <w:bCs/>
          <w:i/>
          <w:iCs/>
          <w:kern w:val="1"/>
        </w:rPr>
        <w:t>Traité des affections de la plèvre</w:t>
      </w:r>
      <w:r>
        <w:rPr>
          <w:rFonts w:cs="Georgia"/>
          <w:bCs/>
          <w:i/>
          <w:iCs/>
          <w:kern w:val="1"/>
        </w:rPr>
        <w:t>.</w:t>
      </w:r>
    </w:p>
    <w:p w14:paraId="5662AA2F" w14:textId="77777777" w:rsidR="000E1451" w:rsidRDefault="00BE611A" w:rsidP="00BE611A">
      <w:pPr>
        <w:rPr>
          <w:rFonts w:cs="Georgia"/>
          <w:kern w:val="1"/>
        </w:rPr>
      </w:pPr>
      <w:r>
        <w:rPr>
          <w:rFonts w:cs="Georgia"/>
          <w:kern w:val="1"/>
        </w:rPr>
        <w:t>La doctoresse Heligenloo me dévisagea avec importance</w:t>
      </w:r>
      <w:r w:rsidR="000E1451">
        <w:rPr>
          <w:rFonts w:cs="Georgia"/>
          <w:kern w:val="1"/>
        </w:rPr>
        <w:t xml:space="preserve">. </w:t>
      </w:r>
      <w:r>
        <w:rPr>
          <w:rFonts w:cs="Georgia"/>
          <w:kern w:val="1"/>
        </w:rPr>
        <w:t>Puis</w:t>
      </w:r>
      <w:r w:rsidR="000E1451">
        <w:rPr>
          <w:rFonts w:cs="Georgia"/>
          <w:kern w:val="1"/>
        </w:rPr>
        <w:t xml:space="preserve">, </w:t>
      </w:r>
      <w:r>
        <w:rPr>
          <w:rFonts w:cs="Georgia"/>
          <w:kern w:val="1"/>
        </w:rPr>
        <w:t>ayant posé son lorgnon</w:t>
      </w:r>
      <w:r w:rsidR="000E1451">
        <w:rPr>
          <w:rFonts w:cs="Georgia"/>
          <w:kern w:val="1"/>
        </w:rPr>
        <w:t xml:space="preserve">, </w:t>
      </w:r>
      <w:r>
        <w:rPr>
          <w:rFonts w:cs="Georgia"/>
          <w:kern w:val="1"/>
        </w:rPr>
        <w:t>elle se mit en devoir</w:t>
      </w:r>
      <w:r w:rsidR="000E1451">
        <w:rPr>
          <w:rFonts w:cs="Georgia"/>
          <w:kern w:val="1"/>
        </w:rPr>
        <w:t xml:space="preserve">, </w:t>
      </w:r>
      <w:r>
        <w:rPr>
          <w:rFonts w:cs="Georgia"/>
          <w:kern w:val="1"/>
        </w:rPr>
        <w:t>elle aussi</w:t>
      </w:r>
      <w:r w:rsidR="000E1451">
        <w:rPr>
          <w:rFonts w:cs="Georgia"/>
          <w:kern w:val="1"/>
        </w:rPr>
        <w:t xml:space="preserve">, </w:t>
      </w:r>
      <w:r>
        <w:rPr>
          <w:rFonts w:cs="Georgia"/>
          <w:kern w:val="1"/>
        </w:rPr>
        <w:t>de m</w:t>
      </w:r>
      <w:r w:rsidR="000E1451">
        <w:rPr>
          <w:rFonts w:cs="Georgia"/>
          <w:kern w:val="1"/>
        </w:rPr>
        <w:t>’</w:t>
      </w:r>
      <w:r>
        <w:rPr>
          <w:rFonts w:cs="Georgia"/>
          <w:kern w:val="1"/>
        </w:rPr>
        <w:t>ausculter</w:t>
      </w:r>
      <w:r w:rsidR="000E1451">
        <w:rPr>
          <w:rFonts w:cs="Georgia"/>
          <w:kern w:val="1"/>
        </w:rPr>
        <w:t xml:space="preserve">, </w:t>
      </w:r>
      <w:r>
        <w:rPr>
          <w:rFonts w:cs="Georgia"/>
          <w:kern w:val="1"/>
        </w:rPr>
        <w:t xml:space="preserve">ponctuant ses </w:t>
      </w:r>
      <w:r>
        <w:rPr>
          <w:rFonts w:cs="Georgia"/>
          <w:kern w:val="1"/>
        </w:rPr>
        <w:lastRenderedPageBreak/>
        <w:t>observations acoustiques de coups de poing susceptibles de réveiller les échos d</w:t>
      </w:r>
      <w:r w:rsidR="000E1451">
        <w:rPr>
          <w:rFonts w:cs="Georgia"/>
          <w:kern w:val="1"/>
        </w:rPr>
        <w:t>’</w:t>
      </w:r>
      <w:r>
        <w:rPr>
          <w:rFonts w:cs="Georgia"/>
          <w:kern w:val="1"/>
        </w:rPr>
        <w:t>une véritable caverne</w:t>
      </w:r>
      <w:r w:rsidR="000E1451">
        <w:rPr>
          <w:rFonts w:cs="Georgia"/>
          <w:kern w:val="1"/>
        </w:rPr>
        <w:t>.</w:t>
      </w:r>
    </w:p>
    <w:p w14:paraId="2227B8E1" w14:textId="77777777" w:rsidR="000E1451" w:rsidRDefault="000E1451" w:rsidP="00BE611A">
      <w:pPr>
        <w:rPr>
          <w:rFonts w:cs="Georgia"/>
          <w:kern w:val="1"/>
        </w:rPr>
      </w:pPr>
      <w:r>
        <w:rPr>
          <w:rFonts w:cs="Georgia"/>
          <w:kern w:val="1"/>
        </w:rPr>
        <w:t>— </w:t>
      </w:r>
      <w:r w:rsidR="00BE611A">
        <w:rPr>
          <w:rFonts w:cs="Georgia"/>
          <w:kern w:val="1"/>
        </w:rPr>
        <w:t>Aucun doute</w:t>
      </w:r>
      <w:r>
        <w:rPr>
          <w:rFonts w:cs="Georgia"/>
          <w:kern w:val="1"/>
        </w:rPr>
        <w:t xml:space="preserve">, </w:t>
      </w:r>
      <w:r w:rsidR="00BE611A">
        <w:rPr>
          <w:rFonts w:cs="Georgia"/>
          <w:kern w:val="1"/>
        </w:rPr>
        <w:t>dit-elle enfin</w:t>
      </w:r>
      <w:r>
        <w:rPr>
          <w:rFonts w:cs="Georgia"/>
          <w:kern w:val="1"/>
        </w:rPr>
        <w:t xml:space="preserve">. </w:t>
      </w:r>
      <w:r w:rsidR="00BE611A">
        <w:rPr>
          <w:rFonts w:cs="Georgia"/>
          <w:kern w:val="1"/>
        </w:rPr>
        <w:t>Le cas le plus caractéristique d</w:t>
      </w:r>
      <w:r>
        <w:rPr>
          <w:rFonts w:cs="Georgia"/>
          <w:kern w:val="1"/>
        </w:rPr>
        <w:t>’</w:t>
      </w:r>
      <w:r w:rsidR="00BE611A">
        <w:rPr>
          <w:rFonts w:cs="Georgia"/>
          <w:kern w:val="1"/>
        </w:rPr>
        <w:t>aujourd</w:t>
      </w:r>
      <w:r>
        <w:rPr>
          <w:rFonts w:cs="Georgia"/>
          <w:kern w:val="1"/>
        </w:rPr>
        <w:t>’</w:t>
      </w:r>
      <w:r w:rsidR="00BE611A">
        <w:rPr>
          <w:rFonts w:cs="Georgia"/>
          <w:kern w:val="1"/>
        </w:rPr>
        <w:t>hui</w:t>
      </w:r>
      <w:r>
        <w:rPr>
          <w:rFonts w:cs="Georgia"/>
          <w:kern w:val="1"/>
        </w:rPr>
        <w:t xml:space="preserve">. </w:t>
      </w:r>
      <w:r w:rsidR="00BE611A">
        <w:rPr>
          <w:rFonts w:cs="Georgia"/>
          <w:kern w:val="1"/>
        </w:rPr>
        <w:t>Pauvre garçon</w:t>
      </w:r>
      <w:r>
        <w:rPr>
          <w:rFonts w:cs="Georgia"/>
          <w:kern w:val="1"/>
        </w:rPr>
        <w:t> !</w:t>
      </w:r>
    </w:p>
    <w:p w14:paraId="68EC59B1" w14:textId="77777777" w:rsidR="000E1451" w:rsidRDefault="00BE611A" w:rsidP="00BE611A">
      <w:pPr>
        <w:rPr>
          <w:rFonts w:cs="Georgia"/>
          <w:kern w:val="1"/>
        </w:rPr>
      </w:pPr>
      <w:r>
        <w:rPr>
          <w:rFonts w:cs="Georgia"/>
          <w:kern w:val="1"/>
        </w:rPr>
        <w:t>Je commençais à concevoir quelque inquiétude</w:t>
      </w:r>
      <w:r w:rsidR="000E1451">
        <w:rPr>
          <w:rFonts w:cs="Georgia"/>
          <w:kern w:val="1"/>
        </w:rPr>
        <w:t xml:space="preserve">. </w:t>
      </w:r>
      <w:r>
        <w:rPr>
          <w:rFonts w:cs="Georgia"/>
          <w:kern w:val="1"/>
        </w:rPr>
        <w:t>Mon protecteur inattendu ne m</w:t>
      </w:r>
      <w:r w:rsidR="000E1451">
        <w:rPr>
          <w:rFonts w:cs="Georgia"/>
          <w:kern w:val="1"/>
        </w:rPr>
        <w:t>’</w:t>
      </w:r>
      <w:r>
        <w:rPr>
          <w:rFonts w:cs="Georgia"/>
          <w:kern w:val="1"/>
        </w:rPr>
        <w:t>en laissa pas le temps</w:t>
      </w:r>
      <w:r w:rsidR="000E1451">
        <w:rPr>
          <w:rFonts w:cs="Georgia"/>
          <w:kern w:val="1"/>
        </w:rPr>
        <w:t>.</w:t>
      </w:r>
    </w:p>
    <w:p w14:paraId="4E39BFDB" w14:textId="77777777" w:rsidR="000E1451" w:rsidRDefault="000E1451" w:rsidP="00BE611A">
      <w:pPr>
        <w:rPr>
          <w:rFonts w:cs="Georgia"/>
          <w:kern w:val="1"/>
        </w:rPr>
      </w:pPr>
      <w:r>
        <w:rPr>
          <w:rFonts w:cs="Georgia"/>
          <w:kern w:val="1"/>
        </w:rPr>
        <w:t>— </w:t>
      </w:r>
      <w:r w:rsidR="00BE611A">
        <w:rPr>
          <w:rFonts w:cs="Georgia"/>
          <w:kern w:val="1"/>
        </w:rPr>
        <w:t>Ravi de me rencontrer avec vous</w:t>
      </w:r>
      <w:r>
        <w:rPr>
          <w:rFonts w:cs="Georgia"/>
          <w:kern w:val="1"/>
        </w:rPr>
        <w:t xml:space="preserve">, </w:t>
      </w:r>
      <w:r w:rsidR="00BE611A">
        <w:rPr>
          <w:rFonts w:cs="Georgia"/>
          <w:kern w:val="1"/>
        </w:rPr>
        <w:t xml:space="preserve">mon </w:t>
      </w:r>
      <w:r w:rsidR="00BE611A">
        <w:rPr>
          <w:rFonts w:cs="Georgia"/>
          <w:bCs/>
          <w:kern w:val="1"/>
        </w:rPr>
        <w:t xml:space="preserve">cher </w:t>
      </w:r>
      <w:r w:rsidR="00BE611A">
        <w:rPr>
          <w:rFonts w:cs="Georgia"/>
          <w:kern w:val="1"/>
        </w:rPr>
        <w:t>confrère</w:t>
      </w:r>
      <w:r>
        <w:rPr>
          <w:rFonts w:cs="Georgia"/>
          <w:kern w:val="1"/>
        </w:rPr>
        <w:t xml:space="preserve">. </w:t>
      </w:r>
      <w:r w:rsidR="00BE611A">
        <w:rPr>
          <w:rFonts w:cs="Georgia"/>
          <w:kern w:val="1"/>
        </w:rPr>
        <w:t>Voulez-vous avoir la bonté de joindre votre attestation à la mienne</w:t>
      </w:r>
      <w:r>
        <w:rPr>
          <w:rFonts w:cs="Georgia"/>
          <w:kern w:val="1"/>
        </w:rPr>
        <w:t>.</w:t>
      </w:r>
    </w:p>
    <w:p w14:paraId="18820542" w14:textId="77777777" w:rsidR="000E1451" w:rsidRDefault="00BE611A" w:rsidP="00BE611A">
      <w:pPr>
        <w:rPr>
          <w:rFonts w:cs="Georgia"/>
          <w:kern w:val="1"/>
        </w:rPr>
      </w:pPr>
      <w:r>
        <w:rPr>
          <w:rFonts w:cs="Georgia"/>
          <w:kern w:val="1"/>
        </w:rPr>
        <w:t>Reprenant son lorgnon</w:t>
      </w:r>
      <w:r w:rsidR="000E1451">
        <w:rPr>
          <w:rFonts w:cs="Georgia"/>
          <w:kern w:val="1"/>
        </w:rPr>
        <w:t xml:space="preserve">, </w:t>
      </w:r>
      <w:r>
        <w:rPr>
          <w:rFonts w:cs="Georgia"/>
          <w:kern w:val="1"/>
        </w:rPr>
        <w:t>la doctoresse Heligenloo apposa majestueusement sa signature sur le bulletin que lui tendait le docteur Hutwill</w:t>
      </w:r>
      <w:r w:rsidR="000E1451">
        <w:rPr>
          <w:rFonts w:cs="Georgia"/>
          <w:kern w:val="1"/>
        </w:rPr>
        <w:t>.</w:t>
      </w:r>
    </w:p>
    <w:p w14:paraId="4F108081" w14:textId="77777777" w:rsidR="000E1451" w:rsidRDefault="000E1451" w:rsidP="00BE611A">
      <w:pPr>
        <w:rPr>
          <w:rFonts w:cs="Georgia"/>
          <w:kern w:val="1"/>
        </w:rPr>
      </w:pPr>
      <w:r>
        <w:rPr>
          <w:rFonts w:cs="Georgia"/>
          <w:kern w:val="1"/>
        </w:rPr>
        <w:t>— </w:t>
      </w:r>
      <w:r w:rsidR="00BE611A">
        <w:rPr>
          <w:rFonts w:cs="Georgia"/>
          <w:kern w:val="1"/>
        </w:rPr>
        <w:t>Le règlement international prescrit l</w:t>
      </w:r>
      <w:r>
        <w:rPr>
          <w:rFonts w:cs="Georgia"/>
          <w:kern w:val="1"/>
        </w:rPr>
        <w:t>’</w:t>
      </w:r>
      <w:r w:rsidR="00BE611A">
        <w:rPr>
          <w:rFonts w:cs="Georgia"/>
          <w:kern w:val="1"/>
        </w:rPr>
        <w:t>accord de deux au moins d</w:t>
      </w:r>
      <w:r>
        <w:rPr>
          <w:rFonts w:cs="Georgia"/>
          <w:kern w:val="1"/>
        </w:rPr>
        <w:t>’</w:t>
      </w:r>
      <w:r w:rsidR="00BE611A">
        <w:rPr>
          <w:rFonts w:cs="Georgia"/>
          <w:kern w:val="1"/>
        </w:rPr>
        <w:t>entre nous</w:t>
      </w:r>
      <w:r>
        <w:rPr>
          <w:rFonts w:cs="Georgia"/>
          <w:kern w:val="1"/>
        </w:rPr>
        <w:t xml:space="preserve">, </w:t>
      </w:r>
      <w:r w:rsidR="00BE611A">
        <w:rPr>
          <w:rFonts w:cs="Georgia"/>
          <w:kern w:val="1"/>
        </w:rPr>
        <w:t>me murmura ce dernier quand nous eûmes tous deux regagné sa table</w:t>
      </w:r>
      <w:r>
        <w:rPr>
          <w:rFonts w:cs="Georgia"/>
          <w:kern w:val="1"/>
        </w:rPr>
        <w:t xml:space="preserve">. </w:t>
      </w:r>
      <w:r w:rsidR="00BE611A">
        <w:rPr>
          <w:rFonts w:cs="Georgia"/>
          <w:kern w:val="1"/>
        </w:rPr>
        <w:t>Tout va bien</w:t>
      </w:r>
      <w:r>
        <w:rPr>
          <w:rFonts w:cs="Georgia"/>
          <w:kern w:val="1"/>
        </w:rPr>
        <w:t xml:space="preserve">, </w:t>
      </w:r>
      <w:r w:rsidR="00BE611A">
        <w:rPr>
          <w:rFonts w:cs="Georgia"/>
          <w:kern w:val="1"/>
        </w:rPr>
        <w:t>maintenant</w:t>
      </w:r>
      <w:r>
        <w:rPr>
          <w:rFonts w:cs="Georgia"/>
          <w:kern w:val="1"/>
        </w:rPr>
        <w:t xml:space="preserve">. </w:t>
      </w:r>
      <w:r w:rsidR="00BE611A">
        <w:rPr>
          <w:rFonts w:cs="Georgia"/>
          <w:kern w:val="1"/>
        </w:rPr>
        <w:t>Si vous revoyez avant moi le capitaine Puy-Robert</w:t>
      </w:r>
      <w:r>
        <w:rPr>
          <w:rFonts w:cs="Georgia"/>
          <w:kern w:val="1"/>
        </w:rPr>
        <w:t xml:space="preserve">, </w:t>
      </w:r>
      <w:r w:rsidR="00BE611A">
        <w:rPr>
          <w:rFonts w:cs="Georgia"/>
          <w:kern w:val="1"/>
        </w:rPr>
        <w:t>vous lui direz que j</w:t>
      </w:r>
      <w:r>
        <w:rPr>
          <w:rFonts w:cs="Georgia"/>
          <w:kern w:val="1"/>
        </w:rPr>
        <w:t>’</w:t>
      </w:r>
      <w:r w:rsidR="00BE611A">
        <w:rPr>
          <w:rFonts w:cs="Georgia"/>
          <w:kern w:val="1"/>
        </w:rPr>
        <w:t>ai été charmé de pouvoir lui être agréable</w:t>
      </w:r>
      <w:r>
        <w:rPr>
          <w:rFonts w:cs="Georgia"/>
          <w:kern w:val="1"/>
        </w:rPr>
        <w:t xml:space="preserve">. </w:t>
      </w:r>
      <w:r w:rsidR="00BE611A">
        <w:rPr>
          <w:rFonts w:cs="Georgia"/>
          <w:kern w:val="1"/>
        </w:rPr>
        <w:t>Je serai également charmé de vous revoir</w:t>
      </w:r>
      <w:r>
        <w:rPr>
          <w:rFonts w:cs="Georgia"/>
          <w:kern w:val="1"/>
        </w:rPr>
        <w:t xml:space="preserve">, </w:t>
      </w:r>
      <w:r w:rsidR="00BE611A">
        <w:rPr>
          <w:rFonts w:cs="Georgia"/>
          <w:kern w:val="1"/>
        </w:rPr>
        <w:t>le cas échéant</w:t>
      </w:r>
      <w:r>
        <w:rPr>
          <w:rFonts w:cs="Georgia"/>
          <w:kern w:val="1"/>
        </w:rPr>
        <w:t xml:space="preserve">. </w:t>
      </w:r>
      <w:r w:rsidR="00BE611A">
        <w:rPr>
          <w:rFonts w:cs="Georgia"/>
          <w:kern w:val="1"/>
        </w:rPr>
        <w:t>Docteur Serge Hutwill</w:t>
      </w:r>
      <w:r>
        <w:rPr>
          <w:rFonts w:cs="Georgia"/>
          <w:kern w:val="1"/>
        </w:rPr>
        <w:t xml:space="preserve">, </w:t>
      </w:r>
      <w:r w:rsidR="00BE611A">
        <w:rPr>
          <w:rFonts w:cs="Georgia"/>
          <w:kern w:val="1"/>
        </w:rPr>
        <w:t>sanatorium de Thune</w:t>
      </w:r>
      <w:r>
        <w:rPr>
          <w:rFonts w:cs="Georgia"/>
          <w:kern w:val="1"/>
        </w:rPr>
        <w:t xml:space="preserve">, </w:t>
      </w:r>
      <w:r w:rsidR="00BE611A">
        <w:rPr>
          <w:rFonts w:cs="Georgia"/>
          <w:kern w:val="1"/>
        </w:rPr>
        <w:t>canton de Berne</w:t>
      </w:r>
      <w:r>
        <w:rPr>
          <w:rFonts w:cs="Georgia"/>
          <w:kern w:val="1"/>
        </w:rPr>
        <w:t xml:space="preserve">. </w:t>
      </w:r>
      <w:r w:rsidR="00BE611A">
        <w:rPr>
          <w:rFonts w:cs="Georgia"/>
          <w:kern w:val="1"/>
        </w:rPr>
        <w:t>Vue magnifique sur le lac et la montagne</w:t>
      </w:r>
      <w:r>
        <w:rPr>
          <w:rFonts w:cs="Georgia"/>
          <w:kern w:val="1"/>
        </w:rPr>
        <w:t>.</w:t>
      </w:r>
    </w:p>
    <w:p w14:paraId="471EB24C" w14:textId="77777777" w:rsidR="00BE611A" w:rsidRDefault="00BE611A" w:rsidP="00BE611A">
      <w:pPr>
        <w:rPr>
          <w:rFonts w:cs="Georgia"/>
          <w:kern w:val="1"/>
        </w:rPr>
      </w:pPr>
    </w:p>
    <w:p w14:paraId="7FAAFADA" w14:textId="77777777" w:rsidR="000E1451" w:rsidRDefault="00BE611A" w:rsidP="00BE611A">
      <w:pPr>
        <w:rPr>
          <w:rFonts w:cs="Georgia"/>
          <w:kern w:val="1"/>
        </w:rPr>
      </w:pPr>
      <w:r>
        <w:rPr>
          <w:rFonts w:cs="Georgia"/>
          <w:kern w:val="1"/>
        </w:rPr>
        <w:t>La Commission termina ses travaux vers cinq heures</w:t>
      </w:r>
      <w:r w:rsidR="000E1451">
        <w:rPr>
          <w:rFonts w:cs="Georgia"/>
          <w:kern w:val="1"/>
        </w:rPr>
        <w:t xml:space="preserve">. </w:t>
      </w:r>
      <w:r>
        <w:rPr>
          <w:rFonts w:cs="Georgia"/>
          <w:kern w:val="1"/>
        </w:rPr>
        <w:t>Le temps d</w:t>
      </w:r>
      <w:r w:rsidR="000E1451">
        <w:rPr>
          <w:rFonts w:cs="Georgia"/>
          <w:kern w:val="1"/>
        </w:rPr>
        <w:t>’</w:t>
      </w:r>
      <w:r>
        <w:rPr>
          <w:rFonts w:cs="Georgia"/>
          <w:kern w:val="1"/>
        </w:rPr>
        <w:t>écouter à la Kommandantur un petit speech du président norvégien</w:t>
      </w:r>
      <w:r w:rsidR="000E1451">
        <w:rPr>
          <w:rFonts w:cs="Georgia"/>
          <w:kern w:val="1"/>
        </w:rPr>
        <w:t xml:space="preserve">, </w:t>
      </w:r>
      <w:r>
        <w:rPr>
          <w:rFonts w:cs="Georgia"/>
          <w:kern w:val="1"/>
        </w:rPr>
        <w:t>et civils et militaires montèrent dans le car automobile qui devait les reconduire à Kœnigsberg</w:t>
      </w:r>
      <w:r w:rsidR="000E1451">
        <w:rPr>
          <w:rFonts w:cs="Georgia"/>
          <w:kern w:val="1"/>
        </w:rPr>
        <w:t>.</w:t>
      </w:r>
    </w:p>
    <w:p w14:paraId="5D6676F4" w14:textId="77777777" w:rsidR="000E1451" w:rsidRDefault="00BE611A" w:rsidP="00BE611A">
      <w:pPr>
        <w:rPr>
          <w:rFonts w:cs="Georgia"/>
          <w:kern w:val="1"/>
        </w:rPr>
      </w:pPr>
      <w:r>
        <w:rPr>
          <w:rFonts w:cs="Georgia"/>
          <w:kern w:val="1"/>
        </w:rPr>
        <w:t>Presque tout de suite après leur départ</w:t>
      </w:r>
      <w:r w:rsidR="000E1451">
        <w:rPr>
          <w:rFonts w:cs="Georgia"/>
          <w:kern w:val="1"/>
        </w:rPr>
        <w:t xml:space="preserve">, </w:t>
      </w:r>
      <w:r>
        <w:rPr>
          <w:rFonts w:cs="Georgia"/>
          <w:kern w:val="1"/>
        </w:rPr>
        <w:t>je fus appelé par le capitaine Elbing</w:t>
      </w:r>
      <w:r w:rsidR="000E1451">
        <w:rPr>
          <w:rFonts w:cs="Georgia"/>
          <w:kern w:val="1"/>
        </w:rPr>
        <w:t xml:space="preserve">. </w:t>
      </w:r>
      <w:r>
        <w:rPr>
          <w:rFonts w:cs="Georgia"/>
          <w:kern w:val="1"/>
        </w:rPr>
        <w:t>Des soldats étaient en train de remettre son bureau en ordre</w:t>
      </w:r>
      <w:r w:rsidR="000E1451">
        <w:rPr>
          <w:rFonts w:cs="Georgia"/>
          <w:kern w:val="1"/>
        </w:rPr>
        <w:t xml:space="preserve">. </w:t>
      </w:r>
      <w:r>
        <w:rPr>
          <w:rFonts w:cs="Georgia"/>
          <w:kern w:val="1"/>
        </w:rPr>
        <w:t>Il attendit qu</w:t>
      </w:r>
      <w:r w:rsidR="000E1451">
        <w:rPr>
          <w:rFonts w:cs="Georgia"/>
          <w:kern w:val="1"/>
        </w:rPr>
        <w:t>’</w:t>
      </w:r>
      <w:r>
        <w:rPr>
          <w:rFonts w:cs="Georgia"/>
          <w:kern w:val="1"/>
        </w:rPr>
        <w:t xml:space="preserve">ils eussent terminé leur </w:t>
      </w:r>
      <w:r>
        <w:rPr>
          <w:rFonts w:cs="Georgia"/>
          <w:kern w:val="1"/>
        </w:rPr>
        <w:lastRenderedPageBreak/>
        <w:t>besogne</w:t>
      </w:r>
      <w:r w:rsidR="000E1451">
        <w:rPr>
          <w:rFonts w:cs="Georgia"/>
          <w:kern w:val="1"/>
        </w:rPr>
        <w:t xml:space="preserve">, </w:t>
      </w:r>
      <w:r>
        <w:rPr>
          <w:rFonts w:cs="Georgia"/>
          <w:kern w:val="1"/>
        </w:rPr>
        <w:t>ne cessant de m</w:t>
      </w:r>
      <w:r w:rsidR="000E1451">
        <w:rPr>
          <w:rFonts w:cs="Georgia"/>
          <w:kern w:val="1"/>
        </w:rPr>
        <w:t>’</w:t>
      </w:r>
      <w:r>
        <w:rPr>
          <w:rFonts w:cs="Georgia"/>
          <w:kern w:val="1"/>
        </w:rPr>
        <w:t>observer</w:t>
      </w:r>
      <w:r w:rsidR="000E1451">
        <w:rPr>
          <w:rFonts w:cs="Georgia"/>
          <w:kern w:val="1"/>
        </w:rPr>
        <w:t xml:space="preserve">, </w:t>
      </w:r>
      <w:r>
        <w:rPr>
          <w:rFonts w:cs="Georgia"/>
          <w:kern w:val="1"/>
        </w:rPr>
        <w:t>pendant ce temps</w:t>
      </w:r>
      <w:r w:rsidR="000E1451">
        <w:rPr>
          <w:rFonts w:cs="Georgia"/>
          <w:kern w:val="1"/>
        </w:rPr>
        <w:t xml:space="preserve">, </w:t>
      </w:r>
      <w:r>
        <w:rPr>
          <w:rFonts w:cs="Georgia"/>
          <w:kern w:val="1"/>
        </w:rPr>
        <w:t>de son œil unique</w:t>
      </w:r>
      <w:r w:rsidR="000E1451">
        <w:rPr>
          <w:rFonts w:cs="Georgia"/>
          <w:kern w:val="1"/>
        </w:rPr>
        <w:t>.</w:t>
      </w:r>
    </w:p>
    <w:p w14:paraId="3EEE4EED" w14:textId="77777777" w:rsidR="000E1451" w:rsidRDefault="000E1451" w:rsidP="00BE611A">
      <w:pPr>
        <w:rPr>
          <w:rFonts w:cs="Georgia"/>
          <w:kern w:val="1"/>
        </w:rPr>
      </w:pPr>
      <w:r>
        <w:rPr>
          <w:rFonts w:cs="Georgia"/>
          <w:kern w:val="1"/>
        </w:rPr>
        <w:t>— </w:t>
      </w:r>
      <w:r w:rsidR="00BE611A">
        <w:rPr>
          <w:rFonts w:cs="Georgia"/>
          <w:kern w:val="1"/>
        </w:rPr>
        <w:t>Sergent Dumaine</w:t>
      </w:r>
      <w:r>
        <w:rPr>
          <w:rFonts w:cs="Georgia"/>
          <w:kern w:val="1"/>
        </w:rPr>
        <w:t xml:space="preserve">, </w:t>
      </w:r>
      <w:r w:rsidR="00BE611A">
        <w:rPr>
          <w:rFonts w:cs="Georgia"/>
          <w:kern w:val="1"/>
        </w:rPr>
        <w:t>dit-il enfin</w:t>
      </w:r>
      <w:r>
        <w:rPr>
          <w:rFonts w:cs="Georgia"/>
          <w:kern w:val="1"/>
        </w:rPr>
        <w:t xml:space="preserve">, </w:t>
      </w:r>
      <w:r w:rsidR="00BE611A">
        <w:rPr>
          <w:rFonts w:cs="Georgia"/>
          <w:kern w:val="1"/>
        </w:rPr>
        <w:t>je n</w:t>
      </w:r>
      <w:r>
        <w:rPr>
          <w:rFonts w:cs="Georgia"/>
          <w:kern w:val="1"/>
        </w:rPr>
        <w:t>’</w:t>
      </w:r>
      <w:r w:rsidR="00BE611A">
        <w:rPr>
          <w:rFonts w:cs="Georgia"/>
          <w:kern w:val="1"/>
        </w:rPr>
        <w:t>ai eu qu</w:t>
      </w:r>
      <w:r>
        <w:rPr>
          <w:rFonts w:cs="Georgia"/>
          <w:kern w:val="1"/>
        </w:rPr>
        <w:t>’</w:t>
      </w:r>
      <w:r w:rsidR="00BE611A">
        <w:rPr>
          <w:rFonts w:cs="Georgia"/>
          <w:kern w:val="1"/>
        </w:rPr>
        <w:t>à me louer de vous</w:t>
      </w:r>
      <w:r>
        <w:rPr>
          <w:rFonts w:cs="Georgia"/>
          <w:kern w:val="1"/>
        </w:rPr>
        <w:t xml:space="preserve">, </w:t>
      </w:r>
      <w:r w:rsidR="00BE611A">
        <w:rPr>
          <w:rFonts w:cs="Georgia"/>
          <w:kern w:val="1"/>
        </w:rPr>
        <w:t>depuis que vous êtes ici</w:t>
      </w:r>
      <w:r>
        <w:rPr>
          <w:rFonts w:cs="Georgia"/>
          <w:kern w:val="1"/>
        </w:rPr>
        <w:t xml:space="preserve">. </w:t>
      </w:r>
      <w:r w:rsidR="00BE611A">
        <w:rPr>
          <w:rFonts w:cs="Georgia"/>
          <w:kern w:val="1"/>
        </w:rPr>
        <w:t>Je tiens donc à vous apprendre moi-même une heureuse nouvelle</w:t>
      </w:r>
      <w:r>
        <w:rPr>
          <w:rFonts w:cs="Georgia"/>
          <w:kern w:val="1"/>
        </w:rPr>
        <w:t>.</w:t>
      </w:r>
    </w:p>
    <w:p w14:paraId="57569D3B" w14:textId="77777777" w:rsidR="000E1451" w:rsidRDefault="00BE611A" w:rsidP="00BE611A">
      <w:pPr>
        <w:rPr>
          <w:rFonts w:cs="Georgia"/>
          <w:kern w:val="1"/>
        </w:rPr>
      </w:pPr>
      <w:r>
        <w:rPr>
          <w:rFonts w:cs="Georgia"/>
          <w:kern w:val="1"/>
        </w:rPr>
        <w:t>Je savais ce dont il allait me parler</w:t>
      </w:r>
      <w:r w:rsidR="000E1451">
        <w:rPr>
          <w:rFonts w:cs="Georgia"/>
          <w:kern w:val="1"/>
        </w:rPr>
        <w:t xml:space="preserve">. </w:t>
      </w:r>
      <w:r>
        <w:rPr>
          <w:rFonts w:cs="Georgia"/>
          <w:kern w:val="1"/>
        </w:rPr>
        <w:t>Je fis comme s</w:t>
      </w:r>
      <w:r w:rsidR="000E1451">
        <w:rPr>
          <w:rFonts w:cs="Georgia"/>
          <w:kern w:val="1"/>
        </w:rPr>
        <w:t>’</w:t>
      </w:r>
      <w:r>
        <w:rPr>
          <w:rFonts w:cs="Georgia"/>
          <w:kern w:val="1"/>
        </w:rPr>
        <w:t>il n</w:t>
      </w:r>
      <w:r w:rsidR="000E1451">
        <w:rPr>
          <w:rFonts w:cs="Georgia"/>
          <w:kern w:val="1"/>
        </w:rPr>
        <w:t>’</w:t>
      </w:r>
      <w:r>
        <w:rPr>
          <w:rFonts w:cs="Georgia"/>
          <w:kern w:val="1"/>
        </w:rPr>
        <w:t>en était rien</w:t>
      </w:r>
      <w:r w:rsidR="000E1451">
        <w:rPr>
          <w:rFonts w:cs="Georgia"/>
          <w:kern w:val="1"/>
        </w:rPr>
        <w:t xml:space="preserve">. </w:t>
      </w:r>
      <w:r>
        <w:rPr>
          <w:rFonts w:cs="Georgia"/>
          <w:kern w:val="1"/>
        </w:rPr>
        <w:t>En cet instant décisif de ma vie</w:t>
      </w:r>
      <w:r w:rsidR="000E1451">
        <w:rPr>
          <w:rFonts w:cs="Georgia"/>
          <w:kern w:val="1"/>
        </w:rPr>
        <w:t xml:space="preserve">, </w:t>
      </w:r>
      <w:r>
        <w:rPr>
          <w:rFonts w:cs="Georgia"/>
          <w:kern w:val="1"/>
        </w:rPr>
        <w:t>j</w:t>
      </w:r>
      <w:r w:rsidR="000E1451">
        <w:rPr>
          <w:rFonts w:cs="Georgia"/>
          <w:kern w:val="1"/>
        </w:rPr>
        <w:t>’</w:t>
      </w:r>
      <w:r>
        <w:rPr>
          <w:rFonts w:cs="Georgia"/>
          <w:kern w:val="1"/>
        </w:rPr>
        <w:t>avais besoin d</w:t>
      </w:r>
      <w:r w:rsidR="000E1451">
        <w:rPr>
          <w:rFonts w:cs="Georgia"/>
          <w:kern w:val="1"/>
        </w:rPr>
        <w:t>’</w:t>
      </w:r>
      <w:r>
        <w:rPr>
          <w:rFonts w:cs="Georgia"/>
          <w:kern w:val="1"/>
        </w:rPr>
        <w:t>une minute de répit</w:t>
      </w:r>
      <w:r w:rsidR="000E1451">
        <w:rPr>
          <w:rFonts w:cs="Georgia"/>
          <w:kern w:val="1"/>
        </w:rPr>
        <w:t xml:space="preserve">. </w:t>
      </w:r>
      <w:r>
        <w:rPr>
          <w:rFonts w:cs="Georgia"/>
          <w:kern w:val="1"/>
        </w:rPr>
        <w:t>Il me la fallait</w:t>
      </w:r>
      <w:r w:rsidR="000E1451">
        <w:rPr>
          <w:rFonts w:cs="Georgia"/>
          <w:kern w:val="1"/>
        </w:rPr>
        <w:t xml:space="preserve">. </w:t>
      </w:r>
      <w:r>
        <w:rPr>
          <w:rFonts w:cs="Georgia"/>
          <w:kern w:val="1"/>
        </w:rPr>
        <w:t>Elle m</w:t>
      </w:r>
      <w:r w:rsidR="000E1451">
        <w:rPr>
          <w:rFonts w:cs="Georgia"/>
          <w:kern w:val="1"/>
        </w:rPr>
        <w:t>’</w:t>
      </w:r>
      <w:r>
        <w:rPr>
          <w:rFonts w:cs="Georgia"/>
          <w:kern w:val="1"/>
        </w:rPr>
        <w:t>était nécessaire</w:t>
      </w:r>
      <w:r w:rsidR="000E1451">
        <w:rPr>
          <w:rFonts w:cs="Georgia"/>
          <w:kern w:val="1"/>
        </w:rPr>
        <w:t>.</w:t>
      </w:r>
    </w:p>
    <w:p w14:paraId="30DAD70C" w14:textId="77777777" w:rsidR="000E1451" w:rsidRDefault="000E1451" w:rsidP="00BE611A">
      <w:pPr>
        <w:rPr>
          <w:rFonts w:cs="Georgia"/>
          <w:kern w:val="1"/>
        </w:rPr>
      </w:pPr>
      <w:r>
        <w:rPr>
          <w:rFonts w:cs="Georgia"/>
          <w:kern w:val="1"/>
        </w:rPr>
        <w:t>— </w:t>
      </w:r>
      <w:r w:rsidR="00BE611A">
        <w:rPr>
          <w:rFonts w:cs="Georgia"/>
          <w:kern w:val="1"/>
        </w:rPr>
        <w:t>Qu</w:t>
      </w:r>
      <w:r>
        <w:rPr>
          <w:rFonts w:cs="Georgia"/>
          <w:kern w:val="1"/>
        </w:rPr>
        <w:t>’</w:t>
      </w:r>
      <w:r w:rsidR="00BE611A">
        <w:rPr>
          <w:rFonts w:cs="Georgia"/>
          <w:kern w:val="1"/>
        </w:rPr>
        <w:t>y a-t-il</w:t>
      </w:r>
      <w:r>
        <w:rPr>
          <w:rFonts w:cs="Georgia"/>
          <w:kern w:val="1"/>
        </w:rPr>
        <w:t xml:space="preserve">, </w:t>
      </w:r>
      <w:r w:rsidR="00BE611A">
        <w:rPr>
          <w:rFonts w:cs="Georgia"/>
          <w:kern w:val="1"/>
        </w:rPr>
        <w:t>mon capitaine</w:t>
      </w:r>
      <w:r>
        <w:rPr>
          <w:rFonts w:cs="Georgia"/>
          <w:kern w:val="1"/>
        </w:rPr>
        <w:t> ?</w:t>
      </w:r>
    </w:p>
    <w:p w14:paraId="5678AF70" w14:textId="77777777" w:rsidR="000E1451" w:rsidRDefault="000E1451" w:rsidP="00BE611A">
      <w:pPr>
        <w:rPr>
          <w:rFonts w:cs="Georgia"/>
          <w:kern w:val="1"/>
        </w:rPr>
      </w:pPr>
      <w:r>
        <w:rPr>
          <w:rFonts w:cs="Georgia"/>
          <w:kern w:val="1"/>
        </w:rPr>
        <w:t>— </w:t>
      </w:r>
      <w:r w:rsidR="00BE611A">
        <w:rPr>
          <w:rFonts w:cs="Georgia"/>
          <w:kern w:val="1"/>
        </w:rPr>
        <w:t>Il y a que la commission qui sort d</w:t>
      </w:r>
      <w:r>
        <w:rPr>
          <w:rFonts w:cs="Georgia"/>
          <w:kern w:val="1"/>
        </w:rPr>
        <w:t>’</w:t>
      </w:r>
      <w:r w:rsidR="00BE611A">
        <w:rPr>
          <w:rFonts w:cs="Georgia"/>
          <w:kern w:val="1"/>
        </w:rPr>
        <w:t>ici s</w:t>
      </w:r>
      <w:r>
        <w:rPr>
          <w:rFonts w:cs="Georgia"/>
          <w:kern w:val="1"/>
        </w:rPr>
        <w:t>’</w:t>
      </w:r>
      <w:r w:rsidR="00BE611A">
        <w:rPr>
          <w:rFonts w:cs="Georgia"/>
          <w:kern w:val="1"/>
        </w:rPr>
        <w:t>est prononcée en faveur de votre hospitalisation en Suisse</w:t>
      </w:r>
      <w:r>
        <w:rPr>
          <w:rFonts w:cs="Georgia"/>
          <w:kern w:val="1"/>
        </w:rPr>
        <w:t xml:space="preserve">. </w:t>
      </w:r>
      <w:r w:rsidR="00BE611A">
        <w:rPr>
          <w:rFonts w:cs="Georgia"/>
          <w:kern w:val="1"/>
        </w:rPr>
        <w:t>Encore une fois</w:t>
      </w:r>
      <w:r>
        <w:rPr>
          <w:rFonts w:cs="Georgia"/>
          <w:kern w:val="1"/>
        </w:rPr>
        <w:t xml:space="preserve">, </w:t>
      </w:r>
      <w:r w:rsidR="00BE611A">
        <w:rPr>
          <w:rFonts w:cs="Georgia"/>
          <w:kern w:val="1"/>
        </w:rPr>
        <w:t>j</w:t>
      </w:r>
      <w:r>
        <w:rPr>
          <w:rFonts w:cs="Georgia"/>
          <w:kern w:val="1"/>
        </w:rPr>
        <w:t>’</w:t>
      </w:r>
      <w:r w:rsidR="00BE611A">
        <w:rPr>
          <w:rFonts w:cs="Georgia"/>
          <w:kern w:val="1"/>
        </w:rPr>
        <w:t>en suis content pour vous</w:t>
      </w:r>
      <w:r>
        <w:rPr>
          <w:rFonts w:cs="Georgia"/>
          <w:kern w:val="1"/>
        </w:rPr>
        <w:t xml:space="preserve">. </w:t>
      </w:r>
      <w:r w:rsidR="00BE611A">
        <w:rPr>
          <w:rFonts w:cs="Georgia"/>
          <w:kern w:val="1"/>
        </w:rPr>
        <w:t>Mais je ne vous savais pas malade</w:t>
      </w:r>
      <w:r>
        <w:rPr>
          <w:rFonts w:cs="Georgia"/>
          <w:kern w:val="1"/>
        </w:rPr>
        <w:t xml:space="preserve">. </w:t>
      </w:r>
      <w:r w:rsidR="00BE611A">
        <w:rPr>
          <w:rFonts w:cs="Georgia"/>
          <w:kern w:val="1"/>
        </w:rPr>
        <w:t>Quoi qu</w:t>
      </w:r>
      <w:r>
        <w:rPr>
          <w:rFonts w:cs="Georgia"/>
          <w:kern w:val="1"/>
        </w:rPr>
        <w:t>’</w:t>
      </w:r>
      <w:r w:rsidR="00BE611A">
        <w:rPr>
          <w:rFonts w:cs="Georgia"/>
          <w:kern w:val="1"/>
        </w:rPr>
        <w:t>il en soit</w:t>
      </w:r>
      <w:r>
        <w:rPr>
          <w:rFonts w:cs="Georgia"/>
          <w:kern w:val="1"/>
        </w:rPr>
        <w:t xml:space="preserve">, </w:t>
      </w:r>
      <w:r w:rsidR="00BE611A">
        <w:rPr>
          <w:rFonts w:cs="Georgia"/>
          <w:kern w:val="1"/>
        </w:rPr>
        <w:t>l</w:t>
      </w:r>
      <w:r>
        <w:rPr>
          <w:rFonts w:cs="Georgia"/>
          <w:kern w:val="1"/>
        </w:rPr>
        <w:t>’</w:t>
      </w:r>
      <w:r w:rsidR="00BE611A">
        <w:rPr>
          <w:rFonts w:cs="Georgia"/>
          <w:kern w:val="1"/>
        </w:rPr>
        <w:t>air des montagnes ne pourra que vous faire du bien</w:t>
      </w:r>
      <w:r>
        <w:rPr>
          <w:rFonts w:cs="Georgia"/>
          <w:kern w:val="1"/>
        </w:rPr>
        <w:t xml:space="preserve">. </w:t>
      </w:r>
      <w:r w:rsidR="00BE611A">
        <w:rPr>
          <w:rFonts w:cs="Georgia"/>
          <w:kern w:val="1"/>
        </w:rPr>
        <w:t>Je crois que votre travail au château de Reichendorf est sur le point d</w:t>
      </w:r>
      <w:r>
        <w:rPr>
          <w:rFonts w:cs="Georgia"/>
          <w:kern w:val="1"/>
        </w:rPr>
        <w:t>’</w:t>
      </w:r>
      <w:r w:rsidR="00BE611A">
        <w:rPr>
          <w:rFonts w:cs="Georgia"/>
          <w:kern w:val="1"/>
        </w:rPr>
        <w:t>être terminé</w:t>
      </w:r>
      <w:r>
        <w:rPr>
          <w:rFonts w:cs="Georgia"/>
          <w:kern w:val="1"/>
        </w:rPr>
        <w:t xml:space="preserve">. </w:t>
      </w:r>
      <w:r w:rsidR="00BE611A">
        <w:rPr>
          <w:rFonts w:cs="Georgia"/>
          <w:kern w:val="1"/>
        </w:rPr>
        <w:t>Je tâcherai de trouver quelqu</w:t>
      </w:r>
      <w:r>
        <w:rPr>
          <w:rFonts w:cs="Georgia"/>
          <w:kern w:val="1"/>
        </w:rPr>
        <w:t>’</w:t>
      </w:r>
      <w:r w:rsidR="00BE611A">
        <w:rPr>
          <w:rFonts w:cs="Georgia"/>
          <w:kern w:val="1"/>
        </w:rPr>
        <w:t>un pour vous remplacer</w:t>
      </w:r>
      <w:r>
        <w:rPr>
          <w:rFonts w:cs="Georgia"/>
          <w:kern w:val="1"/>
        </w:rPr>
        <w:t xml:space="preserve">. </w:t>
      </w:r>
      <w:r w:rsidR="00BE611A">
        <w:rPr>
          <w:rFonts w:cs="Georgia"/>
          <w:kern w:val="1"/>
        </w:rPr>
        <w:t>Vous avez quelque chose à me dire</w:t>
      </w:r>
      <w:r>
        <w:rPr>
          <w:rFonts w:cs="Georgia"/>
          <w:kern w:val="1"/>
        </w:rPr>
        <w:t> ?</w:t>
      </w:r>
    </w:p>
    <w:p w14:paraId="6EEF51D9" w14:textId="77777777" w:rsidR="000E1451" w:rsidRDefault="000E1451" w:rsidP="00BE611A">
      <w:pPr>
        <w:rPr>
          <w:rFonts w:cs="Georgia"/>
          <w:kern w:val="1"/>
        </w:rPr>
      </w:pPr>
      <w:r>
        <w:rPr>
          <w:rFonts w:cs="Georgia"/>
          <w:kern w:val="1"/>
        </w:rPr>
        <w:t>— </w:t>
      </w:r>
      <w:r w:rsidR="00BE611A">
        <w:rPr>
          <w:rFonts w:cs="Georgia"/>
          <w:kern w:val="1"/>
        </w:rPr>
        <w:t>Mon capitaine</w:t>
      </w:r>
      <w:r>
        <w:rPr>
          <w:rFonts w:cs="Georgia"/>
          <w:kern w:val="1"/>
        </w:rPr>
        <w:t xml:space="preserve">, </w:t>
      </w:r>
      <w:r w:rsidR="00BE611A">
        <w:rPr>
          <w:rFonts w:cs="Georgia"/>
          <w:kern w:val="1"/>
        </w:rPr>
        <w:t>fis-je avec résolution</w:t>
      </w:r>
      <w:r>
        <w:rPr>
          <w:rFonts w:cs="Georgia"/>
          <w:kern w:val="1"/>
        </w:rPr>
        <w:t xml:space="preserve">, </w:t>
      </w:r>
      <w:r w:rsidR="00BE611A">
        <w:rPr>
          <w:rFonts w:cs="Georgia"/>
          <w:kern w:val="1"/>
        </w:rPr>
        <w:t>mon envoi en Suisse constitue-t-il une mesure obligatoire</w:t>
      </w:r>
      <w:r>
        <w:rPr>
          <w:rFonts w:cs="Georgia"/>
          <w:kern w:val="1"/>
        </w:rPr>
        <w:t> ?</w:t>
      </w:r>
    </w:p>
    <w:p w14:paraId="6E23DCD4" w14:textId="77777777" w:rsidR="000E1451" w:rsidRDefault="00BE611A" w:rsidP="00BE611A">
      <w:pPr>
        <w:rPr>
          <w:rFonts w:cs="Georgia"/>
          <w:kern w:val="1"/>
        </w:rPr>
      </w:pPr>
      <w:r>
        <w:rPr>
          <w:rFonts w:cs="Georgia"/>
          <w:kern w:val="1"/>
        </w:rPr>
        <w:t>Il prit un air étonné</w:t>
      </w:r>
      <w:r w:rsidR="000E1451">
        <w:rPr>
          <w:rFonts w:cs="Georgia"/>
          <w:kern w:val="1"/>
        </w:rPr>
        <w:t>.</w:t>
      </w:r>
    </w:p>
    <w:p w14:paraId="70DB998A" w14:textId="77777777" w:rsidR="000E1451" w:rsidRDefault="000E1451" w:rsidP="00BE611A">
      <w:pPr>
        <w:rPr>
          <w:rFonts w:cs="Georgia"/>
          <w:kern w:val="1"/>
        </w:rPr>
      </w:pPr>
      <w:r>
        <w:rPr>
          <w:rFonts w:cs="Georgia"/>
          <w:kern w:val="1"/>
        </w:rPr>
        <w:t>— </w:t>
      </w:r>
      <w:r w:rsidR="00BE611A">
        <w:rPr>
          <w:rFonts w:cs="Georgia"/>
          <w:kern w:val="1"/>
        </w:rPr>
        <w:t>Comment cela</w:t>
      </w:r>
      <w:r>
        <w:rPr>
          <w:rFonts w:cs="Georgia"/>
          <w:kern w:val="1"/>
        </w:rPr>
        <w:t xml:space="preserve">, </w:t>
      </w:r>
      <w:r w:rsidR="00BE611A">
        <w:rPr>
          <w:rFonts w:cs="Georgia"/>
          <w:kern w:val="1"/>
        </w:rPr>
        <w:t>une mesure obligatoire</w:t>
      </w:r>
      <w:r>
        <w:rPr>
          <w:rFonts w:cs="Georgia"/>
          <w:kern w:val="1"/>
        </w:rPr>
        <w:t xml:space="preserve"> ? </w:t>
      </w:r>
      <w:r w:rsidR="00BE611A">
        <w:rPr>
          <w:rFonts w:cs="Georgia"/>
          <w:kern w:val="1"/>
        </w:rPr>
        <w:t>Expliquez-vous</w:t>
      </w:r>
      <w:r>
        <w:rPr>
          <w:rFonts w:cs="Georgia"/>
          <w:kern w:val="1"/>
        </w:rPr>
        <w:t xml:space="preserve">. </w:t>
      </w:r>
      <w:r w:rsidR="00BE611A">
        <w:rPr>
          <w:rFonts w:cs="Georgia"/>
          <w:kern w:val="1"/>
        </w:rPr>
        <w:t>Naturellement</w:t>
      </w:r>
      <w:r>
        <w:rPr>
          <w:rFonts w:cs="Georgia"/>
          <w:kern w:val="1"/>
        </w:rPr>
        <w:t xml:space="preserve">, </w:t>
      </w:r>
      <w:r w:rsidR="00BE611A">
        <w:rPr>
          <w:rFonts w:cs="Georgia"/>
          <w:kern w:val="1"/>
        </w:rPr>
        <w:t>je suis obligé</w:t>
      </w:r>
      <w:r>
        <w:rPr>
          <w:rFonts w:cs="Georgia"/>
          <w:kern w:val="1"/>
        </w:rPr>
        <w:t>…</w:t>
      </w:r>
    </w:p>
    <w:p w14:paraId="339E2BF5" w14:textId="77777777" w:rsidR="000E1451" w:rsidRDefault="000E1451" w:rsidP="00BE611A">
      <w:pPr>
        <w:rPr>
          <w:rFonts w:cs="Georgia"/>
          <w:kern w:val="1"/>
        </w:rPr>
      </w:pPr>
      <w:r>
        <w:rPr>
          <w:rFonts w:cs="Georgia"/>
          <w:kern w:val="1"/>
        </w:rPr>
        <w:t>— </w:t>
      </w:r>
      <w:r w:rsidR="00BE611A">
        <w:rPr>
          <w:rFonts w:cs="Georgia"/>
          <w:kern w:val="1"/>
        </w:rPr>
        <w:t>Il n</w:t>
      </w:r>
      <w:r>
        <w:rPr>
          <w:rFonts w:cs="Georgia"/>
          <w:kern w:val="1"/>
        </w:rPr>
        <w:t>’</w:t>
      </w:r>
      <w:r w:rsidR="00BE611A">
        <w:rPr>
          <w:rFonts w:cs="Georgia"/>
          <w:kern w:val="1"/>
        </w:rPr>
        <w:t>est pas question de vous</w:t>
      </w:r>
      <w:r>
        <w:rPr>
          <w:rFonts w:cs="Georgia"/>
          <w:kern w:val="1"/>
        </w:rPr>
        <w:t xml:space="preserve">, </w:t>
      </w:r>
      <w:r w:rsidR="00BE611A">
        <w:rPr>
          <w:rFonts w:cs="Georgia"/>
          <w:kern w:val="1"/>
        </w:rPr>
        <w:t>mon capitaine</w:t>
      </w:r>
      <w:r>
        <w:rPr>
          <w:rFonts w:cs="Georgia"/>
          <w:kern w:val="1"/>
        </w:rPr>
        <w:t xml:space="preserve">, </w:t>
      </w:r>
      <w:r w:rsidR="00BE611A">
        <w:rPr>
          <w:rFonts w:cs="Georgia"/>
          <w:kern w:val="1"/>
        </w:rPr>
        <w:t>mais de moi</w:t>
      </w:r>
      <w:r>
        <w:rPr>
          <w:rFonts w:cs="Georgia"/>
          <w:kern w:val="1"/>
        </w:rPr>
        <w:t>.</w:t>
      </w:r>
    </w:p>
    <w:p w14:paraId="56093456" w14:textId="77777777" w:rsidR="000E1451" w:rsidRDefault="000E1451" w:rsidP="00BE611A">
      <w:pPr>
        <w:rPr>
          <w:rFonts w:cs="Georgia"/>
          <w:kern w:val="1"/>
        </w:rPr>
      </w:pPr>
      <w:r>
        <w:rPr>
          <w:rFonts w:cs="Georgia"/>
          <w:kern w:val="1"/>
        </w:rPr>
        <w:t>— </w:t>
      </w:r>
      <w:r w:rsidR="00BE611A">
        <w:rPr>
          <w:rFonts w:cs="Georgia"/>
          <w:kern w:val="1"/>
        </w:rPr>
        <w:t>De vous</w:t>
      </w:r>
      <w:r>
        <w:rPr>
          <w:rFonts w:cs="Georgia"/>
          <w:kern w:val="1"/>
        </w:rPr>
        <w:t> ?</w:t>
      </w:r>
    </w:p>
    <w:p w14:paraId="3A29BB62" w14:textId="77777777" w:rsidR="000E1451" w:rsidRDefault="000E1451" w:rsidP="00BE611A">
      <w:pPr>
        <w:rPr>
          <w:rFonts w:cs="Georgia"/>
          <w:kern w:val="1"/>
        </w:rPr>
      </w:pPr>
      <w:r>
        <w:rPr>
          <w:rFonts w:cs="Georgia"/>
          <w:kern w:val="1"/>
        </w:rPr>
        <w:t>— </w:t>
      </w:r>
      <w:r w:rsidR="00BE611A">
        <w:rPr>
          <w:rFonts w:cs="Georgia"/>
          <w:kern w:val="1"/>
        </w:rPr>
        <w:t>Oui</w:t>
      </w:r>
      <w:r>
        <w:rPr>
          <w:rFonts w:cs="Georgia"/>
          <w:kern w:val="1"/>
        </w:rPr>
        <w:t xml:space="preserve">, </w:t>
      </w:r>
      <w:r w:rsidR="00BE611A">
        <w:rPr>
          <w:rFonts w:cs="Georgia"/>
          <w:kern w:val="1"/>
        </w:rPr>
        <w:t>dis-je</w:t>
      </w:r>
      <w:r>
        <w:rPr>
          <w:rFonts w:cs="Georgia"/>
          <w:kern w:val="1"/>
        </w:rPr>
        <w:t xml:space="preserve">, </w:t>
      </w:r>
      <w:r w:rsidR="00BE611A">
        <w:rPr>
          <w:rFonts w:cs="Georgia"/>
          <w:kern w:val="1"/>
        </w:rPr>
        <w:t>la gorge un peu sèche</w:t>
      </w:r>
      <w:r>
        <w:rPr>
          <w:rFonts w:cs="Georgia"/>
          <w:kern w:val="1"/>
        </w:rPr>
        <w:t xml:space="preserve">. </w:t>
      </w:r>
      <w:r w:rsidR="00BE611A">
        <w:rPr>
          <w:rFonts w:cs="Georgia"/>
          <w:kern w:val="1"/>
        </w:rPr>
        <w:t>Au cas où je préférerais rester ici</w:t>
      </w:r>
      <w:r>
        <w:rPr>
          <w:rFonts w:cs="Georgia"/>
          <w:kern w:val="1"/>
        </w:rPr>
        <w:t>…</w:t>
      </w:r>
    </w:p>
    <w:p w14:paraId="6E0666E8" w14:textId="77777777" w:rsidR="000E1451" w:rsidRDefault="000E1451" w:rsidP="00BE611A">
      <w:pPr>
        <w:rPr>
          <w:rFonts w:cs="Georgia"/>
          <w:kern w:val="1"/>
        </w:rPr>
      </w:pPr>
      <w:r>
        <w:rPr>
          <w:rFonts w:cs="Georgia"/>
          <w:kern w:val="1"/>
        </w:rPr>
        <w:lastRenderedPageBreak/>
        <w:t>— </w:t>
      </w:r>
      <w:r w:rsidR="00BE611A">
        <w:rPr>
          <w:rFonts w:cs="Georgia"/>
          <w:kern w:val="1"/>
        </w:rPr>
        <w:t>Rester ici</w:t>
      </w:r>
      <w:r>
        <w:rPr>
          <w:rFonts w:cs="Georgia"/>
          <w:kern w:val="1"/>
        </w:rPr>
        <w:t xml:space="preserve"> ? </w:t>
      </w:r>
      <w:r w:rsidR="00BE611A">
        <w:rPr>
          <w:rFonts w:cs="Georgia"/>
          <w:kern w:val="1"/>
        </w:rPr>
        <w:t>Vous plaisantez</w:t>
      </w:r>
      <w:r>
        <w:rPr>
          <w:rFonts w:cs="Georgia"/>
          <w:kern w:val="1"/>
        </w:rPr>
        <w:t xml:space="preserve"> ! </w:t>
      </w:r>
      <w:r w:rsidR="00BE611A">
        <w:rPr>
          <w:rFonts w:cs="Georgia"/>
          <w:kern w:val="1"/>
        </w:rPr>
        <w:t>Au camp</w:t>
      </w:r>
      <w:r>
        <w:rPr>
          <w:rFonts w:cs="Georgia"/>
          <w:kern w:val="1"/>
        </w:rPr>
        <w:t> ?</w:t>
      </w:r>
    </w:p>
    <w:p w14:paraId="06A6B6FD" w14:textId="77777777" w:rsidR="000E1451" w:rsidRDefault="000E1451" w:rsidP="00BE611A">
      <w:pPr>
        <w:rPr>
          <w:rFonts w:cs="Georgia"/>
          <w:kern w:val="1"/>
        </w:rPr>
      </w:pPr>
      <w:r>
        <w:rPr>
          <w:rFonts w:cs="Georgia"/>
          <w:kern w:val="1"/>
        </w:rPr>
        <w:t>— </w:t>
      </w:r>
      <w:r w:rsidR="00BE611A">
        <w:rPr>
          <w:rFonts w:cs="Georgia"/>
          <w:kern w:val="1"/>
        </w:rPr>
        <w:t>Oui</w:t>
      </w:r>
      <w:r>
        <w:rPr>
          <w:rFonts w:cs="Georgia"/>
          <w:kern w:val="1"/>
        </w:rPr>
        <w:t xml:space="preserve">, </w:t>
      </w:r>
      <w:r w:rsidR="00BE611A">
        <w:rPr>
          <w:rFonts w:cs="Georgia"/>
          <w:kern w:val="1"/>
        </w:rPr>
        <w:t>au camp</w:t>
      </w:r>
      <w:r>
        <w:rPr>
          <w:rFonts w:cs="Georgia"/>
          <w:kern w:val="1"/>
        </w:rPr>
        <w:t>.</w:t>
      </w:r>
    </w:p>
    <w:p w14:paraId="44C6C02E" w14:textId="77777777" w:rsidR="000E1451" w:rsidRDefault="00BE611A" w:rsidP="00BE611A">
      <w:pPr>
        <w:rPr>
          <w:rFonts w:cs="Georgia"/>
          <w:kern w:val="1"/>
        </w:rPr>
      </w:pPr>
      <w:r>
        <w:rPr>
          <w:rFonts w:cs="Georgia"/>
          <w:kern w:val="1"/>
        </w:rPr>
        <w:t>Le capitaine Elbing n</w:t>
      </w:r>
      <w:r w:rsidR="000E1451">
        <w:rPr>
          <w:rFonts w:cs="Georgia"/>
          <w:kern w:val="1"/>
        </w:rPr>
        <w:t>’</w:t>
      </w:r>
      <w:r>
        <w:rPr>
          <w:rFonts w:cs="Georgia"/>
          <w:kern w:val="1"/>
        </w:rPr>
        <w:t>avait pas bronché</w:t>
      </w:r>
      <w:r w:rsidR="000E1451">
        <w:rPr>
          <w:rFonts w:cs="Georgia"/>
          <w:kern w:val="1"/>
        </w:rPr>
        <w:t xml:space="preserve">. </w:t>
      </w:r>
      <w:r>
        <w:rPr>
          <w:rFonts w:cs="Georgia"/>
          <w:kern w:val="1"/>
        </w:rPr>
        <w:t>Seul</w:t>
      </w:r>
      <w:r w:rsidR="000E1451">
        <w:rPr>
          <w:rFonts w:cs="Georgia"/>
          <w:kern w:val="1"/>
        </w:rPr>
        <w:t xml:space="preserve">, </w:t>
      </w:r>
      <w:r>
        <w:rPr>
          <w:rFonts w:cs="Georgia"/>
          <w:kern w:val="1"/>
        </w:rPr>
        <w:t>le bandeau de moire qui lui voilait la moitié de la face se plissa imperceptiblement</w:t>
      </w:r>
      <w:r w:rsidR="000E1451">
        <w:rPr>
          <w:rFonts w:cs="Georgia"/>
          <w:kern w:val="1"/>
        </w:rPr>
        <w:t xml:space="preserve">, </w:t>
      </w:r>
      <w:r>
        <w:rPr>
          <w:rFonts w:cs="Georgia"/>
          <w:kern w:val="1"/>
        </w:rPr>
        <w:t>à l</w:t>
      </w:r>
      <w:r w:rsidR="000E1451">
        <w:rPr>
          <w:rFonts w:cs="Georgia"/>
          <w:kern w:val="1"/>
        </w:rPr>
        <w:t>’</w:t>
      </w:r>
      <w:r>
        <w:rPr>
          <w:rFonts w:cs="Georgia"/>
          <w:kern w:val="1"/>
        </w:rPr>
        <w:t>endroit de ce qui subsistait du front</w:t>
      </w:r>
      <w:r w:rsidR="000E1451">
        <w:rPr>
          <w:rFonts w:cs="Georgia"/>
          <w:kern w:val="1"/>
        </w:rPr>
        <w:t>.</w:t>
      </w:r>
    </w:p>
    <w:p w14:paraId="17C78E5D" w14:textId="77777777" w:rsidR="000E1451" w:rsidRDefault="000E1451" w:rsidP="00BE611A">
      <w:pPr>
        <w:rPr>
          <w:rFonts w:cs="Georgia"/>
          <w:kern w:val="1"/>
        </w:rPr>
      </w:pPr>
      <w:r>
        <w:rPr>
          <w:rFonts w:cs="Georgia"/>
          <w:kern w:val="1"/>
        </w:rPr>
        <w:t>— </w:t>
      </w:r>
      <w:r w:rsidR="00BE611A">
        <w:rPr>
          <w:rFonts w:cs="Georgia"/>
          <w:kern w:val="1"/>
        </w:rPr>
        <w:t>Je n</w:t>
      </w:r>
      <w:r>
        <w:rPr>
          <w:rFonts w:cs="Georgia"/>
          <w:kern w:val="1"/>
        </w:rPr>
        <w:t>’</w:t>
      </w:r>
      <w:r w:rsidR="00BE611A">
        <w:rPr>
          <w:rFonts w:cs="Georgia"/>
          <w:kern w:val="1"/>
        </w:rPr>
        <w:t>ai pas à vous cacher que c</w:t>
      </w:r>
      <w:r>
        <w:rPr>
          <w:rFonts w:cs="Georgia"/>
          <w:kern w:val="1"/>
        </w:rPr>
        <w:t>’</w:t>
      </w:r>
      <w:r w:rsidR="00BE611A">
        <w:rPr>
          <w:rFonts w:cs="Georgia"/>
          <w:kern w:val="1"/>
        </w:rPr>
        <w:t>est la première fois que je reçois une requête de ce genre</w:t>
      </w:r>
      <w:r>
        <w:rPr>
          <w:rFonts w:cs="Georgia"/>
          <w:kern w:val="1"/>
        </w:rPr>
        <w:t xml:space="preserve">. </w:t>
      </w:r>
      <w:r w:rsidR="00BE611A">
        <w:rPr>
          <w:rFonts w:cs="Georgia"/>
          <w:kern w:val="1"/>
        </w:rPr>
        <w:t>Laissez-moi réfléchir</w:t>
      </w:r>
      <w:r>
        <w:rPr>
          <w:rFonts w:cs="Georgia"/>
          <w:kern w:val="1"/>
        </w:rPr>
        <w:t xml:space="preserve">. </w:t>
      </w:r>
      <w:r w:rsidR="00BE611A">
        <w:rPr>
          <w:rFonts w:cs="Georgia"/>
          <w:kern w:val="1"/>
        </w:rPr>
        <w:t>Des inconvénients</w:t>
      </w:r>
      <w:r>
        <w:rPr>
          <w:rFonts w:cs="Georgia"/>
          <w:kern w:val="1"/>
        </w:rPr>
        <w:t xml:space="preserve"> ? </w:t>
      </w:r>
      <w:r w:rsidR="00BE611A">
        <w:rPr>
          <w:rFonts w:cs="Georgia"/>
          <w:kern w:val="1"/>
        </w:rPr>
        <w:t>Non</w:t>
      </w:r>
      <w:r>
        <w:rPr>
          <w:rFonts w:cs="Georgia"/>
          <w:kern w:val="1"/>
        </w:rPr>
        <w:t xml:space="preserve">, </w:t>
      </w:r>
      <w:r w:rsidR="00BE611A">
        <w:rPr>
          <w:rFonts w:cs="Georgia"/>
          <w:kern w:val="1"/>
        </w:rPr>
        <w:t>je ne crois pas qu</w:t>
      </w:r>
      <w:r>
        <w:rPr>
          <w:rFonts w:cs="Georgia"/>
          <w:kern w:val="1"/>
        </w:rPr>
        <w:t>’</w:t>
      </w:r>
      <w:r w:rsidR="00BE611A">
        <w:rPr>
          <w:rFonts w:cs="Georgia"/>
          <w:kern w:val="1"/>
        </w:rPr>
        <w:t>il puisse y en avoir</w:t>
      </w:r>
      <w:r>
        <w:rPr>
          <w:rFonts w:cs="Georgia"/>
          <w:kern w:val="1"/>
        </w:rPr>
        <w:t xml:space="preserve">. </w:t>
      </w:r>
      <w:r w:rsidR="00BE611A">
        <w:rPr>
          <w:rFonts w:cs="Georgia"/>
          <w:kern w:val="1"/>
        </w:rPr>
        <w:t>À condition que vous dégagiez vous-même</w:t>
      </w:r>
      <w:r>
        <w:rPr>
          <w:rFonts w:cs="Georgia"/>
          <w:kern w:val="1"/>
        </w:rPr>
        <w:t xml:space="preserve">, </w:t>
      </w:r>
      <w:r w:rsidR="00BE611A">
        <w:rPr>
          <w:rFonts w:cs="Georgia"/>
          <w:kern w:val="1"/>
        </w:rPr>
        <w:t>de façon formelle</w:t>
      </w:r>
      <w:r>
        <w:rPr>
          <w:rFonts w:cs="Georgia"/>
          <w:kern w:val="1"/>
        </w:rPr>
        <w:t xml:space="preserve">, </w:t>
      </w:r>
      <w:r w:rsidR="00BE611A">
        <w:rPr>
          <w:rFonts w:cs="Georgia"/>
          <w:kern w:val="1"/>
        </w:rPr>
        <w:t>notre responsabilité</w:t>
      </w:r>
      <w:r>
        <w:rPr>
          <w:rFonts w:cs="Georgia"/>
          <w:kern w:val="1"/>
        </w:rPr>
        <w:t xml:space="preserve">. </w:t>
      </w:r>
      <w:r w:rsidR="00BE611A">
        <w:rPr>
          <w:rFonts w:cs="Georgia"/>
          <w:kern w:val="1"/>
        </w:rPr>
        <w:t>En outre</w:t>
      </w:r>
      <w:r>
        <w:rPr>
          <w:rFonts w:cs="Georgia"/>
          <w:kern w:val="1"/>
        </w:rPr>
        <w:t xml:space="preserve">, </w:t>
      </w:r>
      <w:r w:rsidR="00BE611A">
        <w:rPr>
          <w:rFonts w:cs="Georgia"/>
          <w:kern w:val="1"/>
        </w:rPr>
        <w:t>il s</w:t>
      </w:r>
      <w:r>
        <w:rPr>
          <w:rFonts w:cs="Georgia"/>
          <w:kern w:val="1"/>
        </w:rPr>
        <w:t>’</w:t>
      </w:r>
      <w:r w:rsidR="00BE611A">
        <w:rPr>
          <w:rFonts w:cs="Georgia"/>
          <w:kern w:val="1"/>
        </w:rPr>
        <w:t>agit d</w:t>
      </w:r>
      <w:r>
        <w:rPr>
          <w:rFonts w:cs="Georgia"/>
          <w:kern w:val="1"/>
        </w:rPr>
        <w:t>’</w:t>
      </w:r>
      <w:r w:rsidR="00BE611A">
        <w:rPr>
          <w:rFonts w:cs="Georgia"/>
          <w:kern w:val="1"/>
        </w:rPr>
        <w:t>aller vite</w:t>
      </w:r>
      <w:r>
        <w:rPr>
          <w:rFonts w:cs="Georgia"/>
          <w:kern w:val="1"/>
        </w:rPr>
        <w:t xml:space="preserve">, </w:t>
      </w:r>
      <w:r w:rsidR="00BE611A">
        <w:rPr>
          <w:rFonts w:cs="Georgia"/>
          <w:kern w:val="1"/>
        </w:rPr>
        <w:t>car ceux de vos camarades qui sont désignés pour la Suisse nous quitteront dès demain</w:t>
      </w:r>
      <w:r>
        <w:rPr>
          <w:rFonts w:cs="Georgia"/>
          <w:kern w:val="1"/>
        </w:rPr>
        <w:t xml:space="preserve">. </w:t>
      </w:r>
      <w:r w:rsidR="00BE611A">
        <w:rPr>
          <w:rFonts w:cs="Georgia"/>
          <w:kern w:val="1"/>
        </w:rPr>
        <w:t>Ils vont regagner le camp d</w:t>
      </w:r>
      <w:r>
        <w:rPr>
          <w:rFonts w:cs="Georgia"/>
          <w:kern w:val="1"/>
        </w:rPr>
        <w:t>’</w:t>
      </w:r>
      <w:r w:rsidR="00BE611A">
        <w:rPr>
          <w:rFonts w:cs="Georgia"/>
          <w:kern w:val="1"/>
        </w:rPr>
        <w:t>Erfurt</w:t>
      </w:r>
      <w:r>
        <w:rPr>
          <w:rFonts w:cs="Georgia"/>
          <w:kern w:val="1"/>
        </w:rPr>
        <w:t xml:space="preserve">, </w:t>
      </w:r>
      <w:r w:rsidR="00BE611A">
        <w:rPr>
          <w:rFonts w:cs="Georgia"/>
          <w:kern w:val="1"/>
        </w:rPr>
        <w:t>qui est chargé de les diriger vers le lieu de leur internement</w:t>
      </w:r>
      <w:r>
        <w:rPr>
          <w:rFonts w:cs="Georgia"/>
          <w:kern w:val="1"/>
        </w:rPr>
        <w:t xml:space="preserve">. </w:t>
      </w:r>
      <w:r w:rsidR="00BE611A">
        <w:rPr>
          <w:rFonts w:cs="Georgia"/>
          <w:kern w:val="1"/>
        </w:rPr>
        <w:t>Voyons</w:t>
      </w:r>
      <w:r>
        <w:rPr>
          <w:rFonts w:cs="Georgia"/>
          <w:kern w:val="1"/>
        </w:rPr>
        <w:t xml:space="preserve">, </w:t>
      </w:r>
      <w:r w:rsidR="00BE611A">
        <w:rPr>
          <w:rFonts w:cs="Georgia"/>
          <w:kern w:val="1"/>
        </w:rPr>
        <w:t>votre décision est-elle irrévocable</w:t>
      </w:r>
      <w:r>
        <w:rPr>
          <w:rFonts w:cs="Georgia"/>
          <w:kern w:val="1"/>
        </w:rPr>
        <w:t> ?</w:t>
      </w:r>
    </w:p>
    <w:p w14:paraId="5DAD3D9B" w14:textId="77777777" w:rsidR="000E1451" w:rsidRDefault="00BE611A" w:rsidP="00BE611A">
      <w:pPr>
        <w:rPr>
          <w:rFonts w:cs="Georgia"/>
          <w:kern w:val="1"/>
        </w:rPr>
      </w:pPr>
      <w:r>
        <w:rPr>
          <w:rFonts w:cs="Georgia"/>
          <w:kern w:val="1"/>
        </w:rPr>
        <w:t>J</w:t>
      </w:r>
      <w:r w:rsidR="000E1451">
        <w:rPr>
          <w:rFonts w:cs="Georgia"/>
          <w:kern w:val="1"/>
        </w:rPr>
        <w:t>’</w:t>
      </w:r>
      <w:r>
        <w:rPr>
          <w:rFonts w:cs="Georgia"/>
          <w:kern w:val="1"/>
        </w:rPr>
        <w:t>inclinai la tête</w:t>
      </w:r>
      <w:r w:rsidR="000E1451">
        <w:rPr>
          <w:rFonts w:cs="Georgia"/>
          <w:kern w:val="1"/>
        </w:rPr>
        <w:t xml:space="preserve">. </w:t>
      </w:r>
      <w:r>
        <w:rPr>
          <w:rFonts w:cs="Georgia"/>
          <w:kern w:val="1"/>
        </w:rPr>
        <w:t>La curiosité avec laquelle il me regardait s</w:t>
      </w:r>
      <w:r w:rsidR="000E1451">
        <w:rPr>
          <w:rFonts w:cs="Georgia"/>
          <w:kern w:val="1"/>
        </w:rPr>
        <w:t>’</w:t>
      </w:r>
      <w:r>
        <w:rPr>
          <w:rFonts w:cs="Georgia"/>
          <w:kern w:val="1"/>
        </w:rPr>
        <w:t>accrut</w:t>
      </w:r>
      <w:r w:rsidR="000E1451">
        <w:rPr>
          <w:rFonts w:cs="Georgia"/>
          <w:kern w:val="1"/>
        </w:rPr>
        <w:t>.</w:t>
      </w:r>
    </w:p>
    <w:p w14:paraId="5A214982" w14:textId="77777777" w:rsidR="000E1451" w:rsidRDefault="000E1451" w:rsidP="00BE611A">
      <w:pPr>
        <w:rPr>
          <w:rFonts w:cs="Georgia"/>
          <w:kern w:val="1"/>
        </w:rPr>
      </w:pPr>
      <w:r>
        <w:rPr>
          <w:rFonts w:cs="Georgia"/>
          <w:kern w:val="1"/>
        </w:rPr>
        <w:t>— </w:t>
      </w:r>
      <w:r w:rsidR="00BE611A">
        <w:rPr>
          <w:rFonts w:cs="Georgia"/>
          <w:kern w:val="1"/>
        </w:rPr>
        <w:t>Un désir comme le vôtre</w:t>
      </w:r>
      <w:r>
        <w:rPr>
          <w:rFonts w:cs="Georgia"/>
          <w:kern w:val="1"/>
        </w:rPr>
        <w:t xml:space="preserve">, </w:t>
      </w:r>
      <w:r w:rsidR="00BE611A">
        <w:rPr>
          <w:rFonts w:cs="Georgia"/>
          <w:kern w:val="1"/>
        </w:rPr>
        <w:t>dit-il lentement</w:t>
      </w:r>
      <w:r>
        <w:rPr>
          <w:rFonts w:cs="Georgia"/>
          <w:kern w:val="1"/>
        </w:rPr>
        <w:t xml:space="preserve">, </w:t>
      </w:r>
      <w:r w:rsidR="00BE611A">
        <w:rPr>
          <w:rFonts w:cs="Georgia"/>
          <w:kern w:val="1"/>
        </w:rPr>
        <w:t>sur un ton où j</w:t>
      </w:r>
      <w:r>
        <w:rPr>
          <w:rFonts w:cs="Georgia"/>
          <w:kern w:val="1"/>
        </w:rPr>
        <w:t>’</w:t>
      </w:r>
      <w:r w:rsidR="00BE611A">
        <w:rPr>
          <w:rFonts w:cs="Georgia"/>
          <w:kern w:val="1"/>
        </w:rPr>
        <w:t>essayai en vain de démêler une nuance d</w:t>
      </w:r>
      <w:r>
        <w:rPr>
          <w:rFonts w:cs="Georgia"/>
          <w:kern w:val="1"/>
        </w:rPr>
        <w:t>’</w:t>
      </w:r>
      <w:r w:rsidR="00BE611A">
        <w:rPr>
          <w:rFonts w:cs="Georgia"/>
          <w:kern w:val="1"/>
        </w:rPr>
        <w:t>ironie</w:t>
      </w:r>
      <w:r>
        <w:rPr>
          <w:rFonts w:cs="Georgia"/>
          <w:kern w:val="1"/>
        </w:rPr>
        <w:t xml:space="preserve">, </w:t>
      </w:r>
      <w:r w:rsidR="00BE611A">
        <w:rPr>
          <w:rFonts w:cs="Georgia"/>
          <w:kern w:val="1"/>
        </w:rPr>
        <w:t>constitue</w:t>
      </w:r>
      <w:r>
        <w:rPr>
          <w:rFonts w:cs="Georgia"/>
          <w:kern w:val="1"/>
        </w:rPr>
        <w:t xml:space="preserve">, </w:t>
      </w:r>
      <w:r w:rsidR="00BE611A">
        <w:rPr>
          <w:rFonts w:cs="Georgia"/>
          <w:kern w:val="1"/>
        </w:rPr>
        <w:t>vous vous en rendez compte</w:t>
      </w:r>
      <w:r>
        <w:rPr>
          <w:rFonts w:cs="Georgia"/>
          <w:kern w:val="1"/>
        </w:rPr>
        <w:t xml:space="preserve">, </w:t>
      </w:r>
      <w:r w:rsidR="00BE611A">
        <w:rPr>
          <w:rFonts w:cs="Georgia"/>
          <w:kern w:val="1"/>
        </w:rPr>
        <w:t>un hommage à la façon dont vous avez été traité ici</w:t>
      </w:r>
      <w:r>
        <w:rPr>
          <w:rFonts w:cs="Georgia"/>
          <w:kern w:val="1"/>
        </w:rPr>
        <w:t xml:space="preserve">. </w:t>
      </w:r>
      <w:r w:rsidR="00BE611A">
        <w:rPr>
          <w:rFonts w:cs="Georgia"/>
          <w:kern w:val="1"/>
        </w:rPr>
        <w:t>Il est vrai que vous avez bénéficié d</w:t>
      </w:r>
      <w:r>
        <w:rPr>
          <w:rFonts w:cs="Georgia"/>
          <w:kern w:val="1"/>
        </w:rPr>
        <w:t>’</w:t>
      </w:r>
      <w:r w:rsidR="00BE611A">
        <w:rPr>
          <w:rFonts w:cs="Georgia"/>
          <w:kern w:val="1"/>
        </w:rPr>
        <w:t>une situation un peu exceptionnelle</w:t>
      </w:r>
      <w:r>
        <w:rPr>
          <w:rFonts w:cs="Georgia"/>
          <w:kern w:val="1"/>
        </w:rPr>
        <w:t xml:space="preserve">, </w:t>
      </w:r>
      <w:r w:rsidR="00BE611A">
        <w:rPr>
          <w:rFonts w:cs="Georgia"/>
          <w:kern w:val="1"/>
        </w:rPr>
        <w:t>due d</w:t>
      </w:r>
      <w:r>
        <w:rPr>
          <w:rFonts w:cs="Georgia"/>
          <w:kern w:val="1"/>
        </w:rPr>
        <w:t>’</w:t>
      </w:r>
      <w:r w:rsidR="00BE611A">
        <w:rPr>
          <w:rFonts w:cs="Georgia"/>
          <w:kern w:val="1"/>
        </w:rPr>
        <w:t>ailleurs à vos mérites</w:t>
      </w:r>
      <w:r>
        <w:rPr>
          <w:rFonts w:cs="Georgia"/>
          <w:kern w:val="1"/>
        </w:rPr>
        <w:t xml:space="preserve">. </w:t>
      </w:r>
      <w:r w:rsidR="00BE611A">
        <w:rPr>
          <w:rFonts w:cs="Georgia"/>
          <w:kern w:val="1"/>
        </w:rPr>
        <w:t>Réfléchissez encore</w:t>
      </w:r>
      <w:r>
        <w:rPr>
          <w:rFonts w:cs="Georgia"/>
          <w:kern w:val="1"/>
        </w:rPr>
        <w:t>.</w:t>
      </w:r>
    </w:p>
    <w:p w14:paraId="4A0DF723" w14:textId="77777777" w:rsidR="000E1451" w:rsidRDefault="00BE611A" w:rsidP="00BE611A">
      <w:pPr>
        <w:rPr>
          <w:rFonts w:cs="Georgia"/>
          <w:kern w:val="1"/>
        </w:rPr>
      </w:pPr>
      <w:r>
        <w:rPr>
          <w:rFonts w:cs="Georgia"/>
          <w:kern w:val="1"/>
        </w:rPr>
        <w:t>Je sentis la nécessité de recourir à une apparence d</w:t>
      </w:r>
      <w:r w:rsidR="000E1451">
        <w:rPr>
          <w:rFonts w:cs="Georgia"/>
          <w:kern w:val="1"/>
        </w:rPr>
        <w:t>’</w:t>
      </w:r>
      <w:r>
        <w:rPr>
          <w:rFonts w:cs="Georgia"/>
          <w:kern w:val="1"/>
        </w:rPr>
        <w:t>explication</w:t>
      </w:r>
      <w:r w:rsidR="000E1451">
        <w:rPr>
          <w:rFonts w:cs="Georgia"/>
          <w:kern w:val="1"/>
        </w:rPr>
        <w:t>.</w:t>
      </w:r>
    </w:p>
    <w:p w14:paraId="14CEDDAC" w14:textId="77777777" w:rsidR="000E1451" w:rsidRDefault="000E1451" w:rsidP="00BE611A">
      <w:pPr>
        <w:rPr>
          <w:rFonts w:cs="Georgia"/>
          <w:kern w:val="1"/>
        </w:rPr>
      </w:pPr>
      <w:r>
        <w:rPr>
          <w:rFonts w:cs="Georgia"/>
          <w:kern w:val="1"/>
        </w:rPr>
        <w:t>— </w:t>
      </w:r>
      <w:r w:rsidR="00BE611A">
        <w:rPr>
          <w:rFonts w:cs="Georgia"/>
          <w:kern w:val="1"/>
        </w:rPr>
        <w:t>Si l</w:t>
      </w:r>
      <w:r>
        <w:rPr>
          <w:rFonts w:cs="Georgia"/>
          <w:kern w:val="1"/>
        </w:rPr>
        <w:t>’</w:t>
      </w:r>
      <w:r w:rsidR="00BE611A">
        <w:rPr>
          <w:rFonts w:cs="Georgia"/>
          <w:kern w:val="1"/>
        </w:rPr>
        <w:t>on me renvoyait en France</w:t>
      </w:r>
      <w:r>
        <w:rPr>
          <w:rFonts w:cs="Georgia"/>
          <w:kern w:val="1"/>
        </w:rPr>
        <w:t xml:space="preserve">, </w:t>
      </w:r>
      <w:r w:rsidR="00BE611A">
        <w:rPr>
          <w:rFonts w:cs="Georgia"/>
          <w:kern w:val="1"/>
        </w:rPr>
        <w:t>dis-je</w:t>
      </w:r>
      <w:r>
        <w:rPr>
          <w:rFonts w:cs="Georgia"/>
          <w:kern w:val="1"/>
        </w:rPr>
        <w:t xml:space="preserve">, </w:t>
      </w:r>
      <w:r w:rsidR="00BE611A">
        <w:rPr>
          <w:rFonts w:cs="Georgia"/>
          <w:kern w:val="1"/>
        </w:rPr>
        <w:t>évidemment</w:t>
      </w:r>
      <w:r>
        <w:rPr>
          <w:rFonts w:cs="Georgia"/>
          <w:kern w:val="1"/>
        </w:rPr>
        <w:t xml:space="preserve">, </w:t>
      </w:r>
      <w:r w:rsidR="00BE611A">
        <w:rPr>
          <w:rFonts w:cs="Georgia"/>
          <w:kern w:val="1"/>
        </w:rPr>
        <w:t>ce serait différent</w:t>
      </w:r>
      <w:r>
        <w:rPr>
          <w:rFonts w:cs="Georgia"/>
          <w:kern w:val="1"/>
        </w:rPr>
        <w:t xml:space="preserve">. </w:t>
      </w:r>
      <w:r w:rsidR="00BE611A">
        <w:rPr>
          <w:rFonts w:cs="Georgia"/>
          <w:kern w:val="1"/>
        </w:rPr>
        <w:t>Mais être interné ici ou ailleurs</w:t>
      </w:r>
      <w:r>
        <w:rPr>
          <w:rFonts w:cs="Georgia"/>
          <w:kern w:val="1"/>
        </w:rPr>
        <w:t>…</w:t>
      </w:r>
    </w:p>
    <w:p w14:paraId="5F1ACECC" w14:textId="77777777" w:rsidR="000E1451" w:rsidRDefault="00BE611A" w:rsidP="00BE611A">
      <w:pPr>
        <w:rPr>
          <w:rFonts w:cs="Georgia"/>
          <w:kern w:val="1"/>
        </w:rPr>
      </w:pPr>
      <w:r>
        <w:rPr>
          <w:rFonts w:cs="Georgia"/>
          <w:kern w:val="1"/>
        </w:rPr>
        <w:t>Il ne releva pas ma phrase</w:t>
      </w:r>
      <w:r w:rsidR="000E1451">
        <w:rPr>
          <w:rFonts w:cs="Georgia"/>
          <w:kern w:val="1"/>
        </w:rPr>
        <w:t xml:space="preserve">, </w:t>
      </w:r>
      <w:r>
        <w:rPr>
          <w:rFonts w:cs="Georgia"/>
          <w:kern w:val="1"/>
        </w:rPr>
        <w:t>autrement que par un coup d</w:t>
      </w:r>
      <w:r w:rsidR="000E1451">
        <w:rPr>
          <w:rFonts w:cs="Georgia"/>
          <w:kern w:val="1"/>
        </w:rPr>
        <w:t>’</w:t>
      </w:r>
      <w:r>
        <w:rPr>
          <w:rFonts w:cs="Georgia"/>
          <w:kern w:val="1"/>
        </w:rPr>
        <w:t>œil glacé</w:t>
      </w:r>
      <w:r w:rsidR="000E1451">
        <w:rPr>
          <w:rFonts w:cs="Georgia"/>
          <w:kern w:val="1"/>
        </w:rPr>
        <w:t xml:space="preserve">, </w:t>
      </w:r>
      <w:r>
        <w:rPr>
          <w:rFonts w:cs="Georgia"/>
          <w:kern w:val="1"/>
        </w:rPr>
        <w:t>qui semblait signifier</w:t>
      </w:r>
      <w:r w:rsidR="000E1451">
        <w:rPr>
          <w:rFonts w:cs="Georgia"/>
          <w:kern w:val="1"/>
        </w:rPr>
        <w:t> : « </w:t>
      </w:r>
      <w:r>
        <w:rPr>
          <w:rFonts w:cs="Georgia"/>
          <w:kern w:val="1"/>
        </w:rPr>
        <w:t>Je ne vous demande pas vos raisons</w:t>
      </w:r>
      <w:r w:rsidR="000E1451">
        <w:rPr>
          <w:rFonts w:cs="Georgia"/>
          <w:kern w:val="1"/>
        </w:rPr>
        <w:t xml:space="preserve">. </w:t>
      </w:r>
      <w:r>
        <w:rPr>
          <w:rFonts w:cs="Georgia"/>
          <w:kern w:val="1"/>
        </w:rPr>
        <w:t>Abstenez-vous donc de m</w:t>
      </w:r>
      <w:r w:rsidR="000E1451">
        <w:rPr>
          <w:rFonts w:cs="Georgia"/>
          <w:kern w:val="1"/>
        </w:rPr>
        <w:t>’</w:t>
      </w:r>
      <w:r>
        <w:rPr>
          <w:rFonts w:cs="Georgia"/>
          <w:kern w:val="1"/>
        </w:rPr>
        <w:t xml:space="preserve">en fournir une à </w:t>
      </w:r>
      <w:r>
        <w:rPr>
          <w:rFonts w:cs="Georgia"/>
          <w:kern w:val="1"/>
        </w:rPr>
        <w:lastRenderedPageBreak/>
        <w:t>laquelle vous savez bien qu</w:t>
      </w:r>
      <w:r w:rsidR="000E1451">
        <w:rPr>
          <w:rFonts w:cs="Georgia"/>
          <w:kern w:val="1"/>
        </w:rPr>
        <w:t>’</w:t>
      </w:r>
      <w:r>
        <w:rPr>
          <w:rFonts w:cs="Georgia"/>
          <w:kern w:val="1"/>
        </w:rPr>
        <w:t>il m</w:t>
      </w:r>
      <w:r w:rsidR="000E1451">
        <w:rPr>
          <w:rFonts w:cs="Georgia"/>
          <w:kern w:val="1"/>
        </w:rPr>
        <w:t>’</w:t>
      </w:r>
      <w:r>
        <w:rPr>
          <w:rFonts w:cs="Georgia"/>
          <w:kern w:val="1"/>
        </w:rPr>
        <w:t>est impossible de croire</w:t>
      </w:r>
      <w:r w:rsidR="000E1451">
        <w:rPr>
          <w:rFonts w:cs="Georgia"/>
          <w:kern w:val="1"/>
        </w:rPr>
        <w:t>. »</w:t>
      </w:r>
      <w:r>
        <w:rPr>
          <w:rFonts w:cs="Georgia"/>
          <w:kern w:val="1"/>
        </w:rPr>
        <w:t xml:space="preserve"> Il s</w:t>
      </w:r>
      <w:r w:rsidR="000E1451">
        <w:rPr>
          <w:rFonts w:cs="Georgia"/>
          <w:kern w:val="1"/>
        </w:rPr>
        <w:t>’</w:t>
      </w:r>
      <w:r>
        <w:rPr>
          <w:rFonts w:cs="Georgia"/>
          <w:kern w:val="1"/>
        </w:rPr>
        <w:t>occupait à rassembler diverses pièces</w:t>
      </w:r>
      <w:r w:rsidR="000E1451">
        <w:rPr>
          <w:rFonts w:cs="Georgia"/>
          <w:kern w:val="1"/>
        </w:rPr>
        <w:t xml:space="preserve">. </w:t>
      </w:r>
      <w:r>
        <w:rPr>
          <w:rFonts w:cs="Georgia"/>
          <w:kern w:val="1"/>
        </w:rPr>
        <w:t>Un instant</w:t>
      </w:r>
      <w:r w:rsidR="000E1451">
        <w:rPr>
          <w:rFonts w:cs="Georgia"/>
          <w:kern w:val="1"/>
        </w:rPr>
        <w:t xml:space="preserve">, </w:t>
      </w:r>
      <w:r>
        <w:rPr>
          <w:rFonts w:cs="Georgia"/>
          <w:kern w:val="1"/>
        </w:rPr>
        <w:t>il parut se recueillir</w:t>
      </w:r>
      <w:r w:rsidR="000E1451">
        <w:rPr>
          <w:rFonts w:cs="Georgia"/>
          <w:kern w:val="1"/>
        </w:rPr>
        <w:t xml:space="preserve">. </w:t>
      </w:r>
      <w:r>
        <w:rPr>
          <w:rFonts w:cs="Georgia"/>
          <w:kern w:val="1"/>
        </w:rPr>
        <w:t>Il devait être à la recherche d</w:t>
      </w:r>
      <w:r w:rsidR="000E1451">
        <w:rPr>
          <w:rFonts w:cs="Georgia"/>
          <w:kern w:val="1"/>
        </w:rPr>
        <w:t>’</w:t>
      </w:r>
      <w:r>
        <w:rPr>
          <w:rFonts w:cs="Georgia"/>
          <w:kern w:val="1"/>
        </w:rPr>
        <w:t>une formule administrative convenable</w:t>
      </w:r>
      <w:r w:rsidR="000E1451">
        <w:rPr>
          <w:rFonts w:cs="Georgia"/>
          <w:kern w:val="1"/>
        </w:rPr>
        <w:t xml:space="preserve">. </w:t>
      </w:r>
      <w:r>
        <w:rPr>
          <w:rFonts w:cs="Georgia"/>
          <w:kern w:val="1"/>
        </w:rPr>
        <w:t>L</w:t>
      </w:r>
      <w:r w:rsidR="000E1451">
        <w:rPr>
          <w:rFonts w:cs="Georgia"/>
          <w:kern w:val="1"/>
        </w:rPr>
        <w:t>’</w:t>
      </w:r>
      <w:r>
        <w:rPr>
          <w:rFonts w:cs="Georgia"/>
          <w:kern w:val="1"/>
        </w:rPr>
        <w:t>ayant trouvée</w:t>
      </w:r>
      <w:r w:rsidR="000E1451">
        <w:rPr>
          <w:rFonts w:cs="Georgia"/>
          <w:kern w:val="1"/>
        </w:rPr>
        <w:t xml:space="preserve">, </w:t>
      </w:r>
      <w:r>
        <w:rPr>
          <w:rFonts w:cs="Georgia"/>
          <w:kern w:val="1"/>
        </w:rPr>
        <w:t>il se mit à écrire</w:t>
      </w:r>
      <w:r w:rsidR="000E1451">
        <w:rPr>
          <w:rFonts w:cs="Georgia"/>
          <w:kern w:val="1"/>
        </w:rPr>
        <w:t xml:space="preserve">, </w:t>
      </w:r>
      <w:r>
        <w:rPr>
          <w:rFonts w:cs="Georgia"/>
          <w:kern w:val="1"/>
        </w:rPr>
        <w:t>de biais</w:t>
      </w:r>
      <w:r w:rsidR="000E1451">
        <w:rPr>
          <w:rFonts w:cs="Georgia"/>
          <w:kern w:val="1"/>
        </w:rPr>
        <w:t xml:space="preserve">, </w:t>
      </w:r>
      <w:r>
        <w:rPr>
          <w:rFonts w:cs="Georgia"/>
          <w:kern w:val="1"/>
        </w:rPr>
        <w:t>son bras émergeant de son éternelle pèlerine grise</w:t>
      </w:r>
      <w:r w:rsidR="000E1451">
        <w:rPr>
          <w:rFonts w:cs="Georgia"/>
          <w:kern w:val="1"/>
        </w:rPr>
        <w:t>.</w:t>
      </w:r>
    </w:p>
    <w:p w14:paraId="227C549C" w14:textId="77777777" w:rsidR="000E1451" w:rsidRDefault="000E1451" w:rsidP="00BE611A">
      <w:pPr>
        <w:rPr>
          <w:rFonts w:cs="Georgia"/>
          <w:kern w:val="1"/>
        </w:rPr>
      </w:pPr>
      <w:r>
        <w:rPr>
          <w:rFonts w:cs="Georgia"/>
          <w:kern w:val="1"/>
        </w:rPr>
        <w:t>— </w:t>
      </w:r>
      <w:r w:rsidR="00BE611A">
        <w:rPr>
          <w:rFonts w:cs="Georgia"/>
          <w:kern w:val="1"/>
        </w:rPr>
        <w:t>Signez ceci</w:t>
      </w:r>
      <w:r>
        <w:rPr>
          <w:rFonts w:cs="Georgia"/>
          <w:kern w:val="1"/>
        </w:rPr>
        <w:t>.</w:t>
      </w:r>
    </w:p>
    <w:p w14:paraId="16C698C0" w14:textId="77777777" w:rsidR="000E1451" w:rsidRDefault="00BE611A" w:rsidP="00BE611A">
      <w:pPr>
        <w:rPr>
          <w:rFonts w:cs="Georgia"/>
          <w:kern w:val="1"/>
        </w:rPr>
      </w:pPr>
      <w:r>
        <w:rPr>
          <w:rFonts w:cs="Georgia"/>
          <w:kern w:val="1"/>
        </w:rPr>
        <w:t>Je lui donnai la signature qu</w:t>
      </w:r>
      <w:r w:rsidR="000E1451">
        <w:rPr>
          <w:rFonts w:cs="Georgia"/>
          <w:kern w:val="1"/>
        </w:rPr>
        <w:t>’</w:t>
      </w:r>
      <w:r>
        <w:rPr>
          <w:rFonts w:cs="Georgia"/>
          <w:kern w:val="1"/>
        </w:rPr>
        <w:t>il réclamait</w:t>
      </w:r>
      <w:r w:rsidR="000E1451">
        <w:rPr>
          <w:rFonts w:cs="Georgia"/>
          <w:kern w:val="1"/>
        </w:rPr>
        <w:t xml:space="preserve">. </w:t>
      </w:r>
      <w:r>
        <w:rPr>
          <w:rFonts w:cs="Georgia"/>
          <w:kern w:val="1"/>
        </w:rPr>
        <w:t>Ma main était ferme</w:t>
      </w:r>
      <w:r w:rsidR="000E1451">
        <w:rPr>
          <w:rFonts w:cs="Georgia"/>
          <w:kern w:val="1"/>
        </w:rPr>
        <w:t xml:space="preserve">. </w:t>
      </w:r>
      <w:r>
        <w:rPr>
          <w:rFonts w:cs="Georgia"/>
          <w:kern w:val="1"/>
        </w:rPr>
        <w:t>J</w:t>
      </w:r>
      <w:r w:rsidR="000E1451">
        <w:rPr>
          <w:rFonts w:cs="Georgia"/>
          <w:kern w:val="1"/>
        </w:rPr>
        <w:t>’</w:t>
      </w:r>
      <w:r>
        <w:rPr>
          <w:rFonts w:cs="Georgia"/>
          <w:kern w:val="1"/>
        </w:rPr>
        <w:t>avais bien réfléchi à ce que je faisais</w:t>
      </w:r>
      <w:r w:rsidR="000E1451">
        <w:rPr>
          <w:rFonts w:cs="Georgia"/>
          <w:kern w:val="1"/>
        </w:rPr>
        <w:t xml:space="preserve">. </w:t>
      </w:r>
      <w:r>
        <w:rPr>
          <w:rFonts w:cs="Georgia"/>
          <w:kern w:val="1"/>
        </w:rPr>
        <w:t>Je n</w:t>
      </w:r>
      <w:r w:rsidR="000E1451">
        <w:rPr>
          <w:rFonts w:cs="Georgia"/>
          <w:kern w:val="1"/>
        </w:rPr>
        <w:t>’</w:t>
      </w:r>
      <w:r>
        <w:rPr>
          <w:rFonts w:cs="Georgia"/>
          <w:kern w:val="1"/>
        </w:rPr>
        <w:t>ai pas regretté</w:t>
      </w:r>
      <w:r w:rsidR="000E1451">
        <w:rPr>
          <w:rFonts w:cs="Georgia"/>
          <w:kern w:val="1"/>
        </w:rPr>
        <w:t xml:space="preserve">, </w:t>
      </w:r>
      <w:r>
        <w:rPr>
          <w:rFonts w:cs="Georgia"/>
          <w:kern w:val="1"/>
        </w:rPr>
        <w:t>ni le lendemain</w:t>
      </w:r>
      <w:r w:rsidR="000E1451">
        <w:rPr>
          <w:rFonts w:cs="Georgia"/>
          <w:kern w:val="1"/>
        </w:rPr>
        <w:t xml:space="preserve">, </w:t>
      </w:r>
      <w:r>
        <w:rPr>
          <w:rFonts w:cs="Georgia"/>
          <w:kern w:val="1"/>
        </w:rPr>
        <w:t>ni jamais</w:t>
      </w:r>
      <w:r w:rsidR="000E1451">
        <w:rPr>
          <w:rFonts w:cs="Georgia"/>
          <w:kern w:val="1"/>
        </w:rPr>
        <w:t xml:space="preserve">, </w:t>
      </w:r>
      <w:r>
        <w:rPr>
          <w:rFonts w:cs="Georgia"/>
          <w:kern w:val="1"/>
        </w:rPr>
        <w:t>de l</w:t>
      </w:r>
      <w:r w:rsidR="000E1451">
        <w:rPr>
          <w:rFonts w:cs="Georgia"/>
          <w:kern w:val="1"/>
        </w:rPr>
        <w:t>’</w:t>
      </w:r>
      <w:r>
        <w:rPr>
          <w:rFonts w:cs="Georgia"/>
          <w:kern w:val="1"/>
        </w:rPr>
        <w:t>avoir fait</w:t>
      </w:r>
      <w:r w:rsidR="000E1451">
        <w:rPr>
          <w:rFonts w:cs="Georgia"/>
          <w:kern w:val="1"/>
        </w:rPr>
        <w:t>.</w:t>
      </w:r>
    </w:p>
    <w:p w14:paraId="5BDEBA71" w14:textId="77777777" w:rsidR="000E1451" w:rsidRDefault="000E1451" w:rsidP="00BE611A">
      <w:pPr>
        <w:rPr>
          <w:rFonts w:cs="Georgia"/>
          <w:kern w:val="1"/>
        </w:rPr>
      </w:pPr>
      <w:r>
        <w:rPr>
          <w:rFonts w:cs="Georgia"/>
          <w:kern w:val="1"/>
        </w:rPr>
        <w:t>— </w:t>
      </w:r>
      <w:r w:rsidR="00BE611A">
        <w:rPr>
          <w:rFonts w:cs="Georgia"/>
          <w:kern w:val="1"/>
        </w:rPr>
        <w:t>Vous pouvez disposer</w:t>
      </w:r>
      <w:r>
        <w:rPr>
          <w:rFonts w:cs="Georgia"/>
          <w:kern w:val="1"/>
        </w:rPr>
        <w:t xml:space="preserve">, </w:t>
      </w:r>
      <w:r w:rsidR="00BE611A">
        <w:rPr>
          <w:rFonts w:cs="Georgia"/>
          <w:kern w:val="1"/>
        </w:rPr>
        <w:t>dit-il</w:t>
      </w:r>
      <w:r>
        <w:rPr>
          <w:rFonts w:cs="Georgia"/>
          <w:kern w:val="1"/>
        </w:rPr>
        <w:t>.</w:t>
      </w:r>
    </w:p>
    <w:p w14:paraId="0AA35FD7" w14:textId="77777777" w:rsidR="000E1451" w:rsidRDefault="00BE611A" w:rsidP="00BE611A">
      <w:pPr>
        <w:rPr>
          <w:rFonts w:cs="Georgia"/>
          <w:kern w:val="1"/>
        </w:rPr>
      </w:pPr>
      <w:r>
        <w:rPr>
          <w:rFonts w:cs="Georgia"/>
          <w:kern w:val="1"/>
        </w:rPr>
        <w:t>Une liste s</w:t>
      </w:r>
      <w:r w:rsidR="000E1451">
        <w:rPr>
          <w:rFonts w:cs="Georgia"/>
          <w:kern w:val="1"/>
        </w:rPr>
        <w:t>’</w:t>
      </w:r>
      <w:r>
        <w:rPr>
          <w:rFonts w:cs="Georgia"/>
          <w:kern w:val="1"/>
        </w:rPr>
        <w:t>étalait sur son bureau</w:t>
      </w:r>
      <w:r w:rsidR="000E1451">
        <w:rPr>
          <w:rFonts w:cs="Georgia"/>
          <w:kern w:val="1"/>
        </w:rPr>
        <w:t xml:space="preserve">. </w:t>
      </w:r>
      <w:r>
        <w:rPr>
          <w:rFonts w:cs="Georgia"/>
          <w:kern w:val="1"/>
        </w:rPr>
        <w:t>Il s</w:t>
      </w:r>
      <w:r w:rsidR="000E1451">
        <w:rPr>
          <w:rFonts w:cs="Georgia"/>
          <w:kern w:val="1"/>
        </w:rPr>
        <w:t>’</w:t>
      </w:r>
      <w:r>
        <w:rPr>
          <w:rFonts w:cs="Georgia"/>
          <w:kern w:val="1"/>
        </w:rPr>
        <w:t>aperçut que mon regard s</w:t>
      </w:r>
      <w:r w:rsidR="000E1451">
        <w:rPr>
          <w:rFonts w:cs="Georgia"/>
          <w:kern w:val="1"/>
        </w:rPr>
        <w:t>’</w:t>
      </w:r>
      <w:r>
        <w:rPr>
          <w:rFonts w:cs="Georgia"/>
          <w:kern w:val="1"/>
        </w:rPr>
        <w:t>y arrêtait</w:t>
      </w:r>
      <w:r w:rsidR="000E1451">
        <w:rPr>
          <w:rFonts w:cs="Georgia"/>
          <w:kern w:val="1"/>
        </w:rPr>
        <w:t>.</w:t>
      </w:r>
    </w:p>
    <w:p w14:paraId="38A065F7" w14:textId="77777777" w:rsidR="000E1451" w:rsidRDefault="000E1451" w:rsidP="00BE611A">
      <w:pPr>
        <w:rPr>
          <w:rFonts w:cs="Georgia"/>
          <w:kern w:val="1"/>
        </w:rPr>
      </w:pPr>
      <w:r>
        <w:rPr>
          <w:rFonts w:cs="Georgia"/>
          <w:kern w:val="1"/>
        </w:rPr>
        <w:t>— </w:t>
      </w:r>
      <w:r w:rsidR="00BE611A">
        <w:rPr>
          <w:rFonts w:cs="Georgia"/>
          <w:kern w:val="1"/>
        </w:rPr>
        <w:t>Ce sont les noms des quarante prisonniers désignés pour la Suisse</w:t>
      </w:r>
      <w:r>
        <w:rPr>
          <w:rFonts w:cs="Georgia"/>
          <w:kern w:val="1"/>
        </w:rPr>
        <w:t xml:space="preserve">, </w:t>
      </w:r>
      <w:r w:rsidR="00BE611A">
        <w:rPr>
          <w:rFonts w:cs="Georgia"/>
          <w:kern w:val="1"/>
        </w:rPr>
        <w:t>dit-il</w:t>
      </w:r>
      <w:r>
        <w:rPr>
          <w:rFonts w:cs="Georgia"/>
          <w:kern w:val="1"/>
        </w:rPr>
        <w:t xml:space="preserve">. </w:t>
      </w:r>
      <w:r w:rsidR="00BE611A">
        <w:rPr>
          <w:rFonts w:cs="Georgia"/>
          <w:kern w:val="1"/>
        </w:rPr>
        <w:t>Ils ne sont plus que trente-neuf</w:t>
      </w:r>
      <w:r>
        <w:rPr>
          <w:rFonts w:cs="Georgia"/>
          <w:kern w:val="1"/>
        </w:rPr>
        <w:t xml:space="preserve">. </w:t>
      </w:r>
      <w:r w:rsidR="00BE611A">
        <w:rPr>
          <w:rFonts w:cs="Georgia"/>
          <w:kern w:val="1"/>
        </w:rPr>
        <w:t>Vous êtes peut-être désireux de les connaître</w:t>
      </w:r>
      <w:r>
        <w:rPr>
          <w:rFonts w:cs="Georgia"/>
          <w:kern w:val="1"/>
        </w:rPr>
        <w:t>.</w:t>
      </w:r>
    </w:p>
    <w:p w14:paraId="7C748AAB" w14:textId="77777777" w:rsidR="000E1451" w:rsidRDefault="000E1451" w:rsidP="00BE611A">
      <w:pPr>
        <w:rPr>
          <w:rFonts w:cs="Georgia"/>
          <w:kern w:val="1"/>
        </w:rPr>
      </w:pPr>
      <w:r>
        <w:rPr>
          <w:rFonts w:cs="Georgia"/>
          <w:kern w:val="1"/>
        </w:rPr>
        <w:t>— </w:t>
      </w:r>
      <w:r w:rsidR="00BE611A">
        <w:rPr>
          <w:rFonts w:cs="Georgia"/>
          <w:kern w:val="1"/>
        </w:rPr>
        <w:t>Seulement ceux de mon baraquement</w:t>
      </w:r>
      <w:r>
        <w:rPr>
          <w:rFonts w:cs="Georgia"/>
          <w:kern w:val="1"/>
        </w:rPr>
        <w:t xml:space="preserve">, </w:t>
      </w:r>
      <w:r w:rsidR="00BE611A">
        <w:rPr>
          <w:rFonts w:cs="Georgia"/>
          <w:kern w:val="1"/>
        </w:rPr>
        <w:t>murmurai-je</w:t>
      </w:r>
      <w:r>
        <w:rPr>
          <w:rFonts w:cs="Georgia"/>
          <w:kern w:val="1"/>
        </w:rPr>
        <w:t>.</w:t>
      </w:r>
    </w:p>
    <w:p w14:paraId="1DF8CF70" w14:textId="77777777" w:rsidR="000E1451" w:rsidRDefault="00BE611A" w:rsidP="00BE611A">
      <w:pPr>
        <w:rPr>
          <w:rFonts w:cs="Georgia"/>
          <w:kern w:val="1"/>
        </w:rPr>
      </w:pPr>
      <w:r>
        <w:rPr>
          <w:rFonts w:cs="Georgia"/>
          <w:kern w:val="1"/>
        </w:rPr>
        <w:t>De la part du capitaine Elbing</w:t>
      </w:r>
      <w:r w:rsidR="000E1451">
        <w:rPr>
          <w:rFonts w:cs="Georgia"/>
          <w:kern w:val="1"/>
        </w:rPr>
        <w:t xml:space="preserve">, </w:t>
      </w:r>
      <w:r>
        <w:rPr>
          <w:rFonts w:cs="Georgia"/>
          <w:kern w:val="1"/>
        </w:rPr>
        <w:t>une telle condescendance à l</w:t>
      </w:r>
      <w:r w:rsidR="000E1451">
        <w:rPr>
          <w:rFonts w:cs="Georgia"/>
          <w:kern w:val="1"/>
        </w:rPr>
        <w:t>’</w:t>
      </w:r>
      <w:r>
        <w:rPr>
          <w:rFonts w:cs="Georgia"/>
          <w:kern w:val="1"/>
        </w:rPr>
        <w:t>égard d</w:t>
      </w:r>
      <w:r w:rsidR="000E1451">
        <w:rPr>
          <w:rFonts w:cs="Georgia"/>
          <w:kern w:val="1"/>
        </w:rPr>
        <w:t>’</w:t>
      </w:r>
      <w:r>
        <w:rPr>
          <w:rFonts w:cs="Georgia"/>
          <w:kern w:val="1"/>
        </w:rPr>
        <w:t>un prisonnier avait quelque</w:t>
      </w:r>
      <w:r>
        <w:t xml:space="preserve"> </w:t>
      </w:r>
      <w:r>
        <w:rPr>
          <w:rFonts w:cs="Georgia"/>
          <w:kern w:val="1"/>
        </w:rPr>
        <w:t>chose d</w:t>
      </w:r>
      <w:r w:rsidR="000E1451">
        <w:rPr>
          <w:rFonts w:cs="Georgia"/>
          <w:kern w:val="1"/>
        </w:rPr>
        <w:t>’</w:t>
      </w:r>
      <w:r>
        <w:rPr>
          <w:rFonts w:cs="Georgia"/>
          <w:kern w:val="1"/>
        </w:rPr>
        <w:t>inouï</w:t>
      </w:r>
      <w:r w:rsidR="000E1451">
        <w:rPr>
          <w:rFonts w:cs="Georgia"/>
          <w:kern w:val="1"/>
        </w:rPr>
        <w:t xml:space="preserve">. </w:t>
      </w:r>
      <w:r>
        <w:rPr>
          <w:rFonts w:cs="Georgia"/>
          <w:kern w:val="1"/>
        </w:rPr>
        <w:t>Mais</w:t>
      </w:r>
      <w:r w:rsidR="000E1451">
        <w:rPr>
          <w:rFonts w:cs="Georgia"/>
          <w:kern w:val="1"/>
        </w:rPr>
        <w:t xml:space="preserve">, </w:t>
      </w:r>
      <w:r>
        <w:rPr>
          <w:rFonts w:cs="Georgia"/>
          <w:kern w:val="1"/>
        </w:rPr>
        <w:t>sans doute</w:t>
      </w:r>
      <w:r w:rsidR="000E1451">
        <w:rPr>
          <w:rFonts w:cs="Georgia"/>
          <w:kern w:val="1"/>
        </w:rPr>
        <w:t xml:space="preserve">, </w:t>
      </w:r>
      <w:r>
        <w:rPr>
          <w:rFonts w:cs="Georgia"/>
          <w:kern w:val="1"/>
        </w:rPr>
        <w:t>tenait-il ainsi à me marquer qu</w:t>
      </w:r>
      <w:r w:rsidR="000E1451">
        <w:rPr>
          <w:rFonts w:cs="Georgia"/>
          <w:kern w:val="1"/>
        </w:rPr>
        <w:t>’</w:t>
      </w:r>
      <w:r>
        <w:rPr>
          <w:rFonts w:cs="Georgia"/>
          <w:kern w:val="1"/>
        </w:rPr>
        <w:t>en dépit de mes efforts pour présenter ma décision comme naturelle</w:t>
      </w:r>
      <w:r w:rsidR="000E1451">
        <w:rPr>
          <w:rFonts w:cs="Georgia"/>
          <w:kern w:val="1"/>
        </w:rPr>
        <w:t xml:space="preserve">, </w:t>
      </w:r>
      <w:r>
        <w:rPr>
          <w:rFonts w:cs="Georgia"/>
          <w:kern w:val="1"/>
        </w:rPr>
        <w:t>il avait définitivement cessé de voir en moi un prisonnier comme les autres</w:t>
      </w:r>
      <w:r w:rsidR="000E1451">
        <w:rPr>
          <w:rFonts w:cs="Georgia"/>
          <w:kern w:val="1"/>
        </w:rPr>
        <w:t>.</w:t>
      </w:r>
    </w:p>
    <w:p w14:paraId="6D3AC557" w14:textId="77777777" w:rsidR="000E1451" w:rsidRDefault="000E1451" w:rsidP="00BE611A">
      <w:pPr>
        <w:rPr>
          <w:rFonts w:cs="Georgia"/>
          <w:kern w:val="1"/>
        </w:rPr>
      </w:pPr>
      <w:r>
        <w:rPr>
          <w:rFonts w:cs="Georgia"/>
          <w:kern w:val="1"/>
        </w:rPr>
        <w:t>— </w:t>
      </w:r>
      <w:r w:rsidR="00BE611A">
        <w:rPr>
          <w:rFonts w:cs="Georgia"/>
          <w:kern w:val="1"/>
        </w:rPr>
        <w:t>Votre baraquement</w:t>
      </w:r>
      <w:r>
        <w:rPr>
          <w:rFonts w:cs="Georgia"/>
          <w:kern w:val="1"/>
        </w:rPr>
        <w:t xml:space="preserve">, </w:t>
      </w:r>
      <w:r w:rsidR="00BE611A">
        <w:rPr>
          <w:rFonts w:cs="Georgia"/>
          <w:kern w:val="1"/>
        </w:rPr>
        <w:t>le numéro</w:t>
      </w:r>
      <w:r>
        <w:rPr>
          <w:rFonts w:cs="Georgia"/>
          <w:kern w:val="1"/>
        </w:rPr>
        <w:t xml:space="preserve"> </w:t>
      </w:r>
      <w:r w:rsidR="00BE611A">
        <w:rPr>
          <w:rFonts w:cs="Georgia"/>
          <w:kern w:val="1"/>
        </w:rPr>
        <w:t>7</w:t>
      </w:r>
      <w:r>
        <w:rPr>
          <w:rFonts w:cs="Georgia"/>
          <w:kern w:val="1"/>
        </w:rPr>
        <w:t xml:space="preserve">, </w:t>
      </w:r>
      <w:r w:rsidR="00BE611A">
        <w:rPr>
          <w:rFonts w:cs="Georgia"/>
          <w:kern w:val="1"/>
        </w:rPr>
        <w:t>n</w:t>
      </w:r>
      <w:r>
        <w:rPr>
          <w:rFonts w:cs="Georgia"/>
          <w:kern w:val="1"/>
        </w:rPr>
        <w:t>’</w:t>
      </w:r>
      <w:r w:rsidR="00BE611A">
        <w:rPr>
          <w:rFonts w:cs="Georgia"/>
          <w:kern w:val="1"/>
        </w:rPr>
        <w:t>est-ce pas</w:t>
      </w:r>
      <w:r>
        <w:rPr>
          <w:rFonts w:cs="Georgia"/>
          <w:kern w:val="1"/>
        </w:rPr>
        <w:t xml:space="preserve"> ? </w:t>
      </w:r>
      <w:r w:rsidR="00BE611A">
        <w:rPr>
          <w:rFonts w:cs="Georgia"/>
          <w:kern w:val="1"/>
        </w:rPr>
        <w:t>Eh bien</w:t>
      </w:r>
      <w:r>
        <w:rPr>
          <w:rFonts w:cs="Georgia"/>
          <w:kern w:val="1"/>
        </w:rPr>
        <w:t xml:space="preserve">, </w:t>
      </w:r>
      <w:r w:rsidR="00BE611A">
        <w:rPr>
          <w:rFonts w:cs="Georgia"/>
          <w:kern w:val="1"/>
        </w:rPr>
        <w:t>à part vous</w:t>
      </w:r>
      <w:r>
        <w:rPr>
          <w:rFonts w:cs="Georgia"/>
          <w:kern w:val="1"/>
        </w:rPr>
        <w:t xml:space="preserve">, </w:t>
      </w:r>
      <w:r w:rsidR="00BE611A">
        <w:rPr>
          <w:rFonts w:cs="Georgia"/>
          <w:kern w:val="1"/>
        </w:rPr>
        <w:t>il y a Guérin</w:t>
      </w:r>
      <w:r>
        <w:rPr>
          <w:rFonts w:cs="Georgia"/>
          <w:kern w:val="1"/>
        </w:rPr>
        <w:t xml:space="preserve"> – </w:t>
      </w:r>
      <w:r w:rsidR="00BE611A">
        <w:rPr>
          <w:rFonts w:cs="Georgia"/>
          <w:kern w:val="1"/>
        </w:rPr>
        <w:t>ce nom ne me dit rien</w:t>
      </w:r>
      <w:r>
        <w:rPr>
          <w:rFonts w:cs="Georgia"/>
          <w:kern w:val="1"/>
        </w:rPr>
        <w:t xml:space="preserve"> –, </w:t>
      </w:r>
      <w:r w:rsidR="00BE611A">
        <w:rPr>
          <w:rFonts w:cs="Georgia"/>
          <w:kern w:val="1"/>
        </w:rPr>
        <w:t>et Gourrut</w:t>
      </w:r>
      <w:r>
        <w:rPr>
          <w:rFonts w:cs="Georgia"/>
          <w:kern w:val="1"/>
        </w:rPr>
        <w:t xml:space="preserve">. </w:t>
      </w:r>
      <w:r w:rsidR="00BE611A">
        <w:rPr>
          <w:rFonts w:cs="Georgia"/>
          <w:kern w:val="1"/>
        </w:rPr>
        <w:t>De celui-ci</w:t>
      </w:r>
      <w:r>
        <w:rPr>
          <w:rFonts w:cs="Georgia"/>
          <w:kern w:val="1"/>
        </w:rPr>
        <w:t xml:space="preserve">, </w:t>
      </w:r>
      <w:r w:rsidR="00BE611A">
        <w:rPr>
          <w:rFonts w:cs="Georgia"/>
          <w:kern w:val="1"/>
        </w:rPr>
        <w:t>je ne suis pas fâché outre mesure d</w:t>
      </w:r>
      <w:r>
        <w:rPr>
          <w:rFonts w:cs="Georgia"/>
          <w:kern w:val="1"/>
        </w:rPr>
        <w:t>’</w:t>
      </w:r>
      <w:r w:rsidR="00BE611A">
        <w:rPr>
          <w:rFonts w:cs="Georgia"/>
          <w:kern w:val="1"/>
        </w:rPr>
        <w:t>être débarrassé</w:t>
      </w:r>
      <w:r>
        <w:rPr>
          <w:rFonts w:cs="Georgia"/>
          <w:kern w:val="1"/>
        </w:rPr>
        <w:t>.</w:t>
      </w:r>
    </w:p>
    <w:p w14:paraId="02B189A7" w14:textId="77777777" w:rsidR="000E1451" w:rsidRDefault="00BE611A" w:rsidP="00BE611A">
      <w:pPr>
        <w:rPr>
          <w:rFonts w:cs="Georgia"/>
          <w:kern w:val="1"/>
        </w:rPr>
      </w:pPr>
      <w:r>
        <w:rPr>
          <w:rFonts w:cs="Georgia"/>
          <w:kern w:val="1"/>
        </w:rPr>
        <w:lastRenderedPageBreak/>
        <w:t>C</w:t>
      </w:r>
      <w:r w:rsidR="000E1451">
        <w:rPr>
          <w:rFonts w:cs="Georgia"/>
          <w:kern w:val="1"/>
        </w:rPr>
        <w:t>’</w:t>
      </w:r>
      <w:r>
        <w:rPr>
          <w:rFonts w:cs="Georgia"/>
          <w:kern w:val="1"/>
        </w:rPr>
        <w:t>était là un des très rares points sur lesquels les pensionnaires de la baraque N</w:t>
      </w:r>
      <w:r w:rsidR="000E1451">
        <w:rPr>
          <w:rFonts w:cs="Georgia"/>
          <w:kern w:val="1"/>
        </w:rPr>
        <w:t>° 7</w:t>
      </w:r>
      <w:r>
        <w:rPr>
          <w:rFonts w:cs="Georgia"/>
          <w:kern w:val="1"/>
        </w:rPr>
        <w:t xml:space="preserve"> étaient d</w:t>
      </w:r>
      <w:r w:rsidR="000E1451">
        <w:rPr>
          <w:rFonts w:cs="Georgia"/>
          <w:kern w:val="1"/>
        </w:rPr>
        <w:t>’</w:t>
      </w:r>
      <w:r>
        <w:rPr>
          <w:rFonts w:cs="Georgia"/>
          <w:kern w:val="1"/>
        </w:rPr>
        <w:t>accord avec le capitaine Elbing</w:t>
      </w:r>
      <w:r w:rsidR="000E1451">
        <w:rPr>
          <w:rFonts w:cs="Georgia"/>
          <w:kern w:val="1"/>
        </w:rPr>
        <w:t>.</w:t>
      </w:r>
    </w:p>
    <w:p w14:paraId="6FFA86A2" w14:textId="77777777" w:rsidR="000E1451" w:rsidRDefault="00BE611A" w:rsidP="00BE611A">
      <w:pPr>
        <w:rPr>
          <w:rFonts w:cs="Georgia"/>
          <w:kern w:val="1"/>
        </w:rPr>
      </w:pPr>
      <w:r>
        <w:rPr>
          <w:rFonts w:cs="Georgia"/>
          <w:kern w:val="1"/>
        </w:rPr>
        <w:t>Sur le seuil de notre cahute</w:t>
      </w:r>
      <w:r w:rsidR="000E1451">
        <w:rPr>
          <w:rFonts w:cs="Georgia"/>
          <w:kern w:val="1"/>
        </w:rPr>
        <w:t xml:space="preserve">, </w:t>
      </w:r>
      <w:r>
        <w:rPr>
          <w:rFonts w:cs="Georgia"/>
          <w:kern w:val="1"/>
        </w:rPr>
        <w:t>un groupe anxieux guettait mon retour</w:t>
      </w:r>
      <w:r w:rsidR="000E1451">
        <w:rPr>
          <w:rFonts w:cs="Georgia"/>
          <w:kern w:val="1"/>
        </w:rPr>
        <w:t>.</w:t>
      </w:r>
    </w:p>
    <w:p w14:paraId="790BF32E" w14:textId="77777777" w:rsidR="000E1451" w:rsidRDefault="000E1451" w:rsidP="00BE611A">
      <w:pPr>
        <w:rPr>
          <w:rFonts w:cs="Georgia"/>
          <w:kern w:val="1"/>
        </w:rPr>
      </w:pPr>
      <w:r>
        <w:rPr>
          <w:rFonts w:cs="Georgia"/>
          <w:kern w:val="1"/>
        </w:rPr>
        <w:t>— </w:t>
      </w:r>
      <w:r w:rsidR="00BE611A">
        <w:rPr>
          <w:rFonts w:cs="Georgia"/>
          <w:kern w:val="1"/>
        </w:rPr>
        <w:t>Alors</w:t>
      </w:r>
      <w:r>
        <w:rPr>
          <w:rFonts w:cs="Georgia"/>
          <w:kern w:val="1"/>
        </w:rPr>
        <w:t xml:space="preserve">, </w:t>
      </w:r>
      <w:r w:rsidR="00BE611A">
        <w:rPr>
          <w:rFonts w:cs="Georgia"/>
          <w:kern w:val="1"/>
        </w:rPr>
        <w:t>dit Sylvestre</w:t>
      </w:r>
      <w:r>
        <w:rPr>
          <w:rFonts w:cs="Georgia"/>
          <w:kern w:val="1"/>
        </w:rPr>
        <w:t xml:space="preserve">, </w:t>
      </w:r>
      <w:r w:rsidR="00BE611A">
        <w:rPr>
          <w:rFonts w:cs="Georgia"/>
          <w:kern w:val="1"/>
        </w:rPr>
        <w:t>s</w:t>
      </w:r>
      <w:r>
        <w:rPr>
          <w:rFonts w:cs="Georgia"/>
          <w:kern w:val="1"/>
        </w:rPr>
        <w:t>’</w:t>
      </w:r>
      <w:r w:rsidR="00BE611A">
        <w:rPr>
          <w:rFonts w:cs="Georgia"/>
          <w:kern w:val="1"/>
        </w:rPr>
        <w:t>efforçant de prendre un air détaché</w:t>
      </w:r>
      <w:r>
        <w:rPr>
          <w:rFonts w:cs="Georgia"/>
          <w:kern w:val="1"/>
        </w:rPr>
        <w:t xml:space="preserve">, </w:t>
      </w:r>
      <w:r w:rsidR="00BE611A">
        <w:rPr>
          <w:rFonts w:cs="Georgia"/>
          <w:kern w:val="1"/>
        </w:rPr>
        <w:t>est-ce qu</w:t>
      </w:r>
      <w:r>
        <w:rPr>
          <w:rFonts w:cs="Georgia"/>
          <w:kern w:val="1"/>
        </w:rPr>
        <w:t>’</w:t>
      </w:r>
      <w:r w:rsidR="00BE611A">
        <w:rPr>
          <w:rFonts w:cs="Georgia"/>
          <w:kern w:val="1"/>
        </w:rPr>
        <w:t>il y en a parmi nous qui sont déclarés bons pour la grande vie</w:t>
      </w:r>
      <w:r>
        <w:rPr>
          <w:rFonts w:cs="Georgia"/>
          <w:kern w:val="1"/>
        </w:rPr>
        <w:t> ?</w:t>
      </w:r>
    </w:p>
    <w:p w14:paraId="5A7D2611" w14:textId="77777777" w:rsidR="000E1451" w:rsidRDefault="000E1451" w:rsidP="00BE611A">
      <w:pPr>
        <w:rPr>
          <w:rFonts w:cs="Georgia"/>
          <w:kern w:val="1"/>
        </w:rPr>
      </w:pPr>
      <w:r>
        <w:rPr>
          <w:rFonts w:cs="Georgia"/>
          <w:kern w:val="1"/>
        </w:rPr>
        <w:t>— </w:t>
      </w:r>
      <w:r w:rsidR="00BE611A">
        <w:rPr>
          <w:rFonts w:cs="Georgia"/>
          <w:kern w:val="1"/>
        </w:rPr>
        <w:t>Il y en a deux</w:t>
      </w:r>
      <w:r>
        <w:rPr>
          <w:rFonts w:cs="Georgia"/>
          <w:kern w:val="1"/>
        </w:rPr>
        <w:t>.</w:t>
      </w:r>
    </w:p>
    <w:p w14:paraId="0E2A4BD8" w14:textId="77777777" w:rsidR="000E1451" w:rsidRDefault="000E1451" w:rsidP="00BE611A">
      <w:pPr>
        <w:rPr>
          <w:rFonts w:cs="Georgia"/>
          <w:kern w:val="1"/>
        </w:rPr>
      </w:pPr>
      <w:r>
        <w:rPr>
          <w:rFonts w:cs="Georgia"/>
          <w:kern w:val="1"/>
        </w:rPr>
        <w:t>— </w:t>
      </w:r>
      <w:r w:rsidR="00BE611A">
        <w:rPr>
          <w:rFonts w:cs="Georgia"/>
          <w:kern w:val="1"/>
        </w:rPr>
        <w:t>Lesquels</w:t>
      </w:r>
      <w:r>
        <w:rPr>
          <w:rFonts w:cs="Georgia"/>
          <w:kern w:val="1"/>
        </w:rPr>
        <w:t xml:space="preserve"> ? </w:t>
      </w:r>
      <w:r w:rsidR="00BE611A">
        <w:rPr>
          <w:rFonts w:cs="Georgia"/>
          <w:kern w:val="1"/>
        </w:rPr>
        <w:t>Fais-nous pas languir</w:t>
      </w:r>
      <w:r>
        <w:rPr>
          <w:rFonts w:cs="Georgia"/>
          <w:kern w:val="1"/>
        </w:rPr>
        <w:t>.</w:t>
      </w:r>
    </w:p>
    <w:p w14:paraId="07AC6601" w14:textId="77777777" w:rsidR="000E1451" w:rsidRDefault="000E1451" w:rsidP="00BE611A">
      <w:pPr>
        <w:rPr>
          <w:rFonts w:cs="Georgia"/>
          <w:kern w:val="1"/>
        </w:rPr>
      </w:pPr>
      <w:r>
        <w:rPr>
          <w:rFonts w:cs="Georgia"/>
          <w:kern w:val="1"/>
        </w:rPr>
        <w:t>— </w:t>
      </w:r>
      <w:r w:rsidR="00BE611A">
        <w:rPr>
          <w:rFonts w:cs="Georgia"/>
          <w:kern w:val="1"/>
        </w:rPr>
        <w:t>Il y a toi</w:t>
      </w:r>
      <w:r>
        <w:rPr>
          <w:rFonts w:cs="Georgia"/>
          <w:kern w:val="1"/>
        </w:rPr>
        <w:t xml:space="preserve">, </w:t>
      </w:r>
      <w:r w:rsidR="00BE611A">
        <w:rPr>
          <w:rFonts w:cs="Georgia"/>
          <w:kern w:val="1"/>
        </w:rPr>
        <w:t>Guérin</w:t>
      </w:r>
      <w:r>
        <w:rPr>
          <w:rFonts w:cs="Georgia"/>
          <w:kern w:val="1"/>
        </w:rPr>
        <w:t xml:space="preserve">. </w:t>
      </w:r>
      <w:r w:rsidR="00BE611A">
        <w:rPr>
          <w:rFonts w:cs="Georgia"/>
          <w:kern w:val="1"/>
        </w:rPr>
        <w:t>Et puis</w:t>
      </w:r>
      <w:r>
        <w:rPr>
          <w:rFonts w:cs="Georgia"/>
          <w:kern w:val="1"/>
        </w:rPr>
        <w:t xml:space="preserve">, </w:t>
      </w:r>
      <w:r w:rsidR="00BE611A">
        <w:rPr>
          <w:rFonts w:cs="Georgia"/>
          <w:kern w:val="1"/>
        </w:rPr>
        <w:t>il y a le citoyen</w:t>
      </w:r>
      <w:r>
        <w:rPr>
          <w:rFonts w:cs="Georgia"/>
          <w:kern w:val="1"/>
        </w:rPr>
        <w:t xml:space="preserve">, </w:t>
      </w:r>
      <w:r w:rsidR="00BE611A">
        <w:rPr>
          <w:rFonts w:cs="Georgia"/>
          <w:kern w:val="1"/>
        </w:rPr>
        <w:t>là-bas</w:t>
      </w:r>
      <w:r>
        <w:rPr>
          <w:rFonts w:cs="Georgia"/>
          <w:kern w:val="1"/>
        </w:rPr>
        <w:t>.</w:t>
      </w:r>
    </w:p>
    <w:p w14:paraId="7BD1E13E" w14:textId="77777777" w:rsidR="000E1451" w:rsidRDefault="00BE611A" w:rsidP="00BE611A">
      <w:pPr>
        <w:rPr>
          <w:rFonts w:cs="Georgia"/>
          <w:kern w:val="1"/>
        </w:rPr>
      </w:pPr>
      <w:r>
        <w:rPr>
          <w:rFonts w:cs="Georgia"/>
          <w:kern w:val="1"/>
        </w:rPr>
        <w:t>Un silence pesant accueillit ma réponse</w:t>
      </w:r>
      <w:r w:rsidR="000E1451">
        <w:rPr>
          <w:rFonts w:cs="Georgia"/>
          <w:kern w:val="1"/>
        </w:rPr>
        <w:t xml:space="preserve">. </w:t>
      </w:r>
      <w:r>
        <w:rPr>
          <w:rFonts w:cs="Georgia"/>
          <w:kern w:val="1"/>
        </w:rPr>
        <w:t>Guérin s</w:t>
      </w:r>
      <w:r w:rsidR="000E1451">
        <w:rPr>
          <w:rFonts w:cs="Georgia"/>
          <w:kern w:val="1"/>
        </w:rPr>
        <w:t>’</w:t>
      </w:r>
      <w:r>
        <w:rPr>
          <w:rFonts w:cs="Georgia"/>
          <w:kern w:val="1"/>
        </w:rPr>
        <w:t>efforçait de ne pas manifester une joie déplacée</w:t>
      </w:r>
      <w:r w:rsidR="000E1451">
        <w:rPr>
          <w:rFonts w:cs="Georgia"/>
          <w:kern w:val="1"/>
        </w:rPr>
        <w:t xml:space="preserve">. </w:t>
      </w:r>
      <w:r>
        <w:rPr>
          <w:rFonts w:cs="Georgia"/>
          <w:kern w:val="1"/>
        </w:rPr>
        <w:t>Quant à Gourrut</w:t>
      </w:r>
      <w:r w:rsidR="000E1451">
        <w:rPr>
          <w:rFonts w:cs="Georgia"/>
          <w:kern w:val="1"/>
        </w:rPr>
        <w:t xml:space="preserve">, </w:t>
      </w:r>
      <w:r>
        <w:rPr>
          <w:rFonts w:cs="Georgia"/>
          <w:kern w:val="1"/>
        </w:rPr>
        <w:t>lorsqu</w:t>
      </w:r>
      <w:r w:rsidR="000E1451">
        <w:rPr>
          <w:rFonts w:cs="Georgia"/>
          <w:kern w:val="1"/>
        </w:rPr>
        <w:t>’</w:t>
      </w:r>
      <w:r>
        <w:rPr>
          <w:rFonts w:cs="Georgia"/>
          <w:kern w:val="1"/>
        </w:rPr>
        <w:t>il eut bien</w:t>
      </w:r>
      <w:r w:rsidR="000E1451">
        <w:rPr>
          <w:rFonts w:cs="Georgia"/>
          <w:kern w:val="1"/>
        </w:rPr>
        <w:t xml:space="preserve">, </w:t>
      </w:r>
      <w:r>
        <w:rPr>
          <w:rFonts w:cs="Georgia"/>
          <w:kern w:val="1"/>
        </w:rPr>
        <w:t>compris que c</w:t>
      </w:r>
      <w:r w:rsidR="000E1451">
        <w:rPr>
          <w:rFonts w:cs="Georgia"/>
          <w:kern w:val="1"/>
        </w:rPr>
        <w:t>’</w:t>
      </w:r>
      <w:r>
        <w:rPr>
          <w:rFonts w:cs="Georgia"/>
          <w:kern w:val="1"/>
        </w:rPr>
        <w:t>était également de lui qu</w:t>
      </w:r>
      <w:r w:rsidR="000E1451">
        <w:rPr>
          <w:rFonts w:cs="Georgia"/>
          <w:kern w:val="1"/>
        </w:rPr>
        <w:t>’</w:t>
      </w:r>
      <w:r>
        <w:rPr>
          <w:rFonts w:cs="Georgia"/>
          <w:kern w:val="1"/>
        </w:rPr>
        <w:t>il s</w:t>
      </w:r>
      <w:r w:rsidR="000E1451">
        <w:rPr>
          <w:rFonts w:cs="Georgia"/>
          <w:kern w:val="1"/>
        </w:rPr>
        <w:t>’</w:t>
      </w:r>
      <w:r>
        <w:rPr>
          <w:rFonts w:cs="Georgia"/>
          <w:kern w:val="1"/>
        </w:rPr>
        <w:t>agissait</w:t>
      </w:r>
      <w:r w:rsidR="000E1451">
        <w:rPr>
          <w:rFonts w:cs="Georgia"/>
          <w:kern w:val="1"/>
        </w:rPr>
        <w:t xml:space="preserve">, </w:t>
      </w:r>
      <w:r>
        <w:rPr>
          <w:rFonts w:cs="Georgia"/>
          <w:kern w:val="1"/>
        </w:rPr>
        <w:t>il jeta en l</w:t>
      </w:r>
      <w:r w:rsidR="000E1451">
        <w:rPr>
          <w:rFonts w:cs="Georgia"/>
          <w:kern w:val="1"/>
        </w:rPr>
        <w:t>’</w:t>
      </w:r>
      <w:r>
        <w:rPr>
          <w:rFonts w:cs="Georgia"/>
          <w:kern w:val="1"/>
        </w:rPr>
        <w:t>air son képi</w:t>
      </w:r>
      <w:r w:rsidR="000E1451">
        <w:rPr>
          <w:rFonts w:cs="Georgia"/>
          <w:kern w:val="1"/>
        </w:rPr>
        <w:t xml:space="preserve">, </w:t>
      </w:r>
      <w:r>
        <w:rPr>
          <w:rFonts w:cs="Georgia"/>
          <w:kern w:val="1"/>
        </w:rPr>
        <w:t>et il se mit à exécuter sur sa paillasse une danse désordonnée</w:t>
      </w:r>
      <w:r w:rsidR="000E1451">
        <w:rPr>
          <w:rFonts w:cs="Georgia"/>
          <w:kern w:val="1"/>
        </w:rPr>
        <w:t>.</w:t>
      </w:r>
    </w:p>
    <w:p w14:paraId="3DBB0029" w14:textId="77777777" w:rsidR="000E1451" w:rsidRDefault="000E1451" w:rsidP="00BE611A">
      <w:pPr>
        <w:rPr>
          <w:rFonts w:cs="Georgia"/>
          <w:kern w:val="1"/>
        </w:rPr>
      </w:pPr>
      <w:r>
        <w:rPr>
          <w:rFonts w:cs="Georgia"/>
          <w:kern w:val="1"/>
        </w:rPr>
        <w:t>— </w:t>
      </w:r>
      <w:r w:rsidR="00BE611A">
        <w:rPr>
          <w:rFonts w:cs="Georgia"/>
          <w:kern w:val="1"/>
        </w:rPr>
        <w:t>La barbe</w:t>
      </w:r>
      <w:r>
        <w:rPr>
          <w:rFonts w:cs="Georgia"/>
          <w:kern w:val="1"/>
        </w:rPr>
        <w:t xml:space="preserve"> ! </w:t>
      </w:r>
      <w:r w:rsidR="00BE611A">
        <w:rPr>
          <w:rFonts w:cs="Georgia"/>
          <w:kern w:val="1"/>
        </w:rPr>
        <w:t>dit Fichet</w:t>
      </w:r>
      <w:r>
        <w:rPr>
          <w:rFonts w:cs="Georgia"/>
          <w:kern w:val="1"/>
        </w:rPr>
        <w:t xml:space="preserve">. </w:t>
      </w:r>
      <w:r w:rsidR="00BE611A">
        <w:rPr>
          <w:rFonts w:cs="Georgia"/>
          <w:kern w:val="1"/>
        </w:rPr>
        <w:t>Tu peux être content</w:t>
      </w:r>
      <w:r>
        <w:rPr>
          <w:rFonts w:cs="Georgia"/>
          <w:kern w:val="1"/>
        </w:rPr>
        <w:t xml:space="preserve">, </w:t>
      </w:r>
      <w:r w:rsidR="00BE611A">
        <w:rPr>
          <w:rFonts w:cs="Georgia"/>
          <w:kern w:val="1"/>
        </w:rPr>
        <w:t>tu sais</w:t>
      </w:r>
      <w:r>
        <w:rPr>
          <w:rFonts w:cs="Georgia"/>
          <w:kern w:val="1"/>
        </w:rPr>
        <w:t xml:space="preserve">. </w:t>
      </w:r>
      <w:r w:rsidR="00BE611A">
        <w:rPr>
          <w:rFonts w:cs="Georgia"/>
          <w:kern w:val="1"/>
        </w:rPr>
        <w:t>Moins que nous</w:t>
      </w:r>
      <w:r>
        <w:rPr>
          <w:rFonts w:cs="Georgia"/>
          <w:kern w:val="1"/>
        </w:rPr>
        <w:t xml:space="preserve">, </w:t>
      </w:r>
      <w:r w:rsidR="00BE611A">
        <w:rPr>
          <w:rFonts w:cs="Georgia"/>
          <w:kern w:val="1"/>
        </w:rPr>
        <w:t>qui ne verrons plus ta sale gueule</w:t>
      </w:r>
      <w:r>
        <w:rPr>
          <w:rFonts w:cs="Georgia"/>
          <w:kern w:val="1"/>
        </w:rPr>
        <w:t>.</w:t>
      </w:r>
    </w:p>
    <w:p w14:paraId="4A01E974" w14:textId="77777777" w:rsidR="000E1451" w:rsidRDefault="000E1451" w:rsidP="00BE611A">
      <w:pPr>
        <w:rPr>
          <w:rFonts w:cs="Georgia"/>
          <w:kern w:val="1"/>
        </w:rPr>
      </w:pPr>
      <w:r>
        <w:rPr>
          <w:rFonts w:cs="Georgia"/>
          <w:kern w:val="1"/>
        </w:rPr>
        <w:t>— </w:t>
      </w:r>
      <w:r w:rsidR="00BE611A">
        <w:rPr>
          <w:rFonts w:cs="Georgia"/>
          <w:kern w:val="1"/>
        </w:rPr>
        <w:t>Si j</w:t>
      </w:r>
      <w:r>
        <w:rPr>
          <w:rFonts w:cs="Georgia"/>
          <w:kern w:val="1"/>
        </w:rPr>
        <w:t>’</w:t>
      </w:r>
      <w:r w:rsidR="00BE611A">
        <w:rPr>
          <w:rFonts w:cs="Georgia"/>
          <w:kern w:val="1"/>
        </w:rPr>
        <w:t>étais le patron du Claridge qui va recevoir ce coco-là</w:t>
      </w:r>
      <w:r>
        <w:rPr>
          <w:rFonts w:cs="Georgia"/>
          <w:kern w:val="1"/>
        </w:rPr>
        <w:t xml:space="preserve">, </w:t>
      </w:r>
      <w:r w:rsidR="00BE611A">
        <w:rPr>
          <w:rFonts w:cs="Georgia"/>
          <w:kern w:val="1"/>
        </w:rPr>
        <w:t>opina le petit Dauphin</w:t>
      </w:r>
      <w:r>
        <w:rPr>
          <w:rFonts w:cs="Georgia"/>
          <w:kern w:val="1"/>
        </w:rPr>
        <w:t xml:space="preserve">, </w:t>
      </w:r>
      <w:r w:rsidR="00BE611A">
        <w:rPr>
          <w:rFonts w:cs="Georgia"/>
          <w:kern w:val="1"/>
        </w:rPr>
        <w:t>tu parles que je mettrais des ficelles après les ustensiles</w:t>
      </w:r>
      <w:r>
        <w:rPr>
          <w:rFonts w:cs="Georgia"/>
          <w:kern w:val="1"/>
        </w:rPr>
        <w:t xml:space="preserve">, </w:t>
      </w:r>
      <w:r w:rsidR="00BE611A">
        <w:rPr>
          <w:rFonts w:cs="Georgia"/>
          <w:kern w:val="1"/>
        </w:rPr>
        <w:t>comme aux porte-plume des bureaux de poste</w:t>
      </w:r>
      <w:r>
        <w:rPr>
          <w:rFonts w:cs="Georgia"/>
          <w:kern w:val="1"/>
        </w:rPr>
        <w:t>.</w:t>
      </w:r>
    </w:p>
    <w:p w14:paraId="4665E8B2" w14:textId="77777777" w:rsidR="000E1451" w:rsidRDefault="000E1451" w:rsidP="00BE611A">
      <w:pPr>
        <w:rPr>
          <w:rFonts w:cs="Georgia"/>
          <w:kern w:val="1"/>
        </w:rPr>
      </w:pPr>
      <w:r>
        <w:rPr>
          <w:rFonts w:cs="Georgia"/>
          <w:kern w:val="1"/>
        </w:rPr>
        <w:t>— </w:t>
      </w:r>
      <w:r w:rsidR="00BE611A">
        <w:rPr>
          <w:rFonts w:cs="Georgia"/>
          <w:kern w:val="1"/>
        </w:rPr>
        <w:t>Y en a qui râlent de jalousie</w:t>
      </w:r>
      <w:r>
        <w:rPr>
          <w:rFonts w:cs="Georgia"/>
          <w:kern w:val="1"/>
        </w:rPr>
        <w:t xml:space="preserve">, </w:t>
      </w:r>
      <w:r w:rsidR="00BE611A">
        <w:rPr>
          <w:rFonts w:cs="Georgia"/>
          <w:kern w:val="1"/>
        </w:rPr>
        <w:t>criait Gourrut</w:t>
      </w:r>
      <w:r>
        <w:rPr>
          <w:rFonts w:cs="Georgia"/>
          <w:kern w:val="1"/>
        </w:rPr>
        <w:t xml:space="preserve">, </w:t>
      </w:r>
      <w:r w:rsidR="00BE611A">
        <w:rPr>
          <w:rFonts w:cs="Georgia"/>
          <w:kern w:val="1"/>
        </w:rPr>
        <w:t>dansant toujours</w:t>
      </w:r>
      <w:r>
        <w:rPr>
          <w:rFonts w:cs="Georgia"/>
          <w:kern w:val="1"/>
        </w:rPr>
        <w:t xml:space="preserve">, </w:t>
      </w:r>
      <w:r w:rsidR="00BE611A">
        <w:rPr>
          <w:rFonts w:cs="Georgia"/>
          <w:kern w:val="1"/>
        </w:rPr>
        <w:t>y en a qui râlent</w:t>
      </w:r>
      <w:r>
        <w:rPr>
          <w:rFonts w:cs="Georgia"/>
          <w:kern w:val="1"/>
        </w:rPr>
        <w:t>.</w:t>
      </w:r>
    </w:p>
    <w:p w14:paraId="4E9CE189" w14:textId="77777777" w:rsidR="000E1451" w:rsidRDefault="000E1451" w:rsidP="00BE611A">
      <w:pPr>
        <w:rPr>
          <w:rFonts w:cs="Georgia"/>
          <w:kern w:val="1"/>
        </w:rPr>
      </w:pPr>
      <w:r>
        <w:rPr>
          <w:rFonts w:cs="Georgia"/>
          <w:kern w:val="1"/>
        </w:rPr>
        <w:t>— </w:t>
      </w:r>
      <w:r w:rsidR="00BE611A">
        <w:rPr>
          <w:rFonts w:cs="Georgia"/>
          <w:kern w:val="1"/>
        </w:rPr>
        <w:t>Et puis après</w:t>
      </w:r>
      <w:r>
        <w:rPr>
          <w:rFonts w:cs="Georgia"/>
          <w:kern w:val="1"/>
        </w:rPr>
        <w:t xml:space="preserve">, </w:t>
      </w:r>
      <w:r w:rsidR="00BE611A">
        <w:rPr>
          <w:rFonts w:cs="Georgia"/>
          <w:kern w:val="1"/>
        </w:rPr>
        <w:t>dit Sylvestre</w:t>
      </w:r>
      <w:r>
        <w:rPr>
          <w:rFonts w:cs="Georgia"/>
          <w:kern w:val="1"/>
        </w:rPr>
        <w:t xml:space="preserve">, </w:t>
      </w:r>
      <w:r w:rsidR="00BE611A">
        <w:rPr>
          <w:rFonts w:cs="Georgia"/>
          <w:kern w:val="1"/>
        </w:rPr>
        <w:t>furieux</w:t>
      </w:r>
      <w:r>
        <w:rPr>
          <w:rFonts w:cs="Georgia"/>
          <w:kern w:val="1"/>
        </w:rPr>
        <w:t xml:space="preserve">, </w:t>
      </w:r>
      <w:r w:rsidR="00BE611A">
        <w:rPr>
          <w:rFonts w:cs="Georgia"/>
          <w:kern w:val="1"/>
        </w:rPr>
        <w:t>y a pas de quoi être si fier d</w:t>
      </w:r>
      <w:r>
        <w:rPr>
          <w:rFonts w:cs="Georgia"/>
          <w:kern w:val="1"/>
        </w:rPr>
        <w:t>’</w:t>
      </w:r>
      <w:r w:rsidR="00BE611A">
        <w:rPr>
          <w:rFonts w:cs="Georgia"/>
          <w:kern w:val="1"/>
        </w:rPr>
        <w:t>être pourri</w:t>
      </w:r>
      <w:r>
        <w:rPr>
          <w:rFonts w:cs="Georgia"/>
          <w:kern w:val="1"/>
        </w:rPr>
        <w:t xml:space="preserve">, </w:t>
      </w:r>
      <w:r w:rsidR="00BE611A">
        <w:rPr>
          <w:rFonts w:cs="Georgia"/>
          <w:kern w:val="1"/>
        </w:rPr>
        <w:t>sans blague</w:t>
      </w:r>
      <w:r>
        <w:rPr>
          <w:rFonts w:cs="Georgia"/>
          <w:kern w:val="1"/>
        </w:rPr>
        <w:t> !</w:t>
      </w:r>
    </w:p>
    <w:p w14:paraId="73851BAF" w14:textId="77777777" w:rsidR="000E1451" w:rsidRDefault="00BE611A" w:rsidP="00BE611A">
      <w:pPr>
        <w:rPr>
          <w:rFonts w:cs="Georgia"/>
          <w:kern w:val="1"/>
        </w:rPr>
      </w:pPr>
      <w:r>
        <w:rPr>
          <w:rFonts w:cs="Georgia"/>
          <w:kern w:val="1"/>
        </w:rPr>
        <w:lastRenderedPageBreak/>
        <w:t>Je me taisais</w:t>
      </w:r>
      <w:r w:rsidR="000E1451">
        <w:rPr>
          <w:rFonts w:cs="Georgia"/>
          <w:kern w:val="1"/>
        </w:rPr>
        <w:t xml:space="preserve">. </w:t>
      </w:r>
      <w:r>
        <w:rPr>
          <w:rFonts w:cs="Georgia"/>
          <w:kern w:val="1"/>
        </w:rPr>
        <w:t>Mon regard cherchait deux de nos camarades</w:t>
      </w:r>
      <w:r w:rsidR="000E1451">
        <w:rPr>
          <w:rFonts w:cs="Georgia"/>
          <w:kern w:val="1"/>
        </w:rPr>
        <w:t xml:space="preserve">, </w:t>
      </w:r>
      <w:r>
        <w:rPr>
          <w:rFonts w:cs="Georgia"/>
          <w:kern w:val="1"/>
        </w:rPr>
        <w:t>ceux que j</w:t>
      </w:r>
      <w:r w:rsidR="000E1451">
        <w:rPr>
          <w:rFonts w:cs="Georgia"/>
          <w:kern w:val="1"/>
        </w:rPr>
        <w:t>’</w:t>
      </w:r>
      <w:r>
        <w:rPr>
          <w:rFonts w:cs="Georgia"/>
          <w:kern w:val="1"/>
        </w:rPr>
        <w:t>aurais</w:t>
      </w:r>
      <w:r w:rsidR="000E1451">
        <w:rPr>
          <w:rFonts w:cs="Georgia"/>
          <w:kern w:val="1"/>
        </w:rPr>
        <w:t xml:space="preserve">, </w:t>
      </w:r>
      <w:r>
        <w:rPr>
          <w:rFonts w:cs="Georgia"/>
          <w:kern w:val="1"/>
        </w:rPr>
        <w:t>pour des raisons différentes</w:t>
      </w:r>
      <w:r w:rsidR="000E1451">
        <w:rPr>
          <w:rFonts w:cs="Georgia"/>
          <w:kern w:val="1"/>
        </w:rPr>
        <w:t xml:space="preserve">, </w:t>
      </w:r>
      <w:r>
        <w:rPr>
          <w:rFonts w:cs="Georgia"/>
          <w:kern w:val="1"/>
        </w:rPr>
        <w:t>tant désiré voir profiter d</w:t>
      </w:r>
      <w:r w:rsidR="000E1451">
        <w:rPr>
          <w:rFonts w:cs="Georgia"/>
          <w:kern w:val="1"/>
        </w:rPr>
        <w:t>’</w:t>
      </w:r>
      <w:r>
        <w:rPr>
          <w:rFonts w:cs="Georgia"/>
          <w:kern w:val="1"/>
        </w:rPr>
        <w:t>une semblable aubaine</w:t>
      </w:r>
      <w:r w:rsidR="000E1451">
        <w:rPr>
          <w:rFonts w:cs="Georgia"/>
          <w:kern w:val="1"/>
        </w:rPr>
        <w:t xml:space="preserve">, </w:t>
      </w:r>
      <w:r>
        <w:rPr>
          <w:rFonts w:cs="Georgia"/>
          <w:kern w:val="1"/>
        </w:rPr>
        <w:t>Audemard</w:t>
      </w:r>
      <w:r w:rsidR="000E1451">
        <w:rPr>
          <w:rFonts w:cs="Georgia"/>
          <w:kern w:val="1"/>
        </w:rPr>
        <w:t xml:space="preserve">, </w:t>
      </w:r>
      <w:r>
        <w:rPr>
          <w:rFonts w:cs="Georgia"/>
          <w:kern w:val="1"/>
        </w:rPr>
        <w:t>d</w:t>
      </w:r>
      <w:r w:rsidR="000E1451">
        <w:rPr>
          <w:rFonts w:cs="Georgia"/>
          <w:kern w:val="1"/>
        </w:rPr>
        <w:t>’</w:t>
      </w:r>
      <w:r>
        <w:rPr>
          <w:rFonts w:cs="Georgia"/>
          <w:kern w:val="1"/>
        </w:rPr>
        <w:t>abord</w:t>
      </w:r>
      <w:r w:rsidR="000E1451">
        <w:rPr>
          <w:rFonts w:cs="Georgia"/>
          <w:kern w:val="1"/>
        </w:rPr>
        <w:t xml:space="preserve">. </w:t>
      </w:r>
      <w:r>
        <w:rPr>
          <w:rFonts w:cs="Georgia"/>
          <w:kern w:val="1"/>
        </w:rPr>
        <w:t>Dans un coin de la baraque</w:t>
      </w:r>
      <w:r w:rsidR="000E1451">
        <w:rPr>
          <w:rFonts w:cs="Georgia"/>
          <w:kern w:val="1"/>
        </w:rPr>
        <w:t xml:space="preserve">, </w:t>
      </w:r>
      <w:r>
        <w:rPr>
          <w:rFonts w:cs="Georgia"/>
          <w:kern w:val="1"/>
        </w:rPr>
        <w:t>il écoutait d</w:t>
      </w:r>
      <w:r w:rsidR="000E1451">
        <w:rPr>
          <w:rFonts w:cs="Georgia"/>
          <w:kern w:val="1"/>
        </w:rPr>
        <w:t>’</w:t>
      </w:r>
      <w:r>
        <w:rPr>
          <w:rFonts w:cs="Georgia"/>
          <w:kern w:val="1"/>
        </w:rPr>
        <w:t>un air sombre</w:t>
      </w:r>
      <w:r w:rsidR="000E1451">
        <w:rPr>
          <w:rFonts w:cs="Georgia"/>
          <w:kern w:val="1"/>
        </w:rPr>
        <w:t xml:space="preserve">, </w:t>
      </w:r>
      <w:r>
        <w:rPr>
          <w:rFonts w:cs="Georgia"/>
          <w:kern w:val="1"/>
        </w:rPr>
        <w:t>sans s</w:t>
      </w:r>
      <w:r w:rsidR="000E1451">
        <w:rPr>
          <w:rFonts w:cs="Georgia"/>
          <w:kern w:val="1"/>
        </w:rPr>
        <w:t>’</w:t>
      </w:r>
      <w:r>
        <w:rPr>
          <w:rFonts w:cs="Georgia"/>
          <w:kern w:val="1"/>
        </w:rPr>
        <w:t>être mêlé un seul moment à la discussion</w:t>
      </w:r>
      <w:r w:rsidR="000E1451">
        <w:rPr>
          <w:rFonts w:cs="Georgia"/>
          <w:kern w:val="1"/>
        </w:rPr>
        <w:t xml:space="preserve">. </w:t>
      </w:r>
      <w:r>
        <w:rPr>
          <w:rFonts w:cs="Georgia"/>
          <w:kern w:val="1"/>
        </w:rPr>
        <w:t>Et puis</w:t>
      </w:r>
      <w:r w:rsidR="000E1451">
        <w:rPr>
          <w:rFonts w:cs="Georgia"/>
          <w:kern w:val="1"/>
        </w:rPr>
        <w:t xml:space="preserve">, </w:t>
      </w:r>
      <w:r>
        <w:rPr>
          <w:rFonts w:cs="Georgia"/>
          <w:kern w:val="1"/>
        </w:rPr>
        <w:t>là</w:t>
      </w:r>
      <w:r w:rsidR="000E1451">
        <w:rPr>
          <w:rFonts w:cs="Georgia"/>
          <w:kern w:val="1"/>
        </w:rPr>
        <w:t xml:space="preserve">, </w:t>
      </w:r>
      <w:r>
        <w:rPr>
          <w:rFonts w:cs="Georgia"/>
          <w:kern w:val="1"/>
        </w:rPr>
        <w:t>tout près de moi</w:t>
      </w:r>
      <w:r w:rsidR="000E1451">
        <w:rPr>
          <w:rFonts w:cs="Georgia"/>
          <w:kern w:val="1"/>
        </w:rPr>
        <w:t xml:space="preserve">, </w:t>
      </w:r>
      <w:r>
        <w:rPr>
          <w:rFonts w:cs="Georgia"/>
          <w:kern w:val="1"/>
        </w:rPr>
        <w:t>le pauvre Mopti</w:t>
      </w:r>
      <w:r w:rsidR="000E1451">
        <w:rPr>
          <w:rFonts w:cs="Georgia"/>
          <w:kern w:val="1"/>
        </w:rPr>
        <w:t xml:space="preserve">, </w:t>
      </w:r>
      <w:r>
        <w:rPr>
          <w:rFonts w:cs="Georgia"/>
          <w:kern w:val="1"/>
        </w:rPr>
        <w:t>dont l</w:t>
      </w:r>
      <w:r w:rsidR="000E1451">
        <w:rPr>
          <w:rFonts w:cs="Georgia"/>
          <w:kern w:val="1"/>
        </w:rPr>
        <w:t>’</w:t>
      </w:r>
      <w:r>
        <w:rPr>
          <w:rFonts w:cs="Georgia"/>
          <w:kern w:val="1"/>
        </w:rPr>
        <w:t>arrivée de l</w:t>
      </w:r>
      <w:r w:rsidR="000E1451">
        <w:rPr>
          <w:rFonts w:cs="Georgia"/>
          <w:kern w:val="1"/>
        </w:rPr>
        <w:t>’</w:t>
      </w:r>
      <w:r>
        <w:rPr>
          <w:rFonts w:cs="Georgia"/>
          <w:kern w:val="1"/>
        </w:rPr>
        <w:t>été avait prolongé</w:t>
      </w:r>
      <w:r w:rsidR="000E1451">
        <w:rPr>
          <w:rFonts w:cs="Georgia"/>
          <w:kern w:val="1"/>
        </w:rPr>
        <w:t xml:space="preserve"> – </w:t>
      </w:r>
      <w:r>
        <w:rPr>
          <w:rFonts w:cs="Georgia"/>
          <w:kern w:val="1"/>
        </w:rPr>
        <w:t>pour combien de jours encore</w:t>
      </w:r>
      <w:r w:rsidR="000E1451">
        <w:rPr>
          <w:rFonts w:cs="Georgia"/>
          <w:kern w:val="1"/>
        </w:rPr>
        <w:t xml:space="preserve"> ? – </w:t>
      </w:r>
      <w:r>
        <w:rPr>
          <w:rFonts w:cs="Georgia"/>
          <w:kern w:val="1"/>
        </w:rPr>
        <w:t>la misérable vie</w:t>
      </w:r>
      <w:r w:rsidR="000E1451">
        <w:rPr>
          <w:rFonts w:cs="Georgia"/>
          <w:kern w:val="1"/>
        </w:rPr>
        <w:t>.</w:t>
      </w:r>
    </w:p>
    <w:p w14:paraId="5483FD63" w14:textId="77777777" w:rsidR="000E1451" w:rsidRDefault="00BE611A" w:rsidP="00BE611A">
      <w:pPr>
        <w:rPr>
          <w:rFonts w:cs="Georgia"/>
          <w:kern w:val="1"/>
        </w:rPr>
      </w:pPr>
      <w:r>
        <w:rPr>
          <w:rFonts w:cs="Georgia"/>
          <w:kern w:val="1"/>
        </w:rPr>
        <w:t>Tout le monde</w:t>
      </w:r>
      <w:r w:rsidR="000E1451">
        <w:rPr>
          <w:rFonts w:cs="Georgia"/>
          <w:kern w:val="1"/>
        </w:rPr>
        <w:t xml:space="preserve">, </w:t>
      </w:r>
      <w:r>
        <w:rPr>
          <w:rFonts w:cs="Georgia"/>
          <w:kern w:val="1"/>
        </w:rPr>
        <w:t>maintenant</w:t>
      </w:r>
      <w:r w:rsidR="000E1451">
        <w:rPr>
          <w:rFonts w:cs="Georgia"/>
          <w:kern w:val="1"/>
        </w:rPr>
        <w:t xml:space="preserve">, </w:t>
      </w:r>
      <w:r>
        <w:rPr>
          <w:rFonts w:cs="Georgia"/>
          <w:kern w:val="1"/>
        </w:rPr>
        <w:t>gardait le silence</w:t>
      </w:r>
      <w:r w:rsidR="000E1451">
        <w:rPr>
          <w:rFonts w:cs="Georgia"/>
          <w:kern w:val="1"/>
        </w:rPr>
        <w:t xml:space="preserve">, </w:t>
      </w:r>
      <w:r>
        <w:rPr>
          <w:rFonts w:cs="Georgia"/>
          <w:kern w:val="1"/>
        </w:rPr>
        <w:t>à part Sylvestre</w:t>
      </w:r>
      <w:r w:rsidR="000E1451">
        <w:rPr>
          <w:rFonts w:cs="Georgia"/>
          <w:kern w:val="1"/>
        </w:rPr>
        <w:t xml:space="preserve">, </w:t>
      </w:r>
      <w:r>
        <w:rPr>
          <w:rFonts w:cs="Georgia"/>
          <w:kern w:val="1"/>
        </w:rPr>
        <w:t>que l</w:t>
      </w:r>
      <w:r w:rsidR="000E1451">
        <w:rPr>
          <w:rFonts w:cs="Georgia"/>
          <w:kern w:val="1"/>
        </w:rPr>
        <w:t>’</w:t>
      </w:r>
      <w:r>
        <w:rPr>
          <w:rFonts w:cs="Georgia"/>
          <w:kern w:val="1"/>
        </w:rPr>
        <w:t>allégresse insolente de Gourrut avait mis hors de lui</w:t>
      </w:r>
      <w:r w:rsidR="000E1451">
        <w:rPr>
          <w:rFonts w:cs="Georgia"/>
          <w:kern w:val="1"/>
        </w:rPr>
        <w:t>.</w:t>
      </w:r>
    </w:p>
    <w:p w14:paraId="669C9FB2" w14:textId="77777777" w:rsidR="000E1451" w:rsidRDefault="000E1451" w:rsidP="00BE611A">
      <w:pPr>
        <w:rPr>
          <w:rFonts w:cs="Georgia"/>
          <w:kern w:val="1"/>
        </w:rPr>
      </w:pPr>
      <w:r>
        <w:rPr>
          <w:rFonts w:cs="Georgia"/>
          <w:kern w:val="1"/>
        </w:rPr>
        <w:t>— </w:t>
      </w:r>
      <w:r w:rsidR="00BE611A">
        <w:rPr>
          <w:rFonts w:cs="Georgia"/>
          <w:kern w:val="1"/>
        </w:rPr>
        <w:t>Quand je pense que ce cochon-là a tout fait pour nous faire prendre en grippe un copain comme celui-ci</w:t>
      </w:r>
      <w:r>
        <w:rPr>
          <w:rFonts w:cs="Georgia"/>
          <w:kern w:val="1"/>
        </w:rPr>
        <w:t xml:space="preserve">, </w:t>
      </w:r>
      <w:r w:rsidR="00BE611A">
        <w:rPr>
          <w:rFonts w:cs="Georgia"/>
          <w:kern w:val="1"/>
        </w:rPr>
        <w:t>répétait-il en me désignant</w:t>
      </w:r>
      <w:r>
        <w:rPr>
          <w:rFonts w:cs="Georgia"/>
          <w:kern w:val="1"/>
        </w:rPr>
        <w:t xml:space="preserve">, </w:t>
      </w:r>
      <w:r w:rsidR="00BE611A">
        <w:rPr>
          <w:rFonts w:cs="Georgia"/>
          <w:kern w:val="1"/>
        </w:rPr>
        <w:t>pour nous persuader qu</w:t>
      </w:r>
      <w:r>
        <w:rPr>
          <w:rFonts w:cs="Georgia"/>
          <w:kern w:val="1"/>
        </w:rPr>
        <w:t>’</w:t>
      </w:r>
      <w:r w:rsidR="00BE611A">
        <w:rPr>
          <w:rFonts w:cs="Georgia"/>
          <w:kern w:val="1"/>
        </w:rPr>
        <w:t>il était de mèche avec les Boches</w:t>
      </w:r>
      <w:r>
        <w:rPr>
          <w:rFonts w:cs="Georgia"/>
          <w:kern w:val="1"/>
        </w:rPr>
        <w:t xml:space="preserve"> ! </w:t>
      </w:r>
      <w:r w:rsidR="00BE611A">
        <w:rPr>
          <w:rFonts w:cs="Georgia"/>
          <w:kern w:val="1"/>
        </w:rPr>
        <w:t>S</w:t>
      </w:r>
      <w:r>
        <w:rPr>
          <w:rFonts w:cs="Georgia"/>
          <w:kern w:val="1"/>
        </w:rPr>
        <w:t>’</w:t>
      </w:r>
      <w:r w:rsidR="00BE611A">
        <w:rPr>
          <w:rFonts w:cs="Georgia"/>
          <w:kern w:val="1"/>
        </w:rPr>
        <w:t>il avait été si bien que ça avec eux</w:t>
      </w:r>
      <w:r>
        <w:rPr>
          <w:rFonts w:cs="Georgia"/>
          <w:kern w:val="1"/>
        </w:rPr>
        <w:t xml:space="preserve">, </w:t>
      </w:r>
      <w:r w:rsidR="00BE611A">
        <w:rPr>
          <w:rFonts w:cs="Georgia"/>
          <w:kern w:val="1"/>
        </w:rPr>
        <w:t>c</w:t>
      </w:r>
      <w:r>
        <w:rPr>
          <w:rFonts w:cs="Georgia"/>
          <w:kern w:val="1"/>
        </w:rPr>
        <w:t>’</w:t>
      </w:r>
      <w:r w:rsidR="00BE611A">
        <w:rPr>
          <w:rFonts w:cs="Georgia"/>
          <w:kern w:val="1"/>
        </w:rPr>
        <w:t>est lui</w:t>
      </w:r>
      <w:r>
        <w:rPr>
          <w:rFonts w:cs="Georgia"/>
          <w:kern w:val="1"/>
        </w:rPr>
        <w:t xml:space="preserve">, </w:t>
      </w:r>
      <w:r w:rsidR="00BE611A">
        <w:rPr>
          <w:rFonts w:cs="Georgia"/>
          <w:kern w:val="1"/>
        </w:rPr>
        <w:t>eh</w:t>
      </w:r>
      <w:r>
        <w:rPr>
          <w:rFonts w:cs="Georgia"/>
          <w:kern w:val="1"/>
        </w:rPr>
        <w:t xml:space="preserve"> ! </w:t>
      </w:r>
      <w:r w:rsidR="00BE611A">
        <w:rPr>
          <w:rFonts w:cs="Georgia"/>
          <w:kern w:val="1"/>
        </w:rPr>
        <w:t>fumier</w:t>
      </w:r>
      <w:r>
        <w:rPr>
          <w:rFonts w:cs="Georgia"/>
          <w:kern w:val="1"/>
        </w:rPr>
        <w:t xml:space="preserve">, </w:t>
      </w:r>
      <w:r w:rsidR="00BE611A">
        <w:rPr>
          <w:rFonts w:cs="Georgia"/>
          <w:kern w:val="1"/>
        </w:rPr>
        <w:t>qui serait désigné pour partir</w:t>
      </w:r>
      <w:r>
        <w:rPr>
          <w:rFonts w:cs="Georgia"/>
          <w:kern w:val="1"/>
        </w:rPr>
        <w:t xml:space="preserve">, </w:t>
      </w:r>
      <w:r w:rsidR="00BE611A">
        <w:rPr>
          <w:rFonts w:cs="Georgia"/>
          <w:kern w:val="1"/>
        </w:rPr>
        <w:t>et pas toi</w:t>
      </w:r>
      <w:r>
        <w:rPr>
          <w:rFonts w:cs="Georgia"/>
          <w:kern w:val="1"/>
        </w:rPr>
        <w:t> !</w:t>
      </w:r>
    </w:p>
    <w:p w14:paraId="21A75C9D" w14:textId="77777777" w:rsidR="00BE611A" w:rsidRDefault="00BE611A" w:rsidP="00BE611A">
      <w:pPr>
        <w:rPr>
          <w:rFonts w:cs="Georgia"/>
          <w:kern w:val="1"/>
        </w:rPr>
      </w:pPr>
    </w:p>
    <w:p w14:paraId="2C98AA8F" w14:textId="77777777" w:rsidR="000E1451" w:rsidRDefault="00BE611A" w:rsidP="00BE611A">
      <w:pPr>
        <w:rPr>
          <w:rFonts w:cs="Georgia"/>
          <w:kern w:val="1"/>
        </w:rPr>
      </w:pPr>
      <w:r>
        <w:rPr>
          <w:rFonts w:cs="Georgia"/>
          <w:kern w:val="1"/>
        </w:rPr>
        <w:t>Les prisonniers destinés à être internés en Suisse nous quittèrent le lendemain</w:t>
      </w:r>
      <w:r w:rsidR="000E1451">
        <w:rPr>
          <w:rFonts w:cs="Georgia"/>
          <w:kern w:val="1"/>
        </w:rPr>
        <w:t xml:space="preserve">. </w:t>
      </w:r>
      <w:r>
        <w:rPr>
          <w:rFonts w:cs="Georgia"/>
          <w:kern w:val="1"/>
        </w:rPr>
        <w:t>Ce fut le cœur gros que leurs camarades assistèrent à leur départ</w:t>
      </w:r>
      <w:r w:rsidR="000E1451">
        <w:rPr>
          <w:rFonts w:cs="Georgia"/>
          <w:kern w:val="1"/>
        </w:rPr>
        <w:t xml:space="preserve">. </w:t>
      </w:r>
      <w:r>
        <w:rPr>
          <w:rFonts w:cs="Georgia"/>
          <w:kern w:val="1"/>
        </w:rPr>
        <w:t>Quand ils franchirent pour la dernière fois les limites du camp</w:t>
      </w:r>
      <w:r w:rsidR="000E1451">
        <w:rPr>
          <w:rFonts w:cs="Georgia"/>
          <w:kern w:val="1"/>
        </w:rPr>
        <w:t xml:space="preserve">, </w:t>
      </w:r>
      <w:r>
        <w:rPr>
          <w:rFonts w:cs="Georgia"/>
          <w:kern w:val="1"/>
        </w:rPr>
        <w:t>je ne pus moi-même me défendre de songer avec quelque angoisse que j</w:t>
      </w:r>
      <w:r w:rsidR="000E1451">
        <w:rPr>
          <w:rFonts w:cs="Georgia"/>
          <w:kern w:val="1"/>
        </w:rPr>
        <w:t>’</w:t>
      </w:r>
      <w:r>
        <w:rPr>
          <w:rFonts w:cs="Georgia"/>
          <w:kern w:val="1"/>
        </w:rPr>
        <w:t>aurais pu être dans leurs rangs</w:t>
      </w:r>
      <w:r w:rsidR="000E1451">
        <w:rPr>
          <w:rFonts w:cs="Georgia"/>
          <w:kern w:val="1"/>
        </w:rPr>
        <w:t>.</w:t>
      </w:r>
    </w:p>
    <w:p w14:paraId="77D3FA46" w14:textId="77777777" w:rsidR="000E1451" w:rsidRDefault="00BE611A" w:rsidP="00BE611A">
      <w:pPr>
        <w:rPr>
          <w:rFonts w:cs="Georgia"/>
          <w:kern w:val="1"/>
        </w:rPr>
      </w:pPr>
      <w:r>
        <w:rPr>
          <w:rFonts w:cs="Georgia"/>
          <w:kern w:val="1"/>
        </w:rPr>
        <w:t>Le surlendemain</w:t>
      </w:r>
      <w:r w:rsidR="000E1451">
        <w:rPr>
          <w:rFonts w:cs="Georgia"/>
          <w:kern w:val="1"/>
        </w:rPr>
        <w:t xml:space="preserve">, </w:t>
      </w:r>
      <w:r>
        <w:rPr>
          <w:rFonts w:cs="Georgia"/>
          <w:kern w:val="1"/>
        </w:rPr>
        <w:t>qui était un lundi</w:t>
      </w:r>
      <w:r w:rsidR="000E1451">
        <w:rPr>
          <w:rFonts w:cs="Georgia"/>
          <w:kern w:val="1"/>
        </w:rPr>
        <w:t xml:space="preserve">, </w:t>
      </w:r>
      <w:r>
        <w:rPr>
          <w:rFonts w:cs="Georgia"/>
          <w:kern w:val="1"/>
        </w:rPr>
        <w:t>à mon retour du château</w:t>
      </w:r>
      <w:r w:rsidR="000E1451">
        <w:rPr>
          <w:rFonts w:cs="Georgia"/>
          <w:kern w:val="1"/>
        </w:rPr>
        <w:t xml:space="preserve">, </w:t>
      </w:r>
      <w:r>
        <w:rPr>
          <w:rFonts w:cs="Georgia"/>
          <w:kern w:val="1"/>
        </w:rPr>
        <w:t>on me fit part d</w:t>
      </w:r>
      <w:r w:rsidR="000E1451">
        <w:rPr>
          <w:rFonts w:cs="Georgia"/>
          <w:kern w:val="1"/>
        </w:rPr>
        <w:t>’</w:t>
      </w:r>
      <w:r>
        <w:rPr>
          <w:rFonts w:cs="Georgia"/>
          <w:kern w:val="1"/>
        </w:rPr>
        <w:t>une nouvelle qui me causa beaucoup moins de surprise que d</w:t>
      </w:r>
      <w:r w:rsidR="000E1451">
        <w:rPr>
          <w:rFonts w:cs="Georgia"/>
          <w:kern w:val="1"/>
        </w:rPr>
        <w:t>’</w:t>
      </w:r>
      <w:r>
        <w:rPr>
          <w:rFonts w:cs="Georgia"/>
          <w:kern w:val="1"/>
        </w:rPr>
        <w:t>appréhension</w:t>
      </w:r>
      <w:r w:rsidR="000E1451">
        <w:rPr>
          <w:rFonts w:cs="Georgia"/>
          <w:kern w:val="1"/>
        </w:rPr>
        <w:t xml:space="preserve"> : </w:t>
      </w:r>
      <w:r>
        <w:rPr>
          <w:rFonts w:cs="Georgia"/>
          <w:kern w:val="1"/>
        </w:rPr>
        <w:t>dans l</w:t>
      </w:r>
      <w:r w:rsidR="000E1451">
        <w:rPr>
          <w:rFonts w:cs="Georgia"/>
          <w:kern w:val="1"/>
        </w:rPr>
        <w:t>’</w:t>
      </w:r>
      <w:r>
        <w:rPr>
          <w:rFonts w:cs="Georgia"/>
          <w:kern w:val="1"/>
        </w:rPr>
        <w:t>après-midi</w:t>
      </w:r>
      <w:r w:rsidR="000E1451">
        <w:rPr>
          <w:rFonts w:cs="Georgia"/>
          <w:kern w:val="1"/>
        </w:rPr>
        <w:t xml:space="preserve">, </w:t>
      </w:r>
      <w:r>
        <w:rPr>
          <w:rFonts w:cs="Georgia"/>
          <w:kern w:val="1"/>
        </w:rPr>
        <w:t>Audemard et Vandaële s</w:t>
      </w:r>
      <w:r w:rsidR="000E1451">
        <w:rPr>
          <w:rFonts w:cs="Georgia"/>
          <w:kern w:val="1"/>
        </w:rPr>
        <w:t>’</w:t>
      </w:r>
      <w:r>
        <w:rPr>
          <w:rFonts w:cs="Georgia"/>
          <w:kern w:val="1"/>
        </w:rPr>
        <w:t>étaient évadés</w:t>
      </w:r>
      <w:r w:rsidR="000E1451">
        <w:rPr>
          <w:rFonts w:cs="Georgia"/>
          <w:kern w:val="1"/>
        </w:rPr>
        <w:t>.</w:t>
      </w:r>
    </w:p>
    <w:p w14:paraId="1A3556D4" w14:textId="77777777" w:rsidR="000E1451" w:rsidRDefault="00BE611A" w:rsidP="00BE611A">
      <w:pPr>
        <w:rPr>
          <w:rFonts w:cs="Georgia"/>
          <w:kern w:val="1"/>
        </w:rPr>
      </w:pPr>
      <w:r>
        <w:rPr>
          <w:rFonts w:cs="Georgia"/>
          <w:kern w:val="1"/>
        </w:rPr>
        <w:lastRenderedPageBreak/>
        <w:t>Je fus mis rapidement au courant</w:t>
      </w:r>
      <w:r w:rsidR="000E1451">
        <w:rPr>
          <w:rFonts w:cs="Georgia"/>
          <w:kern w:val="1"/>
        </w:rPr>
        <w:t xml:space="preserve">, </w:t>
      </w:r>
      <w:r>
        <w:rPr>
          <w:rFonts w:cs="Georgia"/>
          <w:kern w:val="1"/>
        </w:rPr>
        <w:t>mes informateurs joignant néanmoins à leur récit un mot de commentaire personnel</w:t>
      </w:r>
      <w:r w:rsidR="000E1451">
        <w:rPr>
          <w:rFonts w:cs="Georgia"/>
          <w:kern w:val="1"/>
        </w:rPr>
        <w:t>.</w:t>
      </w:r>
    </w:p>
    <w:p w14:paraId="0B50BF30" w14:textId="77777777" w:rsidR="000E1451" w:rsidRDefault="000E1451" w:rsidP="00BE611A">
      <w:pPr>
        <w:rPr>
          <w:rFonts w:cs="Georgia"/>
          <w:kern w:val="1"/>
        </w:rPr>
      </w:pPr>
      <w:r>
        <w:rPr>
          <w:rFonts w:cs="Georgia"/>
          <w:kern w:val="1"/>
        </w:rPr>
        <w:t>— </w:t>
      </w:r>
      <w:r w:rsidR="00BE611A">
        <w:rPr>
          <w:rFonts w:cs="Georgia"/>
          <w:kern w:val="1"/>
        </w:rPr>
        <w:t>Nous voilà propres</w:t>
      </w:r>
      <w:r>
        <w:rPr>
          <w:rFonts w:cs="Georgia"/>
          <w:kern w:val="1"/>
        </w:rPr>
        <w:t xml:space="preserve"> ! </w:t>
      </w:r>
      <w:r w:rsidR="00BE611A">
        <w:rPr>
          <w:rFonts w:cs="Georgia"/>
          <w:kern w:val="1"/>
        </w:rPr>
        <w:t>dit l</w:t>
      </w:r>
      <w:r>
        <w:rPr>
          <w:rFonts w:cs="Georgia"/>
          <w:kern w:val="1"/>
        </w:rPr>
        <w:t>’</w:t>
      </w:r>
      <w:r w:rsidR="00BE611A">
        <w:rPr>
          <w:rFonts w:cs="Georgia"/>
          <w:kern w:val="1"/>
        </w:rPr>
        <w:t>adjudant Claverie</w:t>
      </w:r>
      <w:r>
        <w:rPr>
          <w:rFonts w:cs="Georgia"/>
          <w:kern w:val="1"/>
        </w:rPr>
        <w:t>.</w:t>
      </w:r>
    </w:p>
    <w:p w14:paraId="33C34272" w14:textId="77777777" w:rsidR="000E1451" w:rsidRDefault="000E1451" w:rsidP="00BE611A">
      <w:pPr>
        <w:rPr>
          <w:rFonts w:cs="Georgia"/>
          <w:kern w:val="1"/>
        </w:rPr>
      </w:pPr>
      <w:r>
        <w:rPr>
          <w:rFonts w:cs="Georgia"/>
          <w:kern w:val="1"/>
        </w:rPr>
        <w:t>— </w:t>
      </w:r>
      <w:r w:rsidR="00BE611A">
        <w:rPr>
          <w:rFonts w:cs="Georgia"/>
          <w:kern w:val="1"/>
        </w:rPr>
        <w:t>L</w:t>
      </w:r>
      <w:r>
        <w:rPr>
          <w:rFonts w:cs="Georgia"/>
          <w:kern w:val="1"/>
        </w:rPr>
        <w:t>’</w:t>
      </w:r>
      <w:r w:rsidR="00BE611A">
        <w:rPr>
          <w:rFonts w:cs="Georgia"/>
          <w:kern w:val="1"/>
        </w:rPr>
        <w:t>essentiel</w:t>
      </w:r>
      <w:r>
        <w:rPr>
          <w:rFonts w:cs="Georgia"/>
          <w:kern w:val="1"/>
        </w:rPr>
        <w:t xml:space="preserve">, </w:t>
      </w:r>
      <w:r w:rsidR="00BE611A">
        <w:rPr>
          <w:rFonts w:cs="Georgia"/>
          <w:kern w:val="1"/>
        </w:rPr>
        <w:t>c</w:t>
      </w:r>
      <w:r>
        <w:rPr>
          <w:rFonts w:cs="Georgia"/>
          <w:kern w:val="1"/>
        </w:rPr>
        <w:t>’</w:t>
      </w:r>
      <w:r w:rsidR="00BE611A">
        <w:rPr>
          <w:rFonts w:cs="Georgia"/>
          <w:kern w:val="1"/>
        </w:rPr>
        <w:t>est qu</w:t>
      </w:r>
      <w:r>
        <w:rPr>
          <w:rFonts w:cs="Georgia"/>
          <w:kern w:val="1"/>
        </w:rPr>
        <w:t>’</w:t>
      </w:r>
      <w:r w:rsidR="00BE611A">
        <w:rPr>
          <w:rFonts w:cs="Georgia"/>
          <w:kern w:val="1"/>
        </w:rPr>
        <w:t>ils ne se laissent pas reprendre</w:t>
      </w:r>
      <w:r>
        <w:rPr>
          <w:rFonts w:cs="Georgia"/>
          <w:kern w:val="1"/>
        </w:rPr>
        <w:t xml:space="preserve">, </w:t>
      </w:r>
      <w:r w:rsidR="00BE611A">
        <w:rPr>
          <w:rFonts w:cs="Georgia"/>
          <w:kern w:val="1"/>
        </w:rPr>
        <w:t>dit Sylvestre</w:t>
      </w:r>
      <w:r>
        <w:rPr>
          <w:rFonts w:cs="Georgia"/>
          <w:kern w:val="1"/>
        </w:rPr>
        <w:t>.</w:t>
      </w:r>
    </w:p>
    <w:p w14:paraId="64D8D71E" w14:textId="77777777" w:rsidR="000E1451" w:rsidRDefault="000E1451" w:rsidP="00BE611A">
      <w:pPr>
        <w:rPr>
          <w:rFonts w:cs="Georgia"/>
          <w:kern w:val="1"/>
        </w:rPr>
      </w:pPr>
      <w:r>
        <w:rPr>
          <w:rFonts w:cs="Georgia"/>
          <w:kern w:val="1"/>
        </w:rPr>
        <w:t>— </w:t>
      </w:r>
      <w:r w:rsidR="00BE611A">
        <w:rPr>
          <w:rFonts w:cs="Georgia"/>
          <w:kern w:val="1"/>
        </w:rPr>
        <w:t>L</w:t>
      </w:r>
      <w:r>
        <w:rPr>
          <w:rFonts w:cs="Georgia"/>
          <w:kern w:val="1"/>
        </w:rPr>
        <w:t>’</w:t>
      </w:r>
      <w:r w:rsidR="00BE611A">
        <w:rPr>
          <w:rFonts w:cs="Georgia"/>
          <w:kern w:val="1"/>
        </w:rPr>
        <w:t>essentiel</w:t>
      </w:r>
      <w:r>
        <w:rPr>
          <w:rFonts w:cs="Georgia"/>
          <w:kern w:val="1"/>
        </w:rPr>
        <w:t xml:space="preserve">, </w:t>
      </w:r>
      <w:r w:rsidR="00BE611A">
        <w:rPr>
          <w:rFonts w:cs="Georgia"/>
          <w:kern w:val="1"/>
        </w:rPr>
        <w:t>dit Fichet</w:t>
      </w:r>
      <w:r>
        <w:rPr>
          <w:rFonts w:cs="Georgia"/>
          <w:kern w:val="1"/>
        </w:rPr>
        <w:t xml:space="preserve">, </w:t>
      </w:r>
      <w:r w:rsidR="00BE611A">
        <w:rPr>
          <w:rFonts w:cs="Georgia"/>
          <w:kern w:val="1"/>
        </w:rPr>
        <w:t>c</w:t>
      </w:r>
      <w:r>
        <w:rPr>
          <w:rFonts w:cs="Georgia"/>
          <w:kern w:val="1"/>
        </w:rPr>
        <w:t>’</w:t>
      </w:r>
      <w:r w:rsidR="00BE611A">
        <w:rPr>
          <w:rFonts w:cs="Georgia"/>
          <w:kern w:val="1"/>
        </w:rPr>
        <w:t>est que s</w:t>
      </w:r>
      <w:r>
        <w:rPr>
          <w:rFonts w:cs="Georgia"/>
          <w:kern w:val="1"/>
        </w:rPr>
        <w:t>’</w:t>
      </w:r>
      <w:r w:rsidR="00BE611A">
        <w:rPr>
          <w:rFonts w:cs="Georgia"/>
          <w:kern w:val="1"/>
        </w:rPr>
        <w:t>ils sont pour être repris</w:t>
      </w:r>
      <w:r>
        <w:rPr>
          <w:rFonts w:cs="Georgia"/>
          <w:kern w:val="1"/>
        </w:rPr>
        <w:t xml:space="preserve">, </w:t>
      </w:r>
      <w:r w:rsidR="00BE611A">
        <w:rPr>
          <w:rFonts w:cs="Georgia"/>
          <w:kern w:val="1"/>
        </w:rPr>
        <w:t>ils ne fassent pas de bêtises</w:t>
      </w:r>
      <w:r>
        <w:rPr>
          <w:rFonts w:cs="Georgia"/>
          <w:kern w:val="1"/>
        </w:rPr>
        <w:t>.</w:t>
      </w:r>
    </w:p>
    <w:p w14:paraId="6DC19394" w14:textId="77777777" w:rsidR="000E1451" w:rsidRDefault="00BE611A" w:rsidP="00BE611A">
      <w:pPr>
        <w:rPr>
          <w:rFonts w:cs="Georgia"/>
          <w:kern w:val="1"/>
        </w:rPr>
      </w:pPr>
      <w:r>
        <w:rPr>
          <w:rFonts w:cs="Georgia"/>
          <w:kern w:val="1"/>
        </w:rPr>
        <w:t>J</w:t>
      </w:r>
      <w:r w:rsidR="000E1451">
        <w:rPr>
          <w:rFonts w:cs="Georgia"/>
          <w:kern w:val="1"/>
        </w:rPr>
        <w:t>’</w:t>
      </w:r>
      <w:r>
        <w:rPr>
          <w:rFonts w:cs="Georgia"/>
          <w:kern w:val="1"/>
        </w:rPr>
        <w:t>avais été</w:t>
      </w:r>
      <w:r w:rsidR="000E1451">
        <w:rPr>
          <w:rFonts w:cs="Georgia"/>
          <w:kern w:val="1"/>
        </w:rPr>
        <w:t xml:space="preserve">, </w:t>
      </w:r>
      <w:r>
        <w:rPr>
          <w:rFonts w:cs="Georgia"/>
          <w:kern w:val="1"/>
        </w:rPr>
        <w:t>bien entendu</w:t>
      </w:r>
      <w:r w:rsidR="000E1451">
        <w:rPr>
          <w:rFonts w:cs="Georgia"/>
          <w:kern w:val="1"/>
        </w:rPr>
        <w:t xml:space="preserve">, </w:t>
      </w:r>
      <w:r>
        <w:rPr>
          <w:rFonts w:cs="Georgia"/>
          <w:kern w:val="1"/>
        </w:rPr>
        <w:t>tenu au courant des préparatifs de nos deux camarades</w:t>
      </w:r>
      <w:r w:rsidR="000E1451">
        <w:rPr>
          <w:rFonts w:cs="Georgia"/>
          <w:kern w:val="1"/>
        </w:rPr>
        <w:t xml:space="preserve">. </w:t>
      </w:r>
      <w:r>
        <w:rPr>
          <w:rFonts w:cs="Georgia"/>
          <w:kern w:val="1"/>
        </w:rPr>
        <w:t>Depuis les brutalités dont il avait été victime</w:t>
      </w:r>
      <w:r w:rsidR="000E1451">
        <w:rPr>
          <w:rFonts w:cs="Georgia"/>
          <w:kern w:val="1"/>
        </w:rPr>
        <w:t xml:space="preserve">, </w:t>
      </w:r>
      <w:r>
        <w:rPr>
          <w:rFonts w:cs="Georgia"/>
          <w:kern w:val="1"/>
        </w:rPr>
        <w:t>et la punition qui avait suivi</w:t>
      </w:r>
      <w:r w:rsidR="000E1451">
        <w:rPr>
          <w:rFonts w:cs="Georgia"/>
          <w:kern w:val="1"/>
        </w:rPr>
        <w:t xml:space="preserve">, </w:t>
      </w:r>
      <w:r>
        <w:rPr>
          <w:rFonts w:cs="Georgia"/>
          <w:kern w:val="1"/>
        </w:rPr>
        <w:t>Audemard n</w:t>
      </w:r>
      <w:r w:rsidR="000E1451">
        <w:rPr>
          <w:rFonts w:cs="Georgia"/>
          <w:kern w:val="1"/>
        </w:rPr>
        <w:t>’</w:t>
      </w:r>
      <w:r>
        <w:rPr>
          <w:rFonts w:cs="Georgia"/>
          <w:kern w:val="1"/>
        </w:rPr>
        <w:t>avait pas cessé une minute de songer à son projet</w:t>
      </w:r>
      <w:r w:rsidR="000E1451">
        <w:rPr>
          <w:rFonts w:cs="Georgia"/>
          <w:kern w:val="1"/>
        </w:rPr>
        <w:t xml:space="preserve">. </w:t>
      </w:r>
      <w:r>
        <w:rPr>
          <w:rFonts w:cs="Georgia"/>
          <w:kern w:val="1"/>
        </w:rPr>
        <w:t>Ayant décidé Vandaële à risquer avec lui l</w:t>
      </w:r>
      <w:r w:rsidR="000E1451">
        <w:rPr>
          <w:rFonts w:cs="Georgia"/>
          <w:kern w:val="1"/>
        </w:rPr>
        <w:t>’</w:t>
      </w:r>
      <w:r>
        <w:rPr>
          <w:rFonts w:cs="Georgia"/>
          <w:kern w:val="1"/>
        </w:rPr>
        <w:t>aventure</w:t>
      </w:r>
      <w:r w:rsidR="000E1451">
        <w:rPr>
          <w:rFonts w:cs="Georgia"/>
          <w:kern w:val="1"/>
        </w:rPr>
        <w:t xml:space="preserve">, </w:t>
      </w:r>
      <w:r>
        <w:rPr>
          <w:rFonts w:cs="Georgia"/>
          <w:kern w:val="1"/>
        </w:rPr>
        <w:t>ils avaient mis à profit chacune des corvées qui les avaient conduits aux abords du village</w:t>
      </w:r>
      <w:r w:rsidR="000E1451">
        <w:rPr>
          <w:rFonts w:cs="Georgia"/>
          <w:kern w:val="1"/>
        </w:rPr>
        <w:t xml:space="preserve">. </w:t>
      </w:r>
      <w:r>
        <w:rPr>
          <w:rFonts w:cs="Georgia"/>
          <w:kern w:val="1"/>
        </w:rPr>
        <w:t>Ils avaient ainsi réussi à se procurer de l</w:t>
      </w:r>
      <w:r w:rsidR="000E1451">
        <w:rPr>
          <w:rFonts w:cs="Georgia"/>
          <w:kern w:val="1"/>
        </w:rPr>
        <w:t>’</w:t>
      </w:r>
      <w:r>
        <w:rPr>
          <w:rFonts w:cs="Georgia"/>
          <w:kern w:val="1"/>
        </w:rPr>
        <w:t>argent allemand</w:t>
      </w:r>
      <w:r w:rsidR="000E1451">
        <w:rPr>
          <w:rFonts w:cs="Georgia"/>
          <w:kern w:val="1"/>
        </w:rPr>
        <w:t xml:space="preserve">, </w:t>
      </w:r>
      <w:r>
        <w:rPr>
          <w:rFonts w:cs="Georgia"/>
          <w:kern w:val="1"/>
        </w:rPr>
        <w:t>des effets civils par-dessus lesquels ils avaient endossé leur défroque de captifs</w:t>
      </w:r>
      <w:r w:rsidR="000E1451">
        <w:rPr>
          <w:rFonts w:cs="Georgia"/>
          <w:kern w:val="1"/>
        </w:rPr>
        <w:t xml:space="preserve">. </w:t>
      </w:r>
      <w:r>
        <w:rPr>
          <w:rFonts w:cs="Georgia"/>
          <w:kern w:val="1"/>
        </w:rPr>
        <w:t>Il y avait quinze jours qu</w:t>
      </w:r>
      <w:r w:rsidR="000E1451">
        <w:rPr>
          <w:rFonts w:cs="Georgia"/>
          <w:kern w:val="1"/>
        </w:rPr>
        <w:t>’</w:t>
      </w:r>
      <w:r>
        <w:rPr>
          <w:rFonts w:cs="Georgia"/>
          <w:kern w:val="1"/>
        </w:rPr>
        <w:t>ils étaient prêts</w:t>
      </w:r>
      <w:r w:rsidR="000E1451">
        <w:rPr>
          <w:rFonts w:cs="Georgia"/>
          <w:kern w:val="1"/>
        </w:rPr>
        <w:t xml:space="preserve">. </w:t>
      </w:r>
      <w:r>
        <w:rPr>
          <w:rFonts w:cs="Georgia"/>
          <w:kern w:val="1"/>
        </w:rPr>
        <w:t>J</w:t>
      </w:r>
      <w:r w:rsidR="000E1451">
        <w:rPr>
          <w:rFonts w:cs="Georgia"/>
          <w:kern w:val="1"/>
        </w:rPr>
        <w:t>’</w:t>
      </w:r>
      <w:r>
        <w:rPr>
          <w:rFonts w:cs="Georgia"/>
          <w:kern w:val="1"/>
        </w:rPr>
        <w:t>avais eu beaucoup de mal à obtenir d</w:t>
      </w:r>
      <w:r w:rsidR="000E1451">
        <w:rPr>
          <w:rFonts w:cs="Georgia"/>
          <w:kern w:val="1"/>
        </w:rPr>
        <w:t>’</w:t>
      </w:r>
      <w:r>
        <w:rPr>
          <w:rFonts w:cs="Georgia"/>
          <w:kern w:val="1"/>
        </w:rPr>
        <w:t>Audemard qu</w:t>
      </w:r>
      <w:r w:rsidR="000E1451">
        <w:rPr>
          <w:rFonts w:cs="Georgia"/>
          <w:kern w:val="1"/>
        </w:rPr>
        <w:t>’</w:t>
      </w:r>
      <w:r>
        <w:rPr>
          <w:rFonts w:cs="Georgia"/>
          <w:kern w:val="1"/>
        </w:rPr>
        <w:t>ils différassent leur tentative jusqu</w:t>
      </w:r>
      <w:r w:rsidR="000E1451">
        <w:rPr>
          <w:rFonts w:cs="Georgia"/>
          <w:kern w:val="1"/>
        </w:rPr>
        <w:t>’</w:t>
      </w:r>
      <w:r>
        <w:rPr>
          <w:rFonts w:cs="Georgia"/>
          <w:kern w:val="1"/>
        </w:rPr>
        <w:t>au passage de la commission</w:t>
      </w:r>
      <w:r w:rsidR="000E1451">
        <w:rPr>
          <w:rFonts w:cs="Georgia"/>
          <w:kern w:val="1"/>
        </w:rPr>
        <w:t xml:space="preserve">. </w:t>
      </w:r>
      <w:r>
        <w:rPr>
          <w:rFonts w:cs="Georgia"/>
          <w:kern w:val="1"/>
        </w:rPr>
        <w:t>Peut-être auraient-ils</w:t>
      </w:r>
      <w:r w:rsidR="000E1451">
        <w:rPr>
          <w:rFonts w:cs="Georgia"/>
          <w:kern w:val="1"/>
        </w:rPr>
        <w:t xml:space="preserve">, </w:t>
      </w:r>
      <w:r>
        <w:rPr>
          <w:rFonts w:cs="Georgia"/>
          <w:kern w:val="1"/>
        </w:rPr>
        <w:t>l</w:t>
      </w:r>
      <w:r w:rsidR="000E1451">
        <w:rPr>
          <w:rFonts w:cs="Georgia"/>
          <w:kern w:val="1"/>
        </w:rPr>
        <w:t>’</w:t>
      </w:r>
      <w:r>
        <w:rPr>
          <w:rFonts w:cs="Georgia"/>
          <w:kern w:val="1"/>
        </w:rPr>
        <w:t>un ou l</w:t>
      </w:r>
      <w:r w:rsidR="000E1451">
        <w:rPr>
          <w:rFonts w:cs="Georgia"/>
          <w:kern w:val="1"/>
        </w:rPr>
        <w:t>’</w:t>
      </w:r>
      <w:r>
        <w:rPr>
          <w:rFonts w:cs="Georgia"/>
          <w:kern w:val="1"/>
        </w:rPr>
        <w:t>autre</w:t>
      </w:r>
      <w:r w:rsidR="000E1451">
        <w:rPr>
          <w:rFonts w:cs="Georgia"/>
          <w:kern w:val="1"/>
        </w:rPr>
        <w:t xml:space="preserve">, </w:t>
      </w:r>
      <w:r>
        <w:rPr>
          <w:rFonts w:cs="Georgia"/>
          <w:kern w:val="1"/>
        </w:rPr>
        <w:t>la chance d</w:t>
      </w:r>
      <w:r w:rsidR="000E1451">
        <w:rPr>
          <w:rFonts w:cs="Georgia"/>
          <w:kern w:val="1"/>
        </w:rPr>
        <w:t>’</w:t>
      </w:r>
      <w:r>
        <w:rPr>
          <w:rFonts w:cs="Georgia"/>
          <w:kern w:val="1"/>
        </w:rPr>
        <w:t>être compris parmi les élus</w:t>
      </w:r>
      <w:r w:rsidR="000E1451">
        <w:rPr>
          <w:rFonts w:cs="Georgia"/>
          <w:kern w:val="1"/>
        </w:rPr>
        <w:t xml:space="preserve">. </w:t>
      </w:r>
      <w:r>
        <w:rPr>
          <w:rFonts w:cs="Georgia"/>
          <w:kern w:val="1"/>
        </w:rPr>
        <w:t>On sait que</w:t>
      </w:r>
      <w:r w:rsidR="000E1451">
        <w:rPr>
          <w:rFonts w:cs="Georgia"/>
          <w:kern w:val="1"/>
        </w:rPr>
        <w:t xml:space="preserve">, </w:t>
      </w:r>
      <w:r>
        <w:rPr>
          <w:rFonts w:cs="Georgia"/>
          <w:kern w:val="1"/>
        </w:rPr>
        <w:t>malheureusement</w:t>
      </w:r>
      <w:r w:rsidR="000E1451">
        <w:rPr>
          <w:rFonts w:cs="Georgia"/>
          <w:kern w:val="1"/>
        </w:rPr>
        <w:t xml:space="preserve">, </w:t>
      </w:r>
      <w:r>
        <w:rPr>
          <w:rFonts w:cs="Georgia"/>
          <w:kern w:val="1"/>
        </w:rPr>
        <w:t>il n</w:t>
      </w:r>
      <w:r w:rsidR="000E1451">
        <w:rPr>
          <w:rFonts w:cs="Georgia"/>
          <w:kern w:val="1"/>
        </w:rPr>
        <w:t>’</w:t>
      </w:r>
      <w:r>
        <w:rPr>
          <w:rFonts w:cs="Georgia"/>
          <w:kern w:val="1"/>
        </w:rPr>
        <w:t>en avait rien été</w:t>
      </w:r>
      <w:r w:rsidR="000E1451">
        <w:rPr>
          <w:rFonts w:cs="Georgia"/>
          <w:kern w:val="1"/>
        </w:rPr>
        <w:t>.</w:t>
      </w:r>
    </w:p>
    <w:p w14:paraId="3647945F" w14:textId="77777777" w:rsidR="000E1451" w:rsidRDefault="000E1451" w:rsidP="00BE611A">
      <w:pPr>
        <w:rPr>
          <w:rFonts w:cs="Georgia"/>
          <w:kern w:val="1"/>
        </w:rPr>
      </w:pPr>
      <w:r>
        <w:rPr>
          <w:rFonts w:cs="Georgia"/>
          <w:kern w:val="1"/>
        </w:rPr>
        <w:t>— </w:t>
      </w:r>
      <w:r w:rsidR="00BE611A">
        <w:rPr>
          <w:rFonts w:cs="Georgia"/>
          <w:kern w:val="1"/>
        </w:rPr>
        <w:t>Comment ça s</w:t>
      </w:r>
      <w:r>
        <w:rPr>
          <w:rFonts w:cs="Georgia"/>
          <w:kern w:val="1"/>
        </w:rPr>
        <w:t>’</w:t>
      </w:r>
      <w:r w:rsidR="00BE611A">
        <w:rPr>
          <w:rFonts w:cs="Georgia"/>
          <w:kern w:val="1"/>
        </w:rPr>
        <w:t>est-il passé</w:t>
      </w:r>
      <w:r>
        <w:rPr>
          <w:rFonts w:cs="Georgia"/>
          <w:kern w:val="1"/>
        </w:rPr>
        <w:t xml:space="preserve"> ? </w:t>
      </w:r>
      <w:r w:rsidR="00BE611A">
        <w:rPr>
          <w:rFonts w:cs="Georgia"/>
          <w:kern w:val="1"/>
        </w:rPr>
        <w:t>demandai-je</w:t>
      </w:r>
      <w:r>
        <w:rPr>
          <w:rFonts w:cs="Georgia"/>
          <w:kern w:val="1"/>
        </w:rPr>
        <w:t>.</w:t>
      </w:r>
    </w:p>
    <w:p w14:paraId="7313C0DF" w14:textId="77777777" w:rsidR="000E1451" w:rsidRDefault="000E1451" w:rsidP="00BE611A">
      <w:pPr>
        <w:rPr>
          <w:rFonts w:cs="Georgia"/>
          <w:kern w:val="1"/>
        </w:rPr>
      </w:pPr>
      <w:r>
        <w:rPr>
          <w:rFonts w:cs="Georgia"/>
          <w:kern w:val="1"/>
        </w:rPr>
        <w:t>— </w:t>
      </w:r>
      <w:r w:rsidR="00BE611A">
        <w:rPr>
          <w:rFonts w:cs="Georgia"/>
          <w:kern w:val="1"/>
        </w:rPr>
        <w:t>Oh</w:t>
      </w:r>
      <w:r>
        <w:rPr>
          <w:rFonts w:cs="Georgia"/>
          <w:kern w:val="1"/>
        </w:rPr>
        <w:t xml:space="preserve"> ! </w:t>
      </w:r>
      <w:r w:rsidR="00BE611A">
        <w:rPr>
          <w:rFonts w:cs="Georgia"/>
          <w:kern w:val="1"/>
        </w:rPr>
        <w:t>ils avaient bien combiné leur affaire</w:t>
      </w:r>
      <w:r>
        <w:rPr>
          <w:rFonts w:cs="Georgia"/>
          <w:kern w:val="1"/>
        </w:rPr>
        <w:t xml:space="preserve">. </w:t>
      </w:r>
      <w:r w:rsidR="00BE611A">
        <w:rPr>
          <w:rFonts w:cs="Georgia"/>
          <w:kern w:val="1"/>
        </w:rPr>
        <w:t>On était allé aujourd</w:t>
      </w:r>
      <w:r>
        <w:rPr>
          <w:rFonts w:cs="Georgia"/>
          <w:kern w:val="1"/>
        </w:rPr>
        <w:t>’</w:t>
      </w:r>
      <w:r w:rsidR="00BE611A">
        <w:rPr>
          <w:rFonts w:cs="Georgia"/>
          <w:kern w:val="1"/>
        </w:rPr>
        <w:t>hui en corvée à la station</w:t>
      </w:r>
      <w:r>
        <w:rPr>
          <w:rFonts w:cs="Georgia"/>
          <w:kern w:val="1"/>
        </w:rPr>
        <w:t xml:space="preserve">, </w:t>
      </w:r>
      <w:r w:rsidR="00BE611A">
        <w:rPr>
          <w:rFonts w:cs="Georgia"/>
          <w:kern w:val="1"/>
        </w:rPr>
        <w:t>pour empiler du bois dans la forêt</w:t>
      </w:r>
      <w:r>
        <w:rPr>
          <w:rFonts w:cs="Georgia"/>
          <w:kern w:val="1"/>
        </w:rPr>
        <w:t xml:space="preserve">. </w:t>
      </w:r>
      <w:r w:rsidR="00BE611A">
        <w:rPr>
          <w:rFonts w:cs="Georgia"/>
          <w:kern w:val="1"/>
        </w:rPr>
        <w:t>Une des trois équipes</w:t>
      </w:r>
      <w:r>
        <w:rPr>
          <w:rFonts w:cs="Georgia"/>
          <w:kern w:val="1"/>
        </w:rPr>
        <w:t xml:space="preserve">, </w:t>
      </w:r>
      <w:r w:rsidR="00BE611A">
        <w:rPr>
          <w:rFonts w:cs="Georgia"/>
          <w:kern w:val="1"/>
        </w:rPr>
        <w:t>ayant terminé son travail près de deux heures avant les autres</w:t>
      </w:r>
      <w:r>
        <w:rPr>
          <w:rFonts w:cs="Georgia"/>
          <w:kern w:val="1"/>
        </w:rPr>
        <w:t xml:space="preserve">, </w:t>
      </w:r>
      <w:r w:rsidR="00BE611A">
        <w:rPr>
          <w:rFonts w:cs="Georgia"/>
          <w:kern w:val="1"/>
        </w:rPr>
        <w:t>a été autorisée à rentrer au camp</w:t>
      </w:r>
      <w:r>
        <w:rPr>
          <w:rFonts w:cs="Georgia"/>
          <w:kern w:val="1"/>
        </w:rPr>
        <w:t xml:space="preserve">. </w:t>
      </w:r>
      <w:r w:rsidR="00BE611A">
        <w:rPr>
          <w:rFonts w:cs="Georgia"/>
          <w:kern w:val="1"/>
        </w:rPr>
        <w:t>Audemard et Vandaële</w:t>
      </w:r>
      <w:r>
        <w:rPr>
          <w:rFonts w:cs="Georgia"/>
          <w:kern w:val="1"/>
        </w:rPr>
        <w:t xml:space="preserve">, </w:t>
      </w:r>
      <w:r w:rsidR="00BE611A">
        <w:rPr>
          <w:rFonts w:cs="Georgia"/>
          <w:kern w:val="1"/>
        </w:rPr>
        <w:t>qui appartenaient à l</w:t>
      </w:r>
      <w:r>
        <w:rPr>
          <w:rFonts w:cs="Georgia"/>
          <w:kern w:val="1"/>
        </w:rPr>
        <w:t>’</w:t>
      </w:r>
      <w:r w:rsidR="00BE611A">
        <w:rPr>
          <w:rFonts w:cs="Georgia"/>
          <w:kern w:val="1"/>
        </w:rPr>
        <w:t>une des deux équipes qui n</w:t>
      </w:r>
      <w:r>
        <w:rPr>
          <w:rFonts w:cs="Georgia"/>
          <w:kern w:val="1"/>
        </w:rPr>
        <w:t>’</w:t>
      </w:r>
      <w:r w:rsidR="00BE611A">
        <w:rPr>
          <w:rFonts w:cs="Georgia"/>
          <w:kern w:val="1"/>
        </w:rPr>
        <w:t>avaient pas fini leur boulot</w:t>
      </w:r>
      <w:r>
        <w:rPr>
          <w:rFonts w:cs="Georgia"/>
          <w:kern w:val="1"/>
        </w:rPr>
        <w:t xml:space="preserve">, </w:t>
      </w:r>
      <w:r w:rsidR="00BE611A">
        <w:rPr>
          <w:rFonts w:cs="Georgia"/>
          <w:kern w:val="1"/>
        </w:rPr>
        <w:t>se sont glissés en douce dans les rangs de la première équipe</w:t>
      </w:r>
      <w:r>
        <w:rPr>
          <w:rFonts w:cs="Georgia"/>
          <w:kern w:val="1"/>
        </w:rPr>
        <w:t xml:space="preserve">. </w:t>
      </w:r>
      <w:r w:rsidR="00BE611A">
        <w:rPr>
          <w:rFonts w:cs="Georgia"/>
          <w:kern w:val="1"/>
        </w:rPr>
        <w:lastRenderedPageBreak/>
        <w:t>En avant marche</w:t>
      </w:r>
      <w:r>
        <w:rPr>
          <w:rFonts w:cs="Georgia"/>
          <w:kern w:val="1"/>
        </w:rPr>
        <w:t xml:space="preserve"> ! </w:t>
      </w:r>
      <w:r w:rsidR="00BE611A">
        <w:rPr>
          <w:rFonts w:cs="Georgia"/>
          <w:kern w:val="1"/>
        </w:rPr>
        <w:t>Quand ils ont eu fait comme ça environ trois cents mètres sur le chemin du retour</w:t>
      </w:r>
      <w:r>
        <w:rPr>
          <w:rFonts w:cs="Georgia"/>
          <w:kern w:val="1"/>
        </w:rPr>
        <w:t xml:space="preserve">, </w:t>
      </w:r>
      <w:r w:rsidR="00BE611A">
        <w:rPr>
          <w:rFonts w:cs="Georgia"/>
          <w:kern w:val="1"/>
        </w:rPr>
        <w:t>ils se sont arrangés pour se faire remarquer par le feldwebel</w:t>
      </w:r>
      <w:r>
        <w:rPr>
          <w:rFonts w:cs="Georgia"/>
          <w:kern w:val="1"/>
        </w:rPr>
        <w:t xml:space="preserve">. </w:t>
      </w:r>
      <w:r w:rsidR="00BE611A">
        <w:rPr>
          <w:rFonts w:cs="Georgia"/>
          <w:kern w:val="1"/>
        </w:rPr>
        <w:t>Comment que celui-ci s</w:t>
      </w:r>
      <w:r>
        <w:rPr>
          <w:rFonts w:cs="Georgia"/>
          <w:kern w:val="1"/>
        </w:rPr>
        <w:t>’</w:t>
      </w:r>
      <w:r w:rsidR="00BE611A">
        <w:rPr>
          <w:rFonts w:cs="Georgia"/>
          <w:kern w:val="1"/>
        </w:rPr>
        <w:t>est mis alors à gueuler</w:t>
      </w:r>
      <w:r>
        <w:rPr>
          <w:rFonts w:cs="Georgia"/>
          <w:kern w:val="1"/>
        </w:rPr>
        <w:t xml:space="preserve">, </w:t>
      </w:r>
      <w:r w:rsidR="00BE611A">
        <w:rPr>
          <w:rFonts w:cs="Georgia"/>
          <w:kern w:val="1"/>
        </w:rPr>
        <w:t>disant qu</w:t>
      </w:r>
      <w:r>
        <w:rPr>
          <w:rFonts w:cs="Georgia"/>
          <w:kern w:val="1"/>
        </w:rPr>
        <w:t>’</w:t>
      </w:r>
      <w:r w:rsidR="00BE611A">
        <w:rPr>
          <w:rFonts w:cs="Georgia"/>
          <w:kern w:val="1"/>
        </w:rPr>
        <w:t>ils étaient des fainéants</w:t>
      </w:r>
      <w:r>
        <w:rPr>
          <w:rFonts w:cs="Georgia"/>
          <w:kern w:val="1"/>
        </w:rPr>
        <w:t xml:space="preserve">, </w:t>
      </w:r>
      <w:r w:rsidR="00BE611A">
        <w:rPr>
          <w:rFonts w:cs="Georgia"/>
          <w:kern w:val="1"/>
        </w:rPr>
        <w:t>qu</w:t>
      </w:r>
      <w:r>
        <w:rPr>
          <w:rFonts w:cs="Georgia"/>
          <w:kern w:val="1"/>
        </w:rPr>
        <w:t>’</w:t>
      </w:r>
      <w:r w:rsidR="00BE611A">
        <w:rPr>
          <w:rFonts w:cs="Georgia"/>
          <w:kern w:val="1"/>
        </w:rPr>
        <w:t>ils ne voulaient pas en foutre un clou</w:t>
      </w:r>
      <w:r>
        <w:rPr>
          <w:rFonts w:cs="Georgia"/>
          <w:kern w:val="1"/>
        </w:rPr>
        <w:t xml:space="preserve">, </w:t>
      </w:r>
      <w:r w:rsidR="00BE611A">
        <w:rPr>
          <w:rFonts w:cs="Georgia"/>
          <w:kern w:val="1"/>
        </w:rPr>
        <w:t>et qu</w:t>
      </w:r>
      <w:r>
        <w:rPr>
          <w:rFonts w:cs="Georgia"/>
          <w:kern w:val="1"/>
        </w:rPr>
        <w:t>’</w:t>
      </w:r>
      <w:r w:rsidR="00BE611A">
        <w:rPr>
          <w:rFonts w:cs="Georgia"/>
          <w:kern w:val="1"/>
        </w:rPr>
        <w:t>ils aient tout de suite à retourner rejoindre leur équipe</w:t>
      </w:r>
      <w:r>
        <w:rPr>
          <w:rFonts w:cs="Georgia"/>
          <w:kern w:val="1"/>
        </w:rPr>
        <w:t xml:space="preserve"> ! </w:t>
      </w:r>
      <w:r w:rsidR="00BE611A">
        <w:rPr>
          <w:rFonts w:cs="Georgia"/>
          <w:kern w:val="1"/>
        </w:rPr>
        <w:t>Ousqu</w:t>
      </w:r>
      <w:r>
        <w:rPr>
          <w:rFonts w:cs="Georgia"/>
          <w:kern w:val="1"/>
        </w:rPr>
        <w:t>’</w:t>
      </w:r>
      <w:r w:rsidR="00BE611A">
        <w:rPr>
          <w:rFonts w:cs="Georgia"/>
          <w:kern w:val="1"/>
        </w:rPr>
        <w:t>il a eu tort</w:t>
      </w:r>
      <w:r>
        <w:rPr>
          <w:rFonts w:cs="Georgia"/>
          <w:kern w:val="1"/>
        </w:rPr>
        <w:t xml:space="preserve">, </w:t>
      </w:r>
      <w:r w:rsidR="00BE611A">
        <w:rPr>
          <w:rFonts w:cs="Georgia"/>
          <w:kern w:val="1"/>
        </w:rPr>
        <w:t>par exemple</w:t>
      </w:r>
      <w:r>
        <w:rPr>
          <w:rFonts w:cs="Georgia"/>
          <w:kern w:val="1"/>
        </w:rPr>
        <w:t xml:space="preserve">, </w:t>
      </w:r>
      <w:r w:rsidR="00BE611A">
        <w:rPr>
          <w:rFonts w:cs="Georgia"/>
          <w:kern w:val="1"/>
        </w:rPr>
        <w:t>et tu peux penser si ça lui a déjà valu les amabilités du père Elbing</w:t>
      </w:r>
      <w:r>
        <w:rPr>
          <w:rFonts w:cs="Georgia"/>
          <w:kern w:val="1"/>
        </w:rPr>
        <w:t xml:space="preserve">, </w:t>
      </w:r>
      <w:r w:rsidR="00BE611A">
        <w:rPr>
          <w:rFonts w:cs="Georgia"/>
          <w:kern w:val="1"/>
        </w:rPr>
        <w:t>c</w:t>
      </w:r>
      <w:r>
        <w:rPr>
          <w:rFonts w:cs="Georgia"/>
          <w:kern w:val="1"/>
        </w:rPr>
        <w:t>’</w:t>
      </w:r>
      <w:r w:rsidR="00BE611A">
        <w:rPr>
          <w:rFonts w:cs="Georgia"/>
          <w:kern w:val="1"/>
        </w:rPr>
        <w:t>est lorsqu</w:t>
      </w:r>
      <w:r>
        <w:rPr>
          <w:rFonts w:cs="Georgia"/>
          <w:kern w:val="1"/>
        </w:rPr>
        <w:t>’</w:t>
      </w:r>
      <w:r w:rsidR="00BE611A">
        <w:rPr>
          <w:rFonts w:cs="Georgia"/>
          <w:kern w:val="1"/>
        </w:rPr>
        <w:t>il les a laissés revenir en arrière seuls</w:t>
      </w:r>
      <w:r>
        <w:rPr>
          <w:rFonts w:cs="Georgia"/>
          <w:kern w:val="1"/>
        </w:rPr>
        <w:t xml:space="preserve">. </w:t>
      </w:r>
      <w:r w:rsidR="00BE611A">
        <w:rPr>
          <w:rFonts w:cs="Georgia"/>
          <w:kern w:val="1"/>
        </w:rPr>
        <w:t>Trois cents mètres</w:t>
      </w:r>
      <w:r>
        <w:rPr>
          <w:rFonts w:cs="Georgia"/>
          <w:kern w:val="1"/>
        </w:rPr>
        <w:t xml:space="preserve">, </w:t>
      </w:r>
      <w:r w:rsidR="00BE611A">
        <w:rPr>
          <w:rFonts w:cs="Georgia"/>
          <w:kern w:val="1"/>
        </w:rPr>
        <w:t>en terrain boisé</w:t>
      </w:r>
      <w:r>
        <w:rPr>
          <w:rFonts w:cs="Georgia"/>
          <w:kern w:val="1"/>
        </w:rPr>
        <w:t xml:space="preserve">, </w:t>
      </w:r>
      <w:r w:rsidR="00BE611A">
        <w:rPr>
          <w:rFonts w:cs="Georgia"/>
          <w:kern w:val="1"/>
        </w:rPr>
        <w:t>tu te rends compte si ça a suffi aux copains</w:t>
      </w:r>
      <w:r>
        <w:rPr>
          <w:rFonts w:cs="Georgia"/>
          <w:kern w:val="1"/>
        </w:rPr>
        <w:t xml:space="preserve">. </w:t>
      </w:r>
      <w:r w:rsidR="00BE611A">
        <w:rPr>
          <w:rFonts w:cs="Georgia"/>
          <w:kern w:val="1"/>
        </w:rPr>
        <w:t>L</w:t>
      </w:r>
      <w:r>
        <w:rPr>
          <w:rFonts w:cs="Georgia"/>
          <w:kern w:val="1"/>
        </w:rPr>
        <w:t>’</w:t>
      </w:r>
      <w:r w:rsidR="00BE611A">
        <w:rPr>
          <w:rFonts w:cs="Georgia"/>
          <w:kern w:val="1"/>
        </w:rPr>
        <w:t>avantage de la combinaison</w:t>
      </w:r>
      <w:r>
        <w:rPr>
          <w:rFonts w:cs="Georgia"/>
          <w:kern w:val="1"/>
        </w:rPr>
        <w:t xml:space="preserve">, </w:t>
      </w:r>
      <w:r w:rsidR="00BE611A">
        <w:rPr>
          <w:rFonts w:cs="Georgia"/>
          <w:kern w:val="1"/>
        </w:rPr>
        <w:t>c</w:t>
      </w:r>
      <w:r>
        <w:rPr>
          <w:rFonts w:cs="Georgia"/>
          <w:kern w:val="1"/>
        </w:rPr>
        <w:t>’</w:t>
      </w:r>
      <w:r w:rsidR="00BE611A">
        <w:rPr>
          <w:rFonts w:cs="Georgia"/>
          <w:kern w:val="1"/>
        </w:rPr>
        <w:t>est que chaque feldwebel d</w:t>
      </w:r>
      <w:r>
        <w:rPr>
          <w:rFonts w:cs="Georgia"/>
          <w:kern w:val="1"/>
        </w:rPr>
        <w:t>’</w:t>
      </w:r>
      <w:r w:rsidR="00BE611A">
        <w:rPr>
          <w:rFonts w:cs="Georgia"/>
          <w:kern w:val="1"/>
        </w:rPr>
        <w:t>équipe était tranquille</w:t>
      </w:r>
      <w:r>
        <w:rPr>
          <w:rFonts w:cs="Georgia"/>
          <w:kern w:val="1"/>
        </w:rPr>
        <w:t xml:space="preserve">, </w:t>
      </w:r>
      <w:r w:rsidR="00BE611A">
        <w:rPr>
          <w:rFonts w:cs="Georgia"/>
          <w:kern w:val="1"/>
        </w:rPr>
        <w:t>convaincu qu</w:t>
      </w:r>
      <w:r>
        <w:rPr>
          <w:rFonts w:cs="Georgia"/>
          <w:kern w:val="1"/>
        </w:rPr>
        <w:t>’</w:t>
      </w:r>
      <w:r w:rsidR="00BE611A">
        <w:rPr>
          <w:rFonts w:cs="Georgia"/>
          <w:kern w:val="1"/>
        </w:rPr>
        <w:t>ils étaient avec l</w:t>
      </w:r>
      <w:r>
        <w:rPr>
          <w:rFonts w:cs="Georgia"/>
          <w:kern w:val="1"/>
        </w:rPr>
        <w:t>’</w:t>
      </w:r>
      <w:r w:rsidR="00BE611A">
        <w:rPr>
          <w:rFonts w:cs="Georgia"/>
          <w:kern w:val="1"/>
        </w:rPr>
        <w:t>autre</w:t>
      </w:r>
      <w:r>
        <w:rPr>
          <w:rFonts w:cs="Georgia"/>
          <w:kern w:val="1"/>
        </w:rPr>
        <w:t xml:space="preserve">. </w:t>
      </w:r>
      <w:r w:rsidR="00BE611A">
        <w:rPr>
          <w:rFonts w:cs="Georgia"/>
          <w:kern w:val="1"/>
        </w:rPr>
        <w:t>Résultat</w:t>
      </w:r>
      <w:r>
        <w:rPr>
          <w:rFonts w:cs="Georgia"/>
          <w:kern w:val="1"/>
        </w:rPr>
        <w:t xml:space="preserve">, </w:t>
      </w:r>
      <w:r w:rsidR="00BE611A">
        <w:rPr>
          <w:rFonts w:cs="Georgia"/>
          <w:kern w:val="1"/>
        </w:rPr>
        <w:t>on ne s</w:t>
      </w:r>
      <w:r>
        <w:rPr>
          <w:rFonts w:cs="Georgia"/>
          <w:kern w:val="1"/>
        </w:rPr>
        <w:t>’</w:t>
      </w:r>
      <w:r w:rsidR="00BE611A">
        <w:rPr>
          <w:rFonts w:cs="Georgia"/>
          <w:kern w:val="1"/>
        </w:rPr>
        <w:t>est aperçu du truc que deux heures plus tard</w:t>
      </w:r>
      <w:r>
        <w:rPr>
          <w:rFonts w:cs="Georgia"/>
          <w:kern w:val="1"/>
        </w:rPr>
        <w:t xml:space="preserve">, </w:t>
      </w:r>
      <w:r w:rsidR="00BE611A">
        <w:rPr>
          <w:rFonts w:cs="Georgia"/>
          <w:kern w:val="1"/>
        </w:rPr>
        <w:t>quand</w:t>
      </w:r>
      <w:r>
        <w:rPr>
          <w:rFonts w:cs="Georgia"/>
          <w:kern w:val="1"/>
        </w:rPr>
        <w:t xml:space="preserve">, </w:t>
      </w:r>
      <w:r w:rsidR="00BE611A">
        <w:rPr>
          <w:rFonts w:cs="Georgia"/>
          <w:kern w:val="1"/>
        </w:rPr>
        <w:t>toutes les équipes étant rentrées au camp</w:t>
      </w:r>
      <w:r>
        <w:rPr>
          <w:rFonts w:cs="Georgia"/>
          <w:kern w:val="1"/>
        </w:rPr>
        <w:t xml:space="preserve">, </w:t>
      </w:r>
      <w:r w:rsidR="00BE611A">
        <w:rPr>
          <w:rFonts w:cs="Georgia"/>
          <w:kern w:val="1"/>
        </w:rPr>
        <w:t>on a fait l</w:t>
      </w:r>
      <w:r>
        <w:rPr>
          <w:rFonts w:cs="Georgia"/>
          <w:kern w:val="1"/>
        </w:rPr>
        <w:t>’</w:t>
      </w:r>
      <w:r w:rsidR="00BE611A">
        <w:rPr>
          <w:rFonts w:cs="Georgia"/>
          <w:kern w:val="1"/>
        </w:rPr>
        <w:t>appel</w:t>
      </w:r>
      <w:r>
        <w:rPr>
          <w:rFonts w:cs="Georgia"/>
          <w:kern w:val="1"/>
        </w:rPr>
        <w:t xml:space="preserve">. </w:t>
      </w:r>
      <w:r w:rsidR="00BE611A">
        <w:rPr>
          <w:rFonts w:cs="Georgia"/>
          <w:kern w:val="1"/>
        </w:rPr>
        <w:t>Maintenant</w:t>
      </w:r>
      <w:r>
        <w:rPr>
          <w:rFonts w:cs="Georgia"/>
          <w:kern w:val="1"/>
        </w:rPr>
        <w:t xml:space="preserve">, </w:t>
      </w:r>
      <w:r w:rsidR="00BE611A">
        <w:rPr>
          <w:rFonts w:cs="Georgia"/>
          <w:kern w:val="1"/>
        </w:rPr>
        <w:t>vivement que la nuit tombe</w:t>
      </w:r>
      <w:r>
        <w:rPr>
          <w:rFonts w:cs="Georgia"/>
          <w:kern w:val="1"/>
        </w:rPr>
        <w:t xml:space="preserve">. </w:t>
      </w:r>
      <w:r w:rsidR="00BE611A">
        <w:rPr>
          <w:rFonts w:cs="Georgia"/>
          <w:kern w:val="1"/>
        </w:rPr>
        <w:t>C</w:t>
      </w:r>
      <w:r>
        <w:rPr>
          <w:rFonts w:cs="Georgia"/>
          <w:kern w:val="1"/>
        </w:rPr>
        <w:t>’</w:t>
      </w:r>
      <w:r w:rsidR="00BE611A">
        <w:rPr>
          <w:rFonts w:cs="Georgia"/>
          <w:kern w:val="1"/>
        </w:rPr>
        <w:t>est pour eux la meilleure garantie de salut</w:t>
      </w:r>
      <w:r>
        <w:rPr>
          <w:rFonts w:cs="Georgia"/>
          <w:kern w:val="1"/>
        </w:rPr>
        <w:t xml:space="preserve">. </w:t>
      </w:r>
      <w:r w:rsidR="00BE611A">
        <w:rPr>
          <w:rFonts w:cs="Georgia"/>
          <w:kern w:val="1"/>
        </w:rPr>
        <w:t>Est-ce que tu sais de quel côté ils vont se diriger</w:t>
      </w:r>
      <w:r>
        <w:rPr>
          <w:rFonts w:cs="Georgia"/>
          <w:kern w:val="1"/>
        </w:rPr>
        <w:t> ?</w:t>
      </w:r>
    </w:p>
    <w:p w14:paraId="57DB2C56" w14:textId="77777777" w:rsidR="000E1451" w:rsidRDefault="000E1451" w:rsidP="00BE611A">
      <w:pPr>
        <w:rPr>
          <w:rFonts w:cs="Georgia"/>
          <w:kern w:val="1"/>
        </w:rPr>
      </w:pPr>
      <w:r>
        <w:rPr>
          <w:rFonts w:cs="Georgia"/>
          <w:kern w:val="1"/>
        </w:rPr>
        <w:t>— </w:t>
      </w:r>
      <w:r w:rsidR="00BE611A">
        <w:rPr>
          <w:rFonts w:cs="Georgia"/>
          <w:kern w:val="1"/>
        </w:rPr>
        <w:t>Ils vont</w:t>
      </w:r>
      <w:r>
        <w:rPr>
          <w:rFonts w:cs="Georgia"/>
          <w:kern w:val="1"/>
        </w:rPr>
        <w:t xml:space="preserve">, </w:t>
      </w:r>
      <w:r w:rsidR="00BE611A">
        <w:rPr>
          <w:rFonts w:cs="Georgia"/>
          <w:kern w:val="1"/>
        </w:rPr>
        <w:t>fis-je en baissant la voix</w:t>
      </w:r>
      <w:r>
        <w:rPr>
          <w:rFonts w:cs="Georgia"/>
          <w:kern w:val="1"/>
        </w:rPr>
        <w:t xml:space="preserve">, </w:t>
      </w:r>
      <w:r w:rsidR="00BE611A">
        <w:rPr>
          <w:rFonts w:cs="Georgia"/>
          <w:kern w:val="1"/>
        </w:rPr>
        <w:t>essayer de gagner le Niémen et la frontière russe</w:t>
      </w:r>
      <w:r>
        <w:rPr>
          <w:rFonts w:cs="Georgia"/>
          <w:kern w:val="1"/>
        </w:rPr>
        <w:t xml:space="preserve">. </w:t>
      </w:r>
      <w:r w:rsidR="00BE611A">
        <w:rPr>
          <w:rFonts w:cs="Georgia"/>
          <w:kern w:val="1"/>
        </w:rPr>
        <w:t>Il leur faudra six à huit nuits de marche</w:t>
      </w:r>
      <w:r>
        <w:rPr>
          <w:rFonts w:cs="Georgia"/>
          <w:kern w:val="1"/>
        </w:rPr>
        <w:t xml:space="preserve">. </w:t>
      </w:r>
      <w:r w:rsidR="00BE611A">
        <w:rPr>
          <w:rFonts w:cs="Georgia"/>
          <w:kern w:val="1"/>
        </w:rPr>
        <w:t>L</w:t>
      </w:r>
      <w:r>
        <w:rPr>
          <w:rFonts w:cs="Georgia"/>
          <w:kern w:val="1"/>
        </w:rPr>
        <w:t>’</w:t>
      </w:r>
      <w:r w:rsidR="00BE611A">
        <w:rPr>
          <w:rFonts w:cs="Georgia"/>
          <w:kern w:val="1"/>
        </w:rPr>
        <w:t>important</w:t>
      </w:r>
      <w:r>
        <w:rPr>
          <w:rFonts w:cs="Georgia"/>
          <w:kern w:val="1"/>
        </w:rPr>
        <w:t xml:space="preserve">, </w:t>
      </w:r>
      <w:r w:rsidR="00BE611A">
        <w:rPr>
          <w:rFonts w:cs="Georgia"/>
          <w:kern w:val="1"/>
        </w:rPr>
        <w:t>c</w:t>
      </w:r>
      <w:r>
        <w:rPr>
          <w:rFonts w:cs="Georgia"/>
          <w:kern w:val="1"/>
        </w:rPr>
        <w:t>’</w:t>
      </w:r>
      <w:r w:rsidR="00BE611A">
        <w:rPr>
          <w:rFonts w:cs="Georgia"/>
          <w:kern w:val="1"/>
        </w:rPr>
        <w:t>est qu</w:t>
      </w:r>
      <w:r>
        <w:rPr>
          <w:rFonts w:cs="Georgia"/>
          <w:kern w:val="1"/>
        </w:rPr>
        <w:t>’</w:t>
      </w:r>
      <w:r w:rsidR="00BE611A">
        <w:rPr>
          <w:rFonts w:cs="Georgia"/>
          <w:kern w:val="1"/>
        </w:rPr>
        <w:t>ils trouvent des forêts assez épaisses pour pouvoir</w:t>
      </w:r>
      <w:r>
        <w:rPr>
          <w:rFonts w:cs="Georgia"/>
          <w:kern w:val="1"/>
        </w:rPr>
        <w:t xml:space="preserve">, </w:t>
      </w:r>
      <w:r w:rsidR="00BE611A">
        <w:rPr>
          <w:rFonts w:cs="Georgia"/>
          <w:kern w:val="1"/>
        </w:rPr>
        <w:t>le jour</w:t>
      </w:r>
      <w:r>
        <w:rPr>
          <w:rFonts w:cs="Georgia"/>
          <w:kern w:val="1"/>
        </w:rPr>
        <w:t xml:space="preserve">, </w:t>
      </w:r>
      <w:r w:rsidR="00BE611A">
        <w:rPr>
          <w:rFonts w:cs="Georgia"/>
          <w:kern w:val="1"/>
        </w:rPr>
        <w:t>y rester cachés</w:t>
      </w:r>
      <w:r>
        <w:rPr>
          <w:rFonts w:cs="Georgia"/>
          <w:kern w:val="1"/>
        </w:rPr>
        <w:t xml:space="preserve">. </w:t>
      </w:r>
      <w:r w:rsidR="00BE611A">
        <w:rPr>
          <w:rFonts w:cs="Georgia"/>
          <w:kern w:val="1"/>
        </w:rPr>
        <w:t>Naturellement</w:t>
      </w:r>
      <w:r>
        <w:rPr>
          <w:rFonts w:cs="Georgia"/>
          <w:kern w:val="1"/>
        </w:rPr>
        <w:t xml:space="preserve">, </w:t>
      </w:r>
      <w:r w:rsidR="00BE611A">
        <w:rPr>
          <w:rFonts w:cs="Georgia"/>
          <w:kern w:val="1"/>
        </w:rPr>
        <w:t>l</w:t>
      </w:r>
      <w:r>
        <w:rPr>
          <w:rFonts w:cs="Georgia"/>
          <w:kern w:val="1"/>
        </w:rPr>
        <w:t>’</w:t>
      </w:r>
      <w:r w:rsidR="00BE611A">
        <w:rPr>
          <w:rFonts w:cs="Georgia"/>
          <w:kern w:val="1"/>
        </w:rPr>
        <w:t>alarme a été donnée partout</w:t>
      </w:r>
      <w:r>
        <w:rPr>
          <w:rFonts w:cs="Georgia"/>
          <w:kern w:val="1"/>
        </w:rPr>
        <w:t> ?</w:t>
      </w:r>
    </w:p>
    <w:p w14:paraId="0E40CCDE" w14:textId="77777777" w:rsidR="000E1451" w:rsidRDefault="000E1451" w:rsidP="00BE611A">
      <w:pPr>
        <w:rPr>
          <w:rFonts w:cs="Georgia"/>
          <w:kern w:val="1"/>
        </w:rPr>
      </w:pPr>
      <w:r>
        <w:rPr>
          <w:rFonts w:cs="Georgia"/>
          <w:kern w:val="1"/>
        </w:rPr>
        <w:t>— </w:t>
      </w:r>
      <w:r w:rsidR="00BE611A">
        <w:rPr>
          <w:rFonts w:cs="Georgia"/>
          <w:kern w:val="1"/>
        </w:rPr>
        <w:t>Tu parles</w:t>
      </w:r>
      <w:r>
        <w:rPr>
          <w:rFonts w:cs="Georgia"/>
          <w:kern w:val="1"/>
        </w:rPr>
        <w:t xml:space="preserve"> ! </w:t>
      </w:r>
      <w:r w:rsidR="00BE611A">
        <w:rPr>
          <w:rFonts w:cs="Georgia"/>
          <w:kern w:val="1"/>
        </w:rPr>
        <w:t>Le téléphone a joué dans toutes les directions</w:t>
      </w:r>
      <w:r>
        <w:rPr>
          <w:rFonts w:cs="Georgia"/>
          <w:kern w:val="1"/>
        </w:rPr>
        <w:t xml:space="preserve">. </w:t>
      </w:r>
      <w:r w:rsidR="00BE611A">
        <w:rPr>
          <w:rFonts w:cs="Georgia"/>
          <w:kern w:val="1"/>
        </w:rPr>
        <w:t>Tous les postes de douaniers</w:t>
      </w:r>
      <w:r>
        <w:rPr>
          <w:rFonts w:cs="Georgia"/>
          <w:kern w:val="1"/>
        </w:rPr>
        <w:t xml:space="preserve">, </w:t>
      </w:r>
      <w:r w:rsidR="00BE611A">
        <w:rPr>
          <w:rFonts w:cs="Georgia"/>
          <w:kern w:val="1"/>
        </w:rPr>
        <w:t>tous les gardes-côtes sont alertés</w:t>
      </w:r>
      <w:r>
        <w:rPr>
          <w:rFonts w:cs="Georgia"/>
          <w:kern w:val="1"/>
        </w:rPr>
        <w:t xml:space="preserve">. </w:t>
      </w:r>
      <w:r w:rsidR="00BE611A">
        <w:rPr>
          <w:rFonts w:cs="Georgia"/>
          <w:kern w:val="1"/>
        </w:rPr>
        <w:t>Ce qui m</w:t>
      </w:r>
      <w:r>
        <w:rPr>
          <w:rFonts w:cs="Georgia"/>
          <w:kern w:val="1"/>
        </w:rPr>
        <w:t>’</w:t>
      </w:r>
      <w:r w:rsidR="00BE611A">
        <w:rPr>
          <w:rFonts w:cs="Georgia"/>
          <w:kern w:val="1"/>
        </w:rPr>
        <w:t>épate</w:t>
      </w:r>
      <w:r>
        <w:rPr>
          <w:rFonts w:cs="Georgia"/>
          <w:kern w:val="1"/>
        </w:rPr>
        <w:t xml:space="preserve">, </w:t>
      </w:r>
      <w:r w:rsidR="00BE611A">
        <w:rPr>
          <w:rFonts w:cs="Georgia"/>
          <w:kern w:val="1"/>
        </w:rPr>
        <w:t>c</w:t>
      </w:r>
      <w:r>
        <w:rPr>
          <w:rFonts w:cs="Georgia"/>
          <w:kern w:val="1"/>
        </w:rPr>
        <w:t>’</w:t>
      </w:r>
      <w:r w:rsidR="00BE611A">
        <w:rPr>
          <w:rFonts w:cs="Georgia"/>
          <w:kern w:val="1"/>
        </w:rPr>
        <w:t>est qu</w:t>
      </w:r>
      <w:r>
        <w:rPr>
          <w:rFonts w:cs="Georgia"/>
          <w:kern w:val="1"/>
        </w:rPr>
        <w:t>’</w:t>
      </w:r>
      <w:r w:rsidR="00BE611A">
        <w:rPr>
          <w:rFonts w:cs="Georgia"/>
          <w:kern w:val="1"/>
        </w:rPr>
        <w:t>ici on n</w:t>
      </w:r>
      <w:r>
        <w:rPr>
          <w:rFonts w:cs="Georgia"/>
          <w:kern w:val="1"/>
        </w:rPr>
        <w:t>’</w:t>
      </w:r>
      <w:r w:rsidR="00BE611A">
        <w:rPr>
          <w:rFonts w:cs="Georgia"/>
          <w:kern w:val="1"/>
        </w:rPr>
        <w:t>ait pas commencé déjà à nous visser</w:t>
      </w:r>
      <w:r>
        <w:rPr>
          <w:rFonts w:cs="Georgia"/>
          <w:kern w:val="1"/>
        </w:rPr>
        <w:t>.</w:t>
      </w:r>
    </w:p>
    <w:p w14:paraId="67000A28" w14:textId="77777777" w:rsidR="000E1451" w:rsidRDefault="000E1451" w:rsidP="00BE611A">
      <w:pPr>
        <w:rPr>
          <w:rFonts w:cs="Georgia"/>
          <w:kern w:val="1"/>
        </w:rPr>
      </w:pPr>
      <w:r>
        <w:rPr>
          <w:rFonts w:cs="Georgia"/>
          <w:kern w:val="1"/>
        </w:rPr>
        <w:t>— </w:t>
      </w:r>
      <w:r w:rsidR="00BE611A">
        <w:rPr>
          <w:rFonts w:cs="Georgia"/>
          <w:kern w:val="1"/>
        </w:rPr>
        <w:t>Ne crains rien</w:t>
      </w:r>
      <w:r>
        <w:rPr>
          <w:rFonts w:cs="Georgia"/>
          <w:kern w:val="1"/>
        </w:rPr>
        <w:t xml:space="preserve">, </w:t>
      </w:r>
      <w:r w:rsidR="00BE611A">
        <w:rPr>
          <w:rFonts w:cs="Georgia"/>
          <w:kern w:val="1"/>
        </w:rPr>
        <w:t>ça ne tardera pas</w:t>
      </w:r>
      <w:r>
        <w:rPr>
          <w:rFonts w:cs="Georgia"/>
          <w:kern w:val="1"/>
        </w:rPr>
        <w:t xml:space="preserve">. </w:t>
      </w:r>
      <w:r w:rsidR="00BE611A">
        <w:rPr>
          <w:rFonts w:cs="Georgia"/>
          <w:kern w:val="1"/>
        </w:rPr>
        <w:t>Tiens</w:t>
      </w:r>
      <w:r>
        <w:rPr>
          <w:rFonts w:cs="Georgia"/>
          <w:kern w:val="1"/>
        </w:rPr>
        <w:t xml:space="preserve">, </w:t>
      </w:r>
      <w:r w:rsidR="00BE611A">
        <w:rPr>
          <w:rFonts w:cs="Georgia"/>
          <w:kern w:val="1"/>
        </w:rPr>
        <w:t>regarde ce que je te disais</w:t>
      </w:r>
      <w:r>
        <w:rPr>
          <w:rFonts w:cs="Georgia"/>
          <w:kern w:val="1"/>
        </w:rPr>
        <w:t> !</w:t>
      </w:r>
    </w:p>
    <w:p w14:paraId="07929280" w14:textId="77777777" w:rsidR="000E1451" w:rsidRDefault="00BE611A" w:rsidP="00BE611A">
      <w:pPr>
        <w:rPr>
          <w:rFonts w:cs="Georgia"/>
          <w:kern w:val="1"/>
        </w:rPr>
      </w:pPr>
      <w:r>
        <w:rPr>
          <w:rFonts w:cs="Georgia"/>
          <w:kern w:val="1"/>
        </w:rPr>
        <w:t>Un gefreiter venait de pénétrer dans la baraque</w:t>
      </w:r>
      <w:r w:rsidR="000E1451">
        <w:rPr>
          <w:rFonts w:cs="Georgia"/>
          <w:kern w:val="1"/>
        </w:rPr>
        <w:t>.</w:t>
      </w:r>
    </w:p>
    <w:p w14:paraId="1D0AF68B" w14:textId="77777777" w:rsidR="000E1451" w:rsidRDefault="000E1451" w:rsidP="00BE611A">
      <w:pPr>
        <w:rPr>
          <w:rFonts w:cs="Georgia"/>
          <w:kern w:val="1"/>
        </w:rPr>
      </w:pPr>
      <w:r>
        <w:rPr>
          <w:rFonts w:cs="Georgia"/>
          <w:kern w:val="1"/>
        </w:rPr>
        <w:lastRenderedPageBreak/>
        <w:t>— </w:t>
      </w:r>
      <w:r w:rsidR="00BE611A">
        <w:rPr>
          <w:rFonts w:cs="Georgia"/>
          <w:kern w:val="1"/>
        </w:rPr>
        <w:t>Adjudant Claverie</w:t>
      </w:r>
      <w:r>
        <w:rPr>
          <w:rFonts w:cs="Georgia"/>
          <w:kern w:val="1"/>
        </w:rPr>
        <w:t xml:space="preserve">, </w:t>
      </w:r>
      <w:r w:rsidR="00BE611A">
        <w:rPr>
          <w:rFonts w:cs="Georgia"/>
          <w:kern w:val="1"/>
        </w:rPr>
        <w:t>sergent Dumaine</w:t>
      </w:r>
      <w:r>
        <w:rPr>
          <w:rFonts w:cs="Georgia"/>
          <w:kern w:val="1"/>
        </w:rPr>
        <w:t xml:space="preserve">, </w:t>
      </w:r>
      <w:r w:rsidR="00BE611A">
        <w:rPr>
          <w:rFonts w:cs="Georgia"/>
          <w:kern w:val="1"/>
        </w:rPr>
        <w:t>à la Kommandantur</w:t>
      </w:r>
      <w:r>
        <w:rPr>
          <w:rFonts w:cs="Georgia"/>
          <w:kern w:val="1"/>
        </w:rPr>
        <w:t xml:space="preserve">, </w:t>
      </w:r>
      <w:r w:rsidR="00BE611A">
        <w:rPr>
          <w:rFonts w:cs="Georgia"/>
          <w:kern w:val="1"/>
        </w:rPr>
        <w:t>et au trot</w:t>
      </w:r>
      <w:r>
        <w:rPr>
          <w:rFonts w:cs="Georgia"/>
          <w:kern w:val="1"/>
        </w:rPr>
        <w:t> !</w:t>
      </w:r>
    </w:p>
    <w:p w14:paraId="48A0F542" w14:textId="77777777" w:rsidR="000E1451" w:rsidRDefault="00BE611A" w:rsidP="00BE611A">
      <w:pPr>
        <w:rPr>
          <w:rFonts w:cs="Georgia"/>
          <w:kern w:val="1"/>
        </w:rPr>
      </w:pPr>
      <w:r>
        <w:rPr>
          <w:rFonts w:cs="Georgia"/>
          <w:kern w:val="1"/>
        </w:rPr>
        <w:t>Nous obéîmes</w:t>
      </w:r>
      <w:r w:rsidR="000E1451">
        <w:rPr>
          <w:rFonts w:cs="Georgia"/>
          <w:kern w:val="1"/>
        </w:rPr>
        <w:t xml:space="preserve">. </w:t>
      </w:r>
      <w:r>
        <w:rPr>
          <w:rFonts w:cs="Georgia"/>
          <w:kern w:val="1"/>
        </w:rPr>
        <w:t>Pendant le court trajet</w:t>
      </w:r>
      <w:r w:rsidR="000E1451">
        <w:rPr>
          <w:rFonts w:cs="Georgia"/>
          <w:kern w:val="1"/>
        </w:rPr>
        <w:t xml:space="preserve">, </w:t>
      </w:r>
      <w:r>
        <w:rPr>
          <w:rFonts w:cs="Georgia"/>
          <w:kern w:val="1"/>
        </w:rPr>
        <w:t>le malheureux Claverie ne perdit pas</w:t>
      </w:r>
      <w:r w:rsidR="000E1451">
        <w:rPr>
          <w:rFonts w:cs="Georgia"/>
          <w:kern w:val="1"/>
        </w:rPr>
        <w:t xml:space="preserve">, </w:t>
      </w:r>
      <w:r>
        <w:rPr>
          <w:rFonts w:cs="Georgia"/>
          <w:kern w:val="1"/>
        </w:rPr>
        <w:t>naturellement</w:t>
      </w:r>
      <w:r w:rsidR="000E1451">
        <w:rPr>
          <w:rFonts w:cs="Georgia"/>
          <w:kern w:val="1"/>
        </w:rPr>
        <w:t xml:space="preserve">, </w:t>
      </w:r>
      <w:r>
        <w:rPr>
          <w:rFonts w:cs="Georgia"/>
          <w:kern w:val="1"/>
        </w:rPr>
        <w:t>une aussi belle occasion de se lamenter</w:t>
      </w:r>
      <w:r w:rsidR="000E1451">
        <w:rPr>
          <w:rFonts w:cs="Georgia"/>
          <w:kern w:val="1"/>
        </w:rPr>
        <w:t>.</w:t>
      </w:r>
    </w:p>
    <w:p w14:paraId="61EDB8BF" w14:textId="77777777" w:rsidR="000E1451" w:rsidRDefault="000E1451" w:rsidP="00BE611A">
      <w:pPr>
        <w:rPr>
          <w:rFonts w:cs="Georgia"/>
          <w:kern w:val="1"/>
        </w:rPr>
      </w:pPr>
      <w:r>
        <w:rPr>
          <w:rFonts w:cs="Georgia"/>
          <w:kern w:val="1"/>
        </w:rPr>
        <w:t>— </w:t>
      </w:r>
      <w:r w:rsidR="00BE611A">
        <w:rPr>
          <w:rFonts w:cs="Georgia"/>
          <w:kern w:val="1"/>
        </w:rPr>
        <w:t>Qu</w:t>
      </w:r>
      <w:r>
        <w:rPr>
          <w:rFonts w:cs="Georgia"/>
          <w:kern w:val="1"/>
        </w:rPr>
        <w:t>’</w:t>
      </w:r>
      <w:r w:rsidR="00BE611A">
        <w:rPr>
          <w:rFonts w:cs="Georgia"/>
          <w:kern w:val="1"/>
        </w:rPr>
        <w:t>est-ce que j</w:t>
      </w:r>
      <w:r>
        <w:rPr>
          <w:rFonts w:cs="Georgia"/>
          <w:kern w:val="1"/>
        </w:rPr>
        <w:t>’</w:t>
      </w:r>
      <w:r w:rsidR="00BE611A">
        <w:rPr>
          <w:rFonts w:cs="Georgia"/>
          <w:kern w:val="1"/>
        </w:rPr>
        <w:t>avais dit</w:t>
      </w:r>
      <w:r>
        <w:rPr>
          <w:rFonts w:cs="Georgia"/>
          <w:kern w:val="1"/>
        </w:rPr>
        <w:t xml:space="preserve"> ! </w:t>
      </w:r>
      <w:r w:rsidR="00BE611A">
        <w:rPr>
          <w:rFonts w:cs="Georgia"/>
          <w:kern w:val="1"/>
        </w:rPr>
        <w:t>Trente-six baraques</w:t>
      </w:r>
      <w:r>
        <w:rPr>
          <w:rFonts w:cs="Georgia"/>
          <w:kern w:val="1"/>
        </w:rPr>
        <w:t xml:space="preserve">, </w:t>
      </w:r>
      <w:r w:rsidR="00BE611A">
        <w:rPr>
          <w:rFonts w:cs="Georgia"/>
          <w:kern w:val="1"/>
        </w:rPr>
        <w:t>tout de même</w:t>
      </w:r>
      <w:r>
        <w:rPr>
          <w:rFonts w:cs="Georgia"/>
          <w:kern w:val="1"/>
        </w:rPr>
        <w:t xml:space="preserve">, </w:t>
      </w:r>
      <w:r w:rsidR="00BE611A">
        <w:rPr>
          <w:rFonts w:cs="Georgia"/>
          <w:kern w:val="1"/>
        </w:rPr>
        <w:t>il y a trente-six baraques dans le camp</w:t>
      </w:r>
      <w:r>
        <w:rPr>
          <w:rFonts w:cs="Georgia"/>
          <w:kern w:val="1"/>
        </w:rPr>
        <w:t xml:space="preserve">, </w:t>
      </w:r>
      <w:r w:rsidR="00BE611A">
        <w:rPr>
          <w:rFonts w:cs="Georgia"/>
          <w:kern w:val="1"/>
        </w:rPr>
        <w:t>et il faut juste que cela tombe sur la mienne</w:t>
      </w:r>
      <w:r>
        <w:rPr>
          <w:rFonts w:cs="Georgia"/>
          <w:kern w:val="1"/>
        </w:rPr>
        <w:t> !</w:t>
      </w:r>
    </w:p>
    <w:p w14:paraId="77D55412" w14:textId="77777777" w:rsidR="00BE611A" w:rsidRDefault="00BE611A" w:rsidP="00BE611A">
      <w:pPr>
        <w:rPr>
          <w:rFonts w:cs="Georgia"/>
          <w:kern w:val="1"/>
        </w:rPr>
      </w:pPr>
    </w:p>
    <w:p w14:paraId="4E072AD4" w14:textId="77777777" w:rsidR="000E1451" w:rsidRDefault="00BE611A" w:rsidP="00BE611A">
      <w:pPr>
        <w:rPr>
          <w:rFonts w:cs="Georgia"/>
          <w:kern w:val="1"/>
        </w:rPr>
      </w:pPr>
      <w:r>
        <w:rPr>
          <w:rFonts w:cs="Georgia"/>
          <w:kern w:val="1"/>
        </w:rPr>
        <w:t>Les journées qui suivirent furent parmi les plus pénibles que nous eussions encore vécues</w:t>
      </w:r>
      <w:r w:rsidR="000E1451">
        <w:rPr>
          <w:rFonts w:cs="Georgia"/>
          <w:kern w:val="1"/>
        </w:rPr>
        <w:t xml:space="preserve">. </w:t>
      </w:r>
      <w:r>
        <w:rPr>
          <w:rFonts w:cs="Georgia"/>
          <w:kern w:val="1"/>
        </w:rPr>
        <w:t>Chaque heure qui venait s</w:t>
      </w:r>
      <w:r w:rsidR="000E1451">
        <w:rPr>
          <w:rFonts w:cs="Georgia"/>
          <w:kern w:val="1"/>
        </w:rPr>
        <w:t>’</w:t>
      </w:r>
      <w:r>
        <w:rPr>
          <w:rFonts w:cs="Georgia"/>
          <w:kern w:val="1"/>
        </w:rPr>
        <w:t>ajouter aux précédentes nous donnait cependant un peu plus d</w:t>
      </w:r>
      <w:r w:rsidR="000E1451">
        <w:rPr>
          <w:rFonts w:cs="Georgia"/>
          <w:kern w:val="1"/>
        </w:rPr>
        <w:t>’</w:t>
      </w:r>
      <w:r>
        <w:rPr>
          <w:rFonts w:cs="Georgia"/>
          <w:kern w:val="1"/>
        </w:rPr>
        <w:t>espoir quant au sort de nos compagnons</w:t>
      </w:r>
      <w:r w:rsidR="000E1451">
        <w:rPr>
          <w:rFonts w:cs="Georgia"/>
          <w:kern w:val="1"/>
        </w:rPr>
        <w:t xml:space="preserve">. </w:t>
      </w:r>
      <w:r>
        <w:rPr>
          <w:rFonts w:cs="Georgia"/>
          <w:kern w:val="1"/>
        </w:rPr>
        <w:t>Tout entiers à notre attente</w:t>
      </w:r>
      <w:r w:rsidR="000E1451">
        <w:rPr>
          <w:rFonts w:cs="Georgia"/>
          <w:kern w:val="1"/>
        </w:rPr>
        <w:t xml:space="preserve">, </w:t>
      </w:r>
      <w:r>
        <w:rPr>
          <w:rFonts w:cs="Georgia"/>
          <w:kern w:val="1"/>
        </w:rPr>
        <w:t>nous acceptions avec une relative indifférence les représailles que le commandant du camp avait immédiatement déclenchées contre nous</w:t>
      </w:r>
      <w:r w:rsidR="000E1451">
        <w:rPr>
          <w:rFonts w:cs="Georgia"/>
          <w:kern w:val="1"/>
        </w:rPr>
        <w:t xml:space="preserve">. </w:t>
      </w:r>
      <w:r>
        <w:rPr>
          <w:rFonts w:cs="Georgia"/>
          <w:kern w:val="1"/>
        </w:rPr>
        <w:t>Le peu de liberté qui nous restait nous fut supprimé</w:t>
      </w:r>
      <w:r w:rsidR="000E1451">
        <w:rPr>
          <w:rFonts w:cs="Georgia"/>
          <w:kern w:val="1"/>
        </w:rPr>
        <w:t xml:space="preserve">. </w:t>
      </w:r>
      <w:r>
        <w:rPr>
          <w:rFonts w:cs="Georgia"/>
          <w:kern w:val="1"/>
        </w:rPr>
        <w:t>Aux brimades ordinaires vint s</w:t>
      </w:r>
      <w:r w:rsidR="000E1451">
        <w:rPr>
          <w:rFonts w:cs="Georgia"/>
          <w:kern w:val="1"/>
        </w:rPr>
        <w:t>’</w:t>
      </w:r>
      <w:r>
        <w:rPr>
          <w:rFonts w:cs="Georgia"/>
          <w:kern w:val="1"/>
        </w:rPr>
        <w:t>en ajouter une foule d</w:t>
      </w:r>
      <w:r w:rsidR="000E1451">
        <w:rPr>
          <w:rFonts w:cs="Georgia"/>
          <w:kern w:val="1"/>
        </w:rPr>
        <w:t>’</w:t>
      </w:r>
      <w:r>
        <w:rPr>
          <w:rFonts w:cs="Georgia"/>
          <w:kern w:val="1"/>
        </w:rPr>
        <w:t>autres</w:t>
      </w:r>
      <w:r w:rsidR="000E1451">
        <w:rPr>
          <w:rFonts w:cs="Georgia"/>
          <w:kern w:val="1"/>
        </w:rPr>
        <w:t xml:space="preserve">. </w:t>
      </w:r>
      <w:r>
        <w:rPr>
          <w:rFonts w:cs="Georgia"/>
          <w:kern w:val="1"/>
        </w:rPr>
        <w:t>Nous n</w:t>
      </w:r>
      <w:r w:rsidR="000E1451">
        <w:rPr>
          <w:rFonts w:cs="Georgia"/>
          <w:kern w:val="1"/>
        </w:rPr>
        <w:t>’</w:t>
      </w:r>
      <w:r>
        <w:rPr>
          <w:rFonts w:cs="Georgia"/>
          <w:kern w:val="1"/>
        </w:rPr>
        <w:t>eûmes plus le droit ni de parler fort</w:t>
      </w:r>
      <w:r w:rsidR="000E1451">
        <w:rPr>
          <w:rFonts w:cs="Georgia"/>
          <w:kern w:val="1"/>
        </w:rPr>
        <w:t xml:space="preserve">, </w:t>
      </w:r>
      <w:r>
        <w:rPr>
          <w:rFonts w:cs="Georgia"/>
          <w:kern w:val="1"/>
        </w:rPr>
        <w:t>ni de fumer dans les baraquements</w:t>
      </w:r>
      <w:r w:rsidR="000E1451">
        <w:rPr>
          <w:rFonts w:cs="Georgia"/>
          <w:kern w:val="1"/>
        </w:rPr>
        <w:t xml:space="preserve">, </w:t>
      </w:r>
      <w:r>
        <w:rPr>
          <w:rFonts w:cs="Georgia"/>
          <w:kern w:val="1"/>
        </w:rPr>
        <w:t>ni d</w:t>
      </w:r>
      <w:r w:rsidR="000E1451">
        <w:rPr>
          <w:rFonts w:cs="Georgia"/>
          <w:kern w:val="1"/>
        </w:rPr>
        <w:t>’</w:t>
      </w:r>
      <w:r>
        <w:rPr>
          <w:rFonts w:cs="Georgia"/>
          <w:kern w:val="1"/>
        </w:rPr>
        <w:t>en sortir de l</w:t>
      </w:r>
      <w:r w:rsidR="000E1451">
        <w:rPr>
          <w:rFonts w:cs="Georgia"/>
          <w:kern w:val="1"/>
        </w:rPr>
        <w:t>’</w:t>
      </w:r>
      <w:r>
        <w:rPr>
          <w:rFonts w:cs="Georgia"/>
          <w:kern w:val="1"/>
        </w:rPr>
        <w:t>appel du soir à celui du matin</w:t>
      </w:r>
      <w:r w:rsidR="000E1451">
        <w:rPr>
          <w:rFonts w:cs="Georgia"/>
          <w:kern w:val="1"/>
        </w:rPr>
        <w:t xml:space="preserve">. </w:t>
      </w:r>
      <w:r>
        <w:rPr>
          <w:rFonts w:cs="Georgia"/>
          <w:kern w:val="1"/>
        </w:rPr>
        <w:t>On nous confisqua tout ce qu</w:t>
      </w:r>
      <w:r w:rsidR="000E1451">
        <w:rPr>
          <w:rFonts w:cs="Georgia"/>
          <w:kern w:val="1"/>
        </w:rPr>
        <w:t>’</w:t>
      </w:r>
      <w:r>
        <w:rPr>
          <w:rFonts w:cs="Georgia"/>
          <w:kern w:val="1"/>
        </w:rPr>
        <w:t>on put découvrir de menus objets nous appartenant en propre</w:t>
      </w:r>
      <w:r w:rsidR="000E1451">
        <w:rPr>
          <w:rFonts w:cs="Georgia"/>
          <w:kern w:val="1"/>
        </w:rPr>
        <w:t xml:space="preserve">. </w:t>
      </w:r>
      <w:r>
        <w:rPr>
          <w:rFonts w:cs="Georgia"/>
          <w:kern w:val="1"/>
        </w:rPr>
        <w:t>Enfin</w:t>
      </w:r>
      <w:r w:rsidR="000E1451">
        <w:rPr>
          <w:rFonts w:cs="Georgia"/>
          <w:kern w:val="1"/>
        </w:rPr>
        <w:t xml:space="preserve">, </w:t>
      </w:r>
      <w:r>
        <w:rPr>
          <w:rFonts w:cs="Georgia"/>
          <w:kern w:val="1"/>
        </w:rPr>
        <w:t>mesure qui surpassa en cruauté toutes les autres</w:t>
      </w:r>
      <w:r w:rsidR="000E1451">
        <w:rPr>
          <w:rFonts w:cs="Georgia"/>
          <w:kern w:val="1"/>
        </w:rPr>
        <w:t xml:space="preserve">, </w:t>
      </w:r>
      <w:r>
        <w:rPr>
          <w:rFonts w:cs="Georgia"/>
          <w:kern w:val="1"/>
        </w:rPr>
        <w:t>une note parue au rapport déclara la distribution de la correspondance et des colis suspendue jusqu</w:t>
      </w:r>
      <w:r w:rsidR="000E1451">
        <w:rPr>
          <w:rFonts w:cs="Georgia"/>
          <w:kern w:val="1"/>
        </w:rPr>
        <w:t>’</w:t>
      </w:r>
      <w:r>
        <w:rPr>
          <w:rFonts w:cs="Georgia"/>
          <w:kern w:val="1"/>
        </w:rPr>
        <w:t>à nouvel ordre</w:t>
      </w:r>
      <w:r w:rsidR="000E1451">
        <w:rPr>
          <w:rFonts w:cs="Georgia"/>
          <w:kern w:val="1"/>
        </w:rPr>
        <w:t xml:space="preserve">. </w:t>
      </w:r>
      <w:r>
        <w:rPr>
          <w:rFonts w:cs="Georgia"/>
          <w:kern w:val="1"/>
        </w:rPr>
        <w:t>En dépit de toutes ces rigueurs</w:t>
      </w:r>
      <w:r w:rsidR="000E1451">
        <w:rPr>
          <w:rFonts w:cs="Georgia"/>
          <w:kern w:val="1"/>
        </w:rPr>
        <w:t xml:space="preserve">, </w:t>
      </w:r>
      <w:r>
        <w:rPr>
          <w:rFonts w:cs="Georgia"/>
          <w:kern w:val="1"/>
        </w:rPr>
        <w:t>force me fut de constater que le capitaine Elbing ne nous avait frappés</w:t>
      </w:r>
      <w:r w:rsidR="000E1451">
        <w:rPr>
          <w:rFonts w:cs="Georgia"/>
          <w:kern w:val="1"/>
        </w:rPr>
        <w:t xml:space="preserve">, </w:t>
      </w:r>
      <w:r>
        <w:rPr>
          <w:rFonts w:cs="Georgia"/>
          <w:kern w:val="1"/>
        </w:rPr>
        <w:t>Claverie et moi</w:t>
      </w:r>
      <w:r w:rsidR="000E1451">
        <w:rPr>
          <w:rFonts w:cs="Georgia"/>
          <w:kern w:val="1"/>
        </w:rPr>
        <w:t xml:space="preserve">, </w:t>
      </w:r>
      <w:r>
        <w:rPr>
          <w:rFonts w:cs="Georgia"/>
          <w:kern w:val="1"/>
        </w:rPr>
        <w:t>d</w:t>
      </w:r>
      <w:r w:rsidR="000E1451">
        <w:rPr>
          <w:rFonts w:cs="Georgia"/>
          <w:kern w:val="1"/>
        </w:rPr>
        <w:t>’</w:t>
      </w:r>
      <w:r>
        <w:rPr>
          <w:rFonts w:cs="Georgia"/>
          <w:kern w:val="1"/>
        </w:rPr>
        <w:t>aucune des sanctions spéciales qui auraient dû nous atteindre en tant que chefs responsables de la chambrée à laquelle appartenaient les deux transfuges</w:t>
      </w:r>
      <w:r w:rsidR="000E1451">
        <w:rPr>
          <w:rFonts w:cs="Georgia"/>
          <w:kern w:val="1"/>
        </w:rPr>
        <w:t xml:space="preserve">. </w:t>
      </w:r>
      <w:r>
        <w:rPr>
          <w:rFonts w:cs="Georgia"/>
          <w:kern w:val="1"/>
        </w:rPr>
        <w:t>Il était évident qu</w:t>
      </w:r>
      <w:r w:rsidR="000E1451">
        <w:rPr>
          <w:rFonts w:cs="Georgia"/>
          <w:kern w:val="1"/>
        </w:rPr>
        <w:t>’</w:t>
      </w:r>
      <w:r>
        <w:rPr>
          <w:rFonts w:cs="Georgia"/>
          <w:kern w:val="1"/>
        </w:rPr>
        <w:t>on me ménageait</w:t>
      </w:r>
      <w:r w:rsidR="000E1451">
        <w:rPr>
          <w:rFonts w:cs="Georgia"/>
          <w:kern w:val="1"/>
        </w:rPr>
        <w:t xml:space="preserve">, </w:t>
      </w:r>
      <w:r>
        <w:rPr>
          <w:rFonts w:cs="Georgia"/>
          <w:kern w:val="1"/>
        </w:rPr>
        <w:t xml:space="preserve">et le </w:t>
      </w:r>
      <w:r>
        <w:rPr>
          <w:rFonts w:cs="Georgia"/>
          <w:kern w:val="1"/>
        </w:rPr>
        <w:lastRenderedPageBreak/>
        <w:t>malheureux adjudant bénéficiait</w:t>
      </w:r>
      <w:r w:rsidR="000E1451">
        <w:rPr>
          <w:rFonts w:cs="Georgia"/>
          <w:kern w:val="1"/>
        </w:rPr>
        <w:t xml:space="preserve">, </w:t>
      </w:r>
      <w:r>
        <w:rPr>
          <w:rFonts w:cs="Georgia"/>
          <w:kern w:val="1"/>
        </w:rPr>
        <w:t>sans en comprendre le pourquoi</w:t>
      </w:r>
      <w:r w:rsidR="000E1451">
        <w:rPr>
          <w:rFonts w:cs="Georgia"/>
          <w:kern w:val="1"/>
        </w:rPr>
        <w:t xml:space="preserve">, </w:t>
      </w:r>
      <w:r>
        <w:rPr>
          <w:rFonts w:cs="Georgia"/>
          <w:kern w:val="1"/>
        </w:rPr>
        <w:t>de ce traitement de faveur</w:t>
      </w:r>
      <w:r w:rsidR="000E1451">
        <w:rPr>
          <w:rFonts w:cs="Georgia"/>
          <w:kern w:val="1"/>
        </w:rPr>
        <w:t>.</w:t>
      </w:r>
    </w:p>
    <w:p w14:paraId="0402DD43" w14:textId="77777777" w:rsidR="000E1451" w:rsidRDefault="00BE611A" w:rsidP="00BE611A">
      <w:pPr>
        <w:rPr>
          <w:rFonts w:cs="Georgia"/>
          <w:kern w:val="1"/>
        </w:rPr>
      </w:pPr>
      <w:r>
        <w:rPr>
          <w:rFonts w:cs="Georgia"/>
          <w:kern w:val="1"/>
        </w:rPr>
        <w:t>Il y avait déjà quarante-huit heures que Vandaële et Audemard couraient la campagne</w:t>
      </w:r>
      <w:r w:rsidR="000E1451">
        <w:rPr>
          <w:rFonts w:cs="Georgia"/>
          <w:kern w:val="1"/>
        </w:rPr>
        <w:t xml:space="preserve">. </w:t>
      </w:r>
      <w:r>
        <w:rPr>
          <w:rFonts w:cs="Georgia"/>
          <w:kern w:val="1"/>
        </w:rPr>
        <w:t>Au château</w:t>
      </w:r>
      <w:r w:rsidR="000E1451">
        <w:rPr>
          <w:rFonts w:cs="Georgia"/>
          <w:kern w:val="1"/>
        </w:rPr>
        <w:t xml:space="preserve">, </w:t>
      </w:r>
      <w:r>
        <w:rPr>
          <w:rFonts w:cs="Georgia"/>
          <w:kern w:val="1"/>
        </w:rPr>
        <w:t>personne n</w:t>
      </w:r>
      <w:r w:rsidR="000E1451">
        <w:rPr>
          <w:rFonts w:cs="Georgia"/>
          <w:kern w:val="1"/>
        </w:rPr>
        <w:t>’</w:t>
      </w:r>
      <w:r>
        <w:rPr>
          <w:rFonts w:cs="Georgia"/>
          <w:kern w:val="1"/>
        </w:rPr>
        <w:t>avait fait</w:t>
      </w:r>
      <w:r w:rsidR="000E1451">
        <w:rPr>
          <w:rFonts w:cs="Georgia"/>
          <w:kern w:val="1"/>
        </w:rPr>
        <w:t xml:space="preserve">, </w:t>
      </w:r>
      <w:r>
        <w:rPr>
          <w:rFonts w:cs="Georgia"/>
          <w:kern w:val="1"/>
        </w:rPr>
        <w:t>devant moi</w:t>
      </w:r>
      <w:r w:rsidR="000E1451">
        <w:rPr>
          <w:rFonts w:cs="Georgia"/>
          <w:kern w:val="1"/>
        </w:rPr>
        <w:t xml:space="preserve">, </w:t>
      </w:r>
      <w:r>
        <w:rPr>
          <w:rFonts w:cs="Georgia"/>
          <w:kern w:val="1"/>
        </w:rPr>
        <w:t>allusion à l</w:t>
      </w:r>
      <w:r w:rsidR="000E1451">
        <w:rPr>
          <w:rFonts w:cs="Georgia"/>
          <w:kern w:val="1"/>
        </w:rPr>
        <w:t>’</w:t>
      </w:r>
      <w:r>
        <w:rPr>
          <w:rFonts w:cs="Georgia"/>
          <w:kern w:val="1"/>
        </w:rPr>
        <w:t>événement</w:t>
      </w:r>
      <w:r w:rsidR="000E1451">
        <w:rPr>
          <w:rFonts w:cs="Georgia"/>
          <w:kern w:val="1"/>
        </w:rPr>
        <w:t xml:space="preserve">. </w:t>
      </w:r>
      <w:r>
        <w:rPr>
          <w:rFonts w:cs="Georgia"/>
          <w:kern w:val="1"/>
        </w:rPr>
        <w:t>Dans les rares instants de tête-à-tête que j</w:t>
      </w:r>
      <w:r w:rsidR="000E1451">
        <w:rPr>
          <w:rFonts w:cs="Georgia"/>
          <w:kern w:val="1"/>
        </w:rPr>
        <w:t>’</w:t>
      </w:r>
      <w:r>
        <w:rPr>
          <w:rFonts w:cs="Georgia"/>
          <w:kern w:val="1"/>
        </w:rPr>
        <w:t xml:space="preserve">avais eus avec </w:t>
      </w:r>
      <w:r w:rsidR="000E1451">
        <w:rPr>
          <w:rFonts w:cs="Georgia"/>
          <w:kern w:val="1"/>
        </w:rPr>
        <w:t>M</w:t>
      </w:r>
      <w:r w:rsidR="000E1451" w:rsidRPr="000E1451">
        <w:rPr>
          <w:rFonts w:cs="Georgia"/>
          <w:kern w:val="1"/>
          <w:vertAlign w:val="superscript"/>
        </w:rPr>
        <w:t>lle</w:t>
      </w:r>
      <w:r w:rsidR="000E1451">
        <w:rPr>
          <w:rFonts w:cs="Georgia"/>
          <w:kern w:val="1"/>
        </w:rPr>
        <w:t> de </w:t>
      </w:r>
      <w:r>
        <w:rPr>
          <w:rFonts w:cs="Georgia"/>
          <w:kern w:val="1"/>
        </w:rPr>
        <w:t>Mirrbach</w:t>
      </w:r>
      <w:r w:rsidR="000E1451">
        <w:rPr>
          <w:rFonts w:cs="Georgia"/>
          <w:kern w:val="1"/>
        </w:rPr>
        <w:t xml:space="preserve">, </w:t>
      </w:r>
      <w:r>
        <w:rPr>
          <w:rFonts w:cs="Georgia"/>
          <w:kern w:val="1"/>
        </w:rPr>
        <w:t>il était intervenu entre nous un accord tacite pour n</w:t>
      </w:r>
      <w:r w:rsidR="000E1451">
        <w:rPr>
          <w:rFonts w:cs="Georgia"/>
          <w:kern w:val="1"/>
        </w:rPr>
        <w:t>’</w:t>
      </w:r>
      <w:r>
        <w:rPr>
          <w:rFonts w:cs="Georgia"/>
          <w:kern w:val="1"/>
        </w:rPr>
        <w:t>en point parler</w:t>
      </w:r>
      <w:r w:rsidR="000E1451">
        <w:rPr>
          <w:rFonts w:cs="Georgia"/>
          <w:kern w:val="1"/>
        </w:rPr>
        <w:t xml:space="preserve">. </w:t>
      </w:r>
      <w:r>
        <w:rPr>
          <w:rFonts w:cs="Georgia"/>
          <w:kern w:val="1"/>
        </w:rPr>
        <w:t>Le troisième jour</w:t>
      </w:r>
      <w:r w:rsidR="000E1451">
        <w:rPr>
          <w:rFonts w:cs="Georgia"/>
          <w:kern w:val="1"/>
        </w:rPr>
        <w:t xml:space="preserve">, </w:t>
      </w:r>
      <w:r>
        <w:rPr>
          <w:rFonts w:cs="Georgia"/>
          <w:kern w:val="1"/>
        </w:rPr>
        <w:t>regagnant le camp un peu en retard</w:t>
      </w:r>
      <w:r w:rsidR="000E1451">
        <w:rPr>
          <w:rFonts w:cs="Georgia"/>
          <w:kern w:val="1"/>
        </w:rPr>
        <w:t xml:space="preserve">, </w:t>
      </w:r>
      <w:r>
        <w:rPr>
          <w:rFonts w:cs="Georgia"/>
          <w:kern w:val="1"/>
        </w:rPr>
        <w:t>je compris tout de suite</w:t>
      </w:r>
      <w:r w:rsidR="000E1451">
        <w:rPr>
          <w:rFonts w:cs="Georgia"/>
          <w:kern w:val="1"/>
        </w:rPr>
        <w:t xml:space="preserve">, </w:t>
      </w:r>
      <w:r>
        <w:rPr>
          <w:rFonts w:cs="Georgia"/>
          <w:kern w:val="1"/>
        </w:rPr>
        <w:t>à la physionomie du premier prisonnier que je rencontrais</w:t>
      </w:r>
      <w:r w:rsidR="000E1451">
        <w:rPr>
          <w:rFonts w:cs="Georgia"/>
          <w:kern w:val="1"/>
        </w:rPr>
        <w:t xml:space="preserve">, </w:t>
      </w:r>
      <w:r>
        <w:rPr>
          <w:rFonts w:cs="Georgia"/>
          <w:kern w:val="1"/>
        </w:rPr>
        <w:t>qu</w:t>
      </w:r>
      <w:r w:rsidR="000E1451">
        <w:rPr>
          <w:rFonts w:cs="Georgia"/>
          <w:kern w:val="1"/>
        </w:rPr>
        <w:t>’</w:t>
      </w:r>
      <w:r>
        <w:rPr>
          <w:rFonts w:cs="Georgia"/>
          <w:kern w:val="1"/>
        </w:rPr>
        <w:t>il y avait des nouvelles</w:t>
      </w:r>
      <w:r w:rsidR="000E1451">
        <w:rPr>
          <w:rFonts w:cs="Georgia"/>
          <w:kern w:val="1"/>
        </w:rPr>
        <w:t xml:space="preserve">, </w:t>
      </w:r>
      <w:r>
        <w:rPr>
          <w:rFonts w:cs="Georgia"/>
          <w:kern w:val="1"/>
        </w:rPr>
        <w:t>et que ces nouvelles n</w:t>
      </w:r>
      <w:r w:rsidR="000E1451">
        <w:rPr>
          <w:rFonts w:cs="Georgia"/>
          <w:kern w:val="1"/>
        </w:rPr>
        <w:t>’</w:t>
      </w:r>
      <w:r>
        <w:rPr>
          <w:rFonts w:cs="Georgia"/>
          <w:kern w:val="1"/>
        </w:rPr>
        <w:t>étaient pas bonnes</w:t>
      </w:r>
      <w:r w:rsidR="000E1451">
        <w:rPr>
          <w:rFonts w:cs="Georgia"/>
          <w:kern w:val="1"/>
        </w:rPr>
        <w:t>.</w:t>
      </w:r>
    </w:p>
    <w:p w14:paraId="7CEF096F" w14:textId="77777777" w:rsidR="000E1451" w:rsidRDefault="000E1451" w:rsidP="00BE611A">
      <w:pPr>
        <w:rPr>
          <w:rFonts w:cs="Georgia"/>
          <w:kern w:val="1"/>
        </w:rPr>
      </w:pPr>
      <w:r>
        <w:rPr>
          <w:rFonts w:cs="Georgia"/>
          <w:kern w:val="1"/>
        </w:rPr>
        <w:t>— </w:t>
      </w:r>
      <w:r w:rsidR="00BE611A">
        <w:rPr>
          <w:rFonts w:cs="Georgia"/>
          <w:kern w:val="1"/>
        </w:rPr>
        <w:t>Eh bien</w:t>
      </w:r>
      <w:r>
        <w:rPr>
          <w:rFonts w:cs="Georgia"/>
          <w:kern w:val="1"/>
        </w:rPr>
        <w:t> ?</w:t>
      </w:r>
    </w:p>
    <w:p w14:paraId="7949ED11" w14:textId="77777777" w:rsidR="000E1451" w:rsidRDefault="00BE611A" w:rsidP="00BE611A">
      <w:pPr>
        <w:rPr>
          <w:rFonts w:cs="Georgia"/>
          <w:kern w:val="1"/>
        </w:rPr>
      </w:pPr>
      <w:r>
        <w:rPr>
          <w:rFonts w:cs="Georgia"/>
          <w:kern w:val="1"/>
        </w:rPr>
        <w:t>L</w:t>
      </w:r>
      <w:r w:rsidR="000E1451">
        <w:rPr>
          <w:rFonts w:cs="Georgia"/>
          <w:kern w:val="1"/>
        </w:rPr>
        <w:t>’</w:t>
      </w:r>
      <w:r>
        <w:rPr>
          <w:rFonts w:cs="Georgia"/>
          <w:kern w:val="1"/>
        </w:rPr>
        <w:t>homme</w:t>
      </w:r>
      <w:r w:rsidR="000E1451">
        <w:rPr>
          <w:rFonts w:cs="Georgia"/>
          <w:kern w:val="1"/>
        </w:rPr>
        <w:t xml:space="preserve">, </w:t>
      </w:r>
      <w:r>
        <w:rPr>
          <w:rFonts w:cs="Georgia"/>
          <w:kern w:val="1"/>
        </w:rPr>
        <w:t>ainsi interpellé</w:t>
      </w:r>
      <w:r w:rsidR="000E1451">
        <w:rPr>
          <w:rFonts w:cs="Georgia"/>
          <w:kern w:val="1"/>
        </w:rPr>
        <w:t xml:space="preserve">, </w:t>
      </w:r>
      <w:r>
        <w:rPr>
          <w:rFonts w:cs="Georgia"/>
          <w:kern w:val="1"/>
        </w:rPr>
        <w:t>hocha la tête d</w:t>
      </w:r>
      <w:r w:rsidR="000E1451">
        <w:rPr>
          <w:rFonts w:cs="Georgia"/>
          <w:kern w:val="1"/>
        </w:rPr>
        <w:t>’</w:t>
      </w:r>
      <w:r>
        <w:rPr>
          <w:rFonts w:cs="Georgia"/>
          <w:kern w:val="1"/>
        </w:rPr>
        <w:t>un air morne</w:t>
      </w:r>
      <w:r w:rsidR="000E1451">
        <w:rPr>
          <w:rFonts w:cs="Georgia"/>
          <w:kern w:val="1"/>
        </w:rPr>
        <w:t>.</w:t>
      </w:r>
    </w:p>
    <w:p w14:paraId="2418AE39" w14:textId="77777777" w:rsidR="000E1451" w:rsidRDefault="000E1451" w:rsidP="00BE611A">
      <w:pPr>
        <w:rPr>
          <w:rFonts w:cs="Georgia"/>
          <w:kern w:val="1"/>
        </w:rPr>
      </w:pPr>
      <w:r>
        <w:rPr>
          <w:rFonts w:cs="Georgia"/>
          <w:kern w:val="1"/>
        </w:rPr>
        <w:t>— </w:t>
      </w:r>
      <w:r w:rsidR="00BE611A">
        <w:rPr>
          <w:rFonts w:cs="Georgia"/>
          <w:kern w:val="1"/>
        </w:rPr>
        <w:t>Tu n</w:t>
      </w:r>
      <w:r>
        <w:rPr>
          <w:rFonts w:cs="Georgia"/>
          <w:kern w:val="1"/>
        </w:rPr>
        <w:t>’</w:t>
      </w:r>
      <w:r w:rsidR="00BE611A">
        <w:rPr>
          <w:rFonts w:cs="Georgia"/>
          <w:kern w:val="1"/>
        </w:rPr>
        <w:t>as qu</w:t>
      </w:r>
      <w:r>
        <w:rPr>
          <w:rFonts w:cs="Georgia"/>
          <w:kern w:val="1"/>
        </w:rPr>
        <w:t>’</w:t>
      </w:r>
      <w:r w:rsidR="00BE611A">
        <w:rPr>
          <w:rFonts w:cs="Georgia"/>
          <w:kern w:val="1"/>
        </w:rPr>
        <w:t>à interroger tes copains de chambre</w:t>
      </w:r>
      <w:r>
        <w:rPr>
          <w:rFonts w:cs="Georgia"/>
          <w:kern w:val="1"/>
        </w:rPr>
        <w:t xml:space="preserve">. </w:t>
      </w:r>
      <w:r w:rsidR="00BE611A">
        <w:rPr>
          <w:rFonts w:cs="Georgia"/>
          <w:kern w:val="1"/>
        </w:rPr>
        <w:t>Ils sont au courant</w:t>
      </w:r>
      <w:r>
        <w:rPr>
          <w:rFonts w:cs="Georgia"/>
          <w:kern w:val="1"/>
        </w:rPr>
        <w:t>.</w:t>
      </w:r>
    </w:p>
    <w:p w14:paraId="61E07CB9" w14:textId="77777777" w:rsidR="000E1451" w:rsidRDefault="00BE611A" w:rsidP="00BE611A">
      <w:pPr>
        <w:rPr>
          <w:rFonts w:cs="Georgia"/>
          <w:kern w:val="1"/>
        </w:rPr>
      </w:pPr>
      <w:r>
        <w:rPr>
          <w:rFonts w:cs="Georgia"/>
          <w:kern w:val="1"/>
        </w:rPr>
        <w:t>La porte de notre baraque franchie</w:t>
      </w:r>
      <w:r w:rsidR="000E1451">
        <w:rPr>
          <w:rFonts w:cs="Georgia"/>
          <w:kern w:val="1"/>
        </w:rPr>
        <w:t xml:space="preserve">, </w:t>
      </w:r>
      <w:r>
        <w:rPr>
          <w:rFonts w:cs="Georgia"/>
          <w:kern w:val="1"/>
        </w:rPr>
        <w:t>je tombai sur un groupe composé de Fichet</w:t>
      </w:r>
      <w:r w:rsidR="000E1451">
        <w:rPr>
          <w:rFonts w:cs="Georgia"/>
          <w:kern w:val="1"/>
        </w:rPr>
        <w:t xml:space="preserve">, </w:t>
      </w:r>
      <w:r>
        <w:rPr>
          <w:rFonts w:cs="Georgia"/>
          <w:kern w:val="1"/>
        </w:rPr>
        <w:t>de Claverie</w:t>
      </w:r>
      <w:r w:rsidR="000E1451">
        <w:rPr>
          <w:rFonts w:cs="Georgia"/>
          <w:kern w:val="1"/>
        </w:rPr>
        <w:t xml:space="preserve">, </w:t>
      </w:r>
      <w:r>
        <w:rPr>
          <w:rFonts w:cs="Georgia"/>
          <w:kern w:val="1"/>
        </w:rPr>
        <w:t>de Dauphin</w:t>
      </w:r>
      <w:r w:rsidR="000E1451">
        <w:rPr>
          <w:rFonts w:cs="Georgia"/>
          <w:kern w:val="1"/>
        </w:rPr>
        <w:t xml:space="preserve">, </w:t>
      </w:r>
      <w:r>
        <w:rPr>
          <w:rFonts w:cs="Georgia"/>
          <w:kern w:val="1"/>
        </w:rPr>
        <w:t>de Sylvestre</w:t>
      </w:r>
      <w:r w:rsidR="000E1451">
        <w:rPr>
          <w:rFonts w:cs="Georgia"/>
          <w:kern w:val="1"/>
        </w:rPr>
        <w:t xml:space="preserve">. </w:t>
      </w:r>
      <w:r>
        <w:rPr>
          <w:rFonts w:cs="Georgia"/>
          <w:kern w:val="1"/>
        </w:rPr>
        <w:t>Ils entouraient le sergent Bergez</w:t>
      </w:r>
      <w:r w:rsidR="000E1451">
        <w:rPr>
          <w:rFonts w:cs="Georgia"/>
          <w:kern w:val="1"/>
        </w:rPr>
        <w:t xml:space="preserve">. </w:t>
      </w:r>
      <w:r>
        <w:rPr>
          <w:rFonts w:cs="Georgia"/>
          <w:kern w:val="1"/>
        </w:rPr>
        <w:t>Ils parlaient bas</w:t>
      </w:r>
      <w:r w:rsidR="000E1451">
        <w:rPr>
          <w:rFonts w:cs="Georgia"/>
          <w:kern w:val="1"/>
        </w:rPr>
        <w:t xml:space="preserve">, </w:t>
      </w:r>
      <w:r>
        <w:rPr>
          <w:rFonts w:cs="Georgia"/>
          <w:kern w:val="1"/>
        </w:rPr>
        <w:t>avec des mines accablées</w:t>
      </w:r>
      <w:r w:rsidR="000E1451">
        <w:rPr>
          <w:rFonts w:cs="Georgia"/>
          <w:kern w:val="1"/>
        </w:rPr>
        <w:t>.</w:t>
      </w:r>
    </w:p>
    <w:p w14:paraId="7C1DB200" w14:textId="77777777" w:rsidR="000E1451" w:rsidRDefault="000E1451" w:rsidP="00BE611A">
      <w:pPr>
        <w:rPr>
          <w:rFonts w:cs="Georgia"/>
          <w:kern w:val="1"/>
        </w:rPr>
      </w:pPr>
      <w:r>
        <w:rPr>
          <w:rFonts w:cs="Georgia"/>
          <w:kern w:val="1"/>
        </w:rPr>
        <w:t>— </w:t>
      </w:r>
      <w:r w:rsidR="00BE611A">
        <w:rPr>
          <w:rFonts w:cs="Georgia"/>
          <w:kern w:val="1"/>
        </w:rPr>
        <w:t>Ils sont repris</w:t>
      </w:r>
      <w:r>
        <w:rPr>
          <w:rFonts w:cs="Georgia"/>
          <w:kern w:val="1"/>
        </w:rPr>
        <w:t> ?</w:t>
      </w:r>
    </w:p>
    <w:p w14:paraId="1A42A050" w14:textId="77777777" w:rsidR="000E1451" w:rsidRDefault="000E1451" w:rsidP="00BE611A">
      <w:pPr>
        <w:rPr>
          <w:rFonts w:cs="Georgia"/>
          <w:kern w:val="1"/>
        </w:rPr>
      </w:pPr>
      <w:r>
        <w:rPr>
          <w:rFonts w:cs="Georgia"/>
          <w:kern w:val="1"/>
        </w:rPr>
        <w:t>— </w:t>
      </w:r>
      <w:r w:rsidR="00BE611A">
        <w:rPr>
          <w:rFonts w:cs="Georgia"/>
          <w:kern w:val="1"/>
        </w:rPr>
        <w:t>Audemard est mort</w:t>
      </w:r>
      <w:r>
        <w:rPr>
          <w:rFonts w:cs="Georgia"/>
          <w:kern w:val="1"/>
        </w:rPr>
        <w:t xml:space="preserve">, </w:t>
      </w:r>
      <w:r w:rsidR="00BE611A">
        <w:rPr>
          <w:rFonts w:cs="Georgia"/>
          <w:kern w:val="1"/>
        </w:rPr>
        <w:t>dit Sylvestre</w:t>
      </w:r>
      <w:r>
        <w:rPr>
          <w:rFonts w:cs="Georgia"/>
          <w:kern w:val="1"/>
        </w:rPr>
        <w:t xml:space="preserve">, </w:t>
      </w:r>
      <w:r w:rsidR="00BE611A">
        <w:rPr>
          <w:rFonts w:cs="Georgia"/>
          <w:kern w:val="1"/>
        </w:rPr>
        <w:t>et Vandaële</w:t>
      </w:r>
      <w:r>
        <w:rPr>
          <w:rFonts w:cs="Georgia"/>
          <w:kern w:val="1"/>
        </w:rPr>
        <w:t xml:space="preserve">, </w:t>
      </w:r>
      <w:r w:rsidR="00BE611A">
        <w:rPr>
          <w:rFonts w:cs="Georgia"/>
          <w:kern w:val="1"/>
        </w:rPr>
        <w:t>paraît-il</w:t>
      </w:r>
      <w:r>
        <w:rPr>
          <w:rFonts w:cs="Georgia"/>
          <w:kern w:val="1"/>
        </w:rPr>
        <w:t xml:space="preserve">, </w:t>
      </w:r>
      <w:r w:rsidR="00BE611A">
        <w:rPr>
          <w:rFonts w:cs="Georgia"/>
          <w:kern w:val="1"/>
        </w:rPr>
        <w:t>ne vaut guère mieux</w:t>
      </w:r>
      <w:r>
        <w:rPr>
          <w:rFonts w:cs="Georgia"/>
          <w:kern w:val="1"/>
        </w:rPr>
        <w:t>.</w:t>
      </w:r>
    </w:p>
    <w:p w14:paraId="090CEFB6" w14:textId="77777777" w:rsidR="000E1451" w:rsidRDefault="000E1451" w:rsidP="00BE611A">
      <w:pPr>
        <w:rPr>
          <w:rFonts w:cs="Georgia"/>
          <w:kern w:val="1"/>
        </w:rPr>
      </w:pPr>
      <w:r>
        <w:rPr>
          <w:rFonts w:cs="Georgia"/>
          <w:kern w:val="1"/>
        </w:rPr>
        <w:t>— </w:t>
      </w:r>
      <w:r w:rsidR="00BE611A">
        <w:rPr>
          <w:rFonts w:cs="Georgia"/>
          <w:kern w:val="1"/>
        </w:rPr>
        <w:t>Audemard</w:t>
      </w:r>
      <w:r>
        <w:rPr>
          <w:rFonts w:cs="Georgia"/>
          <w:kern w:val="1"/>
        </w:rPr>
        <w:t xml:space="preserve"> ! </w:t>
      </w:r>
      <w:r w:rsidR="00BE611A">
        <w:rPr>
          <w:rFonts w:cs="Georgia"/>
          <w:kern w:val="1"/>
        </w:rPr>
        <w:t>Ils ont tué Audemard</w:t>
      </w:r>
      <w:r>
        <w:rPr>
          <w:rFonts w:cs="Georgia"/>
          <w:kern w:val="1"/>
        </w:rPr>
        <w:t> !</w:t>
      </w:r>
    </w:p>
    <w:p w14:paraId="5054DA01" w14:textId="77777777" w:rsidR="000E1451" w:rsidRDefault="000E1451" w:rsidP="00BE611A">
      <w:pPr>
        <w:rPr>
          <w:rFonts w:cs="Georgia"/>
          <w:kern w:val="1"/>
        </w:rPr>
      </w:pPr>
      <w:r>
        <w:rPr>
          <w:rFonts w:cs="Georgia"/>
          <w:kern w:val="1"/>
        </w:rPr>
        <w:t>— </w:t>
      </w:r>
      <w:r w:rsidR="00BE611A">
        <w:rPr>
          <w:rFonts w:cs="Georgia"/>
          <w:kern w:val="1"/>
        </w:rPr>
        <w:t>Écoute Bergez</w:t>
      </w:r>
      <w:r>
        <w:rPr>
          <w:rFonts w:cs="Georgia"/>
          <w:kern w:val="1"/>
        </w:rPr>
        <w:t xml:space="preserve">, </w:t>
      </w:r>
      <w:r w:rsidR="00BE611A">
        <w:rPr>
          <w:rFonts w:cs="Georgia"/>
          <w:kern w:val="1"/>
        </w:rPr>
        <w:t>dit Fichet</w:t>
      </w:r>
      <w:r>
        <w:rPr>
          <w:rFonts w:cs="Georgia"/>
          <w:kern w:val="1"/>
        </w:rPr>
        <w:t xml:space="preserve">. </w:t>
      </w:r>
      <w:r w:rsidR="00BE611A">
        <w:rPr>
          <w:rFonts w:cs="Georgia"/>
          <w:kern w:val="1"/>
        </w:rPr>
        <w:t>Il était en train de nous raconter</w:t>
      </w:r>
      <w:r>
        <w:rPr>
          <w:rFonts w:cs="Georgia"/>
          <w:kern w:val="1"/>
        </w:rPr>
        <w:t xml:space="preserve">… </w:t>
      </w:r>
      <w:r w:rsidR="00BE611A">
        <w:rPr>
          <w:rFonts w:cs="Georgia"/>
          <w:kern w:val="1"/>
        </w:rPr>
        <w:t>Les salauds</w:t>
      </w:r>
      <w:r>
        <w:rPr>
          <w:rFonts w:cs="Georgia"/>
          <w:kern w:val="1"/>
        </w:rPr>
        <w:t xml:space="preserve">, </w:t>
      </w:r>
      <w:r w:rsidR="00BE611A">
        <w:rPr>
          <w:rFonts w:cs="Georgia"/>
          <w:kern w:val="1"/>
        </w:rPr>
        <w:t>bon Dieu</w:t>
      </w:r>
      <w:r>
        <w:rPr>
          <w:rFonts w:cs="Georgia"/>
          <w:kern w:val="1"/>
        </w:rPr>
        <w:t xml:space="preserve"> ! </w:t>
      </w:r>
      <w:r w:rsidR="00BE611A">
        <w:rPr>
          <w:rFonts w:cs="Georgia"/>
          <w:kern w:val="1"/>
        </w:rPr>
        <w:t>Les salauds</w:t>
      </w:r>
      <w:r>
        <w:rPr>
          <w:rFonts w:cs="Georgia"/>
          <w:kern w:val="1"/>
        </w:rPr>
        <w:t> !</w:t>
      </w:r>
    </w:p>
    <w:p w14:paraId="623C3DBD" w14:textId="77777777" w:rsidR="000E1451" w:rsidRDefault="00BE611A" w:rsidP="00BE611A">
      <w:pPr>
        <w:rPr>
          <w:rFonts w:cs="Georgia"/>
          <w:kern w:val="1"/>
        </w:rPr>
      </w:pPr>
      <w:r>
        <w:rPr>
          <w:rFonts w:cs="Georgia"/>
          <w:kern w:val="1"/>
        </w:rPr>
        <w:lastRenderedPageBreak/>
        <w:t>C</w:t>
      </w:r>
      <w:r w:rsidR="000E1451">
        <w:rPr>
          <w:rFonts w:cs="Georgia"/>
          <w:kern w:val="1"/>
        </w:rPr>
        <w:t>’</w:t>
      </w:r>
      <w:r>
        <w:rPr>
          <w:rFonts w:cs="Georgia"/>
          <w:kern w:val="1"/>
        </w:rPr>
        <w:t>était au bureau de détail du camp</w:t>
      </w:r>
      <w:r w:rsidR="000E1451">
        <w:rPr>
          <w:rFonts w:cs="Georgia"/>
          <w:kern w:val="1"/>
        </w:rPr>
        <w:t xml:space="preserve">, </w:t>
      </w:r>
      <w:r>
        <w:rPr>
          <w:rFonts w:cs="Georgia"/>
          <w:kern w:val="1"/>
        </w:rPr>
        <w:t>où on l</w:t>
      </w:r>
      <w:r w:rsidR="000E1451">
        <w:rPr>
          <w:rFonts w:cs="Georgia"/>
          <w:kern w:val="1"/>
        </w:rPr>
        <w:t>’</w:t>
      </w:r>
      <w:r>
        <w:rPr>
          <w:rFonts w:cs="Georgia"/>
          <w:kern w:val="1"/>
        </w:rPr>
        <w:t>employait à de petits travaux de comptabilité</w:t>
      </w:r>
      <w:r w:rsidR="000E1451">
        <w:rPr>
          <w:rFonts w:cs="Georgia"/>
          <w:kern w:val="1"/>
        </w:rPr>
        <w:t xml:space="preserve">, </w:t>
      </w:r>
      <w:r>
        <w:rPr>
          <w:rFonts w:cs="Georgia"/>
          <w:kern w:val="1"/>
        </w:rPr>
        <w:t>que Bergez avait appris la lamentable chose</w:t>
      </w:r>
      <w:r w:rsidR="000E1451">
        <w:rPr>
          <w:rFonts w:cs="Georgia"/>
          <w:kern w:val="1"/>
        </w:rPr>
        <w:t xml:space="preserve">. </w:t>
      </w:r>
      <w:r>
        <w:rPr>
          <w:rFonts w:cs="Georgia"/>
          <w:kern w:val="1"/>
        </w:rPr>
        <w:t>Des douaniers de Cranzbeek</w:t>
      </w:r>
      <w:r w:rsidR="000E1451">
        <w:rPr>
          <w:rFonts w:cs="Georgia"/>
          <w:kern w:val="1"/>
        </w:rPr>
        <w:t xml:space="preserve">, </w:t>
      </w:r>
      <w:r>
        <w:rPr>
          <w:rFonts w:cs="Georgia"/>
          <w:kern w:val="1"/>
        </w:rPr>
        <w:t>localité située à une quarantaine de kilomètres à l</w:t>
      </w:r>
      <w:r w:rsidR="000E1451">
        <w:rPr>
          <w:rFonts w:cs="Georgia"/>
          <w:kern w:val="1"/>
        </w:rPr>
        <w:t>’</w:t>
      </w:r>
      <w:r>
        <w:rPr>
          <w:rFonts w:cs="Georgia"/>
          <w:kern w:val="1"/>
        </w:rPr>
        <w:t>Est</w:t>
      </w:r>
      <w:r w:rsidR="000E1451">
        <w:rPr>
          <w:rFonts w:cs="Georgia"/>
          <w:kern w:val="1"/>
        </w:rPr>
        <w:t xml:space="preserve">, </w:t>
      </w:r>
      <w:r>
        <w:rPr>
          <w:rFonts w:cs="Georgia"/>
          <w:kern w:val="1"/>
        </w:rPr>
        <w:t>avaient découvert le matin même Audemard et Vandaële blottis dans un fourré</w:t>
      </w:r>
      <w:r w:rsidR="000E1451">
        <w:rPr>
          <w:rFonts w:cs="Georgia"/>
          <w:kern w:val="1"/>
        </w:rPr>
        <w:t xml:space="preserve">, </w:t>
      </w:r>
      <w:r>
        <w:rPr>
          <w:rFonts w:cs="Georgia"/>
          <w:kern w:val="1"/>
        </w:rPr>
        <w:t>et ils les avaient abattus</w:t>
      </w:r>
      <w:r w:rsidR="000E1451">
        <w:rPr>
          <w:rFonts w:cs="Georgia"/>
          <w:kern w:val="1"/>
        </w:rPr>
        <w:t>.</w:t>
      </w:r>
    </w:p>
    <w:p w14:paraId="3C1972A6" w14:textId="77777777" w:rsidR="000E1451" w:rsidRDefault="000E1451" w:rsidP="00BE611A">
      <w:pPr>
        <w:rPr>
          <w:rFonts w:cs="Georgia"/>
          <w:kern w:val="1"/>
        </w:rPr>
      </w:pPr>
      <w:r>
        <w:rPr>
          <w:rFonts w:cs="Georgia"/>
          <w:kern w:val="1"/>
        </w:rPr>
        <w:t>— </w:t>
      </w:r>
      <w:r w:rsidR="00BE611A">
        <w:rPr>
          <w:rFonts w:cs="Georgia"/>
          <w:kern w:val="1"/>
        </w:rPr>
        <w:t>Voilà à peu près comment ils ont dit que ça s</w:t>
      </w:r>
      <w:r>
        <w:rPr>
          <w:rFonts w:cs="Georgia"/>
          <w:kern w:val="1"/>
        </w:rPr>
        <w:t>’</w:t>
      </w:r>
      <w:r w:rsidR="00BE611A">
        <w:rPr>
          <w:rFonts w:cs="Georgia"/>
          <w:kern w:val="1"/>
        </w:rPr>
        <w:t>était passé</w:t>
      </w:r>
      <w:r>
        <w:rPr>
          <w:rFonts w:cs="Georgia"/>
          <w:kern w:val="1"/>
        </w:rPr>
        <w:t xml:space="preserve">. </w:t>
      </w:r>
      <w:r w:rsidR="00BE611A">
        <w:rPr>
          <w:rFonts w:cs="Georgia"/>
          <w:kern w:val="1"/>
        </w:rPr>
        <w:t>Ils avaient lancé sur leurs traces leurs chiens danois</w:t>
      </w:r>
      <w:r>
        <w:rPr>
          <w:rFonts w:cs="Georgia"/>
          <w:kern w:val="1"/>
        </w:rPr>
        <w:t xml:space="preserve">. </w:t>
      </w:r>
      <w:r w:rsidR="00BE611A">
        <w:rPr>
          <w:rFonts w:cs="Georgia"/>
          <w:kern w:val="1"/>
        </w:rPr>
        <w:t>Il n</w:t>
      </w:r>
      <w:r>
        <w:rPr>
          <w:rFonts w:cs="Georgia"/>
          <w:kern w:val="1"/>
        </w:rPr>
        <w:t>’</w:t>
      </w:r>
      <w:r w:rsidR="00BE611A">
        <w:rPr>
          <w:rFonts w:cs="Georgia"/>
          <w:kern w:val="1"/>
        </w:rPr>
        <w:t>y a pas plus sales bêtes</w:t>
      </w:r>
      <w:r>
        <w:rPr>
          <w:rFonts w:cs="Georgia"/>
          <w:kern w:val="1"/>
        </w:rPr>
        <w:t xml:space="preserve">, </w:t>
      </w:r>
      <w:r w:rsidR="00BE611A">
        <w:rPr>
          <w:rFonts w:cs="Georgia"/>
          <w:kern w:val="1"/>
        </w:rPr>
        <w:t>ni plus féroces</w:t>
      </w:r>
      <w:r>
        <w:rPr>
          <w:rFonts w:cs="Georgia"/>
          <w:kern w:val="1"/>
        </w:rPr>
        <w:t xml:space="preserve">. </w:t>
      </w:r>
      <w:r w:rsidR="00BE611A">
        <w:rPr>
          <w:rFonts w:cs="Georgia"/>
          <w:kern w:val="1"/>
        </w:rPr>
        <w:t>Ça vous boulotterait un homme comme rien</w:t>
      </w:r>
      <w:r>
        <w:rPr>
          <w:rFonts w:cs="Georgia"/>
          <w:kern w:val="1"/>
        </w:rPr>
        <w:t xml:space="preserve">. </w:t>
      </w:r>
      <w:r w:rsidR="00BE611A">
        <w:rPr>
          <w:rFonts w:cs="Georgia"/>
          <w:kern w:val="1"/>
        </w:rPr>
        <w:t>Ce sont eux qui ont éventé nos pauvres copains</w:t>
      </w:r>
      <w:r>
        <w:rPr>
          <w:rFonts w:cs="Georgia"/>
          <w:kern w:val="1"/>
        </w:rPr>
        <w:t xml:space="preserve">. </w:t>
      </w:r>
      <w:r w:rsidR="00BE611A">
        <w:rPr>
          <w:rFonts w:cs="Georgia"/>
          <w:kern w:val="1"/>
        </w:rPr>
        <w:t>Les douaniers prétendent avoir fait les sommations</w:t>
      </w:r>
      <w:r>
        <w:rPr>
          <w:rFonts w:cs="Georgia"/>
          <w:kern w:val="1"/>
        </w:rPr>
        <w:t xml:space="preserve">. </w:t>
      </w:r>
      <w:r w:rsidR="00BE611A">
        <w:rPr>
          <w:rFonts w:cs="Georgia"/>
          <w:kern w:val="1"/>
        </w:rPr>
        <w:t>Ils peuvent bien nous foutre toutes les blagues qu</w:t>
      </w:r>
      <w:r>
        <w:rPr>
          <w:rFonts w:cs="Georgia"/>
          <w:kern w:val="1"/>
        </w:rPr>
        <w:t>’</w:t>
      </w:r>
      <w:r w:rsidR="00BE611A">
        <w:rPr>
          <w:rFonts w:cs="Georgia"/>
          <w:kern w:val="1"/>
        </w:rPr>
        <w:t>ils veulent</w:t>
      </w:r>
      <w:r>
        <w:rPr>
          <w:rFonts w:cs="Georgia"/>
          <w:kern w:val="1"/>
        </w:rPr>
        <w:t xml:space="preserve">, </w:t>
      </w:r>
      <w:r w:rsidR="00BE611A">
        <w:rPr>
          <w:rFonts w:cs="Georgia"/>
          <w:kern w:val="1"/>
        </w:rPr>
        <w:t>n</w:t>
      </w:r>
      <w:r>
        <w:rPr>
          <w:rFonts w:cs="Georgia"/>
          <w:kern w:val="1"/>
        </w:rPr>
        <w:t>’</w:t>
      </w:r>
      <w:r w:rsidR="00BE611A">
        <w:rPr>
          <w:rFonts w:cs="Georgia"/>
          <w:kern w:val="1"/>
        </w:rPr>
        <w:t>est-ce pas</w:t>
      </w:r>
      <w:r>
        <w:rPr>
          <w:rFonts w:cs="Georgia"/>
          <w:kern w:val="1"/>
        </w:rPr>
        <w:t xml:space="preserve"> ? </w:t>
      </w:r>
      <w:r w:rsidR="00BE611A">
        <w:rPr>
          <w:rFonts w:cs="Georgia"/>
          <w:kern w:val="1"/>
        </w:rPr>
        <w:t>Le certain</w:t>
      </w:r>
      <w:r>
        <w:rPr>
          <w:rFonts w:cs="Georgia"/>
          <w:kern w:val="1"/>
        </w:rPr>
        <w:t xml:space="preserve">, </w:t>
      </w:r>
      <w:r w:rsidR="00BE611A">
        <w:rPr>
          <w:rFonts w:cs="Georgia"/>
          <w:kern w:val="1"/>
        </w:rPr>
        <w:t>c</w:t>
      </w:r>
      <w:r>
        <w:rPr>
          <w:rFonts w:cs="Georgia"/>
          <w:kern w:val="1"/>
        </w:rPr>
        <w:t>’</w:t>
      </w:r>
      <w:r w:rsidR="00BE611A">
        <w:rPr>
          <w:rFonts w:cs="Georgia"/>
          <w:kern w:val="1"/>
        </w:rPr>
        <w:t>est que c</w:t>
      </w:r>
      <w:r>
        <w:rPr>
          <w:rFonts w:cs="Georgia"/>
          <w:kern w:val="1"/>
        </w:rPr>
        <w:t>’</w:t>
      </w:r>
      <w:r w:rsidR="00BE611A">
        <w:rPr>
          <w:rFonts w:cs="Georgia"/>
          <w:kern w:val="1"/>
        </w:rPr>
        <w:t>est pas Audemard qui les démentira</w:t>
      </w:r>
      <w:r>
        <w:rPr>
          <w:rFonts w:cs="Georgia"/>
          <w:kern w:val="1"/>
        </w:rPr>
        <w:t xml:space="preserve"> : </w:t>
      </w:r>
      <w:r w:rsidR="00BE611A">
        <w:rPr>
          <w:rFonts w:cs="Georgia"/>
          <w:kern w:val="1"/>
        </w:rPr>
        <w:t>ils l</w:t>
      </w:r>
      <w:r>
        <w:rPr>
          <w:rFonts w:cs="Georgia"/>
          <w:kern w:val="1"/>
        </w:rPr>
        <w:t>’</w:t>
      </w:r>
      <w:r w:rsidR="00BE611A">
        <w:rPr>
          <w:rFonts w:cs="Georgia"/>
          <w:kern w:val="1"/>
        </w:rPr>
        <w:t>ont tué raide</w:t>
      </w:r>
      <w:r>
        <w:rPr>
          <w:rFonts w:cs="Georgia"/>
          <w:kern w:val="1"/>
        </w:rPr>
        <w:t xml:space="preserve">, </w:t>
      </w:r>
      <w:r w:rsidR="00BE611A">
        <w:rPr>
          <w:rFonts w:cs="Georgia"/>
          <w:kern w:val="1"/>
        </w:rPr>
        <w:t>d</w:t>
      </w:r>
      <w:r>
        <w:rPr>
          <w:rFonts w:cs="Georgia"/>
          <w:kern w:val="1"/>
        </w:rPr>
        <w:t>’</w:t>
      </w:r>
      <w:r w:rsidR="00BE611A">
        <w:rPr>
          <w:rFonts w:cs="Georgia"/>
          <w:kern w:val="1"/>
        </w:rPr>
        <w:t>une balle dans la tête</w:t>
      </w:r>
      <w:r>
        <w:rPr>
          <w:rFonts w:cs="Georgia"/>
          <w:kern w:val="1"/>
        </w:rPr>
        <w:t xml:space="preserve">, </w:t>
      </w:r>
      <w:r w:rsidR="00BE611A">
        <w:rPr>
          <w:rFonts w:cs="Georgia"/>
          <w:kern w:val="1"/>
        </w:rPr>
        <w:t>ni Vandaële</w:t>
      </w:r>
      <w:r>
        <w:rPr>
          <w:rFonts w:cs="Georgia"/>
          <w:kern w:val="1"/>
        </w:rPr>
        <w:t xml:space="preserve">, </w:t>
      </w:r>
      <w:r w:rsidR="00BE611A">
        <w:rPr>
          <w:rFonts w:cs="Georgia"/>
          <w:kern w:val="1"/>
        </w:rPr>
        <w:t>à qui ils en ont flanqué deux dans le corps</w:t>
      </w:r>
      <w:r>
        <w:rPr>
          <w:rFonts w:cs="Georgia"/>
          <w:kern w:val="1"/>
        </w:rPr>
        <w:t>.</w:t>
      </w:r>
    </w:p>
    <w:p w14:paraId="37500EDD" w14:textId="77777777" w:rsidR="000E1451" w:rsidRDefault="00BE611A" w:rsidP="00BE611A">
      <w:pPr>
        <w:rPr>
          <w:rFonts w:cs="Georgia"/>
          <w:kern w:val="1"/>
        </w:rPr>
      </w:pPr>
      <w:r>
        <w:rPr>
          <w:rFonts w:cs="Georgia"/>
          <w:kern w:val="1"/>
        </w:rPr>
        <w:t>Un silence consterné régna</w:t>
      </w:r>
      <w:r w:rsidR="000E1451">
        <w:rPr>
          <w:rFonts w:cs="Georgia"/>
          <w:kern w:val="1"/>
        </w:rPr>
        <w:t xml:space="preserve">. </w:t>
      </w:r>
      <w:r>
        <w:rPr>
          <w:rFonts w:cs="Georgia"/>
          <w:kern w:val="1"/>
        </w:rPr>
        <w:t>Soudain</w:t>
      </w:r>
      <w:r w:rsidR="000E1451">
        <w:rPr>
          <w:rFonts w:cs="Georgia"/>
          <w:kern w:val="1"/>
        </w:rPr>
        <w:t xml:space="preserve">, </w:t>
      </w:r>
      <w:r>
        <w:rPr>
          <w:rFonts w:cs="Georgia"/>
          <w:kern w:val="1"/>
        </w:rPr>
        <w:t>Fichet le rompit</w:t>
      </w:r>
      <w:r w:rsidR="000E1451">
        <w:rPr>
          <w:rFonts w:cs="Georgia"/>
          <w:kern w:val="1"/>
        </w:rPr>
        <w:t>.</w:t>
      </w:r>
    </w:p>
    <w:p w14:paraId="155715D8" w14:textId="77777777" w:rsidR="000E1451" w:rsidRDefault="000E1451" w:rsidP="00BE611A">
      <w:pPr>
        <w:rPr>
          <w:rFonts w:cs="Georgia"/>
          <w:kern w:val="1"/>
        </w:rPr>
      </w:pPr>
      <w:r>
        <w:rPr>
          <w:rFonts w:cs="Georgia"/>
          <w:kern w:val="1"/>
        </w:rPr>
        <w:t>— </w:t>
      </w:r>
      <w:r w:rsidR="00BE611A">
        <w:rPr>
          <w:rFonts w:cs="Georgia"/>
          <w:kern w:val="1"/>
        </w:rPr>
        <w:t>Écoutez</w:t>
      </w:r>
      <w:r>
        <w:rPr>
          <w:rFonts w:cs="Georgia"/>
          <w:kern w:val="1"/>
        </w:rPr>
        <w:t> !</w:t>
      </w:r>
    </w:p>
    <w:p w14:paraId="48EDC5FA" w14:textId="77777777" w:rsidR="000E1451" w:rsidRDefault="00BE611A" w:rsidP="00BE611A">
      <w:pPr>
        <w:rPr>
          <w:rFonts w:cs="Georgia"/>
          <w:kern w:val="1"/>
        </w:rPr>
      </w:pPr>
      <w:r>
        <w:rPr>
          <w:rFonts w:cs="Georgia"/>
          <w:kern w:val="1"/>
        </w:rPr>
        <w:t>On entendait</w:t>
      </w:r>
      <w:r w:rsidR="000E1451">
        <w:rPr>
          <w:rFonts w:cs="Georgia"/>
          <w:kern w:val="1"/>
        </w:rPr>
        <w:t xml:space="preserve">, </w:t>
      </w:r>
      <w:r>
        <w:rPr>
          <w:rFonts w:cs="Georgia"/>
          <w:kern w:val="1"/>
        </w:rPr>
        <w:t>à l</w:t>
      </w:r>
      <w:r w:rsidR="000E1451">
        <w:rPr>
          <w:rFonts w:cs="Georgia"/>
          <w:kern w:val="1"/>
        </w:rPr>
        <w:t>’</w:t>
      </w:r>
      <w:r>
        <w:rPr>
          <w:rFonts w:cs="Georgia"/>
          <w:kern w:val="1"/>
        </w:rPr>
        <w:t>entrée du camp</w:t>
      </w:r>
      <w:r w:rsidR="000E1451">
        <w:rPr>
          <w:rFonts w:cs="Georgia"/>
          <w:kern w:val="1"/>
        </w:rPr>
        <w:t xml:space="preserve">, </w:t>
      </w:r>
      <w:r>
        <w:rPr>
          <w:rFonts w:cs="Georgia"/>
          <w:kern w:val="1"/>
        </w:rPr>
        <w:t>le bruit d</w:t>
      </w:r>
      <w:r w:rsidR="000E1451">
        <w:rPr>
          <w:rFonts w:cs="Georgia"/>
          <w:kern w:val="1"/>
        </w:rPr>
        <w:t>’</w:t>
      </w:r>
      <w:r>
        <w:rPr>
          <w:rFonts w:cs="Georgia"/>
          <w:kern w:val="1"/>
        </w:rPr>
        <w:t>un moteur d</w:t>
      </w:r>
      <w:r w:rsidR="000E1451">
        <w:rPr>
          <w:rFonts w:cs="Georgia"/>
          <w:kern w:val="1"/>
        </w:rPr>
        <w:t>’</w:t>
      </w:r>
      <w:r>
        <w:rPr>
          <w:rFonts w:cs="Georgia"/>
          <w:kern w:val="1"/>
        </w:rPr>
        <w:t>automobile</w:t>
      </w:r>
      <w:r w:rsidR="000E1451">
        <w:rPr>
          <w:rFonts w:cs="Georgia"/>
          <w:kern w:val="1"/>
        </w:rPr>
        <w:t xml:space="preserve">. </w:t>
      </w:r>
      <w:r>
        <w:rPr>
          <w:rFonts w:cs="Georgia"/>
          <w:kern w:val="1"/>
        </w:rPr>
        <w:t>Presque aussitôt</w:t>
      </w:r>
      <w:r w:rsidR="000E1451">
        <w:rPr>
          <w:rFonts w:cs="Georgia"/>
          <w:kern w:val="1"/>
        </w:rPr>
        <w:t xml:space="preserve">, </w:t>
      </w:r>
      <w:r>
        <w:rPr>
          <w:rFonts w:cs="Georgia"/>
          <w:kern w:val="1"/>
        </w:rPr>
        <w:t>ce bruit s</w:t>
      </w:r>
      <w:r w:rsidR="000E1451">
        <w:rPr>
          <w:rFonts w:cs="Georgia"/>
          <w:kern w:val="1"/>
        </w:rPr>
        <w:t>’</w:t>
      </w:r>
      <w:r>
        <w:rPr>
          <w:rFonts w:cs="Georgia"/>
          <w:kern w:val="1"/>
        </w:rPr>
        <w:t>arrêta</w:t>
      </w:r>
      <w:r w:rsidR="000E1451">
        <w:rPr>
          <w:rFonts w:cs="Georgia"/>
          <w:kern w:val="1"/>
        </w:rPr>
        <w:t xml:space="preserve">. </w:t>
      </w:r>
      <w:r>
        <w:rPr>
          <w:rFonts w:cs="Georgia"/>
          <w:kern w:val="1"/>
        </w:rPr>
        <w:t>Nous nous étions tous précipités qui sur la porte</w:t>
      </w:r>
      <w:r w:rsidR="000E1451">
        <w:rPr>
          <w:rFonts w:cs="Georgia"/>
          <w:kern w:val="1"/>
        </w:rPr>
        <w:t xml:space="preserve">, </w:t>
      </w:r>
      <w:r>
        <w:rPr>
          <w:rFonts w:cs="Georgia"/>
          <w:kern w:val="1"/>
        </w:rPr>
        <w:t>qui aux fenêtres du baraquement</w:t>
      </w:r>
      <w:r w:rsidR="000E1451">
        <w:rPr>
          <w:rFonts w:cs="Georgia"/>
          <w:kern w:val="1"/>
        </w:rPr>
        <w:t>.</w:t>
      </w:r>
    </w:p>
    <w:p w14:paraId="64D0DEBC" w14:textId="77777777" w:rsidR="000E1451" w:rsidRDefault="000E1451" w:rsidP="00BE611A">
      <w:pPr>
        <w:rPr>
          <w:rFonts w:cs="Georgia"/>
          <w:kern w:val="1"/>
        </w:rPr>
      </w:pPr>
      <w:r>
        <w:rPr>
          <w:rFonts w:cs="Georgia"/>
          <w:kern w:val="1"/>
        </w:rPr>
        <w:t>— </w:t>
      </w:r>
      <w:r w:rsidR="00BE611A">
        <w:rPr>
          <w:rFonts w:cs="Georgia"/>
          <w:kern w:val="1"/>
        </w:rPr>
        <w:t>Bon Dieu</w:t>
      </w:r>
      <w:r>
        <w:rPr>
          <w:rFonts w:cs="Georgia"/>
          <w:kern w:val="1"/>
        </w:rPr>
        <w:t xml:space="preserve"> ! </w:t>
      </w:r>
      <w:r w:rsidR="00BE611A">
        <w:rPr>
          <w:rFonts w:cs="Georgia"/>
          <w:kern w:val="1"/>
        </w:rPr>
        <w:t>s</w:t>
      </w:r>
      <w:r>
        <w:rPr>
          <w:rFonts w:cs="Georgia"/>
          <w:kern w:val="1"/>
        </w:rPr>
        <w:t>’</w:t>
      </w:r>
      <w:r w:rsidR="00BE611A">
        <w:rPr>
          <w:rFonts w:cs="Georgia"/>
          <w:kern w:val="1"/>
        </w:rPr>
        <w:t>exclama Bergez</w:t>
      </w:r>
      <w:r>
        <w:rPr>
          <w:rFonts w:cs="Georgia"/>
          <w:kern w:val="1"/>
        </w:rPr>
        <w:t xml:space="preserve">, </w:t>
      </w:r>
      <w:r w:rsidR="00BE611A">
        <w:rPr>
          <w:rFonts w:cs="Georgia"/>
          <w:kern w:val="1"/>
        </w:rPr>
        <w:t>ça y est</w:t>
      </w:r>
      <w:r>
        <w:rPr>
          <w:rFonts w:cs="Georgia"/>
          <w:kern w:val="1"/>
        </w:rPr>
        <w:t xml:space="preserve">. </w:t>
      </w:r>
      <w:r w:rsidR="00BE611A">
        <w:rPr>
          <w:rFonts w:cs="Georgia"/>
          <w:kern w:val="1"/>
        </w:rPr>
        <w:t>C</w:t>
      </w:r>
      <w:r>
        <w:rPr>
          <w:rFonts w:cs="Georgia"/>
          <w:kern w:val="1"/>
        </w:rPr>
        <w:t>’</w:t>
      </w:r>
      <w:r w:rsidR="00BE611A">
        <w:rPr>
          <w:rFonts w:cs="Georgia"/>
          <w:kern w:val="1"/>
        </w:rPr>
        <w:t>est justement Vandaële qu</w:t>
      </w:r>
      <w:r>
        <w:rPr>
          <w:rFonts w:cs="Georgia"/>
          <w:kern w:val="1"/>
        </w:rPr>
        <w:t>’</w:t>
      </w:r>
      <w:r w:rsidR="00BE611A">
        <w:rPr>
          <w:rFonts w:cs="Georgia"/>
          <w:kern w:val="1"/>
        </w:rPr>
        <w:t>ils rapportent</w:t>
      </w:r>
      <w:r>
        <w:rPr>
          <w:rFonts w:cs="Georgia"/>
          <w:kern w:val="1"/>
        </w:rPr>
        <w:t>.</w:t>
      </w:r>
    </w:p>
    <w:p w14:paraId="3BFDC71C" w14:textId="77777777" w:rsidR="000E1451" w:rsidRDefault="00BE611A" w:rsidP="00BE611A">
      <w:pPr>
        <w:rPr>
          <w:rFonts w:cs="Georgia"/>
          <w:kern w:val="1"/>
        </w:rPr>
      </w:pPr>
      <w:r>
        <w:rPr>
          <w:rFonts w:cs="Georgia"/>
          <w:kern w:val="1"/>
        </w:rPr>
        <w:t>À travers les blêmes entrelacs des fils de fer</w:t>
      </w:r>
      <w:r w:rsidR="000E1451">
        <w:rPr>
          <w:rFonts w:cs="Georgia"/>
          <w:kern w:val="1"/>
        </w:rPr>
        <w:t xml:space="preserve">, </w:t>
      </w:r>
      <w:r>
        <w:rPr>
          <w:rFonts w:cs="Georgia"/>
          <w:kern w:val="1"/>
        </w:rPr>
        <w:t>nous apercevions un lourd camion gris</w:t>
      </w:r>
      <w:r w:rsidR="000E1451">
        <w:rPr>
          <w:rFonts w:cs="Georgia"/>
          <w:kern w:val="1"/>
        </w:rPr>
        <w:t xml:space="preserve">. </w:t>
      </w:r>
      <w:r>
        <w:rPr>
          <w:rFonts w:cs="Georgia"/>
          <w:kern w:val="1"/>
        </w:rPr>
        <w:t>Quatre hommes en descendirent avec un brancard recouvert d</w:t>
      </w:r>
      <w:r w:rsidR="000E1451">
        <w:rPr>
          <w:rFonts w:cs="Georgia"/>
          <w:kern w:val="1"/>
        </w:rPr>
        <w:t>’</w:t>
      </w:r>
      <w:r>
        <w:rPr>
          <w:rFonts w:cs="Georgia"/>
          <w:kern w:val="1"/>
        </w:rPr>
        <w:t>une bâche</w:t>
      </w:r>
      <w:r w:rsidR="000E1451">
        <w:rPr>
          <w:rFonts w:cs="Georgia"/>
          <w:kern w:val="1"/>
        </w:rPr>
        <w:t xml:space="preserve">. </w:t>
      </w:r>
      <w:r>
        <w:rPr>
          <w:rFonts w:cs="Georgia"/>
          <w:kern w:val="1"/>
        </w:rPr>
        <w:t>Le capitaine Elbing était là</w:t>
      </w:r>
      <w:r w:rsidR="000E1451">
        <w:rPr>
          <w:rFonts w:cs="Georgia"/>
          <w:kern w:val="1"/>
        </w:rPr>
        <w:t xml:space="preserve">, </w:t>
      </w:r>
      <w:r>
        <w:rPr>
          <w:rFonts w:cs="Georgia"/>
          <w:kern w:val="1"/>
        </w:rPr>
        <w:t>qui donnait des ordres brefs</w:t>
      </w:r>
      <w:r w:rsidR="000E1451">
        <w:rPr>
          <w:rFonts w:cs="Georgia"/>
          <w:kern w:val="1"/>
        </w:rPr>
        <w:t xml:space="preserve">. </w:t>
      </w:r>
      <w:r>
        <w:rPr>
          <w:rFonts w:cs="Georgia"/>
          <w:kern w:val="1"/>
        </w:rPr>
        <w:t>Quand la civière passa devant lui</w:t>
      </w:r>
      <w:r w:rsidR="000E1451">
        <w:rPr>
          <w:rFonts w:cs="Georgia"/>
          <w:kern w:val="1"/>
        </w:rPr>
        <w:t xml:space="preserve">, </w:t>
      </w:r>
      <w:r>
        <w:rPr>
          <w:rFonts w:cs="Georgia"/>
          <w:kern w:val="1"/>
        </w:rPr>
        <w:t>il porta la main à hauteur de la bande rouge de sa casquette</w:t>
      </w:r>
      <w:r w:rsidR="000E1451">
        <w:rPr>
          <w:rFonts w:cs="Georgia"/>
          <w:kern w:val="1"/>
        </w:rPr>
        <w:t>.</w:t>
      </w:r>
    </w:p>
    <w:p w14:paraId="11CC5DD5" w14:textId="77777777" w:rsidR="000E1451" w:rsidRDefault="000E1451" w:rsidP="00BE611A">
      <w:pPr>
        <w:rPr>
          <w:rFonts w:cs="Georgia"/>
          <w:kern w:val="1"/>
        </w:rPr>
      </w:pPr>
      <w:r>
        <w:rPr>
          <w:rFonts w:cs="Georgia"/>
          <w:kern w:val="1"/>
        </w:rPr>
        <w:lastRenderedPageBreak/>
        <w:t>— </w:t>
      </w:r>
      <w:r w:rsidR="00BE611A">
        <w:rPr>
          <w:rFonts w:cs="Georgia"/>
          <w:kern w:val="1"/>
        </w:rPr>
        <w:t>Ils viennent vers notre baraque</w:t>
      </w:r>
      <w:r>
        <w:rPr>
          <w:rFonts w:cs="Georgia"/>
          <w:kern w:val="1"/>
        </w:rPr>
        <w:t xml:space="preserve">, </w:t>
      </w:r>
      <w:r w:rsidR="00BE611A">
        <w:rPr>
          <w:rFonts w:cs="Georgia"/>
          <w:kern w:val="1"/>
        </w:rPr>
        <w:t>dit Fichet</w:t>
      </w:r>
      <w:r>
        <w:rPr>
          <w:rFonts w:cs="Georgia"/>
          <w:kern w:val="1"/>
        </w:rPr>
        <w:t xml:space="preserve">. </w:t>
      </w:r>
      <w:r w:rsidR="00BE611A">
        <w:rPr>
          <w:rFonts w:cs="Georgia"/>
          <w:kern w:val="1"/>
        </w:rPr>
        <w:t>Tonnerre</w:t>
      </w:r>
      <w:r>
        <w:rPr>
          <w:rFonts w:cs="Georgia"/>
          <w:kern w:val="1"/>
        </w:rPr>
        <w:t xml:space="preserve"> ! </w:t>
      </w:r>
      <w:r w:rsidR="00BE611A">
        <w:rPr>
          <w:rFonts w:cs="Georgia"/>
          <w:kern w:val="1"/>
        </w:rPr>
        <w:t>puisqu</w:t>
      </w:r>
      <w:r>
        <w:rPr>
          <w:rFonts w:cs="Georgia"/>
          <w:kern w:val="1"/>
        </w:rPr>
        <w:t>’</w:t>
      </w:r>
      <w:r w:rsidR="00BE611A">
        <w:rPr>
          <w:rFonts w:cs="Georgia"/>
          <w:kern w:val="1"/>
        </w:rPr>
        <w:t>ils nous le ramènent directement</w:t>
      </w:r>
      <w:r>
        <w:rPr>
          <w:rFonts w:cs="Georgia"/>
          <w:kern w:val="1"/>
        </w:rPr>
        <w:t xml:space="preserve">, </w:t>
      </w:r>
      <w:r w:rsidR="00BE611A">
        <w:rPr>
          <w:rFonts w:cs="Georgia"/>
          <w:kern w:val="1"/>
        </w:rPr>
        <w:t>sans le conduire d</w:t>
      </w:r>
      <w:r>
        <w:rPr>
          <w:rFonts w:cs="Georgia"/>
          <w:kern w:val="1"/>
        </w:rPr>
        <w:t>’</w:t>
      </w:r>
      <w:r w:rsidR="00BE611A">
        <w:rPr>
          <w:rFonts w:cs="Georgia"/>
          <w:kern w:val="1"/>
        </w:rPr>
        <w:t>abord à l</w:t>
      </w:r>
      <w:r>
        <w:rPr>
          <w:rFonts w:cs="Georgia"/>
          <w:kern w:val="1"/>
        </w:rPr>
        <w:t>’</w:t>
      </w:r>
      <w:r w:rsidR="00BE611A">
        <w:rPr>
          <w:rFonts w:cs="Georgia"/>
          <w:kern w:val="1"/>
        </w:rPr>
        <w:t>infirmerie</w:t>
      </w:r>
      <w:r>
        <w:rPr>
          <w:rFonts w:cs="Georgia"/>
          <w:kern w:val="1"/>
        </w:rPr>
        <w:t xml:space="preserve">, </w:t>
      </w:r>
      <w:r w:rsidR="00BE611A">
        <w:rPr>
          <w:rFonts w:cs="Georgia"/>
          <w:kern w:val="1"/>
        </w:rPr>
        <w:t>c</w:t>
      </w:r>
      <w:r>
        <w:rPr>
          <w:rFonts w:cs="Georgia"/>
          <w:kern w:val="1"/>
        </w:rPr>
        <w:t>’</w:t>
      </w:r>
      <w:r w:rsidR="00BE611A">
        <w:rPr>
          <w:rFonts w:cs="Georgia"/>
          <w:kern w:val="1"/>
        </w:rPr>
        <w:t>est qu</w:t>
      </w:r>
      <w:r>
        <w:rPr>
          <w:rFonts w:cs="Georgia"/>
          <w:kern w:val="1"/>
        </w:rPr>
        <w:t>’</w:t>
      </w:r>
      <w:r w:rsidR="00BE611A">
        <w:rPr>
          <w:rFonts w:cs="Georgia"/>
          <w:kern w:val="1"/>
        </w:rPr>
        <w:t>il est mort</w:t>
      </w:r>
      <w:r>
        <w:rPr>
          <w:rFonts w:cs="Georgia"/>
          <w:kern w:val="1"/>
        </w:rPr>
        <w:t xml:space="preserve">, </w:t>
      </w:r>
      <w:r w:rsidR="00BE611A">
        <w:rPr>
          <w:rFonts w:cs="Georgia"/>
          <w:kern w:val="1"/>
        </w:rPr>
        <w:t>lui aussi</w:t>
      </w:r>
      <w:r>
        <w:rPr>
          <w:rFonts w:cs="Georgia"/>
          <w:kern w:val="1"/>
        </w:rPr>
        <w:t> !</w:t>
      </w:r>
    </w:p>
    <w:p w14:paraId="683873FE" w14:textId="77777777" w:rsidR="00BE611A" w:rsidRDefault="00BE611A" w:rsidP="00BE611A">
      <w:pPr>
        <w:rPr>
          <w:rFonts w:cs="Georgia"/>
          <w:kern w:val="1"/>
        </w:rPr>
      </w:pPr>
    </w:p>
    <w:p w14:paraId="58C6B947" w14:textId="77777777" w:rsidR="000E1451" w:rsidRDefault="00BE611A" w:rsidP="00BE611A">
      <w:r>
        <w:rPr>
          <w:rFonts w:cs="Georgia"/>
          <w:kern w:val="1"/>
        </w:rPr>
        <w:t>Il ne mourut que quelques heures plus tard</w:t>
      </w:r>
      <w:r w:rsidR="000E1451">
        <w:rPr>
          <w:rFonts w:cs="Georgia"/>
          <w:kern w:val="1"/>
        </w:rPr>
        <w:t xml:space="preserve">. </w:t>
      </w:r>
      <w:r>
        <w:rPr>
          <w:rFonts w:cs="Georgia"/>
          <w:kern w:val="1"/>
        </w:rPr>
        <w:t>Les brancardiers l</w:t>
      </w:r>
      <w:r w:rsidR="000E1451">
        <w:rPr>
          <w:rFonts w:cs="Georgia"/>
          <w:kern w:val="1"/>
        </w:rPr>
        <w:t>’</w:t>
      </w:r>
      <w:r>
        <w:rPr>
          <w:rFonts w:cs="Georgia"/>
          <w:kern w:val="1"/>
        </w:rPr>
        <w:t>avaient déposé sur la première paillasse rencontrée</w:t>
      </w:r>
      <w:r w:rsidR="000E1451">
        <w:rPr>
          <w:rFonts w:cs="Georgia"/>
          <w:kern w:val="1"/>
        </w:rPr>
        <w:t xml:space="preserve">, </w:t>
      </w:r>
      <w:r>
        <w:rPr>
          <w:rFonts w:cs="Georgia"/>
          <w:kern w:val="1"/>
        </w:rPr>
        <w:t>la paillasse d</w:t>
      </w:r>
      <w:r w:rsidR="000E1451">
        <w:rPr>
          <w:rFonts w:cs="Georgia"/>
          <w:kern w:val="1"/>
        </w:rPr>
        <w:t>’</w:t>
      </w:r>
      <w:r>
        <w:rPr>
          <w:rFonts w:cs="Georgia"/>
          <w:kern w:val="1"/>
        </w:rPr>
        <w:t>Audemard</w:t>
      </w:r>
      <w:r w:rsidR="000E1451">
        <w:rPr>
          <w:rFonts w:cs="Georgia"/>
          <w:kern w:val="1"/>
        </w:rPr>
        <w:t xml:space="preserve">, </w:t>
      </w:r>
      <w:r>
        <w:rPr>
          <w:rFonts w:cs="Georgia"/>
          <w:kern w:val="1"/>
        </w:rPr>
        <w:t>qui dormait son dernier sommeil dans les sables de Cranzbeek</w:t>
      </w:r>
      <w:r w:rsidR="000E1451">
        <w:rPr>
          <w:rFonts w:cs="Georgia"/>
          <w:kern w:val="1"/>
        </w:rPr>
        <w:t xml:space="preserve">, </w:t>
      </w:r>
      <w:r>
        <w:rPr>
          <w:rFonts w:cs="Georgia"/>
          <w:kern w:val="1"/>
        </w:rPr>
        <w:t xml:space="preserve">au bord du </w:t>
      </w:r>
      <w:r>
        <w:rPr>
          <w:rFonts w:cs="Georgia"/>
          <w:bCs/>
          <w:i/>
          <w:iCs/>
          <w:kern w:val="1"/>
        </w:rPr>
        <w:t>Karisches Haff</w:t>
      </w:r>
      <w:r w:rsidR="000E1451">
        <w:t>.</w:t>
      </w:r>
    </w:p>
    <w:p w14:paraId="5ABEC91C" w14:textId="77777777" w:rsidR="000E1451" w:rsidRDefault="00BE611A" w:rsidP="00BE611A">
      <w:pPr>
        <w:rPr>
          <w:rFonts w:cs="Georgia"/>
          <w:kern w:val="1"/>
        </w:rPr>
      </w:pPr>
      <w:r>
        <w:rPr>
          <w:rFonts w:cs="Georgia"/>
          <w:kern w:val="1"/>
        </w:rPr>
        <w:t>Je m</w:t>
      </w:r>
      <w:r w:rsidR="000E1451">
        <w:rPr>
          <w:rFonts w:cs="Georgia"/>
          <w:kern w:val="1"/>
        </w:rPr>
        <w:t>’</w:t>
      </w:r>
      <w:r>
        <w:rPr>
          <w:rFonts w:cs="Georgia"/>
          <w:kern w:val="1"/>
        </w:rPr>
        <w:t>étais présenté</w:t>
      </w:r>
      <w:r w:rsidR="000E1451">
        <w:rPr>
          <w:rFonts w:cs="Georgia"/>
          <w:kern w:val="1"/>
        </w:rPr>
        <w:t xml:space="preserve">, </w:t>
      </w:r>
      <w:r>
        <w:rPr>
          <w:rFonts w:cs="Georgia"/>
          <w:kern w:val="1"/>
        </w:rPr>
        <w:t>sans me faire annoncer</w:t>
      </w:r>
      <w:r w:rsidR="000E1451">
        <w:rPr>
          <w:rFonts w:cs="Georgia"/>
          <w:kern w:val="1"/>
        </w:rPr>
        <w:t xml:space="preserve">, </w:t>
      </w:r>
      <w:r>
        <w:rPr>
          <w:rFonts w:cs="Georgia"/>
          <w:kern w:val="1"/>
        </w:rPr>
        <w:t>au bureau du capitaine Elbing</w:t>
      </w:r>
      <w:r w:rsidR="000E1451">
        <w:rPr>
          <w:rFonts w:cs="Georgia"/>
          <w:kern w:val="1"/>
        </w:rPr>
        <w:t xml:space="preserve">. </w:t>
      </w:r>
      <w:r>
        <w:rPr>
          <w:rFonts w:cs="Georgia"/>
          <w:kern w:val="1"/>
        </w:rPr>
        <w:t>Je voulais que le médecin auxiliaire</w:t>
      </w:r>
      <w:r w:rsidR="000E1451">
        <w:rPr>
          <w:rFonts w:cs="Georgia"/>
          <w:kern w:val="1"/>
        </w:rPr>
        <w:t xml:space="preserve">, </w:t>
      </w:r>
      <w:r>
        <w:rPr>
          <w:rFonts w:cs="Georgia"/>
          <w:kern w:val="1"/>
        </w:rPr>
        <w:t>ou</w:t>
      </w:r>
      <w:r w:rsidR="000E1451">
        <w:rPr>
          <w:rFonts w:cs="Georgia"/>
          <w:kern w:val="1"/>
        </w:rPr>
        <w:t xml:space="preserve">, </w:t>
      </w:r>
      <w:r>
        <w:rPr>
          <w:rFonts w:cs="Georgia"/>
          <w:kern w:val="1"/>
        </w:rPr>
        <w:t>à son défaut</w:t>
      </w:r>
      <w:r w:rsidR="000E1451">
        <w:rPr>
          <w:rFonts w:cs="Georgia"/>
          <w:kern w:val="1"/>
        </w:rPr>
        <w:t xml:space="preserve">, </w:t>
      </w:r>
      <w:r>
        <w:rPr>
          <w:rFonts w:cs="Georgia"/>
          <w:kern w:val="1"/>
        </w:rPr>
        <w:t>un infirmier</w:t>
      </w:r>
      <w:r w:rsidR="000E1451">
        <w:rPr>
          <w:rFonts w:cs="Georgia"/>
          <w:kern w:val="1"/>
        </w:rPr>
        <w:t xml:space="preserve">, </w:t>
      </w:r>
      <w:r>
        <w:rPr>
          <w:rFonts w:cs="Georgia"/>
          <w:kern w:val="1"/>
        </w:rPr>
        <w:t>vînt dans notre baraque voir si vraiment il n</w:t>
      </w:r>
      <w:r w:rsidR="000E1451">
        <w:rPr>
          <w:rFonts w:cs="Georgia"/>
          <w:kern w:val="1"/>
        </w:rPr>
        <w:t>’</w:t>
      </w:r>
      <w:r>
        <w:rPr>
          <w:rFonts w:cs="Georgia"/>
          <w:kern w:val="1"/>
        </w:rPr>
        <w:t>y avait plus rien à tenter</w:t>
      </w:r>
      <w:r w:rsidR="000E1451">
        <w:rPr>
          <w:rFonts w:cs="Georgia"/>
          <w:kern w:val="1"/>
        </w:rPr>
        <w:t>.</w:t>
      </w:r>
    </w:p>
    <w:p w14:paraId="64361BB9" w14:textId="77777777" w:rsidR="000E1451" w:rsidRDefault="00BE611A" w:rsidP="00BE611A">
      <w:pPr>
        <w:rPr>
          <w:rFonts w:cs="Georgia"/>
          <w:kern w:val="1"/>
        </w:rPr>
      </w:pPr>
      <w:r>
        <w:rPr>
          <w:rFonts w:cs="Georgia"/>
          <w:kern w:val="1"/>
        </w:rPr>
        <w:t>Le commandant du camp me reçut debout</w:t>
      </w:r>
      <w:r w:rsidR="000E1451">
        <w:rPr>
          <w:rFonts w:cs="Georgia"/>
          <w:kern w:val="1"/>
        </w:rPr>
        <w:t>.</w:t>
      </w:r>
    </w:p>
    <w:p w14:paraId="0AD27F46" w14:textId="77777777" w:rsidR="000E1451" w:rsidRDefault="000E1451" w:rsidP="00BE611A">
      <w:pPr>
        <w:rPr>
          <w:rFonts w:cs="Georgia"/>
          <w:kern w:val="1"/>
        </w:rPr>
      </w:pPr>
      <w:r>
        <w:rPr>
          <w:rFonts w:cs="Georgia"/>
          <w:kern w:val="1"/>
        </w:rPr>
        <w:t>— </w:t>
      </w:r>
      <w:r w:rsidR="00BE611A">
        <w:rPr>
          <w:rFonts w:cs="Georgia"/>
          <w:kern w:val="1"/>
        </w:rPr>
        <w:t>Monsieur Dumaine</w:t>
      </w:r>
      <w:r>
        <w:rPr>
          <w:rFonts w:cs="Georgia"/>
          <w:kern w:val="1"/>
        </w:rPr>
        <w:t xml:space="preserve">, </w:t>
      </w:r>
      <w:r w:rsidR="00BE611A">
        <w:rPr>
          <w:rFonts w:cs="Georgia"/>
          <w:kern w:val="1"/>
        </w:rPr>
        <w:t>dit-il</w:t>
      </w:r>
      <w:r>
        <w:rPr>
          <w:rFonts w:cs="Georgia"/>
          <w:kern w:val="1"/>
        </w:rPr>
        <w:t xml:space="preserve">, – </w:t>
      </w:r>
      <w:r w:rsidR="00BE611A">
        <w:rPr>
          <w:rFonts w:cs="Georgia"/>
          <w:kern w:val="1"/>
        </w:rPr>
        <w:t>c</w:t>
      </w:r>
      <w:r>
        <w:rPr>
          <w:rFonts w:cs="Georgia"/>
          <w:kern w:val="1"/>
        </w:rPr>
        <w:t>’</w:t>
      </w:r>
      <w:r w:rsidR="00BE611A">
        <w:rPr>
          <w:rFonts w:cs="Georgia"/>
          <w:kern w:val="1"/>
        </w:rPr>
        <w:t>était la première fois qu</w:t>
      </w:r>
      <w:r>
        <w:rPr>
          <w:rFonts w:cs="Georgia"/>
          <w:kern w:val="1"/>
        </w:rPr>
        <w:t>’</w:t>
      </w:r>
      <w:r w:rsidR="00BE611A">
        <w:rPr>
          <w:rFonts w:cs="Georgia"/>
          <w:kern w:val="1"/>
        </w:rPr>
        <w:t>il m</w:t>
      </w:r>
      <w:r>
        <w:rPr>
          <w:rFonts w:cs="Georgia"/>
          <w:kern w:val="1"/>
        </w:rPr>
        <w:t>’</w:t>
      </w:r>
      <w:r w:rsidR="00BE611A">
        <w:rPr>
          <w:rFonts w:cs="Georgia"/>
          <w:kern w:val="1"/>
        </w:rPr>
        <w:t xml:space="preserve">appelait ainsi et il insistait sur le mot </w:t>
      </w:r>
      <w:r w:rsidR="00BE611A">
        <w:rPr>
          <w:rFonts w:cs="Georgia"/>
          <w:bCs/>
          <w:i/>
          <w:iCs/>
          <w:kern w:val="1"/>
        </w:rPr>
        <w:t>Monsieur</w:t>
      </w:r>
      <w:r w:rsidR="00BE611A">
        <w:rPr>
          <w:rFonts w:cs="Georgia"/>
          <w:kern w:val="1"/>
        </w:rPr>
        <w:t xml:space="preserve"> avec une ironie cinglante</w:t>
      </w:r>
      <w:r>
        <w:rPr>
          <w:rFonts w:cs="Georgia"/>
          <w:kern w:val="1"/>
        </w:rPr>
        <w:t xml:space="preserve">, </w:t>
      </w:r>
      <w:r w:rsidR="00BE611A">
        <w:rPr>
          <w:rFonts w:cs="Georgia"/>
          <w:kern w:val="1"/>
        </w:rPr>
        <w:t>Monsieur Dumaine</w:t>
      </w:r>
      <w:r>
        <w:rPr>
          <w:rFonts w:cs="Georgia"/>
          <w:kern w:val="1"/>
        </w:rPr>
        <w:t xml:space="preserve">, </w:t>
      </w:r>
      <w:r w:rsidR="00BE611A">
        <w:rPr>
          <w:rFonts w:cs="Georgia"/>
          <w:kern w:val="1"/>
        </w:rPr>
        <w:t>voulez-vous noter qu</w:t>
      </w:r>
      <w:r>
        <w:rPr>
          <w:rFonts w:cs="Georgia"/>
          <w:kern w:val="1"/>
        </w:rPr>
        <w:t>’</w:t>
      </w:r>
      <w:r w:rsidR="00BE611A">
        <w:rPr>
          <w:rFonts w:cs="Georgia"/>
          <w:kern w:val="1"/>
        </w:rPr>
        <w:t>on n</w:t>
      </w:r>
      <w:r>
        <w:rPr>
          <w:rFonts w:cs="Georgia"/>
          <w:kern w:val="1"/>
        </w:rPr>
        <w:t>’</w:t>
      </w:r>
      <w:r w:rsidR="00BE611A">
        <w:rPr>
          <w:rFonts w:cs="Georgia"/>
          <w:kern w:val="1"/>
        </w:rPr>
        <w:t>entre pas ici comme dans un moulin</w:t>
      </w:r>
      <w:r>
        <w:rPr>
          <w:rFonts w:cs="Georgia"/>
          <w:kern w:val="1"/>
        </w:rPr>
        <w:t xml:space="preserve">. </w:t>
      </w:r>
      <w:r w:rsidR="00BE611A">
        <w:rPr>
          <w:rFonts w:cs="Georgia"/>
          <w:kern w:val="1"/>
        </w:rPr>
        <w:t>J</w:t>
      </w:r>
      <w:r>
        <w:rPr>
          <w:rFonts w:cs="Georgia"/>
          <w:kern w:val="1"/>
        </w:rPr>
        <w:t>’</w:t>
      </w:r>
      <w:r w:rsidR="00BE611A">
        <w:rPr>
          <w:rFonts w:cs="Georgia"/>
          <w:kern w:val="1"/>
        </w:rPr>
        <w:t>ai pris l</w:t>
      </w:r>
      <w:r>
        <w:rPr>
          <w:rFonts w:cs="Georgia"/>
          <w:kern w:val="1"/>
        </w:rPr>
        <w:t>’</w:t>
      </w:r>
      <w:r w:rsidR="00BE611A">
        <w:rPr>
          <w:rFonts w:cs="Georgia"/>
          <w:kern w:val="1"/>
        </w:rPr>
        <w:t>avis du médecin sans attendre que vous m</w:t>
      </w:r>
      <w:r>
        <w:rPr>
          <w:rFonts w:cs="Georgia"/>
          <w:kern w:val="1"/>
        </w:rPr>
        <w:t>’</w:t>
      </w:r>
      <w:r w:rsidR="00BE611A">
        <w:rPr>
          <w:rFonts w:cs="Georgia"/>
          <w:kern w:val="1"/>
        </w:rPr>
        <w:t>y invitiez</w:t>
      </w:r>
      <w:r>
        <w:rPr>
          <w:rFonts w:cs="Georgia"/>
          <w:kern w:val="1"/>
        </w:rPr>
        <w:t xml:space="preserve">. </w:t>
      </w:r>
      <w:r w:rsidR="00BE611A">
        <w:rPr>
          <w:rFonts w:cs="Georgia"/>
          <w:kern w:val="1"/>
        </w:rPr>
        <w:t>Votre camarade va mourir</w:t>
      </w:r>
      <w:r>
        <w:rPr>
          <w:rFonts w:cs="Georgia"/>
          <w:kern w:val="1"/>
        </w:rPr>
        <w:t xml:space="preserve">. </w:t>
      </w:r>
      <w:r w:rsidR="00BE611A">
        <w:rPr>
          <w:rFonts w:cs="Georgia"/>
          <w:kern w:val="1"/>
        </w:rPr>
        <w:t>J</w:t>
      </w:r>
      <w:r>
        <w:rPr>
          <w:rFonts w:cs="Georgia"/>
          <w:kern w:val="1"/>
        </w:rPr>
        <w:t>’</w:t>
      </w:r>
      <w:r w:rsidR="00BE611A">
        <w:rPr>
          <w:rFonts w:cs="Georgia"/>
          <w:kern w:val="1"/>
        </w:rPr>
        <w:t>ai préféré vous permettre de l</w:t>
      </w:r>
      <w:r>
        <w:rPr>
          <w:rFonts w:cs="Georgia"/>
          <w:kern w:val="1"/>
        </w:rPr>
        <w:t>’</w:t>
      </w:r>
      <w:r w:rsidR="00BE611A">
        <w:rPr>
          <w:rFonts w:cs="Georgia"/>
          <w:kern w:val="1"/>
        </w:rPr>
        <w:t>assister dans ses derniers moments</w:t>
      </w:r>
      <w:r>
        <w:rPr>
          <w:rFonts w:cs="Georgia"/>
          <w:kern w:val="1"/>
        </w:rPr>
        <w:t xml:space="preserve">. </w:t>
      </w:r>
      <w:r w:rsidR="00BE611A">
        <w:rPr>
          <w:rFonts w:cs="Georgia"/>
          <w:kern w:val="1"/>
        </w:rPr>
        <w:t>Vous pouvez disposer</w:t>
      </w:r>
      <w:r>
        <w:rPr>
          <w:rFonts w:cs="Georgia"/>
          <w:kern w:val="1"/>
        </w:rPr>
        <w:t>.</w:t>
      </w:r>
    </w:p>
    <w:p w14:paraId="48694598" w14:textId="77777777" w:rsidR="000E1451" w:rsidRDefault="00BE611A" w:rsidP="00BE611A">
      <w:pPr>
        <w:rPr>
          <w:rFonts w:cs="Georgia"/>
          <w:kern w:val="1"/>
        </w:rPr>
      </w:pPr>
      <w:r>
        <w:rPr>
          <w:rFonts w:cs="Georgia"/>
          <w:kern w:val="1"/>
        </w:rPr>
        <w:t>Nous ne possédions ni lumière</w:t>
      </w:r>
      <w:r w:rsidR="000E1451">
        <w:rPr>
          <w:rFonts w:cs="Georgia"/>
          <w:kern w:val="1"/>
        </w:rPr>
        <w:t xml:space="preserve">, </w:t>
      </w:r>
      <w:r>
        <w:rPr>
          <w:rFonts w:cs="Georgia"/>
          <w:kern w:val="1"/>
        </w:rPr>
        <w:t>ni autorisation d</w:t>
      </w:r>
      <w:r w:rsidR="000E1451">
        <w:rPr>
          <w:rFonts w:cs="Georgia"/>
          <w:kern w:val="1"/>
        </w:rPr>
        <w:t>’</w:t>
      </w:r>
      <w:r>
        <w:rPr>
          <w:rFonts w:cs="Georgia"/>
          <w:kern w:val="1"/>
        </w:rPr>
        <w:t>en avoir</w:t>
      </w:r>
      <w:r w:rsidR="000E1451">
        <w:rPr>
          <w:rFonts w:cs="Georgia"/>
          <w:kern w:val="1"/>
        </w:rPr>
        <w:t xml:space="preserve">. </w:t>
      </w:r>
      <w:r>
        <w:rPr>
          <w:rFonts w:cs="Georgia"/>
          <w:kern w:val="1"/>
        </w:rPr>
        <w:t>Ce fut dans l</w:t>
      </w:r>
      <w:r w:rsidR="000E1451">
        <w:rPr>
          <w:rFonts w:cs="Georgia"/>
          <w:kern w:val="1"/>
        </w:rPr>
        <w:t>’</w:t>
      </w:r>
      <w:r>
        <w:rPr>
          <w:rFonts w:cs="Georgia"/>
          <w:kern w:val="1"/>
        </w:rPr>
        <w:t>obscurité que Vandaële s</w:t>
      </w:r>
      <w:r w:rsidR="000E1451">
        <w:rPr>
          <w:rFonts w:cs="Georgia"/>
          <w:kern w:val="1"/>
        </w:rPr>
        <w:t>’</w:t>
      </w:r>
      <w:r>
        <w:rPr>
          <w:rFonts w:cs="Georgia"/>
          <w:kern w:val="1"/>
        </w:rPr>
        <w:t>éteignit</w:t>
      </w:r>
      <w:r w:rsidR="000E1451">
        <w:rPr>
          <w:rFonts w:cs="Georgia"/>
          <w:kern w:val="1"/>
        </w:rPr>
        <w:t xml:space="preserve">. </w:t>
      </w:r>
      <w:r>
        <w:rPr>
          <w:rFonts w:cs="Georgia"/>
          <w:kern w:val="1"/>
        </w:rPr>
        <w:t>Dauphin</w:t>
      </w:r>
      <w:r w:rsidR="000E1451">
        <w:rPr>
          <w:rFonts w:cs="Georgia"/>
          <w:kern w:val="1"/>
        </w:rPr>
        <w:t xml:space="preserve">, </w:t>
      </w:r>
      <w:r>
        <w:rPr>
          <w:rFonts w:cs="Georgia"/>
          <w:kern w:val="1"/>
        </w:rPr>
        <w:t>qui était du Nord</w:t>
      </w:r>
      <w:r w:rsidR="000E1451">
        <w:rPr>
          <w:rFonts w:cs="Georgia"/>
          <w:kern w:val="1"/>
        </w:rPr>
        <w:t xml:space="preserve">, </w:t>
      </w:r>
      <w:r>
        <w:rPr>
          <w:rFonts w:cs="Georgia"/>
          <w:kern w:val="1"/>
        </w:rPr>
        <w:t>comme lui</w:t>
      </w:r>
      <w:r w:rsidR="000E1451">
        <w:rPr>
          <w:rFonts w:cs="Georgia"/>
          <w:kern w:val="1"/>
        </w:rPr>
        <w:t xml:space="preserve">, </w:t>
      </w:r>
      <w:r>
        <w:rPr>
          <w:rFonts w:cs="Georgia"/>
          <w:kern w:val="1"/>
        </w:rPr>
        <w:t>tint jusqu</w:t>
      </w:r>
      <w:r w:rsidR="000E1451">
        <w:rPr>
          <w:rFonts w:cs="Georgia"/>
          <w:kern w:val="1"/>
        </w:rPr>
        <w:t>’</w:t>
      </w:r>
      <w:r>
        <w:rPr>
          <w:rFonts w:cs="Georgia"/>
          <w:kern w:val="1"/>
        </w:rPr>
        <w:t>au bout sa main dans la sienne</w:t>
      </w:r>
      <w:r w:rsidR="000E1451">
        <w:rPr>
          <w:rFonts w:cs="Georgia"/>
          <w:kern w:val="1"/>
        </w:rPr>
        <w:t xml:space="preserve">. </w:t>
      </w:r>
      <w:r>
        <w:rPr>
          <w:rFonts w:cs="Georgia"/>
          <w:kern w:val="1"/>
        </w:rPr>
        <w:t>Lorsqu</w:t>
      </w:r>
      <w:r w:rsidR="000E1451">
        <w:rPr>
          <w:rFonts w:cs="Georgia"/>
          <w:kern w:val="1"/>
        </w:rPr>
        <w:t>’</w:t>
      </w:r>
      <w:r>
        <w:rPr>
          <w:rFonts w:cs="Georgia"/>
          <w:kern w:val="1"/>
        </w:rPr>
        <w:t>il laissa retomber cette main</w:t>
      </w:r>
      <w:r w:rsidR="000E1451">
        <w:rPr>
          <w:rFonts w:cs="Georgia"/>
          <w:kern w:val="1"/>
        </w:rPr>
        <w:t xml:space="preserve">, </w:t>
      </w:r>
      <w:r>
        <w:rPr>
          <w:rFonts w:cs="Georgia"/>
          <w:kern w:val="1"/>
        </w:rPr>
        <w:t>et qu</w:t>
      </w:r>
      <w:r w:rsidR="000E1451">
        <w:rPr>
          <w:rFonts w:cs="Georgia"/>
          <w:kern w:val="1"/>
        </w:rPr>
        <w:t>’</w:t>
      </w:r>
      <w:r>
        <w:rPr>
          <w:rFonts w:cs="Georgia"/>
          <w:kern w:val="1"/>
        </w:rPr>
        <w:t>il se mit à pleurer doucement</w:t>
      </w:r>
      <w:r w:rsidR="000E1451">
        <w:rPr>
          <w:rFonts w:cs="Georgia"/>
          <w:kern w:val="1"/>
        </w:rPr>
        <w:t xml:space="preserve">, </w:t>
      </w:r>
      <w:r>
        <w:rPr>
          <w:rFonts w:cs="Georgia"/>
          <w:kern w:val="1"/>
        </w:rPr>
        <w:t>nous comprîmes que tout était fini</w:t>
      </w:r>
      <w:r w:rsidR="000E1451">
        <w:rPr>
          <w:rFonts w:cs="Georgia"/>
          <w:kern w:val="1"/>
        </w:rPr>
        <w:t>.</w:t>
      </w:r>
    </w:p>
    <w:p w14:paraId="099FB5A8" w14:textId="77777777" w:rsidR="000E1451" w:rsidRDefault="000E1451" w:rsidP="00BE611A">
      <w:pPr>
        <w:rPr>
          <w:rFonts w:cs="Georgia"/>
          <w:kern w:val="1"/>
        </w:rPr>
      </w:pPr>
      <w:r>
        <w:rPr>
          <w:rFonts w:cs="Georgia"/>
          <w:kern w:val="1"/>
        </w:rPr>
        <w:t>— </w:t>
      </w:r>
      <w:r w:rsidR="00BE611A">
        <w:rPr>
          <w:rFonts w:cs="Georgia"/>
          <w:kern w:val="1"/>
        </w:rPr>
        <w:t>Encore un qui partira sans avoir eu la Croix de guerre</w:t>
      </w:r>
      <w:r>
        <w:rPr>
          <w:rFonts w:cs="Georgia"/>
          <w:kern w:val="1"/>
        </w:rPr>
        <w:t xml:space="preserve">, </w:t>
      </w:r>
      <w:r w:rsidR="00BE611A">
        <w:rPr>
          <w:rFonts w:cs="Georgia"/>
          <w:kern w:val="1"/>
        </w:rPr>
        <w:t>murmura une voix</w:t>
      </w:r>
      <w:r>
        <w:rPr>
          <w:rFonts w:cs="Georgia"/>
          <w:kern w:val="1"/>
        </w:rPr>
        <w:t>.</w:t>
      </w:r>
    </w:p>
    <w:p w14:paraId="4F08B4EA" w14:textId="77777777" w:rsidR="000E1451" w:rsidRDefault="000E1451" w:rsidP="00BE611A">
      <w:pPr>
        <w:rPr>
          <w:rFonts w:cs="Georgia"/>
          <w:kern w:val="1"/>
        </w:rPr>
      </w:pPr>
      <w:r>
        <w:rPr>
          <w:rFonts w:cs="Georgia"/>
          <w:kern w:val="1"/>
        </w:rPr>
        <w:lastRenderedPageBreak/>
        <w:t>— </w:t>
      </w:r>
      <w:r w:rsidR="00BE611A">
        <w:rPr>
          <w:rFonts w:cs="Georgia"/>
          <w:kern w:val="1"/>
        </w:rPr>
        <w:t>Les vaches</w:t>
      </w:r>
      <w:r>
        <w:rPr>
          <w:rFonts w:cs="Georgia"/>
          <w:kern w:val="1"/>
        </w:rPr>
        <w:t xml:space="preserve"> ! </w:t>
      </w:r>
      <w:r w:rsidR="00BE611A">
        <w:rPr>
          <w:rFonts w:cs="Georgia"/>
          <w:kern w:val="1"/>
        </w:rPr>
        <w:t>dit Sylvestre</w:t>
      </w:r>
      <w:r>
        <w:rPr>
          <w:rFonts w:cs="Georgia"/>
          <w:kern w:val="1"/>
        </w:rPr>
        <w:t>.</w:t>
      </w:r>
    </w:p>
    <w:p w14:paraId="1C114868" w14:textId="77777777" w:rsidR="000E1451" w:rsidRDefault="00BE611A" w:rsidP="00BE611A">
      <w:pPr>
        <w:rPr>
          <w:rFonts w:cs="Georgia"/>
          <w:kern w:val="1"/>
        </w:rPr>
      </w:pPr>
      <w:r>
        <w:rPr>
          <w:rFonts w:cs="Georgia"/>
          <w:kern w:val="1"/>
        </w:rPr>
        <w:t>J</w:t>
      </w:r>
      <w:r w:rsidR="000E1451">
        <w:rPr>
          <w:rFonts w:cs="Georgia"/>
          <w:kern w:val="1"/>
        </w:rPr>
        <w:t>’</w:t>
      </w:r>
      <w:r>
        <w:rPr>
          <w:rFonts w:cs="Georgia"/>
          <w:kern w:val="1"/>
        </w:rPr>
        <w:t>étais à l</w:t>
      </w:r>
      <w:r w:rsidR="000E1451">
        <w:rPr>
          <w:rFonts w:cs="Georgia"/>
          <w:kern w:val="1"/>
        </w:rPr>
        <w:t>’</w:t>
      </w:r>
      <w:r>
        <w:rPr>
          <w:rFonts w:cs="Georgia"/>
          <w:kern w:val="1"/>
        </w:rPr>
        <w:t>écart</w:t>
      </w:r>
      <w:r w:rsidR="000E1451">
        <w:rPr>
          <w:rFonts w:cs="Georgia"/>
          <w:kern w:val="1"/>
        </w:rPr>
        <w:t xml:space="preserve">, </w:t>
      </w:r>
      <w:r>
        <w:rPr>
          <w:rFonts w:cs="Georgia"/>
          <w:kern w:val="1"/>
        </w:rPr>
        <w:t>anéanti</w:t>
      </w:r>
      <w:r w:rsidR="000E1451">
        <w:rPr>
          <w:rFonts w:cs="Georgia"/>
          <w:kern w:val="1"/>
        </w:rPr>
        <w:t xml:space="preserve">, </w:t>
      </w:r>
      <w:r>
        <w:rPr>
          <w:rFonts w:cs="Georgia"/>
          <w:kern w:val="1"/>
        </w:rPr>
        <w:t>me débattant au milieu de l</w:t>
      </w:r>
      <w:r w:rsidR="000E1451">
        <w:rPr>
          <w:rFonts w:cs="Georgia"/>
          <w:kern w:val="1"/>
        </w:rPr>
        <w:t>’</w:t>
      </w:r>
      <w:r>
        <w:rPr>
          <w:rFonts w:cs="Georgia"/>
          <w:kern w:val="1"/>
        </w:rPr>
        <w:t>affreuse confusion de mon âme</w:t>
      </w:r>
      <w:r w:rsidR="000E1451">
        <w:rPr>
          <w:rFonts w:cs="Georgia"/>
          <w:kern w:val="1"/>
        </w:rPr>
        <w:t xml:space="preserve">. </w:t>
      </w:r>
      <w:r>
        <w:rPr>
          <w:rFonts w:cs="Georgia"/>
          <w:kern w:val="1"/>
        </w:rPr>
        <w:t>Je pensais que</w:t>
      </w:r>
      <w:r w:rsidR="000E1451">
        <w:rPr>
          <w:rFonts w:cs="Georgia"/>
          <w:kern w:val="1"/>
        </w:rPr>
        <w:t xml:space="preserve">, </w:t>
      </w:r>
      <w:r>
        <w:rPr>
          <w:rFonts w:cs="Georgia"/>
          <w:kern w:val="1"/>
        </w:rPr>
        <w:t>par rapport à moi</w:t>
      </w:r>
      <w:r w:rsidR="000E1451">
        <w:rPr>
          <w:rFonts w:cs="Georgia"/>
          <w:kern w:val="1"/>
        </w:rPr>
        <w:t xml:space="preserve">, </w:t>
      </w:r>
      <w:r>
        <w:rPr>
          <w:rFonts w:cs="Georgia"/>
          <w:kern w:val="1"/>
        </w:rPr>
        <w:t>mes camarades étaient heureux</w:t>
      </w:r>
      <w:r w:rsidR="000E1451">
        <w:rPr>
          <w:rFonts w:cs="Georgia"/>
          <w:kern w:val="1"/>
        </w:rPr>
        <w:t xml:space="preserve">. </w:t>
      </w:r>
      <w:r>
        <w:rPr>
          <w:rFonts w:cs="Georgia"/>
          <w:kern w:val="1"/>
        </w:rPr>
        <w:t>Ils n</w:t>
      </w:r>
      <w:r w:rsidR="000E1451">
        <w:rPr>
          <w:rFonts w:cs="Georgia"/>
          <w:kern w:val="1"/>
        </w:rPr>
        <w:t>’</w:t>
      </w:r>
      <w:r>
        <w:rPr>
          <w:rFonts w:cs="Georgia"/>
          <w:kern w:val="1"/>
        </w:rPr>
        <w:t>avaient rien d</w:t>
      </w:r>
      <w:r w:rsidR="000E1451">
        <w:rPr>
          <w:rFonts w:cs="Georgia"/>
          <w:kern w:val="1"/>
        </w:rPr>
        <w:t>’</w:t>
      </w:r>
      <w:r>
        <w:rPr>
          <w:rFonts w:cs="Georgia"/>
          <w:kern w:val="1"/>
        </w:rPr>
        <w:t>autre à faire qu</w:t>
      </w:r>
      <w:r w:rsidR="000E1451">
        <w:rPr>
          <w:rFonts w:cs="Georgia"/>
          <w:kern w:val="1"/>
        </w:rPr>
        <w:t>’</w:t>
      </w:r>
      <w:r>
        <w:rPr>
          <w:rFonts w:cs="Georgia"/>
          <w:kern w:val="1"/>
        </w:rPr>
        <w:t>à haïr</w:t>
      </w:r>
      <w:r w:rsidR="000E1451">
        <w:rPr>
          <w:rFonts w:cs="Georgia"/>
          <w:kern w:val="1"/>
        </w:rPr>
        <w:t xml:space="preserve">. </w:t>
      </w:r>
      <w:r>
        <w:rPr>
          <w:rFonts w:cs="Georgia"/>
          <w:kern w:val="1"/>
        </w:rPr>
        <w:t>Ah</w:t>
      </w:r>
      <w:r w:rsidR="000E1451">
        <w:rPr>
          <w:rFonts w:cs="Georgia"/>
          <w:kern w:val="1"/>
        </w:rPr>
        <w:t xml:space="preserve"> ! </w:t>
      </w:r>
      <w:r>
        <w:rPr>
          <w:rFonts w:cs="Georgia"/>
          <w:kern w:val="1"/>
        </w:rPr>
        <w:t>quand je reverrais Axelle</w:t>
      </w:r>
      <w:r w:rsidR="000E1451">
        <w:rPr>
          <w:rFonts w:cs="Georgia"/>
          <w:kern w:val="1"/>
        </w:rPr>
        <w:t xml:space="preserve">, </w:t>
      </w:r>
      <w:r>
        <w:rPr>
          <w:rFonts w:cs="Georgia"/>
          <w:kern w:val="1"/>
        </w:rPr>
        <w:t>comme je me promettais d</w:t>
      </w:r>
      <w:r w:rsidR="000E1451">
        <w:rPr>
          <w:rFonts w:cs="Georgia"/>
          <w:kern w:val="1"/>
        </w:rPr>
        <w:t>’</w:t>
      </w:r>
      <w:r>
        <w:rPr>
          <w:rFonts w:cs="Georgia"/>
          <w:kern w:val="1"/>
        </w:rPr>
        <w:t>exiger d</w:t>
      </w:r>
      <w:r w:rsidR="000E1451">
        <w:rPr>
          <w:rFonts w:cs="Georgia"/>
          <w:kern w:val="1"/>
        </w:rPr>
        <w:t>’</w:t>
      </w:r>
      <w:r>
        <w:rPr>
          <w:rFonts w:cs="Georgia"/>
          <w:kern w:val="1"/>
        </w:rPr>
        <w:t>elle le désaveu d</w:t>
      </w:r>
      <w:r w:rsidR="000E1451">
        <w:rPr>
          <w:rFonts w:cs="Georgia"/>
          <w:kern w:val="1"/>
        </w:rPr>
        <w:t>’</w:t>
      </w:r>
      <w:r>
        <w:rPr>
          <w:rFonts w:cs="Georgia"/>
          <w:kern w:val="1"/>
        </w:rPr>
        <w:t>une telle horreur</w:t>
      </w:r>
      <w:r w:rsidR="000E1451">
        <w:rPr>
          <w:rFonts w:cs="Georgia"/>
          <w:kern w:val="1"/>
        </w:rPr>
        <w:t> !</w:t>
      </w:r>
    </w:p>
    <w:p w14:paraId="5E1377A0" w14:textId="77777777" w:rsidR="000E1451" w:rsidRDefault="00BE611A" w:rsidP="00BE611A">
      <w:pPr>
        <w:rPr>
          <w:rFonts w:cs="Georgia"/>
          <w:kern w:val="1"/>
        </w:rPr>
      </w:pPr>
      <w:r>
        <w:rPr>
          <w:rFonts w:cs="Georgia"/>
          <w:kern w:val="1"/>
        </w:rPr>
        <w:t>Un</w:t>
      </w:r>
      <w:r w:rsidR="00FC1F24">
        <w:rPr>
          <w:rFonts w:cs="Georgia"/>
          <w:kern w:val="1"/>
        </w:rPr>
        <w:t>e</w:t>
      </w:r>
      <w:r>
        <w:rPr>
          <w:rFonts w:cs="Georgia"/>
          <w:kern w:val="1"/>
        </w:rPr>
        <w:t xml:space="preserve"> ombre s</w:t>
      </w:r>
      <w:r w:rsidR="000E1451">
        <w:rPr>
          <w:rFonts w:cs="Georgia"/>
          <w:kern w:val="1"/>
        </w:rPr>
        <w:t>’</w:t>
      </w:r>
      <w:r>
        <w:rPr>
          <w:rFonts w:cs="Georgia"/>
          <w:kern w:val="1"/>
        </w:rPr>
        <w:t>approcha de ma paillasse et vint s</w:t>
      </w:r>
      <w:r w:rsidR="000E1451">
        <w:rPr>
          <w:rFonts w:cs="Georgia"/>
          <w:kern w:val="1"/>
        </w:rPr>
        <w:t>’</w:t>
      </w:r>
      <w:r>
        <w:rPr>
          <w:rFonts w:cs="Georgia"/>
          <w:kern w:val="1"/>
        </w:rPr>
        <w:t>asseoir à côté de moi</w:t>
      </w:r>
      <w:r w:rsidR="000E1451">
        <w:rPr>
          <w:rFonts w:cs="Georgia"/>
          <w:kern w:val="1"/>
        </w:rPr>
        <w:t xml:space="preserve">. </w:t>
      </w:r>
      <w:r>
        <w:rPr>
          <w:rFonts w:cs="Georgia"/>
          <w:kern w:val="1"/>
        </w:rPr>
        <w:t>C</w:t>
      </w:r>
      <w:r w:rsidR="000E1451">
        <w:rPr>
          <w:rFonts w:cs="Georgia"/>
          <w:kern w:val="1"/>
        </w:rPr>
        <w:t>’</w:t>
      </w:r>
      <w:r>
        <w:rPr>
          <w:rFonts w:cs="Georgia"/>
          <w:kern w:val="1"/>
        </w:rPr>
        <w:t>était Fichet</w:t>
      </w:r>
      <w:r w:rsidR="000E1451">
        <w:rPr>
          <w:rFonts w:cs="Georgia"/>
          <w:kern w:val="1"/>
        </w:rPr>
        <w:t>.</w:t>
      </w:r>
    </w:p>
    <w:p w14:paraId="2BE117A8" w14:textId="77777777" w:rsidR="000E1451" w:rsidRDefault="000E1451" w:rsidP="00BE611A">
      <w:pPr>
        <w:rPr>
          <w:rFonts w:cs="Georgia"/>
          <w:kern w:val="1"/>
        </w:rPr>
      </w:pPr>
      <w:r>
        <w:rPr>
          <w:rFonts w:cs="Georgia"/>
          <w:kern w:val="1"/>
        </w:rPr>
        <w:t>— </w:t>
      </w:r>
      <w:r w:rsidR="00BE611A">
        <w:rPr>
          <w:rFonts w:cs="Georgia"/>
          <w:kern w:val="1"/>
        </w:rPr>
        <w:t>Écoute</w:t>
      </w:r>
      <w:r>
        <w:rPr>
          <w:rFonts w:cs="Georgia"/>
          <w:kern w:val="1"/>
        </w:rPr>
        <w:t xml:space="preserve">, </w:t>
      </w:r>
      <w:r w:rsidR="00BE611A">
        <w:rPr>
          <w:rFonts w:cs="Georgia"/>
          <w:kern w:val="1"/>
        </w:rPr>
        <w:t>me murmura-t-il</w:t>
      </w:r>
      <w:r>
        <w:rPr>
          <w:rFonts w:cs="Georgia"/>
          <w:kern w:val="1"/>
        </w:rPr>
        <w:t xml:space="preserve">, </w:t>
      </w:r>
      <w:r w:rsidR="00BE611A">
        <w:rPr>
          <w:rFonts w:cs="Georgia"/>
          <w:kern w:val="1"/>
        </w:rPr>
        <w:t>je commence à croire que tu avais raison</w:t>
      </w:r>
      <w:r>
        <w:rPr>
          <w:rFonts w:cs="Georgia"/>
          <w:kern w:val="1"/>
        </w:rPr>
        <w:t>.</w:t>
      </w:r>
    </w:p>
    <w:p w14:paraId="75555C66" w14:textId="77777777" w:rsidR="000E1451" w:rsidRDefault="000E1451" w:rsidP="00BE611A">
      <w:pPr>
        <w:rPr>
          <w:rFonts w:cs="Georgia"/>
          <w:kern w:val="1"/>
        </w:rPr>
      </w:pPr>
      <w:r>
        <w:rPr>
          <w:rFonts w:cs="Georgia"/>
          <w:kern w:val="1"/>
        </w:rPr>
        <w:t>— </w:t>
      </w:r>
      <w:r w:rsidR="00BE611A">
        <w:rPr>
          <w:rFonts w:cs="Georgia"/>
          <w:kern w:val="1"/>
        </w:rPr>
        <w:t>J</w:t>
      </w:r>
      <w:r>
        <w:rPr>
          <w:rFonts w:cs="Georgia"/>
          <w:kern w:val="1"/>
        </w:rPr>
        <w:t>’</w:t>
      </w:r>
      <w:r w:rsidR="00BE611A">
        <w:rPr>
          <w:rFonts w:cs="Georgia"/>
          <w:kern w:val="1"/>
        </w:rPr>
        <w:t>avais raison</w:t>
      </w:r>
      <w:r>
        <w:rPr>
          <w:rFonts w:cs="Georgia"/>
          <w:kern w:val="1"/>
        </w:rPr>
        <w:t> ?</w:t>
      </w:r>
    </w:p>
    <w:p w14:paraId="66C6A31F" w14:textId="77777777" w:rsidR="000E1451" w:rsidRDefault="000E1451" w:rsidP="00BE611A">
      <w:pPr>
        <w:rPr>
          <w:rFonts w:cs="Georgia"/>
          <w:kern w:val="1"/>
        </w:rPr>
      </w:pPr>
      <w:r>
        <w:rPr>
          <w:rFonts w:cs="Georgia"/>
          <w:kern w:val="1"/>
        </w:rPr>
        <w:t>— </w:t>
      </w:r>
      <w:r w:rsidR="00BE611A">
        <w:rPr>
          <w:rFonts w:cs="Georgia"/>
          <w:kern w:val="1"/>
        </w:rPr>
        <w:t>Oui</w:t>
      </w:r>
      <w:r>
        <w:rPr>
          <w:rFonts w:cs="Georgia"/>
          <w:kern w:val="1"/>
        </w:rPr>
        <w:t xml:space="preserve">, </w:t>
      </w:r>
      <w:r w:rsidR="00BE611A">
        <w:rPr>
          <w:rFonts w:cs="Georgia"/>
          <w:kern w:val="1"/>
        </w:rPr>
        <w:t>il y a quatre jours</w:t>
      </w:r>
      <w:r>
        <w:rPr>
          <w:rFonts w:cs="Georgia"/>
          <w:kern w:val="1"/>
        </w:rPr>
        <w:t xml:space="preserve">, </w:t>
      </w:r>
      <w:r w:rsidR="00BE611A">
        <w:rPr>
          <w:rFonts w:cs="Georgia"/>
          <w:kern w:val="1"/>
        </w:rPr>
        <w:t>tu me faisais observer qu</w:t>
      </w:r>
      <w:r>
        <w:rPr>
          <w:rFonts w:cs="Georgia"/>
          <w:kern w:val="1"/>
        </w:rPr>
        <w:t>’</w:t>
      </w:r>
      <w:r w:rsidR="00BE611A">
        <w:rPr>
          <w:rFonts w:cs="Georgia"/>
          <w:kern w:val="1"/>
        </w:rPr>
        <w:t>il n</w:t>
      </w:r>
      <w:r>
        <w:rPr>
          <w:rFonts w:cs="Georgia"/>
          <w:kern w:val="1"/>
        </w:rPr>
        <w:t>’</w:t>
      </w:r>
      <w:r w:rsidR="00BE611A">
        <w:rPr>
          <w:rFonts w:cs="Georgia"/>
          <w:kern w:val="1"/>
        </w:rPr>
        <w:t>était pas question de la chute de Reims</w:t>
      </w:r>
      <w:r>
        <w:rPr>
          <w:rFonts w:cs="Georgia"/>
          <w:kern w:val="1"/>
        </w:rPr>
        <w:t xml:space="preserve">. </w:t>
      </w:r>
      <w:r w:rsidR="00BE611A">
        <w:rPr>
          <w:rFonts w:cs="Georgia"/>
          <w:kern w:val="1"/>
        </w:rPr>
        <w:t>Depuis</w:t>
      </w:r>
      <w:r>
        <w:rPr>
          <w:rFonts w:cs="Georgia"/>
          <w:kern w:val="1"/>
        </w:rPr>
        <w:t xml:space="preserve">, </w:t>
      </w:r>
      <w:r w:rsidR="00BE611A">
        <w:rPr>
          <w:rFonts w:cs="Georgia"/>
          <w:kern w:val="1"/>
        </w:rPr>
        <w:t>n</w:t>
      </w:r>
      <w:r>
        <w:rPr>
          <w:rFonts w:cs="Georgia"/>
          <w:kern w:val="1"/>
        </w:rPr>
        <w:t>’</w:t>
      </w:r>
      <w:r w:rsidR="00BE611A">
        <w:rPr>
          <w:rFonts w:cs="Georgia"/>
          <w:kern w:val="1"/>
        </w:rPr>
        <w:t>as-tu rien remarqué</w:t>
      </w:r>
      <w:r>
        <w:rPr>
          <w:rFonts w:cs="Georgia"/>
          <w:kern w:val="1"/>
        </w:rPr>
        <w:t> ?</w:t>
      </w:r>
    </w:p>
    <w:p w14:paraId="6D6CD605" w14:textId="77777777" w:rsidR="000E1451" w:rsidRDefault="00BE611A" w:rsidP="00BE611A">
      <w:pPr>
        <w:rPr>
          <w:rFonts w:cs="Georgia"/>
          <w:kern w:val="1"/>
        </w:rPr>
      </w:pPr>
      <w:r>
        <w:rPr>
          <w:rFonts w:cs="Georgia"/>
          <w:kern w:val="1"/>
        </w:rPr>
        <w:t>Une telle conversation</w:t>
      </w:r>
      <w:r w:rsidR="000E1451">
        <w:rPr>
          <w:rFonts w:cs="Georgia"/>
          <w:kern w:val="1"/>
        </w:rPr>
        <w:t xml:space="preserve">, </w:t>
      </w:r>
      <w:r>
        <w:rPr>
          <w:rFonts w:cs="Georgia"/>
          <w:kern w:val="1"/>
        </w:rPr>
        <w:t>en un tel instant</w:t>
      </w:r>
      <w:r w:rsidR="000E1451">
        <w:rPr>
          <w:rFonts w:cs="Georgia"/>
          <w:kern w:val="1"/>
        </w:rPr>
        <w:t xml:space="preserve"> ! </w:t>
      </w:r>
      <w:r>
        <w:rPr>
          <w:rFonts w:cs="Georgia"/>
          <w:kern w:val="1"/>
        </w:rPr>
        <w:t>Où voulait-il en venir</w:t>
      </w:r>
      <w:r w:rsidR="000E1451">
        <w:rPr>
          <w:rFonts w:cs="Georgia"/>
          <w:kern w:val="1"/>
        </w:rPr>
        <w:t> ?</w:t>
      </w:r>
    </w:p>
    <w:p w14:paraId="035B5E07" w14:textId="77777777" w:rsidR="000E1451" w:rsidRDefault="000E1451" w:rsidP="00BE611A">
      <w:pPr>
        <w:rPr>
          <w:rFonts w:cs="Georgia"/>
          <w:kern w:val="1"/>
        </w:rPr>
      </w:pPr>
      <w:r>
        <w:rPr>
          <w:rFonts w:cs="Georgia"/>
          <w:kern w:val="1"/>
        </w:rPr>
        <w:t>— </w:t>
      </w:r>
      <w:r w:rsidR="00BE611A">
        <w:rPr>
          <w:rFonts w:cs="Georgia"/>
          <w:kern w:val="1"/>
        </w:rPr>
        <w:t>Explique-toi</w:t>
      </w:r>
      <w:r>
        <w:rPr>
          <w:rFonts w:cs="Georgia"/>
          <w:kern w:val="1"/>
        </w:rPr>
        <w:t xml:space="preserve">, </w:t>
      </w:r>
      <w:r w:rsidR="00BE611A">
        <w:rPr>
          <w:rFonts w:cs="Georgia"/>
          <w:kern w:val="1"/>
        </w:rPr>
        <w:t>dis-je avec effort</w:t>
      </w:r>
      <w:r>
        <w:rPr>
          <w:rFonts w:cs="Georgia"/>
          <w:kern w:val="1"/>
        </w:rPr>
        <w:t>.</w:t>
      </w:r>
    </w:p>
    <w:p w14:paraId="6332EEB5" w14:textId="77777777" w:rsidR="000E1451" w:rsidRDefault="000E1451" w:rsidP="00BE611A">
      <w:pPr>
        <w:rPr>
          <w:rFonts w:cs="Georgia"/>
          <w:kern w:val="1"/>
        </w:rPr>
      </w:pPr>
      <w:r>
        <w:rPr>
          <w:rFonts w:cs="Georgia"/>
          <w:kern w:val="1"/>
        </w:rPr>
        <w:t>— </w:t>
      </w:r>
      <w:r w:rsidR="00BE611A">
        <w:rPr>
          <w:rFonts w:cs="Georgia"/>
          <w:kern w:val="1"/>
        </w:rPr>
        <w:t>C</w:t>
      </w:r>
      <w:r>
        <w:rPr>
          <w:rFonts w:cs="Georgia"/>
          <w:kern w:val="1"/>
        </w:rPr>
        <w:t>’</w:t>
      </w:r>
      <w:r w:rsidR="00BE611A">
        <w:rPr>
          <w:rFonts w:cs="Georgia"/>
          <w:kern w:val="1"/>
        </w:rPr>
        <w:t>est simple</w:t>
      </w:r>
      <w:r>
        <w:rPr>
          <w:rFonts w:cs="Georgia"/>
          <w:kern w:val="1"/>
        </w:rPr>
        <w:t xml:space="preserve">, </w:t>
      </w:r>
      <w:r w:rsidR="00BE611A">
        <w:rPr>
          <w:rFonts w:cs="Georgia"/>
          <w:kern w:val="1"/>
        </w:rPr>
        <w:t>cependant</w:t>
      </w:r>
      <w:r>
        <w:rPr>
          <w:rFonts w:cs="Georgia"/>
          <w:kern w:val="1"/>
        </w:rPr>
        <w:t xml:space="preserve">. </w:t>
      </w:r>
      <w:r w:rsidR="00BE611A">
        <w:rPr>
          <w:rFonts w:cs="Georgia"/>
          <w:kern w:val="1"/>
        </w:rPr>
        <w:t>Les Boches</w:t>
      </w:r>
      <w:r>
        <w:rPr>
          <w:rFonts w:cs="Georgia"/>
          <w:kern w:val="1"/>
        </w:rPr>
        <w:t xml:space="preserve">, </w:t>
      </w:r>
      <w:r w:rsidR="00BE611A">
        <w:rPr>
          <w:rFonts w:cs="Georgia"/>
          <w:kern w:val="1"/>
        </w:rPr>
        <w:t>pendant quatre jours</w:t>
      </w:r>
      <w:r>
        <w:rPr>
          <w:rFonts w:cs="Georgia"/>
          <w:kern w:val="1"/>
        </w:rPr>
        <w:t xml:space="preserve">, </w:t>
      </w:r>
      <w:r w:rsidR="00BE611A">
        <w:rPr>
          <w:rFonts w:cs="Georgia"/>
          <w:kern w:val="1"/>
        </w:rPr>
        <w:t>ils n</w:t>
      </w:r>
      <w:r>
        <w:rPr>
          <w:rFonts w:cs="Georgia"/>
          <w:kern w:val="1"/>
        </w:rPr>
        <w:t>’</w:t>
      </w:r>
      <w:r w:rsidR="00BE611A">
        <w:rPr>
          <w:rFonts w:cs="Georgia"/>
          <w:kern w:val="1"/>
        </w:rPr>
        <w:t>ont pas cessé de crier victoire</w:t>
      </w:r>
      <w:r>
        <w:rPr>
          <w:rFonts w:cs="Georgia"/>
          <w:kern w:val="1"/>
        </w:rPr>
        <w:t xml:space="preserve">, </w:t>
      </w:r>
      <w:r w:rsidR="00BE611A">
        <w:rPr>
          <w:rFonts w:cs="Georgia"/>
          <w:kern w:val="1"/>
        </w:rPr>
        <w:t>n</w:t>
      </w:r>
      <w:r>
        <w:rPr>
          <w:rFonts w:cs="Georgia"/>
          <w:kern w:val="1"/>
        </w:rPr>
        <w:t>’</w:t>
      </w:r>
      <w:r w:rsidR="00BE611A">
        <w:rPr>
          <w:rFonts w:cs="Georgia"/>
          <w:kern w:val="1"/>
        </w:rPr>
        <w:t>est-ce pas</w:t>
      </w:r>
      <w:r>
        <w:rPr>
          <w:rFonts w:cs="Georgia"/>
          <w:kern w:val="1"/>
        </w:rPr>
        <w:t xml:space="preserve"> ? </w:t>
      </w:r>
      <w:r w:rsidR="00BE611A">
        <w:rPr>
          <w:rFonts w:cs="Georgia"/>
          <w:kern w:val="1"/>
        </w:rPr>
        <w:t>Ce soir</w:t>
      </w:r>
      <w:r>
        <w:rPr>
          <w:rFonts w:cs="Georgia"/>
          <w:kern w:val="1"/>
        </w:rPr>
        <w:t xml:space="preserve">, </w:t>
      </w:r>
      <w:r w:rsidR="00BE611A">
        <w:rPr>
          <w:rFonts w:cs="Georgia"/>
          <w:kern w:val="1"/>
        </w:rPr>
        <w:t>ils ne chantent plus</w:t>
      </w:r>
      <w:r>
        <w:rPr>
          <w:rFonts w:cs="Georgia"/>
          <w:kern w:val="1"/>
        </w:rPr>
        <w:t xml:space="preserve">. </w:t>
      </w:r>
      <w:r w:rsidR="00BE611A">
        <w:rPr>
          <w:rFonts w:cs="Georgia"/>
          <w:kern w:val="1"/>
        </w:rPr>
        <w:t>Tu ne t</w:t>
      </w:r>
      <w:r>
        <w:rPr>
          <w:rFonts w:cs="Georgia"/>
          <w:kern w:val="1"/>
        </w:rPr>
        <w:t>’</w:t>
      </w:r>
      <w:r w:rsidR="00BE611A">
        <w:rPr>
          <w:rFonts w:cs="Georgia"/>
          <w:kern w:val="1"/>
        </w:rPr>
        <w:t>imagines pas</w:t>
      </w:r>
      <w:r>
        <w:rPr>
          <w:rFonts w:cs="Georgia"/>
          <w:kern w:val="1"/>
        </w:rPr>
        <w:t xml:space="preserve">, </w:t>
      </w:r>
      <w:r w:rsidR="00BE611A">
        <w:rPr>
          <w:rFonts w:cs="Georgia"/>
          <w:kern w:val="1"/>
        </w:rPr>
        <w:t>j</w:t>
      </w:r>
      <w:r>
        <w:rPr>
          <w:rFonts w:cs="Georgia"/>
          <w:kern w:val="1"/>
        </w:rPr>
        <w:t>’</w:t>
      </w:r>
      <w:r w:rsidR="00BE611A">
        <w:rPr>
          <w:rFonts w:cs="Georgia"/>
          <w:kern w:val="1"/>
        </w:rPr>
        <w:t>espère</w:t>
      </w:r>
      <w:r>
        <w:rPr>
          <w:rFonts w:cs="Georgia"/>
          <w:kern w:val="1"/>
        </w:rPr>
        <w:t xml:space="preserve">, </w:t>
      </w:r>
      <w:r w:rsidR="00BE611A">
        <w:rPr>
          <w:rFonts w:cs="Georgia"/>
          <w:kern w:val="1"/>
        </w:rPr>
        <w:t>que c</w:t>
      </w:r>
      <w:r>
        <w:rPr>
          <w:rFonts w:cs="Georgia"/>
          <w:kern w:val="1"/>
        </w:rPr>
        <w:t>’</w:t>
      </w:r>
      <w:r w:rsidR="00BE611A">
        <w:rPr>
          <w:rFonts w:cs="Georgia"/>
          <w:kern w:val="1"/>
        </w:rPr>
        <w:t>est parce que dans le camp il y a un mort</w:t>
      </w:r>
      <w:r>
        <w:rPr>
          <w:rFonts w:cs="Georgia"/>
          <w:kern w:val="1"/>
        </w:rPr>
        <w:t xml:space="preserve"> ? </w:t>
      </w:r>
      <w:r w:rsidR="00BE611A">
        <w:rPr>
          <w:rFonts w:cs="Georgia"/>
          <w:kern w:val="1"/>
        </w:rPr>
        <w:t>Alors</w:t>
      </w:r>
      <w:r>
        <w:rPr>
          <w:rFonts w:cs="Georgia"/>
          <w:kern w:val="1"/>
        </w:rPr>
        <w:t> ?</w:t>
      </w:r>
    </w:p>
    <w:p w14:paraId="33FC907D" w14:textId="77777777" w:rsidR="000E1451" w:rsidRDefault="000E1451" w:rsidP="00BE611A">
      <w:pPr>
        <w:rPr>
          <w:rFonts w:cs="Georgia"/>
          <w:kern w:val="1"/>
        </w:rPr>
      </w:pPr>
      <w:r>
        <w:rPr>
          <w:rFonts w:cs="Georgia"/>
          <w:kern w:val="1"/>
        </w:rPr>
        <w:t>— </w:t>
      </w:r>
      <w:r w:rsidR="00BE611A">
        <w:rPr>
          <w:rFonts w:cs="Georgia"/>
          <w:kern w:val="1"/>
        </w:rPr>
        <w:t>Alors</w:t>
      </w:r>
      <w:r>
        <w:rPr>
          <w:rFonts w:cs="Georgia"/>
          <w:kern w:val="1"/>
        </w:rPr>
        <w:t> ?</w:t>
      </w:r>
    </w:p>
    <w:p w14:paraId="7B3FD31D" w14:textId="77777777" w:rsidR="000E1451" w:rsidRDefault="000E1451" w:rsidP="00BE611A">
      <w:pPr>
        <w:rPr>
          <w:rFonts w:cs="Georgia"/>
          <w:kern w:val="1"/>
        </w:rPr>
      </w:pPr>
      <w:r>
        <w:rPr>
          <w:rFonts w:cs="Georgia"/>
          <w:kern w:val="1"/>
        </w:rPr>
        <w:t>— </w:t>
      </w:r>
      <w:r w:rsidR="00BE611A">
        <w:rPr>
          <w:rFonts w:cs="Georgia"/>
          <w:kern w:val="1"/>
        </w:rPr>
        <w:t>Eh bien</w:t>
      </w:r>
      <w:r>
        <w:rPr>
          <w:rFonts w:cs="Georgia"/>
          <w:kern w:val="1"/>
        </w:rPr>
        <w:t xml:space="preserve">, </w:t>
      </w:r>
      <w:r w:rsidR="00BE611A">
        <w:rPr>
          <w:rFonts w:cs="Georgia"/>
          <w:kern w:val="1"/>
        </w:rPr>
        <w:t>mon vieux</w:t>
      </w:r>
      <w:r>
        <w:rPr>
          <w:rFonts w:cs="Georgia"/>
          <w:kern w:val="1"/>
        </w:rPr>
        <w:t xml:space="preserve">, </w:t>
      </w:r>
      <w:r w:rsidR="00BE611A">
        <w:rPr>
          <w:rFonts w:cs="Georgia"/>
          <w:kern w:val="1"/>
        </w:rPr>
        <w:t>j</w:t>
      </w:r>
      <w:r>
        <w:rPr>
          <w:rFonts w:cs="Georgia"/>
          <w:kern w:val="1"/>
        </w:rPr>
        <w:t>’</w:t>
      </w:r>
      <w:r w:rsidR="00BE611A">
        <w:rPr>
          <w:rFonts w:cs="Georgia"/>
          <w:kern w:val="1"/>
        </w:rPr>
        <w:t>ai comme une idée qu</w:t>
      </w:r>
      <w:r>
        <w:rPr>
          <w:rFonts w:cs="Georgia"/>
          <w:kern w:val="1"/>
        </w:rPr>
        <w:t>’</w:t>
      </w:r>
      <w:r w:rsidR="00BE611A">
        <w:rPr>
          <w:rFonts w:cs="Georgia"/>
          <w:kern w:val="1"/>
        </w:rPr>
        <w:t>ils ont dû tomber sur un bec</w:t>
      </w:r>
      <w:r>
        <w:rPr>
          <w:rFonts w:cs="Georgia"/>
          <w:kern w:val="1"/>
        </w:rPr>
        <w:t xml:space="preserve">, </w:t>
      </w:r>
      <w:r w:rsidR="00BE611A">
        <w:rPr>
          <w:rFonts w:cs="Georgia"/>
          <w:kern w:val="1"/>
        </w:rPr>
        <w:t>quelque part</w:t>
      </w:r>
      <w:r>
        <w:rPr>
          <w:rFonts w:cs="Georgia"/>
          <w:kern w:val="1"/>
        </w:rPr>
        <w:t xml:space="preserve">. </w:t>
      </w:r>
      <w:r w:rsidR="00BE611A">
        <w:rPr>
          <w:rFonts w:cs="Georgia"/>
          <w:kern w:val="1"/>
        </w:rPr>
        <w:t>Où</w:t>
      </w:r>
      <w:r>
        <w:rPr>
          <w:rFonts w:cs="Georgia"/>
          <w:kern w:val="1"/>
        </w:rPr>
        <w:t xml:space="preserve"> ? </w:t>
      </w:r>
      <w:r w:rsidR="00BE611A">
        <w:rPr>
          <w:rFonts w:cs="Georgia"/>
          <w:kern w:val="1"/>
        </w:rPr>
        <w:t>Quand</w:t>
      </w:r>
      <w:r>
        <w:rPr>
          <w:rFonts w:cs="Georgia"/>
          <w:kern w:val="1"/>
        </w:rPr>
        <w:t xml:space="preserve"> ? </w:t>
      </w:r>
      <w:r w:rsidR="00BE611A">
        <w:rPr>
          <w:rFonts w:cs="Georgia"/>
          <w:kern w:val="1"/>
        </w:rPr>
        <w:t>Je n</w:t>
      </w:r>
      <w:r>
        <w:rPr>
          <w:rFonts w:cs="Georgia"/>
          <w:kern w:val="1"/>
        </w:rPr>
        <w:t>’</w:t>
      </w:r>
      <w:r w:rsidR="00BE611A">
        <w:rPr>
          <w:rFonts w:cs="Georgia"/>
          <w:kern w:val="1"/>
        </w:rPr>
        <w:t>en sais pas plus que toi</w:t>
      </w:r>
      <w:r>
        <w:rPr>
          <w:rFonts w:cs="Georgia"/>
          <w:kern w:val="1"/>
        </w:rPr>
        <w:t xml:space="preserve">. </w:t>
      </w:r>
      <w:r w:rsidR="00BE611A">
        <w:rPr>
          <w:rFonts w:cs="Georgia"/>
          <w:kern w:val="1"/>
        </w:rPr>
        <w:t>Mais pour y avoir quelque chose</w:t>
      </w:r>
      <w:r>
        <w:rPr>
          <w:rFonts w:cs="Georgia"/>
          <w:kern w:val="1"/>
        </w:rPr>
        <w:t xml:space="preserve">, </w:t>
      </w:r>
      <w:r w:rsidR="00BE611A">
        <w:rPr>
          <w:rFonts w:cs="Georgia"/>
          <w:kern w:val="1"/>
        </w:rPr>
        <w:t>sois tranquille</w:t>
      </w:r>
      <w:r>
        <w:rPr>
          <w:rFonts w:cs="Georgia"/>
          <w:kern w:val="1"/>
        </w:rPr>
        <w:t xml:space="preserve">, </w:t>
      </w:r>
      <w:r w:rsidR="00BE611A">
        <w:rPr>
          <w:rFonts w:cs="Georgia"/>
          <w:kern w:val="1"/>
        </w:rPr>
        <w:t>il y a quelque chose</w:t>
      </w:r>
      <w:r>
        <w:rPr>
          <w:rFonts w:cs="Georgia"/>
          <w:kern w:val="1"/>
        </w:rPr>
        <w:t>.</w:t>
      </w:r>
    </w:p>
    <w:p w14:paraId="5A92F938" w14:textId="77777777" w:rsidR="00BE611A" w:rsidRDefault="00BE611A" w:rsidP="00BE611A">
      <w:pPr>
        <w:rPr>
          <w:rFonts w:cs="Georgia"/>
          <w:kern w:val="1"/>
        </w:rPr>
      </w:pPr>
    </w:p>
    <w:p w14:paraId="536FB295" w14:textId="77777777" w:rsidR="000E1451" w:rsidRDefault="00BE611A" w:rsidP="00BE611A">
      <w:pPr>
        <w:rPr>
          <w:rFonts w:cs="Georgia"/>
          <w:kern w:val="1"/>
        </w:rPr>
      </w:pPr>
      <w:r>
        <w:rPr>
          <w:rFonts w:cs="Georgia"/>
          <w:kern w:val="1"/>
        </w:rPr>
        <w:t>Le lendemain</w:t>
      </w:r>
      <w:r w:rsidR="000E1451">
        <w:rPr>
          <w:rFonts w:cs="Georgia"/>
          <w:kern w:val="1"/>
        </w:rPr>
        <w:t xml:space="preserve">, </w:t>
      </w:r>
      <w:r>
        <w:rPr>
          <w:rFonts w:cs="Georgia"/>
          <w:kern w:val="1"/>
        </w:rPr>
        <w:t>sur la terrasse du château</w:t>
      </w:r>
      <w:r w:rsidR="000E1451">
        <w:rPr>
          <w:rFonts w:cs="Georgia"/>
          <w:kern w:val="1"/>
        </w:rPr>
        <w:t>, M</w:t>
      </w:r>
      <w:r w:rsidR="000E1451" w:rsidRPr="000E1451">
        <w:rPr>
          <w:rFonts w:cs="Georgia"/>
          <w:kern w:val="1"/>
          <w:vertAlign w:val="superscript"/>
        </w:rPr>
        <w:t>lle</w:t>
      </w:r>
      <w:r w:rsidR="000E1451">
        <w:rPr>
          <w:rFonts w:cs="Georgia"/>
          <w:kern w:val="1"/>
        </w:rPr>
        <w:t> de </w:t>
      </w:r>
      <w:r>
        <w:rPr>
          <w:rFonts w:cs="Georgia"/>
          <w:kern w:val="1"/>
        </w:rPr>
        <w:t>Mirrbach vint à moi dès qu</w:t>
      </w:r>
      <w:r w:rsidR="000E1451">
        <w:rPr>
          <w:rFonts w:cs="Georgia"/>
          <w:kern w:val="1"/>
        </w:rPr>
        <w:t>’</w:t>
      </w:r>
      <w:r>
        <w:rPr>
          <w:rFonts w:cs="Georgia"/>
          <w:kern w:val="1"/>
        </w:rPr>
        <w:t>elle m</w:t>
      </w:r>
      <w:r w:rsidR="000E1451">
        <w:rPr>
          <w:rFonts w:cs="Georgia"/>
          <w:kern w:val="1"/>
        </w:rPr>
        <w:t>’</w:t>
      </w:r>
      <w:r>
        <w:rPr>
          <w:rFonts w:cs="Georgia"/>
          <w:kern w:val="1"/>
        </w:rPr>
        <w:t>aperçut</w:t>
      </w:r>
      <w:r w:rsidR="000E1451">
        <w:rPr>
          <w:rFonts w:cs="Georgia"/>
          <w:kern w:val="1"/>
        </w:rPr>
        <w:t xml:space="preserve">. </w:t>
      </w:r>
      <w:r>
        <w:rPr>
          <w:rFonts w:cs="Georgia"/>
          <w:kern w:val="1"/>
        </w:rPr>
        <w:t>Très pâle</w:t>
      </w:r>
      <w:r w:rsidR="000E1451">
        <w:rPr>
          <w:rFonts w:cs="Georgia"/>
          <w:kern w:val="1"/>
        </w:rPr>
        <w:t xml:space="preserve">, </w:t>
      </w:r>
      <w:r>
        <w:rPr>
          <w:rFonts w:cs="Georgia"/>
          <w:kern w:val="1"/>
        </w:rPr>
        <w:t>elle me prit la main</w:t>
      </w:r>
      <w:r w:rsidR="000E1451">
        <w:rPr>
          <w:rFonts w:cs="Georgia"/>
          <w:kern w:val="1"/>
        </w:rPr>
        <w:t>.</w:t>
      </w:r>
    </w:p>
    <w:p w14:paraId="7F22E4C7" w14:textId="77777777" w:rsidR="000E1451" w:rsidRDefault="000E1451" w:rsidP="00BE611A">
      <w:pPr>
        <w:rPr>
          <w:rFonts w:cs="Georgia"/>
          <w:kern w:val="1"/>
        </w:rPr>
      </w:pPr>
      <w:r>
        <w:rPr>
          <w:rFonts w:cs="Georgia"/>
          <w:kern w:val="1"/>
        </w:rPr>
        <w:t>— </w:t>
      </w:r>
      <w:r w:rsidR="00BE611A">
        <w:rPr>
          <w:rFonts w:cs="Georgia"/>
          <w:kern w:val="1"/>
        </w:rPr>
        <w:t>J</w:t>
      </w:r>
      <w:r>
        <w:rPr>
          <w:rFonts w:cs="Georgia"/>
          <w:kern w:val="1"/>
        </w:rPr>
        <w:t>’</w:t>
      </w:r>
      <w:r w:rsidR="00BE611A">
        <w:rPr>
          <w:rFonts w:cs="Georgia"/>
          <w:kern w:val="1"/>
        </w:rPr>
        <w:t>ai appris cette chose</w:t>
      </w:r>
      <w:r>
        <w:rPr>
          <w:rFonts w:cs="Georgia"/>
          <w:kern w:val="1"/>
        </w:rPr>
        <w:t xml:space="preserve">, </w:t>
      </w:r>
      <w:r w:rsidR="00BE611A">
        <w:rPr>
          <w:rFonts w:cs="Georgia"/>
          <w:kern w:val="1"/>
        </w:rPr>
        <w:t>ce malheur</w:t>
      </w:r>
      <w:r>
        <w:rPr>
          <w:rFonts w:cs="Georgia"/>
          <w:kern w:val="1"/>
        </w:rPr>
        <w:t xml:space="preserve">. </w:t>
      </w:r>
      <w:r w:rsidR="00BE611A">
        <w:rPr>
          <w:rFonts w:cs="Georgia"/>
          <w:kern w:val="1"/>
        </w:rPr>
        <w:t>J</w:t>
      </w:r>
      <w:r>
        <w:rPr>
          <w:rFonts w:cs="Georgia"/>
          <w:kern w:val="1"/>
        </w:rPr>
        <w:t>’</w:t>
      </w:r>
      <w:r w:rsidR="00BE611A">
        <w:rPr>
          <w:rFonts w:cs="Georgia"/>
          <w:kern w:val="1"/>
        </w:rPr>
        <w:t>ai pensé à vous</w:t>
      </w:r>
      <w:r>
        <w:rPr>
          <w:rFonts w:cs="Georgia"/>
          <w:kern w:val="1"/>
        </w:rPr>
        <w:t xml:space="preserve">. </w:t>
      </w:r>
      <w:r w:rsidR="00BE611A">
        <w:rPr>
          <w:rFonts w:cs="Georgia"/>
          <w:kern w:val="1"/>
        </w:rPr>
        <w:t>Ces deux pauvres garçons est-ce que vous les connaissiez</w:t>
      </w:r>
      <w:r>
        <w:rPr>
          <w:rFonts w:cs="Georgia"/>
          <w:kern w:val="1"/>
        </w:rPr>
        <w:t> ?</w:t>
      </w:r>
    </w:p>
    <w:p w14:paraId="78AFA0A6" w14:textId="77777777" w:rsidR="000E1451" w:rsidRDefault="000E1451" w:rsidP="00BE611A">
      <w:pPr>
        <w:rPr>
          <w:rFonts w:cs="Georgia"/>
          <w:kern w:val="1"/>
        </w:rPr>
      </w:pPr>
      <w:r>
        <w:rPr>
          <w:rFonts w:cs="Georgia"/>
          <w:kern w:val="1"/>
        </w:rPr>
        <w:t>— </w:t>
      </w:r>
      <w:r w:rsidR="00BE611A">
        <w:rPr>
          <w:rFonts w:cs="Georgia"/>
          <w:kern w:val="1"/>
        </w:rPr>
        <w:t>C</w:t>
      </w:r>
      <w:r>
        <w:rPr>
          <w:rFonts w:cs="Georgia"/>
          <w:kern w:val="1"/>
        </w:rPr>
        <w:t>’</w:t>
      </w:r>
      <w:r w:rsidR="00BE611A">
        <w:rPr>
          <w:rFonts w:cs="Georgia"/>
          <w:kern w:val="1"/>
        </w:rPr>
        <w:t>étaient deux vieux camarades de misère</w:t>
      </w:r>
      <w:r>
        <w:rPr>
          <w:rFonts w:cs="Georgia"/>
          <w:kern w:val="1"/>
        </w:rPr>
        <w:t xml:space="preserve">, </w:t>
      </w:r>
      <w:r w:rsidR="00BE611A">
        <w:rPr>
          <w:rFonts w:cs="Georgia"/>
          <w:kern w:val="1"/>
        </w:rPr>
        <w:t>répondis-je</w:t>
      </w:r>
      <w:r>
        <w:rPr>
          <w:rFonts w:cs="Georgia"/>
          <w:kern w:val="1"/>
        </w:rPr>
        <w:t>.</w:t>
      </w:r>
    </w:p>
    <w:p w14:paraId="04B2F1FA" w14:textId="77777777" w:rsidR="000E1451" w:rsidRDefault="00BE611A" w:rsidP="00BE611A">
      <w:pPr>
        <w:rPr>
          <w:rFonts w:cs="Georgia"/>
          <w:kern w:val="1"/>
        </w:rPr>
      </w:pPr>
      <w:r>
        <w:rPr>
          <w:rFonts w:cs="Georgia"/>
          <w:kern w:val="1"/>
        </w:rPr>
        <w:t>Elle eut un geste d</w:t>
      </w:r>
      <w:r w:rsidR="000E1451">
        <w:rPr>
          <w:rFonts w:cs="Georgia"/>
          <w:kern w:val="1"/>
        </w:rPr>
        <w:t>’</w:t>
      </w:r>
      <w:r>
        <w:rPr>
          <w:rFonts w:cs="Georgia"/>
          <w:kern w:val="1"/>
        </w:rPr>
        <w:t>accablement</w:t>
      </w:r>
      <w:r w:rsidR="000E1451">
        <w:rPr>
          <w:rFonts w:cs="Georgia"/>
          <w:kern w:val="1"/>
        </w:rPr>
        <w:t xml:space="preserve">. </w:t>
      </w:r>
      <w:r>
        <w:rPr>
          <w:rFonts w:cs="Georgia"/>
          <w:kern w:val="1"/>
        </w:rPr>
        <w:t>Son front se profilait sur un ciel d</w:t>
      </w:r>
      <w:r w:rsidR="000E1451">
        <w:rPr>
          <w:rFonts w:cs="Georgia"/>
          <w:kern w:val="1"/>
        </w:rPr>
        <w:t>’</w:t>
      </w:r>
      <w:r>
        <w:rPr>
          <w:rFonts w:cs="Georgia"/>
          <w:kern w:val="1"/>
        </w:rPr>
        <w:t>une pureté diaphane</w:t>
      </w:r>
      <w:r w:rsidR="000E1451">
        <w:rPr>
          <w:rFonts w:cs="Georgia"/>
          <w:kern w:val="1"/>
        </w:rPr>
        <w:t xml:space="preserve">. </w:t>
      </w:r>
      <w:r>
        <w:rPr>
          <w:rFonts w:cs="Georgia"/>
          <w:kern w:val="1"/>
        </w:rPr>
        <w:t>Autour de nous régnait l</w:t>
      </w:r>
      <w:r w:rsidR="000E1451">
        <w:rPr>
          <w:rFonts w:cs="Georgia"/>
          <w:kern w:val="1"/>
        </w:rPr>
        <w:t>’</w:t>
      </w:r>
      <w:r>
        <w:rPr>
          <w:rFonts w:cs="Georgia"/>
          <w:kern w:val="1"/>
        </w:rPr>
        <w:t>immense silence des marais</w:t>
      </w:r>
      <w:r w:rsidR="000E1451">
        <w:rPr>
          <w:rFonts w:cs="Georgia"/>
          <w:kern w:val="1"/>
        </w:rPr>
        <w:t>.</w:t>
      </w:r>
    </w:p>
    <w:p w14:paraId="5FF9A610" w14:textId="77777777" w:rsidR="000E1451" w:rsidRDefault="000E1451" w:rsidP="00BE611A">
      <w:pPr>
        <w:rPr>
          <w:rFonts w:cs="Georgia"/>
          <w:kern w:val="1"/>
        </w:rPr>
      </w:pPr>
      <w:r>
        <w:rPr>
          <w:rFonts w:cs="Georgia"/>
          <w:kern w:val="1"/>
        </w:rPr>
        <w:t>— </w:t>
      </w:r>
      <w:r w:rsidR="00BE611A">
        <w:rPr>
          <w:rFonts w:cs="Georgia"/>
          <w:kern w:val="1"/>
        </w:rPr>
        <w:t>Ne parlons plus de cela</w:t>
      </w:r>
      <w:r>
        <w:rPr>
          <w:rFonts w:cs="Georgia"/>
          <w:kern w:val="1"/>
        </w:rPr>
        <w:t xml:space="preserve">, </w:t>
      </w:r>
      <w:r w:rsidR="00BE611A">
        <w:rPr>
          <w:rFonts w:cs="Georgia"/>
          <w:kern w:val="1"/>
        </w:rPr>
        <w:t>fis-je avec effort</w:t>
      </w:r>
      <w:r>
        <w:rPr>
          <w:rFonts w:cs="Georgia"/>
          <w:kern w:val="1"/>
        </w:rPr>
        <w:t xml:space="preserve">. </w:t>
      </w:r>
      <w:r w:rsidR="00BE611A">
        <w:rPr>
          <w:rFonts w:cs="Georgia"/>
          <w:kern w:val="1"/>
        </w:rPr>
        <w:t>C</w:t>
      </w:r>
      <w:r>
        <w:rPr>
          <w:rFonts w:cs="Georgia"/>
          <w:kern w:val="1"/>
        </w:rPr>
        <w:t>’</w:t>
      </w:r>
      <w:r w:rsidR="00BE611A">
        <w:rPr>
          <w:rFonts w:cs="Georgia"/>
          <w:kern w:val="1"/>
        </w:rPr>
        <w:t>est notre triste destinée de souffrir sans fin l</w:t>
      </w:r>
      <w:r>
        <w:rPr>
          <w:rFonts w:cs="Georgia"/>
          <w:kern w:val="1"/>
        </w:rPr>
        <w:t>’</w:t>
      </w:r>
      <w:r w:rsidR="00BE611A">
        <w:rPr>
          <w:rFonts w:cs="Georgia"/>
          <w:kern w:val="1"/>
        </w:rPr>
        <w:t>un par l</w:t>
      </w:r>
      <w:r>
        <w:rPr>
          <w:rFonts w:cs="Georgia"/>
          <w:kern w:val="1"/>
        </w:rPr>
        <w:t>’</w:t>
      </w:r>
      <w:r w:rsidR="00BE611A">
        <w:rPr>
          <w:rFonts w:cs="Georgia"/>
          <w:kern w:val="1"/>
        </w:rPr>
        <w:t>autre</w:t>
      </w:r>
      <w:r>
        <w:rPr>
          <w:rFonts w:cs="Georgia"/>
          <w:kern w:val="1"/>
        </w:rPr>
        <w:t xml:space="preserve">. </w:t>
      </w:r>
      <w:r w:rsidR="00BE611A">
        <w:rPr>
          <w:rFonts w:cs="Georgia"/>
          <w:kern w:val="1"/>
        </w:rPr>
        <w:t>Y a-t-il quelque chose de nouveau</w:t>
      </w:r>
      <w:r>
        <w:rPr>
          <w:rFonts w:cs="Georgia"/>
          <w:kern w:val="1"/>
        </w:rPr>
        <w:t xml:space="preserve">, </w:t>
      </w:r>
      <w:r w:rsidR="00BE611A">
        <w:rPr>
          <w:rFonts w:cs="Georgia"/>
          <w:kern w:val="1"/>
        </w:rPr>
        <w:t>à propos de la guerre</w:t>
      </w:r>
      <w:r>
        <w:rPr>
          <w:rFonts w:cs="Georgia"/>
          <w:kern w:val="1"/>
        </w:rPr>
        <w:t> ?</w:t>
      </w:r>
    </w:p>
    <w:p w14:paraId="07648E08" w14:textId="77777777" w:rsidR="000E1451" w:rsidRDefault="00BE611A" w:rsidP="00BE611A">
      <w:pPr>
        <w:rPr>
          <w:rFonts w:cs="Georgia"/>
          <w:kern w:val="1"/>
        </w:rPr>
      </w:pPr>
      <w:r>
        <w:rPr>
          <w:rFonts w:cs="Georgia"/>
          <w:kern w:val="1"/>
        </w:rPr>
        <w:t>Lentement</w:t>
      </w:r>
      <w:r w:rsidR="000E1451">
        <w:rPr>
          <w:rFonts w:cs="Georgia"/>
          <w:kern w:val="1"/>
        </w:rPr>
        <w:t xml:space="preserve">, </w:t>
      </w:r>
      <w:r>
        <w:rPr>
          <w:rFonts w:cs="Georgia"/>
          <w:kern w:val="1"/>
        </w:rPr>
        <w:t>gravement</w:t>
      </w:r>
      <w:r w:rsidR="000E1451">
        <w:rPr>
          <w:rFonts w:cs="Georgia"/>
          <w:kern w:val="1"/>
        </w:rPr>
        <w:t xml:space="preserve">, </w:t>
      </w:r>
      <w:r>
        <w:rPr>
          <w:rFonts w:cs="Georgia"/>
          <w:kern w:val="1"/>
        </w:rPr>
        <w:t>elle dit</w:t>
      </w:r>
      <w:r w:rsidR="000E1451">
        <w:rPr>
          <w:rFonts w:cs="Georgia"/>
          <w:kern w:val="1"/>
        </w:rPr>
        <w:t> :</w:t>
      </w:r>
    </w:p>
    <w:p w14:paraId="37A970B2" w14:textId="77777777" w:rsidR="000E1451" w:rsidRDefault="000E1451" w:rsidP="00BE611A">
      <w:pPr>
        <w:rPr>
          <w:rFonts w:cs="Georgia"/>
          <w:kern w:val="1"/>
        </w:rPr>
      </w:pPr>
      <w:r>
        <w:rPr>
          <w:rFonts w:cs="Georgia"/>
          <w:kern w:val="1"/>
        </w:rPr>
        <w:t>— </w:t>
      </w:r>
      <w:r w:rsidR="00BE611A">
        <w:rPr>
          <w:rFonts w:cs="Georgia"/>
          <w:kern w:val="1"/>
        </w:rPr>
        <w:t>Il y a quelque chose de nouveau</w:t>
      </w:r>
      <w:r>
        <w:rPr>
          <w:rFonts w:cs="Georgia"/>
          <w:kern w:val="1"/>
        </w:rPr>
        <w:t>.</w:t>
      </w:r>
    </w:p>
    <w:p w14:paraId="7A552172" w14:textId="77777777" w:rsidR="000E1451" w:rsidRDefault="000E1451" w:rsidP="00BE611A">
      <w:pPr>
        <w:rPr>
          <w:rFonts w:cs="Georgia"/>
          <w:kern w:val="1"/>
        </w:rPr>
      </w:pPr>
      <w:r>
        <w:rPr>
          <w:rFonts w:cs="Georgia"/>
          <w:kern w:val="1"/>
        </w:rPr>
        <w:t>— </w:t>
      </w:r>
      <w:r w:rsidR="00BE611A">
        <w:rPr>
          <w:rFonts w:cs="Georgia"/>
          <w:kern w:val="1"/>
        </w:rPr>
        <w:t>Quoi</w:t>
      </w:r>
      <w:r>
        <w:rPr>
          <w:rFonts w:cs="Georgia"/>
          <w:kern w:val="1"/>
        </w:rPr>
        <w:t> ?</w:t>
      </w:r>
    </w:p>
    <w:p w14:paraId="2EF108E1" w14:textId="77777777" w:rsidR="000E1451" w:rsidRDefault="000E1451" w:rsidP="00BE611A">
      <w:pPr>
        <w:rPr>
          <w:rFonts w:cs="Georgia"/>
          <w:kern w:val="1"/>
        </w:rPr>
      </w:pPr>
      <w:r>
        <w:rPr>
          <w:rFonts w:cs="Georgia"/>
          <w:kern w:val="1"/>
        </w:rPr>
        <w:t>— </w:t>
      </w:r>
      <w:r w:rsidR="00BE611A">
        <w:rPr>
          <w:rFonts w:cs="Georgia"/>
          <w:kern w:val="1"/>
        </w:rPr>
        <w:t>Notre succès de l</w:t>
      </w:r>
      <w:r>
        <w:rPr>
          <w:rFonts w:cs="Georgia"/>
          <w:kern w:val="1"/>
        </w:rPr>
        <w:t>’</w:t>
      </w:r>
      <w:r w:rsidR="00BE611A">
        <w:rPr>
          <w:rFonts w:cs="Georgia"/>
          <w:kern w:val="1"/>
        </w:rPr>
        <w:t>autre jour ne s</w:t>
      </w:r>
      <w:r>
        <w:rPr>
          <w:rFonts w:cs="Georgia"/>
          <w:kern w:val="1"/>
        </w:rPr>
        <w:t>’</w:t>
      </w:r>
      <w:r w:rsidR="00BE611A">
        <w:rPr>
          <w:rFonts w:cs="Georgia"/>
          <w:kern w:val="1"/>
        </w:rPr>
        <w:t>est pas poursuivi</w:t>
      </w:r>
      <w:r>
        <w:rPr>
          <w:rFonts w:cs="Georgia"/>
          <w:kern w:val="1"/>
        </w:rPr>
        <w:t xml:space="preserve">. </w:t>
      </w:r>
      <w:r w:rsidR="00BE611A">
        <w:rPr>
          <w:rFonts w:cs="Georgia"/>
          <w:kern w:val="1"/>
        </w:rPr>
        <w:t>Il paraît que ce sont maintenant vos armées qui attaquent</w:t>
      </w:r>
      <w:r>
        <w:rPr>
          <w:rFonts w:cs="Georgia"/>
          <w:kern w:val="1"/>
        </w:rPr>
        <w:t xml:space="preserve">. </w:t>
      </w:r>
      <w:r w:rsidR="00BE611A">
        <w:rPr>
          <w:rFonts w:cs="Georgia"/>
          <w:kern w:val="1"/>
        </w:rPr>
        <w:t>Celles de nos troupes qui avaient franchi la Marne ont dû la repasser</w:t>
      </w:r>
      <w:r>
        <w:rPr>
          <w:rFonts w:cs="Georgia"/>
          <w:kern w:val="1"/>
        </w:rPr>
        <w:t>.</w:t>
      </w:r>
    </w:p>
    <w:p w14:paraId="6FEE59F4" w14:textId="77777777" w:rsidR="000E1451" w:rsidRDefault="000E1451" w:rsidP="00BE611A">
      <w:pPr>
        <w:rPr>
          <w:rFonts w:cs="Georgia"/>
          <w:kern w:val="1"/>
        </w:rPr>
      </w:pPr>
      <w:r>
        <w:rPr>
          <w:rFonts w:cs="Georgia"/>
          <w:kern w:val="1"/>
        </w:rPr>
        <w:t>— </w:t>
      </w:r>
      <w:r w:rsidR="00BE611A">
        <w:rPr>
          <w:rFonts w:cs="Georgia"/>
          <w:kern w:val="1"/>
        </w:rPr>
        <w:t>Ah</w:t>
      </w:r>
      <w:r>
        <w:rPr>
          <w:rFonts w:cs="Georgia"/>
          <w:kern w:val="1"/>
        </w:rPr>
        <w:t> !</w:t>
      </w:r>
    </w:p>
    <w:p w14:paraId="25FDEB04" w14:textId="77777777" w:rsidR="000E1451" w:rsidRDefault="00BE611A" w:rsidP="00BE611A">
      <w:pPr>
        <w:rPr>
          <w:rFonts w:cs="Georgia"/>
          <w:kern w:val="1"/>
        </w:rPr>
      </w:pPr>
      <w:r>
        <w:rPr>
          <w:rFonts w:cs="Georgia"/>
          <w:kern w:val="1"/>
        </w:rPr>
        <w:t>Elle eut un sourire douloureux</w:t>
      </w:r>
      <w:r w:rsidR="000E1451">
        <w:rPr>
          <w:rFonts w:cs="Georgia"/>
          <w:kern w:val="1"/>
        </w:rPr>
        <w:t>.</w:t>
      </w:r>
    </w:p>
    <w:p w14:paraId="192DB838" w14:textId="77777777" w:rsidR="000E1451" w:rsidRDefault="000E1451" w:rsidP="00BE611A">
      <w:pPr>
        <w:rPr>
          <w:rFonts w:cs="Georgia"/>
          <w:kern w:val="1"/>
        </w:rPr>
      </w:pPr>
      <w:r>
        <w:rPr>
          <w:rFonts w:cs="Georgia"/>
          <w:kern w:val="1"/>
        </w:rPr>
        <w:t>— </w:t>
      </w:r>
      <w:r w:rsidR="00BE611A">
        <w:rPr>
          <w:rFonts w:cs="Georgia"/>
          <w:kern w:val="1"/>
        </w:rPr>
        <w:t>C</w:t>
      </w:r>
      <w:r>
        <w:rPr>
          <w:rFonts w:cs="Georgia"/>
          <w:kern w:val="1"/>
        </w:rPr>
        <w:t>’</w:t>
      </w:r>
      <w:r w:rsidR="00BE611A">
        <w:rPr>
          <w:rFonts w:cs="Georgia"/>
          <w:kern w:val="1"/>
        </w:rPr>
        <w:t>est mon tour de vous dire</w:t>
      </w:r>
      <w:r>
        <w:rPr>
          <w:rFonts w:cs="Georgia"/>
          <w:kern w:val="1"/>
        </w:rPr>
        <w:t xml:space="preserve"> : </w:t>
      </w:r>
      <w:r w:rsidR="00BE611A">
        <w:rPr>
          <w:rFonts w:cs="Georgia"/>
          <w:kern w:val="1"/>
        </w:rPr>
        <w:t>vous êtes heureux</w:t>
      </w:r>
      <w:r>
        <w:rPr>
          <w:rFonts w:cs="Georgia"/>
          <w:kern w:val="1"/>
        </w:rPr>
        <w:t xml:space="preserve">, </w:t>
      </w:r>
      <w:r w:rsidR="00BE611A">
        <w:rPr>
          <w:rFonts w:cs="Georgia"/>
          <w:kern w:val="1"/>
        </w:rPr>
        <w:t>n</w:t>
      </w:r>
      <w:r>
        <w:rPr>
          <w:rFonts w:cs="Georgia"/>
          <w:kern w:val="1"/>
        </w:rPr>
        <w:t>’</w:t>
      </w:r>
      <w:r w:rsidR="00BE611A">
        <w:rPr>
          <w:rFonts w:cs="Georgia"/>
          <w:kern w:val="1"/>
        </w:rPr>
        <w:t>est-ce pas</w:t>
      </w:r>
      <w:r>
        <w:rPr>
          <w:rFonts w:cs="Georgia"/>
          <w:kern w:val="1"/>
        </w:rPr>
        <w:t> ?</w:t>
      </w:r>
    </w:p>
    <w:p w14:paraId="0A0105ED" w14:textId="77777777" w:rsidR="000E1451" w:rsidRDefault="00BE611A" w:rsidP="00BE611A">
      <w:pPr>
        <w:rPr>
          <w:rFonts w:cs="Georgia"/>
          <w:kern w:val="1"/>
        </w:rPr>
      </w:pPr>
      <w:r>
        <w:rPr>
          <w:rFonts w:cs="Georgia"/>
          <w:kern w:val="1"/>
        </w:rPr>
        <w:t>Je baissai la tête et murmurai</w:t>
      </w:r>
      <w:r w:rsidR="000E1451">
        <w:rPr>
          <w:rFonts w:cs="Georgia"/>
          <w:kern w:val="1"/>
        </w:rPr>
        <w:t> :</w:t>
      </w:r>
    </w:p>
    <w:p w14:paraId="644D16CF" w14:textId="77777777" w:rsidR="000E1451" w:rsidRDefault="000E1451" w:rsidP="00BE611A">
      <w:pPr>
        <w:rPr>
          <w:rFonts w:cs="Georgia"/>
          <w:kern w:val="1"/>
        </w:rPr>
      </w:pPr>
      <w:r>
        <w:rPr>
          <w:rFonts w:cs="Georgia"/>
          <w:kern w:val="1"/>
        </w:rPr>
        <w:lastRenderedPageBreak/>
        <w:t>— </w:t>
      </w:r>
      <w:r w:rsidR="00BE611A">
        <w:rPr>
          <w:rFonts w:cs="Georgia"/>
          <w:kern w:val="1"/>
        </w:rPr>
        <w:t>C</w:t>
      </w:r>
      <w:r>
        <w:rPr>
          <w:rFonts w:cs="Georgia"/>
          <w:kern w:val="1"/>
        </w:rPr>
        <w:t>’</w:t>
      </w:r>
      <w:r w:rsidR="00BE611A">
        <w:rPr>
          <w:rFonts w:cs="Georgia"/>
          <w:kern w:val="1"/>
        </w:rPr>
        <w:t>est mon tour de vous répondre</w:t>
      </w:r>
      <w:r>
        <w:rPr>
          <w:rFonts w:cs="Georgia"/>
          <w:kern w:val="1"/>
        </w:rPr>
        <w:t xml:space="preserve"> : </w:t>
      </w:r>
      <w:r w:rsidR="00BE611A">
        <w:rPr>
          <w:rFonts w:cs="Georgia"/>
          <w:kern w:val="1"/>
        </w:rPr>
        <w:t>je n</w:t>
      </w:r>
      <w:r>
        <w:rPr>
          <w:rFonts w:cs="Georgia"/>
          <w:kern w:val="1"/>
        </w:rPr>
        <w:t>’</w:t>
      </w:r>
      <w:r w:rsidR="00BE611A">
        <w:rPr>
          <w:rFonts w:cs="Georgia"/>
          <w:kern w:val="1"/>
        </w:rPr>
        <w:t>ai pas le droit de ne pas l</w:t>
      </w:r>
      <w:r>
        <w:rPr>
          <w:rFonts w:cs="Georgia"/>
          <w:kern w:val="1"/>
        </w:rPr>
        <w:t>’</w:t>
      </w:r>
      <w:r w:rsidR="00BE611A">
        <w:rPr>
          <w:rFonts w:cs="Georgia"/>
          <w:kern w:val="1"/>
        </w:rPr>
        <w:t>être</w:t>
      </w:r>
      <w:r>
        <w:rPr>
          <w:rFonts w:cs="Georgia"/>
          <w:kern w:val="1"/>
        </w:rPr>
        <w:t>.</w:t>
      </w:r>
    </w:p>
    <w:p w14:paraId="7C70E880" w14:textId="77777777" w:rsidR="00BE611A" w:rsidRDefault="00BE611A" w:rsidP="000E1451">
      <w:pPr>
        <w:pStyle w:val="Titre1"/>
        <w:numPr>
          <w:ilvl w:val="0"/>
          <w:numId w:val="15"/>
        </w:numPr>
        <w:ind w:left="0" w:firstLine="0"/>
        <w:rPr>
          <w:rFonts w:cs="Georgia"/>
          <w:kern w:val="1"/>
        </w:rPr>
      </w:pPr>
      <w:bookmarkStart w:id="32" w:name="__RefHeading__7396_928681719"/>
      <w:bookmarkStart w:id="33" w:name="_Toc195555075"/>
      <w:bookmarkEnd w:id="32"/>
      <w:r>
        <w:rPr>
          <w:kern w:val="1"/>
        </w:rPr>
        <w:lastRenderedPageBreak/>
        <w:t>XVII</w:t>
      </w:r>
      <w:bookmarkEnd w:id="33"/>
    </w:p>
    <w:p w14:paraId="12946685" w14:textId="77777777" w:rsidR="000E1451" w:rsidRDefault="00BE611A" w:rsidP="00BE611A">
      <w:pPr>
        <w:rPr>
          <w:rFonts w:cs="Georgia"/>
          <w:kern w:val="1"/>
        </w:rPr>
      </w:pPr>
      <w:r>
        <w:rPr>
          <w:rFonts w:cs="Georgia"/>
          <w:kern w:val="1"/>
        </w:rPr>
        <w:t>J</w:t>
      </w:r>
      <w:r w:rsidR="000E1451">
        <w:rPr>
          <w:rFonts w:cs="Georgia"/>
          <w:kern w:val="1"/>
        </w:rPr>
        <w:t>’</w:t>
      </w:r>
      <w:r>
        <w:rPr>
          <w:rFonts w:cs="Georgia"/>
          <w:kern w:val="1"/>
        </w:rPr>
        <w:t>ai été obligé de travailler une partie de la nuit</w:t>
      </w:r>
      <w:r w:rsidR="000E1451">
        <w:rPr>
          <w:rFonts w:cs="Georgia"/>
          <w:kern w:val="1"/>
        </w:rPr>
        <w:t xml:space="preserve">. </w:t>
      </w:r>
      <w:r>
        <w:rPr>
          <w:rFonts w:cs="Georgia"/>
          <w:kern w:val="1"/>
        </w:rPr>
        <w:t>Le courrier du soir m</w:t>
      </w:r>
      <w:r w:rsidR="000E1451">
        <w:rPr>
          <w:rFonts w:cs="Georgia"/>
          <w:kern w:val="1"/>
        </w:rPr>
        <w:t>’</w:t>
      </w:r>
      <w:r>
        <w:rPr>
          <w:rFonts w:cs="Georgia"/>
          <w:kern w:val="1"/>
        </w:rPr>
        <w:t>a apporté une lettre de Bordeaux</w:t>
      </w:r>
      <w:r w:rsidR="000E1451">
        <w:rPr>
          <w:rFonts w:cs="Georgia"/>
          <w:kern w:val="1"/>
        </w:rPr>
        <w:t xml:space="preserve">. </w:t>
      </w:r>
      <w:r>
        <w:rPr>
          <w:rFonts w:cs="Georgia"/>
          <w:kern w:val="1"/>
        </w:rPr>
        <w:t>Mon directeur m</w:t>
      </w:r>
      <w:r w:rsidR="000E1451">
        <w:rPr>
          <w:rFonts w:cs="Georgia"/>
          <w:kern w:val="1"/>
        </w:rPr>
        <w:t>’</w:t>
      </w:r>
      <w:r>
        <w:rPr>
          <w:rFonts w:cs="Georgia"/>
          <w:kern w:val="1"/>
        </w:rPr>
        <w:t>y réclamait divers renseignements destinés à figurer dans son rapport annuel</w:t>
      </w:r>
      <w:r w:rsidR="000E1451">
        <w:rPr>
          <w:rFonts w:cs="Georgia"/>
          <w:kern w:val="1"/>
        </w:rPr>
        <w:t xml:space="preserve">. </w:t>
      </w:r>
      <w:r>
        <w:rPr>
          <w:rFonts w:cs="Georgia"/>
          <w:kern w:val="1"/>
        </w:rPr>
        <w:t>Il me donnait trois jours pour les lui faire parvenir</w:t>
      </w:r>
      <w:r w:rsidR="000E1451">
        <w:rPr>
          <w:rFonts w:cs="Georgia"/>
          <w:kern w:val="1"/>
        </w:rPr>
        <w:t xml:space="preserve">. </w:t>
      </w:r>
      <w:r>
        <w:rPr>
          <w:rFonts w:cs="Georgia"/>
          <w:kern w:val="1"/>
        </w:rPr>
        <w:t>J</w:t>
      </w:r>
      <w:r w:rsidR="000E1451">
        <w:rPr>
          <w:rFonts w:cs="Georgia"/>
          <w:kern w:val="1"/>
        </w:rPr>
        <w:t>’</w:t>
      </w:r>
      <w:r>
        <w:rPr>
          <w:rFonts w:cs="Georgia"/>
          <w:kern w:val="1"/>
        </w:rPr>
        <w:t>ai préféré me débarrasser tout de suite de cette tâche</w:t>
      </w:r>
      <w:r w:rsidR="000E1451">
        <w:rPr>
          <w:rFonts w:cs="Georgia"/>
          <w:kern w:val="1"/>
        </w:rPr>
        <w:t xml:space="preserve">. </w:t>
      </w:r>
      <w:r>
        <w:rPr>
          <w:rFonts w:cs="Georgia"/>
          <w:kern w:val="1"/>
        </w:rPr>
        <w:t>Ma réponse est sur mon bureau</w:t>
      </w:r>
      <w:r w:rsidR="000E1451">
        <w:rPr>
          <w:rFonts w:cs="Georgia"/>
          <w:kern w:val="1"/>
        </w:rPr>
        <w:t xml:space="preserve">, </w:t>
      </w:r>
      <w:r>
        <w:rPr>
          <w:rFonts w:cs="Georgia"/>
          <w:kern w:val="1"/>
        </w:rPr>
        <w:t>cachetée</w:t>
      </w:r>
      <w:r w:rsidR="000E1451">
        <w:rPr>
          <w:rFonts w:cs="Georgia"/>
          <w:kern w:val="1"/>
        </w:rPr>
        <w:t xml:space="preserve">. </w:t>
      </w:r>
      <w:r>
        <w:rPr>
          <w:rFonts w:cs="Georgia"/>
          <w:kern w:val="1"/>
        </w:rPr>
        <w:t>On la remettra ce matin au facteur</w:t>
      </w:r>
      <w:r w:rsidR="000E1451">
        <w:rPr>
          <w:rFonts w:cs="Georgia"/>
          <w:kern w:val="1"/>
        </w:rPr>
        <w:t xml:space="preserve">, </w:t>
      </w:r>
      <w:r>
        <w:rPr>
          <w:rFonts w:cs="Georgia"/>
          <w:kern w:val="1"/>
        </w:rPr>
        <w:t>quand il passera</w:t>
      </w:r>
      <w:r w:rsidR="000E1451">
        <w:rPr>
          <w:rFonts w:cs="Georgia"/>
          <w:kern w:val="1"/>
        </w:rPr>
        <w:t>.</w:t>
      </w:r>
    </w:p>
    <w:p w14:paraId="622DC512" w14:textId="77777777" w:rsidR="000E1451" w:rsidRDefault="00BE611A" w:rsidP="00BE611A">
      <w:pPr>
        <w:rPr>
          <w:rFonts w:cs="Georgia"/>
          <w:kern w:val="1"/>
        </w:rPr>
      </w:pPr>
      <w:r>
        <w:rPr>
          <w:rFonts w:cs="Georgia"/>
          <w:kern w:val="1"/>
        </w:rPr>
        <w:t>Est-ce l</w:t>
      </w:r>
      <w:r w:rsidR="000E1451">
        <w:rPr>
          <w:rFonts w:cs="Georgia"/>
          <w:kern w:val="1"/>
        </w:rPr>
        <w:t>’</w:t>
      </w:r>
      <w:r>
        <w:rPr>
          <w:rFonts w:cs="Georgia"/>
          <w:kern w:val="1"/>
        </w:rPr>
        <w:t>effet des trois ou quatre tasses de café que j</w:t>
      </w:r>
      <w:r w:rsidR="000E1451">
        <w:rPr>
          <w:rFonts w:cs="Georgia"/>
          <w:kern w:val="1"/>
        </w:rPr>
        <w:t>’</w:t>
      </w:r>
      <w:r>
        <w:rPr>
          <w:rFonts w:cs="Georgia"/>
          <w:kern w:val="1"/>
        </w:rPr>
        <w:t>ai bues en écrivant</w:t>
      </w:r>
      <w:r w:rsidR="000E1451">
        <w:rPr>
          <w:rFonts w:cs="Georgia"/>
          <w:kern w:val="1"/>
        </w:rPr>
        <w:t xml:space="preserve"> ? </w:t>
      </w:r>
      <w:r>
        <w:rPr>
          <w:rFonts w:cs="Georgia"/>
          <w:kern w:val="1"/>
        </w:rPr>
        <w:t>Toujours est-il que</w:t>
      </w:r>
      <w:r w:rsidR="000E1451">
        <w:rPr>
          <w:rFonts w:cs="Georgia"/>
          <w:kern w:val="1"/>
        </w:rPr>
        <w:t xml:space="preserve">, </w:t>
      </w:r>
      <w:r>
        <w:rPr>
          <w:rFonts w:cs="Georgia"/>
          <w:kern w:val="1"/>
        </w:rPr>
        <w:t>mon travail achevé</w:t>
      </w:r>
      <w:r w:rsidR="000E1451">
        <w:rPr>
          <w:rFonts w:cs="Georgia"/>
          <w:kern w:val="1"/>
        </w:rPr>
        <w:t xml:space="preserve">, </w:t>
      </w:r>
      <w:r>
        <w:rPr>
          <w:rFonts w:cs="Georgia"/>
          <w:kern w:val="1"/>
        </w:rPr>
        <w:t>j</w:t>
      </w:r>
      <w:r w:rsidR="000E1451">
        <w:rPr>
          <w:rFonts w:cs="Georgia"/>
          <w:kern w:val="1"/>
        </w:rPr>
        <w:t>’</w:t>
      </w:r>
      <w:r>
        <w:rPr>
          <w:rFonts w:cs="Georgia"/>
          <w:kern w:val="1"/>
        </w:rPr>
        <w:t>ai cherché vainement le sommeil</w:t>
      </w:r>
      <w:r w:rsidR="000E1451">
        <w:rPr>
          <w:rFonts w:cs="Georgia"/>
          <w:kern w:val="1"/>
        </w:rPr>
        <w:t xml:space="preserve">. </w:t>
      </w:r>
      <w:r>
        <w:rPr>
          <w:rFonts w:cs="Georgia"/>
          <w:kern w:val="1"/>
        </w:rPr>
        <w:t>En fin de compte</w:t>
      </w:r>
      <w:r w:rsidR="000E1451">
        <w:rPr>
          <w:rFonts w:cs="Georgia"/>
          <w:kern w:val="1"/>
        </w:rPr>
        <w:t xml:space="preserve">, </w:t>
      </w:r>
      <w:r>
        <w:rPr>
          <w:rFonts w:cs="Georgia"/>
          <w:kern w:val="1"/>
        </w:rPr>
        <w:t>je me suis rhabillé</w:t>
      </w:r>
      <w:r w:rsidR="000E1451">
        <w:rPr>
          <w:rFonts w:cs="Georgia"/>
          <w:kern w:val="1"/>
        </w:rPr>
        <w:t xml:space="preserve">, </w:t>
      </w:r>
      <w:r>
        <w:rPr>
          <w:rFonts w:cs="Georgia"/>
          <w:kern w:val="1"/>
        </w:rPr>
        <w:t>et</w:t>
      </w:r>
      <w:r w:rsidR="000E1451">
        <w:rPr>
          <w:rFonts w:cs="Georgia"/>
          <w:kern w:val="1"/>
        </w:rPr>
        <w:t xml:space="preserve">, </w:t>
      </w:r>
      <w:r>
        <w:rPr>
          <w:rFonts w:cs="Georgia"/>
          <w:kern w:val="1"/>
        </w:rPr>
        <w:t>rasant les maisons endormies</w:t>
      </w:r>
      <w:r w:rsidR="000E1451">
        <w:rPr>
          <w:rFonts w:cs="Georgia"/>
          <w:kern w:val="1"/>
        </w:rPr>
        <w:t xml:space="preserve">, </w:t>
      </w:r>
      <w:r>
        <w:rPr>
          <w:rFonts w:cs="Georgia"/>
          <w:kern w:val="1"/>
        </w:rPr>
        <w:t>j</w:t>
      </w:r>
      <w:r w:rsidR="000E1451">
        <w:rPr>
          <w:rFonts w:cs="Georgia"/>
          <w:kern w:val="1"/>
        </w:rPr>
        <w:t>’</w:t>
      </w:r>
      <w:r>
        <w:rPr>
          <w:rFonts w:cs="Georgia"/>
          <w:kern w:val="1"/>
        </w:rPr>
        <w:t>ai gagné la lande</w:t>
      </w:r>
      <w:r w:rsidR="000E1451">
        <w:rPr>
          <w:rFonts w:cs="Georgia"/>
          <w:kern w:val="1"/>
        </w:rPr>
        <w:t xml:space="preserve">. </w:t>
      </w:r>
      <w:r>
        <w:rPr>
          <w:rFonts w:cs="Georgia"/>
          <w:kern w:val="1"/>
        </w:rPr>
        <w:t>De temps en temps</w:t>
      </w:r>
      <w:r w:rsidR="000E1451">
        <w:rPr>
          <w:rFonts w:cs="Georgia"/>
          <w:kern w:val="1"/>
        </w:rPr>
        <w:t xml:space="preserve">, </w:t>
      </w:r>
      <w:r>
        <w:rPr>
          <w:rFonts w:cs="Georgia"/>
          <w:kern w:val="1"/>
        </w:rPr>
        <w:t>par un acte comme celui-ci</w:t>
      </w:r>
      <w:r w:rsidR="000E1451">
        <w:rPr>
          <w:rFonts w:cs="Georgia"/>
          <w:kern w:val="1"/>
        </w:rPr>
        <w:t xml:space="preserve">, </w:t>
      </w:r>
      <w:r>
        <w:rPr>
          <w:rFonts w:cs="Georgia"/>
          <w:kern w:val="1"/>
        </w:rPr>
        <w:t>un ex-prisonnier éprouve le besoin de se démontrer à lui-même qu</w:t>
      </w:r>
      <w:r w:rsidR="000E1451">
        <w:rPr>
          <w:rFonts w:cs="Georgia"/>
          <w:kern w:val="1"/>
        </w:rPr>
        <w:t>’</w:t>
      </w:r>
      <w:r>
        <w:rPr>
          <w:rFonts w:cs="Georgia"/>
          <w:kern w:val="1"/>
        </w:rPr>
        <w:t>il est redevenu un homme libre</w:t>
      </w:r>
      <w:r w:rsidR="000E1451">
        <w:rPr>
          <w:rFonts w:cs="Georgia"/>
          <w:kern w:val="1"/>
        </w:rPr>
        <w:t>.</w:t>
      </w:r>
    </w:p>
    <w:p w14:paraId="10EE2BB1" w14:textId="77777777" w:rsidR="000E1451" w:rsidRDefault="00BE611A" w:rsidP="00BE611A">
      <w:pPr>
        <w:rPr>
          <w:rFonts w:cs="Georgia"/>
          <w:kern w:val="1"/>
        </w:rPr>
      </w:pPr>
      <w:r>
        <w:rPr>
          <w:rFonts w:cs="Georgia"/>
          <w:kern w:val="1"/>
        </w:rPr>
        <w:t>Dehors régnait une douceur singulière pour une nuit de fin octobre</w:t>
      </w:r>
      <w:r w:rsidR="000E1451">
        <w:rPr>
          <w:rFonts w:cs="Georgia"/>
          <w:kern w:val="1"/>
        </w:rPr>
        <w:t xml:space="preserve">. </w:t>
      </w:r>
      <w:r>
        <w:rPr>
          <w:rFonts w:cs="Georgia"/>
          <w:kern w:val="1"/>
        </w:rPr>
        <w:t>Seule la brume un peu froide qui s</w:t>
      </w:r>
      <w:r w:rsidR="000E1451">
        <w:rPr>
          <w:rFonts w:cs="Georgia"/>
          <w:kern w:val="1"/>
        </w:rPr>
        <w:t>’</w:t>
      </w:r>
      <w:r>
        <w:rPr>
          <w:rFonts w:cs="Georgia"/>
          <w:kern w:val="1"/>
        </w:rPr>
        <w:t>étendait à la surface de l</w:t>
      </w:r>
      <w:r w:rsidR="000E1451">
        <w:rPr>
          <w:rFonts w:cs="Georgia"/>
          <w:kern w:val="1"/>
        </w:rPr>
        <w:t>’</w:t>
      </w:r>
      <w:r>
        <w:rPr>
          <w:rFonts w:cs="Georgia"/>
          <w:kern w:val="1"/>
        </w:rPr>
        <w:t>étang</w:t>
      </w:r>
      <w:r w:rsidR="000E1451">
        <w:rPr>
          <w:rFonts w:cs="Georgia"/>
          <w:kern w:val="1"/>
        </w:rPr>
        <w:t xml:space="preserve">, </w:t>
      </w:r>
      <w:r>
        <w:rPr>
          <w:rFonts w:cs="Georgia"/>
          <w:kern w:val="1"/>
        </w:rPr>
        <w:t>ainsi que l</w:t>
      </w:r>
      <w:r w:rsidR="000E1451">
        <w:rPr>
          <w:rFonts w:cs="Georgia"/>
          <w:kern w:val="1"/>
        </w:rPr>
        <w:t>’</w:t>
      </w:r>
      <w:r>
        <w:rPr>
          <w:rFonts w:cs="Georgia"/>
          <w:kern w:val="1"/>
        </w:rPr>
        <w:t>éclat trop sec de la lune</w:t>
      </w:r>
      <w:r w:rsidR="000E1451">
        <w:rPr>
          <w:rFonts w:cs="Georgia"/>
          <w:kern w:val="1"/>
        </w:rPr>
        <w:t xml:space="preserve">, </w:t>
      </w:r>
      <w:r>
        <w:rPr>
          <w:rFonts w:cs="Georgia"/>
          <w:kern w:val="1"/>
        </w:rPr>
        <w:t>décelaient l</w:t>
      </w:r>
      <w:r w:rsidR="000E1451">
        <w:rPr>
          <w:rFonts w:cs="Georgia"/>
          <w:kern w:val="1"/>
        </w:rPr>
        <w:t>’</w:t>
      </w:r>
      <w:r>
        <w:rPr>
          <w:rFonts w:cs="Georgia"/>
          <w:kern w:val="1"/>
        </w:rPr>
        <w:t>approche de l</w:t>
      </w:r>
      <w:r w:rsidR="000E1451">
        <w:rPr>
          <w:rFonts w:cs="Georgia"/>
          <w:kern w:val="1"/>
        </w:rPr>
        <w:t>’</w:t>
      </w:r>
      <w:r>
        <w:rPr>
          <w:rFonts w:cs="Georgia"/>
          <w:kern w:val="1"/>
        </w:rPr>
        <w:t>hiver</w:t>
      </w:r>
      <w:r w:rsidR="000E1451">
        <w:rPr>
          <w:rFonts w:cs="Georgia"/>
          <w:kern w:val="1"/>
        </w:rPr>
        <w:t xml:space="preserve">. </w:t>
      </w:r>
      <w:r>
        <w:rPr>
          <w:rFonts w:cs="Georgia"/>
          <w:kern w:val="1"/>
        </w:rPr>
        <w:t>Le caquetage des sarcelles et des poules d</w:t>
      </w:r>
      <w:r w:rsidR="000E1451">
        <w:rPr>
          <w:rFonts w:cs="Georgia"/>
          <w:kern w:val="1"/>
        </w:rPr>
        <w:t>’</w:t>
      </w:r>
      <w:r>
        <w:rPr>
          <w:rFonts w:cs="Georgia"/>
          <w:kern w:val="1"/>
        </w:rPr>
        <w:t>eau résonnait tout près de moi</w:t>
      </w:r>
      <w:r w:rsidR="000E1451">
        <w:rPr>
          <w:rFonts w:cs="Georgia"/>
          <w:kern w:val="1"/>
        </w:rPr>
        <w:t xml:space="preserve">. </w:t>
      </w:r>
      <w:r>
        <w:rPr>
          <w:rFonts w:cs="Georgia"/>
          <w:kern w:val="1"/>
        </w:rPr>
        <w:t>J</w:t>
      </w:r>
      <w:r w:rsidR="000E1451">
        <w:rPr>
          <w:rFonts w:cs="Georgia"/>
          <w:kern w:val="1"/>
        </w:rPr>
        <w:t>’</w:t>
      </w:r>
      <w:r>
        <w:rPr>
          <w:rFonts w:cs="Georgia"/>
          <w:kern w:val="1"/>
        </w:rPr>
        <w:t>essayais sans y réussir de les voir se poser ou s</w:t>
      </w:r>
      <w:r w:rsidR="000E1451">
        <w:rPr>
          <w:rFonts w:cs="Georgia"/>
          <w:kern w:val="1"/>
        </w:rPr>
        <w:t>’</w:t>
      </w:r>
      <w:r>
        <w:rPr>
          <w:rFonts w:cs="Georgia"/>
          <w:kern w:val="1"/>
        </w:rPr>
        <w:t>envoler</w:t>
      </w:r>
      <w:r w:rsidR="000E1451">
        <w:rPr>
          <w:rFonts w:cs="Georgia"/>
          <w:kern w:val="1"/>
        </w:rPr>
        <w:t xml:space="preserve">. </w:t>
      </w:r>
      <w:r>
        <w:rPr>
          <w:rFonts w:cs="Georgia"/>
          <w:kern w:val="1"/>
        </w:rPr>
        <w:t>Je prêtais l</w:t>
      </w:r>
      <w:r w:rsidR="000E1451">
        <w:rPr>
          <w:rFonts w:cs="Georgia"/>
          <w:kern w:val="1"/>
        </w:rPr>
        <w:t>’</w:t>
      </w:r>
      <w:r>
        <w:rPr>
          <w:rFonts w:cs="Georgia"/>
          <w:kern w:val="1"/>
        </w:rPr>
        <w:t>oreille pour tâcher de surprendre le roucoulement mélancolique des premières grues</w:t>
      </w:r>
      <w:r w:rsidR="000E1451">
        <w:rPr>
          <w:rFonts w:cs="Georgia"/>
          <w:kern w:val="1"/>
        </w:rPr>
        <w:t xml:space="preserve">. </w:t>
      </w:r>
      <w:r>
        <w:rPr>
          <w:rFonts w:cs="Georgia"/>
          <w:kern w:val="1"/>
        </w:rPr>
        <w:t>À Reichendorf</w:t>
      </w:r>
      <w:r w:rsidR="000E1451">
        <w:rPr>
          <w:rFonts w:cs="Georgia"/>
          <w:kern w:val="1"/>
        </w:rPr>
        <w:t xml:space="preserve">, </w:t>
      </w:r>
      <w:r>
        <w:rPr>
          <w:rFonts w:cs="Georgia"/>
          <w:kern w:val="1"/>
        </w:rPr>
        <w:t>elles passaient deux mois plus tôt</w:t>
      </w:r>
      <w:r w:rsidR="000E1451">
        <w:rPr>
          <w:rFonts w:cs="Georgia"/>
          <w:kern w:val="1"/>
        </w:rPr>
        <w:t xml:space="preserve">. </w:t>
      </w:r>
      <w:r>
        <w:rPr>
          <w:rFonts w:cs="Georgia"/>
          <w:kern w:val="1"/>
        </w:rPr>
        <w:t>Je me souvenais de la matinée de septembre où elles étaient apparues</w:t>
      </w:r>
      <w:r w:rsidR="000E1451">
        <w:rPr>
          <w:rFonts w:cs="Georgia"/>
          <w:kern w:val="1"/>
        </w:rPr>
        <w:t xml:space="preserve">, </w:t>
      </w:r>
      <w:r>
        <w:rPr>
          <w:rFonts w:cs="Georgia"/>
          <w:kern w:val="1"/>
        </w:rPr>
        <w:t>s</w:t>
      </w:r>
      <w:r w:rsidR="000E1451">
        <w:rPr>
          <w:rFonts w:cs="Georgia"/>
          <w:kern w:val="1"/>
        </w:rPr>
        <w:t>’</w:t>
      </w:r>
      <w:r>
        <w:rPr>
          <w:rFonts w:cs="Georgia"/>
          <w:kern w:val="1"/>
        </w:rPr>
        <w:t>avançant en longues files sur un ciel frileux et blanc</w:t>
      </w:r>
      <w:r w:rsidR="000E1451">
        <w:rPr>
          <w:rFonts w:cs="Georgia"/>
          <w:kern w:val="1"/>
        </w:rPr>
        <w:t xml:space="preserve">, </w:t>
      </w:r>
      <w:r>
        <w:rPr>
          <w:rFonts w:cs="Georgia"/>
          <w:kern w:val="1"/>
        </w:rPr>
        <w:t>comme endormi</w:t>
      </w:r>
      <w:r w:rsidR="000E1451">
        <w:rPr>
          <w:rFonts w:cs="Georgia"/>
          <w:kern w:val="1"/>
        </w:rPr>
        <w:t>.</w:t>
      </w:r>
    </w:p>
    <w:p w14:paraId="1C0EEB36" w14:textId="77777777" w:rsidR="00BE611A" w:rsidRDefault="00BE611A" w:rsidP="00BE611A">
      <w:pPr>
        <w:rPr>
          <w:rFonts w:cs="Georgia"/>
          <w:kern w:val="1"/>
        </w:rPr>
      </w:pPr>
    </w:p>
    <w:p w14:paraId="03623C28" w14:textId="77777777" w:rsidR="000E1451" w:rsidRDefault="00BE611A" w:rsidP="00BE611A">
      <w:pPr>
        <w:rPr>
          <w:rFonts w:cs="Georgia"/>
          <w:kern w:val="1"/>
        </w:rPr>
      </w:pPr>
      <w:r>
        <w:rPr>
          <w:rFonts w:cs="Georgia"/>
          <w:kern w:val="1"/>
        </w:rPr>
        <w:lastRenderedPageBreak/>
        <w:t>Ainsi on le voit</w:t>
      </w:r>
      <w:r w:rsidR="000E1451">
        <w:rPr>
          <w:rFonts w:cs="Georgia"/>
          <w:kern w:val="1"/>
        </w:rPr>
        <w:t xml:space="preserve">, </w:t>
      </w:r>
      <w:r>
        <w:rPr>
          <w:rFonts w:cs="Georgia"/>
          <w:kern w:val="1"/>
        </w:rPr>
        <w:t>il n</w:t>
      </w:r>
      <w:r w:rsidR="000E1451">
        <w:rPr>
          <w:rFonts w:cs="Georgia"/>
          <w:kern w:val="1"/>
        </w:rPr>
        <w:t>’</w:t>
      </w:r>
      <w:r>
        <w:rPr>
          <w:rFonts w:cs="Georgia"/>
          <w:kern w:val="1"/>
        </w:rPr>
        <w:t>est pas un détail de mes journées actuelles qui ne me serve de prétexte à revenir sur les heures que j</w:t>
      </w:r>
      <w:r w:rsidR="000E1451">
        <w:rPr>
          <w:rFonts w:cs="Georgia"/>
          <w:kern w:val="1"/>
        </w:rPr>
        <w:t>’</w:t>
      </w:r>
      <w:r>
        <w:rPr>
          <w:rFonts w:cs="Georgia"/>
          <w:kern w:val="1"/>
        </w:rPr>
        <w:t>ai vécues au bord des pâles étangs de Reichendorf</w:t>
      </w:r>
      <w:r w:rsidR="000E1451">
        <w:rPr>
          <w:rFonts w:cs="Georgia"/>
          <w:kern w:val="1"/>
        </w:rPr>
        <w:t xml:space="preserve">. </w:t>
      </w:r>
      <w:r>
        <w:rPr>
          <w:rFonts w:cs="Georgia"/>
          <w:kern w:val="1"/>
        </w:rPr>
        <w:t>Ce jour-là</w:t>
      </w:r>
      <w:r w:rsidR="000E1451">
        <w:rPr>
          <w:rFonts w:cs="Georgia"/>
          <w:kern w:val="1"/>
        </w:rPr>
        <w:t xml:space="preserve">, </w:t>
      </w:r>
      <w:r>
        <w:rPr>
          <w:rFonts w:cs="Georgia"/>
          <w:kern w:val="1"/>
        </w:rPr>
        <w:t>tandis que défilaient lentement les premières volées des grands oiseaux migrateurs</w:t>
      </w:r>
      <w:r w:rsidR="000E1451">
        <w:rPr>
          <w:rFonts w:cs="Georgia"/>
          <w:kern w:val="1"/>
        </w:rPr>
        <w:t xml:space="preserve">, </w:t>
      </w:r>
      <w:r>
        <w:rPr>
          <w:rFonts w:cs="Georgia"/>
          <w:kern w:val="1"/>
        </w:rPr>
        <w:t>deux lettres arrivèrent au château</w:t>
      </w:r>
      <w:r w:rsidR="000E1451">
        <w:rPr>
          <w:rFonts w:cs="Georgia"/>
          <w:kern w:val="1"/>
        </w:rPr>
        <w:t xml:space="preserve">. </w:t>
      </w:r>
      <w:r>
        <w:rPr>
          <w:rFonts w:cs="Georgia"/>
          <w:kern w:val="1"/>
        </w:rPr>
        <w:t>L</w:t>
      </w:r>
      <w:r w:rsidR="000E1451">
        <w:rPr>
          <w:rFonts w:cs="Georgia"/>
          <w:kern w:val="1"/>
        </w:rPr>
        <w:t>’</w:t>
      </w:r>
      <w:r>
        <w:rPr>
          <w:rFonts w:cs="Georgia"/>
          <w:kern w:val="1"/>
        </w:rPr>
        <w:t>une venait de Gottlieb</w:t>
      </w:r>
      <w:r w:rsidR="000E1451">
        <w:rPr>
          <w:rFonts w:cs="Georgia"/>
          <w:kern w:val="1"/>
        </w:rPr>
        <w:t xml:space="preserve">, </w:t>
      </w:r>
      <w:r>
        <w:rPr>
          <w:rFonts w:cs="Georgia"/>
          <w:kern w:val="1"/>
        </w:rPr>
        <w:t>et ce fut moi qui en fis la lecture à la vieille Dominica</w:t>
      </w:r>
      <w:r w:rsidR="000E1451">
        <w:rPr>
          <w:rFonts w:cs="Georgia"/>
          <w:kern w:val="1"/>
        </w:rPr>
        <w:t xml:space="preserve">. </w:t>
      </w:r>
      <w:r>
        <w:rPr>
          <w:rFonts w:cs="Georgia"/>
          <w:kern w:val="1"/>
        </w:rPr>
        <w:t>Reconnu de nouveau apte au service armé par la commission de Kœnigsberg</w:t>
      </w:r>
      <w:r w:rsidR="000E1451">
        <w:rPr>
          <w:rFonts w:cs="Georgia"/>
          <w:kern w:val="1"/>
        </w:rPr>
        <w:t xml:space="preserve">, </w:t>
      </w:r>
      <w:r>
        <w:rPr>
          <w:rFonts w:cs="Georgia"/>
          <w:kern w:val="1"/>
        </w:rPr>
        <w:t>il avait dû regagner son dépôt sur-le-champ</w:t>
      </w:r>
      <w:r w:rsidR="000E1451">
        <w:rPr>
          <w:rFonts w:cs="Georgia"/>
          <w:kern w:val="1"/>
        </w:rPr>
        <w:t xml:space="preserve">. </w:t>
      </w:r>
      <w:r>
        <w:rPr>
          <w:rFonts w:cs="Georgia"/>
          <w:kern w:val="1"/>
        </w:rPr>
        <w:t>On ne lui avait pas laissé le temps de s</w:t>
      </w:r>
      <w:r w:rsidR="000E1451">
        <w:rPr>
          <w:rFonts w:cs="Georgia"/>
          <w:kern w:val="1"/>
        </w:rPr>
        <w:t>’</w:t>
      </w:r>
      <w:r>
        <w:rPr>
          <w:rFonts w:cs="Georgia"/>
          <w:kern w:val="1"/>
        </w:rPr>
        <w:t>y ennuyer</w:t>
      </w:r>
      <w:r w:rsidR="000E1451">
        <w:rPr>
          <w:rFonts w:cs="Georgia"/>
          <w:kern w:val="1"/>
        </w:rPr>
        <w:t xml:space="preserve">. </w:t>
      </w:r>
      <w:r>
        <w:rPr>
          <w:rFonts w:cs="Georgia"/>
          <w:kern w:val="1"/>
        </w:rPr>
        <w:t>Le fléchissement des lignes allemandes entraînait une consommation d</w:t>
      </w:r>
      <w:r w:rsidR="000E1451">
        <w:rPr>
          <w:rFonts w:cs="Georgia"/>
          <w:kern w:val="1"/>
        </w:rPr>
        <w:t>’</w:t>
      </w:r>
      <w:r>
        <w:rPr>
          <w:rFonts w:cs="Georgia"/>
          <w:kern w:val="1"/>
        </w:rPr>
        <w:t>hommes sans cesse accrue</w:t>
      </w:r>
      <w:r w:rsidR="000E1451">
        <w:rPr>
          <w:rFonts w:cs="Georgia"/>
          <w:kern w:val="1"/>
        </w:rPr>
        <w:t xml:space="preserve">. </w:t>
      </w:r>
      <w:r>
        <w:rPr>
          <w:rFonts w:cs="Georgia"/>
          <w:kern w:val="1"/>
        </w:rPr>
        <w:t>Gottlieb fit partie des premiers renforts qu</w:t>
      </w:r>
      <w:r w:rsidR="000E1451">
        <w:rPr>
          <w:rFonts w:cs="Georgia"/>
          <w:kern w:val="1"/>
        </w:rPr>
        <w:t>’</w:t>
      </w:r>
      <w:r>
        <w:rPr>
          <w:rFonts w:cs="Georgia"/>
          <w:kern w:val="1"/>
        </w:rPr>
        <w:t>on envoya en août sur le front occidental</w:t>
      </w:r>
      <w:r w:rsidR="000E1451">
        <w:rPr>
          <w:rFonts w:cs="Georgia"/>
          <w:kern w:val="1"/>
        </w:rPr>
        <w:t xml:space="preserve">. </w:t>
      </w:r>
      <w:r>
        <w:rPr>
          <w:rFonts w:cs="Georgia"/>
          <w:kern w:val="1"/>
        </w:rPr>
        <w:t>Avant de rejoindre son corps</w:t>
      </w:r>
      <w:r w:rsidR="000E1451">
        <w:rPr>
          <w:rFonts w:cs="Georgia"/>
          <w:kern w:val="1"/>
        </w:rPr>
        <w:t xml:space="preserve">, </w:t>
      </w:r>
      <w:r>
        <w:rPr>
          <w:rFonts w:cs="Georgia"/>
          <w:kern w:val="1"/>
        </w:rPr>
        <w:t>il vint passer au château les deux jours de permission rituelle</w:t>
      </w:r>
      <w:r w:rsidR="000E1451">
        <w:rPr>
          <w:rFonts w:cs="Georgia"/>
          <w:kern w:val="1"/>
        </w:rPr>
        <w:t xml:space="preserve">, </w:t>
      </w:r>
      <w:r>
        <w:rPr>
          <w:rFonts w:cs="Georgia"/>
          <w:kern w:val="1"/>
        </w:rPr>
        <w:t>et pourquoi cacherais-je que j</w:t>
      </w:r>
      <w:r w:rsidR="000E1451">
        <w:rPr>
          <w:rFonts w:cs="Georgia"/>
          <w:kern w:val="1"/>
        </w:rPr>
        <w:t>’</w:t>
      </w:r>
      <w:r>
        <w:rPr>
          <w:rFonts w:cs="Georgia"/>
          <w:kern w:val="1"/>
        </w:rPr>
        <w:t>éprouvai à le voir partir à peu près la même commisération que s</w:t>
      </w:r>
      <w:r w:rsidR="000E1451">
        <w:rPr>
          <w:rFonts w:cs="Georgia"/>
          <w:kern w:val="1"/>
        </w:rPr>
        <w:t>’</w:t>
      </w:r>
      <w:r>
        <w:rPr>
          <w:rFonts w:cs="Georgia"/>
          <w:kern w:val="1"/>
        </w:rPr>
        <w:t>il s</w:t>
      </w:r>
      <w:r w:rsidR="000E1451">
        <w:rPr>
          <w:rFonts w:cs="Georgia"/>
          <w:kern w:val="1"/>
        </w:rPr>
        <w:t>’</w:t>
      </w:r>
      <w:r>
        <w:rPr>
          <w:rFonts w:cs="Georgia"/>
          <w:kern w:val="1"/>
        </w:rPr>
        <w:t>était agi d</w:t>
      </w:r>
      <w:r w:rsidR="000E1451">
        <w:rPr>
          <w:rFonts w:cs="Georgia"/>
          <w:kern w:val="1"/>
        </w:rPr>
        <w:t>’</w:t>
      </w:r>
      <w:r>
        <w:rPr>
          <w:rFonts w:cs="Georgia"/>
          <w:kern w:val="1"/>
        </w:rPr>
        <w:t>un de mes camarades</w:t>
      </w:r>
      <w:r w:rsidR="000E1451">
        <w:rPr>
          <w:rFonts w:cs="Georgia"/>
          <w:kern w:val="1"/>
        </w:rPr>
        <w:t xml:space="preserve">, </w:t>
      </w:r>
      <w:r>
        <w:rPr>
          <w:rFonts w:cs="Georgia"/>
          <w:kern w:val="1"/>
        </w:rPr>
        <w:t>d</w:t>
      </w:r>
      <w:r w:rsidR="000E1451">
        <w:rPr>
          <w:rFonts w:cs="Georgia"/>
          <w:kern w:val="1"/>
        </w:rPr>
        <w:t>’</w:t>
      </w:r>
      <w:r>
        <w:rPr>
          <w:rFonts w:cs="Georgia"/>
          <w:kern w:val="1"/>
        </w:rPr>
        <w:t>un soldat de chez nous</w:t>
      </w:r>
      <w:r w:rsidR="000E1451">
        <w:rPr>
          <w:rFonts w:cs="Georgia"/>
          <w:kern w:val="1"/>
        </w:rPr>
        <w:t xml:space="preserve">, </w:t>
      </w:r>
      <w:r>
        <w:rPr>
          <w:rFonts w:cs="Georgia"/>
          <w:kern w:val="1"/>
        </w:rPr>
        <w:t>enfin</w:t>
      </w:r>
      <w:r w:rsidR="000E1451">
        <w:rPr>
          <w:rFonts w:cs="Georgia"/>
          <w:kern w:val="1"/>
        </w:rPr>
        <w:t xml:space="preserve"> ! </w:t>
      </w:r>
      <w:r>
        <w:rPr>
          <w:rFonts w:cs="Georgia"/>
          <w:kern w:val="1"/>
        </w:rPr>
        <w:t>Ce départ remontait à environ trois semaines</w:t>
      </w:r>
      <w:r w:rsidR="000E1451">
        <w:rPr>
          <w:rFonts w:cs="Georgia"/>
          <w:kern w:val="1"/>
        </w:rPr>
        <w:t xml:space="preserve">. </w:t>
      </w:r>
      <w:r>
        <w:rPr>
          <w:rFonts w:cs="Georgia"/>
          <w:kern w:val="1"/>
        </w:rPr>
        <w:t>Aujourd</w:t>
      </w:r>
      <w:r w:rsidR="000E1451">
        <w:rPr>
          <w:rFonts w:cs="Georgia"/>
          <w:kern w:val="1"/>
        </w:rPr>
        <w:t>’</w:t>
      </w:r>
      <w:r>
        <w:rPr>
          <w:rFonts w:cs="Georgia"/>
          <w:kern w:val="1"/>
        </w:rPr>
        <w:t>hui</w:t>
      </w:r>
      <w:r w:rsidR="000E1451">
        <w:rPr>
          <w:rFonts w:cs="Georgia"/>
          <w:kern w:val="1"/>
        </w:rPr>
        <w:t xml:space="preserve">, </w:t>
      </w:r>
      <w:r>
        <w:rPr>
          <w:rFonts w:cs="Georgia"/>
          <w:kern w:val="1"/>
        </w:rPr>
        <w:t>Gottlieb écrivait à sa tante une de ces pauvres missives de troupier</w:t>
      </w:r>
      <w:r w:rsidR="000E1451">
        <w:rPr>
          <w:rFonts w:cs="Georgia"/>
          <w:kern w:val="1"/>
        </w:rPr>
        <w:t xml:space="preserve">, </w:t>
      </w:r>
      <w:r>
        <w:rPr>
          <w:rFonts w:cs="Georgia"/>
          <w:kern w:val="1"/>
        </w:rPr>
        <w:t>pareille à toutes les autres</w:t>
      </w:r>
      <w:r w:rsidR="000E1451">
        <w:rPr>
          <w:rFonts w:cs="Georgia"/>
          <w:kern w:val="1"/>
        </w:rPr>
        <w:t xml:space="preserve">. </w:t>
      </w:r>
      <w:r>
        <w:rPr>
          <w:rFonts w:cs="Georgia"/>
          <w:kern w:val="1"/>
        </w:rPr>
        <w:t>Il ne se plaignait pas</w:t>
      </w:r>
      <w:r w:rsidR="000E1451">
        <w:rPr>
          <w:rFonts w:cs="Georgia"/>
          <w:kern w:val="1"/>
        </w:rPr>
        <w:t xml:space="preserve">. </w:t>
      </w:r>
      <w:r>
        <w:rPr>
          <w:rFonts w:cs="Georgia"/>
          <w:kern w:val="1"/>
        </w:rPr>
        <w:t>Il subissait la loi d</w:t>
      </w:r>
      <w:r w:rsidR="000E1451">
        <w:rPr>
          <w:rFonts w:cs="Georgia"/>
          <w:kern w:val="1"/>
        </w:rPr>
        <w:t>’</w:t>
      </w:r>
      <w:r>
        <w:rPr>
          <w:rFonts w:cs="Georgia"/>
          <w:kern w:val="1"/>
        </w:rPr>
        <w:t>une fatalité exécrable qui pesait sur tant d</w:t>
      </w:r>
      <w:r w:rsidR="000E1451">
        <w:rPr>
          <w:rFonts w:cs="Georgia"/>
          <w:kern w:val="1"/>
        </w:rPr>
        <w:t>’</w:t>
      </w:r>
      <w:r>
        <w:rPr>
          <w:rFonts w:cs="Georgia"/>
          <w:kern w:val="1"/>
        </w:rPr>
        <w:t>êtres à la fois qu</w:t>
      </w:r>
      <w:r w:rsidR="000E1451">
        <w:rPr>
          <w:rFonts w:cs="Georgia"/>
          <w:kern w:val="1"/>
        </w:rPr>
        <w:t>’</w:t>
      </w:r>
      <w:r>
        <w:rPr>
          <w:rFonts w:cs="Georgia"/>
          <w:kern w:val="1"/>
        </w:rPr>
        <w:t>aucun d</w:t>
      </w:r>
      <w:r w:rsidR="000E1451">
        <w:rPr>
          <w:rFonts w:cs="Georgia"/>
          <w:kern w:val="1"/>
        </w:rPr>
        <w:t>’</w:t>
      </w:r>
      <w:r>
        <w:rPr>
          <w:rFonts w:cs="Georgia"/>
          <w:kern w:val="1"/>
        </w:rPr>
        <w:t>eux ne songeait plus à protester</w:t>
      </w:r>
      <w:r w:rsidR="000E1451">
        <w:rPr>
          <w:rFonts w:cs="Georgia"/>
          <w:kern w:val="1"/>
        </w:rPr>
        <w:t xml:space="preserve">. </w:t>
      </w:r>
      <w:r>
        <w:rPr>
          <w:rFonts w:cs="Georgia"/>
          <w:kern w:val="1"/>
        </w:rPr>
        <w:t>Il connaissait trop bien en outre toute la détresse de Reichendorf pour avoir seulement l</w:t>
      </w:r>
      <w:r w:rsidR="000E1451">
        <w:rPr>
          <w:rFonts w:cs="Georgia"/>
          <w:kern w:val="1"/>
        </w:rPr>
        <w:t>’</w:t>
      </w:r>
      <w:r>
        <w:rPr>
          <w:rFonts w:cs="Georgia"/>
          <w:kern w:val="1"/>
        </w:rPr>
        <w:t>idée de solliciter l</w:t>
      </w:r>
      <w:r w:rsidR="000E1451">
        <w:rPr>
          <w:rFonts w:cs="Georgia"/>
          <w:kern w:val="1"/>
        </w:rPr>
        <w:t>’</w:t>
      </w:r>
      <w:r>
        <w:rPr>
          <w:rFonts w:cs="Georgia"/>
          <w:kern w:val="1"/>
        </w:rPr>
        <w:t>envoi de quelques douceurs</w:t>
      </w:r>
      <w:r w:rsidR="000E1451">
        <w:rPr>
          <w:rFonts w:cs="Georgia"/>
          <w:kern w:val="1"/>
        </w:rPr>
        <w:t xml:space="preserve">. </w:t>
      </w:r>
      <w:r>
        <w:rPr>
          <w:rFonts w:cs="Georgia"/>
          <w:kern w:val="1"/>
        </w:rPr>
        <w:t>Il se bornait à insinuer timidement qu</w:t>
      </w:r>
      <w:r w:rsidR="000E1451">
        <w:rPr>
          <w:rFonts w:cs="Georgia"/>
          <w:kern w:val="1"/>
        </w:rPr>
        <w:t>’</w:t>
      </w:r>
      <w:r>
        <w:rPr>
          <w:rFonts w:cs="Georgia"/>
          <w:kern w:val="1"/>
        </w:rPr>
        <w:t>une ou deux paires de chaussettes</w:t>
      </w:r>
      <w:r w:rsidR="000E1451">
        <w:rPr>
          <w:rFonts w:cs="Georgia"/>
          <w:kern w:val="1"/>
        </w:rPr>
        <w:t xml:space="preserve">, </w:t>
      </w:r>
      <w:r>
        <w:rPr>
          <w:rFonts w:cs="Georgia"/>
          <w:kern w:val="1"/>
        </w:rPr>
        <w:t>un tricot de supplément seraient les bienvenus pour le moment fort rapproché où le bataillon de soutien auquel il appartenait allait monter en ligne</w:t>
      </w:r>
      <w:r w:rsidR="000E1451">
        <w:rPr>
          <w:rFonts w:cs="Georgia"/>
          <w:kern w:val="1"/>
        </w:rPr>
        <w:t xml:space="preserve">. </w:t>
      </w:r>
      <w:r>
        <w:rPr>
          <w:rFonts w:cs="Georgia"/>
          <w:kern w:val="1"/>
        </w:rPr>
        <w:t xml:space="preserve">Il terminait en assurant de son respectueux dévouement Son Excellence et </w:t>
      </w:r>
      <w:r w:rsidR="000E1451">
        <w:rPr>
          <w:rFonts w:cs="Georgia"/>
          <w:kern w:val="1"/>
        </w:rPr>
        <w:t>M</w:t>
      </w:r>
      <w:r w:rsidR="000E1451" w:rsidRPr="000E1451">
        <w:rPr>
          <w:rFonts w:cs="Georgia"/>
          <w:kern w:val="1"/>
          <w:vertAlign w:val="superscript"/>
        </w:rPr>
        <w:t>lle</w:t>
      </w:r>
      <w:r w:rsidR="000E1451">
        <w:rPr>
          <w:rFonts w:cs="Georgia"/>
          <w:kern w:val="1"/>
        </w:rPr>
        <w:t> </w:t>
      </w:r>
      <w:r>
        <w:rPr>
          <w:rFonts w:cs="Georgia"/>
          <w:kern w:val="1"/>
        </w:rPr>
        <w:t>Axelle</w:t>
      </w:r>
      <w:r w:rsidR="000E1451">
        <w:rPr>
          <w:rFonts w:cs="Georgia"/>
          <w:kern w:val="1"/>
        </w:rPr>
        <w:t xml:space="preserve">, </w:t>
      </w:r>
      <w:r>
        <w:rPr>
          <w:rFonts w:cs="Georgia"/>
          <w:kern w:val="1"/>
        </w:rPr>
        <w:t>et il n</w:t>
      </w:r>
      <w:r w:rsidR="000E1451">
        <w:rPr>
          <w:rFonts w:cs="Georgia"/>
          <w:kern w:val="1"/>
        </w:rPr>
        <w:t>’</w:t>
      </w:r>
      <w:r>
        <w:rPr>
          <w:rFonts w:cs="Georgia"/>
          <w:kern w:val="1"/>
        </w:rPr>
        <w:t>oubliait pas d</w:t>
      </w:r>
      <w:r w:rsidR="000E1451">
        <w:rPr>
          <w:rFonts w:cs="Georgia"/>
          <w:kern w:val="1"/>
        </w:rPr>
        <w:t>’</w:t>
      </w:r>
      <w:r>
        <w:rPr>
          <w:rFonts w:cs="Georgia"/>
          <w:kern w:val="1"/>
        </w:rPr>
        <w:t xml:space="preserve">envoyer à </w:t>
      </w:r>
      <w:r w:rsidR="000E1451">
        <w:rPr>
          <w:rFonts w:cs="Georgia"/>
          <w:kern w:val="1"/>
        </w:rPr>
        <w:t>M. </w:t>
      </w:r>
      <w:r>
        <w:rPr>
          <w:rFonts w:cs="Georgia"/>
          <w:kern w:val="1"/>
        </w:rPr>
        <w:t>Dumaine son meilleur souvenir</w:t>
      </w:r>
      <w:r w:rsidR="000E1451">
        <w:rPr>
          <w:rFonts w:cs="Georgia"/>
          <w:kern w:val="1"/>
        </w:rPr>
        <w:t>.</w:t>
      </w:r>
    </w:p>
    <w:p w14:paraId="6AAA6D39" w14:textId="77777777" w:rsidR="000E1451" w:rsidRDefault="00BE611A" w:rsidP="00BE611A">
      <w:pPr>
        <w:rPr>
          <w:rFonts w:cs="Georgia"/>
          <w:kern w:val="1"/>
        </w:rPr>
      </w:pPr>
      <w:r>
        <w:rPr>
          <w:rFonts w:cs="Georgia"/>
          <w:kern w:val="1"/>
        </w:rPr>
        <w:lastRenderedPageBreak/>
        <w:t>La lettre du commandant de Reichendorf était adressée à son père</w:t>
      </w:r>
      <w:r w:rsidR="000E1451">
        <w:rPr>
          <w:rFonts w:cs="Georgia"/>
          <w:kern w:val="1"/>
        </w:rPr>
        <w:t xml:space="preserve">. </w:t>
      </w:r>
      <w:r>
        <w:rPr>
          <w:rFonts w:cs="Georgia"/>
          <w:kern w:val="1"/>
        </w:rPr>
        <w:t>Comme toujours</w:t>
      </w:r>
      <w:r w:rsidR="000E1451">
        <w:rPr>
          <w:rFonts w:cs="Georgia"/>
          <w:kern w:val="1"/>
        </w:rPr>
        <w:t xml:space="preserve">, </w:t>
      </w:r>
      <w:r>
        <w:rPr>
          <w:rFonts w:cs="Georgia"/>
          <w:kern w:val="1"/>
        </w:rPr>
        <w:t>elle était fort brève et ne contenait guère de détails sur les opérations</w:t>
      </w:r>
      <w:r w:rsidR="000E1451">
        <w:rPr>
          <w:rFonts w:cs="Georgia"/>
          <w:kern w:val="1"/>
        </w:rPr>
        <w:t xml:space="preserve">. </w:t>
      </w:r>
      <w:r>
        <w:rPr>
          <w:rFonts w:cs="Georgia"/>
          <w:kern w:val="1"/>
        </w:rPr>
        <w:t>Le général m</w:t>
      </w:r>
      <w:r w:rsidR="000E1451">
        <w:rPr>
          <w:rFonts w:cs="Georgia"/>
          <w:kern w:val="1"/>
        </w:rPr>
        <w:t>’</w:t>
      </w:r>
      <w:r>
        <w:rPr>
          <w:rFonts w:cs="Georgia"/>
          <w:kern w:val="1"/>
        </w:rPr>
        <w:t>en communiqua certains passages</w:t>
      </w:r>
      <w:r w:rsidR="000E1451">
        <w:rPr>
          <w:rFonts w:cs="Georgia"/>
          <w:kern w:val="1"/>
        </w:rPr>
        <w:t xml:space="preserve">, </w:t>
      </w:r>
      <w:r>
        <w:rPr>
          <w:rFonts w:cs="Georgia"/>
          <w:kern w:val="1"/>
        </w:rPr>
        <w:t>ceux qui étaient de nature à me permettre de l</w:t>
      </w:r>
      <w:r w:rsidR="000E1451">
        <w:rPr>
          <w:rFonts w:cs="Georgia"/>
          <w:kern w:val="1"/>
        </w:rPr>
        <w:t>’</w:t>
      </w:r>
      <w:r>
        <w:rPr>
          <w:rFonts w:cs="Georgia"/>
          <w:kern w:val="1"/>
        </w:rPr>
        <w:t>aider à délimiter approximativement la région dans laquelle Dietrich combattait</w:t>
      </w:r>
      <w:r w:rsidR="000E1451">
        <w:rPr>
          <w:rFonts w:cs="Georgia"/>
          <w:kern w:val="1"/>
        </w:rPr>
        <w:t xml:space="preserve">. </w:t>
      </w:r>
      <w:r>
        <w:rPr>
          <w:rFonts w:cs="Georgia"/>
          <w:kern w:val="1"/>
        </w:rPr>
        <w:t>Nous fûmes d</w:t>
      </w:r>
      <w:r w:rsidR="000E1451">
        <w:rPr>
          <w:rFonts w:cs="Georgia"/>
          <w:kern w:val="1"/>
        </w:rPr>
        <w:t>’</w:t>
      </w:r>
      <w:r>
        <w:rPr>
          <w:rFonts w:cs="Georgia"/>
          <w:kern w:val="1"/>
        </w:rPr>
        <w:t>accord pour estimer que son régiment devait être de ceux qui étaient en train d</w:t>
      </w:r>
      <w:r w:rsidR="000E1451">
        <w:rPr>
          <w:rFonts w:cs="Georgia"/>
          <w:kern w:val="1"/>
        </w:rPr>
        <w:t>’</w:t>
      </w:r>
      <w:r>
        <w:rPr>
          <w:rFonts w:cs="Georgia"/>
          <w:kern w:val="1"/>
        </w:rPr>
        <w:t>opposer</w:t>
      </w:r>
      <w:r w:rsidR="000E1451">
        <w:rPr>
          <w:rFonts w:cs="Georgia"/>
          <w:kern w:val="1"/>
        </w:rPr>
        <w:t xml:space="preserve">, </w:t>
      </w:r>
      <w:r>
        <w:rPr>
          <w:rFonts w:cs="Georgia"/>
          <w:kern w:val="1"/>
        </w:rPr>
        <w:t>dans le Laonnois</w:t>
      </w:r>
      <w:r w:rsidR="000E1451">
        <w:rPr>
          <w:rFonts w:cs="Georgia"/>
          <w:kern w:val="1"/>
        </w:rPr>
        <w:t xml:space="preserve">, </w:t>
      </w:r>
      <w:r>
        <w:rPr>
          <w:rFonts w:cs="Georgia"/>
          <w:kern w:val="1"/>
        </w:rPr>
        <w:t>une résistance acharnée à l</w:t>
      </w:r>
      <w:r w:rsidR="000E1451">
        <w:rPr>
          <w:rFonts w:cs="Georgia"/>
          <w:kern w:val="1"/>
        </w:rPr>
        <w:t>’</w:t>
      </w:r>
      <w:r>
        <w:rPr>
          <w:rFonts w:cs="Georgia"/>
          <w:kern w:val="1"/>
        </w:rPr>
        <w:t>avance française</w:t>
      </w:r>
      <w:r w:rsidR="000E1451">
        <w:rPr>
          <w:rFonts w:cs="Georgia"/>
          <w:kern w:val="1"/>
        </w:rPr>
        <w:t xml:space="preserve">. </w:t>
      </w:r>
      <w:r>
        <w:rPr>
          <w:rFonts w:cs="Georgia"/>
          <w:kern w:val="1"/>
        </w:rPr>
        <w:t>Le vieillard ne semblait d</w:t>
      </w:r>
      <w:r w:rsidR="000E1451">
        <w:rPr>
          <w:rFonts w:cs="Georgia"/>
          <w:kern w:val="1"/>
        </w:rPr>
        <w:t>’</w:t>
      </w:r>
      <w:r>
        <w:rPr>
          <w:rFonts w:cs="Georgia"/>
          <w:kern w:val="1"/>
        </w:rPr>
        <w:t>ailleurs pas attacher autrement d</w:t>
      </w:r>
      <w:r w:rsidR="000E1451">
        <w:rPr>
          <w:rFonts w:cs="Georgia"/>
          <w:kern w:val="1"/>
        </w:rPr>
        <w:t>’</w:t>
      </w:r>
      <w:r>
        <w:rPr>
          <w:rFonts w:cs="Georgia"/>
          <w:kern w:val="1"/>
        </w:rPr>
        <w:t>attention au recul général des troupes allemandes</w:t>
      </w:r>
      <w:r w:rsidR="000E1451">
        <w:rPr>
          <w:rFonts w:cs="Georgia"/>
          <w:kern w:val="1"/>
        </w:rPr>
        <w:t xml:space="preserve">. </w:t>
      </w:r>
      <w:r>
        <w:rPr>
          <w:rFonts w:cs="Georgia"/>
          <w:kern w:val="1"/>
        </w:rPr>
        <w:t>Il continuait à y voir l</w:t>
      </w:r>
      <w:r w:rsidR="000E1451">
        <w:rPr>
          <w:rFonts w:cs="Georgia"/>
          <w:kern w:val="1"/>
        </w:rPr>
        <w:t>’</w:t>
      </w:r>
      <w:r>
        <w:rPr>
          <w:rFonts w:cs="Georgia"/>
          <w:kern w:val="1"/>
        </w:rPr>
        <w:t>effet d</w:t>
      </w:r>
      <w:r w:rsidR="000E1451">
        <w:rPr>
          <w:rFonts w:cs="Georgia"/>
          <w:kern w:val="1"/>
        </w:rPr>
        <w:t>’</w:t>
      </w:r>
      <w:r>
        <w:rPr>
          <w:rFonts w:cs="Georgia"/>
          <w:kern w:val="1"/>
        </w:rPr>
        <w:t>une manœuvre analogue au repli effectué l</w:t>
      </w:r>
      <w:r w:rsidR="000E1451">
        <w:rPr>
          <w:rFonts w:cs="Georgia"/>
          <w:kern w:val="1"/>
        </w:rPr>
        <w:t>’</w:t>
      </w:r>
      <w:r>
        <w:rPr>
          <w:rFonts w:cs="Georgia"/>
          <w:kern w:val="1"/>
        </w:rPr>
        <w:t>année précédente sur la ligne Hindenburg</w:t>
      </w:r>
      <w:r w:rsidR="000E1451">
        <w:rPr>
          <w:rFonts w:cs="Georgia"/>
          <w:kern w:val="1"/>
        </w:rPr>
        <w:t>.</w:t>
      </w:r>
    </w:p>
    <w:p w14:paraId="272D015F" w14:textId="77777777" w:rsidR="000E1451" w:rsidRDefault="000E1451" w:rsidP="00BE611A">
      <w:pPr>
        <w:rPr>
          <w:rFonts w:cs="Georgia"/>
          <w:kern w:val="1"/>
        </w:rPr>
      </w:pPr>
      <w:r>
        <w:rPr>
          <w:rFonts w:cs="Georgia"/>
          <w:kern w:val="1"/>
        </w:rPr>
        <w:t>— </w:t>
      </w:r>
      <w:r w:rsidR="00BE611A">
        <w:rPr>
          <w:rFonts w:cs="Georgia"/>
          <w:kern w:val="1"/>
        </w:rPr>
        <w:t>Fort bien</w:t>
      </w:r>
      <w:r>
        <w:rPr>
          <w:rFonts w:cs="Georgia"/>
          <w:kern w:val="1"/>
        </w:rPr>
        <w:t xml:space="preserve">, </w:t>
      </w:r>
      <w:r w:rsidR="00BE611A">
        <w:rPr>
          <w:rFonts w:cs="Georgia"/>
          <w:kern w:val="1"/>
        </w:rPr>
        <w:t>répétait-il</w:t>
      </w:r>
      <w:r>
        <w:rPr>
          <w:rFonts w:cs="Georgia"/>
          <w:kern w:val="1"/>
        </w:rPr>
        <w:t xml:space="preserve">, </w:t>
      </w:r>
      <w:r w:rsidR="00BE611A">
        <w:rPr>
          <w:rFonts w:cs="Georgia"/>
          <w:kern w:val="1"/>
        </w:rPr>
        <w:t>chaque fois que le communiqué venait nous annoncer un nouveau mouvement de retraite</w:t>
      </w:r>
      <w:r>
        <w:rPr>
          <w:rFonts w:cs="Georgia"/>
          <w:kern w:val="1"/>
        </w:rPr>
        <w:t xml:space="preserve">, </w:t>
      </w:r>
      <w:r w:rsidR="00BE611A">
        <w:rPr>
          <w:rFonts w:cs="Georgia"/>
          <w:kern w:val="1"/>
        </w:rPr>
        <w:t>fort bien</w:t>
      </w:r>
      <w:r>
        <w:rPr>
          <w:rFonts w:cs="Georgia"/>
          <w:kern w:val="1"/>
        </w:rPr>
        <w:t xml:space="preserve"> ! </w:t>
      </w:r>
      <w:r w:rsidR="00BE611A">
        <w:rPr>
          <w:rFonts w:cs="Georgia"/>
          <w:kern w:val="1"/>
        </w:rPr>
        <w:t>Et maintenant</w:t>
      </w:r>
      <w:r>
        <w:rPr>
          <w:rFonts w:cs="Georgia"/>
          <w:kern w:val="1"/>
        </w:rPr>
        <w:t xml:space="preserve">, </w:t>
      </w:r>
      <w:r w:rsidR="00BE611A">
        <w:rPr>
          <w:rFonts w:cs="Georgia"/>
          <w:kern w:val="1"/>
        </w:rPr>
        <w:t>mon ami</w:t>
      </w:r>
      <w:r>
        <w:rPr>
          <w:rFonts w:cs="Georgia"/>
          <w:kern w:val="1"/>
        </w:rPr>
        <w:t xml:space="preserve">, </w:t>
      </w:r>
      <w:r w:rsidR="00BE611A">
        <w:rPr>
          <w:rFonts w:cs="Georgia"/>
          <w:kern w:val="1"/>
        </w:rPr>
        <w:t>voulez-vous que je vous dise ce qui va se passer</w:t>
      </w:r>
      <w:r>
        <w:rPr>
          <w:rFonts w:cs="Georgia"/>
          <w:kern w:val="1"/>
        </w:rPr>
        <w:t xml:space="preserve"> ? </w:t>
      </w:r>
      <w:r w:rsidR="00BE611A">
        <w:rPr>
          <w:rFonts w:cs="Georgia"/>
          <w:kern w:val="1"/>
        </w:rPr>
        <w:t>Déclenchement à bref délai d</w:t>
      </w:r>
      <w:r>
        <w:rPr>
          <w:rFonts w:cs="Georgia"/>
          <w:kern w:val="1"/>
        </w:rPr>
        <w:t>’</w:t>
      </w:r>
      <w:r w:rsidR="00BE611A">
        <w:rPr>
          <w:rFonts w:cs="Georgia"/>
          <w:kern w:val="1"/>
        </w:rPr>
        <w:t>une offensive de grand style</w:t>
      </w:r>
      <w:r>
        <w:rPr>
          <w:rFonts w:cs="Georgia"/>
          <w:kern w:val="1"/>
        </w:rPr>
        <w:t xml:space="preserve">, </w:t>
      </w:r>
      <w:r w:rsidR="00BE611A">
        <w:rPr>
          <w:rFonts w:cs="Georgia"/>
          <w:kern w:val="1"/>
        </w:rPr>
        <w:t>sur la ligne Saint-Quentin-la-Fère</w:t>
      </w:r>
      <w:r>
        <w:rPr>
          <w:rFonts w:cs="Georgia"/>
          <w:kern w:val="1"/>
        </w:rPr>
        <w:t xml:space="preserve">. </w:t>
      </w:r>
      <w:r w:rsidR="00BE611A">
        <w:rPr>
          <w:rFonts w:cs="Georgia"/>
          <w:kern w:val="1"/>
        </w:rPr>
        <w:t>Ce n</w:t>
      </w:r>
      <w:r>
        <w:rPr>
          <w:rFonts w:cs="Georgia"/>
          <w:kern w:val="1"/>
        </w:rPr>
        <w:t>’</w:t>
      </w:r>
      <w:r w:rsidR="00BE611A">
        <w:rPr>
          <w:rFonts w:cs="Georgia"/>
          <w:kern w:val="1"/>
        </w:rPr>
        <w:t>est pas à moi</w:t>
      </w:r>
      <w:r>
        <w:rPr>
          <w:rFonts w:cs="Georgia"/>
          <w:kern w:val="1"/>
        </w:rPr>
        <w:t xml:space="preserve">, </w:t>
      </w:r>
      <w:r w:rsidR="00BE611A">
        <w:rPr>
          <w:rFonts w:cs="Georgia"/>
          <w:kern w:val="1"/>
        </w:rPr>
        <w:t>vous comprenez</w:t>
      </w:r>
      <w:r>
        <w:rPr>
          <w:rFonts w:cs="Georgia"/>
          <w:kern w:val="1"/>
        </w:rPr>
        <w:t xml:space="preserve">, </w:t>
      </w:r>
      <w:r w:rsidR="00BE611A">
        <w:rPr>
          <w:rFonts w:cs="Georgia"/>
          <w:kern w:val="1"/>
        </w:rPr>
        <w:t>qu</w:t>
      </w:r>
      <w:r>
        <w:rPr>
          <w:rFonts w:cs="Georgia"/>
          <w:kern w:val="1"/>
        </w:rPr>
        <w:t>’</w:t>
      </w:r>
      <w:r w:rsidR="00BE611A">
        <w:rPr>
          <w:rFonts w:cs="Georgia"/>
          <w:kern w:val="1"/>
        </w:rPr>
        <w:t>on peut dissimuler là-dessus la vérité</w:t>
      </w:r>
      <w:r>
        <w:rPr>
          <w:rFonts w:cs="Georgia"/>
          <w:kern w:val="1"/>
        </w:rPr>
        <w:t xml:space="preserve">. </w:t>
      </w:r>
      <w:r w:rsidR="00BE611A">
        <w:rPr>
          <w:rFonts w:cs="Georgia"/>
          <w:kern w:val="1"/>
        </w:rPr>
        <w:t>La ligne Saint-Quentin-la-Fère</w:t>
      </w:r>
      <w:r>
        <w:rPr>
          <w:rFonts w:cs="Georgia"/>
          <w:kern w:val="1"/>
        </w:rPr>
        <w:t xml:space="preserve">, </w:t>
      </w:r>
      <w:r w:rsidR="00BE611A">
        <w:rPr>
          <w:rFonts w:cs="Georgia"/>
          <w:kern w:val="1"/>
        </w:rPr>
        <w:t>c</w:t>
      </w:r>
      <w:r>
        <w:rPr>
          <w:rFonts w:cs="Georgia"/>
          <w:kern w:val="1"/>
        </w:rPr>
        <w:t>’</w:t>
      </w:r>
      <w:r w:rsidR="00BE611A">
        <w:rPr>
          <w:rFonts w:cs="Georgia"/>
          <w:kern w:val="1"/>
        </w:rPr>
        <w:t>est celle qu</w:t>
      </w:r>
      <w:r>
        <w:rPr>
          <w:rFonts w:cs="Georgia"/>
          <w:kern w:val="1"/>
        </w:rPr>
        <w:t>’</w:t>
      </w:r>
      <w:r w:rsidR="00BE611A">
        <w:rPr>
          <w:rFonts w:cs="Georgia"/>
          <w:kern w:val="1"/>
        </w:rPr>
        <w:t>occupait</w:t>
      </w:r>
      <w:r>
        <w:rPr>
          <w:rFonts w:cs="Georgia"/>
          <w:kern w:val="1"/>
        </w:rPr>
        <w:t xml:space="preserve">, </w:t>
      </w:r>
      <w:r w:rsidR="00BE611A">
        <w:rPr>
          <w:rFonts w:cs="Georgia"/>
          <w:kern w:val="1"/>
        </w:rPr>
        <w:t>en janvier 1871</w:t>
      </w:r>
      <w:r>
        <w:rPr>
          <w:rFonts w:cs="Georgia"/>
          <w:kern w:val="1"/>
        </w:rPr>
        <w:t xml:space="preserve">, </w:t>
      </w:r>
      <w:r w:rsidR="00BE611A">
        <w:rPr>
          <w:rFonts w:cs="Georgia"/>
          <w:kern w:val="1"/>
        </w:rPr>
        <w:t>l</w:t>
      </w:r>
      <w:r>
        <w:rPr>
          <w:rFonts w:cs="Georgia"/>
          <w:kern w:val="1"/>
        </w:rPr>
        <w:t>’</w:t>
      </w:r>
      <w:r w:rsidR="00BE611A">
        <w:rPr>
          <w:rFonts w:cs="Georgia"/>
          <w:kern w:val="1"/>
        </w:rPr>
        <w:t xml:space="preserve">année von </w:t>
      </w:r>
      <w:r>
        <w:rPr>
          <w:rFonts w:cs="Georgia"/>
          <w:kern w:val="1"/>
        </w:rPr>
        <w:t>Goe</w:t>
      </w:r>
      <w:r w:rsidR="00BE611A">
        <w:rPr>
          <w:rFonts w:cs="Georgia"/>
          <w:kern w:val="1"/>
        </w:rPr>
        <w:t>ben</w:t>
      </w:r>
      <w:r>
        <w:rPr>
          <w:rFonts w:cs="Georgia"/>
          <w:kern w:val="1"/>
        </w:rPr>
        <w:t xml:space="preserve">. </w:t>
      </w:r>
      <w:r w:rsidR="00BE611A">
        <w:rPr>
          <w:rFonts w:cs="Georgia"/>
          <w:kern w:val="1"/>
        </w:rPr>
        <w:t>Et vous savez comment cela a fini</w:t>
      </w:r>
      <w:r>
        <w:rPr>
          <w:rFonts w:cs="Georgia"/>
          <w:kern w:val="1"/>
        </w:rPr>
        <w:t xml:space="preserve">, </w:t>
      </w:r>
      <w:r w:rsidR="00BE611A">
        <w:rPr>
          <w:rFonts w:cs="Georgia"/>
          <w:kern w:val="1"/>
        </w:rPr>
        <w:t>hein</w:t>
      </w:r>
      <w:r>
        <w:rPr>
          <w:rFonts w:cs="Georgia"/>
          <w:kern w:val="1"/>
        </w:rPr>
        <w:t xml:space="preserve"> ? </w:t>
      </w:r>
      <w:r w:rsidR="00BE611A">
        <w:rPr>
          <w:rFonts w:cs="Georgia"/>
          <w:kern w:val="1"/>
        </w:rPr>
        <w:t>L</w:t>
      </w:r>
      <w:r>
        <w:rPr>
          <w:rFonts w:cs="Georgia"/>
          <w:kern w:val="1"/>
        </w:rPr>
        <w:t>’</w:t>
      </w:r>
      <w:r w:rsidR="00BE611A">
        <w:rPr>
          <w:rFonts w:cs="Georgia"/>
          <w:kern w:val="1"/>
        </w:rPr>
        <w:t>instant est venu</w:t>
      </w:r>
      <w:r>
        <w:rPr>
          <w:rFonts w:cs="Georgia"/>
          <w:kern w:val="1"/>
        </w:rPr>
        <w:t xml:space="preserve">, </w:t>
      </w:r>
      <w:r w:rsidR="00BE611A">
        <w:rPr>
          <w:rFonts w:cs="Georgia"/>
          <w:kern w:val="1"/>
        </w:rPr>
        <w:t>croyez-moi</w:t>
      </w:r>
      <w:r>
        <w:rPr>
          <w:rFonts w:cs="Georgia"/>
          <w:kern w:val="1"/>
        </w:rPr>
        <w:t xml:space="preserve">, </w:t>
      </w:r>
      <w:r w:rsidR="00BE611A">
        <w:rPr>
          <w:rFonts w:cs="Georgia"/>
          <w:kern w:val="1"/>
        </w:rPr>
        <w:t>où nous allons abandonner ce damné système de guerre de positions</w:t>
      </w:r>
      <w:r>
        <w:rPr>
          <w:rFonts w:cs="Georgia"/>
          <w:kern w:val="1"/>
        </w:rPr>
        <w:t xml:space="preserve">, </w:t>
      </w:r>
      <w:r w:rsidR="00BE611A">
        <w:rPr>
          <w:rFonts w:cs="Georgia"/>
          <w:kern w:val="1"/>
        </w:rPr>
        <w:t>avec lequel les incapables jeunes gens de nos états-majors ont fait couler tant de sang allemand</w:t>
      </w:r>
      <w:r>
        <w:rPr>
          <w:rFonts w:cs="Georgia"/>
          <w:kern w:val="1"/>
        </w:rPr>
        <w:t xml:space="preserve">, </w:t>
      </w:r>
      <w:r w:rsidR="00BE611A">
        <w:rPr>
          <w:rFonts w:cs="Georgia"/>
          <w:kern w:val="1"/>
        </w:rPr>
        <w:t>en pure perte</w:t>
      </w:r>
      <w:r>
        <w:rPr>
          <w:rFonts w:cs="Georgia"/>
          <w:kern w:val="1"/>
        </w:rPr>
        <w:t xml:space="preserve">. </w:t>
      </w:r>
      <w:r w:rsidR="00BE611A">
        <w:rPr>
          <w:rFonts w:cs="Georgia"/>
          <w:kern w:val="1"/>
        </w:rPr>
        <w:t>Que pionniers et fantassins aient du goût pour se faire tuer dans les tranchées</w:t>
      </w:r>
      <w:r>
        <w:rPr>
          <w:rFonts w:cs="Georgia"/>
          <w:kern w:val="1"/>
        </w:rPr>
        <w:t xml:space="preserve">, </w:t>
      </w:r>
      <w:r w:rsidR="00BE611A">
        <w:rPr>
          <w:rFonts w:cs="Georgia"/>
          <w:kern w:val="1"/>
        </w:rPr>
        <w:t>ça les regarde</w:t>
      </w:r>
      <w:r>
        <w:rPr>
          <w:rFonts w:cs="Georgia"/>
          <w:kern w:val="1"/>
        </w:rPr>
        <w:t xml:space="preserve"> ; </w:t>
      </w:r>
      <w:r w:rsidR="00BE611A">
        <w:rPr>
          <w:rFonts w:cs="Georgia"/>
          <w:kern w:val="1"/>
        </w:rPr>
        <w:t>c</w:t>
      </w:r>
      <w:r>
        <w:rPr>
          <w:rFonts w:cs="Georgia"/>
          <w:kern w:val="1"/>
        </w:rPr>
        <w:t>’</w:t>
      </w:r>
      <w:r w:rsidR="00BE611A">
        <w:rPr>
          <w:rFonts w:cs="Georgia"/>
          <w:kern w:val="1"/>
        </w:rPr>
        <w:t>est leur métier</w:t>
      </w:r>
      <w:r>
        <w:rPr>
          <w:rFonts w:cs="Georgia"/>
          <w:kern w:val="1"/>
        </w:rPr>
        <w:t xml:space="preserve">. </w:t>
      </w:r>
      <w:r w:rsidR="00BE611A">
        <w:rPr>
          <w:rFonts w:cs="Georgia"/>
          <w:kern w:val="1"/>
        </w:rPr>
        <w:t>Mais qu</w:t>
      </w:r>
      <w:r>
        <w:rPr>
          <w:rFonts w:cs="Georgia"/>
          <w:kern w:val="1"/>
        </w:rPr>
        <w:t>’</w:t>
      </w:r>
      <w:r w:rsidR="00BE611A">
        <w:rPr>
          <w:rFonts w:cs="Georgia"/>
          <w:kern w:val="1"/>
        </w:rPr>
        <w:t>on ait démonté la fine fleur de la cavalerie prussienne pour la faire massacrer dans des taupinières</w:t>
      </w:r>
      <w:r>
        <w:rPr>
          <w:rFonts w:cs="Georgia"/>
          <w:kern w:val="1"/>
        </w:rPr>
        <w:t xml:space="preserve">, </w:t>
      </w:r>
      <w:r w:rsidR="00BE611A">
        <w:rPr>
          <w:rFonts w:cs="Georgia"/>
          <w:kern w:val="1"/>
        </w:rPr>
        <w:t>voilà le crime inexpiable</w:t>
      </w:r>
      <w:r>
        <w:rPr>
          <w:rFonts w:cs="Georgia"/>
          <w:kern w:val="1"/>
        </w:rPr>
        <w:t xml:space="preserve">. </w:t>
      </w:r>
      <w:r w:rsidR="00BE611A">
        <w:rPr>
          <w:rFonts w:cs="Georgia"/>
          <w:kern w:val="1"/>
        </w:rPr>
        <w:t>Heureusement que ces erreurs vont être réparées</w:t>
      </w:r>
      <w:r>
        <w:rPr>
          <w:rFonts w:cs="Georgia"/>
          <w:kern w:val="1"/>
        </w:rPr>
        <w:t xml:space="preserve">. </w:t>
      </w:r>
      <w:r w:rsidR="00BE611A">
        <w:rPr>
          <w:rFonts w:cs="Georgia"/>
          <w:kern w:val="1"/>
        </w:rPr>
        <w:t>Oui</w:t>
      </w:r>
      <w:r>
        <w:rPr>
          <w:rFonts w:cs="Georgia"/>
          <w:kern w:val="1"/>
        </w:rPr>
        <w:t xml:space="preserve">, </w:t>
      </w:r>
      <w:r w:rsidR="00BE611A">
        <w:rPr>
          <w:rFonts w:cs="Georgia"/>
          <w:kern w:val="1"/>
        </w:rPr>
        <w:t>retour prochain</w:t>
      </w:r>
      <w:r>
        <w:rPr>
          <w:rFonts w:cs="Georgia"/>
          <w:kern w:val="1"/>
        </w:rPr>
        <w:t xml:space="preserve">, </w:t>
      </w:r>
      <w:r w:rsidR="00BE611A">
        <w:rPr>
          <w:rFonts w:cs="Georgia"/>
          <w:kern w:val="1"/>
        </w:rPr>
        <w:t>retour certain à la belle et bonne guerre en rase campagne</w:t>
      </w:r>
      <w:r>
        <w:rPr>
          <w:rFonts w:cs="Georgia"/>
          <w:kern w:val="1"/>
        </w:rPr>
        <w:t xml:space="preserve">, </w:t>
      </w:r>
      <w:r w:rsidR="00BE611A">
        <w:rPr>
          <w:rFonts w:cs="Georgia"/>
          <w:kern w:val="1"/>
        </w:rPr>
        <w:t xml:space="preserve">avec attaque feinte </w:t>
      </w:r>
      <w:r w:rsidR="00BE611A">
        <w:rPr>
          <w:rFonts w:cs="Georgia"/>
          <w:kern w:val="1"/>
        </w:rPr>
        <w:lastRenderedPageBreak/>
        <w:t>sur une aile</w:t>
      </w:r>
      <w:r>
        <w:rPr>
          <w:rFonts w:cs="Georgia"/>
          <w:kern w:val="1"/>
        </w:rPr>
        <w:t xml:space="preserve">, </w:t>
      </w:r>
      <w:r w:rsidR="00BE611A">
        <w:rPr>
          <w:rFonts w:cs="Georgia"/>
          <w:kern w:val="1"/>
        </w:rPr>
        <w:t>débordement de l</w:t>
      </w:r>
      <w:r>
        <w:rPr>
          <w:rFonts w:cs="Georgia"/>
          <w:kern w:val="1"/>
        </w:rPr>
        <w:t>’</w:t>
      </w:r>
      <w:r w:rsidR="00BE611A">
        <w:rPr>
          <w:rFonts w:cs="Georgia"/>
          <w:kern w:val="1"/>
        </w:rPr>
        <w:t>autre</w:t>
      </w:r>
      <w:r>
        <w:rPr>
          <w:rFonts w:cs="Georgia"/>
          <w:kern w:val="1"/>
        </w:rPr>
        <w:t xml:space="preserve">, </w:t>
      </w:r>
      <w:r w:rsidR="00BE611A">
        <w:rPr>
          <w:rFonts w:cs="Georgia"/>
          <w:kern w:val="1"/>
        </w:rPr>
        <w:t>et décision arrachée par charge de cavalerie</w:t>
      </w:r>
      <w:r>
        <w:rPr>
          <w:rFonts w:cs="Georgia"/>
          <w:kern w:val="1"/>
        </w:rPr>
        <w:t xml:space="preserve">. </w:t>
      </w:r>
      <w:r w:rsidR="00BE611A">
        <w:rPr>
          <w:rFonts w:cs="Georgia"/>
          <w:kern w:val="1"/>
        </w:rPr>
        <w:t>La saison est admirablement choisie</w:t>
      </w:r>
      <w:r>
        <w:rPr>
          <w:rFonts w:cs="Georgia"/>
          <w:kern w:val="1"/>
        </w:rPr>
        <w:t xml:space="preserve">. </w:t>
      </w:r>
      <w:r w:rsidR="00BE611A">
        <w:rPr>
          <w:rFonts w:cs="Georgia"/>
          <w:kern w:val="1"/>
        </w:rPr>
        <w:t>Moi qui connais comme pas un la nature du terrain dans l</w:t>
      </w:r>
      <w:r>
        <w:rPr>
          <w:rFonts w:cs="Georgia"/>
          <w:kern w:val="1"/>
        </w:rPr>
        <w:t>’</w:t>
      </w:r>
      <w:r w:rsidR="00BE611A">
        <w:rPr>
          <w:rFonts w:cs="Georgia"/>
          <w:kern w:val="1"/>
        </w:rPr>
        <w:t>est et le nord de la France</w:t>
      </w:r>
      <w:r>
        <w:rPr>
          <w:rFonts w:cs="Georgia"/>
          <w:kern w:val="1"/>
        </w:rPr>
        <w:t xml:space="preserve">, </w:t>
      </w:r>
      <w:r w:rsidR="00BE611A">
        <w:rPr>
          <w:rFonts w:cs="Georgia"/>
          <w:kern w:val="1"/>
        </w:rPr>
        <w:t>je puis dire qu</w:t>
      </w:r>
      <w:r>
        <w:rPr>
          <w:rFonts w:cs="Georgia"/>
          <w:kern w:val="1"/>
        </w:rPr>
        <w:t>’</w:t>
      </w:r>
      <w:r w:rsidR="00BE611A">
        <w:rPr>
          <w:rFonts w:cs="Georgia"/>
          <w:kern w:val="1"/>
        </w:rPr>
        <w:t>en août il est un peu sec pour les chevaux</w:t>
      </w:r>
      <w:r>
        <w:rPr>
          <w:rFonts w:cs="Georgia"/>
          <w:kern w:val="1"/>
        </w:rPr>
        <w:t xml:space="preserve">. </w:t>
      </w:r>
      <w:r w:rsidR="00BE611A">
        <w:rPr>
          <w:rFonts w:cs="Georgia"/>
          <w:kern w:val="1"/>
        </w:rPr>
        <w:t>À partir d</w:t>
      </w:r>
      <w:r>
        <w:rPr>
          <w:rFonts w:cs="Georgia"/>
          <w:kern w:val="1"/>
        </w:rPr>
        <w:t>’</w:t>
      </w:r>
      <w:r w:rsidR="00BE611A">
        <w:rPr>
          <w:rFonts w:cs="Georgia"/>
          <w:kern w:val="1"/>
        </w:rPr>
        <w:t>octobre</w:t>
      </w:r>
      <w:r>
        <w:rPr>
          <w:rFonts w:cs="Georgia"/>
          <w:kern w:val="1"/>
        </w:rPr>
        <w:t xml:space="preserve">, </w:t>
      </w:r>
      <w:r w:rsidR="00BE611A">
        <w:rPr>
          <w:rFonts w:cs="Georgia"/>
          <w:kern w:val="1"/>
        </w:rPr>
        <w:t>il commence à être très lourd</w:t>
      </w:r>
      <w:r>
        <w:rPr>
          <w:rFonts w:cs="Georgia"/>
          <w:kern w:val="1"/>
        </w:rPr>
        <w:t xml:space="preserve">. </w:t>
      </w:r>
      <w:r w:rsidR="00BE611A">
        <w:rPr>
          <w:rFonts w:cs="Georgia"/>
          <w:kern w:val="1"/>
        </w:rPr>
        <w:t>Mais en septembre</w:t>
      </w:r>
      <w:r>
        <w:rPr>
          <w:rFonts w:cs="Georgia"/>
          <w:kern w:val="1"/>
        </w:rPr>
        <w:t xml:space="preserve">, </w:t>
      </w:r>
      <w:r w:rsidR="00BE611A">
        <w:rPr>
          <w:rFonts w:cs="Georgia"/>
          <w:kern w:val="1"/>
        </w:rPr>
        <w:t>mon bon ami</w:t>
      </w:r>
      <w:r>
        <w:rPr>
          <w:rFonts w:cs="Georgia"/>
          <w:kern w:val="1"/>
        </w:rPr>
        <w:t xml:space="preserve">, </w:t>
      </w:r>
      <w:r w:rsidR="00BE611A">
        <w:rPr>
          <w:rFonts w:cs="Georgia"/>
          <w:kern w:val="1"/>
        </w:rPr>
        <w:t>en septembre</w:t>
      </w:r>
      <w:r>
        <w:rPr>
          <w:rFonts w:cs="Georgia"/>
          <w:kern w:val="1"/>
        </w:rPr>
        <w:t xml:space="preserve">, </w:t>
      </w:r>
      <w:r w:rsidR="00BE611A">
        <w:rPr>
          <w:rFonts w:cs="Georgia"/>
          <w:kern w:val="1"/>
        </w:rPr>
        <w:t>c</w:t>
      </w:r>
      <w:r>
        <w:rPr>
          <w:rFonts w:cs="Georgia"/>
          <w:kern w:val="1"/>
        </w:rPr>
        <w:t>’</w:t>
      </w:r>
      <w:r w:rsidR="00BE611A">
        <w:rPr>
          <w:rFonts w:cs="Georgia"/>
          <w:kern w:val="1"/>
        </w:rPr>
        <w:t>est le rêve</w:t>
      </w:r>
      <w:r>
        <w:rPr>
          <w:rFonts w:cs="Georgia"/>
          <w:kern w:val="1"/>
        </w:rPr>
        <w:t xml:space="preserve">. </w:t>
      </w:r>
      <w:r w:rsidR="00BE611A">
        <w:rPr>
          <w:rFonts w:cs="Georgia"/>
          <w:kern w:val="1"/>
        </w:rPr>
        <w:t>Tenez</w:t>
      </w:r>
      <w:r>
        <w:rPr>
          <w:rFonts w:cs="Georgia"/>
          <w:kern w:val="1"/>
        </w:rPr>
        <w:t xml:space="preserve">, </w:t>
      </w:r>
      <w:r w:rsidR="00BE611A">
        <w:rPr>
          <w:rFonts w:cs="Georgia"/>
          <w:kern w:val="1"/>
        </w:rPr>
        <w:t>si vous n</w:t>
      </w:r>
      <w:r>
        <w:rPr>
          <w:rFonts w:cs="Georgia"/>
          <w:kern w:val="1"/>
        </w:rPr>
        <w:t>’</w:t>
      </w:r>
      <w:r w:rsidR="00BE611A">
        <w:rPr>
          <w:rFonts w:cs="Georgia"/>
          <w:kern w:val="1"/>
        </w:rPr>
        <w:t>êtes pas convaincu</w:t>
      </w:r>
      <w:r>
        <w:rPr>
          <w:rFonts w:cs="Georgia"/>
          <w:kern w:val="1"/>
        </w:rPr>
        <w:t xml:space="preserve">, </w:t>
      </w:r>
      <w:r w:rsidR="00BE611A">
        <w:rPr>
          <w:rFonts w:cs="Georgia"/>
          <w:kern w:val="1"/>
        </w:rPr>
        <w:t>jetez donc un coup d</w:t>
      </w:r>
      <w:r>
        <w:rPr>
          <w:rFonts w:cs="Georgia"/>
          <w:kern w:val="1"/>
        </w:rPr>
        <w:t>’</w:t>
      </w:r>
      <w:r w:rsidR="00BE611A">
        <w:rPr>
          <w:rFonts w:cs="Georgia"/>
          <w:kern w:val="1"/>
        </w:rPr>
        <w:t>œil sur cette lettre</w:t>
      </w:r>
      <w:r>
        <w:rPr>
          <w:rFonts w:cs="Georgia"/>
          <w:kern w:val="1"/>
        </w:rPr>
        <w:t xml:space="preserve">. </w:t>
      </w:r>
      <w:r w:rsidR="00BE611A">
        <w:rPr>
          <w:rFonts w:cs="Georgia"/>
          <w:kern w:val="1"/>
        </w:rPr>
        <w:t>Elle vient de m</w:t>
      </w:r>
      <w:r>
        <w:rPr>
          <w:rFonts w:cs="Georgia"/>
          <w:kern w:val="1"/>
        </w:rPr>
        <w:t>’</w:t>
      </w:r>
      <w:r w:rsidR="00BE611A">
        <w:rPr>
          <w:rFonts w:cs="Georgia"/>
          <w:kern w:val="1"/>
        </w:rPr>
        <w:t>être adressée par un de mes anciens officiers</w:t>
      </w:r>
      <w:r>
        <w:rPr>
          <w:rFonts w:cs="Georgia"/>
          <w:kern w:val="1"/>
        </w:rPr>
        <w:t xml:space="preserve">, </w:t>
      </w:r>
      <w:r w:rsidR="00BE611A">
        <w:rPr>
          <w:rFonts w:cs="Georgia"/>
          <w:kern w:val="1"/>
        </w:rPr>
        <w:t>le baron Hans von Gerichtstein</w:t>
      </w:r>
      <w:r>
        <w:rPr>
          <w:rFonts w:cs="Georgia"/>
          <w:kern w:val="1"/>
        </w:rPr>
        <w:t xml:space="preserve">, </w:t>
      </w:r>
      <w:r w:rsidR="00BE611A">
        <w:rPr>
          <w:rFonts w:cs="Georgia"/>
          <w:kern w:val="1"/>
        </w:rPr>
        <w:t>aujourd</w:t>
      </w:r>
      <w:r>
        <w:rPr>
          <w:rFonts w:cs="Georgia"/>
          <w:kern w:val="1"/>
        </w:rPr>
        <w:t>’</w:t>
      </w:r>
      <w:r w:rsidR="00BE611A">
        <w:rPr>
          <w:rFonts w:cs="Georgia"/>
          <w:kern w:val="1"/>
        </w:rPr>
        <w:t>hui colonel et directeur du dépôt de remonte de Tilsitt</w:t>
      </w:r>
      <w:r>
        <w:rPr>
          <w:rFonts w:cs="Georgia"/>
          <w:kern w:val="1"/>
        </w:rPr>
        <w:t xml:space="preserve">. </w:t>
      </w:r>
      <w:r w:rsidR="00BE611A">
        <w:rPr>
          <w:rFonts w:cs="Georgia"/>
          <w:kern w:val="1"/>
        </w:rPr>
        <w:t>Depuis deux mois</w:t>
      </w:r>
      <w:r>
        <w:rPr>
          <w:rFonts w:cs="Georgia"/>
          <w:kern w:val="1"/>
        </w:rPr>
        <w:t xml:space="preserve">, </w:t>
      </w:r>
      <w:r w:rsidR="00BE611A">
        <w:rPr>
          <w:rFonts w:cs="Georgia"/>
          <w:kern w:val="1"/>
        </w:rPr>
        <w:t>il est occupé à rafler à n</w:t>
      </w:r>
      <w:r>
        <w:rPr>
          <w:rFonts w:cs="Georgia"/>
          <w:kern w:val="1"/>
        </w:rPr>
        <w:t>’</w:t>
      </w:r>
      <w:r w:rsidR="00BE611A">
        <w:rPr>
          <w:rFonts w:cs="Georgia"/>
          <w:kern w:val="1"/>
        </w:rPr>
        <w:t>importe quel prix tous les poulains de Lithuanie</w:t>
      </w:r>
      <w:r>
        <w:rPr>
          <w:rFonts w:cs="Georgia"/>
          <w:kern w:val="1"/>
        </w:rPr>
        <w:t xml:space="preserve">, </w:t>
      </w:r>
      <w:r w:rsidR="00BE611A">
        <w:rPr>
          <w:rFonts w:cs="Georgia"/>
          <w:kern w:val="1"/>
        </w:rPr>
        <w:t>toutes les juments de Courlande</w:t>
      </w:r>
      <w:r>
        <w:rPr>
          <w:rFonts w:cs="Georgia"/>
          <w:kern w:val="1"/>
        </w:rPr>
        <w:t xml:space="preserve">. </w:t>
      </w:r>
      <w:r w:rsidR="00BE611A">
        <w:rPr>
          <w:rFonts w:cs="Georgia"/>
          <w:kern w:val="1"/>
        </w:rPr>
        <w:t>On vous les expédie par trains entiers vers Hirson et Mézières</w:t>
      </w:r>
      <w:r>
        <w:rPr>
          <w:rFonts w:cs="Georgia"/>
          <w:kern w:val="1"/>
        </w:rPr>
        <w:t xml:space="preserve">. </w:t>
      </w:r>
      <w:r w:rsidR="00BE611A">
        <w:rPr>
          <w:rFonts w:cs="Georgia"/>
          <w:kern w:val="1"/>
        </w:rPr>
        <w:t>Ce n</w:t>
      </w:r>
      <w:r>
        <w:rPr>
          <w:rFonts w:cs="Georgia"/>
          <w:kern w:val="1"/>
        </w:rPr>
        <w:t>’</w:t>
      </w:r>
      <w:r w:rsidR="00BE611A">
        <w:rPr>
          <w:rFonts w:cs="Georgia"/>
          <w:kern w:val="1"/>
        </w:rPr>
        <w:t>est pas pour les employer à porter la soupe aux artilleurs dans leurs abris bétonnés</w:t>
      </w:r>
      <w:r>
        <w:rPr>
          <w:rFonts w:cs="Georgia"/>
          <w:kern w:val="1"/>
        </w:rPr>
        <w:t xml:space="preserve">, </w:t>
      </w:r>
      <w:r w:rsidR="00BE611A">
        <w:rPr>
          <w:rFonts w:cs="Georgia"/>
          <w:kern w:val="1"/>
        </w:rPr>
        <w:t>je suppose</w:t>
      </w:r>
      <w:r>
        <w:rPr>
          <w:rFonts w:cs="Georgia"/>
          <w:kern w:val="1"/>
        </w:rPr>
        <w:t xml:space="preserve">. </w:t>
      </w:r>
      <w:r w:rsidR="00BE611A">
        <w:rPr>
          <w:rFonts w:cs="Georgia"/>
          <w:kern w:val="1"/>
        </w:rPr>
        <w:t>Non</w:t>
      </w:r>
      <w:r>
        <w:rPr>
          <w:rFonts w:cs="Georgia"/>
          <w:kern w:val="1"/>
        </w:rPr>
        <w:t xml:space="preserve">, </w:t>
      </w:r>
      <w:r w:rsidR="00BE611A">
        <w:rPr>
          <w:rFonts w:cs="Georgia"/>
          <w:kern w:val="1"/>
        </w:rPr>
        <w:t>non</w:t>
      </w:r>
      <w:r>
        <w:rPr>
          <w:rFonts w:cs="Georgia"/>
          <w:kern w:val="1"/>
        </w:rPr>
        <w:t xml:space="preserve">, </w:t>
      </w:r>
      <w:r w:rsidR="00BE611A">
        <w:rPr>
          <w:rFonts w:cs="Georgia"/>
          <w:kern w:val="1"/>
        </w:rPr>
        <w:t>ce sont là des indices qui ne trompent pas</w:t>
      </w:r>
      <w:r>
        <w:rPr>
          <w:rFonts w:cs="Georgia"/>
          <w:kern w:val="1"/>
        </w:rPr>
        <w:t xml:space="preserve">. </w:t>
      </w:r>
      <w:r w:rsidR="00BE611A">
        <w:rPr>
          <w:rFonts w:cs="Georgia"/>
          <w:kern w:val="1"/>
        </w:rPr>
        <w:t>Reconstitution de la cavalerie à l</w:t>
      </w:r>
      <w:r>
        <w:rPr>
          <w:rFonts w:cs="Georgia"/>
          <w:kern w:val="1"/>
        </w:rPr>
        <w:t>’</w:t>
      </w:r>
      <w:r w:rsidR="00BE611A">
        <w:rPr>
          <w:rFonts w:cs="Georgia"/>
          <w:kern w:val="1"/>
        </w:rPr>
        <w:t>arrière</w:t>
      </w:r>
      <w:r>
        <w:rPr>
          <w:rFonts w:cs="Georgia"/>
          <w:kern w:val="1"/>
        </w:rPr>
        <w:t xml:space="preserve">, </w:t>
      </w:r>
      <w:r w:rsidR="00BE611A">
        <w:rPr>
          <w:rFonts w:cs="Georgia"/>
          <w:kern w:val="1"/>
        </w:rPr>
        <w:t>retraite simulée pour attirer l</w:t>
      </w:r>
      <w:r>
        <w:rPr>
          <w:rFonts w:cs="Georgia"/>
          <w:kern w:val="1"/>
        </w:rPr>
        <w:t>’</w:t>
      </w:r>
      <w:r w:rsidR="00BE611A">
        <w:rPr>
          <w:rFonts w:cs="Georgia"/>
          <w:kern w:val="1"/>
        </w:rPr>
        <w:t>adversaire dans la zone d</w:t>
      </w:r>
      <w:r>
        <w:rPr>
          <w:rFonts w:cs="Georgia"/>
          <w:kern w:val="1"/>
        </w:rPr>
        <w:t>’</w:t>
      </w:r>
      <w:r w:rsidR="00BE611A">
        <w:rPr>
          <w:rFonts w:cs="Georgia"/>
          <w:kern w:val="1"/>
        </w:rPr>
        <w:t>action de cette cavalerie</w:t>
      </w:r>
      <w:r>
        <w:rPr>
          <w:rFonts w:cs="Georgia"/>
          <w:kern w:val="1"/>
        </w:rPr>
        <w:t xml:space="preserve">, </w:t>
      </w:r>
      <w:r w:rsidR="00BE611A">
        <w:rPr>
          <w:rFonts w:cs="Georgia"/>
          <w:kern w:val="1"/>
        </w:rPr>
        <w:t>et puis</w:t>
      </w:r>
      <w:r>
        <w:rPr>
          <w:rFonts w:cs="Georgia"/>
          <w:kern w:val="1"/>
        </w:rPr>
        <w:t xml:space="preserve">, </w:t>
      </w:r>
      <w:r w:rsidR="00BE611A">
        <w:rPr>
          <w:rFonts w:cs="Georgia"/>
          <w:kern w:val="1"/>
        </w:rPr>
        <w:t>hourrah</w:t>
      </w:r>
      <w:r>
        <w:rPr>
          <w:rFonts w:cs="Georgia"/>
          <w:kern w:val="1"/>
        </w:rPr>
        <w:t xml:space="preserve"> ! </w:t>
      </w:r>
      <w:r w:rsidR="00BE611A">
        <w:rPr>
          <w:rFonts w:cs="Georgia"/>
          <w:kern w:val="1"/>
        </w:rPr>
        <w:t>sabre au clair</w:t>
      </w:r>
      <w:r>
        <w:rPr>
          <w:rFonts w:cs="Georgia"/>
          <w:kern w:val="1"/>
        </w:rPr>
        <w:t xml:space="preserve"> ! </w:t>
      </w:r>
      <w:r w:rsidR="00BE611A">
        <w:rPr>
          <w:rFonts w:cs="Georgia"/>
          <w:kern w:val="1"/>
        </w:rPr>
        <w:t>En avant</w:t>
      </w:r>
      <w:r>
        <w:rPr>
          <w:rFonts w:cs="Georgia"/>
          <w:kern w:val="1"/>
        </w:rPr>
        <w:t xml:space="preserve"> ! </w:t>
      </w:r>
      <w:r w:rsidR="00BE611A">
        <w:rPr>
          <w:rFonts w:cs="Georgia"/>
          <w:kern w:val="1"/>
        </w:rPr>
        <w:t>Et malheur à qui se trouve sur le chemin le nos bonnes lames</w:t>
      </w:r>
      <w:r>
        <w:rPr>
          <w:rFonts w:cs="Georgia"/>
          <w:kern w:val="1"/>
        </w:rPr>
        <w:t xml:space="preserve"> ! </w:t>
      </w:r>
      <w:r w:rsidR="00BE611A">
        <w:rPr>
          <w:rFonts w:cs="Georgia"/>
          <w:kern w:val="1"/>
        </w:rPr>
        <w:t>Cela me fait penser qu</w:t>
      </w:r>
      <w:r>
        <w:rPr>
          <w:rFonts w:cs="Georgia"/>
          <w:kern w:val="1"/>
        </w:rPr>
        <w:t>’</w:t>
      </w:r>
      <w:r w:rsidR="00BE611A">
        <w:rPr>
          <w:rFonts w:cs="Georgia"/>
          <w:kern w:val="1"/>
        </w:rPr>
        <w:t>il faut que j</w:t>
      </w:r>
      <w:r>
        <w:rPr>
          <w:rFonts w:cs="Georgia"/>
          <w:kern w:val="1"/>
        </w:rPr>
        <w:t>’</w:t>
      </w:r>
      <w:r w:rsidR="00BE611A">
        <w:rPr>
          <w:rFonts w:cs="Georgia"/>
          <w:kern w:val="1"/>
        </w:rPr>
        <w:t>écrive à Dietrich pour le prévenir</w:t>
      </w:r>
      <w:r>
        <w:rPr>
          <w:rFonts w:cs="Georgia"/>
          <w:kern w:val="1"/>
        </w:rPr>
        <w:t xml:space="preserve">. </w:t>
      </w:r>
      <w:r w:rsidR="00BE611A">
        <w:rPr>
          <w:rFonts w:cs="Georgia"/>
          <w:kern w:val="1"/>
        </w:rPr>
        <w:t>Je ne veux pas qu</w:t>
      </w:r>
      <w:r>
        <w:rPr>
          <w:rFonts w:cs="Georgia"/>
          <w:kern w:val="1"/>
        </w:rPr>
        <w:t>’</w:t>
      </w:r>
      <w:r w:rsidR="00BE611A">
        <w:rPr>
          <w:rFonts w:cs="Georgia"/>
          <w:kern w:val="1"/>
        </w:rPr>
        <w:t>il se laisse surprendre par les événements</w:t>
      </w:r>
      <w:r>
        <w:rPr>
          <w:rFonts w:cs="Georgia"/>
          <w:kern w:val="1"/>
        </w:rPr>
        <w:t xml:space="preserve">. </w:t>
      </w:r>
      <w:r w:rsidR="00BE611A">
        <w:rPr>
          <w:rFonts w:cs="Georgia"/>
          <w:kern w:val="1"/>
        </w:rPr>
        <w:t>Au moment où les choses allaient de façon douteuse</w:t>
      </w:r>
      <w:r>
        <w:rPr>
          <w:rFonts w:cs="Georgia"/>
          <w:kern w:val="1"/>
        </w:rPr>
        <w:t xml:space="preserve">, </w:t>
      </w:r>
      <w:r w:rsidR="00BE611A">
        <w:rPr>
          <w:rFonts w:cs="Georgia"/>
          <w:kern w:val="1"/>
        </w:rPr>
        <w:t>qu</w:t>
      </w:r>
      <w:r>
        <w:rPr>
          <w:rFonts w:cs="Georgia"/>
          <w:kern w:val="1"/>
        </w:rPr>
        <w:t>’</w:t>
      </w:r>
      <w:r w:rsidR="00BE611A">
        <w:rPr>
          <w:rFonts w:cs="Georgia"/>
          <w:kern w:val="1"/>
        </w:rPr>
        <w:t>il ait cru devoir passer dans l</w:t>
      </w:r>
      <w:r>
        <w:rPr>
          <w:rFonts w:cs="Georgia"/>
          <w:kern w:val="1"/>
        </w:rPr>
        <w:t>’</w:t>
      </w:r>
      <w:r w:rsidR="00BE611A">
        <w:rPr>
          <w:rFonts w:cs="Georgia"/>
          <w:kern w:val="1"/>
        </w:rPr>
        <w:t>infanterie</w:t>
      </w:r>
      <w:r>
        <w:rPr>
          <w:rFonts w:cs="Georgia"/>
          <w:kern w:val="1"/>
        </w:rPr>
        <w:t xml:space="preserve">, </w:t>
      </w:r>
      <w:r w:rsidR="00BE611A">
        <w:rPr>
          <w:rFonts w:cs="Georgia"/>
          <w:kern w:val="1"/>
        </w:rPr>
        <w:t>c</w:t>
      </w:r>
      <w:r>
        <w:rPr>
          <w:rFonts w:cs="Georgia"/>
          <w:kern w:val="1"/>
        </w:rPr>
        <w:t>’</w:t>
      </w:r>
      <w:r w:rsidR="00BE611A">
        <w:rPr>
          <w:rFonts w:cs="Georgia"/>
          <w:kern w:val="1"/>
        </w:rPr>
        <w:t>était son affaire</w:t>
      </w:r>
      <w:r>
        <w:rPr>
          <w:rFonts w:cs="Georgia"/>
          <w:kern w:val="1"/>
        </w:rPr>
        <w:t xml:space="preserve">. </w:t>
      </w:r>
      <w:r w:rsidR="00BE611A">
        <w:rPr>
          <w:rFonts w:cs="Georgia"/>
          <w:kern w:val="1"/>
        </w:rPr>
        <w:t>Le geste était même</w:t>
      </w:r>
      <w:r>
        <w:rPr>
          <w:rFonts w:cs="Georgia"/>
          <w:kern w:val="1"/>
        </w:rPr>
        <w:t xml:space="preserve">, </w:t>
      </w:r>
      <w:r w:rsidR="00BE611A">
        <w:rPr>
          <w:rFonts w:cs="Georgia"/>
          <w:kern w:val="1"/>
        </w:rPr>
        <w:t>je le reconnais</w:t>
      </w:r>
      <w:r>
        <w:rPr>
          <w:rFonts w:cs="Georgia"/>
          <w:kern w:val="1"/>
        </w:rPr>
        <w:t xml:space="preserve">, </w:t>
      </w:r>
      <w:r w:rsidR="00BE611A">
        <w:rPr>
          <w:rFonts w:cs="Georgia"/>
          <w:kern w:val="1"/>
        </w:rPr>
        <w:t>d</w:t>
      </w:r>
      <w:r>
        <w:rPr>
          <w:rFonts w:cs="Georgia"/>
          <w:kern w:val="1"/>
        </w:rPr>
        <w:t>’</w:t>
      </w:r>
      <w:r w:rsidR="00BE611A">
        <w:rPr>
          <w:rFonts w:cs="Georgia"/>
          <w:kern w:val="1"/>
        </w:rPr>
        <w:t>une assez jolie crânerie</w:t>
      </w:r>
      <w:r>
        <w:rPr>
          <w:rFonts w:cs="Georgia"/>
          <w:kern w:val="1"/>
        </w:rPr>
        <w:t xml:space="preserve">. </w:t>
      </w:r>
      <w:r w:rsidR="00BE611A">
        <w:rPr>
          <w:rFonts w:cs="Georgia"/>
          <w:kern w:val="1"/>
        </w:rPr>
        <w:t>Mais maintenant que la véritable guerre va commencer</w:t>
      </w:r>
      <w:r>
        <w:rPr>
          <w:rFonts w:cs="Georgia"/>
          <w:kern w:val="1"/>
        </w:rPr>
        <w:t xml:space="preserve">, </w:t>
      </w:r>
      <w:r w:rsidR="00BE611A">
        <w:rPr>
          <w:rFonts w:cs="Georgia"/>
          <w:kern w:val="1"/>
        </w:rPr>
        <w:t>je ne lui pardonnerais pas de ne pas être à son poste</w:t>
      </w:r>
      <w:r>
        <w:rPr>
          <w:rFonts w:cs="Georgia"/>
          <w:kern w:val="1"/>
        </w:rPr>
        <w:t xml:space="preserve">, </w:t>
      </w:r>
      <w:r w:rsidR="00BE611A">
        <w:rPr>
          <w:rFonts w:cs="Georgia"/>
          <w:kern w:val="1"/>
        </w:rPr>
        <w:t xml:space="preserve">à la tête de son escadron du </w:t>
      </w:r>
      <w:r>
        <w:rPr>
          <w:rFonts w:cs="Georgia"/>
          <w:kern w:val="1"/>
        </w:rPr>
        <w:t>4</w:t>
      </w:r>
      <w:r w:rsidRPr="000E1451">
        <w:rPr>
          <w:rFonts w:cs="Georgia"/>
          <w:kern w:val="1"/>
          <w:vertAlign w:val="superscript"/>
        </w:rPr>
        <w:t>e</w:t>
      </w:r>
      <w:r>
        <w:rPr>
          <w:rFonts w:cs="Georgia"/>
          <w:kern w:val="1"/>
        </w:rPr>
        <w:t xml:space="preserve"> </w:t>
      </w:r>
      <w:r w:rsidR="00BE611A">
        <w:rPr>
          <w:rFonts w:cs="Georgia"/>
          <w:kern w:val="1"/>
        </w:rPr>
        <w:t>dragons de Bredow</w:t>
      </w:r>
      <w:r>
        <w:rPr>
          <w:rFonts w:cs="Georgia"/>
          <w:kern w:val="1"/>
        </w:rPr>
        <w:t xml:space="preserve">. </w:t>
      </w:r>
      <w:r w:rsidR="00BE611A">
        <w:rPr>
          <w:rFonts w:cs="Georgia"/>
          <w:kern w:val="1"/>
        </w:rPr>
        <w:t>Il faut même que je sois prêt à lui envoyer sa tenue</w:t>
      </w:r>
      <w:r>
        <w:rPr>
          <w:rFonts w:cs="Georgia"/>
          <w:kern w:val="1"/>
        </w:rPr>
        <w:t xml:space="preserve">, </w:t>
      </w:r>
      <w:r w:rsidR="00BE611A">
        <w:rPr>
          <w:rFonts w:cs="Georgia"/>
          <w:kern w:val="1"/>
        </w:rPr>
        <w:t>la vraie</w:t>
      </w:r>
      <w:r>
        <w:rPr>
          <w:rFonts w:cs="Georgia"/>
          <w:kern w:val="1"/>
        </w:rPr>
        <w:t xml:space="preserve">, </w:t>
      </w:r>
      <w:r w:rsidR="00BE611A">
        <w:rPr>
          <w:rFonts w:cs="Georgia"/>
          <w:kern w:val="1"/>
        </w:rPr>
        <w:t>car vous vous imaginez bien</w:t>
      </w:r>
      <w:r>
        <w:rPr>
          <w:rFonts w:cs="Georgia"/>
          <w:kern w:val="1"/>
        </w:rPr>
        <w:t xml:space="preserve">, </w:t>
      </w:r>
      <w:r w:rsidR="00BE611A">
        <w:rPr>
          <w:rFonts w:cs="Georgia"/>
          <w:kern w:val="1"/>
        </w:rPr>
        <w:t>n</w:t>
      </w:r>
      <w:r>
        <w:rPr>
          <w:rFonts w:cs="Georgia"/>
          <w:kern w:val="1"/>
        </w:rPr>
        <w:t>’</w:t>
      </w:r>
      <w:r w:rsidR="00BE611A">
        <w:rPr>
          <w:rFonts w:cs="Georgia"/>
          <w:kern w:val="1"/>
        </w:rPr>
        <w:t>est-ce pas</w:t>
      </w:r>
      <w:r>
        <w:rPr>
          <w:rFonts w:cs="Georgia"/>
          <w:kern w:val="1"/>
        </w:rPr>
        <w:t xml:space="preserve">, </w:t>
      </w:r>
      <w:r w:rsidR="00BE611A">
        <w:rPr>
          <w:rFonts w:cs="Georgia"/>
          <w:kern w:val="1"/>
        </w:rPr>
        <w:t>qu</w:t>
      </w:r>
      <w:r>
        <w:rPr>
          <w:rFonts w:cs="Georgia"/>
          <w:kern w:val="1"/>
        </w:rPr>
        <w:t>’</w:t>
      </w:r>
      <w:r w:rsidR="00BE611A">
        <w:rPr>
          <w:rFonts w:cs="Georgia"/>
          <w:kern w:val="1"/>
        </w:rPr>
        <w:t>au moment où l</w:t>
      </w:r>
      <w:r>
        <w:rPr>
          <w:rFonts w:cs="Georgia"/>
          <w:kern w:val="1"/>
        </w:rPr>
        <w:t>’</w:t>
      </w:r>
      <w:r w:rsidR="00BE611A">
        <w:rPr>
          <w:rFonts w:cs="Georgia"/>
          <w:kern w:val="1"/>
        </w:rPr>
        <w:t>on sera à peu près fixé sur la date de la victoire</w:t>
      </w:r>
      <w:r>
        <w:rPr>
          <w:rFonts w:cs="Georgia"/>
          <w:kern w:val="1"/>
        </w:rPr>
        <w:t xml:space="preserve">, </w:t>
      </w:r>
      <w:r w:rsidR="00BE611A">
        <w:rPr>
          <w:rFonts w:cs="Georgia"/>
          <w:kern w:val="1"/>
        </w:rPr>
        <w:t>on s</w:t>
      </w:r>
      <w:r>
        <w:rPr>
          <w:rFonts w:cs="Georgia"/>
          <w:kern w:val="1"/>
        </w:rPr>
        <w:t>’</w:t>
      </w:r>
      <w:r w:rsidR="00BE611A">
        <w:rPr>
          <w:rFonts w:cs="Georgia"/>
          <w:kern w:val="1"/>
        </w:rPr>
        <w:t>empressera de mettre au rancart ce hideux costume feldgrau</w:t>
      </w:r>
      <w:r>
        <w:rPr>
          <w:rFonts w:cs="Georgia"/>
          <w:kern w:val="1"/>
        </w:rPr>
        <w:t xml:space="preserve">, </w:t>
      </w:r>
      <w:r w:rsidR="00BE611A">
        <w:rPr>
          <w:rFonts w:cs="Georgia"/>
          <w:kern w:val="1"/>
        </w:rPr>
        <w:t xml:space="preserve">qui fait ressembler notre brave </w:t>
      </w:r>
      <w:r w:rsidR="00BE611A">
        <w:rPr>
          <w:rFonts w:cs="Georgia"/>
          <w:kern w:val="1"/>
        </w:rPr>
        <w:lastRenderedPageBreak/>
        <w:t>armée à une nuée de criquets</w:t>
      </w:r>
      <w:r>
        <w:rPr>
          <w:rFonts w:cs="Georgia"/>
          <w:kern w:val="1"/>
        </w:rPr>
        <w:t xml:space="preserve">, </w:t>
      </w:r>
      <w:r w:rsidR="00BE611A">
        <w:rPr>
          <w:rFonts w:cs="Georgia"/>
          <w:kern w:val="1"/>
        </w:rPr>
        <w:t>et qu</w:t>
      </w:r>
      <w:r>
        <w:rPr>
          <w:rFonts w:cs="Georgia"/>
          <w:kern w:val="1"/>
        </w:rPr>
        <w:t>’</w:t>
      </w:r>
      <w:r w:rsidR="00BE611A">
        <w:rPr>
          <w:rFonts w:cs="Georgia"/>
          <w:kern w:val="1"/>
        </w:rPr>
        <w:t>on réendossera nos vieux et beaux uniformes</w:t>
      </w:r>
      <w:r>
        <w:rPr>
          <w:rFonts w:cs="Georgia"/>
          <w:kern w:val="1"/>
        </w:rPr>
        <w:t xml:space="preserve">, </w:t>
      </w:r>
      <w:r w:rsidR="00BE611A">
        <w:rPr>
          <w:rFonts w:cs="Georgia"/>
          <w:kern w:val="1"/>
        </w:rPr>
        <w:t>les vrais</w:t>
      </w:r>
      <w:r>
        <w:rPr>
          <w:rFonts w:cs="Georgia"/>
          <w:kern w:val="1"/>
        </w:rPr>
        <w:t xml:space="preserve">, </w:t>
      </w:r>
      <w:r w:rsidR="00BE611A">
        <w:rPr>
          <w:rFonts w:cs="Georgia"/>
          <w:kern w:val="1"/>
        </w:rPr>
        <w:t>ceux d</w:t>
      </w:r>
      <w:r w:rsidR="00BE611A">
        <w:rPr>
          <w:rFonts w:cs="Georgia"/>
          <w:bCs/>
          <w:kern w:val="1"/>
        </w:rPr>
        <w:t>e</w:t>
      </w:r>
      <w:r w:rsidR="00BE611A">
        <w:rPr>
          <w:rFonts w:cs="Georgia"/>
          <w:kern w:val="1"/>
        </w:rPr>
        <w:t xml:space="preserve"> Leipzig et de Waterloo</w:t>
      </w:r>
      <w:r>
        <w:rPr>
          <w:rFonts w:cs="Georgia"/>
          <w:kern w:val="1"/>
        </w:rPr>
        <w:t xml:space="preserve">, </w:t>
      </w:r>
      <w:r w:rsidR="00BE611A">
        <w:rPr>
          <w:rFonts w:cs="Georgia"/>
          <w:kern w:val="1"/>
        </w:rPr>
        <w:t>de Nachod et de Sedan</w:t>
      </w:r>
      <w:r>
        <w:rPr>
          <w:rFonts w:cs="Georgia"/>
          <w:kern w:val="1"/>
        </w:rPr>
        <w:t>.</w:t>
      </w:r>
    </w:p>
    <w:p w14:paraId="049A4EF1" w14:textId="77777777" w:rsidR="000E1451" w:rsidRDefault="00BE611A" w:rsidP="00BE611A">
      <w:pPr>
        <w:rPr>
          <w:rFonts w:cs="Georgia"/>
          <w:kern w:val="1"/>
        </w:rPr>
      </w:pPr>
      <w:r>
        <w:rPr>
          <w:rFonts w:cs="Georgia"/>
          <w:kern w:val="1"/>
        </w:rPr>
        <w:t>Tandis qu</w:t>
      </w:r>
      <w:r w:rsidR="000E1451">
        <w:rPr>
          <w:rFonts w:cs="Georgia"/>
          <w:kern w:val="1"/>
        </w:rPr>
        <w:t>’</w:t>
      </w:r>
      <w:r>
        <w:rPr>
          <w:rFonts w:cs="Georgia"/>
          <w:kern w:val="1"/>
        </w:rPr>
        <w:t>il déraisonnait ainsi</w:t>
      </w:r>
      <w:r w:rsidR="000E1451">
        <w:rPr>
          <w:rFonts w:cs="Georgia"/>
          <w:kern w:val="1"/>
        </w:rPr>
        <w:t xml:space="preserve">, </w:t>
      </w:r>
      <w:r>
        <w:rPr>
          <w:rFonts w:cs="Georgia"/>
          <w:kern w:val="1"/>
        </w:rPr>
        <w:t>je l</w:t>
      </w:r>
      <w:r w:rsidR="000E1451">
        <w:rPr>
          <w:rFonts w:cs="Georgia"/>
          <w:kern w:val="1"/>
        </w:rPr>
        <w:t>’</w:t>
      </w:r>
      <w:r>
        <w:rPr>
          <w:rFonts w:cs="Georgia"/>
          <w:kern w:val="1"/>
        </w:rPr>
        <w:t>observais avec une pitié dont chaque jour grandissait l</w:t>
      </w:r>
      <w:r w:rsidR="000E1451">
        <w:rPr>
          <w:rFonts w:cs="Georgia"/>
          <w:kern w:val="1"/>
        </w:rPr>
        <w:t>’</w:t>
      </w:r>
      <w:r>
        <w:rPr>
          <w:rFonts w:cs="Georgia"/>
          <w:kern w:val="1"/>
        </w:rPr>
        <w:t>inquiétude</w:t>
      </w:r>
      <w:r w:rsidR="000E1451">
        <w:rPr>
          <w:rFonts w:cs="Georgia"/>
          <w:kern w:val="1"/>
        </w:rPr>
        <w:t xml:space="preserve">. </w:t>
      </w:r>
      <w:r>
        <w:rPr>
          <w:rFonts w:cs="Georgia"/>
          <w:kern w:val="1"/>
        </w:rPr>
        <w:t>Je me rappelais avec quelque remords le temps où je mettais toute mon astuce à flatter cette exaltation</w:t>
      </w:r>
      <w:r w:rsidR="000E1451">
        <w:rPr>
          <w:rFonts w:cs="Georgia"/>
          <w:kern w:val="1"/>
        </w:rPr>
        <w:t xml:space="preserve">, </w:t>
      </w:r>
      <w:r>
        <w:rPr>
          <w:rFonts w:cs="Georgia"/>
          <w:kern w:val="1"/>
        </w:rPr>
        <w:t>à servir ces manies</w:t>
      </w:r>
      <w:r w:rsidR="000E1451">
        <w:rPr>
          <w:rFonts w:cs="Georgia"/>
          <w:kern w:val="1"/>
        </w:rPr>
        <w:t xml:space="preserve">. </w:t>
      </w:r>
      <w:r>
        <w:rPr>
          <w:rFonts w:cs="Georgia"/>
          <w:kern w:val="1"/>
        </w:rPr>
        <w:t>Maintenant</w:t>
      </w:r>
      <w:r w:rsidR="000E1451">
        <w:rPr>
          <w:rFonts w:cs="Georgia"/>
          <w:kern w:val="1"/>
        </w:rPr>
        <w:t xml:space="preserve">, </w:t>
      </w:r>
      <w:r>
        <w:rPr>
          <w:rFonts w:cs="Georgia"/>
          <w:kern w:val="1"/>
        </w:rPr>
        <w:t>les excès auxquels elles atteignaient m</w:t>
      </w:r>
      <w:r w:rsidR="000E1451">
        <w:rPr>
          <w:rFonts w:cs="Georgia"/>
          <w:kern w:val="1"/>
        </w:rPr>
        <w:t>’</w:t>
      </w:r>
      <w:r>
        <w:rPr>
          <w:rFonts w:cs="Georgia"/>
          <w:kern w:val="1"/>
        </w:rPr>
        <w:t>effrayaient</w:t>
      </w:r>
      <w:r w:rsidR="000E1451">
        <w:rPr>
          <w:rFonts w:cs="Georgia"/>
          <w:kern w:val="1"/>
        </w:rPr>
        <w:t xml:space="preserve">, </w:t>
      </w:r>
      <w:r>
        <w:rPr>
          <w:rFonts w:cs="Georgia"/>
          <w:kern w:val="1"/>
        </w:rPr>
        <w:t>alors qu</w:t>
      </w:r>
      <w:r w:rsidR="000E1451">
        <w:rPr>
          <w:rFonts w:cs="Georgia"/>
          <w:kern w:val="1"/>
        </w:rPr>
        <w:t>’</w:t>
      </w:r>
      <w:r>
        <w:rPr>
          <w:rFonts w:cs="Georgia"/>
          <w:kern w:val="1"/>
        </w:rPr>
        <w:t>il ne pouvait même plus être question de réagir</w:t>
      </w:r>
      <w:r w:rsidR="000E1451">
        <w:rPr>
          <w:rFonts w:cs="Georgia"/>
          <w:kern w:val="1"/>
        </w:rPr>
        <w:t xml:space="preserve">. </w:t>
      </w:r>
      <w:r>
        <w:rPr>
          <w:rFonts w:cs="Georgia"/>
          <w:kern w:val="1"/>
        </w:rPr>
        <w:t>Tout ce qui était contradiction</w:t>
      </w:r>
      <w:r w:rsidR="000E1451">
        <w:rPr>
          <w:rFonts w:cs="Georgia"/>
          <w:kern w:val="1"/>
        </w:rPr>
        <w:t xml:space="preserve">, </w:t>
      </w:r>
      <w:r>
        <w:rPr>
          <w:rFonts w:cs="Georgia"/>
          <w:kern w:val="1"/>
        </w:rPr>
        <w:t>tout ce qui ne lui paraissait pas approbation sans réserve jetait immédiatement le général de Reichendorf dans des colères épouvantables</w:t>
      </w:r>
      <w:r w:rsidR="000E1451">
        <w:rPr>
          <w:rFonts w:cs="Georgia"/>
          <w:kern w:val="1"/>
        </w:rPr>
        <w:t xml:space="preserve">. </w:t>
      </w:r>
      <w:r>
        <w:rPr>
          <w:rFonts w:cs="Georgia"/>
          <w:kern w:val="1"/>
        </w:rPr>
        <w:t>Son long cou décharné se recroquevillait dans sa vieille cravate de satin noir</w:t>
      </w:r>
      <w:r w:rsidR="000E1451">
        <w:rPr>
          <w:rFonts w:cs="Georgia"/>
          <w:kern w:val="1"/>
        </w:rPr>
        <w:t xml:space="preserve">. </w:t>
      </w:r>
      <w:r>
        <w:rPr>
          <w:rFonts w:cs="Georgia"/>
          <w:kern w:val="1"/>
        </w:rPr>
        <w:t>Les veines des tempes bleuissaient et se gonflaient</w:t>
      </w:r>
      <w:r w:rsidR="000E1451">
        <w:rPr>
          <w:rFonts w:cs="Georgia"/>
          <w:kern w:val="1"/>
        </w:rPr>
        <w:t xml:space="preserve">. </w:t>
      </w:r>
      <w:r>
        <w:rPr>
          <w:rFonts w:cs="Georgia"/>
          <w:kern w:val="1"/>
        </w:rPr>
        <w:t>La face se congestionnait</w:t>
      </w:r>
      <w:r w:rsidR="000E1451">
        <w:rPr>
          <w:rFonts w:cs="Georgia"/>
          <w:kern w:val="1"/>
        </w:rPr>
        <w:t xml:space="preserve">. </w:t>
      </w:r>
      <w:r>
        <w:rPr>
          <w:rFonts w:cs="Georgia"/>
          <w:kern w:val="1"/>
        </w:rPr>
        <w:t>Les yeux lançaient des éclairs</w:t>
      </w:r>
      <w:r w:rsidR="000E1451">
        <w:rPr>
          <w:rFonts w:cs="Georgia"/>
          <w:kern w:val="1"/>
        </w:rPr>
        <w:t xml:space="preserve">. </w:t>
      </w:r>
      <w:r>
        <w:rPr>
          <w:rFonts w:cs="Georgia"/>
          <w:kern w:val="1"/>
        </w:rPr>
        <w:t>Les choses en étaient arrivées au point que la paix quotidienne du château dépendait de mon ingéniosité à suggérer au vieillard une interprétation de plus en plus optimiste de nouvelles chaque jour moins favorables</w:t>
      </w:r>
      <w:r w:rsidR="000E1451">
        <w:rPr>
          <w:rFonts w:cs="Georgia"/>
          <w:kern w:val="1"/>
        </w:rPr>
        <w:t>.</w:t>
      </w:r>
    </w:p>
    <w:p w14:paraId="2ED31439" w14:textId="77777777" w:rsidR="000E1451" w:rsidRDefault="000E1451" w:rsidP="00BE611A">
      <w:pPr>
        <w:rPr>
          <w:rFonts w:cs="Georgia"/>
          <w:kern w:val="1"/>
        </w:rPr>
      </w:pPr>
      <w:r>
        <w:rPr>
          <w:rFonts w:cs="Georgia"/>
          <w:kern w:val="1"/>
        </w:rPr>
        <w:t>— </w:t>
      </w:r>
      <w:r w:rsidR="00BE611A">
        <w:rPr>
          <w:rFonts w:cs="Georgia"/>
          <w:kern w:val="1"/>
        </w:rPr>
        <w:t>Oui</w:t>
      </w:r>
      <w:r>
        <w:rPr>
          <w:rFonts w:cs="Georgia"/>
          <w:kern w:val="1"/>
        </w:rPr>
        <w:t xml:space="preserve">, </w:t>
      </w:r>
      <w:r w:rsidR="00BE611A">
        <w:rPr>
          <w:rFonts w:cs="Georgia"/>
          <w:kern w:val="1"/>
        </w:rPr>
        <w:t>oui</w:t>
      </w:r>
      <w:r>
        <w:rPr>
          <w:rFonts w:cs="Georgia"/>
          <w:kern w:val="1"/>
        </w:rPr>
        <w:t xml:space="preserve">, </w:t>
      </w:r>
      <w:r w:rsidR="00BE611A">
        <w:rPr>
          <w:rFonts w:cs="Georgia"/>
          <w:kern w:val="1"/>
        </w:rPr>
        <w:t>reprenait-il</w:t>
      </w:r>
      <w:r>
        <w:rPr>
          <w:rFonts w:cs="Georgia"/>
          <w:kern w:val="1"/>
        </w:rPr>
        <w:t xml:space="preserve">, </w:t>
      </w:r>
      <w:r w:rsidR="00BE611A">
        <w:rPr>
          <w:rFonts w:cs="Georgia"/>
          <w:kern w:val="1"/>
        </w:rPr>
        <w:t>poursuivant sans trêve son idée</w:t>
      </w:r>
      <w:r>
        <w:rPr>
          <w:rFonts w:cs="Georgia"/>
          <w:kern w:val="1"/>
        </w:rPr>
        <w:t xml:space="preserve">, </w:t>
      </w:r>
      <w:r w:rsidR="00BE611A">
        <w:rPr>
          <w:rFonts w:cs="Georgia"/>
          <w:kern w:val="1"/>
        </w:rPr>
        <w:t>je dois faire le nécessaire pour que Dietrich ne soit pas pris de court</w:t>
      </w:r>
      <w:r>
        <w:rPr>
          <w:rFonts w:cs="Georgia"/>
          <w:kern w:val="1"/>
        </w:rPr>
        <w:t xml:space="preserve">. </w:t>
      </w:r>
      <w:r w:rsidR="00BE611A">
        <w:rPr>
          <w:rFonts w:cs="Georgia"/>
          <w:kern w:val="1"/>
        </w:rPr>
        <w:t>Sauriez-vous</w:t>
      </w:r>
      <w:r>
        <w:rPr>
          <w:rFonts w:cs="Georgia"/>
          <w:kern w:val="1"/>
        </w:rPr>
        <w:t xml:space="preserve">, </w:t>
      </w:r>
      <w:r w:rsidR="00BE611A">
        <w:rPr>
          <w:rFonts w:cs="Georgia"/>
          <w:kern w:val="1"/>
        </w:rPr>
        <w:t>le cas échéant</w:t>
      </w:r>
      <w:r>
        <w:rPr>
          <w:rFonts w:cs="Georgia"/>
          <w:kern w:val="1"/>
        </w:rPr>
        <w:t xml:space="preserve">, </w:t>
      </w:r>
      <w:r w:rsidR="00BE611A">
        <w:rPr>
          <w:rFonts w:cs="Georgia"/>
          <w:kern w:val="1"/>
        </w:rPr>
        <w:t>confectionner un paquet</w:t>
      </w:r>
      <w:r>
        <w:rPr>
          <w:rFonts w:cs="Georgia"/>
          <w:kern w:val="1"/>
        </w:rPr>
        <w:t xml:space="preserve"> ? </w:t>
      </w:r>
      <w:r w:rsidR="00BE611A">
        <w:rPr>
          <w:rFonts w:cs="Georgia"/>
          <w:kern w:val="1"/>
        </w:rPr>
        <w:t>Quelque chose de correct</w:t>
      </w:r>
      <w:r>
        <w:rPr>
          <w:rFonts w:cs="Georgia"/>
          <w:kern w:val="1"/>
        </w:rPr>
        <w:t xml:space="preserve">, </w:t>
      </w:r>
      <w:r w:rsidR="00BE611A">
        <w:rPr>
          <w:rFonts w:cs="Georgia"/>
          <w:kern w:val="1"/>
        </w:rPr>
        <w:t>et surtout de solide</w:t>
      </w:r>
      <w:r>
        <w:rPr>
          <w:rFonts w:cs="Georgia"/>
          <w:kern w:val="1"/>
        </w:rPr>
        <w:t> ?</w:t>
      </w:r>
    </w:p>
    <w:p w14:paraId="72BB89AC" w14:textId="77777777" w:rsidR="000E1451" w:rsidRDefault="000E1451" w:rsidP="00BE611A">
      <w:pPr>
        <w:rPr>
          <w:rFonts w:cs="Georgia"/>
          <w:kern w:val="1"/>
        </w:rPr>
      </w:pPr>
      <w:r>
        <w:rPr>
          <w:rFonts w:cs="Georgia"/>
          <w:kern w:val="1"/>
        </w:rPr>
        <w:t>— </w:t>
      </w:r>
      <w:r w:rsidR="00BE611A">
        <w:rPr>
          <w:rFonts w:cs="Georgia"/>
          <w:kern w:val="1"/>
        </w:rPr>
        <w:t>Je</w:t>
      </w:r>
      <w:r>
        <w:rPr>
          <w:rFonts w:cs="Georgia"/>
          <w:kern w:val="1"/>
        </w:rPr>
        <w:t xml:space="preserve">… </w:t>
      </w:r>
      <w:r w:rsidR="00BE611A">
        <w:rPr>
          <w:rFonts w:cs="Georgia"/>
          <w:kern w:val="1"/>
        </w:rPr>
        <w:t>je crois que je saurais</w:t>
      </w:r>
      <w:r>
        <w:rPr>
          <w:rFonts w:cs="Georgia"/>
          <w:kern w:val="1"/>
        </w:rPr>
        <w:t xml:space="preserve">, </w:t>
      </w:r>
      <w:r w:rsidR="00BE611A">
        <w:rPr>
          <w:rFonts w:cs="Georgia"/>
          <w:kern w:val="1"/>
        </w:rPr>
        <w:t>mon général</w:t>
      </w:r>
      <w:r>
        <w:rPr>
          <w:rFonts w:cs="Georgia"/>
          <w:kern w:val="1"/>
        </w:rPr>
        <w:t>.</w:t>
      </w:r>
    </w:p>
    <w:p w14:paraId="1F9D89D1" w14:textId="77777777" w:rsidR="000E1451" w:rsidRDefault="000E1451" w:rsidP="00BE611A">
      <w:pPr>
        <w:rPr>
          <w:rFonts w:cs="Georgia"/>
          <w:kern w:val="1"/>
        </w:rPr>
      </w:pPr>
      <w:r>
        <w:rPr>
          <w:rFonts w:cs="Georgia"/>
          <w:kern w:val="1"/>
        </w:rPr>
        <w:t>— </w:t>
      </w:r>
      <w:r w:rsidR="00BE611A">
        <w:rPr>
          <w:rFonts w:cs="Georgia"/>
          <w:kern w:val="1"/>
        </w:rPr>
        <w:t>Vous êtes réellement un garçon précieux</w:t>
      </w:r>
      <w:r>
        <w:rPr>
          <w:rFonts w:cs="Georgia"/>
          <w:kern w:val="1"/>
        </w:rPr>
        <w:t xml:space="preserve">. </w:t>
      </w:r>
      <w:r w:rsidR="00BE611A">
        <w:rPr>
          <w:rFonts w:cs="Georgia"/>
          <w:kern w:val="1"/>
        </w:rPr>
        <w:t>Croyez bien que</w:t>
      </w:r>
      <w:r>
        <w:rPr>
          <w:rFonts w:cs="Georgia"/>
          <w:kern w:val="1"/>
        </w:rPr>
        <w:t xml:space="preserve">, </w:t>
      </w:r>
      <w:r w:rsidR="00BE611A">
        <w:rPr>
          <w:rFonts w:cs="Georgia"/>
          <w:kern w:val="1"/>
        </w:rPr>
        <w:t>la paix faite</w:t>
      </w:r>
      <w:r>
        <w:rPr>
          <w:rFonts w:cs="Georgia"/>
          <w:kern w:val="1"/>
        </w:rPr>
        <w:t xml:space="preserve">, </w:t>
      </w:r>
      <w:r w:rsidR="00BE611A">
        <w:rPr>
          <w:rFonts w:cs="Georgia"/>
          <w:kern w:val="1"/>
        </w:rPr>
        <w:t>je n</w:t>
      </w:r>
      <w:r>
        <w:rPr>
          <w:rFonts w:cs="Georgia"/>
          <w:kern w:val="1"/>
        </w:rPr>
        <w:t>’</w:t>
      </w:r>
      <w:r w:rsidR="00BE611A">
        <w:rPr>
          <w:rFonts w:cs="Georgia"/>
          <w:kern w:val="1"/>
        </w:rPr>
        <w:t>oublierai pas</w:t>
      </w:r>
      <w:r>
        <w:rPr>
          <w:rFonts w:cs="Georgia"/>
          <w:kern w:val="1"/>
        </w:rPr>
        <w:t xml:space="preserve">… </w:t>
      </w:r>
      <w:r w:rsidR="00BE611A">
        <w:rPr>
          <w:rFonts w:cs="Georgia"/>
          <w:kern w:val="1"/>
        </w:rPr>
        <w:t>Quel dommage que vous ne soyez pas officier</w:t>
      </w:r>
      <w:r>
        <w:rPr>
          <w:rFonts w:cs="Georgia"/>
          <w:kern w:val="1"/>
        </w:rPr>
        <w:t xml:space="preserve"> ! </w:t>
      </w:r>
      <w:r w:rsidR="00BE611A">
        <w:rPr>
          <w:rFonts w:cs="Georgia"/>
          <w:kern w:val="1"/>
        </w:rPr>
        <w:t>Accompagnez-moi</w:t>
      </w:r>
      <w:r>
        <w:rPr>
          <w:rFonts w:cs="Georgia"/>
          <w:kern w:val="1"/>
        </w:rPr>
        <w:t xml:space="preserve">, </w:t>
      </w:r>
      <w:r w:rsidR="00BE611A">
        <w:rPr>
          <w:rFonts w:cs="Georgia"/>
          <w:kern w:val="1"/>
        </w:rPr>
        <w:t>voulez-vous</w:t>
      </w:r>
      <w:r>
        <w:rPr>
          <w:rFonts w:cs="Georgia"/>
          <w:kern w:val="1"/>
        </w:rPr>
        <w:t> !</w:t>
      </w:r>
    </w:p>
    <w:p w14:paraId="79BCD3FD" w14:textId="77777777" w:rsidR="000E1451" w:rsidRDefault="00BE611A" w:rsidP="00BE611A">
      <w:pPr>
        <w:rPr>
          <w:rFonts w:cs="Georgia"/>
          <w:kern w:val="1"/>
        </w:rPr>
      </w:pPr>
      <w:r>
        <w:rPr>
          <w:rFonts w:cs="Georgia"/>
          <w:kern w:val="1"/>
        </w:rPr>
        <w:t>Je le suivis dans une vaste pièce voisine de son cabinet de travail</w:t>
      </w:r>
      <w:r w:rsidR="000E1451">
        <w:rPr>
          <w:rFonts w:cs="Georgia"/>
          <w:kern w:val="1"/>
        </w:rPr>
        <w:t xml:space="preserve">, </w:t>
      </w:r>
      <w:r>
        <w:rPr>
          <w:rFonts w:cs="Georgia"/>
          <w:kern w:val="1"/>
        </w:rPr>
        <w:t>une pièce encombrée de malles</w:t>
      </w:r>
      <w:r w:rsidR="000E1451">
        <w:rPr>
          <w:rFonts w:cs="Georgia"/>
          <w:kern w:val="1"/>
        </w:rPr>
        <w:t xml:space="preserve">, </w:t>
      </w:r>
      <w:r>
        <w:rPr>
          <w:rFonts w:cs="Georgia"/>
          <w:kern w:val="1"/>
        </w:rPr>
        <w:t>cloisonnée d</w:t>
      </w:r>
      <w:r w:rsidR="000E1451">
        <w:rPr>
          <w:rFonts w:cs="Georgia"/>
          <w:kern w:val="1"/>
        </w:rPr>
        <w:t>’</w:t>
      </w:r>
      <w:r>
        <w:rPr>
          <w:rFonts w:cs="Georgia"/>
          <w:kern w:val="1"/>
        </w:rPr>
        <w:t>énormes placards</w:t>
      </w:r>
      <w:r w:rsidR="000E1451">
        <w:rPr>
          <w:rFonts w:cs="Georgia"/>
          <w:kern w:val="1"/>
        </w:rPr>
        <w:t xml:space="preserve">. </w:t>
      </w:r>
      <w:r>
        <w:rPr>
          <w:rFonts w:cs="Georgia"/>
          <w:kern w:val="1"/>
        </w:rPr>
        <w:t>De chacune de ces armoires</w:t>
      </w:r>
      <w:r w:rsidR="000E1451">
        <w:rPr>
          <w:rFonts w:cs="Georgia"/>
          <w:kern w:val="1"/>
        </w:rPr>
        <w:t xml:space="preserve">, </w:t>
      </w:r>
      <w:r>
        <w:rPr>
          <w:rFonts w:cs="Georgia"/>
          <w:kern w:val="1"/>
        </w:rPr>
        <w:t xml:space="preserve">que le </w:t>
      </w:r>
      <w:r>
        <w:rPr>
          <w:rFonts w:cs="Georgia"/>
          <w:kern w:val="1"/>
        </w:rPr>
        <w:lastRenderedPageBreak/>
        <w:t>général ouvrait les unes après les autres</w:t>
      </w:r>
      <w:r w:rsidR="000E1451">
        <w:rPr>
          <w:rFonts w:cs="Georgia"/>
          <w:kern w:val="1"/>
        </w:rPr>
        <w:t xml:space="preserve">, </w:t>
      </w:r>
      <w:r>
        <w:rPr>
          <w:rFonts w:cs="Georgia"/>
          <w:kern w:val="1"/>
        </w:rPr>
        <w:t>sortaient de violentes bouffées de camphre et de naphtaline</w:t>
      </w:r>
      <w:r w:rsidR="000E1451">
        <w:rPr>
          <w:rFonts w:cs="Georgia"/>
          <w:kern w:val="1"/>
        </w:rPr>
        <w:t xml:space="preserve">, </w:t>
      </w:r>
      <w:r>
        <w:rPr>
          <w:rFonts w:cs="Georgia"/>
          <w:kern w:val="1"/>
        </w:rPr>
        <w:t>et parfois un minuscule papillon gris</w:t>
      </w:r>
      <w:r w:rsidR="000E1451">
        <w:rPr>
          <w:rFonts w:cs="Georgia"/>
          <w:kern w:val="1"/>
        </w:rPr>
        <w:t xml:space="preserve">, </w:t>
      </w:r>
      <w:r>
        <w:rPr>
          <w:rFonts w:cs="Georgia"/>
          <w:kern w:val="1"/>
        </w:rPr>
        <w:t>qui nous entraînait après lui dans une chasse désordonnée</w:t>
      </w:r>
      <w:r w:rsidR="000E1451">
        <w:rPr>
          <w:rFonts w:cs="Georgia"/>
          <w:kern w:val="1"/>
        </w:rPr>
        <w:t xml:space="preserve">. </w:t>
      </w:r>
      <w:r>
        <w:rPr>
          <w:rFonts w:cs="Georgia"/>
          <w:kern w:val="1"/>
        </w:rPr>
        <w:t>Les portes entre-bâillées laissaient apercevoir</w:t>
      </w:r>
      <w:r w:rsidR="000E1451">
        <w:rPr>
          <w:rFonts w:cs="Georgia"/>
          <w:kern w:val="1"/>
        </w:rPr>
        <w:t xml:space="preserve">, </w:t>
      </w:r>
      <w:r>
        <w:rPr>
          <w:rFonts w:cs="Georgia"/>
          <w:kern w:val="1"/>
        </w:rPr>
        <w:t>pendus à des porte-manteaux</w:t>
      </w:r>
      <w:r w:rsidR="000E1451">
        <w:rPr>
          <w:rFonts w:cs="Georgia"/>
          <w:kern w:val="1"/>
        </w:rPr>
        <w:t xml:space="preserve">, </w:t>
      </w:r>
      <w:r>
        <w:rPr>
          <w:rFonts w:cs="Georgia"/>
          <w:kern w:val="1"/>
        </w:rPr>
        <w:t>emmaillotés pieusement</w:t>
      </w:r>
      <w:r w:rsidR="000E1451">
        <w:rPr>
          <w:rFonts w:cs="Georgia"/>
          <w:kern w:val="1"/>
        </w:rPr>
        <w:t xml:space="preserve">, </w:t>
      </w:r>
      <w:r>
        <w:rPr>
          <w:rFonts w:cs="Georgia"/>
          <w:kern w:val="1"/>
        </w:rPr>
        <w:t>d</w:t>
      </w:r>
      <w:r w:rsidR="000E1451">
        <w:rPr>
          <w:rFonts w:cs="Georgia"/>
          <w:kern w:val="1"/>
        </w:rPr>
        <w:t>’</w:t>
      </w:r>
      <w:r>
        <w:rPr>
          <w:rFonts w:cs="Georgia"/>
          <w:kern w:val="1"/>
        </w:rPr>
        <w:t>innombrables uniformes</w:t>
      </w:r>
      <w:r w:rsidR="000E1451">
        <w:rPr>
          <w:rFonts w:cs="Georgia"/>
          <w:kern w:val="1"/>
        </w:rPr>
        <w:t xml:space="preserve">. </w:t>
      </w:r>
      <w:r>
        <w:rPr>
          <w:rFonts w:cs="Georgia"/>
          <w:kern w:val="1"/>
        </w:rPr>
        <w:t>Le vieillard retirait avec précaution les épingles d</w:t>
      </w:r>
      <w:r w:rsidR="000E1451">
        <w:rPr>
          <w:rFonts w:cs="Georgia"/>
          <w:kern w:val="1"/>
        </w:rPr>
        <w:t>’</w:t>
      </w:r>
      <w:r>
        <w:rPr>
          <w:rFonts w:cs="Georgia"/>
          <w:kern w:val="1"/>
        </w:rPr>
        <w:t>une de ces gaines de lustrine</w:t>
      </w:r>
      <w:r w:rsidR="000E1451">
        <w:rPr>
          <w:rFonts w:cs="Georgia"/>
          <w:kern w:val="1"/>
        </w:rPr>
        <w:t xml:space="preserve">. </w:t>
      </w:r>
      <w:r>
        <w:rPr>
          <w:rFonts w:cs="Georgia"/>
          <w:kern w:val="1"/>
        </w:rPr>
        <w:t>Un splendide dolman vert et argent apparaissait</w:t>
      </w:r>
      <w:r w:rsidR="000E1451">
        <w:rPr>
          <w:rFonts w:cs="Georgia"/>
          <w:kern w:val="1"/>
        </w:rPr>
        <w:t>.</w:t>
      </w:r>
    </w:p>
    <w:p w14:paraId="5C1D9289" w14:textId="77777777" w:rsidR="000E1451" w:rsidRDefault="000E1451" w:rsidP="00BE611A">
      <w:pPr>
        <w:rPr>
          <w:rFonts w:cs="Georgia"/>
          <w:kern w:val="1"/>
        </w:rPr>
      </w:pPr>
      <w:r>
        <w:rPr>
          <w:rFonts w:cs="Georgia"/>
          <w:kern w:val="1"/>
        </w:rPr>
        <w:t>— </w:t>
      </w:r>
      <w:r w:rsidR="00BE611A">
        <w:rPr>
          <w:rFonts w:cs="Georgia"/>
          <w:kern w:val="1"/>
        </w:rPr>
        <w:t>Ce sont les tenues de mes fils</w:t>
      </w:r>
      <w:r>
        <w:rPr>
          <w:rFonts w:cs="Georgia"/>
          <w:kern w:val="1"/>
        </w:rPr>
        <w:t xml:space="preserve">, </w:t>
      </w:r>
      <w:r w:rsidR="00BE611A">
        <w:rPr>
          <w:rFonts w:cs="Georgia"/>
          <w:kern w:val="1"/>
        </w:rPr>
        <w:t>de mes chers</w:t>
      </w:r>
      <w:r>
        <w:rPr>
          <w:rFonts w:cs="Georgia"/>
          <w:kern w:val="1"/>
        </w:rPr>
        <w:t xml:space="preserve">, </w:t>
      </w:r>
      <w:r w:rsidR="00BE611A">
        <w:rPr>
          <w:rFonts w:cs="Georgia"/>
          <w:kern w:val="1"/>
        </w:rPr>
        <w:t>de mes grands enfants</w:t>
      </w:r>
      <w:r>
        <w:rPr>
          <w:rFonts w:cs="Georgia"/>
          <w:kern w:val="1"/>
        </w:rPr>
        <w:t xml:space="preserve">. </w:t>
      </w:r>
      <w:r w:rsidR="00BE611A">
        <w:rPr>
          <w:rFonts w:cs="Georgia"/>
          <w:kern w:val="1"/>
        </w:rPr>
        <w:t>Lorsqu</w:t>
      </w:r>
      <w:r>
        <w:rPr>
          <w:rFonts w:cs="Georgia"/>
          <w:kern w:val="1"/>
        </w:rPr>
        <w:t>’</w:t>
      </w:r>
      <w:r w:rsidR="00BE611A">
        <w:rPr>
          <w:rFonts w:cs="Georgia"/>
          <w:kern w:val="1"/>
        </w:rPr>
        <w:t>ils sont partis</w:t>
      </w:r>
      <w:r>
        <w:rPr>
          <w:rFonts w:cs="Georgia"/>
          <w:kern w:val="1"/>
        </w:rPr>
        <w:t xml:space="preserve">, </w:t>
      </w:r>
      <w:r w:rsidR="00BE611A">
        <w:rPr>
          <w:rFonts w:cs="Georgia"/>
          <w:kern w:val="1"/>
        </w:rPr>
        <w:t>à la fin de juillet 1914</w:t>
      </w:r>
      <w:r>
        <w:rPr>
          <w:rFonts w:cs="Georgia"/>
          <w:kern w:val="1"/>
        </w:rPr>
        <w:t xml:space="preserve">, </w:t>
      </w:r>
      <w:r w:rsidR="00BE611A">
        <w:rPr>
          <w:rFonts w:cs="Georgia"/>
          <w:kern w:val="1"/>
        </w:rPr>
        <w:t>leurs logeurs m</w:t>
      </w:r>
      <w:r>
        <w:rPr>
          <w:rFonts w:cs="Georgia"/>
          <w:kern w:val="1"/>
        </w:rPr>
        <w:t>’</w:t>
      </w:r>
      <w:r w:rsidR="00BE611A">
        <w:rPr>
          <w:rFonts w:cs="Georgia"/>
          <w:kern w:val="1"/>
        </w:rPr>
        <w:t>ont renvoyé leurs effets</w:t>
      </w:r>
      <w:r>
        <w:rPr>
          <w:rFonts w:cs="Georgia"/>
          <w:kern w:val="1"/>
        </w:rPr>
        <w:t xml:space="preserve">. </w:t>
      </w:r>
      <w:r w:rsidR="00BE611A">
        <w:rPr>
          <w:rFonts w:cs="Georgia"/>
          <w:kern w:val="1"/>
        </w:rPr>
        <w:t>J</w:t>
      </w:r>
      <w:r>
        <w:rPr>
          <w:rFonts w:cs="Georgia"/>
          <w:kern w:val="1"/>
        </w:rPr>
        <w:t>’</w:t>
      </w:r>
      <w:r w:rsidR="00BE611A">
        <w:rPr>
          <w:rFonts w:cs="Georgia"/>
          <w:kern w:val="1"/>
        </w:rPr>
        <w:t>ai présidé moi-même à leur installation ici</w:t>
      </w:r>
      <w:r>
        <w:rPr>
          <w:rFonts w:cs="Georgia"/>
          <w:kern w:val="1"/>
        </w:rPr>
        <w:t xml:space="preserve">. </w:t>
      </w:r>
      <w:r w:rsidR="00BE611A">
        <w:rPr>
          <w:rFonts w:cs="Georgia"/>
          <w:kern w:val="1"/>
        </w:rPr>
        <w:t>J</w:t>
      </w:r>
      <w:r>
        <w:rPr>
          <w:rFonts w:cs="Georgia"/>
          <w:kern w:val="1"/>
        </w:rPr>
        <w:t>’</w:t>
      </w:r>
      <w:r w:rsidR="00BE611A">
        <w:rPr>
          <w:rFonts w:cs="Georgia"/>
          <w:kern w:val="1"/>
        </w:rPr>
        <w:t>ai voulu qu</w:t>
      </w:r>
      <w:r>
        <w:rPr>
          <w:rFonts w:cs="Georgia"/>
          <w:kern w:val="1"/>
        </w:rPr>
        <w:t>’</w:t>
      </w:r>
      <w:r w:rsidR="00BE611A">
        <w:rPr>
          <w:rFonts w:cs="Georgia"/>
          <w:kern w:val="1"/>
        </w:rPr>
        <w:t>ils soient tous bien en ordre</w:t>
      </w:r>
      <w:r>
        <w:rPr>
          <w:rFonts w:cs="Georgia"/>
          <w:kern w:val="1"/>
        </w:rPr>
        <w:t xml:space="preserve">, </w:t>
      </w:r>
      <w:r w:rsidR="00BE611A">
        <w:rPr>
          <w:rFonts w:cs="Georgia"/>
          <w:kern w:val="1"/>
        </w:rPr>
        <w:t>en attendant le grand jour</w:t>
      </w:r>
      <w:r>
        <w:rPr>
          <w:rFonts w:cs="Georgia"/>
          <w:kern w:val="1"/>
        </w:rPr>
        <w:t xml:space="preserve">. </w:t>
      </w:r>
      <w:r w:rsidR="00BE611A">
        <w:rPr>
          <w:rFonts w:cs="Georgia"/>
          <w:kern w:val="1"/>
        </w:rPr>
        <w:t>Hélas</w:t>
      </w:r>
      <w:r>
        <w:rPr>
          <w:rFonts w:cs="Georgia"/>
          <w:kern w:val="1"/>
        </w:rPr>
        <w:t xml:space="preserve"> ! </w:t>
      </w:r>
      <w:r w:rsidR="00BE611A">
        <w:rPr>
          <w:rFonts w:cs="Georgia"/>
          <w:kern w:val="1"/>
        </w:rPr>
        <w:t>Dietrich aura seul à remettre les siens</w:t>
      </w:r>
      <w:r>
        <w:rPr>
          <w:rFonts w:cs="Georgia"/>
          <w:kern w:val="1"/>
        </w:rPr>
        <w:t xml:space="preserve"> ! </w:t>
      </w:r>
      <w:r w:rsidR="00BE611A">
        <w:rPr>
          <w:rFonts w:cs="Georgia"/>
          <w:kern w:val="1"/>
        </w:rPr>
        <w:t>Je serais impardonnable s</w:t>
      </w:r>
      <w:r>
        <w:rPr>
          <w:rFonts w:cs="Georgia"/>
          <w:kern w:val="1"/>
        </w:rPr>
        <w:t>’</w:t>
      </w:r>
      <w:r w:rsidR="00BE611A">
        <w:rPr>
          <w:rFonts w:cs="Georgia"/>
          <w:kern w:val="1"/>
        </w:rPr>
        <w:t>il ne les avait pas sous la main en temps utile</w:t>
      </w:r>
      <w:r>
        <w:rPr>
          <w:rFonts w:cs="Georgia"/>
          <w:kern w:val="1"/>
        </w:rPr>
        <w:t xml:space="preserve">. </w:t>
      </w:r>
      <w:r w:rsidR="00BE611A">
        <w:rPr>
          <w:rFonts w:cs="Georgia"/>
          <w:kern w:val="1"/>
        </w:rPr>
        <w:t>Je croyais que ce placard lui était réservé</w:t>
      </w:r>
      <w:r>
        <w:rPr>
          <w:rFonts w:cs="Georgia"/>
          <w:kern w:val="1"/>
        </w:rPr>
        <w:t xml:space="preserve">. </w:t>
      </w:r>
      <w:r w:rsidR="00BE611A">
        <w:rPr>
          <w:rFonts w:cs="Georgia"/>
          <w:kern w:val="1"/>
        </w:rPr>
        <w:t>Je m</w:t>
      </w:r>
      <w:r>
        <w:rPr>
          <w:rFonts w:cs="Georgia"/>
          <w:kern w:val="1"/>
        </w:rPr>
        <w:t>’</w:t>
      </w:r>
      <w:r w:rsidR="00BE611A">
        <w:rPr>
          <w:rFonts w:cs="Georgia"/>
          <w:kern w:val="1"/>
        </w:rPr>
        <w:t>aperçois que c</w:t>
      </w:r>
      <w:r>
        <w:rPr>
          <w:rFonts w:cs="Georgia"/>
          <w:kern w:val="1"/>
        </w:rPr>
        <w:t>’</w:t>
      </w:r>
      <w:r w:rsidR="00BE611A">
        <w:rPr>
          <w:rFonts w:cs="Georgia"/>
          <w:kern w:val="1"/>
        </w:rPr>
        <w:t>est celui d</w:t>
      </w:r>
      <w:r>
        <w:rPr>
          <w:rFonts w:cs="Georgia"/>
          <w:kern w:val="1"/>
        </w:rPr>
        <w:t>’</w:t>
      </w:r>
      <w:r w:rsidR="00BE611A">
        <w:rPr>
          <w:rFonts w:cs="Georgia"/>
          <w:kern w:val="1"/>
        </w:rPr>
        <w:t>Hermann</w:t>
      </w:r>
      <w:r>
        <w:rPr>
          <w:rFonts w:cs="Georgia"/>
          <w:kern w:val="1"/>
        </w:rPr>
        <w:t xml:space="preserve">. </w:t>
      </w:r>
      <w:r w:rsidR="00BE611A">
        <w:rPr>
          <w:rFonts w:cs="Georgia"/>
          <w:kern w:val="1"/>
        </w:rPr>
        <w:t>Cette tunique vert bronze à parements lie-de-vin</w:t>
      </w:r>
      <w:r>
        <w:rPr>
          <w:rFonts w:cs="Georgia"/>
          <w:kern w:val="1"/>
        </w:rPr>
        <w:t xml:space="preserve">, </w:t>
      </w:r>
      <w:r w:rsidR="00BE611A">
        <w:rPr>
          <w:rFonts w:cs="Georgia"/>
          <w:kern w:val="1"/>
        </w:rPr>
        <w:t>c</w:t>
      </w:r>
      <w:r>
        <w:rPr>
          <w:rFonts w:cs="Georgia"/>
          <w:kern w:val="1"/>
        </w:rPr>
        <w:t>’</w:t>
      </w:r>
      <w:r w:rsidR="00BE611A">
        <w:rPr>
          <w:rFonts w:cs="Georgia"/>
          <w:kern w:val="1"/>
        </w:rPr>
        <w:t>est celle des chasseurs à cheval d</w:t>
      </w:r>
      <w:r>
        <w:rPr>
          <w:rFonts w:cs="Georgia"/>
          <w:kern w:val="1"/>
        </w:rPr>
        <w:t>’</w:t>
      </w:r>
      <w:r w:rsidR="00BE611A">
        <w:rPr>
          <w:rFonts w:cs="Georgia"/>
          <w:kern w:val="1"/>
        </w:rPr>
        <w:t>Angerburg</w:t>
      </w:r>
      <w:r>
        <w:rPr>
          <w:rFonts w:cs="Georgia"/>
          <w:kern w:val="1"/>
        </w:rPr>
        <w:t xml:space="preserve">. </w:t>
      </w:r>
      <w:r w:rsidR="00BE611A">
        <w:rPr>
          <w:rFonts w:cs="Georgia"/>
          <w:kern w:val="1"/>
        </w:rPr>
        <w:t>Et ceci</w:t>
      </w:r>
      <w:r>
        <w:rPr>
          <w:rFonts w:cs="Georgia"/>
          <w:kern w:val="1"/>
        </w:rPr>
        <w:t xml:space="preserve">, </w:t>
      </w:r>
      <w:r w:rsidR="00BE611A">
        <w:rPr>
          <w:rFonts w:cs="Georgia"/>
          <w:kern w:val="1"/>
        </w:rPr>
        <w:t>voyez</w:t>
      </w:r>
      <w:r>
        <w:rPr>
          <w:rFonts w:cs="Georgia"/>
          <w:kern w:val="1"/>
        </w:rPr>
        <w:t xml:space="preserve">, </w:t>
      </w:r>
      <w:r w:rsidR="00BE611A">
        <w:rPr>
          <w:rFonts w:cs="Georgia"/>
          <w:kern w:val="1"/>
        </w:rPr>
        <w:t>c</w:t>
      </w:r>
      <w:r>
        <w:rPr>
          <w:rFonts w:cs="Georgia"/>
          <w:kern w:val="1"/>
        </w:rPr>
        <w:t>’</w:t>
      </w:r>
      <w:r w:rsidR="00BE611A">
        <w:rPr>
          <w:rFonts w:cs="Georgia"/>
          <w:kern w:val="1"/>
        </w:rPr>
        <w:t>est le dolman bleu à plastron blanc de Michel</w:t>
      </w:r>
      <w:r>
        <w:rPr>
          <w:rFonts w:cs="Georgia"/>
          <w:kern w:val="1"/>
        </w:rPr>
        <w:t xml:space="preserve">, </w:t>
      </w:r>
      <w:r w:rsidR="00BE611A">
        <w:rPr>
          <w:rFonts w:cs="Georgia"/>
          <w:kern w:val="1"/>
        </w:rPr>
        <w:t>mon petit Michel</w:t>
      </w:r>
      <w:r>
        <w:rPr>
          <w:rFonts w:cs="Georgia"/>
          <w:kern w:val="1"/>
        </w:rPr>
        <w:t xml:space="preserve">, </w:t>
      </w:r>
      <w:r w:rsidR="00BE611A">
        <w:rPr>
          <w:rFonts w:cs="Georgia"/>
          <w:kern w:val="1"/>
        </w:rPr>
        <w:t>dont mon vieux maître</w:t>
      </w:r>
      <w:r>
        <w:rPr>
          <w:rFonts w:cs="Georgia"/>
          <w:kern w:val="1"/>
        </w:rPr>
        <w:t xml:space="preserve">, </w:t>
      </w:r>
      <w:r w:rsidR="00BE611A">
        <w:rPr>
          <w:rFonts w:cs="Georgia"/>
          <w:kern w:val="1"/>
        </w:rPr>
        <w:t>le général Julius von Verdy du Vernois</w:t>
      </w:r>
      <w:r>
        <w:rPr>
          <w:rFonts w:cs="Georgia"/>
          <w:kern w:val="1"/>
        </w:rPr>
        <w:t xml:space="preserve">, </w:t>
      </w:r>
      <w:r w:rsidR="00BE611A">
        <w:rPr>
          <w:rFonts w:cs="Georgia"/>
          <w:kern w:val="1"/>
        </w:rPr>
        <w:t>le vainqueur de Nachod</w:t>
      </w:r>
      <w:r>
        <w:rPr>
          <w:rFonts w:cs="Georgia"/>
          <w:kern w:val="1"/>
        </w:rPr>
        <w:t xml:space="preserve">, </w:t>
      </w:r>
      <w:r w:rsidR="00BE611A">
        <w:rPr>
          <w:rFonts w:cs="Georgia"/>
          <w:kern w:val="1"/>
        </w:rPr>
        <w:t>disait qu</w:t>
      </w:r>
      <w:r>
        <w:rPr>
          <w:rFonts w:cs="Georgia"/>
          <w:kern w:val="1"/>
        </w:rPr>
        <w:t>’</w:t>
      </w:r>
      <w:r w:rsidR="00BE611A">
        <w:rPr>
          <w:rFonts w:cs="Georgia"/>
          <w:kern w:val="1"/>
        </w:rPr>
        <w:t>il n</w:t>
      </w:r>
      <w:r>
        <w:rPr>
          <w:rFonts w:cs="Georgia"/>
          <w:kern w:val="1"/>
        </w:rPr>
        <w:t>’</w:t>
      </w:r>
      <w:r w:rsidR="00BE611A">
        <w:rPr>
          <w:rFonts w:cs="Georgia"/>
          <w:kern w:val="1"/>
        </w:rPr>
        <w:t>avait jamais vu si beau uhlan</w:t>
      </w:r>
      <w:r>
        <w:rPr>
          <w:rFonts w:cs="Georgia"/>
          <w:kern w:val="1"/>
        </w:rPr>
        <w:t xml:space="preserve">. </w:t>
      </w:r>
      <w:r w:rsidR="00BE611A">
        <w:rPr>
          <w:rFonts w:cs="Georgia"/>
          <w:kern w:val="1"/>
        </w:rPr>
        <w:t>Ah</w:t>
      </w:r>
      <w:r>
        <w:rPr>
          <w:rFonts w:cs="Georgia"/>
          <w:kern w:val="1"/>
        </w:rPr>
        <w:t xml:space="preserve"> ! </w:t>
      </w:r>
      <w:r w:rsidR="00BE611A">
        <w:rPr>
          <w:rFonts w:cs="Georgia"/>
          <w:kern w:val="1"/>
        </w:rPr>
        <w:t>tant que j</w:t>
      </w:r>
      <w:r>
        <w:rPr>
          <w:rFonts w:cs="Georgia"/>
          <w:kern w:val="1"/>
        </w:rPr>
        <w:t>’</w:t>
      </w:r>
      <w:r w:rsidR="00BE611A">
        <w:rPr>
          <w:rFonts w:cs="Georgia"/>
          <w:kern w:val="1"/>
        </w:rPr>
        <w:t>y suis</w:t>
      </w:r>
      <w:r>
        <w:rPr>
          <w:rFonts w:cs="Georgia"/>
          <w:kern w:val="1"/>
        </w:rPr>
        <w:t xml:space="preserve">, </w:t>
      </w:r>
      <w:r w:rsidR="00BE611A">
        <w:rPr>
          <w:rFonts w:cs="Georgia"/>
          <w:kern w:val="1"/>
        </w:rPr>
        <w:t>et bien que toucher à ces reliques me crève le cœur</w:t>
      </w:r>
      <w:r>
        <w:rPr>
          <w:rFonts w:cs="Georgia"/>
          <w:kern w:val="1"/>
        </w:rPr>
        <w:t xml:space="preserve">, </w:t>
      </w:r>
      <w:r w:rsidR="00BE611A">
        <w:rPr>
          <w:rFonts w:cs="Georgia"/>
          <w:kern w:val="1"/>
        </w:rPr>
        <w:t>je ne passerai pas devant ce placard sans vous avoir montré quelque chose quelque chose dont vous n</w:t>
      </w:r>
      <w:r>
        <w:rPr>
          <w:rFonts w:cs="Georgia"/>
          <w:kern w:val="1"/>
        </w:rPr>
        <w:t>’</w:t>
      </w:r>
      <w:r w:rsidR="00BE611A">
        <w:rPr>
          <w:rFonts w:cs="Georgia"/>
          <w:kern w:val="1"/>
        </w:rPr>
        <w:t>avez pas idée dans vos pays de torses étroits et de poitrines creuses</w:t>
      </w:r>
      <w:r>
        <w:rPr>
          <w:rFonts w:cs="Georgia"/>
          <w:kern w:val="1"/>
        </w:rPr>
        <w:t xml:space="preserve">. </w:t>
      </w:r>
      <w:r w:rsidR="00BE611A">
        <w:rPr>
          <w:rFonts w:cs="Georgia"/>
          <w:kern w:val="1"/>
        </w:rPr>
        <w:t>Attention</w:t>
      </w:r>
      <w:r>
        <w:rPr>
          <w:rFonts w:cs="Georgia"/>
          <w:kern w:val="1"/>
        </w:rPr>
        <w:t xml:space="preserve"> ! </w:t>
      </w:r>
      <w:r w:rsidR="00BE611A">
        <w:rPr>
          <w:rFonts w:cs="Georgia"/>
          <w:kern w:val="1"/>
        </w:rPr>
        <w:t>Voici la cuirasse de mon aîné</w:t>
      </w:r>
      <w:r>
        <w:rPr>
          <w:rFonts w:cs="Georgia"/>
          <w:kern w:val="1"/>
        </w:rPr>
        <w:t xml:space="preserve">, </w:t>
      </w:r>
      <w:r w:rsidR="00BE611A">
        <w:rPr>
          <w:rFonts w:cs="Georgia"/>
          <w:kern w:val="1"/>
        </w:rPr>
        <w:t>de mon préféré</w:t>
      </w:r>
      <w:r>
        <w:rPr>
          <w:rFonts w:cs="Georgia"/>
          <w:kern w:val="1"/>
        </w:rPr>
        <w:t xml:space="preserve">, </w:t>
      </w:r>
      <w:r w:rsidR="00BE611A">
        <w:rPr>
          <w:rFonts w:cs="Georgia"/>
          <w:kern w:val="1"/>
        </w:rPr>
        <w:t>Conrad</w:t>
      </w:r>
      <w:r>
        <w:rPr>
          <w:rFonts w:cs="Georgia"/>
          <w:kern w:val="1"/>
        </w:rPr>
        <w:t xml:space="preserve">. </w:t>
      </w:r>
      <w:r w:rsidR="00BE611A">
        <w:rPr>
          <w:rFonts w:cs="Georgia"/>
          <w:kern w:val="1"/>
        </w:rPr>
        <w:t>Regardez-moi cela</w:t>
      </w:r>
      <w:r>
        <w:rPr>
          <w:rFonts w:cs="Georgia"/>
          <w:kern w:val="1"/>
        </w:rPr>
        <w:t xml:space="preserve"> ! </w:t>
      </w:r>
      <w:r w:rsidR="00BE611A">
        <w:rPr>
          <w:rFonts w:cs="Georgia"/>
          <w:kern w:val="1"/>
        </w:rPr>
        <w:t>Soupesez-moi cela</w:t>
      </w:r>
      <w:r>
        <w:rPr>
          <w:rFonts w:cs="Georgia"/>
          <w:kern w:val="1"/>
        </w:rPr>
        <w:t xml:space="preserve"> ? </w:t>
      </w:r>
      <w:r w:rsidR="00BE611A">
        <w:rPr>
          <w:rFonts w:cs="Georgia"/>
          <w:kern w:val="1"/>
        </w:rPr>
        <w:t>Conrad</w:t>
      </w:r>
      <w:r>
        <w:rPr>
          <w:rFonts w:cs="Georgia"/>
          <w:kern w:val="1"/>
        </w:rPr>
        <w:t xml:space="preserve">, </w:t>
      </w:r>
      <w:r w:rsidR="00BE611A">
        <w:rPr>
          <w:rFonts w:cs="Georgia"/>
          <w:kern w:val="1"/>
        </w:rPr>
        <w:t>quand la guerre éclata</w:t>
      </w:r>
      <w:r>
        <w:rPr>
          <w:rFonts w:cs="Georgia"/>
          <w:kern w:val="1"/>
        </w:rPr>
        <w:t xml:space="preserve">, </w:t>
      </w:r>
      <w:r w:rsidR="00BE611A">
        <w:rPr>
          <w:rFonts w:cs="Georgia"/>
          <w:kern w:val="1"/>
        </w:rPr>
        <w:t>était chef d</w:t>
      </w:r>
      <w:r>
        <w:rPr>
          <w:rFonts w:cs="Georgia"/>
          <w:kern w:val="1"/>
        </w:rPr>
        <w:t>’</w:t>
      </w:r>
      <w:r w:rsidR="00BE611A">
        <w:rPr>
          <w:rFonts w:cs="Georgia"/>
          <w:kern w:val="1"/>
        </w:rPr>
        <w:t xml:space="preserve">escadron au </w:t>
      </w:r>
      <w:r>
        <w:rPr>
          <w:rFonts w:cs="Georgia"/>
          <w:kern w:val="1"/>
        </w:rPr>
        <w:t>2</w:t>
      </w:r>
      <w:r w:rsidRPr="000E1451">
        <w:rPr>
          <w:rFonts w:cs="Georgia"/>
          <w:kern w:val="1"/>
          <w:vertAlign w:val="superscript"/>
        </w:rPr>
        <w:t>e</w:t>
      </w:r>
      <w:r>
        <w:rPr>
          <w:rFonts w:cs="Georgia"/>
          <w:kern w:val="1"/>
        </w:rPr>
        <w:t xml:space="preserve"> </w:t>
      </w:r>
      <w:r w:rsidR="00BE611A">
        <w:rPr>
          <w:rFonts w:cs="Georgia"/>
          <w:kern w:val="1"/>
        </w:rPr>
        <w:t>Cuirassiers de la Reine</w:t>
      </w:r>
      <w:r>
        <w:rPr>
          <w:rFonts w:cs="Georgia"/>
          <w:kern w:val="1"/>
        </w:rPr>
        <w:t xml:space="preserve">. </w:t>
      </w:r>
      <w:r w:rsidR="00BE611A">
        <w:rPr>
          <w:rFonts w:cs="Georgia"/>
          <w:kern w:val="1"/>
        </w:rPr>
        <w:t>Voici son casque d</w:t>
      </w:r>
      <w:r>
        <w:rPr>
          <w:rFonts w:cs="Georgia"/>
          <w:kern w:val="1"/>
        </w:rPr>
        <w:t>’</w:t>
      </w:r>
      <w:r w:rsidR="00BE611A">
        <w:rPr>
          <w:rFonts w:cs="Georgia"/>
          <w:kern w:val="1"/>
        </w:rPr>
        <w:t>argent à aigle d</w:t>
      </w:r>
      <w:r>
        <w:rPr>
          <w:rFonts w:cs="Georgia"/>
          <w:kern w:val="1"/>
        </w:rPr>
        <w:t>’</w:t>
      </w:r>
      <w:r w:rsidR="00BE611A">
        <w:rPr>
          <w:rFonts w:cs="Georgia"/>
          <w:kern w:val="1"/>
        </w:rPr>
        <w:t>or</w:t>
      </w:r>
      <w:r>
        <w:rPr>
          <w:rFonts w:cs="Georgia"/>
          <w:kern w:val="1"/>
        </w:rPr>
        <w:t xml:space="preserve"> ; </w:t>
      </w:r>
      <w:r w:rsidR="00BE611A">
        <w:rPr>
          <w:rFonts w:cs="Georgia"/>
          <w:kern w:val="1"/>
        </w:rPr>
        <w:t>voici son hausse-col blanc à aigle noir</w:t>
      </w:r>
      <w:r>
        <w:rPr>
          <w:rFonts w:cs="Georgia"/>
          <w:kern w:val="1"/>
        </w:rPr>
        <w:t xml:space="preserve">. </w:t>
      </w:r>
      <w:r w:rsidR="00BE611A">
        <w:rPr>
          <w:rFonts w:cs="Georgia"/>
          <w:kern w:val="1"/>
        </w:rPr>
        <w:t>Mon Dieu</w:t>
      </w:r>
      <w:r>
        <w:rPr>
          <w:rFonts w:cs="Georgia"/>
          <w:kern w:val="1"/>
        </w:rPr>
        <w:t xml:space="preserve"> ! </w:t>
      </w:r>
      <w:r w:rsidR="00BE611A">
        <w:rPr>
          <w:rFonts w:cs="Georgia"/>
          <w:kern w:val="1"/>
        </w:rPr>
        <w:t>Mon Dieu</w:t>
      </w:r>
      <w:r>
        <w:rPr>
          <w:rFonts w:cs="Georgia"/>
          <w:kern w:val="1"/>
        </w:rPr>
        <w:t xml:space="preserve"> ! </w:t>
      </w:r>
      <w:r w:rsidR="00BE611A">
        <w:rPr>
          <w:rFonts w:cs="Georgia"/>
          <w:kern w:val="1"/>
        </w:rPr>
        <w:t>Et voici sa tunique</w:t>
      </w:r>
      <w:r>
        <w:rPr>
          <w:rFonts w:cs="Georgia"/>
          <w:kern w:val="1"/>
        </w:rPr>
        <w:t xml:space="preserve">, </w:t>
      </w:r>
      <w:r w:rsidR="00BE611A">
        <w:rPr>
          <w:rFonts w:cs="Georgia"/>
          <w:kern w:val="1"/>
        </w:rPr>
        <w:t>la belle tunique immaculée</w:t>
      </w:r>
      <w:r>
        <w:rPr>
          <w:rFonts w:cs="Georgia"/>
          <w:kern w:val="1"/>
        </w:rPr>
        <w:t xml:space="preserve">, </w:t>
      </w:r>
      <w:r w:rsidR="00BE611A">
        <w:rPr>
          <w:rFonts w:cs="Georgia"/>
          <w:kern w:val="1"/>
        </w:rPr>
        <w:t>à collet et à retroussis cramoisis</w:t>
      </w:r>
      <w:r>
        <w:rPr>
          <w:rFonts w:cs="Georgia"/>
          <w:kern w:val="1"/>
        </w:rPr>
        <w:t xml:space="preserve">. </w:t>
      </w:r>
      <w:r w:rsidR="00BE611A">
        <w:rPr>
          <w:rFonts w:cs="Georgia"/>
          <w:kern w:val="1"/>
        </w:rPr>
        <w:t>Moi aussi</w:t>
      </w:r>
      <w:r>
        <w:rPr>
          <w:rFonts w:cs="Georgia"/>
          <w:kern w:val="1"/>
        </w:rPr>
        <w:t xml:space="preserve">, </w:t>
      </w:r>
      <w:r w:rsidR="00BE611A">
        <w:rPr>
          <w:rFonts w:cs="Georgia"/>
          <w:kern w:val="1"/>
        </w:rPr>
        <w:t>à Borny</w:t>
      </w:r>
      <w:r>
        <w:rPr>
          <w:rFonts w:cs="Georgia"/>
          <w:kern w:val="1"/>
        </w:rPr>
        <w:t xml:space="preserve">, </w:t>
      </w:r>
      <w:r w:rsidR="00BE611A">
        <w:rPr>
          <w:rFonts w:cs="Georgia"/>
          <w:kern w:val="1"/>
        </w:rPr>
        <w:t>je l</w:t>
      </w:r>
      <w:r>
        <w:rPr>
          <w:rFonts w:cs="Georgia"/>
          <w:kern w:val="1"/>
        </w:rPr>
        <w:t>’</w:t>
      </w:r>
      <w:r w:rsidR="00BE611A">
        <w:rPr>
          <w:rFonts w:cs="Georgia"/>
          <w:kern w:val="1"/>
        </w:rPr>
        <w:t>avais</w:t>
      </w:r>
      <w:r>
        <w:rPr>
          <w:rFonts w:cs="Georgia"/>
          <w:kern w:val="1"/>
        </w:rPr>
        <w:t xml:space="preserve">, </w:t>
      </w:r>
      <w:r w:rsidR="00BE611A">
        <w:rPr>
          <w:rFonts w:cs="Georgia"/>
          <w:kern w:val="1"/>
        </w:rPr>
        <w:t>cette tunique blanche</w:t>
      </w:r>
      <w:r>
        <w:rPr>
          <w:rFonts w:cs="Georgia"/>
          <w:kern w:val="1"/>
        </w:rPr>
        <w:t xml:space="preserve">. </w:t>
      </w:r>
      <w:r w:rsidR="00BE611A">
        <w:rPr>
          <w:rFonts w:cs="Georgia"/>
          <w:kern w:val="1"/>
        </w:rPr>
        <w:t xml:space="preserve">Mais </w:t>
      </w:r>
      <w:r w:rsidR="00BE611A">
        <w:rPr>
          <w:rFonts w:cs="Georgia"/>
          <w:kern w:val="1"/>
        </w:rPr>
        <w:lastRenderedPageBreak/>
        <w:t>comme j</w:t>
      </w:r>
      <w:r>
        <w:rPr>
          <w:rFonts w:cs="Georgia"/>
          <w:kern w:val="1"/>
        </w:rPr>
        <w:t>’</w:t>
      </w:r>
      <w:r w:rsidR="00BE611A">
        <w:rPr>
          <w:rFonts w:cs="Georgia"/>
          <w:kern w:val="1"/>
        </w:rPr>
        <w:t xml:space="preserve">appartenais au </w:t>
      </w:r>
      <w:r>
        <w:rPr>
          <w:rFonts w:cs="Georgia"/>
          <w:kern w:val="1"/>
        </w:rPr>
        <w:t>3</w:t>
      </w:r>
      <w:r w:rsidRPr="000E1451">
        <w:rPr>
          <w:rFonts w:cs="Georgia"/>
          <w:kern w:val="1"/>
          <w:vertAlign w:val="superscript"/>
        </w:rPr>
        <w:t>e</w:t>
      </w:r>
      <w:r>
        <w:rPr>
          <w:rFonts w:cs="Georgia"/>
          <w:kern w:val="1"/>
        </w:rPr>
        <w:t xml:space="preserve"> </w:t>
      </w:r>
      <w:r w:rsidR="00BE611A">
        <w:rPr>
          <w:rFonts w:cs="Georgia"/>
          <w:kern w:val="1"/>
        </w:rPr>
        <w:t>régiment</w:t>
      </w:r>
      <w:r>
        <w:rPr>
          <w:rFonts w:cs="Georgia"/>
          <w:kern w:val="1"/>
        </w:rPr>
        <w:t xml:space="preserve">, </w:t>
      </w:r>
      <w:r w:rsidR="00BE611A">
        <w:rPr>
          <w:rFonts w:cs="Georgia"/>
          <w:kern w:val="1"/>
        </w:rPr>
        <w:t>les parements de la mienne étaient d</w:t>
      </w:r>
      <w:r>
        <w:rPr>
          <w:rFonts w:cs="Georgia"/>
          <w:kern w:val="1"/>
        </w:rPr>
        <w:t>’</w:t>
      </w:r>
      <w:r w:rsidR="00BE611A">
        <w:rPr>
          <w:rFonts w:cs="Georgia"/>
          <w:kern w:val="1"/>
        </w:rPr>
        <w:t>azur</w:t>
      </w:r>
      <w:r>
        <w:rPr>
          <w:rFonts w:cs="Georgia"/>
          <w:kern w:val="1"/>
        </w:rPr>
        <w:t xml:space="preserve">. </w:t>
      </w:r>
      <w:r w:rsidR="00BE611A">
        <w:rPr>
          <w:rFonts w:cs="Georgia"/>
          <w:kern w:val="1"/>
        </w:rPr>
        <w:t>La tunique de Conrad</w:t>
      </w:r>
      <w:r>
        <w:rPr>
          <w:rFonts w:cs="Georgia"/>
          <w:kern w:val="1"/>
        </w:rPr>
        <w:t xml:space="preserve"> ! </w:t>
      </w:r>
      <w:r w:rsidR="00BE611A">
        <w:rPr>
          <w:rFonts w:cs="Georgia"/>
          <w:kern w:val="1"/>
        </w:rPr>
        <w:t>Faites-moi le plaisir de la déplier</w:t>
      </w:r>
      <w:r>
        <w:rPr>
          <w:rFonts w:cs="Georgia"/>
          <w:kern w:val="1"/>
        </w:rPr>
        <w:t xml:space="preserve">. </w:t>
      </w:r>
      <w:r w:rsidR="00BE611A">
        <w:rPr>
          <w:rFonts w:cs="Georgia"/>
          <w:kern w:val="1"/>
        </w:rPr>
        <w:t>Mettez-en les pattes d</w:t>
      </w:r>
      <w:r>
        <w:rPr>
          <w:rFonts w:cs="Georgia"/>
          <w:kern w:val="1"/>
        </w:rPr>
        <w:t>’</w:t>
      </w:r>
      <w:r w:rsidR="00BE611A">
        <w:rPr>
          <w:rFonts w:cs="Georgia"/>
          <w:kern w:val="1"/>
        </w:rPr>
        <w:t>épaules à hauteur des vôtres</w:t>
      </w:r>
      <w:r>
        <w:rPr>
          <w:rFonts w:cs="Georgia"/>
          <w:kern w:val="1"/>
        </w:rPr>
        <w:t xml:space="preserve">, </w:t>
      </w:r>
      <w:r w:rsidR="00BE611A">
        <w:rPr>
          <w:rFonts w:cs="Georgia"/>
          <w:kern w:val="1"/>
        </w:rPr>
        <w:t>comme ceci</w:t>
      </w:r>
      <w:r>
        <w:rPr>
          <w:rFonts w:cs="Georgia"/>
          <w:kern w:val="1"/>
        </w:rPr>
        <w:t xml:space="preserve">. </w:t>
      </w:r>
      <w:r w:rsidR="00BE611A">
        <w:rPr>
          <w:rFonts w:cs="Georgia"/>
          <w:kern w:val="1"/>
        </w:rPr>
        <w:t>Ah</w:t>
      </w:r>
      <w:r>
        <w:rPr>
          <w:rFonts w:cs="Georgia"/>
          <w:kern w:val="1"/>
        </w:rPr>
        <w:t xml:space="preserve"> ! </w:t>
      </w:r>
      <w:r w:rsidR="00BE611A">
        <w:rPr>
          <w:rFonts w:cs="Georgia"/>
          <w:kern w:val="1"/>
        </w:rPr>
        <w:t>ah</w:t>
      </w:r>
      <w:r>
        <w:rPr>
          <w:rFonts w:cs="Georgia"/>
          <w:kern w:val="1"/>
        </w:rPr>
        <w:t xml:space="preserve"> ! </w:t>
      </w:r>
      <w:r w:rsidR="00BE611A">
        <w:rPr>
          <w:rFonts w:cs="Georgia"/>
          <w:kern w:val="1"/>
        </w:rPr>
        <w:t>ah</w:t>
      </w:r>
      <w:r>
        <w:rPr>
          <w:rFonts w:cs="Georgia"/>
          <w:kern w:val="1"/>
        </w:rPr>
        <w:t xml:space="preserve"> ! </w:t>
      </w:r>
      <w:r w:rsidR="00BE611A">
        <w:rPr>
          <w:rFonts w:cs="Georgia"/>
          <w:kern w:val="1"/>
        </w:rPr>
        <w:t>Qu</w:t>
      </w:r>
      <w:r>
        <w:rPr>
          <w:rFonts w:cs="Georgia"/>
          <w:kern w:val="1"/>
        </w:rPr>
        <w:t>’</w:t>
      </w:r>
      <w:r w:rsidR="00BE611A">
        <w:rPr>
          <w:rFonts w:cs="Georgia"/>
          <w:kern w:val="1"/>
        </w:rPr>
        <w:t>est-ce que je disais</w:t>
      </w:r>
      <w:r>
        <w:rPr>
          <w:rFonts w:cs="Georgia"/>
          <w:kern w:val="1"/>
        </w:rPr>
        <w:t xml:space="preserve">. </w:t>
      </w:r>
      <w:r w:rsidR="00BE611A">
        <w:rPr>
          <w:rFonts w:cs="Georgia"/>
          <w:kern w:val="1"/>
        </w:rPr>
        <w:t>Ses basques traînent presque jusqu</w:t>
      </w:r>
      <w:r>
        <w:rPr>
          <w:rFonts w:cs="Georgia"/>
          <w:kern w:val="1"/>
        </w:rPr>
        <w:t>’</w:t>
      </w:r>
      <w:r w:rsidR="00BE611A">
        <w:rPr>
          <w:rFonts w:cs="Georgia"/>
          <w:kern w:val="1"/>
        </w:rPr>
        <w:t>à terre</w:t>
      </w:r>
      <w:r>
        <w:rPr>
          <w:rFonts w:cs="Georgia"/>
          <w:kern w:val="1"/>
        </w:rPr>
        <w:t xml:space="preserve">. </w:t>
      </w:r>
      <w:r w:rsidR="00BE611A">
        <w:rPr>
          <w:rFonts w:cs="Georgia"/>
          <w:kern w:val="1"/>
        </w:rPr>
        <w:t>Et remarquez que vous êtes d</w:t>
      </w:r>
      <w:r>
        <w:rPr>
          <w:rFonts w:cs="Georgia"/>
          <w:kern w:val="1"/>
        </w:rPr>
        <w:t>’</w:t>
      </w:r>
      <w:r w:rsidR="00BE611A">
        <w:rPr>
          <w:rFonts w:cs="Georgia"/>
          <w:kern w:val="1"/>
        </w:rPr>
        <w:t>une taille très convenable</w:t>
      </w:r>
      <w:r>
        <w:rPr>
          <w:rFonts w:cs="Georgia"/>
          <w:kern w:val="1"/>
        </w:rPr>
        <w:t xml:space="preserve">. </w:t>
      </w:r>
      <w:r w:rsidR="00BE611A">
        <w:rPr>
          <w:rFonts w:cs="Georgia"/>
          <w:kern w:val="1"/>
        </w:rPr>
        <w:t>Mais lui</w:t>
      </w:r>
      <w:r>
        <w:rPr>
          <w:rFonts w:cs="Georgia"/>
          <w:kern w:val="1"/>
        </w:rPr>
        <w:t xml:space="preserve">, </w:t>
      </w:r>
      <w:r w:rsidR="00BE611A">
        <w:rPr>
          <w:rFonts w:cs="Georgia"/>
          <w:kern w:val="1"/>
        </w:rPr>
        <w:t>songez donc</w:t>
      </w:r>
      <w:r>
        <w:rPr>
          <w:rFonts w:cs="Georgia"/>
          <w:kern w:val="1"/>
        </w:rPr>
        <w:t xml:space="preserve">, </w:t>
      </w:r>
      <w:r w:rsidR="00BE611A">
        <w:rPr>
          <w:rFonts w:cs="Georgia"/>
          <w:kern w:val="1"/>
        </w:rPr>
        <w:t>il avait un mètre quatre-vingt-seize</w:t>
      </w:r>
      <w:r>
        <w:rPr>
          <w:rFonts w:cs="Georgia"/>
          <w:kern w:val="1"/>
        </w:rPr>
        <w:t xml:space="preserve">. </w:t>
      </w:r>
      <w:r w:rsidR="00BE611A">
        <w:rPr>
          <w:rFonts w:cs="Georgia"/>
          <w:kern w:val="1"/>
        </w:rPr>
        <w:t>Mon fils bien-aimé</w:t>
      </w:r>
      <w:r>
        <w:rPr>
          <w:rFonts w:cs="Georgia"/>
          <w:kern w:val="1"/>
        </w:rPr>
        <w:t xml:space="preserve">, </w:t>
      </w:r>
      <w:r w:rsidR="00BE611A">
        <w:rPr>
          <w:rFonts w:cs="Georgia"/>
          <w:kern w:val="1"/>
        </w:rPr>
        <w:t>dire qu</w:t>
      </w:r>
      <w:r>
        <w:rPr>
          <w:rFonts w:cs="Georgia"/>
          <w:kern w:val="1"/>
        </w:rPr>
        <w:t>’</w:t>
      </w:r>
      <w:r w:rsidR="00BE611A">
        <w:rPr>
          <w:rFonts w:cs="Georgia"/>
          <w:kern w:val="1"/>
        </w:rPr>
        <w:t>il ne sera pas là pour la grande chevauchée finale</w:t>
      </w:r>
      <w:r>
        <w:rPr>
          <w:rFonts w:cs="Georgia"/>
          <w:kern w:val="1"/>
        </w:rPr>
        <w:t xml:space="preserve"> ! </w:t>
      </w:r>
      <w:r w:rsidR="00BE611A">
        <w:rPr>
          <w:rFonts w:cs="Georgia"/>
          <w:kern w:val="1"/>
        </w:rPr>
        <w:t>Conrad</w:t>
      </w:r>
      <w:r>
        <w:rPr>
          <w:rFonts w:cs="Georgia"/>
          <w:kern w:val="1"/>
        </w:rPr>
        <w:t xml:space="preserve">, </w:t>
      </w:r>
      <w:r w:rsidR="00BE611A">
        <w:rPr>
          <w:rFonts w:cs="Georgia"/>
          <w:kern w:val="1"/>
        </w:rPr>
        <w:t>Hermann</w:t>
      </w:r>
      <w:r>
        <w:rPr>
          <w:rFonts w:cs="Georgia"/>
          <w:kern w:val="1"/>
        </w:rPr>
        <w:t xml:space="preserve">, </w:t>
      </w:r>
      <w:r w:rsidR="00BE611A">
        <w:rPr>
          <w:rFonts w:cs="Georgia"/>
          <w:kern w:val="1"/>
        </w:rPr>
        <w:t>Michel</w:t>
      </w:r>
      <w:r>
        <w:rPr>
          <w:rFonts w:cs="Georgia"/>
          <w:kern w:val="1"/>
        </w:rPr>
        <w:t xml:space="preserve">, </w:t>
      </w:r>
      <w:r w:rsidR="00BE611A">
        <w:rPr>
          <w:rFonts w:cs="Georgia"/>
          <w:kern w:val="1"/>
        </w:rPr>
        <w:t>tous les trois</w:t>
      </w:r>
      <w:r>
        <w:rPr>
          <w:rFonts w:cs="Georgia"/>
          <w:kern w:val="1"/>
        </w:rPr>
        <w:t xml:space="preserve">, </w:t>
      </w:r>
      <w:r w:rsidR="00BE611A">
        <w:rPr>
          <w:rFonts w:cs="Georgia"/>
          <w:kern w:val="1"/>
        </w:rPr>
        <w:t>je le jure</w:t>
      </w:r>
      <w:r>
        <w:rPr>
          <w:rFonts w:cs="Georgia"/>
          <w:kern w:val="1"/>
        </w:rPr>
        <w:t xml:space="preserve">, </w:t>
      </w:r>
      <w:r w:rsidR="00BE611A">
        <w:rPr>
          <w:rFonts w:cs="Georgia"/>
          <w:kern w:val="1"/>
        </w:rPr>
        <w:t>ils ne m</w:t>
      </w:r>
      <w:r>
        <w:rPr>
          <w:rFonts w:cs="Georgia"/>
          <w:kern w:val="1"/>
        </w:rPr>
        <w:t>’</w:t>
      </w:r>
      <w:r w:rsidR="00BE611A">
        <w:rPr>
          <w:rFonts w:cs="Georgia"/>
          <w:kern w:val="1"/>
        </w:rPr>
        <w:t>ont jamais procuré que des satisfactions</w:t>
      </w:r>
      <w:r>
        <w:rPr>
          <w:rFonts w:cs="Georgia"/>
          <w:kern w:val="1"/>
        </w:rPr>
        <w:t xml:space="preserve">, </w:t>
      </w:r>
      <w:r w:rsidR="00BE611A">
        <w:rPr>
          <w:rFonts w:cs="Georgia"/>
          <w:kern w:val="1"/>
        </w:rPr>
        <w:t>des joies</w:t>
      </w:r>
      <w:r>
        <w:rPr>
          <w:rFonts w:cs="Georgia"/>
          <w:kern w:val="1"/>
        </w:rPr>
        <w:t>.</w:t>
      </w:r>
    </w:p>
    <w:p w14:paraId="758B74E6" w14:textId="77777777" w:rsidR="000E1451" w:rsidRDefault="00BE611A" w:rsidP="00BE611A">
      <w:pPr>
        <w:rPr>
          <w:rFonts w:cs="Georgia"/>
          <w:kern w:val="1"/>
        </w:rPr>
      </w:pPr>
      <w:r>
        <w:rPr>
          <w:rFonts w:cs="Georgia"/>
          <w:kern w:val="1"/>
        </w:rPr>
        <w:t>L</w:t>
      </w:r>
      <w:r w:rsidR="000E1451">
        <w:rPr>
          <w:rFonts w:cs="Georgia"/>
          <w:kern w:val="1"/>
        </w:rPr>
        <w:t>’</w:t>
      </w:r>
      <w:r>
        <w:rPr>
          <w:rFonts w:cs="Georgia"/>
          <w:kern w:val="1"/>
        </w:rPr>
        <w:t>ingratitude cent fois redite des enfants envers leurs parents n</w:t>
      </w:r>
      <w:r w:rsidR="000E1451">
        <w:rPr>
          <w:rFonts w:cs="Georgia"/>
          <w:kern w:val="1"/>
        </w:rPr>
        <w:t>’</w:t>
      </w:r>
      <w:r>
        <w:rPr>
          <w:rFonts w:cs="Georgia"/>
          <w:kern w:val="1"/>
        </w:rPr>
        <w:t>est surpassée que par l</w:t>
      </w:r>
      <w:r w:rsidR="000E1451">
        <w:rPr>
          <w:rFonts w:cs="Georgia"/>
          <w:kern w:val="1"/>
        </w:rPr>
        <w:t>’</w:t>
      </w:r>
      <w:r>
        <w:rPr>
          <w:rFonts w:cs="Georgia"/>
          <w:kern w:val="1"/>
        </w:rPr>
        <w:t>injustice des parents envers certains de leurs enfants</w:t>
      </w:r>
      <w:r w:rsidR="000E1451">
        <w:rPr>
          <w:rFonts w:cs="Georgia"/>
          <w:kern w:val="1"/>
        </w:rPr>
        <w:t xml:space="preserve">. </w:t>
      </w:r>
      <w:r>
        <w:rPr>
          <w:rFonts w:cs="Georgia"/>
          <w:kern w:val="1"/>
        </w:rPr>
        <w:t>Indifférente à la douceur et à la pâle beauté d</w:t>
      </w:r>
      <w:r w:rsidR="000E1451">
        <w:rPr>
          <w:rFonts w:cs="Georgia"/>
          <w:kern w:val="1"/>
        </w:rPr>
        <w:t>’</w:t>
      </w:r>
      <w:r>
        <w:rPr>
          <w:rFonts w:cs="Georgia"/>
          <w:kern w:val="1"/>
        </w:rPr>
        <w:t>Axelle</w:t>
      </w:r>
      <w:r w:rsidR="000E1451">
        <w:rPr>
          <w:rFonts w:cs="Georgia"/>
          <w:kern w:val="1"/>
        </w:rPr>
        <w:t xml:space="preserve">, </w:t>
      </w:r>
      <w:r>
        <w:rPr>
          <w:rFonts w:cs="Georgia"/>
          <w:kern w:val="1"/>
        </w:rPr>
        <w:t>la vieille baronne de Mirrbach ne se pâmait d</w:t>
      </w:r>
      <w:r w:rsidR="000E1451">
        <w:rPr>
          <w:rFonts w:cs="Georgia"/>
          <w:kern w:val="1"/>
        </w:rPr>
        <w:t>’</w:t>
      </w:r>
      <w:r>
        <w:rPr>
          <w:rFonts w:cs="Georgia"/>
          <w:kern w:val="1"/>
        </w:rPr>
        <w:t>admiration que devant les frasques de Joachim</w:t>
      </w:r>
      <w:r w:rsidR="000E1451">
        <w:rPr>
          <w:rFonts w:cs="Georgia"/>
          <w:kern w:val="1"/>
        </w:rPr>
        <w:t xml:space="preserve">. </w:t>
      </w:r>
      <w:r>
        <w:rPr>
          <w:rFonts w:cs="Georgia"/>
          <w:kern w:val="1"/>
        </w:rPr>
        <w:t>Insensible aux calmes et solides vertus de Dietrich</w:t>
      </w:r>
      <w:r w:rsidR="000E1451">
        <w:rPr>
          <w:rFonts w:cs="Georgia"/>
          <w:kern w:val="1"/>
        </w:rPr>
        <w:t xml:space="preserve">, </w:t>
      </w:r>
      <w:r>
        <w:rPr>
          <w:rFonts w:cs="Georgia"/>
          <w:kern w:val="1"/>
        </w:rPr>
        <w:t>le général de Reichendorf n</w:t>
      </w:r>
      <w:r w:rsidR="000E1451">
        <w:rPr>
          <w:rFonts w:cs="Georgia"/>
          <w:kern w:val="1"/>
        </w:rPr>
        <w:t>’</w:t>
      </w:r>
      <w:r>
        <w:rPr>
          <w:rFonts w:cs="Georgia"/>
          <w:kern w:val="1"/>
        </w:rPr>
        <w:t>avait d</w:t>
      </w:r>
      <w:r w:rsidR="000E1451">
        <w:rPr>
          <w:rFonts w:cs="Georgia"/>
          <w:kern w:val="1"/>
        </w:rPr>
        <w:t>’</w:t>
      </w:r>
      <w:r>
        <w:rPr>
          <w:rFonts w:cs="Georgia"/>
          <w:kern w:val="1"/>
        </w:rPr>
        <w:t>yeux que pour les brillantes incartades d</w:t>
      </w:r>
      <w:r w:rsidR="000E1451">
        <w:rPr>
          <w:rFonts w:cs="Georgia"/>
          <w:kern w:val="1"/>
        </w:rPr>
        <w:t>’</w:t>
      </w:r>
      <w:r>
        <w:rPr>
          <w:rFonts w:cs="Georgia"/>
          <w:kern w:val="1"/>
        </w:rPr>
        <w:t>Hermann</w:t>
      </w:r>
      <w:r w:rsidR="000E1451">
        <w:rPr>
          <w:rFonts w:cs="Georgia"/>
          <w:kern w:val="1"/>
        </w:rPr>
        <w:t xml:space="preserve">, </w:t>
      </w:r>
      <w:r>
        <w:rPr>
          <w:rFonts w:cs="Georgia"/>
          <w:kern w:val="1"/>
        </w:rPr>
        <w:t>de Conrad et de Michel</w:t>
      </w:r>
      <w:r w:rsidR="000E1451">
        <w:rPr>
          <w:rFonts w:cs="Georgia"/>
          <w:kern w:val="1"/>
        </w:rPr>
        <w:t xml:space="preserve">. </w:t>
      </w:r>
      <w:r>
        <w:rPr>
          <w:rFonts w:cs="Georgia"/>
          <w:kern w:val="1"/>
        </w:rPr>
        <w:t>Ah</w:t>
      </w:r>
      <w:r w:rsidR="000E1451">
        <w:rPr>
          <w:rFonts w:cs="Georgia"/>
          <w:kern w:val="1"/>
        </w:rPr>
        <w:t xml:space="preserve"> ! </w:t>
      </w:r>
      <w:r>
        <w:rPr>
          <w:rFonts w:cs="Georgia"/>
          <w:kern w:val="1"/>
        </w:rPr>
        <w:t>ceux-là ne lui avaient jamais procuré que des satisfactions</w:t>
      </w:r>
      <w:r w:rsidR="000E1451">
        <w:rPr>
          <w:rFonts w:cs="Georgia"/>
          <w:kern w:val="1"/>
        </w:rPr>
        <w:t xml:space="preserve">. </w:t>
      </w:r>
      <w:r>
        <w:rPr>
          <w:rFonts w:cs="Georgia"/>
          <w:kern w:val="1"/>
        </w:rPr>
        <w:t>Sans doute</w:t>
      </w:r>
      <w:r w:rsidR="000E1451">
        <w:rPr>
          <w:rFonts w:cs="Georgia"/>
          <w:kern w:val="1"/>
        </w:rPr>
        <w:t xml:space="preserve"> ! </w:t>
      </w:r>
      <w:r>
        <w:rPr>
          <w:rFonts w:cs="Georgia"/>
          <w:kern w:val="1"/>
        </w:rPr>
        <w:t>Toutefois</w:t>
      </w:r>
      <w:r w:rsidR="000E1451">
        <w:rPr>
          <w:rFonts w:cs="Georgia"/>
          <w:kern w:val="1"/>
        </w:rPr>
        <w:t xml:space="preserve">, </w:t>
      </w:r>
      <w:r>
        <w:rPr>
          <w:rFonts w:cs="Georgia"/>
          <w:kern w:val="1"/>
        </w:rPr>
        <w:t>en tant que témoin impartial et averti</w:t>
      </w:r>
      <w:r w:rsidR="000E1451">
        <w:rPr>
          <w:rFonts w:cs="Georgia"/>
          <w:kern w:val="1"/>
        </w:rPr>
        <w:t xml:space="preserve">, </w:t>
      </w:r>
      <w:r>
        <w:rPr>
          <w:rFonts w:cs="Georgia"/>
          <w:kern w:val="1"/>
        </w:rPr>
        <w:t>je ne pouvais oublier qu</w:t>
      </w:r>
      <w:r w:rsidR="000E1451">
        <w:rPr>
          <w:rFonts w:cs="Georgia"/>
          <w:kern w:val="1"/>
        </w:rPr>
        <w:t>’</w:t>
      </w:r>
      <w:r>
        <w:rPr>
          <w:rFonts w:cs="Georgia"/>
          <w:kern w:val="1"/>
        </w:rPr>
        <w:t>un de leurs principaux mérites à tous les quatre consistait à avoir mis leur père et leur sœur en rapports de plus en plus suivis avec l</w:t>
      </w:r>
      <w:r w:rsidR="000E1451">
        <w:rPr>
          <w:rFonts w:cs="Georgia"/>
          <w:kern w:val="1"/>
        </w:rPr>
        <w:t>’</w:t>
      </w:r>
      <w:r>
        <w:rPr>
          <w:rFonts w:cs="Georgia"/>
          <w:kern w:val="1"/>
        </w:rPr>
        <w:t xml:space="preserve">honorable </w:t>
      </w:r>
      <w:r w:rsidR="000E1451">
        <w:rPr>
          <w:rFonts w:cs="Georgia"/>
          <w:kern w:val="1"/>
        </w:rPr>
        <w:t>M. </w:t>
      </w:r>
      <w:r>
        <w:rPr>
          <w:rFonts w:cs="Georgia"/>
          <w:kern w:val="1"/>
        </w:rPr>
        <w:t>Güthermann</w:t>
      </w:r>
      <w:r w:rsidR="000E1451">
        <w:rPr>
          <w:rFonts w:cs="Georgia"/>
          <w:kern w:val="1"/>
        </w:rPr>
        <w:t>.</w:t>
      </w:r>
    </w:p>
    <w:p w14:paraId="02108150" w14:textId="77777777" w:rsidR="000E1451" w:rsidRDefault="000E1451" w:rsidP="00BE611A">
      <w:pPr>
        <w:rPr>
          <w:rFonts w:cs="Georgia"/>
          <w:kern w:val="1"/>
        </w:rPr>
      </w:pPr>
      <w:r>
        <w:rPr>
          <w:rFonts w:cs="Georgia"/>
          <w:kern w:val="1"/>
        </w:rPr>
        <w:t>— </w:t>
      </w:r>
      <w:r w:rsidR="00BE611A">
        <w:rPr>
          <w:rFonts w:cs="Georgia"/>
          <w:kern w:val="1"/>
        </w:rPr>
        <w:t>Voici enfin la tenue de Dietrich</w:t>
      </w:r>
      <w:r>
        <w:rPr>
          <w:rFonts w:cs="Georgia"/>
          <w:kern w:val="1"/>
        </w:rPr>
        <w:t> !!</w:t>
      </w:r>
    </w:p>
    <w:p w14:paraId="4E3D80F3" w14:textId="77777777" w:rsidR="000E1451" w:rsidRDefault="00BE611A" w:rsidP="00BE611A">
      <w:pPr>
        <w:rPr>
          <w:rFonts w:cs="Georgia"/>
          <w:kern w:val="1"/>
        </w:rPr>
      </w:pPr>
      <w:r>
        <w:rPr>
          <w:rFonts w:cs="Georgia"/>
          <w:kern w:val="1"/>
        </w:rPr>
        <w:t>Le général venait d</w:t>
      </w:r>
      <w:r w:rsidR="000E1451">
        <w:rPr>
          <w:rFonts w:cs="Georgia"/>
          <w:kern w:val="1"/>
        </w:rPr>
        <w:t>’</w:t>
      </w:r>
      <w:r>
        <w:rPr>
          <w:rFonts w:cs="Georgia"/>
          <w:kern w:val="1"/>
        </w:rPr>
        <w:t>ouvrir un placard d</w:t>
      </w:r>
      <w:r w:rsidR="000E1451">
        <w:rPr>
          <w:rFonts w:cs="Georgia"/>
          <w:kern w:val="1"/>
        </w:rPr>
        <w:t>’</w:t>
      </w:r>
      <w:r>
        <w:rPr>
          <w:rFonts w:cs="Georgia"/>
          <w:kern w:val="1"/>
        </w:rPr>
        <w:t>où il retirait une tunique bleu pâle</w:t>
      </w:r>
      <w:r w:rsidR="000E1451">
        <w:rPr>
          <w:rFonts w:cs="Georgia"/>
          <w:kern w:val="1"/>
        </w:rPr>
        <w:t xml:space="preserve">, </w:t>
      </w:r>
      <w:r>
        <w:rPr>
          <w:rFonts w:cs="Georgia"/>
          <w:kern w:val="1"/>
        </w:rPr>
        <w:t>à collet jaune</w:t>
      </w:r>
      <w:r w:rsidR="000E1451">
        <w:rPr>
          <w:rFonts w:cs="Georgia"/>
          <w:kern w:val="1"/>
        </w:rPr>
        <w:t xml:space="preserve">, </w:t>
      </w:r>
      <w:r>
        <w:rPr>
          <w:rFonts w:cs="Georgia"/>
          <w:kern w:val="1"/>
        </w:rPr>
        <w:t>et un casque noir</w:t>
      </w:r>
      <w:r w:rsidR="000E1451">
        <w:rPr>
          <w:rFonts w:cs="Georgia"/>
          <w:kern w:val="1"/>
        </w:rPr>
        <w:t xml:space="preserve">, </w:t>
      </w:r>
      <w:r>
        <w:rPr>
          <w:rFonts w:cs="Georgia"/>
          <w:kern w:val="1"/>
        </w:rPr>
        <w:t>à aigle d</w:t>
      </w:r>
      <w:r w:rsidR="000E1451">
        <w:rPr>
          <w:rFonts w:cs="Georgia"/>
          <w:kern w:val="1"/>
        </w:rPr>
        <w:t>’</w:t>
      </w:r>
      <w:r>
        <w:rPr>
          <w:rFonts w:cs="Georgia"/>
          <w:kern w:val="1"/>
        </w:rPr>
        <w:t>argent</w:t>
      </w:r>
      <w:r w:rsidR="000E1451">
        <w:rPr>
          <w:rFonts w:cs="Georgia"/>
          <w:kern w:val="1"/>
        </w:rPr>
        <w:t>.</w:t>
      </w:r>
    </w:p>
    <w:p w14:paraId="2888CE89" w14:textId="77777777" w:rsidR="000E1451" w:rsidRDefault="000E1451" w:rsidP="00BE611A">
      <w:r>
        <w:rPr>
          <w:rFonts w:cs="Georgia"/>
          <w:kern w:val="1"/>
        </w:rPr>
        <w:t>— </w:t>
      </w:r>
      <w:r w:rsidR="00BE611A">
        <w:rPr>
          <w:rFonts w:cs="Georgia"/>
          <w:kern w:val="1"/>
        </w:rPr>
        <w:t>Maintenant</w:t>
      </w:r>
      <w:r>
        <w:rPr>
          <w:rFonts w:cs="Georgia"/>
          <w:kern w:val="1"/>
        </w:rPr>
        <w:t xml:space="preserve">, </w:t>
      </w:r>
      <w:r w:rsidR="00BE611A">
        <w:rPr>
          <w:rFonts w:cs="Georgia"/>
          <w:kern w:val="1"/>
        </w:rPr>
        <w:t>vous êtes au courant</w:t>
      </w:r>
      <w:r>
        <w:rPr>
          <w:rFonts w:cs="Georgia"/>
          <w:kern w:val="1"/>
        </w:rPr>
        <w:t xml:space="preserve">. </w:t>
      </w:r>
      <w:r w:rsidR="00BE611A">
        <w:rPr>
          <w:rFonts w:cs="Georgia"/>
          <w:kern w:val="1"/>
        </w:rPr>
        <w:t>Ma santé n</w:t>
      </w:r>
      <w:r>
        <w:rPr>
          <w:rFonts w:cs="Georgia"/>
          <w:kern w:val="1"/>
        </w:rPr>
        <w:t>’</w:t>
      </w:r>
      <w:r w:rsidR="00BE611A">
        <w:rPr>
          <w:rFonts w:cs="Georgia"/>
          <w:kern w:val="1"/>
        </w:rPr>
        <w:t>est pas mauvaise</w:t>
      </w:r>
      <w:r>
        <w:rPr>
          <w:rFonts w:cs="Georgia"/>
          <w:kern w:val="1"/>
        </w:rPr>
        <w:t xml:space="preserve">, </w:t>
      </w:r>
      <w:r w:rsidR="00BE611A">
        <w:rPr>
          <w:rFonts w:cs="Georgia"/>
          <w:kern w:val="1"/>
        </w:rPr>
        <w:t>c</w:t>
      </w:r>
      <w:r>
        <w:rPr>
          <w:rFonts w:cs="Georgia"/>
          <w:kern w:val="1"/>
        </w:rPr>
        <w:t>’</w:t>
      </w:r>
      <w:r w:rsidR="00BE611A">
        <w:rPr>
          <w:rFonts w:cs="Georgia"/>
          <w:kern w:val="1"/>
        </w:rPr>
        <w:t>est entendu</w:t>
      </w:r>
      <w:r>
        <w:rPr>
          <w:rFonts w:cs="Georgia"/>
          <w:kern w:val="1"/>
        </w:rPr>
        <w:t xml:space="preserve">. </w:t>
      </w:r>
      <w:r w:rsidR="00BE611A">
        <w:rPr>
          <w:rFonts w:cs="Georgia"/>
          <w:kern w:val="1"/>
        </w:rPr>
        <w:t>Mais sait-on jamais qui vit ou meurt</w:t>
      </w:r>
      <w:r>
        <w:rPr>
          <w:rFonts w:cs="Georgia"/>
          <w:kern w:val="1"/>
        </w:rPr>
        <w:t xml:space="preserve"> ! </w:t>
      </w:r>
      <w:r w:rsidR="00BE611A">
        <w:rPr>
          <w:rFonts w:cs="Georgia"/>
          <w:kern w:val="1"/>
        </w:rPr>
        <w:t>Promettez-moi</w:t>
      </w:r>
      <w:r>
        <w:rPr>
          <w:rFonts w:cs="Georgia"/>
          <w:kern w:val="1"/>
        </w:rPr>
        <w:t xml:space="preserve">, </w:t>
      </w:r>
      <w:r w:rsidR="00BE611A">
        <w:rPr>
          <w:rFonts w:cs="Georgia"/>
          <w:kern w:val="1"/>
        </w:rPr>
        <w:t xml:space="preserve">le jour où mon fils réclamera son </w:t>
      </w:r>
      <w:r w:rsidR="00BE611A">
        <w:rPr>
          <w:rFonts w:cs="Georgia"/>
          <w:kern w:val="1"/>
        </w:rPr>
        <w:lastRenderedPageBreak/>
        <w:t>uniforme</w:t>
      </w:r>
      <w:r>
        <w:rPr>
          <w:rFonts w:cs="Georgia"/>
          <w:kern w:val="1"/>
        </w:rPr>
        <w:t xml:space="preserve">, </w:t>
      </w:r>
      <w:r w:rsidR="00BE611A">
        <w:rPr>
          <w:rFonts w:cs="Georgia"/>
          <w:kern w:val="1"/>
        </w:rPr>
        <w:t>moi absent ou seulement empêché</w:t>
      </w:r>
      <w:r>
        <w:rPr>
          <w:rFonts w:cs="Georgia"/>
          <w:kern w:val="1"/>
        </w:rPr>
        <w:t xml:space="preserve">, </w:t>
      </w:r>
      <w:r w:rsidR="00BE611A">
        <w:rPr>
          <w:rFonts w:cs="Georgia"/>
          <w:kern w:val="1"/>
        </w:rPr>
        <w:t>de faire aussitôt le nécessaire</w:t>
      </w:r>
      <w:r>
        <w:rPr>
          <w:rFonts w:cs="Georgia"/>
          <w:kern w:val="1"/>
        </w:rPr>
        <w:t xml:space="preserve">. </w:t>
      </w:r>
      <w:r w:rsidR="00BE611A">
        <w:rPr>
          <w:rFonts w:cs="Georgia"/>
          <w:kern w:val="1"/>
        </w:rPr>
        <w:t>L</w:t>
      </w:r>
      <w:r>
        <w:rPr>
          <w:rFonts w:cs="Georgia"/>
          <w:kern w:val="1"/>
        </w:rPr>
        <w:t>’</w:t>
      </w:r>
      <w:r w:rsidR="00BE611A">
        <w:rPr>
          <w:rFonts w:cs="Georgia"/>
          <w:kern w:val="1"/>
        </w:rPr>
        <w:t>heure ne peut plus tarder beaucoup de sonner</w:t>
      </w:r>
      <w:r>
        <w:rPr>
          <w:rFonts w:cs="Georgia"/>
          <w:kern w:val="1"/>
        </w:rPr>
        <w:t xml:space="preserve">. </w:t>
      </w:r>
      <w:r w:rsidR="00BE611A">
        <w:rPr>
          <w:rFonts w:cs="Georgia"/>
          <w:kern w:val="1"/>
        </w:rPr>
        <w:t>D</w:t>
      </w:r>
      <w:r>
        <w:rPr>
          <w:rFonts w:cs="Georgia"/>
          <w:kern w:val="1"/>
        </w:rPr>
        <w:t>’</w:t>
      </w:r>
      <w:r w:rsidR="00BE611A">
        <w:rPr>
          <w:rFonts w:cs="Georgia"/>
          <w:kern w:val="1"/>
        </w:rPr>
        <w:t>ailleurs les journaux vont nous renseigner tout de suite</w:t>
      </w:r>
      <w:r>
        <w:rPr>
          <w:rFonts w:cs="Georgia"/>
          <w:kern w:val="1"/>
        </w:rPr>
        <w:t xml:space="preserve">. </w:t>
      </w:r>
      <w:r w:rsidR="00BE611A">
        <w:rPr>
          <w:rFonts w:cs="Georgia"/>
          <w:kern w:val="1"/>
        </w:rPr>
        <w:t>Où sont-ils</w:t>
      </w:r>
      <w:r>
        <w:rPr>
          <w:rFonts w:cs="Georgia"/>
          <w:kern w:val="1"/>
        </w:rPr>
        <w:t xml:space="preserve"> ? </w:t>
      </w:r>
      <w:r w:rsidR="00BE611A">
        <w:rPr>
          <w:rFonts w:cs="Georgia"/>
          <w:kern w:val="1"/>
        </w:rPr>
        <w:t>Tonnerre de tonnerre</w:t>
      </w:r>
      <w:r>
        <w:rPr>
          <w:rFonts w:cs="Georgia"/>
          <w:kern w:val="1"/>
        </w:rPr>
        <w:t xml:space="preserve"> ! </w:t>
      </w:r>
      <w:r w:rsidR="00BE611A">
        <w:rPr>
          <w:rFonts w:cs="Georgia"/>
          <w:kern w:val="1"/>
        </w:rPr>
        <w:t>Quelle rage a-t-on de ne pas me les donner dès qu</w:t>
      </w:r>
      <w:r>
        <w:rPr>
          <w:rFonts w:cs="Georgia"/>
          <w:kern w:val="1"/>
        </w:rPr>
        <w:t>’</w:t>
      </w:r>
      <w:r w:rsidR="00BE611A">
        <w:rPr>
          <w:rFonts w:cs="Georgia"/>
          <w:kern w:val="1"/>
        </w:rPr>
        <w:t>ils arrivent</w:t>
      </w:r>
      <w:r>
        <w:rPr>
          <w:rFonts w:cs="Georgia"/>
          <w:kern w:val="1"/>
        </w:rPr>
        <w:t xml:space="preserve"> ! </w:t>
      </w:r>
      <w:r w:rsidR="00BE611A">
        <w:rPr>
          <w:rFonts w:cs="Georgia"/>
          <w:kern w:val="1"/>
        </w:rPr>
        <w:t>Ce doit être Axelle qui les a</w:t>
      </w:r>
      <w:r>
        <w:rPr>
          <w:rFonts w:cs="Georgia"/>
          <w:kern w:val="1"/>
        </w:rPr>
        <w:t xml:space="preserve">. </w:t>
      </w:r>
      <w:r w:rsidR="00BE611A">
        <w:rPr>
          <w:rFonts w:cs="Georgia"/>
          <w:kern w:val="1"/>
        </w:rPr>
        <w:t>Mon bon ami</w:t>
      </w:r>
      <w:r>
        <w:rPr>
          <w:rFonts w:cs="Georgia"/>
          <w:kern w:val="1"/>
        </w:rPr>
        <w:t xml:space="preserve">, </w:t>
      </w:r>
      <w:r w:rsidR="00BE611A">
        <w:rPr>
          <w:rFonts w:cs="Georgia"/>
          <w:kern w:val="1"/>
        </w:rPr>
        <w:t>par grâce</w:t>
      </w:r>
      <w:r>
        <w:rPr>
          <w:rFonts w:cs="Georgia"/>
          <w:kern w:val="1"/>
        </w:rPr>
        <w:t xml:space="preserve">, </w:t>
      </w:r>
      <w:r w:rsidR="00BE611A">
        <w:rPr>
          <w:rFonts w:cs="Georgia"/>
          <w:kern w:val="1"/>
        </w:rPr>
        <w:t>rendez-moi le service d</w:t>
      </w:r>
      <w:r>
        <w:rPr>
          <w:rFonts w:cs="Georgia"/>
          <w:kern w:val="1"/>
        </w:rPr>
        <w:t>’</w:t>
      </w:r>
      <w:r w:rsidR="00BE611A">
        <w:rPr>
          <w:rFonts w:cs="Georgia"/>
          <w:kern w:val="1"/>
        </w:rPr>
        <w:t xml:space="preserve">aller demander à </w:t>
      </w:r>
      <w:r>
        <w:rPr>
          <w:rFonts w:cs="Georgia"/>
          <w:kern w:val="1"/>
        </w:rPr>
        <w:t>M</w:t>
      </w:r>
      <w:r w:rsidRPr="000E1451">
        <w:rPr>
          <w:rFonts w:cs="Georgia"/>
          <w:kern w:val="1"/>
          <w:vertAlign w:val="superscript"/>
        </w:rPr>
        <w:t>lle</w:t>
      </w:r>
      <w:r>
        <w:rPr>
          <w:rFonts w:cs="Georgia"/>
          <w:kern w:val="1"/>
        </w:rPr>
        <w:t> de </w:t>
      </w:r>
      <w:r w:rsidR="00BE611A">
        <w:rPr>
          <w:rFonts w:cs="Georgia"/>
          <w:kern w:val="1"/>
        </w:rPr>
        <w:t xml:space="preserve">Mirrbach la </w:t>
      </w:r>
      <w:r w:rsidR="00BE611A">
        <w:rPr>
          <w:rFonts w:cs="Georgia"/>
          <w:bCs/>
          <w:i/>
          <w:iCs/>
          <w:kern w:val="1"/>
        </w:rPr>
        <w:t>Gazette de la Croix</w:t>
      </w:r>
      <w:r>
        <w:t>.</w:t>
      </w:r>
    </w:p>
    <w:p w14:paraId="23682999" w14:textId="77777777" w:rsidR="000E1451" w:rsidRDefault="00BE611A" w:rsidP="00BE611A">
      <w:pPr>
        <w:rPr>
          <w:rFonts w:cs="Georgia"/>
          <w:kern w:val="1"/>
        </w:rPr>
      </w:pPr>
      <w:r>
        <w:rPr>
          <w:rFonts w:cs="Georgia"/>
          <w:kern w:val="1"/>
        </w:rPr>
        <w:t>Dans le pavillon</w:t>
      </w:r>
      <w:r w:rsidR="000E1451">
        <w:rPr>
          <w:rFonts w:cs="Georgia"/>
          <w:kern w:val="1"/>
        </w:rPr>
        <w:t xml:space="preserve">, </w:t>
      </w:r>
      <w:r>
        <w:rPr>
          <w:rFonts w:cs="Georgia"/>
          <w:kern w:val="1"/>
        </w:rPr>
        <w:t>qu</w:t>
      </w:r>
      <w:r w:rsidR="000E1451">
        <w:rPr>
          <w:rFonts w:cs="Georgia"/>
          <w:kern w:val="1"/>
        </w:rPr>
        <w:t>’</w:t>
      </w:r>
      <w:r>
        <w:rPr>
          <w:rFonts w:cs="Georgia"/>
          <w:kern w:val="1"/>
        </w:rPr>
        <w:t>elle ne quittait plus de toute l</w:t>
      </w:r>
      <w:r w:rsidR="000E1451">
        <w:rPr>
          <w:rFonts w:cs="Georgia"/>
          <w:kern w:val="1"/>
        </w:rPr>
        <w:t>’</w:t>
      </w:r>
      <w:r>
        <w:rPr>
          <w:rFonts w:cs="Georgia"/>
          <w:kern w:val="1"/>
        </w:rPr>
        <w:t>après-midi</w:t>
      </w:r>
      <w:r w:rsidR="000E1451">
        <w:rPr>
          <w:rFonts w:cs="Georgia"/>
          <w:kern w:val="1"/>
        </w:rPr>
        <w:t xml:space="preserve">, </w:t>
      </w:r>
      <w:r>
        <w:rPr>
          <w:rFonts w:cs="Georgia"/>
          <w:kern w:val="1"/>
        </w:rPr>
        <w:t>je courais retrouver Axelle</w:t>
      </w:r>
      <w:r w:rsidR="000E1451">
        <w:rPr>
          <w:rFonts w:cs="Georgia"/>
          <w:kern w:val="1"/>
        </w:rPr>
        <w:t>.</w:t>
      </w:r>
    </w:p>
    <w:p w14:paraId="6E10A586" w14:textId="77777777" w:rsidR="000E1451" w:rsidRDefault="000E1451" w:rsidP="00BE611A">
      <w:pPr>
        <w:rPr>
          <w:rFonts w:cs="Georgia"/>
          <w:kern w:val="1"/>
        </w:rPr>
      </w:pPr>
      <w:r>
        <w:rPr>
          <w:rFonts w:cs="Georgia"/>
          <w:kern w:val="1"/>
        </w:rPr>
        <w:t>— </w:t>
      </w:r>
      <w:r w:rsidR="00BE611A">
        <w:rPr>
          <w:rFonts w:cs="Georgia"/>
          <w:kern w:val="1"/>
        </w:rPr>
        <w:t>Il réclame les journaux</w:t>
      </w:r>
      <w:r>
        <w:rPr>
          <w:rFonts w:cs="Georgia"/>
          <w:kern w:val="1"/>
        </w:rPr>
        <w:t xml:space="preserve">, </w:t>
      </w:r>
      <w:r w:rsidR="00BE611A">
        <w:rPr>
          <w:rFonts w:cs="Georgia"/>
          <w:kern w:val="1"/>
        </w:rPr>
        <w:t>disais-je</w:t>
      </w:r>
      <w:r>
        <w:rPr>
          <w:rFonts w:cs="Georgia"/>
          <w:kern w:val="1"/>
        </w:rPr>
        <w:t xml:space="preserve">. </w:t>
      </w:r>
      <w:r w:rsidR="00BE611A">
        <w:rPr>
          <w:rFonts w:cs="Georgia"/>
          <w:kern w:val="1"/>
        </w:rPr>
        <w:t>Il se plaint de ne plus les avoir dès qu</w:t>
      </w:r>
      <w:r>
        <w:rPr>
          <w:rFonts w:cs="Georgia"/>
          <w:kern w:val="1"/>
        </w:rPr>
        <w:t>’</w:t>
      </w:r>
      <w:r w:rsidR="00BE611A">
        <w:rPr>
          <w:rFonts w:cs="Georgia"/>
          <w:kern w:val="1"/>
        </w:rPr>
        <w:t>ils arrivent</w:t>
      </w:r>
      <w:r>
        <w:rPr>
          <w:rFonts w:cs="Georgia"/>
          <w:kern w:val="1"/>
        </w:rPr>
        <w:t xml:space="preserve">. </w:t>
      </w:r>
      <w:r w:rsidR="00BE611A">
        <w:rPr>
          <w:rFonts w:cs="Georgia"/>
          <w:kern w:val="1"/>
        </w:rPr>
        <w:t>Est-ce qu</w:t>
      </w:r>
      <w:r>
        <w:rPr>
          <w:rFonts w:cs="Georgia"/>
          <w:kern w:val="1"/>
        </w:rPr>
        <w:t>’</w:t>
      </w:r>
      <w:r w:rsidR="00BE611A">
        <w:rPr>
          <w:rFonts w:cs="Georgia"/>
          <w:kern w:val="1"/>
        </w:rPr>
        <w:t>ils contiennent quelque chose d</w:t>
      </w:r>
      <w:r>
        <w:rPr>
          <w:rFonts w:cs="Georgia"/>
          <w:kern w:val="1"/>
        </w:rPr>
        <w:t>’</w:t>
      </w:r>
      <w:r w:rsidR="00BE611A">
        <w:rPr>
          <w:rFonts w:cs="Georgia"/>
          <w:kern w:val="1"/>
        </w:rPr>
        <w:t>important</w:t>
      </w:r>
      <w:r>
        <w:rPr>
          <w:rFonts w:cs="Georgia"/>
          <w:kern w:val="1"/>
        </w:rPr>
        <w:t> ?</w:t>
      </w:r>
    </w:p>
    <w:p w14:paraId="0FAB08CF" w14:textId="77777777" w:rsidR="000E1451" w:rsidRDefault="000E1451" w:rsidP="00BE611A">
      <w:pPr>
        <w:rPr>
          <w:rFonts w:cs="Georgia"/>
          <w:kern w:val="1"/>
        </w:rPr>
      </w:pPr>
      <w:r>
        <w:rPr>
          <w:rFonts w:cs="Georgia"/>
          <w:kern w:val="1"/>
        </w:rPr>
        <w:t>— </w:t>
      </w:r>
      <w:r w:rsidR="00BE611A">
        <w:rPr>
          <w:rFonts w:cs="Georgia"/>
          <w:kern w:val="1"/>
        </w:rPr>
        <w:t>Voyez vous-même</w:t>
      </w:r>
      <w:r>
        <w:rPr>
          <w:rFonts w:cs="Georgia"/>
          <w:kern w:val="1"/>
        </w:rPr>
        <w:t xml:space="preserve">. </w:t>
      </w:r>
      <w:r w:rsidR="00BE611A">
        <w:rPr>
          <w:rFonts w:cs="Georgia"/>
          <w:kern w:val="1"/>
        </w:rPr>
        <w:t>Si vous parvenez à lui présenter les nouvelles d</w:t>
      </w:r>
      <w:r>
        <w:rPr>
          <w:rFonts w:cs="Georgia"/>
          <w:kern w:val="1"/>
        </w:rPr>
        <w:t>’</w:t>
      </w:r>
      <w:r w:rsidR="00BE611A">
        <w:rPr>
          <w:rFonts w:cs="Georgia"/>
          <w:kern w:val="1"/>
        </w:rPr>
        <w:t>aujourd</w:t>
      </w:r>
      <w:r>
        <w:rPr>
          <w:rFonts w:cs="Georgia"/>
          <w:kern w:val="1"/>
        </w:rPr>
        <w:t>’</w:t>
      </w:r>
      <w:r w:rsidR="00BE611A">
        <w:rPr>
          <w:rFonts w:cs="Georgia"/>
          <w:kern w:val="1"/>
        </w:rPr>
        <w:t>hui sous un jour favorable</w:t>
      </w:r>
      <w:r>
        <w:rPr>
          <w:rFonts w:cs="Georgia"/>
          <w:kern w:val="1"/>
        </w:rPr>
        <w:t xml:space="preserve">, </w:t>
      </w:r>
      <w:r w:rsidR="00BE611A">
        <w:rPr>
          <w:rFonts w:cs="Georgia"/>
          <w:kern w:val="1"/>
        </w:rPr>
        <w:t>j</w:t>
      </w:r>
      <w:r>
        <w:rPr>
          <w:rFonts w:cs="Georgia"/>
          <w:kern w:val="1"/>
        </w:rPr>
        <w:t>’</w:t>
      </w:r>
      <w:r w:rsidR="00BE611A">
        <w:rPr>
          <w:rFonts w:cs="Georgia"/>
          <w:kern w:val="1"/>
        </w:rPr>
        <w:t>admirerai votre imagination</w:t>
      </w:r>
      <w:r>
        <w:rPr>
          <w:rFonts w:cs="Georgia"/>
          <w:kern w:val="1"/>
        </w:rPr>
        <w:t>.</w:t>
      </w:r>
    </w:p>
    <w:p w14:paraId="2F7D9BE2" w14:textId="77777777" w:rsidR="000E1451" w:rsidRDefault="00BE611A" w:rsidP="00BE611A">
      <w:pPr>
        <w:rPr>
          <w:rFonts w:cs="Georgia"/>
          <w:kern w:val="1"/>
        </w:rPr>
      </w:pPr>
      <w:r>
        <w:rPr>
          <w:rFonts w:cs="Georgia"/>
          <w:kern w:val="1"/>
        </w:rPr>
        <w:t>Et</w:t>
      </w:r>
      <w:r w:rsidR="000E1451">
        <w:rPr>
          <w:rFonts w:cs="Georgia"/>
          <w:kern w:val="1"/>
        </w:rPr>
        <w:t xml:space="preserve">, </w:t>
      </w:r>
      <w:r>
        <w:rPr>
          <w:rFonts w:cs="Georgia"/>
          <w:kern w:val="1"/>
        </w:rPr>
        <w:t>le cœur rempli tout à la fois de pitié et de joie farouche</w:t>
      </w:r>
      <w:r w:rsidR="000E1451">
        <w:rPr>
          <w:rFonts w:cs="Georgia"/>
          <w:kern w:val="1"/>
        </w:rPr>
        <w:t xml:space="preserve">, </w:t>
      </w:r>
      <w:r>
        <w:rPr>
          <w:rFonts w:cs="Georgia"/>
          <w:kern w:val="1"/>
        </w:rPr>
        <w:t>je lisais que les Anglais avaient enfoncé</w:t>
      </w:r>
      <w:r w:rsidR="000E1451">
        <w:rPr>
          <w:rFonts w:cs="Georgia"/>
          <w:kern w:val="1"/>
        </w:rPr>
        <w:t xml:space="preserve">, </w:t>
      </w:r>
      <w:r>
        <w:rPr>
          <w:rFonts w:cs="Georgia"/>
          <w:kern w:val="1"/>
        </w:rPr>
        <w:t>à Quéant</w:t>
      </w:r>
      <w:r w:rsidR="000E1451">
        <w:rPr>
          <w:rFonts w:cs="Georgia"/>
          <w:kern w:val="1"/>
        </w:rPr>
        <w:t xml:space="preserve">, </w:t>
      </w:r>
      <w:r>
        <w:rPr>
          <w:rFonts w:cs="Georgia"/>
          <w:kern w:val="1"/>
        </w:rPr>
        <w:t>la ligne Hindenburg</w:t>
      </w:r>
      <w:r w:rsidR="000E1451">
        <w:rPr>
          <w:rFonts w:cs="Georgia"/>
          <w:kern w:val="1"/>
        </w:rPr>
        <w:t xml:space="preserve">, </w:t>
      </w:r>
      <w:r>
        <w:rPr>
          <w:rFonts w:cs="Georgia"/>
          <w:kern w:val="1"/>
        </w:rPr>
        <w:t>et que Mangin était en train de s</w:t>
      </w:r>
      <w:r w:rsidR="000E1451">
        <w:rPr>
          <w:rFonts w:cs="Georgia"/>
          <w:kern w:val="1"/>
        </w:rPr>
        <w:t>’</w:t>
      </w:r>
      <w:r>
        <w:rPr>
          <w:rFonts w:cs="Georgia"/>
          <w:kern w:val="1"/>
        </w:rPr>
        <w:t>ouvrir</w:t>
      </w:r>
      <w:r w:rsidR="000E1451">
        <w:rPr>
          <w:rFonts w:cs="Georgia"/>
          <w:kern w:val="1"/>
        </w:rPr>
        <w:t xml:space="preserve">, </w:t>
      </w:r>
      <w:r>
        <w:rPr>
          <w:rFonts w:cs="Georgia"/>
          <w:kern w:val="1"/>
        </w:rPr>
        <w:t>à coup de boutoir</w:t>
      </w:r>
      <w:r w:rsidR="000E1451">
        <w:rPr>
          <w:rFonts w:cs="Georgia"/>
          <w:kern w:val="1"/>
        </w:rPr>
        <w:t xml:space="preserve">, </w:t>
      </w:r>
      <w:r>
        <w:rPr>
          <w:rFonts w:cs="Georgia"/>
          <w:kern w:val="1"/>
        </w:rPr>
        <w:t>la route de Laon</w:t>
      </w:r>
      <w:r w:rsidR="000E1451">
        <w:rPr>
          <w:rFonts w:cs="Georgia"/>
          <w:kern w:val="1"/>
        </w:rPr>
        <w:t>.</w:t>
      </w:r>
    </w:p>
    <w:p w14:paraId="00D1E6CD" w14:textId="77777777" w:rsidR="00BE611A" w:rsidRDefault="00BE611A" w:rsidP="00BE611A">
      <w:pPr>
        <w:rPr>
          <w:rFonts w:cs="Georgia"/>
          <w:kern w:val="1"/>
        </w:rPr>
      </w:pPr>
    </w:p>
    <w:p w14:paraId="0F8FF4B5" w14:textId="77777777" w:rsidR="000E1451" w:rsidRDefault="00BE611A" w:rsidP="00BE611A">
      <w:pPr>
        <w:rPr>
          <w:rFonts w:cs="Georgia"/>
          <w:kern w:val="1"/>
        </w:rPr>
      </w:pPr>
      <w:r>
        <w:rPr>
          <w:rFonts w:cs="Georgia"/>
          <w:kern w:val="1"/>
        </w:rPr>
        <w:t>Depuis deux mois bientôt qu</w:t>
      </w:r>
      <w:r w:rsidR="000E1451">
        <w:rPr>
          <w:rFonts w:cs="Georgia"/>
          <w:kern w:val="1"/>
        </w:rPr>
        <w:t>’</w:t>
      </w:r>
      <w:r>
        <w:rPr>
          <w:rFonts w:cs="Georgia"/>
          <w:kern w:val="1"/>
        </w:rPr>
        <w:t>avait débuté l</w:t>
      </w:r>
      <w:r w:rsidR="000E1451">
        <w:rPr>
          <w:rFonts w:cs="Georgia"/>
          <w:kern w:val="1"/>
        </w:rPr>
        <w:t>’</w:t>
      </w:r>
      <w:r>
        <w:rPr>
          <w:rFonts w:cs="Georgia"/>
          <w:kern w:val="1"/>
        </w:rPr>
        <w:t>offensive victorieuse des armées alliées</w:t>
      </w:r>
      <w:r w:rsidR="000E1451">
        <w:rPr>
          <w:rFonts w:cs="Georgia"/>
          <w:kern w:val="1"/>
        </w:rPr>
        <w:t xml:space="preserve">, </w:t>
      </w:r>
      <w:r>
        <w:rPr>
          <w:rFonts w:cs="Georgia"/>
          <w:kern w:val="1"/>
        </w:rPr>
        <w:t>de profondes modifications étaient survenues dans la vie du camp aussi bien que dans celle du château</w:t>
      </w:r>
      <w:r w:rsidR="000E1451">
        <w:rPr>
          <w:rFonts w:cs="Georgia"/>
          <w:kern w:val="1"/>
        </w:rPr>
        <w:t xml:space="preserve">. </w:t>
      </w:r>
      <w:r>
        <w:rPr>
          <w:rFonts w:cs="Georgia"/>
          <w:kern w:val="1"/>
        </w:rPr>
        <w:t>Ç</w:t>
      </w:r>
      <w:r w:rsidR="000E1451">
        <w:rPr>
          <w:rFonts w:cs="Georgia"/>
          <w:kern w:val="1"/>
        </w:rPr>
        <w:t>’</w:t>
      </w:r>
      <w:r>
        <w:rPr>
          <w:rFonts w:cs="Georgia"/>
          <w:kern w:val="1"/>
        </w:rPr>
        <w:t>avait d</w:t>
      </w:r>
      <w:r w:rsidR="000E1451">
        <w:rPr>
          <w:rFonts w:cs="Georgia"/>
          <w:kern w:val="1"/>
        </w:rPr>
        <w:t>’</w:t>
      </w:r>
      <w:r>
        <w:rPr>
          <w:rFonts w:cs="Georgia"/>
          <w:kern w:val="1"/>
        </w:rPr>
        <w:t>abord été</w:t>
      </w:r>
      <w:r w:rsidR="000E1451">
        <w:rPr>
          <w:rFonts w:cs="Georgia"/>
          <w:kern w:val="1"/>
        </w:rPr>
        <w:t xml:space="preserve">, </w:t>
      </w:r>
      <w:r>
        <w:rPr>
          <w:rFonts w:cs="Georgia"/>
          <w:kern w:val="1"/>
        </w:rPr>
        <w:t>au commencement d</w:t>
      </w:r>
      <w:r w:rsidR="000E1451">
        <w:rPr>
          <w:rFonts w:cs="Georgia"/>
          <w:kern w:val="1"/>
        </w:rPr>
        <w:t>’</w:t>
      </w:r>
      <w:r>
        <w:rPr>
          <w:rFonts w:cs="Georgia"/>
          <w:kern w:val="1"/>
        </w:rPr>
        <w:t>août</w:t>
      </w:r>
      <w:r w:rsidR="000E1451">
        <w:rPr>
          <w:rFonts w:cs="Georgia"/>
          <w:kern w:val="1"/>
        </w:rPr>
        <w:t xml:space="preserve">, </w:t>
      </w:r>
      <w:r>
        <w:rPr>
          <w:rFonts w:cs="Georgia"/>
          <w:kern w:val="1"/>
        </w:rPr>
        <w:t>le départ du capitaine Elbing</w:t>
      </w:r>
      <w:r w:rsidR="000E1451">
        <w:rPr>
          <w:rFonts w:cs="Georgia"/>
          <w:kern w:val="1"/>
        </w:rPr>
        <w:t xml:space="preserve">. </w:t>
      </w:r>
      <w:r>
        <w:rPr>
          <w:rFonts w:cs="Georgia"/>
          <w:kern w:val="1"/>
        </w:rPr>
        <w:t>Ses blessures lui interdisant de prendre à la guerre une part directe</w:t>
      </w:r>
      <w:r w:rsidR="000E1451">
        <w:rPr>
          <w:rFonts w:cs="Georgia"/>
          <w:kern w:val="1"/>
        </w:rPr>
        <w:t xml:space="preserve">, </w:t>
      </w:r>
      <w:r>
        <w:rPr>
          <w:rFonts w:cs="Georgia"/>
          <w:kern w:val="1"/>
        </w:rPr>
        <w:t>il avait demandé et obtenu un poste dans la zone des armées</w:t>
      </w:r>
      <w:r w:rsidR="000E1451">
        <w:rPr>
          <w:rFonts w:cs="Georgia"/>
          <w:kern w:val="1"/>
        </w:rPr>
        <w:t xml:space="preserve">. </w:t>
      </w:r>
      <w:r>
        <w:rPr>
          <w:rFonts w:cs="Georgia"/>
          <w:kern w:val="1"/>
        </w:rPr>
        <w:t>Chargé de diriger une de ces innombrables gares régulatrices soumises à présent jour et nuit à d</w:t>
      </w:r>
      <w:r w:rsidR="000E1451">
        <w:rPr>
          <w:rFonts w:cs="Georgia"/>
          <w:kern w:val="1"/>
        </w:rPr>
        <w:t>’</w:t>
      </w:r>
      <w:r>
        <w:rPr>
          <w:rFonts w:cs="Georgia"/>
          <w:kern w:val="1"/>
        </w:rPr>
        <w:t xml:space="preserve">intenses </w:t>
      </w:r>
      <w:r>
        <w:rPr>
          <w:rFonts w:cs="Georgia"/>
          <w:kern w:val="1"/>
        </w:rPr>
        <w:lastRenderedPageBreak/>
        <w:t>bombardements d</w:t>
      </w:r>
      <w:r w:rsidR="000E1451">
        <w:rPr>
          <w:rFonts w:cs="Georgia"/>
          <w:kern w:val="1"/>
        </w:rPr>
        <w:t>’</w:t>
      </w:r>
      <w:r>
        <w:rPr>
          <w:rFonts w:cs="Georgia"/>
          <w:kern w:val="1"/>
        </w:rPr>
        <w:t>avions</w:t>
      </w:r>
      <w:r w:rsidR="000E1451">
        <w:rPr>
          <w:rFonts w:cs="Georgia"/>
          <w:kern w:val="1"/>
        </w:rPr>
        <w:t xml:space="preserve">, </w:t>
      </w:r>
      <w:r>
        <w:rPr>
          <w:rFonts w:cs="Georgia"/>
          <w:kern w:val="1"/>
        </w:rPr>
        <w:t>il cherchait à se donner</w:t>
      </w:r>
      <w:r w:rsidR="000E1451">
        <w:rPr>
          <w:rFonts w:cs="Georgia"/>
          <w:kern w:val="1"/>
        </w:rPr>
        <w:t xml:space="preserve">, </w:t>
      </w:r>
      <w:r>
        <w:rPr>
          <w:rFonts w:cs="Georgia"/>
          <w:kern w:val="1"/>
        </w:rPr>
        <w:t>en risquant sa vie</w:t>
      </w:r>
      <w:r w:rsidR="000E1451">
        <w:rPr>
          <w:rFonts w:cs="Georgia"/>
          <w:kern w:val="1"/>
        </w:rPr>
        <w:t xml:space="preserve">, </w:t>
      </w:r>
      <w:r>
        <w:rPr>
          <w:rFonts w:cs="Georgia"/>
          <w:kern w:val="1"/>
        </w:rPr>
        <w:t>la sensation de servir de façon plus effective</w:t>
      </w:r>
      <w:r w:rsidR="000E1451">
        <w:rPr>
          <w:rFonts w:cs="Georgia"/>
          <w:kern w:val="1"/>
        </w:rPr>
        <w:t xml:space="preserve">. </w:t>
      </w:r>
      <w:r>
        <w:rPr>
          <w:rFonts w:cs="Georgia"/>
          <w:kern w:val="1"/>
        </w:rPr>
        <w:t>Un matin</w:t>
      </w:r>
      <w:r w:rsidR="000E1451">
        <w:rPr>
          <w:rFonts w:cs="Georgia"/>
          <w:kern w:val="1"/>
        </w:rPr>
        <w:t xml:space="preserve">, </w:t>
      </w:r>
      <w:r>
        <w:rPr>
          <w:rFonts w:cs="Georgia"/>
          <w:kern w:val="1"/>
        </w:rPr>
        <w:t>nous ne l</w:t>
      </w:r>
      <w:r w:rsidR="000E1451">
        <w:rPr>
          <w:rFonts w:cs="Georgia"/>
          <w:kern w:val="1"/>
        </w:rPr>
        <w:t>’</w:t>
      </w:r>
      <w:r>
        <w:rPr>
          <w:rFonts w:cs="Georgia"/>
          <w:kern w:val="1"/>
        </w:rPr>
        <w:t>avions plus vu</w:t>
      </w:r>
      <w:r w:rsidR="000E1451">
        <w:rPr>
          <w:rFonts w:cs="Georgia"/>
          <w:kern w:val="1"/>
        </w:rPr>
        <w:t xml:space="preserve">. </w:t>
      </w:r>
      <w:r>
        <w:rPr>
          <w:rFonts w:cs="Georgia"/>
          <w:kern w:val="1"/>
        </w:rPr>
        <w:t>Il était parti sans prendre congé de personne</w:t>
      </w:r>
      <w:r w:rsidR="000E1451">
        <w:rPr>
          <w:rFonts w:cs="Georgia"/>
          <w:kern w:val="1"/>
        </w:rPr>
        <w:t xml:space="preserve">. </w:t>
      </w:r>
      <w:r>
        <w:rPr>
          <w:rFonts w:cs="Georgia"/>
          <w:kern w:val="1"/>
        </w:rPr>
        <w:t>Un officier d</w:t>
      </w:r>
      <w:r w:rsidR="000E1451">
        <w:rPr>
          <w:rFonts w:cs="Georgia"/>
          <w:kern w:val="1"/>
        </w:rPr>
        <w:t>’</w:t>
      </w:r>
      <w:r>
        <w:rPr>
          <w:rFonts w:cs="Georgia"/>
          <w:kern w:val="1"/>
        </w:rPr>
        <w:t>administration de l</w:t>
      </w:r>
      <w:r w:rsidR="000E1451">
        <w:rPr>
          <w:rFonts w:cs="Georgia"/>
          <w:kern w:val="1"/>
        </w:rPr>
        <w:t>’</w:t>
      </w:r>
      <w:r>
        <w:rPr>
          <w:rFonts w:cs="Georgia"/>
          <w:kern w:val="1"/>
        </w:rPr>
        <w:t>intendance</w:t>
      </w:r>
      <w:r w:rsidR="000E1451">
        <w:rPr>
          <w:rFonts w:cs="Georgia"/>
          <w:kern w:val="1"/>
        </w:rPr>
        <w:t xml:space="preserve">, </w:t>
      </w:r>
      <w:r>
        <w:rPr>
          <w:rFonts w:cs="Georgia"/>
          <w:kern w:val="1"/>
        </w:rPr>
        <w:t>venu tout exprès de Kœnigsberg</w:t>
      </w:r>
      <w:r w:rsidR="000E1451">
        <w:rPr>
          <w:rFonts w:cs="Georgia"/>
          <w:kern w:val="1"/>
        </w:rPr>
        <w:t xml:space="preserve">, </w:t>
      </w:r>
      <w:r>
        <w:rPr>
          <w:rFonts w:cs="Georgia"/>
          <w:kern w:val="1"/>
        </w:rPr>
        <w:t>procéda pendant une semaine à une sorte de déclassement du camp</w:t>
      </w:r>
      <w:r w:rsidR="000E1451">
        <w:rPr>
          <w:rFonts w:cs="Georgia"/>
          <w:kern w:val="1"/>
        </w:rPr>
        <w:t xml:space="preserve">. </w:t>
      </w:r>
      <w:r>
        <w:rPr>
          <w:rFonts w:cs="Georgia"/>
          <w:kern w:val="1"/>
        </w:rPr>
        <w:t>Les soixante hommes qui constituaient la garnison furent pour la plupart renvoyés dans leurs dépôts</w:t>
      </w:r>
      <w:r w:rsidR="000E1451">
        <w:rPr>
          <w:rFonts w:cs="Georgia"/>
          <w:kern w:val="1"/>
        </w:rPr>
        <w:t xml:space="preserve">, </w:t>
      </w:r>
      <w:r>
        <w:rPr>
          <w:rFonts w:cs="Georgia"/>
          <w:kern w:val="1"/>
        </w:rPr>
        <w:t>où ils ne durent</w:t>
      </w:r>
      <w:r w:rsidR="000E1451">
        <w:rPr>
          <w:rFonts w:cs="Georgia"/>
          <w:kern w:val="1"/>
        </w:rPr>
        <w:t xml:space="preserve">, </w:t>
      </w:r>
      <w:r>
        <w:rPr>
          <w:rFonts w:cs="Georgia"/>
          <w:kern w:val="1"/>
        </w:rPr>
        <w:t>selon toutes probabilités</w:t>
      </w:r>
      <w:r w:rsidR="000E1451">
        <w:rPr>
          <w:rFonts w:cs="Georgia"/>
          <w:kern w:val="1"/>
        </w:rPr>
        <w:t xml:space="preserve">, </w:t>
      </w:r>
      <w:r>
        <w:rPr>
          <w:rFonts w:cs="Georgia"/>
          <w:kern w:val="1"/>
        </w:rPr>
        <w:t>séjourner que très peu de temps avant d</w:t>
      </w:r>
      <w:r w:rsidR="000E1451">
        <w:rPr>
          <w:rFonts w:cs="Georgia"/>
          <w:kern w:val="1"/>
        </w:rPr>
        <w:t>’</w:t>
      </w:r>
      <w:r>
        <w:rPr>
          <w:rFonts w:cs="Georgia"/>
          <w:kern w:val="1"/>
        </w:rPr>
        <w:t>être dirigés à nouveau sur le front</w:t>
      </w:r>
      <w:r w:rsidR="000E1451">
        <w:rPr>
          <w:rFonts w:cs="Georgia"/>
          <w:kern w:val="1"/>
        </w:rPr>
        <w:t xml:space="preserve">. </w:t>
      </w:r>
      <w:r>
        <w:rPr>
          <w:rFonts w:cs="Georgia"/>
          <w:kern w:val="1"/>
        </w:rPr>
        <w:t>Il n</w:t>
      </w:r>
      <w:r w:rsidR="000E1451">
        <w:rPr>
          <w:rFonts w:cs="Georgia"/>
          <w:kern w:val="1"/>
        </w:rPr>
        <w:t>’</w:t>
      </w:r>
      <w:r>
        <w:rPr>
          <w:rFonts w:cs="Georgia"/>
          <w:kern w:val="1"/>
        </w:rPr>
        <w:t>y eut plus à Reichendorf qu</w:t>
      </w:r>
      <w:r w:rsidR="000E1451">
        <w:rPr>
          <w:rFonts w:cs="Georgia"/>
          <w:kern w:val="1"/>
        </w:rPr>
        <w:t>’</w:t>
      </w:r>
      <w:r>
        <w:rPr>
          <w:rFonts w:cs="Georgia"/>
          <w:kern w:val="1"/>
        </w:rPr>
        <w:t>une douzaine de landsturmiens appartenant aux classes les plus anciennes</w:t>
      </w:r>
      <w:r w:rsidR="000E1451">
        <w:rPr>
          <w:rFonts w:cs="Georgia"/>
          <w:kern w:val="1"/>
        </w:rPr>
        <w:t xml:space="preserve">, </w:t>
      </w:r>
      <w:r>
        <w:rPr>
          <w:rFonts w:cs="Georgia"/>
          <w:kern w:val="1"/>
        </w:rPr>
        <w:t>tous inaptes au service armé</w:t>
      </w:r>
      <w:r w:rsidR="000E1451">
        <w:rPr>
          <w:rFonts w:cs="Georgia"/>
          <w:kern w:val="1"/>
        </w:rPr>
        <w:t xml:space="preserve">, </w:t>
      </w:r>
      <w:r>
        <w:rPr>
          <w:rFonts w:cs="Georgia"/>
          <w:kern w:val="1"/>
        </w:rPr>
        <w:t>sous les ordres d</w:t>
      </w:r>
      <w:r w:rsidR="000E1451">
        <w:rPr>
          <w:rFonts w:cs="Georgia"/>
          <w:kern w:val="1"/>
        </w:rPr>
        <w:t>’</w:t>
      </w:r>
      <w:r>
        <w:rPr>
          <w:rFonts w:cs="Georgia"/>
          <w:kern w:val="1"/>
        </w:rPr>
        <w:t>un vieux feldwebel asthmatique</w:t>
      </w:r>
      <w:r w:rsidR="000E1451">
        <w:rPr>
          <w:rFonts w:cs="Georgia"/>
          <w:kern w:val="1"/>
        </w:rPr>
        <w:t xml:space="preserve">. </w:t>
      </w:r>
      <w:r>
        <w:rPr>
          <w:rFonts w:cs="Georgia"/>
          <w:kern w:val="1"/>
        </w:rPr>
        <w:t>C</w:t>
      </w:r>
      <w:r w:rsidR="000E1451">
        <w:rPr>
          <w:rFonts w:cs="Georgia"/>
          <w:kern w:val="1"/>
        </w:rPr>
        <w:t>’</w:t>
      </w:r>
      <w:r>
        <w:rPr>
          <w:rFonts w:cs="Georgia"/>
          <w:kern w:val="1"/>
        </w:rPr>
        <w:t>était plus qu</w:t>
      </w:r>
      <w:r w:rsidR="000E1451">
        <w:rPr>
          <w:rFonts w:cs="Georgia"/>
          <w:kern w:val="1"/>
        </w:rPr>
        <w:t>’</w:t>
      </w:r>
      <w:r>
        <w:rPr>
          <w:rFonts w:cs="Georgia"/>
          <w:kern w:val="1"/>
        </w:rPr>
        <w:t>il n</w:t>
      </w:r>
      <w:r w:rsidR="000E1451">
        <w:rPr>
          <w:rFonts w:cs="Georgia"/>
          <w:kern w:val="1"/>
        </w:rPr>
        <w:t>’</w:t>
      </w:r>
      <w:r>
        <w:rPr>
          <w:rFonts w:cs="Georgia"/>
          <w:kern w:val="1"/>
        </w:rPr>
        <w:t>en fallait pour assurer la surveillance de ce qui restait de prisonniers</w:t>
      </w:r>
      <w:r w:rsidR="000E1451">
        <w:rPr>
          <w:rFonts w:cs="Georgia"/>
          <w:kern w:val="1"/>
        </w:rPr>
        <w:t xml:space="preserve">. </w:t>
      </w:r>
      <w:r>
        <w:rPr>
          <w:rFonts w:cs="Georgia"/>
          <w:kern w:val="1"/>
        </w:rPr>
        <w:t>Après le passage de la commission neutre</w:t>
      </w:r>
      <w:r w:rsidR="000E1451">
        <w:rPr>
          <w:rFonts w:cs="Georgia"/>
          <w:kern w:val="1"/>
        </w:rPr>
        <w:t xml:space="preserve">, </w:t>
      </w:r>
      <w:r>
        <w:rPr>
          <w:rFonts w:cs="Georgia"/>
          <w:kern w:val="1"/>
        </w:rPr>
        <w:t>sur quatre cent quarante hommes environ que le camp détenait encore</w:t>
      </w:r>
      <w:r w:rsidR="000E1451">
        <w:rPr>
          <w:rFonts w:cs="Georgia"/>
          <w:kern w:val="1"/>
        </w:rPr>
        <w:t xml:space="preserve">, </w:t>
      </w:r>
      <w:r>
        <w:rPr>
          <w:rFonts w:cs="Georgia"/>
          <w:kern w:val="1"/>
        </w:rPr>
        <w:t>les deux tiers avaient été réexpédiés dans leur camp d</w:t>
      </w:r>
      <w:r w:rsidR="000E1451">
        <w:rPr>
          <w:rFonts w:cs="Georgia"/>
          <w:kern w:val="1"/>
        </w:rPr>
        <w:t>’</w:t>
      </w:r>
      <w:r>
        <w:rPr>
          <w:rFonts w:cs="Georgia"/>
          <w:kern w:val="1"/>
        </w:rPr>
        <w:t>origine</w:t>
      </w:r>
      <w:r w:rsidR="000E1451">
        <w:rPr>
          <w:rFonts w:cs="Georgia"/>
          <w:kern w:val="1"/>
        </w:rPr>
        <w:t xml:space="preserve">, </w:t>
      </w:r>
      <w:r>
        <w:rPr>
          <w:rFonts w:cs="Georgia"/>
          <w:kern w:val="1"/>
        </w:rPr>
        <w:t>à Erfurt et à Wittenberg</w:t>
      </w:r>
      <w:r w:rsidR="000E1451">
        <w:rPr>
          <w:rFonts w:cs="Georgia"/>
          <w:kern w:val="1"/>
        </w:rPr>
        <w:t xml:space="preserve">. </w:t>
      </w:r>
      <w:r>
        <w:rPr>
          <w:rFonts w:cs="Georgia"/>
          <w:kern w:val="1"/>
        </w:rPr>
        <w:t>D</w:t>
      </w:r>
      <w:r w:rsidR="000E1451">
        <w:rPr>
          <w:rFonts w:cs="Georgia"/>
          <w:kern w:val="1"/>
        </w:rPr>
        <w:t>’</w:t>
      </w:r>
      <w:r>
        <w:rPr>
          <w:rFonts w:cs="Georgia"/>
          <w:kern w:val="1"/>
        </w:rPr>
        <w:t>autres</w:t>
      </w:r>
      <w:r w:rsidR="000E1451">
        <w:rPr>
          <w:rFonts w:cs="Georgia"/>
          <w:kern w:val="1"/>
        </w:rPr>
        <w:t xml:space="preserve">, </w:t>
      </w:r>
      <w:r>
        <w:rPr>
          <w:rFonts w:cs="Georgia"/>
          <w:kern w:val="1"/>
        </w:rPr>
        <w:t>en raison des punitions qu</w:t>
      </w:r>
      <w:r w:rsidR="000E1451">
        <w:rPr>
          <w:rFonts w:cs="Georgia"/>
          <w:kern w:val="1"/>
        </w:rPr>
        <w:t>’</w:t>
      </w:r>
      <w:r>
        <w:rPr>
          <w:rFonts w:cs="Georgia"/>
          <w:kern w:val="1"/>
        </w:rPr>
        <w:t>ils avaient encourues durant leur internement à Reichendorf</w:t>
      </w:r>
      <w:r w:rsidR="000E1451">
        <w:rPr>
          <w:rFonts w:cs="Georgia"/>
          <w:kern w:val="1"/>
        </w:rPr>
        <w:t xml:space="preserve">, </w:t>
      </w:r>
      <w:r>
        <w:rPr>
          <w:rFonts w:cs="Georgia"/>
          <w:kern w:val="1"/>
        </w:rPr>
        <w:t>furent répartis entre les camps de la Prusse Orientale où fonctionnait toujours le régime des représailles</w:t>
      </w:r>
      <w:r w:rsidR="000E1451">
        <w:rPr>
          <w:rFonts w:cs="Georgia"/>
          <w:kern w:val="1"/>
        </w:rPr>
        <w:t xml:space="preserve">. </w:t>
      </w:r>
      <w:r>
        <w:rPr>
          <w:rFonts w:cs="Georgia"/>
          <w:kern w:val="1"/>
        </w:rPr>
        <w:t>Il ne demeura finalement qu</w:t>
      </w:r>
      <w:r w:rsidR="000E1451">
        <w:rPr>
          <w:rFonts w:cs="Georgia"/>
          <w:kern w:val="1"/>
        </w:rPr>
        <w:t>’</w:t>
      </w:r>
      <w:r>
        <w:rPr>
          <w:rFonts w:cs="Georgia"/>
          <w:kern w:val="1"/>
        </w:rPr>
        <w:t>une soixantaine d</w:t>
      </w:r>
      <w:r w:rsidR="000E1451">
        <w:rPr>
          <w:rFonts w:cs="Georgia"/>
          <w:kern w:val="1"/>
        </w:rPr>
        <w:t>’</w:t>
      </w:r>
      <w:r>
        <w:rPr>
          <w:rFonts w:cs="Georgia"/>
          <w:kern w:val="1"/>
        </w:rPr>
        <w:t>hommes</w:t>
      </w:r>
      <w:r w:rsidR="000E1451">
        <w:rPr>
          <w:rFonts w:cs="Georgia"/>
          <w:kern w:val="1"/>
        </w:rPr>
        <w:t xml:space="preserve">, </w:t>
      </w:r>
      <w:r>
        <w:rPr>
          <w:rFonts w:cs="Georgia"/>
          <w:kern w:val="1"/>
        </w:rPr>
        <w:t>dont la moitié se trouvaient sans cesse au dehors</w:t>
      </w:r>
      <w:r w:rsidR="000E1451">
        <w:rPr>
          <w:rFonts w:cs="Georgia"/>
          <w:kern w:val="1"/>
        </w:rPr>
        <w:t xml:space="preserve">, </w:t>
      </w:r>
      <w:r>
        <w:rPr>
          <w:rFonts w:cs="Georgia"/>
          <w:kern w:val="1"/>
        </w:rPr>
        <w:t>employés en kommando</w:t>
      </w:r>
      <w:r w:rsidR="000E1451">
        <w:rPr>
          <w:rFonts w:cs="Georgia"/>
          <w:kern w:val="1"/>
        </w:rPr>
        <w:t xml:space="preserve">. </w:t>
      </w:r>
      <w:r>
        <w:rPr>
          <w:rFonts w:cs="Georgia"/>
          <w:kern w:val="1"/>
        </w:rPr>
        <w:t>On entend par cette expression le détachement des prisonniers dans les fermes environnantes</w:t>
      </w:r>
      <w:r w:rsidR="000E1451">
        <w:rPr>
          <w:rFonts w:cs="Georgia"/>
          <w:kern w:val="1"/>
        </w:rPr>
        <w:t xml:space="preserve">, </w:t>
      </w:r>
      <w:r>
        <w:rPr>
          <w:rFonts w:cs="Georgia"/>
          <w:kern w:val="1"/>
        </w:rPr>
        <w:t>aux époques où les travaux agricoles exigent un surcroît de main-d</w:t>
      </w:r>
      <w:r w:rsidR="000E1451">
        <w:rPr>
          <w:rFonts w:cs="Georgia"/>
          <w:kern w:val="1"/>
        </w:rPr>
        <w:t>’</w:t>
      </w:r>
      <w:r>
        <w:rPr>
          <w:rFonts w:cs="Georgia"/>
          <w:kern w:val="1"/>
        </w:rPr>
        <w:t>œuvre</w:t>
      </w:r>
      <w:r w:rsidR="000E1451">
        <w:rPr>
          <w:rFonts w:cs="Georgia"/>
          <w:kern w:val="1"/>
        </w:rPr>
        <w:t xml:space="preserve">. </w:t>
      </w:r>
      <w:r>
        <w:rPr>
          <w:rFonts w:cs="Georgia"/>
          <w:kern w:val="1"/>
        </w:rPr>
        <w:t>À la suite de toutes ces coupes rases</w:t>
      </w:r>
      <w:r w:rsidR="000E1451">
        <w:rPr>
          <w:rFonts w:cs="Georgia"/>
          <w:kern w:val="1"/>
        </w:rPr>
        <w:t xml:space="preserve">, </w:t>
      </w:r>
      <w:r>
        <w:rPr>
          <w:rFonts w:cs="Georgia"/>
          <w:kern w:val="1"/>
        </w:rPr>
        <w:t>le camp de Reichendorf se trouva donc comme en sommeil</w:t>
      </w:r>
      <w:r w:rsidR="000E1451">
        <w:rPr>
          <w:rFonts w:cs="Georgia"/>
          <w:kern w:val="1"/>
        </w:rPr>
        <w:t xml:space="preserve">. </w:t>
      </w:r>
      <w:r>
        <w:rPr>
          <w:rFonts w:cs="Georgia"/>
          <w:kern w:val="1"/>
        </w:rPr>
        <w:t>Ses derniers prisonniers y croupissaient dans une quiétude relative</w:t>
      </w:r>
      <w:r w:rsidR="000E1451">
        <w:rPr>
          <w:rFonts w:cs="Georgia"/>
          <w:kern w:val="1"/>
        </w:rPr>
        <w:t xml:space="preserve">, </w:t>
      </w:r>
      <w:r>
        <w:rPr>
          <w:rFonts w:cs="Georgia"/>
          <w:kern w:val="1"/>
        </w:rPr>
        <w:t>sous l</w:t>
      </w:r>
      <w:r w:rsidR="000E1451">
        <w:rPr>
          <w:rFonts w:cs="Georgia"/>
          <w:kern w:val="1"/>
        </w:rPr>
        <w:t>’</w:t>
      </w:r>
      <w:r>
        <w:rPr>
          <w:rFonts w:cs="Georgia"/>
          <w:kern w:val="1"/>
        </w:rPr>
        <w:t>autorité de quelques antiques territoriaux transformés en gardiens de casernements</w:t>
      </w:r>
      <w:r w:rsidR="000E1451">
        <w:rPr>
          <w:rFonts w:cs="Georgia"/>
          <w:kern w:val="1"/>
        </w:rPr>
        <w:t xml:space="preserve">. </w:t>
      </w:r>
      <w:r>
        <w:rPr>
          <w:rFonts w:cs="Georgia"/>
          <w:kern w:val="1"/>
        </w:rPr>
        <w:t>Le plus clair des corvées consistait à entretenir les baraques</w:t>
      </w:r>
      <w:r w:rsidR="000E1451">
        <w:rPr>
          <w:rFonts w:cs="Georgia"/>
          <w:kern w:val="1"/>
        </w:rPr>
        <w:t xml:space="preserve">, </w:t>
      </w:r>
      <w:r>
        <w:rPr>
          <w:rFonts w:cs="Georgia"/>
          <w:kern w:val="1"/>
        </w:rPr>
        <w:t>les haies de fil de fer</w:t>
      </w:r>
      <w:r w:rsidR="000E1451">
        <w:rPr>
          <w:rFonts w:cs="Georgia"/>
          <w:kern w:val="1"/>
        </w:rPr>
        <w:t xml:space="preserve">, </w:t>
      </w:r>
      <w:r>
        <w:rPr>
          <w:rFonts w:cs="Georgia"/>
          <w:kern w:val="1"/>
        </w:rPr>
        <w:t>les pistes d</w:t>
      </w:r>
      <w:r w:rsidR="000E1451">
        <w:rPr>
          <w:rFonts w:cs="Georgia"/>
          <w:kern w:val="1"/>
        </w:rPr>
        <w:t>’</w:t>
      </w:r>
      <w:r>
        <w:rPr>
          <w:rFonts w:cs="Georgia"/>
          <w:kern w:val="1"/>
        </w:rPr>
        <w:t>accès</w:t>
      </w:r>
      <w:r w:rsidR="000E1451">
        <w:rPr>
          <w:rFonts w:cs="Georgia"/>
          <w:kern w:val="1"/>
        </w:rPr>
        <w:t xml:space="preserve">, </w:t>
      </w:r>
      <w:r>
        <w:rPr>
          <w:rFonts w:cs="Georgia"/>
          <w:kern w:val="1"/>
        </w:rPr>
        <w:t xml:space="preserve">de façon que le camp </w:t>
      </w:r>
      <w:r>
        <w:rPr>
          <w:rFonts w:cs="Georgia"/>
          <w:kern w:val="1"/>
        </w:rPr>
        <w:lastRenderedPageBreak/>
        <w:t>pût</w:t>
      </w:r>
      <w:r w:rsidR="000E1451">
        <w:rPr>
          <w:rFonts w:cs="Georgia"/>
          <w:kern w:val="1"/>
        </w:rPr>
        <w:t xml:space="preserve">, </w:t>
      </w:r>
      <w:r>
        <w:rPr>
          <w:rFonts w:cs="Georgia"/>
          <w:kern w:val="1"/>
        </w:rPr>
        <w:t>en cas de besoin</w:t>
      </w:r>
      <w:r w:rsidR="000E1451">
        <w:rPr>
          <w:rFonts w:cs="Georgia"/>
          <w:kern w:val="1"/>
        </w:rPr>
        <w:t xml:space="preserve">, </w:t>
      </w:r>
      <w:r>
        <w:rPr>
          <w:rFonts w:cs="Georgia"/>
          <w:kern w:val="1"/>
        </w:rPr>
        <w:t>redevenir le centre important qu</w:t>
      </w:r>
      <w:r w:rsidR="000E1451">
        <w:rPr>
          <w:rFonts w:cs="Georgia"/>
          <w:kern w:val="1"/>
        </w:rPr>
        <w:t>’</w:t>
      </w:r>
      <w:r>
        <w:rPr>
          <w:rFonts w:cs="Georgia"/>
          <w:kern w:val="1"/>
        </w:rPr>
        <w:t>il avait été jusque-là</w:t>
      </w:r>
      <w:r w:rsidR="000E1451">
        <w:rPr>
          <w:rFonts w:cs="Georgia"/>
          <w:kern w:val="1"/>
        </w:rPr>
        <w:t xml:space="preserve">, </w:t>
      </w:r>
      <w:r>
        <w:rPr>
          <w:rFonts w:cs="Georgia"/>
          <w:kern w:val="1"/>
        </w:rPr>
        <w:t>hypothèse que les événements militaires rendaient d</w:t>
      </w:r>
      <w:r w:rsidR="000E1451">
        <w:rPr>
          <w:rFonts w:cs="Georgia"/>
          <w:kern w:val="1"/>
        </w:rPr>
        <w:t>’</w:t>
      </w:r>
      <w:r>
        <w:rPr>
          <w:rFonts w:cs="Georgia"/>
          <w:kern w:val="1"/>
        </w:rPr>
        <w:t>ailleurs de jour en jour plus aléatoire</w:t>
      </w:r>
      <w:r w:rsidR="000E1451">
        <w:rPr>
          <w:rFonts w:cs="Georgia"/>
          <w:kern w:val="1"/>
        </w:rPr>
        <w:t>.</w:t>
      </w:r>
    </w:p>
    <w:p w14:paraId="20AB7A01" w14:textId="77777777" w:rsidR="000E1451" w:rsidRDefault="00BE611A" w:rsidP="00BE611A">
      <w:pPr>
        <w:rPr>
          <w:rFonts w:cs="Georgia"/>
          <w:kern w:val="1"/>
        </w:rPr>
      </w:pPr>
      <w:r>
        <w:rPr>
          <w:rFonts w:cs="Georgia"/>
          <w:kern w:val="1"/>
        </w:rPr>
        <w:t>Des vingt-six prisonniers que comptait en dernier lieu la baraque N</w:t>
      </w:r>
      <w:r w:rsidR="000E1451">
        <w:rPr>
          <w:rFonts w:cs="Georgia"/>
          <w:kern w:val="1"/>
        </w:rPr>
        <w:t xml:space="preserve">° 7, </w:t>
      </w:r>
      <w:r>
        <w:rPr>
          <w:rFonts w:cs="Georgia"/>
          <w:kern w:val="1"/>
        </w:rPr>
        <w:t>quatre seulement furent désignés pour demeurer à Reichendorf</w:t>
      </w:r>
      <w:r w:rsidR="000E1451">
        <w:rPr>
          <w:rFonts w:cs="Georgia"/>
          <w:kern w:val="1"/>
        </w:rPr>
        <w:t>.</w:t>
      </w:r>
    </w:p>
    <w:p w14:paraId="6D744AD2" w14:textId="77777777" w:rsidR="000E1451" w:rsidRDefault="000E1451" w:rsidP="00BE611A">
      <w:pPr>
        <w:rPr>
          <w:rFonts w:cs="Georgia"/>
          <w:kern w:val="1"/>
        </w:rPr>
      </w:pPr>
      <w:r>
        <w:rPr>
          <w:rFonts w:cs="Georgia"/>
          <w:kern w:val="1"/>
        </w:rPr>
        <w:t>— </w:t>
      </w:r>
      <w:r w:rsidR="00BE611A">
        <w:rPr>
          <w:rFonts w:cs="Georgia"/>
          <w:kern w:val="1"/>
        </w:rPr>
        <w:t>Il y a toi</w:t>
      </w:r>
      <w:r>
        <w:rPr>
          <w:rFonts w:cs="Georgia"/>
          <w:kern w:val="1"/>
        </w:rPr>
        <w:t xml:space="preserve">, </w:t>
      </w:r>
      <w:r w:rsidR="00BE611A">
        <w:rPr>
          <w:rFonts w:cs="Georgia"/>
          <w:kern w:val="1"/>
        </w:rPr>
        <w:t>Dumaine</w:t>
      </w:r>
      <w:r>
        <w:rPr>
          <w:rFonts w:cs="Georgia"/>
          <w:kern w:val="1"/>
        </w:rPr>
        <w:t xml:space="preserve"> ? </w:t>
      </w:r>
      <w:r w:rsidR="00BE611A">
        <w:rPr>
          <w:rFonts w:cs="Georgia"/>
          <w:kern w:val="1"/>
        </w:rPr>
        <w:t>Et puis qui</w:t>
      </w:r>
      <w:r>
        <w:rPr>
          <w:rFonts w:cs="Georgia"/>
          <w:kern w:val="1"/>
        </w:rPr>
        <w:t> ?</w:t>
      </w:r>
    </w:p>
    <w:p w14:paraId="2167434E" w14:textId="77777777" w:rsidR="000E1451" w:rsidRDefault="000E1451" w:rsidP="00BE611A">
      <w:pPr>
        <w:rPr>
          <w:rFonts w:cs="Georgia"/>
          <w:kern w:val="1"/>
        </w:rPr>
      </w:pPr>
      <w:r>
        <w:rPr>
          <w:rFonts w:cs="Georgia"/>
          <w:kern w:val="1"/>
        </w:rPr>
        <w:t>— </w:t>
      </w:r>
      <w:r w:rsidR="00BE611A">
        <w:rPr>
          <w:rFonts w:cs="Georgia"/>
          <w:kern w:val="1"/>
        </w:rPr>
        <w:t>Il y a Mireur</w:t>
      </w:r>
      <w:r>
        <w:rPr>
          <w:rFonts w:cs="Georgia"/>
          <w:kern w:val="1"/>
        </w:rPr>
        <w:t xml:space="preserve">, </w:t>
      </w:r>
      <w:r w:rsidR="00BE611A">
        <w:rPr>
          <w:rFonts w:cs="Georgia"/>
          <w:kern w:val="1"/>
        </w:rPr>
        <w:t>qu</w:t>
      </w:r>
      <w:r>
        <w:rPr>
          <w:rFonts w:cs="Georgia"/>
          <w:kern w:val="1"/>
        </w:rPr>
        <w:t>’</w:t>
      </w:r>
      <w:r w:rsidR="00BE611A">
        <w:rPr>
          <w:rFonts w:cs="Georgia"/>
          <w:kern w:val="1"/>
        </w:rPr>
        <w:t>ils envoient en kommando chez un fermier de Marienhof</w:t>
      </w:r>
      <w:r>
        <w:rPr>
          <w:rFonts w:cs="Georgia"/>
          <w:kern w:val="1"/>
        </w:rPr>
        <w:t xml:space="preserve">. </w:t>
      </w:r>
      <w:r w:rsidR="00BE611A">
        <w:rPr>
          <w:rFonts w:cs="Georgia"/>
          <w:kern w:val="1"/>
        </w:rPr>
        <w:t>Il y a Mopti</w:t>
      </w:r>
      <w:r>
        <w:rPr>
          <w:rFonts w:cs="Georgia"/>
          <w:kern w:val="1"/>
        </w:rPr>
        <w:t xml:space="preserve">, </w:t>
      </w:r>
      <w:r w:rsidR="00BE611A">
        <w:rPr>
          <w:rFonts w:cs="Georgia"/>
          <w:kern w:val="1"/>
        </w:rPr>
        <w:t>le pauvre diable</w:t>
      </w:r>
      <w:r>
        <w:rPr>
          <w:rFonts w:cs="Georgia"/>
          <w:kern w:val="1"/>
        </w:rPr>
        <w:t xml:space="preserve">, </w:t>
      </w:r>
      <w:r w:rsidR="00BE611A">
        <w:rPr>
          <w:rFonts w:cs="Georgia"/>
          <w:kern w:val="1"/>
        </w:rPr>
        <w:t>ils ont jugé qu</w:t>
      </w:r>
      <w:r>
        <w:rPr>
          <w:rFonts w:cs="Georgia"/>
          <w:kern w:val="1"/>
        </w:rPr>
        <w:t>’</w:t>
      </w:r>
      <w:r w:rsidR="00BE611A">
        <w:rPr>
          <w:rFonts w:cs="Georgia"/>
          <w:kern w:val="1"/>
        </w:rPr>
        <w:t>il était inutile de faire pour lui des frais de chemin de fer</w:t>
      </w:r>
      <w:r>
        <w:rPr>
          <w:rFonts w:cs="Georgia"/>
          <w:kern w:val="1"/>
        </w:rPr>
        <w:t xml:space="preserve">. </w:t>
      </w:r>
      <w:r w:rsidR="00BE611A">
        <w:rPr>
          <w:rFonts w:cs="Georgia"/>
          <w:kern w:val="1"/>
        </w:rPr>
        <w:t>Et puis Dauphin</w:t>
      </w:r>
      <w:r>
        <w:rPr>
          <w:rFonts w:cs="Georgia"/>
          <w:kern w:val="1"/>
        </w:rPr>
        <w:t xml:space="preserve">, </w:t>
      </w:r>
      <w:r w:rsidR="00BE611A">
        <w:rPr>
          <w:rFonts w:cs="Georgia"/>
          <w:kern w:val="1"/>
        </w:rPr>
        <w:t>que le feldwebel demande à conserver parce qu</w:t>
      </w:r>
      <w:r>
        <w:rPr>
          <w:rFonts w:cs="Georgia"/>
          <w:kern w:val="1"/>
        </w:rPr>
        <w:t>’</w:t>
      </w:r>
      <w:r w:rsidR="00BE611A">
        <w:rPr>
          <w:rFonts w:cs="Georgia"/>
          <w:kern w:val="1"/>
        </w:rPr>
        <w:t>il est menuisier</w:t>
      </w:r>
      <w:r>
        <w:rPr>
          <w:rFonts w:cs="Georgia"/>
          <w:kern w:val="1"/>
        </w:rPr>
        <w:t xml:space="preserve">, </w:t>
      </w:r>
      <w:r w:rsidR="00BE611A">
        <w:rPr>
          <w:rFonts w:cs="Georgia"/>
          <w:kern w:val="1"/>
        </w:rPr>
        <w:t>et qu</w:t>
      </w:r>
      <w:r>
        <w:rPr>
          <w:rFonts w:cs="Georgia"/>
          <w:kern w:val="1"/>
        </w:rPr>
        <w:t>’</w:t>
      </w:r>
      <w:r w:rsidR="00BE611A">
        <w:rPr>
          <w:rFonts w:cs="Georgia"/>
          <w:kern w:val="1"/>
        </w:rPr>
        <w:t>ils ont besoin de lui pour réparer les portes et les fenêtres des baraquements</w:t>
      </w:r>
      <w:r>
        <w:rPr>
          <w:rFonts w:cs="Georgia"/>
          <w:kern w:val="1"/>
        </w:rPr>
        <w:t>.</w:t>
      </w:r>
    </w:p>
    <w:p w14:paraId="118DBD83" w14:textId="77777777" w:rsidR="000E1451" w:rsidRDefault="000E1451" w:rsidP="00BE611A">
      <w:pPr>
        <w:rPr>
          <w:rFonts w:cs="Georgia"/>
          <w:kern w:val="1"/>
        </w:rPr>
      </w:pPr>
      <w:r>
        <w:rPr>
          <w:rFonts w:cs="Georgia"/>
          <w:kern w:val="1"/>
        </w:rPr>
        <w:t>— </w:t>
      </w:r>
      <w:r w:rsidR="00BE611A">
        <w:rPr>
          <w:rFonts w:cs="Georgia"/>
          <w:kern w:val="1"/>
        </w:rPr>
        <w:t>Sacré Dauphin</w:t>
      </w:r>
      <w:r>
        <w:rPr>
          <w:rFonts w:cs="Georgia"/>
          <w:kern w:val="1"/>
        </w:rPr>
        <w:t xml:space="preserve"> ! </w:t>
      </w:r>
      <w:r w:rsidR="00BE611A">
        <w:rPr>
          <w:rFonts w:cs="Georgia"/>
          <w:kern w:val="1"/>
        </w:rPr>
        <w:t>fit Sylvestre</w:t>
      </w:r>
      <w:r>
        <w:rPr>
          <w:rFonts w:cs="Georgia"/>
          <w:kern w:val="1"/>
        </w:rPr>
        <w:t xml:space="preserve">, </w:t>
      </w:r>
      <w:r w:rsidR="00BE611A">
        <w:rPr>
          <w:rFonts w:cs="Georgia"/>
          <w:kern w:val="1"/>
        </w:rPr>
        <w:t>il s</w:t>
      </w:r>
      <w:r>
        <w:rPr>
          <w:rFonts w:cs="Georgia"/>
          <w:kern w:val="1"/>
        </w:rPr>
        <w:t>’</w:t>
      </w:r>
      <w:r w:rsidR="00BE611A">
        <w:rPr>
          <w:rFonts w:cs="Georgia"/>
          <w:kern w:val="1"/>
        </w:rPr>
        <w:t>y entend à toujours décrocher les embuscades distinguées</w:t>
      </w:r>
      <w:r>
        <w:rPr>
          <w:rFonts w:cs="Georgia"/>
          <w:kern w:val="1"/>
        </w:rPr>
        <w:t>.</w:t>
      </w:r>
    </w:p>
    <w:p w14:paraId="05AC0A95" w14:textId="77777777" w:rsidR="000E1451" w:rsidRDefault="000E1451" w:rsidP="00BE611A">
      <w:pPr>
        <w:rPr>
          <w:rFonts w:cs="Georgia"/>
          <w:kern w:val="1"/>
        </w:rPr>
      </w:pPr>
      <w:r>
        <w:rPr>
          <w:rFonts w:cs="Georgia"/>
          <w:kern w:val="1"/>
        </w:rPr>
        <w:t>— </w:t>
      </w:r>
      <w:r w:rsidR="00BE611A">
        <w:rPr>
          <w:rFonts w:cs="Georgia"/>
          <w:kern w:val="1"/>
        </w:rPr>
        <w:t>Vous pouvez charrier</w:t>
      </w:r>
      <w:r>
        <w:rPr>
          <w:rFonts w:cs="Georgia"/>
          <w:kern w:val="1"/>
        </w:rPr>
        <w:t xml:space="preserve">, </w:t>
      </w:r>
      <w:r w:rsidR="00BE611A">
        <w:rPr>
          <w:rFonts w:cs="Georgia"/>
          <w:kern w:val="1"/>
        </w:rPr>
        <w:t>répliquait Dauphin</w:t>
      </w:r>
      <w:r>
        <w:rPr>
          <w:rFonts w:cs="Georgia"/>
          <w:kern w:val="1"/>
        </w:rPr>
        <w:t xml:space="preserve">, </w:t>
      </w:r>
      <w:r w:rsidR="00BE611A">
        <w:rPr>
          <w:rFonts w:cs="Georgia"/>
          <w:kern w:val="1"/>
        </w:rPr>
        <w:t>vexé</w:t>
      </w:r>
      <w:r>
        <w:rPr>
          <w:rFonts w:cs="Georgia"/>
          <w:kern w:val="1"/>
        </w:rPr>
        <w:t xml:space="preserve">. </w:t>
      </w:r>
      <w:r w:rsidR="00BE611A">
        <w:rPr>
          <w:rFonts w:cs="Georgia"/>
          <w:kern w:val="1"/>
        </w:rPr>
        <w:t>On ne sera peut-être pas si mal partagé que cela</w:t>
      </w:r>
      <w:r>
        <w:rPr>
          <w:rFonts w:cs="Georgia"/>
          <w:kern w:val="1"/>
        </w:rPr>
        <w:t xml:space="preserve">, </w:t>
      </w:r>
      <w:r w:rsidR="00BE611A">
        <w:rPr>
          <w:rFonts w:cs="Georgia"/>
          <w:kern w:val="1"/>
        </w:rPr>
        <w:t>pas vrai</w:t>
      </w:r>
      <w:r>
        <w:rPr>
          <w:rFonts w:cs="Georgia"/>
          <w:kern w:val="1"/>
        </w:rPr>
        <w:t xml:space="preserve">, </w:t>
      </w:r>
      <w:r w:rsidR="00BE611A">
        <w:rPr>
          <w:rFonts w:cs="Georgia"/>
          <w:kern w:val="1"/>
        </w:rPr>
        <w:t>Dumaine</w:t>
      </w:r>
      <w:r>
        <w:rPr>
          <w:rFonts w:cs="Georgia"/>
          <w:kern w:val="1"/>
        </w:rPr>
        <w:t xml:space="preserve"> ? </w:t>
      </w:r>
      <w:r w:rsidR="00BE611A">
        <w:rPr>
          <w:rFonts w:cs="Georgia"/>
          <w:kern w:val="1"/>
        </w:rPr>
        <w:t>Nous aimons autant</w:t>
      </w:r>
      <w:r>
        <w:rPr>
          <w:rFonts w:cs="Georgia"/>
          <w:kern w:val="1"/>
        </w:rPr>
        <w:t xml:space="preserve">, </w:t>
      </w:r>
      <w:r w:rsidR="00BE611A">
        <w:rPr>
          <w:rFonts w:cs="Georgia"/>
          <w:kern w:val="1"/>
        </w:rPr>
        <w:t>nous</w:t>
      </w:r>
      <w:r>
        <w:rPr>
          <w:rFonts w:cs="Georgia"/>
          <w:kern w:val="1"/>
        </w:rPr>
        <w:t xml:space="preserve">, </w:t>
      </w:r>
      <w:r w:rsidR="00BE611A">
        <w:rPr>
          <w:rFonts w:cs="Georgia"/>
          <w:kern w:val="1"/>
        </w:rPr>
        <w:t>ne pas changer notre cheval borgne contre un aveugle</w:t>
      </w:r>
      <w:r>
        <w:rPr>
          <w:rFonts w:cs="Georgia"/>
          <w:kern w:val="1"/>
        </w:rPr>
        <w:t xml:space="preserve">. </w:t>
      </w:r>
      <w:r w:rsidR="00BE611A">
        <w:rPr>
          <w:rFonts w:cs="Georgia"/>
          <w:kern w:val="1"/>
        </w:rPr>
        <w:t>Quand on ne sera plus ici que deux ou trois douzaines</w:t>
      </w:r>
      <w:r>
        <w:rPr>
          <w:rFonts w:cs="Georgia"/>
          <w:kern w:val="1"/>
        </w:rPr>
        <w:t xml:space="preserve">, </w:t>
      </w:r>
      <w:r w:rsidR="00BE611A">
        <w:rPr>
          <w:rFonts w:cs="Georgia"/>
          <w:kern w:val="1"/>
        </w:rPr>
        <w:t>les gardiens nous foutront la paix</w:t>
      </w:r>
      <w:r>
        <w:rPr>
          <w:rFonts w:cs="Georgia"/>
          <w:kern w:val="1"/>
        </w:rPr>
        <w:t xml:space="preserve">. </w:t>
      </w:r>
      <w:r w:rsidR="00BE611A">
        <w:rPr>
          <w:rFonts w:cs="Georgia"/>
          <w:kern w:val="1"/>
        </w:rPr>
        <w:t>On sera tout ce qu</w:t>
      </w:r>
      <w:r>
        <w:rPr>
          <w:rFonts w:cs="Georgia"/>
          <w:kern w:val="1"/>
        </w:rPr>
        <w:t>’</w:t>
      </w:r>
      <w:r w:rsidR="00BE611A">
        <w:rPr>
          <w:rFonts w:cs="Georgia"/>
          <w:kern w:val="1"/>
        </w:rPr>
        <w:t>il y a de peinard</w:t>
      </w:r>
      <w:r>
        <w:rPr>
          <w:rFonts w:cs="Georgia"/>
          <w:kern w:val="1"/>
        </w:rPr>
        <w:t xml:space="preserve">. </w:t>
      </w:r>
      <w:r w:rsidR="00BE611A">
        <w:rPr>
          <w:rFonts w:cs="Georgia"/>
          <w:kern w:val="1"/>
        </w:rPr>
        <w:t>Plus souvent que je voudrais revenir dans des fourmilières comme Erfurt ou Witenberg</w:t>
      </w:r>
      <w:r>
        <w:rPr>
          <w:rFonts w:cs="Georgia"/>
          <w:kern w:val="1"/>
        </w:rPr>
        <w:t xml:space="preserve"> ! </w:t>
      </w:r>
      <w:r w:rsidR="00BE611A">
        <w:rPr>
          <w:rFonts w:cs="Georgia"/>
          <w:kern w:val="1"/>
        </w:rPr>
        <w:t>D</w:t>
      </w:r>
      <w:r>
        <w:rPr>
          <w:rFonts w:cs="Georgia"/>
          <w:kern w:val="1"/>
        </w:rPr>
        <w:t>’</w:t>
      </w:r>
      <w:r w:rsidR="00BE611A">
        <w:rPr>
          <w:rFonts w:cs="Georgia"/>
          <w:kern w:val="1"/>
        </w:rPr>
        <w:t>autant qu</w:t>
      </w:r>
      <w:r>
        <w:rPr>
          <w:rFonts w:cs="Georgia"/>
          <w:kern w:val="1"/>
        </w:rPr>
        <w:t>’</w:t>
      </w:r>
      <w:r w:rsidR="00BE611A">
        <w:rPr>
          <w:rFonts w:cs="Georgia"/>
          <w:kern w:val="1"/>
        </w:rPr>
        <w:t>il n</w:t>
      </w:r>
      <w:r>
        <w:rPr>
          <w:rFonts w:cs="Georgia"/>
          <w:kern w:val="1"/>
        </w:rPr>
        <w:t>’</w:t>
      </w:r>
      <w:r w:rsidR="00BE611A">
        <w:rPr>
          <w:rFonts w:cs="Georgia"/>
          <w:kern w:val="1"/>
        </w:rPr>
        <w:t>y a pas bien longtemps que là-bas il y avait encore le typhus</w:t>
      </w:r>
      <w:r>
        <w:rPr>
          <w:rFonts w:cs="Georgia"/>
          <w:kern w:val="1"/>
        </w:rPr>
        <w:t>.</w:t>
      </w:r>
    </w:p>
    <w:p w14:paraId="341EAE40" w14:textId="77777777" w:rsidR="000E1451" w:rsidRDefault="000E1451" w:rsidP="00BE611A">
      <w:pPr>
        <w:rPr>
          <w:rFonts w:cs="Georgia"/>
          <w:kern w:val="1"/>
        </w:rPr>
      </w:pPr>
      <w:r>
        <w:rPr>
          <w:rFonts w:cs="Georgia"/>
          <w:kern w:val="1"/>
        </w:rPr>
        <w:t>— </w:t>
      </w:r>
      <w:r w:rsidR="00BE611A">
        <w:rPr>
          <w:rFonts w:cs="Georgia"/>
          <w:kern w:val="1"/>
        </w:rPr>
        <w:t>Le typhus</w:t>
      </w:r>
      <w:r>
        <w:rPr>
          <w:rFonts w:cs="Georgia"/>
          <w:kern w:val="1"/>
        </w:rPr>
        <w:t xml:space="preserve"> ? </w:t>
      </w:r>
      <w:r w:rsidR="00BE611A">
        <w:rPr>
          <w:rFonts w:cs="Georgia"/>
          <w:kern w:val="1"/>
        </w:rPr>
        <w:t>interrogeait l</w:t>
      </w:r>
      <w:r>
        <w:rPr>
          <w:rFonts w:cs="Georgia"/>
          <w:kern w:val="1"/>
        </w:rPr>
        <w:t>’</w:t>
      </w:r>
      <w:r w:rsidR="00BE611A">
        <w:rPr>
          <w:rFonts w:cs="Georgia"/>
          <w:kern w:val="1"/>
        </w:rPr>
        <w:t>adjudant Claverie</w:t>
      </w:r>
      <w:r>
        <w:rPr>
          <w:rFonts w:cs="Georgia"/>
          <w:kern w:val="1"/>
        </w:rPr>
        <w:t xml:space="preserve">, </w:t>
      </w:r>
      <w:r w:rsidR="00BE611A">
        <w:rPr>
          <w:rFonts w:cs="Georgia"/>
          <w:kern w:val="1"/>
        </w:rPr>
        <w:t>dressant l</w:t>
      </w:r>
      <w:r>
        <w:rPr>
          <w:rFonts w:cs="Georgia"/>
          <w:kern w:val="1"/>
        </w:rPr>
        <w:t>’</w:t>
      </w:r>
      <w:r w:rsidR="00BE611A">
        <w:rPr>
          <w:rFonts w:cs="Georgia"/>
          <w:kern w:val="1"/>
        </w:rPr>
        <w:t>oreille</w:t>
      </w:r>
      <w:r>
        <w:rPr>
          <w:rFonts w:cs="Georgia"/>
          <w:kern w:val="1"/>
        </w:rPr>
        <w:t>.</w:t>
      </w:r>
    </w:p>
    <w:p w14:paraId="180FA8F7" w14:textId="77777777" w:rsidR="000E1451" w:rsidRDefault="00BE611A" w:rsidP="00BE611A">
      <w:pPr>
        <w:rPr>
          <w:rFonts w:cs="Georgia"/>
          <w:kern w:val="1"/>
        </w:rPr>
      </w:pPr>
      <w:r>
        <w:rPr>
          <w:rFonts w:cs="Georgia"/>
          <w:kern w:val="1"/>
        </w:rPr>
        <w:t>Depuis une semaine</w:t>
      </w:r>
      <w:r w:rsidR="000E1451">
        <w:rPr>
          <w:rFonts w:cs="Georgia"/>
          <w:kern w:val="1"/>
        </w:rPr>
        <w:t xml:space="preserve">, </w:t>
      </w:r>
      <w:r>
        <w:rPr>
          <w:rFonts w:cs="Georgia"/>
          <w:kern w:val="1"/>
        </w:rPr>
        <w:t>il ne vivait plus que dans la terreur perpétuelle d</w:t>
      </w:r>
      <w:r w:rsidR="000E1451">
        <w:rPr>
          <w:rFonts w:cs="Georgia"/>
          <w:kern w:val="1"/>
        </w:rPr>
        <w:t>’</w:t>
      </w:r>
      <w:r>
        <w:rPr>
          <w:rFonts w:cs="Georgia"/>
          <w:kern w:val="1"/>
        </w:rPr>
        <w:t>être laissé à Reichendorf</w:t>
      </w:r>
      <w:r w:rsidR="000E1451">
        <w:rPr>
          <w:rFonts w:cs="Georgia"/>
          <w:kern w:val="1"/>
        </w:rPr>
        <w:t xml:space="preserve">. </w:t>
      </w:r>
      <w:r>
        <w:rPr>
          <w:rFonts w:cs="Georgia"/>
          <w:kern w:val="1"/>
        </w:rPr>
        <w:t>Maintenant qu</w:t>
      </w:r>
      <w:r w:rsidR="000E1451">
        <w:rPr>
          <w:rFonts w:cs="Georgia"/>
          <w:kern w:val="1"/>
        </w:rPr>
        <w:t>’</w:t>
      </w:r>
      <w:r>
        <w:rPr>
          <w:rFonts w:cs="Georgia"/>
          <w:kern w:val="1"/>
        </w:rPr>
        <w:t>il était certain d</w:t>
      </w:r>
      <w:r w:rsidR="000E1451">
        <w:rPr>
          <w:rFonts w:cs="Georgia"/>
          <w:kern w:val="1"/>
        </w:rPr>
        <w:t>’</w:t>
      </w:r>
      <w:r>
        <w:rPr>
          <w:rFonts w:cs="Georgia"/>
          <w:kern w:val="1"/>
        </w:rPr>
        <w:t>aller à Wittenberg</w:t>
      </w:r>
      <w:r w:rsidR="000E1451">
        <w:rPr>
          <w:rFonts w:cs="Georgia"/>
          <w:kern w:val="1"/>
        </w:rPr>
        <w:t xml:space="preserve">, </w:t>
      </w:r>
      <w:r>
        <w:rPr>
          <w:rFonts w:cs="Georgia"/>
          <w:kern w:val="1"/>
        </w:rPr>
        <w:t>qu</w:t>
      </w:r>
      <w:r w:rsidR="000E1451">
        <w:rPr>
          <w:rFonts w:cs="Georgia"/>
          <w:kern w:val="1"/>
        </w:rPr>
        <w:t>’</w:t>
      </w:r>
      <w:r>
        <w:rPr>
          <w:rFonts w:cs="Georgia"/>
          <w:kern w:val="1"/>
        </w:rPr>
        <w:t xml:space="preserve">il avait lu et relu son nom sur </w:t>
      </w:r>
      <w:r>
        <w:rPr>
          <w:rFonts w:cs="Georgia"/>
          <w:kern w:val="1"/>
        </w:rPr>
        <w:lastRenderedPageBreak/>
        <w:t>la liste</w:t>
      </w:r>
      <w:r w:rsidR="000E1451">
        <w:rPr>
          <w:rFonts w:cs="Georgia"/>
          <w:kern w:val="1"/>
        </w:rPr>
        <w:t xml:space="preserve">, </w:t>
      </w:r>
      <w:r>
        <w:rPr>
          <w:rFonts w:cs="Georgia"/>
          <w:kern w:val="1"/>
        </w:rPr>
        <w:t>son âme de lièvre saisissait la première occasion de redouter ce changement autant qu</w:t>
      </w:r>
      <w:r w:rsidR="000E1451">
        <w:rPr>
          <w:rFonts w:cs="Georgia"/>
          <w:kern w:val="1"/>
        </w:rPr>
        <w:t>’</w:t>
      </w:r>
      <w:r>
        <w:rPr>
          <w:rFonts w:cs="Georgia"/>
          <w:kern w:val="1"/>
        </w:rPr>
        <w:t>elle l</w:t>
      </w:r>
      <w:r w:rsidR="000E1451">
        <w:rPr>
          <w:rFonts w:cs="Georgia"/>
          <w:kern w:val="1"/>
        </w:rPr>
        <w:t>’</w:t>
      </w:r>
      <w:r>
        <w:rPr>
          <w:rFonts w:cs="Georgia"/>
          <w:kern w:val="1"/>
        </w:rPr>
        <w:t>avait souhaité</w:t>
      </w:r>
      <w:r w:rsidR="000E1451">
        <w:rPr>
          <w:rFonts w:cs="Georgia"/>
          <w:kern w:val="1"/>
        </w:rPr>
        <w:t>.</w:t>
      </w:r>
    </w:p>
    <w:p w14:paraId="2BD1CBCC" w14:textId="77777777" w:rsidR="000E1451" w:rsidRDefault="00BE611A" w:rsidP="00BE611A">
      <w:pPr>
        <w:rPr>
          <w:rFonts w:cs="Georgia"/>
          <w:kern w:val="1"/>
        </w:rPr>
      </w:pPr>
      <w:r>
        <w:rPr>
          <w:rFonts w:cs="Georgia"/>
          <w:kern w:val="1"/>
        </w:rPr>
        <w:t>Mais Fichet intervenait</w:t>
      </w:r>
      <w:r w:rsidR="000E1451">
        <w:rPr>
          <w:rFonts w:cs="Georgia"/>
          <w:kern w:val="1"/>
        </w:rPr>
        <w:t>.</w:t>
      </w:r>
    </w:p>
    <w:p w14:paraId="2A841033" w14:textId="77777777" w:rsidR="000E1451" w:rsidRDefault="000E1451" w:rsidP="00BE611A">
      <w:pPr>
        <w:rPr>
          <w:rFonts w:cs="Georgia"/>
          <w:kern w:val="1"/>
        </w:rPr>
      </w:pPr>
      <w:r>
        <w:rPr>
          <w:rFonts w:cs="Georgia"/>
          <w:kern w:val="1"/>
        </w:rPr>
        <w:t>— </w:t>
      </w:r>
      <w:r w:rsidR="00BE611A">
        <w:rPr>
          <w:rFonts w:cs="Georgia"/>
          <w:kern w:val="1"/>
        </w:rPr>
        <w:t>Vous en faites pas</w:t>
      </w:r>
      <w:r>
        <w:rPr>
          <w:rFonts w:cs="Georgia"/>
          <w:kern w:val="1"/>
        </w:rPr>
        <w:t xml:space="preserve">, </w:t>
      </w:r>
      <w:r w:rsidR="00BE611A">
        <w:rPr>
          <w:rFonts w:cs="Georgia"/>
          <w:kern w:val="1"/>
        </w:rPr>
        <w:t>mon adjudant</w:t>
      </w:r>
      <w:r>
        <w:rPr>
          <w:rFonts w:cs="Georgia"/>
          <w:kern w:val="1"/>
        </w:rPr>
        <w:t xml:space="preserve">, </w:t>
      </w:r>
      <w:r w:rsidR="00BE611A">
        <w:rPr>
          <w:rFonts w:cs="Georgia"/>
          <w:kern w:val="1"/>
        </w:rPr>
        <w:t>vous en faites donc pas</w:t>
      </w:r>
      <w:r>
        <w:rPr>
          <w:rFonts w:cs="Georgia"/>
          <w:kern w:val="1"/>
        </w:rPr>
        <w:t xml:space="preserve">. </w:t>
      </w:r>
      <w:r w:rsidR="00BE611A">
        <w:rPr>
          <w:rFonts w:cs="Georgia"/>
          <w:kern w:val="1"/>
        </w:rPr>
        <w:t>D</w:t>
      </w:r>
      <w:r>
        <w:rPr>
          <w:rFonts w:cs="Georgia"/>
          <w:kern w:val="1"/>
        </w:rPr>
        <w:t>’</w:t>
      </w:r>
      <w:r w:rsidR="00BE611A">
        <w:rPr>
          <w:rFonts w:cs="Georgia"/>
          <w:kern w:val="1"/>
        </w:rPr>
        <w:t>abord</w:t>
      </w:r>
      <w:r>
        <w:rPr>
          <w:rFonts w:cs="Georgia"/>
          <w:kern w:val="1"/>
        </w:rPr>
        <w:t xml:space="preserve">, </w:t>
      </w:r>
      <w:r w:rsidR="00BE611A">
        <w:rPr>
          <w:rFonts w:cs="Georgia"/>
          <w:kern w:val="1"/>
        </w:rPr>
        <w:t>maintenant</w:t>
      </w:r>
      <w:r>
        <w:rPr>
          <w:rFonts w:cs="Georgia"/>
          <w:kern w:val="1"/>
        </w:rPr>
        <w:t xml:space="preserve">, </w:t>
      </w:r>
      <w:r w:rsidR="00BE611A">
        <w:rPr>
          <w:rFonts w:cs="Georgia"/>
          <w:kern w:val="1"/>
        </w:rPr>
        <w:t>où qu</w:t>
      </w:r>
      <w:r>
        <w:rPr>
          <w:rFonts w:cs="Georgia"/>
          <w:kern w:val="1"/>
        </w:rPr>
        <w:t>’</w:t>
      </w:r>
      <w:r w:rsidR="00BE611A">
        <w:rPr>
          <w:rFonts w:cs="Georgia"/>
          <w:kern w:val="1"/>
        </w:rPr>
        <w:t>on aille</w:t>
      </w:r>
      <w:r>
        <w:rPr>
          <w:rFonts w:cs="Georgia"/>
          <w:kern w:val="1"/>
        </w:rPr>
        <w:t xml:space="preserve">, </w:t>
      </w:r>
      <w:r w:rsidR="00BE611A">
        <w:rPr>
          <w:rFonts w:cs="Georgia"/>
          <w:kern w:val="1"/>
        </w:rPr>
        <w:t>on s</w:t>
      </w:r>
      <w:r>
        <w:rPr>
          <w:rFonts w:cs="Georgia"/>
          <w:kern w:val="1"/>
        </w:rPr>
        <w:t>’</w:t>
      </w:r>
      <w:r w:rsidR="00BE611A">
        <w:rPr>
          <w:rFonts w:cs="Georgia"/>
          <w:kern w:val="1"/>
        </w:rPr>
        <w:t>en fout</w:t>
      </w:r>
      <w:r>
        <w:rPr>
          <w:rFonts w:cs="Georgia"/>
          <w:kern w:val="1"/>
        </w:rPr>
        <w:t xml:space="preserve">. </w:t>
      </w:r>
      <w:r w:rsidR="00BE611A">
        <w:rPr>
          <w:rFonts w:cs="Georgia"/>
          <w:kern w:val="1"/>
        </w:rPr>
        <w:t>La classe vient</w:t>
      </w:r>
      <w:r>
        <w:rPr>
          <w:rFonts w:cs="Georgia"/>
          <w:kern w:val="1"/>
        </w:rPr>
        <w:t xml:space="preserve">, </w:t>
      </w:r>
      <w:r w:rsidR="00BE611A">
        <w:rPr>
          <w:rFonts w:cs="Georgia"/>
          <w:kern w:val="1"/>
        </w:rPr>
        <w:t>et comment</w:t>
      </w:r>
      <w:r>
        <w:rPr>
          <w:rFonts w:cs="Georgia"/>
          <w:kern w:val="1"/>
        </w:rPr>
        <w:t xml:space="preserve"> ! </w:t>
      </w:r>
      <w:r w:rsidR="00BE611A">
        <w:rPr>
          <w:rFonts w:cs="Georgia"/>
          <w:kern w:val="1"/>
        </w:rPr>
        <w:t>Vous n</w:t>
      </w:r>
      <w:r>
        <w:rPr>
          <w:rFonts w:cs="Georgia"/>
          <w:kern w:val="1"/>
        </w:rPr>
        <w:t>’</w:t>
      </w:r>
      <w:r w:rsidR="00BE611A">
        <w:rPr>
          <w:rFonts w:cs="Georgia"/>
          <w:kern w:val="1"/>
        </w:rPr>
        <w:t>avez pas vu la toute dernière nouvelle</w:t>
      </w:r>
      <w:r>
        <w:rPr>
          <w:rFonts w:cs="Georgia"/>
          <w:kern w:val="1"/>
        </w:rPr>
        <w:t xml:space="preserve"> ? </w:t>
      </w:r>
      <w:r w:rsidR="00BE611A">
        <w:rPr>
          <w:rFonts w:cs="Georgia"/>
          <w:kern w:val="1"/>
        </w:rPr>
        <w:t>Les petits copains ont repris Montdidier</w:t>
      </w:r>
      <w:r>
        <w:rPr>
          <w:rFonts w:cs="Georgia"/>
          <w:kern w:val="1"/>
        </w:rPr>
        <w:t xml:space="preserve"> ! </w:t>
      </w:r>
      <w:r w:rsidR="00BE611A">
        <w:rPr>
          <w:rFonts w:cs="Georgia"/>
          <w:kern w:val="1"/>
        </w:rPr>
        <w:t>Qu</w:t>
      </w:r>
      <w:r>
        <w:rPr>
          <w:rFonts w:cs="Georgia"/>
          <w:kern w:val="1"/>
        </w:rPr>
        <w:t>’</w:t>
      </w:r>
      <w:r w:rsidR="00BE611A">
        <w:rPr>
          <w:rFonts w:cs="Georgia"/>
          <w:kern w:val="1"/>
        </w:rPr>
        <w:t>est-ce qu</w:t>
      </w:r>
      <w:r>
        <w:rPr>
          <w:rFonts w:cs="Georgia"/>
          <w:kern w:val="1"/>
        </w:rPr>
        <w:t>’</w:t>
      </w:r>
      <w:r w:rsidR="00BE611A">
        <w:rPr>
          <w:rFonts w:cs="Georgia"/>
          <w:kern w:val="1"/>
        </w:rPr>
        <w:t>ils leur passent</w:t>
      </w:r>
      <w:r>
        <w:rPr>
          <w:rFonts w:cs="Georgia"/>
          <w:kern w:val="1"/>
        </w:rPr>
        <w:t xml:space="preserve">, </w:t>
      </w:r>
      <w:r w:rsidR="00BE611A">
        <w:rPr>
          <w:rFonts w:cs="Georgia"/>
          <w:kern w:val="1"/>
        </w:rPr>
        <w:t>ma bonne dame</w:t>
      </w:r>
      <w:r>
        <w:rPr>
          <w:rFonts w:cs="Georgia"/>
          <w:kern w:val="1"/>
        </w:rPr>
        <w:t xml:space="preserve">, </w:t>
      </w:r>
      <w:r w:rsidR="00BE611A">
        <w:rPr>
          <w:rFonts w:cs="Georgia"/>
          <w:kern w:val="1"/>
        </w:rPr>
        <w:t>qu</w:t>
      </w:r>
      <w:r>
        <w:rPr>
          <w:rFonts w:cs="Georgia"/>
          <w:kern w:val="1"/>
        </w:rPr>
        <w:t>’</w:t>
      </w:r>
      <w:r w:rsidR="00BE611A">
        <w:rPr>
          <w:rFonts w:cs="Georgia"/>
          <w:kern w:val="1"/>
        </w:rPr>
        <w:t>est-ce qu</w:t>
      </w:r>
      <w:r>
        <w:rPr>
          <w:rFonts w:cs="Georgia"/>
          <w:kern w:val="1"/>
        </w:rPr>
        <w:t>’</w:t>
      </w:r>
      <w:r w:rsidR="00BE611A">
        <w:rPr>
          <w:rFonts w:cs="Georgia"/>
          <w:kern w:val="1"/>
        </w:rPr>
        <w:t>ils leur passent</w:t>
      </w:r>
      <w:r>
        <w:rPr>
          <w:rFonts w:cs="Georgia"/>
          <w:kern w:val="1"/>
        </w:rPr>
        <w:t xml:space="preserve"> ! </w:t>
      </w:r>
      <w:r w:rsidR="00BE611A">
        <w:rPr>
          <w:rFonts w:cs="Georgia"/>
          <w:kern w:val="1"/>
        </w:rPr>
        <w:t>Cette fois</w:t>
      </w:r>
      <w:r>
        <w:rPr>
          <w:rFonts w:cs="Georgia"/>
          <w:kern w:val="1"/>
        </w:rPr>
        <w:t xml:space="preserve">, </w:t>
      </w:r>
      <w:r w:rsidR="00BE611A">
        <w:rPr>
          <w:rFonts w:cs="Georgia"/>
          <w:kern w:val="1"/>
        </w:rPr>
        <w:t>c</w:t>
      </w:r>
      <w:r>
        <w:rPr>
          <w:rFonts w:cs="Georgia"/>
          <w:kern w:val="1"/>
        </w:rPr>
        <w:t>’</w:t>
      </w:r>
      <w:r w:rsidR="00BE611A">
        <w:rPr>
          <w:rFonts w:cs="Georgia"/>
          <w:kern w:val="1"/>
        </w:rPr>
        <w:t>est la fin des fins</w:t>
      </w:r>
      <w:r>
        <w:rPr>
          <w:rFonts w:cs="Georgia"/>
          <w:kern w:val="1"/>
        </w:rPr>
        <w:t xml:space="preserve">. </w:t>
      </w:r>
      <w:r w:rsidR="00BE611A">
        <w:rPr>
          <w:rFonts w:cs="Georgia"/>
          <w:kern w:val="1"/>
        </w:rPr>
        <w:t>Je consens à m</w:t>
      </w:r>
      <w:r>
        <w:rPr>
          <w:rFonts w:cs="Georgia"/>
          <w:kern w:val="1"/>
        </w:rPr>
        <w:t>’</w:t>
      </w:r>
      <w:r w:rsidR="00BE611A">
        <w:rPr>
          <w:rFonts w:cs="Georgia"/>
          <w:kern w:val="1"/>
        </w:rPr>
        <w:t>entendre appeler Ernst au lieu d</w:t>
      </w:r>
      <w:r>
        <w:rPr>
          <w:rFonts w:cs="Georgia"/>
          <w:kern w:val="1"/>
        </w:rPr>
        <w:t>’</w:t>
      </w:r>
      <w:r w:rsidR="00BE611A">
        <w:rPr>
          <w:rFonts w:cs="Georgia"/>
          <w:kern w:val="1"/>
        </w:rPr>
        <w:t>Ernest toute ma vie si le prochain réveillon de Noël je ne le fais pas chez moi</w:t>
      </w:r>
      <w:r>
        <w:rPr>
          <w:rFonts w:cs="Georgia"/>
          <w:kern w:val="1"/>
        </w:rPr>
        <w:t xml:space="preserve">, </w:t>
      </w:r>
      <w:r w:rsidR="00BE611A">
        <w:rPr>
          <w:rFonts w:cs="Georgia"/>
          <w:kern w:val="1"/>
        </w:rPr>
        <w:t xml:space="preserve">dans ma petite salle à manger </w:t>
      </w:r>
      <w:r>
        <w:rPr>
          <w:rFonts w:cs="Georgia"/>
          <w:kern w:val="1"/>
        </w:rPr>
        <w:t>Henri III.</w:t>
      </w:r>
    </w:p>
    <w:p w14:paraId="276E4C1F" w14:textId="77777777" w:rsidR="000E1451" w:rsidRDefault="000E1451" w:rsidP="00BE611A">
      <w:pPr>
        <w:rPr>
          <w:rFonts w:cs="Georgia"/>
          <w:kern w:val="1"/>
        </w:rPr>
      </w:pPr>
      <w:r>
        <w:rPr>
          <w:rFonts w:cs="Georgia"/>
          <w:kern w:val="1"/>
        </w:rPr>
        <w:t>— </w:t>
      </w:r>
      <w:r w:rsidR="00BE611A">
        <w:rPr>
          <w:rFonts w:cs="Georgia"/>
          <w:kern w:val="1"/>
        </w:rPr>
        <w:t>Le prochain Noël</w:t>
      </w:r>
      <w:r>
        <w:rPr>
          <w:rFonts w:cs="Georgia"/>
          <w:kern w:val="1"/>
        </w:rPr>
        <w:t xml:space="preserve"> ! </w:t>
      </w:r>
      <w:r w:rsidR="00BE611A">
        <w:rPr>
          <w:rFonts w:cs="Georgia"/>
          <w:kern w:val="1"/>
        </w:rPr>
        <w:t>Ce serait trop beau</w:t>
      </w:r>
      <w:r>
        <w:rPr>
          <w:rFonts w:cs="Georgia"/>
          <w:kern w:val="1"/>
        </w:rPr>
        <w:t xml:space="preserve"> ! </w:t>
      </w:r>
      <w:r w:rsidR="00BE611A">
        <w:rPr>
          <w:rFonts w:cs="Georgia"/>
          <w:kern w:val="1"/>
        </w:rPr>
        <w:t>dirent quelques-uns</w:t>
      </w:r>
      <w:r>
        <w:rPr>
          <w:rFonts w:cs="Georgia"/>
          <w:kern w:val="1"/>
        </w:rPr>
        <w:t>.</w:t>
      </w:r>
    </w:p>
    <w:p w14:paraId="4D6B01B3" w14:textId="77777777" w:rsidR="000E1451" w:rsidRDefault="00BE611A" w:rsidP="00BE611A">
      <w:pPr>
        <w:rPr>
          <w:rFonts w:cs="Georgia"/>
          <w:kern w:val="1"/>
        </w:rPr>
      </w:pPr>
      <w:r>
        <w:rPr>
          <w:rFonts w:cs="Georgia"/>
          <w:kern w:val="1"/>
        </w:rPr>
        <w:t>C</w:t>
      </w:r>
      <w:r w:rsidR="000E1451">
        <w:rPr>
          <w:rFonts w:cs="Georgia"/>
          <w:kern w:val="1"/>
        </w:rPr>
        <w:t>’</w:t>
      </w:r>
      <w:r>
        <w:rPr>
          <w:rFonts w:cs="Georgia"/>
          <w:kern w:val="1"/>
        </w:rPr>
        <w:t>était la cinquième année qu</w:t>
      </w:r>
      <w:r w:rsidR="000E1451">
        <w:rPr>
          <w:rFonts w:cs="Georgia"/>
          <w:kern w:val="1"/>
        </w:rPr>
        <w:t>’</w:t>
      </w:r>
      <w:r>
        <w:rPr>
          <w:rFonts w:cs="Georgia"/>
          <w:kern w:val="1"/>
        </w:rPr>
        <w:t>on nous faisait miroiter cette perspective</w:t>
      </w:r>
      <w:r w:rsidR="000E1451">
        <w:rPr>
          <w:rFonts w:cs="Georgia"/>
          <w:kern w:val="1"/>
        </w:rPr>
        <w:t xml:space="preserve">. </w:t>
      </w:r>
      <w:r>
        <w:rPr>
          <w:rFonts w:cs="Georgia"/>
          <w:kern w:val="1"/>
        </w:rPr>
        <w:t>Nous étions devenus circonspects</w:t>
      </w:r>
      <w:r w:rsidR="000E1451">
        <w:rPr>
          <w:rFonts w:cs="Georgia"/>
          <w:kern w:val="1"/>
        </w:rPr>
        <w:t>.</w:t>
      </w:r>
    </w:p>
    <w:p w14:paraId="1D2D11F6" w14:textId="77777777" w:rsidR="000E1451" w:rsidRDefault="00BE611A" w:rsidP="00BE611A">
      <w:pPr>
        <w:rPr>
          <w:rFonts w:cs="Georgia"/>
          <w:kern w:val="1"/>
        </w:rPr>
      </w:pPr>
      <w:r>
        <w:rPr>
          <w:rFonts w:cs="Georgia"/>
          <w:kern w:val="1"/>
        </w:rPr>
        <w:t>Cette fois</w:t>
      </w:r>
      <w:r w:rsidR="000E1451">
        <w:rPr>
          <w:rFonts w:cs="Georgia"/>
          <w:kern w:val="1"/>
        </w:rPr>
        <w:t xml:space="preserve">, </w:t>
      </w:r>
      <w:r>
        <w:rPr>
          <w:rFonts w:cs="Georgia"/>
          <w:kern w:val="1"/>
        </w:rPr>
        <w:t>Fichet s</w:t>
      </w:r>
      <w:r w:rsidR="000E1451">
        <w:rPr>
          <w:rFonts w:cs="Georgia"/>
          <w:kern w:val="1"/>
        </w:rPr>
        <w:t>’</w:t>
      </w:r>
      <w:r>
        <w:rPr>
          <w:rFonts w:cs="Georgia"/>
          <w:kern w:val="1"/>
        </w:rPr>
        <w:t>entêtait</w:t>
      </w:r>
      <w:r w:rsidR="000E1451">
        <w:rPr>
          <w:rFonts w:cs="Georgia"/>
          <w:kern w:val="1"/>
        </w:rPr>
        <w:t>.</w:t>
      </w:r>
    </w:p>
    <w:p w14:paraId="6516CD5A" w14:textId="77777777" w:rsidR="000E1451" w:rsidRDefault="000E1451" w:rsidP="00BE611A">
      <w:pPr>
        <w:rPr>
          <w:rFonts w:cs="Georgia"/>
          <w:kern w:val="1"/>
        </w:rPr>
      </w:pPr>
      <w:r>
        <w:rPr>
          <w:rFonts w:cs="Georgia"/>
          <w:kern w:val="1"/>
        </w:rPr>
        <w:t>— </w:t>
      </w:r>
      <w:r w:rsidR="00BE611A">
        <w:rPr>
          <w:rFonts w:cs="Georgia"/>
          <w:kern w:val="1"/>
        </w:rPr>
        <w:t>Ce Noël-ci</w:t>
      </w:r>
      <w:r>
        <w:rPr>
          <w:rFonts w:cs="Georgia"/>
          <w:kern w:val="1"/>
        </w:rPr>
        <w:t xml:space="preserve">, </w:t>
      </w:r>
      <w:r w:rsidR="00BE611A">
        <w:rPr>
          <w:rFonts w:cs="Georgia"/>
          <w:kern w:val="1"/>
        </w:rPr>
        <w:t>je vous dis</w:t>
      </w:r>
      <w:r>
        <w:rPr>
          <w:rFonts w:cs="Georgia"/>
          <w:kern w:val="1"/>
        </w:rPr>
        <w:t xml:space="preserve">. </w:t>
      </w:r>
      <w:r w:rsidR="00BE611A">
        <w:rPr>
          <w:rFonts w:cs="Georgia"/>
          <w:kern w:val="1"/>
        </w:rPr>
        <w:t>La preuve est que j</w:t>
      </w:r>
      <w:r>
        <w:rPr>
          <w:rFonts w:cs="Georgia"/>
          <w:kern w:val="1"/>
        </w:rPr>
        <w:t>’</w:t>
      </w:r>
      <w:r w:rsidR="00BE611A">
        <w:rPr>
          <w:rFonts w:cs="Georgia"/>
          <w:kern w:val="1"/>
        </w:rPr>
        <w:t xml:space="preserve">ai écrit ce matin même à </w:t>
      </w:r>
      <w:r>
        <w:rPr>
          <w:rFonts w:cs="Georgia"/>
          <w:kern w:val="1"/>
        </w:rPr>
        <w:t>M</w:t>
      </w:r>
      <w:r w:rsidRPr="000E1451">
        <w:rPr>
          <w:rFonts w:cs="Georgia"/>
          <w:kern w:val="1"/>
          <w:vertAlign w:val="superscript"/>
        </w:rPr>
        <w:t>me</w:t>
      </w:r>
      <w:r>
        <w:rPr>
          <w:rFonts w:cs="Georgia"/>
          <w:kern w:val="1"/>
        </w:rPr>
        <w:t> </w:t>
      </w:r>
      <w:r w:rsidR="00BE611A">
        <w:rPr>
          <w:rFonts w:cs="Georgia"/>
          <w:kern w:val="1"/>
        </w:rPr>
        <w:t>Fichet ma volonté formelle d</w:t>
      </w:r>
      <w:r>
        <w:rPr>
          <w:rFonts w:cs="Georgia"/>
          <w:kern w:val="1"/>
        </w:rPr>
        <w:t>’</w:t>
      </w:r>
      <w:r w:rsidR="00BE611A">
        <w:rPr>
          <w:rFonts w:cs="Georgia"/>
          <w:kern w:val="1"/>
        </w:rPr>
        <w:t>avoir ce soir-là des huîtres</w:t>
      </w:r>
      <w:r>
        <w:rPr>
          <w:rFonts w:cs="Georgia"/>
          <w:kern w:val="1"/>
        </w:rPr>
        <w:t xml:space="preserve">, </w:t>
      </w:r>
      <w:r w:rsidR="00BE611A">
        <w:rPr>
          <w:rFonts w:cs="Georgia"/>
          <w:kern w:val="1"/>
        </w:rPr>
        <w:t>de la langouste et du boudin</w:t>
      </w:r>
      <w:r>
        <w:rPr>
          <w:rFonts w:cs="Georgia"/>
          <w:kern w:val="1"/>
        </w:rPr>
        <w:t xml:space="preserve">. </w:t>
      </w:r>
      <w:r w:rsidR="00BE611A">
        <w:rPr>
          <w:rFonts w:cs="Georgia"/>
          <w:kern w:val="1"/>
        </w:rPr>
        <w:t>Qu</w:t>
      </w:r>
      <w:r>
        <w:rPr>
          <w:rFonts w:cs="Georgia"/>
          <w:kern w:val="1"/>
        </w:rPr>
        <w:t>’</w:t>
      </w:r>
      <w:r w:rsidR="00BE611A">
        <w:rPr>
          <w:rFonts w:cs="Georgia"/>
          <w:kern w:val="1"/>
        </w:rPr>
        <w:t>on se le dise</w:t>
      </w:r>
      <w:r>
        <w:rPr>
          <w:rFonts w:cs="Georgia"/>
          <w:kern w:val="1"/>
        </w:rPr>
        <w:t xml:space="preserve"> ! </w:t>
      </w:r>
      <w:r w:rsidR="00BE611A">
        <w:rPr>
          <w:rFonts w:cs="Georgia"/>
          <w:kern w:val="1"/>
        </w:rPr>
        <w:t>Tous ceux qui se trouveront le 2</w:t>
      </w:r>
      <w:r>
        <w:rPr>
          <w:rFonts w:cs="Georgia"/>
          <w:kern w:val="1"/>
        </w:rPr>
        <w:t>4 décembre</w:t>
      </w:r>
      <w:r w:rsidR="00BE611A">
        <w:rPr>
          <w:rFonts w:cs="Georgia"/>
          <w:kern w:val="1"/>
        </w:rPr>
        <w:t xml:space="preserve"> prochain dans les environs sont dès à présent invités</w:t>
      </w:r>
      <w:r>
        <w:rPr>
          <w:rFonts w:cs="Georgia"/>
          <w:kern w:val="1"/>
        </w:rPr>
        <w:t xml:space="preserve">. </w:t>
      </w:r>
      <w:r w:rsidR="00BE611A">
        <w:rPr>
          <w:rFonts w:cs="Georgia"/>
          <w:kern w:val="1"/>
        </w:rPr>
        <w:t>Ernest Fichet</w:t>
      </w:r>
      <w:r>
        <w:rPr>
          <w:rFonts w:cs="Georgia"/>
          <w:kern w:val="1"/>
        </w:rPr>
        <w:t xml:space="preserve">, </w:t>
      </w:r>
      <w:r w:rsidR="00BE611A">
        <w:rPr>
          <w:rFonts w:cs="Georgia"/>
          <w:kern w:val="1"/>
        </w:rPr>
        <w:t>grainetier</w:t>
      </w:r>
      <w:r>
        <w:rPr>
          <w:rFonts w:cs="Georgia"/>
          <w:kern w:val="1"/>
        </w:rPr>
        <w:t xml:space="preserve">, </w:t>
      </w:r>
      <w:r w:rsidR="00BE611A">
        <w:rPr>
          <w:rFonts w:cs="Georgia"/>
          <w:kern w:val="1"/>
        </w:rPr>
        <w:t>rue Gambetta</w:t>
      </w:r>
      <w:r>
        <w:rPr>
          <w:rFonts w:cs="Georgia"/>
          <w:kern w:val="1"/>
        </w:rPr>
        <w:t xml:space="preserve">, </w:t>
      </w:r>
      <w:r w:rsidR="00BE611A">
        <w:rPr>
          <w:rFonts w:cs="Georgia"/>
          <w:kern w:val="1"/>
        </w:rPr>
        <w:t>Arpajon</w:t>
      </w:r>
      <w:r>
        <w:rPr>
          <w:rFonts w:cs="Georgia"/>
          <w:kern w:val="1"/>
        </w:rPr>
        <w:t xml:space="preserve">, </w:t>
      </w:r>
      <w:r w:rsidR="00BE611A">
        <w:rPr>
          <w:rFonts w:cs="Georgia"/>
          <w:kern w:val="1"/>
        </w:rPr>
        <w:t>Seine-et-Oise</w:t>
      </w:r>
      <w:r>
        <w:rPr>
          <w:rFonts w:cs="Georgia"/>
          <w:kern w:val="1"/>
        </w:rPr>
        <w:t>.</w:t>
      </w:r>
    </w:p>
    <w:p w14:paraId="36D0DE5F" w14:textId="77777777" w:rsidR="000E1451" w:rsidRDefault="000E1451" w:rsidP="00BE611A">
      <w:pPr>
        <w:rPr>
          <w:rFonts w:cs="Georgia"/>
          <w:kern w:val="1"/>
        </w:rPr>
      </w:pPr>
      <w:r>
        <w:rPr>
          <w:rFonts w:cs="Georgia"/>
          <w:kern w:val="1"/>
        </w:rPr>
        <w:t>— </w:t>
      </w:r>
      <w:r w:rsidR="00BE611A">
        <w:rPr>
          <w:rFonts w:cs="Georgia"/>
          <w:kern w:val="1"/>
        </w:rPr>
        <w:t>Ça va</w:t>
      </w:r>
      <w:r>
        <w:rPr>
          <w:rFonts w:cs="Georgia"/>
          <w:kern w:val="1"/>
        </w:rPr>
        <w:t xml:space="preserve">, </w:t>
      </w:r>
      <w:r w:rsidR="00BE611A">
        <w:rPr>
          <w:rFonts w:cs="Georgia"/>
          <w:kern w:val="1"/>
        </w:rPr>
        <w:t>dit Sylvestre</w:t>
      </w:r>
      <w:r>
        <w:rPr>
          <w:rFonts w:cs="Georgia"/>
          <w:kern w:val="1"/>
        </w:rPr>
        <w:t xml:space="preserve">. </w:t>
      </w:r>
      <w:r w:rsidR="00BE611A">
        <w:rPr>
          <w:rFonts w:cs="Georgia"/>
          <w:kern w:val="1"/>
        </w:rPr>
        <w:t>Moi</w:t>
      </w:r>
      <w:r>
        <w:rPr>
          <w:rFonts w:cs="Georgia"/>
          <w:kern w:val="1"/>
        </w:rPr>
        <w:t xml:space="preserve">, </w:t>
      </w:r>
      <w:r w:rsidR="00BE611A">
        <w:rPr>
          <w:rFonts w:cs="Georgia"/>
          <w:kern w:val="1"/>
        </w:rPr>
        <w:t>je viendrai</w:t>
      </w:r>
      <w:r>
        <w:rPr>
          <w:rFonts w:cs="Georgia"/>
          <w:kern w:val="1"/>
        </w:rPr>
        <w:t xml:space="preserve">. </w:t>
      </w:r>
      <w:r w:rsidR="00BE611A">
        <w:rPr>
          <w:rFonts w:cs="Georgia"/>
          <w:kern w:val="1"/>
        </w:rPr>
        <w:t>J</w:t>
      </w:r>
      <w:r>
        <w:rPr>
          <w:rFonts w:cs="Georgia"/>
          <w:kern w:val="1"/>
        </w:rPr>
        <w:t>’</w:t>
      </w:r>
      <w:r w:rsidR="00BE611A">
        <w:rPr>
          <w:rFonts w:cs="Georgia"/>
          <w:kern w:val="1"/>
        </w:rPr>
        <w:t>habite le 1</w:t>
      </w:r>
      <w:r>
        <w:rPr>
          <w:rFonts w:cs="Georgia"/>
          <w:kern w:val="1"/>
        </w:rPr>
        <w:t>1</w:t>
      </w:r>
      <w:r w:rsidRPr="000E1451">
        <w:rPr>
          <w:rFonts w:cs="Georgia"/>
          <w:kern w:val="1"/>
          <w:vertAlign w:val="superscript"/>
        </w:rPr>
        <w:t>e</w:t>
      </w:r>
      <w:r>
        <w:rPr>
          <w:rFonts w:cs="Georgia"/>
          <w:kern w:val="1"/>
        </w:rPr>
        <w:t xml:space="preserve">. </w:t>
      </w:r>
      <w:r w:rsidR="00BE611A">
        <w:rPr>
          <w:rFonts w:cs="Georgia"/>
          <w:kern w:val="1"/>
        </w:rPr>
        <w:t>Alors</w:t>
      </w:r>
      <w:r>
        <w:rPr>
          <w:rFonts w:cs="Georgia"/>
          <w:kern w:val="1"/>
        </w:rPr>
        <w:t xml:space="preserve">, </w:t>
      </w:r>
      <w:r w:rsidR="00BE611A">
        <w:rPr>
          <w:rFonts w:cs="Georgia"/>
          <w:kern w:val="1"/>
        </w:rPr>
        <w:t>tu penses</w:t>
      </w:r>
      <w:r>
        <w:rPr>
          <w:rFonts w:cs="Georgia"/>
          <w:kern w:val="1"/>
        </w:rPr>
        <w:t xml:space="preserve">, </w:t>
      </w:r>
      <w:r w:rsidR="00BE611A">
        <w:rPr>
          <w:rFonts w:cs="Georgia"/>
          <w:kern w:val="1"/>
        </w:rPr>
        <w:t>je prends d</w:t>
      </w:r>
      <w:r>
        <w:rPr>
          <w:rFonts w:cs="Georgia"/>
          <w:kern w:val="1"/>
        </w:rPr>
        <w:t>’</w:t>
      </w:r>
      <w:r w:rsidR="00BE611A">
        <w:rPr>
          <w:rFonts w:cs="Georgia"/>
          <w:kern w:val="1"/>
        </w:rPr>
        <w:t>abord le métro à Bréguet-Sabin</w:t>
      </w:r>
      <w:r>
        <w:rPr>
          <w:rFonts w:cs="Georgia"/>
          <w:kern w:val="1"/>
        </w:rPr>
        <w:t>…</w:t>
      </w:r>
    </w:p>
    <w:p w14:paraId="05EFB2D7" w14:textId="77777777" w:rsidR="000E1451" w:rsidRDefault="000E1451" w:rsidP="00BE611A">
      <w:pPr>
        <w:rPr>
          <w:rFonts w:cs="Georgia"/>
          <w:kern w:val="1"/>
        </w:rPr>
      </w:pPr>
      <w:r>
        <w:rPr>
          <w:rFonts w:cs="Georgia"/>
          <w:kern w:val="1"/>
        </w:rPr>
        <w:t>— </w:t>
      </w:r>
      <w:r w:rsidR="00BE611A">
        <w:rPr>
          <w:rFonts w:cs="Georgia"/>
          <w:kern w:val="1"/>
        </w:rPr>
        <w:t>On y sera aussi</w:t>
      </w:r>
      <w:r>
        <w:rPr>
          <w:rFonts w:cs="Georgia"/>
          <w:kern w:val="1"/>
        </w:rPr>
        <w:t xml:space="preserve">, </w:t>
      </w:r>
      <w:r w:rsidR="00BE611A">
        <w:rPr>
          <w:rFonts w:cs="Georgia"/>
          <w:kern w:val="1"/>
        </w:rPr>
        <w:t>dirent deux ou trois autres</w:t>
      </w:r>
      <w:r>
        <w:rPr>
          <w:rFonts w:cs="Georgia"/>
          <w:kern w:val="1"/>
        </w:rPr>
        <w:t>.</w:t>
      </w:r>
    </w:p>
    <w:p w14:paraId="57AC8ACA" w14:textId="77777777" w:rsidR="000E1451" w:rsidRDefault="000E1451" w:rsidP="00BE611A">
      <w:pPr>
        <w:rPr>
          <w:rFonts w:cs="Georgia"/>
          <w:kern w:val="1"/>
        </w:rPr>
      </w:pPr>
      <w:r>
        <w:rPr>
          <w:rFonts w:cs="Georgia"/>
          <w:kern w:val="1"/>
        </w:rPr>
        <w:t>— </w:t>
      </w:r>
      <w:r w:rsidR="00BE611A">
        <w:rPr>
          <w:rFonts w:cs="Georgia"/>
          <w:kern w:val="1"/>
        </w:rPr>
        <w:t>Entendu</w:t>
      </w:r>
      <w:r>
        <w:rPr>
          <w:rFonts w:cs="Georgia"/>
          <w:kern w:val="1"/>
        </w:rPr>
        <w:t xml:space="preserve"> ! </w:t>
      </w:r>
      <w:r w:rsidR="00BE611A">
        <w:rPr>
          <w:rFonts w:cs="Georgia"/>
          <w:kern w:val="1"/>
        </w:rPr>
        <w:t>Et cocu qui se dédit</w:t>
      </w:r>
      <w:r>
        <w:rPr>
          <w:rFonts w:cs="Georgia"/>
          <w:kern w:val="1"/>
        </w:rPr>
        <w:t> !</w:t>
      </w:r>
    </w:p>
    <w:p w14:paraId="1155596D" w14:textId="77777777" w:rsidR="000E1451" w:rsidRDefault="000E1451" w:rsidP="00BE611A">
      <w:pPr>
        <w:rPr>
          <w:rFonts w:cs="Georgia"/>
          <w:kern w:val="1"/>
        </w:rPr>
      </w:pPr>
      <w:r>
        <w:rPr>
          <w:rFonts w:cs="Georgia"/>
          <w:kern w:val="1"/>
        </w:rPr>
        <w:lastRenderedPageBreak/>
        <w:t>— </w:t>
      </w:r>
      <w:r w:rsidR="00BE611A">
        <w:rPr>
          <w:rFonts w:cs="Georgia"/>
          <w:kern w:val="1"/>
        </w:rPr>
        <w:t>Est-ce que les autobus marcheront encore au retour</w:t>
      </w:r>
      <w:r>
        <w:rPr>
          <w:rFonts w:cs="Georgia"/>
          <w:kern w:val="1"/>
        </w:rPr>
        <w:t xml:space="preserve"> ? </w:t>
      </w:r>
      <w:r w:rsidR="00BE611A">
        <w:rPr>
          <w:rFonts w:cs="Georgia"/>
          <w:kern w:val="1"/>
        </w:rPr>
        <w:t>demanda l</w:t>
      </w:r>
      <w:r>
        <w:rPr>
          <w:rFonts w:cs="Georgia"/>
          <w:kern w:val="1"/>
        </w:rPr>
        <w:t>’</w:t>
      </w:r>
      <w:r w:rsidR="00BE611A">
        <w:rPr>
          <w:rFonts w:cs="Georgia"/>
          <w:kern w:val="1"/>
        </w:rPr>
        <w:t>adjudant Claverie</w:t>
      </w:r>
      <w:r>
        <w:rPr>
          <w:rFonts w:cs="Georgia"/>
          <w:kern w:val="1"/>
        </w:rPr>
        <w:t>.</w:t>
      </w:r>
    </w:p>
    <w:p w14:paraId="12546F9C" w14:textId="77777777" w:rsidR="000E1451" w:rsidRDefault="000E1451" w:rsidP="00BE611A">
      <w:pPr>
        <w:rPr>
          <w:rFonts w:cs="Georgia"/>
          <w:kern w:val="1"/>
        </w:rPr>
      </w:pPr>
      <w:r>
        <w:rPr>
          <w:rFonts w:cs="Georgia"/>
          <w:kern w:val="1"/>
        </w:rPr>
        <w:t>— </w:t>
      </w:r>
      <w:r w:rsidR="00BE611A">
        <w:rPr>
          <w:rFonts w:cs="Georgia"/>
          <w:kern w:val="1"/>
        </w:rPr>
        <w:t>La bourgeoise vous fera un lit</w:t>
      </w:r>
      <w:r>
        <w:rPr>
          <w:rFonts w:cs="Georgia"/>
          <w:kern w:val="1"/>
        </w:rPr>
        <w:t xml:space="preserve">, </w:t>
      </w:r>
      <w:r w:rsidR="00BE611A">
        <w:rPr>
          <w:rFonts w:cs="Georgia"/>
          <w:kern w:val="1"/>
        </w:rPr>
        <w:t>petit père</w:t>
      </w:r>
      <w:r>
        <w:rPr>
          <w:rFonts w:cs="Georgia"/>
          <w:kern w:val="1"/>
        </w:rPr>
        <w:t xml:space="preserve">. </w:t>
      </w:r>
      <w:r w:rsidR="00BE611A">
        <w:rPr>
          <w:rFonts w:cs="Georgia"/>
          <w:kern w:val="1"/>
        </w:rPr>
        <w:t>Et vous pourrez roupiller bien tranquille</w:t>
      </w:r>
      <w:r>
        <w:rPr>
          <w:rFonts w:cs="Georgia"/>
          <w:kern w:val="1"/>
        </w:rPr>
        <w:t xml:space="preserve">, </w:t>
      </w:r>
      <w:r w:rsidR="00BE611A">
        <w:rPr>
          <w:rFonts w:cs="Georgia"/>
          <w:kern w:val="1"/>
        </w:rPr>
        <w:t>toute la nuit sans crainte que vos voisins de chambrée se débinent</w:t>
      </w:r>
      <w:r>
        <w:rPr>
          <w:rFonts w:cs="Georgia"/>
          <w:kern w:val="1"/>
        </w:rPr>
        <w:t>.</w:t>
      </w:r>
    </w:p>
    <w:p w14:paraId="4C4A7250" w14:textId="77777777" w:rsidR="000E1451" w:rsidRDefault="000E1451" w:rsidP="00BE611A">
      <w:pPr>
        <w:rPr>
          <w:rFonts w:cs="Georgia"/>
          <w:kern w:val="1"/>
        </w:rPr>
      </w:pPr>
      <w:r>
        <w:rPr>
          <w:rFonts w:cs="Georgia"/>
          <w:kern w:val="1"/>
        </w:rPr>
        <w:t>— </w:t>
      </w:r>
      <w:r w:rsidR="00BE611A">
        <w:rPr>
          <w:rFonts w:cs="Georgia"/>
          <w:kern w:val="1"/>
        </w:rPr>
        <w:t>On pourrait commencer par se donner rendez-vous à Paris</w:t>
      </w:r>
      <w:r>
        <w:rPr>
          <w:rFonts w:cs="Georgia"/>
          <w:kern w:val="1"/>
        </w:rPr>
        <w:t xml:space="preserve">, </w:t>
      </w:r>
      <w:r w:rsidR="00BE611A">
        <w:rPr>
          <w:rFonts w:cs="Georgia"/>
          <w:kern w:val="1"/>
        </w:rPr>
        <w:t>vers les cinq heures</w:t>
      </w:r>
      <w:r>
        <w:rPr>
          <w:rFonts w:cs="Georgia"/>
          <w:kern w:val="1"/>
        </w:rPr>
        <w:t xml:space="preserve">, </w:t>
      </w:r>
      <w:r w:rsidR="00BE611A">
        <w:rPr>
          <w:rFonts w:cs="Georgia"/>
          <w:kern w:val="1"/>
        </w:rPr>
        <w:t>pour l</w:t>
      </w:r>
      <w:r>
        <w:rPr>
          <w:rFonts w:cs="Georgia"/>
          <w:kern w:val="1"/>
        </w:rPr>
        <w:t>’</w:t>
      </w:r>
      <w:r w:rsidR="00BE611A">
        <w:rPr>
          <w:rFonts w:cs="Georgia"/>
          <w:kern w:val="1"/>
        </w:rPr>
        <w:t>apéritif</w:t>
      </w:r>
      <w:r>
        <w:rPr>
          <w:rFonts w:cs="Georgia"/>
          <w:kern w:val="1"/>
        </w:rPr>
        <w:t xml:space="preserve">, </w:t>
      </w:r>
      <w:r w:rsidR="00BE611A">
        <w:rPr>
          <w:rFonts w:cs="Georgia"/>
          <w:kern w:val="1"/>
        </w:rPr>
        <w:t>suggéra Sylvestre</w:t>
      </w:r>
      <w:r>
        <w:rPr>
          <w:rFonts w:cs="Georgia"/>
          <w:kern w:val="1"/>
        </w:rPr>
        <w:t>.</w:t>
      </w:r>
    </w:p>
    <w:p w14:paraId="5F103B35" w14:textId="77777777" w:rsidR="000E1451" w:rsidRDefault="000E1451" w:rsidP="00BE611A">
      <w:pPr>
        <w:rPr>
          <w:rFonts w:cs="Georgia"/>
          <w:kern w:val="1"/>
        </w:rPr>
      </w:pPr>
      <w:r>
        <w:rPr>
          <w:rFonts w:cs="Georgia"/>
          <w:kern w:val="1"/>
        </w:rPr>
        <w:t>— </w:t>
      </w:r>
      <w:r w:rsidR="00BE611A">
        <w:rPr>
          <w:rFonts w:cs="Georgia"/>
          <w:kern w:val="1"/>
        </w:rPr>
        <w:t>Bonne idée</w:t>
      </w:r>
      <w:r>
        <w:rPr>
          <w:rFonts w:cs="Georgia"/>
          <w:kern w:val="1"/>
        </w:rPr>
        <w:t xml:space="preserve"> ! </w:t>
      </w:r>
      <w:r w:rsidR="00BE611A">
        <w:rPr>
          <w:rFonts w:cs="Georgia"/>
          <w:kern w:val="1"/>
        </w:rPr>
        <w:t>Où c</w:t>
      </w:r>
      <w:r>
        <w:rPr>
          <w:rFonts w:cs="Georgia"/>
          <w:kern w:val="1"/>
        </w:rPr>
        <w:t>’</w:t>
      </w:r>
      <w:r w:rsidR="00BE611A">
        <w:rPr>
          <w:rFonts w:cs="Georgia"/>
          <w:kern w:val="1"/>
        </w:rPr>
        <w:t>est qu</w:t>
      </w:r>
      <w:r>
        <w:rPr>
          <w:rFonts w:cs="Georgia"/>
          <w:kern w:val="1"/>
        </w:rPr>
        <w:t>’</w:t>
      </w:r>
      <w:r w:rsidR="00BE611A">
        <w:rPr>
          <w:rFonts w:cs="Georgia"/>
          <w:kern w:val="1"/>
        </w:rPr>
        <w:t>on se retrouve</w:t>
      </w:r>
      <w:r>
        <w:rPr>
          <w:rFonts w:cs="Georgia"/>
          <w:kern w:val="1"/>
        </w:rPr>
        <w:t> ?</w:t>
      </w:r>
    </w:p>
    <w:p w14:paraId="0CBC396C" w14:textId="77777777" w:rsidR="000E1451" w:rsidRDefault="00BE611A" w:rsidP="00BE611A">
      <w:pPr>
        <w:rPr>
          <w:rFonts w:cs="Georgia"/>
          <w:kern w:val="1"/>
        </w:rPr>
      </w:pPr>
      <w:r>
        <w:rPr>
          <w:rFonts w:cs="Georgia"/>
          <w:kern w:val="1"/>
        </w:rPr>
        <w:t>Longuement</w:t>
      </w:r>
      <w:r w:rsidR="000E1451">
        <w:rPr>
          <w:rFonts w:cs="Georgia"/>
          <w:kern w:val="1"/>
        </w:rPr>
        <w:t xml:space="preserve">, </w:t>
      </w:r>
      <w:r>
        <w:rPr>
          <w:rFonts w:cs="Georgia"/>
          <w:kern w:val="1"/>
        </w:rPr>
        <w:t>ils avaient discuté les mérites respectifs de leurs établissements favoris</w:t>
      </w:r>
      <w:r w:rsidR="000E1451">
        <w:rPr>
          <w:rFonts w:cs="Georgia"/>
          <w:kern w:val="1"/>
        </w:rPr>
        <w:t xml:space="preserve">. </w:t>
      </w:r>
      <w:r>
        <w:rPr>
          <w:rFonts w:cs="Georgia"/>
          <w:kern w:val="1"/>
        </w:rPr>
        <w:t>Bergez penchait en faveur de la Taverne Wepler</w:t>
      </w:r>
      <w:r w:rsidR="000E1451">
        <w:rPr>
          <w:rFonts w:cs="Georgia"/>
          <w:kern w:val="1"/>
        </w:rPr>
        <w:t xml:space="preserve">, </w:t>
      </w:r>
      <w:r>
        <w:rPr>
          <w:rFonts w:cs="Georgia"/>
          <w:kern w:val="1"/>
        </w:rPr>
        <w:t>place Clichy</w:t>
      </w:r>
      <w:r w:rsidR="000E1451">
        <w:rPr>
          <w:rFonts w:cs="Georgia"/>
          <w:kern w:val="1"/>
        </w:rPr>
        <w:t xml:space="preserve">. </w:t>
      </w:r>
      <w:r>
        <w:rPr>
          <w:rFonts w:cs="Georgia"/>
          <w:kern w:val="1"/>
        </w:rPr>
        <w:t>Sylvestre préconisait le Grüber de la Bastille</w:t>
      </w:r>
      <w:r w:rsidR="000E1451">
        <w:rPr>
          <w:rFonts w:cs="Georgia"/>
          <w:kern w:val="1"/>
        </w:rPr>
        <w:t xml:space="preserve">. </w:t>
      </w:r>
      <w:r>
        <w:rPr>
          <w:rFonts w:cs="Georgia"/>
          <w:kern w:val="1"/>
        </w:rPr>
        <w:t>Fichet les mit tous d</w:t>
      </w:r>
      <w:r w:rsidR="000E1451">
        <w:rPr>
          <w:rFonts w:cs="Georgia"/>
          <w:kern w:val="1"/>
        </w:rPr>
        <w:t>’</w:t>
      </w:r>
      <w:r>
        <w:rPr>
          <w:rFonts w:cs="Georgia"/>
          <w:kern w:val="1"/>
        </w:rPr>
        <w:t>accord en choisissant le café Gambrinus</w:t>
      </w:r>
      <w:r w:rsidR="000E1451">
        <w:rPr>
          <w:rFonts w:cs="Georgia"/>
          <w:kern w:val="1"/>
        </w:rPr>
        <w:t xml:space="preserve">, </w:t>
      </w:r>
      <w:r>
        <w:rPr>
          <w:rFonts w:cs="Georgia"/>
          <w:kern w:val="1"/>
        </w:rPr>
        <w:t>rue de Médicis</w:t>
      </w:r>
      <w:r w:rsidR="000E1451">
        <w:rPr>
          <w:rFonts w:cs="Georgia"/>
          <w:kern w:val="1"/>
        </w:rPr>
        <w:t xml:space="preserve">, </w:t>
      </w:r>
      <w:r>
        <w:rPr>
          <w:rFonts w:cs="Georgia"/>
          <w:kern w:val="1"/>
        </w:rPr>
        <w:t>comme étant le plus rapproché de la station du tramway d</w:t>
      </w:r>
      <w:r w:rsidR="000E1451">
        <w:rPr>
          <w:rFonts w:cs="Georgia"/>
          <w:kern w:val="1"/>
        </w:rPr>
        <w:t>’</w:t>
      </w:r>
      <w:r>
        <w:rPr>
          <w:rFonts w:cs="Georgia"/>
          <w:kern w:val="1"/>
        </w:rPr>
        <w:t>Arpajon</w:t>
      </w:r>
      <w:r w:rsidR="000E1451">
        <w:rPr>
          <w:rFonts w:cs="Georgia"/>
          <w:kern w:val="1"/>
        </w:rPr>
        <w:t>.</w:t>
      </w:r>
    </w:p>
    <w:p w14:paraId="2BF39D8E" w14:textId="77777777" w:rsidR="000E1451" w:rsidRDefault="000E1451" w:rsidP="00BE611A">
      <w:pPr>
        <w:rPr>
          <w:rFonts w:cs="Georgia"/>
          <w:kern w:val="1"/>
        </w:rPr>
      </w:pPr>
      <w:r>
        <w:rPr>
          <w:rFonts w:cs="Georgia"/>
          <w:kern w:val="1"/>
        </w:rPr>
        <w:t>— </w:t>
      </w:r>
      <w:r w:rsidR="00BE611A">
        <w:rPr>
          <w:rFonts w:cs="Georgia"/>
          <w:kern w:val="1"/>
        </w:rPr>
        <w:t>Nous ne restons plus que neuf</w:t>
      </w:r>
      <w:r>
        <w:rPr>
          <w:rFonts w:cs="Georgia"/>
          <w:kern w:val="1"/>
        </w:rPr>
        <w:t xml:space="preserve">, </w:t>
      </w:r>
      <w:r w:rsidR="00BE611A">
        <w:rPr>
          <w:rFonts w:cs="Georgia"/>
          <w:kern w:val="1"/>
        </w:rPr>
        <w:t>de tous ceux du camp d</w:t>
      </w:r>
      <w:r>
        <w:rPr>
          <w:rFonts w:cs="Georgia"/>
          <w:kern w:val="1"/>
        </w:rPr>
        <w:t>’</w:t>
      </w:r>
      <w:r w:rsidR="00BE611A">
        <w:rPr>
          <w:rFonts w:cs="Georgia"/>
          <w:kern w:val="1"/>
        </w:rPr>
        <w:t>Erfurt</w:t>
      </w:r>
      <w:r>
        <w:rPr>
          <w:rFonts w:cs="Georgia"/>
          <w:kern w:val="1"/>
        </w:rPr>
        <w:t xml:space="preserve">, </w:t>
      </w:r>
      <w:r w:rsidR="00BE611A">
        <w:rPr>
          <w:rFonts w:cs="Georgia"/>
          <w:kern w:val="1"/>
        </w:rPr>
        <w:t>me dit Dauphin</w:t>
      </w:r>
      <w:r>
        <w:rPr>
          <w:rFonts w:cs="Georgia"/>
          <w:kern w:val="1"/>
        </w:rPr>
        <w:t xml:space="preserve">, </w:t>
      </w:r>
      <w:r w:rsidR="00BE611A">
        <w:rPr>
          <w:rFonts w:cs="Georgia"/>
          <w:kern w:val="1"/>
        </w:rPr>
        <w:t>au cours de l</w:t>
      </w:r>
      <w:r>
        <w:rPr>
          <w:rFonts w:cs="Georgia"/>
          <w:kern w:val="1"/>
        </w:rPr>
        <w:t>’</w:t>
      </w:r>
      <w:r w:rsidR="00BE611A">
        <w:rPr>
          <w:rFonts w:cs="Georgia"/>
          <w:kern w:val="1"/>
        </w:rPr>
        <w:t>heure mélancolique qui suivit le départ de nos amis</w:t>
      </w:r>
      <w:r>
        <w:rPr>
          <w:rFonts w:cs="Georgia"/>
          <w:kern w:val="1"/>
        </w:rPr>
        <w:t>.</w:t>
      </w:r>
    </w:p>
    <w:p w14:paraId="3BF028B4" w14:textId="77777777" w:rsidR="000E1451" w:rsidRDefault="00BE611A" w:rsidP="00BE611A">
      <w:pPr>
        <w:rPr>
          <w:rFonts w:cs="Georgia"/>
          <w:kern w:val="1"/>
        </w:rPr>
      </w:pPr>
      <w:r>
        <w:rPr>
          <w:rFonts w:cs="Georgia"/>
          <w:kern w:val="1"/>
        </w:rPr>
        <w:t>À l</w:t>
      </w:r>
      <w:r w:rsidR="000E1451">
        <w:rPr>
          <w:rFonts w:cs="Georgia"/>
          <w:kern w:val="1"/>
        </w:rPr>
        <w:t>’</w:t>
      </w:r>
      <w:r>
        <w:rPr>
          <w:rFonts w:cs="Georgia"/>
          <w:kern w:val="1"/>
        </w:rPr>
        <w:t>occident</w:t>
      </w:r>
      <w:r w:rsidR="000E1451">
        <w:rPr>
          <w:rFonts w:cs="Georgia"/>
          <w:kern w:val="1"/>
        </w:rPr>
        <w:t xml:space="preserve">, </w:t>
      </w:r>
      <w:r>
        <w:rPr>
          <w:rFonts w:cs="Georgia"/>
          <w:kern w:val="1"/>
        </w:rPr>
        <w:t>le ciel</w:t>
      </w:r>
      <w:r w:rsidR="000E1451">
        <w:rPr>
          <w:rFonts w:cs="Georgia"/>
          <w:kern w:val="1"/>
        </w:rPr>
        <w:t xml:space="preserve">, </w:t>
      </w:r>
      <w:r>
        <w:rPr>
          <w:rFonts w:cs="Georgia"/>
          <w:kern w:val="1"/>
        </w:rPr>
        <w:t>déjà envahi par la nuit</w:t>
      </w:r>
      <w:r w:rsidR="000E1451">
        <w:rPr>
          <w:rFonts w:cs="Georgia"/>
          <w:kern w:val="1"/>
        </w:rPr>
        <w:t xml:space="preserve">, </w:t>
      </w:r>
      <w:r>
        <w:rPr>
          <w:rFonts w:cs="Georgia"/>
          <w:kern w:val="1"/>
        </w:rPr>
        <w:t>avait encore une grande éraflure jaune</w:t>
      </w:r>
      <w:r w:rsidR="000E1451">
        <w:rPr>
          <w:rFonts w:cs="Georgia"/>
          <w:kern w:val="1"/>
        </w:rPr>
        <w:t xml:space="preserve">. </w:t>
      </w:r>
      <w:r>
        <w:rPr>
          <w:rFonts w:cs="Georgia"/>
          <w:kern w:val="1"/>
        </w:rPr>
        <w:t>Les flots clapotaient tristement</w:t>
      </w:r>
      <w:r w:rsidR="000E1451">
        <w:rPr>
          <w:rFonts w:cs="Georgia"/>
          <w:kern w:val="1"/>
        </w:rPr>
        <w:t xml:space="preserve">. </w:t>
      </w:r>
      <w:r>
        <w:rPr>
          <w:rFonts w:cs="Georgia"/>
          <w:kern w:val="1"/>
        </w:rPr>
        <w:t>Le camp</w:t>
      </w:r>
      <w:r w:rsidR="000E1451">
        <w:rPr>
          <w:rFonts w:cs="Georgia"/>
          <w:kern w:val="1"/>
        </w:rPr>
        <w:t xml:space="preserve">, </w:t>
      </w:r>
      <w:r>
        <w:rPr>
          <w:rFonts w:cs="Georgia"/>
          <w:kern w:val="1"/>
        </w:rPr>
        <w:t>autour de nous</w:t>
      </w:r>
      <w:r w:rsidR="000E1451">
        <w:rPr>
          <w:rFonts w:cs="Georgia"/>
          <w:kern w:val="1"/>
        </w:rPr>
        <w:t xml:space="preserve">, </w:t>
      </w:r>
      <w:r>
        <w:rPr>
          <w:rFonts w:cs="Georgia"/>
          <w:kern w:val="1"/>
        </w:rPr>
        <w:t>semblait soudain être devenu immense</w:t>
      </w:r>
      <w:r w:rsidR="000E1451">
        <w:rPr>
          <w:rFonts w:cs="Georgia"/>
          <w:kern w:val="1"/>
        </w:rPr>
        <w:t>.</w:t>
      </w:r>
    </w:p>
    <w:p w14:paraId="07564C3F" w14:textId="77777777" w:rsidR="000E1451" w:rsidRDefault="00BE611A" w:rsidP="00BE611A">
      <w:pPr>
        <w:rPr>
          <w:rFonts w:cs="Georgia"/>
          <w:kern w:val="1"/>
        </w:rPr>
      </w:pPr>
      <w:r>
        <w:rPr>
          <w:rFonts w:cs="Georgia"/>
          <w:kern w:val="1"/>
        </w:rPr>
        <w:t>Dauphin avait baissé la tête</w:t>
      </w:r>
      <w:r w:rsidR="000E1451">
        <w:rPr>
          <w:rFonts w:cs="Georgia"/>
          <w:kern w:val="1"/>
        </w:rPr>
        <w:t xml:space="preserve">. </w:t>
      </w:r>
      <w:r>
        <w:rPr>
          <w:rFonts w:cs="Georgia"/>
          <w:kern w:val="1"/>
        </w:rPr>
        <w:t>Mentalement</w:t>
      </w:r>
      <w:r w:rsidR="000E1451">
        <w:rPr>
          <w:rFonts w:cs="Georgia"/>
          <w:kern w:val="1"/>
        </w:rPr>
        <w:t xml:space="preserve">, </w:t>
      </w:r>
      <w:r>
        <w:rPr>
          <w:rFonts w:cs="Georgia"/>
          <w:kern w:val="1"/>
        </w:rPr>
        <w:t>il vérifiait son calcul</w:t>
      </w:r>
      <w:r w:rsidR="000E1451">
        <w:rPr>
          <w:rFonts w:cs="Georgia"/>
          <w:kern w:val="1"/>
        </w:rPr>
        <w:t xml:space="preserve">, </w:t>
      </w:r>
      <w:r>
        <w:rPr>
          <w:rFonts w:cs="Georgia"/>
          <w:kern w:val="1"/>
        </w:rPr>
        <w:t>le complétait</w:t>
      </w:r>
      <w:r w:rsidR="000E1451">
        <w:rPr>
          <w:rFonts w:cs="Georgia"/>
          <w:kern w:val="1"/>
        </w:rPr>
        <w:t xml:space="preserve"> ; </w:t>
      </w:r>
      <w:r>
        <w:rPr>
          <w:rFonts w:cs="Georgia"/>
          <w:kern w:val="1"/>
        </w:rPr>
        <w:t>et je l</w:t>
      </w:r>
      <w:r w:rsidR="000E1451">
        <w:rPr>
          <w:rFonts w:cs="Georgia"/>
          <w:kern w:val="1"/>
        </w:rPr>
        <w:t>’</w:t>
      </w:r>
      <w:r>
        <w:rPr>
          <w:rFonts w:cs="Georgia"/>
          <w:kern w:val="1"/>
        </w:rPr>
        <w:t>entendis qui murmurait d</w:t>
      </w:r>
      <w:r w:rsidR="000E1451">
        <w:rPr>
          <w:rFonts w:cs="Georgia"/>
          <w:kern w:val="1"/>
        </w:rPr>
        <w:t>’</w:t>
      </w:r>
      <w:r>
        <w:rPr>
          <w:rFonts w:cs="Georgia"/>
          <w:kern w:val="1"/>
        </w:rPr>
        <w:t>une voix un peu sourde</w:t>
      </w:r>
      <w:r w:rsidR="000E1451">
        <w:rPr>
          <w:rFonts w:cs="Georgia"/>
          <w:kern w:val="1"/>
        </w:rPr>
        <w:t> :</w:t>
      </w:r>
    </w:p>
    <w:p w14:paraId="14B7D1F9" w14:textId="77777777" w:rsidR="000E1451" w:rsidRDefault="000E1451" w:rsidP="00BE611A">
      <w:pPr>
        <w:rPr>
          <w:rFonts w:cs="Georgia"/>
          <w:kern w:val="1"/>
        </w:rPr>
      </w:pPr>
      <w:r>
        <w:rPr>
          <w:rFonts w:cs="Georgia"/>
          <w:kern w:val="1"/>
        </w:rPr>
        <w:t>— </w:t>
      </w:r>
      <w:r w:rsidR="00BE611A">
        <w:rPr>
          <w:rFonts w:cs="Georgia"/>
          <w:kern w:val="1"/>
        </w:rPr>
        <w:t>Neuf</w:t>
      </w:r>
      <w:r>
        <w:rPr>
          <w:rFonts w:cs="Georgia"/>
          <w:kern w:val="1"/>
        </w:rPr>
        <w:t xml:space="preserve">… </w:t>
      </w:r>
      <w:r w:rsidR="00BE611A">
        <w:rPr>
          <w:rFonts w:cs="Georgia"/>
          <w:kern w:val="1"/>
        </w:rPr>
        <w:t>Sans compter les morts</w:t>
      </w:r>
      <w:r>
        <w:rPr>
          <w:rFonts w:cs="Georgia"/>
          <w:kern w:val="1"/>
        </w:rPr>
        <w:t xml:space="preserve">, </w:t>
      </w:r>
      <w:r w:rsidR="00BE611A">
        <w:rPr>
          <w:rFonts w:cs="Georgia"/>
          <w:kern w:val="1"/>
        </w:rPr>
        <w:t>bien sûr</w:t>
      </w:r>
      <w:r>
        <w:rPr>
          <w:rFonts w:cs="Georgia"/>
          <w:kern w:val="1"/>
        </w:rPr>
        <w:t>.</w:t>
      </w:r>
    </w:p>
    <w:p w14:paraId="6AFF0310" w14:textId="77777777" w:rsidR="000E1451" w:rsidRDefault="00BE611A" w:rsidP="00BE611A">
      <w:pPr>
        <w:rPr>
          <w:rFonts w:cs="Georgia"/>
          <w:kern w:val="1"/>
        </w:rPr>
      </w:pPr>
      <w:r>
        <w:rPr>
          <w:rFonts w:cs="Georgia"/>
          <w:kern w:val="1"/>
        </w:rPr>
        <w:t>Ceux-là</w:t>
      </w:r>
      <w:r w:rsidR="000E1451">
        <w:rPr>
          <w:rFonts w:cs="Georgia"/>
          <w:kern w:val="1"/>
        </w:rPr>
        <w:t xml:space="preserve">, </w:t>
      </w:r>
      <w:r>
        <w:rPr>
          <w:rFonts w:cs="Georgia"/>
          <w:kern w:val="1"/>
        </w:rPr>
        <w:t>ils étaient un peu plus d</w:t>
      </w:r>
      <w:r w:rsidR="000E1451">
        <w:rPr>
          <w:rFonts w:cs="Georgia"/>
          <w:kern w:val="1"/>
        </w:rPr>
        <w:t>’</w:t>
      </w:r>
      <w:r>
        <w:rPr>
          <w:rFonts w:cs="Georgia"/>
          <w:kern w:val="1"/>
        </w:rPr>
        <w:t>une vingtaine</w:t>
      </w:r>
      <w:r w:rsidR="000E1451">
        <w:rPr>
          <w:rFonts w:cs="Georgia"/>
          <w:kern w:val="1"/>
        </w:rPr>
        <w:t xml:space="preserve">, </w:t>
      </w:r>
      <w:r>
        <w:rPr>
          <w:rFonts w:cs="Georgia"/>
          <w:kern w:val="1"/>
        </w:rPr>
        <w:t>qui</w:t>
      </w:r>
      <w:r w:rsidR="000E1451">
        <w:rPr>
          <w:rFonts w:cs="Georgia"/>
          <w:kern w:val="1"/>
        </w:rPr>
        <w:t xml:space="preserve">, </w:t>
      </w:r>
      <w:r>
        <w:rPr>
          <w:rFonts w:cs="Georgia"/>
          <w:kern w:val="1"/>
        </w:rPr>
        <w:t>arrivés ici comme nous</w:t>
      </w:r>
      <w:r w:rsidR="000E1451">
        <w:rPr>
          <w:rFonts w:cs="Georgia"/>
          <w:kern w:val="1"/>
        </w:rPr>
        <w:t xml:space="preserve">, </w:t>
      </w:r>
      <w:r>
        <w:rPr>
          <w:rFonts w:cs="Georgia"/>
          <w:kern w:val="1"/>
        </w:rPr>
        <w:t>huit mois auparavant</w:t>
      </w:r>
      <w:r w:rsidR="000E1451">
        <w:rPr>
          <w:rFonts w:cs="Georgia"/>
          <w:kern w:val="1"/>
        </w:rPr>
        <w:t xml:space="preserve">, </w:t>
      </w:r>
      <w:r>
        <w:rPr>
          <w:rFonts w:cs="Georgia"/>
          <w:kern w:val="1"/>
        </w:rPr>
        <w:t xml:space="preserve">avaient </w:t>
      </w:r>
      <w:r>
        <w:rPr>
          <w:rFonts w:cs="Georgia"/>
          <w:kern w:val="1"/>
        </w:rPr>
        <w:lastRenderedPageBreak/>
        <w:t>trouvé</w:t>
      </w:r>
      <w:r w:rsidR="000E1451">
        <w:rPr>
          <w:rFonts w:cs="Georgia"/>
          <w:kern w:val="1"/>
        </w:rPr>
        <w:t xml:space="preserve">, </w:t>
      </w:r>
      <w:r>
        <w:rPr>
          <w:rFonts w:cs="Georgia"/>
          <w:kern w:val="1"/>
        </w:rPr>
        <w:t>dans le pâle sable marin de Reichendorf</w:t>
      </w:r>
      <w:r w:rsidR="000E1451">
        <w:rPr>
          <w:rFonts w:cs="Georgia"/>
          <w:kern w:val="1"/>
        </w:rPr>
        <w:t xml:space="preserve">, </w:t>
      </w:r>
      <w:r>
        <w:rPr>
          <w:rFonts w:cs="Georgia"/>
          <w:kern w:val="1"/>
        </w:rPr>
        <w:t xml:space="preserve">le </w:t>
      </w:r>
      <w:r w:rsidR="000E1451">
        <w:rPr>
          <w:rFonts w:cs="Georgia"/>
          <w:kern w:val="1"/>
        </w:rPr>
        <w:t>« </w:t>
      </w:r>
      <w:r>
        <w:rPr>
          <w:rFonts w:cs="Georgia"/>
          <w:kern w:val="1"/>
        </w:rPr>
        <w:t>repos ineffable</w:t>
      </w:r>
      <w:r w:rsidR="000E1451">
        <w:rPr>
          <w:rFonts w:cs="Georgia"/>
          <w:kern w:val="1"/>
        </w:rPr>
        <w:t> ».</w:t>
      </w:r>
    </w:p>
    <w:p w14:paraId="54257333" w14:textId="77777777" w:rsidR="000E1451" w:rsidRDefault="00BE611A" w:rsidP="00BE611A">
      <w:pPr>
        <w:rPr>
          <w:rFonts w:cs="Georgia"/>
          <w:kern w:val="1"/>
        </w:rPr>
      </w:pPr>
      <w:r>
        <w:rPr>
          <w:rFonts w:cs="Georgia"/>
          <w:kern w:val="1"/>
        </w:rPr>
        <w:t>Mopti alla les rejoindre quelques jours plus tard</w:t>
      </w:r>
      <w:r w:rsidR="000E1451">
        <w:rPr>
          <w:rFonts w:cs="Georgia"/>
          <w:kern w:val="1"/>
        </w:rPr>
        <w:t xml:space="preserve">. </w:t>
      </w:r>
      <w:r>
        <w:rPr>
          <w:rFonts w:cs="Georgia"/>
          <w:kern w:val="1"/>
        </w:rPr>
        <w:t>On était à la fin d</w:t>
      </w:r>
      <w:r w:rsidR="000E1451">
        <w:rPr>
          <w:rFonts w:cs="Georgia"/>
          <w:kern w:val="1"/>
        </w:rPr>
        <w:t>’</w:t>
      </w:r>
      <w:r>
        <w:rPr>
          <w:rFonts w:cs="Georgia"/>
          <w:kern w:val="1"/>
        </w:rPr>
        <w:t>août</w:t>
      </w:r>
      <w:r w:rsidR="000E1451">
        <w:rPr>
          <w:rFonts w:cs="Georgia"/>
          <w:kern w:val="1"/>
        </w:rPr>
        <w:t xml:space="preserve">. </w:t>
      </w:r>
      <w:r>
        <w:rPr>
          <w:rFonts w:cs="Georgia"/>
          <w:kern w:val="1"/>
        </w:rPr>
        <w:t>Il faisait encore tiède</w:t>
      </w:r>
      <w:r w:rsidR="000E1451">
        <w:rPr>
          <w:rFonts w:cs="Georgia"/>
          <w:kern w:val="1"/>
        </w:rPr>
        <w:t xml:space="preserve">. </w:t>
      </w:r>
      <w:r>
        <w:rPr>
          <w:rFonts w:cs="Georgia"/>
          <w:kern w:val="1"/>
        </w:rPr>
        <w:t>Il n</w:t>
      </w:r>
      <w:r w:rsidR="000E1451">
        <w:rPr>
          <w:rFonts w:cs="Georgia"/>
          <w:kern w:val="1"/>
        </w:rPr>
        <w:t>’</w:t>
      </w:r>
      <w:r>
        <w:rPr>
          <w:rFonts w:cs="Georgia"/>
          <w:kern w:val="1"/>
        </w:rPr>
        <w:t>eut pas à souffrir des premiers frimas</w:t>
      </w:r>
      <w:r w:rsidR="000E1451">
        <w:rPr>
          <w:rFonts w:cs="Georgia"/>
          <w:kern w:val="1"/>
        </w:rPr>
        <w:t xml:space="preserve">. </w:t>
      </w:r>
      <w:r>
        <w:rPr>
          <w:rFonts w:cs="Georgia"/>
          <w:kern w:val="1"/>
        </w:rPr>
        <w:t>Ses derniers instants furent aussi doux que possible</w:t>
      </w:r>
      <w:r w:rsidR="000E1451">
        <w:rPr>
          <w:rFonts w:cs="Georgia"/>
          <w:kern w:val="1"/>
        </w:rPr>
        <w:t>.</w:t>
      </w:r>
    </w:p>
    <w:p w14:paraId="3BC14511" w14:textId="77777777" w:rsidR="000E1451" w:rsidRDefault="000E1451" w:rsidP="00BE611A">
      <w:pPr>
        <w:rPr>
          <w:rFonts w:cs="Georgia"/>
          <w:kern w:val="1"/>
        </w:rPr>
      </w:pPr>
      <w:r>
        <w:rPr>
          <w:rFonts w:cs="Georgia"/>
          <w:kern w:val="1"/>
        </w:rPr>
        <w:t>— </w:t>
      </w:r>
      <w:r w:rsidR="00BE611A">
        <w:rPr>
          <w:rFonts w:cs="Georgia"/>
          <w:kern w:val="1"/>
        </w:rPr>
        <w:t>J</w:t>
      </w:r>
      <w:r>
        <w:rPr>
          <w:rFonts w:cs="Georgia"/>
          <w:kern w:val="1"/>
        </w:rPr>
        <w:t>’</w:t>
      </w:r>
      <w:r w:rsidR="00BE611A">
        <w:rPr>
          <w:rFonts w:cs="Georgia"/>
          <w:kern w:val="1"/>
        </w:rPr>
        <w:t>ai dû aider à l</w:t>
      </w:r>
      <w:r>
        <w:rPr>
          <w:rFonts w:cs="Georgia"/>
          <w:kern w:val="1"/>
        </w:rPr>
        <w:t>’</w:t>
      </w:r>
      <w:r w:rsidR="00BE611A">
        <w:rPr>
          <w:rFonts w:cs="Georgia"/>
          <w:kern w:val="1"/>
        </w:rPr>
        <w:t>enterrement d</w:t>
      </w:r>
      <w:r>
        <w:rPr>
          <w:rFonts w:cs="Georgia"/>
          <w:kern w:val="1"/>
        </w:rPr>
        <w:t>’</w:t>
      </w:r>
      <w:r w:rsidR="00BE611A">
        <w:rPr>
          <w:rFonts w:cs="Georgia"/>
          <w:kern w:val="1"/>
        </w:rPr>
        <w:t>un camarade</w:t>
      </w:r>
      <w:r>
        <w:rPr>
          <w:rFonts w:cs="Georgia"/>
          <w:kern w:val="1"/>
        </w:rPr>
        <w:t xml:space="preserve">, </w:t>
      </w:r>
      <w:r w:rsidR="00BE611A">
        <w:rPr>
          <w:rFonts w:cs="Georgia"/>
          <w:kern w:val="1"/>
        </w:rPr>
        <w:t xml:space="preserve">dis-je à </w:t>
      </w:r>
      <w:r>
        <w:rPr>
          <w:rFonts w:cs="Georgia"/>
          <w:kern w:val="1"/>
        </w:rPr>
        <w:t>M</w:t>
      </w:r>
      <w:r w:rsidRPr="000E1451">
        <w:rPr>
          <w:rFonts w:cs="Georgia"/>
          <w:kern w:val="1"/>
          <w:vertAlign w:val="superscript"/>
        </w:rPr>
        <w:t>lle</w:t>
      </w:r>
      <w:r>
        <w:rPr>
          <w:rFonts w:cs="Georgia"/>
          <w:kern w:val="1"/>
        </w:rPr>
        <w:t> de </w:t>
      </w:r>
      <w:r w:rsidR="00BE611A">
        <w:rPr>
          <w:rFonts w:cs="Georgia"/>
          <w:kern w:val="1"/>
        </w:rPr>
        <w:t>Mirrbach</w:t>
      </w:r>
      <w:r>
        <w:rPr>
          <w:rFonts w:cs="Georgia"/>
          <w:kern w:val="1"/>
        </w:rPr>
        <w:t xml:space="preserve">, </w:t>
      </w:r>
      <w:r w:rsidR="00BE611A">
        <w:rPr>
          <w:rFonts w:cs="Georgia"/>
          <w:kern w:val="1"/>
        </w:rPr>
        <w:t>pour lui expliquer le retard avec lequel j</w:t>
      </w:r>
      <w:r>
        <w:rPr>
          <w:rFonts w:cs="Georgia"/>
          <w:kern w:val="1"/>
        </w:rPr>
        <w:t>’</w:t>
      </w:r>
      <w:r w:rsidR="00BE611A">
        <w:rPr>
          <w:rFonts w:cs="Georgia"/>
          <w:kern w:val="1"/>
        </w:rPr>
        <w:t>arrivais au château</w:t>
      </w:r>
      <w:r>
        <w:rPr>
          <w:rFonts w:cs="Georgia"/>
          <w:kern w:val="1"/>
        </w:rPr>
        <w:t>.</w:t>
      </w:r>
    </w:p>
    <w:p w14:paraId="00837957" w14:textId="77777777" w:rsidR="000E1451" w:rsidRDefault="000E1451" w:rsidP="00BE611A">
      <w:pPr>
        <w:rPr>
          <w:rFonts w:cs="Georgia"/>
          <w:kern w:val="1"/>
        </w:rPr>
      </w:pPr>
      <w:r>
        <w:rPr>
          <w:rFonts w:cs="Georgia"/>
          <w:kern w:val="1"/>
        </w:rPr>
        <w:t>— </w:t>
      </w:r>
      <w:r w:rsidR="00BE611A">
        <w:rPr>
          <w:rFonts w:cs="Georgia"/>
          <w:kern w:val="1"/>
        </w:rPr>
        <w:t>C</w:t>
      </w:r>
      <w:r>
        <w:rPr>
          <w:rFonts w:cs="Georgia"/>
          <w:kern w:val="1"/>
        </w:rPr>
        <w:t>’</w:t>
      </w:r>
      <w:r w:rsidR="00BE611A">
        <w:rPr>
          <w:rFonts w:cs="Georgia"/>
          <w:kern w:val="1"/>
        </w:rPr>
        <w:t>est du soldat sénégalais qu</w:t>
      </w:r>
      <w:r>
        <w:rPr>
          <w:rFonts w:cs="Georgia"/>
          <w:kern w:val="1"/>
        </w:rPr>
        <w:t>’</w:t>
      </w:r>
      <w:r w:rsidR="00BE611A">
        <w:rPr>
          <w:rFonts w:cs="Georgia"/>
          <w:kern w:val="1"/>
        </w:rPr>
        <w:t>il s</w:t>
      </w:r>
      <w:r>
        <w:rPr>
          <w:rFonts w:cs="Georgia"/>
          <w:kern w:val="1"/>
        </w:rPr>
        <w:t>’</w:t>
      </w:r>
      <w:r w:rsidR="00BE611A">
        <w:rPr>
          <w:rFonts w:cs="Georgia"/>
          <w:kern w:val="1"/>
        </w:rPr>
        <w:t>agit</w:t>
      </w:r>
      <w:r>
        <w:rPr>
          <w:rFonts w:cs="Georgia"/>
          <w:kern w:val="1"/>
        </w:rPr>
        <w:t xml:space="preserve"> ? </w:t>
      </w:r>
      <w:r w:rsidR="00BE611A">
        <w:rPr>
          <w:rFonts w:cs="Georgia"/>
          <w:kern w:val="1"/>
        </w:rPr>
        <w:t>demanda-t-elle</w:t>
      </w:r>
      <w:r>
        <w:rPr>
          <w:rFonts w:cs="Georgia"/>
          <w:kern w:val="1"/>
        </w:rPr>
        <w:t> ?</w:t>
      </w:r>
    </w:p>
    <w:p w14:paraId="4ED2C21E" w14:textId="77777777" w:rsidR="000E1451" w:rsidRDefault="000E1451" w:rsidP="00BE611A">
      <w:pPr>
        <w:rPr>
          <w:rFonts w:cs="Georgia"/>
          <w:kern w:val="1"/>
        </w:rPr>
      </w:pPr>
      <w:r>
        <w:rPr>
          <w:rFonts w:cs="Georgia"/>
          <w:kern w:val="1"/>
        </w:rPr>
        <w:t>— </w:t>
      </w:r>
      <w:r w:rsidR="00BE611A">
        <w:rPr>
          <w:rFonts w:cs="Georgia"/>
          <w:kern w:val="1"/>
        </w:rPr>
        <w:t>Oui</w:t>
      </w:r>
      <w:r>
        <w:rPr>
          <w:rFonts w:cs="Georgia"/>
          <w:kern w:val="1"/>
        </w:rPr>
        <w:t>.</w:t>
      </w:r>
    </w:p>
    <w:p w14:paraId="066DC5A1" w14:textId="77777777" w:rsidR="000E1451" w:rsidRDefault="00BE611A" w:rsidP="00BE611A">
      <w:pPr>
        <w:rPr>
          <w:rFonts w:cs="Georgia"/>
          <w:kern w:val="1"/>
        </w:rPr>
      </w:pPr>
      <w:r>
        <w:rPr>
          <w:rFonts w:cs="Georgia"/>
          <w:kern w:val="1"/>
        </w:rPr>
        <w:t>Le ton sur lequel elle me questionnait me parut avoir quelque chose d</w:t>
      </w:r>
      <w:r w:rsidR="000E1451">
        <w:rPr>
          <w:rFonts w:cs="Georgia"/>
          <w:kern w:val="1"/>
        </w:rPr>
        <w:t>’</w:t>
      </w:r>
      <w:r>
        <w:rPr>
          <w:rFonts w:cs="Georgia"/>
          <w:kern w:val="1"/>
        </w:rPr>
        <w:t>agressif</w:t>
      </w:r>
      <w:r w:rsidR="000E1451">
        <w:rPr>
          <w:rFonts w:cs="Georgia"/>
          <w:kern w:val="1"/>
        </w:rPr>
        <w:t xml:space="preserve">. </w:t>
      </w:r>
      <w:r>
        <w:rPr>
          <w:rFonts w:cs="Georgia"/>
          <w:kern w:val="1"/>
        </w:rPr>
        <w:t>Sans doute aurais-je dû mettre cette nervosité passagère sur le compte des nouvelles de la guerre</w:t>
      </w:r>
      <w:r w:rsidR="000E1451">
        <w:rPr>
          <w:rFonts w:cs="Georgia"/>
          <w:kern w:val="1"/>
        </w:rPr>
        <w:t xml:space="preserve">, </w:t>
      </w:r>
      <w:r>
        <w:rPr>
          <w:rFonts w:cs="Georgia"/>
          <w:kern w:val="1"/>
        </w:rPr>
        <w:t>encore plus défavorable pour l</w:t>
      </w:r>
      <w:r w:rsidR="000E1451">
        <w:rPr>
          <w:rFonts w:cs="Georgia"/>
          <w:kern w:val="1"/>
        </w:rPr>
        <w:t>’</w:t>
      </w:r>
      <w:r>
        <w:rPr>
          <w:rFonts w:cs="Georgia"/>
          <w:kern w:val="1"/>
        </w:rPr>
        <w:t>Allemagne ce jour-là que les précédents</w:t>
      </w:r>
      <w:r w:rsidR="000E1451">
        <w:rPr>
          <w:rFonts w:cs="Georgia"/>
          <w:kern w:val="1"/>
        </w:rPr>
        <w:t xml:space="preserve">. </w:t>
      </w:r>
      <w:r>
        <w:rPr>
          <w:rFonts w:cs="Georgia"/>
          <w:kern w:val="1"/>
        </w:rPr>
        <w:t>Mais j</w:t>
      </w:r>
      <w:r w:rsidR="000E1451">
        <w:rPr>
          <w:rFonts w:cs="Georgia"/>
          <w:kern w:val="1"/>
        </w:rPr>
        <w:t>’</w:t>
      </w:r>
      <w:r>
        <w:rPr>
          <w:rFonts w:cs="Georgia"/>
          <w:kern w:val="1"/>
        </w:rPr>
        <w:t>étais moi-même sous l</w:t>
      </w:r>
      <w:r w:rsidR="000E1451">
        <w:rPr>
          <w:rFonts w:cs="Georgia"/>
          <w:kern w:val="1"/>
        </w:rPr>
        <w:t>’</w:t>
      </w:r>
      <w:r>
        <w:rPr>
          <w:rFonts w:cs="Georgia"/>
          <w:kern w:val="1"/>
        </w:rPr>
        <w:t>influence des lugubres minutes que je venais de vivre</w:t>
      </w:r>
      <w:r w:rsidR="000E1451">
        <w:rPr>
          <w:rFonts w:cs="Georgia"/>
          <w:kern w:val="1"/>
        </w:rPr>
        <w:t xml:space="preserve">. </w:t>
      </w:r>
      <w:r>
        <w:rPr>
          <w:rFonts w:cs="Georgia"/>
          <w:kern w:val="1"/>
        </w:rPr>
        <w:t>Il y avait en moi la même mauvaise fièvre</w:t>
      </w:r>
      <w:r w:rsidR="000E1451">
        <w:rPr>
          <w:rFonts w:cs="Georgia"/>
          <w:kern w:val="1"/>
        </w:rPr>
        <w:t xml:space="preserve">. </w:t>
      </w:r>
      <w:r>
        <w:rPr>
          <w:rFonts w:cs="Georgia"/>
          <w:kern w:val="1"/>
        </w:rPr>
        <w:t>J</w:t>
      </w:r>
      <w:r w:rsidR="000E1451">
        <w:rPr>
          <w:rFonts w:cs="Georgia"/>
          <w:kern w:val="1"/>
        </w:rPr>
        <w:t>’</w:t>
      </w:r>
      <w:r>
        <w:rPr>
          <w:rFonts w:cs="Georgia"/>
          <w:kern w:val="1"/>
        </w:rPr>
        <w:t>entendis Axelle murmurer une phrase que je ne pus m</w:t>
      </w:r>
      <w:r w:rsidR="000E1451">
        <w:rPr>
          <w:rFonts w:cs="Georgia"/>
          <w:kern w:val="1"/>
        </w:rPr>
        <w:t>’</w:t>
      </w:r>
      <w:r>
        <w:rPr>
          <w:rFonts w:cs="Georgia"/>
          <w:kern w:val="1"/>
        </w:rPr>
        <w:t>empêcher de relever</w:t>
      </w:r>
      <w:r w:rsidR="000E1451">
        <w:rPr>
          <w:rFonts w:cs="Georgia"/>
          <w:kern w:val="1"/>
        </w:rPr>
        <w:t>.</w:t>
      </w:r>
    </w:p>
    <w:p w14:paraId="3C43706E" w14:textId="77777777" w:rsidR="000E1451" w:rsidRDefault="000E1451" w:rsidP="00BE611A">
      <w:pPr>
        <w:rPr>
          <w:rFonts w:cs="Georgia"/>
          <w:kern w:val="1"/>
        </w:rPr>
      </w:pPr>
      <w:r>
        <w:rPr>
          <w:rFonts w:cs="Georgia"/>
          <w:kern w:val="1"/>
        </w:rPr>
        <w:t>— </w:t>
      </w:r>
      <w:r w:rsidR="00BE611A">
        <w:rPr>
          <w:rFonts w:cs="Georgia"/>
          <w:kern w:val="1"/>
        </w:rPr>
        <w:t>Je dis</w:t>
      </w:r>
      <w:r>
        <w:rPr>
          <w:rFonts w:cs="Georgia"/>
          <w:kern w:val="1"/>
        </w:rPr>
        <w:t xml:space="preserve">, </w:t>
      </w:r>
      <w:r w:rsidR="00BE611A">
        <w:rPr>
          <w:rFonts w:cs="Georgia"/>
          <w:kern w:val="1"/>
        </w:rPr>
        <w:t>répéta-t-elle durement</w:t>
      </w:r>
      <w:r>
        <w:rPr>
          <w:rFonts w:cs="Georgia"/>
          <w:kern w:val="1"/>
        </w:rPr>
        <w:t xml:space="preserve">, </w:t>
      </w:r>
      <w:r w:rsidR="00BE611A">
        <w:rPr>
          <w:rFonts w:cs="Georgia"/>
          <w:kern w:val="1"/>
        </w:rPr>
        <w:t>que c</w:t>
      </w:r>
      <w:r>
        <w:rPr>
          <w:rFonts w:cs="Georgia"/>
          <w:kern w:val="1"/>
        </w:rPr>
        <w:t>’</w:t>
      </w:r>
      <w:r w:rsidR="00BE611A">
        <w:rPr>
          <w:rFonts w:cs="Georgia"/>
          <w:kern w:val="1"/>
        </w:rPr>
        <w:t>est une chose indigne</w:t>
      </w:r>
      <w:r>
        <w:rPr>
          <w:rFonts w:cs="Georgia"/>
          <w:kern w:val="1"/>
        </w:rPr>
        <w:t>.</w:t>
      </w:r>
    </w:p>
    <w:p w14:paraId="023CF59F" w14:textId="77777777" w:rsidR="000E1451" w:rsidRDefault="000E1451" w:rsidP="00BE611A">
      <w:pPr>
        <w:rPr>
          <w:rFonts w:cs="Georgia"/>
          <w:kern w:val="1"/>
        </w:rPr>
      </w:pPr>
      <w:r>
        <w:rPr>
          <w:rFonts w:cs="Georgia"/>
          <w:kern w:val="1"/>
        </w:rPr>
        <w:t>— </w:t>
      </w:r>
      <w:r w:rsidR="00BE611A">
        <w:rPr>
          <w:rFonts w:cs="Georgia"/>
          <w:kern w:val="1"/>
        </w:rPr>
        <w:t>Qu</w:t>
      </w:r>
      <w:r>
        <w:rPr>
          <w:rFonts w:cs="Georgia"/>
          <w:kern w:val="1"/>
        </w:rPr>
        <w:t>’</w:t>
      </w:r>
      <w:r w:rsidR="00BE611A">
        <w:rPr>
          <w:rFonts w:cs="Georgia"/>
          <w:kern w:val="1"/>
        </w:rPr>
        <w:t>est-ce qui est indigne</w:t>
      </w:r>
      <w:r>
        <w:rPr>
          <w:rFonts w:cs="Georgia"/>
          <w:kern w:val="1"/>
        </w:rPr>
        <w:t> ?</w:t>
      </w:r>
    </w:p>
    <w:p w14:paraId="77A77713" w14:textId="77777777" w:rsidR="000E1451" w:rsidRDefault="000E1451" w:rsidP="00BE611A">
      <w:pPr>
        <w:rPr>
          <w:rFonts w:cs="Georgia"/>
          <w:kern w:val="1"/>
        </w:rPr>
      </w:pPr>
      <w:r>
        <w:rPr>
          <w:rFonts w:cs="Georgia"/>
          <w:kern w:val="1"/>
        </w:rPr>
        <w:t>— </w:t>
      </w:r>
      <w:r w:rsidR="00BE611A">
        <w:rPr>
          <w:rFonts w:cs="Georgia"/>
          <w:kern w:val="1"/>
        </w:rPr>
        <w:t>Il est indigne d</w:t>
      </w:r>
      <w:r>
        <w:rPr>
          <w:rFonts w:cs="Georgia"/>
          <w:kern w:val="1"/>
        </w:rPr>
        <w:t>’</w:t>
      </w:r>
      <w:r w:rsidR="00BE611A">
        <w:rPr>
          <w:rFonts w:cs="Georgia"/>
          <w:kern w:val="1"/>
        </w:rPr>
        <w:t>une nation européenne d</w:t>
      </w:r>
      <w:r>
        <w:rPr>
          <w:rFonts w:cs="Georgia"/>
          <w:kern w:val="1"/>
        </w:rPr>
        <w:t>’</w:t>
      </w:r>
      <w:r w:rsidR="00BE611A">
        <w:rPr>
          <w:rFonts w:cs="Georgia"/>
          <w:kern w:val="1"/>
        </w:rPr>
        <w:t>employer comme chair à canon de malheureux sauvages</w:t>
      </w:r>
      <w:r>
        <w:rPr>
          <w:rFonts w:cs="Georgia"/>
          <w:kern w:val="1"/>
        </w:rPr>
        <w:t xml:space="preserve">, </w:t>
      </w:r>
      <w:r w:rsidR="00BE611A">
        <w:rPr>
          <w:rFonts w:cs="Georgia"/>
          <w:kern w:val="1"/>
        </w:rPr>
        <w:t>de les arracher ainsi que du bétail au pays où ils sont nés</w:t>
      </w:r>
      <w:r>
        <w:rPr>
          <w:rFonts w:cs="Georgia"/>
          <w:kern w:val="1"/>
        </w:rPr>
        <w:t xml:space="preserve">, </w:t>
      </w:r>
      <w:r w:rsidR="00BE611A">
        <w:rPr>
          <w:rFonts w:cs="Georgia"/>
          <w:kern w:val="1"/>
        </w:rPr>
        <w:t>de</w:t>
      </w:r>
      <w:r>
        <w:rPr>
          <w:rFonts w:cs="Georgia"/>
          <w:kern w:val="1"/>
        </w:rPr>
        <w:t>…</w:t>
      </w:r>
    </w:p>
    <w:p w14:paraId="6E901B73" w14:textId="77777777" w:rsidR="000E1451" w:rsidRDefault="000E1451" w:rsidP="00BE611A">
      <w:pPr>
        <w:rPr>
          <w:rFonts w:cs="Georgia"/>
          <w:kern w:val="1"/>
        </w:rPr>
      </w:pPr>
      <w:r>
        <w:rPr>
          <w:rFonts w:cs="Georgia"/>
          <w:kern w:val="1"/>
        </w:rPr>
        <w:t>— </w:t>
      </w:r>
      <w:r w:rsidR="00BE611A">
        <w:rPr>
          <w:rFonts w:cs="Georgia"/>
          <w:kern w:val="1"/>
        </w:rPr>
        <w:t>Peut-être</w:t>
      </w:r>
      <w:r>
        <w:rPr>
          <w:rFonts w:cs="Georgia"/>
          <w:kern w:val="1"/>
        </w:rPr>
        <w:t xml:space="preserve">, </w:t>
      </w:r>
      <w:r w:rsidR="00BE611A">
        <w:rPr>
          <w:rFonts w:cs="Georgia"/>
          <w:kern w:val="1"/>
        </w:rPr>
        <w:t>fis-je</w:t>
      </w:r>
      <w:r>
        <w:rPr>
          <w:rFonts w:cs="Georgia"/>
          <w:kern w:val="1"/>
        </w:rPr>
        <w:t xml:space="preserve">, </w:t>
      </w:r>
      <w:r w:rsidR="00BE611A">
        <w:rPr>
          <w:rFonts w:cs="Georgia"/>
          <w:kern w:val="1"/>
        </w:rPr>
        <w:t>la voix tremblante</w:t>
      </w:r>
      <w:r>
        <w:rPr>
          <w:rFonts w:cs="Georgia"/>
          <w:kern w:val="1"/>
        </w:rPr>
        <w:t xml:space="preserve">, </w:t>
      </w:r>
      <w:r w:rsidR="00BE611A">
        <w:rPr>
          <w:rFonts w:cs="Georgia"/>
          <w:kern w:val="1"/>
        </w:rPr>
        <w:t>que si vous m</w:t>
      </w:r>
      <w:r>
        <w:rPr>
          <w:rFonts w:cs="Georgia"/>
          <w:kern w:val="1"/>
        </w:rPr>
        <w:t>’</w:t>
      </w:r>
      <w:r w:rsidR="00BE611A">
        <w:rPr>
          <w:rFonts w:cs="Georgia"/>
          <w:kern w:val="1"/>
        </w:rPr>
        <w:t>autorisiez à vous répondre</w:t>
      </w:r>
      <w:r>
        <w:rPr>
          <w:rFonts w:cs="Georgia"/>
          <w:kern w:val="1"/>
        </w:rPr>
        <w:t>…</w:t>
      </w:r>
    </w:p>
    <w:p w14:paraId="2979EBD0" w14:textId="77777777" w:rsidR="000E1451" w:rsidRDefault="000E1451" w:rsidP="00BE611A">
      <w:pPr>
        <w:rPr>
          <w:rFonts w:cs="Georgia"/>
          <w:kern w:val="1"/>
        </w:rPr>
      </w:pPr>
      <w:r>
        <w:rPr>
          <w:rFonts w:cs="Georgia"/>
          <w:kern w:val="1"/>
        </w:rPr>
        <w:lastRenderedPageBreak/>
        <w:t>— </w:t>
      </w:r>
      <w:r w:rsidR="00BE611A">
        <w:rPr>
          <w:rFonts w:cs="Georgia"/>
          <w:kern w:val="1"/>
        </w:rPr>
        <w:t>Que répondriez-vous</w:t>
      </w:r>
      <w:r>
        <w:rPr>
          <w:rFonts w:cs="Georgia"/>
          <w:kern w:val="1"/>
        </w:rPr>
        <w:t> ?</w:t>
      </w:r>
    </w:p>
    <w:p w14:paraId="455846BB" w14:textId="77777777" w:rsidR="000E1451" w:rsidRDefault="000E1451" w:rsidP="00BE611A">
      <w:pPr>
        <w:rPr>
          <w:rFonts w:cs="Georgia"/>
          <w:kern w:val="1"/>
        </w:rPr>
      </w:pPr>
      <w:r>
        <w:rPr>
          <w:rFonts w:cs="Georgia"/>
          <w:kern w:val="1"/>
        </w:rPr>
        <w:t>— </w:t>
      </w:r>
      <w:r w:rsidR="00BE611A">
        <w:rPr>
          <w:rFonts w:cs="Georgia"/>
          <w:kern w:val="1"/>
        </w:rPr>
        <w:t>Qu</w:t>
      </w:r>
      <w:r>
        <w:rPr>
          <w:rFonts w:cs="Georgia"/>
          <w:kern w:val="1"/>
        </w:rPr>
        <w:t>’</w:t>
      </w:r>
      <w:r w:rsidR="00BE611A">
        <w:rPr>
          <w:rFonts w:cs="Georgia"/>
          <w:kern w:val="1"/>
        </w:rPr>
        <w:t>il est facile de reprocher aux autres ce qu</w:t>
      </w:r>
      <w:r>
        <w:rPr>
          <w:rFonts w:cs="Georgia"/>
          <w:kern w:val="1"/>
        </w:rPr>
        <w:t>’</w:t>
      </w:r>
      <w:r w:rsidR="00BE611A">
        <w:rPr>
          <w:rFonts w:cs="Georgia"/>
          <w:kern w:val="1"/>
        </w:rPr>
        <w:t>on aurait été bien aise de faire soi-même</w:t>
      </w:r>
      <w:r>
        <w:rPr>
          <w:rFonts w:cs="Georgia"/>
          <w:kern w:val="1"/>
        </w:rPr>
        <w:t>.</w:t>
      </w:r>
    </w:p>
    <w:p w14:paraId="669E484D" w14:textId="77777777" w:rsidR="000E1451" w:rsidRDefault="00BE611A" w:rsidP="00BE611A">
      <w:pPr>
        <w:rPr>
          <w:rFonts w:cs="Georgia"/>
          <w:kern w:val="1"/>
        </w:rPr>
      </w:pPr>
      <w:r>
        <w:rPr>
          <w:rFonts w:cs="Georgia"/>
          <w:kern w:val="1"/>
        </w:rPr>
        <w:t>Elle haussa les épaules avec dédain</w:t>
      </w:r>
      <w:r w:rsidR="000E1451">
        <w:rPr>
          <w:rFonts w:cs="Georgia"/>
          <w:kern w:val="1"/>
        </w:rPr>
        <w:t>.</w:t>
      </w:r>
    </w:p>
    <w:p w14:paraId="6148A00A" w14:textId="77777777" w:rsidR="000E1451" w:rsidRDefault="000E1451" w:rsidP="00BE611A">
      <w:pPr>
        <w:rPr>
          <w:rFonts w:cs="Georgia"/>
          <w:kern w:val="1"/>
        </w:rPr>
      </w:pPr>
      <w:r>
        <w:rPr>
          <w:rFonts w:cs="Georgia"/>
          <w:kern w:val="1"/>
        </w:rPr>
        <w:t>— </w:t>
      </w:r>
      <w:r w:rsidR="00BE611A">
        <w:rPr>
          <w:rFonts w:cs="Georgia"/>
          <w:kern w:val="1"/>
        </w:rPr>
        <w:t>C</w:t>
      </w:r>
      <w:r>
        <w:rPr>
          <w:rFonts w:cs="Georgia"/>
          <w:kern w:val="1"/>
        </w:rPr>
        <w:t>’</w:t>
      </w:r>
      <w:r w:rsidR="00BE611A">
        <w:rPr>
          <w:rFonts w:cs="Georgia"/>
          <w:kern w:val="1"/>
        </w:rPr>
        <w:t>est tout</w:t>
      </w:r>
      <w:r>
        <w:rPr>
          <w:rFonts w:cs="Georgia"/>
          <w:kern w:val="1"/>
        </w:rPr>
        <w:t> ?</w:t>
      </w:r>
    </w:p>
    <w:p w14:paraId="3A309951" w14:textId="77777777" w:rsidR="000E1451" w:rsidRDefault="000E1451" w:rsidP="00BE611A">
      <w:pPr>
        <w:rPr>
          <w:rFonts w:cs="Georgia"/>
          <w:kern w:val="1"/>
        </w:rPr>
      </w:pPr>
      <w:r>
        <w:rPr>
          <w:rFonts w:cs="Georgia"/>
          <w:kern w:val="1"/>
        </w:rPr>
        <w:t>— </w:t>
      </w:r>
      <w:r w:rsidR="00BE611A">
        <w:rPr>
          <w:rFonts w:cs="Georgia"/>
          <w:kern w:val="1"/>
        </w:rPr>
        <w:t>Non</w:t>
      </w:r>
      <w:r>
        <w:rPr>
          <w:rFonts w:cs="Georgia"/>
          <w:kern w:val="1"/>
        </w:rPr>
        <w:t xml:space="preserve">, </w:t>
      </w:r>
      <w:r w:rsidR="00BE611A">
        <w:rPr>
          <w:rFonts w:cs="Georgia"/>
          <w:kern w:val="1"/>
        </w:rPr>
        <w:t>non</w:t>
      </w:r>
      <w:r>
        <w:rPr>
          <w:rFonts w:cs="Georgia"/>
          <w:kern w:val="1"/>
        </w:rPr>
        <w:t xml:space="preserve"> ! </w:t>
      </w:r>
      <w:r w:rsidR="00BE611A">
        <w:rPr>
          <w:rFonts w:cs="Georgia"/>
          <w:kern w:val="1"/>
        </w:rPr>
        <w:t>Je dirai aussi que quelqu</w:t>
      </w:r>
      <w:r>
        <w:rPr>
          <w:rFonts w:cs="Georgia"/>
          <w:kern w:val="1"/>
        </w:rPr>
        <w:t>’</w:t>
      </w:r>
      <w:r w:rsidR="00BE611A">
        <w:rPr>
          <w:rFonts w:cs="Georgia"/>
          <w:kern w:val="1"/>
        </w:rPr>
        <w:t>un qui vous était cher a été nommé</w:t>
      </w:r>
      <w:r>
        <w:rPr>
          <w:rFonts w:cs="Georgia"/>
          <w:kern w:val="1"/>
        </w:rPr>
        <w:t xml:space="preserve">, </w:t>
      </w:r>
      <w:r w:rsidR="00BE611A">
        <w:rPr>
          <w:rFonts w:cs="Georgia"/>
          <w:kern w:val="1"/>
        </w:rPr>
        <w:t>vers 1885</w:t>
      </w:r>
      <w:r>
        <w:rPr>
          <w:rFonts w:cs="Georgia"/>
          <w:kern w:val="1"/>
        </w:rPr>
        <w:t xml:space="preserve">, </w:t>
      </w:r>
      <w:r w:rsidR="00BE611A">
        <w:rPr>
          <w:rFonts w:cs="Georgia"/>
          <w:kern w:val="1"/>
        </w:rPr>
        <w:t>capitaine à vingt-neuf ans pour avoir fourni un rapport jugé remarquable sur l</w:t>
      </w:r>
      <w:r>
        <w:rPr>
          <w:rFonts w:cs="Georgia"/>
          <w:kern w:val="1"/>
        </w:rPr>
        <w:t>’</w:t>
      </w:r>
      <w:r w:rsidR="00BE611A">
        <w:rPr>
          <w:rFonts w:cs="Georgia"/>
          <w:kern w:val="1"/>
        </w:rPr>
        <w:t>intérêt qu</w:t>
      </w:r>
      <w:r>
        <w:rPr>
          <w:rFonts w:cs="Georgia"/>
          <w:kern w:val="1"/>
        </w:rPr>
        <w:t>’</w:t>
      </w:r>
      <w:r w:rsidR="00BE611A">
        <w:rPr>
          <w:rFonts w:cs="Georgia"/>
          <w:kern w:val="1"/>
        </w:rPr>
        <w:t>aurait l</w:t>
      </w:r>
      <w:r>
        <w:rPr>
          <w:rFonts w:cs="Georgia"/>
          <w:kern w:val="1"/>
        </w:rPr>
        <w:t>’</w:t>
      </w:r>
      <w:r w:rsidR="00BE611A">
        <w:rPr>
          <w:rFonts w:cs="Georgia"/>
          <w:kern w:val="1"/>
        </w:rPr>
        <w:t>Allemagne à se constituer une armée noire au Cameroun</w:t>
      </w:r>
      <w:r>
        <w:rPr>
          <w:rFonts w:cs="Georgia"/>
          <w:kern w:val="1"/>
        </w:rPr>
        <w:t>.</w:t>
      </w:r>
    </w:p>
    <w:p w14:paraId="757691AA" w14:textId="77777777" w:rsidR="000E1451" w:rsidRDefault="00BE611A" w:rsidP="00BE611A">
      <w:pPr>
        <w:rPr>
          <w:rFonts w:cs="Georgia"/>
          <w:kern w:val="1"/>
        </w:rPr>
      </w:pPr>
      <w:r>
        <w:rPr>
          <w:rFonts w:cs="Georgia"/>
          <w:kern w:val="1"/>
        </w:rPr>
        <w:t>Elle me jeta un regard d</w:t>
      </w:r>
      <w:r w:rsidR="000E1451">
        <w:rPr>
          <w:rFonts w:cs="Georgia"/>
          <w:kern w:val="1"/>
        </w:rPr>
        <w:t>’</w:t>
      </w:r>
      <w:r>
        <w:rPr>
          <w:rFonts w:cs="Georgia"/>
          <w:kern w:val="1"/>
        </w:rPr>
        <w:t>où toute flamme hostile avait disparu</w:t>
      </w:r>
      <w:r w:rsidR="000E1451">
        <w:rPr>
          <w:rFonts w:cs="Georgia"/>
          <w:kern w:val="1"/>
        </w:rPr>
        <w:t xml:space="preserve">, </w:t>
      </w:r>
      <w:r>
        <w:rPr>
          <w:rFonts w:cs="Georgia"/>
          <w:kern w:val="1"/>
        </w:rPr>
        <w:t>un regard qui s</w:t>
      </w:r>
      <w:r w:rsidR="000E1451">
        <w:rPr>
          <w:rFonts w:cs="Georgia"/>
          <w:kern w:val="1"/>
        </w:rPr>
        <w:t>’</w:t>
      </w:r>
      <w:r>
        <w:rPr>
          <w:rFonts w:cs="Georgia"/>
          <w:kern w:val="1"/>
        </w:rPr>
        <w:t>excusait presque</w:t>
      </w:r>
      <w:r w:rsidR="000E1451">
        <w:rPr>
          <w:rFonts w:cs="Georgia"/>
          <w:kern w:val="1"/>
        </w:rPr>
        <w:t xml:space="preserve">. </w:t>
      </w:r>
      <w:r>
        <w:rPr>
          <w:rFonts w:cs="Georgia"/>
          <w:kern w:val="1"/>
        </w:rPr>
        <w:t>Comment n</w:t>
      </w:r>
      <w:r w:rsidR="000E1451">
        <w:rPr>
          <w:rFonts w:cs="Georgia"/>
          <w:kern w:val="1"/>
        </w:rPr>
        <w:t>’</w:t>
      </w:r>
      <w:r>
        <w:rPr>
          <w:rFonts w:cs="Georgia"/>
          <w:kern w:val="1"/>
        </w:rPr>
        <w:t>eût-elle pas été touchée de constater une fois de plus la vigilance avec laquelle je ne cessais de m</w:t>
      </w:r>
      <w:r w:rsidR="000E1451">
        <w:rPr>
          <w:rFonts w:cs="Georgia"/>
          <w:kern w:val="1"/>
        </w:rPr>
        <w:t>’</w:t>
      </w:r>
      <w:r>
        <w:rPr>
          <w:rFonts w:cs="Georgia"/>
          <w:kern w:val="1"/>
        </w:rPr>
        <w:t>enquérir du moindre détail de sa vie</w:t>
      </w:r>
      <w:r w:rsidR="000E1451">
        <w:rPr>
          <w:rFonts w:cs="Georgia"/>
          <w:kern w:val="1"/>
        </w:rPr>
        <w:t> ?</w:t>
      </w:r>
    </w:p>
    <w:p w14:paraId="60BF0D68" w14:textId="77777777" w:rsidR="00BE611A" w:rsidRDefault="00BE611A" w:rsidP="00BE611A">
      <w:pPr>
        <w:rPr>
          <w:rFonts w:cs="Georgia"/>
          <w:kern w:val="1"/>
        </w:rPr>
      </w:pPr>
    </w:p>
    <w:p w14:paraId="1C72494B" w14:textId="77777777" w:rsidR="000E1451" w:rsidRDefault="00BE611A" w:rsidP="00BE611A">
      <w:pPr>
        <w:rPr>
          <w:rFonts w:cs="Georgia"/>
          <w:kern w:val="1"/>
        </w:rPr>
      </w:pPr>
      <w:r>
        <w:rPr>
          <w:rFonts w:cs="Georgia"/>
          <w:kern w:val="1"/>
        </w:rPr>
        <w:t>Est-il nécessaire de dire qu</w:t>
      </w:r>
      <w:r w:rsidR="000E1451">
        <w:rPr>
          <w:rFonts w:cs="Georgia"/>
          <w:kern w:val="1"/>
        </w:rPr>
        <w:t>’</w:t>
      </w:r>
      <w:r>
        <w:rPr>
          <w:rFonts w:cs="Georgia"/>
          <w:kern w:val="1"/>
        </w:rPr>
        <w:t>elles ne furent jamais qu</w:t>
      </w:r>
      <w:r w:rsidR="000E1451">
        <w:rPr>
          <w:rFonts w:cs="Georgia"/>
          <w:kern w:val="1"/>
        </w:rPr>
        <w:t>’</w:t>
      </w:r>
      <w:r>
        <w:rPr>
          <w:rFonts w:cs="Georgia"/>
          <w:kern w:val="1"/>
        </w:rPr>
        <w:t>exceptionnelles</w:t>
      </w:r>
      <w:r w:rsidR="000E1451">
        <w:rPr>
          <w:rFonts w:cs="Georgia"/>
          <w:kern w:val="1"/>
        </w:rPr>
        <w:t xml:space="preserve">, </w:t>
      </w:r>
      <w:r>
        <w:rPr>
          <w:rFonts w:cs="Georgia"/>
          <w:kern w:val="1"/>
        </w:rPr>
        <w:t>ces douloureuses altercations où s</w:t>
      </w:r>
      <w:r w:rsidR="000E1451">
        <w:rPr>
          <w:rFonts w:cs="Georgia"/>
          <w:kern w:val="1"/>
        </w:rPr>
        <w:t>’</w:t>
      </w:r>
      <w:r>
        <w:rPr>
          <w:rFonts w:cs="Georgia"/>
          <w:kern w:val="1"/>
        </w:rPr>
        <w:t>affrontaient deux êtres dont la malheureuse destinée était de s</w:t>
      </w:r>
      <w:r w:rsidR="000E1451">
        <w:rPr>
          <w:rFonts w:cs="Georgia"/>
          <w:kern w:val="1"/>
        </w:rPr>
        <w:t>’</w:t>
      </w:r>
      <w:r>
        <w:rPr>
          <w:rFonts w:cs="Georgia"/>
          <w:kern w:val="1"/>
        </w:rPr>
        <w:t>aimer alors que tout se liguait pour le leur défendre</w:t>
      </w:r>
      <w:r w:rsidR="000E1451">
        <w:rPr>
          <w:rFonts w:cs="Georgia"/>
          <w:kern w:val="1"/>
        </w:rPr>
        <w:t xml:space="preserve"> ? </w:t>
      </w:r>
      <w:r>
        <w:rPr>
          <w:rFonts w:cs="Georgia"/>
          <w:kern w:val="1"/>
        </w:rPr>
        <w:t>L</w:t>
      </w:r>
      <w:r w:rsidR="000E1451">
        <w:rPr>
          <w:rFonts w:cs="Georgia"/>
          <w:kern w:val="1"/>
        </w:rPr>
        <w:t>’</w:t>
      </w:r>
      <w:r>
        <w:rPr>
          <w:rFonts w:cs="Georgia"/>
          <w:kern w:val="1"/>
        </w:rPr>
        <w:t>un et l</w:t>
      </w:r>
      <w:r w:rsidR="000E1451">
        <w:rPr>
          <w:rFonts w:cs="Georgia"/>
          <w:kern w:val="1"/>
        </w:rPr>
        <w:t>’</w:t>
      </w:r>
      <w:r>
        <w:rPr>
          <w:rFonts w:cs="Georgia"/>
          <w:kern w:val="1"/>
        </w:rPr>
        <w:t>autre</w:t>
      </w:r>
      <w:r w:rsidR="000E1451">
        <w:rPr>
          <w:rFonts w:cs="Georgia"/>
          <w:kern w:val="1"/>
        </w:rPr>
        <w:t xml:space="preserve">, </w:t>
      </w:r>
      <w:r>
        <w:rPr>
          <w:rFonts w:cs="Georgia"/>
          <w:kern w:val="1"/>
        </w:rPr>
        <w:t>nous nous attachions par tous les moyens à les éviter</w:t>
      </w:r>
      <w:r w:rsidR="000E1451">
        <w:rPr>
          <w:rFonts w:cs="Georgia"/>
          <w:kern w:val="1"/>
        </w:rPr>
        <w:t xml:space="preserve">. </w:t>
      </w:r>
      <w:r>
        <w:rPr>
          <w:rFonts w:cs="Georgia"/>
          <w:kern w:val="1"/>
        </w:rPr>
        <w:t>En ce qui me concernait</w:t>
      </w:r>
      <w:r w:rsidR="000E1451">
        <w:rPr>
          <w:rFonts w:cs="Georgia"/>
          <w:kern w:val="1"/>
        </w:rPr>
        <w:t xml:space="preserve">, </w:t>
      </w:r>
      <w:r>
        <w:rPr>
          <w:rFonts w:cs="Georgia"/>
          <w:kern w:val="1"/>
        </w:rPr>
        <w:t>je ne pouvais oublier qu</w:t>
      </w:r>
      <w:r w:rsidR="000E1451">
        <w:rPr>
          <w:rFonts w:cs="Georgia"/>
          <w:kern w:val="1"/>
        </w:rPr>
        <w:t>’</w:t>
      </w:r>
      <w:r>
        <w:rPr>
          <w:rFonts w:cs="Georgia"/>
          <w:kern w:val="1"/>
        </w:rPr>
        <w:t>Axelle</w:t>
      </w:r>
      <w:r w:rsidR="000E1451">
        <w:rPr>
          <w:rFonts w:cs="Georgia"/>
          <w:kern w:val="1"/>
        </w:rPr>
        <w:t xml:space="preserve">, </w:t>
      </w:r>
      <w:r>
        <w:rPr>
          <w:rFonts w:cs="Georgia"/>
          <w:kern w:val="1"/>
        </w:rPr>
        <w:t>alors que la victoire semblait devoir aller à son pays</w:t>
      </w:r>
      <w:r w:rsidR="000E1451">
        <w:rPr>
          <w:rFonts w:cs="Georgia"/>
          <w:kern w:val="1"/>
        </w:rPr>
        <w:t xml:space="preserve">, </w:t>
      </w:r>
      <w:r>
        <w:rPr>
          <w:rFonts w:cs="Georgia"/>
          <w:kern w:val="1"/>
        </w:rPr>
        <w:t>avait mis en œuvre des trésors de douce délicatesse pour conjurer mon amertume</w:t>
      </w:r>
      <w:r w:rsidR="000E1451">
        <w:rPr>
          <w:rFonts w:cs="Georgia"/>
          <w:kern w:val="1"/>
        </w:rPr>
        <w:t xml:space="preserve">. </w:t>
      </w:r>
      <w:r>
        <w:rPr>
          <w:rFonts w:cs="Georgia"/>
          <w:kern w:val="1"/>
        </w:rPr>
        <w:t>J</w:t>
      </w:r>
      <w:r w:rsidR="000E1451">
        <w:rPr>
          <w:rFonts w:cs="Georgia"/>
          <w:kern w:val="1"/>
        </w:rPr>
        <w:t>’</w:t>
      </w:r>
      <w:r>
        <w:rPr>
          <w:rFonts w:cs="Georgia"/>
          <w:kern w:val="1"/>
        </w:rPr>
        <w:t>aurais jugé ma conduite bien indigne</w:t>
      </w:r>
      <w:r w:rsidR="000E1451">
        <w:rPr>
          <w:rFonts w:cs="Georgia"/>
          <w:kern w:val="1"/>
        </w:rPr>
        <w:t xml:space="preserve">, </w:t>
      </w:r>
      <w:r>
        <w:rPr>
          <w:rFonts w:cs="Georgia"/>
          <w:kern w:val="1"/>
        </w:rPr>
        <w:t>si</w:t>
      </w:r>
      <w:r w:rsidR="000E1451">
        <w:rPr>
          <w:rFonts w:cs="Georgia"/>
          <w:kern w:val="1"/>
        </w:rPr>
        <w:t xml:space="preserve">, </w:t>
      </w:r>
      <w:r>
        <w:rPr>
          <w:rFonts w:cs="Georgia"/>
          <w:kern w:val="1"/>
        </w:rPr>
        <w:t>maintenant que la situation était renversée au profit de la France</w:t>
      </w:r>
      <w:r w:rsidR="000E1451">
        <w:rPr>
          <w:rFonts w:cs="Georgia"/>
          <w:kern w:val="1"/>
        </w:rPr>
        <w:t xml:space="preserve">, </w:t>
      </w:r>
      <w:r>
        <w:rPr>
          <w:rFonts w:cs="Georgia"/>
          <w:kern w:val="1"/>
        </w:rPr>
        <w:t>je n</w:t>
      </w:r>
      <w:r w:rsidR="000E1451">
        <w:rPr>
          <w:rFonts w:cs="Georgia"/>
          <w:kern w:val="1"/>
        </w:rPr>
        <w:t>’</w:t>
      </w:r>
      <w:r>
        <w:rPr>
          <w:rFonts w:cs="Georgia"/>
          <w:kern w:val="1"/>
        </w:rPr>
        <w:t>avais pas eu le soin constant d</w:t>
      </w:r>
      <w:r w:rsidR="000E1451">
        <w:rPr>
          <w:rFonts w:cs="Georgia"/>
          <w:kern w:val="1"/>
        </w:rPr>
        <w:t>’</w:t>
      </w:r>
      <w:r>
        <w:rPr>
          <w:rFonts w:cs="Georgia"/>
          <w:kern w:val="1"/>
        </w:rPr>
        <w:t xml:space="preserve">épargner à </w:t>
      </w:r>
      <w:r w:rsidR="000E1451">
        <w:rPr>
          <w:rFonts w:cs="Georgia"/>
          <w:kern w:val="1"/>
        </w:rPr>
        <w:t>M</w:t>
      </w:r>
      <w:r w:rsidR="000E1451" w:rsidRPr="000E1451">
        <w:rPr>
          <w:rFonts w:cs="Georgia"/>
          <w:kern w:val="1"/>
          <w:vertAlign w:val="superscript"/>
        </w:rPr>
        <w:t>lle</w:t>
      </w:r>
      <w:r w:rsidR="000E1451">
        <w:rPr>
          <w:rFonts w:cs="Georgia"/>
          <w:kern w:val="1"/>
        </w:rPr>
        <w:t> de </w:t>
      </w:r>
      <w:r>
        <w:rPr>
          <w:rFonts w:cs="Georgia"/>
          <w:kern w:val="1"/>
        </w:rPr>
        <w:t>Mirrbach toute allusion aux événements qui étaient en train de se précipiter</w:t>
      </w:r>
      <w:r w:rsidR="000E1451">
        <w:rPr>
          <w:rFonts w:cs="Georgia"/>
          <w:kern w:val="1"/>
        </w:rPr>
        <w:t xml:space="preserve">. </w:t>
      </w:r>
      <w:r>
        <w:rPr>
          <w:rFonts w:cs="Georgia"/>
          <w:kern w:val="1"/>
        </w:rPr>
        <w:t>De son côté</w:t>
      </w:r>
      <w:r w:rsidR="000E1451">
        <w:rPr>
          <w:rFonts w:cs="Georgia"/>
          <w:kern w:val="1"/>
        </w:rPr>
        <w:t xml:space="preserve">, </w:t>
      </w:r>
      <w:r>
        <w:rPr>
          <w:rFonts w:cs="Georgia"/>
          <w:kern w:val="1"/>
        </w:rPr>
        <w:t xml:space="preserve">elle était </w:t>
      </w:r>
      <w:r>
        <w:rPr>
          <w:rFonts w:cs="Georgia"/>
          <w:kern w:val="1"/>
        </w:rPr>
        <w:lastRenderedPageBreak/>
        <w:t>loin de méconnaître une aussi fervente sollicitude</w:t>
      </w:r>
      <w:r w:rsidR="000E1451">
        <w:rPr>
          <w:rFonts w:cs="Georgia"/>
          <w:kern w:val="1"/>
        </w:rPr>
        <w:t xml:space="preserve">. </w:t>
      </w:r>
      <w:r>
        <w:rPr>
          <w:rFonts w:cs="Georgia"/>
          <w:kern w:val="1"/>
        </w:rPr>
        <w:t>Elle savait l</w:t>
      </w:r>
      <w:r w:rsidR="000E1451">
        <w:rPr>
          <w:rFonts w:cs="Georgia"/>
          <w:kern w:val="1"/>
        </w:rPr>
        <w:t>’</w:t>
      </w:r>
      <w:r>
        <w:rPr>
          <w:rFonts w:cs="Georgia"/>
          <w:kern w:val="1"/>
        </w:rPr>
        <w:t>effort de tous les instants au prix duquel j</w:t>
      </w:r>
      <w:r w:rsidR="000E1451">
        <w:rPr>
          <w:rFonts w:cs="Georgia"/>
          <w:kern w:val="1"/>
        </w:rPr>
        <w:t>’</w:t>
      </w:r>
      <w:r>
        <w:rPr>
          <w:rFonts w:cs="Georgia"/>
          <w:kern w:val="1"/>
        </w:rPr>
        <w:t>essayais d</w:t>
      </w:r>
      <w:r w:rsidR="000E1451">
        <w:rPr>
          <w:rFonts w:cs="Georgia"/>
          <w:kern w:val="1"/>
        </w:rPr>
        <w:t>’</w:t>
      </w:r>
      <w:r>
        <w:rPr>
          <w:rFonts w:cs="Georgia"/>
          <w:kern w:val="1"/>
        </w:rPr>
        <w:t>assurer son repos</w:t>
      </w:r>
      <w:r w:rsidR="000E1451">
        <w:rPr>
          <w:rFonts w:cs="Georgia"/>
          <w:kern w:val="1"/>
        </w:rPr>
        <w:t xml:space="preserve">. </w:t>
      </w:r>
      <w:r>
        <w:rPr>
          <w:rFonts w:cs="Georgia"/>
          <w:kern w:val="1"/>
        </w:rPr>
        <w:t>Elle n</w:t>
      </w:r>
      <w:r w:rsidR="000E1451">
        <w:rPr>
          <w:rFonts w:cs="Georgia"/>
          <w:kern w:val="1"/>
        </w:rPr>
        <w:t>’</w:t>
      </w:r>
      <w:r>
        <w:rPr>
          <w:rFonts w:cs="Georgia"/>
          <w:kern w:val="1"/>
        </w:rPr>
        <w:t>ignorait pas la comédie quotidienne que je m</w:t>
      </w:r>
      <w:r w:rsidR="000E1451">
        <w:rPr>
          <w:rFonts w:cs="Georgia"/>
          <w:kern w:val="1"/>
        </w:rPr>
        <w:t>’</w:t>
      </w:r>
      <w:r>
        <w:rPr>
          <w:rFonts w:cs="Georgia"/>
          <w:kern w:val="1"/>
        </w:rPr>
        <w:t>étais astreint à jouer auprès de son oncle</w:t>
      </w:r>
      <w:r w:rsidR="000E1451">
        <w:rPr>
          <w:rFonts w:cs="Georgia"/>
          <w:kern w:val="1"/>
        </w:rPr>
        <w:t xml:space="preserve">, </w:t>
      </w:r>
      <w:r>
        <w:rPr>
          <w:rFonts w:cs="Georgia"/>
          <w:kern w:val="1"/>
        </w:rPr>
        <w:t>afin qu</w:t>
      </w:r>
      <w:r w:rsidR="000E1451">
        <w:rPr>
          <w:rFonts w:cs="Georgia"/>
          <w:kern w:val="1"/>
        </w:rPr>
        <w:t>’</w:t>
      </w:r>
      <w:r>
        <w:rPr>
          <w:rFonts w:cs="Georgia"/>
          <w:kern w:val="1"/>
        </w:rPr>
        <w:t>il continuât à ne voir les événements qu</w:t>
      </w:r>
      <w:r w:rsidR="000E1451">
        <w:rPr>
          <w:rFonts w:cs="Georgia"/>
          <w:kern w:val="1"/>
        </w:rPr>
        <w:t>’</w:t>
      </w:r>
      <w:r>
        <w:rPr>
          <w:rFonts w:cs="Georgia"/>
          <w:kern w:val="1"/>
        </w:rPr>
        <w:t>à travers le double prisme déformant de ses souvenirs et de son imagination</w:t>
      </w:r>
      <w:r w:rsidR="000E1451">
        <w:rPr>
          <w:rFonts w:cs="Georgia"/>
          <w:kern w:val="1"/>
        </w:rPr>
        <w:t xml:space="preserve">, </w:t>
      </w:r>
      <w:r>
        <w:rPr>
          <w:rFonts w:cs="Georgia"/>
          <w:kern w:val="1"/>
        </w:rPr>
        <w:t>et qu</w:t>
      </w:r>
      <w:r w:rsidR="000E1451">
        <w:rPr>
          <w:rFonts w:cs="Georgia"/>
          <w:kern w:val="1"/>
        </w:rPr>
        <w:t>’</w:t>
      </w:r>
      <w:r>
        <w:rPr>
          <w:rFonts w:cs="Georgia"/>
          <w:kern w:val="1"/>
        </w:rPr>
        <w:t>il n</w:t>
      </w:r>
      <w:r w:rsidR="000E1451">
        <w:rPr>
          <w:rFonts w:cs="Georgia"/>
          <w:kern w:val="1"/>
        </w:rPr>
        <w:t>’</w:t>
      </w:r>
      <w:r>
        <w:rPr>
          <w:rFonts w:cs="Georgia"/>
          <w:kern w:val="1"/>
        </w:rPr>
        <w:t>eût pas de la défaite allemande la brusque révélation qui aurait pu lui être fatale</w:t>
      </w:r>
      <w:r w:rsidR="000E1451">
        <w:rPr>
          <w:rFonts w:cs="Georgia"/>
          <w:kern w:val="1"/>
        </w:rPr>
        <w:t xml:space="preserve">. </w:t>
      </w:r>
      <w:r>
        <w:rPr>
          <w:rFonts w:cs="Georgia"/>
          <w:kern w:val="1"/>
        </w:rPr>
        <w:t>Enfin</w:t>
      </w:r>
      <w:r w:rsidR="000E1451">
        <w:rPr>
          <w:rFonts w:cs="Georgia"/>
          <w:kern w:val="1"/>
        </w:rPr>
        <w:t xml:space="preserve">, </w:t>
      </w:r>
      <w:r>
        <w:rPr>
          <w:rFonts w:cs="Georgia"/>
          <w:kern w:val="1"/>
        </w:rPr>
        <w:t>bien qu</w:t>
      </w:r>
      <w:r w:rsidR="000E1451">
        <w:rPr>
          <w:rFonts w:cs="Georgia"/>
          <w:kern w:val="1"/>
        </w:rPr>
        <w:t>’</w:t>
      </w:r>
      <w:r>
        <w:rPr>
          <w:rFonts w:cs="Georgia"/>
          <w:kern w:val="1"/>
        </w:rPr>
        <w:t>elle ne m</w:t>
      </w:r>
      <w:r w:rsidR="000E1451">
        <w:rPr>
          <w:rFonts w:cs="Georgia"/>
          <w:kern w:val="1"/>
        </w:rPr>
        <w:t>’</w:t>
      </w:r>
      <w:r>
        <w:rPr>
          <w:rFonts w:cs="Georgia"/>
          <w:kern w:val="1"/>
        </w:rPr>
        <w:t>en parlât jamais</w:t>
      </w:r>
      <w:r w:rsidR="000E1451">
        <w:rPr>
          <w:rFonts w:cs="Georgia"/>
          <w:kern w:val="1"/>
        </w:rPr>
        <w:t xml:space="preserve">, </w:t>
      </w:r>
      <w:r>
        <w:rPr>
          <w:rFonts w:cs="Georgia"/>
          <w:kern w:val="1"/>
        </w:rPr>
        <w:t>je sentais qu</w:t>
      </w:r>
      <w:r w:rsidR="000E1451">
        <w:rPr>
          <w:rFonts w:cs="Georgia"/>
          <w:kern w:val="1"/>
        </w:rPr>
        <w:t>’</w:t>
      </w:r>
      <w:r>
        <w:rPr>
          <w:rFonts w:cs="Georgia"/>
          <w:kern w:val="1"/>
        </w:rPr>
        <w:t>elle me gardait une gratitude émue pour la façon dont je l</w:t>
      </w:r>
      <w:r w:rsidR="000E1451">
        <w:rPr>
          <w:rFonts w:cs="Georgia"/>
          <w:kern w:val="1"/>
        </w:rPr>
        <w:t>’</w:t>
      </w:r>
      <w:r>
        <w:rPr>
          <w:rFonts w:cs="Georgia"/>
          <w:kern w:val="1"/>
        </w:rPr>
        <w:t>aidais dans sa tâche ingrate de maîtresse de maison</w:t>
      </w:r>
      <w:r w:rsidR="000E1451">
        <w:rPr>
          <w:rFonts w:cs="Georgia"/>
          <w:kern w:val="1"/>
        </w:rPr>
        <w:t xml:space="preserve">, </w:t>
      </w:r>
      <w:r>
        <w:rPr>
          <w:rFonts w:cs="Georgia"/>
          <w:kern w:val="1"/>
        </w:rPr>
        <w:t>à qui son nom</w:t>
      </w:r>
      <w:r w:rsidR="000E1451">
        <w:rPr>
          <w:rFonts w:cs="Georgia"/>
          <w:kern w:val="1"/>
        </w:rPr>
        <w:t xml:space="preserve">, </w:t>
      </w:r>
      <w:r>
        <w:rPr>
          <w:rFonts w:cs="Georgia"/>
          <w:kern w:val="1"/>
        </w:rPr>
        <w:t>son rang social imposaient le devoir de surmonter les difficultés domestiques sans se plaindre</w:t>
      </w:r>
      <w:r w:rsidR="000E1451">
        <w:rPr>
          <w:rFonts w:cs="Georgia"/>
          <w:kern w:val="1"/>
        </w:rPr>
        <w:t xml:space="preserve">, </w:t>
      </w:r>
      <w:r>
        <w:rPr>
          <w:rFonts w:cs="Georgia"/>
          <w:kern w:val="1"/>
        </w:rPr>
        <w:t>sans jamais évoquer de près ou de loin la plus inextricable et la plus déprimante de toutes</w:t>
      </w:r>
      <w:r w:rsidR="000E1451">
        <w:rPr>
          <w:rFonts w:cs="Georgia"/>
          <w:kern w:val="1"/>
        </w:rPr>
        <w:t xml:space="preserve">, </w:t>
      </w:r>
      <w:r>
        <w:rPr>
          <w:rFonts w:cs="Georgia"/>
          <w:kern w:val="1"/>
        </w:rPr>
        <w:t>le manque d</w:t>
      </w:r>
      <w:r w:rsidR="000E1451">
        <w:rPr>
          <w:rFonts w:cs="Georgia"/>
          <w:kern w:val="1"/>
        </w:rPr>
        <w:t>’</w:t>
      </w:r>
      <w:r>
        <w:rPr>
          <w:rFonts w:cs="Georgia"/>
          <w:kern w:val="1"/>
        </w:rPr>
        <w:t>argent</w:t>
      </w:r>
      <w:r w:rsidR="000E1451">
        <w:rPr>
          <w:rFonts w:cs="Georgia"/>
          <w:kern w:val="1"/>
        </w:rPr>
        <w:t>.</w:t>
      </w:r>
    </w:p>
    <w:p w14:paraId="6772750C" w14:textId="77777777" w:rsidR="000E1451" w:rsidRDefault="00BE611A" w:rsidP="00BE611A">
      <w:pPr>
        <w:rPr>
          <w:rFonts w:cs="Georgia"/>
          <w:kern w:val="1"/>
        </w:rPr>
      </w:pPr>
      <w:r>
        <w:rPr>
          <w:rFonts w:cs="Georgia"/>
          <w:kern w:val="1"/>
        </w:rPr>
        <w:t>D</w:t>
      </w:r>
      <w:r w:rsidR="000E1451">
        <w:rPr>
          <w:rFonts w:cs="Georgia"/>
          <w:kern w:val="1"/>
        </w:rPr>
        <w:t>’</w:t>
      </w:r>
      <w:r>
        <w:rPr>
          <w:rFonts w:cs="Georgia"/>
          <w:kern w:val="1"/>
        </w:rPr>
        <w:t>ailleurs</w:t>
      </w:r>
      <w:r w:rsidR="000E1451">
        <w:rPr>
          <w:rFonts w:cs="Georgia"/>
          <w:kern w:val="1"/>
        </w:rPr>
        <w:t xml:space="preserve">, </w:t>
      </w:r>
      <w:r>
        <w:rPr>
          <w:rFonts w:cs="Georgia"/>
          <w:kern w:val="1"/>
        </w:rPr>
        <w:t>si je n</w:t>
      </w:r>
      <w:r w:rsidR="000E1451">
        <w:rPr>
          <w:rFonts w:cs="Georgia"/>
          <w:kern w:val="1"/>
        </w:rPr>
        <w:t>’</w:t>
      </w:r>
      <w:r>
        <w:rPr>
          <w:rFonts w:cs="Georgia"/>
          <w:kern w:val="1"/>
        </w:rPr>
        <w:t>avais pas employé mon temps à lutter ainsi pour Axelle</w:t>
      </w:r>
      <w:r w:rsidR="000E1451">
        <w:rPr>
          <w:rFonts w:cs="Georgia"/>
          <w:kern w:val="1"/>
        </w:rPr>
        <w:t xml:space="preserve">, </w:t>
      </w:r>
      <w:r>
        <w:rPr>
          <w:rFonts w:cs="Georgia"/>
          <w:kern w:val="1"/>
        </w:rPr>
        <w:t>qu</w:t>
      </w:r>
      <w:r w:rsidR="000E1451">
        <w:rPr>
          <w:rFonts w:cs="Georgia"/>
          <w:kern w:val="1"/>
        </w:rPr>
        <w:t>’</w:t>
      </w:r>
      <w:r>
        <w:rPr>
          <w:rFonts w:cs="Georgia"/>
          <w:kern w:val="1"/>
        </w:rPr>
        <w:t>eussé-je fait des journées que j</w:t>
      </w:r>
      <w:r w:rsidR="000E1451">
        <w:rPr>
          <w:rFonts w:cs="Georgia"/>
          <w:kern w:val="1"/>
        </w:rPr>
        <w:t>’</w:t>
      </w:r>
      <w:r>
        <w:rPr>
          <w:rFonts w:cs="Georgia"/>
          <w:kern w:val="1"/>
        </w:rPr>
        <w:t>étais à présent à même de lui consacrer tout entières</w:t>
      </w:r>
      <w:r w:rsidR="000E1451">
        <w:rPr>
          <w:rFonts w:cs="Georgia"/>
          <w:kern w:val="1"/>
        </w:rPr>
        <w:t xml:space="preserve"> ? </w:t>
      </w:r>
      <w:r>
        <w:rPr>
          <w:rFonts w:cs="Georgia"/>
          <w:kern w:val="1"/>
        </w:rPr>
        <w:t>Les revers de l</w:t>
      </w:r>
      <w:r w:rsidR="000E1451">
        <w:rPr>
          <w:rFonts w:cs="Georgia"/>
          <w:kern w:val="1"/>
        </w:rPr>
        <w:t>’</w:t>
      </w:r>
      <w:r>
        <w:rPr>
          <w:rFonts w:cs="Georgia"/>
          <w:kern w:val="1"/>
        </w:rPr>
        <w:t>Allemagne avaient eu au château des répercussions aussi profondes qu</w:t>
      </w:r>
      <w:r w:rsidR="000E1451">
        <w:rPr>
          <w:rFonts w:cs="Georgia"/>
          <w:kern w:val="1"/>
        </w:rPr>
        <w:t>’</w:t>
      </w:r>
      <w:r>
        <w:rPr>
          <w:rFonts w:cs="Georgia"/>
          <w:kern w:val="1"/>
        </w:rPr>
        <w:t>au camp</w:t>
      </w:r>
      <w:r w:rsidR="000E1451">
        <w:rPr>
          <w:rFonts w:cs="Georgia"/>
          <w:kern w:val="1"/>
        </w:rPr>
        <w:t xml:space="preserve">. </w:t>
      </w:r>
      <w:r>
        <w:rPr>
          <w:rFonts w:cs="Georgia"/>
          <w:kern w:val="1"/>
        </w:rPr>
        <w:t>Le rappel de Gottlieb y fit d</w:t>
      </w:r>
      <w:r w:rsidR="000E1451">
        <w:rPr>
          <w:rFonts w:cs="Georgia"/>
          <w:kern w:val="1"/>
        </w:rPr>
        <w:t>’</w:t>
      </w:r>
      <w:r>
        <w:rPr>
          <w:rFonts w:cs="Georgia"/>
          <w:kern w:val="1"/>
        </w:rPr>
        <w:t>abord figure d</w:t>
      </w:r>
      <w:r w:rsidR="000E1451">
        <w:rPr>
          <w:rFonts w:cs="Georgia"/>
          <w:kern w:val="1"/>
        </w:rPr>
        <w:t>’</w:t>
      </w:r>
      <w:r>
        <w:rPr>
          <w:rFonts w:cs="Georgia"/>
          <w:kern w:val="1"/>
        </w:rPr>
        <w:t>irrémédiable catastrophe</w:t>
      </w:r>
      <w:r w:rsidR="000E1451">
        <w:rPr>
          <w:rFonts w:cs="Georgia"/>
          <w:kern w:val="1"/>
        </w:rPr>
        <w:t xml:space="preserve">. </w:t>
      </w:r>
      <w:r>
        <w:rPr>
          <w:rFonts w:cs="Georgia"/>
          <w:kern w:val="1"/>
        </w:rPr>
        <w:t>Il fallut son absence subite pour qu</w:t>
      </w:r>
      <w:r w:rsidR="000E1451">
        <w:rPr>
          <w:rFonts w:cs="Georgia"/>
          <w:kern w:val="1"/>
        </w:rPr>
        <w:t>’</w:t>
      </w:r>
      <w:r>
        <w:rPr>
          <w:rFonts w:cs="Georgia"/>
          <w:kern w:val="1"/>
        </w:rPr>
        <w:t>on rendît pleinement justice à son dévouement et à son activité</w:t>
      </w:r>
      <w:r w:rsidR="000E1451">
        <w:rPr>
          <w:rFonts w:cs="Georgia"/>
          <w:kern w:val="1"/>
        </w:rPr>
        <w:t xml:space="preserve">. </w:t>
      </w:r>
      <w:r>
        <w:rPr>
          <w:rFonts w:cs="Georgia"/>
          <w:kern w:val="1"/>
        </w:rPr>
        <w:t>Mieux que personne</w:t>
      </w:r>
      <w:r w:rsidR="000E1451">
        <w:rPr>
          <w:rFonts w:cs="Georgia"/>
          <w:kern w:val="1"/>
        </w:rPr>
        <w:t xml:space="preserve">, </w:t>
      </w:r>
      <w:r>
        <w:rPr>
          <w:rFonts w:cs="Georgia"/>
          <w:kern w:val="1"/>
        </w:rPr>
        <w:t>il savait</w:t>
      </w:r>
      <w:r w:rsidR="000E1451">
        <w:rPr>
          <w:rFonts w:cs="Georgia"/>
          <w:kern w:val="1"/>
        </w:rPr>
        <w:t xml:space="preserve">, </w:t>
      </w:r>
      <w:r>
        <w:rPr>
          <w:rFonts w:cs="Georgia"/>
          <w:kern w:val="1"/>
        </w:rPr>
        <w:t>le pauvre garçon</w:t>
      </w:r>
      <w:r w:rsidR="000E1451">
        <w:rPr>
          <w:rFonts w:cs="Georgia"/>
          <w:kern w:val="1"/>
        </w:rPr>
        <w:t xml:space="preserve">, </w:t>
      </w:r>
      <w:r>
        <w:rPr>
          <w:rFonts w:cs="Georgia"/>
          <w:kern w:val="1"/>
        </w:rPr>
        <w:t>quels embarras causerait son départ</w:t>
      </w:r>
      <w:r w:rsidR="000E1451">
        <w:rPr>
          <w:rFonts w:cs="Georgia"/>
          <w:kern w:val="1"/>
        </w:rPr>
        <w:t xml:space="preserve">, </w:t>
      </w:r>
      <w:r>
        <w:rPr>
          <w:rFonts w:cs="Georgia"/>
          <w:kern w:val="1"/>
        </w:rPr>
        <w:t>alors qu</w:t>
      </w:r>
      <w:r w:rsidR="000E1451">
        <w:rPr>
          <w:rFonts w:cs="Georgia"/>
          <w:kern w:val="1"/>
        </w:rPr>
        <w:t>’</w:t>
      </w:r>
      <w:r>
        <w:rPr>
          <w:rFonts w:cs="Georgia"/>
          <w:kern w:val="1"/>
        </w:rPr>
        <w:t>il s</w:t>
      </w:r>
      <w:r w:rsidR="000E1451">
        <w:rPr>
          <w:rFonts w:cs="Georgia"/>
          <w:kern w:val="1"/>
        </w:rPr>
        <w:t>’</w:t>
      </w:r>
      <w:r>
        <w:rPr>
          <w:rFonts w:cs="Georgia"/>
          <w:kern w:val="1"/>
        </w:rPr>
        <w:t>ingéniait à me mettre à même</w:t>
      </w:r>
      <w:r w:rsidR="000E1451">
        <w:rPr>
          <w:rFonts w:cs="Georgia"/>
          <w:kern w:val="1"/>
        </w:rPr>
        <w:t xml:space="preserve">, </w:t>
      </w:r>
      <w:r>
        <w:rPr>
          <w:rFonts w:cs="Georgia"/>
          <w:kern w:val="1"/>
        </w:rPr>
        <w:t>dans la mesure du possible</w:t>
      </w:r>
      <w:r w:rsidR="000E1451">
        <w:rPr>
          <w:rFonts w:cs="Georgia"/>
          <w:kern w:val="1"/>
        </w:rPr>
        <w:t xml:space="preserve">, </w:t>
      </w:r>
      <w:r>
        <w:rPr>
          <w:rFonts w:cs="Georgia"/>
          <w:kern w:val="1"/>
        </w:rPr>
        <w:t>de le remplacer</w:t>
      </w:r>
      <w:r w:rsidR="000E1451">
        <w:rPr>
          <w:rFonts w:cs="Georgia"/>
          <w:kern w:val="1"/>
        </w:rPr>
        <w:t xml:space="preserve">. </w:t>
      </w:r>
      <w:r>
        <w:rPr>
          <w:rFonts w:cs="Georgia"/>
          <w:kern w:val="1"/>
        </w:rPr>
        <w:t>Dominica avait bien ramené de Kœnigsberg un autre de ses neveux</w:t>
      </w:r>
      <w:r w:rsidR="000E1451">
        <w:rPr>
          <w:rFonts w:cs="Georgia"/>
          <w:kern w:val="1"/>
        </w:rPr>
        <w:t xml:space="preserve">, </w:t>
      </w:r>
      <w:r>
        <w:rPr>
          <w:rFonts w:cs="Georgia"/>
          <w:kern w:val="1"/>
        </w:rPr>
        <w:t>petit jeune homme d</w:t>
      </w:r>
      <w:r w:rsidR="000E1451">
        <w:rPr>
          <w:rFonts w:cs="Georgia"/>
          <w:kern w:val="1"/>
        </w:rPr>
        <w:t>’</w:t>
      </w:r>
      <w:r>
        <w:rPr>
          <w:rFonts w:cs="Georgia"/>
          <w:kern w:val="1"/>
        </w:rPr>
        <w:t>une quinzaine d</w:t>
      </w:r>
      <w:r w:rsidR="000E1451">
        <w:rPr>
          <w:rFonts w:cs="Georgia"/>
          <w:kern w:val="1"/>
        </w:rPr>
        <w:t>’</w:t>
      </w:r>
      <w:r>
        <w:rPr>
          <w:rFonts w:cs="Georgia"/>
          <w:kern w:val="1"/>
        </w:rPr>
        <w:t>années</w:t>
      </w:r>
      <w:r w:rsidR="000E1451">
        <w:rPr>
          <w:rFonts w:cs="Georgia"/>
          <w:kern w:val="1"/>
        </w:rPr>
        <w:t xml:space="preserve">, </w:t>
      </w:r>
      <w:r>
        <w:rPr>
          <w:rFonts w:cs="Georgia"/>
          <w:kern w:val="1"/>
        </w:rPr>
        <w:t>déjà fort peu débrouillard de nature</w:t>
      </w:r>
      <w:r w:rsidR="000E1451">
        <w:rPr>
          <w:rFonts w:cs="Georgia"/>
          <w:kern w:val="1"/>
        </w:rPr>
        <w:t xml:space="preserve">, </w:t>
      </w:r>
      <w:r>
        <w:rPr>
          <w:rFonts w:cs="Georgia"/>
          <w:kern w:val="1"/>
        </w:rPr>
        <w:t>et que les éclats du général avaient définitivement achevé d</w:t>
      </w:r>
      <w:r w:rsidR="000E1451">
        <w:rPr>
          <w:rFonts w:cs="Georgia"/>
          <w:kern w:val="1"/>
        </w:rPr>
        <w:t>’</w:t>
      </w:r>
      <w:r>
        <w:rPr>
          <w:rFonts w:cs="Georgia"/>
          <w:kern w:val="1"/>
        </w:rPr>
        <w:t>ahurir</w:t>
      </w:r>
      <w:r w:rsidR="000E1451">
        <w:rPr>
          <w:rFonts w:cs="Georgia"/>
          <w:kern w:val="1"/>
        </w:rPr>
        <w:t xml:space="preserve">. </w:t>
      </w:r>
      <w:r>
        <w:rPr>
          <w:rFonts w:cs="Georgia"/>
          <w:kern w:val="1"/>
        </w:rPr>
        <w:t>Sur ces entrefaites eurent lieu le départ du capitaine Elbing et la transformation du camp</w:t>
      </w:r>
      <w:r w:rsidR="000E1451">
        <w:rPr>
          <w:rFonts w:cs="Georgia"/>
          <w:kern w:val="1"/>
        </w:rPr>
        <w:t xml:space="preserve">. </w:t>
      </w:r>
      <w:r>
        <w:rPr>
          <w:rFonts w:cs="Georgia"/>
          <w:kern w:val="1"/>
        </w:rPr>
        <w:t>Puisque le système du kommando était en vigueur pour d</w:t>
      </w:r>
      <w:r w:rsidR="000E1451">
        <w:rPr>
          <w:rFonts w:cs="Georgia"/>
          <w:kern w:val="1"/>
        </w:rPr>
        <w:t>’</w:t>
      </w:r>
      <w:r>
        <w:rPr>
          <w:rFonts w:cs="Georgia"/>
          <w:kern w:val="1"/>
        </w:rPr>
        <w:t>autres prisonniers</w:t>
      </w:r>
      <w:r w:rsidR="000E1451">
        <w:rPr>
          <w:rFonts w:cs="Georgia"/>
          <w:kern w:val="1"/>
        </w:rPr>
        <w:t xml:space="preserve">, </w:t>
      </w:r>
      <w:r>
        <w:rPr>
          <w:rFonts w:cs="Georgia"/>
          <w:kern w:val="1"/>
        </w:rPr>
        <w:t>aucune raison ne s</w:t>
      </w:r>
      <w:r w:rsidR="000E1451">
        <w:rPr>
          <w:rFonts w:cs="Georgia"/>
          <w:kern w:val="1"/>
        </w:rPr>
        <w:t>’</w:t>
      </w:r>
      <w:r>
        <w:rPr>
          <w:rFonts w:cs="Georgia"/>
          <w:kern w:val="1"/>
        </w:rPr>
        <w:t>opposait à ce qu</w:t>
      </w:r>
      <w:r w:rsidR="000E1451">
        <w:rPr>
          <w:rFonts w:cs="Georgia"/>
          <w:kern w:val="1"/>
        </w:rPr>
        <w:t>’</w:t>
      </w:r>
      <w:r>
        <w:rPr>
          <w:rFonts w:cs="Georgia"/>
          <w:kern w:val="1"/>
        </w:rPr>
        <w:t xml:space="preserve">il me fût </w:t>
      </w:r>
      <w:r>
        <w:rPr>
          <w:rFonts w:cs="Georgia"/>
          <w:kern w:val="1"/>
        </w:rPr>
        <w:lastRenderedPageBreak/>
        <w:t>appliqué</w:t>
      </w:r>
      <w:r w:rsidR="000E1451">
        <w:rPr>
          <w:rFonts w:cs="Georgia"/>
          <w:kern w:val="1"/>
        </w:rPr>
        <w:t xml:space="preserve">. </w:t>
      </w:r>
      <w:r>
        <w:rPr>
          <w:rFonts w:cs="Georgia"/>
          <w:kern w:val="1"/>
        </w:rPr>
        <w:t>Mon sort fut réglé en deux mots par le général</w:t>
      </w:r>
      <w:r w:rsidR="000E1451">
        <w:rPr>
          <w:rFonts w:cs="Georgia"/>
          <w:kern w:val="1"/>
        </w:rPr>
        <w:t xml:space="preserve">, </w:t>
      </w:r>
      <w:r>
        <w:rPr>
          <w:rFonts w:cs="Georgia"/>
          <w:kern w:val="1"/>
        </w:rPr>
        <w:t>trop heureux d</w:t>
      </w:r>
      <w:r w:rsidR="000E1451">
        <w:rPr>
          <w:rFonts w:cs="Georgia"/>
          <w:kern w:val="1"/>
        </w:rPr>
        <w:t>’</w:t>
      </w:r>
      <w:r>
        <w:rPr>
          <w:rFonts w:cs="Georgia"/>
          <w:kern w:val="1"/>
        </w:rPr>
        <w:t>agir comme si c</w:t>
      </w:r>
      <w:r w:rsidR="000E1451">
        <w:rPr>
          <w:rFonts w:cs="Georgia"/>
          <w:kern w:val="1"/>
        </w:rPr>
        <w:t>’</w:t>
      </w:r>
      <w:r>
        <w:rPr>
          <w:rFonts w:cs="Georgia"/>
          <w:kern w:val="1"/>
        </w:rPr>
        <w:t>était lui qui avait eu cette idée</w:t>
      </w:r>
      <w:r w:rsidR="000E1451">
        <w:rPr>
          <w:rFonts w:cs="Georgia"/>
          <w:kern w:val="1"/>
        </w:rPr>
        <w:t xml:space="preserve">, </w:t>
      </w:r>
      <w:r>
        <w:rPr>
          <w:rFonts w:cs="Georgia"/>
          <w:kern w:val="1"/>
        </w:rPr>
        <w:t>alors que j</w:t>
      </w:r>
      <w:r w:rsidR="000E1451">
        <w:rPr>
          <w:rFonts w:cs="Georgia"/>
          <w:kern w:val="1"/>
        </w:rPr>
        <w:t>’</w:t>
      </w:r>
      <w:r>
        <w:rPr>
          <w:rFonts w:cs="Georgia"/>
          <w:kern w:val="1"/>
        </w:rPr>
        <w:t>ai de bonnes raisons de croire qu</w:t>
      </w:r>
      <w:r w:rsidR="000E1451">
        <w:rPr>
          <w:rFonts w:cs="Georgia"/>
          <w:kern w:val="1"/>
        </w:rPr>
        <w:t>’</w:t>
      </w:r>
      <w:r>
        <w:rPr>
          <w:rFonts w:cs="Georgia"/>
          <w:kern w:val="1"/>
        </w:rPr>
        <w:t>elle lui fut suggérée par sa nièce</w:t>
      </w:r>
      <w:r w:rsidR="000E1451">
        <w:rPr>
          <w:rFonts w:cs="Georgia"/>
          <w:kern w:val="1"/>
        </w:rPr>
        <w:t xml:space="preserve">. </w:t>
      </w:r>
      <w:r>
        <w:rPr>
          <w:rFonts w:cs="Georgia"/>
          <w:kern w:val="1"/>
        </w:rPr>
        <w:t>Un beau matin</w:t>
      </w:r>
      <w:r w:rsidR="000E1451">
        <w:rPr>
          <w:rFonts w:cs="Georgia"/>
          <w:kern w:val="1"/>
        </w:rPr>
        <w:t xml:space="preserve">, </w:t>
      </w:r>
      <w:r>
        <w:rPr>
          <w:rFonts w:cs="Georgia"/>
          <w:kern w:val="1"/>
        </w:rPr>
        <w:t>le vieux feldwebel qui dirigeait maintenant ce qui restait du camp fut convoqué à Reichendorf</w:t>
      </w:r>
      <w:r w:rsidR="000E1451">
        <w:rPr>
          <w:rFonts w:cs="Georgia"/>
          <w:kern w:val="1"/>
        </w:rPr>
        <w:t xml:space="preserve">. </w:t>
      </w:r>
      <w:r>
        <w:rPr>
          <w:rFonts w:cs="Georgia"/>
          <w:kern w:val="1"/>
        </w:rPr>
        <w:t>Il s</w:t>
      </w:r>
      <w:r w:rsidR="000E1451">
        <w:rPr>
          <w:rFonts w:cs="Georgia"/>
          <w:kern w:val="1"/>
        </w:rPr>
        <w:t>’</w:t>
      </w:r>
      <w:r>
        <w:rPr>
          <w:rFonts w:cs="Georgia"/>
          <w:kern w:val="1"/>
        </w:rPr>
        <w:t>entendit notifier</w:t>
      </w:r>
      <w:r w:rsidR="000E1451">
        <w:rPr>
          <w:rFonts w:cs="Georgia"/>
          <w:kern w:val="1"/>
        </w:rPr>
        <w:t xml:space="preserve">, </w:t>
      </w:r>
      <w:r>
        <w:rPr>
          <w:rFonts w:cs="Georgia"/>
          <w:kern w:val="1"/>
        </w:rPr>
        <w:t>au garde-à-vous</w:t>
      </w:r>
      <w:r w:rsidR="000E1451">
        <w:rPr>
          <w:rFonts w:cs="Georgia"/>
          <w:kern w:val="1"/>
        </w:rPr>
        <w:t xml:space="preserve">, </w:t>
      </w:r>
      <w:r>
        <w:rPr>
          <w:rFonts w:cs="Georgia"/>
          <w:kern w:val="1"/>
        </w:rPr>
        <w:t>le désir du général</w:t>
      </w:r>
      <w:r w:rsidR="000E1451">
        <w:rPr>
          <w:rFonts w:cs="Georgia"/>
          <w:kern w:val="1"/>
        </w:rPr>
        <w:t xml:space="preserve">. </w:t>
      </w:r>
      <w:r>
        <w:rPr>
          <w:rFonts w:cs="Georgia"/>
          <w:kern w:val="1"/>
        </w:rPr>
        <w:t>Le même jour</w:t>
      </w:r>
      <w:r w:rsidR="000E1451">
        <w:rPr>
          <w:rFonts w:cs="Georgia"/>
          <w:kern w:val="1"/>
        </w:rPr>
        <w:t xml:space="preserve">, </w:t>
      </w:r>
      <w:r>
        <w:rPr>
          <w:rFonts w:cs="Georgia"/>
          <w:kern w:val="1"/>
        </w:rPr>
        <w:t>mon gardien arriva au château à l</w:t>
      </w:r>
      <w:r w:rsidR="000E1451">
        <w:rPr>
          <w:rFonts w:cs="Georgia"/>
          <w:kern w:val="1"/>
        </w:rPr>
        <w:t>’</w:t>
      </w:r>
      <w:r>
        <w:rPr>
          <w:rFonts w:cs="Georgia"/>
          <w:kern w:val="1"/>
        </w:rPr>
        <w:t>heure ordinaire</w:t>
      </w:r>
      <w:r w:rsidR="000E1451">
        <w:rPr>
          <w:rFonts w:cs="Georgia"/>
          <w:kern w:val="1"/>
        </w:rPr>
        <w:t xml:space="preserve">, </w:t>
      </w:r>
      <w:r>
        <w:rPr>
          <w:rFonts w:cs="Georgia"/>
          <w:kern w:val="1"/>
        </w:rPr>
        <w:t>mais</w:t>
      </w:r>
      <w:r w:rsidR="000E1451">
        <w:rPr>
          <w:rFonts w:cs="Georgia"/>
          <w:kern w:val="1"/>
        </w:rPr>
        <w:t xml:space="preserve">, </w:t>
      </w:r>
      <w:r>
        <w:rPr>
          <w:rFonts w:cs="Georgia"/>
          <w:kern w:val="1"/>
        </w:rPr>
        <w:t>cette fois</w:t>
      </w:r>
      <w:r w:rsidR="000E1451">
        <w:rPr>
          <w:rFonts w:cs="Georgia"/>
          <w:kern w:val="1"/>
        </w:rPr>
        <w:t xml:space="preserve">, </w:t>
      </w:r>
      <w:r>
        <w:rPr>
          <w:rFonts w:cs="Georgia"/>
          <w:kern w:val="1"/>
        </w:rPr>
        <w:t>ce ne fut pas pour me ramener avec lui</w:t>
      </w:r>
      <w:r w:rsidR="000E1451">
        <w:rPr>
          <w:rFonts w:cs="Georgia"/>
          <w:kern w:val="1"/>
        </w:rPr>
        <w:t xml:space="preserve">. </w:t>
      </w:r>
      <w:r>
        <w:rPr>
          <w:rFonts w:cs="Georgia"/>
          <w:kern w:val="1"/>
        </w:rPr>
        <w:t>Il était chargé d</w:t>
      </w:r>
      <w:r w:rsidR="000E1451">
        <w:rPr>
          <w:rFonts w:cs="Georgia"/>
          <w:kern w:val="1"/>
        </w:rPr>
        <w:t>’</w:t>
      </w:r>
      <w:r>
        <w:rPr>
          <w:rFonts w:cs="Georgia"/>
          <w:kern w:val="1"/>
        </w:rPr>
        <w:t>un sac à distribution dans lequel tenait très à l</w:t>
      </w:r>
      <w:r w:rsidR="000E1451">
        <w:rPr>
          <w:rFonts w:cs="Georgia"/>
          <w:kern w:val="1"/>
        </w:rPr>
        <w:t>’</w:t>
      </w:r>
      <w:r>
        <w:rPr>
          <w:rFonts w:cs="Georgia"/>
          <w:kern w:val="1"/>
        </w:rPr>
        <w:t>aise mon humble bagage de prisonnier</w:t>
      </w:r>
      <w:r w:rsidR="000E1451">
        <w:rPr>
          <w:rFonts w:cs="Georgia"/>
          <w:kern w:val="1"/>
        </w:rPr>
        <w:t xml:space="preserve">. </w:t>
      </w:r>
      <w:r>
        <w:rPr>
          <w:rFonts w:cs="Georgia"/>
          <w:kern w:val="1"/>
        </w:rPr>
        <w:t>Le tout fut installé dans une chambrette du rez-de-chaussée où Dominica</w:t>
      </w:r>
      <w:r w:rsidR="000E1451">
        <w:rPr>
          <w:rFonts w:cs="Georgia"/>
          <w:kern w:val="1"/>
        </w:rPr>
        <w:t xml:space="preserve">, </w:t>
      </w:r>
      <w:r>
        <w:rPr>
          <w:rFonts w:cs="Georgia"/>
          <w:kern w:val="1"/>
        </w:rPr>
        <w:t>assistée du jeune ahuri</w:t>
      </w:r>
      <w:r w:rsidR="000E1451">
        <w:rPr>
          <w:rFonts w:cs="Georgia"/>
          <w:kern w:val="1"/>
        </w:rPr>
        <w:t xml:space="preserve">, </w:t>
      </w:r>
      <w:r>
        <w:rPr>
          <w:rFonts w:cs="Georgia"/>
          <w:kern w:val="1"/>
        </w:rPr>
        <w:t>vint me dresser un lit</w:t>
      </w:r>
      <w:r w:rsidR="000E1451">
        <w:rPr>
          <w:rFonts w:cs="Georgia"/>
          <w:kern w:val="1"/>
        </w:rPr>
        <w:t xml:space="preserve">. </w:t>
      </w:r>
      <w:r>
        <w:rPr>
          <w:rFonts w:cs="Georgia"/>
          <w:kern w:val="1"/>
        </w:rPr>
        <w:t>Ce fut le 2</w:t>
      </w:r>
      <w:r w:rsidR="000E1451">
        <w:rPr>
          <w:rFonts w:cs="Georgia"/>
          <w:kern w:val="1"/>
        </w:rPr>
        <w:t>1 août</w:t>
      </w:r>
      <w:r>
        <w:rPr>
          <w:rFonts w:cs="Georgia"/>
          <w:kern w:val="1"/>
        </w:rPr>
        <w:t xml:space="preserve"> que je passai ma première nuit à Reichendorf</w:t>
      </w:r>
      <w:r w:rsidR="000E1451">
        <w:rPr>
          <w:rFonts w:cs="Georgia"/>
          <w:kern w:val="1"/>
        </w:rPr>
        <w:t xml:space="preserve">. </w:t>
      </w:r>
      <w:r>
        <w:rPr>
          <w:rFonts w:cs="Georgia"/>
          <w:kern w:val="1"/>
        </w:rPr>
        <w:t>Le soir</w:t>
      </w:r>
      <w:r w:rsidR="000E1451">
        <w:rPr>
          <w:rFonts w:cs="Georgia"/>
          <w:kern w:val="1"/>
        </w:rPr>
        <w:t xml:space="preserve">, </w:t>
      </w:r>
      <w:r>
        <w:rPr>
          <w:rFonts w:cs="Georgia"/>
          <w:kern w:val="1"/>
        </w:rPr>
        <w:t>lorsque ma tâche fut terminée</w:t>
      </w:r>
      <w:r w:rsidR="000E1451">
        <w:rPr>
          <w:rFonts w:cs="Georgia"/>
          <w:kern w:val="1"/>
        </w:rPr>
        <w:t xml:space="preserve">, </w:t>
      </w:r>
      <w:r>
        <w:rPr>
          <w:rFonts w:cs="Georgia"/>
          <w:kern w:val="1"/>
        </w:rPr>
        <w:t>et que le silence et l</w:t>
      </w:r>
      <w:r w:rsidR="000E1451">
        <w:rPr>
          <w:rFonts w:cs="Georgia"/>
          <w:kern w:val="1"/>
        </w:rPr>
        <w:t>’</w:t>
      </w:r>
      <w:r>
        <w:rPr>
          <w:rFonts w:cs="Georgia"/>
          <w:kern w:val="1"/>
        </w:rPr>
        <w:t>ombre eurent enseveli le château</w:t>
      </w:r>
      <w:r w:rsidR="000E1451">
        <w:rPr>
          <w:rFonts w:cs="Georgia"/>
          <w:kern w:val="1"/>
        </w:rPr>
        <w:t xml:space="preserve">, </w:t>
      </w:r>
      <w:r>
        <w:rPr>
          <w:rFonts w:cs="Georgia"/>
          <w:kern w:val="1"/>
        </w:rPr>
        <w:t>j</w:t>
      </w:r>
      <w:r w:rsidR="000E1451">
        <w:rPr>
          <w:rFonts w:cs="Georgia"/>
          <w:kern w:val="1"/>
        </w:rPr>
        <w:t>’</w:t>
      </w:r>
      <w:r>
        <w:rPr>
          <w:rFonts w:cs="Georgia"/>
          <w:kern w:val="1"/>
        </w:rPr>
        <w:t>ouvris doucement la fenêtre de ma chambre</w:t>
      </w:r>
      <w:r w:rsidR="000E1451">
        <w:rPr>
          <w:rFonts w:cs="Georgia"/>
          <w:kern w:val="1"/>
        </w:rPr>
        <w:t xml:space="preserve">. </w:t>
      </w:r>
      <w:r>
        <w:rPr>
          <w:rFonts w:cs="Georgia"/>
          <w:kern w:val="1"/>
        </w:rPr>
        <w:t>Je m</w:t>
      </w:r>
      <w:r w:rsidR="000E1451">
        <w:rPr>
          <w:rFonts w:cs="Georgia"/>
          <w:kern w:val="1"/>
        </w:rPr>
        <w:t>’</w:t>
      </w:r>
      <w:r>
        <w:rPr>
          <w:rFonts w:cs="Georgia"/>
          <w:kern w:val="1"/>
        </w:rPr>
        <w:t>accoudai à l</w:t>
      </w:r>
      <w:r w:rsidR="000E1451">
        <w:rPr>
          <w:rFonts w:cs="Georgia"/>
          <w:kern w:val="1"/>
        </w:rPr>
        <w:t>’</w:t>
      </w:r>
      <w:r>
        <w:rPr>
          <w:rFonts w:cs="Georgia"/>
          <w:kern w:val="1"/>
        </w:rPr>
        <w:t>appui de pierre</w:t>
      </w:r>
      <w:r w:rsidR="000E1451">
        <w:rPr>
          <w:rFonts w:cs="Georgia"/>
          <w:kern w:val="1"/>
        </w:rPr>
        <w:t xml:space="preserve">. </w:t>
      </w:r>
      <w:r>
        <w:rPr>
          <w:rFonts w:cs="Georgia"/>
          <w:kern w:val="1"/>
        </w:rPr>
        <w:t>En face de moi</w:t>
      </w:r>
      <w:r w:rsidR="000E1451">
        <w:rPr>
          <w:rFonts w:cs="Georgia"/>
          <w:kern w:val="1"/>
        </w:rPr>
        <w:t xml:space="preserve">, </w:t>
      </w:r>
      <w:r>
        <w:rPr>
          <w:rFonts w:cs="Georgia"/>
          <w:kern w:val="1"/>
        </w:rPr>
        <w:t>sur l</w:t>
      </w:r>
      <w:r w:rsidR="000E1451">
        <w:rPr>
          <w:rFonts w:cs="Georgia"/>
          <w:kern w:val="1"/>
        </w:rPr>
        <w:t>’</w:t>
      </w:r>
      <w:r>
        <w:rPr>
          <w:rFonts w:cs="Georgia"/>
          <w:kern w:val="1"/>
        </w:rPr>
        <w:t>étang obscur</w:t>
      </w:r>
      <w:r w:rsidR="000E1451">
        <w:rPr>
          <w:rFonts w:cs="Georgia"/>
          <w:kern w:val="1"/>
        </w:rPr>
        <w:t xml:space="preserve">, </w:t>
      </w:r>
      <w:r>
        <w:rPr>
          <w:rFonts w:cs="Georgia"/>
          <w:kern w:val="1"/>
        </w:rPr>
        <w:t>un large rectangle jaune s</w:t>
      </w:r>
      <w:r w:rsidR="000E1451">
        <w:rPr>
          <w:rFonts w:cs="Georgia"/>
          <w:kern w:val="1"/>
        </w:rPr>
        <w:t>’</w:t>
      </w:r>
      <w:r>
        <w:rPr>
          <w:rFonts w:cs="Georgia"/>
          <w:kern w:val="1"/>
        </w:rPr>
        <w:t>étendait</w:t>
      </w:r>
      <w:r w:rsidR="000E1451">
        <w:rPr>
          <w:rFonts w:cs="Georgia"/>
          <w:kern w:val="1"/>
        </w:rPr>
        <w:t xml:space="preserve">, </w:t>
      </w:r>
      <w:r>
        <w:rPr>
          <w:rFonts w:cs="Georgia"/>
          <w:kern w:val="1"/>
        </w:rPr>
        <w:t>tout scintillant de rides brillantes</w:t>
      </w:r>
      <w:r w:rsidR="000E1451">
        <w:rPr>
          <w:rFonts w:cs="Georgia"/>
          <w:kern w:val="1"/>
        </w:rPr>
        <w:t xml:space="preserve">. </w:t>
      </w:r>
      <w:r>
        <w:rPr>
          <w:rFonts w:cs="Georgia"/>
          <w:kern w:val="1"/>
        </w:rPr>
        <w:t>C</w:t>
      </w:r>
      <w:r w:rsidR="000E1451">
        <w:rPr>
          <w:rFonts w:cs="Georgia"/>
          <w:kern w:val="1"/>
        </w:rPr>
        <w:t>’</w:t>
      </w:r>
      <w:r>
        <w:rPr>
          <w:rFonts w:cs="Georgia"/>
          <w:kern w:val="1"/>
        </w:rPr>
        <w:t>était le reflet de l</w:t>
      </w:r>
      <w:r w:rsidR="000E1451">
        <w:rPr>
          <w:rFonts w:cs="Georgia"/>
          <w:kern w:val="1"/>
        </w:rPr>
        <w:t>’</w:t>
      </w:r>
      <w:r>
        <w:rPr>
          <w:rFonts w:cs="Georgia"/>
          <w:kern w:val="1"/>
        </w:rPr>
        <w:t>électricité</w:t>
      </w:r>
      <w:r w:rsidR="000E1451">
        <w:rPr>
          <w:rFonts w:cs="Georgia"/>
          <w:kern w:val="1"/>
        </w:rPr>
        <w:t xml:space="preserve">, </w:t>
      </w:r>
      <w:r>
        <w:rPr>
          <w:rFonts w:cs="Georgia"/>
          <w:kern w:val="1"/>
        </w:rPr>
        <w:t>allumée dans la chambre d</w:t>
      </w:r>
      <w:r w:rsidR="000E1451">
        <w:rPr>
          <w:rFonts w:cs="Georgia"/>
          <w:kern w:val="1"/>
        </w:rPr>
        <w:t>’</w:t>
      </w:r>
      <w:r>
        <w:rPr>
          <w:rFonts w:cs="Georgia"/>
          <w:kern w:val="1"/>
        </w:rPr>
        <w:t>Axelle</w:t>
      </w:r>
      <w:r w:rsidR="000E1451">
        <w:rPr>
          <w:rFonts w:cs="Georgia"/>
          <w:kern w:val="1"/>
        </w:rPr>
        <w:t xml:space="preserve">. </w:t>
      </w:r>
      <w:r>
        <w:rPr>
          <w:rFonts w:cs="Georgia"/>
          <w:kern w:val="1"/>
        </w:rPr>
        <w:t>Bientôt</w:t>
      </w:r>
      <w:r w:rsidR="000E1451">
        <w:rPr>
          <w:rFonts w:cs="Georgia"/>
          <w:kern w:val="1"/>
        </w:rPr>
        <w:t xml:space="preserve">, </w:t>
      </w:r>
      <w:r>
        <w:rPr>
          <w:rFonts w:cs="Georgia"/>
          <w:kern w:val="1"/>
        </w:rPr>
        <w:t>je vis une silhouette</w:t>
      </w:r>
      <w:r w:rsidR="000E1451">
        <w:rPr>
          <w:rFonts w:cs="Georgia"/>
          <w:kern w:val="1"/>
        </w:rPr>
        <w:t xml:space="preserve">, </w:t>
      </w:r>
      <w:r>
        <w:rPr>
          <w:rFonts w:cs="Georgia"/>
          <w:kern w:val="1"/>
        </w:rPr>
        <w:t>qui était la sienne</w:t>
      </w:r>
      <w:r w:rsidR="000E1451">
        <w:rPr>
          <w:rFonts w:cs="Georgia"/>
          <w:kern w:val="1"/>
        </w:rPr>
        <w:t xml:space="preserve">, </w:t>
      </w:r>
      <w:r>
        <w:rPr>
          <w:rFonts w:cs="Georgia"/>
          <w:kern w:val="1"/>
        </w:rPr>
        <w:t>projeter son ombre sur les eaux</w:t>
      </w:r>
      <w:r w:rsidR="000E1451">
        <w:rPr>
          <w:rFonts w:cs="Georgia"/>
          <w:kern w:val="1"/>
        </w:rPr>
        <w:t xml:space="preserve">, </w:t>
      </w:r>
      <w:r>
        <w:rPr>
          <w:rFonts w:cs="Georgia"/>
          <w:kern w:val="1"/>
        </w:rPr>
        <w:t>à l</w:t>
      </w:r>
      <w:r w:rsidR="000E1451">
        <w:rPr>
          <w:rFonts w:cs="Georgia"/>
          <w:kern w:val="1"/>
        </w:rPr>
        <w:t>’</w:t>
      </w:r>
      <w:r>
        <w:rPr>
          <w:rFonts w:cs="Georgia"/>
          <w:kern w:val="1"/>
        </w:rPr>
        <w:t>intérieur du rectangle</w:t>
      </w:r>
      <w:r w:rsidR="000E1451">
        <w:rPr>
          <w:rFonts w:cs="Georgia"/>
          <w:kern w:val="1"/>
        </w:rPr>
        <w:t>. M</w:t>
      </w:r>
      <w:r w:rsidR="000E1451" w:rsidRPr="000E1451">
        <w:rPr>
          <w:rFonts w:cs="Georgia"/>
          <w:kern w:val="1"/>
          <w:vertAlign w:val="superscript"/>
        </w:rPr>
        <w:t>lle</w:t>
      </w:r>
      <w:r w:rsidR="000E1451">
        <w:rPr>
          <w:rFonts w:cs="Georgia"/>
          <w:kern w:val="1"/>
        </w:rPr>
        <w:t> de </w:t>
      </w:r>
      <w:r>
        <w:rPr>
          <w:rFonts w:cs="Georgia"/>
          <w:kern w:val="1"/>
        </w:rPr>
        <w:t>Mirrbach était à son balcon</w:t>
      </w:r>
      <w:r w:rsidR="000E1451">
        <w:rPr>
          <w:rFonts w:cs="Georgia"/>
          <w:kern w:val="1"/>
        </w:rPr>
        <w:t xml:space="preserve">, </w:t>
      </w:r>
      <w:r>
        <w:rPr>
          <w:rFonts w:cs="Georgia"/>
          <w:kern w:val="1"/>
        </w:rPr>
        <w:t>juste au-dessus de moi</w:t>
      </w:r>
      <w:r w:rsidR="000E1451">
        <w:rPr>
          <w:rFonts w:cs="Georgia"/>
          <w:kern w:val="1"/>
        </w:rPr>
        <w:t xml:space="preserve">. </w:t>
      </w:r>
      <w:r>
        <w:rPr>
          <w:rFonts w:cs="Georgia"/>
          <w:kern w:val="1"/>
        </w:rPr>
        <w:t>Nous restâmes tous deux longtemps ainsi</w:t>
      </w:r>
      <w:r w:rsidR="000E1451">
        <w:rPr>
          <w:rFonts w:cs="Georgia"/>
          <w:kern w:val="1"/>
        </w:rPr>
        <w:t xml:space="preserve">. </w:t>
      </w:r>
      <w:r>
        <w:rPr>
          <w:rFonts w:cs="Georgia"/>
          <w:kern w:val="1"/>
        </w:rPr>
        <w:t>Le moindre soupir que j</w:t>
      </w:r>
      <w:r w:rsidR="000E1451">
        <w:rPr>
          <w:rFonts w:cs="Georgia"/>
          <w:kern w:val="1"/>
        </w:rPr>
        <w:t>’</w:t>
      </w:r>
      <w:r>
        <w:rPr>
          <w:rFonts w:cs="Georgia"/>
          <w:kern w:val="1"/>
        </w:rPr>
        <w:t>eusse laissé échapper serait monté lentement vers elle</w:t>
      </w:r>
      <w:r w:rsidR="000E1451">
        <w:rPr>
          <w:rFonts w:cs="Georgia"/>
          <w:kern w:val="1"/>
        </w:rPr>
        <w:t xml:space="preserve">, </w:t>
      </w:r>
      <w:r>
        <w:rPr>
          <w:rFonts w:cs="Georgia"/>
          <w:kern w:val="1"/>
        </w:rPr>
        <w:t>comme du fond d</w:t>
      </w:r>
      <w:r w:rsidR="000E1451">
        <w:rPr>
          <w:rFonts w:cs="Georgia"/>
          <w:kern w:val="1"/>
        </w:rPr>
        <w:t>’</w:t>
      </w:r>
      <w:r>
        <w:rPr>
          <w:rFonts w:cs="Georgia"/>
          <w:kern w:val="1"/>
        </w:rPr>
        <w:t>un marais endormi se détache et s</w:t>
      </w:r>
      <w:r w:rsidR="000E1451">
        <w:rPr>
          <w:rFonts w:cs="Georgia"/>
          <w:kern w:val="1"/>
        </w:rPr>
        <w:t>’</w:t>
      </w:r>
      <w:r>
        <w:rPr>
          <w:rFonts w:cs="Georgia"/>
          <w:kern w:val="1"/>
        </w:rPr>
        <w:t>élève une bulle d</w:t>
      </w:r>
      <w:r w:rsidR="000E1451">
        <w:rPr>
          <w:rFonts w:cs="Georgia"/>
          <w:kern w:val="1"/>
        </w:rPr>
        <w:t>’</w:t>
      </w:r>
      <w:r>
        <w:rPr>
          <w:rFonts w:cs="Georgia"/>
          <w:kern w:val="1"/>
        </w:rPr>
        <w:t>air demeurée trop longtemps captive</w:t>
      </w:r>
      <w:r w:rsidR="000E1451">
        <w:rPr>
          <w:rFonts w:cs="Georgia"/>
          <w:kern w:val="1"/>
        </w:rPr>
        <w:t>.</w:t>
      </w:r>
    </w:p>
    <w:p w14:paraId="2D012D0B" w14:textId="77777777" w:rsidR="000E1451" w:rsidRDefault="00BE611A" w:rsidP="00BE611A">
      <w:pPr>
        <w:rPr>
          <w:rFonts w:cs="Georgia"/>
          <w:kern w:val="1"/>
        </w:rPr>
      </w:pPr>
      <w:r>
        <w:rPr>
          <w:rFonts w:cs="Georgia"/>
          <w:kern w:val="1"/>
        </w:rPr>
        <w:t>Le matin</w:t>
      </w:r>
      <w:r w:rsidR="000E1451">
        <w:rPr>
          <w:rFonts w:cs="Georgia"/>
          <w:kern w:val="1"/>
        </w:rPr>
        <w:t xml:space="preserve">, </w:t>
      </w:r>
      <w:r>
        <w:rPr>
          <w:rFonts w:cs="Georgia"/>
          <w:kern w:val="1"/>
        </w:rPr>
        <w:t>Axelle sortait pour une de ces mystérieuses promenades au bord de la mer dans lesquelles je n</w:t>
      </w:r>
      <w:r w:rsidR="000E1451">
        <w:rPr>
          <w:rFonts w:cs="Georgia"/>
          <w:kern w:val="1"/>
        </w:rPr>
        <w:t>’</w:t>
      </w:r>
      <w:r>
        <w:rPr>
          <w:rFonts w:cs="Georgia"/>
          <w:kern w:val="1"/>
        </w:rPr>
        <w:t>avais plus insisté pour l</w:t>
      </w:r>
      <w:r w:rsidR="000E1451">
        <w:rPr>
          <w:rFonts w:cs="Georgia"/>
          <w:kern w:val="1"/>
        </w:rPr>
        <w:t>’</w:t>
      </w:r>
      <w:r>
        <w:rPr>
          <w:rFonts w:cs="Georgia"/>
          <w:kern w:val="1"/>
        </w:rPr>
        <w:t>accompagner depuis que j</w:t>
      </w:r>
      <w:r w:rsidR="000E1451">
        <w:rPr>
          <w:rFonts w:cs="Georgia"/>
          <w:kern w:val="1"/>
        </w:rPr>
        <w:t>’</w:t>
      </w:r>
      <w:r>
        <w:rPr>
          <w:rFonts w:cs="Georgia"/>
          <w:kern w:val="1"/>
        </w:rPr>
        <w:t>étais parvenu à en connaître le but</w:t>
      </w:r>
      <w:r w:rsidR="000E1451">
        <w:rPr>
          <w:rFonts w:cs="Georgia"/>
          <w:kern w:val="1"/>
        </w:rPr>
        <w:t xml:space="preserve">. </w:t>
      </w:r>
      <w:r>
        <w:rPr>
          <w:rFonts w:cs="Georgia"/>
          <w:kern w:val="1"/>
        </w:rPr>
        <w:t>De mon côté</w:t>
      </w:r>
      <w:r w:rsidR="000E1451">
        <w:rPr>
          <w:rFonts w:cs="Georgia"/>
          <w:kern w:val="1"/>
        </w:rPr>
        <w:t xml:space="preserve">, </w:t>
      </w:r>
      <w:r>
        <w:rPr>
          <w:rFonts w:cs="Georgia"/>
          <w:kern w:val="1"/>
        </w:rPr>
        <w:t>j</w:t>
      </w:r>
      <w:r w:rsidR="000E1451">
        <w:rPr>
          <w:rFonts w:cs="Georgia"/>
          <w:kern w:val="1"/>
        </w:rPr>
        <w:t>’</w:t>
      </w:r>
      <w:r>
        <w:rPr>
          <w:rFonts w:cs="Georgia"/>
          <w:kern w:val="1"/>
        </w:rPr>
        <w:t>aidais de mon mieux Dominica</w:t>
      </w:r>
      <w:r w:rsidR="000E1451">
        <w:rPr>
          <w:rFonts w:cs="Georgia"/>
          <w:kern w:val="1"/>
        </w:rPr>
        <w:t xml:space="preserve">. </w:t>
      </w:r>
      <w:r>
        <w:rPr>
          <w:rFonts w:cs="Georgia"/>
          <w:kern w:val="1"/>
        </w:rPr>
        <w:t>Quand j</w:t>
      </w:r>
      <w:r w:rsidR="000E1451">
        <w:rPr>
          <w:rFonts w:cs="Georgia"/>
          <w:kern w:val="1"/>
        </w:rPr>
        <w:t>’</w:t>
      </w:r>
      <w:r>
        <w:rPr>
          <w:rFonts w:cs="Georgia"/>
          <w:kern w:val="1"/>
        </w:rPr>
        <w:t>avais terminé</w:t>
      </w:r>
      <w:r w:rsidR="000E1451">
        <w:rPr>
          <w:rFonts w:cs="Georgia"/>
          <w:kern w:val="1"/>
        </w:rPr>
        <w:t xml:space="preserve">, </w:t>
      </w:r>
      <w:r>
        <w:rPr>
          <w:rFonts w:cs="Georgia"/>
          <w:kern w:val="1"/>
        </w:rPr>
        <w:t>je prenais la canardière de Gottlieb</w:t>
      </w:r>
      <w:r w:rsidR="000E1451">
        <w:rPr>
          <w:rFonts w:cs="Georgia"/>
          <w:kern w:val="1"/>
        </w:rPr>
        <w:t xml:space="preserve">, </w:t>
      </w:r>
      <w:r>
        <w:rPr>
          <w:rFonts w:cs="Georgia"/>
          <w:kern w:val="1"/>
        </w:rPr>
        <w:t>à la grande envie du jeune ahuri</w:t>
      </w:r>
      <w:r w:rsidR="000E1451">
        <w:rPr>
          <w:rFonts w:cs="Georgia"/>
          <w:kern w:val="1"/>
        </w:rPr>
        <w:t xml:space="preserve">, </w:t>
      </w:r>
      <w:r>
        <w:rPr>
          <w:rFonts w:cs="Georgia"/>
          <w:kern w:val="1"/>
        </w:rPr>
        <w:t>dont la chasse était la seule besogne pour laquelle il eût quelque aptitude</w:t>
      </w:r>
      <w:r w:rsidR="000E1451">
        <w:rPr>
          <w:rFonts w:cs="Georgia"/>
          <w:kern w:val="1"/>
        </w:rPr>
        <w:t xml:space="preserve">. </w:t>
      </w:r>
      <w:r>
        <w:rPr>
          <w:rFonts w:cs="Georgia"/>
          <w:kern w:val="1"/>
        </w:rPr>
        <w:lastRenderedPageBreak/>
        <w:t>Je gagnais les marais</w:t>
      </w:r>
      <w:r w:rsidR="000E1451">
        <w:rPr>
          <w:rFonts w:cs="Georgia"/>
          <w:kern w:val="1"/>
        </w:rPr>
        <w:t xml:space="preserve">, </w:t>
      </w:r>
      <w:r>
        <w:rPr>
          <w:rFonts w:cs="Georgia"/>
          <w:kern w:val="1"/>
        </w:rPr>
        <w:t>bizarre chasseur qui ne tira jamais un coup de fusil et à qui l</w:t>
      </w:r>
      <w:r w:rsidR="000E1451">
        <w:rPr>
          <w:rFonts w:cs="Georgia"/>
          <w:kern w:val="1"/>
        </w:rPr>
        <w:t>’</w:t>
      </w:r>
      <w:r>
        <w:rPr>
          <w:rFonts w:cs="Georgia"/>
          <w:kern w:val="1"/>
        </w:rPr>
        <w:t>idée ne venait même pas de coucher en joue les bandes de sarcelles</w:t>
      </w:r>
      <w:r w:rsidR="000E1451">
        <w:rPr>
          <w:rFonts w:cs="Georgia"/>
          <w:kern w:val="1"/>
        </w:rPr>
        <w:t xml:space="preserve">, </w:t>
      </w:r>
      <w:r>
        <w:rPr>
          <w:rFonts w:cs="Georgia"/>
          <w:kern w:val="1"/>
        </w:rPr>
        <w:t>éparses sur les eaux</w:t>
      </w:r>
      <w:r w:rsidR="000E1451">
        <w:rPr>
          <w:rFonts w:cs="Georgia"/>
          <w:kern w:val="1"/>
        </w:rPr>
        <w:t xml:space="preserve">, </w:t>
      </w:r>
      <w:r>
        <w:rPr>
          <w:rFonts w:cs="Georgia"/>
          <w:kern w:val="1"/>
        </w:rPr>
        <w:t>que l</w:t>
      </w:r>
      <w:r w:rsidR="000E1451">
        <w:rPr>
          <w:rFonts w:cs="Georgia"/>
          <w:kern w:val="1"/>
        </w:rPr>
        <w:t>’</w:t>
      </w:r>
      <w:r>
        <w:rPr>
          <w:rFonts w:cs="Georgia"/>
          <w:kern w:val="1"/>
        </w:rPr>
        <w:t>approche de l</w:t>
      </w:r>
      <w:r w:rsidR="000E1451">
        <w:rPr>
          <w:rFonts w:cs="Georgia"/>
          <w:kern w:val="1"/>
        </w:rPr>
        <w:t>’</w:t>
      </w:r>
      <w:r>
        <w:rPr>
          <w:rFonts w:cs="Georgia"/>
          <w:kern w:val="1"/>
        </w:rPr>
        <w:t>hiver commençait à frapper de somnolence</w:t>
      </w:r>
      <w:r w:rsidR="000E1451">
        <w:rPr>
          <w:rFonts w:cs="Georgia"/>
          <w:kern w:val="1"/>
        </w:rPr>
        <w:t xml:space="preserve">. </w:t>
      </w:r>
      <w:r>
        <w:rPr>
          <w:rFonts w:cs="Georgia"/>
          <w:kern w:val="1"/>
        </w:rPr>
        <w:t>Axelle m</w:t>
      </w:r>
      <w:r w:rsidR="000E1451">
        <w:rPr>
          <w:rFonts w:cs="Georgia"/>
          <w:kern w:val="1"/>
        </w:rPr>
        <w:t>’</w:t>
      </w:r>
      <w:r>
        <w:rPr>
          <w:rFonts w:cs="Georgia"/>
          <w:kern w:val="1"/>
        </w:rPr>
        <w:t>attendait</w:t>
      </w:r>
      <w:r w:rsidR="000E1451">
        <w:rPr>
          <w:rFonts w:cs="Georgia"/>
          <w:kern w:val="1"/>
        </w:rPr>
        <w:t xml:space="preserve">, </w:t>
      </w:r>
      <w:r>
        <w:rPr>
          <w:rFonts w:cs="Georgia"/>
          <w:kern w:val="1"/>
        </w:rPr>
        <w:t>dans le bosquet de bouleaux déjà dépouillé de presque toutes ses feuilles</w:t>
      </w:r>
      <w:r w:rsidR="000E1451">
        <w:rPr>
          <w:rFonts w:cs="Georgia"/>
          <w:kern w:val="1"/>
        </w:rPr>
        <w:t xml:space="preserve">. </w:t>
      </w:r>
      <w:r>
        <w:rPr>
          <w:rFonts w:cs="Georgia"/>
          <w:kern w:val="1"/>
        </w:rPr>
        <w:t>Nous rentrions lentement</w:t>
      </w:r>
      <w:r w:rsidR="000E1451">
        <w:rPr>
          <w:rFonts w:cs="Georgia"/>
          <w:kern w:val="1"/>
        </w:rPr>
        <w:t xml:space="preserve">, </w:t>
      </w:r>
      <w:r>
        <w:rPr>
          <w:rFonts w:cs="Georgia"/>
          <w:kern w:val="1"/>
        </w:rPr>
        <w:t>à travers l</w:t>
      </w:r>
      <w:r w:rsidR="000E1451">
        <w:rPr>
          <w:rFonts w:cs="Georgia"/>
          <w:kern w:val="1"/>
        </w:rPr>
        <w:t>’</w:t>
      </w:r>
      <w:r>
        <w:rPr>
          <w:rFonts w:cs="Georgia"/>
          <w:kern w:val="1"/>
        </w:rPr>
        <w:t>étendue grise</w:t>
      </w:r>
      <w:r w:rsidR="000E1451">
        <w:rPr>
          <w:rFonts w:cs="Georgia"/>
          <w:kern w:val="1"/>
        </w:rPr>
        <w:t xml:space="preserve">, </w:t>
      </w:r>
      <w:r>
        <w:rPr>
          <w:rFonts w:cs="Georgia"/>
          <w:kern w:val="1"/>
        </w:rPr>
        <w:t>contournant les flaques entourées de joncs immobiles</w:t>
      </w:r>
      <w:r w:rsidR="000E1451">
        <w:rPr>
          <w:rFonts w:cs="Georgia"/>
          <w:kern w:val="1"/>
        </w:rPr>
        <w:t xml:space="preserve">, </w:t>
      </w:r>
      <w:r>
        <w:rPr>
          <w:rFonts w:cs="Georgia"/>
          <w:kern w:val="1"/>
        </w:rPr>
        <w:t>imprimant sur le sable ou la tourbe la trace éphémère de nos pas</w:t>
      </w:r>
      <w:r w:rsidR="000E1451">
        <w:rPr>
          <w:rFonts w:cs="Georgia"/>
          <w:kern w:val="1"/>
        </w:rPr>
        <w:t>.</w:t>
      </w:r>
    </w:p>
    <w:p w14:paraId="2129D71D" w14:textId="77777777" w:rsidR="00BE611A" w:rsidRDefault="00BE611A" w:rsidP="00BE611A">
      <w:pPr>
        <w:rPr>
          <w:rFonts w:cs="Georgia"/>
          <w:kern w:val="1"/>
        </w:rPr>
      </w:pPr>
    </w:p>
    <w:p w14:paraId="5D2E3E63" w14:textId="77777777" w:rsidR="000E1451" w:rsidRDefault="00BE611A" w:rsidP="00BE611A">
      <w:pPr>
        <w:rPr>
          <w:rFonts w:cs="Georgia"/>
          <w:kern w:val="1"/>
        </w:rPr>
      </w:pPr>
      <w:r>
        <w:rPr>
          <w:rFonts w:cs="Georgia"/>
          <w:kern w:val="1"/>
        </w:rPr>
        <w:t>La première partie d</w:t>
      </w:r>
      <w:r w:rsidR="000E1451">
        <w:rPr>
          <w:rFonts w:cs="Georgia"/>
          <w:kern w:val="1"/>
        </w:rPr>
        <w:t>’</w:t>
      </w:r>
      <w:r>
        <w:rPr>
          <w:rFonts w:cs="Georgia"/>
          <w:kern w:val="1"/>
        </w:rPr>
        <w:t>octobre s</w:t>
      </w:r>
      <w:r w:rsidR="000E1451">
        <w:rPr>
          <w:rFonts w:cs="Georgia"/>
          <w:kern w:val="1"/>
        </w:rPr>
        <w:t>’</w:t>
      </w:r>
      <w:r>
        <w:rPr>
          <w:rFonts w:cs="Georgia"/>
          <w:kern w:val="1"/>
        </w:rPr>
        <w:t>écoula ainsi</w:t>
      </w:r>
      <w:r w:rsidR="000E1451">
        <w:rPr>
          <w:rFonts w:cs="Georgia"/>
          <w:kern w:val="1"/>
        </w:rPr>
        <w:t xml:space="preserve">. </w:t>
      </w:r>
      <w:r>
        <w:rPr>
          <w:rFonts w:cs="Georgia"/>
          <w:kern w:val="1"/>
        </w:rPr>
        <w:t>Le rôle que j</w:t>
      </w:r>
      <w:r w:rsidR="000E1451">
        <w:rPr>
          <w:rFonts w:cs="Georgia"/>
          <w:kern w:val="1"/>
        </w:rPr>
        <w:t>’</w:t>
      </w:r>
      <w:r>
        <w:rPr>
          <w:rFonts w:cs="Georgia"/>
          <w:kern w:val="1"/>
        </w:rPr>
        <w:t>avais assumé de jouer auprès du général devenait chaque jour plus difficile</w:t>
      </w:r>
      <w:r w:rsidR="000E1451">
        <w:rPr>
          <w:rFonts w:cs="Georgia"/>
          <w:kern w:val="1"/>
        </w:rPr>
        <w:t xml:space="preserve">. </w:t>
      </w:r>
      <w:r>
        <w:rPr>
          <w:rFonts w:cs="Georgia"/>
          <w:kern w:val="1"/>
        </w:rPr>
        <w:t>La Serbie était reconquise</w:t>
      </w:r>
      <w:r w:rsidR="000E1451">
        <w:rPr>
          <w:rFonts w:cs="Georgia"/>
          <w:kern w:val="1"/>
        </w:rPr>
        <w:t xml:space="preserve">. </w:t>
      </w:r>
      <w:r>
        <w:rPr>
          <w:rFonts w:cs="Georgia"/>
          <w:kern w:val="1"/>
        </w:rPr>
        <w:t>Les Français venaient d</w:t>
      </w:r>
      <w:r w:rsidR="000E1451">
        <w:rPr>
          <w:rFonts w:cs="Georgia"/>
          <w:kern w:val="1"/>
        </w:rPr>
        <w:t>’</w:t>
      </w:r>
      <w:r>
        <w:rPr>
          <w:rFonts w:cs="Georgia"/>
          <w:kern w:val="1"/>
        </w:rPr>
        <w:t>entrer à Sofia</w:t>
      </w:r>
      <w:r w:rsidR="000E1451">
        <w:rPr>
          <w:rFonts w:cs="Georgia"/>
          <w:kern w:val="1"/>
        </w:rPr>
        <w:t xml:space="preserve">. </w:t>
      </w:r>
      <w:r>
        <w:rPr>
          <w:rFonts w:cs="Georgia"/>
          <w:kern w:val="1"/>
        </w:rPr>
        <w:t>Dans les Flandres</w:t>
      </w:r>
      <w:r w:rsidR="000E1451">
        <w:rPr>
          <w:rFonts w:cs="Georgia"/>
          <w:kern w:val="1"/>
        </w:rPr>
        <w:t xml:space="preserve">, </w:t>
      </w:r>
      <w:r>
        <w:rPr>
          <w:rFonts w:cs="Georgia"/>
          <w:kern w:val="1"/>
        </w:rPr>
        <w:t>les armées allemandes refluaient partout en désordre</w:t>
      </w:r>
      <w:r w:rsidR="000E1451">
        <w:rPr>
          <w:rFonts w:cs="Georgia"/>
          <w:kern w:val="1"/>
        </w:rPr>
        <w:t xml:space="preserve">. </w:t>
      </w:r>
      <w:r>
        <w:rPr>
          <w:rFonts w:cs="Georgia"/>
          <w:kern w:val="1"/>
        </w:rPr>
        <w:t>Lille</w:t>
      </w:r>
      <w:r w:rsidR="000E1451">
        <w:rPr>
          <w:rFonts w:cs="Georgia"/>
          <w:kern w:val="1"/>
        </w:rPr>
        <w:t xml:space="preserve">, </w:t>
      </w:r>
      <w:r>
        <w:rPr>
          <w:rFonts w:cs="Georgia"/>
          <w:kern w:val="1"/>
        </w:rPr>
        <w:t>Douai</w:t>
      </w:r>
      <w:r w:rsidR="000E1451">
        <w:rPr>
          <w:rFonts w:cs="Georgia"/>
          <w:kern w:val="1"/>
        </w:rPr>
        <w:t xml:space="preserve">, </w:t>
      </w:r>
      <w:r>
        <w:rPr>
          <w:rFonts w:cs="Georgia"/>
          <w:kern w:val="1"/>
        </w:rPr>
        <w:t>Ostende étaient repris</w:t>
      </w:r>
      <w:r w:rsidR="000E1451">
        <w:rPr>
          <w:rFonts w:cs="Georgia"/>
          <w:kern w:val="1"/>
        </w:rPr>
        <w:t xml:space="preserve">. </w:t>
      </w:r>
      <w:r>
        <w:rPr>
          <w:rFonts w:cs="Georgia"/>
          <w:kern w:val="1"/>
        </w:rPr>
        <w:t>En outre</w:t>
      </w:r>
      <w:r w:rsidR="000E1451">
        <w:rPr>
          <w:rFonts w:cs="Georgia"/>
          <w:kern w:val="1"/>
        </w:rPr>
        <w:t xml:space="preserve">, </w:t>
      </w:r>
      <w:r>
        <w:rPr>
          <w:rFonts w:cs="Georgia"/>
          <w:kern w:val="1"/>
        </w:rPr>
        <w:t>depuis près de trois semaines</w:t>
      </w:r>
      <w:r w:rsidR="000E1451">
        <w:rPr>
          <w:rFonts w:cs="Georgia"/>
          <w:kern w:val="1"/>
        </w:rPr>
        <w:t xml:space="preserve">, </w:t>
      </w:r>
      <w:r>
        <w:rPr>
          <w:rFonts w:cs="Georgia"/>
          <w:kern w:val="1"/>
        </w:rPr>
        <w:t>on n</w:t>
      </w:r>
      <w:r w:rsidR="000E1451">
        <w:rPr>
          <w:rFonts w:cs="Georgia"/>
          <w:kern w:val="1"/>
        </w:rPr>
        <w:t>’</w:t>
      </w:r>
      <w:r>
        <w:rPr>
          <w:rFonts w:cs="Georgia"/>
          <w:kern w:val="1"/>
        </w:rPr>
        <w:t>avait plus reçu de lettres du commandant de Reichendorf</w:t>
      </w:r>
      <w:r w:rsidR="000E1451">
        <w:rPr>
          <w:rFonts w:cs="Georgia"/>
          <w:kern w:val="1"/>
        </w:rPr>
        <w:t>.</w:t>
      </w:r>
    </w:p>
    <w:p w14:paraId="521C4769" w14:textId="77777777" w:rsidR="00BE611A" w:rsidRDefault="00BE611A" w:rsidP="000E1451">
      <w:pPr>
        <w:pStyle w:val="Titre1"/>
        <w:numPr>
          <w:ilvl w:val="0"/>
          <w:numId w:val="15"/>
        </w:numPr>
        <w:ind w:left="0" w:firstLine="0"/>
        <w:rPr>
          <w:rFonts w:cs="Georgia"/>
          <w:kern w:val="1"/>
        </w:rPr>
      </w:pPr>
      <w:bookmarkStart w:id="34" w:name="__RefHeading__7398_928681719"/>
      <w:bookmarkStart w:id="35" w:name="_Toc195555076"/>
      <w:bookmarkEnd w:id="34"/>
      <w:r>
        <w:rPr>
          <w:kern w:val="1"/>
        </w:rPr>
        <w:lastRenderedPageBreak/>
        <w:t>XVIII</w:t>
      </w:r>
      <w:bookmarkEnd w:id="35"/>
    </w:p>
    <w:p w14:paraId="21EC731E" w14:textId="77777777" w:rsidR="000E1451" w:rsidRDefault="00BE611A" w:rsidP="00BE611A">
      <w:pPr>
        <w:rPr>
          <w:rFonts w:cs="Georgia"/>
          <w:kern w:val="1"/>
        </w:rPr>
      </w:pPr>
      <w:r>
        <w:rPr>
          <w:rFonts w:cs="Georgia"/>
          <w:kern w:val="1"/>
        </w:rPr>
        <w:t xml:space="preserve">Cet hiver de </w:t>
      </w:r>
      <w:r>
        <w:rPr>
          <w:rFonts w:cs="Georgia"/>
          <w:bCs/>
          <w:kern w:val="1"/>
        </w:rPr>
        <w:t>1918</w:t>
      </w:r>
      <w:r w:rsidR="000E1451">
        <w:rPr>
          <w:rFonts w:cs="Georgia"/>
          <w:bCs/>
          <w:kern w:val="1"/>
        </w:rPr>
        <w:t xml:space="preserve">, </w:t>
      </w:r>
      <w:r>
        <w:rPr>
          <w:rFonts w:cs="Georgia"/>
          <w:bCs/>
          <w:kern w:val="1"/>
        </w:rPr>
        <w:t>qui</w:t>
      </w:r>
      <w:r>
        <w:rPr>
          <w:rFonts w:cs="Georgia"/>
          <w:kern w:val="1"/>
        </w:rPr>
        <w:t xml:space="preserve"> devait être si pénible</w:t>
      </w:r>
      <w:r w:rsidR="000E1451">
        <w:rPr>
          <w:rFonts w:cs="Georgia"/>
          <w:kern w:val="1"/>
        </w:rPr>
        <w:t xml:space="preserve">, </w:t>
      </w:r>
      <w:r>
        <w:rPr>
          <w:rFonts w:cs="Georgia"/>
          <w:kern w:val="1"/>
        </w:rPr>
        <w:t>ne se manifesta pas d</w:t>
      </w:r>
      <w:r w:rsidR="000E1451">
        <w:rPr>
          <w:rFonts w:cs="Georgia"/>
          <w:kern w:val="1"/>
        </w:rPr>
        <w:t>’</w:t>
      </w:r>
      <w:r>
        <w:rPr>
          <w:rFonts w:cs="Georgia"/>
          <w:kern w:val="1"/>
        </w:rPr>
        <w:t>abord sur la côte du Samland avec une excessive cruauté</w:t>
      </w:r>
      <w:r w:rsidR="000E1451">
        <w:rPr>
          <w:rFonts w:cs="Georgia"/>
          <w:kern w:val="1"/>
        </w:rPr>
        <w:t xml:space="preserve">. </w:t>
      </w:r>
      <w:r>
        <w:rPr>
          <w:rFonts w:cs="Georgia"/>
          <w:kern w:val="1"/>
        </w:rPr>
        <w:t>Pendant presque tout le mois d</w:t>
      </w:r>
      <w:r w:rsidR="000E1451">
        <w:rPr>
          <w:rFonts w:cs="Georgia"/>
          <w:kern w:val="1"/>
        </w:rPr>
        <w:t>’</w:t>
      </w:r>
      <w:r>
        <w:rPr>
          <w:rFonts w:cs="Georgia"/>
          <w:kern w:val="1"/>
        </w:rPr>
        <w:t>octobre</w:t>
      </w:r>
      <w:r w:rsidR="000E1451">
        <w:rPr>
          <w:rFonts w:cs="Georgia"/>
          <w:kern w:val="1"/>
        </w:rPr>
        <w:t xml:space="preserve">, </w:t>
      </w:r>
      <w:r>
        <w:rPr>
          <w:rFonts w:cs="Georgia"/>
          <w:kern w:val="1"/>
        </w:rPr>
        <w:t>nous eûmes de belles journées</w:t>
      </w:r>
      <w:r w:rsidR="000E1451">
        <w:rPr>
          <w:rFonts w:cs="Georgia"/>
          <w:kern w:val="1"/>
        </w:rPr>
        <w:t xml:space="preserve">, </w:t>
      </w:r>
      <w:r>
        <w:rPr>
          <w:rFonts w:cs="Georgia"/>
          <w:kern w:val="1"/>
        </w:rPr>
        <w:t>prolongées interminablement par de magnifiques crépuscules</w:t>
      </w:r>
      <w:r w:rsidR="000E1451">
        <w:rPr>
          <w:rFonts w:cs="Georgia"/>
          <w:kern w:val="1"/>
        </w:rPr>
        <w:t xml:space="preserve">. </w:t>
      </w:r>
      <w:r>
        <w:rPr>
          <w:rFonts w:cs="Georgia"/>
          <w:kern w:val="1"/>
        </w:rPr>
        <w:t>À la place du soleil disparu s</w:t>
      </w:r>
      <w:r w:rsidR="000E1451">
        <w:rPr>
          <w:rFonts w:cs="Georgia"/>
          <w:kern w:val="1"/>
        </w:rPr>
        <w:t>’</w:t>
      </w:r>
      <w:r>
        <w:rPr>
          <w:rFonts w:cs="Georgia"/>
          <w:kern w:val="1"/>
        </w:rPr>
        <w:t>éternisaient des nuages d</w:t>
      </w:r>
      <w:r w:rsidR="000E1451">
        <w:rPr>
          <w:rFonts w:cs="Georgia"/>
          <w:kern w:val="1"/>
        </w:rPr>
        <w:t>’</w:t>
      </w:r>
      <w:r>
        <w:rPr>
          <w:rFonts w:cs="Georgia"/>
          <w:kern w:val="1"/>
        </w:rPr>
        <w:t>or d</w:t>
      </w:r>
      <w:r w:rsidR="000E1451">
        <w:rPr>
          <w:rFonts w:cs="Georgia"/>
          <w:kern w:val="1"/>
        </w:rPr>
        <w:t>’</w:t>
      </w:r>
      <w:r>
        <w:rPr>
          <w:rFonts w:cs="Georgia"/>
          <w:kern w:val="1"/>
        </w:rPr>
        <w:t>une pureté et d</w:t>
      </w:r>
      <w:r w:rsidR="000E1451">
        <w:rPr>
          <w:rFonts w:cs="Georgia"/>
          <w:kern w:val="1"/>
        </w:rPr>
        <w:t>’</w:t>
      </w:r>
      <w:r>
        <w:rPr>
          <w:rFonts w:cs="Georgia"/>
          <w:kern w:val="1"/>
        </w:rPr>
        <w:t>une délicatesse sans égales</w:t>
      </w:r>
      <w:r w:rsidR="000E1451">
        <w:rPr>
          <w:rFonts w:cs="Georgia"/>
          <w:kern w:val="1"/>
        </w:rPr>
        <w:t xml:space="preserve">. </w:t>
      </w:r>
      <w:r>
        <w:rPr>
          <w:rFonts w:cs="Georgia"/>
          <w:kern w:val="1"/>
        </w:rPr>
        <w:t>Une nuée de passereaux printaniers</w:t>
      </w:r>
      <w:r w:rsidR="000E1451">
        <w:rPr>
          <w:rFonts w:cs="Georgia"/>
          <w:kern w:val="1"/>
        </w:rPr>
        <w:t xml:space="preserve">, </w:t>
      </w:r>
      <w:r>
        <w:rPr>
          <w:rFonts w:cs="Georgia"/>
          <w:kern w:val="1"/>
        </w:rPr>
        <w:t>bouvreuils</w:t>
      </w:r>
      <w:r w:rsidR="000E1451">
        <w:rPr>
          <w:rFonts w:cs="Georgia"/>
          <w:kern w:val="1"/>
        </w:rPr>
        <w:t xml:space="preserve">, </w:t>
      </w:r>
      <w:r>
        <w:rPr>
          <w:rFonts w:cs="Georgia"/>
          <w:kern w:val="1"/>
        </w:rPr>
        <w:t>chardonnerets</w:t>
      </w:r>
      <w:r w:rsidR="000E1451">
        <w:rPr>
          <w:rFonts w:cs="Georgia"/>
          <w:kern w:val="1"/>
        </w:rPr>
        <w:t xml:space="preserve">, </w:t>
      </w:r>
      <w:r>
        <w:rPr>
          <w:rFonts w:cs="Georgia"/>
          <w:kern w:val="1"/>
        </w:rPr>
        <w:t>fauvettes</w:t>
      </w:r>
      <w:r w:rsidR="000E1451">
        <w:rPr>
          <w:rFonts w:cs="Georgia"/>
          <w:kern w:val="1"/>
        </w:rPr>
        <w:t xml:space="preserve">, </w:t>
      </w:r>
      <w:r>
        <w:rPr>
          <w:rFonts w:cs="Georgia"/>
          <w:kern w:val="1"/>
        </w:rPr>
        <w:t>menaient leur ronde parmi les buissons du jardin</w:t>
      </w:r>
      <w:r w:rsidR="000E1451">
        <w:rPr>
          <w:rFonts w:cs="Georgia"/>
          <w:kern w:val="1"/>
        </w:rPr>
        <w:t xml:space="preserve">. </w:t>
      </w:r>
      <w:r>
        <w:rPr>
          <w:rFonts w:cs="Georgia"/>
          <w:kern w:val="1"/>
        </w:rPr>
        <w:t>Quelques églantiers refleurirent</w:t>
      </w:r>
      <w:r w:rsidR="000E1451">
        <w:rPr>
          <w:rFonts w:cs="Georgia"/>
          <w:kern w:val="1"/>
        </w:rPr>
        <w:t xml:space="preserve">. </w:t>
      </w:r>
      <w:r>
        <w:rPr>
          <w:rFonts w:cs="Georgia"/>
          <w:kern w:val="1"/>
        </w:rPr>
        <w:t>Puis</w:t>
      </w:r>
      <w:r w:rsidR="000E1451">
        <w:rPr>
          <w:rFonts w:cs="Georgia"/>
          <w:kern w:val="1"/>
        </w:rPr>
        <w:t xml:space="preserve">, </w:t>
      </w:r>
      <w:r>
        <w:rPr>
          <w:rFonts w:cs="Georgia"/>
          <w:kern w:val="1"/>
        </w:rPr>
        <w:t>brusquement il se fit un grand silence</w:t>
      </w:r>
      <w:r w:rsidR="000E1451">
        <w:rPr>
          <w:rFonts w:cs="Georgia"/>
          <w:kern w:val="1"/>
        </w:rPr>
        <w:t xml:space="preserve">. </w:t>
      </w:r>
      <w:r>
        <w:rPr>
          <w:rFonts w:cs="Georgia"/>
          <w:kern w:val="1"/>
        </w:rPr>
        <w:t>Tout se tut et s</w:t>
      </w:r>
      <w:r w:rsidR="000E1451">
        <w:rPr>
          <w:rFonts w:cs="Georgia"/>
          <w:kern w:val="1"/>
        </w:rPr>
        <w:t>’</w:t>
      </w:r>
      <w:r>
        <w:rPr>
          <w:rFonts w:cs="Georgia"/>
          <w:kern w:val="1"/>
        </w:rPr>
        <w:t>effeuilla</w:t>
      </w:r>
      <w:r w:rsidR="000E1451">
        <w:rPr>
          <w:rFonts w:cs="Georgia"/>
          <w:kern w:val="1"/>
        </w:rPr>
        <w:t xml:space="preserve">. </w:t>
      </w:r>
      <w:r>
        <w:rPr>
          <w:rFonts w:cs="Georgia"/>
          <w:kern w:val="1"/>
        </w:rPr>
        <w:t>Les petits chanteurs disparurent</w:t>
      </w:r>
      <w:r w:rsidR="000E1451">
        <w:rPr>
          <w:rFonts w:cs="Georgia"/>
          <w:kern w:val="1"/>
        </w:rPr>
        <w:t xml:space="preserve">. </w:t>
      </w:r>
      <w:r>
        <w:rPr>
          <w:rFonts w:cs="Georgia"/>
          <w:kern w:val="1"/>
        </w:rPr>
        <w:t>Nous pénétrâmes sans transition dans les affres de la mortelle nuit septentrionale</w:t>
      </w:r>
      <w:r w:rsidR="000E1451">
        <w:rPr>
          <w:rFonts w:cs="Georgia"/>
          <w:kern w:val="1"/>
        </w:rPr>
        <w:t xml:space="preserve">. </w:t>
      </w:r>
      <w:r>
        <w:rPr>
          <w:rFonts w:cs="Georgia"/>
          <w:kern w:val="1"/>
        </w:rPr>
        <w:t>Un matin</w:t>
      </w:r>
      <w:r w:rsidR="000E1451">
        <w:rPr>
          <w:rFonts w:cs="Georgia"/>
          <w:kern w:val="1"/>
        </w:rPr>
        <w:t xml:space="preserve">, </w:t>
      </w:r>
      <w:r>
        <w:rPr>
          <w:rFonts w:cs="Georgia"/>
          <w:kern w:val="1"/>
        </w:rPr>
        <w:t>en revenant du pavillon où j</w:t>
      </w:r>
      <w:r w:rsidR="000E1451">
        <w:rPr>
          <w:rFonts w:cs="Georgia"/>
          <w:kern w:val="1"/>
        </w:rPr>
        <w:t>’</w:t>
      </w:r>
      <w:r>
        <w:rPr>
          <w:rFonts w:cs="Georgia"/>
          <w:kern w:val="1"/>
        </w:rPr>
        <w:t>étais allé</w:t>
      </w:r>
      <w:r w:rsidR="000E1451">
        <w:rPr>
          <w:rFonts w:cs="Georgia"/>
          <w:kern w:val="1"/>
        </w:rPr>
        <w:t xml:space="preserve">, </w:t>
      </w:r>
      <w:r>
        <w:rPr>
          <w:rFonts w:cs="Georgia"/>
          <w:kern w:val="1"/>
        </w:rPr>
        <w:t>selon mon habitude</w:t>
      </w:r>
      <w:r w:rsidR="000E1451">
        <w:rPr>
          <w:rFonts w:cs="Georgia"/>
          <w:kern w:val="1"/>
        </w:rPr>
        <w:t xml:space="preserve">, </w:t>
      </w:r>
      <w:r>
        <w:rPr>
          <w:rFonts w:cs="Georgia"/>
          <w:kern w:val="1"/>
        </w:rPr>
        <w:t>renouveler la provision de charbon destinée au poêle</w:t>
      </w:r>
      <w:r w:rsidR="000E1451">
        <w:rPr>
          <w:rFonts w:cs="Georgia"/>
          <w:kern w:val="1"/>
        </w:rPr>
        <w:t xml:space="preserve">, </w:t>
      </w:r>
      <w:r>
        <w:rPr>
          <w:rFonts w:cs="Georgia"/>
          <w:kern w:val="1"/>
        </w:rPr>
        <w:t>j</w:t>
      </w:r>
      <w:r w:rsidR="000E1451">
        <w:rPr>
          <w:rFonts w:cs="Georgia"/>
          <w:kern w:val="1"/>
        </w:rPr>
        <w:t>’</w:t>
      </w:r>
      <w:r>
        <w:rPr>
          <w:rFonts w:cs="Georgia"/>
          <w:kern w:val="1"/>
        </w:rPr>
        <w:t>aperçus</w:t>
      </w:r>
      <w:r w:rsidR="000E1451">
        <w:rPr>
          <w:rFonts w:cs="Georgia"/>
          <w:kern w:val="1"/>
        </w:rPr>
        <w:t xml:space="preserve">, </w:t>
      </w:r>
      <w:r>
        <w:rPr>
          <w:rFonts w:cs="Georgia"/>
          <w:kern w:val="1"/>
        </w:rPr>
        <w:t>rasant les eaux des étangs</w:t>
      </w:r>
      <w:r w:rsidR="000E1451">
        <w:rPr>
          <w:rFonts w:cs="Georgia"/>
          <w:kern w:val="1"/>
        </w:rPr>
        <w:t xml:space="preserve">, </w:t>
      </w:r>
      <w:r>
        <w:rPr>
          <w:rFonts w:cs="Georgia"/>
          <w:kern w:val="1"/>
        </w:rPr>
        <w:t>une interminable volée de grands oiseaux inconnus</w:t>
      </w:r>
      <w:r w:rsidR="000E1451">
        <w:rPr>
          <w:rFonts w:cs="Georgia"/>
          <w:kern w:val="1"/>
        </w:rPr>
        <w:t xml:space="preserve">. </w:t>
      </w:r>
      <w:r>
        <w:rPr>
          <w:rFonts w:cs="Georgia"/>
          <w:kern w:val="1"/>
        </w:rPr>
        <w:t>Plus nerveux et rapides que les oies sauvages</w:t>
      </w:r>
      <w:r w:rsidR="000E1451">
        <w:rPr>
          <w:rFonts w:cs="Georgia"/>
          <w:kern w:val="1"/>
        </w:rPr>
        <w:t xml:space="preserve">, </w:t>
      </w:r>
      <w:r>
        <w:rPr>
          <w:rFonts w:cs="Georgia"/>
          <w:kern w:val="1"/>
        </w:rPr>
        <w:t>ils avaient le plumage sombre</w:t>
      </w:r>
      <w:r w:rsidR="000E1451">
        <w:rPr>
          <w:rFonts w:cs="Georgia"/>
          <w:kern w:val="1"/>
        </w:rPr>
        <w:t xml:space="preserve">, </w:t>
      </w:r>
      <w:r>
        <w:rPr>
          <w:rFonts w:cs="Georgia"/>
          <w:kern w:val="1"/>
        </w:rPr>
        <w:t>le col tendu</w:t>
      </w:r>
      <w:r w:rsidR="000E1451">
        <w:rPr>
          <w:rFonts w:cs="Georgia"/>
          <w:kern w:val="1"/>
        </w:rPr>
        <w:t xml:space="preserve">, </w:t>
      </w:r>
      <w:r>
        <w:rPr>
          <w:rFonts w:cs="Georgia"/>
          <w:kern w:val="1"/>
        </w:rPr>
        <w:t>et des ailes qui battaient si vite qu</w:t>
      </w:r>
      <w:r w:rsidR="000E1451">
        <w:rPr>
          <w:rFonts w:cs="Georgia"/>
          <w:kern w:val="1"/>
        </w:rPr>
        <w:t>’</w:t>
      </w:r>
      <w:r>
        <w:rPr>
          <w:rFonts w:cs="Georgia"/>
          <w:kern w:val="1"/>
        </w:rPr>
        <w:t>elles donnaient l</w:t>
      </w:r>
      <w:r w:rsidR="000E1451">
        <w:rPr>
          <w:rFonts w:cs="Georgia"/>
          <w:kern w:val="1"/>
        </w:rPr>
        <w:t>’</w:t>
      </w:r>
      <w:r>
        <w:rPr>
          <w:rFonts w:cs="Georgia"/>
          <w:kern w:val="1"/>
        </w:rPr>
        <w:t>illusion de l</w:t>
      </w:r>
      <w:r w:rsidR="000E1451">
        <w:rPr>
          <w:rFonts w:cs="Georgia"/>
          <w:kern w:val="1"/>
        </w:rPr>
        <w:t>’</w:t>
      </w:r>
      <w:r>
        <w:rPr>
          <w:rFonts w:cs="Georgia"/>
          <w:kern w:val="1"/>
        </w:rPr>
        <w:t>immobilité</w:t>
      </w:r>
      <w:r w:rsidR="000E1451">
        <w:rPr>
          <w:rFonts w:cs="Georgia"/>
          <w:kern w:val="1"/>
        </w:rPr>
        <w:t xml:space="preserve">. </w:t>
      </w:r>
      <w:r>
        <w:rPr>
          <w:rFonts w:cs="Georgia"/>
          <w:kern w:val="1"/>
        </w:rPr>
        <w:t>Sur une bande de ciel dont la teinte était celle des roses séchées</w:t>
      </w:r>
      <w:r w:rsidR="000E1451">
        <w:rPr>
          <w:rFonts w:cs="Georgia"/>
          <w:kern w:val="1"/>
        </w:rPr>
        <w:t xml:space="preserve">, </w:t>
      </w:r>
      <w:r>
        <w:rPr>
          <w:rFonts w:cs="Georgia"/>
          <w:kern w:val="1"/>
        </w:rPr>
        <w:t>ils se suivaient en file indienne</w:t>
      </w:r>
      <w:r w:rsidR="000E1451">
        <w:rPr>
          <w:rFonts w:cs="Georgia"/>
          <w:kern w:val="1"/>
        </w:rPr>
        <w:t xml:space="preserve">, </w:t>
      </w:r>
      <w:r>
        <w:rPr>
          <w:rFonts w:cs="Georgia"/>
          <w:kern w:val="1"/>
        </w:rPr>
        <w:t>composant une frise où chacun d</w:t>
      </w:r>
      <w:r w:rsidR="000E1451">
        <w:rPr>
          <w:rFonts w:cs="Georgia"/>
          <w:kern w:val="1"/>
        </w:rPr>
        <w:t>’</w:t>
      </w:r>
      <w:r>
        <w:rPr>
          <w:rFonts w:cs="Georgia"/>
          <w:kern w:val="1"/>
        </w:rPr>
        <w:t>eux semblait la réplique exacte de son prédécesseur</w:t>
      </w:r>
      <w:r w:rsidR="000E1451">
        <w:rPr>
          <w:rFonts w:cs="Georgia"/>
          <w:kern w:val="1"/>
        </w:rPr>
        <w:t xml:space="preserve">. </w:t>
      </w:r>
      <w:r>
        <w:rPr>
          <w:rFonts w:cs="Georgia"/>
          <w:kern w:val="1"/>
        </w:rPr>
        <w:t>Sans les avoir jamais vus</w:t>
      </w:r>
      <w:r w:rsidR="000E1451">
        <w:rPr>
          <w:rFonts w:cs="Georgia"/>
          <w:kern w:val="1"/>
        </w:rPr>
        <w:t xml:space="preserve">, </w:t>
      </w:r>
      <w:r>
        <w:rPr>
          <w:rFonts w:cs="Georgia"/>
          <w:kern w:val="1"/>
        </w:rPr>
        <w:t>je devinai aussitôt ces funèbres pèlerins des mers arctiques</w:t>
      </w:r>
      <w:r w:rsidR="000E1451">
        <w:rPr>
          <w:rFonts w:cs="Georgia"/>
          <w:kern w:val="1"/>
        </w:rPr>
        <w:t xml:space="preserve">. </w:t>
      </w:r>
      <w:r>
        <w:rPr>
          <w:rFonts w:cs="Georgia"/>
          <w:kern w:val="1"/>
        </w:rPr>
        <w:t>Les cygnes noirs</w:t>
      </w:r>
      <w:r w:rsidR="000E1451">
        <w:rPr>
          <w:rFonts w:cs="Georgia"/>
          <w:kern w:val="1"/>
        </w:rPr>
        <w:t> ! « </w:t>
      </w:r>
      <w:r>
        <w:rPr>
          <w:rFonts w:cs="Georgia"/>
          <w:kern w:val="1"/>
        </w:rPr>
        <w:t>Le jour où vous les verrez apparaître à l</w:t>
      </w:r>
      <w:r w:rsidR="000E1451">
        <w:rPr>
          <w:rFonts w:cs="Georgia"/>
          <w:kern w:val="1"/>
        </w:rPr>
        <w:t>’</w:t>
      </w:r>
      <w:r>
        <w:rPr>
          <w:rFonts w:cs="Georgia"/>
          <w:kern w:val="1"/>
        </w:rPr>
        <w:t>horizon</w:t>
      </w:r>
      <w:r w:rsidR="000E1451">
        <w:rPr>
          <w:rFonts w:cs="Georgia"/>
          <w:kern w:val="1"/>
        </w:rPr>
        <w:t xml:space="preserve">, </w:t>
      </w:r>
      <w:r>
        <w:rPr>
          <w:rFonts w:cs="Georgia"/>
          <w:kern w:val="1"/>
        </w:rPr>
        <w:t>m</w:t>
      </w:r>
      <w:r w:rsidR="000E1451">
        <w:rPr>
          <w:rFonts w:cs="Georgia"/>
          <w:kern w:val="1"/>
        </w:rPr>
        <w:t>’</w:t>
      </w:r>
      <w:r>
        <w:rPr>
          <w:rFonts w:cs="Georgia"/>
          <w:kern w:val="1"/>
        </w:rPr>
        <w:t>avait dit Gottlieb quand il s</w:t>
      </w:r>
      <w:r w:rsidR="000E1451">
        <w:rPr>
          <w:rFonts w:cs="Georgia"/>
          <w:kern w:val="1"/>
        </w:rPr>
        <w:t>’</w:t>
      </w:r>
      <w:r>
        <w:rPr>
          <w:rFonts w:cs="Georgia"/>
          <w:kern w:val="1"/>
        </w:rPr>
        <w:t>en était allé</w:t>
      </w:r>
      <w:r w:rsidR="000E1451">
        <w:rPr>
          <w:rFonts w:cs="Georgia"/>
          <w:kern w:val="1"/>
        </w:rPr>
        <w:t xml:space="preserve">, </w:t>
      </w:r>
      <w:r>
        <w:rPr>
          <w:rFonts w:cs="Georgia"/>
          <w:kern w:val="1"/>
        </w:rPr>
        <w:t>je souhaite que vous ayez dans les caves tout le bois de chauffage nécessaire</w:t>
      </w:r>
      <w:r w:rsidR="000E1451">
        <w:rPr>
          <w:rFonts w:cs="Georgia"/>
          <w:kern w:val="1"/>
        </w:rPr>
        <w:t xml:space="preserve">, </w:t>
      </w:r>
      <w:r>
        <w:rPr>
          <w:rFonts w:cs="Georgia"/>
          <w:kern w:val="1"/>
        </w:rPr>
        <w:t>sinon vous aurez bien du mal à le rentrer</w:t>
      </w:r>
      <w:r w:rsidR="000E1451">
        <w:rPr>
          <w:rFonts w:cs="Georgia"/>
          <w:kern w:val="1"/>
        </w:rPr>
        <w:t xml:space="preserve">, </w:t>
      </w:r>
      <w:r>
        <w:rPr>
          <w:rFonts w:cs="Georgia"/>
          <w:kern w:val="1"/>
        </w:rPr>
        <w:t xml:space="preserve">car qui dit </w:t>
      </w:r>
      <w:r>
        <w:rPr>
          <w:rFonts w:cs="Georgia"/>
          <w:bCs/>
          <w:i/>
          <w:iCs/>
          <w:kern w:val="1"/>
        </w:rPr>
        <w:t>cygnes noirs</w:t>
      </w:r>
      <w:r>
        <w:rPr>
          <w:rFonts w:cs="Georgia"/>
          <w:kern w:val="1"/>
        </w:rPr>
        <w:t xml:space="preserve"> </w:t>
      </w:r>
      <w:r>
        <w:rPr>
          <w:rFonts w:cs="Georgia"/>
          <w:kern w:val="1"/>
        </w:rPr>
        <w:lastRenderedPageBreak/>
        <w:t>dit également neige et tempête</w:t>
      </w:r>
      <w:r w:rsidR="000E1451">
        <w:rPr>
          <w:rFonts w:cs="Georgia"/>
          <w:kern w:val="1"/>
        </w:rPr>
        <w:t>. »</w:t>
      </w:r>
      <w:r>
        <w:rPr>
          <w:rFonts w:cs="Georgia"/>
          <w:kern w:val="1"/>
        </w:rPr>
        <w:t xml:space="preserve"> Toute la matinée ils défilèrent ainsi</w:t>
      </w:r>
      <w:r w:rsidR="000E1451">
        <w:rPr>
          <w:rFonts w:cs="Georgia"/>
          <w:kern w:val="1"/>
        </w:rPr>
        <w:t xml:space="preserve">. </w:t>
      </w:r>
      <w:r>
        <w:rPr>
          <w:rFonts w:cs="Georgia"/>
          <w:kern w:val="1"/>
        </w:rPr>
        <w:t>Vers midi</w:t>
      </w:r>
      <w:r w:rsidR="000E1451">
        <w:rPr>
          <w:rFonts w:cs="Georgia"/>
          <w:kern w:val="1"/>
        </w:rPr>
        <w:t xml:space="preserve">, </w:t>
      </w:r>
      <w:r>
        <w:rPr>
          <w:rFonts w:cs="Georgia"/>
          <w:kern w:val="1"/>
        </w:rPr>
        <w:t>avec la même hâte éperdue que si quelque chasseur ténébreux était lancé à leur poursuite</w:t>
      </w:r>
      <w:r w:rsidR="000E1451">
        <w:rPr>
          <w:rFonts w:cs="Georgia"/>
          <w:kern w:val="1"/>
        </w:rPr>
        <w:t xml:space="preserve">, </w:t>
      </w:r>
      <w:r>
        <w:rPr>
          <w:rFonts w:cs="Georgia"/>
          <w:kern w:val="1"/>
        </w:rPr>
        <w:t>passèrent leurs derniers retardataires</w:t>
      </w:r>
      <w:r w:rsidR="000E1451">
        <w:rPr>
          <w:rFonts w:cs="Georgia"/>
          <w:kern w:val="1"/>
        </w:rPr>
        <w:t xml:space="preserve">. </w:t>
      </w:r>
      <w:r>
        <w:rPr>
          <w:rFonts w:cs="Georgia"/>
          <w:kern w:val="1"/>
        </w:rPr>
        <w:t>Presque tout de suite après</w:t>
      </w:r>
      <w:r w:rsidR="000E1451">
        <w:rPr>
          <w:rFonts w:cs="Georgia"/>
          <w:kern w:val="1"/>
        </w:rPr>
        <w:t xml:space="preserve">, </w:t>
      </w:r>
      <w:r>
        <w:rPr>
          <w:rFonts w:cs="Georgia"/>
          <w:kern w:val="1"/>
        </w:rPr>
        <w:t>un vent glacial s</w:t>
      </w:r>
      <w:r w:rsidR="000E1451">
        <w:rPr>
          <w:rFonts w:cs="Georgia"/>
          <w:kern w:val="1"/>
        </w:rPr>
        <w:t>’</w:t>
      </w:r>
      <w:r>
        <w:rPr>
          <w:rFonts w:cs="Georgia"/>
          <w:kern w:val="1"/>
        </w:rPr>
        <w:t>éleva</w:t>
      </w:r>
      <w:r w:rsidR="000E1451">
        <w:rPr>
          <w:rFonts w:cs="Georgia"/>
          <w:kern w:val="1"/>
        </w:rPr>
        <w:t xml:space="preserve">, </w:t>
      </w:r>
      <w:r>
        <w:rPr>
          <w:rFonts w:cs="Georgia"/>
          <w:kern w:val="1"/>
        </w:rPr>
        <w:t>sous les coups duquel les flots se boursouflèrent</w:t>
      </w:r>
      <w:r w:rsidR="000E1451">
        <w:rPr>
          <w:rFonts w:cs="Georgia"/>
          <w:kern w:val="1"/>
        </w:rPr>
        <w:t xml:space="preserve"> ; </w:t>
      </w:r>
      <w:r>
        <w:rPr>
          <w:rFonts w:cs="Georgia"/>
          <w:kern w:val="1"/>
        </w:rPr>
        <w:t>l</w:t>
      </w:r>
      <w:r w:rsidR="000E1451">
        <w:rPr>
          <w:rFonts w:cs="Georgia"/>
          <w:kern w:val="1"/>
        </w:rPr>
        <w:t>’</w:t>
      </w:r>
      <w:r>
        <w:rPr>
          <w:rFonts w:cs="Georgia"/>
          <w:kern w:val="1"/>
        </w:rPr>
        <w:t>atmosphère devint couleur de cendre</w:t>
      </w:r>
      <w:r w:rsidR="000E1451">
        <w:rPr>
          <w:rFonts w:cs="Georgia"/>
          <w:kern w:val="1"/>
        </w:rPr>
        <w:t xml:space="preserve"> ; </w:t>
      </w:r>
      <w:r>
        <w:rPr>
          <w:rFonts w:cs="Georgia"/>
          <w:kern w:val="1"/>
        </w:rPr>
        <w:t>la neige se mit à tomber</w:t>
      </w:r>
      <w:r w:rsidR="000E1451">
        <w:rPr>
          <w:rFonts w:cs="Georgia"/>
          <w:kern w:val="1"/>
        </w:rPr>
        <w:t>.</w:t>
      </w:r>
    </w:p>
    <w:p w14:paraId="070915ED" w14:textId="77777777" w:rsidR="000E1451" w:rsidRDefault="00BE611A" w:rsidP="00BE611A">
      <w:pPr>
        <w:rPr>
          <w:rFonts w:cs="Georgia"/>
          <w:kern w:val="1"/>
        </w:rPr>
      </w:pPr>
      <w:r>
        <w:rPr>
          <w:rFonts w:cs="Georgia"/>
          <w:kern w:val="1"/>
        </w:rPr>
        <w:t>Trois semaines durant</w:t>
      </w:r>
      <w:r w:rsidR="000E1451">
        <w:rPr>
          <w:rFonts w:cs="Georgia"/>
          <w:kern w:val="1"/>
        </w:rPr>
        <w:t xml:space="preserve">, </w:t>
      </w:r>
      <w:r>
        <w:rPr>
          <w:rFonts w:cs="Georgia"/>
          <w:kern w:val="1"/>
        </w:rPr>
        <w:t>la chute des flocons ne s</w:t>
      </w:r>
      <w:r w:rsidR="000E1451">
        <w:rPr>
          <w:rFonts w:cs="Georgia"/>
          <w:kern w:val="1"/>
        </w:rPr>
        <w:t>’</w:t>
      </w:r>
      <w:r>
        <w:rPr>
          <w:rFonts w:cs="Georgia"/>
          <w:kern w:val="1"/>
        </w:rPr>
        <w:t>arrêta que pour faire place aux trombes d</w:t>
      </w:r>
      <w:r w:rsidR="000E1451">
        <w:rPr>
          <w:rFonts w:cs="Georgia"/>
          <w:kern w:val="1"/>
        </w:rPr>
        <w:t>’</w:t>
      </w:r>
      <w:r>
        <w:rPr>
          <w:rFonts w:cs="Georgia"/>
          <w:kern w:val="1"/>
        </w:rPr>
        <w:t>eau</w:t>
      </w:r>
      <w:r w:rsidR="000E1451">
        <w:rPr>
          <w:rFonts w:cs="Georgia"/>
          <w:kern w:val="1"/>
        </w:rPr>
        <w:t xml:space="preserve">, </w:t>
      </w:r>
      <w:r>
        <w:rPr>
          <w:rFonts w:cs="Georgia"/>
          <w:kern w:val="1"/>
        </w:rPr>
        <w:t>aux rafales de vent</w:t>
      </w:r>
      <w:r w:rsidR="000E1451">
        <w:rPr>
          <w:rFonts w:cs="Georgia"/>
          <w:kern w:val="1"/>
        </w:rPr>
        <w:t xml:space="preserve">. </w:t>
      </w:r>
      <w:r>
        <w:rPr>
          <w:rFonts w:cs="Georgia"/>
          <w:kern w:val="1"/>
        </w:rPr>
        <w:t>Les rares éclaircies intercalées entre chacun de ces cataclysmes semblaient n</w:t>
      </w:r>
      <w:r w:rsidR="000E1451">
        <w:rPr>
          <w:rFonts w:cs="Georgia"/>
          <w:kern w:val="1"/>
        </w:rPr>
        <w:t>’</w:t>
      </w:r>
      <w:r>
        <w:rPr>
          <w:rFonts w:cs="Georgia"/>
          <w:kern w:val="1"/>
        </w:rPr>
        <w:t>avoir d</w:t>
      </w:r>
      <w:r w:rsidR="000E1451">
        <w:rPr>
          <w:rFonts w:cs="Georgia"/>
          <w:kern w:val="1"/>
        </w:rPr>
        <w:t>’</w:t>
      </w:r>
      <w:r>
        <w:rPr>
          <w:rFonts w:cs="Georgia"/>
          <w:kern w:val="1"/>
        </w:rPr>
        <w:t>autre but que de nous permettre de contempler les bouleversements ainsi accumulés</w:t>
      </w:r>
      <w:r w:rsidR="000E1451">
        <w:rPr>
          <w:rFonts w:cs="Georgia"/>
          <w:kern w:val="1"/>
        </w:rPr>
        <w:t xml:space="preserve">. </w:t>
      </w:r>
      <w:r>
        <w:rPr>
          <w:rFonts w:cs="Georgia"/>
          <w:kern w:val="1"/>
        </w:rPr>
        <w:t>Tantôt la lumière violemment bannie reparaissait sur une étendue blanche</w:t>
      </w:r>
      <w:r w:rsidR="000E1451">
        <w:rPr>
          <w:rFonts w:cs="Georgia"/>
          <w:kern w:val="1"/>
        </w:rPr>
        <w:t xml:space="preserve">, </w:t>
      </w:r>
      <w:r>
        <w:rPr>
          <w:rFonts w:cs="Georgia"/>
          <w:kern w:val="1"/>
        </w:rPr>
        <w:t>au bout de laquelle la mer en furie dressait sa pesante muraille noirâtre</w:t>
      </w:r>
      <w:r w:rsidR="000E1451">
        <w:rPr>
          <w:rFonts w:cs="Georgia"/>
          <w:kern w:val="1"/>
        </w:rPr>
        <w:t xml:space="preserve">. </w:t>
      </w:r>
      <w:r>
        <w:rPr>
          <w:rFonts w:cs="Georgia"/>
          <w:kern w:val="1"/>
        </w:rPr>
        <w:t>Le lendemain</w:t>
      </w:r>
      <w:r w:rsidR="000E1451">
        <w:rPr>
          <w:rFonts w:cs="Georgia"/>
          <w:kern w:val="1"/>
        </w:rPr>
        <w:t xml:space="preserve">, </w:t>
      </w:r>
      <w:r>
        <w:rPr>
          <w:rFonts w:cs="Georgia"/>
          <w:kern w:val="1"/>
        </w:rPr>
        <w:t>toute cette neige se trouvait transformée en de gluantes nappes de boue au-dessus desquelles goélands et mouettes tournoyaient avec d</w:t>
      </w:r>
      <w:r w:rsidR="000E1451">
        <w:rPr>
          <w:rFonts w:cs="Georgia"/>
          <w:kern w:val="1"/>
        </w:rPr>
        <w:t>’</w:t>
      </w:r>
      <w:r>
        <w:rPr>
          <w:rFonts w:cs="Georgia"/>
          <w:kern w:val="1"/>
        </w:rPr>
        <w:t>affreux croassements</w:t>
      </w:r>
      <w:r w:rsidR="000E1451">
        <w:rPr>
          <w:rFonts w:cs="Georgia"/>
          <w:kern w:val="1"/>
        </w:rPr>
        <w:t xml:space="preserve">. </w:t>
      </w:r>
      <w:r>
        <w:rPr>
          <w:rFonts w:cs="Georgia"/>
          <w:kern w:val="1"/>
        </w:rPr>
        <w:t>La bise se levant à son tour et s</w:t>
      </w:r>
      <w:r w:rsidR="000E1451">
        <w:rPr>
          <w:rFonts w:cs="Georgia"/>
          <w:kern w:val="1"/>
        </w:rPr>
        <w:t>’</w:t>
      </w:r>
      <w:r>
        <w:rPr>
          <w:rFonts w:cs="Georgia"/>
          <w:kern w:val="1"/>
        </w:rPr>
        <w:t>en venant sécher les dunes</w:t>
      </w:r>
      <w:r w:rsidR="000E1451">
        <w:rPr>
          <w:rFonts w:cs="Georgia"/>
          <w:kern w:val="1"/>
        </w:rPr>
        <w:t xml:space="preserve">, </w:t>
      </w:r>
      <w:r>
        <w:rPr>
          <w:rFonts w:cs="Georgia"/>
          <w:kern w:val="1"/>
        </w:rPr>
        <w:t>celles-ci paraissaient soudain s</w:t>
      </w:r>
      <w:r w:rsidR="000E1451">
        <w:rPr>
          <w:rFonts w:cs="Georgia"/>
          <w:kern w:val="1"/>
        </w:rPr>
        <w:t>’</w:t>
      </w:r>
      <w:r>
        <w:rPr>
          <w:rFonts w:cs="Georgia"/>
          <w:kern w:val="1"/>
        </w:rPr>
        <w:t>enfler et se mouvoir</w:t>
      </w:r>
      <w:r w:rsidR="000E1451">
        <w:rPr>
          <w:rFonts w:cs="Georgia"/>
          <w:kern w:val="1"/>
        </w:rPr>
        <w:t xml:space="preserve"> ; </w:t>
      </w:r>
      <w:r>
        <w:rPr>
          <w:rFonts w:cs="Georgia"/>
          <w:kern w:val="1"/>
        </w:rPr>
        <w:t>leurs arêtes devenaient imprécises</w:t>
      </w:r>
      <w:r w:rsidR="000E1451">
        <w:rPr>
          <w:rFonts w:cs="Georgia"/>
          <w:kern w:val="1"/>
        </w:rPr>
        <w:t xml:space="preserve"> ; </w:t>
      </w:r>
      <w:r>
        <w:rPr>
          <w:rFonts w:cs="Georgia"/>
          <w:kern w:val="1"/>
        </w:rPr>
        <w:t>de leurs flancs s</w:t>
      </w:r>
      <w:r w:rsidR="000E1451">
        <w:rPr>
          <w:rFonts w:cs="Georgia"/>
          <w:kern w:val="1"/>
        </w:rPr>
        <w:t>’</w:t>
      </w:r>
      <w:r>
        <w:rPr>
          <w:rFonts w:cs="Georgia"/>
          <w:kern w:val="1"/>
        </w:rPr>
        <w:t>échappaient des tourbillons de sable qui noyaient la terre et le ciel</w:t>
      </w:r>
      <w:r w:rsidR="000E1451">
        <w:rPr>
          <w:rFonts w:cs="Georgia"/>
          <w:kern w:val="1"/>
        </w:rPr>
        <w:t xml:space="preserve">, </w:t>
      </w:r>
      <w:r>
        <w:rPr>
          <w:rFonts w:cs="Georgia"/>
          <w:kern w:val="1"/>
        </w:rPr>
        <w:t>dressaient un rideau encore plus opaque que celui de la pluie ou de la neige</w:t>
      </w:r>
      <w:r w:rsidR="000E1451">
        <w:rPr>
          <w:rFonts w:cs="Georgia"/>
          <w:kern w:val="1"/>
        </w:rPr>
        <w:t xml:space="preserve">. </w:t>
      </w:r>
      <w:r>
        <w:rPr>
          <w:rFonts w:cs="Georgia"/>
          <w:kern w:val="1"/>
        </w:rPr>
        <w:t>Seule</w:t>
      </w:r>
      <w:r w:rsidR="000E1451">
        <w:rPr>
          <w:rFonts w:cs="Georgia"/>
          <w:kern w:val="1"/>
        </w:rPr>
        <w:t xml:space="preserve">, </w:t>
      </w:r>
      <w:r>
        <w:rPr>
          <w:rFonts w:cs="Georgia"/>
          <w:kern w:val="1"/>
        </w:rPr>
        <w:t>l</w:t>
      </w:r>
      <w:r w:rsidR="000E1451">
        <w:rPr>
          <w:rFonts w:cs="Georgia"/>
          <w:kern w:val="1"/>
        </w:rPr>
        <w:t>’</w:t>
      </w:r>
      <w:r>
        <w:rPr>
          <w:rFonts w:cs="Georgia"/>
          <w:kern w:val="1"/>
        </w:rPr>
        <w:t>arrivée du véritable hiver</w:t>
      </w:r>
      <w:r w:rsidR="000E1451">
        <w:rPr>
          <w:rFonts w:cs="Georgia"/>
          <w:kern w:val="1"/>
        </w:rPr>
        <w:t xml:space="preserve">, </w:t>
      </w:r>
      <w:r>
        <w:rPr>
          <w:rFonts w:cs="Georgia"/>
          <w:kern w:val="1"/>
        </w:rPr>
        <w:t>en les emprisonnant dans sa gangue de glace</w:t>
      </w:r>
      <w:r w:rsidR="000E1451">
        <w:rPr>
          <w:rFonts w:cs="Georgia"/>
          <w:kern w:val="1"/>
        </w:rPr>
        <w:t xml:space="preserve">, </w:t>
      </w:r>
      <w:r>
        <w:rPr>
          <w:rFonts w:cs="Georgia"/>
          <w:kern w:val="1"/>
        </w:rPr>
        <w:t>était capable de mettre un frein à la folie furieuse des éléments</w:t>
      </w:r>
      <w:r w:rsidR="000E1451">
        <w:rPr>
          <w:rFonts w:cs="Georgia"/>
          <w:kern w:val="1"/>
        </w:rPr>
        <w:t>.</w:t>
      </w:r>
    </w:p>
    <w:p w14:paraId="029AD847" w14:textId="77777777" w:rsidR="000E1451" w:rsidRDefault="00BE611A" w:rsidP="00BE611A">
      <w:pPr>
        <w:rPr>
          <w:rFonts w:cs="Georgia"/>
          <w:kern w:val="1"/>
        </w:rPr>
      </w:pPr>
      <w:r>
        <w:rPr>
          <w:rFonts w:cs="Georgia"/>
          <w:kern w:val="1"/>
        </w:rPr>
        <w:t>Assez satisfait de n</w:t>
      </w:r>
      <w:r w:rsidR="000E1451">
        <w:rPr>
          <w:rFonts w:cs="Georgia"/>
          <w:kern w:val="1"/>
        </w:rPr>
        <w:t>’</w:t>
      </w:r>
      <w:r>
        <w:rPr>
          <w:rFonts w:cs="Georgia"/>
          <w:kern w:val="1"/>
        </w:rPr>
        <w:t>avoir plus à parcourir deux fois par jour</w:t>
      </w:r>
      <w:r w:rsidR="000E1451">
        <w:rPr>
          <w:rFonts w:cs="Georgia"/>
          <w:kern w:val="1"/>
        </w:rPr>
        <w:t xml:space="preserve">, </w:t>
      </w:r>
      <w:r>
        <w:rPr>
          <w:rFonts w:cs="Georgia"/>
          <w:kern w:val="1"/>
        </w:rPr>
        <w:t>comme auparavant</w:t>
      </w:r>
      <w:r w:rsidR="000E1451">
        <w:rPr>
          <w:rFonts w:cs="Georgia"/>
          <w:kern w:val="1"/>
        </w:rPr>
        <w:t xml:space="preserve">, </w:t>
      </w:r>
      <w:r>
        <w:rPr>
          <w:rFonts w:cs="Georgia"/>
          <w:kern w:val="1"/>
        </w:rPr>
        <w:t>le chemin du camp</w:t>
      </w:r>
      <w:r w:rsidR="000E1451">
        <w:rPr>
          <w:rFonts w:cs="Georgia"/>
          <w:kern w:val="1"/>
        </w:rPr>
        <w:t xml:space="preserve">, </w:t>
      </w:r>
      <w:r>
        <w:rPr>
          <w:rFonts w:cs="Georgia"/>
          <w:kern w:val="1"/>
        </w:rPr>
        <w:t>je profitai néanmoins</w:t>
      </w:r>
      <w:r w:rsidR="000E1451">
        <w:rPr>
          <w:rFonts w:cs="Georgia"/>
          <w:kern w:val="1"/>
        </w:rPr>
        <w:t xml:space="preserve">, </w:t>
      </w:r>
      <w:r>
        <w:rPr>
          <w:rFonts w:cs="Georgia"/>
          <w:kern w:val="1"/>
        </w:rPr>
        <w:t>à plusieurs reprises</w:t>
      </w:r>
      <w:r w:rsidR="000E1451">
        <w:rPr>
          <w:rFonts w:cs="Georgia"/>
          <w:kern w:val="1"/>
        </w:rPr>
        <w:t xml:space="preserve">, </w:t>
      </w:r>
      <w:r>
        <w:rPr>
          <w:rFonts w:cs="Georgia"/>
          <w:kern w:val="1"/>
        </w:rPr>
        <w:t>des accalmies pour aller m</w:t>
      </w:r>
      <w:r w:rsidR="000E1451">
        <w:rPr>
          <w:rFonts w:cs="Georgia"/>
          <w:kern w:val="1"/>
        </w:rPr>
        <w:t>’</w:t>
      </w:r>
      <w:r>
        <w:rPr>
          <w:rFonts w:cs="Georgia"/>
          <w:kern w:val="1"/>
        </w:rPr>
        <w:t>entretenir de temps en temps avec mes camarades</w:t>
      </w:r>
      <w:r w:rsidR="000E1451">
        <w:rPr>
          <w:rFonts w:cs="Georgia"/>
          <w:kern w:val="1"/>
        </w:rPr>
        <w:t xml:space="preserve">. </w:t>
      </w:r>
      <w:r>
        <w:rPr>
          <w:rFonts w:cs="Georgia"/>
          <w:kern w:val="1"/>
        </w:rPr>
        <w:t>Il n</w:t>
      </w:r>
      <w:r w:rsidR="000E1451">
        <w:rPr>
          <w:rFonts w:cs="Georgia"/>
          <w:kern w:val="1"/>
        </w:rPr>
        <w:t>’</w:t>
      </w:r>
      <w:r>
        <w:rPr>
          <w:rFonts w:cs="Georgia"/>
          <w:kern w:val="1"/>
        </w:rPr>
        <w:t>était plus question maintenant</w:t>
      </w:r>
      <w:r w:rsidR="000E1451">
        <w:rPr>
          <w:rFonts w:cs="Georgia"/>
          <w:kern w:val="1"/>
        </w:rPr>
        <w:t xml:space="preserve">, </w:t>
      </w:r>
      <w:r>
        <w:rPr>
          <w:rFonts w:cs="Georgia"/>
          <w:kern w:val="1"/>
        </w:rPr>
        <w:t>bien entendu</w:t>
      </w:r>
      <w:r w:rsidR="000E1451">
        <w:rPr>
          <w:rFonts w:cs="Georgia"/>
          <w:kern w:val="1"/>
        </w:rPr>
        <w:t xml:space="preserve">, </w:t>
      </w:r>
      <w:r>
        <w:rPr>
          <w:rFonts w:cs="Georgia"/>
          <w:kern w:val="1"/>
        </w:rPr>
        <w:t>que je fusse escorté par un gardien</w:t>
      </w:r>
      <w:r w:rsidR="000E1451">
        <w:rPr>
          <w:rFonts w:cs="Georgia"/>
          <w:kern w:val="1"/>
        </w:rPr>
        <w:t xml:space="preserve">. </w:t>
      </w:r>
      <w:r>
        <w:rPr>
          <w:rFonts w:cs="Georgia"/>
          <w:kern w:val="1"/>
        </w:rPr>
        <w:t>Chaque jour qui s</w:t>
      </w:r>
      <w:r w:rsidR="000E1451">
        <w:rPr>
          <w:rFonts w:cs="Georgia"/>
          <w:kern w:val="1"/>
        </w:rPr>
        <w:t>’</w:t>
      </w:r>
      <w:r>
        <w:rPr>
          <w:rFonts w:cs="Georgia"/>
          <w:kern w:val="1"/>
        </w:rPr>
        <w:t xml:space="preserve">écoulait </w:t>
      </w:r>
      <w:r>
        <w:rPr>
          <w:rFonts w:cs="Georgia"/>
          <w:kern w:val="1"/>
        </w:rPr>
        <w:lastRenderedPageBreak/>
        <w:t>consommait un peu plus la ruine de toute discipline</w:t>
      </w:r>
      <w:r w:rsidR="000E1451">
        <w:rPr>
          <w:rFonts w:cs="Georgia"/>
          <w:kern w:val="1"/>
        </w:rPr>
        <w:t xml:space="preserve">. </w:t>
      </w:r>
      <w:r>
        <w:rPr>
          <w:rFonts w:cs="Georgia"/>
          <w:kern w:val="1"/>
        </w:rPr>
        <w:t>L</w:t>
      </w:r>
      <w:r w:rsidR="000E1451">
        <w:rPr>
          <w:rFonts w:cs="Georgia"/>
          <w:kern w:val="1"/>
        </w:rPr>
        <w:t>’</w:t>
      </w:r>
      <w:r>
        <w:rPr>
          <w:rFonts w:cs="Georgia"/>
          <w:kern w:val="1"/>
        </w:rPr>
        <w:t>Allemagne avait autre chose à faire qu</w:t>
      </w:r>
      <w:r w:rsidR="000E1451">
        <w:rPr>
          <w:rFonts w:cs="Georgia"/>
          <w:kern w:val="1"/>
        </w:rPr>
        <w:t>’</w:t>
      </w:r>
      <w:r>
        <w:rPr>
          <w:rFonts w:cs="Georgia"/>
          <w:kern w:val="1"/>
        </w:rPr>
        <w:t>à s</w:t>
      </w:r>
      <w:r w:rsidR="000E1451">
        <w:rPr>
          <w:rFonts w:cs="Georgia"/>
          <w:kern w:val="1"/>
        </w:rPr>
        <w:t>’</w:t>
      </w:r>
      <w:r>
        <w:rPr>
          <w:rFonts w:cs="Georgia"/>
          <w:kern w:val="1"/>
        </w:rPr>
        <w:t>occuper encore d</w:t>
      </w:r>
      <w:r w:rsidR="000E1451">
        <w:rPr>
          <w:rFonts w:cs="Georgia"/>
          <w:kern w:val="1"/>
        </w:rPr>
        <w:t>’</w:t>
      </w:r>
      <w:r>
        <w:rPr>
          <w:rFonts w:cs="Georgia"/>
          <w:kern w:val="1"/>
        </w:rPr>
        <w:t>un squelette de camp de représailles perdu au milieu des dunes de la Baltique</w:t>
      </w:r>
      <w:r w:rsidR="000E1451">
        <w:rPr>
          <w:rFonts w:cs="Georgia"/>
          <w:kern w:val="1"/>
        </w:rPr>
        <w:t xml:space="preserve">. </w:t>
      </w:r>
      <w:r>
        <w:rPr>
          <w:rFonts w:cs="Georgia"/>
          <w:kern w:val="1"/>
        </w:rPr>
        <w:t>Les deux douzaines de prisonniers oubliés là</w:t>
      </w:r>
      <w:r w:rsidR="000E1451">
        <w:rPr>
          <w:rFonts w:cs="Georgia"/>
          <w:kern w:val="1"/>
        </w:rPr>
        <w:t xml:space="preserve">, </w:t>
      </w:r>
      <w:r>
        <w:rPr>
          <w:rFonts w:cs="Georgia"/>
          <w:kern w:val="1"/>
        </w:rPr>
        <w:t>ainsi que les dix landsturmiens qui étaient censés les surveiller</w:t>
      </w:r>
      <w:r w:rsidR="000E1451">
        <w:rPr>
          <w:rFonts w:cs="Georgia"/>
          <w:kern w:val="1"/>
        </w:rPr>
        <w:t xml:space="preserve">, </w:t>
      </w:r>
      <w:r>
        <w:rPr>
          <w:rFonts w:cs="Georgia"/>
          <w:kern w:val="1"/>
        </w:rPr>
        <w:t>menaient une existence de termites</w:t>
      </w:r>
      <w:r w:rsidR="000E1451">
        <w:rPr>
          <w:rFonts w:cs="Georgia"/>
          <w:kern w:val="1"/>
        </w:rPr>
        <w:t xml:space="preserve">, </w:t>
      </w:r>
      <w:r>
        <w:rPr>
          <w:rFonts w:cs="Georgia"/>
          <w:kern w:val="1"/>
        </w:rPr>
        <w:t>ne sortant de leurs cabanes que pour aller à la station de chemin de fer guetter un ravitaillement qui n</w:t>
      </w:r>
      <w:r w:rsidR="000E1451">
        <w:rPr>
          <w:rFonts w:cs="Georgia"/>
          <w:kern w:val="1"/>
        </w:rPr>
        <w:t>’</w:t>
      </w:r>
      <w:r>
        <w:rPr>
          <w:rFonts w:cs="Georgia"/>
          <w:kern w:val="1"/>
        </w:rPr>
        <w:t>arrivait plus</w:t>
      </w:r>
      <w:r w:rsidR="000E1451">
        <w:rPr>
          <w:rFonts w:cs="Georgia"/>
          <w:kern w:val="1"/>
        </w:rPr>
        <w:t>.</w:t>
      </w:r>
    </w:p>
    <w:p w14:paraId="0967D198" w14:textId="77777777" w:rsidR="000E1451" w:rsidRDefault="00BE611A" w:rsidP="00BE611A">
      <w:pPr>
        <w:rPr>
          <w:rFonts w:cs="Georgia"/>
          <w:kern w:val="1"/>
        </w:rPr>
      </w:pPr>
      <w:r>
        <w:rPr>
          <w:rFonts w:cs="Georgia"/>
          <w:kern w:val="1"/>
        </w:rPr>
        <w:t>Personne ne se plaignait de cette carence</w:t>
      </w:r>
      <w:r w:rsidR="000E1451">
        <w:rPr>
          <w:rFonts w:cs="Georgia"/>
          <w:kern w:val="1"/>
        </w:rPr>
        <w:t xml:space="preserve">. </w:t>
      </w:r>
      <w:r>
        <w:rPr>
          <w:rFonts w:cs="Georgia"/>
          <w:kern w:val="1"/>
        </w:rPr>
        <w:t>Tous y voyaient la garantie la plus certaine d</w:t>
      </w:r>
      <w:r w:rsidR="000E1451">
        <w:rPr>
          <w:rFonts w:cs="Georgia"/>
          <w:kern w:val="1"/>
        </w:rPr>
        <w:t>’</w:t>
      </w:r>
      <w:r>
        <w:rPr>
          <w:rFonts w:cs="Georgia"/>
          <w:kern w:val="1"/>
        </w:rPr>
        <w:t>une imminente libération</w:t>
      </w:r>
      <w:r w:rsidR="000E1451">
        <w:rPr>
          <w:rFonts w:cs="Georgia"/>
          <w:kern w:val="1"/>
        </w:rPr>
        <w:t xml:space="preserve">. </w:t>
      </w:r>
      <w:r>
        <w:rPr>
          <w:rFonts w:cs="Georgia"/>
          <w:kern w:val="1"/>
        </w:rPr>
        <w:t>L</w:t>
      </w:r>
      <w:r w:rsidR="000E1451">
        <w:rPr>
          <w:rFonts w:cs="Georgia"/>
          <w:kern w:val="1"/>
        </w:rPr>
        <w:t>’</w:t>
      </w:r>
      <w:r>
        <w:rPr>
          <w:rFonts w:cs="Georgia"/>
          <w:kern w:val="1"/>
        </w:rPr>
        <w:t>heure attendue depuis quatre ans allait sonner</w:t>
      </w:r>
      <w:r w:rsidR="000E1451">
        <w:rPr>
          <w:rFonts w:cs="Georgia"/>
          <w:kern w:val="1"/>
        </w:rPr>
        <w:t xml:space="preserve">. </w:t>
      </w:r>
      <w:r>
        <w:rPr>
          <w:rFonts w:cs="Georgia"/>
          <w:kern w:val="1"/>
        </w:rPr>
        <w:t>Geôliers et captifs la voyaient venir</w:t>
      </w:r>
      <w:r w:rsidR="000E1451">
        <w:rPr>
          <w:rFonts w:cs="Georgia"/>
          <w:kern w:val="1"/>
        </w:rPr>
        <w:t xml:space="preserve">, </w:t>
      </w:r>
      <w:r>
        <w:rPr>
          <w:rFonts w:cs="Georgia"/>
          <w:kern w:val="1"/>
        </w:rPr>
        <w:t>qui avec une joie angoissée</w:t>
      </w:r>
      <w:r w:rsidR="000E1451">
        <w:rPr>
          <w:rFonts w:cs="Georgia"/>
          <w:kern w:val="1"/>
        </w:rPr>
        <w:t xml:space="preserve">, </w:t>
      </w:r>
      <w:r>
        <w:rPr>
          <w:rFonts w:cs="Georgia"/>
          <w:kern w:val="1"/>
        </w:rPr>
        <w:t>qui avec une résignation morne</w:t>
      </w:r>
      <w:r w:rsidR="000E1451">
        <w:rPr>
          <w:rFonts w:cs="Georgia"/>
          <w:kern w:val="1"/>
        </w:rPr>
        <w:t>.</w:t>
      </w:r>
    </w:p>
    <w:p w14:paraId="6EE077BB" w14:textId="77777777" w:rsidR="000E1451" w:rsidRDefault="00BE611A" w:rsidP="00BE611A">
      <w:pPr>
        <w:rPr>
          <w:rFonts w:cs="Georgia"/>
          <w:kern w:val="1"/>
        </w:rPr>
      </w:pPr>
      <w:r>
        <w:rPr>
          <w:rFonts w:cs="Georgia"/>
          <w:kern w:val="1"/>
        </w:rPr>
        <w:t>Français et Allemands</w:t>
      </w:r>
      <w:r w:rsidR="000E1451">
        <w:rPr>
          <w:rFonts w:cs="Georgia"/>
          <w:kern w:val="1"/>
        </w:rPr>
        <w:t xml:space="preserve">, </w:t>
      </w:r>
      <w:r>
        <w:rPr>
          <w:rFonts w:cs="Georgia"/>
          <w:kern w:val="1"/>
        </w:rPr>
        <w:t>pour avoir moins froid</w:t>
      </w:r>
      <w:r w:rsidR="000E1451">
        <w:rPr>
          <w:rFonts w:cs="Georgia"/>
          <w:kern w:val="1"/>
        </w:rPr>
        <w:t xml:space="preserve">, </w:t>
      </w:r>
      <w:r>
        <w:rPr>
          <w:rFonts w:cs="Georgia"/>
          <w:kern w:val="1"/>
        </w:rPr>
        <w:t>ils avaient décidé de ne plus occuper que deux baraques</w:t>
      </w:r>
      <w:r w:rsidR="000E1451">
        <w:rPr>
          <w:rFonts w:cs="Georgia"/>
          <w:kern w:val="1"/>
        </w:rPr>
        <w:t xml:space="preserve">. </w:t>
      </w:r>
      <w:r>
        <w:rPr>
          <w:rFonts w:cs="Georgia"/>
          <w:kern w:val="1"/>
        </w:rPr>
        <w:t>Ils y restaient toute la journée</w:t>
      </w:r>
      <w:r w:rsidR="000E1451">
        <w:rPr>
          <w:rFonts w:cs="Georgia"/>
          <w:kern w:val="1"/>
        </w:rPr>
        <w:t xml:space="preserve">, </w:t>
      </w:r>
      <w:r>
        <w:rPr>
          <w:rFonts w:cs="Georgia"/>
          <w:kern w:val="1"/>
        </w:rPr>
        <w:t>les uns couchés</w:t>
      </w:r>
      <w:r w:rsidR="000E1451">
        <w:rPr>
          <w:rFonts w:cs="Georgia"/>
          <w:kern w:val="1"/>
        </w:rPr>
        <w:t xml:space="preserve">, </w:t>
      </w:r>
      <w:r>
        <w:rPr>
          <w:rFonts w:cs="Georgia"/>
          <w:kern w:val="1"/>
        </w:rPr>
        <w:t>les autres jouant aux cartes</w:t>
      </w:r>
      <w:r w:rsidR="000E1451">
        <w:rPr>
          <w:rFonts w:cs="Georgia"/>
          <w:kern w:val="1"/>
        </w:rPr>
        <w:t xml:space="preserve">. </w:t>
      </w:r>
      <w:r>
        <w:rPr>
          <w:rFonts w:cs="Georgia"/>
          <w:kern w:val="1"/>
        </w:rPr>
        <w:t>Je me dirigeais vers Dauphin</w:t>
      </w:r>
      <w:r w:rsidR="000E1451">
        <w:rPr>
          <w:rFonts w:cs="Georgia"/>
          <w:kern w:val="1"/>
        </w:rPr>
        <w:t xml:space="preserve">, </w:t>
      </w:r>
      <w:r>
        <w:rPr>
          <w:rFonts w:cs="Georgia"/>
          <w:kern w:val="1"/>
        </w:rPr>
        <w:t>qui faisait équipe</w:t>
      </w:r>
      <w:r w:rsidR="000E1451">
        <w:rPr>
          <w:rFonts w:cs="Georgia"/>
          <w:kern w:val="1"/>
        </w:rPr>
        <w:t xml:space="preserve">, </w:t>
      </w:r>
      <w:r>
        <w:rPr>
          <w:rFonts w:cs="Georgia"/>
          <w:kern w:val="1"/>
        </w:rPr>
        <w:t>à la manille</w:t>
      </w:r>
      <w:r w:rsidR="000E1451">
        <w:rPr>
          <w:rFonts w:cs="Georgia"/>
          <w:kern w:val="1"/>
        </w:rPr>
        <w:t xml:space="preserve">, </w:t>
      </w:r>
      <w:r>
        <w:rPr>
          <w:rFonts w:cs="Georgia"/>
          <w:kern w:val="1"/>
        </w:rPr>
        <w:t>avec deux territoriaux de Marseille et un gefreiter hessois</w:t>
      </w:r>
      <w:r w:rsidR="000E1451">
        <w:rPr>
          <w:rFonts w:cs="Georgia"/>
          <w:kern w:val="1"/>
        </w:rPr>
        <w:t>.</w:t>
      </w:r>
    </w:p>
    <w:p w14:paraId="345E24A8" w14:textId="77777777" w:rsidR="000E1451" w:rsidRDefault="000E1451" w:rsidP="00BE611A">
      <w:pPr>
        <w:rPr>
          <w:rFonts w:cs="Georgia"/>
          <w:kern w:val="1"/>
        </w:rPr>
      </w:pPr>
      <w:r>
        <w:rPr>
          <w:rFonts w:cs="Georgia"/>
          <w:kern w:val="1"/>
        </w:rPr>
        <w:t>— </w:t>
      </w:r>
      <w:r w:rsidR="00BE611A">
        <w:rPr>
          <w:rFonts w:cs="Georgia"/>
          <w:kern w:val="1"/>
        </w:rPr>
        <w:t>Eh bien</w:t>
      </w:r>
      <w:r>
        <w:rPr>
          <w:rFonts w:cs="Georgia"/>
          <w:kern w:val="1"/>
        </w:rPr>
        <w:t xml:space="preserve">, </w:t>
      </w:r>
      <w:r w:rsidR="00BE611A">
        <w:rPr>
          <w:rFonts w:cs="Georgia"/>
          <w:kern w:val="1"/>
        </w:rPr>
        <w:t>quoi de nouveau</w:t>
      </w:r>
      <w:r>
        <w:rPr>
          <w:rFonts w:cs="Georgia"/>
          <w:kern w:val="1"/>
        </w:rPr>
        <w:t> ?</w:t>
      </w:r>
    </w:p>
    <w:p w14:paraId="1AB10299" w14:textId="77777777" w:rsidR="000E1451" w:rsidRDefault="000E1451" w:rsidP="00BE611A">
      <w:pPr>
        <w:rPr>
          <w:rFonts w:cs="Georgia"/>
          <w:kern w:val="1"/>
        </w:rPr>
      </w:pPr>
      <w:r>
        <w:rPr>
          <w:rFonts w:cs="Georgia"/>
          <w:kern w:val="1"/>
        </w:rPr>
        <w:t>— </w:t>
      </w:r>
      <w:r w:rsidR="00BE611A">
        <w:rPr>
          <w:rFonts w:cs="Georgia"/>
          <w:kern w:val="1"/>
        </w:rPr>
        <w:t>Quoi de nouveau</w:t>
      </w:r>
      <w:r>
        <w:rPr>
          <w:rFonts w:cs="Georgia"/>
          <w:kern w:val="1"/>
        </w:rPr>
        <w:t xml:space="preserve">, </w:t>
      </w:r>
      <w:r w:rsidR="00BE611A">
        <w:rPr>
          <w:rFonts w:cs="Georgia"/>
          <w:kern w:val="1"/>
        </w:rPr>
        <w:t>mon vieux</w:t>
      </w:r>
      <w:r>
        <w:rPr>
          <w:rFonts w:cs="Georgia"/>
          <w:kern w:val="1"/>
        </w:rPr>
        <w:t xml:space="preserve"> ? </w:t>
      </w:r>
      <w:r w:rsidR="00BE611A">
        <w:rPr>
          <w:rFonts w:cs="Georgia"/>
          <w:kern w:val="1"/>
        </w:rPr>
        <w:t>répondait-il sans lâcher son jeu</w:t>
      </w:r>
      <w:r>
        <w:rPr>
          <w:rFonts w:cs="Georgia"/>
          <w:kern w:val="1"/>
        </w:rPr>
        <w:t xml:space="preserve">. </w:t>
      </w:r>
      <w:r w:rsidR="00BE611A">
        <w:rPr>
          <w:rFonts w:cs="Georgia"/>
          <w:kern w:val="1"/>
        </w:rPr>
        <w:t>Il y a que</w:t>
      </w:r>
      <w:r>
        <w:rPr>
          <w:rFonts w:cs="Georgia"/>
          <w:kern w:val="1"/>
        </w:rPr>
        <w:t xml:space="preserve">, </w:t>
      </w:r>
      <w:r w:rsidR="00BE611A">
        <w:rPr>
          <w:rFonts w:cs="Georgia"/>
          <w:kern w:val="1"/>
        </w:rPr>
        <w:t>cette nuit</w:t>
      </w:r>
      <w:r>
        <w:rPr>
          <w:rFonts w:cs="Georgia"/>
          <w:kern w:val="1"/>
        </w:rPr>
        <w:t xml:space="preserve">, </w:t>
      </w:r>
      <w:r w:rsidR="00BE611A">
        <w:rPr>
          <w:rFonts w:cs="Georgia"/>
          <w:kern w:val="1"/>
        </w:rPr>
        <w:t>nous avons bien cru que nous nous envolions tous avec nos bicoques</w:t>
      </w:r>
      <w:r>
        <w:rPr>
          <w:rFonts w:cs="Georgia"/>
          <w:kern w:val="1"/>
        </w:rPr>
        <w:t xml:space="preserve">. </w:t>
      </w:r>
      <w:r w:rsidR="00BE611A">
        <w:rPr>
          <w:rFonts w:cs="Georgia"/>
          <w:kern w:val="1"/>
        </w:rPr>
        <w:t>Tu parles d</w:t>
      </w:r>
      <w:r>
        <w:rPr>
          <w:rFonts w:cs="Georgia"/>
          <w:kern w:val="1"/>
        </w:rPr>
        <w:t>’</w:t>
      </w:r>
      <w:r w:rsidR="00BE611A">
        <w:rPr>
          <w:rFonts w:cs="Georgia"/>
          <w:kern w:val="1"/>
        </w:rPr>
        <w:t>un vent</w:t>
      </w:r>
      <w:r>
        <w:rPr>
          <w:rFonts w:cs="Georgia"/>
          <w:kern w:val="1"/>
        </w:rPr>
        <w:t xml:space="preserve"> ! </w:t>
      </w:r>
      <w:r w:rsidR="00BE611A">
        <w:rPr>
          <w:rFonts w:cs="Georgia"/>
          <w:kern w:val="1"/>
        </w:rPr>
        <w:t>Heureusement que la classe approche</w:t>
      </w:r>
      <w:r>
        <w:rPr>
          <w:rFonts w:cs="Georgia"/>
          <w:kern w:val="1"/>
        </w:rPr>
        <w:t xml:space="preserve"> : </w:t>
      </w:r>
      <w:r w:rsidR="00BE611A">
        <w:rPr>
          <w:rFonts w:cs="Georgia"/>
          <w:kern w:val="1"/>
        </w:rPr>
        <w:t>À propos</w:t>
      </w:r>
      <w:r>
        <w:rPr>
          <w:rFonts w:cs="Georgia"/>
          <w:kern w:val="1"/>
        </w:rPr>
        <w:t xml:space="preserve">, </w:t>
      </w:r>
      <w:r w:rsidR="00BE611A">
        <w:rPr>
          <w:rFonts w:cs="Georgia"/>
          <w:kern w:val="1"/>
        </w:rPr>
        <w:t>est-ce que tu sais que la Turquie a demandé la paix</w:t>
      </w:r>
      <w:r>
        <w:rPr>
          <w:rFonts w:cs="Georgia"/>
          <w:kern w:val="1"/>
        </w:rPr>
        <w:t> ?</w:t>
      </w:r>
    </w:p>
    <w:p w14:paraId="13BD5897" w14:textId="77777777" w:rsidR="000E1451" w:rsidRDefault="000E1451" w:rsidP="00BE611A">
      <w:pPr>
        <w:rPr>
          <w:rFonts w:cs="Georgia"/>
          <w:kern w:val="1"/>
        </w:rPr>
      </w:pPr>
      <w:r>
        <w:rPr>
          <w:rFonts w:cs="Georgia"/>
          <w:kern w:val="1"/>
        </w:rPr>
        <w:t>— </w:t>
      </w:r>
      <w:r w:rsidR="00BE611A">
        <w:rPr>
          <w:rFonts w:cs="Georgia"/>
          <w:kern w:val="1"/>
        </w:rPr>
        <w:t>Je sais</w:t>
      </w:r>
      <w:r>
        <w:rPr>
          <w:rFonts w:cs="Georgia"/>
          <w:kern w:val="1"/>
        </w:rPr>
        <w:t xml:space="preserve">. </w:t>
      </w:r>
      <w:r w:rsidR="00BE611A">
        <w:rPr>
          <w:rFonts w:cs="Georgia"/>
          <w:kern w:val="1"/>
        </w:rPr>
        <w:t>Qu</w:t>
      </w:r>
      <w:r>
        <w:rPr>
          <w:rFonts w:cs="Georgia"/>
          <w:kern w:val="1"/>
        </w:rPr>
        <w:t>’</w:t>
      </w:r>
      <w:r w:rsidR="00BE611A">
        <w:rPr>
          <w:rFonts w:cs="Georgia"/>
          <w:kern w:val="1"/>
        </w:rPr>
        <w:t>est-ce qu</w:t>
      </w:r>
      <w:r>
        <w:rPr>
          <w:rFonts w:cs="Georgia"/>
          <w:kern w:val="1"/>
        </w:rPr>
        <w:t>’</w:t>
      </w:r>
      <w:r w:rsidR="00BE611A">
        <w:rPr>
          <w:rFonts w:cs="Georgia"/>
          <w:kern w:val="1"/>
        </w:rPr>
        <w:t>on en dit</w:t>
      </w:r>
      <w:r>
        <w:rPr>
          <w:rFonts w:cs="Georgia"/>
          <w:kern w:val="1"/>
        </w:rPr>
        <w:t xml:space="preserve">, </w:t>
      </w:r>
      <w:r w:rsidR="00BE611A">
        <w:rPr>
          <w:rFonts w:cs="Georgia"/>
          <w:kern w:val="1"/>
        </w:rPr>
        <w:t>ici</w:t>
      </w:r>
      <w:r>
        <w:rPr>
          <w:rFonts w:cs="Georgia"/>
          <w:kern w:val="1"/>
        </w:rPr>
        <w:t> ?</w:t>
      </w:r>
    </w:p>
    <w:p w14:paraId="61FC4463" w14:textId="77777777" w:rsidR="000E1451" w:rsidRDefault="000E1451" w:rsidP="00BE611A">
      <w:pPr>
        <w:rPr>
          <w:rFonts w:cs="Georgia"/>
          <w:kern w:val="1"/>
        </w:rPr>
      </w:pPr>
      <w:r>
        <w:rPr>
          <w:rFonts w:cs="Georgia"/>
          <w:kern w:val="1"/>
        </w:rPr>
        <w:t>— </w:t>
      </w:r>
      <w:r w:rsidR="00BE611A">
        <w:rPr>
          <w:rFonts w:cs="Georgia"/>
          <w:kern w:val="1"/>
        </w:rPr>
        <w:t>Qui ça</w:t>
      </w:r>
      <w:r>
        <w:rPr>
          <w:rFonts w:cs="Georgia"/>
          <w:kern w:val="1"/>
        </w:rPr>
        <w:t xml:space="preserve">, </w:t>
      </w:r>
      <w:r w:rsidR="00BE611A">
        <w:rPr>
          <w:rFonts w:cs="Georgia"/>
          <w:bCs/>
          <w:i/>
          <w:iCs/>
          <w:kern w:val="1"/>
        </w:rPr>
        <w:t>on</w:t>
      </w:r>
      <w:r>
        <w:rPr>
          <w:rFonts w:cs="Georgia"/>
          <w:bCs/>
          <w:i/>
          <w:iCs/>
          <w:kern w:val="1"/>
        </w:rPr>
        <w:t xml:space="preserve"> ? </w:t>
      </w:r>
      <w:r w:rsidR="00BE611A">
        <w:rPr>
          <w:rFonts w:cs="Georgia"/>
          <w:kern w:val="1"/>
        </w:rPr>
        <w:t>Les Boches</w:t>
      </w:r>
      <w:r>
        <w:rPr>
          <w:rFonts w:cs="Georgia"/>
          <w:kern w:val="1"/>
        </w:rPr>
        <w:t xml:space="preserve"> ? </w:t>
      </w:r>
      <w:r w:rsidR="00BE611A">
        <w:rPr>
          <w:rFonts w:cs="Georgia"/>
          <w:kern w:val="1"/>
        </w:rPr>
        <w:t>Ils n</w:t>
      </w:r>
      <w:r>
        <w:rPr>
          <w:rFonts w:cs="Georgia"/>
          <w:kern w:val="1"/>
        </w:rPr>
        <w:t>’</w:t>
      </w:r>
      <w:r w:rsidR="00BE611A">
        <w:rPr>
          <w:rFonts w:cs="Georgia"/>
          <w:kern w:val="1"/>
        </w:rPr>
        <w:t>ouvrent la bouche que pour dire qu</w:t>
      </w:r>
      <w:r>
        <w:rPr>
          <w:rFonts w:cs="Georgia"/>
          <w:kern w:val="1"/>
        </w:rPr>
        <w:t>’</w:t>
      </w:r>
      <w:r w:rsidR="00BE611A">
        <w:rPr>
          <w:rFonts w:cs="Georgia"/>
          <w:kern w:val="1"/>
        </w:rPr>
        <w:t>ils se foutent de tout</w:t>
      </w:r>
      <w:r>
        <w:rPr>
          <w:rFonts w:cs="Georgia"/>
          <w:kern w:val="1"/>
        </w:rPr>
        <w:t xml:space="preserve">, </w:t>
      </w:r>
      <w:r w:rsidR="00BE611A">
        <w:rPr>
          <w:rFonts w:cs="Georgia"/>
          <w:kern w:val="1"/>
        </w:rPr>
        <w:t>maintenant</w:t>
      </w:r>
      <w:r>
        <w:rPr>
          <w:rFonts w:cs="Georgia"/>
          <w:kern w:val="1"/>
        </w:rPr>
        <w:t xml:space="preserve">. </w:t>
      </w:r>
      <w:r w:rsidR="00BE611A">
        <w:rPr>
          <w:rFonts w:cs="Georgia"/>
          <w:kern w:val="1"/>
        </w:rPr>
        <w:t>Figure-toi qu</w:t>
      </w:r>
      <w:r>
        <w:rPr>
          <w:rFonts w:cs="Georgia"/>
          <w:kern w:val="1"/>
        </w:rPr>
        <w:t>’</w:t>
      </w:r>
      <w:r w:rsidR="00BE611A">
        <w:rPr>
          <w:rFonts w:cs="Georgia"/>
          <w:kern w:val="1"/>
        </w:rPr>
        <w:t>avant-hier</w:t>
      </w:r>
      <w:r>
        <w:rPr>
          <w:rFonts w:cs="Georgia"/>
          <w:kern w:val="1"/>
        </w:rPr>
        <w:t xml:space="preserve">, </w:t>
      </w:r>
      <w:r w:rsidR="00BE611A">
        <w:rPr>
          <w:rFonts w:cs="Georgia"/>
          <w:kern w:val="1"/>
        </w:rPr>
        <w:t>il y en a trois qui sont partis comme cela</w:t>
      </w:r>
      <w:r>
        <w:rPr>
          <w:rFonts w:cs="Georgia"/>
          <w:kern w:val="1"/>
        </w:rPr>
        <w:t xml:space="preserve">, </w:t>
      </w:r>
      <w:r w:rsidR="00BE611A">
        <w:rPr>
          <w:rFonts w:cs="Georgia"/>
          <w:kern w:val="1"/>
        </w:rPr>
        <w:t>les mains dans leurs poches</w:t>
      </w:r>
      <w:r>
        <w:rPr>
          <w:rFonts w:cs="Georgia"/>
          <w:kern w:val="1"/>
        </w:rPr>
        <w:t xml:space="preserve">. </w:t>
      </w:r>
      <w:r w:rsidR="00BE611A">
        <w:rPr>
          <w:rFonts w:cs="Georgia"/>
          <w:kern w:val="1"/>
        </w:rPr>
        <w:t>Ils ont dit qu</w:t>
      </w:r>
      <w:r>
        <w:rPr>
          <w:rFonts w:cs="Georgia"/>
          <w:kern w:val="1"/>
        </w:rPr>
        <w:t>’</w:t>
      </w:r>
      <w:r w:rsidR="00BE611A">
        <w:rPr>
          <w:rFonts w:cs="Georgia"/>
          <w:kern w:val="1"/>
        </w:rPr>
        <w:t>ils en avaient marre</w:t>
      </w:r>
      <w:r>
        <w:rPr>
          <w:rFonts w:cs="Georgia"/>
          <w:kern w:val="1"/>
        </w:rPr>
        <w:t xml:space="preserve">, </w:t>
      </w:r>
      <w:r w:rsidR="00BE611A">
        <w:rPr>
          <w:rFonts w:cs="Georgia"/>
          <w:kern w:val="1"/>
        </w:rPr>
        <w:lastRenderedPageBreak/>
        <w:t>qu</w:t>
      </w:r>
      <w:r>
        <w:rPr>
          <w:rFonts w:cs="Georgia"/>
          <w:kern w:val="1"/>
        </w:rPr>
        <w:t>’</w:t>
      </w:r>
      <w:r w:rsidR="00BE611A">
        <w:rPr>
          <w:rFonts w:cs="Georgia"/>
          <w:kern w:val="1"/>
        </w:rPr>
        <w:t>ils rentraient chez leurs femmes</w:t>
      </w:r>
      <w:r>
        <w:rPr>
          <w:rFonts w:cs="Georgia"/>
          <w:kern w:val="1"/>
        </w:rPr>
        <w:t xml:space="preserve">. </w:t>
      </w:r>
      <w:r w:rsidR="00BE611A">
        <w:rPr>
          <w:rFonts w:cs="Georgia"/>
          <w:kern w:val="1"/>
        </w:rPr>
        <w:t>Il en a coulé de l</w:t>
      </w:r>
      <w:r>
        <w:rPr>
          <w:rFonts w:cs="Georgia"/>
          <w:kern w:val="1"/>
        </w:rPr>
        <w:t>’</w:t>
      </w:r>
      <w:r w:rsidR="00BE611A">
        <w:rPr>
          <w:rFonts w:cs="Georgia"/>
          <w:kern w:val="1"/>
        </w:rPr>
        <w:t>eau sous le pont</w:t>
      </w:r>
      <w:r>
        <w:rPr>
          <w:rFonts w:cs="Georgia"/>
          <w:kern w:val="1"/>
        </w:rPr>
        <w:t xml:space="preserve">, </w:t>
      </w:r>
      <w:r w:rsidR="00BE611A">
        <w:rPr>
          <w:rFonts w:cs="Georgia"/>
          <w:kern w:val="1"/>
        </w:rPr>
        <w:t>depuis le temps du petit père Elbing</w:t>
      </w:r>
      <w:r>
        <w:rPr>
          <w:rFonts w:cs="Georgia"/>
          <w:kern w:val="1"/>
        </w:rPr>
        <w:t xml:space="preserve"> ! </w:t>
      </w:r>
      <w:r w:rsidR="00BE611A">
        <w:rPr>
          <w:rFonts w:cs="Georgia"/>
          <w:kern w:val="1"/>
        </w:rPr>
        <w:t>Le feldwebel n</w:t>
      </w:r>
      <w:r>
        <w:rPr>
          <w:rFonts w:cs="Georgia"/>
          <w:kern w:val="1"/>
        </w:rPr>
        <w:t>’</w:t>
      </w:r>
      <w:r w:rsidR="00BE611A">
        <w:rPr>
          <w:rFonts w:cs="Georgia"/>
          <w:kern w:val="1"/>
        </w:rPr>
        <w:t>a rien fait pour les retenir</w:t>
      </w:r>
      <w:r>
        <w:rPr>
          <w:rFonts w:cs="Georgia"/>
          <w:kern w:val="1"/>
        </w:rPr>
        <w:t xml:space="preserve">. </w:t>
      </w:r>
      <w:r w:rsidR="00BE611A">
        <w:rPr>
          <w:rFonts w:cs="Georgia"/>
          <w:kern w:val="1"/>
        </w:rPr>
        <w:t>C</w:t>
      </w:r>
      <w:r>
        <w:rPr>
          <w:rFonts w:cs="Georgia"/>
          <w:kern w:val="1"/>
        </w:rPr>
        <w:t>’</w:t>
      </w:r>
      <w:r w:rsidR="00BE611A">
        <w:rPr>
          <w:rFonts w:cs="Georgia"/>
          <w:kern w:val="1"/>
        </w:rPr>
        <w:t>est tout juste s</w:t>
      </w:r>
      <w:r>
        <w:rPr>
          <w:rFonts w:cs="Georgia"/>
          <w:kern w:val="1"/>
        </w:rPr>
        <w:t>’</w:t>
      </w:r>
      <w:r w:rsidR="00BE611A">
        <w:rPr>
          <w:rFonts w:cs="Georgia"/>
          <w:kern w:val="1"/>
        </w:rPr>
        <w:t>il ne les a pas approuvés</w:t>
      </w:r>
      <w:r>
        <w:rPr>
          <w:rFonts w:cs="Georgia"/>
          <w:kern w:val="1"/>
        </w:rPr>
        <w:t xml:space="preserve">. </w:t>
      </w:r>
      <w:r w:rsidR="00BE611A">
        <w:rPr>
          <w:rFonts w:cs="Georgia"/>
          <w:kern w:val="1"/>
        </w:rPr>
        <w:t>Tu te rends compte</w:t>
      </w:r>
      <w:r>
        <w:rPr>
          <w:rFonts w:cs="Georgia"/>
          <w:kern w:val="1"/>
        </w:rPr>
        <w:t xml:space="preserve"> : </w:t>
      </w:r>
      <w:r w:rsidR="00BE611A">
        <w:rPr>
          <w:rFonts w:cs="Georgia"/>
          <w:kern w:val="1"/>
        </w:rPr>
        <w:t>il y a huit jours qu</w:t>
      </w:r>
      <w:r>
        <w:rPr>
          <w:rFonts w:cs="Georgia"/>
          <w:kern w:val="1"/>
        </w:rPr>
        <w:t>’</w:t>
      </w:r>
      <w:r w:rsidR="00BE611A">
        <w:rPr>
          <w:rFonts w:cs="Georgia"/>
          <w:kern w:val="1"/>
        </w:rPr>
        <w:t>il est sans ordres</w:t>
      </w:r>
      <w:r>
        <w:rPr>
          <w:rFonts w:cs="Georgia"/>
          <w:kern w:val="1"/>
        </w:rPr>
        <w:t xml:space="preserve"> ! </w:t>
      </w:r>
      <w:r w:rsidR="00BE611A">
        <w:rPr>
          <w:rFonts w:cs="Georgia"/>
          <w:kern w:val="1"/>
        </w:rPr>
        <w:t>Autre chose</w:t>
      </w:r>
      <w:r>
        <w:rPr>
          <w:rFonts w:cs="Georgia"/>
          <w:kern w:val="1"/>
        </w:rPr>
        <w:t xml:space="preserve"> : </w:t>
      </w:r>
      <w:r w:rsidR="00BE611A">
        <w:rPr>
          <w:rFonts w:cs="Georgia"/>
          <w:kern w:val="1"/>
        </w:rPr>
        <w:t>tu sais que</w:t>
      </w:r>
      <w:r>
        <w:rPr>
          <w:rFonts w:cs="Georgia"/>
          <w:kern w:val="1"/>
        </w:rPr>
        <w:t xml:space="preserve">, </w:t>
      </w:r>
      <w:r w:rsidR="00BE611A">
        <w:rPr>
          <w:rFonts w:cs="Georgia"/>
          <w:kern w:val="1"/>
        </w:rPr>
        <w:t>ce soir</w:t>
      </w:r>
      <w:r>
        <w:rPr>
          <w:rFonts w:cs="Georgia"/>
          <w:kern w:val="1"/>
        </w:rPr>
        <w:t xml:space="preserve">, </w:t>
      </w:r>
      <w:r w:rsidR="00BE611A">
        <w:rPr>
          <w:rFonts w:cs="Georgia"/>
          <w:kern w:val="1"/>
        </w:rPr>
        <w:t>l</w:t>
      </w:r>
      <w:r>
        <w:rPr>
          <w:rFonts w:cs="Georgia"/>
          <w:kern w:val="1"/>
        </w:rPr>
        <w:t>’</w:t>
      </w:r>
      <w:r w:rsidR="00BE611A">
        <w:rPr>
          <w:rFonts w:cs="Georgia"/>
          <w:kern w:val="1"/>
        </w:rPr>
        <w:t>électricité</w:t>
      </w:r>
      <w:r>
        <w:rPr>
          <w:rFonts w:cs="Georgia"/>
          <w:kern w:val="1"/>
        </w:rPr>
        <w:t xml:space="preserve">, </w:t>
      </w:r>
      <w:r w:rsidR="00BE611A">
        <w:rPr>
          <w:rFonts w:cs="Georgia"/>
          <w:kern w:val="1"/>
        </w:rPr>
        <w:t>macache</w:t>
      </w:r>
      <w:r>
        <w:rPr>
          <w:rFonts w:cs="Georgia"/>
          <w:kern w:val="1"/>
        </w:rPr>
        <w:t> !</w:t>
      </w:r>
    </w:p>
    <w:p w14:paraId="25D87843" w14:textId="77777777" w:rsidR="000E1451" w:rsidRDefault="000E1451" w:rsidP="00BE611A">
      <w:pPr>
        <w:rPr>
          <w:rFonts w:cs="Georgia"/>
          <w:kern w:val="1"/>
        </w:rPr>
      </w:pPr>
      <w:r>
        <w:rPr>
          <w:rFonts w:cs="Georgia"/>
          <w:kern w:val="1"/>
        </w:rPr>
        <w:t>— </w:t>
      </w:r>
      <w:r w:rsidR="00BE611A">
        <w:rPr>
          <w:rFonts w:cs="Georgia"/>
          <w:kern w:val="1"/>
        </w:rPr>
        <w:t>Comment cela</w:t>
      </w:r>
      <w:r>
        <w:rPr>
          <w:rFonts w:cs="Georgia"/>
          <w:kern w:val="1"/>
        </w:rPr>
        <w:t> ?</w:t>
      </w:r>
    </w:p>
    <w:p w14:paraId="7C8A6433" w14:textId="77777777" w:rsidR="000E1451" w:rsidRDefault="000E1451" w:rsidP="00BE611A">
      <w:pPr>
        <w:rPr>
          <w:rFonts w:cs="Georgia"/>
          <w:kern w:val="1"/>
        </w:rPr>
      </w:pPr>
      <w:r>
        <w:rPr>
          <w:rFonts w:cs="Georgia"/>
          <w:kern w:val="1"/>
        </w:rPr>
        <w:t>— </w:t>
      </w:r>
      <w:r w:rsidR="00BE611A">
        <w:rPr>
          <w:rFonts w:cs="Georgia"/>
          <w:kern w:val="1"/>
        </w:rPr>
        <w:t>Eh oui</w:t>
      </w:r>
      <w:r>
        <w:rPr>
          <w:rFonts w:cs="Georgia"/>
          <w:kern w:val="1"/>
        </w:rPr>
        <w:t xml:space="preserve"> ! </w:t>
      </w:r>
      <w:r w:rsidR="00BE611A">
        <w:rPr>
          <w:rFonts w:cs="Georgia"/>
          <w:kern w:val="1"/>
        </w:rPr>
        <w:t>C</w:t>
      </w:r>
      <w:r>
        <w:rPr>
          <w:rFonts w:cs="Georgia"/>
          <w:kern w:val="1"/>
        </w:rPr>
        <w:t>’</w:t>
      </w:r>
      <w:r w:rsidR="00BE611A">
        <w:rPr>
          <w:rFonts w:cs="Georgia"/>
          <w:kern w:val="1"/>
        </w:rPr>
        <w:t>est l</w:t>
      </w:r>
      <w:r>
        <w:rPr>
          <w:rFonts w:cs="Georgia"/>
          <w:kern w:val="1"/>
        </w:rPr>
        <w:t>’</w:t>
      </w:r>
      <w:r w:rsidR="00BE611A">
        <w:rPr>
          <w:rFonts w:cs="Georgia"/>
          <w:kern w:val="1"/>
        </w:rPr>
        <w:t>usine de Palmnicken qui nous fournissait le courant</w:t>
      </w:r>
      <w:r>
        <w:rPr>
          <w:rFonts w:cs="Georgia"/>
          <w:kern w:val="1"/>
        </w:rPr>
        <w:t xml:space="preserve">, </w:t>
      </w:r>
      <w:r w:rsidR="00BE611A">
        <w:rPr>
          <w:rFonts w:cs="Georgia"/>
          <w:kern w:val="1"/>
        </w:rPr>
        <w:t>avec des ouvriers militarisés</w:t>
      </w:r>
      <w:r>
        <w:rPr>
          <w:rFonts w:cs="Georgia"/>
          <w:kern w:val="1"/>
        </w:rPr>
        <w:t xml:space="preserve">. </w:t>
      </w:r>
      <w:r w:rsidR="00BE611A">
        <w:rPr>
          <w:rFonts w:cs="Georgia"/>
          <w:kern w:val="1"/>
        </w:rPr>
        <w:t>Eh bien</w:t>
      </w:r>
      <w:r>
        <w:rPr>
          <w:rFonts w:cs="Georgia"/>
          <w:kern w:val="1"/>
        </w:rPr>
        <w:t xml:space="preserve">, </w:t>
      </w:r>
      <w:r w:rsidR="00BE611A">
        <w:rPr>
          <w:rFonts w:cs="Georgia"/>
          <w:kern w:val="1"/>
        </w:rPr>
        <w:t>ces militarisés-là ont décidé de tout envoyer promener</w:t>
      </w:r>
      <w:r>
        <w:rPr>
          <w:rFonts w:cs="Georgia"/>
          <w:kern w:val="1"/>
        </w:rPr>
        <w:t xml:space="preserve">. </w:t>
      </w:r>
      <w:r w:rsidR="00BE611A">
        <w:rPr>
          <w:rFonts w:cs="Georgia"/>
          <w:kern w:val="1"/>
        </w:rPr>
        <w:t>Ils lâchent le turbin aujourd</w:t>
      </w:r>
      <w:r>
        <w:rPr>
          <w:rFonts w:cs="Georgia"/>
          <w:kern w:val="1"/>
        </w:rPr>
        <w:t>’</w:t>
      </w:r>
      <w:r w:rsidR="00BE611A">
        <w:rPr>
          <w:rFonts w:cs="Georgia"/>
          <w:kern w:val="1"/>
        </w:rPr>
        <w:t>hui</w:t>
      </w:r>
      <w:r>
        <w:rPr>
          <w:rFonts w:cs="Georgia"/>
          <w:kern w:val="1"/>
        </w:rPr>
        <w:t xml:space="preserve">. </w:t>
      </w:r>
      <w:r w:rsidR="00BE611A">
        <w:rPr>
          <w:rFonts w:cs="Georgia"/>
          <w:kern w:val="1"/>
        </w:rPr>
        <w:t>Tu pourras prévenir tes amis du château</w:t>
      </w:r>
      <w:r>
        <w:rPr>
          <w:rFonts w:cs="Georgia"/>
          <w:kern w:val="1"/>
        </w:rPr>
        <w:t xml:space="preserve">, </w:t>
      </w:r>
      <w:r w:rsidR="00BE611A">
        <w:rPr>
          <w:rFonts w:cs="Georgia"/>
          <w:kern w:val="1"/>
        </w:rPr>
        <w:t>qu</w:t>
      </w:r>
      <w:r>
        <w:rPr>
          <w:rFonts w:cs="Georgia"/>
          <w:kern w:val="1"/>
        </w:rPr>
        <w:t>’</w:t>
      </w:r>
      <w:r w:rsidR="00BE611A">
        <w:rPr>
          <w:rFonts w:cs="Georgia"/>
          <w:kern w:val="1"/>
        </w:rPr>
        <w:t>ils aient à préparer leurs chandelles</w:t>
      </w:r>
      <w:r>
        <w:rPr>
          <w:rFonts w:cs="Georgia"/>
          <w:kern w:val="1"/>
        </w:rPr>
        <w:t xml:space="preserve">. </w:t>
      </w:r>
      <w:r w:rsidR="00BE611A">
        <w:rPr>
          <w:rFonts w:cs="Georgia"/>
          <w:kern w:val="1"/>
        </w:rPr>
        <w:t>Ah</w:t>
      </w:r>
      <w:r>
        <w:rPr>
          <w:rFonts w:cs="Georgia"/>
          <w:kern w:val="1"/>
        </w:rPr>
        <w:t xml:space="preserve"> ! </w:t>
      </w:r>
      <w:r w:rsidR="00BE611A">
        <w:rPr>
          <w:rFonts w:cs="Georgia"/>
          <w:kern w:val="1"/>
        </w:rPr>
        <w:t>et puis autre chose encore</w:t>
      </w:r>
      <w:r>
        <w:rPr>
          <w:rFonts w:cs="Georgia"/>
          <w:kern w:val="1"/>
        </w:rPr>
        <w:t xml:space="preserve"> : </w:t>
      </w:r>
      <w:r w:rsidR="00BE611A">
        <w:rPr>
          <w:rFonts w:cs="Georgia"/>
          <w:kern w:val="1"/>
        </w:rPr>
        <w:t>à Kiel</w:t>
      </w:r>
      <w:r>
        <w:rPr>
          <w:rFonts w:cs="Georgia"/>
          <w:kern w:val="1"/>
        </w:rPr>
        <w:t xml:space="preserve">, </w:t>
      </w:r>
      <w:r w:rsidR="00BE611A">
        <w:rPr>
          <w:rFonts w:cs="Georgia"/>
          <w:kern w:val="1"/>
        </w:rPr>
        <w:t>la flotte s</w:t>
      </w:r>
      <w:r>
        <w:rPr>
          <w:rFonts w:cs="Georgia"/>
          <w:kern w:val="1"/>
        </w:rPr>
        <w:t>’</w:t>
      </w:r>
      <w:r w:rsidR="00BE611A">
        <w:rPr>
          <w:rFonts w:cs="Georgia"/>
          <w:kern w:val="1"/>
        </w:rPr>
        <w:t>est mutinée</w:t>
      </w:r>
      <w:r>
        <w:rPr>
          <w:rFonts w:cs="Georgia"/>
          <w:kern w:val="1"/>
        </w:rPr>
        <w:t>.</w:t>
      </w:r>
    </w:p>
    <w:p w14:paraId="6432EBC4" w14:textId="77777777" w:rsidR="000E1451" w:rsidRDefault="000E1451" w:rsidP="00BE611A">
      <w:pPr>
        <w:rPr>
          <w:rFonts w:cs="Georgia"/>
          <w:kern w:val="1"/>
        </w:rPr>
      </w:pPr>
      <w:r>
        <w:rPr>
          <w:rFonts w:cs="Georgia"/>
          <w:kern w:val="1"/>
        </w:rPr>
        <w:t>— </w:t>
      </w:r>
      <w:r w:rsidR="00BE611A">
        <w:rPr>
          <w:rFonts w:cs="Georgia"/>
          <w:kern w:val="1"/>
        </w:rPr>
        <w:t>Qui vous l</w:t>
      </w:r>
      <w:r>
        <w:rPr>
          <w:rFonts w:cs="Georgia"/>
          <w:kern w:val="1"/>
        </w:rPr>
        <w:t>’</w:t>
      </w:r>
      <w:r w:rsidR="00BE611A">
        <w:rPr>
          <w:rFonts w:cs="Georgia"/>
          <w:kern w:val="1"/>
        </w:rPr>
        <w:t>a dit</w:t>
      </w:r>
      <w:r>
        <w:rPr>
          <w:rFonts w:cs="Georgia"/>
          <w:kern w:val="1"/>
        </w:rPr>
        <w:t> ?</w:t>
      </w:r>
    </w:p>
    <w:p w14:paraId="108BA622" w14:textId="77777777" w:rsidR="000E1451" w:rsidRDefault="000E1451" w:rsidP="00BE611A">
      <w:pPr>
        <w:rPr>
          <w:rFonts w:cs="Georgia"/>
          <w:kern w:val="1"/>
        </w:rPr>
      </w:pPr>
      <w:r>
        <w:rPr>
          <w:rFonts w:cs="Georgia"/>
          <w:kern w:val="1"/>
        </w:rPr>
        <w:t>— </w:t>
      </w:r>
      <w:r w:rsidR="00BE611A">
        <w:rPr>
          <w:rFonts w:cs="Georgia"/>
          <w:kern w:val="1"/>
        </w:rPr>
        <w:t>Un sous-off garde-côte</w:t>
      </w:r>
      <w:r>
        <w:rPr>
          <w:rFonts w:cs="Georgia"/>
          <w:kern w:val="1"/>
        </w:rPr>
        <w:t xml:space="preserve">. </w:t>
      </w:r>
      <w:r w:rsidR="00BE611A">
        <w:rPr>
          <w:rFonts w:cs="Georgia"/>
          <w:kern w:val="1"/>
        </w:rPr>
        <w:t>Le fait est que la semaine dernière</w:t>
      </w:r>
      <w:r>
        <w:rPr>
          <w:rFonts w:cs="Georgia"/>
          <w:kern w:val="1"/>
        </w:rPr>
        <w:t xml:space="preserve">, </w:t>
      </w:r>
      <w:r w:rsidR="00BE611A">
        <w:rPr>
          <w:rFonts w:cs="Georgia"/>
          <w:kern w:val="1"/>
        </w:rPr>
        <w:t>on a vu passer à toute vitesse des navires de guerre</w:t>
      </w:r>
      <w:r>
        <w:rPr>
          <w:rFonts w:cs="Georgia"/>
          <w:kern w:val="1"/>
        </w:rPr>
        <w:t xml:space="preserve">, </w:t>
      </w:r>
      <w:r w:rsidR="00BE611A">
        <w:rPr>
          <w:rFonts w:cs="Georgia"/>
          <w:kern w:val="1"/>
        </w:rPr>
        <w:t>qui se dirigeaient vers l</w:t>
      </w:r>
      <w:r>
        <w:rPr>
          <w:rFonts w:cs="Georgia"/>
          <w:kern w:val="1"/>
        </w:rPr>
        <w:t>’</w:t>
      </w:r>
      <w:r w:rsidR="00BE611A">
        <w:rPr>
          <w:rFonts w:cs="Georgia"/>
          <w:kern w:val="1"/>
        </w:rPr>
        <w:t>Ouest</w:t>
      </w:r>
      <w:r>
        <w:rPr>
          <w:rFonts w:cs="Georgia"/>
          <w:kern w:val="1"/>
        </w:rPr>
        <w:t xml:space="preserve">. </w:t>
      </w:r>
      <w:r w:rsidR="00BE611A">
        <w:rPr>
          <w:rFonts w:cs="Georgia"/>
          <w:kern w:val="1"/>
        </w:rPr>
        <w:t>C</w:t>
      </w:r>
      <w:r>
        <w:rPr>
          <w:rFonts w:cs="Georgia"/>
          <w:kern w:val="1"/>
        </w:rPr>
        <w:t>’</w:t>
      </w:r>
      <w:r w:rsidR="00BE611A">
        <w:rPr>
          <w:rFonts w:cs="Georgia"/>
          <w:kern w:val="1"/>
        </w:rPr>
        <w:t>étaient ceux de la défense mobile de Memel</w:t>
      </w:r>
      <w:r>
        <w:rPr>
          <w:rFonts w:cs="Georgia"/>
          <w:kern w:val="1"/>
        </w:rPr>
        <w:t xml:space="preserve">. </w:t>
      </w:r>
      <w:r w:rsidR="00BE611A">
        <w:rPr>
          <w:rFonts w:cs="Georgia"/>
          <w:kern w:val="1"/>
        </w:rPr>
        <w:t>Il paraît qu</w:t>
      </w:r>
      <w:r>
        <w:rPr>
          <w:rFonts w:cs="Georgia"/>
          <w:kern w:val="1"/>
        </w:rPr>
        <w:t>’</w:t>
      </w:r>
      <w:r w:rsidR="00BE611A">
        <w:rPr>
          <w:rFonts w:cs="Georgia"/>
          <w:kern w:val="1"/>
        </w:rPr>
        <w:t>on les convoquait par TSF pour torpiller leurs copains</w:t>
      </w:r>
      <w:r>
        <w:rPr>
          <w:rFonts w:cs="Georgia"/>
          <w:kern w:val="1"/>
        </w:rPr>
        <w:t xml:space="preserve">. </w:t>
      </w:r>
      <w:r w:rsidR="00BE611A">
        <w:rPr>
          <w:rFonts w:cs="Georgia"/>
          <w:kern w:val="1"/>
        </w:rPr>
        <w:t>C</w:t>
      </w:r>
      <w:r>
        <w:rPr>
          <w:rFonts w:cs="Georgia"/>
          <w:kern w:val="1"/>
        </w:rPr>
        <w:t>’</w:t>
      </w:r>
      <w:r w:rsidR="00BE611A">
        <w:rPr>
          <w:rFonts w:cs="Georgia"/>
          <w:kern w:val="1"/>
        </w:rPr>
        <w:t>est le gefreiter ici présent qui est allé vérifier la nouvelle</w:t>
      </w:r>
      <w:r>
        <w:rPr>
          <w:rFonts w:cs="Georgia"/>
          <w:kern w:val="1"/>
        </w:rPr>
        <w:t xml:space="preserve">. </w:t>
      </w:r>
      <w:r w:rsidR="00BE611A">
        <w:rPr>
          <w:rFonts w:cs="Georgia"/>
          <w:kern w:val="1"/>
        </w:rPr>
        <w:t>Pas vrai</w:t>
      </w:r>
      <w:r>
        <w:rPr>
          <w:rFonts w:cs="Georgia"/>
          <w:kern w:val="1"/>
        </w:rPr>
        <w:t xml:space="preserve">, </w:t>
      </w:r>
      <w:r w:rsidR="00BE611A">
        <w:rPr>
          <w:rFonts w:cs="Georgia"/>
          <w:kern w:val="1"/>
        </w:rPr>
        <w:t>frise-poulet</w:t>
      </w:r>
      <w:r>
        <w:rPr>
          <w:rFonts w:cs="Georgia"/>
          <w:kern w:val="1"/>
        </w:rPr>
        <w:t> ?</w:t>
      </w:r>
    </w:p>
    <w:p w14:paraId="5871175A" w14:textId="77777777" w:rsidR="000E1451" w:rsidRDefault="00BE611A" w:rsidP="00BE611A">
      <w:pPr>
        <w:rPr>
          <w:rFonts w:cs="Georgia"/>
          <w:kern w:val="1"/>
        </w:rPr>
      </w:pPr>
      <w:r>
        <w:rPr>
          <w:rFonts w:cs="Georgia"/>
          <w:kern w:val="1"/>
        </w:rPr>
        <w:t>Le Hessois hocha la tête</w:t>
      </w:r>
      <w:r w:rsidR="000E1451">
        <w:rPr>
          <w:rFonts w:cs="Georgia"/>
          <w:kern w:val="1"/>
        </w:rPr>
        <w:t>.</w:t>
      </w:r>
    </w:p>
    <w:p w14:paraId="0599CFF6" w14:textId="77777777" w:rsidR="000E1451" w:rsidRDefault="000E1451" w:rsidP="00BE611A">
      <w:pPr>
        <w:rPr>
          <w:rFonts w:cs="Georgia"/>
          <w:kern w:val="1"/>
        </w:rPr>
      </w:pPr>
      <w:r>
        <w:rPr>
          <w:rFonts w:cs="Georgia"/>
          <w:kern w:val="1"/>
        </w:rPr>
        <w:t>— </w:t>
      </w:r>
      <w:r w:rsidR="00BE611A">
        <w:rPr>
          <w:rFonts w:cs="Georgia"/>
          <w:kern w:val="1"/>
        </w:rPr>
        <w:t>Guillaume</w:t>
      </w:r>
      <w:r>
        <w:rPr>
          <w:rFonts w:cs="Georgia"/>
          <w:kern w:val="1"/>
        </w:rPr>
        <w:t xml:space="preserve">, </w:t>
      </w:r>
      <w:r w:rsidR="00BE611A">
        <w:rPr>
          <w:rFonts w:cs="Georgia"/>
          <w:kern w:val="1"/>
        </w:rPr>
        <w:t>kapout</w:t>
      </w:r>
      <w:r>
        <w:rPr>
          <w:rFonts w:cs="Georgia"/>
          <w:kern w:val="1"/>
        </w:rPr>
        <w:t xml:space="preserve"> ! </w:t>
      </w:r>
      <w:r w:rsidR="00BE611A">
        <w:rPr>
          <w:rFonts w:cs="Georgia"/>
          <w:kern w:val="1"/>
        </w:rPr>
        <w:t>murmura-t-il lugubrement</w:t>
      </w:r>
      <w:r>
        <w:rPr>
          <w:rFonts w:cs="Georgia"/>
          <w:kern w:val="1"/>
        </w:rPr>
        <w:t>.</w:t>
      </w:r>
    </w:p>
    <w:p w14:paraId="78CBB1EF" w14:textId="77777777" w:rsidR="000E1451" w:rsidRDefault="000E1451" w:rsidP="00BE611A">
      <w:pPr>
        <w:rPr>
          <w:rFonts w:cs="Georgia"/>
          <w:kern w:val="1"/>
        </w:rPr>
      </w:pPr>
      <w:r>
        <w:rPr>
          <w:rFonts w:cs="Georgia"/>
          <w:kern w:val="1"/>
        </w:rPr>
        <w:t>— </w:t>
      </w:r>
      <w:r w:rsidR="00BE611A">
        <w:rPr>
          <w:rFonts w:cs="Georgia"/>
          <w:kern w:val="1"/>
        </w:rPr>
        <w:t>Si tu veux</w:t>
      </w:r>
      <w:r>
        <w:rPr>
          <w:rFonts w:cs="Georgia"/>
          <w:kern w:val="1"/>
        </w:rPr>
        <w:t xml:space="preserve">. </w:t>
      </w:r>
      <w:r w:rsidR="00BE611A">
        <w:rPr>
          <w:rFonts w:cs="Georgia"/>
          <w:kern w:val="1"/>
        </w:rPr>
        <w:t>J</w:t>
      </w:r>
      <w:r>
        <w:rPr>
          <w:rFonts w:cs="Georgia"/>
          <w:kern w:val="1"/>
        </w:rPr>
        <w:t>’</w:t>
      </w:r>
      <w:r w:rsidR="00BE611A">
        <w:rPr>
          <w:rFonts w:cs="Georgia"/>
          <w:kern w:val="1"/>
        </w:rPr>
        <w:t>y vois pas d</w:t>
      </w:r>
      <w:r>
        <w:rPr>
          <w:rFonts w:cs="Georgia"/>
          <w:kern w:val="1"/>
        </w:rPr>
        <w:t>’</w:t>
      </w:r>
      <w:r w:rsidR="00BE611A">
        <w:rPr>
          <w:rFonts w:cs="Georgia"/>
          <w:kern w:val="1"/>
        </w:rPr>
        <w:t>inconvénient</w:t>
      </w:r>
      <w:r>
        <w:rPr>
          <w:rFonts w:cs="Georgia"/>
          <w:kern w:val="1"/>
        </w:rPr>
        <w:t xml:space="preserve">, </w:t>
      </w:r>
      <w:r w:rsidR="00BE611A">
        <w:rPr>
          <w:rFonts w:cs="Georgia"/>
          <w:kern w:val="1"/>
        </w:rPr>
        <w:t>moi</w:t>
      </w:r>
      <w:r>
        <w:rPr>
          <w:rFonts w:cs="Georgia"/>
          <w:kern w:val="1"/>
        </w:rPr>
        <w:t xml:space="preserve">. </w:t>
      </w:r>
      <w:r w:rsidR="00BE611A">
        <w:rPr>
          <w:rFonts w:cs="Georgia"/>
          <w:kern w:val="1"/>
        </w:rPr>
        <w:t>Mais</w:t>
      </w:r>
      <w:r>
        <w:rPr>
          <w:rFonts w:cs="Georgia"/>
          <w:kern w:val="1"/>
        </w:rPr>
        <w:t xml:space="preserve">, </w:t>
      </w:r>
      <w:r w:rsidR="00BE611A">
        <w:rPr>
          <w:rFonts w:cs="Georgia"/>
          <w:kern w:val="1"/>
        </w:rPr>
        <w:t>sacré farceur</w:t>
      </w:r>
      <w:r>
        <w:rPr>
          <w:rFonts w:cs="Georgia"/>
          <w:kern w:val="1"/>
        </w:rPr>
        <w:t xml:space="preserve">, </w:t>
      </w:r>
      <w:r w:rsidR="00BE611A">
        <w:rPr>
          <w:rFonts w:cs="Georgia"/>
          <w:kern w:val="1"/>
        </w:rPr>
        <w:t>c</w:t>
      </w:r>
      <w:r>
        <w:rPr>
          <w:rFonts w:cs="Georgia"/>
          <w:kern w:val="1"/>
        </w:rPr>
        <w:t>’</w:t>
      </w:r>
      <w:r w:rsidR="00BE611A">
        <w:rPr>
          <w:rFonts w:cs="Georgia"/>
          <w:kern w:val="1"/>
        </w:rPr>
        <w:t>est pas une raison</w:t>
      </w:r>
      <w:r>
        <w:rPr>
          <w:rFonts w:cs="Georgia"/>
          <w:kern w:val="1"/>
        </w:rPr>
        <w:t xml:space="preserve">, </w:t>
      </w:r>
      <w:r w:rsidR="00BE611A">
        <w:rPr>
          <w:rFonts w:cs="Georgia"/>
          <w:kern w:val="1"/>
        </w:rPr>
        <w:t>parce qu</w:t>
      </w:r>
      <w:r>
        <w:rPr>
          <w:rFonts w:cs="Georgia"/>
          <w:kern w:val="1"/>
        </w:rPr>
        <w:t>’</w:t>
      </w:r>
      <w:r w:rsidR="00BE611A">
        <w:rPr>
          <w:rFonts w:cs="Georgia"/>
          <w:kern w:val="1"/>
        </w:rPr>
        <w:t>on cause gentiment politique</w:t>
      </w:r>
      <w:r>
        <w:rPr>
          <w:rFonts w:cs="Georgia"/>
          <w:kern w:val="1"/>
        </w:rPr>
        <w:t xml:space="preserve">, </w:t>
      </w:r>
      <w:r w:rsidR="00BE611A">
        <w:rPr>
          <w:rFonts w:cs="Georgia"/>
          <w:kern w:val="1"/>
        </w:rPr>
        <w:t>pour me couper mon manillon</w:t>
      </w:r>
      <w:r>
        <w:rPr>
          <w:rFonts w:cs="Georgia"/>
          <w:kern w:val="1"/>
        </w:rPr>
        <w:t xml:space="preserve">, </w:t>
      </w:r>
      <w:r w:rsidR="00BE611A">
        <w:rPr>
          <w:rFonts w:cs="Georgia"/>
          <w:kern w:val="1"/>
        </w:rPr>
        <w:t>alors que tu n</w:t>
      </w:r>
      <w:r>
        <w:rPr>
          <w:rFonts w:cs="Georgia"/>
          <w:kern w:val="1"/>
        </w:rPr>
        <w:t>’</w:t>
      </w:r>
      <w:r w:rsidR="00BE611A">
        <w:rPr>
          <w:rFonts w:cs="Georgia"/>
          <w:kern w:val="1"/>
        </w:rPr>
        <w:t>as pas fourni atout quand j</w:t>
      </w:r>
      <w:r>
        <w:rPr>
          <w:rFonts w:cs="Georgia"/>
          <w:kern w:val="1"/>
        </w:rPr>
        <w:t>’</w:t>
      </w:r>
      <w:r w:rsidR="00BE611A">
        <w:rPr>
          <w:rFonts w:cs="Georgia"/>
          <w:kern w:val="1"/>
        </w:rPr>
        <w:t>en ai battu</w:t>
      </w:r>
      <w:r>
        <w:rPr>
          <w:rFonts w:cs="Georgia"/>
          <w:kern w:val="1"/>
        </w:rPr>
        <w:t xml:space="preserve">. </w:t>
      </w:r>
      <w:r w:rsidR="00BE611A">
        <w:rPr>
          <w:rFonts w:cs="Georgia"/>
          <w:kern w:val="1"/>
        </w:rPr>
        <w:t>Ils seront toujours les mêmes</w:t>
      </w:r>
      <w:r>
        <w:rPr>
          <w:rFonts w:cs="Georgia"/>
          <w:kern w:val="1"/>
        </w:rPr>
        <w:t xml:space="preserve">, </w:t>
      </w:r>
      <w:r w:rsidR="00BE611A">
        <w:rPr>
          <w:rFonts w:cs="Georgia"/>
          <w:kern w:val="1"/>
        </w:rPr>
        <w:t>ces lascars</w:t>
      </w:r>
      <w:r>
        <w:rPr>
          <w:rFonts w:cs="Georgia"/>
          <w:kern w:val="1"/>
        </w:rPr>
        <w:t xml:space="preserve">. </w:t>
      </w:r>
      <w:r w:rsidR="00BE611A">
        <w:rPr>
          <w:rFonts w:cs="Georgia"/>
          <w:kern w:val="1"/>
        </w:rPr>
        <w:t>Qu</w:t>
      </w:r>
      <w:r>
        <w:rPr>
          <w:rFonts w:cs="Georgia"/>
          <w:kern w:val="1"/>
        </w:rPr>
        <w:t>’</w:t>
      </w:r>
      <w:r w:rsidR="00BE611A">
        <w:rPr>
          <w:rFonts w:cs="Georgia"/>
          <w:kern w:val="1"/>
        </w:rPr>
        <w:t>on cesse un instant de les avoir à l</w:t>
      </w:r>
      <w:r>
        <w:rPr>
          <w:rFonts w:cs="Georgia"/>
          <w:kern w:val="1"/>
        </w:rPr>
        <w:t>’</w:t>
      </w:r>
      <w:r w:rsidR="00BE611A">
        <w:rPr>
          <w:rFonts w:cs="Georgia"/>
          <w:kern w:val="1"/>
        </w:rPr>
        <w:t>œil</w:t>
      </w:r>
      <w:r>
        <w:rPr>
          <w:rFonts w:cs="Georgia"/>
          <w:kern w:val="1"/>
        </w:rPr>
        <w:t xml:space="preserve">, </w:t>
      </w:r>
      <w:r w:rsidR="00BE611A">
        <w:rPr>
          <w:rFonts w:cs="Georgia"/>
          <w:kern w:val="1"/>
        </w:rPr>
        <w:t>ils en profitent pour vous faire un coup de vache</w:t>
      </w:r>
      <w:r>
        <w:rPr>
          <w:rFonts w:cs="Georgia"/>
          <w:kern w:val="1"/>
        </w:rPr>
        <w:t xml:space="preserve">. </w:t>
      </w:r>
      <w:r w:rsidR="00BE611A">
        <w:rPr>
          <w:rFonts w:cs="Georgia"/>
          <w:kern w:val="1"/>
        </w:rPr>
        <w:t>Atout</w:t>
      </w:r>
      <w:r>
        <w:rPr>
          <w:rFonts w:cs="Georgia"/>
          <w:kern w:val="1"/>
        </w:rPr>
        <w:t xml:space="preserve">, </w:t>
      </w:r>
      <w:r w:rsidR="00BE611A">
        <w:rPr>
          <w:rFonts w:cs="Georgia"/>
          <w:kern w:val="1"/>
        </w:rPr>
        <w:t>re-atout</w:t>
      </w:r>
      <w:r>
        <w:rPr>
          <w:rFonts w:cs="Georgia"/>
          <w:kern w:val="1"/>
        </w:rPr>
        <w:t xml:space="preserve">, </w:t>
      </w:r>
      <w:r w:rsidR="00BE611A">
        <w:rPr>
          <w:rFonts w:cs="Georgia"/>
          <w:kern w:val="1"/>
        </w:rPr>
        <w:t>et je passe mon trèfle maître</w:t>
      </w:r>
      <w:r>
        <w:rPr>
          <w:rFonts w:cs="Georgia"/>
          <w:kern w:val="1"/>
        </w:rPr>
        <w:t xml:space="preserve">. </w:t>
      </w:r>
      <w:r w:rsidR="00BE611A">
        <w:rPr>
          <w:rFonts w:cs="Georgia"/>
          <w:kern w:val="1"/>
        </w:rPr>
        <w:t>Oui</w:t>
      </w:r>
      <w:r>
        <w:rPr>
          <w:rFonts w:cs="Georgia"/>
          <w:kern w:val="1"/>
        </w:rPr>
        <w:t xml:space="preserve">, </w:t>
      </w:r>
      <w:r w:rsidR="00BE611A">
        <w:rPr>
          <w:rFonts w:cs="Georgia"/>
          <w:kern w:val="1"/>
        </w:rPr>
        <w:lastRenderedPageBreak/>
        <w:t>mon vieux</w:t>
      </w:r>
      <w:r>
        <w:rPr>
          <w:rFonts w:cs="Georgia"/>
          <w:kern w:val="1"/>
        </w:rPr>
        <w:t xml:space="preserve">, </w:t>
      </w:r>
      <w:r w:rsidR="00BE611A">
        <w:rPr>
          <w:rFonts w:cs="Georgia"/>
          <w:kern w:val="1"/>
        </w:rPr>
        <w:t>c</w:t>
      </w:r>
      <w:r>
        <w:rPr>
          <w:rFonts w:cs="Georgia"/>
          <w:kern w:val="1"/>
        </w:rPr>
        <w:t>’</w:t>
      </w:r>
      <w:r w:rsidR="00BE611A">
        <w:rPr>
          <w:rFonts w:cs="Georgia"/>
          <w:kern w:val="1"/>
        </w:rPr>
        <w:t>est comme cela</w:t>
      </w:r>
      <w:r>
        <w:rPr>
          <w:rFonts w:cs="Georgia"/>
          <w:kern w:val="1"/>
        </w:rPr>
        <w:t xml:space="preserve">. </w:t>
      </w:r>
      <w:r w:rsidR="00BE611A">
        <w:rPr>
          <w:rFonts w:cs="Georgia"/>
          <w:kern w:val="1"/>
        </w:rPr>
        <w:t>C</w:t>
      </w:r>
      <w:r>
        <w:rPr>
          <w:rFonts w:cs="Georgia"/>
          <w:kern w:val="1"/>
        </w:rPr>
        <w:t>’</w:t>
      </w:r>
      <w:r w:rsidR="00BE611A">
        <w:rPr>
          <w:rFonts w:cs="Georgia"/>
          <w:kern w:val="1"/>
        </w:rPr>
        <w:t>est égal</w:t>
      </w:r>
      <w:r>
        <w:rPr>
          <w:rFonts w:cs="Georgia"/>
          <w:kern w:val="1"/>
        </w:rPr>
        <w:t xml:space="preserve">, </w:t>
      </w:r>
      <w:r w:rsidR="00BE611A">
        <w:rPr>
          <w:rFonts w:cs="Georgia"/>
          <w:kern w:val="1"/>
        </w:rPr>
        <w:t>comment qu</w:t>
      </w:r>
      <w:r>
        <w:rPr>
          <w:rFonts w:cs="Georgia"/>
          <w:kern w:val="1"/>
        </w:rPr>
        <w:t>’</w:t>
      </w:r>
      <w:r w:rsidR="00BE611A">
        <w:rPr>
          <w:rFonts w:cs="Georgia"/>
          <w:kern w:val="1"/>
        </w:rPr>
        <w:t>il se serait fait traiter de bourreur de crâne</w:t>
      </w:r>
      <w:r>
        <w:rPr>
          <w:rFonts w:cs="Georgia"/>
          <w:kern w:val="1"/>
        </w:rPr>
        <w:t xml:space="preserve">, </w:t>
      </w:r>
      <w:r w:rsidR="00BE611A">
        <w:rPr>
          <w:rFonts w:cs="Georgia"/>
          <w:kern w:val="1"/>
        </w:rPr>
        <w:t>celui qui nous aurait prédit il y a deux mois ce qui arrive aujourd</w:t>
      </w:r>
      <w:r>
        <w:rPr>
          <w:rFonts w:cs="Georgia"/>
          <w:kern w:val="1"/>
        </w:rPr>
        <w:t>’</w:t>
      </w:r>
      <w:r w:rsidR="00BE611A">
        <w:rPr>
          <w:rFonts w:cs="Georgia"/>
          <w:kern w:val="1"/>
        </w:rPr>
        <w:t>hui</w:t>
      </w:r>
      <w:r>
        <w:rPr>
          <w:rFonts w:cs="Georgia"/>
          <w:kern w:val="1"/>
        </w:rPr>
        <w:t xml:space="preserve"> ! </w:t>
      </w:r>
      <w:r w:rsidR="00BE611A">
        <w:rPr>
          <w:rFonts w:cs="Georgia"/>
          <w:kern w:val="1"/>
        </w:rPr>
        <w:t>Fichet ne se sera pas trompé</w:t>
      </w:r>
      <w:r>
        <w:rPr>
          <w:rFonts w:cs="Georgia"/>
          <w:kern w:val="1"/>
        </w:rPr>
        <w:t xml:space="preserve">. </w:t>
      </w:r>
      <w:r w:rsidR="00BE611A">
        <w:rPr>
          <w:rFonts w:cs="Georgia"/>
          <w:kern w:val="1"/>
        </w:rPr>
        <w:t>À Noël</w:t>
      </w:r>
      <w:r>
        <w:rPr>
          <w:rFonts w:cs="Georgia"/>
          <w:kern w:val="1"/>
        </w:rPr>
        <w:t xml:space="preserve">, </w:t>
      </w:r>
      <w:r w:rsidR="00BE611A">
        <w:rPr>
          <w:rFonts w:cs="Georgia"/>
          <w:kern w:val="1"/>
        </w:rPr>
        <w:t>on mangera le boudin chez lui</w:t>
      </w:r>
      <w:r>
        <w:rPr>
          <w:rFonts w:cs="Georgia"/>
          <w:kern w:val="1"/>
        </w:rPr>
        <w:t>.</w:t>
      </w:r>
    </w:p>
    <w:p w14:paraId="3976060D" w14:textId="77777777" w:rsidR="000E1451" w:rsidRDefault="000E1451" w:rsidP="00BE611A">
      <w:pPr>
        <w:rPr>
          <w:rFonts w:cs="Georgia"/>
          <w:kern w:val="1"/>
        </w:rPr>
      </w:pPr>
      <w:r>
        <w:rPr>
          <w:rFonts w:cs="Georgia"/>
          <w:kern w:val="1"/>
        </w:rPr>
        <w:t>— </w:t>
      </w:r>
      <w:r w:rsidR="00BE611A">
        <w:rPr>
          <w:rFonts w:cs="Georgia"/>
          <w:kern w:val="1"/>
        </w:rPr>
        <w:t>Et les camarades</w:t>
      </w:r>
      <w:r>
        <w:rPr>
          <w:rFonts w:cs="Georgia"/>
          <w:kern w:val="1"/>
        </w:rPr>
        <w:t xml:space="preserve">, </w:t>
      </w:r>
      <w:r w:rsidR="00BE611A">
        <w:rPr>
          <w:rFonts w:cs="Georgia"/>
          <w:kern w:val="1"/>
        </w:rPr>
        <w:t>qu</w:t>
      </w:r>
      <w:r>
        <w:rPr>
          <w:rFonts w:cs="Georgia"/>
          <w:kern w:val="1"/>
        </w:rPr>
        <w:t>’</w:t>
      </w:r>
      <w:r w:rsidR="00BE611A">
        <w:rPr>
          <w:rFonts w:cs="Georgia"/>
          <w:kern w:val="1"/>
        </w:rPr>
        <w:t>est-ce qu</w:t>
      </w:r>
      <w:r>
        <w:rPr>
          <w:rFonts w:cs="Georgia"/>
          <w:kern w:val="1"/>
        </w:rPr>
        <w:t>’</w:t>
      </w:r>
      <w:r w:rsidR="00BE611A">
        <w:rPr>
          <w:rFonts w:cs="Georgia"/>
          <w:kern w:val="1"/>
        </w:rPr>
        <w:t>ils disent</w:t>
      </w:r>
      <w:r>
        <w:rPr>
          <w:rFonts w:cs="Georgia"/>
          <w:kern w:val="1"/>
        </w:rPr>
        <w:t> ?</w:t>
      </w:r>
    </w:p>
    <w:p w14:paraId="7FD2EDAC" w14:textId="77777777" w:rsidR="000E1451" w:rsidRDefault="000E1451" w:rsidP="00BE611A">
      <w:pPr>
        <w:rPr>
          <w:rFonts w:cs="Georgia"/>
          <w:kern w:val="1"/>
        </w:rPr>
      </w:pPr>
      <w:r>
        <w:rPr>
          <w:rFonts w:cs="Georgia"/>
          <w:kern w:val="1"/>
        </w:rPr>
        <w:t>— </w:t>
      </w:r>
      <w:r w:rsidR="00BE611A">
        <w:rPr>
          <w:rFonts w:cs="Georgia"/>
          <w:kern w:val="1"/>
        </w:rPr>
        <w:t>Rien</w:t>
      </w:r>
      <w:r>
        <w:rPr>
          <w:rFonts w:cs="Georgia"/>
          <w:kern w:val="1"/>
        </w:rPr>
        <w:t xml:space="preserve">. </w:t>
      </w:r>
      <w:r w:rsidR="00BE611A">
        <w:rPr>
          <w:rFonts w:cs="Georgia"/>
          <w:kern w:val="1"/>
        </w:rPr>
        <w:t>Ils sont épatés</w:t>
      </w:r>
      <w:r>
        <w:rPr>
          <w:rFonts w:cs="Georgia"/>
          <w:kern w:val="1"/>
        </w:rPr>
        <w:t xml:space="preserve">. </w:t>
      </w:r>
      <w:r w:rsidR="00BE611A">
        <w:rPr>
          <w:rFonts w:cs="Georgia"/>
          <w:kern w:val="1"/>
        </w:rPr>
        <w:t>Ils croient qu</w:t>
      </w:r>
      <w:r>
        <w:rPr>
          <w:rFonts w:cs="Georgia"/>
          <w:kern w:val="1"/>
        </w:rPr>
        <w:t>’</w:t>
      </w:r>
      <w:r w:rsidR="00BE611A">
        <w:rPr>
          <w:rFonts w:cs="Georgia"/>
          <w:kern w:val="1"/>
        </w:rPr>
        <w:t>il n</w:t>
      </w:r>
      <w:r>
        <w:rPr>
          <w:rFonts w:cs="Georgia"/>
          <w:kern w:val="1"/>
        </w:rPr>
        <w:t>’</w:t>
      </w:r>
      <w:r w:rsidR="00BE611A">
        <w:rPr>
          <w:rFonts w:cs="Georgia"/>
          <w:kern w:val="1"/>
        </w:rPr>
        <w:t>y a qu</w:t>
      </w:r>
      <w:r>
        <w:rPr>
          <w:rFonts w:cs="Georgia"/>
          <w:kern w:val="1"/>
        </w:rPr>
        <w:t>’</w:t>
      </w:r>
      <w:r w:rsidR="00BE611A">
        <w:rPr>
          <w:rFonts w:cs="Georgia"/>
          <w:kern w:val="1"/>
        </w:rPr>
        <w:t>une chose à faire</w:t>
      </w:r>
      <w:r>
        <w:rPr>
          <w:rFonts w:cs="Georgia"/>
          <w:kern w:val="1"/>
        </w:rPr>
        <w:t xml:space="preserve">, </w:t>
      </w:r>
      <w:r w:rsidR="00BE611A">
        <w:rPr>
          <w:rFonts w:cs="Georgia"/>
          <w:kern w:val="1"/>
        </w:rPr>
        <w:t>se tenir peinards</w:t>
      </w:r>
      <w:r>
        <w:rPr>
          <w:rFonts w:cs="Georgia"/>
          <w:kern w:val="1"/>
        </w:rPr>
        <w:t xml:space="preserve">. </w:t>
      </w:r>
      <w:r w:rsidR="00BE611A">
        <w:rPr>
          <w:rFonts w:cs="Georgia"/>
          <w:kern w:val="1"/>
        </w:rPr>
        <w:t>Avant-hier</w:t>
      </w:r>
      <w:r>
        <w:rPr>
          <w:rFonts w:cs="Georgia"/>
          <w:kern w:val="1"/>
        </w:rPr>
        <w:t xml:space="preserve">, </w:t>
      </w:r>
      <w:r w:rsidR="00BE611A">
        <w:rPr>
          <w:rFonts w:cs="Georgia"/>
          <w:kern w:val="1"/>
        </w:rPr>
        <w:t>quand on a vu partir les trois Boches</w:t>
      </w:r>
      <w:r>
        <w:rPr>
          <w:rFonts w:cs="Georgia"/>
          <w:kern w:val="1"/>
        </w:rPr>
        <w:t xml:space="preserve">, </w:t>
      </w:r>
      <w:r w:rsidR="00BE611A">
        <w:rPr>
          <w:rFonts w:cs="Georgia"/>
          <w:kern w:val="1"/>
        </w:rPr>
        <w:t>y en a qui voulaient les imiter</w:t>
      </w:r>
      <w:r>
        <w:rPr>
          <w:rFonts w:cs="Georgia"/>
          <w:kern w:val="1"/>
        </w:rPr>
        <w:t xml:space="preserve">. </w:t>
      </w:r>
      <w:r w:rsidR="00BE611A">
        <w:rPr>
          <w:rFonts w:cs="Georgia"/>
          <w:kern w:val="1"/>
        </w:rPr>
        <w:t>Mais on leur a fait comprendre que ça n</w:t>
      </w:r>
      <w:r>
        <w:rPr>
          <w:rFonts w:cs="Georgia"/>
          <w:kern w:val="1"/>
        </w:rPr>
        <w:t>’</w:t>
      </w:r>
      <w:r w:rsidR="00BE611A">
        <w:rPr>
          <w:rFonts w:cs="Georgia"/>
          <w:kern w:val="1"/>
        </w:rPr>
        <w:t>en valait pas la peine</w:t>
      </w:r>
      <w:r>
        <w:rPr>
          <w:rFonts w:cs="Georgia"/>
          <w:kern w:val="1"/>
        </w:rPr>
        <w:t xml:space="preserve">. </w:t>
      </w:r>
      <w:r w:rsidR="00BE611A">
        <w:rPr>
          <w:rFonts w:cs="Georgia"/>
          <w:kern w:val="1"/>
        </w:rPr>
        <w:t>Risquer</w:t>
      </w:r>
      <w:r>
        <w:rPr>
          <w:rFonts w:cs="Georgia"/>
          <w:kern w:val="1"/>
        </w:rPr>
        <w:t xml:space="preserve">, </w:t>
      </w:r>
      <w:r w:rsidR="00BE611A">
        <w:rPr>
          <w:rFonts w:cs="Georgia"/>
          <w:kern w:val="1"/>
        </w:rPr>
        <w:t>comme le pauvre Vandaële</w:t>
      </w:r>
      <w:r>
        <w:rPr>
          <w:rFonts w:cs="Georgia"/>
          <w:kern w:val="1"/>
        </w:rPr>
        <w:t xml:space="preserve">, </w:t>
      </w:r>
      <w:r w:rsidR="00BE611A">
        <w:rPr>
          <w:rFonts w:cs="Georgia"/>
          <w:kern w:val="1"/>
        </w:rPr>
        <w:t>comme le pauvre Audemard</w:t>
      </w:r>
      <w:r>
        <w:rPr>
          <w:rFonts w:cs="Georgia"/>
          <w:kern w:val="1"/>
        </w:rPr>
        <w:t xml:space="preserve">, </w:t>
      </w:r>
      <w:r w:rsidR="00BE611A">
        <w:rPr>
          <w:rFonts w:cs="Georgia"/>
          <w:kern w:val="1"/>
        </w:rPr>
        <w:t>de se faire estourbir par quelque douanier</w:t>
      </w:r>
      <w:r>
        <w:rPr>
          <w:rFonts w:cs="Georgia"/>
          <w:kern w:val="1"/>
        </w:rPr>
        <w:t xml:space="preserve">, </w:t>
      </w:r>
      <w:r w:rsidR="00BE611A">
        <w:rPr>
          <w:rFonts w:cs="Georgia"/>
          <w:kern w:val="1"/>
        </w:rPr>
        <w:t>pourquoi faire</w:t>
      </w:r>
      <w:r>
        <w:rPr>
          <w:rFonts w:cs="Georgia"/>
          <w:kern w:val="1"/>
        </w:rPr>
        <w:t xml:space="preserve"> ? </w:t>
      </w:r>
      <w:r w:rsidR="00BE611A">
        <w:rPr>
          <w:rFonts w:cs="Georgia"/>
          <w:kern w:val="1"/>
        </w:rPr>
        <w:t>Il n</w:t>
      </w:r>
      <w:r>
        <w:rPr>
          <w:rFonts w:cs="Georgia"/>
          <w:kern w:val="1"/>
        </w:rPr>
        <w:t>’</w:t>
      </w:r>
      <w:r w:rsidR="00BE611A">
        <w:rPr>
          <w:rFonts w:cs="Georgia"/>
          <w:kern w:val="1"/>
        </w:rPr>
        <w:t>y a qu</w:t>
      </w:r>
      <w:r>
        <w:rPr>
          <w:rFonts w:cs="Georgia"/>
          <w:kern w:val="1"/>
        </w:rPr>
        <w:t>’</w:t>
      </w:r>
      <w:r w:rsidR="00BE611A">
        <w:rPr>
          <w:rFonts w:cs="Georgia"/>
          <w:kern w:val="1"/>
        </w:rPr>
        <w:t>à attendre</w:t>
      </w:r>
      <w:r>
        <w:rPr>
          <w:rFonts w:cs="Georgia"/>
          <w:kern w:val="1"/>
        </w:rPr>
        <w:t xml:space="preserve">, </w:t>
      </w:r>
      <w:r w:rsidR="00BE611A">
        <w:rPr>
          <w:rFonts w:cs="Georgia"/>
          <w:kern w:val="1"/>
        </w:rPr>
        <w:t>pas</w:t>
      </w:r>
      <w:r>
        <w:rPr>
          <w:rFonts w:cs="Georgia"/>
          <w:kern w:val="1"/>
        </w:rPr>
        <w:t xml:space="preserve"> ? </w:t>
      </w:r>
      <w:r w:rsidR="00BE611A">
        <w:rPr>
          <w:rFonts w:cs="Georgia"/>
          <w:kern w:val="1"/>
        </w:rPr>
        <w:t>Le jour n</w:t>
      </w:r>
      <w:r>
        <w:rPr>
          <w:rFonts w:cs="Georgia"/>
          <w:kern w:val="1"/>
        </w:rPr>
        <w:t>’</w:t>
      </w:r>
      <w:r w:rsidR="00BE611A">
        <w:rPr>
          <w:rFonts w:cs="Georgia"/>
          <w:kern w:val="1"/>
        </w:rPr>
        <w:t>est plus loin où ils nous demanderont comme un service personnel de foutre le camp</w:t>
      </w:r>
      <w:r>
        <w:rPr>
          <w:rFonts w:cs="Georgia"/>
          <w:kern w:val="1"/>
        </w:rPr>
        <w:t xml:space="preserve">. </w:t>
      </w:r>
      <w:r w:rsidR="00BE611A">
        <w:rPr>
          <w:rFonts w:cs="Georgia"/>
          <w:kern w:val="1"/>
        </w:rPr>
        <w:t>C</w:t>
      </w:r>
      <w:r>
        <w:rPr>
          <w:rFonts w:cs="Georgia"/>
          <w:kern w:val="1"/>
        </w:rPr>
        <w:t>’</w:t>
      </w:r>
      <w:r w:rsidR="00BE611A">
        <w:rPr>
          <w:rFonts w:cs="Georgia"/>
          <w:kern w:val="1"/>
        </w:rPr>
        <w:t>est pas ton avis</w:t>
      </w:r>
      <w:r>
        <w:rPr>
          <w:rFonts w:cs="Georgia"/>
          <w:kern w:val="1"/>
        </w:rPr>
        <w:t> ?</w:t>
      </w:r>
    </w:p>
    <w:p w14:paraId="59F4CE3A" w14:textId="77777777" w:rsidR="000E1451" w:rsidRDefault="000E1451" w:rsidP="00BE611A">
      <w:pPr>
        <w:rPr>
          <w:rFonts w:cs="Georgia"/>
          <w:kern w:val="1"/>
        </w:rPr>
      </w:pPr>
      <w:r>
        <w:rPr>
          <w:rFonts w:cs="Georgia"/>
          <w:kern w:val="1"/>
        </w:rPr>
        <w:t>— </w:t>
      </w:r>
      <w:r w:rsidR="00BE611A">
        <w:rPr>
          <w:rFonts w:cs="Georgia"/>
          <w:kern w:val="1"/>
        </w:rPr>
        <w:t>C</w:t>
      </w:r>
      <w:r>
        <w:rPr>
          <w:rFonts w:cs="Georgia"/>
          <w:kern w:val="1"/>
        </w:rPr>
        <w:t>’</w:t>
      </w:r>
      <w:r w:rsidR="00BE611A">
        <w:rPr>
          <w:rFonts w:cs="Georgia"/>
          <w:kern w:val="1"/>
        </w:rPr>
        <w:t>est mon avis</w:t>
      </w:r>
      <w:r>
        <w:rPr>
          <w:rFonts w:cs="Georgia"/>
          <w:kern w:val="1"/>
        </w:rPr>
        <w:t xml:space="preserve">. </w:t>
      </w:r>
      <w:r w:rsidR="00BE611A">
        <w:rPr>
          <w:rFonts w:cs="Georgia"/>
          <w:kern w:val="1"/>
        </w:rPr>
        <w:t>Ne faisons rien sans nous être entendus</w:t>
      </w:r>
      <w:r>
        <w:rPr>
          <w:rFonts w:cs="Georgia"/>
          <w:kern w:val="1"/>
        </w:rPr>
        <w:t xml:space="preserve">. </w:t>
      </w:r>
      <w:r w:rsidR="00BE611A">
        <w:rPr>
          <w:rFonts w:cs="Georgia"/>
          <w:kern w:val="1"/>
        </w:rPr>
        <w:t>Tenez-moi au courant</w:t>
      </w:r>
      <w:r>
        <w:rPr>
          <w:rFonts w:cs="Georgia"/>
          <w:kern w:val="1"/>
        </w:rPr>
        <w:t xml:space="preserve">, </w:t>
      </w:r>
      <w:r w:rsidR="00BE611A">
        <w:rPr>
          <w:rFonts w:cs="Georgia"/>
          <w:kern w:val="1"/>
        </w:rPr>
        <w:t>s</w:t>
      </w:r>
      <w:r>
        <w:rPr>
          <w:rFonts w:cs="Georgia"/>
          <w:kern w:val="1"/>
        </w:rPr>
        <w:t>’</w:t>
      </w:r>
      <w:r w:rsidR="00BE611A">
        <w:rPr>
          <w:rFonts w:cs="Georgia"/>
          <w:kern w:val="1"/>
        </w:rPr>
        <w:t>il y a du nouveau</w:t>
      </w:r>
      <w:r>
        <w:rPr>
          <w:rFonts w:cs="Georgia"/>
          <w:kern w:val="1"/>
        </w:rPr>
        <w:t>.</w:t>
      </w:r>
    </w:p>
    <w:p w14:paraId="1F9872E5" w14:textId="77777777" w:rsidR="000E1451" w:rsidRDefault="000E1451" w:rsidP="00BE611A">
      <w:pPr>
        <w:rPr>
          <w:rFonts w:cs="Georgia"/>
          <w:kern w:val="1"/>
        </w:rPr>
      </w:pPr>
      <w:r>
        <w:rPr>
          <w:rFonts w:cs="Georgia"/>
          <w:kern w:val="1"/>
        </w:rPr>
        <w:t>— </w:t>
      </w:r>
      <w:r w:rsidR="00BE611A">
        <w:rPr>
          <w:rFonts w:cs="Georgia"/>
          <w:kern w:val="1"/>
        </w:rPr>
        <w:t>Compris</w:t>
      </w:r>
      <w:r>
        <w:rPr>
          <w:rFonts w:cs="Georgia"/>
          <w:kern w:val="1"/>
        </w:rPr>
        <w:t xml:space="preserve">. </w:t>
      </w:r>
      <w:r w:rsidR="00BE611A">
        <w:rPr>
          <w:rFonts w:cs="Georgia"/>
          <w:kern w:val="1"/>
        </w:rPr>
        <w:t>Et toi aussi</w:t>
      </w:r>
      <w:r>
        <w:rPr>
          <w:rFonts w:cs="Georgia"/>
          <w:kern w:val="1"/>
        </w:rPr>
        <w:t xml:space="preserve">, </w:t>
      </w:r>
      <w:r w:rsidR="00BE611A">
        <w:rPr>
          <w:rFonts w:cs="Georgia"/>
          <w:kern w:val="1"/>
        </w:rPr>
        <w:t>si tu apprends quelque chose</w:t>
      </w:r>
      <w:r>
        <w:rPr>
          <w:rFonts w:cs="Georgia"/>
          <w:kern w:val="1"/>
        </w:rPr>
        <w:t xml:space="preserve">, </w:t>
      </w:r>
      <w:r w:rsidR="00BE611A">
        <w:rPr>
          <w:rFonts w:cs="Georgia"/>
          <w:kern w:val="1"/>
        </w:rPr>
        <w:t>arrange-toi pour nous prévenir</w:t>
      </w:r>
      <w:r>
        <w:rPr>
          <w:rFonts w:cs="Georgia"/>
          <w:kern w:val="1"/>
        </w:rPr>
        <w:t>.</w:t>
      </w:r>
    </w:p>
    <w:p w14:paraId="367C7D47" w14:textId="77777777" w:rsidR="000E1451" w:rsidRDefault="00BE611A" w:rsidP="00BE611A">
      <w:pPr>
        <w:rPr>
          <w:rFonts w:cs="Georgia"/>
          <w:kern w:val="1"/>
        </w:rPr>
      </w:pPr>
      <w:r>
        <w:rPr>
          <w:rFonts w:cs="Georgia"/>
          <w:kern w:val="1"/>
        </w:rPr>
        <w:t>Je les quittais en hâte</w:t>
      </w:r>
      <w:r w:rsidR="000E1451">
        <w:rPr>
          <w:rFonts w:cs="Georgia"/>
          <w:kern w:val="1"/>
        </w:rPr>
        <w:t xml:space="preserve">. </w:t>
      </w:r>
      <w:r>
        <w:rPr>
          <w:rFonts w:cs="Georgia"/>
          <w:kern w:val="1"/>
        </w:rPr>
        <w:t>Il y avait deux heures que je n</w:t>
      </w:r>
      <w:r w:rsidR="000E1451">
        <w:rPr>
          <w:rFonts w:cs="Georgia"/>
          <w:kern w:val="1"/>
        </w:rPr>
        <w:t>’</w:t>
      </w:r>
      <w:r>
        <w:rPr>
          <w:rFonts w:cs="Georgia"/>
          <w:kern w:val="1"/>
        </w:rPr>
        <w:t>avais vu Axelle</w:t>
      </w:r>
      <w:r w:rsidR="000E1451">
        <w:rPr>
          <w:rFonts w:cs="Georgia"/>
          <w:kern w:val="1"/>
        </w:rPr>
        <w:t xml:space="preserve">, </w:t>
      </w:r>
      <w:r>
        <w:rPr>
          <w:rFonts w:cs="Georgia"/>
          <w:kern w:val="1"/>
        </w:rPr>
        <w:t>et ces deux heures-là me paraissaient autant de siècles</w:t>
      </w:r>
      <w:r w:rsidR="000E1451">
        <w:rPr>
          <w:rFonts w:cs="Georgia"/>
          <w:kern w:val="1"/>
        </w:rPr>
        <w:t>.</w:t>
      </w:r>
    </w:p>
    <w:p w14:paraId="60DEEE93" w14:textId="77777777" w:rsidR="000E1451" w:rsidRDefault="00BE611A" w:rsidP="00BE611A">
      <w:pPr>
        <w:rPr>
          <w:rFonts w:cs="Georgia"/>
          <w:kern w:val="1"/>
        </w:rPr>
      </w:pPr>
      <w:r>
        <w:rPr>
          <w:rFonts w:cs="Georgia"/>
          <w:kern w:val="1"/>
        </w:rPr>
        <w:t>Dans l</w:t>
      </w:r>
      <w:r w:rsidR="000E1451">
        <w:rPr>
          <w:rFonts w:cs="Georgia"/>
          <w:kern w:val="1"/>
        </w:rPr>
        <w:t>’</w:t>
      </w:r>
      <w:r>
        <w:rPr>
          <w:rFonts w:cs="Georgia"/>
          <w:kern w:val="1"/>
        </w:rPr>
        <w:t>immense cuisine du château</w:t>
      </w:r>
      <w:r w:rsidR="000E1451">
        <w:rPr>
          <w:rFonts w:cs="Georgia"/>
          <w:kern w:val="1"/>
        </w:rPr>
        <w:t xml:space="preserve">, </w:t>
      </w:r>
      <w:r>
        <w:rPr>
          <w:rFonts w:cs="Georgia"/>
          <w:kern w:val="1"/>
        </w:rPr>
        <w:t>je retrouvai Dominica</w:t>
      </w:r>
      <w:r w:rsidR="000E1451">
        <w:rPr>
          <w:rFonts w:cs="Georgia"/>
          <w:kern w:val="1"/>
        </w:rPr>
        <w:t xml:space="preserve">, </w:t>
      </w:r>
      <w:r>
        <w:rPr>
          <w:rFonts w:cs="Georgia"/>
          <w:kern w:val="1"/>
        </w:rPr>
        <w:t>plus vieillie et plus ratatinée que jamais sous sa pèlerine de tricot noir</w:t>
      </w:r>
      <w:r w:rsidR="000E1451">
        <w:rPr>
          <w:rFonts w:cs="Georgia"/>
          <w:kern w:val="1"/>
        </w:rPr>
        <w:t xml:space="preserve">. </w:t>
      </w:r>
      <w:r>
        <w:rPr>
          <w:rFonts w:cs="Georgia"/>
          <w:kern w:val="1"/>
        </w:rPr>
        <w:t>Pendant mon absence</w:t>
      </w:r>
      <w:r w:rsidR="000E1451">
        <w:rPr>
          <w:rFonts w:cs="Georgia"/>
          <w:kern w:val="1"/>
        </w:rPr>
        <w:t xml:space="preserve">, </w:t>
      </w:r>
      <w:r>
        <w:rPr>
          <w:rFonts w:cs="Georgia"/>
          <w:kern w:val="1"/>
        </w:rPr>
        <w:t>le facteur était venu et lui avait remis une lettre</w:t>
      </w:r>
      <w:r w:rsidR="000E1451">
        <w:rPr>
          <w:rFonts w:cs="Georgia"/>
          <w:kern w:val="1"/>
        </w:rPr>
        <w:t xml:space="preserve">. </w:t>
      </w:r>
      <w:r>
        <w:rPr>
          <w:rFonts w:cs="Georgia"/>
          <w:kern w:val="1"/>
        </w:rPr>
        <w:t>Elle était en train de la lire</w:t>
      </w:r>
      <w:r w:rsidR="000E1451">
        <w:rPr>
          <w:rFonts w:cs="Georgia"/>
          <w:kern w:val="1"/>
        </w:rPr>
        <w:t xml:space="preserve">, </w:t>
      </w:r>
      <w:r>
        <w:rPr>
          <w:rFonts w:cs="Georgia"/>
          <w:kern w:val="1"/>
        </w:rPr>
        <w:t>debout contre la fenêtre</w:t>
      </w:r>
      <w:r w:rsidR="000E1451">
        <w:rPr>
          <w:rFonts w:cs="Georgia"/>
          <w:kern w:val="1"/>
        </w:rPr>
        <w:t xml:space="preserve">, </w:t>
      </w:r>
      <w:r>
        <w:rPr>
          <w:rFonts w:cs="Georgia"/>
          <w:kern w:val="1"/>
        </w:rPr>
        <w:t>s</w:t>
      </w:r>
      <w:r w:rsidR="000E1451">
        <w:rPr>
          <w:rFonts w:cs="Georgia"/>
          <w:kern w:val="1"/>
        </w:rPr>
        <w:t>’</w:t>
      </w:r>
      <w:r>
        <w:rPr>
          <w:rFonts w:cs="Georgia"/>
          <w:kern w:val="1"/>
        </w:rPr>
        <w:t>efforçant de capter les dernières lueurs qui filtraient du ciel nuageux</w:t>
      </w:r>
      <w:r w:rsidR="000E1451">
        <w:rPr>
          <w:rFonts w:cs="Georgia"/>
          <w:kern w:val="1"/>
        </w:rPr>
        <w:t>.</w:t>
      </w:r>
    </w:p>
    <w:p w14:paraId="637358D0" w14:textId="77777777" w:rsidR="000E1451" w:rsidRDefault="000E1451" w:rsidP="00BE611A">
      <w:pPr>
        <w:rPr>
          <w:rFonts w:cs="Georgia"/>
          <w:kern w:val="1"/>
        </w:rPr>
      </w:pPr>
      <w:r>
        <w:rPr>
          <w:rFonts w:cs="Georgia"/>
          <w:kern w:val="1"/>
        </w:rPr>
        <w:t>— </w:t>
      </w:r>
      <w:r w:rsidR="00BE611A">
        <w:rPr>
          <w:rFonts w:cs="Georgia"/>
          <w:kern w:val="1"/>
        </w:rPr>
        <w:t>Des nouvelles de Gottlieb</w:t>
      </w:r>
      <w:r>
        <w:rPr>
          <w:rFonts w:cs="Georgia"/>
          <w:kern w:val="1"/>
        </w:rPr>
        <w:t xml:space="preserve">, </w:t>
      </w:r>
      <w:r w:rsidR="00BE611A">
        <w:rPr>
          <w:rFonts w:cs="Georgia"/>
          <w:kern w:val="1"/>
        </w:rPr>
        <w:t>Dominica</w:t>
      </w:r>
      <w:r>
        <w:rPr>
          <w:rFonts w:cs="Georgia"/>
          <w:kern w:val="1"/>
        </w:rPr>
        <w:t xml:space="preserve"> ? </w:t>
      </w:r>
      <w:r w:rsidR="00BE611A">
        <w:rPr>
          <w:rFonts w:cs="Georgia"/>
          <w:kern w:val="1"/>
        </w:rPr>
        <w:t>Comment va-t-il</w:t>
      </w:r>
      <w:r>
        <w:rPr>
          <w:rFonts w:cs="Georgia"/>
          <w:kern w:val="1"/>
        </w:rPr>
        <w:t> ?</w:t>
      </w:r>
    </w:p>
    <w:p w14:paraId="5B23147A" w14:textId="77777777" w:rsidR="000E1451" w:rsidRDefault="000E1451" w:rsidP="00BE611A">
      <w:pPr>
        <w:rPr>
          <w:rFonts w:cs="Georgia"/>
          <w:kern w:val="1"/>
        </w:rPr>
      </w:pPr>
      <w:r>
        <w:rPr>
          <w:rFonts w:cs="Georgia"/>
          <w:kern w:val="1"/>
        </w:rPr>
        <w:lastRenderedPageBreak/>
        <w:t>— </w:t>
      </w:r>
      <w:r w:rsidR="00BE611A">
        <w:rPr>
          <w:rFonts w:cs="Georgia"/>
          <w:kern w:val="1"/>
        </w:rPr>
        <w:t>Mieux</w:t>
      </w:r>
      <w:r>
        <w:rPr>
          <w:rFonts w:cs="Georgia"/>
          <w:kern w:val="1"/>
        </w:rPr>
        <w:t xml:space="preserve">, </w:t>
      </w:r>
      <w:r w:rsidR="00BE611A">
        <w:rPr>
          <w:rFonts w:cs="Georgia"/>
          <w:kern w:val="1"/>
        </w:rPr>
        <w:t>il paraît</w:t>
      </w:r>
      <w:r>
        <w:rPr>
          <w:rFonts w:cs="Georgia"/>
          <w:kern w:val="1"/>
        </w:rPr>
        <w:t xml:space="preserve">. </w:t>
      </w:r>
      <w:r w:rsidR="00BE611A">
        <w:rPr>
          <w:rFonts w:cs="Georgia"/>
          <w:kern w:val="1"/>
        </w:rPr>
        <w:t>Voyez plutôt</w:t>
      </w:r>
      <w:r>
        <w:rPr>
          <w:rFonts w:cs="Georgia"/>
          <w:kern w:val="1"/>
        </w:rPr>
        <w:t>.</w:t>
      </w:r>
    </w:p>
    <w:p w14:paraId="6BD58241" w14:textId="77777777" w:rsidR="00BE611A" w:rsidRDefault="00BE611A" w:rsidP="00BE611A">
      <w:pPr>
        <w:rPr>
          <w:rFonts w:cs="Georgia"/>
          <w:kern w:val="1"/>
        </w:rPr>
      </w:pPr>
      <w:r>
        <w:rPr>
          <w:rFonts w:cs="Georgia"/>
          <w:kern w:val="1"/>
        </w:rPr>
        <w:t>Blessé au début de septembre devant Saint-Mihiel</w:t>
      </w:r>
      <w:r w:rsidR="000E1451">
        <w:rPr>
          <w:rFonts w:cs="Georgia"/>
          <w:kern w:val="1"/>
        </w:rPr>
        <w:t xml:space="preserve">, </w:t>
      </w:r>
      <w:r>
        <w:rPr>
          <w:rFonts w:cs="Georgia"/>
          <w:kern w:val="1"/>
        </w:rPr>
        <w:t>Gottlieb avait dû subir l</w:t>
      </w:r>
      <w:r w:rsidR="000E1451">
        <w:rPr>
          <w:rFonts w:cs="Georgia"/>
          <w:kern w:val="1"/>
        </w:rPr>
        <w:t>’</w:t>
      </w:r>
      <w:r>
        <w:rPr>
          <w:rFonts w:cs="Georgia"/>
          <w:kern w:val="1"/>
        </w:rPr>
        <w:t>amputation de la jambe droite</w:t>
      </w:r>
      <w:r w:rsidR="000E1451">
        <w:rPr>
          <w:rFonts w:cs="Georgia"/>
          <w:kern w:val="1"/>
        </w:rPr>
        <w:t xml:space="preserve">, </w:t>
      </w:r>
      <w:r>
        <w:rPr>
          <w:rFonts w:cs="Georgia"/>
          <w:kern w:val="1"/>
        </w:rPr>
        <w:t>la valide</w:t>
      </w:r>
      <w:r w:rsidR="000E1451">
        <w:rPr>
          <w:rFonts w:cs="Georgia"/>
          <w:kern w:val="1"/>
        </w:rPr>
        <w:t xml:space="preserve">. </w:t>
      </w:r>
      <w:r>
        <w:rPr>
          <w:rFonts w:cs="Georgia"/>
          <w:kern w:val="1"/>
        </w:rPr>
        <w:t>Il était resté trois semaines entre la vie et la mort</w:t>
      </w:r>
      <w:r w:rsidR="000E1451">
        <w:rPr>
          <w:rFonts w:cs="Georgia"/>
          <w:kern w:val="1"/>
        </w:rPr>
        <w:t xml:space="preserve">. </w:t>
      </w:r>
      <w:r>
        <w:rPr>
          <w:rFonts w:cs="Georgia"/>
          <w:kern w:val="1"/>
        </w:rPr>
        <w:t>Maintenant</w:t>
      </w:r>
      <w:r w:rsidR="000E1451">
        <w:rPr>
          <w:rFonts w:cs="Georgia"/>
          <w:kern w:val="1"/>
        </w:rPr>
        <w:t xml:space="preserve">, </w:t>
      </w:r>
      <w:r>
        <w:rPr>
          <w:rFonts w:cs="Georgia"/>
          <w:kern w:val="1"/>
        </w:rPr>
        <w:t>il se remettait</w:t>
      </w:r>
      <w:r w:rsidR="000E1451">
        <w:rPr>
          <w:rFonts w:cs="Georgia"/>
          <w:kern w:val="1"/>
        </w:rPr>
        <w:t xml:space="preserve">. </w:t>
      </w:r>
      <w:r>
        <w:rPr>
          <w:rFonts w:cs="Georgia"/>
          <w:kern w:val="1"/>
        </w:rPr>
        <w:t>Il écrivait à sa tante</w:t>
      </w:r>
      <w:r w:rsidR="000E1451">
        <w:rPr>
          <w:rFonts w:cs="Georgia"/>
          <w:kern w:val="1"/>
        </w:rPr>
        <w:t xml:space="preserve">, </w:t>
      </w:r>
      <w:r>
        <w:rPr>
          <w:rFonts w:cs="Georgia"/>
          <w:kern w:val="1"/>
        </w:rPr>
        <w:t>d</w:t>
      </w:r>
      <w:r w:rsidR="000E1451">
        <w:rPr>
          <w:rFonts w:cs="Georgia"/>
          <w:kern w:val="1"/>
        </w:rPr>
        <w:t>’</w:t>
      </w:r>
      <w:r>
        <w:rPr>
          <w:rFonts w:cs="Georgia"/>
          <w:kern w:val="1"/>
        </w:rPr>
        <w:t>un hôpital du fin fond de la Bavière</w:t>
      </w:r>
      <w:r w:rsidR="000E1451">
        <w:rPr>
          <w:rFonts w:cs="Georgia"/>
          <w:kern w:val="1"/>
        </w:rPr>
        <w:t xml:space="preserve">. </w:t>
      </w:r>
      <w:r>
        <w:rPr>
          <w:rFonts w:cs="Georgia"/>
          <w:kern w:val="1"/>
        </w:rPr>
        <w:t>On lui avait promis qu</w:t>
      </w:r>
      <w:r w:rsidR="000E1451">
        <w:rPr>
          <w:rFonts w:cs="Georgia"/>
          <w:kern w:val="1"/>
        </w:rPr>
        <w:t>’</w:t>
      </w:r>
      <w:r>
        <w:rPr>
          <w:rFonts w:cs="Georgia"/>
          <w:kern w:val="1"/>
        </w:rPr>
        <w:t>il pourrait se lever bientôt</w:t>
      </w:r>
      <w:r w:rsidR="000E1451">
        <w:rPr>
          <w:rFonts w:cs="Georgia"/>
          <w:kern w:val="1"/>
        </w:rPr>
        <w:t>. « </w:t>
      </w:r>
      <w:r>
        <w:rPr>
          <w:rFonts w:cs="Georgia"/>
          <w:kern w:val="1"/>
        </w:rPr>
        <w:t>On me donnera une jambe articulée</w:t>
      </w:r>
      <w:r w:rsidR="000E1451">
        <w:rPr>
          <w:rFonts w:cs="Georgia"/>
          <w:kern w:val="1"/>
        </w:rPr>
        <w:t xml:space="preserve">, </w:t>
      </w:r>
      <w:r>
        <w:rPr>
          <w:rFonts w:cs="Georgia"/>
          <w:kern w:val="1"/>
        </w:rPr>
        <w:t>disait-il</w:t>
      </w:r>
      <w:r w:rsidR="000E1451">
        <w:rPr>
          <w:rFonts w:cs="Georgia"/>
          <w:kern w:val="1"/>
        </w:rPr>
        <w:t xml:space="preserve">, </w:t>
      </w:r>
      <w:r>
        <w:rPr>
          <w:rFonts w:cs="Georgia"/>
          <w:kern w:val="1"/>
        </w:rPr>
        <w:t>et le médecin affirme que</w:t>
      </w:r>
      <w:r w:rsidR="000E1451">
        <w:rPr>
          <w:rFonts w:cs="Georgia"/>
          <w:kern w:val="1"/>
        </w:rPr>
        <w:t xml:space="preserve">, </w:t>
      </w:r>
      <w:r>
        <w:rPr>
          <w:rFonts w:cs="Georgia"/>
          <w:kern w:val="1"/>
        </w:rPr>
        <w:t>comme elle sera de la longueur exacte de mon autre jambe</w:t>
      </w:r>
      <w:r w:rsidR="000E1451">
        <w:rPr>
          <w:rFonts w:cs="Georgia"/>
          <w:kern w:val="1"/>
        </w:rPr>
        <w:t xml:space="preserve">, </w:t>
      </w:r>
      <w:r>
        <w:rPr>
          <w:rFonts w:cs="Georgia"/>
          <w:kern w:val="1"/>
        </w:rPr>
        <w:t>je ne boiterai pas autant qu</w:t>
      </w:r>
      <w:r w:rsidR="000E1451">
        <w:rPr>
          <w:rFonts w:cs="Georgia"/>
          <w:kern w:val="1"/>
        </w:rPr>
        <w:t>’</w:t>
      </w:r>
      <w:r>
        <w:rPr>
          <w:rFonts w:cs="Georgia"/>
          <w:kern w:val="1"/>
        </w:rPr>
        <w:t>avant</w:t>
      </w:r>
      <w:r w:rsidR="000E1451">
        <w:rPr>
          <w:rFonts w:cs="Georgia"/>
          <w:kern w:val="1"/>
        </w:rPr>
        <w:t xml:space="preserve">, </w:t>
      </w:r>
      <w:r>
        <w:rPr>
          <w:rFonts w:cs="Georgia"/>
          <w:kern w:val="1"/>
        </w:rPr>
        <w:t>plus du tout</w:t>
      </w:r>
      <w:r w:rsidR="000E1451">
        <w:rPr>
          <w:rFonts w:cs="Georgia"/>
          <w:kern w:val="1"/>
        </w:rPr>
        <w:t xml:space="preserve">, </w:t>
      </w:r>
      <w:r>
        <w:rPr>
          <w:rFonts w:cs="Georgia"/>
          <w:kern w:val="1"/>
        </w:rPr>
        <w:t>peut-être</w:t>
      </w:r>
      <w:r w:rsidR="000E1451">
        <w:rPr>
          <w:rFonts w:cs="Georgia"/>
          <w:kern w:val="1"/>
        </w:rPr>
        <w:t xml:space="preserve">. </w:t>
      </w:r>
      <w:r>
        <w:rPr>
          <w:rFonts w:cs="Georgia"/>
          <w:kern w:val="1"/>
        </w:rPr>
        <w:t>J</w:t>
      </w:r>
      <w:r w:rsidR="000E1451">
        <w:rPr>
          <w:rFonts w:cs="Georgia"/>
          <w:kern w:val="1"/>
        </w:rPr>
        <w:t>’</w:t>
      </w:r>
      <w:r>
        <w:rPr>
          <w:rFonts w:cs="Georgia"/>
          <w:kern w:val="1"/>
        </w:rPr>
        <w:t>en ai tout de même pour deux mois au moins avant de revenir à Reichendorf</w:t>
      </w:r>
      <w:r w:rsidR="000E1451">
        <w:rPr>
          <w:rFonts w:cs="Georgia"/>
          <w:kern w:val="1"/>
        </w:rPr>
        <w:t xml:space="preserve">. </w:t>
      </w:r>
      <w:r>
        <w:rPr>
          <w:rFonts w:cs="Georgia"/>
          <w:kern w:val="1"/>
        </w:rPr>
        <w:t>J</w:t>
      </w:r>
      <w:r w:rsidR="000E1451">
        <w:rPr>
          <w:rFonts w:cs="Georgia"/>
          <w:kern w:val="1"/>
        </w:rPr>
        <w:t>’</w:t>
      </w:r>
      <w:r>
        <w:rPr>
          <w:rFonts w:cs="Georgia"/>
          <w:kern w:val="1"/>
        </w:rPr>
        <w:t>espère que je ne vous fais pas trop défaut</w:t>
      </w:r>
      <w:r w:rsidR="000E1451">
        <w:rPr>
          <w:rFonts w:cs="Georgia"/>
          <w:kern w:val="1"/>
        </w:rPr>
        <w:t>. »</w:t>
      </w:r>
    </w:p>
    <w:p w14:paraId="78F2F411" w14:textId="77777777" w:rsidR="000E1451" w:rsidRDefault="00BE611A" w:rsidP="00BE611A">
      <w:pPr>
        <w:rPr>
          <w:rFonts w:cs="Georgia"/>
          <w:kern w:val="1"/>
        </w:rPr>
      </w:pPr>
      <w:r>
        <w:rPr>
          <w:rFonts w:cs="Georgia"/>
          <w:kern w:val="1"/>
        </w:rPr>
        <w:t>Je rendis sa lettre à Dominica</w:t>
      </w:r>
      <w:r w:rsidR="000E1451">
        <w:rPr>
          <w:rFonts w:cs="Georgia"/>
          <w:kern w:val="1"/>
        </w:rPr>
        <w:t>.</w:t>
      </w:r>
    </w:p>
    <w:p w14:paraId="1B8A2524" w14:textId="77777777" w:rsidR="000E1451" w:rsidRDefault="000E1451" w:rsidP="00BE611A">
      <w:pPr>
        <w:rPr>
          <w:rFonts w:cs="Georgia"/>
          <w:kern w:val="1"/>
        </w:rPr>
      </w:pPr>
      <w:r>
        <w:rPr>
          <w:rFonts w:cs="Georgia"/>
          <w:kern w:val="1"/>
        </w:rPr>
        <w:t>— </w:t>
      </w:r>
      <w:r w:rsidR="00BE611A">
        <w:rPr>
          <w:rFonts w:cs="Georgia"/>
          <w:kern w:val="1"/>
        </w:rPr>
        <w:t>Il n</w:t>
      </w:r>
      <w:r>
        <w:rPr>
          <w:rFonts w:cs="Georgia"/>
          <w:kern w:val="1"/>
        </w:rPr>
        <w:t>’</w:t>
      </w:r>
      <w:r w:rsidR="00BE611A">
        <w:rPr>
          <w:rFonts w:cs="Georgia"/>
          <w:kern w:val="1"/>
        </w:rPr>
        <w:t>y a rien d</w:t>
      </w:r>
      <w:r>
        <w:rPr>
          <w:rFonts w:cs="Georgia"/>
          <w:kern w:val="1"/>
        </w:rPr>
        <w:t>’</w:t>
      </w:r>
      <w:r w:rsidR="00BE611A">
        <w:rPr>
          <w:rFonts w:cs="Georgia"/>
          <w:kern w:val="1"/>
        </w:rPr>
        <w:t>autre au courrier</w:t>
      </w:r>
      <w:r>
        <w:rPr>
          <w:rFonts w:cs="Georgia"/>
          <w:kern w:val="1"/>
        </w:rPr>
        <w:t> ?</w:t>
      </w:r>
    </w:p>
    <w:p w14:paraId="1DBF9E63" w14:textId="77777777" w:rsidR="000E1451" w:rsidRDefault="00BE611A" w:rsidP="00BE611A">
      <w:pPr>
        <w:rPr>
          <w:rFonts w:cs="Georgia"/>
          <w:kern w:val="1"/>
        </w:rPr>
      </w:pPr>
      <w:r>
        <w:rPr>
          <w:rFonts w:cs="Georgia"/>
          <w:kern w:val="1"/>
        </w:rPr>
        <w:t>J</w:t>
      </w:r>
      <w:r w:rsidR="000E1451">
        <w:rPr>
          <w:rFonts w:cs="Georgia"/>
          <w:kern w:val="1"/>
        </w:rPr>
        <w:t>’</w:t>
      </w:r>
      <w:r>
        <w:rPr>
          <w:rFonts w:cs="Georgia"/>
          <w:kern w:val="1"/>
        </w:rPr>
        <w:t>aurais voulu qu</w:t>
      </w:r>
      <w:r w:rsidR="000E1451">
        <w:rPr>
          <w:rFonts w:cs="Georgia"/>
          <w:kern w:val="1"/>
        </w:rPr>
        <w:t>’</w:t>
      </w:r>
      <w:r>
        <w:rPr>
          <w:rFonts w:cs="Georgia"/>
          <w:kern w:val="1"/>
        </w:rPr>
        <w:t>elle me dispensât de préciser ma question</w:t>
      </w:r>
      <w:r w:rsidR="000E1451">
        <w:rPr>
          <w:rFonts w:cs="Georgia"/>
          <w:kern w:val="1"/>
        </w:rPr>
        <w:t xml:space="preserve">. </w:t>
      </w:r>
      <w:r>
        <w:rPr>
          <w:rFonts w:cs="Georgia"/>
          <w:kern w:val="1"/>
        </w:rPr>
        <w:t>Mais elle me regardait</w:t>
      </w:r>
      <w:r w:rsidR="000E1451">
        <w:rPr>
          <w:rFonts w:cs="Georgia"/>
          <w:kern w:val="1"/>
        </w:rPr>
        <w:t xml:space="preserve">, </w:t>
      </w:r>
      <w:r>
        <w:rPr>
          <w:rFonts w:cs="Georgia"/>
          <w:kern w:val="1"/>
        </w:rPr>
        <w:t>de ses yeux vitreux auxquels l</w:t>
      </w:r>
      <w:r w:rsidR="000E1451">
        <w:rPr>
          <w:rFonts w:cs="Georgia"/>
          <w:kern w:val="1"/>
        </w:rPr>
        <w:t>’</w:t>
      </w:r>
      <w:r>
        <w:rPr>
          <w:rFonts w:cs="Georgia"/>
          <w:kern w:val="1"/>
        </w:rPr>
        <w:t>excès des larmes répandues avait fini par retirer toute expression</w:t>
      </w:r>
      <w:r w:rsidR="000E1451">
        <w:rPr>
          <w:rFonts w:cs="Georgia"/>
          <w:kern w:val="1"/>
        </w:rPr>
        <w:t xml:space="preserve">. </w:t>
      </w:r>
      <w:r>
        <w:rPr>
          <w:rFonts w:cs="Georgia"/>
          <w:kern w:val="1"/>
        </w:rPr>
        <w:t>Elle n</w:t>
      </w:r>
      <w:r w:rsidR="000E1451">
        <w:rPr>
          <w:rFonts w:cs="Georgia"/>
          <w:kern w:val="1"/>
        </w:rPr>
        <w:t>’</w:t>
      </w:r>
      <w:r>
        <w:rPr>
          <w:rFonts w:cs="Georgia"/>
          <w:kern w:val="1"/>
        </w:rPr>
        <w:t>avait pas l</w:t>
      </w:r>
      <w:r w:rsidR="000E1451">
        <w:rPr>
          <w:rFonts w:cs="Georgia"/>
          <w:kern w:val="1"/>
        </w:rPr>
        <w:t>’</w:t>
      </w:r>
      <w:r>
        <w:rPr>
          <w:rFonts w:cs="Georgia"/>
          <w:kern w:val="1"/>
        </w:rPr>
        <w:t>air de comprendre</w:t>
      </w:r>
      <w:r w:rsidR="000E1451">
        <w:rPr>
          <w:rFonts w:cs="Georgia"/>
          <w:kern w:val="1"/>
        </w:rPr>
        <w:t>.</w:t>
      </w:r>
    </w:p>
    <w:p w14:paraId="5B2BFA4E" w14:textId="77777777" w:rsidR="000E1451" w:rsidRDefault="000E1451" w:rsidP="00BE611A">
      <w:pPr>
        <w:rPr>
          <w:rFonts w:cs="Georgia"/>
          <w:kern w:val="1"/>
        </w:rPr>
      </w:pPr>
      <w:r>
        <w:rPr>
          <w:rFonts w:cs="Georgia"/>
          <w:kern w:val="1"/>
        </w:rPr>
        <w:t>— </w:t>
      </w:r>
      <w:r w:rsidR="00BE611A">
        <w:rPr>
          <w:rFonts w:cs="Georgia"/>
          <w:kern w:val="1"/>
        </w:rPr>
        <w:t>Oui</w:t>
      </w:r>
      <w:r>
        <w:rPr>
          <w:rFonts w:cs="Georgia"/>
          <w:kern w:val="1"/>
        </w:rPr>
        <w:t xml:space="preserve">, </w:t>
      </w:r>
      <w:r w:rsidR="00BE611A">
        <w:rPr>
          <w:rFonts w:cs="Georgia"/>
          <w:kern w:val="1"/>
        </w:rPr>
        <w:t>fis-je</w:t>
      </w:r>
      <w:r>
        <w:rPr>
          <w:rFonts w:cs="Georgia"/>
          <w:kern w:val="1"/>
        </w:rPr>
        <w:t xml:space="preserve">, </w:t>
      </w:r>
      <w:r w:rsidR="00BE611A">
        <w:rPr>
          <w:rFonts w:cs="Georgia"/>
          <w:kern w:val="1"/>
        </w:rPr>
        <w:t>d</w:t>
      </w:r>
      <w:r>
        <w:rPr>
          <w:rFonts w:cs="Georgia"/>
          <w:kern w:val="1"/>
        </w:rPr>
        <w:t>’</w:t>
      </w:r>
      <w:r w:rsidR="00BE611A">
        <w:rPr>
          <w:rFonts w:cs="Georgia"/>
          <w:kern w:val="1"/>
        </w:rPr>
        <w:t>une voix un peu altérée</w:t>
      </w:r>
      <w:r>
        <w:rPr>
          <w:rFonts w:cs="Georgia"/>
          <w:kern w:val="1"/>
        </w:rPr>
        <w:t xml:space="preserve">, </w:t>
      </w:r>
      <w:r w:rsidR="00BE611A">
        <w:rPr>
          <w:rFonts w:cs="Georgia"/>
          <w:kern w:val="1"/>
        </w:rPr>
        <w:t>pas de lettre du commandant de Reichendorf</w:t>
      </w:r>
      <w:r>
        <w:rPr>
          <w:rFonts w:cs="Georgia"/>
          <w:kern w:val="1"/>
        </w:rPr>
        <w:t> ?</w:t>
      </w:r>
    </w:p>
    <w:p w14:paraId="412E60F8" w14:textId="77777777" w:rsidR="000E1451" w:rsidRDefault="00BE611A" w:rsidP="00BE611A">
      <w:pPr>
        <w:rPr>
          <w:rFonts w:cs="Georgia"/>
          <w:kern w:val="1"/>
        </w:rPr>
      </w:pPr>
      <w:r>
        <w:rPr>
          <w:rFonts w:cs="Georgia"/>
          <w:kern w:val="1"/>
        </w:rPr>
        <w:t>Elle secoua la tête</w:t>
      </w:r>
      <w:r w:rsidR="000E1451">
        <w:rPr>
          <w:rFonts w:cs="Georgia"/>
          <w:kern w:val="1"/>
        </w:rPr>
        <w:t>.</w:t>
      </w:r>
    </w:p>
    <w:p w14:paraId="2B4AF3BF" w14:textId="77777777" w:rsidR="000E1451" w:rsidRDefault="000E1451" w:rsidP="00BE611A">
      <w:pPr>
        <w:rPr>
          <w:rFonts w:cs="Georgia"/>
          <w:kern w:val="1"/>
        </w:rPr>
      </w:pPr>
      <w:r>
        <w:rPr>
          <w:rFonts w:cs="Georgia"/>
          <w:kern w:val="1"/>
        </w:rPr>
        <w:t>— </w:t>
      </w:r>
      <w:r w:rsidR="00BE611A">
        <w:rPr>
          <w:rFonts w:cs="Georgia"/>
          <w:kern w:val="1"/>
        </w:rPr>
        <w:t>Non</w:t>
      </w:r>
      <w:r>
        <w:rPr>
          <w:rFonts w:cs="Georgia"/>
          <w:kern w:val="1"/>
        </w:rPr>
        <w:t xml:space="preserve">, </w:t>
      </w:r>
      <w:r w:rsidR="00BE611A">
        <w:rPr>
          <w:rFonts w:cs="Georgia"/>
          <w:kern w:val="1"/>
        </w:rPr>
        <w:t>pas de lettre</w:t>
      </w:r>
      <w:r>
        <w:rPr>
          <w:rFonts w:cs="Georgia"/>
          <w:kern w:val="1"/>
        </w:rPr>
        <w:t>.</w:t>
      </w:r>
    </w:p>
    <w:p w14:paraId="75759E35" w14:textId="77777777" w:rsidR="000E1451" w:rsidRDefault="00BE611A" w:rsidP="00BE611A">
      <w:pPr>
        <w:rPr>
          <w:rFonts w:cs="Georgia"/>
          <w:kern w:val="1"/>
        </w:rPr>
      </w:pPr>
      <w:r>
        <w:rPr>
          <w:rFonts w:cs="Georgia"/>
          <w:kern w:val="1"/>
        </w:rPr>
        <w:t>Nous nous tûmes tous deux</w:t>
      </w:r>
      <w:r w:rsidR="000E1451">
        <w:rPr>
          <w:rFonts w:cs="Georgia"/>
          <w:kern w:val="1"/>
        </w:rPr>
        <w:t xml:space="preserve">. </w:t>
      </w:r>
      <w:r>
        <w:rPr>
          <w:rFonts w:cs="Georgia"/>
          <w:kern w:val="1"/>
        </w:rPr>
        <w:t>La neige recommençait à tomber</w:t>
      </w:r>
      <w:r w:rsidR="000E1451">
        <w:rPr>
          <w:rFonts w:cs="Georgia"/>
          <w:kern w:val="1"/>
        </w:rPr>
        <w:t xml:space="preserve">. </w:t>
      </w:r>
      <w:r>
        <w:rPr>
          <w:rFonts w:cs="Georgia"/>
          <w:kern w:val="1"/>
        </w:rPr>
        <w:t>Ses flocons changeaient de couleur en dépassant la ligne d</w:t>
      </w:r>
      <w:r w:rsidR="000E1451">
        <w:rPr>
          <w:rFonts w:cs="Georgia"/>
          <w:kern w:val="1"/>
        </w:rPr>
        <w:t>’</w:t>
      </w:r>
      <w:r>
        <w:rPr>
          <w:rFonts w:cs="Georgia"/>
          <w:kern w:val="1"/>
        </w:rPr>
        <w:t>horizon</w:t>
      </w:r>
      <w:r w:rsidR="000E1451">
        <w:rPr>
          <w:rFonts w:cs="Georgia"/>
          <w:kern w:val="1"/>
        </w:rPr>
        <w:t xml:space="preserve">, </w:t>
      </w:r>
      <w:r>
        <w:rPr>
          <w:rFonts w:cs="Georgia"/>
          <w:kern w:val="1"/>
        </w:rPr>
        <w:t>noirs ou blancs selon qu</w:t>
      </w:r>
      <w:r w:rsidR="000E1451">
        <w:rPr>
          <w:rFonts w:cs="Georgia"/>
          <w:kern w:val="1"/>
        </w:rPr>
        <w:t>’</w:t>
      </w:r>
      <w:r>
        <w:rPr>
          <w:rFonts w:cs="Georgia"/>
          <w:kern w:val="1"/>
        </w:rPr>
        <w:t>ils défilaient sur l</w:t>
      </w:r>
      <w:r w:rsidR="000E1451">
        <w:rPr>
          <w:rFonts w:cs="Georgia"/>
          <w:kern w:val="1"/>
        </w:rPr>
        <w:t>’</w:t>
      </w:r>
      <w:r>
        <w:rPr>
          <w:rFonts w:cs="Georgia"/>
          <w:kern w:val="1"/>
        </w:rPr>
        <w:t>écran du ciel ou sur celui de la terre</w:t>
      </w:r>
      <w:r w:rsidR="000E1451">
        <w:rPr>
          <w:rFonts w:cs="Georgia"/>
          <w:kern w:val="1"/>
        </w:rPr>
        <w:t>.</w:t>
      </w:r>
    </w:p>
    <w:p w14:paraId="3C433D75" w14:textId="77777777" w:rsidR="000E1451" w:rsidRDefault="00BE611A" w:rsidP="00BE611A">
      <w:pPr>
        <w:rPr>
          <w:rFonts w:cs="Georgia"/>
          <w:kern w:val="1"/>
        </w:rPr>
      </w:pPr>
      <w:r>
        <w:rPr>
          <w:rFonts w:cs="Georgia"/>
          <w:kern w:val="1"/>
        </w:rPr>
        <w:t>Nous demeurâmes ainsi jusqu</w:t>
      </w:r>
      <w:r w:rsidR="000E1451">
        <w:rPr>
          <w:rFonts w:cs="Georgia"/>
          <w:kern w:val="1"/>
        </w:rPr>
        <w:t>’</w:t>
      </w:r>
      <w:r>
        <w:rPr>
          <w:rFonts w:cs="Georgia"/>
          <w:kern w:val="1"/>
        </w:rPr>
        <w:t>à ce que la nuit fût tombée</w:t>
      </w:r>
      <w:r w:rsidR="000E1451">
        <w:rPr>
          <w:rFonts w:cs="Georgia"/>
          <w:kern w:val="1"/>
        </w:rPr>
        <w:t xml:space="preserve">. </w:t>
      </w:r>
      <w:r>
        <w:rPr>
          <w:rFonts w:cs="Georgia"/>
          <w:kern w:val="1"/>
        </w:rPr>
        <w:t>Lentement</w:t>
      </w:r>
      <w:r w:rsidR="000E1451">
        <w:rPr>
          <w:rFonts w:cs="Georgia"/>
          <w:kern w:val="1"/>
        </w:rPr>
        <w:t xml:space="preserve">, </w:t>
      </w:r>
      <w:r>
        <w:rPr>
          <w:rFonts w:cs="Georgia"/>
          <w:kern w:val="1"/>
        </w:rPr>
        <w:t>alors</w:t>
      </w:r>
      <w:r w:rsidR="000E1451">
        <w:rPr>
          <w:rFonts w:cs="Georgia"/>
          <w:kern w:val="1"/>
        </w:rPr>
        <w:t xml:space="preserve">, </w:t>
      </w:r>
      <w:r>
        <w:rPr>
          <w:rFonts w:cs="Georgia"/>
          <w:kern w:val="1"/>
        </w:rPr>
        <w:t xml:space="preserve">Dominica se dirigea vers le </w:t>
      </w:r>
      <w:r>
        <w:rPr>
          <w:rFonts w:cs="Georgia"/>
          <w:kern w:val="1"/>
        </w:rPr>
        <w:lastRenderedPageBreak/>
        <w:t>commutateur électrique</w:t>
      </w:r>
      <w:r w:rsidR="000E1451">
        <w:rPr>
          <w:rFonts w:cs="Georgia"/>
          <w:kern w:val="1"/>
        </w:rPr>
        <w:t xml:space="preserve">. </w:t>
      </w:r>
      <w:r>
        <w:rPr>
          <w:rFonts w:cs="Georgia"/>
          <w:kern w:val="1"/>
        </w:rPr>
        <w:t>Elle le tourna à deux reprises</w:t>
      </w:r>
      <w:r w:rsidR="000E1451">
        <w:rPr>
          <w:rFonts w:cs="Georgia"/>
          <w:kern w:val="1"/>
        </w:rPr>
        <w:t xml:space="preserve">. </w:t>
      </w:r>
      <w:r>
        <w:rPr>
          <w:rFonts w:cs="Georgia"/>
          <w:kern w:val="1"/>
        </w:rPr>
        <w:t>Nulle lumière ne jaillit</w:t>
      </w:r>
      <w:r w:rsidR="000E1451">
        <w:rPr>
          <w:rFonts w:cs="Georgia"/>
          <w:kern w:val="1"/>
        </w:rPr>
        <w:t xml:space="preserve">. </w:t>
      </w:r>
      <w:r>
        <w:rPr>
          <w:rFonts w:cs="Georgia"/>
          <w:kern w:val="1"/>
        </w:rPr>
        <w:t>Je me souvins de ce que m</w:t>
      </w:r>
      <w:r w:rsidR="000E1451">
        <w:rPr>
          <w:rFonts w:cs="Georgia"/>
          <w:kern w:val="1"/>
        </w:rPr>
        <w:t>’</w:t>
      </w:r>
      <w:r>
        <w:rPr>
          <w:rFonts w:cs="Georgia"/>
          <w:kern w:val="1"/>
        </w:rPr>
        <w:t>avait dit Dauphin</w:t>
      </w:r>
      <w:r w:rsidR="000E1451">
        <w:rPr>
          <w:rFonts w:cs="Georgia"/>
          <w:kern w:val="1"/>
        </w:rPr>
        <w:t>.</w:t>
      </w:r>
    </w:p>
    <w:p w14:paraId="7A99820C" w14:textId="77777777" w:rsidR="000E1451" w:rsidRDefault="000E1451" w:rsidP="00BE611A">
      <w:pPr>
        <w:rPr>
          <w:rFonts w:cs="Georgia"/>
          <w:kern w:val="1"/>
        </w:rPr>
      </w:pPr>
      <w:r>
        <w:rPr>
          <w:rFonts w:cs="Georgia"/>
          <w:kern w:val="1"/>
        </w:rPr>
        <w:t>— </w:t>
      </w:r>
      <w:r w:rsidR="00BE611A">
        <w:rPr>
          <w:rFonts w:cs="Georgia"/>
          <w:kern w:val="1"/>
        </w:rPr>
        <w:t>L</w:t>
      </w:r>
      <w:r>
        <w:rPr>
          <w:rFonts w:cs="Georgia"/>
          <w:kern w:val="1"/>
        </w:rPr>
        <w:t>’</w:t>
      </w:r>
      <w:r w:rsidR="00BE611A">
        <w:rPr>
          <w:rFonts w:cs="Georgia"/>
          <w:kern w:val="1"/>
        </w:rPr>
        <w:t>usine électrique ne fonctionne plus</w:t>
      </w:r>
      <w:r>
        <w:rPr>
          <w:rFonts w:cs="Georgia"/>
          <w:kern w:val="1"/>
        </w:rPr>
        <w:t xml:space="preserve">, </w:t>
      </w:r>
      <w:r w:rsidR="00BE611A">
        <w:rPr>
          <w:rFonts w:cs="Georgia"/>
          <w:kern w:val="1"/>
        </w:rPr>
        <w:t>dis-je</w:t>
      </w:r>
      <w:r>
        <w:rPr>
          <w:rFonts w:cs="Georgia"/>
          <w:kern w:val="1"/>
        </w:rPr>
        <w:t xml:space="preserve">. </w:t>
      </w:r>
      <w:r w:rsidR="00BE611A">
        <w:rPr>
          <w:rFonts w:cs="Georgia"/>
          <w:kern w:val="1"/>
        </w:rPr>
        <w:t>Avez-vous des lampes</w:t>
      </w:r>
      <w:r>
        <w:rPr>
          <w:rFonts w:cs="Georgia"/>
          <w:kern w:val="1"/>
        </w:rPr>
        <w:t> ?</w:t>
      </w:r>
    </w:p>
    <w:p w14:paraId="6E1F10AD" w14:textId="77777777" w:rsidR="000E1451" w:rsidRDefault="000E1451" w:rsidP="00BE611A">
      <w:pPr>
        <w:rPr>
          <w:rFonts w:cs="Georgia"/>
          <w:kern w:val="1"/>
        </w:rPr>
      </w:pPr>
      <w:r>
        <w:rPr>
          <w:rFonts w:cs="Georgia"/>
          <w:kern w:val="1"/>
        </w:rPr>
        <w:t>— </w:t>
      </w:r>
      <w:r w:rsidR="00BE611A">
        <w:rPr>
          <w:rFonts w:cs="Georgia"/>
          <w:kern w:val="1"/>
        </w:rPr>
        <w:t>Des lampes</w:t>
      </w:r>
      <w:r>
        <w:rPr>
          <w:rFonts w:cs="Georgia"/>
          <w:kern w:val="1"/>
        </w:rPr>
        <w:t xml:space="preserve">, </w:t>
      </w:r>
      <w:r w:rsidR="00BE611A">
        <w:rPr>
          <w:rFonts w:cs="Georgia"/>
          <w:kern w:val="1"/>
        </w:rPr>
        <w:t>oui</w:t>
      </w:r>
      <w:r>
        <w:rPr>
          <w:rFonts w:cs="Georgia"/>
          <w:kern w:val="1"/>
        </w:rPr>
        <w:t xml:space="preserve">. </w:t>
      </w:r>
      <w:r w:rsidR="00BE611A">
        <w:rPr>
          <w:rFonts w:cs="Georgia"/>
          <w:kern w:val="1"/>
        </w:rPr>
        <w:t>Mais on n</w:t>
      </w:r>
      <w:r>
        <w:rPr>
          <w:rFonts w:cs="Georgia"/>
          <w:kern w:val="1"/>
        </w:rPr>
        <w:t>’</w:t>
      </w:r>
      <w:r w:rsidR="00BE611A">
        <w:rPr>
          <w:rFonts w:cs="Georgia"/>
          <w:kern w:val="1"/>
        </w:rPr>
        <w:t>aura pas assez de pétrole</w:t>
      </w:r>
      <w:r>
        <w:rPr>
          <w:rFonts w:cs="Georgia"/>
          <w:kern w:val="1"/>
        </w:rPr>
        <w:t>.</w:t>
      </w:r>
    </w:p>
    <w:p w14:paraId="38CFA2AD" w14:textId="77777777" w:rsidR="000E1451" w:rsidRDefault="000E1451" w:rsidP="00BE611A">
      <w:pPr>
        <w:rPr>
          <w:rFonts w:cs="Georgia"/>
          <w:kern w:val="1"/>
        </w:rPr>
      </w:pPr>
      <w:r>
        <w:rPr>
          <w:rFonts w:cs="Georgia"/>
          <w:kern w:val="1"/>
        </w:rPr>
        <w:t>— </w:t>
      </w:r>
      <w:r w:rsidR="00BE611A">
        <w:rPr>
          <w:rFonts w:cs="Georgia"/>
          <w:kern w:val="1"/>
        </w:rPr>
        <w:t>Des bougies</w:t>
      </w:r>
      <w:r>
        <w:rPr>
          <w:rFonts w:cs="Georgia"/>
          <w:kern w:val="1"/>
        </w:rPr>
        <w:t xml:space="preserve">, </w:t>
      </w:r>
      <w:r w:rsidR="00BE611A">
        <w:rPr>
          <w:rFonts w:cs="Georgia"/>
          <w:kern w:val="1"/>
        </w:rPr>
        <w:t>alors</w:t>
      </w:r>
      <w:r>
        <w:rPr>
          <w:rFonts w:cs="Georgia"/>
          <w:kern w:val="1"/>
        </w:rPr>
        <w:t> ?</w:t>
      </w:r>
    </w:p>
    <w:p w14:paraId="10A09AFF" w14:textId="77777777" w:rsidR="000E1451" w:rsidRDefault="000E1451" w:rsidP="00BE611A">
      <w:pPr>
        <w:rPr>
          <w:rFonts w:cs="Georgia"/>
          <w:kern w:val="1"/>
        </w:rPr>
      </w:pPr>
      <w:r>
        <w:rPr>
          <w:rFonts w:cs="Georgia"/>
          <w:kern w:val="1"/>
        </w:rPr>
        <w:t>— </w:t>
      </w:r>
      <w:r w:rsidR="00BE611A">
        <w:rPr>
          <w:rFonts w:cs="Georgia"/>
          <w:kern w:val="1"/>
        </w:rPr>
        <w:t>Je vais voir</w:t>
      </w:r>
      <w:r>
        <w:rPr>
          <w:rFonts w:cs="Georgia"/>
          <w:kern w:val="1"/>
        </w:rPr>
        <w:t>.</w:t>
      </w:r>
    </w:p>
    <w:p w14:paraId="7C66DB6F" w14:textId="77777777" w:rsidR="000E1451" w:rsidRDefault="00BE611A" w:rsidP="00BE611A">
      <w:pPr>
        <w:rPr>
          <w:rFonts w:cs="Georgia"/>
          <w:kern w:val="1"/>
        </w:rPr>
      </w:pPr>
      <w:r>
        <w:rPr>
          <w:rFonts w:cs="Georgia"/>
          <w:kern w:val="1"/>
        </w:rPr>
        <w:t>Elle croisa</w:t>
      </w:r>
      <w:r w:rsidR="000E1451">
        <w:rPr>
          <w:rFonts w:cs="Georgia"/>
          <w:kern w:val="1"/>
        </w:rPr>
        <w:t xml:space="preserve">, </w:t>
      </w:r>
      <w:r>
        <w:rPr>
          <w:rFonts w:cs="Georgia"/>
          <w:kern w:val="1"/>
        </w:rPr>
        <w:t>sur le seuil de la porte</w:t>
      </w:r>
      <w:r w:rsidR="000E1451">
        <w:rPr>
          <w:rFonts w:cs="Georgia"/>
          <w:kern w:val="1"/>
        </w:rPr>
        <w:t xml:space="preserve">, </w:t>
      </w:r>
      <w:r>
        <w:rPr>
          <w:rFonts w:cs="Georgia"/>
          <w:kern w:val="1"/>
        </w:rPr>
        <w:t>son jeune neveu qui rentrait</w:t>
      </w:r>
      <w:r w:rsidR="000E1451">
        <w:rPr>
          <w:rFonts w:cs="Georgia"/>
          <w:kern w:val="1"/>
        </w:rPr>
        <w:t xml:space="preserve">. </w:t>
      </w:r>
      <w:r>
        <w:rPr>
          <w:rFonts w:cs="Georgia"/>
          <w:kern w:val="1"/>
        </w:rPr>
        <w:t>Armé de la canardière de Gottlieb</w:t>
      </w:r>
      <w:r w:rsidR="000E1451">
        <w:rPr>
          <w:rFonts w:cs="Georgia"/>
          <w:kern w:val="1"/>
        </w:rPr>
        <w:t xml:space="preserve">, </w:t>
      </w:r>
      <w:r>
        <w:rPr>
          <w:rFonts w:cs="Georgia"/>
          <w:kern w:val="1"/>
        </w:rPr>
        <w:t>il revenait de la chasse</w:t>
      </w:r>
      <w:r w:rsidR="000E1451">
        <w:rPr>
          <w:rFonts w:cs="Georgia"/>
          <w:kern w:val="1"/>
        </w:rPr>
        <w:t xml:space="preserve">. </w:t>
      </w:r>
      <w:r>
        <w:rPr>
          <w:rFonts w:cs="Georgia"/>
          <w:kern w:val="1"/>
        </w:rPr>
        <w:t>C</w:t>
      </w:r>
      <w:r w:rsidR="000E1451">
        <w:rPr>
          <w:rFonts w:cs="Georgia"/>
          <w:kern w:val="1"/>
        </w:rPr>
        <w:t>’</w:t>
      </w:r>
      <w:r>
        <w:rPr>
          <w:rFonts w:cs="Georgia"/>
          <w:kern w:val="1"/>
        </w:rPr>
        <w:t>était lui qui avait reçu mission d</w:t>
      </w:r>
      <w:r w:rsidR="000E1451">
        <w:rPr>
          <w:rFonts w:cs="Georgia"/>
          <w:kern w:val="1"/>
        </w:rPr>
        <w:t>’</w:t>
      </w:r>
      <w:r>
        <w:rPr>
          <w:rFonts w:cs="Georgia"/>
          <w:kern w:val="1"/>
        </w:rPr>
        <w:t>approvisionner le château en gibier</w:t>
      </w:r>
      <w:r w:rsidR="000E1451">
        <w:rPr>
          <w:rFonts w:cs="Georgia"/>
          <w:kern w:val="1"/>
        </w:rPr>
        <w:t xml:space="preserve">. </w:t>
      </w:r>
      <w:r>
        <w:rPr>
          <w:rFonts w:cs="Georgia"/>
          <w:kern w:val="1"/>
        </w:rPr>
        <w:t>Il s</w:t>
      </w:r>
      <w:r w:rsidR="000E1451">
        <w:rPr>
          <w:rFonts w:cs="Georgia"/>
          <w:kern w:val="1"/>
        </w:rPr>
        <w:t>’</w:t>
      </w:r>
      <w:r>
        <w:rPr>
          <w:rFonts w:cs="Georgia"/>
          <w:kern w:val="1"/>
        </w:rPr>
        <w:t>acquittait à peu près convenablement de cette besogne</w:t>
      </w:r>
      <w:r w:rsidR="000E1451">
        <w:rPr>
          <w:rFonts w:cs="Georgia"/>
          <w:kern w:val="1"/>
        </w:rPr>
        <w:t xml:space="preserve">, </w:t>
      </w:r>
      <w:r>
        <w:rPr>
          <w:rFonts w:cs="Georgia"/>
          <w:kern w:val="1"/>
        </w:rPr>
        <w:t>malgré une tendance fâcheuse à tirailler à tort et à travers</w:t>
      </w:r>
      <w:r w:rsidR="000E1451">
        <w:rPr>
          <w:rFonts w:cs="Georgia"/>
          <w:kern w:val="1"/>
        </w:rPr>
        <w:t xml:space="preserve">. </w:t>
      </w:r>
      <w:r>
        <w:rPr>
          <w:rFonts w:cs="Georgia"/>
          <w:kern w:val="1"/>
        </w:rPr>
        <w:t>Si je n</w:t>
      </w:r>
      <w:r w:rsidR="000E1451">
        <w:rPr>
          <w:rFonts w:cs="Georgia"/>
          <w:kern w:val="1"/>
        </w:rPr>
        <w:t>’</w:t>
      </w:r>
      <w:r>
        <w:rPr>
          <w:rFonts w:cs="Georgia"/>
          <w:kern w:val="1"/>
        </w:rPr>
        <w:t>avais exercé sur lui une surveillance de tous les instants</w:t>
      </w:r>
      <w:r w:rsidR="000E1451">
        <w:rPr>
          <w:rFonts w:cs="Georgia"/>
          <w:kern w:val="1"/>
        </w:rPr>
        <w:t xml:space="preserve">, </w:t>
      </w:r>
      <w:r>
        <w:rPr>
          <w:rFonts w:cs="Georgia"/>
          <w:kern w:val="1"/>
        </w:rPr>
        <w:t>le prix de la sauvagine aurait fini par dépasser à Reichendorf celui de la viande de boucherie</w:t>
      </w:r>
      <w:r w:rsidR="000E1451">
        <w:rPr>
          <w:rFonts w:cs="Georgia"/>
          <w:kern w:val="1"/>
        </w:rPr>
        <w:t>.</w:t>
      </w:r>
    </w:p>
    <w:p w14:paraId="10FD3760" w14:textId="77777777" w:rsidR="000E1451" w:rsidRDefault="000E1451" w:rsidP="00BE611A">
      <w:pPr>
        <w:rPr>
          <w:rFonts w:cs="Georgia"/>
          <w:kern w:val="1"/>
        </w:rPr>
      </w:pPr>
      <w:r>
        <w:rPr>
          <w:rFonts w:cs="Georgia"/>
          <w:kern w:val="1"/>
        </w:rPr>
        <w:t>— </w:t>
      </w:r>
      <w:r w:rsidR="00BE611A">
        <w:rPr>
          <w:rFonts w:cs="Georgia"/>
          <w:kern w:val="1"/>
        </w:rPr>
        <w:t>Qu</w:t>
      </w:r>
      <w:r>
        <w:rPr>
          <w:rFonts w:cs="Georgia"/>
          <w:kern w:val="1"/>
        </w:rPr>
        <w:t>’</w:t>
      </w:r>
      <w:r w:rsidR="00BE611A">
        <w:rPr>
          <w:rFonts w:cs="Georgia"/>
          <w:kern w:val="1"/>
        </w:rPr>
        <w:t>est-ce que tu as pris aujourd</w:t>
      </w:r>
      <w:r>
        <w:rPr>
          <w:rFonts w:cs="Georgia"/>
          <w:kern w:val="1"/>
        </w:rPr>
        <w:t>’</w:t>
      </w:r>
      <w:r w:rsidR="00BE611A">
        <w:rPr>
          <w:rFonts w:cs="Georgia"/>
          <w:kern w:val="1"/>
        </w:rPr>
        <w:t>hui</w:t>
      </w:r>
      <w:r>
        <w:rPr>
          <w:rFonts w:cs="Georgia"/>
          <w:kern w:val="1"/>
        </w:rPr>
        <w:t> ?</w:t>
      </w:r>
    </w:p>
    <w:p w14:paraId="5D420FB3" w14:textId="77777777" w:rsidR="000E1451" w:rsidRDefault="00BE611A" w:rsidP="00BE611A">
      <w:pPr>
        <w:rPr>
          <w:rFonts w:cs="Georgia"/>
          <w:kern w:val="1"/>
        </w:rPr>
      </w:pPr>
      <w:r>
        <w:rPr>
          <w:rFonts w:cs="Georgia"/>
          <w:kern w:val="1"/>
        </w:rPr>
        <w:t>Il baissa la tête</w:t>
      </w:r>
      <w:r w:rsidR="000E1451">
        <w:rPr>
          <w:rFonts w:cs="Georgia"/>
          <w:kern w:val="1"/>
        </w:rPr>
        <w:t>.</w:t>
      </w:r>
    </w:p>
    <w:p w14:paraId="4A613E36" w14:textId="77777777" w:rsidR="000E1451" w:rsidRDefault="000E1451" w:rsidP="00BE611A">
      <w:pPr>
        <w:rPr>
          <w:rFonts w:cs="Georgia"/>
          <w:kern w:val="1"/>
        </w:rPr>
      </w:pPr>
      <w:r>
        <w:rPr>
          <w:rFonts w:cs="Georgia"/>
          <w:kern w:val="1"/>
        </w:rPr>
        <w:t>— </w:t>
      </w:r>
      <w:r w:rsidR="00BE611A">
        <w:rPr>
          <w:rFonts w:cs="Georgia"/>
          <w:kern w:val="1"/>
        </w:rPr>
        <w:t>Une sarcelle et une bécassine</w:t>
      </w:r>
      <w:r>
        <w:rPr>
          <w:rFonts w:cs="Georgia"/>
          <w:kern w:val="1"/>
        </w:rPr>
        <w:t>.</w:t>
      </w:r>
    </w:p>
    <w:p w14:paraId="0F9C84F2" w14:textId="77777777" w:rsidR="000E1451" w:rsidRDefault="000E1451" w:rsidP="00BE611A">
      <w:pPr>
        <w:rPr>
          <w:rFonts w:cs="Georgia"/>
          <w:kern w:val="1"/>
        </w:rPr>
      </w:pPr>
      <w:r>
        <w:rPr>
          <w:rFonts w:cs="Georgia"/>
          <w:kern w:val="1"/>
        </w:rPr>
        <w:t>— </w:t>
      </w:r>
      <w:r w:rsidR="00BE611A">
        <w:rPr>
          <w:rFonts w:cs="Georgia"/>
          <w:kern w:val="1"/>
        </w:rPr>
        <w:t>Seulement</w:t>
      </w:r>
      <w:r>
        <w:rPr>
          <w:rFonts w:cs="Georgia"/>
          <w:kern w:val="1"/>
        </w:rPr>
        <w:t xml:space="preserve"> ! </w:t>
      </w:r>
      <w:r w:rsidR="00BE611A">
        <w:rPr>
          <w:rFonts w:cs="Georgia"/>
          <w:kern w:val="1"/>
        </w:rPr>
        <w:t>Combien as-tu usé de cartouches</w:t>
      </w:r>
      <w:r>
        <w:rPr>
          <w:rFonts w:cs="Georgia"/>
          <w:kern w:val="1"/>
        </w:rPr>
        <w:t> ?</w:t>
      </w:r>
    </w:p>
    <w:p w14:paraId="02A4FDE7" w14:textId="77777777" w:rsidR="000E1451" w:rsidRDefault="000E1451" w:rsidP="00BE611A">
      <w:pPr>
        <w:rPr>
          <w:rFonts w:cs="Georgia"/>
          <w:kern w:val="1"/>
        </w:rPr>
      </w:pPr>
      <w:r>
        <w:rPr>
          <w:rFonts w:cs="Georgia"/>
          <w:kern w:val="1"/>
        </w:rPr>
        <w:t>— </w:t>
      </w:r>
      <w:r w:rsidR="00BE611A">
        <w:rPr>
          <w:rFonts w:cs="Georgia"/>
          <w:kern w:val="1"/>
        </w:rPr>
        <w:t>Six</w:t>
      </w:r>
      <w:r>
        <w:rPr>
          <w:rFonts w:cs="Georgia"/>
          <w:kern w:val="1"/>
        </w:rPr>
        <w:t>.</w:t>
      </w:r>
    </w:p>
    <w:p w14:paraId="0EAD2D0F" w14:textId="77777777" w:rsidR="000E1451" w:rsidRDefault="000E1451" w:rsidP="00BE611A">
      <w:pPr>
        <w:rPr>
          <w:rFonts w:cs="Georgia"/>
          <w:kern w:val="1"/>
        </w:rPr>
      </w:pPr>
      <w:r>
        <w:rPr>
          <w:rFonts w:cs="Georgia"/>
          <w:kern w:val="1"/>
        </w:rPr>
        <w:t>— </w:t>
      </w:r>
      <w:r w:rsidR="00BE611A">
        <w:rPr>
          <w:rFonts w:cs="Georgia"/>
          <w:kern w:val="1"/>
        </w:rPr>
        <w:t>Six</w:t>
      </w:r>
      <w:r>
        <w:rPr>
          <w:rFonts w:cs="Georgia"/>
          <w:kern w:val="1"/>
        </w:rPr>
        <w:t xml:space="preserve"> ! </w:t>
      </w:r>
      <w:r w:rsidR="00BE611A">
        <w:rPr>
          <w:rFonts w:cs="Georgia"/>
          <w:kern w:val="1"/>
        </w:rPr>
        <w:t>Toutes celles que je t</w:t>
      </w:r>
      <w:r>
        <w:rPr>
          <w:rFonts w:cs="Georgia"/>
          <w:kern w:val="1"/>
        </w:rPr>
        <w:t>’</w:t>
      </w:r>
      <w:r w:rsidR="00BE611A">
        <w:rPr>
          <w:rFonts w:cs="Georgia"/>
          <w:kern w:val="1"/>
        </w:rPr>
        <w:t>avais données</w:t>
      </w:r>
      <w:r>
        <w:rPr>
          <w:rFonts w:cs="Georgia"/>
          <w:kern w:val="1"/>
        </w:rPr>
        <w:t xml:space="preserve">, </w:t>
      </w:r>
      <w:r w:rsidR="00BE611A">
        <w:rPr>
          <w:rFonts w:cs="Georgia"/>
          <w:kern w:val="1"/>
        </w:rPr>
        <w:t>alors</w:t>
      </w:r>
      <w:r>
        <w:rPr>
          <w:rFonts w:cs="Georgia"/>
          <w:kern w:val="1"/>
        </w:rPr>
        <w:t> ?</w:t>
      </w:r>
    </w:p>
    <w:p w14:paraId="24A65D63" w14:textId="77777777" w:rsidR="000E1451" w:rsidRDefault="000E1451" w:rsidP="00BE611A">
      <w:pPr>
        <w:rPr>
          <w:rFonts w:cs="Georgia"/>
          <w:kern w:val="1"/>
        </w:rPr>
      </w:pPr>
      <w:r>
        <w:rPr>
          <w:rFonts w:cs="Georgia"/>
          <w:kern w:val="1"/>
        </w:rPr>
        <w:t>— </w:t>
      </w:r>
      <w:r w:rsidR="00BE611A">
        <w:rPr>
          <w:rFonts w:cs="Georgia"/>
          <w:kern w:val="1"/>
        </w:rPr>
        <w:t>J</w:t>
      </w:r>
      <w:r>
        <w:rPr>
          <w:rFonts w:cs="Georgia"/>
          <w:kern w:val="1"/>
        </w:rPr>
        <w:t>’</w:t>
      </w:r>
      <w:r w:rsidR="00BE611A">
        <w:rPr>
          <w:rFonts w:cs="Georgia"/>
          <w:kern w:val="1"/>
        </w:rPr>
        <w:t>ai manqué des bécassines</w:t>
      </w:r>
      <w:r>
        <w:rPr>
          <w:rFonts w:cs="Georgia"/>
          <w:kern w:val="1"/>
        </w:rPr>
        <w:t xml:space="preserve">, </w:t>
      </w:r>
      <w:r w:rsidR="00BE611A">
        <w:rPr>
          <w:rFonts w:cs="Georgia"/>
          <w:kern w:val="1"/>
        </w:rPr>
        <w:t>dit-il</w:t>
      </w:r>
      <w:r>
        <w:rPr>
          <w:rFonts w:cs="Georgia"/>
          <w:kern w:val="1"/>
        </w:rPr>
        <w:t xml:space="preserve">, </w:t>
      </w:r>
      <w:r w:rsidR="00BE611A">
        <w:rPr>
          <w:rFonts w:cs="Georgia"/>
          <w:kern w:val="1"/>
        </w:rPr>
        <w:t>sur un ton pleurnichard</w:t>
      </w:r>
      <w:r>
        <w:rPr>
          <w:rFonts w:cs="Georgia"/>
          <w:kern w:val="1"/>
        </w:rPr>
        <w:t xml:space="preserve">. </w:t>
      </w:r>
      <w:r w:rsidR="00BE611A">
        <w:rPr>
          <w:rFonts w:cs="Georgia"/>
          <w:kern w:val="1"/>
        </w:rPr>
        <w:t>C</w:t>
      </w:r>
      <w:r>
        <w:rPr>
          <w:rFonts w:cs="Georgia"/>
          <w:kern w:val="1"/>
        </w:rPr>
        <w:t>’</w:t>
      </w:r>
      <w:r w:rsidR="00BE611A">
        <w:rPr>
          <w:rFonts w:cs="Georgia"/>
          <w:kern w:val="1"/>
        </w:rPr>
        <w:t>est ce qu</w:t>
      </w:r>
      <w:r>
        <w:rPr>
          <w:rFonts w:cs="Georgia"/>
          <w:kern w:val="1"/>
        </w:rPr>
        <w:t>’</w:t>
      </w:r>
      <w:r w:rsidR="00BE611A">
        <w:rPr>
          <w:rFonts w:cs="Georgia"/>
          <w:kern w:val="1"/>
        </w:rPr>
        <w:t>il y a de plus difficile à tirer</w:t>
      </w:r>
      <w:r>
        <w:rPr>
          <w:rFonts w:cs="Georgia"/>
          <w:kern w:val="1"/>
        </w:rPr>
        <w:t>.</w:t>
      </w:r>
    </w:p>
    <w:p w14:paraId="1D596DA4" w14:textId="77777777" w:rsidR="000E1451" w:rsidRDefault="000E1451" w:rsidP="00BE611A">
      <w:pPr>
        <w:rPr>
          <w:rFonts w:cs="Georgia"/>
          <w:kern w:val="1"/>
        </w:rPr>
      </w:pPr>
      <w:r>
        <w:rPr>
          <w:rFonts w:cs="Georgia"/>
          <w:kern w:val="1"/>
        </w:rPr>
        <w:t>— </w:t>
      </w:r>
      <w:r w:rsidR="00BE611A">
        <w:rPr>
          <w:rFonts w:cs="Georgia"/>
          <w:kern w:val="1"/>
        </w:rPr>
        <w:t>Je t</w:t>
      </w:r>
      <w:r>
        <w:rPr>
          <w:rFonts w:cs="Georgia"/>
          <w:kern w:val="1"/>
        </w:rPr>
        <w:t>’</w:t>
      </w:r>
      <w:r w:rsidR="00BE611A">
        <w:rPr>
          <w:rFonts w:cs="Georgia"/>
          <w:kern w:val="1"/>
        </w:rPr>
        <w:t>ai déjà dit de ne plus tirer sur elles</w:t>
      </w:r>
      <w:r>
        <w:rPr>
          <w:rFonts w:cs="Georgia"/>
          <w:kern w:val="1"/>
        </w:rPr>
        <w:t xml:space="preserve">. </w:t>
      </w:r>
      <w:r w:rsidR="00BE611A">
        <w:rPr>
          <w:rFonts w:cs="Georgia"/>
          <w:kern w:val="1"/>
        </w:rPr>
        <w:t>Cinq cartouches</w:t>
      </w:r>
      <w:r>
        <w:rPr>
          <w:rFonts w:cs="Georgia"/>
          <w:kern w:val="1"/>
        </w:rPr>
        <w:t xml:space="preserve">, </w:t>
      </w:r>
      <w:r w:rsidR="00BE611A">
        <w:rPr>
          <w:rFonts w:cs="Georgia"/>
          <w:kern w:val="1"/>
        </w:rPr>
        <w:t xml:space="preserve">pour une toute petite bécassine de cent </w:t>
      </w:r>
      <w:r w:rsidR="00BE611A">
        <w:rPr>
          <w:rFonts w:cs="Georgia"/>
          <w:kern w:val="1"/>
        </w:rPr>
        <w:lastRenderedPageBreak/>
        <w:t>grammes</w:t>
      </w:r>
      <w:r>
        <w:rPr>
          <w:rFonts w:cs="Georgia"/>
          <w:kern w:val="1"/>
        </w:rPr>
        <w:t xml:space="preserve">, </w:t>
      </w:r>
      <w:r w:rsidR="00BE611A">
        <w:rPr>
          <w:rFonts w:cs="Georgia"/>
          <w:kern w:val="1"/>
        </w:rPr>
        <w:t>alors qu</w:t>
      </w:r>
      <w:r>
        <w:rPr>
          <w:rFonts w:cs="Georgia"/>
          <w:kern w:val="1"/>
        </w:rPr>
        <w:t>’</w:t>
      </w:r>
      <w:r w:rsidR="00BE611A">
        <w:rPr>
          <w:rFonts w:cs="Georgia"/>
          <w:kern w:val="1"/>
        </w:rPr>
        <w:t>avec une seule cartouche</w:t>
      </w:r>
      <w:r>
        <w:rPr>
          <w:rFonts w:cs="Georgia"/>
          <w:kern w:val="1"/>
        </w:rPr>
        <w:t xml:space="preserve">, </w:t>
      </w:r>
      <w:r w:rsidR="00BE611A">
        <w:rPr>
          <w:rFonts w:cs="Georgia"/>
          <w:kern w:val="1"/>
        </w:rPr>
        <w:t>et un peu de patience</w:t>
      </w:r>
      <w:r>
        <w:rPr>
          <w:rFonts w:cs="Georgia"/>
          <w:kern w:val="1"/>
        </w:rPr>
        <w:t xml:space="preserve">, </w:t>
      </w:r>
      <w:r w:rsidR="00BE611A">
        <w:rPr>
          <w:rFonts w:cs="Georgia"/>
          <w:kern w:val="1"/>
        </w:rPr>
        <w:t>tu aurais pu rapporter une oie sauvage</w:t>
      </w:r>
      <w:r>
        <w:rPr>
          <w:rFonts w:cs="Georgia"/>
          <w:kern w:val="1"/>
        </w:rPr>
        <w:t xml:space="preserve">. </w:t>
      </w:r>
      <w:r w:rsidR="00BE611A">
        <w:rPr>
          <w:rFonts w:cs="Georgia"/>
          <w:kern w:val="1"/>
        </w:rPr>
        <w:t>Demain</w:t>
      </w:r>
      <w:r>
        <w:rPr>
          <w:rFonts w:cs="Georgia"/>
          <w:kern w:val="1"/>
        </w:rPr>
        <w:t xml:space="preserve">, </w:t>
      </w:r>
      <w:r w:rsidR="00BE611A">
        <w:rPr>
          <w:rFonts w:cs="Georgia"/>
          <w:kern w:val="1"/>
        </w:rPr>
        <w:t>tu n</w:t>
      </w:r>
      <w:r>
        <w:rPr>
          <w:rFonts w:cs="Georgia"/>
          <w:kern w:val="1"/>
        </w:rPr>
        <w:t>’</w:t>
      </w:r>
      <w:r w:rsidR="00BE611A">
        <w:rPr>
          <w:rFonts w:cs="Georgia"/>
          <w:kern w:val="1"/>
        </w:rPr>
        <w:t>auras plus que deux cartouches</w:t>
      </w:r>
      <w:r>
        <w:rPr>
          <w:rFonts w:cs="Georgia"/>
          <w:kern w:val="1"/>
        </w:rPr>
        <w:t xml:space="preserve">, </w:t>
      </w:r>
      <w:r w:rsidR="00BE611A">
        <w:rPr>
          <w:rFonts w:cs="Georgia"/>
          <w:kern w:val="1"/>
        </w:rPr>
        <w:t>c</w:t>
      </w:r>
      <w:r>
        <w:rPr>
          <w:rFonts w:cs="Georgia"/>
          <w:kern w:val="1"/>
        </w:rPr>
        <w:t>’</w:t>
      </w:r>
      <w:r w:rsidR="00BE611A">
        <w:rPr>
          <w:rFonts w:cs="Georgia"/>
          <w:kern w:val="1"/>
        </w:rPr>
        <w:t>est compris</w:t>
      </w:r>
      <w:r>
        <w:rPr>
          <w:rFonts w:cs="Georgia"/>
          <w:kern w:val="1"/>
        </w:rPr>
        <w:t> ?</w:t>
      </w:r>
    </w:p>
    <w:p w14:paraId="0ACFFBC8" w14:textId="77777777" w:rsidR="000E1451" w:rsidRDefault="00BE611A" w:rsidP="00BE611A">
      <w:pPr>
        <w:rPr>
          <w:rFonts w:cs="Georgia"/>
          <w:kern w:val="1"/>
        </w:rPr>
      </w:pPr>
      <w:r>
        <w:rPr>
          <w:rFonts w:cs="Georgia"/>
          <w:kern w:val="1"/>
        </w:rPr>
        <w:t>Dominica revenait</w:t>
      </w:r>
      <w:r w:rsidR="000E1451">
        <w:rPr>
          <w:rFonts w:cs="Georgia"/>
          <w:kern w:val="1"/>
        </w:rPr>
        <w:t xml:space="preserve">, </w:t>
      </w:r>
      <w:r>
        <w:rPr>
          <w:rFonts w:cs="Georgia"/>
          <w:kern w:val="1"/>
        </w:rPr>
        <w:t>un bougeoir allumé à la main</w:t>
      </w:r>
      <w:r w:rsidR="000E1451">
        <w:rPr>
          <w:rFonts w:cs="Georgia"/>
          <w:kern w:val="1"/>
        </w:rPr>
        <w:t>.</w:t>
      </w:r>
    </w:p>
    <w:p w14:paraId="67FADAE8" w14:textId="77777777" w:rsidR="000E1451" w:rsidRDefault="000E1451" w:rsidP="00BE611A">
      <w:pPr>
        <w:rPr>
          <w:rFonts w:cs="Georgia"/>
          <w:kern w:val="1"/>
        </w:rPr>
      </w:pPr>
      <w:r>
        <w:rPr>
          <w:rFonts w:cs="Georgia"/>
          <w:kern w:val="1"/>
        </w:rPr>
        <w:t>— </w:t>
      </w:r>
      <w:r w:rsidR="00BE611A">
        <w:rPr>
          <w:rFonts w:cs="Georgia"/>
          <w:kern w:val="1"/>
        </w:rPr>
        <w:t>Le général vous réclame</w:t>
      </w:r>
      <w:r>
        <w:rPr>
          <w:rFonts w:cs="Georgia"/>
          <w:kern w:val="1"/>
        </w:rPr>
        <w:t xml:space="preserve">, </w:t>
      </w:r>
      <w:r w:rsidR="00BE611A">
        <w:rPr>
          <w:rFonts w:cs="Georgia"/>
          <w:kern w:val="1"/>
        </w:rPr>
        <w:t>me dit-elle</w:t>
      </w:r>
      <w:r>
        <w:rPr>
          <w:rFonts w:cs="Georgia"/>
          <w:kern w:val="1"/>
        </w:rPr>
        <w:t xml:space="preserve">. </w:t>
      </w:r>
      <w:r w:rsidR="00BE611A">
        <w:rPr>
          <w:rFonts w:cs="Georgia"/>
          <w:kern w:val="1"/>
        </w:rPr>
        <w:t>Il vous a réclamé comme cela deux fois pendant que vous étiez sorti</w:t>
      </w:r>
      <w:r>
        <w:rPr>
          <w:rFonts w:cs="Georgia"/>
          <w:kern w:val="1"/>
        </w:rPr>
        <w:t xml:space="preserve">. </w:t>
      </w:r>
      <w:r w:rsidR="00BE611A">
        <w:rPr>
          <w:rFonts w:cs="Georgia"/>
          <w:kern w:val="1"/>
        </w:rPr>
        <w:t>Il a fini par s</w:t>
      </w:r>
      <w:r>
        <w:rPr>
          <w:rFonts w:cs="Georgia"/>
          <w:kern w:val="1"/>
        </w:rPr>
        <w:t>’</w:t>
      </w:r>
      <w:r w:rsidR="00BE611A">
        <w:rPr>
          <w:rFonts w:cs="Georgia"/>
          <w:kern w:val="1"/>
        </w:rPr>
        <w:t>endormir</w:t>
      </w:r>
      <w:r>
        <w:rPr>
          <w:rFonts w:cs="Georgia"/>
          <w:kern w:val="1"/>
        </w:rPr>
        <w:t xml:space="preserve">. </w:t>
      </w:r>
      <w:r w:rsidR="00BE611A">
        <w:rPr>
          <w:rFonts w:cs="Georgia"/>
          <w:kern w:val="1"/>
        </w:rPr>
        <w:t>Il vient de se réveiller</w:t>
      </w:r>
      <w:r>
        <w:rPr>
          <w:rFonts w:cs="Georgia"/>
          <w:kern w:val="1"/>
        </w:rPr>
        <w:t xml:space="preserve">. </w:t>
      </w:r>
      <w:r w:rsidR="00BE611A">
        <w:rPr>
          <w:rFonts w:cs="Georgia"/>
          <w:kern w:val="1"/>
        </w:rPr>
        <w:t>Il s</w:t>
      </w:r>
      <w:r>
        <w:rPr>
          <w:rFonts w:cs="Georgia"/>
          <w:kern w:val="1"/>
        </w:rPr>
        <w:t>’</w:t>
      </w:r>
      <w:r w:rsidR="00BE611A">
        <w:rPr>
          <w:rFonts w:cs="Georgia"/>
          <w:kern w:val="1"/>
        </w:rPr>
        <w:t>ennuie</w:t>
      </w:r>
      <w:r>
        <w:rPr>
          <w:rFonts w:cs="Georgia"/>
          <w:kern w:val="1"/>
        </w:rPr>
        <w:t>.</w:t>
      </w:r>
    </w:p>
    <w:p w14:paraId="1DACD96A" w14:textId="77777777" w:rsidR="000E1451" w:rsidRDefault="000E1451" w:rsidP="00BE611A">
      <w:pPr>
        <w:rPr>
          <w:rFonts w:cs="Georgia"/>
          <w:kern w:val="1"/>
        </w:rPr>
      </w:pPr>
      <w:r>
        <w:rPr>
          <w:rFonts w:cs="Georgia"/>
          <w:kern w:val="1"/>
        </w:rPr>
        <w:t>— </w:t>
      </w:r>
      <w:r w:rsidR="00BE611A">
        <w:rPr>
          <w:rFonts w:cs="Georgia"/>
          <w:kern w:val="1"/>
        </w:rPr>
        <w:t>Et Mademoiselle</w:t>
      </w:r>
      <w:r>
        <w:rPr>
          <w:rFonts w:cs="Georgia"/>
          <w:kern w:val="1"/>
        </w:rPr>
        <w:t> ?</w:t>
      </w:r>
    </w:p>
    <w:p w14:paraId="0B1D76E7" w14:textId="77777777" w:rsidR="000E1451" w:rsidRDefault="000E1451" w:rsidP="00BE611A">
      <w:pPr>
        <w:rPr>
          <w:rFonts w:cs="Georgia"/>
          <w:kern w:val="1"/>
        </w:rPr>
      </w:pPr>
      <w:r>
        <w:rPr>
          <w:rFonts w:cs="Georgia"/>
          <w:kern w:val="1"/>
        </w:rPr>
        <w:t>— </w:t>
      </w:r>
      <w:r w:rsidR="00BE611A">
        <w:rPr>
          <w:rFonts w:cs="Georgia"/>
          <w:kern w:val="1"/>
        </w:rPr>
        <w:t>Elle est auprès de lui</w:t>
      </w:r>
      <w:r>
        <w:rPr>
          <w:rFonts w:cs="Georgia"/>
          <w:kern w:val="1"/>
        </w:rPr>
        <w:t>.</w:t>
      </w:r>
    </w:p>
    <w:p w14:paraId="046722A9" w14:textId="77777777" w:rsidR="000E1451" w:rsidRDefault="000E1451" w:rsidP="00BE611A">
      <w:pPr>
        <w:rPr>
          <w:rFonts w:cs="Georgia"/>
          <w:kern w:val="1"/>
        </w:rPr>
      </w:pPr>
      <w:r>
        <w:rPr>
          <w:rFonts w:cs="Georgia"/>
          <w:kern w:val="1"/>
        </w:rPr>
        <w:t>— </w:t>
      </w:r>
      <w:r w:rsidR="00BE611A">
        <w:rPr>
          <w:rFonts w:cs="Georgia"/>
          <w:kern w:val="1"/>
        </w:rPr>
        <w:t>Comment va-t-il</w:t>
      </w:r>
      <w:r>
        <w:rPr>
          <w:rFonts w:cs="Georgia"/>
          <w:kern w:val="1"/>
        </w:rPr>
        <w:t> ?</w:t>
      </w:r>
    </w:p>
    <w:p w14:paraId="03A95D5A" w14:textId="77777777" w:rsidR="000E1451" w:rsidRDefault="000E1451" w:rsidP="00BE611A">
      <w:pPr>
        <w:rPr>
          <w:rFonts w:cs="Georgia"/>
          <w:kern w:val="1"/>
        </w:rPr>
      </w:pPr>
      <w:r>
        <w:rPr>
          <w:rFonts w:cs="Georgia"/>
          <w:kern w:val="1"/>
        </w:rPr>
        <w:t>— </w:t>
      </w:r>
      <w:r w:rsidR="00BE611A">
        <w:rPr>
          <w:rFonts w:cs="Georgia"/>
          <w:kern w:val="1"/>
        </w:rPr>
        <w:t>Il tousse beaucoup moins</w:t>
      </w:r>
      <w:r>
        <w:rPr>
          <w:rFonts w:cs="Georgia"/>
          <w:kern w:val="1"/>
        </w:rPr>
        <w:t xml:space="preserve">. </w:t>
      </w:r>
      <w:r w:rsidR="00BE611A">
        <w:rPr>
          <w:rFonts w:cs="Georgia"/>
          <w:kern w:val="1"/>
        </w:rPr>
        <w:t>Le lait qui bout sur le fourneau</w:t>
      </w:r>
      <w:r>
        <w:rPr>
          <w:rFonts w:cs="Georgia"/>
          <w:kern w:val="1"/>
        </w:rPr>
        <w:t xml:space="preserve">, </w:t>
      </w:r>
      <w:r w:rsidR="00BE611A">
        <w:rPr>
          <w:rFonts w:cs="Georgia"/>
          <w:kern w:val="1"/>
        </w:rPr>
        <w:t>c</w:t>
      </w:r>
      <w:r>
        <w:rPr>
          <w:rFonts w:cs="Georgia"/>
          <w:kern w:val="1"/>
        </w:rPr>
        <w:t>’</w:t>
      </w:r>
      <w:r w:rsidR="00BE611A">
        <w:rPr>
          <w:rFonts w:cs="Georgia"/>
          <w:kern w:val="1"/>
        </w:rPr>
        <w:t>est pour lui</w:t>
      </w:r>
      <w:r>
        <w:rPr>
          <w:rFonts w:cs="Georgia"/>
          <w:kern w:val="1"/>
        </w:rPr>
        <w:t xml:space="preserve">. </w:t>
      </w:r>
      <w:r w:rsidR="00BE611A">
        <w:rPr>
          <w:rFonts w:cs="Georgia"/>
          <w:kern w:val="1"/>
        </w:rPr>
        <w:t>Voulez-vous le lui monter</w:t>
      </w:r>
      <w:r>
        <w:rPr>
          <w:rFonts w:cs="Georgia"/>
          <w:kern w:val="1"/>
        </w:rPr>
        <w:t> ?</w:t>
      </w:r>
    </w:p>
    <w:p w14:paraId="136F02C4" w14:textId="77777777" w:rsidR="000E1451" w:rsidRDefault="000E1451" w:rsidP="00BE611A">
      <w:pPr>
        <w:rPr>
          <w:rFonts w:cs="Georgia"/>
          <w:kern w:val="1"/>
        </w:rPr>
      </w:pPr>
      <w:r>
        <w:rPr>
          <w:rFonts w:cs="Georgia"/>
          <w:kern w:val="1"/>
        </w:rPr>
        <w:t>— </w:t>
      </w:r>
      <w:r w:rsidR="00BE611A">
        <w:rPr>
          <w:rFonts w:cs="Georgia"/>
          <w:kern w:val="1"/>
        </w:rPr>
        <w:t>Mettez-y un peu de rhum</w:t>
      </w:r>
      <w:r>
        <w:rPr>
          <w:rFonts w:cs="Georgia"/>
          <w:kern w:val="1"/>
        </w:rPr>
        <w:t xml:space="preserve">. </w:t>
      </w:r>
      <w:r w:rsidR="00BE611A">
        <w:rPr>
          <w:rFonts w:cs="Georgia"/>
          <w:kern w:val="1"/>
        </w:rPr>
        <w:t>Ça lui fait du bien</w:t>
      </w:r>
      <w:r>
        <w:rPr>
          <w:rFonts w:cs="Georgia"/>
          <w:kern w:val="1"/>
        </w:rPr>
        <w:t>.</w:t>
      </w:r>
    </w:p>
    <w:p w14:paraId="24C9CE1B" w14:textId="77777777" w:rsidR="000E1451" w:rsidRDefault="00BE611A" w:rsidP="00BE611A">
      <w:pPr>
        <w:rPr>
          <w:rFonts w:cs="Georgia"/>
          <w:kern w:val="1"/>
        </w:rPr>
      </w:pPr>
      <w:r>
        <w:rPr>
          <w:rFonts w:cs="Georgia"/>
          <w:kern w:val="1"/>
        </w:rPr>
        <w:t>Elle me montra une bouteille vide</w:t>
      </w:r>
      <w:r w:rsidR="000E1451">
        <w:rPr>
          <w:rFonts w:cs="Georgia"/>
          <w:kern w:val="1"/>
        </w:rPr>
        <w:t>.</w:t>
      </w:r>
    </w:p>
    <w:p w14:paraId="6CF49E6C" w14:textId="77777777" w:rsidR="000E1451" w:rsidRDefault="000E1451" w:rsidP="00BE611A">
      <w:pPr>
        <w:rPr>
          <w:rFonts w:cs="Georgia"/>
          <w:kern w:val="1"/>
        </w:rPr>
      </w:pPr>
      <w:r>
        <w:rPr>
          <w:rFonts w:cs="Georgia"/>
          <w:kern w:val="1"/>
        </w:rPr>
        <w:t>— </w:t>
      </w:r>
      <w:r w:rsidR="00BE611A">
        <w:rPr>
          <w:rFonts w:cs="Georgia"/>
          <w:kern w:val="1"/>
        </w:rPr>
        <w:t>Du rhum</w:t>
      </w:r>
      <w:r>
        <w:rPr>
          <w:rFonts w:cs="Georgia"/>
          <w:kern w:val="1"/>
        </w:rPr>
        <w:t xml:space="preserve"> ? </w:t>
      </w:r>
      <w:r w:rsidR="00BE611A">
        <w:rPr>
          <w:rFonts w:cs="Georgia"/>
          <w:kern w:val="1"/>
        </w:rPr>
        <w:t>Il n</w:t>
      </w:r>
      <w:r>
        <w:rPr>
          <w:rFonts w:cs="Georgia"/>
          <w:kern w:val="1"/>
        </w:rPr>
        <w:t>’</w:t>
      </w:r>
      <w:r w:rsidR="00BE611A">
        <w:rPr>
          <w:rFonts w:cs="Georgia"/>
          <w:kern w:val="1"/>
        </w:rPr>
        <w:t>y en a plus</w:t>
      </w:r>
      <w:r>
        <w:rPr>
          <w:rFonts w:cs="Georgia"/>
          <w:kern w:val="1"/>
        </w:rPr>
        <w:t xml:space="preserve">. </w:t>
      </w:r>
      <w:r w:rsidR="00BE611A">
        <w:rPr>
          <w:rFonts w:cs="Georgia"/>
          <w:kern w:val="1"/>
        </w:rPr>
        <w:t>Je lui ai donné ce matin la dernière goutte</w:t>
      </w:r>
      <w:r>
        <w:rPr>
          <w:rFonts w:cs="Georgia"/>
          <w:kern w:val="1"/>
        </w:rPr>
        <w:t>.</w:t>
      </w:r>
    </w:p>
    <w:p w14:paraId="7F6E9369" w14:textId="77777777" w:rsidR="000E1451" w:rsidRDefault="000E1451" w:rsidP="00BE611A">
      <w:pPr>
        <w:rPr>
          <w:rFonts w:cs="Georgia"/>
          <w:kern w:val="1"/>
        </w:rPr>
      </w:pPr>
      <w:r>
        <w:rPr>
          <w:rFonts w:cs="Georgia"/>
          <w:kern w:val="1"/>
        </w:rPr>
        <w:t>— </w:t>
      </w:r>
      <w:r w:rsidR="00BE611A">
        <w:rPr>
          <w:rFonts w:cs="Georgia"/>
          <w:kern w:val="1"/>
        </w:rPr>
        <w:t>Il faudra en acheter</w:t>
      </w:r>
      <w:r>
        <w:rPr>
          <w:rFonts w:cs="Georgia"/>
          <w:kern w:val="1"/>
        </w:rPr>
        <w:t xml:space="preserve">, </w:t>
      </w:r>
      <w:r w:rsidR="00BE611A">
        <w:rPr>
          <w:rFonts w:cs="Georgia"/>
          <w:kern w:val="1"/>
        </w:rPr>
        <w:t>dis-je</w:t>
      </w:r>
      <w:r>
        <w:rPr>
          <w:rFonts w:cs="Georgia"/>
          <w:kern w:val="1"/>
        </w:rPr>
        <w:t xml:space="preserve">. </w:t>
      </w:r>
      <w:r w:rsidR="00BE611A">
        <w:rPr>
          <w:rFonts w:cs="Georgia"/>
          <w:kern w:val="1"/>
        </w:rPr>
        <w:t>C</w:t>
      </w:r>
      <w:r>
        <w:rPr>
          <w:rFonts w:cs="Georgia"/>
          <w:kern w:val="1"/>
        </w:rPr>
        <w:t>’</w:t>
      </w:r>
      <w:r w:rsidR="00BE611A">
        <w:rPr>
          <w:rFonts w:cs="Georgia"/>
          <w:kern w:val="1"/>
        </w:rPr>
        <w:t xml:space="preserve">est après-demain le </w:t>
      </w:r>
      <w:r>
        <w:rPr>
          <w:rFonts w:cs="Georgia"/>
          <w:kern w:val="1"/>
        </w:rPr>
        <w:t>1</w:t>
      </w:r>
      <w:r w:rsidRPr="000E1451">
        <w:rPr>
          <w:rFonts w:cs="Georgia"/>
          <w:kern w:val="1"/>
          <w:vertAlign w:val="superscript"/>
        </w:rPr>
        <w:t>er</w:t>
      </w:r>
      <w:r>
        <w:rPr>
          <w:rFonts w:cs="Georgia"/>
          <w:kern w:val="1"/>
        </w:rPr>
        <w:t xml:space="preserve"> novembre. </w:t>
      </w:r>
      <w:r w:rsidR="00BE611A">
        <w:rPr>
          <w:rFonts w:cs="Georgia"/>
          <w:kern w:val="1"/>
        </w:rPr>
        <w:t>Vous irez bien ce jour-là à Kœnigsberg</w:t>
      </w:r>
      <w:r>
        <w:rPr>
          <w:rFonts w:cs="Georgia"/>
          <w:kern w:val="1"/>
        </w:rPr>
        <w:t xml:space="preserve">, </w:t>
      </w:r>
      <w:r w:rsidR="00BE611A">
        <w:rPr>
          <w:rFonts w:cs="Georgia"/>
          <w:kern w:val="1"/>
        </w:rPr>
        <w:t>n</w:t>
      </w:r>
      <w:r>
        <w:rPr>
          <w:rFonts w:cs="Georgia"/>
          <w:kern w:val="1"/>
        </w:rPr>
        <w:t>’</w:t>
      </w:r>
      <w:r w:rsidR="00BE611A">
        <w:rPr>
          <w:rFonts w:cs="Georgia"/>
          <w:kern w:val="1"/>
        </w:rPr>
        <w:t>est-ce pas</w:t>
      </w:r>
      <w:r>
        <w:rPr>
          <w:rFonts w:cs="Georgia"/>
          <w:kern w:val="1"/>
        </w:rPr>
        <w:t xml:space="preserve"> ? </w:t>
      </w:r>
      <w:r w:rsidR="00BE611A">
        <w:rPr>
          <w:rFonts w:cs="Georgia"/>
          <w:kern w:val="1"/>
        </w:rPr>
        <w:t>Je vous ai toujours vue y aller le premier de chaque mois</w:t>
      </w:r>
      <w:r>
        <w:rPr>
          <w:rFonts w:cs="Georgia"/>
          <w:kern w:val="1"/>
        </w:rPr>
        <w:t xml:space="preserve">. </w:t>
      </w:r>
      <w:r w:rsidR="00BE611A">
        <w:rPr>
          <w:rFonts w:cs="Georgia"/>
          <w:kern w:val="1"/>
        </w:rPr>
        <w:t>Il faudra en profiter pour acheter pas mal de choses</w:t>
      </w:r>
      <w:r>
        <w:rPr>
          <w:rFonts w:cs="Georgia"/>
          <w:kern w:val="1"/>
        </w:rPr>
        <w:t>.</w:t>
      </w:r>
    </w:p>
    <w:p w14:paraId="501A1EDA" w14:textId="77777777" w:rsidR="000E1451" w:rsidRDefault="00BE611A" w:rsidP="00BE611A">
      <w:pPr>
        <w:rPr>
          <w:rFonts w:cs="Georgia"/>
          <w:kern w:val="1"/>
        </w:rPr>
      </w:pPr>
      <w:r>
        <w:rPr>
          <w:rFonts w:cs="Georgia"/>
          <w:kern w:val="1"/>
        </w:rPr>
        <w:t>Elle me lança un regard en dessous</w:t>
      </w:r>
      <w:r w:rsidR="000E1451">
        <w:rPr>
          <w:rFonts w:cs="Georgia"/>
          <w:kern w:val="1"/>
        </w:rPr>
        <w:t xml:space="preserve">. </w:t>
      </w:r>
      <w:r>
        <w:rPr>
          <w:rFonts w:cs="Georgia"/>
          <w:kern w:val="1"/>
        </w:rPr>
        <w:t>Ma remarque sur la régularité de ses voyages à Kœnigsberg semblait lui causer du mécontentement</w:t>
      </w:r>
      <w:r w:rsidR="000E1451">
        <w:rPr>
          <w:rFonts w:cs="Georgia"/>
          <w:kern w:val="1"/>
        </w:rPr>
        <w:t xml:space="preserve">, </w:t>
      </w:r>
      <w:r>
        <w:rPr>
          <w:rFonts w:cs="Georgia"/>
          <w:kern w:val="1"/>
        </w:rPr>
        <w:t>voir de l</w:t>
      </w:r>
      <w:r w:rsidR="000E1451">
        <w:rPr>
          <w:rFonts w:cs="Georgia"/>
          <w:kern w:val="1"/>
        </w:rPr>
        <w:t>’</w:t>
      </w:r>
      <w:r>
        <w:rPr>
          <w:rFonts w:cs="Georgia"/>
          <w:kern w:val="1"/>
        </w:rPr>
        <w:t>inquiétude</w:t>
      </w:r>
      <w:r w:rsidR="000E1451">
        <w:rPr>
          <w:rFonts w:cs="Georgia"/>
          <w:kern w:val="1"/>
        </w:rPr>
        <w:t>.</w:t>
      </w:r>
    </w:p>
    <w:p w14:paraId="151E66D7" w14:textId="77777777" w:rsidR="000E1451" w:rsidRDefault="000E1451" w:rsidP="00BE611A">
      <w:pPr>
        <w:rPr>
          <w:rFonts w:cs="Georgia"/>
          <w:kern w:val="1"/>
        </w:rPr>
      </w:pPr>
      <w:r>
        <w:rPr>
          <w:rFonts w:cs="Georgia"/>
          <w:kern w:val="1"/>
        </w:rPr>
        <w:t>— </w:t>
      </w:r>
      <w:r w:rsidR="00BE611A">
        <w:rPr>
          <w:rFonts w:cs="Georgia"/>
          <w:kern w:val="1"/>
        </w:rPr>
        <w:t>Acheter</w:t>
      </w:r>
      <w:r>
        <w:rPr>
          <w:rFonts w:cs="Georgia"/>
          <w:kern w:val="1"/>
        </w:rPr>
        <w:t xml:space="preserve"> ! </w:t>
      </w:r>
      <w:r w:rsidR="00BE611A">
        <w:rPr>
          <w:rFonts w:cs="Georgia"/>
          <w:kern w:val="1"/>
        </w:rPr>
        <w:t>Acheter</w:t>
      </w:r>
      <w:r>
        <w:rPr>
          <w:rFonts w:cs="Georgia"/>
          <w:kern w:val="1"/>
        </w:rPr>
        <w:t xml:space="preserve"> ! </w:t>
      </w:r>
      <w:r w:rsidR="00BE611A">
        <w:rPr>
          <w:rFonts w:cs="Georgia"/>
          <w:kern w:val="1"/>
        </w:rPr>
        <w:t>bougonna-t-elle</w:t>
      </w:r>
      <w:r>
        <w:rPr>
          <w:rFonts w:cs="Georgia"/>
          <w:kern w:val="1"/>
        </w:rPr>
        <w:t xml:space="preserve">, </w:t>
      </w:r>
      <w:r w:rsidR="00BE611A">
        <w:rPr>
          <w:rFonts w:cs="Georgia"/>
          <w:kern w:val="1"/>
        </w:rPr>
        <w:t>c</w:t>
      </w:r>
      <w:r>
        <w:rPr>
          <w:rFonts w:cs="Georgia"/>
          <w:kern w:val="1"/>
        </w:rPr>
        <w:t>’</w:t>
      </w:r>
      <w:r w:rsidR="00BE611A">
        <w:rPr>
          <w:rFonts w:cs="Georgia"/>
          <w:kern w:val="1"/>
        </w:rPr>
        <w:t>est joli à dire</w:t>
      </w:r>
      <w:r>
        <w:rPr>
          <w:rFonts w:cs="Georgia"/>
          <w:kern w:val="1"/>
        </w:rPr>
        <w:t xml:space="preserve"> : </w:t>
      </w:r>
      <w:r w:rsidR="00BE611A">
        <w:rPr>
          <w:rFonts w:cs="Georgia"/>
          <w:kern w:val="1"/>
        </w:rPr>
        <w:t>et l</w:t>
      </w:r>
      <w:r>
        <w:rPr>
          <w:rFonts w:cs="Georgia"/>
          <w:kern w:val="1"/>
        </w:rPr>
        <w:t>’</w:t>
      </w:r>
      <w:r w:rsidR="00BE611A">
        <w:rPr>
          <w:rFonts w:cs="Georgia"/>
          <w:kern w:val="1"/>
        </w:rPr>
        <w:t>argent</w:t>
      </w:r>
      <w:r>
        <w:rPr>
          <w:rFonts w:cs="Georgia"/>
          <w:kern w:val="1"/>
        </w:rPr>
        <w:t> ?</w:t>
      </w:r>
    </w:p>
    <w:p w14:paraId="4A5C112F" w14:textId="77777777" w:rsidR="000E1451" w:rsidRDefault="000E1451" w:rsidP="00BE611A">
      <w:pPr>
        <w:rPr>
          <w:rFonts w:cs="Georgia"/>
          <w:kern w:val="1"/>
        </w:rPr>
      </w:pPr>
      <w:r>
        <w:rPr>
          <w:rFonts w:cs="Georgia"/>
          <w:kern w:val="1"/>
        </w:rPr>
        <w:t>— </w:t>
      </w:r>
      <w:r w:rsidR="00BE611A">
        <w:rPr>
          <w:rFonts w:cs="Georgia"/>
          <w:kern w:val="1"/>
        </w:rPr>
        <w:t>Ne craignez rien</w:t>
      </w:r>
      <w:r>
        <w:rPr>
          <w:rFonts w:cs="Georgia"/>
          <w:kern w:val="1"/>
        </w:rPr>
        <w:t xml:space="preserve">, </w:t>
      </w:r>
      <w:r w:rsidR="00BE611A">
        <w:rPr>
          <w:rFonts w:cs="Georgia"/>
          <w:kern w:val="1"/>
        </w:rPr>
        <w:t>Dominica</w:t>
      </w:r>
      <w:r>
        <w:rPr>
          <w:rFonts w:cs="Georgia"/>
          <w:kern w:val="1"/>
        </w:rPr>
        <w:t xml:space="preserve">. </w:t>
      </w:r>
      <w:r w:rsidR="00BE611A">
        <w:rPr>
          <w:rFonts w:cs="Georgia"/>
          <w:kern w:val="1"/>
        </w:rPr>
        <w:t>On s</w:t>
      </w:r>
      <w:r>
        <w:rPr>
          <w:rFonts w:cs="Georgia"/>
          <w:kern w:val="1"/>
        </w:rPr>
        <w:t>’</w:t>
      </w:r>
      <w:r w:rsidR="00BE611A">
        <w:rPr>
          <w:rFonts w:cs="Georgia"/>
          <w:kern w:val="1"/>
        </w:rPr>
        <w:t>arrangera</w:t>
      </w:r>
      <w:r>
        <w:rPr>
          <w:rFonts w:cs="Georgia"/>
          <w:kern w:val="1"/>
        </w:rPr>
        <w:t>.</w:t>
      </w:r>
    </w:p>
    <w:p w14:paraId="490C1210" w14:textId="77777777" w:rsidR="00BE611A" w:rsidRDefault="00BE611A" w:rsidP="00BE611A">
      <w:pPr>
        <w:rPr>
          <w:rFonts w:cs="Georgia"/>
          <w:kern w:val="1"/>
        </w:rPr>
      </w:pPr>
    </w:p>
    <w:p w14:paraId="6F1DCF6B" w14:textId="77777777" w:rsidR="000E1451" w:rsidRDefault="00BE611A" w:rsidP="00BE611A">
      <w:pPr>
        <w:rPr>
          <w:rFonts w:cs="Georgia"/>
          <w:kern w:val="1"/>
        </w:rPr>
      </w:pPr>
      <w:r>
        <w:rPr>
          <w:rFonts w:cs="Georgia"/>
          <w:kern w:val="1"/>
        </w:rPr>
        <w:t>Il y avait deux semaines que le général avait été contraint de s</w:t>
      </w:r>
      <w:r w:rsidR="000E1451">
        <w:rPr>
          <w:rFonts w:cs="Georgia"/>
          <w:kern w:val="1"/>
        </w:rPr>
        <w:t>’</w:t>
      </w:r>
      <w:r>
        <w:rPr>
          <w:rFonts w:cs="Georgia"/>
          <w:kern w:val="1"/>
        </w:rPr>
        <w:t>aliter</w:t>
      </w:r>
      <w:r w:rsidR="000E1451">
        <w:rPr>
          <w:rFonts w:cs="Georgia"/>
          <w:kern w:val="1"/>
        </w:rPr>
        <w:t xml:space="preserve">. </w:t>
      </w:r>
      <w:r>
        <w:rPr>
          <w:rFonts w:cs="Georgia"/>
          <w:kern w:val="1"/>
        </w:rPr>
        <w:t>Cette indisposition lui était venue à la suite d</w:t>
      </w:r>
      <w:r w:rsidR="000E1451">
        <w:rPr>
          <w:rFonts w:cs="Georgia"/>
          <w:kern w:val="1"/>
        </w:rPr>
        <w:t>’</w:t>
      </w:r>
      <w:r>
        <w:rPr>
          <w:rFonts w:cs="Georgia"/>
          <w:kern w:val="1"/>
        </w:rPr>
        <w:t>un voyage à Berlin aux environs du 1</w:t>
      </w:r>
      <w:r w:rsidR="000E1451">
        <w:rPr>
          <w:rFonts w:cs="Georgia"/>
          <w:kern w:val="1"/>
        </w:rPr>
        <w:t xml:space="preserve">5 octobre. </w:t>
      </w:r>
      <w:r>
        <w:rPr>
          <w:rFonts w:cs="Georgia"/>
          <w:kern w:val="1"/>
        </w:rPr>
        <w:t>Il était rentré fort déprimé</w:t>
      </w:r>
      <w:r w:rsidR="000E1451">
        <w:rPr>
          <w:rFonts w:cs="Georgia"/>
          <w:kern w:val="1"/>
        </w:rPr>
        <w:t>. M</w:t>
      </w:r>
      <w:r w:rsidR="000E1451" w:rsidRPr="000E1451">
        <w:rPr>
          <w:rFonts w:cs="Georgia"/>
          <w:kern w:val="1"/>
          <w:vertAlign w:val="superscript"/>
        </w:rPr>
        <w:t>lle</w:t>
      </w:r>
      <w:r w:rsidR="000E1451">
        <w:rPr>
          <w:rFonts w:cs="Georgia"/>
          <w:kern w:val="1"/>
        </w:rPr>
        <w:t> de </w:t>
      </w:r>
      <w:r>
        <w:rPr>
          <w:rFonts w:cs="Georgia"/>
          <w:kern w:val="1"/>
        </w:rPr>
        <w:t>Mirrbach avait bien essayé d</w:t>
      </w:r>
      <w:r w:rsidR="000E1451">
        <w:rPr>
          <w:rFonts w:cs="Georgia"/>
          <w:kern w:val="1"/>
        </w:rPr>
        <w:t>’</w:t>
      </w:r>
      <w:r>
        <w:rPr>
          <w:rFonts w:cs="Georgia"/>
          <w:kern w:val="1"/>
        </w:rPr>
        <w:t>expliquer ce malaise par un froid subit ressenti dans le train</w:t>
      </w:r>
      <w:r w:rsidR="000E1451">
        <w:rPr>
          <w:rFonts w:cs="Georgia"/>
          <w:kern w:val="1"/>
        </w:rPr>
        <w:t xml:space="preserve">. </w:t>
      </w:r>
      <w:r>
        <w:rPr>
          <w:rFonts w:cs="Georgia"/>
          <w:kern w:val="1"/>
        </w:rPr>
        <w:t>Mais moi</w:t>
      </w:r>
      <w:r w:rsidR="000E1451">
        <w:rPr>
          <w:rFonts w:cs="Georgia"/>
          <w:kern w:val="1"/>
        </w:rPr>
        <w:t xml:space="preserve">, </w:t>
      </w:r>
      <w:r>
        <w:rPr>
          <w:rFonts w:cs="Georgia"/>
          <w:kern w:val="1"/>
        </w:rPr>
        <w:t>qui étais suffisamment au courant des difficultés dans lesquelles se débattait la famille de Reichendorf</w:t>
      </w:r>
      <w:r w:rsidR="000E1451">
        <w:rPr>
          <w:rFonts w:cs="Georgia"/>
          <w:kern w:val="1"/>
        </w:rPr>
        <w:t xml:space="preserve">, </w:t>
      </w:r>
      <w:r>
        <w:rPr>
          <w:rFonts w:cs="Georgia"/>
          <w:kern w:val="1"/>
        </w:rPr>
        <w:t>je n</w:t>
      </w:r>
      <w:r w:rsidR="000E1451">
        <w:rPr>
          <w:rFonts w:cs="Georgia"/>
          <w:kern w:val="1"/>
        </w:rPr>
        <w:t>’</w:t>
      </w:r>
      <w:r>
        <w:rPr>
          <w:rFonts w:cs="Georgia"/>
          <w:kern w:val="1"/>
        </w:rPr>
        <w:t>avais pas manqué de me souvenir qu</w:t>
      </w:r>
      <w:r w:rsidR="000E1451">
        <w:rPr>
          <w:rFonts w:cs="Georgia"/>
          <w:kern w:val="1"/>
        </w:rPr>
        <w:t>’</w:t>
      </w:r>
      <w:r>
        <w:rPr>
          <w:rFonts w:cs="Georgia"/>
          <w:kern w:val="1"/>
        </w:rPr>
        <w:t>une date comme celle du 1</w:t>
      </w:r>
      <w:r w:rsidR="000E1451">
        <w:rPr>
          <w:rFonts w:cs="Georgia"/>
          <w:kern w:val="1"/>
        </w:rPr>
        <w:t>5 octobre</w:t>
      </w:r>
      <w:r>
        <w:rPr>
          <w:rFonts w:cs="Georgia"/>
          <w:kern w:val="1"/>
        </w:rPr>
        <w:t xml:space="preserve"> constituait pour elle une échéance fatidique</w:t>
      </w:r>
      <w:r w:rsidR="000E1451">
        <w:rPr>
          <w:rFonts w:cs="Georgia"/>
          <w:kern w:val="1"/>
        </w:rPr>
        <w:t xml:space="preserve">. </w:t>
      </w:r>
      <w:r>
        <w:rPr>
          <w:rFonts w:cs="Georgia"/>
          <w:kern w:val="1"/>
        </w:rPr>
        <w:t>Quoi de plus propre à ébranler une santé déjà chancelante que l</w:t>
      </w:r>
      <w:r w:rsidR="000E1451">
        <w:rPr>
          <w:rFonts w:cs="Georgia"/>
          <w:kern w:val="1"/>
        </w:rPr>
        <w:t>’</w:t>
      </w:r>
      <w:r>
        <w:rPr>
          <w:rFonts w:cs="Georgia"/>
          <w:kern w:val="1"/>
        </w:rPr>
        <w:t>obligation de prendre un fiacre à la gare de Charlottenbourg pour aller</w:t>
      </w:r>
      <w:r w:rsidR="000E1451">
        <w:rPr>
          <w:rFonts w:cs="Georgia"/>
          <w:kern w:val="1"/>
        </w:rPr>
        <w:t xml:space="preserve">, </w:t>
      </w:r>
      <w:r>
        <w:rPr>
          <w:rFonts w:cs="Georgia"/>
          <w:kern w:val="1"/>
        </w:rPr>
        <w:t>quartier de Moabit</w:t>
      </w:r>
      <w:r w:rsidR="000E1451">
        <w:rPr>
          <w:rFonts w:cs="Georgia"/>
          <w:kern w:val="1"/>
        </w:rPr>
        <w:t xml:space="preserve">, </w:t>
      </w:r>
      <w:r>
        <w:rPr>
          <w:rFonts w:cs="Georgia"/>
          <w:kern w:val="1"/>
        </w:rPr>
        <w:t>solliciter humblement de certain usurier une nouvelle prorogation de certaines traites</w:t>
      </w:r>
      <w:r w:rsidR="000E1451">
        <w:rPr>
          <w:rFonts w:cs="Georgia"/>
          <w:kern w:val="1"/>
        </w:rPr>
        <w:t> ?</w:t>
      </w:r>
    </w:p>
    <w:p w14:paraId="65AB3361" w14:textId="77777777" w:rsidR="000E1451" w:rsidRDefault="00BE611A" w:rsidP="00BE611A">
      <w:pPr>
        <w:rPr>
          <w:rFonts w:cs="Georgia"/>
          <w:kern w:val="1"/>
        </w:rPr>
      </w:pPr>
      <w:r>
        <w:rPr>
          <w:rFonts w:cs="Georgia"/>
          <w:kern w:val="1"/>
        </w:rPr>
        <w:t>Le vieillard s</w:t>
      </w:r>
      <w:r w:rsidR="000E1451">
        <w:rPr>
          <w:rFonts w:cs="Georgia"/>
          <w:kern w:val="1"/>
        </w:rPr>
        <w:t>’</w:t>
      </w:r>
      <w:r>
        <w:rPr>
          <w:rFonts w:cs="Georgia"/>
          <w:kern w:val="1"/>
        </w:rPr>
        <w:t>était couché en rentrant à Reichendorf</w:t>
      </w:r>
      <w:r w:rsidR="000E1451">
        <w:rPr>
          <w:rFonts w:cs="Georgia"/>
          <w:kern w:val="1"/>
        </w:rPr>
        <w:t xml:space="preserve">. </w:t>
      </w:r>
      <w:r>
        <w:rPr>
          <w:rFonts w:cs="Georgia"/>
          <w:kern w:val="1"/>
        </w:rPr>
        <w:t>D</w:t>
      </w:r>
      <w:r w:rsidR="000E1451">
        <w:rPr>
          <w:rFonts w:cs="Georgia"/>
          <w:kern w:val="1"/>
        </w:rPr>
        <w:t>’</w:t>
      </w:r>
      <w:r>
        <w:rPr>
          <w:rFonts w:cs="Georgia"/>
          <w:kern w:val="1"/>
        </w:rPr>
        <w:t>une semaine</w:t>
      </w:r>
      <w:r w:rsidR="000E1451">
        <w:rPr>
          <w:rFonts w:cs="Georgia"/>
          <w:kern w:val="1"/>
        </w:rPr>
        <w:t xml:space="preserve">, </w:t>
      </w:r>
      <w:r>
        <w:rPr>
          <w:rFonts w:cs="Georgia"/>
          <w:kern w:val="1"/>
        </w:rPr>
        <w:t>la fièvre ne l</w:t>
      </w:r>
      <w:r w:rsidR="000E1451">
        <w:rPr>
          <w:rFonts w:cs="Georgia"/>
          <w:kern w:val="1"/>
        </w:rPr>
        <w:t>’</w:t>
      </w:r>
      <w:r>
        <w:rPr>
          <w:rFonts w:cs="Georgia"/>
          <w:kern w:val="1"/>
        </w:rPr>
        <w:t>avait pas quitté</w:t>
      </w:r>
      <w:r w:rsidR="000E1451">
        <w:rPr>
          <w:rFonts w:cs="Georgia"/>
          <w:kern w:val="1"/>
        </w:rPr>
        <w:t xml:space="preserve">. </w:t>
      </w:r>
      <w:r>
        <w:rPr>
          <w:rFonts w:cs="Georgia"/>
          <w:kern w:val="1"/>
        </w:rPr>
        <w:t>Sa nièce et moi</w:t>
      </w:r>
      <w:r w:rsidR="000E1451">
        <w:rPr>
          <w:rFonts w:cs="Georgia"/>
          <w:kern w:val="1"/>
        </w:rPr>
        <w:t xml:space="preserve">, </w:t>
      </w:r>
      <w:r>
        <w:rPr>
          <w:rFonts w:cs="Georgia"/>
          <w:kern w:val="1"/>
        </w:rPr>
        <w:t>nous nous étions relayés à son chevet</w:t>
      </w:r>
      <w:r w:rsidR="000E1451">
        <w:rPr>
          <w:rFonts w:cs="Georgia"/>
          <w:kern w:val="1"/>
        </w:rPr>
        <w:t xml:space="preserve">. </w:t>
      </w:r>
      <w:r>
        <w:rPr>
          <w:rFonts w:cs="Georgia"/>
          <w:kern w:val="1"/>
        </w:rPr>
        <w:t>À présent</w:t>
      </w:r>
      <w:r w:rsidR="000E1451">
        <w:rPr>
          <w:rFonts w:cs="Georgia"/>
          <w:kern w:val="1"/>
        </w:rPr>
        <w:t xml:space="preserve">, </w:t>
      </w:r>
      <w:r>
        <w:rPr>
          <w:rFonts w:cs="Georgia"/>
          <w:kern w:val="1"/>
        </w:rPr>
        <w:t>il était hors d</w:t>
      </w:r>
      <w:r w:rsidR="000E1451">
        <w:rPr>
          <w:rFonts w:cs="Georgia"/>
          <w:kern w:val="1"/>
        </w:rPr>
        <w:t>’</w:t>
      </w:r>
      <w:r>
        <w:rPr>
          <w:rFonts w:cs="Georgia"/>
          <w:kern w:val="1"/>
        </w:rPr>
        <w:t>affaire</w:t>
      </w:r>
      <w:r w:rsidR="000E1451">
        <w:rPr>
          <w:rFonts w:cs="Georgia"/>
          <w:kern w:val="1"/>
        </w:rPr>
        <w:t xml:space="preserve">. </w:t>
      </w:r>
      <w:r>
        <w:rPr>
          <w:rFonts w:cs="Georgia"/>
          <w:kern w:val="1"/>
        </w:rPr>
        <w:t>Il paraissait</w:t>
      </w:r>
      <w:r w:rsidR="000E1451">
        <w:rPr>
          <w:rFonts w:cs="Georgia"/>
          <w:kern w:val="1"/>
        </w:rPr>
        <w:t xml:space="preserve">, </w:t>
      </w:r>
      <w:r>
        <w:rPr>
          <w:rFonts w:cs="Georgia"/>
          <w:kern w:val="1"/>
        </w:rPr>
        <w:t>en tout cas</w:t>
      </w:r>
      <w:r w:rsidR="000E1451">
        <w:rPr>
          <w:rFonts w:cs="Georgia"/>
          <w:kern w:val="1"/>
        </w:rPr>
        <w:t xml:space="preserve">, </w:t>
      </w:r>
      <w:r>
        <w:rPr>
          <w:rFonts w:cs="Georgia"/>
          <w:kern w:val="1"/>
        </w:rPr>
        <w:t>avoir repris ce qui lui tenait lieu de bon sens</w:t>
      </w:r>
      <w:r w:rsidR="000E1451">
        <w:rPr>
          <w:rFonts w:cs="Georgia"/>
          <w:kern w:val="1"/>
        </w:rPr>
        <w:t xml:space="preserve">. </w:t>
      </w:r>
      <w:r>
        <w:rPr>
          <w:rFonts w:cs="Georgia"/>
          <w:kern w:val="1"/>
        </w:rPr>
        <w:t>Aucun répit appréciable ne résultait d</w:t>
      </w:r>
      <w:r w:rsidR="000E1451">
        <w:rPr>
          <w:rFonts w:cs="Georgia"/>
          <w:kern w:val="1"/>
        </w:rPr>
        <w:t>’</w:t>
      </w:r>
      <w:r>
        <w:rPr>
          <w:rFonts w:cs="Georgia"/>
          <w:kern w:val="1"/>
        </w:rPr>
        <w:t>ailleurs pour nous de l</w:t>
      </w:r>
      <w:r w:rsidR="000E1451">
        <w:rPr>
          <w:rFonts w:cs="Georgia"/>
          <w:kern w:val="1"/>
        </w:rPr>
        <w:t>’</w:t>
      </w:r>
      <w:r>
        <w:rPr>
          <w:rFonts w:cs="Georgia"/>
          <w:kern w:val="1"/>
        </w:rPr>
        <w:t>amélioration de son état</w:t>
      </w:r>
      <w:r w:rsidR="000E1451">
        <w:rPr>
          <w:rFonts w:cs="Georgia"/>
          <w:kern w:val="1"/>
        </w:rPr>
        <w:t xml:space="preserve">. </w:t>
      </w:r>
      <w:r>
        <w:rPr>
          <w:rFonts w:cs="Georgia"/>
          <w:kern w:val="1"/>
        </w:rPr>
        <w:t>Pendant quinze jours</w:t>
      </w:r>
      <w:r w:rsidR="000E1451">
        <w:rPr>
          <w:rFonts w:cs="Georgia"/>
          <w:kern w:val="1"/>
        </w:rPr>
        <w:t xml:space="preserve">, </w:t>
      </w:r>
      <w:r>
        <w:rPr>
          <w:rFonts w:cs="Georgia"/>
          <w:kern w:val="1"/>
        </w:rPr>
        <w:t>nous avions été dispensés de jouer auprès de lui la pieuse comédie aux moyens de laquelle nous nous efforcions de lui dissimuler toute l</w:t>
      </w:r>
      <w:r w:rsidR="000E1451">
        <w:rPr>
          <w:rFonts w:cs="Georgia"/>
          <w:kern w:val="1"/>
        </w:rPr>
        <w:t>’</w:t>
      </w:r>
      <w:r>
        <w:rPr>
          <w:rFonts w:cs="Georgia"/>
          <w:kern w:val="1"/>
        </w:rPr>
        <w:t>étendue de la débâcle allemande</w:t>
      </w:r>
      <w:r w:rsidR="000E1451">
        <w:rPr>
          <w:rFonts w:cs="Georgia"/>
          <w:kern w:val="1"/>
        </w:rPr>
        <w:t xml:space="preserve">. </w:t>
      </w:r>
      <w:r>
        <w:rPr>
          <w:rFonts w:cs="Georgia"/>
          <w:kern w:val="1"/>
        </w:rPr>
        <w:t>Maintenant que son délire était tombé</w:t>
      </w:r>
      <w:r w:rsidR="000E1451">
        <w:rPr>
          <w:rFonts w:cs="Georgia"/>
          <w:kern w:val="1"/>
        </w:rPr>
        <w:t xml:space="preserve">, </w:t>
      </w:r>
      <w:r>
        <w:rPr>
          <w:rFonts w:cs="Georgia"/>
          <w:kern w:val="1"/>
        </w:rPr>
        <w:t>à quel expédient allions-nous recourir</w:t>
      </w:r>
      <w:r w:rsidR="000E1451">
        <w:rPr>
          <w:rFonts w:cs="Georgia"/>
          <w:kern w:val="1"/>
        </w:rPr>
        <w:t> ?</w:t>
      </w:r>
    </w:p>
    <w:p w14:paraId="73DF05A6" w14:textId="77777777" w:rsidR="000E1451" w:rsidRDefault="00BE611A" w:rsidP="00BE611A">
      <w:pPr>
        <w:rPr>
          <w:rFonts w:cs="Georgia"/>
          <w:kern w:val="1"/>
        </w:rPr>
      </w:pPr>
      <w:r>
        <w:rPr>
          <w:rFonts w:cs="Georgia"/>
          <w:kern w:val="1"/>
        </w:rPr>
        <w:t>Comment répondrions-nous aux questions dont il n</w:t>
      </w:r>
      <w:r w:rsidR="000E1451">
        <w:rPr>
          <w:rFonts w:cs="Georgia"/>
          <w:kern w:val="1"/>
        </w:rPr>
        <w:t>’</w:t>
      </w:r>
      <w:r>
        <w:rPr>
          <w:rFonts w:cs="Georgia"/>
          <w:kern w:val="1"/>
        </w:rPr>
        <w:t>allait pas manquer de nous harceler</w:t>
      </w:r>
      <w:r w:rsidR="000E1451">
        <w:rPr>
          <w:rFonts w:cs="Georgia"/>
          <w:kern w:val="1"/>
        </w:rPr>
        <w:t> ?</w:t>
      </w:r>
    </w:p>
    <w:p w14:paraId="4DE8A358" w14:textId="77777777" w:rsidR="000E1451" w:rsidRDefault="00BE611A" w:rsidP="00BE611A">
      <w:pPr>
        <w:rPr>
          <w:rFonts w:cs="Georgia"/>
          <w:kern w:val="1"/>
        </w:rPr>
      </w:pPr>
      <w:r>
        <w:rPr>
          <w:rFonts w:cs="Georgia"/>
          <w:kern w:val="1"/>
        </w:rPr>
        <w:t>Ce fut sur la pointe des pieds que je pénétrai dans sa chambre</w:t>
      </w:r>
      <w:r w:rsidR="000E1451">
        <w:rPr>
          <w:rFonts w:cs="Georgia"/>
          <w:kern w:val="1"/>
        </w:rPr>
        <w:t xml:space="preserve">. </w:t>
      </w:r>
      <w:r>
        <w:rPr>
          <w:rFonts w:cs="Georgia"/>
          <w:kern w:val="1"/>
        </w:rPr>
        <w:t>La bougie allumée sur la table de nuit multipliait alentour de larges ombres dansantes</w:t>
      </w:r>
      <w:r w:rsidR="000E1451">
        <w:rPr>
          <w:rFonts w:cs="Georgia"/>
          <w:kern w:val="1"/>
        </w:rPr>
        <w:t xml:space="preserve">. </w:t>
      </w:r>
      <w:r>
        <w:rPr>
          <w:rFonts w:cs="Georgia"/>
          <w:kern w:val="1"/>
        </w:rPr>
        <w:t xml:space="preserve">La cretonne défraîchie </w:t>
      </w:r>
      <w:r>
        <w:rPr>
          <w:rFonts w:cs="Georgia"/>
          <w:kern w:val="1"/>
        </w:rPr>
        <w:lastRenderedPageBreak/>
        <w:t>des rideaux du lit</w:t>
      </w:r>
      <w:r w:rsidR="000E1451">
        <w:rPr>
          <w:rFonts w:cs="Georgia"/>
          <w:kern w:val="1"/>
        </w:rPr>
        <w:t xml:space="preserve">, </w:t>
      </w:r>
      <w:r>
        <w:rPr>
          <w:rFonts w:cs="Georgia"/>
          <w:kern w:val="1"/>
        </w:rPr>
        <w:t>que les courants d</w:t>
      </w:r>
      <w:r w:rsidR="000E1451">
        <w:rPr>
          <w:rFonts w:cs="Georgia"/>
          <w:kern w:val="1"/>
        </w:rPr>
        <w:t>’</w:t>
      </w:r>
      <w:r>
        <w:rPr>
          <w:rFonts w:cs="Georgia"/>
          <w:kern w:val="1"/>
        </w:rPr>
        <w:t>air faisaient onduler</w:t>
      </w:r>
      <w:r w:rsidR="000E1451">
        <w:rPr>
          <w:rFonts w:cs="Georgia"/>
          <w:kern w:val="1"/>
        </w:rPr>
        <w:t xml:space="preserve">, </w:t>
      </w:r>
      <w:r>
        <w:rPr>
          <w:rFonts w:cs="Georgia"/>
          <w:kern w:val="1"/>
        </w:rPr>
        <w:t>balançait la silhouette ridiculement déformée et agrandie du général</w:t>
      </w:r>
      <w:r w:rsidR="000E1451">
        <w:rPr>
          <w:rFonts w:cs="Georgia"/>
          <w:kern w:val="1"/>
        </w:rPr>
        <w:t xml:space="preserve">. </w:t>
      </w:r>
      <w:r>
        <w:rPr>
          <w:rFonts w:cs="Georgia"/>
          <w:kern w:val="1"/>
        </w:rPr>
        <w:t>Accoté à une pile d</w:t>
      </w:r>
      <w:r w:rsidR="000E1451">
        <w:rPr>
          <w:rFonts w:cs="Georgia"/>
          <w:kern w:val="1"/>
        </w:rPr>
        <w:t>’</w:t>
      </w:r>
      <w:r>
        <w:rPr>
          <w:rFonts w:cs="Georgia"/>
          <w:kern w:val="1"/>
        </w:rPr>
        <w:t>oreillers</w:t>
      </w:r>
      <w:r w:rsidR="000E1451">
        <w:rPr>
          <w:rFonts w:cs="Georgia"/>
          <w:kern w:val="1"/>
        </w:rPr>
        <w:t xml:space="preserve">, </w:t>
      </w:r>
      <w:r>
        <w:rPr>
          <w:rFonts w:cs="Georgia"/>
          <w:kern w:val="1"/>
        </w:rPr>
        <w:t>il avait sur les épaules une pelisse d</w:t>
      </w:r>
      <w:r w:rsidR="000E1451">
        <w:rPr>
          <w:rFonts w:cs="Georgia"/>
          <w:kern w:val="1"/>
        </w:rPr>
        <w:t>’</w:t>
      </w:r>
      <w:r>
        <w:rPr>
          <w:rFonts w:cs="Georgia"/>
          <w:kern w:val="1"/>
        </w:rPr>
        <w:t>astrakan hors d</w:t>
      </w:r>
      <w:r w:rsidR="000E1451">
        <w:rPr>
          <w:rFonts w:cs="Georgia"/>
          <w:kern w:val="1"/>
        </w:rPr>
        <w:t>’</w:t>
      </w:r>
      <w:r>
        <w:rPr>
          <w:rFonts w:cs="Georgia"/>
          <w:kern w:val="1"/>
        </w:rPr>
        <w:t>usage</w:t>
      </w:r>
      <w:r w:rsidR="000E1451">
        <w:rPr>
          <w:rFonts w:cs="Georgia"/>
          <w:kern w:val="1"/>
        </w:rPr>
        <w:t xml:space="preserve">. </w:t>
      </w:r>
      <w:r>
        <w:rPr>
          <w:rFonts w:cs="Georgia"/>
          <w:kern w:val="1"/>
        </w:rPr>
        <w:t xml:space="preserve">Ses couvertures étaient jonchées de numéros de la </w:t>
      </w:r>
      <w:r>
        <w:rPr>
          <w:rFonts w:cs="Georgia"/>
          <w:bCs/>
          <w:i/>
          <w:iCs/>
          <w:kern w:val="1"/>
        </w:rPr>
        <w:t>Gazette de la Croix</w:t>
      </w:r>
      <w:r w:rsidR="000E1451">
        <w:t xml:space="preserve">. </w:t>
      </w:r>
      <w:r>
        <w:rPr>
          <w:rFonts w:cs="Georgia"/>
          <w:kern w:val="1"/>
        </w:rPr>
        <w:t>Il en saisissait un</w:t>
      </w:r>
      <w:r w:rsidR="000E1451">
        <w:rPr>
          <w:rFonts w:cs="Georgia"/>
          <w:kern w:val="1"/>
        </w:rPr>
        <w:t xml:space="preserve">, </w:t>
      </w:r>
      <w:r>
        <w:rPr>
          <w:rFonts w:cs="Georgia"/>
          <w:kern w:val="1"/>
        </w:rPr>
        <w:t>le parcourait avec avidité</w:t>
      </w:r>
      <w:r w:rsidR="000E1451">
        <w:rPr>
          <w:rFonts w:cs="Georgia"/>
          <w:kern w:val="1"/>
        </w:rPr>
        <w:t xml:space="preserve">, </w:t>
      </w:r>
      <w:r>
        <w:rPr>
          <w:rFonts w:cs="Georgia"/>
          <w:kern w:val="1"/>
        </w:rPr>
        <w:t>et le rejetait presque aussitôt d</w:t>
      </w:r>
      <w:r w:rsidR="000E1451">
        <w:rPr>
          <w:rFonts w:cs="Georgia"/>
          <w:kern w:val="1"/>
        </w:rPr>
        <w:t>’</w:t>
      </w:r>
      <w:r>
        <w:rPr>
          <w:rFonts w:cs="Georgia"/>
          <w:kern w:val="1"/>
        </w:rPr>
        <w:t>un geste fébrile pour en prendre un autre</w:t>
      </w:r>
      <w:r w:rsidR="000E1451">
        <w:rPr>
          <w:rFonts w:cs="Georgia"/>
          <w:kern w:val="1"/>
        </w:rPr>
        <w:t>.</w:t>
      </w:r>
    </w:p>
    <w:p w14:paraId="70CF527D" w14:textId="77777777" w:rsidR="000E1451" w:rsidRDefault="000E1451" w:rsidP="00BE611A">
      <w:pPr>
        <w:rPr>
          <w:rFonts w:cs="Georgia"/>
          <w:kern w:val="1"/>
        </w:rPr>
      </w:pPr>
      <w:r>
        <w:rPr>
          <w:rFonts w:cs="Georgia"/>
          <w:kern w:val="1"/>
        </w:rPr>
        <w:t>M</w:t>
      </w:r>
      <w:r w:rsidRPr="000E1451">
        <w:rPr>
          <w:rFonts w:cs="Georgia"/>
          <w:kern w:val="1"/>
          <w:vertAlign w:val="superscript"/>
        </w:rPr>
        <w:t>lle</w:t>
      </w:r>
      <w:r>
        <w:rPr>
          <w:rFonts w:cs="Georgia"/>
          <w:kern w:val="1"/>
        </w:rPr>
        <w:t> de </w:t>
      </w:r>
      <w:r w:rsidR="00BE611A">
        <w:rPr>
          <w:rFonts w:cs="Georgia"/>
          <w:kern w:val="1"/>
        </w:rPr>
        <w:t>Mirrbach était venue à ma rencontre</w:t>
      </w:r>
      <w:r>
        <w:rPr>
          <w:rFonts w:cs="Georgia"/>
          <w:kern w:val="1"/>
        </w:rPr>
        <w:t xml:space="preserve">. </w:t>
      </w:r>
      <w:r w:rsidR="00BE611A">
        <w:rPr>
          <w:rFonts w:cs="Georgia"/>
          <w:kern w:val="1"/>
        </w:rPr>
        <w:t>Dans l</w:t>
      </w:r>
      <w:r>
        <w:rPr>
          <w:rFonts w:cs="Georgia"/>
          <w:kern w:val="1"/>
        </w:rPr>
        <w:t>’</w:t>
      </w:r>
      <w:r w:rsidR="00BE611A">
        <w:rPr>
          <w:rFonts w:cs="Georgia"/>
          <w:kern w:val="1"/>
        </w:rPr>
        <w:t>obscurité</w:t>
      </w:r>
      <w:r>
        <w:rPr>
          <w:rFonts w:cs="Georgia"/>
          <w:kern w:val="1"/>
        </w:rPr>
        <w:t xml:space="preserve">, </w:t>
      </w:r>
      <w:r w:rsidR="00BE611A">
        <w:rPr>
          <w:rFonts w:cs="Georgia"/>
          <w:kern w:val="1"/>
        </w:rPr>
        <w:t>sur le seuil de la porte</w:t>
      </w:r>
      <w:r>
        <w:rPr>
          <w:rFonts w:cs="Georgia"/>
          <w:kern w:val="1"/>
        </w:rPr>
        <w:t xml:space="preserve">, </w:t>
      </w:r>
      <w:r w:rsidR="00BE611A">
        <w:rPr>
          <w:rFonts w:cs="Georgia"/>
          <w:kern w:val="1"/>
        </w:rPr>
        <w:t>elle m</w:t>
      </w:r>
      <w:r>
        <w:rPr>
          <w:rFonts w:cs="Georgia"/>
          <w:kern w:val="1"/>
        </w:rPr>
        <w:t>’</w:t>
      </w:r>
      <w:r w:rsidR="00BE611A">
        <w:rPr>
          <w:rFonts w:cs="Georgia"/>
          <w:kern w:val="1"/>
        </w:rPr>
        <w:t>étreignit les mains</w:t>
      </w:r>
      <w:r>
        <w:rPr>
          <w:rFonts w:cs="Georgia"/>
          <w:kern w:val="1"/>
        </w:rPr>
        <w:t>.</w:t>
      </w:r>
    </w:p>
    <w:p w14:paraId="5C9C7859" w14:textId="77777777" w:rsidR="000E1451" w:rsidRDefault="000E1451" w:rsidP="00BE611A">
      <w:pPr>
        <w:rPr>
          <w:rFonts w:cs="Georgia"/>
          <w:kern w:val="1"/>
        </w:rPr>
      </w:pPr>
      <w:r>
        <w:rPr>
          <w:rFonts w:cs="Georgia"/>
          <w:kern w:val="1"/>
        </w:rPr>
        <w:t>— </w:t>
      </w:r>
      <w:r w:rsidR="00BE611A">
        <w:rPr>
          <w:rFonts w:cs="Georgia"/>
          <w:kern w:val="1"/>
        </w:rPr>
        <w:t>Vous voilà</w:t>
      </w:r>
      <w:r>
        <w:rPr>
          <w:rFonts w:cs="Georgia"/>
          <w:kern w:val="1"/>
        </w:rPr>
        <w:t xml:space="preserve"> ! </w:t>
      </w:r>
      <w:r w:rsidR="00BE611A">
        <w:rPr>
          <w:rFonts w:cs="Georgia"/>
          <w:kern w:val="1"/>
        </w:rPr>
        <w:t>Enfin</w:t>
      </w:r>
      <w:r>
        <w:rPr>
          <w:rFonts w:cs="Georgia"/>
          <w:kern w:val="1"/>
        </w:rPr>
        <w:t> !</w:t>
      </w:r>
    </w:p>
    <w:p w14:paraId="79C1E0BF" w14:textId="77777777" w:rsidR="000E1451" w:rsidRDefault="000E1451" w:rsidP="00BE611A">
      <w:pPr>
        <w:rPr>
          <w:rFonts w:cs="Georgia"/>
          <w:kern w:val="1"/>
        </w:rPr>
      </w:pPr>
      <w:r>
        <w:rPr>
          <w:rFonts w:cs="Georgia"/>
          <w:kern w:val="1"/>
        </w:rPr>
        <w:t>— </w:t>
      </w:r>
      <w:r w:rsidR="00BE611A">
        <w:rPr>
          <w:rFonts w:cs="Georgia"/>
          <w:kern w:val="1"/>
        </w:rPr>
        <w:t>Il a les journaux</w:t>
      </w:r>
      <w:r>
        <w:rPr>
          <w:rFonts w:cs="Georgia"/>
          <w:kern w:val="1"/>
        </w:rPr>
        <w:t xml:space="preserve"> ! </w:t>
      </w:r>
      <w:r w:rsidR="00BE611A">
        <w:rPr>
          <w:rFonts w:cs="Georgia"/>
          <w:kern w:val="1"/>
        </w:rPr>
        <w:t>murmurai-je</w:t>
      </w:r>
      <w:r>
        <w:rPr>
          <w:rFonts w:cs="Georgia"/>
          <w:kern w:val="1"/>
        </w:rPr>
        <w:t xml:space="preserve">. </w:t>
      </w:r>
      <w:r w:rsidR="00BE611A">
        <w:rPr>
          <w:rFonts w:cs="Georgia"/>
          <w:kern w:val="1"/>
        </w:rPr>
        <w:t>J</w:t>
      </w:r>
      <w:r>
        <w:rPr>
          <w:rFonts w:cs="Georgia"/>
          <w:kern w:val="1"/>
        </w:rPr>
        <w:t>’</w:t>
      </w:r>
      <w:r w:rsidR="00BE611A">
        <w:rPr>
          <w:rFonts w:cs="Georgia"/>
          <w:kern w:val="1"/>
        </w:rPr>
        <w:t>espère que ce ne sont pas les numéros les plus récents</w:t>
      </w:r>
      <w:r>
        <w:rPr>
          <w:rFonts w:cs="Georgia"/>
          <w:kern w:val="1"/>
        </w:rPr>
        <w:t> ?</w:t>
      </w:r>
    </w:p>
    <w:p w14:paraId="1DD7E73D" w14:textId="77777777" w:rsidR="000E1451" w:rsidRDefault="000E1451" w:rsidP="00BE611A">
      <w:pPr>
        <w:rPr>
          <w:rFonts w:cs="Georgia"/>
          <w:kern w:val="1"/>
        </w:rPr>
      </w:pPr>
      <w:r>
        <w:rPr>
          <w:rFonts w:cs="Georgia"/>
          <w:kern w:val="1"/>
        </w:rPr>
        <w:t>— </w:t>
      </w:r>
      <w:r w:rsidR="00BE611A">
        <w:rPr>
          <w:rFonts w:cs="Georgia"/>
          <w:kern w:val="1"/>
        </w:rPr>
        <w:t>Si</w:t>
      </w:r>
      <w:r>
        <w:rPr>
          <w:rFonts w:cs="Georgia"/>
          <w:kern w:val="1"/>
        </w:rPr>
        <w:t xml:space="preserve">, </w:t>
      </w:r>
      <w:r w:rsidR="00BE611A">
        <w:rPr>
          <w:rFonts w:cs="Georgia"/>
          <w:kern w:val="1"/>
        </w:rPr>
        <w:t>fit-elle</w:t>
      </w:r>
      <w:r>
        <w:rPr>
          <w:rFonts w:cs="Georgia"/>
          <w:kern w:val="1"/>
        </w:rPr>
        <w:t xml:space="preserve">, </w:t>
      </w:r>
      <w:r w:rsidR="00BE611A">
        <w:rPr>
          <w:rFonts w:cs="Georgia"/>
          <w:kern w:val="1"/>
        </w:rPr>
        <w:t>ce sont les derniers</w:t>
      </w:r>
      <w:r>
        <w:rPr>
          <w:rFonts w:cs="Georgia"/>
          <w:kern w:val="1"/>
        </w:rPr>
        <w:t>.</w:t>
      </w:r>
    </w:p>
    <w:p w14:paraId="7ECEDFB4" w14:textId="77777777" w:rsidR="000E1451" w:rsidRDefault="000E1451" w:rsidP="00BE611A">
      <w:pPr>
        <w:rPr>
          <w:rFonts w:cs="Georgia"/>
          <w:kern w:val="1"/>
        </w:rPr>
      </w:pPr>
      <w:r>
        <w:rPr>
          <w:rFonts w:cs="Georgia"/>
          <w:kern w:val="1"/>
        </w:rPr>
        <w:t>— </w:t>
      </w:r>
      <w:r w:rsidR="00BE611A">
        <w:rPr>
          <w:rFonts w:cs="Georgia"/>
          <w:kern w:val="1"/>
        </w:rPr>
        <w:t>Comment</w:t>
      </w:r>
      <w:r>
        <w:rPr>
          <w:rFonts w:cs="Georgia"/>
          <w:kern w:val="1"/>
        </w:rPr>
        <w:t xml:space="preserve"> ? </w:t>
      </w:r>
      <w:r w:rsidR="00BE611A">
        <w:rPr>
          <w:rFonts w:cs="Georgia"/>
          <w:kern w:val="1"/>
        </w:rPr>
        <w:t>Vous les lui avez donnés</w:t>
      </w:r>
      <w:r>
        <w:rPr>
          <w:rFonts w:cs="Georgia"/>
          <w:kern w:val="1"/>
        </w:rPr>
        <w:t> !</w:t>
      </w:r>
    </w:p>
    <w:p w14:paraId="616906B5" w14:textId="77777777" w:rsidR="000E1451" w:rsidRDefault="000E1451" w:rsidP="00BE611A">
      <w:pPr>
        <w:rPr>
          <w:rFonts w:cs="Georgia"/>
          <w:kern w:val="1"/>
        </w:rPr>
      </w:pPr>
      <w:r>
        <w:rPr>
          <w:rFonts w:cs="Georgia"/>
          <w:kern w:val="1"/>
        </w:rPr>
        <w:t>— </w:t>
      </w:r>
      <w:r w:rsidR="00BE611A">
        <w:rPr>
          <w:rFonts w:cs="Georgia"/>
          <w:kern w:val="1"/>
        </w:rPr>
        <w:t>J</w:t>
      </w:r>
      <w:r>
        <w:rPr>
          <w:rFonts w:cs="Georgia"/>
          <w:kern w:val="1"/>
        </w:rPr>
        <w:t>’</w:t>
      </w:r>
      <w:r w:rsidR="00BE611A">
        <w:rPr>
          <w:rFonts w:cs="Georgia"/>
          <w:kern w:val="1"/>
        </w:rPr>
        <w:t>y ai été contrainte</w:t>
      </w:r>
      <w:r>
        <w:rPr>
          <w:rFonts w:cs="Georgia"/>
          <w:kern w:val="1"/>
        </w:rPr>
        <w:t xml:space="preserve">. </w:t>
      </w:r>
      <w:r w:rsidR="00BE611A">
        <w:rPr>
          <w:rFonts w:cs="Georgia"/>
          <w:kern w:val="1"/>
        </w:rPr>
        <w:t>Si vous saviez quel supplice il m</w:t>
      </w:r>
      <w:r>
        <w:rPr>
          <w:rFonts w:cs="Georgia"/>
          <w:kern w:val="1"/>
        </w:rPr>
        <w:t>’</w:t>
      </w:r>
      <w:r w:rsidR="00BE611A">
        <w:rPr>
          <w:rFonts w:cs="Georgia"/>
          <w:kern w:val="1"/>
        </w:rPr>
        <w:t>a fait endurer pendant votre absence</w:t>
      </w:r>
      <w:r>
        <w:rPr>
          <w:rFonts w:cs="Georgia"/>
          <w:kern w:val="1"/>
        </w:rPr>
        <w:t xml:space="preserve">… </w:t>
      </w:r>
      <w:r w:rsidR="00BE611A">
        <w:rPr>
          <w:rFonts w:cs="Georgia"/>
          <w:kern w:val="1"/>
        </w:rPr>
        <w:t>Mon Dieu</w:t>
      </w:r>
      <w:r>
        <w:rPr>
          <w:rFonts w:cs="Georgia"/>
          <w:kern w:val="1"/>
        </w:rPr>
        <w:t> !</w:t>
      </w:r>
    </w:p>
    <w:p w14:paraId="15333396" w14:textId="77777777" w:rsidR="000E1451" w:rsidRDefault="00BE611A" w:rsidP="00BE611A">
      <w:pPr>
        <w:rPr>
          <w:rFonts w:cs="Georgia"/>
          <w:kern w:val="1"/>
        </w:rPr>
      </w:pPr>
      <w:r>
        <w:rPr>
          <w:rFonts w:cs="Georgia"/>
          <w:kern w:val="1"/>
        </w:rPr>
        <w:t>Elle étouffa un sanglot</w:t>
      </w:r>
      <w:r w:rsidR="000E1451">
        <w:rPr>
          <w:rFonts w:cs="Georgia"/>
          <w:kern w:val="1"/>
        </w:rPr>
        <w:t>.</w:t>
      </w:r>
    </w:p>
    <w:p w14:paraId="684EAF32" w14:textId="77777777" w:rsidR="000E1451" w:rsidRDefault="000E1451" w:rsidP="00BE611A">
      <w:pPr>
        <w:rPr>
          <w:rFonts w:cs="Georgia"/>
          <w:kern w:val="1"/>
        </w:rPr>
      </w:pPr>
      <w:r>
        <w:rPr>
          <w:rFonts w:cs="Georgia"/>
          <w:kern w:val="1"/>
        </w:rPr>
        <w:t>— </w:t>
      </w:r>
      <w:r w:rsidR="00BE611A">
        <w:rPr>
          <w:rFonts w:cs="Georgia"/>
          <w:kern w:val="1"/>
        </w:rPr>
        <w:t>Je crois que j</w:t>
      </w:r>
      <w:r>
        <w:rPr>
          <w:rFonts w:cs="Georgia"/>
          <w:kern w:val="1"/>
        </w:rPr>
        <w:t>’</w:t>
      </w:r>
      <w:r w:rsidR="00BE611A">
        <w:rPr>
          <w:rFonts w:cs="Georgia"/>
          <w:kern w:val="1"/>
        </w:rPr>
        <w:t>ai bien fait</w:t>
      </w:r>
      <w:r>
        <w:rPr>
          <w:rFonts w:cs="Georgia"/>
          <w:kern w:val="1"/>
        </w:rPr>
        <w:t xml:space="preserve">. </w:t>
      </w:r>
      <w:r w:rsidR="00BE611A">
        <w:rPr>
          <w:rFonts w:cs="Georgia"/>
          <w:kern w:val="1"/>
        </w:rPr>
        <w:t>Depuis qu</w:t>
      </w:r>
      <w:r>
        <w:rPr>
          <w:rFonts w:cs="Georgia"/>
          <w:kern w:val="1"/>
        </w:rPr>
        <w:t>’</w:t>
      </w:r>
      <w:r w:rsidR="00BE611A">
        <w:rPr>
          <w:rFonts w:cs="Georgia"/>
          <w:kern w:val="1"/>
        </w:rPr>
        <w:t>il les a</w:t>
      </w:r>
      <w:r>
        <w:rPr>
          <w:rFonts w:cs="Georgia"/>
          <w:kern w:val="1"/>
        </w:rPr>
        <w:t xml:space="preserve">, </w:t>
      </w:r>
      <w:r w:rsidR="00BE611A">
        <w:rPr>
          <w:rFonts w:cs="Georgia"/>
          <w:kern w:val="1"/>
        </w:rPr>
        <w:t>il est plus calme</w:t>
      </w:r>
      <w:r>
        <w:rPr>
          <w:rFonts w:cs="Georgia"/>
          <w:kern w:val="1"/>
        </w:rPr>
        <w:t>.</w:t>
      </w:r>
    </w:p>
    <w:p w14:paraId="2DA409BA" w14:textId="77777777" w:rsidR="000E1451" w:rsidRDefault="000E1451" w:rsidP="00BE611A">
      <w:pPr>
        <w:rPr>
          <w:rFonts w:cs="Georgia"/>
          <w:kern w:val="1"/>
        </w:rPr>
      </w:pPr>
      <w:r>
        <w:rPr>
          <w:rFonts w:cs="Georgia"/>
          <w:kern w:val="1"/>
        </w:rPr>
        <w:t>— </w:t>
      </w:r>
      <w:r w:rsidR="00BE611A">
        <w:rPr>
          <w:rFonts w:cs="Georgia"/>
          <w:kern w:val="1"/>
        </w:rPr>
        <w:t>Plus calme</w:t>
      </w:r>
      <w:r>
        <w:rPr>
          <w:rFonts w:cs="Georgia"/>
          <w:kern w:val="1"/>
        </w:rPr>
        <w:t xml:space="preserve"> ? </w:t>
      </w:r>
      <w:r w:rsidR="00BE611A">
        <w:rPr>
          <w:rFonts w:cs="Georgia"/>
          <w:kern w:val="1"/>
        </w:rPr>
        <w:t>Mais alors</w:t>
      </w:r>
      <w:r>
        <w:rPr>
          <w:rFonts w:cs="Georgia"/>
          <w:kern w:val="1"/>
        </w:rPr>
        <w:t xml:space="preserve">, </w:t>
      </w:r>
      <w:r w:rsidR="00BE611A">
        <w:rPr>
          <w:rFonts w:cs="Georgia"/>
          <w:kern w:val="1"/>
        </w:rPr>
        <w:t>c</w:t>
      </w:r>
      <w:r>
        <w:rPr>
          <w:rFonts w:cs="Georgia"/>
          <w:kern w:val="1"/>
        </w:rPr>
        <w:t>’</w:t>
      </w:r>
      <w:r w:rsidR="00BE611A">
        <w:rPr>
          <w:rFonts w:cs="Georgia"/>
          <w:kern w:val="1"/>
        </w:rPr>
        <w:t>est qu</w:t>
      </w:r>
      <w:r>
        <w:rPr>
          <w:rFonts w:cs="Georgia"/>
          <w:kern w:val="1"/>
        </w:rPr>
        <w:t>’</w:t>
      </w:r>
      <w:r w:rsidR="00BE611A">
        <w:rPr>
          <w:rFonts w:cs="Georgia"/>
          <w:kern w:val="1"/>
        </w:rPr>
        <w:t>il ne comprend pas</w:t>
      </w:r>
      <w:r>
        <w:rPr>
          <w:rFonts w:cs="Georgia"/>
          <w:kern w:val="1"/>
        </w:rPr>
        <w:t xml:space="preserve">, </w:t>
      </w:r>
      <w:r w:rsidR="00BE611A">
        <w:rPr>
          <w:rFonts w:cs="Georgia"/>
          <w:kern w:val="1"/>
        </w:rPr>
        <w:t>qu</w:t>
      </w:r>
      <w:r>
        <w:rPr>
          <w:rFonts w:cs="Georgia"/>
          <w:kern w:val="1"/>
        </w:rPr>
        <w:t>’</w:t>
      </w:r>
      <w:r w:rsidR="00BE611A">
        <w:rPr>
          <w:rFonts w:cs="Georgia"/>
          <w:kern w:val="1"/>
        </w:rPr>
        <w:t>il ne comprend plus</w:t>
      </w:r>
      <w:r>
        <w:rPr>
          <w:rFonts w:cs="Georgia"/>
          <w:kern w:val="1"/>
        </w:rPr>
        <w:t> !…</w:t>
      </w:r>
    </w:p>
    <w:p w14:paraId="0915E204" w14:textId="77777777" w:rsidR="000E1451" w:rsidRDefault="000E1451" w:rsidP="00BE611A">
      <w:pPr>
        <w:rPr>
          <w:rFonts w:cs="Georgia"/>
          <w:kern w:val="1"/>
        </w:rPr>
      </w:pPr>
      <w:r>
        <w:rPr>
          <w:rFonts w:cs="Georgia"/>
          <w:kern w:val="1"/>
        </w:rPr>
        <w:t>— </w:t>
      </w:r>
      <w:r w:rsidR="00BE611A">
        <w:rPr>
          <w:rFonts w:cs="Georgia"/>
          <w:kern w:val="1"/>
        </w:rPr>
        <w:t>Ah</w:t>
      </w:r>
      <w:r>
        <w:rPr>
          <w:rFonts w:cs="Georgia"/>
          <w:kern w:val="1"/>
        </w:rPr>
        <w:t xml:space="preserve"> ! </w:t>
      </w:r>
      <w:r w:rsidR="00BE611A">
        <w:rPr>
          <w:rFonts w:cs="Georgia"/>
          <w:kern w:val="1"/>
        </w:rPr>
        <w:t>fit-elle</w:t>
      </w:r>
      <w:r>
        <w:rPr>
          <w:rFonts w:cs="Georgia"/>
          <w:kern w:val="1"/>
        </w:rPr>
        <w:t xml:space="preserve">, </w:t>
      </w:r>
      <w:r w:rsidR="00BE611A">
        <w:rPr>
          <w:rFonts w:cs="Georgia"/>
          <w:kern w:val="1"/>
        </w:rPr>
        <w:t>avec un pauvre geste désespéré</w:t>
      </w:r>
      <w:r>
        <w:rPr>
          <w:rFonts w:cs="Georgia"/>
          <w:kern w:val="1"/>
        </w:rPr>
        <w:t xml:space="preserve">, </w:t>
      </w:r>
      <w:r w:rsidR="00BE611A">
        <w:rPr>
          <w:rFonts w:cs="Georgia"/>
          <w:kern w:val="1"/>
        </w:rPr>
        <w:t>je finis par ne plus savoir</w:t>
      </w:r>
      <w:r>
        <w:rPr>
          <w:rFonts w:cs="Georgia"/>
          <w:kern w:val="1"/>
        </w:rPr>
        <w:t xml:space="preserve">. </w:t>
      </w:r>
      <w:r w:rsidR="00BE611A">
        <w:rPr>
          <w:rFonts w:cs="Georgia"/>
          <w:kern w:val="1"/>
        </w:rPr>
        <w:t>C</w:t>
      </w:r>
      <w:r>
        <w:rPr>
          <w:rFonts w:cs="Georgia"/>
          <w:kern w:val="1"/>
        </w:rPr>
        <w:t>’</w:t>
      </w:r>
      <w:r w:rsidR="00BE611A">
        <w:rPr>
          <w:rFonts w:cs="Georgia"/>
          <w:kern w:val="1"/>
        </w:rPr>
        <w:t>est moi qui ne comprends plus</w:t>
      </w:r>
      <w:r>
        <w:rPr>
          <w:rFonts w:cs="Georgia"/>
          <w:kern w:val="1"/>
        </w:rPr>
        <w:t xml:space="preserve">. </w:t>
      </w:r>
      <w:r w:rsidR="00BE611A">
        <w:rPr>
          <w:rFonts w:cs="Georgia"/>
          <w:kern w:val="1"/>
        </w:rPr>
        <w:t>Il n</w:t>
      </w:r>
      <w:r>
        <w:rPr>
          <w:rFonts w:cs="Georgia"/>
          <w:kern w:val="1"/>
        </w:rPr>
        <w:t>’</w:t>
      </w:r>
      <w:r w:rsidR="00BE611A">
        <w:rPr>
          <w:rFonts w:cs="Georgia"/>
          <w:kern w:val="1"/>
        </w:rPr>
        <w:t>a pas</w:t>
      </w:r>
      <w:r>
        <w:rPr>
          <w:rFonts w:cs="Georgia"/>
          <w:kern w:val="1"/>
        </w:rPr>
        <w:t xml:space="preserve">, </w:t>
      </w:r>
      <w:r w:rsidR="00BE611A">
        <w:rPr>
          <w:rFonts w:cs="Georgia"/>
          <w:kern w:val="1"/>
        </w:rPr>
        <w:t>je vous assure</w:t>
      </w:r>
      <w:r>
        <w:rPr>
          <w:rFonts w:cs="Georgia"/>
          <w:kern w:val="1"/>
        </w:rPr>
        <w:t xml:space="preserve">, </w:t>
      </w:r>
      <w:r w:rsidR="00BE611A">
        <w:rPr>
          <w:rFonts w:cs="Georgia"/>
          <w:kern w:val="1"/>
        </w:rPr>
        <w:t>manifesté la moindre stupeur</w:t>
      </w:r>
      <w:r>
        <w:rPr>
          <w:rFonts w:cs="Georgia"/>
          <w:kern w:val="1"/>
        </w:rPr>
        <w:t xml:space="preserve">… </w:t>
      </w:r>
      <w:r w:rsidR="00BE611A">
        <w:rPr>
          <w:rFonts w:cs="Georgia"/>
          <w:kern w:val="1"/>
        </w:rPr>
        <w:t>Au contraire</w:t>
      </w:r>
      <w:r>
        <w:rPr>
          <w:rFonts w:cs="Georgia"/>
          <w:kern w:val="1"/>
        </w:rPr>
        <w:t xml:space="preserve">. </w:t>
      </w:r>
      <w:r w:rsidR="00BE611A">
        <w:rPr>
          <w:rFonts w:cs="Georgia"/>
          <w:kern w:val="1"/>
        </w:rPr>
        <w:t>Et ce qu</w:t>
      </w:r>
      <w:r>
        <w:rPr>
          <w:rFonts w:cs="Georgia"/>
          <w:kern w:val="1"/>
        </w:rPr>
        <w:t>’</w:t>
      </w:r>
      <w:r w:rsidR="00BE611A">
        <w:rPr>
          <w:rFonts w:cs="Georgia"/>
          <w:kern w:val="1"/>
        </w:rPr>
        <w:t>il y a de plus terrible</w:t>
      </w:r>
      <w:r>
        <w:rPr>
          <w:rFonts w:cs="Georgia"/>
          <w:kern w:val="1"/>
        </w:rPr>
        <w:t xml:space="preserve">, </w:t>
      </w:r>
      <w:r w:rsidR="00BE611A">
        <w:rPr>
          <w:rFonts w:cs="Georgia"/>
          <w:kern w:val="1"/>
        </w:rPr>
        <w:t>c</w:t>
      </w:r>
      <w:r>
        <w:rPr>
          <w:rFonts w:cs="Georgia"/>
          <w:kern w:val="1"/>
        </w:rPr>
        <w:t>’</w:t>
      </w:r>
      <w:r w:rsidR="00BE611A">
        <w:rPr>
          <w:rFonts w:cs="Georgia"/>
          <w:kern w:val="1"/>
        </w:rPr>
        <w:t>est que nous n</w:t>
      </w:r>
      <w:r>
        <w:rPr>
          <w:rFonts w:cs="Georgia"/>
          <w:kern w:val="1"/>
        </w:rPr>
        <w:t>’</w:t>
      </w:r>
      <w:r w:rsidR="00BE611A">
        <w:rPr>
          <w:rFonts w:cs="Georgia"/>
          <w:kern w:val="1"/>
        </w:rPr>
        <w:t>avons même plus la ressource de tout expliquer par le délire</w:t>
      </w:r>
      <w:r>
        <w:rPr>
          <w:rFonts w:cs="Georgia"/>
          <w:kern w:val="1"/>
        </w:rPr>
        <w:t xml:space="preserve">. </w:t>
      </w:r>
      <w:r w:rsidR="00BE611A">
        <w:rPr>
          <w:rFonts w:cs="Georgia"/>
          <w:kern w:val="1"/>
        </w:rPr>
        <w:t>Son pouls est normal</w:t>
      </w:r>
      <w:r>
        <w:rPr>
          <w:rFonts w:cs="Georgia"/>
          <w:kern w:val="1"/>
        </w:rPr>
        <w:t>.</w:t>
      </w:r>
    </w:p>
    <w:p w14:paraId="278C64D5" w14:textId="77777777" w:rsidR="000E1451" w:rsidRDefault="00BE611A" w:rsidP="00BE611A">
      <w:pPr>
        <w:rPr>
          <w:rFonts w:cs="Georgia"/>
          <w:kern w:val="1"/>
        </w:rPr>
      </w:pPr>
      <w:r>
        <w:rPr>
          <w:rFonts w:cs="Georgia"/>
          <w:kern w:val="1"/>
        </w:rPr>
        <w:lastRenderedPageBreak/>
        <w:t>Sa voix</w:t>
      </w:r>
      <w:r w:rsidR="000E1451">
        <w:rPr>
          <w:rFonts w:cs="Georgia"/>
          <w:kern w:val="1"/>
        </w:rPr>
        <w:t xml:space="preserve">, </w:t>
      </w:r>
      <w:r>
        <w:rPr>
          <w:rFonts w:cs="Georgia"/>
          <w:kern w:val="1"/>
        </w:rPr>
        <w:t>en se brisant</w:t>
      </w:r>
      <w:r w:rsidR="000E1451">
        <w:rPr>
          <w:rFonts w:cs="Georgia"/>
          <w:kern w:val="1"/>
        </w:rPr>
        <w:t xml:space="preserve">, </w:t>
      </w:r>
      <w:r>
        <w:rPr>
          <w:rFonts w:cs="Georgia"/>
          <w:kern w:val="1"/>
        </w:rPr>
        <w:t>s</w:t>
      </w:r>
      <w:r w:rsidR="000E1451">
        <w:rPr>
          <w:rFonts w:cs="Georgia"/>
          <w:kern w:val="1"/>
        </w:rPr>
        <w:t>’</w:t>
      </w:r>
      <w:r>
        <w:rPr>
          <w:rFonts w:cs="Georgia"/>
          <w:kern w:val="1"/>
        </w:rPr>
        <w:t>était haussée d</w:t>
      </w:r>
      <w:r w:rsidR="000E1451">
        <w:rPr>
          <w:rFonts w:cs="Georgia"/>
          <w:kern w:val="1"/>
        </w:rPr>
        <w:t>’</w:t>
      </w:r>
      <w:r>
        <w:rPr>
          <w:rFonts w:cs="Georgia"/>
          <w:kern w:val="1"/>
        </w:rPr>
        <w:t>un ton</w:t>
      </w:r>
      <w:r w:rsidR="000E1451">
        <w:rPr>
          <w:rFonts w:cs="Georgia"/>
          <w:kern w:val="1"/>
        </w:rPr>
        <w:t xml:space="preserve">, </w:t>
      </w:r>
      <w:r>
        <w:rPr>
          <w:rFonts w:cs="Georgia"/>
          <w:kern w:val="1"/>
        </w:rPr>
        <w:t>le général avait entendu</w:t>
      </w:r>
      <w:r w:rsidR="000E1451">
        <w:rPr>
          <w:rFonts w:cs="Georgia"/>
          <w:kern w:val="1"/>
        </w:rPr>
        <w:t xml:space="preserve">. </w:t>
      </w:r>
      <w:r>
        <w:rPr>
          <w:rFonts w:cs="Georgia"/>
          <w:kern w:val="1"/>
        </w:rPr>
        <w:t>Il tourna la tête de notre côté</w:t>
      </w:r>
      <w:r w:rsidR="000E1451">
        <w:rPr>
          <w:rFonts w:cs="Georgia"/>
          <w:kern w:val="1"/>
        </w:rPr>
        <w:t>.</w:t>
      </w:r>
    </w:p>
    <w:p w14:paraId="50050DC1" w14:textId="77777777" w:rsidR="000E1451" w:rsidRDefault="000E1451" w:rsidP="00BE611A">
      <w:pPr>
        <w:rPr>
          <w:rFonts w:cs="Georgia"/>
          <w:kern w:val="1"/>
        </w:rPr>
      </w:pPr>
      <w:r>
        <w:rPr>
          <w:rFonts w:cs="Georgia"/>
          <w:kern w:val="1"/>
        </w:rPr>
        <w:t>— </w:t>
      </w:r>
      <w:r w:rsidR="00BE611A">
        <w:rPr>
          <w:rFonts w:cs="Georgia"/>
          <w:kern w:val="1"/>
        </w:rPr>
        <w:t>Axelle</w:t>
      </w:r>
      <w:r>
        <w:rPr>
          <w:rFonts w:cs="Georgia"/>
          <w:kern w:val="1"/>
        </w:rPr>
        <w:t xml:space="preserve">, </w:t>
      </w:r>
      <w:r w:rsidR="00BE611A">
        <w:rPr>
          <w:rFonts w:cs="Georgia"/>
          <w:kern w:val="1"/>
        </w:rPr>
        <w:t>qu</w:t>
      </w:r>
      <w:r>
        <w:rPr>
          <w:rFonts w:cs="Georgia"/>
          <w:kern w:val="1"/>
        </w:rPr>
        <w:t>’</w:t>
      </w:r>
      <w:r w:rsidR="00BE611A">
        <w:rPr>
          <w:rFonts w:cs="Georgia"/>
          <w:kern w:val="1"/>
        </w:rPr>
        <w:t>y a-t-il</w:t>
      </w:r>
      <w:r>
        <w:rPr>
          <w:rFonts w:cs="Georgia"/>
          <w:kern w:val="1"/>
        </w:rPr>
        <w:t> ?</w:t>
      </w:r>
    </w:p>
    <w:p w14:paraId="6CED7ECD" w14:textId="77777777" w:rsidR="000E1451" w:rsidRDefault="000E1451" w:rsidP="00BE611A">
      <w:pPr>
        <w:rPr>
          <w:rFonts w:cs="Georgia"/>
          <w:kern w:val="1"/>
        </w:rPr>
      </w:pPr>
      <w:r>
        <w:rPr>
          <w:rFonts w:cs="Georgia"/>
          <w:kern w:val="1"/>
        </w:rPr>
        <w:t>— </w:t>
      </w:r>
      <w:r w:rsidR="00BE611A">
        <w:rPr>
          <w:rFonts w:cs="Georgia"/>
          <w:kern w:val="1"/>
        </w:rPr>
        <w:t>Ce n</w:t>
      </w:r>
      <w:r>
        <w:rPr>
          <w:rFonts w:cs="Georgia"/>
          <w:kern w:val="1"/>
        </w:rPr>
        <w:t>’</w:t>
      </w:r>
      <w:r w:rsidR="00BE611A">
        <w:rPr>
          <w:rFonts w:cs="Georgia"/>
          <w:kern w:val="1"/>
        </w:rPr>
        <w:t>est rien</w:t>
      </w:r>
      <w:r>
        <w:rPr>
          <w:rFonts w:cs="Georgia"/>
          <w:kern w:val="1"/>
        </w:rPr>
        <w:t xml:space="preserve">… </w:t>
      </w:r>
      <w:r w:rsidR="00BE611A">
        <w:rPr>
          <w:rFonts w:cs="Georgia"/>
          <w:kern w:val="1"/>
        </w:rPr>
        <w:t>C</w:t>
      </w:r>
      <w:r>
        <w:rPr>
          <w:rFonts w:cs="Georgia"/>
          <w:kern w:val="1"/>
        </w:rPr>
        <w:t>’</w:t>
      </w:r>
      <w:r w:rsidR="00BE611A">
        <w:rPr>
          <w:rFonts w:cs="Georgia"/>
          <w:kern w:val="1"/>
        </w:rPr>
        <w:t>est moi</w:t>
      </w:r>
      <w:r>
        <w:rPr>
          <w:rFonts w:cs="Georgia"/>
          <w:kern w:val="1"/>
        </w:rPr>
        <w:t xml:space="preserve">, </w:t>
      </w:r>
      <w:r w:rsidR="00BE611A">
        <w:rPr>
          <w:rFonts w:cs="Georgia"/>
          <w:kern w:val="1"/>
        </w:rPr>
        <w:t>mon général</w:t>
      </w:r>
      <w:r>
        <w:rPr>
          <w:rFonts w:cs="Georgia"/>
          <w:kern w:val="1"/>
        </w:rPr>
        <w:t>.</w:t>
      </w:r>
    </w:p>
    <w:p w14:paraId="6E266892" w14:textId="77777777" w:rsidR="000E1451" w:rsidRDefault="000E1451" w:rsidP="00BE611A">
      <w:pPr>
        <w:rPr>
          <w:rFonts w:cs="Georgia"/>
          <w:kern w:val="1"/>
        </w:rPr>
      </w:pPr>
      <w:r>
        <w:rPr>
          <w:rFonts w:cs="Georgia"/>
          <w:kern w:val="1"/>
        </w:rPr>
        <w:t>M</w:t>
      </w:r>
      <w:r w:rsidRPr="000E1451">
        <w:rPr>
          <w:rFonts w:cs="Georgia"/>
          <w:kern w:val="1"/>
          <w:vertAlign w:val="superscript"/>
        </w:rPr>
        <w:t>lle</w:t>
      </w:r>
      <w:r>
        <w:rPr>
          <w:rFonts w:cs="Georgia"/>
          <w:kern w:val="1"/>
        </w:rPr>
        <w:t> de </w:t>
      </w:r>
      <w:r w:rsidR="00BE611A">
        <w:rPr>
          <w:rFonts w:cs="Georgia"/>
          <w:kern w:val="1"/>
        </w:rPr>
        <w:t>Mirrbach s</w:t>
      </w:r>
      <w:r>
        <w:rPr>
          <w:rFonts w:cs="Georgia"/>
          <w:kern w:val="1"/>
        </w:rPr>
        <w:t>’</w:t>
      </w:r>
      <w:r w:rsidR="00BE611A">
        <w:rPr>
          <w:rFonts w:cs="Georgia"/>
          <w:kern w:val="1"/>
        </w:rPr>
        <w:t>accrocha à mon épaule</w:t>
      </w:r>
      <w:r>
        <w:rPr>
          <w:rFonts w:cs="Georgia"/>
          <w:kern w:val="1"/>
        </w:rPr>
        <w:t>.</w:t>
      </w:r>
    </w:p>
    <w:p w14:paraId="52868AAB" w14:textId="77777777" w:rsidR="000E1451" w:rsidRDefault="000E1451" w:rsidP="00BE611A">
      <w:pPr>
        <w:rPr>
          <w:rFonts w:cs="Georgia"/>
          <w:kern w:val="1"/>
        </w:rPr>
      </w:pPr>
      <w:r>
        <w:rPr>
          <w:rFonts w:cs="Georgia"/>
          <w:kern w:val="1"/>
        </w:rPr>
        <w:t>— </w:t>
      </w:r>
      <w:r w:rsidR="00BE611A">
        <w:rPr>
          <w:rFonts w:cs="Georgia"/>
          <w:kern w:val="1"/>
        </w:rPr>
        <w:t>Je n</w:t>
      </w:r>
      <w:r>
        <w:rPr>
          <w:rFonts w:cs="Georgia"/>
          <w:kern w:val="1"/>
        </w:rPr>
        <w:t>’</w:t>
      </w:r>
      <w:r w:rsidR="00BE611A">
        <w:rPr>
          <w:rFonts w:cs="Georgia"/>
          <w:kern w:val="1"/>
        </w:rPr>
        <w:t>en puis plus</w:t>
      </w:r>
      <w:r>
        <w:rPr>
          <w:rFonts w:cs="Georgia"/>
          <w:kern w:val="1"/>
        </w:rPr>
        <w:t xml:space="preserve">, </w:t>
      </w:r>
      <w:r w:rsidR="00BE611A">
        <w:rPr>
          <w:rFonts w:cs="Georgia"/>
          <w:kern w:val="1"/>
        </w:rPr>
        <w:t>murmura-t-elle</w:t>
      </w:r>
      <w:r>
        <w:rPr>
          <w:rFonts w:cs="Georgia"/>
          <w:kern w:val="1"/>
        </w:rPr>
        <w:t xml:space="preserve">. </w:t>
      </w:r>
      <w:r w:rsidR="00BE611A">
        <w:rPr>
          <w:rFonts w:cs="Georgia"/>
          <w:kern w:val="1"/>
        </w:rPr>
        <w:t>Je vous laisse avec lui</w:t>
      </w:r>
      <w:r>
        <w:rPr>
          <w:rFonts w:cs="Georgia"/>
          <w:kern w:val="1"/>
        </w:rPr>
        <w:t xml:space="preserve">. </w:t>
      </w:r>
      <w:r w:rsidR="00BE611A">
        <w:rPr>
          <w:rFonts w:cs="Georgia"/>
          <w:kern w:val="1"/>
        </w:rPr>
        <w:t>Tâchez qu</w:t>
      </w:r>
      <w:r>
        <w:rPr>
          <w:rFonts w:cs="Georgia"/>
          <w:kern w:val="1"/>
        </w:rPr>
        <w:t>’</w:t>
      </w:r>
      <w:r w:rsidR="00BE611A">
        <w:rPr>
          <w:rFonts w:cs="Georgia"/>
          <w:kern w:val="1"/>
        </w:rPr>
        <w:t>il se rendorme</w:t>
      </w:r>
      <w:r>
        <w:rPr>
          <w:rFonts w:cs="Georgia"/>
          <w:kern w:val="1"/>
        </w:rPr>
        <w:t xml:space="preserve"> ? </w:t>
      </w:r>
      <w:r w:rsidR="00BE611A">
        <w:rPr>
          <w:rFonts w:cs="Georgia"/>
          <w:kern w:val="1"/>
        </w:rPr>
        <w:t>Alors</w:t>
      </w:r>
      <w:r>
        <w:rPr>
          <w:rFonts w:cs="Georgia"/>
          <w:kern w:val="1"/>
        </w:rPr>
        <w:t xml:space="preserve">, </w:t>
      </w:r>
      <w:r w:rsidR="00BE611A">
        <w:rPr>
          <w:rFonts w:cs="Georgia"/>
          <w:kern w:val="1"/>
        </w:rPr>
        <w:t>vous viendrez me retrouver</w:t>
      </w:r>
      <w:r>
        <w:rPr>
          <w:rFonts w:cs="Georgia"/>
          <w:kern w:val="1"/>
        </w:rPr>
        <w:t xml:space="preserve">, </w:t>
      </w:r>
      <w:r w:rsidR="00BE611A">
        <w:rPr>
          <w:rFonts w:cs="Georgia"/>
          <w:kern w:val="1"/>
        </w:rPr>
        <w:t>n</w:t>
      </w:r>
      <w:r>
        <w:rPr>
          <w:rFonts w:cs="Georgia"/>
          <w:kern w:val="1"/>
        </w:rPr>
        <w:t>’</w:t>
      </w:r>
      <w:r w:rsidR="00BE611A">
        <w:rPr>
          <w:rFonts w:cs="Georgia"/>
          <w:kern w:val="1"/>
        </w:rPr>
        <w:t>est-ce pas</w:t>
      </w:r>
      <w:r>
        <w:rPr>
          <w:rFonts w:cs="Georgia"/>
          <w:kern w:val="1"/>
        </w:rPr>
        <w:t xml:space="preserve"> ? </w:t>
      </w:r>
      <w:r w:rsidR="00BE611A">
        <w:rPr>
          <w:rFonts w:cs="Georgia"/>
          <w:kern w:val="1"/>
        </w:rPr>
        <w:t>Vous me le promettez</w:t>
      </w:r>
      <w:r>
        <w:rPr>
          <w:rFonts w:cs="Georgia"/>
          <w:kern w:val="1"/>
        </w:rPr>
        <w:t xml:space="preserve"> ? </w:t>
      </w:r>
      <w:r w:rsidR="00BE611A">
        <w:rPr>
          <w:rFonts w:cs="Georgia"/>
          <w:kern w:val="1"/>
        </w:rPr>
        <w:t>Je vous attends</w:t>
      </w:r>
      <w:r>
        <w:rPr>
          <w:rFonts w:cs="Georgia"/>
          <w:kern w:val="1"/>
        </w:rPr>
        <w:t>.</w:t>
      </w:r>
    </w:p>
    <w:p w14:paraId="0E82B60A" w14:textId="77777777" w:rsidR="000E1451" w:rsidRDefault="00BE611A" w:rsidP="00BE611A">
      <w:pPr>
        <w:rPr>
          <w:rFonts w:cs="Georgia"/>
          <w:kern w:val="1"/>
        </w:rPr>
      </w:pPr>
      <w:r>
        <w:rPr>
          <w:rFonts w:cs="Georgia"/>
          <w:kern w:val="1"/>
        </w:rPr>
        <w:t>Elle répéta</w:t>
      </w:r>
      <w:r w:rsidR="000E1451">
        <w:rPr>
          <w:rFonts w:cs="Georgia"/>
          <w:kern w:val="1"/>
        </w:rPr>
        <w:t xml:space="preserve">, </w:t>
      </w:r>
      <w:r>
        <w:rPr>
          <w:rFonts w:cs="Georgia"/>
          <w:kern w:val="1"/>
        </w:rPr>
        <w:t>me serrant la main comme elle ne l</w:t>
      </w:r>
      <w:r w:rsidR="000E1451">
        <w:rPr>
          <w:rFonts w:cs="Georgia"/>
          <w:kern w:val="1"/>
        </w:rPr>
        <w:t>’</w:t>
      </w:r>
      <w:r>
        <w:rPr>
          <w:rFonts w:cs="Georgia"/>
          <w:kern w:val="1"/>
        </w:rPr>
        <w:t>avait jamais fait encore</w:t>
      </w:r>
      <w:r w:rsidR="000E1451">
        <w:rPr>
          <w:rFonts w:cs="Georgia"/>
          <w:kern w:val="1"/>
        </w:rPr>
        <w:t>.</w:t>
      </w:r>
    </w:p>
    <w:p w14:paraId="478E5109" w14:textId="77777777" w:rsidR="000E1451" w:rsidRDefault="000E1451" w:rsidP="00BE611A">
      <w:pPr>
        <w:rPr>
          <w:rFonts w:cs="Georgia"/>
          <w:kern w:val="1"/>
        </w:rPr>
      </w:pPr>
      <w:r>
        <w:rPr>
          <w:rFonts w:cs="Georgia"/>
          <w:kern w:val="1"/>
        </w:rPr>
        <w:t>— </w:t>
      </w:r>
      <w:r w:rsidR="00BE611A">
        <w:rPr>
          <w:rFonts w:cs="Georgia"/>
          <w:kern w:val="1"/>
        </w:rPr>
        <w:t>Je vous attends</w:t>
      </w:r>
      <w:r>
        <w:rPr>
          <w:rFonts w:cs="Georgia"/>
          <w:kern w:val="1"/>
        </w:rPr>
        <w:t>.</w:t>
      </w:r>
    </w:p>
    <w:p w14:paraId="39C790F9" w14:textId="77777777" w:rsidR="00BE611A" w:rsidRDefault="00BE611A" w:rsidP="00BE611A">
      <w:pPr>
        <w:rPr>
          <w:rFonts w:cs="Georgia"/>
          <w:kern w:val="1"/>
        </w:rPr>
      </w:pPr>
    </w:p>
    <w:p w14:paraId="38117DF8" w14:textId="77777777" w:rsidR="000E1451" w:rsidRDefault="00BE611A" w:rsidP="00BE611A">
      <w:pPr>
        <w:rPr>
          <w:rFonts w:cs="Georgia"/>
          <w:kern w:val="1"/>
        </w:rPr>
      </w:pPr>
      <w:r>
        <w:rPr>
          <w:rFonts w:cs="Georgia"/>
          <w:kern w:val="1"/>
        </w:rPr>
        <w:t>Cependant</w:t>
      </w:r>
      <w:r w:rsidR="000E1451">
        <w:rPr>
          <w:rFonts w:cs="Georgia"/>
          <w:kern w:val="1"/>
        </w:rPr>
        <w:t xml:space="preserve">, </w:t>
      </w:r>
      <w:r>
        <w:rPr>
          <w:rFonts w:cs="Georgia"/>
          <w:kern w:val="1"/>
        </w:rPr>
        <w:t>le général s</w:t>
      </w:r>
      <w:r w:rsidR="000E1451">
        <w:rPr>
          <w:rFonts w:cs="Georgia"/>
          <w:kern w:val="1"/>
        </w:rPr>
        <w:t>’</w:t>
      </w:r>
      <w:r>
        <w:rPr>
          <w:rFonts w:cs="Georgia"/>
          <w:kern w:val="1"/>
        </w:rPr>
        <w:t>était emparé du bougeoir</w:t>
      </w:r>
      <w:r w:rsidR="000E1451">
        <w:rPr>
          <w:rFonts w:cs="Georgia"/>
          <w:kern w:val="1"/>
        </w:rPr>
        <w:t xml:space="preserve">, </w:t>
      </w:r>
      <w:r>
        <w:rPr>
          <w:rFonts w:cs="Georgia"/>
          <w:kern w:val="1"/>
        </w:rPr>
        <w:t>et l</w:t>
      </w:r>
      <w:r w:rsidR="000E1451">
        <w:rPr>
          <w:rFonts w:cs="Georgia"/>
          <w:kern w:val="1"/>
        </w:rPr>
        <w:t>’</w:t>
      </w:r>
      <w:r>
        <w:rPr>
          <w:rFonts w:cs="Georgia"/>
          <w:kern w:val="1"/>
        </w:rPr>
        <w:t>élevant</w:t>
      </w:r>
      <w:r w:rsidR="000E1451">
        <w:rPr>
          <w:rFonts w:cs="Georgia"/>
          <w:kern w:val="1"/>
        </w:rPr>
        <w:t xml:space="preserve">, </w:t>
      </w:r>
      <w:r>
        <w:rPr>
          <w:rFonts w:cs="Georgia"/>
          <w:kern w:val="1"/>
        </w:rPr>
        <w:t>il étalait jusqu</w:t>
      </w:r>
      <w:r w:rsidR="000E1451">
        <w:rPr>
          <w:rFonts w:cs="Georgia"/>
          <w:kern w:val="1"/>
        </w:rPr>
        <w:t>’</w:t>
      </w:r>
      <w:r>
        <w:rPr>
          <w:rFonts w:cs="Georgia"/>
          <w:kern w:val="1"/>
        </w:rPr>
        <w:t>à nous le cercle lumineux</w:t>
      </w:r>
      <w:r w:rsidR="000E1451">
        <w:rPr>
          <w:rFonts w:cs="Georgia"/>
          <w:kern w:val="1"/>
        </w:rPr>
        <w:t>.</w:t>
      </w:r>
    </w:p>
    <w:p w14:paraId="121A60F3" w14:textId="77777777" w:rsidR="000E1451" w:rsidRDefault="000E1451" w:rsidP="00BE611A">
      <w:pPr>
        <w:rPr>
          <w:rFonts w:cs="Georgia"/>
          <w:kern w:val="1"/>
        </w:rPr>
      </w:pPr>
      <w:r>
        <w:rPr>
          <w:rFonts w:cs="Georgia"/>
          <w:kern w:val="1"/>
        </w:rPr>
        <w:t>— </w:t>
      </w:r>
      <w:r w:rsidR="00BE611A">
        <w:rPr>
          <w:rFonts w:cs="Georgia"/>
          <w:kern w:val="1"/>
        </w:rPr>
        <w:t>Vous</w:t>
      </w:r>
      <w:r>
        <w:rPr>
          <w:rFonts w:cs="Georgia"/>
          <w:kern w:val="1"/>
        </w:rPr>
        <w:t xml:space="preserve"> ? </w:t>
      </w:r>
      <w:r w:rsidR="00BE611A">
        <w:rPr>
          <w:rFonts w:cs="Georgia"/>
          <w:kern w:val="1"/>
        </w:rPr>
        <w:t>Qui</w:t>
      </w:r>
      <w:r>
        <w:rPr>
          <w:rFonts w:cs="Georgia"/>
          <w:kern w:val="1"/>
        </w:rPr>
        <w:t xml:space="preserve">, </w:t>
      </w:r>
      <w:r w:rsidR="00BE611A">
        <w:rPr>
          <w:rFonts w:cs="Georgia"/>
          <w:kern w:val="1"/>
        </w:rPr>
        <w:t>vous</w:t>
      </w:r>
      <w:r>
        <w:rPr>
          <w:rFonts w:cs="Georgia"/>
          <w:kern w:val="1"/>
        </w:rPr>
        <w:t xml:space="preserve"> ? </w:t>
      </w:r>
      <w:r w:rsidR="00BE611A">
        <w:rPr>
          <w:rFonts w:cs="Georgia"/>
          <w:kern w:val="1"/>
        </w:rPr>
        <w:t>ah</w:t>
      </w:r>
      <w:r>
        <w:rPr>
          <w:rFonts w:cs="Georgia"/>
          <w:kern w:val="1"/>
        </w:rPr>
        <w:t xml:space="preserve"> ! </w:t>
      </w:r>
      <w:r w:rsidR="00BE611A">
        <w:rPr>
          <w:rFonts w:cs="Georgia"/>
          <w:kern w:val="1"/>
        </w:rPr>
        <w:t>ah</w:t>
      </w:r>
      <w:r>
        <w:rPr>
          <w:rFonts w:cs="Georgia"/>
          <w:kern w:val="1"/>
        </w:rPr>
        <w:t xml:space="preserve"> ! </w:t>
      </w:r>
      <w:r w:rsidR="00BE611A">
        <w:rPr>
          <w:rFonts w:cs="Georgia"/>
          <w:kern w:val="1"/>
        </w:rPr>
        <w:t>mon brave ami</w:t>
      </w:r>
      <w:r>
        <w:rPr>
          <w:rFonts w:cs="Georgia"/>
          <w:kern w:val="1"/>
        </w:rPr>
        <w:t xml:space="preserve"> ! </w:t>
      </w:r>
      <w:r w:rsidR="00BE611A">
        <w:rPr>
          <w:rFonts w:cs="Georgia"/>
          <w:kern w:val="1"/>
        </w:rPr>
        <w:t>Ce n</w:t>
      </w:r>
      <w:r>
        <w:rPr>
          <w:rFonts w:cs="Georgia"/>
          <w:kern w:val="1"/>
        </w:rPr>
        <w:t>’</w:t>
      </w:r>
      <w:r w:rsidR="00BE611A">
        <w:rPr>
          <w:rFonts w:cs="Georgia"/>
          <w:kern w:val="1"/>
        </w:rPr>
        <w:t>est pas malheureux</w:t>
      </w:r>
      <w:r>
        <w:rPr>
          <w:rFonts w:cs="Georgia"/>
          <w:kern w:val="1"/>
        </w:rPr>
        <w:t xml:space="preserve"> ! </w:t>
      </w:r>
      <w:r w:rsidR="00BE611A">
        <w:rPr>
          <w:rFonts w:cs="Georgia"/>
          <w:kern w:val="1"/>
        </w:rPr>
        <w:t>Mais qu</w:t>
      </w:r>
      <w:r>
        <w:rPr>
          <w:rFonts w:cs="Georgia"/>
          <w:kern w:val="1"/>
        </w:rPr>
        <w:t>’</w:t>
      </w:r>
      <w:r w:rsidR="00BE611A">
        <w:rPr>
          <w:rFonts w:cs="Georgia"/>
          <w:kern w:val="1"/>
        </w:rPr>
        <w:t>est-ce qui se passe donc</w:t>
      </w:r>
      <w:r>
        <w:rPr>
          <w:rFonts w:cs="Georgia"/>
          <w:kern w:val="1"/>
        </w:rPr>
        <w:t xml:space="preserve"> ? </w:t>
      </w:r>
      <w:r w:rsidR="00BE611A">
        <w:rPr>
          <w:rFonts w:cs="Georgia"/>
          <w:kern w:val="1"/>
        </w:rPr>
        <w:t>Voulez-vous m</w:t>
      </w:r>
      <w:r>
        <w:rPr>
          <w:rFonts w:cs="Georgia"/>
          <w:kern w:val="1"/>
        </w:rPr>
        <w:t>’</w:t>
      </w:r>
      <w:r w:rsidR="00BE611A">
        <w:rPr>
          <w:rFonts w:cs="Georgia"/>
          <w:kern w:val="1"/>
        </w:rPr>
        <w:t>expliquer</w:t>
      </w:r>
      <w:r>
        <w:rPr>
          <w:rFonts w:cs="Georgia"/>
          <w:kern w:val="1"/>
        </w:rPr>
        <w:t xml:space="preserve"> ? </w:t>
      </w:r>
      <w:r w:rsidR="00BE611A">
        <w:rPr>
          <w:rFonts w:cs="Georgia"/>
          <w:kern w:val="1"/>
        </w:rPr>
        <w:t>Voilà trois heures que je vous réclame</w:t>
      </w:r>
      <w:r>
        <w:rPr>
          <w:rFonts w:cs="Georgia"/>
          <w:kern w:val="1"/>
        </w:rPr>
        <w:t xml:space="preserve">. </w:t>
      </w:r>
      <w:r w:rsidR="00BE611A">
        <w:rPr>
          <w:rFonts w:cs="Georgia"/>
          <w:kern w:val="1"/>
        </w:rPr>
        <w:t>Singulière conception de l</w:t>
      </w:r>
      <w:r>
        <w:rPr>
          <w:rFonts w:cs="Georgia"/>
          <w:kern w:val="1"/>
        </w:rPr>
        <w:t>’</w:t>
      </w:r>
      <w:r w:rsidR="00BE611A">
        <w:rPr>
          <w:rFonts w:cs="Georgia"/>
          <w:kern w:val="1"/>
        </w:rPr>
        <w:t>exactitude militaire</w:t>
      </w:r>
      <w:r>
        <w:rPr>
          <w:rFonts w:cs="Georgia"/>
          <w:kern w:val="1"/>
        </w:rPr>
        <w:t xml:space="preserve"> ! </w:t>
      </w:r>
      <w:r w:rsidR="00BE611A">
        <w:rPr>
          <w:rFonts w:cs="Georgia"/>
          <w:kern w:val="1"/>
        </w:rPr>
        <w:t>Oui</w:t>
      </w:r>
      <w:r>
        <w:rPr>
          <w:rFonts w:cs="Georgia"/>
          <w:kern w:val="1"/>
        </w:rPr>
        <w:t xml:space="preserve">, </w:t>
      </w:r>
      <w:r w:rsidR="00BE611A">
        <w:rPr>
          <w:rFonts w:cs="Georgia"/>
          <w:kern w:val="1"/>
        </w:rPr>
        <w:t>singulière conception</w:t>
      </w:r>
      <w:r>
        <w:rPr>
          <w:rFonts w:cs="Georgia"/>
          <w:kern w:val="1"/>
        </w:rPr>
        <w:t xml:space="preserve">. </w:t>
      </w:r>
      <w:r w:rsidR="00BE611A">
        <w:rPr>
          <w:rFonts w:cs="Georgia"/>
          <w:kern w:val="1"/>
        </w:rPr>
        <w:t>Approchez</w:t>
      </w:r>
      <w:r>
        <w:rPr>
          <w:rFonts w:cs="Georgia"/>
          <w:kern w:val="1"/>
        </w:rPr>
        <w:t xml:space="preserve">, </w:t>
      </w:r>
      <w:r w:rsidR="00BE611A">
        <w:rPr>
          <w:rFonts w:cs="Georgia"/>
          <w:kern w:val="1"/>
        </w:rPr>
        <w:t>mon ami</w:t>
      </w:r>
      <w:r>
        <w:rPr>
          <w:rFonts w:cs="Georgia"/>
          <w:kern w:val="1"/>
        </w:rPr>
        <w:t xml:space="preserve">, </w:t>
      </w:r>
      <w:r w:rsidR="00BE611A">
        <w:rPr>
          <w:rFonts w:cs="Georgia"/>
          <w:kern w:val="1"/>
        </w:rPr>
        <w:t>approchez</w:t>
      </w:r>
      <w:r>
        <w:rPr>
          <w:rFonts w:cs="Georgia"/>
          <w:kern w:val="1"/>
        </w:rPr>
        <w:t xml:space="preserve"> ! </w:t>
      </w:r>
      <w:r w:rsidR="00BE611A">
        <w:rPr>
          <w:rFonts w:cs="Georgia"/>
          <w:kern w:val="1"/>
        </w:rPr>
        <w:t>J</w:t>
      </w:r>
      <w:r>
        <w:rPr>
          <w:rFonts w:cs="Georgia"/>
          <w:kern w:val="1"/>
        </w:rPr>
        <w:t>’</w:t>
      </w:r>
      <w:r w:rsidR="00BE611A">
        <w:rPr>
          <w:rFonts w:cs="Georgia"/>
          <w:kern w:val="1"/>
        </w:rPr>
        <w:t>ai pas mal de questions à vous poser</w:t>
      </w:r>
      <w:r>
        <w:rPr>
          <w:rFonts w:cs="Georgia"/>
          <w:kern w:val="1"/>
        </w:rPr>
        <w:t xml:space="preserve">. </w:t>
      </w:r>
      <w:r w:rsidR="00BE611A">
        <w:rPr>
          <w:rFonts w:cs="Georgia"/>
          <w:kern w:val="1"/>
        </w:rPr>
        <w:t>D</w:t>
      </w:r>
      <w:r>
        <w:rPr>
          <w:rFonts w:cs="Georgia"/>
          <w:kern w:val="1"/>
        </w:rPr>
        <w:t>’</w:t>
      </w:r>
      <w:r w:rsidR="00BE611A">
        <w:rPr>
          <w:rFonts w:cs="Georgia"/>
          <w:kern w:val="1"/>
        </w:rPr>
        <w:t>abord</w:t>
      </w:r>
      <w:r>
        <w:rPr>
          <w:rFonts w:cs="Georgia"/>
          <w:kern w:val="1"/>
        </w:rPr>
        <w:t xml:space="preserve">, </w:t>
      </w:r>
      <w:r w:rsidR="00BE611A">
        <w:rPr>
          <w:rFonts w:cs="Georgia"/>
          <w:kern w:val="1"/>
        </w:rPr>
        <w:t>comment se fait-il que l</w:t>
      </w:r>
      <w:r>
        <w:rPr>
          <w:rFonts w:cs="Georgia"/>
          <w:kern w:val="1"/>
        </w:rPr>
        <w:t>’</w:t>
      </w:r>
      <w:r w:rsidR="00BE611A">
        <w:rPr>
          <w:rFonts w:cs="Georgia"/>
          <w:kern w:val="1"/>
        </w:rPr>
        <w:t>électricité ne marche plus</w:t>
      </w:r>
      <w:r>
        <w:rPr>
          <w:rFonts w:cs="Georgia"/>
          <w:kern w:val="1"/>
        </w:rPr>
        <w:t> ?</w:t>
      </w:r>
    </w:p>
    <w:p w14:paraId="1905F331" w14:textId="77777777" w:rsidR="000E1451" w:rsidRDefault="000E1451" w:rsidP="00BE611A">
      <w:pPr>
        <w:rPr>
          <w:rFonts w:cs="Georgia"/>
          <w:kern w:val="1"/>
        </w:rPr>
      </w:pPr>
      <w:r>
        <w:rPr>
          <w:rFonts w:cs="Georgia"/>
          <w:kern w:val="1"/>
        </w:rPr>
        <w:t>— </w:t>
      </w:r>
      <w:r w:rsidR="00BE611A">
        <w:rPr>
          <w:rFonts w:cs="Georgia"/>
          <w:kern w:val="1"/>
        </w:rPr>
        <w:t>Mon général</w:t>
      </w:r>
      <w:r>
        <w:rPr>
          <w:rFonts w:cs="Georgia"/>
          <w:kern w:val="1"/>
        </w:rPr>
        <w:t xml:space="preserve">, </w:t>
      </w:r>
      <w:r w:rsidR="00BE611A">
        <w:rPr>
          <w:rFonts w:cs="Georgia"/>
          <w:kern w:val="1"/>
        </w:rPr>
        <w:t>je ne sais pas</w:t>
      </w:r>
      <w:r>
        <w:rPr>
          <w:rFonts w:cs="Georgia"/>
          <w:kern w:val="1"/>
        </w:rPr>
        <w:t xml:space="preserve">. </w:t>
      </w:r>
      <w:r w:rsidR="00BE611A">
        <w:rPr>
          <w:rFonts w:cs="Georgia"/>
          <w:kern w:val="1"/>
        </w:rPr>
        <w:t>Un court-circuit</w:t>
      </w:r>
      <w:r>
        <w:rPr>
          <w:rFonts w:cs="Georgia"/>
          <w:kern w:val="1"/>
        </w:rPr>
        <w:t>…</w:t>
      </w:r>
    </w:p>
    <w:p w14:paraId="144F5906" w14:textId="77777777" w:rsidR="000E1451" w:rsidRDefault="000E1451" w:rsidP="00BE611A">
      <w:pPr>
        <w:rPr>
          <w:rFonts w:cs="Georgia"/>
          <w:kern w:val="1"/>
        </w:rPr>
      </w:pPr>
      <w:r>
        <w:rPr>
          <w:rFonts w:cs="Georgia"/>
          <w:kern w:val="1"/>
        </w:rPr>
        <w:t>— </w:t>
      </w:r>
      <w:r w:rsidR="00BE611A">
        <w:rPr>
          <w:rFonts w:cs="Georgia"/>
          <w:kern w:val="1"/>
        </w:rPr>
        <w:t>Vous devriez savoir</w:t>
      </w:r>
      <w:r>
        <w:rPr>
          <w:rFonts w:cs="Georgia"/>
          <w:kern w:val="1"/>
        </w:rPr>
        <w:t xml:space="preserve">, </w:t>
      </w:r>
      <w:r w:rsidR="00BE611A">
        <w:rPr>
          <w:rFonts w:cs="Georgia"/>
          <w:kern w:val="1"/>
        </w:rPr>
        <w:t>voyons</w:t>
      </w:r>
      <w:r>
        <w:rPr>
          <w:rFonts w:cs="Georgia"/>
          <w:kern w:val="1"/>
        </w:rPr>
        <w:t xml:space="preserve">. </w:t>
      </w:r>
      <w:r w:rsidR="00BE611A">
        <w:rPr>
          <w:rFonts w:cs="Georgia"/>
          <w:kern w:val="1"/>
        </w:rPr>
        <w:t>C</w:t>
      </w:r>
      <w:r>
        <w:rPr>
          <w:rFonts w:cs="Georgia"/>
          <w:kern w:val="1"/>
        </w:rPr>
        <w:t>’</w:t>
      </w:r>
      <w:r w:rsidR="00BE611A">
        <w:rPr>
          <w:rFonts w:cs="Georgia"/>
          <w:kern w:val="1"/>
        </w:rPr>
        <w:t>est votre métier</w:t>
      </w:r>
      <w:r>
        <w:rPr>
          <w:rFonts w:cs="Georgia"/>
          <w:kern w:val="1"/>
        </w:rPr>
        <w:t xml:space="preserve">. </w:t>
      </w:r>
      <w:r w:rsidR="00BE611A">
        <w:rPr>
          <w:rFonts w:cs="Georgia"/>
          <w:kern w:val="1"/>
        </w:rPr>
        <w:t>Singulière conception</w:t>
      </w:r>
      <w:r>
        <w:rPr>
          <w:rFonts w:cs="Georgia"/>
          <w:kern w:val="1"/>
        </w:rPr>
        <w:t xml:space="preserve"> !… </w:t>
      </w:r>
      <w:r w:rsidR="00BE611A">
        <w:rPr>
          <w:rFonts w:cs="Georgia"/>
          <w:kern w:val="1"/>
        </w:rPr>
        <w:t>l</w:t>
      </w:r>
      <w:r>
        <w:rPr>
          <w:rFonts w:cs="Georgia"/>
          <w:kern w:val="1"/>
        </w:rPr>
        <w:t>’</w:t>
      </w:r>
      <w:r w:rsidR="00BE611A">
        <w:rPr>
          <w:rFonts w:cs="Georgia"/>
          <w:kern w:val="1"/>
        </w:rPr>
        <w:t>électricité ne marche plus</w:t>
      </w:r>
      <w:r>
        <w:rPr>
          <w:rFonts w:cs="Georgia"/>
          <w:kern w:val="1"/>
        </w:rPr>
        <w:t xml:space="preserve">. </w:t>
      </w:r>
      <w:r w:rsidR="00BE611A">
        <w:rPr>
          <w:rFonts w:cs="Georgia"/>
          <w:kern w:val="1"/>
        </w:rPr>
        <w:t>Là-dessus</w:t>
      </w:r>
      <w:r>
        <w:rPr>
          <w:rFonts w:cs="Georgia"/>
          <w:kern w:val="1"/>
        </w:rPr>
        <w:t xml:space="preserve">, </w:t>
      </w:r>
      <w:r w:rsidR="00BE611A">
        <w:rPr>
          <w:rFonts w:cs="Georgia"/>
          <w:kern w:val="1"/>
        </w:rPr>
        <w:t>on va se promener</w:t>
      </w:r>
      <w:r>
        <w:rPr>
          <w:rFonts w:cs="Georgia"/>
          <w:kern w:val="1"/>
        </w:rPr>
        <w:t xml:space="preserve">. </w:t>
      </w:r>
      <w:r w:rsidR="00BE611A">
        <w:rPr>
          <w:rFonts w:cs="Georgia"/>
          <w:kern w:val="1"/>
        </w:rPr>
        <w:t>Et quand allez-vous vous décider à la faire remarcher</w:t>
      </w:r>
      <w:r>
        <w:rPr>
          <w:rFonts w:cs="Georgia"/>
          <w:kern w:val="1"/>
        </w:rPr>
        <w:t> ?</w:t>
      </w:r>
    </w:p>
    <w:p w14:paraId="4316F3D3" w14:textId="77777777" w:rsidR="000E1451" w:rsidRDefault="00BE611A" w:rsidP="00BE611A">
      <w:pPr>
        <w:rPr>
          <w:rFonts w:cs="Georgia"/>
          <w:kern w:val="1"/>
        </w:rPr>
      </w:pPr>
      <w:r>
        <w:rPr>
          <w:rFonts w:cs="Georgia"/>
          <w:kern w:val="1"/>
        </w:rPr>
        <w:lastRenderedPageBreak/>
        <w:t>Je me tus</w:t>
      </w:r>
      <w:r w:rsidR="000E1451">
        <w:rPr>
          <w:rFonts w:cs="Georgia"/>
          <w:kern w:val="1"/>
        </w:rPr>
        <w:t xml:space="preserve">. </w:t>
      </w:r>
      <w:r>
        <w:rPr>
          <w:rFonts w:cs="Georgia"/>
          <w:kern w:val="1"/>
        </w:rPr>
        <w:t>Mille fois me laisser accuser de toutes les impérities</w:t>
      </w:r>
      <w:r w:rsidR="000E1451">
        <w:rPr>
          <w:rFonts w:cs="Georgia"/>
          <w:kern w:val="1"/>
        </w:rPr>
        <w:t xml:space="preserve">, </w:t>
      </w:r>
      <w:r>
        <w:rPr>
          <w:rFonts w:cs="Georgia"/>
          <w:kern w:val="1"/>
        </w:rPr>
        <w:t>plutôt que d</w:t>
      </w:r>
      <w:r w:rsidR="000E1451">
        <w:rPr>
          <w:rFonts w:cs="Georgia"/>
          <w:kern w:val="1"/>
        </w:rPr>
        <w:t>’</w:t>
      </w:r>
      <w:r>
        <w:rPr>
          <w:rFonts w:cs="Georgia"/>
          <w:kern w:val="1"/>
        </w:rPr>
        <w:t>apprendre au vieillard la vérité</w:t>
      </w:r>
      <w:r w:rsidR="000E1451">
        <w:rPr>
          <w:rFonts w:cs="Georgia"/>
          <w:kern w:val="1"/>
        </w:rPr>
        <w:t xml:space="preserve">, </w:t>
      </w:r>
      <w:r>
        <w:rPr>
          <w:rFonts w:cs="Georgia"/>
          <w:kern w:val="1"/>
        </w:rPr>
        <w:t>plutôt que de lui révéler que l</w:t>
      </w:r>
      <w:r w:rsidR="000E1451">
        <w:rPr>
          <w:rFonts w:cs="Georgia"/>
          <w:kern w:val="1"/>
        </w:rPr>
        <w:t>’</w:t>
      </w:r>
      <w:r>
        <w:rPr>
          <w:rFonts w:cs="Georgia"/>
          <w:kern w:val="1"/>
        </w:rPr>
        <w:t>orgueilleuse armature de l</w:t>
      </w:r>
      <w:r w:rsidR="000E1451">
        <w:rPr>
          <w:rFonts w:cs="Georgia"/>
          <w:kern w:val="1"/>
        </w:rPr>
        <w:t>’</w:t>
      </w:r>
      <w:r>
        <w:rPr>
          <w:rFonts w:cs="Georgia"/>
          <w:kern w:val="1"/>
        </w:rPr>
        <w:t>État prussien était en train de se décomposer</w:t>
      </w:r>
      <w:r w:rsidR="000E1451">
        <w:rPr>
          <w:rFonts w:cs="Georgia"/>
          <w:kern w:val="1"/>
        </w:rPr>
        <w:t xml:space="preserve">, </w:t>
      </w:r>
      <w:r>
        <w:rPr>
          <w:rFonts w:cs="Georgia"/>
          <w:kern w:val="1"/>
        </w:rPr>
        <w:t>de s</w:t>
      </w:r>
      <w:r w:rsidR="000E1451">
        <w:rPr>
          <w:rFonts w:cs="Georgia"/>
          <w:kern w:val="1"/>
        </w:rPr>
        <w:t>’</w:t>
      </w:r>
      <w:r>
        <w:rPr>
          <w:rFonts w:cs="Georgia"/>
          <w:kern w:val="1"/>
        </w:rPr>
        <w:t>en aller par lambeaux</w:t>
      </w:r>
      <w:r w:rsidR="000E1451">
        <w:rPr>
          <w:rFonts w:cs="Georgia"/>
          <w:kern w:val="1"/>
        </w:rPr>
        <w:t> !</w:t>
      </w:r>
    </w:p>
    <w:p w14:paraId="6294CBC7" w14:textId="77777777" w:rsidR="000E1451" w:rsidRDefault="000E1451" w:rsidP="00BE611A">
      <w:pPr>
        <w:rPr>
          <w:rFonts w:cs="Georgia"/>
          <w:kern w:val="1"/>
        </w:rPr>
      </w:pPr>
      <w:r>
        <w:rPr>
          <w:rFonts w:cs="Georgia"/>
          <w:kern w:val="1"/>
        </w:rPr>
        <w:t>— </w:t>
      </w:r>
      <w:r w:rsidR="00BE611A">
        <w:rPr>
          <w:rFonts w:cs="Georgia"/>
          <w:kern w:val="1"/>
        </w:rPr>
        <w:t>Demain</w:t>
      </w:r>
      <w:r>
        <w:rPr>
          <w:rFonts w:cs="Georgia"/>
          <w:kern w:val="1"/>
        </w:rPr>
        <w:t xml:space="preserve">, </w:t>
      </w:r>
      <w:r w:rsidR="00BE611A">
        <w:rPr>
          <w:rFonts w:cs="Georgia"/>
          <w:kern w:val="1"/>
        </w:rPr>
        <w:t>il faudra songer à remédier à cela</w:t>
      </w:r>
      <w:r>
        <w:rPr>
          <w:rFonts w:cs="Georgia"/>
          <w:kern w:val="1"/>
        </w:rPr>
        <w:t xml:space="preserve">. </w:t>
      </w:r>
      <w:r w:rsidR="00BE611A">
        <w:rPr>
          <w:rFonts w:cs="Georgia"/>
          <w:kern w:val="1"/>
        </w:rPr>
        <w:t>C</w:t>
      </w:r>
      <w:r>
        <w:rPr>
          <w:rFonts w:cs="Georgia"/>
          <w:kern w:val="1"/>
        </w:rPr>
        <w:t>’</w:t>
      </w:r>
      <w:r w:rsidR="00BE611A">
        <w:rPr>
          <w:rFonts w:cs="Georgia"/>
          <w:kern w:val="1"/>
        </w:rPr>
        <w:t>est fort désagréable</w:t>
      </w:r>
      <w:r>
        <w:rPr>
          <w:rFonts w:cs="Georgia"/>
          <w:kern w:val="1"/>
        </w:rPr>
        <w:t xml:space="preserve">. </w:t>
      </w:r>
      <w:r w:rsidR="00BE611A">
        <w:rPr>
          <w:rFonts w:cs="Georgia"/>
          <w:kern w:val="1"/>
        </w:rPr>
        <w:t>Je ne peux pourtant pas éclairer mes vitrines avec des bougies</w:t>
      </w:r>
      <w:r>
        <w:rPr>
          <w:rFonts w:cs="Georgia"/>
          <w:kern w:val="1"/>
        </w:rPr>
        <w:t xml:space="preserve">, </w:t>
      </w:r>
      <w:r w:rsidR="00BE611A">
        <w:rPr>
          <w:rFonts w:cs="Georgia"/>
          <w:kern w:val="1"/>
        </w:rPr>
        <w:t>n</w:t>
      </w:r>
      <w:r>
        <w:rPr>
          <w:rFonts w:cs="Georgia"/>
          <w:kern w:val="1"/>
        </w:rPr>
        <w:t>’</w:t>
      </w:r>
      <w:r w:rsidR="00BE611A">
        <w:rPr>
          <w:rFonts w:cs="Georgia"/>
          <w:kern w:val="1"/>
        </w:rPr>
        <w:t>est-ce pas</w:t>
      </w:r>
      <w:r>
        <w:rPr>
          <w:rFonts w:cs="Georgia"/>
          <w:kern w:val="1"/>
        </w:rPr>
        <w:t xml:space="preserve"> ? </w:t>
      </w:r>
      <w:r w:rsidR="00BE611A">
        <w:rPr>
          <w:rFonts w:cs="Georgia"/>
          <w:kern w:val="1"/>
        </w:rPr>
        <w:t>Passons</w:t>
      </w:r>
      <w:r>
        <w:rPr>
          <w:rFonts w:cs="Georgia"/>
          <w:kern w:val="1"/>
        </w:rPr>
        <w:t xml:space="preserve">, </w:t>
      </w:r>
      <w:r w:rsidR="00BE611A">
        <w:rPr>
          <w:rFonts w:cs="Georgia"/>
          <w:kern w:val="1"/>
        </w:rPr>
        <w:t>j</w:t>
      </w:r>
      <w:r>
        <w:rPr>
          <w:rFonts w:cs="Georgia"/>
          <w:kern w:val="1"/>
        </w:rPr>
        <w:t>’</w:t>
      </w:r>
      <w:r w:rsidR="00BE611A">
        <w:rPr>
          <w:rFonts w:cs="Georgia"/>
          <w:kern w:val="1"/>
        </w:rPr>
        <w:t>avais autre chose à vous dire</w:t>
      </w:r>
      <w:r>
        <w:rPr>
          <w:rFonts w:cs="Georgia"/>
          <w:kern w:val="1"/>
        </w:rPr>
        <w:t xml:space="preserve">. </w:t>
      </w:r>
      <w:r w:rsidR="00BE611A">
        <w:rPr>
          <w:rFonts w:cs="Georgia"/>
          <w:kern w:val="1"/>
        </w:rPr>
        <w:t>Je ne me rappelle plus quoi</w:t>
      </w:r>
      <w:r>
        <w:rPr>
          <w:rFonts w:cs="Georgia"/>
          <w:kern w:val="1"/>
        </w:rPr>
        <w:t xml:space="preserve">. </w:t>
      </w:r>
      <w:r w:rsidR="00BE611A">
        <w:rPr>
          <w:rFonts w:cs="Georgia"/>
          <w:kern w:val="1"/>
        </w:rPr>
        <w:t>Ah</w:t>
      </w:r>
      <w:r>
        <w:rPr>
          <w:rFonts w:cs="Georgia"/>
          <w:kern w:val="1"/>
        </w:rPr>
        <w:t xml:space="preserve"> ! </w:t>
      </w:r>
      <w:r w:rsidR="00BE611A">
        <w:rPr>
          <w:rFonts w:cs="Georgia"/>
          <w:kern w:val="1"/>
        </w:rPr>
        <w:t>oui</w:t>
      </w:r>
      <w:r>
        <w:rPr>
          <w:rFonts w:cs="Georgia"/>
          <w:kern w:val="1"/>
        </w:rPr>
        <w:t xml:space="preserve">, </w:t>
      </w:r>
      <w:r w:rsidR="00BE611A">
        <w:rPr>
          <w:rFonts w:cs="Georgia"/>
          <w:kern w:val="1"/>
        </w:rPr>
        <w:t>j</w:t>
      </w:r>
      <w:r>
        <w:rPr>
          <w:rFonts w:cs="Georgia"/>
          <w:kern w:val="1"/>
        </w:rPr>
        <w:t>’</w:t>
      </w:r>
      <w:r w:rsidR="00BE611A">
        <w:rPr>
          <w:rFonts w:cs="Georgia"/>
          <w:kern w:val="1"/>
        </w:rPr>
        <w:t>y suis</w:t>
      </w:r>
      <w:r>
        <w:rPr>
          <w:rFonts w:cs="Georgia"/>
          <w:kern w:val="1"/>
        </w:rPr>
        <w:t xml:space="preserve">. </w:t>
      </w:r>
      <w:r w:rsidR="00BE611A">
        <w:rPr>
          <w:rFonts w:cs="Georgia"/>
          <w:kern w:val="1"/>
        </w:rPr>
        <w:t>Mon ami</w:t>
      </w:r>
      <w:r>
        <w:rPr>
          <w:rFonts w:cs="Georgia"/>
          <w:kern w:val="1"/>
        </w:rPr>
        <w:t xml:space="preserve">, </w:t>
      </w:r>
      <w:r w:rsidR="00BE611A">
        <w:rPr>
          <w:rFonts w:cs="Georgia"/>
          <w:kern w:val="1"/>
        </w:rPr>
        <w:t>mon bon ami</w:t>
      </w:r>
      <w:r>
        <w:rPr>
          <w:rFonts w:cs="Georgia"/>
          <w:kern w:val="1"/>
        </w:rPr>
        <w:t xml:space="preserve">, </w:t>
      </w:r>
      <w:r w:rsidR="00BE611A">
        <w:rPr>
          <w:rFonts w:cs="Georgia"/>
          <w:kern w:val="1"/>
        </w:rPr>
        <w:t>vous voyez devant vous un homme inquiet</w:t>
      </w:r>
      <w:r>
        <w:rPr>
          <w:rFonts w:cs="Georgia"/>
          <w:kern w:val="1"/>
        </w:rPr>
        <w:t xml:space="preserve">, </w:t>
      </w:r>
      <w:r w:rsidR="00BE611A">
        <w:rPr>
          <w:rFonts w:cs="Georgia"/>
          <w:kern w:val="1"/>
        </w:rPr>
        <w:t>très inquiet</w:t>
      </w:r>
      <w:r>
        <w:rPr>
          <w:rFonts w:cs="Georgia"/>
          <w:kern w:val="1"/>
        </w:rPr>
        <w:t xml:space="preserve">. </w:t>
      </w:r>
      <w:r w:rsidR="00BE611A">
        <w:rPr>
          <w:rFonts w:cs="Georgia"/>
          <w:kern w:val="1"/>
        </w:rPr>
        <w:t>Avez-vous jeté un coup d</w:t>
      </w:r>
      <w:r>
        <w:rPr>
          <w:rFonts w:cs="Georgia"/>
          <w:kern w:val="1"/>
        </w:rPr>
        <w:t>’</w:t>
      </w:r>
      <w:r w:rsidR="00BE611A">
        <w:rPr>
          <w:rFonts w:cs="Georgia"/>
          <w:kern w:val="1"/>
        </w:rPr>
        <w:t>œil sur ces gazettes</w:t>
      </w:r>
      <w:r>
        <w:rPr>
          <w:rFonts w:cs="Georgia"/>
          <w:kern w:val="1"/>
        </w:rPr>
        <w:t> ?</w:t>
      </w:r>
    </w:p>
    <w:p w14:paraId="015A813D" w14:textId="77777777" w:rsidR="000E1451" w:rsidRDefault="00BE611A" w:rsidP="00BE611A">
      <w:pPr>
        <w:rPr>
          <w:rFonts w:cs="Georgia"/>
          <w:kern w:val="1"/>
        </w:rPr>
      </w:pPr>
      <w:r>
        <w:rPr>
          <w:rFonts w:cs="Georgia"/>
          <w:kern w:val="1"/>
        </w:rPr>
        <w:t>Il avait raflé sur son lit une demi-douzaine de journaux et me les tendait</w:t>
      </w:r>
      <w:r w:rsidR="000E1451">
        <w:rPr>
          <w:rFonts w:cs="Georgia"/>
          <w:kern w:val="1"/>
        </w:rPr>
        <w:t>.</w:t>
      </w:r>
    </w:p>
    <w:p w14:paraId="081CC2E0" w14:textId="77777777" w:rsidR="000E1451" w:rsidRDefault="000E1451" w:rsidP="00BE611A">
      <w:pPr>
        <w:rPr>
          <w:rFonts w:cs="Georgia"/>
          <w:kern w:val="1"/>
        </w:rPr>
      </w:pPr>
      <w:r>
        <w:rPr>
          <w:rFonts w:cs="Georgia"/>
          <w:kern w:val="1"/>
        </w:rPr>
        <w:t>— </w:t>
      </w:r>
      <w:r w:rsidR="00BE611A">
        <w:rPr>
          <w:rFonts w:cs="Georgia"/>
          <w:kern w:val="1"/>
        </w:rPr>
        <w:t>Mon général</w:t>
      </w:r>
      <w:r>
        <w:rPr>
          <w:rFonts w:cs="Georgia"/>
          <w:kern w:val="1"/>
        </w:rPr>
        <w:t xml:space="preserve">, </w:t>
      </w:r>
      <w:r w:rsidR="00BE611A">
        <w:rPr>
          <w:rFonts w:cs="Georgia"/>
          <w:kern w:val="1"/>
        </w:rPr>
        <w:t>balbutiai-je</w:t>
      </w:r>
      <w:r>
        <w:rPr>
          <w:rFonts w:cs="Georgia"/>
          <w:kern w:val="1"/>
        </w:rPr>
        <w:t xml:space="preserve">, </w:t>
      </w:r>
      <w:r w:rsidR="00BE611A">
        <w:rPr>
          <w:rFonts w:cs="Georgia"/>
          <w:kern w:val="1"/>
        </w:rPr>
        <w:t>comprenant que le moment critique était venu</w:t>
      </w:r>
      <w:r>
        <w:rPr>
          <w:rFonts w:cs="Georgia"/>
          <w:kern w:val="1"/>
        </w:rPr>
        <w:t xml:space="preserve">, </w:t>
      </w:r>
      <w:r w:rsidR="00BE611A">
        <w:rPr>
          <w:rFonts w:cs="Georgia"/>
          <w:kern w:val="1"/>
        </w:rPr>
        <w:t>il ne faut pas ajouter foi</w:t>
      </w:r>
      <w:r>
        <w:rPr>
          <w:rFonts w:cs="Georgia"/>
          <w:kern w:val="1"/>
        </w:rPr>
        <w:t xml:space="preserve">… </w:t>
      </w:r>
      <w:r w:rsidR="00BE611A">
        <w:rPr>
          <w:rFonts w:cs="Georgia"/>
          <w:kern w:val="1"/>
        </w:rPr>
        <w:t>je veux dire il ne faut pas exagérer la portée des nouvelles que donnent certains journaux</w:t>
      </w:r>
      <w:r>
        <w:rPr>
          <w:rFonts w:cs="Georgia"/>
          <w:kern w:val="1"/>
        </w:rPr>
        <w:t xml:space="preserve">. </w:t>
      </w:r>
      <w:r w:rsidR="00BE611A">
        <w:rPr>
          <w:rFonts w:cs="Georgia"/>
          <w:kern w:val="1"/>
        </w:rPr>
        <w:t>Souvent</w:t>
      </w:r>
      <w:r>
        <w:rPr>
          <w:rFonts w:cs="Georgia"/>
          <w:kern w:val="1"/>
        </w:rPr>
        <w:t xml:space="preserve">, </w:t>
      </w:r>
      <w:r w:rsidR="00BE611A">
        <w:rPr>
          <w:rFonts w:cs="Georgia"/>
          <w:kern w:val="1"/>
        </w:rPr>
        <w:t>les bruits les plus sujets à caution</w:t>
      </w:r>
      <w:r>
        <w:rPr>
          <w:rFonts w:cs="Georgia"/>
          <w:kern w:val="1"/>
        </w:rPr>
        <w:t>…</w:t>
      </w:r>
    </w:p>
    <w:p w14:paraId="526CCA51" w14:textId="77777777" w:rsidR="000E1451" w:rsidRDefault="00BE611A" w:rsidP="00BE611A">
      <w:pPr>
        <w:rPr>
          <w:rFonts w:cs="Georgia"/>
          <w:kern w:val="1"/>
        </w:rPr>
      </w:pPr>
      <w:r>
        <w:rPr>
          <w:rFonts w:cs="Georgia"/>
          <w:kern w:val="1"/>
        </w:rPr>
        <w:t>Au regard sévère qu</w:t>
      </w:r>
      <w:r w:rsidR="000E1451">
        <w:rPr>
          <w:rFonts w:cs="Georgia"/>
          <w:kern w:val="1"/>
        </w:rPr>
        <w:t>’</w:t>
      </w:r>
      <w:r>
        <w:rPr>
          <w:rFonts w:cs="Georgia"/>
          <w:kern w:val="1"/>
        </w:rPr>
        <w:t>il me lança</w:t>
      </w:r>
      <w:r w:rsidR="000E1451">
        <w:rPr>
          <w:rFonts w:cs="Georgia"/>
          <w:kern w:val="1"/>
        </w:rPr>
        <w:t xml:space="preserve">, </w:t>
      </w:r>
      <w:r>
        <w:rPr>
          <w:rFonts w:cs="Georgia"/>
          <w:kern w:val="1"/>
        </w:rPr>
        <w:t>je compris que j</w:t>
      </w:r>
      <w:r w:rsidR="000E1451">
        <w:rPr>
          <w:rFonts w:cs="Georgia"/>
          <w:kern w:val="1"/>
        </w:rPr>
        <w:t>’</w:t>
      </w:r>
      <w:r>
        <w:rPr>
          <w:rFonts w:cs="Georgia"/>
          <w:kern w:val="1"/>
        </w:rPr>
        <w:t>étais en train de faire fausse route</w:t>
      </w:r>
      <w:r w:rsidR="000E1451">
        <w:rPr>
          <w:rFonts w:cs="Georgia"/>
          <w:kern w:val="1"/>
        </w:rPr>
        <w:t>.</w:t>
      </w:r>
    </w:p>
    <w:p w14:paraId="329A5A95" w14:textId="77777777" w:rsidR="000E1451" w:rsidRDefault="000E1451" w:rsidP="00BE611A">
      <w:pPr>
        <w:rPr>
          <w:rFonts w:cs="Georgia"/>
          <w:kern w:val="1"/>
        </w:rPr>
      </w:pPr>
      <w:r>
        <w:rPr>
          <w:rFonts w:cs="Georgia"/>
          <w:kern w:val="1"/>
        </w:rPr>
        <w:t>— </w:t>
      </w:r>
      <w:r w:rsidR="00BE611A">
        <w:rPr>
          <w:rFonts w:cs="Georgia"/>
          <w:kern w:val="1"/>
        </w:rPr>
        <w:t>Quoi</w:t>
      </w:r>
      <w:r>
        <w:rPr>
          <w:rFonts w:cs="Georgia"/>
          <w:kern w:val="1"/>
        </w:rPr>
        <w:t xml:space="preserve"> ? </w:t>
      </w:r>
      <w:r w:rsidR="00BE611A">
        <w:rPr>
          <w:rFonts w:cs="Georgia"/>
          <w:kern w:val="1"/>
        </w:rPr>
        <w:t>Que prétendez-vous insinuer</w:t>
      </w:r>
      <w:r>
        <w:rPr>
          <w:rFonts w:cs="Georgia"/>
          <w:kern w:val="1"/>
        </w:rPr>
        <w:t xml:space="preserve"> ? </w:t>
      </w:r>
      <w:r w:rsidR="00BE611A">
        <w:rPr>
          <w:rFonts w:cs="Georgia"/>
          <w:kern w:val="1"/>
        </w:rPr>
        <w:t>dit-il</w:t>
      </w:r>
      <w:r>
        <w:rPr>
          <w:rFonts w:cs="Georgia"/>
          <w:kern w:val="1"/>
        </w:rPr>
        <w:t xml:space="preserve">. </w:t>
      </w:r>
      <w:r w:rsidR="00BE611A">
        <w:rPr>
          <w:rFonts w:cs="Georgia"/>
          <w:kern w:val="1"/>
        </w:rPr>
        <w:t>Halte-là</w:t>
      </w:r>
      <w:r>
        <w:rPr>
          <w:rFonts w:cs="Georgia"/>
          <w:kern w:val="1"/>
        </w:rPr>
        <w:t xml:space="preserve">, </w:t>
      </w:r>
      <w:r w:rsidR="00BE611A">
        <w:rPr>
          <w:rFonts w:cs="Georgia"/>
          <w:kern w:val="1"/>
        </w:rPr>
        <w:t>s</w:t>
      </w:r>
      <w:r>
        <w:rPr>
          <w:rFonts w:cs="Georgia"/>
          <w:kern w:val="1"/>
        </w:rPr>
        <w:t>’</w:t>
      </w:r>
      <w:r w:rsidR="00BE611A">
        <w:rPr>
          <w:rFonts w:cs="Georgia"/>
          <w:kern w:val="1"/>
        </w:rPr>
        <w:t>il vous plaît</w:t>
      </w:r>
      <w:r>
        <w:rPr>
          <w:rFonts w:cs="Georgia"/>
          <w:kern w:val="1"/>
        </w:rPr>
        <w:t xml:space="preserve"> ! </w:t>
      </w:r>
      <w:r w:rsidR="00BE611A">
        <w:rPr>
          <w:rFonts w:cs="Georgia"/>
          <w:kern w:val="1"/>
        </w:rPr>
        <w:t xml:space="preserve">La </w:t>
      </w:r>
      <w:r w:rsidR="00BE611A">
        <w:rPr>
          <w:rFonts w:cs="Georgia"/>
          <w:bCs/>
          <w:i/>
          <w:iCs/>
          <w:kern w:val="1"/>
        </w:rPr>
        <w:t>Gazette de la Croix</w:t>
      </w:r>
      <w:r>
        <w:rPr>
          <w:rFonts w:cs="Georgia"/>
          <w:bCs/>
          <w:kern w:val="1"/>
        </w:rPr>
        <w:t xml:space="preserve">, </w:t>
      </w:r>
      <w:r w:rsidR="00BE611A">
        <w:rPr>
          <w:rFonts w:cs="Georgia"/>
          <w:bCs/>
          <w:kern w:val="1"/>
        </w:rPr>
        <w:t>m</w:t>
      </w:r>
      <w:r w:rsidR="00BE611A">
        <w:rPr>
          <w:rFonts w:cs="Georgia"/>
          <w:kern w:val="1"/>
        </w:rPr>
        <w:t>on ami</w:t>
      </w:r>
      <w:r>
        <w:rPr>
          <w:rFonts w:cs="Georgia"/>
          <w:kern w:val="1"/>
        </w:rPr>
        <w:t xml:space="preserve">, </w:t>
      </w:r>
      <w:r w:rsidR="00BE611A">
        <w:rPr>
          <w:rFonts w:cs="Georgia"/>
          <w:kern w:val="1"/>
        </w:rPr>
        <w:t>n</w:t>
      </w:r>
      <w:r>
        <w:rPr>
          <w:rFonts w:cs="Georgia"/>
          <w:kern w:val="1"/>
        </w:rPr>
        <w:t>’</w:t>
      </w:r>
      <w:r w:rsidR="00BE611A">
        <w:rPr>
          <w:rFonts w:cs="Georgia"/>
          <w:kern w:val="1"/>
        </w:rPr>
        <w:t>est pas une feuille comme les autres</w:t>
      </w:r>
      <w:r>
        <w:rPr>
          <w:rFonts w:cs="Georgia"/>
          <w:kern w:val="1"/>
        </w:rPr>
        <w:t xml:space="preserve">. </w:t>
      </w:r>
      <w:r w:rsidR="00BE611A">
        <w:rPr>
          <w:rFonts w:cs="Georgia"/>
          <w:kern w:val="1"/>
        </w:rPr>
        <w:t>C</w:t>
      </w:r>
      <w:r>
        <w:rPr>
          <w:rFonts w:cs="Georgia"/>
          <w:kern w:val="1"/>
        </w:rPr>
        <w:t>’</w:t>
      </w:r>
      <w:r w:rsidR="00BE611A">
        <w:rPr>
          <w:rFonts w:cs="Georgia"/>
          <w:kern w:val="1"/>
        </w:rPr>
        <w:t>est un des plus anciens parmi nos journaux</w:t>
      </w:r>
      <w:r>
        <w:rPr>
          <w:rFonts w:cs="Georgia"/>
          <w:kern w:val="1"/>
        </w:rPr>
        <w:t xml:space="preserve"> ; </w:t>
      </w:r>
      <w:r w:rsidR="00BE611A">
        <w:rPr>
          <w:rFonts w:cs="Georgia"/>
          <w:kern w:val="1"/>
        </w:rPr>
        <w:t>et certainement le plus respectable</w:t>
      </w:r>
      <w:r>
        <w:rPr>
          <w:rFonts w:cs="Georgia"/>
          <w:kern w:val="1"/>
        </w:rPr>
        <w:t xml:space="preserve">. </w:t>
      </w:r>
      <w:r w:rsidR="00BE611A">
        <w:rPr>
          <w:rFonts w:cs="Georgia"/>
          <w:kern w:val="1"/>
        </w:rPr>
        <w:t>J</w:t>
      </w:r>
      <w:r>
        <w:rPr>
          <w:rFonts w:cs="Georgia"/>
          <w:kern w:val="1"/>
        </w:rPr>
        <w:t>’</w:t>
      </w:r>
      <w:r w:rsidR="00BE611A">
        <w:rPr>
          <w:rFonts w:cs="Georgia"/>
          <w:kern w:val="1"/>
        </w:rPr>
        <w:t>ai en ses informations une confiance aveugle</w:t>
      </w:r>
      <w:r>
        <w:rPr>
          <w:rFonts w:cs="Georgia"/>
          <w:kern w:val="1"/>
        </w:rPr>
        <w:t xml:space="preserve">, </w:t>
      </w:r>
      <w:r w:rsidR="00BE611A">
        <w:rPr>
          <w:rFonts w:cs="Georgia"/>
          <w:kern w:val="1"/>
        </w:rPr>
        <w:t>vous m</w:t>
      </w:r>
      <w:r>
        <w:rPr>
          <w:rFonts w:cs="Georgia"/>
          <w:kern w:val="1"/>
        </w:rPr>
        <w:t>’</w:t>
      </w:r>
      <w:r w:rsidR="00BE611A">
        <w:rPr>
          <w:rFonts w:cs="Georgia"/>
          <w:kern w:val="1"/>
        </w:rPr>
        <w:t>entendez</w:t>
      </w:r>
      <w:r>
        <w:rPr>
          <w:rFonts w:cs="Georgia"/>
          <w:kern w:val="1"/>
        </w:rPr>
        <w:t xml:space="preserve">, </w:t>
      </w:r>
      <w:r w:rsidR="00BE611A">
        <w:rPr>
          <w:rFonts w:cs="Georgia"/>
          <w:kern w:val="1"/>
        </w:rPr>
        <w:t>aveugle</w:t>
      </w:r>
      <w:r>
        <w:rPr>
          <w:rFonts w:cs="Georgia"/>
          <w:kern w:val="1"/>
        </w:rPr>
        <w:t xml:space="preserve">. </w:t>
      </w:r>
      <w:r w:rsidR="00BE611A">
        <w:rPr>
          <w:rFonts w:cs="Georgia"/>
          <w:kern w:val="1"/>
        </w:rPr>
        <w:t>Vous vous êtes mépris</w:t>
      </w:r>
      <w:r>
        <w:rPr>
          <w:rFonts w:cs="Georgia"/>
          <w:kern w:val="1"/>
        </w:rPr>
        <w:t xml:space="preserve">, </w:t>
      </w:r>
      <w:r w:rsidR="00BE611A">
        <w:rPr>
          <w:rFonts w:cs="Georgia"/>
          <w:kern w:val="1"/>
        </w:rPr>
        <w:t>mon ami</w:t>
      </w:r>
      <w:r>
        <w:rPr>
          <w:rFonts w:cs="Georgia"/>
          <w:kern w:val="1"/>
        </w:rPr>
        <w:t xml:space="preserve">. </w:t>
      </w:r>
      <w:r w:rsidR="00BE611A">
        <w:rPr>
          <w:rFonts w:cs="Georgia"/>
          <w:kern w:val="1"/>
        </w:rPr>
        <w:t>Ce n</w:t>
      </w:r>
      <w:r>
        <w:rPr>
          <w:rFonts w:cs="Georgia"/>
          <w:kern w:val="1"/>
        </w:rPr>
        <w:t>’</w:t>
      </w:r>
      <w:r w:rsidR="00BE611A">
        <w:rPr>
          <w:rFonts w:cs="Georgia"/>
          <w:kern w:val="1"/>
        </w:rPr>
        <w:t>est pas du tout de cela qu</w:t>
      </w:r>
      <w:r>
        <w:rPr>
          <w:rFonts w:cs="Georgia"/>
          <w:kern w:val="1"/>
        </w:rPr>
        <w:t>’</w:t>
      </w:r>
      <w:r w:rsidR="00BE611A">
        <w:rPr>
          <w:rFonts w:cs="Georgia"/>
          <w:kern w:val="1"/>
        </w:rPr>
        <w:t>il s</w:t>
      </w:r>
      <w:r>
        <w:rPr>
          <w:rFonts w:cs="Georgia"/>
          <w:kern w:val="1"/>
        </w:rPr>
        <w:t>’</w:t>
      </w:r>
      <w:r w:rsidR="00BE611A">
        <w:rPr>
          <w:rFonts w:cs="Georgia"/>
          <w:kern w:val="1"/>
        </w:rPr>
        <w:t>agit</w:t>
      </w:r>
      <w:r>
        <w:rPr>
          <w:rFonts w:cs="Georgia"/>
          <w:kern w:val="1"/>
        </w:rPr>
        <w:t xml:space="preserve">. </w:t>
      </w:r>
      <w:r w:rsidR="00BE611A">
        <w:rPr>
          <w:rFonts w:cs="Georgia"/>
          <w:kern w:val="1"/>
        </w:rPr>
        <w:t>Une question</w:t>
      </w:r>
      <w:r>
        <w:rPr>
          <w:rFonts w:cs="Georgia"/>
          <w:kern w:val="1"/>
        </w:rPr>
        <w:t xml:space="preserve">, </w:t>
      </w:r>
      <w:r w:rsidR="00BE611A">
        <w:rPr>
          <w:rFonts w:cs="Georgia"/>
          <w:kern w:val="1"/>
        </w:rPr>
        <w:t>au préalable</w:t>
      </w:r>
      <w:r>
        <w:rPr>
          <w:rFonts w:cs="Georgia"/>
          <w:kern w:val="1"/>
        </w:rPr>
        <w:t xml:space="preserve">. </w:t>
      </w:r>
      <w:r w:rsidR="00BE611A">
        <w:rPr>
          <w:rFonts w:cs="Georgia"/>
          <w:kern w:val="1"/>
        </w:rPr>
        <w:t xml:space="preserve">Vous souvenez-vous de la date exacte à laquelle nous avons </w:t>
      </w:r>
      <w:r w:rsidR="00BE611A">
        <w:rPr>
          <w:rFonts w:cs="Georgia"/>
          <w:kern w:val="1"/>
        </w:rPr>
        <w:lastRenderedPageBreak/>
        <w:t>expédié à mon fils Dietrich le paquet qui contenait sa grande tenue</w:t>
      </w:r>
      <w:r>
        <w:rPr>
          <w:rFonts w:cs="Georgia"/>
          <w:kern w:val="1"/>
        </w:rPr>
        <w:t> ?</w:t>
      </w:r>
    </w:p>
    <w:p w14:paraId="6691DD7E" w14:textId="77777777" w:rsidR="000E1451" w:rsidRDefault="00BE611A" w:rsidP="00BE611A">
      <w:pPr>
        <w:rPr>
          <w:rFonts w:cs="Georgia"/>
          <w:kern w:val="1"/>
        </w:rPr>
      </w:pPr>
      <w:r>
        <w:rPr>
          <w:rFonts w:cs="Georgia"/>
          <w:kern w:val="1"/>
        </w:rPr>
        <w:t>Je ne pus me défendre d</w:t>
      </w:r>
      <w:r w:rsidR="000E1451">
        <w:rPr>
          <w:rFonts w:cs="Georgia"/>
          <w:kern w:val="1"/>
        </w:rPr>
        <w:t>’</w:t>
      </w:r>
      <w:r>
        <w:rPr>
          <w:rFonts w:cs="Georgia"/>
          <w:kern w:val="1"/>
        </w:rPr>
        <w:t>un haut-le-corps</w:t>
      </w:r>
      <w:r w:rsidR="000E1451">
        <w:rPr>
          <w:rFonts w:cs="Georgia"/>
          <w:kern w:val="1"/>
        </w:rPr>
        <w:t xml:space="preserve">. </w:t>
      </w:r>
      <w:r>
        <w:rPr>
          <w:rFonts w:cs="Georgia"/>
          <w:kern w:val="1"/>
        </w:rPr>
        <w:t>Eh quoi</w:t>
      </w:r>
      <w:r w:rsidR="000E1451">
        <w:rPr>
          <w:rFonts w:cs="Georgia"/>
          <w:kern w:val="1"/>
        </w:rPr>
        <w:t xml:space="preserve"> ! </w:t>
      </w:r>
      <w:r>
        <w:rPr>
          <w:rFonts w:cs="Georgia"/>
          <w:kern w:val="1"/>
        </w:rPr>
        <w:t>En présence des catastrophes dont il venait d</w:t>
      </w:r>
      <w:r w:rsidR="000E1451">
        <w:rPr>
          <w:rFonts w:cs="Georgia"/>
          <w:kern w:val="1"/>
        </w:rPr>
        <w:t>’</w:t>
      </w:r>
      <w:r>
        <w:rPr>
          <w:rFonts w:cs="Georgia"/>
          <w:kern w:val="1"/>
        </w:rPr>
        <w:t>avoir la subite révélation</w:t>
      </w:r>
      <w:r w:rsidR="000E1451">
        <w:rPr>
          <w:rFonts w:cs="Georgia"/>
          <w:kern w:val="1"/>
        </w:rPr>
        <w:t xml:space="preserve">, </w:t>
      </w:r>
      <w:r>
        <w:rPr>
          <w:rFonts w:cs="Georgia"/>
          <w:kern w:val="1"/>
        </w:rPr>
        <w:t>tel était donc l</w:t>
      </w:r>
      <w:r w:rsidR="000E1451">
        <w:rPr>
          <w:rFonts w:cs="Georgia"/>
          <w:kern w:val="1"/>
        </w:rPr>
        <w:t>’</w:t>
      </w:r>
      <w:r>
        <w:rPr>
          <w:rFonts w:cs="Georgia"/>
          <w:kern w:val="1"/>
        </w:rPr>
        <w:t>objet de ses soucis</w:t>
      </w:r>
      <w:r w:rsidR="000E1451">
        <w:rPr>
          <w:rFonts w:cs="Georgia"/>
          <w:kern w:val="1"/>
        </w:rPr>
        <w:t> ! M</w:t>
      </w:r>
      <w:r w:rsidR="000E1451" w:rsidRPr="000E1451">
        <w:rPr>
          <w:rFonts w:cs="Georgia"/>
          <w:kern w:val="1"/>
          <w:vertAlign w:val="superscript"/>
        </w:rPr>
        <w:t>lle</w:t>
      </w:r>
      <w:r w:rsidR="000E1451">
        <w:rPr>
          <w:rFonts w:cs="Georgia"/>
          <w:kern w:val="1"/>
        </w:rPr>
        <w:t> de </w:t>
      </w:r>
      <w:r>
        <w:rPr>
          <w:rFonts w:cs="Georgia"/>
          <w:kern w:val="1"/>
        </w:rPr>
        <w:t>Mirrbach aurait-elle dit vrai</w:t>
      </w:r>
      <w:r w:rsidR="000E1451">
        <w:rPr>
          <w:rFonts w:cs="Georgia"/>
          <w:kern w:val="1"/>
        </w:rPr>
        <w:t xml:space="preserve"> ? </w:t>
      </w:r>
      <w:r>
        <w:rPr>
          <w:rFonts w:cs="Georgia"/>
          <w:kern w:val="1"/>
        </w:rPr>
        <w:t>Commençait-il à perdre la raison</w:t>
      </w:r>
      <w:r w:rsidR="000E1451">
        <w:rPr>
          <w:rFonts w:cs="Georgia"/>
          <w:kern w:val="1"/>
        </w:rPr>
        <w:t> ?</w:t>
      </w:r>
    </w:p>
    <w:p w14:paraId="04EB230A" w14:textId="77777777" w:rsidR="000E1451" w:rsidRDefault="000E1451" w:rsidP="00BE611A">
      <w:pPr>
        <w:rPr>
          <w:rFonts w:cs="Georgia"/>
          <w:kern w:val="1"/>
        </w:rPr>
      </w:pPr>
      <w:r>
        <w:rPr>
          <w:rFonts w:cs="Georgia"/>
          <w:kern w:val="1"/>
        </w:rPr>
        <w:t>— </w:t>
      </w:r>
      <w:r w:rsidR="00BE611A">
        <w:rPr>
          <w:rFonts w:cs="Georgia"/>
          <w:kern w:val="1"/>
        </w:rPr>
        <w:t>Eh bien</w:t>
      </w:r>
      <w:r>
        <w:rPr>
          <w:rFonts w:cs="Georgia"/>
          <w:kern w:val="1"/>
        </w:rPr>
        <w:t xml:space="preserve">, </w:t>
      </w:r>
      <w:r w:rsidR="00BE611A">
        <w:rPr>
          <w:rFonts w:cs="Georgia"/>
          <w:kern w:val="1"/>
        </w:rPr>
        <w:t>répondez</w:t>
      </w:r>
      <w:r>
        <w:rPr>
          <w:rFonts w:cs="Georgia"/>
          <w:kern w:val="1"/>
        </w:rPr>
        <w:t xml:space="preserve">. </w:t>
      </w:r>
      <w:r w:rsidR="00BE611A">
        <w:rPr>
          <w:rFonts w:cs="Georgia"/>
          <w:kern w:val="1"/>
        </w:rPr>
        <w:t>À quelle date</w:t>
      </w:r>
      <w:r>
        <w:rPr>
          <w:rFonts w:cs="Georgia"/>
          <w:kern w:val="1"/>
        </w:rPr>
        <w:t> ?</w:t>
      </w:r>
    </w:p>
    <w:p w14:paraId="4BABD833" w14:textId="77777777" w:rsidR="000E1451" w:rsidRDefault="000E1451" w:rsidP="00BE611A">
      <w:pPr>
        <w:rPr>
          <w:rFonts w:cs="Georgia"/>
          <w:kern w:val="1"/>
        </w:rPr>
      </w:pPr>
      <w:r>
        <w:rPr>
          <w:rFonts w:cs="Georgia"/>
          <w:kern w:val="1"/>
        </w:rPr>
        <w:t>— </w:t>
      </w:r>
      <w:r w:rsidR="00BE611A">
        <w:rPr>
          <w:rFonts w:cs="Georgia"/>
          <w:kern w:val="1"/>
        </w:rPr>
        <w:t>Le 2</w:t>
      </w:r>
      <w:r>
        <w:rPr>
          <w:rFonts w:cs="Georgia"/>
          <w:kern w:val="1"/>
        </w:rPr>
        <w:t xml:space="preserve">2 septembre, </w:t>
      </w:r>
      <w:r w:rsidR="00BE611A">
        <w:rPr>
          <w:rFonts w:cs="Georgia"/>
          <w:kern w:val="1"/>
        </w:rPr>
        <w:t>mon général</w:t>
      </w:r>
      <w:r>
        <w:rPr>
          <w:rFonts w:cs="Georgia"/>
          <w:kern w:val="1"/>
        </w:rPr>
        <w:t xml:space="preserve">. </w:t>
      </w:r>
      <w:r w:rsidR="00BE611A">
        <w:rPr>
          <w:rFonts w:cs="Georgia"/>
          <w:kern w:val="1"/>
        </w:rPr>
        <w:t>Oui</w:t>
      </w:r>
      <w:r>
        <w:rPr>
          <w:rFonts w:cs="Georgia"/>
          <w:kern w:val="1"/>
        </w:rPr>
        <w:t xml:space="preserve">, </w:t>
      </w:r>
      <w:r w:rsidR="00BE611A">
        <w:rPr>
          <w:rFonts w:cs="Georgia"/>
          <w:kern w:val="1"/>
        </w:rPr>
        <w:t>c</w:t>
      </w:r>
      <w:r>
        <w:rPr>
          <w:rFonts w:cs="Georgia"/>
          <w:kern w:val="1"/>
        </w:rPr>
        <w:t>’</w:t>
      </w:r>
      <w:r w:rsidR="00BE611A">
        <w:rPr>
          <w:rFonts w:cs="Georgia"/>
          <w:kern w:val="1"/>
        </w:rPr>
        <w:t>est cela</w:t>
      </w:r>
      <w:r>
        <w:rPr>
          <w:rFonts w:cs="Georgia"/>
          <w:kern w:val="1"/>
        </w:rPr>
        <w:t xml:space="preserve">. </w:t>
      </w:r>
      <w:r w:rsidR="00BE611A">
        <w:rPr>
          <w:rFonts w:cs="Georgia"/>
          <w:kern w:val="1"/>
        </w:rPr>
        <w:t>Le 2</w:t>
      </w:r>
      <w:r>
        <w:rPr>
          <w:rFonts w:cs="Georgia"/>
          <w:kern w:val="1"/>
        </w:rPr>
        <w:t>2 septembre.</w:t>
      </w:r>
    </w:p>
    <w:p w14:paraId="1A9204C1" w14:textId="77777777" w:rsidR="000E1451" w:rsidRDefault="00BE611A" w:rsidP="00BE611A">
      <w:pPr>
        <w:rPr>
          <w:rFonts w:cs="Georgia"/>
          <w:kern w:val="1"/>
        </w:rPr>
      </w:pPr>
      <w:r>
        <w:rPr>
          <w:rFonts w:cs="Georgia"/>
          <w:kern w:val="1"/>
        </w:rPr>
        <w:t>L</w:t>
      </w:r>
      <w:r w:rsidR="000E1451">
        <w:rPr>
          <w:rFonts w:cs="Georgia"/>
          <w:kern w:val="1"/>
        </w:rPr>
        <w:t>’</w:t>
      </w:r>
      <w:r>
        <w:rPr>
          <w:rFonts w:cs="Georgia"/>
          <w:kern w:val="1"/>
        </w:rPr>
        <w:t>exactitude du renseignement que je lui fournissais ainsi était des plus relatives</w:t>
      </w:r>
      <w:r w:rsidR="000E1451">
        <w:rPr>
          <w:rFonts w:cs="Georgia"/>
          <w:kern w:val="1"/>
        </w:rPr>
        <w:t xml:space="preserve">. </w:t>
      </w:r>
      <w:r>
        <w:rPr>
          <w:rFonts w:cs="Georgia"/>
          <w:kern w:val="1"/>
        </w:rPr>
        <w:t>C</w:t>
      </w:r>
      <w:r w:rsidR="000E1451">
        <w:rPr>
          <w:rFonts w:cs="Georgia"/>
          <w:kern w:val="1"/>
        </w:rPr>
        <w:t>’</w:t>
      </w:r>
      <w:r>
        <w:rPr>
          <w:rFonts w:cs="Georgia"/>
          <w:kern w:val="1"/>
        </w:rPr>
        <w:t>était bien en effet le 2</w:t>
      </w:r>
      <w:r w:rsidR="000E1451">
        <w:rPr>
          <w:rFonts w:cs="Georgia"/>
          <w:kern w:val="1"/>
        </w:rPr>
        <w:t>2 septembre</w:t>
      </w:r>
      <w:r>
        <w:rPr>
          <w:rFonts w:cs="Georgia"/>
          <w:kern w:val="1"/>
        </w:rPr>
        <w:t xml:space="preserve"> que</w:t>
      </w:r>
      <w:r w:rsidR="000E1451">
        <w:rPr>
          <w:rFonts w:cs="Georgia"/>
          <w:kern w:val="1"/>
        </w:rPr>
        <w:t xml:space="preserve">, </w:t>
      </w:r>
      <w:r>
        <w:rPr>
          <w:rFonts w:cs="Georgia"/>
          <w:kern w:val="1"/>
        </w:rPr>
        <w:t>sur nos instances réitérées</w:t>
      </w:r>
      <w:r w:rsidR="000E1451">
        <w:rPr>
          <w:rFonts w:cs="Georgia"/>
          <w:kern w:val="1"/>
        </w:rPr>
        <w:t xml:space="preserve">, </w:t>
      </w:r>
      <w:r>
        <w:rPr>
          <w:rFonts w:cs="Georgia"/>
          <w:kern w:val="1"/>
        </w:rPr>
        <w:t>je m</w:t>
      </w:r>
      <w:r w:rsidR="000E1451">
        <w:rPr>
          <w:rFonts w:cs="Georgia"/>
          <w:kern w:val="1"/>
        </w:rPr>
        <w:t>’</w:t>
      </w:r>
      <w:r>
        <w:rPr>
          <w:rFonts w:cs="Georgia"/>
          <w:kern w:val="1"/>
        </w:rPr>
        <w:t>étais décidé à faire un colis du bel uniforme des dragons de Bredow</w:t>
      </w:r>
      <w:r w:rsidR="000E1451">
        <w:rPr>
          <w:rFonts w:cs="Georgia"/>
          <w:kern w:val="1"/>
        </w:rPr>
        <w:t xml:space="preserve">, </w:t>
      </w:r>
      <w:r>
        <w:rPr>
          <w:rFonts w:cs="Georgia"/>
          <w:kern w:val="1"/>
        </w:rPr>
        <w:t>celui que</w:t>
      </w:r>
      <w:r w:rsidR="000E1451">
        <w:rPr>
          <w:rFonts w:cs="Georgia"/>
          <w:kern w:val="1"/>
        </w:rPr>
        <w:t xml:space="preserve">, </w:t>
      </w:r>
      <w:r>
        <w:rPr>
          <w:rFonts w:cs="Georgia"/>
          <w:kern w:val="1"/>
        </w:rPr>
        <w:t>dans la pensée de son père</w:t>
      </w:r>
      <w:r w:rsidR="000E1451">
        <w:rPr>
          <w:rFonts w:cs="Georgia"/>
          <w:kern w:val="1"/>
        </w:rPr>
        <w:t xml:space="preserve">, </w:t>
      </w:r>
      <w:r>
        <w:rPr>
          <w:rFonts w:cs="Georgia"/>
          <w:kern w:val="1"/>
        </w:rPr>
        <w:t>Dietrich de Reichendorf aurait à revêtir pour la grande charge finale</w:t>
      </w:r>
      <w:r w:rsidR="000E1451">
        <w:rPr>
          <w:rFonts w:cs="Georgia"/>
          <w:kern w:val="1"/>
        </w:rPr>
        <w:t xml:space="preserve">. </w:t>
      </w:r>
      <w:r>
        <w:rPr>
          <w:rFonts w:cs="Georgia"/>
          <w:kern w:val="1"/>
        </w:rPr>
        <w:t>Mais</w:t>
      </w:r>
      <w:r w:rsidR="000E1451">
        <w:rPr>
          <w:rFonts w:cs="Georgia"/>
          <w:kern w:val="1"/>
        </w:rPr>
        <w:t xml:space="preserve">, </w:t>
      </w:r>
      <w:r>
        <w:rPr>
          <w:rFonts w:cs="Georgia"/>
          <w:kern w:val="1"/>
        </w:rPr>
        <w:t>une fois dûment empaquetés par mes soins</w:t>
      </w:r>
      <w:r w:rsidR="000E1451">
        <w:rPr>
          <w:rFonts w:cs="Georgia"/>
          <w:kern w:val="1"/>
        </w:rPr>
        <w:t xml:space="preserve">, </w:t>
      </w:r>
      <w:r>
        <w:rPr>
          <w:rFonts w:cs="Georgia"/>
          <w:kern w:val="1"/>
        </w:rPr>
        <w:t>ni la tunique bleu de ciel à collet jonquille</w:t>
      </w:r>
      <w:r w:rsidR="000E1451">
        <w:rPr>
          <w:rFonts w:cs="Georgia"/>
          <w:kern w:val="1"/>
        </w:rPr>
        <w:t xml:space="preserve">, </w:t>
      </w:r>
      <w:r>
        <w:rPr>
          <w:rFonts w:cs="Georgia"/>
          <w:kern w:val="1"/>
        </w:rPr>
        <w:t>ni le casque à aigle d</w:t>
      </w:r>
      <w:r w:rsidR="000E1451">
        <w:rPr>
          <w:rFonts w:cs="Georgia"/>
          <w:kern w:val="1"/>
        </w:rPr>
        <w:t>’</w:t>
      </w:r>
      <w:r>
        <w:rPr>
          <w:rFonts w:cs="Georgia"/>
          <w:kern w:val="1"/>
        </w:rPr>
        <w:t>argent n</w:t>
      </w:r>
      <w:r w:rsidR="000E1451">
        <w:rPr>
          <w:rFonts w:cs="Georgia"/>
          <w:kern w:val="1"/>
        </w:rPr>
        <w:t>’</w:t>
      </w:r>
      <w:r>
        <w:rPr>
          <w:rFonts w:cs="Georgia"/>
          <w:kern w:val="1"/>
        </w:rPr>
        <w:t>avaient pris le chemin de la zone des armées</w:t>
      </w:r>
      <w:r w:rsidR="000E1451">
        <w:rPr>
          <w:rFonts w:cs="Georgia"/>
          <w:kern w:val="1"/>
        </w:rPr>
        <w:t xml:space="preserve">. </w:t>
      </w:r>
      <w:r>
        <w:rPr>
          <w:rFonts w:cs="Georgia"/>
          <w:kern w:val="1"/>
        </w:rPr>
        <w:t>Ils se trouvaient entreposés</w:t>
      </w:r>
      <w:r w:rsidR="000E1451">
        <w:rPr>
          <w:rFonts w:cs="Georgia"/>
          <w:kern w:val="1"/>
        </w:rPr>
        <w:t xml:space="preserve">, </w:t>
      </w:r>
      <w:r>
        <w:rPr>
          <w:rFonts w:cs="Georgia"/>
          <w:kern w:val="1"/>
        </w:rPr>
        <w:t>pour l</w:t>
      </w:r>
      <w:r w:rsidR="000E1451">
        <w:rPr>
          <w:rFonts w:cs="Georgia"/>
          <w:kern w:val="1"/>
        </w:rPr>
        <w:t>’</w:t>
      </w:r>
      <w:r>
        <w:rPr>
          <w:rFonts w:cs="Georgia"/>
          <w:kern w:val="1"/>
        </w:rPr>
        <w:t>instant</w:t>
      </w:r>
      <w:r w:rsidR="000E1451">
        <w:rPr>
          <w:rFonts w:cs="Georgia"/>
          <w:kern w:val="1"/>
        </w:rPr>
        <w:t xml:space="preserve">, </w:t>
      </w:r>
      <w:r>
        <w:rPr>
          <w:rFonts w:cs="Georgia"/>
          <w:kern w:val="1"/>
        </w:rPr>
        <w:t>à l</w:t>
      </w:r>
      <w:r w:rsidR="000E1451">
        <w:rPr>
          <w:rFonts w:cs="Georgia"/>
          <w:kern w:val="1"/>
        </w:rPr>
        <w:t>’</w:t>
      </w:r>
      <w:r>
        <w:rPr>
          <w:rFonts w:cs="Georgia"/>
          <w:kern w:val="1"/>
        </w:rPr>
        <w:t>abri des investigations indiscrètes</w:t>
      </w:r>
      <w:r w:rsidR="000E1451">
        <w:rPr>
          <w:rFonts w:cs="Georgia"/>
          <w:kern w:val="1"/>
        </w:rPr>
        <w:t xml:space="preserve">, </w:t>
      </w:r>
      <w:r>
        <w:rPr>
          <w:rFonts w:cs="Georgia"/>
          <w:kern w:val="1"/>
        </w:rPr>
        <w:t xml:space="preserve">dans un des placards de la chambre de </w:t>
      </w:r>
      <w:r w:rsidR="000E1451">
        <w:rPr>
          <w:rFonts w:cs="Georgia"/>
          <w:kern w:val="1"/>
        </w:rPr>
        <w:t>M</w:t>
      </w:r>
      <w:r w:rsidR="000E1451" w:rsidRPr="000E1451">
        <w:rPr>
          <w:rFonts w:cs="Georgia"/>
          <w:kern w:val="1"/>
          <w:vertAlign w:val="superscript"/>
        </w:rPr>
        <w:t>lle</w:t>
      </w:r>
      <w:r w:rsidR="000E1451">
        <w:rPr>
          <w:rFonts w:cs="Georgia"/>
          <w:kern w:val="1"/>
        </w:rPr>
        <w:t> de </w:t>
      </w:r>
      <w:r>
        <w:rPr>
          <w:rFonts w:cs="Georgia"/>
          <w:kern w:val="1"/>
        </w:rPr>
        <w:t>Mirrbach</w:t>
      </w:r>
      <w:r w:rsidR="000E1451">
        <w:rPr>
          <w:rFonts w:cs="Georgia"/>
          <w:kern w:val="1"/>
        </w:rPr>
        <w:t xml:space="preserve">. </w:t>
      </w:r>
      <w:r>
        <w:rPr>
          <w:rFonts w:cs="Georgia"/>
          <w:kern w:val="1"/>
        </w:rPr>
        <w:t>Le défaut d</w:t>
      </w:r>
      <w:r w:rsidR="000E1451">
        <w:rPr>
          <w:rFonts w:cs="Georgia"/>
          <w:kern w:val="1"/>
        </w:rPr>
        <w:t>’</w:t>
      </w:r>
      <w:r>
        <w:rPr>
          <w:rFonts w:cs="Georgia"/>
          <w:kern w:val="1"/>
        </w:rPr>
        <w:t>accusé de réception dont se plaignait à leur propos le général n</w:t>
      </w:r>
      <w:r w:rsidR="000E1451">
        <w:rPr>
          <w:rFonts w:cs="Georgia"/>
          <w:kern w:val="1"/>
        </w:rPr>
        <w:t>’</w:t>
      </w:r>
      <w:r>
        <w:rPr>
          <w:rFonts w:cs="Georgia"/>
          <w:kern w:val="1"/>
        </w:rPr>
        <w:t>avait donc rien qui pût nous étonner</w:t>
      </w:r>
      <w:r w:rsidR="000E1451">
        <w:rPr>
          <w:rFonts w:cs="Georgia"/>
          <w:kern w:val="1"/>
        </w:rPr>
        <w:t xml:space="preserve">, </w:t>
      </w:r>
      <w:r>
        <w:rPr>
          <w:rFonts w:cs="Georgia"/>
          <w:kern w:val="1"/>
        </w:rPr>
        <w:t>Axelle et moi</w:t>
      </w:r>
      <w:r w:rsidR="000E1451">
        <w:rPr>
          <w:rFonts w:cs="Georgia"/>
          <w:kern w:val="1"/>
        </w:rPr>
        <w:t xml:space="preserve">. </w:t>
      </w:r>
      <w:r>
        <w:rPr>
          <w:rFonts w:cs="Georgia"/>
          <w:kern w:val="1"/>
        </w:rPr>
        <w:t>Sans doute</w:t>
      </w:r>
      <w:r w:rsidR="000E1451">
        <w:rPr>
          <w:rFonts w:cs="Georgia"/>
          <w:kern w:val="1"/>
        </w:rPr>
        <w:t xml:space="preserve">, </w:t>
      </w:r>
      <w:r>
        <w:rPr>
          <w:rFonts w:cs="Georgia"/>
          <w:kern w:val="1"/>
        </w:rPr>
        <w:t>je pensais que le vieillard eût mieux fait de se préoccuper de son fils</w:t>
      </w:r>
      <w:r w:rsidR="000E1451">
        <w:rPr>
          <w:rFonts w:cs="Georgia"/>
          <w:kern w:val="1"/>
        </w:rPr>
        <w:t xml:space="preserve">, </w:t>
      </w:r>
      <w:r>
        <w:rPr>
          <w:rFonts w:cs="Georgia"/>
          <w:kern w:val="1"/>
        </w:rPr>
        <w:t>dont il n</w:t>
      </w:r>
      <w:r w:rsidR="000E1451">
        <w:rPr>
          <w:rFonts w:cs="Georgia"/>
          <w:kern w:val="1"/>
        </w:rPr>
        <w:t>’</w:t>
      </w:r>
      <w:r>
        <w:rPr>
          <w:rFonts w:cs="Georgia"/>
          <w:kern w:val="1"/>
        </w:rPr>
        <w:t>avait reçu aucune lettre depuis plus de cinq semaines</w:t>
      </w:r>
      <w:r w:rsidR="000E1451">
        <w:rPr>
          <w:rFonts w:cs="Georgia"/>
          <w:kern w:val="1"/>
        </w:rPr>
        <w:t xml:space="preserve">. </w:t>
      </w:r>
      <w:r>
        <w:rPr>
          <w:rFonts w:cs="Georgia"/>
          <w:kern w:val="1"/>
        </w:rPr>
        <w:t>Mais</w:t>
      </w:r>
      <w:r w:rsidR="000E1451">
        <w:rPr>
          <w:rFonts w:cs="Georgia"/>
          <w:kern w:val="1"/>
        </w:rPr>
        <w:t xml:space="preserve">, </w:t>
      </w:r>
      <w:r>
        <w:rPr>
          <w:rFonts w:cs="Georgia"/>
          <w:kern w:val="1"/>
        </w:rPr>
        <w:t>à ma profonde stupéfaction</w:t>
      </w:r>
      <w:r w:rsidR="000E1451">
        <w:rPr>
          <w:rFonts w:cs="Georgia"/>
          <w:kern w:val="1"/>
        </w:rPr>
        <w:t xml:space="preserve">, </w:t>
      </w:r>
      <w:r>
        <w:rPr>
          <w:rFonts w:cs="Georgia"/>
          <w:kern w:val="1"/>
        </w:rPr>
        <w:t>j</w:t>
      </w:r>
      <w:r w:rsidR="000E1451">
        <w:rPr>
          <w:rFonts w:cs="Georgia"/>
          <w:kern w:val="1"/>
        </w:rPr>
        <w:t>’</w:t>
      </w:r>
      <w:r>
        <w:rPr>
          <w:rFonts w:cs="Georgia"/>
          <w:kern w:val="1"/>
        </w:rPr>
        <w:t>allais comprend</w:t>
      </w:r>
      <w:r>
        <w:rPr>
          <w:rFonts w:cs="Georgia"/>
          <w:bCs/>
          <w:kern w:val="1"/>
        </w:rPr>
        <w:t>re</w:t>
      </w:r>
      <w:r>
        <w:rPr>
          <w:rFonts w:cs="Georgia"/>
          <w:kern w:val="1"/>
        </w:rPr>
        <w:t xml:space="preserve"> qu</w:t>
      </w:r>
      <w:r w:rsidR="000E1451">
        <w:rPr>
          <w:rFonts w:cs="Georgia"/>
          <w:kern w:val="1"/>
        </w:rPr>
        <w:t>’</w:t>
      </w:r>
      <w:r>
        <w:rPr>
          <w:rFonts w:cs="Georgia"/>
          <w:kern w:val="1"/>
        </w:rPr>
        <w:t>il tirait au contraire de ce terrible silence toutes sortes de raisons de confiance et d</w:t>
      </w:r>
      <w:r w:rsidR="000E1451">
        <w:rPr>
          <w:rFonts w:cs="Georgia"/>
          <w:kern w:val="1"/>
        </w:rPr>
        <w:t>’</w:t>
      </w:r>
      <w:r>
        <w:rPr>
          <w:rFonts w:cs="Georgia"/>
          <w:kern w:val="1"/>
        </w:rPr>
        <w:t>espoir</w:t>
      </w:r>
      <w:r w:rsidR="000E1451">
        <w:rPr>
          <w:rFonts w:cs="Georgia"/>
          <w:kern w:val="1"/>
        </w:rPr>
        <w:t>.</w:t>
      </w:r>
    </w:p>
    <w:p w14:paraId="6ECD2CFD" w14:textId="77777777" w:rsidR="000E1451" w:rsidRDefault="000E1451" w:rsidP="00BE611A">
      <w:pPr>
        <w:rPr>
          <w:rFonts w:cs="Georgia"/>
          <w:kern w:val="1"/>
        </w:rPr>
      </w:pPr>
      <w:r>
        <w:rPr>
          <w:rFonts w:cs="Georgia"/>
          <w:kern w:val="1"/>
        </w:rPr>
        <w:lastRenderedPageBreak/>
        <w:t>— </w:t>
      </w:r>
      <w:r w:rsidR="00BE611A">
        <w:rPr>
          <w:rFonts w:cs="Georgia"/>
          <w:kern w:val="1"/>
        </w:rPr>
        <w:t>Le 2</w:t>
      </w:r>
      <w:r>
        <w:rPr>
          <w:rFonts w:cs="Georgia"/>
          <w:kern w:val="1"/>
        </w:rPr>
        <w:t xml:space="preserve">2 septembre ! </w:t>
      </w:r>
      <w:r w:rsidR="00BE611A">
        <w:rPr>
          <w:rFonts w:cs="Georgia"/>
          <w:kern w:val="1"/>
        </w:rPr>
        <w:t>fit-il avec un soupir de soulagement</w:t>
      </w:r>
      <w:r>
        <w:rPr>
          <w:rFonts w:cs="Georgia"/>
          <w:kern w:val="1"/>
        </w:rPr>
        <w:t xml:space="preserve">. </w:t>
      </w:r>
      <w:r w:rsidR="00BE611A">
        <w:rPr>
          <w:rFonts w:cs="Georgia"/>
          <w:kern w:val="1"/>
        </w:rPr>
        <w:t>Je ne sais pas pourquoi</w:t>
      </w:r>
      <w:r>
        <w:rPr>
          <w:rFonts w:cs="Georgia"/>
          <w:kern w:val="1"/>
        </w:rPr>
        <w:t xml:space="preserve">, </w:t>
      </w:r>
      <w:r w:rsidR="00BE611A">
        <w:rPr>
          <w:rFonts w:cs="Georgia"/>
          <w:kern w:val="1"/>
        </w:rPr>
        <w:t>je m</w:t>
      </w:r>
      <w:r>
        <w:rPr>
          <w:rFonts w:cs="Georgia"/>
          <w:kern w:val="1"/>
        </w:rPr>
        <w:t>’</w:t>
      </w:r>
      <w:r w:rsidR="00BE611A">
        <w:rPr>
          <w:rFonts w:cs="Georgia"/>
          <w:kern w:val="1"/>
        </w:rPr>
        <w:t>étais figuré que l</w:t>
      </w:r>
      <w:r>
        <w:rPr>
          <w:rFonts w:cs="Georgia"/>
          <w:kern w:val="1"/>
        </w:rPr>
        <w:t>’</w:t>
      </w:r>
      <w:r w:rsidR="00BE611A">
        <w:rPr>
          <w:rFonts w:cs="Georgia"/>
          <w:kern w:val="1"/>
        </w:rPr>
        <w:t>expédition de ce paquet ne remontait pas à plus de trois semaines</w:t>
      </w:r>
      <w:r>
        <w:rPr>
          <w:rFonts w:cs="Georgia"/>
          <w:kern w:val="1"/>
        </w:rPr>
        <w:t xml:space="preserve">, </w:t>
      </w:r>
      <w:r w:rsidR="00BE611A">
        <w:rPr>
          <w:rFonts w:cs="Georgia"/>
          <w:kern w:val="1"/>
        </w:rPr>
        <w:t>oui</w:t>
      </w:r>
      <w:r>
        <w:rPr>
          <w:rFonts w:cs="Georgia"/>
          <w:kern w:val="1"/>
        </w:rPr>
        <w:t xml:space="preserve">, </w:t>
      </w:r>
      <w:r w:rsidR="00BE611A">
        <w:rPr>
          <w:rFonts w:cs="Georgia"/>
          <w:kern w:val="1"/>
        </w:rPr>
        <w:t xml:space="preserve">aux environs du 4 ou </w:t>
      </w:r>
      <w:r>
        <w:rPr>
          <w:rFonts w:cs="Georgia"/>
          <w:kern w:val="1"/>
        </w:rPr>
        <w:t xml:space="preserve">5 octobre. </w:t>
      </w:r>
      <w:r w:rsidR="00BE611A">
        <w:rPr>
          <w:rFonts w:cs="Georgia"/>
          <w:kern w:val="1"/>
        </w:rPr>
        <w:t>J</w:t>
      </w:r>
      <w:r>
        <w:rPr>
          <w:rFonts w:cs="Georgia"/>
          <w:kern w:val="1"/>
        </w:rPr>
        <w:t>’</w:t>
      </w:r>
      <w:r w:rsidR="00BE611A">
        <w:rPr>
          <w:rFonts w:cs="Georgia"/>
          <w:kern w:val="1"/>
        </w:rPr>
        <w:t>avais peur que nous nous y fussions pris un peu tard</w:t>
      </w:r>
      <w:r>
        <w:rPr>
          <w:rFonts w:cs="Georgia"/>
          <w:kern w:val="1"/>
        </w:rPr>
        <w:t xml:space="preserve">. </w:t>
      </w:r>
      <w:r w:rsidR="00BE611A">
        <w:rPr>
          <w:rFonts w:cs="Georgia"/>
          <w:kern w:val="1"/>
        </w:rPr>
        <w:t>À présent</w:t>
      </w:r>
      <w:r>
        <w:rPr>
          <w:rFonts w:cs="Georgia"/>
          <w:kern w:val="1"/>
        </w:rPr>
        <w:t xml:space="preserve">, </w:t>
      </w:r>
      <w:r w:rsidR="00BE611A">
        <w:rPr>
          <w:rFonts w:cs="Georgia"/>
          <w:kern w:val="1"/>
        </w:rPr>
        <w:t>je suis tranquille</w:t>
      </w:r>
      <w:r>
        <w:rPr>
          <w:rFonts w:cs="Georgia"/>
          <w:kern w:val="1"/>
        </w:rPr>
        <w:t xml:space="preserve">. </w:t>
      </w:r>
      <w:r w:rsidR="00BE611A">
        <w:rPr>
          <w:rFonts w:cs="Georgia"/>
          <w:kern w:val="1"/>
        </w:rPr>
        <w:t>La poste prussienne n</w:t>
      </w:r>
      <w:r>
        <w:rPr>
          <w:rFonts w:cs="Georgia"/>
          <w:kern w:val="1"/>
        </w:rPr>
        <w:t>’</w:t>
      </w:r>
      <w:r w:rsidR="00BE611A">
        <w:rPr>
          <w:rFonts w:cs="Georgia"/>
          <w:kern w:val="1"/>
        </w:rPr>
        <w:t>égare jamais rien</w:t>
      </w:r>
      <w:r>
        <w:rPr>
          <w:rFonts w:cs="Georgia"/>
          <w:kern w:val="1"/>
        </w:rPr>
        <w:t xml:space="preserve">. </w:t>
      </w:r>
      <w:r w:rsidR="00BE611A">
        <w:rPr>
          <w:rFonts w:cs="Georgia"/>
          <w:kern w:val="1"/>
        </w:rPr>
        <w:t>Il ferait beau voir qu</w:t>
      </w:r>
      <w:r>
        <w:rPr>
          <w:rFonts w:cs="Georgia"/>
          <w:kern w:val="1"/>
        </w:rPr>
        <w:t>’</w:t>
      </w:r>
      <w:r w:rsidR="00BE611A">
        <w:rPr>
          <w:rFonts w:cs="Georgia"/>
          <w:kern w:val="1"/>
        </w:rPr>
        <w:t>elle commençât par l</w:t>
      </w:r>
      <w:r>
        <w:rPr>
          <w:rFonts w:cs="Georgia"/>
          <w:kern w:val="1"/>
        </w:rPr>
        <w:t>’</w:t>
      </w:r>
      <w:r w:rsidR="00BE611A">
        <w:rPr>
          <w:rFonts w:cs="Georgia"/>
          <w:kern w:val="1"/>
        </w:rPr>
        <w:t>uniforme d</w:t>
      </w:r>
      <w:r>
        <w:rPr>
          <w:rFonts w:cs="Georgia"/>
          <w:kern w:val="1"/>
        </w:rPr>
        <w:t>’</w:t>
      </w:r>
      <w:r w:rsidR="00BE611A">
        <w:rPr>
          <w:rFonts w:cs="Georgia"/>
          <w:kern w:val="1"/>
        </w:rPr>
        <w:t>un officier aux dragons de Bredow</w:t>
      </w:r>
      <w:r>
        <w:rPr>
          <w:rFonts w:cs="Georgia"/>
          <w:kern w:val="1"/>
        </w:rPr>
        <w:t xml:space="preserve">. </w:t>
      </w:r>
      <w:r w:rsidR="00BE611A">
        <w:rPr>
          <w:rFonts w:cs="Georgia"/>
          <w:kern w:val="1"/>
        </w:rPr>
        <w:t>Soyez certain qu</w:t>
      </w:r>
      <w:r>
        <w:rPr>
          <w:rFonts w:cs="Georgia"/>
          <w:kern w:val="1"/>
        </w:rPr>
        <w:t>’</w:t>
      </w:r>
      <w:r w:rsidR="00BE611A">
        <w:rPr>
          <w:rFonts w:cs="Georgia"/>
          <w:kern w:val="1"/>
        </w:rPr>
        <w:t>à l</w:t>
      </w:r>
      <w:r>
        <w:rPr>
          <w:rFonts w:cs="Georgia"/>
          <w:kern w:val="1"/>
        </w:rPr>
        <w:t>’</w:t>
      </w:r>
      <w:r w:rsidR="00BE611A">
        <w:rPr>
          <w:rFonts w:cs="Georgia"/>
          <w:kern w:val="1"/>
        </w:rPr>
        <w:t>heure actuelle</w:t>
      </w:r>
      <w:r>
        <w:rPr>
          <w:rFonts w:cs="Georgia"/>
          <w:kern w:val="1"/>
        </w:rPr>
        <w:t xml:space="preserve">, </w:t>
      </w:r>
      <w:r w:rsidR="00BE611A">
        <w:rPr>
          <w:rFonts w:cs="Georgia"/>
          <w:kern w:val="1"/>
        </w:rPr>
        <w:t>Dietrich est en possession de sa tenue</w:t>
      </w:r>
      <w:r>
        <w:rPr>
          <w:rFonts w:cs="Georgia"/>
          <w:kern w:val="1"/>
        </w:rPr>
        <w:t xml:space="preserve">. </w:t>
      </w:r>
      <w:r w:rsidR="00BE611A">
        <w:rPr>
          <w:rFonts w:cs="Georgia"/>
          <w:kern w:val="1"/>
        </w:rPr>
        <w:t>S</w:t>
      </w:r>
      <w:r>
        <w:rPr>
          <w:rFonts w:cs="Georgia"/>
          <w:kern w:val="1"/>
        </w:rPr>
        <w:t>’</w:t>
      </w:r>
      <w:r w:rsidR="00BE611A">
        <w:rPr>
          <w:rFonts w:cs="Georgia"/>
          <w:kern w:val="1"/>
        </w:rPr>
        <w:t>il ne m</w:t>
      </w:r>
      <w:r>
        <w:rPr>
          <w:rFonts w:cs="Georgia"/>
          <w:kern w:val="1"/>
        </w:rPr>
        <w:t>’</w:t>
      </w:r>
      <w:r w:rsidR="00BE611A">
        <w:rPr>
          <w:rFonts w:cs="Georgia"/>
          <w:kern w:val="1"/>
        </w:rPr>
        <w:t>en a pas accusé réception</w:t>
      </w:r>
      <w:r>
        <w:rPr>
          <w:rFonts w:cs="Georgia"/>
          <w:kern w:val="1"/>
        </w:rPr>
        <w:t xml:space="preserve">, </w:t>
      </w:r>
      <w:r w:rsidR="00BE611A">
        <w:rPr>
          <w:rFonts w:cs="Georgia"/>
          <w:kern w:val="1"/>
        </w:rPr>
        <w:t>vous savez pourquoi</w:t>
      </w:r>
      <w:r>
        <w:rPr>
          <w:rFonts w:cs="Georgia"/>
          <w:kern w:val="1"/>
        </w:rPr>
        <w:t xml:space="preserve">, </w:t>
      </w:r>
      <w:r w:rsidR="00BE611A">
        <w:rPr>
          <w:rFonts w:cs="Georgia"/>
          <w:kern w:val="1"/>
        </w:rPr>
        <w:t>je suppose</w:t>
      </w:r>
      <w:r>
        <w:rPr>
          <w:rFonts w:cs="Georgia"/>
          <w:kern w:val="1"/>
        </w:rPr>
        <w:t> ?</w:t>
      </w:r>
    </w:p>
    <w:p w14:paraId="5043CDAF" w14:textId="77777777" w:rsidR="000E1451" w:rsidRDefault="00BE611A" w:rsidP="00BE611A">
      <w:pPr>
        <w:rPr>
          <w:rFonts w:cs="Georgia"/>
          <w:kern w:val="1"/>
        </w:rPr>
      </w:pPr>
      <w:r>
        <w:rPr>
          <w:rFonts w:cs="Georgia"/>
          <w:kern w:val="1"/>
        </w:rPr>
        <w:t>Avait-il perdu définitivement la notion des choses</w:t>
      </w:r>
      <w:r w:rsidR="000E1451">
        <w:rPr>
          <w:rFonts w:cs="Georgia"/>
          <w:kern w:val="1"/>
        </w:rPr>
        <w:t xml:space="preserve"> ? </w:t>
      </w:r>
      <w:r>
        <w:rPr>
          <w:rFonts w:cs="Georgia"/>
          <w:kern w:val="1"/>
        </w:rPr>
        <w:t>Ne comprenait-il pas le sinistre de sa question</w:t>
      </w:r>
      <w:r w:rsidR="000E1451">
        <w:rPr>
          <w:rFonts w:cs="Georgia"/>
          <w:kern w:val="1"/>
        </w:rPr>
        <w:t xml:space="preserve"> ? </w:t>
      </w:r>
      <w:r>
        <w:rPr>
          <w:rFonts w:cs="Georgia"/>
          <w:kern w:val="1"/>
        </w:rPr>
        <w:t>Mais non</w:t>
      </w:r>
      <w:r w:rsidR="000E1451">
        <w:rPr>
          <w:rFonts w:cs="Georgia"/>
          <w:kern w:val="1"/>
        </w:rPr>
        <w:t xml:space="preserve">, </w:t>
      </w:r>
      <w:r>
        <w:rPr>
          <w:rFonts w:cs="Georgia"/>
          <w:kern w:val="1"/>
        </w:rPr>
        <w:t>tout à fait à son aise</w:t>
      </w:r>
      <w:r w:rsidR="000E1451">
        <w:rPr>
          <w:rFonts w:cs="Georgia"/>
          <w:kern w:val="1"/>
        </w:rPr>
        <w:t xml:space="preserve">, </w:t>
      </w:r>
      <w:r>
        <w:rPr>
          <w:rFonts w:cs="Georgia"/>
          <w:kern w:val="1"/>
        </w:rPr>
        <w:t>il me souriait</w:t>
      </w:r>
      <w:r w:rsidR="000E1451">
        <w:rPr>
          <w:rFonts w:cs="Georgia"/>
          <w:kern w:val="1"/>
        </w:rPr>
        <w:t xml:space="preserve">, </w:t>
      </w:r>
      <w:r>
        <w:rPr>
          <w:rFonts w:cs="Georgia"/>
          <w:kern w:val="1"/>
        </w:rPr>
        <w:t>il clignait de l</w:t>
      </w:r>
      <w:r w:rsidR="000E1451">
        <w:rPr>
          <w:rFonts w:cs="Georgia"/>
          <w:kern w:val="1"/>
        </w:rPr>
        <w:t>’</w:t>
      </w:r>
      <w:r>
        <w:rPr>
          <w:rFonts w:cs="Georgia"/>
          <w:kern w:val="1"/>
        </w:rPr>
        <w:t>œil d</w:t>
      </w:r>
      <w:r w:rsidR="000E1451">
        <w:rPr>
          <w:rFonts w:cs="Georgia"/>
          <w:kern w:val="1"/>
        </w:rPr>
        <w:t>’</w:t>
      </w:r>
      <w:r>
        <w:rPr>
          <w:rFonts w:cs="Georgia"/>
          <w:kern w:val="1"/>
        </w:rPr>
        <w:t>un air entendu</w:t>
      </w:r>
      <w:r w:rsidR="000E1451">
        <w:rPr>
          <w:rFonts w:cs="Georgia"/>
          <w:kern w:val="1"/>
        </w:rPr>
        <w:t>.</w:t>
      </w:r>
    </w:p>
    <w:p w14:paraId="5436A271" w14:textId="77777777" w:rsidR="000E1451" w:rsidRDefault="000E1451" w:rsidP="00BE611A">
      <w:pPr>
        <w:rPr>
          <w:rFonts w:cs="Georgia"/>
          <w:kern w:val="1"/>
        </w:rPr>
      </w:pPr>
      <w:r>
        <w:rPr>
          <w:rFonts w:cs="Georgia"/>
          <w:kern w:val="1"/>
        </w:rPr>
        <w:t>— </w:t>
      </w:r>
      <w:r w:rsidR="00BE611A">
        <w:rPr>
          <w:rFonts w:cs="Georgia"/>
          <w:kern w:val="1"/>
        </w:rPr>
        <w:t>Comment</w:t>
      </w:r>
      <w:r>
        <w:rPr>
          <w:rFonts w:cs="Georgia"/>
          <w:kern w:val="1"/>
        </w:rPr>
        <w:t xml:space="preserve">, </w:t>
      </w:r>
      <w:r w:rsidR="00BE611A">
        <w:rPr>
          <w:rFonts w:cs="Georgia"/>
          <w:kern w:val="1"/>
        </w:rPr>
        <w:t>vous n</w:t>
      </w:r>
      <w:r>
        <w:rPr>
          <w:rFonts w:cs="Georgia"/>
          <w:kern w:val="1"/>
        </w:rPr>
        <w:t>’</w:t>
      </w:r>
      <w:r w:rsidR="00BE611A">
        <w:rPr>
          <w:rFonts w:cs="Georgia"/>
          <w:kern w:val="1"/>
        </w:rPr>
        <w:t>avez pas deviné</w:t>
      </w:r>
      <w:r>
        <w:rPr>
          <w:rFonts w:cs="Georgia"/>
          <w:kern w:val="1"/>
        </w:rPr>
        <w:t> ?</w:t>
      </w:r>
    </w:p>
    <w:p w14:paraId="4F02AA28" w14:textId="77777777" w:rsidR="000E1451" w:rsidRDefault="000E1451" w:rsidP="00BE611A">
      <w:pPr>
        <w:rPr>
          <w:rFonts w:cs="Georgia"/>
          <w:kern w:val="1"/>
        </w:rPr>
      </w:pPr>
      <w:r>
        <w:rPr>
          <w:rFonts w:cs="Georgia"/>
          <w:kern w:val="1"/>
        </w:rPr>
        <w:t>— </w:t>
      </w:r>
      <w:r w:rsidR="00BE611A">
        <w:rPr>
          <w:rFonts w:cs="Georgia"/>
          <w:kern w:val="1"/>
        </w:rPr>
        <w:t>Mon général</w:t>
      </w:r>
      <w:r>
        <w:rPr>
          <w:rFonts w:cs="Georgia"/>
          <w:kern w:val="1"/>
        </w:rPr>
        <w:t xml:space="preserve">, </w:t>
      </w:r>
      <w:r w:rsidR="00BE611A">
        <w:rPr>
          <w:rFonts w:cs="Georgia"/>
          <w:kern w:val="1"/>
        </w:rPr>
        <w:t>j</w:t>
      </w:r>
      <w:r>
        <w:rPr>
          <w:rFonts w:cs="Georgia"/>
          <w:kern w:val="1"/>
        </w:rPr>
        <w:t>’</w:t>
      </w:r>
      <w:r w:rsidR="00BE611A">
        <w:rPr>
          <w:rFonts w:cs="Georgia"/>
          <w:kern w:val="1"/>
        </w:rPr>
        <w:t>avoue</w:t>
      </w:r>
      <w:r>
        <w:rPr>
          <w:rFonts w:cs="Georgia"/>
          <w:kern w:val="1"/>
        </w:rPr>
        <w:t>…</w:t>
      </w:r>
    </w:p>
    <w:p w14:paraId="3446A9F5" w14:textId="77777777" w:rsidR="000E1451" w:rsidRDefault="000E1451" w:rsidP="00BE611A">
      <w:pPr>
        <w:rPr>
          <w:rFonts w:cs="Georgia"/>
          <w:kern w:val="1"/>
        </w:rPr>
      </w:pPr>
      <w:r>
        <w:rPr>
          <w:rFonts w:cs="Georgia"/>
          <w:kern w:val="1"/>
        </w:rPr>
        <w:t>— </w:t>
      </w:r>
      <w:r w:rsidR="00BE611A">
        <w:rPr>
          <w:rFonts w:cs="Georgia"/>
          <w:kern w:val="1"/>
        </w:rPr>
        <w:t>Vous m</w:t>
      </w:r>
      <w:r>
        <w:rPr>
          <w:rFonts w:cs="Georgia"/>
          <w:kern w:val="1"/>
        </w:rPr>
        <w:t>’</w:t>
      </w:r>
      <w:r w:rsidR="00BE611A">
        <w:rPr>
          <w:rFonts w:cs="Georgia"/>
          <w:kern w:val="1"/>
        </w:rPr>
        <w:t>étonnez</w:t>
      </w:r>
      <w:r>
        <w:rPr>
          <w:rFonts w:cs="Georgia"/>
          <w:kern w:val="1"/>
        </w:rPr>
        <w:t xml:space="preserve">, </w:t>
      </w:r>
      <w:r w:rsidR="00BE611A">
        <w:rPr>
          <w:rFonts w:cs="Georgia"/>
          <w:kern w:val="1"/>
        </w:rPr>
        <w:t>mon ami</w:t>
      </w:r>
      <w:r>
        <w:rPr>
          <w:rFonts w:cs="Georgia"/>
          <w:kern w:val="1"/>
        </w:rPr>
        <w:t xml:space="preserve"> ; </w:t>
      </w:r>
      <w:r w:rsidR="00BE611A">
        <w:rPr>
          <w:rFonts w:cs="Georgia"/>
          <w:kern w:val="1"/>
        </w:rPr>
        <w:t>vous m</w:t>
      </w:r>
      <w:r>
        <w:rPr>
          <w:rFonts w:cs="Georgia"/>
          <w:kern w:val="1"/>
        </w:rPr>
        <w:t>’</w:t>
      </w:r>
      <w:r w:rsidR="00BE611A">
        <w:rPr>
          <w:rFonts w:cs="Georgia"/>
          <w:kern w:val="1"/>
        </w:rPr>
        <w:t>étonnez et me décevez</w:t>
      </w:r>
      <w:r>
        <w:rPr>
          <w:rFonts w:cs="Georgia"/>
          <w:kern w:val="1"/>
        </w:rPr>
        <w:t xml:space="preserve">. </w:t>
      </w:r>
      <w:r w:rsidR="00BE611A">
        <w:rPr>
          <w:rFonts w:cs="Georgia"/>
          <w:kern w:val="1"/>
        </w:rPr>
        <w:t>Après le mal que je me suis donné tout cet été pour vous</w:t>
      </w:r>
      <w:r>
        <w:rPr>
          <w:rFonts w:cs="Georgia"/>
          <w:kern w:val="1"/>
        </w:rPr>
        <w:t xml:space="preserve"> ! </w:t>
      </w:r>
      <w:r w:rsidR="00BE611A">
        <w:rPr>
          <w:rFonts w:cs="Georgia"/>
          <w:kern w:val="1"/>
        </w:rPr>
        <w:t>Me serais-je exagéré vos aptitudes stratégiques et tactiques</w:t>
      </w:r>
      <w:r>
        <w:rPr>
          <w:rFonts w:cs="Georgia"/>
          <w:kern w:val="1"/>
        </w:rPr>
        <w:t xml:space="preserve"> ? </w:t>
      </w:r>
      <w:r w:rsidR="00BE611A">
        <w:rPr>
          <w:rFonts w:cs="Georgia"/>
          <w:kern w:val="1"/>
        </w:rPr>
        <w:t>Nous allons bien voir</w:t>
      </w:r>
      <w:r>
        <w:rPr>
          <w:rFonts w:cs="Georgia"/>
          <w:kern w:val="1"/>
        </w:rPr>
        <w:t xml:space="preserve">. </w:t>
      </w:r>
      <w:r w:rsidR="00BE611A">
        <w:rPr>
          <w:rFonts w:cs="Georgia"/>
          <w:kern w:val="1"/>
        </w:rPr>
        <w:t>Raisonnons un peu</w:t>
      </w:r>
      <w:r>
        <w:rPr>
          <w:rFonts w:cs="Georgia"/>
          <w:kern w:val="1"/>
        </w:rPr>
        <w:t xml:space="preserve">, </w:t>
      </w:r>
      <w:r w:rsidR="00BE611A">
        <w:rPr>
          <w:rFonts w:cs="Georgia"/>
          <w:kern w:val="1"/>
        </w:rPr>
        <w:t>s</w:t>
      </w:r>
      <w:r>
        <w:rPr>
          <w:rFonts w:cs="Georgia"/>
          <w:kern w:val="1"/>
        </w:rPr>
        <w:t>’</w:t>
      </w:r>
      <w:r w:rsidR="00BE611A">
        <w:rPr>
          <w:rFonts w:cs="Georgia"/>
          <w:kern w:val="1"/>
        </w:rPr>
        <w:t>il vous plaît</w:t>
      </w:r>
      <w:r>
        <w:rPr>
          <w:rFonts w:cs="Georgia"/>
          <w:kern w:val="1"/>
        </w:rPr>
        <w:t xml:space="preserve">. </w:t>
      </w:r>
      <w:r w:rsidR="00BE611A">
        <w:rPr>
          <w:rFonts w:cs="Georgia"/>
          <w:kern w:val="1"/>
        </w:rPr>
        <w:t>Ce soir</w:t>
      </w:r>
      <w:r>
        <w:rPr>
          <w:rFonts w:cs="Georgia"/>
          <w:kern w:val="1"/>
        </w:rPr>
        <w:t xml:space="preserve">, </w:t>
      </w:r>
      <w:r w:rsidR="00BE611A">
        <w:rPr>
          <w:rFonts w:cs="Georgia"/>
          <w:kern w:val="1"/>
        </w:rPr>
        <w:t>2</w:t>
      </w:r>
      <w:r>
        <w:rPr>
          <w:rFonts w:cs="Georgia"/>
          <w:kern w:val="1"/>
        </w:rPr>
        <w:t>8 octobre</w:t>
      </w:r>
      <w:r w:rsidR="00BE611A">
        <w:rPr>
          <w:rFonts w:cs="Georgia"/>
          <w:kern w:val="1"/>
        </w:rPr>
        <w:t xml:space="preserve"> 1918</w:t>
      </w:r>
      <w:r>
        <w:rPr>
          <w:rFonts w:cs="Georgia"/>
          <w:kern w:val="1"/>
        </w:rPr>
        <w:t xml:space="preserve">, </w:t>
      </w:r>
      <w:r w:rsidR="00BE611A">
        <w:rPr>
          <w:rFonts w:cs="Georgia"/>
          <w:kern w:val="1"/>
        </w:rPr>
        <w:t>indiquez-moi</w:t>
      </w:r>
      <w:r>
        <w:rPr>
          <w:rFonts w:cs="Georgia"/>
          <w:kern w:val="1"/>
        </w:rPr>
        <w:t xml:space="preserve">, </w:t>
      </w:r>
      <w:r w:rsidR="00BE611A">
        <w:rPr>
          <w:rFonts w:cs="Georgia"/>
          <w:bCs/>
          <w:i/>
          <w:iCs/>
          <w:kern w:val="1"/>
        </w:rPr>
        <w:t>grosso modo</w:t>
      </w:r>
      <w:r>
        <w:t xml:space="preserve">, </w:t>
      </w:r>
      <w:r w:rsidR="00BE611A">
        <w:rPr>
          <w:rFonts w:cs="Georgia"/>
          <w:kern w:val="1"/>
        </w:rPr>
        <w:t>le tracé de la ligne de bataille</w:t>
      </w:r>
      <w:r>
        <w:rPr>
          <w:rFonts w:cs="Georgia"/>
          <w:kern w:val="1"/>
        </w:rPr>
        <w:t xml:space="preserve">. </w:t>
      </w:r>
      <w:r w:rsidR="00BE611A">
        <w:rPr>
          <w:rFonts w:cs="Georgia"/>
          <w:kern w:val="1"/>
        </w:rPr>
        <w:t>Oh</w:t>
      </w:r>
      <w:r>
        <w:rPr>
          <w:rFonts w:cs="Georgia"/>
          <w:kern w:val="1"/>
        </w:rPr>
        <w:t xml:space="preserve"> ! </w:t>
      </w:r>
      <w:r w:rsidR="00BE611A">
        <w:rPr>
          <w:rFonts w:cs="Georgia"/>
          <w:kern w:val="1"/>
        </w:rPr>
        <w:t>pas de paroles en l</w:t>
      </w:r>
      <w:r>
        <w:rPr>
          <w:rFonts w:cs="Georgia"/>
          <w:kern w:val="1"/>
        </w:rPr>
        <w:t>’</w:t>
      </w:r>
      <w:r w:rsidR="00BE611A">
        <w:rPr>
          <w:rFonts w:cs="Georgia"/>
          <w:kern w:val="1"/>
        </w:rPr>
        <w:t>air</w:t>
      </w:r>
      <w:r>
        <w:rPr>
          <w:rFonts w:cs="Georgia"/>
          <w:kern w:val="1"/>
        </w:rPr>
        <w:t xml:space="preserve">. </w:t>
      </w:r>
      <w:r w:rsidR="00BE611A">
        <w:rPr>
          <w:rFonts w:cs="Georgia"/>
          <w:kern w:val="1"/>
        </w:rPr>
        <w:t>Tenez</w:t>
      </w:r>
      <w:r>
        <w:rPr>
          <w:rFonts w:cs="Georgia"/>
          <w:kern w:val="1"/>
        </w:rPr>
        <w:t xml:space="preserve">, </w:t>
      </w:r>
      <w:r w:rsidR="00BE611A">
        <w:rPr>
          <w:rFonts w:cs="Georgia"/>
          <w:kern w:val="1"/>
        </w:rPr>
        <w:t>prenez ceci</w:t>
      </w:r>
      <w:r>
        <w:rPr>
          <w:rFonts w:cs="Georgia"/>
          <w:kern w:val="1"/>
        </w:rPr>
        <w:t>.</w:t>
      </w:r>
    </w:p>
    <w:p w14:paraId="15F2E549" w14:textId="77777777" w:rsidR="000E1451" w:rsidRDefault="00BE611A" w:rsidP="00BE611A">
      <w:pPr>
        <w:rPr>
          <w:rFonts w:cs="Georgia"/>
          <w:kern w:val="1"/>
        </w:rPr>
      </w:pPr>
      <w:r>
        <w:rPr>
          <w:rFonts w:cs="Georgia"/>
          <w:kern w:val="1"/>
        </w:rPr>
        <w:t>C</w:t>
      </w:r>
      <w:r w:rsidR="000E1451">
        <w:rPr>
          <w:rFonts w:cs="Georgia"/>
          <w:kern w:val="1"/>
        </w:rPr>
        <w:t>’</w:t>
      </w:r>
      <w:r>
        <w:rPr>
          <w:rFonts w:cs="Georgia"/>
          <w:kern w:val="1"/>
        </w:rPr>
        <w:t>était</w:t>
      </w:r>
      <w:r w:rsidR="000E1451">
        <w:rPr>
          <w:rFonts w:cs="Georgia"/>
          <w:kern w:val="1"/>
        </w:rPr>
        <w:t xml:space="preserve">, </w:t>
      </w:r>
      <w:r>
        <w:rPr>
          <w:rFonts w:cs="Georgia"/>
          <w:kern w:val="1"/>
        </w:rPr>
        <w:t>au pied de son lit</w:t>
      </w:r>
      <w:r w:rsidR="000E1451">
        <w:rPr>
          <w:rFonts w:cs="Georgia"/>
          <w:kern w:val="1"/>
        </w:rPr>
        <w:t xml:space="preserve">, </w:t>
      </w:r>
      <w:r>
        <w:rPr>
          <w:rFonts w:cs="Georgia"/>
          <w:kern w:val="1"/>
        </w:rPr>
        <w:t>toute froissée</w:t>
      </w:r>
      <w:r w:rsidR="000E1451">
        <w:rPr>
          <w:rFonts w:cs="Georgia"/>
          <w:kern w:val="1"/>
        </w:rPr>
        <w:t xml:space="preserve">, </w:t>
      </w:r>
      <w:r>
        <w:rPr>
          <w:rFonts w:cs="Georgia"/>
          <w:kern w:val="1"/>
        </w:rPr>
        <w:t>une carte du front occidental</w:t>
      </w:r>
      <w:r w:rsidR="000E1451">
        <w:rPr>
          <w:rFonts w:cs="Georgia"/>
          <w:kern w:val="1"/>
        </w:rPr>
        <w:t xml:space="preserve">. </w:t>
      </w:r>
      <w:r>
        <w:rPr>
          <w:rFonts w:cs="Georgia"/>
          <w:kern w:val="1"/>
        </w:rPr>
        <w:t>J</w:t>
      </w:r>
      <w:r w:rsidR="000E1451">
        <w:rPr>
          <w:rFonts w:cs="Georgia"/>
          <w:kern w:val="1"/>
        </w:rPr>
        <w:t>’</w:t>
      </w:r>
      <w:r>
        <w:rPr>
          <w:rFonts w:cs="Georgia"/>
          <w:kern w:val="1"/>
        </w:rPr>
        <w:t>eus la stupeur de constater que chaque phase de l</w:t>
      </w:r>
      <w:r w:rsidR="000E1451">
        <w:rPr>
          <w:rFonts w:cs="Georgia"/>
          <w:kern w:val="1"/>
        </w:rPr>
        <w:t>’</w:t>
      </w:r>
      <w:r>
        <w:rPr>
          <w:rFonts w:cs="Georgia"/>
          <w:kern w:val="1"/>
        </w:rPr>
        <w:t>avance de l</w:t>
      </w:r>
      <w:r w:rsidR="000E1451">
        <w:rPr>
          <w:rFonts w:cs="Georgia"/>
          <w:kern w:val="1"/>
        </w:rPr>
        <w:t>’</w:t>
      </w:r>
      <w:r>
        <w:rPr>
          <w:rFonts w:cs="Georgia"/>
          <w:kern w:val="1"/>
        </w:rPr>
        <w:t>armée française y était consignée</w:t>
      </w:r>
      <w:r w:rsidR="000E1451">
        <w:rPr>
          <w:rFonts w:cs="Georgia"/>
          <w:kern w:val="1"/>
        </w:rPr>
        <w:t>.</w:t>
      </w:r>
    </w:p>
    <w:p w14:paraId="2252EDB9" w14:textId="77777777" w:rsidR="000E1451" w:rsidRDefault="000E1451" w:rsidP="00BE611A">
      <w:pPr>
        <w:rPr>
          <w:rFonts w:cs="Georgia"/>
          <w:kern w:val="1"/>
        </w:rPr>
      </w:pPr>
      <w:r>
        <w:rPr>
          <w:rFonts w:cs="Georgia"/>
          <w:kern w:val="1"/>
        </w:rPr>
        <w:t>— </w:t>
      </w:r>
      <w:r w:rsidR="00BE611A">
        <w:rPr>
          <w:rFonts w:cs="Georgia"/>
          <w:kern w:val="1"/>
        </w:rPr>
        <w:t>Mon général</w:t>
      </w:r>
      <w:r>
        <w:rPr>
          <w:rFonts w:cs="Georgia"/>
          <w:kern w:val="1"/>
        </w:rPr>
        <w:t xml:space="preserve">, </w:t>
      </w:r>
      <w:r w:rsidR="00BE611A">
        <w:rPr>
          <w:rFonts w:cs="Georgia"/>
          <w:kern w:val="1"/>
        </w:rPr>
        <w:t>je vous en prie</w:t>
      </w:r>
      <w:r>
        <w:rPr>
          <w:rFonts w:cs="Georgia"/>
          <w:kern w:val="1"/>
        </w:rPr>
        <w:t xml:space="preserve">, </w:t>
      </w:r>
      <w:r w:rsidR="00BE611A">
        <w:rPr>
          <w:rFonts w:cs="Georgia"/>
          <w:kern w:val="1"/>
        </w:rPr>
        <w:t>ne vous découvrez pas</w:t>
      </w:r>
      <w:r>
        <w:rPr>
          <w:rFonts w:cs="Georgia"/>
          <w:kern w:val="1"/>
        </w:rPr>
        <w:t xml:space="preserve">. </w:t>
      </w:r>
      <w:r w:rsidR="00BE611A">
        <w:rPr>
          <w:rFonts w:cs="Georgia"/>
          <w:kern w:val="1"/>
        </w:rPr>
        <w:t>Voici votre carte</w:t>
      </w:r>
      <w:r>
        <w:rPr>
          <w:rFonts w:cs="Georgia"/>
          <w:kern w:val="1"/>
        </w:rPr>
        <w:t>.</w:t>
      </w:r>
    </w:p>
    <w:p w14:paraId="6276A1A1" w14:textId="77777777" w:rsidR="000E1451" w:rsidRDefault="000E1451" w:rsidP="00BE611A">
      <w:pPr>
        <w:rPr>
          <w:rFonts w:cs="Georgia"/>
          <w:kern w:val="1"/>
        </w:rPr>
      </w:pPr>
      <w:r>
        <w:rPr>
          <w:rFonts w:cs="Georgia"/>
          <w:kern w:val="1"/>
        </w:rPr>
        <w:lastRenderedPageBreak/>
        <w:t>— </w:t>
      </w:r>
      <w:r w:rsidR="00BE611A">
        <w:rPr>
          <w:rFonts w:cs="Georgia"/>
          <w:kern w:val="1"/>
        </w:rPr>
        <w:t>Je vous remercie</w:t>
      </w:r>
      <w:r>
        <w:rPr>
          <w:rFonts w:cs="Georgia"/>
          <w:kern w:val="1"/>
        </w:rPr>
        <w:t xml:space="preserve">. </w:t>
      </w:r>
      <w:r w:rsidR="00BE611A">
        <w:rPr>
          <w:rFonts w:cs="Georgia"/>
          <w:kern w:val="1"/>
        </w:rPr>
        <w:t>La réponse à la question que je viens de vous poser s</w:t>
      </w:r>
      <w:r>
        <w:rPr>
          <w:rFonts w:cs="Georgia"/>
          <w:kern w:val="1"/>
        </w:rPr>
        <w:t>’</w:t>
      </w:r>
      <w:r w:rsidR="00BE611A">
        <w:rPr>
          <w:rFonts w:cs="Georgia"/>
          <w:kern w:val="1"/>
        </w:rPr>
        <w:t>y trouve toute faite</w:t>
      </w:r>
      <w:r>
        <w:rPr>
          <w:rFonts w:cs="Georgia"/>
          <w:kern w:val="1"/>
        </w:rPr>
        <w:t xml:space="preserve">. </w:t>
      </w:r>
      <w:r w:rsidR="00BE611A">
        <w:rPr>
          <w:rFonts w:cs="Georgia"/>
          <w:kern w:val="1"/>
        </w:rPr>
        <w:t>Donc</w:t>
      </w:r>
      <w:r>
        <w:rPr>
          <w:rFonts w:cs="Georgia"/>
          <w:kern w:val="1"/>
        </w:rPr>
        <w:t xml:space="preserve">, </w:t>
      </w:r>
      <w:r w:rsidR="00BE611A">
        <w:rPr>
          <w:rFonts w:cs="Georgia"/>
          <w:kern w:val="1"/>
        </w:rPr>
        <w:t>il y a deux mois</w:t>
      </w:r>
      <w:r>
        <w:rPr>
          <w:rFonts w:cs="Georgia"/>
          <w:kern w:val="1"/>
        </w:rPr>
        <w:t xml:space="preserve">, </w:t>
      </w:r>
      <w:r w:rsidR="00BE611A">
        <w:rPr>
          <w:rFonts w:cs="Georgia"/>
          <w:kern w:val="1"/>
        </w:rPr>
        <w:t>le front était ici</w:t>
      </w:r>
      <w:r>
        <w:rPr>
          <w:rFonts w:cs="Georgia"/>
          <w:kern w:val="1"/>
        </w:rPr>
        <w:t xml:space="preserve">. </w:t>
      </w:r>
      <w:r w:rsidR="00BE611A">
        <w:rPr>
          <w:rFonts w:cs="Georgia"/>
          <w:kern w:val="1"/>
        </w:rPr>
        <w:t>Il y a un mois</w:t>
      </w:r>
      <w:r>
        <w:rPr>
          <w:rFonts w:cs="Georgia"/>
          <w:kern w:val="1"/>
        </w:rPr>
        <w:t xml:space="preserve">, </w:t>
      </w:r>
      <w:r w:rsidR="00BE611A">
        <w:rPr>
          <w:rFonts w:cs="Georgia"/>
          <w:kern w:val="1"/>
        </w:rPr>
        <w:t>là</w:t>
      </w:r>
      <w:r>
        <w:rPr>
          <w:rFonts w:cs="Georgia"/>
          <w:kern w:val="1"/>
        </w:rPr>
        <w:t xml:space="preserve">. </w:t>
      </w:r>
      <w:r w:rsidR="00BE611A">
        <w:rPr>
          <w:rFonts w:cs="Georgia"/>
          <w:kern w:val="1"/>
        </w:rPr>
        <w:t>Il y a quinze jours</w:t>
      </w:r>
      <w:r>
        <w:rPr>
          <w:rFonts w:cs="Georgia"/>
          <w:kern w:val="1"/>
        </w:rPr>
        <w:t xml:space="preserve">, </w:t>
      </w:r>
      <w:r w:rsidR="00BE611A">
        <w:rPr>
          <w:rFonts w:cs="Georgia"/>
          <w:kern w:val="1"/>
        </w:rPr>
        <w:t>nouveau recul sur la ligne que voici</w:t>
      </w:r>
      <w:r>
        <w:rPr>
          <w:rFonts w:cs="Georgia"/>
          <w:kern w:val="1"/>
        </w:rPr>
        <w:t xml:space="preserve">. </w:t>
      </w:r>
      <w:r w:rsidR="00BE611A">
        <w:rPr>
          <w:rFonts w:cs="Georgia"/>
          <w:kern w:val="1"/>
        </w:rPr>
        <w:t>Il y a huit jours</w:t>
      </w:r>
      <w:r>
        <w:rPr>
          <w:rFonts w:cs="Georgia"/>
          <w:kern w:val="1"/>
        </w:rPr>
        <w:t xml:space="preserve">, </w:t>
      </w:r>
      <w:r w:rsidR="00BE611A">
        <w:rPr>
          <w:rFonts w:cs="Georgia"/>
          <w:kern w:val="1"/>
        </w:rPr>
        <w:t>recul encore</w:t>
      </w:r>
      <w:r>
        <w:rPr>
          <w:rFonts w:cs="Georgia"/>
          <w:kern w:val="1"/>
        </w:rPr>
        <w:t xml:space="preserve">. </w:t>
      </w:r>
      <w:r w:rsidR="00BE611A">
        <w:rPr>
          <w:rFonts w:cs="Georgia"/>
          <w:kern w:val="1"/>
        </w:rPr>
        <w:t>Tenant compte de la cadence à laquelle s</w:t>
      </w:r>
      <w:r>
        <w:rPr>
          <w:rFonts w:cs="Georgia"/>
          <w:kern w:val="1"/>
        </w:rPr>
        <w:t>’</w:t>
      </w:r>
      <w:r w:rsidR="00BE611A">
        <w:rPr>
          <w:rFonts w:cs="Georgia"/>
          <w:kern w:val="1"/>
        </w:rPr>
        <w:t>effectue cette marche en arrière</w:t>
      </w:r>
      <w:r>
        <w:rPr>
          <w:rFonts w:cs="Georgia"/>
          <w:kern w:val="1"/>
        </w:rPr>
        <w:t xml:space="preserve">, </w:t>
      </w:r>
      <w:r w:rsidR="00BE611A">
        <w:rPr>
          <w:rFonts w:cs="Georgia"/>
          <w:kern w:val="1"/>
        </w:rPr>
        <w:t>nous sommes fondés à admettre que</w:t>
      </w:r>
      <w:r>
        <w:rPr>
          <w:rFonts w:cs="Georgia"/>
          <w:kern w:val="1"/>
        </w:rPr>
        <w:t xml:space="preserve">, </w:t>
      </w:r>
      <w:r w:rsidR="00BE611A">
        <w:rPr>
          <w:rFonts w:cs="Georgia"/>
          <w:kern w:val="1"/>
        </w:rPr>
        <w:t>dans deux semaines</w:t>
      </w:r>
      <w:r>
        <w:rPr>
          <w:rFonts w:cs="Georgia"/>
          <w:kern w:val="1"/>
        </w:rPr>
        <w:t xml:space="preserve">, </w:t>
      </w:r>
      <w:r w:rsidR="00BE611A">
        <w:rPr>
          <w:rFonts w:cs="Georgia"/>
          <w:kern w:val="1"/>
        </w:rPr>
        <w:t>aux environs du 1</w:t>
      </w:r>
      <w:r>
        <w:rPr>
          <w:rFonts w:cs="Georgia"/>
          <w:kern w:val="1"/>
        </w:rPr>
        <w:t xml:space="preserve">5 novembre, </w:t>
      </w:r>
      <w:r w:rsidR="00BE611A">
        <w:rPr>
          <w:rFonts w:cs="Georgia"/>
          <w:kern w:val="1"/>
        </w:rPr>
        <w:t>la ligne de bataille sera transportée ici</w:t>
      </w:r>
      <w:r>
        <w:rPr>
          <w:rFonts w:cs="Georgia"/>
          <w:kern w:val="1"/>
        </w:rPr>
        <w:t xml:space="preserve">. </w:t>
      </w:r>
      <w:r w:rsidR="00BE611A">
        <w:rPr>
          <w:rFonts w:cs="Georgia"/>
          <w:kern w:val="1"/>
        </w:rPr>
        <w:t>Êtes-vous de mon avis</w:t>
      </w:r>
      <w:r>
        <w:rPr>
          <w:rFonts w:cs="Georgia"/>
          <w:kern w:val="1"/>
        </w:rPr>
        <w:t> ?</w:t>
      </w:r>
    </w:p>
    <w:p w14:paraId="7C238C01" w14:textId="77777777" w:rsidR="000E1451" w:rsidRDefault="00BE611A" w:rsidP="00BE611A">
      <w:pPr>
        <w:rPr>
          <w:rFonts w:cs="Georgia"/>
          <w:kern w:val="1"/>
        </w:rPr>
      </w:pPr>
      <w:r>
        <w:rPr>
          <w:rFonts w:cs="Georgia"/>
          <w:kern w:val="1"/>
        </w:rPr>
        <w:t>Je le regardai sans chercher à dissimuler mon ahurissement</w:t>
      </w:r>
      <w:r w:rsidR="000E1451">
        <w:rPr>
          <w:rFonts w:cs="Georgia"/>
          <w:kern w:val="1"/>
        </w:rPr>
        <w:t xml:space="preserve">. </w:t>
      </w:r>
      <w:r>
        <w:rPr>
          <w:rFonts w:cs="Georgia"/>
          <w:kern w:val="1"/>
        </w:rPr>
        <w:t>La ligne qu</w:t>
      </w:r>
      <w:r w:rsidR="000E1451">
        <w:rPr>
          <w:rFonts w:cs="Georgia"/>
          <w:kern w:val="1"/>
        </w:rPr>
        <w:t>’</w:t>
      </w:r>
      <w:r>
        <w:rPr>
          <w:rFonts w:cs="Georgia"/>
          <w:kern w:val="1"/>
        </w:rPr>
        <w:t>il m</w:t>
      </w:r>
      <w:r w:rsidR="000E1451">
        <w:rPr>
          <w:rFonts w:cs="Georgia"/>
          <w:kern w:val="1"/>
        </w:rPr>
        <w:t>’</w:t>
      </w:r>
      <w:r>
        <w:rPr>
          <w:rFonts w:cs="Georgia"/>
          <w:kern w:val="1"/>
        </w:rPr>
        <w:t>indiquait avec tant de calme était jalonnée par les noms d</w:t>
      </w:r>
      <w:r w:rsidR="000E1451">
        <w:rPr>
          <w:rFonts w:cs="Georgia"/>
          <w:kern w:val="1"/>
        </w:rPr>
        <w:t>’</w:t>
      </w:r>
      <w:r>
        <w:rPr>
          <w:rFonts w:cs="Georgia"/>
          <w:kern w:val="1"/>
        </w:rPr>
        <w:t>Aix-la-Chapelle</w:t>
      </w:r>
      <w:r w:rsidR="000E1451">
        <w:rPr>
          <w:rFonts w:cs="Georgia"/>
          <w:kern w:val="1"/>
        </w:rPr>
        <w:t xml:space="preserve">, </w:t>
      </w:r>
      <w:r>
        <w:rPr>
          <w:rFonts w:cs="Georgia"/>
          <w:kern w:val="1"/>
        </w:rPr>
        <w:t>Trêves</w:t>
      </w:r>
      <w:r w:rsidR="000E1451">
        <w:rPr>
          <w:rFonts w:cs="Georgia"/>
          <w:kern w:val="1"/>
        </w:rPr>
        <w:t xml:space="preserve">, </w:t>
      </w:r>
      <w:r>
        <w:rPr>
          <w:rFonts w:cs="Georgia"/>
          <w:kern w:val="1"/>
        </w:rPr>
        <w:t>Karlsrühe et Bâle</w:t>
      </w:r>
      <w:r w:rsidR="000E1451">
        <w:rPr>
          <w:rFonts w:cs="Georgia"/>
          <w:kern w:val="1"/>
        </w:rPr>
        <w:t>.</w:t>
      </w:r>
    </w:p>
    <w:p w14:paraId="7ABEFF7E" w14:textId="77777777" w:rsidR="000E1451" w:rsidRDefault="000E1451" w:rsidP="00BE611A">
      <w:pPr>
        <w:rPr>
          <w:rFonts w:cs="Georgia"/>
          <w:kern w:val="1"/>
        </w:rPr>
      </w:pPr>
      <w:r>
        <w:rPr>
          <w:rFonts w:cs="Georgia"/>
          <w:kern w:val="1"/>
        </w:rPr>
        <w:t>— </w:t>
      </w:r>
      <w:r w:rsidR="00BE611A">
        <w:rPr>
          <w:rFonts w:cs="Georgia"/>
          <w:kern w:val="1"/>
        </w:rPr>
        <w:t>Oui</w:t>
      </w:r>
      <w:r>
        <w:rPr>
          <w:rFonts w:cs="Georgia"/>
          <w:kern w:val="1"/>
        </w:rPr>
        <w:t xml:space="preserve">, </w:t>
      </w:r>
      <w:r w:rsidR="00BE611A">
        <w:rPr>
          <w:rFonts w:cs="Georgia"/>
          <w:kern w:val="1"/>
        </w:rPr>
        <w:t>voilà où nous en serons</w:t>
      </w:r>
      <w:r>
        <w:rPr>
          <w:rFonts w:cs="Georgia"/>
          <w:kern w:val="1"/>
        </w:rPr>
        <w:t xml:space="preserve">. </w:t>
      </w:r>
      <w:r w:rsidR="00BE611A">
        <w:rPr>
          <w:rFonts w:cs="Georgia"/>
          <w:kern w:val="1"/>
        </w:rPr>
        <w:t>Alors</w:t>
      </w:r>
      <w:r>
        <w:rPr>
          <w:rFonts w:cs="Georgia"/>
          <w:kern w:val="1"/>
        </w:rPr>
        <w:t xml:space="preserve">, </w:t>
      </w:r>
      <w:r w:rsidR="00BE611A">
        <w:rPr>
          <w:rFonts w:cs="Georgia"/>
          <w:kern w:val="1"/>
        </w:rPr>
        <w:t>que se passera-t-il</w:t>
      </w:r>
      <w:r>
        <w:rPr>
          <w:rFonts w:cs="Georgia"/>
          <w:kern w:val="1"/>
        </w:rPr>
        <w:t xml:space="preserve"> ? </w:t>
      </w:r>
      <w:r w:rsidR="00BE611A">
        <w:rPr>
          <w:rFonts w:cs="Georgia"/>
          <w:kern w:val="1"/>
        </w:rPr>
        <w:t>Comment</w:t>
      </w:r>
      <w:r>
        <w:rPr>
          <w:rFonts w:cs="Georgia"/>
          <w:kern w:val="1"/>
        </w:rPr>
        <w:t xml:space="preserve">, </w:t>
      </w:r>
      <w:r w:rsidR="00BE611A">
        <w:rPr>
          <w:rFonts w:cs="Georgia"/>
          <w:kern w:val="1"/>
        </w:rPr>
        <w:t>vous n</w:t>
      </w:r>
      <w:r>
        <w:rPr>
          <w:rFonts w:cs="Georgia"/>
          <w:kern w:val="1"/>
        </w:rPr>
        <w:t>’</w:t>
      </w:r>
      <w:r w:rsidR="00BE611A">
        <w:rPr>
          <w:rFonts w:cs="Georgia"/>
          <w:kern w:val="1"/>
        </w:rPr>
        <w:t>avez pas encore compris</w:t>
      </w:r>
      <w:r>
        <w:rPr>
          <w:rFonts w:cs="Georgia"/>
          <w:kern w:val="1"/>
        </w:rPr>
        <w:t xml:space="preserve"> ? </w:t>
      </w:r>
      <w:r w:rsidR="00BE611A">
        <w:rPr>
          <w:rFonts w:cs="Georgia"/>
          <w:kern w:val="1"/>
        </w:rPr>
        <w:t>Allez me chercher la grande carte</w:t>
      </w:r>
      <w:r>
        <w:rPr>
          <w:rFonts w:cs="Georgia"/>
          <w:kern w:val="1"/>
        </w:rPr>
        <w:t xml:space="preserve">, </w:t>
      </w:r>
      <w:r w:rsidR="00BE611A">
        <w:rPr>
          <w:rFonts w:cs="Georgia"/>
          <w:kern w:val="1"/>
        </w:rPr>
        <w:t>sur la table de mon cabinet de travail</w:t>
      </w:r>
      <w:r>
        <w:rPr>
          <w:rFonts w:cs="Georgia"/>
          <w:kern w:val="1"/>
        </w:rPr>
        <w:t xml:space="preserve">, </w:t>
      </w:r>
      <w:r w:rsidR="00BE611A">
        <w:rPr>
          <w:rFonts w:cs="Georgia"/>
          <w:kern w:val="1"/>
        </w:rPr>
        <w:t>la grande carte</w:t>
      </w:r>
      <w:r>
        <w:rPr>
          <w:rFonts w:cs="Georgia"/>
          <w:kern w:val="1"/>
        </w:rPr>
        <w:t>.</w:t>
      </w:r>
    </w:p>
    <w:p w14:paraId="0C5C6BCE" w14:textId="77777777" w:rsidR="000E1451" w:rsidRDefault="00BE611A" w:rsidP="00BE611A">
      <w:pPr>
        <w:rPr>
          <w:rFonts w:cs="Georgia"/>
          <w:kern w:val="1"/>
        </w:rPr>
      </w:pPr>
      <w:r>
        <w:rPr>
          <w:rFonts w:cs="Georgia"/>
          <w:kern w:val="1"/>
        </w:rPr>
        <w:t>La carte dont il parlait était celle sur laquelle nous nous livrions</w:t>
      </w:r>
      <w:r w:rsidR="000E1451">
        <w:rPr>
          <w:rFonts w:cs="Georgia"/>
          <w:kern w:val="1"/>
        </w:rPr>
        <w:t xml:space="preserve">, </w:t>
      </w:r>
      <w:r>
        <w:rPr>
          <w:rFonts w:cs="Georgia"/>
          <w:kern w:val="1"/>
        </w:rPr>
        <w:t>depuis trois mois</w:t>
      </w:r>
      <w:r w:rsidR="000E1451">
        <w:rPr>
          <w:rFonts w:cs="Georgia"/>
          <w:kern w:val="1"/>
        </w:rPr>
        <w:t xml:space="preserve">, </w:t>
      </w:r>
      <w:r>
        <w:rPr>
          <w:rFonts w:cs="Georgia"/>
          <w:kern w:val="1"/>
        </w:rPr>
        <w:t>tant de combats imaginaires</w:t>
      </w:r>
      <w:r w:rsidR="000E1451">
        <w:rPr>
          <w:rFonts w:cs="Georgia"/>
          <w:kern w:val="1"/>
        </w:rPr>
        <w:t xml:space="preserve">. </w:t>
      </w:r>
      <w:r>
        <w:rPr>
          <w:rFonts w:cs="Georgia"/>
          <w:kern w:val="1"/>
        </w:rPr>
        <w:t>Je m</w:t>
      </w:r>
      <w:r w:rsidR="000E1451">
        <w:rPr>
          <w:rFonts w:cs="Georgia"/>
          <w:kern w:val="1"/>
        </w:rPr>
        <w:t>’</w:t>
      </w:r>
      <w:r>
        <w:rPr>
          <w:rFonts w:cs="Georgia"/>
          <w:kern w:val="1"/>
        </w:rPr>
        <w:t>en emparai dans l</w:t>
      </w:r>
      <w:r w:rsidR="000E1451">
        <w:rPr>
          <w:rFonts w:cs="Georgia"/>
          <w:kern w:val="1"/>
        </w:rPr>
        <w:t>’</w:t>
      </w:r>
      <w:r>
        <w:rPr>
          <w:rFonts w:cs="Georgia"/>
          <w:kern w:val="1"/>
        </w:rPr>
        <w:t>obscurité</w:t>
      </w:r>
      <w:r w:rsidR="000E1451">
        <w:rPr>
          <w:rFonts w:cs="Georgia"/>
          <w:kern w:val="1"/>
        </w:rPr>
        <w:t xml:space="preserve">, </w:t>
      </w:r>
      <w:r>
        <w:rPr>
          <w:rFonts w:cs="Georgia"/>
          <w:kern w:val="1"/>
        </w:rPr>
        <w:t>et revins en toute hâte</w:t>
      </w:r>
      <w:r w:rsidR="000E1451">
        <w:rPr>
          <w:rFonts w:cs="Georgia"/>
          <w:kern w:val="1"/>
        </w:rPr>
        <w:t xml:space="preserve">, </w:t>
      </w:r>
      <w:r>
        <w:rPr>
          <w:rFonts w:cs="Georgia"/>
          <w:kern w:val="1"/>
        </w:rPr>
        <w:t>semant sur mon parcours les innombrables épingles dont elle était encore hérissée</w:t>
      </w:r>
      <w:r w:rsidR="000E1451">
        <w:rPr>
          <w:rFonts w:cs="Georgia"/>
          <w:kern w:val="1"/>
        </w:rPr>
        <w:t>.</w:t>
      </w:r>
    </w:p>
    <w:p w14:paraId="50A06805" w14:textId="77777777" w:rsidR="000E1451" w:rsidRDefault="000E1451" w:rsidP="00BE611A">
      <w:pPr>
        <w:rPr>
          <w:rFonts w:cs="Georgia"/>
          <w:kern w:val="1"/>
        </w:rPr>
      </w:pPr>
      <w:r>
        <w:rPr>
          <w:rFonts w:cs="Georgia"/>
          <w:kern w:val="1"/>
        </w:rPr>
        <w:t>— </w:t>
      </w:r>
      <w:r w:rsidR="00BE611A">
        <w:rPr>
          <w:rFonts w:cs="Georgia"/>
          <w:kern w:val="1"/>
        </w:rPr>
        <w:t>Bon</w:t>
      </w:r>
      <w:r>
        <w:rPr>
          <w:rFonts w:cs="Georgia"/>
          <w:kern w:val="1"/>
        </w:rPr>
        <w:t xml:space="preserve">, </w:t>
      </w:r>
      <w:r w:rsidR="00BE611A">
        <w:rPr>
          <w:rFonts w:cs="Georgia"/>
          <w:kern w:val="1"/>
        </w:rPr>
        <w:t>désormais</w:t>
      </w:r>
      <w:r>
        <w:rPr>
          <w:rFonts w:cs="Georgia"/>
          <w:kern w:val="1"/>
        </w:rPr>
        <w:t xml:space="preserve">, </w:t>
      </w:r>
      <w:r w:rsidR="00BE611A">
        <w:rPr>
          <w:rFonts w:cs="Georgia"/>
          <w:kern w:val="1"/>
        </w:rPr>
        <w:t>mon ami</w:t>
      </w:r>
      <w:r>
        <w:rPr>
          <w:rFonts w:cs="Georgia"/>
          <w:kern w:val="1"/>
        </w:rPr>
        <w:t xml:space="preserve">, </w:t>
      </w:r>
      <w:r w:rsidR="00BE611A">
        <w:rPr>
          <w:rFonts w:cs="Georgia"/>
          <w:kern w:val="1"/>
        </w:rPr>
        <w:t>il est impossible que la vérité ne vous saute pas immédiatement aux yeux</w:t>
      </w:r>
      <w:r>
        <w:rPr>
          <w:rFonts w:cs="Georgia"/>
          <w:kern w:val="1"/>
        </w:rPr>
        <w:t xml:space="preserve">. </w:t>
      </w:r>
      <w:r w:rsidR="00BE611A">
        <w:rPr>
          <w:rFonts w:cs="Georgia"/>
          <w:bCs/>
          <w:kern w:val="1"/>
        </w:rPr>
        <w:t>Où</w:t>
      </w:r>
      <w:r w:rsidR="00BE611A">
        <w:rPr>
          <w:rFonts w:cs="Georgia"/>
          <w:kern w:val="1"/>
        </w:rPr>
        <w:t xml:space="preserve"> seront</w:t>
      </w:r>
      <w:r>
        <w:rPr>
          <w:rFonts w:cs="Georgia"/>
          <w:kern w:val="1"/>
        </w:rPr>
        <w:t xml:space="preserve">, </w:t>
      </w:r>
      <w:r w:rsidR="00BE611A">
        <w:rPr>
          <w:rFonts w:cs="Georgia"/>
          <w:kern w:val="1"/>
        </w:rPr>
        <w:t>le 1</w:t>
      </w:r>
      <w:r>
        <w:rPr>
          <w:rFonts w:cs="Georgia"/>
          <w:kern w:val="1"/>
        </w:rPr>
        <w:t xml:space="preserve">5 novembre, </w:t>
      </w:r>
      <w:r w:rsidR="00BE611A">
        <w:rPr>
          <w:rFonts w:cs="Georgia"/>
          <w:kern w:val="1"/>
        </w:rPr>
        <w:t>les armées allemandes</w:t>
      </w:r>
      <w:r>
        <w:rPr>
          <w:rFonts w:cs="Georgia"/>
          <w:kern w:val="1"/>
        </w:rPr>
        <w:t xml:space="preserve"> ? </w:t>
      </w:r>
      <w:r w:rsidR="00BE611A">
        <w:rPr>
          <w:rFonts w:cs="Georgia"/>
          <w:kern w:val="1"/>
        </w:rPr>
        <w:t>Elles auront reculé jusqu</w:t>
      </w:r>
      <w:r>
        <w:rPr>
          <w:rFonts w:cs="Georgia"/>
          <w:kern w:val="1"/>
        </w:rPr>
        <w:t>’</w:t>
      </w:r>
      <w:r w:rsidR="00BE611A">
        <w:rPr>
          <w:rFonts w:cs="Georgia"/>
          <w:kern w:val="1"/>
        </w:rPr>
        <w:t>à la Nied</w:t>
      </w:r>
      <w:r>
        <w:rPr>
          <w:rFonts w:cs="Georgia"/>
          <w:kern w:val="1"/>
        </w:rPr>
        <w:t xml:space="preserve">, </w:t>
      </w:r>
      <w:r w:rsidR="00BE611A">
        <w:rPr>
          <w:rFonts w:cs="Georgia"/>
          <w:kern w:val="1"/>
        </w:rPr>
        <w:t>jusqu</w:t>
      </w:r>
      <w:r>
        <w:rPr>
          <w:rFonts w:cs="Georgia"/>
          <w:kern w:val="1"/>
        </w:rPr>
        <w:t>’</w:t>
      </w:r>
      <w:r w:rsidR="00BE611A">
        <w:rPr>
          <w:rFonts w:cs="Georgia"/>
          <w:kern w:val="1"/>
        </w:rPr>
        <w:t>à la Sarre</w:t>
      </w:r>
      <w:r>
        <w:rPr>
          <w:rFonts w:cs="Georgia"/>
          <w:kern w:val="1"/>
        </w:rPr>
        <w:t xml:space="preserve">, </w:t>
      </w:r>
      <w:r w:rsidR="00BE611A">
        <w:rPr>
          <w:rFonts w:cs="Georgia"/>
          <w:kern w:val="1"/>
        </w:rPr>
        <w:t>jusqu</w:t>
      </w:r>
      <w:r>
        <w:rPr>
          <w:rFonts w:cs="Georgia"/>
          <w:kern w:val="1"/>
        </w:rPr>
        <w:t>’</w:t>
      </w:r>
      <w:r w:rsidR="00BE611A">
        <w:rPr>
          <w:rFonts w:cs="Georgia"/>
          <w:kern w:val="1"/>
        </w:rPr>
        <w:t>à la Lauter</w:t>
      </w:r>
      <w:r>
        <w:rPr>
          <w:rFonts w:cs="Georgia"/>
          <w:kern w:val="1"/>
        </w:rPr>
        <w:t xml:space="preserve">. </w:t>
      </w:r>
      <w:r w:rsidR="00BE611A">
        <w:rPr>
          <w:rFonts w:cs="Georgia"/>
          <w:kern w:val="1"/>
        </w:rPr>
        <w:t>Nous serons exactement alors</w:t>
      </w:r>
      <w:r>
        <w:rPr>
          <w:rFonts w:cs="Georgia"/>
          <w:kern w:val="1"/>
        </w:rPr>
        <w:t xml:space="preserve">, </w:t>
      </w:r>
      <w:r w:rsidR="00BE611A">
        <w:rPr>
          <w:rFonts w:cs="Georgia"/>
          <w:kern w:val="1"/>
        </w:rPr>
        <w:t>oui</w:t>
      </w:r>
      <w:r>
        <w:rPr>
          <w:rFonts w:cs="Georgia"/>
          <w:kern w:val="1"/>
        </w:rPr>
        <w:t xml:space="preserve">, </w:t>
      </w:r>
      <w:r w:rsidR="00BE611A">
        <w:rPr>
          <w:rFonts w:cs="Georgia"/>
          <w:kern w:val="1"/>
        </w:rPr>
        <w:t>exactement au point où nous nous trouvions fin juillet 1870</w:t>
      </w:r>
      <w:r>
        <w:rPr>
          <w:rFonts w:cs="Georgia"/>
          <w:kern w:val="1"/>
        </w:rPr>
        <w:t xml:space="preserve">, </w:t>
      </w:r>
      <w:r w:rsidR="00BE611A">
        <w:rPr>
          <w:rFonts w:cs="Georgia"/>
          <w:kern w:val="1"/>
        </w:rPr>
        <w:t>c</w:t>
      </w:r>
      <w:r>
        <w:rPr>
          <w:rFonts w:cs="Georgia"/>
          <w:kern w:val="1"/>
        </w:rPr>
        <w:t>’</w:t>
      </w:r>
      <w:r w:rsidR="00BE611A">
        <w:rPr>
          <w:rFonts w:cs="Georgia"/>
          <w:kern w:val="1"/>
        </w:rPr>
        <w:t>est-à-dire sur les positions d</w:t>
      </w:r>
      <w:r>
        <w:rPr>
          <w:rFonts w:cs="Georgia"/>
          <w:kern w:val="1"/>
        </w:rPr>
        <w:t>’</w:t>
      </w:r>
      <w:r w:rsidR="00BE611A">
        <w:rPr>
          <w:rFonts w:cs="Georgia"/>
          <w:kern w:val="1"/>
        </w:rPr>
        <w:t>où nous nous sommes élancés pour remporter les succès les plus foudroyants qu</w:t>
      </w:r>
      <w:r>
        <w:rPr>
          <w:rFonts w:cs="Georgia"/>
          <w:kern w:val="1"/>
        </w:rPr>
        <w:t>’</w:t>
      </w:r>
      <w:r w:rsidR="00BE611A">
        <w:rPr>
          <w:rFonts w:cs="Georgia"/>
          <w:kern w:val="1"/>
        </w:rPr>
        <w:t>aient jamais enregistrés les annales militaires</w:t>
      </w:r>
      <w:r>
        <w:rPr>
          <w:rFonts w:cs="Georgia"/>
          <w:kern w:val="1"/>
        </w:rPr>
        <w:t xml:space="preserve">. </w:t>
      </w:r>
      <w:r w:rsidR="00BE611A">
        <w:rPr>
          <w:rFonts w:cs="Georgia"/>
          <w:kern w:val="1"/>
        </w:rPr>
        <w:t>J</w:t>
      </w:r>
      <w:r>
        <w:rPr>
          <w:rFonts w:cs="Georgia"/>
          <w:kern w:val="1"/>
        </w:rPr>
        <w:t>’</w:t>
      </w:r>
      <w:r w:rsidR="00BE611A">
        <w:rPr>
          <w:rFonts w:cs="Georgia"/>
          <w:kern w:val="1"/>
        </w:rPr>
        <w:t>ai commencé à y voir clair il y a environ quinze jours</w:t>
      </w:r>
      <w:r>
        <w:rPr>
          <w:rFonts w:cs="Georgia"/>
          <w:kern w:val="1"/>
        </w:rPr>
        <w:t xml:space="preserve">, </w:t>
      </w:r>
      <w:r w:rsidR="00BE611A">
        <w:rPr>
          <w:rFonts w:cs="Georgia"/>
          <w:kern w:val="1"/>
        </w:rPr>
        <w:t>lorsque je n</w:t>
      </w:r>
      <w:r>
        <w:rPr>
          <w:rFonts w:cs="Georgia"/>
          <w:kern w:val="1"/>
        </w:rPr>
        <w:t>’</w:t>
      </w:r>
      <w:r w:rsidR="00BE611A">
        <w:rPr>
          <w:rFonts w:cs="Georgia"/>
          <w:kern w:val="1"/>
        </w:rPr>
        <w:t xml:space="preserve">ai plus eu de lettres de Dietrich et </w:t>
      </w:r>
      <w:r w:rsidR="00BE611A">
        <w:rPr>
          <w:rFonts w:cs="Georgia"/>
          <w:kern w:val="1"/>
        </w:rPr>
        <w:lastRenderedPageBreak/>
        <w:t>que j</w:t>
      </w:r>
      <w:r>
        <w:rPr>
          <w:rFonts w:cs="Georgia"/>
          <w:kern w:val="1"/>
        </w:rPr>
        <w:t>’</w:t>
      </w:r>
      <w:r w:rsidR="00BE611A">
        <w:rPr>
          <w:rFonts w:cs="Georgia"/>
          <w:kern w:val="1"/>
        </w:rPr>
        <w:t>ai vu nos unités battre en retraite à une allure vraiment inusitée pour des troupes allemandes</w:t>
      </w:r>
      <w:r>
        <w:rPr>
          <w:rFonts w:cs="Georgia"/>
          <w:kern w:val="1"/>
        </w:rPr>
        <w:t xml:space="preserve">. </w:t>
      </w:r>
      <w:r w:rsidR="00BE611A">
        <w:rPr>
          <w:rFonts w:cs="Georgia"/>
          <w:kern w:val="1"/>
        </w:rPr>
        <w:t>J</w:t>
      </w:r>
      <w:r>
        <w:rPr>
          <w:rFonts w:cs="Georgia"/>
          <w:kern w:val="1"/>
        </w:rPr>
        <w:t>’</w:t>
      </w:r>
      <w:r w:rsidR="00BE611A">
        <w:rPr>
          <w:rFonts w:cs="Georgia"/>
          <w:kern w:val="1"/>
        </w:rPr>
        <w:t>ai deviné qu</w:t>
      </w:r>
      <w:r>
        <w:rPr>
          <w:rFonts w:cs="Georgia"/>
          <w:kern w:val="1"/>
        </w:rPr>
        <w:t>’</w:t>
      </w:r>
      <w:r w:rsidR="00BE611A">
        <w:rPr>
          <w:rFonts w:cs="Georgia"/>
          <w:kern w:val="1"/>
        </w:rPr>
        <w:t>il y avait anguille sous roche</w:t>
      </w:r>
      <w:r>
        <w:rPr>
          <w:rFonts w:cs="Georgia"/>
          <w:kern w:val="1"/>
        </w:rPr>
        <w:t xml:space="preserve">. </w:t>
      </w:r>
      <w:r w:rsidR="00BE611A">
        <w:rPr>
          <w:rFonts w:cs="Georgia"/>
          <w:kern w:val="1"/>
        </w:rPr>
        <w:t>Un simple syllogisme m</w:t>
      </w:r>
      <w:r>
        <w:rPr>
          <w:rFonts w:cs="Georgia"/>
          <w:kern w:val="1"/>
        </w:rPr>
        <w:t>’</w:t>
      </w:r>
      <w:r w:rsidR="00BE611A">
        <w:rPr>
          <w:rFonts w:cs="Georgia"/>
          <w:kern w:val="1"/>
        </w:rPr>
        <w:t>a livré la clé de la situation</w:t>
      </w:r>
      <w:r>
        <w:rPr>
          <w:rFonts w:cs="Georgia"/>
          <w:kern w:val="1"/>
        </w:rPr>
        <w:t xml:space="preserve">. </w:t>
      </w:r>
      <w:r w:rsidR="00BE611A">
        <w:rPr>
          <w:rFonts w:cs="Georgia"/>
          <w:kern w:val="1"/>
        </w:rPr>
        <w:t>Écoutez-moi bien</w:t>
      </w:r>
      <w:r>
        <w:rPr>
          <w:rFonts w:cs="Georgia"/>
          <w:kern w:val="1"/>
        </w:rPr>
        <w:t xml:space="preserve">. </w:t>
      </w:r>
      <w:r w:rsidR="00BE611A">
        <w:rPr>
          <w:rFonts w:cs="Georgia"/>
          <w:bCs/>
          <w:i/>
          <w:iCs/>
          <w:kern w:val="1"/>
        </w:rPr>
        <w:t>Primo</w:t>
      </w:r>
      <w:r>
        <w:rPr>
          <w:rFonts w:cs="Georgia"/>
          <w:bCs/>
          <w:i/>
          <w:iCs/>
          <w:kern w:val="1"/>
        </w:rPr>
        <w:t xml:space="preserve"> : </w:t>
      </w:r>
      <w:r w:rsidR="00BE611A">
        <w:rPr>
          <w:rFonts w:cs="Georgia"/>
          <w:kern w:val="1"/>
        </w:rPr>
        <w:t>il faut pour qu</w:t>
      </w:r>
      <w:r>
        <w:rPr>
          <w:rFonts w:cs="Georgia"/>
          <w:kern w:val="1"/>
        </w:rPr>
        <w:t>’</w:t>
      </w:r>
      <w:r w:rsidR="00BE611A">
        <w:rPr>
          <w:rFonts w:cs="Georgia"/>
          <w:kern w:val="1"/>
        </w:rPr>
        <w:t>un fils laisse son père sans nouvelles un événement d</w:t>
      </w:r>
      <w:r>
        <w:rPr>
          <w:rFonts w:cs="Georgia"/>
          <w:kern w:val="1"/>
        </w:rPr>
        <w:t>’</w:t>
      </w:r>
      <w:r w:rsidR="00BE611A">
        <w:rPr>
          <w:rFonts w:cs="Georgia"/>
          <w:kern w:val="1"/>
        </w:rPr>
        <w:t>une importance capitale</w:t>
      </w:r>
      <w:r>
        <w:rPr>
          <w:rFonts w:cs="Georgia"/>
          <w:kern w:val="1"/>
        </w:rPr>
        <w:t xml:space="preserve">. </w:t>
      </w:r>
      <w:r w:rsidR="00BE611A">
        <w:rPr>
          <w:rFonts w:cs="Georgia"/>
          <w:bCs/>
          <w:i/>
          <w:iCs/>
          <w:kern w:val="1"/>
        </w:rPr>
        <w:t>Secundo</w:t>
      </w:r>
      <w:r>
        <w:rPr>
          <w:rFonts w:cs="Georgia"/>
          <w:bCs/>
          <w:i/>
          <w:iCs/>
          <w:kern w:val="1"/>
        </w:rPr>
        <w:t xml:space="preserve"> : </w:t>
      </w:r>
      <w:r w:rsidR="00BE611A">
        <w:rPr>
          <w:rFonts w:cs="Georgia"/>
          <w:kern w:val="1"/>
        </w:rPr>
        <w:t>il n</w:t>
      </w:r>
      <w:r>
        <w:rPr>
          <w:rFonts w:cs="Georgia"/>
          <w:kern w:val="1"/>
        </w:rPr>
        <w:t>’</w:t>
      </w:r>
      <w:r w:rsidR="00BE611A">
        <w:rPr>
          <w:rFonts w:cs="Georgia"/>
          <w:kern w:val="1"/>
        </w:rPr>
        <w:t>est pas actuellement d</w:t>
      </w:r>
      <w:r>
        <w:rPr>
          <w:rFonts w:cs="Georgia"/>
          <w:kern w:val="1"/>
        </w:rPr>
        <w:t>’</w:t>
      </w:r>
      <w:r w:rsidR="00BE611A">
        <w:rPr>
          <w:rFonts w:cs="Georgia"/>
          <w:kern w:val="1"/>
        </w:rPr>
        <w:t>événement d</w:t>
      </w:r>
      <w:r>
        <w:rPr>
          <w:rFonts w:cs="Georgia"/>
          <w:kern w:val="1"/>
        </w:rPr>
        <w:t>’</w:t>
      </w:r>
      <w:r w:rsidR="00BE611A">
        <w:rPr>
          <w:rFonts w:cs="Georgia"/>
          <w:kern w:val="1"/>
        </w:rPr>
        <w:t>importance plus capitale que la reprise de l</w:t>
      </w:r>
      <w:r>
        <w:rPr>
          <w:rFonts w:cs="Georgia"/>
          <w:kern w:val="1"/>
        </w:rPr>
        <w:t>’</w:t>
      </w:r>
      <w:r w:rsidR="00BE611A">
        <w:rPr>
          <w:rFonts w:cs="Georgia"/>
          <w:kern w:val="1"/>
        </w:rPr>
        <w:t>offensive</w:t>
      </w:r>
      <w:r>
        <w:rPr>
          <w:rFonts w:cs="Georgia"/>
          <w:kern w:val="1"/>
        </w:rPr>
        <w:t xml:space="preserve">. </w:t>
      </w:r>
      <w:r w:rsidR="00BE611A">
        <w:rPr>
          <w:rFonts w:cs="Georgia"/>
          <w:bCs/>
          <w:i/>
          <w:iCs/>
          <w:kern w:val="1"/>
        </w:rPr>
        <w:t>Tertio</w:t>
      </w:r>
      <w:r w:rsidR="00BE611A">
        <w:rPr>
          <w:rFonts w:cs="Georgia"/>
          <w:kern w:val="1"/>
        </w:rPr>
        <w:t xml:space="preserve"> et </w:t>
      </w:r>
      <w:r w:rsidR="00BE611A">
        <w:rPr>
          <w:rFonts w:cs="Georgia"/>
          <w:bCs/>
          <w:i/>
          <w:iCs/>
          <w:kern w:val="1"/>
        </w:rPr>
        <w:t>Conclusion</w:t>
      </w:r>
      <w:r>
        <w:rPr>
          <w:rFonts w:cs="Georgia"/>
          <w:bCs/>
          <w:i/>
          <w:iCs/>
          <w:kern w:val="1"/>
        </w:rPr>
        <w:t xml:space="preserve"> : </w:t>
      </w:r>
      <w:r w:rsidR="00BE611A">
        <w:rPr>
          <w:rFonts w:cs="Georgia"/>
          <w:kern w:val="1"/>
        </w:rPr>
        <w:t>nous allons assister d</w:t>
      </w:r>
      <w:r>
        <w:rPr>
          <w:rFonts w:cs="Georgia"/>
          <w:kern w:val="1"/>
        </w:rPr>
        <w:t>’</w:t>
      </w:r>
      <w:r w:rsidR="00BE611A">
        <w:rPr>
          <w:rFonts w:cs="Georgia"/>
          <w:kern w:val="1"/>
        </w:rPr>
        <w:t>un moment à l</w:t>
      </w:r>
      <w:r>
        <w:rPr>
          <w:rFonts w:cs="Georgia"/>
          <w:kern w:val="1"/>
        </w:rPr>
        <w:t>’</w:t>
      </w:r>
      <w:r w:rsidR="00BE611A">
        <w:rPr>
          <w:rFonts w:cs="Georgia"/>
          <w:kern w:val="1"/>
        </w:rPr>
        <w:t>autre à cette reprise de l</w:t>
      </w:r>
      <w:r>
        <w:rPr>
          <w:rFonts w:cs="Georgia"/>
          <w:kern w:val="1"/>
        </w:rPr>
        <w:t>’</w:t>
      </w:r>
      <w:r w:rsidR="00BE611A">
        <w:rPr>
          <w:rFonts w:cs="Georgia"/>
          <w:kern w:val="1"/>
        </w:rPr>
        <w:t>offensive</w:t>
      </w:r>
      <w:r>
        <w:rPr>
          <w:rFonts w:cs="Georgia"/>
          <w:kern w:val="1"/>
        </w:rPr>
        <w:t xml:space="preserve">. </w:t>
      </w:r>
      <w:r w:rsidR="00BE611A">
        <w:rPr>
          <w:rFonts w:cs="Georgia"/>
          <w:kern w:val="1"/>
        </w:rPr>
        <w:t>Voilà pourquoi je m</w:t>
      </w:r>
      <w:r>
        <w:rPr>
          <w:rFonts w:cs="Georgia"/>
          <w:kern w:val="1"/>
        </w:rPr>
        <w:t>’</w:t>
      </w:r>
      <w:r w:rsidR="00BE611A">
        <w:rPr>
          <w:rFonts w:cs="Georgia"/>
          <w:kern w:val="1"/>
        </w:rPr>
        <w:t>inquiétais tout à l</w:t>
      </w:r>
      <w:r>
        <w:rPr>
          <w:rFonts w:cs="Georgia"/>
          <w:kern w:val="1"/>
        </w:rPr>
        <w:t>’</w:t>
      </w:r>
      <w:r w:rsidR="00BE611A">
        <w:rPr>
          <w:rFonts w:cs="Georgia"/>
          <w:kern w:val="1"/>
        </w:rPr>
        <w:t>heure à l</w:t>
      </w:r>
      <w:r>
        <w:rPr>
          <w:rFonts w:cs="Georgia"/>
          <w:kern w:val="1"/>
        </w:rPr>
        <w:t>’</w:t>
      </w:r>
      <w:r w:rsidR="00BE611A">
        <w:rPr>
          <w:rFonts w:cs="Georgia"/>
          <w:kern w:val="1"/>
        </w:rPr>
        <w:t>idée que Dietrich pouvait ne pas avoir reçu à temps son uniforme</w:t>
      </w:r>
      <w:r>
        <w:rPr>
          <w:rFonts w:cs="Georgia"/>
          <w:kern w:val="1"/>
        </w:rPr>
        <w:t xml:space="preserve">. </w:t>
      </w:r>
      <w:r w:rsidR="00BE611A">
        <w:rPr>
          <w:rFonts w:cs="Georgia"/>
          <w:kern w:val="1"/>
        </w:rPr>
        <w:t>Tout de même</w:t>
      </w:r>
      <w:r>
        <w:rPr>
          <w:rFonts w:cs="Georgia"/>
          <w:kern w:val="1"/>
        </w:rPr>
        <w:t xml:space="preserve">, </w:t>
      </w:r>
      <w:r w:rsidR="00BE611A">
        <w:rPr>
          <w:rFonts w:cs="Georgia"/>
          <w:kern w:val="1"/>
        </w:rPr>
        <w:t>je me rends compte que je me suis laissé entraîner un peu loin avec vous sur la voie des confidences</w:t>
      </w:r>
      <w:r>
        <w:rPr>
          <w:rFonts w:cs="Georgia"/>
          <w:kern w:val="1"/>
        </w:rPr>
        <w:t xml:space="preserve">. </w:t>
      </w:r>
      <w:r w:rsidR="00BE611A">
        <w:rPr>
          <w:rFonts w:cs="Georgia"/>
          <w:kern w:val="1"/>
        </w:rPr>
        <w:t>Mais vous êtes un ennemi loyal</w:t>
      </w:r>
      <w:r>
        <w:rPr>
          <w:rFonts w:cs="Georgia"/>
          <w:kern w:val="1"/>
        </w:rPr>
        <w:t xml:space="preserve">. </w:t>
      </w:r>
      <w:r w:rsidR="00BE611A">
        <w:rPr>
          <w:rFonts w:cs="Georgia"/>
          <w:kern w:val="1"/>
        </w:rPr>
        <w:t>Donnez-moi votre parole de soldat que rien de ce qui se dit ici ne passera le seuil de cette chambre</w:t>
      </w:r>
      <w:r>
        <w:rPr>
          <w:rFonts w:cs="Georgia"/>
          <w:kern w:val="1"/>
        </w:rPr>
        <w:t xml:space="preserve">. </w:t>
      </w:r>
      <w:r w:rsidR="00BE611A">
        <w:rPr>
          <w:rFonts w:cs="Georgia"/>
          <w:kern w:val="1"/>
        </w:rPr>
        <w:t>Moyennant quoi</w:t>
      </w:r>
      <w:r>
        <w:rPr>
          <w:rFonts w:cs="Georgia"/>
          <w:kern w:val="1"/>
        </w:rPr>
        <w:t xml:space="preserve">, </w:t>
      </w:r>
      <w:r w:rsidR="00BE611A">
        <w:rPr>
          <w:rFonts w:cs="Georgia"/>
          <w:kern w:val="1"/>
        </w:rPr>
        <w:t>je consens à achever de vous démontrer</w:t>
      </w:r>
      <w:r>
        <w:rPr>
          <w:rFonts w:cs="Georgia"/>
          <w:kern w:val="1"/>
        </w:rPr>
        <w:t>…</w:t>
      </w:r>
    </w:p>
    <w:p w14:paraId="34C36BC6" w14:textId="77777777" w:rsidR="000E1451" w:rsidRDefault="000E1451" w:rsidP="00BE611A">
      <w:pPr>
        <w:rPr>
          <w:rFonts w:cs="Georgia"/>
          <w:kern w:val="1"/>
        </w:rPr>
      </w:pPr>
      <w:r>
        <w:rPr>
          <w:rFonts w:cs="Georgia"/>
          <w:kern w:val="1"/>
        </w:rPr>
        <w:t>— </w:t>
      </w:r>
      <w:r w:rsidR="00BE611A">
        <w:rPr>
          <w:rFonts w:cs="Georgia"/>
          <w:kern w:val="1"/>
        </w:rPr>
        <w:t>Mon général</w:t>
      </w:r>
      <w:r>
        <w:rPr>
          <w:rFonts w:cs="Georgia"/>
          <w:kern w:val="1"/>
        </w:rPr>
        <w:t xml:space="preserve">, </w:t>
      </w:r>
      <w:r w:rsidR="00BE611A">
        <w:rPr>
          <w:rFonts w:cs="Georgia"/>
          <w:kern w:val="1"/>
        </w:rPr>
        <w:t>faites attention</w:t>
      </w:r>
      <w:r>
        <w:rPr>
          <w:rFonts w:cs="Georgia"/>
          <w:kern w:val="1"/>
        </w:rPr>
        <w:t xml:space="preserve">, </w:t>
      </w:r>
      <w:r w:rsidR="00BE611A">
        <w:rPr>
          <w:rFonts w:cs="Georgia"/>
          <w:kern w:val="1"/>
        </w:rPr>
        <w:t>vous allez reprendre froid</w:t>
      </w:r>
      <w:r>
        <w:rPr>
          <w:rFonts w:cs="Georgia"/>
          <w:kern w:val="1"/>
        </w:rPr>
        <w:t>.</w:t>
      </w:r>
    </w:p>
    <w:p w14:paraId="480A4A3E" w14:textId="77777777" w:rsidR="000E1451" w:rsidRDefault="000E1451" w:rsidP="00BE611A">
      <w:pPr>
        <w:rPr>
          <w:rFonts w:cs="Georgia"/>
          <w:kern w:val="1"/>
        </w:rPr>
      </w:pPr>
      <w:r>
        <w:rPr>
          <w:rFonts w:cs="Georgia"/>
          <w:kern w:val="1"/>
        </w:rPr>
        <w:t>— </w:t>
      </w:r>
      <w:r w:rsidR="00BE611A">
        <w:rPr>
          <w:rFonts w:cs="Georgia"/>
          <w:kern w:val="1"/>
        </w:rPr>
        <w:t>Eh</w:t>
      </w:r>
      <w:r>
        <w:rPr>
          <w:rFonts w:cs="Georgia"/>
          <w:kern w:val="1"/>
        </w:rPr>
        <w:t xml:space="preserve"> ! </w:t>
      </w:r>
      <w:r w:rsidR="00BE611A">
        <w:rPr>
          <w:rFonts w:cs="Georgia"/>
          <w:kern w:val="1"/>
        </w:rPr>
        <w:t>vous m</w:t>
      </w:r>
      <w:r>
        <w:rPr>
          <w:rFonts w:cs="Georgia"/>
          <w:kern w:val="1"/>
        </w:rPr>
        <w:t>’</w:t>
      </w:r>
      <w:r w:rsidR="00BE611A">
        <w:rPr>
          <w:rFonts w:cs="Georgia"/>
          <w:kern w:val="1"/>
        </w:rPr>
        <w:t>ennuyez</w:t>
      </w:r>
      <w:r>
        <w:rPr>
          <w:rFonts w:cs="Georgia"/>
          <w:kern w:val="1"/>
        </w:rPr>
        <w:t xml:space="preserve"> ! </w:t>
      </w:r>
      <w:r w:rsidR="00BE611A">
        <w:rPr>
          <w:rFonts w:cs="Georgia"/>
          <w:kern w:val="1"/>
        </w:rPr>
        <w:t>froid</w:t>
      </w:r>
      <w:r>
        <w:rPr>
          <w:rFonts w:cs="Georgia"/>
          <w:kern w:val="1"/>
        </w:rPr>
        <w:t xml:space="preserve"> ? </w:t>
      </w:r>
      <w:r w:rsidR="00BE611A">
        <w:rPr>
          <w:rFonts w:cs="Georgia"/>
          <w:kern w:val="1"/>
        </w:rPr>
        <w:t>J</w:t>
      </w:r>
      <w:r>
        <w:rPr>
          <w:rFonts w:cs="Georgia"/>
          <w:kern w:val="1"/>
        </w:rPr>
        <w:t>’</w:t>
      </w:r>
      <w:r w:rsidR="00BE611A">
        <w:rPr>
          <w:rFonts w:cs="Georgia"/>
          <w:kern w:val="1"/>
        </w:rPr>
        <w:t>étouffe</w:t>
      </w:r>
      <w:r>
        <w:rPr>
          <w:rFonts w:cs="Georgia"/>
          <w:kern w:val="1"/>
        </w:rPr>
        <w:t xml:space="preserve">, </w:t>
      </w:r>
      <w:r w:rsidR="00BE611A">
        <w:rPr>
          <w:rFonts w:cs="Georgia"/>
          <w:kern w:val="1"/>
        </w:rPr>
        <w:t>au contraire</w:t>
      </w:r>
      <w:r>
        <w:rPr>
          <w:rFonts w:cs="Georgia"/>
          <w:kern w:val="1"/>
        </w:rPr>
        <w:t xml:space="preserve">, </w:t>
      </w:r>
      <w:r w:rsidR="00BE611A">
        <w:rPr>
          <w:rFonts w:cs="Georgia"/>
          <w:kern w:val="1"/>
        </w:rPr>
        <w:t>j</w:t>
      </w:r>
      <w:r>
        <w:rPr>
          <w:rFonts w:cs="Georgia"/>
          <w:kern w:val="1"/>
        </w:rPr>
        <w:t>’</w:t>
      </w:r>
      <w:r w:rsidR="00BE611A">
        <w:rPr>
          <w:rFonts w:cs="Georgia"/>
          <w:kern w:val="1"/>
        </w:rPr>
        <w:t>étouffe</w:t>
      </w:r>
      <w:r>
        <w:rPr>
          <w:rFonts w:cs="Georgia"/>
          <w:kern w:val="1"/>
        </w:rPr>
        <w:t xml:space="preserve">. </w:t>
      </w:r>
      <w:r w:rsidR="00BE611A">
        <w:rPr>
          <w:rFonts w:cs="Georgia"/>
          <w:kern w:val="1"/>
        </w:rPr>
        <w:t>Je reviens à ma démonstration</w:t>
      </w:r>
      <w:r>
        <w:rPr>
          <w:rFonts w:cs="Georgia"/>
          <w:kern w:val="1"/>
        </w:rPr>
        <w:t xml:space="preserve">. </w:t>
      </w:r>
      <w:r w:rsidR="00BE611A">
        <w:rPr>
          <w:rFonts w:cs="Georgia"/>
          <w:kern w:val="1"/>
        </w:rPr>
        <w:t>Donc</w:t>
      </w:r>
      <w:r>
        <w:rPr>
          <w:rFonts w:cs="Georgia"/>
          <w:kern w:val="1"/>
        </w:rPr>
        <w:t xml:space="preserve">, </w:t>
      </w:r>
      <w:r w:rsidR="00BE611A">
        <w:rPr>
          <w:rFonts w:cs="Georgia"/>
          <w:kern w:val="1"/>
        </w:rPr>
        <w:t>le 1</w:t>
      </w:r>
      <w:r>
        <w:rPr>
          <w:rFonts w:cs="Georgia"/>
          <w:kern w:val="1"/>
        </w:rPr>
        <w:t xml:space="preserve">5 novembre, </w:t>
      </w:r>
      <w:r w:rsidR="00BE611A">
        <w:rPr>
          <w:rFonts w:cs="Georgia"/>
          <w:kern w:val="1"/>
        </w:rPr>
        <w:t>nous nous retrouvons sur les points de départ utilisés par Moltke</w:t>
      </w:r>
      <w:r>
        <w:rPr>
          <w:rFonts w:cs="Georgia"/>
          <w:kern w:val="1"/>
        </w:rPr>
        <w:t xml:space="preserve">, </w:t>
      </w:r>
      <w:r w:rsidR="00BE611A">
        <w:rPr>
          <w:rFonts w:cs="Georgia"/>
          <w:kern w:val="1"/>
        </w:rPr>
        <w:t>le grand</w:t>
      </w:r>
      <w:r>
        <w:rPr>
          <w:rFonts w:cs="Georgia"/>
          <w:kern w:val="1"/>
        </w:rPr>
        <w:t xml:space="preserve">, </w:t>
      </w:r>
      <w:r w:rsidR="00BE611A">
        <w:rPr>
          <w:rFonts w:cs="Georgia"/>
          <w:kern w:val="1"/>
        </w:rPr>
        <w:t>celui de 1870</w:t>
      </w:r>
      <w:r>
        <w:rPr>
          <w:rFonts w:cs="Georgia"/>
          <w:kern w:val="1"/>
        </w:rPr>
        <w:t xml:space="preserve">. </w:t>
      </w:r>
      <w:r w:rsidR="00BE611A">
        <w:rPr>
          <w:rFonts w:cs="Georgia"/>
          <w:kern w:val="1"/>
        </w:rPr>
        <w:t>Songez aux perspectives qui s</w:t>
      </w:r>
      <w:r>
        <w:rPr>
          <w:rFonts w:cs="Georgia"/>
          <w:kern w:val="1"/>
        </w:rPr>
        <w:t>’</w:t>
      </w:r>
      <w:r w:rsidR="00BE611A">
        <w:rPr>
          <w:rFonts w:cs="Georgia"/>
          <w:kern w:val="1"/>
        </w:rPr>
        <w:t>ouvrent devant nous</w:t>
      </w:r>
      <w:r>
        <w:rPr>
          <w:rFonts w:cs="Georgia"/>
          <w:kern w:val="1"/>
        </w:rPr>
        <w:t xml:space="preserve">, </w:t>
      </w:r>
      <w:r w:rsidR="00BE611A">
        <w:rPr>
          <w:rFonts w:cs="Georgia"/>
          <w:kern w:val="1"/>
        </w:rPr>
        <w:t>avec une armée non pas fraîche</w:t>
      </w:r>
      <w:r>
        <w:rPr>
          <w:rFonts w:cs="Georgia"/>
          <w:kern w:val="1"/>
        </w:rPr>
        <w:t xml:space="preserve">, </w:t>
      </w:r>
      <w:r w:rsidR="00BE611A">
        <w:rPr>
          <w:rFonts w:cs="Georgia"/>
          <w:kern w:val="1"/>
        </w:rPr>
        <w:t>mais bien mieux que fraîche</w:t>
      </w:r>
      <w:r>
        <w:rPr>
          <w:rFonts w:cs="Georgia"/>
          <w:kern w:val="1"/>
        </w:rPr>
        <w:t xml:space="preserve">, </w:t>
      </w:r>
      <w:r w:rsidR="00BE611A">
        <w:rPr>
          <w:rFonts w:cs="Georgia"/>
          <w:kern w:val="1"/>
        </w:rPr>
        <w:t>entraînée</w:t>
      </w:r>
      <w:r>
        <w:rPr>
          <w:rFonts w:cs="Georgia"/>
          <w:kern w:val="1"/>
        </w:rPr>
        <w:t xml:space="preserve">, </w:t>
      </w:r>
      <w:r w:rsidR="00BE611A">
        <w:rPr>
          <w:rFonts w:cs="Georgia"/>
          <w:kern w:val="1"/>
        </w:rPr>
        <w:t>aguerrie par les quatre années qui viennent de s</w:t>
      </w:r>
      <w:r>
        <w:rPr>
          <w:rFonts w:cs="Georgia"/>
          <w:kern w:val="1"/>
        </w:rPr>
        <w:t>’</w:t>
      </w:r>
      <w:r w:rsidR="00BE611A">
        <w:rPr>
          <w:rFonts w:cs="Georgia"/>
          <w:kern w:val="1"/>
        </w:rPr>
        <w:t>écouler</w:t>
      </w:r>
      <w:r>
        <w:rPr>
          <w:rFonts w:cs="Georgia"/>
          <w:kern w:val="1"/>
        </w:rPr>
        <w:t xml:space="preserve">. </w:t>
      </w:r>
      <w:r w:rsidR="00BE611A">
        <w:rPr>
          <w:rFonts w:cs="Georgia"/>
          <w:kern w:val="1"/>
        </w:rPr>
        <w:t>La véritable campagne va commencer</w:t>
      </w:r>
      <w:r>
        <w:rPr>
          <w:rFonts w:cs="Georgia"/>
          <w:kern w:val="1"/>
        </w:rPr>
        <w:t xml:space="preserve">. </w:t>
      </w:r>
      <w:r w:rsidR="00BE611A">
        <w:rPr>
          <w:rFonts w:cs="Georgia"/>
          <w:kern w:val="1"/>
        </w:rPr>
        <w:t>Ne m</w:t>
      </w:r>
      <w:r>
        <w:rPr>
          <w:rFonts w:cs="Georgia"/>
          <w:kern w:val="1"/>
        </w:rPr>
        <w:t>’</w:t>
      </w:r>
      <w:r w:rsidR="00BE611A">
        <w:rPr>
          <w:rFonts w:cs="Georgia"/>
          <w:kern w:val="1"/>
        </w:rPr>
        <w:t>enlevez pas la carte</w:t>
      </w:r>
      <w:r>
        <w:rPr>
          <w:rFonts w:cs="Georgia"/>
          <w:kern w:val="1"/>
        </w:rPr>
        <w:t xml:space="preserve">, </w:t>
      </w:r>
      <w:r w:rsidR="00BE611A">
        <w:rPr>
          <w:rFonts w:cs="Georgia"/>
          <w:kern w:val="1"/>
        </w:rPr>
        <w:t>tonnerre</w:t>
      </w:r>
      <w:r>
        <w:rPr>
          <w:rFonts w:cs="Georgia"/>
          <w:kern w:val="1"/>
        </w:rPr>
        <w:t xml:space="preserve"> ! </w:t>
      </w:r>
      <w:r w:rsidR="00BE611A">
        <w:rPr>
          <w:rFonts w:cs="Georgia"/>
          <w:kern w:val="1"/>
        </w:rPr>
        <w:t>Oui</w:t>
      </w:r>
      <w:r>
        <w:rPr>
          <w:rFonts w:cs="Georgia"/>
          <w:kern w:val="1"/>
        </w:rPr>
        <w:t xml:space="preserve">, </w:t>
      </w:r>
      <w:r w:rsidR="00BE611A">
        <w:rPr>
          <w:rFonts w:cs="Georgia"/>
          <w:kern w:val="1"/>
        </w:rPr>
        <w:t>oui</w:t>
      </w:r>
      <w:r>
        <w:rPr>
          <w:rFonts w:cs="Georgia"/>
          <w:kern w:val="1"/>
        </w:rPr>
        <w:t xml:space="preserve">, </w:t>
      </w:r>
      <w:r w:rsidR="00BE611A">
        <w:rPr>
          <w:rFonts w:cs="Georgia"/>
          <w:kern w:val="1"/>
        </w:rPr>
        <w:t>c</w:t>
      </w:r>
      <w:r>
        <w:rPr>
          <w:rFonts w:cs="Georgia"/>
          <w:kern w:val="1"/>
        </w:rPr>
        <w:t>’</w:t>
      </w:r>
      <w:r w:rsidR="00BE611A">
        <w:rPr>
          <w:rFonts w:cs="Georgia"/>
          <w:kern w:val="1"/>
        </w:rPr>
        <w:t>est cela</w:t>
      </w:r>
      <w:r>
        <w:rPr>
          <w:rFonts w:cs="Georgia"/>
          <w:kern w:val="1"/>
        </w:rPr>
        <w:t xml:space="preserve">, </w:t>
      </w:r>
      <w:r w:rsidR="00BE611A">
        <w:rPr>
          <w:rFonts w:cs="Georgia"/>
          <w:kern w:val="1"/>
        </w:rPr>
        <w:t>ce que j</w:t>
      </w:r>
      <w:r>
        <w:rPr>
          <w:rFonts w:cs="Georgia"/>
          <w:kern w:val="1"/>
        </w:rPr>
        <w:t>’</w:t>
      </w:r>
      <w:r w:rsidR="00BE611A">
        <w:rPr>
          <w:rFonts w:cs="Georgia"/>
          <w:kern w:val="1"/>
        </w:rPr>
        <w:t>avais toujours prédit</w:t>
      </w:r>
      <w:r>
        <w:rPr>
          <w:rFonts w:cs="Georgia"/>
          <w:kern w:val="1"/>
        </w:rPr>
        <w:t xml:space="preserve">. </w:t>
      </w:r>
      <w:r w:rsidR="00BE611A">
        <w:rPr>
          <w:rFonts w:cs="Georgia"/>
          <w:kern w:val="1"/>
        </w:rPr>
        <w:t>Ouvrez les yeux</w:t>
      </w:r>
      <w:r>
        <w:rPr>
          <w:rFonts w:cs="Georgia"/>
          <w:kern w:val="1"/>
        </w:rPr>
        <w:t xml:space="preserve">, </w:t>
      </w:r>
      <w:r w:rsidR="00BE611A">
        <w:rPr>
          <w:rFonts w:cs="Georgia"/>
          <w:kern w:val="1"/>
        </w:rPr>
        <w:t>mon cher</w:t>
      </w:r>
      <w:r>
        <w:rPr>
          <w:rFonts w:cs="Georgia"/>
          <w:kern w:val="1"/>
        </w:rPr>
        <w:t xml:space="preserve">. </w:t>
      </w:r>
      <w:r w:rsidR="00BE611A">
        <w:rPr>
          <w:rFonts w:cs="Georgia"/>
          <w:kern w:val="1"/>
        </w:rPr>
        <w:t>Si vous tenez à savoir où la partie définitive va se jouer</w:t>
      </w:r>
      <w:r>
        <w:rPr>
          <w:rFonts w:cs="Georgia"/>
          <w:kern w:val="1"/>
        </w:rPr>
        <w:t xml:space="preserve">, </w:t>
      </w:r>
      <w:r w:rsidR="00BE611A">
        <w:rPr>
          <w:rFonts w:cs="Georgia"/>
          <w:kern w:val="1"/>
        </w:rPr>
        <w:t>regardez cet endroit qui n</w:t>
      </w:r>
      <w:r>
        <w:rPr>
          <w:rFonts w:cs="Georgia"/>
          <w:kern w:val="1"/>
        </w:rPr>
        <w:t>’</w:t>
      </w:r>
      <w:r w:rsidR="00BE611A">
        <w:rPr>
          <w:rFonts w:cs="Georgia"/>
          <w:kern w:val="1"/>
        </w:rPr>
        <w:t>a l</w:t>
      </w:r>
      <w:r>
        <w:rPr>
          <w:rFonts w:cs="Georgia"/>
          <w:kern w:val="1"/>
        </w:rPr>
        <w:t>’</w:t>
      </w:r>
      <w:r w:rsidR="00BE611A">
        <w:rPr>
          <w:rFonts w:cs="Georgia"/>
          <w:kern w:val="1"/>
        </w:rPr>
        <w:t>air de rien</w:t>
      </w:r>
      <w:r>
        <w:rPr>
          <w:rFonts w:cs="Georgia"/>
          <w:kern w:val="1"/>
        </w:rPr>
        <w:t xml:space="preserve">, </w:t>
      </w:r>
      <w:r w:rsidR="00BE611A">
        <w:rPr>
          <w:rFonts w:cs="Georgia"/>
          <w:kern w:val="1"/>
        </w:rPr>
        <w:t>entre les villages d</w:t>
      </w:r>
      <w:r>
        <w:rPr>
          <w:rFonts w:cs="Georgia"/>
          <w:kern w:val="1"/>
        </w:rPr>
        <w:t>’</w:t>
      </w:r>
      <w:r w:rsidR="00BE611A">
        <w:rPr>
          <w:rFonts w:cs="Georgia"/>
          <w:kern w:val="1"/>
        </w:rPr>
        <w:t>Ars et de Laquenxey</w:t>
      </w:r>
      <w:r>
        <w:rPr>
          <w:rFonts w:cs="Georgia"/>
          <w:kern w:val="1"/>
        </w:rPr>
        <w:t xml:space="preserve">, </w:t>
      </w:r>
      <w:r w:rsidR="00BE611A">
        <w:rPr>
          <w:rFonts w:cs="Georgia"/>
          <w:kern w:val="1"/>
        </w:rPr>
        <w:t>à une lieue sud-est de Borny</w:t>
      </w:r>
      <w:r>
        <w:rPr>
          <w:rFonts w:cs="Georgia"/>
          <w:kern w:val="1"/>
        </w:rPr>
        <w:t xml:space="preserve">… </w:t>
      </w:r>
      <w:r w:rsidR="00BE611A">
        <w:rPr>
          <w:rFonts w:cs="Georgia"/>
          <w:kern w:val="1"/>
        </w:rPr>
        <w:t>Mais chut</w:t>
      </w:r>
      <w:r>
        <w:rPr>
          <w:rFonts w:cs="Georgia"/>
          <w:kern w:val="1"/>
        </w:rPr>
        <w:t xml:space="preserve">, </w:t>
      </w:r>
      <w:r w:rsidR="00BE611A">
        <w:rPr>
          <w:rFonts w:cs="Georgia"/>
          <w:kern w:val="1"/>
        </w:rPr>
        <w:t>ce sera là</w:t>
      </w:r>
      <w:r>
        <w:rPr>
          <w:rFonts w:cs="Georgia"/>
          <w:kern w:val="1"/>
        </w:rPr>
        <w:t xml:space="preserve">, </w:t>
      </w:r>
      <w:r w:rsidR="00BE611A">
        <w:rPr>
          <w:rFonts w:cs="Georgia"/>
          <w:kern w:val="1"/>
        </w:rPr>
        <w:t>si vous le voulez bien</w:t>
      </w:r>
      <w:r>
        <w:rPr>
          <w:rFonts w:cs="Georgia"/>
          <w:kern w:val="1"/>
        </w:rPr>
        <w:t xml:space="preserve">, </w:t>
      </w:r>
      <w:r w:rsidR="00BE611A">
        <w:rPr>
          <w:rFonts w:cs="Georgia"/>
          <w:kern w:val="1"/>
        </w:rPr>
        <w:t>le thème de notre partie de kriegspiel de demain</w:t>
      </w:r>
      <w:r>
        <w:rPr>
          <w:rFonts w:cs="Georgia"/>
          <w:kern w:val="1"/>
        </w:rPr>
        <w:t xml:space="preserve">. </w:t>
      </w:r>
      <w:r w:rsidR="00BE611A">
        <w:rPr>
          <w:rFonts w:cs="Georgia"/>
          <w:kern w:val="1"/>
        </w:rPr>
        <w:t xml:space="preserve">Vous </w:t>
      </w:r>
      <w:r w:rsidR="00BE611A">
        <w:rPr>
          <w:rFonts w:cs="Georgia"/>
          <w:kern w:val="1"/>
        </w:rPr>
        <w:lastRenderedPageBreak/>
        <w:t>avez toute la nuit pour réfléchir à la façon de parer le petit coup que je vous prépare</w:t>
      </w:r>
      <w:r>
        <w:rPr>
          <w:rFonts w:cs="Georgia"/>
          <w:kern w:val="1"/>
        </w:rPr>
        <w:t xml:space="preserve">. </w:t>
      </w:r>
      <w:r w:rsidR="00BE611A">
        <w:rPr>
          <w:rFonts w:cs="Georgia"/>
          <w:kern w:val="1"/>
        </w:rPr>
        <w:t>Et pas un mot à personne</w:t>
      </w:r>
      <w:r>
        <w:rPr>
          <w:rFonts w:cs="Georgia"/>
          <w:kern w:val="1"/>
        </w:rPr>
        <w:t xml:space="preserve">, </w:t>
      </w:r>
      <w:r w:rsidR="00BE611A">
        <w:rPr>
          <w:rFonts w:cs="Georgia"/>
          <w:kern w:val="1"/>
        </w:rPr>
        <w:t>naturellement</w:t>
      </w:r>
      <w:r>
        <w:rPr>
          <w:rFonts w:cs="Georgia"/>
          <w:kern w:val="1"/>
        </w:rPr>
        <w:t xml:space="preserve">. </w:t>
      </w:r>
      <w:r w:rsidR="00BE611A">
        <w:rPr>
          <w:rFonts w:cs="Georgia"/>
          <w:kern w:val="1"/>
        </w:rPr>
        <w:t>Votre honneur de soldat est engagé</w:t>
      </w:r>
      <w:r>
        <w:rPr>
          <w:rFonts w:cs="Georgia"/>
          <w:kern w:val="1"/>
        </w:rPr>
        <w:t xml:space="preserve">. </w:t>
      </w:r>
      <w:r w:rsidR="00BE611A">
        <w:rPr>
          <w:rFonts w:cs="Georgia"/>
          <w:kern w:val="1"/>
        </w:rPr>
        <w:t>Mais</w:t>
      </w:r>
      <w:r>
        <w:rPr>
          <w:rFonts w:cs="Georgia"/>
          <w:kern w:val="1"/>
        </w:rPr>
        <w:t xml:space="preserve">, </w:t>
      </w:r>
      <w:r w:rsidR="00BE611A">
        <w:rPr>
          <w:rFonts w:cs="Georgia"/>
          <w:kern w:val="1"/>
        </w:rPr>
        <w:t>tonnerre de tonnerre</w:t>
      </w:r>
      <w:r>
        <w:rPr>
          <w:rFonts w:cs="Georgia"/>
          <w:kern w:val="1"/>
        </w:rPr>
        <w:t xml:space="preserve">, </w:t>
      </w:r>
      <w:r w:rsidR="00BE611A">
        <w:rPr>
          <w:rFonts w:cs="Georgia"/>
          <w:kern w:val="1"/>
        </w:rPr>
        <w:t>quelle idée d</w:t>
      </w:r>
      <w:r>
        <w:rPr>
          <w:rFonts w:cs="Georgia"/>
          <w:kern w:val="1"/>
        </w:rPr>
        <w:t>’</w:t>
      </w:r>
      <w:r w:rsidR="00BE611A">
        <w:rPr>
          <w:rFonts w:cs="Georgia"/>
          <w:kern w:val="1"/>
        </w:rPr>
        <w:t>avoir ouvert la fenêtre</w:t>
      </w:r>
      <w:r>
        <w:rPr>
          <w:rFonts w:cs="Georgia"/>
          <w:kern w:val="1"/>
        </w:rPr>
        <w:t xml:space="preserve"> ! </w:t>
      </w:r>
      <w:r w:rsidR="00BE611A">
        <w:rPr>
          <w:rFonts w:cs="Georgia"/>
          <w:kern w:val="1"/>
        </w:rPr>
        <w:t>On gèle</w:t>
      </w:r>
      <w:r>
        <w:rPr>
          <w:rFonts w:cs="Georgia"/>
          <w:kern w:val="1"/>
        </w:rPr>
        <w:t xml:space="preserve">, </w:t>
      </w:r>
      <w:r w:rsidR="00BE611A">
        <w:rPr>
          <w:rFonts w:cs="Georgia"/>
          <w:kern w:val="1"/>
        </w:rPr>
        <w:t>ici</w:t>
      </w:r>
      <w:r>
        <w:rPr>
          <w:rFonts w:cs="Georgia"/>
          <w:kern w:val="1"/>
        </w:rPr>
        <w:t>.</w:t>
      </w:r>
    </w:p>
    <w:p w14:paraId="4DCF1905" w14:textId="77777777" w:rsidR="000E1451" w:rsidRDefault="00BE611A" w:rsidP="00BE611A">
      <w:pPr>
        <w:rPr>
          <w:rFonts w:cs="Georgia"/>
          <w:kern w:val="1"/>
        </w:rPr>
      </w:pPr>
      <w:r>
        <w:rPr>
          <w:rFonts w:cs="Georgia"/>
          <w:kern w:val="1"/>
        </w:rPr>
        <w:t>Deux heures durant</w:t>
      </w:r>
      <w:r w:rsidR="000E1451">
        <w:rPr>
          <w:rFonts w:cs="Georgia"/>
          <w:kern w:val="1"/>
        </w:rPr>
        <w:t xml:space="preserve">, </w:t>
      </w:r>
      <w:r>
        <w:rPr>
          <w:rFonts w:cs="Georgia"/>
          <w:kern w:val="1"/>
        </w:rPr>
        <w:t>peut-être</w:t>
      </w:r>
      <w:r w:rsidR="000E1451">
        <w:rPr>
          <w:rFonts w:cs="Georgia"/>
          <w:kern w:val="1"/>
        </w:rPr>
        <w:t xml:space="preserve">, </w:t>
      </w:r>
      <w:r>
        <w:rPr>
          <w:rFonts w:cs="Georgia"/>
          <w:kern w:val="1"/>
        </w:rPr>
        <w:t>il continua à divaguer de la sorte</w:t>
      </w:r>
      <w:r w:rsidR="000E1451">
        <w:rPr>
          <w:rFonts w:cs="Georgia"/>
          <w:kern w:val="1"/>
        </w:rPr>
        <w:t xml:space="preserve">, </w:t>
      </w:r>
      <w:r>
        <w:rPr>
          <w:rFonts w:cs="Georgia"/>
          <w:kern w:val="1"/>
        </w:rPr>
        <w:t>confondant les deux guerres</w:t>
      </w:r>
      <w:r w:rsidR="000E1451">
        <w:rPr>
          <w:rFonts w:cs="Georgia"/>
          <w:kern w:val="1"/>
        </w:rPr>
        <w:t xml:space="preserve">, </w:t>
      </w:r>
      <w:r>
        <w:rPr>
          <w:rFonts w:cs="Georgia"/>
          <w:kern w:val="1"/>
        </w:rPr>
        <w:t>les deux Guillaume</w:t>
      </w:r>
      <w:r w:rsidR="000E1451">
        <w:rPr>
          <w:rFonts w:cs="Georgia"/>
          <w:kern w:val="1"/>
        </w:rPr>
        <w:t xml:space="preserve">, </w:t>
      </w:r>
      <w:r>
        <w:rPr>
          <w:rFonts w:cs="Georgia"/>
          <w:kern w:val="1"/>
        </w:rPr>
        <w:t>les deux Moltke</w:t>
      </w:r>
      <w:r w:rsidR="000E1451">
        <w:rPr>
          <w:rFonts w:cs="Georgia"/>
          <w:kern w:val="1"/>
        </w:rPr>
        <w:t xml:space="preserve">, </w:t>
      </w:r>
      <w:r>
        <w:rPr>
          <w:rFonts w:cs="Georgia"/>
          <w:kern w:val="1"/>
        </w:rPr>
        <w:t>Maubeuge et Bitche</w:t>
      </w:r>
      <w:r w:rsidR="000E1451">
        <w:rPr>
          <w:rFonts w:cs="Georgia"/>
          <w:kern w:val="1"/>
        </w:rPr>
        <w:t xml:space="preserve">, </w:t>
      </w:r>
      <w:r>
        <w:rPr>
          <w:rFonts w:cs="Georgia"/>
          <w:kern w:val="1"/>
        </w:rPr>
        <w:t>l</w:t>
      </w:r>
      <w:r w:rsidR="000E1451">
        <w:rPr>
          <w:rFonts w:cs="Georgia"/>
          <w:kern w:val="1"/>
        </w:rPr>
        <w:t>’</w:t>
      </w:r>
      <w:r>
        <w:rPr>
          <w:rFonts w:cs="Georgia"/>
          <w:kern w:val="1"/>
        </w:rPr>
        <w:t>Yser et la Moselle</w:t>
      </w:r>
      <w:r w:rsidR="000E1451">
        <w:rPr>
          <w:rFonts w:cs="Georgia"/>
          <w:kern w:val="1"/>
        </w:rPr>
        <w:t xml:space="preserve">, </w:t>
      </w:r>
      <w:r>
        <w:rPr>
          <w:rFonts w:cs="Georgia"/>
          <w:kern w:val="1"/>
        </w:rPr>
        <w:t>Charleroi et Sedan</w:t>
      </w:r>
      <w:r w:rsidR="000E1451">
        <w:rPr>
          <w:rFonts w:cs="Georgia"/>
          <w:kern w:val="1"/>
        </w:rPr>
        <w:t xml:space="preserve">, </w:t>
      </w:r>
      <w:r>
        <w:rPr>
          <w:rFonts w:cs="Georgia"/>
          <w:kern w:val="1"/>
        </w:rPr>
        <w:t>appelant ses fils</w:t>
      </w:r>
      <w:r w:rsidR="000E1451">
        <w:rPr>
          <w:rFonts w:cs="Georgia"/>
          <w:kern w:val="1"/>
        </w:rPr>
        <w:t xml:space="preserve">, </w:t>
      </w:r>
      <w:r>
        <w:rPr>
          <w:rFonts w:cs="Georgia"/>
          <w:kern w:val="1"/>
        </w:rPr>
        <w:t>parlant de Michel et de Conrad comme s</w:t>
      </w:r>
      <w:r w:rsidR="000E1451">
        <w:rPr>
          <w:rFonts w:cs="Georgia"/>
          <w:kern w:val="1"/>
        </w:rPr>
        <w:t>’</w:t>
      </w:r>
      <w:r>
        <w:rPr>
          <w:rFonts w:cs="Georgia"/>
          <w:kern w:val="1"/>
        </w:rPr>
        <w:t>ils eussent été vivants</w:t>
      </w:r>
      <w:r w:rsidR="000E1451">
        <w:rPr>
          <w:rFonts w:cs="Georgia"/>
          <w:kern w:val="1"/>
        </w:rPr>
        <w:t xml:space="preserve">, </w:t>
      </w:r>
      <w:r>
        <w:rPr>
          <w:rFonts w:cs="Georgia"/>
          <w:kern w:val="1"/>
        </w:rPr>
        <w:t>de Dietrich comme s</w:t>
      </w:r>
      <w:r w:rsidR="000E1451">
        <w:rPr>
          <w:rFonts w:cs="Georgia"/>
          <w:kern w:val="1"/>
        </w:rPr>
        <w:t>’</w:t>
      </w:r>
      <w:r>
        <w:rPr>
          <w:rFonts w:cs="Georgia"/>
          <w:kern w:val="1"/>
        </w:rPr>
        <w:t>il était mort</w:t>
      </w:r>
      <w:r w:rsidR="000E1451">
        <w:rPr>
          <w:rFonts w:cs="Georgia"/>
          <w:kern w:val="1"/>
        </w:rPr>
        <w:t xml:space="preserve">. </w:t>
      </w:r>
      <w:r>
        <w:rPr>
          <w:rFonts w:cs="Georgia"/>
          <w:kern w:val="1"/>
        </w:rPr>
        <w:t>Axelle n</w:t>
      </w:r>
      <w:r w:rsidR="000E1451">
        <w:rPr>
          <w:rFonts w:cs="Georgia"/>
          <w:kern w:val="1"/>
        </w:rPr>
        <w:t>’</w:t>
      </w:r>
      <w:r>
        <w:rPr>
          <w:rFonts w:cs="Georgia"/>
          <w:kern w:val="1"/>
        </w:rPr>
        <w:t>avait pas reparu</w:t>
      </w:r>
      <w:r w:rsidR="000E1451">
        <w:rPr>
          <w:rFonts w:cs="Georgia"/>
          <w:kern w:val="1"/>
        </w:rPr>
        <w:t xml:space="preserve">. </w:t>
      </w:r>
      <w:r>
        <w:rPr>
          <w:rFonts w:cs="Georgia"/>
          <w:kern w:val="1"/>
        </w:rPr>
        <w:t>Vers sept heures une ombre était entrée</w:t>
      </w:r>
      <w:r w:rsidR="000E1451">
        <w:rPr>
          <w:rFonts w:cs="Georgia"/>
          <w:kern w:val="1"/>
        </w:rPr>
        <w:t xml:space="preserve"> ; </w:t>
      </w:r>
      <w:r>
        <w:rPr>
          <w:rFonts w:cs="Georgia"/>
          <w:kern w:val="1"/>
        </w:rPr>
        <w:t>c</w:t>
      </w:r>
      <w:r w:rsidR="000E1451">
        <w:rPr>
          <w:rFonts w:cs="Georgia"/>
          <w:kern w:val="1"/>
        </w:rPr>
        <w:t>’</w:t>
      </w:r>
      <w:r>
        <w:rPr>
          <w:rFonts w:cs="Georgia"/>
          <w:kern w:val="1"/>
        </w:rPr>
        <w:t>était Dominica</w:t>
      </w:r>
      <w:r w:rsidR="000E1451">
        <w:rPr>
          <w:rFonts w:cs="Georgia"/>
          <w:kern w:val="1"/>
        </w:rPr>
        <w:t xml:space="preserve">. </w:t>
      </w:r>
      <w:r>
        <w:rPr>
          <w:rFonts w:cs="Georgia"/>
          <w:kern w:val="1"/>
        </w:rPr>
        <w:t>Elle m</w:t>
      </w:r>
      <w:r w:rsidR="000E1451">
        <w:rPr>
          <w:rFonts w:cs="Georgia"/>
          <w:kern w:val="1"/>
        </w:rPr>
        <w:t>’</w:t>
      </w:r>
      <w:r>
        <w:rPr>
          <w:rFonts w:cs="Georgia"/>
          <w:kern w:val="1"/>
        </w:rPr>
        <w:t>apportait une tasse de lait</w:t>
      </w:r>
      <w:r w:rsidR="000E1451">
        <w:rPr>
          <w:rFonts w:cs="Georgia"/>
          <w:kern w:val="1"/>
        </w:rPr>
        <w:t xml:space="preserve">, </w:t>
      </w:r>
      <w:r>
        <w:rPr>
          <w:rFonts w:cs="Georgia"/>
          <w:kern w:val="1"/>
        </w:rPr>
        <w:t>du pain</w:t>
      </w:r>
      <w:r w:rsidR="000E1451">
        <w:rPr>
          <w:rFonts w:cs="Georgia"/>
          <w:kern w:val="1"/>
        </w:rPr>
        <w:t xml:space="preserve">, </w:t>
      </w:r>
      <w:r>
        <w:rPr>
          <w:rFonts w:cs="Georgia"/>
          <w:kern w:val="1"/>
        </w:rPr>
        <w:t>un peu de beurre</w:t>
      </w:r>
      <w:r w:rsidR="000E1451">
        <w:rPr>
          <w:rFonts w:cs="Georgia"/>
          <w:kern w:val="1"/>
        </w:rPr>
        <w:t>.</w:t>
      </w:r>
    </w:p>
    <w:p w14:paraId="1CFFAF42" w14:textId="77777777" w:rsidR="000E1451" w:rsidRDefault="000E1451" w:rsidP="00BE611A">
      <w:pPr>
        <w:rPr>
          <w:rFonts w:cs="Georgia"/>
          <w:kern w:val="1"/>
        </w:rPr>
      </w:pPr>
      <w:r>
        <w:rPr>
          <w:rFonts w:cs="Georgia"/>
          <w:kern w:val="1"/>
        </w:rPr>
        <w:t>— </w:t>
      </w:r>
      <w:r w:rsidR="00BE611A">
        <w:rPr>
          <w:rFonts w:cs="Georgia"/>
          <w:kern w:val="1"/>
        </w:rPr>
        <w:t>Et Mademoiselle</w:t>
      </w:r>
      <w:r>
        <w:rPr>
          <w:rFonts w:cs="Georgia"/>
          <w:kern w:val="1"/>
        </w:rPr>
        <w:t> ?</w:t>
      </w:r>
    </w:p>
    <w:p w14:paraId="17F333AC" w14:textId="77777777" w:rsidR="000E1451" w:rsidRDefault="000E1451" w:rsidP="00BE611A">
      <w:pPr>
        <w:rPr>
          <w:rFonts w:cs="Georgia"/>
          <w:kern w:val="1"/>
        </w:rPr>
      </w:pPr>
      <w:r>
        <w:rPr>
          <w:rFonts w:cs="Georgia"/>
          <w:kern w:val="1"/>
        </w:rPr>
        <w:t>— </w:t>
      </w:r>
      <w:r w:rsidR="00BE611A">
        <w:rPr>
          <w:rFonts w:cs="Georgia"/>
          <w:kern w:val="1"/>
        </w:rPr>
        <w:t>Chut</w:t>
      </w:r>
      <w:r>
        <w:rPr>
          <w:rFonts w:cs="Georgia"/>
          <w:kern w:val="1"/>
        </w:rPr>
        <w:t xml:space="preserve">, </w:t>
      </w:r>
      <w:r w:rsidR="00BE611A">
        <w:rPr>
          <w:rFonts w:cs="Georgia"/>
          <w:kern w:val="1"/>
        </w:rPr>
        <w:t>fit-elle</w:t>
      </w:r>
      <w:r>
        <w:rPr>
          <w:rFonts w:cs="Georgia"/>
          <w:kern w:val="1"/>
        </w:rPr>
        <w:t xml:space="preserve">. </w:t>
      </w:r>
      <w:r w:rsidR="00BE611A">
        <w:rPr>
          <w:rFonts w:cs="Georgia"/>
          <w:kern w:val="1"/>
        </w:rPr>
        <w:t>Elle est bien lasse</w:t>
      </w:r>
      <w:r>
        <w:rPr>
          <w:rFonts w:cs="Georgia"/>
          <w:kern w:val="1"/>
        </w:rPr>
        <w:t xml:space="preserve">. </w:t>
      </w:r>
      <w:r w:rsidR="00BE611A">
        <w:rPr>
          <w:rFonts w:cs="Georgia"/>
          <w:kern w:val="1"/>
        </w:rPr>
        <w:t>C</w:t>
      </w:r>
      <w:r>
        <w:rPr>
          <w:rFonts w:cs="Georgia"/>
          <w:kern w:val="1"/>
        </w:rPr>
        <w:t>’</w:t>
      </w:r>
      <w:r w:rsidR="00BE611A">
        <w:rPr>
          <w:rFonts w:cs="Georgia"/>
          <w:kern w:val="1"/>
        </w:rPr>
        <w:t>est elle qui vous envoie cela</w:t>
      </w:r>
      <w:r>
        <w:rPr>
          <w:rFonts w:cs="Georgia"/>
          <w:kern w:val="1"/>
        </w:rPr>
        <w:t>.</w:t>
      </w:r>
    </w:p>
    <w:p w14:paraId="681205E7" w14:textId="77777777" w:rsidR="000E1451" w:rsidRDefault="00BE611A" w:rsidP="00BE611A">
      <w:pPr>
        <w:rPr>
          <w:rFonts w:cs="Georgia"/>
          <w:kern w:val="1"/>
        </w:rPr>
      </w:pPr>
      <w:r>
        <w:rPr>
          <w:rFonts w:cs="Georgia"/>
          <w:kern w:val="1"/>
        </w:rPr>
        <w:t>Ce ne fut que plus tard</w:t>
      </w:r>
      <w:r w:rsidR="000E1451">
        <w:rPr>
          <w:rFonts w:cs="Georgia"/>
          <w:kern w:val="1"/>
        </w:rPr>
        <w:t xml:space="preserve">, </w:t>
      </w:r>
      <w:r>
        <w:rPr>
          <w:rFonts w:cs="Georgia"/>
          <w:kern w:val="1"/>
        </w:rPr>
        <w:t>beaucoup plus tard</w:t>
      </w:r>
      <w:r w:rsidR="000E1451">
        <w:rPr>
          <w:rFonts w:cs="Georgia"/>
          <w:kern w:val="1"/>
        </w:rPr>
        <w:t xml:space="preserve">, </w:t>
      </w:r>
      <w:r>
        <w:rPr>
          <w:rFonts w:cs="Georgia"/>
          <w:kern w:val="1"/>
        </w:rPr>
        <w:t>que les halètements d</w:t>
      </w:r>
      <w:r w:rsidR="000E1451">
        <w:rPr>
          <w:rFonts w:cs="Georgia"/>
          <w:kern w:val="1"/>
        </w:rPr>
        <w:t>’</w:t>
      </w:r>
      <w:r>
        <w:rPr>
          <w:rFonts w:cs="Georgia"/>
          <w:kern w:val="1"/>
        </w:rPr>
        <w:t>une respiration saccadée</w:t>
      </w:r>
      <w:r w:rsidR="000E1451">
        <w:rPr>
          <w:rFonts w:cs="Georgia"/>
          <w:kern w:val="1"/>
        </w:rPr>
        <w:t xml:space="preserve">, </w:t>
      </w:r>
      <w:r>
        <w:rPr>
          <w:rFonts w:cs="Georgia"/>
          <w:kern w:val="1"/>
        </w:rPr>
        <w:t>succédant au torrent d</w:t>
      </w:r>
      <w:r w:rsidR="000E1451">
        <w:rPr>
          <w:rFonts w:cs="Georgia"/>
          <w:kern w:val="1"/>
        </w:rPr>
        <w:t>’</w:t>
      </w:r>
      <w:r>
        <w:rPr>
          <w:rFonts w:cs="Georgia"/>
          <w:kern w:val="1"/>
        </w:rPr>
        <w:t>insanités dont je venais d</w:t>
      </w:r>
      <w:r w:rsidR="000E1451">
        <w:rPr>
          <w:rFonts w:cs="Georgia"/>
          <w:kern w:val="1"/>
        </w:rPr>
        <w:t>’</w:t>
      </w:r>
      <w:r>
        <w:rPr>
          <w:rFonts w:cs="Georgia"/>
          <w:kern w:val="1"/>
        </w:rPr>
        <w:t>être abreuvé</w:t>
      </w:r>
      <w:r w:rsidR="000E1451">
        <w:rPr>
          <w:rFonts w:cs="Georgia"/>
          <w:kern w:val="1"/>
        </w:rPr>
        <w:t xml:space="preserve">, </w:t>
      </w:r>
      <w:r>
        <w:rPr>
          <w:rFonts w:cs="Georgia"/>
          <w:kern w:val="1"/>
        </w:rPr>
        <w:t>m</w:t>
      </w:r>
      <w:r w:rsidR="000E1451">
        <w:rPr>
          <w:rFonts w:cs="Georgia"/>
          <w:kern w:val="1"/>
        </w:rPr>
        <w:t>’</w:t>
      </w:r>
      <w:r>
        <w:rPr>
          <w:rFonts w:cs="Georgia"/>
          <w:kern w:val="1"/>
        </w:rPr>
        <w:t>apprit que notre pitoyable bourreau avait enfin succombé au sommeil</w:t>
      </w:r>
      <w:r w:rsidR="000E1451">
        <w:rPr>
          <w:rFonts w:cs="Georgia"/>
          <w:kern w:val="1"/>
        </w:rPr>
        <w:t xml:space="preserve">. </w:t>
      </w:r>
      <w:r>
        <w:rPr>
          <w:rFonts w:cs="Georgia"/>
          <w:kern w:val="1"/>
        </w:rPr>
        <w:t>Dans le corridor plein de ténèbres</w:t>
      </w:r>
      <w:r w:rsidR="000E1451">
        <w:rPr>
          <w:rFonts w:cs="Georgia"/>
          <w:kern w:val="1"/>
        </w:rPr>
        <w:t xml:space="preserve">, </w:t>
      </w:r>
      <w:r>
        <w:rPr>
          <w:rFonts w:cs="Georgia"/>
          <w:kern w:val="1"/>
        </w:rPr>
        <w:t>une faible lueur indiquait l</w:t>
      </w:r>
      <w:r w:rsidR="000E1451">
        <w:rPr>
          <w:rFonts w:cs="Georgia"/>
          <w:kern w:val="1"/>
        </w:rPr>
        <w:t>’</w:t>
      </w:r>
      <w:r>
        <w:rPr>
          <w:rFonts w:cs="Georgia"/>
          <w:kern w:val="1"/>
        </w:rPr>
        <w:t>appartement d</w:t>
      </w:r>
      <w:r w:rsidR="000E1451">
        <w:rPr>
          <w:rFonts w:cs="Georgia"/>
          <w:kern w:val="1"/>
        </w:rPr>
        <w:t>’</w:t>
      </w:r>
      <w:r>
        <w:rPr>
          <w:rFonts w:cs="Georgia"/>
          <w:kern w:val="1"/>
        </w:rPr>
        <w:t>Axelle</w:t>
      </w:r>
      <w:r w:rsidR="000E1451">
        <w:rPr>
          <w:rFonts w:cs="Georgia"/>
          <w:kern w:val="1"/>
        </w:rPr>
        <w:t xml:space="preserve">. </w:t>
      </w:r>
      <w:r>
        <w:rPr>
          <w:rFonts w:cs="Georgia"/>
          <w:kern w:val="1"/>
        </w:rPr>
        <w:t>La porte en était ouverte</w:t>
      </w:r>
      <w:r w:rsidR="000E1451">
        <w:rPr>
          <w:rFonts w:cs="Georgia"/>
          <w:kern w:val="1"/>
        </w:rPr>
        <w:t xml:space="preserve">. </w:t>
      </w:r>
      <w:r>
        <w:rPr>
          <w:rFonts w:cs="Georgia"/>
          <w:kern w:val="1"/>
        </w:rPr>
        <w:t>J</w:t>
      </w:r>
      <w:r w:rsidR="000E1451">
        <w:rPr>
          <w:rFonts w:cs="Georgia"/>
          <w:kern w:val="1"/>
        </w:rPr>
        <w:t>’</w:t>
      </w:r>
      <w:r>
        <w:rPr>
          <w:rFonts w:cs="Georgia"/>
          <w:kern w:val="1"/>
        </w:rPr>
        <w:t>étais entré là pour la première fois six mois auparavant</w:t>
      </w:r>
      <w:r w:rsidR="000E1451">
        <w:rPr>
          <w:rFonts w:cs="Georgia"/>
          <w:kern w:val="1"/>
        </w:rPr>
        <w:t xml:space="preserve">, </w:t>
      </w:r>
      <w:r>
        <w:rPr>
          <w:rFonts w:cs="Georgia"/>
          <w:kern w:val="1"/>
        </w:rPr>
        <w:t>avec mes pauvres outils d</w:t>
      </w:r>
      <w:r w:rsidR="000E1451">
        <w:rPr>
          <w:rFonts w:cs="Georgia"/>
          <w:kern w:val="1"/>
        </w:rPr>
        <w:t>’</w:t>
      </w:r>
      <w:r>
        <w:rPr>
          <w:rFonts w:cs="Georgia"/>
          <w:kern w:val="1"/>
        </w:rPr>
        <w:t>ouvrier et tant de trouble au cœur</w:t>
      </w:r>
      <w:r w:rsidR="000E1451">
        <w:rPr>
          <w:rFonts w:cs="Georgia"/>
          <w:kern w:val="1"/>
        </w:rPr>
        <w:t xml:space="preserve"> ! </w:t>
      </w:r>
      <w:r>
        <w:rPr>
          <w:rFonts w:cs="Georgia"/>
          <w:kern w:val="1"/>
        </w:rPr>
        <w:t>Qui m</w:t>
      </w:r>
      <w:r w:rsidR="000E1451">
        <w:rPr>
          <w:rFonts w:cs="Georgia"/>
          <w:kern w:val="1"/>
        </w:rPr>
        <w:t>’</w:t>
      </w:r>
      <w:r>
        <w:rPr>
          <w:rFonts w:cs="Georgia"/>
          <w:kern w:val="1"/>
        </w:rPr>
        <w:t>eût dit que je repasserais un jour ce seuil dans les circonstances où je le franchissais cette nuit</w:t>
      </w:r>
      <w:r w:rsidR="000E1451">
        <w:rPr>
          <w:rFonts w:cs="Georgia"/>
          <w:kern w:val="1"/>
        </w:rPr>
        <w:t xml:space="preserve"> ! </w:t>
      </w:r>
      <w:r>
        <w:rPr>
          <w:rFonts w:cs="Georgia"/>
          <w:kern w:val="1"/>
        </w:rPr>
        <w:t>Quels obstacles</w:t>
      </w:r>
      <w:r w:rsidR="000E1451">
        <w:rPr>
          <w:rFonts w:cs="Georgia"/>
          <w:kern w:val="1"/>
        </w:rPr>
        <w:t xml:space="preserve">, </w:t>
      </w:r>
      <w:r>
        <w:rPr>
          <w:rFonts w:cs="Georgia"/>
          <w:kern w:val="1"/>
        </w:rPr>
        <w:t>à force d</w:t>
      </w:r>
      <w:r w:rsidR="000E1451">
        <w:rPr>
          <w:rFonts w:cs="Georgia"/>
          <w:kern w:val="1"/>
        </w:rPr>
        <w:t>’</w:t>
      </w:r>
      <w:r>
        <w:rPr>
          <w:rFonts w:cs="Georgia"/>
          <w:kern w:val="1"/>
        </w:rPr>
        <w:t>amour</w:t>
      </w:r>
      <w:r w:rsidR="000E1451">
        <w:rPr>
          <w:rFonts w:cs="Georgia"/>
          <w:kern w:val="1"/>
        </w:rPr>
        <w:t xml:space="preserve">, </w:t>
      </w:r>
      <w:r>
        <w:rPr>
          <w:rFonts w:cs="Georgia"/>
          <w:kern w:val="1"/>
        </w:rPr>
        <w:t>n</w:t>
      </w:r>
      <w:r w:rsidR="000E1451">
        <w:rPr>
          <w:rFonts w:cs="Georgia"/>
          <w:kern w:val="1"/>
        </w:rPr>
        <w:t>’</w:t>
      </w:r>
      <w:r>
        <w:rPr>
          <w:rFonts w:cs="Georgia"/>
          <w:kern w:val="1"/>
        </w:rPr>
        <w:t>étais-je pas arrivé à surmonter</w:t>
      </w:r>
      <w:r w:rsidR="000E1451">
        <w:rPr>
          <w:rFonts w:cs="Georgia"/>
          <w:kern w:val="1"/>
        </w:rPr>
        <w:t xml:space="preserve"> ! </w:t>
      </w:r>
      <w:r>
        <w:rPr>
          <w:rFonts w:cs="Georgia"/>
          <w:kern w:val="1"/>
        </w:rPr>
        <w:t>Mais qu</w:t>
      </w:r>
      <w:r w:rsidR="000E1451">
        <w:rPr>
          <w:rFonts w:cs="Georgia"/>
          <w:kern w:val="1"/>
        </w:rPr>
        <w:t>’</w:t>
      </w:r>
      <w:r>
        <w:rPr>
          <w:rFonts w:cs="Georgia"/>
          <w:kern w:val="1"/>
        </w:rPr>
        <w:t>ils étaient peu de chose en regard de ceux qui subsistaient encore</w:t>
      </w:r>
      <w:r w:rsidR="000E1451">
        <w:rPr>
          <w:rFonts w:cs="Georgia"/>
          <w:kern w:val="1"/>
        </w:rPr>
        <w:t> !</w:t>
      </w:r>
    </w:p>
    <w:p w14:paraId="16796682" w14:textId="77777777" w:rsidR="000E1451" w:rsidRDefault="00BE611A" w:rsidP="00BE611A">
      <w:pPr>
        <w:rPr>
          <w:rFonts w:cs="Georgia"/>
          <w:kern w:val="1"/>
        </w:rPr>
      </w:pPr>
      <w:r>
        <w:rPr>
          <w:rFonts w:cs="Georgia"/>
          <w:kern w:val="1"/>
        </w:rPr>
        <w:lastRenderedPageBreak/>
        <w:t>Sur la table</w:t>
      </w:r>
      <w:r w:rsidR="000E1451">
        <w:rPr>
          <w:rFonts w:cs="Georgia"/>
          <w:kern w:val="1"/>
        </w:rPr>
        <w:t xml:space="preserve">, </w:t>
      </w:r>
      <w:r>
        <w:rPr>
          <w:rFonts w:cs="Georgia"/>
          <w:kern w:val="1"/>
        </w:rPr>
        <w:t>au centre de la pièce</w:t>
      </w:r>
      <w:r w:rsidR="000E1451">
        <w:rPr>
          <w:rFonts w:cs="Georgia"/>
          <w:kern w:val="1"/>
        </w:rPr>
        <w:t xml:space="preserve">, </w:t>
      </w:r>
      <w:r>
        <w:rPr>
          <w:rFonts w:cs="Georgia"/>
          <w:kern w:val="1"/>
        </w:rPr>
        <w:t>une bougie achevait de se consumer</w:t>
      </w:r>
      <w:r w:rsidR="000E1451">
        <w:rPr>
          <w:rFonts w:cs="Georgia"/>
          <w:kern w:val="1"/>
        </w:rPr>
        <w:t xml:space="preserve">. </w:t>
      </w:r>
      <w:r>
        <w:rPr>
          <w:rFonts w:cs="Georgia"/>
          <w:kern w:val="1"/>
        </w:rPr>
        <w:t>J</w:t>
      </w:r>
      <w:r w:rsidR="000E1451">
        <w:rPr>
          <w:rFonts w:cs="Georgia"/>
          <w:kern w:val="1"/>
        </w:rPr>
        <w:t>’</w:t>
      </w:r>
      <w:r>
        <w:rPr>
          <w:rFonts w:cs="Georgia"/>
          <w:kern w:val="1"/>
        </w:rPr>
        <w:t>aperçus Axelle assise dans un fauteuil</w:t>
      </w:r>
      <w:r w:rsidR="000E1451">
        <w:rPr>
          <w:rFonts w:cs="Georgia"/>
          <w:kern w:val="1"/>
        </w:rPr>
        <w:t xml:space="preserve">, </w:t>
      </w:r>
      <w:r>
        <w:rPr>
          <w:rFonts w:cs="Georgia"/>
          <w:kern w:val="1"/>
        </w:rPr>
        <w:t>non loin de son lit</w:t>
      </w:r>
      <w:r w:rsidR="000E1451">
        <w:rPr>
          <w:rFonts w:cs="Georgia"/>
          <w:kern w:val="1"/>
        </w:rPr>
        <w:t xml:space="preserve">. </w:t>
      </w:r>
      <w:r>
        <w:rPr>
          <w:rFonts w:cs="Georgia"/>
          <w:kern w:val="1"/>
        </w:rPr>
        <w:t>Son mouchoir avait glissé à terre</w:t>
      </w:r>
      <w:r w:rsidR="000E1451">
        <w:rPr>
          <w:rFonts w:cs="Georgia"/>
          <w:kern w:val="1"/>
        </w:rPr>
        <w:t xml:space="preserve">. </w:t>
      </w:r>
      <w:r>
        <w:rPr>
          <w:rFonts w:cs="Georgia"/>
          <w:kern w:val="1"/>
        </w:rPr>
        <w:t>En le ramassant</w:t>
      </w:r>
      <w:r w:rsidR="000E1451">
        <w:rPr>
          <w:rFonts w:cs="Georgia"/>
          <w:kern w:val="1"/>
        </w:rPr>
        <w:t xml:space="preserve">, </w:t>
      </w:r>
      <w:r>
        <w:rPr>
          <w:rFonts w:cs="Georgia"/>
          <w:kern w:val="1"/>
        </w:rPr>
        <w:t>je le sentis tout humide de larmes</w:t>
      </w:r>
      <w:r w:rsidR="000E1451">
        <w:rPr>
          <w:rFonts w:cs="Georgia"/>
          <w:kern w:val="1"/>
        </w:rPr>
        <w:t>.</w:t>
      </w:r>
    </w:p>
    <w:p w14:paraId="4A5E38CE" w14:textId="77777777" w:rsidR="000E1451" w:rsidRDefault="00BE611A" w:rsidP="00BE611A">
      <w:pPr>
        <w:rPr>
          <w:rFonts w:cs="Georgia"/>
          <w:kern w:val="1"/>
        </w:rPr>
      </w:pPr>
      <w:r>
        <w:rPr>
          <w:rFonts w:cs="Georgia"/>
          <w:kern w:val="1"/>
        </w:rPr>
        <w:t>Je pris une chaise et m</w:t>
      </w:r>
      <w:r w:rsidR="000E1451">
        <w:rPr>
          <w:rFonts w:cs="Georgia"/>
          <w:kern w:val="1"/>
        </w:rPr>
        <w:t>’</w:t>
      </w:r>
      <w:r>
        <w:rPr>
          <w:rFonts w:cs="Georgia"/>
          <w:kern w:val="1"/>
        </w:rPr>
        <w:t>assis à côté d</w:t>
      </w:r>
      <w:r w:rsidR="000E1451">
        <w:rPr>
          <w:rFonts w:cs="Georgia"/>
          <w:kern w:val="1"/>
        </w:rPr>
        <w:t>’</w:t>
      </w:r>
      <w:r>
        <w:rPr>
          <w:rFonts w:cs="Georgia"/>
          <w:kern w:val="1"/>
        </w:rPr>
        <w:t>elle</w:t>
      </w:r>
      <w:r w:rsidR="000E1451">
        <w:rPr>
          <w:rFonts w:cs="Georgia"/>
          <w:kern w:val="1"/>
        </w:rPr>
        <w:t xml:space="preserve">. </w:t>
      </w:r>
      <w:r>
        <w:rPr>
          <w:rFonts w:cs="Georgia"/>
          <w:kern w:val="1"/>
        </w:rPr>
        <w:t>Un silence qu</w:t>
      </w:r>
      <w:r w:rsidR="000E1451">
        <w:rPr>
          <w:rFonts w:cs="Georgia"/>
          <w:kern w:val="1"/>
        </w:rPr>
        <w:t>’</w:t>
      </w:r>
      <w:r>
        <w:rPr>
          <w:rFonts w:cs="Georgia"/>
          <w:kern w:val="1"/>
        </w:rPr>
        <w:t>il n</w:t>
      </w:r>
      <w:r w:rsidR="000E1451">
        <w:rPr>
          <w:rFonts w:cs="Georgia"/>
          <w:kern w:val="1"/>
        </w:rPr>
        <w:t>’</w:t>
      </w:r>
      <w:r>
        <w:rPr>
          <w:rFonts w:cs="Georgia"/>
          <w:kern w:val="1"/>
        </w:rPr>
        <w:t>était pas en notre pouvoir de rompre s</w:t>
      </w:r>
      <w:r w:rsidR="000E1451">
        <w:rPr>
          <w:rFonts w:cs="Georgia"/>
          <w:kern w:val="1"/>
        </w:rPr>
        <w:t>’</w:t>
      </w:r>
      <w:r>
        <w:rPr>
          <w:rFonts w:cs="Georgia"/>
          <w:kern w:val="1"/>
        </w:rPr>
        <w:t>installa entre nous</w:t>
      </w:r>
      <w:r w:rsidR="000E1451">
        <w:rPr>
          <w:rFonts w:cs="Georgia"/>
          <w:kern w:val="1"/>
        </w:rPr>
        <w:t xml:space="preserve">. </w:t>
      </w:r>
      <w:r>
        <w:rPr>
          <w:rFonts w:cs="Georgia"/>
          <w:kern w:val="1"/>
        </w:rPr>
        <w:t>Nos pensées étaient les mêmes</w:t>
      </w:r>
      <w:r w:rsidR="000E1451">
        <w:rPr>
          <w:rFonts w:cs="Georgia"/>
          <w:kern w:val="1"/>
        </w:rPr>
        <w:t xml:space="preserve">, </w:t>
      </w:r>
      <w:r>
        <w:rPr>
          <w:rFonts w:cs="Georgia"/>
          <w:kern w:val="1"/>
        </w:rPr>
        <w:t>mais il nous était interdit de le constater</w:t>
      </w:r>
      <w:r w:rsidR="000E1451">
        <w:rPr>
          <w:rFonts w:cs="Georgia"/>
          <w:kern w:val="1"/>
        </w:rPr>
        <w:t xml:space="preserve">. </w:t>
      </w:r>
      <w:r>
        <w:rPr>
          <w:rFonts w:cs="Georgia"/>
          <w:kern w:val="1"/>
        </w:rPr>
        <w:t>Le responsable de cette interdiction</w:t>
      </w:r>
      <w:r w:rsidR="000E1451">
        <w:rPr>
          <w:rFonts w:cs="Georgia"/>
          <w:kern w:val="1"/>
        </w:rPr>
        <w:t xml:space="preserve">, </w:t>
      </w:r>
      <w:r>
        <w:rPr>
          <w:rFonts w:cs="Georgia"/>
          <w:kern w:val="1"/>
        </w:rPr>
        <w:t>nous étions sûrs qu</w:t>
      </w:r>
      <w:r w:rsidR="000E1451">
        <w:rPr>
          <w:rFonts w:cs="Georgia"/>
          <w:kern w:val="1"/>
        </w:rPr>
        <w:t>’</w:t>
      </w:r>
      <w:r>
        <w:rPr>
          <w:rFonts w:cs="Georgia"/>
          <w:kern w:val="1"/>
        </w:rPr>
        <w:t>il était mort</w:t>
      </w:r>
      <w:r w:rsidR="000E1451">
        <w:rPr>
          <w:rFonts w:cs="Georgia"/>
          <w:kern w:val="1"/>
        </w:rPr>
        <w:t xml:space="preserve">, </w:t>
      </w:r>
      <w:r>
        <w:rPr>
          <w:rFonts w:cs="Georgia"/>
          <w:kern w:val="1"/>
        </w:rPr>
        <w:t>mais nous n</w:t>
      </w:r>
      <w:r w:rsidR="000E1451">
        <w:rPr>
          <w:rFonts w:cs="Georgia"/>
          <w:kern w:val="1"/>
        </w:rPr>
        <w:t>’</w:t>
      </w:r>
      <w:r>
        <w:rPr>
          <w:rFonts w:cs="Georgia"/>
          <w:kern w:val="1"/>
        </w:rPr>
        <w:t>avions pas le droit de nous communiquer cette mutuelle certitude</w:t>
      </w:r>
      <w:r w:rsidR="000E1451">
        <w:rPr>
          <w:rFonts w:cs="Georgia"/>
          <w:kern w:val="1"/>
        </w:rPr>
        <w:t xml:space="preserve">. </w:t>
      </w:r>
      <w:r>
        <w:rPr>
          <w:rFonts w:cs="Georgia"/>
          <w:kern w:val="1"/>
        </w:rPr>
        <w:t>Rien que parler de la possibilité de cette mort eût presque équivalu à l</w:t>
      </w:r>
      <w:r w:rsidR="000E1451">
        <w:rPr>
          <w:rFonts w:cs="Georgia"/>
          <w:kern w:val="1"/>
        </w:rPr>
        <w:t>’</w:t>
      </w:r>
      <w:r>
        <w:rPr>
          <w:rFonts w:cs="Georgia"/>
          <w:kern w:val="1"/>
        </w:rPr>
        <w:t>aveu terrible qu</w:t>
      </w:r>
      <w:r w:rsidR="000E1451">
        <w:rPr>
          <w:rFonts w:cs="Georgia"/>
          <w:kern w:val="1"/>
        </w:rPr>
        <w:t>’</w:t>
      </w:r>
      <w:r>
        <w:rPr>
          <w:rFonts w:cs="Georgia"/>
          <w:kern w:val="1"/>
        </w:rPr>
        <w:t>elle avait été désirée</w:t>
      </w:r>
      <w:r w:rsidR="000E1451">
        <w:rPr>
          <w:rFonts w:cs="Georgia"/>
          <w:kern w:val="1"/>
        </w:rPr>
        <w:t>.</w:t>
      </w:r>
    </w:p>
    <w:p w14:paraId="1BB61DCA" w14:textId="77777777" w:rsidR="000E1451" w:rsidRDefault="00BE611A" w:rsidP="00BE611A">
      <w:pPr>
        <w:rPr>
          <w:rFonts w:cs="Georgia"/>
          <w:kern w:val="1"/>
        </w:rPr>
      </w:pPr>
      <w:r>
        <w:rPr>
          <w:rFonts w:cs="Georgia"/>
          <w:kern w:val="1"/>
        </w:rPr>
        <w:t>Au dehors</w:t>
      </w:r>
      <w:r w:rsidR="000E1451">
        <w:rPr>
          <w:rFonts w:cs="Georgia"/>
          <w:kern w:val="1"/>
        </w:rPr>
        <w:t xml:space="preserve">, </w:t>
      </w:r>
      <w:r>
        <w:rPr>
          <w:rFonts w:cs="Georgia"/>
          <w:kern w:val="1"/>
        </w:rPr>
        <w:t>le vent soufflait avec une violence sans cesse accrue</w:t>
      </w:r>
      <w:r w:rsidR="000E1451">
        <w:rPr>
          <w:rFonts w:cs="Georgia"/>
          <w:kern w:val="1"/>
        </w:rPr>
        <w:t xml:space="preserve">. </w:t>
      </w:r>
      <w:r>
        <w:rPr>
          <w:rFonts w:cs="Georgia"/>
          <w:kern w:val="1"/>
        </w:rPr>
        <w:t>Le château craquait comme un navire sur le point de s</w:t>
      </w:r>
      <w:r w:rsidR="000E1451">
        <w:rPr>
          <w:rFonts w:cs="Georgia"/>
          <w:kern w:val="1"/>
        </w:rPr>
        <w:t>’</w:t>
      </w:r>
      <w:r>
        <w:rPr>
          <w:rFonts w:cs="Georgia"/>
          <w:kern w:val="1"/>
        </w:rPr>
        <w:t>entr</w:t>
      </w:r>
      <w:r w:rsidR="000E1451">
        <w:rPr>
          <w:rFonts w:cs="Georgia"/>
          <w:kern w:val="1"/>
        </w:rPr>
        <w:t>’</w:t>
      </w:r>
      <w:r>
        <w:rPr>
          <w:rFonts w:cs="Georgia"/>
          <w:kern w:val="1"/>
        </w:rPr>
        <w:t>ouvrir</w:t>
      </w:r>
      <w:r w:rsidR="000E1451">
        <w:rPr>
          <w:rFonts w:cs="Georgia"/>
          <w:kern w:val="1"/>
        </w:rPr>
        <w:t xml:space="preserve">. </w:t>
      </w:r>
      <w:r>
        <w:rPr>
          <w:rFonts w:cs="Georgia"/>
          <w:kern w:val="1"/>
        </w:rPr>
        <w:t>Pour compléter cette illusion d</w:t>
      </w:r>
      <w:r w:rsidR="000E1451">
        <w:rPr>
          <w:rFonts w:cs="Georgia"/>
          <w:kern w:val="1"/>
        </w:rPr>
        <w:t>’</w:t>
      </w:r>
      <w:r>
        <w:rPr>
          <w:rFonts w:cs="Georgia"/>
          <w:kern w:val="1"/>
        </w:rPr>
        <w:t>abîme</w:t>
      </w:r>
      <w:r w:rsidR="000E1451">
        <w:rPr>
          <w:rFonts w:cs="Georgia"/>
          <w:kern w:val="1"/>
        </w:rPr>
        <w:t xml:space="preserve">, </w:t>
      </w:r>
      <w:r>
        <w:rPr>
          <w:rFonts w:cs="Georgia"/>
          <w:kern w:val="1"/>
        </w:rPr>
        <w:t>lorsque la rumeur de l</w:t>
      </w:r>
      <w:r w:rsidR="000E1451">
        <w:rPr>
          <w:rFonts w:cs="Georgia"/>
          <w:kern w:val="1"/>
        </w:rPr>
        <w:t>’</w:t>
      </w:r>
      <w:r>
        <w:rPr>
          <w:rFonts w:cs="Georgia"/>
          <w:kern w:val="1"/>
        </w:rPr>
        <w:t>ouragan se ralentissait</w:t>
      </w:r>
      <w:r w:rsidR="000E1451">
        <w:rPr>
          <w:rFonts w:cs="Georgia"/>
          <w:kern w:val="1"/>
        </w:rPr>
        <w:t xml:space="preserve">, </w:t>
      </w:r>
      <w:r>
        <w:rPr>
          <w:rFonts w:cs="Georgia"/>
          <w:kern w:val="1"/>
        </w:rPr>
        <w:t>celle de la mer</w:t>
      </w:r>
      <w:r w:rsidR="000E1451">
        <w:rPr>
          <w:rFonts w:cs="Georgia"/>
          <w:kern w:val="1"/>
        </w:rPr>
        <w:t xml:space="preserve">, </w:t>
      </w:r>
      <w:r>
        <w:rPr>
          <w:rFonts w:cs="Georgia"/>
          <w:kern w:val="1"/>
        </w:rPr>
        <w:t>énorme</w:t>
      </w:r>
      <w:r w:rsidR="000E1451">
        <w:rPr>
          <w:rFonts w:cs="Georgia"/>
          <w:kern w:val="1"/>
        </w:rPr>
        <w:t xml:space="preserve">, </w:t>
      </w:r>
      <w:r>
        <w:rPr>
          <w:rFonts w:cs="Georgia"/>
          <w:kern w:val="1"/>
        </w:rPr>
        <w:t>continue</w:t>
      </w:r>
      <w:r w:rsidR="000E1451">
        <w:rPr>
          <w:rFonts w:cs="Georgia"/>
          <w:kern w:val="1"/>
        </w:rPr>
        <w:t xml:space="preserve">, </w:t>
      </w:r>
      <w:r>
        <w:rPr>
          <w:rFonts w:cs="Georgia"/>
          <w:kern w:val="1"/>
        </w:rPr>
        <w:t>dressait dans le lointain sa toile de fond mugissante</w:t>
      </w:r>
      <w:r w:rsidR="000E1451">
        <w:rPr>
          <w:rFonts w:cs="Georgia"/>
          <w:kern w:val="1"/>
        </w:rPr>
        <w:t xml:space="preserve">. </w:t>
      </w:r>
      <w:r>
        <w:rPr>
          <w:rFonts w:cs="Georgia"/>
          <w:kern w:val="1"/>
        </w:rPr>
        <w:t>La bougie qui nous éclairait commençait à grésiller</w:t>
      </w:r>
      <w:r w:rsidR="000E1451">
        <w:rPr>
          <w:rFonts w:cs="Georgia"/>
          <w:kern w:val="1"/>
        </w:rPr>
        <w:t xml:space="preserve">. </w:t>
      </w:r>
      <w:r>
        <w:rPr>
          <w:rFonts w:cs="Georgia"/>
          <w:kern w:val="1"/>
        </w:rPr>
        <w:t>Près d</w:t>
      </w:r>
      <w:r w:rsidR="000E1451">
        <w:rPr>
          <w:rFonts w:cs="Georgia"/>
          <w:kern w:val="1"/>
        </w:rPr>
        <w:t>’</w:t>
      </w:r>
      <w:r>
        <w:rPr>
          <w:rFonts w:cs="Georgia"/>
          <w:kern w:val="1"/>
        </w:rPr>
        <w:t>elle</w:t>
      </w:r>
      <w:r w:rsidR="000E1451">
        <w:rPr>
          <w:rFonts w:cs="Georgia"/>
          <w:kern w:val="1"/>
        </w:rPr>
        <w:t xml:space="preserve">, </w:t>
      </w:r>
      <w:r>
        <w:rPr>
          <w:rFonts w:cs="Georgia"/>
          <w:kern w:val="1"/>
        </w:rPr>
        <w:t>il y en avait une autre</w:t>
      </w:r>
      <w:r w:rsidR="000E1451">
        <w:rPr>
          <w:rFonts w:cs="Georgia"/>
          <w:kern w:val="1"/>
        </w:rPr>
        <w:t xml:space="preserve">, </w:t>
      </w:r>
      <w:r>
        <w:rPr>
          <w:rFonts w:cs="Georgia"/>
          <w:kern w:val="1"/>
        </w:rPr>
        <w:t>toute neuve</w:t>
      </w:r>
      <w:r w:rsidR="000E1451">
        <w:rPr>
          <w:rFonts w:cs="Georgia"/>
          <w:kern w:val="1"/>
        </w:rPr>
        <w:t xml:space="preserve">, </w:t>
      </w:r>
      <w:r>
        <w:rPr>
          <w:rFonts w:cs="Georgia"/>
          <w:kern w:val="1"/>
        </w:rPr>
        <w:t>laissée là par Dominica</w:t>
      </w:r>
      <w:r w:rsidR="000E1451">
        <w:rPr>
          <w:rFonts w:cs="Georgia"/>
          <w:kern w:val="1"/>
        </w:rPr>
        <w:t xml:space="preserve">. </w:t>
      </w:r>
      <w:r>
        <w:rPr>
          <w:rFonts w:cs="Georgia"/>
          <w:kern w:val="1"/>
        </w:rPr>
        <w:t>Lorsque la première s</w:t>
      </w:r>
      <w:r w:rsidR="000E1451">
        <w:rPr>
          <w:rFonts w:cs="Georgia"/>
          <w:kern w:val="1"/>
        </w:rPr>
        <w:t>’</w:t>
      </w:r>
      <w:r>
        <w:rPr>
          <w:rFonts w:cs="Georgia"/>
          <w:kern w:val="1"/>
        </w:rPr>
        <w:t>éteindrait</w:t>
      </w:r>
      <w:r w:rsidR="000E1451">
        <w:rPr>
          <w:rFonts w:cs="Georgia"/>
          <w:kern w:val="1"/>
        </w:rPr>
        <w:t xml:space="preserve">, </w:t>
      </w:r>
      <w:r>
        <w:rPr>
          <w:rFonts w:cs="Georgia"/>
          <w:kern w:val="1"/>
        </w:rPr>
        <w:t>Axelle se lèverait-elle pour allumer la seconde</w:t>
      </w:r>
      <w:r w:rsidR="000E1451">
        <w:rPr>
          <w:rFonts w:cs="Georgia"/>
          <w:kern w:val="1"/>
        </w:rPr>
        <w:t> ?</w:t>
      </w:r>
    </w:p>
    <w:p w14:paraId="34A197E3" w14:textId="77777777" w:rsidR="000E1451" w:rsidRDefault="00BE611A" w:rsidP="00BE611A">
      <w:pPr>
        <w:rPr>
          <w:rFonts w:cs="Georgia"/>
          <w:kern w:val="1"/>
        </w:rPr>
      </w:pPr>
      <w:r>
        <w:rPr>
          <w:rFonts w:cs="Georgia"/>
          <w:kern w:val="1"/>
        </w:rPr>
        <w:t>Brusquement</w:t>
      </w:r>
      <w:r w:rsidR="000E1451">
        <w:rPr>
          <w:rFonts w:cs="Georgia"/>
          <w:kern w:val="1"/>
        </w:rPr>
        <w:t xml:space="preserve">, </w:t>
      </w:r>
      <w:r>
        <w:rPr>
          <w:rFonts w:cs="Georgia"/>
          <w:kern w:val="1"/>
        </w:rPr>
        <w:t>d</w:t>
      </w:r>
      <w:r w:rsidR="000E1451">
        <w:rPr>
          <w:rFonts w:cs="Georgia"/>
          <w:kern w:val="1"/>
        </w:rPr>
        <w:t>’</w:t>
      </w:r>
      <w:r>
        <w:rPr>
          <w:rFonts w:cs="Georgia"/>
          <w:kern w:val="1"/>
        </w:rPr>
        <w:t>un seul coup</w:t>
      </w:r>
      <w:r w:rsidR="000E1451">
        <w:rPr>
          <w:rFonts w:cs="Georgia"/>
          <w:kern w:val="1"/>
        </w:rPr>
        <w:t xml:space="preserve">, </w:t>
      </w:r>
      <w:r>
        <w:rPr>
          <w:rFonts w:cs="Georgia"/>
          <w:kern w:val="1"/>
        </w:rPr>
        <w:t>l</w:t>
      </w:r>
      <w:r w:rsidR="000E1451">
        <w:rPr>
          <w:rFonts w:cs="Georgia"/>
          <w:kern w:val="1"/>
        </w:rPr>
        <w:t>’</w:t>
      </w:r>
      <w:r>
        <w:rPr>
          <w:rFonts w:cs="Georgia"/>
          <w:kern w:val="1"/>
        </w:rPr>
        <w:t>ombre se fit</w:t>
      </w:r>
      <w:r w:rsidR="000E1451">
        <w:rPr>
          <w:rFonts w:cs="Georgia"/>
          <w:kern w:val="1"/>
        </w:rPr>
        <w:t xml:space="preserve">. </w:t>
      </w:r>
      <w:r>
        <w:rPr>
          <w:rFonts w:cs="Georgia"/>
          <w:kern w:val="1"/>
        </w:rPr>
        <w:t>L</w:t>
      </w:r>
      <w:r w:rsidR="000E1451">
        <w:rPr>
          <w:rFonts w:cs="Georgia"/>
          <w:kern w:val="1"/>
        </w:rPr>
        <w:t>’</w:t>
      </w:r>
      <w:r>
        <w:rPr>
          <w:rFonts w:cs="Georgia"/>
          <w:kern w:val="1"/>
        </w:rPr>
        <w:t>obscurité décupla le tumulte extérieur</w:t>
      </w:r>
      <w:r w:rsidR="000E1451">
        <w:rPr>
          <w:rFonts w:cs="Georgia"/>
          <w:kern w:val="1"/>
        </w:rPr>
        <w:t xml:space="preserve">. </w:t>
      </w:r>
      <w:r>
        <w:rPr>
          <w:rFonts w:cs="Georgia"/>
          <w:kern w:val="1"/>
        </w:rPr>
        <w:t>Je n</w:t>
      </w:r>
      <w:r w:rsidR="000E1451">
        <w:rPr>
          <w:rFonts w:cs="Georgia"/>
          <w:kern w:val="1"/>
        </w:rPr>
        <w:t>’</w:t>
      </w:r>
      <w:r>
        <w:rPr>
          <w:rFonts w:cs="Georgia"/>
          <w:kern w:val="1"/>
        </w:rPr>
        <w:t>ai plus besoin de dire pourquoi je suis dépaysé partout où cesse de me parvenir la plainte du vent mêlée à celle de la mer</w:t>
      </w:r>
      <w:r w:rsidR="000E1451">
        <w:rPr>
          <w:rFonts w:cs="Georgia"/>
          <w:kern w:val="1"/>
        </w:rPr>
        <w:t>.</w:t>
      </w:r>
    </w:p>
    <w:p w14:paraId="364CC093" w14:textId="77777777" w:rsidR="000E1451" w:rsidRDefault="00BE611A" w:rsidP="00BE611A">
      <w:pPr>
        <w:rPr>
          <w:rFonts w:cs="Georgia"/>
          <w:kern w:val="1"/>
        </w:rPr>
      </w:pPr>
      <w:r>
        <w:rPr>
          <w:rFonts w:cs="Georgia"/>
          <w:kern w:val="1"/>
        </w:rPr>
        <w:t xml:space="preserve">Les fenêtres de la chambre de </w:t>
      </w:r>
      <w:r w:rsidR="000E1451">
        <w:rPr>
          <w:rFonts w:cs="Georgia"/>
          <w:kern w:val="1"/>
        </w:rPr>
        <w:t>M</w:t>
      </w:r>
      <w:r w:rsidR="000E1451" w:rsidRPr="000E1451">
        <w:rPr>
          <w:rFonts w:cs="Georgia"/>
          <w:kern w:val="1"/>
          <w:vertAlign w:val="superscript"/>
        </w:rPr>
        <w:t>lle</w:t>
      </w:r>
      <w:r w:rsidR="000E1451">
        <w:rPr>
          <w:rFonts w:cs="Georgia"/>
          <w:kern w:val="1"/>
        </w:rPr>
        <w:t> de </w:t>
      </w:r>
      <w:r>
        <w:rPr>
          <w:rFonts w:cs="Georgia"/>
          <w:kern w:val="1"/>
        </w:rPr>
        <w:t>Mirrbach étaient démunies de persiennes</w:t>
      </w:r>
      <w:r w:rsidR="000E1451">
        <w:rPr>
          <w:rFonts w:cs="Georgia"/>
          <w:kern w:val="1"/>
        </w:rPr>
        <w:t xml:space="preserve">. </w:t>
      </w:r>
      <w:r>
        <w:rPr>
          <w:rFonts w:cs="Georgia"/>
          <w:kern w:val="1"/>
        </w:rPr>
        <w:t>Quand une lumière transie et blême commença à rôder contre les carreaux</w:t>
      </w:r>
      <w:r w:rsidR="000E1451">
        <w:rPr>
          <w:rFonts w:cs="Georgia"/>
          <w:kern w:val="1"/>
        </w:rPr>
        <w:t xml:space="preserve">, </w:t>
      </w:r>
      <w:r>
        <w:rPr>
          <w:rFonts w:cs="Georgia"/>
          <w:kern w:val="1"/>
        </w:rPr>
        <w:t>je ne compris pas tout de suite que c</w:t>
      </w:r>
      <w:r w:rsidR="000E1451">
        <w:rPr>
          <w:rFonts w:cs="Georgia"/>
          <w:kern w:val="1"/>
        </w:rPr>
        <w:t>’</w:t>
      </w:r>
      <w:r>
        <w:rPr>
          <w:rFonts w:cs="Georgia"/>
          <w:kern w:val="1"/>
        </w:rPr>
        <w:t>était l</w:t>
      </w:r>
      <w:r w:rsidR="000E1451">
        <w:rPr>
          <w:rFonts w:cs="Georgia"/>
          <w:kern w:val="1"/>
        </w:rPr>
        <w:t>’</w:t>
      </w:r>
      <w:r>
        <w:rPr>
          <w:rFonts w:cs="Georgia"/>
          <w:kern w:val="1"/>
        </w:rPr>
        <w:t>aube</w:t>
      </w:r>
      <w:r w:rsidR="000E1451">
        <w:rPr>
          <w:rFonts w:cs="Georgia"/>
          <w:kern w:val="1"/>
        </w:rPr>
        <w:t xml:space="preserve">, </w:t>
      </w:r>
      <w:r>
        <w:rPr>
          <w:rFonts w:cs="Georgia"/>
          <w:kern w:val="1"/>
        </w:rPr>
        <w:t>et qu</w:t>
      </w:r>
      <w:r w:rsidR="000E1451">
        <w:rPr>
          <w:rFonts w:cs="Georgia"/>
          <w:kern w:val="1"/>
        </w:rPr>
        <w:t>’</w:t>
      </w:r>
      <w:r>
        <w:rPr>
          <w:rFonts w:cs="Georgia"/>
          <w:kern w:val="1"/>
        </w:rPr>
        <w:t>une nuit venait de passer pendant laquelle le corps d</w:t>
      </w:r>
      <w:r w:rsidR="000E1451">
        <w:rPr>
          <w:rFonts w:cs="Georgia"/>
          <w:kern w:val="1"/>
        </w:rPr>
        <w:t>’</w:t>
      </w:r>
      <w:r>
        <w:rPr>
          <w:rFonts w:cs="Georgia"/>
          <w:kern w:val="1"/>
        </w:rPr>
        <w:t>Axelle n</w:t>
      </w:r>
      <w:r w:rsidR="000E1451">
        <w:rPr>
          <w:rFonts w:cs="Georgia"/>
          <w:kern w:val="1"/>
        </w:rPr>
        <w:t>’</w:t>
      </w:r>
      <w:r>
        <w:rPr>
          <w:rFonts w:cs="Georgia"/>
          <w:kern w:val="1"/>
        </w:rPr>
        <w:t>avait cessé un seul instant de reposer entre mes bras</w:t>
      </w:r>
      <w:r w:rsidR="000E1451">
        <w:rPr>
          <w:rFonts w:cs="Georgia"/>
          <w:kern w:val="1"/>
        </w:rPr>
        <w:t>.</w:t>
      </w:r>
    </w:p>
    <w:p w14:paraId="39848A77" w14:textId="77777777" w:rsidR="00BE611A" w:rsidRDefault="00BE611A" w:rsidP="000E1451">
      <w:pPr>
        <w:pStyle w:val="Titre1"/>
        <w:numPr>
          <w:ilvl w:val="0"/>
          <w:numId w:val="15"/>
        </w:numPr>
        <w:ind w:left="0" w:firstLine="0"/>
        <w:rPr>
          <w:rFonts w:cs="Georgia"/>
          <w:kern w:val="1"/>
        </w:rPr>
      </w:pPr>
      <w:bookmarkStart w:id="36" w:name="__RefHeading__7400_928681719"/>
      <w:bookmarkStart w:id="37" w:name="_Toc195555077"/>
      <w:bookmarkEnd w:id="36"/>
      <w:r>
        <w:rPr>
          <w:kern w:val="1"/>
        </w:rPr>
        <w:lastRenderedPageBreak/>
        <w:t>XIX</w:t>
      </w:r>
      <w:bookmarkEnd w:id="37"/>
    </w:p>
    <w:p w14:paraId="2CC0C083" w14:textId="77777777" w:rsidR="000E1451" w:rsidRDefault="00BE611A" w:rsidP="00BE611A">
      <w:pPr>
        <w:rPr>
          <w:rFonts w:cs="Georgia"/>
          <w:kern w:val="1"/>
        </w:rPr>
      </w:pPr>
      <w:r>
        <w:rPr>
          <w:rFonts w:cs="Georgia"/>
          <w:kern w:val="1"/>
        </w:rPr>
        <w:t>Le début de la journée du 1</w:t>
      </w:r>
      <w:r w:rsidR="000E1451">
        <w:rPr>
          <w:rFonts w:cs="Georgia"/>
          <w:kern w:val="1"/>
        </w:rPr>
        <w:t>1 novembre</w:t>
      </w:r>
      <w:r>
        <w:rPr>
          <w:rFonts w:cs="Georgia"/>
          <w:kern w:val="1"/>
        </w:rPr>
        <w:t xml:space="preserve"> ne fut signalé à Reichendorf par aucun événement remarquable</w:t>
      </w:r>
      <w:r w:rsidR="000E1451">
        <w:rPr>
          <w:rFonts w:cs="Georgia"/>
          <w:kern w:val="1"/>
        </w:rPr>
        <w:t xml:space="preserve">. </w:t>
      </w:r>
      <w:r>
        <w:rPr>
          <w:rFonts w:cs="Georgia"/>
          <w:kern w:val="1"/>
        </w:rPr>
        <w:t>Très tôt</w:t>
      </w:r>
      <w:r w:rsidR="000E1451">
        <w:rPr>
          <w:rFonts w:cs="Georgia"/>
          <w:kern w:val="1"/>
        </w:rPr>
        <w:t xml:space="preserve">, </w:t>
      </w:r>
      <w:r>
        <w:rPr>
          <w:rFonts w:cs="Georgia"/>
          <w:kern w:val="1"/>
        </w:rPr>
        <w:t>dans la matinée</w:t>
      </w:r>
      <w:r w:rsidR="000E1451">
        <w:rPr>
          <w:rFonts w:cs="Georgia"/>
          <w:kern w:val="1"/>
        </w:rPr>
        <w:t xml:space="preserve">, </w:t>
      </w:r>
      <w:r>
        <w:rPr>
          <w:rFonts w:cs="Georgia"/>
          <w:kern w:val="1"/>
        </w:rPr>
        <w:t>un aéroplane passa à toute vitesse</w:t>
      </w:r>
      <w:r w:rsidR="000E1451">
        <w:rPr>
          <w:rFonts w:cs="Georgia"/>
          <w:kern w:val="1"/>
        </w:rPr>
        <w:t xml:space="preserve">, </w:t>
      </w:r>
      <w:r>
        <w:rPr>
          <w:rFonts w:cs="Georgia"/>
          <w:kern w:val="1"/>
        </w:rPr>
        <w:t>allant vers l</w:t>
      </w:r>
      <w:r w:rsidR="000E1451">
        <w:rPr>
          <w:rFonts w:cs="Georgia"/>
          <w:kern w:val="1"/>
        </w:rPr>
        <w:t>’</w:t>
      </w:r>
      <w:r>
        <w:rPr>
          <w:rFonts w:cs="Georgia"/>
          <w:kern w:val="1"/>
        </w:rPr>
        <w:t>Est</w:t>
      </w:r>
      <w:r w:rsidR="000E1451">
        <w:rPr>
          <w:rFonts w:cs="Georgia"/>
          <w:kern w:val="1"/>
        </w:rPr>
        <w:t xml:space="preserve">. </w:t>
      </w:r>
      <w:r>
        <w:rPr>
          <w:rFonts w:cs="Georgia"/>
          <w:kern w:val="1"/>
        </w:rPr>
        <w:t>Nos yeux le suivirent avec anxiété</w:t>
      </w:r>
      <w:r w:rsidR="000E1451">
        <w:rPr>
          <w:rFonts w:cs="Georgia"/>
          <w:kern w:val="1"/>
        </w:rPr>
        <w:t xml:space="preserve">, </w:t>
      </w:r>
      <w:r>
        <w:rPr>
          <w:rFonts w:cs="Georgia"/>
          <w:kern w:val="1"/>
        </w:rPr>
        <w:t>jusqu</w:t>
      </w:r>
      <w:r w:rsidR="000E1451">
        <w:rPr>
          <w:rFonts w:cs="Georgia"/>
          <w:kern w:val="1"/>
        </w:rPr>
        <w:t>’</w:t>
      </w:r>
      <w:r>
        <w:rPr>
          <w:rFonts w:cs="Georgia"/>
          <w:kern w:val="1"/>
        </w:rPr>
        <w:t>à ce qu</w:t>
      </w:r>
      <w:r w:rsidR="000E1451">
        <w:rPr>
          <w:rFonts w:cs="Georgia"/>
          <w:kern w:val="1"/>
        </w:rPr>
        <w:t>’</w:t>
      </w:r>
      <w:r>
        <w:rPr>
          <w:rFonts w:cs="Georgia"/>
          <w:kern w:val="1"/>
        </w:rPr>
        <w:t>il disparût sans lancer la fusée lumineuse que nous attendions et dont nous n</w:t>
      </w:r>
      <w:r w:rsidR="000E1451">
        <w:rPr>
          <w:rFonts w:cs="Georgia"/>
          <w:kern w:val="1"/>
        </w:rPr>
        <w:t>’</w:t>
      </w:r>
      <w:r>
        <w:rPr>
          <w:rFonts w:cs="Georgia"/>
          <w:kern w:val="1"/>
        </w:rPr>
        <w:t>eussions pu d</w:t>
      </w:r>
      <w:r w:rsidR="000E1451">
        <w:rPr>
          <w:rFonts w:cs="Georgia"/>
          <w:kern w:val="1"/>
        </w:rPr>
        <w:t>’</w:t>
      </w:r>
      <w:r>
        <w:rPr>
          <w:rFonts w:cs="Georgia"/>
          <w:kern w:val="1"/>
        </w:rPr>
        <w:t>ailleurs deviner la signification</w:t>
      </w:r>
      <w:r w:rsidR="000E1451">
        <w:rPr>
          <w:rFonts w:cs="Georgia"/>
          <w:kern w:val="1"/>
        </w:rPr>
        <w:t xml:space="preserve">. </w:t>
      </w:r>
      <w:r>
        <w:rPr>
          <w:rFonts w:cs="Georgia"/>
          <w:kern w:val="1"/>
        </w:rPr>
        <w:t>Il y avait trois jours que nous vivions à peu près sans nouvelles</w:t>
      </w:r>
      <w:r w:rsidR="000E1451">
        <w:rPr>
          <w:rFonts w:cs="Georgia"/>
          <w:kern w:val="1"/>
        </w:rPr>
        <w:t xml:space="preserve">, </w:t>
      </w:r>
      <w:r>
        <w:rPr>
          <w:rFonts w:cs="Georgia"/>
          <w:kern w:val="1"/>
        </w:rPr>
        <w:t>en proie à la même attente angoissée</w:t>
      </w:r>
      <w:r w:rsidR="000E1451">
        <w:rPr>
          <w:rFonts w:cs="Georgia"/>
          <w:kern w:val="1"/>
        </w:rPr>
        <w:t xml:space="preserve">. </w:t>
      </w:r>
      <w:r>
        <w:rPr>
          <w:rFonts w:cs="Georgia"/>
          <w:kern w:val="1"/>
        </w:rPr>
        <w:t>Ce ne serait peut-être pas encore pour aujourd</w:t>
      </w:r>
      <w:r w:rsidR="000E1451">
        <w:rPr>
          <w:rFonts w:cs="Georgia"/>
          <w:kern w:val="1"/>
        </w:rPr>
        <w:t>’</w:t>
      </w:r>
      <w:r>
        <w:rPr>
          <w:rFonts w:cs="Georgia"/>
          <w:kern w:val="1"/>
        </w:rPr>
        <w:t>hui</w:t>
      </w:r>
      <w:r w:rsidR="000E1451">
        <w:rPr>
          <w:rFonts w:cs="Georgia"/>
          <w:kern w:val="1"/>
        </w:rPr>
        <w:t xml:space="preserve"> ! </w:t>
      </w:r>
      <w:r>
        <w:rPr>
          <w:rFonts w:cs="Georgia"/>
          <w:kern w:val="1"/>
        </w:rPr>
        <w:t>Vers neuf heures le ciel</w:t>
      </w:r>
      <w:r w:rsidR="000E1451">
        <w:rPr>
          <w:rFonts w:cs="Georgia"/>
          <w:kern w:val="1"/>
        </w:rPr>
        <w:t xml:space="preserve">, </w:t>
      </w:r>
      <w:r>
        <w:rPr>
          <w:rFonts w:cs="Georgia"/>
          <w:kern w:val="1"/>
        </w:rPr>
        <w:t>qui était resté clair depuis le lever de l</w:t>
      </w:r>
      <w:r w:rsidR="000E1451">
        <w:rPr>
          <w:rFonts w:cs="Georgia"/>
          <w:kern w:val="1"/>
        </w:rPr>
        <w:t>’</w:t>
      </w:r>
      <w:r>
        <w:rPr>
          <w:rFonts w:cs="Georgia"/>
          <w:kern w:val="1"/>
        </w:rPr>
        <w:t>aurore</w:t>
      </w:r>
      <w:r w:rsidR="000E1451">
        <w:rPr>
          <w:rFonts w:cs="Georgia"/>
          <w:kern w:val="1"/>
        </w:rPr>
        <w:t xml:space="preserve">, </w:t>
      </w:r>
      <w:r>
        <w:rPr>
          <w:rFonts w:cs="Georgia"/>
          <w:kern w:val="1"/>
        </w:rPr>
        <w:t>s</w:t>
      </w:r>
      <w:r w:rsidR="000E1451">
        <w:rPr>
          <w:rFonts w:cs="Georgia"/>
          <w:kern w:val="1"/>
        </w:rPr>
        <w:t>’</w:t>
      </w:r>
      <w:r>
        <w:rPr>
          <w:rFonts w:cs="Georgia"/>
          <w:kern w:val="1"/>
        </w:rPr>
        <w:t>assombrit</w:t>
      </w:r>
      <w:r w:rsidR="000E1451">
        <w:rPr>
          <w:rFonts w:cs="Georgia"/>
          <w:kern w:val="1"/>
        </w:rPr>
        <w:t xml:space="preserve">. </w:t>
      </w:r>
      <w:r>
        <w:rPr>
          <w:rFonts w:cs="Georgia"/>
          <w:kern w:val="1"/>
        </w:rPr>
        <w:t>Il fit soudain moins froid</w:t>
      </w:r>
      <w:r w:rsidR="000E1451">
        <w:rPr>
          <w:rFonts w:cs="Georgia"/>
          <w:kern w:val="1"/>
        </w:rPr>
        <w:t xml:space="preserve">. </w:t>
      </w:r>
      <w:r>
        <w:rPr>
          <w:rFonts w:cs="Georgia"/>
          <w:kern w:val="1"/>
        </w:rPr>
        <w:t>Les sapins et les étangs s</w:t>
      </w:r>
      <w:r w:rsidR="000E1451">
        <w:rPr>
          <w:rFonts w:cs="Georgia"/>
          <w:kern w:val="1"/>
        </w:rPr>
        <w:t>’</w:t>
      </w:r>
      <w:r>
        <w:rPr>
          <w:rFonts w:cs="Georgia"/>
          <w:kern w:val="1"/>
        </w:rPr>
        <w:t>effacèrent</w:t>
      </w:r>
      <w:r w:rsidR="000E1451">
        <w:rPr>
          <w:rFonts w:cs="Georgia"/>
          <w:kern w:val="1"/>
        </w:rPr>
        <w:t xml:space="preserve">. </w:t>
      </w:r>
      <w:r>
        <w:rPr>
          <w:rFonts w:cs="Georgia"/>
          <w:kern w:val="1"/>
        </w:rPr>
        <w:t>Mêlée de neige fondue</w:t>
      </w:r>
      <w:r w:rsidR="000E1451">
        <w:rPr>
          <w:rFonts w:cs="Georgia"/>
          <w:kern w:val="1"/>
        </w:rPr>
        <w:t xml:space="preserve">, </w:t>
      </w:r>
      <w:r>
        <w:rPr>
          <w:rFonts w:cs="Georgia"/>
          <w:kern w:val="1"/>
        </w:rPr>
        <w:t>la pluie se mit à tomber</w:t>
      </w:r>
      <w:r w:rsidR="000E1451">
        <w:rPr>
          <w:rFonts w:cs="Georgia"/>
          <w:kern w:val="1"/>
        </w:rPr>
        <w:t xml:space="preserve">, </w:t>
      </w:r>
      <w:r>
        <w:rPr>
          <w:rFonts w:cs="Georgia"/>
          <w:kern w:val="1"/>
        </w:rPr>
        <w:t>isolant le château</w:t>
      </w:r>
      <w:r w:rsidR="000E1451">
        <w:rPr>
          <w:rFonts w:cs="Georgia"/>
          <w:kern w:val="1"/>
        </w:rPr>
        <w:t xml:space="preserve">, </w:t>
      </w:r>
      <w:r>
        <w:rPr>
          <w:rFonts w:cs="Georgia"/>
          <w:kern w:val="1"/>
        </w:rPr>
        <w:t>déchaînant autour de lui le morne orchestre des gouttières et des gargouilles</w:t>
      </w:r>
      <w:r w:rsidR="000E1451">
        <w:rPr>
          <w:rFonts w:cs="Georgia"/>
          <w:kern w:val="1"/>
        </w:rPr>
        <w:t>.</w:t>
      </w:r>
    </w:p>
    <w:p w14:paraId="79A62DCA" w14:textId="77777777" w:rsidR="000E1451" w:rsidRDefault="00BE611A" w:rsidP="00BE611A">
      <w:pPr>
        <w:rPr>
          <w:rFonts w:cs="Georgia"/>
          <w:kern w:val="1"/>
        </w:rPr>
      </w:pPr>
      <w:r>
        <w:rPr>
          <w:rFonts w:cs="Georgia"/>
          <w:kern w:val="1"/>
        </w:rPr>
        <w:t>Je me trouvais avec Axelle assis devant la cheminée de sa chambre</w:t>
      </w:r>
      <w:r w:rsidR="000E1451">
        <w:rPr>
          <w:rFonts w:cs="Georgia"/>
          <w:kern w:val="1"/>
        </w:rPr>
        <w:t xml:space="preserve">, </w:t>
      </w:r>
      <w:r>
        <w:rPr>
          <w:rFonts w:cs="Georgia"/>
          <w:kern w:val="1"/>
        </w:rPr>
        <w:t>où j</w:t>
      </w:r>
      <w:r w:rsidR="000E1451">
        <w:rPr>
          <w:rFonts w:cs="Georgia"/>
          <w:kern w:val="1"/>
        </w:rPr>
        <w:t>’</w:t>
      </w:r>
      <w:r>
        <w:rPr>
          <w:rFonts w:cs="Georgia"/>
          <w:kern w:val="1"/>
        </w:rPr>
        <w:t>avais réussi à allumer un maigre feu de bois</w:t>
      </w:r>
      <w:r w:rsidR="000E1451">
        <w:rPr>
          <w:rFonts w:cs="Georgia"/>
          <w:kern w:val="1"/>
        </w:rPr>
        <w:t xml:space="preserve">, </w:t>
      </w:r>
      <w:r>
        <w:rPr>
          <w:rFonts w:cs="Georgia"/>
          <w:kern w:val="1"/>
        </w:rPr>
        <w:t>quand on frappa</w:t>
      </w:r>
      <w:r w:rsidR="000E1451">
        <w:rPr>
          <w:rFonts w:cs="Georgia"/>
          <w:kern w:val="1"/>
        </w:rPr>
        <w:t xml:space="preserve">. </w:t>
      </w:r>
      <w:r>
        <w:rPr>
          <w:rFonts w:cs="Georgia"/>
          <w:kern w:val="1"/>
        </w:rPr>
        <w:t>C</w:t>
      </w:r>
      <w:r w:rsidR="000E1451">
        <w:rPr>
          <w:rFonts w:cs="Georgia"/>
          <w:kern w:val="1"/>
        </w:rPr>
        <w:t>’</w:t>
      </w:r>
      <w:r>
        <w:rPr>
          <w:rFonts w:cs="Georgia"/>
          <w:kern w:val="1"/>
        </w:rPr>
        <w:t>était le petit domestique</w:t>
      </w:r>
      <w:r w:rsidR="000E1451">
        <w:rPr>
          <w:rFonts w:cs="Georgia"/>
          <w:kern w:val="1"/>
        </w:rPr>
        <w:t xml:space="preserve">. </w:t>
      </w:r>
      <w:r>
        <w:rPr>
          <w:rFonts w:cs="Georgia"/>
          <w:kern w:val="1"/>
        </w:rPr>
        <w:t>Plus ahuri que jamais</w:t>
      </w:r>
      <w:r w:rsidR="000E1451">
        <w:rPr>
          <w:rFonts w:cs="Georgia"/>
          <w:kern w:val="1"/>
        </w:rPr>
        <w:t xml:space="preserve">, </w:t>
      </w:r>
      <w:r>
        <w:rPr>
          <w:rFonts w:cs="Georgia"/>
          <w:kern w:val="1"/>
        </w:rPr>
        <w:t>il venait annoncer que quelqu</w:t>
      </w:r>
      <w:r w:rsidR="000E1451">
        <w:rPr>
          <w:rFonts w:cs="Georgia"/>
          <w:kern w:val="1"/>
        </w:rPr>
        <w:t>’</w:t>
      </w:r>
      <w:r>
        <w:rPr>
          <w:rFonts w:cs="Georgia"/>
          <w:kern w:val="1"/>
        </w:rPr>
        <w:t>un me réclamait en bas</w:t>
      </w:r>
      <w:r w:rsidR="000E1451">
        <w:rPr>
          <w:rFonts w:cs="Georgia"/>
          <w:kern w:val="1"/>
        </w:rPr>
        <w:t>.</w:t>
      </w:r>
    </w:p>
    <w:p w14:paraId="7737942B" w14:textId="77777777" w:rsidR="000E1451" w:rsidRDefault="000E1451" w:rsidP="00BE611A">
      <w:pPr>
        <w:rPr>
          <w:rFonts w:cs="Georgia"/>
          <w:kern w:val="1"/>
        </w:rPr>
      </w:pPr>
      <w:r>
        <w:rPr>
          <w:rFonts w:cs="Georgia"/>
          <w:kern w:val="1"/>
        </w:rPr>
        <w:t>— </w:t>
      </w:r>
      <w:r w:rsidR="00BE611A">
        <w:rPr>
          <w:rFonts w:cs="Georgia"/>
          <w:kern w:val="1"/>
        </w:rPr>
        <w:t>Quelqu</w:t>
      </w:r>
      <w:r>
        <w:rPr>
          <w:rFonts w:cs="Georgia"/>
          <w:kern w:val="1"/>
        </w:rPr>
        <w:t>’</w:t>
      </w:r>
      <w:r w:rsidR="00BE611A">
        <w:rPr>
          <w:rFonts w:cs="Georgia"/>
          <w:kern w:val="1"/>
        </w:rPr>
        <w:t>un</w:t>
      </w:r>
      <w:r>
        <w:rPr>
          <w:rFonts w:cs="Georgia"/>
          <w:kern w:val="1"/>
        </w:rPr>
        <w:t xml:space="preserve"> ? </w:t>
      </w:r>
      <w:r w:rsidR="00BE611A">
        <w:rPr>
          <w:rFonts w:cs="Georgia"/>
          <w:kern w:val="1"/>
        </w:rPr>
        <w:t>pour moi</w:t>
      </w:r>
      <w:r>
        <w:rPr>
          <w:rFonts w:cs="Georgia"/>
          <w:kern w:val="1"/>
        </w:rPr>
        <w:t> ?</w:t>
      </w:r>
    </w:p>
    <w:p w14:paraId="2A3C2424" w14:textId="77777777" w:rsidR="000E1451" w:rsidRDefault="000E1451" w:rsidP="00BE611A">
      <w:pPr>
        <w:rPr>
          <w:rFonts w:cs="Georgia"/>
          <w:kern w:val="1"/>
        </w:rPr>
      </w:pPr>
      <w:r>
        <w:rPr>
          <w:rFonts w:cs="Georgia"/>
          <w:kern w:val="1"/>
        </w:rPr>
        <w:t>— </w:t>
      </w:r>
      <w:r w:rsidR="00BE611A">
        <w:rPr>
          <w:rFonts w:cs="Georgia"/>
          <w:kern w:val="1"/>
        </w:rPr>
        <w:t>C</w:t>
      </w:r>
      <w:r>
        <w:rPr>
          <w:rFonts w:cs="Georgia"/>
          <w:kern w:val="1"/>
        </w:rPr>
        <w:t>’</w:t>
      </w:r>
      <w:r w:rsidR="00BE611A">
        <w:rPr>
          <w:rFonts w:cs="Georgia"/>
          <w:kern w:val="1"/>
        </w:rPr>
        <w:t>est sûrement un de vos camarades</w:t>
      </w:r>
      <w:r>
        <w:rPr>
          <w:rFonts w:cs="Georgia"/>
          <w:kern w:val="1"/>
        </w:rPr>
        <w:t xml:space="preserve">, </w:t>
      </w:r>
      <w:r w:rsidR="00BE611A">
        <w:rPr>
          <w:rFonts w:cs="Georgia"/>
          <w:kern w:val="1"/>
        </w:rPr>
        <w:t>dit Axelle</w:t>
      </w:r>
      <w:r>
        <w:rPr>
          <w:rFonts w:cs="Georgia"/>
          <w:kern w:val="1"/>
        </w:rPr>
        <w:t xml:space="preserve">. </w:t>
      </w:r>
      <w:r w:rsidR="00BE611A">
        <w:rPr>
          <w:rFonts w:cs="Georgia"/>
          <w:kern w:val="1"/>
        </w:rPr>
        <w:t>Il doit y avoir quelque chose de nouveau</w:t>
      </w:r>
      <w:r>
        <w:rPr>
          <w:rFonts w:cs="Georgia"/>
          <w:kern w:val="1"/>
        </w:rPr>
        <w:t xml:space="preserve">. </w:t>
      </w:r>
      <w:r w:rsidR="00BE611A">
        <w:rPr>
          <w:rFonts w:cs="Georgia"/>
          <w:kern w:val="1"/>
        </w:rPr>
        <w:t>Allez voir</w:t>
      </w:r>
      <w:r>
        <w:rPr>
          <w:rFonts w:cs="Georgia"/>
          <w:kern w:val="1"/>
        </w:rPr>
        <w:t>.</w:t>
      </w:r>
    </w:p>
    <w:p w14:paraId="60434FEB" w14:textId="77777777" w:rsidR="000E1451" w:rsidRDefault="00BE611A" w:rsidP="00BE611A">
      <w:pPr>
        <w:rPr>
          <w:rFonts w:cs="Georgia"/>
          <w:kern w:val="1"/>
        </w:rPr>
      </w:pPr>
      <w:r>
        <w:rPr>
          <w:rFonts w:cs="Georgia"/>
          <w:kern w:val="1"/>
        </w:rPr>
        <w:t>Elle avait raison</w:t>
      </w:r>
      <w:r w:rsidR="000E1451">
        <w:rPr>
          <w:rFonts w:cs="Georgia"/>
          <w:kern w:val="1"/>
        </w:rPr>
        <w:t xml:space="preserve">. </w:t>
      </w:r>
      <w:r>
        <w:rPr>
          <w:rFonts w:cs="Georgia"/>
          <w:kern w:val="1"/>
        </w:rPr>
        <w:t>Sur le seuil de la porte du rez-de-chaussée</w:t>
      </w:r>
      <w:r w:rsidR="000E1451">
        <w:rPr>
          <w:rFonts w:cs="Georgia"/>
          <w:kern w:val="1"/>
        </w:rPr>
        <w:t xml:space="preserve">, </w:t>
      </w:r>
      <w:r>
        <w:rPr>
          <w:rFonts w:cs="Georgia"/>
          <w:kern w:val="1"/>
        </w:rPr>
        <w:t>laissée grande ouverte par le jeune ahuri à seule fin de permettre au brouillard d</w:t>
      </w:r>
      <w:r w:rsidR="000E1451">
        <w:rPr>
          <w:rFonts w:cs="Georgia"/>
          <w:kern w:val="1"/>
        </w:rPr>
        <w:t>’</w:t>
      </w:r>
      <w:r>
        <w:rPr>
          <w:rFonts w:cs="Georgia"/>
          <w:kern w:val="1"/>
        </w:rPr>
        <w:t>envahir tout le château</w:t>
      </w:r>
      <w:r w:rsidR="000E1451">
        <w:rPr>
          <w:rFonts w:cs="Georgia"/>
          <w:kern w:val="1"/>
        </w:rPr>
        <w:t xml:space="preserve">, </w:t>
      </w:r>
      <w:r>
        <w:rPr>
          <w:rFonts w:cs="Georgia"/>
          <w:kern w:val="1"/>
        </w:rPr>
        <w:t>je trouvai Dauphin</w:t>
      </w:r>
      <w:r w:rsidR="000E1451">
        <w:rPr>
          <w:rFonts w:cs="Georgia"/>
          <w:kern w:val="1"/>
        </w:rPr>
        <w:t>.</w:t>
      </w:r>
    </w:p>
    <w:p w14:paraId="115DD838" w14:textId="77777777" w:rsidR="000E1451" w:rsidRDefault="000E1451" w:rsidP="00BE611A">
      <w:pPr>
        <w:rPr>
          <w:rFonts w:cs="Georgia"/>
          <w:kern w:val="1"/>
        </w:rPr>
      </w:pPr>
      <w:r>
        <w:rPr>
          <w:rFonts w:cs="Georgia"/>
          <w:kern w:val="1"/>
        </w:rPr>
        <w:lastRenderedPageBreak/>
        <w:t>— </w:t>
      </w:r>
      <w:r w:rsidR="00BE611A">
        <w:rPr>
          <w:rFonts w:cs="Georgia"/>
          <w:kern w:val="1"/>
        </w:rPr>
        <w:t>Toi</w:t>
      </w:r>
      <w:r>
        <w:rPr>
          <w:rFonts w:cs="Georgia"/>
          <w:kern w:val="1"/>
        </w:rPr>
        <w:t xml:space="preserve"> ! </w:t>
      </w:r>
      <w:r w:rsidR="00BE611A">
        <w:rPr>
          <w:rFonts w:cs="Georgia"/>
          <w:kern w:val="1"/>
        </w:rPr>
        <w:t>Ici</w:t>
      </w:r>
      <w:r>
        <w:rPr>
          <w:rFonts w:cs="Georgia"/>
          <w:kern w:val="1"/>
        </w:rPr>
        <w:t> !</w:t>
      </w:r>
    </w:p>
    <w:p w14:paraId="583C9AC2" w14:textId="77777777" w:rsidR="000E1451" w:rsidRDefault="000E1451" w:rsidP="00BE611A">
      <w:pPr>
        <w:rPr>
          <w:rFonts w:cs="Georgia"/>
          <w:kern w:val="1"/>
        </w:rPr>
      </w:pPr>
      <w:r>
        <w:rPr>
          <w:rFonts w:cs="Georgia"/>
          <w:kern w:val="1"/>
        </w:rPr>
        <w:t>— </w:t>
      </w:r>
      <w:r w:rsidR="00BE611A">
        <w:rPr>
          <w:rFonts w:cs="Georgia"/>
          <w:kern w:val="1"/>
        </w:rPr>
        <w:t>Eh oui</w:t>
      </w:r>
      <w:r>
        <w:rPr>
          <w:rFonts w:cs="Georgia"/>
          <w:kern w:val="1"/>
        </w:rPr>
        <w:t xml:space="preserve"> ! </w:t>
      </w:r>
      <w:r w:rsidR="00BE611A">
        <w:rPr>
          <w:rFonts w:cs="Georgia"/>
          <w:kern w:val="1"/>
        </w:rPr>
        <w:t>Moi</w:t>
      </w:r>
      <w:r>
        <w:rPr>
          <w:rFonts w:cs="Georgia"/>
          <w:kern w:val="1"/>
        </w:rPr>
        <w:t xml:space="preserve"> ! </w:t>
      </w:r>
      <w:r w:rsidR="00BE611A">
        <w:rPr>
          <w:rFonts w:cs="Georgia"/>
          <w:kern w:val="1"/>
        </w:rPr>
        <w:t>Il a bien fallu que je vienne</w:t>
      </w:r>
      <w:r>
        <w:rPr>
          <w:rFonts w:cs="Georgia"/>
          <w:kern w:val="1"/>
        </w:rPr>
        <w:t xml:space="preserve">. </w:t>
      </w:r>
      <w:r w:rsidR="00BE611A">
        <w:rPr>
          <w:rFonts w:cs="Georgia"/>
          <w:kern w:val="1"/>
        </w:rPr>
        <w:t>On ne t</w:t>
      </w:r>
      <w:r>
        <w:rPr>
          <w:rFonts w:cs="Georgia"/>
          <w:kern w:val="1"/>
        </w:rPr>
        <w:t>’</w:t>
      </w:r>
      <w:r w:rsidR="00BE611A">
        <w:rPr>
          <w:rFonts w:cs="Georgia"/>
          <w:kern w:val="1"/>
        </w:rPr>
        <w:t>a pas vu depuis cinq jours</w:t>
      </w:r>
      <w:r>
        <w:rPr>
          <w:rFonts w:cs="Georgia"/>
          <w:kern w:val="1"/>
        </w:rPr>
        <w:t>.</w:t>
      </w:r>
    </w:p>
    <w:p w14:paraId="2809EA15" w14:textId="77777777" w:rsidR="000E1451" w:rsidRDefault="000E1451" w:rsidP="00BE611A">
      <w:pPr>
        <w:rPr>
          <w:rFonts w:cs="Georgia"/>
          <w:kern w:val="1"/>
        </w:rPr>
      </w:pPr>
      <w:r>
        <w:rPr>
          <w:rFonts w:cs="Georgia"/>
          <w:kern w:val="1"/>
        </w:rPr>
        <w:t>— </w:t>
      </w:r>
      <w:r w:rsidR="00BE611A">
        <w:rPr>
          <w:rFonts w:cs="Georgia"/>
          <w:kern w:val="1"/>
        </w:rPr>
        <w:t>Entre</w:t>
      </w:r>
      <w:r>
        <w:rPr>
          <w:rFonts w:cs="Georgia"/>
          <w:kern w:val="1"/>
        </w:rPr>
        <w:t xml:space="preserve">, </w:t>
      </w:r>
      <w:r w:rsidR="00BE611A">
        <w:rPr>
          <w:rFonts w:cs="Georgia"/>
          <w:kern w:val="1"/>
        </w:rPr>
        <w:t>que je ferme la porte</w:t>
      </w:r>
      <w:r>
        <w:rPr>
          <w:rFonts w:cs="Georgia"/>
          <w:kern w:val="1"/>
        </w:rPr>
        <w:t>.</w:t>
      </w:r>
    </w:p>
    <w:p w14:paraId="1F65E6CC" w14:textId="77777777" w:rsidR="000E1451" w:rsidRDefault="00BE611A" w:rsidP="00BE611A">
      <w:pPr>
        <w:rPr>
          <w:rFonts w:cs="Georgia"/>
          <w:kern w:val="1"/>
        </w:rPr>
      </w:pPr>
      <w:r>
        <w:rPr>
          <w:rFonts w:cs="Georgia"/>
          <w:kern w:val="1"/>
        </w:rPr>
        <w:t>Il obéit</w:t>
      </w:r>
      <w:r w:rsidR="000E1451">
        <w:rPr>
          <w:rFonts w:cs="Georgia"/>
          <w:kern w:val="1"/>
        </w:rPr>
        <w:t xml:space="preserve">, </w:t>
      </w:r>
      <w:r>
        <w:rPr>
          <w:rFonts w:cs="Georgia"/>
          <w:kern w:val="1"/>
        </w:rPr>
        <w:t>retirant poliment son képi</w:t>
      </w:r>
      <w:r w:rsidR="000E1451">
        <w:rPr>
          <w:rFonts w:cs="Georgia"/>
          <w:kern w:val="1"/>
        </w:rPr>
        <w:t xml:space="preserve">. </w:t>
      </w:r>
      <w:r>
        <w:rPr>
          <w:rFonts w:cs="Georgia"/>
          <w:kern w:val="1"/>
        </w:rPr>
        <w:t>Combien de temps y avait-il que le pauvre diable n</w:t>
      </w:r>
      <w:r w:rsidR="000E1451">
        <w:rPr>
          <w:rFonts w:cs="Georgia"/>
          <w:kern w:val="1"/>
        </w:rPr>
        <w:t>’</w:t>
      </w:r>
      <w:r>
        <w:rPr>
          <w:rFonts w:cs="Georgia"/>
          <w:kern w:val="1"/>
        </w:rPr>
        <w:t>avait eu à accomplir ce geste d</w:t>
      </w:r>
      <w:r w:rsidR="000E1451">
        <w:rPr>
          <w:rFonts w:cs="Georgia"/>
          <w:kern w:val="1"/>
        </w:rPr>
        <w:t>’</w:t>
      </w:r>
      <w:r>
        <w:rPr>
          <w:rFonts w:cs="Georgia"/>
          <w:kern w:val="1"/>
        </w:rPr>
        <w:t>élémentaire civilité</w:t>
      </w:r>
      <w:r w:rsidR="000E1451">
        <w:rPr>
          <w:rFonts w:cs="Georgia"/>
          <w:kern w:val="1"/>
        </w:rPr>
        <w:t> !</w:t>
      </w:r>
    </w:p>
    <w:p w14:paraId="2353D84F" w14:textId="77777777" w:rsidR="000E1451" w:rsidRDefault="000E1451" w:rsidP="00BE611A">
      <w:pPr>
        <w:rPr>
          <w:rFonts w:cs="Georgia"/>
          <w:kern w:val="1"/>
        </w:rPr>
      </w:pPr>
      <w:r>
        <w:rPr>
          <w:rFonts w:cs="Georgia"/>
          <w:kern w:val="1"/>
        </w:rPr>
        <w:t>— </w:t>
      </w:r>
      <w:r w:rsidR="00BE611A">
        <w:rPr>
          <w:rFonts w:cs="Georgia"/>
          <w:kern w:val="1"/>
        </w:rPr>
        <w:t>On t</w:t>
      </w:r>
      <w:r>
        <w:rPr>
          <w:rFonts w:cs="Georgia"/>
          <w:kern w:val="1"/>
        </w:rPr>
        <w:t>’</w:t>
      </w:r>
      <w:r w:rsidR="00BE611A">
        <w:rPr>
          <w:rFonts w:cs="Georgia"/>
          <w:kern w:val="1"/>
        </w:rPr>
        <w:t>a permis de venir du camp tout seul</w:t>
      </w:r>
      <w:r>
        <w:rPr>
          <w:rFonts w:cs="Georgia"/>
          <w:kern w:val="1"/>
        </w:rPr>
        <w:t> ?</w:t>
      </w:r>
    </w:p>
    <w:p w14:paraId="629E0B04" w14:textId="77777777" w:rsidR="000E1451" w:rsidRDefault="000E1451" w:rsidP="00BE611A">
      <w:pPr>
        <w:rPr>
          <w:rFonts w:cs="Georgia"/>
          <w:kern w:val="1"/>
        </w:rPr>
      </w:pPr>
      <w:r>
        <w:rPr>
          <w:rFonts w:cs="Georgia"/>
          <w:kern w:val="1"/>
        </w:rPr>
        <w:t>— </w:t>
      </w:r>
      <w:r w:rsidR="00BE611A">
        <w:rPr>
          <w:rFonts w:cs="Georgia"/>
          <w:kern w:val="1"/>
        </w:rPr>
        <w:t>On m</w:t>
      </w:r>
      <w:r>
        <w:rPr>
          <w:rFonts w:cs="Georgia"/>
          <w:kern w:val="1"/>
        </w:rPr>
        <w:t>’</w:t>
      </w:r>
      <w:r w:rsidR="00BE611A">
        <w:rPr>
          <w:rFonts w:cs="Georgia"/>
          <w:kern w:val="1"/>
        </w:rPr>
        <w:t>a permis</w:t>
      </w:r>
      <w:r>
        <w:rPr>
          <w:rFonts w:cs="Georgia"/>
          <w:kern w:val="1"/>
        </w:rPr>
        <w:t xml:space="preserve"> ? </w:t>
      </w:r>
      <w:r w:rsidR="00BE611A">
        <w:rPr>
          <w:rFonts w:cs="Georgia"/>
          <w:kern w:val="1"/>
        </w:rPr>
        <w:t>Tu te figures que c</w:t>
      </w:r>
      <w:r>
        <w:rPr>
          <w:rFonts w:cs="Georgia"/>
          <w:kern w:val="1"/>
        </w:rPr>
        <w:t>’</w:t>
      </w:r>
      <w:r w:rsidR="00BE611A">
        <w:rPr>
          <w:rFonts w:cs="Georgia"/>
          <w:kern w:val="1"/>
        </w:rPr>
        <w:t>est les gardiens qui m</w:t>
      </w:r>
      <w:r>
        <w:rPr>
          <w:rFonts w:cs="Georgia"/>
          <w:kern w:val="1"/>
        </w:rPr>
        <w:t>’</w:t>
      </w:r>
      <w:r w:rsidR="00BE611A">
        <w:rPr>
          <w:rFonts w:cs="Georgia"/>
          <w:kern w:val="1"/>
        </w:rPr>
        <w:t>en auraient empêché</w:t>
      </w:r>
      <w:r>
        <w:rPr>
          <w:rFonts w:cs="Georgia"/>
          <w:kern w:val="1"/>
        </w:rPr>
        <w:t xml:space="preserve"> ? </w:t>
      </w:r>
      <w:r w:rsidR="00BE611A">
        <w:rPr>
          <w:rFonts w:cs="Georgia"/>
          <w:kern w:val="1"/>
        </w:rPr>
        <w:t>Ils ont autre chose à faire</w:t>
      </w:r>
      <w:r>
        <w:rPr>
          <w:rFonts w:cs="Georgia"/>
          <w:kern w:val="1"/>
        </w:rPr>
        <w:t>.</w:t>
      </w:r>
    </w:p>
    <w:p w14:paraId="64197AC2" w14:textId="77777777" w:rsidR="000E1451" w:rsidRDefault="000E1451" w:rsidP="00BE611A">
      <w:pPr>
        <w:rPr>
          <w:rFonts w:cs="Georgia"/>
          <w:kern w:val="1"/>
        </w:rPr>
      </w:pPr>
      <w:r>
        <w:rPr>
          <w:rFonts w:cs="Georgia"/>
          <w:kern w:val="1"/>
        </w:rPr>
        <w:t>— </w:t>
      </w:r>
      <w:r w:rsidR="00BE611A">
        <w:rPr>
          <w:rFonts w:cs="Georgia"/>
          <w:kern w:val="1"/>
        </w:rPr>
        <w:t>Et en route</w:t>
      </w:r>
      <w:r>
        <w:rPr>
          <w:rFonts w:cs="Georgia"/>
          <w:kern w:val="1"/>
        </w:rPr>
        <w:t xml:space="preserve">, </w:t>
      </w:r>
      <w:r w:rsidR="00BE611A">
        <w:rPr>
          <w:rFonts w:cs="Georgia"/>
          <w:kern w:val="1"/>
        </w:rPr>
        <w:t>personne ne t</w:t>
      </w:r>
      <w:r>
        <w:rPr>
          <w:rFonts w:cs="Georgia"/>
          <w:kern w:val="1"/>
        </w:rPr>
        <w:t>’</w:t>
      </w:r>
      <w:r w:rsidR="00BE611A">
        <w:rPr>
          <w:rFonts w:cs="Georgia"/>
          <w:kern w:val="1"/>
        </w:rPr>
        <w:t>a arrêté</w:t>
      </w:r>
      <w:r>
        <w:rPr>
          <w:rFonts w:cs="Georgia"/>
          <w:kern w:val="1"/>
        </w:rPr>
        <w:t> ?</w:t>
      </w:r>
    </w:p>
    <w:p w14:paraId="40874A4E" w14:textId="77777777" w:rsidR="000E1451" w:rsidRDefault="000E1451" w:rsidP="00BE611A">
      <w:pPr>
        <w:rPr>
          <w:rFonts w:cs="Georgia"/>
          <w:kern w:val="1"/>
        </w:rPr>
      </w:pPr>
      <w:r>
        <w:rPr>
          <w:rFonts w:cs="Georgia"/>
          <w:kern w:val="1"/>
        </w:rPr>
        <w:t>— </w:t>
      </w:r>
      <w:r w:rsidR="00BE611A">
        <w:rPr>
          <w:rFonts w:cs="Georgia"/>
          <w:kern w:val="1"/>
        </w:rPr>
        <w:t>M</w:t>
      </w:r>
      <w:r>
        <w:rPr>
          <w:rFonts w:cs="Georgia"/>
          <w:kern w:val="1"/>
        </w:rPr>
        <w:t>’</w:t>
      </w:r>
      <w:r w:rsidR="00BE611A">
        <w:rPr>
          <w:rFonts w:cs="Georgia"/>
          <w:kern w:val="1"/>
        </w:rPr>
        <w:t>arrêter</w:t>
      </w:r>
      <w:r>
        <w:rPr>
          <w:rFonts w:cs="Georgia"/>
          <w:kern w:val="1"/>
        </w:rPr>
        <w:t xml:space="preserve"> ? </w:t>
      </w:r>
      <w:r w:rsidR="00BE611A">
        <w:rPr>
          <w:rFonts w:cs="Georgia"/>
          <w:kern w:val="1"/>
        </w:rPr>
        <w:t>Tu parles</w:t>
      </w:r>
      <w:r>
        <w:rPr>
          <w:rFonts w:cs="Georgia"/>
          <w:kern w:val="1"/>
        </w:rPr>
        <w:t xml:space="preserve"> ! </w:t>
      </w:r>
      <w:r w:rsidR="00BE611A">
        <w:rPr>
          <w:rFonts w:cs="Georgia"/>
          <w:kern w:val="1"/>
        </w:rPr>
        <w:t>Je n</w:t>
      </w:r>
      <w:r>
        <w:rPr>
          <w:rFonts w:cs="Georgia"/>
          <w:kern w:val="1"/>
        </w:rPr>
        <w:t>’</w:t>
      </w:r>
      <w:r w:rsidR="00BE611A">
        <w:rPr>
          <w:rFonts w:cs="Georgia"/>
          <w:kern w:val="1"/>
        </w:rPr>
        <w:t>ai rencontré qu</w:t>
      </w:r>
      <w:r>
        <w:rPr>
          <w:rFonts w:cs="Georgia"/>
          <w:kern w:val="1"/>
        </w:rPr>
        <w:t>’</w:t>
      </w:r>
      <w:r w:rsidR="00BE611A">
        <w:rPr>
          <w:rFonts w:cs="Georgia"/>
          <w:kern w:val="1"/>
        </w:rPr>
        <w:t>un vieux paysan qui cherchait à désembourber sa charrette</w:t>
      </w:r>
      <w:r>
        <w:rPr>
          <w:rFonts w:cs="Georgia"/>
          <w:kern w:val="1"/>
        </w:rPr>
        <w:t xml:space="preserve">. </w:t>
      </w:r>
      <w:r w:rsidR="00BE611A">
        <w:rPr>
          <w:rFonts w:cs="Georgia"/>
          <w:kern w:val="1"/>
        </w:rPr>
        <w:t>Je lui ai donné un coup de main</w:t>
      </w:r>
      <w:r>
        <w:rPr>
          <w:rFonts w:cs="Georgia"/>
          <w:kern w:val="1"/>
        </w:rPr>
        <w:t xml:space="preserve">. </w:t>
      </w:r>
      <w:r w:rsidR="00BE611A">
        <w:rPr>
          <w:rFonts w:cs="Georgia"/>
          <w:kern w:val="1"/>
        </w:rPr>
        <w:t>Faut voir comment qu</w:t>
      </w:r>
      <w:r>
        <w:rPr>
          <w:rFonts w:cs="Georgia"/>
          <w:kern w:val="1"/>
        </w:rPr>
        <w:t>’</w:t>
      </w:r>
      <w:r w:rsidR="00BE611A">
        <w:rPr>
          <w:rFonts w:cs="Georgia"/>
          <w:kern w:val="1"/>
        </w:rPr>
        <w:t>il s</w:t>
      </w:r>
      <w:r>
        <w:rPr>
          <w:rFonts w:cs="Georgia"/>
          <w:kern w:val="1"/>
        </w:rPr>
        <w:t>’</w:t>
      </w:r>
      <w:r w:rsidR="00BE611A">
        <w:rPr>
          <w:rFonts w:cs="Georgia"/>
          <w:kern w:val="1"/>
        </w:rPr>
        <w:t>est empressé de me remercier</w:t>
      </w:r>
      <w:r>
        <w:rPr>
          <w:rFonts w:cs="Georgia"/>
          <w:kern w:val="1"/>
        </w:rPr>
        <w:t xml:space="preserve"> ! </w:t>
      </w:r>
      <w:r w:rsidR="00BE611A">
        <w:rPr>
          <w:rFonts w:cs="Georgia"/>
          <w:kern w:val="1"/>
        </w:rPr>
        <w:t>On ne peut pas dire qu</w:t>
      </w:r>
      <w:r>
        <w:rPr>
          <w:rFonts w:cs="Georgia"/>
          <w:kern w:val="1"/>
        </w:rPr>
        <w:t>’</w:t>
      </w:r>
      <w:r w:rsidR="00BE611A">
        <w:rPr>
          <w:rFonts w:cs="Georgia"/>
          <w:kern w:val="1"/>
        </w:rPr>
        <w:t>il ne savait pas à qui il avait affaire</w:t>
      </w:r>
      <w:r>
        <w:rPr>
          <w:rFonts w:cs="Georgia"/>
          <w:kern w:val="1"/>
        </w:rPr>
        <w:t xml:space="preserve">, </w:t>
      </w:r>
      <w:r w:rsidR="00BE611A">
        <w:rPr>
          <w:rFonts w:cs="Georgia"/>
          <w:kern w:val="1"/>
        </w:rPr>
        <w:t>ne serait-ce qu</w:t>
      </w:r>
      <w:r>
        <w:rPr>
          <w:rFonts w:cs="Georgia"/>
          <w:kern w:val="1"/>
        </w:rPr>
        <w:t>’</w:t>
      </w:r>
      <w:r w:rsidR="00BE611A">
        <w:rPr>
          <w:rFonts w:cs="Georgia"/>
          <w:kern w:val="1"/>
        </w:rPr>
        <w:t>à cause de ce truc</w:t>
      </w:r>
      <w:r>
        <w:rPr>
          <w:rFonts w:cs="Georgia"/>
          <w:kern w:val="1"/>
        </w:rPr>
        <w:t>.</w:t>
      </w:r>
    </w:p>
    <w:p w14:paraId="213A6668" w14:textId="77777777" w:rsidR="000E1451" w:rsidRDefault="00BE611A" w:rsidP="00BE611A">
      <w:pPr>
        <w:rPr>
          <w:rFonts w:cs="Georgia"/>
          <w:kern w:val="1"/>
        </w:rPr>
      </w:pPr>
      <w:r>
        <w:rPr>
          <w:rFonts w:cs="Georgia"/>
          <w:kern w:val="1"/>
        </w:rPr>
        <w:t>Il désignait le rectangle de drap rouge</w:t>
      </w:r>
      <w:r w:rsidR="000E1451">
        <w:rPr>
          <w:rFonts w:cs="Georgia"/>
          <w:kern w:val="1"/>
        </w:rPr>
        <w:t xml:space="preserve">, </w:t>
      </w:r>
      <w:r>
        <w:rPr>
          <w:rFonts w:cs="Georgia"/>
          <w:kern w:val="1"/>
        </w:rPr>
        <w:t>cousu sur l</w:t>
      </w:r>
      <w:r w:rsidR="000E1451">
        <w:rPr>
          <w:rFonts w:cs="Georgia"/>
          <w:kern w:val="1"/>
        </w:rPr>
        <w:t>’</w:t>
      </w:r>
      <w:r>
        <w:rPr>
          <w:rFonts w:cs="Georgia"/>
          <w:kern w:val="1"/>
        </w:rPr>
        <w:t>épaule de sa capote</w:t>
      </w:r>
      <w:r w:rsidR="000E1451">
        <w:rPr>
          <w:rFonts w:cs="Georgia"/>
          <w:kern w:val="1"/>
        </w:rPr>
        <w:t>.</w:t>
      </w:r>
    </w:p>
    <w:p w14:paraId="587775FA" w14:textId="77777777" w:rsidR="000E1451" w:rsidRDefault="000E1451" w:rsidP="00BE611A">
      <w:pPr>
        <w:rPr>
          <w:rFonts w:cs="Georgia"/>
          <w:kern w:val="1"/>
        </w:rPr>
      </w:pPr>
      <w:r>
        <w:rPr>
          <w:rFonts w:cs="Georgia"/>
          <w:kern w:val="1"/>
        </w:rPr>
        <w:t>— </w:t>
      </w:r>
      <w:r w:rsidR="00BE611A">
        <w:rPr>
          <w:rFonts w:cs="Georgia"/>
          <w:kern w:val="1"/>
        </w:rPr>
        <w:t>Je ne vois pas d</w:t>
      </w:r>
      <w:r>
        <w:rPr>
          <w:rFonts w:cs="Georgia"/>
          <w:kern w:val="1"/>
        </w:rPr>
        <w:t>’</w:t>
      </w:r>
      <w:r w:rsidR="00BE611A">
        <w:rPr>
          <w:rFonts w:cs="Georgia"/>
          <w:kern w:val="1"/>
        </w:rPr>
        <w:t>ailleurs pourquoi je garde encore cette saloperie</w:t>
      </w:r>
      <w:r>
        <w:rPr>
          <w:rFonts w:cs="Georgia"/>
          <w:kern w:val="1"/>
        </w:rPr>
        <w:t xml:space="preserve">. </w:t>
      </w:r>
      <w:r w:rsidR="00BE611A">
        <w:rPr>
          <w:rFonts w:cs="Georgia"/>
          <w:kern w:val="1"/>
        </w:rPr>
        <w:t>Là</w:t>
      </w:r>
      <w:r>
        <w:rPr>
          <w:rFonts w:cs="Georgia"/>
          <w:kern w:val="1"/>
        </w:rPr>
        <w:t xml:space="preserve"> ! </w:t>
      </w:r>
      <w:r w:rsidR="00BE611A">
        <w:rPr>
          <w:rFonts w:cs="Georgia"/>
          <w:kern w:val="1"/>
        </w:rPr>
        <w:t>Comme ça</w:t>
      </w:r>
      <w:r>
        <w:rPr>
          <w:rFonts w:cs="Georgia"/>
          <w:kern w:val="1"/>
        </w:rPr>
        <w:t xml:space="preserve">, </w:t>
      </w:r>
      <w:r w:rsidR="00BE611A">
        <w:rPr>
          <w:rFonts w:cs="Georgia"/>
          <w:kern w:val="1"/>
        </w:rPr>
        <w:t>c</w:t>
      </w:r>
      <w:r>
        <w:rPr>
          <w:rFonts w:cs="Georgia"/>
          <w:kern w:val="1"/>
        </w:rPr>
        <w:t>’</w:t>
      </w:r>
      <w:r w:rsidR="00BE611A">
        <w:rPr>
          <w:rFonts w:cs="Georgia"/>
          <w:kern w:val="1"/>
        </w:rPr>
        <w:t>est plus digne</w:t>
      </w:r>
      <w:r>
        <w:rPr>
          <w:rFonts w:cs="Georgia"/>
          <w:kern w:val="1"/>
        </w:rPr>
        <w:t>.</w:t>
      </w:r>
    </w:p>
    <w:p w14:paraId="79F5DB9F" w14:textId="77777777" w:rsidR="000E1451" w:rsidRDefault="00BE611A" w:rsidP="00BE611A">
      <w:pPr>
        <w:rPr>
          <w:rFonts w:cs="Georgia"/>
          <w:kern w:val="1"/>
        </w:rPr>
      </w:pPr>
      <w:r>
        <w:rPr>
          <w:rFonts w:cs="Georgia"/>
          <w:kern w:val="1"/>
        </w:rPr>
        <w:t>Crac</w:t>
      </w:r>
      <w:r w:rsidR="000E1451">
        <w:rPr>
          <w:rFonts w:cs="Georgia"/>
          <w:kern w:val="1"/>
        </w:rPr>
        <w:t xml:space="preserve"> ! </w:t>
      </w:r>
      <w:r>
        <w:rPr>
          <w:rFonts w:cs="Georgia"/>
          <w:kern w:val="1"/>
        </w:rPr>
        <w:t>Il venait d</w:t>
      </w:r>
      <w:r w:rsidR="000E1451">
        <w:rPr>
          <w:rFonts w:cs="Georgia"/>
          <w:kern w:val="1"/>
        </w:rPr>
        <w:t>’</w:t>
      </w:r>
      <w:r>
        <w:rPr>
          <w:rFonts w:cs="Georgia"/>
          <w:kern w:val="1"/>
        </w:rPr>
        <w:t>arracher le morceau d</w:t>
      </w:r>
      <w:r w:rsidR="000E1451">
        <w:rPr>
          <w:rFonts w:cs="Georgia"/>
          <w:kern w:val="1"/>
        </w:rPr>
        <w:t>’</w:t>
      </w:r>
      <w:r>
        <w:rPr>
          <w:rFonts w:cs="Georgia"/>
          <w:kern w:val="1"/>
        </w:rPr>
        <w:t>étoffe</w:t>
      </w:r>
      <w:r w:rsidR="000E1451">
        <w:rPr>
          <w:rFonts w:cs="Georgia"/>
          <w:kern w:val="1"/>
        </w:rPr>
        <w:t xml:space="preserve">. </w:t>
      </w:r>
      <w:r>
        <w:rPr>
          <w:rFonts w:cs="Georgia"/>
          <w:kern w:val="1"/>
        </w:rPr>
        <w:t>Il le plia soigneusement et le mit dans sa poche</w:t>
      </w:r>
      <w:r w:rsidR="000E1451">
        <w:rPr>
          <w:rFonts w:cs="Georgia"/>
          <w:kern w:val="1"/>
        </w:rPr>
        <w:t>.</w:t>
      </w:r>
    </w:p>
    <w:p w14:paraId="67F760DD" w14:textId="77777777" w:rsidR="000E1451" w:rsidRDefault="000E1451" w:rsidP="00BE611A">
      <w:pPr>
        <w:rPr>
          <w:rFonts w:cs="Georgia"/>
          <w:kern w:val="1"/>
        </w:rPr>
      </w:pPr>
      <w:r>
        <w:rPr>
          <w:rFonts w:cs="Georgia"/>
          <w:kern w:val="1"/>
        </w:rPr>
        <w:t>— </w:t>
      </w:r>
      <w:r w:rsidR="00BE611A">
        <w:rPr>
          <w:rFonts w:cs="Georgia"/>
          <w:kern w:val="1"/>
        </w:rPr>
        <w:t>Il y a donc du nouveau</w:t>
      </w:r>
      <w:r>
        <w:rPr>
          <w:rFonts w:cs="Georgia"/>
          <w:kern w:val="1"/>
        </w:rPr>
        <w:t xml:space="preserve"> ? </w:t>
      </w:r>
      <w:r w:rsidR="00BE611A">
        <w:rPr>
          <w:rFonts w:cs="Georgia"/>
          <w:kern w:val="1"/>
        </w:rPr>
        <w:t>demandai-je</w:t>
      </w:r>
      <w:r>
        <w:rPr>
          <w:rFonts w:cs="Georgia"/>
          <w:kern w:val="1"/>
        </w:rPr>
        <w:t>.</w:t>
      </w:r>
    </w:p>
    <w:p w14:paraId="184BF31A" w14:textId="77777777" w:rsidR="000E1451" w:rsidRDefault="000E1451" w:rsidP="00BE611A">
      <w:pPr>
        <w:rPr>
          <w:rFonts w:cs="Georgia"/>
          <w:kern w:val="1"/>
        </w:rPr>
      </w:pPr>
      <w:r>
        <w:rPr>
          <w:rFonts w:cs="Georgia"/>
          <w:kern w:val="1"/>
        </w:rPr>
        <w:lastRenderedPageBreak/>
        <w:t>— </w:t>
      </w:r>
      <w:r w:rsidR="00BE611A">
        <w:rPr>
          <w:rFonts w:cs="Georgia"/>
          <w:kern w:val="1"/>
        </w:rPr>
        <w:t>Du nouveau</w:t>
      </w:r>
      <w:r>
        <w:rPr>
          <w:rFonts w:cs="Georgia"/>
          <w:kern w:val="1"/>
        </w:rPr>
        <w:t xml:space="preserve"> ? </w:t>
      </w:r>
      <w:r w:rsidR="00BE611A">
        <w:rPr>
          <w:rFonts w:cs="Georgia"/>
          <w:kern w:val="1"/>
        </w:rPr>
        <w:t>Il y en a tous les jours</w:t>
      </w:r>
      <w:r>
        <w:rPr>
          <w:rFonts w:cs="Georgia"/>
          <w:kern w:val="1"/>
        </w:rPr>
        <w:t xml:space="preserve">. </w:t>
      </w:r>
      <w:r w:rsidR="00BE611A">
        <w:rPr>
          <w:rFonts w:cs="Georgia"/>
          <w:kern w:val="1"/>
        </w:rPr>
        <w:t>Vous ne savez donc rien</w:t>
      </w:r>
      <w:r>
        <w:rPr>
          <w:rFonts w:cs="Georgia"/>
          <w:kern w:val="1"/>
        </w:rPr>
        <w:t xml:space="preserve">, </w:t>
      </w:r>
      <w:r w:rsidR="00BE611A">
        <w:rPr>
          <w:rFonts w:cs="Georgia"/>
          <w:kern w:val="1"/>
        </w:rPr>
        <w:t>ici</w:t>
      </w:r>
      <w:r>
        <w:rPr>
          <w:rFonts w:cs="Georgia"/>
          <w:kern w:val="1"/>
        </w:rPr>
        <w:t xml:space="preserve">, </w:t>
      </w:r>
      <w:r w:rsidR="00BE611A">
        <w:rPr>
          <w:rFonts w:cs="Georgia"/>
          <w:kern w:val="1"/>
        </w:rPr>
        <w:t>pas même que les Boches ont proposé l</w:t>
      </w:r>
      <w:r>
        <w:rPr>
          <w:rFonts w:cs="Georgia"/>
          <w:kern w:val="1"/>
        </w:rPr>
        <w:t>’</w:t>
      </w:r>
      <w:r w:rsidR="00BE611A">
        <w:rPr>
          <w:rFonts w:cs="Georgia"/>
          <w:kern w:val="1"/>
        </w:rPr>
        <w:t>armistice</w:t>
      </w:r>
      <w:r>
        <w:rPr>
          <w:rFonts w:cs="Georgia"/>
          <w:kern w:val="1"/>
        </w:rPr>
        <w:t> ?</w:t>
      </w:r>
    </w:p>
    <w:p w14:paraId="34B9E6BE" w14:textId="77777777" w:rsidR="000E1451" w:rsidRDefault="000E1451" w:rsidP="00BE611A">
      <w:pPr>
        <w:rPr>
          <w:rFonts w:cs="Georgia"/>
          <w:kern w:val="1"/>
        </w:rPr>
      </w:pPr>
      <w:r>
        <w:rPr>
          <w:rFonts w:cs="Georgia"/>
          <w:kern w:val="1"/>
        </w:rPr>
        <w:t>— </w:t>
      </w:r>
      <w:r w:rsidR="00BE611A">
        <w:rPr>
          <w:rFonts w:cs="Georgia"/>
          <w:kern w:val="1"/>
        </w:rPr>
        <w:t>Des bruits qui courent</w:t>
      </w:r>
      <w:r>
        <w:rPr>
          <w:rFonts w:cs="Georgia"/>
          <w:kern w:val="1"/>
        </w:rPr>
        <w:t>.</w:t>
      </w:r>
    </w:p>
    <w:p w14:paraId="5AD5C6A3" w14:textId="77777777" w:rsidR="000E1451" w:rsidRDefault="000E1451" w:rsidP="00BE611A">
      <w:pPr>
        <w:rPr>
          <w:rFonts w:cs="Georgia"/>
          <w:kern w:val="1"/>
        </w:rPr>
      </w:pPr>
      <w:r>
        <w:rPr>
          <w:rFonts w:cs="Georgia"/>
          <w:kern w:val="1"/>
        </w:rPr>
        <w:t>— </w:t>
      </w:r>
      <w:r w:rsidR="00BE611A">
        <w:rPr>
          <w:rFonts w:cs="Georgia"/>
          <w:kern w:val="1"/>
        </w:rPr>
        <w:t>Écoute</w:t>
      </w:r>
      <w:r>
        <w:rPr>
          <w:rFonts w:cs="Georgia"/>
          <w:kern w:val="1"/>
        </w:rPr>
        <w:t xml:space="preserve">, </w:t>
      </w:r>
      <w:r w:rsidR="00BE611A">
        <w:rPr>
          <w:rFonts w:cs="Georgia"/>
          <w:kern w:val="1"/>
        </w:rPr>
        <w:t>vieux</w:t>
      </w:r>
      <w:r>
        <w:rPr>
          <w:rFonts w:cs="Georgia"/>
          <w:kern w:val="1"/>
        </w:rPr>
        <w:t xml:space="preserve">, </w:t>
      </w:r>
      <w:r w:rsidR="00BE611A">
        <w:rPr>
          <w:rFonts w:cs="Georgia"/>
          <w:kern w:val="1"/>
        </w:rPr>
        <w:t>je vais te dire une bonne chose</w:t>
      </w:r>
      <w:r>
        <w:rPr>
          <w:rFonts w:cs="Georgia"/>
          <w:kern w:val="1"/>
        </w:rPr>
        <w:t xml:space="preserve"> ; </w:t>
      </w:r>
      <w:r w:rsidR="00BE611A">
        <w:rPr>
          <w:rFonts w:cs="Georgia"/>
          <w:kern w:val="1"/>
        </w:rPr>
        <w:t>les bruits</w:t>
      </w:r>
      <w:r>
        <w:rPr>
          <w:rFonts w:cs="Georgia"/>
          <w:kern w:val="1"/>
        </w:rPr>
        <w:t xml:space="preserve">, </w:t>
      </w:r>
      <w:r w:rsidR="00BE611A">
        <w:rPr>
          <w:rFonts w:cs="Georgia"/>
          <w:kern w:val="1"/>
        </w:rPr>
        <w:t>c</w:t>
      </w:r>
      <w:r>
        <w:rPr>
          <w:rFonts w:cs="Georgia"/>
          <w:kern w:val="1"/>
        </w:rPr>
        <w:t>’</w:t>
      </w:r>
      <w:r w:rsidR="00BE611A">
        <w:rPr>
          <w:rFonts w:cs="Georgia"/>
          <w:kern w:val="1"/>
        </w:rPr>
        <w:t>est comme les gens</w:t>
      </w:r>
      <w:r>
        <w:rPr>
          <w:rFonts w:cs="Georgia"/>
          <w:kern w:val="1"/>
        </w:rPr>
        <w:t xml:space="preserve">, </w:t>
      </w:r>
      <w:r w:rsidR="00BE611A">
        <w:rPr>
          <w:rFonts w:cs="Georgia"/>
          <w:kern w:val="1"/>
        </w:rPr>
        <w:t>à force de courir</w:t>
      </w:r>
      <w:r>
        <w:rPr>
          <w:rFonts w:cs="Georgia"/>
          <w:kern w:val="1"/>
        </w:rPr>
        <w:t xml:space="preserve">, </w:t>
      </w:r>
      <w:r w:rsidR="00BE611A">
        <w:rPr>
          <w:rFonts w:cs="Georgia"/>
          <w:kern w:val="1"/>
        </w:rPr>
        <w:t>ça finit par arriver</w:t>
      </w:r>
      <w:r>
        <w:rPr>
          <w:rFonts w:cs="Georgia"/>
          <w:kern w:val="1"/>
        </w:rPr>
        <w:t>.</w:t>
      </w:r>
    </w:p>
    <w:p w14:paraId="56323D38" w14:textId="77777777" w:rsidR="000E1451" w:rsidRDefault="000E1451" w:rsidP="00BE611A">
      <w:pPr>
        <w:rPr>
          <w:rFonts w:cs="Georgia"/>
          <w:kern w:val="1"/>
        </w:rPr>
      </w:pPr>
      <w:r>
        <w:rPr>
          <w:rFonts w:cs="Georgia"/>
          <w:kern w:val="1"/>
        </w:rPr>
        <w:t>— </w:t>
      </w:r>
      <w:r w:rsidR="00BE611A">
        <w:rPr>
          <w:rFonts w:cs="Georgia"/>
          <w:kern w:val="1"/>
        </w:rPr>
        <w:t>Qu</w:t>
      </w:r>
      <w:r>
        <w:rPr>
          <w:rFonts w:cs="Georgia"/>
          <w:kern w:val="1"/>
        </w:rPr>
        <w:t>’</w:t>
      </w:r>
      <w:r w:rsidR="00BE611A">
        <w:rPr>
          <w:rFonts w:cs="Georgia"/>
          <w:kern w:val="1"/>
        </w:rPr>
        <w:t>est-ce qu</w:t>
      </w:r>
      <w:r>
        <w:rPr>
          <w:rFonts w:cs="Georgia"/>
          <w:kern w:val="1"/>
        </w:rPr>
        <w:t>’</w:t>
      </w:r>
      <w:r w:rsidR="00BE611A">
        <w:rPr>
          <w:rFonts w:cs="Georgia"/>
          <w:kern w:val="1"/>
        </w:rPr>
        <w:t>on raconte</w:t>
      </w:r>
      <w:r>
        <w:rPr>
          <w:rFonts w:cs="Georgia"/>
          <w:kern w:val="1"/>
        </w:rPr>
        <w:t xml:space="preserve">, </w:t>
      </w:r>
      <w:r w:rsidR="00BE611A">
        <w:rPr>
          <w:rFonts w:cs="Georgia"/>
          <w:kern w:val="1"/>
        </w:rPr>
        <w:t>au camp</w:t>
      </w:r>
      <w:r>
        <w:rPr>
          <w:rFonts w:cs="Georgia"/>
          <w:kern w:val="1"/>
        </w:rPr>
        <w:t> ?</w:t>
      </w:r>
    </w:p>
    <w:p w14:paraId="60637DA9" w14:textId="77777777" w:rsidR="000E1451" w:rsidRDefault="000E1451" w:rsidP="00BE611A">
      <w:pPr>
        <w:rPr>
          <w:rFonts w:cs="Georgia"/>
          <w:kern w:val="1"/>
        </w:rPr>
      </w:pPr>
      <w:r>
        <w:rPr>
          <w:rFonts w:cs="Georgia"/>
          <w:kern w:val="1"/>
        </w:rPr>
        <w:t>— </w:t>
      </w:r>
      <w:r w:rsidR="00BE611A">
        <w:rPr>
          <w:rFonts w:cs="Georgia"/>
          <w:kern w:val="1"/>
        </w:rPr>
        <w:t>Au camp</w:t>
      </w:r>
      <w:r>
        <w:rPr>
          <w:rFonts w:cs="Georgia"/>
          <w:kern w:val="1"/>
        </w:rPr>
        <w:t xml:space="preserve"> ? </w:t>
      </w:r>
      <w:r w:rsidR="00BE611A">
        <w:rPr>
          <w:rFonts w:cs="Georgia"/>
          <w:kern w:val="1"/>
        </w:rPr>
        <w:t>Il parle toujours du camp</w:t>
      </w:r>
      <w:r>
        <w:rPr>
          <w:rFonts w:cs="Georgia"/>
          <w:kern w:val="1"/>
        </w:rPr>
        <w:t xml:space="preserve"> ! </w:t>
      </w:r>
      <w:r w:rsidR="00BE611A">
        <w:rPr>
          <w:rFonts w:cs="Georgia"/>
          <w:kern w:val="1"/>
        </w:rPr>
        <w:t>Tu me fais bien rigoler</w:t>
      </w:r>
      <w:r>
        <w:rPr>
          <w:rFonts w:cs="Georgia"/>
          <w:kern w:val="1"/>
        </w:rPr>
        <w:t xml:space="preserve">. </w:t>
      </w:r>
      <w:r w:rsidR="00BE611A">
        <w:rPr>
          <w:rFonts w:cs="Georgia"/>
          <w:kern w:val="1"/>
        </w:rPr>
        <w:t>Il n</w:t>
      </w:r>
      <w:r>
        <w:rPr>
          <w:rFonts w:cs="Georgia"/>
          <w:kern w:val="1"/>
        </w:rPr>
        <w:t>’</w:t>
      </w:r>
      <w:r w:rsidR="00BE611A">
        <w:rPr>
          <w:rFonts w:cs="Georgia"/>
          <w:kern w:val="1"/>
        </w:rPr>
        <w:t>y en a plus</w:t>
      </w:r>
      <w:r>
        <w:rPr>
          <w:rFonts w:cs="Georgia"/>
          <w:kern w:val="1"/>
        </w:rPr>
        <w:t xml:space="preserve">, </w:t>
      </w:r>
      <w:r w:rsidR="00BE611A">
        <w:rPr>
          <w:rFonts w:cs="Georgia"/>
          <w:kern w:val="1"/>
        </w:rPr>
        <w:t>de camp</w:t>
      </w:r>
      <w:r>
        <w:rPr>
          <w:rFonts w:cs="Georgia"/>
          <w:kern w:val="1"/>
        </w:rPr>
        <w:t xml:space="preserve">. </w:t>
      </w:r>
      <w:r w:rsidR="00BE611A">
        <w:rPr>
          <w:rFonts w:cs="Georgia"/>
          <w:kern w:val="1"/>
        </w:rPr>
        <w:t>Le feldwebel se faisait tellement de cheveux</w:t>
      </w:r>
      <w:r>
        <w:rPr>
          <w:rFonts w:cs="Georgia"/>
          <w:kern w:val="1"/>
        </w:rPr>
        <w:t xml:space="preserve">, </w:t>
      </w:r>
      <w:r w:rsidR="00BE611A">
        <w:rPr>
          <w:rFonts w:cs="Georgia"/>
          <w:kern w:val="1"/>
        </w:rPr>
        <w:t>à rester ainsi sans galette</w:t>
      </w:r>
      <w:r>
        <w:rPr>
          <w:rFonts w:cs="Georgia"/>
          <w:kern w:val="1"/>
        </w:rPr>
        <w:t xml:space="preserve">, </w:t>
      </w:r>
      <w:r w:rsidR="00BE611A">
        <w:rPr>
          <w:rFonts w:cs="Georgia"/>
          <w:kern w:val="1"/>
        </w:rPr>
        <w:t>sans ravitaillement</w:t>
      </w:r>
      <w:r>
        <w:rPr>
          <w:rFonts w:cs="Georgia"/>
          <w:kern w:val="1"/>
        </w:rPr>
        <w:t xml:space="preserve">, </w:t>
      </w:r>
      <w:r w:rsidR="00BE611A">
        <w:rPr>
          <w:rFonts w:cs="Georgia"/>
          <w:kern w:val="1"/>
        </w:rPr>
        <w:t>sans rien</w:t>
      </w:r>
      <w:r>
        <w:rPr>
          <w:rFonts w:cs="Georgia"/>
          <w:kern w:val="1"/>
        </w:rPr>
        <w:t xml:space="preserve">, </w:t>
      </w:r>
      <w:r w:rsidR="00BE611A">
        <w:rPr>
          <w:rFonts w:cs="Georgia"/>
          <w:kern w:val="1"/>
        </w:rPr>
        <w:t>qu</w:t>
      </w:r>
      <w:r>
        <w:rPr>
          <w:rFonts w:cs="Georgia"/>
          <w:kern w:val="1"/>
        </w:rPr>
        <w:t>’</w:t>
      </w:r>
      <w:r w:rsidR="00BE611A">
        <w:rPr>
          <w:rFonts w:cs="Georgia"/>
          <w:kern w:val="1"/>
        </w:rPr>
        <w:t>il s</w:t>
      </w:r>
      <w:r>
        <w:rPr>
          <w:rFonts w:cs="Georgia"/>
          <w:kern w:val="1"/>
        </w:rPr>
        <w:t>’</w:t>
      </w:r>
      <w:r w:rsidR="00BE611A">
        <w:rPr>
          <w:rFonts w:cs="Georgia"/>
          <w:kern w:val="1"/>
        </w:rPr>
        <w:t>en est allé à Kœnigsberg</w:t>
      </w:r>
      <w:r>
        <w:rPr>
          <w:rFonts w:cs="Georgia"/>
          <w:kern w:val="1"/>
        </w:rPr>
        <w:t xml:space="preserve">, </w:t>
      </w:r>
      <w:r w:rsidR="00BE611A">
        <w:rPr>
          <w:rFonts w:cs="Georgia"/>
          <w:kern w:val="1"/>
        </w:rPr>
        <w:t>pour avoir des ordres</w:t>
      </w:r>
      <w:r>
        <w:rPr>
          <w:rFonts w:cs="Georgia"/>
          <w:kern w:val="1"/>
        </w:rPr>
        <w:t xml:space="preserve">. </w:t>
      </w:r>
      <w:r w:rsidR="00BE611A">
        <w:rPr>
          <w:rFonts w:cs="Georgia"/>
          <w:kern w:val="1"/>
        </w:rPr>
        <w:t>Depuis</w:t>
      </w:r>
      <w:r>
        <w:rPr>
          <w:rFonts w:cs="Georgia"/>
          <w:kern w:val="1"/>
        </w:rPr>
        <w:t xml:space="preserve">, </w:t>
      </w:r>
      <w:r w:rsidR="00BE611A">
        <w:rPr>
          <w:rFonts w:cs="Georgia"/>
          <w:kern w:val="1"/>
        </w:rPr>
        <w:t>ni vu</w:t>
      </w:r>
      <w:r>
        <w:rPr>
          <w:rFonts w:cs="Georgia"/>
          <w:kern w:val="1"/>
        </w:rPr>
        <w:t xml:space="preserve">, </w:t>
      </w:r>
      <w:r w:rsidR="00BE611A">
        <w:rPr>
          <w:rFonts w:cs="Georgia"/>
          <w:kern w:val="1"/>
        </w:rPr>
        <w:t>ni connu</w:t>
      </w:r>
      <w:r>
        <w:rPr>
          <w:rFonts w:cs="Georgia"/>
          <w:kern w:val="1"/>
        </w:rPr>
        <w:t>.</w:t>
      </w:r>
    </w:p>
    <w:p w14:paraId="63D8A0F2" w14:textId="77777777" w:rsidR="000E1451" w:rsidRDefault="000E1451" w:rsidP="00BE611A">
      <w:pPr>
        <w:rPr>
          <w:rFonts w:cs="Georgia"/>
          <w:kern w:val="1"/>
        </w:rPr>
      </w:pPr>
      <w:r>
        <w:rPr>
          <w:rFonts w:cs="Georgia"/>
          <w:kern w:val="1"/>
        </w:rPr>
        <w:t>— </w:t>
      </w:r>
      <w:r w:rsidR="00BE611A">
        <w:rPr>
          <w:rFonts w:cs="Georgia"/>
          <w:kern w:val="1"/>
        </w:rPr>
        <w:t>Qu</w:t>
      </w:r>
      <w:r>
        <w:rPr>
          <w:rFonts w:cs="Georgia"/>
          <w:kern w:val="1"/>
        </w:rPr>
        <w:t>’</w:t>
      </w:r>
      <w:r w:rsidR="00BE611A">
        <w:rPr>
          <w:rFonts w:cs="Georgia"/>
          <w:kern w:val="1"/>
        </w:rPr>
        <w:t>est-ce qui commande</w:t>
      </w:r>
      <w:r>
        <w:rPr>
          <w:rFonts w:cs="Georgia"/>
          <w:kern w:val="1"/>
        </w:rPr>
        <w:t xml:space="preserve">, </w:t>
      </w:r>
      <w:r w:rsidR="00BE611A">
        <w:rPr>
          <w:rFonts w:cs="Georgia"/>
          <w:kern w:val="1"/>
        </w:rPr>
        <w:t>alors</w:t>
      </w:r>
      <w:r>
        <w:rPr>
          <w:rFonts w:cs="Georgia"/>
          <w:kern w:val="1"/>
        </w:rPr>
        <w:t> ?</w:t>
      </w:r>
    </w:p>
    <w:p w14:paraId="08A35AFB" w14:textId="77777777" w:rsidR="000E1451" w:rsidRDefault="000E1451" w:rsidP="00BE611A">
      <w:pPr>
        <w:rPr>
          <w:rFonts w:cs="Georgia"/>
          <w:kern w:val="1"/>
        </w:rPr>
      </w:pPr>
      <w:r>
        <w:rPr>
          <w:rFonts w:cs="Georgia"/>
          <w:kern w:val="1"/>
        </w:rPr>
        <w:t>— </w:t>
      </w:r>
      <w:r w:rsidR="00BE611A">
        <w:rPr>
          <w:rFonts w:cs="Georgia"/>
          <w:kern w:val="1"/>
        </w:rPr>
        <w:t>En partant</w:t>
      </w:r>
      <w:r>
        <w:rPr>
          <w:rFonts w:cs="Georgia"/>
          <w:kern w:val="1"/>
        </w:rPr>
        <w:t xml:space="preserve">, </w:t>
      </w:r>
      <w:r w:rsidR="00BE611A">
        <w:rPr>
          <w:rFonts w:cs="Georgia"/>
          <w:kern w:val="1"/>
        </w:rPr>
        <w:t>il a vaguement passé la consigne à son dernier gefreiter</w:t>
      </w:r>
      <w:r>
        <w:rPr>
          <w:rFonts w:cs="Georgia"/>
          <w:kern w:val="1"/>
        </w:rPr>
        <w:t xml:space="preserve">, </w:t>
      </w:r>
      <w:r w:rsidR="00BE611A">
        <w:rPr>
          <w:rFonts w:cs="Georgia"/>
          <w:kern w:val="1"/>
        </w:rPr>
        <w:t>le Hessois</w:t>
      </w:r>
      <w:r>
        <w:rPr>
          <w:rFonts w:cs="Georgia"/>
          <w:kern w:val="1"/>
        </w:rPr>
        <w:t xml:space="preserve">, </w:t>
      </w:r>
      <w:r w:rsidR="00BE611A">
        <w:rPr>
          <w:rFonts w:cs="Georgia"/>
          <w:kern w:val="1"/>
        </w:rPr>
        <w:t>Frise-Poulet</w:t>
      </w:r>
      <w:r>
        <w:rPr>
          <w:rFonts w:cs="Georgia"/>
          <w:kern w:val="1"/>
        </w:rPr>
        <w:t xml:space="preserve">, </w:t>
      </w:r>
      <w:r w:rsidR="00BE611A">
        <w:rPr>
          <w:rFonts w:cs="Georgia"/>
          <w:kern w:val="1"/>
        </w:rPr>
        <w:t>comme on l</w:t>
      </w:r>
      <w:r>
        <w:rPr>
          <w:rFonts w:cs="Georgia"/>
          <w:kern w:val="1"/>
        </w:rPr>
        <w:t>’</w:t>
      </w:r>
      <w:r w:rsidR="00BE611A">
        <w:rPr>
          <w:rFonts w:cs="Georgia"/>
          <w:kern w:val="1"/>
        </w:rPr>
        <w:t>appelle</w:t>
      </w:r>
      <w:r>
        <w:rPr>
          <w:rFonts w:cs="Georgia"/>
          <w:kern w:val="1"/>
        </w:rPr>
        <w:t xml:space="preserve">. </w:t>
      </w:r>
      <w:r w:rsidR="00BE611A">
        <w:rPr>
          <w:rFonts w:cs="Georgia"/>
          <w:kern w:val="1"/>
        </w:rPr>
        <w:t>Mais je t</w:t>
      </w:r>
      <w:r>
        <w:rPr>
          <w:rFonts w:cs="Georgia"/>
          <w:kern w:val="1"/>
        </w:rPr>
        <w:t>’</w:t>
      </w:r>
      <w:r w:rsidR="00BE611A">
        <w:rPr>
          <w:rFonts w:cs="Georgia"/>
          <w:kern w:val="1"/>
        </w:rPr>
        <w:t>en fous</w:t>
      </w:r>
      <w:r>
        <w:rPr>
          <w:rFonts w:cs="Georgia"/>
          <w:kern w:val="1"/>
        </w:rPr>
        <w:t xml:space="preserve">. </w:t>
      </w:r>
      <w:r w:rsidR="00BE611A">
        <w:rPr>
          <w:rFonts w:cs="Georgia"/>
          <w:kern w:val="1"/>
        </w:rPr>
        <w:t>Frise-Poulet ne veut rien savoir pour poisser les embêtements des galons sans les avantages</w:t>
      </w:r>
      <w:r>
        <w:rPr>
          <w:rFonts w:cs="Georgia"/>
          <w:kern w:val="1"/>
        </w:rPr>
        <w:t xml:space="preserve">. </w:t>
      </w:r>
      <w:r w:rsidR="00BE611A">
        <w:rPr>
          <w:rFonts w:cs="Georgia"/>
          <w:kern w:val="1"/>
        </w:rPr>
        <w:t>Résultat</w:t>
      </w:r>
      <w:r>
        <w:rPr>
          <w:rFonts w:cs="Georgia"/>
          <w:kern w:val="1"/>
        </w:rPr>
        <w:t xml:space="preserve"> : </w:t>
      </w:r>
      <w:r w:rsidR="00BE611A">
        <w:rPr>
          <w:rFonts w:cs="Georgia"/>
          <w:kern w:val="1"/>
        </w:rPr>
        <w:t>les Fritz se sont barrés les uns après</w:t>
      </w:r>
      <w:r w:rsidR="00A6632D">
        <w:rPr>
          <w:rFonts w:cs="Georgia"/>
          <w:kern w:val="1"/>
        </w:rPr>
        <w:t xml:space="preserve"> </w:t>
      </w:r>
      <w:r w:rsidR="00BE611A">
        <w:rPr>
          <w:rFonts w:cs="Georgia"/>
          <w:kern w:val="1"/>
        </w:rPr>
        <w:t>les autres</w:t>
      </w:r>
      <w:r>
        <w:rPr>
          <w:rFonts w:cs="Georgia"/>
          <w:kern w:val="1"/>
        </w:rPr>
        <w:t xml:space="preserve">. </w:t>
      </w:r>
      <w:r w:rsidR="00BE611A">
        <w:rPr>
          <w:rFonts w:cs="Georgia"/>
          <w:kern w:val="1"/>
        </w:rPr>
        <w:t>De dix qu</w:t>
      </w:r>
      <w:r>
        <w:rPr>
          <w:rFonts w:cs="Georgia"/>
          <w:kern w:val="1"/>
        </w:rPr>
        <w:t>’</w:t>
      </w:r>
      <w:r w:rsidR="00BE611A">
        <w:rPr>
          <w:rFonts w:cs="Georgia"/>
          <w:kern w:val="1"/>
        </w:rPr>
        <w:t>ils étaient</w:t>
      </w:r>
      <w:r>
        <w:rPr>
          <w:rFonts w:cs="Georgia"/>
          <w:kern w:val="1"/>
        </w:rPr>
        <w:t xml:space="preserve">, </w:t>
      </w:r>
      <w:r w:rsidR="00BE611A">
        <w:rPr>
          <w:rFonts w:cs="Georgia"/>
          <w:kern w:val="1"/>
        </w:rPr>
        <w:t>il n</w:t>
      </w:r>
      <w:r>
        <w:rPr>
          <w:rFonts w:cs="Georgia"/>
          <w:kern w:val="1"/>
        </w:rPr>
        <w:t>’</w:t>
      </w:r>
      <w:r w:rsidR="00BE611A">
        <w:rPr>
          <w:rFonts w:cs="Georgia"/>
          <w:kern w:val="1"/>
        </w:rPr>
        <w:t>y en a plus que trois</w:t>
      </w:r>
      <w:r>
        <w:rPr>
          <w:rFonts w:cs="Georgia"/>
          <w:kern w:val="1"/>
        </w:rPr>
        <w:t xml:space="preserve">. </w:t>
      </w:r>
      <w:r w:rsidR="00BE611A">
        <w:rPr>
          <w:rFonts w:cs="Georgia"/>
          <w:kern w:val="1"/>
        </w:rPr>
        <w:t>Ces trois-là</w:t>
      </w:r>
      <w:r>
        <w:rPr>
          <w:rFonts w:cs="Georgia"/>
          <w:kern w:val="1"/>
        </w:rPr>
        <w:t xml:space="preserve">, </w:t>
      </w:r>
      <w:r w:rsidR="00BE611A">
        <w:rPr>
          <w:rFonts w:cs="Georgia"/>
          <w:kern w:val="1"/>
        </w:rPr>
        <w:t>on dirait que c</w:t>
      </w:r>
      <w:r>
        <w:rPr>
          <w:rFonts w:cs="Georgia"/>
          <w:kern w:val="1"/>
        </w:rPr>
        <w:t>’</w:t>
      </w:r>
      <w:r w:rsidR="00BE611A">
        <w:rPr>
          <w:rFonts w:cs="Georgia"/>
          <w:kern w:val="1"/>
        </w:rPr>
        <w:t>est nous qu</w:t>
      </w:r>
      <w:r>
        <w:rPr>
          <w:rFonts w:cs="Georgia"/>
          <w:kern w:val="1"/>
        </w:rPr>
        <w:t>’</w:t>
      </w:r>
      <w:r w:rsidR="00BE611A">
        <w:rPr>
          <w:rFonts w:cs="Georgia"/>
          <w:kern w:val="1"/>
        </w:rPr>
        <w:t>on est devenu leurs gardiens</w:t>
      </w:r>
      <w:r>
        <w:rPr>
          <w:rFonts w:cs="Georgia"/>
          <w:kern w:val="1"/>
        </w:rPr>
        <w:t xml:space="preserve">. </w:t>
      </w:r>
      <w:r w:rsidR="00BE611A">
        <w:rPr>
          <w:rFonts w:cs="Georgia"/>
          <w:kern w:val="1"/>
        </w:rPr>
        <w:t>On fait figure d</w:t>
      </w:r>
      <w:r>
        <w:rPr>
          <w:rFonts w:cs="Georgia"/>
          <w:kern w:val="1"/>
        </w:rPr>
        <w:t>’</w:t>
      </w:r>
      <w:r w:rsidR="00BE611A">
        <w:rPr>
          <w:rFonts w:cs="Georgia"/>
          <w:kern w:val="1"/>
        </w:rPr>
        <w:t>andouilles</w:t>
      </w:r>
      <w:r>
        <w:rPr>
          <w:rFonts w:cs="Georgia"/>
          <w:kern w:val="1"/>
        </w:rPr>
        <w:t xml:space="preserve">, </w:t>
      </w:r>
      <w:r w:rsidR="00BE611A">
        <w:rPr>
          <w:rFonts w:cs="Georgia"/>
          <w:kern w:val="1"/>
        </w:rPr>
        <w:t>quoi</w:t>
      </w:r>
      <w:r>
        <w:rPr>
          <w:rFonts w:cs="Georgia"/>
          <w:kern w:val="1"/>
        </w:rPr>
        <w:t xml:space="preserve"> ! </w:t>
      </w:r>
      <w:r w:rsidR="00BE611A">
        <w:rPr>
          <w:rFonts w:cs="Georgia"/>
          <w:kern w:val="1"/>
        </w:rPr>
        <w:t>Alors</w:t>
      </w:r>
      <w:r>
        <w:rPr>
          <w:rFonts w:cs="Georgia"/>
          <w:kern w:val="1"/>
        </w:rPr>
        <w:t xml:space="preserve">, </w:t>
      </w:r>
      <w:r w:rsidR="00BE611A">
        <w:rPr>
          <w:rFonts w:cs="Georgia"/>
          <w:kern w:val="1"/>
        </w:rPr>
        <w:t>comme ce soir il y a une occasion</w:t>
      </w:r>
      <w:r>
        <w:rPr>
          <w:rFonts w:cs="Georgia"/>
          <w:kern w:val="1"/>
        </w:rPr>
        <w:t xml:space="preserve">, </w:t>
      </w:r>
      <w:r w:rsidR="00BE611A">
        <w:rPr>
          <w:rFonts w:cs="Georgia"/>
          <w:kern w:val="1"/>
        </w:rPr>
        <w:t>et comme tu es le plus instruit de nous tous</w:t>
      </w:r>
      <w:r>
        <w:rPr>
          <w:rFonts w:cs="Georgia"/>
          <w:kern w:val="1"/>
        </w:rPr>
        <w:t xml:space="preserve">, </w:t>
      </w:r>
      <w:r w:rsidR="00BE611A">
        <w:rPr>
          <w:rFonts w:cs="Georgia"/>
          <w:kern w:val="1"/>
        </w:rPr>
        <w:t>les copains m</w:t>
      </w:r>
      <w:r>
        <w:rPr>
          <w:rFonts w:cs="Georgia"/>
          <w:kern w:val="1"/>
        </w:rPr>
        <w:t>’</w:t>
      </w:r>
      <w:r w:rsidR="00BE611A">
        <w:rPr>
          <w:rFonts w:cs="Georgia"/>
          <w:kern w:val="1"/>
        </w:rPr>
        <w:t>ont chargé de venir te trouver</w:t>
      </w:r>
      <w:r>
        <w:rPr>
          <w:rFonts w:cs="Georgia"/>
          <w:kern w:val="1"/>
        </w:rPr>
        <w:t xml:space="preserve">, </w:t>
      </w:r>
      <w:r w:rsidR="00BE611A">
        <w:rPr>
          <w:rFonts w:cs="Georgia"/>
          <w:kern w:val="1"/>
        </w:rPr>
        <w:t>et de te demander ce que tu penses qu</w:t>
      </w:r>
      <w:r>
        <w:rPr>
          <w:rFonts w:cs="Georgia"/>
          <w:kern w:val="1"/>
        </w:rPr>
        <w:t>’</w:t>
      </w:r>
      <w:r w:rsidR="00BE611A">
        <w:rPr>
          <w:rFonts w:cs="Georgia"/>
          <w:kern w:val="1"/>
        </w:rPr>
        <w:t>il faut faire</w:t>
      </w:r>
      <w:r>
        <w:rPr>
          <w:rFonts w:cs="Georgia"/>
          <w:kern w:val="1"/>
        </w:rPr>
        <w:t>.</w:t>
      </w:r>
    </w:p>
    <w:p w14:paraId="7DE5F458" w14:textId="77777777" w:rsidR="000E1451" w:rsidRDefault="000E1451" w:rsidP="00BE611A">
      <w:pPr>
        <w:rPr>
          <w:rFonts w:cs="Georgia"/>
          <w:kern w:val="1"/>
        </w:rPr>
      </w:pPr>
      <w:r>
        <w:rPr>
          <w:rFonts w:cs="Georgia"/>
          <w:kern w:val="1"/>
        </w:rPr>
        <w:t>— </w:t>
      </w:r>
      <w:r w:rsidR="00BE611A">
        <w:rPr>
          <w:rFonts w:cs="Georgia"/>
          <w:kern w:val="1"/>
        </w:rPr>
        <w:t>Une occasion</w:t>
      </w:r>
      <w:r>
        <w:rPr>
          <w:rFonts w:cs="Georgia"/>
          <w:kern w:val="1"/>
        </w:rPr>
        <w:t xml:space="preserve"> ? </w:t>
      </w:r>
      <w:r w:rsidR="00BE611A">
        <w:rPr>
          <w:rFonts w:cs="Georgia"/>
          <w:kern w:val="1"/>
        </w:rPr>
        <w:t>Qu</w:t>
      </w:r>
      <w:r>
        <w:rPr>
          <w:rFonts w:cs="Georgia"/>
          <w:kern w:val="1"/>
        </w:rPr>
        <w:t>’</w:t>
      </w:r>
      <w:r w:rsidR="00BE611A">
        <w:rPr>
          <w:rFonts w:cs="Georgia"/>
          <w:kern w:val="1"/>
        </w:rPr>
        <w:t>est-ce que ça veut dire</w:t>
      </w:r>
      <w:r>
        <w:rPr>
          <w:rFonts w:cs="Georgia"/>
          <w:kern w:val="1"/>
        </w:rPr>
        <w:t> ?</w:t>
      </w:r>
    </w:p>
    <w:p w14:paraId="79DBD7C4" w14:textId="77777777" w:rsidR="000E1451" w:rsidRDefault="000E1451" w:rsidP="00BE611A">
      <w:pPr>
        <w:rPr>
          <w:rFonts w:cs="Georgia"/>
          <w:kern w:val="1"/>
        </w:rPr>
      </w:pPr>
      <w:r>
        <w:rPr>
          <w:rFonts w:cs="Georgia"/>
          <w:kern w:val="1"/>
        </w:rPr>
        <w:t>— </w:t>
      </w:r>
      <w:r w:rsidR="00BE611A">
        <w:rPr>
          <w:rFonts w:cs="Georgia"/>
          <w:kern w:val="1"/>
        </w:rPr>
        <w:t>Une occasion de les mettre</w:t>
      </w:r>
      <w:r>
        <w:rPr>
          <w:rFonts w:cs="Georgia"/>
          <w:kern w:val="1"/>
        </w:rPr>
        <w:t xml:space="preserve">, </w:t>
      </w:r>
      <w:r w:rsidR="00BE611A">
        <w:rPr>
          <w:rFonts w:cs="Georgia"/>
          <w:kern w:val="1"/>
        </w:rPr>
        <w:t>de mettre les voiles</w:t>
      </w:r>
      <w:r>
        <w:rPr>
          <w:rFonts w:cs="Georgia"/>
          <w:kern w:val="1"/>
        </w:rPr>
        <w:t xml:space="preserve">, </w:t>
      </w:r>
      <w:r w:rsidR="00BE611A">
        <w:rPr>
          <w:rFonts w:cs="Georgia"/>
          <w:kern w:val="1"/>
        </w:rPr>
        <w:t>quoi</w:t>
      </w:r>
      <w:r>
        <w:rPr>
          <w:rFonts w:cs="Georgia"/>
          <w:kern w:val="1"/>
        </w:rPr>
        <w:t xml:space="preserve"> ! </w:t>
      </w:r>
      <w:r w:rsidR="00BE611A">
        <w:rPr>
          <w:rFonts w:cs="Georgia"/>
          <w:kern w:val="1"/>
        </w:rPr>
        <w:t>Et c</w:t>
      </w:r>
      <w:r>
        <w:rPr>
          <w:rFonts w:cs="Georgia"/>
          <w:kern w:val="1"/>
        </w:rPr>
        <w:t>’</w:t>
      </w:r>
      <w:r w:rsidR="00BE611A">
        <w:rPr>
          <w:rFonts w:cs="Georgia"/>
          <w:kern w:val="1"/>
        </w:rPr>
        <w:t>est pas seulement façon de parler</w:t>
      </w:r>
      <w:r>
        <w:rPr>
          <w:rFonts w:cs="Georgia"/>
          <w:kern w:val="1"/>
        </w:rPr>
        <w:t xml:space="preserve">. </w:t>
      </w:r>
      <w:r w:rsidR="00BE611A">
        <w:rPr>
          <w:rFonts w:cs="Georgia"/>
          <w:kern w:val="1"/>
        </w:rPr>
        <w:t>On nous propose un bateau pour tirer notre révérence</w:t>
      </w:r>
      <w:r>
        <w:rPr>
          <w:rFonts w:cs="Georgia"/>
          <w:kern w:val="1"/>
        </w:rPr>
        <w:t xml:space="preserve">. </w:t>
      </w:r>
      <w:r w:rsidR="00BE611A">
        <w:rPr>
          <w:rFonts w:cs="Georgia"/>
          <w:kern w:val="1"/>
        </w:rPr>
        <w:t>Oui</w:t>
      </w:r>
      <w:r>
        <w:rPr>
          <w:rFonts w:cs="Georgia"/>
          <w:kern w:val="1"/>
        </w:rPr>
        <w:t xml:space="preserve">, </w:t>
      </w:r>
      <w:r w:rsidR="00BE611A">
        <w:rPr>
          <w:rFonts w:cs="Georgia"/>
          <w:kern w:val="1"/>
        </w:rPr>
        <w:t xml:space="preserve">écoute </w:t>
      </w:r>
      <w:r w:rsidR="00BE611A">
        <w:rPr>
          <w:rFonts w:cs="Georgia"/>
          <w:kern w:val="1"/>
        </w:rPr>
        <w:lastRenderedPageBreak/>
        <w:t>voir</w:t>
      </w:r>
      <w:r>
        <w:rPr>
          <w:rFonts w:cs="Georgia"/>
          <w:kern w:val="1"/>
        </w:rPr>
        <w:t xml:space="preserve">. </w:t>
      </w:r>
      <w:r w:rsidR="00BE611A">
        <w:rPr>
          <w:rFonts w:cs="Georgia"/>
          <w:kern w:val="1"/>
        </w:rPr>
        <w:t>Comprenant que tout est foutu pour eux</w:t>
      </w:r>
      <w:r>
        <w:rPr>
          <w:rFonts w:cs="Georgia"/>
          <w:kern w:val="1"/>
        </w:rPr>
        <w:t xml:space="preserve">, </w:t>
      </w:r>
      <w:r w:rsidR="00BE611A">
        <w:rPr>
          <w:rFonts w:cs="Georgia"/>
          <w:kern w:val="1"/>
        </w:rPr>
        <w:t>les Boches de par ici ne pensent plus qu</w:t>
      </w:r>
      <w:r>
        <w:rPr>
          <w:rFonts w:cs="Georgia"/>
          <w:kern w:val="1"/>
        </w:rPr>
        <w:t>’</w:t>
      </w:r>
      <w:r w:rsidR="00BE611A">
        <w:rPr>
          <w:rFonts w:cs="Georgia"/>
          <w:kern w:val="1"/>
        </w:rPr>
        <w:t>à ramasser du pèze</w:t>
      </w:r>
      <w:r>
        <w:rPr>
          <w:rFonts w:cs="Georgia"/>
          <w:kern w:val="1"/>
        </w:rPr>
        <w:t xml:space="preserve">. </w:t>
      </w:r>
      <w:r w:rsidR="00BE611A">
        <w:rPr>
          <w:rFonts w:cs="Georgia"/>
          <w:kern w:val="1"/>
        </w:rPr>
        <w:t>Hier</w:t>
      </w:r>
      <w:r>
        <w:rPr>
          <w:rFonts w:cs="Georgia"/>
          <w:kern w:val="1"/>
        </w:rPr>
        <w:t xml:space="preserve">, </w:t>
      </w:r>
      <w:r w:rsidR="00BE611A">
        <w:rPr>
          <w:rFonts w:cs="Georgia"/>
          <w:kern w:val="1"/>
        </w:rPr>
        <w:t>après-midi</w:t>
      </w:r>
      <w:r>
        <w:rPr>
          <w:rFonts w:cs="Georgia"/>
          <w:kern w:val="1"/>
        </w:rPr>
        <w:t xml:space="preserve">, </w:t>
      </w:r>
      <w:r w:rsidR="00BE611A">
        <w:rPr>
          <w:rFonts w:cs="Georgia"/>
          <w:kern w:val="1"/>
        </w:rPr>
        <w:t>Ducournau</w:t>
      </w:r>
      <w:r>
        <w:rPr>
          <w:rFonts w:cs="Georgia"/>
          <w:kern w:val="1"/>
        </w:rPr>
        <w:t xml:space="preserve">, </w:t>
      </w:r>
      <w:r w:rsidR="00BE611A">
        <w:rPr>
          <w:rFonts w:cs="Georgia"/>
          <w:kern w:val="1"/>
        </w:rPr>
        <w:t>qui était allé prendre le vent au village</w:t>
      </w:r>
      <w:r>
        <w:rPr>
          <w:rFonts w:cs="Georgia"/>
          <w:kern w:val="1"/>
        </w:rPr>
        <w:t xml:space="preserve">, </w:t>
      </w:r>
      <w:r w:rsidR="00BE611A">
        <w:rPr>
          <w:rFonts w:cs="Georgia"/>
          <w:kern w:val="1"/>
        </w:rPr>
        <w:t>a trouvé un patron pêcheur qui s</w:t>
      </w:r>
      <w:r>
        <w:rPr>
          <w:rFonts w:cs="Georgia"/>
          <w:kern w:val="1"/>
        </w:rPr>
        <w:t>’</w:t>
      </w:r>
      <w:r w:rsidR="00BE611A">
        <w:rPr>
          <w:rFonts w:cs="Georgia"/>
          <w:kern w:val="1"/>
        </w:rPr>
        <w:t>offre à nous conduire tous avec son rafiau</w:t>
      </w:r>
      <w:r>
        <w:rPr>
          <w:rFonts w:cs="Georgia"/>
          <w:kern w:val="1"/>
        </w:rPr>
        <w:t xml:space="preserve">, </w:t>
      </w:r>
      <w:r w:rsidR="00BE611A">
        <w:rPr>
          <w:rFonts w:cs="Georgia"/>
          <w:kern w:val="1"/>
        </w:rPr>
        <w:t>à Pillau</w:t>
      </w:r>
      <w:r>
        <w:rPr>
          <w:rFonts w:cs="Georgia"/>
          <w:kern w:val="1"/>
        </w:rPr>
        <w:t xml:space="preserve">, </w:t>
      </w:r>
      <w:r w:rsidR="00BE611A">
        <w:rPr>
          <w:rFonts w:cs="Georgia"/>
          <w:kern w:val="1"/>
        </w:rPr>
        <w:t>et de là en Suède</w:t>
      </w:r>
      <w:r>
        <w:rPr>
          <w:rFonts w:cs="Georgia"/>
          <w:kern w:val="1"/>
        </w:rPr>
        <w:t xml:space="preserve">, </w:t>
      </w:r>
      <w:r w:rsidR="00BE611A">
        <w:rPr>
          <w:rFonts w:cs="Georgia"/>
          <w:kern w:val="1"/>
        </w:rPr>
        <w:t>ou au Danemark</w:t>
      </w:r>
      <w:r>
        <w:rPr>
          <w:rFonts w:cs="Georgia"/>
          <w:kern w:val="1"/>
        </w:rPr>
        <w:t xml:space="preserve">, </w:t>
      </w:r>
      <w:r w:rsidR="00BE611A">
        <w:rPr>
          <w:rFonts w:cs="Georgia"/>
          <w:kern w:val="1"/>
        </w:rPr>
        <w:t>je ne sais plus</w:t>
      </w:r>
      <w:r>
        <w:rPr>
          <w:rFonts w:cs="Georgia"/>
          <w:kern w:val="1"/>
        </w:rPr>
        <w:t xml:space="preserve">, </w:t>
      </w:r>
      <w:r w:rsidR="00BE611A">
        <w:rPr>
          <w:rFonts w:cs="Georgia"/>
          <w:kern w:val="1"/>
        </w:rPr>
        <w:t>des pays neutres enfin</w:t>
      </w:r>
      <w:r>
        <w:rPr>
          <w:rFonts w:cs="Georgia"/>
          <w:kern w:val="1"/>
        </w:rPr>
        <w:t xml:space="preserve">, </w:t>
      </w:r>
      <w:r w:rsidR="00BE611A">
        <w:rPr>
          <w:rFonts w:cs="Georgia"/>
          <w:kern w:val="1"/>
        </w:rPr>
        <w:t>où on trouvera des consuls de chez nous</w:t>
      </w:r>
      <w:r>
        <w:rPr>
          <w:rFonts w:cs="Georgia"/>
          <w:kern w:val="1"/>
        </w:rPr>
        <w:t xml:space="preserve">. </w:t>
      </w:r>
      <w:r w:rsidR="00BE611A">
        <w:rPr>
          <w:rFonts w:cs="Georgia"/>
          <w:kern w:val="1"/>
        </w:rPr>
        <w:t>Ducournau a fait le calcul avec le type</w:t>
      </w:r>
      <w:r>
        <w:rPr>
          <w:rFonts w:cs="Georgia"/>
          <w:kern w:val="1"/>
        </w:rPr>
        <w:t xml:space="preserve">. </w:t>
      </w:r>
      <w:r w:rsidR="00BE611A">
        <w:rPr>
          <w:rFonts w:cs="Georgia"/>
          <w:kern w:val="1"/>
        </w:rPr>
        <w:t>On peut être en France la semaine prochaine</w:t>
      </w:r>
      <w:r>
        <w:rPr>
          <w:rFonts w:cs="Georgia"/>
          <w:kern w:val="1"/>
        </w:rPr>
        <w:t xml:space="preserve">. </w:t>
      </w:r>
      <w:r w:rsidR="00BE611A">
        <w:rPr>
          <w:rFonts w:cs="Georgia"/>
          <w:kern w:val="1"/>
        </w:rPr>
        <w:t>Quelle affaire</w:t>
      </w:r>
      <w:r>
        <w:rPr>
          <w:rFonts w:cs="Georgia"/>
          <w:kern w:val="1"/>
        </w:rPr>
        <w:t xml:space="preserve">. </w:t>
      </w:r>
      <w:r w:rsidR="00BE611A">
        <w:rPr>
          <w:rFonts w:cs="Georgia"/>
          <w:kern w:val="1"/>
        </w:rPr>
        <w:t>Hein</w:t>
      </w:r>
      <w:r>
        <w:rPr>
          <w:rFonts w:cs="Georgia"/>
          <w:kern w:val="1"/>
        </w:rPr>
        <w:t> ?</w:t>
      </w:r>
    </w:p>
    <w:p w14:paraId="01F16787" w14:textId="77777777" w:rsidR="000E1451" w:rsidRDefault="000E1451" w:rsidP="00BE611A">
      <w:pPr>
        <w:rPr>
          <w:rFonts w:cs="Georgia"/>
          <w:kern w:val="1"/>
        </w:rPr>
      </w:pPr>
      <w:r>
        <w:rPr>
          <w:rFonts w:cs="Georgia"/>
          <w:kern w:val="1"/>
        </w:rPr>
        <w:t>— </w:t>
      </w:r>
      <w:r w:rsidR="00BE611A">
        <w:rPr>
          <w:rFonts w:cs="Georgia"/>
          <w:kern w:val="1"/>
        </w:rPr>
        <w:t>Vous avez de l</w:t>
      </w:r>
      <w:r>
        <w:rPr>
          <w:rFonts w:cs="Georgia"/>
          <w:kern w:val="1"/>
        </w:rPr>
        <w:t>’</w:t>
      </w:r>
      <w:r w:rsidR="00BE611A">
        <w:rPr>
          <w:rFonts w:cs="Georgia"/>
          <w:kern w:val="1"/>
        </w:rPr>
        <w:t>argent</w:t>
      </w:r>
      <w:r>
        <w:rPr>
          <w:rFonts w:cs="Georgia"/>
          <w:kern w:val="1"/>
        </w:rPr>
        <w:t> ?</w:t>
      </w:r>
    </w:p>
    <w:p w14:paraId="251D5A1F" w14:textId="77777777" w:rsidR="000E1451" w:rsidRDefault="000E1451" w:rsidP="00BE611A">
      <w:pPr>
        <w:rPr>
          <w:rFonts w:cs="Georgia"/>
          <w:kern w:val="1"/>
        </w:rPr>
      </w:pPr>
      <w:r>
        <w:rPr>
          <w:rFonts w:cs="Georgia"/>
          <w:kern w:val="1"/>
        </w:rPr>
        <w:t>— </w:t>
      </w:r>
      <w:r w:rsidR="00BE611A">
        <w:rPr>
          <w:rFonts w:cs="Georgia"/>
          <w:kern w:val="1"/>
        </w:rPr>
        <w:t>Depuis un mois</w:t>
      </w:r>
      <w:r>
        <w:rPr>
          <w:rFonts w:cs="Georgia"/>
          <w:kern w:val="1"/>
        </w:rPr>
        <w:t xml:space="preserve">, </w:t>
      </w:r>
      <w:r w:rsidR="00BE611A">
        <w:rPr>
          <w:rFonts w:cs="Georgia"/>
          <w:kern w:val="1"/>
        </w:rPr>
        <w:t>tu t</w:t>
      </w:r>
      <w:r>
        <w:rPr>
          <w:rFonts w:cs="Georgia"/>
          <w:kern w:val="1"/>
        </w:rPr>
        <w:t>’</w:t>
      </w:r>
      <w:r w:rsidR="00BE611A">
        <w:rPr>
          <w:rFonts w:cs="Georgia"/>
          <w:kern w:val="1"/>
        </w:rPr>
        <w:t>imagines qu</w:t>
      </w:r>
      <w:r>
        <w:rPr>
          <w:rFonts w:cs="Georgia"/>
          <w:kern w:val="1"/>
        </w:rPr>
        <w:t>’</w:t>
      </w:r>
      <w:r w:rsidR="00BE611A">
        <w:rPr>
          <w:rFonts w:cs="Georgia"/>
          <w:kern w:val="1"/>
        </w:rPr>
        <w:t>on s</w:t>
      </w:r>
      <w:r>
        <w:rPr>
          <w:rFonts w:cs="Georgia"/>
          <w:kern w:val="1"/>
        </w:rPr>
        <w:t>’</w:t>
      </w:r>
      <w:r w:rsidR="00BE611A">
        <w:rPr>
          <w:rFonts w:cs="Georgia"/>
          <w:kern w:val="1"/>
        </w:rPr>
        <w:t>est arrangé pour faire des économies</w:t>
      </w:r>
      <w:r>
        <w:rPr>
          <w:rFonts w:cs="Georgia"/>
          <w:kern w:val="1"/>
        </w:rPr>
        <w:t xml:space="preserve">. </w:t>
      </w:r>
      <w:r w:rsidR="00BE611A">
        <w:rPr>
          <w:rFonts w:cs="Georgia"/>
          <w:kern w:val="1"/>
        </w:rPr>
        <w:t>Ceux qui n</w:t>
      </w:r>
      <w:r>
        <w:rPr>
          <w:rFonts w:cs="Georgia"/>
          <w:kern w:val="1"/>
        </w:rPr>
        <w:t>’</w:t>
      </w:r>
      <w:r w:rsidR="00BE611A">
        <w:rPr>
          <w:rFonts w:cs="Georgia"/>
          <w:kern w:val="1"/>
        </w:rPr>
        <w:t>en ont pas</w:t>
      </w:r>
      <w:r>
        <w:rPr>
          <w:rFonts w:cs="Georgia"/>
          <w:kern w:val="1"/>
        </w:rPr>
        <w:t xml:space="preserve">, </w:t>
      </w:r>
      <w:r w:rsidR="00BE611A">
        <w:rPr>
          <w:rFonts w:cs="Georgia"/>
          <w:kern w:val="1"/>
        </w:rPr>
        <w:t>on paiera pour eux</w:t>
      </w:r>
      <w:r>
        <w:rPr>
          <w:rFonts w:cs="Georgia"/>
          <w:kern w:val="1"/>
        </w:rPr>
        <w:t xml:space="preserve">. </w:t>
      </w:r>
      <w:r w:rsidR="00BE611A">
        <w:rPr>
          <w:rFonts w:cs="Georgia"/>
          <w:kern w:val="1"/>
        </w:rPr>
        <w:t>Ils nous le rendront après</w:t>
      </w:r>
      <w:r>
        <w:rPr>
          <w:rFonts w:cs="Georgia"/>
          <w:kern w:val="1"/>
        </w:rPr>
        <w:t>.</w:t>
      </w:r>
    </w:p>
    <w:p w14:paraId="721713F4" w14:textId="77777777" w:rsidR="000E1451" w:rsidRDefault="000E1451" w:rsidP="00BE611A">
      <w:pPr>
        <w:rPr>
          <w:rFonts w:cs="Georgia"/>
          <w:kern w:val="1"/>
        </w:rPr>
      </w:pPr>
      <w:r>
        <w:rPr>
          <w:rFonts w:cs="Georgia"/>
          <w:kern w:val="1"/>
        </w:rPr>
        <w:t>— </w:t>
      </w:r>
      <w:r w:rsidR="00BE611A">
        <w:rPr>
          <w:rFonts w:cs="Georgia"/>
          <w:kern w:val="1"/>
        </w:rPr>
        <w:t>Et quand a lieu le départ</w:t>
      </w:r>
      <w:r>
        <w:rPr>
          <w:rFonts w:cs="Georgia"/>
          <w:kern w:val="1"/>
        </w:rPr>
        <w:t> ?</w:t>
      </w:r>
    </w:p>
    <w:p w14:paraId="7A656D6D" w14:textId="77777777" w:rsidR="000E1451" w:rsidRDefault="000E1451" w:rsidP="00BE611A">
      <w:pPr>
        <w:rPr>
          <w:rFonts w:cs="Georgia"/>
          <w:kern w:val="1"/>
        </w:rPr>
      </w:pPr>
      <w:r>
        <w:rPr>
          <w:rFonts w:cs="Georgia"/>
          <w:kern w:val="1"/>
        </w:rPr>
        <w:t>— </w:t>
      </w:r>
      <w:r w:rsidR="00BE611A">
        <w:rPr>
          <w:rFonts w:cs="Georgia"/>
          <w:kern w:val="1"/>
        </w:rPr>
        <w:t>Ce soir</w:t>
      </w:r>
      <w:r>
        <w:rPr>
          <w:rFonts w:cs="Georgia"/>
          <w:kern w:val="1"/>
        </w:rPr>
        <w:t xml:space="preserve">, </w:t>
      </w:r>
      <w:r w:rsidR="00BE611A">
        <w:rPr>
          <w:rFonts w:cs="Georgia"/>
          <w:kern w:val="1"/>
        </w:rPr>
        <w:t>sauf contre-ordre</w:t>
      </w:r>
      <w:r>
        <w:rPr>
          <w:rFonts w:cs="Georgia"/>
          <w:kern w:val="1"/>
        </w:rPr>
        <w:t xml:space="preserve">. </w:t>
      </w:r>
      <w:r w:rsidR="00BE611A">
        <w:rPr>
          <w:rFonts w:cs="Georgia"/>
          <w:kern w:val="1"/>
        </w:rPr>
        <w:t>Rendez-vous à l</w:t>
      </w:r>
      <w:r>
        <w:rPr>
          <w:rFonts w:cs="Georgia"/>
          <w:kern w:val="1"/>
        </w:rPr>
        <w:t>’</w:t>
      </w:r>
      <w:r w:rsidR="00BE611A">
        <w:rPr>
          <w:rFonts w:cs="Georgia"/>
          <w:kern w:val="1"/>
        </w:rPr>
        <w:t>entrée du village</w:t>
      </w:r>
      <w:r>
        <w:rPr>
          <w:rFonts w:cs="Georgia"/>
          <w:kern w:val="1"/>
        </w:rPr>
        <w:t xml:space="preserve">, </w:t>
      </w:r>
      <w:r w:rsidR="00BE611A">
        <w:rPr>
          <w:rFonts w:cs="Georgia"/>
          <w:kern w:val="1"/>
        </w:rPr>
        <w:t>à six heures</w:t>
      </w:r>
      <w:r>
        <w:rPr>
          <w:rFonts w:cs="Georgia"/>
          <w:kern w:val="1"/>
        </w:rPr>
        <w:t xml:space="preserve">. </w:t>
      </w:r>
      <w:r w:rsidR="00BE611A">
        <w:rPr>
          <w:rFonts w:cs="Georgia"/>
          <w:kern w:val="1"/>
        </w:rPr>
        <w:t>Si tu peux</w:t>
      </w:r>
      <w:r>
        <w:rPr>
          <w:rFonts w:cs="Georgia"/>
          <w:kern w:val="1"/>
        </w:rPr>
        <w:t xml:space="preserve">, </w:t>
      </w:r>
      <w:r w:rsidR="00BE611A">
        <w:rPr>
          <w:rFonts w:cs="Georgia"/>
          <w:kern w:val="1"/>
        </w:rPr>
        <w:t>tâche de faucher ici quelques couvertures</w:t>
      </w:r>
      <w:r>
        <w:rPr>
          <w:rFonts w:cs="Georgia"/>
          <w:kern w:val="1"/>
        </w:rPr>
        <w:t xml:space="preserve">, </w:t>
      </w:r>
      <w:r w:rsidR="00BE611A">
        <w:rPr>
          <w:rFonts w:cs="Georgia"/>
          <w:kern w:val="1"/>
        </w:rPr>
        <w:t>parce que cette nuit</w:t>
      </w:r>
      <w:r>
        <w:rPr>
          <w:rFonts w:cs="Georgia"/>
          <w:kern w:val="1"/>
        </w:rPr>
        <w:t xml:space="preserve">, </w:t>
      </w:r>
      <w:r w:rsidR="00BE611A">
        <w:rPr>
          <w:rFonts w:cs="Georgia"/>
          <w:kern w:val="1"/>
        </w:rPr>
        <w:t>en mer</w:t>
      </w:r>
      <w:r>
        <w:rPr>
          <w:rFonts w:cs="Georgia"/>
          <w:kern w:val="1"/>
        </w:rPr>
        <w:t xml:space="preserve">… </w:t>
      </w:r>
      <w:r w:rsidR="00BE611A">
        <w:rPr>
          <w:rFonts w:cs="Georgia"/>
          <w:kern w:val="1"/>
        </w:rPr>
        <w:t>T</w:t>
      </w:r>
      <w:r>
        <w:rPr>
          <w:rFonts w:cs="Georgia"/>
          <w:kern w:val="1"/>
        </w:rPr>
        <w:t>’</w:t>
      </w:r>
      <w:r w:rsidR="00BE611A">
        <w:rPr>
          <w:rFonts w:cs="Georgia"/>
          <w:kern w:val="1"/>
        </w:rPr>
        <w:t>as pas l</w:t>
      </w:r>
      <w:r>
        <w:rPr>
          <w:rFonts w:cs="Georgia"/>
          <w:kern w:val="1"/>
        </w:rPr>
        <w:t>’</w:t>
      </w:r>
      <w:r w:rsidR="00BE611A">
        <w:rPr>
          <w:rFonts w:cs="Georgia"/>
          <w:kern w:val="1"/>
        </w:rPr>
        <w:t>air bien enthousiaste</w:t>
      </w:r>
      <w:r>
        <w:rPr>
          <w:rFonts w:cs="Georgia"/>
          <w:kern w:val="1"/>
        </w:rPr>
        <w:t> ?</w:t>
      </w:r>
    </w:p>
    <w:p w14:paraId="2023DD1F" w14:textId="77777777" w:rsidR="000E1451" w:rsidRDefault="000E1451" w:rsidP="00BE611A">
      <w:pPr>
        <w:rPr>
          <w:rFonts w:cs="Georgia"/>
          <w:kern w:val="1"/>
        </w:rPr>
      </w:pPr>
      <w:r>
        <w:rPr>
          <w:rFonts w:cs="Georgia"/>
          <w:kern w:val="1"/>
        </w:rPr>
        <w:t>— </w:t>
      </w:r>
      <w:r w:rsidR="00BE611A">
        <w:rPr>
          <w:rFonts w:cs="Georgia"/>
          <w:kern w:val="1"/>
        </w:rPr>
        <w:t>Écoute</w:t>
      </w:r>
      <w:r>
        <w:rPr>
          <w:rFonts w:cs="Georgia"/>
          <w:kern w:val="1"/>
        </w:rPr>
        <w:t xml:space="preserve">, </w:t>
      </w:r>
      <w:r w:rsidR="00BE611A">
        <w:rPr>
          <w:rFonts w:cs="Georgia"/>
          <w:kern w:val="1"/>
        </w:rPr>
        <w:t>lui dis-je</w:t>
      </w:r>
      <w:r>
        <w:rPr>
          <w:rFonts w:cs="Georgia"/>
          <w:kern w:val="1"/>
        </w:rPr>
        <w:t xml:space="preserve">, </w:t>
      </w:r>
      <w:r w:rsidR="00BE611A">
        <w:rPr>
          <w:rFonts w:cs="Georgia"/>
          <w:kern w:val="1"/>
        </w:rPr>
        <w:t>il me semble qu</w:t>
      </w:r>
      <w:r>
        <w:rPr>
          <w:rFonts w:cs="Georgia"/>
          <w:kern w:val="1"/>
        </w:rPr>
        <w:t>’</w:t>
      </w:r>
      <w:r w:rsidR="00BE611A">
        <w:rPr>
          <w:rFonts w:cs="Georgia"/>
          <w:kern w:val="1"/>
        </w:rPr>
        <w:t>au point où en sont les choses</w:t>
      </w:r>
      <w:r>
        <w:rPr>
          <w:rFonts w:cs="Georgia"/>
          <w:kern w:val="1"/>
        </w:rPr>
        <w:t xml:space="preserve">, </w:t>
      </w:r>
      <w:r w:rsidR="00BE611A">
        <w:rPr>
          <w:rFonts w:cs="Georgia"/>
          <w:kern w:val="1"/>
        </w:rPr>
        <w:t>quelques jours de moins</w:t>
      </w:r>
      <w:r>
        <w:rPr>
          <w:rFonts w:cs="Georgia"/>
          <w:kern w:val="1"/>
        </w:rPr>
        <w:t xml:space="preserve">, </w:t>
      </w:r>
      <w:r w:rsidR="00BE611A">
        <w:rPr>
          <w:rFonts w:cs="Georgia"/>
          <w:kern w:val="1"/>
        </w:rPr>
        <w:t>quelques jours de plus</w:t>
      </w:r>
      <w:r>
        <w:rPr>
          <w:rFonts w:cs="Georgia"/>
          <w:kern w:val="1"/>
        </w:rPr>
        <w:t>…</w:t>
      </w:r>
    </w:p>
    <w:p w14:paraId="1AE69EBE" w14:textId="77777777" w:rsidR="000E1451" w:rsidRDefault="00BE611A" w:rsidP="00BE611A">
      <w:pPr>
        <w:rPr>
          <w:rFonts w:cs="Georgia"/>
          <w:kern w:val="1"/>
        </w:rPr>
      </w:pPr>
      <w:r>
        <w:rPr>
          <w:rFonts w:cs="Georgia"/>
          <w:kern w:val="1"/>
        </w:rPr>
        <w:t>Il haussa les épaules</w:t>
      </w:r>
      <w:r w:rsidR="000E1451">
        <w:rPr>
          <w:rFonts w:cs="Georgia"/>
          <w:kern w:val="1"/>
        </w:rPr>
        <w:t>.</w:t>
      </w:r>
    </w:p>
    <w:p w14:paraId="1C64A682" w14:textId="77777777" w:rsidR="000E1451" w:rsidRDefault="000E1451" w:rsidP="00BE611A">
      <w:pPr>
        <w:rPr>
          <w:rFonts w:cs="Georgia"/>
          <w:kern w:val="1"/>
        </w:rPr>
      </w:pPr>
      <w:r>
        <w:rPr>
          <w:rFonts w:cs="Georgia"/>
          <w:kern w:val="1"/>
        </w:rPr>
        <w:t>— </w:t>
      </w:r>
      <w:r w:rsidR="00BE611A">
        <w:rPr>
          <w:rFonts w:cs="Georgia"/>
          <w:kern w:val="1"/>
        </w:rPr>
        <w:t>Bon</w:t>
      </w:r>
      <w:r>
        <w:rPr>
          <w:rFonts w:cs="Georgia"/>
          <w:kern w:val="1"/>
        </w:rPr>
        <w:t xml:space="preserve"> ! </w:t>
      </w:r>
      <w:r w:rsidR="00BE611A">
        <w:rPr>
          <w:rFonts w:cs="Georgia"/>
          <w:kern w:val="1"/>
        </w:rPr>
        <w:t>Ça va</w:t>
      </w:r>
      <w:r>
        <w:rPr>
          <w:rFonts w:cs="Georgia"/>
          <w:kern w:val="1"/>
        </w:rPr>
        <w:t xml:space="preserve"> ! </w:t>
      </w:r>
      <w:r w:rsidR="00BE611A">
        <w:rPr>
          <w:rFonts w:cs="Georgia"/>
          <w:kern w:val="1"/>
        </w:rPr>
        <w:t>Tu te dégonfles</w:t>
      </w:r>
      <w:r>
        <w:rPr>
          <w:rFonts w:cs="Georgia"/>
          <w:kern w:val="1"/>
        </w:rPr>
        <w:t xml:space="preserve">. </w:t>
      </w:r>
      <w:r w:rsidR="00BE611A">
        <w:rPr>
          <w:rFonts w:cs="Georgia"/>
          <w:kern w:val="1"/>
        </w:rPr>
        <w:t>Autant le dire tout de suite</w:t>
      </w:r>
      <w:r>
        <w:rPr>
          <w:rFonts w:cs="Georgia"/>
          <w:kern w:val="1"/>
        </w:rPr>
        <w:t xml:space="preserve">. </w:t>
      </w:r>
      <w:r w:rsidR="00BE611A">
        <w:rPr>
          <w:rFonts w:cs="Georgia"/>
          <w:kern w:val="1"/>
        </w:rPr>
        <w:t>On ne force personne à venir</w:t>
      </w:r>
      <w:r>
        <w:rPr>
          <w:rFonts w:cs="Georgia"/>
          <w:kern w:val="1"/>
        </w:rPr>
        <w:t xml:space="preserve">, </w:t>
      </w:r>
      <w:r w:rsidR="00BE611A">
        <w:rPr>
          <w:rFonts w:cs="Georgia"/>
          <w:kern w:val="1"/>
        </w:rPr>
        <w:t>tu sais</w:t>
      </w:r>
      <w:r>
        <w:rPr>
          <w:rFonts w:cs="Georgia"/>
          <w:kern w:val="1"/>
        </w:rPr>
        <w:t xml:space="preserve">. </w:t>
      </w:r>
      <w:r w:rsidR="00BE611A">
        <w:rPr>
          <w:rFonts w:cs="Georgia"/>
          <w:kern w:val="1"/>
        </w:rPr>
        <w:t>Il y en a d</w:t>
      </w:r>
      <w:r>
        <w:rPr>
          <w:rFonts w:cs="Georgia"/>
          <w:kern w:val="1"/>
        </w:rPr>
        <w:t>’</w:t>
      </w:r>
      <w:r w:rsidR="00BE611A">
        <w:rPr>
          <w:rFonts w:cs="Georgia"/>
          <w:kern w:val="1"/>
        </w:rPr>
        <w:t>ailleurs trois ou quatre comme toi</w:t>
      </w:r>
      <w:r>
        <w:rPr>
          <w:rFonts w:cs="Georgia"/>
          <w:kern w:val="1"/>
        </w:rPr>
        <w:t xml:space="preserve">. </w:t>
      </w:r>
      <w:r w:rsidR="00BE611A">
        <w:rPr>
          <w:rFonts w:cs="Georgia"/>
          <w:kern w:val="1"/>
        </w:rPr>
        <w:t>Dejonkhère</w:t>
      </w:r>
      <w:r>
        <w:rPr>
          <w:rFonts w:cs="Georgia"/>
          <w:kern w:val="1"/>
        </w:rPr>
        <w:t xml:space="preserve">, </w:t>
      </w:r>
      <w:r w:rsidR="00BE611A">
        <w:rPr>
          <w:rFonts w:cs="Georgia"/>
          <w:kern w:val="1"/>
        </w:rPr>
        <w:t>d</w:t>
      </w:r>
      <w:r>
        <w:rPr>
          <w:rFonts w:cs="Georgia"/>
          <w:kern w:val="1"/>
        </w:rPr>
        <w:t>’</w:t>
      </w:r>
      <w:r w:rsidR="00BE611A">
        <w:rPr>
          <w:rFonts w:cs="Georgia"/>
          <w:kern w:val="1"/>
        </w:rPr>
        <w:t>abord</w:t>
      </w:r>
      <w:r>
        <w:rPr>
          <w:rFonts w:cs="Georgia"/>
          <w:kern w:val="1"/>
        </w:rPr>
        <w:t xml:space="preserve">, </w:t>
      </w:r>
      <w:r w:rsidR="00BE611A">
        <w:rPr>
          <w:rFonts w:cs="Georgia"/>
          <w:kern w:val="1"/>
        </w:rPr>
        <w:t>qui prétend que rien que penser à un bateau</w:t>
      </w:r>
      <w:r>
        <w:rPr>
          <w:rFonts w:cs="Georgia"/>
          <w:kern w:val="1"/>
        </w:rPr>
        <w:t xml:space="preserve">, </w:t>
      </w:r>
      <w:r w:rsidR="00BE611A">
        <w:rPr>
          <w:rFonts w:cs="Georgia"/>
          <w:kern w:val="1"/>
        </w:rPr>
        <w:t>ça lui donne mal au cœur</w:t>
      </w:r>
      <w:r>
        <w:rPr>
          <w:rFonts w:cs="Georgia"/>
          <w:kern w:val="1"/>
        </w:rPr>
        <w:t xml:space="preserve">. </w:t>
      </w:r>
      <w:r w:rsidR="00BE611A">
        <w:rPr>
          <w:rFonts w:cs="Georgia"/>
          <w:kern w:val="1"/>
        </w:rPr>
        <w:t>Et puis Rafoussat</w:t>
      </w:r>
      <w:r>
        <w:rPr>
          <w:rFonts w:cs="Georgia"/>
          <w:kern w:val="1"/>
        </w:rPr>
        <w:t xml:space="preserve">. </w:t>
      </w:r>
      <w:r w:rsidR="00BE611A">
        <w:rPr>
          <w:rFonts w:cs="Georgia"/>
          <w:kern w:val="1"/>
        </w:rPr>
        <w:t>C</w:t>
      </w:r>
      <w:r>
        <w:rPr>
          <w:rFonts w:cs="Georgia"/>
          <w:kern w:val="1"/>
        </w:rPr>
        <w:t>’</w:t>
      </w:r>
      <w:r w:rsidR="00BE611A">
        <w:rPr>
          <w:rFonts w:cs="Georgia"/>
          <w:kern w:val="1"/>
        </w:rPr>
        <w:t>est celui de nous tous qui a le plus de pognon</w:t>
      </w:r>
      <w:r>
        <w:rPr>
          <w:rFonts w:cs="Georgia"/>
          <w:kern w:val="1"/>
        </w:rPr>
        <w:t xml:space="preserve">, </w:t>
      </w:r>
      <w:r w:rsidR="00BE611A">
        <w:rPr>
          <w:rFonts w:cs="Georgia"/>
          <w:kern w:val="1"/>
        </w:rPr>
        <w:t>mais il dit</w:t>
      </w:r>
      <w:r>
        <w:rPr>
          <w:rFonts w:cs="Georgia"/>
          <w:kern w:val="1"/>
        </w:rPr>
        <w:t xml:space="preserve"> : </w:t>
      </w:r>
      <w:r w:rsidR="00BE611A">
        <w:rPr>
          <w:rFonts w:cs="Georgia"/>
          <w:kern w:val="1"/>
        </w:rPr>
        <w:t>qu</w:t>
      </w:r>
      <w:r>
        <w:rPr>
          <w:rFonts w:cs="Georgia"/>
          <w:kern w:val="1"/>
        </w:rPr>
        <w:t>’</w:t>
      </w:r>
      <w:r w:rsidR="00BE611A">
        <w:rPr>
          <w:rFonts w:cs="Georgia"/>
          <w:kern w:val="1"/>
        </w:rPr>
        <w:t>il préférerait crever plutôt que de foutre un sou à un Boche</w:t>
      </w:r>
      <w:r>
        <w:rPr>
          <w:rFonts w:cs="Georgia"/>
          <w:kern w:val="1"/>
        </w:rPr>
        <w:t xml:space="preserve">. </w:t>
      </w:r>
      <w:r w:rsidR="00BE611A">
        <w:rPr>
          <w:rFonts w:cs="Georgia"/>
          <w:kern w:val="1"/>
        </w:rPr>
        <w:t>Il n</w:t>
      </w:r>
      <w:r>
        <w:rPr>
          <w:rFonts w:cs="Georgia"/>
          <w:kern w:val="1"/>
        </w:rPr>
        <w:t>’</w:t>
      </w:r>
      <w:r w:rsidR="00BE611A">
        <w:rPr>
          <w:rFonts w:cs="Georgia"/>
          <w:kern w:val="1"/>
        </w:rPr>
        <w:t>a pas payé l</w:t>
      </w:r>
      <w:r>
        <w:rPr>
          <w:rFonts w:cs="Georgia"/>
          <w:kern w:val="1"/>
        </w:rPr>
        <w:t>’</w:t>
      </w:r>
      <w:r w:rsidR="00BE611A">
        <w:rPr>
          <w:rFonts w:cs="Georgia"/>
          <w:kern w:val="1"/>
        </w:rPr>
        <w:t>aller</w:t>
      </w:r>
      <w:r>
        <w:rPr>
          <w:rFonts w:cs="Georgia"/>
          <w:kern w:val="1"/>
        </w:rPr>
        <w:t xml:space="preserve">, </w:t>
      </w:r>
      <w:r w:rsidR="00BE611A">
        <w:rPr>
          <w:rFonts w:cs="Georgia"/>
          <w:kern w:val="1"/>
        </w:rPr>
        <w:lastRenderedPageBreak/>
        <w:t>il ne veut pas non plus payer le retour</w:t>
      </w:r>
      <w:r>
        <w:rPr>
          <w:rFonts w:cs="Georgia"/>
          <w:kern w:val="1"/>
        </w:rPr>
        <w:t xml:space="preserve">. </w:t>
      </w:r>
      <w:r w:rsidR="00BE611A">
        <w:rPr>
          <w:rFonts w:cs="Georgia"/>
          <w:kern w:val="1"/>
        </w:rPr>
        <w:t>Tout ça</w:t>
      </w:r>
      <w:r>
        <w:rPr>
          <w:rFonts w:cs="Georgia"/>
          <w:kern w:val="1"/>
        </w:rPr>
        <w:t xml:space="preserve">, </w:t>
      </w:r>
      <w:r w:rsidR="00BE611A">
        <w:rPr>
          <w:rFonts w:cs="Georgia"/>
          <w:kern w:val="1"/>
        </w:rPr>
        <w:t>c</w:t>
      </w:r>
      <w:r>
        <w:rPr>
          <w:rFonts w:cs="Georgia"/>
          <w:kern w:val="1"/>
        </w:rPr>
        <w:t>’</w:t>
      </w:r>
      <w:r w:rsidR="00BE611A">
        <w:rPr>
          <w:rFonts w:cs="Georgia"/>
          <w:kern w:val="1"/>
        </w:rPr>
        <w:t>est question d</w:t>
      </w:r>
      <w:r>
        <w:rPr>
          <w:rFonts w:cs="Georgia"/>
          <w:kern w:val="1"/>
        </w:rPr>
        <w:t>’</w:t>
      </w:r>
      <w:r w:rsidR="00BE611A">
        <w:rPr>
          <w:rFonts w:cs="Georgia"/>
          <w:kern w:val="1"/>
        </w:rPr>
        <w:t>idées personnelles</w:t>
      </w:r>
      <w:r>
        <w:rPr>
          <w:rFonts w:cs="Georgia"/>
          <w:kern w:val="1"/>
        </w:rPr>
        <w:t xml:space="preserve">. </w:t>
      </w:r>
      <w:r w:rsidR="00BE611A">
        <w:rPr>
          <w:rFonts w:cs="Georgia"/>
          <w:kern w:val="1"/>
        </w:rPr>
        <w:t>Enfin</w:t>
      </w:r>
      <w:r>
        <w:rPr>
          <w:rFonts w:cs="Georgia"/>
          <w:kern w:val="1"/>
        </w:rPr>
        <w:t xml:space="preserve">, </w:t>
      </w:r>
      <w:r w:rsidR="00BE611A">
        <w:rPr>
          <w:rFonts w:cs="Georgia"/>
          <w:kern w:val="1"/>
        </w:rPr>
        <w:t>si tu te décides</w:t>
      </w:r>
      <w:r>
        <w:rPr>
          <w:rFonts w:cs="Georgia"/>
          <w:kern w:val="1"/>
        </w:rPr>
        <w:t xml:space="preserve">, </w:t>
      </w:r>
      <w:r w:rsidR="00BE611A">
        <w:rPr>
          <w:rFonts w:cs="Georgia"/>
          <w:kern w:val="1"/>
        </w:rPr>
        <w:t>n</w:t>
      </w:r>
      <w:r>
        <w:rPr>
          <w:rFonts w:cs="Georgia"/>
          <w:kern w:val="1"/>
        </w:rPr>
        <w:t>’</w:t>
      </w:r>
      <w:r w:rsidR="00BE611A">
        <w:rPr>
          <w:rFonts w:cs="Georgia"/>
          <w:kern w:val="1"/>
        </w:rPr>
        <w:t>oublie pas</w:t>
      </w:r>
      <w:r>
        <w:rPr>
          <w:rFonts w:cs="Georgia"/>
          <w:kern w:val="1"/>
        </w:rPr>
        <w:t xml:space="preserve"> : </w:t>
      </w:r>
      <w:r w:rsidR="00BE611A">
        <w:rPr>
          <w:rFonts w:cs="Georgia"/>
          <w:kern w:val="1"/>
        </w:rPr>
        <w:t>ce soir</w:t>
      </w:r>
      <w:r>
        <w:rPr>
          <w:rFonts w:cs="Georgia"/>
          <w:kern w:val="1"/>
        </w:rPr>
        <w:t xml:space="preserve">, </w:t>
      </w:r>
      <w:r w:rsidR="00BE611A">
        <w:rPr>
          <w:rFonts w:cs="Georgia"/>
          <w:kern w:val="1"/>
        </w:rPr>
        <w:t>six heures</w:t>
      </w:r>
      <w:r>
        <w:rPr>
          <w:rFonts w:cs="Georgia"/>
          <w:kern w:val="1"/>
        </w:rPr>
        <w:t xml:space="preserve">. </w:t>
      </w:r>
      <w:r w:rsidR="00BE611A">
        <w:rPr>
          <w:rFonts w:cs="Georgia"/>
          <w:kern w:val="1"/>
        </w:rPr>
        <w:t>Dis donc</w:t>
      </w:r>
      <w:r>
        <w:rPr>
          <w:rFonts w:cs="Georgia"/>
          <w:kern w:val="1"/>
        </w:rPr>
        <w:t xml:space="preserve">, </w:t>
      </w:r>
      <w:r w:rsidR="00BE611A">
        <w:rPr>
          <w:rFonts w:cs="Georgia"/>
          <w:kern w:val="1"/>
        </w:rPr>
        <w:t>ce n</w:t>
      </w:r>
      <w:r>
        <w:rPr>
          <w:rFonts w:cs="Georgia"/>
          <w:kern w:val="1"/>
        </w:rPr>
        <w:t>’</w:t>
      </w:r>
      <w:r w:rsidR="00BE611A">
        <w:rPr>
          <w:rFonts w:cs="Georgia"/>
          <w:kern w:val="1"/>
        </w:rPr>
        <w:t>est pas mal ici</w:t>
      </w:r>
      <w:r>
        <w:rPr>
          <w:rFonts w:cs="Georgia"/>
          <w:kern w:val="1"/>
        </w:rPr>
        <w:t>.</w:t>
      </w:r>
    </w:p>
    <w:p w14:paraId="5C5487A4" w14:textId="77777777" w:rsidR="000E1451" w:rsidRDefault="00BE611A" w:rsidP="00BE611A">
      <w:pPr>
        <w:rPr>
          <w:rFonts w:cs="Georgia"/>
          <w:kern w:val="1"/>
        </w:rPr>
      </w:pPr>
      <w:r>
        <w:rPr>
          <w:rFonts w:cs="Georgia"/>
          <w:kern w:val="1"/>
        </w:rPr>
        <w:t>Ses yeux</w:t>
      </w:r>
      <w:r w:rsidR="000E1451">
        <w:rPr>
          <w:rFonts w:cs="Georgia"/>
          <w:kern w:val="1"/>
        </w:rPr>
        <w:t xml:space="preserve">, </w:t>
      </w:r>
      <w:r>
        <w:rPr>
          <w:rFonts w:cs="Georgia"/>
          <w:kern w:val="1"/>
        </w:rPr>
        <w:t>s</w:t>
      </w:r>
      <w:r w:rsidR="000E1451">
        <w:rPr>
          <w:rFonts w:cs="Georgia"/>
          <w:kern w:val="1"/>
        </w:rPr>
        <w:t>’</w:t>
      </w:r>
      <w:r>
        <w:rPr>
          <w:rFonts w:cs="Georgia"/>
          <w:kern w:val="1"/>
        </w:rPr>
        <w:t>étaient habitués à l</w:t>
      </w:r>
      <w:r w:rsidR="000E1451">
        <w:rPr>
          <w:rFonts w:cs="Georgia"/>
          <w:kern w:val="1"/>
        </w:rPr>
        <w:t>’</w:t>
      </w:r>
      <w:r>
        <w:rPr>
          <w:rFonts w:cs="Georgia"/>
          <w:kern w:val="1"/>
        </w:rPr>
        <w:t>obscurité du corridor</w:t>
      </w:r>
      <w:r w:rsidR="000E1451">
        <w:rPr>
          <w:rFonts w:cs="Georgia"/>
          <w:kern w:val="1"/>
        </w:rPr>
        <w:t xml:space="preserve">. </w:t>
      </w:r>
      <w:r>
        <w:rPr>
          <w:rFonts w:cs="Georgia"/>
          <w:kern w:val="1"/>
        </w:rPr>
        <w:t>Saisi d</w:t>
      </w:r>
      <w:r w:rsidR="000E1451">
        <w:rPr>
          <w:rFonts w:cs="Georgia"/>
          <w:kern w:val="1"/>
        </w:rPr>
        <w:t>’</w:t>
      </w:r>
      <w:r>
        <w:rPr>
          <w:rFonts w:cs="Georgia"/>
          <w:kern w:val="1"/>
        </w:rPr>
        <w:t>un étonnement respectueux</w:t>
      </w:r>
      <w:r w:rsidR="000E1451">
        <w:rPr>
          <w:rFonts w:cs="Georgia"/>
          <w:kern w:val="1"/>
        </w:rPr>
        <w:t xml:space="preserve">, </w:t>
      </w:r>
      <w:r>
        <w:rPr>
          <w:rFonts w:cs="Georgia"/>
          <w:kern w:val="1"/>
        </w:rPr>
        <w:t>il contemplait les grands portraits sombres des vieux barons de Reichendorf</w:t>
      </w:r>
      <w:r w:rsidR="000E1451">
        <w:rPr>
          <w:rFonts w:cs="Georgia"/>
          <w:kern w:val="1"/>
        </w:rPr>
        <w:t xml:space="preserve">, </w:t>
      </w:r>
      <w:r>
        <w:rPr>
          <w:rFonts w:cs="Georgia"/>
          <w:kern w:val="1"/>
        </w:rPr>
        <w:t>alternant aux murailles avec les trophées de chasse</w:t>
      </w:r>
      <w:r w:rsidR="000E1451">
        <w:rPr>
          <w:rFonts w:cs="Georgia"/>
          <w:kern w:val="1"/>
        </w:rPr>
        <w:t xml:space="preserve">. </w:t>
      </w:r>
      <w:r>
        <w:rPr>
          <w:rFonts w:cs="Georgia"/>
          <w:kern w:val="1"/>
        </w:rPr>
        <w:t>La porte de la salle d</w:t>
      </w:r>
      <w:r w:rsidR="000E1451">
        <w:rPr>
          <w:rFonts w:cs="Georgia"/>
          <w:kern w:val="1"/>
        </w:rPr>
        <w:t>’</w:t>
      </w:r>
      <w:r>
        <w:rPr>
          <w:rFonts w:cs="Georgia"/>
          <w:kern w:val="1"/>
        </w:rPr>
        <w:t>honneur était entre-bâillée</w:t>
      </w:r>
      <w:r w:rsidR="000E1451">
        <w:rPr>
          <w:rFonts w:cs="Georgia"/>
          <w:kern w:val="1"/>
        </w:rPr>
        <w:t xml:space="preserve">. </w:t>
      </w:r>
      <w:r>
        <w:rPr>
          <w:rFonts w:cs="Georgia"/>
          <w:kern w:val="1"/>
        </w:rPr>
        <w:t>Il y risqua un coup d</w:t>
      </w:r>
      <w:r w:rsidR="000E1451">
        <w:rPr>
          <w:rFonts w:cs="Georgia"/>
          <w:kern w:val="1"/>
        </w:rPr>
        <w:t>’</w:t>
      </w:r>
      <w:r>
        <w:rPr>
          <w:rFonts w:cs="Georgia"/>
          <w:kern w:val="1"/>
        </w:rPr>
        <w:t>œil</w:t>
      </w:r>
      <w:r w:rsidR="000E1451">
        <w:rPr>
          <w:rFonts w:cs="Georgia"/>
          <w:kern w:val="1"/>
        </w:rPr>
        <w:t>.</w:t>
      </w:r>
    </w:p>
    <w:p w14:paraId="31E4842F" w14:textId="77777777" w:rsidR="000E1451" w:rsidRDefault="000E1451" w:rsidP="00BE611A">
      <w:pPr>
        <w:rPr>
          <w:rFonts w:cs="Georgia"/>
          <w:bCs/>
          <w:kern w:val="1"/>
        </w:rPr>
      </w:pPr>
      <w:r>
        <w:rPr>
          <w:rFonts w:cs="Georgia"/>
          <w:kern w:val="1"/>
        </w:rPr>
        <w:t>— </w:t>
      </w:r>
      <w:r w:rsidR="00BE611A">
        <w:rPr>
          <w:rFonts w:cs="Georgia"/>
          <w:kern w:val="1"/>
        </w:rPr>
        <w:t>C</w:t>
      </w:r>
      <w:r>
        <w:rPr>
          <w:rFonts w:cs="Georgia"/>
          <w:kern w:val="1"/>
        </w:rPr>
        <w:t>’</w:t>
      </w:r>
      <w:r w:rsidR="00BE611A">
        <w:rPr>
          <w:rFonts w:cs="Georgia"/>
          <w:kern w:val="1"/>
        </w:rPr>
        <w:t>est même très bien</w:t>
      </w:r>
      <w:r>
        <w:rPr>
          <w:rFonts w:cs="Georgia"/>
          <w:kern w:val="1"/>
        </w:rPr>
        <w:t xml:space="preserve">, </w:t>
      </w:r>
      <w:r w:rsidR="00BE611A">
        <w:rPr>
          <w:rFonts w:cs="Georgia"/>
          <w:kern w:val="1"/>
        </w:rPr>
        <w:t>et riche</w:t>
      </w:r>
      <w:r>
        <w:rPr>
          <w:rFonts w:cs="Georgia"/>
          <w:kern w:val="1"/>
        </w:rPr>
        <w:t xml:space="preserve">, </w:t>
      </w:r>
      <w:r w:rsidR="00BE611A">
        <w:rPr>
          <w:rFonts w:cs="Georgia"/>
          <w:kern w:val="1"/>
        </w:rPr>
        <w:t>fit-il avec un petit sifflement admiratif</w:t>
      </w:r>
      <w:r>
        <w:rPr>
          <w:rFonts w:cs="Georgia"/>
          <w:kern w:val="1"/>
        </w:rPr>
        <w:t xml:space="preserve">. </w:t>
      </w:r>
      <w:r w:rsidR="00BE611A">
        <w:rPr>
          <w:rFonts w:cs="Georgia"/>
          <w:kern w:val="1"/>
        </w:rPr>
        <w:t>Des panneaux de cette épaisseur</w:t>
      </w:r>
      <w:r>
        <w:rPr>
          <w:rFonts w:cs="Georgia"/>
          <w:kern w:val="1"/>
        </w:rPr>
        <w:t xml:space="preserve">, </w:t>
      </w:r>
      <w:r w:rsidR="00BE611A">
        <w:rPr>
          <w:rFonts w:cs="Georgia"/>
          <w:kern w:val="1"/>
        </w:rPr>
        <w:t>aux prix que va chercher maintenant la menuiserie</w:t>
      </w:r>
      <w:r>
        <w:rPr>
          <w:rFonts w:cs="Georgia"/>
          <w:kern w:val="1"/>
        </w:rPr>
        <w:t xml:space="preserve">, </w:t>
      </w:r>
      <w:r w:rsidR="00BE611A">
        <w:rPr>
          <w:rFonts w:cs="Georgia"/>
          <w:kern w:val="1"/>
        </w:rPr>
        <w:t>ils sauraient ce que ça coûte</w:t>
      </w:r>
      <w:r>
        <w:rPr>
          <w:rFonts w:cs="Georgia"/>
          <w:kern w:val="1"/>
        </w:rPr>
        <w:t xml:space="preserve">, </w:t>
      </w:r>
      <w:r w:rsidR="00BE611A">
        <w:rPr>
          <w:rFonts w:cs="Georgia"/>
          <w:kern w:val="1"/>
        </w:rPr>
        <w:t>les frères</w:t>
      </w:r>
      <w:r>
        <w:rPr>
          <w:rFonts w:cs="Georgia"/>
          <w:kern w:val="1"/>
        </w:rPr>
        <w:t xml:space="preserve">, </w:t>
      </w:r>
      <w:r w:rsidR="00BE611A">
        <w:rPr>
          <w:rFonts w:cs="Georgia"/>
          <w:kern w:val="1"/>
        </w:rPr>
        <w:t>s</w:t>
      </w:r>
      <w:r>
        <w:rPr>
          <w:rFonts w:cs="Georgia"/>
          <w:kern w:val="1"/>
        </w:rPr>
        <w:t>’</w:t>
      </w:r>
      <w:r w:rsidR="00BE611A">
        <w:rPr>
          <w:rFonts w:cs="Georgia"/>
          <w:kern w:val="1"/>
        </w:rPr>
        <w:t>ils étaient obligés de les faire remplacer</w:t>
      </w:r>
      <w:r>
        <w:rPr>
          <w:rFonts w:cs="Georgia"/>
          <w:kern w:val="1"/>
        </w:rPr>
        <w:t xml:space="preserve">. </w:t>
      </w:r>
      <w:r w:rsidR="00BE611A">
        <w:rPr>
          <w:rFonts w:cs="Georgia"/>
          <w:kern w:val="1"/>
        </w:rPr>
        <w:t>N</w:t>
      </w:r>
      <w:r>
        <w:rPr>
          <w:rFonts w:cs="Georgia"/>
          <w:kern w:val="1"/>
        </w:rPr>
        <w:t>’</w:t>
      </w:r>
      <w:r w:rsidR="00BE611A">
        <w:rPr>
          <w:rFonts w:cs="Georgia"/>
          <w:kern w:val="1"/>
        </w:rPr>
        <w:t>empêche qu</w:t>
      </w:r>
      <w:r>
        <w:rPr>
          <w:rFonts w:cs="Georgia"/>
          <w:kern w:val="1"/>
        </w:rPr>
        <w:t>’</w:t>
      </w:r>
      <w:r w:rsidR="00BE611A">
        <w:rPr>
          <w:rFonts w:cs="Georgia"/>
          <w:kern w:val="1"/>
        </w:rPr>
        <w:t>à moi</w:t>
      </w:r>
      <w:r>
        <w:rPr>
          <w:rFonts w:cs="Georgia"/>
          <w:kern w:val="1"/>
        </w:rPr>
        <w:t xml:space="preserve">, </w:t>
      </w:r>
      <w:r w:rsidR="00BE611A">
        <w:rPr>
          <w:rFonts w:cs="Georgia"/>
          <w:kern w:val="1"/>
        </w:rPr>
        <w:t>il me semble que ça me foutrait le cafard de vivre au milieu de ces croquemitaines d</w:t>
      </w:r>
      <w:r>
        <w:rPr>
          <w:rFonts w:cs="Georgia"/>
          <w:kern w:val="1"/>
        </w:rPr>
        <w:t>’</w:t>
      </w:r>
      <w:r w:rsidR="00BE611A">
        <w:rPr>
          <w:rFonts w:cs="Georgia"/>
          <w:kern w:val="1"/>
        </w:rPr>
        <w:t>autrefois</w:t>
      </w:r>
      <w:r>
        <w:rPr>
          <w:rFonts w:cs="Georgia"/>
          <w:kern w:val="1"/>
        </w:rPr>
        <w:t xml:space="preserve">, </w:t>
      </w:r>
      <w:r w:rsidR="00BE611A">
        <w:rPr>
          <w:rFonts w:cs="Georgia"/>
          <w:kern w:val="1"/>
        </w:rPr>
        <w:t>et de ces bestioles empaillées</w:t>
      </w:r>
      <w:r>
        <w:rPr>
          <w:rFonts w:cs="Georgia"/>
          <w:kern w:val="1"/>
        </w:rPr>
        <w:t xml:space="preserve">. </w:t>
      </w:r>
      <w:r w:rsidR="00BE611A">
        <w:rPr>
          <w:rFonts w:cs="Georgia"/>
          <w:kern w:val="1"/>
        </w:rPr>
        <w:t>En plus</w:t>
      </w:r>
      <w:r>
        <w:rPr>
          <w:rFonts w:cs="Georgia"/>
          <w:kern w:val="1"/>
        </w:rPr>
        <w:t xml:space="preserve">, </w:t>
      </w:r>
      <w:r w:rsidR="00BE611A">
        <w:rPr>
          <w:rFonts w:cs="Georgia"/>
          <w:kern w:val="1"/>
        </w:rPr>
        <w:t>mon vieux</w:t>
      </w:r>
      <w:r>
        <w:rPr>
          <w:rFonts w:cs="Georgia"/>
          <w:kern w:val="1"/>
        </w:rPr>
        <w:t xml:space="preserve">, </w:t>
      </w:r>
      <w:r w:rsidR="00BE611A">
        <w:rPr>
          <w:rFonts w:cs="Georgia"/>
          <w:kern w:val="1"/>
        </w:rPr>
        <w:t>c</w:t>
      </w:r>
      <w:r>
        <w:rPr>
          <w:rFonts w:cs="Georgia"/>
          <w:kern w:val="1"/>
        </w:rPr>
        <w:t>’</w:t>
      </w:r>
      <w:r w:rsidR="00BE611A">
        <w:rPr>
          <w:rFonts w:cs="Georgia"/>
          <w:kern w:val="1"/>
        </w:rPr>
        <w:t>est pas pour dire</w:t>
      </w:r>
      <w:r>
        <w:rPr>
          <w:rFonts w:cs="Georgia"/>
          <w:kern w:val="1"/>
        </w:rPr>
        <w:t xml:space="preserve">, </w:t>
      </w:r>
      <w:r w:rsidR="00BE611A">
        <w:rPr>
          <w:rFonts w:cs="Georgia"/>
          <w:kern w:val="1"/>
        </w:rPr>
        <w:t>mais il fait encore plus froid que dans les baraques</w:t>
      </w:r>
      <w:r>
        <w:rPr>
          <w:rFonts w:cs="Georgia"/>
          <w:kern w:val="1"/>
        </w:rPr>
        <w:t xml:space="preserve">. </w:t>
      </w:r>
      <w:r w:rsidR="00BE611A">
        <w:rPr>
          <w:rFonts w:cs="Georgia"/>
          <w:kern w:val="1"/>
        </w:rPr>
        <w:t>Allons</w:t>
      </w:r>
      <w:r>
        <w:rPr>
          <w:rFonts w:cs="Georgia"/>
          <w:kern w:val="1"/>
        </w:rPr>
        <w:t xml:space="preserve">, </w:t>
      </w:r>
      <w:r w:rsidR="00BE611A">
        <w:rPr>
          <w:rFonts w:cs="Georgia"/>
          <w:kern w:val="1"/>
        </w:rPr>
        <w:t>je me trotte</w:t>
      </w:r>
      <w:r>
        <w:rPr>
          <w:rFonts w:cs="Georgia"/>
          <w:kern w:val="1"/>
        </w:rPr>
        <w:t xml:space="preserve">. </w:t>
      </w:r>
      <w:r w:rsidR="00BE611A">
        <w:rPr>
          <w:rFonts w:cs="Georgia"/>
          <w:kern w:val="1"/>
        </w:rPr>
        <w:t>Qu</w:t>
      </w:r>
      <w:r>
        <w:rPr>
          <w:rFonts w:cs="Georgia"/>
          <w:kern w:val="1"/>
        </w:rPr>
        <w:t>’</w:t>
      </w:r>
      <w:r w:rsidR="00BE611A">
        <w:rPr>
          <w:rFonts w:cs="Georgia"/>
          <w:kern w:val="1"/>
        </w:rPr>
        <w:t>est-ce que tu déc</w:t>
      </w:r>
      <w:r w:rsidR="00BE611A">
        <w:rPr>
          <w:rFonts w:cs="Georgia"/>
          <w:bCs/>
          <w:kern w:val="1"/>
        </w:rPr>
        <w:t>ides</w:t>
      </w:r>
      <w:r>
        <w:rPr>
          <w:rFonts w:cs="Georgia"/>
          <w:bCs/>
          <w:kern w:val="1"/>
        </w:rPr>
        <w:t> ?</w:t>
      </w:r>
    </w:p>
    <w:p w14:paraId="26AFBE3E" w14:textId="77777777" w:rsidR="000E1451" w:rsidRDefault="000E1451" w:rsidP="00BE611A">
      <w:pPr>
        <w:rPr>
          <w:rFonts w:cs="Georgia"/>
          <w:kern w:val="1"/>
        </w:rPr>
      </w:pPr>
      <w:r>
        <w:rPr>
          <w:rFonts w:cs="Georgia"/>
          <w:bCs/>
          <w:kern w:val="1"/>
        </w:rPr>
        <w:t>— </w:t>
      </w:r>
      <w:r w:rsidR="00BE611A">
        <w:rPr>
          <w:rFonts w:cs="Georgia"/>
          <w:kern w:val="1"/>
        </w:rPr>
        <w:t>Ne vous occupez pas de moi</w:t>
      </w:r>
      <w:r>
        <w:rPr>
          <w:rFonts w:cs="Georgia"/>
          <w:kern w:val="1"/>
        </w:rPr>
        <w:t xml:space="preserve">. </w:t>
      </w:r>
      <w:r w:rsidR="00BE611A">
        <w:rPr>
          <w:rFonts w:cs="Georgia"/>
          <w:kern w:val="1"/>
        </w:rPr>
        <w:t>À six heures</w:t>
      </w:r>
      <w:r>
        <w:rPr>
          <w:rFonts w:cs="Georgia"/>
          <w:kern w:val="1"/>
        </w:rPr>
        <w:t xml:space="preserve">, </w:t>
      </w:r>
      <w:r w:rsidR="00BE611A">
        <w:rPr>
          <w:rFonts w:cs="Georgia"/>
          <w:kern w:val="1"/>
        </w:rPr>
        <w:t>si je ne suis pas au rendez-vous</w:t>
      </w:r>
      <w:r>
        <w:rPr>
          <w:rFonts w:cs="Georgia"/>
          <w:kern w:val="1"/>
        </w:rPr>
        <w:t xml:space="preserve">, </w:t>
      </w:r>
      <w:r w:rsidR="00BE611A">
        <w:rPr>
          <w:rFonts w:cs="Georgia"/>
          <w:kern w:val="1"/>
        </w:rPr>
        <w:t>vous le verrez bien</w:t>
      </w:r>
      <w:r>
        <w:rPr>
          <w:rFonts w:cs="Georgia"/>
          <w:kern w:val="1"/>
        </w:rPr>
        <w:t xml:space="preserve">. </w:t>
      </w:r>
      <w:r w:rsidR="00BE611A">
        <w:rPr>
          <w:rFonts w:cs="Georgia"/>
          <w:kern w:val="1"/>
        </w:rPr>
        <w:t>Et puis</w:t>
      </w:r>
      <w:r>
        <w:rPr>
          <w:rFonts w:cs="Georgia"/>
          <w:kern w:val="1"/>
        </w:rPr>
        <w:t xml:space="preserve">, </w:t>
      </w:r>
      <w:r w:rsidR="00BE611A">
        <w:rPr>
          <w:rFonts w:cs="Georgia"/>
          <w:kern w:val="1"/>
        </w:rPr>
        <w:t>la journée n</w:t>
      </w:r>
      <w:r>
        <w:rPr>
          <w:rFonts w:cs="Georgia"/>
          <w:kern w:val="1"/>
        </w:rPr>
        <w:t>’</w:t>
      </w:r>
      <w:r w:rsidR="00BE611A">
        <w:rPr>
          <w:rFonts w:cs="Georgia"/>
          <w:kern w:val="1"/>
        </w:rPr>
        <w:t>est pas finie</w:t>
      </w:r>
      <w:r>
        <w:rPr>
          <w:rFonts w:cs="Georgia"/>
          <w:kern w:val="1"/>
        </w:rPr>
        <w:t xml:space="preserve">. </w:t>
      </w:r>
      <w:r w:rsidR="00BE611A">
        <w:rPr>
          <w:rFonts w:cs="Georgia"/>
          <w:kern w:val="1"/>
        </w:rPr>
        <w:t xml:space="preserve">Il peut </w:t>
      </w:r>
      <w:r w:rsidR="00BE611A">
        <w:rPr>
          <w:rFonts w:cs="Georgia"/>
          <w:bCs/>
          <w:kern w:val="1"/>
        </w:rPr>
        <w:t>y</w:t>
      </w:r>
      <w:r w:rsidR="00BE611A">
        <w:rPr>
          <w:rFonts w:cs="Georgia"/>
          <w:kern w:val="1"/>
        </w:rPr>
        <w:t xml:space="preserve"> avoir encore bien des choses</w:t>
      </w:r>
      <w:r>
        <w:rPr>
          <w:rFonts w:cs="Georgia"/>
          <w:kern w:val="1"/>
        </w:rPr>
        <w:t>.</w:t>
      </w:r>
    </w:p>
    <w:p w14:paraId="3F2208B8" w14:textId="77777777" w:rsidR="000E1451" w:rsidRDefault="00BE611A" w:rsidP="00BE611A">
      <w:pPr>
        <w:rPr>
          <w:rFonts w:cs="Georgia"/>
          <w:kern w:val="1"/>
        </w:rPr>
      </w:pPr>
      <w:r>
        <w:rPr>
          <w:rFonts w:cs="Georgia"/>
          <w:kern w:val="1"/>
        </w:rPr>
        <w:t>À la façon dont je lui serrai la main</w:t>
      </w:r>
      <w:r w:rsidR="000E1451">
        <w:rPr>
          <w:rFonts w:cs="Georgia"/>
          <w:kern w:val="1"/>
        </w:rPr>
        <w:t xml:space="preserve">, </w:t>
      </w:r>
      <w:r>
        <w:rPr>
          <w:rFonts w:cs="Georgia"/>
          <w:kern w:val="1"/>
        </w:rPr>
        <w:t>il comprit que j</w:t>
      </w:r>
      <w:r w:rsidR="000E1451">
        <w:rPr>
          <w:rFonts w:cs="Georgia"/>
          <w:kern w:val="1"/>
        </w:rPr>
        <w:t>’</w:t>
      </w:r>
      <w:r>
        <w:rPr>
          <w:rFonts w:cs="Georgia"/>
          <w:kern w:val="1"/>
        </w:rPr>
        <w:t>étais résolu à ne pas les accompagner</w:t>
      </w:r>
      <w:r w:rsidR="000E1451">
        <w:rPr>
          <w:rFonts w:cs="Georgia"/>
          <w:kern w:val="1"/>
        </w:rPr>
        <w:t xml:space="preserve">. </w:t>
      </w:r>
      <w:r>
        <w:rPr>
          <w:rFonts w:cs="Georgia"/>
          <w:kern w:val="1"/>
        </w:rPr>
        <w:t>Cependant</w:t>
      </w:r>
      <w:r w:rsidR="000E1451">
        <w:rPr>
          <w:rFonts w:cs="Georgia"/>
          <w:kern w:val="1"/>
        </w:rPr>
        <w:t xml:space="preserve">, </w:t>
      </w:r>
      <w:r>
        <w:rPr>
          <w:rFonts w:cs="Georgia"/>
          <w:kern w:val="1"/>
        </w:rPr>
        <w:t>je ne me trompais pas</w:t>
      </w:r>
      <w:r w:rsidR="000E1451">
        <w:rPr>
          <w:rFonts w:cs="Georgia"/>
          <w:kern w:val="1"/>
        </w:rPr>
        <w:t xml:space="preserve">. </w:t>
      </w:r>
      <w:r>
        <w:rPr>
          <w:rFonts w:cs="Georgia"/>
          <w:kern w:val="1"/>
        </w:rPr>
        <w:t>Le reste de la journée devait être fertile en surprises</w:t>
      </w:r>
      <w:r w:rsidR="000E1451">
        <w:rPr>
          <w:rFonts w:cs="Georgia"/>
          <w:kern w:val="1"/>
        </w:rPr>
        <w:t>.</w:t>
      </w:r>
    </w:p>
    <w:p w14:paraId="17B55D87" w14:textId="77777777" w:rsidR="00BE611A" w:rsidRDefault="00BE611A" w:rsidP="00BE611A">
      <w:pPr>
        <w:rPr>
          <w:rFonts w:cs="Georgia"/>
          <w:kern w:val="1"/>
        </w:rPr>
      </w:pPr>
    </w:p>
    <w:p w14:paraId="23D1BFFD" w14:textId="77777777" w:rsidR="000E1451" w:rsidRDefault="00BE611A" w:rsidP="00BE611A">
      <w:pPr>
        <w:rPr>
          <w:rFonts w:cs="Georgia"/>
          <w:kern w:val="1"/>
        </w:rPr>
      </w:pPr>
      <w:r>
        <w:rPr>
          <w:rFonts w:cs="Georgia"/>
          <w:kern w:val="1"/>
        </w:rPr>
        <w:t>Il n</w:t>
      </w:r>
      <w:r w:rsidR="000E1451">
        <w:rPr>
          <w:rFonts w:cs="Georgia"/>
          <w:kern w:val="1"/>
        </w:rPr>
        <w:t>’</w:t>
      </w:r>
      <w:r>
        <w:rPr>
          <w:rFonts w:cs="Georgia"/>
          <w:kern w:val="1"/>
        </w:rPr>
        <w:t>y avait pas dix minutes que Dauphin m</w:t>
      </w:r>
      <w:r w:rsidR="000E1451">
        <w:rPr>
          <w:rFonts w:cs="Georgia"/>
          <w:kern w:val="1"/>
        </w:rPr>
        <w:t>’</w:t>
      </w:r>
      <w:r>
        <w:rPr>
          <w:rFonts w:cs="Georgia"/>
          <w:kern w:val="1"/>
        </w:rPr>
        <w:t>avait quitté</w:t>
      </w:r>
      <w:r w:rsidR="000E1451">
        <w:rPr>
          <w:rFonts w:cs="Georgia"/>
          <w:kern w:val="1"/>
        </w:rPr>
        <w:t xml:space="preserve">, </w:t>
      </w:r>
      <w:r>
        <w:rPr>
          <w:rFonts w:cs="Georgia"/>
          <w:kern w:val="1"/>
        </w:rPr>
        <w:t>et j</w:t>
      </w:r>
      <w:r w:rsidR="000E1451">
        <w:rPr>
          <w:rFonts w:cs="Georgia"/>
          <w:kern w:val="1"/>
        </w:rPr>
        <w:t>’</w:t>
      </w:r>
      <w:r>
        <w:rPr>
          <w:rFonts w:cs="Georgia"/>
          <w:kern w:val="1"/>
        </w:rPr>
        <w:t xml:space="preserve">étais en train de rapporter à Axelle la conversation que je </w:t>
      </w:r>
      <w:r>
        <w:rPr>
          <w:rFonts w:cs="Georgia"/>
          <w:kern w:val="1"/>
        </w:rPr>
        <w:lastRenderedPageBreak/>
        <w:t>venais d</w:t>
      </w:r>
      <w:r w:rsidR="000E1451">
        <w:rPr>
          <w:rFonts w:cs="Georgia"/>
          <w:kern w:val="1"/>
        </w:rPr>
        <w:t>’</w:t>
      </w:r>
      <w:r>
        <w:rPr>
          <w:rFonts w:cs="Georgia"/>
          <w:kern w:val="1"/>
        </w:rPr>
        <w:t>avoir avec lui</w:t>
      </w:r>
      <w:r w:rsidR="000E1451">
        <w:rPr>
          <w:rFonts w:cs="Georgia"/>
          <w:kern w:val="1"/>
        </w:rPr>
        <w:t xml:space="preserve">, </w:t>
      </w:r>
      <w:r>
        <w:rPr>
          <w:rFonts w:cs="Georgia"/>
          <w:kern w:val="1"/>
        </w:rPr>
        <w:t xml:space="preserve">quand nous entendîmes retentir le marteau </w:t>
      </w:r>
      <w:r>
        <w:rPr>
          <w:rFonts w:cs="Georgia"/>
          <w:bCs/>
          <w:kern w:val="1"/>
        </w:rPr>
        <w:t>de</w:t>
      </w:r>
      <w:r>
        <w:rPr>
          <w:rFonts w:cs="Georgia"/>
          <w:kern w:val="1"/>
        </w:rPr>
        <w:t xml:space="preserve"> la porte</w:t>
      </w:r>
      <w:r w:rsidR="000E1451">
        <w:rPr>
          <w:rFonts w:cs="Georgia"/>
          <w:kern w:val="1"/>
        </w:rPr>
        <w:t xml:space="preserve">, </w:t>
      </w:r>
      <w:r>
        <w:rPr>
          <w:rFonts w:cs="Georgia"/>
          <w:kern w:val="1"/>
        </w:rPr>
        <w:t>annonçant un nouveau visiteur</w:t>
      </w:r>
      <w:r w:rsidR="000E1451">
        <w:rPr>
          <w:rFonts w:cs="Georgia"/>
          <w:kern w:val="1"/>
        </w:rPr>
        <w:t xml:space="preserve">. </w:t>
      </w:r>
      <w:r>
        <w:rPr>
          <w:rFonts w:cs="Georgia"/>
          <w:kern w:val="1"/>
        </w:rPr>
        <w:t>Traînant ses galoches</w:t>
      </w:r>
      <w:r w:rsidR="000E1451">
        <w:rPr>
          <w:rFonts w:cs="Georgia"/>
          <w:kern w:val="1"/>
        </w:rPr>
        <w:t xml:space="preserve">, </w:t>
      </w:r>
      <w:r>
        <w:rPr>
          <w:rFonts w:cs="Georgia"/>
          <w:kern w:val="1"/>
        </w:rPr>
        <w:t xml:space="preserve">le jeune ahuri vint avertir </w:t>
      </w:r>
      <w:r w:rsidR="000E1451">
        <w:rPr>
          <w:rFonts w:cs="Georgia"/>
          <w:kern w:val="1"/>
        </w:rPr>
        <w:t>M</w:t>
      </w:r>
      <w:r w:rsidR="000E1451" w:rsidRPr="000E1451">
        <w:rPr>
          <w:rFonts w:cs="Georgia"/>
          <w:kern w:val="1"/>
          <w:vertAlign w:val="superscript"/>
        </w:rPr>
        <w:t>lle</w:t>
      </w:r>
      <w:r w:rsidR="000E1451">
        <w:rPr>
          <w:rFonts w:cs="Georgia"/>
          <w:kern w:val="1"/>
        </w:rPr>
        <w:t> de </w:t>
      </w:r>
      <w:r>
        <w:rPr>
          <w:rFonts w:cs="Georgia"/>
          <w:kern w:val="1"/>
        </w:rPr>
        <w:t>Mirrbach</w:t>
      </w:r>
      <w:r w:rsidR="000E1451">
        <w:rPr>
          <w:rFonts w:cs="Georgia"/>
          <w:kern w:val="1"/>
        </w:rPr>
        <w:t xml:space="preserve">, </w:t>
      </w:r>
      <w:r>
        <w:rPr>
          <w:rFonts w:cs="Georgia"/>
          <w:kern w:val="1"/>
        </w:rPr>
        <w:t>que le pasteur Frühwirth désirait lui parler</w:t>
      </w:r>
      <w:r w:rsidR="000E1451">
        <w:rPr>
          <w:rFonts w:cs="Georgia"/>
          <w:kern w:val="1"/>
        </w:rPr>
        <w:t>.</w:t>
      </w:r>
    </w:p>
    <w:p w14:paraId="40BF0C60" w14:textId="77777777" w:rsidR="000E1451" w:rsidRDefault="000E1451" w:rsidP="00BE611A">
      <w:pPr>
        <w:rPr>
          <w:rFonts w:cs="Georgia"/>
          <w:kern w:val="1"/>
        </w:rPr>
      </w:pPr>
      <w:r>
        <w:rPr>
          <w:rFonts w:cs="Georgia"/>
          <w:kern w:val="1"/>
        </w:rPr>
        <w:t>— </w:t>
      </w:r>
      <w:r w:rsidR="00BE611A">
        <w:rPr>
          <w:rFonts w:cs="Georgia"/>
          <w:kern w:val="1"/>
        </w:rPr>
        <w:t>Qu</w:t>
      </w:r>
      <w:r>
        <w:rPr>
          <w:rFonts w:cs="Georgia"/>
          <w:kern w:val="1"/>
        </w:rPr>
        <w:t>’</w:t>
      </w:r>
      <w:r w:rsidR="00BE611A">
        <w:rPr>
          <w:rFonts w:cs="Georgia"/>
          <w:kern w:val="1"/>
        </w:rPr>
        <w:t>il monte</w:t>
      </w:r>
      <w:r>
        <w:rPr>
          <w:rFonts w:cs="Georgia"/>
          <w:kern w:val="1"/>
        </w:rPr>
        <w:t xml:space="preserve"> ! </w:t>
      </w:r>
      <w:r w:rsidR="00BE611A">
        <w:rPr>
          <w:rFonts w:cs="Georgia"/>
          <w:kern w:val="1"/>
        </w:rPr>
        <w:t>dit-elle</w:t>
      </w:r>
      <w:r>
        <w:rPr>
          <w:rFonts w:cs="Georgia"/>
          <w:kern w:val="1"/>
        </w:rPr>
        <w:t>.</w:t>
      </w:r>
    </w:p>
    <w:p w14:paraId="7C4A92F1" w14:textId="77777777" w:rsidR="000E1451" w:rsidRDefault="00BE611A" w:rsidP="00BE611A">
      <w:pPr>
        <w:rPr>
          <w:rFonts w:cs="Georgia"/>
          <w:kern w:val="1"/>
        </w:rPr>
      </w:pPr>
      <w:r>
        <w:rPr>
          <w:rFonts w:cs="Georgia"/>
          <w:kern w:val="1"/>
        </w:rPr>
        <w:t>En même temps</w:t>
      </w:r>
      <w:r w:rsidR="000E1451">
        <w:rPr>
          <w:rFonts w:cs="Georgia"/>
          <w:kern w:val="1"/>
        </w:rPr>
        <w:t xml:space="preserve">, </w:t>
      </w:r>
      <w:r>
        <w:rPr>
          <w:rFonts w:cs="Georgia"/>
          <w:kern w:val="1"/>
        </w:rPr>
        <w:t>d</w:t>
      </w:r>
      <w:r w:rsidR="000E1451">
        <w:rPr>
          <w:rFonts w:cs="Georgia"/>
          <w:kern w:val="1"/>
        </w:rPr>
        <w:t>’</w:t>
      </w:r>
      <w:r>
        <w:rPr>
          <w:rFonts w:cs="Georgia"/>
          <w:kern w:val="1"/>
        </w:rPr>
        <w:t>un geste frileux</w:t>
      </w:r>
      <w:r w:rsidR="000E1451">
        <w:rPr>
          <w:rFonts w:cs="Georgia"/>
          <w:kern w:val="1"/>
        </w:rPr>
        <w:t xml:space="preserve">, </w:t>
      </w:r>
      <w:r>
        <w:rPr>
          <w:rFonts w:cs="Georgia"/>
          <w:kern w:val="1"/>
        </w:rPr>
        <w:t>elle ramenait les bords de la mante jetée sur ses épaules</w:t>
      </w:r>
      <w:r w:rsidR="000E1451">
        <w:rPr>
          <w:rFonts w:cs="Georgia"/>
          <w:kern w:val="1"/>
        </w:rPr>
        <w:t xml:space="preserve">. </w:t>
      </w:r>
      <w:r>
        <w:rPr>
          <w:rFonts w:cs="Georgia"/>
          <w:kern w:val="1"/>
        </w:rPr>
        <w:t>Elle paraissait grelotter</w:t>
      </w:r>
      <w:r w:rsidR="000E1451">
        <w:rPr>
          <w:rFonts w:cs="Georgia"/>
          <w:kern w:val="1"/>
        </w:rPr>
        <w:t>.</w:t>
      </w:r>
    </w:p>
    <w:p w14:paraId="53F4201C" w14:textId="77777777" w:rsidR="000E1451" w:rsidRDefault="000E1451" w:rsidP="00BE611A">
      <w:pPr>
        <w:rPr>
          <w:rFonts w:cs="Georgia"/>
          <w:kern w:val="1"/>
        </w:rPr>
      </w:pPr>
      <w:r>
        <w:rPr>
          <w:rFonts w:cs="Georgia"/>
          <w:kern w:val="1"/>
        </w:rPr>
        <w:t>— </w:t>
      </w:r>
      <w:r w:rsidR="00BE611A">
        <w:rPr>
          <w:rFonts w:cs="Georgia"/>
          <w:kern w:val="1"/>
        </w:rPr>
        <w:t>Vous serez bien avancée quand vous aurez réussi à tomber vous aussi malade</w:t>
      </w:r>
      <w:r>
        <w:rPr>
          <w:rFonts w:cs="Georgia"/>
          <w:kern w:val="1"/>
        </w:rPr>
        <w:t xml:space="preserve">, </w:t>
      </w:r>
      <w:r w:rsidR="00BE611A">
        <w:rPr>
          <w:rFonts w:cs="Georgia"/>
          <w:kern w:val="1"/>
        </w:rPr>
        <w:t>lui dis-je</w:t>
      </w:r>
      <w:r>
        <w:rPr>
          <w:rFonts w:cs="Georgia"/>
          <w:kern w:val="1"/>
        </w:rPr>
        <w:t>.</w:t>
      </w:r>
    </w:p>
    <w:p w14:paraId="5780B60D" w14:textId="77777777" w:rsidR="000E1451" w:rsidRDefault="000E1451" w:rsidP="00BE611A">
      <w:pPr>
        <w:rPr>
          <w:rFonts w:cs="Georgia"/>
          <w:kern w:val="1"/>
        </w:rPr>
      </w:pPr>
      <w:r>
        <w:rPr>
          <w:rFonts w:cs="Georgia"/>
          <w:kern w:val="1"/>
        </w:rPr>
        <w:t>— </w:t>
      </w:r>
      <w:r w:rsidR="00BE611A">
        <w:rPr>
          <w:rFonts w:cs="Georgia"/>
          <w:kern w:val="1"/>
        </w:rPr>
        <w:t>Comment vous comporteriez-vous</w:t>
      </w:r>
      <w:r>
        <w:rPr>
          <w:rFonts w:cs="Georgia"/>
          <w:kern w:val="1"/>
        </w:rPr>
        <w:t xml:space="preserve">, </w:t>
      </w:r>
      <w:r w:rsidR="00BE611A">
        <w:rPr>
          <w:rFonts w:cs="Georgia"/>
          <w:kern w:val="1"/>
        </w:rPr>
        <w:t>à ma place</w:t>
      </w:r>
      <w:r>
        <w:rPr>
          <w:rFonts w:cs="Georgia"/>
          <w:kern w:val="1"/>
        </w:rPr>
        <w:t xml:space="preserve"> ? </w:t>
      </w:r>
      <w:r w:rsidR="00BE611A">
        <w:rPr>
          <w:rFonts w:cs="Georgia"/>
          <w:kern w:val="1"/>
        </w:rPr>
        <w:t>répliqua-t-elle</w:t>
      </w:r>
      <w:r>
        <w:rPr>
          <w:rFonts w:cs="Georgia"/>
          <w:kern w:val="1"/>
        </w:rPr>
        <w:t xml:space="preserve">. </w:t>
      </w:r>
      <w:r w:rsidR="00BE611A">
        <w:rPr>
          <w:rFonts w:cs="Georgia"/>
          <w:kern w:val="1"/>
        </w:rPr>
        <w:t>Ce que je fais</w:t>
      </w:r>
      <w:r>
        <w:rPr>
          <w:rFonts w:cs="Georgia"/>
          <w:kern w:val="1"/>
        </w:rPr>
        <w:t xml:space="preserve">, </w:t>
      </w:r>
      <w:r w:rsidR="00BE611A">
        <w:rPr>
          <w:rFonts w:cs="Georgia"/>
          <w:kern w:val="1"/>
        </w:rPr>
        <w:t>vous vous imaginez sans doute que c</w:t>
      </w:r>
      <w:r>
        <w:rPr>
          <w:rFonts w:cs="Georgia"/>
          <w:kern w:val="1"/>
        </w:rPr>
        <w:t>’</w:t>
      </w:r>
      <w:r w:rsidR="00BE611A">
        <w:rPr>
          <w:rFonts w:cs="Georgia"/>
          <w:kern w:val="1"/>
        </w:rPr>
        <w:t>est par plaisir</w:t>
      </w:r>
      <w:r>
        <w:rPr>
          <w:rFonts w:cs="Georgia"/>
          <w:kern w:val="1"/>
        </w:rPr>
        <w:t xml:space="preserve">, </w:t>
      </w:r>
      <w:r w:rsidR="00BE611A">
        <w:rPr>
          <w:rFonts w:cs="Georgia"/>
          <w:kern w:val="1"/>
        </w:rPr>
        <w:t>et non parce que j</w:t>
      </w:r>
      <w:r>
        <w:rPr>
          <w:rFonts w:cs="Georgia"/>
          <w:kern w:val="1"/>
        </w:rPr>
        <w:t>’</w:t>
      </w:r>
      <w:r w:rsidR="00BE611A">
        <w:rPr>
          <w:rFonts w:cs="Georgia"/>
          <w:kern w:val="1"/>
        </w:rPr>
        <w:t>y suis forcée</w:t>
      </w:r>
      <w:r>
        <w:rPr>
          <w:rFonts w:cs="Georgia"/>
          <w:kern w:val="1"/>
        </w:rPr>
        <w:t> ?</w:t>
      </w:r>
    </w:p>
    <w:p w14:paraId="7FD4EF6E" w14:textId="77777777" w:rsidR="000E1451" w:rsidRDefault="00BE611A" w:rsidP="00BE611A">
      <w:pPr>
        <w:rPr>
          <w:rFonts w:cs="Georgia"/>
          <w:kern w:val="1"/>
        </w:rPr>
      </w:pPr>
      <w:r>
        <w:rPr>
          <w:rFonts w:cs="Georgia"/>
          <w:kern w:val="1"/>
        </w:rPr>
        <w:t>Comme tous ceux qui ont la crainte et le respect du mystère d</w:t>
      </w:r>
      <w:r w:rsidR="000E1451">
        <w:rPr>
          <w:rFonts w:cs="Georgia"/>
          <w:kern w:val="1"/>
        </w:rPr>
        <w:t>’</w:t>
      </w:r>
      <w:r>
        <w:rPr>
          <w:rFonts w:cs="Georgia"/>
          <w:kern w:val="1"/>
        </w:rPr>
        <w:t>autrui</w:t>
      </w:r>
      <w:r w:rsidR="000E1451">
        <w:rPr>
          <w:rFonts w:cs="Georgia"/>
          <w:kern w:val="1"/>
        </w:rPr>
        <w:t xml:space="preserve">, </w:t>
      </w:r>
      <w:r>
        <w:rPr>
          <w:rFonts w:cs="Georgia"/>
          <w:kern w:val="1"/>
        </w:rPr>
        <w:t>nous n</w:t>
      </w:r>
      <w:r w:rsidR="000E1451">
        <w:rPr>
          <w:rFonts w:cs="Georgia"/>
          <w:kern w:val="1"/>
        </w:rPr>
        <w:t>’</w:t>
      </w:r>
      <w:r>
        <w:rPr>
          <w:rFonts w:cs="Georgia"/>
          <w:kern w:val="1"/>
        </w:rPr>
        <w:t>osions que bien rarement nous parler de façon aussi directe</w:t>
      </w:r>
      <w:r w:rsidR="000E1451">
        <w:rPr>
          <w:rFonts w:cs="Georgia"/>
          <w:kern w:val="1"/>
        </w:rPr>
        <w:t xml:space="preserve"> ! </w:t>
      </w:r>
      <w:r>
        <w:rPr>
          <w:rFonts w:cs="Georgia"/>
          <w:kern w:val="1"/>
        </w:rPr>
        <w:t>En l</w:t>
      </w:r>
      <w:r w:rsidR="000E1451">
        <w:rPr>
          <w:rFonts w:cs="Georgia"/>
          <w:kern w:val="1"/>
        </w:rPr>
        <w:t>’</w:t>
      </w:r>
      <w:r>
        <w:rPr>
          <w:rFonts w:cs="Georgia"/>
          <w:kern w:val="1"/>
        </w:rPr>
        <w:t>espèce</w:t>
      </w:r>
      <w:r w:rsidR="000E1451">
        <w:rPr>
          <w:rFonts w:cs="Georgia"/>
          <w:kern w:val="1"/>
        </w:rPr>
        <w:t xml:space="preserve">, </w:t>
      </w:r>
      <w:r>
        <w:rPr>
          <w:rFonts w:cs="Georgia"/>
          <w:kern w:val="1"/>
        </w:rPr>
        <w:t>la pensée que le pasteur Frühwirth montait l</w:t>
      </w:r>
      <w:r w:rsidR="000E1451">
        <w:rPr>
          <w:rFonts w:cs="Georgia"/>
          <w:kern w:val="1"/>
        </w:rPr>
        <w:t>’</w:t>
      </w:r>
      <w:r>
        <w:rPr>
          <w:rFonts w:cs="Georgia"/>
          <w:kern w:val="1"/>
        </w:rPr>
        <w:t>escalier</w:t>
      </w:r>
      <w:r w:rsidR="000E1451">
        <w:rPr>
          <w:rFonts w:cs="Georgia"/>
          <w:kern w:val="1"/>
        </w:rPr>
        <w:t xml:space="preserve">, </w:t>
      </w:r>
      <w:r>
        <w:rPr>
          <w:rFonts w:cs="Georgia"/>
          <w:kern w:val="1"/>
        </w:rPr>
        <w:t>que dans un instant il allait surgir</w:t>
      </w:r>
      <w:r w:rsidR="000E1451">
        <w:rPr>
          <w:rFonts w:cs="Georgia"/>
          <w:kern w:val="1"/>
        </w:rPr>
        <w:t xml:space="preserve">, </w:t>
      </w:r>
      <w:r>
        <w:rPr>
          <w:rFonts w:cs="Georgia"/>
          <w:kern w:val="1"/>
        </w:rPr>
        <w:t>mettant fin à notre tête-à-tête</w:t>
      </w:r>
      <w:r w:rsidR="000E1451">
        <w:rPr>
          <w:rFonts w:cs="Georgia"/>
          <w:kern w:val="1"/>
        </w:rPr>
        <w:t xml:space="preserve">, </w:t>
      </w:r>
      <w:r>
        <w:rPr>
          <w:rFonts w:cs="Georgia"/>
          <w:kern w:val="1"/>
        </w:rPr>
        <w:t>cette pensée nous donnait une audace qui nous aurait fait défaut si nous avions eu la perspective de voir ce tête-à-tête se prolonger le reste de la journée</w:t>
      </w:r>
      <w:r w:rsidR="000E1451">
        <w:rPr>
          <w:rFonts w:cs="Georgia"/>
          <w:kern w:val="1"/>
        </w:rPr>
        <w:t>.</w:t>
      </w:r>
    </w:p>
    <w:p w14:paraId="26F23F94" w14:textId="77777777" w:rsidR="000E1451" w:rsidRDefault="000E1451" w:rsidP="00BE611A">
      <w:pPr>
        <w:rPr>
          <w:rFonts w:cs="Georgia"/>
          <w:kern w:val="1"/>
        </w:rPr>
      </w:pPr>
      <w:r>
        <w:rPr>
          <w:rFonts w:cs="Georgia"/>
          <w:kern w:val="1"/>
        </w:rPr>
        <w:t>— </w:t>
      </w:r>
      <w:r w:rsidR="00BE611A">
        <w:rPr>
          <w:rFonts w:cs="Georgia"/>
          <w:kern w:val="1"/>
        </w:rPr>
        <w:t>Vous y êtes forcée</w:t>
      </w:r>
      <w:r>
        <w:rPr>
          <w:rFonts w:cs="Georgia"/>
          <w:kern w:val="1"/>
        </w:rPr>
        <w:t xml:space="preserve"> ? </w:t>
      </w:r>
      <w:r w:rsidR="00BE611A">
        <w:rPr>
          <w:rFonts w:cs="Georgia"/>
          <w:kern w:val="1"/>
        </w:rPr>
        <w:t>ripostai-je âprement</w:t>
      </w:r>
      <w:r>
        <w:rPr>
          <w:rFonts w:cs="Georgia"/>
          <w:kern w:val="1"/>
        </w:rPr>
        <w:t xml:space="preserve">. </w:t>
      </w:r>
      <w:r w:rsidR="00BE611A">
        <w:rPr>
          <w:rFonts w:cs="Georgia"/>
          <w:kern w:val="1"/>
        </w:rPr>
        <w:t>Toujours la même excuse</w:t>
      </w:r>
      <w:r>
        <w:rPr>
          <w:rFonts w:cs="Georgia"/>
          <w:kern w:val="1"/>
        </w:rPr>
        <w:t xml:space="preserve">. </w:t>
      </w:r>
      <w:r w:rsidR="00BE611A">
        <w:rPr>
          <w:rFonts w:cs="Georgia"/>
          <w:kern w:val="1"/>
        </w:rPr>
        <w:t>N</w:t>
      </w:r>
      <w:r>
        <w:rPr>
          <w:rFonts w:cs="Georgia"/>
          <w:kern w:val="1"/>
        </w:rPr>
        <w:t>’</w:t>
      </w:r>
      <w:r w:rsidR="00BE611A">
        <w:rPr>
          <w:rFonts w:cs="Georgia"/>
          <w:kern w:val="1"/>
        </w:rPr>
        <w:t>êtes-vous donc pas libre</w:t>
      </w:r>
      <w:r>
        <w:rPr>
          <w:rFonts w:cs="Georgia"/>
          <w:kern w:val="1"/>
        </w:rPr>
        <w:t xml:space="preserve"> ? </w:t>
      </w:r>
      <w:r w:rsidR="00BE611A">
        <w:rPr>
          <w:rFonts w:cs="Georgia"/>
          <w:kern w:val="1"/>
        </w:rPr>
        <w:t>Qui vous force</w:t>
      </w:r>
      <w:r>
        <w:rPr>
          <w:rFonts w:cs="Georgia"/>
          <w:kern w:val="1"/>
        </w:rPr>
        <w:t> ?</w:t>
      </w:r>
    </w:p>
    <w:p w14:paraId="367DEAE8" w14:textId="77777777" w:rsidR="000E1451" w:rsidRDefault="000E1451" w:rsidP="00BE611A">
      <w:pPr>
        <w:rPr>
          <w:rFonts w:cs="Georgia"/>
          <w:kern w:val="1"/>
        </w:rPr>
      </w:pPr>
      <w:r>
        <w:rPr>
          <w:rFonts w:cs="Georgia"/>
          <w:kern w:val="1"/>
        </w:rPr>
        <w:t>— </w:t>
      </w:r>
      <w:r w:rsidR="00BE611A">
        <w:rPr>
          <w:rFonts w:cs="Georgia"/>
          <w:kern w:val="1"/>
        </w:rPr>
        <w:t>Qui</w:t>
      </w:r>
      <w:r>
        <w:rPr>
          <w:rFonts w:cs="Georgia"/>
          <w:kern w:val="1"/>
        </w:rPr>
        <w:t xml:space="preserve"> ? </w:t>
      </w:r>
      <w:r w:rsidR="00BE611A">
        <w:rPr>
          <w:rFonts w:cs="Georgia"/>
          <w:kern w:val="1"/>
        </w:rPr>
        <w:t>Vous ne le savez que trop</w:t>
      </w:r>
      <w:r>
        <w:rPr>
          <w:rFonts w:cs="Georgia"/>
          <w:kern w:val="1"/>
        </w:rPr>
        <w:t>.</w:t>
      </w:r>
    </w:p>
    <w:p w14:paraId="17A98D77" w14:textId="77777777" w:rsidR="000E1451" w:rsidRDefault="00BE611A" w:rsidP="00BE611A">
      <w:pPr>
        <w:rPr>
          <w:rFonts w:cs="Georgia"/>
          <w:kern w:val="1"/>
        </w:rPr>
      </w:pPr>
      <w:r>
        <w:rPr>
          <w:rFonts w:cs="Georgia"/>
          <w:kern w:val="1"/>
        </w:rPr>
        <w:t>Au même moment</w:t>
      </w:r>
      <w:r w:rsidR="000E1451">
        <w:rPr>
          <w:rFonts w:cs="Georgia"/>
          <w:kern w:val="1"/>
        </w:rPr>
        <w:t xml:space="preserve">, </w:t>
      </w:r>
      <w:r>
        <w:rPr>
          <w:rFonts w:cs="Georgia"/>
          <w:kern w:val="1"/>
        </w:rPr>
        <w:t>le pasteur entrait</w:t>
      </w:r>
      <w:r w:rsidR="000E1451">
        <w:rPr>
          <w:rFonts w:cs="Georgia"/>
          <w:kern w:val="1"/>
        </w:rPr>
        <w:t xml:space="preserve">. </w:t>
      </w:r>
      <w:r>
        <w:rPr>
          <w:rFonts w:cs="Georgia"/>
          <w:kern w:val="1"/>
        </w:rPr>
        <w:t>Il n</w:t>
      </w:r>
      <w:r w:rsidR="000E1451">
        <w:rPr>
          <w:rFonts w:cs="Georgia"/>
          <w:kern w:val="1"/>
        </w:rPr>
        <w:t>’</w:t>
      </w:r>
      <w:r>
        <w:rPr>
          <w:rFonts w:cs="Georgia"/>
          <w:kern w:val="1"/>
        </w:rPr>
        <w:t>eut pas l</w:t>
      </w:r>
      <w:r w:rsidR="000E1451">
        <w:rPr>
          <w:rFonts w:cs="Georgia"/>
          <w:kern w:val="1"/>
        </w:rPr>
        <w:t>’</w:t>
      </w:r>
      <w:r>
        <w:rPr>
          <w:rFonts w:cs="Georgia"/>
          <w:kern w:val="1"/>
        </w:rPr>
        <w:t>air surpris outre mesure de me trouver là</w:t>
      </w:r>
      <w:r w:rsidR="000E1451">
        <w:rPr>
          <w:rFonts w:cs="Georgia"/>
          <w:kern w:val="1"/>
        </w:rPr>
        <w:t>.</w:t>
      </w:r>
    </w:p>
    <w:p w14:paraId="5EA4D722" w14:textId="77777777" w:rsidR="000E1451" w:rsidRDefault="000E1451" w:rsidP="00BE611A">
      <w:pPr>
        <w:rPr>
          <w:rFonts w:cs="Georgia"/>
          <w:kern w:val="1"/>
        </w:rPr>
      </w:pPr>
      <w:r>
        <w:rPr>
          <w:rFonts w:cs="Georgia"/>
          <w:kern w:val="1"/>
        </w:rPr>
        <w:t>— </w:t>
      </w:r>
      <w:r w:rsidR="00BE611A">
        <w:rPr>
          <w:rFonts w:cs="Georgia"/>
          <w:kern w:val="1"/>
        </w:rPr>
        <w:t>Mademoiselle</w:t>
      </w:r>
      <w:r>
        <w:rPr>
          <w:rFonts w:cs="Georgia"/>
          <w:kern w:val="1"/>
        </w:rPr>
        <w:t xml:space="preserve">… </w:t>
      </w:r>
      <w:r w:rsidR="00BE611A">
        <w:rPr>
          <w:rFonts w:cs="Georgia"/>
          <w:kern w:val="1"/>
        </w:rPr>
        <w:t>Monsieur Dumaine</w:t>
      </w:r>
      <w:r>
        <w:rPr>
          <w:rFonts w:cs="Georgia"/>
          <w:kern w:val="1"/>
        </w:rPr>
        <w:t>…</w:t>
      </w:r>
    </w:p>
    <w:p w14:paraId="74DE2970" w14:textId="77777777" w:rsidR="000E1451" w:rsidRDefault="000E1451" w:rsidP="00BE611A">
      <w:pPr>
        <w:rPr>
          <w:rFonts w:cs="Georgia"/>
          <w:kern w:val="1"/>
        </w:rPr>
      </w:pPr>
      <w:r>
        <w:rPr>
          <w:rFonts w:cs="Georgia"/>
          <w:kern w:val="1"/>
        </w:rPr>
        <w:lastRenderedPageBreak/>
        <w:t>— </w:t>
      </w:r>
      <w:r w:rsidR="00BE611A">
        <w:rPr>
          <w:rFonts w:cs="Georgia"/>
          <w:kern w:val="1"/>
        </w:rPr>
        <w:t>Asseyez-vous</w:t>
      </w:r>
      <w:r>
        <w:rPr>
          <w:rFonts w:cs="Georgia"/>
          <w:kern w:val="1"/>
        </w:rPr>
        <w:t xml:space="preserve">, </w:t>
      </w:r>
      <w:r w:rsidR="00BE611A">
        <w:rPr>
          <w:rFonts w:cs="Georgia"/>
          <w:kern w:val="1"/>
        </w:rPr>
        <w:t>Monsieur le Pasteur</w:t>
      </w:r>
      <w:r>
        <w:rPr>
          <w:rFonts w:cs="Georgia"/>
          <w:kern w:val="1"/>
        </w:rPr>
        <w:t xml:space="preserve">, </w:t>
      </w:r>
      <w:r w:rsidR="00BE611A">
        <w:rPr>
          <w:rFonts w:cs="Georgia"/>
          <w:kern w:val="1"/>
        </w:rPr>
        <w:t>dit Axelle</w:t>
      </w:r>
      <w:r>
        <w:rPr>
          <w:rFonts w:cs="Georgia"/>
          <w:kern w:val="1"/>
        </w:rPr>
        <w:t xml:space="preserve">. </w:t>
      </w:r>
      <w:r w:rsidR="00BE611A">
        <w:rPr>
          <w:rFonts w:cs="Georgia"/>
          <w:kern w:val="1"/>
        </w:rPr>
        <w:t>Tâchez de vous réchauffer un peu</w:t>
      </w:r>
      <w:r>
        <w:rPr>
          <w:rFonts w:cs="Georgia"/>
          <w:kern w:val="1"/>
        </w:rPr>
        <w:t>.</w:t>
      </w:r>
    </w:p>
    <w:p w14:paraId="09E891B8" w14:textId="77777777" w:rsidR="000E1451" w:rsidRDefault="000E1451" w:rsidP="00BE611A">
      <w:pPr>
        <w:rPr>
          <w:rFonts w:cs="Georgia"/>
          <w:kern w:val="1"/>
        </w:rPr>
      </w:pPr>
      <w:r>
        <w:rPr>
          <w:rFonts w:cs="Georgia"/>
          <w:kern w:val="1"/>
        </w:rPr>
        <w:t>— </w:t>
      </w:r>
      <w:r w:rsidR="00BE611A">
        <w:rPr>
          <w:rFonts w:cs="Georgia"/>
          <w:kern w:val="1"/>
        </w:rPr>
        <w:t>Ce n</w:t>
      </w:r>
      <w:r>
        <w:rPr>
          <w:rFonts w:cs="Georgia"/>
          <w:kern w:val="1"/>
        </w:rPr>
        <w:t>’</w:t>
      </w:r>
      <w:r w:rsidR="00BE611A">
        <w:rPr>
          <w:rFonts w:cs="Georgia"/>
          <w:kern w:val="1"/>
        </w:rPr>
        <w:t>est pas de refus</w:t>
      </w:r>
      <w:r>
        <w:rPr>
          <w:rFonts w:cs="Georgia"/>
          <w:kern w:val="1"/>
        </w:rPr>
        <w:t xml:space="preserve">. </w:t>
      </w:r>
      <w:r w:rsidR="00BE611A">
        <w:rPr>
          <w:rFonts w:cs="Georgia"/>
          <w:kern w:val="1"/>
        </w:rPr>
        <w:t>Je suis venu à pied du village</w:t>
      </w:r>
      <w:r>
        <w:rPr>
          <w:rFonts w:cs="Georgia"/>
          <w:kern w:val="1"/>
        </w:rPr>
        <w:t xml:space="preserve">. </w:t>
      </w:r>
      <w:r w:rsidR="00BE611A">
        <w:rPr>
          <w:rFonts w:cs="Georgia"/>
          <w:kern w:val="1"/>
        </w:rPr>
        <w:t>Et</w:t>
      </w:r>
      <w:r>
        <w:rPr>
          <w:rFonts w:cs="Georgia"/>
          <w:kern w:val="1"/>
        </w:rPr>
        <w:t xml:space="preserve">, </w:t>
      </w:r>
      <w:r w:rsidR="00BE611A">
        <w:rPr>
          <w:rFonts w:cs="Georgia"/>
          <w:kern w:val="1"/>
        </w:rPr>
        <w:t>ma foi</w:t>
      </w:r>
      <w:r>
        <w:rPr>
          <w:rFonts w:cs="Georgia"/>
          <w:kern w:val="1"/>
        </w:rPr>
        <w:t xml:space="preserve">, </w:t>
      </w:r>
      <w:r w:rsidR="00BE611A">
        <w:rPr>
          <w:rFonts w:cs="Georgia"/>
          <w:kern w:val="1"/>
        </w:rPr>
        <w:t>avec ce temps</w:t>
      </w:r>
      <w:r>
        <w:rPr>
          <w:rFonts w:cs="Georgia"/>
          <w:kern w:val="1"/>
        </w:rPr>
        <w:t>…</w:t>
      </w:r>
    </w:p>
    <w:p w14:paraId="3A2B0634" w14:textId="77777777" w:rsidR="000E1451" w:rsidRDefault="000E1451" w:rsidP="00BE611A">
      <w:pPr>
        <w:rPr>
          <w:rFonts w:cs="Georgia"/>
          <w:kern w:val="1"/>
        </w:rPr>
      </w:pPr>
      <w:r>
        <w:rPr>
          <w:rFonts w:cs="Georgia"/>
          <w:kern w:val="1"/>
        </w:rPr>
        <w:t>— </w:t>
      </w:r>
      <w:r w:rsidR="00BE611A">
        <w:rPr>
          <w:rFonts w:cs="Georgia"/>
          <w:kern w:val="1"/>
        </w:rPr>
        <w:t>Vous nous apportez des nouvelles</w:t>
      </w:r>
      <w:r>
        <w:rPr>
          <w:rFonts w:cs="Georgia"/>
          <w:kern w:val="1"/>
        </w:rPr>
        <w:t> ?</w:t>
      </w:r>
    </w:p>
    <w:p w14:paraId="1F99C1E0" w14:textId="77777777" w:rsidR="000E1451" w:rsidRDefault="00BE611A" w:rsidP="00BE611A">
      <w:pPr>
        <w:rPr>
          <w:rFonts w:cs="Georgia"/>
          <w:kern w:val="1"/>
        </w:rPr>
      </w:pPr>
      <w:r>
        <w:rPr>
          <w:rFonts w:cs="Georgia"/>
          <w:kern w:val="1"/>
        </w:rPr>
        <w:t>Il secoua tristement la tête</w:t>
      </w:r>
      <w:r w:rsidR="000E1451">
        <w:rPr>
          <w:rFonts w:cs="Georgia"/>
          <w:kern w:val="1"/>
        </w:rPr>
        <w:t>.</w:t>
      </w:r>
    </w:p>
    <w:p w14:paraId="68AF5EB4" w14:textId="77777777" w:rsidR="000E1451" w:rsidRDefault="000E1451" w:rsidP="00BE611A">
      <w:pPr>
        <w:rPr>
          <w:rFonts w:cs="Georgia"/>
          <w:kern w:val="1"/>
        </w:rPr>
      </w:pPr>
      <w:r>
        <w:rPr>
          <w:rFonts w:cs="Georgia"/>
          <w:kern w:val="1"/>
        </w:rPr>
        <w:t>— </w:t>
      </w:r>
      <w:r w:rsidR="00BE611A">
        <w:rPr>
          <w:rFonts w:cs="Georgia"/>
          <w:kern w:val="1"/>
        </w:rPr>
        <w:t>Rien que vous ne sachiez déjà</w:t>
      </w:r>
      <w:r>
        <w:rPr>
          <w:rFonts w:cs="Georgia"/>
          <w:kern w:val="1"/>
        </w:rPr>
        <w:t xml:space="preserve">, </w:t>
      </w:r>
      <w:r w:rsidR="00BE611A">
        <w:rPr>
          <w:rFonts w:cs="Georgia"/>
          <w:kern w:val="1"/>
        </w:rPr>
        <w:t>sans doute</w:t>
      </w:r>
      <w:r>
        <w:rPr>
          <w:rFonts w:cs="Georgia"/>
          <w:kern w:val="1"/>
        </w:rPr>
        <w:t>.</w:t>
      </w:r>
    </w:p>
    <w:p w14:paraId="2AD0FF4D" w14:textId="77777777" w:rsidR="000E1451" w:rsidRDefault="000E1451" w:rsidP="00BE611A">
      <w:pPr>
        <w:rPr>
          <w:rFonts w:cs="Georgia"/>
          <w:kern w:val="1"/>
        </w:rPr>
      </w:pPr>
      <w:r>
        <w:rPr>
          <w:rFonts w:cs="Georgia"/>
          <w:kern w:val="1"/>
        </w:rPr>
        <w:t>— </w:t>
      </w:r>
      <w:r w:rsidR="00BE611A">
        <w:rPr>
          <w:rFonts w:cs="Georgia"/>
          <w:kern w:val="1"/>
        </w:rPr>
        <w:t>C</w:t>
      </w:r>
      <w:r>
        <w:rPr>
          <w:rFonts w:cs="Georgia"/>
          <w:kern w:val="1"/>
        </w:rPr>
        <w:t>’</w:t>
      </w:r>
      <w:r w:rsidR="00BE611A">
        <w:rPr>
          <w:rFonts w:cs="Georgia"/>
          <w:kern w:val="1"/>
        </w:rPr>
        <w:t>est que nous sommes ignorants de tout</w:t>
      </w:r>
      <w:r>
        <w:rPr>
          <w:rFonts w:cs="Georgia"/>
          <w:kern w:val="1"/>
        </w:rPr>
        <w:t xml:space="preserve">. </w:t>
      </w:r>
      <w:r w:rsidR="00BE611A">
        <w:rPr>
          <w:rFonts w:cs="Georgia"/>
          <w:kern w:val="1"/>
        </w:rPr>
        <w:t>Personne n</w:t>
      </w:r>
      <w:r>
        <w:rPr>
          <w:rFonts w:cs="Georgia"/>
          <w:kern w:val="1"/>
        </w:rPr>
        <w:t>’</w:t>
      </w:r>
      <w:r w:rsidR="00BE611A">
        <w:rPr>
          <w:rFonts w:cs="Georgia"/>
          <w:kern w:val="1"/>
        </w:rPr>
        <w:t>est entré au château</w:t>
      </w:r>
      <w:r>
        <w:rPr>
          <w:rFonts w:cs="Georgia"/>
          <w:kern w:val="1"/>
        </w:rPr>
        <w:t xml:space="preserve">, </w:t>
      </w:r>
      <w:r w:rsidR="00BE611A">
        <w:rPr>
          <w:rFonts w:cs="Georgia"/>
          <w:kern w:val="1"/>
        </w:rPr>
        <w:t>ni n</w:t>
      </w:r>
      <w:r>
        <w:rPr>
          <w:rFonts w:cs="Georgia"/>
          <w:kern w:val="1"/>
        </w:rPr>
        <w:t>’</w:t>
      </w:r>
      <w:r w:rsidR="00BE611A">
        <w:rPr>
          <w:rFonts w:cs="Georgia"/>
          <w:kern w:val="1"/>
        </w:rPr>
        <w:t>en est sorti</w:t>
      </w:r>
      <w:r>
        <w:rPr>
          <w:rFonts w:cs="Georgia"/>
          <w:kern w:val="1"/>
        </w:rPr>
        <w:t xml:space="preserve">, </w:t>
      </w:r>
      <w:r w:rsidR="00BE611A">
        <w:rPr>
          <w:rFonts w:cs="Georgia"/>
          <w:kern w:val="1"/>
        </w:rPr>
        <w:t>depuis deux jours</w:t>
      </w:r>
      <w:r>
        <w:rPr>
          <w:rFonts w:cs="Georgia"/>
          <w:kern w:val="1"/>
        </w:rPr>
        <w:t xml:space="preserve">. </w:t>
      </w:r>
      <w:r w:rsidR="00BE611A">
        <w:rPr>
          <w:rFonts w:cs="Georgia"/>
          <w:kern w:val="1"/>
        </w:rPr>
        <w:t>Ce matin</w:t>
      </w:r>
      <w:r>
        <w:rPr>
          <w:rFonts w:cs="Georgia"/>
          <w:kern w:val="1"/>
        </w:rPr>
        <w:t xml:space="preserve">, </w:t>
      </w:r>
      <w:r w:rsidR="00BE611A">
        <w:rPr>
          <w:rFonts w:cs="Georgia"/>
          <w:kern w:val="1"/>
        </w:rPr>
        <w:t>un prisonnier français est venu du camp s</w:t>
      </w:r>
      <w:r>
        <w:rPr>
          <w:rFonts w:cs="Georgia"/>
          <w:kern w:val="1"/>
        </w:rPr>
        <w:t>’</w:t>
      </w:r>
      <w:r w:rsidR="00BE611A">
        <w:rPr>
          <w:rFonts w:cs="Georgia"/>
          <w:kern w:val="1"/>
        </w:rPr>
        <w:t xml:space="preserve">entretenir avec </w:t>
      </w:r>
      <w:r>
        <w:rPr>
          <w:rFonts w:cs="Georgia"/>
          <w:kern w:val="1"/>
        </w:rPr>
        <w:t>M. </w:t>
      </w:r>
      <w:r w:rsidR="00BE611A">
        <w:rPr>
          <w:rFonts w:cs="Georgia"/>
          <w:kern w:val="1"/>
        </w:rPr>
        <w:t>Dumaine</w:t>
      </w:r>
      <w:r>
        <w:rPr>
          <w:rFonts w:cs="Georgia"/>
          <w:kern w:val="1"/>
        </w:rPr>
        <w:t xml:space="preserve">. </w:t>
      </w:r>
      <w:r w:rsidR="00BE611A">
        <w:rPr>
          <w:rFonts w:cs="Georgia"/>
          <w:kern w:val="1"/>
        </w:rPr>
        <w:t>C</w:t>
      </w:r>
      <w:r>
        <w:rPr>
          <w:rFonts w:cs="Georgia"/>
          <w:kern w:val="1"/>
        </w:rPr>
        <w:t>’</w:t>
      </w:r>
      <w:r w:rsidR="00BE611A">
        <w:rPr>
          <w:rFonts w:cs="Georgia"/>
          <w:kern w:val="1"/>
        </w:rPr>
        <w:t>est par lui que nous savons que le Gouvernement allemand a proposé un armistice</w:t>
      </w:r>
      <w:r>
        <w:rPr>
          <w:rFonts w:cs="Georgia"/>
          <w:kern w:val="1"/>
        </w:rPr>
        <w:t>.</w:t>
      </w:r>
    </w:p>
    <w:p w14:paraId="2EDEF3A2" w14:textId="77777777" w:rsidR="000E1451" w:rsidRDefault="000E1451" w:rsidP="00BE611A">
      <w:pPr>
        <w:rPr>
          <w:rFonts w:cs="Georgia"/>
          <w:kern w:val="1"/>
        </w:rPr>
      </w:pPr>
      <w:r>
        <w:rPr>
          <w:rFonts w:cs="Georgia"/>
          <w:kern w:val="1"/>
        </w:rPr>
        <w:t>— </w:t>
      </w:r>
      <w:r w:rsidR="00BE611A">
        <w:rPr>
          <w:rFonts w:cs="Georgia"/>
          <w:kern w:val="1"/>
        </w:rPr>
        <w:t>Proposé</w:t>
      </w:r>
      <w:r>
        <w:rPr>
          <w:rFonts w:cs="Georgia"/>
          <w:kern w:val="1"/>
        </w:rPr>
        <w:t xml:space="preserve">, </w:t>
      </w:r>
      <w:r w:rsidR="00BE611A">
        <w:rPr>
          <w:rFonts w:cs="Georgia"/>
          <w:kern w:val="1"/>
        </w:rPr>
        <w:t>mademoiselle</w:t>
      </w:r>
      <w:r>
        <w:rPr>
          <w:rFonts w:cs="Georgia"/>
          <w:kern w:val="1"/>
        </w:rPr>
        <w:t xml:space="preserve"> ! </w:t>
      </w:r>
      <w:r w:rsidR="00BE611A">
        <w:rPr>
          <w:rFonts w:cs="Georgia"/>
          <w:kern w:val="1"/>
        </w:rPr>
        <w:t xml:space="preserve">Dites </w:t>
      </w:r>
      <w:r w:rsidR="00BE611A">
        <w:rPr>
          <w:rFonts w:cs="Georgia"/>
          <w:bCs/>
          <w:i/>
          <w:iCs/>
          <w:kern w:val="1"/>
        </w:rPr>
        <w:t>sollicité</w:t>
      </w:r>
      <w:r>
        <w:t xml:space="preserve">. </w:t>
      </w:r>
      <w:r w:rsidR="00BE611A">
        <w:rPr>
          <w:rFonts w:cs="Georgia"/>
          <w:kern w:val="1"/>
        </w:rPr>
        <w:t>Et Dieu veuille</w:t>
      </w:r>
      <w:r>
        <w:rPr>
          <w:rFonts w:cs="Georgia"/>
          <w:kern w:val="1"/>
        </w:rPr>
        <w:t xml:space="preserve">, </w:t>
      </w:r>
      <w:r w:rsidR="00BE611A">
        <w:rPr>
          <w:rFonts w:cs="Georgia"/>
          <w:kern w:val="1"/>
        </w:rPr>
        <w:t>cet armistice</w:t>
      </w:r>
      <w:r>
        <w:rPr>
          <w:rFonts w:cs="Georgia"/>
          <w:kern w:val="1"/>
        </w:rPr>
        <w:t xml:space="preserve">, </w:t>
      </w:r>
      <w:r w:rsidR="00BE611A">
        <w:rPr>
          <w:rFonts w:cs="Georgia"/>
          <w:kern w:val="1"/>
        </w:rPr>
        <w:t>qu</w:t>
      </w:r>
      <w:r>
        <w:rPr>
          <w:rFonts w:cs="Georgia"/>
          <w:kern w:val="1"/>
        </w:rPr>
        <w:t>’</w:t>
      </w:r>
      <w:r w:rsidR="00BE611A">
        <w:rPr>
          <w:rFonts w:cs="Georgia"/>
          <w:kern w:val="1"/>
        </w:rPr>
        <w:t>il nous soit accordé</w:t>
      </w:r>
      <w:r>
        <w:rPr>
          <w:rFonts w:cs="Georgia"/>
          <w:kern w:val="1"/>
        </w:rPr>
        <w:t xml:space="preserve">, </w:t>
      </w:r>
      <w:r w:rsidR="00BE611A">
        <w:rPr>
          <w:rFonts w:cs="Georgia"/>
          <w:kern w:val="1"/>
        </w:rPr>
        <w:t>le plus tôt possible</w:t>
      </w:r>
      <w:r>
        <w:rPr>
          <w:rFonts w:cs="Georgia"/>
          <w:kern w:val="1"/>
        </w:rPr>
        <w:t>.</w:t>
      </w:r>
    </w:p>
    <w:p w14:paraId="3A354C58" w14:textId="77777777" w:rsidR="000E1451" w:rsidRDefault="00BE611A" w:rsidP="00BE611A">
      <w:pPr>
        <w:rPr>
          <w:rFonts w:cs="Georgia"/>
          <w:kern w:val="1"/>
        </w:rPr>
      </w:pPr>
      <w:r>
        <w:rPr>
          <w:rFonts w:cs="Georgia"/>
          <w:kern w:val="1"/>
        </w:rPr>
        <w:t>Axelle demeura impassible</w:t>
      </w:r>
      <w:r w:rsidR="000E1451">
        <w:rPr>
          <w:rFonts w:cs="Georgia"/>
          <w:kern w:val="1"/>
        </w:rPr>
        <w:t xml:space="preserve">. </w:t>
      </w:r>
      <w:r>
        <w:rPr>
          <w:rFonts w:cs="Georgia"/>
          <w:kern w:val="1"/>
        </w:rPr>
        <w:t>Elle regardait la pointe de ses souliers</w:t>
      </w:r>
      <w:r w:rsidR="000E1451">
        <w:rPr>
          <w:rFonts w:cs="Georgia"/>
          <w:kern w:val="1"/>
        </w:rPr>
        <w:t xml:space="preserve">, </w:t>
      </w:r>
      <w:r>
        <w:rPr>
          <w:rFonts w:cs="Georgia"/>
          <w:kern w:val="1"/>
        </w:rPr>
        <w:t>qu</w:t>
      </w:r>
      <w:r w:rsidR="000E1451">
        <w:rPr>
          <w:rFonts w:cs="Georgia"/>
          <w:kern w:val="1"/>
        </w:rPr>
        <w:t>’</w:t>
      </w:r>
      <w:r>
        <w:rPr>
          <w:rFonts w:cs="Georgia"/>
          <w:kern w:val="1"/>
        </w:rPr>
        <w:t>elle rapprochait tant qu</w:t>
      </w:r>
      <w:r w:rsidR="000E1451">
        <w:rPr>
          <w:rFonts w:cs="Georgia"/>
          <w:kern w:val="1"/>
        </w:rPr>
        <w:t>’</w:t>
      </w:r>
      <w:r>
        <w:rPr>
          <w:rFonts w:cs="Georgia"/>
          <w:kern w:val="1"/>
        </w:rPr>
        <w:t>elle pouvait des bûches fumantes</w:t>
      </w:r>
      <w:r w:rsidR="000E1451">
        <w:rPr>
          <w:rFonts w:cs="Georgia"/>
          <w:kern w:val="1"/>
        </w:rPr>
        <w:t>.</w:t>
      </w:r>
    </w:p>
    <w:p w14:paraId="29BE922E" w14:textId="77777777" w:rsidR="000E1451" w:rsidRDefault="000E1451" w:rsidP="00BE611A">
      <w:pPr>
        <w:rPr>
          <w:rFonts w:cs="Georgia"/>
          <w:kern w:val="1"/>
        </w:rPr>
      </w:pPr>
      <w:r>
        <w:rPr>
          <w:rFonts w:cs="Georgia"/>
          <w:kern w:val="1"/>
        </w:rPr>
        <w:t>— </w:t>
      </w:r>
      <w:r w:rsidR="00BE611A">
        <w:rPr>
          <w:rFonts w:cs="Georgia"/>
          <w:kern w:val="1"/>
        </w:rPr>
        <w:t>C</w:t>
      </w:r>
      <w:r>
        <w:rPr>
          <w:rFonts w:cs="Georgia"/>
          <w:kern w:val="1"/>
        </w:rPr>
        <w:t>’</w:t>
      </w:r>
      <w:r w:rsidR="00BE611A">
        <w:rPr>
          <w:rFonts w:cs="Georgia"/>
          <w:kern w:val="1"/>
        </w:rPr>
        <w:t>est la fin</w:t>
      </w:r>
      <w:r>
        <w:rPr>
          <w:rFonts w:cs="Georgia"/>
          <w:kern w:val="1"/>
        </w:rPr>
        <w:t xml:space="preserve">, </w:t>
      </w:r>
      <w:r w:rsidR="00BE611A">
        <w:rPr>
          <w:rFonts w:cs="Georgia"/>
          <w:kern w:val="1"/>
        </w:rPr>
        <w:t>monsieur le Pasteur</w:t>
      </w:r>
      <w:r>
        <w:rPr>
          <w:rFonts w:cs="Georgia"/>
          <w:kern w:val="1"/>
        </w:rPr>
        <w:t>.</w:t>
      </w:r>
    </w:p>
    <w:p w14:paraId="0EFAA9C2" w14:textId="77777777" w:rsidR="000E1451" w:rsidRDefault="000E1451" w:rsidP="00BE611A">
      <w:pPr>
        <w:rPr>
          <w:rFonts w:cs="Georgia"/>
          <w:kern w:val="1"/>
        </w:rPr>
      </w:pPr>
      <w:r>
        <w:rPr>
          <w:rFonts w:cs="Georgia"/>
          <w:kern w:val="1"/>
        </w:rPr>
        <w:t>— </w:t>
      </w:r>
      <w:r w:rsidR="00BE611A">
        <w:rPr>
          <w:rFonts w:cs="Georgia"/>
          <w:kern w:val="1"/>
        </w:rPr>
        <w:t>Oui</w:t>
      </w:r>
      <w:r>
        <w:rPr>
          <w:rFonts w:cs="Georgia"/>
          <w:kern w:val="1"/>
        </w:rPr>
        <w:t xml:space="preserve">, </w:t>
      </w:r>
      <w:r w:rsidR="00BE611A">
        <w:rPr>
          <w:rFonts w:cs="Georgia"/>
          <w:kern w:val="1"/>
        </w:rPr>
        <w:t>mademoiselle</w:t>
      </w:r>
      <w:r>
        <w:rPr>
          <w:rFonts w:cs="Georgia"/>
          <w:kern w:val="1"/>
        </w:rPr>
        <w:t xml:space="preserve">. </w:t>
      </w:r>
      <w:r w:rsidR="00BE611A">
        <w:rPr>
          <w:rFonts w:cs="Georgia"/>
          <w:kern w:val="1"/>
        </w:rPr>
        <w:t>Je pense que vous êtes au courant de ce qui s</w:t>
      </w:r>
      <w:r>
        <w:rPr>
          <w:rFonts w:cs="Georgia"/>
          <w:kern w:val="1"/>
        </w:rPr>
        <w:t>’</w:t>
      </w:r>
      <w:r w:rsidR="00BE611A">
        <w:rPr>
          <w:rFonts w:cs="Georgia"/>
          <w:kern w:val="1"/>
        </w:rPr>
        <w:t>est passé avant-hier à Berlin</w:t>
      </w:r>
      <w:r>
        <w:rPr>
          <w:rFonts w:cs="Georgia"/>
          <w:kern w:val="1"/>
        </w:rPr>
        <w:t>.</w:t>
      </w:r>
    </w:p>
    <w:p w14:paraId="414F300C" w14:textId="77777777" w:rsidR="000E1451" w:rsidRDefault="000E1451" w:rsidP="00BE611A">
      <w:pPr>
        <w:rPr>
          <w:rFonts w:cs="Georgia"/>
          <w:kern w:val="1"/>
        </w:rPr>
      </w:pPr>
      <w:r>
        <w:rPr>
          <w:rFonts w:cs="Georgia"/>
          <w:kern w:val="1"/>
        </w:rPr>
        <w:t>— </w:t>
      </w:r>
      <w:r w:rsidR="00BE611A">
        <w:rPr>
          <w:rFonts w:cs="Georgia"/>
          <w:kern w:val="1"/>
        </w:rPr>
        <w:t>Je vous répète que nous ne savons rien</w:t>
      </w:r>
      <w:r>
        <w:rPr>
          <w:rFonts w:cs="Georgia"/>
          <w:kern w:val="1"/>
        </w:rPr>
        <w:t xml:space="preserve">. </w:t>
      </w:r>
      <w:r w:rsidR="00BE611A">
        <w:rPr>
          <w:rFonts w:cs="Georgia"/>
          <w:kern w:val="1"/>
        </w:rPr>
        <w:t>Que s</w:t>
      </w:r>
      <w:r>
        <w:rPr>
          <w:rFonts w:cs="Georgia"/>
          <w:kern w:val="1"/>
        </w:rPr>
        <w:t>’</w:t>
      </w:r>
      <w:r w:rsidR="00BE611A">
        <w:rPr>
          <w:rFonts w:cs="Georgia"/>
          <w:kern w:val="1"/>
        </w:rPr>
        <w:t>est-il passé</w:t>
      </w:r>
      <w:r>
        <w:rPr>
          <w:rFonts w:cs="Georgia"/>
          <w:kern w:val="1"/>
        </w:rPr>
        <w:t> ?</w:t>
      </w:r>
    </w:p>
    <w:p w14:paraId="15F31B85" w14:textId="77777777" w:rsidR="000E1451" w:rsidRDefault="000E1451" w:rsidP="00BE611A">
      <w:pPr>
        <w:rPr>
          <w:rFonts w:cs="Georgia"/>
          <w:kern w:val="1"/>
        </w:rPr>
      </w:pPr>
      <w:r>
        <w:rPr>
          <w:rFonts w:cs="Georgia"/>
          <w:kern w:val="1"/>
        </w:rPr>
        <w:t>— </w:t>
      </w:r>
      <w:r w:rsidR="00BE611A">
        <w:rPr>
          <w:rFonts w:cs="Georgia"/>
          <w:kern w:val="1"/>
        </w:rPr>
        <w:t>La révolution a éclaté</w:t>
      </w:r>
      <w:r>
        <w:rPr>
          <w:rFonts w:cs="Georgia"/>
          <w:kern w:val="1"/>
        </w:rPr>
        <w:t xml:space="preserve">. </w:t>
      </w:r>
      <w:r w:rsidR="00BE611A">
        <w:rPr>
          <w:rFonts w:cs="Georgia"/>
          <w:kern w:val="1"/>
        </w:rPr>
        <w:t>Les socialistes se sont emparés du pouvoir</w:t>
      </w:r>
      <w:r>
        <w:rPr>
          <w:rFonts w:cs="Georgia"/>
          <w:kern w:val="1"/>
        </w:rPr>
        <w:t xml:space="preserve">. </w:t>
      </w:r>
      <w:r w:rsidR="00BE611A">
        <w:rPr>
          <w:rFonts w:cs="Georgia"/>
          <w:kern w:val="1"/>
        </w:rPr>
        <w:t>Le drapeau rouge flotte sur le palais de l</w:t>
      </w:r>
      <w:r>
        <w:rPr>
          <w:rFonts w:cs="Georgia"/>
          <w:kern w:val="1"/>
        </w:rPr>
        <w:t>’</w:t>
      </w:r>
      <w:r w:rsidR="00BE611A">
        <w:rPr>
          <w:rFonts w:cs="Georgia"/>
          <w:kern w:val="1"/>
        </w:rPr>
        <w:t>Empereur</w:t>
      </w:r>
      <w:r>
        <w:rPr>
          <w:rFonts w:cs="Georgia"/>
          <w:kern w:val="1"/>
        </w:rPr>
        <w:t>.</w:t>
      </w:r>
    </w:p>
    <w:p w14:paraId="2A738B05" w14:textId="77777777" w:rsidR="000E1451" w:rsidRDefault="000E1451" w:rsidP="00BE611A">
      <w:pPr>
        <w:rPr>
          <w:rFonts w:cs="Georgia"/>
          <w:kern w:val="1"/>
        </w:rPr>
      </w:pPr>
      <w:r>
        <w:rPr>
          <w:rFonts w:cs="Georgia"/>
          <w:kern w:val="1"/>
        </w:rPr>
        <w:lastRenderedPageBreak/>
        <w:t>— </w:t>
      </w:r>
      <w:r w:rsidR="00BE611A">
        <w:rPr>
          <w:rFonts w:cs="Georgia"/>
          <w:kern w:val="1"/>
        </w:rPr>
        <w:t>Ah</w:t>
      </w:r>
      <w:r>
        <w:rPr>
          <w:rFonts w:cs="Georgia"/>
          <w:kern w:val="1"/>
        </w:rPr>
        <w:t xml:space="preserve"> ! </w:t>
      </w:r>
      <w:r w:rsidR="00BE611A">
        <w:rPr>
          <w:rFonts w:cs="Georgia"/>
          <w:kern w:val="1"/>
        </w:rPr>
        <w:t>Alors</w:t>
      </w:r>
      <w:r>
        <w:rPr>
          <w:rFonts w:cs="Georgia"/>
          <w:kern w:val="1"/>
        </w:rPr>
        <w:t xml:space="preserve">, </w:t>
      </w:r>
      <w:r w:rsidR="00BE611A">
        <w:rPr>
          <w:rFonts w:cs="Georgia"/>
          <w:kern w:val="1"/>
        </w:rPr>
        <w:t>l</w:t>
      </w:r>
      <w:r>
        <w:rPr>
          <w:rFonts w:cs="Georgia"/>
          <w:kern w:val="1"/>
        </w:rPr>
        <w:t>’</w:t>
      </w:r>
      <w:r w:rsidR="00BE611A">
        <w:rPr>
          <w:rFonts w:cs="Georgia"/>
          <w:kern w:val="1"/>
        </w:rPr>
        <w:t>Empereur</w:t>
      </w:r>
      <w:r>
        <w:rPr>
          <w:rFonts w:cs="Georgia"/>
          <w:kern w:val="1"/>
        </w:rPr>
        <w:t xml:space="preserve">, </w:t>
      </w:r>
      <w:r w:rsidR="00BE611A">
        <w:rPr>
          <w:rFonts w:cs="Georgia"/>
          <w:kern w:val="1"/>
        </w:rPr>
        <w:t>monsieur le Pasteur</w:t>
      </w:r>
      <w:r>
        <w:rPr>
          <w:rFonts w:cs="Georgia"/>
          <w:kern w:val="1"/>
        </w:rPr>
        <w:t> ?</w:t>
      </w:r>
    </w:p>
    <w:p w14:paraId="2DA90028" w14:textId="77777777" w:rsidR="000E1451" w:rsidRDefault="000E1451" w:rsidP="00BE611A">
      <w:pPr>
        <w:rPr>
          <w:rFonts w:cs="Georgia"/>
          <w:kern w:val="1"/>
        </w:rPr>
      </w:pPr>
      <w:r>
        <w:rPr>
          <w:rFonts w:cs="Georgia"/>
          <w:kern w:val="1"/>
        </w:rPr>
        <w:t>— </w:t>
      </w:r>
      <w:r w:rsidR="00BE611A">
        <w:rPr>
          <w:rFonts w:cs="Georgia"/>
          <w:kern w:val="1"/>
        </w:rPr>
        <w:t>Il n</w:t>
      </w:r>
      <w:r>
        <w:rPr>
          <w:rFonts w:cs="Georgia"/>
          <w:kern w:val="1"/>
        </w:rPr>
        <w:t>’</w:t>
      </w:r>
      <w:r w:rsidR="00BE611A">
        <w:rPr>
          <w:rFonts w:cs="Georgia"/>
          <w:kern w:val="1"/>
        </w:rPr>
        <w:t>y a plus d</w:t>
      </w:r>
      <w:r>
        <w:rPr>
          <w:rFonts w:cs="Georgia"/>
          <w:kern w:val="1"/>
        </w:rPr>
        <w:t>’</w:t>
      </w:r>
      <w:r w:rsidR="00BE611A">
        <w:rPr>
          <w:rFonts w:cs="Georgia"/>
          <w:kern w:val="1"/>
        </w:rPr>
        <w:t>Empereur</w:t>
      </w:r>
      <w:r>
        <w:rPr>
          <w:rFonts w:cs="Georgia"/>
          <w:kern w:val="1"/>
        </w:rPr>
        <w:t xml:space="preserve">, </w:t>
      </w:r>
      <w:r w:rsidR="00BE611A">
        <w:rPr>
          <w:rFonts w:cs="Georgia"/>
          <w:kern w:val="1"/>
        </w:rPr>
        <w:t>mademoiselle</w:t>
      </w:r>
      <w:r>
        <w:rPr>
          <w:rFonts w:cs="Georgia"/>
          <w:kern w:val="1"/>
        </w:rPr>
        <w:t>.</w:t>
      </w:r>
    </w:p>
    <w:p w14:paraId="4777C0FE" w14:textId="77777777" w:rsidR="000E1451" w:rsidRDefault="000E1451" w:rsidP="00BE611A">
      <w:pPr>
        <w:rPr>
          <w:rFonts w:cs="Georgia"/>
          <w:kern w:val="1"/>
        </w:rPr>
      </w:pPr>
      <w:r>
        <w:rPr>
          <w:rFonts w:cs="Georgia"/>
          <w:kern w:val="1"/>
        </w:rPr>
        <w:t>— </w:t>
      </w:r>
      <w:r w:rsidR="00BE611A">
        <w:rPr>
          <w:rFonts w:cs="Georgia"/>
          <w:kern w:val="1"/>
        </w:rPr>
        <w:t>Plus d</w:t>
      </w:r>
      <w:r>
        <w:rPr>
          <w:rFonts w:cs="Georgia"/>
          <w:kern w:val="1"/>
        </w:rPr>
        <w:t>’</w:t>
      </w:r>
      <w:r w:rsidR="00BE611A">
        <w:rPr>
          <w:rFonts w:cs="Georgia"/>
          <w:kern w:val="1"/>
        </w:rPr>
        <w:t>Empereur</w:t>
      </w:r>
      <w:r>
        <w:rPr>
          <w:rFonts w:cs="Georgia"/>
          <w:kern w:val="1"/>
        </w:rPr>
        <w:t xml:space="preserve"> ! </w:t>
      </w:r>
      <w:r w:rsidR="00BE611A">
        <w:rPr>
          <w:rFonts w:cs="Georgia"/>
          <w:kern w:val="1"/>
        </w:rPr>
        <w:t>L</w:t>
      </w:r>
      <w:r>
        <w:rPr>
          <w:rFonts w:cs="Georgia"/>
          <w:kern w:val="1"/>
        </w:rPr>
        <w:t>’</w:t>
      </w:r>
      <w:r w:rsidR="00BE611A">
        <w:rPr>
          <w:rFonts w:cs="Georgia"/>
          <w:kern w:val="1"/>
        </w:rPr>
        <w:t>Empereur est mort</w:t>
      </w:r>
      <w:r>
        <w:rPr>
          <w:rFonts w:cs="Georgia"/>
          <w:kern w:val="1"/>
        </w:rPr>
        <w:t> ?</w:t>
      </w:r>
    </w:p>
    <w:p w14:paraId="5833AE88" w14:textId="77777777" w:rsidR="000E1451" w:rsidRDefault="000E1451" w:rsidP="00BE611A">
      <w:pPr>
        <w:rPr>
          <w:rFonts w:cs="Georgia"/>
          <w:kern w:val="1"/>
        </w:rPr>
      </w:pPr>
      <w:r>
        <w:rPr>
          <w:rFonts w:cs="Georgia"/>
          <w:kern w:val="1"/>
        </w:rPr>
        <w:t>— </w:t>
      </w:r>
      <w:r w:rsidR="00BE611A">
        <w:rPr>
          <w:rFonts w:cs="Georgia"/>
          <w:kern w:val="1"/>
        </w:rPr>
        <w:t>Non</w:t>
      </w:r>
      <w:r>
        <w:rPr>
          <w:rFonts w:cs="Georgia"/>
          <w:kern w:val="1"/>
        </w:rPr>
        <w:t xml:space="preserve">. </w:t>
      </w:r>
      <w:r w:rsidR="00BE611A">
        <w:rPr>
          <w:rFonts w:cs="Georgia"/>
          <w:kern w:val="1"/>
        </w:rPr>
        <w:t>Il est parti</w:t>
      </w:r>
      <w:r>
        <w:rPr>
          <w:rFonts w:cs="Georgia"/>
          <w:kern w:val="1"/>
        </w:rPr>
        <w:t>.</w:t>
      </w:r>
    </w:p>
    <w:p w14:paraId="51BB8493" w14:textId="77777777" w:rsidR="000E1451" w:rsidRDefault="000E1451" w:rsidP="00BE611A">
      <w:pPr>
        <w:rPr>
          <w:rFonts w:cs="Georgia"/>
          <w:kern w:val="1"/>
        </w:rPr>
      </w:pPr>
      <w:r>
        <w:rPr>
          <w:rFonts w:cs="Georgia"/>
          <w:kern w:val="1"/>
        </w:rPr>
        <w:t>— </w:t>
      </w:r>
      <w:r w:rsidR="00BE611A">
        <w:rPr>
          <w:rFonts w:cs="Georgia"/>
          <w:kern w:val="1"/>
        </w:rPr>
        <w:t>Parti</w:t>
      </w:r>
      <w:r>
        <w:rPr>
          <w:rFonts w:cs="Georgia"/>
          <w:kern w:val="1"/>
        </w:rPr>
        <w:t xml:space="preserve"> ! </w:t>
      </w:r>
      <w:r w:rsidR="00BE611A">
        <w:rPr>
          <w:rFonts w:cs="Georgia"/>
          <w:kern w:val="1"/>
        </w:rPr>
        <w:t>Comment cela</w:t>
      </w:r>
      <w:r>
        <w:rPr>
          <w:rFonts w:cs="Georgia"/>
          <w:kern w:val="1"/>
        </w:rPr>
        <w:t> ?</w:t>
      </w:r>
    </w:p>
    <w:p w14:paraId="21D9EE32" w14:textId="77777777" w:rsidR="000E1451" w:rsidRDefault="000E1451" w:rsidP="00BE611A">
      <w:pPr>
        <w:rPr>
          <w:rFonts w:cs="Georgia"/>
          <w:kern w:val="1"/>
        </w:rPr>
      </w:pPr>
      <w:r>
        <w:rPr>
          <w:rFonts w:cs="Georgia"/>
          <w:kern w:val="1"/>
        </w:rPr>
        <w:t>— </w:t>
      </w:r>
      <w:r w:rsidR="00BE611A">
        <w:rPr>
          <w:rFonts w:cs="Georgia"/>
          <w:kern w:val="1"/>
        </w:rPr>
        <w:t>Il s</w:t>
      </w:r>
      <w:r>
        <w:rPr>
          <w:rFonts w:cs="Georgia"/>
          <w:kern w:val="1"/>
        </w:rPr>
        <w:t>’</w:t>
      </w:r>
      <w:r w:rsidR="00BE611A">
        <w:rPr>
          <w:rFonts w:cs="Georgia"/>
          <w:kern w:val="1"/>
        </w:rPr>
        <w:t>est</w:t>
      </w:r>
      <w:r>
        <w:rPr>
          <w:rFonts w:cs="Georgia"/>
          <w:kern w:val="1"/>
        </w:rPr>
        <w:t xml:space="preserve">… </w:t>
      </w:r>
      <w:r w:rsidR="00BE611A">
        <w:rPr>
          <w:rFonts w:cs="Georgia"/>
          <w:kern w:val="1"/>
        </w:rPr>
        <w:t>Enfin</w:t>
      </w:r>
      <w:r>
        <w:rPr>
          <w:rFonts w:cs="Georgia"/>
          <w:kern w:val="1"/>
        </w:rPr>
        <w:t xml:space="preserve">, </w:t>
      </w:r>
      <w:r w:rsidR="00BE611A">
        <w:rPr>
          <w:rFonts w:cs="Georgia"/>
          <w:kern w:val="1"/>
        </w:rPr>
        <w:t>il est parti</w:t>
      </w:r>
      <w:r>
        <w:rPr>
          <w:rFonts w:cs="Georgia"/>
          <w:kern w:val="1"/>
        </w:rPr>
        <w:t xml:space="preserve">, </w:t>
      </w:r>
      <w:r w:rsidR="00BE611A">
        <w:rPr>
          <w:rFonts w:cs="Georgia"/>
          <w:kern w:val="1"/>
        </w:rPr>
        <w:t>en automobile</w:t>
      </w:r>
      <w:r>
        <w:rPr>
          <w:rFonts w:cs="Georgia"/>
          <w:kern w:val="1"/>
        </w:rPr>
        <w:t>.</w:t>
      </w:r>
    </w:p>
    <w:p w14:paraId="4093B221" w14:textId="77777777" w:rsidR="000E1451" w:rsidRDefault="000E1451" w:rsidP="00BE611A">
      <w:pPr>
        <w:rPr>
          <w:rFonts w:cs="Georgia"/>
          <w:kern w:val="1"/>
        </w:rPr>
      </w:pPr>
      <w:r>
        <w:rPr>
          <w:rFonts w:cs="Georgia"/>
          <w:kern w:val="1"/>
        </w:rPr>
        <w:t>— </w:t>
      </w:r>
      <w:r w:rsidR="00BE611A">
        <w:rPr>
          <w:rFonts w:cs="Georgia"/>
          <w:kern w:val="1"/>
        </w:rPr>
        <w:t>Ah</w:t>
      </w:r>
      <w:r>
        <w:rPr>
          <w:rFonts w:cs="Georgia"/>
          <w:kern w:val="1"/>
        </w:rPr>
        <w:t> !</w:t>
      </w:r>
    </w:p>
    <w:p w14:paraId="7D257E24" w14:textId="77777777" w:rsidR="000E1451" w:rsidRDefault="00BE611A" w:rsidP="00BE611A">
      <w:pPr>
        <w:rPr>
          <w:rFonts w:cs="Georgia"/>
          <w:kern w:val="1"/>
        </w:rPr>
      </w:pPr>
      <w:r>
        <w:rPr>
          <w:rFonts w:cs="Georgia"/>
          <w:kern w:val="1"/>
        </w:rPr>
        <w:t>Elle continuait à garder son immobilité</w:t>
      </w:r>
      <w:r w:rsidR="000E1451">
        <w:rPr>
          <w:rFonts w:cs="Georgia"/>
          <w:kern w:val="1"/>
        </w:rPr>
        <w:t xml:space="preserve">. </w:t>
      </w:r>
      <w:r>
        <w:rPr>
          <w:rFonts w:cs="Georgia"/>
          <w:kern w:val="1"/>
        </w:rPr>
        <w:t>Il me sembla seulement que ses mains</w:t>
      </w:r>
      <w:r w:rsidR="000E1451">
        <w:rPr>
          <w:rFonts w:cs="Georgia"/>
          <w:kern w:val="1"/>
        </w:rPr>
        <w:t xml:space="preserve">, </w:t>
      </w:r>
      <w:r>
        <w:rPr>
          <w:rFonts w:cs="Georgia"/>
          <w:kern w:val="1"/>
        </w:rPr>
        <w:t>toujours croisées sur sa pèlerine</w:t>
      </w:r>
      <w:r w:rsidR="000E1451">
        <w:rPr>
          <w:rFonts w:cs="Georgia"/>
          <w:kern w:val="1"/>
        </w:rPr>
        <w:t xml:space="preserve">, </w:t>
      </w:r>
      <w:r>
        <w:rPr>
          <w:rFonts w:cs="Georgia"/>
          <w:kern w:val="1"/>
        </w:rPr>
        <w:t>se crispaient imperceptiblement</w:t>
      </w:r>
      <w:r w:rsidR="000E1451">
        <w:rPr>
          <w:rFonts w:cs="Georgia"/>
          <w:kern w:val="1"/>
        </w:rPr>
        <w:t>.</w:t>
      </w:r>
    </w:p>
    <w:p w14:paraId="22652956" w14:textId="77777777" w:rsidR="000E1451" w:rsidRDefault="00BE611A" w:rsidP="00BE611A">
      <w:pPr>
        <w:rPr>
          <w:rFonts w:cs="Georgia"/>
          <w:kern w:val="1"/>
        </w:rPr>
      </w:pPr>
      <w:r>
        <w:rPr>
          <w:rFonts w:cs="Georgia"/>
          <w:kern w:val="1"/>
        </w:rPr>
        <w:t>Soudain un cri nous fit sursauter tous les trois</w:t>
      </w:r>
      <w:r w:rsidR="000E1451">
        <w:rPr>
          <w:rFonts w:cs="Georgia"/>
          <w:kern w:val="1"/>
        </w:rPr>
        <w:t>.</w:t>
      </w:r>
    </w:p>
    <w:p w14:paraId="1DEF7E45" w14:textId="77777777" w:rsidR="000E1451" w:rsidRDefault="000E1451" w:rsidP="00BE611A">
      <w:pPr>
        <w:rPr>
          <w:rFonts w:cs="Georgia"/>
          <w:kern w:val="1"/>
        </w:rPr>
      </w:pPr>
      <w:r>
        <w:rPr>
          <w:rFonts w:cs="Georgia"/>
          <w:kern w:val="1"/>
        </w:rPr>
        <w:t>— </w:t>
      </w:r>
      <w:r w:rsidR="00BE611A">
        <w:rPr>
          <w:rFonts w:cs="Georgia"/>
          <w:kern w:val="1"/>
        </w:rPr>
        <w:t>Axelle</w:t>
      </w:r>
      <w:r>
        <w:rPr>
          <w:rFonts w:cs="Georgia"/>
          <w:kern w:val="1"/>
        </w:rPr>
        <w:t> !</w:t>
      </w:r>
    </w:p>
    <w:p w14:paraId="07CBCF1F" w14:textId="77777777" w:rsidR="000E1451" w:rsidRDefault="00BE611A" w:rsidP="00BE611A">
      <w:pPr>
        <w:rPr>
          <w:rFonts w:cs="Georgia"/>
          <w:kern w:val="1"/>
        </w:rPr>
      </w:pPr>
      <w:r>
        <w:rPr>
          <w:rFonts w:cs="Georgia"/>
          <w:kern w:val="1"/>
        </w:rPr>
        <w:t>C</w:t>
      </w:r>
      <w:r w:rsidR="000E1451">
        <w:rPr>
          <w:rFonts w:cs="Georgia"/>
          <w:kern w:val="1"/>
        </w:rPr>
        <w:t>’</w:t>
      </w:r>
      <w:r>
        <w:rPr>
          <w:rFonts w:cs="Georgia"/>
          <w:kern w:val="1"/>
        </w:rPr>
        <w:t>était la voix du général</w:t>
      </w:r>
      <w:r w:rsidR="000E1451">
        <w:rPr>
          <w:rFonts w:cs="Georgia"/>
          <w:kern w:val="1"/>
        </w:rPr>
        <w:t xml:space="preserve">. </w:t>
      </w:r>
      <w:r>
        <w:rPr>
          <w:rFonts w:cs="Georgia"/>
          <w:kern w:val="1"/>
        </w:rPr>
        <w:t>À la fois plaintive et impérieuse</w:t>
      </w:r>
      <w:r w:rsidR="000E1451">
        <w:rPr>
          <w:rFonts w:cs="Georgia"/>
          <w:kern w:val="1"/>
        </w:rPr>
        <w:t xml:space="preserve">, </w:t>
      </w:r>
      <w:r>
        <w:rPr>
          <w:rFonts w:cs="Georgia"/>
          <w:kern w:val="1"/>
        </w:rPr>
        <w:t>elle nous arrivait de sa chambre</w:t>
      </w:r>
      <w:r w:rsidR="000E1451">
        <w:rPr>
          <w:rFonts w:cs="Georgia"/>
          <w:kern w:val="1"/>
        </w:rPr>
        <w:t xml:space="preserve">, </w:t>
      </w:r>
      <w:r>
        <w:rPr>
          <w:rFonts w:cs="Georgia"/>
          <w:kern w:val="1"/>
        </w:rPr>
        <w:t>à travers le couloir glacé</w:t>
      </w:r>
      <w:r w:rsidR="000E1451">
        <w:rPr>
          <w:rFonts w:cs="Georgia"/>
          <w:kern w:val="1"/>
        </w:rPr>
        <w:t>.</w:t>
      </w:r>
    </w:p>
    <w:p w14:paraId="30D598A0" w14:textId="77777777" w:rsidR="000E1451" w:rsidRDefault="000E1451" w:rsidP="00BE611A">
      <w:pPr>
        <w:rPr>
          <w:rFonts w:cs="Georgia"/>
          <w:kern w:val="1"/>
        </w:rPr>
      </w:pPr>
      <w:r>
        <w:rPr>
          <w:rFonts w:cs="Georgia"/>
          <w:kern w:val="1"/>
        </w:rPr>
        <w:t>— </w:t>
      </w:r>
      <w:r w:rsidR="00BE611A">
        <w:rPr>
          <w:rFonts w:cs="Georgia"/>
          <w:kern w:val="1"/>
        </w:rPr>
        <w:t>Axelle</w:t>
      </w:r>
      <w:r>
        <w:rPr>
          <w:rFonts w:cs="Georgia"/>
          <w:kern w:val="1"/>
        </w:rPr>
        <w:t xml:space="preserve">, </w:t>
      </w:r>
      <w:r w:rsidR="00BE611A">
        <w:rPr>
          <w:rFonts w:cs="Georgia"/>
          <w:kern w:val="1"/>
        </w:rPr>
        <w:t>et bien</w:t>
      </w:r>
      <w:r>
        <w:rPr>
          <w:rFonts w:cs="Georgia"/>
          <w:kern w:val="1"/>
        </w:rPr>
        <w:t> ?</w:t>
      </w:r>
    </w:p>
    <w:p w14:paraId="0D4D0D17" w14:textId="77777777" w:rsidR="000E1451" w:rsidRDefault="000E1451" w:rsidP="00BE611A">
      <w:pPr>
        <w:rPr>
          <w:rFonts w:cs="Georgia"/>
          <w:kern w:val="1"/>
        </w:rPr>
      </w:pPr>
      <w:r>
        <w:rPr>
          <w:rFonts w:cs="Georgia"/>
          <w:kern w:val="1"/>
        </w:rPr>
        <w:t>M</w:t>
      </w:r>
      <w:r w:rsidRPr="000E1451">
        <w:rPr>
          <w:rFonts w:cs="Georgia"/>
          <w:kern w:val="1"/>
          <w:vertAlign w:val="superscript"/>
        </w:rPr>
        <w:t>lle</w:t>
      </w:r>
      <w:r>
        <w:rPr>
          <w:rFonts w:cs="Georgia"/>
          <w:kern w:val="1"/>
        </w:rPr>
        <w:t> de </w:t>
      </w:r>
      <w:r w:rsidR="00BE611A">
        <w:rPr>
          <w:rFonts w:cs="Georgia"/>
          <w:kern w:val="1"/>
        </w:rPr>
        <w:t>Mirrbach s</w:t>
      </w:r>
      <w:r>
        <w:rPr>
          <w:rFonts w:cs="Georgia"/>
          <w:kern w:val="1"/>
        </w:rPr>
        <w:t>’</w:t>
      </w:r>
      <w:r w:rsidR="00BE611A">
        <w:rPr>
          <w:rFonts w:cs="Georgia"/>
          <w:kern w:val="1"/>
        </w:rPr>
        <w:t>était levée précipitamment</w:t>
      </w:r>
      <w:r>
        <w:rPr>
          <w:rFonts w:cs="Georgia"/>
          <w:kern w:val="1"/>
        </w:rPr>
        <w:t>.</w:t>
      </w:r>
    </w:p>
    <w:p w14:paraId="5FFBF276" w14:textId="77777777" w:rsidR="000E1451" w:rsidRDefault="000E1451" w:rsidP="00BE611A">
      <w:pPr>
        <w:rPr>
          <w:rFonts w:cs="Georgia"/>
          <w:kern w:val="1"/>
        </w:rPr>
      </w:pPr>
      <w:r>
        <w:rPr>
          <w:rFonts w:cs="Georgia"/>
          <w:kern w:val="1"/>
        </w:rPr>
        <w:t>— </w:t>
      </w:r>
      <w:r w:rsidR="00BE611A">
        <w:rPr>
          <w:rFonts w:cs="Georgia"/>
          <w:kern w:val="1"/>
        </w:rPr>
        <w:t>Excusez-moi</w:t>
      </w:r>
      <w:r>
        <w:rPr>
          <w:rFonts w:cs="Georgia"/>
          <w:kern w:val="1"/>
        </w:rPr>
        <w:t xml:space="preserve">. </w:t>
      </w:r>
      <w:r w:rsidR="00BE611A">
        <w:rPr>
          <w:rFonts w:cs="Georgia"/>
          <w:kern w:val="1"/>
        </w:rPr>
        <w:t>Je reviens</w:t>
      </w:r>
      <w:r>
        <w:rPr>
          <w:rFonts w:cs="Georgia"/>
          <w:kern w:val="1"/>
        </w:rPr>
        <w:t xml:space="preserve">. </w:t>
      </w:r>
      <w:r w:rsidR="00BE611A">
        <w:rPr>
          <w:rFonts w:cs="Georgia"/>
          <w:kern w:val="1"/>
        </w:rPr>
        <w:t>Au cas où il aurait appris que vous êtes là</w:t>
      </w:r>
      <w:r>
        <w:rPr>
          <w:rFonts w:cs="Georgia"/>
          <w:kern w:val="1"/>
        </w:rPr>
        <w:t xml:space="preserve">, </w:t>
      </w:r>
      <w:r w:rsidR="00BE611A">
        <w:rPr>
          <w:rFonts w:cs="Georgia"/>
          <w:kern w:val="1"/>
        </w:rPr>
        <w:t>monsieur le Pasteur</w:t>
      </w:r>
      <w:r>
        <w:rPr>
          <w:rFonts w:cs="Georgia"/>
          <w:kern w:val="1"/>
        </w:rPr>
        <w:t xml:space="preserve">, </w:t>
      </w:r>
      <w:r w:rsidR="00BE611A">
        <w:rPr>
          <w:rFonts w:cs="Georgia"/>
          <w:kern w:val="1"/>
        </w:rPr>
        <w:t>et s</w:t>
      </w:r>
      <w:r>
        <w:rPr>
          <w:rFonts w:cs="Georgia"/>
          <w:kern w:val="1"/>
        </w:rPr>
        <w:t>’</w:t>
      </w:r>
      <w:r w:rsidR="00BE611A">
        <w:rPr>
          <w:rFonts w:cs="Georgia"/>
          <w:kern w:val="1"/>
        </w:rPr>
        <w:t>il voulait vous voir</w:t>
      </w:r>
      <w:r>
        <w:rPr>
          <w:rFonts w:cs="Georgia"/>
          <w:kern w:val="1"/>
        </w:rPr>
        <w:t xml:space="preserve">, </w:t>
      </w:r>
      <w:r w:rsidR="00BE611A">
        <w:rPr>
          <w:rFonts w:cs="Georgia"/>
          <w:kern w:val="1"/>
        </w:rPr>
        <w:t>pas un mot de tout ce que vous venez de nous dire</w:t>
      </w:r>
      <w:r>
        <w:rPr>
          <w:rFonts w:cs="Georgia"/>
          <w:kern w:val="1"/>
        </w:rPr>
        <w:t xml:space="preserve">, </w:t>
      </w:r>
      <w:r w:rsidR="00BE611A">
        <w:rPr>
          <w:rFonts w:cs="Georgia"/>
          <w:kern w:val="1"/>
        </w:rPr>
        <w:t>n</w:t>
      </w:r>
      <w:r>
        <w:rPr>
          <w:rFonts w:cs="Georgia"/>
          <w:kern w:val="1"/>
        </w:rPr>
        <w:t>’</w:t>
      </w:r>
      <w:r w:rsidR="00BE611A">
        <w:rPr>
          <w:rFonts w:cs="Georgia"/>
          <w:kern w:val="1"/>
        </w:rPr>
        <w:t>est-ce pas</w:t>
      </w:r>
      <w:r>
        <w:rPr>
          <w:rFonts w:cs="Georgia"/>
          <w:kern w:val="1"/>
        </w:rPr>
        <w:t xml:space="preserve"> ? </w:t>
      </w:r>
      <w:r w:rsidR="00BE611A">
        <w:rPr>
          <w:rFonts w:cs="Georgia"/>
          <w:kern w:val="1"/>
        </w:rPr>
        <w:t>Qu</w:t>
      </w:r>
      <w:r>
        <w:rPr>
          <w:rFonts w:cs="Georgia"/>
          <w:kern w:val="1"/>
        </w:rPr>
        <w:t>’</w:t>
      </w:r>
      <w:r w:rsidR="00BE611A">
        <w:rPr>
          <w:rFonts w:cs="Georgia"/>
          <w:kern w:val="1"/>
        </w:rPr>
        <w:t>il continue à ignorer</w:t>
      </w:r>
      <w:r>
        <w:rPr>
          <w:rFonts w:cs="Georgia"/>
          <w:kern w:val="1"/>
        </w:rPr>
        <w:t xml:space="preserve"> ! </w:t>
      </w:r>
      <w:r w:rsidR="00BE611A">
        <w:rPr>
          <w:rFonts w:cs="Georgia"/>
          <w:kern w:val="1"/>
        </w:rPr>
        <w:t>Ou que</w:t>
      </w:r>
      <w:r>
        <w:rPr>
          <w:rFonts w:cs="Georgia"/>
          <w:kern w:val="1"/>
        </w:rPr>
        <w:t xml:space="preserve">, </w:t>
      </w:r>
      <w:r w:rsidR="00BE611A">
        <w:rPr>
          <w:rFonts w:cs="Georgia"/>
          <w:kern w:val="1"/>
        </w:rPr>
        <w:t>du moins</w:t>
      </w:r>
      <w:r>
        <w:rPr>
          <w:rFonts w:cs="Georgia"/>
          <w:kern w:val="1"/>
        </w:rPr>
        <w:t xml:space="preserve">, </w:t>
      </w:r>
      <w:r w:rsidR="00BE611A">
        <w:rPr>
          <w:rFonts w:cs="Georgia"/>
          <w:kern w:val="1"/>
        </w:rPr>
        <w:t>il n</w:t>
      </w:r>
      <w:r>
        <w:rPr>
          <w:rFonts w:cs="Georgia"/>
          <w:kern w:val="1"/>
        </w:rPr>
        <w:t>’</w:t>
      </w:r>
      <w:r w:rsidR="00BE611A">
        <w:rPr>
          <w:rFonts w:cs="Georgia"/>
          <w:kern w:val="1"/>
        </w:rPr>
        <w:t>apprenne pas tout en même temps</w:t>
      </w:r>
      <w:r>
        <w:rPr>
          <w:rFonts w:cs="Georgia"/>
          <w:kern w:val="1"/>
        </w:rPr>
        <w:t xml:space="preserve">. </w:t>
      </w:r>
      <w:r w:rsidR="00BE611A">
        <w:rPr>
          <w:rFonts w:cs="Georgia"/>
          <w:kern w:val="1"/>
        </w:rPr>
        <w:t>Vous me le promettez</w:t>
      </w:r>
      <w:r>
        <w:rPr>
          <w:rFonts w:cs="Georgia"/>
          <w:kern w:val="1"/>
        </w:rPr>
        <w:t xml:space="preserve"> ? </w:t>
      </w:r>
      <w:r w:rsidR="00BE611A">
        <w:rPr>
          <w:rFonts w:cs="Georgia"/>
          <w:kern w:val="1"/>
        </w:rPr>
        <w:t>Je vous en supplie</w:t>
      </w:r>
      <w:r>
        <w:rPr>
          <w:rFonts w:cs="Georgia"/>
          <w:kern w:val="1"/>
        </w:rPr>
        <w:t>.</w:t>
      </w:r>
    </w:p>
    <w:p w14:paraId="5F91812A" w14:textId="77777777" w:rsidR="000E1451" w:rsidRDefault="00BE611A" w:rsidP="00BE611A">
      <w:pPr>
        <w:rPr>
          <w:rFonts w:cs="Georgia"/>
          <w:kern w:val="1"/>
        </w:rPr>
      </w:pPr>
      <w:r>
        <w:rPr>
          <w:rFonts w:cs="Georgia"/>
          <w:kern w:val="1"/>
        </w:rPr>
        <w:t>Demeuré seul avec notre visiteur</w:t>
      </w:r>
      <w:r w:rsidR="000E1451">
        <w:rPr>
          <w:rFonts w:cs="Georgia"/>
          <w:kern w:val="1"/>
        </w:rPr>
        <w:t xml:space="preserve">, </w:t>
      </w:r>
      <w:r>
        <w:rPr>
          <w:rFonts w:cs="Georgia"/>
          <w:kern w:val="1"/>
        </w:rPr>
        <w:t>je tentai un effort pour démêler les sentiments qui s</w:t>
      </w:r>
      <w:r w:rsidR="000E1451">
        <w:rPr>
          <w:rFonts w:cs="Georgia"/>
          <w:kern w:val="1"/>
        </w:rPr>
        <w:t>’</w:t>
      </w:r>
      <w:r>
        <w:rPr>
          <w:rFonts w:cs="Georgia"/>
          <w:kern w:val="1"/>
        </w:rPr>
        <w:t>entrechoquaient en moi</w:t>
      </w:r>
      <w:r w:rsidR="000E1451">
        <w:rPr>
          <w:rFonts w:cs="Georgia"/>
          <w:kern w:val="1"/>
        </w:rPr>
        <w:t xml:space="preserve">. </w:t>
      </w:r>
      <w:r>
        <w:rPr>
          <w:rFonts w:cs="Georgia"/>
          <w:kern w:val="1"/>
        </w:rPr>
        <w:t xml:space="preserve">Quelle </w:t>
      </w:r>
      <w:r>
        <w:rPr>
          <w:rFonts w:cs="Georgia"/>
          <w:kern w:val="1"/>
        </w:rPr>
        <w:lastRenderedPageBreak/>
        <w:t>confusion</w:t>
      </w:r>
      <w:r w:rsidR="000E1451">
        <w:rPr>
          <w:rFonts w:cs="Georgia"/>
          <w:kern w:val="1"/>
        </w:rPr>
        <w:t xml:space="preserve"> ! </w:t>
      </w:r>
      <w:r>
        <w:rPr>
          <w:rFonts w:cs="Georgia"/>
          <w:kern w:val="1"/>
        </w:rPr>
        <w:t>Comment faire le départ entre la pitié dont je ne parvenais pas à me défendre</w:t>
      </w:r>
      <w:r w:rsidR="000E1451">
        <w:rPr>
          <w:rFonts w:cs="Georgia"/>
          <w:kern w:val="1"/>
        </w:rPr>
        <w:t xml:space="preserve">, </w:t>
      </w:r>
      <w:r>
        <w:rPr>
          <w:rFonts w:cs="Georgia"/>
          <w:kern w:val="1"/>
        </w:rPr>
        <w:t>et l</w:t>
      </w:r>
      <w:r w:rsidR="000E1451">
        <w:rPr>
          <w:rFonts w:cs="Georgia"/>
          <w:kern w:val="1"/>
        </w:rPr>
        <w:t>’</w:t>
      </w:r>
      <w:r>
        <w:rPr>
          <w:rFonts w:cs="Georgia"/>
          <w:kern w:val="1"/>
        </w:rPr>
        <w:t>espèce de farouche ivresse dont je sentais mon âme toute submergée</w:t>
      </w:r>
      <w:r w:rsidR="000E1451">
        <w:rPr>
          <w:rFonts w:cs="Georgia"/>
          <w:kern w:val="1"/>
        </w:rPr>
        <w:t> ?</w:t>
      </w:r>
    </w:p>
    <w:p w14:paraId="6C152277" w14:textId="77777777" w:rsidR="000E1451" w:rsidRDefault="00BE611A" w:rsidP="00BE611A">
      <w:pPr>
        <w:rPr>
          <w:rFonts w:cs="Georgia"/>
          <w:kern w:val="1"/>
        </w:rPr>
      </w:pPr>
      <w:r>
        <w:rPr>
          <w:rFonts w:cs="Georgia"/>
          <w:kern w:val="1"/>
        </w:rPr>
        <w:t>Le pasteur se taisait lui aussi</w:t>
      </w:r>
      <w:r w:rsidR="000E1451">
        <w:rPr>
          <w:rFonts w:cs="Georgia"/>
          <w:kern w:val="1"/>
        </w:rPr>
        <w:t xml:space="preserve">. </w:t>
      </w:r>
      <w:r>
        <w:rPr>
          <w:rFonts w:cs="Georgia"/>
          <w:kern w:val="1"/>
        </w:rPr>
        <w:t>Nous nous observions à la dérobée</w:t>
      </w:r>
      <w:r w:rsidR="000E1451">
        <w:rPr>
          <w:rFonts w:cs="Georgia"/>
          <w:kern w:val="1"/>
        </w:rPr>
        <w:t xml:space="preserve">. </w:t>
      </w:r>
      <w:r>
        <w:rPr>
          <w:rFonts w:cs="Georgia"/>
          <w:kern w:val="1"/>
        </w:rPr>
        <w:t>Chacun de nous</w:t>
      </w:r>
      <w:r w:rsidR="000E1451">
        <w:rPr>
          <w:rFonts w:cs="Georgia"/>
          <w:kern w:val="1"/>
        </w:rPr>
        <w:t xml:space="preserve">, </w:t>
      </w:r>
      <w:r>
        <w:rPr>
          <w:rFonts w:cs="Georgia"/>
          <w:kern w:val="1"/>
        </w:rPr>
        <w:t>à son propre insu</w:t>
      </w:r>
      <w:r w:rsidR="000E1451">
        <w:rPr>
          <w:rFonts w:cs="Georgia"/>
          <w:kern w:val="1"/>
        </w:rPr>
        <w:t xml:space="preserve">, </w:t>
      </w:r>
      <w:r>
        <w:rPr>
          <w:rFonts w:cs="Georgia"/>
          <w:kern w:val="1"/>
        </w:rPr>
        <w:t>épiait les impressions que pouvait refléter le visage de l</w:t>
      </w:r>
      <w:r w:rsidR="000E1451">
        <w:rPr>
          <w:rFonts w:cs="Georgia"/>
          <w:kern w:val="1"/>
        </w:rPr>
        <w:t>’</w:t>
      </w:r>
      <w:r>
        <w:rPr>
          <w:rFonts w:cs="Georgia"/>
          <w:kern w:val="1"/>
        </w:rPr>
        <w:t>autre</w:t>
      </w:r>
      <w:r w:rsidR="000E1451">
        <w:rPr>
          <w:rFonts w:cs="Georgia"/>
          <w:kern w:val="1"/>
        </w:rPr>
        <w:t>.</w:t>
      </w:r>
    </w:p>
    <w:p w14:paraId="01D812E4" w14:textId="77777777" w:rsidR="000E1451" w:rsidRDefault="000E1451" w:rsidP="00BE611A">
      <w:pPr>
        <w:rPr>
          <w:rFonts w:cs="Georgia"/>
          <w:kern w:val="1"/>
        </w:rPr>
      </w:pPr>
      <w:r>
        <w:rPr>
          <w:rFonts w:cs="Georgia"/>
          <w:kern w:val="1"/>
        </w:rPr>
        <w:t>— </w:t>
      </w:r>
      <w:r w:rsidR="00BE611A">
        <w:rPr>
          <w:rFonts w:cs="Georgia"/>
          <w:kern w:val="1"/>
        </w:rPr>
        <w:t>Tristes temps pour nous</w:t>
      </w:r>
      <w:r>
        <w:rPr>
          <w:rFonts w:cs="Georgia"/>
          <w:kern w:val="1"/>
        </w:rPr>
        <w:t xml:space="preserve">, </w:t>
      </w:r>
      <w:r w:rsidR="00BE611A">
        <w:rPr>
          <w:rFonts w:cs="Georgia"/>
          <w:kern w:val="1"/>
        </w:rPr>
        <w:t>monsieur Dumaine</w:t>
      </w:r>
      <w:r>
        <w:rPr>
          <w:rFonts w:cs="Georgia"/>
          <w:kern w:val="1"/>
        </w:rPr>
        <w:t xml:space="preserve">, </w:t>
      </w:r>
      <w:r w:rsidR="00BE611A">
        <w:rPr>
          <w:rFonts w:cs="Georgia"/>
          <w:kern w:val="1"/>
        </w:rPr>
        <w:t>murmura-t-il enfin</w:t>
      </w:r>
      <w:r>
        <w:rPr>
          <w:rFonts w:cs="Georgia"/>
          <w:kern w:val="1"/>
        </w:rPr>
        <w:t>.</w:t>
      </w:r>
    </w:p>
    <w:p w14:paraId="5959586B" w14:textId="77777777" w:rsidR="000E1451" w:rsidRDefault="000E1451" w:rsidP="00BE611A">
      <w:pPr>
        <w:rPr>
          <w:rFonts w:cs="Georgia"/>
          <w:kern w:val="1"/>
        </w:rPr>
      </w:pPr>
      <w:r>
        <w:rPr>
          <w:rFonts w:cs="Georgia"/>
          <w:kern w:val="1"/>
        </w:rPr>
        <w:t>— </w:t>
      </w:r>
      <w:r w:rsidR="00BE611A">
        <w:rPr>
          <w:rFonts w:cs="Georgia"/>
          <w:kern w:val="1"/>
        </w:rPr>
        <w:t>Ces temps-là</w:t>
      </w:r>
      <w:r>
        <w:rPr>
          <w:rFonts w:cs="Georgia"/>
          <w:kern w:val="1"/>
        </w:rPr>
        <w:t xml:space="preserve">, </w:t>
      </w:r>
      <w:r w:rsidR="00BE611A">
        <w:rPr>
          <w:rFonts w:cs="Georgia"/>
          <w:kern w:val="1"/>
        </w:rPr>
        <w:t>nous les avons connus</w:t>
      </w:r>
      <w:r>
        <w:rPr>
          <w:rFonts w:cs="Georgia"/>
          <w:kern w:val="1"/>
        </w:rPr>
        <w:t xml:space="preserve">, </w:t>
      </w:r>
      <w:r w:rsidR="00BE611A">
        <w:rPr>
          <w:rFonts w:cs="Georgia"/>
          <w:kern w:val="1"/>
        </w:rPr>
        <w:t>nous aussi</w:t>
      </w:r>
      <w:r>
        <w:rPr>
          <w:rFonts w:cs="Georgia"/>
          <w:kern w:val="1"/>
        </w:rPr>
        <w:t xml:space="preserve">, </w:t>
      </w:r>
      <w:r w:rsidR="00BE611A">
        <w:rPr>
          <w:rFonts w:cs="Georgia"/>
          <w:kern w:val="1"/>
        </w:rPr>
        <w:t>monsieur le Pasteur</w:t>
      </w:r>
      <w:r>
        <w:rPr>
          <w:rFonts w:cs="Georgia"/>
          <w:kern w:val="1"/>
        </w:rPr>
        <w:t xml:space="preserve">, </w:t>
      </w:r>
      <w:r w:rsidR="00BE611A">
        <w:rPr>
          <w:rFonts w:cs="Georgia"/>
          <w:kern w:val="1"/>
        </w:rPr>
        <w:t>et plusieurs fois en moins d</w:t>
      </w:r>
      <w:r>
        <w:rPr>
          <w:rFonts w:cs="Georgia"/>
          <w:kern w:val="1"/>
        </w:rPr>
        <w:t>’</w:t>
      </w:r>
      <w:r w:rsidR="00BE611A">
        <w:rPr>
          <w:rFonts w:cs="Georgia"/>
          <w:kern w:val="1"/>
        </w:rPr>
        <w:t>un siècle</w:t>
      </w:r>
      <w:r>
        <w:rPr>
          <w:rFonts w:cs="Georgia"/>
          <w:kern w:val="1"/>
        </w:rPr>
        <w:t>.</w:t>
      </w:r>
    </w:p>
    <w:p w14:paraId="53A1E56D" w14:textId="77777777" w:rsidR="000E1451" w:rsidRDefault="000E1451" w:rsidP="00BE611A">
      <w:pPr>
        <w:rPr>
          <w:rFonts w:cs="Georgia"/>
          <w:kern w:val="1"/>
        </w:rPr>
      </w:pPr>
      <w:r>
        <w:rPr>
          <w:rFonts w:cs="Georgia"/>
          <w:kern w:val="1"/>
        </w:rPr>
        <w:t>— </w:t>
      </w:r>
      <w:r w:rsidR="00BE611A">
        <w:rPr>
          <w:rFonts w:cs="Georgia"/>
          <w:kern w:val="1"/>
        </w:rPr>
        <w:t>Je ne dis pas non</w:t>
      </w:r>
      <w:r>
        <w:rPr>
          <w:rFonts w:cs="Georgia"/>
          <w:kern w:val="1"/>
        </w:rPr>
        <w:t xml:space="preserve">. </w:t>
      </w:r>
      <w:r w:rsidR="00BE611A">
        <w:rPr>
          <w:rFonts w:cs="Georgia"/>
          <w:kern w:val="1"/>
        </w:rPr>
        <w:t>C</w:t>
      </w:r>
      <w:r>
        <w:rPr>
          <w:rFonts w:cs="Georgia"/>
          <w:kern w:val="1"/>
        </w:rPr>
        <w:t>’</w:t>
      </w:r>
      <w:r w:rsidR="00BE611A">
        <w:rPr>
          <w:rFonts w:cs="Georgia"/>
          <w:kern w:val="1"/>
        </w:rPr>
        <w:t>est vrai</w:t>
      </w:r>
      <w:r>
        <w:rPr>
          <w:rFonts w:cs="Georgia"/>
          <w:kern w:val="1"/>
        </w:rPr>
        <w:t xml:space="preserve">. </w:t>
      </w:r>
      <w:r w:rsidR="00BE611A">
        <w:rPr>
          <w:rFonts w:cs="Georgia"/>
          <w:kern w:val="1"/>
        </w:rPr>
        <w:t>De toute façon</w:t>
      </w:r>
      <w:r>
        <w:rPr>
          <w:rFonts w:cs="Georgia"/>
          <w:kern w:val="1"/>
        </w:rPr>
        <w:t xml:space="preserve">, </w:t>
      </w:r>
      <w:r w:rsidR="00BE611A">
        <w:rPr>
          <w:rFonts w:cs="Georgia"/>
          <w:kern w:val="1"/>
        </w:rPr>
        <w:t>c</w:t>
      </w:r>
      <w:r>
        <w:rPr>
          <w:rFonts w:cs="Georgia"/>
          <w:kern w:val="1"/>
        </w:rPr>
        <w:t>’</w:t>
      </w:r>
      <w:r w:rsidR="00BE611A">
        <w:rPr>
          <w:rFonts w:cs="Georgia"/>
          <w:kern w:val="1"/>
        </w:rPr>
        <w:t>est bien pénible</w:t>
      </w:r>
      <w:r>
        <w:rPr>
          <w:rFonts w:cs="Georgia"/>
          <w:kern w:val="1"/>
        </w:rPr>
        <w:t>.</w:t>
      </w:r>
    </w:p>
    <w:p w14:paraId="04EB6E4D" w14:textId="77777777" w:rsidR="000E1451" w:rsidRDefault="00BE611A" w:rsidP="00BE611A">
      <w:pPr>
        <w:rPr>
          <w:rFonts w:cs="Georgia"/>
          <w:kern w:val="1"/>
        </w:rPr>
      </w:pPr>
      <w:r>
        <w:rPr>
          <w:rFonts w:cs="Georgia"/>
          <w:kern w:val="1"/>
        </w:rPr>
        <w:t>J</w:t>
      </w:r>
      <w:r w:rsidR="000E1451">
        <w:rPr>
          <w:rFonts w:cs="Georgia"/>
          <w:kern w:val="1"/>
        </w:rPr>
        <w:t>’</w:t>
      </w:r>
      <w:r>
        <w:rPr>
          <w:rFonts w:cs="Georgia"/>
          <w:kern w:val="1"/>
        </w:rPr>
        <w:t>aurais voulu lui dire quelque chose</w:t>
      </w:r>
      <w:r w:rsidR="000E1451">
        <w:rPr>
          <w:rFonts w:cs="Georgia"/>
          <w:kern w:val="1"/>
        </w:rPr>
        <w:t xml:space="preserve">, </w:t>
      </w:r>
      <w:r>
        <w:rPr>
          <w:rFonts w:cs="Georgia"/>
          <w:kern w:val="1"/>
        </w:rPr>
        <w:t>essayer de le réconforter</w:t>
      </w:r>
      <w:r w:rsidR="000E1451">
        <w:rPr>
          <w:rFonts w:cs="Georgia"/>
          <w:kern w:val="1"/>
        </w:rPr>
        <w:t xml:space="preserve">. </w:t>
      </w:r>
      <w:r>
        <w:rPr>
          <w:rFonts w:cs="Georgia"/>
          <w:kern w:val="1"/>
        </w:rPr>
        <w:t>Je ne pus pas</w:t>
      </w:r>
      <w:r w:rsidR="000E1451">
        <w:rPr>
          <w:rFonts w:cs="Georgia"/>
          <w:kern w:val="1"/>
        </w:rPr>
        <w:t xml:space="preserve">. </w:t>
      </w:r>
      <w:r>
        <w:rPr>
          <w:rFonts w:cs="Georgia"/>
          <w:kern w:val="1"/>
        </w:rPr>
        <w:t>Je ne trouvais rien</w:t>
      </w:r>
      <w:r w:rsidR="000E1451">
        <w:rPr>
          <w:rFonts w:cs="Georgia"/>
          <w:kern w:val="1"/>
        </w:rPr>
        <w:t xml:space="preserve">. </w:t>
      </w:r>
      <w:r>
        <w:rPr>
          <w:rFonts w:cs="Georgia"/>
          <w:kern w:val="1"/>
        </w:rPr>
        <w:t>Ce fut lui qui se remit à parler</w:t>
      </w:r>
      <w:r w:rsidR="000E1451">
        <w:rPr>
          <w:rFonts w:cs="Georgia"/>
          <w:kern w:val="1"/>
        </w:rPr>
        <w:t xml:space="preserve">. </w:t>
      </w:r>
      <w:r>
        <w:rPr>
          <w:rFonts w:cs="Georgia"/>
          <w:kern w:val="1"/>
        </w:rPr>
        <w:t>Il avait peur de rester seul avec ses pensées</w:t>
      </w:r>
      <w:r w:rsidR="000E1451">
        <w:rPr>
          <w:rFonts w:cs="Georgia"/>
          <w:kern w:val="1"/>
        </w:rPr>
        <w:t>.</w:t>
      </w:r>
    </w:p>
    <w:p w14:paraId="56F3426F" w14:textId="77777777" w:rsidR="000E1451" w:rsidRDefault="000E1451" w:rsidP="00BE611A">
      <w:pPr>
        <w:rPr>
          <w:rFonts w:cs="Georgia"/>
          <w:kern w:val="1"/>
        </w:rPr>
      </w:pPr>
      <w:r>
        <w:rPr>
          <w:rFonts w:cs="Georgia"/>
          <w:kern w:val="1"/>
        </w:rPr>
        <w:t>— </w:t>
      </w:r>
      <w:r w:rsidR="00BE611A">
        <w:rPr>
          <w:rFonts w:cs="Georgia"/>
          <w:kern w:val="1"/>
        </w:rPr>
        <w:t>Et le général</w:t>
      </w:r>
      <w:r>
        <w:rPr>
          <w:rFonts w:cs="Georgia"/>
          <w:kern w:val="1"/>
        </w:rPr>
        <w:t xml:space="preserve">, </w:t>
      </w:r>
      <w:r w:rsidR="00BE611A">
        <w:rPr>
          <w:rFonts w:cs="Georgia"/>
          <w:kern w:val="1"/>
        </w:rPr>
        <w:t>comment va sa santé</w:t>
      </w:r>
      <w:r>
        <w:rPr>
          <w:rFonts w:cs="Georgia"/>
          <w:kern w:val="1"/>
        </w:rPr>
        <w:t> ?</w:t>
      </w:r>
    </w:p>
    <w:p w14:paraId="4D487A95" w14:textId="77777777" w:rsidR="000E1451" w:rsidRDefault="000E1451" w:rsidP="00BE611A">
      <w:pPr>
        <w:rPr>
          <w:rFonts w:cs="Georgia"/>
          <w:kern w:val="1"/>
        </w:rPr>
      </w:pPr>
      <w:r>
        <w:rPr>
          <w:rFonts w:cs="Georgia"/>
          <w:kern w:val="1"/>
        </w:rPr>
        <w:t>— </w:t>
      </w:r>
      <w:r w:rsidR="00BE611A">
        <w:rPr>
          <w:rFonts w:cs="Georgia"/>
          <w:kern w:val="1"/>
        </w:rPr>
        <w:t>Un peu mieux</w:t>
      </w:r>
      <w:r>
        <w:rPr>
          <w:rFonts w:cs="Georgia"/>
          <w:kern w:val="1"/>
        </w:rPr>
        <w:t xml:space="preserve">, </w:t>
      </w:r>
      <w:r w:rsidR="00BE611A">
        <w:rPr>
          <w:rFonts w:cs="Georgia"/>
          <w:kern w:val="1"/>
        </w:rPr>
        <w:t>dirait-on</w:t>
      </w:r>
      <w:r>
        <w:rPr>
          <w:rFonts w:cs="Georgia"/>
          <w:kern w:val="1"/>
        </w:rPr>
        <w:t xml:space="preserve">, </w:t>
      </w:r>
      <w:r w:rsidR="00BE611A">
        <w:rPr>
          <w:rFonts w:cs="Georgia"/>
          <w:kern w:val="1"/>
        </w:rPr>
        <w:t>depuis une semaine</w:t>
      </w:r>
      <w:r>
        <w:rPr>
          <w:rFonts w:cs="Georgia"/>
          <w:kern w:val="1"/>
        </w:rPr>
        <w:t xml:space="preserve">. </w:t>
      </w:r>
      <w:r w:rsidR="00BE611A">
        <w:rPr>
          <w:rFonts w:cs="Georgia"/>
          <w:kern w:val="1"/>
        </w:rPr>
        <w:t>Mais les événements ne vont-ils pas tout compromettre</w:t>
      </w:r>
      <w:r>
        <w:rPr>
          <w:rFonts w:cs="Georgia"/>
          <w:kern w:val="1"/>
        </w:rPr>
        <w:t xml:space="preserve"> ? </w:t>
      </w:r>
      <w:r w:rsidR="00BE611A">
        <w:rPr>
          <w:rFonts w:cs="Georgia"/>
          <w:kern w:val="1"/>
        </w:rPr>
        <w:t xml:space="preserve">Vous avez entendu </w:t>
      </w:r>
      <w:r>
        <w:rPr>
          <w:rFonts w:cs="Georgia"/>
          <w:kern w:val="1"/>
        </w:rPr>
        <w:t>M</w:t>
      </w:r>
      <w:r w:rsidRPr="000E1451">
        <w:rPr>
          <w:rFonts w:cs="Georgia"/>
          <w:kern w:val="1"/>
          <w:vertAlign w:val="superscript"/>
        </w:rPr>
        <w:t>lle</w:t>
      </w:r>
      <w:r>
        <w:rPr>
          <w:rFonts w:cs="Georgia"/>
          <w:kern w:val="1"/>
        </w:rPr>
        <w:t> de </w:t>
      </w:r>
      <w:r w:rsidR="00BE611A">
        <w:rPr>
          <w:rFonts w:cs="Georgia"/>
          <w:kern w:val="1"/>
        </w:rPr>
        <w:t>Mirrbach</w:t>
      </w:r>
      <w:r>
        <w:rPr>
          <w:rFonts w:cs="Georgia"/>
          <w:kern w:val="1"/>
        </w:rPr>
        <w:t xml:space="preserve"> ? </w:t>
      </w:r>
      <w:r w:rsidR="00BE611A">
        <w:rPr>
          <w:rFonts w:cs="Georgia"/>
          <w:kern w:val="1"/>
        </w:rPr>
        <w:t>Il faut s</w:t>
      </w:r>
      <w:r>
        <w:rPr>
          <w:rFonts w:cs="Georgia"/>
          <w:kern w:val="1"/>
        </w:rPr>
        <w:t>’</w:t>
      </w:r>
      <w:r w:rsidR="00BE611A">
        <w:rPr>
          <w:rFonts w:cs="Georgia"/>
          <w:kern w:val="1"/>
        </w:rPr>
        <w:t>arranger pour qu</w:t>
      </w:r>
      <w:r>
        <w:rPr>
          <w:rFonts w:cs="Georgia"/>
          <w:kern w:val="1"/>
        </w:rPr>
        <w:t>’</w:t>
      </w:r>
      <w:r w:rsidR="00BE611A">
        <w:rPr>
          <w:rFonts w:cs="Georgia"/>
          <w:kern w:val="1"/>
        </w:rPr>
        <w:t>il ne sache pas</w:t>
      </w:r>
      <w:r>
        <w:rPr>
          <w:rFonts w:cs="Georgia"/>
          <w:kern w:val="1"/>
        </w:rPr>
        <w:t xml:space="preserve">, </w:t>
      </w:r>
      <w:r w:rsidR="00BE611A">
        <w:rPr>
          <w:rFonts w:cs="Georgia"/>
          <w:kern w:val="1"/>
        </w:rPr>
        <w:t>pour qu</w:t>
      </w:r>
      <w:r>
        <w:rPr>
          <w:rFonts w:cs="Georgia"/>
          <w:kern w:val="1"/>
        </w:rPr>
        <w:t>’</w:t>
      </w:r>
      <w:r w:rsidR="00BE611A">
        <w:rPr>
          <w:rFonts w:cs="Georgia"/>
          <w:kern w:val="1"/>
        </w:rPr>
        <w:t>il n</w:t>
      </w:r>
      <w:r>
        <w:rPr>
          <w:rFonts w:cs="Georgia"/>
          <w:kern w:val="1"/>
        </w:rPr>
        <w:t>’</w:t>
      </w:r>
      <w:r w:rsidR="00BE611A">
        <w:rPr>
          <w:rFonts w:cs="Georgia"/>
          <w:kern w:val="1"/>
        </w:rPr>
        <w:t>apprenne pas tout de suite</w:t>
      </w:r>
      <w:r>
        <w:rPr>
          <w:rFonts w:cs="Georgia"/>
          <w:kern w:val="1"/>
        </w:rPr>
        <w:t>…</w:t>
      </w:r>
    </w:p>
    <w:p w14:paraId="7093934C" w14:textId="77777777" w:rsidR="000E1451" w:rsidRDefault="000E1451" w:rsidP="00BE611A">
      <w:pPr>
        <w:rPr>
          <w:rFonts w:cs="Georgia"/>
          <w:kern w:val="1"/>
        </w:rPr>
      </w:pPr>
      <w:r>
        <w:rPr>
          <w:rFonts w:cs="Georgia"/>
          <w:kern w:val="1"/>
        </w:rPr>
        <w:t>— </w:t>
      </w:r>
      <w:r w:rsidR="00BE611A">
        <w:rPr>
          <w:rFonts w:cs="Georgia"/>
          <w:kern w:val="1"/>
        </w:rPr>
        <w:t>Je ne demande pas mieux</w:t>
      </w:r>
      <w:r>
        <w:rPr>
          <w:rFonts w:cs="Georgia"/>
          <w:kern w:val="1"/>
        </w:rPr>
        <w:t xml:space="preserve">, </w:t>
      </w:r>
      <w:r w:rsidR="00BE611A">
        <w:rPr>
          <w:rFonts w:cs="Georgia"/>
          <w:kern w:val="1"/>
        </w:rPr>
        <w:t>moi</w:t>
      </w:r>
      <w:r>
        <w:rPr>
          <w:rFonts w:cs="Georgia"/>
          <w:kern w:val="1"/>
        </w:rPr>
        <w:t xml:space="preserve">, </w:t>
      </w:r>
      <w:r w:rsidR="00BE611A">
        <w:rPr>
          <w:rFonts w:cs="Georgia"/>
          <w:kern w:val="1"/>
        </w:rPr>
        <w:t>encore que cela ne facilite guère la mission dont je me suis chargé</w:t>
      </w:r>
      <w:r>
        <w:rPr>
          <w:rFonts w:cs="Georgia"/>
          <w:kern w:val="1"/>
        </w:rPr>
        <w:t xml:space="preserve">. </w:t>
      </w:r>
      <w:r w:rsidR="00BE611A">
        <w:rPr>
          <w:rFonts w:cs="Georgia"/>
          <w:kern w:val="1"/>
        </w:rPr>
        <w:t>Et elle</w:t>
      </w:r>
      <w:r>
        <w:rPr>
          <w:rFonts w:cs="Georgia"/>
          <w:kern w:val="1"/>
        </w:rPr>
        <w:t xml:space="preserve">, </w:t>
      </w:r>
      <w:r w:rsidR="00BE611A">
        <w:rPr>
          <w:rFonts w:cs="Georgia"/>
          <w:kern w:val="1"/>
        </w:rPr>
        <w:t>comment va-t-elle</w:t>
      </w:r>
      <w:r>
        <w:rPr>
          <w:rFonts w:cs="Georgia"/>
          <w:kern w:val="1"/>
        </w:rPr>
        <w:t> ?</w:t>
      </w:r>
    </w:p>
    <w:p w14:paraId="6886BD66" w14:textId="77777777" w:rsidR="000E1451" w:rsidRDefault="000E1451" w:rsidP="00BE611A">
      <w:pPr>
        <w:rPr>
          <w:rFonts w:cs="Georgia"/>
          <w:kern w:val="1"/>
        </w:rPr>
      </w:pPr>
      <w:r>
        <w:rPr>
          <w:rFonts w:cs="Georgia"/>
          <w:kern w:val="1"/>
        </w:rPr>
        <w:t>— </w:t>
      </w:r>
      <w:r w:rsidR="00BE611A">
        <w:rPr>
          <w:rFonts w:cs="Georgia"/>
          <w:kern w:val="1"/>
        </w:rPr>
        <w:t>Elle</w:t>
      </w:r>
      <w:r>
        <w:rPr>
          <w:rFonts w:cs="Georgia"/>
          <w:kern w:val="1"/>
        </w:rPr>
        <w:t xml:space="preserve"> ? </w:t>
      </w:r>
      <w:r w:rsidR="00BE611A">
        <w:rPr>
          <w:rFonts w:cs="Georgia"/>
          <w:kern w:val="1"/>
        </w:rPr>
        <w:t>Elle est fatiguée</w:t>
      </w:r>
      <w:r>
        <w:rPr>
          <w:rFonts w:cs="Georgia"/>
          <w:kern w:val="1"/>
        </w:rPr>
        <w:t xml:space="preserve">, </w:t>
      </w:r>
      <w:r w:rsidR="00BE611A">
        <w:rPr>
          <w:rFonts w:cs="Georgia"/>
          <w:kern w:val="1"/>
        </w:rPr>
        <w:t>monsieur le Pasteur</w:t>
      </w:r>
      <w:r>
        <w:rPr>
          <w:rFonts w:cs="Georgia"/>
          <w:kern w:val="1"/>
        </w:rPr>
        <w:t xml:space="preserve">, </w:t>
      </w:r>
      <w:r w:rsidR="00BE611A">
        <w:rPr>
          <w:rFonts w:cs="Georgia"/>
          <w:kern w:val="1"/>
        </w:rPr>
        <w:t>bien fatiguée</w:t>
      </w:r>
      <w:r>
        <w:rPr>
          <w:rFonts w:cs="Georgia"/>
          <w:kern w:val="1"/>
        </w:rPr>
        <w:t>.</w:t>
      </w:r>
    </w:p>
    <w:p w14:paraId="141CD663" w14:textId="77777777" w:rsidR="000E1451" w:rsidRDefault="000E1451" w:rsidP="00BE611A">
      <w:pPr>
        <w:rPr>
          <w:rFonts w:cs="Georgia"/>
          <w:kern w:val="1"/>
        </w:rPr>
      </w:pPr>
      <w:r>
        <w:rPr>
          <w:rFonts w:cs="Georgia"/>
          <w:kern w:val="1"/>
        </w:rPr>
        <w:lastRenderedPageBreak/>
        <w:t>— </w:t>
      </w:r>
      <w:r w:rsidR="00BE611A">
        <w:rPr>
          <w:rFonts w:cs="Georgia"/>
          <w:kern w:val="1"/>
        </w:rPr>
        <w:t>Pauvre enfant</w:t>
      </w:r>
      <w:r>
        <w:rPr>
          <w:rFonts w:cs="Georgia"/>
          <w:kern w:val="1"/>
        </w:rPr>
        <w:t xml:space="preserve">, </w:t>
      </w:r>
      <w:r w:rsidR="00BE611A">
        <w:rPr>
          <w:rFonts w:cs="Georgia"/>
          <w:kern w:val="1"/>
        </w:rPr>
        <w:t>quel mérite elle a</w:t>
      </w:r>
      <w:r>
        <w:rPr>
          <w:rFonts w:cs="Georgia"/>
          <w:kern w:val="1"/>
        </w:rPr>
        <w:t xml:space="preserve"> ! </w:t>
      </w:r>
      <w:r w:rsidR="00BE611A">
        <w:rPr>
          <w:rFonts w:cs="Georgia"/>
          <w:kern w:val="1"/>
        </w:rPr>
        <w:t>Vous voyez</w:t>
      </w:r>
      <w:r>
        <w:rPr>
          <w:rFonts w:cs="Georgia"/>
          <w:kern w:val="1"/>
        </w:rPr>
        <w:t xml:space="preserve">, </w:t>
      </w:r>
      <w:r w:rsidR="00BE611A">
        <w:rPr>
          <w:rFonts w:cs="Georgia"/>
          <w:kern w:val="1"/>
        </w:rPr>
        <w:t>vous aurez fini par la comprendre</w:t>
      </w:r>
      <w:r>
        <w:rPr>
          <w:rFonts w:cs="Georgia"/>
          <w:kern w:val="1"/>
        </w:rPr>
        <w:t xml:space="preserve">, </w:t>
      </w:r>
      <w:r w:rsidR="00BE611A">
        <w:rPr>
          <w:rFonts w:cs="Georgia"/>
          <w:kern w:val="1"/>
        </w:rPr>
        <w:t>par l</w:t>
      </w:r>
      <w:r>
        <w:rPr>
          <w:rFonts w:cs="Georgia"/>
          <w:kern w:val="1"/>
        </w:rPr>
        <w:t>’</w:t>
      </w:r>
      <w:r w:rsidR="00BE611A">
        <w:rPr>
          <w:rFonts w:cs="Georgia"/>
          <w:kern w:val="1"/>
        </w:rPr>
        <w:t>apprécier</w:t>
      </w:r>
      <w:r>
        <w:rPr>
          <w:rFonts w:cs="Georgia"/>
          <w:kern w:val="1"/>
        </w:rPr>
        <w:t xml:space="preserve">. </w:t>
      </w:r>
      <w:r w:rsidR="00BE611A">
        <w:rPr>
          <w:rFonts w:cs="Georgia"/>
          <w:kern w:val="1"/>
        </w:rPr>
        <w:t>Rappelez-vous</w:t>
      </w:r>
      <w:r>
        <w:rPr>
          <w:rFonts w:cs="Georgia"/>
          <w:kern w:val="1"/>
        </w:rPr>
        <w:t xml:space="preserve"> : </w:t>
      </w:r>
      <w:r w:rsidR="00BE611A">
        <w:rPr>
          <w:rFonts w:cs="Georgia"/>
          <w:kern w:val="1"/>
        </w:rPr>
        <w:t>au commencement</w:t>
      </w:r>
      <w:r>
        <w:rPr>
          <w:rFonts w:cs="Georgia"/>
          <w:kern w:val="1"/>
        </w:rPr>
        <w:t xml:space="preserve">, </w:t>
      </w:r>
      <w:r w:rsidR="00BE611A">
        <w:rPr>
          <w:rFonts w:cs="Georgia"/>
          <w:kern w:val="1"/>
        </w:rPr>
        <w:t>vous aviez des préventions contre elle</w:t>
      </w:r>
      <w:r>
        <w:rPr>
          <w:rFonts w:cs="Georgia"/>
          <w:kern w:val="1"/>
        </w:rPr>
        <w:t xml:space="preserve">. </w:t>
      </w:r>
      <w:r w:rsidR="00BE611A">
        <w:rPr>
          <w:rFonts w:cs="Georgia"/>
          <w:kern w:val="1"/>
        </w:rPr>
        <w:t>Ne niez pas</w:t>
      </w:r>
      <w:r>
        <w:rPr>
          <w:rFonts w:cs="Georgia"/>
          <w:kern w:val="1"/>
        </w:rPr>
        <w:t xml:space="preserve">. </w:t>
      </w:r>
      <w:r w:rsidR="00BE611A">
        <w:rPr>
          <w:rFonts w:cs="Georgia"/>
          <w:kern w:val="1"/>
        </w:rPr>
        <w:t>Avouez que j</w:t>
      </w:r>
      <w:r>
        <w:rPr>
          <w:rFonts w:cs="Georgia"/>
          <w:kern w:val="1"/>
        </w:rPr>
        <w:t>’</w:t>
      </w:r>
      <w:r w:rsidR="00BE611A">
        <w:rPr>
          <w:rFonts w:cs="Georgia"/>
          <w:kern w:val="1"/>
        </w:rPr>
        <w:t>avais raison</w:t>
      </w:r>
      <w:r>
        <w:rPr>
          <w:rFonts w:cs="Georgia"/>
          <w:kern w:val="1"/>
        </w:rPr>
        <w:t>.</w:t>
      </w:r>
    </w:p>
    <w:p w14:paraId="31594FC2" w14:textId="77777777" w:rsidR="000E1451" w:rsidRDefault="000E1451" w:rsidP="00BE611A">
      <w:pPr>
        <w:rPr>
          <w:rFonts w:cs="Georgia"/>
          <w:kern w:val="1"/>
        </w:rPr>
      </w:pPr>
      <w:r>
        <w:rPr>
          <w:rFonts w:cs="Georgia"/>
          <w:kern w:val="1"/>
        </w:rPr>
        <w:t>— </w:t>
      </w:r>
      <w:r w:rsidR="00BE611A">
        <w:rPr>
          <w:rFonts w:cs="Georgia"/>
          <w:kern w:val="1"/>
        </w:rPr>
        <w:t>Vous aviez raison</w:t>
      </w:r>
      <w:r>
        <w:rPr>
          <w:rFonts w:cs="Georgia"/>
          <w:kern w:val="1"/>
        </w:rPr>
        <w:t xml:space="preserve">, </w:t>
      </w:r>
      <w:r w:rsidR="00BE611A">
        <w:rPr>
          <w:rFonts w:cs="Georgia"/>
          <w:kern w:val="1"/>
        </w:rPr>
        <w:t>monsieur le Pasteur</w:t>
      </w:r>
      <w:r>
        <w:rPr>
          <w:rFonts w:cs="Georgia"/>
          <w:kern w:val="1"/>
        </w:rPr>
        <w:t>.</w:t>
      </w:r>
    </w:p>
    <w:p w14:paraId="4A559D5E" w14:textId="77777777" w:rsidR="000E1451" w:rsidRDefault="000E1451" w:rsidP="00BE611A">
      <w:pPr>
        <w:rPr>
          <w:rFonts w:cs="Georgia"/>
          <w:kern w:val="1"/>
        </w:rPr>
      </w:pPr>
      <w:r>
        <w:rPr>
          <w:rFonts w:cs="Georgia"/>
          <w:kern w:val="1"/>
        </w:rPr>
        <w:t>— </w:t>
      </w:r>
      <w:r w:rsidR="00BE611A">
        <w:rPr>
          <w:rFonts w:cs="Georgia"/>
          <w:kern w:val="1"/>
        </w:rPr>
        <w:t>Je n</w:t>
      </w:r>
      <w:r>
        <w:rPr>
          <w:rFonts w:cs="Georgia"/>
          <w:kern w:val="1"/>
        </w:rPr>
        <w:t>’</w:t>
      </w:r>
      <w:r w:rsidR="00BE611A">
        <w:rPr>
          <w:rFonts w:cs="Georgia"/>
          <w:kern w:val="1"/>
        </w:rPr>
        <w:t>en tire certes pas vanité</w:t>
      </w:r>
      <w:r>
        <w:rPr>
          <w:rFonts w:cs="Georgia"/>
          <w:kern w:val="1"/>
        </w:rPr>
        <w:t xml:space="preserve">. </w:t>
      </w:r>
      <w:r w:rsidR="00BE611A">
        <w:rPr>
          <w:rFonts w:cs="Georgia"/>
          <w:kern w:val="1"/>
        </w:rPr>
        <w:t>D</w:t>
      </w:r>
      <w:r>
        <w:rPr>
          <w:rFonts w:cs="Georgia"/>
          <w:kern w:val="1"/>
        </w:rPr>
        <w:t>’</w:t>
      </w:r>
      <w:r w:rsidR="00BE611A">
        <w:rPr>
          <w:rFonts w:cs="Georgia"/>
          <w:kern w:val="1"/>
        </w:rPr>
        <w:t>abord</w:t>
      </w:r>
      <w:r>
        <w:rPr>
          <w:rFonts w:cs="Georgia"/>
          <w:kern w:val="1"/>
        </w:rPr>
        <w:t xml:space="preserve">, </w:t>
      </w:r>
      <w:r w:rsidR="00BE611A">
        <w:rPr>
          <w:rFonts w:cs="Georgia"/>
          <w:kern w:val="1"/>
        </w:rPr>
        <w:t>il y a si longtemps que je la connais</w:t>
      </w:r>
      <w:r>
        <w:rPr>
          <w:rFonts w:cs="Georgia"/>
          <w:kern w:val="1"/>
        </w:rPr>
        <w:t xml:space="preserve">. </w:t>
      </w:r>
      <w:r w:rsidR="00BE611A">
        <w:rPr>
          <w:rFonts w:cs="Georgia"/>
          <w:kern w:val="1"/>
        </w:rPr>
        <w:t>Et puis</w:t>
      </w:r>
      <w:r>
        <w:rPr>
          <w:rFonts w:cs="Georgia"/>
          <w:kern w:val="1"/>
        </w:rPr>
        <w:t xml:space="preserve">, </w:t>
      </w:r>
      <w:r w:rsidR="00BE611A">
        <w:rPr>
          <w:rFonts w:cs="Georgia"/>
          <w:kern w:val="1"/>
        </w:rPr>
        <w:t>l</w:t>
      </w:r>
      <w:r>
        <w:rPr>
          <w:rFonts w:cs="Georgia"/>
          <w:kern w:val="1"/>
        </w:rPr>
        <w:t>’</w:t>
      </w:r>
      <w:r w:rsidR="00BE611A">
        <w:rPr>
          <w:rFonts w:cs="Georgia"/>
          <w:kern w:val="1"/>
        </w:rPr>
        <w:t>exercice de notre ministère nous donne fatalement sur le cœur humain des lumières qui sont refusées à l</w:t>
      </w:r>
      <w:r>
        <w:rPr>
          <w:rFonts w:cs="Georgia"/>
          <w:kern w:val="1"/>
        </w:rPr>
        <w:t>’</w:t>
      </w:r>
      <w:r w:rsidR="00BE611A">
        <w:rPr>
          <w:rFonts w:cs="Georgia"/>
          <w:kern w:val="1"/>
        </w:rPr>
        <w:t>ordinaire des mortels</w:t>
      </w:r>
      <w:r>
        <w:rPr>
          <w:rFonts w:cs="Georgia"/>
          <w:kern w:val="1"/>
        </w:rPr>
        <w:t xml:space="preserve">. </w:t>
      </w:r>
      <w:r w:rsidR="00BE611A">
        <w:rPr>
          <w:rFonts w:cs="Georgia"/>
          <w:kern w:val="1"/>
        </w:rPr>
        <w:t>Et son fiancé qu</w:t>
      </w:r>
      <w:r>
        <w:rPr>
          <w:rFonts w:cs="Georgia"/>
          <w:kern w:val="1"/>
        </w:rPr>
        <w:t>’</w:t>
      </w:r>
      <w:r w:rsidR="00BE611A">
        <w:rPr>
          <w:rFonts w:cs="Georgia"/>
          <w:kern w:val="1"/>
        </w:rPr>
        <w:t>elle aime tant</w:t>
      </w:r>
      <w:r>
        <w:rPr>
          <w:rFonts w:cs="Georgia"/>
          <w:kern w:val="1"/>
        </w:rPr>
        <w:t xml:space="preserve">, </w:t>
      </w:r>
      <w:r w:rsidR="00BE611A">
        <w:rPr>
          <w:rFonts w:cs="Georgia"/>
          <w:kern w:val="1"/>
        </w:rPr>
        <w:t>est-on toujours sans nouvelles de lui</w:t>
      </w:r>
      <w:r>
        <w:rPr>
          <w:rFonts w:cs="Georgia"/>
          <w:kern w:val="1"/>
        </w:rPr>
        <w:t> ?</w:t>
      </w:r>
    </w:p>
    <w:p w14:paraId="5182FB76" w14:textId="77777777" w:rsidR="000E1451" w:rsidRDefault="000E1451" w:rsidP="00BE611A">
      <w:pPr>
        <w:rPr>
          <w:rFonts w:cs="Georgia"/>
          <w:kern w:val="1"/>
        </w:rPr>
      </w:pPr>
      <w:r>
        <w:rPr>
          <w:rFonts w:cs="Georgia"/>
          <w:kern w:val="1"/>
        </w:rPr>
        <w:t>— </w:t>
      </w:r>
      <w:r w:rsidR="00BE611A">
        <w:rPr>
          <w:rFonts w:cs="Georgia"/>
          <w:kern w:val="1"/>
        </w:rPr>
        <w:t>Toujours</w:t>
      </w:r>
      <w:r>
        <w:rPr>
          <w:rFonts w:cs="Georgia"/>
          <w:kern w:val="1"/>
        </w:rPr>
        <w:t xml:space="preserve">, </w:t>
      </w:r>
      <w:r w:rsidR="00BE611A">
        <w:rPr>
          <w:rFonts w:cs="Georgia"/>
          <w:kern w:val="1"/>
        </w:rPr>
        <w:t>monsieur le Pasteur</w:t>
      </w:r>
      <w:r>
        <w:rPr>
          <w:rFonts w:cs="Georgia"/>
          <w:kern w:val="1"/>
        </w:rPr>
        <w:t>.</w:t>
      </w:r>
    </w:p>
    <w:p w14:paraId="28F5AF51" w14:textId="77777777" w:rsidR="000E1451" w:rsidRDefault="000E1451" w:rsidP="00BE611A">
      <w:pPr>
        <w:rPr>
          <w:rFonts w:cs="Georgia"/>
          <w:kern w:val="1"/>
        </w:rPr>
      </w:pPr>
      <w:r>
        <w:rPr>
          <w:rFonts w:cs="Georgia"/>
          <w:kern w:val="1"/>
        </w:rPr>
        <w:t>— </w:t>
      </w:r>
      <w:r w:rsidR="00BE611A">
        <w:rPr>
          <w:rFonts w:cs="Georgia"/>
          <w:kern w:val="1"/>
        </w:rPr>
        <w:t>Pauvre</w:t>
      </w:r>
      <w:r>
        <w:rPr>
          <w:rFonts w:cs="Georgia"/>
          <w:kern w:val="1"/>
        </w:rPr>
        <w:t xml:space="preserve">, </w:t>
      </w:r>
      <w:r w:rsidR="00BE611A">
        <w:rPr>
          <w:rFonts w:cs="Georgia"/>
          <w:kern w:val="1"/>
        </w:rPr>
        <w:t>pauvre petite</w:t>
      </w:r>
      <w:r>
        <w:rPr>
          <w:rFonts w:cs="Georgia"/>
          <w:kern w:val="1"/>
        </w:rPr>
        <w:t xml:space="preserve">. </w:t>
      </w:r>
      <w:r w:rsidR="00BE611A">
        <w:rPr>
          <w:rFonts w:cs="Georgia"/>
          <w:kern w:val="1"/>
        </w:rPr>
        <w:t>Mais chut</w:t>
      </w:r>
      <w:r>
        <w:rPr>
          <w:rFonts w:cs="Georgia"/>
          <w:kern w:val="1"/>
        </w:rPr>
        <w:t xml:space="preserve">, </w:t>
      </w:r>
      <w:r w:rsidR="00BE611A">
        <w:rPr>
          <w:rFonts w:cs="Georgia"/>
          <w:kern w:val="1"/>
        </w:rPr>
        <w:t>la voici</w:t>
      </w:r>
      <w:r>
        <w:rPr>
          <w:rFonts w:cs="Georgia"/>
          <w:kern w:val="1"/>
        </w:rPr>
        <w:t>.</w:t>
      </w:r>
    </w:p>
    <w:p w14:paraId="74537AE8" w14:textId="77777777" w:rsidR="000E1451" w:rsidRDefault="000E1451" w:rsidP="00BE611A">
      <w:pPr>
        <w:rPr>
          <w:rFonts w:cs="Georgia"/>
          <w:kern w:val="1"/>
        </w:rPr>
      </w:pPr>
    </w:p>
    <w:p w14:paraId="419F173C" w14:textId="77777777" w:rsidR="000E1451" w:rsidRDefault="000E1451" w:rsidP="00BE611A">
      <w:pPr>
        <w:rPr>
          <w:rFonts w:cs="Georgia"/>
          <w:kern w:val="1"/>
        </w:rPr>
      </w:pPr>
      <w:r>
        <w:rPr>
          <w:rFonts w:cs="Georgia"/>
          <w:kern w:val="1"/>
        </w:rPr>
        <w:t>— </w:t>
      </w:r>
      <w:r w:rsidR="00BE611A">
        <w:rPr>
          <w:rFonts w:cs="Georgia"/>
          <w:kern w:val="1"/>
        </w:rPr>
        <w:t>Eh bien</w:t>
      </w:r>
      <w:r>
        <w:rPr>
          <w:rFonts w:cs="Georgia"/>
          <w:kern w:val="1"/>
        </w:rPr>
        <w:t xml:space="preserve"> ? </w:t>
      </w:r>
      <w:r w:rsidR="00BE611A">
        <w:rPr>
          <w:rFonts w:cs="Georgia"/>
          <w:kern w:val="1"/>
        </w:rPr>
        <w:t>demandai-je</w:t>
      </w:r>
      <w:r>
        <w:rPr>
          <w:rFonts w:cs="Georgia"/>
          <w:kern w:val="1"/>
        </w:rPr>
        <w:t xml:space="preserve">, </w:t>
      </w:r>
      <w:r w:rsidR="00BE611A">
        <w:rPr>
          <w:rFonts w:cs="Georgia"/>
          <w:kern w:val="1"/>
        </w:rPr>
        <w:t xml:space="preserve">lorsque </w:t>
      </w:r>
      <w:r>
        <w:rPr>
          <w:rFonts w:cs="Georgia"/>
          <w:kern w:val="1"/>
        </w:rPr>
        <w:t>M</w:t>
      </w:r>
      <w:r w:rsidRPr="000E1451">
        <w:rPr>
          <w:rFonts w:cs="Georgia"/>
          <w:kern w:val="1"/>
          <w:vertAlign w:val="superscript"/>
        </w:rPr>
        <w:t>lle</w:t>
      </w:r>
      <w:r>
        <w:rPr>
          <w:rFonts w:cs="Georgia"/>
          <w:kern w:val="1"/>
        </w:rPr>
        <w:t> de </w:t>
      </w:r>
      <w:r w:rsidR="00BE611A">
        <w:rPr>
          <w:rFonts w:cs="Georgia"/>
          <w:kern w:val="1"/>
        </w:rPr>
        <w:t>Mirrbach eut repris sa place au coin du feu</w:t>
      </w:r>
      <w:r>
        <w:rPr>
          <w:rFonts w:cs="Georgia"/>
          <w:kern w:val="1"/>
        </w:rPr>
        <w:t>.</w:t>
      </w:r>
    </w:p>
    <w:p w14:paraId="0F4B2381" w14:textId="77777777" w:rsidR="000E1451" w:rsidRDefault="000E1451" w:rsidP="00BE611A">
      <w:pPr>
        <w:rPr>
          <w:rFonts w:cs="Georgia"/>
          <w:kern w:val="1"/>
        </w:rPr>
      </w:pPr>
      <w:r>
        <w:rPr>
          <w:rFonts w:cs="Georgia"/>
          <w:kern w:val="1"/>
        </w:rPr>
        <w:t>— </w:t>
      </w:r>
      <w:r w:rsidR="00BE611A">
        <w:rPr>
          <w:rFonts w:cs="Georgia"/>
          <w:kern w:val="1"/>
        </w:rPr>
        <w:t>Il paraît plus calme</w:t>
      </w:r>
      <w:r>
        <w:rPr>
          <w:rFonts w:cs="Georgia"/>
          <w:kern w:val="1"/>
        </w:rPr>
        <w:t xml:space="preserve">, </w:t>
      </w:r>
      <w:r w:rsidR="00BE611A">
        <w:rPr>
          <w:rFonts w:cs="Georgia"/>
          <w:kern w:val="1"/>
        </w:rPr>
        <w:t>dit-elle</w:t>
      </w:r>
      <w:r>
        <w:rPr>
          <w:rFonts w:cs="Georgia"/>
          <w:kern w:val="1"/>
        </w:rPr>
        <w:t xml:space="preserve">. </w:t>
      </w:r>
      <w:r w:rsidR="00BE611A">
        <w:rPr>
          <w:rFonts w:cs="Georgia"/>
          <w:kern w:val="1"/>
        </w:rPr>
        <w:t>Mais c</w:t>
      </w:r>
      <w:r>
        <w:rPr>
          <w:rFonts w:cs="Georgia"/>
          <w:kern w:val="1"/>
        </w:rPr>
        <w:t>’</w:t>
      </w:r>
      <w:r w:rsidR="00BE611A">
        <w:rPr>
          <w:rFonts w:cs="Georgia"/>
          <w:kern w:val="1"/>
        </w:rPr>
        <w:t>est un calme auquel je ne me fie pas</w:t>
      </w:r>
      <w:r>
        <w:rPr>
          <w:rFonts w:cs="Georgia"/>
          <w:kern w:val="1"/>
        </w:rPr>
        <w:t xml:space="preserve">. </w:t>
      </w:r>
      <w:r w:rsidR="00BE611A">
        <w:rPr>
          <w:rFonts w:cs="Georgia"/>
          <w:kern w:val="1"/>
        </w:rPr>
        <w:t>Je préférerais ses emportements de la semaine dernière</w:t>
      </w:r>
      <w:r>
        <w:rPr>
          <w:rFonts w:cs="Georgia"/>
          <w:kern w:val="1"/>
        </w:rPr>
        <w:t xml:space="preserve">. </w:t>
      </w:r>
      <w:r w:rsidR="00BE611A">
        <w:rPr>
          <w:rFonts w:cs="Georgia"/>
          <w:kern w:val="1"/>
        </w:rPr>
        <w:t>Il est sombre</w:t>
      </w:r>
      <w:r>
        <w:rPr>
          <w:rFonts w:cs="Georgia"/>
          <w:kern w:val="1"/>
        </w:rPr>
        <w:t xml:space="preserve">, </w:t>
      </w:r>
      <w:r w:rsidR="00BE611A">
        <w:rPr>
          <w:rFonts w:cs="Georgia"/>
          <w:kern w:val="1"/>
        </w:rPr>
        <w:t>renfermé</w:t>
      </w:r>
      <w:r>
        <w:rPr>
          <w:rFonts w:cs="Georgia"/>
          <w:kern w:val="1"/>
        </w:rPr>
        <w:t xml:space="preserve">. </w:t>
      </w:r>
      <w:r w:rsidR="00BE611A">
        <w:rPr>
          <w:rFonts w:cs="Georgia"/>
          <w:kern w:val="1"/>
        </w:rPr>
        <w:t>J</w:t>
      </w:r>
      <w:r>
        <w:rPr>
          <w:rFonts w:cs="Georgia"/>
          <w:kern w:val="1"/>
        </w:rPr>
        <w:t>’</w:t>
      </w:r>
      <w:r w:rsidR="00BE611A">
        <w:rPr>
          <w:rFonts w:cs="Georgia"/>
          <w:kern w:val="1"/>
        </w:rPr>
        <w:t>ai l</w:t>
      </w:r>
      <w:r>
        <w:rPr>
          <w:rFonts w:cs="Georgia"/>
          <w:kern w:val="1"/>
        </w:rPr>
        <w:t>’</w:t>
      </w:r>
      <w:r w:rsidR="00BE611A">
        <w:rPr>
          <w:rFonts w:cs="Georgia"/>
          <w:kern w:val="1"/>
        </w:rPr>
        <w:t>impression qu</w:t>
      </w:r>
      <w:r>
        <w:rPr>
          <w:rFonts w:cs="Georgia"/>
          <w:kern w:val="1"/>
        </w:rPr>
        <w:t>’</w:t>
      </w:r>
      <w:r w:rsidR="00BE611A">
        <w:rPr>
          <w:rFonts w:cs="Georgia"/>
          <w:kern w:val="1"/>
        </w:rPr>
        <w:t>il se doute de quelque chose</w:t>
      </w:r>
      <w:r>
        <w:rPr>
          <w:rFonts w:cs="Georgia"/>
          <w:kern w:val="1"/>
        </w:rPr>
        <w:t xml:space="preserve">. </w:t>
      </w:r>
      <w:r w:rsidR="00BE611A">
        <w:rPr>
          <w:rFonts w:cs="Georgia"/>
          <w:kern w:val="1"/>
        </w:rPr>
        <w:t>Hélas</w:t>
      </w:r>
      <w:r>
        <w:rPr>
          <w:rFonts w:cs="Georgia"/>
          <w:kern w:val="1"/>
        </w:rPr>
        <w:t xml:space="preserve"> ! </w:t>
      </w:r>
      <w:r w:rsidR="00BE611A">
        <w:rPr>
          <w:rFonts w:cs="Georgia"/>
          <w:kern w:val="1"/>
        </w:rPr>
        <w:t>si sa complète raison lui est revenue</w:t>
      </w:r>
      <w:r>
        <w:rPr>
          <w:rFonts w:cs="Georgia"/>
          <w:kern w:val="1"/>
        </w:rPr>
        <w:t xml:space="preserve">, </w:t>
      </w:r>
      <w:r w:rsidR="00BE611A">
        <w:rPr>
          <w:rFonts w:cs="Georgia"/>
          <w:kern w:val="1"/>
        </w:rPr>
        <w:t>elle aura choisi le pire moment</w:t>
      </w:r>
      <w:r>
        <w:rPr>
          <w:rFonts w:cs="Georgia"/>
          <w:kern w:val="1"/>
        </w:rPr>
        <w:t xml:space="preserve">. </w:t>
      </w:r>
      <w:r w:rsidR="00BE611A">
        <w:rPr>
          <w:rFonts w:cs="Georgia"/>
          <w:kern w:val="1"/>
        </w:rPr>
        <w:t>Vous déjeunez au château</w:t>
      </w:r>
      <w:r>
        <w:rPr>
          <w:rFonts w:cs="Georgia"/>
          <w:kern w:val="1"/>
        </w:rPr>
        <w:t xml:space="preserve">, </w:t>
      </w:r>
      <w:r w:rsidR="00BE611A">
        <w:rPr>
          <w:rFonts w:cs="Georgia"/>
          <w:kern w:val="1"/>
        </w:rPr>
        <w:t>n</w:t>
      </w:r>
      <w:r>
        <w:rPr>
          <w:rFonts w:cs="Georgia"/>
          <w:kern w:val="1"/>
        </w:rPr>
        <w:t>’</w:t>
      </w:r>
      <w:r w:rsidR="00BE611A">
        <w:rPr>
          <w:rFonts w:cs="Georgia"/>
          <w:kern w:val="1"/>
        </w:rPr>
        <w:t>est-ce pas</w:t>
      </w:r>
      <w:r>
        <w:rPr>
          <w:rFonts w:cs="Georgia"/>
          <w:kern w:val="1"/>
        </w:rPr>
        <w:t xml:space="preserve">, </w:t>
      </w:r>
      <w:r w:rsidR="00BE611A">
        <w:rPr>
          <w:rFonts w:cs="Georgia"/>
          <w:kern w:val="1"/>
        </w:rPr>
        <w:t>monsieur le Pasteur</w:t>
      </w:r>
      <w:r>
        <w:rPr>
          <w:rFonts w:cs="Georgia"/>
          <w:kern w:val="1"/>
        </w:rPr>
        <w:t xml:space="preserve"> ? </w:t>
      </w:r>
      <w:r w:rsidR="00BE611A">
        <w:rPr>
          <w:rFonts w:cs="Georgia"/>
          <w:kern w:val="1"/>
        </w:rPr>
        <w:t>Je viens de donner des ordres</w:t>
      </w:r>
      <w:r>
        <w:rPr>
          <w:rFonts w:cs="Georgia"/>
          <w:kern w:val="1"/>
        </w:rPr>
        <w:t xml:space="preserve">. </w:t>
      </w:r>
      <w:r w:rsidR="00BE611A">
        <w:rPr>
          <w:rFonts w:cs="Georgia"/>
          <w:kern w:val="1"/>
        </w:rPr>
        <w:t>Vous voudrez bien seulement ne pas faire trop attention</w:t>
      </w:r>
      <w:r>
        <w:rPr>
          <w:rFonts w:cs="Georgia"/>
          <w:kern w:val="1"/>
        </w:rPr>
        <w:t xml:space="preserve">. </w:t>
      </w:r>
      <w:r w:rsidR="00BE611A">
        <w:rPr>
          <w:rFonts w:cs="Georgia"/>
          <w:kern w:val="1"/>
        </w:rPr>
        <w:t>C</w:t>
      </w:r>
      <w:r>
        <w:rPr>
          <w:rFonts w:cs="Georgia"/>
          <w:kern w:val="1"/>
        </w:rPr>
        <w:t>’</w:t>
      </w:r>
      <w:r w:rsidR="00BE611A">
        <w:rPr>
          <w:rFonts w:cs="Georgia"/>
          <w:kern w:val="1"/>
        </w:rPr>
        <w:t>est une triste chère que celle qui vous attend</w:t>
      </w:r>
      <w:r>
        <w:rPr>
          <w:rFonts w:cs="Georgia"/>
          <w:kern w:val="1"/>
        </w:rPr>
        <w:t>.</w:t>
      </w:r>
    </w:p>
    <w:p w14:paraId="509DC303" w14:textId="77777777" w:rsidR="000E1451" w:rsidRDefault="000E1451" w:rsidP="00BE611A">
      <w:pPr>
        <w:rPr>
          <w:rFonts w:cs="Georgia"/>
          <w:kern w:val="1"/>
        </w:rPr>
      </w:pPr>
      <w:r>
        <w:rPr>
          <w:rFonts w:cs="Georgia"/>
          <w:kern w:val="1"/>
        </w:rPr>
        <w:t>— </w:t>
      </w:r>
      <w:r w:rsidR="00BE611A">
        <w:rPr>
          <w:rFonts w:cs="Georgia"/>
          <w:kern w:val="1"/>
        </w:rPr>
        <w:t>Mademoiselle</w:t>
      </w:r>
      <w:r>
        <w:rPr>
          <w:rFonts w:cs="Georgia"/>
          <w:kern w:val="1"/>
        </w:rPr>
        <w:t xml:space="preserve">, </w:t>
      </w:r>
      <w:r w:rsidR="00BE611A">
        <w:rPr>
          <w:rFonts w:cs="Georgia"/>
          <w:kern w:val="1"/>
        </w:rPr>
        <w:t>dit le vieux brave homme</w:t>
      </w:r>
      <w:r>
        <w:rPr>
          <w:rFonts w:cs="Georgia"/>
          <w:kern w:val="1"/>
        </w:rPr>
        <w:t xml:space="preserve">, </w:t>
      </w:r>
      <w:r w:rsidR="00BE611A">
        <w:rPr>
          <w:rFonts w:cs="Georgia"/>
          <w:kern w:val="1"/>
        </w:rPr>
        <w:t>sous ce rapport tout le monde sera bientôt logé en Prusse à la même enseigne</w:t>
      </w:r>
      <w:r>
        <w:rPr>
          <w:rFonts w:cs="Georgia"/>
          <w:kern w:val="1"/>
        </w:rPr>
        <w:t xml:space="preserve">. </w:t>
      </w:r>
      <w:r w:rsidR="00BE611A">
        <w:rPr>
          <w:rFonts w:cs="Georgia"/>
          <w:kern w:val="1"/>
        </w:rPr>
        <w:t>J</w:t>
      </w:r>
      <w:r>
        <w:rPr>
          <w:rFonts w:cs="Georgia"/>
          <w:kern w:val="1"/>
        </w:rPr>
        <w:t>’</w:t>
      </w:r>
      <w:r w:rsidR="00BE611A">
        <w:rPr>
          <w:rFonts w:cs="Georgia"/>
          <w:kern w:val="1"/>
        </w:rPr>
        <w:t>accepte</w:t>
      </w:r>
      <w:r>
        <w:rPr>
          <w:rFonts w:cs="Georgia"/>
          <w:kern w:val="1"/>
        </w:rPr>
        <w:t xml:space="preserve"> ; </w:t>
      </w:r>
      <w:r w:rsidR="00BE611A">
        <w:rPr>
          <w:rFonts w:cs="Georgia"/>
          <w:kern w:val="1"/>
        </w:rPr>
        <w:t>j</w:t>
      </w:r>
      <w:r>
        <w:rPr>
          <w:rFonts w:cs="Georgia"/>
          <w:kern w:val="1"/>
        </w:rPr>
        <w:t>’</w:t>
      </w:r>
      <w:r w:rsidR="00BE611A">
        <w:rPr>
          <w:rFonts w:cs="Georgia"/>
          <w:kern w:val="1"/>
        </w:rPr>
        <w:t>accepte avec joie</w:t>
      </w:r>
      <w:r>
        <w:rPr>
          <w:rFonts w:cs="Georgia"/>
          <w:kern w:val="1"/>
        </w:rPr>
        <w:t xml:space="preserve">. </w:t>
      </w:r>
      <w:r w:rsidR="00BE611A">
        <w:rPr>
          <w:rFonts w:cs="Georgia"/>
          <w:kern w:val="1"/>
        </w:rPr>
        <w:t>C</w:t>
      </w:r>
      <w:r>
        <w:rPr>
          <w:rFonts w:cs="Georgia"/>
          <w:kern w:val="1"/>
        </w:rPr>
        <w:t>’</w:t>
      </w:r>
      <w:r w:rsidR="00BE611A">
        <w:rPr>
          <w:rFonts w:cs="Georgia"/>
          <w:kern w:val="1"/>
        </w:rPr>
        <w:t>est bon</w:t>
      </w:r>
      <w:r>
        <w:rPr>
          <w:rFonts w:cs="Georgia"/>
          <w:kern w:val="1"/>
        </w:rPr>
        <w:t xml:space="preserve">, </w:t>
      </w:r>
      <w:r w:rsidR="00BE611A">
        <w:rPr>
          <w:rFonts w:cs="Georgia"/>
          <w:kern w:val="1"/>
        </w:rPr>
        <w:t xml:space="preserve">dans des </w:t>
      </w:r>
      <w:r w:rsidR="00BE611A">
        <w:rPr>
          <w:rFonts w:cs="Georgia"/>
          <w:kern w:val="1"/>
        </w:rPr>
        <w:lastRenderedPageBreak/>
        <w:t>heures pareilles</w:t>
      </w:r>
      <w:r>
        <w:rPr>
          <w:rFonts w:cs="Georgia"/>
          <w:kern w:val="1"/>
        </w:rPr>
        <w:t xml:space="preserve">, </w:t>
      </w:r>
      <w:r w:rsidR="00BE611A">
        <w:rPr>
          <w:rFonts w:cs="Georgia"/>
          <w:kern w:val="1"/>
        </w:rPr>
        <w:t>de ne pas être seul</w:t>
      </w:r>
      <w:r>
        <w:rPr>
          <w:rFonts w:cs="Georgia"/>
          <w:kern w:val="1"/>
        </w:rPr>
        <w:t xml:space="preserve">. </w:t>
      </w:r>
      <w:r w:rsidR="00BE611A">
        <w:rPr>
          <w:rFonts w:cs="Georgia"/>
          <w:kern w:val="1"/>
        </w:rPr>
        <w:t>En outre</w:t>
      </w:r>
      <w:r>
        <w:rPr>
          <w:rFonts w:cs="Georgia"/>
          <w:kern w:val="1"/>
        </w:rPr>
        <w:t xml:space="preserve">, </w:t>
      </w:r>
      <w:r w:rsidR="00BE611A">
        <w:rPr>
          <w:rFonts w:cs="Georgia"/>
          <w:kern w:val="1"/>
        </w:rPr>
        <w:t>il faut bien que je vienne à vous parler du motif de ma visite</w:t>
      </w:r>
      <w:r>
        <w:rPr>
          <w:rFonts w:cs="Georgia"/>
          <w:kern w:val="1"/>
        </w:rPr>
        <w:t>.</w:t>
      </w:r>
    </w:p>
    <w:p w14:paraId="4F4F17F1" w14:textId="77777777" w:rsidR="000E1451" w:rsidRDefault="000E1451" w:rsidP="00BE611A">
      <w:pPr>
        <w:rPr>
          <w:rFonts w:cs="Georgia"/>
          <w:kern w:val="1"/>
        </w:rPr>
      </w:pPr>
      <w:r>
        <w:rPr>
          <w:rFonts w:cs="Georgia"/>
          <w:kern w:val="1"/>
        </w:rPr>
        <w:t>— </w:t>
      </w:r>
      <w:r w:rsidR="00BE611A">
        <w:rPr>
          <w:rFonts w:cs="Georgia"/>
          <w:kern w:val="1"/>
        </w:rPr>
        <w:t>Vous avez quelque chose de spécial à me dire</w:t>
      </w:r>
      <w:r>
        <w:rPr>
          <w:rFonts w:cs="Georgia"/>
          <w:kern w:val="1"/>
        </w:rPr>
        <w:t> ?</w:t>
      </w:r>
    </w:p>
    <w:p w14:paraId="285647D4" w14:textId="77777777" w:rsidR="000E1451" w:rsidRDefault="000E1451" w:rsidP="00BE611A">
      <w:pPr>
        <w:rPr>
          <w:rFonts w:cs="Georgia"/>
          <w:kern w:val="1"/>
        </w:rPr>
      </w:pPr>
      <w:r>
        <w:rPr>
          <w:rFonts w:cs="Georgia"/>
          <w:kern w:val="1"/>
        </w:rPr>
        <w:t>— </w:t>
      </w:r>
      <w:r w:rsidR="00BE611A">
        <w:rPr>
          <w:rFonts w:cs="Georgia"/>
          <w:kern w:val="1"/>
        </w:rPr>
        <w:t>Plus exactement</w:t>
      </w:r>
      <w:r>
        <w:rPr>
          <w:rFonts w:cs="Georgia"/>
          <w:kern w:val="1"/>
        </w:rPr>
        <w:t xml:space="preserve">, </w:t>
      </w:r>
      <w:r w:rsidR="00BE611A">
        <w:rPr>
          <w:rFonts w:cs="Georgia"/>
          <w:kern w:val="1"/>
        </w:rPr>
        <w:t>mademoiselle</w:t>
      </w:r>
      <w:r>
        <w:rPr>
          <w:rFonts w:cs="Georgia"/>
          <w:kern w:val="1"/>
        </w:rPr>
        <w:t xml:space="preserve">, </w:t>
      </w:r>
      <w:r w:rsidR="00BE611A">
        <w:rPr>
          <w:rFonts w:cs="Georgia"/>
          <w:kern w:val="1"/>
        </w:rPr>
        <w:t>c</w:t>
      </w:r>
      <w:r>
        <w:rPr>
          <w:rFonts w:cs="Georgia"/>
          <w:kern w:val="1"/>
        </w:rPr>
        <w:t>’</w:t>
      </w:r>
      <w:r w:rsidR="00BE611A">
        <w:rPr>
          <w:rFonts w:cs="Georgia"/>
          <w:kern w:val="1"/>
        </w:rPr>
        <w:t>était auprès de votre oncle que j</w:t>
      </w:r>
      <w:r>
        <w:rPr>
          <w:rFonts w:cs="Georgia"/>
          <w:kern w:val="1"/>
        </w:rPr>
        <w:t>’</w:t>
      </w:r>
      <w:r w:rsidR="00BE611A">
        <w:rPr>
          <w:rFonts w:cs="Georgia"/>
          <w:kern w:val="1"/>
        </w:rPr>
        <w:t>étais mandaté</w:t>
      </w:r>
      <w:r>
        <w:rPr>
          <w:rFonts w:cs="Georgia"/>
          <w:kern w:val="1"/>
        </w:rPr>
        <w:t xml:space="preserve">. </w:t>
      </w:r>
      <w:r w:rsidR="00BE611A">
        <w:rPr>
          <w:rFonts w:cs="Georgia"/>
          <w:kern w:val="1"/>
        </w:rPr>
        <w:t>Étant donné son état</w:t>
      </w:r>
      <w:r>
        <w:rPr>
          <w:rFonts w:cs="Georgia"/>
          <w:kern w:val="1"/>
        </w:rPr>
        <w:t xml:space="preserve">, </w:t>
      </w:r>
      <w:r w:rsidR="00BE611A">
        <w:rPr>
          <w:rFonts w:cs="Georgia"/>
          <w:kern w:val="1"/>
        </w:rPr>
        <w:t>il vaut mieux que je m</w:t>
      </w:r>
      <w:r>
        <w:rPr>
          <w:rFonts w:cs="Georgia"/>
          <w:kern w:val="1"/>
        </w:rPr>
        <w:t>’</w:t>
      </w:r>
      <w:r w:rsidR="00BE611A">
        <w:rPr>
          <w:rFonts w:cs="Georgia"/>
          <w:kern w:val="1"/>
        </w:rPr>
        <w:t>adresse d</w:t>
      </w:r>
      <w:r>
        <w:rPr>
          <w:rFonts w:cs="Georgia"/>
          <w:kern w:val="1"/>
        </w:rPr>
        <w:t>’</w:t>
      </w:r>
      <w:r w:rsidR="00BE611A">
        <w:rPr>
          <w:rFonts w:cs="Georgia"/>
          <w:kern w:val="1"/>
        </w:rPr>
        <w:t>abord à vous</w:t>
      </w:r>
      <w:r>
        <w:rPr>
          <w:rFonts w:cs="Georgia"/>
          <w:kern w:val="1"/>
        </w:rPr>
        <w:t xml:space="preserve">. </w:t>
      </w:r>
      <w:r w:rsidR="00BE611A">
        <w:rPr>
          <w:rFonts w:cs="Georgia"/>
          <w:kern w:val="1"/>
        </w:rPr>
        <w:t>Vous prendrez ensuite la décision qui vous paraîtra la plus opportune</w:t>
      </w:r>
      <w:r>
        <w:rPr>
          <w:rFonts w:cs="Georgia"/>
          <w:kern w:val="1"/>
        </w:rPr>
        <w:t xml:space="preserve">. </w:t>
      </w:r>
      <w:r w:rsidR="00BE611A">
        <w:rPr>
          <w:rFonts w:cs="Georgia"/>
          <w:kern w:val="1"/>
        </w:rPr>
        <w:t>Voici</w:t>
      </w:r>
      <w:r>
        <w:rPr>
          <w:rFonts w:cs="Georgia"/>
          <w:kern w:val="1"/>
        </w:rPr>
        <w:t xml:space="preserve">. </w:t>
      </w:r>
      <w:r w:rsidR="00BE611A">
        <w:rPr>
          <w:rFonts w:cs="Georgia"/>
          <w:kern w:val="1"/>
        </w:rPr>
        <w:t>Comme je l</w:t>
      </w:r>
      <w:r>
        <w:rPr>
          <w:rFonts w:cs="Georgia"/>
          <w:kern w:val="1"/>
        </w:rPr>
        <w:t>’</w:t>
      </w:r>
      <w:r w:rsidR="00BE611A">
        <w:rPr>
          <w:rFonts w:cs="Georgia"/>
          <w:kern w:val="1"/>
        </w:rPr>
        <w:t xml:space="preserve">expliquais à </w:t>
      </w:r>
      <w:r>
        <w:rPr>
          <w:rFonts w:cs="Georgia"/>
          <w:kern w:val="1"/>
        </w:rPr>
        <w:t>M. </w:t>
      </w:r>
      <w:r w:rsidR="00BE611A">
        <w:rPr>
          <w:rFonts w:cs="Georgia"/>
          <w:kern w:val="1"/>
        </w:rPr>
        <w:t>Dumaine</w:t>
      </w:r>
      <w:r>
        <w:rPr>
          <w:rFonts w:cs="Georgia"/>
          <w:kern w:val="1"/>
        </w:rPr>
        <w:t xml:space="preserve">… </w:t>
      </w:r>
      <w:r w:rsidR="00BE611A">
        <w:rPr>
          <w:rFonts w:cs="Georgia"/>
          <w:kern w:val="1"/>
        </w:rPr>
        <w:t>je peux parler devant lui en toute liberté</w:t>
      </w:r>
      <w:r>
        <w:rPr>
          <w:rFonts w:cs="Georgia"/>
          <w:kern w:val="1"/>
        </w:rPr>
        <w:t xml:space="preserve">, </w:t>
      </w:r>
      <w:r w:rsidR="00BE611A">
        <w:rPr>
          <w:rFonts w:cs="Georgia"/>
          <w:kern w:val="1"/>
        </w:rPr>
        <w:t>n</w:t>
      </w:r>
      <w:r>
        <w:rPr>
          <w:rFonts w:cs="Georgia"/>
          <w:kern w:val="1"/>
        </w:rPr>
        <w:t>’</w:t>
      </w:r>
      <w:r w:rsidR="00BE611A">
        <w:rPr>
          <w:rFonts w:cs="Georgia"/>
          <w:kern w:val="1"/>
        </w:rPr>
        <w:t>est-ce pas</w:t>
      </w:r>
      <w:r>
        <w:rPr>
          <w:rFonts w:cs="Georgia"/>
          <w:kern w:val="1"/>
        </w:rPr>
        <w:t> ?</w:t>
      </w:r>
    </w:p>
    <w:p w14:paraId="110E4A3D" w14:textId="77777777" w:rsidR="000E1451" w:rsidRDefault="000E1451" w:rsidP="00BE611A">
      <w:pPr>
        <w:rPr>
          <w:rFonts w:cs="Georgia"/>
          <w:kern w:val="1"/>
        </w:rPr>
      </w:pPr>
      <w:r>
        <w:rPr>
          <w:rFonts w:cs="Georgia"/>
          <w:kern w:val="1"/>
        </w:rPr>
        <w:t>— </w:t>
      </w:r>
      <w:r w:rsidR="00BE611A">
        <w:rPr>
          <w:rFonts w:cs="Georgia"/>
          <w:kern w:val="1"/>
        </w:rPr>
        <w:t>Vous le pouvez</w:t>
      </w:r>
      <w:r>
        <w:rPr>
          <w:rFonts w:cs="Georgia"/>
          <w:kern w:val="1"/>
        </w:rPr>
        <w:t xml:space="preserve">, </w:t>
      </w:r>
      <w:r w:rsidR="00BE611A">
        <w:rPr>
          <w:rFonts w:cs="Georgia"/>
          <w:kern w:val="1"/>
        </w:rPr>
        <w:t>monsieur le Pasteur</w:t>
      </w:r>
      <w:r>
        <w:rPr>
          <w:rFonts w:cs="Georgia"/>
          <w:kern w:val="1"/>
        </w:rPr>
        <w:t xml:space="preserve">, </w:t>
      </w:r>
      <w:r w:rsidR="00BE611A">
        <w:rPr>
          <w:rFonts w:cs="Georgia"/>
          <w:kern w:val="1"/>
        </w:rPr>
        <w:t>dit gravement Axelle</w:t>
      </w:r>
      <w:r>
        <w:rPr>
          <w:rFonts w:cs="Georgia"/>
          <w:kern w:val="1"/>
        </w:rPr>
        <w:t>.</w:t>
      </w:r>
    </w:p>
    <w:p w14:paraId="6C42BECE" w14:textId="77777777" w:rsidR="000E1451" w:rsidRDefault="000E1451" w:rsidP="00BE611A">
      <w:pPr>
        <w:rPr>
          <w:rFonts w:cs="Georgia"/>
          <w:kern w:val="1"/>
        </w:rPr>
      </w:pPr>
      <w:r>
        <w:rPr>
          <w:rFonts w:cs="Georgia"/>
          <w:kern w:val="1"/>
        </w:rPr>
        <w:t>— </w:t>
      </w:r>
      <w:r w:rsidR="00BE611A">
        <w:rPr>
          <w:rFonts w:cs="Georgia"/>
          <w:kern w:val="1"/>
        </w:rPr>
        <w:t>Bien</w:t>
      </w:r>
      <w:r>
        <w:rPr>
          <w:rFonts w:cs="Georgia"/>
          <w:kern w:val="1"/>
        </w:rPr>
        <w:t xml:space="preserve">. </w:t>
      </w:r>
      <w:r w:rsidR="00BE611A">
        <w:rPr>
          <w:rFonts w:cs="Georgia"/>
          <w:kern w:val="1"/>
        </w:rPr>
        <w:t>En venant donc ici ce matin</w:t>
      </w:r>
      <w:r>
        <w:rPr>
          <w:rFonts w:cs="Georgia"/>
          <w:kern w:val="1"/>
        </w:rPr>
        <w:t xml:space="preserve">, </w:t>
      </w:r>
      <w:r w:rsidR="00BE611A">
        <w:rPr>
          <w:rFonts w:cs="Georgia"/>
          <w:kern w:val="1"/>
        </w:rPr>
        <w:t>outre mon plaisir à vous voir</w:t>
      </w:r>
      <w:r>
        <w:rPr>
          <w:rFonts w:cs="Georgia"/>
          <w:kern w:val="1"/>
        </w:rPr>
        <w:t xml:space="preserve">, </w:t>
      </w:r>
      <w:r w:rsidR="00BE611A">
        <w:rPr>
          <w:rFonts w:cs="Georgia"/>
          <w:kern w:val="1"/>
        </w:rPr>
        <w:t>j</w:t>
      </w:r>
      <w:r>
        <w:rPr>
          <w:rFonts w:cs="Georgia"/>
          <w:kern w:val="1"/>
        </w:rPr>
        <w:t>’</w:t>
      </w:r>
      <w:r w:rsidR="00BE611A">
        <w:rPr>
          <w:rFonts w:cs="Georgia"/>
          <w:kern w:val="1"/>
        </w:rPr>
        <w:t>avais une mission</w:t>
      </w:r>
      <w:r>
        <w:rPr>
          <w:rFonts w:cs="Georgia"/>
          <w:kern w:val="1"/>
        </w:rPr>
        <w:t xml:space="preserve">, </w:t>
      </w:r>
      <w:r w:rsidR="00BE611A">
        <w:rPr>
          <w:rFonts w:cs="Georgia"/>
          <w:kern w:val="1"/>
        </w:rPr>
        <w:t>oui</w:t>
      </w:r>
      <w:r>
        <w:rPr>
          <w:rFonts w:cs="Georgia"/>
          <w:kern w:val="1"/>
        </w:rPr>
        <w:t xml:space="preserve">, </w:t>
      </w:r>
      <w:r w:rsidR="00BE611A">
        <w:rPr>
          <w:rFonts w:cs="Georgia"/>
          <w:kern w:val="1"/>
        </w:rPr>
        <w:t>une véritable ambassade</w:t>
      </w:r>
      <w:r>
        <w:rPr>
          <w:rFonts w:cs="Georgia"/>
          <w:kern w:val="1"/>
        </w:rPr>
        <w:t xml:space="preserve">. </w:t>
      </w:r>
      <w:r w:rsidR="00BE611A">
        <w:rPr>
          <w:rFonts w:cs="Georgia"/>
          <w:kern w:val="1"/>
        </w:rPr>
        <w:t>Depuis hier</w:t>
      </w:r>
      <w:r>
        <w:rPr>
          <w:rFonts w:cs="Georgia"/>
          <w:kern w:val="1"/>
        </w:rPr>
        <w:t xml:space="preserve">, </w:t>
      </w:r>
      <w:r w:rsidR="00BE611A">
        <w:rPr>
          <w:rFonts w:cs="Georgia"/>
          <w:kern w:val="1"/>
        </w:rPr>
        <w:t>j</w:t>
      </w:r>
      <w:r>
        <w:rPr>
          <w:rFonts w:cs="Georgia"/>
          <w:kern w:val="1"/>
        </w:rPr>
        <w:t>’</w:t>
      </w:r>
      <w:r w:rsidR="00BE611A">
        <w:rPr>
          <w:rFonts w:cs="Georgia"/>
          <w:kern w:val="1"/>
        </w:rPr>
        <w:t>ai reçu la visite de pas mal de notables des environs</w:t>
      </w:r>
      <w:r>
        <w:rPr>
          <w:rFonts w:cs="Georgia"/>
          <w:kern w:val="1"/>
        </w:rPr>
        <w:t xml:space="preserve">, </w:t>
      </w:r>
      <w:r w:rsidR="00BE611A">
        <w:rPr>
          <w:rFonts w:cs="Georgia"/>
          <w:kern w:val="1"/>
        </w:rPr>
        <w:t xml:space="preserve">en particulier celle de </w:t>
      </w:r>
      <w:r>
        <w:rPr>
          <w:rFonts w:cs="Georgia"/>
          <w:kern w:val="1"/>
        </w:rPr>
        <w:t>M. </w:t>
      </w:r>
      <w:r w:rsidR="00BE611A">
        <w:rPr>
          <w:rFonts w:cs="Georgia"/>
          <w:kern w:val="1"/>
        </w:rPr>
        <w:t>Flinkow</w:t>
      </w:r>
      <w:r>
        <w:rPr>
          <w:rFonts w:cs="Georgia"/>
          <w:kern w:val="1"/>
        </w:rPr>
        <w:t xml:space="preserve">, </w:t>
      </w:r>
      <w:r w:rsidR="00BE611A">
        <w:rPr>
          <w:rFonts w:cs="Georgia"/>
          <w:kern w:val="1"/>
        </w:rPr>
        <w:t>bourgmestre de Palmnicken</w:t>
      </w:r>
      <w:r>
        <w:rPr>
          <w:rFonts w:cs="Georgia"/>
          <w:kern w:val="1"/>
        </w:rPr>
        <w:t xml:space="preserve">, </w:t>
      </w:r>
      <w:r w:rsidR="00BE611A">
        <w:rPr>
          <w:rFonts w:cs="Georgia"/>
          <w:kern w:val="1"/>
        </w:rPr>
        <w:t xml:space="preserve">et aussi celle de </w:t>
      </w:r>
      <w:r>
        <w:rPr>
          <w:rFonts w:cs="Georgia"/>
          <w:kern w:val="1"/>
        </w:rPr>
        <w:t>M. </w:t>
      </w:r>
      <w:r w:rsidR="00BE611A">
        <w:rPr>
          <w:rFonts w:cs="Georgia"/>
          <w:kern w:val="1"/>
        </w:rPr>
        <w:t>Berbling</w:t>
      </w:r>
      <w:r>
        <w:rPr>
          <w:rFonts w:cs="Georgia"/>
          <w:kern w:val="1"/>
        </w:rPr>
        <w:t xml:space="preserve">, </w:t>
      </w:r>
      <w:r w:rsidR="00BE611A">
        <w:rPr>
          <w:rFonts w:cs="Georgia"/>
          <w:kern w:val="1"/>
        </w:rPr>
        <w:t>bourgmestre de Warnicken</w:t>
      </w:r>
      <w:r>
        <w:rPr>
          <w:rFonts w:cs="Georgia"/>
          <w:kern w:val="1"/>
        </w:rPr>
        <w:t xml:space="preserve">. </w:t>
      </w:r>
      <w:r w:rsidR="00BE611A">
        <w:rPr>
          <w:rFonts w:cs="Georgia"/>
          <w:kern w:val="1"/>
        </w:rPr>
        <w:t>Ces deux honorables messieurs ont insisté ensemble</w:t>
      </w:r>
      <w:r>
        <w:rPr>
          <w:rFonts w:cs="Georgia"/>
          <w:kern w:val="1"/>
        </w:rPr>
        <w:t>…</w:t>
      </w:r>
    </w:p>
    <w:p w14:paraId="579ECAF6" w14:textId="77777777" w:rsidR="000E1451" w:rsidRDefault="000E1451" w:rsidP="00BE611A">
      <w:pPr>
        <w:rPr>
          <w:rFonts w:cs="Georgia"/>
          <w:kern w:val="1"/>
        </w:rPr>
      </w:pPr>
      <w:r>
        <w:rPr>
          <w:rFonts w:cs="Georgia"/>
          <w:kern w:val="1"/>
        </w:rPr>
        <w:t>— </w:t>
      </w:r>
      <w:r w:rsidR="00BE611A">
        <w:rPr>
          <w:rFonts w:cs="Georgia"/>
          <w:kern w:val="1"/>
        </w:rPr>
        <w:t>Ensemble</w:t>
      </w:r>
      <w:r>
        <w:rPr>
          <w:rFonts w:cs="Georgia"/>
          <w:kern w:val="1"/>
        </w:rPr>
        <w:t xml:space="preserve"> ? </w:t>
      </w:r>
      <w:r w:rsidR="00BE611A">
        <w:rPr>
          <w:rFonts w:cs="Georgia"/>
          <w:kern w:val="1"/>
        </w:rPr>
        <w:t>Je les croyais brouillés</w:t>
      </w:r>
      <w:r>
        <w:rPr>
          <w:rFonts w:cs="Georgia"/>
          <w:kern w:val="1"/>
        </w:rPr>
        <w:t>.</w:t>
      </w:r>
    </w:p>
    <w:p w14:paraId="01DD2F64" w14:textId="77777777" w:rsidR="000E1451" w:rsidRDefault="000E1451" w:rsidP="00BE611A">
      <w:pPr>
        <w:rPr>
          <w:rFonts w:cs="Georgia"/>
          <w:kern w:val="1"/>
        </w:rPr>
      </w:pPr>
      <w:r>
        <w:rPr>
          <w:rFonts w:cs="Georgia"/>
          <w:kern w:val="1"/>
        </w:rPr>
        <w:t>— </w:t>
      </w:r>
      <w:r w:rsidR="00BE611A">
        <w:rPr>
          <w:rFonts w:cs="Georgia"/>
          <w:kern w:val="1"/>
        </w:rPr>
        <w:t>Précisément</w:t>
      </w:r>
      <w:r>
        <w:rPr>
          <w:rFonts w:cs="Georgia"/>
          <w:kern w:val="1"/>
        </w:rPr>
        <w:t xml:space="preserve">. </w:t>
      </w:r>
      <w:r w:rsidR="00BE611A">
        <w:rPr>
          <w:rFonts w:cs="Georgia"/>
          <w:kern w:val="1"/>
        </w:rPr>
        <w:t>Ils ont jugé que</w:t>
      </w:r>
      <w:r>
        <w:rPr>
          <w:rFonts w:cs="Georgia"/>
          <w:kern w:val="1"/>
        </w:rPr>
        <w:t xml:space="preserve">, </w:t>
      </w:r>
      <w:r w:rsidR="00BE611A">
        <w:rPr>
          <w:rFonts w:cs="Georgia"/>
          <w:kern w:val="1"/>
        </w:rPr>
        <w:t>vu les circonstances actuelles</w:t>
      </w:r>
      <w:r>
        <w:rPr>
          <w:rFonts w:cs="Georgia"/>
          <w:kern w:val="1"/>
        </w:rPr>
        <w:t xml:space="preserve">, </w:t>
      </w:r>
      <w:r w:rsidR="00BE611A">
        <w:rPr>
          <w:rFonts w:cs="Georgia"/>
          <w:kern w:val="1"/>
        </w:rPr>
        <w:t>et les graves événements susceptibles de se produire d</w:t>
      </w:r>
      <w:r>
        <w:rPr>
          <w:rFonts w:cs="Georgia"/>
          <w:kern w:val="1"/>
        </w:rPr>
        <w:t>’</w:t>
      </w:r>
      <w:r w:rsidR="00BE611A">
        <w:rPr>
          <w:rFonts w:cs="Georgia"/>
          <w:kern w:val="1"/>
        </w:rPr>
        <w:t>un moment à l</w:t>
      </w:r>
      <w:r>
        <w:rPr>
          <w:rFonts w:cs="Georgia"/>
          <w:kern w:val="1"/>
        </w:rPr>
        <w:t>’</w:t>
      </w:r>
      <w:r w:rsidR="00BE611A">
        <w:rPr>
          <w:rFonts w:cs="Georgia"/>
          <w:kern w:val="1"/>
        </w:rPr>
        <w:t>autre dans la région</w:t>
      </w:r>
      <w:r>
        <w:rPr>
          <w:rFonts w:cs="Georgia"/>
          <w:kern w:val="1"/>
        </w:rPr>
        <w:t xml:space="preserve">, </w:t>
      </w:r>
      <w:r w:rsidR="00BE611A">
        <w:rPr>
          <w:rFonts w:cs="Georgia"/>
          <w:kern w:val="1"/>
        </w:rPr>
        <w:t>le devoir commun était d</w:t>
      </w:r>
      <w:r>
        <w:rPr>
          <w:rFonts w:cs="Georgia"/>
          <w:kern w:val="1"/>
        </w:rPr>
        <w:t>’</w:t>
      </w:r>
      <w:r w:rsidR="00BE611A">
        <w:rPr>
          <w:rFonts w:cs="Georgia"/>
          <w:kern w:val="1"/>
        </w:rPr>
        <w:t>oublier les vieilles querelles pour ne songer qu</w:t>
      </w:r>
      <w:r>
        <w:rPr>
          <w:rFonts w:cs="Georgia"/>
          <w:kern w:val="1"/>
        </w:rPr>
        <w:t>’</w:t>
      </w:r>
      <w:r w:rsidR="00BE611A">
        <w:rPr>
          <w:rFonts w:cs="Georgia"/>
          <w:kern w:val="1"/>
        </w:rPr>
        <w:t>à l</w:t>
      </w:r>
      <w:r>
        <w:rPr>
          <w:rFonts w:cs="Georgia"/>
          <w:kern w:val="1"/>
        </w:rPr>
        <w:t>’</w:t>
      </w:r>
      <w:r w:rsidR="00BE611A">
        <w:rPr>
          <w:rFonts w:cs="Georgia"/>
          <w:kern w:val="1"/>
        </w:rPr>
        <w:t>intérêt général</w:t>
      </w:r>
      <w:r>
        <w:rPr>
          <w:rFonts w:cs="Georgia"/>
          <w:kern w:val="1"/>
        </w:rPr>
        <w:t>. M. </w:t>
      </w:r>
      <w:r w:rsidR="00BE611A">
        <w:rPr>
          <w:rFonts w:cs="Georgia"/>
          <w:kern w:val="1"/>
        </w:rPr>
        <w:t>Flinkow</w:t>
      </w:r>
      <w:r>
        <w:rPr>
          <w:rFonts w:cs="Georgia"/>
          <w:kern w:val="1"/>
        </w:rPr>
        <w:t xml:space="preserve">, </w:t>
      </w:r>
      <w:r w:rsidR="00BE611A">
        <w:rPr>
          <w:rFonts w:cs="Georgia"/>
          <w:kern w:val="1"/>
        </w:rPr>
        <w:t>vous le savez</w:t>
      </w:r>
      <w:r>
        <w:rPr>
          <w:rFonts w:cs="Georgia"/>
          <w:kern w:val="1"/>
        </w:rPr>
        <w:t xml:space="preserve">, </w:t>
      </w:r>
      <w:r w:rsidR="00BE611A">
        <w:rPr>
          <w:rFonts w:cs="Georgia"/>
          <w:kern w:val="1"/>
        </w:rPr>
        <w:t>est propriétaire de l</w:t>
      </w:r>
      <w:r>
        <w:rPr>
          <w:rFonts w:cs="Georgia"/>
          <w:kern w:val="1"/>
        </w:rPr>
        <w:t>’</w:t>
      </w:r>
      <w:r w:rsidR="00BE611A">
        <w:rPr>
          <w:rFonts w:cs="Georgia"/>
          <w:kern w:val="1"/>
        </w:rPr>
        <w:t>usine électrique de Palmnicken</w:t>
      </w:r>
      <w:r>
        <w:rPr>
          <w:rFonts w:cs="Georgia"/>
          <w:kern w:val="1"/>
        </w:rPr>
        <w:t xml:space="preserve">, </w:t>
      </w:r>
      <w:r w:rsidR="00BE611A">
        <w:rPr>
          <w:rFonts w:cs="Georgia"/>
          <w:kern w:val="1"/>
        </w:rPr>
        <w:t>dont les ouvriers sont en grève depuis une semaine</w:t>
      </w:r>
      <w:r>
        <w:rPr>
          <w:rFonts w:cs="Georgia"/>
          <w:kern w:val="1"/>
        </w:rPr>
        <w:t xml:space="preserve">. </w:t>
      </w:r>
      <w:r w:rsidR="00BE611A">
        <w:rPr>
          <w:rFonts w:cs="Georgia"/>
          <w:kern w:val="1"/>
        </w:rPr>
        <w:t>À Warnicken</w:t>
      </w:r>
      <w:r>
        <w:rPr>
          <w:rFonts w:cs="Georgia"/>
          <w:kern w:val="1"/>
        </w:rPr>
        <w:t>, M. </w:t>
      </w:r>
      <w:r w:rsidR="00BE611A">
        <w:rPr>
          <w:rFonts w:cs="Georgia"/>
          <w:kern w:val="1"/>
        </w:rPr>
        <w:t>Berbling estime également que la population contient quelques éléments douteux</w:t>
      </w:r>
      <w:r>
        <w:rPr>
          <w:rFonts w:cs="Georgia"/>
          <w:kern w:val="1"/>
        </w:rPr>
        <w:t xml:space="preserve">. </w:t>
      </w:r>
      <w:r w:rsidR="00BE611A">
        <w:rPr>
          <w:rFonts w:cs="Georgia"/>
          <w:kern w:val="1"/>
        </w:rPr>
        <w:t>Bref</w:t>
      </w:r>
      <w:r>
        <w:rPr>
          <w:rFonts w:cs="Georgia"/>
          <w:kern w:val="1"/>
        </w:rPr>
        <w:t xml:space="preserve">, </w:t>
      </w:r>
      <w:r w:rsidR="00BE611A">
        <w:rPr>
          <w:rFonts w:cs="Georgia"/>
          <w:kern w:val="1"/>
        </w:rPr>
        <w:t>ils s</w:t>
      </w:r>
      <w:r>
        <w:rPr>
          <w:rFonts w:cs="Georgia"/>
          <w:kern w:val="1"/>
        </w:rPr>
        <w:t>’</w:t>
      </w:r>
      <w:r w:rsidR="00BE611A">
        <w:rPr>
          <w:rFonts w:cs="Georgia"/>
          <w:kern w:val="1"/>
        </w:rPr>
        <w:t>accordent sur la nécessité de faire le plus tôt possible une démarche à Kœnigsberg</w:t>
      </w:r>
      <w:r>
        <w:rPr>
          <w:rFonts w:cs="Georgia"/>
          <w:kern w:val="1"/>
        </w:rPr>
        <w:t xml:space="preserve">, </w:t>
      </w:r>
      <w:r w:rsidR="00BE611A">
        <w:rPr>
          <w:rFonts w:cs="Georgia"/>
          <w:kern w:val="1"/>
        </w:rPr>
        <w:t>en vue d</w:t>
      </w:r>
      <w:r>
        <w:rPr>
          <w:rFonts w:cs="Georgia"/>
          <w:kern w:val="1"/>
        </w:rPr>
        <w:t>’</w:t>
      </w:r>
      <w:r w:rsidR="00BE611A">
        <w:rPr>
          <w:rFonts w:cs="Georgia"/>
          <w:kern w:val="1"/>
        </w:rPr>
        <w:t>obtenir l</w:t>
      </w:r>
      <w:r>
        <w:rPr>
          <w:rFonts w:cs="Georgia"/>
          <w:kern w:val="1"/>
        </w:rPr>
        <w:t>’</w:t>
      </w:r>
      <w:r w:rsidR="00BE611A">
        <w:rPr>
          <w:rFonts w:cs="Georgia"/>
          <w:kern w:val="1"/>
        </w:rPr>
        <w:t>envoi d</w:t>
      </w:r>
      <w:r>
        <w:rPr>
          <w:rFonts w:cs="Georgia"/>
          <w:kern w:val="1"/>
        </w:rPr>
        <w:t>’</w:t>
      </w:r>
      <w:r w:rsidR="00BE611A">
        <w:rPr>
          <w:rFonts w:cs="Georgia"/>
          <w:kern w:val="1"/>
        </w:rPr>
        <w:t xml:space="preserve">un détachement </w:t>
      </w:r>
      <w:r w:rsidR="00BE611A">
        <w:rPr>
          <w:rFonts w:cs="Georgia"/>
          <w:kern w:val="1"/>
        </w:rPr>
        <w:lastRenderedPageBreak/>
        <w:t>d</w:t>
      </w:r>
      <w:r>
        <w:rPr>
          <w:rFonts w:cs="Georgia"/>
          <w:kern w:val="1"/>
        </w:rPr>
        <w:t>’</w:t>
      </w:r>
      <w:r w:rsidR="00BE611A">
        <w:rPr>
          <w:rFonts w:cs="Georgia"/>
          <w:kern w:val="1"/>
        </w:rPr>
        <w:t>infanterie</w:t>
      </w:r>
      <w:r>
        <w:rPr>
          <w:rFonts w:cs="Georgia"/>
          <w:kern w:val="1"/>
        </w:rPr>
        <w:t xml:space="preserve">, </w:t>
      </w:r>
      <w:r w:rsidR="00BE611A">
        <w:rPr>
          <w:rFonts w:cs="Georgia"/>
          <w:kern w:val="1"/>
        </w:rPr>
        <w:t>ou de quelques dragons</w:t>
      </w:r>
      <w:r>
        <w:rPr>
          <w:rFonts w:cs="Georgia"/>
          <w:kern w:val="1"/>
        </w:rPr>
        <w:t xml:space="preserve">. </w:t>
      </w:r>
      <w:r w:rsidR="00BE611A">
        <w:rPr>
          <w:rFonts w:cs="Georgia"/>
          <w:kern w:val="1"/>
        </w:rPr>
        <w:t>Ils pensent que le général de Reichendorf est tout qualifié</w:t>
      </w:r>
      <w:r>
        <w:rPr>
          <w:rFonts w:cs="Georgia"/>
          <w:kern w:val="1"/>
        </w:rPr>
        <w:t>…</w:t>
      </w:r>
    </w:p>
    <w:p w14:paraId="1D6FB1A6" w14:textId="77777777" w:rsidR="000E1451" w:rsidRDefault="00BE611A" w:rsidP="00BE611A">
      <w:pPr>
        <w:rPr>
          <w:rFonts w:cs="Georgia"/>
          <w:kern w:val="1"/>
        </w:rPr>
      </w:pPr>
      <w:r>
        <w:rPr>
          <w:rFonts w:cs="Georgia"/>
          <w:kern w:val="1"/>
        </w:rPr>
        <w:t>À cet endroit de son discours</w:t>
      </w:r>
      <w:r w:rsidR="000E1451">
        <w:rPr>
          <w:rFonts w:cs="Georgia"/>
          <w:kern w:val="1"/>
        </w:rPr>
        <w:t xml:space="preserve">, </w:t>
      </w:r>
      <w:r>
        <w:rPr>
          <w:rFonts w:cs="Georgia"/>
          <w:kern w:val="1"/>
        </w:rPr>
        <w:t>je ne pus m</w:t>
      </w:r>
      <w:r w:rsidR="000E1451">
        <w:rPr>
          <w:rFonts w:cs="Georgia"/>
          <w:kern w:val="1"/>
        </w:rPr>
        <w:t>’</w:t>
      </w:r>
      <w:r>
        <w:rPr>
          <w:rFonts w:cs="Georgia"/>
          <w:kern w:val="1"/>
        </w:rPr>
        <w:t>empêcher d</w:t>
      </w:r>
      <w:r w:rsidR="000E1451">
        <w:rPr>
          <w:rFonts w:cs="Georgia"/>
          <w:kern w:val="1"/>
        </w:rPr>
        <w:t>’</w:t>
      </w:r>
      <w:r>
        <w:rPr>
          <w:rFonts w:cs="Georgia"/>
          <w:kern w:val="1"/>
        </w:rPr>
        <w:t>interrompre le pasteur</w:t>
      </w:r>
      <w:r w:rsidR="000E1451">
        <w:rPr>
          <w:rFonts w:cs="Georgia"/>
          <w:kern w:val="1"/>
        </w:rPr>
        <w:t>.</w:t>
      </w:r>
    </w:p>
    <w:p w14:paraId="60FEE820" w14:textId="77777777" w:rsidR="000E1451" w:rsidRDefault="000E1451" w:rsidP="00BE611A">
      <w:pPr>
        <w:rPr>
          <w:rFonts w:cs="Georgia"/>
          <w:kern w:val="1"/>
        </w:rPr>
      </w:pPr>
      <w:r>
        <w:rPr>
          <w:rFonts w:cs="Georgia"/>
          <w:kern w:val="1"/>
        </w:rPr>
        <w:t>— M. </w:t>
      </w:r>
      <w:r w:rsidR="00BE611A">
        <w:rPr>
          <w:rFonts w:cs="Georgia"/>
          <w:kern w:val="1"/>
        </w:rPr>
        <w:t>Flinkow</w:t>
      </w:r>
      <w:r>
        <w:rPr>
          <w:rFonts w:cs="Georgia"/>
          <w:kern w:val="1"/>
        </w:rPr>
        <w:t xml:space="preserve">, </w:t>
      </w:r>
      <w:r w:rsidR="00BE611A">
        <w:rPr>
          <w:rFonts w:cs="Georgia"/>
          <w:kern w:val="1"/>
        </w:rPr>
        <w:t>dis-je</w:t>
      </w:r>
      <w:r>
        <w:rPr>
          <w:rFonts w:cs="Georgia"/>
          <w:kern w:val="1"/>
        </w:rPr>
        <w:t xml:space="preserve">, </w:t>
      </w:r>
      <w:r w:rsidR="00BE611A">
        <w:rPr>
          <w:rFonts w:cs="Georgia"/>
          <w:kern w:val="1"/>
        </w:rPr>
        <w:t>il me semble avoir entendu prononcer ce nom par le pauvre Gottlieb</w:t>
      </w:r>
      <w:r>
        <w:rPr>
          <w:rFonts w:cs="Georgia"/>
          <w:kern w:val="1"/>
        </w:rPr>
        <w:t xml:space="preserve">. </w:t>
      </w:r>
      <w:r w:rsidR="00BE611A">
        <w:rPr>
          <w:rFonts w:cs="Georgia"/>
          <w:kern w:val="1"/>
        </w:rPr>
        <w:t>N</w:t>
      </w:r>
      <w:r>
        <w:rPr>
          <w:rFonts w:cs="Georgia"/>
          <w:kern w:val="1"/>
        </w:rPr>
        <w:t>’</w:t>
      </w:r>
      <w:r w:rsidR="00BE611A">
        <w:rPr>
          <w:rFonts w:cs="Georgia"/>
          <w:kern w:val="1"/>
        </w:rPr>
        <w:t>est-ce pas ce monsieur avec qui le général a été en pourparlers il y a quelques mois au sujet de la vente d</w:t>
      </w:r>
      <w:r>
        <w:rPr>
          <w:rFonts w:cs="Georgia"/>
          <w:kern w:val="1"/>
        </w:rPr>
        <w:t>’</w:t>
      </w:r>
      <w:r w:rsidR="00BE611A">
        <w:rPr>
          <w:rFonts w:cs="Georgia"/>
          <w:kern w:val="1"/>
        </w:rPr>
        <w:t>une partie des sapinières</w:t>
      </w:r>
      <w:r>
        <w:rPr>
          <w:rFonts w:cs="Georgia"/>
          <w:kern w:val="1"/>
        </w:rPr>
        <w:t> ?</w:t>
      </w:r>
    </w:p>
    <w:p w14:paraId="2E1BF4A9" w14:textId="77777777" w:rsidR="000E1451" w:rsidRDefault="00BE611A" w:rsidP="00BE611A">
      <w:pPr>
        <w:rPr>
          <w:rFonts w:cs="Georgia"/>
          <w:kern w:val="1"/>
        </w:rPr>
      </w:pPr>
      <w:r>
        <w:rPr>
          <w:rFonts w:cs="Georgia"/>
          <w:kern w:val="1"/>
        </w:rPr>
        <w:t>Du regard ardent qu</w:t>
      </w:r>
      <w:r w:rsidR="000E1451">
        <w:rPr>
          <w:rFonts w:cs="Georgia"/>
          <w:kern w:val="1"/>
        </w:rPr>
        <w:t>’</w:t>
      </w:r>
      <w:r>
        <w:rPr>
          <w:rFonts w:cs="Georgia"/>
          <w:kern w:val="1"/>
        </w:rPr>
        <w:t>elle me jeta</w:t>
      </w:r>
      <w:r w:rsidR="000E1451">
        <w:rPr>
          <w:rFonts w:cs="Georgia"/>
          <w:kern w:val="1"/>
        </w:rPr>
        <w:t xml:space="preserve">, </w:t>
      </w:r>
      <w:r>
        <w:rPr>
          <w:rFonts w:cs="Georgia"/>
          <w:kern w:val="1"/>
        </w:rPr>
        <w:t>Axelle me paya de mon audace</w:t>
      </w:r>
      <w:r w:rsidR="000E1451">
        <w:rPr>
          <w:rFonts w:cs="Georgia"/>
          <w:kern w:val="1"/>
        </w:rPr>
        <w:t>.</w:t>
      </w:r>
    </w:p>
    <w:p w14:paraId="0185B37E" w14:textId="77777777" w:rsidR="000E1451" w:rsidRDefault="000E1451" w:rsidP="00BE611A">
      <w:pPr>
        <w:rPr>
          <w:rFonts w:cs="Georgia"/>
          <w:kern w:val="1"/>
        </w:rPr>
      </w:pPr>
      <w:r>
        <w:rPr>
          <w:rFonts w:cs="Georgia"/>
          <w:kern w:val="1"/>
        </w:rPr>
        <w:t>— </w:t>
      </w:r>
      <w:r w:rsidR="00BE611A">
        <w:rPr>
          <w:rFonts w:cs="Georgia"/>
          <w:kern w:val="1"/>
        </w:rPr>
        <w:t>Mettons les choses au point</w:t>
      </w:r>
      <w:r>
        <w:rPr>
          <w:rFonts w:cs="Georgia"/>
          <w:kern w:val="1"/>
        </w:rPr>
        <w:t xml:space="preserve">, </w:t>
      </w:r>
      <w:r w:rsidR="00BE611A">
        <w:rPr>
          <w:rFonts w:cs="Georgia"/>
          <w:kern w:val="1"/>
        </w:rPr>
        <w:t>dit-elle</w:t>
      </w:r>
      <w:r>
        <w:rPr>
          <w:rFonts w:cs="Georgia"/>
          <w:kern w:val="1"/>
        </w:rPr>
        <w:t>. M. </w:t>
      </w:r>
      <w:r w:rsidR="00BE611A">
        <w:rPr>
          <w:rFonts w:cs="Georgia"/>
          <w:kern w:val="1"/>
        </w:rPr>
        <w:t xml:space="preserve">Flinkow ne fut pressenti que pour une hypothèque sur les bois dont parle </w:t>
      </w:r>
      <w:r>
        <w:rPr>
          <w:rFonts w:cs="Georgia"/>
          <w:kern w:val="1"/>
        </w:rPr>
        <w:t>M. </w:t>
      </w:r>
      <w:r w:rsidR="00BE611A">
        <w:rPr>
          <w:rFonts w:cs="Georgia"/>
          <w:kern w:val="1"/>
        </w:rPr>
        <w:t>Dumaine</w:t>
      </w:r>
      <w:r>
        <w:rPr>
          <w:rFonts w:cs="Georgia"/>
          <w:kern w:val="1"/>
        </w:rPr>
        <w:t xml:space="preserve">. </w:t>
      </w:r>
      <w:r w:rsidR="00BE611A">
        <w:rPr>
          <w:rFonts w:cs="Georgia"/>
          <w:kern w:val="1"/>
        </w:rPr>
        <w:t>Il refusa</w:t>
      </w:r>
      <w:r>
        <w:rPr>
          <w:rFonts w:cs="Georgia"/>
          <w:kern w:val="1"/>
        </w:rPr>
        <w:t xml:space="preserve">, </w:t>
      </w:r>
      <w:r w:rsidR="00BE611A">
        <w:rPr>
          <w:rFonts w:cs="Georgia"/>
          <w:kern w:val="1"/>
        </w:rPr>
        <w:t>pensant bien que le temps n</w:t>
      </w:r>
      <w:r>
        <w:rPr>
          <w:rFonts w:cs="Georgia"/>
          <w:kern w:val="1"/>
        </w:rPr>
        <w:t>’</w:t>
      </w:r>
      <w:r w:rsidR="00BE611A">
        <w:rPr>
          <w:rFonts w:cs="Georgia"/>
          <w:kern w:val="1"/>
        </w:rPr>
        <w:t>était plus loin où</w:t>
      </w:r>
      <w:r>
        <w:rPr>
          <w:rFonts w:cs="Georgia"/>
          <w:kern w:val="1"/>
        </w:rPr>
        <w:t xml:space="preserve">, </w:t>
      </w:r>
      <w:r w:rsidR="00BE611A">
        <w:rPr>
          <w:rFonts w:cs="Georgia"/>
          <w:kern w:val="1"/>
        </w:rPr>
        <w:t>pour la même somme</w:t>
      </w:r>
      <w:r>
        <w:rPr>
          <w:rFonts w:cs="Georgia"/>
          <w:kern w:val="1"/>
        </w:rPr>
        <w:t xml:space="preserve">, </w:t>
      </w:r>
      <w:r w:rsidR="00BE611A">
        <w:rPr>
          <w:rFonts w:cs="Georgia"/>
          <w:kern w:val="1"/>
        </w:rPr>
        <w:t>au lieu de prêteur</w:t>
      </w:r>
      <w:r>
        <w:rPr>
          <w:rFonts w:cs="Georgia"/>
          <w:kern w:val="1"/>
        </w:rPr>
        <w:t xml:space="preserve">, </w:t>
      </w:r>
      <w:r w:rsidR="00BE611A">
        <w:rPr>
          <w:rFonts w:cs="Georgia"/>
          <w:kern w:val="1"/>
        </w:rPr>
        <w:t>il serait acquéreur</w:t>
      </w:r>
      <w:r>
        <w:rPr>
          <w:rFonts w:cs="Georgia"/>
          <w:kern w:val="1"/>
        </w:rPr>
        <w:t xml:space="preserve">. </w:t>
      </w:r>
      <w:r w:rsidR="00BE611A">
        <w:rPr>
          <w:rFonts w:cs="Georgia"/>
          <w:kern w:val="1"/>
        </w:rPr>
        <w:t>Aujourd</w:t>
      </w:r>
      <w:r>
        <w:rPr>
          <w:rFonts w:cs="Georgia"/>
          <w:kern w:val="1"/>
        </w:rPr>
        <w:t>’</w:t>
      </w:r>
      <w:r w:rsidR="00BE611A">
        <w:rPr>
          <w:rFonts w:cs="Georgia"/>
          <w:kern w:val="1"/>
        </w:rPr>
        <w:t>hui</w:t>
      </w:r>
      <w:r>
        <w:rPr>
          <w:rFonts w:cs="Georgia"/>
          <w:kern w:val="1"/>
        </w:rPr>
        <w:t xml:space="preserve">, </w:t>
      </w:r>
      <w:r w:rsidR="00BE611A">
        <w:rPr>
          <w:rFonts w:cs="Georgia"/>
          <w:kern w:val="1"/>
        </w:rPr>
        <w:t>il paraît animé de meilleurs sentiments</w:t>
      </w:r>
      <w:r>
        <w:rPr>
          <w:rFonts w:cs="Georgia"/>
          <w:kern w:val="1"/>
        </w:rPr>
        <w:t xml:space="preserve">. </w:t>
      </w:r>
      <w:r w:rsidR="00BE611A">
        <w:rPr>
          <w:rFonts w:cs="Georgia"/>
          <w:kern w:val="1"/>
        </w:rPr>
        <w:t>Mais achevez</w:t>
      </w:r>
      <w:r>
        <w:rPr>
          <w:rFonts w:cs="Georgia"/>
          <w:kern w:val="1"/>
        </w:rPr>
        <w:t xml:space="preserve">, </w:t>
      </w:r>
      <w:r w:rsidR="00BE611A">
        <w:rPr>
          <w:rFonts w:cs="Georgia"/>
          <w:kern w:val="1"/>
        </w:rPr>
        <w:t>je vous en prie</w:t>
      </w:r>
      <w:r>
        <w:rPr>
          <w:rFonts w:cs="Georgia"/>
          <w:kern w:val="1"/>
        </w:rPr>
        <w:t xml:space="preserve">, </w:t>
      </w:r>
      <w:r w:rsidR="00BE611A">
        <w:rPr>
          <w:rFonts w:cs="Georgia"/>
          <w:kern w:val="1"/>
        </w:rPr>
        <w:t>monsieur le Pasteur</w:t>
      </w:r>
      <w:r>
        <w:rPr>
          <w:rFonts w:cs="Georgia"/>
          <w:kern w:val="1"/>
        </w:rPr>
        <w:t xml:space="preserve">. </w:t>
      </w:r>
      <w:r w:rsidR="00BE611A">
        <w:rPr>
          <w:rFonts w:cs="Georgia"/>
          <w:kern w:val="1"/>
        </w:rPr>
        <w:t>Ces messieurs jugent donc que mon oncle est tout qualifié</w:t>
      </w:r>
      <w:r>
        <w:rPr>
          <w:rFonts w:cs="Georgia"/>
          <w:kern w:val="1"/>
        </w:rPr>
        <w:t> ?…</w:t>
      </w:r>
    </w:p>
    <w:p w14:paraId="01438FD1" w14:textId="77777777" w:rsidR="000E1451" w:rsidRDefault="000E1451" w:rsidP="00BE611A">
      <w:pPr>
        <w:rPr>
          <w:rFonts w:cs="Georgia"/>
          <w:kern w:val="1"/>
        </w:rPr>
      </w:pPr>
      <w:r>
        <w:rPr>
          <w:rFonts w:cs="Georgia"/>
          <w:kern w:val="1"/>
        </w:rPr>
        <w:t>— </w:t>
      </w:r>
      <w:r w:rsidR="00BE611A">
        <w:rPr>
          <w:rFonts w:cs="Georgia"/>
          <w:kern w:val="1"/>
        </w:rPr>
        <w:t>Mademoiselle</w:t>
      </w:r>
      <w:r>
        <w:rPr>
          <w:rFonts w:cs="Georgia"/>
          <w:kern w:val="1"/>
        </w:rPr>
        <w:t xml:space="preserve">, </w:t>
      </w:r>
      <w:r w:rsidR="00BE611A">
        <w:rPr>
          <w:rFonts w:cs="Georgia"/>
          <w:kern w:val="1"/>
        </w:rPr>
        <w:t>dit le vieillard sur un ton plein de dignité douloureuse</w:t>
      </w:r>
      <w:r>
        <w:rPr>
          <w:rFonts w:cs="Georgia"/>
          <w:kern w:val="1"/>
        </w:rPr>
        <w:t xml:space="preserve">, </w:t>
      </w:r>
      <w:r w:rsidR="00BE611A">
        <w:rPr>
          <w:rFonts w:cs="Georgia"/>
          <w:kern w:val="1"/>
        </w:rPr>
        <w:t>croyez bien que je me suis souvenu de cette histoire</w:t>
      </w:r>
      <w:r>
        <w:rPr>
          <w:rFonts w:cs="Georgia"/>
          <w:kern w:val="1"/>
        </w:rPr>
        <w:t xml:space="preserve">, </w:t>
      </w:r>
      <w:r w:rsidR="00BE611A">
        <w:rPr>
          <w:rFonts w:cs="Georgia"/>
          <w:kern w:val="1"/>
        </w:rPr>
        <w:t>et que je n</w:t>
      </w:r>
      <w:r>
        <w:rPr>
          <w:rFonts w:cs="Georgia"/>
          <w:kern w:val="1"/>
        </w:rPr>
        <w:t>’</w:t>
      </w:r>
      <w:r w:rsidR="00BE611A">
        <w:rPr>
          <w:rFonts w:cs="Georgia"/>
          <w:kern w:val="1"/>
        </w:rPr>
        <w:t xml:space="preserve">ai pas manqué de rappeler à </w:t>
      </w:r>
      <w:r>
        <w:rPr>
          <w:rFonts w:cs="Georgia"/>
          <w:kern w:val="1"/>
        </w:rPr>
        <w:t>M. </w:t>
      </w:r>
      <w:r w:rsidR="00BE611A">
        <w:rPr>
          <w:rFonts w:cs="Georgia"/>
          <w:kern w:val="1"/>
        </w:rPr>
        <w:t>Flinkow le peu d</w:t>
      </w:r>
      <w:r>
        <w:rPr>
          <w:rFonts w:cs="Georgia"/>
          <w:kern w:val="1"/>
        </w:rPr>
        <w:t>’</w:t>
      </w:r>
      <w:r w:rsidR="00BE611A">
        <w:rPr>
          <w:rFonts w:cs="Georgia"/>
          <w:kern w:val="1"/>
        </w:rPr>
        <w:t>élégance de sa conduite</w:t>
      </w:r>
      <w:r>
        <w:rPr>
          <w:rFonts w:cs="Georgia"/>
          <w:kern w:val="1"/>
        </w:rPr>
        <w:t xml:space="preserve">. </w:t>
      </w:r>
      <w:r w:rsidR="00BE611A">
        <w:rPr>
          <w:rFonts w:cs="Georgia"/>
          <w:kern w:val="1"/>
        </w:rPr>
        <w:t>Mais pouvais-je décliner ce que je considère tout de même comme un devoir</w:t>
      </w:r>
      <w:r>
        <w:rPr>
          <w:rFonts w:cs="Georgia"/>
          <w:kern w:val="1"/>
        </w:rPr>
        <w:t xml:space="preserve"> ? </w:t>
      </w:r>
      <w:r w:rsidR="00BE611A">
        <w:rPr>
          <w:rFonts w:cs="Georgia"/>
          <w:kern w:val="1"/>
        </w:rPr>
        <w:t>Je vous assure</w:t>
      </w:r>
      <w:r>
        <w:rPr>
          <w:rFonts w:cs="Georgia"/>
          <w:kern w:val="1"/>
        </w:rPr>
        <w:t xml:space="preserve">, </w:t>
      </w:r>
      <w:r w:rsidR="00BE611A">
        <w:rPr>
          <w:rFonts w:cs="Georgia"/>
          <w:kern w:val="1"/>
        </w:rPr>
        <w:t>la situation est délicate</w:t>
      </w:r>
      <w:r>
        <w:rPr>
          <w:rFonts w:cs="Georgia"/>
          <w:kern w:val="1"/>
        </w:rPr>
        <w:t xml:space="preserve">. </w:t>
      </w:r>
      <w:r w:rsidR="00BE611A">
        <w:rPr>
          <w:rFonts w:cs="Georgia"/>
          <w:kern w:val="1"/>
        </w:rPr>
        <w:t>Nous avons tous intérêt à ce qu</w:t>
      </w:r>
      <w:r>
        <w:rPr>
          <w:rFonts w:cs="Georgia"/>
          <w:kern w:val="1"/>
        </w:rPr>
        <w:t>’</w:t>
      </w:r>
      <w:r w:rsidR="00BE611A">
        <w:rPr>
          <w:rFonts w:cs="Georgia"/>
          <w:kern w:val="1"/>
        </w:rPr>
        <w:t>elle ne s</w:t>
      </w:r>
      <w:r>
        <w:rPr>
          <w:rFonts w:cs="Georgia"/>
          <w:kern w:val="1"/>
        </w:rPr>
        <w:t>’</w:t>
      </w:r>
      <w:r w:rsidR="00BE611A">
        <w:rPr>
          <w:rFonts w:cs="Georgia"/>
          <w:kern w:val="1"/>
        </w:rPr>
        <w:t>aggrave pas</w:t>
      </w:r>
      <w:r>
        <w:rPr>
          <w:rFonts w:cs="Georgia"/>
          <w:kern w:val="1"/>
        </w:rPr>
        <w:t xml:space="preserve">. </w:t>
      </w:r>
      <w:r w:rsidR="00BE611A">
        <w:rPr>
          <w:rFonts w:cs="Georgia"/>
          <w:kern w:val="1"/>
        </w:rPr>
        <w:t>Bref</w:t>
      </w:r>
      <w:r>
        <w:rPr>
          <w:rFonts w:cs="Georgia"/>
          <w:kern w:val="1"/>
        </w:rPr>
        <w:t xml:space="preserve">, </w:t>
      </w:r>
      <w:r w:rsidR="00BE611A">
        <w:rPr>
          <w:rFonts w:cs="Georgia"/>
          <w:kern w:val="1"/>
        </w:rPr>
        <w:t>j</w:t>
      </w:r>
      <w:r>
        <w:rPr>
          <w:rFonts w:cs="Georgia"/>
          <w:kern w:val="1"/>
        </w:rPr>
        <w:t>’</w:t>
      </w:r>
      <w:r w:rsidR="00BE611A">
        <w:rPr>
          <w:rFonts w:cs="Georgia"/>
          <w:kern w:val="1"/>
        </w:rPr>
        <w:t>ai accepté de vous annoncer la visite de ces messieurs</w:t>
      </w:r>
      <w:r>
        <w:rPr>
          <w:rFonts w:cs="Georgia"/>
          <w:kern w:val="1"/>
        </w:rPr>
        <w:t xml:space="preserve">. </w:t>
      </w:r>
      <w:r w:rsidR="00BE611A">
        <w:rPr>
          <w:rFonts w:cs="Georgia"/>
          <w:kern w:val="1"/>
        </w:rPr>
        <w:t>Ils seront là au début de l</w:t>
      </w:r>
      <w:r>
        <w:rPr>
          <w:rFonts w:cs="Georgia"/>
          <w:kern w:val="1"/>
        </w:rPr>
        <w:t>’</w:t>
      </w:r>
      <w:r w:rsidR="00BE611A">
        <w:rPr>
          <w:rFonts w:cs="Georgia"/>
          <w:kern w:val="1"/>
        </w:rPr>
        <w:t>après-midi</w:t>
      </w:r>
      <w:r>
        <w:rPr>
          <w:rFonts w:cs="Georgia"/>
          <w:kern w:val="1"/>
        </w:rPr>
        <w:t>.</w:t>
      </w:r>
    </w:p>
    <w:p w14:paraId="17F0EA65" w14:textId="77777777" w:rsidR="000E1451" w:rsidRDefault="000E1451" w:rsidP="00BE611A">
      <w:pPr>
        <w:rPr>
          <w:rFonts w:cs="Georgia"/>
          <w:kern w:val="1"/>
        </w:rPr>
      </w:pPr>
      <w:r>
        <w:rPr>
          <w:rFonts w:cs="Georgia"/>
          <w:kern w:val="1"/>
        </w:rPr>
        <w:t>— </w:t>
      </w:r>
      <w:r w:rsidR="00BE611A">
        <w:rPr>
          <w:rFonts w:cs="Georgia"/>
          <w:kern w:val="1"/>
        </w:rPr>
        <w:t>Qu</w:t>
      </w:r>
      <w:r>
        <w:rPr>
          <w:rFonts w:cs="Georgia"/>
          <w:kern w:val="1"/>
        </w:rPr>
        <w:t>’</w:t>
      </w:r>
      <w:r w:rsidR="00BE611A">
        <w:rPr>
          <w:rFonts w:cs="Georgia"/>
          <w:kern w:val="1"/>
        </w:rPr>
        <w:t>ils viennent</w:t>
      </w:r>
      <w:r>
        <w:rPr>
          <w:rFonts w:cs="Georgia"/>
          <w:kern w:val="1"/>
        </w:rPr>
        <w:t xml:space="preserve"> ! </w:t>
      </w:r>
      <w:r w:rsidR="00BE611A">
        <w:rPr>
          <w:rFonts w:cs="Georgia"/>
          <w:kern w:val="1"/>
        </w:rPr>
        <w:t>dit Axelle</w:t>
      </w:r>
      <w:r>
        <w:rPr>
          <w:rFonts w:cs="Georgia"/>
          <w:kern w:val="1"/>
        </w:rPr>
        <w:t xml:space="preserve">. </w:t>
      </w:r>
      <w:r w:rsidR="00BE611A">
        <w:rPr>
          <w:rFonts w:cs="Georgia"/>
          <w:kern w:val="1"/>
        </w:rPr>
        <w:t>J</w:t>
      </w:r>
      <w:r>
        <w:rPr>
          <w:rFonts w:cs="Georgia"/>
          <w:kern w:val="1"/>
        </w:rPr>
        <w:t>’</w:t>
      </w:r>
      <w:r w:rsidR="00BE611A">
        <w:rPr>
          <w:rFonts w:cs="Georgia"/>
          <w:kern w:val="1"/>
        </w:rPr>
        <w:t>aime autant vous prévenir</w:t>
      </w:r>
      <w:r>
        <w:rPr>
          <w:rFonts w:cs="Georgia"/>
          <w:kern w:val="1"/>
        </w:rPr>
        <w:t xml:space="preserve"> : </w:t>
      </w:r>
      <w:r w:rsidR="00BE611A">
        <w:rPr>
          <w:rFonts w:cs="Georgia"/>
          <w:kern w:val="1"/>
        </w:rPr>
        <w:t>ils ne verront pas mon oncle</w:t>
      </w:r>
      <w:r>
        <w:rPr>
          <w:rFonts w:cs="Georgia"/>
          <w:kern w:val="1"/>
        </w:rPr>
        <w:t xml:space="preserve">. </w:t>
      </w:r>
      <w:r w:rsidR="00BE611A">
        <w:rPr>
          <w:rFonts w:cs="Georgia"/>
          <w:kern w:val="1"/>
        </w:rPr>
        <w:t>Il a perdu</w:t>
      </w:r>
      <w:r>
        <w:rPr>
          <w:rFonts w:cs="Georgia"/>
          <w:kern w:val="1"/>
        </w:rPr>
        <w:t xml:space="preserve">, </w:t>
      </w:r>
      <w:r w:rsidR="00BE611A">
        <w:rPr>
          <w:rFonts w:cs="Georgia"/>
          <w:kern w:val="1"/>
        </w:rPr>
        <w:t>lui</w:t>
      </w:r>
      <w:r>
        <w:rPr>
          <w:rFonts w:cs="Georgia"/>
          <w:kern w:val="1"/>
        </w:rPr>
        <w:t xml:space="preserve">, </w:t>
      </w:r>
      <w:r w:rsidR="00BE611A">
        <w:rPr>
          <w:rFonts w:cs="Georgia"/>
          <w:kern w:val="1"/>
        </w:rPr>
        <w:t xml:space="preserve">tout </w:t>
      </w:r>
      <w:r w:rsidR="00BE611A">
        <w:rPr>
          <w:rFonts w:cs="Georgia"/>
          <w:kern w:val="1"/>
        </w:rPr>
        <w:lastRenderedPageBreak/>
        <w:t>ce qu</w:t>
      </w:r>
      <w:r>
        <w:rPr>
          <w:rFonts w:cs="Georgia"/>
          <w:kern w:val="1"/>
        </w:rPr>
        <w:t>’</w:t>
      </w:r>
      <w:r w:rsidR="00BE611A">
        <w:rPr>
          <w:rFonts w:cs="Georgia"/>
          <w:kern w:val="1"/>
        </w:rPr>
        <w:t>il pouvait perdre</w:t>
      </w:r>
      <w:r>
        <w:rPr>
          <w:rFonts w:cs="Georgia"/>
          <w:kern w:val="1"/>
        </w:rPr>
        <w:t xml:space="preserve">. </w:t>
      </w:r>
      <w:r w:rsidR="00BE611A">
        <w:rPr>
          <w:rFonts w:cs="Georgia"/>
          <w:kern w:val="1"/>
        </w:rPr>
        <w:t>Il ne lui reste plus que sa santé</w:t>
      </w:r>
      <w:r>
        <w:rPr>
          <w:rFonts w:cs="Georgia"/>
          <w:kern w:val="1"/>
        </w:rPr>
        <w:t xml:space="preserve">. </w:t>
      </w:r>
      <w:r w:rsidR="00BE611A">
        <w:rPr>
          <w:rFonts w:cs="Georgia"/>
          <w:kern w:val="1"/>
        </w:rPr>
        <w:t>Il n</w:t>
      </w:r>
      <w:r>
        <w:rPr>
          <w:rFonts w:cs="Georgia"/>
          <w:kern w:val="1"/>
        </w:rPr>
        <w:t>’</w:t>
      </w:r>
      <w:r w:rsidR="00BE611A">
        <w:rPr>
          <w:rFonts w:cs="Georgia"/>
          <w:kern w:val="1"/>
        </w:rPr>
        <w:t>est pas en état de supporter certaines conversations</w:t>
      </w:r>
      <w:r>
        <w:rPr>
          <w:rFonts w:cs="Georgia"/>
          <w:kern w:val="1"/>
        </w:rPr>
        <w:t xml:space="preserve">, </w:t>
      </w:r>
      <w:r w:rsidR="00BE611A">
        <w:rPr>
          <w:rFonts w:cs="Georgia"/>
          <w:kern w:val="1"/>
        </w:rPr>
        <w:t>d</w:t>
      </w:r>
      <w:r>
        <w:rPr>
          <w:rFonts w:cs="Georgia"/>
          <w:kern w:val="1"/>
        </w:rPr>
        <w:t>’</w:t>
      </w:r>
      <w:r w:rsidR="00BE611A">
        <w:rPr>
          <w:rFonts w:cs="Georgia"/>
          <w:kern w:val="1"/>
        </w:rPr>
        <w:t>être mis en présence de certaines réalités</w:t>
      </w:r>
      <w:r>
        <w:rPr>
          <w:rFonts w:cs="Georgia"/>
          <w:kern w:val="1"/>
        </w:rPr>
        <w:t xml:space="preserve">. </w:t>
      </w:r>
      <w:r w:rsidR="00BE611A">
        <w:rPr>
          <w:rFonts w:cs="Georgia"/>
          <w:kern w:val="1"/>
        </w:rPr>
        <w:t>À nous deux</w:t>
      </w:r>
      <w:r>
        <w:rPr>
          <w:rFonts w:cs="Georgia"/>
          <w:kern w:val="1"/>
        </w:rPr>
        <w:t xml:space="preserve">, </w:t>
      </w:r>
      <w:r w:rsidR="00BE611A">
        <w:rPr>
          <w:rFonts w:cs="Georgia"/>
          <w:kern w:val="1"/>
        </w:rPr>
        <w:t>monsieur le Pasteur</w:t>
      </w:r>
      <w:r>
        <w:rPr>
          <w:rFonts w:cs="Georgia"/>
          <w:kern w:val="1"/>
        </w:rPr>
        <w:t xml:space="preserve">, </w:t>
      </w:r>
      <w:r w:rsidR="00BE611A">
        <w:rPr>
          <w:rFonts w:cs="Georgia"/>
          <w:kern w:val="1"/>
        </w:rPr>
        <w:t>nous recevrons ces messieurs</w:t>
      </w:r>
      <w:r>
        <w:rPr>
          <w:rFonts w:cs="Georgia"/>
          <w:kern w:val="1"/>
        </w:rPr>
        <w:t xml:space="preserve">. </w:t>
      </w:r>
      <w:r w:rsidR="00BE611A">
        <w:rPr>
          <w:rFonts w:cs="Georgia"/>
          <w:kern w:val="1"/>
        </w:rPr>
        <w:t>Nous causerons</w:t>
      </w:r>
      <w:r>
        <w:rPr>
          <w:rFonts w:cs="Georgia"/>
          <w:kern w:val="1"/>
        </w:rPr>
        <w:t xml:space="preserve">. </w:t>
      </w:r>
      <w:r w:rsidR="00BE611A">
        <w:rPr>
          <w:rFonts w:cs="Georgia"/>
          <w:kern w:val="1"/>
        </w:rPr>
        <w:t>Que veulent-ils au juste</w:t>
      </w:r>
      <w:r>
        <w:rPr>
          <w:rFonts w:cs="Georgia"/>
          <w:kern w:val="1"/>
        </w:rPr>
        <w:t> ?</w:t>
      </w:r>
    </w:p>
    <w:p w14:paraId="105CDCC7" w14:textId="77777777" w:rsidR="000E1451" w:rsidRDefault="000E1451" w:rsidP="00BE611A">
      <w:pPr>
        <w:rPr>
          <w:rFonts w:cs="Georgia"/>
          <w:kern w:val="1"/>
        </w:rPr>
      </w:pPr>
      <w:r>
        <w:rPr>
          <w:rFonts w:cs="Georgia"/>
          <w:kern w:val="1"/>
        </w:rPr>
        <w:t>— </w:t>
      </w:r>
      <w:r w:rsidR="00BE611A">
        <w:rPr>
          <w:rFonts w:cs="Georgia"/>
          <w:kern w:val="1"/>
        </w:rPr>
        <w:t>Je vous l</w:t>
      </w:r>
      <w:r>
        <w:rPr>
          <w:rFonts w:cs="Georgia"/>
          <w:kern w:val="1"/>
        </w:rPr>
        <w:t>’</w:t>
      </w:r>
      <w:r w:rsidR="00BE611A">
        <w:rPr>
          <w:rFonts w:cs="Georgia"/>
          <w:kern w:val="1"/>
        </w:rPr>
        <w:t>ai dit</w:t>
      </w:r>
      <w:r>
        <w:rPr>
          <w:rFonts w:cs="Georgia"/>
          <w:kern w:val="1"/>
        </w:rPr>
        <w:t xml:space="preserve"> : </w:t>
      </w:r>
      <w:r w:rsidR="00BE611A">
        <w:rPr>
          <w:rFonts w:cs="Georgia"/>
          <w:kern w:val="1"/>
        </w:rPr>
        <w:t>obtenir de Kœnigsberg l</w:t>
      </w:r>
      <w:r>
        <w:rPr>
          <w:rFonts w:cs="Georgia"/>
          <w:kern w:val="1"/>
        </w:rPr>
        <w:t>’</w:t>
      </w:r>
      <w:r w:rsidR="00BE611A">
        <w:rPr>
          <w:rFonts w:cs="Georgia"/>
          <w:kern w:val="1"/>
        </w:rPr>
        <w:t>envoi de quelques troupes</w:t>
      </w:r>
      <w:r>
        <w:rPr>
          <w:rFonts w:cs="Georgia"/>
          <w:kern w:val="1"/>
        </w:rPr>
        <w:t>.</w:t>
      </w:r>
    </w:p>
    <w:p w14:paraId="558E6C56" w14:textId="77777777" w:rsidR="000E1451" w:rsidRDefault="000E1451" w:rsidP="00BE611A">
      <w:pPr>
        <w:rPr>
          <w:rFonts w:cs="Georgia"/>
          <w:kern w:val="1"/>
        </w:rPr>
      </w:pPr>
      <w:r>
        <w:rPr>
          <w:rFonts w:cs="Georgia"/>
          <w:kern w:val="1"/>
        </w:rPr>
        <w:t>— </w:t>
      </w:r>
      <w:r w:rsidR="00BE611A">
        <w:rPr>
          <w:rFonts w:cs="Georgia"/>
          <w:kern w:val="1"/>
        </w:rPr>
        <w:t>Ils n</w:t>
      </w:r>
      <w:r>
        <w:rPr>
          <w:rFonts w:cs="Georgia"/>
          <w:kern w:val="1"/>
        </w:rPr>
        <w:t>’</w:t>
      </w:r>
      <w:r w:rsidR="00BE611A">
        <w:rPr>
          <w:rFonts w:cs="Georgia"/>
          <w:kern w:val="1"/>
        </w:rPr>
        <w:t>ont pas besoin de nous pour les réclamer</w:t>
      </w:r>
      <w:r>
        <w:rPr>
          <w:rFonts w:cs="Georgia"/>
          <w:kern w:val="1"/>
        </w:rPr>
        <w:t xml:space="preserve">. </w:t>
      </w:r>
      <w:r w:rsidR="00BE611A">
        <w:rPr>
          <w:rFonts w:cs="Georgia"/>
          <w:kern w:val="1"/>
        </w:rPr>
        <w:t>Leur qualité de bourgmestre les habilite suffisamment</w:t>
      </w:r>
      <w:r>
        <w:rPr>
          <w:rFonts w:cs="Georgia"/>
          <w:kern w:val="1"/>
        </w:rPr>
        <w:t xml:space="preserve">. </w:t>
      </w:r>
      <w:r w:rsidR="00BE611A">
        <w:rPr>
          <w:rFonts w:cs="Georgia"/>
          <w:kern w:val="1"/>
        </w:rPr>
        <w:t>Ils doivent désirer quelque chose encore</w:t>
      </w:r>
      <w:r>
        <w:rPr>
          <w:rFonts w:cs="Georgia"/>
          <w:kern w:val="1"/>
        </w:rPr>
        <w:t>.</w:t>
      </w:r>
    </w:p>
    <w:p w14:paraId="53DEFD9D" w14:textId="77777777" w:rsidR="000E1451" w:rsidRDefault="000E1451" w:rsidP="00BE611A">
      <w:pPr>
        <w:rPr>
          <w:rFonts w:cs="Georgia"/>
          <w:kern w:val="1"/>
        </w:rPr>
      </w:pPr>
      <w:r>
        <w:rPr>
          <w:rFonts w:cs="Georgia"/>
          <w:kern w:val="1"/>
        </w:rPr>
        <w:t>— </w:t>
      </w:r>
      <w:r w:rsidR="00BE611A">
        <w:rPr>
          <w:rFonts w:cs="Georgia"/>
          <w:kern w:val="1"/>
        </w:rPr>
        <w:t>Si leur requête est accueillie avec faveur</w:t>
      </w:r>
      <w:r>
        <w:rPr>
          <w:rFonts w:cs="Georgia"/>
          <w:kern w:val="1"/>
        </w:rPr>
        <w:t xml:space="preserve">, </w:t>
      </w:r>
      <w:r w:rsidR="00BE611A">
        <w:rPr>
          <w:rFonts w:cs="Georgia"/>
          <w:kern w:val="1"/>
        </w:rPr>
        <w:t>ils espèrent que le général permettra que les soldats cantonnent ici</w:t>
      </w:r>
      <w:r>
        <w:rPr>
          <w:rFonts w:cs="Georgia"/>
          <w:kern w:val="1"/>
        </w:rPr>
        <w:t xml:space="preserve">. </w:t>
      </w:r>
      <w:r w:rsidR="00BE611A">
        <w:rPr>
          <w:rFonts w:cs="Georgia"/>
          <w:kern w:val="1"/>
        </w:rPr>
        <w:t>Le château est évidemment tout indiqué</w:t>
      </w:r>
      <w:r>
        <w:rPr>
          <w:rFonts w:cs="Georgia"/>
          <w:kern w:val="1"/>
        </w:rPr>
        <w:t>…</w:t>
      </w:r>
    </w:p>
    <w:p w14:paraId="2CB45471" w14:textId="77777777" w:rsidR="000E1451" w:rsidRDefault="000E1451" w:rsidP="00BE611A">
      <w:pPr>
        <w:rPr>
          <w:rFonts w:cs="Georgia"/>
          <w:kern w:val="1"/>
        </w:rPr>
      </w:pPr>
      <w:r>
        <w:rPr>
          <w:rFonts w:cs="Georgia"/>
          <w:kern w:val="1"/>
        </w:rPr>
        <w:t>— </w:t>
      </w:r>
      <w:r w:rsidR="00BE611A">
        <w:rPr>
          <w:rFonts w:cs="Georgia"/>
          <w:kern w:val="1"/>
        </w:rPr>
        <w:t>Je comprends</w:t>
      </w:r>
      <w:r>
        <w:rPr>
          <w:rFonts w:cs="Georgia"/>
          <w:kern w:val="1"/>
        </w:rPr>
        <w:t xml:space="preserve">, </w:t>
      </w:r>
      <w:r w:rsidR="00BE611A">
        <w:rPr>
          <w:rFonts w:cs="Georgia"/>
          <w:kern w:val="1"/>
        </w:rPr>
        <w:t>dit Axelle</w:t>
      </w:r>
      <w:r>
        <w:rPr>
          <w:rFonts w:cs="Georgia"/>
          <w:kern w:val="1"/>
        </w:rPr>
        <w:t xml:space="preserve">. </w:t>
      </w:r>
      <w:r w:rsidR="00BE611A">
        <w:rPr>
          <w:rFonts w:cs="Georgia"/>
          <w:kern w:val="1"/>
        </w:rPr>
        <w:t>Et ils tiennent sans doute aussi à avoir l</w:t>
      </w:r>
      <w:r>
        <w:rPr>
          <w:rFonts w:cs="Georgia"/>
          <w:kern w:val="1"/>
        </w:rPr>
        <w:t>’</w:t>
      </w:r>
      <w:r w:rsidR="00BE611A">
        <w:rPr>
          <w:rFonts w:cs="Georgia"/>
          <w:kern w:val="1"/>
        </w:rPr>
        <w:t>assurance qu</w:t>
      </w:r>
      <w:r>
        <w:rPr>
          <w:rFonts w:cs="Georgia"/>
          <w:kern w:val="1"/>
        </w:rPr>
        <w:t>’</w:t>
      </w:r>
      <w:r w:rsidR="00BE611A">
        <w:rPr>
          <w:rFonts w:cs="Georgia"/>
          <w:kern w:val="1"/>
        </w:rPr>
        <w:t>en cas de danger</w:t>
      </w:r>
      <w:r>
        <w:rPr>
          <w:rFonts w:cs="Georgia"/>
          <w:kern w:val="1"/>
        </w:rPr>
        <w:t xml:space="preserve">, </w:t>
      </w:r>
      <w:r w:rsidR="00BE611A">
        <w:rPr>
          <w:rFonts w:cs="Georgia"/>
          <w:kern w:val="1"/>
        </w:rPr>
        <w:t>ils pourront trouver chez nous un asile</w:t>
      </w:r>
      <w:r>
        <w:rPr>
          <w:rFonts w:cs="Georgia"/>
          <w:kern w:val="1"/>
        </w:rPr>
        <w:t xml:space="preserve">, </w:t>
      </w:r>
      <w:r w:rsidR="00BE611A">
        <w:rPr>
          <w:rFonts w:cs="Georgia"/>
          <w:kern w:val="1"/>
        </w:rPr>
        <w:t>eux</w:t>
      </w:r>
      <w:r>
        <w:rPr>
          <w:rFonts w:cs="Georgia"/>
          <w:kern w:val="1"/>
        </w:rPr>
        <w:t xml:space="preserve">, </w:t>
      </w:r>
      <w:r w:rsidR="00BE611A">
        <w:rPr>
          <w:rFonts w:cs="Georgia"/>
          <w:kern w:val="1"/>
        </w:rPr>
        <w:t>leurs portefeuilles et leurs familles</w:t>
      </w:r>
      <w:r>
        <w:rPr>
          <w:rFonts w:cs="Georgia"/>
          <w:kern w:val="1"/>
        </w:rPr>
        <w:t> ?</w:t>
      </w:r>
    </w:p>
    <w:p w14:paraId="1D1835D0" w14:textId="77777777" w:rsidR="000E1451" w:rsidRDefault="000E1451" w:rsidP="00BE611A">
      <w:pPr>
        <w:rPr>
          <w:rFonts w:cs="Georgia"/>
          <w:kern w:val="1"/>
        </w:rPr>
      </w:pPr>
      <w:r>
        <w:rPr>
          <w:rFonts w:cs="Georgia"/>
          <w:kern w:val="1"/>
        </w:rPr>
        <w:t>— </w:t>
      </w:r>
      <w:r w:rsidR="00BE611A">
        <w:rPr>
          <w:rFonts w:cs="Georgia"/>
          <w:kern w:val="1"/>
        </w:rPr>
        <w:t>C</w:t>
      </w:r>
      <w:r>
        <w:rPr>
          <w:rFonts w:cs="Georgia"/>
          <w:kern w:val="1"/>
        </w:rPr>
        <w:t>’</w:t>
      </w:r>
      <w:r w:rsidR="00BE611A">
        <w:rPr>
          <w:rFonts w:cs="Georgia"/>
          <w:kern w:val="1"/>
        </w:rPr>
        <w:t>est cela même</w:t>
      </w:r>
      <w:r>
        <w:rPr>
          <w:rFonts w:cs="Georgia"/>
          <w:kern w:val="1"/>
        </w:rPr>
        <w:t xml:space="preserve">, </w:t>
      </w:r>
      <w:r w:rsidR="00BE611A">
        <w:rPr>
          <w:rFonts w:cs="Georgia"/>
          <w:kern w:val="1"/>
        </w:rPr>
        <w:t>mademoiselle</w:t>
      </w:r>
      <w:r>
        <w:rPr>
          <w:rFonts w:cs="Georgia"/>
          <w:kern w:val="1"/>
        </w:rPr>
        <w:t>.</w:t>
      </w:r>
    </w:p>
    <w:p w14:paraId="44D54055" w14:textId="77777777" w:rsidR="000E1451" w:rsidRDefault="00BE611A" w:rsidP="00BE611A">
      <w:pPr>
        <w:rPr>
          <w:rFonts w:cs="Georgia"/>
          <w:kern w:val="1"/>
        </w:rPr>
      </w:pPr>
      <w:r>
        <w:rPr>
          <w:rFonts w:cs="Georgia"/>
          <w:kern w:val="1"/>
        </w:rPr>
        <w:t>Toute la petite population du poulailler</w:t>
      </w:r>
      <w:r w:rsidR="000E1451">
        <w:rPr>
          <w:rFonts w:cs="Georgia"/>
          <w:kern w:val="1"/>
        </w:rPr>
        <w:t xml:space="preserve"> – </w:t>
      </w:r>
      <w:r>
        <w:rPr>
          <w:rFonts w:cs="Georgia"/>
          <w:kern w:val="1"/>
        </w:rPr>
        <w:t>pigeons</w:t>
      </w:r>
      <w:r w:rsidR="000E1451">
        <w:rPr>
          <w:rFonts w:cs="Georgia"/>
          <w:kern w:val="1"/>
        </w:rPr>
        <w:t xml:space="preserve">, </w:t>
      </w:r>
      <w:r>
        <w:rPr>
          <w:rFonts w:cs="Georgia"/>
          <w:kern w:val="1"/>
        </w:rPr>
        <w:t>poules</w:t>
      </w:r>
      <w:r w:rsidR="000E1451">
        <w:rPr>
          <w:rFonts w:cs="Georgia"/>
          <w:kern w:val="1"/>
        </w:rPr>
        <w:t xml:space="preserve">, </w:t>
      </w:r>
      <w:r>
        <w:rPr>
          <w:rFonts w:cs="Georgia"/>
          <w:kern w:val="1"/>
        </w:rPr>
        <w:t>pintades et les autres</w:t>
      </w:r>
      <w:r w:rsidR="000E1451">
        <w:rPr>
          <w:rFonts w:cs="Georgia"/>
          <w:kern w:val="1"/>
        </w:rPr>
        <w:t xml:space="preserve"> – </w:t>
      </w:r>
      <w:r>
        <w:rPr>
          <w:rFonts w:cs="Georgia"/>
          <w:kern w:val="1"/>
        </w:rPr>
        <w:t>caquette</w:t>
      </w:r>
      <w:r w:rsidR="000E1451">
        <w:rPr>
          <w:rFonts w:cs="Georgia"/>
          <w:kern w:val="1"/>
        </w:rPr>
        <w:t xml:space="preserve">, </w:t>
      </w:r>
      <w:r>
        <w:rPr>
          <w:rFonts w:cs="Georgia"/>
          <w:kern w:val="1"/>
        </w:rPr>
        <w:t>se rengorge à qui mieux mieux</w:t>
      </w:r>
      <w:r w:rsidR="000E1451">
        <w:rPr>
          <w:rFonts w:cs="Georgia"/>
          <w:kern w:val="1"/>
        </w:rPr>
        <w:t xml:space="preserve">, </w:t>
      </w:r>
      <w:r>
        <w:rPr>
          <w:rFonts w:cs="Georgia"/>
          <w:kern w:val="1"/>
        </w:rPr>
        <w:t>prend des airs bravaches</w:t>
      </w:r>
      <w:r w:rsidR="000E1451">
        <w:rPr>
          <w:rFonts w:cs="Georgia"/>
          <w:kern w:val="1"/>
        </w:rPr>
        <w:t xml:space="preserve">. </w:t>
      </w:r>
      <w:r>
        <w:rPr>
          <w:rFonts w:cs="Georgia"/>
          <w:kern w:val="1"/>
        </w:rPr>
        <w:t>Mais que l</w:t>
      </w:r>
      <w:r w:rsidR="000E1451">
        <w:rPr>
          <w:rFonts w:cs="Georgia"/>
          <w:kern w:val="1"/>
        </w:rPr>
        <w:t>’</w:t>
      </w:r>
      <w:r>
        <w:rPr>
          <w:rFonts w:cs="Georgia"/>
          <w:kern w:val="1"/>
        </w:rPr>
        <w:t>ombre du milan se dessine sur le sol de la basse-cour</w:t>
      </w:r>
      <w:r w:rsidR="000E1451">
        <w:rPr>
          <w:rFonts w:cs="Georgia"/>
          <w:kern w:val="1"/>
        </w:rPr>
        <w:t xml:space="preserve">, </w:t>
      </w:r>
      <w:r>
        <w:rPr>
          <w:rFonts w:cs="Georgia"/>
          <w:kern w:val="1"/>
        </w:rPr>
        <w:t>on verra ces écervelés se hâter vers la tourelle en ruine du pigeonnier pour lequel on n</w:t>
      </w:r>
      <w:r w:rsidR="000E1451">
        <w:rPr>
          <w:rFonts w:cs="Georgia"/>
          <w:kern w:val="1"/>
        </w:rPr>
        <w:t>’</w:t>
      </w:r>
      <w:r>
        <w:rPr>
          <w:rFonts w:cs="Georgia"/>
          <w:kern w:val="1"/>
        </w:rPr>
        <w:t>a eu qu</w:t>
      </w:r>
      <w:r w:rsidR="000E1451">
        <w:rPr>
          <w:rFonts w:cs="Georgia"/>
          <w:kern w:val="1"/>
        </w:rPr>
        <w:t>’</w:t>
      </w:r>
      <w:r>
        <w:rPr>
          <w:rFonts w:cs="Georgia"/>
          <w:kern w:val="1"/>
        </w:rPr>
        <w:t>ingratitude</w:t>
      </w:r>
      <w:r w:rsidR="000E1451">
        <w:rPr>
          <w:rFonts w:cs="Georgia"/>
          <w:kern w:val="1"/>
        </w:rPr>
        <w:t xml:space="preserve">, </w:t>
      </w:r>
      <w:r>
        <w:rPr>
          <w:rFonts w:cs="Georgia"/>
          <w:kern w:val="1"/>
        </w:rPr>
        <w:t>depuis le dernier danger passé</w:t>
      </w:r>
      <w:r w:rsidR="000E1451">
        <w:rPr>
          <w:rFonts w:cs="Georgia"/>
          <w:kern w:val="1"/>
        </w:rPr>
        <w:t xml:space="preserve">. </w:t>
      </w:r>
      <w:r>
        <w:rPr>
          <w:rFonts w:cs="Georgia"/>
          <w:kern w:val="1"/>
        </w:rPr>
        <w:t>Ainsi</w:t>
      </w:r>
      <w:r w:rsidR="000E1451">
        <w:rPr>
          <w:rFonts w:cs="Georgia"/>
          <w:kern w:val="1"/>
        </w:rPr>
        <w:t xml:space="preserve">, </w:t>
      </w:r>
      <w:r>
        <w:rPr>
          <w:rFonts w:cs="Georgia"/>
          <w:kern w:val="1"/>
        </w:rPr>
        <w:t>dans la journée du 1</w:t>
      </w:r>
      <w:r w:rsidR="000E1451">
        <w:rPr>
          <w:rFonts w:cs="Georgia"/>
          <w:kern w:val="1"/>
        </w:rPr>
        <w:t xml:space="preserve">1 novembre, </w:t>
      </w:r>
      <w:r>
        <w:rPr>
          <w:rFonts w:cs="Georgia"/>
          <w:kern w:val="1"/>
        </w:rPr>
        <w:t>j</w:t>
      </w:r>
      <w:r w:rsidR="000E1451">
        <w:rPr>
          <w:rFonts w:cs="Georgia"/>
          <w:kern w:val="1"/>
        </w:rPr>
        <w:t>’</w:t>
      </w:r>
      <w:r>
        <w:rPr>
          <w:rFonts w:cs="Georgia"/>
          <w:kern w:val="1"/>
        </w:rPr>
        <w:t>assistais à la reprise par Reichendorf de son rôle séculaire de protecteur</w:t>
      </w:r>
      <w:r w:rsidR="000E1451">
        <w:rPr>
          <w:rFonts w:cs="Georgia"/>
          <w:kern w:val="1"/>
        </w:rPr>
        <w:t xml:space="preserve">. </w:t>
      </w:r>
      <w:r>
        <w:rPr>
          <w:rFonts w:cs="Georgia"/>
          <w:kern w:val="1"/>
        </w:rPr>
        <w:t>Bergers et paysans s</w:t>
      </w:r>
      <w:r w:rsidR="000E1451">
        <w:rPr>
          <w:rFonts w:cs="Georgia"/>
          <w:kern w:val="1"/>
        </w:rPr>
        <w:t>’</w:t>
      </w:r>
      <w:r>
        <w:rPr>
          <w:rFonts w:cs="Georgia"/>
          <w:kern w:val="1"/>
        </w:rPr>
        <w:t>en venaient aux nouvelles</w:t>
      </w:r>
      <w:r w:rsidR="000E1451">
        <w:rPr>
          <w:rFonts w:cs="Georgia"/>
          <w:kern w:val="1"/>
        </w:rPr>
        <w:t xml:space="preserve">. </w:t>
      </w:r>
      <w:r>
        <w:rPr>
          <w:rFonts w:cs="Georgia"/>
          <w:kern w:val="1"/>
        </w:rPr>
        <w:t>Ils franchissaient cette enceinte dont ils croyaient avoir oublié le chemin</w:t>
      </w:r>
      <w:r w:rsidR="000E1451">
        <w:rPr>
          <w:rFonts w:cs="Georgia"/>
          <w:kern w:val="1"/>
        </w:rPr>
        <w:t xml:space="preserve">. </w:t>
      </w:r>
      <w:r>
        <w:rPr>
          <w:rFonts w:cs="Georgia"/>
          <w:kern w:val="1"/>
        </w:rPr>
        <w:t>La menace qu</w:t>
      </w:r>
      <w:r w:rsidR="000E1451">
        <w:rPr>
          <w:rFonts w:cs="Georgia"/>
          <w:kern w:val="1"/>
        </w:rPr>
        <w:t>’</w:t>
      </w:r>
      <w:r>
        <w:rPr>
          <w:rFonts w:cs="Georgia"/>
          <w:kern w:val="1"/>
        </w:rPr>
        <w:t xml:space="preserve">ils sentaient confusément planer sur eux les réhabituait tout naturellement au geste rituel de </w:t>
      </w:r>
      <w:r>
        <w:rPr>
          <w:rFonts w:cs="Georgia"/>
          <w:kern w:val="1"/>
        </w:rPr>
        <w:lastRenderedPageBreak/>
        <w:t>venir frapper à la porte de leur seigneur</w:t>
      </w:r>
      <w:r w:rsidR="000E1451">
        <w:rPr>
          <w:rFonts w:cs="Georgia"/>
          <w:kern w:val="1"/>
        </w:rPr>
        <w:t xml:space="preserve">. </w:t>
      </w:r>
      <w:r>
        <w:rPr>
          <w:rFonts w:cs="Georgia"/>
          <w:kern w:val="1"/>
        </w:rPr>
        <w:t>Dominica était chargée de les accueillir</w:t>
      </w:r>
      <w:r w:rsidR="000E1451">
        <w:rPr>
          <w:rFonts w:cs="Georgia"/>
          <w:kern w:val="1"/>
        </w:rPr>
        <w:t xml:space="preserve">, </w:t>
      </w:r>
      <w:r>
        <w:rPr>
          <w:rFonts w:cs="Georgia"/>
          <w:kern w:val="1"/>
        </w:rPr>
        <w:t>de les rassurer</w:t>
      </w:r>
      <w:r w:rsidR="000E1451">
        <w:rPr>
          <w:rFonts w:cs="Georgia"/>
          <w:kern w:val="1"/>
        </w:rPr>
        <w:t xml:space="preserve">. </w:t>
      </w:r>
      <w:r>
        <w:rPr>
          <w:rFonts w:cs="Georgia"/>
          <w:kern w:val="1"/>
        </w:rPr>
        <w:t>Il y en eut qui insistèrent pour voir Axelle</w:t>
      </w:r>
      <w:r w:rsidR="000E1451">
        <w:rPr>
          <w:rFonts w:cs="Georgia"/>
          <w:kern w:val="1"/>
        </w:rPr>
        <w:t xml:space="preserve">. </w:t>
      </w:r>
      <w:r>
        <w:rPr>
          <w:rFonts w:cs="Georgia"/>
          <w:kern w:val="1"/>
        </w:rPr>
        <w:t>Elle descendit et leur parla quelques instants</w:t>
      </w:r>
      <w:r w:rsidR="000E1451">
        <w:rPr>
          <w:rFonts w:cs="Georgia"/>
          <w:kern w:val="1"/>
        </w:rPr>
        <w:t xml:space="preserve">. </w:t>
      </w:r>
      <w:r>
        <w:rPr>
          <w:rFonts w:cs="Georgia"/>
          <w:kern w:val="1"/>
        </w:rPr>
        <w:t>Enfin</w:t>
      </w:r>
      <w:r w:rsidR="000E1451">
        <w:rPr>
          <w:rFonts w:cs="Georgia"/>
          <w:kern w:val="1"/>
        </w:rPr>
        <w:t xml:space="preserve">, </w:t>
      </w:r>
      <w:r>
        <w:rPr>
          <w:rFonts w:cs="Georgia"/>
          <w:kern w:val="1"/>
        </w:rPr>
        <w:t>vers deux heures</w:t>
      </w:r>
      <w:r w:rsidR="000E1451">
        <w:rPr>
          <w:rFonts w:cs="Georgia"/>
          <w:kern w:val="1"/>
        </w:rPr>
        <w:t xml:space="preserve">, </w:t>
      </w:r>
      <w:r>
        <w:rPr>
          <w:rFonts w:cs="Georgia"/>
          <w:kern w:val="1"/>
        </w:rPr>
        <w:t>contraints eux aussi bon gré mal gré</w:t>
      </w:r>
      <w:r w:rsidR="000E1451">
        <w:rPr>
          <w:rFonts w:cs="Georgia"/>
          <w:kern w:val="1"/>
        </w:rPr>
        <w:t xml:space="preserve">, </w:t>
      </w:r>
      <w:r>
        <w:rPr>
          <w:rFonts w:cs="Georgia"/>
          <w:kern w:val="1"/>
        </w:rPr>
        <w:t>au même hommage ancestral</w:t>
      </w:r>
      <w:r w:rsidR="000E1451">
        <w:rPr>
          <w:rFonts w:cs="Georgia"/>
          <w:kern w:val="1"/>
        </w:rPr>
        <w:t xml:space="preserve">, </w:t>
      </w:r>
      <w:r>
        <w:rPr>
          <w:rFonts w:cs="Georgia"/>
          <w:kern w:val="1"/>
        </w:rPr>
        <w:t>les bourgmestres de Palmnicken et de Warnicken furent annoncés</w:t>
      </w:r>
      <w:r w:rsidR="000E1451">
        <w:rPr>
          <w:rFonts w:cs="Georgia"/>
          <w:kern w:val="1"/>
        </w:rPr>
        <w:t>.</w:t>
      </w:r>
    </w:p>
    <w:p w14:paraId="4411D991" w14:textId="77777777" w:rsidR="000E1451" w:rsidRDefault="000E1451" w:rsidP="00BE611A">
      <w:pPr>
        <w:rPr>
          <w:rFonts w:cs="Georgia"/>
          <w:kern w:val="1"/>
        </w:rPr>
      </w:pPr>
      <w:r>
        <w:rPr>
          <w:rFonts w:cs="Georgia"/>
          <w:kern w:val="1"/>
        </w:rPr>
        <w:t>— </w:t>
      </w:r>
      <w:r w:rsidR="00BE611A">
        <w:rPr>
          <w:rFonts w:cs="Georgia"/>
          <w:kern w:val="1"/>
        </w:rPr>
        <w:t>Nous les recevrons dans la salle à manger</w:t>
      </w:r>
      <w:r>
        <w:rPr>
          <w:rFonts w:cs="Georgia"/>
          <w:kern w:val="1"/>
        </w:rPr>
        <w:t xml:space="preserve">, </w:t>
      </w:r>
      <w:r w:rsidR="00BE611A">
        <w:rPr>
          <w:rFonts w:cs="Georgia"/>
          <w:kern w:val="1"/>
        </w:rPr>
        <w:t>avait dit Axelle</w:t>
      </w:r>
      <w:r>
        <w:rPr>
          <w:rFonts w:cs="Georgia"/>
          <w:kern w:val="1"/>
        </w:rPr>
        <w:t xml:space="preserve">. </w:t>
      </w:r>
      <w:r w:rsidR="00BE611A">
        <w:rPr>
          <w:rFonts w:cs="Georgia"/>
          <w:kern w:val="1"/>
        </w:rPr>
        <w:t>Je n</w:t>
      </w:r>
      <w:r>
        <w:rPr>
          <w:rFonts w:cs="Georgia"/>
          <w:kern w:val="1"/>
        </w:rPr>
        <w:t>’</w:t>
      </w:r>
      <w:r w:rsidR="00BE611A">
        <w:rPr>
          <w:rFonts w:cs="Georgia"/>
          <w:kern w:val="1"/>
        </w:rPr>
        <w:t>ai pas les moyens de faire allumer du feu dans toutes les pièces</w:t>
      </w:r>
      <w:r>
        <w:rPr>
          <w:rFonts w:cs="Georgia"/>
          <w:kern w:val="1"/>
        </w:rPr>
        <w:t xml:space="preserve"> ! </w:t>
      </w:r>
      <w:r w:rsidR="00BE611A">
        <w:rPr>
          <w:rFonts w:cs="Georgia"/>
          <w:kern w:val="1"/>
        </w:rPr>
        <w:t>En attendant</w:t>
      </w:r>
      <w:r>
        <w:rPr>
          <w:rFonts w:cs="Georgia"/>
          <w:kern w:val="1"/>
        </w:rPr>
        <w:t xml:space="preserve">, </w:t>
      </w:r>
      <w:r w:rsidR="00BE611A">
        <w:rPr>
          <w:rFonts w:cs="Georgia"/>
          <w:kern w:val="1"/>
        </w:rPr>
        <w:t>allons déjeuner</w:t>
      </w:r>
      <w:r>
        <w:rPr>
          <w:rFonts w:cs="Georgia"/>
          <w:kern w:val="1"/>
        </w:rPr>
        <w:t xml:space="preserve">. </w:t>
      </w:r>
      <w:r w:rsidR="00BE611A">
        <w:rPr>
          <w:rFonts w:cs="Georgia"/>
          <w:kern w:val="1"/>
        </w:rPr>
        <w:t>Venez</w:t>
      </w:r>
      <w:r>
        <w:rPr>
          <w:rFonts w:cs="Georgia"/>
          <w:kern w:val="1"/>
        </w:rPr>
        <w:t xml:space="preserve">, </w:t>
      </w:r>
      <w:r w:rsidR="00BE611A">
        <w:rPr>
          <w:rFonts w:cs="Georgia"/>
          <w:kern w:val="1"/>
        </w:rPr>
        <w:t>monsieur le Pasteur</w:t>
      </w:r>
      <w:r>
        <w:rPr>
          <w:rFonts w:cs="Georgia"/>
          <w:kern w:val="1"/>
        </w:rPr>
        <w:t xml:space="preserve">. </w:t>
      </w:r>
      <w:r w:rsidR="00BE611A">
        <w:rPr>
          <w:rFonts w:cs="Georgia"/>
          <w:kern w:val="1"/>
        </w:rPr>
        <w:t>Et vous aussi</w:t>
      </w:r>
      <w:r>
        <w:rPr>
          <w:rFonts w:cs="Georgia"/>
          <w:kern w:val="1"/>
        </w:rPr>
        <w:t xml:space="preserve">, </w:t>
      </w:r>
      <w:r w:rsidR="00BE611A">
        <w:rPr>
          <w:rFonts w:cs="Georgia"/>
          <w:kern w:val="1"/>
        </w:rPr>
        <w:t>monsieur Dumaine</w:t>
      </w:r>
      <w:r>
        <w:rPr>
          <w:rFonts w:cs="Georgia"/>
          <w:kern w:val="1"/>
        </w:rPr>
        <w:t>.</w:t>
      </w:r>
    </w:p>
    <w:p w14:paraId="7BD45D99" w14:textId="77777777" w:rsidR="000E1451" w:rsidRDefault="00BE611A" w:rsidP="00BE611A">
      <w:pPr>
        <w:rPr>
          <w:rFonts w:cs="Georgia"/>
          <w:kern w:val="1"/>
        </w:rPr>
      </w:pPr>
      <w:r>
        <w:rPr>
          <w:rFonts w:cs="Georgia"/>
          <w:kern w:val="1"/>
        </w:rPr>
        <w:t>Pour lui obéir</w:t>
      </w:r>
      <w:r w:rsidR="000E1451">
        <w:rPr>
          <w:rFonts w:cs="Georgia"/>
          <w:kern w:val="1"/>
        </w:rPr>
        <w:t xml:space="preserve">, </w:t>
      </w:r>
      <w:r>
        <w:rPr>
          <w:rFonts w:cs="Georgia"/>
          <w:kern w:val="1"/>
        </w:rPr>
        <w:t>j</w:t>
      </w:r>
      <w:r w:rsidR="000E1451">
        <w:rPr>
          <w:rFonts w:cs="Georgia"/>
          <w:kern w:val="1"/>
        </w:rPr>
        <w:t>’</w:t>
      </w:r>
      <w:r>
        <w:rPr>
          <w:rFonts w:cs="Georgia"/>
          <w:kern w:val="1"/>
        </w:rPr>
        <w:t>avais suivi</w:t>
      </w:r>
      <w:r w:rsidR="000E1451">
        <w:rPr>
          <w:rFonts w:cs="Georgia"/>
          <w:kern w:val="1"/>
        </w:rPr>
        <w:t xml:space="preserve">. </w:t>
      </w:r>
      <w:r>
        <w:rPr>
          <w:rFonts w:cs="Georgia"/>
          <w:kern w:val="1"/>
        </w:rPr>
        <w:t>Trois couverts étaient dressés</w:t>
      </w:r>
      <w:r w:rsidR="000E1451">
        <w:rPr>
          <w:rFonts w:cs="Georgia"/>
          <w:kern w:val="1"/>
        </w:rPr>
        <w:t xml:space="preserve">. </w:t>
      </w:r>
      <w:r>
        <w:rPr>
          <w:rFonts w:cs="Georgia"/>
          <w:kern w:val="1"/>
        </w:rPr>
        <w:t>Du geste</w:t>
      </w:r>
      <w:r w:rsidR="000E1451">
        <w:rPr>
          <w:rFonts w:cs="Georgia"/>
          <w:kern w:val="1"/>
        </w:rPr>
        <w:t>, M</w:t>
      </w:r>
      <w:r w:rsidR="000E1451" w:rsidRPr="000E1451">
        <w:rPr>
          <w:rFonts w:cs="Georgia"/>
          <w:kern w:val="1"/>
          <w:vertAlign w:val="superscript"/>
        </w:rPr>
        <w:t>lle</w:t>
      </w:r>
      <w:r w:rsidR="000E1451">
        <w:rPr>
          <w:rFonts w:cs="Georgia"/>
          <w:kern w:val="1"/>
        </w:rPr>
        <w:t> de </w:t>
      </w:r>
      <w:r>
        <w:rPr>
          <w:rFonts w:cs="Georgia"/>
          <w:kern w:val="1"/>
        </w:rPr>
        <w:t>Mirrbach nous invitait à nous asseoir</w:t>
      </w:r>
      <w:r w:rsidR="000E1451">
        <w:rPr>
          <w:rFonts w:cs="Georgia"/>
          <w:kern w:val="1"/>
        </w:rPr>
        <w:t>.</w:t>
      </w:r>
    </w:p>
    <w:p w14:paraId="1D17B331" w14:textId="77777777" w:rsidR="000E1451" w:rsidRDefault="000E1451" w:rsidP="00BE611A">
      <w:pPr>
        <w:rPr>
          <w:rFonts w:cs="Georgia"/>
          <w:kern w:val="1"/>
        </w:rPr>
      </w:pPr>
      <w:r>
        <w:rPr>
          <w:rFonts w:cs="Georgia"/>
          <w:kern w:val="1"/>
        </w:rPr>
        <w:t>— </w:t>
      </w:r>
      <w:r w:rsidR="00BE611A">
        <w:rPr>
          <w:rFonts w:cs="Georgia"/>
          <w:kern w:val="1"/>
        </w:rPr>
        <w:t>Vous ne voyez pas d</w:t>
      </w:r>
      <w:r>
        <w:rPr>
          <w:rFonts w:cs="Georgia"/>
          <w:kern w:val="1"/>
        </w:rPr>
        <w:t>’</w:t>
      </w:r>
      <w:r w:rsidR="00BE611A">
        <w:rPr>
          <w:rFonts w:cs="Georgia"/>
          <w:kern w:val="1"/>
        </w:rPr>
        <w:t xml:space="preserve">inconvénients à ce que </w:t>
      </w:r>
      <w:r>
        <w:rPr>
          <w:rFonts w:cs="Georgia"/>
          <w:kern w:val="1"/>
        </w:rPr>
        <w:t>M. </w:t>
      </w:r>
      <w:r w:rsidR="00BE611A">
        <w:rPr>
          <w:rFonts w:cs="Georgia"/>
          <w:kern w:val="1"/>
        </w:rPr>
        <w:t>Dumaine déjeune avec nous</w:t>
      </w:r>
      <w:r>
        <w:rPr>
          <w:rFonts w:cs="Georgia"/>
          <w:kern w:val="1"/>
        </w:rPr>
        <w:t xml:space="preserve">, </w:t>
      </w:r>
      <w:r w:rsidR="00BE611A">
        <w:rPr>
          <w:rFonts w:cs="Georgia"/>
          <w:kern w:val="1"/>
        </w:rPr>
        <w:t>monsieur le Pasteur</w:t>
      </w:r>
      <w:r>
        <w:rPr>
          <w:rFonts w:cs="Georgia"/>
          <w:kern w:val="1"/>
        </w:rPr>
        <w:t xml:space="preserve">, </w:t>
      </w:r>
      <w:r w:rsidR="00BE611A">
        <w:rPr>
          <w:rFonts w:cs="Georgia"/>
          <w:kern w:val="1"/>
        </w:rPr>
        <w:t>demanda-t-elle d</w:t>
      </w:r>
      <w:r>
        <w:rPr>
          <w:rFonts w:cs="Georgia"/>
          <w:kern w:val="1"/>
        </w:rPr>
        <w:t>’</w:t>
      </w:r>
      <w:r w:rsidR="00BE611A">
        <w:rPr>
          <w:rFonts w:cs="Georgia"/>
          <w:kern w:val="1"/>
        </w:rPr>
        <w:t>une voix qu</w:t>
      </w:r>
      <w:r>
        <w:rPr>
          <w:rFonts w:cs="Georgia"/>
          <w:kern w:val="1"/>
        </w:rPr>
        <w:t>’</w:t>
      </w:r>
      <w:r w:rsidR="00BE611A">
        <w:rPr>
          <w:rFonts w:cs="Georgia"/>
          <w:kern w:val="1"/>
        </w:rPr>
        <w:t>elle s</w:t>
      </w:r>
      <w:r>
        <w:rPr>
          <w:rFonts w:cs="Georgia"/>
          <w:kern w:val="1"/>
        </w:rPr>
        <w:t>’</w:t>
      </w:r>
      <w:r w:rsidR="00BE611A">
        <w:rPr>
          <w:rFonts w:cs="Georgia"/>
          <w:kern w:val="1"/>
        </w:rPr>
        <w:t>efforçait de rendre ferme</w:t>
      </w:r>
      <w:r>
        <w:rPr>
          <w:rFonts w:cs="Georgia"/>
          <w:kern w:val="1"/>
        </w:rPr>
        <w:t xml:space="preserve">, </w:t>
      </w:r>
      <w:r w:rsidR="00BE611A">
        <w:rPr>
          <w:rFonts w:cs="Georgia"/>
          <w:kern w:val="1"/>
        </w:rPr>
        <w:t>mais que je sentais trembler un peu</w:t>
      </w:r>
      <w:r>
        <w:rPr>
          <w:rFonts w:cs="Georgia"/>
          <w:kern w:val="1"/>
        </w:rPr>
        <w:t>.</w:t>
      </w:r>
    </w:p>
    <w:p w14:paraId="314214FA" w14:textId="77777777" w:rsidR="000E1451" w:rsidRDefault="00BE611A" w:rsidP="00BE611A">
      <w:pPr>
        <w:rPr>
          <w:rFonts w:cs="Georgia"/>
          <w:kern w:val="1"/>
        </w:rPr>
      </w:pPr>
      <w:r>
        <w:rPr>
          <w:rFonts w:cs="Georgia"/>
          <w:kern w:val="1"/>
        </w:rPr>
        <w:t>Le vieillard avait souri</w:t>
      </w:r>
      <w:r w:rsidR="000E1451">
        <w:rPr>
          <w:rFonts w:cs="Georgia"/>
          <w:kern w:val="1"/>
        </w:rPr>
        <w:t>.</w:t>
      </w:r>
    </w:p>
    <w:p w14:paraId="4F2B7ACF" w14:textId="77777777" w:rsidR="000E1451" w:rsidRDefault="000E1451" w:rsidP="00BE611A">
      <w:pPr>
        <w:rPr>
          <w:rFonts w:cs="Georgia"/>
          <w:kern w:val="1"/>
        </w:rPr>
      </w:pPr>
      <w:r>
        <w:rPr>
          <w:rFonts w:cs="Georgia"/>
          <w:kern w:val="1"/>
        </w:rPr>
        <w:t>— </w:t>
      </w:r>
      <w:r w:rsidR="00BE611A">
        <w:rPr>
          <w:rFonts w:cs="Georgia"/>
          <w:kern w:val="1"/>
        </w:rPr>
        <w:t>Mon Dieu</w:t>
      </w:r>
      <w:r>
        <w:rPr>
          <w:rFonts w:cs="Georgia"/>
          <w:kern w:val="1"/>
        </w:rPr>
        <w:t xml:space="preserve">, </w:t>
      </w:r>
      <w:r w:rsidR="00BE611A">
        <w:rPr>
          <w:rFonts w:cs="Georgia"/>
          <w:kern w:val="1"/>
        </w:rPr>
        <w:t>mademoiselle</w:t>
      </w:r>
      <w:r>
        <w:rPr>
          <w:rFonts w:cs="Georgia"/>
          <w:kern w:val="1"/>
        </w:rPr>
        <w:t xml:space="preserve">, </w:t>
      </w:r>
      <w:r w:rsidR="00BE611A">
        <w:rPr>
          <w:rFonts w:cs="Georgia"/>
          <w:kern w:val="1"/>
        </w:rPr>
        <w:t>j</w:t>
      </w:r>
      <w:r>
        <w:rPr>
          <w:rFonts w:cs="Georgia"/>
          <w:kern w:val="1"/>
        </w:rPr>
        <w:t>’</w:t>
      </w:r>
      <w:r w:rsidR="00BE611A">
        <w:rPr>
          <w:rFonts w:cs="Georgia"/>
          <w:kern w:val="1"/>
        </w:rPr>
        <w:t>ai pris moi-même les devants</w:t>
      </w:r>
      <w:r>
        <w:rPr>
          <w:rFonts w:cs="Georgia"/>
          <w:kern w:val="1"/>
        </w:rPr>
        <w:t xml:space="preserve">, </w:t>
      </w:r>
      <w:r w:rsidR="00BE611A">
        <w:rPr>
          <w:rFonts w:cs="Georgia"/>
          <w:kern w:val="1"/>
        </w:rPr>
        <w:t>sous ce rapport</w:t>
      </w:r>
      <w:r>
        <w:rPr>
          <w:rFonts w:cs="Georgia"/>
          <w:kern w:val="1"/>
        </w:rPr>
        <w:t xml:space="preserve">. </w:t>
      </w:r>
      <w:r w:rsidR="00BE611A">
        <w:rPr>
          <w:rFonts w:cs="Georgia"/>
          <w:kern w:val="1"/>
        </w:rPr>
        <w:t>N</w:t>
      </w:r>
      <w:r>
        <w:rPr>
          <w:rFonts w:cs="Georgia"/>
          <w:kern w:val="1"/>
        </w:rPr>
        <w:t>’</w:t>
      </w:r>
      <w:r w:rsidR="00BE611A">
        <w:rPr>
          <w:rFonts w:cs="Georgia"/>
          <w:kern w:val="1"/>
        </w:rPr>
        <w:t>est-ce pas</w:t>
      </w:r>
      <w:r>
        <w:rPr>
          <w:rFonts w:cs="Georgia"/>
          <w:kern w:val="1"/>
        </w:rPr>
        <w:t xml:space="preserve">, </w:t>
      </w:r>
      <w:r w:rsidR="00BE611A">
        <w:rPr>
          <w:rFonts w:cs="Georgia"/>
          <w:kern w:val="1"/>
        </w:rPr>
        <w:t>monsieur Dumaine</w:t>
      </w:r>
      <w:r>
        <w:rPr>
          <w:rFonts w:cs="Georgia"/>
          <w:kern w:val="1"/>
        </w:rPr>
        <w:t xml:space="preserve">, </w:t>
      </w:r>
      <w:r w:rsidR="00BE611A">
        <w:rPr>
          <w:rFonts w:cs="Georgia"/>
          <w:kern w:val="1"/>
        </w:rPr>
        <w:t>je crois bien que dès la seconde fois que vous êtes venu chez moi</w:t>
      </w:r>
      <w:r>
        <w:rPr>
          <w:rFonts w:cs="Georgia"/>
          <w:kern w:val="1"/>
        </w:rPr>
        <w:t xml:space="preserve">, </w:t>
      </w:r>
      <w:r w:rsidR="00BE611A">
        <w:rPr>
          <w:rFonts w:cs="Georgia"/>
          <w:kern w:val="1"/>
        </w:rPr>
        <w:t>vous vous êtes assis à ma table</w:t>
      </w:r>
      <w:r>
        <w:rPr>
          <w:rFonts w:cs="Georgia"/>
          <w:kern w:val="1"/>
        </w:rPr>
        <w:t> ?</w:t>
      </w:r>
    </w:p>
    <w:p w14:paraId="521335AF" w14:textId="77777777" w:rsidR="000E1451" w:rsidRDefault="00BE611A" w:rsidP="00BE611A">
      <w:pPr>
        <w:rPr>
          <w:rFonts w:cs="Georgia"/>
          <w:kern w:val="1"/>
        </w:rPr>
      </w:pPr>
      <w:r>
        <w:rPr>
          <w:rFonts w:cs="Georgia"/>
          <w:kern w:val="1"/>
        </w:rPr>
        <w:t>Axelle ne put réprimer un léger mouvement de contrariété</w:t>
      </w:r>
      <w:r w:rsidR="000E1451">
        <w:rPr>
          <w:rFonts w:cs="Georgia"/>
          <w:kern w:val="1"/>
        </w:rPr>
        <w:t xml:space="preserve">. </w:t>
      </w:r>
      <w:r>
        <w:rPr>
          <w:rFonts w:cs="Georgia"/>
          <w:kern w:val="1"/>
        </w:rPr>
        <w:t>Sans doute eût-elle préféré n</w:t>
      </w:r>
      <w:r w:rsidR="000E1451">
        <w:rPr>
          <w:rFonts w:cs="Georgia"/>
          <w:kern w:val="1"/>
        </w:rPr>
        <w:t>’</w:t>
      </w:r>
      <w:r>
        <w:rPr>
          <w:rFonts w:cs="Georgia"/>
          <w:kern w:val="1"/>
        </w:rPr>
        <w:t>avoir pas été ainsi devancée dans son audace</w:t>
      </w:r>
      <w:r w:rsidR="000E1451">
        <w:rPr>
          <w:rFonts w:cs="Georgia"/>
          <w:kern w:val="1"/>
        </w:rPr>
        <w:t xml:space="preserve">. </w:t>
      </w:r>
      <w:r>
        <w:rPr>
          <w:rFonts w:cs="Georgia"/>
          <w:kern w:val="1"/>
        </w:rPr>
        <w:t>J</w:t>
      </w:r>
      <w:r w:rsidR="000E1451">
        <w:rPr>
          <w:rFonts w:cs="Georgia"/>
          <w:kern w:val="1"/>
        </w:rPr>
        <w:t>’</w:t>
      </w:r>
      <w:r>
        <w:rPr>
          <w:rFonts w:cs="Georgia"/>
          <w:kern w:val="1"/>
        </w:rPr>
        <w:t>aurais pu la consoler en lui répliquant que</w:t>
      </w:r>
      <w:r w:rsidR="000E1451">
        <w:rPr>
          <w:rFonts w:cs="Georgia"/>
          <w:kern w:val="1"/>
        </w:rPr>
        <w:t xml:space="preserve">, </w:t>
      </w:r>
      <w:r>
        <w:rPr>
          <w:rFonts w:cs="Georgia"/>
          <w:kern w:val="1"/>
        </w:rPr>
        <w:t>tout de même</w:t>
      </w:r>
      <w:r w:rsidR="000E1451">
        <w:rPr>
          <w:rFonts w:cs="Georgia"/>
          <w:kern w:val="1"/>
        </w:rPr>
        <w:t xml:space="preserve">, </w:t>
      </w:r>
      <w:r>
        <w:rPr>
          <w:rFonts w:cs="Georgia"/>
          <w:kern w:val="1"/>
        </w:rPr>
        <w:t>l</w:t>
      </w:r>
      <w:r w:rsidR="000E1451">
        <w:rPr>
          <w:rFonts w:cs="Georgia"/>
          <w:kern w:val="1"/>
        </w:rPr>
        <w:t>’</w:t>
      </w:r>
      <w:r>
        <w:rPr>
          <w:rFonts w:cs="Georgia"/>
          <w:kern w:val="1"/>
        </w:rPr>
        <w:t>étiquette chez le Pasteur Frühwirth avait des exigences moindres que celles qui s</w:t>
      </w:r>
      <w:r w:rsidR="000E1451">
        <w:rPr>
          <w:rFonts w:cs="Georgia"/>
          <w:kern w:val="1"/>
        </w:rPr>
        <w:t>’</w:t>
      </w:r>
      <w:r>
        <w:rPr>
          <w:rFonts w:cs="Georgia"/>
          <w:kern w:val="1"/>
        </w:rPr>
        <w:t>imposaient aux châtelains de Reichendorf</w:t>
      </w:r>
      <w:r w:rsidR="000E1451">
        <w:rPr>
          <w:rFonts w:cs="Georgia"/>
          <w:kern w:val="1"/>
        </w:rPr>
        <w:t>.</w:t>
      </w:r>
    </w:p>
    <w:p w14:paraId="45FF5649" w14:textId="77777777" w:rsidR="000E1451" w:rsidRDefault="000E1451" w:rsidP="00BE611A">
      <w:pPr>
        <w:rPr>
          <w:rFonts w:cs="Georgia"/>
          <w:kern w:val="1"/>
        </w:rPr>
      </w:pPr>
      <w:r>
        <w:rPr>
          <w:rFonts w:cs="Georgia"/>
          <w:kern w:val="1"/>
        </w:rPr>
        <w:lastRenderedPageBreak/>
        <w:t>MM. </w:t>
      </w:r>
      <w:r w:rsidR="00BE611A">
        <w:rPr>
          <w:rFonts w:cs="Georgia"/>
          <w:kern w:val="1"/>
        </w:rPr>
        <w:t>Flinkow et Berbling furent exacts</w:t>
      </w:r>
      <w:r>
        <w:rPr>
          <w:rFonts w:cs="Georgia"/>
          <w:kern w:val="1"/>
        </w:rPr>
        <w:t xml:space="preserve">. </w:t>
      </w:r>
      <w:r w:rsidR="00BE611A">
        <w:rPr>
          <w:rFonts w:cs="Georgia"/>
          <w:kern w:val="1"/>
        </w:rPr>
        <w:t>Un quart d</w:t>
      </w:r>
      <w:r>
        <w:rPr>
          <w:rFonts w:cs="Georgia"/>
          <w:kern w:val="1"/>
        </w:rPr>
        <w:t>’</w:t>
      </w:r>
      <w:r w:rsidR="00BE611A">
        <w:rPr>
          <w:rFonts w:cs="Georgia"/>
          <w:kern w:val="1"/>
        </w:rPr>
        <w:t>heure avant leur arrivée</w:t>
      </w:r>
      <w:r>
        <w:rPr>
          <w:rFonts w:cs="Georgia"/>
          <w:kern w:val="1"/>
        </w:rPr>
        <w:t xml:space="preserve">, </w:t>
      </w:r>
      <w:r w:rsidR="00BE611A">
        <w:rPr>
          <w:rFonts w:cs="Georgia"/>
          <w:kern w:val="1"/>
        </w:rPr>
        <w:t>j</w:t>
      </w:r>
      <w:r>
        <w:rPr>
          <w:rFonts w:cs="Georgia"/>
          <w:kern w:val="1"/>
        </w:rPr>
        <w:t>’</w:t>
      </w:r>
      <w:r w:rsidR="00BE611A">
        <w:rPr>
          <w:rFonts w:cs="Georgia"/>
          <w:kern w:val="1"/>
        </w:rPr>
        <w:t>étais monté auprès du général</w:t>
      </w:r>
      <w:r>
        <w:rPr>
          <w:rFonts w:cs="Georgia"/>
          <w:kern w:val="1"/>
        </w:rPr>
        <w:t>.</w:t>
      </w:r>
    </w:p>
    <w:p w14:paraId="6F9E14F2" w14:textId="77777777" w:rsidR="000E1451" w:rsidRDefault="000E1451" w:rsidP="00BE611A">
      <w:pPr>
        <w:rPr>
          <w:rFonts w:cs="Georgia"/>
          <w:kern w:val="1"/>
        </w:rPr>
      </w:pPr>
      <w:r>
        <w:rPr>
          <w:rFonts w:cs="Georgia"/>
          <w:kern w:val="1"/>
        </w:rPr>
        <w:t>— </w:t>
      </w:r>
      <w:r w:rsidR="00BE611A">
        <w:rPr>
          <w:rFonts w:cs="Georgia"/>
          <w:kern w:val="1"/>
        </w:rPr>
        <w:t>Comment l</w:t>
      </w:r>
      <w:r>
        <w:rPr>
          <w:rFonts w:cs="Georgia"/>
          <w:kern w:val="1"/>
        </w:rPr>
        <w:t>’</w:t>
      </w:r>
      <w:r w:rsidR="00BE611A">
        <w:rPr>
          <w:rFonts w:cs="Georgia"/>
          <w:kern w:val="1"/>
        </w:rPr>
        <w:t>avez-vous trouvé</w:t>
      </w:r>
      <w:r>
        <w:rPr>
          <w:rFonts w:cs="Georgia"/>
          <w:kern w:val="1"/>
        </w:rPr>
        <w:t xml:space="preserve"> ? </w:t>
      </w:r>
      <w:r w:rsidR="00BE611A">
        <w:rPr>
          <w:rFonts w:cs="Georgia"/>
          <w:kern w:val="1"/>
        </w:rPr>
        <w:t>me demanda Axelle</w:t>
      </w:r>
      <w:r>
        <w:rPr>
          <w:rFonts w:cs="Georgia"/>
          <w:kern w:val="1"/>
        </w:rPr>
        <w:t>.</w:t>
      </w:r>
    </w:p>
    <w:p w14:paraId="1E966D5F" w14:textId="77777777" w:rsidR="000E1451" w:rsidRDefault="000E1451" w:rsidP="00BE611A">
      <w:pPr>
        <w:rPr>
          <w:rFonts w:cs="Georgia"/>
          <w:kern w:val="1"/>
        </w:rPr>
      </w:pPr>
      <w:r>
        <w:rPr>
          <w:rFonts w:cs="Georgia"/>
          <w:kern w:val="1"/>
        </w:rPr>
        <w:t>— </w:t>
      </w:r>
      <w:r w:rsidR="00BE611A">
        <w:rPr>
          <w:rFonts w:cs="Georgia"/>
          <w:kern w:val="1"/>
        </w:rPr>
        <w:t>Il sommeille</w:t>
      </w:r>
      <w:r>
        <w:rPr>
          <w:rFonts w:cs="Georgia"/>
          <w:kern w:val="1"/>
        </w:rPr>
        <w:t xml:space="preserve">. </w:t>
      </w:r>
      <w:r w:rsidR="00BE611A">
        <w:rPr>
          <w:rFonts w:cs="Georgia"/>
          <w:kern w:val="1"/>
        </w:rPr>
        <w:t>Il est réellement beaucoup plus calme aujourd</w:t>
      </w:r>
      <w:r>
        <w:rPr>
          <w:rFonts w:cs="Georgia"/>
          <w:kern w:val="1"/>
        </w:rPr>
        <w:t>’</w:t>
      </w:r>
      <w:r w:rsidR="00BE611A">
        <w:rPr>
          <w:rFonts w:cs="Georgia"/>
          <w:kern w:val="1"/>
        </w:rPr>
        <w:t>hui</w:t>
      </w:r>
      <w:r>
        <w:rPr>
          <w:rFonts w:cs="Georgia"/>
          <w:kern w:val="1"/>
        </w:rPr>
        <w:t>.</w:t>
      </w:r>
    </w:p>
    <w:p w14:paraId="0BEE86E5" w14:textId="77777777" w:rsidR="000E1451" w:rsidRDefault="000E1451" w:rsidP="00BE611A">
      <w:pPr>
        <w:rPr>
          <w:rFonts w:cs="Georgia"/>
          <w:kern w:val="1"/>
        </w:rPr>
      </w:pPr>
      <w:r>
        <w:rPr>
          <w:rFonts w:cs="Georgia"/>
          <w:kern w:val="1"/>
        </w:rPr>
        <w:t>— </w:t>
      </w:r>
      <w:r w:rsidR="00BE611A">
        <w:rPr>
          <w:rFonts w:cs="Georgia"/>
          <w:kern w:val="1"/>
        </w:rPr>
        <w:t>C</w:t>
      </w:r>
      <w:r>
        <w:rPr>
          <w:rFonts w:cs="Georgia"/>
          <w:kern w:val="1"/>
        </w:rPr>
        <w:t>’</w:t>
      </w:r>
      <w:r w:rsidR="00BE611A">
        <w:rPr>
          <w:rFonts w:cs="Georgia"/>
          <w:kern w:val="1"/>
        </w:rPr>
        <w:t>est mon avis</w:t>
      </w:r>
      <w:r>
        <w:rPr>
          <w:rFonts w:cs="Georgia"/>
          <w:kern w:val="1"/>
        </w:rPr>
        <w:t xml:space="preserve">. </w:t>
      </w:r>
      <w:r w:rsidR="00BE611A">
        <w:rPr>
          <w:rFonts w:cs="Georgia"/>
          <w:kern w:val="1"/>
        </w:rPr>
        <w:t>Mais que faites-vous</w:t>
      </w:r>
      <w:r>
        <w:rPr>
          <w:rFonts w:cs="Georgia"/>
          <w:kern w:val="1"/>
        </w:rPr>
        <w:t xml:space="preserve"> ? </w:t>
      </w:r>
      <w:r w:rsidR="00BE611A">
        <w:rPr>
          <w:rFonts w:cs="Georgia"/>
          <w:kern w:val="1"/>
        </w:rPr>
        <w:t>Vous nous quittez</w:t>
      </w:r>
      <w:r>
        <w:rPr>
          <w:rFonts w:cs="Georgia"/>
          <w:kern w:val="1"/>
        </w:rPr>
        <w:t> ?</w:t>
      </w:r>
    </w:p>
    <w:p w14:paraId="58B9A734" w14:textId="77777777" w:rsidR="000E1451" w:rsidRDefault="00BE611A" w:rsidP="00BE611A">
      <w:pPr>
        <w:rPr>
          <w:rFonts w:cs="Georgia"/>
          <w:kern w:val="1"/>
        </w:rPr>
      </w:pPr>
      <w:r>
        <w:rPr>
          <w:rFonts w:cs="Georgia"/>
          <w:kern w:val="1"/>
        </w:rPr>
        <w:t>Je lui répondis que c</w:t>
      </w:r>
      <w:r w:rsidR="000E1451">
        <w:rPr>
          <w:rFonts w:cs="Georgia"/>
          <w:kern w:val="1"/>
        </w:rPr>
        <w:t>’</w:t>
      </w:r>
      <w:r>
        <w:rPr>
          <w:rFonts w:cs="Georgia"/>
          <w:kern w:val="1"/>
        </w:rPr>
        <w:t>était l</w:t>
      </w:r>
      <w:r w:rsidR="000E1451">
        <w:rPr>
          <w:rFonts w:cs="Georgia"/>
          <w:kern w:val="1"/>
        </w:rPr>
        <w:t>’</w:t>
      </w:r>
      <w:r>
        <w:rPr>
          <w:rFonts w:cs="Georgia"/>
          <w:kern w:val="1"/>
        </w:rPr>
        <w:t>heure où ses visiteurs allaient venir</w:t>
      </w:r>
      <w:r w:rsidR="000E1451">
        <w:rPr>
          <w:rFonts w:cs="Georgia"/>
          <w:kern w:val="1"/>
        </w:rPr>
        <w:t>.</w:t>
      </w:r>
    </w:p>
    <w:p w14:paraId="65504F94" w14:textId="77777777" w:rsidR="000E1451" w:rsidRDefault="000E1451" w:rsidP="00BE611A">
      <w:pPr>
        <w:rPr>
          <w:rFonts w:cs="Georgia"/>
          <w:kern w:val="1"/>
        </w:rPr>
      </w:pPr>
      <w:r>
        <w:rPr>
          <w:rFonts w:cs="Georgia"/>
          <w:kern w:val="1"/>
        </w:rPr>
        <w:t>— </w:t>
      </w:r>
      <w:r w:rsidR="00BE611A">
        <w:rPr>
          <w:rFonts w:cs="Georgia"/>
          <w:kern w:val="1"/>
        </w:rPr>
        <w:t>Cela n</w:t>
      </w:r>
      <w:r>
        <w:rPr>
          <w:rFonts w:cs="Georgia"/>
          <w:kern w:val="1"/>
        </w:rPr>
        <w:t>’</w:t>
      </w:r>
      <w:r w:rsidR="00BE611A">
        <w:rPr>
          <w:rFonts w:cs="Georgia"/>
          <w:kern w:val="1"/>
        </w:rPr>
        <w:t>a aucune importance</w:t>
      </w:r>
      <w:r>
        <w:rPr>
          <w:rFonts w:cs="Georgia"/>
          <w:kern w:val="1"/>
        </w:rPr>
        <w:t xml:space="preserve">, </w:t>
      </w:r>
      <w:r w:rsidR="00BE611A">
        <w:rPr>
          <w:rFonts w:cs="Georgia"/>
          <w:kern w:val="1"/>
        </w:rPr>
        <w:t>dit-elle</w:t>
      </w:r>
      <w:r>
        <w:rPr>
          <w:rFonts w:cs="Georgia"/>
          <w:kern w:val="1"/>
        </w:rPr>
        <w:t xml:space="preserve">. </w:t>
      </w:r>
      <w:r w:rsidR="00BE611A">
        <w:rPr>
          <w:rFonts w:cs="Georgia"/>
          <w:kern w:val="1"/>
        </w:rPr>
        <w:t>Ils sont les derniers avec lesquels je songerais à me gêner</w:t>
      </w:r>
      <w:r>
        <w:rPr>
          <w:rFonts w:cs="Georgia"/>
          <w:kern w:val="1"/>
        </w:rPr>
        <w:t xml:space="preserve">. </w:t>
      </w:r>
      <w:r w:rsidR="00BE611A">
        <w:rPr>
          <w:rFonts w:cs="Georgia"/>
          <w:kern w:val="1"/>
        </w:rPr>
        <w:t>Restez</w:t>
      </w:r>
      <w:r>
        <w:rPr>
          <w:rFonts w:cs="Georgia"/>
          <w:kern w:val="1"/>
        </w:rPr>
        <w:t>.</w:t>
      </w:r>
    </w:p>
    <w:p w14:paraId="5509CADD" w14:textId="77777777" w:rsidR="00BE611A" w:rsidRDefault="00BE611A" w:rsidP="00BE611A">
      <w:pPr>
        <w:rPr>
          <w:rFonts w:cs="Georgia"/>
          <w:kern w:val="1"/>
        </w:rPr>
      </w:pPr>
      <w:r>
        <w:rPr>
          <w:rFonts w:cs="Georgia"/>
          <w:kern w:val="1"/>
        </w:rPr>
        <w:t>Depuis le début de la journée</w:t>
      </w:r>
      <w:r w:rsidR="000E1451">
        <w:rPr>
          <w:rFonts w:cs="Georgia"/>
          <w:kern w:val="1"/>
        </w:rPr>
        <w:t xml:space="preserve">, </w:t>
      </w:r>
      <w:r>
        <w:rPr>
          <w:rFonts w:cs="Georgia"/>
          <w:kern w:val="1"/>
        </w:rPr>
        <w:t>elle affectait ainsi des manières</w:t>
      </w:r>
      <w:r w:rsidR="000E1451">
        <w:rPr>
          <w:rFonts w:cs="Georgia"/>
          <w:kern w:val="1"/>
        </w:rPr>
        <w:t xml:space="preserve">, </w:t>
      </w:r>
      <w:r>
        <w:rPr>
          <w:rFonts w:cs="Georgia"/>
          <w:kern w:val="1"/>
        </w:rPr>
        <w:t>une attitude que je ne lui avais encore jamais vues</w:t>
      </w:r>
      <w:r w:rsidR="000E1451">
        <w:rPr>
          <w:rFonts w:cs="Georgia"/>
          <w:kern w:val="1"/>
        </w:rPr>
        <w:t xml:space="preserve">. </w:t>
      </w:r>
      <w:r>
        <w:rPr>
          <w:rFonts w:cs="Georgia"/>
          <w:kern w:val="1"/>
        </w:rPr>
        <w:t>Sa douceur s</w:t>
      </w:r>
      <w:r w:rsidR="000E1451">
        <w:rPr>
          <w:rFonts w:cs="Georgia"/>
          <w:kern w:val="1"/>
        </w:rPr>
        <w:t>’</w:t>
      </w:r>
      <w:r>
        <w:rPr>
          <w:rFonts w:cs="Georgia"/>
          <w:kern w:val="1"/>
        </w:rPr>
        <w:t>était faite soudain autoritaire</w:t>
      </w:r>
      <w:r w:rsidR="000E1451">
        <w:rPr>
          <w:rFonts w:cs="Georgia"/>
          <w:kern w:val="1"/>
        </w:rPr>
        <w:t xml:space="preserve">. </w:t>
      </w:r>
      <w:r>
        <w:rPr>
          <w:rFonts w:cs="Georgia"/>
          <w:kern w:val="1"/>
        </w:rPr>
        <w:t>Je me souvins d</w:t>
      </w:r>
      <w:r w:rsidR="000E1451">
        <w:rPr>
          <w:rFonts w:cs="Georgia"/>
          <w:kern w:val="1"/>
        </w:rPr>
        <w:t>’</w:t>
      </w:r>
      <w:r>
        <w:rPr>
          <w:rFonts w:cs="Georgia"/>
          <w:kern w:val="1"/>
        </w:rPr>
        <w:t>une de nos premières promenades à travers les marais</w:t>
      </w:r>
      <w:r w:rsidR="000E1451">
        <w:rPr>
          <w:rFonts w:cs="Georgia"/>
          <w:kern w:val="1"/>
        </w:rPr>
        <w:t xml:space="preserve">, </w:t>
      </w:r>
      <w:r>
        <w:rPr>
          <w:rFonts w:cs="Georgia"/>
          <w:kern w:val="1"/>
        </w:rPr>
        <w:t>celle au cours de laquelle je lui avais cité le reproche que lui adressait son aïeule d</w:t>
      </w:r>
      <w:r w:rsidR="000E1451">
        <w:rPr>
          <w:rFonts w:cs="Georgia"/>
          <w:kern w:val="1"/>
        </w:rPr>
        <w:t>’</w:t>
      </w:r>
      <w:r>
        <w:rPr>
          <w:rFonts w:cs="Georgia"/>
          <w:kern w:val="1"/>
        </w:rPr>
        <w:t>être trop passive</w:t>
      </w:r>
      <w:r w:rsidR="000E1451">
        <w:rPr>
          <w:rFonts w:cs="Georgia"/>
          <w:kern w:val="1"/>
        </w:rPr>
        <w:t>. « </w:t>
      </w:r>
      <w:r>
        <w:rPr>
          <w:rFonts w:cs="Georgia"/>
          <w:kern w:val="1"/>
        </w:rPr>
        <w:t>Croyez-vous</w:t>
      </w:r>
      <w:r w:rsidR="000E1451">
        <w:rPr>
          <w:rFonts w:cs="Georgia"/>
          <w:kern w:val="1"/>
        </w:rPr>
        <w:t xml:space="preserve"> ? </w:t>
      </w:r>
      <w:r>
        <w:rPr>
          <w:rFonts w:cs="Georgia"/>
          <w:kern w:val="1"/>
        </w:rPr>
        <w:t>avait-elle répondu sur un ton dont je n</w:t>
      </w:r>
      <w:r w:rsidR="000E1451">
        <w:rPr>
          <w:rFonts w:cs="Georgia"/>
          <w:kern w:val="1"/>
        </w:rPr>
        <w:t>’</w:t>
      </w:r>
      <w:r>
        <w:rPr>
          <w:rFonts w:cs="Georgia"/>
          <w:kern w:val="1"/>
        </w:rPr>
        <w:t>avais pas oublié l</w:t>
      </w:r>
      <w:r w:rsidR="000E1451">
        <w:rPr>
          <w:rFonts w:cs="Georgia"/>
          <w:kern w:val="1"/>
        </w:rPr>
        <w:t>’</w:t>
      </w:r>
      <w:r>
        <w:rPr>
          <w:rFonts w:cs="Georgia"/>
          <w:kern w:val="1"/>
        </w:rPr>
        <w:t>étrangeté</w:t>
      </w:r>
      <w:r w:rsidR="000E1451">
        <w:rPr>
          <w:rFonts w:cs="Georgia"/>
          <w:kern w:val="1"/>
        </w:rPr>
        <w:t xml:space="preserve">. </w:t>
      </w:r>
      <w:r>
        <w:rPr>
          <w:rFonts w:cs="Georgia"/>
          <w:kern w:val="1"/>
        </w:rPr>
        <w:t>Trop passive</w:t>
      </w:r>
      <w:r w:rsidR="000E1451">
        <w:rPr>
          <w:rFonts w:cs="Georgia"/>
          <w:kern w:val="1"/>
        </w:rPr>
        <w:t xml:space="preserve">, </w:t>
      </w:r>
      <w:r>
        <w:rPr>
          <w:rFonts w:cs="Georgia"/>
          <w:kern w:val="1"/>
        </w:rPr>
        <w:t>parce que je me refuse à une lutte quotidienne contre des détails indignes</w:t>
      </w:r>
      <w:r w:rsidR="000E1451">
        <w:rPr>
          <w:rFonts w:cs="Georgia"/>
          <w:kern w:val="1"/>
        </w:rPr>
        <w:t>. »</w:t>
      </w:r>
      <w:r>
        <w:rPr>
          <w:rFonts w:cs="Georgia"/>
          <w:kern w:val="1"/>
        </w:rPr>
        <w:t xml:space="preserve"> Aujourd</w:t>
      </w:r>
      <w:r w:rsidR="000E1451">
        <w:rPr>
          <w:rFonts w:cs="Georgia"/>
          <w:kern w:val="1"/>
        </w:rPr>
        <w:t>’</w:t>
      </w:r>
      <w:r>
        <w:rPr>
          <w:rFonts w:cs="Georgia"/>
          <w:kern w:val="1"/>
        </w:rPr>
        <w:t>hui</w:t>
      </w:r>
      <w:r w:rsidR="000E1451">
        <w:rPr>
          <w:rFonts w:cs="Georgia"/>
          <w:kern w:val="1"/>
        </w:rPr>
        <w:t xml:space="preserve">, </w:t>
      </w:r>
      <w:r>
        <w:rPr>
          <w:rFonts w:cs="Georgia"/>
          <w:kern w:val="1"/>
        </w:rPr>
        <w:t>elle jugeait sans doute que l</w:t>
      </w:r>
      <w:r w:rsidR="000E1451">
        <w:rPr>
          <w:rFonts w:cs="Georgia"/>
          <w:kern w:val="1"/>
        </w:rPr>
        <w:t>’</w:t>
      </w:r>
      <w:r>
        <w:rPr>
          <w:rFonts w:cs="Georgia"/>
          <w:kern w:val="1"/>
        </w:rPr>
        <w:t>heure de l</w:t>
      </w:r>
      <w:r w:rsidR="000E1451">
        <w:rPr>
          <w:rFonts w:cs="Georgia"/>
          <w:kern w:val="1"/>
        </w:rPr>
        <w:t>’</w:t>
      </w:r>
      <w:r>
        <w:rPr>
          <w:rFonts w:cs="Georgia"/>
          <w:kern w:val="1"/>
        </w:rPr>
        <w:t>action était venue</w:t>
      </w:r>
      <w:r w:rsidR="000E1451">
        <w:rPr>
          <w:rFonts w:cs="Georgia"/>
          <w:kern w:val="1"/>
        </w:rPr>
        <w:t xml:space="preserve">. </w:t>
      </w:r>
      <w:r>
        <w:rPr>
          <w:rFonts w:cs="Georgia"/>
          <w:kern w:val="1"/>
        </w:rPr>
        <w:t>Elle m</w:t>
      </w:r>
      <w:r w:rsidR="000E1451">
        <w:rPr>
          <w:rFonts w:cs="Georgia"/>
          <w:kern w:val="1"/>
        </w:rPr>
        <w:t>’</w:t>
      </w:r>
      <w:r>
        <w:rPr>
          <w:rFonts w:cs="Georgia"/>
          <w:kern w:val="1"/>
        </w:rPr>
        <w:t>avait fait asseoir à sa table</w:t>
      </w:r>
      <w:r w:rsidR="000E1451">
        <w:rPr>
          <w:rFonts w:cs="Georgia"/>
          <w:kern w:val="1"/>
        </w:rPr>
        <w:t xml:space="preserve">. </w:t>
      </w:r>
      <w:r>
        <w:rPr>
          <w:rFonts w:cs="Georgia"/>
          <w:kern w:val="1"/>
        </w:rPr>
        <w:t>Elle exigeait ma présence près d</w:t>
      </w:r>
      <w:r w:rsidR="000E1451">
        <w:rPr>
          <w:rFonts w:cs="Georgia"/>
          <w:kern w:val="1"/>
        </w:rPr>
        <w:t>’</w:t>
      </w:r>
      <w:r>
        <w:rPr>
          <w:rFonts w:cs="Georgia"/>
          <w:kern w:val="1"/>
        </w:rPr>
        <w:t>elle dans une circonstance quasi-solennelle</w:t>
      </w:r>
      <w:r w:rsidR="000E1451">
        <w:rPr>
          <w:rFonts w:cs="Georgia"/>
          <w:kern w:val="1"/>
        </w:rPr>
        <w:t xml:space="preserve">. </w:t>
      </w:r>
      <w:r>
        <w:rPr>
          <w:rFonts w:cs="Georgia"/>
          <w:kern w:val="1"/>
        </w:rPr>
        <w:t>Je lui lançai un regard de reconnaissance éperdue</w:t>
      </w:r>
      <w:r w:rsidR="000E1451">
        <w:rPr>
          <w:rFonts w:cs="Georgia"/>
          <w:kern w:val="1"/>
        </w:rPr>
        <w:t xml:space="preserve">. </w:t>
      </w:r>
      <w:r>
        <w:rPr>
          <w:rFonts w:cs="Georgia"/>
          <w:kern w:val="1"/>
        </w:rPr>
        <w:t>Elle comprit que j</w:t>
      </w:r>
      <w:r w:rsidR="000E1451">
        <w:rPr>
          <w:rFonts w:cs="Georgia"/>
          <w:kern w:val="1"/>
        </w:rPr>
        <w:t>’</w:t>
      </w:r>
      <w:r>
        <w:rPr>
          <w:rFonts w:cs="Georgia"/>
          <w:kern w:val="1"/>
        </w:rPr>
        <w:t>avais compris</w:t>
      </w:r>
      <w:r w:rsidR="000E1451">
        <w:rPr>
          <w:rFonts w:cs="Georgia"/>
          <w:kern w:val="1"/>
        </w:rPr>
        <w:t xml:space="preserve">. </w:t>
      </w:r>
      <w:r>
        <w:rPr>
          <w:rFonts w:cs="Georgia"/>
          <w:kern w:val="1"/>
        </w:rPr>
        <w:t>Un sourire d</w:t>
      </w:r>
      <w:r w:rsidR="000E1451">
        <w:rPr>
          <w:rFonts w:cs="Georgia"/>
          <w:kern w:val="1"/>
        </w:rPr>
        <w:t>’</w:t>
      </w:r>
      <w:r>
        <w:rPr>
          <w:rFonts w:cs="Georgia"/>
          <w:kern w:val="1"/>
        </w:rPr>
        <w:t>orgueil effleura ses lèvres</w:t>
      </w:r>
      <w:r w:rsidR="000E1451">
        <w:rPr>
          <w:rFonts w:cs="Georgia"/>
          <w:kern w:val="1"/>
        </w:rPr>
        <w:t> : « </w:t>
      </w:r>
      <w:r>
        <w:rPr>
          <w:rFonts w:cs="Georgia"/>
          <w:kern w:val="1"/>
        </w:rPr>
        <w:t>Eh bien</w:t>
      </w:r>
      <w:r w:rsidR="000E1451">
        <w:rPr>
          <w:rFonts w:cs="Georgia"/>
          <w:kern w:val="1"/>
        </w:rPr>
        <w:t xml:space="preserve">, </w:t>
      </w:r>
      <w:r>
        <w:rPr>
          <w:rFonts w:cs="Georgia"/>
          <w:kern w:val="1"/>
        </w:rPr>
        <w:t>semblait-elle dire</w:t>
      </w:r>
      <w:r w:rsidR="000E1451">
        <w:rPr>
          <w:rFonts w:cs="Georgia"/>
          <w:kern w:val="1"/>
        </w:rPr>
        <w:t xml:space="preserve">, </w:t>
      </w:r>
      <w:r>
        <w:rPr>
          <w:rFonts w:cs="Georgia"/>
          <w:kern w:val="1"/>
        </w:rPr>
        <w:t>vous avais-je trompé</w:t>
      </w:r>
      <w:r w:rsidR="000E1451">
        <w:rPr>
          <w:rFonts w:cs="Georgia"/>
          <w:kern w:val="1"/>
        </w:rPr>
        <w:t xml:space="preserve"> ? </w:t>
      </w:r>
      <w:r>
        <w:rPr>
          <w:rFonts w:cs="Georgia"/>
          <w:kern w:val="1"/>
        </w:rPr>
        <w:t>Il fallait m</w:t>
      </w:r>
      <w:r w:rsidR="000E1451">
        <w:rPr>
          <w:rFonts w:cs="Georgia"/>
          <w:kern w:val="1"/>
        </w:rPr>
        <w:t>’</w:t>
      </w:r>
      <w:r>
        <w:rPr>
          <w:rFonts w:cs="Georgia"/>
          <w:kern w:val="1"/>
        </w:rPr>
        <w:t>attendre à l</w:t>
      </w:r>
      <w:r w:rsidR="000E1451">
        <w:rPr>
          <w:rFonts w:cs="Georgia"/>
          <w:kern w:val="1"/>
        </w:rPr>
        <w:t>’</w:t>
      </w:r>
      <w:r>
        <w:rPr>
          <w:rFonts w:cs="Georgia"/>
          <w:kern w:val="1"/>
        </w:rPr>
        <w:t>œuvre</w:t>
      </w:r>
      <w:r w:rsidR="000E1451">
        <w:rPr>
          <w:rFonts w:cs="Georgia"/>
          <w:kern w:val="1"/>
        </w:rPr>
        <w:t xml:space="preserve">. </w:t>
      </w:r>
      <w:r>
        <w:rPr>
          <w:rFonts w:cs="Georgia"/>
          <w:kern w:val="1"/>
        </w:rPr>
        <w:t>Vous allez voir que je peux être</w:t>
      </w:r>
      <w:r w:rsidR="000E1451">
        <w:rPr>
          <w:rFonts w:cs="Georgia"/>
          <w:kern w:val="1"/>
        </w:rPr>
        <w:t xml:space="preserve">, </w:t>
      </w:r>
      <w:r>
        <w:rPr>
          <w:rFonts w:cs="Georgia"/>
          <w:kern w:val="1"/>
        </w:rPr>
        <w:t>quand le jeu en vaut la peine</w:t>
      </w:r>
      <w:r w:rsidR="000E1451">
        <w:rPr>
          <w:rFonts w:cs="Georgia"/>
          <w:kern w:val="1"/>
        </w:rPr>
        <w:t xml:space="preserve">, </w:t>
      </w:r>
      <w:r>
        <w:rPr>
          <w:rFonts w:cs="Georgia"/>
          <w:kern w:val="1"/>
        </w:rPr>
        <w:t>autre chose que la pâle résignée que vous avez cru</w:t>
      </w:r>
      <w:r w:rsidR="000E1451">
        <w:rPr>
          <w:rFonts w:cs="Georgia"/>
          <w:kern w:val="1"/>
        </w:rPr>
        <w:t>. »</w:t>
      </w:r>
    </w:p>
    <w:p w14:paraId="73B861EA" w14:textId="77777777" w:rsidR="000E1451" w:rsidRDefault="00BE611A" w:rsidP="00BE611A">
      <w:pPr>
        <w:rPr>
          <w:rFonts w:cs="Georgia"/>
          <w:kern w:val="1"/>
        </w:rPr>
      </w:pPr>
      <w:r>
        <w:rPr>
          <w:rFonts w:cs="Georgia"/>
          <w:kern w:val="1"/>
        </w:rPr>
        <w:lastRenderedPageBreak/>
        <w:t>On frappait à la porte</w:t>
      </w:r>
      <w:r w:rsidR="000E1451">
        <w:rPr>
          <w:rFonts w:cs="Georgia"/>
          <w:kern w:val="1"/>
        </w:rPr>
        <w:t xml:space="preserve">. </w:t>
      </w:r>
      <w:r>
        <w:rPr>
          <w:rFonts w:cs="Georgia"/>
          <w:kern w:val="1"/>
        </w:rPr>
        <w:t>Elle se redressa</w:t>
      </w:r>
      <w:r w:rsidR="000E1451">
        <w:rPr>
          <w:rFonts w:cs="Georgia"/>
          <w:kern w:val="1"/>
        </w:rPr>
        <w:t xml:space="preserve">. </w:t>
      </w:r>
      <w:r>
        <w:rPr>
          <w:rFonts w:cs="Georgia"/>
          <w:kern w:val="1"/>
        </w:rPr>
        <w:t>Une majesté singulière la grandissait</w:t>
      </w:r>
      <w:r w:rsidR="000E1451">
        <w:rPr>
          <w:rFonts w:cs="Georgia"/>
          <w:kern w:val="1"/>
        </w:rPr>
        <w:t xml:space="preserve">. </w:t>
      </w:r>
      <w:r>
        <w:rPr>
          <w:rFonts w:cs="Georgia"/>
          <w:kern w:val="1"/>
        </w:rPr>
        <w:t>Comme j</w:t>
      </w:r>
      <w:r w:rsidR="000E1451">
        <w:rPr>
          <w:rFonts w:cs="Georgia"/>
          <w:kern w:val="1"/>
        </w:rPr>
        <w:t>’</w:t>
      </w:r>
      <w:r>
        <w:rPr>
          <w:rFonts w:cs="Georgia"/>
          <w:kern w:val="1"/>
        </w:rPr>
        <w:t>aurais voulu en cet instant avoir le droit de la serrer contre mon cœur</w:t>
      </w:r>
      <w:r w:rsidR="000E1451">
        <w:rPr>
          <w:rFonts w:cs="Georgia"/>
          <w:kern w:val="1"/>
        </w:rPr>
        <w:t> !</w:t>
      </w:r>
    </w:p>
    <w:p w14:paraId="039141DA" w14:textId="77777777" w:rsidR="000E1451" w:rsidRDefault="00BE611A" w:rsidP="00BE611A">
      <w:pPr>
        <w:rPr>
          <w:rFonts w:cs="Georgia"/>
          <w:kern w:val="1"/>
        </w:rPr>
      </w:pPr>
      <w:r>
        <w:rPr>
          <w:rFonts w:cs="Georgia"/>
          <w:kern w:val="1"/>
        </w:rPr>
        <w:t>Cependant</w:t>
      </w:r>
      <w:r w:rsidR="000E1451">
        <w:rPr>
          <w:rFonts w:cs="Georgia"/>
          <w:kern w:val="1"/>
        </w:rPr>
        <w:t>, MM. </w:t>
      </w:r>
      <w:r>
        <w:rPr>
          <w:rFonts w:cs="Georgia"/>
          <w:kern w:val="1"/>
        </w:rPr>
        <w:t>Flinkow et Berbling venaient de faire leur entrée</w:t>
      </w:r>
      <w:r w:rsidR="000E1451">
        <w:rPr>
          <w:rFonts w:cs="Georgia"/>
          <w:kern w:val="1"/>
        </w:rPr>
        <w:t>.</w:t>
      </w:r>
    </w:p>
    <w:p w14:paraId="7697F4C6" w14:textId="77777777" w:rsidR="00BE611A" w:rsidRDefault="00BE611A" w:rsidP="00BE611A">
      <w:pPr>
        <w:rPr>
          <w:rFonts w:cs="Georgia"/>
          <w:kern w:val="1"/>
        </w:rPr>
      </w:pPr>
    </w:p>
    <w:p w14:paraId="3E96530E" w14:textId="77777777" w:rsidR="000E1451" w:rsidRDefault="00BE611A" w:rsidP="00BE611A">
      <w:pPr>
        <w:rPr>
          <w:rFonts w:cs="Georgia"/>
          <w:kern w:val="1"/>
        </w:rPr>
      </w:pPr>
      <w:r>
        <w:rPr>
          <w:rFonts w:cs="Georgia"/>
          <w:kern w:val="1"/>
        </w:rPr>
        <w:t>Ce qu</w:t>
      </w:r>
      <w:r w:rsidR="000E1451">
        <w:rPr>
          <w:rFonts w:cs="Georgia"/>
          <w:kern w:val="1"/>
        </w:rPr>
        <w:t>’</w:t>
      </w:r>
      <w:r>
        <w:rPr>
          <w:rFonts w:cs="Georgia"/>
          <w:kern w:val="1"/>
        </w:rPr>
        <w:t>ils étaient</w:t>
      </w:r>
      <w:r w:rsidR="000E1451">
        <w:rPr>
          <w:rFonts w:cs="Georgia"/>
          <w:kern w:val="1"/>
        </w:rPr>
        <w:t xml:space="preserve"> ? </w:t>
      </w:r>
      <w:r>
        <w:rPr>
          <w:rFonts w:cs="Georgia"/>
          <w:kern w:val="1"/>
        </w:rPr>
        <w:t>Deux Daumier</w:t>
      </w:r>
      <w:r w:rsidR="000E1451">
        <w:rPr>
          <w:rFonts w:cs="Georgia"/>
          <w:kern w:val="1"/>
        </w:rPr>
        <w:t xml:space="preserve">, </w:t>
      </w:r>
      <w:r>
        <w:rPr>
          <w:rFonts w:cs="Georgia"/>
          <w:kern w:val="1"/>
        </w:rPr>
        <w:t>deux splendides Daumier prussiens</w:t>
      </w:r>
      <w:r w:rsidR="000E1451">
        <w:rPr>
          <w:rFonts w:cs="Georgia"/>
          <w:kern w:val="1"/>
        </w:rPr>
        <w:t xml:space="preserve">. </w:t>
      </w:r>
      <w:r>
        <w:rPr>
          <w:rFonts w:cs="Georgia"/>
          <w:kern w:val="1"/>
        </w:rPr>
        <w:t>Ils passèrent près de moi sans me remarquer</w:t>
      </w:r>
      <w:r w:rsidR="000E1451">
        <w:rPr>
          <w:rFonts w:cs="Georgia"/>
          <w:kern w:val="1"/>
        </w:rPr>
        <w:t xml:space="preserve">, </w:t>
      </w:r>
      <w:r>
        <w:rPr>
          <w:rFonts w:cs="Georgia"/>
          <w:kern w:val="1"/>
        </w:rPr>
        <w:t>se dirigeant vers l</w:t>
      </w:r>
      <w:r w:rsidR="000E1451">
        <w:rPr>
          <w:rFonts w:cs="Georgia"/>
          <w:kern w:val="1"/>
        </w:rPr>
        <w:t>’</w:t>
      </w:r>
      <w:r>
        <w:rPr>
          <w:rFonts w:cs="Georgia"/>
          <w:kern w:val="1"/>
        </w:rPr>
        <w:t>autre extrémité de la salle à manger</w:t>
      </w:r>
      <w:r w:rsidR="000E1451">
        <w:rPr>
          <w:rFonts w:cs="Georgia"/>
          <w:kern w:val="1"/>
        </w:rPr>
        <w:t xml:space="preserve">, </w:t>
      </w:r>
      <w:r>
        <w:rPr>
          <w:rFonts w:cs="Georgia"/>
          <w:kern w:val="1"/>
        </w:rPr>
        <w:t xml:space="preserve">où les attendait </w:t>
      </w:r>
      <w:r w:rsidR="000E1451">
        <w:rPr>
          <w:rFonts w:cs="Georgia"/>
          <w:kern w:val="1"/>
        </w:rPr>
        <w:t>M</w:t>
      </w:r>
      <w:r w:rsidR="000E1451" w:rsidRPr="000E1451">
        <w:rPr>
          <w:rFonts w:cs="Georgia"/>
          <w:kern w:val="1"/>
          <w:vertAlign w:val="superscript"/>
        </w:rPr>
        <w:t>lle</w:t>
      </w:r>
      <w:r w:rsidR="000E1451">
        <w:rPr>
          <w:rFonts w:cs="Georgia"/>
          <w:kern w:val="1"/>
        </w:rPr>
        <w:t> de </w:t>
      </w:r>
      <w:r>
        <w:rPr>
          <w:rFonts w:cs="Georgia"/>
          <w:kern w:val="1"/>
        </w:rPr>
        <w:t>Mirrbach</w:t>
      </w:r>
      <w:r w:rsidR="000E1451">
        <w:rPr>
          <w:rFonts w:cs="Georgia"/>
          <w:kern w:val="1"/>
        </w:rPr>
        <w:t xml:space="preserve">. </w:t>
      </w:r>
      <w:r>
        <w:rPr>
          <w:rFonts w:cs="Georgia"/>
          <w:kern w:val="1"/>
        </w:rPr>
        <w:t>J</w:t>
      </w:r>
      <w:r w:rsidR="000E1451">
        <w:rPr>
          <w:rFonts w:cs="Georgia"/>
          <w:kern w:val="1"/>
        </w:rPr>
        <w:t>’</w:t>
      </w:r>
      <w:r>
        <w:rPr>
          <w:rFonts w:cs="Georgia"/>
          <w:kern w:val="1"/>
        </w:rPr>
        <w:t>ai eu assez souvent l</w:t>
      </w:r>
      <w:r w:rsidR="000E1451">
        <w:rPr>
          <w:rFonts w:cs="Georgia"/>
          <w:kern w:val="1"/>
        </w:rPr>
        <w:t>’</w:t>
      </w:r>
      <w:r>
        <w:rPr>
          <w:rFonts w:cs="Georgia"/>
          <w:kern w:val="1"/>
        </w:rPr>
        <w:t>occasion de parler de cette salle à manger pour n</w:t>
      </w:r>
      <w:r w:rsidR="000E1451">
        <w:rPr>
          <w:rFonts w:cs="Georgia"/>
          <w:kern w:val="1"/>
        </w:rPr>
        <w:t>’</w:t>
      </w:r>
      <w:r>
        <w:rPr>
          <w:rFonts w:cs="Georgia"/>
          <w:kern w:val="1"/>
        </w:rPr>
        <w:t>y pas revenir</w:t>
      </w:r>
      <w:r w:rsidR="000E1451">
        <w:rPr>
          <w:rFonts w:cs="Georgia"/>
          <w:kern w:val="1"/>
        </w:rPr>
        <w:t xml:space="preserve">, </w:t>
      </w:r>
      <w:r>
        <w:rPr>
          <w:rFonts w:cs="Georgia"/>
          <w:kern w:val="1"/>
        </w:rPr>
        <w:t>au point où j</w:t>
      </w:r>
      <w:r w:rsidR="000E1451">
        <w:rPr>
          <w:rFonts w:cs="Georgia"/>
          <w:kern w:val="1"/>
        </w:rPr>
        <w:t>’</w:t>
      </w:r>
      <w:r>
        <w:rPr>
          <w:rFonts w:cs="Georgia"/>
          <w:kern w:val="1"/>
        </w:rPr>
        <w:t>en suis de mon récit</w:t>
      </w:r>
      <w:r w:rsidR="000E1451">
        <w:rPr>
          <w:rFonts w:cs="Georgia"/>
          <w:kern w:val="1"/>
        </w:rPr>
        <w:t xml:space="preserve">. </w:t>
      </w:r>
      <w:r>
        <w:rPr>
          <w:rFonts w:cs="Georgia"/>
          <w:kern w:val="1"/>
        </w:rPr>
        <w:t>Qu</w:t>
      </w:r>
      <w:r w:rsidR="000E1451">
        <w:rPr>
          <w:rFonts w:cs="Georgia"/>
          <w:kern w:val="1"/>
        </w:rPr>
        <w:t>’</w:t>
      </w:r>
      <w:r>
        <w:rPr>
          <w:rFonts w:cs="Georgia"/>
          <w:kern w:val="1"/>
        </w:rPr>
        <w:t>il suffise de savoir que</w:t>
      </w:r>
      <w:r w:rsidR="000E1451">
        <w:rPr>
          <w:rFonts w:cs="Georgia"/>
          <w:kern w:val="1"/>
        </w:rPr>
        <w:t xml:space="preserve">, </w:t>
      </w:r>
      <w:r>
        <w:rPr>
          <w:rFonts w:cs="Georgia"/>
          <w:kern w:val="1"/>
        </w:rPr>
        <w:t>communiquant par trois portes à deux battants avec le corridor du rez-de-chaussée</w:t>
      </w:r>
      <w:r w:rsidR="000E1451">
        <w:rPr>
          <w:rFonts w:cs="Georgia"/>
          <w:kern w:val="1"/>
        </w:rPr>
        <w:t xml:space="preserve">, </w:t>
      </w:r>
      <w:r>
        <w:rPr>
          <w:rFonts w:cs="Georgia"/>
          <w:kern w:val="1"/>
        </w:rPr>
        <w:t>elle avait la forme d</w:t>
      </w:r>
      <w:r w:rsidR="000E1451">
        <w:rPr>
          <w:rFonts w:cs="Georgia"/>
          <w:kern w:val="1"/>
        </w:rPr>
        <w:t>’</w:t>
      </w:r>
      <w:r>
        <w:rPr>
          <w:rFonts w:cs="Georgia"/>
          <w:kern w:val="1"/>
        </w:rPr>
        <w:t>un vaste rectangle</w:t>
      </w:r>
      <w:r w:rsidR="000E1451">
        <w:rPr>
          <w:rFonts w:cs="Georgia"/>
          <w:kern w:val="1"/>
        </w:rPr>
        <w:t xml:space="preserve">, </w:t>
      </w:r>
      <w:r>
        <w:rPr>
          <w:rFonts w:cs="Georgia"/>
          <w:kern w:val="1"/>
        </w:rPr>
        <w:t>au milieu duquel se trouvait la table</w:t>
      </w:r>
      <w:r w:rsidR="000E1451">
        <w:rPr>
          <w:rFonts w:cs="Georgia"/>
          <w:kern w:val="1"/>
        </w:rPr>
        <w:t xml:space="preserve">, </w:t>
      </w:r>
      <w:r>
        <w:rPr>
          <w:rFonts w:cs="Georgia"/>
          <w:kern w:val="1"/>
        </w:rPr>
        <w:t>qu</w:t>
      </w:r>
      <w:r w:rsidR="000E1451">
        <w:rPr>
          <w:rFonts w:cs="Georgia"/>
          <w:kern w:val="1"/>
        </w:rPr>
        <w:t>’</w:t>
      </w:r>
      <w:r>
        <w:rPr>
          <w:rFonts w:cs="Georgia"/>
          <w:kern w:val="1"/>
        </w:rPr>
        <w:t>on agrandissait ou diminuait selon les besoins au moyen de tout un système de rallonges</w:t>
      </w:r>
      <w:r w:rsidR="000E1451">
        <w:rPr>
          <w:rFonts w:cs="Georgia"/>
          <w:kern w:val="1"/>
        </w:rPr>
        <w:t xml:space="preserve">. </w:t>
      </w:r>
      <w:r>
        <w:rPr>
          <w:rFonts w:cs="Georgia"/>
          <w:kern w:val="1"/>
        </w:rPr>
        <w:t>La cheminée</w:t>
      </w:r>
      <w:r w:rsidR="000E1451">
        <w:rPr>
          <w:rFonts w:cs="Georgia"/>
          <w:kern w:val="1"/>
        </w:rPr>
        <w:t xml:space="preserve">, </w:t>
      </w:r>
      <w:r>
        <w:rPr>
          <w:rFonts w:cs="Georgia"/>
          <w:kern w:val="1"/>
        </w:rPr>
        <w:t>énorme et sombre</w:t>
      </w:r>
      <w:r w:rsidR="000E1451">
        <w:rPr>
          <w:rFonts w:cs="Georgia"/>
          <w:kern w:val="1"/>
        </w:rPr>
        <w:t xml:space="preserve">, </w:t>
      </w:r>
      <w:r>
        <w:rPr>
          <w:rFonts w:cs="Georgia"/>
          <w:kern w:val="1"/>
        </w:rPr>
        <w:t>occupait le côté droit</w:t>
      </w:r>
      <w:r w:rsidR="000E1451">
        <w:rPr>
          <w:rFonts w:cs="Georgia"/>
          <w:kern w:val="1"/>
        </w:rPr>
        <w:t xml:space="preserve">. </w:t>
      </w:r>
      <w:r>
        <w:rPr>
          <w:rFonts w:cs="Georgia"/>
          <w:kern w:val="1"/>
        </w:rPr>
        <w:t>Du côté opposé</w:t>
      </w:r>
      <w:r w:rsidR="000E1451">
        <w:rPr>
          <w:rFonts w:cs="Georgia"/>
          <w:kern w:val="1"/>
        </w:rPr>
        <w:t xml:space="preserve">, </w:t>
      </w:r>
      <w:r>
        <w:rPr>
          <w:rFonts w:cs="Georgia"/>
          <w:kern w:val="1"/>
        </w:rPr>
        <w:t>la muraille était décorée d</w:t>
      </w:r>
      <w:r w:rsidR="000E1451">
        <w:rPr>
          <w:rFonts w:cs="Georgia"/>
          <w:kern w:val="1"/>
        </w:rPr>
        <w:t>’</w:t>
      </w:r>
      <w:r>
        <w:rPr>
          <w:rFonts w:cs="Georgia"/>
          <w:kern w:val="1"/>
        </w:rPr>
        <w:t>un faisceau d</w:t>
      </w:r>
      <w:r w:rsidR="000E1451">
        <w:rPr>
          <w:rFonts w:cs="Georgia"/>
          <w:kern w:val="1"/>
        </w:rPr>
        <w:t>’</w:t>
      </w:r>
      <w:r>
        <w:rPr>
          <w:rFonts w:cs="Georgia"/>
          <w:kern w:val="1"/>
        </w:rPr>
        <w:t>étendards</w:t>
      </w:r>
      <w:r w:rsidR="000E1451">
        <w:rPr>
          <w:rFonts w:cs="Georgia"/>
          <w:kern w:val="1"/>
        </w:rPr>
        <w:t xml:space="preserve">, </w:t>
      </w:r>
      <w:r>
        <w:rPr>
          <w:rFonts w:cs="Georgia"/>
          <w:kern w:val="1"/>
        </w:rPr>
        <w:t>accrochés entre le portrait équestre du roi Frédéric-</w:t>
      </w:r>
      <w:r w:rsidR="000E1451">
        <w:rPr>
          <w:rFonts w:cs="Georgia"/>
          <w:kern w:val="1"/>
        </w:rPr>
        <w:t>Guillaume III</w:t>
      </w:r>
      <w:r>
        <w:rPr>
          <w:rFonts w:cs="Georgia"/>
          <w:kern w:val="1"/>
        </w:rPr>
        <w:t xml:space="preserve"> et celui de sa femme</w:t>
      </w:r>
      <w:r w:rsidR="000E1451">
        <w:rPr>
          <w:rFonts w:cs="Georgia"/>
          <w:kern w:val="1"/>
        </w:rPr>
        <w:t xml:space="preserve">, </w:t>
      </w:r>
      <w:r>
        <w:rPr>
          <w:rFonts w:cs="Georgia"/>
          <w:kern w:val="1"/>
        </w:rPr>
        <w:t>la reine Louise</w:t>
      </w:r>
      <w:r w:rsidR="000E1451">
        <w:rPr>
          <w:rFonts w:cs="Georgia"/>
          <w:kern w:val="1"/>
        </w:rPr>
        <w:t xml:space="preserve">. </w:t>
      </w:r>
      <w:r>
        <w:rPr>
          <w:rFonts w:cs="Georgia"/>
          <w:kern w:val="1"/>
        </w:rPr>
        <w:t>Au pied de ces portraits</w:t>
      </w:r>
      <w:r w:rsidR="000E1451">
        <w:rPr>
          <w:rFonts w:cs="Georgia"/>
          <w:kern w:val="1"/>
        </w:rPr>
        <w:t xml:space="preserve">, </w:t>
      </w:r>
      <w:r>
        <w:rPr>
          <w:rFonts w:cs="Georgia"/>
          <w:kern w:val="1"/>
        </w:rPr>
        <w:t>une table ovale</w:t>
      </w:r>
      <w:r w:rsidR="000E1451">
        <w:rPr>
          <w:rFonts w:cs="Georgia"/>
          <w:kern w:val="1"/>
        </w:rPr>
        <w:t xml:space="preserve">, </w:t>
      </w:r>
      <w:r>
        <w:rPr>
          <w:rFonts w:cs="Georgia"/>
          <w:kern w:val="1"/>
        </w:rPr>
        <w:t>des tabourets</w:t>
      </w:r>
      <w:r w:rsidR="000E1451">
        <w:rPr>
          <w:rFonts w:cs="Georgia"/>
          <w:kern w:val="1"/>
        </w:rPr>
        <w:t xml:space="preserve">, </w:t>
      </w:r>
      <w:r>
        <w:rPr>
          <w:rFonts w:cs="Georgia"/>
          <w:kern w:val="1"/>
        </w:rPr>
        <w:t>quelques fauteuils composaient une sorte de salon en miniature</w:t>
      </w:r>
      <w:r w:rsidR="000E1451">
        <w:rPr>
          <w:rFonts w:cs="Georgia"/>
          <w:kern w:val="1"/>
        </w:rPr>
        <w:t xml:space="preserve">. </w:t>
      </w:r>
      <w:r>
        <w:rPr>
          <w:rFonts w:cs="Georgia"/>
          <w:kern w:val="1"/>
        </w:rPr>
        <w:t>C</w:t>
      </w:r>
      <w:r w:rsidR="000E1451">
        <w:rPr>
          <w:rFonts w:cs="Georgia"/>
          <w:kern w:val="1"/>
        </w:rPr>
        <w:t>’</w:t>
      </w:r>
      <w:r>
        <w:rPr>
          <w:rFonts w:cs="Georgia"/>
          <w:kern w:val="1"/>
        </w:rPr>
        <w:t xml:space="preserve">est là que </w:t>
      </w:r>
      <w:r w:rsidR="000E1451">
        <w:rPr>
          <w:rFonts w:cs="Georgia"/>
          <w:kern w:val="1"/>
        </w:rPr>
        <w:t>M</w:t>
      </w:r>
      <w:r w:rsidR="000E1451" w:rsidRPr="000E1451">
        <w:rPr>
          <w:rFonts w:cs="Georgia"/>
          <w:kern w:val="1"/>
          <w:vertAlign w:val="superscript"/>
        </w:rPr>
        <w:t>lle</w:t>
      </w:r>
      <w:r w:rsidR="000E1451">
        <w:rPr>
          <w:rFonts w:cs="Georgia"/>
          <w:kern w:val="1"/>
        </w:rPr>
        <w:t> de </w:t>
      </w:r>
      <w:r>
        <w:rPr>
          <w:rFonts w:cs="Georgia"/>
          <w:kern w:val="1"/>
        </w:rPr>
        <w:t>Mirrbach venait de s</w:t>
      </w:r>
      <w:r w:rsidR="000E1451">
        <w:rPr>
          <w:rFonts w:cs="Georgia"/>
          <w:kern w:val="1"/>
        </w:rPr>
        <w:t>’</w:t>
      </w:r>
      <w:r>
        <w:rPr>
          <w:rFonts w:cs="Georgia"/>
          <w:kern w:val="1"/>
        </w:rPr>
        <w:t>asseoir</w:t>
      </w:r>
      <w:r w:rsidR="000E1451">
        <w:rPr>
          <w:rFonts w:cs="Georgia"/>
          <w:kern w:val="1"/>
        </w:rPr>
        <w:t>.</w:t>
      </w:r>
    </w:p>
    <w:p w14:paraId="27FD1522" w14:textId="77777777" w:rsidR="000E1451" w:rsidRDefault="00BE611A" w:rsidP="00BE611A">
      <w:pPr>
        <w:rPr>
          <w:rFonts w:cs="Georgia"/>
          <w:kern w:val="1"/>
        </w:rPr>
      </w:pPr>
      <w:r>
        <w:rPr>
          <w:rFonts w:cs="Georgia"/>
          <w:kern w:val="1"/>
        </w:rPr>
        <w:t>Engoncés tous deux dans d</w:t>
      </w:r>
      <w:r w:rsidR="000E1451">
        <w:rPr>
          <w:rFonts w:cs="Georgia"/>
          <w:kern w:val="1"/>
        </w:rPr>
        <w:t>’</w:t>
      </w:r>
      <w:r>
        <w:rPr>
          <w:rFonts w:cs="Georgia"/>
          <w:kern w:val="1"/>
        </w:rPr>
        <w:t>épaisses pelisses</w:t>
      </w:r>
      <w:r w:rsidR="000E1451">
        <w:rPr>
          <w:rFonts w:cs="Georgia"/>
          <w:kern w:val="1"/>
        </w:rPr>
        <w:t xml:space="preserve">, </w:t>
      </w:r>
      <w:r>
        <w:rPr>
          <w:rFonts w:cs="Georgia"/>
          <w:kern w:val="1"/>
        </w:rPr>
        <w:t>l</w:t>
      </w:r>
      <w:r w:rsidR="000E1451">
        <w:rPr>
          <w:rFonts w:cs="Georgia"/>
          <w:kern w:val="1"/>
        </w:rPr>
        <w:t>’</w:t>
      </w:r>
      <w:r>
        <w:rPr>
          <w:rFonts w:cs="Georgia"/>
          <w:kern w:val="1"/>
        </w:rPr>
        <w:t>un grand</w:t>
      </w:r>
      <w:r w:rsidR="000E1451">
        <w:rPr>
          <w:rFonts w:cs="Georgia"/>
          <w:kern w:val="1"/>
        </w:rPr>
        <w:t xml:space="preserve">, </w:t>
      </w:r>
      <w:r>
        <w:rPr>
          <w:rFonts w:cs="Georgia"/>
          <w:kern w:val="1"/>
        </w:rPr>
        <w:t>l</w:t>
      </w:r>
      <w:r w:rsidR="000E1451">
        <w:rPr>
          <w:rFonts w:cs="Georgia"/>
          <w:kern w:val="1"/>
        </w:rPr>
        <w:t>’</w:t>
      </w:r>
      <w:r>
        <w:rPr>
          <w:rFonts w:cs="Georgia"/>
          <w:kern w:val="1"/>
        </w:rPr>
        <w:t>autre petit</w:t>
      </w:r>
      <w:r w:rsidR="000E1451">
        <w:rPr>
          <w:rFonts w:cs="Georgia"/>
          <w:kern w:val="1"/>
        </w:rPr>
        <w:t>, MM. </w:t>
      </w:r>
      <w:r>
        <w:rPr>
          <w:rFonts w:cs="Georgia"/>
          <w:kern w:val="1"/>
        </w:rPr>
        <w:t>Berbling et Flinkow affectaient l</w:t>
      </w:r>
      <w:r w:rsidR="000E1451">
        <w:rPr>
          <w:rFonts w:cs="Georgia"/>
          <w:kern w:val="1"/>
        </w:rPr>
        <w:t>’</w:t>
      </w:r>
      <w:r>
        <w:rPr>
          <w:rFonts w:cs="Georgia"/>
          <w:kern w:val="1"/>
        </w:rPr>
        <w:t>allure importante des gens qui ont peur de paraître impressionnés</w:t>
      </w:r>
      <w:r w:rsidR="000E1451">
        <w:rPr>
          <w:rFonts w:cs="Georgia"/>
          <w:kern w:val="1"/>
        </w:rPr>
        <w:t xml:space="preserve">. </w:t>
      </w:r>
      <w:r>
        <w:rPr>
          <w:rFonts w:cs="Georgia"/>
          <w:kern w:val="1"/>
        </w:rPr>
        <w:t>Ils serrèrent la main du pasteur</w:t>
      </w:r>
      <w:r w:rsidR="000E1451">
        <w:rPr>
          <w:rFonts w:cs="Georgia"/>
          <w:kern w:val="1"/>
        </w:rPr>
        <w:t xml:space="preserve">, </w:t>
      </w:r>
      <w:r>
        <w:rPr>
          <w:rFonts w:cs="Georgia"/>
          <w:kern w:val="1"/>
        </w:rPr>
        <w:t>après s</w:t>
      </w:r>
      <w:r w:rsidR="000E1451">
        <w:rPr>
          <w:rFonts w:cs="Georgia"/>
          <w:kern w:val="1"/>
        </w:rPr>
        <w:t>’</w:t>
      </w:r>
      <w:r>
        <w:rPr>
          <w:rFonts w:cs="Georgia"/>
          <w:kern w:val="1"/>
        </w:rPr>
        <w:t>être inclinés cérémonieusement devant Axelle</w:t>
      </w:r>
      <w:r w:rsidR="000E1451">
        <w:rPr>
          <w:rFonts w:cs="Georgia"/>
          <w:kern w:val="1"/>
        </w:rPr>
        <w:t>.</w:t>
      </w:r>
    </w:p>
    <w:p w14:paraId="3320730C" w14:textId="77777777" w:rsidR="000E1451" w:rsidRDefault="000E1451" w:rsidP="00BE611A">
      <w:pPr>
        <w:rPr>
          <w:rFonts w:cs="Georgia"/>
          <w:kern w:val="1"/>
        </w:rPr>
      </w:pPr>
      <w:r>
        <w:rPr>
          <w:rFonts w:cs="Georgia"/>
          <w:kern w:val="1"/>
        </w:rPr>
        <w:lastRenderedPageBreak/>
        <w:t>— </w:t>
      </w:r>
      <w:r w:rsidR="00BE611A">
        <w:rPr>
          <w:rFonts w:cs="Georgia"/>
          <w:kern w:val="1"/>
        </w:rPr>
        <w:t>Mademoiselle</w:t>
      </w:r>
      <w:r>
        <w:rPr>
          <w:rFonts w:cs="Georgia"/>
          <w:kern w:val="1"/>
        </w:rPr>
        <w:t xml:space="preserve">, </w:t>
      </w:r>
      <w:r w:rsidR="00BE611A">
        <w:rPr>
          <w:rFonts w:cs="Georgia"/>
          <w:kern w:val="1"/>
        </w:rPr>
        <w:t>dit le plus petit des deux</w:t>
      </w:r>
      <w:r>
        <w:rPr>
          <w:rFonts w:cs="Georgia"/>
          <w:kern w:val="1"/>
        </w:rPr>
        <w:t>, M. </w:t>
      </w:r>
      <w:r w:rsidR="00BE611A">
        <w:rPr>
          <w:rFonts w:cs="Georgia"/>
          <w:kern w:val="1"/>
        </w:rPr>
        <w:t>Flinkow</w:t>
      </w:r>
      <w:r>
        <w:rPr>
          <w:rFonts w:cs="Georgia"/>
          <w:kern w:val="1"/>
        </w:rPr>
        <w:t xml:space="preserve">, </w:t>
      </w:r>
      <w:r w:rsidR="00BE611A">
        <w:rPr>
          <w:rFonts w:cs="Georgia"/>
          <w:kern w:val="1"/>
        </w:rPr>
        <w:t>qui s</w:t>
      </w:r>
      <w:r>
        <w:rPr>
          <w:rFonts w:cs="Georgia"/>
          <w:kern w:val="1"/>
        </w:rPr>
        <w:t>’</w:t>
      </w:r>
      <w:r w:rsidR="00BE611A">
        <w:rPr>
          <w:rFonts w:cs="Georgia"/>
          <w:kern w:val="1"/>
        </w:rPr>
        <w:t>affirma aussitôt comme l</w:t>
      </w:r>
      <w:r>
        <w:rPr>
          <w:rFonts w:cs="Georgia"/>
          <w:kern w:val="1"/>
        </w:rPr>
        <w:t>’</w:t>
      </w:r>
      <w:r w:rsidR="00BE611A">
        <w:rPr>
          <w:rFonts w:cs="Georgia"/>
          <w:kern w:val="1"/>
        </w:rPr>
        <w:t>orateur de la troupe</w:t>
      </w:r>
      <w:r>
        <w:rPr>
          <w:rFonts w:cs="Georgia"/>
          <w:kern w:val="1"/>
        </w:rPr>
        <w:t xml:space="preserve">, </w:t>
      </w:r>
      <w:r w:rsidR="00BE611A">
        <w:rPr>
          <w:rFonts w:cs="Georgia"/>
          <w:kern w:val="1"/>
        </w:rPr>
        <w:t>nous regrettons que ce soient d</w:t>
      </w:r>
      <w:r>
        <w:rPr>
          <w:rFonts w:cs="Georgia"/>
          <w:kern w:val="1"/>
        </w:rPr>
        <w:t>’</w:t>
      </w:r>
      <w:r w:rsidR="00BE611A">
        <w:rPr>
          <w:rFonts w:cs="Georgia"/>
          <w:kern w:val="1"/>
        </w:rPr>
        <w:t>aussi pénibles circonstances qui nous vaillent l</w:t>
      </w:r>
      <w:r>
        <w:rPr>
          <w:rFonts w:cs="Georgia"/>
          <w:kern w:val="1"/>
        </w:rPr>
        <w:t>’</w:t>
      </w:r>
      <w:r w:rsidR="00BE611A">
        <w:rPr>
          <w:rFonts w:cs="Georgia"/>
          <w:kern w:val="1"/>
        </w:rPr>
        <w:t>honneur de faire votre connaissance</w:t>
      </w:r>
      <w:r>
        <w:rPr>
          <w:rFonts w:cs="Georgia"/>
          <w:kern w:val="1"/>
        </w:rPr>
        <w:t>.</w:t>
      </w:r>
    </w:p>
    <w:p w14:paraId="7EEA67F3" w14:textId="77777777" w:rsidR="000E1451" w:rsidRDefault="00BE611A" w:rsidP="00BE611A">
      <w:pPr>
        <w:rPr>
          <w:rFonts w:cs="Georgia"/>
          <w:kern w:val="1"/>
        </w:rPr>
      </w:pPr>
      <w:r>
        <w:rPr>
          <w:rFonts w:cs="Georgia"/>
          <w:kern w:val="1"/>
        </w:rPr>
        <w:t>Axelle ne broncha pas</w:t>
      </w:r>
      <w:r w:rsidR="000E1451">
        <w:rPr>
          <w:rFonts w:cs="Georgia"/>
          <w:kern w:val="1"/>
        </w:rPr>
        <w:t>.</w:t>
      </w:r>
    </w:p>
    <w:p w14:paraId="01A2D842" w14:textId="77777777" w:rsidR="000E1451" w:rsidRDefault="000E1451" w:rsidP="00BE611A">
      <w:pPr>
        <w:rPr>
          <w:rFonts w:cs="Georgia"/>
          <w:kern w:val="1"/>
        </w:rPr>
      </w:pPr>
      <w:r>
        <w:rPr>
          <w:rFonts w:cs="Georgia"/>
          <w:kern w:val="1"/>
        </w:rPr>
        <w:t>— </w:t>
      </w:r>
      <w:r w:rsidR="00BE611A">
        <w:rPr>
          <w:rFonts w:cs="Georgia"/>
          <w:kern w:val="1"/>
        </w:rPr>
        <w:t>Him</w:t>
      </w:r>
      <w:r>
        <w:rPr>
          <w:rFonts w:cs="Georgia"/>
          <w:kern w:val="1"/>
        </w:rPr>
        <w:t xml:space="preserve"> ! </w:t>
      </w:r>
      <w:r w:rsidR="00BE611A">
        <w:rPr>
          <w:rFonts w:cs="Georgia"/>
          <w:kern w:val="1"/>
        </w:rPr>
        <w:t>Hum</w:t>
      </w:r>
      <w:r>
        <w:rPr>
          <w:rFonts w:cs="Georgia"/>
          <w:kern w:val="1"/>
        </w:rPr>
        <w:t xml:space="preserve"> ! </w:t>
      </w:r>
      <w:r w:rsidR="00BE611A">
        <w:rPr>
          <w:rFonts w:cs="Georgia"/>
          <w:kern w:val="1"/>
        </w:rPr>
        <w:t>toussa le bourgmestre de Palmnicken</w:t>
      </w:r>
      <w:r>
        <w:rPr>
          <w:rFonts w:cs="Georgia"/>
          <w:kern w:val="1"/>
        </w:rPr>
        <w:t>.</w:t>
      </w:r>
    </w:p>
    <w:p w14:paraId="5F4EFC92" w14:textId="77777777" w:rsidR="000E1451" w:rsidRDefault="000E1451" w:rsidP="00BE611A">
      <w:pPr>
        <w:rPr>
          <w:rFonts w:cs="Georgia"/>
          <w:kern w:val="1"/>
        </w:rPr>
      </w:pPr>
      <w:r>
        <w:rPr>
          <w:rFonts w:cs="Georgia"/>
          <w:kern w:val="1"/>
        </w:rPr>
        <w:t>— </w:t>
      </w:r>
      <w:r w:rsidR="00BE611A">
        <w:rPr>
          <w:rFonts w:cs="Georgia"/>
          <w:kern w:val="1"/>
        </w:rPr>
        <w:t>Him</w:t>
      </w:r>
      <w:r>
        <w:rPr>
          <w:rFonts w:cs="Georgia"/>
          <w:kern w:val="1"/>
        </w:rPr>
        <w:t xml:space="preserve"> ! </w:t>
      </w:r>
      <w:r w:rsidR="00BE611A">
        <w:rPr>
          <w:rFonts w:cs="Georgia"/>
          <w:kern w:val="1"/>
        </w:rPr>
        <w:t>Hum</w:t>
      </w:r>
      <w:r>
        <w:rPr>
          <w:rFonts w:cs="Georgia"/>
          <w:kern w:val="1"/>
        </w:rPr>
        <w:t xml:space="preserve"> ! </w:t>
      </w:r>
      <w:r w:rsidR="00BE611A">
        <w:rPr>
          <w:rFonts w:cs="Georgia"/>
          <w:kern w:val="1"/>
        </w:rPr>
        <w:t>fit également celui de Warnicken</w:t>
      </w:r>
      <w:r>
        <w:rPr>
          <w:rFonts w:cs="Georgia"/>
          <w:kern w:val="1"/>
        </w:rPr>
        <w:t>.</w:t>
      </w:r>
    </w:p>
    <w:p w14:paraId="743C4767" w14:textId="77777777" w:rsidR="000E1451" w:rsidRDefault="00BE611A" w:rsidP="00BE611A">
      <w:pPr>
        <w:rPr>
          <w:rFonts w:cs="Georgia"/>
          <w:kern w:val="1"/>
        </w:rPr>
      </w:pPr>
      <w:r>
        <w:rPr>
          <w:rFonts w:cs="Georgia"/>
          <w:kern w:val="1"/>
        </w:rPr>
        <w:t>Ils trouvaient que l</w:t>
      </w:r>
      <w:r w:rsidR="000E1451">
        <w:rPr>
          <w:rFonts w:cs="Georgia"/>
          <w:kern w:val="1"/>
        </w:rPr>
        <w:t>’</w:t>
      </w:r>
      <w:r>
        <w:rPr>
          <w:rFonts w:cs="Georgia"/>
          <w:kern w:val="1"/>
        </w:rPr>
        <w:t>entretien ne s</w:t>
      </w:r>
      <w:r w:rsidR="000E1451">
        <w:rPr>
          <w:rFonts w:cs="Georgia"/>
          <w:kern w:val="1"/>
        </w:rPr>
        <w:t>’</w:t>
      </w:r>
      <w:r>
        <w:rPr>
          <w:rFonts w:cs="Georgia"/>
          <w:kern w:val="1"/>
        </w:rPr>
        <w:t>amorçait pas avec toute la cordialité désirable</w:t>
      </w:r>
      <w:r w:rsidR="000E1451">
        <w:rPr>
          <w:rFonts w:cs="Georgia"/>
          <w:kern w:val="1"/>
        </w:rPr>
        <w:t>.</w:t>
      </w:r>
    </w:p>
    <w:p w14:paraId="478C21F8" w14:textId="77777777" w:rsidR="000E1451" w:rsidRDefault="000E1451" w:rsidP="00BE611A">
      <w:pPr>
        <w:rPr>
          <w:rFonts w:cs="Georgia"/>
          <w:kern w:val="1"/>
        </w:rPr>
      </w:pPr>
      <w:r>
        <w:rPr>
          <w:rFonts w:cs="Georgia"/>
          <w:kern w:val="1"/>
        </w:rPr>
        <w:t>— </w:t>
      </w:r>
      <w:r w:rsidR="00BE611A">
        <w:rPr>
          <w:rFonts w:cs="Georgia"/>
          <w:kern w:val="1"/>
        </w:rPr>
        <w:t>Nous sommes venus</w:t>
      </w:r>
      <w:r>
        <w:rPr>
          <w:rFonts w:cs="Georgia"/>
          <w:kern w:val="1"/>
        </w:rPr>
        <w:t xml:space="preserve">, </w:t>
      </w:r>
      <w:r w:rsidR="00BE611A">
        <w:rPr>
          <w:rFonts w:cs="Georgia"/>
          <w:kern w:val="1"/>
        </w:rPr>
        <w:t xml:space="preserve">reprit </w:t>
      </w:r>
      <w:r>
        <w:rPr>
          <w:rFonts w:cs="Georgia"/>
          <w:kern w:val="1"/>
        </w:rPr>
        <w:t>M. </w:t>
      </w:r>
      <w:r w:rsidR="00BE611A">
        <w:rPr>
          <w:rFonts w:cs="Georgia"/>
          <w:kern w:val="1"/>
        </w:rPr>
        <w:t>Flinkow</w:t>
      </w:r>
      <w:r>
        <w:rPr>
          <w:rFonts w:cs="Georgia"/>
          <w:kern w:val="1"/>
        </w:rPr>
        <w:t xml:space="preserve">, </w:t>
      </w:r>
      <w:r w:rsidR="00BE611A">
        <w:rPr>
          <w:rFonts w:cs="Georgia"/>
          <w:kern w:val="1"/>
        </w:rPr>
        <w:t>le Pasteur ici présent a dû vous le dire</w:t>
      </w:r>
      <w:r>
        <w:rPr>
          <w:rFonts w:cs="Georgia"/>
          <w:kern w:val="1"/>
        </w:rPr>
        <w:t xml:space="preserve">… </w:t>
      </w:r>
      <w:r w:rsidR="00BE611A">
        <w:rPr>
          <w:rFonts w:cs="Georgia"/>
          <w:kern w:val="1"/>
        </w:rPr>
        <w:t>Mais</w:t>
      </w:r>
      <w:r>
        <w:rPr>
          <w:rFonts w:cs="Georgia"/>
          <w:kern w:val="1"/>
        </w:rPr>
        <w:t xml:space="preserve">, </w:t>
      </w:r>
      <w:r w:rsidR="00BE611A">
        <w:rPr>
          <w:rFonts w:cs="Georgia"/>
          <w:kern w:val="1"/>
        </w:rPr>
        <w:t>d</w:t>
      </w:r>
      <w:r>
        <w:rPr>
          <w:rFonts w:cs="Georgia"/>
          <w:kern w:val="1"/>
        </w:rPr>
        <w:t>’</w:t>
      </w:r>
      <w:r w:rsidR="00BE611A">
        <w:rPr>
          <w:rFonts w:cs="Georgia"/>
          <w:kern w:val="1"/>
        </w:rPr>
        <w:t>abord</w:t>
      </w:r>
      <w:r>
        <w:rPr>
          <w:rFonts w:cs="Georgia"/>
          <w:kern w:val="1"/>
        </w:rPr>
        <w:t xml:space="preserve">, </w:t>
      </w:r>
      <w:r w:rsidR="00BE611A">
        <w:rPr>
          <w:rFonts w:cs="Georgia"/>
          <w:kern w:val="1"/>
        </w:rPr>
        <w:t>il sied que nous vous apprenions un événement d</w:t>
      </w:r>
      <w:r>
        <w:rPr>
          <w:rFonts w:cs="Georgia"/>
          <w:kern w:val="1"/>
        </w:rPr>
        <w:t>’</w:t>
      </w:r>
      <w:r w:rsidR="00BE611A">
        <w:rPr>
          <w:rFonts w:cs="Georgia"/>
          <w:kern w:val="1"/>
        </w:rPr>
        <w:t>une importance capitale</w:t>
      </w:r>
      <w:r>
        <w:rPr>
          <w:rFonts w:cs="Georgia"/>
          <w:kern w:val="1"/>
        </w:rPr>
        <w:t xml:space="preserve"> : </w:t>
      </w:r>
      <w:r w:rsidR="00BE611A">
        <w:rPr>
          <w:rFonts w:cs="Georgia"/>
          <w:kern w:val="1"/>
        </w:rPr>
        <w:t>l</w:t>
      </w:r>
      <w:r>
        <w:rPr>
          <w:rFonts w:cs="Georgia"/>
          <w:kern w:val="1"/>
        </w:rPr>
        <w:t>’</w:t>
      </w:r>
      <w:r w:rsidR="00BE611A">
        <w:rPr>
          <w:rFonts w:cs="Georgia"/>
          <w:kern w:val="1"/>
        </w:rPr>
        <w:t>armistice est signé</w:t>
      </w:r>
      <w:r>
        <w:rPr>
          <w:rFonts w:cs="Georgia"/>
          <w:kern w:val="1"/>
        </w:rPr>
        <w:t>.</w:t>
      </w:r>
    </w:p>
    <w:p w14:paraId="66000221" w14:textId="77777777" w:rsidR="000E1451" w:rsidRDefault="00BE611A" w:rsidP="00BE611A">
      <w:pPr>
        <w:rPr>
          <w:rFonts w:cs="Georgia"/>
          <w:kern w:val="1"/>
        </w:rPr>
      </w:pPr>
      <w:r>
        <w:rPr>
          <w:rFonts w:cs="Georgia"/>
          <w:kern w:val="1"/>
        </w:rPr>
        <w:t>Rien ne bougea dans la grande salle obscure</w:t>
      </w:r>
      <w:r w:rsidR="000E1451">
        <w:rPr>
          <w:rFonts w:cs="Georgia"/>
          <w:kern w:val="1"/>
        </w:rPr>
        <w:t>.</w:t>
      </w:r>
    </w:p>
    <w:p w14:paraId="295EA06E" w14:textId="77777777" w:rsidR="000E1451" w:rsidRDefault="000E1451" w:rsidP="00BE611A">
      <w:pPr>
        <w:rPr>
          <w:rFonts w:cs="Georgia"/>
          <w:kern w:val="1"/>
        </w:rPr>
      </w:pPr>
      <w:r>
        <w:rPr>
          <w:rFonts w:cs="Georgia"/>
          <w:kern w:val="1"/>
        </w:rPr>
        <w:t>— </w:t>
      </w:r>
      <w:r w:rsidR="00BE611A">
        <w:rPr>
          <w:rFonts w:cs="Georgia"/>
          <w:kern w:val="1"/>
        </w:rPr>
        <w:t>Oui</w:t>
      </w:r>
      <w:r>
        <w:rPr>
          <w:rFonts w:cs="Georgia"/>
          <w:kern w:val="1"/>
        </w:rPr>
        <w:t xml:space="preserve">, </w:t>
      </w:r>
      <w:r w:rsidR="00BE611A">
        <w:rPr>
          <w:rFonts w:cs="Georgia"/>
          <w:kern w:val="1"/>
        </w:rPr>
        <w:t>signé depuis ce matin</w:t>
      </w:r>
      <w:r>
        <w:rPr>
          <w:rFonts w:cs="Georgia"/>
          <w:kern w:val="1"/>
        </w:rPr>
        <w:t>.</w:t>
      </w:r>
    </w:p>
    <w:p w14:paraId="2E3D59C7" w14:textId="77777777" w:rsidR="000E1451" w:rsidRDefault="000E1451" w:rsidP="00BE611A">
      <w:pPr>
        <w:rPr>
          <w:rFonts w:cs="Georgia"/>
          <w:kern w:val="1"/>
        </w:rPr>
      </w:pPr>
      <w:r>
        <w:rPr>
          <w:rFonts w:cs="Georgia"/>
          <w:kern w:val="1"/>
        </w:rPr>
        <w:t>M</w:t>
      </w:r>
      <w:r w:rsidRPr="000E1451">
        <w:rPr>
          <w:rFonts w:cs="Georgia"/>
          <w:kern w:val="1"/>
          <w:vertAlign w:val="superscript"/>
        </w:rPr>
        <w:t>lle</w:t>
      </w:r>
      <w:r>
        <w:rPr>
          <w:rFonts w:cs="Georgia"/>
          <w:kern w:val="1"/>
        </w:rPr>
        <w:t> de </w:t>
      </w:r>
      <w:r w:rsidR="00BE611A">
        <w:rPr>
          <w:rFonts w:cs="Georgia"/>
          <w:kern w:val="1"/>
        </w:rPr>
        <w:t>Mirrbach continua à garder le silence</w:t>
      </w:r>
      <w:r>
        <w:rPr>
          <w:rFonts w:cs="Georgia"/>
          <w:kern w:val="1"/>
        </w:rPr>
        <w:t xml:space="preserve">. </w:t>
      </w:r>
      <w:r w:rsidR="00BE611A">
        <w:rPr>
          <w:rFonts w:cs="Georgia"/>
          <w:kern w:val="1"/>
        </w:rPr>
        <w:t>Le pasteur Frühwirth</w:t>
      </w:r>
      <w:r>
        <w:rPr>
          <w:rFonts w:cs="Georgia"/>
          <w:kern w:val="1"/>
        </w:rPr>
        <w:t xml:space="preserve">, </w:t>
      </w:r>
      <w:r w:rsidR="00BE611A">
        <w:rPr>
          <w:rFonts w:cs="Georgia"/>
          <w:kern w:val="1"/>
        </w:rPr>
        <w:t>d</w:t>
      </w:r>
      <w:r>
        <w:rPr>
          <w:rFonts w:cs="Georgia"/>
          <w:kern w:val="1"/>
        </w:rPr>
        <w:t>’</w:t>
      </w:r>
      <w:r w:rsidR="00BE611A">
        <w:rPr>
          <w:rFonts w:cs="Georgia"/>
          <w:kern w:val="1"/>
        </w:rPr>
        <w:t>une voix blanche</w:t>
      </w:r>
      <w:r>
        <w:rPr>
          <w:rFonts w:cs="Georgia"/>
          <w:kern w:val="1"/>
        </w:rPr>
        <w:t xml:space="preserve">, </w:t>
      </w:r>
      <w:r w:rsidR="00BE611A">
        <w:rPr>
          <w:rFonts w:cs="Georgia"/>
          <w:kern w:val="1"/>
        </w:rPr>
        <w:t>interrogea</w:t>
      </w:r>
      <w:r>
        <w:rPr>
          <w:rFonts w:cs="Georgia"/>
          <w:kern w:val="1"/>
        </w:rPr>
        <w:t> :</w:t>
      </w:r>
    </w:p>
    <w:p w14:paraId="02A9FB84" w14:textId="77777777" w:rsidR="000E1451" w:rsidRDefault="000E1451" w:rsidP="00BE611A">
      <w:pPr>
        <w:rPr>
          <w:rFonts w:cs="Georgia"/>
          <w:kern w:val="1"/>
        </w:rPr>
      </w:pPr>
      <w:r>
        <w:rPr>
          <w:rFonts w:cs="Georgia"/>
          <w:kern w:val="1"/>
        </w:rPr>
        <w:t>— </w:t>
      </w:r>
      <w:r w:rsidR="00BE611A">
        <w:rPr>
          <w:rFonts w:cs="Georgia"/>
          <w:kern w:val="1"/>
        </w:rPr>
        <w:t>On connaît les conditions</w:t>
      </w:r>
      <w:r>
        <w:rPr>
          <w:rFonts w:cs="Georgia"/>
          <w:kern w:val="1"/>
        </w:rPr>
        <w:t> ?</w:t>
      </w:r>
    </w:p>
    <w:p w14:paraId="4E22B0B9" w14:textId="77777777" w:rsidR="000E1451" w:rsidRDefault="000E1451" w:rsidP="00BE611A">
      <w:pPr>
        <w:rPr>
          <w:rFonts w:cs="Georgia"/>
          <w:kern w:val="1"/>
        </w:rPr>
      </w:pPr>
      <w:r>
        <w:rPr>
          <w:rFonts w:cs="Georgia"/>
          <w:kern w:val="1"/>
        </w:rPr>
        <w:t>— </w:t>
      </w:r>
      <w:r w:rsidR="00BE611A">
        <w:rPr>
          <w:rFonts w:cs="Georgia"/>
          <w:kern w:val="1"/>
        </w:rPr>
        <w:t>Pas encore</w:t>
      </w:r>
      <w:r>
        <w:rPr>
          <w:rFonts w:cs="Georgia"/>
          <w:kern w:val="1"/>
        </w:rPr>
        <w:t xml:space="preserve">, </w:t>
      </w:r>
      <w:r w:rsidR="00BE611A">
        <w:rPr>
          <w:rFonts w:cs="Georgia"/>
          <w:kern w:val="1"/>
        </w:rPr>
        <w:t>naturellement</w:t>
      </w:r>
      <w:r>
        <w:rPr>
          <w:rFonts w:cs="Georgia"/>
          <w:kern w:val="1"/>
        </w:rPr>
        <w:t xml:space="preserve">. </w:t>
      </w:r>
      <w:r w:rsidR="00BE611A">
        <w:rPr>
          <w:rFonts w:cs="Georgia"/>
          <w:kern w:val="1"/>
        </w:rPr>
        <w:t>Mais à quoi bon s</w:t>
      </w:r>
      <w:r>
        <w:rPr>
          <w:rFonts w:cs="Georgia"/>
          <w:kern w:val="1"/>
        </w:rPr>
        <w:t>’</w:t>
      </w:r>
      <w:r w:rsidR="00BE611A">
        <w:rPr>
          <w:rFonts w:cs="Georgia"/>
          <w:kern w:val="1"/>
        </w:rPr>
        <w:t>illusionner</w:t>
      </w:r>
      <w:r>
        <w:rPr>
          <w:rFonts w:cs="Georgia"/>
          <w:kern w:val="1"/>
        </w:rPr>
        <w:t xml:space="preserve"> ? </w:t>
      </w:r>
      <w:r w:rsidR="00BE611A">
        <w:rPr>
          <w:rFonts w:cs="Georgia"/>
          <w:kern w:val="1"/>
        </w:rPr>
        <w:t>Elles seront ce qu</w:t>
      </w:r>
      <w:r>
        <w:rPr>
          <w:rFonts w:cs="Georgia"/>
          <w:kern w:val="1"/>
        </w:rPr>
        <w:t>’</w:t>
      </w:r>
      <w:r w:rsidR="00BE611A">
        <w:rPr>
          <w:rFonts w:cs="Georgia"/>
          <w:kern w:val="1"/>
        </w:rPr>
        <w:t>ont décidé les Alliés</w:t>
      </w:r>
      <w:r>
        <w:rPr>
          <w:rFonts w:cs="Georgia"/>
          <w:kern w:val="1"/>
        </w:rPr>
        <w:t xml:space="preserve">. </w:t>
      </w:r>
      <w:r w:rsidR="00BE611A">
        <w:rPr>
          <w:rFonts w:cs="Georgia"/>
          <w:kern w:val="1"/>
        </w:rPr>
        <w:t>Nous avons signé</w:t>
      </w:r>
      <w:r>
        <w:rPr>
          <w:rFonts w:cs="Georgia"/>
          <w:kern w:val="1"/>
        </w:rPr>
        <w:t xml:space="preserve">. </w:t>
      </w:r>
      <w:r w:rsidR="00BE611A">
        <w:rPr>
          <w:rFonts w:cs="Georgia"/>
          <w:kern w:val="1"/>
        </w:rPr>
        <w:t>Pour le moment</w:t>
      </w:r>
      <w:r>
        <w:rPr>
          <w:rFonts w:cs="Georgia"/>
          <w:kern w:val="1"/>
        </w:rPr>
        <w:t xml:space="preserve">, </w:t>
      </w:r>
      <w:r w:rsidR="00BE611A">
        <w:rPr>
          <w:rFonts w:cs="Georgia"/>
          <w:kern w:val="1"/>
        </w:rPr>
        <w:t>c</w:t>
      </w:r>
      <w:r>
        <w:rPr>
          <w:rFonts w:cs="Georgia"/>
          <w:kern w:val="1"/>
        </w:rPr>
        <w:t>’</w:t>
      </w:r>
      <w:r w:rsidR="00BE611A">
        <w:rPr>
          <w:rFonts w:cs="Georgia"/>
          <w:kern w:val="1"/>
        </w:rPr>
        <w:t>est ce que nous avions de mieux à faire</w:t>
      </w:r>
      <w:r>
        <w:rPr>
          <w:rFonts w:cs="Georgia"/>
          <w:kern w:val="1"/>
        </w:rPr>
        <w:t xml:space="preserve">. </w:t>
      </w:r>
      <w:r w:rsidR="00BE611A">
        <w:rPr>
          <w:rFonts w:cs="Georgia"/>
          <w:kern w:val="1"/>
        </w:rPr>
        <w:t>Revenons toutefois à l</w:t>
      </w:r>
      <w:r>
        <w:rPr>
          <w:rFonts w:cs="Georgia"/>
          <w:kern w:val="1"/>
        </w:rPr>
        <w:t>’</w:t>
      </w:r>
      <w:r w:rsidR="00BE611A">
        <w:rPr>
          <w:rFonts w:cs="Georgia"/>
          <w:kern w:val="1"/>
        </w:rPr>
        <w:t>objet de notre visite</w:t>
      </w:r>
      <w:r>
        <w:rPr>
          <w:rFonts w:cs="Georgia"/>
          <w:kern w:val="1"/>
        </w:rPr>
        <w:t xml:space="preserve">. </w:t>
      </w:r>
      <w:r w:rsidR="00BE611A">
        <w:rPr>
          <w:rFonts w:cs="Georgia"/>
          <w:kern w:val="1"/>
        </w:rPr>
        <w:t>Le Pasteur vous aura dit</w:t>
      </w:r>
      <w:r>
        <w:rPr>
          <w:rFonts w:cs="Georgia"/>
          <w:kern w:val="1"/>
        </w:rPr>
        <w:t xml:space="preserve">, </w:t>
      </w:r>
      <w:r w:rsidR="00BE611A">
        <w:rPr>
          <w:rFonts w:cs="Georgia"/>
          <w:kern w:val="1"/>
        </w:rPr>
        <w:t>mademoiselle</w:t>
      </w:r>
      <w:r>
        <w:rPr>
          <w:rFonts w:cs="Georgia"/>
          <w:kern w:val="1"/>
        </w:rPr>
        <w:t xml:space="preserve">, </w:t>
      </w:r>
      <w:r w:rsidR="00BE611A">
        <w:rPr>
          <w:rFonts w:cs="Georgia"/>
          <w:kern w:val="1"/>
        </w:rPr>
        <w:t>que nous serions heureux d</w:t>
      </w:r>
      <w:r>
        <w:rPr>
          <w:rFonts w:cs="Georgia"/>
          <w:kern w:val="1"/>
        </w:rPr>
        <w:t>’</w:t>
      </w:r>
      <w:r w:rsidR="00BE611A">
        <w:rPr>
          <w:rFonts w:cs="Georgia"/>
          <w:kern w:val="1"/>
        </w:rPr>
        <w:t>avoir une minute d</w:t>
      </w:r>
      <w:r>
        <w:rPr>
          <w:rFonts w:cs="Georgia"/>
          <w:kern w:val="1"/>
        </w:rPr>
        <w:t>’</w:t>
      </w:r>
      <w:r w:rsidR="00BE611A">
        <w:rPr>
          <w:rFonts w:cs="Georgia"/>
          <w:kern w:val="1"/>
        </w:rPr>
        <w:t>entretien avec Son Excellence le général de Reichendorf</w:t>
      </w:r>
      <w:r>
        <w:rPr>
          <w:rFonts w:cs="Georgia"/>
          <w:kern w:val="1"/>
        </w:rPr>
        <w:t>.</w:t>
      </w:r>
    </w:p>
    <w:p w14:paraId="23E284C6" w14:textId="77777777" w:rsidR="000E1451" w:rsidRDefault="000E1451" w:rsidP="00BE611A">
      <w:pPr>
        <w:rPr>
          <w:rFonts w:cs="Georgia"/>
          <w:kern w:val="1"/>
        </w:rPr>
      </w:pPr>
      <w:r>
        <w:rPr>
          <w:rFonts w:cs="Georgia"/>
          <w:kern w:val="1"/>
        </w:rPr>
        <w:t>— </w:t>
      </w:r>
      <w:r w:rsidR="00BE611A">
        <w:rPr>
          <w:rFonts w:cs="Georgia"/>
          <w:kern w:val="1"/>
        </w:rPr>
        <w:t>Il me l</w:t>
      </w:r>
      <w:r>
        <w:rPr>
          <w:rFonts w:cs="Georgia"/>
          <w:kern w:val="1"/>
        </w:rPr>
        <w:t>’</w:t>
      </w:r>
      <w:r w:rsidR="00BE611A">
        <w:rPr>
          <w:rFonts w:cs="Georgia"/>
          <w:kern w:val="1"/>
        </w:rPr>
        <w:t>a dit</w:t>
      </w:r>
      <w:r>
        <w:rPr>
          <w:rFonts w:cs="Georgia"/>
          <w:kern w:val="1"/>
        </w:rPr>
        <w:t xml:space="preserve">, </w:t>
      </w:r>
      <w:r w:rsidR="00BE611A">
        <w:rPr>
          <w:rFonts w:cs="Georgia"/>
          <w:kern w:val="1"/>
        </w:rPr>
        <w:t>monsieur le Bourgmestre</w:t>
      </w:r>
      <w:r>
        <w:rPr>
          <w:rFonts w:cs="Georgia"/>
          <w:kern w:val="1"/>
        </w:rPr>
        <w:t xml:space="preserve">, </w:t>
      </w:r>
      <w:r w:rsidR="00BE611A">
        <w:rPr>
          <w:rFonts w:cs="Georgia"/>
          <w:kern w:val="1"/>
        </w:rPr>
        <w:t>et je lui ai répondu que c</w:t>
      </w:r>
      <w:r>
        <w:rPr>
          <w:rFonts w:cs="Georgia"/>
          <w:kern w:val="1"/>
        </w:rPr>
        <w:t>’</w:t>
      </w:r>
      <w:r w:rsidR="00BE611A">
        <w:rPr>
          <w:rFonts w:cs="Georgia"/>
          <w:kern w:val="1"/>
        </w:rPr>
        <w:t>était impossible</w:t>
      </w:r>
      <w:r>
        <w:rPr>
          <w:rFonts w:cs="Georgia"/>
          <w:kern w:val="1"/>
        </w:rPr>
        <w:t xml:space="preserve">. </w:t>
      </w:r>
      <w:r w:rsidR="00BE611A">
        <w:rPr>
          <w:rFonts w:cs="Georgia"/>
          <w:kern w:val="1"/>
        </w:rPr>
        <w:t>Mon oncle est fort souffrant</w:t>
      </w:r>
      <w:r>
        <w:rPr>
          <w:rFonts w:cs="Georgia"/>
          <w:kern w:val="1"/>
        </w:rPr>
        <w:t>.</w:t>
      </w:r>
    </w:p>
    <w:p w14:paraId="440C690F" w14:textId="77777777" w:rsidR="000E1451" w:rsidRDefault="00BE611A" w:rsidP="00BE611A">
      <w:pPr>
        <w:rPr>
          <w:rFonts w:cs="Georgia"/>
          <w:kern w:val="1"/>
        </w:rPr>
      </w:pPr>
      <w:r>
        <w:rPr>
          <w:rFonts w:cs="Georgia"/>
          <w:kern w:val="1"/>
        </w:rPr>
        <w:lastRenderedPageBreak/>
        <w:t>La consternation se peignit sur les traits des deux compères</w:t>
      </w:r>
      <w:r w:rsidR="000E1451">
        <w:rPr>
          <w:rFonts w:cs="Georgia"/>
          <w:kern w:val="1"/>
        </w:rPr>
        <w:t>.</w:t>
      </w:r>
    </w:p>
    <w:p w14:paraId="2B274914" w14:textId="77777777" w:rsidR="000E1451" w:rsidRDefault="000E1451" w:rsidP="00BE611A">
      <w:pPr>
        <w:rPr>
          <w:rFonts w:cs="Georgia"/>
          <w:kern w:val="1"/>
        </w:rPr>
      </w:pPr>
      <w:r>
        <w:rPr>
          <w:rFonts w:cs="Georgia"/>
          <w:kern w:val="1"/>
        </w:rPr>
        <w:t>— </w:t>
      </w:r>
      <w:r w:rsidR="00BE611A">
        <w:rPr>
          <w:rFonts w:cs="Georgia"/>
          <w:kern w:val="1"/>
        </w:rPr>
        <w:t>C</w:t>
      </w:r>
      <w:r>
        <w:rPr>
          <w:rFonts w:cs="Georgia"/>
          <w:kern w:val="1"/>
        </w:rPr>
        <w:t>’</w:t>
      </w:r>
      <w:r w:rsidR="00BE611A">
        <w:rPr>
          <w:rFonts w:cs="Georgia"/>
          <w:kern w:val="1"/>
        </w:rPr>
        <w:t>est regrettable</w:t>
      </w:r>
      <w:r>
        <w:rPr>
          <w:rFonts w:cs="Georgia"/>
          <w:kern w:val="1"/>
        </w:rPr>
        <w:t xml:space="preserve">, </w:t>
      </w:r>
      <w:r w:rsidR="00BE611A">
        <w:rPr>
          <w:rFonts w:cs="Georgia"/>
          <w:kern w:val="1"/>
        </w:rPr>
        <w:t>mademoiselle</w:t>
      </w:r>
      <w:r>
        <w:rPr>
          <w:rFonts w:cs="Georgia"/>
          <w:kern w:val="1"/>
        </w:rPr>
        <w:t xml:space="preserve">, </w:t>
      </w:r>
      <w:r w:rsidR="00BE611A">
        <w:rPr>
          <w:rFonts w:cs="Georgia"/>
          <w:kern w:val="1"/>
        </w:rPr>
        <w:t>infiniment regrettable</w:t>
      </w:r>
      <w:r>
        <w:rPr>
          <w:rFonts w:cs="Georgia"/>
          <w:kern w:val="1"/>
        </w:rPr>
        <w:t xml:space="preserve">. </w:t>
      </w:r>
      <w:r w:rsidR="00BE611A">
        <w:rPr>
          <w:rFonts w:cs="Georgia"/>
          <w:kern w:val="1"/>
        </w:rPr>
        <w:t>Nous aurions eu besoin de son intervention immédiate auprès du gouverneur de Kœnigsberg</w:t>
      </w:r>
      <w:r>
        <w:rPr>
          <w:rFonts w:cs="Georgia"/>
          <w:kern w:val="1"/>
        </w:rPr>
        <w:t xml:space="preserve">, </w:t>
      </w:r>
      <w:r w:rsidR="00BE611A">
        <w:rPr>
          <w:rFonts w:cs="Georgia"/>
          <w:kern w:val="1"/>
        </w:rPr>
        <w:t>Son Excellence le général von Rohrbach</w:t>
      </w:r>
      <w:r>
        <w:rPr>
          <w:rFonts w:cs="Georgia"/>
          <w:kern w:val="1"/>
        </w:rPr>
        <w:t xml:space="preserve">. </w:t>
      </w:r>
      <w:r w:rsidR="00BE611A">
        <w:rPr>
          <w:rFonts w:cs="Georgia"/>
          <w:kern w:val="1"/>
        </w:rPr>
        <w:t>Il y va de notre sécurité à tous</w:t>
      </w:r>
      <w:r>
        <w:rPr>
          <w:rFonts w:cs="Georgia"/>
          <w:kern w:val="1"/>
        </w:rPr>
        <w:t xml:space="preserve">. </w:t>
      </w:r>
      <w:r w:rsidR="00BE611A">
        <w:rPr>
          <w:rFonts w:cs="Georgia"/>
          <w:kern w:val="1"/>
        </w:rPr>
        <w:t>Je ne sais si vous vous en rendez bien compte</w:t>
      </w:r>
      <w:r>
        <w:rPr>
          <w:rFonts w:cs="Georgia"/>
          <w:kern w:val="1"/>
        </w:rPr>
        <w:t>.</w:t>
      </w:r>
    </w:p>
    <w:p w14:paraId="1D2B5BEF" w14:textId="77777777" w:rsidR="000E1451" w:rsidRDefault="000E1451" w:rsidP="00BE611A">
      <w:pPr>
        <w:rPr>
          <w:rFonts w:cs="Georgia"/>
          <w:kern w:val="1"/>
        </w:rPr>
      </w:pPr>
      <w:r>
        <w:rPr>
          <w:rFonts w:cs="Georgia"/>
          <w:kern w:val="1"/>
        </w:rPr>
        <w:t>— </w:t>
      </w:r>
      <w:r w:rsidR="00BE611A">
        <w:rPr>
          <w:rFonts w:cs="Georgia"/>
          <w:kern w:val="1"/>
        </w:rPr>
        <w:t>Pas très bien</w:t>
      </w:r>
      <w:r>
        <w:rPr>
          <w:rFonts w:cs="Georgia"/>
          <w:kern w:val="1"/>
        </w:rPr>
        <w:t>.</w:t>
      </w:r>
    </w:p>
    <w:p w14:paraId="2372A73C" w14:textId="77777777" w:rsidR="000E1451" w:rsidRDefault="000E1451" w:rsidP="00BE611A">
      <w:pPr>
        <w:rPr>
          <w:rFonts w:cs="Georgia"/>
          <w:kern w:val="1"/>
        </w:rPr>
      </w:pPr>
      <w:r>
        <w:rPr>
          <w:rFonts w:cs="Georgia"/>
          <w:kern w:val="1"/>
        </w:rPr>
        <w:t>— </w:t>
      </w:r>
      <w:r w:rsidR="00BE611A">
        <w:rPr>
          <w:rFonts w:cs="Georgia"/>
          <w:kern w:val="1"/>
        </w:rPr>
        <w:t>Laissez-moi seulement vous rappeler que les six cents ouvriers de mon usine sont en état de rébellion ouverte</w:t>
      </w:r>
      <w:r>
        <w:rPr>
          <w:rFonts w:cs="Georgia"/>
          <w:kern w:val="1"/>
        </w:rPr>
        <w:t xml:space="preserve">. </w:t>
      </w:r>
      <w:r w:rsidR="00BE611A">
        <w:rPr>
          <w:rFonts w:cs="Georgia"/>
          <w:kern w:val="1"/>
        </w:rPr>
        <w:t>Ce ne sont pas les événements actuels qui les calmeront</w:t>
      </w:r>
      <w:r>
        <w:rPr>
          <w:rFonts w:cs="Georgia"/>
          <w:kern w:val="1"/>
        </w:rPr>
        <w:t xml:space="preserve">. </w:t>
      </w:r>
      <w:r w:rsidR="00BE611A">
        <w:rPr>
          <w:rFonts w:cs="Georgia"/>
          <w:kern w:val="1"/>
        </w:rPr>
        <w:t>Tout est à craindre</w:t>
      </w:r>
      <w:r>
        <w:rPr>
          <w:rFonts w:cs="Georgia"/>
          <w:kern w:val="1"/>
        </w:rPr>
        <w:t xml:space="preserve">. </w:t>
      </w:r>
      <w:r w:rsidR="00BE611A">
        <w:rPr>
          <w:rFonts w:cs="Georgia"/>
          <w:kern w:val="1"/>
        </w:rPr>
        <w:t>C</w:t>
      </w:r>
      <w:r>
        <w:rPr>
          <w:rFonts w:cs="Georgia"/>
          <w:kern w:val="1"/>
        </w:rPr>
        <w:t>’</w:t>
      </w:r>
      <w:r w:rsidR="00BE611A">
        <w:rPr>
          <w:rFonts w:cs="Georgia"/>
          <w:kern w:val="1"/>
        </w:rPr>
        <w:t>est votre intérêt encore plus que le mien qui me fait parler</w:t>
      </w:r>
      <w:r>
        <w:rPr>
          <w:rFonts w:cs="Georgia"/>
          <w:kern w:val="1"/>
        </w:rPr>
        <w:t xml:space="preserve">. </w:t>
      </w:r>
      <w:r w:rsidR="00BE611A">
        <w:rPr>
          <w:rFonts w:cs="Georgia"/>
          <w:kern w:val="1"/>
        </w:rPr>
        <w:t>Les meneurs ont déjà manifesté l</w:t>
      </w:r>
      <w:r>
        <w:rPr>
          <w:rFonts w:cs="Georgia"/>
          <w:kern w:val="1"/>
        </w:rPr>
        <w:t>’</w:t>
      </w:r>
      <w:r w:rsidR="00BE611A">
        <w:rPr>
          <w:rFonts w:cs="Georgia"/>
          <w:kern w:val="1"/>
        </w:rPr>
        <w:t>intention de marcher sur le château</w:t>
      </w:r>
      <w:r>
        <w:rPr>
          <w:rFonts w:cs="Georgia"/>
          <w:kern w:val="1"/>
        </w:rPr>
        <w:t>.</w:t>
      </w:r>
    </w:p>
    <w:p w14:paraId="0086603F" w14:textId="77777777" w:rsidR="000E1451" w:rsidRDefault="00BE611A" w:rsidP="00BE611A">
      <w:pPr>
        <w:rPr>
          <w:rFonts w:cs="Georgia"/>
          <w:kern w:val="1"/>
        </w:rPr>
      </w:pPr>
      <w:r>
        <w:rPr>
          <w:rFonts w:cs="Georgia"/>
          <w:kern w:val="1"/>
        </w:rPr>
        <w:t>Axelle eut un sourire de mépris</w:t>
      </w:r>
      <w:r w:rsidR="000E1451">
        <w:rPr>
          <w:rFonts w:cs="Georgia"/>
          <w:kern w:val="1"/>
        </w:rPr>
        <w:t>.</w:t>
      </w:r>
    </w:p>
    <w:p w14:paraId="3E27143F" w14:textId="77777777" w:rsidR="000E1451" w:rsidRDefault="000E1451" w:rsidP="00BE611A">
      <w:pPr>
        <w:rPr>
          <w:rFonts w:cs="Georgia"/>
          <w:kern w:val="1"/>
        </w:rPr>
      </w:pPr>
      <w:r>
        <w:rPr>
          <w:rFonts w:cs="Georgia"/>
          <w:kern w:val="1"/>
        </w:rPr>
        <w:t>— </w:t>
      </w:r>
      <w:r w:rsidR="00BE611A">
        <w:rPr>
          <w:rFonts w:cs="Georgia"/>
          <w:kern w:val="1"/>
        </w:rPr>
        <w:t>Qu</w:t>
      </w:r>
      <w:r>
        <w:rPr>
          <w:rFonts w:cs="Georgia"/>
          <w:kern w:val="1"/>
        </w:rPr>
        <w:t>’</w:t>
      </w:r>
      <w:r w:rsidR="00BE611A">
        <w:rPr>
          <w:rFonts w:cs="Georgia"/>
          <w:kern w:val="1"/>
        </w:rPr>
        <w:t>ils viennent</w:t>
      </w:r>
      <w:r>
        <w:rPr>
          <w:rFonts w:cs="Georgia"/>
          <w:kern w:val="1"/>
        </w:rPr>
        <w:t xml:space="preserve">, </w:t>
      </w:r>
      <w:r w:rsidR="00BE611A">
        <w:rPr>
          <w:rFonts w:cs="Georgia"/>
          <w:kern w:val="1"/>
        </w:rPr>
        <w:t>monsieur le bourgmestre</w:t>
      </w:r>
      <w:r>
        <w:rPr>
          <w:rFonts w:cs="Georgia"/>
          <w:kern w:val="1"/>
        </w:rPr>
        <w:t xml:space="preserve">. </w:t>
      </w:r>
      <w:r w:rsidR="00BE611A">
        <w:rPr>
          <w:rFonts w:cs="Georgia"/>
          <w:kern w:val="1"/>
        </w:rPr>
        <w:t>Je n</w:t>
      </w:r>
      <w:r>
        <w:rPr>
          <w:rFonts w:cs="Georgia"/>
          <w:kern w:val="1"/>
        </w:rPr>
        <w:t>’</w:t>
      </w:r>
      <w:r w:rsidR="00BE611A">
        <w:rPr>
          <w:rFonts w:cs="Georgia"/>
          <w:kern w:val="1"/>
        </w:rPr>
        <w:t>y vois pour ma part aucun inconvénient</w:t>
      </w:r>
      <w:r>
        <w:rPr>
          <w:rFonts w:cs="Georgia"/>
          <w:kern w:val="1"/>
        </w:rPr>
        <w:t xml:space="preserve">. </w:t>
      </w:r>
      <w:r w:rsidR="00BE611A">
        <w:rPr>
          <w:rFonts w:cs="Georgia"/>
          <w:kern w:val="1"/>
        </w:rPr>
        <w:t>C</w:t>
      </w:r>
      <w:r>
        <w:rPr>
          <w:rFonts w:cs="Georgia"/>
          <w:kern w:val="1"/>
        </w:rPr>
        <w:t>’</w:t>
      </w:r>
      <w:r w:rsidR="00BE611A">
        <w:rPr>
          <w:rFonts w:cs="Georgia"/>
          <w:kern w:val="1"/>
        </w:rPr>
        <w:t>est avec plaisir que je leur remettrai moi-même les clefs de Reichendorf</w:t>
      </w:r>
      <w:r>
        <w:rPr>
          <w:rFonts w:cs="Georgia"/>
          <w:kern w:val="1"/>
        </w:rPr>
        <w:t xml:space="preserve">. </w:t>
      </w:r>
      <w:r w:rsidR="00BE611A">
        <w:rPr>
          <w:rFonts w:cs="Georgia"/>
          <w:kern w:val="1"/>
        </w:rPr>
        <w:t>Et je crois que vous êtes assez au courant de nos affaires pour savoir qu</w:t>
      </w:r>
      <w:r>
        <w:rPr>
          <w:rFonts w:cs="Georgia"/>
          <w:kern w:val="1"/>
        </w:rPr>
        <w:t>’</w:t>
      </w:r>
      <w:r w:rsidR="00BE611A">
        <w:rPr>
          <w:rFonts w:cs="Georgia"/>
          <w:kern w:val="1"/>
        </w:rPr>
        <w:t>ils n</w:t>
      </w:r>
      <w:r>
        <w:rPr>
          <w:rFonts w:cs="Georgia"/>
          <w:kern w:val="1"/>
        </w:rPr>
        <w:t>’</w:t>
      </w:r>
      <w:r w:rsidR="00BE611A">
        <w:rPr>
          <w:rFonts w:cs="Georgia"/>
          <w:kern w:val="1"/>
        </w:rPr>
        <w:t>y trouveront pas grand</w:t>
      </w:r>
      <w:r>
        <w:rPr>
          <w:rFonts w:cs="Georgia"/>
          <w:kern w:val="1"/>
        </w:rPr>
        <w:t>’</w:t>
      </w:r>
      <w:r w:rsidR="00BE611A">
        <w:rPr>
          <w:rFonts w:cs="Georgia"/>
          <w:kern w:val="1"/>
        </w:rPr>
        <w:t>chose</w:t>
      </w:r>
      <w:r>
        <w:rPr>
          <w:rFonts w:cs="Georgia"/>
          <w:kern w:val="1"/>
        </w:rPr>
        <w:t>.</w:t>
      </w:r>
    </w:p>
    <w:p w14:paraId="7C409A0A" w14:textId="77777777" w:rsidR="000E1451" w:rsidRDefault="000E1451" w:rsidP="00BE611A">
      <w:pPr>
        <w:rPr>
          <w:rFonts w:cs="Georgia"/>
          <w:kern w:val="1"/>
        </w:rPr>
      </w:pPr>
      <w:r>
        <w:rPr>
          <w:rFonts w:cs="Georgia"/>
          <w:kern w:val="1"/>
        </w:rPr>
        <w:t>M. </w:t>
      </w:r>
      <w:r w:rsidR="00BE611A">
        <w:rPr>
          <w:rFonts w:cs="Georgia"/>
          <w:kern w:val="1"/>
        </w:rPr>
        <w:t>Flinkow rougit jusqu</w:t>
      </w:r>
      <w:r>
        <w:rPr>
          <w:rFonts w:cs="Georgia"/>
          <w:kern w:val="1"/>
        </w:rPr>
        <w:t>’</w:t>
      </w:r>
      <w:r w:rsidR="00BE611A">
        <w:rPr>
          <w:rFonts w:cs="Georgia"/>
          <w:kern w:val="1"/>
        </w:rPr>
        <w:t>aux oreilles</w:t>
      </w:r>
      <w:r>
        <w:rPr>
          <w:rFonts w:cs="Georgia"/>
          <w:kern w:val="1"/>
        </w:rPr>
        <w:t>.</w:t>
      </w:r>
    </w:p>
    <w:p w14:paraId="55625F2D" w14:textId="77777777" w:rsidR="000E1451" w:rsidRDefault="000E1451" w:rsidP="00BE611A">
      <w:pPr>
        <w:rPr>
          <w:rFonts w:cs="Georgia"/>
          <w:kern w:val="1"/>
        </w:rPr>
      </w:pPr>
      <w:r>
        <w:rPr>
          <w:rFonts w:cs="Georgia"/>
          <w:kern w:val="1"/>
        </w:rPr>
        <w:t>— </w:t>
      </w:r>
      <w:r w:rsidR="00BE611A">
        <w:rPr>
          <w:rFonts w:cs="Georgia"/>
          <w:kern w:val="1"/>
        </w:rPr>
        <w:t>Mademoiselle</w:t>
      </w:r>
      <w:r>
        <w:rPr>
          <w:rFonts w:cs="Georgia"/>
          <w:kern w:val="1"/>
        </w:rPr>
        <w:t xml:space="preserve">, </w:t>
      </w:r>
      <w:r w:rsidR="00BE611A">
        <w:rPr>
          <w:rFonts w:cs="Georgia"/>
          <w:kern w:val="1"/>
        </w:rPr>
        <w:t>implora l</w:t>
      </w:r>
      <w:r>
        <w:rPr>
          <w:rFonts w:cs="Georgia"/>
          <w:kern w:val="1"/>
        </w:rPr>
        <w:t>’</w:t>
      </w:r>
      <w:r w:rsidR="00BE611A">
        <w:rPr>
          <w:rFonts w:cs="Georgia"/>
          <w:kern w:val="1"/>
        </w:rPr>
        <w:t xml:space="preserve">immense </w:t>
      </w:r>
      <w:r>
        <w:rPr>
          <w:rFonts w:cs="Georgia"/>
          <w:kern w:val="1"/>
        </w:rPr>
        <w:t>M. </w:t>
      </w:r>
      <w:r w:rsidR="00BE611A">
        <w:rPr>
          <w:rFonts w:cs="Georgia"/>
          <w:kern w:val="1"/>
        </w:rPr>
        <w:t>Berbling</w:t>
      </w:r>
      <w:r>
        <w:rPr>
          <w:rFonts w:cs="Georgia"/>
          <w:kern w:val="1"/>
        </w:rPr>
        <w:t xml:space="preserve">, </w:t>
      </w:r>
      <w:r w:rsidR="00BE611A">
        <w:rPr>
          <w:rFonts w:cs="Georgia"/>
          <w:kern w:val="1"/>
        </w:rPr>
        <w:t>vous ne parlez pas sérieusement</w:t>
      </w:r>
      <w:r>
        <w:rPr>
          <w:rFonts w:cs="Georgia"/>
          <w:kern w:val="1"/>
        </w:rPr>
        <w:t xml:space="preserve">. </w:t>
      </w:r>
      <w:r w:rsidR="00BE611A">
        <w:rPr>
          <w:rFonts w:cs="Georgia"/>
          <w:kern w:val="1"/>
        </w:rPr>
        <w:t>Vous voulez plaisanter</w:t>
      </w:r>
      <w:r>
        <w:rPr>
          <w:rFonts w:cs="Georgia"/>
          <w:kern w:val="1"/>
        </w:rPr>
        <w:t>.</w:t>
      </w:r>
    </w:p>
    <w:p w14:paraId="39EA30C4" w14:textId="77777777" w:rsidR="000E1451" w:rsidRDefault="000E1451" w:rsidP="00BE611A">
      <w:pPr>
        <w:rPr>
          <w:rFonts w:cs="Georgia"/>
          <w:kern w:val="1"/>
        </w:rPr>
      </w:pPr>
      <w:r>
        <w:rPr>
          <w:rFonts w:cs="Georgia"/>
          <w:kern w:val="1"/>
        </w:rPr>
        <w:t>— </w:t>
      </w:r>
      <w:r w:rsidR="00BE611A">
        <w:rPr>
          <w:rFonts w:cs="Georgia"/>
          <w:kern w:val="1"/>
        </w:rPr>
        <w:t>En aucune façon</w:t>
      </w:r>
      <w:r>
        <w:rPr>
          <w:rFonts w:cs="Georgia"/>
          <w:kern w:val="1"/>
        </w:rPr>
        <w:t xml:space="preserve">, </w:t>
      </w:r>
      <w:r w:rsidR="00BE611A">
        <w:rPr>
          <w:rFonts w:cs="Georgia"/>
          <w:kern w:val="1"/>
        </w:rPr>
        <w:t>monsieur</w:t>
      </w:r>
      <w:r>
        <w:rPr>
          <w:rFonts w:cs="Georgia"/>
          <w:kern w:val="1"/>
        </w:rPr>
        <w:t xml:space="preserve">, </w:t>
      </w:r>
      <w:r w:rsidR="00BE611A">
        <w:rPr>
          <w:rFonts w:cs="Georgia"/>
          <w:kern w:val="1"/>
        </w:rPr>
        <w:t>dit Axelle</w:t>
      </w:r>
      <w:r>
        <w:rPr>
          <w:rFonts w:cs="Georgia"/>
          <w:kern w:val="1"/>
        </w:rPr>
        <w:t xml:space="preserve">. </w:t>
      </w:r>
      <w:r w:rsidR="00BE611A">
        <w:rPr>
          <w:rFonts w:cs="Georgia"/>
          <w:kern w:val="1"/>
        </w:rPr>
        <w:t>Que voulez-vous que redoutent les gens comme nous</w:t>
      </w:r>
      <w:r>
        <w:rPr>
          <w:rFonts w:cs="Georgia"/>
          <w:kern w:val="1"/>
        </w:rPr>
        <w:t xml:space="preserve">, </w:t>
      </w:r>
      <w:r w:rsidR="00BE611A">
        <w:rPr>
          <w:rFonts w:cs="Georgia"/>
          <w:kern w:val="1"/>
        </w:rPr>
        <w:t>à qui la guerre a tout pris</w:t>
      </w:r>
      <w:r>
        <w:rPr>
          <w:rFonts w:cs="Georgia"/>
          <w:kern w:val="1"/>
        </w:rPr>
        <w:t xml:space="preserve"> ? </w:t>
      </w:r>
      <w:r w:rsidR="00BE611A">
        <w:rPr>
          <w:rFonts w:cs="Georgia"/>
          <w:kern w:val="1"/>
        </w:rPr>
        <w:t>Remarquez d</w:t>
      </w:r>
      <w:r>
        <w:rPr>
          <w:rFonts w:cs="Georgia"/>
          <w:kern w:val="1"/>
        </w:rPr>
        <w:t>’</w:t>
      </w:r>
      <w:r w:rsidR="00BE611A">
        <w:rPr>
          <w:rFonts w:cs="Georgia"/>
          <w:kern w:val="1"/>
        </w:rPr>
        <w:t>ailleurs que je suis sûre d</w:t>
      </w:r>
      <w:r>
        <w:rPr>
          <w:rFonts w:cs="Georgia"/>
          <w:kern w:val="1"/>
        </w:rPr>
        <w:t>’</w:t>
      </w:r>
      <w:r w:rsidR="00BE611A">
        <w:rPr>
          <w:rFonts w:cs="Georgia"/>
          <w:kern w:val="1"/>
        </w:rPr>
        <w:t>être la fidèle interprète de la volonté de mon oncle en vous déclarant qu</w:t>
      </w:r>
      <w:r>
        <w:rPr>
          <w:rFonts w:cs="Georgia"/>
          <w:kern w:val="1"/>
        </w:rPr>
        <w:t>’</w:t>
      </w:r>
      <w:r w:rsidR="00BE611A">
        <w:rPr>
          <w:rFonts w:cs="Georgia"/>
          <w:kern w:val="1"/>
        </w:rPr>
        <w:t>il ne verra pas d</w:t>
      </w:r>
      <w:r>
        <w:rPr>
          <w:rFonts w:cs="Georgia"/>
          <w:kern w:val="1"/>
        </w:rPr>
        <w:t>’</w:t>
      </w:r>
      <w:r w:rsidR="00BE611A">
        <w:rPr>
          <w:rFonts w:cs="Georgia"/>
          <w:kern w:val="1"/>
        </w:rPr>
        <w:t xml:space="preserve">inconvénient à ce que vous fassiez état de son nom dans vos pourparlers avec le général </w:t>
      </w:r>
      <w:r w:rsidR="00BE611A">
        <w:rPr>
          <w:rFonts w:cs="Georgia"/>
          <w:kern w:val="1"/>
        </w:rPr>
        <w:lastRenderedPageBreak/>
        <w:t>de Rohrbach</w:t>
      </w:r>
      <w:r>
        <w:rPr>
          <w:rFonts w:cs="Georgia"/>
          <w:kern w:val="1"/>
        </w:rPr>
        <w:t xml:space="preserve">. </w:t>
      </w:r>
      <w:r w:rsidR="00BE611A">
        <w:rPr>
          <w:rFonts w:cs="Georgia"/>
          <w:kern w:val="1"/>
        </w:rPr>
        <w:t>Mais</w:t>
      </w:r>
      <w:r>
        <w:rPr>
          <w:rFonts w:cs="Georgia"/>
          <w:kern w:val="1"/>
        </w:rPr>
        <w:t xml:space="preserve">, </w:t>
      </w:r>
      <w:r w:rsidR="00BE611A">
        <w:rPr>
          <w:rFonts w:cs="Georgia"/>
          <w:kern w:val="1"/>
        </w:rPr>
        <w:t>pour Dieu</w:t>
      </w:r>
      <w:r>
        <w:rPr>
          <w:rFonts w:cs="Georgia"/>
          <w:kern w:val="1"/>
        </w:rPr>
        <w:t xml:space="preserve">, </w:t>
      </w:r>
      <w:r w:rsidR="00BE611A">
        <w:rPr>
          <w:rFonts w:cs="Georgia"/>
          <w:kern w:val="1"/>
        </w:rPr>
        <w:t>qu</w:t>
      </w:r>
      <w:r>
        <w:rPr>
          <w:rFonts w:cs="Georgia"/>
          <w:kern w:val="1"/>
        </w:rPr>
        <w:t>’</w:t>
      </w:r>
      <w:r w:rsidR="00BE611A">
        <w:rPr>
          <w:rFonts w:cs="Georgia"/>
          <w:kern w:val="1"/>
        </w:rPr>
        <w:t>on ne vienne pas invoquer notre intérêt</w:t>
      </w:r>
      <w:r>
        <w:rPr>
          <w:rFonts w:cs="Georgia"/>
          <w:kern w:val="1"/>
        </w:rPr>
        <w:t xml:space="preserve">, </w:t>
      </w:r>
      <w:r w:rsidR="00BE611A">
        <w:rPr>
          <w:rFonts w:cs="Georgia"/>
          <w:kern w:val="1"/>
        </w:rPr>
        <w:t>à nous</w:t>
      </w:r>
      <w:r>
        <w:rPr>
          <w:rFonts w:cs="Georgia"/>
          <w:kern w:val="1"/>
        </w:rPr>
        <w:t xml:space="preserve"> ! </w:t>
      </w:r>
      <w:r w:rsidR="00BE611A">
        <w:rPr>
          <w:rFonts w:cs="Georgia"/>
          <w:kern w:val="1"/>
        </w:rPr>
        <w:t>Si nous nous rangeons cette fois encore du côté de ce que vous appelez l</w:t>
      </w:r>
      <w:r>
        <w:rPr>
          <w:rFonts w:cs="Georgia"/>
          <w:kern w:val="1"/>
        </w:rPr>
        <w:t>’</w:t>
      </w:r>
      <w:r w:rsidR="00BE611A">
        <w:rPr>
          <w:rFonts w:cs="Georgia"/>
          <w:kern w:val="1"/>
        </w:rPr>
        <w:t>intérêt commun</w:t>
      </w:r>
      <w:r>
        <w:rPr>
          <w:rFonts w:cs="Georgia"/>
          <w:kern w:val="1"/>
        </w:rPr>
        <w:t xml:space="preserve">, </w:t>
      </w:r>
      <w:r w:rsidR="00BE611A">
        <w:rPr>
          <w:rFonts w:cs="Georgia"/>
          <w:kern w:val="1"/>
        </w:rPr>
        <w:t>c</w:t>
      </w:r>
      <w:r>
        <w:rPr>
          <w:rFonts w:cs="Georgia"/>
          <w:kern w:val="1"/>
        </w:rPr>
        <w:t>’</w:t>
      </w:r>
      <w:r w:rsidR="00BE611A">
        <w:rPr>
          <w:rFonts w:cs="Georgia"/>
          <w:kern w:val="1"/>
        </w:rPr>
        <w:t>est par une vieille habitude</w:t>
      </w:r>
      <w:r>
        <w:rPr>
          <w:rFonts w:cs="Georgia"/>
          <w:kern w:val="1"/>
        </w:rPr>
        <w:t xml:space="preserve">, </w:t>
      </w:r>
      <w:r w:rsidR="00BE611A">
        <w:rPr>
          <w:rFonts w:cs="Georgia"/>
          <w:kern w:val="1"/>
        </w:rPr>
        <w:t>parce que nous ne saurions pas faire autrement</w:t>
      </w:r>
      <w:r>
        <w:rPr>
          <w:rFonts w:cs="Georgia"/>
          <w:kern w:val="1"/>
        </w:rPr>
        <w:t xml:space="preserve">. </w:t>
      </w:r>
      <w:r w:rsidR="00BE611A">
        <w:rPr>
          <w:rFonts w:cs="Georgia"/>
          <w:kern w:val="1"/>
        </w:rPr>
        <w:t>S</w:t>
      </w:r>
      <w:r>
        <w:rPr>
          <w:rFonts w:cs="Georgia"/>
          <w:kern w:val="1"/>
        </w:rPr>
        <w:t>’</w:t>
      </w:r>
      <w:r w:rsidR="00BE611A">
        <w:rPr>
          <w:rFonts w:cs="Georgia"/>
          <w:kern w:val="1"/>
        </w:rPr>
        <w:t>il est nécessaire que des troupes cantonnent au château</w:t>
      </w:r>
      <w:r>
        <w:rPr>
          <w:rFonts w:cs="Georgia"/>
          <w:kern w:val="1"/>
        </w:rPr>
        <w:t xml:space="preserve">, </w:t>
      </w:r>
      <w:r w:rsidR="00BE611A">
        <w:rPr>
          <w:rFonts w:cs="Georgia"/>
          <w:kern w:val="1"/>
        </w:rPr>
        <w:t>ce n</w:t>
      </w:r>
      <w:r>
        <w:rPr>
          <w:rFonts w:cs="Georgia"/>
          <w:kern w:val="1"/>
        </w:rPr>
        <w:t>’</w:t>
      </w:r>
      <w:r w:rsidR="00BE611A">
        <w:rPr>
          <w:rFonts w:cs="Georgia"/>
          <w:kern w:val="1"/>
        </w:rPr>
        <w:t>est pas</w:t>
      </w:r>
      <w:r>
        <w:rPr>
          <w:rFonts w:cs="Georgia"/>
          <w:kern w:val="1"/>
        </w:rPr>
        <w:t xml:space="preserve">, </w:t>
      </w:r>
      <w:r w:rsidR="00BE611A">
        <w:rPr>
          <w:rFonts w:cs="Georgia"/>
          <w:kern w:val="1"/>
        </w:rPr>
        <w:t>croyez-le</w:t>
      </w:r>
      <w:r>
        <w:rPr>
          <w:rFonts w:cs="Georgia"/>
          <w:kern w:val="1"/>
        </w:rPr>
        <w:t xml:space="preserve">, </w:t>
      </w:r>
      <w:r w:rsidR="00BE611A">
        <w:rPr>
          <w:rFonts w:cs="Georgia"/>
          <w:kern w:val="1"/>
        </w:rPr>
        <w:t>le château qui leur fermera ses portes</w:t>
      </w:r>
      <w:r>
        <w:rPr>
          <w:rFonts w:cs="Georgia"/>
          <w:kern w:val="1"/>
        </w:rPr>
        <w:t>.</w:t>
      </w:r>
    </w:p>
    <w:p w14:paraId="685DACDD" w14:textId="77777777" w:rsidR="000E1451" w:rsidRDefault="000E1451" w:rsidP="00BE611A">
      <w:pPr>
        <w:rPr>
          <w:rFonts w:cs="Georgia"/>
          <w:kern w:val="1"/>
        </w:rPr>
      </w:pPr>
      <w:r>
        <w:rPr>
          <w:rFonts w:cs="Georgia"/>
          <w:kern w:val="1"/>
        </w:rPr>
        <w:t>— </w:t>
      </w:r>
      <w:r w:rsidR="00BE611A">
        <w:rPr>
          <w:rFonts w:cs="Georgia"/>
          <w:kern w:val="1"/>
        </w:rPr>
        <w:t>Et</w:t>
      </w:r>
      <w:r>
        <w:rPr>
          <w:rFonts w:cs="Georgia"/>
          <w:kern w:val="1"/>
        </w:rPr>
        <w:t xml:space="preserve">, </w:t>
      </w:r>
      <w:r w:rsidR="00BE611A">
        <w:rPr>
          <w:rFonts w:cs="Georgia"/>
          <w:kern w:val="1"/>
        </w:rPr>
        <w:t>mademoiselle</w:t>
      </w:r>
      <w:r>
        <w:rPr>
          <w:rFonts w:cs="Georgia"/>
          <w:kern w:val="1"/>
        </w:rPr>
        <w:t xml:space="preserve">, </w:t>
      </w:r>
      <w:r w:rsidR="00BE611A">
        <w:rPr>
          <w:rFonts w:cs="Georgia"/>
          <w:kern w:val="1"/>
        </w:rPr>
        <w:t>au cas où les civils seraient contraints</w:t>
      </w:r>
      <w:r>
        <w:rPr>
          <w:rFonts w:cs="Georgia"/>
          <w:kern w:val="1"/>
        </w:rPr>
        <w:t> ?…</w:t>
      </w:r>
    </w:p>
    <w:p w14:paraId="6CBD7612" w14:textId="77777777" w:rsidR="000E1451" w:rsidRDefault="000E1451" w:rsidP="00BE611A">
      <w:pPr>
        <w:rPr>
          <w:rFonts w:cs="Georgia"/>
          <w:kern w:val="1"/>
        </w:rPr>
      </w:pPr>
      <w:r>
        <w:rPr>
          <w:rFonts w:cs="Georgia"/>
          <w:kern w:val="1"/>
        </w:rPr>
        <w:t>— </w:t>
      </w:r>
      <w:r w:rsidR="00BE611A">
        <w:rPr>
          <w:rFonts w:cs="Georgia"/>
          <w:kern w:val="1"/>
        </w:rPr>
        <w:t>Ils seront accueillis de</w:t>
      </w:r>
      <w:r w:rsidR="00A6632D">
        <w:rPr>
          <w:rFonts w:cs="Georgia"/>
          <w:kern w:val="1"/>
        </w:rPr>
        <w:t xml:space="preserve"> </w:t>
      </w:r>
      <w:r w:rsidR="00BE611A">
        <w:rPr>
          <w:rFonts w:cs="Georgia"/>
          <w:kern w:val="1"/>
        </w:rPr>
        <w:t>la même façon</w:t>
      </w:r>
      <w:r>
        <w:rPr>
          <w:rFonts w:cs="Georgia"/>
          <w:kern w:val="1"/>
        </w:rPr>
        <w:t xml:space="preserve">, </w:t>
      </w:r>
      <w:r w:rsidR="00BE611A">
        <w:rPr>
          <w:rFonts w:cs="Georgia"/>
          <w:kern w:val="1"/>
        </w:rPr>
        <w:t>monsieur Flinkow</w:t>
      </w:r>
      <w:r>
        <w:rPr>
          <w:rFonts w:cs="Georgia"/>
          <w:kern w:val="1"/>
        </w:rPr>
        <w:t xml:space="preserve">. </w:t>
      </w:r>
      <w:r w:rsidR="00BE611A">
        <w:rPr>
          <w:rFonts w:cs="Georgia"/>
          <w:kern w:val="1"/>
        </w:rPr>
        <w:t>Nous nous bornerons à regretter le mauvais état des murailles et la précarité de l</w:t>
      </w:r>
      <w:r>
        <w:rPr>
          <w:rFonts w:cs="Georgia"/>
          <w:kern w:val="1"/>
        </w:rPr>
        <w:t>’</w:t>
      </w:r>
      <w:r w:rsidR="00BE611A">
        <w:rPr>
          <w:rFonts w:cs="Georgia"/>
          <w:kern w:val="1"/>
        </w:rPr>
        <w:t>abri qu</w:t>
      </w:r>
      <w:r>
        <w:rPr>
          <w:rFonts w:cs="Georgia"/>
          <w:kern w:val="1"/>
        </w:rPr>
        <w:t>’</w:t>
      </w:r>
      <w:r w:rsidR="00BE611A">
        <w:rPr>
          <w:rFonts w:cs="Georgia"/>
          <w:kern w:val="1"/>
        </w:rPr>
        <w:t>elles seront susceptibles de leur offrir</w:t>
      </w:r>
      <w:r>
        <w:rPr>
          <w:rFonts w:cs="Georgia"/>
          <w:kern w:val="1"/>
        </w:rPr>
        <w:t xml:space="preserve">. </w:t>
      </w:r>
      <w:r w:rsidR="00BE611A">
        <w:t xml:space="preserve">Ce </w:t>
      </w:r>
      <w:r w:rsidR="00BE611A">
        <w:rPr>
          <w:rFonts w:cs="Georgia"/>
          <w:kern w:val="1"/>
        </w:rPr>
        <w:t>n</w:t>
      </w:r>
      <w:r>
        <w:rPr>
          <w:rFonts w:cs="Georgia"/>
          <w:kern w:val="1"/>
        </w:rPr>
        <w:t>’</w:t>
      </w:r>
      <w:r w:rsidR="00BE611A">
        <w:rPr>
          <w:rFonts w:cs="Georgia"/>
          <w:kern w:val="1"/>
        </w:rPr>
        <w:t>est pas notre faute</w:t>
      </w:r>
      <w:r>
        <w:rPr>
          <w:rFonts w:cs="Georgia"/>
          <w:kern w:val="1"/>
        </w:rPr>
        <w:t xml:space="preserve">. </w:t>
      </w:r>
      <w:r w:rsidR="00BE611A">
        <w:rPr>
          <w:rFonts w:cs="Georgia"/>
          <w:kern w:val="1"/>
        </w:rPr>
        <w:t>Mon oncle comptait employer à la réfection de l</w:t>
      </w:r>
      <w:r>
        <w:rPr>
          <w:rFonts w:cs="Georgia"/>
          <w:kern w:val="1"/>
        </w:rPr>
        <w:t>’</w:t>
      </w:r>
      <w:r w:rsidR="00BE611A">
        <w:rPr>
          <w:rFonts w:cs="Georgia"/>
          <w:kern w:val="1"/>
        </w:rPr>
        <w:t>enceinte l</w:t>
      </w:r>
      <w:r>
        <w:rPr>
          <w:rFonts w:cs="Georgia"/>
          <w:kern w:val="1"/>
        </w:rPr>
        <w:t>’</w:t>
      </w:r>
      <w:r w:rsidR="00BE611A">
        <w:rPr>
          <w:rFonts w:cs="Georgia"/>
          <w:kern w:val="1"/>
        </w:rPr>
        <w:t>argent qu</w:t>
      </w:r>
      <w:r>
        <w:rPr>
          <w:rFonts w:cs="Georgia"/>
          <w:kern w:val="1"/>
        </w:rPr>
        <w:t>’</w:t>
      </w:r>
      <w:r w:rsidR="00BE611A">
        <w:rPr>
          <w:rFonts w:cs="Georgia"/>
          <w:kern w:val="1"/>
        </w:rPr>
        <w:t>il espérait retirer de certaine affaire de bois</w:t>
      </w:r>
      <w:r>
        <w:rPr>
          <w:rFonts w:cs="Georgia"/>
          <w:kern w:val="1"/>
        </w:rPr>
        <w:t xml:space="preserve">. </w:t>
      </w:r>
      <w:r w:rsidR="00BE611A">
        <w:rPr>
          <w:rFonts w:cs="Georgia"/>
          <w:kern w:val="1"/>
        </w:rPr>
        <w:t>Vous savez peut-être que les négociations engagées à cet effet n</w:t>
      </w:r>
      <w:r>
        <w:rPr>
          <w:rFonts w:cs="Georgia"/>
          <w:kern w:val="1"/>
        </w:rPr>
        <w:t>’</w:t>
      </w:r>
      <w:r w:rsidR="00BE611A">
        <w:rPr>
          <w:rFonts w:cs="Georgia"/>
          <w:kern w:val="1"/>
        </w:rPr>
        <w:t>ont pas abouti</w:t>
      </w:r>
      <w:r>
        <w:rPr>
          <w:rFonts w:cs="Georgia"/>
          <w:kern w:val="1"/>
        </w:rPr>
        <w:t xml:space="preserve">. </w:t>
      </w:r>
      <w:r w:rsidR="00BE611A">
        <w:rPr>
          <w:rFonts w:cs="Georgia"/>
          <w:kern w:val="1"/>
        </w:rPr>
        <w:t>Donc</w:t>
      </w:r>
      <w:r>
        <w:rPr>
          <w:rFonts w:cs="Georgia"/>
          <w:kern w:val="1"/>
        </w:rPr>
        <w:t xml:space="preserve">, </w:t>
      </w:r>
      <w:r w:rsidR="00BE611A">
        <w:rPr>
          <w:rFonts w:cs="Georgia"/>
          <w:kern w:val="1"/>
        </w:rPr>
        <w:t>messieurs</w:t>
      </w:r>
      <w:r>
        <w:rPr>
          <w:rFonts w:cs="Georgia"/>
          <w:kern w:val="1"/>
        </w:rPr>
        <w:t xml:space="preserve">, </w:t>
      </w:r>
      <w:r w:rsidR="00BE611A">
        <w:rPr>
          <w:rFonts w:cs="Georgia"/>
          <w:kern w:val="1"/>
        </w:rPr>
        <w:t>une fois de plus</w:t>
      </w:r>
      <w:r>
        <w:rPr>
          <w:rFonts w:cs="Georgia"/>
          <w:kern w:val="1"/>
        </w:rPr>
        <w:t xml:space="preserve">, </w:t>
      </w:r>
      <w:r w:rsidR="00BE611A">
        <w:rPr>
          <w:rFonts w:cs="Georgia"/>
          <w:kern w:val="1"/>
        </w:rPr>
        <w:t>usez de nous pour le mieux</w:t>
      </w:r>
      <w:r>
        <w:rPr>
          <w:rFonts w:cs="Georgia"/>
          <w:kern w:val="1"/>
        </w:rPr>
        <w:t xml:space="preserve">. </w:t>
      </w:r>
      <w:r w:rsidR="00BE611A">
        <w:rPr>
          <w:rFonts w:cs="Georgia"/>
          <w:kern w:val="1"/>
        </w:rPr>
        <w:t>Vous voudrez bien me tenir au courant</w:t>
      </w:r>
      <w:r>
        <w:rPr>
          <w:rFonts w:cs="Georgia"/>
          <w:kern w:val="1"/>
        </w:rPr>
        <w:t xml:space="preserve">. </w:t>
      </w:r>
      <w:r w:rsidR="00BE611A">
        <w:rPr>
          <w:rFonts w:cs="Georgia"/>
          <w:kern w:val="1"/>
        </w:rPr>
        <w:t>Je ne vois pas que nous ayons autre chose à nous dire</w:t>
      </w:r>
      <w:r>
        <w:rPr>
          <w:rFonts w:cs="Georgia"/>
          <w:kern w:val="1"/>
        </w:rPr>
        <w:t>.</w:t>
      </w:r>
    </w:p>
    <w:p w14:paraId="3B677DEF" w14:textId="77777777" w:rsidR="000E1451" w:rsidRDefault="000E1451" w:rsidP="00BE611A">
      <w:pPr>
        <w:rPr>
          <w:rFonts w:cs="Georgia"/>
          <w:kern w:val="1"/>
        </w:rPr>
      </w:pPr>
      <w:r>
        <w:rPr>
          <w:rFonts w:cs="Georgia"/>
          <w:kern w:val="1"/>
        </w:rPr>
        <w:t>— </w:t>
      </w:r>
      <w:r w:rsidR="00BE611A">
        <w:rPr>
          <w:rFonts w:cs="Georgia"/>
          <w:kern w:val="1"/>
        </w:rPr>
        <w:t>Mademoiselle</w:t>
      </w:r>
      <w:r>
        <w:rPr>
          <w:rFonts w:cs="Georgia"/>
          <w:kern w:val="1"/>
        </w:rPr>
        <w:t xml:space="preserve">, </w:t>
      </w:r>
      <w:r w:rsidR="00BE611A">
        <w:rPr>
          <w:rFonts w:cs="Georgia"/>
          <w:kern w:val="1"/>
        </w:rPr>
        <w:t xml:space="preserve">balbutia </w:t>
      </w:r>
      <w:r>
        <w:rPr>
          <w:rFonts w:cs="Georgia"/>
          <w:kern w:val="1"/>
        </w:rPr>
        <w:t>M. </w:t>
      </w:r>
      <w:r w:rsidR="00BE611A">
        <w:rPr>
          <w:rFonts w:cs="Georgia"/>
          <w:kern w:val="1"/>
        </w:rPr>
        <w:t>Flinkow</w:t>
      </w:r>
      <w:r>
        <w:rPr>
          <w:rFonts w:cs="Georgia"/>
          <w:kern w:val="1"/>
        </w:rPr>
        <w:t xml:space="preserve">, </w:t>
      </w:r>
      <w:r w:rsidR="00BE611A">
        <w:rPr>
          <w:rFonts w:cs="Georgia"/>
          <w:kern w:val="1"/>
        </w:rPr>
        <w:t>faisant tourner entre ses doigts les branches d</w:t>
      </w:r>
      <w:r>
        <w:rPr>
          <w:rFonts w:cs="Georgia"/>
          <w:kern w:val="1"/>
        </w:rPr>
        <w:t>’</w:t>
      </w:r>
      <w:r w:rsidR="00BE611A">
        <w:rPr>
          <w:rFonts w:cs="Georgia"/>
          <w:kern w:val="1"/>
        </w:rPr>
        <w:t>or de ses lunettes</w:t>
      </w:r>
      <w:r>
        <w:rPr>
          <w:rFonts w:cs="Georgia"/>
          <w:kern w:val="1"/>
        </w:rPr>
        <w:t>.</w:t>
      </w:r>
    </w:p>
    <w:p w14:paraId="0C571B29" w14:textId="77777777" w:rsidR="000E1451" w:rsidRDefault="000E1451" w:rsidP="00BE611A">
      <w:pPr>
        <w:rPr>
          <w:rFonts w:cs="Georgia"/>
          <w:kern w:val="1"/>
        </w:rPr>
      </w:pPr>
      <w:r>
        <w:rPr>
          <w:rFonts w:cs="Georgia"/>
          <w:kern w:val="1"/>
        </w:rPr>
        <w:t>— </w:t>
      </w:r>
      <w:r w:rsidR="00BE611A">
        <w:rPr>
          <w:rFonts w:cs="Georgia"/>
          <w:kern w:val="1"/>
        </w:rPr>
        <w:t>Mademoiselle</w:t>
      </w:r>
      <w:r>
        <w:rPr>
          <w:rFonts w:cs="Georgia"/>
          <w:kern w:val="1"/>
        </w:rPr>
        <w:t xml:space="preserve">, </w:t>
      </w:r>
      <w:r w:rsidR="00BE611A">
        <w:rPr>
          <w:rFonts w:cs="Georgia"/>
          <w:kern w:val="1"/>
        </w:rPr>
        <w:t xml:space="preserve">répéta </w:t>
      </w:r>
      <w:r>
        <w:rPr>
          <w:rFonts w:cs="Georgia"/>
          <w:kern w:val="1"/>
        </w:rPr>
        <w:t>M. </w:t>
      </w:r>
      <w:r w:rsidR="00BE611A">
        <w:rPr>
          <w:rFonts w:cs="Georgia"/>
          <w:kern w:val="1"/>
        </w:rPr>
        <w:t>Berbling</w:t>
      </w:r>
      <w:r>
        <w:rPr>
          <w:rFonts w:cs="Georgia"/>
          <w:kern w:val="1"/>
        </w:rPr>
        <w:t xml:space="preserve">, </w:t>
      </w:r>
      <w:r w:rsidR="00BE611A">
        <w:rPr>
          <w:rFonts w:cs="Georgia"/>
          <w:kern w:val="1"/>
        </w:rPr>
        <w:t>tortillant la plume de grèbe de son feutre</w:t>
      </w:r>
      <w:r>
        <w:rPr>
          <w:rFonts w:cs="Georgia"/>
          <w:kern w:val="1"/>
        </w:rPr>
        <w:t>.</w:t>
      </w:r>
    </w:p>
    <w:p w14:paraId="04B9A580" w14:textId="77777777" w:rsidR="000E1451" w:rsidRDefault="00BE611A" w:rsidP="00BE611A">
      <w:pPr>
        <w:rPr>
          <w:rFonts w:cs="Georgia"/>
          <w:kern w:val="1"/>
        </w:rPr>
      </w:pPr>
      <w:r>
        <w:rPr>
          <w:rFonts w:cs="Georgia"/>
          <w:kern w:val="1"/>
        </w:rPr>
        <w:t>Ils paraissaient émus</w:t>
      </w:r>
      <w:r w:rsidR="000E1451">
        <w:rPr>
          <w:rFonts w:cs="Georgia"/>
          <w:kern w:val="1"/>
        </w:rPr>
        <w:t xml:space="preserve">. </w:t>
      </w:r>
      <w:r>
        <w:rPr>
          <w:rFonts w:cs="Georgia"/>
          <w:kern w:val="1"/>
        </w:rPr>
        <w:t>Ils étaient surtout surpris et satisfaits</w:t>
      </w:r>
      <w:r w:rsidR="000E1451">
        <w:rPr>
          <w:rFonts w:cs="Georgia"/>
          <w:kern w:val="1"/>
        </w:rPr>
        <w:t xml:space="preserve">. </w:t>
      </w:r>
      <w:r>
        <w:rPr>
          <w:rFonts w:cs="Georgia"/>
          <w:kern w:val="1"/>
        </w:rPr>
        <w:t>Sans doute ne comptaient-ils pas sur un succès aussi facile</w:t>
      </w:r>
      <w:r w:rsidR="000E1451">
        <w:rPr>
          <w:rFonts w:cs="Georgia"/>
          <w:kern w:val="1"/>
        </w:rPr>
        <w:t xml:space="preserve">. </w:t>
      </w:r>
      <w:r>
        <w:rPr>
          <w:rFonts w:cs="Georgia"/>
          <w:kern w:val="1"/>
        </w:rPr>
        <w:t>Il ne leur restait plus qu</w:t>
      </w:r>
      <w:r w:rsidR="000E1451">
        <w:rPr>
          <w:rFonts w:cs="Georgia"/>
          <w:kern w:val="1"/>
        </w:rPr>
        <w:t>’</w:t>
      </w:r>
      <w:r>
        <w:rPr>
          <w:rFonts w:cs="Georgia"/>
          <w:kern w:val="1"/>
        </w:rPr>
        <w:t>à le couronner par une prompte et digne retraite</w:t>
      </w:r>
      <w:r w:rsidR="000E1451">
        <w:rPr>
          <w:rFonts w:cs="Georgia"/>
          <w:kern w:val="1"/>
        </w:rPr>
        <w:t xml:space="preserve">. </w:t>
      </w:r>
      <w:r>
        <w:rPr>
          <w:rFonts w:cs="Georgia"/>
          <w:kern w:val="1"/>
        </w:rPr>
        <w:t>Malheureusement</w:t>
      </w:r>
      <w:r w:rsidR="000E1451">
        <w:rPr>
          <w:rFonts w:cs="Georgia"/>
          <w:kern w:val="1"/>
        </w:rPr>
        <w:t xml:space="preserve">, </w:t>
      </w:r>
      <w:r>
        <w:rPr>
          <w:rFonts w:cs="Georgia"/>
          <w:kern w:val="1"/>
        </w:rPr>
        <w:t>cette dernière phase de l</w:t>
      </w:r>
      <w:r w:rsidR="000E1451">
        <w:rPr>
          <w:rFonts w:cs="Georgia"/>
          <w:kern w:val="1"/>
        </w:rPr>
        <w:t>’</w:t>
      </w:r>
      <w:r>
        <w:rPr>
          <w:rFonts w:cs="Georgia"/>
          <w:kern w:val="1"/>
        </w:rPr>
        <w:t>opération allait soulever des difficultés auxquelles ils avaient cessé de s</w:t>
      </w:r>
      <w:r w:rsidR="000E1451">
        <w:rPr>
          <w:rFonts w:cs="Georgia"/>
          <w:kern w:val="1"/>
        </w:rPr>
        <w:t>’</w:t>
      </w:r>
      <w:r>
        <w:rPr>
          <w:rFonts w:cs="Georgia"/>
          <w:kern w:val="1"/>
        </w:rPr>
        <w:t>attendre</w:t>
      </w:r>
      <w:r w:rsidR="000E1451">
        <w:rPr>
          <w:rFonts w:cs="Georgia"/>
          <w:kern w:val="1"/>
        </w:rPr>
        <w:t>.</w:t>
      </w:r>
    </w:p>
    <w:p w14:paraId="610EDC6A" w14:textId="77777777" w:rsidR="00BE611A" w:rsidRDefault="00BE611A" w:rsidP="00BE611A">
      <w:pPr>
        <w:rPr>
          <w:rFonts w:cs="Georgia"/>
          <w:kern w:val="1"/>
        </w:rPr>
      </w:pPr>
    </w:p>
    <w:p w14:paraId="122AC233" w14:textId="77777777" w:rsidR="000E1451" w:rsidRDefault="00BE611A" w:rsidP="00BE611A">
      <w:pPr>
        <w:rPr>
          <w:rFonts w:cs="Georgia"/>
          <w:kern w:val="1"/>
        </w:rPr>
      </w:pPr>
      <w:r>
        <w:rPr>
          <w:rFonts w:cs="Georgia"/>
          <w:kern w:val="1"/>
        </w:rPr>
        <w:lastRenderedPageBreak/>
        <w:t>Tandis que</w:t>
      </w:r>
      <w:r w:rsidR="000E1451">
        <w:rPr>
          <w:rFonts w:cs="Georgia"/>
          <w:kern w:val="1"/>
        </w:rPr>
        <w:t xml:space="preserve">, </w:t>
      </w:r>
      <w:r>
        <w:rPr>
          <w:rFonts w:cs="Georgia"/>
          <w:kern w:val="1"/>
        </w:rPr>
        <w:t>ployés en deux</w:t>
      </w:r>
      <w:r w:rsidR="000E1451">
        <w:rPr>
          <w:rFonts w:cs="Georgia"/>
          <w:kern w:val="1"/>
        </w:rPr>
        <w:t xml:space="preserve">, </w:t>
      </w:r>
      <w:r>
        <w:rPr>
          <w:rFonts w:cs="Georgia"/>
          <w:kern w:val="1"/>
        </w:rPr>
        <w:t xml:space="preserve">ils multipliaient à </w:t>
      </w:r>
      <w:r w:rsidR="000E1451">
        <w:rPr>
          <w:rFonts w:cs="Georgia"/>
          <w:kern w:val="1"/>
        </w:rPr>
        <w:t>M</w:t>
      </w:r>
      <w:r w:rsidR="000E1451" w:rsidRPr="000E1451">
        <w:rPr>
          <w:rFonts w:cs="Georgia"/>
          <w:kern w:val="1"/>
          <w:vertAlign w:val="superscript"/>
        </w:rPr>
        <w:t>lle</w:t>
      </w:r>
      <w:r w:rsidR="000E1451">
        <w:rPr>
          <w:rFonts w:cs="Georgia"/>
          <w:kern w:val="1"/>
        </w:rPr>
        <w:t> de </w:t>
      </w:r>
      <w:r>
        <w:rPr>
          <w:rFonts w:cs="Georgia"/>
          <w:kern w:val="1"/>
        </w:rPr>
        <w:t>Mirrbach leurs dernières protestations</w:t>
      </w:r>
      <w:r w:rsidR="000E1451">
        <w:rPr>
          <w:rFonts w:cs="Georgia"/>
          <w:kern w:val="1"/>
        </w:rPr>
        <w:t xml:space="preserve">, </w:t>
      </w:r>
      <w:r>
        <w:rPr>
          <w:rFonts w:cs="Georgia"/>
          <w:kern w:val="1"/>
        </w:rPr>
        <w:t>un léger bruit retentit</w:t>
      </w:r>
      <w:r w:rsidR="000E1451">
        <w:rPr>
          <w:rFonts w:cs="Georgia"/>
          <w:kern w:val="1"/>
        </w:rPr>
        <w:t xml:space="preserve">. </w:t>
      </w:r>
      <w:r>
        <w:rPr>
          <w:rFonts w:cs="Georgia"/>
          <w:kern w:val="1"/>
        </w:rPr>
        <w:t>Les battants de la porte du fond s</w:t>
      </w:r>
      <w:r w:rsidR="000E1451">
        <w:rPr>
          <w:rFonts w:cs="Georgia"/>
          <w:kern w:val="1"/>
        </w:rPr>
        <w:t>’</w:t>
      </w:r>
      <w:r>
        <w:rPr>
          <w:rFonts w:cs="Georgia"/>
          <w:kern w:val="1"/>
        </w:rPr>
        <w:t>écartèrent</w:t>
      </w:r>
      <w:r w:rsidR="000E1451">
        <w:rPr>
          <w:rFonts w:cs="Georgia"/>
          <w:kern w:val="1"/>
        </w:rPr>
        <w:t xml:space="preserve">. </w:t>
      </w:r>
      <w:r>
        <w:rPr>
          <w:rFonts w:cs="Georgia"/>
          <w:kern w:val="1"/>
        </w:rPr>
        <w:t>Le long cou du général parut</w:t>
      </w:r>
      <w:r w:rsidR="000E1451">
        <w:rPr>
          <w:rFonts w:cs="Georgia"/>
          <w:kern w:val="1"/>
        </w:rPr>
        <w:t>.</w:t>
      </w:r>
    </w:p>
    <w:p w14:paraId="0D68E364" w14:textId="77777777" w:rsidR="000E1451" w:rsidRDefault="00BE611A" w:rsidP="00BE611A">
      <w:pPr>
        <w:rPr>
          <w:rFonts w:cs="Georgia"/>
          <w:kern w:val="1"/>
        </w:rPr>
      </w:pPr>
      <w:r>
        <w:rPr>
          <w:rFonts w:cs="Georgia"/>
          <w:kern w:val="1"/>
        </w:rPr>
        <w:t>J</w:t>
      </w:r>
      <w:r w:rsidR="000E1451">
        <w:rPr>
          <w:rFonts w:cs="Georgia"/>
          <w:kern w:val="1"/>
        </w:rPr>
        <w:t>’</w:t>
      </w:r>
      <w:r>
        <w:rPr>
          <w:rFonts w:cs="Georgia"/>
          <w:kern w:val="1"/>
        </w:rPr>
        <w:t>étais à l</w:t>
      </w:r>
      <w:r w:rsidR="000E1451">
        <w:rPr>
          <w:rFonts w:cs="Georgia"/>
          <w:kern w:val="1"/>
        </w:rPr>
        <w:t>’</w:t>
      </w:r>
      <w:r>
        <w:rPr>
          <w:rFonts w:cs="Georgia"/>
          <w:kern w:val="1"/>
        </w:rPr>
        <w:t>autre extrémité de la salle</w:t>
      </w:r>
      <w:r w:rsidR="000E1451">
        <w:rPr>
          <w:rFonts w:cs="Georgia"/>
          <w:kern w:val="1"/>
        </w:rPr>
        <w:t xml:space="preserve">. </w:t>
      </w:r>
      <w:r>
        <w:rPr>
          <w:rFonts w:cs="Georgia"/>
          <w:kern w:val="1"/>
        </w:rPr>
        <w:t>Cette circonstance m</w:t>
      </w:r>
      <w:r w:rsidR="000E1451">
        <w:rPr>
          <w:rFonts w:cs="Georgia"/>
          <w:kern w:val="1"/>
        </w:rPr>
        <w:t>’</w:t>
      </w:r>
      <w:r>
        <w:rPr>
          <w:rFonts w:cs="Georgia"/>
          <w:kern w:val="1"/>
        </w:rPr>
        <w:t>épargna une intervention tout ensemble inutile et compromettante</w:t>
      </w:r>
      <w:r w:rsidR="000E1451">
        <w:rPr>
          <w:rFonts w:cs="Georgia"/>
          <w:kern w:val="1"/>
        </w:rPr>
        <w:t xml:space="preserve">. </w:t>
      </w:r>
      <w:r>
        <w:rPr>
          <w:rFonts w:cs="Georgia"/>
          <w:kern w:val="1"/>
        </w:rPr>
        <w:t>Plus rapproché</w:t>
      </w:r>
      <w:r w:rsidR="000E1451">
        <w:rPr>
          <w:rFonts w:cs="Georgia"/>
          <w:kern w:val="1"/>
        </w:rPr>
        <w:t xml:space="preserve">, </w:t>
      </w:r>
      <w:r>
        <w:rPr>
          <w:rFonts w:cs="Georgia"/>
          <w:kern w:val="1"/>
        </w:rPr>
        <w:t>je n</w:t>
      </w:r>
      <w:r w:rsidR="000E1451">
        <w:rPr>
          <w:rFonts w:cs="Georgia"/>
          <w:kern w:val="1"/>
        </w:rPr>
        <w:t>’</w:t>
      </w:r>
      <w:r>
        <w:rPr>
          <w:rFonts w:cs="Georgia"/>
          <w:kern w:val="1"/>
        </w:rPr>
        <w:t>aurais pas manqué de m</w:t>
      </w:r>
      <w:r w:rsidR="000E1451">
        <w:rPr>
          <w:rFonts w:cs="Georgia"/>
          <w:kern w:val="1"/>
        </w:rPr>
        <w:t>’</w:t>
      </w:r>
      <w:r>
        <w:rPr>
          <w:rFonts w:cs="Georgia"/>
          <w:kern w:val="1"/>
        </w:rPr>
        <w:t>élancer au-devant du général</w:t>
      </w:r>
      <w:r w:rsidR="000E1451">
        <w:rPr>
          <w:rFonts w:cs="Georgia"/>
          <w:kern w:val="1"/>
        </w:rPr>
        <w:t xml:space="preserve">. </w:t>
      </w:r>
      <w:r>
        <w:rPr>
          <w:rFonts w:cs="Georgia"/>
          <w:kern w:val="1"/>
        </w:rPr>
        <w:t>Je me serais efforcé de le dissuader d</w:t>
      </w:r>
      <w:r w:rsidR="000E1451">
        <w:rPr>
          <w:rFonts w:cs="Georgia"/>
          <w:kern w:val="1"/>
        </w:rPr>
        <w:t>’</w:t>
      </w:r>
      <w:r>
        <w:rPr>
          <w:rFonts w:cs="Georgia"/>
          <w:kern w:val="1"/>
        </w:rPr>
        <w:t>entrer</w:t>
      </w:r>
      <w:r w:rsidR="000E1451">
        <w:rPr>
          <w:rFonts w:cs="Georgia"/>
          <w:kern w:val="1"/>
        </w:rPr>
        <w:t xml:space="preserve">. </w:t>
      </w:r>
      <w:r>
        <w:rPr>
          <w:rFonts w:cs="Georgia"/>
          <w:kern w:val="1"/>
        </w:rPr>
        <w:t>Comment avait-il eu l</w:t>
      </w:r>
      <w:r w:rsidR="000E1451">
        <w:rPr>
          <w:rFonts w:cs="Georgia"/>
          <w:kern w:val="1"/>
        </w:rPr>
        <w:t>’</w:t>
      </w:r>
      <w:r>
        <w:rPr>
          <w:rFonts w:cs="Georgia"/>
          <w:kern w:val="1"/>
        </w:rPr>
        <w:t>idée de venir</w:t>
      </w:r>
      <w:r w:rsidR="000E1451">
        <w:rPr>
          <w:rFonts w:cs="Georgia"/>
          <w:kern w:val="1"/>
        </w:rPr>
        <w:t xml:space="preserve">, </w:t>
      </w:r>
      <w:r>
        <w:rPr>
          <w:rFonts w:cs="Georgia"/>
          <w:kern w:val="1"/>
        </w:rPr>
        <w:t>lui qui</w:t>
      </w:r>
      <w:r w:rsidR="000E1451">
        <w:rPr>
          <w:rFonts w:cs="Georgia"/>
          <w:kern w:val="1"/>
        </w:rPr>
        <w:t xml:space="preserve">, </w:t>
      </w:r>
      <w:r>
        <w:rPr>
          <w:rFonts w:cs="Georgia"/>
          <w:kern w:val="1"/>
        </w:rPr>
        <w:t>depuis un mois</w:t>
      </w:r>
      <w:r w:rsidR="000E1451">
        <w:rPr>
          <w:rFonts w:cs="Georgia"/>
          <w:kern w:val="1"/>
        </w:rPr>
        <w:t xml:space="preserve">, </w:t>
      </w:r>
      <w:r>
        <w:rPr>
          <w:rFonts w:cs="Georgia"/>
          <w:kern w:val="1"/>
        </w:rPr>
        <w:t>n</w:t>
      </w:r>
      <w:r w:rsidR="000E1451">
        <w:rPr>
          <w:rFonts w:cs="Georgia"/>
          <w:kern w:val="1"/>
        </w:rPr>
        <w:t>’</w:t>
      </w:r>
      <w:r>
        <w:rPr>
          <w:rFonts w:cs="Georgia"/>
          <w:kern w:val="1"/>
        </w:rPr>
        <w:t>était pas descendu une seule fois au rez-de-chaussée</w:t>
      </w:r>
      <w:r w:rsidR="000E1451">
        <w:rPr>
          <w:rFonts w:cs="Georgia"/>
          <w:kern w:val="1"/>
        </w:rPr>
        <w:t xml:space="preserve"> ? </w:t>
      </w:r>
      <w:r>
        <w:rPr>
          <w:rFonts w:cs="Georgia"/>
          <w:kern w:val="1"/>
        </w:rPr>
        <w:t>Sans doute avait-il entendu quelque chose</w:t>
      </w:r>
      <w:r w:rsidR="000E1451">
        <w:rPr>
          <w:rFonts w:cs="Georgia"/>
          <w:kern w:val="1"/>
        </w:rPr>
        <w:t xml:space="preserve">. </w:t>
      </w:r>
      <w:r>
        <w:rPr>
          <w:rFonts w:cs="Georgia"/>
          <w:kern w:val="1"/>
        </w:rPr>
        <w:t>Le petit domestique</w:t>
      </w:r>
      <w:r w:rsidR="000E1451">
        <w:rPr>
          <w:rFonts w:cs="Georgia"/>
          <w:kern w:val="1"/>
        </w:rPr>
        <w:t xml:space="preserve">, </w:t>
      </w:r>
      <w:r>
        <w:rPr>
          <w:rFonts w:cs="Georgia"/>
          <w:kern w:val="1"/>
        </w:rPr>
        <w:t>qui d</w:t>
      </w:r>
      <w:r w:rsidR="000E1451">
        <w:rPr>
          <w:rFonts w:cs="Georgia"/>
          <w:kern w:val="1"/>
        </w:rPr>
        <w:t>’</w:t>
      </w:r>
      <w:r>
        <w:rPr>
          <w:rFonts w:cs="Georgia"/>
          <w:kern w:val="1"/>
        </w:rPr>
        <w:t>ordinaire ne se souvenait de rien</w:t>
      </w:r>
      <w:r w:rsidR="000E1451">
        <w:rPr>
          <w:rFonts w:cs="Georgia"/>
          <w:kern w:val="1"/>
        </w:rPr>
        <w:t xml:space="preserve">, </w:t>
      </w:r>
      <w:r>
        <w:rPr>
          <w:rFonts w:cs="Georgia"/>
          <w:kern w:val="1"/>
        </w:rPr>
        <w:t>lui aurait dit les noms qu</w:t>
      </w:r>
      <w:r w:rsidR="000E1451">
        <w:rPr>
          <w:rFonts w:cs="Georgia"/>
          <w:kern w:val="1"/>
        </w:rPr>
        <w:t>’</w:t>
      </w:r>
      <w:r>
        <w:rPr>
          <w:rFonts w:cs="Georgia"/>
          <w:kern w:val="1"/>
        </w:rPr>
        <w:t>il venait d</w:t>
      </w:r>
      <w:r w:rsidR="000E1451">
        <w:rPr>
          <w:rFonts w:cs="Georgia"/>
          <w:kern w:val="1"/>
        </w:rPr>
        <w:t>’</w:t>
      </w:r>
      <w:r>
        <w:rPr>
          <w:rFonts w:cs="Georgia"/>
          <w:kern w:val="1"/>
        </w:rPr>
        <w:t>annoncer</w:t>
      </w:r>
      <w:r w:rsidR="000E1451">
        <w:rPr>
          <w:rFonts w:cs="Georgia"/>
          <w:kern w:val="1"/>
        </w:rPr>
        <w:t xml:space="preserve"> ? </w:t>
      </w:r>
      <w:r>
        <w:rPr>
          <w:rFonts w:cs="Georgia"/>
          <w:kern w:val="1"/>
        </w:rPr>
        <w:t>À partir de cet instant</w:t>
      </w:r>
      <w:r w:rsidR="000E1451">
        <w:rPr>
          <w:rFonts w:cs="Georgia"/>
          <w:kern w:val="1"/>
        </w:rPr>
        <w:t xml:space="preserve">, </w:t>
      </w:r>
      <w:r>
        <w:rPr>
          <w:rFonts w:cs="Georgia"/>
          <w:kern w:val="1"/>
        </w:rPr>
        <w:t>la mèche s</w:t>
      </w:r>
      <w:r w:rsidR="000E1451">
        <w:rPr>
          <w:rFonts w:cs="Georgia"/>
          <w:kern w:val="1"/>
        </w:rPr>
        <w:t>’</w:t>
      </w:r>
      <w:r>
        <w:rPr>
          <w:rFonts w:cs="Georgia"/>
          <w:kern w:val="1"/>
        </w:rPr>
        <w:t>était trouvée allumée</w:t>
      </w:r>
      <w:r w:rsidR="000E1451">
        <w:rPr>
          <w:rFonts w:cs="Georgia"/>
          <w:kern w:val="1"/>
        </w:rPr>
        <w:t xml:space="preserve">. </w:t>
      </w:r>
      <w:r>
        <w:rPr>
          <w:rFonts w:cs="Georgia"/>
          <w:kern w:val="1"/>
        </w:rPr>
        <w:t>Nous ne pouvions plus éviter l</w:t>
      </w:r>
      <w:r w:rsidR="000E1451">
        <w:rPr>
          <w:rFonts w:cs="Georgia"/>
          <w:kern w:val="1"/>
        </w:rPr>
        <w:t>’</w:t>
      </w:r>
      <w:r>
        <w:rPr>
          <w:rFonts w:cs="Georgia"/>
          <w:kern w:val="1"/>
        </w:rPr>
        <w:t>explosion</w:t>
      </w:r>
      <w:r w:rsidR="000E1451">
        <w:rPr>
          <w:rFonts w:cs="Georgia"/>
          <w:kern w:val="1"/>
        </w:rPr>
        <w:t>.</w:t>
      </w:r>
    </w:p>
    <w:p w14:paraId="0BE82409" w14:textId="77777777" w:rsidR="000E1451" w:rsidRDefault="00BE611A" w:rsidP="00BE611A">
      <w:pPr>
        <w:rPr>
          <w:rFonts w:cs="Georgia"/>
          <w:kern w:val="1"/>
        </w:rPr>
      </w:pPr>
      <w:r>
        <w:rPr>
          <w:rFonts w:cs="Georgia"/>
          <w:kern w:val="1"/>
        </w:rPr>
        <w:t>Une demi-heure plus tôt</w:t>
      </w:r>
      <w:r w:rsidR="000E1451">
        <w:rPr>
          <w:rFonts w:cs="Georgia"/>
          <w:kern w:val="1"/>
        </w:rPr>
        <w:t xml:space="preserve">, </w:t>
      </w:r>
      <w:r>
        <w:rPr>
          <w:rFonts w:cs="Georgia"/>
          <w:kern w:val="1"/>
        </w:rPr>
        <w:t>il sommeillait encore</w:t>
      </w:r>
      <w:r w:rsidR="000E1451">
        <w:rPr>
          <w:rFonts w:cs="Georgia"/>
          <w:kern w:val="1"/>
        </w:rPr>
        <w:t xml:space="preserve">, </w:t>
      </w:r>
      <w:r>
        <w:rPr>
          <w:rFonts w:cs="Georgia"/>
          <w:kern w:val="1"/>
        </w:rPr>
        <w:t>et je l</w:t>
      </w:r>
      <w:r w:rsidR="000E1451">
        <w:rPr>
          <w:rFonts w:cs="Georgia"/>
          <w:kern w:val="1"/>
        </w:rPr>
        <w:t>’</w:t>
      </w:r>
      <w:r>
        <w:rPr>
          <w:rFonts w:cs="Georgia"/>
          <w:kern w:val="1"/>
        </w:rPr>
        <w:t>avais maintenant devant moi</w:t>
      </w:r>
      <w:r w:rsidR="000E1451">
        <w:rPr>
          <w:rFonts w:cs="Georgia"/>
          <w:kern w:val="1"/>
        </w:rPr>
        <w:t xml:space="preserve">, </w:t>
      </w:r>
      <w:r>
        <w:rPr>
          <w:rFonts w:cs="Georgia"/>
          <w:kern w:val="1"/>
        </w:rPr>
        <w:t>cravaté</w:t>
      </w:r>
      <w:r w:rsidR="000E1451">
        <w:rPr>
          <w:rFonts w:cs="Georgia"/>
          <w:kern w:val="1"/>
        </w:rPr>
        <w:t xml:space="preserve">, </w:t>
      </w:r>
      <w:r>
        <w:rPr>
          <w:rFonts w:cs="Georgia"/>
          <w:kern w:val="1"/>
        </w:rPr>
        <w:t>vêtu de sa redingote de cérémonie</w:t>
      </w:r>
      <w:r w:rsidR="000E1451">
        <w:rPr>
          <w:rFonts w:cs="Georgia"/>
          <w:kern w:val="1"/>
        </w:rPr>
        <w:t xml:space="preserve">. </w:t>
      </w:r>
      <w:r>
        <w:rPr>
          <w:rFonts w:cs="Georgia"/>
          <w:kern w:val="1"/>
        </w:rPr>
        <w:t>Comme il avait maigri en quelques semaines</w:t>
      </w:r>
      <w:r w:rsidR="000E1451">
        <w:rPr>
          <w:rFonts w:cs="Georgia"/>
          <w:kern w:val="1"/>
        </w:rPr>
        <w:t xml:space="preserve"> ! </w:t>
      </w:r>
      <w:r>
        <w:rPr>
          <w:rFonts w:cs="Georgia"/>
          <w:kern w:val="1"/>
        </w:rPr>
        <w:t>Les pans de son vêtement semblaient s</w:t>
      </w:r>
      <w:r w:rsidR="000E1451">
        <w:rPr>
          <w:rFonts w:cs="Georgia"/>
          <w:kern w:val="1"/>
        </w:rPr>
        <w:t>’</w:t>
      </w:r>
      <w:r>
        <w:rPr>
          <w:rFonts w:cs="Georgia"/>
          <w:kern w:val="1"/>
        </w:rPr>
        <w:t>être allongés</w:t>
      </w:r>
      <w:r w:rsidR="000E1451">
        <w:rPr>
          <w:rFonts w:cs="Georgia"/>
          <w:kern w:val="1"/>
        </w:rPr>
        <w:t xml:space="preserve">. </w:t>
      </w:r>
      <w:r>
        <w:rPr>
          <w:rFonts w:cs="Georgia"/>
          <w:kern w:val="1"/>
        </w:rPr>
        <w:t>Le collet paraissait plus large du double</w:t>
      </w:r>
      <w:r w:rsidR="000E1451">
        <w:rPr>
          <w:rFonts w:cs="Georgia"/>
          <w:kern w:val="1"/>
        </w:rPr>
        <w:t xml:space="preserve">. </w:t>
      </w:r>
      <w:r>
        <w:rPr>
          <w:rFonts w:cs="Georgia"/>
          <w:kern w:val="1"/>
        </w:rPr>
        <w:t>Toujours debout sur le seuil de la porte</w:t>
      </w:r>
      <w:r w:rsidR="000E1451">
        <w:rPr>
          <w:rFonts w:cs="Georgia"/>
          <w:kern w:val="1"/>
        </w:rPr>
        <w:t xml:space="preserve">, </w:t>
      </w:r>
      <w:r>
        <w:rPr>
          <w:rFonts w:cs="Georgia"/>
          <w:kern w:val="1"/>
        </w:rPr>
        <w:t xml:space="preserve">le vieillard considérait avec un étonnement hautain </w:t>
      </w:r>
      <w:r w:rsidR="000E1451">
        <w:rPr>
          <w:rFonts w:cs="Georgia"/>
          <w:kern w:val="1"/>
        </w:rPr>
        <w:t>MM. </w:t>
      </w:r>
      <w:r>
        <w:rPr>
          <w:rFonts w:cs="Georgia"/>
          <w:kern w:val="1"/>
        </w:rPr>
        <w:t>Flinkow et Berbling qui</w:t>
      </w:r>
      <w:r w:rsidR="000E1451">
        <w:rPr>
          <w:rFonts w:cs="Georgia"/>
          <w:kern w:val="1"/>
        </w:rPr>
        <w:t xml:space="preserve">, </w:t>
      </w:r>
      <w:r>
        <w:rPr>
          <w:rFonts w:cs="Georgia"/>
          <w:kern w:val="1"/>
        </w:rPr>
        <w:t>derechef</w:t>
      </w:r>
      <w:r w:rsidR="000E1451">
        <w:rPr>
          <w:rFonts w:cs="Georgia"/>
          <w:kern w:val="1"/>
        </w:rPr>
        <w:t xml:space="preserve">, </w:t>
      </w:r>
      <w:r>
        <w:rPr>
          <w:rFonts w:cs="Georgia"/>
          <w:kern w:val="1"/>
        </w:rPr>
        <w:t>se confondaient en révérences</w:t>
      </w:r>
      <w:r w:rsidR="000E1451">
        <w:rPr>
          <w:rFonts w:cs="Georgia"/>
          <w:kern w:val="1"/>
        </w:rPr>
        <w:t xml:space="preserve">. </w:t>
      </w:r>
      <w:r>
        <w:rPr>
          <w:rFonts w:cs="Georgia"/>
          <w:kern w:val="1"/>
        </w:rPr>
        <w:t>Le pasteur Frühwirth était cramoisi</w:t>
      </w:r>
      <w:r w:rsidR="000E1451">
        <w:rPr>
          <w:rFonts w:cs="Georgia"/>
          <w:kern w:val="1"/>
        </w:rPr>
        <w:t xml:space="preserve">. </w:t>
      </w:r>
      <w:r>
        <w:rPr>
          <w:rFonts w:cs="Georgia"/>
          <w:kern w:val="1"/>
        </w:rPr>
        <w:t xml:space="preserve">Quant à </w:t>
      </w:r>
      <w:r w:rsidR="000E1451">
        <w:rPr>
          <w:rFonts w:cs="Georgia"/>
          <w:kern w:val="1"/>
        </w:rPr>
        <w:t>M</w:t>
      </w:r>
      <w:r w:rsidR="000E1451" w:rsidRPr="000E1451">
        <w:rPr>
          <w:rFonts w:cs="Georgia"/>
          <w:kern w:val="1"/>
          <w:vertAlign w:val="superscript"/>
        </w:rPr>
        <w:t>lle</w:t>
      </w:r>
      <w:r w:rsidR="000E1451">
        <w:rPr>
          <w:rFonts w:cs="Georgia"/>
          <w:kern w:val="1"/>
        </w:rPr>
        <w:t> de </w:t>
      </w:r>
      <w:r>
        <w:rPr>
          <w:rFonts w:cs="Georgia"/>
          <w:kern w:val="1"/>
        </w:rPr>
        <w:t>Mirrbach</w:t>
      </w:r>
      <w:r w:rsidR="000E1451">
        <w:rPr>
          <w:rFonts w:cs="Georgia"/>
          <w:kern w:val="1"/>
        </w:rPr>
        <w:t xml:space="preserve">, </w:t>
      </w:r>
      <w:r>
        <w:rPr>
          <w:rFonts w:cs="Georgia"/>
          <w:kern w:val="1"/>
        </w:rPr>
        <w:t>on l</w:t>
      </w:r>
      <w:r w:rsidR="000E1451">
        <w:rPr>
          <w:rFonts w:cs="Georgia"/>
          <w:kern w:val="1"/>
        </w:rPr>
        <w:t>’</w:t>
      </w:r>
      <w:r>
        <w:rPr>
          <w:rFonts w:cs="Georgia"/>
          <w:kern w:val="1"/>
        </w:rPr>
        <w:t>eût dit devenue la statue de l</w:t>
      </w:r>
      <w:r w:rsidR="000E1451">
        <w:rPr>
          <w:rFonts w:cs="Georgia"/>
          <w:kern w:val="1"/>
        </w:rPr>
        <w:t>’</w:t>
      </w:r>
      <w:r>
        <w:rPr>
          <w:rFonts w:cs="Georgia"/>
          <w:kern w:val="1"/>
        </w:rPr>
        <w:t>indifférence</w:t>
      </w:r>
      <w:r w:rsidR="000E1451">
        <w:rPr>
          <w:rFonts w:cs="Georgia"/>
          <w:kern w:val="1"/>
        </w:rPr>
        <w:t xml:space="preserve">. </w:t>
      </w:r>
      <w:r>
        <w:rPr>
          <w:rFonts w:cs="Georgia"/>
          <w:kern w:val="1"/>
        </w:rPr>
        <w:t>En apercevant son oncle</w:t>
      </w:r>
      <w:r w:rsidR="000E1451">
        <w:rPr>
          <w:rFonts w:cs="Georgia"/>
          <w:kern w:val="1"/>
        </w:rPr>
        <w:t xml:space="preserve">, </w:t>
      </w:r>
      <w:r>
        <w:rPr>
          <w:rFonts w:cs="Georgia"/>
          <w:kern w:val="1"/>
        </w:rPr>
        <w:t>elle avait longuement tressailli</w:t>
      </w:r>
      <w:r w:rsidR="000E1451">
        <w:rPr>
          <w:rFonts w:cs="Georgia"/>
          <w:kern w:val="1"/>
        </w:rPr>
        <w:t xml:space="preserve">, </w:t>
      </w:r>
      <w:r>
        <w:rPr>
          <w:rFonts w:cs="Georgia"/>
          <w:kern w:val="1"/>
        </w:rPr>
        <w:t>puis elle avait eu ce haussement d</w:t>
      </w:r>
      <w:r w:rsidR="000E1451">
        <w:rPr>
          <w:rFonts w:cs="Georgia"/>
          <w:kern w:val="1"/>
        </w:rPr>
        <w:t>’</w:t>
      </w:r>
      <w:r>
        <w:rPr>
          <w:rFonts w:cs="Georgia"/>
          <w:kern w:val="1"/>
        </w:rPr>
        <w:t>épaules des gens qui se désintéressent désormais d</w:t>
      </w:r>
      <w:r w:rsidR="000E1451">
        <w:rPr>
          <w:rFonts w:cs="Georgia"/>
          <w:kern w:val="1"/>
        </w:rPr>
        <w:t>’</w:t>
      </w:r>
      <w:r>
        <w:rPr>
          <w:rFonts w:cs="Georgia"/>
          <w:kern w:val="1"/>
        </w:rPr>
        <w:t>une catastrophe qu</w:t>
      </w:r>
      <w:r w:rsidR="000E1451">
        <w:rPr>
          <w:rFonts w:cs="Georgia"/>
          <w:kern w:val="1"/>
        </w:rPr>
        <w:t>’</w:t>
      </w:r>
      <w:r>
        <w:rPr>
          <w:rFonts w:cs="Georgia"/>
          <w:kern w:val="1"/>
        </w:rPr>
        <w:t>ils ont tout fait pour prévenir</w:t>
      </w:r>
      <w:r w:rsidR="000E1451">
        <w:rPr>
          <w:rFonts w:cs="Georgia"/>
          <w:kern w:val="1"/>
        </w:rPr>
        <w:t>.</w:t>
      </w:r>
    </w:p>
    <w:p w14:paraId="63BB234A" w14:textId="77777777" w:rsidR="000E1451" w:rsidRDefault="000E1451" w:rsidP="00BE611A">
      <w:pPr>
        <w:rPr>
          <w:rFonts w:cs="Georgia"/>
          <w:kern w:val="1"/>
        </w:rPr>
      </w:pPr>
      <w:r>
        <w:rPr>
          <w:rFonts w:cs="Georgia"/>
          <w:kern w:val="1"/>
        </w:rPr>
        <w:t>— </w:t>
      </w:r>
      <w:r w:rsidR="00BE611A">
        <w:rPr>
          <w:rFonts w:cs="Georgia"/>
          <w:kern w:val="1"/>
        </w:rPr>
        <w:t>J</w:t>
      </w:r>
      <w:r>
        <w:rPr>
          <w:rFonts w:cs="Georgia"/>
          <w:kern w:val="1"/>
        </w:rPr>
        <w:t>’</w:t>
      </w:r>
      <w:r w:rsidR="00BE611A">
        <w:rPr>
          <w:rFonts w:cs="Georgia"/>
          <w:kern w:val="1"/>
        </w:rPr>
        <w:t>ai bien l</w:t>
      </w:r>
      <w:r>
        <w:rPr>
          <w:rFonts w:cs="Georgia"/>
          <w:kern w:val="1"/>
        </w:rPr>
        <w:t>’</w:t>
      </w:r>
      <w:r w:rsidR="00BE611A">
        <w:rPr>
          <w:rFonts w:cs="Georgia"/>
          <w:kern w:val="1"/>
        </w:rPr>
        <w:t>honneur de vous saluer</w:t>
      </w:r>
      <w:r>
        <w:rPr>
          <w:rFonts w:cs="Georgia"/>
          <w:kern w:val="1"/>
        </w:rPr>
        <w:t xml:space="preserve">, </w:t>
      </w:r>
      <w:r w:rsidR="00BE611A">
        <w:rPr>
          <w:rFonts w:cs="Georgia"/>
          <w:kern w:val="1"/>
        </w:rPr>
        <w:t>messieurs</w:t>
      </w:r>
      <w:r>
        <w:rPr>
          <w:rFonts w:cs="Georgia"/>
          <w:kern w:val="1"/>
        </w:rPr>
        <w:t xml:space="preserve">, </w:t>
      </w:r>
      <w:r w:rsidR="00BE611A">
        <w:rPr>
          <w:rFonts w:cs="Georgia"/>
          <w:kern w:val="1"/>
        </w:rPr>
        <w:t>dit enfin le général de Reichendorf</w:t>
      </w:r>
      <w:r>
        <w:rPr>
          <w:rFonts w:cs="Georgia"/>
          <w:kern w:val="1"/>
        </w:rPr>
        <w:t>.</w:t>
      </w:r>
    </w:p>
    <w:p w14:paraId="1D45CCAA" w14:textId="77777777" w:rsidR="000E1451" w:rsidRDefault="00BE611A" w:rsidP="00BE611A">
      <w:pPr>
        <w:rPr>
          <w:rFonts w:cs="Georgia"/>
          <w:kern w:val="1"/>
        </w:rPr>
      </w:pPr>
      <w:r>
        <w:rPr>
          <w:rFonts w:cs="Georgia"/>
          <w:kern w:val="1"/>
        </w:rPr>
        <w:lastRenderedPageBreak/>
        <w:t>Avec le geste du dompteur qui vient de pénétrer dans la cage</w:t>
      </w:r>
      <w:r w:rsidR="000E1451">
        <w:rPr>
          <w:rFonts w:cs="Georgia"/>
          <w:kern w:val="1"/>
        </w:rPr>
        <w:t xml:space="preserve">, </w:t>
      </w:r>
      <w:r>
        <w:rPr>
          <w:rFonts w:cs="Georgia"/>
          <w:kern w:val="1"/>
        </w:rPr>
        <w:t>il commença par refermer la porte</w:t>
      </w:r>
      <w:r w:rsidR="000E1451">
        <w:rPr>
          <w:rFonts w:cs="Georgia"/>
          <w:kern w:val="1"/>
        </w:rPr>
        <w:t xml:space="preserve">, </w:t>
      </w:r>
      <w:r>
        <w:rPr>
          <w:rFonts w:cs="Georgia"/>
          <w:kern w:val="1"/>
        </w:rPr>
        <w:t>puis il marcha vers ses visiteurs</w:t>
      </w:r>
      <w:r w:rsidR="000E1451">
        <w:rPr>
          <w:rFonts w:cs="Georgia"/>
          <w:kern w:val="1"/>
        </w:rPr>
        <w:t>.</w:t>
      </w:r>
    </w:p>
    <w:p w14:paraId="19C95620" w14:textId="77777777" w:rsidR="000E1451" w:rsidRDefault="000E1451" w:rsidP="00BE611A">
      <w:pPr>
        <w:rPr>
          <w:rFonts w:cs="Georgia"/>
          <w:kern w:val="1"/>
        </w:rPr>
      </w:pPr>
      <w:r>
        <w:rPr>
          <w:rFonts w:cs="Georgia"/>
          <w:kern w:val="1"/>
        </w:rPr>
        <w:t>— </w:t>
      </w:r>
      <w:r w:rsidR="00BE611A">
        <w:rPr>
          <w:rFonts w:cs="Georgia"/>
          <w:kern w:val="1"/>
        </w:rPr>
        <w:t>Monsieur Flinkow</w:t>
      </w:r>
      <w:r>
        <w:rPr>
          <w:rFonts w:cs="Georgia"/>
          <w:kern w:val="1"/>
        </w:rPr>
        <w:t xml:space="preserve">, </w:t>
      </w:r>
      <w:r w:rsidR="00BE611A">
        <w:rPr>
          <w:rFonts w:cs="Georgia"/>
          <w:kern w:val="1"/>
        </w:rPr>
        <w:t>je crois</w:t>
      </w:r>
      <w:r>
        <w:rPr>
          <w:rFonts w:cs="Georgia"/>
          <w:kern w:val="1"/>
        </w:rPr>
        <w:t xml:space="preserve">, </w:t>
      </w:r>
      <w:r w:rsidR="00BE611A">
        <w:rPr>
          <w:rFonts w:cs="Georgia"/>
          <w:kern w:val="1"/>
        </w:rPr>
        <w:t>fit-il</w:t>
      </w:r>
      <w:r>
        <w:rPr>
          <w:rFonts w:cs="Georgia"/>
          <w:kern w:val="1"/>
        </w:rPr>
        <w:t xml:space="preserve">, </w:t>
      </w:r>
      <w:r w:rsidR="00BE611A">
        <w:rPr>
          <w:rFonts w:cs="Georgia"/>
          <w:kern w:val="1"/>
        </w:rPr>
        <w:t>sur un ton d</w:t>
      </w:r>
      <w:r>
        <w:rPr>
          <w:rFonts w:cs="Georgia"/>
          <w:kern w:val="1"/>
        </w:rPr>
        <w:t>’</w:t>
      </w:r>
      <w:r w:rsidR="00BE611A">
        <w:rPr>
          <w:rFonts w:cs="Georgia"/>
          <w:kern w:val="1"/>
        </w:rPr>
        <w:t>écrasant mépris</w:t>
      </w:r>
      <w:r>
        <w:rPr>
          <w:rFonts w:cs="Georgia"/>
          <w:kern w:val="1"/>
        </w:rPr>
        <w:t xml:space="preserve">. </w:t>
      </w:r>
      <w:r w:rsidR="00BE611A">
        <w:rPr>
          <w:rFonts w:cs="Georgia"/>
          <w:kern w:val="1"/>
        </w:rPr>
        <w:t>Et Monsieur</w:t>
      </w:r>
      <w:r>
        <w:rPr>
          <w:rFonts w:cs="Georgia"/>
          <w:kern w:val="1"/>
        </w:rPr>
        <w:t> ?…</w:t>
      </w:r>
    </w:p>
    <w:p w14:paraId="5BF9BE39" w14:textId="77777777" w:rsidR="000E1451" w:rsidRDefault="000E1451" w:rsidP="00BE611A">
      <w:pPr>
        <w:rPr>
          <w:rFonts w:cs="Georgia"/>
          <w:kern w:val="1"/>
        </w:rPr>
      </w:pPr>
      <w:r>
        <w:rPr>
          <w:rFonts w:cs="Georgia"/>
          <w:kern w:val="1"/>
        </w:rPr>
        <w:t>— </w:t>
      </w:r>
      <w:r w:rsidR="00BE611A">
        <w:rPr>
          <w:rFonts w:cs="Georgia"/>
          <w:kern w:val="1"/>
        </w:rPr>
        <w:t>Berbling</w:t>
      </w:r>
      <w:r>
        <w:rPr>
          <w:rFonts w:cs="Georgia"/>
          <w:kern w:val="1"/>
        </w:rPr>
        <w:t xml:space="preserve">, </w:t>
      </w:r>
      <w:r w:rsidR="00BE611A">
        <w:rPr>
          <w:rFonts w:cs="Georgia"/>
          <w:kern w:val="1"/>
        </w:rPr>
        <w:t>Excellence</w:t>
      </w:r>
      <w:r>
        <w:rPr>
          <w:rFonts w:cs="Georgia"/>
          <w:kern w:val="1"/>
        </w:rPr>
        <w:t xml:space="preserve">, </w:t>
      </w:r>
      <w:r w:rsidR="00BE611A">
        <w:rPr>
          <w:rFonts w:cs="Georgia"/>
          <w:kern w:val="1"/>
        </w:rPr>
        <w:t>Berbling</w:t>
      </w:r>
      <w:r>
        <w:rPr>
          <w:rFonts w:cs="Georgia"/>
          <w:kern w:val="1"/>
        </w:rPr>
        <w:t xml:space="preserve">, </w:t>
      </w:r>
      <w:r w:rsidR="00BE611A">
        <w:rPr>
          <w:rFonts w:cs="Georgia"/>
          <w:kern w:val="1"/>
        </w:rPr>
        <w:t>bourgmestre de Warnicken</w:t>
      </w:r>
      <w:r>
        <w:rPr>
          <w:rFonts w:cs="Georgia"/>
          <w:kern w:val="1"/>
        </w:rPr>
        <w:t>.</w:t>
      </w:r>
    </w:p>
    <w:p w14:paraId="17037E2E" w14:textId="77777777" w:rsidR="000E1451" w:rsidRDefault="000E1451" w:rsidP="00BE611A">
      <w:pPr>
        <w:rPr>
          <w:rFonts w:cs="Georgia"/>
          <w:kern w:val="1"/>
        </w:rPr>
      </w:pPr>
      <w:r>
        <w:rPr>
          <w:rFonts w:cs="Georgia"/>
          <w:kern w:val="1"/>
        </w:rPr>
        <w:t>— </w:t>
      </w:r>
      <w:r w:rsidR="00BE611A">
        <w:rPr>
          <w:rFonts w:cs="Georgia"/>
          <w:kern w:val="1"/>
        </w:rPr>
        <w:t>Berbling</w:t>
      </w:r>
      <w:r>
        <w:rPr>
          <w:rFonts w:cs="Georgia"/>
          <w:kern w:val="1"/>
        </w:rPr>
        <w:t xml:space="preserve">, </w:t>
      </w:r>
      <w:r w:rsidR="00BE611A">
        <w:rPr>
          <w:rFonts w:cs="Georgia"/>
          <w:kern w:val="1"/>
        </w:rPr>
        <w:t>parfaitement</w:t>
      </w:r>
      <w:r>
        <w:rPr>
          <w:rFonts w:cs="Georgia"/>
          <w:kern w:val="1"/>
        </w:rPr>
        <w:t xml:space="preserve">. </w:t>
      </w:r>
      <w:r w:rsidR="00BE611A">
        <w:rPr>
          <w:rFonts w:cs="Georgia"/>
          <w:kern w:val="1"/>
        </w:rPr>
        <w:t>Eh bien</w:t>
      </w:r>
      <w:r>
        <w:rPr>
          <w:rFonts w:cs="Georgia"/>
          <w:kern w:val="1"/>
        </w:rPr>
        <w:t xml:space="preserve">, </w:t>
      </w:r>
      <w:r w:rsidR="00BE611A">
        <w:rPr>
          <w:rFonts w:cs="Georgia"/>
          <w:kern w:val="1"/>
        </w:rPr>
        <w:t>messieurs Berbling et Flinkow</w:t>
      </w:r>
      <w:r>
        <w:rPr>
          <w:rFonts w:cs="Georgia"/>
          <w:kern w:val="1"/>
        </w:rPr>
        <w:t xml:space="preserve">, </w:t>
      </w:r>
      <w:r w:rsidR="00BE611A">
        <w:rPr>
          <w:rFonts w:cs="Georgia"/>
          <w:kern w:val="1"/>
        </w:rPr>
        <w:t>je m</w:t>
      </w:r>
      <w:r>
        <w:rPr>
          <w:rFonts w:cs="Georgia"/>
          <w:kern w:val="1"/>
        </w:rPr>
        <w:t>’</w:t>
      </w:r>
      <w:r w:rsidR="00BE611A">
        <w:rPr>
          <w:rFonts w:cs="Georgia"/>
          <w:kern w:val="1"/>
        </w:rPr>
        <w:t>excuse de vous avoir fait attendre</w:t>
      </w:r>
      <w:r>
        <w:rPr>
          <w:rFonts w:cs="Georgia"/>
          <w:kern w:val="1"/>
        </w:rPr>
        <w:t xml:space="preserve">. </w:t>
      </w:r>
      <w:r w:rsidR="00BE611A">
        <w:rPr>
          <w:rFonts w:cs="Georgia"/>
          <w:kern w:val="1"/>
        </w:rPr>
        <w:t>Mais je viens seulement d</w:t>
      </w:r>
      <w:r>
        <w:rPr>
          <w:rFonts w:cs="Georgia"/>
          <w:kern w:val="1"/>
        </w:rPr>
        <w:t>’</w:t>
      </w:r>
      <w:r w:rsidR="00BE611A">
        <w:rPr>
          <w:rFonts w:cs="Georgia"/>
          <w:kern w:val="1"/>
        </w:rPr>
        <w:t>être avisé</w:t>
      </w:r>
      <w:r>
        <w:rPr>
          <w:rFonts w:cs="Georgia"/>
          <w:kern w:val="1"/>
        </w:rPr>
        <w:t xml:space="preserve">… </w:t>
      </w:r>
      <w:r w:rsidR="00BE611A">
        <w:rPr>
          <w:rFonts w:cs="Georgia"/>
          <w:kern w:val="1"/>
        </w:rPr>
        <w:t>Qu</w:t>
      </w:r>
      <w:r>
        <w:rPr>
          <w:rFonts w:cs="Georgia"/>
          <w:kern w:val="1"/>
        </w:rPr>
        <w:t>’</w:t>
      </w:r>
      <w:r w:rsidR="00BE611A">
        <w:rPr>
          <w:rFonts w:cs="Georgia"/>
          <w:kern w:val="1"/>
        </w:rPr>
        <w:t>y a-t-il pour votre service</w:t>
      </w:r>
      <w:r>
        <w:rPr>
          <w:rFonts w:cs="Georgia"/>
          <w:kern w:val="1"/>
        </w:rPr>
        <w:t> ?</w:t>
      </w:r>
    </w:p>
    <w:p w14:paraId="7C0C6CA5" w14:textId="77777777" w:rsidR="000E1451" w:rsidRDefault="000E1451" w:rsidP="00BE611A">
      <w:pPr>
        <w:rPr>
          <w:rFonts w:cs="Georgia"/>
          <w:kern w:val="1"/>
        </w:rPr>
      </w:pPr>
      <w:r>
        <w:rPr>
          <w:rFonts w:cs="Georgia"/>
          <w:kern w:val="1"/>
        </w:rPr>
        <w:t>— </w:t>
      </w:r>
      <w:r w:rsidR="00BE611A">
        <w:rPr>
          <w:rFonts w:cs="Georgia"/>
          <w:kern w:val="1"/>
        </w:rPr>
        <w:t>Nous sommes venus</w:t>
      </w:r>
      <w:r>
        <w:rPr>
          <w:rFonts w:cs="Georgia"/>
          <w:kern w:val="1"/>
        </w:rPr>
        <w:t xml:space="preserve">, </w:t>
      </w:r>
      <w:r w:rsidR="00BE611A">
        <w:rPr>
          <w:rFonts w:cs="Georgia"/>
          <w:kern w:val="1"/>
        </w:rPr>
        <w:t xml:space="preserve">commença </w:t>
      </w:r>
      <w:r>
        <w:rPr>
          <w:rFonts w:cs="Georgia"/>
          <w:kern w:val="1"/>
        </w:rPr>
        <w:t>M. </w:t>
      </w:r>
      <w:r w:rsidR="00BE611A">
        <w:rPr>
          <w:rFonts w:cs="Georgia"/>
          <w:kern w:val="1"/>
        </w:rPr>
        <w:t>Berbling</w:t>
      </w:r>
      <w:r>
        <w:rPr>
          <w:rFonts w:cs="Georgia"/>
          <w:kern w:val="1"/>
        </w:rPr>
        <w:t>.</w:t>
      </w:r>
    </w:p>
    <w:p w14:paraId="03B0F027" w14:textId="77777777" w:rsidR="000E1451" w:rsidRDefault="00BE611A" w:rsidP="00BE611A">
      <w:pPr>
        <w:rPr>
          <w:rFonts w:cs="Georgia"/>
          <w:kern w:val="1"/>
        </w:rPr>
      </w:pPr>
      <w:r>
        <w:rPr>
          <w:rFonts w:cs="Georgia"/>
          <w:kern w:val="1"/>
        </w:rPr>
        <w:t>Le bourgmestre de Warnicken estimait avoir été tenu précédemment trop à l</w:t>
      </w:r>
      <w:r w:rsidR="000E1451">
        <w:rPr>
          <w:rFonts w:cs="Georgia"/>
          <w:kern w:val="1"/>
        </w:rPr>
        <w:t>’</w:t>
      </w:r>
      <w:r>
        <w:rPr>
          <w:rFonts w:cs="Georgia"/>
          <w:kern w:val="1"/>
        </w:rPr>
        <w:t>écart de la discussion</w:t>
      </w:r>
      <w:r w:rsidR="000E1451">
        <w:rPr>
          <w:rFonts w:cs="Georgia"/>
          <w:kern w:val="1"/>
        </w:rPr>
        <w:t xml:space="preserve">, </w:t>
      </w:r>
      <w:r>
        <w:rPr>
          <w:rFonts w:cs="Georgia"/>
          <w:kern w:val="1"/>
        </w:rPr>
        <w:t>et il désirait prendre sa revanche</w:t>
      </w:r>
      <w:r w:rsidR="000E1451">
        <w:rPr>
          <w:rFonts w:cs="Georgia"/>
          <w:kern w:val="1"/>
        </w:rPr>
        <w:t xml:space="preserve">. </w:t>
      </w:r>
      <w:r>
        <w:rPr>
          <w:rFonts w:cs="Georgia"/>
          <w:kern w:val="1"/>
        </w:rPr>
        <w:t>Il ne voyait pas</w:t>
      </w:r>
      <w:r w:rsidR="000E1451">
        <w:rPr>
          <w:rFonts w:cs="Georgia"/>
          <w:kern w:val="1"/>
        </w:rPr>
        <w:t xml:space="preserve">, </w:t>
      </w:r>
      <w:r>
        <w:rPr>
          <w:rFonts w:cs="Georgia"/>
          <w:kern w:val="1"/>
        </w:rPr>
        <w:t>ou feignait de ne pas voir</w:t>
      </w:r>
      <w:r w:rsidR="000E1451">
        <w:rPr>
          <w:rFonts w:cs="Georgia"/>
          <w:kern w:val="1"/>
        </w:rPr>
        <w:t xml:space="preserve">, </w:t>
      </w:r>
      <w:r>
        <w:rPr>
          <w:rFonts w:cs="Georgia"/>
          <w:kern w:val="1"/>
        </w:rPr>
        <w:t xml:space="preserve">les signes désespérés de </w:t>
      </w:r>
      <w:r w:rsidR="000E1451">
        <w:rPr>
          <w:rFonts w:cs="Georgia"/>
          <w:kern w:val="1"/>
        </w:rPr>
        <w:t>M. </w:t>
      </w:r>
      <w:r>
        <w:rPr>
          <w:rFonts w:cs="Georgia"/>
          <w:kern w:val="1"/>
        </w:rPr>
        <w:t>Flinkow</w:t>
      </w:r>
      <w:r w:rsidR="000E1451">
        <w:rPr>
          <w:rFonts w:cs="Georgia"/>
          <w:kern w:val="1"/>
        </w:rPr>
        <w:t xml:space="preserve">, </w:t>
      </w:r>
      <w:r>
        <w:rPr>
          <w:rFonts w:cs="Georgia"/>
          <w:kern w:val="1"/>
        </w:rPr>
        <w:t>peu soucieux de compromettre dans un assaut avec le général les résultats déjà obtenus</w:t>
      </w:r>
      <w:r w:rsidR="000E1451">
        <w:rPr>
          <w:rFonts w:cs="Georgia"/>
          <w:kern w:val="1"/>
        </w:rPr>
        <w:t xml:space="preserve">, </w:t>
      </w:r>
      <w:r>
        <w:rPr>
          <w:rFonts w:cs="Georgia"/>
          <w:kern w:val="1"/>
        </w:rPr>
        <w:t>pas plus qu</w:t>
      </w:r>
      <w:r w:rsidR="000E1451">
        <w:rPr>
          <w:rFonts w:cs="Georgia"/>
          <w:kern w:val="1"/>
        </w:rPr>
        <w:t>’</w:t>
      </w:r>
      <w:r>
        <w:rPr>
          <w:rFonts w:cs="Georgia"/>
          <w:kern w:val="1"/>
        </w:rPr>
        <w:t>il ne tenait compte de la mimique du pasteur Frühwirth</w:t>
      </w:r>
      <w:r w:rsidR="000E1451">
        <w:rPr>
          <w:rFonts w:cs="Georgia"/>
          <w:kern w:val="1"/>
        </w:rPr>
        <w:t xml:space="preserve">. </w:t>
      </w:r>
      <w:r>
        <w:rPr>
          <w:rFonts w:cs="Georgia"/>
          <w:kern w:val="1"/>
        </w:rPr>
        <w:t>Axelle continuait à rester immobile</w:t>
      </w:r>
      <w:r w:rsidR="000E1451">
        <w:rPr>
          <w:rFonts w:cs="Georgia"/>
          <w:kern w:val="1"/>
        </w:rPr>
        <w:t xml:space="preserve">, </w:t>
      </w:r>
      <w:r>
        <w:rPr>
          <w:rFonts w:cs="Georgia"/>
          <w:kern w:val="1"/>
        </w:rPr>
        <w:t>étrangère en apparence à toute cette scène</w:t>
      </w:r>
      <w:r w:rsidR="000E1451">
        <w:rPr>
          <w:rFonts w:cs="Georgia"/>
          <w:kern w:val="1"/>
        </w:rPr>
        <w:t>.</w:t>
      </w:r>
    </w:p>
    <w:p w14:paraId="35F9C589" w14:textId="77777777" w:rsidR="000E1451" w:rsidRDefault="000E1451" w:rsidP="00BE611A">
      <w:pPr>
        <w:rPr>
          <w:rFonts w:cs="Georgia"/>
          <w:kern w:val="1"/>
        </w:rPr>
      </w:pPr>
      <w:r>
        <w:rPr>
          <w:rFonts w:cs="Georgia"/>
          <w:kern w:val="1"/>
        </w:rPr>
        <w:t>— </w:t>
      </w:r>
      <w:r w:rsidR="00BE611A">
        <w:rPr>
          <w:rFonts w:cs="Georgia"/>
          <w:kern w:val="1"/>
        </w:rPr>
        <w:t>Oui</w:t>
      </w:r>
      <w:r>
        <w:rPr>
          <w:rFonts w:cs="Georgia"/>
          <w:kern w:val="1"/>
        </w:rPr>
        <w:t xml:space="preserve">, </w:t>
      </w:r>
      <w:r w:rsidR="00BE611A">
        <w:rPr>
          <w:rFonts w:cs="Georgia"/>
          <w:kern w:val="1"/>
        </w:rPr>
        <w:t>Excellence</w:t>
      </w:r>
      <w:r>
        <w:rPr>
          <w:rFonts w:cs="Georgia"/>
          <w:kern w:val="1"/>
        </w:rPr>
        <w:t xml:space="preserve">, </w:t>
      </w:r>
      <w:r w:rsidR="00BE611A">
        <w:rPr>
          <w:rFonts w:cs="Georgia"/>
          <w:kern w:val="1"/>
        </w:rPr>
        <w:t>nous sommes venus</w:t>
      </w:r>
      <w:r>
        <w:rPr>
          <w:rFonts w:cs="Georgia"/>
          <w:kern w:val="1"/>
        </w:rPr>
        <w:t>.</w:t>
      </w:r>
    </w:p>
    <w:p w14:paraId="4A1BE98B" w14:textId="77777777" w:rsidR="000E1451" w:rsidRDefault="000E1451" w:rsidP="00BE611A">
      <w:pPr>
        <w:rPr>
          <w:rFonts w:cs="Georgia"/>
          <w:kern w:val="1"/>
        </w:rPr>
      </w:pPr>
      <w:r>
        <w:rPr>
          <w:rFonts w:cs="Georgia"/>
          <w:kern w:val="1"/>
        </w:rPr>
        <w:t>— </w:t>
      </w:r>
      <w:r w:rsidR="00BE611A">
        <w:rPr>
          <w:rFonts w:cs="Georgia"/>
          <w:kern w:val="1"/>
        </w:rPr>
        <w:t>Qu</w:t>
      </w:r>
      <w:r>
        <w:rPr>
          <w:rFonts w:cs="Georgia"/>
          <w:kern w:val="1"/>
        </w:rPr>
        <w:t>’</w:t>
      </w:r>
      <w:r w:rsidR="00BE611A">
        <w:rPr>
          <w:rFonts w:cs="Georgia"/>
          <w:kern w:val="1"/>
        </w:rPr>
        <w:t>est-ce que c</w:t>
      </w:r>
      <w:r>
        <w:rPr>
          <w:rFonts w:cs="Georgia"/>
          <w:kern w:val="1"/>
        </w:rPr>
        <w:t>’</w:t>
      </w:r>
      <w:r w:rsidR="00BE611A">
        <w:rPr>
          <w:rFonts w:cs="Georgia"/>
          <w:kern w:val="1"/>
        </w:rPr>
        <w:t>est</w:t>
      </w:r>
      <w:r>
        <w:rPr>
          <w:rFonts w:cs="Georgia"/>
          <w:kern w:val="1"/>
        </w:rPr>
        <w:t xml:space="preserve"> ? </w:t>
      </w:r>
      <w:r w:rsidR="00BE611A">
        <w:rPr>
          <w:rFonts w:cs="Georgia"/>
          <w:kern w:val="1"/>
        </w:rPr>
        <w:t>fit le général</w:t>
      </w:r>
      <w:r>
        <w:rPr>
          <w:rFonts w:cs="Georgia"/>
          <w:kern w:val="1"/>
        </w:rPr>
        <w:t xml:space="preserve">, </w:t>
      </w:r>
      <w:r w:rsidR="00BE611A">
        <w:rPr>
          <w:rFonts w:cs="Georgia"/>
          <w:kern w:val="1"/>
        </w:rPr>
        <w:t>qui venait d</w:t>
      </w:r>
      <w:r>
        <w:rPr>
          <w:rFonts w:cs="Georgia"/>
          <w:kern w:val="1"/>
        </w:rPr>
        <w:t>’</w:t>
      </w:r>
      <w:r w:rsidR="00BE611A">
        <w:rPr>
          <w:rFonts w:cs="Georgia"/>
          <w:kern w:val="1"/>
        </w:rPr>
        <w:t>intercepter un des gestes du pasteur et fronçait déjà les sourcils</w:t>
      </w:r>
      <w:r>
        <w:rPr>
          <w:rFonts w:cs="Georgia"/>
          <w:kern w:val="1"/>
        </w:rPr>
        <w:t xml:space="preserve">. </w:t>
      </w:r>
      <w:r w:rsidR="00BE611A">
        <w:rPr>
          <w:rFonts w:cs="Georgia"/>
          <w:kern w:val="1"/>
        </w:rPr>
        <w:t>Qu</w:t>
      </w:r>
      <w:r>
        <w:rPr>
          <w:rFonts w:cs="Georgia"/>
          <w:kern w:val="1"/>
        </w:rPr>
        <w:t>’</w:t>
      </w:r>
      <w:r w:rsidR="00BE611A">
        <w:rPr>
          <w:rFonts w:cs="Georgia"/>
          <w:kern w:val="1"/>
        </w:rPr>
        <w:t xml:space="preserve">on laisse parler </w:t>
      </w:r>
      <w:r>
        <w:rPr>
          <w:rFonts w:cs="Georgia"/>
          <w:kern w:val="1"/>
        </w:rPr>
        <w:t>M. </w:t>
      </w:r>
      <w:r w:rsidR="00BE611A">
        <w:rPr>
          <w:rFonts w:cs="Georgia"/>
          <w:kern w:val="1"/>
        </w:rPr>
        <w:t>Berbling</w:t>
      </w:r>
      <w:r>
        <w:rPr>
          <w:rFonts w:cs="Georgia"/>
          <w:kern w:val="1"/>
        </w:rPr>
        <w:t xml:space="preserve">. </w:t>
      </w:r>
      <w:r w:rsidR="00BE611A">
        <w:rPr>
          <w:rFonts w:cs="Georgia"/>
          <w:kern w:val="1"/>
        </w:rPr>
        <w:t>Il me paraît un esprit tout à fait éclairé et judicieux</w:t>
      </w:r>
      <w:r>
        <w:rPr>
          <w:rFonts w:cs="Georgia"/>
          <w:kern w:val="1"/>
        </w:rPr>
        <w:t xml:space="preserve">. </w:t>
      </w:r>
      <w:r w:rsidR="00BE611A">
        <w:rPr>
          <w:rFonts w:cs="Georgia"/>
          <w:kern w:val="1"/>
        </w:rPr>
        <w:t>Ne craignez rien</w:t>
      </w:r>
      <w:r>
        <w:rPr>
          <w:rFonts w:cs="Georgia"/>
          <w:kern w:val="1"/>
        </w:rPr>
        <w:t xml:space="preserve">, </w:t>
      </w:r>
      <w:r w:rsidR="00BE611A">
        <w:rPr>
          <w:rFonts w:cs="Georgia"/>
          <w:kern w:val="1"/>
        </w:rPr>
        <w:t>monsieur Berbling</w:t>
      </w:r>
      <w:r>
        <w:rPr>
          <w:rFonts w:cs="Georgia"/>
          <w:kern w:val="1"/>
        </w:rPr>
        <w:t xml:space="preserve">. </w:t>
      </w:r>
      <w:r w:rsidR="00BE611A">
        <w:rPr>
          <w:rFonts w:cs="Georgia"/>
          <w:kern w:val="1"/>
        </w:rPr>
        <w:t>Je vous écoute avec la plus vive attention</w:t>
      </w:r>
      <w:r>
        <w:rPr>
          <w:rFonts w:cs="Georgia"/>
          <w:kern w:val="1"/>
        </w:rPr>
        <w:t>.</w:t>
      </w:r>
    </w:p>
    <w:p w14:paraId="2BDB4BFE" w14:textId="77777777" w:rsidR="000E1451" w:rsidRDefault="00BE611A" w:rsidP="00BE611A">
      <w:pPr>
        <w:rPr>
          <w:rFonts w:cs="Georgia"/>
          <w:kern w:val="1"/>
        </w:rPr>
      </w:pPr>
      <w:r>
        <w:rPr>
          <w:rFonts w:cs="Georgia"/>
          <w:kern w:val="1"/>
        </w:rPr>
        <w:t>Et il prit place dans un fauteuil</w:t>
      </w:r>
      <w:r w:rsidR="000E1451">
        <w:rPr>
          <w:rFonts w:cs="Georgia"/>
          <w:kern w:val="1"/>
        </w:rPr>
        <w:t xml:space="preserve">, </w:t>
      </w:r>
      <w:r>
        <w:rPr>
          <w:rFonts w:cs="Georgia"/>
          <w:kern w:val="1"/>
        </w:rPr>
        <w:t>non sans s</w:t>
      </w:r>
      <w:r w:rsidR="000E1451">
        <w:rPr>
          <w:rFonts w:cs="Georgia"/>
          <w:kern w:val="1"/>
        </w:rPr>
        <w:t>’</w:t>
      </w:r>
      <w:r>
        <w:rPr>
          <w:rFonts w:cs="Georgia"/>
          <w:kern w:val="1"/>
        </w:rPr>
        <w:t xml:space="preserve">être arrangé pour tourner ostensiblement le dos à </w:t>
      </w:r>
      <w:r w:rsidR="000E1451">
        <w:rPr>
          <w:rFonts w:cs="Georgia"/>
          <w:kern w:val="1"/>
        </w:rPr>
        <w:t>M. </w:t>
      </w:r>
      <w:r>
        <w:rPr>
          <w:rFonts w:cs="Georgia"/>
          <w:kern w:val="1"/>
        </w:rPr>
        <w:t>Flinkow</w:t>
      </w:r>
      <w:r w:rsidR="000E1451">
        <w:rPr>
          <w:rFonts w:cs="Georgia"/>
          <w:kern w:val="1"/>
        </w:rPr>
        <w:t>.</w:t>
      </w:r>
    </w:p>
    <w:p w14:paraId="16FF2897" w14:textId="77777777" w:rsidR="000E1451" w:rsidRDefault="000E1451" w:rsidP="00BE611A">
      <w:pPr>
        <w:rPr>
          <w:rFonts w:cs="Georgia"/>
          <w:kern w:val="1"/>
        </w:rPr>
      </w:pPr>
      <w:r>
        <w:rPr>
          <w:rFonts w:cs="Georgia"/>
          <w:kern w:val="1"/>
        </w:rPr>
        <w:lastRenderedPageBreak/>
        <w:t>— </w:t>
      </w:r>
      <w:r w:rsidR="00BE611A">
        <w:rPr>
          <w:rFonts w:cs="Georgia"/>
          <w:kern w:val="1"/>
        </w:rPr>
        <w:t>Excellence</w:t>
      </w:r>
      <w:r>
        <w:rPr>
          <w:rFonts w:cs="Georgia"/>
          <w:kern w:val="1"/>
        </w:rPr>
        <w:t xml:space="preserve">, </w:t>
      </w:r>
      <w:r w:rsidR="00BE611A">
        <w:rPr>
          <w:rFonts w:cs="Georgia"/>
          <w:kern w:val="1"/>
        </w:rPr>
        <w:t xml:space="preserve">reprit </w:t>
      </w:r>
      <w:r>
        <w:rPr>
          <w:rFonts w:cs="Georgia"/>
          <w:kern w:val="1"/>
        </w:rPr>
        <w:t>M. </w:t>
      </w:r>
      <w:r w:rsidR="00BE611A">
        <w:rPr>
          <w:rFonts w:cs="Georgia"/>
          <w:kern w:val="1"/>
        </w:rPr>
        <w:t>Berbling en se regorgeant</w:t>
      </w:r>
      <w:r>
        <w:rPr>
          <w:rFonts w:cs="Georgia"/>
          <w:kern w:val="1"/>
        </w:rPr>
        <w:t xml:space="preserve">, </w:t>
      </w:r>
      <w:r w:rsidR="00BE611A">
        <w:rPr>
          <w:rFonts w:cs="Georgia"/>
          <w:kern w:val="1"/>
        </w:rPr>
        <w:t>je vous remercie de votre bienveillance</w:t>
      </w:r>
      <w:r>
        <w:rPr>
          <w:rFonts w:cs="Georgia"/>
          <w:kern w:val="1"/>
        </w:rPr>
        <w:t xml:space="preserve">. </w:t>
      </w:r>
      <w:r w:rsidR="00BE611A">
        <w:rPr>
          <w:rFonts w:cs="Georgia"/>
          <w:kern w:val="1"/>
        </w:rPr>
        <w:t>Nous étions donc venus</w:t>
      </w:r>
      <w:r>
        <w:rPr>
          <w:rFonts w:cs="Georgia"/>
          <w:kern w:val="1"/>
        </w:rPr>
        <w:t xml:space="preserve">… </w:t>
      </w:r>
      <w:r w:rsidR="00BE611A">
        <w:rPr>
          <w:rFonts w:cs="Georgia"/>
          <w:kern w:val="1"/>
        </w:rPr>
        <w:t>Mais peut-être est-il inutile d</w:t>
      </w:r>
      <w:r>
        <w:rPr>
          <w:rFonts w:cs="Georgia"/>
          <w:kern w:val="1"/>
        </w:rPr>
        <w:t>’</w:t>
      </w:r>
      <w:r w:rsidR="00BE611A">
        <w:rPr>
          <w:rFonts w:cs="Georgia"/>
          <w:kern w:val="1"/>
        </w:rPr>
        <w:t>exposer de nouveau le but de notre requête</w:t>
      </w:r>
      <w:r>
        <w:rPr>
          <w:rFonts w:cs="Georgia"/>
          <w:kern w:val="1"/>
        </w:rPr>
        <w:t xml:space="preserve">. </w:t>
      </w:r>
      <w:r w:rsidR="00BE611A">
        <w:rPr>
          <w:rFonts w:cs="Georgia"/>
          <w:kern w:val="1"/>
        </w:rPr>
        <w:t>Mademoiselle votre nièce a bien voulu</w:t>
      </w:r>
      <w:r>
        <w:rPr>
          <w:rFonts w:cs="Georgia"/>
          <w:kern w:val="1"/>
        </w:rPr>
        <w:t xml:space="preserve">, </w:t>
      </w:r>
      <w:r w:rsidR="00BE611A">
        <w:rPr>
          <w:rFonts w:cs="Georgia"/>
          <w:kern w:val="1"/>
        </w:rPr>
        <w:t>en votre nom</w:t>
      </w:r>
      <w:r>
        <w:rPr>
          <w:rFonts w:cs="Georgia"/>
          <w:kern w:val="1"/>
        </w:rPr>
        <w:t xml:space="preserve">, </w:t>
      </w:r>
      <w:r w:rsidR="00BE611A">
        <w:rPr>
          <w:rFonts w:cs="Georgia"/>
          <w:kern w:val="1"/>
        </w:rPr>
        <w:t>l</w:t>
      </w:r>
      <w:r>
        <w:rPr>
          <w:rFonts w:cs="Georgia"/>
          <w:kern w:val="1"/>
        </w:rPr>
        <w:t>’</w:t>
      </w:r>
      <w:r w:rsidR="00BE611A">
        <w:rPr>
          <w:rFonts w:cs="Georgia"/>
          <w:kern w:val="1"/>
        </w:rPr>
        <w:t>accueillir favorablement</w:t>
      </w:r>
      <w:r>
        <w:rPr>
          <w:rFonts w:cs="Georgia"/>
          <w:kern w:val="1"/>
        </w:rPr>
        <w:t xml:space="preserve">. </w:t>
      </w:r>
      <w:r w:rsidR="00BE611A">
        <w:rPr>
          <w:rFonts w:cs="Georgia"/>
          <w:kern w:val="1"/>
        </w:rPr>
        <w:t>Dans ces conditions</w:t>
      </w:r>
      <w:r>
        <w:rPr>
          <w:rFonts w:cs="Georgia"/>
          <w:kern w:val="1"/>
        </w:rPr>
        <w:t>…</w:t>
      </w:r>
    </w:p>
    <w:p w14:paraId="55C4F01C" w14:textId="77777777" w:rsidR="000E1451" w:rsidRDefault="000E1451" w:rsidP="00BE611A">
      <w:pPr>
        <w:rPr>
          <w:rFonts w:cs="Georgia"/>
          <w:kern w:val="1"/>
        </w:rPr>
      </w:pPr>
      <w:r>
        <w:rPr>
          <w:rFonts w:cs="Georgia"/>
          <w:kern w:val="1"/>
        </w:rPr>
        <w:t>— </w:t>
      </w:r>
      <w:r w:rsidR="00BE611A">
        <w:rPr>
          <w:rFonts w:cs="Georgia"/>
          <w:kern w:val="1"/>
        </w:rPr>
        <w:t>Ce que ma nièce a fait en mon nom est nécessairement bien fait</w:t>
      </w:r>
      <w:r>
        <w:rPr>
          <w:rFonts w:cs="Georgia"/>
          <w:kern w:val="1"/>
        </w:rPr>
        <w:t xml:space="preserve">, </w:t>
      </w:r>
      <w:r w:rsidR="00BE611A">
        <w:rPr>
          <w:rFonts w:cs="Georgia"/>
          <w:kern w:val="1"/>
        </w:rPr>
        <w:t>monsieur Berbling</w:t>
      </w:r>
      <w:r>
        <w:rPr>
          <w:rFonts w:cs="Georgia"/>
          <w:kern w:val="1"/>
        </w:rPr>
        <w:t xml:space="preserve">. </w:t>
      </w:r>
      <w:r w:rsidR="00BE611A">
        <w:rPr>
          <w:rFonts w:cs="Georgia"/>
          <w:kern w:val="1"/>
        </w:rPr>
        <w:t>Je n</w:t>
      </w:r>
      <w:r>
        <w:rPr>
          <w:rFonts w:cs="Georgia"/>
          <w:kern w:val="1"/>
        </w:rPr>
        <w:t>’</w:t>
      </w:r>
      <w:r w:rsidR="00BE611A">
        <w:rPr>
          <w:rFonts w:cs="Georgia"/>
          <w:kern w:val="1"/>
        </w:rPr>
        <w:t>en insiste pas moins pour avoir de votre bouche un résumé de l</w:t>
      </w:r>
      <w:r>
        <w:rPr>
          <w:rFonts w:cs="Georgia"/>
          <w:kern w:val="1"/>
        </w:rPr>
        <w:t>’</w:t>
      </w:r>
      <w:r w:rsidR="00BE611A">
        <w:rPr>
          <w:rFonts w:cs="Georgia"/>
          <w:kern w:val="1"/>
        </w:rPr>
        <w:t>affaire dont il s</w:t>
      </w:r>
      <w:r>
        <w:rPr>
          <w:rFonts w:cs="Georgia"/>
          <w:kern w:val="1"/>
        </w:rPr>
        <w:t>’</w:t>
      </w:r>
      <w:r w:rsidR="00BE611A">
        <w:rPr>
          <w:rFonts w:cs="Georgia"/>
          <w:kern w:val="1"/>
        </w:rPr>
        <w:t>agit</w:t>
      </w:r>
      <w:r>
        <w:rPr>
          <w:rFonts w:cs="Georgia"/>
          <w:kern w:val="1"/>
        </w:rPr>
        <w:t>.</w:t>
      </w:r>
    </w:p>
    <w:p w14:paraId="7F3C5868" w14:textId="77777777" w:rsidR="000E1451" w:rsidRDefault="000E1451" w:rsidP="00BE611A">
      <w:pPr>
        <w:rPr>
          <w:rFonts w:cs="Georgia"/>
          <w:kern w:val="1"/>
        </w:rPr>
      </w:pPr>
      <w:r>
        <w:rPr>
          <w:rFonts w:cs="Georgia"/>
          <w:kern w:val="1"/>
        </w:rPr>
        <w:t>— </w:t>
      </w:r>
      <w:r w:rsidR="00BE611A">
        <w:rPr>
          <w:rFonts w:cs="Georgia"/>
          <w:kern w:val="1"/>
        </w:rPr>
        <w:t>Excellence</w:t>
      </w:r>
      <w:r>
        <w:rPr>
          <w:rFonts w:cs="Georgia"/>
          <w:kern w:val="1"/>
        </w:rPr>
        <w:t xml:space="preserve">, </w:t>
      </w:r>
      <w:r w:rsidR="00BE611A">
        <w:rPr>
          <w:rFonts w:cs="Georgia"/>
          <w:kern w:val="1"/>
        </w:rPr>
        <w:t>dit le bourgmestre de Warnicken</w:t>
      </w:r>
      <w:r>
        <w:rPr>
          <w:rFonts w:cs="Georgia"/>
          <w:kern w:val="1"/>
        </w:rPr>
        <w:t xml:space="preserve">, </w:t>
      </w:r>
      <w:r w:rsidR="00BE611A">
        <w:rPr>
          <w:rFonts w:cs="Georgia"/>
          <w:kern w:val="1"/>
        </w:rPr>
        <w:t>dont l</w:t>
      </w:r>
      <w:r>
        <w:rPr>
          <w:rFonts w:cs="Georgia"/>
          <w:kern w:val="1"/>
        </w:rPr>
        <w:t>’</w:t>
      </w:r>
      <w:r w:rsidR="00BE611A">
        <w:rPr>
          <w:rFonts w:cs="Georgia"/>
          <w:kern w:val="1"/>
        </w:rPr>
        <w:t>assurance n</w:t>
      </w:r>
      <w:r>
        <w:rPr>
          <w:rFonts w:cs="Georgia"/>
          <w:kern w:val="1"/>
        </w:rPr>
        <w:t>’</w:t>
      </w:r>
      <w:r w:rsidR="00BE611A">
        <w:rPr>
          <w:rFonts w:cs="Georgia"/>
          <w:kern w:val="1"/>
        </w:rPr>
        <w:t>avait pas l</w:t>
      </w:r>
      <w:r>
        <w:rPr>
          <w:rFonts w:cs="Georgia"/>
          <w:kern w:val="1"/>
        </w:rPr>
        <w:t>’</w:t>
      </w:r>
      <w:r w:rsidR="00BE611A">
        <w:rPr>
          <w:rFonts w:cs="Georgia"/>
          <w:kern w:val="1"/>
        </w:rPr>
        <w:t>air de s</w:t>
      </w:r>
      <w:r>
        <w:rPr>
          <w:rFonts w:cs="Georgia"/>
          <w:kern w:val="1"/>
        </w:rPr>
        <w:t>’</w:t>
      </w:r>
      <w:r w:rsidR="00BE611A">
        <w:rPr>
          <w:rFonts w:cs="Georgia"/>
          <w:kern w:val="1"/>
        </w:rPr>
        <w:t>accroître</w:t>
      </w:r>
      <w:r>
        <w:rPr>
          <w:rFonts w:cs="Georgia"/>
          <w:kern w:val="1"/>
        </w:rPr>
        <w:t xml:space="preserve">, </w:t>
      </w:r>
      <w:r w:rsidR="00BE611A">
        <w:rPr>
          <w:rFonts w:cs="Georgia"/>
          <w:kern w:val="1"/>
        </w:rPr>
        <w:t>nous étions venus vous demander si vous ne verriez pas d</w:t>
      </w:r>
      <w:r>
        <w:rPr>
          <w:rFonts w:cs="Georgia"/>
          <w:kern w:val="1"/>
        </w:rPr>
        <w:t>’</w:t>
      </w:r>
      <w:r w:rsidR="00BE611A">
        <w:rPr>
          <w:rFonts w:cs="Georgia"/>
          <w:kern w:val="1"/>
        </w:rPr>
        <w:t>inconvénients à ce que des soldats fussent cantonnés</w:t>
      </w:r>
      <w:r>
        <w:rPr>
          <w:rFonts w:cs="Georgia"/>
          <w:kern w:val="1"/>
        </w:rPr>
        <w:t xml:space="preserve">, </w:t>
      </w:r>
      <w:r w:rsidR="00BE611A">
        <w:rPr>
          <w:rFonts w:cs="Georgia"/>
          <w:kern w:val="1"/>
        </w:rPr>
        <w:t>le cas échéant</w:t>
      </w:r>
      <w:r>
        <w:rPr>
          <w:rFonts w:cs="Georgia"/>
          <w:kern w:val="1"/>
        </w:rPr>
        <w:t xml:space="preserve">, </w:t>
      </w:r>
      <w:r w:rsidR="00BE611A">
        <w:rPr>
          <w:rFonts w:cs="Georgia"/>
          <w:kern w:val="1"/>
        </w:rPr>
        <w:t>à Reichendorf</w:t>
      </w:r>
      <w:r>
        <w:rPr>
          <w:rFonts w:cs="Georgia"/>
          <w:kern w:val="1"/>
        </w:rPr>
        <w:t>.</w:t>
      </w:r>
    </w:p>
    <w:p w14:paraId="49187FBF" w14:textId="77777777" w:rsidR="000E1451" w:rsidRDefault="000E1451" w:rsidP="00BE611A">
      <w:pPr>
        <w:rPr>
          <w:rFonts w:cs="Georgia"/>
          <w:kern w:val="1"/>
        </w:rPr>
      </w:pPr>
      <w:r>
        <w:rPr>
          <w:rFonts w:cs="Georgia"/>
          <w:kern w:val="1"/>
        </w:rPr>
        <w:t>— </w:t>
      </w:r>
      <w:r w:rsidR="00BE611A">
        <w:rPr>
          <w:rFonts w:cs="Georgia"/>
          <w:kern w:val="1"/>
        </w:rPr>
        <w:t>Plaît-il</w:t>
      </w:r>
      <w:r>
        <w:rPr>
          <w:rFonts w:cs="Georgia"/>
          <w:kern w:val="1"/>
        </w:rPr>
        <w:t xml:space="preserve"> ? </w:t>
      </w:r>
      <w:r w:rsidR="00BE611A">
        <w:rPr>
          <w:rFonts w:cs="Georgia"/>
          <w:kern w:val="1"/>
        </w:rPr>
        <w:t>fit le général</w:t>
      </w:r>
      <w:r>
        <w:rPr>
          <w:rFonts w:cs="Georgia"/>
          <w:kern w:val="1"/>
        </w:rPr>
        <w:t>.</w:t>
      </w:r>
    </w:p>
    <w:p w14:paraId="4BE9A6DD" w14:textId="77777777" w:rsidR="000E1451" w:rsidRDefault="00BE611A" w:rsidP="00BE611A">
      <w:pPr>
        <w:rPr>
          <w:rFonts w:cs="Georgia"/>
          <w:kern w:val="1"/>
        </w:rPr>
      </w:pPr>
      <w:r>
        <w:rPr>
          <w:rFonts w:cs="Georgia"/>
          <w:kern w:val="1"/>
        </w:rPr>
        <w:t xml:space="preserve">Il examina de haut en bas </w:t>
      </w:r>
      <w:r w:rsidR="000E1451">
        <w:rPr>
          <w:rFonts w:cs="Georgia"/>
          <w:kern w:val="1"/>
        </w:rPr>
        <w:t>M. </w:t>
      </w:r>
      <w:r>
        <w:rPr>
          <w:rFonts w:cs="Georgia"/>
          <w:kern w:val="1"/>
        </w:rPr>
        <w:t>Berbling</w:t>
      </w:r>
      <w:r w:rsidR="000E1451">
        <w:rPr>
          <w:rFonts w:cs="Georgia"/>
          <w:kern w:val="1"/>
        </w:rPr>
        <w:t>.</w:t>
      </w:r>
    </w:p>
    <w:p w14:paraId="5DB35C60" w14:textId="77777777" w:rsidR="000E1451" w:rsidRDefault="000E1451" w:rsidP="00BE611A">
      <w:pPr>
        <w:rPr>
          <w:rFonts w:cs="Georgia"/>
          <w:kern w:val="1"/>
        </w:rPr>
      </w:pPr>
      <w:r>
        <w:rPr>
          <w:rFonts w:cs="Georgia"/>
          <w:kern w:val="1"/>
        </w:rPr>
        <w:t>— </w:t>
      </w:r>
      <w:r w:rsidR="00BE611A">
        <w:rPr>
          <w:rFonts w:cs="Georgia"/>
          <w:kern w:val="1"/>
        </w:rPr>
        <w:t>Des soldats à Reichendorf</w:t>
      </w:r>
      <w:r>
        <w:rPr>
          <w:rFonts w:cs="Georgia"/>
          <w:kern w:val="1"/>
        </w:rPr>
        <w:t xml:space="preserve"> ? </w:t>
      </w:r>
      <w:r w:rsidR="00BE611A">
        <w:rPr>
          <w:rFonts w:cs="Georgia"/>
          <w:kern w:val="1"/>
        </w:rPr>
        <w:t>Singulière conception stratégique</w:t>
      </w:r>
      <w:r>
        <w:rPr>
          <w:rFonts w:cs="Georgia"/>
          <w:kern w:val="1"/>
        </w:rPr>
        <w:t xml:space="preserve">. </w:t>
      </w:r>
      <w:r w:rsidR="00BE611A">
        <w:rPr>
          <w:rFonts w:cs="Georgia"/>
          <w:kern w:val="1"/>
        </w:rPr>
        <w:t>Oui</w:t>
      </w:r>
      <w:r>
        <w:rPr>
          <w:rFonts w:cs="Georgia"/>
          <w:kern w:val="1"/>
        </w:rPr>
        <w:t xml:space="preserve">, </w:t>
      </w:r>
      <w:r w:rsidR="00BE611A">
        <w:rPr>
          <w:rFonts w:cs="Georgia"/>
          <w:kern w:val="1"/>
        </w:rPr>
        <w:t>singulière conception</w:t>
      </w:r>
      <w:r>
        <w:rPr>
          <w:rFonts w:cs="Georgia"/>
          <w:kern w:val="1"/>
        </w:rPr>
        <w:t xml:space="preserve"> ! </w:t>
      </w:r>
      <w:r w:rsidR="00BE611A">
        <w:rPr>
          <w:rFonts w:cs="Georgia"/>
          <w:kern w:val="1"/>
        </w:rPr>
        <w:t>Et pourquoi</w:t>
      </w:r>
      <w:r>
        <w:rPr>
          <w:rFonts w:cs="Georgia"/>
          <w:kern w:val="1"/>
        </w:rPr>
        <w:t xml:space="preserve">, </w:t>
      </w:r>
      <w:r w:rsidR="00BE611A">
        <w:rPr>
          <w:rFonts w:cs="Georgia"/>
          <w:kern w:val="1"/>
        </w:rPr>
        <w:t>s</w:t>
      </w:r>
      <w:r>
        <w:rPr>
          <w:rFonts w:cs="Georgia"/>
          <w:kern w:val="1"/>
        </w:rPr>
        <w:t>’</w:t>
      </w:r>
      <w:r w:rsidR="00BE611A">
        <w:rPr>
          <w:rFonts w:cs="Georgia"/>
          <w:kern w:val="1"/>
        </w:rPr>
        <w:t>il vous plaît</w:t>
      </w:r>
      <w:r>
        <w:rPr>
          <w:rFonts w:cs="Georgia"/>
          <w:kern w:val="1"/>
        </w:rPr>
        <w:t xml:space="preserve"> ? </w:t>
      </w:r>
      <w:r w:rsidR="00BE611A">
        <w:rPr>
          <w:rFonts w:cs="Georgia"/>
          <w:kern w:val="1"/>
        </w:rPr>
        <w:t>À quoi</w:t>
      </w:r>
      <w:r>
        <w:rPr>
          <w:rFonts w:cs="Georgia"/>
          <w:kern w:val="1"/>
        </w:rPr>
        <w:t xml:space="preserve">, </w:t>
      </w:r>
      <w:r w:rsidR="00BE611A">
        <w:rPr>
          <w:rFonts w:cs="Georgia"/>
          <w:kern w:val="1"/>
        </w:rPr>
        <w:t>dans votre idée</w:t>
      </w:r>
      <w:r>
        <w:rPr>
          <w:rFonts w:cs="Georgia"/>
          <w:kern w:val="1"/>
        </w:rPr>
        <w:t xml:space="preserve">, </w:t>
      </w:r>
      <w:r w:rsidR="00BE611A">
        <w:rPr>
          <w:rFonts w:cs="Georgia"/>
          <w:kern w:val="1"/>
        </w:rPr>
        <w:t>seraient-ils destinés</w:t>
      </w:r>
      <w:r>
        <w:rPr>
          <w:rFonts w:cs="Georgia"/>
          <w:kern w:val="1"/>
        </w:rPr>
        <w:t xml:space="preserve">, </w:t>
      </w:r>
      <w:r w:rsidR="00BE611A">
        <w:rPr>
          <w:rFonts w:cs="Georgia"/>
          <w:kern w:val="1"/>
        </w:rPr>
        <w:t>ces soldats</w:t>
      </w:r>
      <w:r>
        <w:rPr>
          <w:rFonts w:cs="Georgia"/>
          <w:kern w:val="1"/>
        </w:rPr>
        <w:t> ?</w:t>
      </w:r>
    </w:p>
    <w:p w14:paraId="44EBC4E3" w14:textId="77777777" w:rsidR="000E1451" w:rsidRDefault="000E1451" w:rsidP="00BE611A">
      <w:pPr>
        <w:rPr>
          <w:rFonts w:cs="Georgia"/>
          <w:kern w:val="1"/>
        </w:rPr>
      </w:pPr>
      <w:r>
        <w:rPr>
          <w:rFonts w:cs="Georgia"/>
          <w:kern w:val="1"/>
        </w:rPr>
        <w:t>— </w:t>
      </w:r>
      <w:r w:rsidR="00BE611A">
        <w:rPr>
          <w:rFonts w:cs="Georgia"/>
          <w:kern w:val="1"/>
        </w:rPr>
        <w:t>Mais</w:t>
      </w:r>
      <w:r>
        <w:rPr>
          <w:rFonts w:cs="Georgia"/>
          <w:kern w:val="1"/>
        </w:rPr>
        <w:t xml:space="preserve">, </w:t>
      </w:r>
      <w:r w:rsidR="00BE611A">
        <w:rPr>
          <w:rFonts w:cs="Georgia"/>
          <w:kern w:val="1"/>
        </w:rPr>
        <w:t>Excellence</w:t>
      </w:r>
      <w:r>
        <w:rPr>
          <w:rFonts w:cs="Georgia"/>
          <w:kern w:val="1"/>
        </w:rPr>
        <w:t xml:space="preserve">, </w:t>
      </w:r>
      <w:r w:rsidR="00BE611A">
        <w:rPr>
          <w:rFonts w:cs="Georgia"/>
          <w:kern w:val="1"/>
        </w:rPr>
        <w:t>à réprimer les troubles qui pourraient se produire dans le pays</w:t>
      </w:r>
      <w:r>
        <w:rPr>
          <w:rFonts w:cs="Georgia"/>
          <w:kern w:val="1"/>
        </w:rPr>
        <w:t>.</w:t>
      </w:r>
    </w:p>
    <w:p w14:paraId="23ED1587" w14:textId="77777777" w:rsidR="000E1451" w:rsidRDefault="000E1451" w:rsidP="00BE611A">
      <w:pPr>
        <w:rPr>
          <w:rFonts w:cs="Georgia"/>
          <w:kern w:val="1"/>
        </w:rPr>
      </w:pPr>
      <w:r>
        <w:rPr>
          <w:rFonts w:cs="Georgia"/>
          <w:kern w:val="1"/>
        </w:rPr>
        <w:t>— </w:t>
      </w:r>
      <w:r w:rsidR="00BE611A">
        <w:rPr>
          <w:rFonts w:cs="Georgia"/>
          <w:kern w:val="1"/>
        </w:rPr>
        <w:t>Des troubles dans le pays</w:t>
      </w:r>
      <w:r>
        <w:rPr>
          <w:rFonts w:cs="Georgia"/>
          <w:kern w:val="1"/>
        </w:rPr>
        <w:t xml:space="preserve">, </w:t>
      </w:r>
      <w:r w:rsidR="00BE611A">
        <w:rPr>
          <w:rFonts w:cs="Georgia"/>
          <w:kern w:val="1"/>
        </w:rPr>
        <w:t>ici</w:t>
      </w:r>
      <w:r>
        <w:rPr>
          <w:rFonts w:cs="Georgia"/>
          <w:kern w:val="1"/>
        </w:rPr>
        <w:t> ?</w:t>
      </w:r>
    </w:p>
    <w:p w14:paraId="595FA672" w14:textId="77777777" w:rsidR="000E1451" w:rsidRDefault="000E1451" w:rsidP="00BE611A">
      <w:pPr>
        <w:rPr>
          <w:rFonts w:cs="Georgia"/>
          <w:kern w:val="1"/>
        </w:rPr>
      </w:pPr>
      <w:r>
        <w:rPr>
          <w:rFonts w:cs="Georgia"/>
          <w:kern w:val="1"/>
        </w:rPr>
        <w:t>— </w:t>
      </w:r>
      <w:r w:rsidR="00BE611A">
        <w:rPr>
          <w:rFonts w:cs="Georgia"/>
          <w:kern w:val="1"/>
        </w:rPr>
        <w:t>Oui</w:t>
      </w:r>
      <w:r>
        <w:rPr>
          <w:rFonts w:cs="Georgia"/>
          <w:kern w:val="1"/>
        </w:rPr>
        <w:t xml:space="preserve">, </w:t>
      </w:r>
      <w:r w:rsidR="00BE611A">
        <w:rPr>
          <w:rFonts w:cs="Georgia"/>
          <w:kern w:val="1"/>
        </w:rPr>
        <w:t>Excellence</w:t>
      </w:r>
      <w:r>
        <w:rPr>
          <w:rFonts w:cs="Georgia"/>
          <w:kern w:val="1"/>
        </w:rPr>
        <w:t>.</w:t>
      </w:r>
    </w:p>
    <w:p w14:paraId="45814B6A" w14:textId="77777777" w:rsidR="000E1451" w:rsidRDefault="000E1451" w:rsidP="00BE611A">
      <w:pPr>
        <w:rPr>
          <w:rFonts w:cs="Georgia"/>
          <w:kern w:val="1"/>
        </w:rPr>
      </w:pPr>
      <w:r>
        <w:rPr>
          <w:rFonts w:cs="Georgia"/>
          <w:kern w:val="1"/>
        </w:rPr>
        <w:t>— </w:t>
      </w:r>
      <w:r w:rsidR="00BE611A">
        <w:rPr>
          <w:rFonts w:cs="Georgia"/>
          <w:kern w:val="1"/>
        </w:rPr>
        <w:t>Singulière conception</w:t>
      </w:r>
      <w:r>
        <w:rPr>
          <w:rFonts w:cs="Georgia"/>
          <w:kern w:val="1"/>
        </w:rPr>
        <w:t xml:space="preserve">, </w:t>
      </w:r>
      <w:r w:rsidR="00BE611A">
        <w:rPr>
          <w:rFonts w:cs="Georgia"/>
          <w:kern w:val="1"/>
        </w:rPr>
        <w:t>je le répète</w:t>
      </w:r>
      <w:r>
        <w:rPr>
          <w:rFonts w:cs="Georgia"/>
          <w:kern w:val="1"/>
        </w:rPr>
        <w:t xml:space="preserve">. </w:t>
      </w:r>
      <w:r w:rsidR="00BE611A">
        <w:rPr>
          <w:rFonts w:cs="Georgia"/>
          <w:kern w:val="1"/>
        </w:rPr>
        <w:t>Sacrebleu</w:t>
      </w:r>
      <w:r>
        <w:rPr>
          <w:rFonts w:cs="Georgia"/>
          <w:kern w:val="1"/>
        </w:rPr>
        <w:t xml:space="preserve">, </w:t>
      </w:r>
      <w:r w:rsidR="00BE611A">
        <w:rPr>
          <w:rFonts w:cs="Georgia"/>
          <w:kern w:val="1"/>
        </w:rPr>
        <w:t>mon brave monsieur</w:t>
      </w:r>
      <w:r>
        <w:rPr>
          <w:rFonts w:cs="Georgia"/>
          <w:kern w:val="1"/>
        </w:rPr>
        <w:t xml:space="preserve">, </w:t>
      </w:r>
      <w:r w:rsidR="00BE611A">
        <w:rPr>
          <w:rFonts w:cs="Georgia"/>
          <w:kern w:val="1"/>
        </w:rPr>
        <w:t>êtes-vous capable de m</w:t>
      </w:r>
      <w:r>
        <w:rPr>
          <w:rFonts w:cs="Georgia"/>
          <w:kern w:val="1"/>
        </w:rPr>
        <w:t>’</w:t>
      </w:r>
      <w:r w:rsidR="00BE611A">
        <w:rPr>
          <w:rFonts w:cs="Georgia"/>
          <w:kern w:val="1"/>
        </w:rPr>
        <w:t xml:space="preserve">expliquer pourquoi </w:t>
      </w:r>
      <w:r w:rsidR="00BE611A">
        <w:rPr>
          <w:rFonts w:cs="Georgia"/>
          <w:kern w:val="1"/>
        </w:rPr>
        <w:lastRenderedPageBreak/>
        <w:t>vous tenez absolument à ce qu</w:t>
      </w:r>
      <w:r>
        <w:rPr>
          <w:rFonts w:cs="Georgia"/>
          <w:kern w:val="1"/>
        </w:rPr>
        <w:t>’</w:t>
      </w:r>
      <w:r w:rsidR="00BE611A">
        <w:rPr>
          <w:rFonts w:cs="Georgia"/>
          <w:kern w:val="1"/>
        </w:rPr>
        <w:t>il y ait des troubles</w:t>
      </w:r>
      <w:r>
        <w:rPr>
          <w:rFonts w:cs="Georgia"/>
          <w:kern w:val="1"/>
        </w:rPr>
        <w:t xml:space="preserve"> ? </w:t>
      </w:r>
      <w:r w:rsidR="00BE611A">
        <w:rPr>
          <w:rFonts w:cs="Georgia"/>
          <w:kern w:val="1"/>
        </w:rPr>
        <w:t>Quels troubles</w:t>
      </w:r>
      <w:r>
        <w:rPr>
          <w:rFonts w:cs="Georgia"/>
          <w:kern w:val="1"/>
        </w:rPr>
        <w:t> ?</w:t>
      </w:r>
    </w:p>
    <w:p w14:paraId="0C36FFD9" w14:textId="77777777" w:rsidR="000E1451" w:rsidRDefault="000E1451" w:rsidP="00BE611A">
      <w:pPr>
        <w:rPr>
          <w:rFonts w:cs="Georgia"/>
          <w:kern w:val="1"/>
        </w:rPr>
      </w:pPr>
      <w:r>
        <w:rPr>
          <w:rFonts w:cs="Georgia"/>
          <w:kern w:val="1"/>
        </w:rPr>
        <w:t>— </w:t>
      </w:r>
      <w:r w:rsidR="00BE611A">
        <w:rPr>
          <w:rFonts w:cs="Georgia"/>
          <w:kern w:val="1"/>
        </w:rPr>
        <w:t>Excellence</w:t>
      </w:r>
      <w:r>
        <w:rPr>
          <w:rFonts w:cs="Georgia"/>
          <w:kern w:val="1"/>
        </w:rPr>
        <w:t xml:space="preserve">, </w:t>
      </w:r>
      <w:r w:rsidR="00BE611A">
        <w:rPr>
          <w:rFonts w:cs="Georgia"/>
          <w:kern w:val="1"/>
        </w:rPr>
        <w:t xml:space="preserve">dit </w:t>
      </w:r>
      <w:r>
        <w:rPr>
          <w:rFonts w:cs="Georgia"/>
          <w:kern w:val="1"/>
        </w:rPr>
        <w:t>M. </w:t>
      </w:r>
      <w:r w:rsidR="00BE611A">
        <w:rPr>
          <w:rFonts w:cs="Georgia"/>
          <w:kern w:val="1"/>
        </w:rPr>
        <w:t>Berbling</w:t>
      </w:r>
      <w:r>
        <w:rPr>
          <w:rFonts w:cs="Georgia"/>
          <w:kern w:val="1"/>
        </w:rPr>
        <w:t xml:space="preserve">, </w:t>
      </w:r>
      <w:r w:rsidR="00BE611A">
        <w:rPr>
          <w:rFonts w:cs="Georgia"/>
          <w:kern w:val="1"/>
        </w:rPr>
        <w:t>qui trouvait ses mots avec de plus en plus de difficultés</w:t>
      </w:r>
      <w:r>
        <w:rPr>
          <w:rFonts w:cs="Georgia"/>
          <w:kern w:val="1"/>
        </w:rPr>
        <w:t xml:space="preserve">, </w:t>
      </w:r>
      <w:r w:rsidR="00BE611A">
        <w:rPr>
          <w:rFonts w:cs="Georgia"/>
          <w:kern w:val="1"/>
        </w:rPr>
        <w:t>il n</w:t>
      </w:r>
      <w:r>
        <w:rPr>
          <w:rFonts w:cs="Georgia"/>
          <w:kern w:val="1"/>
        </w:rPr>
        <w:t>’</w:t>
      </w:r>
      <w:r w:rsidR="00BE611A">
        <w:rPr>
          <w:rFonts w:cs="Georgia"/>
          <w:kern w:val="1"/>
        </w:rPr>
        <w:t>y a rien d</w:t>
      </w:r>
      <w:r>
        <w:rPr>
          <w:rFonts w:cs="Georgia"/>
          <w:kern w:val="1"/>
        </w:rPr>
        <w:t>’</w:t>
      </w:r>
      <w:r w:rsidR="00BE611A">
        <w:rPr>
          <w:rFonts w:cs="Georgia"/>
          <w:kern w:val="1"/>
        </w:rPr>
        <w:t>impossible à ce que</w:t>
      </w:r>
      <w:r>
        <w:rPr>
          <w:rFonts w:cs="Georgia"/>
          <w:kern w:val="1"/>
        </w:rPr>
        <w:t xml:space="preserve">… </w:t>
      </w:r>
      <w:r w:rsidR="00BE611A">
        <w:rPr>
          <w:rFonts w:cs="Georgia"/>
          <w:kern w:val="1"/>
        </w:rPr>
        <w:t>Oui</w:t>
      </w:r>
      <w:r>
        <w:rPr>
          <w:rFonts w:cs="Georgia"/>
          <w:kern w:val="1"/>
        </w:rPr>
        <w:t xml:space="preserve">, </w:t>
      </w:r>
      <w:r w:rsidR="00BE611A">
        <w:rPr>
          <w:rFonts w:cs="Georgia"/>
          <w:kern w:val="1"/>
        </w:rPr>
        <w:t>du moment que le drapeau rouge flotte à Berlin</w:t>
      </w:r>
      <w:r>
        <w:rPr>
          <w:rFonts w:cs="Georgia"/>
          <w:kern w:val="1"/>
        </w:rPr>
        <w:t>.</w:t>
      </w:r>
    </w:p>
    <w:p w14:paraId="3501CF3F" w14:textId="77777777" w:rsidR="000E1451" w:rsidRDefault="000E1451" w:rsidP="00BE611A">
      <w:pPr>
        <w:rPr>
          <w:rFonts w:cs="Georgia"/>
          <w:kern w:val="1"/>
        </w:rPr>
      </w:pPr>
      <w:r>
        <w:rPr>
          <w:rFonts w:cs="Georgia"/>
          <w:kern w:val="1"/>
        </w:rPr>
        <w:t>— </w:t>
      </w:r>
      <w:r w:rsidR="00BE611A">
        <w:rPr>
          <w:rFonts w:cs="Georgia"/>
          <w:kern w:val="1"/>
        </w:rPr>
        <w:t>Le drapeau rouge</w:t>
      </w:r>
      <w:r>
        <w:rPr>
          <w:rFonts w:cs="Georgia"/>
          <w:kern w:val="1"/>
        </w:rPr>
        <w:t xml:space="preserve">, </w:t>
      </w:r>
      <w:r w:rsidR="00BE611A">
        <w:rPr>
          <w:rFonts w:cs="Georgia"/>
          <w:kern w:val="1"/>
        </w:rPr>
        <w:t>à Berlin</w:t>
      </w:r>
      <w:r>
        <w:rPr>
          <w:rFonts w:cs="Georgia"/>
          <w:kern w:val="1"/>
        </w:rPr>
        <w:t> ?</w:t>
      </w:r>
    </w:p>
    <w:p w14:paraId="21786C32" w14:textId="77777777" w:rsidR="000E1451" w:rsidRDefault="00BE611A" w:rsidP="00BE611A">
      <w:pPr>
        <w:rPr>
          <w:rFonts w:cs="Georgia"/>
          <w:kern w:val="1"/>
        </w:rPr>
      </w:pPr>
      <w:r>
        <w:rPr>
          <w:rFonts w:cs="Georgia"/>
          <w:kern w:val="1"/>
        </w:rPr>
        <w:t>Le général était devenu subitement aussi écarlate que l</w:t>
      </w:r>
      <w:r w:rsidR="000E1451">
        <w:rPr>
          <w:rFonts w:cs="Georgia"/>
          <w:kern w:val="1"/>
        </w:rPr>
        <w:t>’</w:t>
      </w:r>
      <w:r>
        <w:rPr>
          <w:rFonts w:cs="Georgia"/>
          <w:kern w:val="1"/>
        </w:rPr>
        <w:t>emblème en question</w:t>
      </w:r>
      <w:r w:rsidR="000E1451">
        <w:rPr>
          <w:rFonts w:cs="Georgia"/>
          <w:kern w:val="1"/>
        </w:rPr>
        <w:t xml:space="preserve">. </w:t>
      </w:r>
      <w:r>
        <w:rPr>
          <w:rFonts w:cs="Georgia"/>
          <w:kern w:val="1"/>
        </w:rPr>
        <w:t xml:space="preserve">Il se tourna vers </w:t>
      </w:r>
      <w:r w:rsidR="000E1451">
        <w:rPr>
          <w:rFonts w:cs="Georgia"/>
          <w:kern w:val="1"/>
        </w:rPr>
        <w:t>M. </w:t>
      </w:r>
      <w:r>
        <w:rPr>
          <w:rFonts w:cs="Georgia"/>
          <w:kern w:val="1"/>
        </w:rPr>
        <w:t>Flinkow</w:t>
      </w:r>
      <w:r w:rsidR="000E1451">
        <w:rPr>
          <w:rFonts w:cs="Georgia"/>
          <w:kern w:val="1"/>
        </w:rPr>
        <w:t>.</w:t>
      </w:r>
    </w:p>
    <w:p w14:paraId="23DB7882" w14:textId="77777777" w:rsidR="000E1451" w:rsidRDefault="000E1451" w:rsidP="00BE611A">
      <w:pPr>
        <w:rPr>
          <w:rFonts w:cs="Georgia"/>
          <w:kern w:val="1"/>
        </w:rPr>
      </w:pPr>
      <w:r>
        <w:rPr>
          <w:rFonts w:cs="Georgia"/>
          <w:kern w:val="1"/>
        </w:rPr>
        <w:t>— </w:t>
      </w:r>
      <w:r w:rsidR="00BE611A">
        <w:rPr>
          <w:rFonts w:cs="Georgia"/>
          <w:kern w:val="1"/>
        </w:rPr>
        <w:t>Je crois vous avoir fait comprendre</w:t>
      </w:r>
      <w:r>
        <w:rPr>
          <w:rFonts w:cs="Georgia"/>
          <w:kern w:val="1"/>
        </w:rPr>
        <w:t xml:space="preserve">, </w:t>
      </w:r>
      <w:r w:rsidR="00BE611A">
        <w:rPr>
          <w:rFonts w:cs="Georgia"/>
          <w:kern w:val="1"/>
        </w:rPr>
        <w:t>monsieur</w:t>
      </w:r>
      <w:r>
        <w:rPr>
          <w:rFonts w:cs="Georgia"/>
          <w:kern w:val="1"/>
        </w:rPr>
        <w:t xml:space="preserve">, </w:t>
      </w:r>
      <w:r w:rsidR="00BE611A">
        <w:rPr>
          <w:rFonts w:cs="Georgia"/>
          <w:kern w:val="1"/>
        </w:rPr>
        <w:t>que mon intention primitive était de ne pas vous adresser la parole</w:t>
      </w:r>
      <w:r>
        <w:rPr>
          <w:rFonts w:cs="Georgia"/>
          <w:kern w:val="1"/>
        </w:rPr>
        <w:t xml:space="preserve">. </w:t>
      </w:r>
      <w:r w:rsidR="00BE611A">
        <w:rPr>
          <w:rFonts w:cs="Georgia"/>
          <w:kern w:val="1"/>
        </w:rPr>
        <w:t>Mais</w:t>
      </w:r>
      <w:r>
        <w:rPr>
          <w:rFonts w:cs="Georgia"/>
          <w:kern w:val="1"/>
        </w:rPr>
        <w:t xml:space="preserve">, </w:t>
      </w:r>
      <w:r w:rsidR="00BE611A">
        <w:rPr>
          <w:rFonts w:cs="Georgia"/>
          <w:kern w:val="1"/>
        </w:rPr>
        <w:t>étant donné que votre compagnon paraît avoir perdu la raison</w:t>
      </w:r>
      <w:r>
        <w:rPr>
          <w:rFonts w:cs="Georgia"/>
          <w:kern w:val="1"/>
        </w:rPr>
        <w:t>…</w:t>
      </w:r>
    </w:p>
    <w:p w14:paraId="35AACB80" w14:textId="77777777" w:rsidR="000E1451" w:rsidRDefault="00BE611A" w:rsidP="00BE611A">
      <w:pPr>
        <w:rPr>
          <w:rFonts w:cs="Georgia"/>
          <w:kern w:val="1"/>
        </w:rPr>
      </w:pPr>
      <w:r>
        <w:rPr>
          <w:rFonts w:cs="Georgia"/>
          <w:kern w:val="1"/>
        </w:rPr>
        <w:t>Très ennuyé</w:t>
      </w:r>
      <w:r w:rsidR="000E1451">
        <w:rPr>
          <w:rFonts w:cs="Georgia"/>
          <w:kern w:val="1"/>
        </w:rPr>
        <w:t>, M. </w:t>
      </w:r>
      <w:r>
        <w:rPr>
          <w:rFonts w:cs="Georgia"/>
          <w:kern w:val="1"/>
        </w:rPr>
        <w:t>Flinkow gardait le silence</w:t>
      </w:r>
      <w:r w:rsidR="000E1451">
        <w:rPr>
          <w:rFonts w:cs="Georgia"/>
          <w:kern w:val="1"/>
        </w:rPr>
        <w:t xml:space="preserve">. </w:t>
      </w:r>
      <w:r>
        <w:rPr>
          <w:rFonts w:cs="Georgia"/>
          <w:kern w:val="1"/>
        </w:rPr>
        <w:t>Il avait compris que le général n</w:t>
      </w:r>
      <w:r w:rsidR="000E1451">
        <w:rPr>
          <w:rFonts w:cs="Georgia"/>
          <w:kern w:val="1"/>
        </w:rPr>
        <w:t>’</w:t>
      </w:r>
      <w:r>
        <w:rPr>
          <w:rFonts w:cs="Georgia"/>
          <w:kern w:val="1"/>
        </w:rPr>
        <w:t>était au courant de rien</w:t>
      </w:r>
      <w:r w:rsidR="000E1451">
        <w:rPr>
          <w:rFonts w:cs="Georgia"/>
          <w:kern w:val="1"/>
        </w:rPr>
        <w:t xml:space="preserve">, </w:t>
      </w:r>
      <w:r>
        <w:rPr>
          <w:rFonts w:cs="Georgia"/>
          <w:kern w:val="1"/>
        </w:rPr>
        <w:t>et il maudissait l</w:t>
      </w:r>
      <w:r w:rsidR="000E1451">
        <w:rPr>
          <w:rFonts w:cs="Georgia"/>
          <w:kern w:val="1"/>
        </w:rPr>
        <w:t>’</w:t>
      </w:r>
      <w:r>
        <w:rPr>
          <w:rFonts w:cs="Georgia"/>
          <w:kern w:val="1"/>
        </w:rPr>
        <w:t xml:space="preserve">intempérance de langage de </w:t>
      </w:r>
      <w:r w:rsidR="000E1451">
        <w:rPr>
          <w:rFonts w:cs="Georgia"/>
          <w:kern w:val="1"/>
        </w:rPr>
        <w:t>M. </w:t>
      </w:r>
      <w:r>
        <w:rPr>
          <w:rFonts w:cs="Georgia"/>
          <w:kern w:val="1"/>
        </w:rPr>
        <w:t>Berbling</w:t>
      </w:r>
      <w:r w:rsidR="000E1451">
        <w:rPr>
          <w:rFonts w:cs="Georgia"/>
          <w:kern w:val="1"/>
        </w:rPr>
        <w:t>.</w:t>
      </w:r>
    </w:p>
    <w:p w14:paraId="744DB0C8" w14:textId="77777777" w:rsidR="000E1451" w:rsidRDefault="00BE611A" w:rsidP="00BE611A">
      <w:pPr>
        <w:rPr>
          <w:rFonts w:cs="Georgia"/>
          <w:kern w:val="1"/>
        </w:rPr>
      </w:pPr>
      <w:r>
        <w:rPr>
          <w:rFonts w:cs="Georgia"/>
          <w:kern w:val="1"/>
        </w:rPr>
        <w:t>Cependant</w:t>
      </w:r>
      <w:r w:rsidR="000E1451">
        <w:rPr>
          <w:rFonts w:cs="Georgia"/>
          <w:kern w:val="1"/>
        </w:rPr>
        <w:t xml:space="preserve">, </w:t>
      </w:r>
      <w:r>
        <w:rPr>
          <w:rFonts w:cs="Georgia"/>
          <w:kern w:val="1"/>
        </w:rPr>
        <w:t>ce dernier</w:t>
      </w:r>
      <w:r w:rsidR="000E1451">
        <w:rPr>
          <w:rFonts w:cs="Georgia"/>
          <w:kern w:val="1"/>
        </w:rPr>
        <w:t xml:space="preserve">, </w:t>
      </w:r>
      <w:r>
        <w:rPr>
          <w:rFonts w:cs="Georgia"/>
          <w:kern w:val="1"/>
        </w:rPr>
        <w:t>piqué au vif</w:t>
      </w:r>
      <w:r w:rsidR="000E1451">
        <w:rPr>
          <w:rFonts w:cs="Georgia"/>
          <w:kern w:val="1"/>
        </w:rPr>
        <w:t xml:space="preserve">, </w:t>
      </w:r>
      <w:r>
        <w:rPr>
          <w:rFonts w:cs="Georgia"/>
          <w:kern w:val="1"/>
        </w:rPr>
        <w:t>avait tiré un journal de sa pelisse</w:t>
      </w:r>
      <w:r w:rsidR="000E1451">
        <w:rPr>
          <w:rFonts w:cs="Georgia"/>
          <w:kern w:val="1"/>
        </w:rPr>
        <w:t xml:space="preserve">, </w:t>
      </w:r>
      <w:r>
        <w:rPr>
          <w:rFonts w:cs="Georgia"/>
          <w:kern w:val="1"/>
        </w:rPr>
        <w:t>et il le mettait sous le nez du général</w:t>
      </w:r>
      <w:r w:rsidR="000E1451">
        <w:rPr>
          <w:rFonts w:cs="Georgia"/>
          <w:kern w:val="1"/>
        </w:rPr>
        <w:t>.</w:t>
      </w:r>
    </w:p>
    <w:p w14:paraId="6383ED34" w14:textId="77777777" w:rsidR="000E1451" w:rsidRDefault="000E1451" w:rsidP="00BE611A">
      <w:pPr>
        <w:rPr>
          <w:rFonts w:cs="Georgia"/>
          <w:kern w:val="1"/>
        </w:rPr>
      </w:pPr>
      <w:r>
        <w:rPr>
          <w:rFonts w:cs="Georgia"/>
          <w:kern w:val="1"/>
        </w:rPr>
        <w:t>— </w:t>
      </w:r>
      <w:r w:rsidR="00BE611A">
        <w:rPr>
          <w:rFonts w:cs="Georgia"/>
          <w:kern w:val="1"/>
        </w:rPr>
        <w:t>Qu</w:t>
      </w:r>
      <w:r>
        <w:rPr>
          <w:rFonts w:cs="Georgia"/>
          <w:kern w:val="1"/>
        </w:rPr>
        <w:t>’</w:t>
      </w:r>
      <w:r w:rsidR="00BE611A">
        <w:rPr>
          <w:rFonts w:cs="Georgia"/>
          <w:kern w:val="1"/>
        </w:rPr>
        <w:t>est ceci</w:t>
      </w:r>
      <w:r>
        <w:rPr>
          <w:rFonts w:cs="Georgia"/>
          <w:kern w:val="1"/>
        </w:rPr>
        <w:t xml:space="preserve">, </w:t>
      </w:r>
      <w:r w:rsidR="00BE611A">
        <w:rPr>
          <w:rFonts w:cs="Georgia"/>
          <w:kern w:val="1"/>
        </w:rPr>
        <w:t>Monsieur</w:t>
      </w:r>
      <w:r>
        <w:rPr>
          <w:rFonts w:cs="Georgia"/>
          <w:kern w:val="1"/>
        </w:rPr>
        <w:t> ?</w:t>
      </w:r>
    </w:p>
    <w:p w14:paraId="572FCA2B" w14:textId="77777777" w:rsidR="000E1451" w:rsidRDefault="000E1451" w:rsidP="00BE611A">
      <w:pPr>
        <w:rPr>
          <w:rFonts w:cs="Georgia"/>
          <w:kern w:val="1"/>
        </w:rPr>
      </w:pPr>
      <w:r>
        <w:rPr>
          <w:rFonts w:cs="Georgia"/>
          <w:kern w:val="1"/>
        </w:rPr>
        <w:t>— </w:t>
      </w:r>
      <w:r w:rsidR="00BE611A">
        <w:rPr>
          <w:rFonts w:cs="Georgia"/>
          <w:kern w:val="1"/>
        </w:rPr>
        <w:t xml:space="preserve">Le </w:t>
      </w:r>
      <w:r w:rsidR="00BE611A">
        <w:rPr>
          <w:rFonts w:cs="Georgia"/>
          <w:bCs/>
          <w:i/>
          <w:iCs/>
          <w:kern w:val="1"/>
        </w:rPr>
        <w:t>Vorwaerts</w:t>
      </w:r>
      <w:r>
        <w:t xml:space="preserve">, </w:t>
      </w:r>
      <w:r w:rsidR="00BE611A">
        <w:rPr>
          <w:rFonts w:cs="Georgia"/>
          <w:kern w:val="1"/>
        </w:rPr>
        <w:t>Excellence</w:t>
      </w:r>
      <w:r>
        <w:rPr>
          <w:rFonts w:cs="Georgia"/>
          <w:kern w:val="1"/>
        </w:rPr>
        <w:t xml:space="preserve">, </w:t>
      </w:r>
      <w:r w:rsidR="00BE611A">
        <w:rPr>
          <w:rFonts w:cs="Georgia"/>
          <w:kern w:val="1"/>
        </w:rPr>
        <w:t>qui donne des détails</w:t>
      </w:r>
      <w:r>
        <w:rPr>
          <w:rFonts w:cs="Georgia"/>
          <w:kern w:val="1"/>
        </w:rPr>
        <w:t>…</w:t>
      </w:r>
    </w:p>
    <w:p w14:paraId="5F6BAB23" w14:textId="77777777" w:rsidR="000E1451" w:rsidRDefault="000E1451" w:rsidP="00BE611A">
      <w:pPr>
        <w:rPr>
          <w:rFonts w:cs="Georgia"/>
          <w:bCs/>
          <w:i/>
          <w:iCs/>
          <w:kern w:val="1"/>
        </w:rPr>
      </w:pPr>
      <w:r>
        <w:rPr>
          <w:rFonts w:cs="Georgia"/>
          <w:kern w:val="1"/>
        </w:rPr>
        <w:t>— </w:t>
      </w:r>
      <w:r w:rsidR="00BE611A">
        <w:rPr>
          <w:rFonts w:cs="Georgia"/>
          <w:kern w:val="1"/>
        </w:rPr>
        <w:t xml:space="preserve">Le </w:t>
      </w:r>
      <w:r w:rsidR="00BE611A">
        <w:rPr>
          <w:rFonts w:cs="Georgia"/>
          <w:bCs/>
          <w:i/>
          <w:iCs/>
          <w:kern w:val="1"/>
        </w:rPr>
        <w:t>Vorwaerts</w:t>
      </w:r>
      <w:r>
        <w:rPr>
          <w:rFonts w:cs="Georgia"/>
          <w:bCs/>
          <w:i/>
          <w:iCs/>
          <w:kern w:val="1"/>
        </w:rPr>
        <w:t> !</w:t>
      </w:r>
    </w:p>
    <w:p w14:paraId="40913D8C" w14:textId="77777777" w:rsidR="000E1451" w:rsidRDefault="00BE611A" w:rsidP="00BE611A">
      <w:pPr>
        <w:rPr>
          <w:rFonts w:cs="Georgia"/>
          <w:kern w:val="1"/>
        </w:rPr>
      </w:pPr>
      <w:r>
        <w:rPr>
          <w:rFonts w:cs="Georgia"/>
          <w:kern w:val="1"/>
        </w:rPr>
        <w:t>Repoussant son fauteuil avec violence</w:t>
      </w:r>
      <w:r w:rsidR="000E1451">
        <w:rPr>
          <w:rFonts w:cs="Georgia"/>
          <w:kern w:val="1"/>
        </w:rPr>
        <w:t xml:space="preserve">, </w:t>
      </w:r>
      <w:r>
        <w:rPr>
          <w:rFonts w:cs="Georgia"/>
          <w:kern w:val="1"/>
        </w:rPr>
        <w:t>le général s</w:t>
      </w:r>
      <w:r w:rsidR="000E1451">
        <w:rPr>
          <w:rFonts w:cs="Georgia"/>
          <w:kern w:val="1"/>
        </w:rPr>
        <w:t>’</w:t>
      </w:r>
      <w:r>
        <w:rPr>
          <w:rFonts w:cs="Georgia"/>
          <w:kern w:val="1"/>
        </w:rPr>
        <w:t>était levé</w:t>
      </w:r>
      <w:r w:rsidR="000E1451">
        <w:rPr>
          <w:rFonts w:cs="Georgia"/>
          <w:kern w:val="1"/>
        </w:rPr>
        <w:t>.</w:t>
      </w:r>
    </w:p>
    <w:p w14:paraId="1EF309EA" w14:textId="77777777" w:rsidR="000E1451" w:rsidRDefault="000E1451" w:rsidP="00BE611A">
      <w:pPr>
        <w:rPr>
          <w:rFonts w:cs="Georgia"/>
          <w:kern w:val="1"/>
        </w:rPr>
      </w:pPr>
      <w:r>
        <w:rPr>
          <w:rFonts w:cs="Georgia"/>
          <w:kern w:val="1"/>
        </w:rPr>
        <w:t>— </w:t>
      </w:r>
      <w:r w:rsidR="00BE611A">
        <w:rPr>
          <w:rFonts w:cs="Georgia"/>
          <w:kern w:val="1"/>
        </w:rPr>
        <w:t>Monsieur Berbling</w:t>
      </w:r>
      <w:r>
        <w:rPr>
          <w:rFonts w:cs="Georgia"/>
          <w:kern w:val="1"/>
        </w:rPr>
        <w:t xml:space="preserve">, </w:t>
      </w:r>
      <w:r w:rsidR="00BE611A">
        <w:rPr>
          <w:rFonts w:cs="Georgia"/>
          <w:kern w:val="1"/>
        </w:rPr>
        <w:t>fit-il</w:t>
      </w:r>
      <w:r>
        <w:rPr>
          <w:rFonts w:cs="Georgia"/>
          <w:kern w:val="1"/>
        </w:rPr>
        <w:t xml:space="preserve">, </w:t>
      </w:r>
      <w:r w:rsidR="00BE611A">
        <w:rPr>
          <w:rFonts w:cs="Georgia"/>
          <w:kern w:val="1"/>
        </w:rPr>
        <w:t>les lois de l</w:t>
      </w:r>
      <w:r>
        <w:rPr>
          <w:rFonts w:cs="Georgia"/>
          <w:kern w:val="1"/>
        </w:rPr>
        <w:t>’</w:t>
      </w:r>
      <w:r w:rsidR="00BE611A">
        <w:rPr>
          <w:rFonts w:cs="Georgia"/>
          <w:kern w:val="1"/>
        </w:rPr>
        <w:t>hospitalité ne m</w:t>
      </w:r>
      <w:r>
        <w:rPr>
          <w:rFonts w:cs="Georgia"/>
          <w:kern w:val="1"/>
        </w:rPr>
        <w:t>’</w:t>
      </w:r>
      <w:r w:rsidR="00BE611A">
        <w:rPr>
          <w:rFonts w:cs="Georgia"/>
          <w:kern w:val="1"/>
        </w:rPr>
        <w:t>empêcheront pas de vous le dire</w:t>
      </w:r>
      <w:r>
        <w:rPr>
          <w:rFonts w:cs="Georgia"/>
          <w:kern w:val="1"/>
        </w:rPr>
        <w:t xml:space="preserve"> ; </w:t>
      </w:r>
      <w:r w:rsidR="00BE611A">
        <w:rPr>
          <w:rFonts w:cs="Georgia"/>
          <w:kern w:val="1"/>
        </w:rPr>
        <w:t>je regrette que le jour où cette ordure pénètre pour la première fois sous mon toit soit également le jour où vous y êtes vous-même admis</w:t>
      </w:r>
      <w:r>
        <w:rPr>
          <w:rFonts w:cs="Georgia"/>
          <w:kern w:val="1"/>
        </w:rPr>
        <w:t xml:space="preserve">. </w:t>
      </w:r>
      <w:r w:rsidR="00BE611A">
        <w:rPr>
          <w:rFonts w:cs="Georgia"/>
          <w:kern w:val="1"/>
        </w:rPr>
        <w:lastRenderedPageBreak/>
        <w:t>Remettez ce torchon dans votre poche</w:t>
      </w:r>
      <w:r>
        <w:rPr>
          <w:rFonts w:cs="Georgia"/>
          <w:kern w:val="1"/>
        </w:rPr>
        <w:t xml:space="preserve">, </w:t>
      </w:r>
      <w:r w:rsidR="00BE611A">
        <w:rPr>
          <w:rFonts w:cs="Georgia"/>
          <w:kern w:val="1"/>
        </w:rPr>
        <w:t>Monsieur</w:t>
      </w:r>
      <w:r>
        <w:rPr>
          <w:rFonts w:cs="Georgia"/>
          <w:kern w:val="1"/>
        </w:rPr>
        <w:t xml:space="preserve">, </w:t>
      </w:r>
      <w:r w:rsidR="00BE611A">
        <w:rPr>
          <w:rFonts w:cs="Georgia"/>
          <w:kern w:val="1"/>
        </w:rPr>
        <w:t>et rapidement</w:t>
      </w:r>
      <w:r>
        <w:rPr>
          <w:rFonts w:cs="Georgia"/>
          <w:kern w:val="1"/>
        </w:rPr>
        <w:t>.</w:t>
      </w:r>
    </w:p>
    <w:p w14:paraId="6CD0189E" w14:textId="77777777" w:rsidR="000E1451" w:rsidRDefault="000E1451" w:rsidP="00BE611A">
      <w:pPr>
        <w:rPr>
          <w:rFonts w:cs="Georgia"/>
          <w:kern w:val="1"/>
        </w:rPr>
      </w:pPr>
      <w:r>
        <w:rPr>
          <w:rFonts w:cs="Georgia"/>
          <w:kern w:val="1"/>
        </w:rPr>
        <w:t>— </w:t>
      </w:r>
      <w:r w:rsidR="00BE611A">
        <w:rPr>
          <w:rFonts w:cs="Georgia"/>
          <w:kern w:val="1"/>
        </w:rPr>
        <w:t>Excellence</w:t>
      </w:r>
      <w:r>
        <w:rPr>
          <w:rFonts w:cs="Georgia"/>
          <w:kern w:val="1"/>
        </w:rPr>
        <w:t xml:space="preserve">, </w:t>
      </w:r>
      <w:r w:rsidR="00BE611A">
        <w:rPr>
          <w:rFonts w:cs="Georgia"/>
          <w:kern w:val="1"/>
        </w:rPr>
        <w:t>balbutia le malheureux</w:t>
      </w:r>
      <w:r>
        <w:rPr>
          <w:rFonts w:cs="Georgia"/>
          <w:kern w:val="1"/>
        </w:rPr>
        <w:t xml:space="preserve">, </w:t>
      </w:r>
      <w:r w:rsidR="00BE611A">
        <w:rPr>
          <w:rFonts w:cs="Georgia"/>
          <w:kern w:val="1"/>
        </w:rPr>
        <w:t>qu</w:t>
      </w:r>
      <w:r>
        <w:rPr>
          <w:rFonts w:cs="Georgia"/>
          <w:kern w:val="1"/>
        </w:rPr>
        <w:t>’</w:t>
      </w:r>
      <w:r w:rsidR="00BE611A">
        <w:rPr>
          <w:rFonts w:cs="Georgia"/>
          <w:kern w:val="1"/>
        </w:rPr>
        <w:t>à cela ne tienne</w:t>
      </w:r>
      <w:r>
        <w:rPr>
          <w:rFonts w:cs="Georgia"/>
          <w:kern w:val="1"/>
        </w:rPr>
        <w:t xml:space="preserve"> ! </w:t>
      </w:r>
      <w:r w:rsidR="00BE611A">
        <w:rPr>
          <w:rFonts w:cs="Georgia"/>
          <w:kern w:val="1"/>
        </w:rPr>
        <w:t xml:space="preserve">Voilà le </w:t>
      </w:r>
      <w:r w:rsidR="00BE611A">
        <w:rPr>
          <w:rFonts w:cs="Georgia"/>
          <w:bCs/>
          <w:i/>
          <w:iCs/>
          <w:kern w:val="1"/>
        </w:rPr>
        <w:t>Berliner Tageblatt</w:t>
      </w:r>
      <w:r>
        <w:t xml:space="preserve">, </w:t>
      </w:r>
      <w:r w:rsidR="00BE611A">
        <w:rPr>
          <w:rFonts w:cs="Georgia"/>
          <w:kern w:val="1"/>
        </w:rPr>
        <w:t>un organe libéral</w:t>
      </w:r>
      <w:r>
        <w:rPr>
          <w:rFonts w:cs="Georgia"/>
          <w:kern w:val="1"/>
        </w:rPr>
        <w:t xml:space="preserve">, </w:t>
      </w:r>
      <w:r w:rsidR="00BE611A">
        <w:rPr>
          <w:rFonts w:cs="Georgia"/>
          <w:kern w:val="1"/>
        </w:rPr>
        <w:t>celui-là</w:t>
      </w:r>
      <w:r>
        <w:rPr>
          <w:rFonts w:cs="Georgia"/>
          <w:kern w:val="1"/>
        </w:rPr>
        <w:t xml:space="preserve">, </w:t>
      </w:r>
      <w:r w:rsidR="00BE611A">
        <w:rPr>
          <w:rFonts w:cs="Georgia"/>
          <w:kern w:val="1"/>
        </w:rPr>
        <w:t>qui</w:t>
      </w:r>
      <w:r>
        <w:rPr>
          <w:rFonts w:cs="Georgia"/>
          <w:kern w:val="1"/>
        </w:rPr>
        <w:t>…</w:t>
      </w:r>
    </w:p>
    <w:p w14:paraId="064D5199" w14:textId="77777777" w:rsidR="000E1451" w:rsidRDefault="00BE611A" w:rsidP="00BE611A">
      <w:pPr>
        <w:rPr>
          <w:rFonts w:cs="Georgia"/>
          <w:kern w:val="1"/>
        </w:rPr>
      </w:pPr>
      <w:r>
        <w:rPr>
          <w:rFonts w:cs="Georgia"/>
          <w:kern w:val="1"/>
        </w:rPr>
        <w:t>Le général avait croisé ses bras</w:t>
      </w:r>
      <w:r w:rsidR="000E1451">
        <w:rPr>
          <w:rFonts w:cs="Georgia"/>
          <w:kern w:val="1"/>
        </w:rPr>
        <w:t xml:space="preserve">. </w:t>
      </w:r>
      <w:r>
        <w:rPr>
          <w:rFonts w:cs="Georgia"/>
          <w:kern w:val="1"/>
        </w:rPr>
        <w:t>Son calme était du plus mauvais augure</w:t>
      </w:r>
      <w:r w:rsidR="000E1451">
        <w:rPr>
          <w:rFonts w:cs="Georgia"/>
          <w:kern w:val="1"/>
        </w:rPr>
        <w:t>.</w:t>
      </w:r>
    </w:p>
    <w:p w14:paraId="5F401925" w14:textId="77777777" w:rsidR="000E1451" w:rsidRDefault="000E1451" w:rsidP="00BE611A">
      <w:pPr>
        <w:rPr>
          <w:rFonts w:cs="Georgia"/>
          <w:kern w:val="1"/>
        </w:rPr>
      </w:pPr>
      <w:r>
        <w:rPr>
          <w:rFonts w:cs="Georgia"/>
          <w:kern w:val="1"/>
        </w:rPr>
        <w:t>— </w:t>
      </w:r>
      <w:r w:rsidR="00BE611A">
        <w:rPr>
          <w:rFonts w:cs="Georgia"/>
          <w:kern w:val="1"/>
        </w:rPr>
        <w:t>Monsieur Berbling</w:t>
      </w:r>
      <w:r>
        <w:rPr>
          <w:rFonts w:cs="Georgia"/>
          <w:kern w:val="1"/>
        </w:rPr>
        <w:t xml:space="preserve">, </w:t>
      </w:r>
      <w:r w:rsidR="00BE611A">
        <w:rPr>
          <w:rFonts w:cs="Georgia"/>
          <w:kern w:val="1"/>
        </w:rPr>
        <w:t>ayez la bonté de faire disparaître cette feuille encore plus vite que l</w:t>
      </w:r>
      <w:r>
        <w:rPr>
          <w:rFonts w:cs="Georgia"/>
          <w:kern w:val="1"/>
        </w:rPr>
        <w:t>’</w:t>
      </w:r>
      <w:r w:rsidR="00BE611A">
        <w:rPr>
          <w:rFonts w:cs="Georgia"/>
          <w:kern w:val="1"/>
        </w:rPr>
        <w:t>autre</w:t>
      </w:r>
      <w:r>
        <w:rPr>
          <w:rFonts w:cs="Georgia"/>
          <w:kern w:val="1"/>
        </w:rPr>
        <w:t xml:space="preserve">. </w:t>
      </w:r>
      <w:r w:rsidR="00BE611A">
        <w:rPr>
          <w:rFonts w:cs="Georgia"/>
          <w:kern w:val="1"/>
        </w:rPr>
        <w:t>Savez-vous ce qui pour moi est plus bas qu</w:t>
      </w:r>
      <w:r>
        <w:rPr>
          <w:rFonts w:cs="Georgia"/>
          <w:kern w:val="1"/>
        </w:rPr>
        <w:t>’</w:t>
      </w:r>
      <w:r w:rsidR="00BE611A">
        <w:rPr>
          <w:rFonts w:cs="Georgia"/>
          <w:kern w:val="1"/>
        </w:rPr>
        <w:t>un journal socialiste</w:t>
      </w:r>
      <w:r>
        <w:rPr>
          <w:rFonts w:cs="Georgia"/>
          <w:kern w:val="1"/>
        </w:rPr>
        <w:t xml:space="preserve"> ? </w:t>
      </w:r>
      <w:r w:rsidR="00BE611A">
        <w:rPr>
          <w:rFonts w:cs="Georgia"/>
          <w:kern w:val="1"/>
        </w:rPr>
        <w:t>Un journal libéral</w:t>
      </w:r>
      <w:r>
        <w:rPr>
          <w:rFonts w:cs="Georgia"/>
          <w:kern w:val="1"/>
        </w:rPr>
        <w:t xml:space="preserve">, </w:t>
      </w:r>
      <w:r w:rsidR="00BE611A">
        <w:rPr>
          <w:rFonts w:cs="Georgia"/>
          <w:kern w:val="1"/>
        </w:rPr>
        <w:t>monsieur</w:t>
      </w:r>
      <w:r>
        <w:rPr>
          <w:rFonts w:cs="Georgia"/>
          <w:kern w:val="1"/>
        </w:rPr>
        <w:t xml:space="preserve">. </w:t>
      </w:r>
      <w:r w:rsidR="00BE611A">
        <w:rPr>
          <w:rFonts w:cs="Georgia"/>
          <w:kern w:val="1"/>
        </w:rPr>
        <w:t>Et plus bas qu</w:t>
      </w:r>
      <w:r>
        <w:rPr>
          <w:rFonts w:cs="Georgia"/>
          <w:kern w:val="1"/>
        </w:rPr>
        <w:t>’</w:t>
      </w:r>
      <w:r w:rsidR="00BE611A">
        <w:rPr>
          <w:rFonts w:cs="Georgia"/>
          <w:kern w:val="1"/>
        </w:rPr>
        <w:t>un journal libéral</w:t>
      </w:r>
      <w:r>
        <w:rPr>
          <w:rFonts w:cs="Georgia"/>
          <w:kern w:val="1"/>
        </w:rPr>
        <w:t xml:space="preserve"> ? </w:t>
      </w:r>
      <w:r w:rsidR="00BE611A">
        <w:rPr>
          <w:rFonts w:cs="Georgia"/>
          <w:kern w:val="1"/>
        </w:rPr>
        <w:t>Certains journaux conservateurs</w:t>
      </w:r>
      <w:r>
        <w:rPr>
          <w:rFonts w:cs="Georgia"/>
          <w:kern w:val="1"/>
        </w:rPr>
        <w:t xml:space="preserve">. </w:t>
      </w:r>
      <w:r w:rsidR="00BE611A">
        <w:rPr>
          <w:rFonts w:cs="Georgia"/>
          <w:kern w:val="1"/>
        </w:rPr>
        <w:t>Et plus bas que certains journaux conservateurs</w:t>
      </w:r>
      <w:r>
        <w:rPr>
          <w:rFonts w:cs="Georgia"/>
          <w:kern w:val="1"/>
        </w:rPr>
        <w:t> ?…</w:t>
      </w:r>
    </w:p>
    <w:p w14:paraId="391193FB" w14:textId="77777777" w:rsidR="000E1451" w:rsidRDefault="000E1451" w:rsidP="00BE611A">
      <w:pPr>
        <w:rPr>
          <w:rFonts w:cs="Georgia"/>
          <w:kern w:val="1"/>
        </w:rPr>
      </w:pPr>
      <w:r>
        <w:rPr>
          <w:rFonts w:cs="Georgia"/>
          <w:kern w:val="1"/>
        </w:rPr>
        <w:t>— </w:t>
      </w:r>
      <w:r w:rsidR="00BE611A">
        <w:rPr>
          <w:rFonts w:cs="Georgia"/>
          <w:kern w:val="1"/>
        </w:rPr>
        <w:t>Excellence</w:t>
      </w:r>
      <w:r>
        <w:rPr>
          <w:rFonts w:cs="Georgia"/>
          <w:kern w:val="1"/>
        </w:rPr>
        <w:t xml:space="preserve">, </w:t>
      </w:r>
      <w:r w:rsidR="00BE611A">
        <w:rPr>
          <w:rFonts w:cs="Georgia"/>
          <w:kern w:val="1"/>
        </w:rPr>
        <w:t>de grâce</w:t>
      </w:r>
      <w:r>
        <w:rPr>
          <w:rFonts w:cs="Georgia"/>
          <w:kern w:val="1"/>
        </w:rPr>
        <w:t xml:space="preserve">, </w:t>
      </w:r>
      <w:r w:rsidR="00BE611A">
        <w:rPr>
          <w:rFonts w:cs="Georgia"/>
          <w:kern w:val="1"/>
        </w:rPr>
        <w:t>implora l</w:t>
      </w:r>
      <w:r>
        <w:rPr>
          <w:rFonts w:cs="Georgia"/>
          <w:kern w:val="1"/>
        </w:rPr>
        <w:t>’</w:t>
      </w:r>
      <w:r w:rsidR="00BE611A">
        <w:rPr>
          <w:rFonts w:cs="Georgia"/>
          <w:kern w:val="1"/>
        </w:rPr>
        <w:t>infortuné</w:t>
      </w:r>
      <w:r>
        <w:rPr>
          <w:rFonts w:cs="Georgia"/>
          <w:kern w:val="1"/>
        </w:rPr>
        <w:t xml:space="preserve">. </w:t>
      </w:r>
      <w:r w:rsidR="00BE611A">
        <w:rPr>
          <w:rFonts w:cs="Georgia"/>
          <w:kern w:val="1"/>
        </w:rPr>
        <w:t>Dans l</w:t>
      </w:r>
      <w:r>
        <w:rPr>
          <w:rFonts w:cs="Georgia"/>
          <w:kern w:val="1"/>
        </w:rPr>
        <w:t>’</w:t>
      </w:r>
      <w:r w:rsidR="00BE611A">
        <w:rPr>
          <w:rFonts w:cs="Georgia"/>
          <w:kern w:val="1"/>
        </w:rPr>
        <w:t>instant tragique que nous traversons</w:t>
      </w:r>
      <w:r>
        <w:rPr>
          <w:rFonts w:cs="Georgia"/>
          <w:kern w:val="1"/>
        </w:rPr>
        <w:t xml:space="preserve">, </w:t>
      </w:r>
      <w:r w:rsidR="00BE611A">
        <w:rPr>
          <w:rFonts w:cs="Georgia"/>
          <w:kern w:val="1"/>
        </w:rPr>
        <w:t>nous avons cru</w:t>
      </w:r>
      <w:r>
        <w:rPr>
          <w:rFonts w:cs="Georgia"/>
          <w:kern w:val="1"/>
        </w:rPr>
        <w:t xml:space="preserve">… </w:t>
      </w:r>
      <w:r w:rsidR="00BE611A">
        <w:rPr>
          <w:rFonts w:cs="Georgia"/>
          <w:kern w:val="1"/>
        </w:rPr>
        <w:t>j</w:t>
      </w:r>
      <w:r>
        <w:rPr>
          <w:rFonts w:cs="Georgia"/>
          <w:kern w:val="1"/>
        </w:rPr>
        <w:t>’</w:t>
      </w:r>
      <w:r w:rsidR="00BE611A">
        <w:rPr>
          <w:rFonts w:cs="Georgia"/>
          <w:kern w:val="1"/>
        </w:rPr>
        <w:t>ai cru</w:t>
      </w:r>
      <w:r>
        <w:rPr>
          <w:rFonts w:cs="Georgia"/>
          <w:kern w:val="1"/>
        </w:rPr>
        <w:t>…</w:t>
      </w:r>
    </w:p>
    <w:p w14:paraId="7266E177" w14:textId="77777777" w:rsidR="000E1451" w:rsidRDefault="000E1451" w:rsidP="00BE611A">
      <w:pPr>
        <w:rPr>
          <w:rFonts w:cs="Georgia"/>
          <w:kern w:val="1"/>
        </w:rPr>
      </w:pPr>
      <w:r>
        <w:rPr>
          <w:rFonts w:cs="Georgia"/>
          <w:kern w:val="1"/>
        </w:rPr>
        <w:t>— </w:t>
      </w:r>
      <w:r w:rsidR="00BE611A">
        <w:rPr>
          <w:rFonts w:cs="Georgia"/>
          <w:kern w:val="1"/>
        </w:rPr>
        <w:t>L</w:t>
      </w:r>
      <w:r>
        <w:rPr>
          <w:rFonts w:cs="Georgia"/>
          <w:kern w:val="1"/>
        </w:rPr>
        <w:t>’</w:t>
      </w:r>
      <w:r w:rsidR="00BE611A">
        <w:rPr>
          <w:rFonts w:cs="Georgia"/>
          <w:kern w:val="1"/>
        </w:rPr>
        <w:t>instant tragique</w:t>
      </w:r>
      <w:r>
        <w:rPr>
          <w:rFonts w:cs="Georgia"/>
          <w:kern w:val="1"/>
        </w:rPr>
        <w:t> ?</w:t>
      </w:r>
    </w:p>
    <w:p w14:paraId="6FE497E6" w14:textId="77777777" w:rsidR="000E1451" w:rsidRDefault="000E1451" w:rsidP="00BE611A">
      <w:pPr>
        <w:rPr>
          <w:rFonts w:cs="Georgia"/>
          <w:kern w:val="1"/>
        </w:rPr>
      </w:pPr>
      <w:r>
        <w:rPr>
          <w:rFonts w:cs="Georgia"/>
          <w:kern w:val="1"/>
        </w:rPr>
        <w:t>— </w:t>
      </w:r>
      <w:r w:rsidR="00BE611A">
        <w:rPr>
          <w:rFonts w:cs="Georgia"/>
          <w:kern w:val="1"/>
        </w:rPr>
        <w:t>Oui</w:t>
      </w:r>
      <w:r>
        <w:rPr>
          <w:rFonts w:cs="Georgia"/>
          <w:kern w:val="1"/>
        </w:rPr>
        <w:t xml:space="preserve">, </w:t>
      </w:r>
      <w:r w:rsidR="00BE611A">
        <w:rPr>
          <w:rFonts w:cs="Georgia"/>
          <w:kern w:val="1"/>
        </w:rPr>
        <w:t>les événements que va entraîner la signature de l</w:t>
      </w:r>
      <w:r>
        <w:rPr>
          <w:rFonts w:cs="Georgia"/>
          <w:kern w:val="1"/>
        </w:rPr>
        <w:t>’</w:t>
      </w:r>
      <w:r w:rsidR="00BE611A">
        <w:rPr>
          <w:rFonts w:cs="Georgia"/>
          <w:kern w:val="1"/>
        </w:rPr>
        <w:t>armistice</w:t>
      </w:r>
      <w:r>
        <w:rPr>
          <w:rFonts w:cs="Georgia"/>
          <w:kern w:val="1"/>
        </w:rPr>
        <w:t>…</w:t>
      </w:r>
    </w:p>
    <w:p w14:paraId="2FA4548E" w14:textId="77777777" w:rsidR="000E1451" w:rsidRDefault="000E1451" w:rsidP="00BE611A">
      <w:pPr>
        <w:rPr>
          <w:rFonts w:cs="Georgia"/>
          <w:kern w:val="1"/>
        </w:rPr>
      </w:pPr>
      <w:r>
        <w:rPr>
          <w:rFonts w:cs="Georgia"/>
          <w:kern w:val="1"/>
        </w:rPr>
        <w:t>— </w:t>
      </w:r>
      <w:r w:rsidR="00BE611A">
        <w:rPr>
          <w:rFonts w:cs="Georgia"/>
          <w:kern w:val="1"/>
        </w:rPr>
        <w:t>La signature de l</w:t>
      </w:r>
      <w:r>
        <w:rPr>
          <w:rFonts w:cs="Georgia"/>
          <w:kern w:val="1"/>
        </w:rPr>
        <w:t>’</w:t>
      </w:r>
      <w:r w:rsidR="00BE611A">
        <w:rPr>
          <w:rFonts w:cs="Georgia"/>
          <w:kern w:val="1"/>
        </w:rPr>
        <w:t>armistice</w:t>
      </w:r>
      <w:r>
        <w:rPr>
          <w:rFonts w:cs="Georgia"/>
          <w:kern w:val="1"/>
        </w:rPr>
        <w:t> ?</w:t>
      </w:r>
    </w:p>
    <w:p w14:paraId="4E4CAB1E" w14:textId="77777777" w:rsidR="000E1451" w:rsidRDefault="000E1451" w:rsidP="00BE611A">
      <w:pPr>
        <w:rPr>
          <w:rFonts w:cs="Georgia"/>
          <w:kern w:val="1"/>
        </w:rPr>
      </w:pPr>
      <w:r>
        <w:rPr>
          <w:rFonts w:cs="Georgia"/>
          <w:kern w:val="1"/>
        </w:rPr>
        <w:t>— </w:t>
      </w:r>
      <w:r w:rsidR="00BE611A">
        <w:rPr>
          <w:rFonts w:cs="Georgia"/>
          <w:kern w:val="1"/>
        </w:rPr>
        <w:t>Oui</w:t>
      </w:r>
      <w:r>
        <w:rPr>
          <w:rFonts w:cs="Georgia"/>
          <w:kern w:val="1"/>
        </w:rPr>
        <w:t xml:space="preserve">, </w:t>
      </w:r>
      <w:r w:rsidR="00BE611A">
        <w:rPr>
          <w:rFonts w:cs="Georgia"/>
          <w:kern w:val="1"/>
        </w:rPr>
        <w:t>Excellence</w:t>
      </w:r>
      <w:r>
        <w:rPr>
          <w:rFonts w:cs="Georgia"/>
          <w:kern w:val="1"/>
        </w:rPr>
        <w:t xml:space="preserve">, </w:t>
      </w:r>
      <w:r w:rsidR="00BE611A">
        <w:rPr>
          <w:rFonts w:cs="Georgia"/>
          <w:kern w:val="1"/>
        </w:rPr>
        <w:t>l</w:t>
      </w:r>
      <w:r>
        <w:rPr>
          <w:rFonts w:cs="Georgia"/>
          <w:kern w:val="1"/>
        </w:rPr>
        <w:t>’</w:t>
      </w:r>
      <w:r w:rsidR="00BE611A">
        <w:rPr>
          <w:rFonts w:cs="Georgia"/>
          <w:kern w:val="1"/>
        </w:rPr>
        <w:t>armistice</w:t>
      </w:r>
      <w:r>
        <w:rPr>
          <w:rFonts w:cs="Georgia"/>
          <w:kern w:val="1"/>
        </w:rPr>
        <w:t xml:space="preserve">, </w:t>
      </w:r>
      <w:r w:rsidR="00BE611A">
        <w:rPr>
          <w:rFonts w:cs="Georgia"/>
          <w:kern w:val="1"/>
        </w:rPr>
        <w:t>signé</w:t>
      </w:r>
      <w:r>
        <w:rPr>
          <w:rFonts w:cs="Georgia"/>
          <w:kern w:val="1"/>
        </w:rPr>
        <w:t xml:space="preserve">, </w:t>
      </w:r>
      <w:r w:rsidR="00BE611A">
        <w:rPr>
          <w:rFonts w:cs="Georgia"/>
          <w:kern w:val="1"/>
        </w:rPr>
        <w:t>depuis ce matin</w:t>
      </w:r>
      <w:r>
        <w:rPr>
          <w:rFonts w:cs="Georgia"/>
          <w:kern w:val="1"/>
        </w:rPr>
        <w:t>. M. </w:t>
      </w:r>
      <w:r w:rsidR="00BE611A">
        <w:rPr>
          <w:rFonts w:cs="Georgia"/>
          <w:kern w:val="1"/>
        </w:rPr>
        <w:t>Flinkow et moi venons d</w:t>
      </w:r>
      <w:r>
        <w:rPr>
          <w:rFonts w:cs="Georgia"/>
          <w:kern w:val="1"/>
        </w:rPr>
        <w:t>’</w:t>
      </w:r>
      <w:r w:rsidR="00BE611A">
        <w:rPr>
          <w:rFonts w:cs="Georgia"/>
          <w:kern w:val="1"/>
        </w:rPr>
        <w:t>en apporter ici la nouvelle</w:t>
      </w:r>
      <w:r>
        <w:rPr>
          <w:rFonts w:cs="Georgia"/>
          <w:kern w:val="1"/>
        </w:rPr>
        <w:t xml:space="preserve">. </w:t>
      </w:r>
      <w:r w:rsidR="00BE611A">
        <w:rPr>
          <w:rFonts w:cs="Georgia"/>
          <w:kern w:val="1"/>
        </w:rPr>
        <w:t>Encore une fois</w:t>
      </w:r>
      <w:r>
        <w:rPr>
          <w:rFonts w:cs="Georgia"/>
          <w:kern w:val="1"/>
        </w:rPr>
        <w:t>…</w:t>
      </w:r>
    </w:p>
    <w:p w14:paraId="6E4D8E70" w14:textId="77777777" w:rsidR="000E1451" w:rsidRDefault="000E1451" w:rsidP="00BE611A">
      <w:pPr>
        <w:rPr>
          <w:rFonts w:cs="Georgia"/>
          <w:kern w:val="1"/>
        </w:rPr>
      </w:pPr>
      <w:r>
        <w:rPr>
          <w:rFonts w:cs="Georgia"/>
          <w:kern w:val="1"/>
        </w:rPr>
        <w:t>— </w:t>
      </w:r>
      <w:r w:rsidR="00BE611A">
        <w:rPr>
          <w:rFonts w:cs="Georgia"/>
          <w:kern w:val="1"/>
        </w:rPr>
        <w:t>Ah</w:t>
      </w:r>
      <w:r>
        <w:rPr>
          <w:rFonts w:cs="Georgia"/>
          <w:kern w:val="1"/>
        </w:rPr>
        <w:t xml:space="preserve">, </w:t>
      </w:r>
      <w:r w:rsidR="00BE611A">
        <w:rPr>
          <w:rFonts w:cs="Georgia"/>
          <w:kern w:val="1"/>
        </w:rPr>
        <w:t>ah</w:t>
      </w:r>
      <w:r>
        <w:rPr>
          <w:rFonts w:cs="Georgia"/>
          <w:kern w:val="1"/>
        </w:rPr>
        <w:t xml:space="preserve">, </w:t>
      </w:r>
      <w:r w:rsidR="00BE611A">
        <w:rPr>
          <w:rFonts w:cs="Georgia"/>
          <w:kern w:val="1"/>
        </w:rPr>
        <w:t>messieurs</w:t>
      </w:r>
      <w:r>
        <w:rPr>
          <w:rFonts w:cs="Georgia"/>
          <w:kern w:val="1"/>
        </w:rPr>
        <w:t xml:space="preserve">, </w:t>
      </w:r>
      <w:r w:rsidR="00BE611A">
        <w:rPr>
          <w:rFonts w:cs="Georgia"/>
          <w:kern w:val="1"/>
        </w:rPr>
        <w:t>dit lentement le vieillard</w:t>
      </w:r>
      <w:r>
        <w:rPr>
          <w:rFonts w:cs="Georgia"/>
          <w:kern w:val="1"/>
        </w:rPr>
        <w:t xml:space="preserve">, </w:t>
      </w:r>
      <w:r w:rsidR="00BE611A">
        <w:rPr>
          <w:rFonts w:cs="Georgia"/>
          <w:kern w:val="1"/>
        </w:rPr>
        <w:t>voulez-vous me dire qui est en train de devenir fou</w:t>
      </w:r>
      <w:r>
        <w:rPr>
          <w:rFonts w:cs="Georgia"/>
          <w:kern w:val="1"/>
        </w:rPr>
        <w:t xml:space="preserve">, </w:t>
      </w:r>
      <w:r w:rsidR="00BE611A">
        <w:rPr>
          <w:rFonts w:cs="Georgia"/>
          <w:kern w:val="1"/>
        </w:rPr>
        <w:t>de moi ou de vous</w:t>
      </w:r>
      <w:r>
        <w:rPr>
          <w:rFonts w:cs="Georgia"/>
          <w:kern w:val="1"/>
        </w:rPr>
        <w:t> ?</w:t>
      </w:r>
    </w:p>
    <w:p w14:paraId="305E5826" w14:textId="77777777" w:rsidR="000E1451" w:rsidRDefault="00BE611A" w:rsidP="00BE611A">
      <w:pPr>
        <w:rPr>
          <w:rFonts w:cs="Georgia"/>
          <w:kern w:val="1"/>
        </w:rPr>
      </w:pPr>
      <w:r>
        <w:rPr>
          <w:rFonts w:cs="Georgia"/>
          <w:kern w:val="1"/>
        </w:rPr>
        <w:t>Tout le monde se taisait</w:t>
      </w:r>
      <w:r w:rsidR="000E1451">
        <w:rPr>
          <w:rFonts w:cs="Georgia"/>
          <w:kern w:val="1"/>
        </w:rPr>
        <w:t xml:space="preserve">. </w:t>
      </w:r>
      <w:r>
        <w:rPr>
          <w:rFonts w:cs="Georgia"/>
          <w:kern w:val="1"/>
        </w:rPr>
        <w:t>Il alla au pasteur Frühwirth</w:t>
      </w:r>
      <w:r w:rsidR="000E1451">
        <w:rPr>
          <w:rFonts w:cs="Georgia"/>
          <w:kern w:val="1"/>
        </w:rPr>
        <w:t>.</w:t>
      </w:r>
    </w:p>
    <w:p w14:paraId="2E686E37" w14:textId="77777777" w:rsidR="000E1451" w:rsidRDefault="000E1451" w:rsidP="00BE611A">
      <w:pPr>
        <w:rPr>
          <w:rFonts w:cs="Georgia"/>
          <w:kern w:val="1"/>
        </w:rPr>
      </w:pPr>
      <w:r>
        <w:rPr>
          <w:rFonts w:cs="Georgia"/>
          <w:kern w:val="1"/>
        </w:rPr>
        <w:lastRenderedPageBreak/>
        <w:t>— </w:t>
      </w:r>
      <w:r w:rsidR="00BE611A">
        <w:rPr>
          <w:rFonts w:cs="Georgia"/>
          <w:kern w:val="1"/>
        </w:rPr>
        <w:t>Monsieur le Pasteur</w:t>
      </w:r>
      <w:r>
        <w:rPr>
          <w:rFonts w:cs="Georgia"/>
          <w:kern w:val="1"/>
        </w:rPr>
        <w:t xml:space="preserve">, </w:t>
      </w:r>
      <w:r w:rsidR="00BE611A">
        <w:rPr>
          <w:rFonts w:cs="Georgia"/>
          <w:kern w:val="1"/>
        </w:rPr>
        <w:t>vous avez entendu ces messieurs</w:t>
      </w:r>
      <w:r>
        <w:rPr>
          <w:rFonts w:cs="Georgia"/>
          <w:kern w:val="1"/>
        </w:rPr>
        <w:t xml:space="preserve"> ? </w:t>
      </w:r>
      <w:r w:rsidR="00BE611A">
        <w:rPr>
          <w:rFonts w:cs="Georgia"/>
          <w:kern w:val="1"/>
        </w:rPr>
        <w:t>Vous entendez ma question</w:t>
      </w:r>
      <w:r>
        <w:rPr>
          <w:rFonts w:cs="Georgia"/>
          <w:kern w:val="1"/>
        </w:rPr>
        <w:t xml:space="preserve"> ? </w:t>
      </w:r>
      <w:r w:rsidR="00BE611A">
        <w:rPr>
          <w:rFonts w:cs="Georgia"/>
          <w:kern w:val="1"/>
        </w:rPr>
        <w:t>Parlez</w:t>
      </w:r>
      <w:r>
        <w:rPr>
          <w:rFonts w:cs="Georgia"/>
          <w:kern w:val="1"/>
        </w:rPr>
        <w:t xml:space="preserve">. </w:t>
      </w:r>
      <w:r w:rsidR="00BE611A">
        <w:rPr>
          <w:rFonts w:cs="Georgia"/>
          <w:kern w:val="1"/>
        </w:rPr>
        <w:t>Vous comprenez qu</w:t>
      </w:r>
      <w:r>
        <w:rPr>
          <w:rFonts w:cs="Georgia"/>
          <w:kern w:val="1"/>
        </w:rPr>
        <w:t>’</w:t>
      </w:r>
      <w:r w:rsidR="00BE611A">
        <w:rPr>
          <w:rFonts w:cs="Georgia"/>
          <w:kern w:val="1"/>
        </w:rPr>
        <w:t>il serait indigne</w:t>
      </w:r>
      <w:r>
        <w:rPr>
          <w:rFonts w:cs="Georgia"/>
          <w:kern w:val="1"/>
        </w:rPr>
        <w:t xml:space="preserve">… </w:t>
      </w:r>
      <w:r w:rsidR="00BE611A">
        <w:rPr>
          <w:rFonts w:cs="Georgia"/>
          <w:kern w:val="1"/>
        </w:rPr>
        <w:t>Vous vous taisez</w:t>
      </w:r>
      <w:r>
        <w:rPr>
          <w:rFonts w:cs="Georgia"/>
          <w:kern w:val="1"/>
        </w:rPr>
        <w:t xml:space="preserve">, </w:t>
      </w:r>
      <w:r w:rsidR="00BE611A">
        <w:rPr>
          <w:rFonts w:cs="Georgia"/>
          <w:kern w:val="1"/>
        </w:rPr>
        <w:t>vous aussi</w:t>
      </w:r>
      <w:r>
        <w:rPr>
          <w:rFonts w:cs="Georgia"/>
          <w:kern w:val="1"/>
        </w:rPr>
        <w:t xml:space="preserve"> ? </w:t>
      </w:r>
      <w:r w:rsidR="00BE611A">
        <w:rPr>
          <w:rFonts w:cs="Georgia"/>
          <w:kern w:val="1"/>
        </w:rPr>
        <w:t>Axelle</w:t>
      </w:r>
      <w:r>
        <w:rPr>
          <w:rFonts w:cs="Georgia"/>
          <w:kern w:val="1"/>
        </w:rPr>
        <w:t xml:space="preserve">, </w:t>
      </w:r>
      <w:r w:rsidR="00BE611A">
        <w:rPr>
          <w:rFonts w:cs="Georgia"/>
          <w:kern w:val="1"/>
        </w:rPr>
        <w:t>alors</w:t>
      </w:r>
      <w:r>
        <w:rPr>
          <w:rFonts w:cs="Georgia"/>
          <w:kern w:val="1"/>
        </w:rPr>
        <w:t xml:space="preserve">, </w:t>
      </w:r>
      <w:r w:rsidR="00BE611A">
        <w:rPr>
          <w:rFonts w:cs="Georgia"/>
          <w:kern w:val="1"/>
        </w:rPr>
        <w:t>toi</w:t>
      </w:r>
      <w:r>
        <w:rPr>
          <w:rFonts w:cs="Georgia"/>
          <w:kern w:val="1"/>
        </w:rPr>
        <w:t xml:space="preserve">, </w:t>
      </w:r>
      <w:r w:rsidR="00BE611A">
        <w:rPr>
          <w:rFonts w:cs="Georgia"/>
          <w:bCs/>
          <w:kern w:val="1"/>
        </w:rPr>
        <w:t>mon</w:t>
      </w:r>
      <w:r w:rsidR="00BE611A">
        <w:t xml:space="preserve"> </w:t>
      </w:r>
      <w:r w:rsidR="00BE611A">
        <w:rPr>
          <w:rFonts w:cs="Georgia"/>
          <w:kern w:val="1"/>
        </w:rPr>
        <w:t>enfant</w:t>
      </w:r>
      <w:r>
        <w:rPr>
          <w:rFonts w:cs="Georgia"/>
          <w:kern w:val="1"/>
        </w:rPr>
        <w:t xml:space="preserve"> !… </w:t>
      </w:r>
      <w:r w:rsidR="00BE611A">
        <w:rPr>
          <w:rFonts w:cs="Georgia"/>
          <w:kern w:val="1"/>
        </w:rPr>
        <w:t>Eh quoi</w:t>
      </w:r>
      <w:r>
        <w:rPr>
          <w:rFonts w:cs="Georgia"/>
          <w:kern w:val="1"/>
        </w:rPr>
        <w:t xml:space="preserve">, </w:t>
      </w:r>
      <w:r w:rsidR="00BE611A">
        <w:rPr>
          <w:rFonts w:cs="Georgia"/>
          <w:kern w:val="1"/>
        </w:rPr>
        <w:t>tu ne réponds pas</w:t>
      </w:r>
      <w:r>
        <w:rPr>
          <w:rFonts w:cs="Georgia"/>
          <w:kern w:val="1"/>
        </w:rPr>
        <w:t> ?</w:t>
      </w:r>
    </w:p>
    <w:p w14:paraId="77590799" w14:textId="77777777" w:rsidR="000E1451" w:rsidRDefault="00BE611A" w:rsidP="00BE611A">
      <w:pPr>
        <w:rPr>
          <w:rFonts w:cs="Georgia"/>
          <w:kern w:val="1"/>
        </w:rPr>
      </w:pPr>
      <w:r>
        <w:rPr>
          <w:rFonts w:cs="Georgia"/>
          <w:kern w:val="1"/>
        </w:rPr>
        <w:t>Il revint vers son fauteuil</w:t>
      </w:r>
      <w:r w:rsidR="000E1451">
        <w:rPr>
          <w:rFonts w:cs="Georgia"/>
          <w:kern w:val="1"/>
        </w:rPr>
        <w:t xml:space="preserve">, </w:t>
      </w:r>
      <w:r>
        <w:rPr>
          <w:rFonts w:cs="Georgia"/>
          <w:kern w:val="1"/>
        </w:rPr>
        <w:t>s</w:t>
      </w:r>
      <w:r w:rsidR="000E1451">
        <w:rPr>
          <w:rFonts w:cs="Georgia"/>
          <w:kern w:val="1"/>
        </w:rPr>
        <w:t>’</w:t>
      </w:r>
      <w:r>
        <w:rPr>
          <w:rFonts w:cs="Georgia"/>
          <w:kern w:val="1"/>
        </w:rPr>
        <w:t>y laissa tomber</w:t>
      </w:r>
      <w:r w:rsidR="000E1451">
        <w:rPr>
          <w:rFonts w:cs="Georgia"/>
          <w:kern w:val="1"/>
        </w:rPr>
        <w:t xml:space="preserve">, </w:t>
      </w:r>
      <w:r>
        <w:rPr>
          <w:rFonts w:cs="Georgia"/>
          <w:kern w:val="1"/>
        </w:rPr>
        <w:t>s</w:t>
      </w:r>
      <w:r w:rsidR="000E1451">
        <w:rPr>
          <w:rFonts w:cs="Georgia"/>
          <w:kern w:val="1"/>
        </w:rPr>
        <w:t>’</w:t>
      </w:r>
      <w:r>
        <w:rPr>
          <w:rFonts w:cs="Georgia"/>
          <w:kern w:val="1"/>
        </w:rPr>
        <w:t>étreignit le front des deux mains</w:t>
      </w:r>
      <w:r w:rsidR="000E1451">
        <w:rPr>
          <w:rFonts w:cs="Georgia"/>
          <w:kern w:val="1"/>
        </w:rPr>
        <w:t>. MM. </w:t>
      </w:r>
      <w:r>
        <w:rPr>
          <w:rFonts w:cs="Georgia"/>
          <w:kern w:val="1"/>
        </w:rPr>
        <w:t>Flinkow et Berbling crurent que cette seconde de répit allait leur donner le temps de s</w:t>
      </w:r>
      <w:r w:rsidR="000E1451">
        <w:rPr>
          <w:rFonts w:cs="Georgia"/>
          <w:kern w:val="1"/>
        </w:rPr>
        <w:t>’</w:t>
      </w:r>
      <w:r>
        <w:rPr>
          <w:rFonts w:cs="Georgia"/>
          <w:kern w:val="1"/>
        </w:rPr>
        <w:t>éclipser</w:t>
      </w:r>
      <w:r w:rsidR="000E1451">
        <w:rPr>
          <w:rFonts w:cs="Georgia"/>
          <w:kern w:val="1"/>
        </w:rPr>
        <w:t>.</w:t>
      </w:r>
    </w:p>
    <w:p w14:paraId="2D856DB2" w14:textId="77777777" w:rsidR="000E1451" w:rsidRDefault="000E1451" w:rsidP="00BE611A">
      <w:pPr>
        <w:rPr>
          <w:rFonts w:cs="Georgia"/>
          <w:kern w:val="1"/>
        </w:rPr>
      </w:pPr>
      <w:r>
        <w:rPr>
          <w:rFonts w:cs="Georgia"/>
          <w:kern w:val="1"/>
        </w:rPr>
        <w:t>— </w:t>
      </w:r>
      <w:r w:rsidR="00BE611A">
        <w:rPr>
          <w:rFonts w:cs="Georgia"/>
          <w:kern w:val="1"/>
        </w:rPr>
        <w:t>Halte-là</w:t>
      </w:r>
      <w:r>
        <w:rPr>
          <w:rFonts w:cs="Georgia"/>
          <w:kern w:val="1"/>
        </w:rPr>
        <w:t xml:space="preserve"> ! </w:t>
      </w:r>
      <w:r w:rsidR="00BE611A">
        <w:rPr>
          <w:rFonts w:cs="Georgia"/>
          <w:kern w:val="1"/>
        </w:rPr>
        <w:t>cria le général d</w:t>
      </w:r>
      <w:r>
        <w:rPr>
          <w:rFonts w:cs="Georgia"/>
          <w:kern w:val="1"/>
        </w:rPr>
        <w:t>’</w:t>
      </w:r>
      <w:r w:rsidR="00BE611A">
        <w:rPr>
          <w:rFonts w:cs="Georgia"/>
          <w:kern w:val="1"/>
        </w:rPr>
        <w:t>une voix tonnante</w:t>
      </w:r>
      <w:r>
        <w:rPr>
          <w:rFonts w:cs="Georgia"/>
          <w:kern w:val="1"/>
        </w:rPr>
        <w:t>.</w:t>
      </w:r>
    </w:p>
    <w:p w14:paraId="72CE1BE7" w14:textId="77777777" w:rsidR="000E1451" w:rsidRDefault="00BE611A" w:rsidP="00BE611A">
      <w:pPr>
        <w:rPr>
          <w:rFonts w:cs="Georgia"/>
          <w:kern w:val="1"/>
        </w:rPr>
      </w:pPr>
      <w:r>
        <w:rPr>
          <w:rFonts w:cs="Georgia"/>
          <w:kern w:val="1"/>
        </w:rPr>
        <w:t>Il s</w:t>
      </w:r>
      <w:r w:rsidR="000E1451">
        <w:rPr>
          <w:rFonts w:cs="Georgia"/>
          <w:kern w:val="1"/>
        </w:rPr>
        <w:t>’</w:t>
      </w:r>
      <w:r>
        <w:rPr>
          <w:rFonts w:cs="Georgia"/>
          <w:kern w:val="1"/>
        </w:rPr>
        <w:t>était précipité vers la porte dont il leur barrait le chemin</w:t>
      </w:r>
      <w:r w:rsidR="000E1451">
        <w:rPr>
          <w:rFonts w:cs="Georgia"/>
          <w:kern w:val="1"/>
        </w:rPr>
        <w:t>.</w:t>
      </w:r>
    </w:p>
    <w:p w14:paraId="68116FBE" w14:textId="77777777" w:rsidR="000E1451" w:rsidRDefault="000E1451" w:rsidP="00BE611A">
      <w:pPr>
        <w:rPr>
          <w:rFonts w:cs="Georgia"/>
          <w:kern w:val="1"/>
        </w:rPr>
      </w:pPr>
      <w:r>
        <w:rPr>
          <w:rFonts w:cs="Georgia"/>
          <w:kern w:val="1"/>
        </w:rPr>
        <w:t>— </w:t>
      </w:r>
      <w:r w:rsidR="00BE611A">
        <w:rPr>
          <w:rFonts w:cs="Georgia"/>
          <w:kern w:val="1"/>
        </w:rPr>
        <w:t>Halte-là</w:t>
      </w:r>
      <w:r>
        <w:rPr>
          <w:rFonts w:cs="Georgia"/>
          <w:kern w:val="1"/>
        </w:rPr>
        <w:t xml:space="preserve"> ! </w:t>
      </w:r>
      <w:r w:rsidR="00BE611A">
        <w:rPr>
          <w:rFonts w:cs="Georgia"/>
          <w:kern w:val="1"/>
        </w:rPr>
        <w:t>Non</w:t>
      </w:r>
      <w:r>
        <w:rPr>
          <w:rFonts w:cs="Georgia"/>
          <w:kern w:val="1"/>
        </w:rPr>
        <w:t xml:space="preserve">, </w:t>
      </w:r>
      <w:r w:rsidR="00BE611A">
        <w:rPr>
          <w:rFonts w:cs="Georgia"/>
          <w:kern w:val="1"/>
        </w:rPr>
        <w:t>non et non</w:t>
      </w:r>
      <w:r>
        <w:rPr>
          <w:rFonts w:cs="Georgia"/>
          <w:kern w:val="1"/>
        </w:rPr>
        <w:t xml:space="preserve">, </w:t>
      </w:r>
      <w:r w:rsidR="00BE611A">
        <w:rPr>
          <w:rFonts w:cs="Georgia"/>
          <w:kern w:val="1"/>
        </w:rPr>
        <w:t>on ne s</w:t>
      </w:r>
      <w:r>
        <w:rPr>
          <w:rFonts w:cs="Georgia"/>
          <w:kern w:val="1"/>
        </w:rPr>
        <w:t>’</w:t>
      </w:r>
      <w:r w:rsidR="00BE611A">
        <w:rPr>
          <w:rFonts w:cs="Georgia"/>
          <w:kern w:val="1"/>
        </w:rPr>
        <w:t>en va pas ainsi</w:t>
      </w:r>
      <w:r>
        <w:rPr>
          <w:rFonts w:cs="Georgia"/>
          <w:kern w:val="1"/>
        </w:rPr>
        <w:t xml:space="preserve">. </w:t>
      </w:r>
      <w:r w:rsidR="00BE611A">
        <w:rPr>
          <w:rFonts w:cs="Georgia"/>
          <w:kern w:val="1"/>
        </w:rPr>
        <w:t>Ce serait trop commode</w:t>
      </w:r>
      <w:r>
        <w:rPr>
          <w:rFonts w:cs="Georgia"/>
          <w:kern w:val="1"/>
        </w:rPr>
        <w:t xml:space="preserve"> ! </w:t>
      </w:r>
      <w:r w:rsidR="00BE611A">
        <w:rPr>
          <w:rFonts w:cs="Georgia"/>
          <w:kern w:val="1"/>
        </w:rPr>
        <w:t>Voyons</w:t>
      </w:r>
      <w:r>
        <w:rPr>
          <w:rFonts w:cs="Georgia"/>
          <w:kern w:val="1"/>
        </w:rPr>
        <w:t xml:space="preserve">, </w:t>
      </w:r>
      <w:r w:rsidR="00BE611A">
        <w:rPr>
          <w:rFonts w:cs="Georgia"/>
          <w:kern w:val="1"/>
        </w:rPr>
        <w:t>vous</w:t>
      </w:r>
      <w:r>
        <w:rPr>
          <w:rFonts w:cs="Georgia"/>
          <w:kern w:val="1"/>
        </w:rPr>
        <w:t xml:space="preserve">, </w:t>
      </w:r>
      <w:r w:rsidR="00BE611A">
        <w:rPr>
          <w:rFonts w:cs="Georgia"/>
          <w:kern w:val="1"/>
        </w:rPr>
        <w:t>monsieur Flinkow</w:t>
      </w:r>
      <w:r>
        <w:rPr>
          <w:rFonts w:cs="Georgia"/>
          <w:kern w:val="1"/>
        </w:rPr>
        <w:t xml:space="preserve">, </w:t>
      </w:r>
      <w:r w:rsidR="00BE611A">
        <w:rPr>
          <w:rFonts w:cs="Georgia"/>
          <w:kern w:val="1"/>
        </w:rPr>
        <w:t>mon cher monsieur Flinkow</w:t>
      </w:r>
      <w:r>
        <w:rPr>
          <w:rFonts w:cs="Georgia"/>
          <w:kern w:val="1"/>
        </w:rPr>
        <w:t xml:space="preserve"> ! </w:t>
      </w:r>
      <w:r w:rsidR="00BE611A">
        <w:rPr>
          <w:rFonts w:cs="Georgia"/>
          <w:kern w:val="1"/>
        </w:rPr>
        <w:t>Nous avons eu naguère un petit différend</w:t>
      </w:r>
      <w:r>
        <w:rPr>
          <w:rFonts w:cs="Georgia"/>
          <w:kern w:val="1"/>
        </w:rPr>
        <w:t xml:space="preserve">. </w:t>
      </w:r>
      <w:r w:rsidR="00BE611A">
        <w:rPr>
          <w:rFonts w:cs="Georgia"/>
          <w:kern w:val="1"/>
        </w:rPr>
        <w:t>Mais c</w:t>
      </w:r>
      <w:r>
        <w:rPr>
          <w:rFonts w:cs="Georgia"/>
          <w:kern w:val="1"/>
        </w:rPr>
        <w:t>’</w:t>
      </w:r>
      <w:r w:rsidR="00BE611A">
        <w:rPr>
          <w:rFonts w:cs="Georgia"/>
          <w:kern w:val="1"/>
        </w:rPr>
        <w:t>est oublié</w:t>
      </w:r>
      <w:r>
        <w:rPr>
          <w:rFonts w:cs="Georgia"/>
          <w:kern w:val="1"/>
        </w:rPr>
        <w:t xml:space="preserve"> ! </w:t>
      </w:r>
      <w:r w:rsidR="00BE611A">
        <w:rPr>
          <w:rFonts w:cs="Georgia"/>
          <w:kern w:val="1"/>
        </w:rPr>
        <w:t>Monsieur Flinkow</w:t>
      </w:r>
      <w:r>
        <w:rPr>
          <w:rFonts w:cs="Georgia"/>
          <w:kern w:val="1"/>
        </w:rPr>
        <w:t xml:space="preserve">, </w:t>
      </w:r>
      <w:r w:rsidR="00BE611A">
        <w:rPr>
          <w:rFonts w:cs="Georgia"/>
          <w:kern w:val="1"/>
        </w:rPr>
        <w:t>oui</w:t>
      </w:r>
      <w:r>
        <w:rPr>
          <w:rFonts w:cs="Georgia"/>
          <w:kern w:val="1"/>
        </w:rPr>
        <w:t xml:space="preserve">, </w:t>
      </w:r>
      <w:r w:rsidR="00BE611A">
        <w:rPr>
          <w:rFonts w:cs="Georgia"/>
          <w:kern w:val="1"/>
        </w:rPr>
        <w:t>je vous le jure</w:t>
      </w:r>
      <w:r>
        <w:rPr>
          <w:rFonts w:cs="Georgia"/>
          <w:kern w:val="1"/>
        </w:rPr>
        <w:t xml:space="preserve">. </w:t>
      </w:r>
      <w:r w:rsidR="00BE611A">
        <w:rPr>
          <w:rFonts w:cs="Georgia"/>
          <w:kern w:val="1"/>
        </w:rPr>
        <w:t>N</w:t>
      </w:r>
      <w:r>
        <w:rPr>
          <w:rFonts w:cs="Georgia"/>
          <w:kern w:val="1"/>
        </w:rPr>
        <w:t>’</w:t>
      </w:r>
      <w:r w:rsidR="00BE611A">
        <w:rPr>
          <w:rFonts w:cs="Georgia"/>
          <w:kern w:val="1"/>
        </w:rPr>
        <w:t>est-ce pas</w:t>
      </w:r>
      <w:r>
        <w:rPr>
          <w:rFonts w:cs="Georgia"/>
          <w:kern w:val="1"/>
        </w:rPr>
        <w:t xml:space="preserve">, </w:t>
      </w:r>
      <w:r w:rsidR="00BE611A">
        <w:rPr>
          <w:rFonts w:cs="Georgia"/>
          <w:kern w:val="1"/>
        </w:rPr>
        <w:t>voyons</w:t>
      </w:r>
      <w:r>
        <w:rPr>
          <w:rFonts w:cs="Georgia"/>
          <w:kern w:val="1"/>
        </w:rPr>
        <w:t xml:space="preserve">, </w:t>
      </w:r>
      <w:r w:rsidR="00BE611A">
        <w:rPr>
          <w:rFonts w:cs="Georgia"/>
          <w:kern w:val="1"/>
        </w:rPr>
        <w:t>dites-moi que votre compagnon a l</w:t>
      </w:r>
      <w:r>
        <w:rPr>
          <w:rFonts w:cs="Georgia"/>
          <w:kern w:val="1"/>
        </w:rPr>
        <w:t>’</w:t>
      </w:r>
      <w:r w:rsidR="00BE611A">
        <w:rPr>
          <w:rFonts w:cs="Georgia"/>
          <w:kern w:val="1"/>
        </w:rPr>
        <w:t>esprit dérangé</w:t>
      </w:r>
      <w:r>
        <w:rPr>
          <w:rFonts w:cs="Georgia"/>
          <w:kern w:val="1"/>
        </w:rPr>
        <w:t xml:space="preserve">. </w:t>
      </w:r>
      <w:r w:rsidR="00BE611A">
        <w:rPr>
          <w:rFonts w:cs="Georgia"/>
          <w:kern w:val="1"/>
        </w:rPr>
        <w:t>On ne s</w:t>
      </w:r>
      <w:r>
        <w:rPr>
          <w:rFonts w:cs="Georgia"/>
          <w:kern w:val="1"/>
        </w:rPr>
        <w:t>’</w:t>
      </w:r>
      <w:r w:rsidR="00BE611A">
        <w:rPr>
          <w:rFonts w:cs="Georgia"/>
          <w:kern w:val="1"/>
        </w:rPr>
        <w:t>en va pas chez les gens colporter des bruits pareils</w:t>
      </w:r>
      <w:r>
        <w:rPr>
          <w:rFonts w:cs="Georgia"/>
          <w:kern w:val="1"/>
        </w:rPr>
        <w:t xml:space="preserve">. </w:t>
      </w:r>
      <w:r w:rsidR="00BE611A">
        <w:rPr>
          <w:rFonts w:cs="Georgia"/>
          <w:kern w:val="1"/>
        </w:rPr>
        <w:t>Toute cette histoire de drapeau rouge</w:t>
      </w:r>
      <w:r>
        <w:rPr>
          <w:rFonts w:cs="Georgia"/>
          <w:kern w:val="1"/>
        </w:rPr>
        <w:t xml:space="preserve">, </w:t>
      </w:r>
      <w:r w:rsidR="00BE611A">
        <w:rPr>
          <w:rFonts w:cs="Georgia"/>
          <w:kern w:val="1"/>
        </w:rPr>
        <w:t>d</w:t>
      </w:r>
      <w:r>
        <w:rPr>
          <w:rFonts w:cs="Georgia"/>
          <w:kern w:val="1"/>
        </w:rPr>
        <w:t>’</w:t>
      </w:r>
      <w:r w:rsidR="00BE611A">
        <w:rPr>
          <w:rFonts w:cs="Georgia"/>
          <w:kern w:val="1"/>
        </w:rPr>
        <w:t>armistice</w:t>
      </w:r>
      <w:r>
        <w:rPr>
          <w:rFonts w:cs="Georgia"/>
          <w:kern w:val="1"/>
        </w:rPr>
        <w:t xml:space="preserve">, </w:t>
      </w:r>
      <w:r w:rsidR="00BE611A">
        <w:rPr>
          <w:rFonts w:cs="Georgia"/>
          <w:bCs/>
          <w:kern w:val="1"/>
        </w:rPr>
        <w:t xml:space="preserve">ce </w:t>
      </w:r>
      <w:r w:rsidR="00BE611A">
        <w:rPr>
          <w:rFonts w:cs="Georgia"/>
          <w:kern w:val="1"/>
        </w:rPr>
        <w:t>n</w:t>
      </w:r>
      <w:r>
        <w:rPr>
          <w:rFonts w:cs="Georgia"/>
          <w:kern w:val="1"/>
        </w:rPr>
        <w:t>’</w:t>
      </w:r>
      <w:r w:rsidR="00BE611A">
        <w:rPr>
          <w:rFonts w:cs="Georgia"/>
          <w:kern w:val="1"/>
        </w:rPr>
        <w:t>est pas vrai</w:t>
      </w:r>
      <w:r>
        <w:rPr>
          <w:rFonts w:cs="Georgia"/>
          <w:kern w:val="1"/>
        </w:rPr>
        <w:t xml:space="preserve">, </w:t>
      </w:r>
      <w:r w:rsidR="00BE611A">
        <w:rPr>
          <w:rFonts w:cs="Georgia"/>
          <w:kern w:val="1"/>
        </w:rPr>
        <w:t>n</w:t>
      </w:r>
      <w:r>
        <w:rPr>
          <w:rFonts w:cs="Georgia"/>
          <w:kern w:val="1"/>
        </w:rPr>
        <w:t>’</w:t>
      </w:r>
      <w:r w:rsidR="00BE611A">
        <w:rPr>
          <w:rFonts w:cs="Georgia"/>
          <w:kern w:val="1"/>
        </w:rPr>
        <w:t>est-ce pas</w:t>
      </w:r>
      <w:r>
        <w:rPr>
          <w:rFonts w:cs="Georgia"/>
          <w:kern w:val="1"/>
        </w:rPr>
        <w:t xml:space="preserve">, </w:t>
      </w:r>
      <w:r w:rsidR="00BE611A">
        <w:rPr>
          <w:rFonts w:cs="Georgia"/>
          <w:kern w:val="1"/>
        </w:rPr>
        <w:t>ce n</w:t>
      </w:r>
      <w:r>
        <w:rPr>
          <w:rFonts w:cs="Georgia"/>
          <w:kern w:val="1"/>
        </w:rPr>
        <w:t>’</w:t>
      </w:r>
      <w:r w:rsidR="00BE611A">
        <w:rPr>
          <w:rFonts w:cs="Georgia"/>
          <w:kern w:val="1"/>
        </w:rPr>
        <w:t>est pas vrai</w:t>
      </w:r>
      <w:r>
        <w:rPr>
          <w:rFonts w:cs="Georgia"/>
          <w:kern w:val="1"/>
        </w:rPr>
        <w:t> ?</w:t>
      </w:r>
    </w:p>
    <w:p w14:paraId="7FF8AB8E" w14:textId="77777777" w:rsidR="000E1451" w:rsidRDefault="000E1451" w:rsidP="00BE611A">
      <w:pPr>
        <w:rPr>
          <w:rFonts w:cs="Georgia"/>
          <w:kern w:val="1"/>
        </w:rPr>
      </w:pPr>
      <w:r>
        <w:rPr>
          <w:rFonts w:cs="Georgia"/>
          <w:kern w:val="1"/>
        </w:rPr>
        <w:t>— </w:t>
      </w:r>
      <w:r w:rsidR="00BE611A">
        <w:rPr>
          <w:rFonts w:cs="Georgia"/>
          <w:kern w:val="1"/>
        </w:rPr>
        <w:t>Si</w:t>
      </w:r>
      <w:r>
        <w:rPr>
          <w:rFonts w:cs="Georgia"/>
          <w:kern w:val="1"/>
        </w:rPr>
        <w:t xml:space="preserve">, </w:t>
      </w:r>
      <w:r w:rsidR="00BE611A">
        <w:rPr>
          <w:rFonts w:cs="Georgia"/>
          <w:kern w:val="1"/>
        </w:rPr>
        <w:t>Excellence</w:t>
      </w:r>
      <w:r>
        <w:rPr>
          <w:rFonts w:cs="Georgia"/>
          <w:kern w:val="1"/>
        </w:rPr>
        <w:t xml:space="preserve">, </w:t>
      </w:r>
      <w:r w:rsidR="00BE611A">
        <w:rPr>
          <w:rFonts w:cs="Georgia"/>
          <w:kern w:val="1"/>
        </w:rPr>
        <w:t>c</w:t>
      </w:r>
      <w:r>
        <w:rPr>
          <w:rFonts w:cs="Georgia"/>
          <w:kern w:val="1"/>
        </w:rPr>
        <w:t>’</w:t>
      </w:r>
      <w:r w:rsidR="00BE611A">
        <w:rPr>
          <w:rFonts w:cs="Georgia"/>
          <w:kern w:val="1"/>
        </w:rPr>
        <w:t>est vrai</w:t>
      </w:r>
      <w:r>
        <w:rPr>
          <w:rFonts w:cs="Georgia"/>
          <w:kern w:val="1"/>
        </w:rPr>
        <w:t xml:space="preserve">, </w:t>
      </w:r>
      <w:r w:rsidR="00BE611A">
        <w:rPr>
          <w:rFonts w:cs="Georgia"/>
          <w:kern w:val="1"/>
        </w:rPr>
        <w:t>répondit</w:t>
      </w:r>
      <w:r>
        <w:rPr>
          <w:rFonts w:cs="Georgia"/>
          <w:kern w:val="1"/>
        </w:rPr>
        <w:t xml:space="preserve">, </w:t>
      </w:r>
      <w:r w:rsidR="00BE611A">
        <w:rPr>
          <w:rFonts w:cs="Georgia"/>
          <w:kern w:val="1"/>
        </w:rPr>
        <w:t>dans un souffle</w:t>
      </w:r>
      <w:r>
        <w:rPr>
          <w:rFonts w:cs="Georgia"/>
          <w:kern w:val="1"/>
        </w:rPr>
        <w:t>, M. </w:t>
      </w:r>
      <w:r w:rsidR="00BE611A">
        <w:rPr>
          <w:rFonts w:cs="Georgia"/>
          <w:kern w:val="1"/>
        </w:rPr>
        <w:t>Flinkow</w:t>
      </w:r>
      <w:r>
        <w:rPr>
          <w:rFonts w:cs="Georgia"/>
          <w:kern w:val="1"/>
        </w:rPr>
        <w:t>.</w:t>
      </w:r>
    </w:p>
    <w:p w14:paraId="01DA5722" w14:textId="77777777" w:rsidR="000E1451" w:rsidRDefault="000E1451" w:rsidP="00BE611A">
      <w:pPr>
        <w:rPr>
          <w:rFonts w:cs="Georgia"/>
          <w:kern w:val="1"/>
        </w:rPr>
      </w:pPr>
      <w:r>
        <w:rPr>
          <w:rFonts w:cs="Georgia"/>
          <w:kern w:val="1"/>
        </w:rPr>
        <w:t>— </w:t>
      </w:r>
      <w:r w:rsidR="00BE611A">
        <w:rPr>
          <w:rFonts w:cs="Georgia"/>
          <w:kern w:val="1"/>
        </w:rPr>
        <w:t>C</w:t>
      </w:r>
      <w:r>
        <w:rPr>
          <w:rFonts w:cs="Georgia"/>
          <w:kern w:val="1"/>
        </w:rPr>
        <w:t>’</w:t>
      </w:r>
      <w:r w:rsidR="00BE611A">
        <w:rPr>
          <w:rFonts w:cs="Georgia"/>
          <w:kern w:val="1"/>
        </w:rPr>
        <w:t>est vrai</w:t>
      </w:r>
      <w:r>
        <w:rPr>
          <w:rFonts w:cs="Georgia"/>
          <w:kern w:val="1"/>
        </w:rPr>
        <w:t xml:space="preserve">, </w:t>
      </w:r>
      <w:r w:rsidR="00BE611A">
        <w:rPr>
          <w:rFonts w:cs="Georgia"/>
          <w:kern w:val="1"/>
        </w:rPr>
        <w:t>dites-vous</w:t>
      </w:r>
      <w:r>
        <w:rPr>
          <w:rFonts w:cs="Georgia"/>
          <w:kern w:val="1"/>
        </w:rPr>
        <w:t> ?</w:t>
      </w:r>
    </w:p>
    <w:p w14:paraId="304D603C" w14:textId="77777777" w:rsidR="000E1451" w:rsidRDefault="00BE611A" w:rsidP="00BE611A">
      <w:pPr>
        <w:rPr>
          <w:rFonts w:cs="Georgia"/>
          <w:kern w:val="1"/>
        </w:rPr>
      </w:pPr>
      <w:r>
        <w:rPr>
          <w:rFonts w:cs="Georgia"/>
          <w:kern w:val="1"/>
        </w:rPr>
        <w:t>D</w:t>
      </w:r>
      <w:r w:rsidR="000E1451">
        <w:rPr>
          <w:rFonts w:cs="Georgia"/>
          <w:kern w:val="1"/>
        </w:rPr>
        <w:t>’</w:t>
      </w:r>
      <w:r>
        <w:rPr>
          <w:rFonts w:cs="Georgia"/>
          <w:kern w:val="1"/>
        </w:rPr>
        <w:t>une voix qu</w:t>
      </w:r>
      <w:r w:rsidR="000E1451">
        <w:rPr>
          <w:rFonts w:cs="Georgia"/>
          <w:kern w:val="1"/>
        </w:rPr>
        <w:t>’</w:t>
      </w:r>
      <w:r>
        <w:rPr>
          <w:rFonts w:cs="Georgia"/>
          <w:kern w:val="1"/>
        </w:rPr>
        <w:t>on n</w:t>
      </w:r>
      <w:r w:rsidR="000E1451">
        <w:rPr>
          <w:rFonts w:cs="Georgia"/>
          <w:kern w:val="1"/>
        </w:rPr>
        <w:t>’</w:t>
      </w:r>
      <w:r>
        <w:rPr>
          <w:rFonts w:cs="Georgia"/>
          <w:kern w:val="1"/>
        </w:rPr>
        <w:t>entendait plus qu</w:t>
      </w:r>
      <w:r w:rsidR="000E1451">
        <w:rPr>
          <w:rFonts w:cs="Georgia"/>
          <w:kern w:val="1"/>
        </w:rPr>
        <w:t>’</w:t>
      </w:r>
      <w:r>
        <w:rPr>
          <w:rFonts w:cs="Georgia"/>
          <w:kern w:val="1"/>
        </w:rPr>
        <w:t>à peine</w:t>
      </w:r>
      <w:r w:rsidR="000E1451">
        <w:rPr>
          <w:rFonts w:cs="Georgia"/>
          <w:kern w:val="1"/>
        </w:rPr>
        <w:t xml:space="preserve">, </w:t>
      </w:r>
      <w:r>
        <w:rPr>
          <w:rFonts w:cs="Georgia"/>
          <w:kern w:val="1"/>
        </w:rPr>
        <w:t>d</w:t>
      </w:r>
      <w:r w:rsidR="000E1451">
        <w:rPr>
          <w:rFonts w:cs="Georgia"/>
          <w:kern w:val="1"/>
        </w:rPr>
        <w:t>’</w:t>
      </w:r>
      <w:r>
        <w:rPr>
          <w:rFonts w:cs="Georgia"/>
          <w:kern w:val="1"/>
        </w:rPr>
        <w:t>une pauvre voix d</w:t>
      </w:r>
      <w:r w:rsidR="000E1451">
        <w:rPr>
          <w:rFonts w:cs="Georgia"/>
          <w:kern w:val="1"/>
        </w:rPr>
        <w:t>’</w:t>
      </w:r>
      <w:r>
        <w:rPr>
          <w:rFonts w:cs="Georgia"/>
          <w:kern w:val="1"/>
        </w:rPr>
        <w:t>enfant</w:t>
      </w:r>
      <w:r w:rsidR="000E1451">
        <w:rPr>
          <w:rFonts w:cs="Georgia"/>
          <w:kern w:val="1"/>
        </w:rPr>
        <w:t xml:space="preserve">, </w:t>
      </w:r>
      <w:r>
        <w:rPr>
          <w:rFonts w:cs="Georgia"/>
          <w:kern w:val="1"/>
        </w:rPr>
        <w:t>chevrotante et basse il demanda encore</w:t>
      </w:r>
      <w:r w:rsidR="000E1451">
        <w:rPr>
          <w:rFonts w:cs="Georgia"/>
          <w:kern w:val="1"/>
        </w:rPr>
        <w:t> :</w:t>
      </w:r>
    </w:p>
    <w:p w14:paraId="2371B013" w14:textId="77777777" w:rsidR="000E1451" w:rsidRDefault="000E1451" w:rsidP="00BE611A">
      <w:pPr>
        <w:rPr>
          <w:rFonts w:cs="Georgia"/>
          <w:kern w:val="1"/>
        </w:rPr>
      </w:pPr>
      <w:r>
        <w:rPr>
          <w:rFonts w:cs="Georgia"/>
          <w:kern w:val="1"/>
        </w:rPr>
        <w:t>— </w:t>
      </w:r>
      <w:r w:rsidR="00BE611A">
        <w:rPr>
          <w:rFonts w:cs="Georgia"/>
          <w:kern w:val="1"/>
        </w:rPr>
        <w:t>Alors</w:t>
      </w:r>
      <w:r>
        <w:rPr>
          <w:rFonts w:cs="Georgia"/>
          <w:kern w:val="1"/>
        </w:rPr>
        <w:t xml:space="preserve">, </w:t>
      </w:r>
      <w:r w:rsidR="00BE611A">
        <w:rPr>
          <w:rFonts w:cs="Georgia"/>
          <w:kern w:val="1"/>
        </w:rPr>
        <w:t>si c</w:t>
      </w:r>
      <w:r>
        <w:rPr>
          <w:rFonts w:cs="Georgia"/>
          <w:kern w:val="1"/>
        </w:rPr>
        <w:t>’</w:t>
      </w:r>
      <w:r w:rsidR="00BE611A">
        <w:rPr>
          <w:rFonts w:cs="Georgia"/>
          <w:kern w:val="1"/>
        </w:rPr>
        <w:t>est vrai</w:t>
      </w:r>
      <w:r>
        <w:rPr>
          <w:rFonts w:cs="Georgia"/>
          <w:kern w:val="1"/>
        </w:rPr>
        <w:t xml:space="preserve">, </w:t>
      </w:r>
      <w:r w:rsidR="00BE611A">
        <w:rPr>
          <w:rFonts w:cs="Georgia"/>
          <w:kern w:val="1"/>
        </w:rPr>
        <w:t>l</w:t>
      </w:r>
      <w:r>
        <w:rPr>
          <w:rFonts w:cs="Georgia"/>
          <w:kern w:val="1"/>
        </w:rPr>
        <w:t>’</w:t>
      </w:r>
      <w:r w:rsidR="00BE611A">
        <w:rPr>
          <w:rFonts w:cs="Georgia"/>
          <w:kern w:val="1"/>
        </w:rPr>
        <w:t>Empereur</w:t>
      </w:r>
      <w:r>
        <w:rPr>
          <w:rFonts w:cs="Georgia"/>
          <w:kern w:val="1"/>
        </w:rPr>
        <w:t> ?…</w:t>
      </w:r>
    </w:p>
    <w:p w14:paraId="5B7C7DF3" w14:textId="77777777" w:rsidR="000E1451" w:rsidRDefault="000E1451" w:rsidP="00BE611A">
      <w:pPr>
        <w:rPr>
          <w:rFonts w:cs="Georgia"/>
          <w:kern w:val="1"/>
        </w:rPr>
      </w:pPr>
      <w:r>
        <w:rPr>
          <w:rFonts w:cs="Georgia"/>
          <w:kern w:val="1"/>
        </w:rPr>
        <w:lastRenderedPageBreak/>
        <w:t>M. </w:t>
      </w:r>
      <w:r w:rsidR="00BE611A">
        <w:rPr>
          <w:rFonts w:cs="Georgia"/>
          <w:kern w:val="1"/>
        </w:rPr>
        <w:t>Flinkow eut un geste vague</w:t>
      </w:r>
      <w:r>
        <w:rPr>
          <w:rFonts w:cs="Georgia"/>
          <w:kern w:val="1"/>
        </w:rPr>
        <w:t>.</w:t>
      </w:r>
    </w:p>
    <w:p w14:paraId="51F8C432" w14:textId="77777777" w:rsidR="000E1451" w:rsidRDefault="000E1451" w:rsidP="00BE611A">
      <w:pPr>
        <w:rPr>
          <w:rFonts w:cs="Georgia"/>
          <w:kern w:val="1"/>
        </w:rPr>
      </w:pPr>
      <w:r>
        <w:rPr>
          <w:rFonts w:cs="Georgia"/>
          <w:kern w:val="1"/>
        </w:rPr>
        <w:t>— </w:t>
      </w:r>
      <w:r w:rsidR="00BE611A">
        <w:rPr>
          <w:rFonts w:cs="Georgia"/>
          <w:kern w:val="1"/>
        </w:rPr>
        <w:t>Quoi</w:t>
      </w:r>
      <w:r>
        <w:rPr>
          <w:rFonts w:cs="Georgia"/>
          <w:kern w:val="1"/>
        </w:rPr>
        <w:t> ?</w:t>
      </w:r>
    </w:p>
    <w:p w14:paraId="4F8B81BD" w14:textId="77777777" w:rsidR="000E1451" w:rsidRDefault="000E1451" w:rsidP="00BE611A">
      <w:pPr>
        <w:rPr>
          <w:rFonts w:cs="Georgia"/>
          <w:kern w:val="1"/>
        </w:rPr>
      </w:pPr>
      <w:r>
        <w:rPr>
          <w:rFonts w:cs="Georgia"/>
          <w:kern w:val="1"/>
        </w:rPr>
        <w:t>— </w:t>
      </w:r>
      <w:r w:rsidR="00BE611A">
        <w:rPr>
          <w:rFonts w:cs="Georgia"/>
          <w:kern w:val="1"/>
        </w:rPr>
        <w:t>Parti</w:t>
      </w:r>
      <w:r>
        <w:rPr>
          <w:rFonts w:cs="Georgia"/>
          <w:kern w:val="1"/>
        </w:rPr>
        <w:t xml:space="preserve">, </w:t>
      </w:r>
      <w:r w:rsidR="00BE611A">
        <w:rPr>
          <w:rFonts w:cs="Georgia"/>
          <w:kern w:val="1"/>
        </w:rPr>
        <w:t>Excellence</w:t>
      </w:r>
      <w:r>
        <w:rPr>
          <w:rFonts w:cs="Georgia"/>
          <w:kern w:val="1"/>
        </w:rPr>
        <w:t xml:space="preserve">, </w:t>
      </w:r>
      <w:r w:rsidR="00BE611A">
        <w:rPr>
          <w:rFonts w:cs="Georgia"/>
          <w:kern w:val="1"/>
        </w:rPr>
        <w:t>l</w:t>
      </w:r>
      <w:r>
        <w:rPr>
          <w:rFonts w:cs="Georgia"/>
          <w:kern w:val="1"/>
        </w:rPr>
        <w:t>’</w:t>
      </w:r>
      <w:r w:rsidR="00BE611A">
        <w:rPr>
          <w:rFonts w:cs="Georgia"/>
          <w:kern w:val="1"/>
        </w:rPr>
        <w:t>Empereur est parti</w:t>
      </w:r>
      <w:r>
        <w:rPr>
          <w:rFonts w:cs="Georgia"/>
          <w:kern w:val="1"/>
        </w:rPr>
        <w:t xml:space="preserve">. </w:t>
      </w:r>
      <w:r w:rsidR="00BE611A">
        <w:rPr>
          <w:rFonts w:cs="Georgia"/>
          <w:kern w:val="1"/>
        </w:rPr>
        <w:t>Il s</w:t>
      </w:r>
      <w:r>
        <w:rPr>
          <w:rFonts w:cs="Georgia"/>
          <w:kern w:val="1"/>
        </w:rPr>
        <w:t>’</w:t>
      </w:r>
      <w:r w:rsidR="00BE611A">
        <w:rPr>
          <w:rFonts w:cs="Georgia"/>
          <w:kern w:val="1"/>
        </w:rPr>
        <w:t>est réfugié</w:t>
      </w:r>
      <w:r>
        <w:rPr>
          <w:rFonts w:cs="Georgia"/>
          <w:kern w:val="1"/>
        </w:rPr>
        <w:t>…</w:t>
      </w:r>
    </w:p>
    <w:p w14:paraId="35FD05C1" w14:textId="77777777" w:rsidR="000E1451" w:rsidRDefault="000E1451" w:rsidP="00BE611A">
      <w:pPr>
        <w:rPr>
          <w:rFonts w:cs="Georgia"/>
          <w:kern w:val="1"/>
        </w:rPr>
      </w:pPr>
      <w:r>
        <w:rPr>
          <w:rFonts w:cs="Georgia"/>
          <w:kern w:val="1"/>
        </w:rPr>
        <w:t>— </w:t>
      </w:r>
      <w:r w:rsidR="00BE611A">
        <w:rPr>
          <w:rFonts w:cs="Georgia"/>
          <w:kern w:val="1"/>
        </w:rPr>
        <w:t>L</w:t>
      </w:r>
      <w:r>
        <w:rPr>
          <w:rFonts w:cs="Georgia"/>
          <w:kern w:val="1"/>
        </w:rPr>
        <w:t>’</w:t>
      </w:r>
      <w:r w:rsidR="00BE611A">
        <w:rPr>
          <w:rFonts w:cs="Georgia"/>
          <w:kern w:val="1"/>
        </w:rPr>
        <w:t>Empereur</w:t>
      </w:r>
      <w:r>
        <w:rPr>
          <w:rFonts w:cs="Georgia"/>
          <w:kern w:val="1"/>
        </w:rPr>
        <w:t xml:space="preserve"> ? </w:t>
      </w:r>
      <w:r w:rsidR="00BE611A">
        <w:rPr>
          <w:rFonts w:cs="Georgia"/>
          <w:kern w:val="1"/>
        </w:rPr>
        <w:t>Voulez-vous répéter ce que vous venez de dire</w:t>
      </w:r>
      <w:r>
        <w:rPr>
          <w:rFonts w:cs="Georgia"/>
          <w:kern w:val="1"/>
        </w:rPr>
        <w:t>…</w:t>
      </w:r>
    </w:p>
    <w:p w14:paraId="46D28BA3" w14:textId="77777777" w:rsidR="000E1451" w:rsidRDefault="000E1451" w:rsidP="00BE611A">
      <w:pPr>
        <w:rPr>
          <w:rFonts w:cs="Georgia"/>
          <w:kern w:val="1"/>
        </w:rPr>
      </w:pPr>
      <w:r>
        <w:rPr>
          <w:rFonts w:cs="Georgia"/>
          <w:kern w:val="1"/>
        </w:rPr>
        <w:t>— </w:t>
      </w:r>
      <w:r w:rsidR="00BE611A">
        <w:rPr>
          <w:rFonts w:cs="Georgia"/>
          <w:kern w:val="1"/>
        </w:rPr>
        <w:t>Volontiers</w:t>
      </w:r>
      <w:r>
        <w:rPr>
          <w:rFonts w:cs="Georgia"/>
          <w:kern w:val="1"/>
        </w:rPr>
        <w:t xml:space="preserve">, </w:t>
      </w:r>
      <w:r w:rsidR="00BE611A">
        <w:rPr>
          <w:rFonts w:cs="Georgia"/>
          <w:kern w:val="1"/>
        </w:rPr>
        <w:t>Excellence</w:t>
      </w:r>
      <w:r>
        <w:rPr>
          <w:rFonts w:cs="Georgia"/>
          <w:kern w:val="1"/>
        </w:rPr>
        <w:t xml:space="preserve">, </w:t>
      </w:r>
      <w:r w:rsidR="00BE611A">
        <w:rPr>
          <w:rFonts w:cs="Georgia"/>
          <w:kern w:val="1"/>
        </w:rPr>
        <w:t>fit l</w:t>
      </w:r>
      <w:r>
        <w:rPr>
          <w:rFonts w:cs="Georgia"/>
          <w:kern w:val="1"/>
        </w:rPr>
        <w:t>’</w:t>
      </w:r>
      <w:r w:rsidR="00BE611A">
        <w:rPr>
          <w:rFonts w:cs="Georgia"/>
          <w:kern w:val="1"/>
        </w:rPr>
        <w:t>autre sans défiance</w:t>
      </w:r>
      <w:r>
        <w:rPr>
          <w:rFonts w:cs="Georgia"/>
          <w:kern w:val="1"/>
        </w:rPr>
        <w:t xml:space="preserve">. </w:t>
      </w:r>
      <w:r w:rsidR="00BE611A">
        <w:rPr>
          <w:rFonts w:cs="Georgia"/>
          <w:kern w:val="1"/>
        </w:rPr>
        <w:t>L</w:t>
      </w:r>
      <w:r>
        <w:rPr>
          <w:rFonts w:cs="Georgia"/>
          <w:kern w:val="1"/>
        </w:rPr>
        <w:t>’</w:t>
      </w:r>
      <w:r w:rsidR="00BE611A">
        <w:rPr>
          <w:rFonts w:cs="Georgia"/>
          <w:kern w:val="1"/>
        </w:rPr>
        <w:t>Empereur s</w:t>
      </w:r>
      <w:r>
        <w:rPr>
          <w:rFonts w:cs="Georgia"/>
          <w:kern w:val="1"/>
        </w:rPr>
        <w:t>’</w:t>
      </w:r>
      <w:r w:rsidR="00BE611A">
        <w:rPr>
          <w:rFonts w:cs="Georgia"/>
          <w:kern w:val="1"/>
        </w:rPr>
        <w:t>est réfugié en Hollande</w:t>
      </w:r>
      <w:r>
        <w:rPr>
          <w:rFonts w:cs="Georgia"/>
          <w:kern w:val="1"/>
        </w:rPr>
        <w:t xml:space="preserve">. </w:t>
      </w:r>
      <w:r w:rsidR="00BE611A">
        <w:rPr>
          <w:rFonts w:cs="Georgia"/>
          <w:kern w:val="1"/>
        </w:rPr>
        <w:t>Il</w:t>
      </w:r>
      <w:r>
        <w:rPr>
          <w:rFonts w:cs="Georgia"/>
          <w:kern w:val="1"/>
        </w:rPr>
        <w:t>…</w:t>
      </w:r>
    </w:p>
    <w:p w14:paraId="1643D3D8" w14:textId="77777777" w:rsidR="000E1451" w:rsidRDefault="00BE611A" w:rsidP="00BE611A">
      <w:pPr>
        <w:rPr>
          <w:rFonts w:cs="Georgia"/>
          <w:kern w:val="1"/>
        </w:rPr>
      </w:pPr>
      <w:r>
        <w:rPr>
          <w:rFonts w:cs="Georgia"/>
          <w:kern w:val="1"/>
        </w:rPr>
        <w:t>Mais il n</w:t>
      </w:r>
      <w:r w:rsidR="000E1451">
        <w:rPr>
          <w:rFonts w:cs="Georgia"/>
          <w:kern w:val="1"/>
        </w:rPr>
        <w:t>’</w:t>
      </w:r>
      <w:r>
        <w:rPr>
          <w:rFonts w:cs="Georgia"/>
          <w:kern w:val="1"/>
        </w:rPr>
        <w:t>eut pas le temps d</w:t>
      </w:r>
      <w:r w:rsidR="000E1451">
        <w:rPr>
          <w:rFonts w:cs="Georgia"/>
          <w:kern w:val="1"/>
        </w:rPr>
        <w:t>’</w:t>
      </w:r>
      <w:r>
        <w:rPr>
          <w:rFonts w:cs="Georgia"/>
          <w:kern w:val="1"/>
        </w:rPr>
        <w:t>achever sa phrase</w:t>
      </w:r>
      <w:r w:rsidR="000E1451">
        <w:rPr>
          <w:rFonts w:cs="Georgia"/>
          <w:kern w:val="1"/>
        </w:rPr>
        <w:t xml:space="preserve">. </w:t>
      </w:r>
      <w:r>
        <w:rPr>
          <w:rFonts w:cs="Georgia"/>
          <w:kern w:val="1"/>
        </w:rPr>
        <w:t>Le général lui avait bondi à la gorge</w:t>
      </w:r>
      <w:r w:rsidR="000E1451">
        <w:rPr>
          <w:rFonts w:cs="Georgia"/>
          <w:kern w:val="1"/>
        </w:rPr>
        <w:t>.</w:t>
      </w:r>
    </w:p>
    <w:p w14:paraId="4322C0F6" w14:textId="77777777" w:rsidR="000E1451" w:rsidRDefault="000E1451" w:rsidP="00BE611A">
      <w:pPr>
        <w:rPr>
          <w:rFonts w:cs="Georgia"/>
          <w:kern w:val="1"/>
        </w:rPr>
      </w:pPr>
      <w:r>
        <w:rPr>
          <w:rFonts w:cs="Georgia"/>
          <w:kern w:val="1"/>
        </w:rPr>
        <w:t>— </w:t>
      </w:r>
      <w:r w:rsidR="00BE611A">
        <w:rPr>
          <w:rFonts w:cs="Georgia"/>
          <w:kern w:val="1"/>
        </w:rPr>
        <w:t>Hors d</w:t>
      </w:r>
      <w:r>
        <w:rPr>
          <w:rFonts w:cs="Georgia"/>
          <w:kern w:val="1"/>
        </w:rPr>
        <w:t>’</w:t>
      </w:r>
      <w:r w:rsidR="00BE611A">
        <w:rPr>
          <w:rFonts w:cs="Georgia"/>
          <w:kern w:val="1"/>
        </w:rPr>
        <w:t>ici</w:t>
      </w:r>
      <w:r>
        <w:rPr>
          <w:rFonts w:cs="Georgia"/>
          <w:kern w:val="1"/>
        </w:rPr>
        <w:t xml:space="preserve"> ! </w:t>
      </w:r>
      <w:r w:rsidR="00BE611A">
        <w:rPr>
          <w:rFonts w:cs="Georgia"/>
          <w:kern w:val="1"/>
        </w:rPr>
        <w:t>Misérable</w:t>
      </w:r>
      <w:r>
        <w:rPr>
          <w:rFonts w:cs="Georgia"/>
          <w:kern w:val="1"/>
        </w:rPr>
        <w:t xml:space="preserve"> ! </w:t>
      </w:r>
      <w:r w:rsidR="00BE611A">
        <w:rPr>
          <w:rFonts w:cs="Georgia"/>
          <w:kern w:val="1"/>
        </w:rPr>
        <w:t>Canaille</w:t>
      </w:r>
      <w:r>
        <w:rPr>
          <w:rFonts w:cs="Georgia"/>
          <w:kern w:val="1"/>
        </w:rPr>
        <w:t xml:space="preserve"> ! </w:t>
      </w:r>
      <w:r w:rsidR="00BE611A">
        <w:rPr>
          <w:rFonts w:cs="Georgia"/>
          <w:kern w:val="1"/>
        </w:rPr>
        <w:t>Hors d</w:t>
      </w:r>
      <w:r>
        <w:rPr>
          <w:rFonts w:cs="Georgia"/>
          <w:kern w:val="1"/>
        </w:rPr>
        <w:t>’</w:t>
      </w:r>
      <w:r w:rsidR="00BE611A">
        <w:rPr>
          <w:rFonts w:cs="Georgia"/>
          <w:kern w:val="1"/>
        </w:rPr>
        <w:t>ici</w:t>
      </w:r>
      <w:r>
        <w:rPr>
          <w:rFonts w:cs="Georgia"/>
          <w:kern w:val="1"/>
        </w:rPr>
        <w:t>.</w:t>
      </w:r>
    </w:p>
    <w:p w14:paraId="27517FC0" w14:textId="77777777" w:rsidR="000E1451" w:rsidRDefault="00BE611A" w:rsidP="00BE611A">
      <w:pPr>
        <w:rPr>
          <w:rFonts w:cs="Georgia"/>
          <w:kern w:val="1"/>
        </w:rPr>
      </w:pPr>
      <w:r>
        <w:rPr>
          <w:rFonts w:cs="Georgia"/>
          <w:kern w:val="1"/>
        </w:rPr>
        <w:t>L</w:t>
      </w:r>
      <w:r w:rsidR="000E1451">
        <w:rPr>
          <w:rFonts w:cs="Georgia"/>
          <w:kern w:val="1"/>
        </w:rPr>
        <w:t>’</w:t>
      </w:r>
      <w:r>
        <w:rPr>
          <w:rFonts w:cs="Georgia"/>
          <w:kern w:val="1"/>
        </w:rPr>
        <w:t>instant de désarroi qui suivit fut inexprimable</w:t>
      </w:r>
      <w:r w:rsidR="000E1451">
        <w:rPr>
          <w:rFonts w:cs="Georgia"/>
          <w:kern w:val="1"/>
        </w:rPr>
        <w:t xml:space="preserve">. </w:t>
      </w:r>
      <w:r>
        <w:rPr>
          <w:rFonts w:cs="Georgia"/>
          <w:kern w:val="1"/>
        </w:rPr>
        <w:t>J</w:t>
      </w:r>
      <w:r w:rsidR="000E1451">
        <w:rPr>
          <w:rFonts w:cs="Georgia"/>
          <w:kern w:val="1"/>
        </w:rPr>
        <w:t>’</w:t>
      </w:r>
      <w:r>
        <w:rPr>
          <w:rFonts w:cs="Georgia"/>
          <w:kern w:val="1"/>
        </w:rPr>
        <w:t>avais couru vers le général</w:t>
      </w:r>
      <w:r w:rsidR="000E1451">
        <w:rPr>
          <w:rFonts w:cs="Georgia"/>
          <w:kern w:val="1"/>
        </w:rPr>
        <w:t xml:space="preserve">, </w:t>
      </w:r>
      <w:r>
        <w:rPr>
          <w:rFonts w:cs="Georgia"/>
          <w:kern w:val="1"/>
        </w:rPr>
        <w:t>mais n</w:t>
      </w:r>
      <w:r w:rsidR="000E1451">
        <w:rPr>
          <w:rFonts w:cs="Georgia"/>
          <w:kern w:val="1"/>
        </w:rPr>
        <w:t>’</w:t>
      </w:r>
      <w:r>
        <w:rPr>
          <w:rFonts w:cs="Georgia"/>
          <w:kern w:val="1"/>
        </w:rPr>
        <w:t>arrivai pas à temps</w:t>
      </w:r>
      <w:r w:rsidR="000E1451">
        <w:rPr>
          <w:rFonts w:cs="Georgia"/>
          <w:kern w:val="1"/>
        </w:rPr>
        <w:t xml:space="preserve">. </w:t>
      </w:r>
      <w:r>
        <w:rPr>
          <w:rFonts w:cs="Georgia"/>
          <w:kern w:val="1"/>
        </w:rPr>
        <w:t>Ce fut le pasteur Frühwirth qui</w:t>
      </w:r>
      <w:r w:rsidR="000E1451">
        <w:rPr>
          <w:rFonts w:cs="Georgia"/>
          <w:kern w:val="1"/>
        </w:rPr>
        <w:t xml:space="preserve">, </w:t>
      </w:r>
      <w:r>
        <w:rPr>
          <w:rFonts w:cs="Georgia"/>
          <w:kern w:val="1"/>
        </w:rPr>
        <w:t>chancelant sous le coup</w:t>
      </w:r>
      <w:r w:rsidR="000E1451">
        <w:rPr>
          <w:rFonts w:cs="Georgia"/>
          <w:kern w:val="1"/>
        </w:rPr>
        <w:t xml:space="preserve">, </w:t>
      </w:r>
      <w:r>
        <w:rPr>
          <w:rFonts w:cs="Georgia"/>
          <w:kern w:val="1"/>
        </w:rPr>
        <w:t>reçut entre ses bras le grand corps foudroyé</w:t>
      </w:r>
      <w:r w:rsidR="000E1451">
        <w:rPr>
          <w:rFonts w:cs="Georgia"/>
          <w:kern w:val="1"/>
        </w:rPr>
        <w:t xml:space="preserve">. </w:t>
      </w:r>
      <w:r>
        <w:rPr>
          <w:rFonts w:cs="Georgia"/>
          <w:kern w:val="1"/>
        </w:rPr>
        <w:t>Nous l</w:t>
      </w:r>
      <w:r w:rsidR="000E1451">
        <w:rPr>
          <w:rFonts w:cs="Georgia"/>
          <w:kern w:val="1"/>
        </w:rPr>
        <w:t>’</w:t>
      </w:r>
      <w:r>
        <w:rPr>
          <w:rFonts w:cs="Georgia"/>
          <w:kern w:val="1"/>
        </w:rPr>
        <w:t>étendîmes tout de son long sur le tapis</w:t>
      </w:r>
      <w:r w:rsidR="000E1451">
        <w:rPr>
          <w:rFonts w:cs="Georgia"/>
          <w:kern w:val="1"/>
        </w:rPr>
        <w:t xml:space="preserve">, </w:t>
      </w:r>
      <w:r>
        <w:rPr>
          <w:rFonts w:cs="Georgia"/>
          <w:kern w:val="1"/>
        </w:rPr>
        <w:t>tandis qu</w:t>
      </w:r>
      <w:r w:rsidR="000E1451">
        <w:rPr>
          <w:rFonts w:cs="Georgia"/>
          <w:kern w:val="1"/>
        </w:rPr>
        <w:t>’</w:t>
      </w:r>
      <w:r>
        <w:rPr>
          <w:rFonts w:cs="Georgia"/>
          <w:kern w:val="1"/>
        </w:rPr>
        <w:t>Axelle poussait dans le corridor les bourgmestres qui claquaient des dents</w:t>
      </w:r>
      <w:r w:rsidR="000E1451">
        <w:rPr>
          <w:rFonts w:cs="Georgia"/>
          <w:kern w:val="1"/>
        </w:rPr>
        <w:t>.</w:t>
      </w:r>
    </w:p>
    <w:p w14:paraId="7C9EAF2E" w14:textId="77777777" w:rsidR="000E1451" w:rsidRDefault="000E1451" w:rsidP="00BE611A">
      <w:pPr>
        <w:rPr>
          <w:rFonts w:cs="Georgia"/>
          <w:kern w:val="1"/>
        </w:rPr>
      </w:pPr>
      <w:r>
        <w:rPr>
          <w:rFonts w:cs="Georgia"/>
          <w:kern w:val="1"/>
        </w:rPr>
        <w:t>— </w:t>
      </w:r>
      <w:r w:rsidR="00BE611A">
        <w:rPr>
          <w:rFonts w:cs="Georgia"/>
          <w:kern w:val="1"/>
        </w:rPr>
        <w:t>Allez-vous en</w:t>
      </w:r>
      <w:r>
        <w:rPr>
          <w:rFonts w:cs="Georgia"/>
          <w:kern w:val="1"/>
        </w:rPr>
        <w:t xml:space="preserve">, </w:t>
      </w:r>
      <w:r w:rsidR="00BE611A">
        <w:rPr>
          <w:rFonts w:cs="Georgia"/>
          <w:kern w:val="1"/>
        </w:rPr>
        <w:t>Messieurs</w:t>
      </w:r>
      <w:r>
        <w:rPr>
          <w:rFonts w:cs="Georgia"/>
          <w:kern w:val="1"/>
        </w:rPr>
        <w:t xml:space="preserve">, </w:t>
      </w:r>
      <w:r w:rsidR="00BE611A">
        <w:rPr>
          <w:rFonts w:cs="Georgia"/>
          <w:kern w:val="1"/>
        </w:rPr>
        <w:t>je vous en prie</w:t>
      </w:r>
      <w:r>
        <w:rPr>
          <w:rFonts w:cs="Georgia"/>
          <w:kern w:val="1"/>
        </w:rPr>
        <w:t>.</w:t>
      </w:r>
    </w:p>
    <w:p w14:paraId="6EB36E05" w14:textId="77777777" w:rsidR="000E1451" w:rsidRDefault="00BE611A" w:rsidP="00BE611A">
      <w:pPr>
        <w:rPr>
          <w:rFonts w:cs="Georgia"/>
          <w:kern w:val="1"/>
        </w:rPr>
      </w:pPr>
      <w:r>
        <w:rPr>
          <w:rFonts w:cs="Georgia"/>
          <w:kern w:val="1"/>
        </w:rPr>
        <w:t>Ils ne demandaient pas autre chose</w:t>
      </w:r>
      <w:r w:rsidR="000E1451">
        <w:rPr>
          <w:rFonts w:cs="Georgia"/>
          <w:kern w:val="1"/>
        </w:rPr>
        <w:t xml:space="preserve">. </w:t>
      </w:r>
      <w:r>
        <w:rPr>
          <w:rFonts w:cs="Georgia"/>
          <w:kern w:val="1"/>
        </w:rPr>
        <w:t>Leur terreur</w:t>
      </w:r>
      <w:r w:rsidR="000E1451">
        <w:rPr>
          <w:rFonts w:cs="Georgia"/>
          <w:kern w:val="1"/>
        </w:rPr>
        <w:t xml:space="preserve">, </w:t>
      </w:r>
      <w:r>
        <w:rPr>
          <w:rFonts w:cs="Georgia"/>
          <w:kern w:val="1"/>
        </w:rPr>
        <w:t>intense</w:t>
      </w:r>
      <w:r w:rsidR="000E1451">
        <w:rPr>
          <w:rFonts w:cs="Georgia"/>
          <w:kern w:val="1"/>
        </w:rPr>
        <w:t xml:space="preserve">, </w:t>
      </w:r>
      <w:r>
        <w:rPr>
          <w:rFonts w:cs="Georgia"/>
          <w:kern w:val="1"/>
        </w:rPr>
        <w:t>ne leur faisait pas perdre néanmoins tout sens pratique</w:t>
      </w:r>
      <w:r w:rsidR="000E1451">
        <w:rPr>
          <w:rFonts w:cs="Georgia"/>
          <w:kern w:val="1"/>
        </w:rPr>
        <w:t>.</w:t>
      </w:r>
    </w:p>
    <w:p w14:paraId="7490AED3" w14:textId="77777777" w:rsidR="000E1451" w:rsidRDefault="000E1451" w:rsidP="00BE611A">
      <w:pPr>
        <w:rPr>
          <w:rFonts w:cs="Georgia"/>
          <w:kern w:val="1"/>
        </w:rPr>
      </w:pPr>
      <w:r>
        <w:rPr>
          <w:rFonts w:cs="Georgia"/>
          <w:kern w:val="1"/>
        </w:rPr>
        <w:t>— </w:t>
      </w:r>
      <w:r w:rsidR="00BE611A">
        <w:rPr>
          <w:rFonts w:cs="Georgia"/>
          <w:kern w:val="1"/>
        </w:rPr>
        <w:t>Tous nos regrets</w:t>
      </w:r>
      <w:r>
        <w:rPr>
          <w:rFonts w:cs="Georgia"/>
          <w:kern w:val="1"/>
        </w:rPr>
        <w:t xml:space="preserve">, </w:t>
      </w:r>
      <w:r w:rsidR="00BE611A">
        <w:rPr>
          <w:rFonts w:cs="Georgia"/>
          <w:kern w:val="1"/>
        </w:rPr>
        <w:t>Mademoiselle</w:t>
      </w:r>
      <w:r>
        <w:rPr>
          <w:rFonts w:cs="Georgia"/>
          <w:kern w:val="1"/>
        </w:rPr>
        <w:t xml:space="preserve">. </w:t>
      </w:r>
      <w:r w:rsidR="00BE611A">
        <w:rPr>
          <w:rFonts w:cs="Georgia"/>
          <w:kern w:val="1"/>
        </w:rPr>
        <w:t>Bien entendu</w:t>
      </w:r>
      <w:r>
        <w:rPr>
          <w:rFonts w:cs="Georgia"/>
          <w:kern w:val="1"/>
        </w:rPr>
        <w:t xml:space="preserve">, </w:t>
      </w:r>
      <w:r w:rsidR="00BE611A">
        <w:rPr>
          <w:rFonts w:cs="Georgia"/>
          <w:kern w:val="1"/>
        </w:rPr>
        <w:t>nous ignorions</w:t>
      </w:r>
      <w:r>
        <w:rPr>
          <w:rFonts w:cs="Georgia"/>
          <w:kern w:val="1"/>
        </w:rPr>
        <w:t xml:space="preserve">… </w:t>
      </w:r>
      <w:r w:rsidR="00BE611A">
        <w:rPr>
          <w:rFonts w:cs="Georgia"/>
          <w:kern w:val="1"/>
        </w:rPr>
        <w:t>Rien n</w:t>
      </w:r>
      <w:r>
        <w:rPr>
          <w:rFonts w:cs="Georgia"/>
          <w:kern w:val="1"/>
        </w:rPr>
        <w:t>’</w:t>
      </w:r>
      <w:r w:rsidR="00BE611A">
        <w:rPr>
          <w:rFonts w:cs="Georgia"/>
          <w:kern w:val="1"/>
        </w:rPr>
        <w:t>est changé</w:t>
      </w:r>
      <w:r>
        <w:rPr>
          <w:rFonts w:cs="Georgia"/>
          <w:kern w:val="1"/>
        </w:rPr>
        <w:t xml:space="preserve">, </w:t>
      </w:r>
      <w:r w:rsidR="00BE611A">
        <w:rPr>
          <w:rFonts w:cs="Georgia"/>
          <w:kern w:val="1"/>
        </w:rPr>
        <w:t>n</w:t>
      </w:r>
      <w:r>
        <w:rPr>
          <w:rFonts w:cs="Georgia"/>
          <w:kern w:val="1"/>
        </w:rPr>
        <w:t>’</w:t>
      </w:r>
      <w:r w:rsidR="00BE611A">
        <w:rPr>
          <w:rFonts w:cs="Georgia"/>
          <w:kern w:val="1"/>
        </w:rPr>
        <w:t>est-ce pas</w:t>
      </w:r>
      <w:r>
        <w:rPr>
          <w:rFonts w:cs="Georgia"/>
          <w:kern w:val="1"/>
        </w:rPr>
        <w:t xml:space="preserve">, </w:t>
      </w:r>
      <w:r w:rsidR="00BE611A">
        <w:rPr>
          <w:rFonts w:cs="Georgia"/>
          <w:kern w:val="1"/>
        </w:rPr>
        <w:t>en ce qui concerne nos arrangements de tout à l</w:t>
      </w:r>
      <w:r>
        <w:rPr>
          <w:rFonts w:cs="Georgia"/>
          <w:kern w:val="1"/>
        </w:rPr>
        <w:t>’</w:t>
      </w:r>
      <w:r w:rsidR="00BE611A">
        <w:rPr>
          <w:rFonts w:cs="Georgia"/>
          <w:kern w:val="1"/>
        </w:rPr>
        <w:t>heure</w:t>
      </w:r>
      <w:r>
        <w:rPr>
          <w:rFonts w:cs="Georgia"/>
          <w:kern w:val="1"/>
        </w:rPr>
        <w:t xml:space="preserve"> ? </w:t>
      </w:r>
      <w:r w:rsidR="00BE611A">
        <w:rPr>
          <w:rFonts w:cs="Georgia"/>
          <w:kern w:val="1"/>
        </w:rPr>
        <w:t>Nous pouvons toujours aller trouver le général de Rohrbach</w:t>
      </w:r>
      <w:r>
        <w:rPr>
          <w:rFonts w:cs="Georgia"/>
          <w:kern w:val="1"/>
        </w:rPr>
        <w:t xml:space="preserve">… </w:t>
      </w:r>
      <w:r w:rsidR="00BE611A">
        <w:rPr>
          <w:rFonts w:cs="Georgia"/>
          <w:kern w:val="1"/>
        </w:rPr>
        <w:t>Et pour le château</w:t>
      </w:r>
      <w:r>
        <w:rPr>
          <w:rFonts w:cs="Georgia"/>
          <w:kern w:val="1"/>
        </w:rPr>
        <w:t xml:space="preserve">, </w:t>
      </w:r>
      <w:r w:rsidR="00BE611A">
        <w:rPr>
          <w:rFonts w:cs="Georgia"/>
          <w:kern w:val="1"/>
        </w:rPr>
        <w:t>il est entendu qu</w:t>
      </w:r>
      <w:r>
        <w:rPr>
          <w:rFonts w:cs="Georgia"/>
          <w:kern w:val="1"/>
        </w:rPr>
        <w:t>’</w:t>
      </w:r>
      <w:r w:rsidR="00BE611A">
        <w:rPr>
          <w:rFonts w:cs="Georgia"/>
          <w:kern w:val="1"/>
        </w:rPr>
        <w:t>en cas de besoin</w:t>
      </w:r>
      <w:r>
        <w:rPr>
          <w:rFonts w:cs="Georgia"/>
          <w:kern w:val="1"/>
        </w:rPr>
        <w:t>…</w:t>
      </w:r>
    </w:p>
    <w:p w14:paraId="6D8FBBFA" w14:textId="77777777" w:rsidR="000E1451" w:rsidRDefault="000E1451" w:rsidP="00BE611A">
      <w:pPr>
        <w:rPr>
          <w:rFonts w:cs="Georgia"/>
          <w:kern w:val="1"/>
        </w:rPr>
      </w:pPr>
      <w:r>
        <w:rPr>
          <w:rFonts w:cs="Georgia"/>
          <w:kern w:val="1"/>
        </w:rPr>
        <w:t>— </w:t>
      </w:r>
      <w:r w:rsidR="00BE611A">
        <w:rPr>
          <w:rFonts w:cs="Georgia"/>
          <w:kern w:val="1"/>
        </w:rPr>
        <w:t>Oui</w:t>
      </w:r>
      <w:r>
        <w:rPr>
          <w:rFonts w:cs="Georgia"/>
          <w:kern w:val="1"/>
        </w:rPr>
        <w:t xml:space="preserve">, </w:t>
      </w:r>
      <w:r w:rsidR="00BE611A">
        <w:rPr>
          <w:rFonts w:cs="Georgia"/>
          <w:kern w:val="1"/>
        </w:rPr>
        <w:t>oui</w:t>
      </w:r>
      <w:r>
        <w:rPr>
          <w:rFonts w:cs="Georgia"/>
          <w:kern w:val="1"/>
        </w:rPr>
        <w:t xml:space="preserve">, </w:t>
      </w:r>
      <w:r w:rsidR="00BE611A">
        <w:rPr>
          <w:rFonts w:cs="Georgia"/>
          <w:kern w:val="1"/>
        </w:rPr>
        <w:t>mais pour Dieu</w:t>
      </w:r>
      <w:r>
        <w:rPr>
          <w:rFonts w:cs="Georgia"/>
          <w:kern w:val="1"/>
        </w:rPr>
        <w:t xml:space="preserve">, </w:t>
      </w:r>
      <w:r w:rsidR="00BE611A">
        <w:rPr>
          <w:rFonts w:cs="Georgia"/>
          <w:kern w:val="1"/>
        </w:rPr>
        <w:t>laissez-nous</w:t>
      </w:r>
      <w:r>
        <w:rPr>
          <w:rFonts w:cs="Georgia"/>
          <w:kern w:val="1"/>
        </w:rPr>
        <w:t> !</w:t>
      </w:r>
    </w:p>
    <w:p w14:paraId="3E2B523E" w14:textId="77777777" w:rsidR="000E1451" w:rsidRDefault="00BE611A" w:rsidP="00BE611A">
      <w:pPr>
        <w:rPr>
          <w:rFonts w:cs="Georgia"/>
          <w:kern w:val="1"/>
        </w:rPr>
      </w:pPr>
      <w:r>
        <w:rPr>
          <w:rFonts w:cs="Georgia"/>
          <w:kern w:val="1"/>
        </w:rPr>
        <w:lastRenderedPageBreak/>
        <w:t>Ayant enfin réussi à se débarrasser d</w:t>
      </w:r>
      <w:r w:rsidR="000E1451">
        <w:rPr>
          <w:rFonts w:cs="Georgia"/>
          <w:kern w:val="1"/>
        </w:rPr>
        <w:t>’</w:t>
      </w:r>
      <w:r>
        <w:rPr>
          <w:rFonts w:cs="Georgia"/>
          <w:kern w:val="1"/>
        </w:rPr>
        <w:t>eux</w:t>
      </w:r>
      <w:r w:rsidR="000E1451">
        <w:rPr>
          <w:rFonts w:cs="Georgia"/>
          <w:kern w:val="1"/>
        </w:rPr>
        <w:t xml:space="preserve">, </w:t>
      </w:r>
      <w:r>
        <w:rPr>
          <w:rFonts w:cs="Georgia"/>
          <w:kern w:val="1"/>
        </w:rPr>
        <w:t>elle revint et s</w:t>
      </w:r>
      <w:r w:rsidR="000E1451">
        <w:rPr>
          <w:rFonts w:cs="Georgia"/>
          <w:kern w:val="1"/>
        </w:rPr>
        <w:t>’</w:t>
      </w:r>
      <w:r>
        <w:rPr>
          <w:rFonts w:cs="Georgia"/>
          <w:kern w:val="1"/>
        </w:rPr>
        <w:t>agenouilla près de son oncle</w:t>
      </w:r>
      <w:r w:rsidR="000E1451">
        <w:rPr>
          <w:rFonts w:cs="Georgia"/>
          <w:kern w:val="1"/>
        </w:rPr>
        <w:t xml:space="preserve">. </w:t>
      </w:r>
      <w:r>
        <w:rPr>
          <w:rFonts w:cs="Georgia"/>
          <w:kern w:val="1"/>
        </w:rPr>
        <w:t>Elle lui enleva sa cravate</w:t>
      </w:r>
      <w:r w:rsidR="000E1451">
        <w:rPr>
          <w:rFonts w:cs="Georgia"/>
          <w:kern w:val="1"/>
        </w:rPr>
        <w:t xml:space="preserve">. </w:t>
      </w:r>
      <w:r>
        <w:rPr>
          <w:rFonts w:cs="Georgia"/>
          <w:kern w:val="1"/>
        </w:rPr>
        <w:t>Il avait les mâchoires contractées</w:t>
      </w:r>
      <w:r w:rsidR="000E1451">
        <w:rPr>
          <w:rFonts w:cs="Georgia"/>
          <w:kern w:val="1"/>
        </w:rPr>
        <w:t xml:space="preserve">, </w:t>
      </w:r>
      <w:r>
        <w:rPr>
          <w:rFonts w:cs="Georgia"/>
          <w:kern w:val="1"/>
        </w:rPr>
        <w:t>les yeux clos</w:t>
      </w:r>
      <w:r w:rsidR="000E1451">
        <w:rPr>
          <w:rFonts w:cs="Georgia"/>
          <w:kern w:val="1"/>
        </w:rPr>
        <w:t xml:space="preserve">. </w:t>
      </w:r>
      <w:r>
        <w:rPr>
          <w:rFonts w:cs="Georgia"/>
          <w:kern w:val="1"/>
        </w:rPr>
        <w:t>Le visage était bleui</w:t>
      </w:r>
      <w:r w:rsidR="000E1451">
        <w:rPr>
          <w:rFonts w:cs="Georgia"/>
          <w:kern w:val="1"/>
        </w:rPr>
        <w:t xml:space="preserve">, </w:t>
      </w:r>
      <w:r>
        <w:rPr>
          <w:rFonts w:cs="Georgia"/>
          <w:kern w:val="1"/>
        </w:rPr>
        <w:t>avec deux plaques d</w:t>
      </w:r>
      <w:r w:rsidR="000E1451">
        <w:rPr>
          <w:rFonts w:cs="Georgia"/>
          <w:kern w:val="1"/>
        </w:rPr>
        <w:t>’</w:t>
      </w:r>
      <w:r>
        <w:rPr>
          <w:rFonts w:cs="Georgia"/>
          <w:kern w:val="1"/>
        </w:rPr>
        <w:t>un rose blême qui marbraient les tempes</w:t>
      </w:r>
      <w:r w:rsidR="000E1451">
        <w:rPr>
          <w:rFonts w:cs="Georgia"/>
          <w:kern w:val="1"/>
        </w:rPr>
        <w:t xml:space="preserve">. </w:t>
      </w:r>
      <w:r>
        <w:rPr>
          <w:rFonts w:cs="Georgia"/>
          <w:kern w:val="1"/>
        </w:rPr>
        <w:t>Pour parvenir à le transporter au premier étage</w:t>
      </w:r>
      <w:r w:rsidR="000E1451">
        <w:rPr>
          <w:rFonts w:cs="Georgia"/>
          <w:kern w:val="1"/>
        </w:rPr>
        <w:t xml:space="preserve">, </w:t>
      </w:r>
      <w:r>
        <w:rPr>
          <w:rFonts w:cs="Georgia"/>
          <w:kern w:val="1"/>
        </w:rPr>
        <w:t>je dus faire appel au petit domestique</w:t>
      </w:r>
      <w:r w:rsidR="000E1451">
        <w:rPr>
          <w:rFonts w:cs="Georgia"/>
          <w:kern w:val="1"/>
        </w:rPr>
        <w:t xml:space="preserve">. </w:t>
      </w:r>
      <w:r>
        <w:rPr>
          <w:rFonts w:cs="Georgia"/>
          <w:kern w:val="1"/>
        </w:rPr>
        <w:t>Le pasteur Frühwirth était incapable de nous rendre désormais le moindre service</w:t>
      </w:r>
      <w:r w:rsidR="000E1451">
        <w:rPr>
          <w:rFonts w:cs="Georgia"/>
          <w:kern w:val="1"/>
        </w:rPr>
        <w:t xml:space="preserve">. </w:t>
      </w:r>
      <w:r>
        <w:rPr>
          <w:rFonts w:cs="Georgia"/>
          <w:kern w:val="1"/>
        </w:rPr>
        <w:t>C</w:t>
      </w:r>
      <w:r w:rsidR="000E1451">
        <w:rPr>
          <w:rFonts w:cs="Georgia"/>
          <w:kern w:val="1"/>
        </w:rPr>
        <w:t>’</w:t>
      </w:r>
      <w:r>
        <w:rPr>
          <w:rFonts w:cs="Georgia"/>
          <w:kern w:val="1"/>
        </w:rPr>
        <w:t>est à peine s</w:t>
      </w:r>
      <w:r w:rsidR="000E1451">
        <w:rPr>
          <w:rFonts w:cs="Georgia"/>
          <w:kern w:val="1"/>
        </w:rPr>
        <w:t>’</w:t>
      </w:r>
      <w:r>
        <w:rPr>
          <w:rFonts w:cs="Georgia"/>
          <w:kern w:val="1"/>
        </w:rPr>
        <w:t>il eut la force de monter derrière nous l</w:t>
      </w:r>
      <w:r w:rsidR="000E1451">
        <w:rPr>
          <w:rFonts w:cs="Georgia"/>
          <w:kern w:val="1"/>
        </w:rPr>
        <w:t>’</w:t>
      </w:r>
      <w:r>
        <w:rPr>
          <w:rFonts w:cs="Georgia"/>
          <w:kern w:val="1"/>
        </w:rPr>
        <w:t>escalier</w:t>
      </w:r>
      <w:r w:rsidR="000E1451">
        <w:rPr>
          <w:rFonts w:cs="Georgia"/>
          <w:kern w:val="1"/>
        </w:rPr>
        <w:t xml:space="preserve">. </w:t>
      </w:r>
      <w:r>
        <w:rPr>
          <w:rFonts w:cs="Georgia"/>
          <w:kern w:val="1"/>
        </w:rPr>
        <w:t>Axelle allait devant</w:t>
      </w:r>
      <w:r w:rsidR="000E1451">
        <w:rPr>
          <w:rFonts w:cs="Georgia"/>
          <w:kern w:val="1"/>
        </w:rPr>
        <w:t xml:space="preserve">, </w:t>
      </w:r>
      <w:r>
        <w:rPr>
          <w:rFonts w:cs="Georgia"/>
          <w:kern w:val="1"/>
        </w:rPr>
        <w:t>ouvrant les portes à notre passage</w:t>
      </w:r>
      <w:r w:rsidR="000E1451">
        <w:rPr>
          <w:rFonts w:cs="Georgia"/>
          <w:kern w:val="1"/>
        </w:rPr>
        <w:t>.</w:t>
      </w:r>
    </w:p>
    <w:p w14:paraId="1EFEE812" w14:textId="77777777" w:rsidR="000E1451" w:rsidRDefault="00BE611A" w:rsidP="00BE611A">
      <w:pPr>
        <w:rPr>
          <w:rFonts w:cs="Georgia"/>
          <w:kern w:val="1"/>
        </w:rPr>
      </w:pPr>
      <w:r>
        <w:rPr>
          <w:rFonts w:cs="Georgia"/>
          <w:kern w:val="1"/>
        </w:rPr>
        <w:t>Au bout d</w:t>
      </w:r>
      <w:r w:rsidR="000E1451">
        <w:rPr>
          <w:rFonts w:cs="Georgia"/>
          <w:kern w:val="1"/>
        </w:rPr>
        <w:t>’</w:t>
      </w:r>
      <w:r>
        <w:rPr>
          <w:rFonts w:cs="Georgia"/>
          <w:kern w:val="1"/>
        </w:rPr>
        <w:t>un quart d</w:t>
      </w:r>
      <w:r w:rsidR="000E1451">
        <w:rPr>
          <w:rFonts w:cs="Georgia"/>
          <w:kern w:val="1"/>
        </w:rPr>
        <w:t>’</w:t>
      </w:r>
      <w:r>
        <w:rPr>
          <w:rFonts w:cs="Georgia"/>
          <w:kern w:val="1"/>
        </w:rPr>
        <w:t>heure environ</w:t>
      </w:r>
      <w:r w:rsidR="000E1451">
        <w:rPr>
          <w:rFonts w:cs="Georgia"/>
          <w:kern w:val="1"/>
        </w:rPr>
        <w:t xml:space="preserve">, </w:t>
      </w:r>
      <w:r>
        <w:rPr>
          <w:rFonts w:cs="Georgia"/>
          <w:kern w:val="1"/>
        </w:rPr>
        <w:t>le général revint à lui</w:t>
      </w:r>
      <w:r w:rsidR="000E1451">
        <w:rPr>
          <w:rFonts w:cs="Georgia"/>
          <w:kern w:val="1"/>
        </w:rPr>
        <w:t xml:space="preserve">. </w:t>
      </w:r>
      <w:r>
        <w:rPr>
          <w:rFonts w:cs="Georgia"/>
          <w:kern w:val="1"/>
        </w:rPr>
        <w:t>Ce fut pour pousser un grand cri</w:t>
      </w:r>
      <w:r w:rsidR="000E1451">
        <w:rPr>
          <w:rFonts w:cs="Georgia"/>
          <w:kern w:val="1"/>
        </w:rPr>
        <w:t>.</w:t>
      </w:r>
    </w:p>
    <w:p w14:paraId="3419C252" w14:textId="77777777" w:rsidR="000E1451" w:rsidRDefault="000E1451" w:rsidP="00BE611A">
      <w:pPr>
        <w:rPr>
          <w:rFonts w:cs="Georgia"/>
          <w:kern w:val="1"/>
        </w:rPr>
      </w:pPr>
      <w:r>
        <w:rPr>
          <w:rFonts w:cs="Georgia"/>
          <w:kern w:val="1"/>
        </w:rPr>
        <w:t>— </w:t>
      </w:r>
      <w:r w:rsidR="00BE611A">
        <w:rPr>
          <w:rFonts w:cs="Georgia"/>
          <w:kern w:val="1"/>
        </w:rPr>
        <w:t>Conrad</w:t>
      </w:r>
      <w:r>
        <w:rPr>
          <w:rFonts w:cs="Georgia"/>
          <w:kern w:val="1"/>
        </w:rPr>
        <w:t xml:space="preserve"> ! </w:t>
      </w:r>
      <w:r w:rsidR="00BE611A">
        <w:rPr>
          <w:rFonts w:cs="Georgia"/>
          <w:kern w:val="1"/>
        </w:rPr>
        <w:t>Michel</w:t>
      </w:r>
      <w:r>
        <w:rPr>
          <w:rFonts w:cs="Georgia"/>
          <w:kern w:val="1"/>
        </w:rPr>
        <w:t xml:space="preserve"> ! </w:t>
      </w:r>
      <w:r w:rsidR="00BE611A">
        <w:rPr>
          <w:rFonts w:cs="Georgia"/>
          <w:kern w:val="1"/>
        </w:rPr>
        <w:t>Hermann</w:t>
      </w:r>
      <w:r>
        <w:rPr>
          <w:rFonts w:cs="Georgia"/>
          <w:kern w:val="1"/>
        </w:rPr>
        <w:t> !</w:t>
      </w:r>
    </w:p>
    <w:p w14:paraId="5B409E14" w14:textId="77777777" w:rsidR="000E1451" w:rsidRDefault="000E1451" w:rsidP="00BE611A">
      <w:pPr>
        <w:rPr>
          <w:rFonts w:cs="Georgia"/>
          <w:kern w:val="1"/>
        </w:rPr>
      </w:pPr>
      <w:r>
        <w:rPr>
          <w:rFonts w:cs="Georgia"/>
          <w:kern w:val="1"/>
        </w:rPr>
        <w:t>— </w:t>
      </w:r>
      <w:r w:rsidR="00BE611A">
        <w:rPr>
          <w:rFonts w:cs="Georgia"/>
          <w:kern w:val="1"/>
        </w:rPr>
        <w:t>Mon oncle</w:t>
      </w:r>
      <w:r>
        <w:rPr>
          <w:rFonts w:cs="Georgia"/>
          <w:kern w:val="1"/>
        </w:rPr>
        <w:t xml:space="preserve">, </w:t>
      </w:r>
      <w:r w:rsidR="00BE611A">
        <w:rPr>
          <w:rFonts w:cs="Georgia"/>
          <w:kern w:val="1"/>
        </w:rPr>
        <w:t>suppliait Axelle</w:t>
      </w:r>
      <w:r>
        <w:rPr>
          <w:rFonts w:cs="Georgia"/>
          <w:kern w:val="1"/>
        </w:rPr>
        <w:t xml:space="preserve">, </w:t>
      </w:r>
      <w:r w:rsidR="00BE611A">
        <w:rPr>
          <w:rFonts w:cs="Georgia"/>
          <w:kern w:val="1"/>
        </w:rPr>
        <w:t>de grâce</w:t>
      </w:r>
      <w:r>
        <w:rPr>
          <w:rFonts w:cs="Georgia"/>
          <w:kern w:val="1"/>
        </w:rPr>
        <w:t xml:space="preserve">, </w:t>
      </w:r>
      <w:r w:rsidR="00BE611A">
        <w:rPr>
          <w:rFonts w:cs="Georgia"/>
          <w:kern w:val="1"/>
        </w:rPr>
        <w:t>calmez-vous</w:t>
      </w:r>
      <w:r>
        <w:rPr>
          <w:rFonts w:cs="Georgia"/>
          <w:kern w:val="1"/>
        </w:rPr>
        <w:t> !</w:t>
      </w:r>
    </w:p>
    <w:p w14:paraId="58FD3A62" w14:textId="77777777" w:rsidR="000E1451" w:rsidRDefault="00BE611A" w:rsidP="00BE611A">
      <w:pPr>
        <w:rPr>
          <w:rFonts w:cs="Georgia"/>
          <w:kern w:val="1"/>
        </w:rPr>
      </w:pPr>
      <w:r>
        <w:rPr>
          <w:rFonts w:cs="Georgia"/>
          <w:kern w:val="1"/>
        </w:rPr>
        <w:t>J</w:t>
      </w:r>
      <w:r w:rsidR="000E1451">
        <w:rPr>
          <w:rFonts w:cs="Georgia"/>
          <w:kern w:val="1"/>
        </w:rPr>
        <w:t>’</w:t>
      </w:r>
      <w:r>
        <w:rPr>
          <w:rFonts w:cs="Georgia"/>
          <w:kern w:val="1"/>
        </w:rPr>
        <w:t>étais encore plus ému qu</w:t>
      </w:r>
      <w:r w:rsidR="000E1451">
        <w:rPr>
          <w:rFonts w:cs="Georgia"/>
          <w:kern w:val="1"/>
        </w:rPr>
        <w:t>’</w:t>
      </w:r>
      <w:r>
        <w:rPr>
          <w:rFonts w:cs="Georgia"/>
          <w:kern w:val="1"/>
        </w:rPr>
        <w:t>elle</w:t>
      </w:r>
      <w:r w:rsidR="000E1451">
        <w:rPr>
          <w:rFonts w:cs="Georgia"/>
          <w:kern w:val="1"/>
        </w:rPr>
        <w:t xml:space="preserve">. </w:t>
      </w:r>
      <w:r>
        <w:rPr>
          <w:rFonts w:cs="Georgia"/>
          <w:kern w:val="1"/>
        </w:rPr>
        <w:t>Avec quel trouble</w:t>
      </w:r>
      <w:r w:rsidR="000E1451">
        <w:rPr>
          <w:rFonts w:cs="Georgia"/>
          <w:kern w:val="1"/>
        </w:rPr>
        <w:t xml:space="preserve">, </w:t>
      </w:r>
      <w:r>
        <w:rPr>
          <w:rFonts w:cs="Georgia"/>
          <w:kern w:val="1"/>
        </w:rPr>
        <w:t>plein d</w:t>
      </w:r>
      <w:r w:rsidR="000E1451">
        <w:rPr>
          <w:rFonts w:cs="Georgia"/>
          <w:kern w:val="1"/>
        </w:rPr>
        <w:t>’</w:t>
      </w:r>
      <w:r>
        <w:rPr>
          <w:rFonts w:cs="Georgia"/>
          <w:kern w:val="1"/>
        </w:rPr>
        <w:t>effroi</w:t>
      </w:r>
      <w:r w:rsidR="000E1451">
        <w:rPr>
          <w:rFonts w:cs="Georgia"/>
          <w:kern w:val="1"/>
        </w:rPr>
        <w:t xml:space="preserve">, </w:t>
      </w:r>
      <w:r>
        <w:rPr>
          <w:rFonts w:cs="Georgia"/>
          <w:kern w:val="1"/>
        </w:rPr>
        <w:t>j</w:t>
      </w:r>
      <w:r w:rsidR="000E1451">
        <w:rPr>
          <w:rFonts w:cs="Georgia"/>
          <w:kern w:val="1"/>
        </w:rPr>
        <w:t>’</w:t>
      </w:r>
      <w:r>
        <w:rPr>
          <w:rFonts w:cs="Georgia"/>
          <w:kern w:val="1"/>
        </w:rPr>
        <w:t>assistais à la passion de ce vieillard à qui</w:t>
      </w:r>
      <w:r w:rsidR="000E1451">
        <w:rPr>
          <w:rFonts w:cs="Georgia"/>
          <w:kern w:val="1"/>
        </w:rPr>
        <w:t xml:space="preserve">, </w:t>
      </w:r>
      <w:r>
        <w:rPr>
          <w:rFonts w:cs="Georgia"/>
          <w:kern w:val="1"/>
        </w:rPr>
        <w:t>trois années durant</w:t>
      </w:r>
      <w:r w:rsidR="000E1451">
        <w:rPr>
          <w:rFonts w:cs="Georgia"/>
          <w:kern w:val="1"/>
        </w:rPr>
        <w:t xml:space="preserve">, </w:t>
      </w:r>
      <w:r>
        <w:rPr>
          <w:rFonts w:cs="Georgia"/>
          <w:kern w:val="1"/>
        </w:rPr>
        <w:t>la mort de ses fils n</w:t>
      </w:r>
      <w:r w:rsidR="000E1451">
        <w:rPr>
          <w:rFonts w:cs="Georgia"/>
          <w:kern w:val="1"/>
        </w:rPr>
        <w:t>’</w:t>
      </w:r>
      <w:r>
        <w:rPr>
          <w:rFonts w:cs="Georgia"/>
          <w:kern w:val="1"/>
        </w:rPr>
        <w:t>avait pas arraché une plainte</w:t>
      </w:r>
      <w:r w:rsidR="000E1451">
        <w:rPr>
          <w:rFonts w:cs="Georgia"/>
          <w:kern w:val="1"/>
        </w:rPr>
        <w:t xml:space="preserve">. </w:t>
      </w:r>
      <w:r>
        <w:rPr>
          <w:rFonts w:cs="Georgia"/>
          <w:kern w:val="1"/>
        </w:rPr>
        <w:t>Tant qu</w:t>
      </w:r>
      <w:r w:rsidR="000E1451">
        <w:rPr>
          <w:rFonts w:cs="Georgia"/>
          <w:kern w:val="1"/>
        </w:rPr>
        <w:t>’</w:t>
      </w:r>
      <w:r>
        <w:rPr>
          <w:rFonts w:cs="Georgia"/>
          <w:kern w:val="1"/>
        </w:rPr>
        <w:t>il avait cru à l</w:t>
      </w:r>
      <w:r w:rsidR="000E1451">
        <w:rPr>
          <w:rFonts w:cs="Georgia"/>
          <w:kern w:val="1"/>
        </w:rPr>
        <w:t>’</w:t>
      </w:r>
      <w:r>
        <w:rPr>
          <w:rFonts w:cs="Georgia"/>
          <w:kern w:val="1"/>
        </w:rPr>
        <w:t>efficacité de leur sacrifice</w:t>
      </w:r>
      <w:r w:rsidR="000E1451">
        <w:rPr>
          <w:rFonts w:cs="Georgia"/>
          <w:kern w:val="1"/>
        </w:rPr>
        <w:t xml:space="preserve">, </w:t>
      </w:r>
      <w:r>
        <w:rPr>
          <w:rFonts w:cs="Georgia"/>
          <w:kern w:val="1"/>
        </w:rPr>
        <w:t>il s</w:t>
      </w:r>
      <w:r w:rsidR="000E1451">
        <w:rPr>
          <w:rFonts w:cs="Georgia"/>
          <w:kern w:val="1"/>
        </w:rPr>
        <w:t>’</w:t>
      </w:r>
      <w:r>
        <w:rPr>
          <w:rFonts w:cs="Georgia"/>
          <w:kern w:val="1"/>
        </w:rPr>
        <w:t>était raidi</w:t>
      </w:r>
      <w:r w:rsidR="000E1451">
        <w:rPr>
          <w:rFonts w:cs="Georgia"/>
          <w:kern w:val="1"/>
        </w:rPr>
        <w:t xml:space="preserve">. </w:t>
      </w:r>
      <w:r>
        <w:rPr>
          <w:rFonts w:cs="Georgia"/>
          <w:kern w:val="1"/>
        </w:rPr>
        <w:t>Et maintenant</w:t>
      </w:r>
      <w:r w:rsidR="000E1451">
        <w:rPr>
          <w:rFonts w:cs="Georgia"/>
          <w:kern w:val="1"/>
        </w:rPr>
        <w:t xml:space="preserve">, </w:t>
      </w:r>
      <w:r>
        <w:rPr>
          <w:rFonts w:cs="Georgia"/>
          <w:kern w:val="1"/>
        </w:rPr>
        <w:t>il s</w:t>
      </w:r>
      <w:r w:rsidR="000E1451">
        <w:rPr>
          <w:rFonts w:cs="Georgia"/>
          <w:kern w:val="1"/>
        </w:rPr>
        <w:t>’</w:t>
      </w:r>
      <w:r>
        <w:rPr>
          <w:rFonts w:cs="Georgia"/>
          <w:kern w:val="1"/>
        </w:rPr>
        <w:t>abandonnait tout entier à son désespoir</w:t>
      </w:r>
      <w:r w:rsidR="000E1451">
        <w:rPr>
          <w:rFonts w:cs="Georgia"/>
          <w:kern w:val="1"/>
        </w:rPr>
        <w:t>.</w:t>
      </w:r>
    </w:p>
    <w:p w14:paraId="05B5A8A2" w14:textId="77777777" w:rsidR="000E1451" w:rsidRDefault="000E1451" w:rsidP="00BE611A">
      <w:pPr>
        <w:rPr>
          <w:rFonts w:cs="Georgia"/>
          <w:kern w:val="1"/>
        </w:rPr>
      </w:pPr>
      <w:r>
        <w:rPr>
          <w:rFonts w:cs="Georgia"/>
          <w:kern w:val="1"/>
        </w:rPr>
        <w:t>— </w:t>
      </w:r>
      <w:r w:rsidR="00BE611A">
        <w:rPr>
          <w:rFonts w:cs="Georgia"/>
          <w:kern w:val="1"/>
        </w:rPr>
        <w:t>Mon général</w:t>
      </w:r>
      <w:r>
        <w:rPr>
          <w:rFonts w:cs="Georgia"/>
          <w:kern w:val="1"/>
        </w:rPr>
        <w:t xml:space="preserve">, </w:t>
      </w:r>
      <w:r w:rsidR="00BE611A">
        <w:rPr>
          <w:rFonts w:cs="Georgia"/>
          <w:kern w:val="1"/>
        </w:rPr>
        <w:t>calmez-vous</w:t>
      </w:r>
      <w:r>
        <w:rPr>
          <w:rFonts w:cs="Georgia"/>
          <w:kern w:val="1"/>
        </w:rPr>
        <w:t> !</w:t>
      </w:r>
    </w:p>
    <w:p w14:paraId="2512F8F7" w14:textId="77777777" w:rsidR="000E1451" w:rsidRDefault="00BE611A" w:rsidP="00BE611A">
      <w:pPr>
        <w:rPr>
          <w:rFonts w:cs="Georgia"/>
          <w:kern w:val="1"/>
        </w:rPr>
      </w:pPr>
      <w:r>
        <w:rPr>
          <w:rFonts w:cs="Georgia"/>
          <w:kern w:val="1"/>
        </w:rPr>
        <w:t>À mon tour</w:t>
      </w:r>
      <w:r w:rsidR="000E1451">
        <w:rPr>
          <w:rFonts w:cs="Georgia"/>
          <w:kern w:val="1"/>
        </w:rPr>
        <w:t xml:space="preserve">, </w:t>
      </w:r>
      <w:r>
        <w:rPr>
          <w:rFonts w:cs="Georgia"/>
          <w:kern w:val="1"/>
        </w:rPr>
        <w:t>je venais de me pencher sur lui</w:t>
      </w:r>
      <w:r w:rsidR="000E1451">
        <w:rPr>
          <w:rFonts w:cs="Georgia"/>
          <w:kern w:val="1"/>
        </w:rPr>
        <w:t xml:space="preserve">. </w:t>
      </w:r>
      <w:r>
        <w:rPr>
          <w:rFonts w:cs="Georgia"/>
          <w:kern w:val="1"/>
        </w:rPr>
        <w:t>Juste à ce moment</w:t>
      </w:r>
      <w:r w:rsidR="000E1451">
        <w:rPr>
          <w:rFonts w:cs="Georgia"/>
          <w:kern w:val="1"/>
        </w:rPr>
        <w:t xml:space="preserve">, </w:t>
      </w:r>
      <w:r>
        <w:rPr>
          <w:rFonts w:cs="Georgia"/>
          <w:kern w:val="1"/>
        </w:rPr>
        <w:t>il rouvrait les yeux</w:t>
      </w:r>
      <w:r w:rsidR="000E1451">
        <w:rPr>
          <w:rFonts w:cs="Georgia"/>
          <w:kern w:val="1"/>
        </w:rPr>
        <w:t xml:space="preserve">, </w:t>
      </w:r>
      <w:r>
        <w:rPr>
          <w:rFonts w:cs="Georgia"/>
          <w:kern w:val="1"/>
        </w:rPr>
        <w:t>il m</w:t>
      </w:r>
      <w:r w:rsidR="000E1451">
        <w:rPr>
          <w:rFonts w:cs="Georgia"/>
          <w:kern w:val="1"/>
        </w:rPr>
        <w:t>’</w:t>
      </w:r>
      <w:r>
        <w:rPr>
          <w:rFonts w:cs="Georgia"/>
          <w:kern w:val="1"/>
        </w:rPr>
        <w:t>aperçut</w:t>
      </w:r>
      <w:r w:rsidR="000E1451">
        <w:rPr>
          <w:rFonts w:cs="Georgia"/>
          <w:kern w:val="1"/>
        </w:rPr>
        <w:t xml:space="preserve">. </w:t>
      </w:r>
      <w:r>
        <w:rPr>
          <w:rFonts w:cs="Georgia"/>
          <w:kern w:val="1"/>
        </w:rPr>
        <w:t>Instantanément</w:t>
      </w:r>
      <w:r w:rsidR="000E1451">
        <w:rPr>
          <w:rFonts w:cs="Georgia"/>
          <w:kern w:val="1"/>
        </w:rPr>
        <w:t xml:space="preserve">, </w:t>
      </w:r>
      <w:r>
        <w:rPr>
          <w:rFonts w:cs="Georgia"/>
          <w:kern w:val="1"/>
        </w:rPr>
        <w:t>ses traits se convulsèrent</w:t>
      </w:r>
      <w:r w:rsidR="000E1451">
        <w:rPr>
          <w:rFonts w:cs="Georgia"/>
          <w:kern w:val="1"/>
        </w:rPr>
        <w:t xml:space="preserve">, </w:t>
      </w:r>
      <w:r>
        <w:rPr>
          <w:rFonts w:cs="Georgia"/>
          <w:kern w:val="1"/>
        </w:rPr>
        <w:t>reflétèrent une telle expression de haine que je reculai épouvanté</w:t>
      </w:r>
      <w:r w:rsidR="000E1451">
        <w:rPr>
          <w:rFonts w:cs="Georgia"/>
          <w:kern w:val="1"/>
        </w:rPr>
        <w:t>.</w:t>
      </w:r>
    </w:p>
    <w:p w14:paraId="63E5D25A" w14:textId="77777777" w:rsidR="000E1451" w:rsidRDefault="000E1451" w:rsidP="00BE611A">
      <w:pPr>
        <w:rPr>
          <w:rFonts w:cs="Georgia"/>
          <w:kern w:val="1"/>
        </w:rPr>
      </w:pPr>
      <w:r>
        <w:rPr>
          <w:rFonts w:cs="Georgia"/>
          <w:kern w:val="1"/>
        </w:rPr>
        <w:t>— </w:t>
      </w:r>
      <w:r w:rsidR="00BE611A">
        <w:rPr>
          <w:rFonts w:cs="Georgia"/>
          <w:kern w:val="1"/>
        </w:rPr>
        <w:t>Vous</w:t>
      </w:r>
      <w:r>
        <w:rPr>
          <w:rFonts w:cs="Georgia"/>
          <w:kern w:val="1"/>
        </w:rPr>
        <w:t xml:space="preserve"> ! </w:t>
      </w:r>
      <w:r w:rsidR="00BE611A">
        <w:rPr>
          <w:rFonts w:cs="Georgia"/>
          <w:kern w:val="1"/>
        </w:rPr>
        <w:t>hurlait-il en même temps d</w:t>
      </w:r>
      <w:r>
        <w:rPr>
          <w:rFonts w:cs="Georgia"/>
          <w:kern w:val="1"/>
        </w:rPr>
        <w:t>’</w:t>
      </w:r>
      <w:r w:rsidR="00BE611A">
        <w:rPr>
          <w:rFonts w:cs="Georgia"/>
          <w:kern w:val="1"/>
        </w:rPr>
        <w:t>une voix furieuse</w:t>
      </w:r>
      <w:r>
        <w:rPr>
          <w:rFonts w:cs="Georgia"/>
          <w:kern w:val="1"/>
        </w:rPr>
        <w:t xml:space="preserve">. </w:t>
      </w:r>
      <w:r w:rsidR="00BE611A">
        <w:rPr>
          <w:rFonts w:cs="Georgia"/>
          <w:kern w:val="1"/>
        </w:rPr>
        <w:t>Vous ici</w:t>
      </w:r>
      <w:r>
        <w:rPr>
          <w:rFonts w:cs="Georgia"/>
          <w:kern w:val="1"/>
        </w:rPr>
        <w:t xml:space="preserve"> ! </w:t>
      </w:r>
      <w:r w:rsidR="00BE611A">
        <w:rPr>
          <w:rFonts w:cs="Georgia"/>
          <w:kern w:val="1"/>
        </w:rPr>
        <w:t>Vous</w:t>
      </w:r>
      <w:r>
        <w:rPr>
          <w:rFonts w:cs="Georgia"/>
          <w:kern w:val="1"/>
        </w:rPr>
        <w:t> !</w:t>
      </w:r>
    </w:p>
    <w:p w14:paraId="02C3B080" w14:textId="77777777" w:rsidR="000E1451" w:rsidRDefault="00BE611A" w:rsidP="00BE611A">
      <w:pPr>
        <w:rPr>
          <w:rFonts w:cs="Georgia"/>
          <w:kern w:val="1"/>
        </w:rPr>
      </w:pPr>
      <w:r>
        <w:rPr>
          <w:rFonts w:cs="Georgia"/>
          <w:kern w:val="1"/>
        </w:rPr>
        <w:t>Sa nièce</w:t>
      </w:r>
      <w:r w:rsidR="000E1451">
        <w:rPr>
          <w:rFonts w:cs="Georgia"/>
          <w:kern w:val="1"/>
        </w:rPr>
        <w:t xml:space="preserve">, </w:t>
      </w:r>
      <w:r>
        <w:rPr>
          <w:rFonts w:cs="Georgia"/>
          <w:kern w:val="1"/>
        </w:rPr>
        <w:t>le pasteur</w:t>
      </w:r>
      <w:r w:rsidR="000E1451">
        <w:rPr>
          <w:rFonts w:cs="Georgia"/>
          <w:kern w:val="1"/>
        </w:rPr>
        <w:t xml:space="preserve">, </w:t>
      </w:r>
      <w:r>
        <w:rPr>
          <w:rFonts w:cs="Georgia"/>
          <w:kern w:val="1"/>
        </w:rPr>
        <w:t>le petit domestique</w:t>
      </w:r>
      <w:r w:rsidR="000E1451">
        <w:rPr>
          <w:rFonts w:cs="Georgia"/>
          <w:kern w:val="1"/>
        </w:rPr>
        <w:t xml:space="preserve">, </w:t>
      </w:r>
      <w:r>
        <w:rPr>
          <w:rFonts w:cs="Georgia"/>
          <w:kern w:val="1"/>
        </w:rPr>
        <w:t>tous s</w:t>
      </w:r>
      <w:r w:rsidR="000E1451">
        <w:rPr>
          <w:rFonts w:cs="Georgia"/>
          <w:kern w:val="1"/>
        </w:rPr>
        <w:t>’</w:t>
      </w:r>
      <w:r>
        <w:rPr>
          <w:rFonts w:cs="Georgia"/>
          <w:kern w:val="1"/>
        </w:rPr>
        <w:t>étaient précipités</w:t>
      </w:r>
      <w:r w:rsidR="000E1451">
        <w:rPr>
          <w:rFonts w:cs="Georgia"/>
          <w:kern w:val="1"/>
        </w:rPr>
        <w:t xml:space="preserve">. </w:t>
      </w:r>
      <w:r>
        <w:rPr>
          <w:rFonts w:cs="Georgia"/>
          <w:kern w:val="1"/>
        </w:rPr>
        <w:t>Ils s</w:t>
      </w:r>
      <w:r w:rsidR="000E1451">
        <w:rPr>
          <w:rFonts w:cs="Georgia"/>
          <w:kern w:val="1"/>
        </w:rPr>
        <w:t>’</w:t>
      </w:r>
      <w:r>
        <w:rPr>
          <w:rFonts w:cs="Georgia"/>
          <w:kern w:val="1"/>
        </w:rPr>
        <w:t>efforçaient de le maintenir par les bras</w:t>
      </w:r>
      <w:r w:rsidR="000E1451">
        <w:rPr>
          <w:rFonts w:cs="Georgia"/>
          <w:kern w:val="1"/>
        </w:rPr>
        <w:t xml:space="preserve">, </w:t>
      </w:r>
      <w:r>
        <w:rPr>
          <w:rFonts w:cs="Georgia"/>
          <w:kern w:val="1"/>
        </w:rPr>
        <w:t xml:space="preserve">par </w:t>
      </w:r>
      <w:r>
        <w:rPr>
          <w:rFonts w:cs="Georgia"/>
          <w:kern w:val="1"/>
        </w:rPr>
        <w:lastRenderedPageBreak/>
        <w:t>les épaules</w:t>
      </w:r>
      <w:r w:rsidR="000E1451">
        <w:rPr>
          <w:rFonts w:cs="Georgia"/>
          <w:kern w:val="1"/>
        </w:rPr>
        <w:t xml:space="preserve">, </w:t>
      </w:r>
      <w:r>
        <w:rPr>
          <w:rFonts w:cs="Georgia"/>
          <w:kern w:val="1"/>
        </w:rPr>
        <w:t>contre ses oreillers</w:t>
      </w:r>
      <w:r w:rsidR="000E1451">
        <w:rPr>
          <w:rFonts w:cs="Georgia"/>
          <w:kern w:val="1"/>
        </w:rPr>
        <w:t xml:space="preserve">. </w:t>
      </w:r>
      <w:r>
        <w:rPr>
          <w:rFonts w:cs="Georgia"/>
          <w:kern w:val="1"/>
        </w:rPr>
        <w:t>Si violente était sa rage que je crus qu</w:t>
      </w:r>
      <w:r w:rsidR="000E1451">
        <w:rPr>
          <w:rFonts w:cs="Georgia"/>
          <w:kern w:val="1"/>
        </w:rPr>
        <w:t>’</w:t>
      </w:r>
      <w:r>
        <w:rPr>
          <w:rFonts w:cs="Georgia"/>
          <w:kern w:val="1"/>
        </w:rPr>
        <w:t>ils n</w:t>
      </w:r>
      <w:r w:rsidR="000E1451">
        <w:rPr>
          <w:rFonts w:cs="Georgia"/>
          <w:kern w:val="1"/>
        </w:rPr>
        <w:t>’</w:t>
      </w:r>
      <w:r>
        <w:rPr>
          <w:rFonts w:cs="Georgia"/>
          <w:kern w:val="1"/>
        </w:rPr>
        <w:t>allaient pas y réussir</w:t>
      </w:r>
      <w:r w:rsidR="000E1451">
        <w:rPr>
          <w:rFonts w:cs="Georgia"/>
          <w:kern w:val="1"/>
        </w:rPr>
        <w:t xml:space="preserve">. </w:t>
      </w:r>
      <w:r>
        <w:rPr>
          <w:rFonts w:cs="Georgia"/>
          <w:kern w:val="1"/>
        </w:rPr>
        <w:t>Tant qu</w:t>
      </w:r>
      <w:r w:rsidR="000E1451">
        <w:rPr>
          <w:rFonts w:cs="Georgia"/>
          <w:kern w:val="1"/>
        </w:rPr>
        <w:t>’</w:t>
      </w:r>
      <w:r>
        <w:rPr>
          <w:rFonts w:cs="Georgia"/>
          <w:kern w:val="1"/>
        </w:rPr>
        <w:t>ils ne furent pas parvenus à l</w:t>
      </w:r>
      <w:r w:rsidR="000E1451">
        <w:rPr>
          <w:rFonts w:cs="Georgia"/>
          <w:kern w:val="1"/>
        </w:rPr>
        <w:t>’</w:t>
      </w:r>
      <w:r>
        <w:rPr>
          <w:rFonts w:cs="Georgia"/>
          <w:kern w:val="1"/>
        </w:rPr>
        <w:t>allonger de nouveau sur son lit</w:t>
      </w:r>
      <w:r w:rsidR="000E1451">
        <w:rPr>
          <w:rFonts w:cs="Georgia"/>
          <w:kern w:val="1"/>
        </w:rPr>
        <w:t xml:space="preserve">, </w:t>
      </w:r>
      <w:r>
        <w:rPr>
          <w:rFonts w:cs="Georgia"/>
          <w:kern w:val="1"/>
        </w:rPr>
        <w:t>j</w:t>
      </w:r>
      <w:r w:rsidR="000E1451">
        <w:rPr>
          <w:rFonts w:cs="Georgia"/>
          <w:kern w:val="1"/>
        </w:rPr>
        <w:t>’</w:t>
      </w:r>
      <w:r>
        <w:rPr>
          <w:rFonts w:cs="Georgia"/>
          <w:kern w:val="1"/>
        </w:rPr>
        <w:t>eus</w:t>
      </w:r>
      <w:r w:rsidR="000E1451">
        <w:rPr>
          <w:rFonts w:cs="Georgia"/>
          <w:kern w:val="1"/>
        </w:rPr>
        <w:t xml:space="preserve">, </w:t>
      </w:r>
      <w:r>
        <w:rPr>
          <w:rFonts w:cs="Georgia"/>
          <w:kern w:val="1"/>
        </w:rPr>
        <w:t>pointée au bout du grand cou décharné</w:t>
      </w:r>
      <w:r w:rsidR="000E1451">
        <w:rPr>
          <w:rFonts w:cs="Georgia"/>
          <w:kern w:val="1"/>
        </w:rPr>
        <w:t xml:space="preserve">, </w:t>
      </w:r>
      <w:r>
        <w:rPr>
          <w:rFonts w:cs="Georgia"/>
          <w:kern w:val="1"/>
        </w:rPr>
        <w:t>presque contre la mienne</w:t>
      </w:r>
      <w:r w:rsidR="000E1451">
        <w:rPr>
          <w:rFonts w:cs="Georgia"/>
          <w:kern w:val="1"/>
        </w:rPr>
        <w:t xml:space="preserve">, </w:t>
      </w:r>
      <w:r>
        <w:rPr>
          <w:rFonts w:cs="Georgia"/>
          <w:kern w:val="1"/>
        </w:rPr>
        <w:t>cette effrayante face de vieillard dément qui ne cessait de me vomir les plus atroces injures</w:t>
      </w:r>
      <w:r w:rsidR="000E1451">
        <w:rPr>
          <w:rFonts w:cs="Georgia"/>
          <w:kern w:val="1"/>
        </w:rPr>
        <w:t>.</w:t>
      </w:r>
    </w:p>
    <w:p w14:paraId="2856BDE6" w14:textId="77777777" w:rsidR="000E1451" w:rsidRDefault="000E1451" w:rsidP="00BE611A">
      <w:pPr>
        <w:rPr>
          <w:rFonts w:cs="Georgia"/>
          <w:kern w:val="1"/>
        </w:rPr>
      </w:pPr>
      <w:r>
        <w:rPr>
          <w:rFonts w:cs="Georgia"/>
          <w:kern w:val="1"/>
        </w:rPr>
        <w:t>— </w:t>
      </w:r>
      <w:r w:rsidR="00BE611A">
        <w:rPr>
          <w:rFonts w:cs="Georgia"/>
          <w:kern w:val="1"/>
        </w:rPr>
        <w:t>Misérable chien</w:t>
      </w:r>
      <w:r>
        <w:rPr>
          <w:rFonts w:cs="Georgia"/>
          <w:kern w:val="1"/>
        </w:rPr>
        <w:t xml:space="preserve"> ! </w:t>
      </w:r>
      <w:r w:rsidR="00BE611A">
        <w:rPr>
          <w:rFonts w:cs="Georgia"/>
          <w:kern w:val="1"/>
        </w:rPr>
        <w:t>Dans ma chambre</w:t>
      </w:r>
      <w:r>
        <w:rPr>
          <w:rFonts w:cs="Georgia"/>
          <w:kern w:val="1"/>
        </w:rPr>
        <w:t xml:space="preserve"> ! </w:t>
      </w:r>
      <w:r w:rsidR="00BE611A">
        <w:rPr>
          <w:rFonts w:cs="Georgia"/>
          <w:kern w:val="1"/>
        </w:rPr>
        <w:t>Pour me narguer</w:t>
      </w:r>
      <w:r>
        <w:rPr>
          <w:rFonts w:cs="Georgia"/>
          <w:kern w:val="1"/>
        </w:rPr>
        <w:t xml:space="preserve"> ! </w:t>
      </w:r>
      <w:r w:rsidR="00BE611A">
        <w:rPr>
          <w:rFonts w:cs="Georgia"/>
          <w:kern w:val="1"/>
        </w:rPr>
        <w:t>En ce moment</w:t>
      </w:r>
      <w:r>
        <w:rPr>
          <w:rFonts w:cs="Georgia"/>
          <w:kern w:val="1"/>
        </w:rPr>
        <w:t xml:space="preserve"> ! </w:t>
      </w:r>
      <w:r w:rsidR="00BE611A">
        <w:rPr>
          <w:rFonts w:cs="Georgia"/>
          <w:kern w:val="1"/>
        </w:rPr>
        <w:t>Mettez-le dehors</w:t>
      </w:r>
      <w:r>
        <w:rPr>
          <w:rFonts w:cs="Georgia"/>
          <w:kern w:val="1"/>
        </w:rPr>
        <w:t xml:space="preserve"> ! </w:t>
      </w:r>
      <w:r w:rsidR="00BE611A">
        <w:rPr>
          <w:rFonts w:cs="Georgia"/>
          <w:kern w:val="1"/>
        </w:rPr>
        <w:t>Un chien</w:t>
      </w:r>
      <w:r>
        <w:rPr>
          <w:rFonts w:cs="Georgia"/>
          <w:kern w:val="1"/>
        </w:rPr>
        <w:t xml:space="preserve"> ! </w:t>
      </w:r>
      <w:r w:rsidR="00BE611A">
        <w:rPr>
          <w:rFonts w:cs="Georgia"/>
          <w:kern w:val="1"/>
        </w:rPr>
        <w:t>Vous n</w:t>
      </w:r>
      <w:r>
        <w:rPr>
          <w:rFonts w:cs="Georgia"/>
          <w:kern w:val="1"/>
        </w:rPr>
        <w:t>’</w:t>
      </w:r>
      <w:r w:rsidR="00BE611A">
        <w:rPr>
          <w:rFonts w:cs="Georgia"/>
          <w:kern w:val="1"/>
        </w:rPr>
        <w:t>avez donc pas compris</w:t>
      </w:r>
      <w:r>
        <w:rPr>
          <w:rFonts w:cs="Georgia"/>
          <w:kern w:val="1"/>
        </w:rPr>
        <w:t xml:space="preserve"> ? </w:t>
      </w:r>
      <w:r w:rsidR="00BE611A">
        <w:rPr>
          <w:rFonts w:cs="Georgia"/>
          <w:kern w:val="1"/>
        </w:rPr>
        <w:t>Oh</w:t>
      </w:r>
      <w:r>
        <w:rPr>
          <w:rFonts w:cs="Georgia"/>
          <w:kern w:val="1"/>
        </w:rPr>
        <w:t xml:space="preserve"> ! </w:t>
      </w:r>
      <w:r w:rsidR="00BE611A">
        <w:rPr>
          <w:rFonts w:cs="Georgia"/>
          <w:kern w:val="1"/>
        </w:rPr>
        <w:t>Oh</w:t>
      </w:r>
      <w:r>
        <w:rPr>
          <w:rFonts w:cs="Georgia"/>
          <w:kern w:val="1"/>
        </w:rPr>
        <w:t xml:space="preserve"> ! </w:t>
      </w:r>
      <w:r w:rsidR="00BE611A">
        <w:rPr>
          <w:rFonts w:cs="Georgia"/>
          <w:kern w:val="1"/>
        </w:rPr>
        <w:t>Oh</w:t>
      </w:r>
      <w:r>
        <w:rPr>
          <w:rFonts w:cs="Georgia"/>
          <w:kern w:val="1"/>
        </w:rPr>
        <w:t xml:space="preserve"> ! </w:t>
      </w:r>
      <w:r w:rsidR="00BE611A">
        <w:rPr>
          <w:rFonts w:cs="Georgia"/>
          <w:kern w:val="1"/>
        </w:rPr>
        <w:t>C</w:t>
      </w:r>
      <w:r>
        <w:rPr>
          <w:rFonts w:cs="Georgia"/>
          <w:kern w:val="1"/>
        </w:rPr>
        <w:t>’</w:t>
      </w:r>
      <w:r w:rsidR="00BE611A">
        <w:rPr>
          <w:rFonts w:cs="Georgia"/>
          <w:kern w:val="1"/>
        </w:rPr>
        <w:t>est lui qui est cause de tout</w:t>
      </w:r>
      <w:r>
        <w:rPr>
          <w:rFonts w:cs="Georgia"/>
          <w:kern w:val="1"/>
        </w:rPr>
        <w:t xml:space="preserve">. </w:t>
      </w:r>
      <w:r w:rsidR="00BE611A">
        <w:rPr>
          <w:rFonts w:cs="Georgia"/>
          <w:kern w:val="1"/>
        </w:rPr>
        <w:t>De tout</w:t>
      </w:r>
      <w:r>
        <w:rPr>
          <w:rFonts w:cs="Georgia"/>
          <w:kern w:val="1"/>
        </w:rPr>
        <w:t xml:space="preserve"> ! </w:t>
      </w:r>
      <w:r w:rsidR="00BE611A">
        <w:rPr>
          <w:rFonts w:cs="Georgia"/>
          <w:kern w:val="1"/>
        </w:rPr>
        <w:t>Je lui avais tout dit</w:t>
      </w:r>
      <w:r>
        <w:rPr>
          <w:rFonts w:cs="Georgia"/>
          <w:kern w:val="1"/>
        </w:rPr>
        <w:t xml:space="preserve">, </w:t>
      </w:r>
      <w:r w:rsidR="00BE611A">
        <w:rPr>
          <w:rFonts w:cs="Georgia"/>
          <w:kern w:val="1"/>
        </w:rPr>
        <w:t>moi</w:t>
      </w:r>
      <w:r>
        <w:rPr>
          <w:rFonts w:cs="Georgia"/>
          <w:kern w:val="1"/>
        </w:rPr>
        <w:t xml:space="preserve">, </w:t>
      </w:r>
      <w:r w:rsidR="00BE611A">
        <w:rPr>
          <w:rFonts w:cs="Georgia"/>
          <w:kern w:val="1"/>
        </w:rPr>
        <w:t>tout raconté</w:t>
      </w:r>
      <w:r>
        <w:rPr>
          <w:rFonts w:cs="Georgia"/>
          <w:kern w:val="1"/>
        </w:rPr>
        <w:t xml:space="preserve"> ! </w:t>
      </w:r>
      <w:r w:rsidR="00BE611A">
        <w:rPr>
          <w:rFonts w:cs="Georgia"/>
          <w:kern w:val="1"/>
        </w:rPr>
        <w:t>Il s</w:t>
      </w:r>
      <w:r>
        <w:rPr>
          <w:rFonts w:cs="Georgia"/>
          <w:kern w:val="1"/>
        </w:rPr>
        <w:t>’</w:t>
      </w:r>
      <w:r w:rsidR="00BE611A">
        <w:rPr>
          <w:rFonts w:cs="Georgia"/>
          <w:kern w:val="1"/>
        </w:rPr>
        <w:t>est introduit ici</w:t>
      </w:r>
      <w:r>
        <w:rPr>
          <w:rFonts w:cs="Georgia"/>
          <w:kern w:val="1"/>
        </w:rPr>
        <w:t xml:space="preserve"> ! </w:t>
      </w:r>
      <w:r w:rsidR="00BE611A">
        <w:rPr>
          <w:rFonts w:cs="Georgia"/>
          <w:kern w:val="1"/>
        </w:rPr>
        <w:t>Je comprends pourquoi</w:t>
      </w:r>
      <w:r>
        <w:rPr>
          <w:rFonts w:cs="Georgia"/>
          <w:kern w:val="1"/>
        </w:rPr>
        <w:t xml:space="preserve">, </w:t>
      </w:r>
      <w:r w:rsidR="00BE611A">
        <w:rPr>
          <w:rFonts w:cs="Georgia"/>
          <w:kern w:val="1"/>
        </w:rPr>
        <w:t>maintenant</w:t>
      </w:r>
      <w:r>
        <w:rPr>
          <w:rFonts w:cs="Georgia"/>
          <w:kern w:val="1"/>
        </w:rPr>
        <w:t xml:space="preserve"> ! </w:t>
      </w:r>
      <w:r w:rsidR="00BE611A">
        <w:rPr>
          <w:rFonts w:cs="Georgia"/>
          <w:kern w:val="1"/>
        </w:rPr>
        <w:t>C</w:t>
      </w:r>
      <w:r>
        <w:rPr>
          <w:rFonts w:cs="Georgia"/>
          <w:kern w:val="1"/>
        </w:rPr>
        <w:t>’</w:t>
      </w:r>
      <w:r w:rsidR="00BE611A">
        <w:rPr>
          <w:rFonts w:cs="Georgia"/>
          <w:kern w:val="1"/>
        </w:rPr>
        <w:t>était pour son pays</w:t>
      </w:r>
      <w:r>
        <w:rPr>
          <w:rFonts w:cs="Georgia"/>
          <w:kern w:val="1"/>
        </w:rPr>
        <w:t xml:space="preserve"> ! </w:t>
      </w:r>
      <w:r w:rsidR="00BE611A">
        <w:rPr>
          <w:rFonts w:cs="Georgia"/>
          <w:kern w:val="1"/>
        </w:rPr>
        <w:t>Mes plans</w:t>
      </w:r>
      <w:r>
        <w:rPr>
          <w:rFonts w:cs="Georgia"/>
          <w:kern w:val="1"/>
        </w:rPr>
        <w:t xml:space="preserve"> ! </w:t>
      </w:r>
      <w:r w:rsidR="00BE611A">
        <w:rPr>
          <w:rFonts w:cs="Georgia"/>
          <w:kern w:val="1"/>
        </w:rPr>
        <w:t>Mes telles cartes</w:t>
      </w:r>
      <w:r>
        <w:rPr>
          <w:rFonts w:cs="Georgia"/>
          <w:kern w:val="1"/>
        </w:rPr>
        <w:t xml:space="preserve"> ! </w:t>
      </w:r>
      <w:r w:rsidR="00BE611A">
        <w:rPr>
          <w:rFonts w:cs="Georgia"/>
          <w:kern w:val="1"/>
        </w:rPr>
        <w:t>Toutes mes batailles</w:t>
      </w:r>
      <w:r>
        <w:rPr>
          <w:rFonts w:cs="Georgia"/>
          <w:kern w:val="1"/>
        </w:rPr>
        <w:t xml:space="preserve"> ! </w:t>
      </w:r>
      <w:r w:rsidR="00BE611A">
        <w:rPr>
          <w:rFonts w:cs="Georgia"/>
          <w:kern w:val="1"/>
        </w:rPr>
        <w:t>Ce que j</w:t>
      </w:r>
      <w:r>
        <w:rPr>
          <w:rFonts w:cs="Georgia"/>
          <w:kern w:val="1"/>
        </w:rPr>
        <w:t>’</w:t>
      </w:r>
      <w:r w:rsidR="00BE611A">
        <w:rPr>
          <w:rFonts w:cs="Georgia"/>
          <w:kern w:val="1"/>
        </w:rPr>
        <w:t>ai de plus précieux</w:t>
      </w:r>
      <w:r>
        <w:rPr>
          <w:rFonts w:cs="Georgia"/>
          <w:kern w:val="1"/>
        </w:rPr>
        <w:t xml:space="preserve"> ! </w:t>
      </w:r>
      <w:r w:rsidR="00BE611A">
        <w:rPr>
          <w:rFonts w:cs="Georgia"/>
          <w:kern w:val="1"/>
        </w:rPr>
        <w:t>Tout</w:t>
      </w:r>
      <w:r>
        <w:rPr>
          <w:rFonts w:cs="Georgia"/>
          <w:kern w:val="1"/>
        </w:rPr>
        <w:t xml:space="preserve">, </w:t>
      </w:r>
      <w:r w:rsidR="00BE611A">
        <w:rPr>
          <w:rFonts w:cs="Georgia"/>
          <w:kern w:val="1"/>
        </w:rPr>
        <w:t>il a tout pris</w:t>
      </w:r>
      <w:r>
        <w:rPr>
          <w:rFonts w:cs="Georgia"/>
          <w:kern w:val="1"/>
        </w:rPr>
        <w:t xml:space="preserve">. </w:t>
      </w:r>
      <w:r w:rsidR="00BE611A">
        <w:rPr>
          <w:rFonts w:cs="Georgia"/>
          <w:kern w:val="1"/>
        </w:rPr>
        <w:t>Ton pays</w:t>
      </w:r>
      <w:r>
        <w:rPr>
          <w:rFonts w:cs="Georgia"/>
          <w:kern w:val="1"/>
        </w:rPr>
        <w:t xml:space="preserve">, </w:t>
      </w:r>
      <w:r w:rsidR="00BE611A">
        <w:rPr>
          <w:rFonts w:cs="Georgia"/>
          <w:kern w:val="1"/>
        </w:rPr>
        <w:t>je le hais</w:t>
      </w:r>
      <w:r>
        <w:rPr>
          <w:rFonts w:cs="Georgia"/>
          <w:kern w:val="1"/>
        </w:rPr>
        <w:t xml:space="preserve">, </w:t>
      </w:r>
      <w:r w:rsidR="00BE611A">
        <w:rPr>
          <w:rFonts w:cs="Georgia"/>
          <w:kern w:val="1"/>
        </w:rPr>
        <w:t>misérable</w:t>
      </w:r>
      <w:r>
        <w:rPr>
          <w:rFonts w:cs="Georgia"/>
          <w:kern w:val="1"/>
        </w:rPr>
        <w:t xml:space="preserve"> ! </w:t>
      </w:r>
      <w:r w:rsidR="00BE611A">
        <w:rPr>
          <w:rFonts w:cs="Georgia"/>
          <w:kern w:val="1"/>
        </w:rPr>
        <w:t>Et toi</w:t>
      </w:r>
      <w:r>
        <w:rPr>
          <w:rFonts w:cs="Georgia"/>
          <w:kern w:val="1"/>
        </w:rPr>
        <w:t xml:space="preserve">, </w:t>
      </w:r>
      <w:r w:rsidR="00BE611A">
        <w:rPr>
          <w:rFonts w:cs="Georgia"/>
          <w:kern w:val="1"/>
        </w:rPr>
        <w:t>chien welche</w:t>
      </w:r>
      <w:r>
        <w:rPr>
          <w:rFonts w:cs="Georgia"/>
          <w:kern w:val="1"/>
        </w:rPr>
        <w:t xml:space="preserve">, </w:t>
      </w:r>
      <w:r w:rsidR="00BE611A">
        <w:rPr>
          <w:rFonts w:cs="Georgia"/>
          <w:kern w:val="1"/>
        </w:rPr>
        <w:t>je te</w:t>
      </w:r>
      <w:r>
        <w:rPr>
          <w:rFonts w:cs="Georgia"/>
          <w:kern w:val="1"/>
        </w:rPr>
        <w:t>…</w:t>
      </w:r>
    </w:p>
    <w:p w14:paraId="22BFD828" w14:textId="77777777" w:rsidR="000E1451" w:rsidRDefault="000E1451" w:rsidP="00BE611A">
      <w:pPr>
        <w:rPr>
          <w:rFonts w:cs="Georgia"/>
          <w:kern w:val="1"/>
        </w:rPr>
      </w:pPr>
      <w:r>
        <w:rPr>
          <w:rFonts w:cs="Georgia"/>
          <w:kern w:val="1"/>
        </w:rPr>
        <w:t>« </w:t>
      </w:r>
      <w:r w:rsidR="00BE611A">
        <w:rPr>
          <w:rFonts w:cs="Georgia"/>
          <w:kern w:val="1"/>
        </w:rPr>
        <w:t>Axelle</w:t>
      </w:r>
      <w:r>
        <w:rPr>
          <w:rFonts w:cs="Georgia"/>
          <w:kern w:val="1"/>
        </w:rPr>
        <w:t xml:space="preserve">, </w:t>
      </w:r>
      <w:r w:rsidR="00BE611A">
        <w:rPr>
          <w:rFonts w:cs="Georgia"/>
          <w:kern w:val="1"/>
        </w:rPr>
        <w:t>mais regarde-le donc</w:t>
      </w:r>
      <w:r>
        <w:rPr>
          <w:rFonts w:cs="Georgia"/>
          <w:kern w:val="1"/>
        </w:rPr>
        <w:t xml:space="preserve"> ! </w:t>
      </w:r>
      <w:r w:rsidR="00BE611A">
        <w:rPr>
          <w:rFonts w:cs="Georgia"/>
          <w:kern w:val="1"/>
        </w:rPr>
        <w:t>Regarde son uniforme abhorré</w:t>
      </w:r>
      <w:r>
        <w:rPr>
          <w:rFonts w:cs="Georgia"/>
          <w:kern w:val="1"/>
        </w:rPr>
        <w:t xml:space="preserve"> ! </w:t>
      </w:r>
      <w:r w:rsidR="00BE611A">
        <w:rPr>
          <w:rFonts w:cs="Georgia"/>
          <w:kern w:val="1"/>
        </w:rPr>
        <w:t>Qu</w:t>
      </w:r>
      <w:r>
        <w:rPr>
          <w:rFonts w:cs="Georgia"/>
          <w:kern w:val="1"/>
        </w:rPr>
        <w:t>’</w:t>
      </w:r>
      <w:r w:rsidR="00BE611A">
        <w:rPr>
          <w:rFonts w:cs="Georgia"/>
          <w:kern w:val="1"/>
        </w:rPr>
        <w:t>est-ce qu</w:t>
      </w:r>
      <w:r>
        <w:rPr>
          <w:rFonts w:cs="Georgia"/>
          <w:kern w:val="1"/>
        </w:rPr>
        <w:t>’</w:t>
      </w:r>
      <w:r w:rsidR="00BE611A">
        <w:rPr>
          <w:rFonts w:cs="Georgia"/>
          <w:kern w:val="1"/>
        </w:rPr>
        <w:t>il y a sur les manches</w:t>
      </w:r>
      <w:r>
        <w:rPr>
          <w:rFonts w:cs="Georgia"/>
          <w:kern w:val="1"/>
        </w:rPr>
        <w:t xml:space="preserve">, </w:t>
      </w:r>
      <w:r w:rsidR="00BE611A">
        <w:rPr>
          <w:rFonts w:cs="Georgia"/>
          <w:kern w:val="1"/>
        </w:rPr>
        <w:t>sur le col</w:t>
      </w:r>
      <w:r>
        <w:rPr>
          <w:rFonts w:cs="Georgia"/>
          <w:kern w:val="1"/>
        </w:rPr>
        <w:t xml:space="preserve">, </w:t>
      </w:r>
      <w:r w:rsidR="00BE611A">
        <w:rPr>
          <w:rFonts w:cs="Georgia"/>
          <w:kern w:val="1"/>
        </w:rPr>
        <w:t>partout</w:t>
      </w:r>
      <w:r>
        <w:rPr>
          <w:rFonts w:cs="Georgia"/>
          <w:kern w:val="1"/>
        </w:rPr>
        <w:t xml:space="preserve"> ? </w:t>
      </w:r>
      <w:r w:rsidR="00BE611A">
        <w:rPr>
          <w:rFonts w:cs="Georgia"/>
          <w:kern w:val="1"/>
        </w:rPr>
        <w:t>Vous ne voyez pas</w:t>
      </w:r>
      <w:r>
        <w:rPr>
          <w:rFonts w:cs="Georgia"/>
          <w:kern w:val="1"/>
        </w:rPr>
        <w:t xml:space="preserve"> ? </w:t>
      </w:r>
      <w:r w:rsidR="00BE611A">
        <w:rPr>
          <w:rFonts w:cs="Georgia"/>
          <w:kern w:val="1"/>
        </w:rPr>
        <w:t>Vous êtes donc aveugles</w:t>
      </w:r>
      <w:r>
        <w:rPr>
          <w:rFonts w:cs="Georgia"/>
          <w:kern w:val="1"/>
        </w:rPr>
        <w:t xml:space="preserve"> ? </w:t>
      </w:r>
      <w:r w:rsidR="00BE611A">
        <w:rPr>
          <w:rFonts w:cs="Georgia"/>
          <w:kern w:val="1"/>
        </w:rPr>
        <w:t>Le sang de Conrad</w:t>
      </w:r>
      <w:r>
        <w:rPr>
          <w:rFonts w:cs="Georgia"/>
          <w:kern w:val="1"/>
        </w:rPr>
        <w:t xml:space="preserve"> ! </w:t>
      </w:r>
      <w:r w:rsidR="00BE611A">
        <w:rPr>
          <w:rFonts w:cs="Georgia"/>
          <w:kern w:val="1"/>
        </w:rPr>
        <w:t>Le sang de Michel</w:t>
      </w:r>
      <w:r>
        <w:rPr>
          <w:rFonts w:cs="Georgia"/>
          <w:kern w:val="1"/>
        </w:rPr>
        <w:t xml:space="preserve"> ! </w:t>
      </w:r>
      <w:r w:rsidR="00BE611A">
        <w:rPr>
          <w:rFonts w:cs="Georgia"/>
          <w:kern w:val="1"/>
        </w:rPr>
        <w:t>Le sang de Dietrich</w:t>
      </w:r>
      <w:r>
        <w:rPr>
          <w:rFonts w:cs="Georgia"/>
          <w:kern w:val="1"/>
        </w:rPr>
        <w:t xml:space="preserve"> ! </w:t>
      </w:r>
      <w:r w:rsidR="00BE611A">
        <w:rPr>
          <w:rFonts w:cs="Georgia"/>
          <w:kern w:val="1"/>
        </w:rPr>
        <w:t>Chien</w:t>
      </w:r>
      <w:r>
        <w:rPr>
          <w:rFonts w:cs="Georgia"/>
          <w:kern w:val="1"/>
        </w:rPr>
        <w:t xml:space="preserve"> ! </w:t>
      </w:r>
      <w:r w:rsidR="00BE611A">
        <w:rPr>
          <w:rFonts w:cs="Georgia"/>
          <w:kern w:val="1"/>
        </w:rPr>
        <w:t>chien</w:t>
      </w:r>
      <w:r>
        <w:rPr>
          <w:rFonts w:cs="Georgia"/>
          <w:kern w:val="1"/>
        </w:rPr>
        <w:t xml:space="preserve"> ! </w:t>
      </w:r>
      <w:r w:rsidR="00BE611A">
        <w:rPr>
          <w:rFonts w:cs="Georgia"/>
          <w:kern w:val="1"/>
        </w:rPr>
        <w:t>À mort</w:t>
      </w:r>
      <w:r>
        <w:rPr>
          <w:rFonts w:cs="Georgia"/>
          <w:kern w:val="1"/>
        </w:rPr>
        <w:t> !</w:t>
      </w:r>
    </w:p>
    <w:p w14:paraId="34D43878" w14:textId="77777777" w:rsidR="000E1451" w:rsidRDefault="00BE611A" w:rsidP="00BE611A">
      <w:pPr>
        <w:rPr>
          <w:rFonts w:cs="Georgia"/>
          <w:kern w:val="1"/>
        </w:rPr>
      </w:pPr>
      <w:r>
        <w:rPr>
          <w:rFonts w:cs="Georgia"/>
          <w:kern w:val="1"/>
        </w:rPr>
        <w:t>J</w:t>
      </w:r>
      <w:r w:rsidR="000E1451">
        <w:rPr>
          <w:rFonts w:cs="Georgia"/>
          <w:kern w:val="1"/>
        </w:rPr>
        <w:t>’</w:t>
      </w:r>
      <w:r>
        <w:rPr>
          <w:rFonts w:cs="Georgia"/>
          <w:kern w:val="1"/>
        </w:rPr>
        <w:t>eus beau me réfugier dans ma chambre</w:t>
      </w:r>
      <w:r w:rsidR="000E1451">
        <w:rPr>
          <w:rFonts w:cs="Georgia"/>
          <w:kern w:val="1"/>
        </w:rPr>
        <w:t xml:space="preserve">, </w:t>
      </w:r>
      <w:r>
        <w:rPr>
          <w:rFonts w:cs="Georgia"/>
          <w:kern w:val="1"/>
        </w:rPr>
        <w:t>pendant près d</w:t>
      </w:r>
      <w:r w:rsidR="000E1451">
        <w:rPr>
          <w:rFonts w:cs="Georgia"/>
          <w:kern w:val="1"/>
        </w:rPr>
        <w:t>’</w:t>
      </w:r>
      <w:r>
        <w:rPr>
          <w:rFonts w:cs="Georgia"/>
          <w:kern w:val="1"/>
        </w:rPr>
        <w:t>une heure</w:t>
      </w:r>
      <w:r w:rsidR="000E1451">
        <w:rPr>
          <w:rFonts w:cs="Georgia"/>
          <w:kern w:val="1"/>
        </w:rPr>
        <w:t xml:space="preserve">, </w:t>
      </w:r>
      <w:r>
        <w:rPr>
          <w:rFonts w:cs="Georgia"/>
          <w:kern w:val="1"/>
        </w:rPr>
        <w:t>je n</w:t>
      </w:r>
      <w:r w:rsidR="000E1451">
        <w:rPr>
          <w:rFonts w:cs="Georgia"/>
          <w:kern w:val="1"/>
        </w:rPr>
        <w:t>’</w:t>
      </w:r>
      <w:r>
        <w:rPr>
          <w:rFonts w:cs="Georgia"/>
          <w:kern w:val="1"/>
        </w:rPr>
        <w:t>en continuai pas moins à entendre cette horrible voix</w:t>
      </w:r>
      <w:r w:rsidR="000E1451">
        <w:rPr>
          <w:rFonts w:cs="Georgia"/>
          <w:kern w:val="1"/>
        </w:rPr>
        <w:t xml:space="preserve">. </w:t>
      </w:r>
      <w:r>
        <w:rPr>
          <w:rFonts w:cs="Georgia"/>
          <w:kern w:val="1"/>
        </w:rPr>
        <w:t>Tantôt elle s</w:t>
      </w:r>
      <w:r w:rsidR="000E1451">
        <w:rPr>
          <w:rFonts w:cs="Georgia"/>
          <w:kern w:val="1"/>
        </w:rPr>
        <w:t>’</w:t>
      </w:r>
      <w:r>
        <w:rPr>
          <w:rFonts w:cs="Georgia"/>
          <w:kern w:val="1"/>
        </w:rPr>
        <w:t>emmêlait de sanglots</w:t>
      </w:r>
      <w:r w:rsidR="000E1451">
        <w:rPr>
          <w:rFonts w:cs="Georgia"/>
          <w:kern w:val="1"/>
        </w:rPr>
        <w:t xml:space="preserve">, </w:t>
      </w:r>
      <w:r>
        <w:rPr>
          <w:rFonts w:cs="Georgia"/>
          <w:kern w:val="1"/>
        </w:rPr>
        <w:t>se faisait déchirante</w:t>
      </w:r>
      <w:r w:rsidR="000E1451">
        <w:rPr>
          <w:rFonts w:cs="Georgia"/>
          <w:kern w:val="1"/>
        </w:rPr>
        <w:t xml:space="preserve">. </w:t>
      </w:r>
      <w:r>
        <w:rPr>
          <w:rFonts w:cs="Georgia"/>
          <w:kern w:val="1"/>
        </w:rPr>
        <w:t>Tantôt elle croissait en ardeur sauvage</w:t>
      </w:r>
      <w:r w:rsidR="000E1451">
        <w:rPr>
          <w:rFonts w:cs="Georgia"/>
          <w:kern w:val="1"/>
        </w:rPr>
        <w:t xml:space="preserve">, </w:t>
      </w:r>
      <w:r>
        <w:rPr>
          <w:rFonts w:cs="Georgia"/>
          <w:kern w:val="1"/>
        </w:rPr>
        <w:t>dominait le bruit du vent</w:t>
      </w:r>
      <w:r w:rsidR="000E1451">
        <w:rPr>
          <w:rFonts w:cs="Georgia"/>
          <w:kern w:val="1"/>
        </w:rPr>
        <w:t xml:space="preserve">, </w:t>
      </w:r>
      <w:r>
        <w:rPr>
          <w:rFonts w:cs="Georgia"/>
          <w:kern w:val="1"/>
        </w:rPr>
        <w:t>emplissait tout le château de sa clameur désordonnée</w:t>
      </w:r>
      <w:r w:rsidR="000E1451">
        <w:rPr>
          <w:rFonts w:cs="Georgia"/>
          <w:kern w:val="1"/>
        </w:rPr>
        <w:t>…</w:t>
      </w:r>
    </w:p>
    <w:p w14:paraId="4C872770" w14:textId="77777777" w:rsidR="000E1451" w:rsidRDefault="000E1451" w:rsidP="00BE611A">
      <w:pPr>
        <w:rPr>
          <w:rFonts w:cs="Georgia"/>
          <w:kern w:val="1"/>
        </w:rPr>
      </w:pPr>
      <w:r>
        <w:rPr>
          <w:rFonts w:cs="Georgia"/>
          <w:kern w:val="1"/>
        </w:rPr>
        <w:t>— </w:t>
      </w:r>
      <w:r w:rsidR="00BE611A">
        <w:rPr>
          <w:rFonts w:cs="Georgia"/>
          <w:kern w:val="1"/>
        </w:rPr>
        <w:t>Conrad</w:t>
      </w:r>
      <w:r>
        <w:rPr>
          <w:rFonts w:cs="Georgia"/>
          <w:kern w:val="1"/>
        </w:rPr>
        <w:t xml:space="preserve"> ! </w:t>
      </w:r>
      <w:r w:rsidR="00BE611A">
        <w:rPr>
          <w:rFonts w:cs="Georgia"/>
          <w:kern w:val="1"/>
        </w:rPr>
        <w:t>Michel</w:t>
      </w:r>
      <w:r>
        <w:rPr>
          <w:rFonts w:cs="Georgia"/>
          <w:kern w:val="1"/>
        </w:rPr>
        <w:t xml:space="preserve"> !… </w:t>
      </w:r>
      <w:r w:rsidR="00BE611A">
        <w:rPr>
          <w:rFonts w:cs="Georgia"/>
          <w:kern w:val="1"/>
        </w:rPr>
        <w:t>À mort</w:t>
      </w:r>
      <w:r>
        <w:rPr>
          <w:rFonts w:cs="Georgia"/>
          <w:kern w:val="1"/>
        </w:rPr>
        <w:t xml:space="preserve">, </w:t>
      </w:r>
      <w:r w:rsidR="00BE611A">
        <w:rPr>
          <w:rFonts w:cs="Georgia"/>
          <w:bCs/>
          <w:kern w:val="1"/>
        </w:rPr>
        <w:t>à</w:t>
      </w:r>
      <w:r w:rsidR="00BE611A">
        <w:rPr>
          <w:rFonts w:cs="Georgia"/>
          <w:kern w:val="1"/>
        </w:rPr>
        <w:t xml:space="preserve"> mort</w:t>
      </w:r>
      <w:r>
        <w:rPr>
          <w:rFonts w:cs="Georgia"/>
          <w:kern w:val="1"/>
        </w:rPr>
        <w:t> !</w:t>
      </w:r>
    </w:p>
    <w:p w14:paraId="7800D757" w14:textId="77777777" w:rsidR="00BE611A" w:rsidRDefault="00BE611A" w:rsidP="00BE611A">
      <w:pPr>
        <w:rPr>
          <w:rFonts w:cs="Georgia"/>
          <w:kern w:val="1"/>
        </w:rPr>
      </w:pPr>
    </w:p>
    <w:p w14:paraId="535214C6" w14:textId="77777777" w:rsidR="000E1451" w:rsidRDefault="00BE611A" w:rsidP="00BE611A">
      <w:pPr>
        <w:rPr>
          <w:rFonts w:cs="Georgia"/>
          <w:kern w:val="1"/>
        </w:rPr>
      </w:pPr>
      <w:r>
        <w:rPr>
          <w:rFonts w:cs="Georgia"/>
          <w:kern w:val="1"/>
        </w:rPr>
        <w:t>Comment l</w:t>
      </w:r>
      <w:r w:rsidR="000E1451">
        <w:rPr>
          <w:rFonts w:cs="Georgia"/>
          <w:kern w:val="1"/>
        </w:rPr>
        <w:t>’</w:t>
      </w:r>
      <w:r>
        <w:rPr>
          <w:rFonts w:cs="Georgia"/>
          <w:kern w:val="1"/>
        </w:rPr>
        <w:t>idée nous vient-elle de certaines décisions dont va dépendre le reste de notre existence</w:t>
      </w:r>
      <w:r w:rsidR="000E1451">
        <w:rPr>
          <w:rFonts w:cs="Georgia"/>
          <w:kern w:val="1"/>
        </w:rPr>
        <w:t xml:space="preserve"> ? </w:t>
      </w:r>
      <w:r>
        <w:rPr>
          <w:rFonts w:cs="Georgia"/>
          <w:kern w:val="1"/>
        </w:rPr>
        <w:t xml:space="preserve">Pour </w:t>
      </w:r>
      <w:r>
        <w:rPr>
          <w:rFonts w:cs="Georgia"/>
          <w:kern w:val="1"/>
        </w:rPr>
        <w:lastRenderedPageBreak/>
        <w:t>beaucoup d</w:t>
      </w:r>
      <w:r w:rsidR="000E1451">
        <w:rPr>
          <w:rFonts w:cs="Georgia"/>
          <w:kern w:val="1"/>
        </w:rPr>
        <w:t>’</w:t>
      </w:r>
      <w:r>
        <w:rPr>
          <w:rFonts w:cs="Georgia"/>
          <w:kern w:val="1"/>
        </w:rPr>
        <w:t>êtres</w:t>
      </w:r>
      <w:r w:rsidR="000E1451">
        <w:rPr>
          <w:rFonts w:cs="Georgia"/>
          <w:kern w:val="1"/>
        </w:rPr>
        <w:t xml:space="preserve">, </w:t>
      </w:r>
      <w:r>
        <w:rPr>
          <w:rFonts w:cs="Georgia"/>
          <w:kern w:val="1"/>
        </w:rPr>
        <w:t>l</w:t>
      </w:r>
      <w:r w:rsidR="000E1451">
        <w:rPr>
          <w:rFonts w:cs="Georgia"/>
          <w:kern w:val="1"/>
        </w:rPr>
        <w:t>’</w:t>
      </w:r>
      <w:r>
        <w:rPr>
          <w:rFonts w:cs="Georgia"/>
          <w:kern w:val="1"/>
        </w:rPr>
        <w:t>action n</w:t>
      </w:r>
      <w:r w:rsidR="000E1451">
        <w:rPr>
          <w:rFonts w:cs="Georgia"/>
          <w:kern w:val="1"/>
        </w:rPr>
        <w:t>’</w:t>
      </w:r>
      <w:r>
        <w:rPr>
          <w:rFonts w:cs="Georgia"/>
          <w:kern w:val="1"/>
        </w:rPr>
        <w:t>est que rarement préméditée</w:t>
      </w:r>
      <w:r w:rsidR="000E1451">
        <w:rPr>
          <w:rFonts w:cs="Georgia"/>
          <w:kern w:val="1"/>
        </w:rPr>
        <w:t xml:space="preserve">. </w:t>
      </w:r>
      <w:r>
        <w:rPr>
          <w:rFonts w:cs="Georgia"/>
          <w:kern w:val="1"/>
        </w:rPr>
        <w:t>Nous nous accoudons à une fenêtre</w:t>
      </w:r>
      <w:r w:rsidR="000E1451">
        <w:rPr>
          <w:rFonts w:cs="Georgia"/>
          <w:kern w:val="1"/>
        </w:rPr>
        <w:t xml:space="preserve">. </w:t>
      </w:r>
      <w:r>
        <w:rPr>
          <w:rFonts w:cs="Georgia"/>
          <w:kern w:val="1"/>
        </w:rPr>
        <w:t>Devant nous s</w:t>
      </w:r>
      <w:r w:rsidR="000E1451">
        <w:rPr>
          <w:rFonts w:cs="Georgia"/>
          <w:kern w:val="1"/>
        </w:rPr>
        <w:t>’</w:t>
      </w:r>
      <w:r>
        <w:rPr>
          <w:rFonts w:cs="Georgia"/>
          <w:kern w:val="1"/>
        </w:rPr>
        <w:t>étendent des marais silencieux dont les eaux crépusculaires sont déjà pleines de froides violettes</w:t>
      </w:r>
      <w:r w:rsidR="000E1451">
        <w:rPr>
          <w:rFonts w:cs="Georgia"/>
          <w:kern w:val="1"/>
        </w:rPr>
        <w:t xml:space="preserve">. </w:t>
      </w:r>
      <w:r>
        <w:rPr>
          <w:rFonts w:cs="Georgia"/>
          <w:kern w:val="1"/>
        </w:rPr>
        <w:t>Nous n</w:t>
      </w:r>
      <w:r w:rsidR="000E1451">
        <w:rPr>
          <w:rFonts w:cs="Georgia"/>
          <w:kern w:val="1"/>
        </w:rPr>
        <w:t>’</w:t>
      </w:r>
      <w:r>
        <w:rPr>
          <w:rFonts w:cs="Georgia"/>
          <w:kern w:val="1"/>
        </w:rPr>
        <w:t>avons d</w:t>
      </w:r>
      <w:r w:rsidR="000E1451">
        <w:rPr>
          <w:rFonts w:cs="Georgia"/>
          <w:kern w:val="1"/>
        </w:rPr>
        <w:t>’</w:t>
      </w:r>
      <w:r>
        <w:rPr>
          <w:rFonts w:cs="Georgia"/>
          <w:kern w:val="1"/>
        </w:rPr>
        <w:t>autres ambitions que de laisser notre âme dériver avec cette lumière et s</w:t>
      </w:r>
      <w:r w:rsidR="000E1451">
        <w:rPr>
          <w:rFonts w:cs="Georgia"/>
          <w:kern w:val="1"/>
        </w:rPr>
        <w:t>’</w:t>
      </w:r>
      <w:r>
        <w:rPr>
          <w:rFonts w:cs="Georgia"/>
          <w:kern w:val="1"/>
        </w:rPr>
        <w:t>engloutir dans cette nuit</w:t>
      </w:r>
      <w:r w:rsidR="000E1451">
        <w:rPr>
          <w:rFonts w:cs="Georgia"/>
          <w:kern w:val="1"/>
        </w:rPr>
        <w:t xml:space="preserve">. </w:t>
      </w:r>
      <w:r>
        <w:rPr>
          <w:rFonts w:cs="Georgia"/>
          <w:kern w:val="1"/>
        </w:rPr>
        <w:t>Et voici que soudain</w:t>
      </w:r>
      <w:r w:rsidR="000E1451">
        <w:rPr>
          <w:rFonts w:cs="Georgia"/>
          <w:kern w:val="1"/>
        </w:rPr>
        <w:t xml:space="preserve">, </w:t>
      </w:r>
      <w:r>
        <w:rPr>
          <w:rFonts w:cs="Georgia"/>
          <w:kern w:val="1"/>
        </w:rPr>
        <w:t>cette âme désemparée</w:t>
      </w:r>
      <w:r w:rsidR="000E1451">
        <w:rPr>
          <w:rFonts w:cs="Georgia"/>
          <w:kern w:val="1"/>
        </w:rPr>
        <w:t xml:space="preserve">, </w:t>
      </w:r>
      <w:r>
        <w:rPr>
          <w:rFonts w:cs="Georgia"/>
          <w:kern w:val="1"/>
        </w:rPr>
        <w:t>nous la sentons se barder d</w:t>
      </w:r>
      <w:r w:rsidR="000E1451">
        <w:rPr>
          <w:rFonts w:cs="Georgia"/>
          <w:kern w:val="1"/>
        </w:rPr>
        <w:t>’</w:t>
      </w:r>
      <w:r>
        <w:rPr>
          <w:rFonts w:cs="Georgia"/>
          <w:kern w:val="1"/>
        </w:rPr>
        <w:t>airain</w:t>
      </w:r>
      <w:r w:rsidR="000E1451">
        <w:rPr>
          <w:rFonts w:cs="Georgia"/>
          <w:kern w:val="1"/>
        </w:rPr>
        <w:t xml:space="preserve">. </w:t>
      </w:r>
      <w:r>
        <w:rPr>
          <w:rFonts w:cs="Georgia"/>
          <w:kern w:val="1"/>
        </w:rPr>
        <w:t>Elle est devenue une tour à l</w:t>
      </w:r>
      <w:r w:rsidR="000E1451">
        <w:rPr>
          <w:rFonts w:cs="Georgia"/>
          <w:kern w:val="1"/>
        </w:rPr>
        <w:t>’</w:t>
      </w:r>
      <w:r>
        <w:rPr>
          <w:rFonts w:cs="Georgia"/>
          <w:kern w:val="1"/>
        </w:rPr>
        <w:t>intérieur de laquelle une voix brève retentit</w:t>
      </w:r>
      <w:r w:rsidR="000E1451">
        <w:rPr>
          <w:rFonts w:cs="Georgia"/>
          <w:kern w:val="1"/>
        </w:rPr>
        <w:t xml:space="preserve">, </w:t>
      </w:r>
      <w:r>
        <w:rPr>
          <w:rFonts w:cs="Georgia"/>
          <w:kern w:val="1"/>
        </w:rPr>
        <w:t>donne des ordres</w:t>
      </w:r>
      <w:r w:rsidR="000E1451">
        <w:rPr>
          <w:rFonts w:cs="Georgia"/>
          <w:kern w:val="1"/>
        </w:rPr>
        <w:t xml:space="preserve">. </w:t>
      </w:r>
      <w:r>
        <w:rPr>
          <w:rFonts w:cs="Georgia"/>
          <w:kern w:val="1"/>
        </w:rPr>
        <w:t>Redressons-nous</w:t>
      </w:r>
      <w:r w:rsidR="000E1451">
        <w:rPr>
          <w:rFonts w:cs="Georgia"/>
          <w:kern w:val="1"/>
        </w:rPr>
        <w:t xml:space="preserve">. </w:t>
      </w:r>
      <w:r>
        <w:rPr>
          <w:rFonts w:cs="Georgia"/>
          <w:kern w:val="1"/>
        </w:rPr>
        <w:t>Les dés sont là</w:t>
      </w:r>
      <w:r w:rsidR="000E1451">
        <w:rPr>
          <w:rFonts w:cs="Georgia"/>
          <w:kern w:val="1"/>
        </w:rPr>
        <w:t xml:space="preserve">. </w:t>
      </w:r>
      <w:r>
        <w:rPr>
          <w:rFonts w:cs="Georgia"/>
          <w:kern w:val="1"/>
        </w:rPr>
        <w:t>Jetons-les</w:t>
      </w:r>
      <w:r w:rsidR="000E1451">
        <w:rPr>
          <w:rFonts w:cs="Georgia"/>
          <w:kern w:val="1"/>
        </w:rPr>
        <w:t>.</w:t>
      </w:r>
    </w:p>
    <w:p w14:paraId="0EF3C6A0" w14:textId="77777777" w:rsidR="000E1451" w:rsidRDefault="00BE611A" w:rsidP="00BE611A">
      <w:pPr>
        <w:rPr>
          <w:rFonts w:cs="Georgia"/>
          <w:kern w:val="1"/>
        </w:rPr>
      </w:pPr>
      <w:r>
        <w:rPr>
          <w:rFonts w:cs="Georgia"/>
          <w:kern w:val="1"/>
        </w:rPr>
        <w:t>Une dernière lueur s</w:t>
      </w:r>
      <w:r w:rsidR="000E1451">
        <w:rPr>
          <w:rFonts w:cs="Georgia"/>
          <w:kern w:val="1"/>
        </w:rPr>
        <w:t>’</w:t>
      </w:r>
      <w:r>
        <w:rPr>
          <w:rFonts w:cs="Georgia"/>
          <w:kern w:val="1"/>
        </w:rPr>
        <w:t>attardait encore à gauche</w:t>
      </w:r>
      <w:r w:rsidR="000E1451">
        <w:rPr>
          <w:rFonts w:cs="Georgia"/>
          <w:kern w:val="1"/>
        </w:rPr>
        <w:t xml:space="preserve">, </w:t>
      </w:r>
      <w:r>
        <w:rPr>
          <w:rFonts w:cs="Georgia"/>
          <w:kern w:val="1"/>
        </w:rPr>
        <w:t>au bas du ciel</w:t>
      </w:r>
      <w:r w:rsidR="000E1451">
        <w:rPr>
          <w:rFonts w:cs="Georgia"/>
          <w:kern w:val="1"/>
        </w:rPr>
        <w:t xml:space="preserve">. </w:t>
      </w:r>
      <w:r>
        <w:rPr>
          <w:rFonts w:cs="Georgia"/>
          <w:kern w:val="1"/>
        </w:rPr>
        <w:t>Je la vis s</w:t>
      </w:r>
      <w:r w:rsidR="000E1451">
        <w:rPr>
          <w:rFonts w:cs="Georgia"/>
          <w:kern w:val="1"/>
        </w:rPr>
        <w:t>’</w:t>
      </w:r>
      <w:r>
        <w:rPr>
          <w:rFonts w:cs="Georgia"/>
          <w:kern w:val="1"/>
        </w:rPr>
        <w:t>éteindre</w:t>
      </w:r>
      <w:r w:rsidR="000E1451">
        <w:rPr>
          <w:rFonts w:cs="Georgia"/>
          <w:kern w:val="1"/>
        </w:rPr>
        <w:t xml:space="preserve">. </w:t>
      </w:r>
      <w:r>
        <w:rPr>
          <w:rFonts w:cs="Georgia"/>
          <w:kern w:val="1"/>
        </w:rPr>
        <w:t>Quatre heures et demie</w:t>
      </w:r>
      <w:r w:rsidR="000E1451">
        <w:rPr>
          <w:rFonts w:cs="Georgia"/>
          <w:kern w:val="1"/>
        </w:rPr>
        <w:t xml:space="preserve"> ! </w:t>
      </w:r>
      <w:r>
        <w:rPr>
          <w:rFonts w:cs="Georgia"/>
          <w:kern w:val="1"/>
        </w:rPr>
        <w:t>Je n</w:t>
      </w:r>
      <w:r w:rsidR="000E1451">
        <w:rPr>
          <w:rFonts w:cs="Georgia"/>
          <w:kern w:val="1"/>
        </w:rPr>
        <w:t>’</w:t>
      </w:r>
      <w:r>
        <w:rPr>
          <w:rFonts w:cs="Georgia"/>
          <w:kern w:val="1"/>
        </w:rPr>
        <w:t>avais plus un instant à perdre</w:t>
      </w:r>
      <w:r w:rsidR="000E1451">
        <w:rPr>
          <w:rFonts w:cs="Georgia"/>
          <w:kern w:val="1"/>
        </w:rPr>
        <w:t xml:space="preserve">. </w:t>
      </w:r>
      <w:r>
        <w:rPr>
          <w:rFonts w:cs="Georgia"/>
          <w:kern w:val="1"/>
        </w:rPr>
        <w:t>Dans l</w:t>
      </w:r>
      <w:r w:rsidR="000E1451">
        <w:rPr>
          <w:rFonts w:cs="Georgia"/>
          <w:kern w:val="1"/>
        </w:rPr>
        <w:t>’</w:t>
      </w:r>
      <w:r>
        <w:rPr>
          <w:rFonts w:cs="Georgia"/>
          <w:kern w:val="1"/>
        </w:rPr>
        <w:t>office</w:t>
      </w:r>
      <w:r w:rsidR="000E1451">
        <w:rPr>
          <w:rFonts w:cs="Georgia"/>
          <w:kern w:val="1"/>
        </w:rPr>
        <w:t xml:space="preserve">, </w:t>
      </w:r>
      <w:r>
        <w:rPr>
          <w:rFonts w:cs="Georgia"/>
          <w:kern w:val="1"/>
        </w:rPr>
        <w:t>où je me rendis aussitôt</w:t>
      </w:r>
      <w:r w:rsidR="000E1451">
        <w:rPr>
          <w:rFonts w:cs="Georgia"/>
          <w:kern w:val="1"/>
        </w:rPr>
        <w:t xml:space="preserve">, </w:t>
      </w:r>
      <w:r>
        <w:rPr>
          <w:rFonts w:cs="Georgia"/>
          <w:kern w:val="1"/>
        </w:rPr>
        <w:t>la nuit était déjà complète</w:t>
      </w:r>
      <w:r w:rsidR="000E1451">
        <w:rPr>
          <w:rFonts w:cs="Georgia"/>
          <w:kern w:val="1"/>
        </w:rPr>
        <w:t xml:space="preserve">. </w:t>
      </w:r>
      <w:r>
        <w:rPr>
          <w:rFonts w:cs="Georgia"/>
          <w:kern w:val="1"/>
        </w:rPr>
        <w:t>Je m</w:t>
      </w:r>
      <w:r w:rsidR="000E1451">
        <w:rPr>
          <w:rFonts w:cs="Georgia"/>
          <w:kern w:val="1"/>
        </w:rPr>
        <w:t>’</w:t>
      </w:r>
      <w:r>
        <w:rPr>
          <w:rFonts w:cs="Georgia"/>
          <w:kern w:val="1"/>
        </w:rPr>
        <w:t>entretins une minute avec Dominica</w:t>
      </w:r>
      <w:r w:rsidR="000E1451">
        <w:rPr>
          <w:rFonts w:cs="Georgia"/>
          <w:kern w:val="1"/>
        </w:rPr>
        <w:t>.</w:t>
      </w:r>
    </w:p>
    <w:p w14:paraId="3917A1AC" w14:textId="77777777" w:rsidR="000E1451" w:rsidRDefault="000E1451" w:rsidP="00BE611A">
      <w:pPr>
        <w:rPr>
          <w:rFonts w:cs="Georgia"/>
          <w:kern w:val="1"/>
        </w:rPr>
      </w:pPr>
      <w:r>
        <w:rPr>
          <w:rFonts w:cs="Georgia"/>
          <w:kern w:val="1"/>
        </w:rPr>
        <w:t>— </w:t>
      </w:r>
      <w:r w:rsidR="00BE611A">
        <w:rPr>
          <w:rFonts w:cs="Georgia"/>
          <w:kern w:val="1"/>
        </w:rPr>
        <w:t>Allez maintenant</w:t>
      </w:r>
      <w:r>
        <w:rPr>
          <w:rFonts w:cs="Georgia"/>
          <w:kern w:val="1"/>
        </w:rPr>
        <w:t xml:space="preserve">, </w:t>
      </w:r>
      <w:r w:rsidR="00BE611A">
        <w:rPr>
          <w:rFonts w:cs="Georgia"/>
          <w:kern w:val="1"/>
        </w:rPr>
        <w:t>lui dis-je</w:t>
      </w:r>
      <w:r>
        <w:rPr>
          <w:rFonts w:cs="Georgia"/>
          <w:kern w:val="1"/>
        </w:rPr>
        <w:t xml:space="preserve">. </w:t>
      </w:r>
      <w:r w:rsidR="00BE611A">
        <w:rPr>
          <w:rFonts w:cs="Georgia"/>
          <w:kern w:val="1"/>
        </w:rPr>
        <w:t>Je l</w:t>
      </w:r>
      <w:r>
        <w:rPr>
          <w:rFonts w:cs="Georgia"/>
          <w:kern w:val="1"/>
        </w:rPr>
        <w:t>’</w:t>
      </w:r>
      <w:r w:rsidR="00BE611A">
        <w:rPr>
          <w:rFonts w:cs="Georgia"/>
          <w:kern w:val="1"/>
        </w:rPr>
        <w:t>attends</w:t>
      </w:r>
      <w:r>
        <w:rPr>
          <w:rFonts w:cs="Georgia"/>
          <w:kern w:val="1"/>
        </w:rPr>
        <w:t xml:space="preserve">. </w:t>
      </w:r>
      <w:r w:rsidR="00BE611A">
        <w:rPr>
          <w:rFonts w:cs="Georgia"/>
          <w:kern w:val="1"/>
        </w:rPr>
        <w:t>Il faut qu</w:t>
      </w:r>
      <w:r>
        <w:rPr>
          <w:rFonts w:cs="Georgia"/>
          <w:kern w:val="1"/>
        </w:rPr>
        <w:t>’</w:t>
      </w:r>
      <w:r w:rsidR="00BE611A">
        <w:rPr>
          <w:rFonts w:cs="Georgia"/>
          <w:kern w:val="1"/>
        </w:rPr>
        <w:t>elle vienne</w:t>
      </w:r>
      <w:r>
        <w:rPr>
          <w:rFonts w:cs="Georgia"/>
          <w:kern w:val="1"/>
        </w:rPr>
        <w:t xml:space="preserve">, </w:t>
      </w:r>
      <w:r w:rsidR="00BE611A">
        <w:rPr>
          <w:rFonts w:cs="Georgia"/>
          <w:kern w:val="1"/>
        </w:rPr>
        <w:t>tout de suite</w:t>
      </w:r>
      <w:r>
        <w:rPr>
          <w:rFonts w:cs="Georgia"/>
          <w:kern w:val="1"/>
        </w:rPr>
        <w:t>.</w:t>
      </w:r>
    </w:p>
    <w:p w14:paraId="5AA20A24" w14:textId="77777777" w:rsidR="000E1451" w:rsidRDefault="00BE611A" w:rsidP="00BE611A">
      <w:pPr>
        <w:rPr>
          <w:rFonts w:cs="Georgia"/>
          <w:kern w:val="1"/>
        </w:rPr>
      </w:pPr>
      <w:r>
        <w:rPr>
          <w:rFonts w:cs="Georgia"/>
          <w:kern w:val="1"/>
        </w:rPr>
        <w:t>Je regagnai ma chambre</w:t>
      </w:r>
      <w:r w:rsidR="000E1451">
        <w:rPr>
          <w:rFonts w:cs="Georgia"/>
          <w:kern w:val="1"/>
        </w:rPr>
        <w:t xml:space="preserve">. </w:t>
      </w:r>
      <w:r>
        <w:rPr>
          <w:rFonts w:cs="Georgia"/>
          <w:kern w:val="1"/>
        </w:rPr>
        <w:t>Je fermai la fenêtre et m</w:t>
      </w:r>
      <w:r w:rsidR="000E1451">
        <w:rPr>
          <w:rFonts w:cs="Georgia"/>
          <w:kern w:val="1"/>
        </w:rPr>
        <w:t>’</w:t>
      </w:r>
      <w:r>
        <w:rPr>
          <w:rFonts w:cs="Georgia"/>
          <w:kern w:val="1"/>
        </w:rPr>
        <w:t>assis sur l</w:t>
      </w:r>
      <w:r w:rsidR="000E1451">
        <w:rPr>
          <w:rFonts w:cs="Georgia"/>
          <w:kern w:val="1"/>
        </w:rPr>
        <w:t>’</w:t>
      </w:r>
      <w:r>
        <w:rPr>
          <w:rFonts w:cs="Georgia"/>
          <w:kern w:val="1"/>
        </w:rPr>
        <w:t>étroit lit de camp</w:t>
      </w:r>
      <w:r w:rsidR="000E1451">
        <w:rPr>
          <w:rFonts w:cs="Georgia"/>
          <w:kern w:val="1"/>
        </w:rPr>
        <w:t xml:space="preserve">. </w:t>
      </w:r>
      <w:r>
        <w:rPr>
          <w:rFonts w:cs="Georgia"/>
          <w:kern w:val="1"/>
        </w:rPr>
        <w:t>Un instant après</w:t>
      </w:r>
      <w:r w:rsidR="000E1451">
        <w:rPr>
          <w:rFonts w:cs="Georgia"/>
          <w:kern w:val="1"/>
        </w:rPr>
        <w:t xml:space="preserve">, </w:t>
      </w:r>
      <w:r>
        <w:rPr>
          <w:rFonts w:cs="Georgia"/>
          <w:kern w:val="1"/>
        </w:rPr>
        <w:t>Axelle était là</w:t>
      </w:r>
      <w:r w:rsidR="000E1451">
        <w:rPr>
          <w:rFonts w:cs="Georgia"/>
          <w:kern w:val="1"/>
        </w:rPr>
        <w:t>.</w:t>
      </w:r>
    </w:p>
    <w:p w14:paraId="156BEBEF" w14:textId="77777777" w:rsidR="000E1451" w:rsidRDefault="00BE611A" w:rsidP="00BE611A">
      <w:pPr>
        <w:rPr>
          <w:rFonts w:cs="Georgia"/>
          <w:kern w:val="1"/>
        </w:rPr>
      </w:pPr>
      <w:r>
        <w:rPr>
          <w:rFonts w:cs="Georgia"/>
          <w:kern w:val="1"/>
        </w:rPr>
        <w:t>Elle avançait en tâtonnant</w:t>
      </w:r>
      <w:r w:rsidR="000E1451">
        <w:rPr>
          <w:rFonts w:cs="Georgia"/>
          <w:kern w:val="1"/>
        </w:rPr>
        <w:t xml:space="preserve">, </w:t>
      </w:r>
      <w:r>
        <w:rPr>
          <w:rFonts w:cs="Georgia"/>
          <w:kern w:val="1"/>
        </w:rPr>
        <w:t>à cause de l</w:t>
      </w:r>
      <w:r w:rsidR="000E1451">
        <w:rPr>
          <w:rFonts w:cs="Georgia"/>
          <w:kern w:val="1"/>
        </w:rPr>
        <w:t>’</w:t>
      </w:r>
      <w:r>
        <w:rPr>
          <w:rFonts w:cs="Georgia"/>
          <w:kern w:val="1"/>
        </w:rPr>
        <w:t>ombre</w:t>
      </w:r>
      <w:r w:rsidR="000E1451">
        <w:rPr>
          <w:rFonts w:cs="Georgia"/>
          <w:kern w:val="1"/>
        </w:rPr>
        <w:t xml:space="preserve">. </w:t>
      </w:r>
      <w:r>
        <w:rPr>
          <w:rFonts w:cs="Georgia"/>
          <w:kern w:val="1"/>
        </w:rPr>
        <w:t>Je l</w:t>
      </w:r>
      <w:r w:rsidR="000E1451">
        <w:rPr>
          <w:rFonts w:cs="Georgia"/>
          <w:kern w:val="1"/>
        </w:rPr>
        <w:t>’</w:t>
      </w:r>
      <w:r>
        <w:rPr>
          <w:rFonts w:cs="Georgia"/>
          <w:kern w:val="1"/>
        </w:rPr>
        <w:t>attirai à moi</w:t>
      </w:r>
      <w:r w:rsidR="000E1451">
        <w:rPr>
          <w:rFonts w:cs="Georgia"/>
          <w:kern w:val="1"/>
        </w:rPr>
        <w:t>.</w:t>
      </w:r>
    </w:p>
    <w:p w14:paraId="6846F608" w14:textId="77777777" w:rsidR="000E1451" w:rsidRDefault="000E1451" w:rsidP="00BE611A">
      <w:pPr>
        <w:rPr>
          <w:rFonts w:cs="Georgia"/>
          <w:kern w:val="1"/>
        </w:rPr>
      </w:pPr>
      <w:r>
        <w:rPr>
          <w:rFonts w:cs="Georgia"/>
          <w:kern w:val="1"/>
        </w:rPr>
        <w:t>— </w:t>
      </w:r>
      <w:r w:rsidR="00BE611A">
        <w:rPr>
          <w:rFonts w:cs="Georgia"/>
          <w:kern w:val="1"/>
        </w:rPr>
        <w:t>Longtemps</w:t>
      </w:r>
      <w:r>
        <w:rPr>
          <w:rFonts w:cs="Georgia"/>
          <w:kern w:val="1"/>
        </w:rPr>
        <w:t xml:space="preserve">, </w:t>
      </w:r>
      <w:r w:rsidR="00BE611A">
        <w:rPr>
          <w:rFonts w:cs="Georgia"/>
          <w:kern w:val="1"/>
        </w:rPr>
        <w:t>lui dis-je</w:t>
      </w:r>
      <w:r>
        <w:rPr>
          <w:rFonts w:cs="Georgia"/>
          <w:kern w:val="1"/>
        </w:rPr>
        <w:t xml:space="preserve">, – </w:t>
      </w:r>
      <w:r w:rsidR="00BE611A">
        <w:rPr>
          <w:rFonts w:cs="Georgia"/>
          <w:kern w:val="1"/>
        </w:rPr>
        <w:t>et je ne m</w:t>
      </w:r>
      <w:r>
        <w:rPr>
          <w:rFonts w:cs="Georgia"/>
          <w:kern w:val="1"/>
        </w:rPr>
        <w:t>’</w:t>
      </w:r>
      <w:r w:rsidR="00BE611A">
        <w:rPr>
          <w:rFonts w:cs="Georgia"/>
          <w:kern w:val="1"/>
        </w:rPr>
        <w:t>arrêtais de lui parler que pour baiser son front</w:t>
      </w:r>
      <w:r>
        <w:rPr>
          <w:rFonts w:cs="Georgia"/>
          <w:kern w:val="1"/>
        </w:rPr>
        <w:t xml:space="preserve">, </w:t>
      </w:r>
      <w:r w:rsidR="00BE611A">
        <w:rPr>
          <w:rFonts w:cs="Georgia"/>
          <w:kern w:val="1"/>
        </w:rPr>
        <w:t>sa nuque</w:t>
      </w:r>
      <w:r>
        <w:rPr>
          <w:rFonts w:cs="Georgia"/>
          <w:kern w:val="1"/>
        </w:rPr>
        <w:t xml:space="preserve">, </w:t>
      </w:r>
      <w:r w:rsidR="00BE611A">
        <w:rPr>
          <w:rFonts w:cs="Georgia"/>
          <w:kern w:val="1"/>
        </w:rPr>
        <w:t>ses mains</w:t>
      </w:r>
      <w:r>
        <w:rPr>
          <w:rFonts w:cs="Georgia"/>
          <w:kern w:val="1"/>
        </w:rPr>
        <w:t xml:space="preserve">, – </w:t>
      </w:r>
      <w:r w:rsidR="00BE611A">
        <w:rPr>
          <w:rFonts w:cs="Georgia"/>
          <w:kern w:val="1"/>
        </w:rPr>
        <w:t>longtemps nous aurons vécu l</w:t>
      </w:r>
      <w:r>
        <w:rPr>
          <w:rFonts w:cs="Georgia"/>
          <w:kern w:val="1"/>
        </w:rPr>
        <w:t>’</w:t>
      </w:r>
      <w:r w:rsidR="00BE611A">
        <w:rPr>
          <w:rFonts w:cs="Georgia"/>
          <w:kern w:val="1"/>
        </w:rPr>
        <w:t>un près de l</w:t>
      </w:r>
      <w:r>
        <w:rPr>
          <w:rFonts w:cs="Georgia"/>
          <w:kern w:val="1"/>
        </w:rPr>
        <w:t>’</w:t>
      </w:r>
      <w:r w:rsidR="00BE611A">
        <w:rPr>
          <w:rFonts w:cs="Georgia"/>
          <w:kern w:val="1"/>
        </w:rPr>
        <w:t>autre</w:t>
      </w:r>
      <w:r>
        <w:rPr>
          <w:rFonts w:cs="Georgia"/>
          <w:kern w:val="1"/>
        </w:rPr>
        <w:t xml:space="preserve">, </w:t>
      </w:r>
      <w:r w:rsidR="00BE611A">
        <w:rPr>
          <w:rFonts w:cs="Georgia"/>
          <w:kern w:val="1"/>
        </w:rPr>
        <w:t>nous aurons passé des journées entières sans nous adresser la parole</w:t>
      </w:r>
      <w:r>
        <w:rPr>
          <w:rFonts w:cs="Georgia"/>
          <w:kern w:val="1"/>
        </w:rPr>
        <w:t xml:space="preserve">. </w:t>
      </w:r>
      <w:r w:rsidR="00BE611A">
        <w:rPr>
          <w:rFonts w:cs="Georgia"/>
          <w:kern w:val="1"/>
        </w:rPr>
        <w:t>Nous ne pouvions pas</w:t>
      </w:r>
      <w:r>
        <w:rPr>
          <w:rFonts w:cs="Georgia"/>
          <w:kern w:val="1"/>
        </w:rPr>
        <w:t xml:space="preserve">. </w:t>
      </w:r>
      <w:r w:rsidR="00BE611A">
        <w:rPr>
          <w:rFonts w:cs="Georgia"/>
          <w:bCs/>
          <w:kern w:val="1"/>
        </w:rPr>
        <w:t>Je</w:t>
      </w:r>
      <w:r w:rsidR="00BE611A">
        <w:rPr>
          <w:rFonts w:cs="Georgia"/>
          <w:kern w:val="1"/>
        </w:rPr>
        <w:t xml:space="preserve"> n</w:t>
      </w:r>
      <w:r>
        <w:rPr>
          <w:rFonts w:cs="Georgia"/>
          <w:kern w:val="1"/>
        </w:rPr>
        <w:t>’</w:t>
      </w:r>
      <w:r w:rsidR="00BE611A">
        <w:rPr>
          <w:rFonts w:cs="Georgia"/>
          <w:kern w:val="1"/>
        </w:rPr>
        <w:t>osais pas</w:t>
      </w:r>
      <w:r>
        <w:rPr>
          <w:rFonts w:cs="Georgia"/>
          <w:kern w:val="1"/>
        </w:rPr>
        <w:t xml:space="preserve">, </w:t>
      </w:r>
      <w:r w:rsidR="00BE611A">
        <w:rPr>
          <w:rFonts w:cs="Georgia"/>
          <w:kern w:val="1"/>
        </w:rPr>
        <w:t>car vous m</w:t>
      </w:r>
      <w:r>
        <w:rPr>
          <w:rFonts w:cs="Georgia"/>
          <w:kern w:val="1"/>
        </w:rPr>
        <w:t>’</w:t>
      </w:r>
      <w:r w:rsidR="00BE611A">
        <w:rPr>
          <w:rFonts w:cs="Georgia"/>
          <w:kern w:val="1"/>
        </w:rPr>
        <w:t>auriez</w:t>
      </w:r>
      <w:r>
        <w:rPr>
          <w:rFonts w:cs="Georgia"/>
          <w:kern w:val="1"/>
        </w:rPr>
        <w:t xml:space="preserve">, </w:t>
      </w:r>
      <w:r w:rsidR="00BE611A">
        <w:rPr>
          <w:rFonts w:cs="Georgia"/>
          <w:kern w:val="1"/>
        </w:rPr>
        <w:t>tout de suite imposé silence</w:t>
      </w:r>
      <w:r>
        <w:rPr>
          <w:rFonts w:cs="Georgia"/>
          <w:kern w:val="1"/>
        </w:rPr>
        <w:t xml:space="preserve">. </w:t>
      </w:r>
      <w:r w:rsidR="00BE611A">
        <w:rPr>
          <w:rFonts w:cs="Georgia"/>
          <w:kern w:val="1"/>
        </w:rPr>
        <w:t>Vous m</w:t>
      </w:r>
      <w:r>
        <w:rPr>
          <w:rFonts w:cs="Georgia"/>
          <w:kern w:val="1"/>
        </w:rPr>
        <w:t>’</w:t>
      </w:r>
      <w:r w:rsidR="00BE611A">
        <w:rPr>
          <w:rFonts w:cs="Georgia"/>
          <w:kern w:val="1"/>
        </w:rPr>
        <w:t>auriez objecté que vous n</w:t>
      </w:r>
      <w:r>
        <w:rPr>
          <w:rFonts w:cs="Georgia"/>
          <w:kern w:val="1"/>
        </w:rPr>
        <w:t>’</w:t>
      </w:r>
      <w:r w:rsidR="00BE611A">
        <w:rPr>
          <w:rFonts w:cs="Georgia"/>
          <w:kern w:val="1"/>
        </w:rPr>
        <w:t>aviez pas le droit de m</w:t>
      </w:r>
      <w:r>
        <w:rPr>
          <w:rFonts w:cs="Georgia"/>
          <w:kern w:val="1"/>
        </w:rPr>
        <w:t>’</w:t>
      </w:r>
      <w:r w:rsidR="00BE611A">
        <w:rPr>
          <w:rFonts w:cs="Georgia"/>
          <w:kern w:val="1"/>
        </w:rPr>
        <w:t>écouter</w:t>
      </w:r>
      <w:r>
        <w:rPr>
          <w:rFonts w:cs="Georgia"/>
          <w:kern w:val="1"/>
        </w:rPr>
        <w:t xml:space="preserve">. </w:t>
      </w:r>
      <w:r w:rsidR="00BE611A">
        <w:rPr>
          <w:rFonts w:cs="Georgia"/>
          <w:kern w:val="1"/>
        </w:rPr>
        <w:t>Maintenant que nous n</w:t>
      </w:r>
      <w:r>
        <w:rPr>
          <w:rFonts w:cs="Georgia"/>
          <w:kern w:val="1"/>
        </w:rPr>
        <w:t>’</w:t>
      </w:r>
      <w:r w:rsidR="00BE611A">
        <w:rPr>
          <w:rFonts w:cs="Georgia"/>
          <w:kern w:val="1"/>
        </w:rPr>
        <w:t>avons plus qu</w:t>
      </w:r>
      <w:r>
        <w:rPr>
          <w:rFonts w:cs="Georgia"/>
          <w:kern w:val="1"/>
        </w:rPr>
        <w:t>’</w:t>
      </w:r>
      <w:r w:rsidR="00BE611A">
        <w:rPr>
          <w:rFonts w:cs="Georgia"/>
          <w:kern w:val="1"/>
        </w:rPr>
        <w:t>un quart d</w:t>
      </w:r>
      <w:r>
        <w:rPr>
          <w:rFonts w:cs="Georgia"/>
          <w:kern w:val="1"/>
        </w:rPr>
        <w:t>’</w:t>
      </w:r>
      <w:r w:rsidR="00BE611A">
        <w:rPr>
          <w:rFonts w:cs="Georgia"/>
          <w:kern w:val="1"/>
        </w:rPr>
        <w:t>heure à demeurer ensemble</w:t>
      </w:r>
      <w:r>
        <w:rPr>
          <w:rFonts w:cs="Georgia"/>
          <w:kern w:val="1"/>
        </w:rPr>
        <w:t xml:space="preserve">, </w:t>
      </w:r>
      <w:r w:rsidR="00BE611A">
        <w:rPr>
          <w:rFonts w:cs="Georgia"/>
          <w:kern w:val="1"/>
        </w:rPr>
        <w:t>je parlerai</w:t>
      </w:r>
      <w:r>
        <w:rPr>
          <w:rFonts w:cs="Georgia"/>
          <w:kern w:val="1"/>
        </w:rPr>
        <w:t xml:space="preserve">, </w:t>
      </w:r>
      <w:r w:rsidR="00BE611A">
        <w:rPr>
          <w:rFonts w:cs="Georgia"/>
          <w:kern w:val="1"/>
        </w:rPr>
        <w:t>et vous m</w:t>
      </w:r>
      <w:r>
        <w:rPr>
          <w:rFonts w:cs="Georgia"/>
          <w:kern w:val="1"/>
        </w:rPr>
        <w:t>’</w:t>
      </w:r>
      <w:r w:rsidR="00BE611A">
        <w:rPr>
          <w:rFonts w:cs="Georgia"/>
          <w:kern w:val="1"/>
        </w:rPr>
        <w:t>écouterez</w:t>
      </w:r>
      <w:r>
        <w:rPr>
          <w:rFonts w:cs="Georgia"/>
          <w:kern w:val="1"/>
        </w:rPr>
        <w:t>.</w:t>
      </w:r>
    </w:p>
    <w:p w14:paraId="05597251" w14:textId="77777777" w:rsidR="000E1451" w:rsidRDefault="000E1451" w:rsidP="00BE611A">
      <w:pPr>
        <w:rPr>
          <w:rFonts w:cs="Georgia"/>
          <w:kern w:val="1"/>
        </w:rPr>
      </w:pPr>
      <w:r>
        <w:rPr>
          <w:rFonts w:cs="Georgia"/>
          <w:kern w:val="1"/>
        </w:rPr>
        <w:lastRenderedPageBreak/>
        <w:t>— </w:t>
      </w:r>
      <w:r w:rsidR="00BE611A">
        <w:rPr>
          <w:rFonts w:cs="Georgia"/>
          <w:kern w:val="1"/>
        </w:rPr>
        <w:t>Vous partez</w:t>
      </w:r>
      <w:r>
        <w:rPr>
          <w:rFonts w:cs="Georgia"/>
          <w:kern w:val="1"/>
        </w:rPr>
        <w:t xml:space="preserve"> ! </w:t>
      </w:r>
      <w:r w:rsidR="00BE611A">
        <w:rPr>
          <w:rFonts w:cs="Georgia"/>
          <w:kern w:val="1"/>
        </w:rPr>
        <w:t>dit-elle</w:t>
      </w:r>
      <w:r>
        <w:rPr>
          <w:rFonts w:cs="Georgia"/>
          <w:kern w:val="1"/>
        </w:rPr>
        <w:t>.</w:t>
      </w:r>
    </w:p>
    <w:p w14:paraId="538345FF" w14:textId="77777777" w:rsidR="000E1451" w:rsidRDefault="000E1451" w:rsidP="00BE611A">
      <w:pPr>
        <w:rPr>
          <w:rFonts w:cs="Georgia"/>
          <w:kern w:val="1"/>
        </w:rPr>
      </w:pPr>
      <w:r>
        <w:rPr>
          <w:rFonts w:cs="Georgia"/>
          <w:kern w:val="1"/>
        </w:rPr>
        <w:t>— </w:t>
      </w:r>
      <w:r w:rsidR="00BE611A">
        <w:rPr>
          <w:rFonts w:cs="Georgia"/>
          <w:kern w:val="1"/>
        </w:rPr>
        <w:t>Je pars</w:t>
      </w:r>
      <w:r>
        <w:rPr>
          <w:rFonts w:cs="Georgia"/>
          <w:kern w:val="1"/>
        </w:rPr>
        <w:t xml:space="preserve">. </w:t>
      </w:r>
      <w:r w:rsidR="00BE611A">
        <w:rPr>
          <w:rFonts w:cs="Georgia"/>
          <w:kern w:val="1"/>
        </w:rPr>
        <w:t>Et je ne pense pas avoir besoin de vous demander si vous savez pourquoi</w:t>
      </w:r>
      <w:r>
        <w:rPr>
          <w:rFonts w:cs="Georgia"/>
          <w:kern w:val="1"/>
        </w:rPr>
        <w:t>.</w:t>
      </w:r>
    </w:p>
    <w:p w14:paraId="6E2126CB" w14:textId="77777777" w:rsidR="000E1451" w:rsidRDefault="000E1451" w:rsidP="00BE611A">
      <w:pPr>
        <w:rPr>
          <w:rFonts w:cs="Georgia"/>
          <w:kern w:val="1"/>
        </w:rPr>
      </w:pPr>
      <w:r>
        <w:rPr>
          <w:rFonts w:cs="Georgia"/>
          <w:kern w:val="1"/>
        </w:rPr>
        <w:t>— </w:t>
      </w:r>
      <w:r w:rsidR="00BE611A">
        <w:rPr>
          <w:rFonts w:cs="Georgia"/>
          <w:kern w:val="1"/>
        </w:rPr>
        <w:t>Ah</w:t>
      </w:r>
      <w:r>
        <w:rPr>
          <w:rFonts w:cs="Georgia"/>
          <w:kern w:val="1"/>
        </w:rPr>
        <w:t xml:space="preserve"> ! </w:t>
      </w:r>
      <w:r w:rsidR="00BE611A">
        <w:rPr>
          <w:rFonts w:cs="Georgia"/>
          <w:kern w:val="1"/>
        </w:rPr>
        <w:t>fit-elle</w:t>
      </w:r>
      <w:r>
        <w:rPr>
          <w:rFonts w:cs="Georgia"/>
          <w:kern w:val="1"/>
        </w:rPr>
        <w:t xml:space="preserve">, </w:t>
      </w:r>
      <w:r w:rsidR="00BE611A">
        <w:rPr>
          <w:rFonts w:cs="Georgia"/>
          <w:kern w:val="1"/>
        </w:rPr>
        <w:t>si je n</w:t>
      </w:r>
      <w:r>
        <w:rPr>
          <w:rFonts w:cs="Georgia"/>
          <w:kern w:val="1"/>
        </w:rPr>
        <w:t>’</w:t>
      </w:r>
      <w:r w:rsidR="00BE611A">
        <w:rPr>
          <w:rFonts w:cs="Georgia"/>
          <w:kern w:val="1"/>
        </w:rPr>
        <w:t>écoutais que ma lassitude</w:t>
      </w:r>
      <w:r>
        <w:rPr>
          <w:rFonts w:cs="Georgia"/>
          <w:kern w:val="1"/>
        </w:rPr>
        <w:t xml:space="preserve">, </w:t>
      </w:r>
      <w:r w:rsidR="00BE611A">
        <w:rPr>
          <w:rFonts w:cs="Georgia"/>
          <w:kern w:val="1"/>
        </w:rPr>
        <w:t>j</w:t>
      </w:r>
      <w:r>
        <w:rPr>
          <w:rFonts w:cs="Georgia"/>
          <w:kern w:val="1"/>
        </w:rPr>
        <w:t>’</w:t>
      </w:r>
      <w:r w:rsidR="00BE611A">
        <w:rPr>
          <w:rFonts w:cs="Georgia"/>
          <w:kern w:val="1"/>
        </w:rPr>
        <w:t>aurais vite fait de vous répondre</w:t>
      </w:r>
      <w:r>
        <w:rPr>
          <w:rFonts w:cs="Georgia"/>
          <w:kern w:val="1"/>
        </w:rPr>
        <w:t xml:space="preserve"> : </w:t>
      </w:r>
      <w:r w:rsidR="00BE611A">
        <w:rPr>
          <w:rFonts w:cs="Georgia"/>
          <w:kern w:val="1"/>
        </w:rPr>
        <w:t>le songe est dissipé</w:t>
      </w:r>
      <w:r>
        <w:rPr>
          <w:rFonts w:cs="Georgia"/>
          <w:kern w:val="1"/>
        </w:rPr>
        <w:t xml:space="preserve">. </w:t>
      </w:r>
      <w:r w:rsidR="00BE611A">
        <w:rPr>
          <w:rFonts w:cs="Georgia"/>
          <w:kern w:val="1"/>
        </w:rPr>
        <w:t>Vous rentrez dans votre pays</w:t>
      </w:r>
      <w:r>
        <w:rPr>
          <w:rFonts w:cs="Georgia"/>
          <w:kern w:val="1"/>
        </w:rPr>
        <w:t xml:space="preserve">, </w:t>
      </w:r>
      <w:r w:rsidR="00BE611A">
        <w:rPr>
          <w:rFonts w:cs="Georgia"/>
          <w:kern w:val="1"/>
        </w:rPr>
        <w:t>à présent qu</w:t>
      </w:r>
      <w:r>
        <w:rPr>
          <w:rFonts w:cs="Georgia"/>
          <w:kern w:val="1"/>
        </w:rPr>
        <w:t>’</w:t>
      </w:r>
      <w:r w:rsidR="00BE611A">
        <w:rPr>
          <w:rFonts w:cs="Georgia"/>
          <w:kern w:val="1"/>
        </w:rPr>
        <w:t>il est vainqueur</w:t>
      </w:r>
      <w:r>
        <w:rPr>
          <w:rFonts w:cs="Georgia"/>
          <w:kern w:val="1"/>
        </w:rPr>
        <w:t xml:space="preserve">. </w:t>
      </w:r>
      <w:r w:rsidR="00BE611A">
        <w:rPr>
          <w:rFonts w:cs="Georgia"/>
          <w:kern w:val="1"/>
        </w:rPr>
        <w:t>Vous me laissez dans le mien qui est vaincu</w:t>
      </w:r>
      <w:r>
        <w:rPr>
          <w:rFonts w:cs="Georgia"/>
          <w:kern w:val="1"/>
        </w:rPr>
        <w:t>.</w:t>
      </w:r>
    </w:p>
    <w:p w14:paraId="08DA2DD0" w14:textId="77777777" w:rsidR="000E1451" w:rsidRDefault="00BE611A" w:rsidP="00BE611A">
      <w:pPr>
        <w:rPr>
          <w:rFonts w:cs="Georgia"/>
          <w:kern w:val="1"/>
        </w:rPr>
      </w:pPr>
      <w:r>
        <w:rPr>
          <w:rFonts w:cs="Georgia"/>
          <w:kern w:val="1"/>
        </w:rPr>
        <w:t>Elle s</w:t>
      </w:r>
      <w:r w:rsidR="000E1451">
        <w:rPr>
          <w:rFonts w:cs="Georgia"/>
          <w:kern w:val="1"/>
        </w:rPr>
        <w:t>’</w:t>
      </w:r>
      <w:r>
        <w:rPr>
          <w:rFonts w:cs="Georgia"/>
          <w:kern w:val="1"/>
        </w:rPr>
        <w:t>aperçut en cet instant que j</w:t>
      </w:r>
      <w:r w:rsidR="000E1451">
        <w:rPr>
          <w:rFonts w:cs="Georgia"/>
          <w:kern w:val="1"/>
        </w:rPr>
        <w:t>’</w:t>
      </w:r>
      <w:r>
        <w:rPr>
          <w:rFonts w:cs="Georgia"/>
          <w:kern w:val="1"/>
        </w:rPr>
        <w:t>avais déjà mon manteau</w:t>
      </w:r>
      <w:r w:rsidR="000E1451">
        <w:rPr>
          <w:rFonts w:cs="Georgia"/>
          <w:kern w:val="1"/>
        </w:rPr>
        <w:t xml:space="preserve">, </w:t>
      </w:r>
      <w:r>
        <w:rPr>
          <w:rFonts w:cs="Georgia"/>
          <w:kern w:val="1"/>
        </w:rPr>
        <w:t>l</w:t>
      </w:r>
      <w:r w:rsidR="000E1451">
        <w:rPr>
          <w:rFonts w:cs="Georgia"/>
          <w:kern w:val="1"/>
        </w:rPr>
        <w:t>’</w:t>
      </w:r>
      <w:r>
        <w:rPr>
          <w:rFonts w:cs="Georgia"/>
          <w:kern w:val="1"/>
        </w:rPr>
        <w:t>épaisse pèlerine que je mettais quand j</w:t>
      </w:r>
      <w:r w:rsidR="000E1451">
        <w:rPr>
          <w:rFonts w:cs="Georgia"/>
          <w:kern w:val="1"/>
        </w:rPr>
        <w:t>’</w:t>
      </w:r>
      <w:r>
        <w:rPr>
          <w:rFonts w:cs="Georgia"/>
          <w:kern w:val="1"/>
        </w:rPr>
        <w:t>avais à sortir</w:t>
      </w:r>
      <w:r w:rsidR="000E1451">
        <w:rPr>
          <w:rFonts w:cs="Georgia"/>
          <w:kern w:val="1"/>
        </w:rPr>
        <w:t>.</w:t>
      </w:r>
    </w:p>
    <w:p w14:paraId="351C45FA" w14:textId="77777777" w:rsidR="000E1451" w:rsidRDefault="000E1451" w:rsidP="00BE611A">
      <w:pPr>
        <w:rPr>
          <w:rFonts w:cs="Georgia"/>
          <w:kern w:val="1"/>
        </w:rPr>
      </w:pPr>
      <w:r>
        <w:rPr>
          <w:rFonts w:cs="Georgia"/>
          <w:kern w:val="1"/>
        </w:rPr>
        <w:t>— </w:t>
      </w:r>
      <w:r w:rsidR="00BE611A">
        <w:rPr>
          <w:rFonts w:cs="Georgia"/>
          <w:kern w:val="1"/>
        </w:rPr>
        <w:t>Alors</w:t>
      </w:r>
      <w:r>
        <w:rPr>
          <w:rFonts w:cs="Georgia"/>
          <w:kern w:val="1"/>
        </w:rPr>
        <w:t xml:space="preserve">, </w:t>
      </w:r>
      <w:r w:rsidR="00BE611A">
        <w:rPr>
          <w:rFonts w:cs="Georgia"/>
          <w:kern w:val="1"/>
        </w:rPr>
        <w:t>c</w:t>
      </w:r>
      <w:r>
        <w:rPr>
          <w:rFonts w:cs="Georgia"/>
          <w:kern w:val="1"/>
        </w:rPr>
        <w:t>’</w:t>
      </w:r>
      <w:r w:rsidR="00BE611A">
        <w:rPr>
          <w:rFonts w:cs="Georgia"/>
          <w:kern w:val="1"/>
        </w:rPr>
        <w:t>est donc vrai</w:t>
      </w:r>
      <w:r>
        <w:rPr>
          <w:rFonts w:cs="Georgia"/>
          <w:kern w:val="1"/>
        </w:rPr>
        <w:t xml:space="preserve"> ? </w:t>
      </w:r>
      <w:r w:rsidR="00BE611A">
        <w:rPr>
          <w:rFonts w:cs="Georgia"/>
          <w:kern w:val="1"/>
        </w:rPr>
        <w:t>Comme cela</w:t>
      </w:r>
      <w:r>
        <w:rPr>
          <w:rFonts w:cs="Georgia"/>
          <w:kern w:val="1"/>
        </w:rPr>
        <w:t xml:space="preserve"> ! </w:t>
      </w:r>
      <w:r w:rsidR="00BE611A">
        <w:rPr>
          <w:rFonts w:cs="Georgia"/>
          <w:kern w:val="1"/>
        </w:rPr>
        <w:t>Tout de suite</w:t>
      </w:r>
      <w:r>
        <w:rPr>
          <w:rFonts w:cs="Georgia"/>
          <w:kern w:val="1"/>
        </w:rPr>
        <w:t xml:space="preserve"> ! </w:t>
      </w:r>
      <w:r w:rsidR="00BE611A">
        <w:rPr>
          <w:rFonts w:cs="Georgia"/>
          <w:kern w:val="1"/>
        </w:rPr>
        <w:t>Vous partez</w:t>
      </w:r>
      <w:r>
        <w:rPr>
          <w:rFonts w:cs="Georgia"/>
          <w:kern w:val="1"/>
        </w:rPr>
        <w:t> !</w:t>
      </w:r>
    </w:p>
    <w:p w14:paraId="18B55141" w14:textId="77777777" w:rsidR="000E1451" w:rsidRDefault="000E1451" w:rsidP="00BE611A">
      <w:pPr>
        <w:rPr>
          <w:rFonts w:cs="Georgia"/>
          <w:kern w:val="1"/>
        </w:rPr>
      </w:pPr>
      <w:r>
        <w:rPr>
          <w:rFonts w:cs="Georgia"/>
          <w:kern w:val="1"/>
        </w:rPr>
        <w:t>— </w:t>
      </w:r>
      <w:r w:rsidR="00BE611A">
        <w:rPr>
          <w:rFonts w:cs="Georgia"/>
          <w:kern w:val="1"/>
        </w:rPr>
        <w:t>Je pars</w:t>
      </w:r>
      <w:r>
        <w:rPr>
          <w:rFonts w:cs="Georgia"/>
          <w:kern w:val="1"/>
        </w:rPr>
        <w:t xml:space="preserve">, </w:t>
      </w:r>
      <w:r w:rsidR="00BE611A">
        <w:rPr>
          <w:rFonts w:cs="Georgia"/>
          <w:kern w:val="1"/>
        </w:rPr>
        <w:t>et encore une fois</w:t>
      </w:r>
      <w:r>
        <w:rPr>
          <w:rFonts w:cs="Georgia"/>
          <w:kern w:val="1"/>
        </w:rPr>
        <w:t xml:space="preserve">, </w:t>
      </w:r>
      <w:r w:rsidR="00BE611A">
        <w:rPr>
          <w:rFonts w:cs="Georgia"/>
          <w:kern w:val="1"/>
        </w:rPr>
        <w:t>je n</w:t>
      </w:r>
      <w:r>
        <w:rPr>
          <w:rFonts w:cs="Georgia"/>
          <w:kern w:val="1"/>
        </w:rPr>
        <w:t>’</w:t>
      </w:r>
      <w:r w:rsidR="00BE611A">
        <w:rPr>
          <w:rFonts w:cs="Georgia"/>
          <w:kern w:val="1"/>
        </w:rPr>
        <w:t>ai pas besoin de vous dire dans quel but je quitte une Axelle que je n</w:t>
      </w:r>
      <w:r>
        <w:rPr>
          <w:rFonts w:cs="Georgia"/>
          <w:kern w:val="1"/>
        </w:rPr>
        <w:t>’</w:t>
      </w:r>
      <w:r w:rsidR="00BE611A">
        <w:rPr>
          <w:rFonts w:cs="Georgia"/>
          <w:kern w:val="1"/>
        </w:rPr>
        <w:t>ai jamais sentie si proche de moi</w:t>
      </w:r>
      <w:r>
        <w:rPr>
          <w:rFonts w:cs="Georgia"/>
          <w:kern w:val="1"/>
        </w:rPr>
        <w:t xml:space="preserve">. </w:t>
      </w:r>
      <w:r w:rsidR="00BE611A">
        <w:rPr>
          <w:rFonts w:cs="Georgia"/>
          <w:kern w:val="1"/>
        </w:rPr>
        <w:t>Rappelez-vous notre conversation de ce matin</w:t>
      </w:r>
      <w:r>
        <w:rPr>
          <w:rFonts w:cs="Georgia"/>
          <w:kern w:val="1"/>
        </w:rPr>
        <w:t> : « </w:t>
      </w:r>
      <w:r w:rsidR="00BE611A">
        <w:rPr>
          <w:rFonts w:cs="Georgia"/>
          <w:kern w:val="1"/>
        </w:rPr>
        <w:t>Qu</w:t>
      </w:r>
      <w:r>
        <w:rPr>
          <w:rFonts w:cs="Georgia"/>
          <w:kern w:val="1"/>
        </w:rPr>
        <w:t>’</w:t>
      </w:r>
      <w:r w:rsidR="00BE611A">
        <w:rPr>
          <w:rFonts w:cs="Georgia"/>
          <w:kern w:val="1"/>
        </w:rPr>
        <w:t>est-ce qui vous empêche d</w:t>
      </w:r>
      <w:r>
        <w:rPr>
          <w:rFonts w:cs="Georgia"/>
          <w:kern w:val="1"/>
        </w:rPr>
        <w:t>’</w:t>
      </w:r>
      <w:r w:rsidR="00BE611A">
        <w:rPr>
          <w:rFonts w:cs="Georgia"/>
          <w:kern w:val="1"/>
        </w:rPr>
        <w:t>être libre</w:t>
      </w:r>
      <w:r>
        <w:rPr>
          <w:rFonts w:cs="Georgia"/>
          <w:kern w:val="1"/>
        </w:rPr>
        <w:t> ? »</w:t>
      </w:r>
      <w:r w:rsidR="00BE611A">
        <w:rPr>
          <w:rFonts w:cs="Georgia"/>
          <w:kern w:val="1"/>
        </w:rPr>
        <w:t xml:space="preserve"> vous ai-je demandé</w:t>
      </w:r>
      <w:r>
        <w:rPr>
          <w:rFonts w:cs="Georgia"/>
          <w:kern w:val="1"/>
        </w:rPr>
        <w:t>. « </w:t>
      </w:r>
      <w:r w:rsidR="00BE611A">
        <w:rPr>
          <w:rFonts w:cs="Georgia"/>
          <w:kern w:val="1"/>
        </w:rPr>
        <w:t>Vous ne le savez que trop</w:t>
      </w:r>
      <w:r>
        <w:rPr>
          <w:rFonts w:cs="Georgia"/>
          <w:kern w:val="1"/>
        </w:rPr>
        <w:t>, »</w:t>
      </w:r>
      <w:r w:rsidR="00BE611A">
        <w:rPr>
          <w:rFonts w:cs="Georgia"/>
          <w:kern w:val="1"/>
        </w:rPr>
        <w:t xml:space="preserve"> m</w:t>
      </w:r>
      <w:r>
        <w:rPr>
          <w:rFonts w:cs="Georgia"/>
          <w:kern w:val="1"/>
        </w:rPr>
        <w:t>’</w:t>
      </w:r>
      <w:r w:rsidR="00BE611A">
        <w:rPr>
          <w:rFonts w:cs="Georgia"/>
          <w:kern w:val="1"/>
        </w:rPr>
        <w:t>avez-vous répondu</w:t>
      </w:r>
      <w:r>
        <w:rPr>
          <w:rFonts w:cs="Georgia"/>
          <w:kern w:val="1"/>
        </w:rPr>
        <w:t xml:space="preserve">. </w:t>
      </w:r>
      <w:r w:rsidR="00BE611A">
        <w:rPr>
          <w:rFonts w:cs="Georgia"/>
          <w:kern w:val="1"/>
        </w:rPr>
        <w:t>Oui</w:t>
      </w:r>
      <w:r>
        <w:rPr>
          <w:rFonts w:cs="Georgia"/>
          <w:kern w:val="1"/>
        </w:rPr>
        <w:t xml:space="preserve">, </w:t>
      </w:r>
      <w:r w:rsidR="00BE611A">
        <w:rPr>
          <w:rFonts w:cs="Georgia"/>
          <w:kern w:val="1"/>
        </w:rPr>
        <w:t>vous avez raison</w:t>
      </w:r>
      <w:r>
        <w:rPr>
          <w:rFonts w:cs="Georgia"/>
          <w:kern w:val="1"/>
        </w:rPr>
        <w:t xml:space="preserve">, </w:t>
      </w:r>
      <w:r w:rsidR="00BE611A">
        <w:rPr>
          <w:rFonts w:cs="Georgia"/>
          <w:kern w:val="1"/>
        </w:rPr>
        <w:t>je le sais</w:t>
      </w:r>
      <w:r>
        <w:rPr>
          <w:rFonts w:cs="Georgia"/>
          <w:kern w:val="1"/>
        </w:rPr>
        <w:t xml:space="preserve">. </w:t>
      </w:r>
      <w:r w:rsidR="00BE611A">
        <w:rPr>
          <w:rFonts w:cs="Georgia"/>
          <w:kern w:val="1"/>
        </w:rPr>
        <w:t>Cet obstacle</w:t>
      </w:r>
      <w:r>
        <w:rPr>
          <w:rFonts w:cs="Georgia"/>
          <w:kern w:val="1"/>
        </w:rPr>
        <w:t xml:space="preserve">, </w:t>
      </w:r>
      <w:r w:rsidR="00BE611A">
        <w:rPr>
          <w:rFonts w:cs="Georgia"/>
          <w:kern w:val="1"/>
        </w:rPr>
        <w:t>c</w:t>
      </w:r>
      <w:r>
        <w:rPr>
          <w:rFonts w:cs="Georgia"/>
          <w:kern w:val="1"/>
        </w:rPr>
        <w:t>’</w:t>
      </w:r>
      <w:r w:rsidR="00BE611A">
        <w:rPr>
          <w:rFonts w:cs="Georgia"/>
          <w:kern w:val="1"/>
        </w:rPr>
        <w:t>est vous-même</w:t>
      </w:r>
      <w:r>
        <w:rPr>
          <w:rFonts w:cs="Georgia"/>
          <w:kern w:val="1"/>
        </w:rPr>
        <w:t xml:space="preserve">. </w:t>
      </w:r>
      <w:r w:rsidR="00BE611A">
        <w:rPr>
          <w:rFonts w:cs="Georgia"/>
          <w:kern w:val="1"/>
        </w:rPr>
        <w:t>C</w:t>
      </w:r>
      <w:r>
        <w:rPr>
          <w:rFonts w:cs="Georgia"/>
          <w:kern w:val="1"/>
        </w:rPr>
        <w:t>’</w:t>
      </w:r>
      <w:r w:rsidR="00BE611A">
        <w:rPr>
          <w:rFonts w:cs="Georgia"/>
          <w:kern w:val="1"/>
        </w:rPr>
        <w:t>est de vous-même que je veux vous affranchir</w:t>
      </w:r>
      <w:r>
        <w:rPr>
          <w:rFonts w:cs="Georgia"/>
          <w:kern w:val="1"/>
        </w:rPr>
        <w:t xml:space="preserve">. </w:t>
      </w:r>
      <w:r w:rsidR="00BE611A">
        <w:rPr>
          <w:rFonts w:cs="Georgia"/>
          <w:kern w:val="1"/>
        </w:rPr>
        <w:t>Je veux vous démontrer que vous pouvez désormais disposer de vous sans manquer à la foi jurée</w:t>
      </w:r>
      <w:r>
        <w:rPr>
          <w:rFonts w:cs="Georgia"/>
          <w:kern w:val="1"/>
        </w:rPr>
        <w:t xml:space="preserve">. </w:t>
      </w:r>
      <w:r w:rsidR="00BE611A">
        <w:rPr>
          <w:rFonts w:cs="Georgia"/>
          <w:kern w:val="1"/>
        </w:rPr>
        <w:t>Je vais à la recherche de cette preuve</w:t>
      </w:r>
      <w:r>
        <w:rPr>
          <w:rFonts w:cs="Georgia"/>
          <w:kern w:val="1"/>
        </w:rPr>
        <w:t xml:space="preserve">, </w:t>
      </w:r>
      <w:r w:rsidR="00BE611A">
        <w:rPr>
          <w:rFonts w:cs="Georgia"/>
          <w:kern w:val="1"/>
        </w:rPr>
        <w:t>là où je peux espérer la découvrir</w:t>
      </w:r>
      <w:r>
        <w:rPr>
          <w:rFonts w:cs="Georgia"/>
          <w:kern w:val="1"/>
        </w:rPr>
        <w:t>.</w:t>
      </w:r>
    </w:p>
    <w:p w14:paraId="7EFADE63" w14:textId="77777777" w:rsidR="000E1451" w:rsidRDefault="00BE611A" w:rsidP="00BE611A">
      <w:pPr>
        <w:rPr>
          <w:rFonts w:cs="Georgia"/>
          <w:kern w:val="1"/>
        </w:rPr>
      </w:pPr>
      <w:r>
        <w:rPr>
          <w:rFonts w:cs="Georgia"/>
          <w:kern w:val="1"/>
        </w:rPr>
        <w:t>Elle posa sa tête sur mon épaule</w:t>
      </w:r>
      <w:r w:rsidR="000E1451">
        <w:rPr>
          <w:rFonts w:cs="Georgia"/>
          <w:kern w:val="1"/>
        </w:rPr>
        <w:t xml:space="preserve">. </w:t>
      </w:r>
      <w:r>
        <w:rPr>
          <w:rFonts w:cs="Georgia"/>
          <w:kern w:val="1"/>
        </w:rPr>
        <w:t>Je l</w:t>
      </w:r>
      <w:r w:rsidR="000E1451">
        <w:rPr>
          <w:rFonts w:cs="Georgia"/>
          <w:kern w:val="1"/>
        </w:rPr>
        <w:t>’</w:t>
      </w:r>
      <w:r>
        <w:rPr>
          <w:rFonts w:cs="Georgia"/>
          <w:kern w:val="1"/>
        </w:rPr>
        <w:t>enlaçai avec une ardeur qui me surprit d</w:t>
      </w:r>
      <w:r w:rsidR="000E1451">
        <w:rPr>
          <w:rFonts w:cs="Georgia"/>
          <w:kern w:val="1"/>
        </w:rPr>
        <w:t>’</w:t>
      </w:r>
      <w:r>
        <w:rPr>
          <w:rFonts w:cs="Georgia"/>
          <w:kern w:val="1"/>
        </w:rPr>
        <w:t>abord moi-même</w:t>
      </w:r>
      <w:r w:rsidR="000E1451">
        <w:rPr>
          <w:rFonts w:cs="Georgia"/>
          <w:kern w:val="1"/>
        </w:rPr>
        <w:t xml:space="preserve">, </w:t>
      </w:r>
      <w:r>
        <w:rPr>
          <w:rFonts w:cs="Georgia"/>
          <w:kern w:val="1"/>
        </w:rPr>
        <w:t>mais que je ne tardai pas à m</w:t>
      </w:r>
      <w:r w:rsidR="000E1451">
        <w:rPr>
          <w:rFonts w:cs="Georgia"/>
          <w:kern w:val="1"/>
        </w:rPr>
        <w:t>’</w:t>
      </w:r>
      <w:r>
        <w:rPr>
          <w:rFonts w:cs="Georgia"/>
          <w:kern w:val="1"/>
        </w:rPr>
        <w:t>expliquer</w:t>
      </w:r>
      <w:r w:rsidR="000E1451">
        <w:rPr>
          <w:rFonts w:cs="Georgia"/>
          <w:kern w:val="1"/>
        </w:rPr>
        <w:t xml:space="preserve">. </w:t>
      </w:r>
      <w:r>
        <w:rPr>
          <w:rFonts w:cs="Georgia"/>
          <w:kern w:val="1"/>
        </w:rPr>
        <w:t>Après les événements de la journée</w:t>
      </w:r>
      <w:r w:rsidR="000E1451">
        <w:rPr>
          <w:rFonts w:cs="Georgia"/>
          <w:kern w:val="1"/>
        </w:rPr>
        <w:t xml:space="preserve">, </w:t>
      </w:r>
      <w:r>
        <w:rPr>
          <w:rFonts w:cs="Georgia"/>
          <w:kern w:val="1"/>
        </w:rPr>
        <w:t>une telle étreinte était nécessaire pour nous rassurer l</w:t>
      </w:r>
      <w:r w:rsidR="000E1451">
        <w:rPr>
          <w:rFonts w:cs="Georgia"/>
          <w:kern w:val="1"/>
        </w:rPr>
        <w:t>’</w:t>
      </w:r>
      <w:r>
        <w:rPr>
          <w:rFonts w:cs="Georgia"/>
          <w:kern w:val="1"/>
        </w:rPr>
        <w:t>un et l</w:t>
      </w:r>
      <w:r w:rsidR="000E1451">
        <w:rPr>
          <w:rFonts w:cs="Georgia"/>
          <w:kern w:val="1"/>
        </w:rPr>
        <w:t>’</w:t>
      </w:r>
      <w:r>
        <w:rPr>
          <w:rFonts w:cs="Georgia"/>
          <w:kern w:val="1"/>
        </w:rPr>
        <w:t>autre</w:t>
      </w:r>
      <w:r w:rsidR="000E1451">
        <w:rPr>
          <w:rFonts w:cs="Georgia"/>
          <w:kern w:val="1"/>
        </w:rPr>
        <w:t xml:space="preserve">, </w:t>
      </w:r>
      <w:r>
        <w:rPr>
          <w:rFonts w:cs="Georgia"/>
          <w:kern w:val="1"/>
        </w:rPr>
        <w:t>pour nous attester réciproquement notre existence</w:t>
      </w:r>
      <w:r w:rsidR="000E1451">
        <w:rPr>
          <w:rFonts w:cs="Georgia"/>
          <w:kern w:val="1"/>
        </w:rPr>
        <w:t xml:space="preserve">, </w:t>
      </w:r>
      <w:r>
        <w:rPr>
          <w:rFonts w:cs="Georgia"/>
          <w:kern w:val="1"/>
        </w:rPr>
        <w:t>pour nous affirmer que ce qui pouvait n</w:t>
      </w:r>
      <w:r w:rsidR="000E1451">
        <w:rPr>
          <w:rFonts w:cs="Georgia"/>
          <w:kern w:val="1"/>
        </w:rPr>
        <w:t>’</w:t>
      </w:r>
      <w:r>
        <w:rPr>
          <w:rFonts w:cs="Georgia"/>
          <w:kern w:val="1"/>
        </w:rPr>
        <w:t>avoir été qu</w:t>
      </w:r>
      <w:r w:rsidR="000E1451">
        <w:rPr>
          <w:rFonts w:cs="Georgia"/>
          <w:kern w:val="1"/>
        </w:rPr>
        <w:t>’</w:t>
      </w:r>
      <w:r>
        <w:rPr>
          <w:rFonts w:cs="Georgia"/>
          <w:kern w:val="1"/>
        </w:rPr>
        <w:t>un rêve</w:t>
      </w:r>
      <w:r w:rsidR="000E1451">
        <w:rPr>
          <w:rFonts w:cs="Georgia"/>
          <w:kern w:val="1"/>
        </w:rPr>
        <w:t xml:space="preserve">, </w:t>
      </w:r>
      <w:r>
        <w:rPr>
          <w:rFonts w:cs="Georgia"/>
          <w:kern w:val="1"/>
        </w:rPr>
        <w:t>au lieu de s</w:t>
      </w:r>
      <w:r w:rsidR="000E1451">
        <w:rPr>
          <w:rFonts w:cs="Georgia"/>
          <w:kern w:val="1"/>
        </w:rPr>
        <w:t>’</w:t>
      </w:r>
      <w:r>
        <w:rPr>
          <w:rFonts w:cs="Georgia"/>
          <w:kern w:val="1"/>
        </w:rPr>
        <w:t>évanouir</w:t>
      </w:r>
      <w:r w:rsidR="000E1451">
        <w:rPr>
          <w:rFonts w:cs="Georgia"/>
          <w:kern w:val="1"/>
        </w:rPr>
        <w:t xml:space="preserve">, </w:t>
      </w:r>
      <w:r>
        <w:rPr>
          <w:rFonts w:cs="Georgia"/>
          <w:kern w:val="1"/>
        </w:rPr>
        <w:t>allait</w:t>
      </w:r>
      <w:r w:rsidR="000E1451">
        <w:rPr>
          <w:rFonts w:cs="Georgia"/>
          <w:kern w:val="1"/>
        </w:rPr>
        <w:t xml:space="preserve">, </w:t>
      </w:r>
      <w:r>
        <w:rPr>
          <w:rFonts w:cs="Georgia"/>
          <w:kern w:val="1"/>
        </w:rPr>
        <w:t xml:space="preserve">au </w:t>
      </w:r>
      <w:r>
        <w:rPr>
          <w:rFonts w:cs="Georgia"/>
          <w:kern w:val="1"/>
        </w:rPr>
        <w:lastRenderedPageBreak/>
        <w:t>contraire</w:t>
      </w:r>
      <w:r w:rsidR="000E1451">
        <w:rPr>
          <w:rFonts w:cs="Georgia"/>
          <w:kern w:val="1"/>
        </w:rPr>
        <w:t xml:space="preserve">, </w:t>
      </w:r>
      <w:r>
        <w:rPr>
          <w:rFonts w:cs="Georgia"/>
          <w:kern w:val="1"/>
        </w:rPr>
        <w:t>prendre corps</w:t>
      </w:r>
      <w:r w:rsidR="000E1451">
        <w:rPr>
          <w:rFonts w:cs="Georgia"/>
          <w:kern w:val="1"/>
        </w:rPr>
        <w:t xml:space="preserve">, </w:t>
      </w:r>
      <w:r>
        <w:rPr>
          <w:rFonts w:cs="Georgia"/>
          <w:kern w:val="1"/>
        </w:rPr>
        <w:t>se continuer</w:t>
      </w:r>
      <w:r w:rsidR="000E1451">
        <w:rPr>
          <w:rFonts w:cs="Georgia"/>
          <w:kern w:val="1"/>
        </w:rPr>
        <w:t xml:space="preserve">, </w:t>
      </w:r>
      <w:r>
        <w:rPr>
          <w:rFonts w:cs="Georgia"/>
          <w:kern w:val="1"/>
        </w:rPr>
        <w:t>sur le plan de la réalité</w:t>
      </w:r>
      <w:r w:rsidR="000E1451">
        <w:rPr>
          <w:rFonts w:cs="Georgia"/>
          <w:kern w:val="1"/>
        </w:rPr>
        <w:t xml:space="preserve">. </w:t>
      </w:r>
      <w:r>
        <w:rPr>
          <w:rFonts w:cs="Georgia"/>
          <w:kern w:val="1"/>
        </w:rPr>
        <w:t>Trop longtemps</w:t>
      </w:r>
      <w:r w:rsidR="000E1451">
        <w:rPr>
          <w:rFonts w:cs="Georgia"/>
          <w:kern w:val="1"/>
        </w:rPr>
        <w:t xml:space="preserve">, </w:t>
      </w:r>
      <w:r>
        <w:rPr>
          <w:rFonts w:cs="Georgia"/>
          <w:kern w:val="1"/>
        </w:rPr>
        <w:t>déformant les objets</w:t>
      </w:r>
      <w:r w:rsidR="000E1451">
        <w:rPr>
          <w:rFonts w:cs="Georgia"/>
          <w:kern w:val="1"/>
        </w:rPr>
        <w:t xml:space="preserve">, </w:t>
      </w:r>
      <w:r>
        <w:rPr>
          <w:rFonts w:cs="Georgia"/>
          <w:kern w:val="1"/>
        </w:rPr>
        <w:t>faussant les rapports</w:t>
      </w:r>
      <w:r w:rsidR="000E1451">
        <w:rPr>
          <w:rFonts w:cs="Georgia"/>
          <w:kern w:val="1"/>
        </w:rPr>
        <w:t xml:space="preserve">, </w:t>
      </w:r>
      <w:r>
        <w:rPr>
          <w:rFonts w:cs="Georgia"/>
          <w:kern w:val="1"/>
        </w:rPr>
        <w:t>la guerre et la captivité m</w:t>
      </w:r>
      <w:r w:rsidR="000E1451">
        <w:rPr>
          <w:rFonts w:cs="Georgia"/>
          <w:kern w:val="1"/>
        </w:rPr>
        <w:t>’</w:t>
      </w:r>
      <w:r>
        <w:rPr>
          <w:rFonts w:cs="Georgia"/>
          <w:kern w:val="1"/>
        </w:rPr>
        <w:t>avaient fait vivre au milieu d</w:t>
      </w:r>
      <w:r w:rsidR="000E1451">
        <w:rPr>
          <w:rFonts w:cs="Georgia"/>
          <w:kern w:val="1"/>
        </w:rPr>
        <w:t>’</w:t>
      </w:r>
      <w:r>
        <w:rPr>
          <w:rFonts w:cs="Georgia"/>
          <w:kern w:val="1"/>
        </w:rPr>
        <w:t>un univers arbitraire</w:t>
      </w:r>
      <w:r w:rsidR="000E1451">
        <w:rPr>
          <w:rFonts w:cs="Georgia"/>
          <w:kern w:val="1"/>
        </w:rPr>
        <w:t xml:space="preserve">, </w:t>
      </w:r>
      <w:r>
        <w:rPr>
          <w:rFonts w:cs="Georgia"/>
          <w:kern w:val="1"/>
        </w:rPr>
        <w:t>dans une atmosphère peuplée de fantômes</w:t>
      </w:r>
      <w:r w:rsidR="000E1451">
        <w:rPr>
          <w:rFonts w:cs="Georgia"/>
          <w:kern w:val="1"/>
        </w:rPr>
        <w:t xml:space="preserve">. </w:t>
      </w:r>
      <w:r>
        <w:rPr>
          <w:rFonts w:cs="Georgia"/>
          <w:kern w:val="1"/>
        </w:rPr>
        <w:t>Voici que nous renaissions maintenant au monde véritable</w:t>
      </w:r>
      <w:r w:rsidR="000E1451">
        <w:rPr>
          <w:rFonts w:cs="Georgia"/>
          <w:kern w:val="1"/>
        </w:rPr>
        <w:t xml:space="preserve">. </w:t>
      </w:r>
      <w:r>
        <w:rPr>
          <w:rFonts w:cs="Georgia"/>
          <w:kern w:val="1"/>
        </w:rPr>
        <w:t>Les sapins embrumés</w:t>
      </w:r>
      <w:r w:rsidR="000E1451">
        <w:rPr>
          <w:rFonts w:cs="Georgia"/>
          <w:kern w:val="1"/>
        </w:rPr>
        <w:t xml:space="preserve">, </w:t>
      </w:r>
      <w:r>
        <w:rPr>
          <w:rFonts w:cs="Georgia"/>
          <w:kern w:val="1"/>
        </w:rPr>
        <w:t>les sables</w:t>
      </w:r>
      <w:r w:rsidR="000E1451">
        <w:rPr>
          <w:rFonts w:cs="Georgia"/>
          <w:kern w:val="1"/>
        </w:rPr>
        <w:t xml:space="preserve">, </w:t>
      </w:r>
      <w:r>
        <w:rPr>
          <w:rFonts w:cs="Georgia"/>
          <w:kern w:val="1"/>
        </w:rPr>
        <w:t>les marais miroitants</w:t>
      </w:r>
      <w:r w:rsidR="000E1451">
        <w:rPr>
          <w:rFonts w:cs="Georgia"/>
          <w:kern w:val="1"/>
        </w:rPr>
        <w:t xml:space="preserve">, </w:t>
      </w:r>
      <w:r>
        <w:rPr>
          <w:rFonts w:cs="Georgia"/>
          <w:kern w:val="1"/>
        </w:rPr>
        <w:t>tout ce triste désert feldgrau n</w:t>
      </w:r>
      <w:r w:rsidR="000E1451">
        <w:rPr>
          <w:rFonts w:cs="Georgia"/>
          <w:kern w:val="1"/>
        </w:rPr>
        <w:t>’</w:t>
      </w:r>
      <w:r>
        <w:rPr>
          <w:rFonts w:cs="Georgia"/>
          <w:kern w:val="1"/>
        </w:rPr>
        <w:t>allait-il pas se fondre</w:t>
      </w:r>
      <w:r w:rsidR="000E1451">
        <w:rPr>
          <w:rFonts w:cs="Georgia"/>
          <w:kern w:val="1"/>
        </w:rPr>
        <w:t xml:space="preserve">, </w:t>
      </w:r>
      <w:r>
        <w:rPr>
          <w:rFonts w:cs="Georgia"/>
          <w:kern w:val="1"/>
        </w:rPr>
        <w:t>disparaître</w:t>
      </w:r>
      <w:r w:rsidR="000E1451">
        <w:rPr>
          <w:rFonts w:cs="Georgia"/>
          <w:kern w:val="1"/>
        </w:rPr>
        <w:t xml:space="preserve">, </w:t>
      </w:r>
      <w:r>
        <w:rPr>
          <w:rFonts w:cs="Georgia"/>
          <w:kern w:val="1"/>
        </w:rPr>
        <w:t>se résorber en fumées</w:t>
      </w:r>
      <w:r w:rsidR="000E1451">
        <w:rPr>
          <w:rFonts w:cs="Georgia"/>
          <w:kern w:val="1"/>
        </w:rPr>
        <w:t xml:space="preserve"> ? </w:t>
      </w:r>
      <w:r>
        <w:rPr>
          <w:rFonts w:cs="Georgia"/>
          <w:kern w:val="1"/>
        </w:rPr>
        <w:t>Je serrai plus fort Axelle contre moi</w:t>
      </w:r>
      <w:r w:rsidR="000E1451">
        <w:rPr>
          <w:rFonts w:cs="Georgia"/>
          <w:kern w:val="1"/>
        </w:rPr>
        <w:t xml:space="preserve">, </w:t>
      </w:r>
      <w:r>
        <w:rPr>
          <w:rFonts w:cs="Georgia"/>
          <w:kern w:val="1"/>
        </w:rPr>
        <w:t>plus fort encore</w:t>
      </w:r>
      <w:r w:rsidR="000E1451">
        <w:rPr>
          <w:rFonts w:cs="Georgia"/>
          <w:kern w:val="1"/>
        </w:rPr>
        <w:t xml:space="preserve">, </w:t>
      </w:r>
      <w:r>
        <w:rPr>
          <w:rFonts w:cs="Georgia"/>
          <w:kern w:val="1"/>
        </w:rPr>
        <w:t>et</w:t>
      </w:r>
      <w:r w:rsidR="000E1451">
        <w:rPr>
          <w:rFonts w:cs="Georgia"/>
          <w:kern w:val="1"/>
        </w:rPr>
        <w:t xml:space="preserve">, </w:t>
      </w:r>
      <w:r>
        <w:rPr>
          <w:rFonts w:cs="Georgia"/>
          <w:kern w:val="1"/>
        </w:rPr>
        <w:t>l</w:t>
      </w:r>
      <w:r w:rsidR="000E1451">
        <w:rPr>
          <w:rFonts w:cs="Georgia"/>
          <w:kern w:val="1"/>
        </w:rPr>
        <w:t>’</w:t>
      </w:r>
      <w:r>
        <w:rPr>
          <w:rFonts w:cs="Georgia"/>
          <w:kern w:val="1"/>
        </w:rPr>
        <w:t>étreignant ainsi</w:t>
      </w:r>
      <w:r w:rsidR="000E1451">
        <w:rPr>
          <w:rFonts w:cs="Georgia"/>
          <w:kern w:val="1"/>
        </w:rPr>
        <w:t xml:space="preserve">, </w:t>
      </w:r>
      <w:r>
        <w:rPr>
          <w:rFonts w:cs="Georgia"/>
          <w:kern w:val="1"/>
        </w:rPr>
        <w:t>je ne cédais ni aux élans d</w:t>
      </w:r>
      <w:r w:rsidR="000E1451">
        <w:rPr>
          <w:rFonts w:cs="Georgia"/>
          <w:kern w:val="1"/>
        </w:rPr>
        <w:t>’</w:t>
      </w:r>
      <w:r>
        <w:rPr>
          <w:rFonts w:cs="Georgia"/>
          <w:kern w:val="1"/>
        </w:rPr>
        <w:t>une tendresse passionnée</w:t>
      </w:r>
      <w:r w:rsidR="000E1451">
        <w:rPr>
          <w:rFonts w:cs="Georgia"/>
          <w:kern w:val="1"/>
        </w:rPr>
        <w:t xml:space="preserve">, </w:t>
      </w:r>
      <w:r>
        <w:rPr>
          <w:rFonts w:cs="Georgia"/>
          <w:kern w:val="1"/>
        </w:rPr>
        <w:t>ni au vertige charnel du désir</w:t>
      </w:r>
      <w:r w:rsidR="000E1451">
        <w:rPr>
          <w:rFonts w:cs="Georgia"/>
          <w:kern w:val="1"/>
        </w:rPr>
        <w:t xml:space="preserve">, </w:t>
      </w:r>
      <w:r>
        <w:rPr>
          <w:rFonts w:cs="Georgia"/>
          <w:kern w:val="1"/>
        </w:rPr>
        <w:t>à l</w:t>
      </w:r>
      <w:r w:rsidR="000E1451">
        <w:rPr>
          <w:rFonts w:cs="Georgia"/>
          <w:kern w:val="1"/>
        </w:rPr>
        <w:t>’</w:t>
      </w:r>
      <w:r>
        <w:rPr>
          <w:rFonts w:cs="Georgia"/>
          <w:kern w:val="1"/>
        </w:rPr>
        <w:t>amour enfin</w:t>
      </w:r>
      <w:r w:rsidR="000E1451">
        <w:rPr>
          <w:rFonts w:cs="Georgia"/>
          <w:kern w:val="1"/>
        </w:rPr>
        <w:t xml:space="preserve">. </w:t>
      </w:r>
      <w:r>
        <w:rPr>
          <w:rFonts w:cs="Georgia"/>
          <w:kern w:val="1"/>
        </w:rPr>
        <w:t>Je cherchais avant tout la preuve palpable que j</w:t>
      </w:r>
      <w:r w:rsidR="000E1451">
        <w:rPr>
          <w:rFonts w:cs="Georgia"/>
          <w:kern w:val="1"/>
        </w:rPr>
        <w:t>’</w:t>
      </w:r>
      <w:r>
        <w:rPr>
          <w:rFonts w:cs="Georgia"/>
          <w:kern w:val="1"/>
        </w:rPr>
        <w:t>avais entre mes bras un être de chair et de sang et non quelque ombre fugitive</w:t>
      </w:r>
      <w:r w:rsidR="000E1451">
        <w:rPr>
          <w:rFonts w:cs="Georgia"/>
          <w:kern w:val="1"/>
        </w:rPr>
        <w:t xml:space="preserve">, </w:t>
      </w:r>
      <w:r>
        <w:rPr>
          <w:rFonts w:cs="Georgia"/>
          <w:kern w:val="1"/>
        </w:rPr>
        <w:t>une vaine Eurydice du Nord</w:t>
      </w:r>
      <w:r w:rsidR="000E1451">
        <w:rPr>
          <w:rFonts w:cs="Georgia"/>
          <w:kern w:val="1"/>
        </w:rPr>
        <w:t xml:space="preserve">, </w:t>
      </w:r>
      <w:r>
        <w:rPr>
          <w:rFonts w:cs="Georgia"/>
          <w:kern w:val="1"/>
        </w:rPr>
        <w:t>une de ces nixes au corps d</w:t>
      </w:r>
      <w:r w:rsidR="000E1451">
        <w:rPr>
          <w:rFonts w:cs="Georgia"/>
          <w:kern w:val="1"/>
        </w:rPr>
        <w:t>’</w:t>
      </w:r>
      <w:r>
        <w:rPr>
          <w:rFonts w:cs="Georgia"/>
          <w:kern w:val="1"/>
        </w:rPr>
        <w:t>argent</w:t>
      </w:r>
      <w:r w:rsidR="000E1451">
        <w:rPr>
          <w:rFonts w:cs="Georgia"/>
          <w:kern w:val="1"/>
        </w:rPr>
        <w:t xml:space="preserve">, </w:t>
      </w:r>
      <w:r>
        <w:rPr>
          <w:rFonts w:cs="Georgia"/>
          <w:kern w:val="1"/>
        </w:rPr>
        <w:t>à la chevelure céruléenne</w:t>
      </w:r>
      <w:r w:rsidR="000E1451">
        <w:rPr>
          <w:rFonts w:cs="Georgia"/>
          <w:kern w:val="1"/>
        </w:rPr>
        <w:t xml:space="preserve">, </w:t>
      </w:r>
      <w:r>
        <w:rPr>
          <w:rFonts w:cs="Georgia"/>
          <w:kern w:val="1"/>
        </w:rPr>
        <w:t>nées des étangs et des forêts</w:t>
      </w:r>
      <w:r w:rsidR="000E1451">
        <w:rPr>
          <w:rFonts w:cs="Georgia"/>
          <w:kern w:val="1"/>
        </w:rPr>
        <w:t xml:space="preserve">, </w:t>
      </w:r>
      <w:r>
        <w:rPr>
          <w:rFonts w:cs="Georgia"/>
          <w:kern w:val="1"/>
        </w:rPr>
        <w:t>et qui s</w:t>
      </w:r>
      <w:r w:rsidR="000E1451">
        <w:rPr>
          <w:rFonts w:cs="Georgia"/>
          <w:kern w:val="1"/>
        </w:rPr>
        <w:t>’</w:t>
      </w:r>
      <w:r>
        <w:rPr>
          <w:rFonts w:cs="Georgia"/>
          <w:kern w:val="1"/>
        </w:rPr>
        <w:t>évaporent</w:t>
      </w:r>
      <w:r w:rsidR="000E1451">
        <w:rPr>
          <w:rFonts w:cs="Georgia"/>
          <w:kern w:val="1"/>
        </w:rPr>
        <w:t xml:space="preserve">, </w:t>
      </w:r>
      <w:r>
        <w:rPr>
          <w:rFonts w:cs="Georgia"/>
          <w:kern w:val="1"/>
        </w:rPr>
        <w:t>à la première lune</w:t>
      </w:r>
      <w:r w:rsidR="000E1451">
        <w:rPr>
          <w:rFonts w:cs="Georgia"/>
          <w:kern w:val="1"/>
        </w:rPr>
        <w:t xml:space="preserve">, </w:t>
      </w:r>
      <w:r>
        <w:rPr>
          <w:rFonts w:cs="Georgia"/>
          <w:kern w:val="1"/>
        </w:rPr>
        <w:t>avec le brouillard</w:t>
      </w:r>
      <w:r w:rsidR="000E1451">
        <w:rPr>
          <w:rFonts w:cs="Georgia"/>
          <w:kern w:val="1"/>
        </w:rPr>
        <w:t>.</w:t>
      </w:r>
    </w:p>
    <w:p w14:paraId="79326982" w14:textId="77777777" w:rsidR="000E1451" w:rsidRDefault="00BE611A" w:rsidP="00BE611A">
      <w:pPr>
        <w:rPr>
          <w:rFonts w:cs="Georgia"/>
          <w:kern w:val="1"/>
        </w:rPr>
      </w:pPr>
      <w:r>
        <w:rPr>
          <w:rFonts w:cs="Georgia"/>
          <w:kern w:val="1"/>
        </w:rPr>
        <w:t>L</w:t>
      </w:r>
      <w:r w:rsidR="000E1451">
        <w:rPr>
          <w:rFonts w:cs="Georgia"/>
          <w:kern w:val="1"/>
        </w:rPr>
        <w:t>’</w:t>
      </w:r>
      <w:r>
        <w:rPr>
          <w:rFonts w:cs="Georgia"/>
          <w:kern w:val="1"/>
        </w:rPr>
        <w:t>heure était venue de nous quitter</w:t>
      </w:r>
      <w:r w:rsidR="000E1451">
        <w:rPr>
          <w:rFonts w:cs="Georgia"/>
          <w:kern w:val="1"/>
        </w:rPr>
        <w:t xml:space="preserve">. </w:t>
      </w:r>
      <w:r>
        <w:rPr>
          <w:rFonts w:cs="Georgia"/>
          <w:kern w:val="1"/>
        </w:rPr>
        <w:t>Informé par Dauphin du peu d</w:t>
      </w:r>
      <w:r w:rsidR="000E1451">
        <w:rPr>
          <w:rFonts w:cs="Georgia"/>
          <w:kern w:val="1"/>
        </w:rPr>
        <w:t>’</w:t>
      </w:r>
      <w:r>
        <w:rPr>
          <w:rFonts w:cs="Georgia"/>
          <w:kern w:val="1"/>
        </w:rPr>
        <w:t>enthousiasme que m</w:t>
      </w:r>
      <w:r w:rsidR="000E1451">
        <w:rPr>
          <w:rFonts w:cs="Georgia"/>
          <w:kern w:val="1"/>
        </w:rPr>
        <w:t>’</w:t>
      </w:r>
      <w:r>
        <w:rPr>
          <w:rFonts w:cs="Georgia"/>
          <w:kern w:val="1"/>
        </w:rPr>
        <w:t>avait inspiré leur projet</w:t>
      </w:r>
      <w:r w:rsidR="000E1451">
        <w:rPr>
          <w:rFonts w:cs="Georgia"/>
          <w:kern w:val="1"/>
        </w:rPr>
        <w:t xml:space="preserve">, </w:t>
      </w:r>
      <w:r>
        <w:rPr>
          <w:rFonts w:cs="Georgia"/>
          <w:kern w:val="1"/>
        </w:rPr>
        <w:t>mes camarades ne m</w:t>
      </w:r>
      <w:r w:rsidR="000E1451">
        <w:rPr>
          <w:rFonts w:cs="Georgia"/>
          <w:kern w:val="1"/>
        </w:rPr>
        <w:t>’</w:t>
      </w:r>
      <w:r>
        <w:rPr>
          <w:rFonts w:cs="Georgia"/>
          <w:kern w:val="1"/>
        </w:rPr>
        <w:t>attendraient pas</w:t>
      </w:r>
      <w:r w:rsidR="000E1451">
        <w:rPr>
          <w:rFonts w:cs="Georgia"/>
          <w:kern w:val="1"/>
        </w:rPr>
        <w:t xml:space="preserve">, </w:t>
      </w:r>
      <w:r>
        <w:rPr>
          <w:rFonts w:cs="Georgia"/>
          <w:kern w:val="1"/>
        </w:rPr>
        <w:t>s</w:t>
      </w:r>
      <w:r w:rsidR="000E1451">
        <w:rPr>
          <w:rFonts w:cs="Georgia"/>
          <w:kern w:val="1"/>
        </w:rPr>
        <w:t>’</w:t>
      </w:r>
      <w:r>
        <w:rPr>
          <w:rFonts w:cs="Georgia"/>
          <w:kern w:val="1"/>
        </w:rPr>
        <w:t>ils ne me trouvaient point exact au rendez-vous fixé</w:t>
      </w:r>
      <w:r w:rsidR="000E1451">
        <w:rPr>
          <w:rFonts w:cs="Georgia"/>
          <w:kern w:val="1"/>
        </w:rPr>
        <w:t xml:space="preserve">. </w:t>
      </w:r>
      <w:r>
        <w:rPr>
          <w:rFonts w:cs="Georgia"/>
          <w:kern w:val="1"/>
        </w:rPr>
        <w:t>Je me levai</w:t>
      </w:r>
      <w:r w:rsidR="000E1451">
        <w:rPr>
          <w:rFonts w:cs="Georgia"/>
          <w:kern w:val="1"/>
        </w:rPr>
        <w:t xml:space="preserve">. </w:t>
      </w:r>
      <w:r>
        <w:rPr>
          <w:rFonts w:cs="Georgia"/>
          <w:kern w:val="1"/>
        </w:rPr>
        <w:t>Axelle m</w:t>
      </w:r>
      <w:r w:rsidR="000E1451">
        <w:rPr>
          <w:rFonts w:cs="Georgia"/>
          <w:kern w:val="1"/>
        </w:rPr>
        <w:t>’</w:t>
      </w:r>
      <w:r>
        <w:rPr>
          <w:rFonts w:cs="Georgia"/>
          <w:kern w:val="1"/>
        </w:rPr>
        <w:t>accompagna dans ce corridor où nous nous étions tant de fois croisés</w:t>
      </w:r>
      <w:r w:rsidR="000E1451">
        <w:rPr>
          <w:rFonts w:cs="Georgia"/>
          <w:kern w:val="1"/>
        </w:rPr>
        <w:t xml:space="preserve">, </w:t>
      </w:r>
      <w:r>
        <w:rPr>
          <w:rFonts w:cs="Georgia"/>
          <w:kern w:val="1"/>
        </w:rPr>
        <w:t>alors qu</w:t>
      </w:r>
      <w:r w:rsidR="000E1451">
        <w:rPr>
          <w:rFonts w:cs="Georgia"/>
          <w:kern w:val="1"/>
        </w:rPr>
        <w:t>’</w:t>
      </w:r>
      <w:r>
        <w:rPr>
          <w:rFonts w:cs="Georgia"/>
          <w:kern w:val="1"/>
        </w:rPr>
        <w:t>elle affectait d</w:t>
      </w:r>
      <w:r w:rsidR="000E1451">
        <w:rPr>
          <w:rFonts w:cs="Georgia"/>
          <w:kern w:val="1"/>
        </w:rPr>
        <w:t>’</w:t>
      </w:r>
      <w:r>
        <w:rPr>
          <w:rFonts w:cs="Georgia"/>
          <w:kern w:val="1"/>
        </w:rPr>
        <w:t>ignorer jusqu</w:t>
      </w:r>
      <w:r w:rsidR="000E1451">
        <w:rPr>
          <w:rFonts w:cs="Georgia"/>
          <w:kern w:val="1"/>
        </w:rPr>
        <w:t>’</w:t>
      </w:r>
      <w:r>
        <w:rPr>
          <w:rFonts w:cs="Georgia"/>
          <w:kern w:val="1"/>
        </w:rPr>
        <w:t>à ma présence</w:t>
      </w:r>
      <w:r w:rsidR="000E1451">
        <w:rPr>
          <w:rFonts w:cs="Georgia"/>
          <w:kern w:val="1"/>
        </w:rPr>
        <w:t xml:space="preserve">. </w:t>
      </w:r>
      <w:r>
        <w:rPr>
          <w:rFonts w:cs="Georgia"/>
          <w:kern w:val="1"/>
        </w:rPr>
        <w:t>Sur le perron</w:t>
      </w:r>
      <w:r w:rsidR="000E1451">
        <w:rPr>
          <w:rFonts w:cs="Georgia"/>
          <w:kern w:val="1"/>
        </w:rPr>
        <w:t xml:space="preserve">, </w:t>
      </w:r>
      <w:r>
        <w:rPr>
          <w:rFonts w:cs="Georgia"/>
          <w:kern w:val="1"/>
        </w:rPr>
        <w:t>parmi la pluie et le vent</w:t>
      </w:r>
      <w:r w:rsidR="000E1451">
        <w:rPr>
          <w:rFonts w:cs="Georgia"/>
          <w:kern w:val="1"/>
        </w:rPr>
        <w:t xml:space="preserve">, </w:t>
      </w:r>
      <w:r>
        <w:rPr>
          <w:rFonts w:cs="Georgia"/>
          <w:kern w:val="1"/>
        </w:rPr>
        <w:t>nous échangeâmes notre dernier baiser</w:t>
      </w:r>
      <w:r w:rsidR="000E1451">
        <w:rPr>
          <w:rFonts w:cs="Georgia"/>
          <w:kern w:val="1"/>
        </w:rPr>
        <w:t>.</w:t>
      </w:r>
    </w:p>
    <w:p w14:paraId="1E068FA6" w14:textId="77777777" w:rsidR="000E1451" w:rsidRDefault="000E1451" w:rsidP="00BE611A">
      <w:pPr>
        <w:rPr>
          <w:rFonts w:cs="Georgia"/>
          <w:kern w:val="1"/>
        </w:rPr>
      </w:pPr>
      <w:r>
        <w:rPr>
          <w:rFonts w:cs="Georgia"/>
          <w:kern w:val="1"/>
        </w:rPr>
        <w:t>— </w:t>
      </w:r>
      <w:r w:rsidR="00BE611A">
        <w:rPr>
          <w:rFonts w:cs="Georgia"/>
          <w:kern w:val="1"/>
        </w:rPr>
        <w:t>Je viens à peine de franchir ce seuil</w:t>
      </w:r>
      <w:r>
        <w:rPr>
          <w:rFonts w:cs="Georgia"/>
          <w:kern w:val="1"/>
        </w:rPr>
        <w:t xml:space="preserve">, </w:t>
      </w:r>
      <w:r w:rsidR="00BE611A">
        <w:rPr>
          <w:rFonts w:cs="Georgia"/>
          <w:kern w:val="1"/>
        </w:rPr>
        <w:t>lui dis-je</w:t>
      </w:r>
      <w:r>
        <w:rPr>
          <w:rFonts w:cs="Georgia"/>
          <w:kern w:val="1"/>
        </w:rPr>
        <w:t xml:space="preserve">, </w:t>
      </w:r>
      <w:r w:rsidR="00BE611A">
        <w:rPr>
          <w:rFonts w:cs="Georgia"/>
          <w:kern w:val="1"/>
        </w:rPr>
        <w:t>et déjà</w:t>
      </w:r>
      <w:r>
        <w:rPr>
          <w:rFonts w:cs="Georgia"/>
          <w:kern w:val="1"/>
        </w:rPr>
        <w:t xml:space="preserve">, </w:t>
      </w:r>
      <w:r w:rsidR="00BE611A">
        <w:rPr>
          <w:rFonts w:cs="Georgia"/>
          <w:kern w:val="1"/>
        </w:rPr>
        <w:t>je ne pense plus qu</w:t>
      </w:r>
      <w:r>
        <w:rPr>
          <w:rFonts w:cs="Georgia"/>
          <w:kern w:val="1"/>
        </w:rPr>
        <w:t>’</w:t>
      </w:r>
      <w:r w:rsidR="00BE611A">
        <w:rPr>
          <w:rFonts w:cs="Georgia"/>
          <w:kern w:val="1"/>
        </w:rPr>
        <w:t>à l</w:t>
      </w:r>
      <w:r>
        <w:rPr>
          <w:rFonts w:cs="Georgia"/>
          <w:kern w:val="1"/>
        </w:rPr>
        <w:t>’</w:t>
      </w:r>
      <w:r w:rsidR="00BE611A">
        <w:rPr>
          <w:rFonts w:cs="Georgia"/>
          <w:kern w:val="1"/>
        </w:rPr>
        <w:t>instant où je le repasserai</w:t>
      </w:r>
      <w:r>
        <w:rPr>
          <w:rFonts w:cs="Georgia"/>
          <w:kern w:val="1"/>
        </w:rPr>
        <w:t>.</w:t>
      </w:r>
    </w:p>
    <w:p w14:paraId="7CC18AAC" w14:textId="77777777" w:rsidR="00BE611A" w:rsidRDefault="00BE611A" w:rsidP="00BE611A">
      <w:pPr>
        <w:rPr>
          <w:rFonts w:cs="Georgia"/>
          <w:kern w:val="1"/>
        </w:rPr>
      </w:pPr>
    </w:p>
    <w:p w14:paraId="27F1F19B" w14:textId="77777777" w:rsidR="000E1451" w:rsidRDefault="00BE611A" w:rsidP="00BE611A">
      <w:pPr>
        <w:rPr>
          <w:rFonts w:cs="Georgia"/>
          <w:kern w:val="1"/>
        </w:rPr>
      </w:pPr>
      <w:r>
        <w:rPr>
          <w:rFonts w:cs="Georgia"/>
          <w:kern w:val="1"/>
        </w:rPr>
        <w:t>Ce jour ne devait pas tarder autant que nous eussions été en droit de le craindre</w:t>
      </w:r>
      <w:r w:rsidR="000E1451">
        <w:rPr>
          <w:rFonts w:cs="Georgia"/>
          <w:kern w:val="1"/>
        </w:rPr>
        <w:t xml:space="preserve">. </w:t>
      </w:r>
      <w:r>
        <w:rPr>
          <w:rFonts w:cs="Georgia"/>
          <w:kern w:val="1"/>
        </w:rPr>
        <w:t>Un mois ne s</w:t>
      </w:r>
      <w:r w:rsidR="000E1451">
        <w:rPr>
          <w:rFonts w:cs="Georgia"/>
          <w:kern w:val="1"/>
        </w:rPr>
        <w:t>’</w:t>
      </w:r>
      <w:r>
        <w:rPr>
          <w:rFonts w:cs="Georgia"/>
          <w:kern w:val="1"/>
        </w:rPr>
        <w:t>était pas écoulé que j</w:t>
      </w:r>
      <w:r w:rsidR="000E1451">
        <w:rPr>
          <w:rFonts w:cs="Georgia"/>
          <w:kern w:val="1"/>
        </w:rPr>
        <w:t>’</w:t>
      </w:r>
      <w:r>
        <w:rPr>
          <w:rFonts w:cs="Georgia"/>
          <w:kern w:val="1"/>
        </w:rPr>
        <w:t>étais de retour à Reichendorf</w:t>
      </w:r>
      <w:r w:rsidR="000E1451">
        <w:rPr>
          <w:rFonts w:cs="Georgia"/>
          <w:kern w:val="1"/>
        </w:rPr>
        <w:t>.</w:t>
      </w:r>
    </w:p>
    <w:p w14:paraId="07CE8A60" w14:textId="77777777" w:rsidR="00BE611A" w:rsidRDefault="00BE611A" w:rsidP="000E1451">
      <w:pPr>
        <w:pStyle w:val="Titre1"/>
        <w:numPr>
          <w:ilvl w:val="0"/>
          <w:numId w:val="15"/>
        </w:numPr>
        <w:ind w:left="0" w:firstLine="0"/>
        <w:rPr>
          <w:rFonts w:cs="Georgia"/>
          <w:kern w:val="1"/>
        </w:rPr>
      </w:pPr>
      <w:bookmarkStart w:id="38" w:name="__RefHeading__7402_928681719"/>
      <w:bookmarkStart w:id="39" w:name="_Toc195555078"/>
      <w:bookmarkEnd w:id="38"/>
      <w:r>
        <w:rPr>
          <w:kern w:val="1"/>
        </w:rPr>
        <w:lastRenderedPageBreak/>
        <w:t>XX</w:t>
      </w:r>
      <w:bookmarkEnd w:id="39"/>
    </w:p>
    <w:p w14:paraId="199F27CB" w14:textId="77777777" w:rsidR="000E1451" w:rsidRDefault="00BE611A" w:rsidP="00BE611A">
      <w:pPr>
        <w:rPr>
          <w:rFonts w:cs="Georgia"/>
          <w:kern w:val="1"/>
        </w:rPr>
      </w:pPr>
      <w:r>
        <w:rPr>
          <w:rFonts w:cs="Georgia"/>
          <w:kern w:val="1"/>
        </w:rPr>
        <w:t>Sur la tombe de Dietrich</w:t>
      </w:r>
      <w:r w:rsidR="000E1451">
        <w:rPr>
          <w:rFonts w:cs="Georgia"/>
          <w:kern w:val="1"/>
        </w:rPr>
        <w:t xml:space="preserve">, </w:t>
      </w:r>
      <w:r>
        <w:rPr>
          <w:rFonts w:cs="Georgia"/>
          <w:kern w:val="1"/>
        </w:rPr>
        <w:t xml:space="preserve">il </w:t>
      </w:r>
      <w:r>
        <w:rPr>
          <w:rFonts w:cs="Georgia"/>
          <w:bCs/>
          <w:kern w:val="1"/>
        </w:rPr>
        <w:t>y</w:t>
      </w:r>
      <w:r>
        <w:rPr>
          <w:rFonts w:cs="Georgia"/>
          <w:kern w:val="1"/>
        </w:rPr>
        <w:t xml:space="preserve"> avait une croix faite de deux planchettes au dos desquelles se lisait le nom d</w:t>
      </w:r>
      <w:r w:rsidR="000E1451">
        <w:rPr>
          <w:rFonts w:cs="Georgia"/>
          <w:kern w:val="1"/>
        </w:rPr>
        <w:t>’</w:t>
      </w:r>
      <w:r>
        <w:rPr>
          <w:rFonts w:cs="Georgia"/>
          <w:kern w:val="1"/>
        </w:rPr>
        <w:t>une marque de biscuits</w:t>
      </w:r>
      <w:r w:rsidR="000E1451">
        <w:rPr>
          <w:rFonts w:cs="Georgia"/>
          <w:kern w:val="1"/>
        </w:rPr>
        <w:t xml:space="preserve">. </w:t>
      </w:r>
      <w:r>
        <w:rPr>
          <w:rFonts w:cs="Georgia"/>
          <w:kern w:val="1"/>
        </w:rPr>
        <w:t>Une étiquette de bois portait</w:t>
      </w:r>
      <w:r w:rsidR="000E1451">
        <w:rPr>
          <w:rFonts w:cs="Georgia"/>
          <w:kern w:val="1"/>
        </w:rPr>
        <w:t xml:space="preserve">, </w:t>
      </w:r>
      <w:r>
        <w:rPr>
          <w:rFonts w:cs="Georgia"/>
          <w:kern w:val="1"/>
        </w:rPr>
        <w:t>tracée à l</w:t>
      </w:r>
      <w:r w:rsidR="000E1451">
        <w:rPr>
          <w:rFonts w:cs="Georgia"/>
          <w:kern w:val="1"/>
        </w:rPr>
        <w:t>’</w:t>
      </w:r>
      <w:r>
        <w:rPr>
          <w:rFonts w:cs="Georgia"/>
          <w:kern w:val="1"/>
        </w:rPr>
        <w:t>encre violette</w:t>
      </w:r>
      <w:r w:rsidR="000E1451">
        <w:rPr>
          <w:rFonts w:cs="Georgia"/>
          <w:kern w:val="1"/>
        </w:rPr>
        <w:t xml:space="preserve">, </w:t>
      </w:r>
      <w:r>
        <w:rPr>
          <w:rFonts w:cs="Georgia"/>
          <w:kern w:val="1"/>
        </w:rPr>
        <w:t>l</w:t>
      </w:r>
      <w:r w:rsidR="000E1451">
        <w:rPr>
          <w:rFonts w:cs="Georgia"/>
          <w:kern w:val="1"/>
        </w:rPr>
        <w:t>’</w:t>
      </w:r>
      <w:r>
        <w:rPr>
          <w:rFonts w:cs="Georgia"/>
          <w:kern w:val="1"/>
        </w:rPr>
        <w:t>inscription suivante</w:t>
      </w:r>
      <w:r w:rsidR="000E1451">
        <w:rPr>
          <w:rFonts w:cs="Georgia"/>
          <w:kern w:val="1"/>
        </w:rPr>
        <w:t xml:space="preserve">, </w:t>
      </w:r>
      <w:r>
        <w:rPr>
          <w:rFonts w:cs="Georgia"/>
          <w:kern w:val="1"/>
        </w:rPr>
        <w:t>déjà presque effacée par la pluie</w:t>
      </w:r>
      <w:r w:rsidR="000E1451">
        <w:rPr>
          <w:rFonts w:cs="Georgia"/>
          <w:kern w:val="1"/>
        </w:rPr>
        <w:t xml:space="preserve"> : </w:t>
      </w:r>
      <w:r>
        <w:rPr>
          <w:rFonts w:cs="Georgia"/>
          <w:bCs/>
          <w:i/>
          <w:iCs/>
          <w:kern w:val="1"/>
        </w:rPr>
        <w:t>Commandant D</w:t>
      </w:r>
      <w:r w:rsidR="000E1451">
        <w:rPr>
          <w:rFonts w:cs="Georgia"/>
          <w:bCs/>
          <w:i/>
          <w:iCs/>
          <w:kern w:val="1"/>
        </w:rPr>
        <w:t xml:space="preserve">. </w:t>
      </w:r>
      <w:r>
        <w:rPr>
          <w:rFonts w:cs="Georgia"/>
          <w:bCs/>
          <w:i/>
          <w:iCs/>
          <w:kern w:val="1"/>
        </w:rPr>
        <w:t>de Reichendorf</w:t>
      </w:r>
      <w:r w:rsidR="000E1451">
        <w:rPr>
          <w:rFonts w:cs="Georgia"/>
          <w:bCs/>
          <w:i/>
          <w:iCs/>
          <w:kern w:val="1"/>
        </w:rPr>
        <w:t xml:space="preserve">, </w:t>
      </w:r>
      <w:r>
        <w:rPr>
          <w:rFonts w:cs="Georgia"/>
          <w:i/>
          <w:iCs/>
          <w:kern w:val="1"/>
        </w:rPr>
        <w:t>14</w:t>
      </w:r>
      <w:r w:rsidR="000E1451">
        <w:rPr>
          <w:rFonts w:cs="Georgia"/>
          <w:i/>
          <w:iCs/>
          <w:kern w:val="1"/>
        </w:rPr>
        <w:t>6</w:t>
      </w:r>
      <w:r w:rsidR="000E1451" w:rsidRPr="000E1451">
        <w:rPr>
          <w:rFonts w:cs="Georgia"/>
          <w:i/>
          <w:iCs/>
          <w:kern w:val="1"/>
          <w:vertAlign w:val="superscript"/>
        </w:rPr>
        <w:t>e</w:t>
      </w:r>
      <w:r w:rsidR="000E1451">
        <w:rPr>
          <w:rFonts w:cs="Georgia"/>
          <w:i/>
          <w:iCs/>
          <w:kern w:val="1"/>
        </w:rPr>
        <w:t xml:space="preserve"> </w:t>
      </w:r>
      <w:r>
        <w:rPr>
          <w:rFonts w:cs="Georgia"/>
          <w:bCs/>
          <w:i/>
          <w:iCs/>
          <w:kern w:val="1"/>
        </w:rPr>
        <w:t>Régiment infanterie prussienne</w:t>
      </w:r>
      <w:r w:rsidR="000E1451">
        <w:rPr>
          <w:rFonts w:cs="Georgia"/>
          <w:bCs/>
          <w:i/>
          <w:iCs/>
          <w:kern w:val="1"/>
        </w:rPr>
        <w:t xml:space="preserve">, </w:t>
      </w:r>
      <w:r>
        <w:rPr>
          <w:rFonts w:cs="Georgia"/>
          <w:bCs/>
          <w:i/>
          <w:iCs/>
          <w:kern w:val="1"/>
        </w:rPr>
        <w:t xml:space="preserve">mort </w:t>
      </w:r>
      <w:r>
        <w:rPr>
          <w:rFonts w:cs="Georgia"/>
          <w:i/>
          <w:iCs/>
          <w:kern w:val="1"/>
        </w:rPr>
        <w:t xml:space="preserve">le </w:t>
      </w:r>
      <w:r w:rsidR="000E1451">
        <w:rPr>
          <w:rFonts w:cs="Georgia"/>
          <w:bCs/>
          <w:i/>
          <w:iCs/>
          <w:kern w:val="1"/>
        </w:rPr>
        <w:t>2 octobre</w:t>
      </w:r>
      <w:r>
        <w:rPr>
          <w:rFonts w:cs="Georgia"/>
          <w:i/>
          <w:iCs/>
          <w:kern w:val="1"/>
        </w:rPr>
        <w:t xml:space="preserve"> 1918</w:t>
      </w:r>
      <w:r w:rsidR="000E1451">
        <w:rPr>
          <w:rFonts w:cs="Georgia"/>
          <w:kern w:val="1"/>
        </w:rPr>
        <w:t>.</w:t>
      </w:r>
    </w:p>
    <w:p w14:paraId="09C662F4" w14:textId="77777777" w:rsidR="000E1451" w:rsidRDefault="00BE611A" w:rsidP="00BE611A">
      <w:pPr>
        <w:rPr>
          <w:rFonts w:cs="Georgia"/>
          <w:kern w:val="1"/>
        </w:rPr>
      </w:pPr>
      <w:r>
        <w:rPr>
          <w:rFonts w:cs="Georgia"/>
          <w:kern w:val="1"/>
        </w:rPr>
        <w:t>Cette tombe était comme en pénitence</w:t>
      </w:r>
      <w:r w:rsidR="000E1451">
        <w:rPr>
          <w:rFonts w:cs="Georgia"/>
          <w:kern w:val="1"/>
        </w:rPr>
        <w:t xml:space="preserve">, </w:t>
      </w:r>
      <w:r>
        <w:rPr>
          <w:rFonts w:cs="Georgia"/>
          <w:kern w:val="1"/>
        </w:rPr>
        <w:t>dans le coin le plus reculé d</w:t>
      </w:r>
      <w:r w:rsidR="000E1451">
        <w:rPr>
          <w:rFonts w:cs="Georgia"/>
          <w:kern w:val="1"/>
        </w:rPr>
        <w:t>’</w:t>
      </w:r>
      <w:r>
        <w:rPr>
          <w:rFonts w:cs="Georgia"/>
          <w:kern w:val="1"/>
        </w:rPr>
        <w:t>un cimetière d</w:t>
      </w:r>
      <w:r w:rsidR="000E1451">
        <w:rPr>
          <w:rFonts w:cs="Georgia"/>
          <w:kern w:val="1"/>
        </w:rPr>
        <w:t>’</w:t>
      </w:r>
      <w:r>
        <w:rPr>
          <w:rFonts w:cs="Georgia"/>
          <w:kern w:val="1"/>
        </w:rPr>
        <w:t>Argonne</w:t>
      </w:r>
      <w:r w:rsidR="000E1451">
        <w:rPr>
          <w:rFonts w:cs="Georgia"/>
          <w:kern w:val="1"/>
        </w:rPr>
        <w:t xml:space="preserve">. </w:t>
      </w:r>
      <w:r>
        <w:rPr>
          <w:rFonts w:cs="Georgia"/>
          <w:kern w:val="1"/>
        </w:rPr>
        <w:t>Ainsi que deux ou trois autres</w:t>
      </w:r>
      <w:r w:rsidR="000E1451">
        <w:rPr>
          <w:rFonts w:cs="Georgia"/>
          <w:kern w:val="1"/>
        </w:rPr>
        <w:t xml:space="preserve">, </w:t>
      </w:r>
      <w:r>
        <w:rPr>
          <w:rFonts w:cs="Georgia"/>
          <w:kern w:val="1"/>
        </w:rPr>
        <w:t>plus sommaires</w:t>
      </w:r>
      <w:r w:rsidR="000E1451">
        <w:rPr>
          <w:rFonts w:cs="Georgia"/>
          <w:kern w:val="1"/>
        </w:rPr>
        <w:t xml:space="preserve">, </w:t>
      </w:r>
      <w:r>
        <w:rPr>
          <w:rFonts w:cs="Georgia"/>
          <w:kern w:val="1"/>
        </w:rPr>
        <w:t>sans indication de noms</w:t>
      </w:r>
      <w:r w:rsidR="000E1451">
        <w:rPr>
          <w:rFonts w:cs="Georgia"/>
          <w:kern w:val="1"/>
        </w:rPr>
        <w:t xml:space="preserve">, </w:t>
      </w:r>
      <w:r>
        <w:rPr>
          <w:rFonts w:cs="Georgia"/>
          <w:kern w:val="1"/>
        </w:rPr>
        <w:t>des sépultures de soldats allemands</w:t>
      </w:r>
      <w:r w:rsidR="000E1451">
        <w:rPr>
          <w:rFonts w:cs="Georgia"/>
          <w:kern w:val="1"/>
        </w:rPr>
        <w:t xml:space="preserve">, </w:t>
      </w:r>
      <w:r>
        <w:rPr>
          <w:rFonts w:cs="Georgia"/>
          <w:kern w:val="1"/>
        </w:rPr>
        <w:t>sans doute</w:t>
      </w:r>
      <w:r w:rsidR="000E1451">
        <w:rPr>
          <w:rFonts w:cs="Georgia"/>
          <w:kern w:val="1"/>
        </w:rPr>
        <w:t xml:space="preserve">, </w:t>
      </w:r>
      <w:r>
        <w:rPr>
          <w:rFonts w:cs="Georgia"/>
          <w:kern w:val="1"/>
        </w:rPr>
        <w:t>elle était creusée au pied d</w:t>
      </w:r>
      <w:r w:rsidR="000E1451">
        <w:rPr>
          <w:rFonts w:cs="Georgia"/>
          <w:kern w:val="1"/>
        </w:rPr>
        <w:t>’</w:t>
      </w:r>
      <w:r>
        <w:rPr>
          <w:rFonts w:cs="Georgia"/>
          <w:kern w:val="1"/>
        </w:rPr>
        <w:t>un mur écroulé</w:t>
      </w:r>
      <w:r w:rsidR="000E1451">
        <w:rPr>
          <w:rFonts w:cs="Georgia"/>
          <w:kern w:val="1"/>
        </w:rPr>
        <w:t xml:space="preserve">, </w:t>
      </w:r>
      <w:r>
        <w:rPr>
          <w:rFonts w:cs="Georgia"/>
          <w:kern w:val="1"/>
        </w:rPr>
        <w:t>dont les débris faisaient paraître plus drues et plus hautes les orties et les herbes sauvages dont on ne prenait plus la peine de débarrasser cet endroit</w:t>
      </w:r>
      <w:r w:rsidR="000E1451">
        <w:rPr>
          <w:rFonts w:cs="Georgia"/>
          <w:kern w:val="1"/>
        </w:rPr>
        <w:t xml:space="preserve">. </w:t>
      </w:r>
      <w:r>
        <w:rPr>
          <w:rFonts w:cs="Georgia"/>
          <w:kern w:val="1"/>
        </w:rPr>
        <w:t>Des tombes de soldats français remplissaient le reste de l</w:t>
      </w:r>
      <w:r w:rsidR="000E1451">
        <w:rPr>
          <w:rFonts w:cs="Georgia"/>
          <w:kern w:val="1"/>
        </w:rPr>
        <w:t>’</w:t>
      </w:r>
      <w:r>
        <w:rPr>
          <w:rFonts w:cs="Georgia"/>
          <w:kern w:val="1"/>
        </w:rPr>
        <w:t>enclos</w:t>
      </w:r>
      <w:r w:rsidR="000E1451">
        <w:rPr>
          <w:rFonts w:cs="Georgia"/>
          <w:kern w:val="1"/>
        </w:rPr>
        <w:t xml:space="preserve">. </w:t>
      </w:r>
      <w:r>
        <w:rPr>
          <w:rFonts w:cs="Georgia"/>
          <w:bCs/>
          <w:kern w:val="1"/>
        </w:rPr>
        <w:t>À</w:t>
      </w:r>
      <w:r>
        <w:rPr>
          <w:rFonts w:cs="Georgia"/>
          <w:kern w:val="1"/>
        </w:rPr>
        <w:t xml:space="preserve"> l</w:t>
      </w:r>
      <w:r w:rsidR="000E1451">
        <w:rPr>
          <w:rFonts w:cs="Georgia"/>
          <w:kern w:val="1"/>
        </w:rPr>
        <w:t>’</w:t>
      </w:r>
      <w:r>
        <w:rPr>
          <w:rFonts w:cs="Georgia"/>
          <w:kern w:val="1"/>
        </w:rPr>
        <w:t>entour</w:t>
      </w:r>
      <w:r w:rsidR="000E1451">
        <w:rPr>
          <w:rFonts w:cs="Georgia"/>
          <w:kern w:val="1"/>
        </w:rPr>
        <w:t xml:space="preserve">, </w:t>
      </w:r>
      <w:r>
        <w:rPr>
          <w:rFonts w:cs="Georgia"/>
          <w:kern w:val="1"/>
        </w:rPr>
        <w:t>c</w:t>
      </w:r>
      <w:r w:rsidR="000E1451">
        <w:rPr>
          <w:rFonts w:cs="Georgia"/>
          <w:kern w:val="1"/>
        </w:rPr>
        <w:t>’</w:t>
      </w:r>
      <w:r>
        <w:rPr>
          <w:rFonts w:cs="Georgia"/>
          <w:kern w:val="1"/>
        </w:rPr>
        <w:t>était la ruine habituelle des villages sur lesquels la guerre s</w:t>
      </w:r>
      <w:r w:rsidR="000E1451">
        <w:rPr>
          <w:rFonts w:cs="Georgia"/>
          <w:kern w:val="1"/>
        </w:rPr>
        <w:t>’</w:t>
      </w:r>
      <w:r>
        <w:rPr>
          <w:rFonts w:cs="Georgia"/>
          <w:kern w:val="1"/>
        </w:rPr>
        <w:t>est acharnée</w:t>
      </w:r>
      <w:r w:rsidR="000E1451">
        <w:rPr>
          <w:rFonts w:cs="Georgia"/>
          <w:kern w:val="1"/>
        </w:rPr>
        <w:t xml:space="preserve">. </w:t>
      </w:r>
      <w:r>
        <w:rPr>
          <w:rFonts w:cs="Georgia"/>
          <w:kern w:val="1"/>
        </w:rPr>
        <w:t>Le clocher de l</w:t>
      </w:r>
      <w:r w:rsidR="000E1451">
        <w:rPr>
          <w:rFonts w:cs="Georgia"/>
          <w:kern w:val="1"/>
        </w:rPr>
        <w:t>’</w:t>
      </w:r>
      <w:r>
        <w:rPr>
          <w:rFonts w:cs="Georgia"/>
          <w:kern w:val="1"/>
        </w:rPr>
        <w:t>église avait été percé à jour par un obus</w:t>
      </w:r>
      <w:r w:rsidR="000E1451">
        <w:rPr>
          <w:rFonts w:cs="Georgia"/>
          <w:kern w:val="1"/>
        </w:rPr>
        <w:t xml:space="preserve">. </w:t>
      </w:r>
      <w:r>
        <w:rPr>
          <w:rFonts w:cs="Georgia"/>
          <w:kern w:val="1"/>
        </w:rPr>
        <w:t>Le coq qui le surmontait piquait du bec vers le sol</w:t>
      </w:r>
      <w:r w:rsidR="000E1451">
        <w:rPr>
          <w:rFonts w:cs="Georgia"/>
          <w:kern w:val="1"/>
        </w:rPr>
        <w:t xml:space="preserve">. </w:t>
      </w:r>
      <w:r>
        <w:rPr>
          <w:rFonts w:cs="Georgia"/>
          <w:kern w:val="1"/>
        </w:rPr>
        <w:t>Des toitures effondrées</w:t>
      </w:r>
      <w:r w:rsidR="000E1451">
        <w:rPr>
          <w:rFonts w:cs="Georgia"/>
          <w:kern w:val="1"/>
        </w:rPr>
        <w:t xml:space="preserve">, </w:t>
      </w:r>
      <w:r>
        <w:rPr>
          <w:rFonts w:cs="Georgia"/>
          <w:kern w:val="1"/>
        </w:rPr>
        <w:t>des collines de gravats</w:t>
      </w:r>
      <w:r w:rsidR="000E1451">
        <w:rPr>
          <w:rFonts w:cs="Georgia"/>
          <w:kern w:val="1"/>
        </w:rPr>
        <w:t xml:space="preserve">, </w:t>
      </w:r>
      <w:r>
        <w:rPr>
          <w:rFonts w:cs="Georgia"/>
          <w:kern w:val="1"/>
        </w:rPr>
        <w:t>de briques et d</w:t>
      </w:r>
      <w:r w:rsidR="000E1451">
        <w:rPr>
          <w:rFonts w:cs="Georgia"/>
          <w:kern w:val="1"/>
        </w:rPr>
        <w:t>’</w:t>
      </w:r>
      <w:r>
        <w:rPr>
          <w:rFonts w:cs="Georgia"/>
          <w:kern w:val="1"/>
        </w:rPr>
        <w:t>ardoises réduites en miettes</w:t>
      </w:r>
      <w:r w:rsidR="000E1451">
        <w:rPr>
          <w:rFonts w:cs="Georgia"/>
          <w:kern w:val="1"/>
        </w:rPr>
        <w:t xml:space="preserve">, </w:t>
      </w:r>
      <w:r>
        <w:rPr>
          <w:rFonts w:cs="Georgia"/>
          <w:kern w:val="1"/>
        </w:rPr>
        <w:t>d</w:t>
      </w:r>
      <w:r w:rsidR="000E1451">
        <w:rPr>
          <w:rFonts w:cs="Georgia"/>
          <w:kern w:val="1"/>
        </w:rPr>
        <w:t>’</w:t>
      </w:r>
      <w:r>
        <w:rPr>
          <w:rFonts w:cs="Georgia"/>
          <w:kern w:val="1"/>
        </w:rPr>
        <w:t>au milieu desquelles surgissait parfois un chat étique</w:t>
      </w:r>
      <w:r w:rsidR="000E1451">
        <w:rPr>
          <w:rFonts w:cs="Georgia"/>
          <w:kern w:val="1"/>
        </w:rPr>
        <w:t xml:space="preserve">, </w:t>
      </w:r>
      <w:r>
        <w:rPr>
          <w:rFonts w:cs="Georgia"/>
          <w:kern w:val="1"/>
        </w:rPr>
        <w:t>alternaient avec d</w:t>
      </w:r>
      <w:r w:rsidR="000E1451">
        <w:rPr>
          <w:rFonts w:cs="Georgia"/>
          <w:kern w:val="1"/>
        </w:rPr>
        <w:t>’</w:t>
      </w:r>
      <w:r>
        <w:rPr>
          <w:rFonts w:cs="Georgia"/>
          <w:kern w:val="1"/>
        </w:rPr>
        <w:t>humbles jardins saccagés</w:t>
      </w:r>
      <w:r w:rsidR="000E1451">
        <w:rPr>
          <w:rFonts w:cs="Georgia"/>
          <w:kern w:val="1"/>
        </w:rPr>
        <w:t xml:space="preserve">. </w:t>
      </w:r>
      <w:r>
        <w:rPr>
          <w:rFonts w:cs="Georgia"/>
          <w:kern w:val="1"/>
        </w:rPr>
        <w:t>Les rares arbres restés</w:t>
      </w:r>
      <w:r w:rsidR="000E1451">
        <w:rPr>
          <w:rFonts w:cs="Georgia"/>
          <w:kern w:val="1"/>
        </w:rPr>
        <w:t xml:space="preserve">, </w:t>
      </w:r>
      <w:r>
        <w:rPr>
          <w:rFonts w:cs="Georgia"/>
          <w:kern w:val="1"/>
        </w:rPr>
        <w:t>debout</w:t>
      </w:r>
      <w:r w:rsidR="000E1451">
        <w:rPr>
          <w:rFonts w:cs="Georgia"/>
          <w:kern w:val="1"/>
        </w:rPr>
        <w:t xml:space="preserve">, </w:t>
      </w:r>
      <w:r>
        <w:rPr>
          <w:rFonts w:cs="Georgia"/>
          <w:kern w:val="1"/>
        </w:rPr>
        <w:t>dénudés par la bise de décembre</w:t>
      </w:r>
      <w:r w:rsidR="000E1451">
        <w:rPr>
          <w:rFonts w:cs="Georgia"/>
          <w:kern w:val="1"/>
        </w:rPr>
        <w:t xml:space="preserve">, </w:t>
      </w:r>
      <w:r>
        <w:rPr>
          <w:rFonts w:cs="Georgia"/>
          <w:kern w:val="1"/>
        </w:rPr>
        <w:t>étalaient leurs moignons à vif</w:t>
      </w:r>
      <w:r w:rsidR="000E1451">
        <w:rPr>
          <w:rFonts w:cs="Georgia"/>
          <w:kern w:val="1"/>
        </w:rPr>
        <w:t xml:space="preserve">, </w:t>
      </w:r>
      <w:r>
        <w:rPr>
          <w:rFonts w:cs="Georgia"/>
          <w:kern w:val="1"/>
        </w:rPr>
        <w:t>tous hachés de mitraille</w:t>
      </w:r>
      <w:r w:rsidR="000E1451">
        <w:rPr>
          <w:rFonts w:cs="Georgia"/>
          <w:kern w:val="1"/>
        </w:rPr>
        <w:t xml:space="preserve">. </w:t>
      </w:r>
      <w:r>
        <w:rPr>
          <w:rFonts w:cs="Georgia"/>
          <w:kern w:val="1"/>
        </w:rPr>
        <w:t>Dans le ciel glacial et gris</w:t>
      </w:r>
      <w:r w:rsidR="000E1451">
        <w:rPr>
          <w:rFonts w:cs="Georgia"/>
          <w:kern w:val="1"/>
        </w:rPr>
        <w:t xml:space="preserve">, </w:t>
      </w:r>
      <w:r>
        <w:rPr>
          <w:rFonts w:cs="Georgia"/>
          <w:kern w:val="1"/>
        </w:rPr>
        <w:t>nuancé de</w:t>
      </w:r>
      <w:r w:rsidR="00A6632D">
        <w:rPr>
          <w:rFonts w:cs="Georgia"/>
          <w:kern w:val="1"/>
        </w:rPr>
        <w:t xml:space="preserve"> </w:t>
      </w:r>
      <w:r>
        <w:rPr>
          <w:rFonts w:cs="Georgia"/>
          <w:kern w:val="1"/>
        </w:rPr>
        <w:t>bleu pâle</w:t>
      </w:r>
      <w:r w:rsidR="000E1451">
        <w:rPr>
          <w:rFonts w:cs="Georgia"/>
          <w:kern w:val="1"/>
        </w:rPr>
        <w:t xml:space="preserve">, </w:t>
      </w:r>
      <w:r>
        <w:rPr>
          <w:rFonts w:cs="Georgia"/>
          <w:kern w:val="1"/>
        </w:rPr>
        <w:t>voyageaient avec lenteur de petits nuages ronds et blancs</w:t>
      </w:r>
      <w:r w:rsidR="000E1451">
        <w:rPr>
          <w:rFonts w:cs="Georgia"/>
          <w:kern w:val="1"/>
        </w:rPr>
        <w:t xml:space="preserve">, </w:t>
      </w:r>
      <w:r>
        <w:rPr>
          <w:rFonts w:cs="Georgia"/>
          <w:kern w:val="1"/>
        </w:rPr>
        <w:t>entre lesquels un milan planait</w:t>
      </w:r>
      <w:r w:rsidR="000E1451">
        <w:rPr>
          <w:rFonts w:cs="Georgia"/>
          <w:kern w:val="1"/>
        </w:rPr>
        <w:t xml:space="preserve">. </w:t>
      </w:r>
      <w:r>
        <w:rPr>
          <w:rFonts w:cs="Georgia"/>
          <w:kern w:val="1"/>
        </w:rPr>
        <w:t>On eût dit des éclatements de shrapnells encadrant un aéroplane</w:t>
      </w:r>
      <w:r w:rsidR="000E1451">
        <w:rPr>
          <w:rFonts w:cs="Georgia"/>
          <w:kern w:val="1"/>
        </w:rPr>
        <w:t xml:space="preserve">. </w:t>
      </w:r>
      <w:r>
        <w:rPr>
          <w:rFonts w:cs="Georgia"/>
          <w:kern w:val="1"/>
        </w:rPr>
        <w:t>Le paysage avait l</w:t>
      </w:r>
      <w:r w:rsidR="000E1451">
        <w:rPr>
          <w:rFonts w:cs="Georgia"/>
          <w:kern w:val="1"/>
        </w:rPr>
        <w:t>’</w:t>
      </w:r>
      <w:r>
        <w:rPr>
          <w:rFonts w:cs="Georgia"/>
          <w:kern w:val="1"/>
        </w:rPr>
        <w:t>air surpris de ne plus entendre la canonnade</w:t>
      </w:r>
      <w:r w:rsidR="000E1451">
        <w:rPr>
          <w:rFonts w:cs="Georgia"/>
          <w:kern w:val="1"/>
        </w:rPr>
        <w:t xml:space="preserve">. </w:t>
      </w:r>
      <w:r>
        <w:rPr>
          <w:rFonts w:cs="Georgia"/>
          <w:kern w:val="1"/>
        </w:rPr>
        <w:t xml:space="preserve">Il semblait que </w:t>
      </w:r>
      <w:r>
        <w:rPr>
          <w:rFonts w:cs="Georgia"/>
          <w:kern w:val="1"/>
        </w:rPr>
        <w:lastRenderedPageBreak/>
        <w:t>d</w:t>
      </w:r>
      <w:r w:rsidR="000E1451">
        <w:rPr>
          <w:rFonts w:cs="Georgia"/>
          <w:kern w:val="1"/>
        </w:rPr>
        <w:t>’</w:t>
      </w:r>
      <w:r>
        <w:rPr>
          <w:rFonts w:cs="Georgia"/>
          <w:kern w:val="1"/>
        </w:rPr>
        <w:t>un instant à l</w:t>
      </w:r>
      <w:r w:rsidR="000E1451">
        <w:rPr>
          <w:rFonts w:cs="Georgia"/>
          <w:kern w:val="1"/>
        </w:rPr>
        <w:t>’</w:t>
      </w:r>
      <w:r>
        <w:rPr>
          <w:rFonts w:cs="Georgia"/>
          <w:kern w:val="1"/>
        </w:rPr>
        <w:t>autre elle allait de nouveau se mettre à gronder</w:t>
      </w:r>
      <w:r w:rsidR="000E1451">
        <w:rPr>
          <w:rFonts w:cs="Georgia"/>
          <w:kern w:val="1"/>
        </w:rPr>
        <w:t>.</w:t>
      </w:r>
    </w:p>
    <w:p w14:paraId="1ACED3B4" w14:textId="77777777" w:rsidR="00BE611A" w:rsidRDefault="00BE611A" w:rsidP="00BE611A">
      <w:pPr>
        <w:rPr>
          <w:rFonts w:cs="Georgia"/>
          <w:kern w:val="1"/>
        </w:rPr>
      </w:pPr>
    </w:p>
    <w:p w14:paraId="0B9C688D" w14:textId="77777777" w:rsidR="000E1451" w:rsidRDefault="00BE611A" w:rsidP="00BE611A">
      <w:pPr>
        <w:rPr>
          <w:rFonts w:cs="Georgia"/>
          <w:kern w:val="1"/>
        </w:rPr>
      </w:pPr>
      <w:r>
        <w:rPr>
          <w:rFonts w:cs="Georgia"/>
          <w:kern w:val="1"/>
        </w:rPr>
        <w:t>J</w:t>
      </w:r>
      <w:r w:rsidR="000E1451">
        <w:rPr>
          <w:rFonts w:cs="Georgia"/>
          <w:kern w:val="1"/>
        </w:rPr>
        <w:t>’</w:t>
      </w:r>
      <w:r>
        <w:rPr>
          <w:rFonts w:cs="Georgia"/>
          <w:kern w:val="1"/>
        </w:rPr>
        <w:t>ai mieux à faire qu</w:t>
      </w:r>
      <w:r w:rsidR="000E1451">
        <w:rPr>
          <w:rFonts w:cs="Georgia"/>
          <w:kern w:val="1"/>
        </w:rPr>
        <w:t>’</w:t>
      </w:r>
      <w:r>
        <w:rPr>
          <w:rFonts w:cs="Georgia"/>
          <w:kern w:val="1"/>
        </w:rPr>
        <w:t>à m</w:t>
      </w:r>
      <w:r w:rsidR="000E1451">
        <w:rPr>
          <w:rFonts w:cs="Georgia"/>
          <w:kern w:val="1"/>
        </w:rPr>
        <w:t>’</w:t>
      </w:r>
      <w:r>
        <w:rPr>
          <w:rFonts w:cs="Georgia"/>
          <w:kern w:val="1"/>
        </w:rPr>
        <w:t>appesantir sur les trois semaines qui s</w:t>
      </w:r>
      <w:r w:rsidR="000E1451">
        <w:rPr>
          <w:rFonts w:cs="Georgia"/>
          <w:kern w:val="1"/>
        </w:rPr>
        <w:t>’</w:t>
      </w:r>
      <w:r>
        <w:rPr>
          <w:rFonts w:cs="Georgia"/>
          <w:kern w:val="1"/>
        </w:rPr>
        <w:t>étaient écoulées entre mon départ de Prusse et mon pèlerinage à la tombe du dernier des Reichendorf</w:t>
      </w:r>
      <w:r w:rsidR="000E1451">
        <w:rPr>
          <w:rFonts w:cs="Georgia"/>
          <w:kern w:val="1"/>
        </w:rPr>
        <w:t xml:space="preserve">. </w:t>
      </w:r>
      <w:r>
        <w:rPr>
          <w:rFonts w:cs="Georgia"/>
          <w:kern w:val="1"/>
        </w:rPr>
        <w:t>Notre exode à travers des populations frappées de torpeur par la défaite</w:t>
      </w:r>
      <w:r w:rsidR="000E1451">
        <w:rPr>
          <w:rFonts w:cs="Georgia"/>
          <w:kern w:val="1"/>
        </w:rPr>
        <w:t xml:space="preserve">, </w:t>
      </w:r>
      <w:r>
        <w:rPr>
          <w:rFonts w:cs="Georgia"/>
          <w:kern w:val="1"/>
        </w:rPr>
        <w:t>notre rapatriement</w:t>
      </w:r>
      <w:r w:rsidR="000E1451">
        <w:rPr>
          <w:rFonts w:cs="Georgia"/>
          <w:kern w:val="1"/>
        </w:rPr>
        <w:t xml:space="preserve">, </w:t>
      </w:r>
      <w:r>
        <w:rPr>
          <w:rFonts w:cs="Georgia"/>
          <w:kern w:val="1"/>
        </w:rPr>
        <w:t>la brève journée passée dans ma ville natale</w:t>
      </w:r>
      <w:r w:rsidR="000E1451">
        <w:rPr>
          <w:rFonts w:cs="Georgia"/>
          <w:kern w:val="1"/>
        </w:rPr>
        <w:t xml:space="preserve">, </w:t>
      </w:r>
      <w:r>
        <w:rPr>
          <w:rFonts w:cs="Georgia"/>
          <w:kern w:val="1"/>
        </w:rPr>
        <w:t>à rouvrir pour les fermer presque aussitôt les fenêtres d</w:t>
      </w:r>
      <w:r w:rsidR="000E1451">
        <w:rPr>
          <w:rFonts w:cs="Georgia"/>
          <w:kern w:val="1"/>
        </w:rPr>
        <w:t>’</w:t>
      </w:r>
      <w:r>
        <w:rPr>
          <w:rFonts w:cs="Georgia"/>
          <w:kern w:val="1"/>
        </w:rPr>
        <w:t>une maison morte</w:t>
      </w:r>
      <w:r w:rsidR="000E1451">
        <w:rPr>
          <w:rFonts w:cs="Georgia"/>
          <w:kern w:val="1"/>
        </w:rPr>
        <w:t xml:space="preserve">, </w:t>
      </w:r>
      <w:r>
        <w:rPr>
          <w:rFonts w:cs="Georgia"/>
          <w:kern w:val="1"/>
        </w:rPr>
        <w:t>à essayer d</w:t>
      </w:r>
      <w:r w:rsidR="000E1451">
        <w:rPr>
          <w:rFonts w:cs="Georgia"/>
          <w:kern w:val="1"/>
        </w:rPr>
        <w:t>’</w:t>
      </w:r>
      <w:r>
        <w:rPr>
          <w:rFonts w:cs="Georgia"/>
          <w:kern w:val="1"/>
        </w:rPr>
        <w:t>y réveiller des échos désormais muets</w:t>
      </w:r>
      <w:r w:rsidR="000E1451">
        <w:rPr>
          <w:rFonts w:cs="Georgia"/>
          <w:kern w:val="1"/>
        </w:rPr>
        <w:t xml:space="preserve">, </w:t>
      </w:r>
      <w:r>
        <w:rPr>
          <w:rFonts w:cs="Georgia"/>
          <w:kern w:val="1"/>
        </w:rPr>
        <w:t>tout cela me faisait l</w:t>
      </w:r>
      <w:r w:rsidR="000E1451">
        <w:rPr>
          <w:rFonts w:cs="Georgia"/>
          <w:kern w:val="1"/>
        </w:rPr>
        <w:t>’</w:t>
      </w:r>
      <w:r>
        <w:rPr>
          <w:rFonts w:cs="Georgia"/>
          <w:kern w:val="1"/>
        </w:rPr>
        <w:t>effet d</w:t>
      </w:r>
      <w:r w:rsidR="000E1451">
        <w:rPr>
          <w:rFonts w:cs="Georgia"/>
          <w:kern w:val="1"/>
        </w:rPr>
        <w:t>’</w:t>
      </w:r>
      <w:r>
        <w:rPr>
          <w:rFonts w:cs="Georgia"/>
          <w:kern w:val="1"/>
        </w:rPr>
        <w:t>un rêve rapide</w:t>
      </w:r>
      <w:r w:rsidR="000E1451">
        <w:rPr>
          <w:rFonts w:cs="Georgia"/>
          <w:kern w:val="1"/>
        </w:rPr>
        <w:t xml:space="preserve">, </w:t>
      </w:r>
      <w:r>
        <w:rPr>
          <w:rFonts w:cs="Georgia"/>
          <w:kern w:val="1"/>
        </w:rPr>
        <w:t>de formalités auxquelles j</w:t>
      </w:r>
      <w:r w:rsidR="000E1451">
        <w:rPr>
          <w:rFonts w:cs="Georgia"/>
          <w:kern w:val="1"/>
        </w:rPr>
        <w:t>’</w:t>
      </w:r>
      <w:r>
        <w:rPr>
          <w:rFonts w:cs="Georgia"/>
          <w:kern w:val="1"/>
        </w:rPr>
        <w:t>avais réussi à ne consacrer que le temps strictement nécessaire</w:t>
      </w:r>
      <w:r w:rsidR="000E1451">
        <w:rPr>
          <w:rFonts w:cs="Georgia"/>
          <w:kern w:val="1"/>
        </w:rPr>
        <w:t xml:space="preserve">. </w:t>
      </w:r>
      <w:r>
        <w:rPr>
          <w:rFonts w:cs="Georgia"/>
          <w:kern w:val="1"/>
        </w:rPr>
        <w:t>J</w:t>
      </w:r>
      <w:r w:rsidR="000E1451">
        <w:rPr>
          <w:rFonts w:cs="Georgia"/>
          <w:kern w:val="1"/>
        </w:rPr>
        <w:t>’</w:t>
      </w:r>
      <w:r>
        <w:rPr>
          <w:rFonts w:cs="Georgia"/>
          <w:kern w:val="1"/>
        </w:rPr>
        <w:t>avais erré ensuite comme un somnambule</w:t>
      </w:r>
      <w:r w:rsidR="000E1451">
        <w:rPr>
          <w:rFonts w:cs="Georgia"/>
          <w:kern w:val="1"/>
        </w:rPr>
        <w:t xml:space="preserve">, </w:t>
      </w:r>
      <w:r>
        <w:rPr>
          <w:rFonts w:cs="Georgia"/>
          <w:kern w:val="1"/>
        </w:rPr>
        <w:t>à travers un Paris inconnu</w:t>
      </w:r>
      <w:r w:rsidR="000E1451">
        <w:rPr>
          <w:rFonts w:cs="Georgia"/>
          <w:kern w:val="1"/>
        </w:rPr>
        <w:t xml:space="preserve">, </w:t>
      </w:r>
      <w:r>
        <w:rPr>
          <w:rFonts w:cs="Georgia"/>
          <w:kern w:val="1"/>
        </w:rPr>
        <w:t>frappant à des portes qui ne s</w:t>
      </w:r>
      <w:r w:rsidR="000E1451">
        <w:rPr>
          <w:rFonts w:cs="Georgia"/>
          <w:kern w:val="1"/>
        </w:rPr>
        <w:t>’</w:t>
      </w:r>
      <w:r>
        <w:rPr>
          <w:rFonts w:cs="Georgia"/>
          <w:kern w:val="1"/>
        </w:rPr>
        <w:t>ouvraient plus</w:t>
      </w:r>
      <w:r w:rsidR="000E1451">
        <w:rPr>
          <w:rFonts w:cs="Georgia"/>
          <w:kern w:val="1"/>
        </w:rPr>
        <w:t xml:space="preserve">, </w:t>
      </w:r>
      <w:r>
        <w:rPr>
          <w:rFonts w:cs="Georgia"/>
          <w:kern w:val="1"/>
        </w:rPr>
        <w:t>ou qui ne s</w:t>
      </w:r>
      <w:r w:rsidR="000E1451">
        <w:rPr>
          <w:rFonts w:cs="Georgia"/>
          <w:kern w:val="1"/>
        </w:rPr>
        <w:t>’</w:t>
      </w:r>
      <w:r>
        <w:rPr>
          <w:rFonts w:cs="Georgia"/>
          <w:kern w:val="1"/>
        </w:rPr>
        <w:t>ouvraient que sur des visages étrangers</w:t>
      </w:r>
      <w:r w:rsidR="000E1451">
        <w:rPr>
          <w:rFonts w:cs="Georgia"/>
          <w:kern w:val="1"/>
        </w:rPr>
        <w:t xml:space="preserve">, </w:t>
      </w:r>
      <w:r>
        <w:rPr>
          <w:rFonts w:cs="Georgia"/>
          <w:kern w:val="1"/>
        </w:rPr>
        <w:t>fuyant les rares amis que je rencontrais</w:t>
      </w:r>
      <w:r w:rsidR="000E1451">
        <w:rPr>
          <w:rFonts w:cs="Georgia"/>
          <w:kern w:val="1"/>
        </w:rPr>
        <w:t xml:space="preserve">, </w:t>
      </w:r>
      <w:r>
        <w:rPr>
          <w:rFonts w:cs="Georgia"/>
          <w:kern w:val="1"/>
        </w:rPr>
        <w:t>me dérobant à leurs questions et à leurs embrassades</w:t>
      </w:r>
      <w:r w:rsidR="000E1451">
        <w:rPr>
          <w:rFonts w:cs="Georgia"/>
          <w:kern w:val="1"/>
        </w:rPr>
        <w:t xml:space="preserve">. </w:t>
      </w:r>
      <w:r>
        <w:rPr>
          <w:rFonts w:cs="Georgia"/>
          <w:kern w:val="1"/>
        </w:rPr>
        <w:t>Je n</w:t>
      </w:r>
      <w:r w:rsidR="000E1451">
        <w:rPr>
          <w:rFonts w:cs="Georgia"/>
          <w:kern w:val="1"/>
        </w:rPr>
        <w:t>’</w:t>
      </w:r>
      <w:r>
        <w:rPr>
          <w:rFonts w:cs="Georgia"/>
          <w:kern w:val="1"/>
        </w:rPr>
        <w:t>insisterai pas davantage sur mes démarches auprès de mon vieux camarade</w:t>
      </w:r>
      <w:r w:rsidR="000E1451">
        <w:rPr>
          <w:rFonts w:cs="Georgia"/>
          <w:kern w:val="1"/>
        </w:rPr>
        <w:t xml:space="preserve">, </w:t>
      </w:r>
      <w:r>
        <w:rPr>
          <w:rFonts w:cs="Georgia"/>
          <w:kern w:val="1"/>
        </w:rPr>
        <w:t>le capitaine Puy-Robert</w:t>
      </w:r>
      <w:r w:rsidR="000E1451">
        <w:rPr>
          <w:rFonts w:cs="Georgia"/>
          <w:kern w:val="1"/>
        </w:rPr>
        <w:t xml:space="preserve">. </w:t>
      </w:r>
      <w:r>
        <w:rPr>
          <w:rFonts w:cs="Georgia"/>
          <w:kern w:val="1"/>
        </w:rPr>
        <w:t>Ma chance voulut qu</w:t>
      </w:r>
      <w:r w:rsidR="000E1451">
        <w:rPr>
          <w:rFonts w:cs="Georgia"/>
          <w:kern w:val="1"/>
        </w:rPr>
        <w:t>’</w:t>
      </w:r>
      <w:r>
        <w:rPr>
          <w:rFonts w:cs="Georgia"/>
          <w:kern w:val="1"/>
        </w:rPr>
        <w:t>il occupât toujours le même poste au Ministère</w:t>
      </w:r>
      <w:r w:rsidR="000E1451">
        <w:rPr>
          <w:rFonts w:cs="Georgia"/>
          <w:kern w:val="1"/>
        </w:rPr>
        <w:t xml:space="preserve">. </w:t>
      </w:r>
      <w:r>
        <w:rPr>
          <w:rFonts w:cs="Georgia"/>
          <w:kern w:val="1"/>
        </w:rPr>
        <w:t>Sans doute ne comprit-il pas très bien les motifs de l</w:t>
      </w:r>
      <w:r w:rsidR="000E1451">
        <w:rPr>
          <w:rFonts w:cs="Georgia"/>
          <w:kern w:val="1"/>
        </w:rPr>
        <w:t>’</w:t>
      </w:r>
      <w:r>
        <w:rPr>
          <w:rFonts w:cs="Georgia"/>
          <w:kern w:val="1"/>
        </w:rPr>
        <w:t>insistance avec laquelle je lui demandai d</w:t>
      </w:r>
      <w:r w:rsidR="000E1451">
        <w:rPr>
          <w:rFonts w:cs="Georgia"/>
          <w:kern w:val="1"/>
        </w:rPr>
        <w:t>’</w:t>
      </w:r>
      <w:r>
        <w:rPr>
          <w:rFonts w:cs="Georgia"/>
          <w:kern w:val="1"/>
        </w:rPr>
        <w:t>être fixé sur le sort d</w:t>
      </w:r>
      <w:r w:rsidR="000E1451">
        <w:rPr>
          <w:rFonts w:cs="Georgia"/>
          <w:kern w:val="1"/>
        </w:rPr>
        <w:t>’</w:t>
      </w:r>
      <w:r>
        <w:rPr>
          <w:rFonts w:cs="Georgia"/>
          <w:kern w:val="1"/>
        </w:rPr>
        <w:t>un commandant allemand dont je connaissais le numéro de régiment et la date approximative de disparition</w:t>
      </w:r>
      <w:r w:rsidR="000E1451">
        <w:rPr>
          <w:rFonts w:cs="Georgia"/>
          <w:kern w:val="1"/>
        </w:rPr>
        <w:t xml:space="preserve">. </w:t>
      </w:r>
      <w:r>
        <w:rPr>
          <w:rFonts w:cs="Georgia"/>
          <w:kern w:val="1"/>
        </w:rPr>
        <w:t>Il eut le bon goût de ne me manifester que le minimum d</w:t>
      </w:r>
      <w:r w:rsidR="000E1451">
        <w:rPr>
          <w:rFonts w:cs="Georgia"/>
          <w:kern w:val="1"/>
        </w:rPr>
        <w:t>’</w:t>
      </w:r>
      <w:r>
        <w:rPr>
          <w:rFonts w:cs="Georgia"/>
          <w:kern w:val="1"/>
        </w:rPr>
        <w:t>étonnement</w:t>
      </w:r>
      <w:r w:rsidR="000E1451">
        <w:rPr>
          <w:rFonts w:cs="Georgia"/>
          <w:kern w:val="1"/>
        </w:rPr>
        <w:t xml:space="preserve">. </w:t>
      </w:r>
      <w:r>
        <w:rPr>
          <w:rFonts w:cs="Georgia"/>
          <w:kern w:val="1"/>
        </w:rPr>
        <w:t>En raison m</w:t>
      </w:r>
      <w:r w:rsidR="000E1451">
        <w:rPr>
          <w:rFonts w:cs="Georgia"/>
          <w:kern w:val="1"/>
        </w:rPr>
        <w:t>’</w:t>
      </w:r>
      <w:r>
        <w:rPr>
          <w:rFonts w:cs="Georgia"/>
          <w:kern w:val="1"/>
        </w:rPr>
        <w:t>expliqua-t-il</w:t>
      </w:r>
      <w:r w:rsidR="000E1451">
        <w:rPr>
          <w:rFonts w:cs="Georgia"/>
          <w:kern w:val="1"/>
        </w:rPr>
        <w:t xml:space="preserve">, </w:t>
      </w:r>
      <w:r>
        <w:rPr>
          <w:rFonts w:cs="Georgia"/>
          <w:kern w:val="1"/>
        </w:rPr>
        <w:t>de la rapidité avec laquelle les événements s</w:t>
      </w:r>
      <w:r w:rsidR="000E1451">
        <w:rPr>
          <w:rFonts w:cs="Georgia"/>
          <w:kern w:val="1"/>
        </w:rPr>
        <w:t>’</w:t>
      </w:r>
      <w:r>
        <w:rPr>
          <w:rFonts w:cs="Georgia"/>
          <w:kern w:val="1"/>
        </w:rPr>
        <w:t>étaient précipités au cours des deux derniers mois de la guerre</w:t>
      </w:r>
      <w:r w:rsidR="000E1451">
        <w:rPr>
          <w:rFonts w:cs="Georgia"/>
          <w:kern w:val="1"/>
        </w:rPr>
        <w:t xml:space="preserve">, </w:t>
      </w:r>
      <w:r>
        <w:rPr>
          <w:rFonts w:cs="Georgia"/>
          <w:kern w:val="1"/>
        </w:rPr>
        <w:t>les services du Ministère s</w:t>
      </w:r>
      <w:r w:rsidR="000E1451">
        <w:rPr>
          <w:rFonts w:cs="Georgia"/>
          <w:kern w:val="1"/>
        </w:rPr>
        <w:t>’</w:t>
      </w:r>
      <w:r>
        <w:rPr>
          <w:rFonts w:cs="Georgia"/>
          <w:kern w:val="1"/>
        </w:rPr>
        <w:t>étaient trouvés débordés</w:t>
      </w:r>
      <w:r w:rsidR="000E1451">
        <w:rPr>
          <w:rFonts w:cs="Georgia"/>
          <w:kern w:val="1"/>
        </w:rPr>
        <w:t xml:space="preserve">. </w:t>
      </w:r>
      <w:r>
        <w:rPr>
          <w:rFonts w:cs="Georgia"/>
          <w:kern w:val="1"/>
        </w:rPr>
        <w:t>Ils n</w:t>
      </w:r>
      <w:r w:rsidR="000E1451">
        <w:rPr>
          <w:rFonts w:cs="Georgia"/>
          <w:kern w:val="1"/>
        </w:rPr>
        <w:t>’</w:t>
      </w:r>
      <w:r>
        <w:rPr>
          <w:rFonts w:cs="Georgia"/>
          <w:kern w:val="1"/>
        </w:rPr>
        <w:t>avaient pu suffire à la tâche de renseigner</w:t>
      </w:r>
      <w:r w:rsidR="000E1451">
        <w:rPr>
          <w:rFonts w:cs="Georgia"/>
          <w:kern w:val="1"/>
        </w:rPr>
        <w:t xml:space="preserve">, </w:t>
      </w:r>
      <w:r>
        <w:rPr>
          <w:rFonts w:cs="Georgia"/>
          <w:kern w:val="1"/>
        </w:rPr>
        <w:t>même quand ils étaient en possession des documents indispensables</w:t>
      </w:r>
      <w:r w:rsidR="000E1451">
        <w:rPr>
          <w:rFonts w:cs="Georgia"/>
          <w:kern w:val="1"/>
        </w:rPr>
        <w:t xml:space="preserve">, </w:t>
      </w:r>
      <w:r>
        <w:rPr>
          <w:rFonts w:cs="Georgia"/>
          <w:kern w:val="1"/>
        </w:rPr>
        <w:t xml:space="preserve">les familles des morts ou des </w:t>
      </w:r>
      <w:r>
        <w:rPr>
          <w:rFonts w:cs="Georgia"/>
          <w:kern w:val="1"/>
        </w:rPr>
        <w:lastRenderedPageBreak/>
        <w:t>disparus français</w:t>
      </w:r>
      <w:r w:rsidR="000E1451">
        <w:rPr>
          <w:rFonts w:cs="Georgia"/>
          <w:kern w:val="1"/>
        </w:rPr>
        <w:t xml:space="preserve"> ; </w:t>
      </w:r>
      <w:r>
        <w:rPr>
          <w:rFonts w:cs="Georgia"/>
          <w:kern w:val="1"/>
        </w:rPr>
        <w:t>en ce qui concernait les ennemis</w:t>
      </w:r>
      <w:r w:rsidR="000E1451">
        <w:rPr>
          <w:rFonts w:cs="Georgia"/>
          <w:kern w:val="1"/>
        </w:rPr>
        <w:t xml:space="preserve">, </w:t>
      </w:r>
      <w:r>
        <w:rPr>
          <w:rFonts w:cs="Georgia"/>
          <w:kern w:val="1"/>
        </w:rPr>
        <w:t>la plus grande partie de la besogne restait à faire</w:t>
      </w:r>
      <w:r w:rsidR="000E1451">
        <w:rPr>
          <w:rFonts w:cs="Georgia"/>
          <w:kern w:val="1"/>
        </w:rPr>
        <w:t xml:space="preserve">. </w:t>
      </w:r>
      <w:r>
        <w:rPr>
          <w:rFonts w:cs="Georgia"/>
          <w:kern w:val="1"/>
        </w:rPr>
        <w:t>Pour le cas qui m</w:t>
      </w:r>
      <w:r w:rsidR="000E1451">
        <w:rPr>
          <w:rFonts w:cs="Georgia"/>
          <w:kern w:val="1"/>
        </w:rPr>
        <w:t>’</w:t>
      </w:r>
      <w:r>
        <w:rPr>
          <w:rFonts w:cs="Georgia"/>
          <w:kern w:val="1"/>
        </w:rPr>
        <w:t>occupait</w:t>
      </w:r>
      <w:r w:rsidR="000E1451">
        <w:rPr>
          <w:rFonts w:cs="Georgia"/>
          <w:kern w:val="1"/>
        </w:rPr>
        <w:t xml:space="preserve">, </w:t>
      </w:r>
      <w:r>
        <w:rPr>
          <w:rFonts w:cs="Georgia"/>
          <w:kern w:val="1"/>
        </w:rPr>
        <w:t>il allait lui-même hâter les recherches</w:t>
      </w:r>
      <w:r w:rsidR="000E1451">
        <w:rPr>
          <w:rFonts w:cs="Georgia"/>
          <w:kern w:val="1"/>
        </w:rPr>
        <w:t xml:space="preserve">. </w:t>
      </w:r>
      <w:r>
        <w:rPr>
          <w:rFonts w:cs="Georgia"/>
          <w:kern w:val="1"/>
        </w:rPr>
        <w:t>Il tint sa promesse</w:t>
      </w:r>
      <w:r w:rsidR="000E1451">
        <w:rPr>
          <w:rFonts w:cs="Georgia"/>
          <w:kern w:val="1"/>
        </w:rPr>
        <w:t xml:space="preserve">. </w:t>
      </w:r>
      <w:r>
        <w:rPr>
          <w:rFonts w:cs="Georgia"/>
          <w:kern w:val="1"/>
        </w:rPr>
        <w:t>Trois jours après</w:t>
      </w:r>
      <w:r w:rsidR="000E1451">
        <w:rPr>
          <w:rFonts w:cs="Georgia"/>
          <w:kern w:val="1"/>
        </w:rPr>
        <w:t xml:space="preserve">, </w:t>
      </w:r>
      <w:r>
        <w:rPr>
          <w:rFonts w:cs="Georgia"/>
          <w:kern w:val="1"/>
        </w:rPr>
        <w:t>je recevais</w:t>
      </w:r>
      <w:r w:rsidR="000E1451">
        <w:rPr>
          <w:rFonts w:cs="Georgia"/>
          <w:kern w:val="1"/>
        </w:rPr>
        <w:t xml:space="preserve">, </w:t>
      </w:r>
      <w:r>
        <w:rPr>
          <w:rFonts w:cs="Georgia"/>
          <w:kern w:val="1"/>
        </w:rPr>
        <w:t>à l</w:t>
      </w:r>
      <w:r w:rsidR="000E1451">
        <w:rPr>
          <w:rFonts w:cs="Georgia"/>
          <w:kern w:val="1"/>
        </w:rPr>
        <w:t>’</w:t>
      </w:r>
      <w:r>
        <w:rPr>
          <w:rFonts w:cs="Georgia"/>
          <w:kern w:val="1"/>
        </w:rPr>
        <w:t>hôtel où j</w:t>
      </w:r>
      <w:r w:rsidR="000E1451">
        <w:rPr>
          <w:rFonts w:cs="Georgia"/>
          <w:kern w:val="1"/>
        </w:rPr>
        <w:t>’</w:t>
      </w:r>
      <w:r>
        <w:rPr>
          <w:rFonts w:cs="Georgia"/>
          <w:kern w:val="1"/>
        </w:rPr>
        <w:t>étais descendu</w:t>
      </w:r>
      <w:r w:rsidR="000E1451">
        <w:rPr>
          <w:rFonts w:cs="Georgia"/>
          <w:kern w:val="1"/>
        </w:rPr>
        <w:t xml:space="preserve">, </w:t>
      </w:r>
      <w:r>
        <w:rPr>
          <w:rFonts w:cs="Georgia"/>
          <w:kern w:val="1"/>
        </w:rPr>
        <w:t>une brève invitation à passer à son cabinet de la rue Saint-Dominique</w:t>
      </w:r>
      <w:r w:rsidR="000E1451">
        <w:rPr>
          <w:rFonts w:cs="Georgia"/>
          <w:kern w:val="1"/>
        </w:rPr>
        <w:t xml:space="preserve">. </w:t>
      </w:r>
      <w:r>
        <w:rPr>
          <w:rFonts w:cs="Georgia"/>
          <w:kern w:val="1"/>
        </w:rPr>
        <w:t>Là</w:t>
      </w:r>
      <w:r w:rsidR="000E1451">
        <w:rPr>
          <w:rFonts w:cs="Georgia"/>
          <w:kern w:val="1"/>
        </w:rPr>
        <w:t xml:space="preserve">, </w:t>
      </w:r>
      <w:r>
        <w:rPr>
          <w:rFonts w:cs="Georgia"/>
          <w:kern w:val="1"/>
        </w:rPr>
        <w:t>en proie à une émotion que je ne prétends pas avoir réussi à dissimuler tout entière</w:t>
      </w:r>
      <w:r w:rsidR="000E1451">
        <w:rPr>
          <w:rFonts w:cs="Georgia"/>
          <w:kern w:val="1"/>
        </w:rPr>
        <w:t xml:space="preserve">, </w:t>
      </w:r>
      <w:r>
        <w:rPr>
          <w:rFonts w:cs="Georgia"/>
          <w:kern w:val="1"/>
        </w:rPr>
        <w:t>j</w:t>
      </w:r>
      <w:r w:rsidR="000E1451">
        <w:rPr>
          <w:rFonts w:cs="Georgia"/>
          <w:kern w:val="1"/>
        </w:rPr>
        <w:t>’</w:t>
      </w:r>
      <w:r>
        <w:rPr>
          <w:rFonts w:cs="Georgia"/>
          <w:kern w:val="1"/>
        </w:rPr>
        <w:t>appris enfin ce que je voulais</w:t>
      </w:r>
      <w:r w:rsidR="000E1451">
        <w:rPr>
          <w:rFonts w:cs="Georgia"/>
          <w:kern w:val="1"/>
        </w:rPr>
        <w:t xml:space="preserve">. </w:t>
      </w:r>
      <w:r>
        <w:rPr>
          <w:rFonts w:cs="Georgia"/>
          <w:kern w:val="1"/>
        </w:rPr>
        <w:t>Axelle était libre</w:t>
      </w:r>
      <w:r w:rsidR="000E1451">
        <w:rPr>
          <w:rFonts w:cs="Georgia"/>
          <w:kern w:val="1"/>
        </w:rPr>
        <w:t xml:space="preserve">. </w:t>
      </w:r>
      <w:r>
        <w:rPr>
          <w:rFonts w:cs="Georgia"/>
          <w:kern w:val="1"/>
        </w:rPr>
        <w:t>Dietrich avait été blessé mortellement le 3</w:t>
      </w:r>
      <w:r w:rsidR="000E1451">
        <w:rPr>
          <w:rFonts w:cs="Georgia"/>
          <w:kern w:val="1"/>
        </w:rPr>
        <w:t xml:space="preserve">0 septembre. </w:t>
      </w:r>
      <w:r>
        <w:rPr>
          <w:rFonts w:cs="Georgia"/>
          <w:kern w:val="1"/>
        </w:rPr>
        <w:t>J</w:t>
      </w:r>
      <w:r w:rsidR="000E1451">
        <w:rPr>
          <w:rFonts w:cs="Georgia"/>
          <w:kern w:val="1"/>
        </w:rPr>
        <w:t>’</w:t>
      </w:r>
      <w:r>
        <w:rPr>
          <w:rFonts w:cs="Georgia"/>
          <w:kern w:val="1"/>
        </w:rPr>
        <w:t>obtins le nom du village d</w:t>
      </w:r>
      <w:r w:rsidR="000E1451">
        <w:rPr>
          <w:rFonts w:cs="Georgia"/>
          <w:kern w:val="1"/>
        </w:rPr>
        <w:t>’</w:t>
      </w:r>
      <w:r>
        <w:rPr>
          <w:rFonts w:cs="Georgia"/>
          <w:kern w:val="1"/>
        </w:rPr>
        <w:t>Argonne où il reposait</w:t>
      </w:r>
      <w:r w:rsidR="000E1451">
        <w:rPr>
          <w:rFonts w:cs="Georgia"/>
          <w:kern w:val="1"/>
        </w:rPr>
        <w:t xml:space="preserve">, </w:t>
      </w:r>
      <w:r>
        <w:rPr>
          <w:rFonts w:cs="Georgia"/>
          <w:kern w:val="1"/>
        </w:rPr>
        <w:t>en même temps que toutes les facilités pour m</w:t>
      </w:r>
      <w:r w:rsidR="000E1451">
        <w:rPr>
          <w:rFonts w:cs="Georgia"/>
          <w:kern w:val="1"/>
        </w:rPr>
        <w:t>’</w:t>
      </w:r>
      <w:r>
        <w:rPr>
          <w:rFonts w:cs="Georgia"/>
          <w:kern w:val="1"/>
        </w:rPr>
        <w:t>y rendre sans retard</w:t>
      </w:r>
      <w:r w:rsidR="000E1451">
        <w:rPr>
          <w:rFonts w:cs="Georgia"/>
          <w:kern w:val="1"/>
        </w:rPr>
        <w:t>.</w:t>
      </w:r>
    </w:p>
    <w:p w14:paraId="0A6399A1" w14:textId="77777777" w:rsidR="000E1451" w:rsidRDefault="000E1451" w:rsidP="00BE611A">
      <w:pPr>
        <w:rPr>
          <w:rFonts w:cs="Georgia"/>
          <w:kern w:val="1"/>
        </w:rPr>
      </w:pPr>
    </w:p>
    <w:p w14:paraId="2A097601" w14:textId="77777777" w:rsidR="000E1451" w:rsidRDefault="000E1451" w:rsidP="00BE611A">
      <w:pPr>
        <w:rPr>
          <w:rFonts w:cs="Georgia"/>
          <w:kern w:val="1"/>
        </w:rPr>
      </w:pPr>
      <w:r>
        <w:rPr>
          <w:rFonts w:cs="Georgia"/>
          <w:kern w:val="1"/>
        </w:rPr>
        <w:t>— </w:t>
      </w:r>
      <w:r w:rsidR="00BE611A">
        <w:rPr>
          <w:rFonts w:cs="Georgia"/>
          <w:kern w:val="1"/>
        </w:rPr>
        <w:t>Voici quelqu</w:t>
      </w:r>
      <w:r>
        <w:rPr>
          <w:rFonts w:cs="Georgia"/>
          <w:kern w:val="1"/>
        </w:rPr>
        <w:t>’</w:t>
      </w:r>
      <w:r w:rsidR="00BE611A">
        <w:rPr>
          <w:rFonts w:cs="Georgia"/>
          <w:kern w:val="1"/>
        </w:rPr>
        <w:t>un</w:t>
      </w:r>
      <w:r>
        <w:rPr>
          <w:rFonts w:cs="Georgia"/>
          <w:kern w:val="1"/>
        </w:rPr>
        <w:t xml:space="preserve">, </w:t>
      </w:r>
      <w:r w:rsidR="00BE611A">
        <w:rPr>
          <w:rFonts w:cs="Georgia"/>
          <w:kern w:val="1"/>
        </w:rPr>
        <w:t>Monsieur</w:t>
      </w:r>
      <w:r>
        <w:rPr>
          <w:rFonts w:cs="Georgia"/>
          <w:kern w:val="1"/>
        </w:rPr>
        <w:t xml:space="preserve">, </w:t>
      </w:r>
      <w:r w:rsidR="00BE611A">
        <w:rPr>
          <w:rFonts w:cs="Georgia"/>
          <w:kern w:val="1"/>
        </w:rPr>
        <w:t>qui vous confirmera ce que je viens de vous dire</w:t>
      </w:r>
      <w:r>
        <w:rPr>
          <w:rFonts w:cs="Georgia"/>
          <w:kern w:val="1"/>
        </w:rPr>
        <w:t xml:space="preserve">. </w:t>
      </w:r>
      <w:r w:rsidR="00BE611A">
        <w:rPr>
          <w:rFonts w:cs="Georgia"/>
          <w:kern w:val="1"/>
        </w:rPr>
        <w:t>Psst</w:t>
      </w:r>
      <w:r>
        <w:rPr>
          <w:rFonts w:cs="Georgia"/>
          <w:kern w:val="1"/>
        </w:rPr>
        <w:t xml:space="preserve">, </w:t>
      </w:r>
      <w:r w:rsidR="00BE611A">
        <w:rPr>
          <w:rFonts w:cs="Georgia"/>
          <w:kern w:val="1"/>
        </w:rPr>
        <w:t>père Moreau</w:t>
      </w:r>
      <w:r>
        <w:rPr>
          <w:rFonts w:cs="Georgia"/>
          <w:kern w:val="1"/>
        </w:rPr>
        <w:t> !</w:t>
      </w:r>
    </w:p>
    <w:p w14:paraId="4800C6E6" w14:textId="77777777" w:rsidR="000E1451" w:rsidRDefault="00BE611A" w:rsidP="00BE611A">
      <w:pPr>
        <w:rPr>
          <w:rFonts w:cs="Georgia"/>
          <w:kern w:val="1"/>
        </w:rPr>
      </w:pPr>
      <w:r>
        <w:rPr>
          <w:rFonts w:cs="Georgia"/>
          <w:kern w:val="1"/>
        </w:rPr>
        <w:t>C</w:t>
      </w:r>
      <w:r w:rsidR="000E1451">
        <w:rPr>
          <w:rFonts w:cs="Georgia"/>
          <w:kern w:val="1"/>
        </w:rPr>
        <w:t>’</w:t>
      </w:r>
      <w:r>
        <w:rPr>
          <w:rFonts w:cs="Georgia"/>
          <w:kern w:val="1"/>
        </w:rPr>
        <w:t>était le maire du village en question qui me parlait ainsi</w:t>
      </w:r>
      <w:r w:rsidR="000E1451">
        <w:rPr>
          <w:rFonts w:cs="Georgia"/>
          <w:kern w:val="1"/>
        </w:rPr>
        <w:t xml:space="preserve">. </w:t>
      </w:r>
      <w:r>
        <w:rPr>
          <w:rFonts w:cs="Georgia"/>
          <w:kern w:val="1"/>
        </w:rPr>
        <w:t>La lettre du Ministère m</w:t>
      </w:r>
      <w:r w:rsidR="000E1451">
        <w:rPr>
          <w:rFonts w:cs="Georgia"/>
          <w:kern w:val="1"/>
        </w:rPr>
        <w:t>’</w:t>
      </w:r>
      <w:r>
        <w:rPr>
          <w:rFonts w:cs="Georgia"/>
          <w:kern w:val="1"/>
        </w:rPr>
        <w:t>accréditant auprès de lui avait produit son effet</w:t>
      </w:r>
      <w:r w:rsidR="000E1451">
        <w:rPr>
          <w:rFonts w:cs="Georgia"/>
          <w:kern w:val="1"/>
        </w:rPr>
        <w:t xml:space="preserve">. </w:t>
      </w:r>
      <w:r>
        <w:rPr>
          <w:rFonts w:cs="Georgia"/>
          <w:kern w:val="1"/>
        </w:rPr>
        <w:t>Pour m</w:t>
      </w:r>
      <w:r w:rsidR="000E1451">
        <w:rPr>
          <w:rFonts w:cs="Georgia"/>
          <w:kern w:val="1"/>
        </w:rPr>
        <w:t>’</w:t>
      </w:r>
      <w:r>
        <w:rPr>
          <w:rFonts w:cs="Georgia"/>
          <w:kern w:val="1"/>
        </w:rPr>
        <w:t>accompagner au cimetière</w:t>
      </w:r>
      <w:r w:rsidR="000E1451">
        <w:rPr>
          <w:rFonts w:cs="Georgia"/>
          <w:kern w:val="1"/>
        </w:rPr>
        <w:t xml:space="preserve">, </w:t>
      </w:r>
      <w:r>
        <w:rPr>
          <w:rFonts w:cs="Georgia"/>
          <w:kern w:val="1"/>
        </w:rPr>
        <w:t>il avait abandonné l</w:t>
      </w:r>
      <w:r w:rsidR="000E1451">
        <w:rPr>
          <w:rFonts w:cs="Georgia"/>
          <w:kern w:val="1"/>
        </w:rPr>
        <w:t>’</w:t>
      </w:r>
      <w:r>
        <w:rPr>
          <w:rFonts w:cs="Georgia"/>
          <w:kern w:val="1"/>
        </w:rPr>
        <w:t>architecte avec lequel il était en train de discuter le plan de reconstruction de son école</w:t>
      </w:r>
      <w:r w:rsidR="000E1451">
        <w:rPr>
          <w:rFonts w:cs="Georgia"/>
          <w:kern w:val="1"/>
        </w:rPr>
        <w:t>.</w:t>
      </w:r>
    </w:p>
    <w:p w14:paraId="60DB4AC8" w14:textId="77777777" w:rsidR="000E1451" w:rsidRDefault="000E1451" w:rsidP="00BE611A">
      <w:pPr>
        <w:rPr>
          <w:rFonts w:cs="Georgia"/>
          <w:kern w:val="1"/>
        </w:rPr>
      </w:pPr>
      <w:r>
        <w:rPr>
          <w:rFonts w:cs="Georgia"/>
          <w:kern w:val="1"/>
        </w:rPr>
        <w:t>— </w:t>
      </w:r>
      <w:r w:rsidR="00BE611A">
        <w:rPr>
          <w:rFonts w:cs="Georgia"/>
          <w:kern w:val="1"/>
        </w:rPr>
        <w:t>Il y a trente ans que le père Moreau cumule chez nous les fonctions de fossoyeur et de sacristain</w:t>
      </w:r>
      <w:r>
        <w:rPr>
          <w:rFonts w:cs="Georgia"/>
          <w:kern w:val="1"/>
        </w:rPr>
        <w:t xml:space="preserve">. </w:t>
      </w:r>
      <w:r w:rsidR="00BE611A">
        <w:rPr>
          <w:rFonts w:cs="Georgia"/>
          <w:kern w:val="1"/>
        </w:rPr>
        <w:t>C</w:t>
      </w:r>
      <w:r>
        <w:rPr>
          <w:rFonts w:cs="Georgia"/>
          <w:kern w:val="1"/>
        </w:rPr>
        <w:t>’</w:t>
      </w:r>
      <w:r w:rsidR="00BE611A">
        <w:rPr>
          <w:rFonts w:cs="Georgia"/>
          <w:kern w:val="1"/>
        </w:rPr>
        <w:t>est vous dire qu</w:t>
      </w:r>
      <w:r>
        <w:rPr>
          <w:rFonts w:cs="Georgia"/>
          <w:kern w:val="1"/>
        </w:rPr>
        <w:t>’</w:t>
      </w:r>
      <w:r w:rsidR="00BE611A">
        <w:rPr>
          <w:rFonts w:cs="Georgia"/>
          <w:kern w:val="1"/>
        </w:rPr>
        <w:t>il a vu pas mal de morts et de vivants</w:t>
      </w:r>
      <w:r>
        <w:rPr>
          <w:rFonts w:cs="Georgia"/>
          <w:kern w:val="1"/>
        </w:rPr>
        <w:t xml:space="preserve">, </w:t>
      </w:r>
      <w:r w:rsidR="00BE611A">
        <w:rPr>
          <w:rFonts w:cs="Georgia"/>
          <w:kern w:val="1"/>
        </w:rPr>
        <w:t>surtout depuis 1914</w:t>
      </w:r>
      <w:r>
        <w:rPr>
          <w:rFonts w:cs="Georgia"/>
          <w:kern w:val="1"/>
        </w:rPr>
        <w:t>.</w:t>
      </w:r>
    </w:p>
    <w:p w14:paraId="57D0C3B4" w14:textId="77777777" w:rsidR="000E1451" w:rsidRDefault="00BE611A" w:rsidP="00BE611A">
      <w:pPr>
        <w:rPr>
          <w:rFonts w:cs="Georgia"/>
          <w:kern w:val="1"/>
        </w:rPr>
      </w:pPr>
      <w:r>
        <w:rPr>
          <w:rFonts w:cs="Georgia"/>
          <w:kern w:val="1"/>
        </w:rPr>
        <w:t>Le vieillard qu</w:t>
      </w:r>
      <w:r w:rsidR="000E1451">
        <w:rPr>
          <w:rFonts w:cs="Georgia"/>
          <w:kern w:val="1"/>
        </w:rPr>
        <w:t>’</w:t>
      </w:r>
      <w:r>
        <w:rPr>
          <w:rFonts w:cs="Georgia"/>
          <w:kern w:val="1"/>
        </w:rPr>
        <w:t>il venait d</w:t>
      </w:r>
      <w:r w:rsidR="000E1451">
        <w:rPr>
          <w:rFonts w:cs="Georgia"/>
          <w:kern w:val="1"/>
        </w:rPr>
        <w:t>’</w:t>
      </w:r>
      <w:r>
        <w:rPr>
          <w:rFonts w:cs="Georgia"/>
          <w:kern w:val="1"/>
        </w:rPr>
        <w:t>interpeller s</w:t>
      </w:r>
      <w:r w:rsidR="000E1451">
        <w:rPr>
          <w:rFonts w:cs="Georgia"/>
          <w:kern w:val="1"/>
        </w:rPr>
        <w:t>’</w:t>
      </w:r>
      <w:r>
        <w:rPr>
          <w:rFonts w:cs="Georgia"/>
          <w:kern w:val="1"/>
        </w:rPr>
        <w:t>approchait lentement</w:t>
      </w:r>
      <w:r w:rsidR="000E1451">
        <w:rPr>
          <w:rFonts w:cs="Georgia"/>
          <w:kern w:val="1"/>
        </w:rPr>
        <w:t>.</w:t>
      </w:r>
    </w:p>
    <w:p w14:paraId="7EF0C38D" w14:textId="77777777" w:rsidR="000E1451" w:rsidRDefault="000E1451" w:rsidP="00BE611A">
      <w:pPr>
        <w:rPr>
          <w:rFonts w:cs="Georgia"/>
          <w:kern w:val="1"/>
        </w:rPr>
      </w:pPr>
      <w:r>
        <w:rPr>
          <w:rFonts w:cs="Georgia"/>
          <w:kern w:val="1"/>
        </w:rPr>
        <w:t>— </w:t>
      </w:r>
      <w:r w:rsidR="00BE611A">
        <w:rPr>
          <w:rFonts w:cs="Georgia"/>
          <w:kern w:val="1"/>
        </w:rPr>
        <w:t>C</w:t>
      </w:r>
      <w:r>
        <w:rPr>
          <w:rFonts w:cs="Georgia"/>
          <w:kern w:val="1"/>
        </w:rPr>
        <w:t>’</w:t>
      </w:r>
      <w:r w:rsidR="00BE611A">
        <w:rPr>
          <w:rFonts w:cs="Georgia"/>
          <w:kern w:val="1"/>
        </w:rPr>
        <w:t>est vous qui avez enterré le commandant allemand</w:t>
      </w:r>
      <w:r>
        <w:rPr>
          <w:rFonts w:cs="Georgia"/>
          <w:kern w:val="1"/>
        </w:rPr>
        <w:t xml:space="preserve"> ? </w:t>
      </w:r>
      <w:r w:rsidR="00BE611A">
        <w:rPr>
          <w:rFonts w:cs="Georgia"/>
          <w:kern w:val="1"/>
        </w:rPr>
        <w:t>dit le maire</w:t>
      </w:r>
      <w:r>
        <w:rPr>
          <w:rFonts w:cs="Georgia"/>
          <w:kern w:val="1"/>
        </w:rPr>
        <w:t xml:space="preserve">, </w:t>
      </w:r>
      <w:r w:rsidR="00BE611A">
        <w:rPr>
          <w:rFonts w:cs="Georgia"/>
          <w:kern w:val="1"/>
        </w:rPr>
        <w:t>en désignant le tertre de sa canne</w:t>
      </w:r>
      <w:r>
        <w:rPr>
          <w:rFonts w:cs="Georgia"/>
          <w:kern w:val="1"/>
        </w:rPr>
        <w:t>.</w:t>
      </w:r>
    </w:p>
    <w:p w14:paraId="758AFF64" w14:textId="77777777" w:rsidR="000E1451" w:rsidRDefault="000E1451" w:rsidP="00BE611A">
      <w:pPr>
        <w:rPr>
          <w:rFonts w:cs="Georgia"/>
          <w:kern w:val="1"/>
        </w:rPr>
      </w:pPr>
      <w:r>
        <w:rPr>
          <w:rFonts w:cs="Georgia"/>
          <w:kern w:val="1"/>
        </w:rPr>
        <w:lastRenderedPageBreak/>
        <w:t>— </w:t>
      </w:r>
      <w:r w:rsidR="00BE611A">
        <w:rPr>
          <w:rFonts w:cs="Georgia"/>
          <w:kern w:val="1"/>
        </w:rPr>
        <w:t>C</w:t>
      </w:r>
      <w:r>
        <w:rPr>
          <w:rFonts w:cs="Georgia"/>
          <w:kern w:val="1"/>
        </w:rPr>
        <w:t>’</w:t>
      </w:r>
      <w:r w:rsidR="00BE611A">
        <w:rPr>
          <w:rFonts w:cs="Georgia"/>
          <w:kern w:val="1"/>
        </w:rPr>
        <w:t>est moi</w:t>
      </w:r>
      <w:r>
        <w:rPr>
          <w:rFonts w:cs="Georgia"/>
          <w:kern w:val="1"/>
        </w:rPr>
        <w:t xml:space="preserve">, </w:t>
      </w:r>
      <w:r w:rsidR="00BE611A">
        <w:rPr>
          <w:rFonts w:cs="Georgia"/>
          <w:kern w:val="1"/>
        </w:rPr>
        <w:t>naturellement</w:t>
      </w:r>
      <w:r>
        <w:rPr>
          <w:rFonts w:cs="Georgia"/>
          <w:kern w:val="1"/>
        </w:rPr>
        <w:t xml:space="preserve">, </w:t>
      </w:r>
      <w:r w:rsidR="00BE611A">
        <w:rPr>
          <w:rFonts w:cs="Georgia"/>
          <w:kern w:val="1"/>
        </w:rPr>
        <w:t>monsieur le Maire</w:t>
      </w:r>
      <w:r>
        <w:rPr>
          <w:rFonts w:cs="Georgia"/>
          <w:kern w:val="1"/>
        </w:rPr>
        <w:t xml:space="preserve">. </w:t>
      </w:r>
      <w:r w:rsidR="00BE611A">
        <w:rPr>
          <w:rFonts w:cs="Georgia"/>
          <w:kern w:val="1"/>
        </w:rPr>
        <w:t>Je dois dire que</w:t>
      </w:r>
      <w:r>
        <w:rPr>
          <w:rFonts w:cs="Georgia"/>
          <w:kern w:val="1"/>
        </w:rPr>
        <w:t xml:space="preserve">, </w:t>
      </w:r>
      <w:r w:rsidR="00BE611A">
        <w:rPr>
          <w:rFonts w:cs="Georgia"/>
          <w:kern w:val="1"/>
        </w:rPr>
        <w:t>pour une fois</w:t>
      </w:r>
      <w:r>
        <w:rPr>
          <w:rFonts w:cs="Georgia"/>
          <w:kern w:val="1"/>
        </w:rPr>
        <w:t xml:space="preserve">, </w:t>
      </w:r>
      <w:r w:rsidR="00BE611A">
        <w:rPr>
          <w:rFonts w:cs="Georgia"/>
          <w:kern w:val="1"/>
        </w:rPr>
        <w:t>j</w:t>
      </w:r>
      <w:r>
        <w:rPr>
          <w:rFonts w:cs="Georgia"/>
          <w:kern w:val="1"/>
        </w:rPr>
        <w:t>’</w:t>
      </w:r>
      <w:r w:rsidR="00BE611A">
        <w:rPr>
          <w:rFonts w:cs="Georgia"/>
          <w:kern w:val="1"/>
        </w:rPr>
        <w:t>ai été aidé</w:t>
      </w:r>
      <w:r>
        <w:rPr>
          <w:rFonts w:cs="Georgia"/>
          <w:kern w:val="1"/>
        </w:rPr>
        <w:t xml:space="preserve">. </w:t>
      </w:r>
      <w:r w:rsidR="00BE611A">
        <w:rPr>
          <w:rFonts w:cs="Georgia"/>
          <w:kern w:val="1"/>
        </w:rPr>
        <w:t>C</w:t>
      </w:r>
      <w:r>
        <w:rPr>
          <w:rFonts w:cs="Georgia"/>
          <w:kern w:val="1"/>
        </w:rPr>
        <w:t>’</w:t>
      </w:r>
      <w:r w:rsidR="00BE611A">
        <w:rPr>
          <w:rFonts w:cs="Georgia"/>
          <w:kern w:val="1"/>
        </w:rPr>
        <w:t>est des tringlots qui m</w:t>
      </w:r>
      <w:r>
        <w:rPr>
          <w:rFonts w:cs="Georgia"/>
          <w:kern w:val="1"/>
        </w:rPr>
        <w:t>’</w:t>
      </w:r>
      <w:r w:rsidR="00BE611A">
        <w:rPr>
          <w:rFonts w:cs="Georgia"/>
          <w:kern w:val="1"/>
        </w:rPr>
        <w:t>ont donné un coup de main</w:t>
      </w:r>
      <w:r>
        <w:rPr>
          <w:rFonts w:cs="Georgia"/>
          <w:kern w:val="1"/>
        </w:rPr>
        <w:t>.</w:t>
      </w:r>
    </w:p>
    <w:p w14:paraId="7074933D" w14:textId="77777777" w:rsidR="000E1451" w:rsidRDefault="000E1451" w:rsidP="00BE611A">
      <w:pPr>
        <w:rPr>
          <w:rFonts w:cs="Georgia"/>
          <w:kern w:val="1"/>
        </w:rPr>
      </w:pPr>
      <w:r>
        <w:rPr>
          <w:rFonts w:cs="Georgia"/>
          <w:kern w:val="1"/>
        </w:rPr>
        <w:t>— </w:t>
      </w:r>
      <w:r w:rsidR="00BE611A">
        <w:rPr>
          <w:rFonts w:cs="Georgia"/>
          <w:kern w:val="1"/>
        </w:rPr>
        <w:t>Monsieur voudrait savoir si vous vous souvenez de sa physionomie</w:t>
      </w:r>
      <w:r>
        <w:rPr>
          <w:rFonts w:cs="Georgia"/>
          <w:kern w:val="1"/>
        </w:rPr>
        <w:t>.</w:t>
      </w:r>
    </w:p>
    <w:p w14:paraId="43418B5D" w14:textId="77777777" w:rsidR="000E1451" w:rsidRDefault="000E1451" w:rsidP="00BE611A">
      <w:pPr>
        <w:rPr>
          <w:rFonts w:cs="Georgia"/>
          <w:kern w:val="1"/>
        </w:rPr>
      </w:pPr>
      <w:r>
        <w:rPr>
          <w:rFonts w:cs="Georgia"/>
          <w:kern w:val="1"/>
        </w:rPr>
        <w:t>— </w:t>
      </w:r>
      <w:r w:rsidR="00BE611A">
        <w:rPr>
          <w:rFonts w:cs="Georgia"/>
          <w:kern w:val="1"/>
        </w:rPr>
        <w:t>Pour ça non</w:t>
      </w:r>
      <w:r>
        <w:rPr>
          <w:rFonts w:cs="Georgia"/>
          <w:kern w:val="1"/>
        </w:rPr>
        <w:t xml:space="preserve">. </w:t>
      </w:r>
      <w:r w:rsidR="00BE611A">
        <w:rPr>
          <w:rFonts w:cs="Georgia"/>
          <w:kern w:val="1"/>
        </w:rPr>
        <w:t>La cause en est que je ne l</w:t>
      </w:r>
      <w:r>
        <w:rPr>
          <w:rFonts w:cs="Georgia"/>
          <w:kern w:val="1"/>
        </w:rPr>
        <w:t>’</w:t>
      </w:r>
      <w:r w:rsidR="00BE611A">
        <w:rPr>
          <w:rFonts w:cs="Georgia"/>
          <w:kern w:val="1"/>
        </w:rPr>
        <w:t>ai point vu</w:t>
      </w:r>
      <w:r>
        <w:rPr>
          <w:rFonts w:cs="Georgia"/>
          <w:kern w:val="1"/>
        </w:rPr>
        <w:t xml:space="preserve">. </w:t>
      </w:r>
      <w:r w:rsidR="00BE611A">
        <w:rPr>
          <w:rFonts w:cs="Georgia"/>
          <w:kern w:val="1"/>
        </w:rPr>
        <w:t>Pensez-y</w:t>
      </w:r>
      <w:r>
        <w:rPr>
          <w:rFonts w:cs="Georgia"/>
          <w:kern w:val="1"/>
        </w:rPr>
        <w:t xml:space="preserve">, </w:t>
      </w:r>
      <w:r w:rsidR="00BE611A">
        <w:rPr>
          <w:rFonts w:cs="Georgia"/>
          <w:kern w:val="1"/>
        </w:rPr>
        <w:t>monsieur le Maire</w:t>
      </w:r>
      <w:r>
        <w:rPr>
          <w:rFonts w:cs="Georgia"/>
          <w:kern w:val="1"/>
        </w:rPr>
        <w:t> : M</w:t>
      </w:r>
      <w:r w:rsidRPr="000E1451">
        <w:rPr>
          <w:rFonts w:cs="Georgia"/>
          <w:kern w:val="1"/>
          <w:vertAlign w:val="superscript"/>
        </w:rPr>
        <w:t>me</w:t>
      </w:r>
      <w:r>
        <w:rPr>
          <w:rFonts w:cs="Georgia"/>
          <w:kern w:val="1"/>
        </w:rPr>
        <w:t> </w:t>
      </w:r>
      <w:r w:rsidR="00BE611A">
        <w:rPr>
          <w:rFonts w:cs="Georgia"/>
          <w:kern w:val="1"/>
        </w:rPr>
        <w:t>Heurteloup avait sacrifié un demi-drap pour lui servir de linceul</w:t>
      </w:r>
      <w:r>
        <w:rPr>
          <w:rFonts w:cs="Georgia"/>
          <w:kern w:val="1"/>
        </w:rPr>
        <w:t xml:space="preserve">. </w:t>
      </w:r>
      <w:r w:rsidR="00BE611A">
        <w:rPr>
          <w:rFonts w:cs="Georgia"/>
          <w:kern w:val="1"/>
        </w:rPr>
        <w:t>Les tringlots me l</w:t>
      </w:r>
      <w:r>
        <w:rPr>
          <w:rFonts w:cs="Georgia"/>
          <w:kern w:val="1"/>
        </w:rPr>
        <w:t>’</w:t>
      </w:r>
      <w:r w:rsidR="00BE611A">
        <w:rPr>
          <w:rFonts w:cs="Georgia"/>
          <w:kern w:val="1"/>
        </w:rPr>
        <w:t>ont apporté tout enveloppé</w:t>
      </w:r>
      <w:r>
        <w:rPr>
          <w:rFonts w:cs="Georgia"/>
          <w:kern w:val="1"/>
        </w:rPr>
        <w:t xml:space="preserve">. </w:t>
      </w:r>
      <w:r w:rsidR="00BE611A">
        <w:rPr>
          <w:rFonts w:cs="Georgia"/>
          <w:kern w:val="1"/>
        </w:rPr>
        <w:t>Je n</w:t>
      </w:r>
      <w:r>
        <w:rPr>
          <w:rFonts w:cs="Georgia"/>
          <w:kern w:val="1"/>
        </w:rPr>
        <w:t>’</w:t>
      </w:r>
      <w:r w:rsidR="00BE611A">
        <w:rPr>
          <w:rFonts w:cs="Georgia"/>
          <w:kern w:val="1"/>
        </w:rPr>
        <w:t>ai pas eu la curiosité</w:t>
      </w:r>
      <w:r>
        <w:rPr>
          <w:rFonts w:cs="Georgia"/>
          <w:kern w:val="1"/>
        </w:rPr>
        <w:t xml:space="preserve">, </w:t>
      </w:r>
      <w:r w:rsidR="00BE611A">
        <w:rPr>
          <w:rFonts w:cs="Georgia"/>
          <w:kern w:val="1"/>
        </w:rPr>
        <w:t>bien sûr</w:t>
      </w:r>
      <w:r>
        <w:rPr>
          <w:rFonts w:cs="Georgia"/>
          <w:kern w:val="1"/>
        </w:rPr>
        <w:t xml:space="preserve">, </w:t>
      </w:r>
      <w:r w:rsidR="00BE611A">
        <w:rPr>
          <w:rFonts w:cs="Georgia"/>
          <w:kern w:val="1"/>
        </w:rPr>
        <w:t>de regarder comment il était fait</w:t>
      </w:r>
      <w:r>
        <w:rPr>
          <w:rFonts w:cs="Georgia"/>
          <w:kern w:val="1"/>
        </w:rPr>
        <w:t>.</w:t>
      </w:r>
    </w:p>
    <w:p w14:paraId="448C4088" w14:textId="77777777" w:rsidR="000E1451" w:rsidRDefault="000E1451" w:rsidP="00BE611A">
      <w:pPr>
        <w:rPr>
          <w:rFonts w:cs="Georgia"/>
          <w:kern w:val="1"/>
        </w:rPr>
      </w:pPr>
      <w:r>
        <w:rPr>
          <w:rFonts w:cs="Georgia"/>
          <w:kern w:val="1"/>
        </w:rPr>
        <w:t>— </w:t>
      </w:r>
      <w:r w:rsidR="00BE611A">
        <w:rPr>
          <w:rFonts w:cs="Georgia"/>
          <w:kern w:val="1"/>
        </w:rPr>
        <w:t xml:space="preserve">Qui est </w:t>
      </w:r>
      <w:r>
        <w:rPr>
          <w:rFonts w:cs="Georgia"/>
          <w:kern w:val="1"/>
        </w:rPr>
        <w:t>M</w:t>
      </w:r>
      <w:r w:rsidRPr="000E1451">
        <w:rPr>
          <w:rFonts w:cs="Georgia"/>
          <w:kern w:val="1"/>
          <w:vertAlign w:val="superscript"/>
        </w:rPr>
        <w:t>me</w:t>
      </w:r>
      <w:r>
        <w:rPr>
          <w:rFonts w:cs="Georgia"/>
          <w:kern w:val="1"/>
        </w:rPr>
        <w:t> </w:t>
      </w:r>
      <w:r w:rsidR="00BE611A">
        <w:rPr>
          <w:rFonts w:cs="Georgia"/>
          <w:kern w:val="1"/>
        </w:rPr>
        <w:t>Heurteloup</w:t>
      </w:r>
      <w:r>
        <w:rPr>
          <w:rFonts w:cs="Georgia"/>
          <w:kern w:val="1"/>
        </w:rPr>
        <w:t> ?</w:t>
      </w:r>
    </w:p>
    <w:p w14:paraId="539481C3" w14:textId="77777777" w:rsidR="000E1451" w:rsidRDefault="000E1451" w:rsidP="00BE611A">
      <w:pPr>
        <w:rPr>
          <w:rFonts w:cs="Georgia"/>
          <w:kern w:val="1"/>
        </w:rPr>
      </w:pPr>
      <w:r>
        <w:rPr>
          <w:rFonts w:cs="Georgia"/>
          <w:kern w:val="1"/>
        </w:rPr>
        <w:t>— </w:t>
      </w:r>
      <w:r w:rsidR="00BE611A">
        <w:rPr>
          <w:rFonts w:cs="Georgia"/>
          <w:kern w:val="1"/>
        </w:rPr>
        <w:t>Une vieille rentière du pays</w:t>
      </w:r>
      <w:r>
        <w:rPr>
          <w:rFonts w:cs="Georgia"/>
          <w:kern w:val="1"/>
        </w:rPr>
        <w:t xml:space="preserve">. </w:t>
      </w:r>
      <w:r w:rsidR="00BE611A">
        <w:rPr>
          <w:rFonts w:cs="Georgia"/>
          <w:kern w:val="1"/>
        </w:rPr>
        <w:t>Une brave femme</w:t>
      </w:r>
      <w:r>
        <w:rPr>
          <w:rFonts w:cs="Georgia"/>
          <w:kern w:val="1"/>
        </w:rPr>
        <w:t xml:space="preserve">. </w:t>
      </w:r>
      <w:r w:rsidR="00BE611A">
        <w:rPr>
          <w:rFonts w:cs="Georgia"/>
          <w:kern w:val="1"/>
        </w:rPr>
        <w:t>L</w:t>
      </w:r>
      <w:r>
        <w:rPr>
          <w:rFonts w:cs="Georgia"/>
          <w:kern w:val="1"/>
        </w:rPr>
        <w:t>’</w:t>
      </w:r>
      <w:r w:rsidR="00BE611A">
        <w:rPr>
          <w:rFonts w:cs="Georgia"/>
          <w:kern w:val="1"/>
        </w:rPr>
        <w:t>officier allemand qui vous intéresse est mort chez elle</w:t>
      </w:r>
      <w:r>
        <w:rPr>
          <w:rFonts w:cs="Georgia"/>
          <w:kern w:val="1"/>
        </w:rPr>
        <w:t xml:space="preserve">. </w:t>
      </w:r>
      <w:r w:rsidR="00BE611A">
        <w:rPr>
          <w:rFonts w:cs="Georgia"/>
          <w:kern w:val="1"/>
        </w:rPr>
        <w:t>Elle a eu d</w:t>
      </w:r>
      <w:r>
        <w:rPr>
          <w:rFonts w:cs="Georgia"/>
          <w:kern w:val="1"/>
        </w:rPr>
        <w:t>’</w:t>
      </w:r>
      <w:r w:rsidR="00BE611A">
        <w:rPr>
          <w:rFonts w:cs="Georgia"/>
          <w:kern w:val="1"/>
        </w:rPr>
        <w:t>autant plus de mérite à l</w:t>
      </w:r>
      <w:r>
        <w:rPr>
          <w:rFonts w:cs="Georgia"/>
          <w:kern w:val="1"/>
        </w:rPr>
        <w:t>’</w:t>
      </w:r>
      <w:r w:rsidR="00BE611A">
        <w:rPr>
          <w:rFonts w:cs="Georgia"/>
          <w:kern w:val="1"/>
        </w:rPr>
        <w:t>accepter qu</w:t>
      </w:r>
      <w:r>
        <w:rPr>
          <w:rFonts w:cs="Georgia"/>
          <w:kern w:val="1"/>
        </w:rPr>
        <w:t>’</w:t>
      </w:r>
      <w:r w:rsidR="00BE611A">
        <w:rPr>
          <w:rFonts w:cs="Georgia"/>
          <w:kern w:val="1"/>
        </w:rPr>
        <w:t>elle a eu ses deux fils tués</w:t>
      </w:r>
      <w:r>
        <w:rPr>
          <w:rFonts w:cs="Georgia"/>
          <w:kern w:val="1"/>
        </w:rPr>
        <w:t xml:space="preserve">. </w:t>
      </w:r>
      <w:r w:rsidR="00BE611A">
        <w:rPr>
          <w:rFonts w:cs="Georgia"/>
          <w:kern w:val="1"/>
        </w:rPr>
        <w:t>Les gens n</w:t>
      </w:r>
      <w:r>
        <w:rPr>
          <w:rFonts w:cs="Georgia"/>
          <w:kern w:val="1"/>
        </w:rPr>
        <w:t>’</w:t>
      </w:r>
      <w:r w:rsidR="00BE611A">
        <w:rPr>
          <w:rFonts w:cs="Georgia"/>
          <w:kern w:val="1"/>
        </w:rPr>
        <w:t>ont pas manqué de lui dire qu</w:t>
      </w:r>
      <w:r>
        <w:rPr>
          <w:rFonts w:cs="Georgia"/>
          <w:kern w:val="1"/>
        </w:rPr>
        <w:t>’</w:t>
      </w:r>
      <w:r w:rsidR="00BE611A">
        <w:rPr>
          <w:rFonts w:cs="Georgia"/>
          <w:kern w:val="1"/>
        </w:rPr>
        <w:t>elle était bien trop bonne</w:t>
      </w:r>
      <w:r>
        <w:rPr>
          <w:rFonts w:cs="Georgia"/>
          <w:kern w:val="1"/>
        </w:rPr>
        <w:t xml:space="preserve">. </w:t>
      </w:r>
      <w:r w:rsidR="00BE611A">
        <w:rPr>
          <w:rFonts w:cs="Georgia"/>
          <w:kern w:val="1"/>
        </w:rPr>
        <w:t>Elle s</w:t>
      </w:r>
      <w:r>
        <w:rPr>
          <w:rFonts w:cs="Georgia"/>
          <w:kern w:val="1"/>
        </w:rPr>
        <w:t>’</w:t>
      </w:r>
      <w:r w:rsidR="00BE611A">
        <w:rPr>
          <w:rFonts w:cs="Georgia"/>
          <w:kern w:val="1"/>
        </w:rPr>
        <w:t>est entêtée</w:t>
      </w:r>
      <w:r>
        <w:rPr>
          <w:rFonts w:cs="Georgia"/>
          <w:kern w:val="1"/>
        </w:rPr>
        <w:t xml:space="preserve">. </w:t>
      </w:r>
      <w:r w:rsidR="00BE611A">
        <w:rPr>
          <w:rFonts w:cs="Georgia"/>
          <w:kern w:val="1"/>
        </w:rPr>
        <w:t>Il est difficile de la blâmer</w:t>
      </w:r>
      <w:r>
        <w:rPr>
          <w:rFonts w:cs="Georgia"/>
          <w:kern w:val="1"/>
        </w:rPr>
        <w:t xml:space="preserve">, </w:t>
      </w:r>
      <w:r w:rsidR="00BE611A">
        <w:rPr>
          <w:rFonts w:cs="Georgia"/>
          <w:kern w:val="1"/>
        </w:rPr>
        <w:t>n</w:t>
      </w:r>
      <w:r>
        <w:rPr>
          <w:rFonts w:cs="Georgia"/>
          <w:kern w:val="1"/>
        </w:rPr>
        <w:t>’</w:t>
      </w:r>
      <w:r w:rsidR="00BE611A">
        <w:rPr>
          <w:rFonts w:cs="Georgia"/>
          <w:kern w:val="1"/>
        </w:rPr>
        <w:t>est-ce pas</w:t>
      </w:r>
      <w:r>
        <w:rPr>
          <w:rFonts w:cs="Georgia"/>
          <w:kern w:val="1"/>
        </w:rPr>
        <w:t> ?</w:t>
      </w:r>
    </w:p>
    <w:p w14:paraId="03430650" w14:textId="77777777" w:rsidR="000E1451" w:rsidRDefault="000E1451" w:rsidP="00BE611A">
      <w:pPr>
        <w:rPr>
          <w:rFonts w:cs="Georgia"/>
          <w:kern w:val="1"/>
        </w:rPr>
      </w:pPr>
      <w:r>
        <w:rPr>
          <w:rFonts w:cs="Georgia"/>
          <w:kern w:val="1"/>
        </w:rPr>
        <w:t>— </w:t>
      </w:r>
      <w:r w:rsidR="00BE611A">
        <w:rPr>
          <w:rFonts w:cs="Georgia"/>
          <w:kern w:val="1"/>
        </w:rPr>
        <w:t xml:space="preserve">Est-ce que je pourrais voir </w:t>
      </w:r>
      <w:r>
        <w:rPr>
          <w:rFonts w:cs="Georgia"/>
          <w:kern w:val="1"/>
        </w:rPr>
        <w:t>M</w:t>
      </w:r>
      <w:r w:rsidRPr="000E1451">
        <w:rPr>
          <w:rFonts w:cs="Georgia"/>
          <w:kern w:val="1"/>
          <w:vertAlign w:val="superscript"/>
        </w:rPr>
        <w:t>me</w:t>
      </w:r>
      <w:r>
        <w:rPr>
          <w:rFonts w:cs="Georgia"/>
          <w:kern w:val="1"/>
        </w:rPr>
        <w:t> </w:t>
      </w:r>
      <w:r w:rsidR="00BE611A">
        <w:rPr>
          <w:rFonts w:cs="Georgia"/>
          <w:kern w:val="1"/>
        </w:rPr>
        <w:t>Heurteloup</w:t>
      </w:r>
      <w:r>
        <w:rPr>
          <w:rFonts w:cs="Georgia"/>
          <w:kern w:val="1"/>
        </w:rPr>
        <w:t xml:space="preserve"> ? </w:t>
      </w:r>
      <w:r w:rsidR="00BE611A">
        <w:rPr>
          <w:rFonts w:cs="Georgia"/>
          <w:kern w:val="1"/>
        </w:rPr>
        <w:t>murmurai-je</w:t>
      </w:r>
      <w:r>
        <w:rPr>
          <w:rFonts w:cs="Georgia"/>
          <w:kern w:val="1"/>
        </w:rPr>
        <w:t xml:space="preserve">, </w:t>
      </w:r>
      <w:r w:rsidR="00BE611A">
        <w:rPr>
          <w:rFonts w:cs="Georgia"/>
          <w:kern w:val="1"/>
        </w:rPr>
        <w:t>l</w:t>
      </w:r>
      <w:r>
        <w:rPr>
          <w:rFonts w:cs="Georgia"/>
          <w:kern w:val="1"/>
        </w:rPr>
        <w:t>’</w:t>
      </w:r>
      <w:r w:rsidR="00BE611A">
        <w:rPr>
          <w:rFonts w:cs="Georgia"/>
          <w:kern w:val="1"/>
        </w:rPr>
        <w:t>œil toujours fixé sur ce rectangle de terre jaune</w:t>
      </w:r>
      <w:r>
        <w:rPr>
          <w:rFonts w:cs="Georgia"/>
          <w:kern w:val="1"/>
        </w:rPr>
        <w:t>.</w:t>
      </w:r>
    </w:p>
    <w:p w14:paraId="3D55D0D4" w14:textId="77777777" w:rsidR="000E1451" w:rsidRDefault="000E1451" w:rsidP="00BE611A">
      <w:pPr>
        <w:rPr>
          <w:rFonts w:cs="Georgia"/>
          <w:kern w:val="1"/>
        </w:rPr>
      </w:pPr>
      <w:r>
        <w:rPr>
          <w:rFonts w:cs="Georgia"/>
          <w:kern w:val="1"/>
        </w:rPr>
        <w:t>— </w:t>
      </w:r>
      <w:r w:rsidR="00BE611A">
        <w:rPr>
          <w:rFonts w:cs="Georgia"/>
          <w:kern w:val="1"/>
        </w:rPr>
        <w:t>On va lui dire de venir</w:t>
      </w:r>
      <w:r>
        <w:rPr>
          <w:rFonts w:cs="Georgia"/>
          <w:kern w:val="1"/>
        </w:rPr>
        <w:t xml:space="preserve">. </w:t>
      </w:r>
      <w:r w:rsidR="00BE611A">
        <w:rPr>
          <w:rFonts w:cs="Georgia"/>
          <w:kern w:val="1"/>
        </w:rPr>
        <w:t>Mais si</w:t>
      </w:r>
      <w:r>
        <w:rPr>
          <w:rFonts w:cs="Georgia"/>
          <w:kern w:val="1"/>
        </w:rPr>
        <w:t xml:space="preserve">, </w:t>
      </w:r>
      <w:r w:rsidR="00BE611A">
        <w:rPr>
          <w:rFonts w:cs="Georgia"/>
          <w:kern w:val="1"/>
        </w:rPr>
        <w:t>mais si</w:t>
      </w:r>
      <w:r>
        <w:rPr>
          <w:rFonts w:cs="Georgia"/>
          <w:kern w:val="1"/>
        </w:rPr>
        <w:t xml:space="preserve">. </w:t>
      </w:r>
      <w:r w:rsidR="00BE611A">
        <w:rPr>
          <w:rFonts w:cs="Georgia"/>
          <w:kern w:val="1"/>
        </w:rPr>
        <w:t>Ça ne la dérangera pas</w:t>
      </w:r>
      <w:r>
        <w:rPr>
          <w:rFonts w:cs="Georgia"/>
          <w:kern w:val="1"/>
        </w:rPr>
        <w:t xml:space="preserve">. </w:t>
      </w:r>
      <w:r w:rsidR="00BE611A">
        <w:rPr>
          <w:rFonts w:cs="Georgia"/>
          <w:kern w:val="1"/>
        </w:rPr>
        <w:t>C</w:t>
      </w:r>
      <w:r>
        <w:rPr>
          <w:rFonts w:cs="Georgia"/>
          <w:kern w:val="1"/>
        </w:rPr>
        <w:t>’</w:t>
      </w:r>
      <w:r w:rsidR="00BE611A">
        <w:rPr>
          <w:rFonts w:cs="Georgia"/>
          <w:kern w:val="1"/>
        </w:rPr>
        <w:t>est l</w:t>
      </w:r>
      <w:r>
        <w:rPr>
          <w:rFonts w:cs="Georgia"/>
          <w:kern w:val="1"/>
        </w:rPr>
        <w:t>’</w:t>
      </w:r>
      <w:r w:rsidR="00BE611A">
        <w:rPr>
          <w:rFonts w:cs="Georgia"/>
          <w:kern w:val="1"/>
        </w:rPr>
        <w:t>heure de sa promenade</w:t>
      </w:r>
      <w:r>
        <w:rPr>
          <w:rFonts w:cs="Georgia"/>
          <w:kern w:val="1"/>
        </w:rPr>
        <w:t xml:space="preserve">. </w:t>
      </w:r>
      <w:r w:rsidR="00BE611A">
        <w:rPr>
          <w:rFonts w:cs="Georgia"/>
          <w:kern w:val="1"/>
        </w:rPr>
        <w:t>Et puis</w:t>
      </w:r>
      <w:r>
        <w:rPr>
          <w:rFonts w:cs="Georgia"/>
          <w:kern w:val="1"/>
        </w:rPr>
        <w:t xml:space="preserve">, </w:t>
      </w:r>
      <w:r w:rsidR="00BE611A">
        <w:rPr>
          <w:rFonts w:cs="Georgia"/>
          <w:kern w:val="1"/>
        </w:rPr>
        <w:t>elle n</w:t>
      </w:r>
      <w:r>
        <w:rPr>
          <w:rFonts w:cs="Georgia"/>
          <w:kern w:val="1"/>
        </w:rPr>
        <w:t>’</w:t>
      </w:r>
      <w:r w:rsidR="00BE611A">
        <w:rPr>
          <w:rFonts w:cs="Georgia"/>
          <w:kern w:val="1"/>
        </w:rPr>
        <w:t>est pas ennemie d</w:t>
      </w:r>
      <w:r>
        <w:rPr>
          <w:rFonts w:cs="Georgia"/>
          <w:kern w:val="1"/>
        </w:rPr>
        <w:t>’</w:t>
      </w:r>
      <w:r w:rsidR="00BE611A">
        <w:rPr>
          <w:rFonts w:cs="Georgia"/>
          <w:kern w:val="1"/>
        </w:rPr>
        <w:t>un petit bout de causette</w:t>
      </w:r>
      <w:r>
        <w:rPr>
          <w:rFonts w:cs="Georgia"/>
          <w:kern w:val="1"/>
        </w:rPr>
        <w:t xml:space="preserve">. </w:t>
      </w:r>
      <w:r w:rsidR="00BE611A">
        <w:rPr>
          <w:rFonts w:cs="Georgia"/>
          <w:kern w:val="1"/>
        </w:rPr>
        <w:t>Père Moreau</w:t>
      </w:r>
      <w:r>
        <w:rPr>
          <w:rFonts w:cs="Georgia"/>
          <w:kern w:val="1"/>
        </w:rPr>
        <w:t xml:space="preserve">, </w:t>
      </w:r>
      <w:r w:rsidR="00BE611A">
        <w:rPr>
          <w:rFonts w:cs="Georgia"/>
          <w:kern w:val="1"/>
        </w:rPr>
        <w:t>allez donc la chercher</w:t>
      </w:r>
      <w:r>
        <w:rPr>
          <w:rFonts w:cs="Georgia"/>
          <w:kern w:val="1"/>
        </w:rPr>
        <w:t xml:space="preserve">… </w:t>
      </w:r>
      <w:r w:rsidR="00BE611A">
        <w:rPr>
          <w:rFonts w:cs="Georgia"/>
          <w:kern w:val="1"/>
        </w:rPr>
        <w:t>Mais voici l</w:t>
      </w:r>
      <w:r>
        <w:rPr>
          <w:rFonts w:cs="Georgia"/>
          <w:kern w:val="1"/>
        </w:rPr>
        <w:t>’</w:t>
      </w:r>
      <w:r w:rsidR="00BE611A">
        <w:rPr>
          <w:rFonts w:cs="Georgia"/>
          <w:kern w:val="1"/>
        </w:rPr>
        <w:t>abbé Damoiseau</w:t>
      </w:r>
      <w:r>
        <w:rPr>
          <w:rFonts w:cs="Georgia"/>
          <w:kern w:val="1"/>
        </w:rPr>
        <w:t xml:space="preserve">, </w:t>
      </w:r>
      <w:r w:rsidR="00BE611A">
        <w:rPr>
          <w:rFonts w:cs="Georgia"/>
          <w:kern w:val="1"/>
        </w:rPr>
        <w:t>qui va pouvoir également vous donner des détails</w:t>
      </w:r>
      <w:r>
        <w:rPr>
          <w:rFonts w:cs="Georgia"/>
          <w:kern w:val="1"/>
        </w:rPr>
        <w:t xml:space="preserve">. </w:t>
      </w:r>
      <w:r w:rsidR="00BE611A">
        <w:rPr>
          <w:rFonts w:cs="Georgia"/>
          <w:kern w:val="1"/>
        </w:rPr>
        <w:t>Vous n</w:t>
      </w:r>
      <w:r>
        <w:rPr>
          <w:rFonts w:cs="Georgia"/>
          <w:kern w:val="1"/>
        </w:rPr>
        <w:t>’</w:t>
      </w:r>
      <w:r w:rsidR="00BE611A">
        <w:rPr>
          <w:rFonts w:cs="Georgia"/>
          <w:kern w:val="1"/>
        </w:rPr>
        <w:t>êtes pas de trop</w:t>
      </w:r>
      <w:r>
        <w:rPr>
          <w:rFonts w:cs="Georgia"/>
          <w:kern w:val="1"/>
        </w:rPr>
        <w:t xml:space="preserve">, </w:t>
      </w:r>
      <w:r w:rsidR="00BE611A">
        <w:rPr>
          <w:rFonts w:cs="Georgia"/>
          <w:kern w:val="1"/>
        </w:rPr>
        <w:t>monsieur le Curé</w:t>
      </w:r>
      <w:r>
        <w:rPr>
          <w:rFonts w:cs="Georgia"/>
          <w:kern w:val="1"/>
        </w:rPr>
        <w:t xml:space="preserve">. </w:t>
      </w:r>
      <w:r w:rsidR="00BE611A">
        <w:rPr>
          <w:rFonts w:cs="Georgia"/>
          <w:kern w:val="1"/>
        </w:rPr>
        <w:t>Monsieur ici présent</w:t>
      </w:r>
      <w:r>
        <w:rPr>
          <w:rFonts w:cs="Georgia"/>
          <w:kern w:val="1"/>
        </w:rPr>
        <w:t xml:space="preserve">, </w:t>
      </w:r>
      <w:r w:rsidR="00BE611A">
        <w:rPr>
          <w:rFonts w:cs="Georgia"/>
          <w:kern w:val="1"/>
        </w:rPr>
        <w:t>est chargé de mission par le Ministère</w:t>
      </w:r>
      <w:r>
        <w:rPr>
          <w:rFonts w:cs="Georgia"/>
          <w:kern w:val="1"/>
        </w:rPr>
        <w:t xml:space="preserve">. </w:t>
      </w:r>
      <w:r w:rsidR="00BE611A">
        <w:rPr>
          <w:rFonts w:cs="Georgia"/>
          <w:kern w:val="1"/>
        </w:rPr>
        <w:t>Il désire recueillir quelques renseignements sur l</w:t>
      </w:r>
      <w:r>
        <w:rPr>
          <w:rFonts w:cs="Georgia"/>
          <w:kern w:val="1"/>
        </w:rPr>
        <w:t>’</w:t>
      </w:r>
      <w:r w:rsidR="00BE611A">
        <w:rPr>
          <w:rFonts w:cs="Georgia"/>
          <w:kern w:val="1"/>
        </w:rPr>
        <w:t>officier allemand qui est enterré là</w:t>
      </w:r>
      <w:r>
        <w:rPr>
          <w:rFonts w:cs="Georgia"/>
          <w:kern w:val="1"/>
        </w:rPr>
        <w:t xml:space="preserve">. </w:t>
      </w:r>
      <w:r w:rsidR="00BE611A">
        <w:rPr>
          <w:rFonts w:cs="Georgia"/>
          <w:kern w:val="1"/>
        </w:rPr>
        <w:t>C</w:t>
      </w:r>
      <w:r>
        <w:rPr>
          <w:rFonts w:cs="Georgia"/>
          <w:kern w:val="1"/>
        </w:rPr>
        <w:t>’</w:t>
      </w:r>
      <w:r w:rsidR="00BE611A">
        <w:rPr>
          <w:rFonts w:cs="Georgia"/>
          <w:kern w:val="1"/>
        </w:rPr>
        <w:t>est bien le 3</w:t>
      </w:r>
      <w:r>
        <w:rPr>
          <w:rFonts w:cs="Georgia"/>
          <w:kern w:val="1"/>
        </w:rPr>
        <w:t>0 septembre</w:t>
      </w:r>
      <w:r w:rsidR="00BE611A">
        <w:rPr>
          <w:rFonts w:cs="Georgia"/>
          <w:kern w:val="1"/>
        </w:rPr>
        <w:t xml:space="preserve"> qu</w:t>
      </w:r>
      <w:r>
        <w:rPr>
          <w:rFonts w:cs="Georgia"/>
          <w:kern w:val="1"/>
        </w:rPr>
        <w:t>’</w:t>
      </w:r>
      <w:r w:rsidR="00BE611A">
        <w:rPr>
          <w:rFonts w:cs="Georgia"/>
          <w:kern w:val="1"/>
        </w:rPr>
        <w:t>il a été atteint</w:t>
      </w:r>
      <w:r>
        <w:rPr>
          <w:rFonts w:cs="Georgia"/>
          <w:kern w:val="1"/>
        </w:rPr>
        <w:t xml:space="preserve">, </w:t>
      </w:r>
      <w:r w:rsidR="00BE611A">
        <w:rPr>
          <w:rFonts w:cs="Georgia"/>
          <w:kern w:val="1"/>
        </w:rPr>
        <w:t>n</w:t>
      </w:r>
      <w:r>
        <w:rPr>
          <w:rFonts w:cs="Georgia"/>
          <w:kern w:val="1"/>
        </w:rPr>
        <w:t>’</w:t>
      </w:r>
      <w:r w:rsidR="00BE611A">
        <w:rPr>
          <w:rFonts w:cs="Georgia"/>
          <w:kern w:val="1"/>
        </w:rPr>
        <w:t>est-ce pas</w:t>
      </w:r>
      <w:r>
        <w:rPr>
          <w:rFonts w:cs="Georgia"/>
          <w:kern w:val="1"/>
        </w:rPr>
        <w:t> ?</w:t>
      </w:r>
    </w:p>
    <w:p w14:paraId="20391D7A" w14:textId="77777777" w:rsidR="000E1451" w:rsidRDefault="00BE611A" w:rsidP="00BE611A">
      <w:pPr>
        <w:rPr>
          <w:rFonts w:cs="Georgia"/>
          <w:kern w:val="1"/>
        </w:rPr>
      </w:pPr>
      <w:r>
        <w:rPr>
          <w:rFonts w:cs="Georgia"/>
          <w:kern w:val="1"/>
        </w:rPr>
        <w:lastRenderedPageBreak/>
        <w:t>La révélation de mon caractère officiel n</w:t>
      </w:r>
      <w:r w:rsidR="000E1451">
        <w:rPr>
          <w:rFonts w:cs="Georgia"/>
          <w:kern w:val="1"/>
        </w:rPr>
        <w:t>’</w:t>
      </w:r>
      <w:r>
        <w:rPr>
          <w:rFonts w:cs="Georgia"/>
          <w:kern w:val="1"/>
        </w:rPr>
        <w:t>eut pas l</w:t>
      </w:r>
      <w:r w:rsidR="000E1451">
        <w:rPr>
          <w:rFonts w:cs="Georgia"/>
          <w:kern w:val="1"/>
        </w:rPr>
        <w:t>’</w:t>
      </w:r>
      <w:r>
        <w:rPr>
          <w:rFonts w:cs="Georgia"/>
          <w:kern w:val="1"/>
        </w:rPr>
        <w:t>air d</w:t>
      </w:r>
      <w:r w:rsidR="000E1451">
        <w:rPr>
          <w:rFonts w:cs="Georgia"/>
          <w:kern w:val="1"/>
        </w:rPr>
        <w:t>’</w:t>
      </w:r>
      <w:r>
        <w:rPr>
          <w:rFonts w:cs="Georgia"/>
          <w:kern w:val="1"/>
        </w:rPr>
        <w:t>impressionner le prêtre outre mesure</w:t>
      </w:r>
      <w:r w:rsidR="000E1451">
        <w:rPr>
          <w:rFonts w:cs="Georgia"/>
          <w:kern w:val="1"/>
        </w:rPr>
        <w:t>.</w:t>
      </w:r>
    </w:p>
    <w:p w14:paraId="4A2C8E3D" w14:textId="77777777" w:rsidR="000E1451" w:rsidRDefault="000E1451" w:rsidP="00BE611A">
      <w:pPr>
        <w:rPr>
          <w:rFonts w:cs="Georgia"/>
          <w:kern w:val="1"/>
        </w:rPr>
      </w:pPr>
      <w:r>
        <w:rPr>
          <w:rFonts w:cs="Georgia"/>
          <w:kern w:val="1"/>
        </w:rPr>
        <w:t>— </w:t>
      </w:r>
      <w:r w:rsidR="00BE611A">
        <w:rPr>
          <w:rFonts w:cs="Georgia"/>
          <w:kern w:val="1"/>
        </w:rPr>
        <w:t>Le Ministère ferait mieux de veiller à notre ravitaillement</w:t>
      </w:r>
      <w:r>
        <w:rPr>
          <w:rFonts w:cs="Georgia"/>
          <w:kern w:val="1"/>
        </w:rPr>
        <w:t xml:space="preserve">, </w:t>
      </w:r>
      <w:r w:rsidR="00BE611A">
        <w:rPr>
          <w:rFonts w:cs="Georgia"/>
          <w:kern w:val="1"/>
        </w:rPr>
        <w:t>grommela-t-il</w:t>
      </w:r>
      <w:r>
        <w:rPr>
          <w:rFonts w:cs="Georgia"/>
          <w:kern w:val="1"/>
        </w:rPr>
        <w:t xml:space="preserve">. </w:t>
      </w:r>
      <w:r w:rsidR="00BE611A">
        <w:rPr>
          <w:rFonts w:cs="Georgia"/>
          <w:kern w:val="1"/>
        </w:rPr>
        <w:t>Quant à savoir si c</w:t>
      </w:r>
      <w:r>
        <w:rPr>
          <w:rFonts w:cs="Georgia"/>
          <w:kern w:val="1"/>
        </w:rPr>
        <w:t>’</w:t>
      </w:r>
      <w:r w:rsidR="00BE611A">
        <w:rPr>
          <w:rFonts w:cs="Georgia"/>
          <w:kern w:val="1"/>
        </w:rPr>
        <w:t>est bien le 3</w:t>
      </w:r>
      <w:r>
        <w:rPr>
          <w:rFonts w:cs="Georgia"/>
          <w:kern w:val="1"/>
        </w:rPr>
        <w:t>0 septembre</w:t>
      </w:r>
      <w:r w:rsidR="00BE611A">
        <w:rPr>
          <w:rFonts w:cs="Georgia"/>
          <w:kern w:val="1"/>
        </w:rPr>
        <w:t xml:space="preserve"> que le commandant allemand a été blessé</w:t>
      </w:r>
      <w:r>
        <w:rPr>
          <w:rFonts w:cs="Georgia"/>
          <w:kern w:val="1"/>
        </w:rPr>
        <w:t xml:space="preserve">, </w:t>
      </w:r>
      <w:r w:rsidR="00BE611A">
        <w:rPr>
          <w:rFonts w:cs="Georgia"/>
          <w:kern w:val="1"/>
        </w:rPr>
        <w:t>il n</w:t>
      </w:r>
      <w:r>
        <w:rPr>
          <w:rFonts w:cs="Georgia"/>
          <w:kern w:val="1"/>
        </w:rPr>
        <w:t>’</w:t>
      </w:r>
      <w:r w:rsidR="00BE611A">
        <w:rPr>
          <w:rFonts w:cs="Georgia"/>
          <w:kern w:val="1"/>
        </w:rPr>
        <w:t>y a pas moyen de se tromper</w:t>
      </w:r>
      <w:r>
        <w:rPr>
          <w:rFonts w:cs="Georgia"/>
          <w:kern w:val="1"/>
        </w:rPr>
        <w:t xml:space="preserve">, </w:t>
      </w:r>
      <w:r w:rsidR="00BE611A">
        <w:rPr>
          <w:rFonts w:cs="Georgia"/>
          <w:kern w:val="1"/>
        </w:rPr>
        <w:t>puisque c</w:t>
      </w:r>
      <w:r>
        <w:rPr>
          <w:rFonts w:cs="Georgia"/>
          <w:kern w:val="1"/>
        </w:rPr>
        <w:t>’</w:t>
      </w:r>
      <w:r w:rsidR="00BE611A">
        <w:rPr>
          <w:rFonts w:cs="Georgia"/>
          <w:kern w:val="1"/>
        </w:rPr>
        <w:t>est le jour où nos troupes ont repris le village</w:t>
      </w:r>
      <w:r>
        <w:rPr>
          <w:rFonts w:cs="Georgia"/>
          <w:kern w:val="1"/>
        </w:rPr>
        <w:t>.</w:t>
      </w:r>
    </w:p>
    <w:p w14:paraId="2A59877D" w14:textId="77777777" w:rsidR="000E1451" w:rsidRDefault="000E1451" w:rsidP="00BE611A">
      <w:pPr>
        <w:rPr>
          <w:rFonts w:cs="Georgia"/>
          <w:kern w:val="1"/>
        </w:rPr>
      </w:pPr>
      <w:r>
        <w:rPr>
          <w:rFonts w:cs="Georgia"/>
          <w:kern w:val="1"/>
        </w:rPr>
        <w:t>— </w:t>
      </w:r>
      <w:r w:rsidR="00BE611A">
        <w:rPr>
          <w:rFonts w:cs="Georgia"/>
          <w:kern w:val="1"/>
        </w:rPr>
        <w:t>Vous avez eu l</w:t>
      </w:r>
      <w:r>
        <w:rPr>
          <w:rFonts w:cs="Georgia"/>
          <w:kern w:val="1"/>
        </w:rPr>
        <w:t>’</w:t>
      </w:r>
      <w:r w:rsidR="00BE611A">
        <w:rPr>
          <w:rFonts w:cs="Georgia"/>
          <w:kern w:val="1"/>
        </w:rPr>
        <w:t>occasion</w:t>
      </w:r>
      <w:r>
        <w:rPr>
          <w:rFonts w:cs="Georgia"/>
          <w:kern w:val="1"/>
        </w:rPr>
        <w:t xml:space="preserve">, </w:t>
      </w:r>
      <w:r w:rsidR="00BE611A">
        <w:rPr>
          <w:rFonts w:cs="Georgia"/>
          <w:kern w:val="1"/>
        </w:rPr>
        <w:t>monsieur le Curé</w:t>
      </w:r>
      <w:r>
        <w:rPr>
          <w:rFonts w:cs="Georgia"/>
          <w:kern w:val="1"/>
        </w:rPr>
        <w:t xml:space="preserve">, </w:t>
      </w:r>
      <w:r w:rsidR="00BE611A">
        <w:rPr>
          <w:rFonts w:cs="Georgia"/>
          <w:kern w:val="1"/>
        </w:rPr>
        <w:t>d</w:t>
      </w:r>
      <w:r>
        <w:rPr>
          <w:rFonts w:cs="Georgia"/>
          <w:kern w:val="1"/>
        </w:rPr>
        <w:t>’</w:t>
      </w:r>
      <w:r w:rsidR="00BE611A">
        <w:rPr>
          <w:rFonts w:cs="Georgia"/>
          <w:kern w:val="1"/>
        </w:rPr>
        <w:t>approcher le commandant de Reichendorf</w:t>
      </w:r>
      <w:r>
        <w:rPr>
          <w:rFonts w:cs="Georgia"/>
          <w:kern w:val="1"/>
        </w:rPr>
        <w:t> ?</w:t>
      </w:r>
    </w:p>
    <w:p w14:paraId="47AF8B45" w14:textId="77777777" w:rsidR="000E1451" w:rsidRDefault="000E1451" w:rsidP="00BE611A">
      <w:pPr>
        <w:rPr>
          <w:rFonts w:cs="Georgia"/>
          <w:kern w:val="1"/>
        </w:rPr>
      </w:pPr>
      <w:r>
        <w:rPr>
          <w:rFonts w:cs="Georgia"/>
          <w:kern w:val="1"/>
        </w:rPr>
        <w:t>— </w:t>
      </w:r>
      <w:r w:rsidR="00BE611A">
        <w:rPr>
          <w:rFonts w:cs="Georgia"/>
          <w:kern w:val="1"/>
        </w:rPr>
        <w:t>Je lui ai adressé la parole deux ou trois fois</w:t>
      </w:r>
      <w:r>
        <w:rPr>
          <w:rFonts w:cs="Georgia"/>
          <w:kern w:val="1"/>
        </w:rPr>
        <w:t xml:space="preserve">. </w:t>
      </w:r>
      <w:r w:rsidR="00BE611A">
        <w:rPr>
          <w:rFonts w:cs="Georgia"/>
          <w:kern w:val="1"/>
        </w:rPr>
        <w:t>Le bataillon qu</w:t>
      </w:r>
      <w:r>
        <w:rPr>
          <w:rFonts w:cs="Georgia"/>
          <w:kern w:val="1"/>
        </w:rPr>
        <w:t>’</w:t>
      </w:r>
      <w:r w:rsidR="00BE611A">
        <w:rPr>
          <w:rFonts w:cs="Georgia"/>
          <w:kern w:val="1"/>
        </w:rPr>
        <w:t>il commandait était dans le village depuis le 2</w:t>
      </w:r>
      <w:r>
        <w:rPr>
          <w:rFonts w:cs="Georgia"/>
          <w:kern w:val="1"/>
        </w:rPr>
        <w:t xml:space="preserve">0 septembre, </w:t>
      </w:r>
      <w:r w:rsidR="00BE611A">
        <w:rPr>
          <w:rFonts w:cs="Georgia"/>
          <w:kern w:val="1"/>
        </w:rPr>
        <w:t>avec l</w:t>
      </w:r>
      <w:r>
        <w:rPr>
          <w:rFonts w:cs="Georgia"/>
          <w:kern w:val="1"/>
        </w:rPr>
        <w:t>’</w:t>
      </w:r>
      <w:r w:rsidR="00BE611A">
        <w:rPr>
          <w:rFonts w:cs="Georgia"/>
          <w:kern w:val="1"/>
        </w:rPr>
        <w:t>ordre d</w:t>
      </w:r>
      <w:r>
        <w:rPr>
          <w:rFonts w:cs="Georgia"/>
          <w:kern w:val="1"/>
        </w:rPr>
        <w:t>’</w:t>
      </w:r>
      <w:r w:rsidR="00BE611A">
        <w:rPr>
          <w:rFonts w:cs="Georgia"/>
          <w:kern w:val="1"/>
        </w:rPr>
        <w:t>y tenir jusqu</w:t>
      </w:r>
      <w:r>
        <w:rPr>
          <w:rFonts w:cs="Georgia"/>
          <w:kern w:val="1"/>
        </w:rPr>
        <w:t>’</w:t>
      </w:r>
      <w:r w:rsidR="00BE611A">
        <w:rPr>
          <w:rFonts w:cs="Georgia"/>
          <w:kern w:val="1"/>
        </w:rPr>
        <w:t>au bout</w:t>
      </w:r>
      <w:r>
        <w:rPr>
          <w:rFonts w:cs="Georgia"/>
          <w:kern w:val="1"/>
        </w:rPr>
        <w:t xml:space="preserve">. </w:t>
      </w:r>
      <w:r w:rsidR="00BE611A">
        <w:rPr>
          <w:rFonts w:cs="Georgia"/>
          <w:kern w:val="1"/>
        </w:rPr>
        <w:t>C</w:t>
      </w:r>
      <w:r>
        <w:rPr>
          <w:rFonts w:cs="Georgia"/>
          <w:kern w:val="1"/>
        </w:rPr>
        <w:t>’</w:t>
      </w:r>
      <w:r w:rsidR="00BE611A">
        <w:rPr>
          <w:rFonts w:cs="Georgia"/>
          <w:kern w:val="1"/>
        </w:rPr>
        <w:t>était un homme mince et grand</w:t>
      </w:r>
      <w:r>
        <w:rPr>
          <w:rFonts w:cs="Georgia"/>
          <w:kern w:val="1"/>
        </w:rPr>
        <w:t xml:space="preserve">, </w:t>
      </w:r>
      <w:r w:rsidR="00BE611A">
        <w:rPr>
          <w:rFonts w:cs="Georgia"/>
          <w:kern w:val="1"/>
        </w:rPr>
        <w:t>un peu chauve</w:t>
      </w:r>
      <w:r>
        <w:rPr>
          <w:rFonts w:cs="Georgia"/>
          <w:kern w:val="1"/>
        </w:rPr>
        <w:t xml:space="preserve">. </w:t>
      </w:r>
      <w:r w:rsidR="00BE611A">
        <w:rPr>
          <w:rFonts w:cs="Georgia"/>
          <w:kern w:val="1"/>
        </w:rPr>
        <w:t xml:space="preserve">Il a été très correct avec </w:t>
      </w:r>
      <w:r w:rsidR="00BE611A">
        <w:rPr>
          <w:rFonts w:cs="Georgia"/>
          <w:bCs/>
          <w:kern w:val="1"/>
        </w:rPr>
        <w:t>moi</w:t>
      </w:r>
      <w:r>
        <w:rPr>
          <w:rFonts w:cs="Georgia"/>
          <w:bCs/>
          <w:kern w:val="1"/>
        </w:rPr>
        <w:t xml:space="preserve">. </w:t>
      </w:r>
      <w:r w:rsidR="00BE611A">
        <w:rPr>
          <w:rFonts w:cs="Georgia"/>
          <w:kern w:val="1"/>
        </w:rPr>
        <w:t>Il ne parlait d</w:t>
      </w:r>
      <w:r>
        <w:rPr>
          <w:rFonts w:cs="Georgia"/>
          <w:kern w:val="1"/>
        </w:rPr>
        <w:t>’</w:t>
      </w:r>
      <w:r w:rsidR="00BE611A">
        <w:rPr>
          <w:rFonts w:cs="Georgia"/>
          <w:kern w:val="1"/>
        </w:rPr>
        <w:t>ailleurs presque pas</w:t>
      </w:r>
      <w:r>
        <w:rPr>
          <w:rFonts w:cs="Georgia"/>
          <w:kern w:val="1"/>
        </w:rPr>
        <w:t>.</w:t>
      </w:r>
    </w:p>
    <w:p w14:paraId="347EAD22" w14:textId="77777777" w:rsidR="000E1451" w:rsidRDefault="000E1451" w:rsidP="00BE611A">
      <w:pPr>
        <w:rPr>
          <w:rFonts w:cs="Georgia"/>
          <w:kern w:val="1"/>
        </w:rPr>
      </w:pPr>
      <w:r>
        <w:rPr>
          <w:rFonts w:cs="Georgia"/>
          <w:kern w:val="1"/>
        </w:rPr>
        <w:t>— </w:t>
      </w:r>
      <w:r w:rsidR="00BE611A">
        <w:rPr>
          <w:rFonts w:cs="Georgia"/>
          <w:kern w:val="1"/>
        </w:rPr>
        <w:t>Comment est-il mort</w:t>
      </w:r>
      <w:r>
        <w:rPr>
          <w:rFonts w:cs="Georgia"/>
          <w:kern w:val="1"/>
        </w:rPr>
        <w:t> ?</w:t>
      </w:r>
    </w:p>
    <w:p w14:paraId="7AC4CDBC" w14:textId="77777777" w:rsidR="000E1451" w:rsidRDefault="000E1451" w:rsidP="00BE611A">
      <w:pPr>
        <w:rPr>
          <w:rFonts w:cs="Georgia"/>
          <w:kern w:val="1"/>
        </w:rPr>
      </w:pPr>
      <w:r>
        <w:rPr>
          <w:rFonts w:cs="Georgia"/>
          <w:kern w:val="1"/>
        </w:rPr>
        <w:t>— </w:t>
      </w:r>
      <w:r w:rsidR="00BE611A">
        <w:rPr>
          <w:rFonts w:cs="Georgia"/>
          <w:kern w:val="1"/>
        </w:rPr>
        <w:t>Je vais vous le dire à peu près</w:t>
      </w:r>
      <w:r>
        <w:rPr>
          <w:rFonts w:cs="Georgia"/>
          <w:kern w:val="1"/>
        </w:rPr>
        <w:t xml:space="preserve">. </w:t>
      </w:r>
      <w:r w:rsidR="00BE611A">
        <w:rPr>
          <w:rFonts w:cs="Georgia"/>
          <w:kern w:val="1"/>
        </w:rPr>
        <w:t>Ce sont les chasseurs à pied qui</w:t>
      </w:r>
      <w:r>
        <w:rPr>
          <w:rFonts w:cs="Georgia"/>
          <w:kern w:val="1"/>
        </w:rPr>
        <w:t xml:space="preserve">, </w:t>
      </w:r>
      <w:r w:rsidR="00BE611A">
        <w:rPr>
          <w:rFonts w:cs="Georgia"/>
          <w:kern w:val="1"/>
        </w:rPr>
        <w:t>dans la matinée du 30</w:t>
      </w:r>
      <w:r>
        <w:rPr>
          <w:rFonts w:cs="Georgia"/>
          <w:kern w:val="1"/>
        </w:rPr>
        <w:t xml:space="preserve">, </w:t>
      </w:r>
      <w:r w:rsidR="00BE611A">
        <w:rPr>
          <w:rFonts w:cs="Georgia"/>
          <w:kern w:val="1"/>
        </w:rPr>
        <w:t>se sont emparés du village</w:t>
      </w:r>
      <w:r>
        <w:rPr>
          <w:rFonts w:cs="Georgia"/>
          <w:kern w:val="1"/>
        </w:rPr>
        <w:t xml:space="preserve">. </w:t>
      </w:r>
      <w:r w:rsidR="00BE611A">
        <w:rPr>
          <w:rFonts w:cs="Georgia"/>
          <w:kern w:val="1"/>
        </w:rPr>
        <w:t>Les Allemands avaient établi à la lisière sud plusieurs nids de mitrailleuses</w:t>
      </w:r>
      <w:r>
        <w:rPr>
          <w:rFonts w:cs="Georgia"/>
          <w:kern w:val="1"/>
        </w:rPr>
        <w:t xml:space="preserve">. </w:t>
      </w:r>
      <w:r w:rsidR="00BE611A">
        <w:rPr>
          <w:rFonts w:cs="Georgia"/>
          <w:kern w:val="1"/>
        </w:rPr>
        <w:t>Ce sont ces mitrailleuses qui ont arrêté longtemps l</w:t>
      </w:r>
      <w:r>
        <w:rPr>
          <w:rFonts w:cs="Georgia"/>
          <w:kern w:val="1"/>
        </w:rPr>
        <w:t>’</w:t>
      </w:r>
      <w:r w:rsidR="00BE611A">
        <w:rPr>
          <w:rFonts w:cs="Georgia"/>
          <w:kern w:val="1"/>
        </w:rPr>
        <w:t>avance des nôtres</w:t>
      </w:r>
      <w:r>
        <w:rPr>
          <w:rFonts w:cs="Georgia"/>
          <w:kern w:val="1"/>
        </w:rPr>
        <w:t xml:space="preserve">. </w:t>
      </w:r>
      <w:r w:rsidR="00BE611A">
        <w:rPr>
          <w:rFonts w:cs="Georgia"/>
          <w:kern w:val="1"/>
        </w:rPr>
        <w:t>Quand le commandant de Reichendorf a vu qu</w:t>
      </w:r>
      <w:r>
        <w:rPr>
          <w:rFonts w:cs="Georgia"/>
          <w:kern w:val="1"/>
        </w:rPr>
        <w:t>’</w:t>
      </w:r>
      <w:r w:rsidR="00BE611A">
        <w:rPr>
          <w:rFonts w:cs="Georgia"/>
          <w:kern w:val="1"/>
        </w:rPr>
        <w:t xml:space="preserve">il ne restait à </w:t>
      </w:r>
      <w:r w:rsidR="00BE611A">
        <w:rPr>
          <w:rFonts w:cs="Georgia"/>
          <w:bCs/>
          <w:kern w:val="1"/>
        </w:rPr>
        <w:t>peu</w:t>
      </w:r>
      <w:r w:rsidR="00BE611A">
        <w:rPr>
          <w:rFonts w:cs="Georgia"/>
          <w:kern w:val="1"/>
        </w:rPr>
        <w:t xml:space="preserve"> près plus rien de son bataillon</w:t>
      </w:r>
      <w:r>
        <w:rPr>
          <w:rFonts w:cs="Georgia"/>
          <w:kern w:val="1"/>
        </w:rPr>
        <w:t xml:space="preserve">, </w:t>
      </w:r>
      <w:r w:rsidR="00BE611A">
        <w:rPr>
          <w:rFonts w:cs="Georgia"/>
          <w:kern w:val="1"/>
        </w:rPr>
        <w:t>il est venu rejoindre ses mitrailleurs et il a servi lui-même une pièce jusqu</w:t>
      </w:r>
      <w:r>
        <w:rPr>
          <w:rFonts w:cs="Georgia"/>
          <w:kern w:val="1"/>
        </w:rPr>
        <w:t>’</w:t>
      </w:r>
      <w:r w:rsidR="00BE611A">
        <w:rPr>
          <w:rFonts w:cs="Georgia"/>
          <w:kern w:val="1"/>
        </w:rPr>
        <w:t>au moment où il est tombé</w:t>
      </w:r>
      <w:r>
        <w:rPr>
          <w:rFonts w:cs="Georgia"/>
          <w:kern w:val="1"/>
        </w:rPr>
        <w:t xml:space="preserve">. </w:t>
      </w:r>
      <w:r w:rsidR="00BE611A">
        <w:rPr>
          <w:rFonts w:cs="Georgia"/>
          <w:kern w:val="1"/>
        </w:rPr>
        <w:t>En entendant les cris de nos soldats</w:t>
      </w:r>
      <w:r>
        <w:rPr>
          <w:rFonts w:cs="Georgia"/>
          <w:kern w:val="1"/>
        </w:rPr>
        <w:t xml:space="preserve">, </w:t>
      </w:r>
      <w:r w:rsidR="00BE611A">
        <w:rPr>
          <w:rFonts w:cs="Georgia"/>
          <w:kern w:val="1"/>
        </w:rPr>
        <w:t>nous sommes sortis des caves</w:t>
      </w:r>
      <w:r>
        <w:rPr>
          <w:rFonts w:cs="Georgia"/>
          <w:kern w:val="1"/>
        </w:rPr>
        <w:t xml:space="preserve">. </w:t>
      </w:r>
      <w:r w:rsidR="00BE611A">
        <w:rPr>
          <w:rFonts w:cs="Georgia"/>
          <w:kern w:val="1"/>
        </w:rPr>
        <w:t>Les chasseurs passaient en courant</w:t>
      </w:r>
      <w:r>
        <w:rPr>
          <w:rFonts w:cs="Georgia"/>
          <w:kern w:val="1"/>
        </w:rPr>
        <w:t xml:space="preserve">. </w:t>
      </w:r>
      <w:r w:rsidR="00BE611A">
        <w:rPr>
          <w:rFonts w:cs="Georgia"/>
          <w:kern w:val="1"/>
        </w:rPr>
        <w:t>Un capitaine</w:t>
      </w:r>
      <w:r>
        <w:rPr>
          <w:rFonts w:cs="Georgia"/>
          <w:kern w:val="1"/>
        </w:rPr>
        <w:t xml:space="preserve">, </w:t>
      </w:r>
      <w:r w:rsidR="00BE611A">
        <w:rPr>
          <w:rFonts w:cs="Georgia"/>
          <w:kern w:val="1"/>
        </w:rPr>
        <w:t>blessé lui aussi</w:t>
      </w:r>
      <w:r>
        <w:rPr>
          <w:rFonts w:cs="Georgia"/>
          <w:kern w:val="1"/>
        </w:rPr>
        <w:t xml:space="preserve">, </w:t>
      </w:r>
      <w:r w:rsidR="00BE611A">
        <w:rPr>
          <w:rFonts w:cs="Georgia"/>
          <w:kern w:val="1"/>
        </w:rPr>
        <w:t>m</w:t>
      </w:r>
      <w:r>
        <w:rPr>
          <w:rFonts w:cs="Georgia"/>
          <w:kern w:val="1"/>
        </w:rPr>
        <w:t>’</w:t>
      </w:r>
      <w:r w:rsidR="00BE611A">
        <w:rPr>
          <w:rFonts w:cs="Georgia"/>
          <w:kern w:val="1"/>
        </w:rPr>
        <w:t>a crié</w:t>
      </w:r>
      <w:r>
        <w:rPr>
          <w:rFonts w:cs="Georgia"/>
          <w:kern w:val="1"/>
        </w:rPr>
        <w:t> : « </w:t>
      </w:r>
      <w:r w:rsidR="00BE611A">
        <w:rPr>
          <w:rFonts w:cs="Georgia"/>
          <w:kern w:val="1"/>
        </w:rPr>
        <w:t>Allez donc voir</w:t>
      </w:r>
      <w:r>
        <w:rPr>
          <w:rFonts w:cs="Georgia"/>
          <w:kern w:val="1"/>
        </w:rPr>
        <w:t xml:space="preserve">, </w:t>
      </w:r>
      <w:r w:rsidR="00BE611A">
        <w:rPr>
          <w:rFonts w:cs="Georgia"/>
          <w:kern w:val="1"/>
        </w:rPr>
        <w:t>monsieur le Curé</w:t>
      </w:r>
      <w:r>
        <w:rPr>
          <w:rFonts w:cs="Georgia"/>
          <w:kern w:val="1"/>
        </w:rPr>
        <w:t xml:space="preserve">. </w:t>
      </w:r>
      <w:r w:rsidR="00BE611A">
        <w:rPr>
          <w:rFonts w:cs="Georgia"/>
          <w:kern w:val="1"/>
        </w:rPr>
        <w:t>À cent mètres d</w:t>
      </w:r>
      <w:r>
        <w:rPr>
          <w:rFonts w:cs="Georgia"/>
          <w:kern w:val="1"/>
        </w:rPr>
        <w:t>’</w:t>
      </w:r>
      <w:r w:rsidR="00BE611A">
        <w:rPr>
          <w:rFonts w:cs="Georgia"/>
          <w:kern w:val="1"/>
        </w:rPr>
        <w:t>ici</w:t>
      </w:r>
      <w:r>
        <w:rPr>
          <w:rFonts w:cs="Georgia"/>
          <w:kern w:val="1"/>
        </w:rPr>
        <w:t xml:space="preserve">, </w:t>
      </w:r>
      <w:r w:rsidR="00BE611A">
        <w:rPr>
          <w:rFonts w:cs="Georgia"/>
          <w:kern w:val="1"/>
        </w:rPr>
        <w:t>il y a un commandant allemand qui râle</w:t>
      </w:r>
      <w:r>
        <w:rPr>
          <w:rFonts w:cs="Georgia"/>
          <w:kern w:val="1"/>
        </w:rPr>
        <w:t xml:space="preserve">. </w:t>
      </w:r>
      <w:r w:rsidR="00BE611A">
        <w:rPr>
          <w:rFonts w:cs="Georgia"/>
          <w:kern w:val="1"/>
        </w:rPr>
        <w:t>Ce cochon-là nous a fait du mal</w:t>
      </w:r>
      <w:r>
        <w:rPr>
          <w:rFonts w:cs="Georgia"/>
          <w:kern w:val="1"/>
        </w:rPr>
        <w:t xml:space="preserve">. </w:t>
      </w:r>
      <w:r w:rsidR="00BE611A">
        <w:rPr>
          <w:rFonts w:cs="Georgia"/>
          <w:kern w:val="1"/>
        </w:rPr>
        <w:t>Mais pour un brave</w:t>
      </w:r>
      <w:r>
        <w:rPr>
          <w:rFonts w:cs="Georgia"/>
          <w:kern w:val="1"/>
        </w:rPr>
        <w:t xml:space="preserve">, </w:t>
      </w:r>
      <w:r w:rsidR="00BE611A">
        <w:rPr>
          <w:rFonts w:cs="Georgia"/>
          <w:kern w:val="1"/>
        </w:rPr>
        <w:t>c</w:t>
      </w:r>
      <w:r>
        <w:rPr>
          <w:rFonts w:cs="Georgia"/>
          <w:kern w:val="1"/>
        </w:rPr>
        <w:t>’</w:t>
      </w:r>
      <w:r w:rsidR="00BE611A">
        <w:rPr>
          <w:rFonts w:cs="Georgia"/>
          <w:kern w:val="1"/>
        </w:rPr>
        <w:t>était un brave</w:t>
      </w:r>
      <w:r>
        <w:rPr>
          <w:rFonts w:cs="Georgia"/>
          <w:kern w:val="1"/>
        </w:rPr>
        <w:t xml:space="preserve">. </w:t>
      </w:r>
      <w:r w:rsidR="00BE611A">
        <w:rPr>
          <w:rFonts w:cs="Georgia"/>
          <w:kern w:val="1"/>
        </w:rPr>
        <w:t>Nous</w:t>
      </w:r>
      <w:r>
        <w:rPr>
          <w:rFonts w:cs="Georgia"/>
          <w:kern w:val="1"/>
        </w:rPr>
        <w:t xml:space="preserve">, </w:t>
      </w:r>
      <w:r w:rsidR="00BE611A">
        <w:rPr>
          <w:rFonts w:cs="Georgia"/>
          <w:kern w:val="1"/>
        </w:rPr>
        <w:t>nous continuons la progression</w:t>
      </w:r>
      <w:r>
        <w:rPr>
          <w:rFonts w:cs="Georgia"/>
          <w:kern w:val="1"/>
        </w:rPr>
        <w:t>. »</w:t>
      </w:r>
      <w:r w:rsidR="00BE611A">
        <w:rPr>
          <w:rFonts w:cs="Georgia"/>
          <w:kern w:val="1"/>
        </w:rPr>
        <w:t xml:space="preserve"> J</w:t>
      </w:r>
      <w:r>
        <w:rPr>
          <w:rFonts w:cs="Georgia"/>
          <w:kern w:val="1"/>
        </w:rPr>
        <w:t>’</w:t>
      </w:r>
      <w:r w:rsidR="00BE611A">
        <w:rPr>
          <w:rFonts w:cs="Georgia"/>
          <w:kern w:val="1"/>
        </w:rPr>
        <w:t>ai vite retrouvé mon homme</w:t>
      </w:r>
      <w:r>
        <w:rPr>
          <w:rFonts w:cs="Georgia"/>
          <w:kern w:val="1"/>
        </w:rPr>
        <w:t xml:space="preserve">. </w:t>
      </w:r>
      <w:r w:rsidR="00BE611A">
        <w:rPr>
          <w:rFonts w:cs="Georgia"/>
          <w:kern w:val="1"/>
        </w:rPr>
        <w:t xml:space="preserve">Il avait une </w:t>
      </w:r>
      <w:r w:rsidR="00BE611A">
        <w:rPr>
          <w:rFonts w:cs="Georgia"/>
          <w:kern w:val="1"/>
        </w:rPr>
        <w:lastRenderedPageBreak/>
        <w:t>balle dans la tête</w:t>
      </w:r>
      <w:r>
        <w:rPr>
          <w:rFonts w:cs="Georgia"/>
          <w:kern w:val="1"/>
        </w:rPr>
        <w:t xml:space="preserve">, </w:t>
      </w:r>
      <w:r w:rsidR="00BE611A">
        <w:rPr>
          <w:rFonts w:cs="Georgia"/>
          <w:kern w:val="1"/>
        </w:rPr>
        <w:t>un peu plus haut que la tempe</w:t>
      </w:r>
      <w:r>
        <w:rPr>
          <w:rFonts w:cs="Georgia"/>
          <w:kern w:val="1"/>
        </w:rPr>
        <w:t xml:space="preserve">, </w:t>
      </w:r>
      <w:r w:rsidR="00BE611A">
        <w:rPr>
          <w:rFonts w:cs="Georgia"/>
          <w:kern w:val="1"/>
        </w:rPr>
        <w:t>et une autre dans la poitrine</w:t>
      </w:r>
      <w:r>
        <w:rPr>
          <w:rFonts w:cs="Georgia"/>
          <w:kern w:val="1"/>
        </w:rPr>
        <w:t xml:space="preserve">. </w:t>
      </w:r>
      <w:r w:rsidR="00BE611A">
        <w:rPr>
          <w:rFonts w:cs="Georgia"/>
          <w:kern w:val="1"/>
        </w:rPr>
        <w:t>Je l</w:t>
      </w:r>
      <w:r>
        <w:rPr>
          <w:rFonts w:cs="Georgia"/>
          <w:kern w:val="1"/>
        </w:rPr>
        <w:t>’</w:t>
      </w:r>
      <w:r w:rsidR="00BE611A">
        <w:rPr>
          <w:rFonts w:cs="Georgia"/>
          <w:kern w:val="1"/>
        </w:rPr>
        <w:t>ai fait porter dans la maison la plus proche</w:t>
      </w:r>
      <w:r>
        <w:rPr>
          <w:rFonts w:cs="Georgia"/>
          <w:kern w:val="1"/>
        </w:rPr>
        <w:t xml:space="preserve">, </w:t>
      </w:r>
      <w:r w:rsidR="00BE611A">
        <w:rPr>
          <w:rFonts w:cs="Georgia"/>
          <w:kern w:val="1"/>
        </w:rPr>
        <w:t xml:space="preserve">qui était celle de </w:t>
      </w:r>
      <w:r>
        <w:rPr>
          <w:rFonts w:cs="Georgia"/>
          <w:kern w:val="1"/>
        </w:rPr>
        <w:t>M</w:t>
      </w:r>
      <w:r w:rsidRPr="000E1451">
        <w:rPr>
          <w:rFonts w:cs="Georgia"/>
          <w:kern w:val="1"/>
          <w:vertAlign w:val="superscript"/>
        </w:rPr>
        <w:t>me</w:t>
      </w:r>
      <w:r>
        <w:rPr>
          <w:rFonts w:cs="Georgia"/>
          <w:kern w:val="1"/>
        </w:rPr>
        <w:t> </w:t>
      </w:r>
      <w:r w:rsidR="00BE611A">
        <w:rPr>
          <w:rFonts w:cs="Georgia"/>
          <w:kern w:val="1"/>
        </w:rPr>
        <w:t>Heurteloup</w:t>
      </w:r>
      <w:r>
        <w:rPr>
          <w:rFonts w:cs="Georgia"/>
          <w:kern w:val="1"/>
        </w:rPr>
        <w:t xml:space="preserve">. </w:t>
      </w:r>
      <w:r w:rsidR="00BE611A">
        <w:rPr>
          <w:rFonts w:cs="Georgia"/>
          <w:bCs/>
          <w:kern w:val="1"/>
        </w:rPr>
        <w:t xml:space="preserve">Le </w:t>
      </w:r>
      <w:r w:rsidR="00BE611A">
        <w:rPr>
          <w:rFonts w:cs="Georgia"/>
          <w:kern w:val="1"/>
        </w:rPr>
        <w:t>soir</w:t>
      </w:r>
      <w:r>
        <w:rPr>
          <w:rFonts w:cs="Georgia"/>
          <w:kern w:val="1"/>
        </w:rPr>
        <w:t xml:space="preserve">, </w:t>
      </w:r>
      <w:r w:rsidR="00BE611A">
        <w:rPr>
          <w:rFonts w:cs="Georgia"/>
          <w:kern w:val="1"/>
        </w:rPr>
        <w:t>un médecin-major l</w:t>
      </w:r>
      <w:r>
        <w:rPr>
          <w:rFonts w:cs="Georgia"/>
          <w:kern w:val="1"/>
        </w:rPr>
        <w:t>’</w:t>
      </w:r>
      <w:r w:rsidR="00BE611A">
        <w:rPr>
          <w:rFonts w:cs="Georgia"/>
          <w:kern w:val="1"/>
        </w:rPr>
        <w:t>a vu</w:t>
      </w:r>
      <w:r>
        <w:rPr>
          <w:rFonts w:cs="Georgia"/>
          <w:kern w:val="1"/>
        </w:rPr>
        <w:t>. « </w:t>
      </w:r>
      <w:r w:rsidR="00BE611A">
        <w:rPr>
          <w:rFonts w:cs="Georgia"/>
          <w:kern w:val="1"/>
        </w:rPr>
        <w:t>Rien à faire</w:t>
      </w:r>
      <w:r>
        <w:rPr>
          <w:rFonts w:cs="Georgia"/>
          <w:kern w:val="1"/>
        </w:rPr>
        <w:t xml:space="preserve"> », </w:t>
      </w:r>
      <w:r w:rsidR="00BE611A">
        <w:rPr>
          <w:rFonts w:cs="Georgia"/>
          <w:kern w:val="1"/>
        </w:rPr>
        <w:t>a-t-il dit</w:t>
      </w:r>
      <w:r>
        <w:rPr>
          <w:rFonts w:cs="Georgia"/>
          <w:kern w:val="1"/>
        </w:rPr>
        <w:t xml:space="preserve">. </w:t>
      </w:r>
      <w:r w:rsidR="00BE611A">
        <w:rPr>
          <w:rFonts w:cs="Georgia"/>
          <w:kern w:val="1"/>
        </w:rPr>
        <w:t>C</w:t>
      </w:r>
      <w:r>
        <w:rPr>
          <w:rFonts w:cs="Georgia"/>
          <w:kern w:val="1"/>
        </w:rPr>
        <w:t>’</w:t>
      </w:r>
      <w:r w:rsidR="00BE611A">
        <w:rPr>
          <w:rFonts w:cs="Georgia"/>
          <w:kern w:val="1"/>
        </w:rPr>
        <w:t>est alors que je lui ai pris ses papiers</w:t>
      </w:r>
      <w:r>
        <w:rPr>
          <w:rFonts w:cs="Georgia"/>
          <w:kern w:val="1"/>
        </w:rPr>
        <w:t xml:space="preserve">, </w:t>
      </w:r>
      <w:r w:rsidR="00BE611A">
        <w:rPr>
          <w:rFonts w:cs="Georgia"/>
          <w:kern w:val="1"/>
        </w:rPr>
        <w:t>et que je les ai remis</w:t>
      </w:r>
      <w:r>
        <w:rPr>
          <w:rFonts w:cs="Georgia"/>
          <w:kern w:val="1"/>
        </w:rPr>
        <w:t xml:space="preserve">, </w:t>
      </w:r>
      <w:r w:rsidR="00BE611A">
        <w:rPr>
          <w:rFonts w:cs="Georgia"/>
          <w:kern w:val="1"/>
        </w:rPr>
        <w:t>contre décharge que je vous montrerai</w:t>
      </w:r>
      <w:r>
        <w:rPr>
          <w:rFonts w:cs="Georgia"/>
          <w:kern w:val="1"/>
        </w:rPr>
        <w:t xml:space="preserve">, </w:t>
      </w:r>
      <w:r w:rsidR="00BE611A">
        <w:rPr>
          <w:rFonts w:cs="Georgia"/>
          <w:kern w:val="1"/>
        </w:rPr>
        <w:t>à un officier d</w:t>
      </w:r>
      <w:r>
        <w:rPr>
          <w:rFonts w:cs="Georgia"/>
          <w:kern w:val="1"/>
        </w:rPr>
        <w:t>’</w:t>
      </w:r>
      <w:r w:rsidR="00BE611A">
        <w:rPr>
          <w:rFonts w:cs="Georgia"/>
          <w:kern w:val="1"/>
        </w:rPr>
        <w:t>intendance</w:t>
      </w:r>
      <w:r>
        <w:rPr>
          <w:rFonts w:cs="Georgia"/>
          <w:kern w:val="1"/>
        </w:rPr>
        <w:t xml:space="preserve">. </w:t>
      </w:r>
      <w:r w:rsidR="00BE611A">
        <w:rPr>
          <w:rFonts w:cs="Georgia"/>
          <w:kern w:val="1"/>
        </w:rPr>
        <w:t>Voilà tout ce que je sais</w:t>
      </w:r>
      <w:r>
        <w:rPr>
          <w:rFonts w:cs="Georgia"/>
          <w:kern w:val="1"/>
        </w:rPr>
        <w:t xml:space="preserve">. </w:t>
      </w:r>
      <w:r w:rsidR="00BE611A">
        <w:rPr>
          <w:rFonts w:cs="Georgia"/>
          <w:kern w:val="1"/>
        </w:rPr>
        <w:t xml:space="preserve">Je ne crois pas que </w:t>
      </w:r>
      <w:r>
        <w:rPr>
          <w:rFonts w:cs="Georgia"/>
          <w:kern w:val="1"/>
        </w:rPr>
        <w:t>M</w:t>
      </w:r>
      <w:r w:rsidRPr="000E1451">
        <w:rPr>
          <w:rFonts w:cs="Georgia"/>
          <w:kern w:val="1"/>
          <w:vertAlign w:val="superscript"/>
        </w:rPr>
        <w:t>me</w:t>
      </w:r>
      <w:r>
        <w:rPr>
          <w:rFonts w:cs="Georgia"/>
          <w:kern w:val="1"/>
        </w:rPr>
        <w:t> </w:t>
      </w:r>
      <w:r w:rsidR="00BE611A">
        <w:rPr>
          <w:rFonts w:cs="Georgia"/>
          <w:kern w:val="1"/>
        </w:rPr>
        <w:t>Heurteloup puisse vous en apprendre beaucoup plus</w:t>
      </w:r>
      <w:r>
        <w:rPr>
          <w:rFonts w:cs="Georgia"/>
          <w:kern w:val="1"/>
        </w:rPr>
        <w:t>.</w:t>
      </w:r>
    </w:p>
    <w:p w14:paraId="6B15A413" w14:textId="77777777" w:rsidR="000E1451" w:rsidRDefault="00BE611A" w:rsidP="00BE611A">
      <w:pPr>
        <w:rPr>
          <w:rFonts w:cs="Georgia"/>
          <w:kern w:val="1"/>
        </w:rPr>
      </w:pPr>
      <w:r>
        <w:rPr>
          <w:rFonts w:cs="Georgia"/>
          <w:kern w:val="1"/>
        </w:rPr>
        <w:t>Une petite vieille toute vêtue de noir venait vers nous</w:t>
      </w:r>
      <w:r w:rsidR="000E1451">
        <w:rPr>
          <w:rFonts w:cs="Georgia"/>
          <w:kern w:val="1"/>
        </w:rPr>
        <w:t xml:space="preserve">, </w:t>
      </w:r>
      <w:r>
        <w:rPr>
          <w:rFonts w:cs="Georgia"/>
          <w:kern w:val="1"/>
        </w:rPr>
        <w:t>trottinant parmi les pierres et les ronces</w:t>
      </w:r>
      <w:r w:rsidR="000E1451">
        <w:rPr>
          <w:rFonts w:cs="Georgia"/>
          <w:kern w:val="1"/>
        </w:rPr>
        <w:t xml:space="preserve">. </w:t>
      </w:r>
      <w:r>
        <w:rPr>
          <w:rFonts w:cs="Georgia"/>
          <w:kern w:val="1"/>
        </w:rPr>
        <w:t>C</w:t>
      </w:r>
      <w:r w:rsidR="000E1451">
        <w:rPr>
          <w:rFonts w:cs="Georgia"/>
          <w:kern w:val="1"/>
        </w:rPr>
        <w:t>’</w:t>
      </w:r>
      <w:r>
        <w:rPr>
          <w:rFonts w:cs="Georgia"/>
          <w:kern w:val="1"/>
        </w:rPr>
        <w:t xml:space="preserve">était </w:t>
      </w:r>
      <w:r w:rsidR="000E1451">
        <w:rPr>
          <w:rFonts w:cs="Georgia"/>
          <w:kern w:val="1"/>
        </w:rPr>
        <w:t>M</w:t>
      </w:r>
      <w:r w:rsidR="000E1451" w:rsidRPr="000E1451">
        <w:rPr>
          <w:rFonts w:cs="Georgia"/>
          <w:kern w:val="1"/>
          <w:vertAlign w:val="superscript"/>
        </w:rPr>
        <w:t>me</w:t>
      </w:r>
      <w:r w:rsidR="000E1451">
        <w:rPr>
          <w:rFonts w:cs="Georgia"/>
          <w:kern w:val="1"/>
        </w:rPr>
        <w:t> </w:t>
      </w:r>
      <w:r>
        <w:rPr>
          <w:rFonts w:cs="Georgia"/>
          <w:kern w:val="1"/>
        </w:rPr>
        <w:t>Heurteloup</w:t>
      </w:r>
      <w:r w:rsidR="000E1451">
        <w:rPr>
          <w:rFonts w:cs="Georgia"/>
          <w:kern w:val="1"/>
        </w:rPr>
        <w:t xml:space="preserve">. </w:t>
      </w:r>
      <w:r>
        <w:rPr>
          <w:rFonts w:cs="Georgia"/>
          <w:kern w:val="1"/>
        </w:rPr>
        <w:t>Son récit confirma les précédents</w:t>
      </w:r>
      <w:r w:rsidR="000E1451">
        <w:rPr>
          <w:rFonts w:cs="Georgia"/>
          <w:kern w:val="1"/>
        </w:rPr>
        <w:t>.</w:t>
      </w:r>
    </w:p>
    <w:p w14:paraId="384453A1" w14:textId="77777777" w:rsidR="000E1451" w:rsidRDefault="000E1451" w:rsidP="00BE611A">
      <w:pPr>
        <w:rPr>
          <w:rFonts w:cs="Georgia"/>
          <w:kern w:val="1"/>
        </w:rPr>
      </w:pPr>
      <w:r>
        <w:rPr>
          <w:rFonts w:cs="Georgia"/>
          <w:kern w:val="1"/>
        </w:rPr>
        <w:t>— </w:t>
      </w:r>
      <w:r w:rsidR="00BE611A">
        <w:rPr>
          <w:rFonts w:cs="Georgia"/>
          <w:kern w:val="1"/>
        </w:rPr>
        <w:t>C</w:t>
      </w:r>
      <w:r>
        <w:rPr>
          <w:rFonts w:cs="Georgia"/>
          <w:kern w:val="1"/>
        </w:rPr>
        <w:t>’</w:t>
      </w:r>
      <w:r w:rsidR="00BE611A">
        <w:rPr>
          <w:rFonts w:cs="Georgia"/>
          <w:kern w:val="1"/>
        </w:rPr>
        <w:t>est le 2 au matin qu</w:t>
      </w:r>
      <w:r>
        <w:rPr>
          <w:rFonts w:cs="Georgia"/>
          <w:kern w:val="1"/>
        </w:rPr>
        <w:t>’</w:t>
      </w:r>
      <w:r w:rsidR="00BE611A">
        <w:rPr>
          <w:rFonts w:cs="Georgia"/>
          <w:kern w:val="1"/>
        </w:rPr>
        <w:t>il est mort</w:t>
      </w:r>
      <w:r>
        <w:rPr>
          <w:rFonts w:cs="Georgia"/>
          <w:kern w:val="1"/>
        </w:rPr>
        <w:t xml:space="preserve">, </w:t>
      </w:r>
      <w:r w:rsidR="00BE611A">
        <w:rPr>
          <w:rFonts w:cs="Georgia"/>
          <w:kern w:val="1"/>
        </w:rPr>
        <w:t>dit-elle en terminant</w:t>
      </w:r>
      <w:r>
        <w:rPr>
          <w:rFonts w:cs="Georgia"/>
          <w:kern w:val="1"/>
        </w:rPr>
        <w:t xml:space="preserve">. </w:t>
      </w:r>
      <w:r w:rsidR="00BE611A">
        <w:rPr>
          <w:rFonts w:cs="Georgia"/>
          <w:kern w:val="1"/>
        </w:rPr>
        <w:t>Il y a juste deux mois aujourd</w:t>
      </w:r>
      <w:r>
        <w:rPr>
          <w:rFonts w:cs="Georgia"/>
          <w:kern w:val="1"/>
        </w:rPr>
        <w:t>’</w:t>
      </w:r>
      <w:r w:rsidR="00BE611A">
        <w:rPr>
          <w:rFonts w:cs="Georgia"/>
          <w:kern w:val="1"/>
        </w:rPr>
        <w:t>hui</w:t>
      </w:r>
      <w:r>
        <w:rPr>
          <w:rFonts w:cs="Georgia"/>
          <w:kern w:val="1"/>
        </w:rPr>
        <w:t xml:space="preserve">. </w:t>
      </w:r>
      <w:r w:rsidR="00BE611A">
        <w:rPr>
          <w:rFonts w:cs="Georgia"/>
          <w:kern w:val="1"/>
        </w:rPr>
        <w:t>J</w:t>
      </w:r>
      <w:r>
        <w:rPr>
          <w:rFonts w:cs="Georgia"/>
          <w:kern w:val="1"/>
        </w:rPr>
        <w:t>’</w:t>
      </w:r>
      <w:r w:rsidR="00BE611A">
        <w:rPr>
          <w:rFonts w:cs="Georgia"/>
          <w:kern w:val="1"/>
        </w:rPr>
        <w:t>étais à la messe</w:t>
      </w:r>
      <w:r>
        <w:rPr>
          <w:rFonts w:cs="Georgia"/>
          <w:kern w:val="1"/>
        </w:rPr>
        <w:t xml:space="preserve">. </w:t>
      </w:r>
      <w:r w:rsidR="00BE611A">
        <w:rPr>
          <w:rFonts w:cs="Georgia"/>
          <w:kern w:val="1"/>
        </w:rPr>
        <w:t>Ma domestique est venue me chercher en hâte</w:t>
      </w:r>
      <w:r>
        <w:rPr>
          <w:rFonts w:cs="Georgia"/>
          <w:kern w:val="1"/>
        </w:rPr>
        <w:t xml:space="preserve">. </w:t>
      </w:r>
      <w:r w:rsidR="00BE611A">
        <w:rPr>
          <w:rFonts w:cs="Georgia"/>
          <w:kern w:val="1"/>
        </w:rPr>
        <w:t>Je suis arrivée à temps</w:t>
      </w:r>
      <w:r>
        <w:rPr>
          <w:rFonts w:cs="Georgia"/>
          <w:kern w:val="1"/>
        </w:rPr>
        <w:t xml:space="preserve">. </w:t>
      </w:r>
      <w:r w:rsidR="00BE611A">
        <w:rPr>
          <w:rFonts w:cs="Georgia"/>
          <w:kern w:val="1"/>
        </w:rPr>
        <w:t>Je l</w:t>
      </w:r>
      <w:r>
        <w:rPr>
          <w:rFonts w:cs="Georgia"/>
          <w:kern w:val="1"/>
        </w:rPr>
        <w:t>’</w:t>
      </w:r>
      <w:r w:rsidR="00BE611A">
        <w:rPr>
          <w:rFonts w:cs="Georgia"/>
          <w:kern w:val="1"/>
        </w:rPr>
        <w:t>avais installé dans mon propre lit</w:t>
      </w:r>
      <w:r>
        <w:rPr>
          <w:rFonts w:cs="Georgia"/>
          <w:kern w:val="1"/>
        </w:rPr>
        <w:t xml:space="preserve">, </w:t>
      </w:r>
      <w:r w:rsidR="00BE611A">
        <w:rPr>
          <w:rFonts w:cs="Georgia"/>
          <w:kern w:val="1"/>
        </w:rPr>
        <w:t>Monsieur</w:t>
      </w:r>
      <w:r>
        <w:rPr>
          <w:rFonts w:cs="Georgia"/>
          <w:kern w:val="1"/>
        </w:rPr>
        <w:t xml:space="preserve">. </w:t>
      </w:r>
      <w:r w:rsidR="00BE611A">
        <w:rPr>
          <w:rFonts w:cs="Georgia"/>
          <w:kern w:val="1"/>
        </w:rPr>
        <w:t>Le médecin-major qui l</w:t>
      </w:r>
      <w:r>
        <w:rPr>
          <w:rFonts w:cs="Georgia"/>
          <w:kern w:val="1"/>
        </w:rPr>
        <w:t>’</w:t>
      </w:r>
      <w:r w:rsidR="00BE611A">
        <w:rPr>
          <w:rFonts w:cs="Georgia"/>
          <w:kern w:val="1"/>
        </w:rPr>
        <w:t>avait pansé l</w:t>
      </w:r>
      <w:r>
        <w:rPr>
          <w:rFonts w:cs="Georgia"/>
          <w:kern w:val="1"/>
        </w:rPr>
        <w:t>’</w:t>
      </w:r>
      <w:r w:rsidR="00BE611A">
        <w:rPr>
          <w:rFonts w:cs="Georgia"/>
          <w:kern w:val="1"/>
        </w:rPr>
        <w:t>avant-veille croyait qu</w:t>
      </w:r>
      <w:r>
        <w:rPr>
          <w:rFonts w:cs="Georgia"/>
          <w:kern w:val="1"/>
        </w:rPr>
        <w:t>’</w:t>
      </w:r>
      <w:r w:rsidR="00BE611A">
        <w:rPr>
          <w:rFonts w:cs="Georgia"/>
          <w:kern w:val="1"/>
        </w:rPr>
        <w:t>il n</w:t>
      </w:r>
      <w:r>
        <w:rPr>
          <w:rFonts w:cs="Georgia"/>
          <w:kern w:val="1"/>
        </w:rPr>
        <w:t>’</w:t>
      </w:r>
      <w:r w:rsidR="00BE611A">
        <w:rPr>
          <w:rFonts w:cs="Georgia"/>
          <w:kern w:val="1"/>
        </w:rPr>
        <w:t>en avait plus que pour quelques heures</w:t>
      </w:r>
      <w:r>
        <w:rPr>
          <w:rFonts w:cs="Georgia"/>
          <w:kern w:val="1"/>
        </w:rPr>
        <w:t xml:space="preserve">. </w:t>
      </w:r>
      <w:r w:rsidR="00BE611A">
        <w:rPr>
          <w:rFonts w:cs="Georgia"/>
          <w:kern w:val="1"/>
        </w:rPr>
        <w:t>Il est donc resté comme cela deux jours</w:t>
      </w:r>
      <w:r>
        <w:rPr>
          <w:rFonts w:cs="Georgia"/>
          <w:kern w:val="1"/>
        </w:rPr>
        <w:t xml:space="preserve">, </w:t>
      </w:r>
      <w:r w:rsidR="00BE611A">
        <w:rPr>
          <w:rFonts w:cs="Georgia"/>
          <w:kern w:val="1"/>
        </w:rPr>
        <w:t>les yeux grands ouverts</w:t>
      </w:r>
      <w:r>
        <w:rPr>
          <w:rFonts w:cs="Georgia"/>
          <w:kern w:val="1"/>
        </w:rPr>
        <w:t xml:space="preserve">, </w:t>
      </w:r>
      <w:r w:rsidR="00BE611A">
        <w:rPr>
          <w:rFonts w:cs="Georgia"/>
          <w:kern w:val="1"/>
        </w:rPr>
        <w:t>sans un mot</w:t>
      </w:r>
      <w:r>
        <w:rPr>
          <w:rFonts w:cs="Georgia"/>
          <w:kern w:val="1"/>
        </w:rPr>
        <w:t xml:space="preserve">. </w:t>
      </w:r>
      <w:r w:rsidR="00BE611A">
        <w:rPr>
          <w:rFonts w:cs="Georgia"/>
          <w:kern w:val="1"/>
        </w:rPr>
        <w:t>Il ne gémissait même pas</w:t>
      </w:r>
      <w:r>
        <w:rPr>
          <w:rFonts w:cs="Georgia"/>
          <w:kern w:val="1"/>
        </w:rPr>
        <w:t xml:space="preserve">. </w:t>
      </w:r>
      <w:r w:rsidR="00BE611A">
        <w:rPr>
          <w:rFonts w:cs="Georgia"/>
          <w:kern w:val="1"/>
        </w:rPr>
        <w:t>Si cela peut vous intéresser</w:t>
      </w:r>
      <w:r>
        <w:rPr>
          <w:rFonts w:cs="Georgia"/>
          <w:kern w:val="1"/>
        </w:rPr>
        <w:t>…</w:t>
      </w:r>
    </w:p>
    <w:p w14:paraId="30492287" w14:textId="77777777" w:rsidR="000E1451" w:rsidRDefault="00BE611A" w:rsidP="00BE611A">
      <w:pPr>
        <w:rPr>
          <w:rFonts w:cs="Georgia"/>
          <w:kern w:val="1"/>
        </w:rPr>
      </w:pPr>
      <w:r>
        <w:rPr>
          <w:rFonts w:cs="Georgia"/>
          <w:kern w:val="1"/>
        </w:rPr>
        <w:t>Elle dépliait un morceau de papier de soie</w:t>
      </w:r>
      <w:r w:rsidR="000E1451">
        <w:rPr>
          <w:rFonts w:cs="Georgia"/>
          <w:kern w:val="1"/>
        </w:rPr>
        <w:t xml:space="preserve">, </w:t>
      </w:r>
      <w:r>
        <w:rPr>
          <w:rFonts w:cs="Georgia"/>
          <w:kern w:val="1"/>
        </w:rPr>
        <w:t>d</w:t>
      </w:r>
      <w:r w:rsidR="000E1451">
        <w:rPr>
          <w:rFonts w:cs="Georgia"/>
          <w:kern w:val="1"/>
        </w:rPr>
        <w:t>’</w:t>
      </w:r>
      <w:r>
        <w:rPr>
          <w:rFonts w:cs="Georgia"/>
          <w:kern w:val="1"/>
        </w:rPr>
        <w:t>où elle retira une patte d</w:t>
      </w:r>
      <w:r w:rsidR="000E1451">
        <w:rPr>
          <w:rFonts w:cs="Georgia"/>
          <w:kern w:val="1"/>
        </w:rPr>
        <w:t>’</w:t>
      </w:r>
      <w:r>
        <w:rPr>
          <w:rFonts w:cs="Georgia"/>
          <w:kern w:val="1"/>
        </w:rPr>
        <w:t>épaule qu</w:t>
      </w:r>
      <w:r w:rsidR="000E1451">
        <w:rPr>
          <w:rFonts w:cs="Georgia"/>
          <w:kern w:val="1"/>
        </w:rPr>
        <w:t>’</w:t>
      </w:r>
      <w:r>
        <w:rPr>
          <w:rFonts w:cs="Georgia"/>
          <w:kern w:val="1"/>
        </w:rPr>
        <w:t>elle me tendit</w:t>
      </w:r>
      <w:r w:rsidR="000E1451">
        <w:rPr>
          <w:rFonts w:cs="Georgia"/>
          <w:kern w:val="1"/>
        </w:rPr>
        <w:t xml:space="preserve">. </w:t>
      </w:r>
      <w:r>
        <w:rPr>
          <w:rFonts w:cs="Georgia"/>
          <w:kern w:val="1"/>
        </w:rPr>
        <w:t>J</w:t>
      </w:r>
      <w:r w:rsidR="000E1451">
        <w:rPr>
          <w:rFonts w:cs="Georgia"/>
          <w:kern w:val="1"/>
        </w:rPr>
        <w:t>’</w:t>
      </w:r>
      <w:r>
        <w:rPr>
          <w:rFonts w:cs="Georgia"/>
          <w:kern w:val="1"/>
        </w:rPr>
        <w:t>eus entre mes doigts tremblants la mince bande de drap gris</w:t>
      </w:r>
      <w:r w:rsidR="000E1451">
        <w:rPr>
          <w:rFonts w:cs="Georgia"/>
          <w:kern w:val="1"/>
        </w:rPr>
        <w:t xml:space="preserve">, </w:t>
      </w:r>
      <w:r>
        <w:rPr>
          <w:rFonts w:cs="Georgia"/>
          <w:kern w:val="1"/>
        </w:rPr>
        <w:t>brodée d</w:t>
      </w:r>
      <w:r w:rsidR="000E1451">
        <w:rPr>
          <w:rFonts w:cs="Georgia"/>
          <w:kern w:val="1"/>
        </w:rPr>
        <w:t>’</w:t>
      </w:r>
      <w:r>
        <w:rPr>
          <w:rFonts w:cs="Georgia"/>
          <w:kern w:val="1"/>
        </w:rPr>
        <w:t>or et de rouge</w:t>
      </w:r>
      <w:r w:rsidR="000E1451">
        <w:rPr>
          <w:rFonts w:cs="Georgia"/>
          <w:kern w:val="1"/>
        </w:rPr>
        <w:t xml:space="preserve">, </w:t>
      </w:r>
      <w:r>
        <w:rPr>
          <w:rFonts w:cs="Georgia"/>
          <w:kern w:val="1"/>
        </w:rPr>
        <w:t>au chiffre du régiment d</w:t>
      </w:r>
      <w:r w:rsidR="000E1451">
        <w:rPr>
          <w:rFonts w:cs="Georgia"/>
          <w:kern w:val="1"/>
        </w:rPr>
        <w:t>’</w:t>
      </w:r>
      <w:r>
        <w:rPr>
          <w:rFonts w:cs="Georgia"/>
          <w:kern w:val="1"/>
        </w:rPr>
        <w:t>Allenstein</w:t>
      </w:r>
      <w:r w:rsidR="000E1451">
        <w:rPr>
          <w:rFonts w:cs="Georgia"/>
          <w:kern w:val="1"/>
        </w:rPr>
        <w:t>.</w:t>
      </w:r>
    </w:p>
    <w:p w14:paraId="00BE631F" w14:textId="77777777" w:rsidR="000E1451" w:rsidRDefault="000E1451" w:rsidP="00BE611A">
      <w:pPr>
        <w:rPr>
          <w:rFonts w:cs="Georgia"/>
          <w:kern w:val="1"/>
        </w:rPr>
      </w:pPr>
      <w:r>
        <w:rPr>
          <w:rFonts w:cs="Georgia"/>
          <w:kern w:val="1"/>
        </w:rPr>
        <w:t>— </w:t>
      </w:r>
      <w:r w:rsidR="00BE611A">
        <w:rPr>
          <w:rFonts w:cs="Georgia"/>
          <w:kern w:val="1"/>
        </w:rPr>
        <w:t>Vous pouvez la garder</w:t>
      </w:r>
      <w:r>
        <w:rPr>
          <w:rFonts w:cs="Georgia"/>
          <w:kern w:val="1"/>
        </w:rPr>
        <w:t xml:space="preserve">, </w:t>
      </w:r>
      <w:r w:rsidR="00BE611A">
        <w:rPr>
          <w:rFonts w:cs="Georgia"/>
          <w:kern w:val="1"/>
        </w:rPr>
        <w:t>Monsieur</w:t>
      </w:r>
      <w:r>
        <w:rPr>
          <w:rFonts w:cs="Georgia"/>
          <w:kern w:val="1"/>
        </w:rPr>
        <w:t xml:space="preserve">. </w:t>
      </w:r>
      <w:r w:rsidR="00BE611A">
        <w:rPr>
          <w:rFonts w:cs="Georgia"/>
          <w:kern w:val="1"/>
        </w:rPr>
        <w:t>Je l</w:t>
      </w:r>
      <w:r>
        <w:rPr>
          <w:rFonts w:cs="Georgia"/>
          <w:kern w:val="1"/>
        </w:rPr>
        <w:t>’</w:t>
      </w:r>
      <w:r w:rsidR="00BE611A">
        <w:rPr>
          <w:rFonts w:cs="Georgia"/>
          <w:kern w:val="1"/>
        </w:rPr>
        <w:t>avais prise comme souvenir</w:t>
      </w:r>
      <w:r>
        <w:rPr>
          <w:rFonts w:cs="Georgia"/>
          <w:kern w:val="1"/>
        </w:rPr>
        <w:t xml:space="preserve">. </w:t>
      </w:r>
      <w:r w:rsidR="00BE611A">
        <w:rPr>
          <w:rFonts w:cs="Georgia"/>
          <w:kern w:val="1"/>
        </w:rPr>
        <w:t>Je vois que j</w:t>
      </w:r>
      <w:r>
        <w:rPr>
          <w:rFonts w:cs="Georgia"/>
          <w:kern w:val="1"/>
        </w:rPr>
        <w:t>’</w:t>
      </w:r>
      <w:r w:rsidR="00BE611A">
        <w:rPr>
          <w:rFonts w:cs="Georgia"/>
          <w:kern w:val="1"/>
        </w:rPr>
        <w:t>ai bien fait</w:t>
      </w:r>
      <w:r>
        <w:rPr>
          <w:rFonts w:cs="Georgia"/>
          <w:kern w:val="1"/>
        </w:rPr>
        <w:t xml:space="preserve">. </w:t>
      </w:r>
      <w:r w:rsidR="00BE611A">
        <w:rPr>
          <w:rFonts w:cs="Georgia"/>
          <w:kern w:val="1"/>
        </w:rPr>
        <w:t>Quant aux papiers</w:t>
      </w:r>
      <w:r>
        <w:rPr>
          <w:rFonts w:cs="Georgia"/>
          <w:kern w:val="1"/>
        </w:rPr>
        <w:t>…</w:t>
      </w:r>
    </w:p>
    <w:p w14:paraId="22ED5A14" w14:textId="77777777" w:rsidR="000E1451" w:rsidRDefault="000E1451" w:rsidP="00BE611A">
      <w:pPr>
        <w:rPr>
          <w:rFonts w:cs="Georgia"/>
          <w:kern w:val="1"/>
        </w:rPr>
      </w:pPr>
      <w:r>
        <w:rPr>
          <w:rFonts w:cs="Georgia"/>
          <w:kern w:val="1"/>
        </w:rPr>
        <w:t>— </w:t>
      </w:r>
      <w:r w:rsidR="00BE611A">
        <w:rPr>
          <w:rFonts w:cs="Georgia"/>
          <w:kern w:val="1"/>
        </w:rPr>
        <w:t>J</w:t>
      </w:r>
      <w:r>
        <w:rPr>
          <w:rFonts w:cs="Georgia"/>
          <w:kern w:val="1"/>
        </w:rPr>
        <w:t>’</w:t>
      </w:r>
      <w:r w:rsidR="00BE611A">
        <w:rPr>
          <w:rFonts w:cs="Georgia"/>
          <w:kern w:val="1"/>
        </w:rPr>
        <w:t>ai déjà expliqué à Monsieur que je les ai remis à l</w:t>
      </w:r>
      <w:r>
        <w:rPr>
          <w:rFonts w:cs="Georgia"/>
          <w:kern w:val="1"/>
        </w:rPr>
        <w:t>’</w:t>
      </w:r>
      <w:r w:rsidR="00BE611A">
        <w:rPr>
          <w:rFonts w:cs="Georgia"/>
          <w:kern w:val="1"/>
        </w:rPr>
        <w:t>autorité militaire</w:t>
      </w:r>
      <w:r>
        <w:rPr>
          <w:rFonts w:cs="Georgia"/>
          <w:kern w:val="1"/>
        </w:rPr>
        <w:t xml:space="preserve">, </w:t>
      </w:r>
      <w:r w:rsidR="00BE611A">
        <w:rPr>
          <w:rFonts w:cs="Georgia"/>
          <w:kern w:val="1"/>
        </w:rPr>
        <w:t>dit le curé</w:t>
      </w:r>
      <w:r>
        <w:rPr>
          <w:rFonts w:cs="Georgia"/>
          <w:kern w:val="1"/>
        </w:rPr>
        <w:t>.</w:t>
      </w:r>
    </w:p>
    <w:p w14:paraId="06A5857D" w14:textId="77777777" w:rsidR="00BE611A" w:rsidRDefault="00BE611A" w:rsidP="00BE611A">
      <w:pPr>
        <w:rPr>
          <w:rFonts w:cs="Georgia"/>
          <w:kern w:val="1"/>
        </w:rPr>
      </w:pPr>
    </w:p>
    <w:p w14:paraId="16FED1AF" w14:textId="77777777" w:rsidR="000E1451" w:rsidRDefault="00BE611A" w:rsidP="00BE611A">
      <w:pPr>
        <w:rPr>
          <w:rFonts w:cs="Georgia"/>
          <w:kern w:val="1"/>
        </w:rPr>
      </w:pPr>
      <w:r>
        <w:rPr>
          <w:rFonts w:cs="Georgia"/>
          <w:kern w:val="1"/>
        </w:rPr>
        <w:lastRenderedPageBreak/>
        <w:t>Ils échangèrent encore quelques mots tous les quatre</w:t>
      </w:r>
      <w:r w:rsidR="000E1451">
        <w:rPr>
          <w:rFonts w:cs="Georgia"/>
          <w:kern w:val="1"/>
        </w:rPr>
        <w:t xml:space="preserve">. </w:t>
      </w:r>
      <w:r>
        <w:rPr>
          <w:rFonts w:cs="Georgia"/>
          <w:kern w:val="1"/>
        </w:rPr>
        <w:t>Je ne les écoutais plus</w:t>
      </w:r>
      <w:r w:rsidR="000E1451">
        <w:rPr>
          <w:rFonts w:cs="Georgia"/>
          <w:kern w:val="1"/>
        </w:rPr>
        <w:t xml:space="preserve">. </w:t>
      </w:r>
      <w:r>
        <w:rPr>
          <w:rFonts w:cs="Georgia"/>
          <w:kern w:val="1"/>
        </w:rPr>
        <w:t>Je ne pouvais m</w:t>
      </w:r>
      <w:r w:rsidR="000E1451">
        <w:rPr>
          <w:rFonts w:cs="Georgia"/>
          <w:kern w:val="1"/>
        </w:rPr>
        <w:t>’</w:t>
      </w:r>
      <w:r>
        <w:rPr>
          <w:rFonts w:cs="Georgia"/>
          <w:kern w:val="1"/>
        </w:rPr>
        <w:t>arracher à la contemplation muette de cette tombe</w:t>
      </w:r>
      <w:r w:rsidR="000E1451">
        <w:rPr>
          <w:rFonts w:cs="Georgia"/>
          <w:kern w:val="1"/>
        </w:rPr>
        <w:t xml:space="preserve">. </w:t>
      </w:r>
      <w:r>
        <w:rPr>
          <w:rFonts w:cs="Georgia"/>
          <w:kern w:val="1"/>
        </w:rPr>
        <w:t>Une angoisse atroce</w:t>
      </w:r>
      <w:r w:rsidR="000E1451">
        <w:rPr>
          <w:rFonts w:cs="Georgia"/>
          <w:kern w:val="1"/>
        </w:rPr>
        <w:t xml:space="preserve">, </w:t>
      </w:r>
      <w:r>
        <w:rPr>
          <w:rFonts w:cs="Georgia"/>
          <w:kern w:val="1"/>
        </w:rPr>
        <w:t>petit à petit</w:t>
      </w:r>
      <w:r w:rsidR="000E1451">
        <w:rPr>
          <w:rFonts w:cs="Georgia"/>
          <w:kern w:val="1"/>
        </w:rPr>
        <w:t xml:space="preserve">, </w:t>
      </w:r>
      <w:r>
        <w:rPr>
          <w:rFonts w:cs="Georgia"/>
          <w:kern w:val="1"/>
        </w:rPr>
        <w:t>me montait à la gorge</w:t>
      </w:r>
      <w:r w:rsidR="000E1451">
        <w:rPr>
          <w:rFonts w:cs="Georgia"/>
          <w:kern w:val="1"/>
        </w:rPr>
        <w:t xml:space="preserve">. </w:t>
      </w:r>
      <w:r>
        <w:rPr>
          <w:rFonts w:cs="Georgia"/>
          <w:kern w:val="1"/>
        </w:rPr>
        <w:t>J</w:t>
      </w:r>
      <w:r w:rsidR="000E1451">
        <w:rPr>
          <w:rFonts w:cs="Georgia"/>
          <w:kern w:val="1"/>
        </w:rPr>
        <w:t>’</w:t>
      </w:r>
      <w:r>
        <w:rPr>
          <w:rFonts w:cs="Georgia"/>
          <w:kern w:val="1"/>
        </w:rPr>
        <w:t>oubliais que tous mes vœux étaient comblés par le mètre cube de glaise jeté sur ce corps</w:t>
      </w:r>
      <w:r w:rsidR="000E1451">
        <w:rPr>
          <w:rFonts w:cs="Georgia"/>
          <w:kern w:val="1"/>
        </w:rPr>
        <w:t xml:space="preserve">. </w:t>
      </w:r>
      <w:r>
        <w:rPr>
          <w:rFonts w:cs="Georgia"/>
          <w:kern w:val="1"/>
        </w:rPr>
        <w:t>Je ne songeais plus qu</w:t>
      </w:r>
      <w:r w:rsidR="000E1451">
        <w:rPr>
          <w:rFonts w:cs="Georgia"/>
          <w:kern w:val="1"/>
        </w:rPr>
        <w:t>’</w:t>
      </w:r>
      <w:r>
        <w:rPr>
          <w:rFonts w:cs="Georgia"/>
          <w:kern w:val="1"/>
        </w:rPr>
        <w:t>à une seule chose</w:t>
      </w:r>
      <w:r w:rsidR="000E1451">
        <w:rPr>
          <w:rFonts w:cs="Georgia"/>
          <w:kern w:val="1"/>
        </w:rPr>
        <w:t xml:space="preserve">, </w:t>
      </w:r>
      <w:r>
        <w:rPr>
          <w:rFonts w:cs="Georgia"/>
          <w:kern w:val="1"/>
        </w:rPr>
        <w:t>à toute l</w:t>
      </w:r>
      <w:r w:rsidR="000E1451">
        <w:rPr>
          <w:rFonts w:cs="Georgia"/>
          <w:kern w:val="1"/>
        </w:rPr>
        <w:t>’</w:t>
      </w:r>
      <w:r>
        <w:rPr>
          <w:rFonts w:cs="Georgia"/>
          <w:kern w:val="1"/>
        </w:rPr>
        <w:t>horreur de la destinée des hommes d</w:t>
      </w:r>
      <w:r w:rsidR="000E1451">
        <w:rPr>
          <w:rFonts w:cs="Georgia"/>
          <w:kern w:val="1"/>
        </w:rPr>
        <w:t>’</w:t>
      </w:r>
      <w:r>
        <w:rPr>
          <w:rFonts w:cs="Georgia"/>
          <w:kern w:val="1"/>
        </w:rPr>
        <w:t>aujourd</w:t>
      </w:r>
      <w:r w:rsidR="000E1451">
        <w:rPr>
          <w:rFonts w:cs="Georgia"/>
          <w:kern w:val="1"/>
        </w:rPr>
        <w:t>’</w:t>
      </w:r>
      <w:r>
        <w:rPr>
          <w:rFonts w:cs="Georgia"/>
          <w:kern w:val="1"/>
        </w:rPr>
        <w:t>hui</w:t>
      </w:r>
      <w:r w:rsidR="000E1451">
        <w:rPr>
          <w:rFonts w:cs="Georgia"/>
          <w:kern w:val="1"/>
        </w:rPr>
        <w:t>.</w:t>
      </w:r>
    </w:p>
    <w:p w14:paraId="48BEEA6C" w14:textId="77777777" w:rsidR="000E1451" w:rsidRDefault="000E1451" w:rsidP="00BE611A">
      <w:pPr>
        <w:rPr>
          <w:rFonts w:cs="Georgia"/>
          <w:kern w:val="1"/>
        </w:rPr>
      </w:pPr>
      <w:r>
        <w:rPr>
          <w:rFonts w:cs="Georgia"/>
          <w:kern w:val="1"/>
        </w:rPr>
        <w:t>— </w:t>
      </w:r>
      <w:r w:rsidR="00BE611A">
        <w:rPr>
          <w:rFonts w:cs="Georgia"/>
          <w:kern w:val="1"/>
        </w:rPr>
        <w:t>Je vous remercie</w:t>
      </w:r>
      <w:r>
        <w:rPr>
          <w:rFonts w:cs="Georgia"/>
          <w:kern w:val="1"/>
        </w:rPr>
        <w:t xml:space="preserve">, </w:t>
      </w:r>
      <w:r w:rsidR="00BE611A">
        <w:rPr>
          <w:rFonts w:cs="Georgia"/>
          <w:kern w:val="1"/>
        </w:rPr>
        <w:t>Madame</w:t>
      </w:r>
      <w:r>
        <w:rPr>
          <w:rFonts w:cs="Georgia"/>
          <w:kern w:val="1"/>
        </w:rPr>
        <w:t xml:space="preserve">, </w:t>
      </w:r>
      <w:r w:rsidR="00BE611A">
        <w:rPr>
          <w:rFonts w:cs="Georgia"/>
          <w:kern w:val="1"/>
        </w:rPr>
        <w:t>Messieurs</w:t>
      </w:r>
      <w:r>
        <w:rPr>
          <w:rFonts w:cs="Georgia"/>
          <w:kern w:val="1"/>
        </w:rPr>
        <w:t xml:space="preserve">, </w:t>
      </w:r>
      <w:r w:rsidR="00BE611A">
        <w:rPr>
          <w:rFonts w:cs="Georgia"/>
          <w:kern w:val="1"/>
        </w:rPr>
        <w:t>murmurai-je</w:t>
      </w:r>
      <w:r>
        <w:rPr>
          <w:rFonts w:cs="Georgia"/>
          <w:kern w:val="1"/>
        </w:rPr>
        <w:t xml:space="preserve">, </w:t>
      </w:r>
      <w:r w:rsidR="00BE611A">
        <w:rPr>
          <w:rFonts w:cs="Georgia"/>
          <w:kern w:val="1"/>
        </w:rPr>
        <w:t>pour rompre ce silence dont ils eussent fini par remarquer le caractère insolite</w:t>
      </w:r>
      <w:r>
        <w:rPr>
          <w:rFonts w:cs="Georgia"/>
          <w:kern w:val="1"/>
        </w:rPr>
        <w:t>.</w:t>
      </w:r>
    </w:p>
    <w:p w14:paraId="5F340A23" w14:textId="77777777" w:rsidR="000E1451" w:rsidRDefault="00BE611A" w:rsidP="00BE611A">
      <w:pPr>
        <w:rPr>
          <w:rFonts w:cs="Georgia"/>
          <w:kern w:val="1"/>
        </w:rPr>
      </w:pPr>
      <w:r>
        <w:rPr>
          <w:rFonts w:cs="Georgia"/>
          <w:kern w:val="1"/>
        </w:rPr>
        <w:t>Lentement</w:t>
      </w:r>
      <w:r w:rsidR="000E1451">
        <w:rPr>
          <w:rFonts w:cs="Georgia"/>
          <w:kern w:val="1"/>
        </w:rPr>
        <w:t xml:space="preserve">, </w:t>
      </w:r>
      <w:r>
        <w:rPr>
          <w:rFonts w:cs="Georgia"/>
          <w:kern w:val="1"/>
        </w:rPr>
        <w:t>nous sortîmes du cimetière</w:t>
      </w:r>
      <w:r w:rsidR="000E1451">
        <w:rPr>
          <w:rFonts w:cs="Georgia"/>
          <w:kern w:val="1"/>
        </w:rPr>
        <w:t>.</w:t>
      </w:r>
    </w:p>
    <w:p w14:paraId="6A75BB3A" w14:textId="77777777" w:rsidR="000E1451" w:rsidRDefault="000E1451" w:rsidP="00BE611A">
      <w:pPr>
        <w:rPr>
          <w:rFonts w:cs="Georgia"/>
          <w:kern w:val="1"/>
        </w:rPr>
      </w:pPr>
      <w:r>
        <w:rPr>
          <w:rFonts w:cs="Georgia"/>
          <w:kern w:val="1"/>
        </w:rPr>
        <w:t>— </w:t>
      </w:r>
      <w:r w:rsidR="00BE611A">
        <w:rPr>
          <w:rFonts w:cs="Georgia"/>
          <w:kern w:val="1"/>
        </w:rPr>
        <w:t>Vous accepterez bien de vous asseoir un moment chez moi</w:t>
      </w:r>
      <w:r>
        <w:rPr>
          <w:rFonts w:cs="Georgia"/>
          <w:kern w:val="1"/>
        </w:rPr>
        <w:t xml:space="preserve">, </w:t>
      </w:r>
      <w:r w:rsidR="00BE611A">
        <w:rPr>
          <w:rFonts w:cs="Georgia"/>
          <w:kern w:val="1"/>
        </w:rPr>
        <w:t>dit l</w:t>
      </w:r>
      <w:r>
        <w:rPr>
          <w:rFonts w:cs="Georgia"/>
          <w:kern w:val="1"/>
        </w:rPr>
        <w:t>’</w:t>
      </w:r>
      <w:r w:rsidR="00BE611A">
        <w:rPr>
          <w:rFonts w:cs="Georgia"/>
          <w:kern w:val="1"/>
        </w:rPr>
        <w:t>abbé Damoiseau</w:t>
      </w:r>
      <w:r>
        <w:rPr>
          <w:rFonts w:cs="Georgia"/>
          <w:kern w:val="1"/>
        </w:rPr>
        <w:t xml:space="preserve">. </w:t>
      </w:r>
      <w:r w:rsidR="00BE611A">
        <w:rPr>
          <w:rFonts w:cs="Georgia"/>
          <w:kern w:val="1"/>
        </w:rPr>
        <w:t>Je viens justement de recevoir quelques canettes d</w:t>
      </w:r>
      <w:r>
        <w:rPr>
          <w:rFonts w:cs="Georgia"/>
          <w:kern w:val="1"/>
        </w:rPr>
        <w:t>’</w:t>
      </w:r>
      <w:r w:rsidR="00BE611A">
        <w:rPr>
          <w:rFonts w:cs="Georgia"/>
          <w:kern w:val="1"/>
        </w:rPr>
        <w:t>une bière qui ne m</w:t>
      </w:r>
      <w:r>
        <w:rPr>
          <w:rFonts w:cs="Georgia"/>
          <w:kern w:val="1"/>
        </w:rPr>
        <w:t>’</w:t>
      </w:r>
      <w:r w:rsidR="00BE611A">
        <w:rPr>
          <w:rFonts w:cs="Georgia"/>
          <w:kern w:val="1"/>
        </w:rPr>
        <w:t>a pas paru trop mauvaise</w:t>
      </w:r>
      <w:r>
        <w:rPr>
          <w:rFonts w:cs="Georgia"/>
          <w:kern w:val="1"/>
        </w:rPr>
        <w:t>.</w:t>
      </w:r>
    </w:p>
    <w:p w14:paraId="419C8A18" w14:textId="77777777" w:rsidR="000E1451" w:rsidRDefault="000E1451" w:rsidP="00BE611A">
      <w:pPr>
        <w:rPr>
          <w:rFonts w:cs="Georgia"/>
          <w:kern w:val="1"/>
        </w:rPr>
      </w:pPr>
      <w:r>
        <w:rPr>
          <w:rFonts w:cs="Georgia"/>
          <w:kern w:val="1"/>
        </w:rPr>
        <w:t>— </w:t>
      </w:r>
      <w:r w:rsidR="00BE611A">
        <w:rPr>
          <w:rFonts w:cs="Georgia"/>
          <w:kern w:val="1"/>
        </w:rPr>
        <w:t>Eh</w:t>
      </w:r>
      <w:r>
        <w:rPr>
          <w:rFonts w:cs="Georgia"/>
          <w:kern w:val="1"/>
        </w:rPr>
        <w:t xml:space="preserve"> ! </w:t>
      </w:r>
      <w:r w:rsidR="00BE611A">
        <w:rPr>
          <w:rFonts w:cs="Georgia"/>
          <w:kern w:val="1"/>
        </w:rPr>
        <w:t>fit le maire en riant</w:t>
      </w:r>
      <w:r>
        <w:rPr>
          <w:rFonts w:cs="Georgia"/>
          <w:kern w:val="1"/>
        </w:rPr>
        <w:t xml:space="preserve">, </w:t>
      </w:r>
      <w:r w:rsidR="00BE611A">
        <w:rPr>
          <w:rFonts w:cs="Georgia"/>
          <w:kern w:val="1"/>
        </w:rPr>
        <w:t>le ravitaillement ne fonctionne donc pas si mal que cela</w:t>
      </w:r>
      <w:r>
        <w:rPr>
          <w:rFonts w:cs="Georgia"/>
          <w:kern w:val="1"/>
        </w:rPr>
        <w:t>.</w:t>
      </w:r>
    </w:p>
    <w:p w14:paraId="2D6A9562" w14:textId="77777777" w:rsidR="000E1451" w:rsidRDefault="000E1451" w:rsidP="00BE611A">
      <w:pPr>
        <w:rPr>
          <w:rFonts w:cs="Georgia"/>
          <w:kern w:val="1"/>
        </w:rPr>
      </w:pPr>
      <w:r>
        <w:rPr>
          <w:rFonts w:cs="Georgia"/>
          <w:kern w:val="1"/>
        </w:rPr>
        <w:t>— </w:t>
      </w:r>
      <w:r w:rsidR="00BE611A">
        <w:rPr>
          <w:rFonts w:cs="Georgia"/>
          <w:kern w:val="1"/>
        </w:rPr>
        <w:t>Il faut toujours se plaindre quand on rencontre quelqu</w:t>
      </w:r>
      <w:r>
        <w:rPr>
          <w:rFonts w:cs="Georgia"/>
          <w:kern w:val="1"/>
        </w:rPr>
        <w:t>’</w:t>
      </w:r>
      <w:r w:rsidR="00BE611A">
        <w:rPr>
          <w:rFonts w:cs="Georgia"/>
          <w:kern w:val="1"/>
        </w:rPr>
        <w:t>un du gouvernement</w:t>
      </w:r>
      <w:r>
        <w:rPr>
          <w:rFonts w:cs="Georgia"/>
          <w:kern w:val="1"/>
        </w:rPr>
        <w:t xml:space="preserve">, </w:t>
      </w:r>
      <w:r w:rsidR="00BE611A">
        <w:rPr>
          <w:rFonts w:cs="Georgia"/>
          <w:kern w:val="1"/>
        </w:rPr>
        <w:t>répliqua le curé</w:t>
      </w:r>
      <w:r>
        <w:rPr>
          <w:rFonts w:cs="Georgia"/>
          <w:kern w:val="1"/>
        </w:rPr>
        <w:t xml:space="preserve">. </w:t>
      </w:r>
      <w:r w:rsidR="00BE611A">
        <w:rPr>
          <w:rFonts w:cs="Georgia"/>
          <w:kern w:val="1"/>
        </w:rPr>
        <w:t>C</w:t>
      </w:r>
      <w:r>
        <w:rPr>
          <w:rFonts w:cs="Georgia"/>
          <w:kern w:val="1"/>
        </w:rPr>
        <w:t>’</w:t>
      </w:r>
      <w:r w:rsidR="00BE611A">
        <w:rPr>
          <w:rFonts w:cs="Georgia"/>
          <w:kern w:val="1"/>
        </w:rPr>
        <w:t>est la seule façon d</w:t>
      </w:r>
      <w:r>
        <w:rPr>
          <w:rFonts w:cs="Georgia"/>
          <w:kern w:val="1"/>
        </w:rPr>
        <w:t>’</w:t>
      </w:r>
      <w:r w:rsidR="00BE611A">
        <w:rPr>
          <w:rFonts w:cs="Georgia"/>
          <w:kern w:val="1"/>
        </w:rPr>
        <w:t>arriver à ce que les choses aillent mieux</w:t>
      </w:r>
      <w:r>
        <w:rPr>
          <w:rFonts w:cs="Georgia"/>
          <w:kern w:val="1"/>
        </w:rPr>
        <w:t xml:space="preserve">, </w:t>
      </w:r>
      <w:r w:rsidR="00BE611A">
        <w:rPr>
          <w:rFonts w:cs="Georgia"/>
          <w:kern w:val="1"/>
        </w:rPr>
        <w:t>au lieu de pis</w:t>
      </w:r>
      <w:r>
        <w:rPr>
          <w:rFonts w:cs="Georgia"/>
          <w:kern w:val="1"/>
        </w:rPr>
        <w:t xml:space="preserve">. </w:t>
      </w:r>
      <w:r w:rsidR="00BE611A">
        <w:rPr>
          <w:rFonts w:cs="Georgia"/>
          <w:kern w:val="1"/>
        </w:rPr>
        <w:t>Mais entrez donc</w:t>
      </w:r>
      <w:r>
        <w:rPr>
          <w:rFonts w:cs="Georgia"/>
          <w:kern w:val="1"/>
        </w:rPr>
        <w:t xml:space="preserve">, </w:t>
      </w:r>
      <w:r w:rsidR="00BE611A">
        <w:rPr>
          <w:rFonts w:cs="Georgia"/>
          <w:kern w:val="1"/>
        </w:rPr>
        <w:t>Monsieur</w:t>
      </w:r>
      <w:r>
        <w:rPr>
          <w:rFonts w:cs="Georgia"/>
          <w:kern w:val="1"/>
        </w:rPr>
        <w:t xml:space="preserve">, </w:t>
      </w:r>
      <w:r w:rsidR="00BE611A">
        <w:rPr>
          <w:rFonts w:cs="Georgia"/>
          <w:kern w:val="1"/>
        </w:rPr>
        <w:t>je vous en prie</w:t>
      </w:r>
      <w:r>
        <w:rPr>
          <w:rFonts w:cs="Georgia"/>
          <w:kern w:val="1"/>
        </w:rPr>
        <w:t>.</w:t>
      </w:r>
    </w:p>
    <w:p w14:paraId="6CF1A232" w14:textId="77777777" w:rsidR="00BE611A" w:rsidRDefault="00BE611A" w:rsidP="00BE611A">
      <w:pPr>
        <w:rPr>
          <w:rFonts w:cs="Georgia"/>
          <w:kern w:val="1"/>
        </w:rPr>
      </w:pPr>
    </w:p>
    <w:p w14:paraId="0CE850F4" w14:textId="77777777" w:rsidR="000E1451" w:rsidRDefault="00BE611A" w:rsidP="00BE611A">
      <w:pPr>
        <w:rPr>
          <w:rFonts w:cs="Georgia"/>
          <w:kern w:val="1"/>
        </w:rPr>
      </w:pPr>
      <w:r>
        <w:rPr>
          <w:rFonts w:cs="Georgia"/>
          <w:kern w:val="1"/>
        </w:rPr>
        <w:t>J</w:t>
      </w:r>
      <w:r w:rsidR="000E1451">
        <w:rPr>
          <w:rFonts w:cs="Georgia"/>
          <w:kern w:val="1"/>
        </w:rPr>
        <w:t>’</w:t>
      </w:r>
      <w:r>
        <w:rPr>
          <w:rFonts w:cs="Georgia"/>
          <w:kern w:val="1"/>
        </w:rPr>
        <w:t>ignore s</w:t>
      </w:r>
      <w:r w:rsidR="000E1451">
        <w:rPr>
          <w:rFonts w:cs="Georgia"/>
          <w:kern w:val="1"/>
        </w:rPr>
        <w:t>’</w:t>
      </w:r>
      <w:r>
        <w:rPr>
          <w:rFonts w:cs="Georgia"/>
          <w:kern w:val="1"/>
        </w:rPr>
        <w:t>il est aisé de trouver à Kœnigsberg</w:t>
      </w:r>
      <w:r w:rsidR="000E1451">
        <w:rPr>
          <w:rFonts w:cs="Georgia"/>
          <w:kern w:val="1"/>
        </w:rPr>
        <w:t xml:space="preserve">, </w:t>
      </w:r>
      <w:r>
        <w:rPr>
          <w:rFonts w:cs="Georgia"/>
          <w:kern w:val="1"/>
        </w:rPr>
        <w:t>en temps normal</w:t>
      </w:r>
      <w:r w:rsidR="000E1451">
        <w:rPr>
          <w:rFonts w:cs="Georgia"/>
          <w:kern w:val="1"/>
        </w:rPr>
        <w:t xml:space="preserve">, </w:t>
      </w:r>
      <w:r>
        <w:rPr>
          <w:rFonts w:cs="Georgia"/>
          <w:kern w:val="1"/>
        </w:rPr>
        <w:t>des automobiles de louage</w:t>
      </w:r>
      <w:r w:rsidR="000E1451">
        <w:rPr>
          <w:rFonts w:cs="Georgia"/>
          <w:kern w:val="1"/>
        </w:rPr>
        <w:t xml:space="preserve">. </w:t>
      </w:r>
      <w:r>
        <w:rPr>
          <w:rFonts w:cs="Georgia"/>
          <w:kern w:val="1"/>
        </w:rPr>
        <w:t xml:space="preserve">Je sais en tout cas que le </w:t>
      </w:r>
      <w:r w:rsidR="000E1451">
        <w:rPr>
          <w:rFonts w:cs="Georgia"/>
          <w:kern w:val="1"/>
        </w:rPr>
        <w:t xml:space="preserve">9 décembre, </w:t>
      </w:r>
      <w:r>
        <w:rPr>
          <w:rFonts w:cs="Georgia"/>
          <w:kern w:val="1"/>
        </w:rPr>
        <w:t>j</w:t>
      </w:r>
      <w:r w:rsidR="000E1451">
        <w:rPr>
          <w:rFonts w:cs="Georgia"/>
          <w:kern w:val="1"/>
        </w:rPr>
        <w:t>’</w:t>
      </w:r>
      <w:r>
        <w:rPr>
          <w:rFonts w:cs="Georgia"/>
          <w:kern w:val="1"/>
        </w:rPr>
        <w:t>y employai vainement toute ma matinée</w:t>
      </w:r>
      <w:r w:rsidR="000E1451">
        <w:rPr>
          <w:rFonts w:cs="Georgia"/>
          <w:kern w:val="1"/>
        </w:rPr>
        <w:t xml:space="preserve">. </w:t>
      </w:r>
      <w:r>
        <w:rPr>
          <w:rFonts w:cs="Georgia"/>
          <w:kern w:val="1"/>
        </w:rPr>
        <w:t>Ce ne fut qu</w:t>
      </w:r>
      <w:r w:rsidR="000E1451">
        <w:rPr>
          <w:rFonts w:cs="Georgia"/>
          <w:kern w:val="1"/>
        </w:rPr>
        <w:t>’</w:t>
      </w:r>
      <w:r>
        <w:rPr>
          <w:rFonts w:cs="Georgia"/>
          <w:kern w:val="1"/>
        </w:rPr>
        <w:t>au début de l</w:t>
      </w:r>
      <w:r w:rsidR="000E1451">
        <w:rPr>
          <w:rFonts w:cs="Georgia"/>
          <w:kern w:val="1"/>
        </w:rPr>
        <w:t>’</w:t>
      </w:r>
      <w:r>
        <w:rPr>
          <w:rFonts w:cs="Georgia"/>
          <w:kern w:val="1"/>
        </w:rPr>
        <w:t>après-midi que je parvins à conclure marché avec le propriétaire d</w:t>
      </w:r>
      <w:r w:rsidR="000E1451">
        <w:rPr>
          <w:rFonts w:cs="Georgia"/>
          <w:kern w:val="1"/>
        </w:rPr>
        <w:t>’</w:t>
      </w:r>
      <w:r>
        <w:rPr>
          <w:rFonts w:cs="Georgia"/>
          <w:kern w:val="1"/>
        </w:rPr>
        <w:t>une machine d</w:t>
      </w:r>
      <w:r w:rsidR="000E1451">
        <w:rPr>
          <w:rFonts w:cs="Georgia"/>
          <w:kern w:val="1"/>
        </w:rPr>
        <w:t>’</w:t>
      </w:r>
      <w:r>
        <w:rPr>
          <w:rFonts w:cs="Georgia"/>
          <w:kern w:val="1"/>
        </w:rPr>
        <w:t>âge plus que respectable</w:t>
      </w:r>
      <w:r w:rsidR="000E1451">
        <w:rPr>
          <w:rFonts w:cs="Georgia"/>
          <w:kern w:val="1"/>
        </w:rPr>
        <w:t>.</w:t>
      </w:r>
    </w:p>
    <w:p w14:paraId="47764CA0" w14:textId="77777777" w:rsidR="000E1451" w:rsidRDefault="000E1451" w:rsidP="00BE611A">
      <w:pPr>
        <w:rPr>
          <w:rFonts w:cs="Georgia"/>
          <w:kern w:val="1"/>
        </w:rPr>
      </w:pPr>
      <w:r>
        <w:rPr>
          <w:rFonts w:cs="Georgia"/>
          <w:kern w:val="1"/>
        </w:rPr>
        <w:lastRenderedPageBreak/>
        <w:t>— </w:t>
      </w:r>
      <w:r w:rsidR="00BE611A">
        <w:rPr>
          <w:rFonts w:cs="Georgia"/>
          <w:kern w:val="1"/>
        </w:rPr>
        <w:t>Reichendorf</w:t>
      </w:r>
      <w:r>
        <w:rPr>
          <w:rFonts w:cs="Georgia"/>
          <w:kern w:val="1"/>
        </w:rPr>
        <w:t xml:space="preserve"> ? </w:t>
      </w:r>
      <w:r w:rsidR="00BE611A">
        <w:rPr>
          <w:rFonts w:cs="Georgia"/>
          <w:kern w:val="1"/>
        </w:rPr>
        <w:t>dit-il</w:t>
      </w:r>
      <w:r>
        <w:rPr>
          <w:rFonts w:cs="Georgia"/>
          <w:kern w:val="1"/>
        </w:rPr>
        <w:t xml:space="preserve">. </w:t>
      </w:r>
      <w:r w:rsidR="00BE611A">
        <w:rPr>
          <w:rFonts w:cs="Georgia"/>
          <w:kern w:val="1"/>
        </w:rPr>
        <w:t>Il y a plus de quarante kilomètres</w:t>
      </w:r>
      <w:r>
        <w:rPr>
          <w:rFonts w:cs="Georgia"/>
          <w:kern w:val="1"/>
        </w:rPr>
        <w:t xml:space="preserve">. </w:t>
      </w:r>
      <w:r w:rsidR="00BE611A">
        <w:rPr>
          <w:rFonts w:cs="Georgia"/>
          <w:kern w:val="1"/>
        </w:rPr>
        <w:t>C</w:t>
      </w:r>
      <w:r>
        <w:rPr>
          <w:rFonts w:cs="Georgia"/>
          <w:kern w:val="1"/>
        </w:rPr>
        <w:t>’</w:t>
      </w:r>
      <w:r w:rsidR="00BE611A">
        <w:rPr>
          <w:rFonts w:cs="Georgia"/>
          <w:kern w:val="1"/>
        </w:rPr>
        <w:t>est pour aller</w:t>
      </w:r>
      <w:r>
        <w:rPr>
          <w:rFonts w:cs="Georgia"/>
          <w:kern w:val="1"/>
        </w:rPr>
        <w:t xml:space="preserve">, </w:t>
      </w:r>
      <w:r w:rsidR="00BE611A">
        <w:rPr>
          <w:rFonts w:cs="Georgia"/>
          <w:kern w:val="1"/>
        </w:rPr>
        <w:t>seulement</w:t>
      </w:r>
      <w:r>
        <w:rPr>
          <w:rFonts w:cs="Georgia"/>
          <w:kern w:val="1"/>
        </w:rPr>
        <w:t> ?</w:t>
      </w:r>
    </w:p>
    <w:p w14:paraId="20666181" w14:textId="77777777" w:rsidR="000E1451" w:rsidRDefault="000E1451" w:rsidP="00BE611A">
      <w:pPr>
        <w:rPr>
          <w:rFonts w:cs="Georgia"/>
          <w:kern w:val="1"/>
        </w:rPr>
      </w:pPr>
      <w:r>
        <w:rPr>
          <w:rFonts w:cs="Georgia"/>
          <w:kern w:val="1"/>
        </w:rPr>
        <w:t>— </w:t>
      </w:r>
      <w:r w:rsidR="00BE611A">
        <w:rPr>
          <w:rFonts w:cs="Georgia"/>
          <w:kern w:val="1"/>
        </w:rPr>
        <w:t>Pour aller</w:t>
      </w:r>
      <w:r>
        <w:rPr>
          <w:rFonts w:cs="Georgia"/>
          <w:kern w:val="1"/>
        </w:rPr>
        <w:t>.</w:t>
      </w:r>
    </w:p>
    <w:p w14:paraId="12B7615E" w14:textId="77777777" w:rsidR="000E1451" w:rsidRDefault="00BE611A" w:rsidP="00BE611A">
      <w:pPr>
        <w:rPr>
          <w:rFonts w:cs="Georgia"/>
          <w:kern w:val="1"/>
        </w:rPr>
      </w:pPr>
      <w:r>
        <w:rPr>
          <w:rFonts w:cs="Georgia"/>
          <w:kern w:val="1"/>
        </w:rPr>
        <w:t>Nous nous mîmes d</w:t>
      </w:r>
      <w:r w:rsidR="000E1451">
        <w:rPr>
          <w:rFonts w:cs="Georgia"/>
          <w:kern w:val="1"/>
        </w:rPr>
        <w:t>’</w:t>
      </w:r>
      <w:r>
        <w:rPr>
          <w:rFonts w:cs="Georgia"/>
          <w:kern w:val="1"/>
        </w:rPr>
        <w:t>accord sur le prix</w:t>
      </w:r>
      <w:r w:rsidR="000E1451">
        <w:rPr>
          <w:rFonts w:cs="Georgia"/>
          <w:kern w:val="1"/>
        </w:rPr>
        <w:t>.</w:t>
      </w:r>
    </w:p>
    <w:p w14:paraId="201EFBE9" w14:textId="77777777" w:rsidR="000E1451" w:rsidRDefault="000E1451" w:rsidP="00BE611A">
      <w:pPr>
        <w:rPr>
          <w:rFonts w:cs="Georgia"/>
          <w:kern w:val="1"/>
        </w:rPr>
      </w:pPr>
      <w:r>
        <w:rPr>
          <w:rFonts w:cs="Georgia"/>
          <w:kern w:val="1"/>
        </w:rPr>
        <w:t>— </w:t>
      </w:r>
      <w:r w:rsidR="00BE611A">
        <w:rPr>
          <w:rFonts w:cs="Georgia"/>
          <w:kern w:val="1"/>
        </w:rPr>
        <w:t>Vous aurez peut-être</w:t>
      </w:r>
      <w:r>
        <w:rPr>
          <w:rFonts w:cs="Georgia"/>
          <w:kern w:val="1"/>
        </w:rPr>
        <w:t xml:space="preserve">, </w:t>
      </w:r>
      <w:r w:rsidR="00BE611A">
        <w:rPr>
          <w:rFonts w:cs="Georgia"/>
          <w:kern w:val="1"/>
        </w:rPr>
        <w:t>d</w:t>
      </w:r>
      <w:r>
        <w:rPr>
          <w:rFonts w:cs="Georgia"/>
          <w:kern w:val="1"/>
        </w:rPr>
        <w:t>’</w:t>
      </w:r>
      <w:r w:rsidR="00BE611A">
        <w:rPr>
          <w:rFonts w:cs="Georgia"/>
          <w:kern w:val="1"/>
        </w:rPr>
        <w:t>ailleurs</w:t>
      </w:r>
      <w:r>
        <w:rPr>
          <w:rFonts w:cs="Georgia"/>
          <w:kern w:val="1"/>
        </w:rPr>
        <w:t xml:space="preserve">, </w:t>
      </w:r>
      <w:r w:rsidR="00BE611A">
        <w:rPr>
          <w:rFonts w:cs="Georgia"/>
          <w:kern w:val="1"/>
        </w:rPr>
        <w:t>la chance de trouver un client au retour</w:t>
      </w:r>
      <w:r>
        <w:rPr>
          <w:rFonts w:cs="Georgia"/>
          <w:kern w:val="1"/>
        </w:rPr>
        <w:t xml:space="preserve">, </w:t>
      </w:r>
      <w:r w:rsidR="00BE611A">
        <w:rPr>
          <w:rFonts w:cs="Georgia"/>
          <w:kern w:val="1"/>
        </w:rPr>
        <w:t>lui dis-je</w:t>
      </w:r>
      <w:r>
        <w:rPr>
          <w:rFonts w:cs="Georgia"/>
          <w:kern w:val="1"/>
        </w:rPr>
        <w:t>.</w:t>
      </w:r>
    </w:p>
    <w:p w14:paraId="5FB2EC4A" w14:textId="77777777" w:rsidR="000E1451" w:rsidRDefault="00BE611A" w:rsidP="00BE611A">
      <w:pPr>
        <w:rPr>
          <w:rFonts w:cs="Georgia"/>
          <w:kern w:val="1"/>
        </w:rPr>
      </w:pPr>
      <w:r>
        <w:rPr>
          <w:rFonts w:cs="Georgia"/>
          <w:kern w:val="1"/>
        </w:rPr>
        <w:t>Il eut un hochement de tête pour signifier qu</w:t>
      </w:r>
      <w:r w:rsidR="000E1451">
        <w:rPr>
          <w:rFonts w:cs="Georgia"/>
          <w:kern w:val="1"/>
        </w:rPr>
        <w:t>’</w:t>
      </w:r>
      <w:r>
        <w:rPr>
          <w:rFonts w:cs="Georgia"/>
          <w:kern w:val="1"/>
        </w:rPr>
        <w:t>il en doutait</w:t>
      </w:r>
      <w:r w:rsidR="000E1451">
        <w:rPr>
          <w:rFonts w:cs="Georgia"/>
          <w:kern w:val="1"/>
        </w:rPr>
        <w:t xml:space="preserve">, </w:t>
      </w:r>
      <w:r>
        <w:rPr>
          <w:rFonts w:cs="Georgia"/>
          <w:kern w:val="1"/>
        </w:rPr>
        <w:t>et j</w:t>
      </w:r>
      <w:r w:rsidR="000E1451">
        <w:rPr>
          <w:rFonts w:cs="Georgia"/>
          <w:kern w:val="1"/>
        </w:rPr>
        <w:t>’</w:t>
      </w:r>
      <w:r>
        <w:rPr>
          <w:rFonts w:cs="Georgia"/>
          <w:kern w:val="1"/>
        </w:rPr>
        <w:t>avoue qu</w:t>
      </w:r>
      <w:r w:rsidR="000E1451">
        <w:rPr>
          <w:rFonts w:cs="Georgia"/>
          <w:kern w:val="1"/>
        </w:rPr>
        <w:t>’</w:t>
      </w:r>
      <w:r>
        <w:rPr>
          <w:rFonts w:cs="Georgia"/>
          <w:kern w:val="1"/>
        </w:rPr>
        <w:t>il n</w:t>
      </w:r>
      <w:r w:rsidR="000E1451">
        <w:rPr>
          <w:rFonts w:cs="Georgia"/>
          <w:kern w:val="1"/>
        </w:rPr>
        <w:t>’</w:t>
      </w:r>
      <w:r>
        <w:rPr>
          <w:rFonts w:cs="Georgia"/>
          <w:kern w:val="1"/>
        </w:rPr>
        <w:t>avait pas tort</w:t>
      </w:r>
      <w:r w:rsidR="000E1451">
        <w:rPr>
          <w:rFonts w:cs="Georgia"/>
          <w:kern w:val="1"/>
        </w:rPr>
        <w:t>.</w:t>
      </w:r>
    </w:p>
    <w:p w14:paraId="6E1FBA22" w14:textId="77777777" w:rsidR="000E1451" w:rsidRDefault="00BE611A" w:rsidP="00BE611A">
      <w:pPr>
        <w:rPr>
          <w:rFonts w:cs="Georgia"/>
          <w:kern w:val="1"/>
        </w:rPr>
      </w:pPr>
      <w:r>
        <w:rPr>
          <w:rFonts w:cs="Georgia"/>
          <w:kern w:val="1"/>
        </w:rPr>
        <w:t>Il était près de deux heures et demie lorsque notre petite automobile poussive quitta Kœnigsberg pour s</w:t>
      </w:r>
      <w:r w:rsidR="000E1451">
        <w:rPr>
          <w:rFonts w:cs="Georgia"/>
          <w:kern w:val="1"/>
        </w:rPr>
        <w:t>’</w:t>
      </w:r>
      <w:r>
        <w:rPr>
          <w:rFonts w:cs="Georgia"/>
          <w:kern w:val="1"/>
        </w:rPr>
        <w:t>engager dans les steppes du Samland</w:t>
      </w:r>
      <w:r w:rsidR="000E1451">
        <w:rPr>
          <w:rFonts w:cs="Georgia"/>
          <w:kern w:val="1"/>
        </w:rPr>
        <w:t xml:space="preserve">. </w:t>
      </w:r>
      <w:r>
        <w:rPr>
          <w:rFonts w:cs="Georgia"/>
          <w:kern w:val="1"/>
        </w:rPr>
        <w:t>Le temps était sec et froid</w:t>
      </w:r>
      <w:r w:rsidR="000E1451">
        <w:rPr>
          <w:rFonts w:cs="Georgia"/>
          <w:kern w:val="1"/>
        </w:rPr>
        <w:t xml:space="preserve">. </w:t>
      </w:r>
      <w:r>
        <w:rPr>
          <w:rFonts w:cs="Georgia"/>
          <w:kern w:val="1"/>
        </w:rPr>
        <w:t>Le soleil d</w:t>
      </w:r>
      <w:r w:rsidR="000E1451">
        <w:rPr>
          <w:rFonts w:cs="Georgia"/>
          <w:kern w:val="1"/>
        </w:rPr>
        <w:t>’</w:t>
      </w:r>
      <w:r>
        <w:rPr>
          <w:rFonts w:cs="Georgia"/>
          <w:kern w:val="1"/>
        </w:rPr>
        <w:t>hiver dessinait au bas du ciel un orbe d</w:t>
      </w:r>
      <w:r w:rsidR="000E1451">
        <w:rPr>
          <w:rFonts w:cs="Georgia"/>
          <w:kern w:val="1"/>
        </w:rPr>
        <w:t>’</w:t>
      </w:r>
      <w:r>
        <w:rPr>
          <w:rFonts w:cs="Georgia"/>
          <w:kern w:val="1"/>
        </w:rPr>
        <w:t>une netteté parfaite</w:t>
      </w:r>
      <w:r w:rsidR="000E1451">
        <w:rPr>
          <w:rFonts w:cs="Georgia"/>
          <w:kern w:val="1"/>
        </w:rPr>
        <w:t xml:space="preserve">. </w:t>
      </w:r>
      <w:r>
        <w:rPr>
          <w:rFonts w:cs="Georgia"/>
          <w:kern w:val="1"/>
        </w:rPr>
        <w:t>Il était pareil à une énorme lune pâle</w:t>
      </w:r>
      <w:r w:rsidR="000E1451">
        <w:rPr>
          <w:rFonts w:cs="Georgia"/>
          <w:kern w:val="1"/>
        </w:rPr>
        <w:t xml:space="preserve">, </w:t>
      </w:r>
      <w:r>
        <w:rPr>
          <w:rFonts w:cs="Georgia"/>
          <w:kern w:val="1"/>
        </w:rPr>
        <w:t>si pâle que les rares arbres interposés ne projetaient aucune ombre sur le sol gris</w:t>
      </w:r>
      <w:r w:rsidR="000E1451">
        <w:rPr>
          <w:rFonts w:cs="Georgia"/>
          <w:kern w:val="1"/>
        </w:rPr>
        <w:t xml:space="preserve">. </w:t>
      </w:r>
      <w:r>
        <w:rPr>
          <w:rFonts w:cs="Georgia"/>
          <w:kern w:val="1"/>
        </w:rPr>
        <w:t>Les premières qui apparurent furent celles qui annonçaient le crépuscule</w:t>
      </w:r>
      <w:r w:rsidR="000E1451">
        <w:rPr>
          <w:rFonts w:cs="Georgia"/>
          <w:kern w:val="1"/>
        </w:rPr>
        <w:t>.</w:t>
      </w:r>
    </w:p>
    <w:p w14:paraId="52348FBB" w14:textId="77777777" w:rsidR="000E1451" w:rsidRDefault="00BE611A" w:rsidP="00BE611A">
      <w:pPr>
        <w:rPr>
          <w:rFonts w:cs="Georgia"/>
          <w:kern w:val="1"/>
        </w:rPr>
      </w:pPr>
      <w:r>
        <w:rPr>
          <w:rFonts w:cs="Georgia"/>
          <w:kern w:val="1"/>
        </w:rPr>
        <w:t>La nuit commençait à tomber lorsque je vis se profiler à l</w:t>
      </w:r>
      <w:r w:rsidR="000E1451">
        <w:rPr>
          <w:rFonts w:cs="Georgia"/>
          <w:kern w:val="1"/>
        </w:rPr>
        <w:t>’</w:t>
      </w:r>
      <w:r>
        <w:rPr>
          <w:rFonts w:cs="Georgia"/>
          <w:kern w:val="1"/>
        </w:rPr>
        <w:t>horizon la masse brunâtre de Reichendorf</w:t>
      </w:r>
      <w:r w:rsidR="000E1451">
        <w:rPr>
          <w:rFonts w:cs="Georgia"/>
          <w:kern w:val="1"/>
        </w:rPr>
        <w:t xml:space="preserve">. </w:t>
      </w:r>
      <w:r>
        <w:rPr>
          <w:rFonts w:cs="Georgia"/>
          <w:kern w:val="1"/>
        </w:rPr>
        <w:t>Jusque-là</w:t>
      </w:r>
      <w:r w:rsidR="000E1451">
        <w:rPr>
          <w:rFonts w:cs="Georgia"/>
          <w:kern w:val="1"/>
        </w:rPr>
        <w:t xml:space="preserve">, </w:t>
      </w:r>
      <w:r>
        <w:rPr>
          <w:rFonts w:cs="Georgia"/>
          <w:kern w:val="1"/>
        </w:rPr>
        <w:t>pendant les quatre jours qu</w:t>
      </w:r>
      <w:r w:rsidR="000E1451">
        <w:rPr>
          <w:rFonts w:cs="Georgia"/>
          <w:kern w:val="1"/>
        </w:rPr>
        <w:t>’</w:t>
      </w:r>
      <w:r>
        <w:rPr>
          <w:rFonts w:cs="Georgia"/>
          <w:kern w:val="1"/>
        </w:rPr>
        <w:t>avait duré ma paradoxale randonnée à travers une Allemagne anéantie et indifférente</w:t>
      </w:r>
      <w:r w:rsidR="000E1451">
        <w:rPr>
          <w:rFonts w:cs="Georgia"/>
          <w:kern w:val="1"/>
        </w:rPr>
        <w:t xml:space="preserve">, </w:t>
      </w:r>
      <w:r>
        <w:rPr>
          <w:rFonts w:cs="Georgia"/>
          <w:kern w:val="1"/>
        </w:rPr>
        <w:t>je n</w:t>
      </w:r>
      <w:r w:rsidR="000E1451">
        <w:rPr>
          <w:rFonts w:cs="Georgia"/>
          <w:kern w:val="1"/>
        </w:rPr>
        <w:t>’</w:t>
      </w:r>
      <w:r>
        <w:rPr>
          <w:rFonts w:cs="Georgia"/>
          <w:kern w:val="1"/>
        </w:rPr>
        <w:t>avais pas éprouvé le moindre doute sur le succès final de mon entreprise</w:t>
      </w:r>
      <w:r w:rsidR="000E1451">
        <w:rPr>
          <w:rFonts w:cs="Georgia"/>
          <w:kern w:val="1"/>
        </w:rPr>
        <w:t xml:space="preserve">. </w:t>
      </w:r>
      <w:r>
        <w:rPr>
          <w:rFonts w:cs="Georgia"/>
          <w:kern w:val="1"/>
        </w:rPr>
        <w:t>La question ne s</w:t>
      </w:r>
      <w:r w:rsidR="000E1451">
        <w:rPr>
          <w:rFonts w:cs="Georgia"/>
          <w:kern w:val="1"/>
        </w:rPr>
        <w:t>’</w:t>
      </w:r>
      <w:r>
        <w:rPr>
          <w:rFonts w:cs="Georgia"/>
          <w:kern w:val="1"/>
        </w:rPr>
        <w:t>était même pas posée dans mon esprit</w:t>
      </w:r>
      <w:r w:rsidR="000E1451">
        <w:rPr>
          <w:rFonts w:cs="Georgia"/>
          <w:kern w:val="1"/>
        </w:rPr>
        <w:t xml:space="preserve">. </w:t>
      </w:r>
      <w:r>
        <w:rPr>
          <w:rFonts w:cs="Georgia"/>
          <w:kern w:val="1"/>
        </w:rPr>
        <w:t>Or</w:t>
      </w:r>
      <w:r w:rsidR="000E1451">
        <w:rPr>
          <w:rFonts w:cs="Georgia"/>
          <w:kern w:val="1"/>
        </w:rPr>
        <w:t xml:space="preserve">, </w:t>
      </w:r>
      <w:r>
        <w:rPr>
          <w:rFonts w:cs="Georgia"/>
          <w:kern w:val="1"/>
        </w:rPr>
        <w:t>maintenant</w:t>
      </w:r>
      <w:r w:rsidR="000E1451">
        <w:rPr>
          <w:rFonts w:cs="Georgia"/>
          <w:kern w:val="1"/>
        </w:rPr>
        <w:t xml:space="preserve">, </w:t>
      </w:r>
      <w:r>
        <w:rPr>
          <w:rFonts w:cs="Georgia"/>
          <w:kern w:val="1"/>
        </w:rPr>
        <w:t>à mesure que le paysage ressuscitait devant moi</w:t>
      </w:r>
      <w:r w:rsidR="000E1451">
        <w:rPr>
          <w:rFonts w:cs="Georgia"/>
          <w:kern w:val="1"/>
        </w:rPr>
        <w:t xml:space="preserve">, </w:t>
      </w:r>
      <w:r>
        <w:rPr>
          <w:rFonts w:cs="Georgia"/>
          <w:kern w:val="1"/>
        </w:rPr>
        <w:t>un malaise étrange me gagnait</w:t>
      </w:r>
      <w:r w:rsidR="000E1451">
        <w:rPr>
          <w:rFonts w:cs="Georgia"/>
          <w:kern w:val="1"/>
        </w:rPr>
        <w:t xml:space="preserve">. </w:t>
      </w:r>
      <w:r>
        <w:rPr>
          <w:rFonts w:cs="Georgia"/>
          <w:kern w:val="1"/>
        </w:rPr>
        <w:t>D</w:t>
      </w:r>
      <w:r w:rsidR="000E1451">
        <w:rPr>
          <w:rFonts w:cs="Georgia"/>
          <w:kern w:val="1"/>
        </w:rPr>
        <w:t>’</w:t>
      </w:r>
      <w:r>
        <w:rPr>
          <w:rFonts w:cs="Georgia"/>
          <w:kern w:val="1"/>
        </w:rPr>
        <w:t>où venait-il</w:t>
      </w:r>
      <w:r w:rsidR="000E1451">
        <w:rPr>
          <w:rFonts w:cs="Georgia"/>
          <w:kern w:val="1"/>
        </w:rPr>
        <w:t xml:space="preserve"> ? </w:t>
      </w:r>
      <w:r>
        <w:rPr>
          <w:rFonts w:cs="Georgia"/>
          <w:kern w:val="1"/>
        </w:rPr>
        <w:t>Quelle était cette soudaine appréhension</w:t>
      </w:r>
      <w:r w:rsidR="000E1451">
        <w:rPr>
          <w:rFonts w:cs="Georgia"/>
          <w:kern w:val="1"/>
        </w:rPr>
        <w:t xml:space="preserve"> ? </w:t>
      </w:r>
      <w:r>
        <w:rPr>
          <w:rFonts w:cs="Georgia"/>
          <w:kern w:val="1"/>
        </w:rPr>
        <w:t>J</w:t>
      </w:r>
      <w:r w:rsidR="000E1451">
        <w:rPr>
          <w:rFonts w:cs="Georgia"/>
          <w:kern w:val="1"/>
        </w:rPr>
        <w:t>’</w:t>
      </w:r>
      <w:r>
        <w:rPr>
          <w:rFonts w:cs="Georgia"/>
          <w:kern w:val="1"/>
        </w:rPr>
        <w:t>avais accompli la mission que je m</w:t>
      </w:r>
      <w:r w:rsidR="000E1451">
        <w:rPr>
          <w:rFonts w:cs="Georgia"/>
          <w:kern w:val="1"/>
        </w:rPr>
        <w:t>’</w:t>
      </w:r>
      <w:r>
        <w:rPr>
          <w:rFonts w:cs="Georgia"/>
          <w:kern w:val="1"/>
        </w:rPr>
        <w:t>étais assignée</w:t>
      </w:r>
      <w:r w:rsidR="000E1451">
        <w:rPr>
          <w:rFonts w:cs="Georgia"/>
          <w:kern w:val="1"/>
        </w:rPr>
        <w:t xml:space="preserve">. </w:t>
      </w:r>
      <w:r>
        <w:rPr>
          <w:rFonts w:cs="Georgia"/>
          <w:kern w:val="1"/>
        </w:rPr>
        <w:t>Pour le reste</w:t>
      </w:r>
      <w:r w:rsidR="000E1451">
        <w:rPr>
          <w:rFonts w:cs="Georgia"/>
          <w:kern w:val="1"/>
        </w:rPr>
        <w:t xml:space="preserve">, </w:t>
      </w:r>
      <w:r>
        <w:rPr>
          <w:rFonts w:cs="Georgia"/>
          <w:kern w:val="1"/>
        </w:rPr>
        <w:t>j</w:t>
      </w:r>
      <w:r w:rsidR="000E1451">
        <w:rPr>
          <w:rFonts w:cs="Georgia"/>
          <w:kern w:val="1"/>
        </w:rPr>
        <w:t>’</w:t>
      </w:r>
      <w:r>
        <w:rPr>
          <w:rFonts w:cs="Georgia"/>
          <w:kern w:val="1"/>
        </w:rPr>
        <w:t>avais la parole d</w:t>
      </w:r>
      <w:r w:rsidR="000E1451">
        <w:rPr>
          <w:rFonts w:cs="Georgia"/>
          <w:kern w:val="1"/>
        </w:rPr>
        <w:t>’</w:t>
      </w:r>
      <w:r>
        <w:rPr>
          <w:rFonts w:cs="Georgia"/>
          <w:kern w:val="1"/>
        </w:rPr>
        <w:t>Axelle</w:t>
      </w:r>
      <w:r w:rsidR="000E1451">
        <w:rPr>
          <w:rFonts w:cs="Georgia"/>
          <w:kern w:val="1"/>
        </w:rPr>
        <w:t xml:space="preserve">. </w:t>
      </w:r>
      <w:r>
        <w:rPr>
          <w:rFonts w:cs="Georgia"/>
          <w:kern w:val="1"/>
        </w:rPr>
        <w:t>Quoi</w:t>
      </w:r>
      <w:r w:rsidR="000E1451">
        <w:rPr>
          <w:rFonts w:cs="Georgia"/>
          <w:kern w:val="1"/>
        </w:rPr>
        <w:t xml:space="preserve">, </w:t>
      </w:r>
      <w:r>
        <w:rPr>
          <w:rFonts w:cs="Georgia"/>
          <w:kern w:val="1"/>
        </w:rPr>
        <w:t>alors</w:t>
      </w:r>
      <w:r w:rsidR="000E1451">
        <w:rPr>
          <w:rFonts w:cs="Georgia"/>
          <w:kern w:val="1"/>
        </w:rPr>
        <w:t xml:space="preserve"> ? </w:t>
      </w:r>
      <w:r>
        <w:rPr>
          <w:rFonts w:cs="Georgia"/>
          <w:kern w:val="1"/>
        </w:rPr>
        <w:t>Comment expliquer que tout à l</w:t>
      </w:r>
      <w:r w:rsidR="000E1451">
        <w:rPr>
          <w:rFonts w:cs="Georgia"/>
          <w:kern w:val="1"/>
        </w:rPr>
        <w:t>’</w:t>
      </w:r>
      <w:r>
        <w:rPr>
          <w:rFonts w:cs="Georgia"/>
          <w:kern w:val="1"/>
        </w:rPr>
        <w:t>heure la lenteur de mon véhicule me faisait bondir d</w:t>
      </w:r>
      <w:r w:rsidR="000E1451">
        <w:rPr>
          <w:rFonts w:cs="Georgia"/>
          <w:kern w:val="1"/>
        </w:rPr>
        <w:t>’</w:t>
      </w:r>
      <w:r>
        <w:rPr>
          <w:rFonts w:cs="Georgia"/>
          <w:kern w:val="1"/>
        </w:rPr>
        <w:t>impatience</w:t>
      </w:r>
      <w:r w:rsidR="000E1451">
        <w:rPr>
          <w:rFonts w:cs="Georgia"/>
          <w:kern w:val="1"/>
        </w:rPr>
        <w:t xml:space="preserve">, </w:t>
      </w:r>
      <w:r>
        <w:rPr>
          <w:rFonts w:cs="Georgia"/>
          <w:kern w:val="1"/>
        </w:rPr>
        <w:t>tandis qu</w:t>
      </w:r>
      <w:r w:rsidR="000E1451">
        <w:rPr>
          <w:rFonts w:cs="Georgia"/>
          <w:kern w:val="1"/>
        </w:rPr>
        <w:t>’</w:t>
      </w:r>
      <w:r>
        <w:rPr>
          <w:rFonts w:cs="Georgia"/>
          <w:kern w:val="1"/>
        </w:rPr>
        <w:t>à présent je souhaitais presque de voir son allure diminuer</w:t>
      </w:r>
      <w:r w:rsidR="000E1451">
        <w:rPr>
          <w:rFonts w:cs="Georgia"/>
          <w:kern w:val="1"/>
        </w:rPr>
        <w:t> ?</w:t>
      </w:r>
    </w:p>
    <w:p w14:paraId="457AC9A2" w14:textId="77777777" w:rsidR="000E1451" w:rsidRDefault="00BE611A" w:rsidP="00BE611A">
      <w:pPr>
        <w:rPr>
          <w:rFonts w:cs="Georgia"/>
          <w:kern w:val="1"/>
        </w:rPr>
      </w:pPr>
      <w:r>
        <w:rPr>
          <w:rFonts w:cs="Georgia"/>
          <w:kern w:val="1"/>
        </w:rPr>
        <w:lastRenderedPageBreak/>
        <w:t>Nous n</w:t>
      </w:r>
      <w:r w:rsidR="000E1451">
        <w:rPr>
          <w:rFonts w:cs="Georgia"/>
          <w:kern w:val="1"/>
        </w:rPr>
        <w:t>’</w:t>
      </w:r>
      <w:r>
        <w:rPr>
          <w:rFonts w:cs="Georgia"/>
          <w:kern w:val="1"/>
        </w:rPr>
        <w:t>étions guère plus qu</w:t>
      </w:r>
      <w:r w:rsidR="000E1451">
        <w:rPr>
          <w:rFonts w:cs="Georgia"/>
          <w:kern w:val="1"/>
        </w:rPr>
        <w:t>’</w:t>
      </w:r>
      <w:r>
        <w:rPr>
          <w:rFonts w:cs="Georgia"/>
          <w:kern w:val="1"/>
        </w:rPr>
        <w:t>à une demi-lieue du château lorsque ce vœu confus se trouva subitement exaucé</w:t>
      </w:r>
      <w:r w:rsidR="000E1451">
        <w:rPr>
          <w:rFonts w:cs="Georgia"/>
          <w:kern w:val="1"/>
        </w:rPr>
        <w:t xml:space="preserve">. </w:t>
      </w:r>
      <w:r>
        <w:rPr>
          <w:rFonts w:cs="Georgia"/>
          <w:kern w:val="1"/>
        </w:rPr>
        <w:t>Un léger choc se produisit</w:t>
      </w:r>
      <w:r w:rsidR="000E1451">
        <w:rPr>
          <w:rFonts w:cs="Georgia"/>
          <w:kern w:val="1"/>
        </w:rPr>
        <w:t xml:space="preserve">. </w:t>
      </w:r>
      <w:r>
        <w:rPr>
          <w:rFonts w:cs="Georgia"/>
          <w:kern w:val="1"/>
        </w:rPr>
        <w:t>L</w:t>
      </w:r>
      <w:r w:rsidR="000E1451">
        <w:rPr>
          <w:rFonts w:cs="Georgia"/>
          <w:kern w:val="1"/>
        </w:rPr>
        <w:t>’</w:t>
      </w:r>
      <w:r>
        <w:rPr>
          <w:rFonts w:cs="Georgia"/>
          <w:kern w:val="1"/>
        </w:rPr>
        <w:t>automobile s</w:t>
      </w:r>
      <w:r w:rsidR="000E1451">
        <w:rPr>
          <w:rFonts w:cs="Georgia"/>
          <w:kern w:val="1"/>
        </w:rPr>
        <w:t>’</w:t>
      </w:r>
      <w:r>
        <w:rPr>
          <w:rFonts w:cs="Georgia"/>
          <w:kern w:val="1"/>
        </w:rPr>
        <w:t>arrêta</w:t>
      </w:r>
      <w:r w:rsidR="000E1451">
        <w:rPr>
          <w:rFonts w:cs="Georgia"/>
          <w:kern w:val="1"/>
        </w:rPr>
        <w:t xml:space="preserve">. </w:t>
      </w:r>
      <w:r>
        <w:rPr>
          <w:rFonts w:cs="Georgia"/>
          <w:kern w:val="1"/>
        </w:rPr>
        <w:t>Casquette à la main</w:t>
      </w:r>
      <w:r w:rsidR="000E1451">
        <w:rPr>
          <w:rFonts w:cs="Georgia"/>
          <w:kern w:val="1"/>
        </w:rPr>
        <w:t xml:space="preserve">, </w:t>
      </w:r>
      <w:r>
        <w:rPr>
          <w:rFonts w:cs="Georgia"/>
          <w:kern w:val="1"/>
        </w:rPr>
        <w:t>mon conducteur m</w:t>
      </w:r>
      <w:r w:rsidR="000E1451">
        <w:rPr>
          <w:rFonts w:cs="Georgia"/>
          <w:kern w:val="1"/>
        </w:rPr>
        <w:t>’</w:t>
      </w:r>
      <w:r>
        <w:rPr>
          <w:rFonts w:cs="Georgia"/>
          <w:kern w:val="1"/>
        </w:rPr>
        <w:t>ouvrait la portière</w:t>
      </w:r>
      <w:r w:rsidR="000E1451">
        <w:rPr>
          <w:rFonts w:cs="Georgia"/>
          <w:kern w:val="1"/>
        </w:rPr>
        <w:t xml:space="preserve">. </w:t>
      </w:r>
      <w:r>
        <w:rPr>
          <w:rFonts w:cs="Georgia"/>
          <w:kern w:val="1"/>
        </w:rPr>
        <w:t>Un pneu crevé</w:t>
      </w:r>
      <w:r w:rsidR="000E1451">
        <w:rPr>
          <w:rFonts w:cs="Georgia"/>
          <w:kern w:val="1"/>
        </w:rPr>
        <w:t xml:space="preserve"> !… </w:t>
      </w:r>
      <w:r>
        <w:rPr>
          <w:rFonts w:cs="Georgia"/>
          <w:kern w:val="1"/>
        </w:rPr>
        <w:t>Il s</w:t>
      </w:r>
      <w:r w:rsidR="000E1451">
        <w:rPr>
          <w:rFonts w:cs="Georgia"/>
          <w:kern w:val="1"/>
        </w:rPr>
        <w:t>’</w:t>
      </w:r>
      <w:r>
        <w:rPr>
          <w:rFonts w:cs="Georgia"/>
          <w:kern w:val="1"/>
        </w:rPr>
        <w:t>excusait</w:t>
      </w:r>
      <w:r w:rsidR="000E1451">
        <w:rPr>
          <w:rFonts w:cs="Georgia"/>
          <w:kern w:val="1"/>
        </w:rPr>
        <w:t xml:space="preserve">. </w:t>
      </w:r>
      <w:r>
        <w:rPr>
          <w:rFonts w:cs="Georgia"/>
          <w:kern w:val="1"/>
        </w:rPr>
        <w:t>Ce ne serait pas long</w:t>
      </w:r>
      <w:r w:rsidR="000E1451">
        <w:rPr>
          <w:rFonts w:cs="Georgia"/>
          <w:kern w:val="1"/>
        </w:rPr>
        <w:t>.</w:t>
      </w:r>
    </w:p>
    <w:p w14:paraId="12961762" w14:textId="77777777" w:rsidR="000E1451" w:rsidRDefault="000E1451" w:rsidP="00BE611A">
      <w:pPr>
        <w:rPr>
          <w:rFonts w:cs="Georgia"/>
          <w:kern w:val="1"/>
        </w:rPr>
      </w:pPr>
      <w:r>
        <w:rPr>
          <w:rFonts w:cs="Georgia"/>
          <w:kern w:val="1"/>
        </w:rPr>
        <w:t>— </w:t>
      </w:r>
      <w:r w:rsidR="00BE611A">
        <w:rPr>
          <w:rFonts w:cs="Georgia"/>
          <w:kern w:val="1"/>
        </w:rPr>
        <w:t>Dépêchez-vous</w:t>
      </w:r>
      <w:r>
        <w:rPr>
          <w:rFonts w:cs="Georgia"/>
          <w:kern w:val="1"/>
        </w:rPr>
        <w:t xml:space="preserve">, </w:t>
      </w:r>
      <w:r w:rsidR="00BE611A">
        <w:rPr>
          <w:rFonts w:cs="Georgia"/>
          <w:kern w:val="1"/>
        </w:rPr>
        <w:t>lui dis-je</w:t>
      </w:r>
      <w:r>
        <w:rPr>
          <w:rFonts w:cs="Georgia"/>
          <w:kern w:val="1"/>
        </w:rPr>
        <w:t>.</w:t>
      </w:r>
    </w:p>
    <w:p w14:paraId="230BC1AD" w14:textId="77777777" w:rsidR="000E1451" w:rsidRDefault="00BE611A" w:rsidP="00BE611A">
      <w:pPr>
        <w:rPr>
          <w:rFonts w:cs="Georgia"/>
          <w:kern w:val="1"/>
        </w:rPr>
      </w:pPr>
      <w:r>
        <w:rPr>
          <w:rFonts w:cs="Georgia"/>
          <w:kern w:val="1"/>
        </w:rPr>
        <w:t>Je sentais à présent que chacune des minutes qui s</w:t>
      </w:r>
      <w:r w:rsidR="000E1451">
        <w:rPr>
          <w:rFonts w:cs="Georgia"/>
          <w:kern w:val="1"/>
        </w:rPr>
        <w:t>’</w:t>
      </w:r>
      <w:r>
        <w:rPr>
          <w:rFonts w:cs="Georgia"/>
          <w:kern w:val="1"/>
        </w:rPr>
        <w:t>écoulaient me faisait perdre un peu plus de mon assurance</w:t>
      </w:r>
      <w:r w:rsidR="000E1451">
        <w:rPr>
          <w:rFonts w:cs="Georgia"/>
          <w:kern w:val="1"/>
        </w:rPr>
        <w:t xml:space="preserve">. </w:t>
      </w:r>
      <w:r>
        <w:rPr>
          <w:rFonts w:cs="Georgia"/>
          <w:kern w:val="1"/>
        </w:rPr>
        <w:t>J</w:t>
      </w:r>
      <w:r w:rsidR="000E1451">
        <w:rPr>
          <w:rFonts w:cs="Georgia"/>
          <w:kern w:val="1"/>
        </w:rPr>
        <w:t>’</w:t>
      </w:r>
      <w:r>
        <w:rPr>
          <w:rFonts w:cs="Georgia"/>
          <w:kern w:val="1"/>
        </w:rPr>
        <w:t>eusse pu abréger ce retard en aidant mon homme à manœuvrer son cric</w:t>
      </w:r>
      <w:r w:rsidR="000E1451">
        <w:rPr>
          <w:rFonts w:cs="Georgia"/>
          <w:kern w:val="1"/>
        </w:rPr>
        <w:t xml:space="preserve">, </w:t>
      </w:r>
      <w:r>
        <w:rPr>
          <w:rFonts w:cs="Georgia"/>
          <w:kern w:val="1"/>
        </w:rPr>
        <w:t>à déchausser sa roue</w:t>
      </w:r>
      <w:r w:rsidR="000E1451">
        <w:rPr>
          <w:rFonts w:cs="Georgia"/>
          <w:kern w:val="1"/>
        </w:rPr>
        <w:t xml:space="preserve">… </w:t>
      </w:r>
      <w:r>
        <w:rPr>
          <w:rFonts w:cs="Georgia"/>
          <w:kern w:val="1"/>
        </w:rPr>
        <w:t>Mais je m</w:t>
      </w:r>
      <w:r w:rsidR="000E1451">
        <w:rPr>
          <w:rFonts w:cs="Georgia"/>
          <w:kern w:val="1"/>
        </w:rPr>
        <w:t>’</w:t>
      </w:r>
      <w:r>
        <w:rPr>
          <w:rFonts w:cs="Georgia"/>
          <w:kern w:val="1"/>
        </w:rPr>
        <w:t>en sentais bien incapable</w:t>
      </w:r>
      <w:r w:rsidR="000E1451">
        <w:rPr>
          <w:rFonts w:cs="Georgia"/>
          <w:kern w:val="1"/>
        </w:rPr>
        <w:t xml:space="preserve"> ! </w:t>
      </w:r>
      <w:r>
        <w:rPr>
          <w:rFonts w:cs="Georgia"/>
          <w:kern w:val="1"/>
        </w:rPr>
        <w:t>Ayant gravi le talus qui bordait la route</w:t>
      </w:r>
      <w:r w:rsidR="000E1451">
        <w:rPr>
          <w:rFonts w:cs="Georgia"/>
          <w:kern w:val="1"/>
        </w:rPr>
        <w:t xml:space="preserve">, </w:t>
      </w:r>
      <w:r>
        <w:rPr>
          <w:rFonts w:cs="Georgia"/>
          <w:kern w:val="1"/>
        </w:rPr>
        <w:t>je m</w:t>
      </w:r>
      <w:r w:rsidR="000E1451">
        <w:rPr>
          <w:rFonts w:cs="Georgia"/>
          <w:kern w:val="1"/>
        </w:rPr>
        <w:t>’</w:t>
      </w:r>
      <w:r>
        <w:rPr>
          <w:rFonts w:cs="Georgia"/>
          <w:kern w:val="1"/>
        </w:rPr>
        <w:t>assis sur une banquette de terre</w:t>
      </w:r>
      <w:r w:rsidR="000E1451">
        <w:rPr>
          <w:rFonts w:cs="Georgia"/>
          <w:kern w:val="1"/>
        </w:rPr>
        <w:t xml:space="preserve">. </w:t>
      </w:r>
      <w:r>
        <w:rPr>
          <w:rFonts w:cs="Georgia"/>
          <w:kern w:val="1"/>
        </w:rPr>
        <w:t>Aucun des détails de cet endroit ne m</w:t>
      </w:r>
      <w:r w:rsidR="000E1451">
        <w:rPr>
          <w:rFonts w:cs="Georgia"/>
          <w:kern w:val="1"/>
        </w:rPr>
        <w:t>’</w:t>
      </w:r>
      <w:r>
        <w:rPr>
          <w:rFonts w:cs="Georgia"/>
          <w:kern w:val="1"/>
        </w:rPr>
        <w:t>était étranger</w:t>
      </w:r>
      <w:r w:rsidR="000E1451">
        <w:rPr>
          <w:rFonts w:cs="Georgia"/>
          <w:kern w:val="1"/>
        </w:rPr>
        <w:t xml:space="preserve">. </w:t>
      </w:r>
      <w:r>
        <w:rPr>
          <w:rFonts w:cs="Georgia"/>
          <w:kern w:val="1"/>
        </w:rPr>
        <w:t>J</w:t>
      </w:r>
      <w:r w:rsidR="000E1451">
        <w:rPr>
          <w:rFonts w:cs="Georgia"/>
          <w:kern w:val="1"/>
        </w:rPr>
        <w:t>’</w:t>
      </w:r>
      <w:r>
        <w:rPr>
          <w:rFonts w:cs="Georgia"/>
          <w:kern w:val="1"/>
        </w:rPr>
        <w:t>y avais passé</w:t>
      </w:r>
      <w:r w:rsidR="000E1451">
        <w:rPr>
          <w:rFonts w:cs="Georgia"/>
          <w:kern w:val="1"/>
        </w:rPr>
        <w:t xml:space="preserve">, </w:t>
      </w:r>
      <w:r>
        <w:rPr>
          <w:rFonts w:cs="Georgia"/>
          <w:kern w:val="1"/>
        </w:rPr>
        <w:t>dans la pluie et le vent</w:t>
      </w:r>
      <w:r w:rsidR="000E1451">
        <w:rPr>
          <w:rFonts w:cs="Georgia"/>
          <w:kern w:val="1"/>
        </w:rPr>
        <w:t xml:space="preserve">, </w:t>
      </w:r>
      <w:r>
        <w:rPr>
          <w:rFonts w:cs="Georgia"/>
          <w:kern w:val="1"/>
        </w:rPr>
        <w:t>tant d</w:t>
      </w:r>
      <w:r w:rsidR="000E1451">
        <w:rPr>
          <w:rFonts w:cs="Georgia"/>
          <w:kern w:val="1"/>
        </w:rPr>
        <w:t>’</w:t>
      </w:r>
      <w:r>
        <w:rPr>
          <w:rFonts w:cs="Georgia"/>
          <w:kern w:val="1"/>
        </w:rPr>
        <w:t>heures mortelles</w:t>
      </w:r>
      <w:r w:rsidR="000E1451">
        <w:rPr>
          <w:rFonts w:cs="Georgia"/>
          <w:kern w:val="1"/>
        </w:rPr>
        <w:t xml:space="preserve">, </w:t>
      </w:r>
      <w:r>
        <w:rPr>
          <w:rFonts w:cs="Georgia"/>
          <w:kern w:val="1"/>
        </w:rPr>
        <w:t>figé à mon poste d</w:t>
      </w:r>
      <w:r w:rsidR="000E1451">
        <w:rPr>
          <w:rFonts w:cs="Georgia"/>
          <w:kern w:val="1"/>
        </w:rPr>
        <w:t>’</w:t>
      </w:r>
      <w:r>
        <w:rPr>
          <w:rFonts w:cs="Georgia"/>
          <w:kern w:val="1"/>
        </w:rPr>
        <w:t>interprète</w:t>
      </w:r>
      <w:r w:rsidR="000E1451">
        <w:rPr>
          <w:rFonts w:cs="Georgia"/>
          <w:kern w:val="1"/>
        </w:rPr>
        <w:t xml:space="preserve">, </w:t>
      </w:r>
      <w:r>
        <w:rPr>
          <w:rFonts w:cs="Georgia"/>
          <w:kern w:val="1"/>
        </w:rPr>
        <w:t>auprès du feldwebel</w:t>
      </w:r>
      <w:r w:rsidR="000E1451">
        <w:rPr>
          <w:rFonts w:cs="Georgia"/>
          <w:kern w:val="1"/>
        </w:rPr>
        <w:t xml:space="preserve">, </w:t>
      </w:r>
      <w:r>
        <w:rPr>
          <w:rFonts w:cs="Georgia"/>
          <w:kern w:val="1"/>
        </w:rPr>
        <w:t>tandis qu</w:t>
      </w:r>
      <w:r w:rsidR="000E1451">
        <w:rPr>
          <w:rFonts w:cs="Georgia"/>
          <w:kern w:val="1"/>
        </w:rPr>
        <w:t>’</w:t>
      </w:r>
      <w:r>
        <w:rPr>
          <w:rFonts w:cs="Georgia"/>
          <w:kern w:val="1"/>
        </w:rPr>
        <w:t>à nos pieds</w:t>
      </w:r>
      <w:r w:rsidR="000E1451">
        <w:rPr>
          <w:rFonts w:cs="Georgia"/>
          <w:kern w:val="1"/>
        </w:rPr>
        <w:t xml:space="preserve">, </w:t>
      </w:r>
      <w:r>
        <w:rPr>
          <w:rFonts w:cs="Georgia"/>
          <w:kern w:val="1"/>
        </w:rPr>
        <w:t>sous la schlague</w:t>
      </w:r>
      <w:r w:rsidR="000E1451">
        <w:rPr>
          <w:rFonts w:cs="Georgia"/>
          <w:kern w:val="1"/>
        </w:rPr>
        <w:t xml:space="preserve">, </w:t>
      </w:r>
      <w:r>
        <w:rPr>
          <w:rFonts w:cs="Georgia"/>
          <w:kern w:val="1"/>
        </w:rPr>
        <w:t>les prisonniers cassaient des cailloux</w:t>
      </w:r>
      <w:r w:rsidR="000E1451">
        <w:rPr>
          <w:rFonts w:cs="Georgia"/>
          <w:kern w:val="1"/>
        </w:rPr>
        <w:t>.</w:t>
      </w:r>
    </w:p>
    <w:p w14:paraId="1511D0BC" w14:textId="77777777" w:rsidR="000E1451" w:rsidRDefault="00BE611A" w:rsidP="00BE611A">
      <w:pPr>
        <w:rPr>
          <w:rFonts w:cs="Georgia"/>
          <w:kern w:val="1"/>
        </w:rPr>
      </w:pPr>
      <w:r>
        <w:rPr>
          <w:rFonts w:cs="Georgia"/>
          <w:kern w:val="1"/>
        </w:rPr>
        <w:t>De ce talus</w:t>
      </w:r>
      <w:r w:rsidR="000E1451">
        <w:rPr>
          <w:rFonts w:cs="Georgia"/>
          <w:kern w:val="1"/>
        </w:rPr>
        <w:t xml:space="preserve">, </w:t>
      </w:r>
      <w:r>
        <w:rPr>
          <w:rFonts w:cs="Georgia"/>
          <w:kern w:val="1"/>
        </w:rPr>
        <w:t>qui surplombait la chaussée d</w:t>
      </w:r>
      <w:r w:rsidR="000E1451">
        <w:rPr>
          <w:rFonts w:cs="Georgia"/>
          <w:kern w:val="1"/>
        </w:rPr>
        <w:t>’</w:t>
      </w:r>
      <w:r>
        <w:rPr>
          <w:rFonts w:cs="Georgia"/>
          <w:kern w:val="1"/>
        </w:rPr>
        <w:t>environ deux mètres</w:t>
      </w:r>
      <w:r w:rsidR="000E1451">
        <w:rPr>
          <w:rFonts w:cs="Georgia"/>
          <w:kern w:val="1"/>
        </w:rPr>
        <w:t xml:space="preserve">, </w:t>
      </w:r>
      <w:r>
        <w:rPr>
          <w:rFonts w:cs="Georgia"/>
          <w:kern w:val="1"/>
        </w:rPr>
        <w:t>on découvrait toute l</w:t>
      </w:r>
      <w:r w:rsidR="000E1451">
        <w:rPr>
          <w:rFonts w:cs="Georgia"/>
          <w:kern w:val="1"/>
        </w:rPr>
        <w:t>’</w:t>
      </w:r>
      <w:r>
        <w:rPr>
          <w:rFonts w:cs="Georgia"/>
          <w:kern w:val="1"/>
        </w:rPr>
        <w:t>immense lande rase</w:t>
      </w:r>
      <w:r w:rsidR="000E1451">
        <w:rPr>
          <w:rFonts w:cs="Georgia"/>
          <w:kern w:val="1"/>
        </w:rPr>
        <w:t xml:space="preserve">. </w:t>
      </w:r>
      <w:r>
        <w:rPr>
          <w:rFonts w:cs="Georgia"/>
          <w:kern w:val="1"/>
        </w:rPr>
        <w:t>L</w:t>
      </w:r>
      <w:r w:rsidR="000E1451">
        <w:rPr>
          <w:rFonts w:cs="Georgia"/>
          <w:kern w:val="1"/>
        </w:rPr>
        <w:t>’</w:t>
      </w:r>
      <w:r>
        <w:rPr>
          <w:rFonts w:cs="Georgia"/>
          <w:kern w:val="1"/>
        </w:rPr>
        <w:t>horizon était barré d</w:t>
      </w:r>
      <w:r w:rsidR="000E1451">
        <w:rPr>
          <w:rFonts w:cs="Georgia"/>
          <w:kern w:val="1"/>
        </w:rPr>
        <w:t>’</w:t>
      </w:r>
      <w:r>
        <w:rPr>
          <w:rFonts w:cs="Georgia"/>
          <w:kern w:val="1"/>
        </w:rPr>
        <w:t>un côté par la ligne obscure des sapins</w:t>
      </w:r>
      <w:r w:rsidR="000E1451">
        <w:rPr>
          <w:rFonts w:cs="Georgia"/>
          <w:kern w:val="1"/>
        </w:rPr>
        <w:t xml:space="preserve">, </w:t>
      </w:r>
      <w:r>
        <w:rPr>
          <w:rFonts w:cs="Georgia"/>
          <w:kern w:val="1"/>
        </w:rPr>
        <w:t>de l</w:t>
      </w:r>
      <w:r w:rsidR="000E1451">
        <w:rPr>
          <w:rFonts w:cs="Georgia"/>
          <w:kern w:val="1"/>
        </w:rPr>
        <w:t>’</w:t>
      </w:r>
      <w:r>
        <w:rPr>
          <w:rFonts w:cs="Georgia"/>
          <w:kern w:val="1"/>
        </w:rPr>
        <w:t>autre</w:t>
      </w:r>
      <w:r w:rsidR="000E1451">
        <w:rPr>
          <w:rFonts w:cs="Georgia"/>
          <w:kern w:val="1"/>
        </w:rPr>
        <w:t xml:space="preserve">, </w:t>
      </w:r>
      <w:r>
        <w:rPr>
          <w:rFonts w:cs="Georgia"/>
          <w:kern w:val="1"/>
        </w:rPr>
        <w:t>par celle de la mer</w:t>
      </w:r>
      <w:r w:rsidR="000E1451">
        <w:rPr>
          <w:rFonts w:cs="Georgia"/>
          <w:kern w:val="1"/>
        </w:rPr>
        <w:t xml:space="preserve">, </w:t>
      </w:r>
      <w:r>
        <w:rPr>
          <w:rFonts w:cs="Georgia"/>
          <w:kern w:val="1"/>
        </w:rPr>
        <w:t>plus obscure encore</w:t>
      </w:r>
      <w:r w:rsidR="000E1451">
        <w:rPr>
          <w:rFonts w:cs="Georgia"/>
          <w:kern w:val="1"/>
        </w:rPr>
        <w:t xml:space="preserve">. </w:t>
      </w:r>
      <w:r>
        <w:rPr>
          <w:rFonts w:cs="Georgia"/>
          <w:kern w:val="1"/>
        </w:rPr>
        <w:t>Juste en face de moi</w:t>
      </w:r>
      <w:r w:rsidR="000E1451">
        <w:rPr>
          <w:rFonts w:cs="Georgia"/>
          <w:kern w:val="1"/>
        </w:rPr>
        <w:t xml:space="preserve">, </w:t>
      </w:r>
      <w:r>
        <w:rPr>
          <w:rFonts w:cs="Georgia"/>
          <w:kern w:val="1"/>
        </w:rPr>
        <w:t>le château s</w:t>
      </w:r>
      <w:r w:rsidR="000E1451">
        <w:rPr>
          <w:rFonts w:cs="Georgia"/>
          <w:kern w:val="1"/>
        </w:rPr>
        <w:t>’</w:t>
      </w:r>
      <w:r>
        <w:rPr>
          <w:rFonts w:cs="Georgia"/>
          <w:kern w:val="1"/>
        </w:rPr>
        <w:t>élevait</w:t>
      </w:r>
      <w:r w:rsidR="000E1451">
        <w:rPr>
          <w:rFonts w:cs="Georgia"/>
          <w:kern w:val="1"/>
        </w:rPr>
        <w:t xml:space="preserve">. </w:t>
      </w:r>
      <w:r>
        <w:rPr>
          <w:rFonts w:cs="Georgia"/>
          <w:kern w:val="1"/>
        </w:rPr>
        <w:t>Je vis progressivement sa vaste silhouette s</w:t>
      </w:r>
      <w:r w:rsidR="000E1451">
        <w:rPr>
          <w:rFonts w:cs="Georgia"/>
          <w:kern w:val="1"/>
        </w:rPr>
        <w:t>’</w:t>
      </w:r>
      <w:r>
        <w:rPr>
          <w:rFonts w:cs="Georgia"/>
          <w:kern w:val="1"/>
        </w:rPr>
        <w:t>assombrir</w:t>
      </w:r>
      <w:r w:rsidR="000E1451">
        <w:rPr>
          <w:rFonts w:cs="Georgia"/>
          <w:kern w:val="1"/>
        </w:rPr>
        <w:t xml:space="preserve">. </w:t>
      </w:r>
      <w:r>
        <w:rPr>
          <w:rFonts w:cs="Georgia"/>
          <w:kern w:val="1"/>
        </w:rPr>
        <w:t>Pas une lumière ne naquit à son flanc</w:t>
      </w:r>
      <w:r w:rsidR="000E1451">
        <w:rPr>
          <w:rFonts w:cs="Georgia"/>
          <w:kern w:val="1"/>
        </w:rPr>
        <w:t xml:space="preserve">. </w:t>
      </w:r>
      <w:r>
        <w:rPr>
          <w:rFonts w:cs="Georgia"/>
          <w:kern w:val="1"/>
        </w:rPr>
        <w:t>L</w:t>
      </w:r>
      <w:r w:rsidR="000E1451">
        <w:rPr>
          <w:rFonts w:cs="Georgia"/>
          <w:kern w:val="1"/>
        </w:rPr>
        <w:t>’</w:t>
      </w:r>
      <w:r>
        <w:rPr>
          <w:rFonts w:cs="Georgia"/>
          <w:kern w:val="1"/>
        </w:rPr>
        <w:t xml:space="preserve">usine de </w:t>
      </w:r>
      <w:r w:rsidR="000E1451">
        <w:rPr>
          <w:rFonts w:cs="Georgia"/>
          <w:kern w:val="1"/>
        </w:rPr>
        <w:t>M. </w:t>
      </w:r>
      <w:r>
        <w:rPr>
          <w:rFonts w:cs="Georgia"/>
          <w:kern w:val="1"/>
        </w:rPr>
        <w:t>Flinkow devait être plus que jamais en déconfiture</w:t>
      </w:r>
      <w:r w:rsidR="000E1451">
        <w:rPr>
          <w:rFonts w:cs="Georgia"/>
          <w:kern w:val="1"/>
        </w:rPr>
        <w:t>.</w:t>
      </w:r>
    </w:p>
    <w:p w14:paraId="67816954" w14:textId="77777777" w:rsidR="000E1451" w:rsidRDefault="000E1451" w:rsidP="00BE611A">
      <w:pPr>
        <w:rPr>
          <w:rFonts w:cs="Georgia"/>
          <w:kern w:val="1"/>
        </w:rPr>
      </w:pPr>
      <w:r>
        <w:rPr>
          <w:rFonts w:cs="Georgia"/>
          <w:kern w:val="1"/>
        </w:rPr>
        <w:t>— </w:t>
      </w:r>
      <w:r w:rsidR="00BE611A">
        <w:rPr>
          <w:rFonts w:cs="Georgia"/>
          <w:kern w:val="1"/>
        </w:rPr>
        <w:t>Voilà qui est réglé</w:t>
      </w:r>
      <w:r>
        <w:rPr>
          <w:rFonts w:cs="Georgia"/>
          <w:kern w:val="1"/>
        </w:rPr>
        <w:t xml:space="preserve">, </w:t>
      </w:r>
      <w:r w:rsidR="00BE611A">
        <w:rPr>
          <w:rFonts w:cs="Georgia"/>
          <w:kern w:val="1"/>
        </w:rPr>
        <w:t>dit le chauffeur</w:t>
      </w:r>
      <w:r>
        <w:rPr>
          <w:rFonts w:cs="Georgia"/>
          <w:kern w:val="1"/>
        </w:rPr>
        <w:t>.</w:t>
      </w:r>
    </w:p>
    <w:p w14:paraId="6AB29BB9" w14:textId="77777777" w:rsidR="000E1451" w:rsidRDefault="00BE611A" w:rsidP="00BE611A">
      <w:pPr>
        <w:rPr>
          <w:rFonts w:cs="Georgia"/>
          <w:kern w:val="1"/>
        </w:rPr>
      </w:pPr>
      <w:r>
        <w:rPr>
          <w:rFonts w:cs="Georgia"/>
          <w:kern w:val="1"/>
        </w:rPr>
        <w:t>Il me faisait signe de remonter</w:t>
      </w:r>
      <w:r w:rsidR="000E1451">
        <w:rPr>
          <w:rFonts w:cs="Georgia"/>
          <w:kern w:val="1"/>
        </w:rPr>
        <w:t xml:space="preserve">. </w:t>
      </w:r>
      <w:r>
        <w:rPr>
          <w:rFonts w:cs="Georgia"/>
          <w:kern w:val="1"/>
        </w:rPr>
        <w:t>J</w:t>
      </w:r>
      <w:r w:rsidR="000E1451">
        <w:rPr>
          <w:rFonts w:cs="Georgia"/>
          <w:kern w:val="1"/>
        </w:rPr>
        <w:t>’</w:t>
      </w:r>
      <w:r>
        <w:rPr>
          <w:rFonts w:cs="Georgia"/>
          <w:kern w:val="1"/>
        </w:rPr>
        <w:t>obéis</w:t>
      </w:r>
      <w:r w:rsidR="000E1451">
        <w:rPr>
          <w:rFonts w:cs="Georgia"/>
          <w:kern w:val="1"/>
        </w:rPr>
        <w:t xml:space="preserve">. </w:t>
      </w:r>
      <w:r>
        <w:rPr>
          <w:rFonts w:cs="Georgia"/>
          <w:kern w:val="1"/>
        </w:rPr>
        <w:t>En cet instant</w:t>
      </w:r>
      <w:r w:rsidR="000E1451">
        <w:rPr>
          <w:rFonts w:cs="Georgia"/>
          <w:kern w:val="1"/>
        </w:rPr>
        <w:t xml:space="preserve">, </w:t>
      </w:r>
      <w:r>
        <w:rPr>
          <w:rFonts w:cs="Georgia"/>
          <w:kern w:val="1"/>
        </w:rPr>
        <w:t>je m</w:t>
      </w:r>
      <w:r w:rsidR="000E1451">
        <w:rPr>
          <w:rFonts w:cs="Georgia"/>
          <w:kern w:val="1"/>
        </w:rPr>
        <w:t>’</w:t>
      </w:r>
      <w:r>
        <w:rPr>
          <w:rFonts w:cs="Georgia"/>
          <w:kern w:val="1"/>
        </w:rPr>
        <w:t>aperçus que toutes les phrases que depuis huit jours je préparais et repréparais dans ma tête se disloquaient</w:t>
      </w:r>
      <w:r w:rsidR="000E1451">
        <w:rPr>
          <w:rFonts w:cs="Georgia"/>
          <w:kern w:val="1"/>
        </w:rPr>
        <w:t xml:space="preserve">, </w:t>
      </w:r>
      <w:r>
        <w:rPr>
          <w:rFonts w:cs="Georgia"/>
          <w:kern w:val="1"/>
        </w:rPr>
        <w:t>s</w:t>
      </w:r>
      <w:r w:rsidR="000E1451">
        <w:rPr>
          <w:rFonts w:cs="Georgia"/>
          <w:kern w:val="1"/>
        </w:rPr>
        <w:t>’</w:t>
      </w:r>
      <w:r>
        <w:rPr>
          <w:rFonts w:cs="Georgia"/>
          <w:kern w:val="1"/>
        </w:rPr>
        <w:t xml:space="preserve">en </w:t>
      </w:r>
      <w:r>
        <w:rPr>
          <w:rFonts w:cs="Georgia"/>
          <w:kern w:val="1"/>
        </w:rPr>
        <w:lastRenderedPageBreak/>
        <w:t>allaient à vau-l</w:t>
      </w:r>
      <w:r w:rsidR="000E1451">
        <w:rPr>
          <w:rFonts w:cs="Georgia"/>
          <w:kern w:val="1"/>
        </w:rPr>
        <w:t>’</w:t>
      </w:r>
      <w:r>
        <w:rPr>
          <w:rFonts w:cs="Georgia"/>
          <w:kern w:val="1"/>
        </w:rPr>
        <w:t>eau</w:t>
      </w:r>
      <w:r w:rsidR="000E1451">
        <w:rPr>
          <w:rFonts w:cs="Georgia"/>
          <w:kern w:val="1"/>
        </w:rPr>
        <w:t xml:space="preserve">… </w:t>
      </w:r>
      <w:r>
        <w:rPr>
          <w:rFonts w:cs="Georgia"/>
          <w:kern w:val="1"/>
        </w:rPr>
        <w:t>Deux ou trois</w:t>
      </w:r>
      <w:r w:rsidR="000E1451">
        <w:rPr>
          <w:rFonts w:cs="Georgia"/>
          <w:kern w:val="1"/>
        </w:rPr>
        <w:t xml:space="preserve">, </w:t>
      </w:r>
      <w:r>
        <w:rPr>
          <w:rFonts w:cs="Georgia"/>
          <w:kern w:val="1"/>
        </w:rPr>
        <w:t>qui tenaient encore bon</w:t>
      </w:r>
      <w:r w:rsidR="000E1451">
        <w:rPr>
          <w:rFonts w:cs="Georgia"/>
          <w:kern w:val="1"/>
        </w:rPr>
        <w:t xml:space="preserve">, </w:t>
      </w:r>
      <w:r>
        <w:rPr>
          <w:rFonts w:cs="Georgia"/>
          <w:kern w:val="1"/>
        </w:rPr>
        <w:t>me parurent prétentieuses</w:t>
      </w:r>
      <w:r w:rsidR="000E1451">
        <w:rPr>
          <w:rFonts w:cs="Georgia"/>
          <w:kern w:val="1"/>
        </w:rPr>
        <w:t xml:space="preserve">, </w:t>
      </w:r>
      <w:r>
        <w:rPr>
          <w:rFonts w:cs="Georgia"/>
          <w:kern w:val="1"/>
        </w:rPr>
        <w:t>inopérantes</w:t>
      </w:r>
      <w:r w:rsidR="000E1451">
        <w:rPr>
          <w:rFonts w:cs="Georgia"/>
          <w:kern w:val="1"/>
        </w:rPr>
        <w:t xml:space="preserve">, </w:t>
      </w:r>
      <w:r>
        <w:rPr>
          <w:rFonts w:cs="Georgia"/>
          <w:kern w:val="1"/>
        </w:rPr>
        <w:t>ridicules</w:t>
      </w:r>
      <w:r w:rsidR="000E1451">
        <w:rPr>
          <w:rFonts w:cs="Georgia"/>
          <w:kern w:val="1"/>
        </w:rPr>
        <w:t>…</w:t>
      </w:r>
    </w:p>
    <w:p w14:paraId="610CEABC" w14:textId="77777777" w:rsidR="000E1451" w:rsidRDefault="000E1451" w:rsidP="00BE611A">
      <w:pPr>
        <w:rPr>
          <w:rFonts w:cs="Georgia"/>
          <w:kern w:val="1"/>
        </w:rPr>
      </w:pPr>
      <w:r>
        <w:rPr>
          <w:rFonts w:cs="Georgia"/>
          <w:kern w:val="1"/>
        </w:rPr>
        <w:t>— </w:t>
      </w:r>
      <w:r w:rsidR="00BE611A">
        <w:rPr>
          <w:rFonts w:cs="Georgia"/>
          <w:kern w:val="1"/>
        </w:rPr>
        <w:t>Ah</w:t>
      </w:r>
      <w:r>
        <w:rPr>
          <w:rFonts w:cs="Georgia"/>
          <w:kern w:val="1"/>
        </w:rPr>
        <w:t xml:space="preserve"> ! </w:t>
      </w:r>
      <w:r w:rsidR="00BE611A">
        <w:rPr>
          <w:rFonts w:cs="Georgia"/>
          <w:kern w:val="1"/>
        </w:rPr>
        <w:t>Qu</w:t>
      </w:r>
      <w:r>
        <w:rPr>
          <w:rFonts w:cs="Georgia"/>
          <w:kern w:val="1"/>
        </w:rPr>
        <w:t>’</w:t>
      </w:r>
      <w:r w:rsidR="00BE611A">
        <w:rPr>
          <w:rFonts w:cs="Georgia"/>
          <w:kern w:val="1"/>
        </w:rPr>
        <w:t>importe</w:t>
      </w:r>
      <w:r>
        <w:rPr>
          <w:rFonts w:cs="Georgia"/>
          <w:kern w:val="1"/>
        </w:rPr>
        <w:t xml:space="preserve"> ! </w:t>
      </w:r>
      <w:r w:rsidR="00BE611A">
        <w:rPr>
          <w:rFonts w:cs="Georgia"/>
          <w:kern w:val="1"/>
        </w:rPr>
        <w:t>me dis-je</w:t>
      </w:r>
      <w:r>
        <w:rPr>
          <w:rFonts w:cs="Georgia"/>
          <w:kern w:val="1"/>
        </w:rPr>
        <w:t xml:space="preserve">. </w:t>
      </w:r>
      <w:r w:rsidR="00BE611A">
        <w:rPr>
          <w:rFonts w:cs="Georgia"/>
          <w:kern w:val="1"/>
        </w:rPr>
        <w:t>Qu</w:t>
      </w:r>
      <w:r>
        <w:rPr>
          <w:rFonts w:cs="Georgia"/>
          <w:kern w:val="1"/>
        </w:rPr>
        <w:t>’</w:t>
      </w:r>
      <w:r w:rsidR="00BE611A">
        <w:rPr>
          <w:rFonts w:cs="Georgia"/>
          <w:kern w:val="1"/>
        </w:rPr>
        <w:t>ai-je besoin de lui parler</w:t>
      </w:r>
      <w:r>
        <w:rPr>
          <w:rFonts w:cs="Georgia"/>
          <w:kern w:val="1"/>
        </w:rPr>
        <w:t xml:space="preserve"> ! </w:t>
      </w:r>
      <w:r w:rsidR="00BE611A">
        <w:rPr>
          <w:rFonts w:cs="Georgia"/>
          <w:kern w:val="1"/>
        </w:rPr>
        <w:t>Ai-je autre chose à faire que de lui dire qu</w:t>
      </w:r>
      <w:r>
        <w:rPr>
          <w:rFonts w:cs="Georgia"/>
          <w:kern w:val="1"/>
        </w:rPr>
        <w:t>’</w:t>
      </w:r>
      <w:r w:rsidR="00BE611A">
        <w:rPr>
          <w:rFonts w:cs="Georgia"/>
          <w:kern w:val="1"/>
        </w:rPr>
        <w:t>il est mort</w:t>
      </w:r>
      <w:r>
        <w:rPr>
          <w:rFonts w:cs="Georgia"/>
          <w:kern w:val="1"/>
        </w:rPr>
        <w:t xml:space="preserve">, </w:t>
      </w:r>
      <w:r w:rsidR="00BE611A">
        <w:rPr>
          <w:rFonts w:cs="Georgia"/>
          <w:kern w:val="1"/>
        </w:rPr>
        <w:t>et puis la prendre dans mes bras</w:t>
      </w:r>
      <w:r>
        <w:rPr>
          <w:rFonts w:cs="Georgia"/>
          <w:kern w:val="1"/>
        </w:rPr>
        <w:t> !</w:t>
      </w:r>
    </w:p>
    <w:p w14:paraId="47962907" w14:textId="77777777" w:rsidR="000E1451" w:rsidRDefault="00BE611A" w:rsidP="00BE611A">
      <w:pPr>
        <w:rPr>
          <w:rFonts w:cs="Georgia"/>
          <w:kern w:val="1"/>
        </w:rPr>
      </w:pPr>
      <w:r>
        <w:rPr>
          <w:rFonts w:cs="Georgia"/>
          <w:kern w:val="1"/>
        </w:rPr>
        <w:t>Soudain</w:t>
      </w:r>
      <w:r w:rsidR="000E1451">
        <w:rPr>
          <w:rFonts w:cs="Georgia"/>
          <w:kern w:val="1"/>
        </w:rPr>
        <w:t xml:space="preserve">, </w:t>
      </w:r>
      <w:r>
        <w:rPr>
          <w:rFonts w:cs="Georgia"/>
          <w:kern w:val="1"/>
        </w:rPr>
        <w:t>il fit nuit noire sur la route</w:t>
      </w:r>
      <w:r w:rsidR="000E1451">
        <w:rPr>
          <w:rFonts w:cs="Georgia"/>
          <w:kern w:val="1"/>
        </w:rPr>
        <w:t xml:space="preserve">. </w:t>
      </w:r>
      <w:r>
        <w:rPr>
          <w:rFonts w:cs="Georgia"/>
          <w:kern w:val="1"/>
        </w:rPr>
        <w:t>C</w:t>
      </w:r>
      <w:r w:rsidR="000E1451">
        <w:rPr>
          <w:rFonts w:cs="Georgia"/>
          <w:kern w:val="1"/>
        </w:rPr>
        <w:t>’</w:t>
      </w:r>
      <w:r>
        <w:rPr>
          <w:rFonts w:cs="Georgia"/>
          <w:kern w:val="1"/>
        </w:rPr>
        <w:t>était la grande ombre du château dans laquelle nous venions d</w:t>
      </w:r>
      <w:r w:rsidR="000E1451">
        <w:rPr>
          <w:rFonts w:cs="Georgia"/>
          <w:kern w:val="1"/>
        </w:rPr>
        <w:t>’</w:t>
      </w:r>
      <w:r>
        <w:rPr>
          <w:rFonts w:cs="Georgia"/>
          <w:kern w:val="1"/>
        </w:rPr>
        <w:t>entrer</w:t>
      </w:r>
      <w:r w:rsidR="000E1451">
        <w:rPr>
          <w:rFonts w:cs="Georgia"/>
          <w:kern w:val="1"/>
        </w:rPr>
        <w:t xml:space="preserve">. </w:t>
      </w:r>
      <w:r>
        <w:rPr>
          <w:rFonts w:cs="Georgia"/>
          <w:kern w:val="1"/>
        </w:rPr>
        <w:t>Au premier étage</w:t>
      </w:r>
      <w:r w:rsidR="000E1451">
        <w:rPr>
          <w:rFonts w:cs="Georgia"/>
          <w:kern w:val="1"/>
        </w:rPr>
        <w:t xml:space="preserve">, </w:t>
      </w:r>
      <w:r>
        <w:rPr>
          <w:rFonts w:cs="Georgia"/>
          <w:kern w:val="1"/>
        </w:rPr>
        <w:t>à une fenêtre que je reconnus pour être celle du général</w:t>
      </w:r>
      <w:r w:rsidR="000E1451">
        <w:rPr>
          <w:rFonts w:cs="Georgia"/>
          <w:kern w:val="1"/>
        </w:rPr>
        <w:t xml:space="preserve">, </w:t>
      </w:r>
      <w:r>
        <w:rPr>
          <w:rFonts w:cs="Georgia"/>
          <w:kern w:val="1"/>
        </w:rPr>
        <w:t>brillait une lueur tellement indécise que je la pris d</w:t>
      </w:r>
      <w:r w:rsidR="000E1451">
        <w:rPr>
          <w:rFonts w:cs="Georgia"/>
          <w:kern w:val="1"/>
        </w:rPr>
        <w:t>’</w:t>
      </w:r>
      <w:r>
        <w:rPr>
          <w:rFonts w:cs="Georgia"/>
          <w:kern w:val="1"/>
        </w:rPr>
        <w:t>abord pour un reflet de lune sur les vitres</w:t>
      </w:r>
      <w:r w:rsidR="000E1451">
        <w:rPr>
          <w:rFonts w:cs="Georgia"/>
          <w:kern w:val="1"/>
        </w:rPr>
        <w:t>.</w:t>
      </w:r>
    </w:p>
    <w:p w14:paraId="66B0DF9C" w14:textId="77777777" w:rsidR="000E1451" w:rsidRDefault="00BE611A" w:rsidP="00BE611A">
      <w:pPr>
        <w:rPr>
          <w:rFonts w:cs="Georgia"/>
          <w:kern w:val="1"/>
        </w:rPr>
      </w:pPr>
      <w:r>
        <w:rPr>
          <w:rFonts w:cs="Georgia"/>
          <w:kern w:val="1"/>
        </w:rPr>
        <w:t>Le chauffeur avait arrêté sa voiture devant la passerelle</w:t>
      </w:r>
      <w:r w:rsidR="000E1451">
        <w:rPr>
          <w:rFonts w:cs="Georgia"/>
          <w:kern w:val="1"/>
        </w:rPr>
        <w:t xml:space="preserve">. </w:t>
      </w:r>
      <w:r>
        <w:rPr>
          <w:rFonts w:cs="Georgia"/>
          <w:kern w:val="1"/>
        </w:rPr>
        <w:t>Il hésitait à l</w:t>
      </w:r>
      <w:r w:rsidR="000E1451">
        <w:rPr>
          <w:rFonts w:cs="Georgia"/>
          <w:kern w:val="1"/>
        </w:rPr>
        <w:t>’</w:t>
      </w:r>
      <w:r>
        <w:rPr>
          <w:rFonts w:cs="Georgia"/>
          <w:kern w:val="1"/>
        </w:rPr>
        <w:t>y engager</w:t>
      </w:r>
      <w:r w:rsidR="000E1451">
        <w:rPr>
          <w:rFonts w:cs="Georgia"/>
          <w:kern w:val="1"/>
        </w:rPr>
        <w:t>.</w:t>
      </w:r>
    </w:p>
    <w:p w14:paraId="2A7F5D5B" w14:textId="77777777" w:rsidR="000E1451" w:rsidRDefault="000E1451" w:rsidP="00BE611A">
      <w:pPr>
        <w:rPr>
          <w:rFonts w:cs="Georgia"/>
          <w:kern w:val="1"/>
        </w:rPr>
      </w:pPr>
      <w:r>
        <w:rPr>
          <w:rFonts w:cs="Georgia"/>
          <w:kern w:val="1"/>
        </w:rPr>
        <w:t>— </w:t>
      </w:r>
      <w:r w:rsidR="00BE611A">
        <w:rPr>
          <w:rFonts w:cs="Georgia"/>
          <w:kern w:val="1"/>
        </w:rPr>
        <w:t>Vous pouvez avancer</w:t>
      </w:r>
      <w:r>
        <w:rPr>
          <w:rFonts w:cs="Georgia"/>
          <w:kern w:val="1"/>
        </w:rPr>
        <w:t xml:space="preserve">, </w:t>
      </w:r>
      <w:r w:rsidR="00BE611A">
        <w:rPr>
          <w:rFonts w:cs="Georgia"/>
          <w:kern w:val="1"/>
        </w:rPr>
        <w:t>lui dis-je</w:t>
      </w:r>
      <w:r>
        <w:rPr>
          <w:rFonts w:cs="Georgia"/>
          <w:kern w:val="1"/>
        </w:rPr>
        <w:t>.</w:t>
      </w:r>
    </w:p>
    <w:p w14:paraId="732D454C" w14:textId="77777777" w:rsidR="000E1451" w:rsidRDefault="00BE611A" w:rsidP="00BE611A">
      <w:pPr>
        <w:rPr>
          <w:rFonts w:cs="Georgia"/>
          <w:kern w:val="1"/>
        </w:rPr>
      </w:pPr>
      <w:r>
        <w:rPr>
          <w:rFonts w:cs="Georgia"/>
          <w:kern w:val="1"/>
        </w:rPr>
        <w:t>L</w:t>
      </w:r>
      <w:r w:rsidR="000E1451">
        <w:rPr>
          <w:rFonts w:cs="Georgia"/>
          <w:kern w:val="1"/>
        </w:rPr>
        <w:t>’</w:t>
      </w:r>
      <w:r>
        <w:rPr>
          <w:rFonts w:cs="Georgia"/>
          <w:kern w:val="1"/>
        </w:rPr>
        <w:t>automobile roula</w:t>
      </w:r>
      <w:r w:rsidR="000E1451">
        <w:rPr>
          <w:rFonts w:cs="Georgia"/>
          <w:kern w:val="1"/>
        </w:rPr>
        <w:t xml:space="preserve">, </w:t>
      </w:r>
      <w:r>
        <w:rPr>
          <w:rFonts w:cs="Georgia"/>
          <w:kern w:val="1"/>
        </w:rPr>
        <w:t>avec précaution sur les planches</w:t>
      </w:r>
      <w:r w:rsidR="000E1451">
        <w:rPr>
          <w:rFonts w:cs="Georgia"/>
          <w:kern w:val="1"/>
        </w:rPr>
        <w:t xml:space="preserve">. </w:t>
      </w:r>
      <w:r>
        <w:rPr>
          <w:rFonts w:cs="Georgia"/>
          <w:kern w:val="1"/>
        </w:rPr>
        <w:t>Résonnant sourdement les unes après les autres</w:t>
      </w:r>
      <w:r w:rsidR="000E1451">
        <w:rPr>
          <w:rFonts w:cs="Georgia"/>
          <w:kern w:val="1"/>
        </w:rPr>
        <w:t xml:space="preserve">, </w:t>
      </w:r>
      <w:r>
        <w:rPr>
          <w:rFonts w:cs="Georgia"/>
          <w:kern w:val="1"/>
        </w:rPr>
        <w:t>celles-ci rendirent le son d</w:t>
      </w:r>
      <w:r w:rsidR="000E1451">
        <w:rPr>
          <w:rFonts w:cs="Georgia"/>
          <w:kern w:val="1"/>
        </w:rPr>
        <w:t>’</w:t>
      </w:r>
      <w:r>
        <w:rPr>
          <w:rFonts w:cs="Georgia"/>
          <w:kern w:val="1"/>
        </w:rPr>
        <w:t>un rideau de tôle ondulée qu</w:t>
      </w:r>
      <w:r w:rsidR="000E1451">
        <w:rPr>
          <w:rFonts w:cs="Georgia"/>
          <w:kern w:val="1"/>
        </w:rPr>
        <w:t>’</w:t>
      </w:r>
      <w:r>
        <w:rPr>
          <w:rFonts w:cs="Georgia"/>
          <w:kern w:val="1"/>
        </w:rPr>
        <w:t>on balafre</w:t>
      </w:r>
      <w:r w:rsidR="000E1451">
        <w:rPr>
          <w:rFonts w:cs="Georgia"/>
          <w:kern w:val="1"/>
        </w:rPr>
        <w:t xml:space="preserve">, </w:t>
      </w:r>
      <w:r>
        <w:rPr>
          <w:rFonts w:cs="Georgia"/>
          <w:kern w:val="1"/>
        </w:rPr>
        <w:t>de haut en bas</w:t>
      </w:r>
      <w:r w:rsidR="000E1451">
        <w:rPr>
          <w:rFonts w:cs="Georgia"/>
          <w:kern w:val="1"/>
        </w:rPr>
        <w:t xml:space="preserve">, </w:t>
      </w:r>
      <w:r>
        <w:rPr>
          <w:rFonts w:cs="Georgia"/>
          <w:kern w:val="1"/>
        </w:rPr>
        <w:t>du bout d</w:t>
      </w:r>
      <w:r w:rsidR="000E1451">
        <w:rPr>
          <w:rFonts w:cs="Georgia"/>
          <w:kern w:val="1"/>
        </w:rPr>
        <w:t>’</w:t>
      </w:r>
      <w:r>
        <w:rPr>
          <w:rFonts w:cs="Georgia"/>
          <w:kern w:val="1"/>
        </w:rPr>
        <w:t>une canne</w:t>
      </w:r>
      <w:r w:rsidR="000E1451">
        <w:rPr>
          <w:rFonts w:cs="Georgia"/>
          <w:kern w:val="1"/>
        </w:rPr>
        <w:t>.</w:t>
      </w:r>
    </w:p>
    <w:p w14:paraId="2AC85B43" w14:textId="77777777" w:rsidR="000E1451" w:rsidRDefault="00BE611A" w:rsidP="00BE611A">
      <w:pPr>
        <w:rPr>
          <w:rFonts w:cs="Georgia"/>
          <w:kern w:val="1"/>
        </w:rPr>
      </w:pPr>
      <w:r>
        <w:rPr>
          <w:rFonts w:cs="Georgia"/>
          <w:kern w:val="1"/>
        </w:rPr>
        <w:t>Devant le grand perron</w:t>
      </w:r>
      <w:r w:rsidR="000E1451">
        <w:rPr>
          <w:rFonts w:cs="Georgia"/>
          <w:kern w:val="1"/>
        </w:rPr>
        <w:t xml:space="preserve">, </w:t>
      </w:r>
      <w:r>
        <w:rPr>
          <w:rFonts w:cs="Georgia"/>
          <w:kern w:val="1"/>
        </w:rPr>
        <w:t>je réglai le conducteur prenant soin de lui laisser un pourboire honorable</w:t>
      </w:r>
      <w:r w:rsidR="000E1451">
        <w:rPr>
          <w:rFonts w:cs="Georgia"/>
          <w:kern w:val="1"/>
        </w:rPr>
        <w:t xml:space="preserve">. </w:t>
      </w:r>
      <w:r>
        <w:rPr>
          <w:rFonts w:cs="Georgia"/>
          <w:kern w:val="1"/>
        </w:rPr>
        <w:t>Il me remercia avec effusion</w:t>
      </w:r>
      <w:r w:rsidR="000E1451">
        <w:rPr>
          <w:rFonts w:cs="Georgia"/>
          <w:kern w:val="1"/>
        </w:rPr>
        <w:t>.</w:t>
      </w:r>
    </w:p>
    <w:p w14:paraId="6361ED7C" w14:textId="77777777" w:rsidR="000E1451" w:rsidRDefault="000E1451" w:rsidP="00BE611A">
      <w:pPr>
        <w:rPr>
          <w:rFonts w:cs="Georgia"/>
          <w:kern w:val="1"/>
        </w:rPr>
      </w:pPr>
      <w:r>
        <w:rPr>
          <w:rFonts w:cs="Georgia"/>
          <w:kern w:val="1"/>
        </w:rPr>
        <w:t>— </w:t>
      </w:r>
      <w:r w:rsidR="00BE611A">
        <w:rPr>
          <w:rFonts w:cs="Georgia"/>
          <w:kern w:val="1"/>
        </w:rPr>
        <w:t>Si j</w:t>
      </w:r>
      <w:r>
        <w:rPr>
          <w:rFonts w:cs="Georgia"/>
          <w:kern w:val="1"/>
        </w:rPr>
        <w:t>’</w:t>
      </w:r>
      <w:r w:rsidR="00BE611A">
        <w:rPr>
          <w:rFonts w:cs="Georgia"/>
          <w:kern w:val="1"/>
        </w:rPr>
        <w:t>osais</w:t>
      </w:r>
      <w:r>
        <w:rPr>
          <w:rFonts w:cs="Georgia"/>
          <w:kern w:val="1"/>
        </w:rPr>
        <w:t xml:space="preserve">, </w:t>
      </w:r>
      <w:r w:rsidR="00BE611A">
        <w:rPr>
          <w:rFonts w:cs="Georgia"/>
          <w:kern w:val="1"/>
        </w:rPr>
        <w:t>Monsieur</w:t>
      </w:r>
      <w:r>
        <w:rPr>
          <w:rFonts w:cs="Georgia"/>
          <w:kern w:val="1"/>
        </w:rPr>
        <w:t xml:space="preserve">, </w:t>
      </w:r>
      <w:r w:rsidR="00BE611A">
        <w:rPr>
          <w:rFonts w:cs="Georgia"/>
          <w:kern w:val="1"/>
        </w:rPr>
        <w:t>je vous demanderai bien de me faire donner un peu d</w:t>
      </w:r>
      <w:r>
        <w:rPr>
          <w:rFonts w:cs="Georgia"/>
          <w:kern w:val="1"/>
        </w:rPr>
        <w:t>’</w:t>
      </w:r>
      <w:r w:rsidR="00BE611A">
        <w:rPr>
          <w:rFonts w:cs="Georgia"/>
          <w:kern w:val="1"/>
        </w:rPr>
        <w:t>eau pour mon radiateur</w:t>
      </w:r>
      <w:r>
        <w:rPr>
          <w:rFonts w:cs="Georgia"/>
          <w:kern w:val="1"/>
        </w:rPr>
        <w:t xml:space="preserve">. </w:t>
      </w:r>
      <w:r w:rsidR="00BE611A">
        <w:rPr>
          <w:rFonts w:cs="Georgia"/>
          <w:kern w:val="1"/>
        </w:rPr>
        <w:t>Pas moyen d</w:t>
      </w:r>
      <w:r>
        <w:rPr>
          <w:rFonts w:cs="Georgia"/>
          <w:kern w:val="1"/>
        </w:rPr>
        <w:t>’</w:t>
      </w:r>
      <w:r w:rsidR="00BE611A">
        <w:rPr>
          <w:rFonts w:cs="Georgia"/>
          <w:kern w:val="1"/>
        </w:rPr>
        <w:t>en prendre aux ruisseaux</w:t>
      </w:r>
      <w:r>
        <w:rPr>
          <w:rFonts w:cs="Georgia"/>
          <w:kern w:val="1"/>
        </w:rPr>
        <w:t xml:space="preserve">, </w:t>
      </w:r>
      <w:r w:rsidR="00BE611A">
        <w:rPr>
          <w:rFonts w:cs="Georgia"/>
          <w:kern w:val="1"/>
        </w:rPr>
        <w:t>ils sont tous gelés</w:t>
      </w:r>
      <w:r>
        <w:rPr>
          <w:rFonts w:cs="Georgia"/>
          <w:kern w:val="1"/>
        </w:rPr>
        <w:t>.</w:t>
      </w:r>
    </w:p>
    <w:p w14:paraId="3EE08736" w14:textId="77777777" w:rsidR="000E1451" w:rsidRDefault="000E1451" w:rsidP="00BE611A">
      <w:pPr>
        <w:rPr>
          <w:rFonts w:cs="Georgia"/>
          <w:kern w:val="1"/>
        </w:rPr>
      </w:pPr>
      <w:r>
        <w:rPr>
          <w:rFonts w:cs="Georgia"/>
          <w:kern w:val="1"/>
        </w:rPr>
        <w:t>— </w:t>
      </w:r>
      <w:r w:rsidR="00BE611A">
        <w:rPr>
          <w:rFonts w:cs="Georgia"/>
          <w:kern w:val="1"/>
        </w:rPr>
        <w:t>Attendez quelques minutes</w:t>
      </w:r>
      <w:r>
        <w:rPr>
          <w:rFonts w:cs="Georgia"/>
          <w:kern w:val="1"/>
        </w:rPr>
        <w:t xml:space="preserve">. </w:t>
      </w:r>
      <w:r w:rsidR="00BE611A">
        <w:rPr>
          <w:rFonts w:cs="Georgia"/>
          <w:kern w:val="1"/>
        </w:rPr>
        <w:t>Je vais vous en faire envoyer</w:t>
      </w:r>
      <w:r>
        <w:rPr>
          <w:rFonts w:cs="Georgia"/>
          <w:kern w:val="1"/>
        </w:rPr>
        <w:t>.</w:t>
      </w:r>
    </w:p>
    <w:p w14:paraId="46B0024D" w14:textId="77777777" w:rsidR="000E1451" w:rsidRDefault="000E1451" w:rsidP="00BE611A">
      <w:pPr>
        <w:rPr>
          <w:rFonts w:cs="Georgia"/>
          <w:kern w:val="1"/>
        </w:rPr>
      </w:pPr>
      <w:r>
        <w:rPr>
          <w:rFonts w:cs="Georgia"/>
          <w:kern w:val="1"/>
        </w:rPr>
        <w:t>— </w:t>
      </w:r>
      <w:r w:rsidR="00BE611A">
        <w:rPr>
          <w:rFonts w:cs="Georgia"/>
          <w:kern w:val="1"/>
        </w:rPr>
        <w:t>Merci</w:t>
      </w:r>
      <w:r>
        <w:rPr>
          <w:rFonts w:cs="Georgia"/>
          <w:kern w:val="1"/>
        </w:rPr>
        <w:t xml:space="preserve">, </w:t>
      </w:r>
      <w:r w:rsidR="00BE611A">
        <w:rPr>
          <w:rFonts w:cs="Georgia"/>
          <w:kern w:val="1"/>
        </w:rPr>
        <w:t>dit-il</w:t>
      </w:r>
      <w:r>
        <w:rPr>
          <w:rFonts w:cs="Georgia"/>
          <w:kern w:val="1"/>
        </w:rPr>
        <w:t xml:space="preserve">. </w:t>
      </w:r>
      <w:r w:rsidR="00BE611A">
        <w:rPr>
          <w:rFonts w:cs="Georgia"/>
          <w:kern w:val="1"/>
        </w:rPr>
        <w:t>Rien ne presse</w:t>
      </w:r>
      <w:r>
        <w:rPr>
          <w:rFonts w:cs="Georgia"/>
          <w:kern w:val="1"/>
        </w:rPr>
        <w:t xml:space="preserve">. </w:t>
      </w:r>
      <w:r w:rsidR="00BE611A">
        <w:rPr>
          <w:rFonts w:cs="Georgia"/>
          <w:kern w:val="1"/>
        </w:rPr>
        <w:t>J</w:t>
      </w:r>
      <w:r>
        <w:rPr>
          <w:rFonts w:cs="Georgia"/>
          <w:kern w:val="1"/>
        </w:rPr>
        <w:t>’</w:t>
      </w:r>
      <w:r w:rsidR="00BE611A">
        <w:rPr>
          <w:rFonts w:cs="Georgia"/>
          <w:kern w:val="1"/>
        </w:rPr>
        <w:t>ai tout mon</w:t>
      </w:r>
      <w:r w:rsidR="00BE611A">
        <w:rPr>
          <w:rFonts w:cs="Georgia"/>
          <w:bCs/>
          <w:kern w:val="1"/>
        </w:rPr>
        <w:t xml:space="preserve"> </w:t>
      </w:r>
      <w:r w:rsidR="00BE611A">
        <w:rPr>
          <w:rFonts w:cs="Georgia"/>
          <w:kern w:val="1"/>
        </w:rPr>
        <w:t>temps</w:t>
      </w:r>
      <w:r>
        <w:rPr>
          <w:rFonts w:cs="Georgia"/>
          <w:kern w:val="1"/>
        </w:rPr>
        <w:t>.</w:t>
      </w:r>
    </w:p>
    <w:p w14:paraId="69551C16" w14:textId="77777777" w:rsidR="000E1451" w:rsidRDefault="00BE611A" w:rsidP="00BE611A">
      <w:pPr>
        <w:rPr>
          <w:rFonts w:cs="Georgia"/>
          <w:kern w:val="1"/>
        </w:rPr>
      </w:pPr>
      <w:r>
        <w:rPr>
          <w:rFonts w:cs="Georgia"/>
          <w:kern w:val="1"/>
        </w:rPr>
        <w:lastRenderedPageBreak/>
        <w:t>Contournant le château du côté du parc</w:t>
      </w:r>
      <w:r w:rsidR="000E1451">
        <w:rPr>
          <w:rFonts w:cs="Georgia"/>
          <w:kern w:val="1"/>
        </w:rPr>
        <w:t xml:space="preserve">, </w:t>
      </w:r>
      <w:r>
        <w:rPr>
          <w:rFonts w:cs="Georgia"/>
          <w:kern w:val="1"/>
        </w:rPr>
        <w:t>je</w:t>
      </w:r>
      <w:r>
        <w:rPr>
          <w:rFonts w:cs="Georgia"/>
          <w:bCs/>
          <w:kern w:val="1"/>
        </w:rPr>
        <w:t xml:space="preserve"> </w:t>
      </w:r>
      <w:r>
        <w:rPr>
          <w:rFonts w:cs="Georgia"/>
          <w:kern w:val="1"/>
        </w:rPr>
        <w:t>gagnai la façade opposée</w:t>
      </w:r>
      <w:r w:rsidR="000E1451">
        <w:rPr>
          <w:rFonts w:cs="Georgia"/>
          <w:kern w:val="1"/>
        </w:rPr>
        <w:t xml:space="preserve">, </w:t>
      </w:r>
      <w:r>
        <w:rPr>
          <w:rFonts w:cs="Georgia"/>
          <w:kern w:val="1"/>
        </w:rPr>
        <w:t xml:space="preserve">et poussai la porte </w:t>
      </w:r>
      <w:r>
        <w:rPr>
          <w:rFonts w:cs="Georgia"/>
          <w:bCs/>
          <w:kern w:val="1"/>
        </w:rPr>
        <w:t xml:space="preserve">de </w:t>
      </w:r>
      <w:r>
        <w:rPr>
          <w:rFonts w:cs="Georgia"/>
          <w:kern w:val="1"/>
        </w:rPr>
        <w:t>l</w:t>
      </w:r>
      <w:r w:rsidR="000E1451">
        <w:rPr>
          <w:rFonts w:cs="Georgia"/>
          <w:kern w:val="1"/>
        </w:rPr>
        <w:t>’</w:t>
      </w:r>
      <w:r>
        <w:rPr>
          <w:rFonts w:cs="Georgia"/>
          <w:kern w:val="1"/>
        </w:rPr>
        <w:t>office</w:t>
      </w:r>
      <w:r w:rsidR="000E1451">
        <w:rPr>
          <w:rFonts w:cs="Georgia"/>
          <w:kern w:val="1"/>
        </w:rPr>
        <w:t xml:space="preserve">. </w:t>
      </w:r>
      <w:r>
        <w:rPr>
          <w:rFonts w:cs="Georgia"/>
          <w:kern w:val="1"/>
        </w:rPr>
        <w:t>La cuisine était déserte</w:t>
      </w:r>
      <w:r w:rsidR="000E1451">
        <w:rPr>
          <w:rFonts w:cs="Georgia"/>
          <w:kern w:val="1"/>
        </w:rPr>
        <w:t xml:space="preserve">. </w:t>
      </w:r>
      <w:r>
        <w:rPr>
          <w:rFonts w:cs="Georgia"/>
          <w:kern w:val="1"/>
        </w:rPr>
        <w:t>Quelques braisas achevaient de s</w:t>
      </w:r>
      <w:r w:rsidR="000E1451">
        <w:rPr>
          <w:rFonts w:cs="Georgia"/>
          <w:kern w:val="1"/>
        </w:rPr>
        <w:t>’</w:t>
      </w:r>
      <w:r>
        <w:rPr>
          <w:rFonts w:cs="Georgia"/>
          <w:kern w:val="1"/>
        </w:rPr>
        <w:t>éteindre dans l</w:t>
      </w:r>
      <w:r w:rsidR="000E1451">
        <w:rPr>
          <w:rFonts w:cs="Georgia"/>
          <w:kern w:val="1"/>
        </w:rPr>
        <w:t>’</w:t>
      </w:r>
      <w:r>
        <w:rPr>
          <w:rFonts w:cs="Georgia"/>
          <w:kern w:val="1"/>
        </w:rPr>
        <w:t>âtre</w:t>
      </w:r>
      <w:r w:rsidR="000E1451">
        <w:rPr>
          <w:rFonts w:cs="Georgia"/>
          <w:kern w:val="1"/>
        </w:rPr>
        <w:t xml:space="preserve">. </w:t>
      </w:r>
      <w:r>
        <w:rPr>
          <w:rFonts w:cs="Georgia"/>
          <w:kern w:val="1"/>
        </w:rPr>
        <w:t>À tâtons</w:t>
      </w:r>
      <w:r w:rsidR="000E1451">
        <w:rPr>
          <w:rFonts w:cs="Georgia"/>
          <w:kern w:val="1"/>
        </w:rPr>
        <w:t xml:space="preserve">, </w:t>
      </w:r>
      <w:r>
        <w:rPr>
          <w:rFonts w:cs="Georgia"/>
          <w:kern w:val="1"/>
        </w:rPr>
        <w:t>je me dirigeai vers le grand escalier</w:t>
      </w:r>
      <w:r w:rsidR="000E1451">
        <w:rPr>
          <w:rFonts w:cs="Georgia"/>
          <w:kern w:val="1"/>
        </w:rPr>
        <w:t>.</w:t>
      </w:r>
    </w:p>
    <w:p w14:paraId="01236937" w14:textId="77777777" w:rsidR="000E1451" w:rsidRDefault="00BE611A" w:rsidP="00BE611A">
      <w:pPr>
        <w:rPr>
          <w:rFonts w:cs="Georgia"/>
          <w:kern w:val="1"/>
        </w:rPr>
      </w:pPr>
      <w:r>
        <w:rPr>
          <w:rFonts w:cs="Georgia"/>
          <w:kern w:val="1"/>
        </w:rPr>
        <w:t>Un peu de lumière</w:t>
      </w:r>
      <w:r w:rsidR="000E1451">
        <w:rPr>
          <w:rFonts w:cs="Georgia"/>
          <w:kern w:val="1"/>
        </w:rPr>
        <w:t xml:space="preserve">, </w:t>
      </w:r>
      <w:r>
        <w:rPr>
          <w:rFonts w:cs="Georgia"/>
          <w:kern w:val="1"/>
        </w:rPr>
        <w:t>au premier étage</w:t>
      </w:r>
      <w:r w:rsidR="000E1451">
        <w:rPr>
          <w:rFonts w:cs="Georgia"/>
          <w:kern w:val="1"/>
        </w:rPr>
        <w:t xml:space="preserve">, </w:t>
      </w:r>
      <w:r>
        <w:rPr>
          <w:rFonts w:cs="Georgia"/>
          <w:kern w:val="1"/>
        </w:rPr>
        <w:t>rayait le corridor</w:t>
      </w:r>
      <w:r w:rsidR="000E1451">
        <w:rPr>
          <w:rFonts w:cs="Georgia"/>
          <w:kern w:val="1"/>
        </w:rPr>
        <w:t xml:space="preserve">. </w:t>
      </w:r>
      <w:r>
        <w:rPr>
          <w:rFonts w:cs="Georgia"/>
          <w:kern w:val="1"/>
        </w:rPr>
        <w:t>Cette lumière venait de la chambre du général</w:t>
      </w:r>
      <w:r w:rsidR="000E1451">
        <w:rPr>
          <w:rFonts w:cs="Georgia"/>
          <w:kern w:val="1"/>
        </w:rPr>
        <w:t xml:space="preserve">, </w:t>
      </w:r>
      <w:r>
        <w:rPr>
          <w:rFonts w:cs="Georgia"/>
          <w:kern w:val="1"/>
        </w:rPr>
        <w:t>dont la porte était ouverte</w:t>
      </w:r>
      <w:r w:rsidR="000E1451">
        <w:rPr>
          <w:rFonts w:cs="Georgia"/>
          <w:kern w:val="1"/>
        </w:rPr>
        <w:t xml:space="preserve">. </w:t>
      </w:r>
      <w:r>
        <w:rPr>
          <w:rFonts w:cs="Georgia"/>
          <w:kern w:val="1"/>
        </w:rPr>
        <w:t>Usant de plus de précautions encore</w:t>
      </w:r>
      <w:r w:rsidR="000E1451">
        <w:rPr>
          <w:rFonts w:cs="Georgia"/>
          <w:kern w:val="1"/>
        </w:rPr>
        <w:t xml:space="preserve">, </w:t>
      </w:r>
      <w:r>
        <w:rPr>
          <w:rFonts w:cs="Georgia"/>
          <w:kern w:val="1"/>
        </w:rPr>
        <w:t>je m</w:t>
      </w:r>
      <w:r w:rsidR="000E1451">
        <w:rPr>
          <w:rFonts w:cs="Georgia"/>
          <w:kern w:val="1"/>
        </w:rPr>
        <w:t>’</w:t>
      </w:r>
      <w:r>
        <w:rPr>
          <w:rFonts w:cs="Georgia"/>
          <w:kern w:val="1"/>
        </w:rPr>
        <w:t>approchai</w:t>
      </w:r>
      <w:r w:rsidR="000E1451">
        <w:rPr>
          <w:rFonts w:cs="Georgia"/>
          <w:kern w:val="1"/>
        </w:rPr>
        <w:t>.</w:t>
      </w:r>
    </w:p>
    <w:p w14:paraId="468801B3" w14:textId="77777777" w:rsidR="000E1451" w:rsidRDefault="00BE611A" w:rsidP="00BE611A">
      <w:pPr>
        <w:rPr>
          <w:rFonts w:cs="Georgia"/>
          <w:kern w:val="1"/>
        </w:rPr>
      </w:pPr>
      <w:r>
        <w:rPr>
          <w:rFonts w:cs="Georgia"/>
          <w:kern w:val="1"/>
        </w:rPr>
        <w:t>Je l</w:t>
      </w:r>
      <w:r w:rsidR="000E1451">
        <w:rPr>
          <w:rFonts w:cs="Georgia"/>
          <w:kern w:val="1"/>
        </w:rPr>
        <w:t>’</w:t>
      </w:r>
      <w:r>
        <w:rPr>
          <w:rFonts w:cs="Georgia"/>
          <w:kern w:val="1"/>
        </w:rPr>
        <w:t>aperçus</w:t>
      </w:r>
      <w:r w:rsidR="000E1451">
        <w:rPr>
          <w:rFonts w:cs="Georgia"/>
          <w:kern w:val="1"/>
        </w:rPr>
        <w:t xml:space="preserve">, </w:t>
      </w:r>
      <w:r>
        <w:rPr>
          <w:rFonts w:cs="Georgia"/>
          <w:kern w:val="1"/>
        </w:rPr>
        <w:t>lui</w:t>
      </w:r>
      <w:r w:rsidR="000E1451">
        <w:rPr>
          <w:rFonts w:cs="Georgia"/>
          <w:kern w:val="1"/>
        </w:rPr>
        <w:t xml:space="preserve">. </w:t>
      </w:r>
      <w:r>
        <w:rPr>
          <w:rFonts w:cs="Georgia"/>
          <w:kern w:val="1"/>
        </w:rPr>
        <w:t>Il était couché</w:t>
      </w:r>
      <w:r w:rsidR="000E1451">
        <w:rPr>
          <w:rFonts w:cs="Georgia"/>
          <w:kern w:val="1"/>
        </w:rPr>
        <w:t xml:space="preserve">. </w:t>
      </w:r>
      <w:r>
        <w:rPr>
          <w:rFonts w:cs="Georgia"/>
          <w:kern w:val="1"/>
        </w:rPr>
        <w:t>Il sommeillait</w:t>
      </w:r>
      <w:r w:rsidR="000E1451">
        <w:rPr>
          <w:rFonts w:cs="Georgia"/>
          <w:kern w:val="1"/>
        </w:rPr>
        <w:t xml:space="preserve">. </w:t>
      </w:r>
      <w:r>
        <w:rPr>
          <w:rFonts w:cs="Georgia"/>
          <w:kern w:val="1"/>
        </w:rPr>
        <w:t>La table qui d</w:t>
      </w:r>
      <w:r w:rsidR="000E1451">
        <w:rPr>
          <w:rFonts w:cs="Georgia"/>
          <w:kern w:val="1"/>
        </w:rPr>
        <w:t>’</w:t>
      </w:r>
      <w:r>
        <w:rPr>
          <w:rFonts w:cs="Georgia"/>
          <w:kern w:val="1"/>
        </w:rPr>
        <w:t>ordinaire se trouvait au centre de</w:t>
      </w:r>
      <w:r>
        <w:rPr>
          <w:rFonts w:cs="Georgia"/>
          <w:bCs/>
          <w:kern w:val="1"/>
        </w:rPr>
        <w:t xml:space="preserve"> </w:t>
      </w:r>
      <w:r>
        <w:rPr>
          <w:rFonts w:cs="Georgia"/>
          <w:kern w:val="1"/>
        </w:rPr>
        <w:t>la pièce avait été tirée à côté de son lit</w:t>
      </w:r>
      <w:r w:rsidR="000E1451">
        <w:rPr>
          <w:rFonts w:cs="Georgia"/>
          <w:kern w:val="1"/>
        </w:rPr>
        <w:t xml:space="preserve">. </w:t>
      </w:r>
      <w:r>
        <w:rPr>
          <w:rFonts w:cs="Georgia"/>
          <w:kern w:val="1"/>
        </w:rPr>
        <w:t>Elle était à moitié recouverte par une carte d</w:t>
      </w:r>
      <w:r w:rsidR="000E1451">
        <w:rPr>
          <w:rFonts w:cs="Georgia"/>
          <w:kern w:val="1"/>
        </w:rPr>
        <w:t>’</w:t>
      </w:r>
      <w:r>
        <w:rPr>
          <w:rFonts w:cs="Georgia"/>
          <w:kern w:val="1"/>
        </w:rPr>
        <w:t>état-major</w:t>
      </w:r>
      <w:r w:rsidR="000E1451">
        <w:rPr>
          <w:rFonts w:cs="Georgia"/>
          <w:kern w:val="1"/>
        </w:rPr>
        <w:t xml:space="preserve">, </w:t>
      </w:r>
      <w:r>
        <w:rPr>
          <w:rFonts w:cs="Georgia"/>
          <w:kern w:val="1"/>
        </w:rPr>
        <w:t>une carte que je connaissais bien</w:t>
      </w:r>
      <w:r w:rsidR="000E1451">
        <w:rPr>
          <w:rFonts w:cs="Georgia"/>
          <w:kern w:val="1"/>
        </w:rPr>
        <w:t xml:space="preserve">, </w:t>
      </w:r>
      <w:r>
        <w:rPr>
          <w:rFonts w:cs="Georgia"/>
          <w:kern w:val="1"/>
        </w:rPr>
        <w:t xml:space="preserve">celle de </w:t>
      </w:r>
      <w:r>
        <w:rPr>
          <w:rFonts w:cs="Georgia"/>
          <w:bCs/>
          <w:kern w:val="1"/>
        </w:rPr>
        <w:t>Borny</w:t>
      </w:r>
      <w:r w:rsidR="000E1451">
        <w:rPr>
          <w:rFonts w:cs="Georgia"/>
          <w:bCs/>
          <w:kern w:val="1"/>
        </w:rPr>
        <w:t xml:space="preserve">. </w:t>
      </w:r>
      <w:r>
        <w:rPr>
          <w:rFonts w:cs="Georgia"/>
          <w:kern w:val="1"/>
        </w:rPr>
        <w:t>Hérissée plus que jamais d</w:t>
      </w:r>
      <w:r w:rsidR="000E1451">
        <w:rPr>
          <w:rFonts w:cs="Georgia"/>
          <w:kern w:val="1"/>
        </w:rPr>
        <w:t>’</w:t>
      </w:r>
      <w:r>
        <w:rPr>
          <w:rFonts w:cs="Georgia"/>
          <w:kern w:val="1"/>
        </w:rPr>
        <w:t>épingles à têtes de couleur</w:t>
      </w:r>
      <w:r w:rsidR="000E1451">
        <w:rPr>
          <w:rFonts w:cs="Georgia"/>
          <w:kern w:val="1"/>
        </w:rPr>
        <w:t xml:space="preserve">, </w:t>
      </w:r>
      <w:r>
        <w:rPr>
          <w:rFonts w:cs="Georgia"/>
          <w:kern w:val="1"/>
        </w:rPr>
        <w:t>elle était sabrée de coups de crayon</w:t>
      </w:r>
      <w:r w:rsidR="000E1451">
        <w:rPr>
          <w:rFonts w:cs="Georgia"/>
          <w:kern w:val="1"/>
        </w:rPr>
        <w:t xml:space="preserve">. </w:t>
      </w:r>
      <w:r>
        <w:rPr>
          <w:rFonts w:cs="Georgia"/>
          <w:kern w:val="1"/>
        </w:rPr>
        <w:t>L</w:t>
      </w:r>
      <w:r>
        <w:rPr>
          <w:rFonts w:cs="Georgia"/>
          <w:bCs/>
          <w:kern w:val="1"/>
        </w:rPr>
        <w:t xml:space="preserve">e </w:t>
      </w:r>
      <w:r>
        <w:rPr>
          <w:rFonts w:cs="Georgia"/>
          <w:kern w:val="1"/>
        </w:rPr>
        <w:t>cornet à dés gisait sur elle</w:t>
      </w:r>
      <w:r w:rsidR="000E1451">
        <w:rPr>
          <w:rFonts w:cs="Georgia"/>
          <w:kern w:val="1"/>
        </w:rPr>
        <w:t xml:space="preserve">, </w:t>
      </w:r>
      <w:r>
        <w:rPr>
          <w:rFonts w:cs="Georgia"/>
          <w:kern w:val="1"/>
        </w:rPr>
        <w:t>renversé</w:t>
      </w:r>
      <w:r w:rsidR="000E1451">
        <w:rPr>
          <w:rFonts w:cs="Georgia"/>
          <w:kern w:val="1"/>
        </w:rPr>
        <w:t xml:space="preserve">. </w:t>
      </w:r>
      <w:r>
        <w:rPr>
          <w:rFonts w:cs="Georgia"/>
          <w:kern w:val="1"/>
        </w:rPr>
        <w:t>Au pied du</w:t>
      </w:r>
      <w:r>
        <w:rPr>
          <w:rFonts w:cs="Georgia"/>
          <w:bCs/>
          <w:kern w:val="1"/>
        </w:rPr>
        <w:t xml:space="preserve"> </w:t>
      </w:r>
      <w:r>
        <w:rPr>
          <w:rFonts w:cs="Georgia"/>
          <w:kern w:val="1"/>
        </w:rPr>
        <w:t>lit</w:t>
      </w:r>
      <w:r w:rsidR="000E1451">
        <w:rPr>
          <w:rFonts w:cs="Georgia"/>
          <w:kern w:val="1"/>
        </w:rPr>
        <w:t xml:space="preserve">, </w:t>
      </w:r>
      <w:r>
        <w:rPr>
          <w:rFonts w:cs="Georgia"/>
          <w:kern w:val="1"/>
        </w:rPr>
        <w:t>assise sur un tabouret</w:t>
      </w:r>
      <w:r w:rsidR="000E1451">
        <w:rPr>
          <w:rFonts w:cs="Georgia"/>
          <w:kern w:val="1"/>
        </w:rPr>
        <w:t xml:space="preserve">, </w:t>
      </w:r>
      <w:r>
        <w:rPr>
          <w:rFonts w:cs="Georgia"/>
          <w:kern w:val="1"/>
        </w:rPr>
        <w:t>les yeux fixes</w:t>
      </w:r>
      <w:r w:rsidR="000E1451">
        <w:rPr>
          <w:rFonts w:cs="Georgia"/>
          <w:kern w:val="1"/>
        </w:rPr>
        <w:t xml:space="preserve">, </w:t>
      </w:r>
      <w:r>
        <w:rPr>
          <w:rFonts w:cs="Georgia"/>
          <w:kern w:val="1"/>
        </w:rPr>
        <w:t>les bras croisés</w:t>
      </w:r>
      <w:r w:rsidR="000E1451">
        <w:rPr>
          <w:rFonts w:cs="Georgia"/>
          <w:kern w:val="1"/>
        </w:rPr>
        <w:t xml:space="preserve">, </w:t>
      </w:r>
      <w:r>
        <w:rPr>
          <w:rFonts w:cs="Georgia"/>
          <w:kern w:val="1"/>
        </w:rPr>
        <w:t>je vis Axelle</w:t>
      </w:r>
      <w:r w:rsidR="000E1451">
        <w:rPr>
          <w:rFonts w:cs="Georgia"/>
          <w:kern w:val="1"/>
        </w:rPr>
        <w:t>…</w:t>
      </w:r>
    </w:p>
    <w:p w14:paraId="6AB61BFF" w14:textId="77777777" w:rsidR="000E1451" w:rsidRDefault="00BE611A" w:rsidP="00BE611A">
      <w:pPr>
        <w:rPr>
          <w:rFonts w:cs="Georgia"/>
          <w:kern w:val="1"/>
        </w:rPr>
      </w:pPr>
      <w:r>
        <w:rPr>
          <w:rFonts w:cs="Georgia"/>
          <w:kern w:val="1"/>
        </w:rPr>
        <w:t>Elle tressaillit en s</w:t>
      </w:r>
      <w:r w:rsidR="000E1451">
        <w:rPr>
          <w:rFonts w:cs="Georgia"/>
          <w:kern w:val="1"/>
        </w:rPr>
        <w:t>’</w:t>
      </w:r>
      <w:r>
        <w:rPr>
          <w:rFonts w:cs="Georgia"/>
          <w:kern w:val="1"/>
        </w:rPr>
        <w:t>entendant appeler</w:t>
      </w:r>
      <w:r w:rsidR="000E1451">
        <w:rPr>
          <w:rFonts w:cs="Georgia"/>
          <w:kern w:val="1"/>
        </w:rPr>
        <w:t>.</w:t>
      </w:r>
    </w:p>
    <w:p w14:paraId="675D077C" w14:textId="77777777" w:rsidR="000E1451" w:rsidRDefault="000E1451" w:rsidP="00BE611A">
      <w:pPr>
        <w:rPr>
          <w:rFonts w:cs="Georgia"/>
          <w:kern w:val="1"/>
        </w:rPr>
      </w:pPr>
      <w:r>
        <w:rPr>
          <w:rFonts w:cs="Georgia"/>
          <w:kern w:val="1"/>
        </w:rPr>
        <w:t>— </w:t>
      </w:r>
      <w:r w:rsidR="00BE611A">
        <w:rPr>
          <w:rFonts w:cs="Georgia"/>
          <w:kern w:val="1"/>
        </w:rPr>
        <w:t>Vous</w:t>
      </w:r>
      <w:r>
        <w:rPr>
          <w:rFonts w:cs="Georgia"/>
          <w:kern w:val="1"/>
        </w:rPr>
        <w:t xml:space="preserve"> ! </w:t>
      </w:r>
      <w:r w:rsidR="00BE611A">
        <w:rPr>
          <w:rFonts w:cs="Georgia"/>
          <w:kern w:val="1"/>
        </w:rPr>
        <w:t>murmura-t-elle</w:t>
      </w:r>
      <w:r>
        <w:rPr>
          <w:rFonts w:cs="Georgia"/>
          <w:kern w:val="1"/>
        </w:rPr>
        <w:t xml:space="preserve">, </w:t>
      </w:r>
      <w:r w:rsidR="00BE611A">
        <w:rPr>
          <w:rFonts w:cs="Georgia"/>
          <w:kern w:val="1"/>
        </w:rPr>
        <w:t>m</w:t>
      </w:r>
      <w:r>
        <w:rPr>
          <w:rFonts w:cs="Georgia"/>
          <w:kern w:val="1"/>
        </w:rPr>
        <w:t>’</w:t>
      </w:r>
      <w:r w:rsidR="00BE611A">
        <w:rPr>
          <w:rFonts w:cs="Georgia"/>
          <w:kern w:val="1"/>
        </w:rPr>
        <w:t>ayant aussitôt</w:t>
      </w:r>
      <w:r>
        <w:rPr>
          <w:rFonts w:cs="Georgia"/>
          <w:kern w:val="1"/>
        </w:rPr>
        <w:t xml:space="preserve">, </w:t>
      </w:r>
      <w:r w:rsidR="00BE611A">
        <w:rPr>
          <w:rFonts w:cs="Georgia"/>
          <w:kern w:val="1"/>
        </w:rPr>
        <w:t>rejoint dans le corridor</w:t>
      </w:r>
      <w:r>
        <w:rPr>
          <w:rFonts w:cs="Georgia"/>
          <w:kern w:val="1"/>
        </w:rPr>
        <w:t xml:space="preserve">, </w:t>
      </w:r>
      <w:r w:rsidR="00BE611A">
        <w:rPr>
          <w:rFonts w:cs="Georgia"/>
          <w:kern w:val="1"/>
        </w:rPr>
        <w:t>vous</w:t>
      </w:r>
      <w:r>
        <w:rPr>
          <w:rFonts w:cs="Georgia"/>
          <w:kern w:val="1"/>
        </w:rPr>
        <w:t> !</w:t>
      </w:r>
    </w:p>
    <w:p w14:paraId="76F517EE" w14:textId="77777777" w:rsidR="000E1451" w:rsidRDefault="000E1451" w:rsidP="00BE611A">
      <w:pPr>
        <w:rPr>
          <w:rFonts w:cs="Georgia"/>
          <w:kern w:val="1"/>
        </w:rPr>
      </w:pPr>
      <w:r>
        <w:rPr>
          <w:rFonts w:cs="Georgia"/>
          <w:kern w:val="1"/>
        </w:rPr>
        <w:t>— </w:t>
      </w:r>
      <w:r w:rsidR="00BE611A">
        <w:rPr>
          <w:rFonts w:cs="Georgia"/>
          <w:kern w:val="1"/>
        </w:rPr>
        <w:t>Moi</w:t>
      </w:r>
      <w:r>
        <w:rPr>
          <w:rFonts w:cs="Georgia"/>
          <w:kern w:val="1"/>
        </w:rPr>
        <w:t xml:space="preserve">, </w:t>
      </w:r>
      <w:r w:rsidR="00BE611A">
        <w:rPr>
          <w:rFonts w:cs="Georgia"/>
          <w:kern w:val="1"/>
        </w:rPr>
        <w:t>Axelle</w:t>
      </w:r>
      <w:r>
        <w:rPr>
          <w:rFonts w:cs="Georgia"/>
          <w:kern w:val="1"/>
        </w:rPr>
        <w:t xml:space="preserve">. </w:t>
      </w:r>
      <w:r w:rsidR="00BE611A">
        <w:rPr>
          <w:rFonts w:cs="Georgia"/>
          <w:kern w:val="1"/>
        </w:rPr>
        <w:t>Ne m</w:t>
      </w:r>
      <w:r>
        <w:rPr>
          <w:rFonts w:cs="Georgia"/>
          <w:kern w:val="1"/>
        </w:rPr>
        <w:t>’</w:t>
      </w:r>
      <w:r w:rsidR="00BE611A">
        <w:rPr>
          <w:rFonts w:cs="Georgia"/>
          <w:kern w:val="1"/>
        </w:rPr>
        <w:t>attendiez-vous plus</w:t>
      </w:r>
      <w:r>
        <w:rPr>
          <w:rFonts w:cs="Georgia"/>
          <w:kern w:val="1"/>
        </w:rPr>
        <w:t> ?</w:t>
      </w:r>
    </w:p>
    <w:p w14:paraId="33A3F747" w14:textId="77777777" w:rsidR="000E1451" w:rsidRDefault="000E1451" w:rsidP="00BE611A">
      <w:pPr>
        <w:rPr>
          <w:rFonts w:cs="Georgia"/>
          <w:kern w:val="1"/>
        </w:rPr>
      </w:pPr>
      <w:r>
        <w:rPr>
          <w:rFonts w:cs="Georgia"/>
          <w:kern w:val="1"/>
        </w:rPr>
        <w:t>— </w:t>
      </w:r>
      <w:r w:rsidR="00BE611A">
        <w:rPr>
          <w:rFonts w:cs="Georgia"/>
          <w:kern w:val="1"/>
        </w:rPr>
        <w:t>Mon Dieu</w:t>
      </w:r>
      <w:r>
        <w:rPr>
          <w:rFonts w:cs="Georgia"/>
          <w:kern w:val="1"/>
        </w:rPr>
        <w:t>.</w:t>
      </w:r>
    </w:p>
    <w:p w14:paraId="34523556" w14:textId="77777777" w:rsidR="000E1451" w:rsidRDefault="00BE611A" w:rsidP="00BE611A">
      <w:pPr>
        <w:rPr>
          <w:rFonts w:cs="Georgia"/>
          <w:kern w:val="1"/>
        </w:rPr>
      </w:pPr>
      <w:r>
        <w:rPr>
          <w:rFonts w:cs="Georgia"/>
          <w:kern w:val="1"/>
        </w:rPr>
        <w:t>J</w:t>
      </w:r>
      <w:r w:rsidR="000E1451">
        <w:rPr>
          <w:rFonts w:cs="Georgia"/>
          <w:kern w:val="1"/>
        </w:rPr>
        <w:t>’</w:t>
      </w:r>
      <w:r>
        <w:rPr>
          <w:rFonts w:cs="Georgia"/>
          <w:kern w:val="1"/>
        </w:rPr>
        <w:t>essayai de l</w:t>
      </w:r>
      <w:r w:rsidR="000E1451">
        <w:rPr>
          <w:rFonts w:cs="Georgia"/>
          <w:kern w:val="1"/>
        </w:rPr>
        <w:t>’</w:t>
      </w:r>
      <w:r>
        <w:rPr>
          <w:rFonts w:cs="Georgia"/>
          <w:kern w:val="1"/>
        </w:rPr>
        <w:t>attirer à moi</w:t>
      </w:r>
      <w:r w:rsidR="000E1451">
        <w:rPr>
          <w:rFonts w:cs="Georgia"/>
          <w:kern w:val="1"/>
        </w:rPr>
        <w:t xml:space="preserve">. </w:t>
      </w:r>
      <w:r>
        <w:rPr>
          <w:rFonts w:cs="Georgia"/>
          <w:kern w:val="1"/>
        </w:rPr>
        <w:t>Doucement</w:t>
      </w:r>
      <w:r w:rsidR="000E1451">
        <w:rPr>
          <w:rFonts w:cs="Georgia"/>
          <w:kern w:val="1"/>
        </w:rPr>
        <w:t xml:space="preserve">, </w:t>
      </w:r>
      <w:r>
        <w:rPr>
          <w:rFonts w:cs="Georgia"/>
          <w:kern w:val="1"/>
        </w:rPr>
        <w:t>elle me repoussait</w:t>
      </w:r>
      <w:r w:rsidR="000E1451">
        <w:rPr>
          <w:rFonts w:cs="Georgia"/>
          <w:kern w:val="1"/>
        </w:rPr>
        <w:t>.</w:t>
      </w:r>
    </w:p>
    <w:p w14:paraId="50D4F637" w14:textId="77777777" w:rsidR="000E1451" w:rsidRDefault="000E1451" w:rsidP="00BE611A">
      <w:pPr>
        <w:rPr>
          <w:rFonts w:cs="Georgia"/>
          <w:kern w:val="1"/>
        </w:rPr>
      </w:pPr>
      <w:r>
        <w:rPr>
          <w:rFonts w:cs="Georgia"/>
          <w:kern w:val="1"/>
        </w:rPr>
        <w:t>— </w:t>
      </w:r>
      <w:r w:rsidR="00BE611A">
        <w:rPr>
          <w:rFonts w:cs="Georgia"/>
          <w:kern w:val="1"/>
        </w:rPr>
        <w:t>Allez dans ma chambre</w:t>
      </w:r>
      <w:r>
        <w:rPr>
          <w:rFonts w:cs="Georgia"/>
          <w:kern w:val="1"/>
        </w:rPr>
        <w:t xml:space="preserve">. </w:t>
      </w:r>
      <w:r w:rsidR="00BE611A">
        <w:rPr>
          <w:rFonts w:cs="Georgia"/>
          <w:kern w:val="1"/>
        </w:rPr>
        <w:t>Ne faites pas de bruit</w:t>
      </w:r>
      <w:r>
        <w:rPr>
          <w:rFonts w:cs="Georgia"/>
          <w:kern w:val="1"/>
        </w:rPr>
        <w:t xml:space="preserve">. </w:t>
      </w:r>
      <w:r w:rsidR="00BE611A">
        <w:rPr>
          <w:rFonts w:cs="Georgia"/>
          <w:kern w:val="1"/>
        </w:rPr>
        <w:t>Je vais venir</w:t>
      </w:r>
      <w:r>
        <w:rPr>
          <w:rFonts w:cs="Georgia"/>
          <w:kern w:val="1"/>
        </w:rPr>
        <w:t>.</w:t>
      </w:r>
    </w:p>
    <w:p w14:paraId="14F66AE2" w14:textId="77777777" w:rsidR="000E1451" w:rsidRDefault="00BE611A" w:rsidP="00BE611A">
      <w:pPr>
        <w:rPr>
          <w:rFonts w:cs="Georgia"/>
          <w:kern w:val="1"/>
        </w:rPr>
      </w:pPr>
      <w:r>
        <w:rPr>
          <w:rFonts w:cs="Georgia"/>
          <w:kern w:val="1"/>
        </w:rPr>
        <w:t>Une seconde plus tard elle était là</w:t>
      </w:r>
      <w:r w:rsidR="000E1451">
        <w:rPr>
          <w:rFonts w:cs="Georgia"/>
          <w:kern w:val="1"/>
        </w:rPr>
        <w:t>.</w:t>
      </w:r>
    </w:p>
    <w:p w14:paraId="4C6F1DD8" w14:textId="77777777" w:rsidR="000E1451" w:rsidRDefault="000E1451" w:rsidP="00BE611A">
      <w:pPr>
        <w:rPr>
          <w:rFonts w:cs="Georgia"/>
          <w:kern w:val="1"/>
        </w:rPr>
      </w:pPr>
      <w:r>
        <w:rPr>
          <w:rFonts w:cs="Georgia"/>
          <w:kern w:val="1"/>
        </w:rPr>
        <w:t>— </w:t>
      </w:r>
      <w:r w:rsidR="00BE611A">
        <w:rPr>
          <w:rFonts w:cs="Georgia"/>
          <w:kern w:val="1"/>
        </w:rPr>
        <w:t>Eh bien</w:t>
      </w:r>
      <w:r>
        <w:rPr>
          <w:rFonts w:cs="Georgia"/>
          <w:kern w:val="1"/>
        </w:rPr>
        <w:t xml:space="preserve"> ? </w:t>
      </w:r>
      <w:r w:rsidR="00BE611A">
        <w:rPr>
          <w:rFonts w:cs="Georgia"/>
          <w:kern w:val="1"/>
        </w:rPr>
        <w:t>demanda-t-elle</w:t>
      </w:r>
      <w:r>
        <w:rPr>
          <w:rFonts w:cs="Georgia"/>
          <w:kern w:val="1"/>
        </w:rPr>
        <w:t>.</w:t>
      </w:r>
    </w:p>
    <w:p w14:paraId="5DD8B4B8" w14:textId="77777777" w:rsidR="000E1451" w:rsidRDefault="000E1451" w:rsidP="00BE611A">
      <w:pPr>
        <w:rPr>
          <w:rFonts w:cs="Georgia"/>
          <w:kern w:val="1"/>
        </w:rPr>
      </w:pPr>
      <w:r>
        <w:rPr>
          <w:rFonts w:cs="Georgia"/>
          <w:kern w:val="1"/>
        </w:rPr>
        <w:lastRenderedPageBreak/>
        <w:t>— </w:t>
      </w:r>
      <w:r w:rsidR="00BE611A">
        <w:rPr>
          <w:rFonts w:cs="Georgia"/>
          <w:kern w:val="1"/>
        </w:rPr>
        <w:t>Il est mort</w:t>
      </w:r>
      <w:r>
        <w:rPr>
          <w:rFonts w:cs="Georgia"/>
          <w:kern w:val="1"/>
        </w:rPr>
        <w:t>.</w:t>
      </w:r>
    </w:p>
    <w:p w14:paraId="5D99DB19" w14:textId="77777777" w:rsidR="000E1451" w:rsidRDefault="00BE611A" w:rsidP="00BE611A">
      <w:pPr>
        <w:rPr>
          <w:rFonts w:cs="Georgia"/>
          <w:kern w:val="1"/>
        </w:rPr>
      </w:pPr>
      <w:r>
        <w:rPr>
          <w:rFonts w:cs="Georgia"/>
          <w:kern w:val="1"/>
        </w:rPr>
        <w:t>Elle ne dit rien</w:t>
      </w:r>
      <w:r w:rsidR="000E1451">
        <w:rPr>
          <w:rFonts w:cs="Georgia"/>
          <w:kern w:val="1"/>
        </w:rPr>
        <w:t xml:space="preserve">. </w:t>
      </w:r>
      <w:r>
        <w:rPr>
          <w:rFonts w:cs="Georgia"/>
          <w:kern w:val="1"/>
        </w:rPr>
        <w:t>Elle posa son bougeoir sur un guéridon</w:t>
      </w:r>
      <w:r w:rsidR="000E1451">
        <w:rPr>
          <w:rFonts w:cs="Georgia"/>
          <w:kern w:val="1"/>
        </w:rPr>
        <w:t xml:space="preserve">. </w:t>
      </w:r>
      <w:r>
        <w:rPr>
          <w:rFonts w:cs="Georgia"/>
          <w:kern w:val="1"/>
        </w:rPr>
        <w:t>Elle me regarda</w:t>
      </w:r>
      <w:r w:rsidR="000E1451">
        <w:rPr>
          <w:rFonts w:cs="Georgia"/>
          <w:kern w:val="1"/>
        </w:rPr>
        <w:t xml:space="preserve">. </w:t>
      </w:r>
      <w:r>
        <w:rPr>
          <w:rFonts w:cs="Georgia"/>
          <w:kern w:val="1"/>
        </w:rPr>
        <w:t>De mon côté</w:t>
      </w:r>
      <w:r w:rsidR="000E1451">
        <w:rPr>
          <w:rFonts w:cs="Georgia"/>
          <w:kern w:val="1"/>
        </w:rPr>
        <w:t xml:space="preserve">, </w:t>
      </w:r>
      <w:r>
        <w:rPr>
          <w:rFonts w:cs="Georgia"/>
          <w:kern w:val="1"/>
        </w:rPr>
        <w:t>je ne fis pas un mouvement pour me rapprocher d</w:t>
      </w:r>
      <w:r w:rsidR="000E1451">
        <w:rPr>
          <w:rFonts w:cs="Georgia"/>
          <w:kern w:val="1"/>
        </w:rPr>
        <w:t>’</w:t>
      </w:r>
      <w:r>
        <w:rPr>
          <w:rFonts w:cs="Georgia"/>
          <w:kern w:val="1"/>
        </w:rPr>
        <w:t>elle</w:t>
      </w:r>
      <w:r w:rsidR="000E1451">
        <w:rPr>
          <w:rFonts w:cs="Georgia"/>
          <w:kern w:val="1"/>
        </w:rPr>
        <w:t xml:space="preserve">, </w:t>
      </w:r>
      <w:r>
        <w:rPr>
          <w:rFonts w:cs="Georgia"/>
          <w:kern w:val="1"/>
        </w:rPr>
        <w:t>moi qui</w:t>
      </w:r>
      <w:r w:rsidR="000E1451">
        <w:rPr>
          <w:rFonts w:cs="Georgia"/>
          <w:kern w:val="1"/>
        </w:rPr>
        <w:t xml:space="preserve">, </w:t>
      </w:r>
      <w:r>
        <w:rPr>
          <w:rFonts w:cs="Georgia"/>
          <w:kern w:val="1"/>
        </w:rPr>
        <w:t>quelques instants plus tôt</w:t>
      </w:r>
      <w:r w:rsidR="000E1451">
        <w:rPr>
          <w:rFonts w:cs="Georgia"/>
          <w:kern w:val="1"/>
        </w:rPr>
        <w:t xml:space="preserve">, </w:t>
      </w:r>
      <w:r>
        <w:rPr>
          <w:rFonts w:cs="Georgia"/>
          <w:kern w:val="1"/>
        </w:rPr>
        <w:t>croyais que rien ne serait plus simple que de la serrer dans mes bras</w:t>
      </w:r>
      <w:r w:rsidR="000E1451">
        <w:rPr>
          <w:rFonts w:cs="Georgia"/>
          <w:kern w:val="1"/>
        </w:rPr>
        <w:t>.</w:t>
      </w:r>
    </w:p>
    <w:p w14:paraId="72772944" w14:textId="77777777" w:rsidR="000E1451" w:rsidRDefault="000E1451" w:rsidP="00BE611A">
      <w:pPr>
        <w:rPr>
          <w:rFonts w:cs="Georgia"/>
          <w:kern w:val="1"/>
        </w:rPr>
      </w:pPr>
      <w:r>
        <w:rPr>
          <w:rFonts w:cs="Georgia"/>
          <w:kern w:val="1"/>
        </w:rPr>
        <w:t>— </w:t>
      </w:r>
      <w:r w:rsidR="00BE611A">
        <w:rPr>
          <w:rFonts w:cs="Georgia"/>
          <w:kern w:val="1"/>
        </w:rPr>
        <w:t>Vous êtes donc toute seule</w:t>
      </w:r>
      <w:r>
        <w:rPr>
          <w:rFonts w:cs="Georgia"/>
          <w:kern w:val="1"/>
        </w:rPr>
        <w:t xml:space="preserve">, </w:t>
      </w:r>
      <w:r w:rsidR="00BE611A">
        <w:rPr>
          <w:rFonts w:cs="Georgia"/>
          <w:kern w:val="1"/>
        </w:rPr>
        <w:t>ici</w:t>
      </w:r>
      <w:r>
        <w:rPr>
          <w:rFonts w:cs="Georgia"/>
          <w:kern w:val="1"/>
        </w:rPr>
        <w:t xml:space="preserve">, </w:t>
      </w:r>
      <w:r w:rsidR="00BE611A">
        <w:rPr>
          <w:rFonts w:cs="Georgia"/>
          <w:kern w:val="1"/>
        </w:rPr>
        <w:t>parvins-je enfin à dire</w:t>
      </w:r>
      <w:r>
        <w:rPr>
          <w:rFonts w:cs="Georgia"/>
          <w:kern w:val="1"/>
        </w:rPr>
        <w:t xml:space="preserve">. </w:t>
      </w:r>
      <w:r w:rsidR="00BE611A">
        <w:rPr>
          <w:rFonts w:cs="Georgia"/>
          <w:kern w:val="1"/>
        </w:rPr>
        <w:t>Dominica</w:t>
      </w:r>
      <w:r>
        <w:rPr>
          <w:rFonts w:cs="Georgia"/>
          <w:kern w:val="1"/>
        </w:rPr>
        <w:t> ?</w:t>
      </w:r>
    </w:p>
    <w:p w14:paraId="60771814" w14:textId="77777777" w:rsidR="000E1451" w:rsidRDefault="000E1451" w:rsidP="00BE611A">
      <w:pPr>
        <w:rPr>
          <w:rFonts w:cs="Georgia"/>
          <w:kern w:val="1"/>
        </w:rPr>
      </w:pPr>
      <w:r>
        <w:rPr>
          <w:rFonts w:cs="Georgia"/>
          <w:kern w:val="1"/>
        </w:rPr>
        <w:t>— </w:t>
      </w:r>
      <w:r w:rsidR="00BE611A">
        <w:rPr>
          <w:rFonts w:cs="Georgia"/>
          <w:kern w:val="1"/>
        </w:rPr>
        <w:t>Elle est un peu grippée</w:t>
      </w:r>
      <w:r>
        <w:rPr>
          <w:rFonts w:cs="Georgia"/>
          <w:kern w:val="1"/>
        </w:rPr>
        <w:t xml:space="preserve">. </w:t>
      </w:r>
      <w:r w:rsidR="00BE611A">
        <w:rPr>
          <w:rFonts w:cs="Georgia"/>
          <w:kern w:val="1"/>
        </w:rPr>
        <w:t>Ce ne sera rien</w:t>
      </w:r>
      <w:r>
        <w:rPr>
          <w:rFonts w:cs="Georgia"/>
          <w:kern w:val="1"/>
        </w:rPr>
        <w:t xml:space="preserve">, </w:t>
      </w:r>
      <w:r w:rsidR="00BE611A">
        <w:rPr>
          <w:rFonts w:cs="Georgia"/>
          <w:kern w:val="1"/>
        </w:rPr>
        <w:t>mais elle doit garder le lit cette semaine</w:t>
      </w:r>
      <w:r>
        <w:rPr>
          <w:rFonts w:cs="Georgia"/>
          <w:kern w:val="1"/>
        </w:rPr>
        <w:t>.</w:t>
      </w:r>
    </w:p>
    <w:p w14:paraId="53E39334" w14:textId="77777777" w:rsidR="000E1451" w:rsidRDefault="000E1451" w:rsidP="00BE611A">
      <w:pPr>
        <w:rPr>
          <w:rFonts w:cs="Georgia"/>
          <w:kern w:val="1"/>
        </w:rPr>
      </w:pPr>
      <w:r>
        <w:rPr>
          <w:rFonts w:cs="Georgia"/>
          <w:kern w:val="1"/>
        </w:rPr>
        <w:t>— </w:t>
      </w:r>
      <w:r w:rsidR="00BE611A">
        <w:rPr>
          <w:rFonts w:cs="Georgia"/>
          <w:kern w:val="1"/>
        </w:rPr>
        <w:t>Le petit domestique</w:t>
      </w:r>
      <w:r>
        <w:rPr>
          <w:rFonts w:cs="Georgia"/>
          <w:kern w:val="1"/>
        </w:rPr>
        <w:t> ?</w:t>
      </w:r>
    </w:p>
    <w:p w14:paraId="5C9306DC" w14:textId="77777777" w:rsidR="000E1451" w:rsidRDefault="000E1451" w:rsidP="00BE611A">
      <w:pPr>
        <w:rPr>
          <w:rFonts w:cs="Georgia"/>
          <w:kern w:val="1"/>
        </w:rPr>
      </w:pPr>
      <w:r>
        <w:rPr>
          <w:rFonts w:cs="Georgia"/>
          <w:kern w:val="1"/>
        </w:rPr>
        <w:t>— </w:t>
      </w:r>
      <w:r w:rsidR="00BE611A">
        <w:rPr>
          <w:rFonts w:cs="Georgia"/>
          <w:kern w:val="1"/>
        </w:rPr>
        <w:t>Un enfant</w:t>
      </w:r>
      <w:r>
        <w:rPr>
          <w:rFonts w:cs="Georgia"/>
          <w:kern w:val="1"/>
        </w:rPr>
        <w:t xml:space="preserve"> ! </w:t>
      </w:r>
      <w:r w:rsidR="00BE611A">
        <w:rPr>
          <w:rFonts w:cs="Georgia"/>
          <w:kern w:val="1"/>
        </w:rPr>
        <w:t>Il s</w:t>
      </w:r>
      <w:r>
        <w:rPr>
          <w:rFonts w:cs="Georgia"/>
          <w:kern w:val="1"/>
        </w:rPr>
        <w:t>’</w:t>
      </w:r>
      <w:r w:rsidR="00BE611A">
        <w:rPr>
          <w:rFonts w:cs="Georgia"/>
          <w:kern w:val="1"/>
        </w:rPr>
        <w:t>ennuyait</w:t>
      </w:r>
      <w:r>
        <w:rPr>
          <w:rFonts w:cs="Georgia"/>
          <w:kern w:val="1"/>
        </w:rPr>
        <w:t xml:space="preserve">. </w:t>
      </w:r>
      <w:r w:rsidR="00BE611A">
        <w:rPr>
          <w:rFonts w:cs="Georgia"/>
          <w:kern w:val="1"/>
        </w:rPr>
        <w:t>Il ne faisait plus rien</w:t>
      </w:r>
      <w:r>
        <w:rPr>
          <w:rFonts w:cs="Georgia"/>
          <w:kern w:val="1"/>
        </w:rPr>
        <w:t xml:space="preserve">. </w:t>
      </w:r>
      <w:r w:rsidR="00BE611A">
        <w:rPr>
          <w:rFonts w:cs="Georgia"/>
          <w:kern w:val="1"/>
        </w:rPr>
        <w:t>Nous l</w:t>
      </w:r>
      <w:r>
        <w:rPr>
          <w:rFonts w:cs="Georgia"/>
          <w:kern w:val="1"/>
        </w:rPr>
        <w:t>’</w:t>
      </w:r>
      <w:r w:rsidR="00BE611A">
        <w:rPr>
          <w:rFonts w:cs="Georgia"/>
          <w:kern w:val="1"/>
        </w:rPr>
        <w:t>avons renvoyé chez lui</w:t>
      </w:r>
      <w:r>
        <w:rPr>
          <w:rFonts w:cs="Georgia"/>
          <w:kern w:val="1"/>
        </w:rPr>
        <w:t>.</w:t>
      </w:r>
    </w:p>
    <w:p w14:paraId="0F7AFF04" w14:textId="77777777" w:rsidR="000E1451" w:rsidRDefault="000E1451" w:rsidP="00BE611A">
      <w:pPr>
        <w:rPr>
          <w:rFonts w:cs="Georgia"/>
          <w:kern w:val="1"/>
        </w:rPr>
      </w:pPr>
      <w:r>
        <w:rPr>
          <w:rFonts w:cs="Georgia"/>
          <w:kern w:val="1"/>
        </w:rPr>
        <w:t>— </w:t>
      </w:r>
      <w:r w:rsidR="00BE611A">
        <w:rPr>
          <w:rFonts w:cs="Georgia"/>
          <w:kern w:val="1"/>
        </w:rPr>
        <w:t>Et votre oncle</w:t>
      </w:r>
      <w:r>
        <w:rPr>
          <w:rFonts w:cs="Georgia"/>
          <w:kern w:val="1"/>
        </w:rPr>
        <w:t xml:space="preserve"> ? </w:t>
      </w:r>
      <w:r w:rsidR="00BE611A">
        <w:rPr>
          <w:rFonts w:cs="Georgia"/>
          <w:kern w:val="1"/>
        </w:rPr>
        <w:t>Comment va-t-il</w:t>
      </w:r>
      <w:r>
        <w:rPr>
          <w:rFonts w:cs="Georgia"/>
          <w:kern w:val="1"/>
        </w:rPr>
        <w:t> ?</w:t>
      </w:r>
    </w:p>
    <w:p w14:paraId="7C95EECD" w14:textId="77777777" w:rsidR="000E1451" w:rsidRDefault="00BE611A" w:rsidP="00BE611A">
      <w:pPr>
        <w:rPr>
          <w:rFonts w:cs="Georgia"/>
          <w:kern w:val="1"/>
        </w:rPr>
      </w:pPr>
      <w:r>
        <w:rPr>
          <w:rFonts w:cs="Georgia"/>
          <w:kern w:val="1"/>
        </w:rPr>
        <w:t>Elle eut un geste vague</w:t>
      </w:r>
      <w:r w:rsidR="000E1451">
        <w:rPr>
          <w:rFonts w:cs="Georgia"/>
          <w:kern w:val="1"/>
        </w:rPr>
        <w:t>.</w:t>
      </w:r>
    </w:p>
    <w:p w14:paraId="1EF73113" w14:textId="77777777" w:rsidR="000E1451" w:rsidRDefault="000E1451" w:rsidP="00BE611A">
      <w:pPr>
        <w:rPr>
          <w:rFonts w:cs="Georgia"/>
          <w:kern w:val="1"/>
        </w:rPr>
      </w:pPr>
      <w:r>
        <w:rPr>
          <w:rFonts w:cs="Georgia"/>
          <w:kern w:val="1"/>
        </w:rPr>
        <w:t>— </w:t>
      </w:r>
      <w:r w:rsidR="00BE611A">
        <w:rPr>
          <w:rFonts w:cs="Georgia"/>
          <w:kern w:val="1"/>
        </w:rPr>
        <w:t>Il vaut mieux n</w:t>
      </w:r>
      <w:r>
        <w:rPr>
          <w:rFonts w:cs="Georgia"/>
          <w:kern w:val="1"/>
        </w:rPr>
        <w:t>’</w:t>
      </w:r>
      <w:r w:rsidR="00BE611A">
        <w:rPr>
          <w:rFonts w:cs="Georgia"/>
          <w:kern w:val="1"/>
        </w:rPr>
        <w:t>en pas parler</w:t>
      </w:r>
      <w:r>
        <w:rPr>
          <w:rFonts w:cs="Georgia"/>
          <w:kern w:val="1"/>
        </w:rPr>
        <w:t xml:space="preserve">. </w:t>
      </w:r>
      <w:r w:rsidR="00BE611A">
        <w:rPr>
          <w:rFonts w:cs="Georgia"/>
          <w:kern w:val="1"/>
        </w:rPr>
        <w:t>Sa raison est partie</w:t>
      </w:r>
      <w:r>
        <w:rPr>
          <w:rFonts w:cs="Georgia"/>
          <w:kern w:val="1"/>
        </w:rPr>
        <w:t xml:space="preserve">. </w:t>
      </w:r>
      <w:r w:rsidR="00BE611A">
        <w:rPr>
          <w:rFonts w:cs="Georgia"/>
          <w:kern w:val="1"/>
        </w:rPr>
        <w:t>Il y a peu de chances pour qu</w:t>
      </w:r>
      <w:r>
        <w:rPr>
          <w:rFonts w:cs="Georgia"/>
          <w:kern w:val="1"/>
        </w:rPr>
        <w:t>’</w:t>
      </w:r>
      <w:r w:rsidR="00BE611A">
        <w:rPr>
          <w:rFonts w:cs="Georgia"/>
          <w:kern w:val="1"/>
        </w:rPr>
        <w:t>elle revienne jamais</w:t>
      </w:r>
      <w:r>
        <w:rPr>
          <w:rFonts w:cs="Georgia"/>
          <w:kern w:val="1"/>
        </w:rPr>
        <w:t>.</w:t>
      </w:r>
    </w:p>
    <w:p w14:paraId="0C227076" w14:textId="77777777" w:rsidR="000E1451" w:rsidRDefault="000E1451" w:rsidP="00BE611A">
      <w:pPr>
        <w:rPr>
          <w:rFonts w:cs="Georgia"/>
          <w:kern w:val="1"/>
        </w:rPr>
      </w:pPr>
      <w:r>
        <w:rPr>
          <w:rFonts w:cs="Georgia"/>
          <w:kern w:val="1"/>
        </w:rPr>
        <w:t>— </w:t>
      </w:r>
      <w:r w:rsidR="00BE611A">
        <w:rPr>
          <w:rFonts w:cs="Georgia"/>
          <w:kern w:val="1"/>
        </w:rPr>
        <w:t>Est-ce qu</w:t>
      </w:r>
      <w:r>
        <w:rPr>
          <w:rFonts w:cs="Georgia"/>
          <w:kern w:val="1"/>
        </w:rPr>
        <w:t>’</w:t>
      </w:r>
      <w:r w:rsidR="00BE611A">
        <w:rPr>
          <w:rFonts w:cs="Georgia"/>
          <w:kern w:val="1"/>
        </w:rPr>
        <w:t>il a des crises aussi violentes que celle de l</w:t>
      </w:r>
      <w:r>
        <w:rPr>
          <w:rFonts w:cs="Georgia"/>
          <w:kern w:val="1"/>
        </w:rPr>
        <w:t>’</w:t>
      </w:r>
      <w:r w:rsidR="00BE611A">
        <w:rPr>
          <w:rFonts w:cs="Georgia"/>
          <w:kern w:val="1"/>
        </w:rPr>
        <w:t>autre jour</w:t>
      </w:r>
      <w:r>
        <w:rPr>
          <w:rFonts w:cs="Georgia"/>
          <w:kern w:val="1"/>
        </w:rPr>
        <w:t> ?</w:t>
      </w:r>
    </w:p>
    <w:p w14:paraId="20410814" w14:textId="77777777" w:rsidR="000E1451" w:rsidRDefault="000E1451" w:rsidP="00BE611A">
      <w:pPr>
        <w:rPr>
          <w:rFonts w:cs="Georgia"/>
          <w:kern w:val="1"/>
        </w:rPr>
      </w:pPr>
      <w:r>
        <w:rPr>
          <w:rFonts w:cs="Georgia"/>
          <w:kern w:val="1"/>
        </w:rPr>
        <w:t>— </w:t>
      </w:r>
      <w:r w:rsidR="00BE611A">
        <w:rPr>
          <w:rFonts w:cs="Georgia"/>
          <w:kern w:val="1"/>
        </w:rPr>
        <w:t>Oh</w:t>
      </w:r>
      <w:r>
        <w:rPr>
          <w:rFonts w:cs="Georgia"/>
          <w:kern w:val="1"/>
        </w:rPr>
        <w:t xml:space="preserve"> ! </w:t>
      </w:r>
      <w:r w:rsidR="00BE611A">
        <w:rPr>
          <w:rFonts w:cs="Georgia"/>
          <w:kern w:val="1"/>
        </w:rPr>
        <w:t>non</w:t>
      </w:r>
      <w:r>
        <w:rPr>
          <w:rFonts w:cs="Georgia"/>
          <w:kern w:val="1"/>
        </w:rPr>
        <w:t xml:space="preserve">. </w:t>
      </w:r>
      <w:r w:rsidR="00BE611A">
        <w:rPr>
          <w:rFonts w:cs="Georgia"/>
          <w:kern w:val="1"/>
        </w:rPr>
        <w:t>Il est très calme</w:t>
      </w:r>
      <w:r>
        <w:rPr>
          <w:rFonts w:cs="Georgia"/>
          <w:kern w:val="1"/>
        </w:rPr>
        <w:t xml:space="preserve">, </w:t>
      </w:r>
      <w:r w:rsidR="00BE611A">
        <w:rPr>
          <w:rFonts w:cs="Georgia"/>
          <w:kern w:val="1"/>
        </w:rPr>
        <w:t>très raisonnable</w:t>
      </w:r>
      <w:r>
        <w:rPr>
          <w:rFonts w:cs="Georgia"/>
          <w:kern w:val="1"/>
        </w:rPr>
        <w:t xml:space="preserve">. </w:t>
      </w:r>
      <w:r w:rsidR="00BE611A">
        <w:t xml:space="preserve">À </w:t>
      </w:r>
      <w:r w:rsidR="00BE611A">
        <w:rPr>
          <w:rFonts w:cs="Georgia"/>
          <w:kern w:val="1"/>
        </w:rPr>
        <w:t>condition</w:t>
      </w:r>
      <w:r>
        <w:rPr>
          <w:rFonts w:cs="Georgia"/>
          <w:kern w:val="1"/>
        </w:rPr>
        <w:t xml:space="preserve">, </w:t>
      </w:r>
      <w:r w:rsidR="00BE611A">
        <w:rPr>
          <w:rFonts w:cs="Georgia"/>
          <w:kern w:val="1"/>
        </w:rPr>
        <w:t>bien entendu</w:t>
      </w:r>
      <w:r>
        <w:rPr>
          <w:rFonts w:cs="Georgia"/>
          <w:kern w:val="1"/>
        </w:rPr>
        <w:t xml:space="preserve">, </w:t>
      </w:r>
      <w:r w:rsidR="00BE611A">
        <w:rPr>
          <w:rFonts w:cs="Georgia"/>
          <w:kern w:val="1"/>
        </w:rPr>
        <w:t>d</w:t>
      </w:r>
      <w:r>
        <w:rPr>
          <w:rFonts w:cs="Georgia"/>
          <w:kern w:val="1"/>
        </w:rPr>
        <w:t>’</w:t>
      </w:r>
      <w:r w:rsidR="00BE611A">
        <w:rPr>
          <w:rFonts w:cs="Georgia"/>
          <w:kern w:val="1"/>
        </w:rPr>
        <w:t>être auprès de lui</w:t>
      </w:r>
      <w:r>
        <w:rPr>
          <w:rFonts w:cs="Georgia"/>
          <w:kern w:val="1"/>
        </w:rPr>
        <w:t xml:space="preserve">, </w:t>
      </w:r>
      <w:r w:rsidR="00BE611A">
        <w:rPr>
          <w:rFonts w:cs="Georgia"/>
          <w:kern w:val="1"/>
        </w:rPr>
        <w:t>de le distraire</w:t>
      </w:r>
      <w:r>
        <w:rPr>
          <w:rFonts w:cs="Georgia"/>
          <w:kern w:val="1"/>
        </w:rPr>
        <w:t>.</w:t>
      </w:r>
    </w:p>
    <w:p w14:paraId="79DFBD5B" w14:textId="77777777" w:rsidR="000E1451" w:rsidRDefault="000E1451" w:rsidP="00BE611A">
      <w:pPr>
        <w:rPr>
          <w:rFonts w:cs="Georgia"/>
          <w:kern w:val="1"/>
        </w:rPr>
      </w:pPr>
      <w:r>
        <w:rPr>
          <w:rFonts w:cs="Georgia"/>
          <w:kern w:val="1"/>
        </w:rPr>
        <w:t>— </w:t>
      </w:r>
      <w:r w:rsidR="00BE611A">
        <w:rPr>
          <w:rFonts w:cs="Georgia"/>
          <w:kern w:val="1"/>
        </w:rPr>
        <w:t>À condition de jouer matin et soir au kriegspiel avec lui</w:t>
      </w:r>
      <w:r>
        <w:rPr>
          <w:rFonts w:cs="Georgia"/>
          <w:kern w:val="1"/>
        </w:rPr>
        <w:t xml:space="preserve">, </w:t>
      </w:r>
      <w:r w:rsidR="00BE611A">
        <w:rPr>
          <w:rFonts w:cs="Georgia"/>
          <w:kern w:val="1"/>
        </w:rPr>
        <w:t>j</w:t>
      </w:r>
      <w:r>
        <w:rPr>
          <w:rFonts w:cs="Georgia"/>
          <w:kern w:val="1"/>
        </w:rPr>
        <w:t>’</w:t>
      </w:r>
      <w:r w:rsidR="00BE611A">
        <w:rPr>
          <w:rFonts w:cs="Georgia"/>
          <w:kern w:val="1"/>
        </w:rPr>
        <w:t>ai vu</w:t>
      </w:r>
      <w:r>
        <w:rPr>
          <w:rFonts w:cs="Georgia"/>
          <w:kern w:val="1"/>
        </w:rPr>
        <w:t>.</w:t>
      </w:r>
    </w:p>
    <w:p w14:paraId="177040F3" w14:textId="77777777" w:rsidR="000E1451" w:rsidRDefault="00BE611A" w:rsidP="00BE611A">
      <w:pPr>
        <w:rPr>
          <w:rFonts w:cs="Georgia"/>
          <w:kern w:val="1"/>
        </w:rPr>
      </w:pPr>
      <w:r>
        <w:rPr>
          <w:rFonts w:cs="Georgia"/>
          <w:kern w:val="1"/>
        </w:rPr>
        <w:t>Elle eut un sourire résigné</w:t>
      </w:r>
      <w:r w:rsidR="000E1451">
        <w:rPr>
          <w:rFonts w:cs="Georgia"/>
          <w:kern w:val="1"/>
        </w:rPr>
        <w:t>.</w:t>
      </w:r>
    </w:p>
    <w:p w14:paraId="48786B8A" w14:textId="77777777" w:rsidR="000E1451" w:rsidRDefault="000E1451" w:rsidP="00BE611A">
      <w:pPr>
        <w:rPr>
          <w:rFonts w:cs="Georgia"/>
          <w:kern w:val="1"/>
        </w:rPr>
      </w:pPr>
      <w:r>
        <w:rPr>
          <w:rFonts w:cs="Georgia"/>
          <w:kern w:val="1"/>
        </w:rPr>
        <w:t>— </w:t>
      </w:r>
      <w:r w:rsidR="00BE611A">
        <w:rPr>
          <w:rFonts w:cs="Georgia"/>
          <w:kern w:val="1"/>
        </w:rPr>
        <w:t>Oui</w:t>
      </w:r>
      <w:r>
        <w:rPr>
          <w:rFonts w:cs="Georgia"/>
          <w:kern w:val="1"/>
        </w:rPr>
        <w:t xml:space="preserve">, </w:t>
      </w:r>
      <w:r w:rsidR="00BE611A">
        <w:rPr>
          <w:rFonts w:cs="Georgia"/>
          <w:kern w:val="1"/>
        </w:rPr>
        <w:t>c</w:t>
      </w:r>
      <w:r>
        <w:rPr>
          <w:rFonts w:cs="Georgia"/>
          <w:kern w:val="1"/>
        </w:rPr>
        <w:t>’</w:t>
      </w:r>
      <w:r w:rsidR="00BE611A">
        <w:rPr>
          <w:rFonts w:cs="Georgia"/>
          <w:kern w:val="1"/>
        </w:rPr>
        <w:t>est moi qui vous ai remplacé</w:t>
      </w:r>
      <w:r>
        <w:rPr>
          <w:rFonts w:cs="Georgia"/>
          <w:kern w:val="1"/>
        </w:rPr>
        <w:t xml:space="preserve">. </w:t>
      </w:r>
      <w:r w:rsidR="00BE611A">
        <w:rPr>
          <w:rFonts w:cs="Georgia"/>
          <w:kern w:val="1"/>
        </w:rPr>
        <w:t>Et ce m</w:t>
      </w:r>
      <w:r>
        <w:rPr>
          <w:rFonts w:cs="Georgia"/>
          <w:kern w:val="1"/>
        </w:rPr>
        <w:t>’</w:t>
      </w:r>
      <w:r w:rsidR="00BE611A">
        <w:rPr>
          <w:rFonts w:cs="Georgia"/>
          <w:kern w:val="1"/>
        </w:rPr>
        <w:t>a été une occasion de plus de comprendre quel mérite a été le vôtre</w:t>
      </w:r>
      <w:r>
        <w:rPr>
          <w:rFonts w:cs="Georgia"/>
          <w:kern w:val="1"/>
        </w:rPr>
        <w:t>.</w:t>
      </w:r>
    </w:p>
    <w:p w14:paraId="4EC26EFD" w14:textId="77777777" w:rsidR="000E1451" w:rsidRDefault="000E1451" w:rsidP="00BE611A">
      <w:pPr>
        <w:rPr>
          <w:rFonts w:cs="Georgia"/>
          <w:kern w:val="1"/>
        </w:rPr>
      </w:pPr>
      <w:r>
        <w:rPr>
          <w:rFonts w:cs="Georgia"/>
          <w:kern w:val="1"/>
        </w:rPr>
        <w:lastRenderedPageBreak/>
        <w:t>— </w:t>
      </w:r>
      <w:r w:rsidR="00BE611A">
        <w:rPr>
          <w:rFonts w:cs="Georgia"/>
          <w:kern w:val="1"/>
        </w:rPr>
        <w:t>Axelle</w:t>
      </w:r>
      <w:r>
        <w:rPr>
          <w:rFonts w:cs="Georgia"/>
          <w:kern w:val="1"/>
        </w:rPr>
        <w:t xml:space="preserve"> ! </w:t>
      </w:r>
      <w:r w:rsidR="00BE611A">
        <w:rPr>
          <w:rFonts w:cs="Georgia"/>
          <w:kern w:val="1"/>
        </w:rPr>
        <w:t>fis-je</w:t>
      </w:r>
      <w:r>
        <w:rPr>
          <w:rFonts w:cs="Georgia"/>
          <w:kern w:val="1"/>
        </w:rPr>
        <w:t xml:space="preserve">, </w:t>
      </w:r>
      <w:r w:rsidR="00BE611A">
        <w:rPr>
          <w:rFonts w:cs="Georgia"/>
          <w:kern w:val="1"/>
        </w:rPr>
        <w:t>essayant vainement d</w:t>
      </w:r>
      <w:r>
        <w:rPr>
          <w:rFonts w:cs="Georgia"/>
          <w:kern w:val="1"/>
        </w:rPr>
        <w:t>’</w:t>
      </w:r>
      <w:r w:rsidR="00BE611A">
        <w:rPr>
          <w:rFonts w:cs="Georgia"/>
          <w:kern w:val="1"/>
        </w:rPr>
        <w:t>étouffer un sanglot</w:t>
      </w:r>
      <w:r>
        <w:rPr>
          <w:rFonts w:cs="Georgia"/>
          <w:kern w:val="1"/>
        </w:rPr>
        <w:t>.</w:t>
      </w:r>
    </w:p>
    <w:p w14:paraId="1428C24B" w14:textId="77777777" w:rsidR="000E1451" w:rsidRDefault="000E1451" w:rsidP="00BE611A">
      <w:pPr>
        <w:rPr>
          <w:rFonts w:cs="Georgia"/>
          <w:kern w:val="1"/>
        </w:rPr>
      </w:pPr>
      <w:r>
        <w:rPr>
          <w:rFonts w:cs="Georgia"/>
          <w:kern w:val="1"/>
        </w:rPr>
        <w:t>— </w:t>
      </w:r>
      <w:r w:rsidR="00BE611A">
        <w:rPr>
          <w:rFonts w:cs="Georgia"/>
          <w:kern w:val="1"/>
        </w:rPr>
        <w:t>Chut</w:t>
      </w:r>
      <w:r>
        <w:rPr>
          <w:rFonts w:cs="Georgia"/>
          <w:kern w:val="1"/>
        </w:rPr>
        <w:t xml:space="preserve"> ! </w:t>
      </w:r>
      <w:r w:rsidR="00BE611A">
        <w:rPr>
          <w:rFonts w:cs="Georgia"/>
          <w:kern w:val="1"/>
        </w:rPr>
        <w:t>Chut</w:t>
      </w:r>
      <w:r>
        <w:rPr>
          <w:rFonts w:cs="Georgia"/>
          <w:kern w:val="1"/>
        </w:rPr>
        <w:t xml:space="preserve"> ! </w:t>
      </w:r>
      <w:r w:rsidR="00BE611A">
        <w:rPr>
          <w:rFonts w:cs="Georgia"/>
          <w:kern w:val="1"/>
        </w:rPr>
        <w:t>Il ne faut pas le réveiller</w:t>
      </w:r>
      <w:r>
        <w:rPr>
          <w:rFonts w:cs="Georgia"/>
          <w:kern w:val="1"/>
        </w:rPr>
        <w:t xml:space="preserve">, </w:t>
      </w:r>
      <w:r w:rsidR="00BE611A">
        <w:rPr>
          <w:rFonts w:cs="Georgia"/>
          <w:kern w:val="1"/>
        </w:rPr>
        <w:t>dit-elle</w:t>
      </w:r>
      <w:r>
        <w:rPr>
          <w:rFonts w:cs="Georgia"/>
          <w:kern w:val="1"/>
        </w:rPr>
        <w:t>.</w:t>
      </w:r>
    </w:p>
    <w:p w14:paraId="7AB27DAD" w14:textId="77777777" w:rsidR="000E1451" w:rsidRDefault="000E1451" w:rsidP="00BE611A">
      <w:pPr>
        <w:rPr>
          <w:rFonts w:cs="Georgia"/>
          <w:kern w:val="1"/>
        </w:rPr>
      </w:pPr>
      <w:r>
        <w:rPr>
          <w:rFonts w:cs="Georgia"/>
          <w:kern w:val="1"/>
        </w:rPr>
        <w:t>— </w:t>
      </w:r>
      <w:r w:rsidR="00BE611A">
        <w:rPr>
          <w:rFonts w:cs="Georgia"/>
          <w:kern w:val="1"/>
        </w:rPr>
        <w:t>Axelle</w:t>
      </w:r>
      <w:r>
        <w:rPr>
          <w:rFonts w:cs="Georgia"/>
          <w:kern w:val="1"/>
        </w:rPr>
        <w:t xml:space="preserve">, </w:t>
      </w:r>
      <w:r w:rsidR="00BE611A">
        <w:rPr>
          <w:rFonts w:cs="Georgia"/>
          <w:kern w:val="1"/>
        </w:rPr>
        <w:t>vous savez pourquoi je reviens</w:t>
      </w:r>
      <w:r>
        <w:rPr>
          <w:rFonts w:cs="Georgia"/>
          <w:kern w:val="1"/>
        </w:rPr>
        <w:t> ?</w:t>
      </w:r>
    </w:p>
    <w:p w14:paraId="2C8C4C29" w14:textId="77777777" w:rsidR="000E1451" w:rsidRDefault="00BE611A" w:rsidP="00BE611A">
      <w:pPr>
        <w:rPr>
          <w:rFonts w:cs="Georgia"/>
          <w:kern w:val="1"/>
        </w:rPr>
      </w:pPr>
      <w:r>
        <w:rPr>
          <w:rFonts w:cs="Georgia"/>
          <w:kern w:val="1"/>
        </w:rPr>
        <w:t>Elle me jeta un regard suppliant</w:t>
      </w:r>
      <w:r w:rsidR="000E1451">
        <w:rPr>
          <w:rFonts w:cs="Georgia"/>
          <w:kern w:val="1"/>
        </w:rPr>
        <w:t>.</w:t>
      </w:r>
    </w:p>
    <w:p w14:paraId="1D52938B" w14:textId="77777777" w:rsidR="000E1451" w:rsidRDefault="000E1451" w:rsidP="00BE611A">
      <w:pPr>
        <w:rPr>
          <w:rFonts w:cs="Georgia"/>
          <w:kern w:val="1"/>
        </w:rPr>
      </w:pPr>
      <w:r>
        <w:rPr>
          <w:rFonts w:cs="Georgia"/>
          <w:kern w:val="1"/>
        </w:rPr>
        <w:t>— </w:t>
      </w:r>
      <w:r w:rsidR="00BE611A">
        <w:rPr>
          <w:rFonts w:cs="Georgia"/>
          <w:kern w:val="1"/>
        </w:rPr>
        <w:t>Je reviens</w:t>
      </w:r>
      <w:r>
        <w:rPr>
          <w:rFonts w:cs="Georgia"/>
          <w:kern w:val="1"/>
        </w:rPr>
        <w:t xml:space="preserve">, </w:t>
      </w:r>
      <w:r w:rsidR="00BE611A">
        <w:rPr>
          <w:rFonts w:cs="Georgia"/>
          <w:kern w:val="1"/>
        </w:rPr>
        <w:t>ainsi qu</w:t>
      </w:r>
      <w:r>
        <w:rPr>
          <w:rFonts w:cs="Georgia"/>
          <w:kern w:val="1"/>
        </w:rPr>
        <w:t>’</w:t>
      </w:r>
      <w:r w:rsidR="00BE611A">
        <w:rPr>
          <w:rFonts w:cs="Georgia"/>
          <w:kern w:val="1"/>
        </w:rPr>
        <w:t>il était convenu</w:t>
      </w:r>
      <w:r>
        <w:rPr>
          <w:rFonts w:cs="Georgia"/>
          <w:kern w:val="1"/>
        </w:rPr>
        <w:t xml:space="preserve">, </w:t>
      </w:r>
      <w:r w:rsidR="00BE611A">
        <w:rPr>
          <w:rFonts w:cs="Georgia"/>
          <w:kern w:val="1"/>
        </w:rPr>
        <w:t>pour vous dire que quelqu</w:t>
      </w:r>
      <w:r>
        <w:rPr>
          <w:rFonts w:cs="Georgia"/>
          <w:kern w:val="1"/>
        </w:rPr>
        <w:t>’</w:t>
      </w:r>
      <w:r w:rsidR="00BE611A">
        <w:rPr>
          <w:rFonts w:cs="Georgia"/>
          <w:kern w:val="1"/>
        </w:rPr>
        <w:t>un est mort</w:t>
      </w:r>
      <w:r>
        <w:rPr>
          <w:rFonts w:cs="Georgia"/>
          <w:kern w:val="1"/>
        </w:rPr>
        <w:t xml:space="preserve">, </w:t>
      </w:r>
      <w:r w:rsidR="00BE611A">
        <w:rPr>
          <w:rFonts w:cs="Georgia"/>
          <w:kern w:val="1"/>
        </w:rPr>
        <w:t>oui</w:t>
      </w:r>
      <w:r>
        <w:rPr>
          <w:rFonts w:cs="Georgia"/>
          <w:kern w:val="1"/>
        </w:rPr>
        <w:t xml:space="preserve">, </w:t>
      </w:r>
      <w:r w:rsidR="00BE611A">
        <w:rPr>
          <w:rFonts w:cs="Georgia"/>
          <w:kern w:val="1"/>
        </w:rPr>
        <w:t>et que vous êtes libre</w:t>
      </w:r>
      <w:r>
        <w:rPr>
          <w:rFonts w:cs="Georgia"/>
          <w:kern w:val="1"/>
        </w:rPr>
        <w:t xml:space="preserve">. </w:t>
      </w:r>
      <w:r w:rsidR="00BE611A">
        <w:rPr>
          <w:rFonts w:cs="Georgia"/>
          <w:kern w:val="1"/>
        </w:rPr>
        <w:t>Libre d</w:t>
      </w:r>
      <w:r>
        <w:rPr>
          <w:rFonts w:cs="Georgia"/>
          <w:kern w:val="1"/>
        </w:rPr>
        <w:t>’</w:t>
      </w:r>
      <w:r w:rsidR="00BE611A">
        <w:rPr>
          <w:rFonts w:cs="Georgia"/>
          <w:kern w:val="1"/>
        </w:rPr>
        <w:t>être à moi</w:t>
      </w:r>
      <w:r>
        <w:rPr>
          <w:rFonts w:cs="Georgia"/>
          <w:kern w:val="1"/>
        </w:rPr>
        <w:t xml:space="preserve"> ! </w:t>
      </w:r>
      <w:r w:rsidR="00BE611A">
        <w:rPr>
          <w:rFonts w:cs="Georgia"/>
          <w:kern w:val="1"/>
        </w:rPr>
        <w:t>Rappelez-vous</w:t>
      </w:r>
      <w:r>
        <w:rPr>
          <w:rFonts w:cs="Georgia"/>
          <w:kern w:val="1"/>
        </w:rPr>
        <w:t xml:space="preserve"> ! </w:t>
      </w:r>
      <w:r w:rsidR="00BE611A">
        <w:rPr>
          <w:rFonts w:cs="Georgia"/>
          <w:kern w:val="1"/>
        </w:rPr>
        <w:t>Souvenez-vous de ce que vous m</w:t>
      </w:r>
      <w:r>
        <w:rPr>
          <w:rFonts w:cs="Georgia"/>
          <w:kern w:val="1"/>
        </w:rPr>
        <w:t>’</w:t>
      </w:r>
      <w:r w:rsidR="00BE611A">
        <w:rPr>
          <w:rFonts w:cs="Georgia"/>
          <w:kern w:val="1"/>
        </w:rPr>
        <w:t>avez promis</w:t>
      </w:r>
      <w:r>
        <w:rPr>
          <w:rFonts w:cs="Georgia"/>
          <w:kern w:val="1"/>
        </w:rPr>
        <w:t>.</w:t>
      </w:r>
    </w:p>
    <w:p w14:paraId="03F2FC63" w14:textId="77777777" w:rsidR="000E1451" w:rsidRDefault="00BE611A" w:rsidP="00BE611A">
      <w:pPr>
        <w:rPr>
          <w:rFonts w:cs="Georgia"/>
          <w:kern w:val="1"/>
        </w:rPr>
      </w:pPr>
      <w:r>
        <w:rPr>
          <w:rFonts w:cs="Georgia"/>
          <w:kern w:val="1"/>
        </w:rPr>
        <w:t>Elle avait baissé la tête</w:t>
      </w:r>
      <w:r w:rsidR="000E1451">
        <w:rPr>
          <w:rFonts w:cs="Georgia"/>
          <w:kern w:val="1"/>
        </w:rPr>
        <w:t xml:space="preserve">. </w:t>
      </w:r>
      <w:r>
        <w:rPr>
          <w:rFonts w:cs="Georgia"/>
          <w:kern w:val="1"/>
        </w:rPr>
        <w:t>Elle gardait un silence morne</w:t>
      </w:r>
      <w:r w:rsidR="000E1451">
        <w:rPr>
          <w:rFonts w:cs="Georgia"/>
          <w:kern w:val="1"/>
        </w:rPr>
        <w:t>.</w:t>
      </w:r>
    </w:p>
    <w:p w14:paraId="1BC920FB" w14:textId="77777777" w:rsidR="000E1451" w:rsidRDefault="000E1451" w:rsidP="00BE611A">
      <w:pPr>
        <w:rPr>
          <w:rFonts w:cs="Georgia"/>
          <w:kern w:val="1"/>
        </w:rPr>
      </w:pPr>
      <w:r>
        <w:rPr>
          <w:rFonts w:cs="Georgia"/>
          <w:kern w:val="1"/>
        </w:rPr>
        <w:t>— </w:t>
      </w:r>
      <w:r w:rsidR="00BE611A">
        <w:rPr>
          <w:rFonts w:cs="Georgia"/>
          <w:kern w:val="1"/>
        </w:rPr>
        <w:t>Quoi</w:t>
      </w:r>
      <w:r>
        <w:rPr>
          <w:rFonts w:cs="Georgia"/>
          <w:kern w:val="1"/>
        </w:rPr>
        <w:t xml:space="preserve"> ! </w:t>
      </w:r>
      <w:r w:rsidR="00BE611A">
        <w:rPr>
          <w:rFonts w:cs="Georgia"/>
          <w:kern w:val="1"/>
        </w:rPr>
        <w:t>fis-je</w:t>
      </w:r>
      <w:r>
        <w:rPr>
          <w:rFonts w:cs="Georgia"/>
          <w:kern w:val="1"/>
        </w:rPr>
        <w:t xml:space="preserve">, </w:t>
      </w:r>
      <w:r w:rsidR="00BE611A">
        <w:rPr>
          <w:rFonts w:cs="Georgia"/>
          <w:kern w:val="1"/>
        </w:rPr>
        <w:t>en proie à une angoisse qui était sur le point de se transformer en colère</w:t>
      </w:r>
      <w:r>
        <w:rPr>
          <w:rFonts w:cs="Georgia"/>
          <w:kern w:val="1"/>
        </w:rPr>
        <w:t xml:space="preserve">, </w:t>
      </w:r>
      <w:r w:rsidR="00BE611A">
        <w:rPr>
          <w:rFonts w:cs="Georgia"/>
          <w:kern w:val="1"/>
        </w:rPr>
        <w:t>quoi</w:t>
      </w:r>
      <w:r>
        <w:rPr>
          <w:rFonts w:cs="Georgia"/>
          <w:kern w:val="1"/>
        </w:rPr>
        <w:t xml:space="preserve">, </w:t>
      </w:r>
      <w:r w:rsidR="00BE611A">
        <w:rPr>
          <w:rFonts w:cs="Georgia"/>
          <w:kern w:val="1"/>
        </w:rPr>
        <w:t>vous vous taisez</w:t>
      </w:r>
      <w:r>
        <w:rPr>
          <w:rFonts w:cs="Georgia"/>
          <w:kern w:val="1"/>
        </w:rPr>
        <w:t xml:space="preserve"> ? </w:t>
      </w:r>
      <w:r w:rsidR="00BE611A">
        <w:rPr>
          <w:rFonts w:cs="Georgia"/>
          <w:kern w:val="1"/>
        </w:rPr>
        <w:t>Vous ne répondez pas</w:t>
      </w:r>
      <w:r>
        <w:rPr>
          <w:rFonts w:cs="Georgia"/>
          <w:kern w:val="1"/>
        </w:rPr>
        <w:t> ?</w:t>
      </w:r>
    </w:p>
    <w:p w14:paraId="0E030DCF" w14:textId="77777777" w:rsidR="000E1451" w:rsidRDefault="00BE611A" w:rsidP="00BE611A">
      <w:pPr>
        <w:rPr>
          <w:rFonts w:cs="Georgia"/>
          <w:kern w:val="1"/>
        </w:rPr>
      </w:pPr>
      <w:r>
        <w:rPr>
          <w:rFonts w:cs="Georgia"/>
          <w:kern w:val="1"/>
        </w:rPr>
        <w:t>Brusquement</w:t>
      </w:r>
      <w:r w:rsidR="000E1451">
        <w:rPr>
          <w:rFonts w:cs="Georgia"/>
          <w:kern w:val="1"/>
        </w:rPr>
        <w:t xml:space="preserve">, </w:t>
      </w:r>
      <w:r>
        <w:rPr>
          <w:rFonts w:cs="Georgia"/>
          <w:kern w:val="1"/>
        </w:rPr>
        <w:t>elle s</w:t>
      </w:r>
      <w:r w:rsidR="000E1451">
        <w:rPr>
          <w:rFonts w:cs="Georgia"/>
          <w:kern w:val="1"/>
        </w:rPr>
        <w:t>’</w:t>
      </w:r>
      <w:r>
        <w:rPr>
          <w:rFonts w:cs="Georgia"/>
          <w:kern w:val="1"/>
        </w:rPr>
        <w:t>était levée</w:t>
      </w:r>
      <w:r w:rsidR="000E1451">
        <w:rPr>
          <w:rFonts w:cs="Georgia"/>
          <w:kern w:val="1"/>
        </w:rPr>
        <w:t xml:space="preserve">. </w:t>
      </w:r>
      <w:r>
        <w:rPr>
          <w:rFonts w:cs="Georgia"/>
          <w:kern w:val="1"/>
        </w:rPr>
        <w:t>Je crus qu</w:t>
      </w:r>
      <w:r w:rsidR="000E1451">
        <w:rPr>
          <w:rFonts w:cs="Georgia"/>
          <w:kern w:val="1"/>
        </w:rPr>
        <w:t>’</w:t>
      </w:r>
      <w:r>
        <w:rPr>
          <w:rFonts w:cs="Georgia"/>
          <w:kern w:val="1"/>
        </w:rPr>
        <w:t>elle voulait fuir</w:t>
      </w:r>
      <w:r w:rsidR="000E1451">
        <w:rPr>
          <w:rFonts w:cs="Georgia"/>
          <w:kern w:val="1"/>
        </w:rPr>
        <w:t xml:space="preserve">. </w:t>
      </w:r>
      <w:r>
        <w:rPr>
          <w:rFonts w:cs="Georgia"/>
          <w:kern w:val="1"/>
        </w:rPr>
        <w:t>Je la saisis par les poignets</w:t>
      </w:r>
      <w:r w:rsidR="000E1451">
        <w:rPr>
          <w:rFonts w:cs="Georgia"/>
          <w:kern w:val="1"/>
        </w:rPr>
        <w:t>.</w:t>
      </w:r>
    </w:p>
    <w:p w14:paraId="263582C3" w14:textId="77777777" w:rsidR="000E1451" w:rsidRDefault="000E1451" w:rsidP="00BE611A">
      <w:pPr>
        <w:rPr>
          <w:rFonts w:cs="Georgia"/>
          <w:kern w:val="1"/>
        </w:rPr>
      </w:pPr>
      <w:r>
        <w:rPr>
          <w:rFonts w:cs="Georgia"/>
          <w:kern w:val="1"/>
        </w:rPr>
        <w:t>— </w:t>
      </w:r>
      <w:r w:rsidR="00BE611A">
        <w:rPr>
          <w:rFonts w:cs="Georgia"/>
          <w:kern w:val="1"/>
        </w:rPr>
        <w:t>Où allez-vous</w:t>
      </w:r>
      <w:r>
        <w:rPr>
          <w:rFonts w:cs="Georgia"/>
          <w:kern w:val="1"/>
        </w:rPr>
        <w:t> ?</w:t>
      </w:r>
    </w:p>
    <w:p w14:paraId="6DE62E08" w14:textId="77777777" w:rsidR="000E1451" w:rsidRDefault="000E1451" w:rsidP="00BE611A">
      <w:pPr>
        <w:rPr>
          <w:rFonts w:cs="Georgia"/>
          <w:kern w:val="1"/>
        </w:rPr>
      </w:pPr>
      <w:r>
        <w:rPr>
          <w:rFonts w:cs="Georgia"/>
          <w:kern w:val="1"/>
        </w:rPr>
        <w:t>— </w:t>
      </w:r>
      <w:r w:rsidR="00BE611A">
        <w:rPr>
          <w:rFonts w:cs="Georgia"/>
          <w:kern w:val="1"/>
        </w:rPr>
        <w:t>Voir s</w:t>
      </w:r>
      <w:r>
        <w:rPr>
          <w:rFonts w:cs="Georgia"/>
          <w:kern w:val="1"/>
        </w:rPr>
        <w:t>’</w:t>
      </w:r>
      <w:r w:rsidR="00BE611A">
        <w:rPr>
          <w:rFonts w:cs="Georgia"/>
          <w:kern w:val="1"/>
        </w:rPr>
        <w:t>il dort</w:t>
      </w:r>
      <w:r>
        <w:rPr>
          <w:rFonts w:cs="Georgia"/>
          <w:kern w:val="1"/>
        </w:rPr>
        <w:t xml:space="preserve">. </w:t>
      </w:r>
      <w:r w:rsidR="00BE611A">
        <w:rPr>
          <w:rFonts w:cs="Georgia"/>
          <w:kern w:val="1"/>
        </w:rPr>
        <w:t>Il faut que nous ayons quelques instants de paix complète</w:t>
      </w:r>
      <w:r>
        <w:rPr>
          <w:rFonts w:cs="Georgia"/>
          <w:kern w:val="1"/>
        </w:rPr>
        <w:t xml:space="preserve">. </w:t>
      </w:r>
      <w:r w:rsidR="00BE611A">
        <w:rPr>
          <w:rFonts w:cs="Georgia"/>
          <w:kern w:val="1"/>
        </w:rPr>
        <w:t>Nous avons à parler</w:t>
      </w:r>
      <w:r>
        <w:rPr>
          <w:rFonts w:cs="Georgia"/>
          <w:kern w:val="1"/>
        </w:rPr>
        <w:t xml:space="preserve">, </w:t>
      </w:r>
      <w:r w:rsidR="00BE611A">
        <w:rPr>
          <w:rFonts w:cs="Georgia"/>
          <w:kern w:val="1"/>
        </w:rPr>
        <w:t>à nous expliquer</w:t>
      </w:r>
      <w:r>
        <w:rPr>
          <w:rFonts w:cs="Georgia"/>
          <w:kern w:val="1"/>
        </w:rPr>
        <w:t xml:space="preserve">. </w:t>
      </w:r>
      <w:r w:rsidR="00BE611A">
        <w:rPr>
          <w:rFonts w:cs="Georgia"/>
          <w:kern w:val="1"/>
        </w:rPr>
        <w:t>Je reviens</w:t>
      </w:r>
      <w:r>
        <w:rPr>
          <w:rFonts w:cs="Georgia"/>
          <w:kern w:val="1"/>
        </w:rPr>
        <w:t>.</w:t>
      </w:r>
    </w:p>
    <w:p w14:paraId="3280D5C7" w14:textId="77777777" w:rsidR="000E1451" w:rsidRDefault="00BE611A" w:rsidP="00BE611A">
      <w:pPr>
        <w:rPr>
          <w:rFonts w:cs="Georgia"/>
          <w:kern w:val="1"/>
        </w:rPr>
      </w:pPr>
      <w:r>
        <w:rPr>
          <w:rFonts w:cs="Georgia"/>
          <w:kern w:val="1"/>
        </w:rPr>
        <w:t>Presque tout de suite</w:t>
      </w:r>
      <w:r w:rsidR="000E1451">
        <w:rPr>
          <w:rFonts w:cs="Georgia"/>
          <w:kern w:val="1"/>
        </w:rPr>
        <w:t xml:space="preserve">, </w:t>
      </w:r>
      <w:r>
        <w:rPr>
          <w:rFonts w:cs="Georgia"/>
          <w:kern w:val="1"/>
        </w:rPr>
        <w:t>en effet</w:t>
      </w:r>
      <w:r w:rsidR="000E1451">
        <w:rPr>
          <w:rFonts w:cs="Georgia"/>
          <w:kern w:val="1"/>
        </w:rPr>
        <w:t xml:space="preserve">, </w:t>
      </w:r>
      <w:r>
        <w:rPr>
          <w:rFonts w:cs="Georgia"/>
          <w:kern w:val="1"/>
        </w:rPr>
        <w:t>elle fut de retour</w:t>
      </w:r>
      <w:r w:rsidR="000E1451">
        <w:rPr>
          <w:rFonts w:cs="Georgia"/>
          <w:kern w:val="1"/>
        </w:rPr>
        <w:t>.</w:t>
      </w:r>
    </w:p>
    <w:p w14:paraId="13960A4A" w14:textId="77777777" w:rsidR="000E1451" w:rsidRDefault="000E1451" w:rsidP="00BE611A">
      <w:pPr>
        <w:rPr>
          <w:rFonts w:cs="Georgia"/>
          <w:kern w:val="1"/>
        </w:rPr>
      </w:pPr>
      <w:r>
        <w:rPr>
          <w:rFonts w:cs="Georgia"/>
          <w:kern w:val="1"/>
        </w:rPr>
        <w:t>— </w:t>
      </w:r>
      <w:r w:rsidR="00BE611A">
        <w:rPr>
          <w:rFonts w:cs="Georgia"/>
          <w:kern w:val="1"/>
        </w:rPr>
        <w:t>Il dort</w:t>
      </w:r>
      <w:r>
        <w:rPr>
          <w:rFonts w:cs="Georgia"/>
          <w:kern w:val="1"/>
        </w:rPr>
        <w:t xml:space="preserve">. </w:t>
      </w:r>
      <w:r w:rsidR="00BE611A">
        <w:rPr>
          <w:rFonts w:cs="Georgia"/>
          <w:kern w:val="1"/>
        </w:rPr>
        <w:t>Asseyez-vous là</w:t>
      </w:r>
      <w:r>
        <w:rPr>
          <w:rFonts w:cs="Georgia"/>
          <w:kern w:val="1"/>
        </w:rPr>
        <w:t xml:space="preserve">, </w:t>
      </w:r>
      <w:r w:rsidR="00BE611A">
        <w:rPr>
          <w:rFonts w:cs="Georgia"/>
          <w:kern w:val="1"/>
        </w:rPr>
        <w:t>tout près de moi</w:t>
      </w:r>
      <w:r>
        <w:rPr>
          <w:rFonts w:cs="Georgia"/>
          <w:kern w:val="1"/>
        </w:rPr>
        <w:t xml:space="preserve">. </w:t>
      </w:r>
      <w:r w:rsidR="00BE611A">
        <w:rPr>
          <w:rFonts w:cs="Georgia"/>
          <w:kern w:val="1"/>
        </w:rPr>
        <w:t>Plus près encore</w:t>
      </w:r>
      <w:r>
        <w:rPr>
          <w:rFonts w:cs="Georgia"/>
          <w:kern w:val="1"/>
        </w:rPr>
        <w:t xml:space="preserve">. </w:t>
      </w:r>
      <w:r w:rsidR="00BE611A">
        <w:rPr>
          <w:rFonts w:cs="Georgia"/>
          <w:kern w:val="1"/>
        </w:rPr>
        <w:t>Ne me regardez pas ainsi</w:t>
      </w:r>
      <w:r>
        <w:rPr>
          <w:rFonts w:cs="Georgia"/>
          <w:kern w:val="1"/>
        </w:rPr>
        <w:t xml:space="preserve">, </w:t>
      </w:r>
      <w:r w:rsidR="00BE611A">
        <w:rPr>
          <w:rFonts w:cs="Georgia"/>
          <w:kern w:val="1"/>
        </w:rPr>
        <w:t>avec cet air qui me fait mal</w:t>
      </w:r>
      <w:r>
        <w:rPr>
          <w:rFonts w:cs="Georgia"/>
          <w:kern w:val="1"/>
        </w:rPr>
        <w:t xml:space="preserve">. </w:t>
      </w:r>
      <w:r w:rsidR="00BE611A">
        <w:rPr>
          <w:rFonts w:cs="Georgia"/>
          <w:kern w:val="1"/>
        </w:rPr>
        <w:t>Ne me retirez pas le peu de force qui me reste</w:t>
      </w:r>
      <w:r>
        <w:rPr>
          <w:rFonts w:cs="Georgia"/>
          <w:kern w:val="1"/>
        </w:rPr>
        <w:t xml:space="preserve">, </w:t>
      </w:r>
      <w:r w:rsidR="00BE611A">
        <w:rPr>
          <w:rFonts w:cs="Georgia"/>
          <w:kern w:val="1"/>
        </w:rPr>
        <w:t>dont je vais avoir tant besoin</w:t>
      </w:r>
      <w:r>
        <w:rPr>
          <w:rFonts w:cs="Georgia"/>
          <w:kern w:val="1"/>
        </w:rPr>
        <w:t>.</w:t>
      </w:r>
    </w:p>
    <w:p w14:paraId="7E1567EF" w14:textId="77777777" w:rsidR="000E1451" w:rsidRDefault="00BE611A" w:rsidP="00BE611A">
      <w:pPr>
        <w:rPr>
          <w:rFonts w:cs="Georgia"/>
          <w:kern w:val="1"/>
        </w:rPr>
      </w:pPr>
      <w:r>
        <w:rPr>
          <w:rFonts w:cs="Georgia"/>
          <w:kern w:val="1"/>
        </w:rPr>
        <w:t>Cette fois</w:t>
      </w:r>
      <w:r w:rsidR="000E1451">
        <w:rPr>
          <w:rFonts w:cs="Georgia"/>
          <w:kern w:val="1"/>
        </w:rPr>
        <w:t xml:space="preserve">, </w:t>
      </w:r>
      <w:r>
        <w:rPr>
          <w:rFonts w:cs="Georgia"/>
          <w:kern w:val="1"/>
        </w:rPr>
        <w:t>c</w:t>
      </w:r>
      <w:r w:rsidR="000E1451">
        <w:rPr>
          <w:rFonts w:cs="Georgia"/>
          <w:kern w:val="1"/>
        </w:rPr>
        <w:t>’</w:t>
      </w:r>
      <w:r>
        <w:rPr>
          <w:rFonts w:cs="Georgia"/>
          <w:kern w:val="1"/>
        </w:rPr>
        <w:t>était elle qui s</w:t>
      </w:r>
      <w:r w:rsidR="000E1451">
        <w:rPr>
          <w:rFonts w:cs="Georgia"/>
          <w:kern w:val="1"/>
        </w:rPr>
        <w:t>’</w:t>
      </w:r>
      <w:r>
        <w:rPr>
          <w:rFonts w:cs="Georgia"/>
          <w:kern w:val="1"/>
        </w:rPr>
        <w:t>était emparée de mes mains</w:t>
      </w:r>
      <w:r w:rsidR="000E1451">
        <w:rPr>
          <w:rFonts w:cs="Georgia"/>
          <w:kern w:val="1"/>
        </w:rPr>
        <w:t xml:space="preserve">, </w:t>
      </w:r>
      <w:r>
        <w:rPr>
          <w:rFonts w:cs="Georgia"/>
          <w:kern w:val="1"/>
        </w:rPr>
        <w:t>qui attirait contre le sien mon visage</w:t>
      </w:r>
      <w:r w:rsidR="000E1451">
        <w:rPr>
          <w:rFonts w:cs="Georgia"/>
          <w:kern w:val="1"/>
        </w:rPr>
        <w:t xml:space="preserve">, </w:t>
      </w:r>
      <w:r>
        <w:rPr>
          <w:rFonts w:cs="Georgia"/>
          <w:kern w:val="1"/>
        </w:rPr>
        <w:t>m</w:t>
      </w:r>
      <w:r w:rsidR="000E1451">
        <w:rPr>
          <w:rFonts w:cs="Georgia"/>
          <w:kern w:val="1"/>
        </w:rPr>
        <w:t>’</w:t>
      </w:r>
      <w:r>
        <w:rPr>
          <w:rFonts w:cs="Georgia"/>
          <w:kern w:val="1"/>
        </w:rPr>
        <w:t xml:space="preserve">obligeant à la </w:t>
      </w:r>
      <w:r>
        <w:rPr>
          <w:rFonts w:cs="Georgia"/>
          <w:kern w:val="1"/>
        </w:rPr>
        <w:lastRenderedPageBreak/>
        <w:t>regarder bien en face</w:t>
      </w:r>
      <w:r w:rsidR="000E1451">
        <w:rPr>
          <w:rFonts w:cs="Georgia"/>
          <w:kern w:val="1"/>
        </w:rPr>
        <w:t xml:space="preserve">. </w:t>
      </w:r>
      <w:r>
        <w:rPr>
          <w:rFonts w:cs="Georgia"/>
          <w:kern w:val="1"/>
        </w:rPr>
        <w:t>À la lueur vacillante de la bougie</w:t>
      </w:r>
      <w:r w:rsidR="000E1451">
        <w:rPr>
          <w:rFonts w:cs="Georgia"/>
          <w:kern w:val="1"/>
        </w:rPr>
        <w:t xml:space="preserve">, </w:t>
      </w:r>
      <w:r>
        <w:rPr>
          <w:rFonts w:cs="Georgia"/>
          <w:kern w:val="1"/>
        </w:rPr>
        <w:t>je voyais ses yeux qui brillaient d</w:t>
      </w:r>
      <w:r w:rsidR="000E1451">
        <w:rPr>
          <w:rFonts w:cs="Georgia"/>
          <w:kern w:val="1"/>
        </w:rPr>
        <w:t>’</w:t>
      </w:r>
      <w:r>
        <w:rPr>
          <w:rFonts w:cs="Georgia"/>
          <w:kern w:val="1"/>
        </w:rPr>
        <w:t>un feu inaccoutumé entre les larges cernes de ses paupières violettes</w:t>
      </w:r>
      <w:r w:rsidR="000E1451">
        <w:rPr>
          <w:rFonts w:cs="Georgia"/>
          <w:kern w:val="1"/>
        </w:rPr>
        <w:t xml:space="preserve">. </w:t>
      </w:r>
      <w:r>
        <w:rPr>
          <w:rFonts w:cs="Georgia"/>
          <w:kern w:val="1"/>
        </w:rPr>
        <w:t>Elle était toujours vêtue de sa robe de mince serge noire</w:t>
      </w:r>
      <w:r w:rsidR="000E1451">
        <w:rPr>
          <w:rFonts w:cs="Georgia"/>
          <w:kern w:val="1"/>
        </w:rPr>
        <w:t xml:space="preserve">. </w:t>
      </w:r>
      <w:r>
        <w:rPr>
          <w:rFonts w:cs="Georgia"/>
          <w:kern w:val="1"/>
        </w:rPr>
        <w:t>Ses cheveux</w:t>
      </w:r>
      <w:r w:rsidR="000E1451">
        <w:rPr>
          <w:rFonts w:cs="Georgia"/>
          <w:kern w:val="1"/>
        </w:rPr>
        <w:t xml:space="preserve">, </w:t>
      </w:r>
      <w:r>
        <w:rPr>
          <w:rFonts w:cs="Georgia"/>
          <w:kern w:val="1"/>
        </w:rPr>
        <w:t>dans cette pénombre</w:t>
      </w:r>
      <w:r w:rsidR="000E1451">
        <w:rPr>
          <w:rFonts w:cs="Georgia"/>
          <w:kern w:val="1"/>
        </w:rPr>
        <w:t xml:space="preserve">, </w:t>
      </w:r>
      <w:r>
        <w:rPr>
          <w:rFonts w:cs="Georgia"/>
          <w:kern w:val="1"/>
        </w:rPr>
        <w:t>paraissaient blancs à force de pâleur</w:t>
      </w:r>
      <w:r w:rsidR="000E1451">
        <w:rPr>
          <w:rFonts w:cs="Georgia"/>
          <w:kern w:val="1"/>
        </w:rPr>
        <w:t xml:space="preserve">. </w:t>
      </w:r>
      <w:r>
        <w:rPr>
          <w:rFonts w:cs="Georgia"/>
          <w:kern w:val="1"/>
        </w:rPr>
        <w:t>Ses doigts brûlaient</w:t>
      </w:r>
      <w:r w:rsidR="000E1451">
        <w:rPr>
          <w:rFonts w:cs="Georgia"/>
          <w:kern w:val="1"/>
        </w:rPr>
        <w:t>.</w:t>
      </w:r>
    </w:p>
    <w:p w14:paraId="16413EBA" w14:textId="77777777" w:rsidR="000E1451" w:rsidRDefault="000E1451" w:rsidP="00BE611A">
      <w:pPr>
        <w:rPr>
          <w:rFonts w:cs="Georgia"/>
          <w:kern w:val="1"/>
        </w:rPr>
      </w:pPr>
      <w:r>
        <w:rPr>
          <w:rFonts w:cs="Georgia"/>
          <w:kern w:val="1"/>
        </w:rPr>
        <w:t>— </w:t>
      </w:r>
      <w:r w:rsidR="00BE611A">
        <w:rPr>
          <w:rFonts w:cs="Georgia"/>
          <w:kern w:val="1"/>
        </w:rPr>
        <w:t>Vous avez la fièvre</w:t>
      </w:r>
      <w:r>
        <w:rPr>
          <w:rFonts w:cs="Georgia"/>
          <w:kern w:val="1"/>
        </w:rPr>
        <w:t xml:space="preserve">, </w:t>
      </w:r>
      <w:r w:rsidR="00BE611A">
        <w:rPr>
          <w:rFonts w:cs="Georgia"/>
          <w:kern w:val="1"/>
        </w:rPr>
        <w:t>m</w:t>
      </w:r>
      <w:r>
        <w:rPr>
          <w:rFonts w:cs="Georgia"/>
          <w:kern w:val="1"/>
        </w:rPr>
        <w:t>’</w:t>
      </w:r>
      <w:r w:rsidR="00BE611A">
        <w:rPr>
          <w:rFonts w:cs="Georgia"/>
          <w:kern w:val="1"/>
        </w:rPr>
        <w:t>écriai-je</w:t>
      </w:r>
      <w:r>
        <w:rPr>
          <w:rFonts w:cs="Georgia"/>
          <w:kern w:val="1"/>
        </w:rPr>
        <w:t>.</w:t>
      </w:r>
    </w:p>
    <w:p w14:paraId="601025A2" w14:textId="77777777" w:rsidR="000E1451" w:rsidRDefault="000E1451" w:rsidP="00BE611A">
      <w:pPr>
        <w:rPr>
          <w:rFonts w:cs="Georgia"/>
          <w:kern w:val="1"/>
        </w:rPr>
      </w:pPr>
      <w:r>
        <w:rPr>
          <w:rFonts w:cs="Georgia"/>
          <w:kern w:val="1"/>
        </w:rPr>
        <w:t>— </w:t>
      </w:r>
      <w:r w:rsidR="00BE611A">
        <w:rPr>
          <w:rFonts w:cs="Georgia"/>
          <w:kern w:val="1"/>
        </w:rPr>
        <w:t>Chut</w:t>
      </w:r>
      <w:r>
        <w:rPr>
          <w:rFonts w:cs="Georgia"/>
          <w:kern w:val="1"/>
        </w:rPr>
        <w:t xml:space="preserve">, </w:t>
      </w:r>
      <w:r w:rsidR="00BE611A">
        <w:rPr>
          <w:rFonts w:cs="Georgia"/>
          <w:kern w:val="1"/>
        </w:rPr>
        <w:t>fit-elle</w:t>
      </w:r>
      <w:r>
        <w:rPr>
          <w:rFonts w:cs="Georgia"/>
          <w:kern w:val="1"/>
        </w:rPr>
        <w:t xml:space="preserve">. </w:t>
      </w:r>
      <w:r w:rsidR="00BE611A">
        <w:rPr>
          <w:rFonts w:cs="Georgia"/>
          <w:kern w:val="1"/>
        </w:rPr>
        <w:t>Ce n</w:t>
      </w:r>
      <w:r>
        <w:rPr>
          <w:rFonts w:cs="Georgia"/>
          <w:kern w:val="1"/>
        </w:rPr>
        <w:t>’</w:t>
      </w:r>
      <w:r w:rsidR="00BE611A">
        <w:rPr>
          <w:rFonts w:cs="Georgia"/>
          <w:kern w:val="1"/>
        </w:rPr>
        <w:t>est pas de cela qu</w:t>
      </w:r>
      <w:r>
        <w:rPr>
          <w:rFonts w:cs="Georgia"/>
          <w:kern w:val="1"/>
        </w:rPr>
        <w:t>’</w:t>
      </w:r>
      <w:r w:rsidR="00BE611A">
        <w:rPr>
          <w:rFonts w:cs="Georgia"/>
          <w:kern w:val="1"/>
        </w:rPr>
        <w:t>il s</w:t>
      </w:r>
      <w:r>
        <w:rPr>
          <w:rFonts w:cs="Georgia"/>
          <w:kern w:val="1"/>
        </w:rPr>
        <w:t>’</w:t>
      </w:r>
      <w:r w:rsidR="00BE611A">
        <w:rPr>
          <w:rFonts w:cs="Georgia"/>
          <w:kern w:val="1"/>
        </w:rPr>
        <w:t>agit</w:t>
      </w:r>
      <w:r>
        <w:rPr>
          <w:rFonts w:cs="Georgia"/>
          <w:kern w:val="1"/>
        </w:rPr>
        <w:t xml:space="preserve">. </w:t>
      </w:r>
      <w:r w:rsidR="00BE611A">
        <w:rPr>
          <w:rFonts w:cs="Georgia"/>
          <w:kern w:val="1"/>
        </w:rPr>
        <w:t>Écoutez-moi</w:t>
      </w:r>
      <w:r>
        <w:rPr>
          <w:rFonts w:cs="Georgia"/>
          <w:kern w:val="1"/>
        </w:rPr>
        <w:t xml:space="preserve">. </w:t>
      </w:r>
      <w:r w:rsidR="00BE611A">
        <w:rPr>
          <w:rFonts w:cs="Georgia"/>
          <w:kern w:val="1"/>
        </w:rPr>
        <w:t>Jamais</w:t>
      </w:r>
      <w:r>
        <w:rPr>
          <w:rFonts w:cs="Georgia"/>
          <w:kern w:val="1"/>
        </w:rPr>
        <w:t xml:space="preserve">, </w:t>
      </w:r>
      <w:r w:rsidR="00BE611A">
        <w:rPr>
          <w:rFonts w:cs="Georgia"/>
          <w:kern w:val="1"/>
        </w:rPr>
        <w:t>jusqu</w:t>
      </w:r>
      <w:r>
        <w:rPr>
          <w:rFonts w:cs="Georgia"/>
          <w:kern w:val="1"/>
        </w:rPr>
        <w:t>’</w:t>
      </w:r>
      <w:r w:rsidR="00BE611A">
        <w:rPr>
          <w:rFonts w:cs="Georgia"/>
          <w:kern w:val="1"/>
        </w:rPr>
        <w:t>à présent</w:t>
      </w:r>
      <w:r>
        <w:rPr>
          <w:rFonts w:cs="Georgia"/>
          <w:kern w:val="1"/>
        </w:rPr>
        <w:t xml:space="preserve">, </w:t>
      </w:r>
      <w:r w:rsidR="00BE611A">
        <w:rPr>
          <w:rFonts w:cs="Georgia"/>
          <w:kern w:val="1"/>
        </w:rPr>
        <w:t>je n</w:t>
      </w:r>
      <w:r>
        <w:rPr>
          <w:rFonts w:cs="Georgia"/>
          <w:kern w:val="1"/>
        </w:rPr>
        <w:t>’</w:t>
      </w:r>
      <w:r w:rsidR="00BE611A">
        <w:rPr>
          <w:rFonts w:cs="Georgia"/>
          <w:kern w:val="1"/>
        </w:rPr>
        <w:t>ai parlé</w:t>
      </w:r>
      <w:r>
        <w:rPr>
          <w:rFonts w:cs="Georgia"/>
          <w:kern w:val="1"/>
        </w:rPr>
        <w:t xml:space="preserve">. </w:t>
      </w:r>
      <w:r w:rsidR="00BE611A">
        <w:rPr>
          <w:rFonts w:cs="Georgia"/>
          <w:kern w:val="1"/>
        </w:rPr>
        <w:t>Mais vous êtes revenu</w:t>
      </w:r>
      <w:r>
        <w:rPr>
          <w:rFonts w:cs="Georgia"/>
          <w:kern w:val="1"/>
        </w:rPr>
        <w:t xml:space="preserve">. </w:t>
      </w:r>
      <w:r w:rsidR="00BE611A">
        <w:rPr>
          <w:rFonts w:cs="Georgia"/>
          <w:kern w:val="1"/>
        </w:rPr>
        <w:t>Vous avez acquis le droit de savoir</w:t>
      </w:r>
      <w:r>
        <w:rPr>
          <w:rFonts w:cs="Georgia"/>
          <w:kern w:val="1"/>
        </w:rPr>
        <w:t xml:space="preserve">. </w:t>
      </w:r>
      <w:r w:rsidR="00BE611A">
        <w:rPr>
          <w:rFonts w:cs="Georgia"/>
          <w:kern w:val="1"/>
        </w:rPr>
        <w:t>Il ne faut pas que vous conserviez de moi l</w:t>
      </w:r>
      <w:r>
        <w:rPr>
          <w:rFonts w:cs="Georgia"/>
          <w:kern w:val="1"/>
        </w:rPr>
        <w:t>’</w:t>
      </w:r>
      <w:r w:rsidR="00BE611A">
        <w:rPr>
          <w:rFonts w:cs="Georgia"/>
          <w:kern w:val="1"/>
        </w:rPr>
        <w:t>impression d</w:t>
      </w:r>
      <w:r>
        <w:rPr>
          <w:rFonts w:cs="Georgia"/>
          <w:kern w:val="1"/>
        </w:rPr>
        <w:t>’</w:t>
      </w:r>
      <w:r w:rsidR="00BE611A">
        <w:rPr>
          <w:rFonts w:cs="Georgia"/>
          <w:kern w:val="1"/>
        </w:rPr>
        <w:t>un être incohérent</w:t>
      </w:r>
      <w:r>
        <w:rPr>
          <w:rFonts w:cs="Georgia"/>
          <w:kern w:val="1"/>
        </w:rPr>
        <w:t xml:space="preserve">, </w:t>
      </w:r>
      <w:r w:rsidR="00BE611A">
        <w:rPr>
          <w:rFonts w:cs="Georgia"/>
          <w:kern w:val="1"/>
        </w:rPr>
        <w:t>contradictoire</w:t>
      </w:r>
      <w:r>
        <w:rPr>
          <w:rFonts w:cs="Georgia"/>
          <w:kern w:val="1"/>
        </w:rPr>
        <w:t xml:space="preserve">. </w:t>
      </w:r>
      <w:r w:rsidR="00BE611A">
        <w:rPr>
          <w:rFonts w:cs="Georgia"/>
          <w:kern w:val="1"/>
        </w:rPr>
        <w:t>Dietrich est mort</w:t>
      </w:r>
      <w:r>
        <w:rPr>
          <w:rFonts w:cs="Georgia"/>
          <w:kern w:val="1"/>
        </w:rPr>
        <w:t xml:space="preserve">, </w:t>
      </w:r>
      <w:r w:rsidR="00BE611A">
        <w:rPr>
          <w:rFonts w:cs="Georgia"/>
          <w:kern w:val="1"/>
        </w:rPr>
        <w:t>n</w:t>
      </w:r>
      <w:r>
        <w:rPr>
          <w:rFonts w:cs="Georgia"/>
          <w:kern w:val="1"/>
        </w:rPr>
        <w:t>’</w:t>
      </w:r>
      <w:r w:rsidR="00BE611A">
        <w:rPr>
          <w:rFonts w:cs="Georgia"/>
          <w:kern w:val="1"/>
        </w:rPr>
        <w:t>est-ce pas</w:t>
      </w:r>
      <w:r>
        <w:rPr>
          <w:rFonts w:cs="Georgia"/>
          <w:kern w:val="1"/>
        </w:rPr>
        <w:t> ?</w:t>
      </w:r>
    </w:p>
    <w:p w14:paraId="66809D4D" w14:textId="77777777" w:rsidR="000E1451" w:rsidRDefault="000E1451" w:rsidP="00BE611A">
      <w:pPr>
        <w:rPr>
          <w:rFonts w:cs="Georgia"/>
          <w:kern w:val="1"/>
        </w:rPr>
      </w:pPr>
      <w:r>
        <w:rPr>
          <w:rFonts w:cs="Georgia"/>
          <w:kern w:val="1"/>
        </w:rPr>
        <w:t>— </w:t>
      </w:r>
      <w:r w:rsidR="00BE611A">
        <w:rPr>
          <w:rFonts w:cs="Georgia"/>
          <w:kern w:val="1"/>
        </w:rPr>
        <w:t>J</w:t>
      </w:r>
      <w:r>
        <w:rPr>
          <w:rFonts w:cs="Georgia"/>
          <w:kern w:val="1"/>
        </w:rPr>
        <w:t>’</w:t>
      </w:r>
      <w:r w:rsidR="00BE611A">
        <w:rPr>
          <w:rFonts w:cs="Georgia"/>
          <w:kern w:val="1"/>
        </w:rPr>
        <w:t>ai vu sa tombe</w:t>
      </w:r>
      <w:r>
        <w:rPr>
          <w:rFonts w:cs="Georgia"/>
          <w:kern w:val="1"/>
        </w:rPr>
        <w:t>.</w:t>
      </w:r>
    </w:p>
    <w:p w14:paraId="6F1F90ED" w14:textId="77777777" w:rsidR="000E1451" w:rsidRDefault="000E1451" w:rsidP="00BE611A">
      <w:pPr>
        <w:rPr>
          <w:rFonts w:cs="Georgia"/>
          <w:kern w:val="1"/>
        </w:rPr>
      </w:pPr>
      <w:r>
        <w:rPr>
          <w:rFonts w:cs="Georgia"/>
          <w:kern w:val="1"/>
        </w:rPr>
        <w:t>— </w:t>
      </w:r>
      <w:r w:rsidR="00BE611A">
        <w:rPr>
          <w:rFonts w:cs="Georgia"/>
          <w:kern w:val="1"/>
        </w:rPr>
        <w:t>S</w:t>
      </w:r>
      <w:r>
        <w:rPr>
          <w:rFonts w:cs="Georgia"/>
          <w:kern w:val="1"/>
        </w:rPr>
        <w:t>’</w:t>
      </w:r>
      <w:r w:rsidR="00BE611A">
        <w:rPr>
          <w:rFonts w:cs="Georgia"/>
          <w:kern w:val="1"/>
        </w:rPr>
        <w:t>il avait vécu</w:t>
      </w:r>
      <w:r>
        <w:rPr>
          <w:rFonts w:cs="Georgia"/>
          <w:kern w:val="1"/>
        </w:rPr>
        <w:t xml:space="preserve">, </w:t>
      </w:r>
      <w:r w:rsidR="00BE611A">
        <w:rPr>
          <w:rFonts w:cs="Georgia"/>
          <w:kern w:val="1"/>
        </w:rPr>
        <w:t>dit-elle</w:t>
      </w:r>
      <w:r>
        <w:rPr>
          <w:rFonts w:cs="Georgia"/>
          <w:kern w:val="1"/>
        </w:rPr>
        <w:t xml:space="preserve">, </w:t>
      </w:r>
      <w:r w:rsidR="00BE611A">
        <w:rPr>
          <w:rFonts w:cs="Georgia"/>
          <w:kern w:val="1"/>
        </w:rPr>
        <w:t>je l</w:t>
      </w:r>
      <w:r>
        <w:rPr>
          <w:rFonts w:cs="Georgia"/>
          <w:kern w:val="1"/>
        </w:rPr>
        <w:t>’</w:t>
      </w:r>
      <w:r w:rsidR="00BE611A">
        <w:rPr>
          <w:rFonts w:cs="Georgia"/>
          <w:kern w:val="1"/>
        </w:rPr>
        <w:t>aurais épousé</w:t>
      </w:r>
      <w:r>
        <w:rPr>
          <w:rFonts w:cs="Georgia"/>
          <w:kern w:val="1"/>
        </w:rPr>
        <w:t xml:space="preserve">. </w:t>
      </w:r>
      <w:r w:rsidR="00BE611A">
        <w:rPr>
          <w:rFonts w:cs="Georgia"/>
          <w:kern w:val="1"/>
        </w:rPr>
        <w:t>Or</w:t>
      </w:r>
      <w:r>
        <w:rPr>
          <w:rFonts w:cs="Georgia"/>
          <w:kern w:val="1"/>
        </w:rPr>
        <w:t xml:space="preserve">, </w:t>
      </w:r>
      <w:r w:rsidR="00BE611A">
        <w:rPr>
          <w:rFonts w:cs="Georgia"/>
          <w:kern w:val="1"/>
        </w:rPr>
        <w:t>maintenant</w:t>
      </w:r>
      <w:r>
        <w:rPr>
          <w:rFonts w:cs="Georgia"/>
          <w:kern w:val="1"/>
        </w:rPr>
        <w:t xml:space="preserve">, </w:t>
      </w:r>
      <w:r w:rsidR="00BE611A">
        <w:rPr>
          <w:rFonts w:cs="Georgia"/>
          <w:kern w:val="1"/>
        </w:rPr>
        <w:t>je peux vous le dire</w:t>
      </w:r>
      <w:r>
        <w:rPr>
          <w:rFonts w:cs="Georgia"/>
          <w:kern w:val="1"/>
        </w:rPr>
        <w:t xml:space="preserve">, </w:t>
      </w:r>
      <w:r w:rsidR="00BE611A">
        <w:rPr>
          <w:rFonts w:cs="Georgia"/>
          <w:kern w:val="1"/>
        </w:rPr>
        <w:t>je ne l</w:t>
      </w:r>
      <w:r>
        <w:rPr>
          <w:rFonts w:cs="Georgia"/>
          <w:kern w:val="1"/>
        </w:rPr>
        <w:t>’</w:t>
      </w:r>
      <w:r w:rsidR="00BE611A">
        <w:rPr>
          <w:rFonts w:cs="Georgia"/>
          <w:kern w:val="1"/>
        </w:rPr>
        <w:t>aimais pas</w:t>
      </w:r>
      <w:r>
        <w:rPr>
          <w:rFonts w:cs="Georgia"/>
          <w:kern w:val="1"/>
        </w:rPr>
        <w:t xml:space="preserve">. </w:t>
      </w:r>
      <w:r w:rsidR="00BE611A">
        <w:rPr>
          <w:rFonts w:cs="Georgia"/>
          <w:kern w:val="1"/>
        </w:rPr>
        <w:t>Je ne l</w:t>
      </w:r>
      <w:r>
        <w:rPr>
          <w:rFonts w:cs="Georgia"/>
          <w:kern w:val="1"/>
        </w:rPr>
        <w:t>’</w:t>
      </w:r>
      <w:r w:rsidR="00BE611A">
        <w:rPr>
          <w:rFonts w:cs="Georgia"/>
          <w:kern w:val="1"/>
        </w:rPr>
        <w:t>ai jamais aimé</w:t>
      </w:r>
      <w:r>
        <w:rPr>
          <w:rFonts w:cs="Georgia"/>
          <w:kern w:val="1"/>
        </w:rPr>
        <w:t xml:space="preserve">. </w:t>
      </w:r>
      <w:r w:rsidR="00BE611A">
        <w:rPr>
          <w:rFonts w:cs="Georgia"/>
          <w:kern w:val="1"/>
        </w:rPr>
        <w:t>Je me sentais liée envers lui</w:t>
      </w:r>
      <w:r>
        <w:rPr>
          <w:rFonts w:cs="Georgia"/>
          <w:kern w:val="1"/>
        </w:rPr>
        <w:t xml:space="preserve">. </w:t>
      </w:r>
      <w:r w:rsidR="00BE611A">
        <w:rPr>
          <w:rFonts w:cs="Georgia"/>
          <w:kern w:val="1"/>
        </w:rPr>
        <w:t>Il y avait entre nous le souvenir de mon père</w:t>
      </w:r>
      <w:r>
        <w:rPr>
          <w:rFonts w:cs="Georgia"/>
          <w:kern w:val="1"/>
        </w:rPr>
        <w:t xml:space="preserve">, </w:t>
      </w:r>
      <w:r w:rsidR="00BE611A">
        <w:rPr>
          <w:rFonts w:cs="Georgia"/>
          <w:kern w:val="1"/>
        </w:rPr>
        <w:t>tout le passé</w:t>
      </w:r>
      <w:r>
        <w:rPr>
          <w:rFonts w:cs="Georgia"/>
          <w:kern w:val="1"/>
        </w:rPr>
        <w:t xml:space="preserve">, </w:t>
      </w:r>
      <w:r w:rsidR="00BE611A">
        <w:rPr>
          <w:rFonts w:cs="Georgia"/>
          <w:kern w:val="1"/>
        </w:rPr>
        <w:t>une promesse donnée alors que j</w:t>
      </w:r>
      <w:r>
        <w:rPr>
          <w:rFonts w:cs="Georgia"/>
          <w:kern w:val="1"/>
        </w:rPr>
        <w:t>’</w:t>
      </w:r>
      <w:r w:rsidR="00BE611A">
        <w:rPr>
          <w:rFonts w:cs="Georgia"/>
          <w:kern w:val="1"/>
        </w:rPr>
        <w:t>en ignorais le prix</w:t>
      </w:r>
      <w:r>
        <w:rPr>
          <w:rFonts w:cs="Georgia"/>
          <w:kern w:val="1"/>
        </w:rPr>
        <w:t xml:space="preserve">, </w:t>
      </w:r>
      <w:r w:rsidR="00BE611A">
        <w:rPr>
          <w:rFonts w:cs="Georgia"/>
          <w:kern w:val="1"/>
        </w:rPr>
        <w:t>tant de choses</w:t>
      </w:r>
      <w:r>
        <w:rPr>
          <w:rFonts w:cs="Georgia"/>
          <w:kern w:val="1"/>
        </w:rPr>
        <w:t xml:space="preserve">, </w:t>
      </w:r>
      <w:r w:rsidR="00BE611A">
        <w:rPr>
          <w:rFonts w:cs="Georgia"/>
          <w:kern w:val="1"/>
        </w:rPr>
        <w:t>enfin</w:t>
      </w:r>
      <w:r>
        <w:rPr>
          <w:rFonts w:cs="Georgia"/>
          <w:kern w:val="1"/>
        </w:rPr>
        <w:t xml:space="preserve">. </w:t>
      </w:r>
      <w:r w:rsidR="00BE611A">
        <w:rPr>
          <w:rFonts w:cs="Georgia"/>
          <w:kern w:val="1"/>
        </w:rPr>
        <w:t>Mais</w:t>
      </w:r>
      <w:r>
        <w:rPr>
          <w:rFonts w:cs="Georgia"/>
          <w:kern w:val="1"/>
        </w:rPr>
        <w:t xml:space="preserve">, </w:t>
      </w:r>
      <w:r w:rsidR="00BE611A">
        <w:rPr>
          <w:rFonts w:cs="Georgia"/>
          <w:kern w:val="1"/>
        </w:rPr>
        <w:t>encore une fois</w:t>
      </w:r>
      <w:r>
        <w:rPr>
          <w:rFonts w:cs="Georgia"/>
          <w:kern w:val="1"/>
        </w:rPr>
        <w:t xml:space="preserve">, </w:t>
      </w:r>
      <w:r w:rsidR="00BE611A">
        <w:rPr>
          <w:rFonts w:cs="Georgia"/>
          <w:kern w:val="1"/>
        </w:rPr>
        <w:t>je ne l</w:t>
      </w:r>
      <w:r>
        <w:rPr>
          <w:rFonts w:cs="Georgia"/>
          <w:kern w:val="1"/>
        </w:rPr>
        <w:t>’</w:t>
      </w:r>
      <w:r w:rsidR="00BE611A">
        <w:rPr>
          <w:rFonts w:cs="Georgia"/>
          <w:kern w:val="1"/>
        </w:rPr>
        <w:t>aimais pas</w:t>
      </w:r>
      <w:r>
        <w:rPr>
          <w:rFonts w:cs="Georgia"/>
          <w:kern w:val="1"/>
        </w:rPr>
        <w:t>.</w:t>
      </w:r>
    </w:p>
    <w:p w14:paraId="2907BAE7" w14:textId="77777777" w:rsidR="000E1451" w:rsidRDefault="000E1451" w:rsidP="00BE611A">
      <w:pPr>
        <w:rPr>
          <w:rFonts w:cs="Georgia"/>
          <w:kern w:val="1"/>
        </w:rPr>
      </w:pPr>
      <w:r>
        <w:rPr>
          <w:rFonts w:cs="Georgia"/>
          <w:kern w:val="1"/>
        </w:rPr>
        <w:t>— </w:t>
      </w:r>
      <w:r w:rsidR="00BE611A">
        <w:rPr>
          <w:rFonts w:cs="Georgia"/>
          <w:kern w:val="1"/>
        </w:rPr>
        <w:t>Croyez-vous m</w:t>
      </w:r>
      <w:r>
        <w:rPr>
          <w:rFonts w:cs="Georgia"/>
          <w:kern w:val="1"/>
        </w:rPr>
        <w:t>’</w:t>
      </w:r>
      <w:r w:rsidR="00BE611A">
        <w:rPr>
          <w:rFonts w:cs="Georgia"/>
          <w:kern w:val="1"/>
        </w:rPr>
        <w:t>aimer davantage</w:t>
      </w:r>
      <w:r>
        <w:rPr>
          <w:rFonts w:cs="Georgia"/>
          <w:kern w:val="1"/>
        </w:rPr>
        <w:t xml:space="preserve"> ? </w:t>
      </w:r>
      <w:r w:rsidR="00BE611A">
        <w:rPr>
          <w:rFonts w:cs="Georgia"/>
          <w:kern w:val="1"/>
        </w:rPr>
        <w:t>fis-je avec âpreté</w:t>
      </w:r>
      <w:r>
        <w:rPr>
          <w:rFonts w:cs="Georgia"/>
          <w:kern w:val="1"/>
        </w:rPr>
        <w:t>.</w:t>
      </w:r>
    </w:p>
    <w:p w14:paraId="2899EB7D" w14:textId="77777777" w:rsidR="000E1451" w:rsidRDefault="00BE611A" w:rsidP="00BE611A">
      <w:pPr>
        <w:rPr>
          <w:rFonts w:cs="Georgia"/>
          <w:kern w:val="1"/>
        </w:rPr>
      </w:pPr>
      <w:r>
        <w:rPr>
          <w:rFonts w:cs="Georgia"/>
          <w:kern w:val="1"/>
        </w:rPr>
        <w:t>Elle secoua tristement la tête</w:t>
      </w:r>
      <w:r w:rsidR="000E1451">
        <w:rPr>
          <w:rFonts w:cs="Georgia"/>
          <w:kern w:val="1"/>
        </w:rPr>
        <w:t>.</w:t>
      </w:r>
    </w:p>
    <w:p w14:paraId="33EBDD66" w14:textId="77777777" w:rsidR="000E1451" w:rsidRDefault="000E1451" w:rsidP="00BE611A">
      <w:pPr>
        <w:rPr>
          <w:rFonts w:cs="Georgia"/>
          <w:kern w:val="1"/>
        </w:rPr>
      </w:pPr>
      <w:r>
        <w:rPr>
          <w:rFonts w:cs="Georgia"/>
          <w:kern w:val="1"/>
        </w:rPr>
        <w:t>— </w:t>
      </w:r>
      <w:r w:rsidR="00BE611A">
        <w:rPr>
          <w:rFonts w:cs="Georgia"/>
          <w:kern w:val="1"/>
        </w:rPr>
        <w:t>Écoutez</w:t>
      </w:r>
      <w:r>
        <w:rPr>
          <w:rFonts w:cs="Georgia"/>
          <w:kern w:val="1"/>
        </w:rPr>
        <w:t xml:space="preserve">, </w:t>
      </w:r>
      <w:r w:rsidR="00BE611A">
        <w:rPr>
          <w:rFonts w:cs="Georgia"/>
          <w:kern w:val="1"/>
        </w:rPr>
        <w:t>dit-elle</w:t>
      </w:r>
      <w:r>
        <w:rPr>
          <w:rFonts w:cs="Georgia"/>
          <w:kern w:val="1"/>
        </w:rPr>
        <w:t xml:space="preserve">, </w:t>
      </w:r>
      <w:r w:rsidR="00BE611A">
        <w:rPr>
          <w:rFonts w:cs="Georgia"/>
          <w:kern w:val="1"/>
        </w:rPr>
        <w:t>de cette voix si pure</w:t>
      </w:r>
      <w:r>
        <w:rPr>
          <w:rFonts w:cs="Georgia"/>
          <w:kern w:val="1"/>
        </w:rPr>
        <w:t xml:space="preserve">, </w:t>
      </w:r>
      <w:r w:rsidR="00BE611A">
        <w:rPr>
          <w:rFonts w:cs="Georgia"/>
          <w:kern w:val="1"/>
        </w:rPr>
        <w:t>si douce</w:t>
      </w:r>
      <w:r>
        <w:rPr>
          <w:rFonts w:cs="Georgia"/>
          <w:kern w:val="1"/>
        </w:rPr>
        <w:t xml:space="preserve">, </w:t>
      </w:r>
      <w:r w:rsidR="00BE611A">
        <w:rPr>
          <w:rFonts w:cs="Georgia"/>
          <w:kern w:val="1"/>
        </w:rPr>
        <w:t>qu</w:t>
      </w:r>
      <w:r>
        <w:rPr>
          <w:rFonts w:cs="Georgia"/>
          <w:kern w:val="1"/>
        </w:rPr>
        <w:t>’</w:t>
      </w:r>
      <w:r w:rsidR="00BE611A">
        <w:rPr>
          <w:rFonts w:cs="Georgia"/>
          <w:kern w:val="1"/>
        </w:rPr>
        <w:t>on ne pouvait l</w:t>
      </w:r>
      <w:r>
        <w:rPr>
          <w:rFonts w:cs="Georgia"/>
          <w:kern w:val="1"/>
        </w:rPr>
        <w:t>’</w:t>
      </w:r>
      <w:r w:rsidR="00BE611A">
        <w:rPr>
          <w:rFonts w:cs="Georgia"/>
          <w:kern w:val="1"/>
        </w:rPr>
        <w:t>entendre sans avoir envie de pleurer</w:t>
      </w:r>
      <w:r>
        <w:rPr>
          <w:rFonts w:cs="Georgia"/>
          <w:kern w:val="1"/>
        </w:rPr>
        <w:t xml:space="preserve">, </w:t>
      </w:r>
      <w:r w:rsidR="00BE611A">
        <w:rPr>
          <w:rFonts w:cs="Georgia"/>
          <w:kern w:val="1"/>
        </w:rPr>
        <w:t>écoutez encore</w:t>
      </w:r>
      <w:r>
        <w:rPr>
          <w:rFonts w:cs="Georgia"/>
          <w:kern w:val="1"/>
        </w:rPr>
        <w:t xml:space="preserve">, </w:t>
      </w:r>
      <w:r w:rsidR="00BE611A">
        <w:rPr>
          <w:rFonts w:cs="Georgia"/>
          <w:kern w:val="1"/>
        </w:rPr>
        <w:t>je n</w:t>
      </w:r>
      <w:r>
        <w:rPr>
          <w:rFonts w:cs="Georgia"/>
          <w:kern w:val="1"/>
        </w:rPr>
        <w:t>’</w:t>
      </w:r>
      <w:r w:rsidR="00BE611A">
        <w:rPr>
          <w:rFonts w:cs="Georgia"/>
          <w:kern w:val="1"/>
        </w:rPr>
        <w:t>ai pas fini</w:t>
      </w:r>
      <w:r>
        <w:rPr>
          <w:rFonts w:cs="Georgia"/>
          <w:kern w:val="1"/>
        </w:rPr>
        <w:t xml:space="preserve">. </w:t>
      </w:r>
      <w:r w:rsidR="00BE611A">
        <w:rPr>
          <w:rFonts w:cs="Georgia"/>
          <w:kern w:val="1"/>
        </w:rPr>
        <w:t>Je ne croyais pas qu</w:t>
      </w:r>
      <w:r>
        <w:rPr>
          <w:rFonts w:cs="Georgia"/>
          <w:kern w:val="1"/>
        </w:rPr>
        <w:t>’</w:t>
      </w:r>
      <w:r w:rsidR="00BE611A">
        <w:rPr>
          <w:rFonts w:cs="Georgia"/>
          <w:kern w:val="1"/>
        </w:rPr>
        <w:t>il fût si facile de parler</w:t>
      </w:r>
      <w:r>
        <w:rPr>
          <w:rFonts w:cs="Georgia"/>
          <w:kern w:val="1"/>
        </w:rPr>
        <w:t xml:space="preserve">. </w:t>
      </w:r>
      <w:r w:rsidR="00BE611A">
        <w:rPr>
          <w:rFonts w:cs="Georgia"/>
          <w:kern w:val="1"/>
        </w:rPr>
        <w:t>Mais de quoi aurait-on peur</w:t>
      </w:r>
      <w:r>
        <w:rPr>
          <w:rFonts w:cs="Georgia"/>
          <w:kern w:val="1"/>
        </w:rPr>
        <w:t xml:space="preserve">, </w:t>
      </w:r>
      <w:r w:rsidR="00BE611A">
        <w:rPr>
          <w:rFonts w:cs="Georgia"/>
          <w:kern w:val="1"/>
        </w:rPr>
        <w:t>quand on n</w:t>
      </w:r>
      <w:r>
        <w:rPr>
          <w:rFonts w:cs="Georgia"/>
          <w:kern w:val="1"/>
        </w:rPr>
        <w:t>’</w:t>
      </w:r>
      <w:r w:rsidR="00BE611A">
        <w:rPr>
          <w:rFonts w:cs="Georgia"/>
          <w:kern w:val="1"/>
        </w:rPr>
        <w:t>a rien à se reprocher</w:t>
      </w:r>
      <w:r>
        <w:rPr>
          <w:rFonts w:cs="Georgia"/>
          <w:kern w:val="1"/>
        </w:rPr>
        <w:t xml:space="preserve"> ? </w:t>
      </w:r>
      <w:r w:rsidR="00BE611A">
        <w:rPr>
          <w:rFonts w:cs="Georgia"/>
          <w:kern w:val="1"/>
        </w:rPr>
        <w:t>Je reviens donc où nous en étions</w:t>
      </w:r>
      <w:r>
        <w:rPr>
          <w:rFonts w:cs="Georgia"/>
          <w:kern w:val="1"/>
        </w:rPr>
        <w:t xml:space="preserve">, </w:t>
      </w:r>
      <w:r w:rsidR="00BE611A">
        <w:rPr>
          <w:rFonts w:cs="Georgia"/>
          <w:kern w:val="1"/>
        </w:rPr>
        <w:t>au point essentiel de notre douloureuse histoire</w:t>
      </w:r>
      <w:r>
        <w:rPr>
          <w:rFonts w:cs="Georgia"/>
          <w:kern w:val="1"/>
        </w:rPr>
        <w:t xml:space="preserve">. </w:t>
      </w:r>
      <w:r w:rsidR="00BE611A">
        <w:rPr>
          <w:rFonts w:cs="Georgia"/>
          <w:kern w:val="1"/>
        </w:rPr>
        <w:t>Tant que Dietrich a vécu</w:t>
      </w:r>
      <w:r>
        <w:rPr>
          <w:rFonts w:cs="Georgia"/>
          <w:kern w:val="1"/>
        </w:rPr>
        <w:t xml:space="preserve">, </w:t>
      </w:r>
      <w:r w:rsidR="00BE611A">
        <w:rPr>
          <w:rFonts w:cs="Georgia"/>
          <w:kern w:val="1"/>
        </w:rPr>
        <w:t>j</w:t>
      </w:r>
      <w:r>
        <w:rPr>
          <w:rFonts w:cs="Georgia"/>
          <w:kern w:val="1"/>
        </w:rPr>
        <w:t>’</w:t>
      </w:r>
      <w:r w:rsidR="00BE611A">
        <w:rPr>
          <w:rFonts w:cs="Georgia"/>
          <w:kern w:val="1"/>
        </w:rPr>
        <w:t>ai cru que c</w:t>
      </w:r>
      <w:r>
        <w:rPr>
          <w:rFonts w:cs="Georgia"/>
          <w:kern w:val="1"/>
        </w:rPr>
        <w:t>’</w:t>
      </w:r>
      <w:r w:rsidR="00BE611A">
        <w:rPr>
          <w:rFonts w:cs="Georgia"/>
          <w:kern w:val="1"/>
        </w:rPr>
        <w:t>était la promesse que je lui avais faite d</w:t>
      </w:r>
      <w:r>
        <w:rPr>
          <w:rFonts w:cs="Georgia"/>
          <w:kern w:val="1"/>
        </w:rPr>
        <w:t>’</w:t>
      </w:r>
      <w:r w:rsidR="00BE611A">
        <w:rPr>
          <w:rFonts w:cs="Georgia"/>
          <w:kern w:val="1"/>
        </w:rPr>
        <w:t>être à lui qui m</w:t>
      </w:r>
      <w:r>
        <w:rPr>
          <w:rFonts w:cs="Georgia"/>
          <w:kern w:val="1"/>
        </w:rPr>
        <w:t>’</w:t>
      </w:r>
      <w:r w:rsidR="00BE611A">
        <w:rPr>
          <w:rFonts w:cs="Georgia"/>
          <w:kern w:val="1"/>
        </w:rPr>
        <w:t>empêchait d</w:t>
      </w:r>
      <w:r>
        <w:rPr>
          <w:rFonts w:cs="Georgia"/>
          <w:kern w:val="1"/>
        </w:rPr>
        <w:t>’</w:t>
      </w:r>
      <w:r w:rsidR="00BE611A">
        <w:rPr>
          <w:rFonts w:cs="Georgia"/>
          <w:kern w:val="1"/>
        </w:rPr>
        <w:t>être à vous</w:t>
      </w:r>
      <w:r>
        <w:rPr>
          <w:rFonts w:cs="Georgia"/>
          <w:kern w:val="1"/>
        </w:rPr>
        <w:t xml:space="preserve">. </w:t>
      </w:r>
      <w:r w:rsidR="00BE611A">
        <w:rPr>
          <w:rFonts w:cs="Georgia"/>
          <w:kern w:val="1"/>
        </w:rPr>
        <w:t xml:space="preserve">Telle fut mon </w:t>
      </w:r>
      <w:r w:rsidR="00BE611A">
        <w:rPr>
          <w:rFonts w:cs="Georgia"/>
          <w:kern w:val="1"/>
        </w:rPr>
        <w:lastRenderedPageBreak/>
        <w:t>erreur</w:t>
      </w:r>
      <w:r>
        <w:rPr>
          <w:rFonts w:cs="Georgia"/>
          <w:kern w:val="1"/>
        </w:rPr>
        <w:t xml:space="preserve">, </w:t>
      </w:r>
      <w:r w:rsidR="00BE611A">
        <w:rPr>
          <w:rFonts w:cs="Georgia"/>
          <w:kern w:val="1"/>
        </w:rPr>
        <w:t>et ma faute</w:t>
      </w:r>
      <w:r>
        <w:rPr>
          <w:rFonts w:cs="Georgia"/>
          <w:kern w:val="1"/>
        </w:rPr>
        <w:t xml:space="preserve">, </w:t>
      </w:r>
      <w:r w:rsidR="00BE611A">
        <w:rPr>
          <w:rFonts w:cs="Georgia"/>
          <w:kern w:val="1"/>
        </w:rPr>
        <w:t>si faute il y a</w:t>
      </w:r>
      <w:r>
        <w:rPr>
          <w:rFonts w:cs="Georgia"/>
          <w:kern w:val="1"/>
        </w:rPr>
        <w:t xml:space="preserve">, </w:t>
      </w:r>
      <w:r w:rsidR="00BE611A">
        <w:rPr>
          <w:rFonts w:cs="Georgia"/>
          <w:kern w:val="1"/>
        </w:rPr>
        <w:t>est de vous l</w:t>
      </w:r>
      <w:r>
        <w:rPr>
          <w:rFonts w:cs="Georgia"/>
          <w:kern w:val="1"/>
        </w:rPr>
        <w:t>’</w:t>
      </w:r>
      <w:r w:rsidR="00BE611A">
        <w:rPr>
          <w:rFonts w:cs="Georgia"/>
          <w:kern w:val="1"/>
        </w:rPr>
        <w:t>avoir laissé partager</w:t>
      </w:r>
      <w:r>
        <w:rPr>
          <w:rFonts w:cs="Georgia"/>
          <w:kern w:val="1"/>
        </w:rPr>
        <w:t xml:space="preserve">. </w:t>
      </w:r>
      <w:r w:rsidR="00BE611A">
        <w:rPr>
          <w:rFonts w:cs="Georgia"/>
          <w:kern w:val="1"/>
        </w:rPr>
        <w:t>J</w:t>
      </w:r>
      <w:r>
        <w:rPr>
          <w:rFonts w:cs="Georgia"/>
          <w:kern w:val="1"/>
        </w:rPr>
        <w:t>’</w:t>
      </w:r>
      <w:r w:rsidR="00BE611A">
        <w:rPr>
          <w:rFonts w:cs="Georgia"/>
          <w:kern w:val="1"/>
        </w:rPr>
        <w:t>ai cru que la mort de Dietrich me rendrait libre</w:t>
      </w:r>
      <w:r>
        <w:rPr>
          <w:rFonts w:cs="Georgia"/>
          <w:kern w:val="1"/>
        </w:rPr>
        <w:t xml:space="preserve">. </w:t>
      </w:r>
      <w:r w:rsidR="00BE611A">
        <w:rPr>
          <w:rFonts w:cs="Georgia"/>
          <w:kern w:val="1"/>
        </w:rPr>
        <w:t>Maintenant qu</w:t>
      </w:r>
      <w:r>
        <w:rPr>
          <w:rFonts w:cs="Georgia"/>
          <w:kern w:val="1"/>
        </w:rPr>
        <w:t>’</w:t>
      </w:r>
      <w:r w:rsidR="00BE611A">
        <w:rPr>
          <w:rFonts w:cs="Georgia"/>
          <w:kern w:val="1"/>
        </w:rPr>
        <w:t>il n</w:t>
      </w:r>
      <w:r>
        <w:rPr>
          <w:rFonts w:cs="Georgia"/>
          <w:kern w:val="1"/>
        </w:rPr>
        <w:t>’</w:t>
      </w:r>
      <w:r w:rsidR="00BE611A">
        <w:rPr>
          <w:rFonts w:cs="Georgia"/>
          <w:kern w:val="1"/>
        </w:rPr>
        <w:t>est plus</w:t>
      </w:r>
      <w:r>
        <w:rPr>
          <w:rFonts w:cs="Georgia"/>
          <w:kern w:val="1"/>
        </w:rPr>
        <w:t xml:space="preserve">, </w:t>
      </w:r>
      <w:r w:rsidR="00BE611A">
        <w:rPr>
          <w:rFonts w:cs="Georgia"/>
          <w:kern w:val="1"/>
        </w:rPr>
        <w:t>je m</w:t>
      </w:r>
      <w:r>
        <w:rPr>
          <w:rFonts w:cs="Georgia"/>
          <w:kern w:val="1"/>
        </w:rPr>
        <w:t>’</w:t>
      </w:r>
      <w:r w:rsidR="00BE611A">
        <w:rPr>
          <w:rFonts w:cs="Georgia"/>
          <w:kern w:val="1"/>
        </w:rPr>
        <w:t>aperçois que je me suis trompée</w:t>
      </w:r>
      <w:r>
        <w:rPr>
          <w:rFonts w:cs="Georgia"/>
          <w:kern w:val="1"/>
        </w:rPr>
        <w:t xml:space="preserve">, </w:t>
      </w:r>
      <w:r w:rsidR="00BE611A">
        <w:rPr>
          <w:rFonts w:cs="Georgia"/>
          <w:kern w:val="1"/>
        </w:rPr>
        <w:t>que je demeure liée par autre chose</w:t>
      </w:r>
      <w:r>
        <w:rPr>
          <w:rFonts w:cs="Georgia"/>
          <w:kern w:val="1"/>
        </w:rPr>
        <w:t xml:space="preserve">, </w:t>
      </w:r>
      <w:r w:rsidR="00BE611A">
        <w:rPr>
          <w:rFonts w:cs="Georgia"/>
          <w:kern w:val="1"/>
        </w:rPr>
        <w:t>quelque chose qui ne saurait mourir</w:t>
      </w:r>
      <w:r>
        <w:rPr>
          <w:rFonts w:cs="Georgia"/>
          <w:kern w:val="1"/>
        </w:rPr>
        <w:t>.</w:t>
      </w:r>
    </w:p>
    <w:p w14:paraId="7A99545D" w14:textId="77777777" w:rsidR="000E1451" w:rsidRDefault="000E1451" w:rsidP="00BE611A">
      <w:pPr>
        <w:rPr>
          <w:rFonts w:cs="Georgia"/>
          <w:kern w:val="1"/>
        </w:rPr>
      </w:pPr>
      <w:r>
        <w:rPr>
          <w:rFonts w:cs="Georgia"/>
          <w:kern w:val="1"/>
        </w:rPr>
        <w:t>— </w:t>
      </w:r>
      <w:r w:rsidR="00BE611A">
        <w:rPr>
          <w:rFonts w:cs="Georgia"/>
          <w:kern w:val="1"/>
        </w:rPr>
        <w:t>Expliquez-vous</w:t>
      </w:r>
      <w:r>
        <w:rPr>
          <w:rFonts w:cs="Georgia"/>
          <w:kern w:val="1"/>
        </w:rPr>
        <w:t xml:space="preserve">, </w:t>
      </w:r>
      <w:r w:rsidR="00BE611A">
        <w:rPr>
          <w:rFonts w:cs="Georgia"/>
          <w:kern w:val="1"/>
        </w:rPr>
        <w:t>fis-je d</w:t>
      </w:r>
      <w:r>
        <w:rPr>
          <w:rFonts w:cs="Georgia"/>
          <w:kern w:val="1"/>
        </w:rPr>
        <w:t>’</w:t>
      </w:r>
      <w:r w:rsidR="00BE611A">
        <w:rPr>
          <w:rFonts w:cs="Georgia"/>
          <w:kern w:val="1"/>
        </w:rPr>
        <w:t>une voix tremblante</w:t>
      </w:r>
      <w:r>
        <w:rPr>
          <w:rFonts w:cs="Georgia"/>
          <w:kern w:val="1"/>
        </w:rPr>
        <w:t>.</w:t>
      </w:r>
    </w:p>
    <w:p w14:paraId="67466A78" w14:textId="77777777" w:rsidR="000E1451" w:rsidRDefault="000E1451" w:rsidP="00BE611A">
      <w:pPr>
        <w:rPr>
          <w:rFonts w:cs="Georgia"/>
          <w:kern w:val="1"/>
        </w:rPr>
      </w:pPr>
      <w:r>
        <w:rPr>
          <w:rFonts w:cs="Georgia"/>
          <w:kern w:val="1"/>
        </w:rPr>
        <w:t>— </w:t>
      </w:r>
      <w:r w:rsidR="00BE611A">
        <w:rPr>
          <w:rFonts w:cs="Georgia"/>
          <w:kern w:val="1"/>
        </w:rPr>
        <w:t>Vraiment</w:t>
      </w:r>
      <w:r>
        <w:rPr>
          <w:rFonts w:cs="Georgia"/>
          <w:kern w:val="1"/>
        </w:rPr>
        <w:t xml:space="preserve">, </w:t>
      </w:r>
      <w:r w:rsidR="00BE611A">
        <w:rPr>
          <w:rFonts w:cs="Georgia"/>
          <w:kern w:val="1"/>
        </w:rPr>
        <w:t>dit-elle</w:t>
      </w:r>
      <w:r>
        <w:rPr>
          <w:rFonts w:cs="Georgia"/>
          <w:kern w:val="1"/>
        </w:rPr>
        <w:t xml:space="preserve">, </w:t>
      </w:r>
      <w:r w:rsidR="00BE611A">
        <w:rPr>
          <w:rFonts w:cs="Georgia"/>
          <w:kern w:val="1"/>
        </w:rPr>
        <w:t>vous ne comprenez pas</w:t>
      </w:r>
      <w:r>
        <w:rPr>
          <w:rFonts w:cs="Georgia"/>
          <w:kern w:val="1"/>
        </w:rPr>
        <w:t> ?</w:t>
      </w:r>
    </w:p>
    <w:p w14:paraId="136F7302" w14:textId="77777777" w:rsidR="000E1451" w:rsidRDefault="00BE611A" w:rsidP="00BE611A">
      <w:pPr>
        <w:rPr>
          <w:rFonts w:cs="Georgia"/>
          <w:kern w:val="1"/>
        </w:rPr>
      </w:pPr>
      <w:r>
        <w:rPr>
          <w:rFonts w:cs="Georgia"/>
          <w:kern w:val="1"/>
        </w:rPr>
        <w:t>Elle avait posé sa tête sur mon épaule</w:t>
      </w:r>
      <w:r w:rsidR="000E1451">
        <w:rPr>
          <w:rFonts w:cs="Georgia"/>
          <w:kern w:val="1"/>
        </w:rPr>
        <w:t xml:space="preserve">. </w:t>
      </w:r>
      <w:r>
        <w:rPr>
          <w:rFonts w:cs="Georgia"/>
          <w:kern w:val="1"/>
        </w:rPr>
        <w:t>Avec lenteur</w:t>
      </w:r>
      <w:r w:rsidR="000E1451">
        <w:rPr>
          <w:rFonts w:cs="Georgia"/>
          <w:kern w:val="1"/>
        </w:rPr>
        <w:t xml:space="preserve">, </w:t>
      </w:r>
      <w:r>
        <w:rPr>
          <w:rFonts w:cs="Georgia"/>
          <w:kern w:val="1"/>
        </w:rPr>
        <w:t>elle poursuivit</w:t>
      </w:r>
      <w:r w:rsidR="000E1451">
        <w:rPr>
          <w:rFonts w:cs="Georgia"/>
          <w:kern w:val="1"/>
        </w:rPr>
        <w:t> :</w:t>
      </w:r>
    </w:p>
    <w:p w14:paraId="359BDF68" w14:textId="77777777" w:rsidR="000E1451" w:rsidRDefault="000E1451" w:rsidP="00BE611A">
      <w:pPr>
        <w:rPr>
          <w:rFonts w:cs="Georgia"/>
          <w:kern w:val="1"/>
        </w:rPr>
      </w:pPr>
      <w:r>
        <w:rPr>
          <w:rFonts w:cs="Georgia"/>
          <w:kern w:val="1"/>
        </w:rPr>
        <w:t>— </w:t>
      </w:r>
      <w:r w:rsidR="00BE611A">
        <w:rPr>
          <w:rFonts w:cs="Georgia"/>
          <w:kern w:val="1"/>
        </w:rPr>
        <w:t>Vous ne comprenez pas</w:t>
      </w:r>
      <w:r>
        <w:rPr>
          <w:rFonts w:cs="Georgia"/>
          <w:kern w:val="1"/>
        </w:rPr>
        <w:t xml:space="preserve"> ? </w:t>
      </w:r>
      <w:r w:rsidR="00BE611A">
        <w:rPr>
          <w:rFonts w:cs="Georgia"/>
          <w:kern w:val="1"/>
        </w:rPr>
        <w:t>Il ne vous est donc jamais arrivé</w:t>
      </w:r>
      <w:r>
        <w:rPr>
          <w:rFonts w:cs="Georgia"/>
          <w:kern w:val="1"/>
        </w:rPr>
        <w:t xml:space="preserve">, </w:t>
      </w:r>
      <w:r w:rsidR="00BE611A">
        <w:rPr>
          <w:rFonts w:cs="Georgia"/>
          <w:kern w:val="1"/>
        </w:rPr>
        <w:t>mon pauvre ami</w:t>
      </w:r>
      <w:r>
        <w:rPr>
          <w:rFonts w:cs="Georgia"/>
          <w:kern w:val="1"/>
        </w:rPr>
        <w:t xml:space="preserve">, </w:t>
      </w:r>
      <w:r w:rsidR="00BE611A">
        <w:rPr>
          <w:rFonts w:cs="Georgia"/>
          <w:kern w:val="1"/>
        </w:rPr>
        <w:t>de vous répéter deux mots</w:t>
      </w:r>
      <w:r>
        <w:rPr>
          <w:rFonts w:cs="Georgia"/>
          <w:kern w:val="1"/>
        </w:rPr>
        <w:t xml:space="preserve">, </w:t>
      </w:r>
      <w:r w:rsidR="00BE611A">
        <w:rPr>
          <w:rFonts w:cs="Georgia"/>
          <w:kern w:val="1"/>
        </w:rPr>
        <w:t>d</w:t>
      </w:r>
      <w:r>
        <w:rPr>
          <w:rFonts w:cs="Georgia"/>
          <w:kern w:val="1"/>
        </w:rPr>
        <w:t>’</w:t>
      </w:r>
      <w:r w:rsidR="00BE611A">
        <w:rPr>
          <w:rFonts w:cs="Georgia"/>
          <w:kern w:val="1"/>
        </w:rPr>
        <w:t>écouter avec épouvante</w:t>
      </w:r>
      <w:r>
        <w:rPr>
          <w:rFonts w:cs="Georgia"/>
          <w:kern w:val="1"/>
        </w:rPr>
        <w:t xml:space="preserve">, </w:t>
      </w:r>
      <w:r w:rsidR="00BE611A">
        <w:rPr>
          <w:rFonts w:cs="Georgia"/>
          <w:kern w:val="1"/>
        </w:rPr>
        <w:t>le son qu</w:t>
      </w:r>
      <w:r>
        <w:rPr>
          <w:rFonts w:cs="Georgia"/>
          <w:kern w:val="1"/>
        </w:rPr>
        <w:t>’</w:t>
      </w:r>
      <w:r w:rsidR="00BE611A">
        <w:rPr>
          <w:rFonts w:cs="Georgia"/>
          <w:kern w:val="1"/>
        </w:rPr>
        <w:t>ils rendent</w:t>
      </w:r>
      <w:r>
        <w:rPr>
          <w:rFonts w:cs="Georgia"/>
          <w:kern w:val="1"/>
        </w:rPr>
        <w:t xml:space="preserve">, </w:t>
      </w:r>
      <w:r w:rsidR="00BE611A">
        <w:rPr>
          <w:rFonts w:cs="Georgia"/>
          <w:kern w:val="1"/>
        </w:rPr>
        <w:t>l</w:t>
      </w:r>
      <w:r>
        <w:rPr>
          <w:rFonts w:cs="Georgia"/>
          <w:kern w:val="1"/>
        </w:rPr>
        <w:t>’</w:t>
      </w:r>
      <w:r w:rsidR="00BE611A">
        <w:rPr>
          <w:rFonts w:cs="Georgia"/>
          <w:kern w:val="1"/>
        </w:rPr>
        <w:t>un près de l</w:t>
      </w:r>
      <w:r>
        <w:rPr>
          <w:rFonts w:cs="Georgia"/>
          <w:kern w:val="1"/>
        </w:rPr>
        <w:t>’</w:t>
      </w:r>
      <w:r w:rsidR="00BE611A">
        <w:rPr>
          <w:rFonts w:cs="Georgia"/>
          <w:kern w:val="1"/>
        </w:rPr>
        <w:t>autre</w:t>
      </w:r>
      <w:r>
        <w:rPr>
          <w:rFonts w:cs="Georgia"/>
          <w:kern w:val="1"/>
        </w:rPr>
        <w:t> ?</w:t>
      </w:r>
    </w:p>
    <w:p w14:paraId="37D65DCB" w14:textId="77777777" w:rsidR="000E1451" w:rsidRDefault="000E1451" w:rsidP="00BE611A">
      <w:pPr>
        <w:rPr>
          <w:rFonts w:cs="Georgia"/>
          <w:kern w:val="1"/>
        </w:rPr>
      </w:pPr>
      <w:r>
        <w:rPr>
          <w:rFonts w:cs="Georgia"/>
          <w:kern w:val="1"/>
        </w:rPr>
        <w:t>— </w:t>
      </w:r>
      <w:r w:rsidR="00BE611A">
        <w:rPr>
          <w:rFonts w:cs="Georgia"/>
          <w:kern w:val="1"/>
        </w:rPr>
        <w:t>Quels mots</w:t>
      </w:r>
      <w:r>
        <w:rPr>
          <w:rFonts w:cs="Georgia"/>
          <w:kern w:val="1"/>
        </w:rPr>
        <w:t xml:space="preserve">, </w:t>
      </w:r>
      <w:r w:rsidR="00BE611A">
        <w:rPr>
          <w:rFonts w:cs="Georgia"/>
          <w:kern w:val="1"/>
        </w:rPr>
        <w:t>Axelle</w:t>
      </w:r>
      <w:r>
        <w:rPr>
          <w:rFonts w:cs="Georgia"/>
          <w:kern w:val="1"/>
        </w:rPr>
        <w:t> ?</w:t>
      </w:r>
    </w:p>
    <w:p w14:paraId="35D8F363" w14:textId="77777777" w:rsidR="000E1451" w:rsidRDefault="000E1451" w:rsidP="00BE611A">
      <w:pPr>
        <w:rPr>
          <w:rFonts w:cs="Georgia"/>
          <w:kern w:val="1"/>
        </w:rPr>
      </w:pPr>
      <w:r>
        <w:rPr>
          <w:rFonts w:cs="Georgia"/>
          <w:kern w:val="1"/>
        </w:rPr>
        <w:t>— </w:t>
      </w:r>
      <w:r w:rsidR="00BE611A">
        <w:rPr>
          <w:rFonts w:cs="Georgia"/>
          <w:kern w:val="1"/>
        </w:rPr>
        <w:t>Un Français</w:t>
      </w:r>
      <w:r>
        <w:rPr>
          <w:rFonts w:cs="Georgia"/>
          <w:kern w:val="1"/>
        </w:rPr>
        <w:t xml:space="preserve">, </w:t>
      </w:r>
      <w:r w:rsidR="00BE611A">
        <w:rPr>
          <w:rFonts w:cs="Georgia"/>
          <w:kern w:val="1"/>
        </w:rPr>
        <w:t>une Prussienne</w:t>
      </w:r>
      <w:r>
        <w:rPr>
          <w:rFonts w:cs="Georgia"/>
          <w:kern w:val="1"/>
        </w:rPr>
        <w:t> !</w:t>
      </w:r>
    </w:p>
    <w:p w14:paraId="5EFDF11C" w14:textId="77777777" w:rsidR="000E1451" w:rsidRDefault="00BE611A" w:rsidP="00BE611A">
      <w:pPr>
        <w:rPr>
          <w:rFonts w:cs="Georgia"/>
          <w:kern w:val="1"/>
        </w:rPr>
      </w:pPr>
      <w:r>
        <w:rPr>
          <w:rFonts w:cs="Georgia"/>
          <w:kern w:val="1"/>
        </w:rPr>
        <w:t>Je poussai un cri de douleur</w:t>
      </w:r>
      <w:r w:rsidR="000E1451">
        <w:rPr>
          <w:rFonts w:cs="Georgia"/>
          <w:kern w:val="1"/>
        </w:rPr>
        <w:t>.</w:t>
      </w:r>
    </w:p>
    <w:p w14:paraId="4F179856" w14:textId="77777777" w:rsidR="000E1451" w:rsidRDefault="000E1451" w:rsidP="00BE611A">
      <w:pPr>
        <w:rPr>
          <w:rFonts w:cs="Georgia"/>
          <w:kern w:val="1"/>
        </w:rPr>
      </w:pPr>
      <w:r>
        <w:rPr>
          <w:rFonts w:cs="Georgia"/>
          <w:kern w:val="1"/>
        </w:rPr>
        <w:t>— </w:t>
      </w:r>
      <w:r w:rsidR="00BE611A">
        <w:rPr>
          <w:rFonts w:cs="Georgia"/>
          <w:kern w:val="1"/>
        </w:rPr>
        <w:t>Axelle</w:t>
      </w:r>
      <w:r>
        <w:rPr>
          <w:rFonts w:cs="Georgia"/>
          <w:kern w:val="1"/>
        </w:rPr>
        <w:t xml:space="preserve">, </w:t>
      </w:r>
      <w:r w:rsidR="00BE611A">
        <w:rPr>
          <w:rFonts w:cs="Georgia"/>
          <w:kern w:val="1"/>
        </w:rPr>
        <w:t>il ne vous appartient pas de me parler de la sorte</w:t>
      </w:r>
      <w:r>
        <w:rPr>
          <w:rFonts w:cs="Georgia"/>
          <w:kern w:val="1"/>
        </w:rPr>
        <w:t xml:space="preserve">. </w:t>
      </w:r>
      <w:r w:rsidR="00BE611A">
        <w:rPr>
          <w:rFonts w:cs="Georgia"/>
          <w:kern w:val="1"/>
        </w:rPr>
        <w:t>C</w:t>
      </w:r>
      <w:r>
        <w:rPr>
          <w:rFonts w:cs="Georgia"/>
          <w:kern w:val="1"/>
        </w:rPr>
        <w:t>’</w:t>
      </w:r>
      <w:r w:rsidR="00BE611A">
        <w:rPr>
          <w:rFonts w:cs="Georgia"/>
          <w:kern w:val="1"/>
        </w:rPr>
        <w:t>est à votre tour de m</w:t>
      </w:r>
      <w:r>
        <w:rPr>
          <w:rFonts w:cs="Georgia"/>
          <w:kern w:val="1"/>
        </w:rPr>
        <w:t>’</w:t>
      </w:r>
      <w:r w:rsidR="00BE611A">
        <w:rPr>
          <w:rFonts w:cs="Georgia"/>
          <w:kern w:val="1"/>
        </w:rPr>
        <w:t>écouter</w:t>
      </w:r>
      <w:r>
        <w:rPr>
          <w:rFonts w:cs="Georgia"/>
          <w:kern w:val="1"/>
        </w:rPr>
        <w:t xml:space="preserve">. </w:t>
      </w:r>
      <w:r w:rsidR="00BE611A">
        <w:rPr>
          <w:rFonts w:cs="Georgia"/>
          <w:kern w:val="1"/>
        </w:rPr>
        <w:t>J</w:t>
      </w:r>
      <w:r>
        <w:rPr>
          <w:rFonts w:cs="Georgia"/>
          <w:kern w:val="1"/>
        </w:rPr>
        <w:t>’</w:t>
      </w:r>
      <w:r w:rsidR="00BE611A">
        <w:rPr>
          <w:rFonts w:cs="Georgia"/>
          <w:kern w:val="1"/>
        </w:rPr>
        <w:t>ai fait la guerre</w:t>
      </w:r>
      <w:r>
        <w:rPr>
          <w:rFonts w:cs="Georgia"/>
          <w:kern w:val="1"/>
        </w:rPr>
        <w:t xml:space="preserve">. </w:t>
      </w:r>
      <w:r w:rsidR="00BE611A">
        <w:rPr>
          <w:rFonts w:cs="Georgia"/>
          <w:kern w:val="1"/>
        </w:rPr>
        <w:t>Je me suis battu contre les vôtres</w:t>
      </w:r>
      <w:r>
        <w:rPr>
          <w:rFonts w:cs="Georgia"/>
          <w:kern w:val="1"/>
        </w:rPr>
        <w:t xml:space="preserve">. </w:t>
      </w:r>
      <w:r w:rsidR="00BE611A">
        <w:rPr>
          <w:rFonts w:cs="Georgia"/>
          <w:kern w:val="1"/>
        </w:rPr>
        <w:t>J</w:t>
      </w:r>
      <w:r>
        <w:rPr>
          <w:rFonts w:cs="Georgia"/>
          <w:kern w:val="1"/>
        </w:rPr>
        <w:t>’</w:t>
      </w:r>
      <w:r w:rsidR="00BE611A">
        <w:rPr>
          <w:rFonts w:cs="Georgia"/>
          <w:kern w:val="1"/>
        </w:rPr>
        <w:t>ai payé assez cher le droit de répondre à quiconque prétendrait désormais juger ma conduite</w:t>
      </w:r>
      <w:r>
        <w:rPr>
          <w:rFonts w:cs="Georgia"/>
          <w:kern w:val="1"/>
        </w:rPr>
        <w:t xml:space="preserve">. </w:t>
      </w:r>
      <w:r w:rsidR="00BE611A">
        <w:rPr>
          <w:rFonts w:cs="Georgia"/>
          <w:kern w:val="1"/>
        </w:rPr>
        <w:t>Une Prussienne</w:t>
      </w:r>
      <w:r>
        <w:rPr>
          <w:rFonts w:cs="Georgia"/>
          <w:kern w:val="1"/>
        </w:rPr>
        <w:t xml:space="preserve"> ? </w:t>
      </w:r>
      <w:r w:rsidR="00BE611A">
        <w:rPr>
          <w:rFonts w:cs="Georgia"/>
          <w:kern w:val="1"/>
        </w:rPr>
        <w:t>Eh bien</w:t>
      </w:r>
      <w:r>
        <w:rPr>
          <w:rFonts w:cs="Georgia"/>
          <w:kern w:val="1"/>
        </w:rPr>
        <w:t xml:space="preserve">, </w:t>
      </w:r>
      <w:r w:rsidR="00BE611A">
        <w:rPr>
          <w:rFonts w:cs="Georgia"/>
          <w:kern w:val="1"/>
        </w:rPr>
        <w:t>oui</w:t>
      </w:r>
      <w:r>
        <w:rPr>
          <w:rFonts w:cs="Georgia"/>
          <w:kern w:val="1"/>
        </w:rPr>
        <w:t xml:space="preserve"> ! </w:t>
      </w:r>
      <w:r w:rsidR="00BE611A">
        <w:rPr>
          <w:rFonts w:cs="Georgia"/>
          <w:kern w:val="1"/>
        </w:rPr>
        <w:t>Mais</w:t>
      </w:r>
      <w:r>
        <w:rPr>
          <w:rFonts w:cs="Georgia"/>
          <w:kern w:val="1"/>
        </w:rPr>
        <w:t xml:space="preserve">, </w:t>
      </w:r>
      <w:r w:rsidR="00BE611A">
        <w:rPr>
          <w:rFonts w:cs="Georgia"/>
          <w:kern w:val="1"/>
        </w:rPr>
        <w:t>hélas</w:t>
      </w:r>
      <w:r>
        <w:rPr>
          <w:rFonts w:cs="Georgia"/>
          <w:kern w:val="1"/>
        </w:rPr>
        <w:t xml:space="preserve"> ! </w:t>
      </w:r>
      <w:r w:rsidR="00BE611A">
        <w:rPr>
          <w:rFonts w:cs="Georgia"/>
          <w:kern w:val="1"/>
        </w:rPr>
        <w:t>que me sert de chercher à vous convaincre</w:t>
      </w:r>
      <w:r>
        <w:rPr>
          <w:rFonts w:cs="Georgia"/>
          <w:kern w:val="1"/>
        </w:rPr>
        <w:t xml:space="preserve">, </w:t>
      </w:r>
      <w:r w:rsidR="00BE611A">
        <w:rPr>
          <w:rFonts w:cs="Georgia"/>
          <w:kern w:val="1"/>
        </w:rPr>
        <w:t>c</w:t>
      </w:r>
      <w:r>
        <w:rPr>
          <w:rFonts w:cs="Georgia"/>
          <w:kern w:val="1"/>
        </w:rPr>
        <w:t>’</w:t>
      </w:r>
      <w:r w:rsidR="00BE611A">
        <w:rPr>
          <w:rFonts w:cs="Georgia"/>
          <w:kern w:val="1"/>
        </w:rPr>
        <w:t>est de vous</w:t>
      </w:r>
      <w:r>
        <w:rPr>
          <w:rFonts w:cs="Georgia"/>
          <w:kern w:val="1"/>
        </w:rPr>
        <w:t xml:space="preserve">, </w:t>
      </w:r>
      <w:r w:rsidR="00BE611A">
        <w:rPr>
          <w:rFonts w:cs="Georgia"/>
          <w:kern w:val="1"/>
        </w:rPr>
        <w:t>je le sais bien</w:t>
      </w:r>
      <w:r>
        <w:rPr>
          <w:rFonts w:cs="Georgia"/>
          <w:kern w:val="1"/>
        </w:rPr>
        <w:t xml:space="preserve">, </w:t>
      </w:r>
      <w:r w:rsidR="00BE611A">
        <w:rPr>
          <w:rFonts w:cs="Georgia"/>
          <w:kern w:val="1"/>
        </w:rPr>
        <w:t>vous le savez aussi</w:t>
      </w:r>
      <w:r>
        <w:rPr>
          <w:rFonts w:cs="Georgia"/>
          <w:kern w:val="1"/>
        </w:rPr>
        <w:t xml:space="preserve">, </w:t>
      </w:r>
      <w:r w:rsidR="00BE611A">
        <w:rPr>
          <w:rFonts w:cs="Georgia"/>
          <w:kern w:val="1"/>
        </w:rPr>
        <w:t>que vient le geste qui repousse</w:t>
      </w:r>
      <w:r>
        <w:rPr>
          <w:rFonts w:cs="Georgia"/>
          <w:kern w:val="1"/>
        </w:rPr>
        <w:t xml:space="preserve">. </w:t>
      </w:r>
      <w:r w:rsidR="00BE611A">
        <w:rPr>
          <w:rFonts w:cs="Georgia"/>
          <w:kern w:val="1"/>
        </w:rPr>
        <w:t>Il n</w:t>
      </w:r>
      <w:r>
        <w:rPr>
          <w:rFonts w:cs="Georgia"/>
          <w:kern w:val="1"/>
        </w:rPr>
        <w:t>’</w:t>
      </w:r>
      <w:r w:rsidR="00BE611A">
        <w:rPr>
          <w:rFonts w:cs="Georgia"/>
          <w:kern w:val="1"/>
        </w:rPr>
        <w:t>est ni beau</w:t>
      </w:r>
      <w:r>
        <w:rPr>
          <w:rFonts w:cs="Georgia"/>
          <w:kern w:val="1"/>
        </w:rPr>
        <w:t xml:space="preserve">, </w:t>
      </w:r>
      <w:r w:rsidR="00BE611A">
        <w:rPr>
          <w:rFonts w:cs="Georgia"/>
          <w:kern w:val="1"/>
        </w:rPr>
        <w:t>ni généreux d</w:t>
      </w:r>
      <w:r>
        <w:rPr>
          <w:rFonts w:cs="Georgia"/>
          <w:kern w:val="1"/>
        </w:rPr>
        <w:t>’</w:t>
      </w:r>
      <w:r w:rsidR="00BE611A">
        <w:rPr>
          <w:rFonts w:cs="Georgia"/>
          <w:kern w:val="1"/>
        </w:rPr>
        <w:t>essayer de le mettre à mon compte</w:t>
      </w:r>
      <w:r>
        <w:rPr>
          <w:rFonts w:cs="Georgia"/>
          <w:kern w:val="1"/>
        </w:rPr>
        <w:t>.</w:t>
      </w:r>
    </w:p>
    <w:p w14:paraId="573BFAED" w14:textId="77777777" w:rsidR="000E1451" w:rsidRDefault="000E1451" w:rsidP="00BE611A">
      <w:pPr>
        <w:rPr>
          <w:rFonts w:cs="Georgia"/>
          <w:kern w:val="1"/>
        </w:rPr>
      </w:pPr>
      <w:r>
        <w:rPr>
          <w:rFonts w:cs="Georgia"/>
          <w:kern w:val="1"/>
        </w:rPr>
        <w:t>— </w:t>
      </w:r>
      <w:r w:rsidR="00BE611A">
        <w:rPr>
          <w:rFonts w:cs="Georgia"/>
          <w:kern w:val="1"/>
        </w:rPr>
        <w:t>Vous avez raison</w:t>
      </w:r>
      <w:r>
        <w:rPr>
          <w:rFonts w:cs="Georgia"/>
          <w:kern w:val="1"/>
        </w:rPr>
        <w:t xml:space="preserve">, </w:t>
      </w:r>
      <w:r w:rsidR="00BE611A">
        <w:rPr>
          <w:rFonts w:cs="Georgia"/>
          <w:kern w:val="1"/>
        </w:rPr>
        <w:t>dit-elle gravement</w:t>
      </w:r>
      <w:r>
        <w:rPr>
          <w:rFonts w:cs="Georgia"/>
          <w:kern w:val="1"/>
        </w:rPr>
        <w:t xml:space="preserve">. </w:t>
      </w:r>
      <w:r w:rsidR="00BE611A">
        <w:rPr>
          <w:rFonts w:cs="Georgia"/>
          <w:kern w:val="1"/>
        </w:rPr>
        <w:t>Quand bien même je serais persuadée que je ferais votre bonheur</w:t>
      </w:r>
      <w:r>
        <w:rPr>
          <w:rFonts w:cs="Georgia"/>
          <w:kern w:val="1"/>
        </w:rPr>
        <w:t xml:space="preserve">, </w:t>
      </w:r>
      <w:r w:rsidR="00BE611A">
        <w:rPr>
          <w:rFonts w:cs="Georgia"/>
          <w:kern w:val="1"/>
        </w:rPr>
        <w:t>notre bonheur</w:t>
      </w:r>
      <w:r>
        <w:rPr>
          <w:rFonts w:cs="Georgia"/>
          <w:kern w:val="1"/>
        </w:rPr>
        <w:t xml:space="preserve">, </w:t>
      </w:r>
      <w:r w:rsidR="00BE611A">
        <w:rPr>
          <w:rFonts w:cs="Georgia"/>
          <w:kern w:val="1"/>
        </w:rPr>
        <w:t>en acceptant de devenir votre femme</w:t>
      </w:r>
      <w:r>
        <w:rPr>
          <w:rFonts w:cs="Georgia"/>
          <w:kern w:val="1"/>
        </w:rPr>
        <w:t xml:space="preserve">, </w:t>
      </w:r>
      <w:r w:rsidR="00BE611A">
        <w:rPr>
          <w:rFonts w:cs="Georgia"/>
          <w:kern w:val="1"/>
        </w:rPr>
        <w:t xml:space="preserve">je ne le </w:t>
      </w:r>
      <w:r w:rsidR="00BE611A">
        <w:rPr>
          <w:rFonts w:cs="Georgia"/>
          <w:kern w:val="1"/>
        </w:rPr>
        <w:lastRenderedPageBreak/>
        <w:t>pourrais pas</w:t>
      </w:r>
      <w:r>
        <w:rPr>
          <w:rFonts w:cs="Georgia"/>
          <w:kern w:val="1"/>
        </w:rPr>
        <w:t xml:space="preserve">. </w:t>
      </w:r>
      <w:r w:rsidR="00BE611A">
        <w:rPr>
          <w:rFonts w:cs="Georgia"/>
          <w:kern w:val="1"/>
        </w:rPr>
        <w:t>Il est facile au vainqueur de tendre la main</w:t>
      </w:r>
      <w:r>
        <w:rPr>
          <w:rFonts w:cs="Georgia"/>
          <w:kern w:val="1"/>
        </w:rPr>
        <w:t xml:space="preserve">. </w:t>
      </w:r>
      <w:r w:rsidR="00BE611A">
        <w:rPr>
          <w:rFonts w:cs="Georgia"/>
          <w:kern w:val="1"/>
        </w:rPr>
        <w:t>Il est moins aisé pour le vaincu d</w:t>
      </w:r>
      <w:r>
        <w:rPr>
          <w:rFonts w:cs="Georgia"/>
          <w:kern w:val="1"/>
        </w:rPr>
        <w:t>’</w:t>
      </w:r>
      <w:r w:rsidR="00BE611A">
        <w:rPr>
          <w:rFonts w:cs="Georgia"/>
          <w:kern w:val="1"/>
        </w:rPr>
        <w:t>accepter cette main</w:t>
      </w:r>
      <w:r>
        <w:rPr>
          <w:rFonts w:cs="Georgia"/>
          <w:kern w:val="1"/>
        </w:rPr>
        <w:t>.</w:t>
      </w:r>
    </w:p>
    <w:p w14:paraId="33162E37" w14:textId="77777777" w:rsidR="000E1451" w:rsidRDefault="000E1451" w:rsidP="00BE611A">
      <w:pPr>
        <w:rPr>
          <w:rFonts w:cs="Georgia"/>
          <w:kern w:val="1"/>
        </w:rPr>
      </w:pPr>
      <w:r>
        <w:rPr>
          <w:rFonts w:cs="Georgia"/>
          <w:kern w:val="1"/>
        </w:rPr>
        <w:t>— </w:t>
      </w:r>
      <w:r w:rsidR="00BE611A">
        <w:rPr>
          <w:rFonts w:cs="Georgia"/>
          <w:kern w:val="1"/>
        </w:rPr>
        <w:t>Moins aisé</w:t>
      </w:r>
      <w:r>
        <w:rPr>
          <w:rFonts w:cs="Georgia"/>
          <w:kern w:val="1"/>
        </w:rPr>
        <w:t xml:space="preserve">, </w:t>
      </w:r>
      <w:r w:rsidR="00BE611A">
        <w:rPr>
          <w:rFonts w:cs="Georgia"/>
          <w:kern w:val="1"/>
        </w:rPr>
        <w:t>Axelle</w:t>
      </w:r>
      <w:r>
        <w:rPr>
          <w:rFonts w:cs="Georgia"/>
          <w:kern w:val="1"/>
        </w:rPr>
        <w:t xml:space="preserve">, </w:t>
      </w:r>
      <w:r w:rsidR="00BE611A">
        <w:rPr>
          <w:rFonts w:cs="Georgia"/>
          <w:kern w:val="1"/>
        </w:rPr>
        <w:t>cela veut-il dire impossible</w:t>
      </w:r>
      <w:r>
        <w:rPr>
          <w:rFonts w:cs="Georgia"/>
          <w:kern w:val="1"/>
        </w:rPr>
        <w:t xml:space="preserve"> ? </w:t>
      </w:r>
      <w:r w:rsidR="00BE611A">
        <w:rPr>
          <w:rFonts w:cs="Georgia"/>
          <w:kern w:val="1"/>
        </w:rPr>
        <w:t>Cette main</w:t>
      </w:r>
      <w:r>
        <w:rPr>
          <w:rFonts w:cs="Georgia"/>
          <w:kern w:val="1"/>
        </w:rPr>
        <w:t xml:space="preserve">, </w:t>
      </w:r>
      <w:r w:rsidR="00BE611A">
        <w:rPr>
          <w:rFonts w:cs="Georgia"/>
          <w:kern w:val="1"/>
        </w:rPr>
        <w:t>la refuserez-vous donc toujours</w:t>
      </w:r>
      <w:r>
        <w:rPr>
          <w:rFonts w:cs="Georgia"/>
          <w:kern w:val="1"/>
        </w:rPr>
        <w:t> ?</w:t>
      </w:r>
    </w:p>
    <w:p w14:paraId="74F7BED5" w14:textId="77777777" w:rsidR="000E1451" w:rsidRDefault="00BE611A" w:rsidP="00BE611A">
      <w:pPr>
        <w:rPr>
          <w:rFonts w:cs="Georgia"/>
          <w:kern w:val="1"/>
        </w:rPr>
      </w:pPr>
      <w:r>
        <w:rPr>
          <w:rFonts w:cs="Georgia"/>
          <w:kern w:val="1"/>
        </w:rPr>
        <w:t>Elle était à bout de forces</w:t>
      </w:r>
      <w:r w:rsidR="000E1451">
        <w:rPr>
          <w:rFonts w:cs="Georgia"/>
          <w:kern w:val="1"/>
        </w:rPr>
        <w:t xml:space="preserve">. </w:t>
      </w:r>
      <w:r>
        <w:rPr>
          <w:rFonts w:cs="Georgia"/>
          <w:kern w:val="1"/>
        </w:rPr>
        <w:t>Je n</w:t>
      </w:r>
      <w:r w:rsidR="000E1451">
        <w:rPr>
          <w:rFonts w:cs="Georgia"/>
          <w:kern w:val="1"/>
        </w:rPr>
        <w:t>’</w:t>
      </w:r>
      <w:r>
        <w:rPr>
          <w:rFonts w:cs="Georgia"/>
          <w:kern w:val="1"/>
        </w:rPr>
        <w:t>eus aucune peine à l</w:t>
      </w:r>
      <w:r w:rsidR="000E1451">
        <w:rPr>
          <w:rFonts w:cs="Georgia"/>
          <w:kern w:val="1"/>
        </w:rPr>
        <w:t>’</w:t>
      </w:r>
      <w:r>
        <w:rPr>
          <w:rFonts w:cs="Georgia"/>
          <w:kern w:val="1"/>
        </w:rPr>
        <w:t>étreindre</w:t>
      </w:r>
      <w:r w:rsidR="000E1451">
        <w:rPr>
          <w:rFonts w:cs="Georgia"/>
          <w:kern w:val="1"/>
        </w:rPr>
        <w:t xml:space="preserve">. </w:t>
      </w:r>
      <w:r>
        <w:rPr>
          <w:rFonts w:cs="Georgia"/>
          <w:kern w:val="1"/>
        </w:rPr>
        <w:t>Si je ne triomphais pas en cet instant</w:t>
      </w:r>
      <w:r w:rsidR="000E1451">
        <w:rPr>
          <w:rFonts w:cs="Georgia"/>
          <w:kern w:val="1"/>
        </w:rPr>
        <w:t xml:space="preserve">, </w:t>
      </w:r>
      <w:r>
        <w:rPr>
          <w:rFonts w:cs="Georgia"/>
          <w:kern w:val="1"/>
        </w:rPr>
        <w:t>je sentais que tout serait fini</w:t>
      </w:r>
      <w:r w:rsidR="000E1451">
        <w:rPr>
          <w:rFonts w:cs="Georgia"/>
          <w:kern w:val="1"/>
        </w:rPr>
        <w:t>.</w:t>
      </w:r>
    </w:p>
    <w:p w14:paraId="5F60DCD3" w14:textId="77777777" w:rsidR="000E1451" w:rsidRDefault="000E1451" w:rsidP="00BE611A">
      <w:pPr>
        <w:rPr>
          <w:rFonts w:cs="Georgia"/>
          <w:kern w:val="1"/>
        </w:rPr>
      </w:pPr>
      <w:r>
        <w:rPr>
          <w:rFonts w:cs="Georgia"/>
          <w:kern w:val="1"/>
        </w:rPr>
        <w:t>— </w:t>
      </w:r>
      <w:r w:rsidR="00BE611A">
        <w:rPr>
          <w:rFonts w:cs="Georgia"/>
          <w:kern w:val="1"/>
        </w:rPr>
        <w:t>Vous voulez donc que je reparte</w:t>
      </w:r>
      <w:r>
        <w:rPr>
          <w:rFonts w:cs="Georgia"/>
          <w:kern w:val="1"/>
        </w:rPr>
        <w:t xml:space="preserve">, </w:t>
      </w:r>
      <w:r w:rsidR="00BE611A">
        <w:rPr>
          <w:rFonts w:cs="Georgia"/>
          <w:kern w:val="1"/>
        </w:rPr>
        <w:t>murmurai-je</w:t>
      </w:r>
      <w:r>
        <w:rPr>
          <w:rFonts w:cs="Georgia"/>
          <w:kern w:val="1"/>
        </w:rPr>
        <w:t xml:space="preserve">, </w:t>
      </w:r>
      <w:r w:rsidR="00BE611A">
        <w:rPr>
          <w:rFonts w:cs="Georgia"/>
          <w:kern w:val="1"/>
        </w:rPr>
        <w:t>que je vous laisse seule</w:t>
      </w:r>
      <w:r>
        <w:rPr>
          <w:rFonts w:cs="Georgia"/>
          <w:kern w:val="1"/>
        </w:rPr>
        <w:t xml:space="preserve">, </w:t>
      </w:r>
      <w:r w:rsidR="00BE611A">
        <w:rPr>
          <w:rFonts w:cs="Georgia"/>
          <w:kern w:val="1"/>
        </w:rPr>
        <w:t>avec une pauvre servante et un vieillard dément</w:t>
      </w:r>
      <w:r>
        <w:rPr>
          <w:rFonts w:cs="Georgia"/>
          <w:kern w:val="1"/>
        </w:rPr>
        <w:t xml:space="preserve">, </w:t>
      </w:r>
      <w:r w:rsidR="00BE611A">
        <w:rPr>
          <w:rFonts w:cs="Georgia"/>
          <w:kern w:val="1"/>
        </w:rPr>
        <w:t>dans une demeure en ruines</w:t>
      </w:r>
      <w:r>
        <w:rPr>
          <w:rFonts w:cs="Georgia"/>
          <w:kern w:val="1"/>
        </w:rPr>
        <w:t xml:space="preserve">, </w:t>
      </w:r>
      <w:r w:rsidR="00BE611A">
        <w:rPr>
          <w:rFonts w:cs="Georgia"/>
          <w:kern w:val="1"/>
        </w:rPr>
        <w:t>sans autre perspective que</w:t>
      </w:r>
      <w:r>
        <w:rPr>
          <w:rFonts w:cs="Georgia"/>
          <w:kern w:val="1"/>
        </w:rPr>
        <w:t xml:space="preserve">, </w:t>
      </w:r>
      <w:r w:rsidR="00BE611A">
        <w:rPr>
          <w:rFonts w:cs="Georgia"/>
          <w:kern w:val="1"/>
        </w:rPr>
        <w:t>bientôt</w:t>
      </w:r>
      <w:r>
        <w:rPr>
          <w:rFonts w:cs="Georgia"/>
          <w:kern w:val="1"/>
        </w:rPr>
        <w:t xml:space="preserve">, </w:t>
      </w:r>
      <w:r w:rsidR="00BE611A">
        <w:rPr>
          <w:rFonts w:cs="Georgia"/>
          <w:kern w:val="1"/>
        </w:rPr>
        <w:t>le papier timbré d</w:t>
      </w:r>
      <w:r>
        <w:rPr>
          <w:rFonts w:cs="Georgia"/>
          <w:kern w:val="1"/>
        </w:rPr>
        <w:t>’</w:t>
      </w:r>
      <w:r w:rsidR="00BE611A">
        <w:rPr>
          <w:rFonts w:cs="Georgia"/>
          <w:kern w:val="1"/>
        </w:rPr>
        <w:t>un usurier</w:t>
      </w:r>
      <w:r>
        <w:rPr>
          <w:rFonts w:cs="Georgia"/>
          <w:kern w:val="1"/>
        </w:rPr>
        <w:t> ?</w:t>
      </w:r>
    </w:p>
    <w:p w14:paraId="220476C7" w14:textId="77777777" w:rsidR="000E1451" w:rsidRDefault="000E1451" w:rsidP="00BE611A">
      <w:pPr>
        <w:rPr>
          <w:rFonts w:cs="Georgia"/>
          <w:kern w:val="1"/>
        </w:rPr>
      </w:pPr>
      <w:r>
        <w:rPr>
          <w:rFonts w:cs="Georgia"/>
          <w:kern w:val="1"/>
        </w:rPr>
        <w:t>— </w:t>
      </w:r>
      <w:r w:rsidR="00BE611A">
        <w:rPr>
          <w:rFonts w:cs="Georgia"/>
          <w:kern w:val="1"/>
        </w:rPr>
        <w:t>Ah</w:t>
      </w:r>
      <w:r>
        <w:rPr>
          <w:rFonts w:cs="Georgia"/>
          <w:kern w:val="1"/>
        </w:rPr>
        <w:t xml:space="preserve"> ! </w:t>
      </w:r>
      <w:r w:rsidR="00BE611A">
        <w:rPr>
          <w:rFonts w:cs="Georgia"/>
          <w:kern w:val="1"/>
        </w:rPr>
        <w:t>fit-elle</w:t>
      </w:r>
      <w:r>
        <w:rPr>
          <w:rFonts w:cs="Georgia"/>
          <w:kern w:val="1"/>
        </w:rPr>
        <w:t xml:space="preserve">, </w:t>
      </w:r>
      <w:r w:rsidR="00BE611A">
        <w:rPr>
          <w:rFonts w:cs="Georgia"/>
          <w:kern w:val="1"/>
        </w:rPr>
        <w:t>vous savez cela aussi</w:t>
      </w:r>
      <w:r>
        <w:rPr>
          <w:rFonts w:cs="Georgia"/>
          <w:kern w:val="1"/>
        </w:rPr>
        <w:t xml:space="preserve">. </w:t>
      </w:r>
      <w:r w:rsidR="00BE611A">
        <w:rPr>
          <w:rFonts w:cs="Georgia"/>
          <w:kern w:val="1"/>
        </w:rPr>
        <w:t>Vous connaissez l</w:t>
      </w:r>
      <w:r>
        <w:rPr>
          <w:rFonts w:cs="Georgia"/>
          <w:kern w:val="1"/>
        </w:rPr>
        <w:t>’</w:t>
      </w:r>
      <w:r w:rsidR="00BE611A">
        <w:rPr>
          <w:rFonts w:cs="Georgia"/>
          <w:kern w:val="1"/>
        </w:rPr>
        <w:t xml:space="preserve">existence de </w:t>
      </w:r>
      <w:r>
        <w:rPr>
          <w:rFonts w:cs="Georgia"/>
          <w:kern w:val="1"/>
        </w:rPr>
        <w:t>M. </w:t>
      </w:r>
      <w:r w:rsidR="00BE611A">
        <w:rPr>
          <w:rFonts w:cs="Georgia"/>
          <w:kern w:val="1"/>
        </w:rPr>
        <w:t>Güthermann</w:t>
      </w:r>
      <w:r>
        <w:rPr>
          <w:rFonts w:cs="Georgia"/>
          <w:kern w:val="1"/>
        </w:rPr>
        <w:t> ?</w:t>
      </w:r>
    </w:p>
    <w:p w14:paraId="204D67E4" w14:textId="77777777" w:rsidR="000E1451" w:rsidRDefault="000E1451" w:rsidP="00BE611A">
      <w:pPr>
        <w:rPr>
          <w:rFonts w:cs="Georgia"/>
          <w:kern w:val="1"/>
        </w:rPr>
      </w:pPr>
      <w:r>
        <w:rPr>
          <w:rFonts w:cs="Georgia"/>
          <w:kern w:val="1"/>
        </w:rPr>
        <w:t>— </w:t>
      </w:r>
      <w:r w:rsidR="00BE611A">
        <w:rPr>
          <w:rFonts w:cs="Georgia"/>
          <w:kern w:val="1"/>
        </w:rPr>
        <w:t>Il n</w:t>
      </w:r>
      <w:r>
        <w:rPr>
          <w:rFonts w:cs="Georgia"/>
          <w:kern w:val="1"/>
        </w:rPr>
        <w:t>’</w:t>
      </w:r>
      <w:r w:rsidR="00BE611A">
        <w:rPr>
          <w:rFonts w:cs="Georgia"/>
          <w:kern w:val="1"/>
        </w:rPr>
        <w:t>y a pas que ce détail que je connais</w:t>
      </w:r>
      <w:r>
        <w:rPr>
          <w:rFonts w:cs="Georgia"/>
          <w:kern w:val="1"/>
        </w:rPr>
        <w:t xml:space="preserve">, </w:t>
      </w:r>
      <w:r w:rsidR="00BE611A">
        <w:rPr>
          <w:rFonts w:cs="Georgia"/>
          <w:kern w:val="1"/>
        </w:rPr>
        <w:t>Axelle</w:t>
      </w:r>
      <w:r>
        <w:rPr>
          <w:rFonts w:cs="Georgia"/>
          <w:kern w:val="1"/>
        </w:rPr>
        <w:t xml:space="preserve">. </w:t>
      </w:r>
      <w:r w:rsidR="00BE611A">
        <w:rPr>
          <w:rFonts w:cs="Georgia"/>
          <w:kern w:val="1"/>
        </w:rPr>
        <w:t>En voulez-vous un autre</w:t>
      </w:r>
      <w:r>
        <w:rPr>
          <w:rFonts w:cs="Georgia"/>
          <w:kern w:val="1"/>
        </w:rPr>
        <w:t xml:space="preserve"> ? </w:t>
      </w:r>
      <w:r w:rsidR="00BE611A">
        <w:rPr>
          <w:rFonts w:cs="Georgia"/>
          <w:kern w:val="1"/>
        </w:rPr>
        <w:t>Je connais le régime de la récolte de l</w:t>
      </w:r>
      <w:r>
        <w:rPr>
          <w:rFonts w:cs="Georgia"/>
          <w:kern w:val="1"/>
        </w:rPr>
        <w:t>’</w:t>
      </w:r>
      <w:r w:rsidR="00BE611A">
        <w:rPr>
          <w:rFonts w:cs="Georgia"/>
          <w:kern w:val="1"/>
        </w:rPr>
        <w:t>ambre sur les côtes du Samland</w:t>
      </w:r>
      <w:r>
        <w:rPr>
          <w:rFonts w:cs="Georgia"/>
          <w:kern w:val="1"/>
        </w:rPr>
        <w:t xml:space="preserve">. </w:t>
      </w:r>
      <w:r w:rsidR="00BE611A">
        <w:rPr>
          <w:rFonts w:cs="Georgia"/>
          <w:kern w:val="1"/>
        </w:rPr>
        <w:t>En même temps que j</w:t>
      </w:r>
      <w:r>
        <w:rPr>
          <w:rFonts w:cs="Georgia"/>
          <w:kern w:val="1"/>
        </w:rPr>
        <w:t>’</w:t>
      </w:r>
      <w:r w:rsidR="00BE611A">
        <w:rPr>
          <w:rFonts w:cs="Georgia"/>
          <w:kern w:val="1"/>
        </w:rPr>
        <w:t>apprenais que la vente en était interdite</w:t>
      </w:r>
      <w:r>
        <w:rPr>
          <w:rFonts w:cs="Georgia"/>
          <w:kern w:val="1"/>
        </w:rPr>
        <w:t xml:space="preserve">, </w:t>
      </w:r>
      <w:r w:rsidR="00BE611A">
        <w:rPr>
          <w:rFonts w:cs="Georgia"/>
          <w:kern w:val="1"/>
        </w:rPr>
        <w:t>je découvrais qu</w:t>
      </w:r>
      <w:r>
        <w:rPr>
          <w:rFonts w:cs="Georgia"/>
          <w:kern w:val="1"/>
        </w:rPr>
        <w:t>’</w:t>
      </w:r>
      <w:r w:rsidR="00BE611A">
        <w:rPr>
          <w:rFonts w:cs="Georgia"/>
          <w:kern w:val="1"/>
        </w:rPr>
        <w:t>une malheureuse enfant</w:t>
      </w:r>
      <w:r>
        <w:rPr>
          <w:rFonts w:cs="Georgia"/>
          <w:kern w:val="1"/>
        </w:rPr>
        <w:t xml:space="preserve">, </w:t>
      </w:r>
      <w:r w:rsidR="00BE611A">
        <w:rPr>
          <w:rFonts w:cs="Georgia"/>
          <w:kern w:val="1"/>
        </w:rPr>
        <w:t>au risque des pires complications</w:t>
      </w:r>
      <w:r>
        <w:rPr>
          <w:rFonts w:cs="Georgia"/>
          <w:kern w:val="1"/>
        </w:rPr>
        <w:t xml:space="preserve">, </w:t>
      </w:r>
      <w:r w:rsidR="00BE611A">
        <w:rPr>
          <w:rFonts w:cs="Georgia"/>
          <w:kern w:val="1"/>
        </w:rPr>
        <w:t>chargeait chaque mois Dominica d</w:t>
      </w:r>
      <w:r>
        <w:rPr>
          <w:rFonts w:cs="Georgia"/>
          <w:kern w:val="1"/>
        </w:rPr>
        <w:t>’</w:t>
      </w:r>
      <w:r w:rsidR="00BE611A">
        <w:rPr>
          <w:rFonts w:cs="Georgia"/>
          <w:kern w:val="1"/>
        </w:rPr>
        <w:t>aller à Kœnigsberg</w:t>
      </w:r>
      <w:r>
        <w:rPr>
          <w:rFonts w:cs="Georgia"/>
          <w:kern w:val="1"/>
        </w:rPr>
        <w:t xml:space="preserve">, </w:t>
      </w:r>
      <w:r w:rsidR="00BE611A">
        <w:rPr>
          <w:rFonts w:cs="Georgia"/>
          <w:kern w:val="1"/>
        </w:rPr>
        <w:t>afin de proposer à des marchands plus ou moins consciencieux l</w:t>
      </w:r>
      <w:r>
        <w:rPr>
          <w:rFonts w:cs="Georgia"/>
          <w:kern w:val="1"/>
        </w:rPr>
        <w:t>’</w:t>
      </w:r>
      <w:r w:rsidR="00BE611A">
        <w:rPr>
          <w:rFonts w:cs="Georgia"/>
          <w:kern w:val="1"/>
        </w:rPr>
        <w:t>achat de quelques-uns de ces misérables petits fragments jaunes</w:t>
      </w:r>
      <w:r>
        <w:rPr>
          <w:rFonts w:cs="Georgia"/>
          <w:kern w:val="1"/>
        </w:rPr>
        <w:t xml:space="preserve">. </w:t>
      </w:r>
      <w:r w:rsidR="00BE611A">
        <w:rPr>
          <w:rFonts w:cs="Georgia"/>
          <w:kern w:val="1"/>
        </w:rPr>
        <w:t>Ces matinées passées les pieds dans l</w:t>
      </w:r>
      <w:r>
        <w:rPr>
          <w:rFonts w:cs="Georgia"/>
          <w:kern w:val="1"/>
        </w:rPr>
        <w:t>’</w:t>
      </w:r>
      <w:r w:rsidR="00BE611A">
        <w:rPr>
          <w:rFonts w:cs="Georgia"/>
          <w:kern w:val="1"/>
        </w:rPr>
        <w:t>eau</w:t>
      </w:r>
      <w:r>
        <w:rPr>
          <w:rFonts w:cs="Georgia"/>
          <w:kern w:val="1"/>
        </w:rPr>
        <w:t xml:space="preserve">, </w:t>
      </w:r>
      <w:r w:rsidR="00BE611A">
        <w:rPr>
          <w:rFonts w:cs="Georgia"/>
          <w:kern w:val="1"/>
        </w:rPr>
        <w:t>à ruiner votre santé</w:t>
      </w:r>
      <w:r>
        <w:rPr>
          <w:rFonts w:cs="Georgia"/>
          <w:kern w:val="1"/>
        </w:rPr>
        <w:t xml:space="preserve">, </w:t>
      </w:r>
      <w:r w:rsidR="00BE611A">
        <w:rPr>
          <w:rFonts w:cs="Georgia"/>
          <w:kern w:val="1"/>
        </w:rPr>
        <w:t>à grelotter de froid et de fièvre</w:t>
      </w:r>
      <w:r>
        <w:rPr>
          <w:rFonts w:cs="Georgia"/>
          <w:kern w:val="1"/>
        </w:rPr>
        <w:t xml:space="preserve">, </w:t>
      </w:r>
      <w:r w:rsidR="00BE611A">
        <w:rPr>
          <w:rFonts w:cs="Georgia"/>
          <w:kern w:val="1"/>
        </w:rPr>
        <w:t>combien vous rapportaient-elles</w:t>
      </w:r>
      <w:r>
        <w:rPr>
          <w:rFonts w:cs="Georgia"/>
          <w:kern w:val="1"/>
        </w:rPr>
        <w:t xml:space="preserve"> ? </w:t>
      </w:r>
      <w:r w:rsidR="00BE611A">
        <w:rPr>
          <w:rFonts w:cs="Georgia"/>
          <w:kern w:val="1"/>
        </w:rPr>
        <w:t>Aurez-vous le courage de me l</w:t>
      </w:r>
      <w:r>
        <w:rPr>
          <w:rFonts w:cs="Georgia"/>
          <w:kern w:val="1"/>
        </w:rPr>
        <w:t>’</w:t>
      </w:r>
      <w:r w:rsidR="00BE611A">
        <w:rPr>
          <w:rFonts w:cs="Georgia"/>
          <w:kern w:val="1"/>
        </w:rPr>
        <w:t>avouer</w:t>
      </w:r>
      <w:r>
        <w:rPr>
          <w:rFonts w:cs="Georgia"/>
          <w:kern w:val="1"/>
        </w:rPr>
        <w:t> ?</w:t>
      </w:r>
    </w:p>
    <w:p w14:paraId="54976720" w14:textId="77777777" w:rsidR="000E1451" w:rsidRDefault="000E1451" w:rsidP="00BE611A">
      <w:pPr>
        <w:rPr>
          <w:rFonts w:cs="Georgia"/>
          <w:kern w:val="1"/>
        </w:rPr>
      </w:pPr>
      <w:r>
        <w:rPr>
          <w:rFonts w:cs="Georgia"/>
          <w:kern w:val="1"/>
        </w:rPr>
        <w:t>— </w:t>
      </w:r>
      <w:r w:rsidR="00BE611A">
        <w:rPr>
          <w:rFonts w:cs="Georgia"/>
          <w:kern w:val="1"/>
        </w:rPr>
        <w:t>Pas grand</w:t>
      </w:r>
      <w:r>
        <w:rPr>
          <w:rFonts w:cs="Georgia"/>
          <w:kern w:val="1"/>
        </w:rPr>
        <w:t>’</w:t>
      </w:r>
      <w:r w:rsidR="00BE611A">
        <w:rPr>
          <w:rFonts w:cs="Georgia"/>
          <w:kern w:val="1"/>
        </w:rPr>
        <w:t>chose</w:t>
      </w:r>
      <w:r>
        <w:rPr>
          <w:rFonts w:cs="Georgia"/>
          <w:kern w:val="1"/>
        </w:rPr>
        <w:t xml:space="preserve">, </w:t>
      </w:r>
      <w:r w:rsidR="00BE611A">
        <w:rPr>
          <w:rFonts w:cs="Georgia"/>
          <w:kern w:val="1"/>
        </w:rPr>
        <w:t>hélas</w:t>
      </w:r>
      <w:r>
        <w:rPr>
          <w:rFonts w:cs="Georgia"/>
          <w:kern w:val="1"/>
        </w:rPr>
        <w:t xml:space="preserve"> ! </w:t>
      </w:r>
      <w:r w:rsidR="00BE611A">
        <w:rPr>
          <w:rFonts w:cs="Georgia"/>
          <w:kern w:val="1"/>
        </w:rPr>
        <w:t>Comme vous pouvez vous en douter</w:t>
      </w:r>
      <w:r>
        <w:rPr>
          <w:rFonts w:cs="Georgia"/>
          <w:kern w:val="1"/>
        </w:rPr>
        <w:t xml:space="preserve">, </w:t>
      </w:r>
      <w:r w:rsidR="00BE611A">
        <w:rPr>
          <w:rFonts w:cs="Georgia"/>
          <w:kern w:val="1"/>
        </w:rPr>
        <w:t>fit-elle</w:t>
      </w:r>
      <w:r>
        <w:rPr>
          <w:rFonts w:cs="Georgia"/>
          <w:kern w:val="1"/>
        </w:rPr>
        <w:t xml:space="preserve">. </w:t>
      </w:r>
      <w:r w:rsidR="00BE611A">
        <w:rPr>
          <w:rFonts w:cs="Georgia"/>
          <w:kern w:val="1"/>
        </w:rPr>
        <w:t>Cela aussi</w:t>
      </w:r>
      <w:r>
        <w:rPr>
          <w:rFonts w:cs="Georgia"/>
          <w:kern w:val="1"/>
        </w:rPr>
        <w:t xml:space="preserve">, </w:t>
      </w:r>
      <w:r w:rsidR="00BE611A">
        <w:rPr>
          <w:rFonts w:cs="Georgia"/>
          <w:kern w:val="1"/>
        </w:rPr>
        <w:t>vous le saviez donc</w:t>
      </w:r>
      <w:r>
        <w:rPr>
          <w:rFonts w:cs="Georgia"/>
          <w:kern w:val="1"/>
        </w:rPr>
        <w:t xml:space="preserve"> ? </w:t>
      </w:r>
      <w:r w:rsidR="00BE611A">
        <w:rPr>
          <w:rFonts w:cs="Georgia"/>
          <w:kern w:val="1"/>
        </w:rPr>
        <w:t>Comment l</w:t>
      </w:r>
      <w:r>
        <w:rPr>
          <w:rFonts w:cs="Georgia"/>
          <w:kern w:val="1"/>
        </w:rPr>
        <w:t>’</w:t>
      </w:r>
      <w:r w:rsidR="00BE611A">
        <w:rPr>
          <w:rFonts w:cs="Georgia"/>
          <w:kern w:val="1"/>
        </w:rPr>
        <w:t>avez-vous su</w:t>
      </w:r>
      <w:r>
        <w:rPr>
          <w:rFonts w:cs="Georgia"/>
          <w:kern w:val="1"/>
        </w:rPr>
        <w:t> ?</w:t>
      </w:r>
    </w:p>
    <w:p w14:paraId="4F5C1389" w14:textId="77777777" w:rsidR="000E1451" w:rsidRDefault="000E1451" w:rsidP="00BE611A">
      <w:pPr>
        <w:rPr>
          <w:rFonts w:cs="Georgia"/>
          <w:kern w:val="1"/>
        </w:rPr>
      </w:pPr>
      <w:r>
        <w:rPr>
          <w:rFonts w:cs="Georgia"/>
          <w:kern w:val="1"/>
        </w:rPr>
        <w:t>— </w:t>
      </w:r>
      <w:r w:rsidR="00BE611A">
        <w:rPr>
          <w:rFonts w:cs="Georgia"/>
          <w:kern w:val="1"/>
        </w:rPr>
        <w:t>Tout finit par se savoir</w:t>
      </w:r>
      <w:r>
        <w:rPr>
          <w:rFonts w:cs="Georgia"/>
          <w:kern w:val="1"/>
        </w:rPr>
        <w:t xml:space="preserve">, </w:t>
      </w:r>
      <w:r w:rsidR="00BE611A">
        <w:rPr>
          <w:rFonts w:cs="Georgia"/>
          <w:kern w:val="1"/>
        </w:rPr>
        <w:t>Axelle</w:t>
      </w:r>
      <w:r>
        <w:rPr>
          <w:rFonts w:cs="Georgia"/>
          <w:kern w:val="1"/>
        </w:rPr>
        <w:t>.</w:t>
      </w:r>
    </w:p>
    <w:p w14:paraId="1A66519A" w14:textId="77777777" w:rsidR="000E1451" w:rsidRDefault="000E1451" w:rsidP="00BE611A">
      <w:pPr>
        <w:rPr>
          <w:rFonts w:cs="Georgia"/>
          <w:kern w:val="1"/>
        </w:rPr>
      </w:pPr>
      <w:r>
        <w:rPr>
          <w:rFonts w:cs="Georgia"/>
          <w:kern w:val="1"/>
        </w:rPr>
        <w:lastRenderedPageBreak/>
        <w:t>— </w:t>
      </w:r>
      <w:r w:rsidR="00BE611A">
        <w:rPr>
          <w:rFonts w:cs="Georgia"/>
          <w:kern w:val="1"/>
        </w:rPr>
        <w:t>Tout</w:t>
      </w:r>
      <w:r>
        <w:rPr>
          <w:rFonts w:cs="Georgia"/>
          <w:kern w:val="1"/>
        </w:rPr>
        <w:t xml:space="preserve">, </w:t>
      </w:r>
      <w:r w:rsidR="00BE611A">
        <w:rPr>
          <w:rFonts w:cs="Georgia"/>
          <w:kern w:val="1"/>
        </w:rPr>
        <w:t>c</w:t>
      </w:r>
      <w:r>
        <w:rPr>
          <w:rFonts w:cs="Georgia"/>
          <w:kern w:val="1"/>
        </w:rPr>
        <w:t>’</w:t>
      </w:r>
      <w:r w:rsidR="00BE611A">
        <w:rPr>
          <w:rFonts w:cs="Georgia"/>
          <w:kern w:val="1"/>
        </w:rPr>
        <w:t>est vrai</w:t>
      </w:r>
      <w:r>
        <w:rPr>
          <w:rFonts w:cs="Georgia"/>
          <w:kern w:val="1"/>
        </w:rPr>
        <w:t xml:space="preserve">. </w:t>
      </w:r>
      <w:r w:rsidR="00BE611A">
        <w:rPr>
          <w:rFonts w:cs="Georgia"/>
          <w:kern w:val="1"/>
        </w:rPr>
        <w:t>C</w:t>
      </w:r>
      <w:r>
        <w:rPr>
          <w:rFonts w:cs="Georgia"/>
          <w:kern w:val="1"/>
        </w:rPr>
        <w:t>’</w:t>
      </w:r>
      <w:r w:rsidR="00BE611A">
        <w:rPr>
          <w:rFonts w:cs="Georgia"/>
          <w:kern w:val="1"/>
        </w:rPr>
        <w:t>est ainsi que j</w:t>
      </w:r>
      <w:r>
        <w:rPr>
          <w:rFonts w:cs="Georgia"/>
          <w:kern w:val="1"/>
        </w:rPr>
        <w:t>’</w:t>
      </w:r>
      <w:r w:rsidR="00BE611A">
        <w:rPr>
          <w:rFonts w:cs="Georgia"/>
          <w:kern w:val="1"/>
        </w:rPr>
        <w:t>ai fini par apprendre que l</w:t>
      </w:r>
      <w:r>
        <w:rPr>
          <w:rFonts w:cs="Georgia"/>
          <w:kern w:val="1"/>
        </w:rPr>
        <w:t>’</w:t>
      </w:r>
      <w:r w:rsidR="00BE611A">
        <w:rPr>
          <w:rFonts w:cs="Georgia"/>
          <w:kern w:val="1"/>
        </w:rPr>
        <w:t>argent que je gagnais ainsi moi-même</w:t>
      </w:r>
      <w:r>
        <w:rPr>
          <w:rFonts w:cs="Georgia"/>
          <w:kern w:val="1"/>
        </w:rPr>
        <w:t xml:space="preserve">, </w:t>
      </w:r>
      <w:r w:rsidR="00BE611A">
        <w:rPr>
          <w:rFonts w:cs="Georgia"/>
          <w:kern w:val="1"/>
        </w:rPr>
        <w:t>ce pauvre argent que vous raillez</w:t>
      </w:r>
      <w:r>
        <w:rPr>
          <w:rFonts w:cs="Georgia"/>
          <w:kern w:val="1"/>
        </w:rPr>
        <w:t xml:space="preserve">, </w:t>
      </w:r>
      <w:r w:rsidR="00BE611A">
        <w:rPr>
          <w:rFonts w:cs="Georgia"/>
          <w:kern w:val="1"/>
        </w:rPr>
        <w:t>ne suffisait pas</w:t>
      </w:r>
      <w:r>
        <w:rPr>
          <w:rFonts w:cs="Georgia"/>
          <w:kern w:val="1"/>
        </w:rPr>
        <w:t xml:space="preserve">. </w:t>
      </w:r>
      <w:r w:rsidR="00BE611A">
        <w:rPr>
          <w:rFonts w:cs="Georgia"/>
          <w:kern w:val="1"/>
        </w:rPr>
        <w:t>À plusieurs reprises</w:t>
      </w:r>
      <w:r>
        <w:rPr>
          <w:rFonts w:cs="Georgia"/>
          <w:kern w:val="1"/>
        </w:rPr>
        <w:t xml:space="preserve">, </w:t>
      </w:r>
      <w:r w:rsidR="00BE611A">
        <w:rPr>
          <w:rFonts w:cs="Georgia"/>
          <w:kern w:val="1"/>
        </w:rPr>
        <w:t>il a fallu que ce soient les économies d</w:t>
      </w:r>
      <w:r>
        <w:rPr>
          <w:rFonts w:cs="Georgia"/>
          <w:kern w:val="1"/>
        </w:rPr>
        <w:t>’</w:t>
      </w:r>
      <w:r w:rsidR="00BE611A">
        <w:rPr>
          <w:rFonts w:cs="Georgia"/>
          <w:kern w:val="1"/>
        </w:rPr>
        <w:t>un prisonnier qui empêchent les habitants de Reichendorf de mourir de faim</w:t>
      </w:r>
      <w:r>
        <w:rPr>
          <w:rFonts w:cs="Georgia"/>
          <w:kern w:val="1"/>
        </w:rPr>
        <w:t>.</w:t>
      </w:r>
    </w:p>
    <w:p w14:paraId="62554AD3" w14:textId="77777777" w:rsidR="000E1451" w:rsidRDefault="00BE611A" w:rsidP="00BE611A">
      <w:pPr>
        <w:rPr>
          <w:rFonts w:cs="Georgia"/>
          <w:kern w:val="1"/>
        </w:rPr>
      </w:pPr>
      <w:r>
        <w:rPr>
          <w:rFonts w:cs="Georgia"/>
          <w:kern w:val="1"/>
        </w:rPr>
        <w:t>La lumière de la bougie laissait dans l</w:t>
      </w:r>
      <w:r w:rsidR="000E1451">
        <w:rPr>
          <w:rFonts w:cs="Georgia"/>
          <w:kern w:val="1"/>
        </w:rPr>
        <w:t>’</w:t>
      </w:r>
      <w:r>
        <w:rPr>
          <w:rFonts w:cs="Georgia"/>
          <w:kern w:val="1"/>
        </w:rPr>
        <w:t>ombre plus de la moitié de la chambre</w:t>
      </w:r>
      <w:r w:rsidR="000E1451">
        <w:rPr>
          <w:rFonts w:cs="Georgia"/>
          <w:kern w:val="1"/>
        </w:rPr>
        <w:t xml:space="preserve">. </w:t>
      </w:r>
      <w:r>
        <w:rPr>
          <w:rFonts w:cs="Georgia"/>
          <w:kern w:val="1"/>
        </w:rPr>
        <w:t>À travers les vitres de la fenêtre</w:t>
      </w:r>
      <w:r w:rsidR="000E1451">
        <w:rPr>
          <w:rFonts w:cs="Georgia"/>
          <w:kern w:val="1"/>
        </w:rPr>
        <w:t xml:space="preserve">, </w:t>
      </w:r>
      <w:r>
        <w:rPr>
          <w:rFonts w:cs="Georgia"/>
          <w:kern w:val="1"/>
        </w:rPr>
        <w:t>j</w:t>
      </w:r>
      <w:r w:rsidR="000E1451">
        <w:rPr>
          <w:rFonts w:cs="Georgia"/>
          <w:kern w:val="1"/>
        </w:rPr>
        <w:t>’</w:t>
      </w:r>
      <w:r>
        <w:rPr>
          <w:rFonts w:cs="Georgia"/>
          <w:kern w:val="1"/>
        </w:rPr>
        <w:t>apercevais les étangs glacés</w:t>
      </w:r>
      <w:r w:rsidR="000E1451">
        <w:rPr>
          <w:rFonts w:cs="Georgia"/>
          <w:kern w:val="1"/>
        </w:rPr>
        <w:t xml:space="preserve">, </w:t>
      </w:r>
      <w:r>
        <w:rPr>
          <w:rFonts w:cs="Georgia"/>
          <w:kern w:val="1"/>
        </w:rPr>
        <w:t>tout illuminés par la lune</w:t>
      </w:r>
      <w:r w:rsidR="000E1451">
        <w:rPr>
          <w:rFonts w:cs="Georgia"/>
          <w:kern w:val="1"/>
        </w:rPr>
        <w:t xml:space="preserve">. </w:t>
      </w:r>
      <w:r>
        <w:rPr>
          <w:rFonts w:cs="Georgia"/>
          <w:kern w:val="1"/>
        </w:rPr>
        <w:t>La silencieuse fantasmagorie du paysage</w:t>
      </w:r>
      <w:r w:rsidR="000E1451">
        <w:rPr>
          <w:rFonts w:cs="Georgia"/>
          <w:kern w:val="1"/>
        </w:rPr>
        <w:t xml:space="preserve">, </w:t>
      </w:r>
      <w:r>
        <w:rPr>
          <w:rFonts w:cs="Georgia"/>
          <w:kern w:val="1"/>
        </w:rPr>
        <w:t>si elle ne supprimait pas ma douleur</w:t>
      </w:r>
      <w:r w:rsidR="000E1451">
        <w:rPr>
          <w:rFonts w:cs="Georgia"/>
          <w:kern w:val="1"/>
        </w:rPr>
        <w:t xml:space="preserve">, </w:t>
      </w:r>
      <w:r>
        <w:rPr>
          <w:rFonts w:cs="Georgia"/>
          <w:kern w:val="1"/>
        </w:rPr>
        <w:t>lui donnait une sorte de réserve</w:t>
      </w:r>
      <w:r w:rsidR="000E1451">
        <w:rPr>
          <w:rFonts w:cs="Georgia"/>
          <w:kern w:val="1"/>
        </w:rPr>
        <w:t xml:space="preserve">, </w:t>
      </w:r>
      <w:r>
        <w:rPr>
          <w:rFonts w:cs="Georgia"/>
          <w:kern w:val="1"/>
        </w:rPr>
        <w:t>de discrétion</w:t>
      </w:r>
      <w:r w:rsidR="000E1451">
        <w:rPr>
          <w:rFonts w:cs="Georgia"/>
          <w:kern w:val="1"/>
        </w:rPr>
        <w:t>.</w:t>
      </w:r>
    </w:p>
    <w:p w14:paraId="7D245E3C" w14:textId="77777777" w:rsidR="000E1451" w:rsidRDefault="00BE611A" w:rsidP="00BE611A">
      <w:pPr>
        <w:rPr>
          <w:rFonts w:cs="Georgia"/>
          <w:kern w:val="1"/>
        </w:rPr>
      </w:pPr>
      <w:r>
        <w:rPr>
          <w:rFonts w:cs="Georgia"/>
          <w:kern w:val="1"/>
        </w:rPr>
        <w:t>Soudain</w:t>
      </w:r>
      <w:r w:rsidR="000E1451">
        <w:rPr>
          <w:rFonts w:cs="Georgia"/>
          <w:kern w:val="1"/>
        </w:rPr>
        <w:t xml:space="preserve">, </w:t>
      </w:r>
      <w:r>
        <w:rPr>
          <w:rFonts w:cs="Georgia"/>
          <w:kern w:val="1"/>
        </w:rPr>
        <w:t>un appel de trompe nous fit tressaillir</w:t>
      </w:r>
      <w:r w:rsidR="000E1451">
        <w:rPr>
          <w:rFonts w:cs="Georgia"/>
          <w:kern w:val="1"/>
        </w:rPr>
        <w:t>.</w:t>
      </w:r>
    </w:p>
    <w:p w14:paraId="77401EFA" w14:textId="77777777" w:rsidR="000E1451" w:rsidRDefault="000E1451" w:rsidP="00BE611A">
      <w:pPr>
        <w:rPr>
          <w:rFonts w:cs="Georgia"/>
          <w:kern w:val="1"/>
        </w:rPr>
      </w:pPr>
      <w:r>
        <w:rPr>
          <w:rFonts w:cs="Georgia"/>
          <w:kern w:val="1"/>
        </w:rPr>
        <w:t>— </w:t>
      </w:r>
      <w:r w:rsidR="00BE611A">
        <w:rPr>
          <w:rFonts w:cs="Georgia"/>
          <w:kern w:val="1"/>
        </w:rPr>
        <w:t>C</w:t>
      </w:r>
      <w:r>
        <w:rPr>
          <w:rFonts w:cs="Georgia"/>
          <w:kern w:val="1"/>
        </w:rPr>
        <w:t>’</w:t>
      </w:r>
      <w:r w:rsidR="00BE611A">
        <w:rPr>
          <w:rFonts w:cs="Georgia"/>
          <w:kern w:val="1"/>
        </w:rPr>
        <w:t>est le conducteur de l</w:t>
      </w:r>
      <w:r>
        <w:rPr>
          <w:rFonts w:cs="Georgia"/>
          <w:kern w:val="1"/>
        </w:rPr>
        <w:t>’</w:t>
      </w:r>
      <w:r w:rsidR="00BE611A">
        <w:rPr>
          <w:rFonts w:cs="Georgia"/>
          <w:kern w:val="1"/>
        </w:rPr>
        <w:t>automobile qui m</w:t>
      </w:r>
      <w:r>
        <w:rPr>
          <w:rFonts w:cs="Georgia"/>
          <w:kern w:val="1"/>
        </w:rPr>
        <w:t>’</w:t>
      </w:r>
      <w:r w:rsidR="00BE611A">
        <w:rPr>
          <w:rFonts w:cs="Georgia"/>
          <w:kern w:val="1"/>
        </w:rPr>
        <w:t>a amené</w:t>
      </w:r>
      <w:r>
        <w:rPr>
          <w:rFonts w:cs="Georgia"/>
          <w:kern w:val="1"/>
        </w:rPr>
        <w:t xml:space="preserve">, </w:t>
      </w:r>
      <w:r w:rsidR="00BE611A">
        <w:rPr>
          <w:rFonts w:cs="Georgia"/>
          <w:kern w:val="1"/>
        </w:rPr>
        <w:t>expliquai-je</w:t>
      </w:r>
      <w:r>
        <w:rPr>
          <w:rFonts w:cs="Georgia"/>
          <w:kern w:val="1"/>
        </w:rPr>
        <w:t xml:space="preserve">. </w:t>
      </w:r>
      <w:r w:rsidR="00BE611A">
        <w:rPr>
          <w:rFonts w:cs="Georgia"/>
          <w:kern w:val="1"/>
        </w:rPr>
        <w:t>Il m</w:t>
      </w:r>
      <w:r>
        <w:rPr>
          <w:rFonts w:cs="Georgia"/>
          <w:kern w:val="1"/>
        </w:rPr>
        <w:t>’</w:t>
      </w:r>
      <w:r w:rsidR="00BE611A">
        <w:rPr>
          <w:rFonts w:cs="Georgia"/>
          <w:kern w:val="1"/>
        </w:rPr>
        <w:t>avait demandé de l</w:t>
      </w:r>
      <w:r>
        <w:rPr>
          <w:rFonts w:cs="Georgia"/>
          <w:kern w:val="1"/>
        </w:rPr>
        <w:t>’</w:t>
      </w:r>
      <w:r w:rsidR="00BE611A">
        <w:rPr>
          <w:rFonts w:cs="Georgia"/>
          <w:kern w:val="1"/>
        </w:rPr>
        <w:t>eau pour son radiateur</w:t>
      </w:r>
      <w:r>
        <w:rPr>
          <w:rFonts w:cs="Georgia"/>
          <w:kern w:val="1"/>
        </w:rPr>
        <w:t xml:space="preserve">, </w:t>
      </w:r>
      <w:r w:rsidR="00BE611A">
        <w:rPr>
          <w:rFonts w:cs="Georgia"/>
          <w:kern w:val="1"/>
        </w:rPr>
        <w:t>j</w:t>
      </w:r>
      <w:r>
        <w:rPr>
          <w:rFonts w:cs="Georgia"/>
          <w:kern w:val="1"/>
        </w:rPr>
        <w:t>’</w:t>
      </w:r>
      <w:r w:rsidR="00BE611A">
        <w:rPr>
          <w:rFonts w:cs="Georgia"/>
          <w:kern w:val="1"/>
        </w:rPr>
        <w:t>ai oublié</w:t>
      </w:r>
      <w:r>
        <w:rPr>
          <w:rFonts w:cs="Georgia"/>
          <w:kern w:val="1"/>
        </w:rPr>
        <w:t>…</w:t>
      </w:r>
    </w:p>
    <w:p w14:paraId="71F14E55" w14:textId="77777777" w:rsidR="000E1451" w:rsidRDefault="000E1451" w:rsidP="00BE611A">
      <w:pPr>
        <w:rPr>
          <w:rFonts w:cs="Georgia"/>
          <w:kern w:val="1"/>
        </w:rPr>
      </w:pPr>
      <w:r>
        <w:rPr>
          <w:rFonts w:cs="Georgia"/>
          <w:kern w:val="1"/>
        </w:rPr>
        <w:t>— </w:t>
      </w:r>
      <w:r w:rsidR="00BE611A">
        <w:rPr>
          <w:rFonts w:cs="Georgia"/>
          <w:kern w:val="1"/>
        </w:rPr>
        <w:t>Vous trouverez ce qu</w:t>
      </w:r>
      <w:r>
        <w:rPr>
          <w:rFonts w:cs="Georgia"/>
          <w:kern w:val="1"/>
        </w:rPr>
        <w:t>’</w:t>
      </w:r>
      <w:r w:rsidR="00BE611A">
        <w:rPr>
          <w:rFonts w:cs="Georgia"/>
          <w:kern w:val="1"/>
        </w:rPr>
        <w:t>il vous faut à la cuisine</w:t>
      </w:r>
      <w:r>
        <w:rPr>
          <w:rFonts w:cs="Georgia"/>
          <w:kern w:val="1"/>
        </w:rPr>
        <w:t xml:space="preserve">, </w:t>
      </w:r>
      <w:r w:rsidR="00BE611A">
        <w:rPr>
          <w:rFonts w:cs="Georgia"/>
          <w:kern w:val="1"/>
        </w:rPr>
        <w:t>dit-elle</w:t>
      </w:r>
      <w:r>
        <w:rPr>
          <w:rFonts w:cs="Georgia"/>
          <w:kern w:val="1"/>
        </w:rPr>
        <w:t>.</w:t>
      </w:r>
    </w:p>
    <w:p w14:paraId="51571A46" w14:textId="77777777" w:rsidR="000E1451" w:rsidRDefault="00BE611A" w:rsidP="00BE611A">
      <w:pPr>
        <w:rPr>
          <w:rFonts w:cs="Georgia"/>
          <w:kern w:val="1"/>
        </w:rPr>
      </w:pPr>
      <w:r>
        <w:rPr>
          <w:rFonts w:cs="Georgia"/>
          <w:kern w:val="1"/>
        </w:rPr>
        <w:t>Je me levai</w:t>
      </w:r>
      <w:r w:rsidR="000E1451">
        <w:rPr>
          <w:rFonts w:cs="Georgia"/>
          <w:kern w:val="1"/>
        </w:rPr>
        <w:t>.</w:t>
      </w:r>
    </w:p>
    <w:p w14:paraId="1597D1F7" w14:textId="77777777" w:rsidR="000E1451" w:rsidRDefault="000E1451" w:rsidP="00BE611A">
      <w:pPr>
        <w:rPr>
          <w:rFonts w:cs="Georgia"/>
          <w:kern w:val="1"/>
        </w:rPr>
      </w:pPr>
      <w:r>
        <w:rPr>
          <w:rFonts w:cs="Georgia"/>
          <w:kern w:val="1"/>
        </w:rPr>
        <w:t>— </w:t>
      </w:r>
      <w:r w:rsidR="00BE611A">
        <w:rPr>
          <w:rFonts w:cs="Georgia"/>
          <w:kern w:val="1"/>
        </w:rPr>
        <w:t>J</w:t>
      </w:r>
      <w:r>
        <w:rPr>
          <w:rFonts w:cs="Georgia"/>
          <w:kern w:val="1"/>
        </w:rPr>
        <w:t>’</w:t>
      </w:r>
      <w:r w:rsidR="00BE611A">
        <w:rPr>
          <w:rFonts w:cs="Georgia"/>
          <w:kern w:val="1"/>
        </w:rPr>
        <w:t>y vais</w:t>
      </w:r>
      <w:r>
        <w:rPr>
          <w:rFonts w:cs="Georgia"/>
          <w:kern w:val="1"/>
        </w:rPr>
        <w:t xml:space="preserve">, </w:t>
      </w:r>
      <w:r w:rsidR="00BE611A">
        <w:rPr>
          <w:rFonts w:cs="Georgia"/>
          <w:kern w:val="1"/>
        </w:rPr>
        <w:t>fis-je</w:t>
      </w:r>
      <w:r>
        <w:rPr>
          <w:rFonts w:cs="Georgia"/>
          <w:kern w:val="1"/>
        </w:rPr>
        <w:t xml:space="preserve">. </w:t>
      </w:r>
      <w:r w:rsidR="00BE611A">
        <w:rPr>
          <w:rFonts w:cs="Georgia"/>
          <w:kern w:val="1"/>
        </w:rPr>
        <w:t>Et</w:t>
      </w:r>
      <w:r>
        <w:rPr>
          <w:rFonts w:cs="Georgia"/>
          <w:kern w:val="1"/>
        </w:rPr>
        <w:t>…</w:t>
      </w:r>
    </w:p>
    <w:p w14:paraId="7C5E9EBC" w14:textId="77777777" w:rsidR="000E1451" w:rsidRDefault="000E1451" w:rsidP="00BE611A">
      <w:pPr>
        <w:rPr>
          <w:rFonts w:cs="Georgia"/>
          <w:kern w:val="1"/>
        </w:rPr>
      </w:pPr>
      <w:r>
        <w:rPr>
          <w:rFonts w:cs="Georgia"/>
          <w:kern w:val="1"/>
        </w:rPr>
        <w:t>— </w:t>
      </w:r>
      <w:r w:rsidR="00BE611A">
        <w:rPr>
          <w:rFonts w:cs="Georgia"/>
          <w:kern w:val="1"/>
        </w:rPr>
        <w:t>Et quoi</w:t>
      </w:r>
      <w:r>
        <w:rPr>
          <w:rFonts w:cs="Georgia"/>
          <w:kern w:val="1"/>
        </w:rPr>
        <w:t> ?</w:t>
      </w:r>
    </w:p>
    <w:p w14:paraId="54FC805E" w14:textId="77777777" w:rsidR="000E1451" w:rsidRDefault="000E1451" w:rsidP="00BE611A">
      <w:pPr>
        <w:rPr>
          <w:rFonts w:cs="Georgia"/>
          <w:kern w:val="1"/>
        </w:rPr>
      </w:pPr>
      <w:r>
        <w:rPr>
          <w:rFonts w:cs="Georgia"/>
          <w:kern w:val="1"/>
        </w:rPr>
        <w:t>— </w:t>
      </w:r>
      <w:r w:rsidR="00BE611A">
        <w:rPr>
          <w:rFonts w:cs="Georgia"/>
          <w:kern w:val="1"/>
        </w:rPr>
        <w:t>Que faudra-t-il que je lui dise</w:t>
      </w:r>
      <w:r>
        <w:rPr>
          <w:rFonts w:cs="Georgia"/>
          <w:kern w:val="1"/>
        </w:rPr>
        <w:t> ?</w:t>
      </w:r>
    </w:p>
    <w:p w14:paraId="75D5698A" w14:textId="77777777" w:rsidR="000E1451" w:rsidRDefault="00BE611A" w:rsidP="00BE611A">
      <w:pPr>
        <w:rPr>
          <w:rFonts w:cs="Georgia"/>
          <w:kern w:val="1"/>
        </w:rPr>
      </w:pPr>
      <w:r>
        <w:rPr>
          <w:rFonts w:cs="Georgia"/>
          <w:kern w:val="1"/>
        </w:rPr>
        <w:t>Elle s</w:t>
      </w:r>
      <w:r w:rsidR="000E1451">
        <w:rPr>
          <w:rFonts w:cs="Georgia"/>
          <w:kern w:val="1"/>
        </w:rPr>
        <w:t>’</w:t>
      </w:r>
      <w:r>
        <w:rPr>
          <w:rFonts w:cs="Georgia"/>
          <w:kern w:val="1"/>
        </w:rPr>
        <w:t>était dressée</w:t>
      </w:r>
      <w:r w:rsidR="000E1451">
        <w:rPr>
          <w:rFonts w:cs="Georgia"/>
          <w:kern w:val="1"/>
        </w:rPr>
        <w:t xml:space="preserve">, </w:t>
      </w:r>
      <w:r>
        <w:rPr>
          <w:rFonts w:cs="Georgia"/>
          <w:kern w:val="1"/>
        </w:rPr>
        <w:t>elle aussi</w:t>
      </w:r>
      <w:r w:rsidR="000E1451">
        <w:rPr>
          <w:rFonts w:cs="Georgia"/>
          <w:kern w:val="1"/>
        </w:rPr>
        <w:t xml:space="preserve">. </w:t>
      </w:r>
      <w:r>
        <w:rPr>
          <w:rFonts w:cs="Georgia"/>
          <w:kern w:val="1"/>
        </w:rPr>
        <w:t>Elle vint à moi</w:t>
      </w:r>
      <w:r w:rsidR="000E1451">
        <w:rPr>
          <w:rFonts w:cs="Georgia"/>
          <w:kern w:val="1"/>
        </w:rPr>
        <w:t xml:space="preserve">, </w:t>
      </w:r>
      <w:r>
        <w:rPr>
          <w:rFonts w:cs="Georgia"/>
          <w:kern w:val="1"/>
        </w:rPr>
        <w:t>prit mon front dans ses mains</w:t>
      </w:r>
      <w:r w:rsidR="000E1451">
        <w:rPr>
          <w:rFonts w:cs="Georgia"/>
          <w:kern w:val="1"/>
        </w:rPr>
        <w:t xml:space="preserve">, </w:t>
      </w:r>
      <w:r>
        <w:rPr>
          <w:rFonts w:cs="Georgia"/>
          <w:kern w:val="1"/>
        </w:rPr>
        <w:t>le baisa avec emportement</w:t>
      </w:r>
      <w:r w:rsidR="000E1451">
        <w:rPr>
          <w:rFonts w:cs="Georgia"/>
          <w:kern w:val="1"/>
        </w:rPr>
        <w:t>.</w:t>
      </w:r>
    </w:p>
    <w:p w14:paraId="173ED9B5" w14:textId="77777777" w:rsidR="000E1451" w:rsidRDefault="000E1451" w:rsidP="00BE611A">
      <w:pPr>
        <w:rPr>
          <w:rFonts w:cs="Georgia"/>
          <w:kern w:val="1"/>
        </w:rPr>
      </w:pPr>
      <w:r>
        <w:rPr>
          <w:rFonts w:cs="Georgia"/>
          <w:kern w:val="1"/>
        </w:rPr>
        <w:t>— </w:t>
      </w:r>
      <w:r w:rsidR="00BE611A">
        <w:rPr>
          <w:rFonts w:cs="Georgia"/>
          <w:kern w:val="1"/>
        </w:rPr>
        <w:t>Dites-lui</w:t>
      </w:r>
      <w:r>
        <w:rPr>
          <w:rFonts w:cs="Georgia"/>
          <w:kern w:val="1"/>
        </w:rPr>
        <w:t xml:space="preserve">, </w:t>
      </w:r>
      <w:r w:rsidR="00BE611A">
        <w:rPr>
          <w:rFonts w:cs="Georgia"/>
          <w:kern w:val="1"/>
        </w:rPr>
        <w:t>fit-elle</w:t>
      </w:r>
      <w:r>
        <w:rPr>
          <w:rFonts w:cs="Georgia"/>
          <w:kern w:val="1"/>
        </w:rPr>
        <w:t xml:space="preserve">, </w:t>
      </w:r>
      <w:r w:rsidR="00BE611A">
        <w:rPr>
          <w:rFonts w:cs="Georgia"/>
          <w:kern w:val="1"/>
        </w:rPr>
        <w:t>à voix très basse</w:t>
      </w:r>
      <w:r>
        <w:rPr>
          <w:rFonts w:cs="Georgia"/>
          <w:kern w:val="1"/>
        </w:rPr>
        <w:t xml:space="preserve">, </w:t>
      </w:r>
      <w:r w:rsidR="00BE611A">
        <w:rPr>
          <w:rFonts w:cs="Georgia"/>
          <w:kern w:val="1"/>
        </w:rPr>
        <w:t>dites-lui qu</w:t>
      </w:r>
      <w:r>
        <w:rPr>
          <w:rFonts w:cs="Georgia"/>
          <w:kern w:val="1"/>
        </w:rPr>
        <w:t>’</w:t>
      </w:r>
      <w:r w:rsidR="00BE611A">
        <w:rPr>
          <w:rFonts w:cs="Georgia"/>
          <w:kern w:val="1"/>
        </w:rPr>
        <w:t>il ne s</w:t>
      </w:r>
      <w:r>
        <w:rPr>
          <w:rFonts w:cs="Georgia"/>
          <w:kern w:val="1"/>
        </w:rPr>
        <w:t>’</w:t>
      </w:r>
      <w:r w:rsidR="00BE611A">
        <w:rPr>
          <w:rFonts w:cs="Georgia"/>
          <w:kern w:val="1"/>
        </w:rPr>
        <w:t>impatiente pas</w:t>
      </w:r>
      <w:r>
        <w:rPr>
          <w:rFonts w:cs="Georgia"/>
          <w:kern w:val="1"/>
        </w:rPr>
        <w:t xml:space="preserve">, </w:t>
      </w:r>
      <w:r w:rsidR="00BE611A">
        <w:rPr>
          <w:rFonts w:cs="Georgia"/>
          <w:kern w:val="1"/>
        </w:rPr>
        <w:t>que vous irez le rejoindre</w:t>
      </w:r>
      <w:r>
        <w:rPr>
          <w:rFonts w:cs="Georgia"/>
          <w:kern w:val="1"/>
        </w:rPr>
        <w:t xml:space="preserve">, </w:t>
      </w:r>
      <w:r w:rsidR="00BE611A">
        <w:rPr>
          <w:rFonts w:cs="Georgia"/>
          <w:kern w:val="1"/>
        </w:rPr>
        <w:t>dans un moment</w:t>
      </w:r>
      <w:r>
        <w:rPr>
          <w:rFonts w:cs="Georgia"/>
          <w:kern w:val="1"/>
        </w:rPr>
        <w:t xml:space="preserve">. </w:t>
      </w:r>
      <w:r w:rsidR="00BE611A">
        <w:rPr>
          <w:rFonts w:cs="Georgia"/>
          <w:kern w:val="1"/>
        </w:rPr>
        <w:t>Allez</w:t>
      </w:r>
      <w:r>
        <w:rPr>
          <w:rFonts w:cs="Georgia"/>
          <w:kern w:val="1"/>
        </w:rPr>
        <w:t>.</w:t>
      </w:r>
    </w:p>
    <w:p w14:paraId="6132B0EB" w14:textId="77777777" w:rsidR="000E1451" w:rsidRDefault="00BE611A" w:rsidP="00BE611A">
      <w:pPr>
        <w:rPr>
          <w:rFonts w:cs="Georgia"/>
          <w:kern w:val="1"/>
        </w:rPr>
      </w:pPr>
      <w:r>
        <w:rPr>
          <w:rFonts w:cs="Georgia"/>
          <w:kern w:val="1"/>
        </w:rPr>
        <w:t xml:space="preserve">Il était un peu plus de six heures quand je quittai </w:t>
      </w:r>
      <w:r w:rsidR="000E1451">
        <w:rPr>
          <w:rFonts w:cs="Georgia"/>
          <w:kern w:val="1"/>
        </w:rPr>
        <w:t>M</w:t>
      </w:r>
      <w:r w:rsidR="000E1451" w:rsidRPr="000E1451">
        <w:rPr>
          <w:rFonts w:cs="Georgia"/>
          <w:kern w:val="1"/>
          <w:vertAlign w:val="superscript"/>
        </w:rPr>
        <w:t>lle</w:t>
      </w:r>
      <w:r w:rsidR="000E1451">
        <w:rPr>
          <w:rFonts w:cs="Georgia"/>
          <w:kern w:val="1"/>
        </w:rPr>
        <w:t> de </w:t>
      </w:r>
      <w:r>
        <w:rPr>
          <w:rFonts w:cs="Georgia"/>
          <w:kern w:val="1"/>
        </w:rPr>
        <w:t>Mirrbach</w:t>
      </w:r>
      <w:r w:rsidR="000E1451">
        <w:rPr>
          <w:rFonts w:cs="Georgia"/>
          <w:kern w:val="1"/>
        </w:rPr>
        <w:t>.</w:t>
      </w:r>
    </w:p>
    <w:p w14:paraId="70BA221A" w14:textId="77777777" w:rsidR="000E1451" w:rsidRDefault="000E1451" w:rsidP="00BE611A">
      <w:pPr>
        <w:rPr>
          <w:rFonts w:cs="Georgia"/>
          <w:kern w:val="1"/>
        </w:rPr>
      </w:pPr>
      <w:r>
        <w:rPr>
          <w:rFonts w:cs="Georgia"/>
          <w:kern w:val="1"/>
        </w:rPr>
        <w:lastRenderedPageBreak/>
        <w:t>— </w:t>
      </w:r>
      <w:r w:rsidR="00BE611A">
        <w:rPr>
          <w:rFonts w:cs="Georgia"/>
          <w:kern w:val="1"/>
        </w:rPr>
        <w:t>Jusqu</w:t>
      </w:r>
      <w:r>
        <w:rPr>
          <w:rFonts w:cs="Georgia"/>
          <w:kern w:val="1"/>
        </w:rPr>
        <w:t>’</w:t>
      </w:r>
      <w:r w:rsidR="00BE611A">
        <w:rPr>
          <w:rFonts w:cs="Georgia"/>
          <w:kern w:val="1"/>
        </w:rPr>
        <w:t>au bout je vous aurai obéi</w:t>
      </w:r>
      <w:r>
        <w:rPr>
          <w:rFonts w:cs="Georgia"/>
          <w:kern w:val="1"/>
        </w:rPr>
        <w:t xml:space="preserve">, </w:t>
      </w:r>
      <w:r w:rsidR="00BE611A">
        <w:rPr>
          <w:rFonts w:cs="Georgia"/>
          <w:kern w:val="1"/>
        </w:rPr>
        <w:t>lui dis-je</w:t>
      </w:r>
      <w:r>
        <w:rPr>
          <w:rFonts w:cs="Georgia"/>
          <w:kern w:val="1"/>
        </w:rPr>
        <w:t xml:space="preserve">. </w:t>
      </w:r>
      <w:r w:rsidR="00BE611A">
        <w:rPr>
          <w:rFonts w:cs="Georgia"/>
          <w:kern w:val="1"/>
        </w:rPr>
        <w:t>Je continuerai</w:t>
      </w:r>
      <w:r>
        <w:rPr>
          <w:rFonts w:cs="Georgia"/>
          <w:kern w:val="1"/>
        </w:rPr>
        <w:t xml:space="preserve">. </w:t>
      </w:r>
      <w:r w:rsidR="00BE611A">
        <w:rPr>
          <w:rFonts w:cs="Georgia"/>
          <w:kern w:val="1"/>
        </w:rPr>
        <w:t>Ordonnez-moi ce que je dois faire</w:t>
      </w:r>
      <w:r>
        <w:rPr>
          <w:rFonts w:cs="Georgia"/>
          <w:kern w:val="1"/>
        </w:rPr>
        <w:t xml:space="preserve">, </w:t>
      </w:r>
      <w:r w:rsidR="00BE611A">
        <w:rPr>
          <w:rFonts w:cs="Georgia"/>
          <w:kern w:val="1"/>
        </w:rPr>
        <w:t>maintenant</w:t>
      </w:r>
      <w:r>
        <w:rPr>
          <w:rFonts w:cs="Georgia"/>
          <w:kern w:val="1"/>
        </w:rPr>
        <w:t>.</w:t>
      </w:r>
    </w:p>
    <w:p w14:paraId="2FBB2D84" w14:textId="77777777" w:rsidR="000E1451" w:rsidRDefault="00BE611A" w:rsidP="00BE611A">
      <w:pPr>
        <w:rPr>
          <w:rFonts w:cs="Georgia"/>
          <w:kern w:val="1"/>
        </w:rPr>
      </w:pPr>
      <w:r>
        <w:rPr>
          <w:rFonts w:cs="Georgia"/>
          <w:kern w:val="1"/>
        </w:rPr>
        <w:t>Elle eut un geste comme pour désigner quelque chose de lointain dans l</w:t>
      </w:r>
      <w:r w:rsidR="000E1451">
        <w:rPr>
          <w:rFonts w:cs="Georgia"/>
          <w:kern w:val="1"/>
        </w:rPr>
        <w:t>’</w:t>
      </w:r>
      <w:r>
        <w:rPr>
          <w:rFonts w:cs="Georgia"/>
          <w:kern w:val="1"/>
        </w:rPr>
        <w:t>ombre</w:t>
      </w:r>
      <w:r w:rsidR="000E1451">
        <w:rPr>
          <w:rFonts w:cs="Georgia"/>
          <w:kern w:val="1"/>
        </w:rPr>
        <w:t>.</w:t>
      </w:r>
    </w:p>
    <w:p w14:paraId="3ACDF459" w14:textId="77777777" w:rsidR="000E1451" w:rsidRDefault="000E1451" w:rsidP="00BE611A">
      <w:pPr>
        <w:rPr>
          <w:rFonts w:cs="Georgia"/>
          <w:kern w:val="1"/>
        </w:rPr>
      </w:pPr>
      <w:r>
        <w:rPr>
          <w:rFonts w:cs="Georgia"/>
          <w:kern w:val="1"/>
        </w:rPr>
        <w:t>— </w:t>
      </w:r>
      <w:r w:rsidR="00BE611A">
        <w:rPr>
          <w:rFonts w:cs="Georgia"/>
          <w:kern w:val="1"/>
        </w:rPr>
        <w:t>Attendre</w:t>
      </w:r>
      <w:r>
        <w:rPr>
          <w:rFonts w:cs="Georgia"/>
          <w:kern w:val="1"/>
        </w:rPr>
        <w:t xml:space="preserve"> ! </w:t>
      </w:r>
      <w:r w:rsidR="00BE611A">
        <w:rPr>
          <w:rFonts w:cs="Georgia"/>
          <w:kern w:val="1"/>
        </w:rPr>
        <w:t>dit-elle</w:t>
      </w:r>
      <w:r>
        <w:rPr>
          <w:rFonts w:cs="Georgia"/>
          <w:kern w:val="1"/>
        </w:rPr>
        <w:t xml:space="preserve">, </w:t>
      </w:r>
      <w:r w:rsidR="00BE611A">
        <w:rPr>
          <w:rFonts w:cs="Georgia"/>
          <w:kern w:val="1"/>
        </w:rPr>
        <w:t>souriante et les yeux pleins de larmes</w:t>
      </w:r>
      <w:r>
        <w:rPr>
          <w:rFonts w:cs="Georgia"/>
          <w:kern w:val="1"/>
        </w:rPr>
        <w:t>.</w:t>
      </w:r>
    </w:p>
    <w:p w14:paraId="0A23DA8B" w14:textId="77777777" w:rsidR="000E1451" w:rsidRDefault="00BE611A" w:rsidP="00BE611A">
      <w:pPr>
        <w:rPr>
          <w:rFonts w:cs="Georgia"/>
          <w:kern w:val="1"/>
        </w:rPr>
      </w:pPr>
      <w:r>
        <w:rPr>
          <w:rFonts w:cs="Georgia"/>
          <w:kern w:val="1"/>
        </w:rPr>
        <w:t>Ce fut dans la gare de Kœnigsberg que je terminai cette soirée</w:t>
      </w:r>
      <w:r w:rsidR="000E1451">
        <w:rPr>
          <w:rFonts w:cs="Georgia"/>
          <w:kern w:val="1"/>
        </w:rPr>
        <w:t xml:space="preserve">, </w:t>
      </w:r>
      <w:r>
        <w:rPr>
          <w:rFonts w:cs="Georgia"/>
          <w:kern w:val="1"/>
        </w:rPr>
        <w:t>une gare presque sans lumières</w:t>
      </w:r>
      <w:r w:rsidR="000E1451">
        <w:rPr>
          <w:rFonts w:cs="Georgia"/>
          <w:kern w:val="1"/>
        </w:rPr>
        <w:t xml:space="preserve"> ; </w:t>
      </w:r>
      <w:r>
        <w:rPr>
          <w:rFonts w:cs="Georgia"/>
          <w:kern w:val="1"/>
        </w:rPr>
        <w:t>une gare de nation vaincue</w:t>
      </w:r>
      <w:r w:rsidR="000E1451">
        <w:rPr>
          <w:rFonts w:cs="Georgia"/>
          <w:kern w:val="1"/>
        </w:rPr>
        <w:t>.</w:t>
      </w:r>
    </w:p>
    <w:p w14:paraId="1C83C2AA" w14:textId="77777777" w:rsidR="000E1451" w:rsidRDefault="00BE611A" w:rsidP="00BE611A">
      <w:pPr>
        <w:rPr>
          <w:rFonts w:cs="Georgia"/>
          <w:kern w:val="1"/>
        </w:rPr>
      </w:pPr>
      <w:r>
        <w:rPr>
          <w:rFonts w:cs="Georgia"/>
          <w:kern w:val="1"/>
        </w:rPr>
        <w:t>Le train à destination de Berlin partait vers onze heures et demie</w:t>
      </w:r>
      <w:r w:rsidR="000E1451">
        <w:rPr>
          <w:rFonts w:cs="Georgia"/>
          <w:kern w:val="1"/>
        </w:rPr>
        <w:t xml:space="preserve">. </w:t>
      </w:r>
      <w:r>
        <w:rPr>
          <w:rFonts w:cs="Georgia"/>
          <w:kern w:val="1"/>
        </w:rPr>
        <w:t>Je m</w:t>
      </w:r>
      <w:r w:rsidR="000E1451">
        <w:rPr>
          <w:rFonts w:cs="Georgia"/>
          <w:kern w:val="1"/>
        </w:rPr>
        <w:t>’</w:t>
      </w:r>
      <w:r>
        <w:rPr>
          <w:rFonts w:cs="Georgia"/>
          <w:kern w:val="1"/>
        </w:rPr>
        <w:t>assis dans un coin du buffet</w:t>
      </w:r>
      <w:r w:rsidR="000E1451">
        <w:rPr>
          <w:rFonts w:cs="Georgia"/>
          <w:kern w:val="1"/>
        </w:rPr>
        <w:t xml:space="preserve">. </w:t>
      </w:r>
      <w:r>
        <w:rPr>
          <w:rFonts w:cs="Georgia"/>
          <w:kern w:val="1"/>
        </w:rPr>
        <w:t>On me servit de la bière</w:t>
      </w:r>
      <w:r w:rsidR="000E1451">
        <w:rPr>
          <w:rFonts w:cs="Georgia"/>
          <w:kern w:val="1"/>
        </w:rPr>
        <w:t xml:space="preserve">. </w:t>
      </w:r>
      <w:r>
        <w:rPr>
          <w:rFonts w:cs="Georgia"/>
          <w:kern w:val="1"/>
        </w:rPr>
        <w:t>Des voyageurs entraient</w:t>
      </w:r>
      <w:r w:rsidR="000E1451">
        <w:rPr>
          <w:rFonts w:cs="Georgia"/>
          <w:kern w:val="1"/>
        </w:rPr>
        <w:t xml:space="preserve">, </w:t>
      </w:r>
      <w:r>
        <w:rPr>
          <w:rFonts w:cs="Georgia"/>
          <w:kern w:val="1"/>
        </w:rPr>
        <w:t>sortaient</w:t>
      </w:r>
      <w:r w:rsidR="000E1451">
        <w:rPr>
          <w:rFonts w:cs="Georgia"/>
          <w:kern w:val="1"/>
        </w:rPr>
        <w:t xml:space="preserve">, </w:t>
      </w:r>
      <w:r>
        <w:rPr>
          <w:rFonts w:cs="Georgia"/>
          <w:kern w:val="1"/>
        </w:rPr>
        <w:t>multipliant les courants d</w:t>
      </w:r>
      <w:r w:rsidR="000E1451">
        <w:rPr>
          <w:rFonts w:cs="Georgia"/>
          <w:kern w:val="1"/>
        </w:rPr>
        <w:t>’</w:t>
      </w:r>
      <w:r>
        <w:rPr>
          <w:rFonts w:cs="Georgia"/>
          <w:kern w:val="1"/>
        </w:rPr>
        <w:t>air dans la vaste salle enfumée</w:t>
      </w:r>
      <w:r w:rsidR="000E1451">
        <w:rPr>
          <w:rFonts w:cs="Georgia"/>
          <w:kern w:val="1"/>
        </w:rPr>
        <w:t xml:space="preserve">. </w:t>
      </w:r>
      <w:r>
        <w:rPr>
          <w:rFonts w:cs="Georgia"/>
          <w:kern w:val="1"/>
        </w:rPr>
        <w:t>Je fus seul à ma table jusqu</w:t>
      </w:r>
      <w:r w:rsidR="000E1451">
        <w:rPr>
          <w:rFonts w:cs="Georgia"/>
          <w:kern w:val="1"/>
        </w:rPr>
        <w:t>’</w:t>
      </w:r>
      <w:r>
        <w:rPr>
          <w:rFonts w:cs="Georgia"/>
          <w:kern w:val="1"/>
        </w:rPr>
        <w:t>aux environs d</w:t>
      </w:r>
      <w:r w:rsidR="000E1451">
        <w:rPr>
          <w:rFonts w:cs="Georgia"/>
          <w:kern w:val="1"/>
        </w:rPr>
        <w:t>’</w:t>
      </w:r>
      <w:r>
        <w:rPr>
          <w:rFonts w:cs="Georgia"/>
          <w:kern w:val="1"/>
        </w:rPr>
        <w:t>onze heures</w:t>
      </w:r>
      <w:r w:rsidR="000E1451">
        <w:rPr>
          <w:rFonts w:cs="Georgia"/>
          <w:kern w:val="1"/>
        </w:rPr>
        <w:t xml:space="preserve">. </w:t>
      </w:r>
      <w:r>
        <w:rPr>
          <w:rFonts w:cs="Georgia"/>
          <w:kern w:val="1"/>
        </w:rPr>
        <w:t>À ce moment surgit un petit homme en casquette</w:t>
      </w:r>
      <w:r w:rsidR="000E1451">
        <w:rPr>
          <w:rFonts w:cs="Georgia"/>
          <w:kern w:val="1"/>
        </w:rPr>
        <w:t xml:space="preserve">, </w:t>
      </w:r>
      <w:r>
        <w:rPr>
          <w:rFonts w:cs="Georgia"/>
          <w:kern w:val="1"/>
        </w:rPr>
        <w:t>portant une mauvaise valise</w:t>
      </w:r>
      <w:r w:rsidR="000E1451">
        <w:rPr>
          <w:rFonts w:cs="Georgia"/>
          <w:kern w:val="1"/>
        </w:rPr>
        <w:t xml:space="preserve">. </w:t>
      </w:r>
      <w:r>
        <w:rPr>
          <w:rFonts w:cs="Georgia"/>
          <w:kern w:val="1"/>
        </w:rPr>
        <w:t>Il fit le tour de la salle avec timidité</w:t>
      </w:r>
      <w:r w:rsidR="000E1451">
        <w:rPr>
          <w:rFonts w:cs="Georgia"/>
          <w:kern w:val="1"/>
        </w:rPr>
        <w:t xml:space="preserve">, </w:t>
      </w:r>
      <w:r>
        <w:rPr>
          <w:rFonts w:cs="Georgia"/>
          <w:kern w:val="1"/>
        </w:rPr>
        <w:t>et</w:t>
      </w:r>
      <w:r w:rsidR="000E1451">
        <w:rPr>
          <w:rFonts w:cs="Georgia"/>
          <w:kern w:val="1"/>
        </w:rPr>
        <w:t xml:space="preserve">, </w:t>
      </w:r>
      <w:r>
        <w:rPr>
          <w:rFonts w:cs="Georgia"/>
          <w:kern w:val="1"/>
        </w:rPr>
        <w:t>finalement</w:t>
      </w:r>
      <w:r w:rsidR="000E1451">
        <w:rPr>
          <w:rFonts w:cs="Georgia"/>
          <w:kern w:val="1"/>
        </w:rPr>
        <w:t xml:space="preserve">, </w:t>
      </w:r>
      <w:r>
        <w:rPr>
          <w:rFonts w:cs="Georgia"/>
          <w:kern w:val="1"/>
        </w:rPr>
        <w:t>vint s</w:t>
      </w:r>
      <w:r w:rsidR="000E1451">
        <w:rPr>
          <w:rFonts w:cs="Georgia"/>
          <w:kern w:val="1"/>
        </w:rPr>
        <w:t>’</w:t>
      </w:r>
      <w:r>
        <w:rPr>
          <w:rFonts w:cs="Georgia"/>
          <w:kern w:val="1"/>
        </w:rPr>
        <w:t>asseoir en face de moi</w:t>
      </w:r>
      <w:r w:rsidR="000E1451">
        <w:rPr>
          <w:rFonts w:cs="Georgia"/>
          <w:kern w:val="1"/>
        </w:rPr>
        <w:t xml:space="preserve">. </w:t>
      </w:r>
      <w:r>
        <w:rPr>
          <w:rFonts w:cs="Georgia"/>
          <w:kern w:val="1"/>
        </w:rPr>
        <w:t>Après une ou deux tentatives pour engager la conversation</w:t>
      </w:r>
      <w:r w:rsidR="000E1451">
        <w:rPr>
          <w:rFonts w:cs="Georgia"/>
          <w:kern w:val="1"/>
        </w:rPr>
        <w:t xml:space="preserve">, </w:t>
      </w:r>
      <w:r>
        <w:rPr>
          <w:rFonts w:cs="Georgia"/>
          <w:kern w:val="1"/>
        </w:rPr>
        <w:t>il commanda</w:t>
      </w:r>
      <w:r w:rsidR="000E1451">
        <w:rPr>
          <w:rFonts w:cs="Georgia"/>
          <w:kern w:val="1"/>
        </w:rPr>
        <w:t xml:space="preserve">, </w:t>
      </w:r>
      <w:r>
        <w:rPr>
          <w:rFonts w:cs="Georgia"/>
          <w:kern w:val="1"/>
        </w:rPr>
        <w:t>lui aussi</w:t>
      </w:r>
      <w:r w:rsidR="000E1451">
        <w:rPr>
          <w:rFonts w:cs="Georgia"/>
          <w:kern w:val="1"/>
        </w:rPr>
        <w:t xml:space="preserve">, </w:t>
      </w:r>
      <w:r>
        <w:rPr>
          <w:rFonts w:cs="Georgia"/>
          <w:kern w:val="1"/>
        </w:rPr>
        <w:t>un verre de bière</w:t>
      </w:r>
      <w:r w:rsidR="000E1451">
        <w:rPr>
          <w:rFonts w:cs="Georgia"/>
          <w:kern w:val="1"/>
        </w:rPr>
        <w:t xml:space="preserve">, </w:t>
      </w:r>
      <w:r>
        <w:rPr>
          <w:rFonts w:cs="Georgia"/>
          <w:kern w:val="1"/>
        </w:rPr>
        <w:t>et s</w:t>
      </w:r>
      <w:r w:rsidR="000E1451">
        <w:rPr>
          <w:rFonts w:cs="Georgia"/>
          <w:kern w:val="1"/>
        </w:rPr>
        <w:t>’</w:t>
      </w:r>
      <w:r>
        <w:rPr>
          <w:rFonts w:cs="Georgia"/>
          <w:kern w:val="1"/>
        </w:rPr>
        <w:t>abîma dans ses pensées</w:t>
      </w:r>
      <w:r w:rsidR="000E1451">
        <w:rPr>
          <w:rFonts w:cs="Georgia"/>
          <w:kern w:val="1"/>
        </w:rPr>
        <w:t>.</w:t>
      </w:r>
    </w:p>
    <w:p w14:paraId="05CFC822" w14:textId="77777777" w:rsidR="000E1451" w:rsidRDefault="00BE611A" w:rsidP="00BE611A">
      <w:pPr>
        <w:rPr>
          <w:rFonts w:cs="Georgia"/>
          <w:kern w:val="1"/>
        </w:rPr>
      </w:pPr>
      <w:r>
        <w:rPr>
          <w:rFonts w:cs="Georgia"/>
          <w:kern w:val="1"/>
        </w:rPr>
        <w:t>L</w:t>
      </w:r>
      <w:r w:rsidR="000E1451">
        <w:rPr>
          <w:rFonts w:cs="Georgia"/>
          <w:kern w:val="1"/>
        </w:rPr>
        <w:t>’</w:t>
      </w:r>
      <w:r>
        <w:rPr>
          <w:rFonts w:cs="Georgia"/>
          <w:kern w:val="1"/>
        </w:rPr>
        <w:t>envie me prit de fumer une cigarette</w:t>
      </w:r>
      <w:r w:rsidR="000E1451">
        <w:rPr>
          <w:rFonts w:cs="Georgia"/>
          <w:kern w:val="1"/>
        </w:rPr>
        <w:t xml:space="preserve">. </w:t>
      </w:r>
      <w:r>
        <w:rPr>
          <w:rFonts w:cs="Georgia"/>
          <w:kern w:val="1"/>
        </w:rPr>
        <w:t>Ma boîte d</w:t>
      </w:r>
      <w:r w:rsidR="000E1451">
        <w:rPr>
          <w:rFonts w:cs="Georgia"/>
          <w:kern w:val="1"/>
        </w:rPr>
        <w:t>’</w:t>
      </w:r>
      <w:r>
        <w:rPr>
          <w:rFonts w:cs="Georgia"/>
          <w:kern w:val="1"/>
        </w:rPr>
        <w:t>allumettes était vide</w:t>
      </w:r>
      <w:r w:rsidR="000E1451">
        <w:rPr>
          <w:rFonts w:cs="Georgia"/>
          <w:kern w:val="1"/>
        </w:rPr>
        <w:t xml:space="preserve">. </w:t>
      </w:r>
      <w:r>
        <w:rPr>
          <w:rFonts w:cs="Georgia"/>
          <w:kern w:val="1"/>
        </w:rPr>
        <w:t>Le petit homme fouilla précipitamment dans sa poche</w:t>
      </w:r>
      <w:r w:rsidR="000E1451">
        <w:rPr>
          <w:rFonts w:cs="Georgia"/>
          <w:kern w:val="1"/>
        </w:rPr>
        <w:t xml:space="preserve">. </w:t>
      </w:r>
      <w:r>
        <w:rPr>
          <w:rFonts w:cs="Georgia"/>
          <w:kern w:val="1"/>
        </w:rPr>
        <w:t>Il en retira un de ces briquets découpés dans une fusée d</w:t>
      </w:r>
      <w:r w:rsidR="000E1451">
        <w:rPr>
          <w:rFonts w:cs="Georgia"/>
          <w:kern w:val="1"/>
        </w:rPr>
        <w:t>’</w:t>
      </w:r>
      <w:r>
        <w:rPr>
          <w:rFonts w:cs="Georgia"/>
          <w:kern w:val="1"/>
        </w:rPr>
        <w:t>obus</w:t>
      </w:r>
      <w:r w:rsidR="000E1451">
        <w:rPr>
          <w:rFonts w:cs="Georgia"/>
          <w:kern w:val="1"/>
        </w:rPr>
        <w:t xml:space="preserve">, </w:t>
      </w:r>
      <w:r>
        <w:rPr>
          <w:rFonts w:cs="Georgia"/>
          <w:kern w:val="1"/>
        </w:rPr>
        <w:t>comme les soldats en fabriquaient à foison pendant la guerre</w:t>
      </w:r>
      <w:r w:rsidR="000E1451">
        <w:rPr>
          <w:rFonts w:cs="Georgia"/>
          <w:kern w:val="1"/>
        </w:rPr>
        <w:t>.</w:t>
      </w:r>
    </w:p>
    <w:p w14:paraId="0F3D61B3" w14:textId="77777777" w:rsidR="000E1451" w:rsidRDefault="00BE611A" w:rsidP="00BE611A">
      <w:pPr>
        <w:rPr>
          <w:rFonts w:cs="Georgia"/>
          <w:kern w:val="1"/>
        </w:rPr>
      </w:pPr>
      <w:r>
        <w:rPr>
          <w:rFonts w:cs="Georgia"/>
          <w:kern w:val="1"/>
        </w:rPr>
        <w:t>Il souriait en me le présentant</w:t>
      </w:r>
      <w:r w:rsidR="000E1451">
        <w:rPr>
          <w:rFonts w:cs="Georgia"/>
          <w:kern w:val="1"/>
        </w:rPr>
        <w:t xml:space="preserve">. </w:t>
      </w:r>
      <w:r>
        <w:rPr>
          <w:rFonts w:cs="Georgia"/>
          <w:kern w:val="1"/>
        </w:rPr>
        <w:t>Je répondis par le même sourire entendu</w:t>
      </w:r>
      <w:r w:rsidR="000E1451">
        <w:rPr>
          <w:rFonts w:cs="Georgia"/>
          <w:kern w:val="1"/>
        </w:rPr>
        <w:t>.</w:t>
      </w:r>
    </w:p>
    <w:p w14:paraId="40D9BCFC" w14:textId="77777777" w:rsidR="000E1451" w:rsidRDefault="000E1451" w:rsidP="00BE611A">
      <w:pPr>
        <w:rPr>
          <w:rFonts w:cs="Georgia"/>
          <w:kern w:val="1"/>
        </w:rPr>
      </w:pPr>
      <w:r>
        <w:rPr>
          <w:rFonts w:cs="Georgia"/>
          <w:kern w:val="1"/>
        </w:rPr>
        <w:t>— </w:t>
      </w:r>
      <w:r w:rsidR="00BE611A">
        <w:rPr>
          <w:rFonts w:cs="Georgia"/>
          <w:kern w:val="1"/>
        </w:rPr>
        <w:t>Un verre de bière</w:t>
      </w:r>
      <w:r>
        <w:rPr>
          <w:rFonts w:cs="Georgia"/>
          <w:kern w:val="1"/>
        </w:rPr>
        <w:t xml:space="preserve"> ? </w:t>
      </w:r>
      <w:r w:rsidR="00BE611A">
        <w:rPr>
          <w:rFonts w:cs="Georgia"/>
          <w:kern w:val="1"/>
        </w:rPr>
        <w:t>lui dis-je</w:t>
      </w:r>
      <w:r>
        <w:rPr>
          <w:rFonts w:cs="Georgia"/>
          <w:kern w:val="1"/>
        </w:rPr>
        <w:t>.</w:t>
      </w:r>
    </w:p>
    <w:p w14:paraId="7C33E8C8" w14:textId="77777777" w:rsidR="000E1451" w:rsidRDefault="00BE611A" w:rsidP="00BE611A">
      <w:pPr>
        <w:rPr>
          <w:rFonts w:cs="Georgia"/>
          <w:kern w:val="1"/>
        </w:rPr>
      </w:pPr>
      <w:r>
        <w:rPr>
          <w:rFonts w:cs="Georgia"/>
          <w:kern w:val="1"/>
        </w:rPr>
        <w:t>Il accepta avec empressement</w:t>
      </w:r>
      <w:r w:rsidR="000E1451">
        <w:rPr>
          <w:rFonts w:cs="Georgia"/>
          <w:kern w:val="1"/>
        </w:rPr>
        <w:t xml:space="preserve">. </w:t>
      </w:r>
      <w:r>
        <w:rPr>
          <w:rFonts w:cs="Georgia"/>
          <w:kern w:val="1"/>
        </w:rPr>
        <w:t>Je l</w:t>
      </w:r>
      <w:r w:rsidR="000E1451">
        <w:rPr>
          <w:rFonts w:cs="Georgia"/>
          <w:kern w:val="1"/>
        </w:rPr>
        <w:t>’</w:t>
      </w:r>
      <w:r>
        <w:rPr>
          <w:rFonts w:cs="Georgia"/>
          <w:kern w:val="1"/>
        </w:rPr>
        <w:t>examinai</w:t>
      </w:r>
      <w:r w:rsidR="000E1451">
        <w:rPr>
          <w:rFonts w:cs="Georgia"/>
          <w:kern w:val="1"/>
        </w:rPr>
        <w:t xml:space="preserve">, </w:t>
      </w:r>
      <w:r>
        <w:rPr>
          <w:rFonts w:cs="Georgia"/>
          <w:kern w:val="1"/>
        </w:rPr>
        <w:t>tandis qu</w:t>
      </w:r>
      <w:r w:rsidR="000E1451">
        <w:rPr>
          <w:rFonts w:cs="Georgia"/>
          <w:kern w:val="1"/>
        </w:rPr>
        <w:t>’</w:t>
      </w:r>
      <w:r>
        <w:rPr>
          <w:rFonts w:cs="Georgia"/>
          <w:kern w:val="1"/>
        </w:rPr>
        <w:t>il buvait</w:t>
      </w:r>
      <w:r w:rsidR="000E1451">
        <w:rPr>
          <w:rFonts w:cs="Georgia"/>
          <w:kern w:val="1"/>
        </w:rPr>
        <w:t xml:space="preserve">. </w:t>
      </w:r>
      <w:r>
        <w:rPr>
          <w:rFonts w:cs="Georgia"/>
          <w:kern w:val="1"/>
        </w:rPr>
        <w:t>Il avait des molletières</w:t>
      </w:r>
      <w:r w:rsidR="000E1451">
        <w:rPr>
          <w:rFonts w:cs="Georgia"/>
          <w:kern w:val="1"/>
        </w:rPr>
        <w:t xml:space="preserve">, </w:t>
      </w:r>
      <w:r>
        <w:rPr>
          <w:rFonts w:cs="Georgia"/>
          <w:kern w:val="1"/>
        </w:rPr>
        <w:t xml:space="preserve">de gros souliers de </w:t>
      </w:r>
      <w:r>
        <w:rPr>
          <w:rFonts w:cs="Georgia"/>
          <w:kern w:val="1"/>
        </w:rPr>
        <w:lastRenderedPageBreak/>
        <w:t>fantassin</w:t>
      </w:r>
      <w:r w:rsidR="000E1451">
        <w:rPr>
          <w:rFonts w:cs="Georgia"/>
          <w:kern w:val="1"/>
        </w:rPr>
        <w:t xml:space="preserve">, </w:t>
      </w:r>
      <w:r>
        <w:rPr>
          <w:rFonts w:cs="Georgia"/>
          <w:kern w:val="1"/>
        </w:rPr>
        <w:t>un pardessus taillé dans une capote teinte</w:t>
      </w:r>
      <w:r w:rsidR="000E1451">
        <w:rPr>
          <w:rFonts w:cs="Georgia"/>
          <w:kern w:val="1"/>
        </w:rPr>
        <w:t xml:space="preserve">, </w:t>
      </w:r>
      <w:r>
        <w:rPr>
          <w:rFonts w:cs="Georgia"/>
          <w:kern w:val="1"/>
        </w:rPr>
        <w:t>et cet air craintif du démobilisé qui s</w:t>
      </w:r>
      <w:r w:rsidR="000E1451">
        <w:rPr>
          <w:rFonts w:cs="Georgia"/>
          <w:kern w:val="1"/>
        </w:rPr>
        <w:t>’</w:t>
      </w:r>
      <w:r>
        <w:rPr>
          <w:rFonts w:cs="Georgia"/>
          <w:kern w:val="1"/>
        </w:rPr>
        <w:t>étonne d</w:t>
      </w:r>
      <w:r w:rsidR="000E1451">
        <w:rPr>
          <w:rFonts w:cs="Georgia"/>
          <w:kern w:val="1"/>
        </w:rPr>
        <w:t>’</w:t>
      </w:r>
      <w:r>
        <w:rPr>
          <w:rFonts w:cs="Georgia"/>
          <w:kern w:val="1"/>
        </w:rPr>
        <w:t>être encore vivant</w:t>
      </w:r>
      <w:r w:rsidR="000E1451">
        <w:rPr>
          <w:rFonts w:cs="Georgia"/>
          <w:kern w:val="1"/>
        </w:rPr>
        <w:t xml:space="preserve">, </w:t>
      </w:r>
      <w:r>
        <w:rPr>
          <w:rFonts w:cs="Georgia"/>
          <w:kern w:val="1"/>
        </w:rPr>
        <w:t>s</w:t>
      </w:r>
      <w:r w:rsidR="000E1451">
        <w:rPr>
          <w:rFonts w:cs="Georgia"/>
          <w:kern w:val="1"/>
        </w:rPr>
        <w:t>’</w:t>
      </w:r>
      <w:r>
        <w:rPr>
          <w:rFonts w:cs="Georgia"/>
          <w:kern w:val="1"/>
        </w:rPr>
        <w:t>en excuse presque</w:t>
      </w:r>
      <w:r w:rsidR="000E1451">
        <w:rPr>
          <w:rFonts w:cs="Georgia"/>
          <w:kern w:val="1"/>
        </w:rPr>
        <w:t xml:space="preserve">. </w:t>
      </w:r>
      <w:r>
        <w:rPr>
          <w:rFonts w:cs="Georgia"/>
          <w:kern w:val="1"/>
        </w:rPr>
        <w:t>Il était</w:t>
      </w:r>
      <w:r w:rsidR="000E1451">
        <w:rPr>
          <w:rFonts w:cs="Georgia"/>
          <w:kern w:val="1"/>
        </w:rPr>
        <w:t xml:space="preserve">, </w:t>
      </w:r>
      <w:r>
        <w:rPr>
          <w:rFonts w:cs="Georgia"/>
          <w:kern w:val="1"/>
        </w:rPr>
        <w:t>m</w:t>
      </w:r>
      <w:r w:rsidR="000E1451">
        <w:rPr>
          <w:rFonts w:cs="Georgia"/>
          <w:kern w:val="1"/>
        </w:rPr>
        <w:t>’</w:t>
      </w:r>
      <w:r>
        <w:rPr>
          <w:rFonts w:cs="Georgia"/>
          <w:kern w:val="1"/>
        </w:rPr>
        <w:t>expliqua-t-il</w:t>
      </w:r>
      <w:r w:rsidR="000E1451">
        <w:rPr>
          <w:rFonts w:cs="Georgia"/>
          <w:kern w:val="1"/>
        </w:rPr>
        <w:t xml:space="preserve">, </w:t>
      </w:r>
      <w:r>
        <w:rPr>
          <w:rFonts w:cs="Georgia"/>
          <w:kern w:val="1"/>
        </w:rPr>
        <w:t>des environs de Kœnigsberg</w:t>
      </w:r>
      <w:r w:rsidR="000E1451">
        <w:rPr>
          <w:rFonts w:cs="Georgia"/>
          <w:kern w:val="1"/>
        </w:rPr>
        <w:t xml:space="preserve">. </w:t>
      </w:r>
      <w:r>
        <w:rPr>
          <w:rFonts w:cs="Georgia"/>
          <w:kern w:val="1"/>
        </w:rPr>
        <w:t>Rentré chez lui depuis un mois</w:t>
      </w:r>
      <w:r w:rsidR="000E1451">
        <w:rPr>
          <w:rFonts w:cs="Georgia"/>
          <w:kern w:val="1"/>
        </w:rPr>
        <w:t xml:space="preserve">, </w:t>
      </w:r>
      <w:r>
        <w:rPr>
          <w:rFonts w:cs="Georgia"/>
          <w:kern w:val="1"/>
        </w:rPr>
        <w:t>il n</w:t>
      </w:r>
      <w:r w:rsidR="000E1451">
        <w:rPr>
          <w:rFonts w:cs="Georgia"/>
          <w:kern w:val="1"/>
        </w:rPr>
        <w:t>’</w:t>
      </w:r>
      <w:r>
        <w:rPr>
          <w:rFonts w:cs="Georgia"/>
          <w:kern w:val="1"/>
        </w:rPr>
        <w:t>avait pas trouvé de travail</w:t>
      </w:r>
      <w:r w:rsidR="000E1451">
        <w:rPr>
          <w:rFonts w:cs="Georgia"/>
          <w:kern w:val="1"/>
        </w:rPr>
        <w:t xml:space="preserve">. </w:t>
      </w:r>
      <w:r>
        <w:rPr>
          <w:rFonts w:cs="Georgia"/>
          <w:kern w:val="1"/>
        </w:rPr>
        <w:t>Il espérait être plus heureux à Berlin</w:t>
      </w:r>
      <w:r w:rsidR="000E1451">
        <w:rPr>
          <w:rFonts w:cs="Georgia"/>
          <w:kern w:val="1"/>
        </w:rPr>
        <w:t>.</w:t>
      </w:r>
    </w:p>
    <w:p w14:paraId="6E764DAB" w14:textId="77777777" w:rsidR="000E1451" w:rsidRDefault="000E1451" w:rsidP="00BE611A">
      <w:pPr>
        <w:rPr>
          <w:rFonts w:cs="Georgia"/>
          <w:kern w:val="1"/>
        </w:rPr>
      </w:pPr>
      <w:r>
        <w:rPr>
          <w:rFonts w:cs="Georgia"/>
          <w:kern w:val="1"/>
        </w:rPr>
        <w:t>— </w:t>
      </w:r>
      <w:r w:rsidR="00BE611A">
        <w:rPr>
          <w:rFonts w:cs="Georgia"/>
          <w:kern w:val="1"/>
        </w:rPr>
        <w:t>Tu étais dans l</w:t>
      </w:r>
      <w:r>
        <w:rPr>
          <w:rFonts w:cs="Georgia"/>
          <w:kern w:val="1"/>
        </w:rPr>
        <w:t>’</w:t>
      </w:r>
      <w:r w:rsidR="00BE611A">
        <w:rPr>
          <w:rFonts w:cs="Georgia"/>
          <w:kern w:val="1"/>
        </w:rPr>
        <w:t>infanterie</w:t>
      </w:r>
      <w:r>
        <w:rPr>
          <w:rFonts w:cs="Georgia"/>
          <w:kern w:val="1"/>
        </w:rPr>
        <w:t xml:space="preserve"> ? </w:t>
      </w:r>
      <w:r w:rsidR="00BE611A">
        <w:rPr>
          <w:rFonts w:cs="Georgia"/>
          <w:kern w:val="1"/>
        </w:rPr>
        <w:t>demandai-je</w:t>
      </w:r>
      <w:r>
        <w:rPr>
          <w:rFonts w:cs="Georgia"/>
          <w:kern w:val="1"/>
        </w:rPr>
        <w:t>.</w:t>
      </w:r>
    </w:p>
    <w:p w14:paraId="4B8E93A1" w14:textId="77777777" w:rsidR="000E1451" w:rsidRDefault="000E1451" w:rsidP="00BE611A">
      <w:pPr>
        <w:rPr>
          <w:rFonts w:cs="Georgia"/>
          <w:kern w:val="1"/>
        </w:rPr>
      </w:pPr>
      <w:r>
        <w:rPr>
          <w:rFonts w:cs="Georgia"/>
          <w:kern w:val="1"/>
        </w:rPr>
        <w:t>— </w:t>
      </w:r>
      <w:r w:rsidR="00BE611A">
        <w:rPr>
          <w:rFonts w:cs="Georgia"/>
          <w:kern w:val="1"/>
        </w:rPr>
        <w:t>Oui</w:t>
      </w:r>
      <w:r>
        <w:rPr>
          <w:rFonts w:cs="Georgia"/>
          <w:kern w:val="1"/>
        </w:rPr>
        <w:t xml:space="preserve">. </w:t>
      </w:r>
      <w:r w:rsidR="00BE611A">
        <w:rPr>
          <w:rFonts w:cs="Georgia"/>
          <w:kern w:val="1"/>
        </w:rPr>
        <w:t>Et toi</w:t>
      </w:r>
      <w:r>
        <w:rPr>
          <w:rFonts w:cs="Georgia"/>
          <w:kern w:val="1"/>
        </w:rPr>
        <w:t> ?</w:t>
      </w:r>
    </w:p>
    <w:p w14:paraId="37C260BB" w14:textId="77777777" w:rsidR="000E1451" w:rsidRDefault="000E1451" w:rsidP="00BE611A">
      <w:pPr>
        <w:rPr>
          <w:rFonts w:cs="Georgia"/>
          <w:kern w:val="1"/>
        </w:rPr>
      </w:pPr>
      <w:r>
        <w:rPr>
          <w:rFonts w:cs="Georgia"/>
          <w:kern w:val="1"/>
        </w:rPr>
        <w:t>— </w:t>
      </w:r>
      <w:r w:rsidR="00BE611A">
        <w:rPr>
          <w:rFonts w:cs="Georgia"/>
          <w:kern w:val="1"/>
        </w:rPr>
        <w:t>Moi aussi</w:t>
      </w:r>
      <w:r>
        <w:rPr>
          <w:rFonts w:cs="Georgia"/>
          <w:kern w:val="1"/>
        </w:rPr>
        <w:t>.</w:t>
      </w:r>
    </w:p>
    <w:p w14:paraId="3705A639" w14:textId="77777777" w:rsidR="000E1451" w:rsidRDefault="000E1451" w:rsidP="00BE611A">
      <w:pPr>
        <w:rPr>
          <w:rFonts w:cs="Georgia"/>
          <w:kern w:val="1"/>
        </w:rPr>
      </w:pPr>
      <w:r>
        <w:rPr>
          <w:rFonts w:cs="Georgia"/>
          <w:kern w:val="1"/>
        </w:rPr>
        <w:t>— </w:t>
      </w:r>
      <w:r w:rsidR="00BE611A">
        <w:rPr>
          <w:rFonts w:cs="Georgia"/>
          <w:kern w:val="1"/>
        </w:rPr>
        <w:t>Où as-tu fait la guerre</w:t>
      </w:r>
      <w:r>
        <w:rPr>
          <w:rFonts w:cs="Georgia"/>
          <w:kern w:val="1"/>
        </w:rPr>
        <w:t xml:space="preserve"> ? </w:t>
      </w:r>
      <w:r w:rsidR="00BE611A">
        <w:rPr>
          <w:rFonts w:cs="Georgia"/>
          <w:kern w:val="1"/>
        </w:rPr>
        <w:t>En France</w:t>
      </w:r>
      <w:r>
        <w:rPr>
          <w:rFonts w:cs="Georgia"/>
          <w:kern w:val="1"/>
        </w:rPr>
        <w:t xml:space="preserve"> ? </w:t>
      </w:r>
      <w:r w:rsidR="00BE611A">
        <w:rPr>
          <w:rFonts w:cs="Georgia"/>
          <w:kern w:val="1"/>
        </w:rPr>
        <w:t>demanda-t-il à son tour</w:t>
      </w:r>
      <w:r>
        <w:rPr>
          <w:rFonts w:cs="Georgia"/>
          <w:kern w:val="1"/>
        </w:rPr>
        <w:t> ?</w:t>
      </w:r>
    </w:p>
    <w:p w14:paraId="6EC6ACB3" w14:textId="77777777" w:rsidR="000E1451" w:rsidRDefault="000E1451" w:rsidP="00BE611A">
      <w:pPr>
        <w:rPr>
          <w:rFonts w:cs="Georgia"/>
          <w:kern w:val="1"/>
        </w:rPr>
      </w:pPr>
      <w:r>
        <w:rPr>
          <w:rFonts w:cs="Georgia"/>
          <w:kern w:val="1"/>
        </w:rPr>
        <w:t>— </w:t>
      </w:r>
      <w:r w:rsidR="00BE611A">
        <w:rPr>
          <w:rFonts w:cs="Georgia"/>
          <w:kern w:val="1"/>
        </w:rPr>
        <w:t>Oui</w:t>
      </w:r>
      <w:r>
        <w:rPr>
          <w:rFonts w:cs="Georgia"/>
          <w:kern w:val="1"/>
        </w:rPr>
        <w:t>.</w:t>
      </w:r>
    </w:p>
    <w:p w14:paraId="56DC409E" w14:textId="77777777" w:rsidR="000E1451" w:rsidRDefault="000E1451" w:rsidP="00BE611A">
      <w:pPr>
        <w:rPr>
          <w:rFonts w:cs="Georgia"/>
          <w:kern w:val="1"/>
        </w:rPr>
      </w:pPr>
      <w:r>
        <w:rPr>
          <w:rFonts w:cs="Georgia"/>
          <w:kern w:val="1"/>
        </w:rPr>
        <w:t>— </w:t>
      </w:r>
      <w:r w:rsidR="00BE611A">
        <w:rPr>
          <w:rFonts w:cs="Georgia"/>
          <w:kern w:val="1"/>
        </w:rPr>
        <w:t>Moi aussi</w:t>
      </w:r>
      <w:r>
        <w:rPr>
          <w:rFonts w:cs="Georgia"/>
          <w:kern w:val="1"/>
        </w:rPr>
        <w:t xml:space="preserve">. </w:t>
      </w:r>
      <w:r w:rsidR="00BE611A">
        <w:rPr>
          <w:rFonts w:cs="Georgia"/>
          <w:kern w:val="1"/>
        </w:rPr>
        <w:t>J</w:t>
      </w:r>
      <w:r>
        <w:rPr>
          <w:rFonts w:cs="Georgia"/>
          <w:kern w:val="1"/>
        </w:rPr>
        <w:t>’</w:t>
      </w:r>
      <w:r w:rsidR="00BE611A">
        <w:rPr>
          <w:rFonts w:cs="Georgia"/>
          <w:kern w:val="1"/>
        </w:rPr>
        <w:t>étais en Champagne</w:t>
      </w:r>
      <w:r>
        <w:rPr>
          <w:rFonts w:cs="Georgia"/>
          <w:kern w:val="1"/>
        </w:rPr>
        <w:t xml:space="preserve">. </w:t>
      </w:r>
      <w:r w:rsidR="00BE611A">
        <w:rPr>
          <w:rFonts w:cs="Georgia"/>
          <w:kern w:val="1"/>
        </w:rPr>
        <w:t>Et toi</w:t>
      </w:r>
      <w:r>
        <w:rPr>
          <w:rFonts w:cs="Georgia"/>
          <w:kern w:val="1"/>
        </w:rPr>
        <w:t> ?</w:t>
      </w:r>
    </w:p>
    <w:p w14:paraId="5AA7D553" w14:textId="77777777" w:rsidR="000E1451" w:rsidRDefault="000E1451" w:rsidP="00BE611A">
      <w:pPr>
        <w:rPr>
          <w:rFonts w:cs="Georgia"/>
          <w:kern w:val="1"/>
        </w:rPr>
      </w:pPr>
      <w:r>
        <w:rPr>
          <w:rFonts w:cs="Georgia"/>
          <w:kern w:val="1"/>
        </w:rPr>
        <w:t>— </w:t>
      </w:r>
      <w:r w:rsidR="00BE611A">
        <w:rPr>
          <w:rFonts w:cs="Georgia"/>
          <w:kern w:val="1"/>
        </w:rPr>
        <w:t>Moi aussi</w:t>
      </w:r>
      <w:r>
        <w:rPr>
          <w:rFonts w:cs="Georgia"/>
          <w:kern w:val="1"/>
        </w:rPr>
        <w:t>.</w:t>
      </w:r>
    </w:p>
    <w:p w14:paraId="73AFA884" w14:textId="77777777" w:rsidR="000E1451" w:rsidRDefault="000E1451" w:rsidP="00BE611A">
      <w:pPr>
        <w:rPr>
          <w:rFonts w:cs="Georgia"/>
          <w:kern w:val="1"/>
        </w:rPr>
      </w:pPr>
      <w:r>
        <w:rPr>
          <w:rFonts w:cs="Georgia"/>
          <w:kern w:val="1"/>
        </w:rPr>
        <w:t>— </w:t>
      </w:r>
      <w:r w:rsidR="00BE611A">
        <w:rPr>
          <w:rFonts w:cs="Georgia"/>
          <w:kern w:val="1"/>
        </w:rPr>
        <w:t>C</w:t>
      </w:r>
      <w:r>
        <w:rPr>
          <w:rFonts w:cs="Georgia"/>
          <w:kern w:val="1"/>
        </w:rPr>
        <w:t>’</w:t>
      </w:r>
      <w:r w:rsidR="00BE611A">
        <w:rPr>
          <w:rFonts w:cs="Georgia"/>
          <w:kern w:val="1"/>
        </w:rPr>
        <w:t>est là que j</w:t>
      </w:r>
      <w:r>
        <w:rPr>
          <w:rFonts w:cs="Georgia"/>
          <w:kern w:val="1"/>
        </w:rPr>
        <w:t>’</w:t>
      </w:r>
      <w:r w:rsidR="00BE611A">
        <w:rPr>
          <w:rFonts w:cs="Georgia"/>
          <w:kern w:val="1"/>
        </w:rPr>
        <w:t>ai été blessé</w:t>
      </w:r>
      <w:r>
        <w:rPr>
          <w:rFonts w:cs="Georgia"/>
          <w:kern w:val="1"/>
        </w:rPr>
        <w:t>.</w:t>
      </w:r>
    </w:p>
    <w:p w14:paraId="34E0C837" w14:textId="77777777" w:rsidR="000E1451" w:rsidRDefault="000E1451" w:rsidP="00BE611A">
      <w:pPr>
        <w:rPr>
          <w:rFonts w:cs="Georgia"/>
          <w:kern w:val="1"/>
        </w:rPr>
      </w:pPr>
      <w:r>
        <w:rPr>
          <w:rFonts w:cs="Georgia"/>
          <w:kern w:val="1"/>
        </w:rPr>
        <w:t>— </w:t>
      </w:r>
      <w:r w:rsidR="00BE611A">
        <w:rPr>
          <w:rFonts w:cs="Georgia"/>
          <w:kern w:val="1"/>
        </w:rPr>
        <w:t>Moi aussi</w:t>
      </w:r>
      <w:r>
        <w:rPr>
          <w:rFonts w:cs="Georgia"/>
          <w:kern w:val="1"/>
        </w:rPr>
        <w:t>.</w:t>
      </w:r>
    </w:p>
    <w:p w14:paraId="2E6DADFD" w14:textId="77777777" w:rsidR="000E1451" w:rsidRDefault="00BE611A" w:rsidP="00BE611A">
      <w:pPr>
        <w:rPr>
          <w:rFonts w:cs="Georgia"/>
          <w:kern w:val="1"/>
        </w:rPr>
      </w:pPr>
      <w:r>
        <w:rPr>
          <w:rFonts w:cs="Georgia"/>
          <w:kern w:val="1"/>
        </w:rPr>
        <w:t>Il avait l</w:t>
      </w:r>
      <w:r w:rsidR="000E1451">
        <w:rPr>
          <w:rFonts w:cs="Georgia"/>
          <w:kern w:val="1"/>
        </w:rPr>
        <w:t>’</w:t>
      </w:r>
      <w:r>
        <w:rPr>
          <w:rFonts w:cs="Georgia"/>
          <w:kern w:val="1"/>
        </w:rPr>
        <w:t>air tout heureux de cette similitude de nos destinées</w:t>
      </w:r>
      <w:r w:rsidR="000E1451">
        <w:rPr>
          <w:rFonts w:cs="Georgia"/>
          <w:kern w:val="1"/>
        </w:rPr>
        <w:t xml:space="preserve">, </w:t>
      </w:r>
      <w:r>
        <w:rPr>
          <w:rFonts w:cs="Georgia"/>
          <w:kern w:val="1"/>
        </w:rPr>
        <w:t>comme si elles eussent été exceptionnelles</w:t>
      </w:r>
      <w:r w:rsidR="000E1451">
        <w:rPr>
          <w:rFonts w:cs="Georgia"/>
          <w:kern w:val="1"/>
        </w:rPr>
        <w:t xml:space="preserve">, </w:t>
      </w:r>
      <w:r>
        <w:rPr>
          <w:rFonts w:cs="Georgia"/>
          <w:kern w:val="1"/>
        </w:rPr>
        <w:t>comme si elles n</w:t>
      </w:r>
      <w:r w:rsidR="000E1451">
        <w:rPr>
          <w:rFonts w:cs="Georgia"/>
          <w:kern w:val="1"/>
        </w:rPr>
        <w:t>’</w:t>
      </w:r>
      <w:r>
        <w:rPr>
          <w:rFonts w:cs="Georgia"/>
          <w:kern w:val="1"/>
        </w:rPr>
        <w:t>avaient pas été communes à des millions et des millions de pauvres hommes</w:t>
      </w:r>
      <w:r w:rsidR="000E1451">
        <w:rPr>
          <w:rFonts w:cs="Georgia"/>
          <w:kern w:val="1"/>
        </w:rPr>
        <w:t>.</w:t>
      </w:r>
    </w:p>
    <w:p w14:paraId="40B88BBE" w14:textId="77777777" w:rsidR="000E1451" w:rsidRDefault="00BE611A" w:rsidP="00BE611A">
      <w:pPr>
        <w:rPr>
          <w:rFonts w:cs="Georgia"/>
          <w:kern w:val="1"/>
        </w:rPr>
      </w:pPr>
      <w:r>
        <w:rPr>
          <w:rFonts w:cs="Georgia"/>
          <w:kern w:val="1"/>
        </w:rPr>
        <w:t>La porte qui donnait sur le quai s</w:t>
      </w:r>
      <w:r w:rsidR="000E1451">
        <w:rPr>
          <w:rFonts w:cs="Georgia"/>
          <w:kern w:val="1"/>
        </w:rPr>
        <w:t>’</w:t>
      </w:r>
      <w:r>
        <w:rPr>
          <w:rFonts w:cs="Georgia"/>
          <w:kern w:val="1"/>
        </w:rPr>
        <w:t>ouvrit</w:t>
      </w:r>
      <w:r w:rsidR="000E1451">
        <w:rPr>
          <w:rFonts w:cs="Georgia"/>
          <w:kern w:val="1"/>
        </w:rPr>
        <w:t xml:space="preserve">, </w:t>
      </w:r>
      <w:r>
        <w:rPr>
          <w:rFonts w:cs="Georgia"/>
          <w:kern w:val="1"/>
        </w:rPr>
        <w:t>laissant voir la masse sombre d</w:t>
      </w:r>
      <w:r w:rsidR="000E1451">
        <w:rPr>
          <w:rFonts w:cs="Georgia"/>
          <w:kern w:val="1"/>
        </w:rPr>
        <w:t>’</w:t>
      </w:r>
      <w:r>
        <w:rPr>
          <w:rFonts w:cs="Georgia"/>
          <w:kern w:val="1"/>
        </w:rPr>
        <w:t>une locomotive</w:t>
      </w:r>
      <w:r w:rsidR="000E1451">
        <w:rPr>
          <w:rFonts w:cs="Georgia"/>
          <w:kern w:val="1"/>
        </w:rPr>
        <w:t xml:space="preserve">. </w:t>
      </w:r>
      <w:r>
        <w:rPr>
          <w:rFonts w:cs="Georgia"/>
          <w:kern w:val="1"/>
        </w:rPr>
        <w:t>Pesamment</w:t>
      </w:r>
      <w:r w:rsidR="000E1451">
        <w:rPr>
          <w:rFonts w:cs="Georgia"/>
          <w:kern w:val="1"/>
        </w:rPr>
        <w:t xml:space="preserve">, </w:t>
      </w:r>
      <w:r>
        <w:rPr>
          <w:rFonts w:cs="Georgia"/>
          <w:kern w:val="1"/>
        </w:rPr>
        <w:t>elle avançait</w:t>
      </w:r>
      <w:r w:rsidR="000E1451">
        <w:rPr>
          <w:rFonts w:cs="Georgia"/>
          <w:kern w:val="1"/>
        </w:rPr>
        <w:t xml:space="preserve">, </w:t>
      </w:r>
      <w:r>
        <w:rPr>
          <w:rFonts w:cs="Georgia"/>
          <w:kern w:val="1"/>
        </w:rPr>
        <w:t>crachant des jets de vapeur</w:t>
      </w:r>
      <w:r w:rsidR="000E1451">
        <w:rPr>
          <w:rFonts w:cs="Georgia"/>
          <w:kern w:val="1"/>
        </w:rPr>
        <w:t xml:space="preserve">. </w:t>
      </w:r>
      <w:r>
        <w:rPr>
          <w:rFonts w:cs="Georgia"/>
          <w:kern w:val="1"/>
        </w:rPr>
        <w:t>Un employé parut</w:t>
      </w:r>
      <w:r w:rsidR="000E1451">
        <w:rPr>
          <w:rFonts w:cs="Georgia"/>
          <w:kern w:val="1"/>
        </w:rPr>
        <w:t xml:space="preserve">, </w:t>
      </w:r>
      <w:r>
        <w:rPr>
          <w:rFonts w:cs="Georgia"/>
          <w:kern w:val="1"/>
        </w:rPr>
        <w:t>annonçant que le train pour Berlin partait dans cinq minutes</w:t>
      </w:r>
      <w:r w:rsidR="000E1451">
        <w:rPr>
          <w:rFonts w:cs="Georgia"/>
          <w:kern w:val="1"/>
        </w:rPr>
        <w:t>.</w:t>
      </w:r>
    </w:p>
    <w:p w14:paraId="02D5C0C8" w14:textId="77777777" w:rsidR="000E1451" w:rsidRDefault="000E1451" w:rsidP="00BE611A">
      <w:pPr>
        <w:rPr>
          <w:rFonts w:cs="Georgia"/>
          <w:kern w:val="1"/>
        </w:rPr>
      </w:pPr>
      <w:r>
        <w:rPr>
          <w:rFonts w:cs="Georgia"/>
          <w:kern w:val="1"/>
        </w:rPr>
        <w:t>— </w:t>
      </w:r>
      <w:r w:rsidR="00BE611A">
        <w:rPr>
          <w:rFonts w:cs="Georgia"/>
          <w:kern w:val="1"/>
        </w:rPr>
        <w:t>Encore un verre de bière</w:t>
      </w:r>
      <w:r>
        <w:rPr>
          <w:rFonts w:cs="Georgia"/>
          <w:kern w:val="1"/>
        </w:rPr>
        <w:t xml:space="preserve"> ? </w:t>
      </w:r>
      <w:r w:rsidR="00BE611A">
        <w:rPr>
          <w:rFonts w:cs="Georgia"/>
          <w:kern w:val="1"/>
        </w:rPr>
        <w:t>dis-je à l</w:t>
      </w:r>
      <w:r>
        <w:rPr>
          <w:rFonts w:cs="Georgia"/>
          <w:kern w:val="1"/>
        </w:rPr>
        <w:t>’</w:t>
      </w:r>
      <w:r w:rsidR="00BE611A">
        <w:rPr>
          <w:rFonts w:cs="Georgia"/>
          <w:kern w:val="1"/>
        </w:rPr>
        <w:t>homme</w:t>
      </w:r>
      <w:r>
        <w:rPr>
          <w:rFonts w:cs="Georgia"/>
          <w:kern w:val="1"/>
        </w:rPr>
        <w:t>.</w:t>
      </w:r>
    </w:p>
    <w:p w14:paraId="5D517A71" w14:textId="77777777" w:rsidR="000E1451" w:rsidRDefault="00BE611A" w:rsidP="00BE611A">
      <w:pPr>
        <w:rPr>
          <w:rFonts w:cs="Georgia"/>
          <w:kern w:val="1"/>
        </w:rPr>
      </w:pPr>
      <w:r>
        <w:rPr>
          <w:rFonts w:cs="Georgia"/>
          <w:kern w:val="1"/>
        </w:rPr>
        <w:t>Il le but d</w:t>
      </w:r>
      <w:r w:rsidR="000E1451">
        <w:rPr>
          <w:rFonts w:cs="Georgia"/>
          <w:kern w:val="1"/>
        </w:rPr>
        <w:t>’</w:t>
      </w:r>
      <w:r>
        <w:rPr>
          <w:rFonts w:cs="Georgia"/>
          <w:kern w:val="1"/>
        </w:rPr>
        <w:t>un trait</w:t>
      </w:r>
      <w:r w:rsidR="000E1451">
        <w:rPr>
          <w:rFonts w:cs="Georgia"/>
          <w:kern w:val="1"/>
        </w:rPr>
        <w:t xml:space="preserve">, </w:t>
      </w:r>
      <w:r>
        <w:rPr>
          <w:rFonts w:cs="Georgia"/>
          <w:kern w:val="1"/>
        </w:rPr>
        <w:t>puis me remercia</w:t>
      </w:r>
      <w:r w:rsidR="000E1451">
        <w:rPr>
          <w:rFonts w:cs="Georgia"/>
          <w:kern w:val="1"/>
        </w:rPr>
        <w:t xml:space="preserve">, </w:t>
      </w:r>
      <w:r>
        <w:rPr>
          <w:rFonts w:cs="Georgia"/>
          <w:kern w:val="1"/>
        </w:rPr>
        <w:t>s</w:t>
      </w:r>
      <w:r w:rsidR="000E1451">
        <w:rPr>
          <w:rFonts w:cs="Georgia"/>
          <w:kern w:val="1"/>
        </w:rPr>
        <w:t>’</w:t>
      </w:r>
      <w:r>
        <w:rPr>
          <w:rFonts w:cs="Georgia"/>
          <w:kern w:val="1"/>
        </w:rPr>
        <w:t>essuyant les lèvres de sa manche</w:t>
      </w:r>
      <w:r w:rsidR="000E1451">
        <w:rPr>
          <w:rFonts w:cs="Georgia"/>
          <w:kern w:val="1"/>
        </w:rPr>
        <w:t>.</w:t>
      </w:r>
    </w:p>
    <w:p w14:paraId="19D32D54" w14:textId="77777777" w:rsidR="000E1451" w:rsidRDefault="000E1451" w:rsidP="00BE611A">
      <w:pPr>
        <w:rPr>
          <w:rFonts w:cs="Georgia"/>
          <w:kern w:val="1"/>
        </w:rPr>
      </w:pPr>
      <w:r>
        <w:rPr>
          <w:rFonts w:cs="Georgia"/>
          <w:kern w:val="1"/>
        </w:rPr>
        <w:lastRenderedPageBreak/>
        <w:t>— </w:t>
      </w:r>
      <w:r w:rsidR="00BE611A">
        <w:rPr>
          <w:rFonts w:cs="Georgia"/>
          <w:kern w:val="1"/>
        </w:rPr>
        <w:t>Oui</w:t>
      </w:r>
      <w:r>
        <w:rPr>
          <w:rFonts w:cs="Georgia"/>
          <w:kern w:val="1"/>
        </w:rPr>
        <w:t xml:space="preserve">, </w:t>
      </w:r>
      <w:r w:rsidR="00BE611A">
        <w:rPr>
          <w:rFonts w:cs="Georgia"/>
          <w:kern w:val="1"/>
        </w:rPr>
        <w:t>mon vieux</w:t>
      </w:r>
      <w:r>
        <w:rPr>
          <w:rFonts w:cs="Georgia"/>
          <w:kern w:val="1"/>
        </w:rPr>
        <w:t xml:space="preserve">. </w:t>
      </w:r>
      <w:r w:rsidR="00BE611A">
        <w:rPr>
          <w:rFonts w:cs="Georgia"/>
          <w:kern w:val="1"/>
        </w:rPr>
        <w:t>Je suis de la banlieue de Kœnigsberg</w:t>
      </w:r>
      <w:r>
        <w:rPr>
          <w:rFonts w:cs="Georgia"/>
          <w:kern w:val="1"/>
        </w:rPr>
        <w:t xml:space="preserve">, </w:t>
      </w:r>
      <w:r w:rsidR="00BE611A">
        <w:rPr>
          <w:rFonts w:cs="Georgia"/>
          <w:kern w:val="1"/>
        </w:rPr>
        <w:t>dit-il</w:t>
      </w:r>
      <w:r>
        <w:rPr>
          <w:rFonts w:cs="Georgia"/>
          <w:kern w:val="1"/>
        </w:rPr>
        <w:t xml:space="preserve">, </w:t>
      </w:r>
      <w:r w:rsidR="00BE611A">
        <w:rPr>
          <w:rFonts w:cs="Georgia"/>
          <w:kern w:val="1"/>
        </w:rPr>
        <w:t>reprenant sa valise</w:t>
      </w:r>
      <w:r>
        <w:rPr>
          <w:rFonts w:cs="Georgia"/>
          <w:kern w:val="1"/>
        </w:rPr>
        <w:t xml:space="preserve">. </w:t>
      </w:r>
      <w:r w:rsidR="00BE611A">
        <w:rPr>
          <w:rFonts w:cs="Georgia"/>
          <w:kern w:val="1"/>
        </w:rPr>
        <w:t>Et toi</w:t>
      </w:r>
      <w:r>
        <w:rPr>
          <w:rFonts w:cs="Georgia"/>
          <w:kern w:val="1"/>
        </w:rPr>
        <w:t xml:space="preserve">, </w:t>
      </w:r>
      <w:r w:rsidR="00BE611A">
        <w:rPr>
          <w:rFonts w:cs="Georgia"/>
          <w:kern w:val="1"/>
        </w:rPr>
        <w:t>d</w:t>
      </w:r>
      <w:r>
        <w:rPr>
          <w:rFonts w:cs="Georgia"/>
          <w:kern w:val="1"/>
        </w:rPr>
        <w:t>’</w:t>
      </w:r>
      <w:r w:rsidR="00BE611A">
        <w:rPr>
          <w:rFonts w:cs="Georgia"/>
          <w:kern w:val="1"/>
        </w:rPr>
        <w:t>où es-tu</w:t>
      </w:r>
      <w:r>
        <w:rPr>
          <w:rFonts w:cs="Georgia"/>
          <w:kern w:val="1"/>
        </w:rPr>
        <w:t xml:space="preserve"> ? </w:t>
      </w:r>
      <w:r w:rsidR="00BE611A">
        <w:rPr>
          <w:rFonts w:cs="Georgia"/>
          <w:kern w:val="1"/>
        </w:rPr>
        <w:t>Des environs aussi</w:t>
      </w:r>
      <w:r>
        <w:rPr>
          <w:rFonts w:cs="Georgia"/>
          <w:kern w:val="1"/>
        </w:rPr>
        <w:t> ?</w:t>
      </w:r>
    </w:p>
    <w:p w14:paraId="557EA5B0" w14:textId="77777777" w:rsidR="000E1451" w:rsidRDefault="000E1451" w:rsidP="00BE611A">
      <w:pPr>
        <w:rPr>
          <w:rFonts w:cs="Georgia"/>
          <w:kern w:val="1"/>
        </w:rPr>
      </w:pPr>
      <w:r>
        <w:rPr>
          <w:rFonts w:cs="Georgia"/>
          <w:kern w:val="1"/>
        </w:rPr>
        <w:t>— </w:t>
      </w:r>
      <w:r w:rsidR="00BE611A">
        <w:rPr>
          <w:rFonts w:cs="Georgia"/>
          <w:kern w:val="1"/>
        </w:rPr>
        <w:t>D</w:t>
      </w:r>
      <w:r>
        <w:rPr>
          <w:rFonts w:cs="Georgia"/>
          <w:kern w:val="1"/>
        </w:rPr>
        <w:t>’</w:t>
      </w:r>
      <w:r w:rsidR="00BE611A">
        <w:rPr>
          <w:rFonts w:cs="Georgia"/>
          <w:kern w:val="1"/>
        </w:rPr>
        <w:t>un petit pays</w:t>
      </w:r>
      <w:r>
        <w:rPr>
          <w:rFonts w:cs="Georgia"/>
          <w:kern w:val="1"/>
        </w:rPr>
        <w:t xml:space="preserve">, </w:t>
      </w:r>
      <w:r w:rsidR="00BE611A">
        <w:rPr>
          <w:rFonts w:cs="Georgia"/>
          <w:kern w:val="1"/>
        </w:rPr>
        <w:t>au Nord</w:t>
      </w:r>
      <w:r>
        <w:rPr>
          <w:rFonts w:cs="Georgia"/>
          <w:kern w:val="1"/>
        </w:rPr>
        <w:t xml:space="preserve">, </w:t>
      </w:r>
      <w:r w:rsidR="00BE611A">
        <w:rPr>
          <w:rFonts w:cs="Georgia"/>
          <w:kern w:val="1"/>
        </w:rPr>
        <w:t>répondis-je évasivement</w:t>
      </w:r>
      <w:r>
        <w:rPr>
          <w:rFonts w:cs="Georgia"/>
          <w:kern w:val="1"/>
        </w:rPr>
        <w:t>.</w:t>
      </w:r>
    </w:p>
    <w:p w14:paraId="76A73749" w14:textId="77777777" w:rsidR="000E1451" w:rsidRDefault="000E1451" w:rsidP="00BE611A">
      <w:pPr>
        <w:rPr>
          <w:rFonts w:cs="Georgia"/>
          <w:kern w:val="1"/>
        </w:rPr>
      </w:pPr>
      <w:r>
        <w:rPr>
          <w:rFonts w:cs="Georgia"/>
          <w:kern w:val="1"/>
        </w:rPr>
        <w:t>— </w:t>
      </w:r>
      <w:r w:rsidR="00BE611A">
        <w:rPr>
          <w:rFonts w:cs="Georgia"/>
          <w:kern w:val="1"/>
        </w:rPr>
        <w:t>Qui s</w:t>
      </w:r>
      <w:r>
        <w:rPr>
          <w:rFonts w:cs="Georgia"/>
          <w:kern w:val="1"/>
        </w:rPr>
        <w:t>’</w:t>
      </w:r>
      <w:r w:rsidR="00BE611A">
        <w:rPr>
          <w:rFonts w:cs="Georgia"/>
          <w:kern w:val="1"/>
        </w:rPr>
        <w:t>appelle</w:t>
      </w:r>
      <w:r>
        <w:rPr>
          <w:rFonts w:cs="Georgia"/>
          <w:kern w:val="1"/>
        </w:rPr>
        <w:t> ?</w:t>
      </w:r>
    </w:p>
    <w:p w14:paraId="0800F05F" w14:textId="77777777" w:rsidR="000E1451" w:rsidRDefault="000E1451" w:rsidP="00BE611A">
      <w:pPr>
        <w:rPr>
          <w:rFonts w:cs="Georgia"/>
          <w:kern w:val="1"/>
        </w:rPr>
      </w:pPr>
      <w:r>
        <w:rPr>
          <w:rFonts w:cs="Georgia"/>
          <w:kern w:val="1"/>
        </w:rPr>
        <w:t>— </w:t>
      </w:r>
      <w:r w:rsidR="00BE611A">
        <w:rPr>
          <w:rFonts w:cs="Georgia"/>
          <w:kern w:val="1"/>
        </w:rPr>
        <w:t>Reichendorf</w:t>
      </w:r>
      <w:r>
        <w:rPr>
          <w:rFonts w:cs="Georgia"/>
          <w:kern w:val="1"/>
        </w:rPr>
        <w:t xml:space="preserve">, </w:t>
      </w:r>
      <w:r w:rsidR="00BE611A">
        <w:rPr>
          <w:rFonts w:cs="Georgia"/>
          <w:kern w:val="1"/>
        </w:rPr>
        <w:t>murmurai-je</w:t>
      </w:r>
      <w:r>
        <w:rPr>
          <w:rFonts w:cs="Georgia"/>
          <w:kern w:val="1"/>
        </w:rPr>
        <w:t xml:space="preserve">, </w:t>
      </w:r>
      <w:r w:rsidR="00BE611A">
        <w:rPr>
          <w:rFonts w:cs="Georgia"/>
          <w:kern w:val="1"/>
        </w:rPr>
        <w:t>parce qu</w:t>
      </w:r>
      <w:r>
        <w:rPr>
          <w:rFonts w:cs="Georgia"/>
          <w:kern w:val="1"/>
        </w:rPr>
        <w:t>’</w:t>
      </w:r>
      <w:r w:rsidR="00BE611A">
        <w:rPr>
          <w:rFonts w:cs="Georgia"/>
          <w:kern w:val="1"/>
        </w:rPr>
        <w:t>il fallait bien dire quelque chose</w:t>
      </w:r>
      <w:r>
        <w:rPr>
          <w:rFonts w:cs="Georgia"/>
          <w:kern w:val="1"/>
        </w:rPr>
        <w:t xml:space="preserve">, </w:t>
      </w:r>
      <w:r w:rsidR="00BE611A">
        <w:rPr>
          <w:rFonts w:cs="Georgia"/>
          <w:kern w:val="1"/>
        </w:rPr>
        <w:t>et sans avoir d</w:t>
      </w:r>
      <w:r>
        <w:rPr>
          <w:rFonts w:cs="Georgia"/>
          <w:kern w:val="1"/>
        </w:rPr>
        <w:t>’</w:t>
      </w:r>
      <w:r w:rsidR="00BE611A">
        <w:rPr>
          <w:rFonts w:cs="Georgia"/>
          <w:kern w:val="1"/>
        </w:rPr>
        <w:t>ailleurs la sensation que je mentais</w:t>
      </w:r>
      <w:r>
        <w:rPr>
          <w:rFonts w:cs="Georgia"/>
          <w:kern w:val="1"/>
        </w:rPr>
        <w:t>.</w:t>
      </w:r>
    </w:p>
    <w:p w14:paraId="271221F0" w14:textId="77777777" w:rsidR="000E1451" w:rsidRDefault="000E1451" w:rsidP="00BE611A">
      <w:pPr>
        <w:rPr>
          <w:rFonts w:cs="Georgia"/>
          <w:kern w:val="1"/>
        </w:rPr>
      </w:pPr>
      <w:r>
        <w:rPr>
          <w:rFonts w:cs="Georgia"/>
          <w:kern w:val="1"/>
        </w:rPr>
        <w:t>— </w:t>
      </w:r>
      <w:r w:rsidR="00BE611A">
        <w:rPr>
          <w:rFonts w:cs="Georgia"/>
          <w:kern w:val="1"/>
        </w:rPr>
        <w:t>Reichendorf</w:t>
      </w:r>
      <w:r>
        <w:rPr>
          <w:rFonts w:cs="Georgia"/>
          <w:kern w:val="1"/>
        </w:rPr>
        <w:t xml:space="preserve"> ? </w:t>
      </w:r>
      <w:r w:rsidR="00BE611A">
        <w:rPr>
          <w:rFonts w:cs="Georgia"/>
          <w:kern w:val="1"/>
        </w:rPr>
        <w:t>Reichendorf</w:t>
      </w:r>
      <w:r>
        <w:rPr>
          <w:rFonts w:cs="Georgia"/>
          <w:kern w:val="1"/>
        </w:rPr>
        <w:t xml:space="preserve"> ? </w:t>
      </w:r>
      <w:r w:rsidR="00BE611A">
        <w:rPr>
          <w:rFonts w:cs="Georgia"/>
          <w:kern w:val="1"/>
        </w:rPr>
        <w:t>Attends donc</w:t>
      </w:r>
      <w:r>
        <w:rPr>
          <w:rFonts w:cs="Georgia"/>
          <w:kern w:val="1"/>
        </w:rPr>
        <w:t xml:space="preserve">. </w:t>
      </w:r>
      <w:r w:rsidR="00BE611A">
        <w:rPr>
          <w:rFonts w:cs="Georgia"/>
          <w:kern w:val="1"/>
        </w:rPr>
        <w:t>Je vois ça</w:t>
      </w:r>
      <w:r>
        <w:rPr>
          <w:rFonts w:cs="Georgia"/>
          <w:kern w:val="1"/>
        </w:rPr>
        <w:t xml:space="preserve">. </w:t>
      </w:r>
      <w:r w:rsidR="00BE611A">
        <w:rPr>
          <w:rFonts w:cs="Georgia"/>
          <w:kern w:val="1"/>
        </w:rPr>
        <w:t>Un village</w:t>
      </w:r>
      <w:r>
        <w:rPr>
          <w:rFonts w:cs="Georgia"/>
          <w:kern w:val="1"/>
        </w:rPr>
        <w:t xml:space="preserve">, </w:t>
      </w:r>
      <w:r w:rsidR="00BE611A">
        <w:rPr>
          <w:rFonts w:cs="Georgia"/>
          <w:kern w:val="1"/>
        </w:rPr>
        <w:t>pas loin de la mer</w:t>
      </w:r>
      <w:r>
        <w:rPr>
          <w:rFonts w:cs="Georgia"/>
          <w:kern w:val="1"/>
        </w:rPr>
        <w:t xml:space="preserve">, </w:t>
      </w:r>
      <w:r w:rsidR="00BE611A">
        <w:rPr>
          <w:rFonts w:cs="Georgia"/>
          <w:kern w:val="1"/>
        </w:rPr>
        <w:t>près de Palmnicken</w:t>
      </w:r>
      <w:r>
        <w:rPr>
          <w:rFonts w:cs="Georgia"/>
          <w:kern w:val="1"/>
        </w:rPr>
        <w:t xml:space="preserve">, </w:t>
      </w:r>
      <w:r w:rsidR="00BE611A">
        <w:rPr>
          <w:rFonts w:cs="Georgia"/>
          <w:kern w:val="1"/>
        </w:rPr>
        <w:t>n</w:t>
      </w:r>
      <w:r>
        <w:rPr>
          <w:rFonts w:cs="Georgia"/>
          <w:kern w:val="1"/>
        </w:rPr>
        <w:t>’</w:t>
      </w:r>
      <w:r w:rsidR="00BE611A">
        <w:rPr>
          <w:rFonts w:cs="Georgia"/>
          <w:kern w:val="1"/>
        </w:rPr>
        <w:t>est-ce pas</w:t>
      </w:r>
      <w:r>
        <w:rPr>
          <w:rFonts w:cs="Georgia"/>
          <w:kern w:val="1"/>
        </w:rPr>
        <w:t> ?</w:t>
      </w:r>
    </w:p>
    <w:p w14:paraId="7DACBB37" w14:textId="77777777" w:rsidR="000E1451" w:rsidRDefault="000E1451" w:rsidP="00BE611A">
      <w:pPr>
        <w:rPr>
          <w:rFonts w:cs="Georgia"/>
          <w:kern w:val="1"/>
        </w:rPr>
      </w:pPr>
      <w:r>
        <w:rPr>
          <w:rFonts w:cs="Georgia"/>
          <w:kern w:val="1"/>
        </w:rPr>
        <w:t>— </w:t>
      </w:r>
      <w:r w:rsidR="00BE611A">
        <w:rPr>
          <w:rFonts w:cs="Georgia"/>
          <w:kern w:val="1"/>
        </w:rPr>
        <w:t>Oui</w:t>
      </w:r>
      <w:r>
        <w:rPr>
          <w:rFonts w:cs="Georgia"/>
          <w:kern w:val="1"/>
        </w:rPr>
        <w:t>.</w:t>
      </w:r>
    </w:p>
    <w:p w14:paraId="669734AC" w14:textId="77777777" w:rsidR="000E1451" w:rsidRDefault="000E1451" w:rsidP="00BE611A">
      <w:pPr>
        <w:rPr>
          <w:rFonts w:cs="Georgia"/>
          <w:kern w:val="1"/>
        </w:rPr>
      </w:pPr>
      <w:r>
        <w:rPr>
          <w:rFonts w:cs="Georgia"/>
          <w:kern w:val="1"/>
        </w:rPr>
        <w:t>— </w:t>
      </w:r>
      <w:r w:rsidR="00BE611A">
        <w:rPr>
          <w:rFonts w:cs="Georgia"/>
          <w:kern w:val="1"/>
        </w:rPr>
        <w:t>Ce n</w:t>
      </w:r>
      <w:r>
        <w:rPr>
          <w:rFonts w:cs="Georgia"/>
          <w:kern w:val="1"/>
        </w:rPr>
        <w:t>’</w:t>
      </w:r>
      <w:r w:rsidR="00BE611A">
        <w:rPr>
          <w:rFonts w:cs="Georgia"/>
          <w:kern w:val="1"/>
        </w:rPr>
        <w:t>est pas bien gai</w:t>
      </w:r>
      <w:r>
        <w:rPr>
          <w:rFonts w:cs="Georgia"/>
          <w:kern w:val="1"/>
        </w:rPr>
        <w:t xml:space="preserve">, </w:t>
      </w:r>
      <w:r w:rsidR="00BE611A">
        <w:rPr>
          <w:rFonts w:cs="Georgia"/>
          <w:kern w:val="1"/>
        </w:rPr>
        <w:t>par là</w:t>
      </w:r>
      <w:r>
        <w:rPr>
          <w:rFonts w:cs="Georgia"/>
          <w:kern w:val="1"/>
        </w:rPr>
        <w:t xml:space="preserve">, </w:t>
      </w:r>
      <w:r w:rsidR="00BE611A">
        <w:rPr>
          <w:rFonts w:cs="Georgia"/>
          <w:kern w:val="1"/>
        </w:rPr>
        <w:t>dit-il</w:t>
      </w:r>
      <w:r>
        <w:rPr>
          <w:rFonts w:cs="Georgia"/>
          <w:kern w:val="1"/>
        </w:rPr>
        <w:t xml:space="preserve">, </w:t>
      </w:r>
      <w:r w:rsidR="00BE611A">
        <w:rPr>
          <w:rFonts w:cs="Georgia"/>
          <w:kern w:val="1"/>
        </w:rPr>
        <w:t>faisant la moue</w:t>
      </w:r>
      <w:r>
        <w:rPr>
          <w:rFonts w:cs="Georgia"/>
          <w:kern w:val="1"/>
        </w:rPr>
        <w:t>.</w:t>
      </w:r>
    </w:p>
    <w:p w14:paraId="51CCA8E3" w14:textId="77777777" w:rsidR="000E1451" w:rsidRDefault="000E1451" w:rsidP="00BE611A">
      <w:pPr>
        <w:rPr>
          <w:rFonts w:cs="Georgia"/>
          <w:kern w:val="1"/>
        </w:rPr>
      </w:pPr>
      <w:r>
        <w:rPr>
          <w:rFonts w:cs="Georgia"/>
          <w:kern w:val="1"/>
        </w:rPr>
        <w:t>— </w:t>
      </w:r>
      <w:r w:rsidR="00BE611A">
        <w:rPr>
          <w:rFonts w:cs="Georgia"/>
          <w:kern w:val="1"/>
        </w:rPr>
        <w:t>Non</w:t>
      </w:r>
      <w:r>
        <w:rPr>
          <w:rFonts w:cs="Georgia"/>
          <w:kern w:val="1"/>
        </w:rPr>
        <w:t xml:space="preserve">, </w:t>
      </w:r>
      <w:r w:rsidR="00BE611A">
        <w:rPr>
          <w:rFonts w:cs="Georgia"/>
          <w:kern w:val="1"/>
        </w:rPr>
        <w:t>dis-je</w:t>
      </w:r>
      <w:r>
        <w:rPr>
          <w:rFonts w:cs="Georgia"/>
          <w:kern w:val="1"/>
        </w:rPr>
        <w:t xml:space="preserve">, </w:t>
      </w:r>
      <w:r w:rsidR="00BE611A">
        <w:rPr>
          <w:rFonts w:cs="Georgia"/>
          <w:kern w:val="1"/>
        </w:rPr>
        <w:t>avec un pensif hochement de tête</w:t>
      </w:r>
      <w:r>
        <w:rPr>
          <w:rFonts w:cs="Georgia"/>
          <w:kern w:val="1"/>
        </w:rPr>
        <w:t xml:space="preserve">, </w:t>
      </w:r>
      <w:r w:rsidR="00BE611A">
        <w:rPr>
          <w:rFonts w:cs="Georgia"/>
          <w:kern w:val="1"/>
        </w:rPr>
        <w:t>ce n</w:t>
      </w:r>
      <w:r>
        <w:rPr>
          <w:rFonts w:cs="Georgia"/>
          <w:kern w:val="1"/>
        </w:rPr>
        <w:t>’</w:t>
      </w:r>
      <w:r w:rsidR="00BE611A">
        <w:rPr>
          <w:rFonts w:cs="Georgia"/>
          <w:kern w:val="1"/>
        </w:rPr>
        <w:t>est pas bien gai</w:t>
      </w:r>
      <w:r>
        <w:rPr>
          <w:rFonts w:cs="Georgia"/>
          <w:kern w:val="1"/>
        </w:rPr>
        <w:t>.</w:t>
      </w:r>
    </w:p>
    <w:p w14:paraId="3377F6B7" w14:textId="77777777" w:rsidR="00AF18A3" w:rsidRDefault="00BE611A" w:rsidP="00AF18A3">
      <w:pPr>
        <w:pStyle w:val="Centr"/>
      </w:pPr>
      <w:r w:rsidRPr="00C938CC">
        <w:t>FIN</w:t>
      </w:r>
    </w:p>
    <w:p w14:paraId="1C4093B0" w14:textId="77777777" w:rsidR="00AF18A3" w:rsidRPr="00AF18A3" w:rsidRDefault="00AF18A3" w:rsidP="00AF18A3">
      <w:pPr>
        <w:pStyle w:val="Centr"/>
        <w:sectPr w:rsidR="00AF18A3" w:rsidRPr="00AF18A3" w:rsidSect="000E1451">
          <w:footerReference w:type="default" r:id="rId15"/>
          <w:endnotePr>
            <w:numFmt w:val="lowerLetter"/>
          </w:endnotePr>
          <w:pgSz w:w="11906" w:h="16838" w:code="9"/>
          <w:pgMar w:top="1134" w:right="1134" w:bottom="1134" w:left="1134" w:header="0" w:footer="709" w:gutter="0"/>
          <w:cols w:space="708"/>
          <w:docGrid w:linePitch="360"/>
        </w:sectPr>
      </w:pPr>
    </w:p>
    <w:p w14:paraId="746E8C2B" w14:textId="77777777" w:rsidR="00033562" w:rsidRPr="00EA0CCA" w:rsidRDefault="00033562" w:rsidP="000E1451">
      <w:pPr>
        <w:pStyle w:val="Titre1"/>
        <w:spacing w:before="0" w:after="480"/>
      </w:pPr>
      <w:bookmarkStart w:id="40" w:name="_Toc195555079"/>
      <w:r w:rsidRPr="00EA0CCA">
        <w:lastRenderedPageBreak/>
        <w:t>À propos de cette édition électronique</w:t>
      </w:r>
      <w:bookmarkEnd w:id="40"/>
    </w:p>
    <w:p w14:paraId="50044787" w14:textId="77777777" w:rsidR="000E1451" w:rsidRPr="00633842" w:rsidRDefault="000E1451" w:rsidP="000E1451">
      <w:pPr>
        <w:spacing w:before="180" w:after="180"/>
        <w:ind w:firstLine="0"/>
        <w:jc w:val="center"/>
        <w:rPr>
          <w:b/>
          <w:bCs/>
          <w:szCs w:val="32"/>
        </w:rPr>
      </w:pPr>
      <w:r w:rsidRPr="00633842">
        <w:rPr>
          <w:b/>
          <w:bCs/>
          <w:szCs w:val="32"/>
        </w:rPr>
        <w:t>Texte libre de droits.</w:t>
      </w:r>
    </w:p>
    <w:p w14:paraId="4F38F443" w14:textId="77777777" w:rsidR="000E1451" w:rsidRPr="00633842" w:rsidRDefault="000E1451" w:rsidP="000E1451">
      <w:pPr>
        <w:pStyle w:val="Centr"/>
        <w:spacing w:before="180" w:after="180"/>
      </w:pPr>
      <w:r w:rsidRPr="00633842">
        <w:t>Corrections, édition, conversion informatique et public</w:t>
      </w:r>
      <w:r w:rsidRPr="00633842">
        <w:t>a</w:t>
      </w:r>
      <w:r w:rsidRPr="00633842">
        <w:t>tion par le groupe :</w:t>
      </w:r>
    </w:p>
    <w:p w14:paraId="56FF8F98" w14:textId="77777777" w:rsidR="000E1451" w:rsidRPr="00633842" w:rsidRDefault="000E1451" w:rsidP="000E1451">
      <w:pPr>
        <w:spacing w:before="180" w:after="180"/>
        <w:ind w:firstLine="0"/>
        <w:jc w:val="center"/>
        <w:rPr>
          <w:b/>
          <w:bCs/>
          <w:i/>
          <w:iCs/>
          <w:szCs w:val="32"/>
        </w:rPr>
      </w:pPr>
      <w:r w:rsidRPr="00633842">
        <w:rPr>
          <w:b/>
          <w:bCs/>
          <w:i/>
          <w:iCs/>
          <w:szCs w:val="32"/>
        </w:rPr>
        <w:t>Ebooks libres et gratuits</w:t>
      </w:r>
    </w:p>
    <w:p w14:paraId="2534B195" w14:textId="77777777" w:rsidR="000E1451" w:rsidRPr="00633842" w:rsidRDefault="000E1451" w:rsidP="000E1451">
      <w:pPr>
        <w:pStyle w:val="Centr"/>
        <w:spacing w:before="180" w:after="180"/>
      </w:pPr>
      <w:hyperlink r:id="rId16" w:history="1">
        <w:r w:rsidRPr="00F74CD6">
          <w:rPr>
            <w:rStyle w:val="Lienhypertexte"/>
          </w:rPr>
          <w:t>https://groups.google.com/g/ebooksgratuits</w:t>
        </w:r>
      </w:hyperlink>
    </w:p>
    <w:p w14:paraId="718D622A" w14:textId="77777777" w:rsidR="000E1451" w:rsidRPr="00633842" w:rsidRDefault="000E1451" w:rsidP="000E1451">
      <w:pPr>
        <w:pStyle w:val="Centr"/>
        <w:spacing w:before="180" w:after="180"/>
      </w:pPr>
      <w:r w:rsidRPr="00633842">
        <w:t>Adresse du site web du groupe :</w:t>
      </w:r>
      <w:r w:rsidRPr="00633842">
        <w:br/>
      </w:r>
      <w:hyperlink r:id="rId17" w:history="1">
        <w:r w:rsidRPr="00F56EF6">
          <w:rPr>
            <w:rStyle w:val="Lienhypertexte"/>
            <w:b/>
            <w:bCs/>
            <w:szCs w:val="32"/>
          </w:rPr>
          <w:t>https://www.ebooksgratuits.com/</w:t>
        </w:r>
      </w:hyperlink>
    </w:p>
    <w:p w14:paraId="57FBD892" w14:textId="77777777" w:rsidR="000E1451" w:rsidRPr="00633842" w:rsidRDefault="000E1451" w:rsidP="000E1451">
      <w:pPr>
        <w:pStyle w:val="Centr"/>
        <w:spacing w:before="180" w:after="180"/>
      </w:pPr>
      <w:r w:rsidRPr="00633842">
        <w:t>—</w:t>
      </w:r>
    </w:p>
    <w:p w14:paraId="73B047DB" w14:textId="77777777" w:rsidR="000E1451" w:rsidRPr="00633842" w:rsidRDefault="000E1451" w:rsidP="000E1451">
      <w:pPr>
        <w:spacing w:before="180" w:after="180"/>
        <w:ind w:firstLine="0"/>
        <w:jc w:val="center"/>
        <w:rPr>
          <w:b/>
          <w:bCs/>
          <w:szCs w:val="32"/>
        </w:rPr>
      </w:pPr>
      <w:r>
        <w:rPr>
          <w:b/>
          <w:bCs/>
          <w:szCs w:val="32"/>
        </w:rPr>
        <w:t>Avril 2025</w:t>
      </w:r>
    </w:p>
    <w:p w14:paraId="4CC18F33" w14:textId="77777777" w:rsidR="000E1451" w:rsidRPr="00633842" w:rsidRDefault="000E1451" w:rsidP="000E1451">
      <w:pPr>
        <w:pStyle w:val="Centr"/>
        <w:spacing w:before="180" w:after="180"/>
      </w:pPr>
      <w:r w:rsidRPr="00633842">
        <w:t>—</w:t>
      </w:r>
    </w:p>
    <w:p w14:paraId="389F6E12" w14:textId="77777777" w:rsidR="000E1451" w:rsidRPr="00633842" w:rsidRDefault="000E1451" w:rsidP="00AF18A3">
      <w:pPr>
        <w:spacing w:before="120" w:after="120"/>
      </w:pPr>
      <w:r w:rsidRPr="00633842">
        <w:t>– </w:t>
      </w:r>
      <w:r w:rsidRPr="00633842">
        <w:rPr>
          <w:b/>
        </w:rPr>
        <w:t>Élaboration de ce livre électronique</w:t>
      </w:r>
      <w:r w:rsidRPr="00633842">
        <w:t> :</w:t>
      </w:r>
    </w:p>
    <w:p w14:paraId="574E7A82" w14:textId="77777777" w:rsidR="000E1451" w:rsidRPr="00633842" w:rsidRDefault="000E1451" w:rsidP="00AF18A3">
      <w:pPr>
        <w:spacing w:before="120" w:after="120"/>
      </w:pPr>
      <w:r w:rsidRPr="00633842">
        <w:t xml:space="preserve">Les membres de </w:t>
      </w:r>
      <w:r w:rsidRPr="00633842">
        <w:rPr>
          <w:i/>
        </w:rPr>
        <w:t>Ebooks libres et gratuits</w:t>
      </w:r>
      <w:r w:rsidRPr="00633842">
        <w:t xml:space="preserve"> qui ont participé à l’élaboration de ce livre, sont :</w:t>
      </w:r>
      <w:r>
        <w:t xml:space="preserve"> </w:t>
      </w:r>
      <w:r w:rsidR="00AF18A3" w:rsidRPr="00AF18A3">
        <w:t>BrussLimat, YvetteT, PatriceC, ChristineM</w:t>
      </w:r>
      <w:r w:rsidR="00AF18A3">
        <w:t>, Coolmicro.</w:t>
      </w:r>
    </w:p>
    <w:p w14:paraId="78BEC27C" w14:textId="77777777" w:rsidR="000E1451" w:rsidRPr="00633842" w:rsidRDefault="000E1451" w:rsidP="00AF18A3">
      <w:pPr>
        <w:spacing w:before="120" w:after="120"/>
      </w:pPr>
      <w:r w:rsidRPr="00633842">
        <w:t>– </w:t>
      </w:r>
      <w:r w:rsidRPr="00633842">
        <w:rPr>
          <w:b/>
        </w:rPr>
        <w:t>Dispositions</w:t>
      </w:r>
      <w:r w:rsidRPr="00633842">
        <w:t> :</w:t>
      </w:r>
    </w:p>
    <w:p w14:paraId="49381984" w14:textId="77777777" w:rsidR="000E1451" w:rsidRPr="00633842" w:rsidRDefault="000E1451" w:rsidP="00AF18A3">
      <w:pPr>
        <w:spacing w:before="120" w:after="120"/>
      </w:pPr>
      <w:r w:rsidRPr="00633842">
        <w:t xml:space="preserve">Les livres que nous mettons à votre disposition, sont des textes libres de droits, que vous pouvez utiliser librement, </w:t>
      </w:r>
      <w:r w:rsidRPr="00633842">
        <w:rPr>
          <w:u w:val="single"/>
        </w:rPr>
        <w:t>à une fin non commerciale et non professionnelle</w:t>
      </w:r>
      <w:r w:rsidRPr="00633842">
        <w:t>. Tout lien vers notre site est bienvenu…</w:t>
      </w:r>
    </w:p>
    <w:p w14:paraId="0837AA35" w14:textId="77777777" w:rsidR="000E1451" w:rsidRPr="00633842" w:rsidRDefault="000E1451" w:rsidP="00AF18A3">
      <w:pPr>
        <w:spacing w:before="120" w:after="120"/>
      </w:pPr>
      <w:r w:rsidRPr="00633842">
        <w:t>– </w:t>
      </w:r>
      <w:r w:rsidRPr="00633842">
        <w:rPr>
          <w:b/>
        </w:rPr>
        <w:t>Qualité</w:t>
      </w:r>
      <w:r w:rsidRPr="00633842">
        <w:t> :</w:t>
      </w:r>
    </w:p>
    <w:p w14:paraId="5A897125" w14:textId="77777777" w:rsidR="000E1451" w:rsidRPr="00633842" w:rsidRDefault="000E1451" w:rsidP="00AF18A3">
      <w:pPr>
        <w:spacing w:before="120" w:after="120"/>
      </w:pPr>
      <w:r w:rsidRPr="00633842">
        <w:t>Les textes sont livrés tels quels sans garantie de leur int</w:t>
      </w:r>
      <w:r w:rsidRPr="00633842">
        <w:t>é</w:t>
      </w:r>
      <w:r w:rsidRPr="00633842">
        <w:t>grité parfaite par rapport à l'original. Nous rappelons que c'est un travail d'amateurs non rétribués et que nous essayons de promouvoir la culture littéraire avec de maigres moyens.</w:t>
      </w:r>
    </w:p>
    <w:p w14:paraId="65C673A1" w14:textId="77777777" w:rsidR="000E1451" w:rsidRPr="00633842" w:rsidRDefault="000E1451" w:rsidP="00AF18A3">
      <w:pPr>
        <w:spacing w:before="120" w:after="120"/>
        <w:ind w:firstLine="0"/>
        <w:jc w:val="center"/>
        <w:rPr>
          <w:i/>
          <w:iCs/>
          <w:szCs w:val="32"/>
        </w:rPr>
      </w:pPr>
      <w:r w:rsidRPr="00633842">
        <w:rPr>
          <w:i/>
          <w:iCs/>
          <w:szCs w:val="32"/>
        </w:rPr>
        <w:t>Votre aide est la bienvenue !</w:t>
      </w:r>
    </w:p>
    <w:p w14:paraId="094EC381" w14:textId="77777777" w:rsidR="00357B30" w:rsidRPr="00EA0CCA" w:rsidRDefault="000E1451" w:rsidP="00AF18A3">
      <w:pPr>
        <w:pStyle w:val="Centr"/>
        <w:suppressAutoHyphens/>
        <w:spacing w:before="120" w:after="120"/>
      </w:pPr>
      <w:r w:rsidRPr="00633842">
        <w:t>VOUS POUVEZ NOUS AIDER À FAIRE CONNAÎTRE CES CLASSIQUES LITTÉRAIRES.</w:t>
      </w:r>
    </w:p>
    <w:sectPr w:rsidR="00357B30" w:rsidRPr="00EA0CCA" w:rsidSect="000E1451">
      <w:pgSz w:w="11906" w:h="16838" w:code="9"/>
      <w:pgMar w:top="567" w:right="567" w:bottom="567"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11F161" w14:textId="77777777" w:rsidR="006066CE" w:rsidRDefault="006066CE">
      <w:r>
        <w:separator/>
      </w:r>
    </w:p>
  </w:endnote>
  <w:endnote w:type="continuationSeparator" w:id="0">
    <w:p w14:paraId="70BE6EB7" w14:textId="77777777" w:rsidR="006066CE" w:rsidRDefault="00606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904CF" w14:textId="77777777" w:rsidR="003D6EEE" w:rsidRDefault="003D6EEE">
    <w:pPr>
      <w:jc w:val="center"/>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6725ED" w14:textId="77777777" w:rsidR="003D6EEE" w:rsidRDefault="003D6EE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BE796" w14:textId="77777777" w:rsidR="003D6EEE" w:rsidRDefault="003D6EE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D5C63" w14:textId="77777777" w:rsidR="003D6EEE" w:rsidRPr="00BE611A" w:rsidRDefault="000E1451" w:rsidP="00BE611A">
    <w:pPr>
      <w:pStyle w:val="Pieddepage"/>
    </w:pPr>
    <w:r>
      <w:fldChar w:fldCharType="begin"/>
    </w:r>
    <w:r>
      <w:instrText>PAGE   \* MERGEFORMAT</w:instrText>
    </w:r>
    <w:r>
      <w:fldChar w:fldCharType="separate"/>
    </w:r>
    <w:r>
      <w:t>2</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91628A" w14:textId="77777777" w:rsidR="003D6EEE" w:rsidRPr="00AF18A3" w:rsidRDefault="003D6EEE" w:rsidP="00BE611A">
    <w:pPr>
      <w:ind w:firstLine="0"/>
      <w:jc w:val="center"/>
      <w:rPr>
        <w:sz w:val="32"/>
        <w:szCs w:val="32"/>
      </w:rPr>
    </w:pPr>
    <w:r w:rsidRPr="00AF18A3">
      <w:rPr>
        <w:sz w:val="32"/>
        <w:szCs w:val="32"/>
      </w:rPr>
      <w:t xml:space="preserve">– </w:t>
    </w:r>
    <w:r w:rsidRPr="00AF18A3">
      <w:rPr>
        <w:rStyle w:val="Numrodepage"/>
        <w:sz w:val="32"/>
        <w:szCs w:val="32"/>
      </w:rPr>
      <w:fldChar w:fldCharType="begin"/>
    </w:r>
    <w:r w:rsidRPr="00AF18A3">
      <w:rPr>
        <w:rStyle w:val="Numrodepage"/>
        <w:sz w:val="32"/>
        <w:szCs w:val="32"/>
      </w:rPr>
      <w:instrText xml:space="preserve"> PAGE </w:instrText>
    </w:r>
    <w:r w:rsidRPr="00AF18A3">
      <w:rPr>
        <w:rStyle w:val="Numrodepage"/>
        <w:sz w:val="32"/>
        <w:szCs w:val="32"/>
      </w:rPr>
      <w:fldChar w:fldCharType="separate"/>
    </w:r>
    <w:r w:rsidR="00CA0CAE" w:rsidRPr="00AF18A3">
      <w:rPr>
        <w:rStyle w:val="Numrodepage"/>
        <w:noProof/>
        <w:sz w:val="32"/>
        <w:szCs w:val="32"/>
      </w:rPr>
      <w:t>21</w:t>
    </w:r>
    <w:r w:rsidRPr="00AF18A3">
      <w:rPr>
        <w:rStyle w:val="Numrodepage"/>
        <w:sz w:val="32"/>
        <w:szCs w:val="32"/>
      </w:rPr>
      <w:fldChar w:fldCharType="end"/>
    </w:r>
    <w:r w:rsidRPr="00AF18A3">
      <w:rPr>
        <w:rStyle w:val="Numrodepage"/>
        <w:sz w:val="32"/>
        <w:szCs w:val="3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F99901" w14:textId="77777777" w:rsidR="006066CE" w:rsidRDefault="006066CE">
      <w:r>
        <w:separator/>
      </w:r>
    </w:p>
  </w:footnote>
  <w:footnote w:type="continuationSeparator" w:id="0">
    <w:p w14:paraId="2A627610" w14:textId="77777777" w:rsidR="006066CE" w:rsidRDefault="006066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B7B69" w14:textId="77777777" w:rsidR="003D6EEE" w:rsidRDefault="003D6E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746F6" w14:textId="77777777" w:rsidR="003D6EEE" w:rsidRDefault="003D6EE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1012948726">
    <w:abstractNumId w:val="11"/>
  </w:num>
  <w:num w:numId="2" w16cid:durableId="1512573714">
    <w:abstractNumId w:val="12"/>
  </w:num>
  <w:num w:numId="3" w16cid:durableId="1918858202">
    <w:abstractNumId w:val="13"/>
  </w:num>
  <w:num w:numId="4" w16cid:durableId="961379637">
    <w:abstractNumId w:val="14"/>
  </w:num>
  <w:num w:numId="5" w16cid:durableId="789085388">
    <w:abstractNumId w:val="8"/>
  </w:num>
  <w:num w:numId="6" w16cid:durableId="1587378273">
    <w:abstractNumId w:val="3"/>
  </w:num>
  <w:num w:numId="7" w16cid:durableId="2119980793">
    <w:abstractNumId w:val="2"/>
  </w:num>
  <w:num w:numId="8" w16cid:durableId="1180006127">
    <w:abstractNumId w:val="1"/>
  </w:num>
  <w:num w:numId="9" w16cid:durableId="2068646357">
    <w:abstractNumId w:val="0"/>
  </w:num>
  <w:num w:numId="10" w16cid:durableId="1859737211">
    <w:abstractNumId w:val="9"/>
  </w:num>
  <w:num w:numId="11" w16cid:durableId="1754937637">
    <w:abstractNumId w:val="7"/>
  </w:num>
  <w:num w:numId="12" w16cid:durableId="1928884086">
    <w:abstractNumId w:val="6"/>
  </w:num>
  <w:num w:numId="13" w16cid:durableId="1603144476">
    <w:abstractNumId w:val="5"/>
  </w:num>
  <w:num w:numId="14" w16cid:durableId="1390153834">
    <w:abstractNumId w:val="4"/>
  </w:num>
  <w:num w:numId="15" w16cid:durableId="19172816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attachedTemplate r:id="rId1"/>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4"/>
  <w:doNotHyphenateCaps/>
  <w:noPunctuationKerning/>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898"/>
    <w:rsid w:val="00001285"/>
    <w:rsid w:val="00003947"/>
    <w:rsid w:val="0001061D"/>
    <w:rsid w:val="000119AC"/>
    <w:rsid w:val="00021C38"/>
    <w:rsid w:val="00030A89"/>
    <w:rsid w:val="00033562"/>
    <w:rsid w:val="00034D3B"/>
    <w:rsid w:val="00035C3A"/>
    <w:rsid w:val="00045F75"/>
    <w:rsid w:val="000624DA"/>
    <w:rsid w:val="00066E2D"/>
    <w:rsid w:val="00067167"/>
    <w:rsid w:val="00077531"/>
    <w:rsid w:val="00097951"/>
    <w:rsid w:val="000E1451"/>
    <w:rsid w:val="000F7F4B"/>
    <w:rsid w:val="0010298A"/>
    <w:rsid w:val="001457BC"/>
    <w:rsid w:val="001635FE"/>
    <w:rsid w:val="00176FA6"/>
    <w:rsid w:val="00180CA7"/>
    <w:rsid w:val="00183A58"/>
    <w:rsid w:val="001C25FD"/>
    <w:rsid w:val="00203135"/>
    <w:rsid w:val="00230F0A"/>
    <w:rsid w:val="002476AB"/>
    <w:rsid w:val="00284AF2"/>
    <w:rsid w:val="002C2675"/>
    <w:rsid w:val="002C3FA0"/>
    <w:rsid w:val="002E4734"/>
    <w:rsid w:val="00324714"/>
    <w:rsid w:val="0032506F"/>
    <w:rsid w:val="00330BE6"/>
    <w:rsid w:val="00335365"/>
    <w:rsid w:val="00336E88"/>
    <w:rsid w:val="00357B30"/>
    <w:rsid w:val="00367258"/>
    <w:rsid w:val="0037691C"/>
    <w:rsid w:val="003D6EEE"/>
    <w:rsid w:val="003E4EFF"/>
    <w:rsid w:val="003F6FF9"/>
    <w:rsid w:val="00431C66"/>
    <w:rsid w:val="004618A4"/>
    <w:rsid w:val="00466185"/>
    <w:rsid w:val="004856F7"/>
    <w:rsid w:val="004C3D05"/>
    <w:rsid w:val="0051085B"/>
    <w:rsid w:val="00553C05"/>
    <w:rsid w:val="00554C93"/>
    <w:rsid w:val="00555E80"/>
    <w:rsid w:val="00576E04"/>
    <w:rsid w:val="005B2E12"/>
    <w:rsid w:val="005C4D38"/>
    <w:rsid w:val="006066CE"/>
    <w:rsid w:val="0061214E"/>
    <w:rsid w:val="00612E8B"/>
    <w:rsid w:val="0063456F"/>
    <w:rsid w:val="0063764C"/>
    <w:rsid w:val="00640C4F"/>
    <w:rsid w:val="00642CAC"/>
    <w:rsid w:val="00674CE9"/>
    <w:rsid w:val="006A3CE8"/>
    <w:rsid w:val="006B40E0"/>
    <w:rsid w:val="00703D4D"/>
    <w:rsid w:val="00705271"/>
    <w:rsid w:val="00722EA0"/>
    <w:rsid w:val="007549CD"/>
    <w:rsid w:val="0076257B"/>
    <w:rsid w:val="0076513E"/>
    <w:rsid w:val="0078241C"/>
    <w:rsid w:val="007841D8"/>
    <w:rsid w:val="007A353A"/>
    <w:rsid w:val="007B6898"/>
    <w:rsid w:val="007C1C6B"/>
    <w:rsid w:val="007C1CF5"/>
    <w:rsid w:val="007C56AC"/>
    <w:rsid w:val="007E0F7B"/>
    <w:rsid w:val="007F5860"/>
    <w:rsid w:val="00825620"/>
    <w:rsid w:val="00856DF4"/>
    <w:rsid w:val="00863B07"/>
    <w:rsid w:val="008840CC"/>
    <w:rsid w:val="008D2724"/>
    <w:rsid w:val="008F106B"/>
    <w:rsid w:val="008F5F75"/>
    <w:rsid w:val="00901BB4"/>
    <w:rsid w:val="00930A77"/>
    <w:rsid w:val="0093422B"/>
    <w:rsid w:val="00946EE4"/>
    <w:rsid w:val="00951E57"/>
    <w:rsid w:val="00952C27"/>
    <w:rsid w:val="009B3DDD"/>
    <w:rsid w:val="009C210B"/>
    <w:rsid w:val="009E0514"/>
    <w:rsid w:val="009E2492"/>
    <w:rsid w:val="00A0141D"/>
    <w:rsid w:val="00A06B2A"/>
    <w:rsid w:val="00A23903"/>
    <w:rsid w:val="00A27DF1"/>
    <w:rsid w:val="00A31870"/>
    <w:rsid w:val="00A6632D"/>
    <w:rsid w:val="00A80503"/>
    <w:rsid w:val="00A83326"/>
    <w:rsid w:val="00AB5337"/>
    <w:rsid w:val="00AD4BBC"/>
    <w:rsid w:val="00AF0A3E"/>
    <w:rsid w:val="00AF18A3"/>
    <w:rsid w:val="00B1136E"/>
    <w:rsid w:val="00B241D4"/>
    <w:rsid w:val="00B27360"/>
    <w:rsid w:val="00B72198"/>
    <w:rsid w:val="00B87392"/>
    <w:rsid w:val="00B909AE"/>
    <w:rsid w:val="00BA7596"/>
    <w:rsid w:val="00BC3D63"/>
    <w:rsid w:val="00BD0903"/>
    <w:rsid w:val="00BD0C07"/>
    <w:rsid w:val="00BD699C"/>
    <w:rsid w:val="00BE611A"/>
    <w:rsid w:val="00BF29E4"/>
    <w:rsid w:val="00C323C1"/>
    <w:rsid w:val="00C369AD"/>
    <w:rsid w:val="00C43D20"/>
    <w:rsid w:val="00C51E70"/>
    <w:rsid w:val="00C55CA7"/>
    <w:rsid w:val="00C82075"/>
    <w:rsid w:val="00C82867"/>
    <w:rsid w:val="00C877F6"/>
    <w:rsid w:val="00C938CC"/>
    <w:rsid w:val="00CA0CAE"/>
    <w:rsid w:val="00CB42B7"/>
    <w:rsid w:val="00CC269B"/>
    <w:rsid w:val="00CE25E8"/>
    <w:rsid w:val="00D02BDE"/>
    <w:rsid w:val="00D11A3C"/>
    <w:rsid w:val="00D47BCF"/>
    <w:rsid w:val="00D50A9E"/>
    <w:rsid w:val="00D53A87"/>
    <w:rsid w:val="00D57E8F"/>
    <w:rsid w:val="00D80434"/>
    <w:rsid w:val="00D8389B"/>
    <w:rsid w:val="00D9756D"/>
    <w:rsid w:val="00DB2758"/>
    <w:rsid w:val="00DB636B"/>
    <w:rsid w:val="00DD7BB4"/>
    <w:rsid w:val="00DF43DD"/>
    <w:rsid w:val="00E17C6A"/>
    <w:rsid w:val="00E20D8B"/>
    <w:rsid w:val="00E30FAD"/>
    <w:rsid w:val="00E35EE1"/>
    <w:rsid w:val="00E46E71"/>
    <w:rsid w:val="00E847C9"/>
    <w:rsid w:val="00E90A7B"/>
    <w:rsid w:val="00EA0CCA"/>
    <w:rsid w:val="00EA5276"/>
    <w:rsid w:val="00F20E97"/>
    <w:rsid w:val="00F42B6E"/>
    <w:rsid w:val="00F74495"/>
    <w:rsid w:val="00FA14DD"/>
    <w:rsid w:val="00FB458E"/>
    <w:rsid w:val="00FC1F24"/>
    <w:rsid w:val="00FD5C53"/>
    <w:rsid w:val="00FD6E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1585C2"/>
  <w15:chartTrackingRefBased/>
  <w15:docId w15:val="{5D129B90-3733-45C5-B672-E1ABBA607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3326"/>
    <w:pPr>
      <w:spacing w:before="240" w:after="240"/>
      <w:ind w:firstLine="680"/>
      <w:jc w:val="both"/>
    </w:pPr>
    <w:rPr>
      <w:rFonts w:ascii="Amasis30" w:hAnsi="Amasis30"/>
      <w:sz w:val="36"/>
      <w:szCs w:val="24"/>
    </w:rPr>
  </w:style>
  <w:style w:type="paragraph" w:styleId="Titre1">
    <w:name w:val="heading 1"/>
    <w:basedOn w:val="Normal"/>
    <w:next w:val="Normal"/>
    <w:link w:val="Titre1Car"/>
    <w:qFormat/>
    <w:rsid w:val="00A83326"/>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link w:val="Titre2Car"/>
    <w:qFormat/>
    <w:rsid w:val="00A83326"/>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link w:val="Titre3Car"/>
    <w:qFormat/>
    <w:rsid w:val="00A83326"/>
    <w:pPr>
      <w:keepNext/>
      <w:suppressAutoHyphens/>
      <w:spacing w:before="480"/>
      <w:ind w:firstLine="0"/>
      <w:jc w:val="center"/>
      <w:outlineLvl w:val="2"/>
    </w:pPr>
    <w:rPr>
      <w:rFonts w:cs="Arial"/>
      <w:b/>
      <w:bCs/>
      <w:sz w:val="40"/>
      <w:szCs w:val="36"/>
    </w:rPr>
  </w:style>
  <w:style w:type="character" w:default="1" w:styleId="Policepardfaut">
    <w:name w:val="Default Paragraph Font"/>
    <w:semiHidden/>
    <w:rsid w:val="00A83326"/>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rsid w:val="00A83326"/>
  </w:style>
  <w:style w:type="character" w:styleId="Lienhypertexte">
    <w:name w:val="Hyperlink"/>
    <w:uiPriority w:val="99"/>
    <w:rsid w:val="00A83326"/>
    <w:rPr>
      <w:rFonts w:ascii="Amasis30" w:hAnsi="Amasis30"/>
      <w:color w:val="004080"/>
      <w:u w:val="single"/>
    </w:rPr>
  </w:style>
  <w:style w:type="paragraph" w:styleId="Explorateurdedocuments">
    <w:name w:val="Document Map"/>
    <w:basedOn w:val="Normal"/>
    <w:link w:val="ExplorateurdedocumentsCar"/>
    <w:semiHidden/>
    <w:rsid w:val="00A83326"/>
    <w:pPr>
      <w:shd w:val="clear" w:color="auto" w:fill="000080"/>
    </w:pPr>
    <w:rPr>
      <w:rFonts w:ascii="Tahoma" w:hAnsi="Tahoma" w:cs="Tahoma"/>
    </w:rPr>
  </w:style>
  <w:style w:type="character" w:customStyle="1" w:styleId="ExplorateurdedocumentsCar">
    <w:name w:val="Explorateur de documents Car"/>
    <w:link w:val="Explorateurdedocuments"/>
    <w:semiHidden/>
    <w:rsid w:val="00CC269B"/>
    <w:rPr>
      <w:rFonts w:ascii="Tahoma" w:hAnsi="Tahoma" w:cs="Tahoma"/>
      <w:sz w:val="36"/>
      <w:szCs w:val="24"/>
      <w:shd w:val="clear" w:color="auto" w:fill="000080"/>
    </w:rPr>
  </w:style>
  <w:style w:type="paragraph" w:styleId="TM1">
    <w:name w:val="toc 1"/>
    <w:basedOn w:val="Normal"/>
    <w:next w:val="Normal"/>
    <w:autoRedefine/>
    <w:uiPriority w:val="39"/>
    <w:rsid w:val="00A83326"/>
    <w:pPr>
      <w:tabs>
        <w:tab w:val="right" w:leader="dot" w:pos="9639"/>
      </w:tabs>
      <w:spacing w:before="180" w:after="180"/>
      <w:ind w:firstLine="0"/>
      <w:jc w:val="left"/>
    </w:pPr>
    <w:rPr>
      <w:bCs/>
      <w:iCs/>
      <w:noProof/>
      <w:color w:val="000080"/>
      <w:szCs w:val="28"/>
    </w:rPr>
  </w:style>
  <w:style w:type="paragraph" w:styleId="Textedebulles">
    <w:name w:val="Balloon Text"/>
    <w:basedOn w:val="Normal"/>
    <w:link w:val="TextedebullesCar"/>
    <w:unhideWhenUsed/>
    <w:rsid w:val="00CC269B"/>
    <w:pPr>
      <w:spacing w:before="0" w:after="0"/>
    </w:pPr>
    <w:rPr>
      <w:rFonts w:ascii="Tahoma" w:hAnsi="Tahoma" w:cs="Tahoma"/>
      <w:sz w:val="16"/>
      <w:szCs w:val="16"/>
    </w:rPr>
  </w:style>
  <w:style w:type="character" w:customStyle="1" w:styleId="TextedebullesCar">
    <w:name w:val="Texte de bulles Car"/>
    <w:link w:val="Textedebulles"/>
    <w:rsid w:val="00CC269B"/>
    <w:rPr>
      <w:rFonts w:ascii="Tahoma" w:hAnsi="Tahoma" w:cs="Tahoma"/>
      <w:sz w:val="16"/>
      <w:szCs w:val="16"/>
    </w:rPr>
  </w:style>
  <w:style w:type="character" w:styleId="Numrodepage">
    <w:name w:val="page number"/>
    <w:basedOn w:val="Policepardfaut"/>
    <w:rsid w:val="00A83326"/>
  </w:style>
  <w:style w:type="character" w:customStyle="1" w:styleId="CommentaireCar">
    <w:name w:val="Commentaire Car"/>
    <w:link w:val="Commentaire"/>
    <w:rsid w:val="00CC269B"/>
    <w:rPr>
      <w:rFonts w:ascii="Georgia" w:hAnsi="Georgia"/>
    </w:rPr>
  </w:style>
  <w:style w:type="paragraph" w:styleId="Commentaire">
    <w:name w:val="annotation text"/>
    <w:basedOn w:val="Normal"/>
    <w:link w:val="CommentaireCar"/>
    <w:semiHidden/>
    <w:rsid w:val="00952C27"/>
    <w:rPr>
      <w:sz w:val="20"/>
      <w:szCs w:val="20"/>
    </w:rPr>
  </w:style>
  <w:style w:type="paragraph" w:customStyle="1" w:styleId="Auteur">
    <w:name w:val="Auteur"/>
    <w:basedOn w:val="Normal"/>
    <w:rsid w:val="00A83326"/>
    <w:pPr>
      <w:spacing w:before="0" w:after="1800"/>
      <w:ind w:right="851" w:firstLine="0"/>
      <w:jc w:val="right"/>
    </w:pPr>
    <w:rPr>
      <w:sz w:val="48"/>
    </w:rPr>
  </w:style>
  <w:style w:type="paragraph" w:customStyle="1" w:styleId="Titrelivre">
    <w:name w:val="Titre_livre"/>
    <w:basedOn w:val="Normal"/>
    <w:rsid w:val="00A83326"/>
    <w:pPr>
      <w:spacing w:before="0" w:after="1200"/>
      <w:ind w:left="2268" w:right="851" w:firstLine="0"/>
      <w:jc w:val="right"/>
    </w:pPr>
    <w:rPr>
      <w:b/>
      <w:bCs/>
      <w:sz w:val="72"/>
    </w:rPr>
  </w:style>
  <w:style w:type="paragraph" w:customStyle="1" w:styleId="Photoauteur">
    <w:name w:val="Photo_auteur"/>
    <w:basedOn w:val="Normal"/>
    <w:rsid w:val="00A83326"/>
    <w:pPr>
      <w:spacing w:after="1080"/>
      <w:ind w:left="2268" w:firstLine="0"/>
      <w:jc w:val="center"/>
    </w:pPr>
    <w:rPr>
      <w:noProof/>
    </w:rPr>
  </w:style>
  <w:style w:type="paragraph" w:customStyle="1" w:styleId="DateSortie">
    <w:name w:val="Date_Sortie"/>
    <w:basedOn w:val="Normal"/>
    <w:rsid w:val="00A83326"/>
    <w:pPr>
      <w:spacing w:before="0" w:after="0"/>
      <w:ind w:right="1418" w:firstLine="0"/>
      <w:jc w:val="right"/>
    </w:pPr>
    <w:rPr>
      <w:bCs/>
      <w:sz w:val="40"/>
    </w:rPr>
  </w:style>
  <w:style w:type="paragraph" w:customStyle="1" w:styleId="Titretablematires">
    <w:name w:val="Titre table matières"/>
    <w:basedOn w:val="Normal"/>
    <w:rsid w:val="00A83326"/>
    <w:pPr>
      <w:pBdr>
        <w:top w:val="single" w:sz="8" w:space="1" w:color="auto"/>
        <w:bottom w:val="single" w:sz="8" w:space="1" w:color="auto"/>
      </w:pBdr>
      <w:ind w:left="2552" w:right="2552" w:firstLine="0"/>
      <w:jc w:val="center"/>
    </w:pPr>
    <w:rPr>
      <w:bCs/>
    </w:rPr>
  </w:style>
  <w:style w:type="paragraph" w:customStyle="1" w:styleId="Centr">
    <w:name w:val="Centré"/>
    <w:basedOn w:val="Normal"/>
    <w:rsid w:val="00A83326"/>
    <w:pPr>
      <w:ind w:firstLine="0"/>
      <w:jc w:val="center"/>
    </w:pPr>
    <w:rPr>
      <w:szCs w:val="20"/>
    </w:rPr>
  </w:style>
  <w:style w:type="paragraph" w:customStyle="1" w:styleId="Droite">
    <w:name w:val="Droite"/>
    <w:basedOn w:val="Normal"/>
    <w:next w:val="Normal"/>
    <w:rsid w:val="00A83326"/>
    <w:pPr>
      <w:ind w:firstLine="0"/>
      <w:jc w:val="right"/>
    </w:pPr>
    <w:rPr>
      <w:szCs w:val="20"/>
    </w:rPr>
  </w:style>
  <w:style w:type="paragraph" w:customStyle="1" w:styleId="NormalRetraitGauche3XIndent0">
    <w:name w:val="NormalRetraitGauche3XIndent0"/>
    <w:basedOn w:val="NormalRetraitGauche3X"/>
    <w:rsid w:val="00A83326"/>
    <w:pPr>
      <w:ind w:firstLine="0"/>
    </w:pPr>
  </w:style>
  <w:style w:type="character" w:styleId="Marquedecommentaire">
    <w:name w:val="annotation reference"/>
    <w:semiHidden/>
    <w:rsid w:val="00952C27"/>
    <w:rPr>
      <w:sz w:val="16"/>
      <w:szCs w:val="16"/>
    </w:rPr>
  </w:style>
  <w:style w:type="paragraph" w:styleId="Rvision">
    <w:name w:val="Revision"/>
    <w:hidden/>
    <w:rsid w:val="00C369AD"/>
    <w:rPr>
      <w:rFonts w:ascii="Georgia" w:hAnsi="Georgia"/>
      <w:sz w:val="32"/>
      <w:szCs w:val="24"/>
    </w:rPr>
  </w:style>
  <w:style w:type="character" w:customStyle="1" w:styleId="Titre1Car">
    <w:name w:val="Titre 1 Car"/>
    <w:link w:val="Titre1"/>
    <w:rsid w:val="00BE611A"/>
    <w:rPr>
      <w:rFonts w:ascii="Amasis30" w:hAnsi="Amasis30" w:cs="Arial"/>
      <w:b/>
      <w:bCs/>
      <w:sz w:val="48"/>
      <w:szCs w:val="44"/>
    </w:rPr>
  </w:style>
  <w:style w:type="character" w:customStyle="1" w:styleId="Titre2Car">
    <w:name w:val="Titre 2 Car"/>
    <w:link w:val="Titre2"/>
    <w:rsid w:val="00BE611A"/>
    <w:rPr>
      <w:rFonts w:ascii="Amasis30" w:hAnsi="Amasis30" w:cs="Arial"/>
      <w:b/>
      <w:bCs/>
      <w:iCs/>
      <w:sz w:val="44"/>
      <w:szCs w:val="40"/>
    </w:rPr>
  </w:style>
  <w:style w:type="character" w:customStyle="1" w:styleId="Titre3Car">
    <w:name w:val="Titre 3 Car"/>
    <w:link w:val="Titre3"/>
    <w:rsid w:val="00BE611A"/>
    <w:rPr>
      <w:rFonts w:ascii="Amasis30" w:hAnsi="Amasis30" w:cs="Arial"/>
      <w:b/>
      <w:bCs/>
      <w:sz w:val="40"/>
      <w:szCs w:val="36"/>
    </w:rPr>
  </w:style>
  <w:style w:type="character" w:customStyle="1" w:styleId="WW8Num1z0">
    <w:name w:val="WW8Num1z0"/>
    <w:rsid w:val="00BE611A"/>
  </w:style>
  <w:style w:type="character" w:customStyle="1" w:styleId="WW8Num1z1">
    <w:name w:val="WW8Num1z1"/>
    <w:rsid w:val="00BE611A"/>
  </w:style>
  <w:style w:type="character" w:customStyle="1" w:styleId="WW8Num1z2">
    <w:name w:val="WW8Num1z2"/>
    <w:rsid w:val="00BE611A"/>
  </w:style>
  <w:style w:type="character" w:customStyle="1" w:styleId="WW8Num1z3">
    <w:name w:val="WW8Num1z3"/>
    <w:rsid w:val="00BE611A"/>
  </w:style>
  <w:style w:type="character" w:customStyle="1" w:styleId="WW8Num1z4">
    <w:name w:val="WW8Num1z4"/>
    <w:rsid w:val="00BE611A"/>
  </w:style>
  <w:style w:type="character" w:customStyle="1" w:styleId="WW8Num1z5">
    <w:name w:val="WW8Num1z5"/>
    <w:rsid w:val="00BE611A"/>
  </w:style>
  <w:style w:type="character" w:customStyle="1" w:styleId="WW8Num1z6">
    <w:name w:val="WW8Num1z6"/>
    <w:rsid w:val="00BE611A"/>
  </w:style>
  <w:style w:type="character" w:customStyle="1" w:styleId="WW8Num1z7">
    <w:name w:val="WW8Num1z7"/>
    <w:rsid w:val="00BE611A"/>
  </w:style>
  <w:style w:type="character" w:customStyle="1" w:styleId="WW8Num1z8">
    <w:name w:val="WW8Num1z8"/>
    <w:rsid w:val="00BE611A"/>
  </w:style>
  <w:style w:type="character" w:customStyle="1" w:styleId="WW8Num5z0">
    <w:name w:val="WW8Num5z0"/>
    <w:rsid w:val="00BE611A"/>
    <w:rPr>
      <w:rFonts w:ascii="Symbol" w:hAnsi="Symbol" w:cs="Symbol"/>
    </w:rPr>
  </w:style>
  <w:style w:type="character" w:customStyle="1" w:styleId="WW8Num6z0">
    <w:name w:val="WW8Num6z0"/>
    <w:rsid w:val="00BE611A"/>
    <w:rPr>
      <w:rFonts w:ascii="Symbol" w:hAnsi="Symbol" w:cs="Symbol"/>
    </w:rPr>
  </w:style>
  <w:style w:type="character" w:customStyle="1" w:styleId="WW8Num7z0">
    <w:name w:val="WW8Num7z0"/>
    <w:rsid w:val="00BE611A"/>
    <w:rPr>
      <w:rFonts w:ascii="Symbol" w:hAnsi="Symbol" w:cs="Symbol"/>
    </w:rPr>
  </w:style>
  <w:style w:type="character" w:customStyle="1" w:styleId="WW8Num8z0">
    <w:name w:val="WW8Num8z0"/>
    <w:rsid w:val="00BE611A"/>
    <w:rPr>
      <w:rFonts w:ascii="Symbol" w:hAnsi="Symbol" w:cs="Symbol"/>
    </w:rPr>
  </w:style>
  <w:style w:type="character" w:customStyle="1" w:styleId="WW8Num10z0">
    <w:name w:val="WW8Num10z0"/>
    <w:rsid w:val="00BE611A"/>
    <w:rPr>
      <w:rFonts w:ascii="Symbol" w:hAnsi="Symbol" w:cs="Symbol"/>
    </w:rPr>
  </w:style>
  <w:style w:type="character" w:customStyle="1" w:styleId="WW8Num12z0">
    <w:name w:val="WW8Num12z0"/>
    <w:rsid w:val="00BE611A"/>
    <w:rPr>
      <w:rFonts w:ascii="Symbol" w:hAnsi="Symbol" w:cs="Symbol"/>
      <w:sz w:val="20"/>
    </w:rPr>
  </w:style>
  <w:style w:type="character" w:customStyle="1" w:styleId="WW8Num12z1">
    <w:name w:val="WW8Num12z1"/>
    <w:rsid w:val="00BE611A"/>
    <w:rPr>
      <w:rFonts w:ascii="Courier New" w:hAnsi="Courier New" w:cs="Courier New"/>
      <w:sz w:val="20"/>
    </w:rPr>
  </w:style>
  <w:style w:type="character" w:customStyle="1" w:styleId="WW8Num12z2">
    <w:name w:val="WW8Num12z2"/>
    <w:rsid w:val="00BE611A"/>
    <w:rPr>
      <w:rFonts w:ascii="Wingdings" w:hAnsi="Wingdings" w:cs="Wingdings"/>
      <w:sz w:val="20"/>
    </w:rPr>
  </w:style>
  <w:style w:type="character" w:customStyle="1" w:styleId="WW8Num13z0">
    <w:name w:val="WW8Num13z0"/>
    <w:rsid w:val="00BE611A"/>
    <w:rPr>
      <w:rFonts w:ascii="Symbol" w:hAnsi="Symbol" w:cs="Symbol"/>
      <w:sz w:val="20"/>
    </w:rPr>
  </w:style>
  <w:style w:type="character" w:customStyle="1" w:styleId="WW8Num13z1">
    <w:name w:val="WW8Num13z1"/>
    <w:rsid w:val="00BE611A"/>
    <w:rPr>
      <w:rFonts w:ascii="Courier New" w:hAnsi="Courier New" w:cs="Courier New"/>
      <w:sz w:val="20"/>
    </w:rPr>
  </w:style>
  <w:style w:type="character" w:customStyle="1" w:styleId="WW8Num13z2">
    <w:name w:val="WW8Num13z2"/>
    <w:rsid w:val="00BE611A"/>
    <w:rPr>
      <w:rFonts w:ascii="Wingdings" w:hAnsi="Wingdings" w:cs="Wingdings"/>
      <w:sz w:val="20"/>
    </w:rPr>
  </w:style>
  <w:style w:type="character" w:customStyle="1" w:styleId="WW8Num14z0">
    <w:name w:val="WW8Num14z0"/>
    <w:rsid w:val="00BE611A"/>
    <w:rPr>
      <w:rFonts w:ascii="Symbol" w:hAnsi="Symbol" w:cs="Symbol"/>
      <w:sz w:val="20"/>
    </w:rPr>
  </w:style>
  <w:style w:type="character" w:customStyle="1" w:styleId="WW8Num14z1">
    <w:name w:val="WW8Num14z1"/>
    <w:rsid w:val="00BE611A"/>
    <w:rPr>
      <w:rFonts w:ascii="Courier New" w:hAnsi="Courier New" w:cs="Courier New"/>
      <w:sz w:val="20"/>
    </w:rPr>
  </w:style>
  <w:style w:type="character" w:customStyle="1" w:styleId="WW8Num14z2">
    <w:name w:val="WW8Num14z2"/>
    <w:rsid w:val="00BE611A"/>
    <w:rPr>
      <w:rFonts w:ascii="Wingdings" w:hAnsi="Wingdings" w:cs="Wingdings"/>
      <w:sz w:val="20"/>
    </w:rPr>
  </w:style>
  <w:style w:type="character" w:customStyle="1" w:styleId="WW8Num15z0">
    <w:name w:val="WW8Num15z0"/>
    <w:rsid w:val="00BE611A"/>
    <w:rPr>
      <w:rFonts w:ascii="Symbol" w:hAnsi="Symbol" w:cs="Symbol"/>
      <w:sz w:val="20"/>
    </w:rPr>
  </w:style>
  <w:style w:type="character" w:customStyle="1" w:styleId="WW8Num15z1">
    <w:name w:val="WW8Num15z1"/>
    <w:rsid w:val="00BE611A"/>
    <w:rPr>
      <w:rFonts w:ascii="Courier New" w:hAnsi="Courier New" w:cs="Courier New"/>
      <w:sz w:val="20"/>
    </w:rPr>
  </w:style>
  <w:style w:type="character" w:customStyle="1" w:styleId="WW8Num15z2">
    <w:name w:val="WW8Num15z2"/>
    <w:rsid w:val="00BE611A"/>
    <w:rPr>
      <w:rFonts w:ascii="Wingdings" w:hAnsi="Wingdings" w:cs="Wingdings"/>
      <w:sz w:val="20"/>
    </w:rPr>
  </w:style>
  <w:style w:type="character" w:customStyle="1" w:styleId="Policepardfaut1">
    <w:name w:val="Police par défaut1"/>
    <w:rsid w:val="00BE611A"/>
  </w:style>
  <w:style w:type="character" w:customStyle="1" w:styleId="Marquedecommentaire1">
    <w:name w:val="Marque de commentaire1"/>
    <w:rsid w:val="00BE611A"/>
    <w:rPr>
      <w:sz w:val="16"/>
      <w:szCs w:val="16"/>
    </w:rPr>
  </w:style>
  <w:style w:type="paragraph" w:customStyle="1" w:styleId="Titre10">
    <w:name w:val="Titre1"/>
    <w:basedOn w:val="Normal"/>
    <w:next w:val="Corpsdetexte"/>
    <w:rsid w:val="00BE611A"/>
    <w:pPr>
      <w:keepNext/>
      <w:suppressAutoHyphens/>
      <w:spacing w:after="120"/>
    </w:pPr>
    <w:rPr>
      <w:rFonts w:ascii="Arial" w:eastAsia="Microsoft YaHei" w:hAnsi="Arial" w:cs="Mangal"/>
      <w:sz w:val="28"/>
      <w:szCs w:val="28"/>
      <w:lang w:eastAsia="ar-SA"/>
    </w:rPr>
  </w:style>
  <w:style w:type="paragraph" w:styleId="Corpsdetexte">
    <w:name w:val="Body Text"/>
    <w:basedOn w:val="Normal"/>
    <w:link w:val="CorpsdetexteCar"/>
    <w:rsid w:val="00BE611A"/>
    <w:pPr>
      <w:suppressAutoHyphens/>
      <w:spacing w:before="0" w:after="120"/>
    </w:pPr>
    <w:rPr>
      <w:rFonts w:cs="Georgia"/>
      <w:lang w:eastAsia="ar-SA"/>
    </w:rPr>
  </w:style>
  <w:style w:type="character" w:customStyle="1" w:styleId="CorpsdetexteCar">
    <w:name w:val="Corps de texte Car"/>
    <w:link w:val="Corpsdetexte"/>
    <w:rsid w:val="00BE611A"/>
    <w:rPr>
      <w:rFonts w:ascii="Georgia" w:hAnsi="Georgia" w:cs="Georgia"/>
      <w:sz w:val="32"/>
      <w:szCs w:val="24"/>
      <w:lang w:eastAsia="ar-SA"/>
    </w:rPr>
  </w:style>
  <w:style w:type="paragraph" w:styleId="Liste">
    <w:name w:val="List"/>
    <w:basedOn w:val="Corpsdetexte"/>
    <w:rsid w:val="00BE611A"/>
    <w:rPr>
      <w:rFonts w:cs="Mangal"/>
    </w:rPr>
  </w:style>
  <w:style w:type="paragraph" w:customStyle="1" w:styleId="Lgende1">
    <w:name w:val="Légende1"/>
    <w:basedOn w:val="Normal"/>
    <w:rsid w:val="00BE611A"/>
    <w:pPr>
      <w:suppressLineNumbers/>
      <w:suppressAutoHyphens/>
      <w:spacing w:before="120" w:after="120"/>
    </w:pPr>
    <w:rPr>
      <w:rFonts w:cs="Mangal"/>
      <w:i/>
      <w:iCs/>
      <w:sz w:val="24"/>
      <w:lang w:eastAsia="ar-SA"/>
    </w:rPr>
  </w:style>
  <w:style w:type="paragraph" w:customStyle="1" w:styleId="Index">
    <w:name w:val="Index"/>
    <w:basedOn w:val="Normal"/>
    <w:rsid w:val="00BE611A"/>
    <w:pPr>
      <w:suppressLineNumbers/>
      <w:suppressAutoHyphens/>
    </w:pPr>
    <w:rPr>
      <w:rFonts w:cs="Mangal"/>
      <w:lang w:eastAsia="ar-SA"/>
    </w:rPr>
  </w:style>
  <w:style w:type="paragraph" w:customStyle="1" w:styleId="Explorateurdedocuments1">
    <w:name w:val="Explorateur de documents1"/>
    <w:basedOn w:val="Normal"/>
    <w:rsid w:val="00BE611A"/>
    <w:pPr>
      <w:suppressAutoHyphens/>
    </w:pPr>
    <w:rPr>
      <w:rFonts w:ascii="Tahoma" w:hAnsi="Tahoma" w:cs="Tahoma"/>
      <w:sz w:val="16"/>
      <w:szCs w:val="16"/>
      <w:lang w:eastAsia="ar-SA"/>
    </w:rPr>
  </w:style>
  <w:style w:type="character" w:customStyle="1" w:styleId="TextedebullesCar1">
    <w:name w:val="Texte de bulles Car1"/>
    <w:rsid w:val="00BE611A"/>
    <w:rPr>
      <w:rFonts w:ascii="Tahoma" w:hAnsi="Tahoma" w:cs="Tahoma"/>
      <w:sz w:val="16"/>
      <w:szCs w:val="16"/>
      <w:lang w:eastAsia="ar-SA"/>
    </w:rPr>
  </w:style>
  <w:style w:type="paragraph" w:customStyle="1" w:styleId="Commentaire1">
    <w:name w:val="Commentaire1"/>
    <w:basedOn w:val="Normal"/>
    <w:rsid w:val="00BE611A"/>
    <w:pPr>
      <w:suppressAutoHyphens/>
    </w:pPr>
    <w:rPr>
      <w:rFonts w:cs="Georgia"/>
      <w:sz w:val="20"/>
      <w:szCs w:val="20"/>
      <w:lang w:eastAsia="ar-SA"/>
    </w:rPr>
  </w:style>
  <w:style w:type="paragraph" w:styleId="TM2">
    <w:name w:val="toc 2"/>
    <w:basedOn w:val="Normal"/>
    <w:next w:val="Normal"/>
    <w:autoRedefine/>
    <w:uiPriority w:val="39"/>
    <w:rsid w:val="00A83326"/>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A83326"/>
    <w:pPr>
      <w:tabs>
        <w:tab w:val="right" w:leader="dot" w:pos="9639"/>
      </w:tabs>
      <w:spacing w:before="120" w:after="120"/>
      <w:ind w:left="567" w:firstLine="0"/>
      <w:jc w:val="left"/>
    </w:pPr>
    <w:rPr>
      <w:color w:val="000080"/>
      <w:sz w:val="32"/>
    </w:rPr>
  </w:style>
  <w:style w:type="paragraph" w:styleId="TM4">
    <w:name w:val="toc 4"/>
    <w:basedOn w:val="Normal"/>
    <w:next w:val="Normal"/>
    <w:autoRedefine/>
    <w:rsid w:val="00A83326"/>
    <w:pPr>
      <w:ind w:left="780"/>
    </w:pPr>
  </w:style>
  <w:style w:type="paragraph" w:styleId="TM5">
    <w:name w:val="toc 5"/>
    <w:basedOn w:val="Normal"/>
    <w:next w:val="Normal"/>
    <w:autoRedefine/>
    <w:rsid w:val="00A83326"/>
    <w:pPr>
      <w:ind w:left="1040"/>
    </w:pPr>
  </w:style>
  <w:style w:type="paragraph" w:styleId="TM6">
    <w:name w:val="toc 6"/>
    <w:basedOn w:val="Normal"/>
    <w:next w:val="Normal"/>
    <w:autoRedefine/>
    <w:rsid w:val="00A83326"/>
    <w:pPr>
      <w:ind w:left="1300"/>
    </w:pPr>
  </w:style>
  <w:style w:type="paragraph" w:styleId="TM7">
    <w:name w:val="toc 7"/>
    <w:basedOn w:val="Normal"/>
    <w:next w:val="Normal"/>
    <w:autoRedefine/>
    <w:rsid w:val="00A83326"/>
    <w:pPr>
      <w:ind w:left="1560"/>
    </w:pPr>
  </w:style>
  <w:style w:type="paragraph" w:styleId="TM8">
    <w:name w:val="toc 8"/>
    <w:basedOn w:val="Normal"/>
    <w:next w:val="Normal"/>
    <w:autoRedefine/>
    <w:rsid w:val="00A83326"/>
    <w:pPr>
      <w:ind w:left="1820"/>
    </w:pPr>
  </w:style>
  <w:style w:type="paragraph" w:styleId="TM9">
    <w:name w:val="toc 9"/>
    <w:basedOn w:val="Normal"/>
    <w:next w:val="Normal"/>
    <w:autoRedefine/>
    <w:rsid w:val="00A83326"/>
    <w:pPr>
      <w:ind w:left="2080"/>
    </w:pPr>
  </w:style>
  <w:style w:type="paragraph" w:customStyle="1" w:styleId="Tabledesmatiresniveau10">
    <w:name w:val="Table des matières niveau 10"/>
    <w:basedOn w:val="Index"/>
    <w:rsid w:val="00BE611A"/>
    <w:pPr>
      <w:tabs>
        <w:tab w:val="right" w:leader="dot" w:pos="7091"/>
      </w:tabs>
      <w:ind w:left="2547" w:firstLine="0"/>
    </w:pPr>
  </w:style>
  <w:style w:type="paragraph" w:styleId="Pieddepage">
    <w:name w:val="footer"/>
    <w:basedOn w:val="Normal"/>
    <w:link w:val="PieddepageCar"/>
    <w:rsid w:val="00A83326"/>
    <w:pPr>
      <w:tabs>
        <w:tab w:val="center" w:pos="4536"/>
        <w:tab w:val="right" w:pos="9072"/>
      </w:tabs>
      <w:ind w:firstLine="0"/>
      <w:jc w:val="center"/>
    </w:pPr>
    <w:rPr>
      <w:sz w:val="32"/>
    </w:rPr>
  </w:style>
  <w:style w:type="character" w:customStyle="1" w:styleId="PieddepageCar">
    <w:name w:val="Pied de page Car"/>
    <w:link w:val="Pieddepage"/>
    <w:rsid w:val="00BE611A"/>
    <w:rPr>
      <w:rFonts w:ascii="Amasis30" w:hAnsi="Amasis30"/>
      <w:sz w:val="32"/>
      <w:szCs w:val="24"/>
    </w:rPr>
  </w:style>
  <w:style w:type="paragraph" w:styleId="En-tte">
    <w:name w:val="header"/>
    <w:basedOn w:val="Normal"/>
    <w:link w:val="En-tteCar"/>
    <w:rsid w:val="00A83326"/>
    <w:pPr>
      <w:tabs>
        <w:tab w:val="center" w:pos="4536"/>
        <w:tab w:val="right" w:pos="9072"/>
      </w:tabs>
    </w:pPr>
  </w:style>
  <w:style w:type="character" w:customStyle="1" w:styleId="En-tteCar">
    <w:name w:val="En-tête Car"/>
    <w:link w:val="En-tte"/>
    <w:rsid w:val="00BE611A"/>
    <w:rPr>
      <w:rFonts w:ascii="Amasis30" w:hAnsi="Amasis30"/>
      <w:sz w:val="36"/>
      <w:szCs w:val="24"/>
    </w:rPr>
  </w:style>
  <w:style w:type="character" w:styleId="Lienhypertextesuivivisit">
    <w:name w:val="FollowedHyperlink"/>
    <w:uiPriority w:val="99"/>
    <w:semiHidden/>
    <w:unhideWhenUsed/>
    <w:rsid w:val="00BE611A"/>
    <w:rPr>
      <w:color w:val="954F72"/>
      <w:u w:val="single"/>
    </w:rPr>
  </w:style>
  <w:style w:type="character" w:styleId="Appelnotedebasdep">
    <w:name w:val="footnote reference"/>
    <w:qFormat/>
    <w:rsid w:val="00A83326"/>
    <w:rPr>
      <w:rFonts w:ascii="Amasis30" w:hAnsi="Amasis30"/>
      <w:b/>
      <w:sz w:val="36"/>
      <w:vertAlign w:val="superscript"/>
    </w:rPr>
  </w:style>
  <w:style w:type="paragraph" w:styleId="Notedebasdepage">
    <w:name w:val="footnote text"/>
    <w:basedOn w:val="Taille-1Normal"/>
    <w:link w:val="NotedebasdepageCar"/>
    <w:qFormat/>
    <w:rsid w:val="00A83326"/>
    <w:rPr>
      <w:szCs w:val="30"/>
    </w:rPr>
  </w:style>
  <w:style w:type="character" w:customStyle="1" w:styleId="NotedebasdepageCar">
    <w:name w:val="Note de bas de page Car"/>
    <w:link w:val="Notedebasdepage"/>
    <w:rsid w:val="000E1451"/>
    <w:rPr>
      <w:rFonts w:ascii="Amasis30" w:hAnsi="Amasis30"/>
      <w:sz w:val="32"/>
      <w:szCs w:val="30"/>
    </w:rPr>
  </w:style>
  <w:style w:type="paragraph" w:customStyle="1" w:styleId="Soustitrelivre">
    <w:name w:val="Sous_titre_livre"/>
    <w:basedOn w:val="Normal"/>
    <w:rsid w:val="00A83326"/>
    <w:pPr>
      <w:spacing w:before="0" w:after="2160"/>
      <w:ind w:left="2268" w:right="851" w:firstLine="0"/>
      <w:jc w:val="right"/>
    </w:pPr>
    <w:rPr>
      <w:bCs/>
      <w:sz w:val="44"/>
      <w:szCs w:val="36"/>
    </w:rPr>
  </w:style>
  <w:style w:type="paragraph" w:customStyle="1" w:styleId="NormalSansIndent">
    <w:name w:val="NormalSansIndent"/>
    <w:basedOn w:val="Normal"/>
    <w:rsid w:val="00A83326"/>
    <w:pPr>
      <w:ind w:firstLine="0"/>
    </w:pPr>
    <w:rPr>
      <w:szCs w:val="20"/>
    </w:rPr>
  </w:style>
  <w:style w:type="paragraph" w:customStyle="1" w:styleId="NormalSolidaire">
    <w:name w:val="NormalSolidaire"/>
    <w:basedOn w:val="Normal"/>
    <w:qFormat/>
    <w:rsid w:val="00A83326"/>
    <w:pPr>
      <w:keepNext/>
    </w:pPr>
  </w:style>
  <w:style w:type="paragraph" w:customStyle="1" w:styleId="NormalSautPageAvant">
    <w:name w:val="NormalSautPageAvant"/>
    <w:basedOn w:val="Normal"/>
    <w:qFormat/>
    <w:rsid w:val="00A83326"/>
    <w:pPr>
      <w:pageBreakBefore/>
    </w:pPr>
  </w:style>
  <w:style w:type="paragraph" w:customStyle="1" w:styleId="NormalEspAvtGrand">
    <w:name w:val="NormalEspAvtGrand"/>
    <w:basedOn w:val="Normal"/>
    <w:rsid w:val="00A83326"/>
    <w:pPr>
      <w:spacing w:before="2640"/>
    </w:pPr>
    <w:rPr>
      <w:szCs w:val="20"/>
    </w:rPr>
  </w:style>
  <w:style w:type="paragraph" w:customStyle="1" w:styleId="CentrEspAvt0">
    <w:name w:val="CentréEspAvt0"/>
    <w:basedOn w:val="Centr"/>
    <w:next w:val="CentrEspAvt0EspApr0"/>
    <w:rsid w:val="00A83326"/>
    <w:pPr>
      <w:spacing w:before="0"/>
    </w:pPr>
  </w:style>
  <w:style w:type="paragraph" w:customStyle="1" w:styleId="CentrEspApr0">
    <w:name w:val="CentréEspApr0"/>
    <w:basedOn w:val="Centr"/>
    <w:next w:val="Normal"/>
    <w:rsid w:val="00A83326"/>
    <w:pPr>
      <w:spacing w:after="0"/>
    </w:pPr>
  </w:style>
  <w:style w:type="paragraph" w:customStyle="1" w:styleId="CentrEspAvt0EspApr0">
    <w:name w:val="CentréEspAvt0EspApr0"/>
    <w:basedOn w:val="Centr"/>
    <w:rsid w:val="00A83326"/>
    <w:pPr>
      <w:spacing w:before="0" w:after="0"/>
    </w:pPr>
  </w:style>
  <w:style w:type="paragraph" w:customStyle="1" w:styleId="DroiteRetraitGauche1X">
    <w:name w:val="DroiteRetraitGauche1X"/>
    <w:basedOn w:val="Droite"/>
    <w:next w:val="Normal"/>
    <w:rsid w:val="00A83326"/>
    <w:pPr>
      <w:ind w:left="680"/>
    </w:pPr>
  </w:style>
  <w:style w:type="paragraph" w:customStyle="1" w:styleId="DroiteRetraitGauche2X">
    <w:name w:val="DroiteRetraitGauche2X"/>
    <w:basedOn w:val="Droite"/>
    <w:next w:val="Normal"/>
    <w:rsid w:val="00A83326"/>
    <w:pPr>
      <w:ind w:left="1361"/>
    </w:pPr>
  </w:style>
  <w:style w:type="paragraph" w:customStyle="1" w:styleId="DroiteRetraitGauche3X">
    <w:name w:val="DroiteRetraitGauche3X"/>
    <w:basedOn w:val="Droite"/>
    <w:next w:val="Normal"/>
    <w:rsid w:val="00A83326"/>
    <w:pPr>
      <w:ind w:left="2041"/>
    </w:pPr>
  </w:style>
  <w:style w:type="paragraph" w:customStyle="1" w:styleId="DroiteRetraitGauche4X">
    <w:name w:val="DroiteRetraitGauche4X"/>
    <w:basedOn w:val="Droite"/>
    <w:next w:val="Normal"/>
    <w:rsid w:val="00A83326"/>
    <w:pPr>
      <w:ind w:left="2722"/>
    </w:pPr>
  </w:style>
  <w:style w:type="paragraph" w:customStyle="1" w:styleId="Taille-1Normal">
    <w:name w:val="Taille-1Normal"/>
    <w:basedOn w:val="Normal"/>
    <w:rsid w:val="00A83326"/>
    <w:rPr>
      <w:sz w:val="32"/>
      <w:szCs w:val="28"/>
    </w:rPr>
  </w:style>
  <w:style w:type="paragraph" w:customStyle="1" w:styleId="Taille-1RetraitGauche1X">
    <w:name w:val="Taille-1RetraitGauche1X"/>
    <w:basedOn w:val="Taille-1Normal"/>
    <w:rsid w:val="00A83326"/>
    <w:pPr>
      <w:ind w:left="680"/>
    </w:pPr>
    <w:rPr>
      <w:szCs w:val="20"/>
    </w:rPr>
  </w:style>
  <w:style w:type="paragraph" w:customStyle="1" w:styleId="Taille-1RetraitGauche2X">
    <w:name w:val="Taille-1RetraitGauche2X"/>
    <w:basedOn w:val="Taille-1Normal"/>
    <w:rsid w:val="00A83326"/>
    <w:pPr>
      <w:ind w:left="1361"/>
    </w:pPr>
    <w:rPr>
      <w:szCs w:val="20"/>
    </w:rPr>
  </w:style>
  <w:style w:type="paragraph" w:customStyle="1" w:styleId="Taille-1RetraitGauche3X">
    <w:name w:val="Taille-1RetraitGauche3X"/>
    <w:basedOn w:val="Taille-1Normal"/>
    <w:rsid w:val="00A83326"/>
    <w:pPr>
      <w:ind w:left="2041"/>
    </w:pPr>
    <w:rPr>
      <w:szCs w:val="20"/>
    </w:rPr>
  </w:style>
  <w:style w:type="paragraph" w:customStyle="1" w:styleId="Taille-1RetraitGauche1XIndent0">
    <w:name w:val="Taille-1RetraitGauche1XIndent0"/>
    <w:basedOn w:val="Taille-1RetraitGauche1X"/>
    <w:rsid w:val="00A83326"/>
    <w:pPr>
      <w:ind w:firstLine="0"/>
    </w:pPr>
  </w:style>
  <w:style w:type="paragraph" w:customStyle="1" w:styleId="Taille-1RetraitGauche2XIndent0">
    <w:name w:val="Taille-1RetraitGauche2XIndent0"/>
    <w:basedOn w:val="Taille-1RetraitGauche2X"/>
    <w:rsid w:val="00A83326"/>
    <w:pPr>
      <w:ind w:firstLine="0"/>
    </w:pPr>
  </w:style>
  <w:style w:type="paragraph" w:customStyle="1" w:styleId="Taille-1RetraitGauche3XIndent0">
    <w:name w:val="Taille-1RetraitGauche3XIndent0"/>
    <w:basedOn w:val="Taille-1RetraitGauche3X"/>
    <w:rsid w:val="00A83326"/>
    <w:pPr>
      <w:ind w:firstLine="0"/>
    </w:pPr>
  </w:style>
  <w:style w:type="paragraph" w:customStyle="1" w:styleId="Taille-1RetraitGauche4XIndent0">
    <w:name w:val="Taille-1RetraitGauche4XIndent0"/>
    <w:basedOn w:val="Taille-1Normal"/>
    <w:rsid w:val="00A83326"/>
    <w:pPr>
      <w:ind w:left="2722" w:firstLine="0"/>
    </w:pPr>
    <w:rPr>
      <w:szCs w:val="20"/>
    </w:rPr>
  </w:style>
  <w:style w:type="paragraph" w:customStyle="1" w:styleId="NormalRetraitGauche1X">
    <w:name w:val="NormalRetraitGauche1X"/>
    <w:basedOn w:val="Normal"/>
    <w:rsid w:val="00A83326"/>
    <w:pPr>
      <w:ind w:left="680"/>
    </w:pPr>
    <w:rPr>
      <w:szCs w:val="20"/>
    </w:rPr>
  </w:style>
  <w:style w:type="paragraph" w:customStyle="1" w:styleId="NormalRetraitGauche2X">
    <w:name w:val="NormalRetraitGauche2X"/>
    <w:basedOn w:val="Normal"/>
    <w:rsid w:val="00A83326"/>
    <w:pPr>
      <w:ind w:left="1361"/>
    </w:pPr>
    <w:rPr>
      <w:szCs w:val="20"/>
    </w:rPr>
  </w:style>
  <w:style w:type="paragraph" w:customStyle="1" w:styleId="NormalRetraitGauche3X">
    <w:name w:val="NormalRetraitGauche3X"/>
    <w:basedOn w:val="Normal"/>
    <w:rsid w:val="00A83326"/>
    <w:pPr>
      <w:ind w:left="2041"/>
    </w:pPr>
    <w:rPr>
      <w:szCs w:val="20"/>
    </w:rPr>
  </w:style>
  <w:style w:type="paragraph" w:customStyle="1" w:styleId="NormalRetraitGauche1XIndent0">
    <w:name w:val="NormalRetraitGauche1XIndent0"/>
    <w:basedOn w:val="NormalRetraitGauche1X"/>
    <w:rsid w:val="00A83326"/>
    <w:pPr>
      <w:ind w:firstLine="0"/>
    </w:pPr>
  </w:style>
  <w:style w:type="paragraph" w:customStyle="1" w:styleId="NormalRetraitGauche2XIndent0">
    <w:name w:val="NormalRetraitGauche2XIndent0"/>
    <w:basedOn w:val="NormalRetraitGauche2X"/>
    <w:rsid w:val="00A83326"/>
    <w:pPr>
      <w:ind w:firstLine="0"/>
    </w:pPr>
  </w:style>
  <w:style w:type="paragraph" w:customStyle="1" w:styleId="NormalRetraitGauche4XIndent0">
    <w:name w:val="NormalRetraitGauche4XIndent0"/>
    <w:basedOn w:val="Normal"/>
    <w:rsid w:val="00A83326"/>
    <w:pPr>
      <w:ind w:left="2722" w:firstLine="0"/>
    </w:pPr>
    <w:rPr>
      <w:szCs w:val="20"/>
    </w:rPr>
  </w:style>
  <w:style w:type="paragraph" w:styleId="Notedefin">
    <w:name w:val="endnote text"/>
    <w:basedOn w:val="Taille-1Normal"/>
    <w:link w:val="NotedefinCar"/>
    <w:uiPriority w:val="99"/>
    <w:semiHidden/>
    <w:unhideWhenUsed/>
    <w:qFormat/>
    <w:rsid w:val="00A83326"/>
    <w:rPr>
      <w:szCs w:val="20"/>
      <w:lang w:val="x-none" w:eastAsia="x-none"/>
    </w:rPr>
  </w:style>
  <w:style w:type="character" w:customStyle="1" w:styleId="NotedefinCar">
    <w:name w:val="Note de fin Car"/>
    <w:link w:val="Notedefin"/>
    <w:uiPriority w:val="99"/>
    <w:semiHidden/>
    <w:rsid w:val="00A83326"/>
    <w:rPr>
      <w:rFonts w:ascii="Amasis30" w:hAnsi="Amasis30"/>
      <w:sz w:val="32"/>
      <w:lang w:val="x-none" w:eastAsia="x-none"/>
    </w:rPr>
  </w:style>
  <w:style w:type="character" w:styleId="Appeldenotedefin">
    <w:name w:val="endnote reference"/>
    <w:uiPriority w:val="99"/>
    <w:unhideWhenUsed/>
    <w:qFormat/>
    <w:rsid w:val="00A83326"/>
    <w:rPr>
      <w:rFonts w:ascii="Amasis30" w:hAnsi="Amasis30"/>
      <w:b/>
      <w:sz w:val="36"/>
      <w:vertAlign w:val="superscript"/>
    </w:rPr>
  </w:style>
  <w:style w:type="paragraph" w:customStyle="1" w:styleId="NormalSuspendu1X">
    <w:name w:val="NormalSuspendu1X"/>
    <w:basedOn w:val="Normal"/>
    <w:rsid w:val="00A83326"/>
    <w:pPr>
      <w:ind w:left="680" w:hanging="680"/>
    </w:pPr>
    <w:rPr>
      <w:szCs w:val="20"/>
    </w:rPr>
  </w:style>
  <w:style w:type="paragraph" w:customStyle="1" w:styleId="NormalSuspendu1XRetrait1X">
    <w:name w:val="NormalSuspendu1XRetrait1X"/>
    <w:basedOn w:val="Normal"/>
    <w:rsid w:val="00A83326"/>
    <w:pPr>
      <w:ind w:left="1360" w:hanging="680"/>
    </w:pPr>
  </w:style>
  <w:style w:type="paragraph" w:customStyle="1" w:styleId="NormalEspAvt0EspApr0">
    <w:name w:val="NormalEspAvt0EspApr0"/>
    <w:basedOn w:val="Normal"/>
    <w:rsid w:val="00A83326"/>
    <w:pPr>
      <w:spacing w:before="0" w:after="0"/>
    </w:pPr>
    <w:rPr>
      <w:szCs w:val="20"/>
    </w:rPr>
  </w:style>
  <w:style w:type="paragraph" w:customStyle="1" w:styleId="NormalSuspendu1XRetrait2X">
    <w:name w:val="NormalSuspendu1XRetrait2X"/>
    <w:basedOn w:val="Normal"/>
    <w:rsid w:val="00A83326"/>
    <w:pPr>
      <w:ind w:left="2041" w:hanging="680"/>
    </w:pPr>
  </w:style>
  <w:style w:type="paragraph" w:customStyle="1" w:styleId="NormalSuspendu1XRetrait3X">
    <w:name w:val="NormalSuspendu1XRetrait3X"/>
    <w:basedOn w:val="Normal"/>
    <w:rsid w:val="00A83326"/>
    <w:pPr>
      <w:ind w:left="2721" w:hanging="680"/>
    </w:pPr>
    <w:rPr>
      <w:szCs w:val="20"/>
    </w:rPr>
  </w:style>
  <w:style w:type="paragraph" w:customStyle="1" w:styleId="NormalSuspendu1XRetrait4X">
    <w:name w:val="NormalSuspendu1XRetrait4X"/>
    <w:basedOn w:val="Normal"/>
    <w:rsid w:val="00A83326"/>
    <w:pPr>
      <w:ind w:left="3402" w:hanging="680"/>
    </w:pPr>
    <w:rPr>
      <w:szCs w:val="20"/>
    </w:rPr>
  </w:style>
  <w:style w:type="character" w:customStyle="1" w:styleId="Taille-1Caracteres">
    <w:name w:val="Taille-1Caracteres"/>
    <w:qFormat/>
    <w:rsid w:val="00A83326"/>
    <w:rPr>
      <w:sz w:val="32"/>
      <w:szCs w:val="20"/>
    </w:rPr>
  </w:style>
  <w:style w:type="paragraph" w:customStyle="1" w:styleId="Etoile">
    <w:name w:val="Etoile"/>
    <w:basedOn w:val="Normal"/>
    <w:qFormat/>
    <w:rsid w:val="00A83326"/>
    <w:pPr>
      <w:ind w:firstLine="0"/>
      <w:jc w:val="center"/>
    </w:pPr>
    <w:rPr>
      <w:b/>
      <w:sz w:val="40"/>
      <w:szCs w:val="28"/>
    </w:rPr>
  </w:style>
  <w:style w:type="paragraph" w:customStyle="1" w:styleId="Taille-1Suspendu1XRetrait1XEsp0">
    <w:name w:val="Taille-1Suspendu1XRetrait1XEsp0"/>
    <w:basedOn w:val="Taille-1RetraitGauche1X"/>
    <w:qFormat/>
    <w:rsid w:val="00A83326"/>
    <w:pPr>
      <w:spacing w:before="0" w:after="0"/>
      <w:ind w:left="1360" w:hanging="680"/>
    </w:pPr>
  </w:style>
  <w:style w:type="character" w:styleId="Mentionnonrsolue">
    <w:name w:val="Unresolved Mention"/>
    <w:uiPriority w:val="99"/>
    <w:semiHidden/>
    <w:unhideWhenUsed/>
    <w:rsid w:val="00A83326"/>
    <w:rPr>
      <w:color w:val="605E5C"/>
      <w:shd w:val="clear" w:color="auto" w:fill="E1DFDD"/>
    </w:rPr>
  </w:style>
  <w:style w:type="paragraph" w:customStyle="1" w:styleId="Taille-1Suspendu1XRetrait2XEsp0">
    <w:name w:val="Taille-1Suspendu1XRetrait2XEsp0"/>
    <w:basedOn w:val="Taille-1RetraitGauche2X"/>
    <w:qFormat/>
    <w:rsid w:val="00A83326"/>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A83326"/>
    <w:pPr>
      <w:spacing w:before="0" w:after="0"/>
    </w:pPr>
  </w:style>
  <w:style w:type="paragraph" w:customStyle="1" w:styleId="NormalSuspendu1XEsp0">
    <w:name w:val="NormalSuspendu1XEsp0"/>
    <w:basedOn w:val="NormalSuspendu1X"/>
    <w:qFormat/>
    <w:rsid w:val="00A83326"/>
    <w:pPr>
      <w:spacing w:before="0" w:after="0"/>
    </w:pPr>
  </w:style>
  <w:style w:type="paragraph" w:customStyle="1" w:styleId="NormalSuspendu1XRetrait2XEsp0">
    <w:name w:val="NormalSuspendu1XRetrait2XEsp0"/>
    <w:basedOn w:val="NormalSuspendu1XRetrait2X"/>
    <w:qFormat/>
    <w:rsid w:val="00A83326"/>
    <w:pPr>
      <w:spacing w:before="0" w:after="0"/>
    </w:pPr>
  </w:style>
  <w:style w:type="paragraph" w:customStyle="1" w:styleId="ParagrapheVideNormal">
    <w:name w:val="ParagrapheVideNormal"/>
    <w:basedOn w:val="Normal"/>
    <w:next w:val="Normal"/>
    <w:qFormat/>
    <w:rsid w:val="00A83326"/>
  </w:style>
  <w:style w:type="paragraph" w:customStyle="1" w:styleId="ParagrapheVideNormal2">
    <w:name w:val="ParagrapheVideNormal2"/>
    <w:basedOn w:val="ParagrapheVideNormal"/>
    <w:next w:val="Normal"/>
    <w:qFormat/>
    <w:rsid w:val="00A83326"/>
  </w:style>
  <w:style w:type="paragraph" w:customStyle="1" w:styleId="Image">
    <w:name w:val="Image"/>
    <w:basedOn w:val="Centr"/>
    <w:next w:val="Normal"/>
    <w:qFormat/>
    <w:rsid w:val="00A833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3.xml"/><Relationship Id="rId17" Type="http://schemas.openxmlformats.org/officeDocument/2006/relationships/hyperlink" Target="https://www.ebooksgratuits.com/" TargetMode="External"/><Relationship Id="rId2" Type="http://schemas.openxmlformats.org/officeDocument/2006/relationships/styles" Target="styles.xml"/><Relationship Id="rId16" Type="http://schemas.openxmlformats.org/officeDocument/2006/relationships/hyperlink" Target="https://groups.google.com/g/ebooksgratui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livres.dot</Template>
  <TotalTime>0</TotalTime>
  <Pages>373</Pages>
  <Words>84733</Words>
  <Characters>466032</Characters>
  <Application>Microsoft Office Word</Application>
  <DocSecurity>0</DocSecurity>
  <Lines>3883</Lines>
  <Paragraphs>1099</Paragraphs>
  <ScaleCrop>false</ScaleCrop>
  <HeadingPairs>
    <vt:vector size="2" baseType="variant">
      <vt:variant>
        <vt:lpstr>Titre</vt:lpstr>
      </vt:variant>
      <vt:variant>
        <vt:i4>1</vt:i4>
      </vt:variant>
    </vt:vector>
  </HeadingPairs>
  <TitlesOfParts>
    <vt:vector size="1" baseType="lpstr">
      <vt:lpstr>Axelle</vt:lpstr>
    </vt:vector>
  </TitlesOfParts>
  <Company>Ebooks libres et gratuits</Company>
  <LinksUpToDate>false</LinksUpToDate>
  <CharactersWithSpaces>549666</CharactersWithSpaces>
  <SharedDoc>false</SharedDoc>
  <HLinks>
    <vt:vector size="138" baseType="variant">
      <vt:variant>
        <vt:i4>2359399</vt:i4>
      </vt:variant>
      <vt:variant>
        <vt:i4>132</vt:i4>
      </vt:variant>
      <vt:variant>
        <vt:i4>0</vt:i4>
      </vt:variant>
      <vt:variant>
        <vt:i4>5</vt:i4>
      </vt:variant>
      <vt:variant>
        <vt:lpwstr>https://www.ebooksgratuits.com/</vt:lpwstr>
      </vt:variant>
      <vt:variant>
        <vt:lpwstr/>
      </vt:variant>
      <vt:variant>
        <vt:i4>2228340</vt:i4>
      </vt:variant>
      <vt:variant>
        <vt:i4>129</vt:i4>
      </vt:variant>
      <vt:variant>
        <vt:i4>0</vt:i4>
      </vt:variant>
      <vt:variant>
        <vt:i4>5</vt:i4>
      </vt:variant>
      <vt:variant>
        <vt:lpwstr>https://groups.google.com/g/ebooksgratuits</vt:lpwstr>
      </vt:variant>
      <vt:variant>
        <vt:lpwstr/>
      </vt:variant>
      <vt:variant>
        <vt:i4>1638449</vt:i4>
      </vt:variant>
      <vt:variant>
        <vt:i4>122</vt:i4>
      </vt:variant>
      <vt:variant>
        <vt:i4>0</vt:i4>
      </vt:variant>
      <vt:variant>
        <vt:i4>5</vt:i4>
      </vt:variant>
      <vt:variant>
        <vt:lpwstr/>
      </vt:variant>
      <vt:variant>
        <vt:lpwstr>_Toc195555079</vt:lpwstr>
      </vt:variant>
      <vt:variant>
        <vt:i4>1638449</vt:i4>
      </vt:variant>
      <vt:variant>
        <vt:i4>116</vt:i4>
      </vt:variant>
      <vt:variant>
        <vt:i4>0</vt:i4>
      </vt:variant>
      <vt:variant>
        <vt:i4>5</vt:i4>
      </vt:variant>
      <vt:variant>
        <vt:lpwstr/>
      </vt:variant>
      <vt:variant>
        <vt:lpwstr>_Toc195555078</vt:lpwstr>
      </vt:variant>
      <vt:variant>
        <vt:i4>1638449</vt:i4>
      </vt:variant>
      <vt:variant>
        <vt:i4>110</vt:i4>
      </vt:variant>
      <vt:variant>
        <vt:i4>0</vt:i4>
      </vt:variant>
      <vt:variant>
        <vt:i4>5</vt:i4>
      </vt:variant>
      <vt:variant>
        <vt:lpwstr/>
      </vt:variant>
      <vt:variant>
        <vt:lpwstr>_Toc195555077</vt:lpwstr>
      </vt:variant>
      <vt:variant>
        <vt:i4>1638449</vt:i4>
      </vt:variant>
      <vt:variant>
        <vt:i4>104</vt:i4>
      </vt:variant>
      <vt:variant>
        <vt:i4>0</vt:i4>
      </vt:variant>
      <vt:variant>
        <vt:i4>5</vt:i4>
      </vt:variant>
      <vt:variant>
        <vt:lpwstr/>
      </vt:variant>
      <vt:variant>
        <vt:lpwstr>_Toc195555076</vt:lpwstr>
      </vt:variant>
      <vt:variant>
        <vt:i4>1638449</vt:i4>
      </vt:variant>
      <vt:variant>
        <vt:i4>98</vt:i4>
      </vt:variant>
      <vt:variant>
        <vt:i4>0</vt:i4>
      </vt:variant>
      <vt:variant>
        <vt:i4>5</vt:i4>
      </vt:variant>
      <vt:variant>
        <vt:lpwstr/>
      </vt:variant>
      <vt:variant>
        <vt:lpwstr>_Toc195555075</vt:lpwstr>
      </vt:variant>
      <vt:variant>
        <vt:i4>1638449</vt:i4>
      </vt:variant>
      <vt:variant>
        <vt:i4>92</vt:i4>
      </vt:variant>
      <vt:variant>
        <vt:i4>0</vt:i4>
      </vt:variant>
      <vt:variant>
        <vt:i4>5</vt:i4>
      </vt:variant>
      <vt:variant>
        <vt:lpwstr/>
      </vt:variant>
      <vt:variant>
        <vt:lpwstr>_Toc195555074</vt:lpwstr>
      </vt:variant>
      <vt:variant>
        <vt:i4>1638449</vt:i4>
      </vt:variant>
      <vt:variant>
        <vt:i4>86</vt:i4>
      </vt:variant>
      <vt:variant>
        <vt:i4>0</vt:i4>
      </vt:variant>
      <vt:variant>
        <vt:i4>5</vt:i4>
      </vt:variant>
      <vt:variant>
        <vt:lpwstr/>
      </vt:variant>
      <vt:variant>
        <vt:lpwstr>_Toc195555073</vt:lpwstr>
      </vt:variant>
      <vt:variant>
        <vt:i4>1638449</vt:i4>
      </vt:variant>
      <vt:variant>
        <vt:i4>80</vt:i4>
      </vt:variant>
      <vt:variant>
        <vt:i4>0</vt:i4>
      </vt:variant>
      <vt:variant>
        <vt:i4>5</vt:i4>
      </vt:variant>
      <vt:variant>
        <vt:lpwstr/>
      </vt:variant>
      <vt:variant>
        <vt:lpwstr>_Toc195555072</vt:lpwstr>
      </vt:variant>
      <vt:variant>
        <vt:i4>1638449</vt:i4>
      </vt:variant>
      <vt:variant>
        <vt:i4>74</vt:i4>
      </vt:variant>
      <vt:variant>
        <vt:i4>0</vt:i4>
      </vt:variant>
      <vt:variant>
        <vt:i4>5</vt:i4>
      </vt:variant>
      <vt:variant>
        <vt:lpwstr/>
      </vt:variant>
      <vt:variant>
        <vt:lpwstr>_Toc195555071</vt:lpwstr>
      </vt:variant>
      <vt:variant>
        <vt:i4>1638449</vt:i4>
      </vt:variant>
      <vt:variant>
        <vt:i4>68</vt:i4>
      </vt:variant>
      <vt:variant>
        <vt:i4>0</vt:i4>
      </vt:variant>
      <vt:variant>
        <vt:i4>5</vt:i4>
      </vt:variant>
      <vt:variant>
        <vt:lpwstr/>
      </vt:variant>
      <vt:variant>
        <vt:lpwstr>_Toc195555070</vt:lpwstr>
      </vt:variant>
      <vt:variant>
        <vt:i4>1572913</vt:i4>
      </vt:variant>
      <vt:variant>
        <vt:i4>62</vt:i4>
      </vt:variant>
      <vt:variant>
        <vt:i4>0</vt:i4>
      </vt:variant>
      <vt:variant>
        <vt:i4>5</vt:i4>
      </vt:variant>
      <vt:variant>
        <vt:lpwstr/>
      </vt:variant>
      <vt:variant>
        <vt:lpwstr>_Toc195555069</vt:lpwstr>
      </vt:variant>
      <vt:variant>
        <vt:i4>1572913</vt:i4>
      </vt:variant>
      <vt:variant>
        <vt:i4>56</vt:i4>
      </vt:variant>
      <vt:variant>
        <vt:i4>0</vt:i4>
      </vt:variant>
      <vt:variant>
        <vt:i4>5</vt:i4>
      </vt:variant>
      <vt:variant>
        <vt:lpwstr/>
      </vt:variant>
      <vt:variant>
        <vt:lpwstr>_Toc195555068</vt:lpwstr>
      </vt:variant>
      <vt:variant>
        <vt:i4>1572913</vt:i4>
      </vt:variant>
      <vt:variant>
        <vt:i4>50</vt:i4>
      </vt:variant>
      <vt:variant>
        <vt:i4>0</vt:i4>
      </vt:variant>
      <vt:variant>
        <vt:i4>5</vt:i4>
      </vt:variant>
      <vt:variant>
        <vt:lpwstr/>
      </vt:variant>
      <vt:variant>
        <vt:lpwstr>_Toc195555067</vt:lpwstr>
      </vt:variant>
      <vt:variant>
        <vt:i4>1572913</vt:i4>
      </vt:variant>
      <vt:variant>
        <vt:i4>44</vt:i4>
      </vt:variant>
      <vt:variant>
        <vt:i4>0</vt:i4>
      </vt:variant>
      <vt:variant>
        <vt:i4>5</vt:i4>
      </vt:variant>
      <vt:variant>
        <vt:lpwstr/>
      </vt:variant>
      <vt:variant>
        <vt:lpwstr>_Toc195555066</vt:lpwstr>
      </vt:variant>
      <vt:variant>
        <vt:i4>1572913</vt:i4>
      </vt:variant>
      <vt:variant>
        <vt:i4>38</vt:i4>
      </vt:variant>
      <vt:variant>
        <vt:i4>0</vt:i4>
      </vt:variant>
      <vt:variant>
        <vt:i4>5</vt:i4>
      </vt:variant>
      <vt:variant>
        <vt:lpwstr/>
      </vt:variant>
      <vt:variant>
        <vt:lpwstr>_Toc195555065</vt:lpwstr>
      </vt:variant>
      <vt:variant>
        <vt:i4>1572913</vt:i4>
      </vt:variant>
      <vt:variant>
        <vt:i4>32</vt:i4>
      </vt:variant>
      <vt:variant>
        <vt:i4>0</vt:i4>
      </vt:variant>
      <vt:variant>
        <vt:i4>5</vt:i4>
      </vt:variant>
      <vt:variant>
        <vt:lpwstr/>
      </vt:variant>
      <vt:variant>
        <vt:lpwstr>_Toc195555064</vt:lpwstr>
      </vt:variant>
      <vt:variant>
        <vt:i4>1572913</vt:i4>
      </vt:variant>
      <vt:variant>
        <vt:i4>26</vt:i4>
      </vt:variant>
      <vt:variant>
        <vt:i4>0</vt:i4>
      </vt:variant>
      <vt:variant>
        <vt:i4>5</vt:i4>
      </vt:variant>
      <vt:variant>
        <vt:lpwstr/>
      </vt:variant>
      <vt:variant>
        <vt:lpwstr>_Toc195555063</vt:lpwstr>
      </vt:variant>
      <vt:variant>
        <vt:i4>1572913</vt:i4>
      </vt:variant>
      <vt:variant>
        <vt:i4>20</vt:i4>
      </vt:variant>
      <vt:variant>
        <vt:i4>0</vt:i4>
      </vt:variant>
      <vt:variant>
        <vt:i4>5</vt:i4>
      </vt:variant>
      <vt:variant>
        <vt:lpwstr/>
      </vt:variant>
      <vt:variant>
        <vt:lpwstr>_Toc195555062</vt:lpwstr>
      </vt:variant>
      <vt:variant>
        <vt:i4>1572913</vt:i4>
      </vt:variant>
      <vt:variant>
        <vt:i4>14</vt:i4>
      </vt:variant>
      <vt:variant>
        <vt:i4>0</vt:i4>
      </vt:variant>
      <vt:variant>
        <vt:i4>5</vt:i4>
      </vt:variant>
      <vt:variant>
        <vt:lpwstr/>
      </vt:variant>
      <vt:variant>
        <vt:lpwstr>_Toc195555061</vt:lpwstr>
      </vt:variant>
      <vt:variant>
        <vt:i4>1572913</vt:i4>
      </vt:variant>
      <vt:variant>
        <vt:i4>8</vt:i4>
      </vt:variant>
      <vt:variant>
        <vt:i4>0</vt:i4>
      </vt:variant>
      <vt:variant>
        <vt:i4>5</vt:i4>
      </vt:variant>
      <vt:variant>
        <vt:lpwstr/>
      </vt:variant>
      <vt:variant>
        <vt:lpwstr>_Toc195555060</vt:lpwstr>
      </vt:variant>
      <vt:variant>
        <vt:i4>1769521</vt:i4>
      </vt:variant>
      <vt:variant>
        <vt:i4>2</vt:i4>
      </vt:variant>
      <vt:variant>
        <vt:i4>0</vt:i4>
      </vt:variant>
      <vt:variant>
        <vt:i4>5</vt:i4>
      </vt:variant>
      <vt:variant>
        <vt:lpwstr/>
      </vt:variant>
      <vt:variant>
        <vt:lpwstr>_Toc195555059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Axelle</dc:title>
  <dc:subject>Romans</dc:subject>
  <dc:creator>Pierre Benoit</dc:creator>
  <cp:keywords/>
  <dc:description>Capturé par les Allemands au cours de l’hiver 1917, Pierre Dumaine est interné dans un camp d'une région lugubre de la Prusse. Apprenant que le jeune homme est ingénieur en électricité dans le civil, le commandant du camp l’envoie travailler à Reichendorf, dans un manoir délabré. Alors qu’au loin la guerre se poursuit, interminable, la future belle fille du Duc de Reichendorf, la belle Axelle, qui alterne infinie douceur et froideur glaciale, inspire à Pierre au fil des mois une passion distante.
Un très beau roman, empreint de mélancolie, où Pierre Benoit esquisse dans un style plein de retenue et de délicatesse, de superbes portraits psychologiques.</dc:description>
  <cp:lastModifiedBy>Cool Micro</cp:lastModifiedBy>
  <cp:revision>2</cp:revision>
  <cp:lastPrinted>2025-04-14T18:34:00Z</cp:lastPrinted>
  <dcterms:created xsi:type="dcterms:W3CDTF">2025-04-14T18:36:00Z</dcterms:created>
  <dcterms:modified xsi:type="dcterms:W3CDTF">2025-04-14T18:36:00Z</dcterms:modified>
  <cp:category>Romans</cp:category>
</cp:coreProperties>
</file>