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0B99D" w14:textId="6E419475" w:rsidR="00033562" w:rsidRDefault="00A06785">
      <w:pPr>
        <w:pStyle w:val="Photoauteur"/>
      </w:pPr>
      <w:r>
        <w:drawing>
          <wp:anchor distT="0" distB="0" distL="114300" distR="114300" simplePos="0" relativeHeight="251657728" behindDoc="0" locked="0" layoutInCell="1" allowOverlap="1" wp14:anchorId="5167F768" wp14:editId="2C7A6356">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1C8B3470" wp14:editId="76EDD46D">
            <wp:extent cx="2854325" cy="3800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4325" cy="3800475"/>
                    </a:xfrm>
                    <a:prstGeom prst="rect">
                      <a:avLst/>
                    </a:prstGeom>
                    <a:noFill/>
                    <a:ln>
                      <a:noFill/>
                    </a:ln>
                  </pic:spPr>
                </pic:pic>
              </a:graphicData>
            </a:graphic>
          </wp:inline>
        </w:drawing>
      </w:r>
    </w:p>
    <w:p w14:paraId="3EED7D86" w14:textId="77777777" w:rsidR="00033562" w:rsidRDefault="00D44C7B">
      <w:pPr>
        <w:pStyle w:val="Auteur"/>
      </w:pPr>
      <w:r>
        <w:t>Gabriel Félix</w:t>
      </w:r>
    </w:p>
    <w:p w14:paraId="37F54E14" w14:textId="628AC5AD" w:rsidR="00033562" w:rsidRPr="00D44C7B" w:rsidRDefault="00D44C7B" w:rsidP="00D44C7B">
      <w:pPr>
        <w:pStyle w:val="Titrelivre"/>
        <w:rPr>
          <w:szCs w:val="60"/>
        </w:rPr>
      </w:pPr>
      <w:r w:rsidRPr="00592BA7">
        <w:t>VASCO DE G</w:t>
      </w:r>
      <w:r w:rsidR="005A7531">
        <w:t>A</w:t>
      </w:r>
      <w:r w:rsidRPr="00592BA7">
        <w:t>MA</w:t>
      </w:r>
    </w:p>
    <w:p w14:paraId="58C12B48" w14:textId="01E0B9E8" w:rsidR="00033562" w:rsidRDefault="00D44C7B">
      <w:pPr>
        <w:pStyle w:val="Soustitrelivre"/>
      </w:pPr>
      <w:bookmarkStart w:id="0" w:name="_Hlk195615286"/>
      <w:r>
        <w:t>Célèbre navigateur portugais (1469</w:t>
      </w:r>
      <w:r w:rsidR="005A7531">
        <w:t xml:space="preserve"> – </w:t>
      </w:r>
      <w:r>
        <w:t>1525)</w:t>
      </w:r>
      <w:bookmarkEnd w:id="0"/>
    </w:p>
    <w:p w14:paraId="05A65714" w14:textId="77777777" w:rsidR="00033562" w:rsidRDefault="00D44C7B">
      <w:pPr>
        <w:pStyle w:val="DateSortie"/>
      </w:pPr>
      <w:r>
        <w:t>1900</w:t>
      </w:r>
    </w:p>
    <w:p w14:paraId="59675FA6" w14:textId="77777777" w:rsidR="00033562" w:rsidRPr="00FD7ABB" w:rsidRDefault="00033562" w:rsidP="00FD7ABB">
      <w:pPr>
        <w:ind w:left="2340" w:firstLine="0"/>
        <w:jc w:val="center"/>
        <w:sectPr w:rsidR="00033562" w:rsidRPr="00FD7ABB">
          <w:footerReference w:type="default" r:id="rId9"/>
          <w:pgSz w:w="11906" w:h="16838" w:code="9"/>
          <w:pgMar w:top="0" w:right="0" w:bottom="0" w:left="0" w:header="0" w:footer="0" w:gutter="0"/>
          <w:cols w:space="708"/>
          <w:titlePg/>
          <w:docGrid w:linePitch="360"/>
        </w:sectPr>
      </w:pPr>
    </w:p>
    <w:p w14:paraId="6DCD44C9" w14:textId="77777777" w:rsidR="00033562" w:rsidRDefault="00033562">
      <w:pPr>
        <w:pStyle w:val="Titretablematires"/>
      </w:pPr>
      <w:r>
        <w:lastRenderedPageBreak/>
        <w:t>Table des matières</w:t>
      </w:r>
    </w:p>
    <w:p w14:paraId="76D4B8EB" w14:textId="77777777" w:rsidR="00033562" w:rsidRDefault="00033562"/>
    <w:p w14:paraId="6F6381BC" w14:textId="521FB17A" w:rsidR="00973474"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615289" w:history="1">
        <w:r w:rsidR="00973474" w:rsidRPr="00BB1922">
          <w:rPr>
            <w:rStyle w:val="Lienhypertexte"/>
          </w:rPr>
          <w:t>I</w:t>
        </w:r>
        <w:r w:rsidR="00973474">
          <w:rPr>
            <w:webHidden/>
          </w:rPr>
          <w:tab/>
        </w:r>
        <w:r w:rsidR="00973474">
          <w:rPr>
            <w:webHidden/>
          </w:rPr>
          <w:fldChar w:fldCharType="begin"/>
        </w:r>
        <w:r w:rsidR="00973474">
          <w:rPr>
            <w:webHidden/>
          </w:rPr>
          <w:instrText xml:space="preserve"> PAGEREF _Toc195615289 \h </w:instrText>
        </w:r>
        <w:r w:rsidR="00973474">
          <w:rPr>
            <w:webHidden/>
          </w:rPr>
        </w:r>
        <w:r w:rsidR="00973474">
          <w:rPr>
            <w:webHidden/>
          </w:rPr>
          <w:fldChar w:fldCharType="separate"/>
        </w:r>
        <w:r w:rsidR="00BA3788">
          <w:rPr>
            <w:webHidden/>
          </w:rPr>
          <w:t>4</w:t>
        </w:r>
        <w:r w:rsidR="00973474">
          <w:rPr>
            <w:webHidden/>
          </w:rPr>
          <w:fldChar w:fldCharType="end"/>
        </w:r>
      </w:hyperlink>
    </w:p>
    <w:p w14:paraId="57750AB2" w14:textId="5CECF0DE"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0" w:history="1">
        <w:r w:rsidRPr="00BB1922">
          <w:rPr>
            <w:rStyle w:val="Lienhypertexte"/>
          </w:rPr>
          <w:t>II</w:t>
        </w:r>
        <w:r>
          <w:rPr>
            <w:webHidden/>
          </w:rPr>
          <w:tab/>
        </w:r>
        <w:r>
          <w:rPr>
            <w:webHidden/>
          </w:rPr>
          <w:fldChar w:fldCharType="begin"/>
        </w:r>
        <w:r>
          <w:rPr>
            <w:webHidden/>
          </w:rPr>
          <w:instrText xml:space="preserve"> PAGEREF _Toc195615290 \h </w:instrText>
        </w:r>
        <w:r>
          <w:rPr>
            <w:webHidden/>
          </w:rPr>
        </w:r>
        <w:r>
          <w:rPr>
            <w:webHidden/>
          </w:rPr>
          <w:fldChar w:fldCharType="separate"/>
        </w:r>
        <w:r w:rsidR="00BA3788">
          <w:rPr>
            <w:webHidden/>
          </w:rPr>
          <w:t>10</w:t>
        </w:r>
        <w:r>
          <w:rPr>
            <w:webHidden/>
          </w:rPr>
          <w:fldChar w:fldCharType="end"/>
        </w:r>
      </w:hyperlink>
    </w:p>
    <w:p w14:paraId="4028432E" w14:textId="49756196"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1" w:history="1">
        <w:r w:rsidRPr="00BB1922">
          <w:rPr>
            <w:rStyle w:val="Lienhypertexte"/>
          </w:rPr>
          <w:t>III</w:t>
        </w:r>
        <w:r>
          <w:rPr>
            <w:webHidden/>
          </w:rPr>
          <w:tab/>
        </w:r>
        <w:r>
          <w:rPr>
            <w:webHidden/>
          </w:rPr>
          <w:fldChar w:fldCharType="begin"/>
        </w:r>
        <w:r>
          <w:rPr>
            <w:webHidden/>
          </w:rPr>
          <w:instrText xml:space="preserve"> PAGEREF _Toc195615291 \h </w:instrText>
        </w:r>
        <w:r>
          <w:rPr>
            <w:webHidden/>
          </w:rPr>
        </w:r>
        <w:r>
          <w:rPr>
            <w:webHidden/>
          </w:rPr>
          <w:fldChar w:fldCharType="separate"/>
        </w:r>
        <w:r w:rsidR="00BA3788">
          <w:rPr>
            <w:webHidden/>
          </w:rPr>
          <w:t>19</w:t>
        </w:r>
        <w:r>
          <w:rPr>
            <w:webHidden/>
          </w:rPr>
          <w:fldChar w:fldCharType="end"/>
        </w:r>
      </w:hyperlink>
    </w:p>
    <w:p w14:paraId="63A6007E" w14:textId="6B21908E"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2" w:history="1">
        <w:r w:rsidRPr="00BB1922">
          <w:rPr>
            <w:rStyle w:val="Lienhypertexte"/>
          </w:rPr>
          <w:t>IV</w:t>
        </w:r>
        <w:r>
          <w:rPr>
            <w:webHidden/>
          </w:rPr>
          <w:tab/>
        </w:r>
        <w:r>
          <w:rPr>
            <w:webHidden/>
          </w:rPr>
          <w:fldChar w:fldCharType="begin"/>
        </w:r>
        <w:r>
          <w:rPr>
            <w:webHidden/>
          </w:rPr>
          <w:instrText xml:space="preserve"> PAGEREF _Toc195615292 \h </w:instrText>
        </w:r>
        <w:r>
          <w:rPr>
            <w:webHidden/>
          </w:rPr>
        </w:r>
        <w:r>
          <w:rPr>
            <w:webHidden/>
          </w:rPr>
          <w:fldChar w:fldCharType="separate"/>
        </w:r>
        <w:r w:rsidR="00BA3788">
          <w:rPr>
            <w:webHidden/>
          </w:rPr>
          <w:t>34</w:t>
        </w:r>
        <w:r>
          <w:rPr>
            <w:webHidden/>
          </w:rPr>
          <w:fldChar w:fldCharType="end"/>
        </w:r>
      </w:hyperlink>
    </w:p>
    <w:p w14:paraId="726DD83B" w14:textId="61011BA5"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3" w:history="1">
        <w:r w:rsidRPr="00BB1922">
          <w:rPr>
            <w:rStyle w:val="Lienhypertexte"/>
          </w:rPr>
          <w:t>V</w:t>
        </w:r>
        <w:r>
          <w:rPr>
            <w:webHidden/>
          </w:rPr>
          <w:tab/>
        </w:r>
        <w:r>
          <w:rPr>
            <w:webHidden/>
          </w:rPr>
          <w:fldChar w:fldCharType="begin"/>
        </w:r>
        <w:r>
          <w:rPr>
            <w:webHidden/>
          </w:rPr>
          <w:instrText xml:space="preserve"> PAGEREF _Toc195615293 \h </w:instrText>
        </w:r>
        <w:r>
          <w:rPr>
            <w:webHidden/>
          </w:rPr>
        </w:r>
        <w:r>
          <w:rPr>
            <w:webHidden/>
          </w:rPr>
          <w:fldChar w:fldCharType="separate"/>
        </w:r>
        <w:r w:rsidR="00BA3788">
          <w:rPr>
            <w:webHidden/>
          </w:rPr>
          <w:t>46</w:t>
        </w:r>
        <w:r>
          <w:rPr>
            <w:webHidden/>
          </w:rPr>
          <w:fldChar w:fldCharType="end"/>
        </w:r>
      </w:hyperlink>
    </w:p>
    <w:p w14:paraId="7B0D564D" w14:textId="2C8D0E88"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4" w:history="1">
        <w:r w:rsidRPr="00BB1922">
          <w:rPr>
            <w:rStyle w:val="Lienhypertexte"/>
          </w:rPr>
          <w:t>VI</w:t>
        </w:r>
        <w:r>
          <w:rPr>
            <w:webHidden/>
          </w:rPr>
          <w:tab/>
        </w:r>
        <w:r>
          <w:rPr>
            <w:webHidden/>
          </w:rPr>
          <w:fldChar w:fldCharType="begin"/>
        </w:r>
        <w:r>
          <w:rPr>
            <w:webHidden/>
          </w:rPr>
          <w:instrText xml:space="preserve"> PAGEREF _Toc195615294 \h </w:instrText>
        </w:r>
        <w:r>
          <w:rPr>
            <w:webHidden/>
          </w:rPr>
        </w:r>
        <w:r>
          <w:rPr>
            <w:webHidden/>
          </w:rPr>
          <w:fldChar w:fldCharType="separate"/>
        </w:r>
        <w:r w:rsidR="00BA3788">
          <w:rPr>
            <w:webHidden/>
          </w:rPr>
          <w:t>57</w:t>
        </w:r>
        <w:r>
          <w:rPr>
            <w:webHidden/>
          </w:rPr>
          <w:fldChar w:fldCharType="end"/>
        </w:r>
      </w:hyperlink>
    </w:p>
    <w:p w14:paraId="49B4C660" w14:textId="6FED8104"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5" w:history="1">
        <w:r w:rsidRPr="00BB1922">
          <w:rPr>
            <w:rStyle w:val="Lienhypertexte"/>
          </w:rPr>
          <w:t>VII</w:t>
        </w:r>
        <w:r>
          <w:rPr>
            <w:webHidden/>
          </w:rPr>
          <w:tab/>
        </w:r>
        <w:r>
          <w:rPr>
            <w:webHidden/>
          </w:rPr>
          <w:fldChar w:fldCharType="begin"/>
        </w:r>
        <w:r>
          <w:rPr>
            <w:webHidden/>
          </w:rPr>
          <w:instrText xml:space="preserve"> PAGEREF _Toc195615295 \h </w:instrText>
        </w:r>
        <w:r>
          <w:rPr>
            <w:webHidden/>
          </w:rPr>
        </w:r>
        <w:r>
          <w:rPr>
            <w:webHidden/>
          </w:rPr>
          <w:fldChar w:fldCharType="separate"/>
        </w:r>
        <w:r w:rsidR="00BA3788">
          <w:rPr>
            <w:webHidden/>
          </w:rPr>
          <w:t>69</w:t>
        </w:r>
        <w:r>
          <w:rPr>
            <w:webHidden/>
          </w:rPr>
          <w:fldChar w:fldCharType="end"/>
        </w:r>
      </w:hyperlink>
    </w:p>
    <w:p w14:paraId="372B3B33" w14:textId="68876A9D"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6" w:history="1">
        <w:r w:rsidRPr="00BB1922">
          <w:rPr>
            <w:rStyle w:val="Lienhypertexte"/>
          </w:rPr>
          <w:t>VIII</w:t>
        </w:r>
        <w:r>
          <w:rPr>
            <w:webHidden/>
          </w:rPr>
          <w:tab/>
        </w:r>
        <w:r>
          <w:rPr>
            <w:webHidden/>
          </w:rPr>
          <w:fldChar w:fldCharType="begin"/>
        </w:r>
        <w:r>
          <w:rPr>
            <w:webHidden/>
          </w:rPr>
          <w:instrText xml:space="preserve"> PAGEREF _Toc195615296 \h </w:instrText>
        </w:r>
        <w:r>
          <w:rPr>
            <w:webHidden/>
          </w:rPr>
        </w:r>
        <w:r>
          <w:rPr>
            <w:webHidden/>
          </w:rPr>
          <w:fldChar w:fldCharType="separate"/>
        </w:r>
        <w:r w:rsidR="00BA3788">
          <w:rPr>
            <w:webHidden/>
          </w:rPr>
          <w:t>77</w:t>
        </w:r>
        <w:r>
          <w:rPr>
            <w:webHidden/>
          </w:rPr>
          <w:fldChar w:fldCharType="end"/>
        </w:r>
      </w:hyperlink>
    </w:p>
    <w:p w14:paraId="108AE3B4" w14:textId="7FEE94E5"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7" w:history="1">
        <w:r w:rsidRPr="00BB1922">
          <w:rPr>
            <w:rStyle w:val="Lienhypertexte"/>
          </w:rPr>
          <w:t>IX</w:t>
        </w:r>
        <w:r>
          <w:rPr>
            <w:webHidden/>
          </w:rPr>
          <w:tab/>
        </w:r>
        <w:r>
          <w:rPr>
            <w:webHidden/>
          </w:rPr>
          <w:fldChar w:fldCharType="begin"/>
        </w:r>
        <w:r>
          <w:rPr>
            <w:webHidden/>
          </w:rPr>
          <w:instrText xml:space="preserve"> PAGEREF _Toc195615297 \h </w:instrText>
        </w:r>
        <w:r>
          <w:rPr>
            <w:webHidden/>
          </w:rPr>
        </w:r>
        <w:r>
          <w:rPr>
            <w:webHidden/>
          </w:rPr>
          <w:fldChar w:fldCharType="separate"/>
        </w:r>
        <w:r w:rsidR="00BA3788">
          <w:rPr>
            <w:webHidden/>
          </w:rPr>
          <w:t>93</w:t>
        </w:r>
        <w:r>
          <w:rPr>
            <w:webHidden/>
          </w:rPr>
          <w:fldChar w:fldCharType="end"/>
        </w:r>
      </w:hyperlink>
    </w:p>
    <w:p w14:paraId="3B4E3181" w14:textId="042D66C1"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8" w:history="1">
        <w:r w:rsidRPr="00BB1922">
          <w:rPr>
            <w:rStyle w:val="Lienhypertexte"/>
          </w:rPr>
          <w:t>X</w:t>
        </w:r>
        <w:r>
          <w:rPr>
            <w:webHidden/>
          </w:rPr>
          <w:tab/>
        </w:r>
        <w:r>
          <w:rPr>
            <w:webHidden/>
          </w:rPr>
          <w:fldChar w:fldCharType="begin"/>
        </w:r>
        <w:r>
          <w:rPr>
            <w:webHidden/>
          </w:rPr>
          <w:instrText xml:space="preserve"> PAGEREF _Toc195615298 \h </w:instrText>
        </w:r>
        <w:r>
          <w:rPr>
            <w:webHidden/>
          </w:rPr>
        </w:r>
        <w:r>
          <w:rPr>
            <w:webHidden/>
          </w:rPr>
          <w:fldChar w:fldCharType="separate"/>
        </w:r>
        <w:r w:rsidR="00BA3788">
          <w:rPr>
            <w:webHidden/>
          </w:rPr>
          <w:t>99</w:t>
        </w:r>
        <w:r>
          <w:rPr>
            <w:webHidden/>
          </w:rPr>
          <w:fldChar w:fldCharType="end"/>
        </w:r>
      </w:hyperlink>
    </w:p>
    <w:p w14:paraId="41CDF5C8" w14:textId="0BF4D55C"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299" w:history="1">
        <w:r w:rsidRPr="00BB1922">
          <w:rPr>
            <w:rStyle w:val="Lienhypertexte"/>
          </w:rPr>
          <w:t>XI</w:t>
        </w:r>
        <w:r>
          <w:rPr>
            <w:webHidden/>
          </w:rPr>
          <w:tab/>
        </w:r>
        <w:r>
          <w:rPr>
            <w:webHidden/>
          </w:rPr>
          <w:fldChar w:fldCharType="begin"/>
        </w:r>
        <w:r>
          <w:rPr>
            <w:webHidden/>
          </w:rPr>
          <w:instrText xml:space="preserve"> PAGEREF _Toc195615299 \h </w:instrText>
        </w:r>
        <w:r>
          <w:rPr>
            <w:webHidden/>
          </w:rPr>
        </w:r>
        <w:r>
          <w:rPr>
            <w:webHidden/>
          </w:rPr>
          <w:fldChar w:fldCharType="separate"/>
        </w:r>
        <w:r w:rsidR="00BA3788">
          <w:rPr>
            <w:webHidden/>
          </w:rPr>
          <w:t>105</w:t>
        </w:r>
        <w:r>
          <w:rPr>
            <w:webHidden/>
          </w:rPr>
          <w:fldChar w:fldCharType="end"/>
        </w:r>
      </w:hyperlink>
    </w:p>
    <w:p w14:paraId="155AE448" w14:textId="7292C823"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300" w:history="1">
        <w:r w:rsidRPr="00BB1922">
          <w:rPr>
            <w:rStyle w:val="Lienhypertexte"/>
          </w:rPr>
          <w:t>XII</w:t>
        </w:r>
        <w:r>
          <w:rPr>
            <w:webHidden/>
          </w:rPr>
          <w:tab/>
        </w:r>
        <w:r>
          <w:rPr>
            <w:webHidden/>
          </w:rPr>
          <w:fldChar w:fldCharType="begin"/>
        </w:r>
        <w:r>
          <w:rPr>
            <w:webHidden/>
          </w:rPr>
          <w:instrText xml:space="preserve"> PAGEREF _Toc195615300 \h </w:instrText>
        </w:r>
        <w:r>
          <w:rPr>
            <w:webHidden/>
          </w:rPr>
        </w:r>
        <w:r>
          <w:rPr>
            <w:webHidden/>
          </w:rPr>
          <w:fldChar w:fldCharType="separate"/>
        </w:r>
        <w:r w:rsidR="00BA3788">
          <w:rPr>
            <w:webHidden/>
          </w:rPr>
          <w:t>109</w:t>
        </w:r>
        <w:r>
          <w:rPr>
            <w:webHidden/>
          </w:rPr>
          <w:fldChar w:fldCharType="end"/>
        </w:r>
      </w:hyperlink>
    </w:p>
    <w:p w14:paraId="5AF463D7" w14:textId="2EACB0FC"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301" w:history="1">
        <w:r w:rsidRPr="00BB1922">
          <w:rPr>
            <w:rStyle w:val="Lienhypertexte"/>
          </w:rPr>
          <w:t>XIII</w:t>
        </w:r>
        <w:r>
          <w:rPr>
            <w:webHidden/>
          </w:rPr>
          <w:tab/>
        </w:r>
        <w:r>
          <w:rPr>
            <w:webHidden/>
          </w:rPr>
          <w:fldChar w:fldCharType="begin"/>
        </w:r>
        <w:r>
          <w:rPr>
            <w:webHidden/>
          </w:rPr>
          <w:instrText xml:space="preserve"> PAGEREF _Toc195615301 \h </w:instrText>
        </w:r>
        <w:r>
          <w:rPr>
            <w:webHidden/>
          </w:rPr>
        </w:r>
        <w:r>
          <w:rPr>
            <w:webHidden/>
          </w:rPr>
          <w:fldChar w:fldCharType="separate"/>
        </w:r>
        <w:r w:rsidR="00BA3788">
          <w:rPr>
            <w:webHidden/>
          </w:rPr>
          <w:t>124</w:t>
        </w:r>
        <w:r>
          <w:rPr>
            <w:webHidden/>
          </w:rPr>
          <w:fldChar w:fldCharType="end"/>
        </w:r>
      </w:hyperlink>
    </w:p>
    <w:p w14:paraId="6CA70618" w14:textId="71561786"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302" w:history="1">
        <w:r w:rsidRPr="00BB1922">
          <w:rPr>
            <w:rStyle w:val="Lienhypertexte"/>
          </w:rPr>
          <w:t>XIV</w:t>
        </w:r>
        <w:r>
          <w:rPr>
            <w:webHidden/>
          </w:rPr>
          <w:tab/>
        </w:r>
        <w:r>
          <w:rPr>
            <w:webHidden/>
          </w:rPr>
          <w:fldChar w:fldCharType="begin"/>
        </w:r>
        <w:r>
          <w:rPr>
            <w:webHidden/>
          </w:rPr>
          <w:instrText xml:space="preserve"> PAGEREF _Toc195615302 \h </w:instrText>
        </w:r>
        <w:r>
          <w:rPr>
            <w:webHidden/>
          </w:rPr>
        </w:r>
        <w:r>
          <w:rPr>
            <w:webHidden/>
          </w:rPr>
          <w:fldChar w:fldCharType="separate"/>
        </w:r>
        <w:r w:rsidR="00BA3788">
          <w:rPr>
            <w:webHidden/>
          </w:rPr>
          <w:t>139</w:t>
        </w:r>
        <w:r>
          <w:rPr>
            <w:webHidden/>
          </w:rPr>
          <w:fldChar w:fldCharType="end"/>
        </w:r>
      </w:hyperlink>
    </w:p>
    <w:p w14:paraId="5EA1C280" w14:textId="13C0E2A6"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303" w:history="1">
        <w:r w:rsidRPr="00BB1922">
          <w:rPr>
            <w:rStyle w:val="Lienhypertexte"/>
          </w:rPr>
          <w:t>XV</w:t>
        </w:r>
        <w:r>
          <w:rPr>
            <w:webHidden/>
          </w:rPr>
          <w:tab/>
        </w:r>
        <w:r>
          <w:rPr>
            <w:webHidden/>
          </w:rPr>
          <w:fldChar w:fldCharType="begin"/>
        </w:r>
        <w:r>
          <w:rPr>
            <w:webHidden/>
          </w:rPr>
          <w:instrText xml:space="preserve"> PAGEREF _Toc195615303 \h </w:instrText>
        </w:r>
        <w:r>
          <w:rPr>
            <w:webHidden/>
          </w:rPr>
        </w:r>
        <w:r>
          <w:rPr>
            <w:webHidden/>
          </w:rPr>
          <w:fldChar w:fldCharType="separate"/>
        </w:r>
        <w:r w:rsidR="00BA3788">
          <w:rPr>
            <w:webHidden/>
          </w:rPr>
          <w:t>154</w:t>
        </w:r>
        <w:r>
          <w:rPr>
            <w:webHidden/>
          </w:rPr>
          <w:fldChar w:fldCharType="end"/>
        </w:r>
      </w:hyperlink>
    </w:p>
    <w:p w14:paraId="7EAF8508" w14:textId="123F4B38" w:rsidR="00973474" w:rsidRDefault="00973474">
      <w:pPr>
        <w:pStyle w:val="TM1"/>
        <w:rPr>
          <w:rFonts w:asciiTheme="minorHAnsi" w:eastAsiaTheme="minorEastAsia" w:hAnsiTheme="minorHAnsi" w:cstheme="minorBidi"/>
          <w:bCs w:val="0"/>
          <w:iCs w:val="0"/>
          <w:color w:val="auto"/>
          <w:kern w:val="2"/>
          <w:sz w:val="24"/>
          <w:szCs w:val="24"/>
          <w14:ligatures w14:val="standardContextual"/>
        </w:rPr>
      </w:pPr>
      <w:hyperlink w:anchor="_Toc195615304" w:history="1">
        <w:r w:rsidRPr="00BB1922">
          <w:rPr>
            <w:rStyle w:val="Lienhypertexte"/>
          </w:rPr>
          <w:t>À propos de cette éd</w:t>
        </w:r>
        <w:r w:rsidRPr="00BB1922">
          <w:rPr>
            <w:rStyle w:val="Lienhypertexte"/>
          </w:rPr>
          <w:t>i</w:t>
        </w:r>
        <w:r w:rsidRPr="00BB1922">
          <w:rPr>
            <w:rStyle w:val="Lienhypertexte"/>
          </w:rPr>
          <w:t>tion électronique</w:t>
        </w:r>
        <w:r>
          <w:rPr>
            <w:webHidden/>
          </w:rPr>
          <w:tab/>
        </w:r>
        <w:r>
          <w:rPr>
            <w:webHidden/>
          </w:rPr>
          <w:fldChar w:fldCharType="begin"/>
        </w:r>
        <w:r>
          <w:rPr>
            <w:webHidden/>
          </w:rPr>
          <w:instrText xml:space="preserve"> PAGEREF _Toc195615304 \h </w:instrText>
        </w:r>
        <w:r>
          <w:rPr>
            <w:webHidden/>
          </w:rPr>
        </w:r>
        <w:r>
          <w:rPr>
            <w:webHidden/>
          </w:rPr>
          <w:fldChar w:fldCharType="separate"/>
        </w:r>
        <w:r w:rsidR="00BA3788">
          <w:rPr>
            <w:webHidden/>
          </w:rPr>
          <w:t>160</w:t>
        </w:r>
        <w:r>
          <w:rPr>
            <w:webHidden/>
          </w:rPr>
          <w:fldChar w:fldCharType="end"/>
        </w:r>
      </w:hyperlink>
    </w:p>
    <w:p w14:paraId="09316C47" w14:textId="2E8F909F" w:rsidR="00033562" w:rsidRDefault="00033562" w:rsidP="00FD7ABB">
      <w:r>
        <w:fldChar w:fldCharType="end"/>
      </w:r>
    </w:p>
    <w:p w14:paraId="4813919F" w14:textId="77777777" w:rsidR="00FD7ABB" w:rsidRPr="00FD7ABB" w:rsidRDefault="00FD28AE" w:rsidP="00FD7ABB">
      <w:pPr>
        <w:pageBreakBefore/>
        <w:spacing w:before="480" w:after="0"/>
        <w:ind w:firstLine="0"/>
        <w:jc w:val="center"/>
        <w:rPr>
          <w:b/>
        </w:rPr>
      </w:pPr>
      <w:r w:rsidRPr="00FD7ABB">
        <w:rPr>
          <w:b/>
        </w:rPr>
        <w:lastRenderedPageBreak/>
        <w:t>LÉON XIII ET LE IV</w:t>
      </w:r>
      <w:r w:rsidRPr="00FD7ABB">
        <w:rPr>
          <w:b/>
          <w:vertAlign w:val="superscript"/>
        </w:rPr>
        <w:t>e</w:t>
      </w:r>
      <w:r w:rsidRPr="00FD7ABB">
        <w:rPr>
          <w:b/>
        </w:rPr>
        <w:t xml:space="preserve"> CENTENAIRE</w:t>
      </w:r>
    </w:p>
    <w:p w14:paraId="31C65296" w14:textId="77777777" w:rsidR="00FD7ABB" w:rsidRPr="00FD7ABB" w:rsidRDefault="00FD28AE" w:rsidP="00FD7ABB">
      <w:pPr>
        <w:spacing w:before="120" w:after="120"/>
        <w:ind w:firstLine="0"/>
        <w:jc w:val="center"/>
        <w:rPr>
          <w:b/>
        </w:rPr>
      </w:pPr>
      <w:r w:rsidRPr="00FD7ABB">
        <w:rPr>
          <w:b/>
          <w:szCs w:val="32"/>
        </w:rPr>
        <w:t>DE</w:t>
      </w:r>
    </w:p>
    <w:p w14:paraId="205B0575" w14:textId="77777777" w:rsidR="00FD7ABB" w:rsidRPr="00FD7ABB" w:rsidRDefault="00FD28AE" w:rsidP="00FD7ABB">
      <w:pPr>
        <w:spacing w:before="0" w:after="480"/>
        <w:ind w:firstLine="0"/>
        <w:jc w:val="center"/>
        <w:rPr>
          <w:b/>
        </w:rPr>
      </w:pPr>
      <w:r w:rsidRPr="00FD7ABB">
        <w:rPr>
          <w:b/>
          <w:szCs w:val="32"/>
        </w:rPr>
        <w:t>VASCO DE GAMA</w:t>
      </w:r>
    </w:p>
    <w:p w14:paraId="5EED1F7C" w14:textId="77777777" w:rsidR="00FD28AE" w:rsidRPr="00FD7ABB" w:rsidRDefault="00FD28AE" w:rsidP="00FD7ABB">
      <w:pPr>
        <w:spacing w:before="120" w:after="120"/>
        <w:ind w:firstLine="0"/>
        <w:jc w:val="center"/>
        <w:rPr>
          <w:szCs w:val="32"/>
        </w:rPr>
      </w:pPr>
      <w:r w:rsidRPr="00FD7ABB">
        <w:rPr>
          <w:szCs w:val="32"/>
        </w:rPr>
        <w:t xml:space="preserve">IV. </w:t>
      </w:r>
      <w:proofErr w:type="spellStart"/>
      <w:r w:rsidRPr="00FD7ABB">
        <w:rPr>
          <w:szCs w:val="32"/>
        </w:rPr>
        <w:t>EXEVNTE</w:t>
      </w:r>
      <w:proofErr w:type="spellEnd"/>
      <w:r w:rsidRPr="00FD7ABB">
        <w:rPr>
          <w:szCs w:val="32"/>
        </w:rPr>
        <w:t xml:space="preserve">, </w:t>
      </w:r>
      <w:proofErr w:type="spellStart"/>
      <w:r w:rsidRPr="00FD7ABB">
        <w:rPr>
          <w:szCs w:val="32"/>
        </w:rPr>
        <w:t>SAECVLO</w:t>
      </w:r>
      <w:proofErr w:type="spellEnd"/>
    </w:p>
    <w:p w14:paraId="49DDCAE9" w14:textId="77777777" w:rsidR="00FD28AE" w:rsidRPr="00FD7ABB" w:rsidRDefault="00FD28AE" w:rsidP="00FD7ABB">
      <w:pPr>
        <w:spacing w:before="120" w:after="120"/>
        <w:ind w:firstLine="0"/>
        <w:jc w:val="center"/>
        <w:rPr>
          <w:szCs w:val="32"/>
        </w:rPr>
      </w:pPr>
      <w:proofErr w:type="spellStart"/>
      <w:r w:rsidRPr="00FD7ABB">
        <w:rPr>
          <w:szCs w:val="32"/>
        </w:rPr>
        <w:t>POSTEAQVAM</w:t>
      </w:r>
      <w:proofErr w:type="spellEnd"/>
    </w:p>
    <w:p w14:paraId="5CBE37F1" w14:textId="77777777" w:rsidR="00FD28AE" w:rsidRPr="00FD7ABB" w:rsidRDefault="00FD28AE" w:rsidP="00FD7ABB">
      <w:pPr>
        <w:spacing w:before="120" w:after="120"/>
        <w:ind w:firstLine="0"/>
        <w:jc w:val="center"/>
        <w:rPr>
          <w:szCs w:val="32"/>
        </w:rPr>
      </w:pPr>
      <w:proofErr w:type="spellStart"/>
      <w:r w:rsidRPr="00FD7ABB">
        <w:rPr>
          <w:szCs w:val="32"/>
        </w:rPr>
        <w:t>VASCVS</w:t>
      </w:r>
      <w:proofErr w:type="spellEnd"/>
      <w:r w:rsidRPr="00FD7ABB">
        <w:rPr>
          <w:szCs w:val="32"/>
        </w:rPr>
        <w:t>. DE GAMA</w:t>
      </w:r>
    </w:p>
    <w:p w14:paraId="0874F697" w14:textId="77777777" w:rsidR="00FD28AE" w:rsidRPr="00FD7ABB" w:rsidRDefault="00FD28AE" w:rsidP="00FD7ABB">
      <w:pPr>
        <w:spacing w:before="120" w:after="120"/>
        <w:ind w:firstLine="0"/>
        <w:jc w:val="center"/>
        <w:rPr>
          <w:szCs w:val="32"/>
        </w:rPr>
      </w:pPr>
      <w:proofErr w:type="spellStart"/>
      <w:r w:rsidRPr="00FD7ABB">
        <w:rPr>
          <w:szCs w:val="32"/>
        </w:rPr>
        <w:t>INTENTADO</w:t>
      </w:r>
      <w:proofErr w:type="spellEnd"/>
      <w:r w:rsidRPr="00FD7ABB">
        <w:rPr>
          <w:szCs w:val="32"/>
        </w:rPr>
        <w:t xml:space="preserve">. </w:t>
      </w:r>
      <w:proofErr w:type="spellStart"/>
      <w:r w:rsidRPr="00FD7ABB">
        <w:rPr>
          <w:szCs w:val="32"/>
        </w:rPr>
        <w:t>GVRSV</w:t>
      </w:r>
      <w:proofErr w:type="spellEnd"/>
      <w:r w:rsidRPr="00FD7ABB">
        <w:rPr>
          <w:szCs w:val="32"/>
        </w:rPr>
        <w:t xml:space="preserve">. </w:t>
      </w:r>
      <w:proofErr w:type="spellStart"/>
      <w:r w:rsidRPr="00FD7ABB">
        <w:rPr>
          <w:szCs w:val="32"/>
        </w:rPr>
        <w:t>CALECVTVM</w:t>
      </w:r>
      <w:proofErr w:type="spellEnd"/>
      <w:r w:rsidRPr="00FD7ABB">
        <w:rPr>
          <w:szCs w:val="32"/>
        </w:rPr>
        <w:t>. </w:t>
      </w:r>
      <w:proofErr w:type="spellStart"/>
      <w:r w:rsidRPr="00FD7ABB">
        <w:rPr>
          <w:szCs w:val="32"/>
        </w:rPr>
        <w:t>APPVI</w:t>
      </w:r>
      <w:proofErr w:type="spellEnd"/>
      <w:r w:rsidRPr="00FD7ABB">
        <w:rPr>
          <w:szCs w:val="32"/>
        </w:rPr>
        <w:t xml:space="preserve">. </w:t>
      </w:r>
      <w:proofErr w:type="spellStart"/>
      <w:r w:rsidRPr="00FD7ABB">
        <w:rPr>
          <w:szCs w:val="32"/>
        </w:rPr>
        <w:t>SVS</w:t>
      </w:r>
      <w:proofErr w:type="spellEnd"/>
    </w:p>
    <w:p w14:paraId="0A24B0C3" w14:textId="77777777" w:rsidR="00FD28AE" w:rsidRPr="00FD7ABB" w:rsidRDefault="00FD28AE" w:rsidP="00FD7ABB">
      <w:pPr>
        <w:spacing w:before="120" w:after="120"/>
        <w:ind w:firstLine="0"/>
        <w:jc w:val="center"/>
        <w:rPr>
          <w:szCs w:val="32"/>
        </w:rPr>
      </w:pPr>
      <w:proofErr w:type="spellStart"/>
      <w:r w:rsidRPr="00FD7ABB">
        <w:rPr>
          <w:szCs w:val="32"/>
        </w:rPr>
        <w:t>LVSITANORVM</w:t>
      </w:r>
      <w:proofErr w:type="spellEnd"/>
      <w:r w:rsidRPr="00FD7ABB">
        <w:rPr>
          <w:szCs w:val="32"/>
        </w:rPr>
        <w:t>. </w:t>
      </w:r>
      <w:proofErr w:type="spellStart"/>
      <w:r w:rsidRPr="00FD7ABB">
        <w:rPr>
          <w:szCs w:val="32"/>
        </w:rPr>
        <w:t>LMPERIVM</w:t>
      </w:r>
      <w:proofErr w:type="spellEnd"/>
      <w:r w:rsidRPr="00FD7ABB">
        <w:rPr>
          <w:szCs w:val="32"/>
        </w:rPr>
        <w:t xml:space="preserve">. ET. NOMEN. </w:t>
      </w:r>
      <w:proofErr w:type="spellStart"/>
      <w:r w:rsidRPr="00FD7ABB">
        <w:rPr>
          <w:szCs w:val="32"/>
        </w:rPr>
        <w:t>PROPAGAVIT</w:t>
      </w:r>
      <w:proofErr w:type="spellEnd"/>
    </w:p>
    <w:p w14:paraId="3C9DDB44" w14:textId="77777777" w:rsidR="00FD28AE" w:rsidRPr="00FD7ABB" w:rsidRDefault="00FD28AE" w:rsidP="00FD7ABB">
      <w:pPr>
        <w:spacing w:before="120" w:after="120"/>
        <w:ind w:firstLine="0"/>
        <w:jc w:val="center"/>
        <w:rPr>
          <w:szCs w:val="32"/>
        </w:rPr>
      </w:pPr>
      <w:proofErr w:type="spellStart"/>
      <w:r w:rsidRPr="00FD7ABB">
        <w:rPr>
          <w:szCs w:val="32"/>
        </w:rPr>
        <w:t>ORIENTALIBVS</w:t>
      </w:r>
      <w:proofErr w:type="spellEnd"/>
      <w:r w:rsidRPr="00FD7ABB">
        <w:rPr>
          <w:szCs w:val="32"/>
        </w:rPr>
        <w:t xml:space="preserve">. </w:t>
      </w:r>
      <w:proofErr w:type="spellStart"/>
      <w:r w:rsidRPr="00FD7ABB">
        <w:rPr>
          <w:szCs w:val="32"/>
        </w:rPr>
        <w:t>TERRARVM</w:t>
      </w:r>
      <w:proofErr w:type="spellEnd"/>
      <w:r w:rsidRPr="00FD7ABB">
        <w:rPr>
          <w:szCs w:val="32"/>
        </w:rPr>
        <w:t>. </w:t>
      </w:r>
      <w:proofErr w:type="spellStart"/>
      <w:r w:rsidRPr="00FD7ABB">
        <w:rPr>
          <w:szCs w:val="32"/>
        </w:rPr>
        <w:t>FINIBVS</w:t>
      </w:r>
      <w:proofErr w:type="spellEnd"/>
    </w:p>
    <w:p w14:paraId="0EF1A2E9" w14:textId="77777777" w:rsidR="00FD28AE" w:rsidRPr="00FD7ABB" w:rsidRDefault="00FD28AE" w:rsidP="00FD7ABB">
      <w:pPr>
        <w:spacing w:before="120" w:after="120"/>
        <w:ind w:firstLine="0"/>
        <w:jc w:val="center"/>
        <w:rPr>
          <w:szCs w:val="32"/>
        </w:rPr>
      </w:pPr>
      <w:proofErr w:type="spellStart"/>
      <w:r w:rsidRPr="00FD7ABB">
        <w:rPr>
          <w:szCs w:val="32"/>
        </w:rPr>
        <w:t>PARTAE</w:t>
      </w:r>
      <w:proofErr w:type="spellEnd"/>
      <w:r w:rsidRPr="00FD7ABB">
        <w:rPr>
          <w:szCs w:val="32"/>
        </w:rPr>
        <w:t xml:space="preserve">. PER. </w:t>
      </w:r>
      <w:proofErr w:type="spellStart"/>
      <w:r w:rsidRPr="00FD7ABB">
        <w:rPr>
          <w:szCs w:val="32"/>
        </w:rPr>
        <w:t>CHRISTVM</w:t>
      </w:r>
      <w:proofErr w:type="spellEnd"/>
      <w:r w:rsidRPr="00FD7ABB">
        <w:rPr>
          <w:szCs w:val="32"/>
        </w:rPr>
        <w:t>. </w:t>
      </w:r>
      <w:proofErr w:type="spellStart"/>
      <w:r w:rsidRPr="00FD7ABB">
        <w:rPr>
          <w:szCs w:val="32"/>
        </w:rPr>
        <w:t>HVMANITATI</w:t>
      </w:r>
      <w:proofErr w:type="spellEnd"/>
    </w:p>
    <w:p w14:paraId="67038B00" w14:textId="77777777" w:rsidR="00FD28AE" w:rsidRPr="00FD7ABB" w:rsidRDefault="00FD28AE" w:rsidP="00FD7ABB">
      <w:pPr>
        <w:spacing w:before="120" w:after="120"/>
        <w:ind w:firstLine="0"/>
        <w:jc w:val="center"/>
        <w:rPr>
          <w:szCs w:val="32"/>
        </w:rPr>
      </w:pPr>
      <w:proofErr w:type="spellStart"/>
      <w:r w:rsidRPr="00FD7ABB">
        <w:rPr>
          <w:szCs w:val="32"/>
        </w:rPr>
        <w:t>AVSPICATO</w:t>
      </w:r>
      <w:proofErr w:type="spellEnd"/>
      <w:r w:rsidRPr="00FD7ABB">
        <w:rPr>
          <w:szCs w:val="32"/>
        </w:rPr>
        <w:t xml:space="preserve">, </w:t>
      </w:r>
      <w:proofErr w:type="spellStart"/>
      <w:r w:rsidRPr="00FD7ABB">
        <w:rPr>
          <w:szCs w:val="32"/>
        </w:rPr>
        <w:t>RECLVSIS</w:t>
      </w:r>
      <w:proofErr w:type="spellEnd"/>
    </w:p>
    <w:p w14:paraId="0DF86E59" w14:textId="77777777" w:rsidR="00FD28AE" w:rsidRPr="00FD7ABB" w:rsidRDefault="00FD28AE" w:rsidP="00FD7ABB">
      <w:pPr>
        <w:spacing w:before="120" w:after="120"/>
        <w:ind w:firstLine="0"/>
        <w:jc w:val="center"/>
        <w:rPr>
          <w:szCs w:val="32"/>
        </w:rPr>
      </w:pPr>
      <w:proofErr w:type="spellStart"/>
      <w:r w:rsidRPr="00FD7ABB">
        <w:rPr>
          <w:szCs w:val="32"/>
        </w:rPr>
        <w:t>IMMORTALE</w:t>
      </w:r>
      <w:proofErr w:type="spellEnd"/>
      <w:r w:rsidRPr="00FD7ABB">
        <w:rPr>
          <w:szCs w:val="32"/>
        </w:rPr>
        <w:t xml:space="preserve">. </w:t>
      </w:r>
      <w:proofErr w:type="spellStart"/>
      <w:r w:rsidRPr="00FD7ABB">
        <w:rPr>
          <w:szCs w:val="32"/>
        </w:rPr>
        <w:t>FACTVM</w:t>
      </w:r>
      <w:proofErr w:type="spellEnd"/>
      <w:r w:rsidRPr="00FD7ABB">
        <w:rPr>
          <w:szCs w:val="32"/>
        </w:rPr>
        <w:t>. </w:t>
      </w:r>
      <w:proofErr w:type="spellStart"/>
      <w:r w:rsidRPr="00FD7ABB">
        <w:rPr>
          <w:szCs w:val="32"/>
        </w:rPr>
        <w:t>GAVDET</w:t>
      </w:r>
      <w:proofErr w:type="spellEnd"/>
    </w:p>
    <w:p w14:paraId="0EADFCAA" w14:textId="77777777" w:rsidR="00FD7ABB" w:rsidRDefault="00FD28AE" w:rsidP="00FD7ABB">
      <w:pPr>
        <w:spacing w:before="120" w:after="120"/>
        <w:ind w:firstLine="0"/>
        <w:jc w:val="center"/>
      </w:pPr>
      <w:r w:rsidRPr="00FD7ABB">
        <w:rPr>
          <w:szCs w:val="32"/>
        </w:rPr>
        <w:t xml:space="preserve">ROMA. </w:t>
      </w:r>
      <w:proofErr w:type="spellStart"/>
      <w:r w:rsidRPr="00FD7ABB">
        <w:rPr>
          <w:szCs w:val="32"/>
        </w:rPr>
        <w:t>MEMOR</w:t>
      </w:r>
      <w:proofErr w:type="spellEnd"/>
    </w:p>
    <w:p w14:paraId="43C2BF4E" w14:textId="77777777" w:rsidR="00FD7ABB" w:rsidRPr="00FD7ABB" w:rsidRDefault="00FD28AE" w:rsidP="00FD7ABB">
      <w:pPr>
        <w:jc w:val="right"/>
        <w:rPr>
          <w:i/>
        </w:rPr>
      </w:pPr>
      <w:r w:rsidRPr="00FD7ABB">
        <w:rPr>
          <w:i/>
        </w:rPr>
        <w:t>LEO PP. XIII.</w:t>
      </w:r>
    </w:p>
    <w:p w14:paraId="2131D9FF" w14:textId="77777777" w:rsidR="00FD7ABB" w:rsidRDefault="00FD28AE" w:rsidP="00FD7ABB">
      <w:r w:rsidRPr="00801BAE">
        <w:t>« Quatre siècles après que Vasco de Gama, réalisant un voyage qui n’avait jamais été tenté, aborda à Calicut, propagea le nom des Lusitaniens, agrandit leur empire, ouvrit les fro</w:t>
      </w:r>
      <w:r w:rsidRPr="00801BAE">
        <w:t>n</w:t>
      </w:r>
      <w:r w:rsidRPr="00801BAE">
        <w:t>tières de l’Orient, Rome, qui se souvient, se réjouit de ce fait immortel, auquel tant d’hommes doivent d’avoir été régén</w:t>
      </w:r>
      <w:r w:rsidRPr="00801BAE">
        <w:t>é</w:t>
      </w:r>
      <w:r w:rsidRPr="00801BAE">
        <w:t>rés dans le Christ.</w:t>
      </w:r>
    </w:p>
    <w:p w14:paraId="1084CA21" w14:textId="77777777" w:rsidR="00FD7ABB" w:rsidRDefault="00FD28AE" w:rsidP="00FD7ABB">
      <w:pPr>
        <w:jc w:val="right"/>
      </w:pPr>
      <w:r w:rsidRPr="00FD7ABB">
        <w:t>Léon XIII, Pape. »</w:t>
      </w:r>
    </w:p>
    <w:p w14:paraId="514B1A32" w14:textId="77777777" w:rsidR="00FD7ABB" w:rsidRDefault="00FD28AE" w:rsidP="00FD7ABB">
      <w:r w:rsidRPr="00801BAE">
        <w:t>C’est par cette belle épigraphe que Sa Sainteté le Pape Léon XIII a tenu à ouvrir lui-même le magnifique album que la Commission romaine pour la commémoration du IV</w:t>
      </w:r>
      <w:r w:rsidRPr="00801BAE">
        <w:rPr>
          <w:vertAlign w:val="superscript"/>
        </w:rPr>
        <w:t>e</w:t>
      </w:r>
      <w:r w:rsidRPr="00801BAE">
        <w:t xml:space="preserve"> Cent</w:t>
      </w:r>
      <w:r w:rsidRPr="00801BAE">
        <w:t>e</w:t>
      </w:r>
      <w:r w:rsidRPr="00801BAE">
        <w:t>naire de Vasco de Gama a offert, à titre de souvenir, au roi de Portugal, don Carlos de Cobourg-Savoie.</w:t>
      </w:r>
    </w:p>
    <w:p w14:paraId="4938D192" w14:textId="77777777" w:rsidR="00FD28AE" w:rsidRPr="00801BAE" w:rsidRDefault="00FD28AE" w:rsidP="00FD28AE">
      <w:pPr>
        <w:pStyle w:val="Titre1"/>
      </w:pPr>
      <w:bookmarkStart w:id="1" w:name="_Toc271750260"/>
      <w:bookmarkStart w:id="2" w:name="_Toc195615289"/>
      <w:r w:rsidRPr="00801BAE">
        <w:lastRenderedPageBreak/>
        <w:t>I</w:t>
      </w:r>
      <w:bookmarkEnd w:id="1"/>
      <w:bookmarkEnd w:id="2"/>
      <w:r w:rsidRPr="00801BAE">
        <w:br/>
      </w:r>
    </w:p>
    <w:p w14:paraId="23CCACFA" w14:textId="77777777" w:rsidR="00FD7ABB" w:rsidRDefault="00FD28AE" w:rsidP="00FD7ABB">
      <w:r w:rsidRPr="00801BAE">
        <w:rPr>
          <w:rFonts w:cs="Courier New"/>
          <w:szCs w:val="32"/>
        </w:rPr>
        <w:t>La nuit s’avançait déjà. Seul et silencieux, penché à la f</w:t>
      </w:r>
      <w:r w:rsidRPr="00801BAE">
        <w:rPr>
          <w:rFonts w:cs="Courier New"/>
          <w:szCs w:val="32"/>
        </w:rPr>
        <w:t>e</w:t>
      </w:r>
      <w:r w:rsidRPr="00801BAE">
        <w:rPr>
          <w:rFonts w:cs="Courier New"/>
          <w:szCs w:val="32"/>
        </w:rPr>
        <w:t>nêtre de son palais</w:t>
      </w:r>
      <w:r w:rsidR="009A65A8">
        <w:rPr>
          <w:rFonts w:cs="Courier New"/>
          <w:szCs w:val="32"/>
        </w:rPr>
        <w:t>,</w:t>
      </w:r>
      <w:r w:rsidRPr="00801BAE">
        <w:rPr>
          <w:rFonts w:cs="Courier New"/>
          <w:szCs w:val="32"/>
        </w:rPr>
        <w:t xml:space="preserve"> Emmanuel, le roi de Portugal, suivait d’un œil rêveur la scintillation des étoiles et semblait chercher dans le mouvement capricieux des nuages la solution d’un problème. L’immensité du ciel se confondait dans sa pensée avec l’immensité de la mer ; l’azur assombri lui parlait des océans lointains qu’avaient fait explorer ses devanciers, et l’horizon vo</w:t>
      </w:r>
      <w:r w:rsidRPr="00801BAE">
        <w:rPr>
          <w:rFonts w:cs="Courier New"/>
          <w:szCs w:val="32"/>
        </w:rPr>
        <w:t>i</w:t>
      </w:r>
      <w:r w:rsidRPr="00801BAE">
        <w:rPr>
          <w:rFonts w:cs="Courier New"/>
          <w:szCs w:val="32"/>
        </w:rPr>
        <w:t>lé lui rappelait les rives inconnues, mais soupçonnées, qui d</w:t>
      </w:r>
      <w:r w:rsidRPr="00801BAE">
        <w:rPr>
          <w:rFonts w:cs="Courier New"/>
          <w:szCs w:val="32"/>
        </w:rPr>
        <w:t>e</w:t>
      </w:r>
      <w:r w:rsidRPr="00801BAE">
        <w:rPr>
          <w:rFonts w:cs="Courier New"/>
          <w:szCs w:val="32"/>
        </w:rPr>
        <w:t>vaient rec</w:t>
      </w:r>
      <w:r w:rsidRPr="00801BAE">
        <w:rPr>
          <w:rFonts w:cs="Courier New"/>
          <w:szCs w:val="32"/>
        </w:rPr>
        <w:t>u</w:t>
      </w:r>
      <w:r w:rsidRPr="00801BAE">
        <w:rPr>
          <w:rFonts w:cs="Courier New"/>
          <w:szCs w:val="32"/>
        </w:rPr>
        <w:t>ler les bornes du monde.</w:t>
      </w:r>
    </w:p>
    <w:p w14:paraId="7E14AB9D" w14:textId="77777777" w:rsidR="00FD7ABB" w:rsidRDefault="00FD28AE" w:rsidP="00FD7ABB">
      <w:r w:rsidRPr="00801BAE">
        <w:rPr>
          <w:rFonts w:cs="Courier New"/>
          <w:szCs w:val="32"/>
        </w:rPr>
        <w:t>Il y avait dix ans qu’un hardi navigateur, Barthélémy Diaz, avait couronné par la découverte du cap de Bonne-Espérance la longue série d’expéditions que, depuis soixante-dix ans, le Po</w:t>
      </w:r>
      <w:r w:rsidRPr="00801BAE">
        <w:rPr>
          <w:rFonts w:cs="Courier New"/>
          <w:szCs w:val="32"/>
        </w:rPr>
        <w:t>r</w:t>
      </w:r>
      <w:r w:rsidRPr="00801BAE">
        <w:rPr>
          <w:rFonts w:cs="Courier New"/>
          <w:szCs w:val="32"/>
        </w:rPr>
        <w:t>tugal poursuivait sur les côtes occidentales de l’Afrique. Diaz avait dépassé, à l’est, de 140 lieues la pointe extrême du cont</w:t>
      </w:r>
      <w:r w:rsidRPr="00801BAE">
        <w:rPr>
          <w:rFonts w:cs="Courier New"/>
          <w:szCs w:val="32"/>
        </w:rPr>
        <w:t>i</w:t>
      </w:r>
      <w:r w:rsidRPr="00801BAE">
        <w:rPr>
          <w:rFonts w:cs="Courier New"/>
          <w:szCs w:val="32"/>
        </w:rPr>
        <w:t>nent africain ; encore un pas, et il reliait les découvertes port</w:t>
      </w:r>
      <w:r w:rsidRPr="00801BAE">
        <w:rPr>
          <w:rFonts w:cs="Courier New"/>
          <w:szCs w:val="32"/>
        </w:rPr>
        <w:t>u</w:t>
      </w:r>
      <w:r w:rsidRPr="00801BAE">
        <w:rPr>
          <w:rFonts w:cs="Courier New"/>
          <w:szCs w:val="32"/>
        </w:rPr>
        <w:t>gaises, aux parties de l’Afrique connues des Arabes. Mais ce dernier pas, il ne l’avait pas fait, et Emmanuel se demandait à qui il confierait cette périlleuse mission, auquel de ses sujets était réservée cette gloire ?</w:t>
      </w:r>
    </w:p>
    <w:p w14:paraId="7A089A19" w14:textId="77777777" w:rsidR="00FD7ABB" w:rsidRDefault="00FD28AE" w:rsidP="00FD7ABB">
      <w:r w:rsidRPr="00801BAE">
        <w:rPr>
          <w:rFonts w:cs="Courier New"/>
          <w:szCs w:val="32"/>
        </w:rPr>
        <w:t>À cet instant, une ombre se dessina dans la nuit : c’était un homme de taille moyenne, la démarche fière, l’air martial, le front haut ; ses deux ardentes prunelles brillaient dans l’obscurité. Il traversa lentement la cour sur laquelle donnait le ba</w:t>
      </w:r>
      <w:r w:rsidRPr="00801BAE">
        <w:rPr>
          <w:rFonts w:cs="Courier New"/>
          <w:szCs w:val="32"/>
        </w:rPr>
        <w:t>l</w:t>
      </w:r>
      <w:r w:rsidRPr="00801BAE">
        <w:rPr>
          <w:rFonts w:cs="Courier New"/>
          <w:szCs w:val="32"/>
        </w:rPr>
        <w:t>con royal et disparut.</w:t>
      </w:r>
    </w:p>
    <w:p w14:paraId="370C98DC" w14:textId="77777777" w:rsidR="00FD7ABB" w:rsidRDefault="00FD28AE" w:rsidP="00FD7ABB">
      <w:r w:rsidRPr="00801BAE">
        <w:rPr>
          <w:rFonts w:cs="Courier New"/>
          <w:szCs w:val="32"/>
        </w:rPr>
        <w:t>Une inspiration soudaine traversa la pensée du roi :</w:t>
      </w:r>
    </w:p>
    <w:p w14:paraId="7950F96C" w14:textId="77777777" w:rsidR="00FD7ABB" w:rsidRDefault="00FD28AE" w:rsidP="00FD7ABB">
      <w:r w:rsidRPr="00801BAE">
        <w:lastRenderedPageBreak/>
        <w:t xml:space="preserve">« C’est celui-là, dit-il, qui accomplira en Orient le grand fait historique poursuivi par Jean II mon prédécesseur ; Vasco de Gama sera le </w:t>
      </w:r>
      <w:proofErr w:type="spellStart"/>
      <w:r w:rsidRPr="00801BAE">
        <w:t>capitam</w:t>
      </w:r>
      <w:proofErr w:type="spellEnd"/>
      <w:r w:rsidRPr="00801BAE">
        <w:t>-mor de la flotte des Indes.</w:t>
      </w:r>
    </w:p>
    <w:p w14:paraId="327DABB5" w14:textId="77777777" w:rsidR="00FD7ABB" w:rsidRDefault="00FD28AE" w:rsidP="00FD7ABB">
      <w:r w:rsidRPr="00801BAE">
        <w:rPr>
          <w:rFonts w:cs="Courier New"/>
          <w:szCs w:val="32"/>
        </w:rPr>
        <w:t>Vasco de Gama… ce nom marque l’apogée de la gloire m</w:t>
      </w:r>
      <w:r w:rsidRPr="00801BAE">
        <w:rPr>
          <w:rFonts w:cs="Courier New"/>
          <w:szCs w:val="32"/>
        </w:rPr>
        <w:t>a</w:t>
      </w:r>
      <w:r w:rsidRPr="00801BAE">
        <w:rPr>
          <w:rFonts w:cs="Courier New"/>
          <w:szCs w:val="32"/>
        </w:rPr>
        <w:t>ritime du Portugal et résume l’histoire de ce petit État à une époque où, emporté au dehors par un mouvement précipité, e</w:t>
      </w:r>
      <w:r w:rsidRPr="00801BAE">
        <w:rPr>
          <w:rFonts w:cs="Courier New"/>
          <w:szCs w:val="32"/>
        </w:rPr>
        <w:t>n</w:t>
      </w:r>
      <w:r w:rsidRPr="00801BAE">
        <w:rPr>
          <w:rFonts w:cs="Courier New"/>
          <w:szCs w:val="32"/>
        </w:rPr>
        <w:t>traîné dans un courant de conquêtes et de grandeurs rapides, il offrait au monde l’un des plus beaux exemples de ce que peut réaliser l’énergie, l’effort, l’activité, l’esprit de sacrifice. Après quatre siècles, l’expédition de Gama a gardé aux yeux de la po</w:t>
      </w:r>
      <w:r w:rsidRPr="00801BAE">
        <w:rPr>
          <w:rFonts w:cs="Courier New"/>
          <w:szCs w:val="32"/>
        </w:rPr>
        <w:t>s</w:t>
      </w:r>
      <w:r w:rsidRPr="00801BAE">
        <w:rPr>
          <w:rFonts w:cs="Courier New"/>
          <w:szCs w:val="32"/>
        </w:rPr>
        <w:t>térité son caractère héroïque. Il y a, dans la succession rapide des événements, dans la bravoure indomptable des hommes, dans le mélange d’ambitions humaines et de zèle religieux, dans l’expansion impétueuse, à travers les contrées immenses du sud de l’Asie et des grands archipels océaniens, d’une nation qui tient une si petite place sur la carte d’Europe, il y a dans ce spe</w:t>
      </w:r>
      <w:r w:rsidRPr="00801BAE">
        <w:rPr>
          <w:rFonts w:cs="Courier New"/>
          <w:szCs w:val="32"/>
        </w:rPr>
        <w:t>c</w:t>
      </w:r>
      <w:r w:rsidRPr="00801BAE">
        <w:rPr>
          <w:rFonts w:cs="Courier New"/>
          <w:szCs w:val="32"/>
        </w:rPr>
        <w:t>tacle de l’établissement de la domination portugaise en Orient quelque chose d’éblouissant et de chevaleresque, unique dans l’histoire.</w:t>
      </w:r>
    </w:p>
    <w:p w14:paraId="1A3101D1" w14:textId="77777777" w:rsidR="00FD7ABB" w:rsidRDefault="00FD28AE" w:rsidP="00FD7ABB">
      <w:r w:rsidRPr="00801BAE">
        <w:rPr>
          <w:rFonts w:cs="Courier New"/>
          <w:szCs w:val="32"/>
        </w:rPr>
        <w:t>Ce petit peuple de hardis marins a su fonder des capitales à 2.000 lieues de ses frontières, et, durant près d’un siècle, co</w:t>
      </w:r>
      <w:r w:rsidRPr="00801BAE">
        <w:rPr>
          <w:rFonts w:cs="Courier New"/>
          <w:szCs w:val="32"/>
        </w:rPr>
        <w:t>n</w:t>
      </w:r>
      <w:r w:rsidRPr="00801BAE">
        <w:rPr>
          <w:rFonts w:cs="Courier New"/>
          <w:szCs w:val="32"/>
        </w:rPr>
        <w:t>server un empire qui fut un instant plus vaste que l’empire r</w:t>
      </w:r>
      <w:r w:rsidRPr="00801BAE">
        <w:rPr>
          <w:rFonts w:cs="Courier New"/>
          <w:szCs w:val="32"/>
        </w:rPr>
        <w:t>o</w:t>
      </w:r>
      <w:r w:rsidRPr="00801BAE">
        <w:rPr>
          <w:rFonts w:cs="Courier New"/>
          <w:szCs w:val="32"/>
        </w:rPr>
        <w:t>main. Prédestiné par sa position géographique à la découverte de l’Océan et des mers de l’Inde, sa gloire fut de ne pas faillir à sa mission. Avec des ressources qui, aujourd’hui, nous para</w:t>
      </w:r>
      <w:r w:rsidRPr="00801BAE">
        <w:rPr>
          <w:rFonts w:cs="Courier New"/>
          <w:szCs w:val="32"/>
        </w:rPr>
        <w:t>î</w:t>
      </w:r>
      <w:r w:rsidRPr="00801BAE">
        <w:rPr>
          <w:rFonts w:cs="Courier New"/>
          <w:szCs w:val="32"/>
        </w:rPr>
        <w:t xml:space="preserve">traient non seulement insuffisantes, mais dérisoires, il a changé les voies du commerce, reculé les bornes de la civilisation et du christianisme, fait passer l’Europe dans l’Amérique et dans l’Inde. Et </w:t>
      </w:r>
      <w:proofErr w:type="spellStart"/>
      <w:r w:rsidRPr="00801BAE">
        <w:rPr>
          <w:rFonts w:cs="Courier New"/>
          <w:szCs w:val="32"/>
        </w:rPr>
        <w:t>Camoëns</w:t>
      </w:r>
      <w:proofErr w:type="spellEnd"/>
      <w:r w:rsidRPr="00801BAE">
        <w:rPr>
          <w:rFonts w:cs="Courier New"/>
          <w:szCs w:val="32"/>
        </w:rPr>
        <w:t xml:space="preserve">, son grand poète, a pu, sans exagération poétique, dire au monarque qui présidait aux destinées de sa patrie : « Roi puissant, dont les vastes États embrassent à la fois les lieux où naît le soleil, ceux qu’il éclaire à </w:t>
      </w:r>
      <w:r w:rsidRPr="00801BAE">
        <w:rPr>
          <w:rFonts w:cs="Courier New"/>
          <w:szCs w:val="32"/>
        </w:rPr>
        <w:lastRenderedPageBreak/>
        <w:t>son midi et les cl</w:t>
      </w:r>
      <w:r w:rsidRPr="00801BAE">
        <w:rPr>
          <w:rFonts w:cs="Courier New"/>
          <w:szCs w:val="32"/>
        </w:rPr>
        <w:t>i</w:t>
      </w:r>
      <w:r w:rsidRPr="00801BAE">
        <w:rPr>
          <w:rFonts w:cs="Courier New"/>
          <w:szCs w:val="32"/>
        </w:rPr>
        <w:t>mats qui reçoivent ses derniers feux, ton génie doit un jour su</w:t>
      </w:r>
      <w:r w:rsidRPr="00801BAE">
        <w:rPr>
          <w:rFonts w:cs="Courier New"/>
          <w:szCs w:val="32"/>
        </w:rPr>
        <w:t>b</w:t>
      </w:r>
      <w:r w:rsidRPr="00801BAE">
        <w:rPr>
          <w:rFonts w:cs="Courier New"/>
          <w:szCs w:val="32"/>
        </w:rPr>
        <w:t>juguer le féroce Ismaélite, le Turc oppresseur de l’Asie et l’idolâtre qui boit les eaux du fleuve sacré…</w:t>
      </w:r>
    </w:p>
    <w:p w14:paraId="651F7834" w14:textId="77777777" w:rsidR="00FD7ABB" w:rsidRDefault="00FD28AE" w:rsidP="00FD7ABB">
      <w:r w:rsidRPr="00801BAE">
        <w:rPr>
          <w:rFonts w:cs="Courier New"/>
          <w:szCs w:val="32"/>
        </w:rPr>
        <w:t>« Les fils de la Lusitanie, bravant sur des barques fragiles les caprices de la mer et des vents, s’ouvrent des routes inco</w:t>
      </w:r>
      <w:r w:rsidRPr="00801BAE">
        <w:rPr>
          <w:rFonts w:cs="Courier New"/>
          <w:szCs w:val="32"/>
        </w:rPr>
        <w:t>n</w:t>
      </w:r>
      <w:r w:rsidRPr="00801BAE">
        <w:rPr>
          <w:rFonts w:cs="Courier New"/>
          <w:szCs w:val="32"/>
        </w:rPr>
        <w:t>nues. Des bords lointains où Phébus expire, ils ont prolongé leurs découvertes au-delà des contrées qu’il échauffe au milieu de sa course, et ne s’arrêteront qu’à son berceau. »</w:t>
      </w:r>
    </w:p>
    <w:p w14:paraId="03535576" w14:textId="77777777" w:rsidR="00FD7ABB" w:rsidRDefault="00FD28AE" w:rsidP="00FD7ABB">
      <w:r w:rsidRPr="00801BAE">
        <w:rPr>
          <w:rFonts w:cs="Courier New"/>
          <w:szCs w:val="32"/>
        </w:rPr>
        <w:t>Le poète écossais, Buchanan, écrivant à Jean III, roi de Portugal, exprimait la même pensée :</w:t>
      </w:r>
    </w:p>
    <w:p w14:paraId="2F0238EE" w14:textId="77777777" w:rsidR="00FD28AE" w:rsidRPr="00801BAE" w:rsidRDefault="00FD28AE" w:rsidP="00FD7ABB">
      <w:pPr>
        <w:spacing w:after="0"/>
      </w:pPr>
      <w:r w:rsidRPr="00801BAE">
        <w:t>Tu règnes sur tous les climats :</w:t>
      </w:r>
    </w:p>
    <w:p w14:paraId="034ECAA0" w14:textId="77777777" w:rsidR="00FD28AE" w:rsidRPr="00801BAE" w:rsidRDefault="00FD28AE" w:rsidP="00FD7ABB">
      <w:pPr>
        <w:spacing w:before="0" w:after="0"/>
      </w:pPr>
      <w:r w:rsidRPr="00801BAE">
        <w:t>Le Dieu du jour à son aurore</w:t>
      </w:r>
    </w:p>
    <w:p w14:paraId="00BFFD2C" w14:textId="77777777" w:rsidR="00FD28AE" w:rsidRPr="00801BAE" w:rsidRDefault="00FD28AE" w:rsidP="00FD7ABB">
      <w:pPr>
        <w:spacing w:before="0" w:after="0"/>
      </w:pPr>
      <w:r w:rsidRPr="00801BAE">
        <w:t>Éclaire les vastes États,</w:t>
      </w:r>
    </w:p>
    <w:p w14:paraId="6060386F" w14:textId="77777777" w:rsidR="00FD28AE" w:rsidRPr="00801BAE" w:rsidRDefault="00FD28AE" w:rsidP="00FD7ABB">
      <w:pPr>
        <w:spacing w:before="0" w:after="0"/>
      </w:pPr>
      <w:r w:rsidRPr="00801BAE">
        <w:t>Et le soir le retrouve encore.</w:t>
      </w:r>
    </w:p>
    <w:p w14:paraId="6661D4AE" w14:textId="77777777" w:rsidR="00FD28AE" w:rsidRPr="00801BAE" w:rsidRDefault="00FD28AE" w:rsidP="00FD7ABB">
      <w:pPr>
        <w:spacing w:before="0" w:after="0"/>
      </w:pPr>
      <w:r w:rsidRPr="00801BAE">
        <w:t>Qu’il brille sous des cieux nouveaux,</w:t>
      </w:r>
    </w:p>
    <w:p w14:paraId="5229068E" w14:textId="77777777" w:rsidR="00FD28AE" w:rsidRPr="00801BAE" w:rsidRDefault="00FD28AE" w:rsidP="00FD7ABB">
      <w:pPr>
        <w:spacing w:before="0" w:after="0"/>
      </w:pPr>
      <w:r w:rsidRPr="00801BAE">
        <w:t>Qu’il visite la terre ou l’onde,</w:t>
      </w:r>
    </w:p>
    <w:p w14:paraId="0AED4C48" w14:textId="77777777" w:rsidR="00FD28AE" w:rsidRPr="00801BAE" w:rsidRDefault="00FD28AE" w:rsidP="00FD7ABB">
      <w:pPr>
        <w:spacing w:before="0" w:after="0"/>
      </w:pPr>
      <w:r w:rsidRPr="00801BAE">
        <w:t>Il rencontre aux deux bouts du monde.</w:t>
      </w:r>
    </w:p>
    <w:p w14:paraId="4C941FB3" w14:textId="77777777" w:rsidR="00FD7ABB" w:rsidRDefault="00FD28AE" w:rsidP="00FD7ABB">
      <w:pPr>
        <w:spacing w:before="0"/>
      </w:pPr>
      <w:r w:rsidRPr="00801BAE">
        <w:t>Ou tes remparts ou tes vaisseaux.</w:t>
      </w:r>
    </w:p>
    <w:p w14:paraId="6991030C" w14:textId="77777777" w:rsidR="00FD7ABB" w:rsidRDefault="00FD28AE" w:rsidP="00FD7ABB">
      <w:r w:rsidRPr="00801BAE">
        <w:rPr>
          <w:rFonts w:cs="Courier New"/>
          <w:szCs w:val="32"/>
        </w:rPr>
        <w:t>Météore inouï de puissance et de gloire, aussi merveilleux et brillant que passager et rapide, le Portugal fut un instant l’étonnement du monde ; mais il épuisait son épargne en flottes en armées, en construction d’arsenaux, de citadelles, et bientôt le royaume, appauvri par les conquêtes, obéré par la victoire, n’eut plus de quoi suffire aux besoins de ses armées ; l’État finit par ne plus pouvoir nourrir ceux qui l’avaient le mieux servi.</w:t>
      </w:r>
    </w:p>
    <w:p w14:paraId="7B2EC836" w14:textId="77777777" w:rsidR="00FD7ABB" w:rsidRDefault="00FD28AE" w:rsidP="00FD7ABB">
      <w:r w:rsidRPr="00801BAE">
        <w:rPr>
          <w:rFonts w:cs="Courier New"/>
          <w:szCs w:val="32"/>
        </w:rPr>
        <w:t xml:space="preserve">Néanmoins je ne sais rien de plus capable de retremper le cœur, de relever les énergies que l’exemple de ces hommes dont la vie tout entière est un long sacrifice inspiré par l’amour de la patrie et le souci de sa grandeur. Le Portugal vit </w:t>
      </w:r>
      <w:r w:rsidRPr="00801BAE">
        <w:rPr>
          <w:rFonts w:cs="Courier New"/>
          <w:szCs w:val="32"/>
        </w:rPr>
        <w:lastRenderedPageBreak/>
        <w:t>surgir du milieu de sa glorieuse tourmente du XV</w:t>
      </w:r>
      <w:r w:rsidRPr="00801BAE">
        <w:rPr>
          <w:rFonts w:cs="Courier New"/>
          <w:szCs w:val="32"/>
          <w:vertAlign w:val="superscript"/>
        </w:rPr>
        <w:t>e</w:t>
      </w:r>
      <w:r w:rsidRPr="00801BAE">
        <w:rPr>
          <w:rFonts w:cs="Courier New"/>
          <w:szCs w:val="32"/>
        </w:rPr>
        <w:t xml:space="preserve"> et du XVI</w:t>
      </w:r>
      <w:r w:rsidRPr="00801BAE">
        <w:rPr>
          <w:rFonts w:cs="Courier New"/>
          <w:szCs w:val="32"/>
          <w:vertAlign w:val="superscript"/>
        </w:rPr>
        <w:t>e</w:t>
      </w:r>
      <w:r w:rsidRPr="00801BAE">
        <w:rPr>
          <w:rFonts w:cs="Courier New"/>
          <w:szCs w:val="32"/>
        </w:rPr>
        <w:t xml:space="preserve"> siècle, toute une pléiade d’hommes de génie que les épreuves ne détournèrent pas du but proposé, et c’est la vie du plus illustre d’entre eux qu’après quatre cents ans écoulés, nous avons trouvé bon de remettre sous les yeux de la jeunesse contemporaine.</w:t>
      </w:r>
    </w:p>
    <w:p w14:paraId="4CC3AC30" w14:textId="77777777" w:rsidR="00FD7ABB" w:rsidRDefault="00FD28AE" w:rsidP="00FD7ABB">
      <w:r w:rsidRPr="00801BAE">
        <w:rPr>
          <w:rFonts w:cs="Courier New"/>
          <w:szCs w:val="32"/>
        </w:rPr>
        <w:t>Elle y verra ce que c’est que la véritable énergie, la vraie grandeur, ce que c’est qu’un, caractère, chose devenue rare à notre époque. Elle comparera ses souffrances oisives, ses peines factices ou frivoles, avec les grandes souffrances de ces grands cœurs, et secouera peut-être ses tristesses malsaines pour a</w:t>
      </w:r>
      <w:r w:rsidRPr="00801BAE">
        <w:rPr>
          <w:rFonts w:cs="Courier New"/>
          <w:szCs w:val="32"/>
        </w:rPr>
        <w:t>f</w:t>
      </w:r>
      <w:r w:rsidRPr="00801BAE">
        <w:rPr>
          <w:rFonts w:cs="Courier New"/>
          <w:szCs w:val="32"/>
        </w:rPr>
        <w:t>fronter des épreuves plus réelles, plus utiles, plus dignes aussi de l’âme humaine.</w:t>
      </w:r>
    </w:p>
    <w:p w14:paraId="09B18EEC" w14:textId="77777777" w:rsidR="00FD7ABB" w:rsidRDefault="00FD28AE" w:rsidP="00FD7ABB">
      <w:r w:rsidRPr="00801BAE">
        <w:rPr>
          <w:rFonts w:cs="Courier New"/>
          <w:szCs w:val="32"/>
        </w:rPr>
        <w:t>Nous voudrions encore en racontant à la jeunesse française la vie d’un marin illustre, lui donner l’amour de la mer. En effet, la marine a peu de place dans l’histoire de ce pays, et si vous feuilletez quelques volumes d’histoire mis entre les mains des enfants, vous n’y verrez apparaître la marine que dans des ép</w:t>
      </w:r>
      <w:r w:rsidRPr="00801BAE">
        <w:rPr>
          <w:rFonts w:cs="Courier New"/>
          <w:szCs w:val="32"/>
        </w:rPr>
        <w:t>i</w:t>
      </w:r>
      <w:r w:rsidRPr="00801BAE">
        <w:rPr>
          <w:rFonts w:cs="Courier New"/>
          <w:szCs w:val="32"/>
        </w:rPr>
        <w:t>sodes rapidement contés et qui ne sont jamais clairement ratt</w:t>
      </w:r>
      <w:r w:rsidRPr="00801BAE">
        <w:rPr>
          <w:rFonts w:cs="Courier New"/>
          <w:szCs w:val="32"/>
        </w:rPr>
        <w:t>a</w:t>
      </w:r>
      <w:r w:rsidRPr="00801BAE">
        <w:rPr>
          <w:rFonts w:cs="Courier New"/>
          <w:szCs w:val="32"/>
        </w:rPr>
        <w:t>chés au sujet principal.</w:t>
      </w:r>
    </w:p>
    <w:p w14:paraId="7BC4B345" w14:textId="77777777" w:rsidR="00FD7ABB" w:rsidRDefault="00FD28AE" w:rsidP="00FD7ABB">
      <w:r w:rsidRPr="00801BAE">
        <w:rPr>
          <w:rFonts w:cs="Courier New"/>
          <w:szCs w:val="32"/>
        </w:rPr>
        <w:t>Cependant « les mers sont ouvertes à d’immenses pays a</w:t>
      </w:r>
      <w:r w:rsidRPr="00801BAE">
        <w:rPr>
          <w:rFonts w:cs="Courier New"/>
          <w:szCs w:val="32"/>
        </w:rPr>
        <w:t>b</w:t>
      </w:r>
      <w:r w:rsidRPr="00801BAE">
        <w:rPr>
          <w:rFonts w:cs="Courier New"/>
          <w:szCs w:val="32"/>
        </w:rPr>
        <w:t>solument neufs et deviennent de plus en plus le véritable terrain de la lutte pour la vie. Les mers sont le chemin durant la paix et l’obstacle durant la guerre. Or la France se sert peu de ce ch</w:t>
      </w:r>
      <w:r w:rsidRPr="00801BAE">
        <w:rPr>
          <w:rFonts w:cs="Courier New"/>
          <w:szCs w:val="32"/>
        </w:rPr>
        <w:t>e</w:t>
      </w:r>
      <w:r w:rsidRPr="00801BAE">
        <w:rPr>
          <w:rFonts w:cs="Courier New"/>
          <w:szCs w:val="32"/>
        </w:rPr>
        <w:t>min et laisse avec trop d’insouciance grandir l’obstacle ».</w:t>
      </w:r>
    </w:p>
    <w:p w14:paraId="441E5F78" w14:textId="77777777" w:rsidR="00FD7ABB" w:rsidRDefault="00FD28AE" w:rsidP="00FD7ABB">
      <w:r w:rsidRPr="00801BAE">
        <w:rPr>
          <w:rFonts w:cs="Courier New"/>
          <w:szCs w:val="32"/>
        </w:rPr>
        <w:t>La marine marchande y est plus ignorée encore que la m</w:t>
      </w:r>
      <w:r w:rsidRPr="00801BAE">
        <w:rPr>
          <w:rFonts w:cs="Courier New"/>
          <w:szCs w:val="32"/>
        </w:rPr>
        <w:t>a</w:t>
      </w:r>
      <w:r w:rsidRPr="00801BAE">
        <w:rPr>
          <w:rFonts w:cs="Courier New"/>
          <w:szCs w:val="32"/>
        </w:rPr>
        <w:t>rine militaire. Sauf dans quelques ports, on n’entend jamais parler d’elle.</w:t>
      </w:r>
    </w:p>
    <w:p w14:paraId="5C414CBE" w14:textId="77777777" w:rsidR="00FD7ABB" w:rsidRDefault="00FD28AE" w:rsidP="00FD7ABB">
      <w:r w:rsidRPr="00801BAE">
        <w:rPr>
          <w:rFonts w:cs="Courier New"/>
          <w:szCs w:val="32"/>
        </w:rPr>
        <w:lastRenderedPageBreak/>
        <w:t>« Le commerce maritime est cependant la véritable source de la fortune d’un peuple. C’est par lui qu’il échange son travail avec ses voisins, et trouve un bénéfice immédiat au transport de ses produits. Le commerce d’échange entre les provinces d’un même État n’a pour résultat qu’une apparence de richesse de peu de durée ; un grand corps ne peut vivre sans aliments pris au dehors ; il risque de se consumer bientôt lui-même. D’autre part, la marine de commerce est la pépinière de la marine de guerre ; elle entretient pendant la paix les qualités nautiques de la population des côtes, indispensables pour l’usage des vai</w:t>
      </w:r>
      <w:r w:rsidRPr="00801BAE">
        <w:rPr>
          <w:rFonts w:cs="Courier New"/>
          <w:szCs w:val="32"/>
        </w:rPr>
        <w:t>s</w:t>
      </w:r>
      <w:r w:rsidRPr="00801BAE">
        <w:rPr>
          <w:rFonts w:cs="Courier New"/>
          <w:szCs w:val="32"/>
        </w:rPr>
        <w:t>seaux. La marine, dans son ensemble, est une armée de paix ou de guerre qui, contrairement à l’armée proprement dite, ne coûte rien à l’État et qui, au contraire, l’enrichit même en temps de guerre si, par sa puissance, elle a pu franchir l’obstacle et préserver le chemin</w:t>
      </w:r>
      <w:r w:rsidRPr="00801BAE">
        <w:rPr>
          <w:rStyle w:val="Appelnotedebasdep"/>
          <w:rFonts w:cs="Courier New"/>
          <w:szCs w:val="32"/>
        </w:rPr>
        <w:footnoteReference w:id="1"/>
      </w:r>
      <w:r w:rsidRPr="00801BAE">
        <w:rPr>
          <w:rFonts w:cs="Courier New"/>
          <w:szCs w:val="32"/>
        </w:rPr>
        <w:t>. »</w:t>
      </w:r>
    </w:p>
    <w:p w14:paraId="502A002C" w14:textId="77777777" w:rsidR="00FD7ABB" w:rsidRDefault="00FD28AE" w:rsidP="00FD7ABB">
      <w:r w:rsidRPr="00801BAE">
        <w:rPr>
          <w:rFonts w:cs="Courier New"/>
          <w:szCs w:val="32"/>
        </w:rPr>
        <w:t>« La mer est la grand route de notre planète ; la mer est le champ d’exercice des peuples, elle est l’arme ouverte à leurs e</w:t>
      </w:r>
      <w:r w:rsidRPr="00801BAE">
        <w:rPr>
          <w:rFonts w:cs="Courier New"/>
          <w:szCs w:val="32"/>
        </w:rPr>
        <w:t>n</w:t>
      </w:r>
      <w:r w:rsidRPr="00801BAE">
        <w:rPr>
          <w:rFonts w:cs="Courier New"/>
          <w:szCs w:val="32"/>
        </w:rPr>
        <w:t>treprises et le berceau de leurs libertés. La mer est le riche pât</w:t>
      </w:r>
      <w:r w:rsidRPr="00801BAE">
        <w:rPr>
          <w:rFonts w:cs="Courier New"/>
          <w:szCs w:val="32"/>
        </w:rPr>
        <w:t>u</w:t>
      </w:r>
      <w:r w:rsidRPr="00801BAE">
        <w:rPr>
          <w:rFonts w:cs="Courier New"/>
          <w:szCs w:val="32"/>
        </w:rPr>
        <w:t>rage où les nations engraissent leurs troupeaux. Qui n’a point la mer est exclu des biens et des honneurs du monde et délaissé de Dieu. Dans la mer les peuples prennent des bains fortifiants et retrempent leurs membres, animent leur intelligence et l’ouvrent aux grandes pensées ; ils s’exercent les yeux du corps et de l’esprit. Une nation sans navigation est un oiseau sans ailes, un lion sans dents, un chevalier armé d’une épée de bois, un ilote et un esclave. »</w:t>
      </w:r>
    </w:p>
    <w:p w14:paraId="76556814" w14:textId="77777777" w:rsidR="00FD7ABB" w:rsidRDefault="00FD28AE" w:rsidP="00FD7ABB">
      <w:r w:rsidRPr="00801BAE">
        <w:rPr>
          <w:rFonts w:cs="Courier New"/>
          <w:szCs w:val="32"/>
        </w:rPr>
        <w:lastRenderedPageBreak/>
        <w:t>Ce poétique hommage rendu à la mer exprime bien les a</w:t>
      </w:r>
      <w:r w:rsidRPr="00801BAE">
        <w:rPr>
          <w:rFonts w:cs="Courier New"/>
          <w:szCs w:val="32"/>
        </w:rPr>
        <w:t>s</w:t>
      </w:r>
      <w:r w:rsidRPr="00801BAE">
        <w:rPr>
          <w:rFonts w:cs="Courier New"/>
          <w:szCs w:val="32"/>
        </w:rPr>
        <w:t>pirations du moment, les grandes préoccupations de notre époque et nous souhaitons que la jeunesse française, soucieuse de la gloire et de la fortune de son pays, se pénètre bien de cette v</w:t>
      </w:r>
      <w:r w:rsidRPr="00801BAE">
        <w:rPr>
          <w:rFonts w:cs="Courier New"/>
          <w:szCs w:val="32"/>
        </w:rPr>
        <w:t>é</w:t>
      </w:r>
      <w:r w:rsidRPr="00801BAE">
        <w:rPr>
          <w:rFonts w:cs="Courier New"/>
          <w:szCs w:val="32"/>
        </w:rPr>
        <w:t>rité qu’expérimentèrent les rois de Portugal aux jours de leur splendeur : « La maîtrise des mers donne la puissance, et le tr</w:t>
      </w:r>
      <w:r w:rsidRPr="00801BAE">
        <w:rPr>
          <w:rFonts w:cs="Courier New"/>
          <w:szCs w:val="32"/>
        </w:rPr>
        <w:t>i</w:t>
      </w:r>
      <w:r w:rsidRPr="00801BAE">
        <w:rPr>
          <w:rFonts w:cs="Courier New"/>
          <w:szCs w:val="32"/>
        </w:rPr>
        <w:t>dent de Neptune est bien réellement le sceptre du monde. »</w:t>
      </w:r>
    </w:p>
    <w:p w14:paraId="4586CE23" w14:textId="77777777" w:rsidR="00FD28AE" w:rsidRPr="00801BAE" w:rsidRDefault="00FD28AE" w:rsidP="00FD28AE">
      <w:pPr>
        <w:pStyle w:val="Titre1"/>
      </w:pPr>
      <w:bookmarkStart w:id="3" w:name="_Toc271750261"/>
      <w:bookmarkStart w:id="4" w:name="_Toc195615290"/>
      <w:r w:rsidRPr="00801BAE">
        <w:lastRenderedPageBreak/>
        <w:t>II</w:t>
      </w:r>
      <w:bookmarkEnd w:id="3"/>
      <w:bookmarkEnd w:id="4"/>
      <w:r w:rsidRPr="00801BAE">
        <w:br/>
      </w:r>
    </w:p>
    <w:p w14:paraId="5F9EECC1" w14:textId="77777777" w:rsidR="00FD7ABB" w:rsidRDefault="00FD28AE" w:rsidP="00FD7ABB">
      <w:r w:rsidRPr="00801BAE">
        <w:rPr>
          <w:rFonts w:cs="Courier New"/>
          <w:szCs w:val="32"/>
        </w:rPr>
        <w:t>Vasco de Gama, ce premier explorateur des Indes, appa</w:t>
      </w:r>
      <w:r w:rsidRPr="00801BAE">
        <w:rPr>
          <w:rFonts w:cs="Courier New"/>
          <w:szCs w:val="32"/>
        </w:rPr>
        <w:t>r</w:t>
      </w:r>
      <w:r w:rsidRPr="00801BAE">
        <w:rPr>
          <w:rFonts w:cs="Courier New"/>
          <w:szCs w:val="32"/>
        </w:rPr>
        <w:t xml:space="preserve">tenait à une ancienne famille dont la noblesse est bien avérée. Au temps d’Alphonse III, un Alvaro </w:t>
      </w:r>
      <w:proofErr w:type="spellStart"/>
      <w:r w:rsidRPr="00801BAE">
        <w:rPr>
          <w:rFonts w:cs="Courier New"/>
          <w:szCs w:val="32"/>
        </w:rPr>
        <w:t>Torrez</w:t>
      </w:r>
      <w:proofErr w:type="spellEnd"/>
      <w:r w:rsidRPr="00801BAE">
        <w:rPr>
          <w:rFonts w:cs="Courier New"/>
          <w:szCs w:val="32"/>
        </w:rPr>
        <w:t xml:space="preserve"> da Gama avait pris part à la conquête des Algarves ; c’est le premier ascendant co</w:t>
      </w:r>
      <w:r w:rsidRPr="00801BAE">
        <w:rPr>
          <w:rFonts w:cs="Courier New"/>
          <w:szCs w:val="32"/>
        </w:rPr>
        <w:t>n</w:t>
      </w:r>
      <w:r w:rsidRPr="00801BAE">
        <w:rPr>
          <w:rFonts w:cs="Courier New"/>
          <w:szCs w:val="32"/>
        </w:rPr>
        <w:t>nu de notre héros.</w:t>
      </w:r>
    </w:p>
    <w:p w14:paraId="6EED925C" w14:textId="77777777" w:rsidR="00FD7ABB" w:rsidRDefault="00FD28AE" w:rsidP="00FD7ABB">
      <w:r w:rsidRPr="00801BAE">
        <w:rPr>
          <w:rFonts w:cs="Courier New"/>
          <w:szCs w:val="32"/>
        </w:rPr>
        <w:t xml:space="preserve">Le père de celui-ci, Estevan da Gama, avait été nommé commandeur de </w:t>
      </w:r>
      <w:proofErr w:type="spellStart"/>
      <w:r w:rsidRPr="00801BAE">
        <w:rPr>
          <w:rFonts w:cs="Courier New"/>
          <w:szCs w:val="32"/>
        </w:rPr>
        <w:t>Seixal</w:t>
      </w:r>
      <w:proofErr w:type="spellEnd"/>
      <w:r w:rsidRPr="00801BAE">
        <w:rPr>
          <w:rFonts w:cs="Courier New"/>
          <w:szCs w:val="32"/>
        </w:rPr>
        <w:t>. Vivant sur la côte des Algarves et dev</w:t>
      </w:r>
      <w:r w:rsidRPr="00801BAE">
        <w:rPr>
          <w:rFonts w:cs="Courier New"/>
          <w:szCs w:val="32"/>
        </w:rPr>
        <w:t>e</w:t>
      </w:r>
      <w:r w:rsidRPr="00801BAE">
        <w:rPr>
          <w:rFonts w:cs="Courier New"/>
          <w:szCs w:val="32"/>
        </w:rPr>
        <w:t xml:space="preserve">nu </w:t>
      </w:r>
      <w:proofErr w:type="spellStart"/>
      <w:r w:rsidRPr="00801BAE">
        <w:rPr>
          <w:rFonts w:cs="Courier New"/>
          <w:szCs w:val="32"/>
        </w:rPr>
        <w:t>alcaïde</w:t>
      </w:r>
      <w:proofErr w:type="spellEnd"/>
      <w:r w:rsidRPr="00801BAE">
        <w:rPr>
          <w:rFonts w:cs="Courier New"/>
          <w:szCs w:val="32"/>
        </w:rPr>
        <w:t xml:space="preserve"> de Sylves, il s’était voué exclusivement aux grandes expéditions maritimes qui partaient de ces régions. Il avait épousé dona Isabelle. </w:t>
      </w:r>
      <w:proofErr w:type="spellStart"/>
      <w:r w:rsidRPr="00801BAE">
        <w:rPr>
          <w:rFonts w:cs="Courier New"/>
          <w:szCs w:val="32"/>
        </w:rPr>
        <w:t>Sodie</w:t>
      </w:r>
      <w:proofErr w:type="spellEnd"/>
      <w:r w:rsidRPr="00801BAE">
        <w:rPr>
          <w:rFonts w:cs="Courier New"/>
          <w:szCs w:val="32"/>
        </w:rPr>
        <w:t xml:space="preserve">, fille de João de </w:t>
      </w:r>
      <w:proofErr w:type="spellStart"/>
      <w:r w:rsidRPr="00801BAE">
        <w:rPr>
          <w:rFonts w:cs="Courier New"/>
          <w:szCs w:val="32"/>
        </w:rPr>
        <w:t>Resende</w:t>
      </w:r>
      <w:proofErr w:type="spellEnd"/>
      <w:r w:rsidRPr="00801BAE">
        <w:rPr>
          <w:rFonts w:cs="Courier New"/>
          <w:szCs w:val="32"/>
        </w:rPr>
        <w:t>, provéd</w:t>
      </w:r>
      <w:r w:rsidRPr="00801BAE">
        <w:rPr>
          <w:rFonts w:cs="Courier New"/>
          <w:szCs w:val="32"/>
        </w:rPr>
        <w:t>i</w:t>
      </w:r>
      <w:r w:rsidRPr="00801BAE">
        <w:rPr>
          <w:rFonts w:cs="Courier New"/>
          <w:szCs w:val="32"/>
        </w:rPr>
        <w:t xml:space="preserve">teur des fortifications de Santarem. Ils eurent une nombreuse famille. Le plus illustre d’entre leurs enfants devait être Vasco de Gama, qui naquit dans la petite ville maritime de </w:t>
      </w:r>
      <w:proofErr w:type="spellStart"/>
      <w:r w:rsidRPr="00801BAE">
        <w:rPr>
          <w:rFonts w:cs="Courier New"/>
          <w:szCs w:val="32"/>
        </w:rPr>
        <w:t>Sinès</w:t>
      </w:r>
      <w:proofErr w:type="spellEnd"/>
      <w:r w:rsidRPr="00801BAE">
        <w:rPr>
          <w:rFonts w:cs="Courier New"/>
          <w:szCs w:val="32"/>
        </w:rPr>
        <w:t>, à e</w:t>
      </w:r>
      <w:r w:rsidRPr="00801BAE">
        <w:rPr>
          <w:rFonts w:cs="Courier New"/>
          <w:szCs w:val="32"/>
        </w:rPr>
        <w:t>n</w:t>
      </w:r>
      <w:r w:rsidRPr="00801BAE">
        <w:rPr>
          <w:rFonts w:cs="Courier New"/>
          <w:szCs w:val="32"/>
        </w:rPr>
        <w:t>viron 24 lieues de Lisbonne.</w:t>
      </w:r>
    </w:p>
    <w:p w14:paraId="2B14C2FE" w14:textId="77777777" w:rsidR="00FD7ABB" w:rsidRDefault="00FD28AE" w:rsidP="00FD7ABB">
      <w:r w:rsidRPr="00801BAE">
        <w:rPr>
          <w:rFonts w:cs="Courier New"/>
          <w:szCs w:val="32"/>
        </w:rPr>
        <w:t>La date de sa naissance n’est pas certaine, et ses premières années n’offrent aucun trait saillant qui ait passé à la postérité. Comme pour tant d’autres génies, son histoire commence avec les premiers rayons de sa gloire. On suppose qu’il vit le jour en 1469, et tout porte à croire qu’il commença sa carrière dans les mers d’Afrique. Avant les mémorables découvertes qui devaient illustrer son nom, Gama avait déjà acquis une grande exp</w:t>
      </w:r>
      <w:r w:rsidRPr="00801BAE">
        <w:rPr>
          <w:rFonts w:cs="Courier New"/>
          <w:szCs w:val="32"/>
        </w:rPr>
        <w:t>é</w:t>
      </w:r>
      <w:r w:rsidRPr="00801BAE">
        <w:rPr>
          <w:rFonts w:cs="Courier New"/>
          <w:szCs w:val="32"/>
        </w:rPr>
        <w:t>rience dans la navigation. Très jeune, il avait aimé la mer et, du reste, il avait grandi en écoutant les récits enthousiastes des merveilleuses excursions maritimes qui occupaient alors ses concitoyens. C’était l’heure où des vents propices, enflant les voiles du Portugal, semblaient vouloir porter aux extrémités du globe ses marins entreprenants et hardis.</w:t>
      </w:r>
    </w:p>
    <w:p w14:paraId="56894F95" w14:textId="77777777" w:rsidR="00FD7ABB" w:rsidRDefault="00FD28AE" w:rsidP="00FD7ABB">
      <w:r w:rsidRPr="00801BAE">
        <w:rPr>
          <w:rFonts w:cs="Courier New"/>
          <w:szCs w:val="32"/>
        </w:rPr>
        <w:lastRenderedPageBreak/>
        <w:t xml:space="preserve">Déjà ils avaient affronté « la mer impénétrable et l’Océan ténébreux » : João de Santarem et Petro de </w:t>
      </w:r>
      <w:proofErr w:type="spellStart"/>
      <w:r w:rsidRPr="00801BAE">
        <w:rPr>
          <w:rFonts w:cs="Courier New"/>
          <w:szCs w:val="32"/>
        </w:rPr>
        <w:t>Escalone</w:t>
      </w:r>
      <w:proofErr w:type="spellEnd"/>
      <w:r w:rsidRPr="00801BAE">
        <w:rPr>
          <w:rFonts w:cs="Courier New"/>
          <w:szCs w:val="32"/>
        </w:rPr>
        <w:t>, les expl</w:t>
      </w:r>
      <w:r w:rsidRPr="00801BAE">
        <w:rPr>
          <w:rFonts w:cs="Courier New"/>
          <w:szCs w:val="32"/>
        </w:rPr>
        <w:t>o</w:t>
      </w:r>
      <w:r w:rsidRPr="00801BAE">
        <w:rPr>
          <w:rFonts w:cs="Courier New"/>
          <w:szCs w:val="32"/>
        </w:rPr>
        <w:t xml:space="preserve">rateurs de la côte de Guinée, portaient leurs reconnaissances au-delà du Gabon jusqu’au delta du fleuve </w:t>
      </w:r>
      <w:proofErr w:type="spellStart"/>
      <w:r w:rsidRPr="00801BAE">
        <w:rPr>
          <w:rFonts w:cs="Courier New"/>
          <w:szCs w:val="32"/>
        </w:rPr>
        <w:t>Ogovaï</w:t>
      </w:r>
      <w:proofErr w:type="spellEnd"/>
      <w:r w:rsidRPr="00801BAE">
        <w:rPr>
          <w:rFonts w:cs="Courier New"/>
          <w:szCs w:val="32"/>
        </w:rPr>
        <w:t xml:space="preserve"> et au cap Sa</w:t>
      </w:r>
      <w:r w:rsidRPr="00801BAE">
        <w:rPr>
          <w:rFonts w:cs="Courier New"/>
          <w:szCs w:val="32"/>
        </w:rPr>
        <w:t>n</w:t>
      </w:r>
      <w:r w:rsidRPr="00801BAE">
        <w:rPr>
          <w:rFonts w:cs="Courier New"/>
          <w:szCs w:val="32"/>
        </w:rPr>
        <w:t>ta-Catarina. Pour la première fois, la ligne était franchie, et le pavillon portugais flottait dans l’hémisphère austral.</w:t>
      </w:r>
    </w:p>
    <w:p w14:paraId="6CBEE1A4" w14:textId="77777777" w:rsidR="00FD7ABB" w:rsidRDefault="00FD28AE" w:rsidP="00FD7ABB">
      <w:r w:rsidRPr="00801BAE">
        <w:rPr>
          <w:rFonts w:cs="Courier New"/>
          <w:szCs w:val="32"/>
        </w:rPr>
        <w:t>L’Église elle-même s’émut de ces tentatives hardies et les bénit. Pour les encourager et assurer aux Portugais le fruit de leurs découvertes, l’infant don Henri, qui était alors le mobile et l’instigateur de ces grandes navigations, pria le pape Eugène IV de vouloir bien les sanctionner par l’autorité apostolique.</w:t>
      </w:r>
    </w:p>
    <w:p w14:paraId="71E33A99" w14:textId="77777777" w:rsidR="00FD7ABB" w:rsidRDefault="00FD28AE" w:rsidP="00FD7ABB">
      <w:r w:rsidRPr="00801BAE">
        <w:rPr>
          <w:rFonts w:cs="Courier New"/>
          <w:szCs w:val="32"/>
        </w:rPr>
        <w:t>« Très Saint-Père, disait-il, depuis vingt ans je travaille à découvrir des pays inconnus dont les malheureux habitants sont plongés dans l’idolâtrie ou séduits par les illusions du mahom</w:t>
      </w:r>
      <w:r w:rsidRPr="00801BAE">
        <w:rPr>
          <w:rFonts w:cs="Courier New"/>
          <w:szCs w:val="32"/>
        </w:rPr>
        <w:t>é</w:t>
      </w:r>
      <w:r w:rsidRPr="00801BAE">
        <w:rPr>
          <w:rFonts w:cs="Courier New"/>
          <w:szCs w:val="32"/>
        </w:rPr>
        <w:t>tisme, je vous supplie donc, vous à qui, en qualité de vicaire de Jésus-Christ, sont assujettis tous les royaumes de la terre, de conférer à la couronne du Portugal un droit sur les pays des i</w:t>
      </w:r>
      <w:r w:rsidRPr="00801BAE">
        <w:rPr>
          <w:rFonts w:cs="Courier New"/>
          <w:szCs w:val="32"/>
        </w:rPr>
        <w:t>n</w:t>
      </w:r>
      <w:r w:rsidRPr="00801BAE">
        <w:rPr>
          <w:rFonts w:cs="Courier New"/>
          <w:szCs w:val="32"/>
        </w:rPr>
        <w:t>fidèles qu’elle découvrira. Je conjure Votre Sainteté d’enjoindre à toutes les puissances chrétiennes de ne point inquiéter les Portugais pendant qu’ils sont engagés dans cette louable entr</w:t>
      </w:r>
      <w:r w:rsidRPr="00801BAE">
        <w:rPr>
          <w:rFonts w:cs="Courier New"/>
          <w:szCs w:val="32"/>
        </w:rPr>
        <w:t>e</w:t>
      </w:r>
      <w:r w:rsidRPr="00801BAE">
        <w:rPr>
          <w:rFonts w:cs="Courier New"/>
          <w:szCs w:val="32"/>
        </w:rPr>
        <w:t>prise et de ne point s’établir dans les pays qu’ils découvriront. L’objet principal de nos expéditions est de faire connaître la r</w:t>
      </w:r>
      <w:r w:rsidRPr="00801BAE">
        <w:rPr>
          <w:rFonts w:cs="Courier New"/>
          <w:szCs w:val="32"/>
        </w:rPr>
        <w:t>e</w:t>
      </w:r>
      <w:r w:rsidRPr="00801BAE">
        <w:rPr>
          <w:rFonts w:cs="Courier New"/>
          <w:szCs w:val="32"/>
        </w:rPr>
        <w:t>ligion chrétienne, d’étendre l’autorité du Saint-Siège et d’augmenter le troupeau du pasteur universel. »</w:t>
      </w:r>
    </w:p>
    <w:p w14:paraId="354C00AF" w14:textId="77777777" w:rsidR="00FD7ABB" w:rsidRDefault="00FD28AE" w:rsidP="00FD7ABB">
      <w:r w:rsidRPr="00801BAE">
        <w:rPr>
          <w:rFonts w:cs="Courier New"/>
          <w:szCs w:val="32"/>
        </w:rPr>
        <w:t>Eugène IV rendit une bulle par laquelle, après avoir loué dans les termes les plus flatteurs la conduite passée des Port</w:t>
      </w:r>
      <w:r w:rsidRPr="00801BAE">
        <w:rPr>
          <w:rFonts w:cs="Courier New"/>
          <w:szCs w:val="32"/>
        </w:rPr>
        <w:t>u</w:t>
      </w:r>
      <w:r w:rsidRPr="00801BAE">
        <w:rPr>
          <w:rFonts w:cs="Courier New"/>
          <w:szCs w:val="32"/>
        </w:rPr>
        <w:t xml:space="preserve">gais et les avoir exhortés à persévérer dans la carrière où ils </w:t>
      </w:r>
      <w:r w:rsidRPr="00801BAE">
        <w:rPr>
          <w:rFonts w:cs="Courier New"/>
          <w:szCs w:val="32"/>
        </w:rPr>
        <w:lastRenderedPageBreak/>
        <w:t>étaient entrés, il leur accordait un droit exclusif sur tous les pays qu’ils découvriraient jusqu’au continent de l’Inde.</w:t>
      </w:r>
    </w:p>
    <w:p w14:paraId="3FC31237" w14:textId="77777777" w:rsidR="00FD7ABB" w:rsidRDefault="00FD28AE" w:rsidP="00FD7ABB">
      <w:r w:rsidRPr="00801BAE">
        <w:rPr>
          <w:rFonts w:cs="Courier New"/>
          <w:szCs w:val="32"/>
        </w:rPr>
        <w:t>À cette époque, le zèle religieux était un principe actif et puissant qui influait sur la conduite des nations ; la décision du Pape fut respectée, et les princes chrétien ne songèrent ni à e</w:t>
      </w:r>
      <w:r w:rsidRPr="00801BAE">
        <w:rPr>
          <w:rFonts w:cs="Courier New"/>
          <w:szCs w:val="32"/>
        </w:rPr>
        <w:t>n</w:t>
      </w:r>
      <w:r w:rsidRPr="00801BAE">
        <w:rPr>
          <w:rFonts w:cs="Courier New"/>
          <w:szCs w:val="32"/>
        </w:rPr>
        <w:t>trer dans les pays découverts par les Portugais, ni à interrompre les progrès de leur navigation et de leurs conquêtes.</w:t>
      </w:r>
    </w:p>
    <w:p w14:paraId="399E9D40" w14:textId="77777777" w:rsidR="00FD7ABB" w:rsidRDefault="00FD28AE" w:rsidP="00FD7ABB">
      <w:r w:rsidRPr="00801BAE">
        <w:rPr>
          <w:rFonts w:cs="Courier New"/>
          <w:szCs w:val="32"/>
        </w:rPr>
        <w:t>La mort du prince Henri de Portugal ralentit la passion pour les grandes découvertes, et, durant de longues années, les Portugais ne songèrent plus à dépasser des parages où les ret</w:t>
      </w:r>
      <w:r w:rsidRPr="00801BAE">
        <w:rPr>
          <w:rFonts w:cs="Courier New"/>
          <w:szCs w:val="32"/>
        </w:rPr>
        <w:t>e</w:t>
      </w:r>
      <w:r w:rsidRPr="00801BAE">
        <w:rPr>
          <w:rFonts w:cs="Courier New"/>
          <w:szCs w:val="32"/>
        </w:rPr>
        <w:t xml:space="preserve">naient d’ailleurs la richesse des échanges et le soin d’élever des forts pour </w:t>
      </w:r>
      <w:proofErr w:type="spellStart"/>
      <w:r w:rsidRPr="00801BAE">
        <w:rPr>
          <w:rFonts w:cs="Courier New"/>
          <w:szCs w:val="32"/>
        </w:rPr>
        <w:t>lés</w:t>
      </w:r>
      <w:proofErr w:type="spellEnd"/>
      <w:r w:rsidRPr="00801BAE">
        <w:rPr>
          <w:rFonts w:cs="Courier New"/>
          <w:szCs w:val="32"/>
        </w:rPr>
        <w:t xml:space="preserve"> protéger.</w:t>
      </w:r>
    </w:p>
    <w:p w14:paraId="15036EDA" w14:textId="77777777" w:rsidR="00FD7ABB" w:rsidRDefault="00FD28AE" w:rsidP="00FD7ABB">
      <w:r w:rsidRPr="00801BAE">
        <w:rPr>
          <w:rFonts w:cs="Courier New"/>
          <w:szCs w:val="32"/>
        </w:rPr>
        <w:t>Ce ne fut qu’en 1484 que Diego Cam franchit le cap Sainte-Catherine, arriva à l’embouchure du Zaïre, sous le 6</w:t>
      </w:r>
      <w:r w:rsidRPr="00801BAE">
        <w:rPr>
          <w:rFonts w:cs="Courier New"/>
          <w:szCs w:val="32"/>
          <w:vertAlign w:val="superscript"/>
        </w:rPr>
        <w:t>e</w:t>
      </w:r>
      <w:r w:rsidRPr="00801BAE">
        <w:rPr>
          <w:rFonts w:cs="Courier New"/>
          <w:szCs w:val="32"/>
        </w:rPr>
        <w:t xml:space="preserve"> degré de latitude méridionale, et, après avoir remonté ce grand fleuve à une certaine distance dans les terres, continua d’avancer au sud, jusqu’à la distance de 1125 milles du cap Sainte-Catherine, ér</w:t>
      </w:r>
      <w:r w:rsidRPr="00801BAE">
        <w:rPr>
          <w:rFonts w:cs="Courier New"/>
          <w:szCs w:val="32"/>
        </w:rPr>
        <w:t>i</w:t>
      </w:r>
      <w:r w:rsidRPr="00801BAE">
        <w:rPr>
          <w:rFonts w:cs="Courier New"/>
          <w:szCs w:val="32"/>
        </w:rPr>
        <w:t>geant à chaque station des colonnes aux armes royales.</w:t>
      </w:r>
    </w:p>
    <w:p w14:paraId="3FC0696D" w14:textId="77777777" w:rsidR="00FD7ABB" w:rsidRDefault="00FD28AE" w:rsidP="00FD7ABB">
      <w:r w:rsidRPr="00801BAE">
        <w:rPr>
          <w:rFonts w:cs="Courier New"/>
          <w:szCs w:val="32"/>
        </w:rPr>
        <w:t>On conçut alors l’espérance de faire le tour de l’Afrique, comme on le disait des anciens Phéniciens et des Carthaginois. Dans cette vue, le roi Jean II envoya des ambassadeurs à l’empereur chrétien d’Éthiopie, pour prendre des renseign</w:t>
      </w:r>
      <w:r w:rsidRPr="00801BAE">
        <w:rPr>
          <w:rFonts w:cs="Courier New"/>
          <w:szCs w:val="32"/>
        </w:rPr>
        <w:t>e</w:t>
      </w:r>
      <w:r w:rsidRPr="00801BAE">
        <w:rPr>
          <w:rFonts w:cs="Courier New"/>
          <w:szCs w:val="32"/>
        </w:rPr>
        <w:t>ments sur la côte orientale de l’Afrique et sur l’Inde. D’un autre côté, à peine Diego Cam était-il de retour à Lisbonne qu’une nouvelle expédition était organisée sous le commandement de Barthél</w:t>
      </w:r>
      <w:r w:rsidRPr="00801BAE">
        <w:rPr>
          <w:rFonts w:cs="Courier New"/>
          <w:szCs w:val="32"/>
        </w:rPr>
        <w:t>é</w:t>
      </w:r>
      <w:r w:rsidRPr="00801BAE">
        <w:rPr>
          <w:rFonts w:cs="Courier New"/>
          <w:szCs w:val="32"/>
        </w:rPr>
        <w:t>my Diaz, chargé de continuer les recherches sur la côte occide</w:t>
      </w:r>
      <w:r w:rsidRPr="00801BAE">
        <w:rPr>
          <w:rFonts w:cs="Courier New"/>
          <w:szCs w:val="32"/>
        </w:rPr>
        <w:t>n</w:t>
      </w:r>
      <w:r w:rsidRPr="00801BAE">
        <w:rPr>
          <w:rFonts w:cs="Courier New"/>
          <w:szCs w:val="32"/>
        </w:rPr>
        <w:t>tale. Parvenu à 120 lieues au-delà du point visité par les de</w:t>
      </w:r>
      <w:r w:rsidRPr="00801BAE">
        <w:rPr>
          <w:rFonts w:cs="Courier New"/>
          <w:szCs w:val="32"/>
        </w:rPr>
        <w:t>r</w:t>
      </w:r>
      <w:r w:rsidRPr="00801BAE">
        <w:rPr>
          <w:rFonts w:cs="Courier New"/>
          <w:szCs w:val="32"/>
        </w:rPr>
        <w:t>niers navigateurs, Diaz y érigea une croix avec les armes du Portugal, puis, se lançant sur l’Océan, il ne prit plus terre et d</w:t>
      </w:r>
      <w:r w:rsidRPr="00801BAE">
        <w:rPr>
          <w:rFonts w:cs="Courier New"/>
          <w:szCs w:val="32"/>
        </w:rPr>
        <w:t>é</w:t>
      </w:r>
      <w:r w:rsidRPr="00801BAE">
        <w:rPr>
          <w:rFonts w:cs="Courier New"/>
          <w:szCs w:val="32"/>
        </w:rPr>
        <w:t xml:space="preserve">passa l’extrémité méridionale de </w:t>
      </w:r>
      <w:r w:rsidRPr="00801BAE">
        <w:rPr>
          <w:rFonts w:cs="Courier New"/>
          <w:szCs w:val="32"/>
        </w:rPr>
        <w:lastRenderedPageBreak/>
        <w:t>l’Afrique sans l’apercevoir. Mais, au retour, Diaz, plus heureux que ses devanciers, vit se dresser d</w:t>
      </w:r>
      <w:r w:rsidRPr="00801BAE">
        <w:rPr>
          <w:rFonts w:cs="Courier New"/>
          <w:szCs w:val="32"/>
        </w:rPr>
        <w:t>e</w:t>
      </w:r>
      <w:r w:rsidRPr="00801BAE">
        <w:rPr>
          <w:rFonts w:cs="Courier New"/>
          <w:szCs w:val="32"/>
        </w:rPr>
        <w:t>vant lui l’imposant promontoire qui forme la pointe australe de l’Afrique. La joie et la surprise des navigateurs f</w:t>
      </w:r>
      <w:r w:rsidRPr="00801BAE">
        <w:rPr>
          <w:rFonts w:cs="Courier New"/>
          <w:szCs w:val="32"/>
        </w:rPr>
        <w:t>u</w:t>
      </w:r>
      <w:r w:rsidRPr="00801BAE">
        <w:rPr>
          <w:rFonts w:cs="Courier New"/>
          <w:szCs w:val="32"/>
        </w:rPr>
        <w:t>rent extrêmes ; mais une affreuse tourmente, survenue bru</w:t>
      </w:r>
      <w:r w:rsidRPr="00801BAE">
        <w:rPr>
          <w:rFonts w:cs="Courier New"/>
          <w:szCs w:val="32"/>
        </w:rPr>
        <w:t>s</w:t>
      </w:r>
      <w:r w:rsidRPr="00801BAE">
        <w:rPr>
          <w:rFonts w:cs="Courier New"/>
          <w:szCs w:val="32"/>
        </w:rPr>
        <w:t>quement, faillit changer en un jour de deuil cette heure d’allégresse. Les navig</w:t>
      </w:r>
      <w:r w:rsidRPr="00801BAE">
        <w:rPr>
          <w:rFonts w:cs="Courier New"/>
          <w:szCs w:val="32"/>
        </w:rPr>
        <w:t>a</w:t>
      </w:r>
      <w:r w:rsidRPr="00801BAE">
        <w:rPr>
          <w:rFonts w:cs="Courier New"/>
          <w:szCs w:val="32"/>
        </w:rPr>
        <w:t>teurs échappèrent au danger, élevèrent sur le cap une croix qu’ils dédièrent à Saint-Philippe, et, en so</w:t>
      </w:r>
      <w:r w:rsidRPr="00801BAE">
        <w:rPr>
          <w:rFonts w:cs="Courier New"/>
          <w:szCs w:val="32"/>
        </w:rPr>
        <w:t>u</w:t>
      </w:r>
      <w:r w:rsidRPr="00801BAE">
        <w:rPr>
          <w:rFonts w:cs="Courier New"/>
          <w:szCs w:val="32"/>
        </w:rPr>
        <w:t>venir de la tempête qui avait failli les perdre, Diaz donna à la pointe de terre le nom de cap des Tempêtes. C’est ainsi qu’au r</w:t>
      </w:r>
      <w:r w:rsidRPr="00801BAE">
        <w:rPr>
          <w:rFonts w:cs="Courier New"/>
          <w:szCs w:val="32"/>
        </w:rPr>
        <w:t>e</w:t>
      </w:r>
      <w:r w:rsidRPr="00801BAE">
        <w:rPr>
          <w:rFonts w:cs="Courier New"/>
          <w:szCs w:val="32"/>
        </w:rPr>
        <w:t>tour il le nomma d</w:t>
      </w:r>
      <w:r w:rsidRPr="00801BAE">
        <w:rPr>
          <w:rFonts w:cs="Courier New"/>
          <w:szCs w:val="32"/>
        </w:rPr>
        <w:t>e</w:t>
      </w:r>
      <w:r w:rsidRPr="00801BAE">
        <w:rPr>
          <w:rFonts w:cs="Courier New"/>
          <w:szCs w:val="32"/>
        </w:rPr>
        <w:t>vant le roi : « Non, non, protesta Jean II, ce nom de triste augure ne convient pas au cap qui nous ouvre la route de l’Asie ; il sera nommé le cap de Bonne-Espérance. »</w:t>
      </w:r>
    </w:p>
    <w:p w14:paraId="53995855" w14:textId="77777777" w:rsidR="00FD7ABB" w:rsidRDefault="00FD28AE" w:rsidP="00FD7ABB">
      <w:r w:rsidRPr="00801BAE">
        <w:rPr>
          <w:rFonts w:cs="Courier New"/>
          <w:szCs w:val="32"/>
        </w:rPr>
        <w:t>On se figure aisément quelle fascination devait exercer sur l’ardente imagination de la jeunesse portugaise ces voyages lointains, mystérieux, pleins d’aventures héroïques, de re</w:t>
      </w:r>
      <w:r w:rsidRPr="00801BAE">
        <w:rPr>
          <w:rFonts w:cs="Courier New"/>
          <w:szCs w:val="32"/>
        </w:rPr>
        <w:t>n</w:t>
      </w:r>
      <w:r w:rsidRPr="00801BAE">
        <w:rPr>
          <w:rFonts w:cs="Courier New"/>
          <w:szCs w:val="32"/>
        </w:rPr>
        <w:t xml:space="preserve">contres périlleuses, de conquêtes inespérées. Tous les enfants du Portugal rêvaient d’être marins, et le petit Vasco dut bien </w:t>
      </w:r>
      <w:proofErr w:type="gramStart"/>
      <w:r w:rsidRPr="00801BAE">
        <w:rPr>
          <w:rFonts w:cs="Courier New"/>
          <w:szCs w:val="32"/>
        </w:rPr>
        <w:t>des fois</w:t>
      </w:r>
      <w:proofErr w:type="gramEnd"/>
      <w:r w:rsidRPr="00801BAE">
        <w:rPr>
          <w:rFonts w:cs="Courier New"/>
          <w:szCs w:val="32"/>
        </w:rPr>
        <w:t xml:space="preserve"> contempler avidement la mer avant de l’affronter.</w:t>
      </w:r>
    </w:p>
    <w:p w14:paraId="3CDE97A3" w14:textId="77777777" w:rsidR="00FD7ABB" w:rsidRDefault="00FD28AE" w:rsidP="00FD7ABB">
      <w:r w:rsidRPr="00801BAE">
        <w:rPr>
          <w:rFonts w:cs="Courier New"/>
          <w:szCs w:val="32"/>
        </w:rPr>
        <w:t>À l’époque où Barthélémy Diaz revenait de son expédition, la réputation de Gama comme marin n’était plus à faire ; ses t</w:t>
      </w:r>
      <w:r w:rsidRPr="00801BAE">
        <w:rPr>
          <w:rFonts w:cs="Courier New"/>
          <w:szCs w:val="32"/>
        </w:rPr>
        <w:t>a</w:t>
      </w:r>
      <w:r w:rsidRPr="00801BAE">
        <w:rPr>
          <w:rFonts w:cs="Courier New"/>
          <w:szCs w:val="32"/>
        </w:rPr>
        <w:t>lents, bien qu’il fût jeune encore, inspiraient déjà une telle co</w:t>
      </w:r>
      <w:r w:rsidRPr="00801BAE">
        <w:rPr>
          <w:rFonts w:cs="Courier New"/>
          <w:szCs w:val="32"/>
        </w:rPr>
        <w:t>n</w:t>
      </w:r>
      <w:r w:rsidRPr="00801BAE">
        <w:rPr>
          <w:rFonts w:cs="Courier New"/>
          <w:szCs w:val="32"/>
        </w:rPr>
        <w:t>fiance à Jean II que, sur l’ordre de ce monarque entrepr</w:t>
      </w:r>
      <w:r w:rsidRPr="00801BAE">
        <w:rPr>
          <w:rFonts w:cs="Courier New"/>
          <w:szCs w:val="32"/>
        </w:rPr>
        <w:t>e</w:t>
      </w:r>
      <w:r w:rsidRPr="00801BAE">
        <w:rPr>
          <w:rFonts w:cs="Courier New"/>
          <w:szCs w:val="32"/>
        </w:rPr>
        <w:t>nant, il se disposait à aller faire le tour de l’Afrique et à tenter, lui aussi, le passage des Indes. Les instructions nécessaires pour acco</w:t>
      </w:r>
      <w:r w:rsidRPr="00801BAE">
        <w:rPr>
          <w:rFonts w:cs="Courier New"/>
          <w:szCs w:val="32"/>
        </w:rPr>
        <w:t>m</w:t>
      </w:r>
      <w:r w:rsidRPr="00801BAE">
        <w:rPr>
          <w:rFonts w:cs="Courier New"/>
          <w:szCs w:val="32"/>
        </w:rPr>
        <w:t>plir cette expédition nouvelle étaient déjà rédigées, quand la mort du roi vint tout remettre en question et ajourner indéfin</w:t>
      </w:r>
      <w:r w:rsidRPr="00801BAE">
        <w:rPr>
          <w:rFonts w:cs="Courier New"/>
          <w:szCs w:val="32"/>
        </w:rPr>
        <w:t>i</w:t>
      </w:r>
      <w:r w:rsidRPr="00801BAE">
        <w:rPr>
          <w:rFonts w:cs="Courier New"/>
          <w:szCs w:val="32"/>
        </w:rPr>
        <w:t>ment ces vastes projets.</w:t>
      </w:r>
    </w:p>
    <w:p w14:paraId="426C0B20" w14:textId="77777777" w:rsidR="00FD7ABB" w:rsidRDefault="00FD28AE" w:rsidP="00FD7ABB">
      <w:r w:rsidRPr="00801BAE">
        <w:rPr>
          <w:rFonts w:cs="Courier New"/>
          <w:szCs w:val="32"/>
        </w:rPr>
        <w:t>Forcé d’attendre des ordres nouveaux, Gama explora lon</w:t>
      </w:r>
      <w:r w:rsidRPr="00801BAE">
        <w:rPr>
          <w:rFonts w:cs="Courier New"/>
          <w:szCs w:val="32"/>
        </w:rPr>
        <w:t>g</w:t>
      </w:r>
      <w:r w:rsidRPr="00801BAE">
        <w:rPr>
          <w:rFonts w:cs="Courier New"/>
          <w:szCs w:val="32"/>
        </w:rPr>
        <w:t xml:space="preserve">temps par l’étude et par la pensée ces régions dont il </w:t>
      </w:r>
      <w:r w:rsidRPr="00801BAE">
        <w:rPr>
          <w:rFonts w:cs="Courier New"/>
          <w:szCs w:val="32"/>
        </w:rPr>
        <w:lastRenderedPageBreak/>
        <w:t>devait un jour cingler les mers et fouler le sol. Ne prévoyant pas d’ailleurs d’expédition prochaine, il songea à se marier et épousa dona C</w:t>
      </w:r>
      <w:r w:rsidRPr="00801BAE">
        <w:rPr>
          <w:rFonts w:cs="Courier New"/>
          <w:szCs w:val="32"/>
        </w:rPr>
        <w:t>a</w:t>
      </w:r>
      <w:r w:rsidRPr="00801BAE">
        <w:rPr>
          <w:rFonts w:cs="Courier New"/>
          <w:szCs w:val="32"/>
        </w:rPr>
        <w:t>tarina d’</w:t>
      </w:r>
      <w:proofErr w:type="spellStart"/>
      <w:r w:rsidRPr="00801BAE">
        <w:rPr>
          <w:rFonts w:cs="Courier New"/>
          <w:szCs w:val="32"/>
        </w:rPr>
        <w:t>Altaïde</w:t>
      </w:r>
      <w:proofErr w:type="spellEnd"/>
      <w:r w:rsidRPr="00801BAE">
        <w:rPr>
          <w:rFonts w:cs="Courier New"/>
          <w:szCs w:val="32"/>
        </w:rPr>
        <w:t>, l’une des plus grandes dames de la cour. Son fils aîné venait de naître quand Vasco de Gama fut appelé par le roi Emmanuel, qui, depuis deux ans, avait succédé à Jean II. Le nouveau monarque, fidèle à l’inspiration qu’il avait eue à la f</w:t>
      </w:r>
      <w:r w:rsidRPr="00801BAE">
        <w:rPr>
          <w:rFonts w:cs="Courier New"/>
          <w:szCs w:val="32"/>
        </w:rPr>
        <w:t>e</w:t>
      </w:r>
      <w:r w:rsidRPr="00801BAE">
        <w:rPr>
          <w:rFonts w:cs="Courier New"/>
          <w:szCs w:val="32"/>
        </w:rPr>
        <w:t>nêtre de son palais, ordonnait à Gama de se rendre aux Indes en suivant la route marquée par Diaz.</w:t>
      </w:r>
    </w:p>
    <w:p w14:paraId="45F3AC55" w14:textId="77777777" w:rsidR="00FD7ABB" w:rsidRDefault="00FD28AE" w:rsidP="00FD7ABB">
      <w:r w:rsidRPr="00801BAE">
        <w:rPr>
          <w:rFonts w:cs="Courier New"/>
          <w:szCs w:val="32"/>
        </w:rPr>
        <w:t>L’expédition décidée, toutes les précautions furent prises pour en assurer le succès.</w:t>
      </w:r>
    </w:p>
    <w:p w14:paraId="30270D53" w14:textId="77777777" w:rsidR="00FD7ABB" w:rsidRDefault="00FD28AE" w:rsidP="00FD7ABB">
      <w:r w:rsidRPr="00801BAE">
        <w:rPr>
          <w:rFonts w:cs="Courier New"/>
          <w:szCs w:val="32"/>
        </w:rPr>
        <w:t>Et tout d’abord, pour réaliser des découvertes pareilles à celles qu’on allait tenter, il était nécessaire que les navires fu</w:t>
      </w:r>
      <w:r w:rsidRPr="00801BAE">
        <w:rPr>
          <w:rFonts w:cs="Courier New"/>
          <w:szCs w:val="32"/>
        </w:rPr>
        <w:t>s</w:t>
      </w:r>
      <w:r w:rsidRPr="00801BAE">
        <w:rPr>
          <w:rFonts w:cs="Courier New"/>
          <w:szCs w:val="32"/>
        </w:rPr>
        <w:t>sent en petit nombre et d’un port peu considérable. En cons</w:t>
      </w:r>
      <w:r w:rsidRPr="00801BAE">
        <w:rPr>
          <w:rFonts w:cs="Courier New"/>
          <w:szCs w:val="32"/>
        </w:rPr>
        <w:t>é</w:t>
      </w:r>
      <w:r w:rsidRPr="00801BAE">
        <w:rPr>
          <w:rFonts w:cs="Courier New"/>
          <w:szCs w:val="32"/>
        </w:rPr>
        <w:t>quence, on construisit quatre petits bâtiments dont le plus grand ne devait pas excéder 120 tonneaux.</w:t>
      </w:r>
    </w:p>
    <w:p w14:paraId="6536F7D3" w14:textId="77777777" w:rsidR="00FD7ABB" w:rsidRDefault="00FD28AE" w:rsidP="00FD7ABB">
      <w:r w:rsidRPr="00801BAE">
        <w:rPr>
          <w:rFonts w:cs="Courier New"/>
          <w:szCs w:val="32"/>
        </w:rPr>
        <w:t xml:space="preserve">Il ne fallait pas, en effet, pour se diriger vers des terres si complètement ignorées, des vaisseaux de grande dimension ; l’essentiel était qu’ils fussent agiles, faciles à la manœuvre, </w:t>
      </w:r>
      <w:proofErr w:type="gramStart"/>
      <w:r w:rsidRPr="00801BAE">
        <w:rPr>
          <w:rFonts w:cs="Courier New"/>
          <w:szCs w:val="32"/>
        </w:rPr>
        <w:t>de façon à ce</w:t>
      </w:r>
      <w:proofErr w:type="gramEnd"/>
      <w:r w:rsidRPr="00801BAE">
        <w:rPr>
          <w:rFonts w:cs="Courier New"/>
          <w:szCs w:val="32"/>
        </w:rPr>
        <w:t xml:space="preserve"> qu’ils pussent partout entrer et sortir aisément.</w:t>
      </w:r>
    </w:p>
    <w:p w14:paraId="08CE4F38" w14:textId="77777777" w:rsidR="00FD7ABB" w:rsidRDefault="00FD28AE" w:rsidP="00FD7ABB">
      <w:r w:rsidRPr="00801BAE">
        <w:rPr>
          <w:rFonts w:cs="Courier New"/>
          <w:szCs w:val="32"/>
        </w:rPr>
        <w:t>La construction de ces navires prit la proportion d’un év</w:t>
      </w:r>
      <w:r w:rsidRPr="00801BAE">
        <w:rPr>
          <w:rFonts w:cs="Courier New"/>
          <w:szCs w:val="32"/>
        </w:rPr>
        <w:t>é</w:t>
      </w:r>
      <w:r w:rsidRPr="00801BAE">
        <w:rPr>
          <w:rFonts w:cs="Courier New"/>
          <w:szCs w:val="32"/>
        </w:rPr>
        <w:t>nement national. D’habiles architectes, secondés par d’habiles ouvriers, les aménagèrent avec le plus grand soin. On y employa les meilleurs matériaux, les bois les plus solides et les ferr</w:t>
      </w:r>
      <w:r w:rsidRPr="00801BAE">
        <w:rPr>
          <w:rFonts w:cs="Courier New"/>
          <w:szCs w:val="32"/>
        </w:rPr>
        <w:t>e</w:t>
      </w:r>
      <w:r w:rsidRPr="00801BAE">
        <w:rPr>
          <w:rFonts w:cs="Courier New"/>
          <w:szCs w:val="32"/>
        </w:rPr>
        <w:t>ments les mieux choisis. Chaque navire fut pourvu d’un triple rechange de voiles et d’amarres ; les autres apparaux, aussi bien que les cordages, furent doublés trois ou quatre fois. Les fûts des tonneaux, des pipes, des barils contenant le vin, l’eau, le v</w:t>
      </w:r>
      <w:r w:rsidRPr="00801BAE">
        <w:rPr>
          <w:rFonts w:cs="Courier New"/>
          <w:szCs w:val="32"/>
        </w:rPr>
        <w:t>i</w:t>
      </w:r>
      <w:r w:rsidRPr="00801BAE">
        <w:rPr>
          <w:rFonts w:cs="Courier New"/>
          <w:szCs w:val="32"/>
        </w:rPr>
        <w:t xml:space="preserve">naigre, l’huile, furent renforcés par de nombreux cercles de fer. Les approvisionnements de pain, farine, viande, légumes ; les objets de pharmacie, l’artillerie, l’armurerie, tout fut fourni en aussi grande quantité que les </w:t>
      </w:r>
      <w:r w:rsidRPr="00801BAE">
        <w:rPr>
          <w:rFonts w:cs="Courier New"/>
          <w:szCs w:val="32"/>
        </w:rPr>
        <w:lastRenderedPageBreak/>
        <w:t>circonstances l’exigeaient ; il y eut plus que le nécessaire, il y eut le superflu. Les principaux p</w:t>
      </w:r>
      <w:r w:rsidRPr="00801BAE">
        <w:rPr>
          <w:rFonts w:cs="Courier New"/>
          <w:szCs w:val="32"/>
        </w:rPr>
        <w:t>i</w:t>
      </w:r>
      <w:r w:rsidRPr="00801BAE">
        <w:rPr>
          <w:rFonts w:cs="Courier New"/>
          <w:szCs w:val="32"/>
        </w:rPr>
        <w:t>lotes, les meilleurs marins, les plus habiles en l’art de la navig</w:t>
      </w:r>
      <w:r w:rsidRPr="00801BAE">
        <w:rPr>
          <w:rFonts w:cs="Courier New"/>
          <w:szCs w:val="32"/>
        </w:rPr>
        <w:t>a</w:t>
      </w:r>
      <w:r w:rsidRPr="00801BAE">
        <w:rPr>
          <w:rFonts w:cs="Courier New"/>
          <w:szCs w:val="32"/>
        </w:rPr>
        <w:t>tion furent donnés à Gama comme compagnons de route.</w:t>
      </w:r>
    </w:p>
    <w:p w14:paraId="6DC1CA98" w14:textId="77777777" w:rsidR="00FD7ABB" w:rsidRDefault="00FD28AE" w:rsidP="00FD7ABB">
      <w:r w:rsidRPr="00801BAE">
        <w:rPr>
          <w:rFonts w:cs="Courier New"/>
          <w:szCs w:val="32"/>
        </w:rPr>
        <w:t xml:space="preserve">Le commandant de la flottille, qui ne prenait encore à cette époque que le nom de </w:t>
      </w:r>
      <w:proofErr w:type="spellStart"/>
      <w:r w:rsidRPr="00801BAE">
        <w:rPr>
          <w:rFonts w:cs="Courier New"/>
          <w:szCs w:val="32"/>
        </w:rPr>
        <w:t>capitam</w:t>
      </w:r>
      <w:proofErr w:type="spellEnd"/>
      <w:r w:rsidRPr="00801BAE">
        <w:rPr>
          <w:rFonts w:cs="Courier New"/>
          <w:szCs w:val="32"/>
        </w:rPr>
        <w:t xml:space="preserve">-mor, équivalant à celui de chef d’escadre, planta son pavillon à bord du </w:t>
      </w:r>
      <w:r w:rsidRPr="00801BAE">
        <w:rPr>
          <w:rFonts w:cs="Courier New"/>
          <w:i/>
          <w:szCs w:val="32"/>
        </w:rPr>
        <w:t>Sam-Gabriel</w:t>
      </w:r>
      <w:r w:rsidRPr="00801BAE">
        <w:rPr>
          <w:rFonts w:cs="Courier New"/>
          <w:szCs w:val="32"/>
        </w:rPr>
        <w:t>, le plus important des quatre bâtiments, puisqu’il jaugeait 120 to</w:t>
      </w:r>
      <w:r w:rsidRPr="00801BAE">
        <w:rPr>
          <w:rFonts w:cs="Courier New"/>
          <w:szCs w:val="32"/>
        </w:rPr>
        <w:t>n</w:t>
      </w:r>
      <w:r w:rsidRPr="00801BAE">
        <w:rPr>
          <w:rFonts w:cs="Courier New"/>
          <w:szCs w:val="32"/>
        </w:rPr>
        <w:t xml:space="preserve">neaux-. </w:t>
      </w:r>
      <w:r w:rsidRPr="00801BAE">
        <w:rPr>
          <w:rFonts w:cs="Courier New"/>
          <w:i/>
          <w:szCs w:val="32"/>
        </w:rPr>
        <w:t xml:space="preserve">Le Sam-Raphaël </w:t>
      </w:r>
      <w:r w:rsidRPr="00801BAE">
        <w:rPr>
          <w:rFonts w:cs="Courier New"/>
          <w:szCs w:val="32"/>
        </w:rPr>
        <w:t>qui n’en avait que 100, eut pour co</w:t>
      </w:r>
      <w:r w:rsidRPr="00801BAE">
        <w:rPr>
          <w:rFonts w:cs="Courier New"/>
          <w:szCs w:val="32"/>
        </w:rPr>
        <w:t>m</w:t>
      </w:r>
      <w:r w:rsidRPr="00801BAE">
        <w:rPr>
          <w:rFonts w:cs="Courier New"/>
          <w:szCs w:val="32"/>
        </w:rPr>
        <w:t xml:space="preserve">mandant Paulo de Gama, le frère de notre héros. La troisième caravelle, que l’on désigna sous le nom de </w:t>
      </w:r>
      <w:proofErr w:type="spellStart"/>
      <w:r w:rsidRPr="00801BAE">
        <w:rPr>
          <w:rFonts w:cs="Courier New"/>
          <w:i/>
          <w:szCs w:val="32"/>
        </w:rPr>
        <w:t>Berrio</w:t>
      </w:r>
      <w:proofErr w:type="spellEnd"/>
      <w:r w:rsidRPr="00801BAE">
        <w:rPr>
          <w:rFonts w:cs="Courier New"/>
          <w:szCs w:val="32"/>
        </w:rPr>
        <w:t>, et qui n’était que de 50 tonneaux, eut pour capitaine un marin des plus h</w:t>
      </w:r>
      <w:r w:rsidRPr="00801BAE">
        <w:rPr>
          <w:rFonts w:cs="Courier New"/>
          <w:szCs w:val="32"/>
        </w:rPr>
        <w:t>a</w:t>
      </w:r>
      <w:r w:rsidRPr="00801BAE">
        <w:rPr>
          <w:rFonts w:cs="Courier New"/>
          <w:szCs w:val="32"/>
        </w:rPr>
        <w:t>bile, Nicolas Coelho. Enfin un petit bâtiment, en dehors de l’expédition, mais chargé de munitions, avait pour capitaine P</w:t>
      </w:r>
      <w:r w:rsidRPr="00801BAE">
        <w:rPr>
          <w:rFonts w:cs="Courier New"/>
          <w:szCs w:val="32"/>
        </w:rPr>
        <w:t>e</w:t>
      </w:r>
      <w:r w:rsidRPr="00801BAE">
        <w:rPr>
          <w:rFonts w:cs="Courier New"/>
          <w:szCs w:val="32"/>
        </w:rPr>
        <w:t>dro Nunez, un serviteur de Gama.</w:t>
      </w:r>
    </w:p>
    <w:p w14:paraId="3E860C59" w14:textId="77777777" w:rsidR="00FD7ABB" w:rsidRDefault="00FD28AE" w:rsidP="00FD7ABB">
      <w:r w:rsidRPr="00801BAE">
        <w:rPr>
          <w:rFonts w:cs="Courier New"/>
          <w:szCs w:val="32"/>
        </w:rPr>
        <w:t>Barthélémy Diaz devait accompagner sur un navire chargé d’approvisionnements l’aventureuse flottille ; mais il avait ordre de se diriger ensuite vers la Côte-d’Or et de se rendre à Mina. Le pilote expérimenté qui lui avait fait doubler le cap des Te</w:t>
      </w:r>
      <w:r w:rsidRPr="00801BAE">
        <w:rPr>
          <w:rFonts w:cs="Courier New"/>
          <w:szCs w:val="32"/>
        </w:rPr>
        <w:t>m</w:t>
      </w:r>
      <w:r w:rsidRPr="00801BAE">
        <w:rPr>
          <w:rFonts w:cs="Courier New"/>
          <w:szCs w:val="32"/>
        </w:rPr>
        <w:t xml:space="preserve">pêtes, </w:t>
      </w:r>
      <w:proofErr w:type="spellStart"/>
      <w:r w:rsidRPr="00801BAE">
        <w:rPr>
          <w:rFonts w:cs="Courier New"/>
          <w:szCs w:val="32"/>
        </w:rPr>
        <w:t>Pero</w:t>
      </w:r>
      <w:proofErr w:type="spellEnd"/>
      <w:r w:rsidRPr="00801BAE">
        <w:rPr>
          <w:rFonts w:cs="Courier New"/>
          <w:szCs w:val="32"/>
        </w:rPr>
        <w:t xml:space="preserve"> de </w:t>
      </w:r>
      <w:proofErr w:type="spellStart"/>
      <w:r w:rsidRPr="00801BAE">
        <w:rPr>
          <w:rFonts w:cs="Courier New"/>
          <w:szCs w:val="32"/>
        </w:rPr>
        <w:t>Alemquer</w:t>
      </w:r>
      <w:proofErr w:type="spellEnd"/>
      <w:r w:rsidRPr="00801BAE">
        <w:rPr>
          <w:rFonts w:cs="Courier New"/>
          <w:szCs w:val="32"/>
        </w:rPr>
        <w:t xml:space="preserve">, devait diriger la marche du vaisseau que montait Gama. Les deux autres pilotes étaient João de </w:t>
      </w:r>
      <w:proofErr w:type="spellStart"/>
      <w:r w:rsidRPr="00801BAE">
        <w:rPr>
          <w:rFonts w:cs="Courier New"/>
          <w:szCs w:val="32"/>
        </w:rPr>
        <w:t>Coimbre</w:t>
      </w:r>
      <w:proofErr w:type="spellEnd"/>
      <w:r w:rsidRPr="00801BAE">
        <w:rPr>
          <w:rFonts w:cs="Courier New"/>
          <w:szCs w:val="32"/>
        </w:rPr>
        <w:t xml:space="preserve"> et </w:t>
      </w:r>
      <w:proofErr w:type="spellStart"/>
      <w:r w:rsidRPr="00801BAE">
        <w:rPr>
          <w:rFonts w:cs="Courier New"/>
          <w:szCs w:val="32"/>
        </w:rPr>
        <w:t>Pero</w:t>
      </w:r>
      <w:proofErr w:type="spellEnd"/>
      <w:r w:rsidRPr="00801BAE">
        <w:rPr>
          <w:rFonts w:cs="Courier New"/>
          <w:szCs w:val="32"/>
        </w:rPr>
        <w:t xml:space="preserve"> </w:t>
      </w:r>
      <w:proofErr w:type="spellStart"/>
      <w:r w:rsidRPr="00801BAE">
        <w:rPr>
          <w:rFonts w:cs="Courier New"/>
          <w:szCs w:val="32"/>
        </w:rPr>
        <w:t>Escolar</w:t>
      </w:r>
      <w:proofErr w:type="spellEnd"/>
      <w:r w:rsidRPr="00801BAE">
        <w:rPr>
          <w:rFonts w:cs="Courier New"/>
          <w:szCs w:val="32"/>
        </w:rPr>
        <w:t>.</w:t>
      </w:r>
    </w:p>
    <w:p w14:paraId="37949829" w14:textId="77777777" w:rsidR="00FD7ABB" w:rsidRDefault="00FD28AE" w:rsidP="00FD7ABB">
      <w:r w:rsidRPr="00801BAE">
        <w:rPr>
          <w:rFonts w:cs="Courier New"/>
          <w:szCs w:val="32"/>
        </w:rPr>
        <w:t>Cent soixante hommes, robustes et résolus, furent choisis spécialement pour prendre part à l’expédition ; parmi eux on comptait quelques soldats d’élite.</w:t>
      </w:r>
    </w:p>
    <w:p w14:paraId="5A9E30F6" w14:textId="77777777" w:rsidR="00FD7ABB" w:rsidRDefault="00FD28AE" w:rsidP="00FD7ABB">
      <w:r w:rsidRPr="00801BAE">
        <w:rPr>
          <w:rFonts w:cs="Courier New"/>
          <w:szCs w:val="32"/>
        </w:rPr>
        <w:t>Cette première flotte ne pouvait, pour son départ, choisir, comme on l’a fait depuis, l’époque favorable des moussons. Va</w:t>
      </w:r>
      <w:r w:rsidRPr="00801BAE">
        <w:rPr>
          <w:rFonts w:cs="Courier New"/>
          <w:szCs w:val="32"/>
        </w:rPr>
        <w:t>s</w:t>
      </w:r>
      <w:r w:rsidRPr="00801BAE">
        <w:rPr>
          <w:rFonts w:cs="Courier New"/>
          <w:szCs w:val="32"/>
        </w:rPr>
        <w:t>co de Gama ignorait et la direction des vents généraux qu’il fa</w:t>
      </w:r>
      <w:r w:rsidRPr="00801BAE">
        <w:rPr>
          <w:rFonts w:cs="Courier New"/>
          <w:szCs w:val="32"/>
        </w:rPr>
        <w:t>l</w:t>
      </w:r>
      <w:r w:rsidRPr="00801BAE">
        <w:rPr>
          <w:rFonts w:cs="Courier New"/>
          <w:szCs w:val="32"/>
        </w:rPr>
        <w:t xml:space="preserve">lait aller chercher et les lieux de relâche que des cartes plus que sommaires indiquèrent un peu plus tard, mais dont on n’avait alors aucune idée. En face de ces difficultés qui en </w:t>
      </w:r>
      <w:r w:rsidRPr="00801BAE">
        <w:rPr>
          <w:rFonts w:cs="Courier New"/>
          <w:szCs w:val="32"/>
        </w:rPr>
        <w:lastRenderedPageBreak/>
        <w:t>eussent fait reculer plus d’un, Gama se contenta de dire : « Dieu donne les moyens pour accomplir, lorsqu’est arrivé le jour de ses de</w:t>
      </w:r>
      <w:r w:rsidRPr="00801BAE">
        <w:rPr>
          <w:rFonts w:cs="Courier New"/>
          <w:szCs w:val="32"/>
        </w:rPr>
        <w:t>s</w:t>
      </w:r>
      <w:r w:rsidRPr="00801BAE">
        <w:rPr>
          <w:rFonts w:cs="Courier New"/>
          <w:szCs w:val="32"/>
        </w:rPr>
        <w:t>seins ! »</w:t>
      </w:r>
    </w:p>
    <w:p w14:paraId="01C945EE" w14:textId="77777777" w:rsidR="00FD7ABB" w:rsidRDefault="00FD28AE" w:rsidP="00FD7ABB">
      <w:r w:rsidRPr="00801BAE">
        <w:rPr>
          <w:rFonts w:cs="Courier New"/>
          <w:szCs w:val="32"/>
        </w:rPr>
        <w:t xml:space="preserve">Il était de la milice du Christ, de cet ordre fameux, qui avait son siège à </w:t>
      </w:r>
      <w:proofErr w:type="spellStart"/>
      <w:r w:rsidRPr="00801BAE">
        <w:rPr>
          <w:rFonts w:cs="Courier New"/>
          <w:szCs w:val="32"/>
        </w:rPr>
        <w:t>Thomar</w:t>
      </w:r>
      <w:proofErr w:type="spellEnd"/>
      <w:r w:rsidRPr="00801BAE">
        <w:rPr>
          <w:rFonts w:cs="Courier New"/>
          <w:szCs w:val="32"/>
        </w:rPr>
        <w:t xml:space="preserve">, et son premier soin fut d’aller demander des prières à un ermitage auquel l’infant don Henri avait confié les bulles obtenues jadis du pape Eugène IV. On arrivait à cet ermitage du </w:t>
      </w:r>
      <w:proofErr w:type="spellStart"/>
      <w:r w:rsidRPr="00801BAE">
        <w:rPr>
          <w:rFonts w:cs="Courier New"/>
          <w:i/>
          <w:szCs w:val="32"/>
        </w:rPr>
        <w:t>Rastello</w:t>
      </w:r>
      <w:proofErr w:type="spellEnd"/>
      <w:r w:rsidRPr="00801BAE">
        <w:rPr>
          <w:rFonts w:cs="Courier New"/>
          <w:szCs w:val="32"/>
        </w:rPr>
        <w:t>, en suivant le Tage, sur la rive droite, à une lieue de Lisbonne. Cet emplacement, voisin de l’ancrage le plus sûr que pussent rencontrer les navires qui avaient franchi la barre, était également le point le plus rapproché du lieu que choisissaient ceux qui se préparaient à entreprendre un long voyage. C’est là, sur le terrain même où s’est élevé depuis le m</w:t>
      </w:r>
      <w:r w:rsidRPr="00801BAE">
        <w:rPr>
          <w:rFonts w:cs="Courier New"/>
          <w:szCs w:val="32"/>
        </w:rPr>
        <w:t>a</w:t>
      </w:r>
      <w:r w:rsidRPr="00801BAE">
        <w:rPr>
          <w:rFonts w:cs="Courier New"/>
          <w:szCs w:val="32"/>
        </w:rPr>
        <w:t xml:space="preserve">gnifique couvent de </w:t>
      </w:r>
      <w:proofErr w:type="spellStart"/>
      <w:r w:rsidRPr="00801BAE">
        <w:rPr>
          <w:rFonts w:cs="Courier New"/>
          <w:szCs w:val="32"/>
        </w:rPr>
        <w:t>Belem</w:t>
      </w:r>
      <w:proofErr w:type="spellEnd"/>
      <w:r w:rsidRPr="00801BAE">
        <w:rPr>
          <w:rFonts w:cs="Courier New"/>
          <w:szCs w:val="32"/>
        </w:rPr>
        <w:t>, qu’on voyait une pauvre chapelle desservie par une société de hiéronymites. L’humble sanctuaire fut témoin de la veillée d’armes de Vasco de Gama qui, en co</w:t>
      </w:r>
      <w:r w:rsidRPr="00801BAE">
        <w:rPr>
          <w:rFonts w:cs="Courier New"/>
          <w:szCs w:val="32"/>
        </w:rPr>
        <w:t>m</w:t>
      </w:r>
      <w:r w:rsidRPr="00801BAE">
        <w:rPr>
          <w:rFonts w:cs="Courier New"/>
          <w:szCs w:val="32"/>
        </w:rPr>
        <w:t>pagnie des autres capitaines, y passa la nuit du 7 juin 1497. Les navigateurs venaient recommander à Notre-Dame de Bethléem leur grande et redoutable entreprise.</w:t>
      </w:r>
    </w:p>
    <w:p w14:paraId="218C78E8" w14:textId="77777777" w:rsidR="00FD7ABB" w:rsidRDefault="00FD28AE" w:rsidP="00FD7ABB">
      <w:r w:rsidRPr="00801BAE">
        <w:rPr>
          <w:rFonts w:cs="Courier New"/>
          <w:szCs w:val="32"/>
        </w:rPr>
        <w:t>Les préparatifs extraordinaires qui avaient précédé le d</w:t>
      </w:r>
      <w:r w:rsidRPr="00801BAE">
        <w:rPr>
          <w:rFonts w:cs="Courier New"/>
          <w:szCs w:val="32"/>
        </w:rPr>
        <w:t>é</w:t>
      </w:r>
      <w:r w:rsidRPr="00801BAE">
        <w:rPr>
          <w:rFonts w:cs="Courier New"/>
          <w:szCs w:val="32"/>
        </w:rPr>
        <w:t>part de la flotte avaient excité au plus, haut point la curiosité du public, qui ignora longtemps le but de cette nouvelle mission et la date de l’embarquement.</w:t>
      </w:r>
    </w:p>
    <w:p w14:paraId="25070DAA" w14:textId="77777777" w:rsidR="00FD7ABB" w:rsidRDefault="00FD28AE" w:rsidP="00FD7ABB">
      <w:r w:rsidRPr="00801BAE">
        <w:rPr>
          <w:rFonts w:cs="Courier New"/>
          <w:szCs w:val="32"/>
        </w:rPr>
        <w:t>Aussi tout Lisbonne s’émut quand, le 8 juin, la flottille mit à la voile.</w:t>
      </w:r>
    </w:p>
    <w:p w14:paraId="1AA3F1C6" w14:textId="77777777" w:rsidR="00FD7ABB" w:rsidRDefault="00FD28AE" w:rsidP="00FD7ABB">
      <w:r w:rsidRPr="00801BAE">
        <w:rPr>
          <w:rFonts w:cs="Courier New"/>
          <w:szCs w:val="32"/>
        </w:rPr>
        <w:t>Une grande multitude, attirée par l’intérêt religieux qu’inspirait celle expédition, se rendit sur la plage. Les prêtres venus de Lisbonne pour dire la messe et les moines de l’ermitage organisèrent « une dévote procession ». On les vit s’avancer rel</w:t>
      </w:r>
      <w:r w:rsidRPr="00801BAE">
        <w:rPr>
          <w:rFonts w:cs="Courier New"/>
          <w:szCs w:val="32"/>
        </w:rPr>
        <w:t>i</w:t>
      </w:r>
      <w:r w:rsidRPr="00801BAE">
        <w:rPr>
          <w:rFonts w:cs="Courier New"/>
          <w:szCs w:val="32"/>
        </w:rPr>
        <w:t xml:space="preserve">gieusement vers les navires, portant des torches </w:t>
      </w:r>
      <w:r w:rsidRPr="00801BAE">
        <w:rPr>
          <w:rFonts w:cs="Courier New"/>
          <w:szCs w:val="32"/>
        </w:rPr>
        <w:lastRenderedPageBreak/>
        <w:t>de cire à la main ; la foule les suivait répondant par ses chants aux litanies. Ils arrivèrent ainsi près des vaisseaux que l’officiant bénit, selon la teneur des bulles papales. « Et durant cet acte, il se répandit tant de larmes qu’à partir de ce jour le rivage prit possession de ces immenses douleurs !… On l’appela depuis la rive des pleurs pour ceux qui s’en vont… la terre de la joie pour ceux qui r</w:t>
      </w:r>
      <w:r w:rsidRPr="00801BAE">
        <w:rPr>
          <w:rFonts w:cs="Courier New"/>
          <w:szCs w:val="32"/>
        </w:rPr>
        <w:t>e</w:t>
      </w:r>
      <w:r w:rsidRPr="00801BAE">
        <w:rPr>
          <w:rFonts w:cs="Courier New"/>
          <w:szCs w:val="32"/>
        </w:rPr>
        <w:t>viennent. »</w:t>
      </w:r>
    </w:p>
    <w:p w14:paraId="1E7F098E" w14:textId="77777777" w:rsidR="00FD7ABB" w:rsidRDefault="00FD28AE" w:rsidP="00FD7ABB">
      <w:r w:rsidRPr="00801BAE">
        <w:rPr>
          <w:rFonts w:cs="Courier New"/>
          <w:szCs w:val="32"/>
        </w:rPr>
        <w:t>Cette joie du retour, on ne la prévoyait guère ; aussi quand les matelots, larguant les voiles, poussèrent le cri accoutumé de l’heureux départ, « une pieuse humanité fit redoubler ces larmes, et les prières recommencèrent. »</w:t>
      </w:r>
    </w:p>
    <w:p w14:paraId="0A9E5126" w14:textId="77777777" w:rsidR="00FD7ABB" w:rsidRDefault="00FD28AE" w:rsidP="00FD7ABB">
      <w:r w:rsidRPr="00801BAE">
        <w:rPr>
          <w:rFonts w:cs="Courier New"/>
          <w:szCs w:val="32"/>
        </w:rPr>
        <w:t>Enfin les navires s’ébranlent ; les couleurs de la patrie flo</w:t>
      </w:r>
      <w:r w:rsidRPr="00801BAE">
        <w:rPr>
          <w:rFonts w:cs="Courier New"/>
          <w:szCs w:val="32"/>
        </w:rPr>
        <w:t>t</w:t>
      </w:r>
      <w:r w:rsidRPr="00801BAE">
        <w:rPr>
          <w:rFonts w:cs="Courier New"/>
          <w:szCs w:val="32"/>
        </w:rPr>
        <w:t>tent au gré d’un vent propice. Une immense acclamation salue une fois encore les navigateurs, et ceux-ci, fiers du rôle, aussi flatteur qu’audacieux, qui leur est confié, partent en entonnant le chant national.</w:t>
      </w:r>
    </w:p>
    <w:p w14:paraId="769BD9FF" w14:textId="77777777" w:rsidR="00FD7ABB" w:rsidRDefault="00FD28AE" w:rsidP="00FD7ABB">
      <w:r w:rsidRPr="00801BAE">
        <w:rPr>
          <w:rFonts w:cs="Courier New"/>
          <w:szCs w:val="32"/>
        </w:rPr>
        <w:t>Peut-être voulaient-ils ainsi se cacher à eux-mêmes les tri</w:t>
      </w:r>
      <w:r w:rsidRPr="00801BAE">
        <w:rPr>
          <w:rFonts w:cs="Courier New"/>
          <w:szCs w:val="32"/>
        </w:rPr>
        <w:t>s</w:t>
      </w:r>
      <w:r w:rsidRPr="00801BAE">
        <w:rPr>
          <w:rFonts w:cs="Courier New"/>
          <w:szCs w:val="32"/>
        </w:rPr>
        <w:t>tesses du départ ; ils craignaient de s’attendrir, de chanceler au dernier moment. Hélas ! ils allaient vers l’inconnu, et combien d’entre eux ne devaient pas revoir la famille à laquelle ils d</w:t>
      </w:r>
      <w:r w:rsidRPr="00801BAE">
        <w:rPr>
          <w:rFonts w:cs="Courier New"/>
          <w:szCs w:val="32"/>
        </w:rPr>
        <w:t>i</w:t>
      </w:r>
      <w:r w:rsidRPr="00801BAE">
        <w:rPr>
          <w:rFonts w:cs="Courier New"/>
          <w:szCs w:val="32"/>
        </w:rPr>
        <w:t>saient adieu.</w:t>
      </w:r>
    </w:p>
    <w:p w14:paraId="5406F882" w14:textId="77777777" w:rsidR="00FD7ABB" w:rsidRDefault="00FD28AE" w:rsidP="00FD7ABB">
      <w:r w:rsidRPr="00801BAE">
        <w:rPr>
          <w:rFonts w:cs="Courier New"/>
          <w:szCs w:val="32"/>
        </w:rPr>
        <w:t>Les navires s’éloignaient. Le cours du Tage n’apparaissait plus que pareil à un ruban d’azur ; on salua encore en passant la ville d’</w:t>
      </w:r>
      <w:proofErr w:type="spellStart"/>
      <w:r w:rsidRPr="00801BAE">
        <w:rPr>
          <w:rFonts w:cs="Courier New"/>
          <w:szCs w:val="32"/>
        </w:rPr>
        <w:t>Estramadure</w:t>
      </w:r>
      <w:proofErr w:type="spellEnd"/>
      <w:r w:rsidRPr="00801BAE">
        <w:rPr>
          <w:rFonts w:cs="Courier New"/>
          <w:szCs w:val="32"/>
        </w:rPr>
        <w:t>, puis les collines s’effacèrent peu à peu, la terre s’évanouit, et l’on ne vit plus que le ciel et l’eau.</w:t>
      </w:r>
    </w:p>
    <w:p w14:paraId="2A786A38" w14:textId="77777777" w:rsidR="00FD7ABB" w:rsidRDefault="00FD28AE" w:rsidP="00FD7ABB">
      <w:r w:rsidRPr="00801BAE">
        <w:rPr>
          <w:rFonts w:cs="Courier New"/>
          <w:szCs w:val="32"/>
        </w:rPr>
        <w:t>Quand ils revirent la terre, ce n’était plus celle de la patrie. Ils saluèrent de loin les montagnes et les villes de la Mauritanie, passèrent devant la grande île de Madère dont la découverte, r</w:t>
      </w:r>
      <w:r w:rsidRPr="00801BAE">
        <w:rPr>
          <w:rFonts w:cs="Courier New"/>
          <w:szCs w:val="32"/>
        </w:rPr>
        <w:t>e</w:t>
      </w:r>
      <w:r w:rsidRPr="00801BAE">
        <w:rPr>
          <w:rFonts w:cs="Courier New"/>
          <w:szCs w:val="32"/>
        </w:rPr>
        <w:t>lativement récente, était due aux encouragements de l’infant don Henri.</w:t>
      </w:r>
    </w:p>
    <w:p w14:paraId="688FBBC3" w14:textId="77777777" w:rsidR="00FD7ABB" w:rsidRDefault="00FD28AE" w:rsidP="00FD7ABB">
      <w:r w:rsidRPr="00801BAE">
        <w:rPr>
          <w:rFonts w:cs="Courier New"/>
          <w:szCs w:val="32"/>
        </w:rPr>
        <w:lastRenderedPageBreak/>
        <w:t>Cette île était tellement boisée que les premiers colons, pour se faire jour à travers les forêts, y mirent le feu. L’incendie une fois allumé ne s’arrêta plus, et dura, dit-on, sept années e</w:t>
      </w:r>
      <w:r w:rsidRPr="00801BAE">
        <w:rPr>
          <w:rFonts w:cs="Courier New"/>
          <w:szCs w:val="32"/>
        </w:rPr>
        <w:t>n</w:t>
      </w:r>
      <w:r w:rsidRPr="00801BAE">
        <w:rPr>
          <w:rFonts w:cs="Courier New"/>
          <w:szCs w:val="32"/>
        </w:rPr>
        <w:t>tières. Sur ces terrains anciennement occupés par les bois, le prince Henri fit planter des vignes qu’il avait fait venir de la Grèce. Ce sont ces plantations qui donnent, encore aujourd’hui, les vins renommés, connus dans toutes les parties du monde.</w:t>
      </w:r>
    </w:p>
    <w:p w14:paraId="6D230460" w14:textId="77777777" w:rsidR="00FD7ABB" w:rsidRDefault="00FD28AE" w:rsidP="00FD7ABB">
      <w:r w:rsidRPr="00801BAE">
        <w:rPr>
          <w:rFonts w:cs="Courier New"/>
          <w:szCs w:val="32"/>
        </w:rPr>
        <w:t>« Talent de bien faire ». Cette devise du prince Henri sera la nôtre, se dirent en passant les pilotes et les matelots. Et ils devaient tenir parole.</w:t>
      </w:r>
    </w:p>
    <w:p w14:paraId="736BBD39" w14:textId="77777777" w:rsidR="00FD28AE" w:rsidRPr="00801BAE" w:rsidRDefault="00FD28AE" w:rsidP="00FD28AE">
      <w:pPr>
        <w:pStyle w:val="Titre1"/>
      </w:pPr>
      <w:bookmarkStart w:id="5" w:name="_Toc271750262"/>
      <w:bookmarkStart w:id="6" w:name="_Toc195615291"/>
      <w:r w:rsidRPr="00801BAE">
        <w:lastRenderedPageBreak/>
        <w:t>III</w:t>
      </w:r>
      <w:bookmarkEnd w:id="5"/>
      <w:bookmarkEnd w:id="6"/>
      <w:r w:rsidRPr="00801BAE">
        <w:br/>
      </w:r>
    </w:p>
    <w:p w14:paraId="074738B5" w14:textId="77777777" w:rsidR="00FD7ABB" w:rsidRDefault="00FD28AE" w:rsidP="00FD7ABB">
      <w:r w:rsidRPr="00801BAE">
        <w:rPr>
          <w:rFonts w:cs="Courier New"/>
          <w:szCs w:val="32"/>
        </w:rPr>
        <w:t>La marine au temps de Gama ne ressemblait guère à ce qu’elle est devenue depuis, et il est difficile aujourd’hui de se faire une idée exacte des dangers que les navigateurs d’alors avaient à affronter et à vaincre pour réaliser les voyages au long cours qu’ils entreprenaient avec tant de hardiesse. La science de la marine a fait, comme tant d’autres sciences, d’admirables progrès, la vapeur l’a en quelque sorte transformée, et l’on ne conçoit guère de construction plus parfaite que celle des navires qui sillonnent actuellement les mers. Les corvettes, les go</w:t>
      </w:r>
      <w:r w:rsidRPr="00801BAE">
        <w:rPr>
          <w:rFonts w:cs="Courier New"/>
          <w:szCs w:val="32"/>
        </w:rPr>
        <w:t>é</w:t>
      </w:r>
      <w:r w:rsidRPr="00801BAE">
        <w:rPr>
          <w:rFonts w:cs="Courier New"/>
          <w:szCs w:val="32"/>
        </w:rPr>
        <w:t>lettes, les frégates, les cuirassés, les torpilleurs qui font l’orgueil de la marine contemporaine n’étaient alors pas connus ou n’existaient qu’à l’état d’enfance, et le mode de navigation pr</w:t>
      </w:r>
      <w:r w:rsidRPr="00801BAE">
        <w:rPr>
          <w:rFonts w:cs="Courier New"/>
          <w:szCs w:val="32"/>
        </w:rPr>
        <w:t>é</w:t>
      </w:r>
      <w:r w:rsidRPr="00801BAE">
        <w:rPr>
          <w:rFonts w:cs="Courier New"/>
          <w:szCs w:val="32"/>
        </w:rPr>
        <w:t>sentait infiniment moins que de nos jours des chances de réu</w:t>
      </w:r>
      <w:r w:rsidRPr="00801BAE">
        <w:rPr>
          <w:rFonts w:cs="Courier New"/>
          <w:szCs w:val="32"/>
        </w:rPr>
        <w:t>s</w:t>
      </w:r>
      <w:r w:rsidRPr="00801BAE">
        <w:rPr>
          <w:rFonts w:cs="Courier New"/>
          <w:szCs w:val="32"/>
        </w:rPr>
        <w:t>site. À l’époque de la marine à voile, dont le vent était l’auxiliaire indispensable, l’attention du marin était nécessair</w:t>
      </w:r>
      <w:r w:rsidRPr="00801BAE">
        <w:rPr>
          <w:rFonts w:cs="Courier New"/>
          <w:szCs w:val="32"/>
        </w:rPr>
        <w:t>e</w:t>
      </w:r>
      <w:r w:rsidRPr="00801BAE">
        <w:rPr>
          <w:rFonts w:cs="Courier New"/>
          <w:szCs w:val="32"/>
        </w:rPr>
        <w:t>ment plus habituelle et plus grande, le travail était décuplé ; il fallait calc</w:t>
      </w:r>
      <w:r w:rsidRPr="00801BAE">
        <w:rPr>
          <w:rFonts w:cs="Courier New"/>
          <w:szCs w:val="32"/>
        </w:rPr>
        <w:t>u</w:t>
      </w:r>
      <w:r w:rsidRPr="00801BAE">
        <w:rPr>
          <w:rFonts w:cs="Courier New"/>
          <w:szCs w:val="32"/>
        </w:rPr>
        <w:t>ler avec soin l’effet du vent, déterminer la pesanteur de l’eau et sa résistance, connaître le centre d’impulsion du vent dans les vo</w:t>
      </w:r>
      <w:r w:rsidRPr="00801BAE">
        <w:rPr>
          <w:rFonts w:cs="Courier New"/>
          <w:szCs w:val="32"/>
        </w:rPr>
        <w:t>i</w:t>
      </w:r>
      <w:r w:rsidRPr="00801BAE">
        <w:rPr>
          <w:rFonts w:cs="Courier New"/>
          <w:szCs w:val="32"/>
        </w:rPr>
        <w:t>les, sa direction, son intensité.</w:t>
      </w:r>
    </w:p>
    <w:p w14:paraId="52573B1D" w14:textId="77777777" w:rsidR="00FD7ABB" w:rsidRDefault="00FD28AE" w:rsidP="00FD7ABB">
      <w:r w:rsidRPr="00801BAE">
        <w:rPr>
          <w:rFonts w:cs="Courier New"/>
          <w:szCs w:val="32"/>
        </w:rPr>
        <w:t>Mais si la marine d’aujourd’hui est plus savante, si les vai</w:t>
      </w:r>
      <w:r w:rsidRPr="00801BAE">
        <w:rPr>
          <w:rFonts w:cs="Courier New"/>
          <w:szCs w:val="32"/>
        </w:rPr>
        <w:t>s</w:t>
      </w:r>
      <w:r w:rsidRPr="00801BAE">
        <w:rPr>
          <w:rFonts w:cs="Courier New"/>
          <w:szCs w:val="32"/>
        </w:rPr>
        <w:t xml:space="preserve">seaux sont plus parfaits, plus commodes, plus résistants, je ne sais s’ils offrent, dans nos ports, un coup « l’œil plus imposant que celui des navires qu’enveloppaient jadis des voiles énormes et que dominaient les grands mâts. Rien de majestueux comme ces vieux vaisseaux de guerre, armés de cent canons, montés par mille guerriers, dont la brise enflant les voiles, balançait sur les eaux la pesante masse et la portait au </w:t>
      </w:r>
      <w:r w:rsidRPr="00801BAE">
        <w:rPr>
          <w:rFonts w:cs="Courier New"/>
          <w:szCs w:val="32"/>
        </w:rPr>
        <w:lastRenderedPageBreak/>
        <w:t>sein de l’Océan. La variété était peut-être plus grande encore qu’aujourd’hui, car chaque ingénieur, chaque homme de mer, avait son système spécial, les caprices de son goût inventif ; chaque marine avait son genre à elle, ses allures, ses formes favorites, assez distinctes les unes des autres, pour qu’un marin exercé reconnût toujours à un ce</w:t>
      </w:r>
      <w:r w:rsidRPr="00801BAE">
        <w:rPr>
          <w:rFonts w:cs="Courier New"/>
          <w:szCs w:val="32"/>
        </w:rPr>
        <w:t>r</w:t>
      </w:r>
      <w:r w:rsidRPr="00801BAE">
        <w:rPr>
          <w:rFonts w:cs="Courier New"/>
          <w:szCs w:val="32"/>
        </w:rPr>
        <w:t>tain je ne sais quoi, le navire inconnu qui passait à côté du sien. Chaque nation d’ailleurs avait pour la construction de ses vai</w:t>
      </w:r>
      <w:r w:rsidRPr="00801BAE">
        <w:rPr>
          <w:rFonts w:cs="Courier New"/>
          <w:szCs w:val="32"/>
        </w:rPr>
        <w:t>s</w:t>
      </w:r>
      <w:r w:rsidRPr="00801BAE">
        <w:rPr>
          <w:rFonts w:cs="Courier New"/>
          <w:szCs w:val="32"/>
        </w:rPr>
        <w:t>seaux un génie très particulier, très personnel, aussi existait-il une étrange dissemblance entre les navires qui se croisaient dans les ports.</w:t>
      </w:r>
    </w:p>
    <w:p w14:paraId="7783ACAF" w14:textId="77777777" w:rsidR="00FD7ABB" w:rsidRDefault="00FD28AE" w:rsidP="00FD7ABB">
      <w:r w:rsidRPr="00801BAE">
        <w:rPr>
          <w:rFonts w:cs="Courier New"/>
          <w:szCs w:val="32"/>
        </w:rPr>
        <w:t>À cette diversité, le tableau déjà si mobile des ports gagnait une animation pleine de charme et d’intérêt et il ne faut pas s’étonner si les scènes maritimes ont dès lors inspiré les poètes et les artistes. Ils ont peint et chanté ces cités ailées qui se b</w:t>
      </w:r>
      <w:r w:rsidRPr="00801BAE">
        <w:rPr>
          <w:rFonts w:cs="Courier New"/>
          <w:szCs w:val="32"/>
        </w:rPr>
        <w:t>a</w:t>
      </w:r>
      <w:r w:rsidRPr="00801BAE">
        <w:rPr>
          <w:rFonts w:cs="Courier New"/>
          <w:szCs w:val="32"/>
        </w:rPr>
        <w:t>lancent sur les eaux, cette vaste plaine liquide dont on ne co</w:t>
      </w:r>
      <w:r w:rsidRPr="00801BAE">
        <w:rPr>
          <w:rFonts w:cs="Courier New"/>
          <w:szCs w:val="32"/>
        </w:rPr>
        <w:t>n</w:t>
      </w:r>
      <w:r w:rsidRPr="00801BAE">
        <w:rPr>
          <w:rFonts w:cs="Courier New"/>
          <w:szCs w:val="32"/>
        </w:rPr>
        <w:t>naît pas les limites, ce monde plein de magnificences dont la vue fait naître tant de vives émotions, avec ses calmes riants ou terribles, ses bourrasques, ses tempêtes terrifiantes, ses effets, ses caprices variés de mille nuances et son aspect aussi imp</w:t>
      </w:r>
      <w:r w:rsidRPr="00801BAE">
        <w:rPr>
          <w:rFonts w:cs="Courier New"/>
          <w:szCs w:val="32"/>
        </w:rPr>
        <w:t>o</w:t>
      </w:r>
      <w:r w:rsidRPr="00801BAE">
        <w:rPr>
          <w:rFonts w:cs="Courier New"/>
          <w:szCs w:val="32"/>
        </w:rPr>
        <w:t>sant que celui du ciel. Qu’y a-t-il de plus beau que la mer et de plus capable de parler à l’imagination de l’artiste ? Au XVI</w:t>
      </w:r>
      <w:r w:rsidRPr="00801BAE">
        <w:rPr>
          <w:rFonts w:cs="Courier New"/>
          <w:szCs w:val="32"/>
          <w:vertAlign w:val="superscript"/>
        </w:rPr>
        <w:t>e</w:t>
      </w:r>
      <w:r w:rsidRPr="00801BAE">
        <w:rPr>
          <w:rFonts w:cs="Courier New"/>
          <w:szCs w:val="32"/>
        </w:rPr>
        <w:t xml:space="preserve"> siècle tout une pléiade de peintres se prenant de passion pour l’Océan, viennent lui demander des inspirations. Après les Fl</w:t>
      </w:r>
      <w:r w:rsidRPr="00801BAE">
        <w:rPr>
          <w:rFonts w:cs="Courier New"/>
          <w:szCs w:val="32"/>
        </w:rPr>
        <w:t>a</w:t>
      </w:r>
      <w:r w:rsidRPr="00801BAE">
        <w:rPr>
          <w:rFonts w:cs="Courier New"/>
          <w:szCs w:val="32"/>
        </w:rPr>
        <w:t>mands, Paul Brie et Willaert, nous voyons apparaitre les italiens Canaletto avec ses admirables vues de Venise, et les trois Ca</w:t>
      </w:r>
      <w:r w:rsidRPr="00801BAE">
        <w:rPr>
          <w:rFonts w:cs="Courier New"/>
          <w:szCs w:val="32"/>
        </w:rPr>
        <w:t>r</w:t>
      </w:r>
      <w:r w:rsidRPr="00801BAE">
        <w:rPr>
          <w:rFonts w:cs="Courier New"/>
          <w:szCs w:val="32"/>
        </w:rPr>
        <w:t>rache ; puis arrive le célèbre Guillaume Van-den-Velde qui de</w:t>
      </w:r>
      <w:r w:rsidRPr="00801BAE">
        <w:rPr>
          <w:rFonts w:cs="Courier New"/>
          <w:szCs w:val="32"/>
        </w:rPr>
        <w:t>s</w:t>
      </w:r>
      <w:r w:rsidRPr="00801BAE">
        <w:rPr>
          <w:rFonts w:cs="Courier New"/>
          <w:szCs w:val="32"/>
        </w:rPr>
        <w:t>sinait si bien les vagues et qui, pendant une grande bataille n</w:t>
      </w:r>
      <w:r w:rsidRPr="00801BAE">
        <w:rPr>
          <w:rFonts w:cs="Courier New"/>
          <w:szCs w:val="32"/>
        </w:rPr>
        <w:t>a</w:t>
      </w:r>
      <w:r w:rsidRPr="00801BAE">
        <w:rPr>
          <w:rFonts w:cs="Courier New"/>
          <w:szCs w:val="32"/>
        </w:rPr>
        <w:t xml:space="preserve">vale allait de vaisseau en vaisseau, suivant de l’œil toutes les manœuvres sous le feu des batteries. On raconte de lui qu’un jour il eut à peine le temps de quitter le pont d’un navire qui, quelques minutes plus tard, allait sauter. Il voulait être à portée de tous les périls pour les mieux reproduire. Les matelots les plus aguerris </w:t>
      </w:r>
      <w:r w:rsidRPr="00801BAE">
        <w:rPr>
          <w:rFonts w:cs="Courier New"/>
          <w:szCs w:val="32"/>
        </w:rPr>
        <w:lastRenderedPageBreak/>
        <w:t>s’étonnaient de voir cet homme, avec son entho</w:t>
      </w:r>
      <w:r w:rsidRPr="00801BAE">
        <w:rPr>
          <w:rFonts w:cs="Courier New"/>
          <w:szCs w:val="32"/>
        </w:rPr>
        <w:t>u</w:t>
      </w:r>
      <w:r w:rsidRPr="00801BAE">
        <w:rPr>
          <w:rFonts w:cs="Courier New"/>
          <w:szCs w:val="32"/>
        </w:rPr>
        <w:t>siasme d’artiste, assister, le crayon à la main, au choc épouva</w:t>
      </w:r>
      <w:r w:rsidRPr="00801BAE">
        <w:rPr>
          <w:rFonts w:cs="Courier New"/>
          <w:szCs w:val="32"/>
        </w:rPr>
        <w:t>n</w:t>
      </w:r>
      <w:r w:rsidRPr="00801BAE">
        <w:rPr>
          <w:rFonts w:cs="Courier New"/>
          <w:szCs w:val="32"/>
        </w:rPr>
        <w:t>table de deux navires et rendre avec une admirable précision et une vérité frappante les détails de cette scène tragique. Ses t</w:t>
      </w:r>
      <w:r w:rsidRPr="00801BAE">
        <w:rPr>
          <w:rFonts w:cs="Courier New"/>
          <w:szCs w:val="32"/>
        </w:rPr>
        <w:t>a</w:t>
      </w:r>
      <w:r w:rsidRPr="00801BAE">
        <w:rPr>
          <w:rFonts w:cs="Courier New"/>
          <w:szCs w:val="32"/>
        </w:rPr>
        <w:t>bleaux acquirent une prodigieuse célébrité : les États de Ho</w:t>
      </w:r>
      <w:r w:rsidRPr="00801BAE">
        <w:rPr>
          <w:rFonts w:cs="Courier New"/>
          <w:szCs w:val="32"/>
        </w:rPr>
        <w:t>l</w:t>
      </w:r>
      <w:r w:rsidRPr="00801BAE">
        <w:rPr>
          <w:rFonts w:cs="Courier New"/>
          <w:szCs w:val="32"/>
        </w:rPr>
        <w:t>lande lui commandèrent des œuvres importantes et le roi Charles II le fit v</w:t>
      </w:r>
      <w:r w:rsidRPr="00801BAE">
        <w:rPr>
          <w:rFonts w:cs="Courier New"/>
          <w:szCs w:val="32"/>
        </w:rPr>
        <w:t>e</w:t>
      </w:r>
      <w:r w:rsidRPr="00801BAE">
        <w:rPr>
          <w:rFonts w:cs="Courier New"/>
          <w:szCs w:val="32"/>
        </w:rPr>
        <w:t>nir à Londres, ainsi que son fils, auquel Van-den-Velde devait léguer son talent et sa gloire. La Hollande su</w:t>
      </w:r>
      <w:r w:rsidRPr="00801BAE">
        <w:rPr>
          <w:rFonts w:cs="Courier New"/>
          <w:szCs w:val="32"/>
        </w:rPr>
        <w:t>r</w:t>
      </w:r>
      <w:r w:rsidRPr="00801BAE">
        <w:rPr>
          <w:rFonts w:cs="Courier New"/>
          <w:szCs w:val="32"/>
        </w:rPr>
        <w:t xml:space="preserve">tout est riche en peintres de marines et nous nous contenterons de citer les noms célèbres de Vanderheyden, de </w:t>
      </w:r>
      <w:proofErr w:type="spellStart"/>
      <w:r w:rsidRPr="00801BAE">
        <w:rPr>
          <w:rFonts w:cs="Courier New"/>
          <w:szCs w:val="32"/>
        </w:rPr>
        <w:t>Wlieger</w:t>
      </w:r>
      <w:proofErr w:type="spellEnd"/>
      <w:r w:rsidRPr="00801BAE">
        <w:rPr>
          <w:rFonts w:cs="Courier New"/>
          <w:szCs w:val="32"/>
        </w:rPr>
        <w:t xml:space="preserve">, de Cuyp, de Ruysdael, de Van </w:t>
      </w:r>
      <w:proofErr w:type="spellStart"/>
      <w:r w:rsidRPr="00801BAE">
        <w:rPr>
          <w:rFonts w:cs="Courier New"/>
          <w:szCs w:val="32"/>
        </w:rPr>
        <w:t>Everdingen</w:t>
      </w:r>
      <w:proofErr w:type="spellEnd"/>
      <w:r w:rsidRPr="00801BAE">
        <w:rPr>
          <w:rFonts w:cs="Courier New"/>
          <w:szCs w:val="32"/>
        </w:rPr>
        <w:t>. Ce dernier fut plus te</w:t>
      </w:r>
      <w:r w:rsidRPr="00801BAE">
        <w:rPr>
          <w:rFonts w:cs="Courier New"/>
          <w:szCs w:val="32"/>
        </w:rPr>
        <w:t>r</w:t>
      </w:r>
      <w:r w:rsidRPr="00801BAE">
        <w:rPr>
          <w:rFonts w:cs="Courier New"/>
          <w:szCs w:val="32"/>
        </w:rPr>
        <w:t>rible, plus vrai que tous ses rivaux ; on ne saurait voir sans ém</w:t>
      </w:r>
      <w:r w:rsidRPr="00801BAE">
        <w:rPr>
          <w:rFonts w:cs="Courier New"/>
          <w:szCs w:val="32"/>
        </w:rPr>
        <w:t>o</w:t>
      </w:r>
      <w:r w:rsidRPr="00801BAE">
        <w:rPr>
          <w:rFonts w:cs="Courier New"/>
          <w:szCs w:val="32"/>
        </w:rPr>
        <w:t>tion ses tempêtes en pleine mer. Le ciel se confond avec les vagues, se déchire à la lueur des éclairs ; le vent fait craquer les mâtures ; les vaisseaux se heurtent, se brisent, se disloquent, et l’œil du spectateur les voit avec angoisse s’enfoncer dans l’abîme.</w:t>
      </w:r>
    </w:p>
    <w:p w14:paraId="1184BE06" w14:textId="77777777" w:rsidR="00FD7ABB" w:rsidRDefault="00FD28AE" w:rsidP="00FD7ABB">
      <w:r w:rsidRPr="00801BAE">
        <w:rPr>
          <w:rFonts w:cs="Courier New"/>
          <w:szCs w:val="32"/>
        </w:rPr>
        <w:t>Nommons encore Salvator Rosa, cet autre peintre d’une fougue si sauvage, dont les musées de l’Europe se disputèrent les scènes maritimes, et hâtons-nous d’arriver à Claude Lorrain le plus grand paysagiste de l’école française, qui a laissé sept marines admirables ; puis à Joseph Vernet, dont le talent a su</w:t>
      </w:r>
      <w:r w:rsidRPr="00801BAE">
        <w:rPr>
          <w:rFonts w:cs="Courier New"/>
          <w:szCs w:val="32"/>
        </w:rPr>
        <w:t>r</w:t>
      </w:r>
      <w:r w:rsidRPr="00801BAE">
        <w:rPr>
          <w:rFonts w:cs="Courier New"/>
          <w:szCs w:val="32"/>
        </w:rPr>
        <w:t>passé, en ce genre, celui de ses prédécesseurs. Il a exécuté plus de deux cents tableaux dont on ne peut se lasser de contempler les merveilleux effets de lumière. Comme les Flamands, il fut passionné pour son art au point de braver les plus grands périls. Au cours d’un de ses voyages, le navire sur lequel il se trouvait fut assailli par une tempête à la hauteur d’Antibes ; le naufrage semblait imminent ; Vernet, qui ne s’en effrayait guère, se fit a</w:t>
      </w:r>
      <w:r w:rsidRPr="00801BAE">
        <w:rPr>
          <w:rFonts w:cs="Courier New"/>
          <w:szCs w:val="32"/>
        </w:rPr>
        <w:t>t</w:t>
      </w:r>
      <w:r w:rsidRPr="00801BAE">
        <w:rPr>
          <w:rFonts w:cs="Courier New"/>
          <w:szCs w:val="32"/>
        </w:rPr>
        <w:t>tacher à un mât pour jouir à son aise des effets de la mer ho</w:t>
      </w:r>
      <w:r w:rsidRPr="00801BAE">
        <w:rPr>
          <w:rFonts w:cs="Courier New"/>
          <w:szCs w:val="32"/>
        </w:rPr>
        <w:t>u</w:t>
      </w:r>
      <w:r w:rsidRPr="00801BAE">
        <w:rPr>
          <w:rFonts w:cs="Courier New"/>
          <w:szCs w:val="32"/>
        </w:rPr>
        <w:t xml:space="preserve">leuse. Enfin, terminons cette rapide nomenclature, par le nom d’un peintre de ce siècle, </w:t>
      </w:r>
      <w:r w:rsidRPr="00801BAE">
        <w:rPr>
          <w:rFonts w:cs="Courier New"/>
          <w:szCs w:val="32"/>
        </w:rPr>
        <w:lastRenderedPageBreak/>
        <w:t>Eugène Delacroix, dont le premier su</w:t>
      </w:r>
      <w:r w:rsidRPr="00801BAE">
        <w:rPr>
          <w:rFonts w:cs="Courier New"/>
          <w:szCs w:val="32"/>
        </w:rPr>
        <w:t>c</w:t>
      </w:r>
      <w:r w:rsidRPr="00801BAE">
        <w:rPr>
          <w:rFonts w:cs="Courier New"/>
          <w:szCs w:val="32"/>
        </w:rPr>
        <w:t>cès, la Barque du Dante, fait époque dans l’histoire de l’art co</w:t>
      </w:r>
      <w:r w:rsidRPr="00801BAE">
        <w:rPr>
          <w:rFonts w:cs="Courier New"/>
          <w:szCs w:val="32"/>
        </w:rPr>
        <w:t>n</w:t>
      </w:r>
      <w:r w:rsidRPr="00801BAE">
        <w:rPr>
          <w:rFonts w:cs="Courier New"/>
          <w:szCs w:val="32"/>
        </w:rPr>
        <w:t>temporain.</w:t>
      </w:r>
    </w:p>
    <w:p w14:paraId="2C7A96D1" w14:textId="77777777" w:rsidR="00FD7ABB" w:rsidRDefault="00FD28AE" w:rsidP="00FD7ABB">
      <w:r w:rsidRPr="00801BAE">
        <w:rPr>
          <w:rFonts w:cs="Courier New"/>
          <w:szCs w:val="32"/>
        </w:rPr>
        <w:t>Cette fascination exercée par la mer, nul ne la subit peut-être à un plus haut degré que les Portugais. Et ils en étaient non seulement les amis et les admirateurs, mais encore ils poss</w:t>
      </w:r>
      <w:r w:rsidRPr="00801BAE">
        <w:rPr>
          <w:rFonts w:cs="Courier New"/>
          <w:szCs w:val="32"/>
        </w:rPr>
        <w:t>é</w:t>
      </w:r>
      <w:r w:rsidRPr="00801BAE">
        <w:rPr>
          <w:rFonts w:cs="Courier New"/>
          <w:szCs w:val="32"/>
        </w:rPr>
        <w:t>daient le caractère vraiment distinctif du marin : l’élévation dans les sentiments, l’abnégation dans l’obéissance. Alors plus encore qu’aujourd’hui, le vrai matelot travaillait toujours et en tout temps : tour à tour voilier, calfat, gabier, artilleur, il exe</w:t>
      </w:r>
      <w:r w:rsidRPr="00801BAE">
        <w:rPr>
          <w:rFonts w:cs="Courier New"/>
          <w:szCs w:val="32"/>
        </w:rPr>
        <w:t>r</w:t>
      </w:r>
      <w:r w:rsidRPr="00801BAE">
        <w:rPr>
          <w:rFonts w:cs="Courier New"/>
          <w:szCs w:val="32"/>
        </w:rPr>
        <w:t>çait toutes les industries du bord, était familiarisé avec les plus grands dangers et n’en voyait aucun dont il n’espérait sortir par son sang-froid et son habileté. Il se contentait de peu, suppo</w:t>
      </w:r>
      <w:r w:rsidRPr="00801BAE">
        <w:rPr>
          <w:rFonts w:cs="Courier New"/>
          <w:szCs w:val="32"/>
        </w:rPr>
        <w:t>r</w:t>
      </w:r>
      <w:r w:rsidRPr="00801BAE">
        <w:rPr>
          <w:rFonts w:cs="Courier New"/>
          <w:szCs w:val="32"/>
        </w:rPr>
        <w:t>tait les privations avec indifférence et montrait en toutes ci</w:t>
      </w:r>
      <w:r w:rsidRPr="00801BAE">
        <w:rPr>
          <w:rFonts w:cs="Courier New"/>
          <w:szCs w:val="32"/>
        </w:rPr>
        <w:t>r</w:t>
      </w:r>
      <w:r w:rsidRPr="00801BAE">
        <w:rPr>
          <w:rFonts w:cs="Courier New"/>
          <w:szCs w:val="32"/>
        </w:rPr>
        <w:t>constances un génie inventif qui rendait son concours utile, même dans les choses les plus étrangères à sa partie. En gén</w:t>
      </w:r>
      <w:r w:rsidRPr="00801BAE">
        <w:rPr>
          <w:rFonts w:cs="Courier New"/>
          <w:szCs w:val="32"/>
        </w:rPr>
        <w:t>é</w:t>
      </w:r>
      <w:r w:rsidRPr="00801BAE">
        <w:rPr>
          <w:rFonts w:cs="Courier New"/>
          <w:szCs w:val="32"/>
        </w:rPr>
        <w:t>ral, l’homme de mer aime ses égaux, s’attache passionnément à ses chefs, est vraiment admirable dans l’oubli des mauvais tra</w:t>
      </w:r>
      <w:r w:rsidRPr="00801BAE">
        <w:rPr>
          <w:rFonts w:cs="Courier New"/>
          <w:szCs w:val="32"/>
        </w:rPr>
        <w:t>i</w:t>
      </w:r>
      <w:r w:rsidRPr="00801BAE">
        <w:rPr>
          <w:rFonts w:cs="Courier New"/>
          <w:szCs w:val="32"/>
        </w:rPr>
        <w:t>tements : le pardon des injures, vertu commune parmi les m</w:t>
      </w:r>
      <w:r w:rsidRPr="00801BAE">
        <w:rPr>
          <w:rFonts w:cs="Courier New"/>
          <w:szCs w:val="32"/>
        </w:rPr>
        <w:t>a</w:t>
      </w:r>
      <w:r w:rsidRPr="00801BAE">
        <w:rPr>
          <w:rFonts w:cs="Courier New"/>
          <w:szCs w:val="32"/>
        </w:rPr>
        <w:t>rins, leur est d’autant plus nécessaire que les heurts sont plus faciles en mer que sur la terre ferme. Rien en effet n’agit plus violemment sur le caractère que l’inévitable monotonie des longs voyages maritimes et tous les marins savent ce qu’il faut de courage et d’énergie pour se soustraire à cette dissolvante i</w:t>
      </w:r>
      <w:r w:rsidRPr="00801BAE">
        <w:rPr>
          <w:rFonts w:cs="Courier New"/>
          <w:szCs w:val="32"/>
        </w:rPr>
        <w:t>n</w:t>
      </w:r>
      <w:r w:rsidRPr="00801BAE">
        <w:rPr>
          <w:rFonts w:cs="Courier New"/>
          <w:szCs w:val="32"/>
        </w:rPr>
        <w:t>fluence. Il n’est pas rare de voir des natures douces et bonnes, devenir irritables et susceptibles ; de là des chocs, des antip</w:t>
      </w:r>
      <w:r w:rsidRPr="00801BAE">
        <w:rPr>
          <w:rFonts w:cs="Courier New"/>
          <w:szCs w:val="32"/>
        </w:rPr>
        <w:t>a</w:t>
      </w:r>
      <w:r w:rsidRPr="00801BAE">
        <w:rPr>
          <w:rFonts w:cs="Courier New"/>
          <w:szCs w:val="32"/>
        </w:rPr>
        <w:t>thies momentanées qui deviendraient dangereuses pour la paix si elles n’étaient contrebalancées par l’oubli, le pardon, que ch</w:t>
      </w:r>
      <w:r w:rsidRPr="00801BAE">
        <w:rPr>
          <w:rFonts w:cs="Courier New"/>
          <w:szCs w:val="32"/>
        </w:rPr>
        <w:t>a</w:t>
      </w:r>
      <w:r w:rsidRPr="00801BAE">
        <w:rPr>
          <w:rFonts w:cs="Courier New"/>
          <w:szCs w:val="32"/>
        </w:rPr>
        <w:t>cun à son tour doit plus ou moins attendre de la charité de son voisin.</w:t>
      </w:r>
    </w:p>
    <w:p w14:paraId="75F890F6" w14:textId="77777777" w:rsidR="00FD7ABB" w:rsidRDefault="00FD28AE" w:rsidP="00FD7ABB">
      <w:r w:rsidRPr="00801BAE">
        <w:rPr>
          <w:rFonts w:cs="Courier New"/>
          <w:szCs w:val="32"/>
        </w:rPr>
        <w:t>Rien de pénible ne vint troubler la navigation des premiers jours et, dès le samedi suivant, on se trouvait en vue de Can</w:t>
      </w:r>
      <w:r w:rsidRPr="00801BAE">
        <w:rPr>
          <w:rFonts w:cs="Courier New"/>
          <w:szCs w:val="32"/>
        </w:rPr>
        <w:t>a</w:t>
      </w:r>
      <w:r w:rsidRPr="00801BAE">
        <w:rPr>
          <w:rFonts w:cs="Courier New"/>
          <w:szCs w:val="32"/>
        </w:rPr>
        <w:t xml:space="preserve">ries. La flottille passa la nuit sous le vent de </w:t>
      </w:r>
      <w:proofErr w:type="spellStart"/>
      <w:r w:rsidRPr="00801BAE">
        <w:rPr>
          <w:rFonts w:cs="Courier New"/>
          <w:szCs w:val="32"/>
        </w:rPr>
        <w:t>Lançarate</w:t>
      </w:r>
      <w:proofErr w:type="spellEnd"/>
      <w:r w:rsidRPr="00801BAE">
        <w:rPr>
          <w:rFonts w:cs="Courier New"/>
          <w:szCs w:val="32"/>
        </w:rPr>
        <w:t xml:space="preserve">, </w:t>
      </w:r>
      <w:r w:rsidRPr="00801BAE">
        <w:rPr>
          <w:rFonts w:cs="Courier New"/>
          <w:szCs w:val="32"/>
        </w:rPr>
        <w:lastRenderedPageBreak/>
        <w:t>poursu</w:t>
      </w:r>
      <w:r w:rsidRPr="00801BAE">
        <w:rPr>
          <w:rFonts w:cs="Courier New"/>
          <w:szCs w:val="32"/>
        </w:rPr>
        <w:t>i</w:t>
      </w:r>
      <w:r w:rsidRPr="00801BAE">
        <w:rPr>
          <w:rFonts w:cs="Courier New"/>
          <w:szCs w:val="32"/>
        </w:rPr>
        <w:t xml:space="preserve">vit sa navigation et atteignit le Rio do </w:t>
      </w:r>
      <w:proofErr w:type="spellStart"/>
      <w:r w:rsidRPr="00801BAE">
        <w:rPr>
          <w:rFonts w:cs="Courier New"/>
          <w:szCs w:val="32"/>
        </w:rPr>
        <w:t>Ouro</w:t>
      </w:r>
      <w:proofErr w:type="spellEnd"/>
      <w:r w:rsidRPr="00801BAE">
        <w:rPr>
          <w:rFonts w:cs="Courier New"/>
          <w:szCs w:val="32"/>
        </w:rPr>
        <w:t>, cette rivière sur les bords de laquelle les Maures avaient jadis apporté à Antonio Gonzalès une quantité prodigieuse de poudre d’or. Il y avait un demi-siècle de cela ; mais le cours d’eau avait gardé ce nom, qu’il porte encore aujourd’hui.</w:t>
      </w:r>
    </w:p>
    <w:p w14:paraId="5BDE20AE" w14:textId="77777777" w:rsidR="00FD7ABB" w:rsidRDefault="00FD28AE" w:rsidP="00FD7ABB">
      <w:r w:rsidRPr="00801BAE">
        <w:rPr>
          <w:rFonts w:cs="Courier New"/>
          <w:szCs w:val="32"/>
        </w:rPr>
        <w:t>Un ciel jusqu’alors serein avait éclairé la course paisible des navigateurs, mais peu à peu le brouillard s’éleva et prit bientôt une telle intensité que les navires ne s’apercevaient plus. Celui que commandait Paulo de Gama fut séparé de la flottille, et l’on se figure l’anxiété de Vasco quand, le soleil ayant reparu, il che</w:t>
      </w:r>
      <w:r w:rsidRPr="00801BAE">
        <w:rPr>
          <w:rFonts w:cs="Courier New"/>
          <w:szCs w:val="32"/>
        </w:rPr>
        <w:t>r</w:t>
      </w:r>
      <w:r w:rsidRPr="00801BAE">
        <w:rPr>
          <w:rFonts w:cs="Courier New"/>
          <w:szCs w:val="32"/>
        </w:rPr>
        <w:t>cha vainement du regard, sur la plaine liquide, le vaisseau de son frère. On ne se rejoignit qu’aux îles du Cap-Vert, et l’on pr</w:t>
      </w:r>
      <w:r w:rsidRPr="00801BAE">
        <w:rPr>
          <w:rFonts w:cs="Courier New"/>
          <w:szCs w:val="32"/>
        </w:rPr>
        <w:t>o</w:t>
      </w:r>
      <w:r w:rsidRPr="00801BAE">
        <w:rPr>
          <w:rFonts w:cs="Courier New"/>
          <w:szCs w:val="32"/>
        </w:rPr>
        <w:t>fita du passage à Santiago pour se procurer de l’eau, de la viande et du bois. Les vergues des navires, légèrement avariées, f</w:t>
      </w:r>
      <w:r w:rsidRPr="00801BAE">
        <w:rPr>
          <w:rFonts w:cs="Courier New"/>
          <w:szCs w:val="32"/>
        </w:rPr>
        <w:t>u</w:t>
      </w:r>
      <w:r w:rsidRPr="00801BAE">
        <w:rPr>
          <w:rFonts w:cs="Courier New"/>
          <w:szCs w:val="32"/>
        </w:rPr>
        <w:t>rent réparées.</w:t>
      </w:r>
    </w:p>
    <w:p w14:paraId="7398A207" w14:textId="77777777" w:rsidR="00FD7ABB" w:rsidRDefault="00FD28AE" w:rsidP="00FD7ABB">
      <w:r w:rsidRPr="00801BAE">
        <w:rPr>
          <w:rFonts w:cs="Courier New"/>
          <w:szCs w:val="32"/>
        </w:rPr>
        <w:t>Tandis que Gama était retenu par ces soins indispensables, Barthélémy Diaz, l’heureux explorateur du cap de Bonne-Espérance, avait quitté la flottille et s’avançait vers le territoire de la Guinée, où l’appelait une mission spéciale, très avant</w:t>
      </w:r>
      <w:r w:rsidRPr="00801BAE">
        <w:rPr>
          <w:rFonts w:cs="Courier New"/>
          <w:szCs w:val="32"/>
        </w:rPr>
        <w:t>a</w:t>
      </w:r>
      <w:r w:rsidRPr="00801BAE">
        <w:rPr>
          <w:rFonts w:cs="Courier New"/>
          <w:szCs w:val="32"/>
        </w:rPr>
        <w:t>geuse au point de vue pécuniaire, mais qui flattait moins sa juste fierté que ne l’eût fait l’expédition confiée à Gama.</w:t>
      </w:r>
    </w:p>
    <w:p w14:paraId="418CD92F" w14:textId="77777777" w:rsidR="00FD7ABB" w:rsidRDefault="00FD28AE" w:rsidP="00FD7ABB">
      <w:r w:rsidRPr="00801BAE">
        <w:rPr>
          <w:rFonts w:cs="Courier New"/>
          <w:szCs w:val="32"/>
        </w:rPr>
        <w:t>On assurait même que la mission dont était chargé le hardi navigateur n’était autre chose qu’un dédommagement dissim</w:t>
      </w:r>
      <w:r w:rsidRPr="00801BAE">
        <w:rPr>
          <w:rFonts w:cs="Courier New"/>
          <w:szCs w:val="32"/>
        </w:rPr>
        <w:t>u</w:t>
      </w:r>
      <w:r w:rsidRPr="00801BAE">
        <w:rPr>
          <w:rFonts w:cs="Courier New"/>
          <w:szCs w:val="32"/>
        </w:rPr>
        <w:t>lé, une façon habile de l’éloigner d’une expédition où son génie eût peut-être fait pâlir la gloire de Gama lui-même.</w:t>
      </w:r>
    </w:p>
    <w:p w14:paraId="5374B69E" w14:textId="77777777" w:rsidR="00FD7ABB" w:rsidRDefault="00FD28AE" w:rsidP="00FD7ABB">
      <w:r w:rsidRPr="00801BAE">
        <w:rPr>
          <w:rFonts w:cs="Courier New"/>
          <w:szCs w:val="32"/>
        </w:rPr>
        <w:t>Quoiqu’il en soit, les deux grands marins voguaient déso</w:t>
      </w:r>
      <w:r w:rsidRPr="00801BAE">
        <w:rPr>
          <w:rFonts w:cs="Courier New"/>
          <w:szCs w:val="32"/>
        </w:rPr>
        <w:t>r</w:t>
      </w:r>
      <w:r w:rsidRPr="00801BAE">
        <w:rPr>
          <w:rFonts w:cs="Courier New"/>
          <w:szCs w:val="32"/>
        </w:rPr>
        <w:t>mais vers des rivages différents et, le 4 novembre, la flottille de Vasco atteignait de nouveau la côte d’Afrique, trouvait fond par 110 brasses, et bientôt entrait dans la baie de Sainte-Hélène.</w:t>
      </w:r>
    </w:p>
    <w:p w14:paraId="3F8E9D5F" w14:textId="77777777" w:rsidR="00FD7ABB" w:rsidRDefault="00FD28AE" w:rsidP="00FD7ABB">
      <w:r w:rsidRPr="00801BAE">
        <w:rPr>
          <w:rFonts w:cs="Courier New"/>
          <w:szCs w:val="32"/>
        </w:rPr>
        <w:lastRenderedPageBreak/>
        <w:t xml:space="preserve">On y mouilla durant huit jours, et le </w:t>
      </w:r>
      <w:proofErr w:type="spellStart"/>
      <w:r w:rsidRPr="00801BAE">
        <w:rPr>
          <w:rFonts w:cs="Courier New"/>
          <w:szCs w:val="32"/>
        </w:rPr>
        <w:t>capitam</w:t>
      </w:r>
      <w:proofErr w:type="spellEnd"/>
      <w:r w:rsidRPr="00801BAE">
        <w:rPr>
          <w:rFonts w:cs="Courier New"/>
          <w:szCs w:val="32"/>
        </w:rPr>
        <w:t>-mor se déc</w:t>
      </w:r>
      <w:r w:rsidRPr="00801BAE">
        <w:rPr>
          <w:rFonts w:cs="Courier New"/>
          <w:szCs w:val="32"/>
        </w:rPr>
        <w:t>i</w:t>
      </w:r>
      <w:r w:rsidRPr="00801BAE">
        <w:rPr>
          <w:rFonts w:cs="Courier New"/>
          <w:szCs w:val="32"/>
        </w:rPr>
        <w:t>dait à lever l’ancre, quand ses gens lui amenèrent un homme du pays dont ils s’étaient emparés. Cet indigène était occupé à r</w:t>
      </w:r>
      <w:r w:rsidRPr="00801BAE">
        <w:rPr>
          <w:rFonts w:cs="Courier New"/>
          <w:szCs w:val="32"/>
        </w:rPr>
        <w:t>e</w:t>
      </w:r>
      <w:r w:rsidRPr="00801BAE">
        <w:rPr>
          <w:rFonts w:cs="Courier New"/>
          <w:szCs w:val="32"/>
        </w:rPr>
        <w:t xml:space="preserve">cueillir du miel lorsqu’il fut surpris par les Portugais. Le </w:t>
      </w:r>
      <w:proofErr w:type="spellStart"/>
      <w:r w:rsidRPr="00801BAE">
        <w:rPr>
          <w:rFonts w:cs="Courier New"/>
          <w:szCs w:val="32"/>
        </w:rPr>
        <w:t>cap</w:t>
      </w:r>
      <w:r w:rsidRPr="00801BAE">
        <w:rPr>
          <w:rFonts w:cs="Courier New"/>
          <w:szCs w:val="32"/>
        </w:rPr>
        <w:t>i</w:t>
      </w:r>
      <w:r w:rsidRPr="00801BAE">
        <w:rPr>
          <w:rFonts w:cs="Courier New"/>
          <w:szCs w:val="32"/>
        </w:rPr>
        <w:t>tam</w:t>
      </w:r>
      <w:proofErr w:type="spellEnd"/>
      <w:r w:rsidRPr="00801BAE">
        <w:rPr>
          <w:rFonts w:cs="Courier New"/>
          <w:szCs w:val="32"/>
        </w:rPr>
        <w:t>-mor le reçut très bien, le fit manger, lui donna des vêt</w:t>
      </w:r>
      <w:r w:rsidRPr="00801BAE">
        <w:rPr>
          <w:rFonts w:cs="Courier New"/>
          <w:szCs w:val="32"/>
        </w:rPr>
        <w:t>e</w:t>
      </w:r>
      <w:r w:rsidRPr="00801BAE">
        <w:rPr>
          <w:rFonts w:cs="Courier New"/>
          <w:szCs w:val="32"/>
        </w:rPr>
        <w:t>ments de couleurs éclatantes et le renvoya chez lui.</w:t>
      </w:r>
    </w:p>
    <w:p w14:paraId="5D381469" w14:textId="77777777" w:rsidR="00FD7ABB" w:rsidRDefault="00FD28AE" w:rsidP="00FD7ABB">
      <w:r w:rsidRPr="00801BAE">
        <w:rPr>
          <w:rFonts w:cs="Courier New"/>
          <w:szCs w:val="32"/>
        </w:rPr>
        <w:t>Or, le lendemain, un spectacle imprévu attira l’attention de l’équipage. De tous côtés arrivaient des barques légères, su</w:t>
      </w:r>
      <w:r w:rsidRPr="00801BAE">
        <w:rPr>
          <w:rFonts w:cs="Courier New"/>
          <w:szCs w:val="32"/>
        </w:rPr>
        <w:t>r</w:t>
      </w:r>
      <w:r w:rsidRPr="00801BAE">
        <w:rPr>
          <w:rFonts w:cs="Courier New"/>
          <w:szCs w:val="32"/>
        </w:rPr>
        <w:t>montées de larges voiles faites de feuilles de palmier adroit</w:t>
      </w:r>
      <w:r w:rsidRPr="00801BAE">
        <w:rPr>
          <w:rFonts w:cs="Courier New"/>
          <w:szCs w:val="32"/>
        </w:rPr>
        <w:t>e</w:t>
      </w:r>
      <w:r w:rsidRPr="00801BAE">
        <w:rPr>
          <w:rFonts w:cs="Courier New"/>
          <w:szCs w:val="32"/>
        </w:rPr>
        <w:t>ment tissées, et portant de nombreux indigènes. Ces nacelles étroites, dégagées, passaient si rapidement qu’elles semblaient s’allonger sur les flots. Les nouveaux arrivants furent bientôt à portée de la flotte et l’on ne tarda pas à distinguer leurs visages basanés. Une étoffe de coton blanc, rayée de diverses couleurs, les enveloppait et retombait en écharpes flottantes ; leur tête étaient entourée d’un morceau d’étoffe écarlate ; ils étaient a</w:t>
      </w:r>
      <w:r w:rsidRPr="00801BAE">
        <w:rPr>
          <w:rFonts w:cs="Courier New"/>
          <w:szCs w:val="32"/>
        </w:rPr>
        <w:t>r</w:t>
      </w:r>
      <w:r w:rsidRPr="00801BAE">
        <w:rPr>
          <w:rFonts w:cs="Courier New"/>
          <w:szCs w:val="32"/>
        </w:rPr>
        <w:t>més de javelots, et leurs musiciens soufflaient dans des tro</w:t>
      </w:r>
      <w:r w:rsidRPr="00801BAE">
        <w:rPr>
          <w:rFonts w:cs="Courier New"/>
          <w:szCs w:val="32"/>
        </w:rPr>
        <w:t>m</w:t>
      </w:r>
      <w:r w:rsidRPr="00801BAE">
        <w:rPr>
          <w:rFonts w:cs="Courier New"/>
          <w:szCs w:val="32"/>
        </w:rPr>
        <w:t>pettes.</w:t>
      </w:r>
    </w:p>
    <w:p w14:paraId="4B73E440" w14:textId="77777777" w:rsidR="00FD7ABB" w:rsidRDefault="00FD28AE" w:rsidP="00FD7ABB">
      <w:r w:rsidRPr="00801BAE">
        <w:rPr>
          <w:rFonts w:cs="Courier New"/>
          <w:szCs w:val="32"/>
        </w:rPr>
        <w:t xml:space="preserve">Ils faisaient de grands gestes pour retenir les Portugais qui déjà tournaient la proue vers les îles. Sur l’ordre de Gama, les voiles sont bientôt repliées, la grande vergue s’abaisse, le navire s’arrête et les insulaires y montent par </w:t>
      </w:r>
      <w:r w:rsidR="0022716D">
        <w:rPr>
          <w:rFonts w:cs="Courier New"/>
          <w:szCs w:val="32"/>
        </w:rPr>
        <w:t>d</w:t>
      </w:r>
      <w:r w:rsidRPr="00801BAE">
        <w:rPr>
          <w:rFonts w:cs="Courier New"/>
          <w:szCs w:val="32"/>
        </w:rPr>
        <w:t>es cordages. Le cap</w:t>
      </w:r>
      <w:r w:rsidRPr="00801BAE">
        <w:rPr>
          <w:rFonts w:cs="Courier New"/>
          <w:szCs w:val="32"/>
        </w:rPr>
        <w:t>i</w:t>
      </w:r>
      <w:r w:rsidRPr="00801BAE">
        <w:rPr>
          <w:rFonts w:cs="Courier New"/>
          <w:szCs w:val="32"/>
        </w:rPr>
        <w:t xml:space="preserve">taine les accueille avec bonté, veut qu’on les traite bien à son bord, leur donne, comme à leur compatriote de la veille, à boire et à manger et essaie d’obtenir d’eux quelques renseignements utiles. Pour la première fois, il faisait connaissance avec la race des </w:t>
      </w:r>
      <w:proofErr w:type="spellStart"/>
      <w:r w:rsidRPr="00801BAE">
        <w:rPr>
          <w:rFonts w:cs="Courier New"/>
          <w:szCs w:val="32"/>
        </w:rPr>
        <w:t>Boschis</w:t>
      </w:r>
      <w:proofErr w:type="spellEnd"/>
      <w:r w:rsidRPr="00801BAE">
        <w:rPr>
          <w:rFonts w:cs="Courier New"/>
          <w:szCs w:val="32"/>
        </w:rPr>
        <w:t>, à laquelle se lie la race des Hottentots, qui diffère si e</w:t>
      </w:r>
      <w:r w:rsidRPr="00801BAE">
        <w:rPr>
          <w:rFonts w:cs="Courier New"/>
          <w:szCs w:val="32"/>
        </w:rPr>
        <w:t>s</w:t>
      </w:r>
      <w:r w:rsidRPr="00801BAE">
        <w:rPr>
          <w:rFonts w:cs="Courier New"/>
          <w:szCs w:val="32"/>
        </w:rPr>
        <w:t>sentiellement de celle des Cafres. Il ne put tirer d’eux que de bien vagues indications, mais il remarqua que ces insulaires fa</w:t>
      </w:r>
      <w:r w:rsidRPr="00801BAE">
        <w:rPr>
          <w:rFonts w:cs="Courier New"/>
          <w:szCs w:val="32"/>
        </w:rPr>
        <w:t>i</w:t>
      </w:r>
      <w:r w:rsidRPr="00801BAE">
        <w:rPr>
          <w:rFonts w:cs="Courier New"/>
          <w:szCs w:val="32"/>
        </w:rPr>
        <w:t>saient du cuivre un cas particulier, le façonnaient et en fabr</w:t>
      </w:r>
      <w:r w:rsidRPr="00801BAE">
        <w:rPr>
          <w:rFonts w:cs="Courier New"/>
          <w:szCs w:val="32"/>
        </w:rPr>
        <w:t>i</w:t>
      </w:r>
      <w:r w:rsidRPr="00801BAE">
        <w:rPr>
          <w:rFonts w:cs="Courier New"/>
          <w:szCs w:val="32"/>
        </w:rPr>
        <w:t xml:space="preserve">quaient leurs ornements les plus </w:t>
      </w:r>
      <w:r w:rsidRPr="00801BAE">
        <w:rPr>
          <w:rFonts w:cs="Courier New"/>
          <w:szCs w:val="32"/>
        </w:rPr>
        <w:lastRenderedPageBreak/>
        <w:t xml:space="preserve">précieux. Ils se servaient avec une remarquable dextérité de leurs </w:t>
      </w:r>
      <w:proofErr w:type="spellStart"/>
      <w:r w:rsidRPr="00801BAE">
        <w:rPr>
          <w:rFonts w:cs="Courier New"/>
          <w:szCs w:val="32"/>
        </w:rPr>
        <w:t>zagayes</w:t>
      </w:r>
      <w:proofErr w:type="spellEnd"/>
      <w:r w:rsidRPr="00801BAE">
        <w:rPr>
          <w:rFonts w:cs="Courier New"/>
          <w:szCs w:val="32"/>
        </w:rPr>
        <w:t>, sorte de javelot à la pointe effilée.</w:t>
      </w:r>
    </w:p>
    <w:p w14:paraId="38083880" w14:textId="77777777" w:rsidR="00FD7ABB" w:rsidRDefault="00FD28AE" w:rsidP="00FD7ABB">
      <w:r w:rsidRPr="00801BAE">
        <w:rPr>
          <w:rFonts w:cs="Courier New"/>
          <w:szCs w:val="32"/>
        </w:rPr>
        <w:t>Tout allait bien et Gama croyait n’avoir qu’à se louer de cette rencontre quand survint un incident qui faillit avoir de graves conséquences.</w:t>
      </w:r>
    </w:p>
    <w:p w14:paraId="2E6C6AC1" w14:textId="77777777" w:rsidR="00FD7ABB" w:rsidRDefault="00FD28AE" w:rsidP="00FD7ABB">
      <w:r w:rsidRPr="00801BAE">
        <w:rPr>
          <w:rFonts w:cs="Courier New"/>
          <w:szCs w:val="32"/>
        </w:rPr>
        <w:t xml:space="preserve">Les premiers visiteurs avaient raconté à toute la tribu les attentions dont ils avaient été l’objet ; ils avaient montré les grains de cristal et les étoffes rouges et jaunes qu’on leur avait donnés, excitant ainsi l’envie de tout le peuple. Aussi, dès le lendemain matin, d’autres sauvages venaient demander leur part des mêmes richesses. Ils se montrèrent bientôt si familiers qu’un des compagnons de Gama, </w:t>
      </w:r>
      <w:proofErr w:type="spellStart"/>
      <w:r w:rsidRPr="00801BAE">
        <w:rPr>
          <w:rFonts w:cs="Courier New"/>
          <w:szCs w:val="32"/>
        </w:rPr>
        <w:t>Fernao</w:t>
      </w:r>
      <w:proofErr w:type="spellEnd"/>
      <w:r w:rsidRPr="00801BAE">
        <w:rPr>
          <w:rFonts w:cs="Courier New"/>
          <w:szCs w:val="32"/>
        </w:rPr>
        <w:t xml:space="preserve"> </w:t>
      </w:r>
      <w:proofErr w:type="spellStart"/>
      <w:r w:rsidRPr="00801BAE">
        <w:rPr>
          <w:rFonts w:cs="Courier New"/>
          <w:szCs w:val="32"/>
        </w:rPr>
        <w:t>Valloso</w:t>
      </w:r>
      <w:proofErr w:type="spellEnd"/>
      <w:r w:rsidRPr="00801BAE">
        <w:rPr>
          <w:rFonts w:cs="Courier New"/>
          <w:szCs w:val="32"/>
        </w:rPr>
        <w:t>, cédant au d</w:t>
      </w:r>
      <w:r w:rsidRPr="00801BAE">
        <w:rPr>
          <w:rFonts w:cs="Courier New"/>
          <w:szCs w:val="32"/>
        </w:rPr>
        <w:t>é</w:t>
      </w:r>
      <w:r w:rsidRPr="00801BAE">
        <w:rPr>
          <w:rFonts w:cs="Courier New"/>
          <w:szCs w:val="32"/>
        </w:rPr>
        <w:t>sir d’aller visiter leur pays, les suivit à travers les bois.</w:t>
      </w:r>
    </w:p>
    <w:p w14:paraId="1048494E" w14:textId="77777777" w:rsidR="00FD7ABB" w:rsidRDefault="00FD28AE" w:rsidP="00FD7ABB">
      <w:r w:rsidRPr="00801BAE">
        <w:rPr>
          <w:rFonts w:cs="Courier New"/>
          <w:szCs w:val="32"/>
        </w:rPr>
        <w:t>Le capitaine, inquiet de cette imprudence, regardait de loin leurs mouvements et observait avec attention la route qu’ils avaient prise. Tout à coup il vit reparaître, à la cime de la mo</w:t>
      </w:r>
      <w:r w:rsidRPr="00801BAE">
        <w:rPr>
          <w:rFonts w:cs="Courier New"/>
          <w:szCs w:val="32"/>
        </w:rPr>
        <w:t>n</w:t>
      </w:r>
      <w:r w:rsidRPr="00801BAE">
        <w:rPr>
          <w:rFonts w:cs="Courier New"/>
          <w:szCs w:val="32"/>
        </w:rPr>
        <w:t xml:space="preserve">tagne, </w:t>
      </w:r>
      <w:proofErr w:type="spellStart"/>
      <w:r w:rsidRPr="00801BAE">
        <w:rPr>
          <w:rFonts w:cs="Courier New"/>
          <w:szCs w:val="32"/>
        </w:rPr>
        <w:t>Valloso</w:t>
      </w:r>
      <w:proofErr w:type="spellEnd"/>
      <w:r w:rsidRPr="00801BAE">
        <w:rPr>
          <w:rFonts w:cs="Courier New"/>
          <w:szCs w:val="32"/>
        </w:rPr>
        <w:t xml:space="preserve"> qui courait vers la mer. Des nègres le poursu</w:t>
      </w:r>
      <w:r w:rsidRPr="00801BAE">
        <w:rPr>
          <w:rFonts w:cs="Courier New"/>
          <w:szCs w:val="32"/>
        </w:rPr>
        <w:t>i</w:t>
      </w:r>
      <w:r w:rsidRPr="00801BAE">
        <w:rPr>
          <w:rFonts w:cs="Courier New"/>
          <w:szCs w:val="32"/>
        </w:rPr>
        <w:t>vaient, les mains levées, prêts à le saisir.</w:t>
      </w:r>
    </w:p>
    <w:p w14:paraId="4030EAFC" w14:textId="77777777" w:rsidR="00FD7ABB" w:rsidRDefault="00FD28AE" w:rsidP="00FD7ABB">
      <w:r w:rsidRPr="00801BAE">
        <w:rPr>
          <w:rFonts w:cs="Courier New"/>
          <w:szCs w:val="32"/>
        </w:rPr>
        <w:t>Une chaloupe partit aussitôt pour aller recevoir l’imprudent. Gama lui-même la montait avec quelques matelots. En un moment tout un bataillon de noirs se découvre, lançant sur l’embarcation une grêle de pierres et de flèches. Une d</w:t>
      </w:r>
      <w:r w:rsidRPr="00801BAE">
        <w:rPr>
          <w:rFonts w:cs="Courier New"/>
          <w:szCs w:val="32"/>
        </w:rPr>
        <w:t>é</w:t>
      </w:r>
      <w:r w:rsidRPr="00801BAE">
        <w:rPr>
          <w:rFonts w:cs="Courier New"/>
          <w:szCs w:val="32"/>
        </w:rPr>
        <w:t>charge de mousqueterie répondit aux assaillants et dispersa les sauvages effrayés. Mais le capitaine et quatre hommes de l’équipage étaient assez grièvement blessés. Gama porta to</w:t>
      </w:r>
      <w:r w:rsidRPr="00801BAE">
        <w:rPr>
          <w:rFonts w:cs="Courier New"/>
          <w:szCs w:val="32"/>
        </w:rPr>
        <w:t>u</w:t>
      </w:r>
      <w:r w:rsidRPr="00801BAE">
        <w:rPr>
          <w:rFonts w:cs="Courier New"/>
          <w:szCs w:val="32"/>
        </w:rPr>
        <w:t>jours à la ja</w:t>
      </w:r>
      <w:r w:rsidRPr="00801BAE">
        <w:rPr>
          <w:rFonts w:cs="Courier New"/>
          <w:szCs w:val="32"/>
        </w:rPr>
        <w:t>m</w:t>
      </w:r>
      <w:r w:rsidRPr="00801BAE">
        <w:rPr>
          <w:rFonts w:cs="Courier New"/>
          <w:szCs w:val="32"/>
        </w:rPr>
        <w:t>be la cicatrice de la plaie que lui avait faite une des flèches e</w:t>
      </w:r>
      <w:r w:rsidRPr="00801BAE">
        <w:rPr>
          <w:rFonts w:cs="Courier New"/>
          <w:szCs w:val="32"/>
        </w:rPr>
        <w:t>n</w:t>
      </w:r>
      <w:r w:rsidRPr="00801BAE">
        <w:rPr>
          <w:rFonts w:cs="Courier New"/>
          <w:szCs w:val="32"/>
        </w:rPr>
        <w:t>nemies.</w:t>
      </w:r>
    </w:p>
    <w:p w14:paraId="2FB3A17C" w14:textId="77777777" w:rsidR="00FD7ABB" w:rsidRDefault="00FD28AE" w:rsidP="00FD7ABB">
      <w:r w:rsidRPr="00801BAE">
        <w:rPr>
          <w:rFonts w:cs="Courier New"/>
          <w:szCs w:val="32"/>
        </w:rPr>
        <w:t>Quand enfin on eut regagné les vaisseaux, tous les marins entourèrent l’agile imprudent : « </w:t>
      </w:r>
      <w:proofErr w:type="spellStart"/>
      <w:r w:rsidRPr="00801BAE">
        <w:rPr>
          <w:rFonts w:cs="Courier New"/>
          <w:szCs w:val="32"/>
        </w:rPr>
        <w:t>Hé</w:t>
      </w:r>
      <w:proofErr w:type="spellEnd"/>
      <w:r w:rsidRPr="00801BAE">
        <w:rPr>
          <w:rFonts w:cs="Courier New"/>
          <w:szCs w:val="32"/>
        </w:rPr>
        <w:t xml:space="preserve"> bien, </w:t>
      </w:r>
      <w:proofErr w:type="spellStart"/>
      <w:r w:rsidRPr="00801BAE">
        <w:rPr>
          <w:rFonts w:cs="Courier New"/>
          <w:szCs w:val="32"/>
        </w:rPr>
        <w:t>Valloso</w:t>
      </w:r>
      <w:proofErr w:type="spellEnd"/>
      <w:r w:rsidRPr="00801BAE">
        <w:rPr>
          <w:rFonts w:cs="Courier New"/>
          <w:szCs w:val="32"/>
        </w:rPr>
        <w:t>, lui dit gai</w:t>
      </w:r>
      <w:r w:rsidRPr="00801BAE">
        <w:rPr>
          <w:rFonts w:cs="Courier New"/>
          <w:szCs w:val="32"/>
        </w:rPr>
        <w:t>e</w:t>
      </w:r>
      <w:r w:rsidRPr="00801BAE">
        <w:rPr>
          <w:rFonts w:cs="Courier New"/>
          <w:szCs w:val="32"/>
        </w:rPr>
        <w:t xml:space="preserve">ment un de ses camarades, il me semble que la montagne est </w:t>
      </w:r>
      <w:r w:rsidRPr="00801BAE">
        <w:rPr>
          <w:rFonts w:cs="Courier New"/>
          <w:szCs w:val="32"/>
        </w:rPr>
        <w:lastRenderedPageBreak/>
        <w:t>plus facile à monter qu’à descendre ? » « – C’est vrai, mais ces brigands vous mettent tous en péril, et je venais vous avertir. »</w:t>
      </w:r>
    </w:p>
    <w:p w14:paraId="1946E705" w14:textId="77777777" w:rsidR="00FD7ABB" w:rsidRDefault="00FD28AE" w:rsidP="00FD7ABB">
      <w:r w:rsidRPr="00801BAE">
        <w:rPr>
          <w:rFonts w:cs="Courier New"/>
          <w:szCs w:val="32"/>
        </w:rPr>
        <w:t xml:space="preserve">Et </w:t>
      </w:r>
      <w:proofErr w:type="spellStart"/>
      <w:r w:rsidRPr="00801BAE">
        <w:rPr>
          <w:rFonts w:cs="Courier New"/>
          <w:szCs w:val="32"/>
        </w:rPr>
        <w:t>Valloso</w:t>
      </w:r>
      <w:proofErr w:type="spellEnd"/>
      <w:r w:rsidRPr="00801BAE">
        <w:rPr>
          <w:rFonts w:cs="Courier New"/>
          <w:szCs w:val="32"/>
        </w:rPr>
        <w:t xml:space="preserve"> raconta sa périlleuse aventure. Il avait à peine franchi la colline que les Africains, avec des cris de fureur, l’avaient repoussé vers la mer, épiant ensuite, à l’abri de leurs rochers, l’instant où la chaloupe viendrait le recevoir au rivage. Le projet des noirs était de fondre à l’improviste sur les Port</w:t>
      </w:r>
      <w:r w:rsidRPr="00801BAE">
        <w:rPr>
          <w:rFonts w:cs="Courier New"/>
          <w:szCs w:val="32"/>
        </w:rPr>
        <w:t>u</w:t>
      </w:r>
      <w:r w:rsidRPr="00801BAE">
        <w:rPr>
          <w:rFonts w:cs="Courier New"/>
          <w:szCs w:val="32"/>
        </w:rPr>
        <w:t>gais, de les tuer et de se partager le butin qui avait excité leur convoitise.</w:t>
      </w:r>
    </w:p>
    <w:p w14:paraId="50195D8B" w14:textId="77777777" w:rsidR="00FD7ABB" w:rsidRDefault="00FD28AE" w:rsidP="00FD7ABB">
      <w:r w:rsidRPr="00801BAE">
        <w:rPr>
          <w:rFonts w:cs="Courier New"/>
          <w:szCs w:val="32"/>
        </w:rPr>
        <w:t>Décidément on en avait assez des amabilités de ces gens-là ; les bâtiments furent ralliés, appareillés et, après avoir r</w:t>
      </w:r>
      <w:r w:rsidRPr="00801BAE">
        <w:rPr>
          <w:rFonts w:cs="Courier New"/>
          <w:szCs w:val="32"/>
        </w:rPr>
        <w:t>e</w:t>
      </w:r>
      <w:r w:rsidRPr="00801BAE">
        <w:rPr>
          <w:rFonts w:cs="Courier New"/>
          <w:szCs w:val="32"/>
        </w:rPr>
        <w:t>nouvelé la provision d’eau et de bois, on quitta cette portion de la côte. C’était un jeudi, 16 novembre.</w:t>
      </w:r>
    </w:p>
    <w:p w14:paraId="78267635" w14:textId="77777777" w:rsidR="00FD7ABB" w:rsidRDefault="00FD28AE" w:rsidP="00FD7ABB">
      <w:proofErr w:type="spellStart"/>
      <w:r w:rsidRPr="00801BAE">
        <w:rPr>
          <w:rFonts w:cs="Courier New"/>
          <w:szCs w:val="32"/>
        </w:rPr>
        <w:t>Pero</w:t>
      </w:r>
      <w:proofErr w:type="spellEnd"/>
      <w:r w:rsidRPr="00801BAE">
        <w:rPr>
          <w:rFonts w:cs="Courier New"/>
          <w:szCs w:val="32"/>
        </w:rPr>
        <w:t xml:space="preserve"> de </w:t>
      </w:r>
      <w:proofErr w:type="spellStart"/>
      <w:r w:rsidRPr="00801BAE">
        <w:rPr>
          <w:rFonts w:cs="Courier New"/>
          <w:szCs w:val="32"/>
        </w:rPr>
        <w:t>Alemquer</w:t>
      </w:r>
      <w:proofErr w:type="spellEnd"/>
      <w:r w:rsidRPr="00801BAE">
        <w:rPr>
          <w:rFonts w:cs="Courier New"/>
          <w:szCs w:val="32"/>
        </w:rPr>
        <w:t>, l’habile pilote qui avait fait doubler à Diaz le cap des Tempêtes, n’arrivait pas à préciser la situation du navire ; il se croyait à 30 lieues du Cap, sans toutefois po</w:t>
      </w:r>
      <w:r w:rsidRPr="00801BAE">
        <w:rPr>
          <w:rFonts w:cs="Courier New"/>
          <w:szCs w:val="32"/>
        </w:rPr>
        <w:t>u</w:t>
      </w:r>
      <w:r w:rsidRPr="00801BAE">
        <w:rPr>
          <w:rFonts w:cs="Courier New"/>
          <w:szCs w:val="32"/>
        </w:rPr>
        <w:t>voir l’affirmer.</w:t>
      </w:r>
    </w:p>
    <w:p w14:paraId="7691D1DA" w14:textId="77777777" w:rsidR="00FD7ABB" w:rsidRDefault="00FD28AE" w:rsidP="00FD7ABB">
      <w:r w:rsidRPr="00801BAE">
        <w:rPr>
          <w:rFonts w:cs="Courier New"/>
          <w:szCs w:val="32"/>
        </w:rPr>
        <w:t>Cette incertitude fit naître des murmures et jamais peut-être, comme à ce moment, l’impassible Gama, ne se rendit un compte aussi exact des dangers sans nombre qu’ils allaient a</w:t>
      </w:r>
      <w:r w:rsidRPr="00801BAE">
        <w:rPr>
          <w:rFonts w:cs="Courier New"/>
          <w:szCs w:val="32"/>
        </w:rPr>
        <w:t>f</w:t>
      </w:r>
      <w:r w:rsidRPr="00801BAE">
        <w:rPr>
          <w:rFonts w:cs="Courier New"/>
          <w:szCs w:val="32"/>
        </w:rPr>
        <w:t xml:space="preserve">fronter. Le vague, l’indéfini de leur entreprise dut alors lui étreindre le cœur en une suprême angoisse et c’est sans doute ce tourment intime que </w:t>
      </w:r>
      <w:proofErr w:type="spellStart"/>
      <w:r w:rsidRPr="00801BAE">
        <w:rPr>
          <w:rFonts w:cs="Courier New"/>
          <w:szCs w:val="32"/>
        </w:rPr>
        <w:t>Camoëns</w:t>
      </w:r>
      <w:proofErr w:type="spellEnd"/>
      <w:r w:rsidRPr="00801BAE">
        <w:rPr>
          <w:rFonts w:cs="Courier New"/>
          <w:szCs w:val="32"/>
        </w:rPr>
        <w:t xml:space="preserve"> a personnifié dans son Génie des Tempêtes dont il met la description dans la bouche de Gama.</w:t>
      </w:r>
    </w:p>
    <w:p w14:paraId="532C891D" w14:textId="77777777" w:rsidR="00FD7ABB" w:rsidRDefault="00FD28AE" w:rsidP="00FD7ABB">
      <w:r w:rsidRPr="00801BAE">
        <w:rPr>
          <w:rFonts w:cs="Courier New"/>
          <w:szCs w:val="32"/>
        </w:rPr>
        <w:t xml:space="preserve">« Il était nuit, et tandis que nous veillions ensemble sur la proue, un nuage épais s’élevant au-dessus de nos têtes, vint nous cacher la vue des astres. C’était une ombre mystérieuse, </w:t>
      </w:r>
      <w:r w:rsidRPr="00801BAE">
        <w:rPr>
          <w:rFonts w:cs="Courier New"/>
          <w:szCs w:val="32"/>
        </w:rPr>
        <w:lastRenderedPageBreak/>
        <w:t>une apparition formidable et sombre, dont la seule vue faisait frémir d’horreur les plus intrépides d’entre nous.</w:t>
      </w:r>
    </w:p>
    <w:p w14:paraId="6E94ED2E" w14:textId="77777777" w:rsidR="00FD7ABB" w:rsidRDefault="00FD28AE" w:rsidP="00FD7ABB">
      <w:r w:rsidRPr="00801BAE">
        <w:rPr>
          <w:rFonts w:cs="Courier New"/>
          <w:szCs w:val="32"/>
        </w:rPr>
        <w:t>« En même temps, une rumeur affreuse, semblable aux clameurs bruyantes des vagues quand elles se brisent en heu</w:t>
      </w:r>
      <w:r w:rsidRPr="00801BAE">
        <w:rPr>
          <w:rFonts w:cs="Courier New"/>
          <w:szCs w:val="32"/>
        </w:rPr>
        <w:t>r</w:t>
      </w:r>
      <w:r w:rsidRPr="00801BAE">
        <w:rPr>
          <w:rFonts w:cs="Courier New"/>
          <w:szCs w:val="32"/>
        </w:rPr>
        <w:t>tant contre des récifs, frappe nos oreilles, bien que le ciel et la mer ne fissent présager aucune tempête. « Ô Maître tout-puissant de la vie des hommes, m’écriai-je alors, ô souverain Arbitre de nos destinées, de quelle catastrophe cette terreur est-elle le prélude ! n’y aurait-il pas aujourd’hui quelque mystère de la nature que ton impénétrable sagesse a voulu réserver à ces solitudes, et dont la volonté interdit la connaissance aux pr</w:t>
      </w:r>
      <w:r w:rsidRPr="00801BAE">
        <w:rPr>
          <w:rFonts w:cs="Courier New"/>
          <w:szCs w:val="32"/>
        </w:rPr>
        <w:t>o</w:t>
      </w:r>
      <w:r w:rsidRPr="00801BAE">
        <w:rPr>
          <w:rFonts w:cs="Courier New"/>
          <w:szCs w:val="32"/>
        </w:rPr>
        <w:t>fanes mortels ! Le prodige qui nous frappe d’une religieuse te</w:t>
      </w:r>
      <w:r w:rsidRPr="00801BAE">
        <w:rPr>
          <w:rFonts w:cs="Courier New"/>
          <w:szCs w:val="32"/>
        </w:rPr>
        <w:t>r</w:t>
      </w:r>
      <w:r w:rsidRPr="00801BAE">
        <w:rPr>
          <w:rFonts w:cs="Courier New"/>
          <w:szCs w:val="32"/>
        </w:rPr>
        <w:t>reur, annonce un événement plus épouvantable que le courroux de Neptune et d’Éole. »</w:t>
      </w:r>
    </w:p>
    <w:p w14:paraId="625C0122" w14:textId="77777777" w:rsidR="00FD7ABB" w:rsidRDefault="00FD28AE" w:rsidP="00FD7ABB">
      <w:r w:rsidRPr="00801BAE">
        <w:rPr>
          <w:rFonts w:cs="Courier New"/>
          <w:szCs w:val="32"/>
        </w:rPr>
        <w:t>« Je parlais et bientôt nous vîmes se dresser dans les airs un fantôme d’une grandeur extraordinaire : à l’immensité de sa taille répond la hideuse difformité de ses traits. Non, le fameux colosse de Rhodes qui fut une des sept merveilles du monde, n’égalait pas en hauteur ce spectre formidable, une force invi</w:t>
      </w:r>
      <w:r w:rsidRPr="00801BAE">
        <w:rPr>
          <w:rFonts w:cs="Courier New"/>
          <w:szCs w:val="32"/>
        </w:rPr>
        <w:t>n</w:t>
      </w:r>
      <w:r w:rsidRPr="00801BAE">
        <w:rPr>
          <w:rFonts w:cs="Courier New"/>
          <w:szCs w:val="32"/>
        </w:rPr>
        <w:t>cible semble animer ses membres hideux. Sur toute sa personne sont répandues la brutalité, la cruauté, l’horreur : son visage est sombre et lugubre, et sa tête s’affaisse lourdement sur sa vaste poitrine ; sa barbe est inculte, épaisse et longue : ses yeux éti</w:t>
      </w:r>
      <w:r w:rsidRPr="00801BAE">
        <w:rPr>
          <w:rFonts w:cs="Courier New"/>
          <w:szCs w:val="32"/>
        </w:rPr>
        <w:t>n</w:t>
      </w:r>
      <w:r w:rsidRPr="00801BAE">
        <w:rPr>
          <w:rFonts w:cs="Courier New"/>
          <w:szCs w:val="32"/>
        </w:rPr>
        <w:t>cellent comme au fond d’une fosse obscure d’où partent des flammes pâles, livides, plutôt sanglantes que brillantes : il a le teint pâle et terreux, les cheveux hérissés, les lèvres noirâtres, les dents jaunes. Il pousse un affreux mugissement qui semble sortir des plus profonds abîmes de la mer ; à cette voix nos ch</w:t>
      </w:r>
      <w:r w:rsidRPr="00801BAE">
        <w:rPr>
          <w:rFonts w:cs="Courier New"/>
          <w:szCs w:val="32"/>
        </w:rPr>
        <w:t>e</w:t>
      </w:r>
      <w:r w:rsidRPr="00801BAE">
        <w:rPr>
          <w:rFonts w:cs="Courier New"/>
          <w:szCs w:val="32"/>
        </w:rPr>
        <w:t>veux se dressent sur nos télés : le sang se glace dans nos veines. On sent que le péril est de ceux que la bravoure humaine ne saurait conjurer, et chacun se demande si le monstre n’a pas r</w:t>
      </w:r>
      <w:r w:rsidRPr="00801BAE">
        <w:rPr>
          <w:rFonts w:cs="Courier New"/>
          <w:szCs w:val="32"/>
        </w:rPr>
        <w:t>é</w:t>
      </w:r>
      <w:r w:rsidRPr="00801BAE">
        <w:rPr>
          <w:rFonts w:cs="Courier New"/>
          <w:szCs w:val="32"/>
        </w:rPr>
        <w:t xml:space="preserve">solu de marquer en cet endroit </w:t>
      </w:r>
      <w:r w:rsidRPr="00801BAE">
        <w:rPr>
          <w:rFonts w:cs="Courier New"/>
          <w:szCs w:val="32"/>
        </w:rPr>
        <w:lastRenderedPageBreak/>
        <w:t>notre tombeau. Il gronde, d’une voix semblable au roulement de la foudre : « Lusitaniens, peuple le plus téméraire de tous, peuple qui dédaigne les do</w:t>
      </w:r>
      <w:r w:rsidRPr="00801BAE">
        <w:rPr>
          <w:rFonts w:cs="Courier New"/>
          <w:szCs w:val="32"/>
        </w:rPr>
        <w:t>u</w:t>
      </w:r>
      <w:r w:rsidRPr="00801BAE">
        <w:rPr>
          <w:rFonts w:cs="Courier New"/>
          <w:szCs w:val="32"/>
        </w:rPr>
        <w:t>ceurs voluptueuses du repos, qui court en insensé après une vaine gloire, à travers tant de peines, de fatigues, de périls, puisque tu oses franchir les limites où devrait se renfermer la faiblesse humaine, puisque tu braves la fureur de ces eaux qui sont mon domaine, et que j’ai défendues pendant une longue suite de si</w:t>
      </w:r>
      <w:r w:rsidRPr="00801BAE">
        <w:rPr>
          <w:rFonts w:cs="Courier New"/>
          <w:szCs w:val="32"/>
        </w:rPr>
        <w:t>è</w:t>
      </w:r>
      <w:r w:rsidRPr="00801BAE">
        <w:rPr>
          <w:rFonts w:cs="Courier New"/>
          <w:szCs w:val="32"/>
        </w:rPr>
        <w:t>cles sans qu’aucun mortel ait eu l’audace d’affronter mon cou</w:t>
      </w:r>
      <w:r w:rsidRPr="00801BAE">
        <w:rPr>
          <w:rFonts w:cs="Courier New"/>
          <w:szCs w:val="32"/>
        </w:rPr>
        <w:t>r</w:t>
      </w:r>
      <w:r w:rsidRPr="00801BAE">
        <w:rPr>
          <w:rFonts w:cs="Courier New"/>
          <w:szCs w:val="32"/>
        </w:rPr>
        <w:t>roux, puisqu’enfin tu veux élever tes regards indiscrets jusque dans le sanctuaire de la nature, pousser tes découvertes sur l’élément liquide plus loin que les dieux ne l’ont permis aux héros qui t’ont précédé, apprends de ma bouche les malheurs que le destin te réserve sur la terre et sur les ondes pour prix de ta funeste ambition. Sache-le bien : tous les vaisseaux qui su</w:t>
      </w:r>
      <w:r w:rsidRPr="00801BAE">
        <w:rPr>
          <w:rFonts w:cs="Courier New"/>
          <w:szCs w:val="32"/>
        </w:rPr>
        <w:t>i</w:t>
      </w:r>
      <w:r w:rsidRPr="00801BAE">
        <w:rPr>
          <w:rFonts w:cs="Courier New"/>
          <w:szCs w:val="32"/>
        </w:rPr>
        <w:t>vront cette même route auront pour ennemis implacables les rochers et les récifs de cette côte ; la première armée qui trave</w:t>
      </w:r>
      <w:r w:rsidRPr="00801BAE">
        <w:rPr>
          <w:rFonts w:cs="Courier New"/>
          <w:szCs w:val="32"/>
        </w:rPr>
        <w:t>r</w:t>
      </w:r>
      <w:r w:rsidRPr="00801BAE">
        <w:rPr>
          <w:rFonts w:cs="Courier New"/>
          <w:szCs w:val="32"/>
        </w:rPr>
        <w:t>sera ces lieux redoutables deviendra la proie des tourbillons et des v</w:t>
      </w:r>
      <w:r w:rsidRPr="00801BAE">
        <w:rPr>
          <w:rFonts w:cs="Courier New"/>
          <w:szCs w:val="32"/>
        </w:rPr>
        <w:t>a</w:t>
      </w:r>
      <w:r w:rsidRPr="00801BAE">
        <w:rPr>
          <w:rFonts w:cs="Courier New"/>
          <w:szCs w:val="32"/>
        </w:rPr>
        <w:t>gues tumultueuses que je soulèverai pour ta ruine. Alors, si mon espoir n’est pas déçu, je me vengerai hautement d’avoir vu violer le secret de ma demeure. Tremble audacieux Lusus : chaque année, tu éprouveras de nouveaux effets de mon resse</w:t>
      </w:r>
      <w:r w:rsidRPr="00801BAE">
        <w:rPr>
          <w:rFonts w:cs="Courier New"/>
          <w:szCs w:val="32"/>
        </w:rPr>
        <w:t>n</w:t>
      </w:r>
      <w:r w:rsidRPr="00801BAE">
        <w:rPr>
          <w:rFonts w:cs="Courier New"/>
          <w:szCs w:val="32"/>
        </w:rPr>
        <w:t>timent ; chaque année tu pleureras les désastres et les naufrages de tes enfants. Je leur infligerai des maux si terribles qu’ils leur feront souhaiter la mort……</w:t>
      </w:r>
    </w:p>
    <w:p w14:paraId="7EA46644" w14:textId="77777777" w:rsidR="00FD7ABB" w:rsidRDefault="00FD28AE" w:rsidP="00FD7ABB">
      <w:r w:rsidRPr="00801BAE">
        <w:rPr>
          <w:rFonts w:cs="Courier New"/>
          <w:szCs w:val="32"/>
        </w:rPr>
        <w:t>– Qui es-tu donc, m’écriai-je, interrompant les sinistres prédictions de ce monstre ? Ta taille nous étonne, mais tes m</w:t>
      </w:r>
      <w:r w:rsidRPr="00801BAE">
        <w:rPr>
          <w:rFonts w:cs="Courier New"/>
          <w:szCs w:val="32"/>
        </w:rPr>
        <w:t>e</w:t>
      </w:r>
      <w:r w:rsidRPr="00801BAE">
        <w:rPr>
          <w:rFonts w:cs="Courier New"/>
          <w:szCs w:val="32"/>
        </w:rPr>
        <w:t>naces ne sauraient nous intimider.</w:t>
      </w:r>
    </w:p>
    <w:p w14:paraId="03F434A5" w14:textId="77777777" w:rsidR="00FD7ABB" w:rsidRDefault="00FD28AE" w:rsidP="00FD7ABB">
      <w:r w:rsidRPr="00801BAE">
        <w:rPr>
          <w:rFonts w:cs="Courier New"/>
          <w:szCs w:val="32"/>
        </w:rPr>
        <w:t>« À cette question, il jette sur nous un regard farouche, il tord sa bouche en un rictus effroyable et prenant un accent qui dénonce sa colère à la vue de mon audace :</w:t>
      </w:r>
    </w:p>
    <w:p w14:paraId="4A944DD2" w14:textId="77777777" w:rsidR="00FD7ABB" w:rsidRDefault="00FD28AE" w:rsidP="00FD7ABB">
      <w:r w:rsidRPr="00801BAE">
        <w:rPr>
          <w:rFonts w:cs="Courier New"/>
          <w:szCs w:val="32"/>
        </w:rPr>
        <w:lastRenderedPageBreak/>
        <w:t>– Je suis, dit-il, ce vaste promontoire que vous appelez le Cap des Tempêtes. Ptolémée ni Pline, Strabon ni Pomponius ne m’ont jamais connu. C’est moi qui borne la terre d’Afrique du côté du pôle austral ; ma chair et mes os, par un arrêt imp</w:t>
      </w:r>
      <w:r w:rsidRPr="00801BAE">
        <w:rPr>
          <w:rFonts w:cs="Courier New"/>
          <w:szCs w:val="32"/>
        </w:rPr>
        <w:t>i</w:t>
      </w:r>
      <w:r w:rsidRPr="00801BAE">
        <w:rPr>
          <w:rFonts w:cs="Courier New"/>
          <w:szCs w:val="32"/>
        </w:rPr>
        <w:t>toyable du destin, ont été changés en roc et forment ce promo</w:t>
      </w:r>
      <w:r w:rsidRPr="00801BAE">
        <w:rPr>
          <w:rFonts w:cs="Courier New"/>
          <w:szCs w:val="32"/>
        </w:rPr>
        <w:t>n</w:t>
      </w:r>
      <w:r w:rsidRPr="00801BAE">
        <w:rPr>
          <w:rFonts w:cs="Courier New"/>
          <w:szCs w:val="32"/>
        </w:rPr>
        <w:t>toire redoutable que vous allez bientôt rencontrer.</w:t>
      </w:r>
    </w:p>
    <w:p w14:paraId="367A4DC0" w14:textId="77777777" w:rsidR="00FD7ABB" w:rsidRDefault="00FD28AE" w:rsidP="00FD7ABB">
      <w:r w:rsidRPr="00801BAE">
        <w:rPr>
          <w:rFonts w:cs="Courier New"/>
          <w:szCs w:val="32"/>
        </w:rPr>
        <w:t>« Il dit et disparaît. Un gémissement lugubre se fait e</w:t>
      </w:r>
      <w:r w:rsidRPr="00801BAE">
        <w:rPr>
          <w:rFonts w:cs="Courier New"/>
          <w:szCs w:val="32"/>
        </w:rPr>
        <w:t>n</w:t>
      </w:r>
      <w:r w:rsidRPr="00801BAE">
        <w:rPr>
          <w:rFonts w:cs="Courier New"/>
          <w:szCs w:val="32"/>
        </w:rPr>
        <w:t>tendre. Les vagues y répondent par un bruit plus sinistre encore et la nuée se dissipe enfin. J’élève alors mes mains suppliantes, conjurant le ciel d’empêcher l’accomplissement des prédictions du génie des tempêtes. »</w:t>
      </w:r>
    </w:p>
    <w:p w14:paraId="0D059E23" w14:textId="77777777" w:rsidR="00FD7ABB" w:rsidRDefault="00FD28AE" w:rsidP="00FD7ABB">
      <w:r w:rsidRPr="00801BAE">
        <w:rPr>
          <w:rFonts w:cs="Courier New"/>
          <w:szCs w:val="32"/>
        </w:rPr>
        <w:t xml:space="preserve">La Harpe a traduit envers élégants celle page émouvante de </w:t>
      </w:r>
      <w:proofErr w:type="spellStart"/>
      <w:r w:rsidRPr="00801BAE">
        <w:rPr>
          <w:rFonts w:cs="Courier New"/>
          <w:szCs w:val="32"/>
        </w:rPr>
        <w:t>Camoëns</w:t>
      </w:r>
      <w:proofErr w:type="spellEnd"/>
      <w:r w:rsidRPr="00801BAE">
        <w:rPr>
          <w:rFonts w:cs="Courier New"/>
          <w:szCs w:val="32"/>
        </w:rPr>
        <w:t> :</w:t>
      </w:r>
    </w:p>
    <w:p w14:paraId="2B9060F5" w14:textId="77777777" w:rsidR="00FD28AE" w:rsidRPr="00801BAE" w:rsidRDefault="00FD28AE" w:rsidP="00EB15C4">
      <w:pPr>
        <w:spacing w:after="0"/>
      </w:pPr>
      <w:r w:rsidRPr="00801BAE">
        <w:t>Ce hardi Portugais, Gama, dont le courage</w:t>
      </w:r>
    </w:p>
    <w:p w14:paraId="5CE47257" w14:textId="77777777" w:rsidR="00FD28AE" w:rsidRPr="00801BAE" w:rsidRDefault="00FD28AE" w:rsidP="00FD7ABB">
      <w:pPr>
        <w:spacing w:before="0" w:after="0"/>
      </w:pPr>
      <w:r w:rsidRPr="00801BAE">
        <w:t>D’un nouvel océan nous ouvrit le passage,</w:t>
      </w:r>
    </w:p>
    <w:p w14:paraId="43035D8E" w14:textId="77777777" w:rsidR="00FD28AE" w:rsidRPr="00801BAE" w:rsidRDefault="00FD28AE" w:rsidP="00FD7ABB">
      <w:pPr>
        <w:spacing w:before="0" w:after="0"/>
      </w:pPr>
      <w:r w:rsidRPr="00801BAE">
        <w:t>De l’Afrique déjà voyait fuir les rochers ;</w:t>
      </w:r>
    </w:p>
    <w:p w14:paraId="7328E447" w14:textId="77777777" w:rsidR="00FD28AE" w:rsidRPr="00801BAE" w:rsidRDefault="00FD28AE" w:rsidP="00FD7ABB">
      <w:pPr>
        <w:spacing w:before="0" w:after="0"/>
      </w:pPr>
      <w:r w:rsidRPr="00801BAE">
        <w:t>Un fantôme, du sein de ces mers inconnues</w:t>
      </w:r>
    </w:p>
    <w:p w14:paraId="02CA73E1" w14:textId="77777777" w:rsidR="00FD28AE" w:rsidRPr="00FD7ABB" w:rsidRDefault="00FD28AE" w:rsidP="00EB15C4">
      <w:pPr>
        <w:pStyle w:val="NormalRetraitGauche4XIndent0"/>
        <w:spacing w:before="0" w:after="0"/>
      </w:pPr>
      <w:r w:rsidRPr="00FD7ABB">
        <w:t>S’élevant jusqu’aux nues,</w:t>
      </w:r>
    </w:p>
    <w:p w14:paraId="2BCC2A6C" w14:textId="77777777" w:rsidR="00FD7ABB" w:rsidRDefault="00FD28AE" w:rsidP="00EB15C4">
      <w:pPr>
        <w:spacing w:before="0"/>
      </w:pPr>
      <w:r w:rsidRPr="00801BAE">
        <w:t>D’un prodige sinistre effraya les nochers.</w:t>
      </w:r>
    </w:p>
    <w:p w14:paraId="5284471B" w14:textId="77777777" w:rsidR="00FD28AE" w:rsidRPr="00801BAE" w:rsidRDefault="00FD28AE" w:rsidP="00EB15C4">
      <w:pPr>
        <w:spacing w:after="0"/>
      </w:pPr>
      <w:r w:rsidRPr="00801BAE">
        <w:t>Il étendait son bras sur l’élément terrible ;</w:t>
      </w:r>
    </w:p>
    <w:p w14:paraId="37A8A76F" w14:textId="77777777" w:rsidR="00FD28AE" w:rsidRPr="00801BAE" w:rsidRDefault="00FD28AE" w:rsidP="00FD7ABB">
      <w:pPr>
        <w:spacing w:before="0" w:after="0"/>
      </w:pPr>
      <w:r w:rsidRPr="00801BAE">
        <w:t>Des nuages épais chargeaient son front horrible ;</w:t>
      </w:r>
    </w:p>
    <w:p w14:paraId="5C2C11E2" w14:textId="77777777" w:rsidR="00FD28AE" w:rsidRPr="00801BAE" w:rsidRDefault="00FD28AE" w:rsidP="00FD7ABB">
      <w:pPr>
        <w:spacing w:before="0" w:after="0"/>
      </w:pPr>
      <w:r w:rsidRPr="00801BAE">
        <w:t>Autour de lui grondaient le tonnerre et les vents ;</w:t>
      </w:r>
    </w:p>
    <w:p w14:paraId="21B6ECA9" w14:textId="77777777" w:rsidR="00FD28AE" w:rsidRPr="00801BAE" w:rsidRDefault="00FD28AE" w:rsidP="00FD7ABB">
      <w:pPr>
        <w:spacing w:before="0" w:after="0"/>
      </w:pPr>
      <w:r w:rsidRPr="00801BAE">
        <w:t>Il ébranle d’un cri les demeures profondes.</w:t>
      </w:r>
    </w:p>
    <w:p w14:paraId="01A1D5E8" w14:textId="77777777" w:rsidR="00FD28AE" w:rsidRPr="00FD7ABB" w:rsidRDefault="00FD28AE" w:rsidP="00EB15C4">
      <w:pPr>
        <w:pStyle w:val="NormalRetraitGauche4XIndent0"/>
        <w:spacing w:before="0" w:after="0"/>
        <w:rPr>
          <w:rFonts w:cs="Courier New"/>
          <w:szCs w:val="32"/>
        </w:rPr>
      </w:pPr>
      <w:r w:rsidRPr="00FD7ABB">
        <w:rPr>
          <w:rFonts w:cs="Courier New"/>
          <w:szCs w:val="32"/>
        </w:rPr>
        <w:t>Et sa voix sur les ondes.</w:t>
      </w:r>
    </w:p>
    <w:p w14:paraId="3897D5D6" w14:textId="77777777" w:rsidR="00FD7ABB" w:rsidRDefault="00FD28AE" w:rsidP="00EB15C4">
      <w:pPr>
        <w:spacing w:before="0"/>
      </w:pPr>
      <w:r w:rsidRPr="00801BAE">
        <w:t>Fit retentir au loin ces funestes accents :</w:t>
      </w:r>
    </w:p>
    <w:p w14:paraId="33F34132" w14:textId="77777777" w:rsidR="00FD28AE" w:rsidRPr="00801BAE" w:rsidRDefault="00FD28AE" w:rsidP="00EB15C4">
      <w:pPr>
        <w:spacing w:after="0"/>
      </w:pPr>
      <w:r w:rsidRPr="00801BAE">
        <w:t>« Arrête, disait-il, arrête peuple impie ;</w:t>
      </w:r>
    </w:p>
    <w:p w14:paraId="1618E0ED" w14:textId="77777777" w:rsidR="00FD28AE" w:rsidRPr="00801BAE" w:rsidRDefault="00FD28AE" w:rsidP="00FD7ABB">
      <w:pPr>
        <w:spacing w:before="0" w:after="0"/>
      </w:pPr>
      <w:r w:rsidRPr="00801BAE">
        <w:t>Reconnais de ces bords le souverain génie,</w:t>
      </w:r>
    </w:p>
    <w:p w14:paraId="53799BB2" w14:textId="77777777" w:rsidR="00FD28AE" w:rsidRPr="00801BAE" w:rsidRDefault="00FD28AE" w:rsidP="00FD7ABB">
      <w:pPr>
        <w:spacing w:before="0" w:after="0"/>
      </w:pPr>
      <w:r w:rsidRPr="00801BAE">
        <w:t>Le dieu de l’océan dont tu foules les flots !</w:t>
      </w:r>
    </w:p>
    <w:p w14:paraId="7B56CCF5" w14:textId="77777777" w:rsidR="00FD28AE" w:rsidRPr="00801BAE" w:rsidRDefault="00FD28AE" w:rsidP="00FD7ABB">
      <w:pPr>
        <w:spacing w:before="0" w:after="0"/>
      </w:pPr>
      <w:r w:rsidRPr="00801BAE">
        <w:t>Crois-tu qu’impunément, ô race sacrilège,</w:t>
      </w:r>
    </w:p>
    <w:p w14:paraId="4C01D647" w14:textId="77777777" w:rsidR="00FD28AE" w:rsidRPr="00FD7ABB" w:rsidRDefault="00FD28AE" w:rsidP="00EB15C4">
      <w:pPr>
        <w:pStyle w:val="NormalRetraitGauche4XIndent0"/>
        <w:spacing w:before="0" w:after="0"/>
        <w:rPr>
          <w:rFonts w:cs="Courier New"/>
          <w:szCs w:val="32"/>
        </w:rPr>
      </w:pPr>
      <w:r w:rsidRPr="00FD7ABB">
        <w:rPr>
          <w:rFonts w:cs="Courier New"/>
          <w:szCs w:val="32"/>
        </w:rPr>
        <w:t>Ta fureur qui m’assiège</w:t>
      </w:r>
    </w:p>
    <w:p w14:paraId="7D86449F" w14:textId="77777777" w:rsidR="00FD7ABB" w:rsidRDefault="00FD28AE" w:rsidP="00EB15C4">
      <w:pPr>
        <w:spacing w:before="0"/>
      </w:pPr>
      <w:r w:rsidRPr="00801BAE">
        <w:lastRenderedPageBreak/>
        <w:t>Ait sillonné ces mers qu’ignoraient tes vai</w:t>
      </w:r>
      <w:r w:rsidRPr="00801BAE">
        <w:t>s</w:t>
      </w:r>
      <w:r w:rsidRPr="00801BAE">
        <w:t>seaux ?</w:t>
      </w:r>
    </w:p>
    <w:p w14:paraId="23037802" w14:textId="77777777" w:rsidR="00FD28AE" w:rsidRPr="00801BAE" w:rsidRDefault="00FD28AE" w:rsidP="00EB15C4">
      <w:pPr>
        <w:spacing w:after="0"/>
      </w:pPr>
      <w:r w:rsidRPr="00801BAE">
        <w:t>Tremble, tu vas porter ton audace profonde</w:t>
      </w:r>
    </w:p>
    <w:p w14:paraId="571F9C19" w14:textId="77777777" w:rsidR="00FD28AE" w:rsidRPr="00801BAE" w:rsidRDefault="00FD28AE" w:rsidP="00FD7ABB">
      <w:pPr>
        <w:spacing w:before="0" w:after="0"/>
      </w:pPr>
      <w:r w:rsidRPr="00801BAE">
        <w:t xml:space="preserve">Aux rives de </w:t>
      </w:r>
      <w:proofErr w:type="spellStart"/>
      <w:r w:rsidRPr="00801BAE">
        <w:t>Mélinde</w:t>
      </w:r>
      <w:proofErr w:type="spellEnd"/>
      <w:r w:rsidRPr="00801BAE">
        <w:t xml:space="preserve">, aux bords de </w:t>
      </w:r>
      <w:proofErr w:type="spellStart"/>
      <w:r w:rsidRPr="00801BAE">
        <w:t>Taprobane</w:t>
      </w:r>
      <w:proofErr w:type="spellEnd"/>
      <w:r w:rsidRPr="00801BAE">
        <w:t>,</w:t>
      </w:r>
    </w:p>
    <w:p w14:paraId="72B44DD6" w14:textId="77777777" w:rsidR="00FD28AE" w:rsidRPr="00801BAE" w:rsidRDefault="00FD28AE" w:rsidP="00FD7ABB">
      <w:pPr>
        <w:spacing w:before="0" w:after="0"/>
      </w:pPr>
      <w:r w:rsidRPr="00801BAE">
        <w:t>Qu’en vain si loin de toi placèrent les destins.</w:t>
      </w:r>
    </w:p>
    <w:p w14:paraId="0A1AF405" w14:textId="77777777" w:rsidR="00FD28AE" w:rsidRPr="00801BAE" w:rsidRDefault="00FD28AE" w:rsidP="00FD7ABB">
      <w:pPr>
        <w:spacing w:before="0" w:after="0"/>
      </w:pPr>
      <w:r w:rsidRPr="00801BAE">
        <w:t>Vingt peuples t’y suivront ; mais ce nouvel emp</w:t>
      </w:r>
      <w:r w:rsidRPr="00801BAE">
        <w:t>i</w:t>
      </w:r>
      <w:r w:rsidRPr="00801BAE">
        <w:t>re</w:t>
      </w:r>
    </w:p>
    <w:p w14:paraId="47101F3C" w14:textId="77777777" w:rsidR="00FD28AE" w:rsidRPr="00FD7ABB" w:rsidRDefault="00FD28AE" w:rsidP="00EB15C4">
      <w:pPr>
        <w:pStyle w:val="NormalRetraitGauche4XIndent0"/>
        <w:spacing w:before="0" w:after="0"/>
        <w:rPr>
          <w:rFonts w:cs="Courier New"/>
          <w:szCs w:val="32"/>
        </w:rPr>
      </w:pPr>
      <w:r w:rsidRPr="00FD7ABB">
        <w:rPr>
          <w:rFonts w:cs="Courier New"/>
          <w:szCs w:val="32"/>
        </w:rPr>
        <w:t>Où tu vas les conduire</w:t>
      </w:r>
    </w:p>
    <w:p w14:paraId="508B1C35" w14:textId="77777777" w:rsidR="00FD7ABB" w:rsidRDefault="00FD28AE" w:rsidP="00EB15C4">
      <w:pPr>
        <w:spacing w:before="0"/>
      </w:pPr>
      <w:r w:rsidRPr="00801BAE">
        <w:t>N’est qu’un tombeau de plus creusé pour les h</w:t>
      </w:r>
      <w:r w:rsidRPr="00801BAE">
        <w:t>u</w:t>
      </w:r>
      <w:r w:rsidRPr="00801BAE">
        <w:t>mains.</w:t>
      </w:r>
    </w:p>
    <w:p w14:paraId="03C60E2D" w14:textId="77777777" w:rsidR="00FD28AE" w:rsidRPr="00801BAE" w:rsidRDefault="00FD28AE" w:rsidP="00EB15C4">
      <w:pPr>
        <w:spacing w:after="0"/>
      </w:pPr>
      <w:r w:rsidRPr="00801BAE">
        <w:t>J’entends des cris de guerre au milieu des na</w:t>
      </w:r>
      <w:r w:rsidRPr="00801BAE">
        <w:t>u</w:t>
      </w:r>
      <w:r w:rsidRPr="00801BAE">
        <w:t>frages</w:t>
      </w:r>
    </w:p>
    <w:p w14:paraId="601A7D8E" w14:textId="77777777" w:rsidR="00FD28AE" w:rsidRPr="00801BAE" w:rsidRDefault="00FD28AE" w:rsidP="00FD7ABB">
      <w:pPr>
        <w:spacing w:before="0" w:after="0"/>
      </w:pPr>
      <w:r w:rsidRPr="00801BAE">
        <w:t>Et les sons de l’airain se mêlant aux orages,</w:t>
      </w:r>
    </w:p>
    <w:p w14:paraId="734FAD0A" w14:textId="77777777" w:rsidR="00FD28AE" w:rsidRPr="00801BAE" w:rsidRDefault="00FD28AE" w:rsidP="00FD7ABB">
      <w:pPr>
        <w:spacing w:before="0" w:after="0"/>
      </w:pPr>
      <w:r w:rsidRPr="00801BAE">
        <w:t>Et les foudres de l’homme au tonnerre des cieux,</w:t>
      </w:r>
    </w:p>
    <w:p w14:paraId="52AE4D85" w14:textId="77777777" w:rsidR="00FD28AE" w:rsidRPr="00801BAE" w:rsidRDefault="00FD28AE" w:rsidP="00FD7ABB">
      <w:pPr>
        <w:spacing w:before="0" w:after="0"/>
      </w:pPr>
      <w:r w:rsidRPr="00801BAE">
        <w:t>Les vainqueurs, les vaincus, deviendront mes victimes</w:t>
      </w:r>
    </w:p>
    <w:p w14:paraId="03E0CEF2" w14:textId="77777777" w:rsidR="00FD28AE" w:rsidRPr="00FD7ABB" w:rsidRDefault="00FD28AE" w:rsidP="00EB15C4">
      <w:pPr>
        <w:pStyle w:val="NormalRetraitGauche4XIndent0"/>
        <w:spacing w:before="0" w:after="0"/>
        <w:rPr>
          <w:rFonts w:cs="Courier New"/>
          <w:szCs w:val="32"/>
        </w:rPr>
      </w:pPr>
      <w:r w:rsidRPr="00FD7ABB">
        <w:rPr>
          <w:rFonts w:cs="Courier New"/>
          <w:szCs w:val="32"/>
        </w:rPr>
        <w:t>Au fond de mes abîmes,</w:t>
      </w:r>
    </w:p>
    <w:p w14:paraId="626FD568" w14:textId="77777777" w:rsidR="00FD7ABB" w:rsidRDefault="00FD28AE" w:rsidP="00EB15C4">
      <w:pPr>
        <w:spacing w:before="0"/>
      </w:pPr>
      <w:r w:rsidRPr="00801BAE">
        <w:t>Leurs coupables trésors descendront avec eux. »</w:t>
      </w:r>
    </w:p>
    <w:p w14:paraId="775AD929" w14:textId="77777777" w:rsidR="00FD28AE" w:rsidRPr="00801BAE" w:rsidRDefault="00FD28AE" w:rsidP="00EB15C4">
      <w:pPr>
        <w:spacing w:after="0"/>
      </w:pPr>
      <w:r w:rsidRPr="00801BAE">
        <w:t>Il dit, et se courbant sur les eaux écumantes,</w:t>
      </w:r>
    </w:p>
    <w:p w14:paraId="7349E6B0" w14:textId="77777777" w:rsidR="00FD28AE" w:rsidRPr="00801BAE" w:rsidRDefault="00FD28AE" w:rsidP="00FD7ABB">
      <w:pPr>
        <w:spacing w:before="0" w:after="0"/>
      </w:pPr>
      <w:r w:rsidRPr="00801BAE">
        <w:t>Il se plongea soudain dans ces roches bruyantes</w:t>
      </w:r>
    </w:p>
    <w:p w14:paraId="7523E43F" w14:textId="77777777" w:rsidR="00FD28AE" w:rsidRPr="00801BAE" w:rsidRDefault="00FD28AE" w:rsidP="00FD7ABB">
      <w:pPr>
        <w:spacing w:before="0" w:after="0"/>
      </w:pPr>
      <w:r w:rsidRPr="00801BAE">
        <w:t>Où le flot va se perdre et mugit renfermé.</w:t>
      </w:r>
    </w:p>
    <w:p w14:paraId="7CF83DE4" w14:textId="77777777" w:rsidR="00FD28AE" w:rsidRPr="00801BAE" w:rsidRDefault="00FD28AE" w:rsidP="00FD7ABB">
      <w:pPr>
        <w:spacing w:before="0" w:after="0"/>
      </w:pPr>
      <w:r w:rsidRPr="00801BAE">
        <w:t>L’air parut s’embraser et le roc se dissoudre,</w:t>
      </w:r>
    </w:p>
    <w:p w14:paraId="5A6B6184" w14:textId="77777777" w:rsidR="00FD28AE" w:rsidRPr="00FD7ABB" w:rsidRDefault="00FD28AE" w:rsidP="00EB15C4">
      <w:pPr>
        <w:pStyle w:val="NormalRetraitGauche4XIndent0"/>
        <w:spacing w:before="0" w:after="0"/>
        <w:rPr>
          <w:rFonts w:cs="Courier New"/>
          <w:szCs w:val="32"/>
        </w:rPr>
      </w:pPr>
      <w:r w:rsidRPr="00FD7ABB">
        <w:rPr>
          <w:rFonts w:cs="Courier New"/>
          <w:szCs w:val="32"/>
        </w:rPr>
        <w:t>Et les traits de la foudre</w:t>
      </w:r>
    </w:p>
    <w:p w14:paraId="6488F15F" w14:textId="77777777" w:rsidR="00FD7ABB" w:rsidRDefault="00FD28AE" w:rsidP="00EB15C4">
      <w:pPr>
        <w:spacing w:before="0"/>
      </w:pPr>
      <w:r w:rsidRPr="00801BAE">
        <w:t>Éclatèrent trois fois sur l’écueil enflammé.</w:t>
      </w:r>
    </w:p>
    <w:p w14:paraId="74A0C358" w14:textId="77777777" w:rsidR="00FD7ABB" w:rsidRDefault="00FD28AE" w:rsidP="00FD7ABB">
      <w:r w:rsidRPr="00801BAE">
        <w:rPr>
          <w:rFonts w:cs="Courier New"/>
          <w:szCs w:val="32"/>
        </w:rPr>
        <w:t>On resta assez longtemps perplexe, puis une détermination énergique fit place aux hésitations et l’on gagna la pleine mer. La navigation fut heureuse ; dès le dimanche matin on se dir</w:t>
      </w:r>
      <w:r w:rsidRPr="00801BAE">
        <w:rPr>
          <w:rFonts w:cs="Courier New"/>
          <w:szCs w:val="32"/>
        </w:rPr>
        <w:t>i</w:t>
      </w:r>
      <w:r w:rsidRPr="00801BAE">
        <w:rPr>
          <w:rFonts w:cs="Courier New"/>
          <w:szCs w:val="32"/>
        </w:rPr>
        <w:t>gea sur le cap et le mercredi, à midi, l’expédition passait avec vent en poupe devant ce promontoire si redouté.</w:t>
      </w:r>
    </w:p>
    <w:p w14:paraId="5672EE25" w14:textId="77777777" w:rsidR="00FD7ABB" w:rsidRDefault="00FD28AE" w:rsidP="00FD7ABB">
      <w:r w:rsidRPr="00801BAE">
        <w:rPr>
          <w:rFonts w:cs="Courier New"/>
          <w:szCs w:val="32"/>
        </w:rPr>
        <w:t>Non loin du cap de Bonne-Espérance, au sud, se trouve la grande baie de Saint-</w:t>
      </w:r>
      <w:proofErr w:type="spellStart"/>
      <w:r w:rsidRPr="00801BAE">
        <w:rPr>
          <w:rFonts w:cs="Courier New"/>
          <w:szCs w:val="32"/>
        </w:rPr>
        <w:t>Braz</w:t>
      </w:r>
      <w:proofErr w:type="spellEnd"/>
      <w:r w:rsidRPr="00801BAE">
        <w:rPr>
          <w:rFonts w:cs="Courier New"/>
          <w:szCs w:val="32"/>
        </w:rPr>
        <w:t>, dans laquelle on entra au soir de la Sainte-Catherine, le 25 du mois de novembre.</w:t>
      </w:r>
    </w:p>
    <w:p w14:paraId="1226DFEE" w14:textId="77777777" w:rsidR="00FD7ABB" w:rsidRDefault="00FD28AE" w:rsidP="00FD7ABB">
      <w:r w:rsidRPr="00801BAE">
        <w:rPr>
          <w:rFonts w:cs="Courier New"/>
          <w:szCs w:val="32"/>
        </w:rPr>
        <w:t>La flottille y demeura treize jours. On y dépeça le petit b</w:t>
      </w:r>
      <w:r w:rsidRPr="00801BAE">
        <w:rPr>
          <w:rFonts w:cs="Courier New"/>
          <w:szCs w:val="32"/>
        </w:rPr>
        <w:t>â</w:t>
      </w:r>
      <w:r w:rsidRPr="00801BAE">
        <w:rPr>
          <w:rFonts w:cs="Courier New"/>
          <w:szCs w:val="32"/>
        </w:rPr>
        <w:t xml:space="preserve">timent qui avait jusqu’alors suivi la flotte dont il portait les </w:t>
      </w:r>
      <w:r w:rsidRPr="00801BAE">
        <w:rPr>
          <w:rFonts w:cs="Courier New"/>
          <w:szCs w:val="32"/>
        </w:rPr>
        <w:lastRenderedPageBreak/>
        <w:t>a</w:t>
      </w:r>
      <w:r w:rsidRPr="00801BAE">
        <w:rPr>
          <w:rFonts w:cs="Courier New"/>
          <w:szCs w:val="32"/>
        </w:rPr>
        <w:t>p</w:t>
      </w:r>
      <w:r w:rsidRPr="00801BAE">
        <w:rPr>
          <w:rFonts w:cs="Courier New"/>
          <w:szCs w:val="32"/>
        </w:rPr>
        <w:t>provisionnements. Le chargement fut réparti sur les divers n</w:t>
      </w:r>
      <w:r w:rsidRPr="00801BAE">
        <w:rPr>
          <w:rFonts w:cs="Courier New"/>
          <w:szCs w:val="32"/>
        </w:rPr>
        <w:t>a</w:t>
      </w:r>
      <w:r w:rsidRPr="00801BAE">
        <w:rPr>
          <w:rFonts w:cs="Courier New"/>
          <w:szCs w:val="32"/>
        </w:rPr>
        <w:t>vires, afin de simplifier autant que possible la navigation.</w:t>
      </w:r>
    </w:p>
    <w:p w14:paraId="786962CF" w14:textId="77777777" w:rsidR="00FD7ABB" w:rsidRDefault="00FD28AE" w:rsidP="00FD7ABB">
      <w:r w:rsidRPr="00801BAE">
        <w:rPr>
          <w:rFonts w:cs="Courier New"/>
          <w:szCs w:val="32"/>
        </w:rPr>
        <w:t>Dès les premiers jours, de bons rapports s’établirent entre les voyageurs et les naturels de ce pays. C’était là une heureuse chance sur laquelle Gama n’avait pas compté et dont il fut aussi charmé que surpris, attendu que les choses ne s’étaient pas pa</w:t>
      </w:r>
      <w:r w:rsidRPr="00801BAE">
        <w:rPr>
          <w:rFonts w:cs="Courier New"/>
          <w:szCs w:val="32"/>
        </w:rPr>
        <w:t>s</w:t>
      </w:r>
      <w:r w:rsidRPr="00801BAE">
        <w:rPr>
          <w:rFonts w:cs="Courier New"/>
          <w:szCs w:val="32"/>
        </w:rPr>
        <w:t>sées d’une manière si pacifique, lors du voyage de Barthélémy Diaz. Ce dernier avait été fort mal reçu ; les indigènes s’étaient enfuis à son approche, n’acceptant rien de ce qu’il leur offrait. Ils avaient voulu l’empêcher de renouveler sa provision d’eau douce à une aiguade peu éloignée du bord de la mer, lui avaient e</w:t>
      </w:r>
      <w:r w:rsidRPr="00801BAE">
        <w:rPr>
          <w:rFonts w:cs="Courier New"/>
          <w:szCs w:val="32"/>
        </w:rPr>
        <w:t>n</w:t>
      </w:r>
      <w:r w:rsidRPr="00801BAE">
        <w:rPr>
          <w:rFonts w:cs="Courier New"/>
          <w:szCs w:val="32"/>
        </w:rPr>
        <w:t>voyé une grêle de pierres, et Diaz, voulant se défendre, avait tué l’un deux d’un coup d’arbalète. Cette fois, Gama et ses gens r</w:t>
      </w:r>
      <w:r w:rsidRPr="00801BAE">
        <w:rPr>
          <w:rFonts w:cs="Courier New"/>
          <w:szCs w:val="32"/>
        </w:rPr>
        <w:t>e</w:t>
      </w:r>
      <w:r w:rsidRPr="00801BAE">
        <w:rPr>
          <w:rFonts w:cs="Courier New"/>
          <w:szCs w:val="32"/>
        </w:rPr>
        <w:t>cueillaient les fruits de leur conduite modérée dans la baie de Sainte-Hélène. Non seulement les naturels ramassaient sur le rivage ce qu’on leur lançait du navire, mais quelques-uns s’enhardirent jusqu’à venir recevoir ces objets des mains du c</w:t>
      </w:r>
      <w:r w:rsidRPr="00801BAE">
        <w:rPr>
          <w:rFonts w:cs="Courier New"/>
          <w:szCs w:val="32"/>
        </w:rPr>
        <w:t>a</w:t>
      </w:r>
      <w:r w:rsidRPr="00801BAE">
        <w:rPr>
          <w:rFonts w:cs="Courier New"/>
          <w:szCs w:val="32"/>
        </w:rPr>
        <w:t>pitaine. Bientôt on fit plus ample connaissance ; les Portugais offraient des grelots, des bonnets écarlates, de la verroterie et recevaient en échange des bracelets d’ivoire.</w:t>
      </w:r>
    </w:p>
    <w:p w14:paraId="7E00859F" w14:textId="77777777" w:rsidR="00FD7ABB" w:rsidRDefault="00FD28AE" w:rsidP="00FD7ABB">
      <w:r w:rsidRPr="00801BAE">
        <w:rPr>
          <w:rFonts w:cs="Courier New"/>
          <w:szCs w:val="32"/>
        </w:rPr>
        <w:t>Le samedi, près de deux cents nègres, amenant avec eux une vingtaine de têtes de bétail, bœufs, vaches et moutons, arr</w:t>
      </w:r>
      <w:r w:rsidRPr="00801BAE">
        <w:rPr>
          <w:rFonts w:cs="Courier New"/>
          <w:szCs w:val="32"/>
        </w:rPr>
        <w:t>i</w:t>
      </w:r>
      <w:r w:rsidRPr="00801BAE">
        <w:rPr>
          <w:rFonts w:cs="Courier New"/>
          <w:szCs w:val="32"/>
        </w:rPr>
        <w:t>vèrent en jouant de la flûte et en dansant. On leur répondit en sonnant de la trompette et en dansant aussi dans la chaloupe, ce qui parut les émerveiller. Quand la fête fut finie, on s’occupa d’affaires. Pour trois bracelets de verre, les Européens achet</w:t>
      </w:r>
      <w:r w:rsidRPr="00801BAE">
        <w:rPr>
          <w:rFonts w:cs="Courier New"/>
          <w:szCs w:val="32"/>
        </w:rPr>
        <w:t>è</w:t>
      </w:r>
      <w:r w:rsidRPr="00801BAE">
        <w:rPr>
          <w:rFonts w:cs="Courier New"/>
          <w:szCs w:val="32"/>
        </w:rPr>
        <w:t>rent un bœuf qui fut mangé au dîner du lendemain. « Il était fort gros, et sa chair était savoureuse comme celle des bœufs du Portugal », raconte un des heureux convives.</w:t>
      </w:r>
    </w:p>
    <w:p w14:paraId="751330A6" w14:textId="77777777" w:rsidR="00FD7ABB" w:rsidRDefault="00FD28AE" w:rsidP="00FD7ABB">
      <w:r w:rsidRPr="00801BAE">
        <w:rPr>
          <w:rFonts w:cs="Courier New"/>
          <w:szCs w:val="32"/>
        </w:rPr>
        <w:lastRenderedPageBreak/>
        <w:t>Le lendemain, tous les noirs revinrent, cette fois avec leurs femmes et leurs enfants. Ils amenaient beaucoup de bœufs, jouaient et dansaient comme la veille. Mais les femmes rest</w:t>
      </w:r>
      <w:r w:rsidRPr="00801BAE">
        <w:rPr>
          <w:rFonts w:cs="Courier New"/>
          <w:szCs w:val="32"/>
        </w:rPr>
        <w:t>è</w:t>
      </w:r>
      <w:r w:rsidRPr="00801BAE">
        <w:rPr>
          <w:rFonts w:cs="Courier New"/>
          <w:szCs w:val="32"/>
        </w:rPr>
        <w:t>rent au bord de la mer, les jeunes gens, armés, à la lisière du bois ; seuls, les plus âgés avaient le droit de parler aux étra</w:t>
      </w:r>
      <w:r w:rsidRPr="00801BAE">
        <w:rPr>
          <w:rFonts w:cs="Courier New"/>
          <w:szCs w:val="32"/>
        </w:rPr>
        <w:t>n</w:t>
      </w:r>
      <w:r w:rsidRPr="00801BAE">
        <w:rPr>
          <w:rFonts w:cs="Courier New"/>
          <w:szCs w:val="32"/>
        </w:rPr>
        <w:t>gers. Ils le faisaient par signes, et l’on s’entendait fort bien. Néanmoins Gama ne voyait pas sans quelque inquiétude les a</w:t>
      </w:r>
      <w:r w:rsidRPr="00801BAE">
        <w:rPr>
          <w:rFonts w:cs="Courier New"/>
          <w:szCs w:val="32"/>
        </w:rPr>
        <w:t>l</w:t>
      </w:r>
      <w:r w:rsidRPr="00801BAE">
        <w:rPr>
          <w:rFonts w:cs="Courier New"/>
          <w:szCs w:val="32"/>
        </w:rPr>
        <w:t>lures des jeunes gens armés qui se dissimulaient derrière les arbres. Il craignit une trahison, et, après avoir fait échanger un peu de verroterie contre un bœuf, il rallia ses hommes, leur fit prendre les armes, défendit néanmoins qu’on s’en servît sans nécessité, et se contenta de terrifier ces tribus belliqueuses par le bruit répété de l’artillerie. À La première détonation, tout ce peuple de nègres, grands et petits, s’enfuit dans la forêt, o</w:t>
      </w:r>
      <w:r w:rsidRPr="00801BAE">
        <w:rPr>
          <w:rFonts w:cs="Courier New"/>
          <w:szCs w:val="32"/>
        </w:rPr>
        <w:t>u</w:t>
      </w:r>
      <w:r w:rsidRPr="00801BAE">
        <w:rPr>
          <w:rFonts w:cs="Courier New"/>
          <w:szCs w:val="32"/>
        </w:rPr>
        <w:t>bliant d’emporter leurs armes. Ils étaient déjà loin quand une nouvelle d</w:t>
      </w:r>
      <w:r w:rsidRPr="00801BAE">
        <w:rPr>
          <w:rFonts w:cs="Courier New"/>
          <w:szCs w:val="32"/>
        </w:rPr>
        <w:t>é</w:t>
      </w:r>
      <w:r w:rsidRPr="00801BAE">
        <w:rPr>
          <w:rFonts w:cs="Courier New"/>
          <w:szCs w:val="32"/>
        </w:rPr>
        <w:t>charge se fit entendre, accélérant encore leur course vertigine</w:t>
      </w:r>
      <w:r w:rsidRPr="00801BAE">
        <w:rPr>
          <w:rFonts w:cs="Courier New"/>
          <w:szCs w:val="32"/>
        </w:rPr>
        <w:t>u</w:t>
      </w:r>
      <w:r w:rsidRPr="00801BAE">
        <w:rPr>
          <w:rFonts w:cs="Courier New"/>
          <w:szCs w:val="32"/>
        </w:rPr>
        <w:t>se.</w:t>
      </w:r>
    </w:p>
    <w:p w14:paraId="7C3E554D" w14:textId="77777777" w:rsidR="00FD7ABB" w:rsidRDefault="00FD28AE" w:rsidP="00FD7ABB">
      <w:r w:rsidRPr="00801BAE">
        <w:rPr>
          <w:rFonts w:cs="Courier New"/>
          <w:szCs w:val="32"/>
        </w:rPr>
        <w:t xml:space="preserve">Cette race des </w:t>
      </w:r>
      <w:proofErr w:type="spellStart"/>
      <w:r w:rsidRPr="00801BAE">
        <w:rPr>
          <w:rFonts w:cs="Courier New"/>
          <w:szCs w:val="32"/>
        </w:rPr>
        <w:t>Guianaques</w:t>
      </w:r>
      <w:proofErr w:type="spellEnd"/>
      <w:r w:rsidRPr="00801BAE">
        <w:rPr>
          <w:rFonts w:cs="Courier New"/>
          <w:szCs w:val="32"/>
        </w:rPr>
        <w:t>, dont les Hottentots de nos jours ne sont qu’un rameau appauvri, couvraient alors tout ce littoral et y faisaient paître de nombreux troupeaux, que les compagnons de Gama comparèrent, pour la taille et la beauté, à ceux de l’Alem-Tejo.</w:t>
      </w:r>
    </w:p>
    <w:p w14:paraId="7E5B54B1" w14:textId="77777777" w:rsidR="00FD7ABB" w:rsidRDefault="00FD28AE" w:rsidP="00FD7ABB">
      <w:r w:rsidRPr="00801BAE">
        <w:rPr>
          <w:rFonts w:cs="Courier New"/>
          <w:szCs w:val="32"/>
        </w:rPr>
        <w:t>Dans cette baie de Saint-</w:t>
      </w:r>
      <w:proofErr w:type="spellStart"/>
      <w:r w:rsidRPr="00801BAE">
        <w:rPr>
          <w:rFonts w:cs="Courier New"/>
          <w:szCs w:val="32"/>
        </w:rPr>
        <w:t>Braz</w:t>
      </w:r>
      <w:proofErr w:type="spellEnd"/>
      <w:r w:rsidRPr="00801BAE">
        <w:rPr>
          <w:rFonts w:cs="Courier New"/>
          <w:szCs w:val="32"/>
        </w:rPr>
        <w:t>, les Portugais plantèrent une grande croix qu’ils avaient fabriquée avec un mât de misaine, et élevèrent une de ces bornes monumentales de démarcation, d</w:t>
      </w:r>
      <w:r w:rsidRPr="00801BAE">
        <w:rPr>
          <w:rFonts w:cs="Courier New"/>
          <w:szCs w:val="32"/>
        </w:rPr>
        <w:t>é</w:t>
      </w:r>
      <w:r w:rsidRPr="00801BAE">
        <w:rPr>
          <w:rFonts w:cs="Courier New"/>
          <w:szCs w:val="32"/>
        </w:rPr>
        <w:t xml:space="preserve">signées invariablement sous le nom de </w:t>
      </w:r>
      <w:proofErr w:type="spellStart"/>
      <w:r w:rsidRPr="00801BAE">
        <w:rPr>
          <w:rFonts w:cs="Courier New"/>
          <w:szCs w:val="32"/>
        </w:rPr>
        <w:t>Padrao</w:t>
      </w:r>
      <w:proofErr w:type="spellEnd"/>
      <w:r w:rsidRPr="00801BAE">
        <w:rPr>
          <w:rFonts w:cs="Courier New"/>
          <w:szCs w:val="32"/>
        </w:rPr>
        <w:t>, que les nav</w:t>
      </w:r>
      <w:r w:rsidRPr="00801BAE">
        <w:rPr>
          <w:rFonts w:cs="Courier New"/>
          <w:szCs w:val="32"/>
        </w:rPr>
        <w:t>i</w:t>
      </w:r>
      <w:r w:rsidRPr="00801BAE">
        <w:rPr>
          <w:rFonts w:cs="Courier New"/>
          <w:szCs w:val="32"/>
        </w:rPr>
        <w:t>res emportaient de Lisbonne, après qu’on y avait gravé les a</w:t>
      </w:r>
      <w:r w:rsidRPr="00801BAE">
        <w:rPr>
          <w:rFonts w:cs="Courier New"/>
          <w:szCs w:val="32"/>
        </w:rPr>
        <w:t>r</w:t>
      </w:r>
      <w:r w:rsidRPr="00801BAE">
        <w:rPr>
          <w:rFonts w:cs="Courier New"/>
          <w:szCs w:val="32"/>
        </w:rPr>
        <w:t>mes du Portugal. Mais à peine les navigateurs chrétiens avaient-ils levé l’ancre qu’ils virent une troupe de nègres s’efforçant de renve</w:t>
      </w:r>
      <w:r w:rsidRPr="00801BAE">
        <w:rPr>
          <w:rFonts w:cs="Courier New"/>
          <w:szCs w:val="32"/>
        </w:rPr>
        <w:t>r</w:t>
      </w:r>
      <w:r w:rsidRPr="00801BAE">
        <w:rPr>
          <w:rFonts w:cs="Courier New"/>
          <w:szCs w:val="32"/>
        </w:rPr>
        <w:t>ser le signe du salut et de briser le symbole de la patrie.</w:t>
      </w:r>
    </w:p>
    <w:p w14:paraId="10CD15E5" w14:textId="77777777" w:rsidR="00FD7ABB" w:rsidRDefault="00FD28AE" w:rsidP="00FD7ABB">
      <w:r w:rsidRPr="00801BAE">
        <w:rPr>
          <w:rFonts w:cs="Courier New"/>
          <w:szCs w:val="32"/>
        </w:rPr>
        <w:lastRenderedPageBreak/>
        <w:t>Hélas ! l’heure de la civilisation et de la foi n’avait pas so</w:t>
      </w:r>
      <w:r w:rsidRPr="00801BAE">
        <w:rPr>
          <w:rFonts w:cs="Courier New"/>
          <w:szCs w:val="32"/>
        </w:rPr>
        <w:t>n</w:t>
      </w:r>
      <w:r w:rsidRPr="00801BAE">
        <w:rPr>
          <w:rFonts w:cs="Courier New"/>
          <w:szCs w:val="32"/>
        </w:rPr>
        <w:t>né pour ces nations barbares ; le soleil de justice n’était pas près d’éclairer ces intelligences déchues ; le règne du Christ ne devait pas encore commencer pour elles.</w:t>
      </w:r>
    </w:p>
    <w:p w14:paraId="26CDB4F4" w14:textId="77777777" w:rsidR="00FD7ABB" w:rsidRDefault="00FD28AE" w:rsidP="00FD7ABB">
      <w:r w:rsidRPr="00801BAE">
        <w:rPr>
          <w:rFonts w:cs="Courier New"/>
          <w:szCs w:val="32"/>
        </w:rPr>
        <w:t>L’esprit attristé par ces pensées pleines de religieuse m</w:t>
      </w:r>
      <w:r w:rsidRPr="00801BAE">
        <w:rPr>
          <w:rFonts w:cs="Courier New"/>
          <w:szCs w:val="32"/>
        </w:rPr>
        <w:t>é</w:t>
      </w:r>
      <w:r w:rsidRPr="00801BAE">
        <w:rPr>
          <w:rFonts w:cs="Courier New"/>
          <w:szCs w:val="32"/>
        </w:rPr>
        <w:t>lancolie, Gama s’éloigna de ces parages ; il ne put s’avancer ce jour-là que de deux lieues, car le vent était calme et la navig</w:t>
      </w:r>
      <w:r w:rsidRPr="00801BAE">
        <w:rPr>
          <w:rFonts w:cs="Courier New"/>
          <w:szCs w:val="32"/>
        </w:rPr>
        <w:t>a</w:t>
      </w:r>
      <w:r w:rsidRPr="00801BAE">
        <w:rPr>
          <w:rFonts w:cs="Courier New"/>
          <w:szCs w:val="32"/>
        </w:rPr>
        <w:t>tion pénible.</w:t>
      </w:r>
    </w:p>
    <w:p w14:paraId="3CA3C869" w14:textId="77777777" w:rsidR="00FD28AE" w:rsidRPr="00801BAE" w:rsidRDefault="00FD28AE" w:rsidP="00FD28AE">
      <w:pPr>
        <w:pStyle w:val="Titre1"/>
      </w:pPr>
      <w:bookmarkStart w:id="7" w:name="_Toc271750263"/>
      <w:bookmarkStart w:id="8" w:name="_Toc195615292"/>
      <w:r w:rsidRPr="00801BAE">
        <w:lastRenderedPageBreak/>
        <w:t>IV</w:t>
      </w:r>
      <w:bookmarkEnd w:id="7"/>
      <w:bookmarkEnd w:id="8"/>
      <w:r w:rsidRPr="00801BAE">
        <w:br/>
      </w:r>
    </w:p>
    <w:p w14:paraId="724C40D4" w14:textId="77777777" w:rsidR="00FD7ABB" w:rsidRDefault="00FD28AE" w:rsidP="00FD7ABB">
      <w:r w:rsidRPr="00801BAE">
        <w:rPr>
          <w:rFonts w:cs="Courier New"/>
          <w:szCs w:val="32"/>
        </w:rPr>
        <w:t>En la fête de l’Immaculée-Conception, on se remit en marche. Ce jour-là le ciel était pur ; mais, dès le surlendemain, il commençait à s’assombrir. Le 12, au matin, une affreuse te</w:t>
      </w:r>
      <w:r w:rsidRPr="00801BAE">
        <w:rPr>
          <w:rFonts w:cs="Courier New"/>
          <w:szCs w:val="32"/>
        </w:rPr>
        <w:t>m</w:t>
      </w:r>
      <w:r w:rsidRPr="00801BAE">
        <w:rPr>
          <w:rFonts w:cs="Courier New"/>
          <w:szCs w:val="32"/>
        </w:rPr>
        <w:t>pête se déchaîna ; la mer, d’un bleu sombre, roulait des vagues énormes qui retombaient sur le pont avec un bruit semblable à des mugissements lointains. Les navires, jetés à droite et à gauche, ne parvenaient pas à se réunir. L’obscurité fut bientôt telle qu’il ne leur fut plus possible de s’apercevoir, et une grande i</w:t>
      </w:r>
      <w:r w:rsidRPr="00801BAE">
        <w:rPr>
          <w:rFonts w:cs="Courier New"/>
          <w:szCs w:val="32"/>
        </w:rPr>
        <w:t>n</w:t>
      </w:r>
      <w:r w:rsidRPr="00801BAE">
        <w:rPr>
          <w:rFonts w:cs="Courier New"/>
          <w:szCs w:val="32"/>
        </w:rPr>
        <w:t>quiétude commença à régner à bord. Elle augmenta quand le temps s’étant enfin éclairci et les navires ayant pu se rallier, on constata que celui de Nicolas Coelho avait disparu. Qu’était-il devenu ; avait-il sombré dans la tourmente, ou le vent en fureur l’avait-il jeté dans d’autres courants ?</w:t>
      </w:r>
    </w:p>
    <w:p w14:paraId="725FF94D" w14:textId="77777777" w:rsidR="00FD7ABB" w:rsidRDefault="00FD28AE" w:rsidP="00FD7ABB">
      <w:r w:rsidRPr="00801BAE">
        <w:rPr>
          <w:rFonts w:cs="Courier New"/>
          <w:szCs w:val="32"/>
        </w:rPr>
        <w:t>L’anxiété dura jusqu’au soir. Enfin un cri joyeux descendit de la hune ; à quatre ou cinq lieues de distance, on avait aperçu le vaisseau perdu qui allait à la bouline et devait fatalement a</w:t>
      </w:r>
      <w:r w:rsidRPr="00801BAE">
        <w:rPr>
          <w:rFonts w:cs="Courier New"/>
          <w:szCs w:val="32"/>
        </w:rPr>
        <w:t>r</w:t>
      </w:r>
      <w:r w:rsidRPr="00801BAE">
        <w:rPr>
          <w:rFonts w:cs="Courier New"/>
          <w:szCs w:val="32"/>
        </w:rPr>
        <w:t>river dans les eaux où se trouvait le reste de la flotte. Nicolas Coelho la rejoignit vers le milieu delà nuit, et l’on navigua de conserve et sans nouvel accident jusqu’au-delà du Rio-Infante, la limite extrême des découvertes accomplies par Diaz. Or le Rio-Infante gît vers les 40°30’de latitude.</w:t>
      </w:r>
    </w:p>
    <w:p w14:paraId="66EBFB94" w14:textId="77777777" w:rsidR="00FD7ABB" w:rsidRDefault="00FD28AE" w:rsidP="00FD7ABB">
      <w:r w:rsidRPr="00801BAE">
        <w:rPr>
          <w:rFonts w:cs="Courier New"/>
          <w:szCs w:val="32"/>
        </w:rPr>
        <w:t xml:space="preserve">Gama y ressentit violemment l’effet des courants, qui lui inspirèrent, durant plusieurs jours, les craintes les plus vives. La flottille courut des bordées, qui tour à tour la rapprochaient de terre ou l’en éloignaient et ce fut ainsi jusqu’au mardi suivant, au coucher du soleil. Subitement alors le vent tourna à l’ouest ; force fut de mettre les vaisseaux en panne durant, la </w:t>
      </w:r>
      <w:r w:rsidRPr="00801BAE">
        <w:rPr>
          <w:rFonts w:cs="Courier New"/>
          <w:szCs w:val="32"/>
        </w:rPr>
        <w:lastRenderedPageBreak/>
        <w:t>nuit et d’attendre le jour pour déterminer en quels parages on se tro</w:t>
      </w:r>
      <w:r w:rsidRPr="00801BAE">
        <w:rPr>
          <w:rFonts w:cs="Courier New"/>
          <w:szCs w:val="32"/>
        </w:rPr>
        <w:t>u</w:t>
      </w:r>
      <w:r w:rsidRPr="00801BAE">
        <w:rPr>
          <w:rFonts w:cs="Courier New"/>
          <w:szCs w:val="32"/>
        </w:rPr>
        <w:t>vait. Les vents, cependant, ne tardèrent pas à devenir plus fav</w:t>
      </w:r>
      <w:r w:rsidRPr="00801BAE">
        <w:rPr>
          <w:rFonts w:cs="Courier New"/>
          <w:szCs w:val="32"/>
        </w:rPr>
        <w:t>o</w:t>
      </w:r>
      <w:r w:rsidRPr="00801BAE">
        <w:rPr>
          <w:rFonts w:cs="Courier New"/>
          <w:szCs w:val="32"/>
        </w:rPr>
        <w:t>rables ; le 25 décembre, jour de Noël, on vit une terre nouvelle. En souvenir de la fête, Gama l’appela Port-Natal.</w:t>
      </w:r>
    </w:p>
    <w:p w14:paraId="061F394E" w14:textId="77777777" w:rsidR="00FD7ABB" w:rsidRDefault="00FD28AE" w:rsidP="00FD7ABB">
      <w:r w:rsidRPr="00801BAE">
        <w:rPr>
          <w:rFonts w:cs="Courier New"/>
          <w:szCs w:val="32"/>
        </w:rPr>
        <w:t>L’état des bâtiments était si déplorable qu’il y avait urgence de gagner un port. Celui qu’on atteignit, le 10 janvier 1498, était situé à quelque distance de cette portion de la côte que l’on v</w:t>
      </w:r>
      <w:r w:rsidRPr="00801BAE">
        <w:rPr>
          <w:rFonts w:cs="Courier New"/>
          <w:szCs w:val="32"/>
        </w:rPr>
        <w:t>e</w:t>
      </w:r>
      <w:r w:rsidRPr="00801BAE">
        <w:rPr>
          <w:rFonts w:cs="Courier New"/>
          <w:szCs w:val="32"/>
        </w:rPr>
        <w:t>nait de baptiser. Sur ce point, les navigateurs trouvèrent une autre race d’hommes ; ils entraient dans la région où dominent les Cafres, ces noirs redoutables, armés de l’arc de grande d</w:t>
      </w:r>
      <w:r w:rsidRPr="00801BAE">
        <w:rPr>
          <w:rFonts w:cs="Courier New"/>
          <w:szCs w:val="32"/>
        </w:rPr>
        <w:t>i</w:t>
      </w:r>
      <w:r w:rsidRPr="00801BAE">
        <w:rPr>
          <w:rFonts w:cs="Courier New"/>
          <w:szCs w:val="32"/>
        </w:rPr>
        <w:t xml:space="preserve">mension, et de la </w:t>
      </w:r>
      <w:proofErr w:type="spellStart"/>
      <w:r w:rsidRPr="00801BAE">
        <w:rPr>
          <w:rFonts w:cs="Courier New"/>
          <w:szCs w:val="32"/>
        </w:rPr>
        <w:t>zagaye</w:t>
      </w:r>
      <w:proofErr w:type="spellEnd"/>
      <w:r w:rsidRPr="00801BAE">
        <w:rPr>
          <w:rFonts w:cs="Courier New"/>
          <w:szCs w:val="32"/>
        </w:rPr>
        <w:t>, garnie d’une longue pointe de fer.</w:t>
      </w:r>
    </w:p>
    <w:p w14:paraId="76E62552" w14:textId="77777777" w:rsidR="00FD7ABB" w:rsidRDefault="00FD28AE" w:rsidP="00FD7ABB">
      <w:r w:rsidRPr="00801BAE">
        <w:rPr>
          <w:rFonts w:cs="Courier New"/>
          <w:szCs w:val="32"/>
        </w:rPr>
        <w:t xml:space="preserve">Gama envoya au chef des Cafres un homme de confiance, Martin </w:t>
      </w:r>
      <w:proofErr w:type="spellStart"/>
      <w:r w:rsidRPr="00801BAE">
        <w:rPr>
          <w:rFonts w:cs="Courier New"/>
          <w:szCs w:val="32"/>
        </w:rPr>
        <w:t>Affonso</w:t>
      </w:r>
      <w:proofErr w:type="spellEnd"/>
      <w:r w:rsidRPr="00801BAE">
        <w:rPr>
          <w:rFonts w:cs="Courier New"/>
          <w:szCs w:val="32"/>
        </w:rPr>
        <w:t xml:space="preserve">, et un matelot de l’équipage. Ils étaient chargés de sonder le terrain et de voir s’il était possible de traiter avec les indigènes. Pour se les rendre favorables, Martin </w:t>
      </w:r>
      <w:proofErr w:type="spellStart"/>
      <w:r w:rsidRPr="00801BAE">
        <w:rPr>
          <w:rFonts w:cs="Courier New"/>
          <w:szCs w:val="32"/>
        </w:rPr>
        <w:t>Affonso</w:t>
      </w:r>
      <w:proofErr w:type="spellEnd"/>
      <w:r w:rsidRPr="00801BAE">
        <w:rPr>
          <w:rFonts w:cs="Courier New"/>
          <w:szCs w:val="32"/>
        </w:rPr>
        <w:t xml:space="preserve"> o</w:t>
      </w:r>
      <w:r w:rsidRPr="00801BAE">
        <w:rPr>
          <w:rFonts w:cs="Courier New"/>
          <w:szCs w:val="32"/>
        </w:rPr>
        <w:t>f</w:t>
      </w:r>
      <w:r w:rsidRPr="00801BAE">
        <w:rPr>
          <w:rFonts w:cs="Courier New"/>
          <w:szCs w:val="32"/>
        </w:rPr>
        <w:t>frit au chef des vêtements rouges et des bracelets de verre. Le sauvage s’en revêtit aussitôt et alla se promener au milieu des huttes circulaires de paille tressée, qui forment les habitations du pays. Sur son passage, toute la tribu battait des mains de plaisir et d’admiration. En échange de ses beaux habits, le so</w:t>
      </w:r>
      <w:r w:rsidRPr="00801BAE">
        <w:rPr>
          <w:rFonts w:cs="Courier New"/>
          <w:szCs w:val="32"/>
        </w:rPr>
        <w:t>u</w:t>
      </w:r>
      <w:r w:rsidRPr="00801BAE">
        <w:rPr>
          <w:rFonts w:cs="Courier New"/>
          <w:szCs w:val="32"/>
        </w:rPr>
        <w:t>verain offrit des volailles et des fruits aux Portugais, qui s’en r</w:t>
      </w:r>
      <w:r w:rsidRPr="00801BAE">
        <w:rPr>
          <w:rFonts w:cs="Courier New"/>
          <w:szCs w:val="32"/>
        </w:rPr>
        <w:t>e</w:t>
      </w:r>
      <w:r w:rsidRPr="00801BAE">
        <w:rPr>
          <w:rFonts w:cs="Courier New"/>
          <w:szCs w:val="32"/>
        </w:rPr>
        <w:t>tournèrent au port, suivis de plus de deux cents insulaires. E</w:t>
      </w:r>
      <w:r w:rsidRPr="00801BAE">
        <w:rPr>
          <w:rFonts w:cs="Courier New"/>
          <w:szCs w:val="32"/>
        </w:rPr>
        <w:t>n</w:t>
      </w:r>
      <w:r w:rsidRPr="00801BAE">
        <w:rPr>
          <w:rFonts w:cs="Courier New"/>
          <w:szCs w:val="32"/>
        </w:rPr>
        <w:t>chanté de cet accueil auquel il ne s’était pas attendu, Vasco nomma la région « le Pays des Bonnes-Gens » { Terra da Boa Gente).</w:t>
      </w:r>
    </w:p>
    <w:p w14:paraId="7632BFA2" w14:textId="77777777" w:rsidR="00FD7ABB" w:rsidRDefault="00FD28AE" w:rsidP="00FD7ABB">
      <w:r w:rsidRPr="00801BAE">
        <w:rPr>
          <w:rFonts w:cs="Courier New"/>
          <w:szCs w:val="32"/>
        </w:rPr>
        <w:t>Durant les cinq jours qu’ils y passèrent, on échangea su</w:t>
      </w:r>
      <w:r w:rsidRPr="00801BAE">
        <w:rPr>
          <w:rFonts w:cs="Courier New"/>
          <w:szCs w:val="32"/>
        </w:rPr>
        <w:t>r</w:t>
      </w:r>
      <w:r w:rsidRPr="00801BAE">
        <w:rPr>
          <w:rFonts w:cs="Courier New"/>
          <w:szCs w:val="32"/>
        </w:rPr>
        <w:t xml:space="preserve">tout des étoffes de lin contre du cuivre. Ce métal y abonde ; il a donné son nom au fleuve qui arrose ce pays : Rio do </w:t>
      </w:r>
      <w:proofErr w:type="spellStart"/>
      <w:r w:rsidRPr="00801BAE">
        <w:rPr>
          <w:rFonts w:cs="Courier New"/>
          <w:szCs w:val="32"/>
        </w:rPr>
        <w:t>Cobre</w:t>
      </w:r>
      <w:proofErr w:type="spellEnd"/>
      <w:r w:rsidRPr="00801BAE">
        <w:rPr>
          <w:rFonts w:cs="Courier New"/>
          <w:szCs w:val="32"/>
        </w:rPr>
        <w:t xml:space="preserve"> (Fleuve de Cuivre). Aussi les habitants en ont partout ; ils en font leurs principaux ornements et en portent en guise de </w:t>
      </w:r>
      <w:r w:rsidRPr="00801BAE">
        <w:rPr>
          <w:rFonts w:cs="Courier New"/>
          <w:szCs w:val="32"/>
        </w:rPr>
        <w:lastRenderedPageBreak/>
        <w:t>brac</w:t>
      </w:r>
      <w:r w:rsidRPr="00801BAE">
        <w:rPr>
          <w:rFonts w:cs="Courier New"/>
          <w:szCs w:val="32"/>
        </w:rPr>
        <w:t>e</w:t>
      </w:r>
      <w:r w:rsidRPr="00801BAE">
        <w:rPr>
          <w:rFonts w:cs="Courier New"/>
          <w:szCs w:val="32"/>
        </w:rPr>
        <w:t>lets aux bras et aux jambes. Ils se servent aussi d’étain, et les gaines de leurs armes sont en ivoire. Parmi les animaux de toutes sortes qui attirèrent leur attention, les voyageurs rema</w:t>
      </w:r>
      <w:r w:rsidRPr="00801BAE">
        <w:rPr>
          <w:rFonts w:cs="Courier New"/>
          <w:szCs w:val="32"/>
        </w:rPr>
        <w:t>r</w:t>
      </w:r>
      <w:r w:rsidRPr="00801BAE">
        <w:rPr>
          <w:rFonts w:cs="Courier New"/>
          <w:szCs w:val="32"/>
        </w:rPr>
        <w:t>quèrent la magnifique antilope de la Cafrerie dont ils admir</w:t>
      </w:r>
      <w:r w:rsidRPr="00801BAE">
        <w:rPr>
          <w:rFonts w:cs="Courier New"/>
          <w:szCs w:val="32"/>
        </w:rPr>
        <w:t>è</w:t>
      </w:r>
      <w:r w:rsidRPr="00801BAE">
        <w:rPr>
          <w:rFonts w:cs="Courier New"/>
          <w:szCs w:val="32"/>
        </w:rPr>
        <w:t>rent les bois superbes.</w:t>
      </w:r>
    </w:p>
    <w:p w14:paraId="13EEAC01" w14:textId="77777777" w:rsidR="00FD7ABB" w:rsidRDefault="00FD28AE" w:rsidP="00FD7ABB">
      <w:r w:rsidRPr="00801BAE">
        <w:rPr>
          <w:rFonts w:cs="Courier New"/>
          <w:szCs w:val="32"/>
        </w:rPr>
        <w:t xml:space="preserve">Vers le 22 janvier 1498, en continuant sa route, le Raphaël vint joindre le </w:t>
      </w:r>
      <w:proofErr w:type="spellStart"/>
      <w:r w:rsidRPr="00801BAE">
        <w:rPr>
          <w:rFonts w:cs="Courier New"/>
          <w:szCs w:val="32"/>
        </w:rPr>
        <w:t>Berrio</w:t>
      </w:r>
      <w:proofErr w:type="spellEnd"/>
      <w:r w:rsidRPr="00801BAE">
        <w:rPr>
          <w:rFonts w:cs="Courier New"/>
          <w:szCs w:val="32"/>
        </w:rPr>
        <w:t xml:space="preserve"> dans une région fertile où coulait un grand fleuve. Vasco y acquit enfin la certitude qu’il suivait la route convenable pour se rendre aux Indes.</w:t>
      </w:r>
    </w:p>
    <w:p w14:paraId="46496978" w14:textId="77777777" w:rsidR="00FD7ABB" w:rsidRDefault="00FD28AE" w:rsidP="00FD7ABB">
      <w:r w:rsidRPr="00801BAE">
        <w:rPr>
          <w:rFonts w:cs="Courier New"/>
          <w:szCs w:val="32"/>
        </w:rPr>
        <w:t>Sur ce point du littoral, ils firent la rencontre de deux ma</w:t>
      </w:r>
      <w:r w:rsidRPr="00801BAE">
        <w:rPr>
          <w:rFonts w:cs="Courier New"/>
          <w:szCs w:val="32"/>
        </w:rPr>
        <w:t>r</w:t>
      </w:r>
      <w:r w:rsidRPr="00801BAE">
        <w:rPr>
          <w:rFonts w:cs="Courier New"/>
          <w:szCs w:val="32"/>
        </w:rPr>
        <w:t>chands mahométans, richement vêtus, qui réalisaient de gros bénéfices, en faisant avec les Cafres le commerce des étoffes. Les deux Arabes, sans se faire prier, et de la meilleure grâce du monde, fournirent à Gama de précieux renseignements sur le climat du pays, sur les mœurs des indigènes, sur le parti que les Portugais pouvaient tirer au point de vue commercial, des ra</w:t>
      </w:r>
      <w:r w:rsidRPr="00801BAE">
        <w:rPr>
          <w:rFonts w:cs="Courier New"/>
          <w:szCs w:val="32"/>
        </w:rPr>
        <w:t>p</w:t>
      </w:r>
      <w:r w:rsidRPr="00801BAE">
        <w:rPr>
          <w:rFonts w:cs="Courier New"/>
          <w:szCs w:val="32"/>
        </w:rPr>
        <w:t>ports amicaux qu’ils cherchaient à établir entre eux et les hab</w:t>
      </w:r>
      <w:r w:rsidRPr="00801BAE">
        <w:rPr>
          <w:rFonts w:cs="Courier New"/>
          <w:szCs w:val="32"/>
        </w:rPr>
        <w:t>i</w:t>
      </w:r>
      <w:r w:rsidRPr="00801BAE">
        <w:rPr>
          <w:rFonts w:cs="Courier New"/>
          <w:szCs w:val="32"/>
        </w:rPr>
        <w:t>tants de ces côtes.</w:t>
      </w:r>
    </w:p>
    <w:p w14:paraId="096008E6" w14:textId="77777777" w:rsidR="00FD7ABB" w:rsidRDefault="00FD28AE" w:rsidP="00FD7ABB">
      <w:r w:rsidRPr="00801BAE">
        <w:rPr>
          <w:rFonts w:cs="Courier New"/>
          <w:szCs w:val="32"/>
        </w:rPr>
        <w:t xml:space="preserve">Gama appela le fleuve Rio </w:t>
      </w:r>
      <w:r w:rsidRPr="00801BAE">
        <w:rPr>
          <w:rFonts w:cs="Courier New"/>
          <w:i/>
          <w:szCs w:val="32"/>
        </w:rPr>
        <w:t xml:space="preserve">do Bons </w:t>
      </w:r>
      <w:proofErr w:type="spellStart"/>
      <w:r w:rsidRPr="00801BAE">
        <w:rPr>
          <w:rFonts w:cs="Courier New"/>
          <w:i/>
          <w:szCs w:val="32"/>
        </w:rPr>
        <w:t>Signaes</w:t>
      </w:r>
      <w:proofErr w:type="spellEnd"/>
      <w:r w:rsidRPr="00801BAE">
        <w:rPr>
          <w:rFonts w:cs="Courier New"/>
          <w:szCs w:val="32"/>
        </w:rPr>
        <w:t xml:space="preserve"> [Fleuve des Bons Indices), et dressa la colonne en pierre aux </w:t>
      </w:r>
      <w:proofErr w:type="spellStart"/>
      <w:r w:rsidRPr="00801BAE">
        <w:rPr>
          <w:rFonts w:cs="Courier New"/>
          <w:szCs w:val="32"/>
        </w:rPr>
        <w:t>armés</w:t>
      </w:r>
      <w:proofErr w:type="spellEnd"/>
      <w:r w:rsidRPr="00801BAE">
        <w:rPr>
          <w:rFonts w:cs="Courier New"/>
          <w:szCs w:val="32"/>
        </w:rPr>
        <w:t xml:space="preserve"> royales.</w:t>
      </w:r>
    </w:p>
    <w:p w14:paraId="44420D09" w14:textId="77777777" w:rsidR="00FD7ABB" w:rsidRDefault="00FD28AE" w:rsidP="00FD7ABB">
      <w:r w:rsidRPr="00801BAE">
        <w:rPr>
          <w:rFonts w:cs="Courier New"/>
          <w:szCs w:val="32"/>
        </w:rPr>
        <w:t>C’est là qu’une terrible maladie commença à exercer ses r</w:t>
      </w:r>
      <w:r w:rsidRPr="00801BAE">
        <w:rPr>
          <w:rFonts w:cs="Courier New"/>
          <w:szCs w:val="32"/>
        </w:rPr>
        <w:t>a</w:t>
      </w:r>
      <w:r w:rsidRPr="00801BAE">
        <w:rPr>
          <w:rFonts w:cs="Courier New"/>
          <w:szCs w:val="32"/>
        </w:rPr>
        <w:t>vages parmi les compagnons de Gama. Ils étaient atteints du scorbut, mal contagieux qui se manifeste par l’enflure et le sa</w:t>
      </w:r>
      <w:r w:rsidRPr="00801BAE">
        <w:rPr>
          <w:rFonts w:cs="Courier New"/>
          <w:szCs w:val="32"/>
        </w:rPr>
        <w:t>i</w:t>
      </w:r>
      <w:r w:rsidRPr="00801BAE">
        <w:rPr>
          <w:rFonts w:cs="Courier New"/>
          <w:szCs w:val="32"/>
        </w:rPr>
        <w:t>gnement des gencives : c’est le plus grand fléau des mariniers. L’eau de mauvaise qualité et les aliments salés, dont ils sont contraints de se servir dans leurs voyages de long cours, leur o</w:t>
      </w:r>
      <w:r w:rsidRPr="00801BAE">
        <w:rPr>
          <w:rFonts w:cs="Courier New"/>
          <w:szCs w:val="32"/>
        </w:rPr>
        <w:t>c</w:t>
      </w:r>
      <w:r w:rsidRPr="00801BAE">
        <w:rPr>
          <w:rFonts w:cs="Courier New"/>
          <w:szCs w:val="32"/>
        </w:rPr>
        <w:t xml:space="preserve">casionnent fréquemment cette maladie. Les anciens, qui ne perdaient presque jamais de vue le rivage, et qui pouvaient, dès lors, se procurer aisément de l’eau et des aliments frais, ne la connaissaient point. Elle a pris naissance avec les </w:t>
      </w:r>
      <w:r w:rsidRPr="00801BAE">
        <w:rPr>
          <w:rFonts w:cs="Courier New"/>
          <w:szCs w:val="32"/>
        </w:rPr>
        <w:lastRenderedPageBreak/>
        <w:t>grandes nav</w:t>
      </w:r>
      <w:r w:rsidRPr="00801BAE">
        <w:rPr>
          <w:rFonts w:cs="Courier New"/>
          <w:szCs w:val="32"/>
        </w:rPr>
        <w:t>i</w:t>
      </w:r>
      <w:r w:rsidRPr="00801BAE">
        <w:rPr>
          <w:rFonts w:cs="Courier New"/>
          <w:szCs w:val="32"/>
        </w:rPr>
        <w:t>gations des modernes ; la première apparition en Europe de cette épidémie n’est pas antérieure à 1481.</w:t>
      </w:r>
    </w:p>
    <w:p w14:paraId="34FAF5ED" w14:textId="77777777" w:rsidR="00FD7ABB" w:rsidRDefault="00FD28AE" w:rsidP="00FD7ABB">
      <w:r w:rsidRPr="00801BAE">
        <w:rPr>
          <w:rFonts w:cs="Courier New"/>
          <w:szCs w:val="32"/>
        </w:rPr>
        <w:t>Durant tout le XVI</w:t>
      </w:r>
      <w:r w:rsidRPr="00801BAE">
        <w:rPr>
          <w:rFonts w:cs="Courier New"/>
          <w:szCs w:val="32"/>
          <w:vertAlign w:val="superscript"/>
        </w:rPr>
        <w:t>e</w:t>
      </w:r>
      <w:r w:rsidRPr="00801BAE">
        <w:rPr>
          <w:rFonts w:cs="Courier New"/>
          <w:szCs w:val="32"/>
        </w:rPr>
        <w:t xml:space="preserve"> siècle, les progrès de la contagion f</w:t>
      </w:r>
      <w:r w:rsidRPr="00801BAE">
        <w:rPr>
          <w:rFonts w:cs="Courier New"/>
          <w:szCs w:val="32"/>
        </w:rPr>
        <w:t>u</w:t>
      </w:r>
      <w:r w:rsidRPr="00801BAE">
        <w:rPr>
          <w:rFonts w:cs="Courier New"/>
          <w:szCs w:val="32"/>
        </w:rPr>
        <w:t>rent tels à bord des divers navires qui se rendirent aux Indes qu’on a signalé certains bâtiments n’ayant pu ramener plus de deux cents individus sur douze cents qui étaient partis ; cette a</w:t>
      </w:r>
      <w:r w:rsidRPr="00801BAE">
        <w:rPr>
          <w:rFonts w:cs="Courier New"/>
          <w:szCs w:val="32"/>
        </w:rPr>
        <w:t>f</w:t>
      </w:r>
      <w:r w:rsidRPr="00801BAE">
        <w:rPr>
          <w:rFonts w:cs="Courier New"/>
          <w:szCs w:val="32"/>
        </w:rPr>
        <w:t>freuse maladie était le principal agent d’une aussi effrayante mortalité ! Aujourd’hui, grâce aux progrès réalisés et aux pr</w:t>
      </w:r>
      <w:r w:rsidRPr="00801BAE">
        <w:rPr>
          <w:rFonts w:cs="Courier New"/>
          <w:szCs w:val="32"/>
        </w:rPr>
        <w:t>é</w:t>
      </w:r>
      <w:r w:rsidRPr="00801BAE">
        <w:rPr>
          <w:rFonts w:cs="Courier New"/>
          <w:szCs w:val="32"/>
        </w:rPr>
        <w:t>cautions hygiéniques, on fait le tour du monde sans avoir rien à craindre de ce mal.</w:t>
      </w:r>
    </w:p>
    <w:p w14:paraId="1AB94EE8" w14:textId="77777777" w:rsidR="00FD7ABB" w:rsidRDefault="00FD28AE" w:rsidP="00FD7ABB">
      <w:r w:rsidRPr="00801BAE">
        <w:rPr>
          <w:rFonts w:cs="Courier New"/>
          <w:szCs w:val="32"/>
        </w:rPr>
        <w:t>Le capitaine, cruellement affecté du fléau qui décimait ses hommes, multipliait les précautions et les soins, tentait l’impossible pour sauver les malades. Hélas ! il ne put les arr</w:t>
      </w:r>
      <w:r w:rsidRPr="00801BAE">
        <w:rPr>
          <w:rFonts w:cs="Courier New"/>
          <w:szCs w:val="32"/>
        </w:rPr>
        <w:t>a</w:t>
      </w:r>
      <w:r w:rsidRPr="00801BAE">
        <w:rPr>
          <w:rFonts w:cs="Courier New"/>
          <w:szCs w:val="32"/>
        </w:rPr>
        <w:t>cher tous à la mort. Plusieurs, après quelques jours de grandes souffrances, succombèrent loin de la patrie et allèrent dormir leur éternel sommeil sur cette plage lointaine qu’ils avaient s</w:t>
      </w:r>
      <w:r w:rsidRPr="00801BAE">
        <w:rPr>
          <w:rFonts w:cs="Courier New"/>
          <w:szCs w:val="32"/>
        </w:rPr>
        <w:t>a</w:t>
      </w:r>
      <w:r w:rsidRPr="00801BAE">
        <w:rPr>
          <w:rFonts w:cs="Courier New"/>
          <w:szCs w:val="32"/>
        </w:rPr>
        <w:t>luée avec tant d’espérance.</w:t>
      </w:r>
    </w:p>
    <w:p w14:paraId="5214CA89" w14:textId="77777777" w:rsidR="00FD7ABB" w:rsidRDefault="00FD28AE" w:rsidP="00FD7ABB">
      <w:r w:rsidRPr="00801BAE">
        <w:rPr>
          <w:rFonts w:cs="Courier New"/>
          <w:szCs w:val="32"/>
        </w:rPr>
        <w:t>Le 24 février, après tout un mois de séjour dans ce port, les navigateurs le quittèrent, moins inquiets de la route à suivre, mais l’esprit attristé et le cœur en deuil. Ils s’éloignaient avec regret de ces tombes fraîchement ouvertes, auxquelles ils avaient confié les restes des héros inconnus, qui avaient été leurs co</w:t>
      </w:r>
      <w:r w:rsidRPr="00801BAE">
        <w:rPr>
          <w:rFonts w:cs="Courier New"/>
          <w:szCs w:val="32"/>
        </w:rPr>
        <w:t>m</w:t>
      </w:r>
      <w:r w:rsidRPr="00801BAE">
        <w:rPr>
          <w:rFonts w:cs="Courier New"/>
          <w:szCs w:val="32"/>
        </w:rPr>
        <w:t>pagnons et leurs amis, et dont l’histoire ne devait pas garder les noms. Un grand nombre d’entre eux étaient encore malades, et l’on conçoit aisément quelles devaient être les a</w:t>
      </w:r>
      <w:r w:rsidRPr="00801BAE">
        <w:rPr>
          <w:rFonts w:cs="Courier New"/>
          <w:szCs w:val="32"/>
        </w:rPr>
        <w:t>p</w:t>
      </w:r>
      <w:r w:rsidRPr="00801BAE">
        <w:rPr>
          <w:rFonts w:cs="Courier New"/>
          <w:szCs w:val="32"/>
        </w:rPr>
        <w:t>préhensions de leur capitaine.</w:t>
      </w:r>
    </w:p>
    <w:p w14:paraId="02AAC2B7" w14:textId="77777777" w:rsidR="00FD7ABB" w:rsidRDefault="00FD28AE" w:rsidP="00FD7ABB">
      <w:r w:rsidRPr="00801BAE">
        <w:rPr>
          <w:rFonts w:cs="Courier New"/>
          <w:szCs w:val="32"/>
        </w:rPr>
        <w:t>La flottille avait changé de direction et cinglait vers le nord. Gama remontait la côte en se portant vers l’équateur, et, le 10 mars, les navires mouillaient devant l’île de Mozambique par les 14°49’de latitude australe et les 40° 45’de longitude orientale.</w:t>
      </w:r>
    </w:p>
    <w:p w14:paraId="6BFC8AE5" w14:textId="77777777" w:rsidR="00FD7ABB" w:rsidRDefault="00FD28AE" w:rsidP="00FD7ABB">
      <w:r w:rsidRPr="00801BAE">
        <w:rPr>
          <w:rFonts w:cs="Courier New"/>
          <w:szCs w:val="32"/>
        </w:rPr>
        <w:lastRenderedPageBreak/>
        <w:t xml:space="preserve">C’était un samedi : on se prépara à passer dans la prière et le repos la journée du dimanche. La plupart des gens de l’équipage se confessèrent afin de pouvoir communier à la messe du lendemain. Elle fut célébrée dans l’île à l’entrée de la forêt, sous un de ces arbres gigantesques appelés </w:t>
      </w:r>
      <w:proofErr w:type="spellStart"/>
      <w:r w:rsidRPr="00801BAE">
        <w:rPr>
          <w:rFonts w:cs="Courier New"/>
          <w:i/>
          <w:szCs w:val="32"/>
        </w:rPr>
        <w:t>malumpavas</w:t>
      </w:r>
      <w:proofErr w:type="spellEnd"/>
      <w:r w:rsidRPr="00801BAE">
        <w:rPr>
          <w:rFonts w:cs="Courier New"/>
          <w:szCs w:val="32"/>
        </w:rPr>
        <w:t>, au milieu d’une végétation si pittoresque et si riche qu’elle ra</w:t>
      </w:r>
      <w:r w:rsidRPr="00801BAE">
        <w:rPr>
          <w:rFonts w:cs="Courier New"/>
          <w:szCs w:val="32"/>
        </w:rPr>
        <w:t>p</w:t>
      </w:r>
      <w:r w:rsidRPr="00801BAE">
        <w:rPr>
          <w:rFonts w:cs="Courier New"/>
          <w:szCs w:val="32"/>
        </w:rPr>
        <w:t>pelle celle de l’île de Ceylan.</w:t>
      </w:r>
    </w:p>
    <w:p w14:paraId="526957AC" w14:textId="77777777" w:rsidR="00FD7ABB" w:rsidRDefault="00FD28AE" w:rsidP="00FD7ABB">
      <w:r w:rsidRPr="00801BAE">
        <w:rPr>
          <w:rFonts w:cs="Courier New"/>
          <w:szCs w:val="32"/>
        </w:rPr>
        <w:t>Ils étaient ainsi trempés, ces grands hommes d’autrefois, qu’ils ne croyaient pas devoir se passer de Dieu et de la prière. Ces âmes si fières dans le danger, ces cœurs si héroïques devant la mort, devenaient humbles et doux aux pieds des autels. C’est là qu’ils renouvelaient leur provision de courage et de patience, et certes ils en avaient besoin.</w:t>
      </w:r>
    </w:p>
    <w:p w14:paraId="2E554238" w14:textId="77777777" w:rsidR="00FD7ABB" w:rsidRDefault="00FD28AE" w:rsidP="00FD7ABB">
      <w:r w:rsidRPr="00801BAE">
        <w:rPr>
          <w:rFonts w:cs="Courier New"/>
          <w:szCs w:val="32"/>
        </w:rPr>
        <w:t>Se figure-t-on tout ce qu’avait d’inquiétant la situation de ces voyageurs errant sans guide, durant de longs mois, sur des mers inconnues, souffrant de toutes les privations, exposés à la fureur des flots, dévorés par des climats insalubres et cherchant à travers les orages une terre lointaine qui semblait fuir devant eux. Quels autres que des marins chrétiens se fussent montrés si résignés dans les fatigues et les maladies, si fidèles à leur roi, si soucieux de la gloire de la patrie, si dociles à la voix de leur chef ?</w:t>
      </w:r>
    </w:p>
    <w:p w14:paraId="17DA24EE" w14:textId="77777777" w:rsidR="00FD7ABB" w:rsidRDefault="00FD28AE" w:rsidP="00FD7ABB">
      <w:r w:rsidRPr="00801BAE">
        <w:rPr>
          <w:rFonts w:cs="Courier New"/>
          <w:szCs w:val="32"/>
        </w:rPr>
        <w:t>À Mozambique, l’expédition fut merveilleusement accuei</w:t>
      </w:r>
      <w:r w:rsidRPr="00801BAE">
        <w:rPr>
          <w:rFonts w:cs="Courier New"/>
          <w:szCs w:val="32"/>
        </w:rPr>
        <w:t>l</w:t>
      </w:r>
      <w:r w:rsidRPr="00801BAE">
        <w:rPr>
          <w:rFonts w:cs="Courier New"/>
          <w:szCs w:val="32"/>
        </w:rPr>
        <w:t>lie, des présents furent échangés. Gama avait ordonné que, pour fêter l’arrivée du gouverneur des îles, les pavillons fussent d</w:t>
      </w:r>
      <w:r w:rsidRPr="00801BAE">
        <w:rPr>
          <w:rFonts w:cs="Courier New"/>
          <w:szCs w:val="32"/>
        </w:rPr>
        <w:t>é</w:t>
      </w:r>
      <w:r w:rsidRPr="00801BAE">
        <w:rPr>
          <w:rFonts w:cs="Courier New"/>
          <w:szCs w:val="32"/>
        </w:rPr>
        <w:t>ployés ; des banderoles aux couleurs portugaises flottaient au sommet des mâts ; l’équipage, en habits de gala, attendait sur le pont la visite des Arabes. Ceux-ci se montraient serviables et empressés ; ils s’avançaient rapidement dans leurs légères e</w:t>
      </w:r>
      <w:r w:rsidRPr="00801BAE">
        <w:rPr>
          <w:rFonts w:cs="Courier New"/>
          <w:szCs w:val="32"/>
        </w:rPr>
        <w:t>m</w:t>
      </w:r>
      <w:r w:rsidRPr="00801BAE">
        <w:rPr>
          <w:rFonts w:cs="Courier New"/>
          <w:szCs w:val="32"/>
        </w:rPr>
        <w:t>barcations, apportant aux Européens de l’eau douce et des al</w:t>
      </w:r>
      <w:r w:rsidRPr="00801BAE">
        <w:rPr>
          <w:rFonts w:cs="Courier New"/>
          <w:szCs w:val="32"/>
        </w:rPr>
        <w:t>i</w:t>
      </w:r>
      <w:r w:rsidRPr="00801BAE">
        <w:rPr>
          <w:rFonts w:cs="Courier New"/>
          <w:szCs w:val="32"/>
        </w:rPr>
        <w:t>ments frais.</w:t>
      </w:r>
    </w:p>
    <w:p w14:paraId="26C775FC" w14:textId="77777777" w:rsidR="00FD7ABB" w:rsidRDefault="00FD28AE" w:rsidP="00FD7ABB">
      <w:r w:rsidRPr="00801BAE">
        <w:rPr>
          <w:rFonts w:cs="Courier New"/>
          <w:szCs w:val="32"/>
        </w:rPr>
        <w:lastRenderedPageBreak/>
        <w:t xml:space="preserve">Gama reçut avec déférence les musulmans et leur chef ; il offrit à ce dernier des étoffes précieuses, des conserves de fruits, d’excellentes liqueurs et les réunit tous à sa table. Animés par le repas, flattés dans leur orgueil, les musulmans se confondaient en compliments et témoignaient une grande admiration pour les voyageurs. Le teint, les manières, les vêtements, la force des guerriers européens excitaient leur curiosité. La beauté et la grandeur des vaisseaux leur inspiraient tout à </w:t>
      </w:r>
      <w:proofErr w:type="spellStart"/>
      <w:r w:rsidRPr="00801BAE">
        <w:rPr>
          <w:rFonts w:cs="Courier New"/>
          <w:szCs w:val="32"/>
        </w:rPr>
        <w:t>là</w:t>
      </w:r>
      <w:proofErr w:type="spellEnd"/>
      <w:r w:rsidRPr="00801BAE">
        <w:rPr>
          <w:rFonts w:cs="Courier New"/>
          <w:szCs w:val="32"/>
        </w:rPr>
        <w:t xml:space="preserve"> fois de la jalo</w:t>
      </w:r>
      <w:r w:rsidRPr="00801BAE">
        <w:rPr>
          <w:rFonts w:cs="Courier New"/>
          <w:szCs w:val="32"/>
        </w:rPr>
        <w:t>u</w:t>
      </w:r>
      <w:r w:rsidRPr="00801BAE">
        <w:rPr>
          <w:rFonts w:cs="Courier New"/>
          <w:szCs w:val="32"/>
        </w:rPr>
        <w:t>sie et de la défiance.</w:t>
      </w:r>
    </w:p>
    <w:p w14:paraId="4D060EE0" w14:textId="77777777" w:rsidR="00FD7ABB" w:rsidRDefault="00FD28AE" w:rsidP="00FD7ABB">
      <w:r w:rsidRPr="00801BAE">
        <w:rPr>
          <w:rFonts w:cs="Courier New"/>
          <w:szCs w:val="32"/>
        </w:rPr>
        <w:t>Leur inquiète curiosité veut tout voir, tout connaître ; ils examinaient anxieusement les armes des Portugais. De plus, les sectateurs de Mahomet commençaient à soupçonner que leurs hôtes étaient des chrétiens, et leur chef demanda brusquement à Gama :</w:t>
      </w:r>
    </w:p>
    <w:p w14:paraId="7C758867" w14:textId="77777777" w:rsidR="00FD7ABB" w:rsidRDefault="00FD28AE" w:rsidP="00FD7ABB">
      <w:r w:rsidRPr="00801BAE">
        <w:rPr>
          <w:rFonts w:cs="Courier New"/>
          <w:szCs w:val="32"/>
        </w:rPr>
        <w:t>– D’où viens-tu ? Es-tu, comme nous, disciple du Pr</w:t>
      </w:r>
      <w:r w:rsidRPr="00801BAE">
        <w:rPr>
          <w:rFonts w:cs="Courier New"/>
          <w:szCs w:val="32"/>
        </w:rPr>
        <w:t>o</w:t>
      </w:r>
      <w:r w:rsidRPr="00801BAE">
        <w:rPr>
          <w:rFonts w:cs="Courier New"/>
          <w:szCs w:val="32"/>
        </w:rPr>
        <w:t>phète ? Où sont vos livres sacrés ?</w:t>
      </w:r>
    </w:p>
    <w:p w14:paraId="43FEE03D" w14:textId="77777777" w:rsidR="00FD7ABB" w:rsidRDefault="00FD28AE" w:rsidP="00FD7ABB">
      <w:r w:rsidRPr="00801BAE">
        <w:rPr>
          <w:rFonts w:cs="Courier New"/>
          <w:szCs w:val="32"/>
        </w:rPr>
        <w:t>À ces questions, qui décelaient la préoccupation des M</w:t>
      </w:r>
      <w:r w:rsidRPr="00801BAE">
        <w:rPr>
          <w:rFonts w:cs="Courier New"/>
          <w:szCs w:val="32"/>
        </w:rPr>
        <w:t>a</w:t>
      </w:r>
      <w:r w:rsidRPr="00801BAE">
        <w:rPr>
          <w:rFonts w:cs="Courier New"/>
          <w:szCs w:val="32"/>
        </w:rPr>
        <w:t>hométans, Gama répondit fièrement :</w:t>
      </w:r>
    </w:p>
    <w:p w14:paraId="23ED51B7" w14:textId="77777777" w:rsidR="00FD7ABB" w:rsidRDefault="00FD28AE" w:rsidP="00FD7ABB">
      <w:r w:rsidRPr="00801BAE">
        <w:rPr>
          <w:rFonts w:cs="Courier New"/>
          <w:szCs w:val="32"/>
        </w:rPr>
        <w:t>– Tu connaîtras ma patrie, mon culte et mes armes Je ne suis ni du pays, ni de la race des Turcs. Je suis un fils de l’Europe, à la recherche des terres orientales. Le Dieu que j’adore est celui qui gouverne le ciel et la terre ; le monde et ses merveilles sont l’œuvre de sa puissance. Il a souffert l’injure et la mort, et n’est descendu du ciel que pour y faire monter les hommes avec lui. Les livres sacrés que tu demandes, le code immortel de l’Homme-Dieu, je ne le porte point avec moi, mais il est écrit dans mon cœur. Quant à nos armes, comme ami tu les verras ; j’aime à penser que tu ne voudras jamais les voir comme enn</w:t>
      </w:r>
      <w:r w:rsidRPr="00801BAE">
        <w:rPr>
          <w:rFonts w:cs="Courier New"/>
          <w:szCs w:val="32"/>
        </w:rPr>
        <w:t>e</w:t>
      </w:r>
      <w:r w:rsidRPr="00801BAE">
        <w:rPr>
          <w:rFonts w:cs="Courier New"/>
          <w:szCs w:val="32"/>
        </w:rPr>
        <w:t>mi. »</w:t>
      </w:r>
    </w:p>
    <w:p w14:paraId="62648CE1" w14:textId="77777777" w:rsidR="00FD7ABB" w:rsidRDefault="00FD28AE" w:rsidP="00FD7ABB">
      <w:r w:rsidRPr="00801BAE">
        <w:rPr>
          <w:rFonts w:cs="Courier New"/>
          <w:szCs w:val="32"/>
        </w:rPr>
        <w:lastRenderedPageBreak/>
        <w:t>Et pour appuyer sa parole, il fait passer sous les yeux du gouverneur de Mozambique les lourds brassards, les boucliers, les balles, les arquebuses, les arcs, les carquois chargés de flèches, les pertuisanes aiguës, les bombes et les lances.</w:t>
      </w:r>
    </w:p>
    <w:p w14:paraId="467D84CE" w14:textId="77777777" w:rsidR="00FD7ABB" w:rsidRDefault="00FD28AE" w:rsidP="00FD7ABB">
      <w:r w:rsidRPr="00801BAE">
        <w:rPr>
          <w:rFonts w:cs="Courier New"/>
          <w:szCs w:val="32"/>
        </w:rPr>
        <w:t>Gama cherchait ainsi à intimider les Maures, car à la curi</w:t>
      </w:r>
      <w:r w:rsidRPr="00801BAE">
        <w:rPr>
          <w:rFonts w:cs="Courier New"/>
          <w:szCs w:val="32"/>
        </w:rPr>
        <w:t>o</w:t>
      </w:r>
      <w:r w:rsidRPr="00801BAE">
        <w:rPr>
          <w:rFonts w:cs="Courier New"/>
          <w:szCs w:val="32"/>
        </w:rPr>
        <w:t>sité inquiète et aux questions de leur gouverneur, il avait senti le danger de sa position ; il jugea prudent de leur donner une idée de sa force et de prévenir, si possible, les mauvais desseins qu’ils pourraient méditer contre lui. Il venait de faire, en présence des disciples du Coran, une admirable profession de christianisme, et il termina son discours en découvrant l’imposant appareil de ses moyens d’attaque et de défense. Ce ton religieux et guerrier est bien dans les mœurs du siècle de Gama, et sa conduite était conforme à son caractère noble et résolu.</w:t>
      </w:r>
    </w:p>
    <w:p w14:paraId="585CB058" w14:textId="77777777" w:rsidR="00FD7ABB" w:rsidRDefault="00FD28AE" w:rsidP="00FD7ABB">
      <w:r w:rsidRPr="00801BAE">
        <w:rPr>
          <w:rFonts w:cs="Courier New"/>
          <w:szCs w:val="32"/>
        </w:rPr>
        <w:t>Les musulmans écoutaient et regardaient sans rien dire ; leur vieille haine du nom chrétien se réveillait ; mais ces hommes, consommés dans l’art de la dissimulation, secouèrent bien vite le nuage qui avait assombri leurs traits. Le sourire aux l</w:t>
      </w:r>
      <w:r w:rsidRPr="00801BAE">
        <w:rPr>
          <w:rFonts w:cs="Courier New"/>
          <w:szCs w:val="32"/>
        </w:rPr>
        <w:t>è</w:t>
      </w:r>
      <w:r w:rsidRPr="00801BAE">
        <w:rPr>
          <w:rFonts w:cs="Courier New"/>
          <w:szCs w:val="32"/>
        </w:rPr>
        <w:t>vres, ils renouvellent leurs protestations d’amitié, leurs offres de services.</w:t>
      </w:r>
    </w:p>
    <w:p w14:paraId="76E6142E" w14:textId="77777777" w:rsidR="00FD7ABB" w:rsidRDefault="00FD28AE" w:rsidP="00FD7ABB">
      <w:r w:rsidRPr="00801BAE">
        <w:rPr>
          <w:rFonts w:cs="Courier New"/>
          <w:szCs w:val="32"/>
        </w:rPr>
        <w:t>– De tous les biens que tu m’offres, répondit Gama à leur chef, le plus précieux pour moi serait un pilote expérimenté qui dirigeât mes vaisseaux vers l’Inde. Je le récompenserai royal</w:t>
      </w:r>
      <w:r w:rsidRPr="00801BAE">
        <w:rPr>
          <w:rFonts w:cs="Courier New"/>
          <w:szCs w:val="32"/>
        </w:rPr>
        <w:t>e</w:t>
      </w:r>
      <w:r w:rsidRPr="00801BAE">
        <w:rPr>
          <w:rFonts w:cs="Courier New"/>
          <w:szCs w:val="32"/>
        </w:rPr>
        <w:t>ment des services qu’il me rendra. Ne pourrais-tu me procurer personne ?</w:t>
      </w:r>
    </w:p>
    <w:p w14:paraId="73A11E58" w14:textId="77777777" w:rsidR="00FD7ABB" w:rsidRDefault="00FD28AE" w:rsidP="00FD7ABB">
      <w:r w:rsidRPr="00801BAE">
        <w:rPr>
          <w:rFonts w:cs="Courier New"/>
          <w:szCs w:val="32"/>
        </w:rPr>
        <w:t>– Je t’enverrai le pilote que tu désires, répondit le Maure.</w:t>
      </w:r>
    </w:p>
    <w:p w14:paraId="07161D11" w14:textId="77777777" w:rsidR="00FD7ABB" w:rsidRDefault="00FD28AE" w:rsidP="00FD7ABB">
      <w:r w:rsidRPr="00801BAE">
        <w:rPr>
          <w:rFonts w:cs="Courier New"/>
          <w:szCs w:val="32"/>
        </w:rPr>
        <w:t xml:space="preserve">Gama, dans sa loyale confiance, se livrait ainsi à la lâche perfidie des musulmans. Il remercia avec effusion et, l’heure des adieux étant arrivée, on se sépara enchantés, semblait-il, </w:t>
      </w:r>
      <w:r w:rsidRPr="00801BAE">
        <w:rPr>
          <w:rFonts w:cs="Courier New"/>
          <w:szCs w:val="32"/>
        </w:rPr>
        <w:lastRenderedPageBreak/>
        <w:t xml:space="preserve">les uns des autres. La satisfaction de Gama était sincère, celle des Maures, une façon de couvrir la trahison qu’ils méditaient. Dans son récit, </w:t>
      </w:r>
      <w:proofErr w:type="spellStart"/>
      <w:r w:rsidRPr="00801BAE">
        <w:rPr>
          <w:rFonts w:cs="Courier New"/>
          <w:szCs w:val="32"/>
        </w:rPr>
        <w:t>Alvero</w:t>
      </w:r>
      <w:proofErr w:type="spellEnd"/>
      <w:r w:rsidRPr="00801BAE">
        <w:rPr>
          <w:rFonts w:cs="Courier New"/>
          <w:szCs w:val="32"/>
        </w:rPr>
        <w:t xml:space="preserve"> Velho le dit positivement : « Ils tentèrent de s’emparer de nos personnes et de nous tuer par surprise ; mais le pilote donné par eux découvrit tout ce qu’ils avaient eu la v</w:t>
      </w:r>
      <w:r w:rsidRPr="00801BAE">
        <w:rPr>
          <w:rFonts w:cs="Courier New"/>
          <w:szCs w:val="32"/>
        </w:rPr>
        <w:t>o</w:t>
      </w:r>
      <w:r w:rsidRPr="00801BAE">
        <w:rPr>
          <w:rFonts w:cs="Courier New"/>
          <w:szCs w:val="32"/>
        </w:rPr>
        <w:t>lonté de faire contre nous et ce qui aurait eu lieu, s’ils l’eussent pu mettre à exécution.</w:t>
      </w:r>
    </w:p>
    <w:p w14:paraId="7665DBD5" w14:textId="77777777" w:rsidR="00FD7ABB" w:rsidRDefault="00FD28AE" w:rsidP="00FD7ABB">
      <w:r w:rsidRPr="00801BAE">
        <w:rPr>
          <w:rFonts w:cs="Courier New"/>
          <w:szCs w:val="32"/>
        </w:rPr>
        <w:t>Les bâtiments avaient remis à la voile. Les voyageurs part</w:t>
      </w:r>
      <w:r w:rsidRPr="00801BAE">
        <w:rPr>
          <w:rFonts w:cs="Courier New"/>
          <w:szCs w:val="32"/>
        </w:rPr>
        <w:t>i</w:t>
      </w:r>
      <w:r w:rsidRPr="00801BAE">
        <w:rPr>
          <w:rFonts w:cs="Courier New"/>
          <w:szCs w:val="32"/>
        </w:rPr>
        <w:t>rent, emportant ces fâcheuses impressions ; ils avaient déjà lai</w:t>
      </w:r>
      <w:r w:rsidRPr="00801BAE">
        <w:rPr>
          <w:rFonts w:cs="Courier New"/>
          <w:szCs w:val="32"/>
        </w:rPr>
        <w:t>s</w:t>
      </w:r>
      <w:r w:rsidRPr="00801BAE">
        <w:rPr>
          <w:rFonts w:cs="Courier New"/>
          <w:szCs w:val="32"/>
        </w:rPr>
        <w:t>sé Mozambique à quatre lieues en arrière, lorsqu’ils furent co</w:t>
      </w:r>
      <w:r w:rsidRPr="00801BAE">
        <w:rPr>
          <w:rFonts w:cs="Courier New"/>
          <w:szCs w:val="32"/>
        </w:rPr>
        <w:t>n</w:t>
      </w:r>
      <w:r w:rsidRPr="00801BAE">
        <w:rPr>
          <w:rFonts w:cs="Courier New"/>
          <w:szCs w:val="32"/>
        </w:rPr>
        <w:t>traints de mouiller de nouveau devant l’île et de s’y arrêter.</w:t>
      </w:r>
    </w:p>
    <w:p w14:paraId="3CAF5F3C" w14:textId="77777777" w:rsidR="00FD7ABB" w:rsidRDefault="00FD28AE" w:rsidP="00FD7ABB">
      <w:r w:rsidRPr="00801BAE">
        <w:rPr>
          <w:rFonts w:cs="Courier New"/>
          <w:szCs w:val="32"/>
        </w:rPr>
        <w:t>Mais Gama était devenu moins confiant. Les révélations du pilote, certains jeux de physionomie des Turcs qu’il avait, l’avant-veille, réunis à sa table, leurs regards énigmatiques, lui revenaient à la mémoire, augmentaient l’insurmontable inqui</w:t>
      </w:r>
      <w:r w:rsidRPr="00801BAE">
        <w:rPr>
          <w:rFonts w:cs="Courier New"/>
          <w:szCs w:val="32"/>
        </w:rPr>
        <w:t>é</w:t>
      </w:r>
      <w:r w:rsidRPr="00801BAE">
        <w:rPr>
          <w:rFonts w:cs="Courier New"/>
          <w:szCs w:val="32"/>
        </w:rPr>
        <w:t>tude qui s’était emparée de lui. Un de ces pressentiments qui ne trompent jamais avait réveillé sa prudence. Obligé d’aller sur le continent renouveler sa provision d’eau douce, il ordonne à ses hommes de faire leurs préparatifs pour l’accompagner au r</w:t>
      </w:r>
      <w:r w:rsidRPr="00801BAE">
        <w:rPr>
          <w:rFonts w:cs="Courier New"/>
          <w:szCs w:val="32"/>
        </w:rPr>
        <w:t>i</w:t>
      </w:r>
      <w:r w:rsidRPr="00801BAE">
        <w:rPr>
          <w:rFonts w:cs="Courier New"/>
          <w:szCs w:val="32"/>
        </w:rPr>
        <w:t>vage, mais il commande en même temps d’armer les chaloupes.</w:t>
      </w:r>
    </w:p>
    <w:p w14:paraId="2EE54728" w14:textId="77777777" w:rsidR="00FD7ABB" w:rsidRDefault="00FD28AE" w:rsidP="00FD7ABB">
      <w:r w:rsidRPr="00801BAE">
        <w:rPr>
          <w:rFonts w:cs="Courier New"/>
          <w:szCs w:val="32"/>
        </w:rPr>
        <w:t>Gama savait maintenant ce que vaut la parole d’un musu</w:t>
      </w:r>
      <w:r w:rsidRPr="00801BAE">
        <w:rPr>
          <w:rFonts w:cs="Courier New"/>
          <w:szCs w:val="32"/>
        </w:rPr>
        <w:t>l</w:t>
      </w:r>
      <w:r w:rsidRPr="00801BAE">
        <w:rPr>
          <w:rFonts w:cs="Courier New"/>
          <w:szCs w:val="32"/>
        </w:rPr>
        <w:t>man et, l’œil ouvert sur le danger prévu, il dirigeait avec une e</w:t>
      </w:r>
      <w:r w:rsidRPr="00801BAE">
        <w:rPr>
          <w:rFonts w:cs="Courier New"/>
          <w:szCs w:val="32"/>
        </w:rPr>
        <w:t>x</w:t>
      </w:r>
      <w:r w:rsidRPr="00801BAE">
        <w:rPr>
          <w:rFonts w:cs="Courier New"/>
          <w:szCs w:val="32"/>
        </w:rPr>
        <w:t>trême prudence les trois chaloupes qui formaient son escorte.</w:t>
      </w:r>
    </w:p>
    <w:p w14:paraId="2CE79283" w14:textId="77777777" w:rsidR="00FD7ABB" w:rsidRDefault="00FD28AE" w:rsidP="00FD7ABB">
      <w:r w:rsidRPr="00801BAE">
        <w:rPr>
          <w:rFonts w:cs="Courier New"/>
          <w:szCs w:val="32"/>
        </w:rPr>
        <w:t>À peine les Portugais touchaient-ils le rivage que les hab</w:t>
      </w:r>
      <w:r w:rsidRPr="00801BAE">
        <w:rPr>
          <w:rFonts w:cs="Courier New"/>
          <w:szCs w:val="32"/>
        </w:rPr>
        <w:t>i</w:t>
      </w:r>
      <w:r w:rsidRPr="00801BAE">
        <w:rPr>
          <w:rFonts w:cs="Courier New"/>
          <w:szCs w:val="32"/>
        </w:rPr>
        <w:t>tants, couverts de boucliers et armés de leurs javelots aux flèches empoisonnées, les enveloppent de tous côtés. Un peu plus loin, dans un silence absolu, des groupes nombreux d’infidèles attendent, pour en venir aux mains, que les Port</w:t>
      </w:r>
      <w:r w:rsidRPr="00801BAE">
        <w:rPr>
          <w:rFonts w:cs="Courier New"/>
          <w:szCs w:val="32"/>
        </w:rPr>
        <w:t>u</w:t>
      </w:r>
      <w:r w:rsidRPr="00801BAE">
        <w:rPr>
          <w:rFonts w:cs="Courier New"/>
          <w:szCs w:val="32"/>
        </w:rPr>
        <w:t xml:space="preserve">gais, </w:t>
      </w:r>
      <w:r w:rsidRPr="00801BAE">
        <w:rPr>
          <w:rFonts w:cs="Courier New"/>
          <w:szCs w:val="32"/>
        </w:rPr>
        <w:lastRenderedPageBreak/>
        <w:t>a</w:t>
      </w:r>
      <w:r w:rsidRPr="00801BAE">
        <w:rPr>
          <w:rFonts w:cs="Courier New"/>
          <w:szCs w:val="32"/>
        </w:rPr>
        <w:t>t</w:t>
      </w:r>
      <w:r w:rsidRPr="00801BAE">
        <w:rPr>
          <w:rFonts w:cs="Courier New"/>
          <w:szCs w:val="32"/>
        </w:rPr>
        <w:t>tirés loin de leurs vaisseaux, se trouvent au milieu d’eux à peu près sans défense. Ils se promettaient ainsi une facile vi</w:t>
      </w:r>
      <w:r w:rsidRPr="00801BAE">
        <w:rPr>
          <w:rFonts w:cs="Courier New"/>
          <w:szCs w:val="32"/>
        </w:rPr>
        <w:t>c</w:t>
      </w:r>
      <w:r w:rsidRPr="00801BAE">
        <w:rPr>
          <w:rFonts w:cs="Courier New"/>
          <w:szCs w:val="32"/>
        </w:rPr>
        <w:t>toire, mais ils avaient compté sans le coup d’œil expérimenté de G</w:t>
      </w:r>
      <w:r w:rsidRPr="00801BAE">
        <w:rPr>
          <w:rFonts w:cs="Courier New"/>
          <w:szCs w:val="32"/>
        </w:rPr>
        <w:t>a</w:t>
      </w:r>
      <w:r w:rsidRPr="00801BAE">
        <w:rPr>
          <w:rFonts w:cs="Courier New"/>
          <w:szCs w:val="32"/>
        </w:rPr>
        <w:t>ma. D’un geste, le capitaine a réuni ses soldats ; il ordonne, et l’artillerie des chaloupes fait entendre sa terrible voix. Un feu incessant et nourri fait connaître aux musulmans les armes po</w:t>
      </w:r>
      <w:r w:rsidRPr="00801BAE">
        <w:rPr>
          <w:rFonts w:cs="Courier New"/>
          <w:szCs w:val="32"/>
        </w:rPr>
        <w:t>r</w:t>
      </w:r>
      <w:r w:rsidRPr="00801BAE">
        <w:rPr>
          <w:rFonts w:cs="Courier New"/>
          <w:szCs w:val="32"/>
        </w:rPr>
        <w:t>tuga</w:t>
      </w:r>
      <w:r w:rsidRPr="00801BAE">
        <w:rPr>
          <w:rFonts w:cs="Courier New"/>
          <w:szCs w:val="32"/>
        </w:rPr>
        <w:t>i</w:t>
      </w:r>
      <w:r w:rsidRPr="00801BAE">
        <w:rPr>
          <w:rFonts w:cs="Courier New"/>
          <w:szCs w:val="32"/>
        </w:rPr>
        <w:t>ses. Les assaillants, épouvantés, se troublent et reculent ; leur bouillante ardeur se change en une lâche désertion ; ils se sa</w:t>
      </w:r>
      <w:r w:rsidRPr="00801BAE">
        <w:rPr>
          <w:rFonts w:cs="Courier New"/>
          <w:szCs w:val="32"/>
        </w:rPr>
        <w:t>u</w:t>
      </w:r>
      <w:r w:rsidRPr="00801BAE">
        <w:rPr>
          <w:rFonts w:cs="Courier New"/>
          <w:szCs w:val="32"/>
        </w:rPr>
        <w:t>vent, abandonnant sur la plage leurs blessés et leurs morts.</w:t>
      </w:r>
    </w:p>
    <w:p w14:paraId="4AEC8248" w14:textId="77777777" w:rsidR="00FD7ABB" w:rsidRDefault="00FD28AE" w:rsidP="00FD7ABB">
      <w:r w:rsidRPr="00801BAE">
        <w:rPr>
          <w:rFonts w:cs="Courier New"/>
          <w:szCs w:val="32"/>
        </w:rPr>
        <w:t>Les Portugais, entraînés par la fièvre de la victoire, les poursuivent ; la ville, sans murs et sans défense, est pillée et d</w:t>
      </w:r>
      <w:r w:rsidRPr="00801BAE">
        <w:rPr>
          <w:rFonts w:cs="Courier New"/>
          <w:szCs w:val="32"/>
        </w:rPr>
        <w:t>é</w:t>
      </w:r>
      <w:r w:rsidRPr="00801BAE">
        <w:rPr>
          <w:rFonts w:cs="Courier New"/>
          <w:szCs w:val="32"/>
        </w:rPr>
        <w:t>truite.</w:t>
      </w:r>
    </w:p>
    <w:p w14:paraId="6E4EE410" w14:textId="77777777" w:rsidR="00FD7ABB" w:rsidRDefault="00FD28AE" w:rsidP="00FD7ABB">
      <w:r w:rsidRPr="00801BAE">
        <w:rPr>
          <w:rFonts w:cs="Courier New"/>
          <w:szCs w:val="32"/>
        </w:rPr>
        <w:t>Pendant ce temps les barques surchargées de fuyards co</w:t>
      </w:r>
      <w:r w:rsidRPr="00801BAE">
        <w:rPr>
          <w:rFonts w:cs="Courier New"/>
          <w:szCs w:val="32"/>
        </w:rPr>
        <w:t>u</w:t>
      </w:r>
      <w:r w:rsidRPr="00801BAE">
        <w:rPr>
          <w:rFonts w:cs="Courier New"/>
          <w:szCs w:val="32"/>
        </w:rPr>
        <w:t>lent sous les coups redoublés de l’artillerie, qui n’a pas cessé de se faire entendre.</w:t>
      </w:r>
    </w:p>
    <w:p w14:paraId="639026D5" w14:textId="77777777" w:rsidR="00FD7ABB" w:rsidRDefault="00FD28AE" w:rsidP="00FD7ABB">
      <w:r w:rsidRPr="00801BAE">
        <w:rPr>
          <w:rFonts w:cs="Courier New"/>
          <w:szCs w:val="32"/>
        </w:rPr>
        <w:t>Enfin le jour s’achève, le silence succède aux clameurs des combattants, aux cris de détresse des vaincus, aux chants de triomphe des vainqueurs. Chargés d’un riche butin, les Port</w:t>
      </w:r>
      <w:r w:rsidRPr="00801BAE">
        <w:rPr>
          <w:rFonts w:cs="Courier New"/>
          <w:szCs w:val="32"/>
        </w:rPr>
        <w:t>u</w:t>
      </w:r>
      <w:r w:rsidRPr="00801BAE">
        <w:rPr>
          <w:rFonts w:cs="Courier New"/>
          <w:szCs w:val="32"/>
        </w:rPr>
        <w:t>gais regagnent leurs vaisseaux.</w:t>
      </w:r>
    </w:p>
    <w:p w14:paraId="2C2E9E4F" w14:textId="77777777" w:rsidR="00FD7ABB" w:rsidRDefault="00FD28AE" w:rsidP="00FD7ABB">
      <w:r w:rsidRPr="00801BAE">
        <w:rPr>
          <w:rFonts w:cs="Courier New"/>
          <w:szCs w:val="32"/>
        </w:rPr>
        <w:t>Ils allaient lever l’ancre, quand un messager vint, de la part du gouverneur de l’île, les convier à la paix. Les musulmans d</w:t>
      </w:r>
      <w:r w:rsidRPr="00801BAE">
        <w:rPr>
          <w:rFonts w:cs="Courier New"/>
          <w:szCs w:val="32"/>
        </w:rPr>
        <w:t>e</w:t>
      </w:r>
      <w:r w:rsidRPr="00801BAE">
        <w:rPr>
          <w:rFonts w:cs="Courier New"/>
          <w:szCs w:val="32"/>
        </w:rPr>
        <w:t>mandaient un traité d’alliance et, comme gage de la foi jurée, o</w:t>
      </w:r>
      <w:r w:rsidRPr="00801BAE">
        <w:rPr>
          <w:rFonts w:cs="Courier New"/>
          <w:szCs w:val="32"/>
        </w:rPr>
        <w:t>f</w:t>
      </w:r>
      <w:r w:rsidRPr="00801BAE">
        <w:rPr>
          <w:rFonts w:cs="Courier New"/>
          <w:szCs w:val="32"/>
        </w:rPr>
        <w:t>fraient un pilote plus expérimenté, disait-on, et plus sûr que le premier.</w:t>
      </w:r>
    </w:p>
    <w:p w14:paraId="137C09E1" w14:textId="77777777" w:rsidR="00FD7ABB" w:rsidRDefault="00FD28AE" w:rsidP="00FD7ABB">
      <w:r w:rsidRPr="00801BAE">
        <w:rPr>
          <w:rFonts w:cs="Courier New"/>
          <w:szCs w:val="32"/>
        </w:rPr>
        <w:t xml:space="preserve">C’était une trahison nouvelle. Ce pilote était un Maure plein de ruse et d’astuce, habile dans l’art de tromper ; capable d’ailleurs de conduire une entreprise difficile. Le gouverneur l’avait fait appeler et l’avait mis brièvement au courant de sa mission : « Va, lui avait-il dit, va trouver les </w:t>
      </w:r>
      <w:r w:rsidRPr="00801BAE">
        <w:rPr>
          <w:rFonts w:cs="Courier New"/>
          <w:szCs w:val="32"/>
        </w:rPr>
        <w:lastRenderedPageBreak/>
        <w:t>Portugais, conduis-les de périls en périls et d’écueils en écueils, jusqu’à ce que la mer les ait tous engloutis. Reviens ensuite, je te ferai riche et puissant. »</w:t>
      </w:r>
    </w:p>
    <w:p w14:paraId="1893B3AA" w14:textId="77777777" w:rsidR="00FD7ABB" w:rsidRDefault="00FD28AE" w:rsidP="00FD7ABB">
      <w:r w:rsidRPr="00801BAE">
        <w:rPr>
          <w:rFonts w:cs="Courier New"/>
          <w:szCs w:val="32"/>
        </w:rPr>
        <w:t>Cette fois Gama n’eut ni pressentiment, ni soupçon. Il a</w:t>
      </w:r>
      <w:r w:rsidRPr="00801BAE">
        <w:rPr>
          <w:rFonts w:cs="Courier New"/>
          <w:szCs w:val="32"/>
        </w:rPr>
        <w:t>c</w:t>
      </w:r>
      <w:r w:rsidRPr="00801BAE">
        <w:rPr>
          <w:rFonts w:cs="Courier New"/>
          <w:szCs w:val="32"/>
        </w:rPr>
        <w:t>corda sans hésitation toutes les faveurs demandées, pensant ne pouvoir acheter trop cher les services d’un aussi bon guide. I</w:t>
      </w:r>
      <w:r w:rsidRPr="00801BAE">
        <w:rPr>
          <w:rFonts w:cs="Courier New"/>
          <w:szCs w:val="32"/>
        </w:rPr>
        <w:t>m</w:t>
      </w:r>
      <w:r w:rsidRPr="00801BAE">
        <w:rPr>
          <w:rFonts w:cs="Courier New"/>
          <w:szCs w:val="32"/>
        </w:rPr>
        <w:t>patient du reste de poursuivre sa route et de profiter des vents favorables, il accueillit le pilote avec une bienveillance excessive et répondit par de pacifiques engagements au message du go</w:t>
      </w:r>
      <w:r w:rsidRPr="00801BAE">
        <w:rPr>
          <w:rFonts w:cs="Courier New"/>
          <w:szCs w:val="32"/>
        </w:rPr>
        <w:t>u</w:t>
      </w:r>
      <w:r w:rsidRPr="00801BAE">
        <w:rPr>
          <w:rFonts w:cs="Courier New"/>
          <w:szCs w:val="32"/>
        </w:rPr>
        <w:t>verneur.</w:t>
      </w:r>
    </w:p>
    <w:p w14:paraId="756039B3" w14:textId="77777777" w:rsidR="00FD7ABB" w:rsidRDefault="00FD28AE" w:rsidP="00FD7ABB">
      <w:r w:rsidRPr="00801BAE">
        <w:rPr>
          <w:rFonts w:cs="Courier New"/>
          <w:szCs w:val="32"/>
        </w:rPr>
        <w:t>Peu après le signal du départ était donné et la flottille, d</w:t>
      </w:r>
      <w:r w:rsidRPr="00801BAE">
        <w:rPr>
          <w:rFonts w:cs="Courier New"/>
          <w:szCs w:val="32"/>
        </w:rPr>
        <w:t>é</w:t>
      </w:r>
      <w:r w:rsidRPr="00801BAE">
        <w:rPr>
          <w:rFonts w:cs="Courier New"/>
          <w:szCs w:val="32"/>
        </w:rPr>
        <w:t>ployant ses voiles, reprenait sa course sur l’Océan conduite par le pilote qui avait juré de la perdre.</w:t>
      </w:r>
    </w:p>
    <w:p w14:paraId="07928A08" w14:textId="77777777" w:rsidR="00FD7ABB" w:rsidRDefault="00FD28AE" w:rsidP="00FD7ABB">
      <w:r w:rsidRPr="00801BAE">
        <w:rPr>
          <w:rFonts w:cs="Courier New"/>
          <w:szCs w:val="32"/>
        </w:rPr>
        <w:t>Il était d’une remarquable souplesse de caractère et, dès les premiers jours, sut se faire bien venir de tous les matelots. Co</w:t>
      </w:r>
      <w:r w:rsidRPr="00801BAE">
        <w:rPr>
          <w:rFonts w:cs="Courier New"/>
          <w:szCs w:val="32"/>
        </w:rPr>
        <w:t>n</w:t>
      </w:r>
      <w:r w:rsidRPr="00801BAE">
        <w:rPr>
          <w:rFonts w:cs="Courier New"/>
          <w:szCs w:val="32"/>
        </w:rPr>
        <w:t>teur agréable, il prenait un infernal plaisir à leur faire la de</w:t>
      </w:r>
      <w:r w:rsidRPr="00801BAE">
        <w:rPr>
          <w:rFonts w:cs="Courier New"/>
          <w:szCs w:val="32"/>
        </w:rPr>
        <w:t>s</w:t>
      </w:r>
      <w:r w:rsidRPr="00801BAE">
        <w:rPr>
          <w:rFonts w:cs="Courier New"/>
          <w:szCs w:val="32"/>
        </w:rPr>
        <w:t>cription des contrées merveilleuses qu’il leur promettait, mais sur lesquelles, pensait-il tout bas, il saurait bien les empêcher de poser le pied.</w:t>
      </w:r>
    </w:p>
    <w:p w14:paraId="1BC60E14" w14:textId="77777777" w:rsidR="00FD7ABB" w:rsidRDefault="00FD28AE" w:rsidP="00FD7ABB">
      <w:r w:rsidRPr="00801BAE">
        <w:rPr>
          <w:rFonts w:cs="Courier New"/>
          <w:szCs w:val="32"/>
        </w:rPr>
        <w:t>Il avait réponse à tout et, avec une incontestable habileté savait entretenir et flatter les espérances des marins. Gama, charmé, lui témoignait une entière confiance et passait de longues heures à l’interroger et à l’écouter.</w:t>
      </w:r>
    </w:p>
    <w:p w14:paraId="1816DF73" w14:textId="77777777" w:rsidR="00FD7ABB" w:rsidRDefault="00FD28AE" w:rsidP="00FD7ABB">
      <w:r w:rsidRPr="00801BAE">
        <w:rPr>
          <w:rFonts w:cs="Courier New"/>
          <w:szCs w:val="32"/>
        </w:rPr>
        <w:t>« Au milieu de ces mers que nous parcourons, lui dit un jour le pilote, non loin de nous, il y a une île, où, de tout temps, le Christ a eu des adorateurs et des temples. »</w:t>
      </w:r>
    </w:p>
    <w:p w14:paraId="4086EB83" w14:textId="77777777" w:rsidR="00FD7ABB" w:rsidRDefault="00FD28AE" w:rsidP="00FD7ABB">
      <w:r w:rsidRPr="00801BAE">
        <w:rPr>
          <w:rFonts w:cs="Courier New"/>
          <w:szCs w:val="32"/>
        </w:rPr>
        <w:t>L’ardent chrétien tressaillit de joie à cette révélation : « Mon ami, dit-il, conduis-nous vers cette île ; je te promets une riche récompense.</w:t>
      </w:r>
    </w:p>
    <w:p w14:paraId="1305C4ED" w14:textId="77777777" w:rsidR="00FD7ABB" w:rsidRDefault="00FD28AE" w:rsidP="00FD7ABB">
      <w:r w:rsidRPr="00801BAE">
        <w:rPr>
          <w:rFonts w:cs="Courier New"/>
          <w:szCs w:val="32"/>
        </w:rPr>
        <w:lastRenderedPageBreak/>
        <w:t xml:space="preserve">« À vos ordres », répondit le pilote, et la flottille se dirigea vers </w:t>
      </w:r>
      <w:proofErr w:type="spellStart"/>
      <w:r w:rsidRPr="00801BAE">
        <w:rPr>
          <w:rFonts w:cs="Courier New"/>
          <w:szCs w:val="32"/>
        </w:rPr>
        <w:t>Quiloa</w:t>
      </w:r>
      <w:proofErr w:type="spellEnd"/>
      <w:r w:rsidRPr="00801BAE">
        <w:rPr>
          <w:rFonts w:cs="Courier New"/>
          <w:szCs w:val="32"/>
        </w:rPr>
        <w:t>, cette ville de l’Afrique australe dont les habitants, tous disciples de Mahomet, passaient avec raison pour une n</w:t>
      </w:r>
      <w:r w:rsidRPr="00801BAE">
        <w:rPr>
          <w:rFonts w:cs="Courier New"/>
          <w:szCs w:val="32"/>
        </w:rPr>
        <w:t>a</w:t>
      </w:r>
      <w:r w:rsidRPr="00801BAE">
        <w:rPr>
          <w:rFonts w:cs="Courier New"/>
          <w:szCs w:val="32"/>
        </w:rPr>
        <w:t>tion parjure et cruelle. Ce n’était plus la faible Mozambique, et l’imposteur comptait bien que, cette fois, les Portugais n’échapperaient plus aux fureurs de ses coreligionnaires.</w:t>
      </w:r>
    </w:p>
    <w:p w14:paraId="5F6084BF" w14:textId="77777777" w:rsidR="00FD7ABB" w:rsidRDefault="00FD28AE" w:rsidP="00FD7ABB">
      <w:r w:rsidRPr="00801BAE">
        <w:rPr>
          <w:rFonts w:cs="Courier New"/>
          <w:szCs w:val="32"/>
        </w:rPr>
        <w:t>Heureusement, et comme pour déjouer les projets du pilote infidèle, le bon Dieu permit que des vents contraires s’élevassent tout à coup. Il fallut céder à leur violence et reno</w:t>
      </w:r>
      <w:r w:rsidRPr="00801BAE">
        <w:rPr>
          <w:rFonts w:cs="Courier New"/>
          <w:szCs w:val="32"/>
        </w:rPr>
        <w:t>n</w:t>
      </w:r>
      <w:r w:rsidRPr="00801BAE">
        <w:rPr>
          <w:rFonts w:cs="Courier New"/>
          <w:szCs w:val="32"/>
        </w:rPr>
        <w:t xml:space="preserve">cer à visiter </w:t>
      </w:r>
      <w:proofErr w:type="spellStart"/>
      <w:r w:rsidRPr="00801BAE">
        <w:rPr>
          <w:rFonts w:cs="Courier New"/>
          <w:szCs w:val="32"/>
        </w:rPr>
        <w:t>Quiloa</w:t>
      </w:r>
      <w:proofErr w:type="spellEnd"/>
      <w:r w:rsidRPr="00801BAE">
        <w:rPr>
          <w:rFonts w:cs="Courier New"/>
          <w:szCs w:val="32"/>
        </w:rPr>
        <w:t>. Mais ce à quoi le Maure ne renonçait pas, c’était au désir de perdre les vaisseaux. Sur son conseil, on fit voile vers une autre île qui, selon lui, était également peuplée et par des familles chrétiennes et par des musulmans. C’était un nouveau mensonge, une nouvelle trahison : aucun chrétien n’habitait ce pays ; Mahomet y régnait seul.</w:t>
      </w:r>
    </w:p>
    <w:p w14:paraId="14D18CA0" w14:textId="77777777" w:rsidR="00FD7ABB" w:rsidRDefault="00FD28AE" w:rsidP="00FD7ABB">
      <w:r w:rsidRPr="00801BAE">
        <w:rPr>
          <w:rFonts w:cs="Courier New"/>
          <w:szCs w:val="32"/>
        </w:rPr>
        <w:t>Une fois de plus, Gama se laisse éblouir. Le 4 avril, on a</w:t>
      </w:r>
      <w:r w:rsidRPr="00801BAE">
        <w:rPr>
          <w:rFonts w:cs="Courier New"/>
          <w:szCs w:val="32"/>
        </w:rPr>
        <w:t>t</w:t>
      </w:r>
      <w:r w:rsidRPr="00801BAE">
        <w:rPr>
          <w:rFonts w:cs="Courier New"/>
          <w:szCs w:val="32"/>
        </w:rPr>
        <w:t xml:space="preserve">teignit la partie de la côte où s’élevait la cité de </w:t>
      </w:r>
      <w:proofErr w:type="spellStart"/>
      <w:r w:rsidRPr="00801BAE">
        <w:rPr>
          <w:rFonts w:cs="Courier New"/>
          <w:szCs w:val="32"/>
        </w:rPr>
        <w:t>Monbaze</w:t>
      </w:r>
      <w:proofErr w:type="spellEnd"/>
      <w:r w:rsidRPr="00801BAE">
        <w:rPr>
          <w:rFonts w:cs="Courier New"/>
          <w:szCs w:val="32"/>
        </w:rPr>
        <w:t>. C’était une escale commode, ardemment désirée, et l’on ne tarda pas à voir les édifices de la cité ; le 7, on mouillait dans le port.</w:t>
      </w:r>
    </w:p>
    <w:p w14:paraId="460C858E" w14:textId="77777777" w:rsidR="00FD7ABB" w:rsidRDefault="00FD28AE" w:rsidP="00FD7ABB">
      <w:r w:rsidRPr="00801BAE">
        <w:rPr>
          <w:rFonts w:cs="Courier New"/>
          <w:szCs w:val="32"/>
        </w:rPr>
        <w:t>Dès que la flotte fut en vue, de légers bateaux s’avancèrent, apportant aux navigateurs un message pacifique du vieux roi musulman. Leur chef, au nom de son roi, adressa au comma</w:t>
      </w:r>
      <w:r w:rsidRPr="00801BAE">
        <w:rPr>
          <w:rFonts w:cs="Courier New"/>
          <w:szCs w:val="32"/>
        </w:rPr>
        <w:t>n</w:t>
      </w:r>
      <w:r w:rsidRPr="00801BAE">
        <w:rPr>
          <w:rFonts w:cs="Courier New"/>
          <w:szCs w:val="32"/>
        </w:rPr>
        <w:t>dant les paroles les plus flatteuses ; il le traita de vaillant cap</w:t>
      </w:r>
      <w:r w:rsidRPr="00801BAE">
        <w:rPr>
          <w:rFonts w:cs="Courier New"/>
          <w:szCs w:val="32"/>
        </w:rPr>
        <w:t>i</w:t>
      </w:r>
      <w:r w:rsidRPr="00801BAE">
        <w:rPr>
          <w:rFonts w:cs="Courier New"/>
          <w:szCs w:val="32"/>
        </w:rPr>
        <w:t xml:space="preserve">taine, d’illustre navigateur, et exprima la joie que toute la cité de </w:t>
      </w:r>
      <w:proofErr w:type="spellStart"/>
      <w:r w:rsidRPr="00801BAE">
        <w:rPr>
          <w:rFonts w:cs="Courier New"/>
          <w:szCs w:val="32"/>
        </w:rPr>
        <w:t>Monbaze</w:t>
      </w:r>
      <w:proofErr w:type="spellEnd"/>
      <w:r w:rsidRPr="00801BAE">
        <w:rPr>
          <w:rFonts w:cs="Courier New"/>
          <w:szCs w:val="32"/>
        </w:rPr>
        <w:t xml:space="preserve"> éprouvait à offrir aux voyageurs la plus large hospital</w:t>
      </w:r>
      <w:r w:rsidRPr="00801BAE">
        <w:rPr>
          <w:rFonts w:cs="Courier New"/>
          <w:szCs w:val="32"/>
        </w:rPr>
        <w:t>i</w:t>
      </w:r>
      <w:r w:rsidRPr="00801BAE">
        <w:rPr>
          <w:rFonts w:cs="Courier New"/>
          <w:szCs w:val="32"/>
        </w:rPr>
        <w:t xml:space="preserve">té. « Si tu viens chercher, dit-il à Gama, les riches produits de l’Orient, ses parfums, ses pierres précieuses et ses diamants, tu trouveras à </w:t>
      </w:r>
      <w:proofErr w:type="spellStart"/>
      <w:r w:rsidRPr="00801BAE">
        <w:rPr>
          <w:rFonts w:cs="Courier New"/>
          <w:szCs w:val="32"/>
        </w:rPr>
        <w:t>Monbaze</w:t>
      </w:r>
      <w:proofErr w:type="spellEnd"/>
      <w:r w:rsidRPr="00801BAE">
        <w:rPr>
          <w:rFonts w:cs="Courier New"/>
          <w:szCs w:val="32"/>
        </w:rPr>
        <w:t xml:space="preserve"> même tout ce que tu désires ; si tu viens y chercher des frères, apprends que des familles chrétiennes v</w:t>
      </w:r>
      <w:r w:rsidRPr="00801BAE">
        <w:rPr>
          <w:rFonts w:cs="Courier New"/>
          <w:szCs w:val="32"/>
        </w:rPr>
        <w:t>i</w:t>
      </w:r>
      <w:r w:rsidRPr="00801BAE">
        <w:rPr>
          <w:rFonts w:cs="Courier New"/>
          <w:szCs w:val="32"/>
        </w:rPr>
        <w:t xml:space="preserve">vent paisiblement sous les lois du </w:t>
      </w:r>
      <w:r w:rsidRPr="00801BAE">
        <w:rPr>
          <w:rFonts w:cs="Courier New"/>
          <w:szCs w:val="32"/>
        </w:rPr>
        <w:lastRenderedPageBreak/>
        <w:t>monarque qui nous go</w:t>
      </w:r>
      <w:r w:rsidRPr="00801BAE">
        <w:rPr>
          <w:rFonts w:cs="Courier New"/>
          <w:szCs w:val="32"/>
        </w:rPr>
        <w:t>u</w:t>
      </w:r>
      <w:r w:rsidRPr="00801BAE">
        <w:rPr>
          <w:rFonts w:cs="Courier New"/>
          <w:szCs w:val="32"/>
        </w:rPr>
        <w:t xml:space="preserve">verne ; sa tolérance a peuplé </w:t>
      </w:r>
      <w:proofErr w:type="spellStart"/>
      <w:r w:rsidRPr="00801BAE">
        <w:rPr>
          <w:rFonts w:cs="Courier New"/>
          <w:szCs w:val="32"/>
        </w:rPr>
        <w:t>Monbaze</w:t>
      </w:r>
      <w:proofErr w:type="spellEnd"/>
      <w:r w:rsidRPr="00801BAE">
        <w:rPr>
          <w:rFonts w:cs="Courier New"/>
          <w:szCs w:val="32"/>
        </w:rPr>
        <w:t xml:space="preserve"> de disciples du Christ. »</w:t>
      </w:r>
    </w:p>
    <w:p w14:paraId="696C7199" w14:textId="77777777" w:rsidR="00FD7ABB" w:rsidRDefault="00FD28AE" w:rsidP="00FD7ABB">
      <w:r w:rsidRPr="00801BAE">
        <w:rPr>
          <w:rFonts w:cs="Courier New"/>
          <w:szCs w:val="32"/>
        </w:rPr>
        <w:t>On ne pouvait parler avec une habileté plus raffinée ; le roi faisait promettre aux étrangers toutes les richesses, tous les produits précieux de l’Orient, puis il le confirmait dans l’idée qu’ils trouveraient dans la ville des communautés chrétiennes, ce qui prouve que les musulmans de ces contrées avaient deviné les grands objets qu’avaient en vue les Portugais en abordant ces parages : le développement du commerce et la propagation da christianisme.</w:t>
      </w:r>
    </w:p>
    <w:p w14:paraId="004EF2B2" w14:textId="77777777" w:rsidR="00FD28AE" w:rsidRPr="00801BAE" w:rsidRDefault="00FD28AE" w:rsidP="00FD28AE">
      <w:pPr>
        <w:pStyle w:val="Titre1"/>
      </w:pPr>
      <w:bookmarkStart w:id="9" w:name="_Toc271750264"/>
      <w:bookmarkStart w:id="10" w:name="_Toc195615293"/>
      <w:r w:rsidRPr="00801BAE">
        <w:lastRenderedPageBreak/>
        <w:t>V</w:t>
      </w:r>
      <w:bookmarkEnd w:id="9"/>
      <w:bookmarkEnd w:id="10"/>
      <w:r w:rsidRPr="00801BAE">
        <w:br/>
      </w:r>
    </w:p>
    <w:p w14:paraId="6FC150A8" w14:textId="77777777" w:rsidR="00FD7ABB" w:rsidRDefault="00FD28AE" w:rsidP="00FD7ABB">
      <w:r w:rsidRPr="00801BAE">
        <w:rPr>
          <w:rFonts w:cs="Courier New"/>
          <w:szCs w:val="32"/>
        </w:rPr>
        <w:t>Gama, satisfait du bon accueil qui lui était promis, se mo</w:t>
      </w:r>
      <w:r w:rsidRPr="00801BAE">
        <w:rPr>
          <w:rFonts w:cs="Courier New"/>
          <w:szCs w:val="32"/>
        </w:rPr>
        <w:t>n</w:t>
      </w:r>
      <w:r w:rsidRPr="00801BAE">
        <w:rPr>
          <w:rFonts w:cs="Courier New"/>
          <w:szCs w:val="32"/>
        </w:rPr>
        <w:t xml:space="preserve">tra tout disposé à répondre à l’invitation du roi et à aller à </w:t>
      </w:r>
      <w:proofErr w:type="spellStart"/>
      <w:r w:rsidRPr="00801BAE">
        <w:rPr>
          <w:rFonts w:cs="Courier New"/>
          <w:szCs w:val="32"/>
        </w:rPr>
        <w:t>Mo</w:t>
      </w:r>
      <w:r w:rsidRPr="00801BAE">
        <w:rPr>
          <w:rFonts w:cs="Courier New"/>
          <w:szCs w:val="32"/>
        </w:rPr>
        <w:t>n</w:t>
      </w:r>
      <w:r w:rsidRPr="00801BAE">
        <w:rPr>
          <w:rFonts w:cs="Courier New"/>
          <w:szCs w:val="32"/>
        </w:rPr>
        <w:t>baze</w:t>
      </w:r>
      <w:proofErr w:type="spellEnd"/>
      <w:r w:rsidRPr="00801BAE">
        <w:rPr>
          <w:rFonts w:cs="Courier New"/>
          <w:szCs w:val="32"/>
        </w:rPr>
        <w:t xml:space="preserve"> avec tout son équipage. Néanmoins il n’avait pas oublié Mozambique, et sa confiance n’était pas si complète que sa pr</w:t>
      </w:r>
      <w:r w:rsidRPr="00801BAE">
        <w:rPr>
          <w:rFonts w:cs="Courier New"/>
          <w:szCs w:val="32"/>
        </w:rPr>
        <w:t>u</w:t>
      </w:r>
      <w:r w:rsidRPr="00801BAE">
        <w:rPr>
          <w:rFonts w:cs="Courier New"/>
          <w:szCs w:val="32"/>
        </w:rPr>
        <w:t>dence ne restât en éveil.</w:t>
      </w:r>
    </w:p>
    <w:p w14:paraId="66402D80" w14:textId="77777777" w:rsidR="00FD7ABB" w:rsidRDefault="00FD28AE" w:rsidP="00FD7ABB">
      <w:r w:rsidRPr="00801BAE">
        <w:rPr>
          <w:rFonts w:cs="Courier New"/>
          <w:szCs w:val="32"/>
        </w:rPr>
        <w:t>Il avait amené sur ses vaisseaux des condamnés dont on avait commué la peine et qui cherchaient à racheter un passé coupable par leur courage et leur dévouement à la patrie. Le commandant choisit deux de ces hommes et leur dit : « Allez en éclaireurs ; observez ce peuple qui nous offre l’hospitalité ; ét</w:t>
      </w:r>
      <w:r w:rsidRPr="00801BAE">
        <w:rPr>
          <w:rFonts w:cs="Courier New"/>
          <w:szCs w:val="32"/>
        </w:rPr>
        <w:t>u</w:t>
      </w:r>
      <w:r w:rsidRPr="00801BAE">
        <w:rPr>
          <w:rFonts w:cs="Courier New"/>
          <w:szCs w:val="32"/>
        </w:rPr>
        <w:t>diez son caractère, ses mœurs. Renseignez-vous sur les forces de la cité, voyez son port, ses arsenaux, ses remparts ; mais surtout visitez les chrétiens et annoncez-leur l’arrivée de leurs frères. »</w:t>
      </w:r>
    </w:p>
    <w:p w14:paraId="471E6217" w14:textId="77777777" w:rsidR="00FD7ABB" w:rsidRDefault="00FD28AE" w:rsidP="00FD7ABB">
      <w:r w:rsidRPr="00801BAE">
        <w:rPr>
          <w:rFonts w:cs="Courier New"/>
          <w:szCs w:val="32"/>
        </w:rPr>
        <w:t>Il les chargea de présents pour le roi. C’étaient les premiers gages d’une alliance qu’il croyait commencée et dont il voulait resserrer les liens.</w:t>
      </w:r>
    </w:p>
    <w:p w14:paraId="73A5D6FB" w14:textId="77777777" w:rsidR="00FD7ABB" w:rsidRDefault="00FD28AE" w:rsidP="00FD7ABB">
      <w:r w:rsidRPr="00801BAE">
        <w:rPr>
          <w:rFonts w:cs="Courier New"/>
          <w:szCs w:val="32"/>
        </w:rPr>
        <w:t>Les deux Portugais, pénétrés de leur mission, quittèrent la flotte et furent accueillis sur la rive par les témoignages tro</w:t>
      </w:r>
      <w:r w:rsidRPr="00801BAE">
        <w:rPr>
          <w:rFonts w:cs="Courier New"/>
          <w:szCs w:val="32"/>
        </w:rPr>
        <w:t>m</w:t>
      </w:r>
      <w:r w:rsidRPr="00801BAE">
        <w:rPr>
          <w:rFonts w:cs="Courier New"/>
          <w:szCs w:val="32"/>
        </w:rPr>
        <w:t>peurs d’une bienveillance générale. Tout à fait rassurés, ils vont chez le roi, lui offrent leurs présents, se promènent dans la cité, agissant en vrais bons enfants, tandis que les infidèles les épient, les observent, les égarent. Perfides et soupçonneux, to</w:t>
      </w:r>
      <w:r w:rsidRPr="00801BAE">
        <w:rPr>
          <w:rFonts w:cs="Courier New"/>
          <w:szCs w:val="32"/>
        </w:rPr>
        <w:t>u</w:t>
      </w:r>
      <w:r w:rsidRPr="00801BAE">
        <w:rPr>
          <w:rFonts w:cs="Courier New"/>
          <w:szCs w:val="32"/>
        </w:rPr>
        <w:t>jours prêts à trahir, ils s’imaginaient que les deux Portugais étaient des traîtres aussi.</w:t>
      </w:r>
    </w:p>
    <w:p w14:paraId="3C355817" w14:textId="77777777" w:rsidR="00FD7ABB" w:rsidRDefault="00FD28AE" w:rsidP="00FD7ABB">
      <w:r w:rsidRPr="00801BAE">
        <w:rPr>
          <w:rFonts w:cs="Courier New"/>
          <w:szCs w:val="32"/>
        </w:rPr>
        <w:lastRenderedPageBreak/>
        <w:t xml:space="preserve">Enfin les deux envoyés de Gama demandent à visiter les églises. On les conduisit aussitôt dans un temple que, dans leur naïve bonne foi, ils prirent sans hésiter pour une église. Or pas un catholique ne vivait à </w:t>
      </w:r>
      <w:proofErr w:type="spellStart"/>
      <w:r w:rsidRPr="00801BAE">
        <w:rPr>
          <w:rFonts w:cs="Courier New"/>
          <w:szCs w:val="32"/>
        </w:rPr>
        <w:t>Monbaze</w:t>
      </w:r>
      <w:proofErr w:type="spellEnd"/>
      <w:r w:rsidRPr="00801BAE">
        <w:rPr>
          <w:rFonts w:cs="Courier New"/>
          <w:szCs w:val="32"/>
        </w:rPr>
        <w:t>. Il y avait seulement quelques chrétiens abyssins que l’intérêt du commerce y faisait tolérer. Ces chrétiens d’Éthiopie, dont la religion n’était qu’un mélange grossier du rite grec et du judaïsme, avaient un espèce de temple orné d’images chrétiennes. Les Maures en profitèrent pour tromper les Portugais et les attirer dans le piège.</w:t>
      </w:r>
    </w:p>
    <w:p w14:paraId="65813C66" w14:textId="77777777" w:rsidR="00FD7ABB" w:rsidRDefault="00FD28AE" w:rsidP="00FD7ABB">
      <w:r w:rsidRPr="00801BAE">
        <w:rPr>
          <w:rFonts w:cs="Courier New"/>
          <w:szCs w:val="32"/>
        </w:rPr>
        <w:t>Ces derniers, sans défiance, acceptèrent tout, se laissèrent fêter, choyer, et, le lendemain, tout fiers et triomphants, retou</w:t>
      </w:r>
      <w:r w:rsidRPr="00801BAE">
        <w:rPr>
          <w:rFonts w:cs="Courier New"/>
          <w:szCs w:val="32"/>
        </w:rPr>
        <w:t>r</w:t>
      </w:r>
      <w:r w:rsidRPr="00801BAE">
        <w:rPr>
          <w:rFonts w:cs="Courier New"/>
          <w:szCs w:val="32"/>
        </w:rPr>
        <w:t xml:space="preserve">nèrent auprès de Gama et lui firent un récit enthousiaste de l’excellent accueil qu’ils avaient reçu : « Oui, disaient-ils, nous avons vu un prêtre, des autels, une église ; nous y avons prié au milieu d’un peuple nombreux. À la ville, au palais royal, partout on nous a témoigné la même bienveillance, la même cordialité. Si la bonne foi ne règne pas à </w:t>
      </w:r>
      <w:proofErr w:type="spellStart"/>
      <w:r w:rsidRPr="00801BAE">
        <w:rPr>
          <w:rFonts w:cs="Courier New"/>
          <w:szCs w:val="32"/>
        </w:rPr>
        <w:t>Monbaze</w:t>
      </w:r>
      <w:proofErr w:type="spellEnd"/>
      <w:r w:rsidRPr="00801BAE">
        <w:rPr>
          <w:rFonts w:cs="Courier New"/>
          <w:szCs w:val="32"/>
        </w:rPr>
        <w:t>, elle n’est nulle part. »</w:t>
      </w:r>
    </w:p>
    <w:p w14:paraId="29F7114A" w14:textId="77777777" w:rsidR="00FD7ABB" w:rsidRDefault="00FD28AE" w:rsidP="00FD7ABB">
      <w:r w:rsidRPr="00801BAE">
        <w:rPr>
          <w:rFonts w:cs="Courier New"/>
          <w:szCs w:val="32"/>
        </w:rPr>
        <w:t>Toute la prudence de Gama s’évanouit devant ces affirm</w:t>
      </w:r>
      <w:r w:rsidRPr="00801BAE">
        <w:rPr>
          <w:rFonts w:cs="Courier New"/>
          <w:szCs w:val="32"/>
        </w:rPr>
        <w:t>a</w:t>
      </w:r>
      <w:r w:rsidRPr="00801BAE">
        <w:rPr>
          <w:rFonts w:cs="Courier New"/>
          <w:szCs w:val="32"/>
        </w:rPr>
        <w:t>tions ; il reçut avec joie les infidèles qui montaient à son bord et se disposa à entrer dans la ville.</w:t>
      </w:r>
    </w:p>
    <w:p w14:paraId="065EFD82" w14:textId="77777777" w:rsidR="00FD7ABB" w:rsidRDefault="00FD28AE" w:rsidP="00FD7ABB">
      <w:r w:rsidRPr="00801BAE">
        <w:rPr>
          <w:rFonts w:cs="Courier New"/>
          <w:szCs w:val="32"/>
        </w:rPr>
        <w:t>Absorbé par la joie qu’il éprouvait, il n’avait pas remarqué qu’une agitation singulière régnait dans la cité. On y rassemblait à la hâte des armes et des machines de guerre. Égrenée sur le r</w:t>
      </w:r>
      <w:r w:rsidRPr="00801BAE">
        <w:rPr>
          <w:rFonts w:cs="Courier New"/>
          <w:szCs w:val="32"/>
        </w:rPr>
        <w:t>i</w:t>
      </w:r>
      <w:r w:rsidRPr="00801BAE">
        <w:rPr>
          <w:rFonts w:cs="Courier New"/>
          <w:szCs w:val="32"/>
        </w:rPr>
        <w:t xml:space="preserve">vage, la milice de </w:t>
      </w:r>
      <w:proofErr w:type="spellStart"/>
      <w:r w:rsidRPr="00801BAE">
        <w:rPr>
          <w:rFonts w:cs="Courier New"/>
          <w:szCs w:val="32"/>
        </w:rPr>
        <w:t>Monbaze</w:t>
      </w:r>
      <w:proofErr w:type="spellEnd"/>
      <w:r w:rsidRPr="00801BAE">
        <w:rPr>
          <w:rFonts w:cs="Courier New"/>
          <w:szCs w:val="32"/>
        </w:rPr>
        <w:t xml:space="preserve"> couvrait par des démonstrations amies ces préparatifs inquiétants. Une fois entrés dans le port, les Portugais devaient succomber tous et payer de leur vie les désastres de Mozambique.</w:t>
      </w:r>
    </w:p>
    <w:p w14:paraId="05300B7E" w14:textId="77777777" w:rsidR="00FD7ABB" w:rsidRDefault="00FD28AE" w:rsidP="00FD7ABB">
      <w:r w:rsidRPr="00801BAE">
        <w:rPr>
          <w:rFonts w:cs="Courier New"/>
          <w:szCs w:val="32"/>
        </w:rPr>
        <w:t>Gama fit lever les ancres, et les navires pavoisés s’avancèrent vers la ville.</w:t>
      </w:r>
    </w:p>
    <w:p w14:paraId="1F359B25" w14:textId="77777777" w:rsidR="00FD7ABB" w:rsidRDefault="00FD28AE" w:rsidP="00FD7ABB">
      <w:r w:rsidRPr="00801BAE">
        <w:rPr>
          <w:rFonts w:cs="Courier New"/>
          <w:szCs w:val="32"/>
        </w:rPr>
        <w:lastRenderedPageBreak/>
        <w:t>Soudain les vaisseaux rétrogradent et les matelots cha</w:t>
      </w:r>
      <w:r w:rsidRPr="00801BAE">
        <w:rPr>
          <w:rFonts w:cs="Courier New"/>
          <w:szCs w:val="32"/>
        </w:rPr>
        <w:t>n</w:t>
      </w:r>
      <w:r w:rsidRPr="00801BAE">
        <w:rPr>
          <w:rFonts w:cs="Courier New"/>
          <w:szCs w:val="32"/>
        </w:rPr>
        <w:t>gent à grand bruit la direction des voiles ; un vent aussi violent qu’imprévu s’est levé, et le gouvernail, dans ses brusques écarts, porte les navires vers un écueil où il va se briser.</w:t>
      </w:r>
    </w:p>
    <w:p w14:paraId="668DA106" w14:textId="77777777" w:rsidR="00FD7ABB" w:rsidRDefault="00FD28AE" w:rsidP="00FD7ABB">
      <w:r w:rsidRPr="00801BAE">
        <w:rPr>
          <w:rFonts w:cs="Courier New"/>
          <w:szCs w:val="32"/>
        </w:rPr>
        <w:t>Un cri de détresse part de la poupe ; c’est la voix du chef des matelots qui les avertit du danger. Ils courent en désordre de l’un à l’autre bord, multiplient les manœuvres, poussent de violentes clameurs.</w:t>
      </w:r>
    </w:p>
    <w:p w14:paraId="62674110" w14:textId="77777777" w:rsidR="00FD7ABB" w:rsidRDefault="00FD28AE" w:rsidP="00FD7ABB">
      <w:r w:rsidRPr="00801BAE">
        <w:rPr>
          <w:rFonts w:cs="Courier New"/>
          <w:szCs w:val="32"/>
        </w:rPr>
        <w:t>Gama seul, calme et impassible au milieu du tumulte, semble dominer de toute la hauteur de son caractère et de son génie l’agitation qui l’entoure.</w:t>
      </w:r>
    </w:p>
    <w:p w14:paraId="2E37F382" w14:textId="77777777" w:rsidR="00FD7ABB" w:rsidRDefault="00FD28AE" w:rsidP="00FD7ABB">
      <w:r w:rsidRPr="00801BAE">
        <w:rPr>
          <w:rFonts w:cs="Courier New"/>
          <w:szCs w:val="32"/>
        </w:rPr>
        <w:t>Les musulmans, qui n’ont pas deviné la cause de ces mo</w:t>
      </w:r>
      <w:r w:rsidRPr="00801BAE">
        <w:rPr>
          <w:rFonts w:cs="Courier New"/>
          <w:szCs w:val="32"/>
        </w:rPr>
        <w:t>u</w:t>
      </w:r>
      <w:r w:rsidRPr="00801BAE">
        <w:rPr>
          <w:rFonts w:cs="Courier New"/>
          <w:szCs w:val="32"/>
        </w:rPr>
        <w:t>vements et de ces cris, croient aux préparatifs d’une attaque à laquelle ils n’avaient pas songé. Ils pensent que leur conspir</w:t>
      </w:r>
      <w:r w:rsidRPr="00801BAE">
        <w:rPr>
          <w:rFonts w:cs="Courier New"/>
          <w:szCs w:val="32"/>
        </w:rPr>
        <w:t>a</w:t>
      </w:r>
      <w:r w:rsidRPr="00801BAE">
        <w:rPr>
          <w:rFonts w:cs="Courier New"/>
          <w:szCs w:val="32"/>
        </w:rPr>
        <w:t>tion est découverte et, sans prendre le temps d’éclaircir la situ</w:t>
      </w:r>
      <w:r w:rsidRPr="00801BAE">
        <w:rPr>
          <w:rFonts w:cs="Courier New"/>
          <w:szCs w:val="32"/>
        </w:rPr>
        <w:t>a</w:t>
      </w:r>
      <w:r w:rsidRPr="00801BAE">
        <w:rPr>
          <w:rFonts w:cs="Courier New"/>
          <w:szCs w:val="32"/>
        </w:rPr>
        <w:t>tion, se mettent en devoir d’échapper aux représailles qu’ils r</w:t>
      </w:r>
      <w:r w:rsidRPr="00801BAE">
        <w:rPr>
          <w:rFonts w:cs="Courier New"/>
          <w:szCs w:val="32"/>
        </w:rPr>
        <w:t>e</w:t>
      </w:r>
      <w:r w:rsidRPr="00801BAE">
        <w:rPr>
          <w:rFonts w:cs="Courier New"/>
          <w:szCs w:val="32"/>
        </w:rPr>
        <w:t>doutent. Les uns se précipitent dans leurs canots et prennent le large ; les autres s’enfuient à travers les rues de la ville. L’épouvante donne à leur retraite l’aspect d’une horrible mêlée. Les Portugais regardent d’un air étonné, ne comprenant rien à leur tour à tout ce désordre. Mais bientôt la lumière se fait dans leur esprit ; ils remarquent au milieu des fuyards le pilote de Mozambique…</w:t>
      </w:r>
    </w:p>
    <w:p w14:paraId="33857CE6" w14:textId="77777777" w:rsidR="00FD7ABB" w:rsidRDefault="00FD28AE" w:rsidP="00FD7ABB">
      <w:r w:rsidRPr="00801BAE">
        <w:rPr>
          <w:rFonts w:cs="Courier New"/>
          <w:szCs w:val="32"/>
        </w:rPr>
        <w:t>Pendant ce temps Gama commande lui-même la m</w:t>
      </w:r>
      <w:r w:rsidRPr="00801BAE">
        <w:rPr>
          <w:rFonts w:cs="Courier New"/>
          <w:szCs w:val="32"/>
        </w:rPr>
        <w:t>a</w:t>
      </w:r>
      <w:r w:rsidRPr="00801BAE">
        <w:rPr>
          <w:rFonts w:cs="Courier New"/>
          <w:szCs w:val="32"/>
        </w:rPr>
        <w:t xml:space="preserve">nœuvre et, avec une sûreté de coup d’œil qui n’appartient qu’à lui, réussit à garantir le navire de l’écueil qui venait de causer tant d’alarmes. Lorsque le péril fut passé, il ordonna de jeter l’ancre, calma ses matelots, rallia sa flotte, et tandis que les nefs réunies prenaient un repos nécessaire, il examina la conduite si étrange, si imprévue des insulaires. La fuite précipitée du pilote lui donna la clef de l’énigme ; il comprit le </w:t>
      </w:r>
      <w:r w:rsidRPr="00801BAE">
        <w:rPr>
          <w:rFonts w:cs="Courier New"/>
          <w:szCs w:val="32"/>
        </w:rPr>
        <w:lastRenderedPageBreak/>
        <w:t>complot des ba</w:t>
      </w:r>
      <w:r w:rsidRPr="00801BAE">
        <w:rPr>
          <w:rFonts w:cs="Courier New"/>
          <w:szCs w:val="32"/>
        </w:rPr>
        <w:t>r</w:t>
      </w:r>
      <w:r w:rsidRPr="00801BAE">
        <w:rPr>
          <w:rFonts w:cs="Courier New"/>
          <w:szCs w:val="32"/>
        </w:rPr>
        <w:t>bares, le danger auquel il venait d’échapper, et, dans un élan de reco</w:t>
      </w:r>
      <w:r w:rsidRPr="00801BAE">
        <w:rPr>
          <w:rFonts w:cs="Courier New"/>
          <w:szCs w:val="32"/>
        </w:rPr>
        <w:t>n</w:t>
      </w:r>
      <w:r w:rsidRPr="00801BAE">
        <w:rPr>
          <w:rFonts w:cs="Courier New"/>
          <w:szCs w:val="32"/>
        </w:rPr>
        <w:t>naissance digne de sa foi, il fit cette belle prière :</w:t>
      </w:r>
    </w:p>
    <w:p w14:paraId="23153FA6" w14:textId="77777777" w:rsidR="00FD7ABB" w:rsidRDefault="00FD28AE" w:rsidP="00FD7ABB">
      <w:r w:rsidRPr="00801BAE">
        <w:rPr>
          <w:rFonts w:cs="Courier New"/>
          <w:szCs w:val="32"/>
        </w:rPr>
        <w:t>« Ô mon Dieu, c’est votre céleste Providence qui nous a a</w:t>
      </w:r>
      <w:r w:rsidRPr="00801BAE">
        <w:rPr>
          <w:rFonts w:cs="Courier New"/>
          <w:szCs w:val="32"/>
        </w:rPr>
        <w:t>r</w:t>
      </w:r>
      <w:r w:rsidRPr="00801BAE">
        <w:rPr>
          <w:rFonts w:cs="Courier New"/>
          <w:szCs w:val="32"/>
        </w:rPr>
        <w:t>rêtés au bord du précipice, à l’entrée de ces ports infidèles que l’amitié semblait nous ouvrir. C’est votre lumière qui nous a r</w:t>
      </w:r>
      <w:r w:rsidRPr="00801BAE">
        <w:rPr>
          <w:rFonts w:cs="Courier New"/>
          <w:szCs w:val="32"/>
        </w:rPr>
        <w:t>é</w:t>
      </w:r>
      <w:r w:rsidRPr="00801BAE">
        <w:rPr>
          <w:rFonts w:cs="Courier New"/>
          <w:szCs w:val="32"/>
        </w:rPr>
        <w:t>vélé les complots formés contre nous. Prenez en pitié les maux que nous souffrons pour votre gloire, ô Seigneur, achevez votre ouvrage ; conduisez-nous dans un port de salut et montrez-nous cette terre que nous cherchons pour y faire adorer votre nom. »</w:t>
      </w:r>
    </w:p>
    <w:p w14:paraId="013790B6" w14:textId="77777777" w:rsidR="00FD7ABB" w:rsidRDefault="00FD28AE" w:rsidP="00FD7ABB">
      <w:r w:rsidRPr="00801BAE">
        <w:rPr>
          <w:rFonts w:cs="Courier New"/>
          <w:szCs w:val="32"/>
        </w:rPr>
        <w:t>Nous avons dit que depuis qu’ils avaient quitté le fleuve des Bons Indices, les équipages étaient atteints du scorbut ; les m</w:t>
      </w:r>
      <w:r w:rsidRPr="00801BAE">
        <w:rPr>
          <w:rFonts w:cs="Courier New"/>
          <w:szCs w:val="32"/>
        </w:rPr>
        <w:t>a</w:t>
      </w:r>
      <w:r w:rsidRPr="00801BAE">
        <w:rPr>
          <w:rFonts w:cs="Courier New"/>
          <w:szCs w:val="32"/>
        </w:rPr>
        <w:t>lades étaient toujours nombreux, la contagion faisait presque chaque jour de nouvelles victimes, et la tristesse de Vasco au</w:t>
      </w:r>
      <w:r w:rsidRPr="00801BAE">
        <w:rPr>
          <w:rFonts w:cs="Courier New"/>
          <w:szCs w:val="32"/>
        </w:rPr>
        <w:t>g</w:t>
      </w:r>
      <w:r w:rsidRPr="00801BAE">
        <w:rPr>
          <w:rFonts w:cs="Courier New"/>
          <w:szCs w:val="32"/>
        </w:rPr>
        <w:t>mentait à la vue des souffrances de ses hommes ; de plus, il r</w:t>
      </w:r>
      <w:r w:rsidRPr="00801BAE">
        <w:rPr>
          <w:rFonts w:cs="Courier New"/>
          <w:szCs w:val="32"/>
        </w:rPr>
        <w:t>e</w:t>
      </w:r>
      <w:r w:rsidRPr="00801BAE">
        <w:rPr>
          <w:rFonts w:cs="Courier New"/>
          <w:szCs w:val="32"/>
        </w:rPr>
        <w:t xml:space="preserve">doutait les dangers que cette épidémie faisait courir à l’expédition. Ses anxiétés cessèrent devant </w:t>
      </w:r>
      <w:proofErr w:type="spellStart"/>
      <w:r w:rsidRPr="00801BAE">
        <w:rPr>
          <w:rFonts w:cs="Courier New"/>
          <w:szCs w:val="32"/>
        </w:rPr>
        <w:t>Monbaze</w:t>
      </w:r>
      <w:proofErr w:type="spellEnd"/>
      <w:r w:rsidRPr="00801BAE">
        <w:rPr>
          <w:rFonts w:cs="Courier New"/>
          <w:szCs w:val="32"/>
        </w:rPr>
        <w:t>. Le climat, probablement meilleur, eut, sur l’état sanitaire des équipages, une heureuse influence ; dès qu’on fut dans ce port, la maladie fut en décroissance et ne laissa bientôt plus d’inquiétudes pour le reste de la navigation.</w:t>
      </w:r>
    </w:p>
    <w:p w14:paraId="4BB73B95" w14:textId="77777777" w:rsidR="00FD7ABB" w:rsidRDefault="00FD28AE" w:rsidP="00FD7ABB">
      <w:r w:rsidRPr="00801BAE">
        <w:rPr>
          <w:rFonts w:cs="Courier New"/>
          <w:szCs w:val="32"/>
        </w:rPr>
        <w:t>Depuis deux jours</w:t>
      </w:r>
      <w:r w:rsidR="00197C10">
        <w:rPr>
          <w:rFonts w:cs="Courier New"/>
          <w:szCs w:val="32"/>
        </w:rPr>
        <w:t>,</w:t>
      </w:r>
      <w:r w:rsidRPr="00801BAE">
        <w:rPr>
          <w:rFonts w:cs="Courier New"/>
          <w:szCs w:val="32"/>
        </w:rPr>
        <w:t xml:space="preserve"> la flottille avait quitté les parages de </w:t>
      </w:r>
      <w:proofErr w:type="spellStart"/>
      <w:r w:rsidRPr="00801BAE">
        <w:rPr>
          <w:rFonts w:cs="Courier New"/>
          <w:szCs w:val="32"/>
        </w:rPr>
        <w:t>Monbaze</w:t>
      </w:r>
      <w:proofErr w:type="spellEnd"/>
      <w:r w:rsidRPr="00801BAE">
        <w:rPr>
          <w:rFonts w:cs="Courier New"/>
          <w:szCs w:val="32"/>
        </w:rPr>
        <w:t>, lorsqu’on aperçut deux vaisseaux étrangers. Gama se porta sur eux, ne doutant point qu’ils ne fussent montés par des Maures. Il rejoignit l’un des navires, croyant trouver parmi les hommes qui les dirigeaient un pilote qui connut les ports de l’Inde et put y conduire la flotte portugaise. Son attente fut d</w:t>
      </w:r>
      <w:r w:rsidRPr="00801BAE">
        <w:rPr>
          <w:rFonts w:cs="Courier New"/>
          <w:szCs w:val="32"/>
        </w:rPr>
        <w:t>é</w:t>
      </w:r>
      <w:r w:rsidRPr="00801BAE">
        <w:rPr>
          <w:rFonts w:cs="Courier New"/>
          <w:szCs w:val="32"/>
        </w:rPr>
        <w:t xml:space="preserve">çue ; aucun de ces marins ne put lui dire à quelle partie du ciel répondait la terre de l’Inde. Tout ce qu’ils savaient, c’est qu’on n’était pas loin de </w:t>
      </w:r>
      <w:proofErr w:type="spellStart"/>
      <w:r w:rsidRPr="00801BAE">
        <w:rPr>
          <w:rFonts w:cs="Courier New"/>
          <w:szCs w:val="32"/>
        </w:rPr>
        <w:t>Mélinde</w:t>
      </w:r>
      <w:proofErr w:type="spellEnd"/>
      <w:r w:rsidRPr="00801BAE">
        <w:rPr>
          <w:rFonts w:cs="Courier New"/>
          <w:szCs w:val="32"/>
        </w:rPr>
        <w:t xml:space="preserve"> et ils assuraient </w:t>
      </w:r>
      <w:r w:rsidRPr="00801BAE">
        <w:rPr>
          <w:rFonts w:cs="Courier New"/>
          <w:szCs w:val="32"/>
        </w:rPr>
        <w:lastRenderedPageBreak/>
        <w:t xml:space="preserve">que là il serait aisé de trouver d’habiles pilotes. Ils vantaient d’ailleurs le caractère et la bonté du roi </w:t>
      </w:r>
      <w:proofErr w:type="spellStart"/>
      <w:r w:rsidRPr="00801BAE">
        <w:rPr>
          <w:rFonts w:cs="Courier New"/>
          <w:szCs w:val="32"/>
        </w:rPr>
        <w:t>Mélindien</w:t>
      </w:r>
      <w:proofErr w:type="spellEnd"/>
      <w:r w:rsidRPr="00801BAE">
        <w:rPr>
          <w:rFonts w:cs="Courier New"/>
          <w:szCs w:val="32"/>
        </w:rPr>
        <w:t>, ce qui acheva de décider Vasco à visiter ce port. Il y arriva le jour de Pâques, 15 avril 1498.</w:t>
      </w:r>
    </w:p>
    <w:p w14:paraId="4F759613" w14:textId="77777777" w:rsidR="00FD7ABB" w:rsidRDefault="00FD28AE" w:rsidP="00FD7ABB">
      <w:r w:rsidRPr="00801BAE">
        <w:rPr>
          <w:rFonts w:cs="Courier New"/>
          <w:szCs w:val="32"/>
        </w:rPr>
        <w:t>À bord, on célébrait avec toute la solennité possible la grande fête du christianisme ; la flotte était décorée de tentures élégantes en signe de respect pour cette auguste journée ; le p</w:t>
      </w:r>
      <w:r w:rsidRPr="00801BAE">
        <w:rPr>
          <w:rFonts w:cs="Courier New"/>
          <w:szCs w:val="32"/>
        </w:rPr>
        <w:t>a</w:t>
      </w:r>
      <w:r w:rsidRPr="00801BAE">
        <w:rPr>
          <w:rFonts w:cs="Courier New"/>
          <w:szCs w:val="32"/>
        </w:rPr>
        <w:t>villon déployé mêlait ses plis à ceux des bannières ; les chants, tour à tour religieux ou guerriers, s’unissaient au bruit des flots. La marche des Portugais était une fête et leur entrée un triomphe.</w:t>
      </w:r>
    </w:p>
    <w:p w14:paraId="6D0B3F20" w14:textId="77777777" w:rsidR="00FD7ABB" w:rsidRDefault="00FD28AE" w:rsidP="00FD7ABB">
      <w:r w:rsidRPr="00801BAE">
        <w:rPr>
          <w:rFonts w:cs="Courier New"/>
          <w:szCs w:val="32"/>
        </w:rPr>
        <w:t xml:space="preserve">Ils saluèrent avec joie la ville de </w:t>
      </w:r>
      <w:proofErr w:type="spellStart"/>
      <w:r w:rsidRPr="00801BAE">
        <w:rPr>
          <w:rFonts w:cs="Courier New"/>
          <w:szCs w:val="32"/>
        </w:rPr>
        <w:t>Mélinde</w:t>
      </w:r>
      <w:proofErr w:type="spellEnd"/>
      <w:r w:rsidRPr="00801BAE">
        <w:rPr>
          <w:rFonts w:cs="Courier New"/>
          <w:szCs w:val="32"/>
        </w:rPr>
        <w:t xml:space="preserve"> et admirèrent sa situation tout à la fois étrange et magnifique. Bâtie sur un r</w:t>
      </w:r>
      <w:r w:rsidRPr="00801BAE">
        <w:rPr>
          <w:rFonts w:cs="Courier New"/>
          <w:szCs w:val="32"/>
        </w:rPr>
        <w:t>o</w:t>
      </w:r>
      <w:r w:rsidRPr="00801BAE">
        <w:rPr>
          <w:rFonts w:cs="Courier New"/>
          <w:szCs w:val="32"/>
        </w:rPr>
        <w:t>cher qui s’avance comme un promontoire, la cité se dégageait d’une immense plantation de palmiers ; une vaste plaine ornée des plus beaux jardins achevait de décorer le paysage. On a</w:t>
      </w:r>
      <w:r w:rsidRPr="00801BAE">
        <w:rPr>
          <w:rFonts w:cs="Courier New"/>
          <w:szCs w:val="32"/>
        </w:rPr>
        <w:t>f</w:t>
      </w:r>
      <w:r w:rsidRPr="00801BAE">
        <w:rPr>
          <w:rFonts w:cs="Courier New"/>
          <w:szCs w:val="32"/>
        </w:rPr>
        <w:t>firme qu’elle a compté jusqu’à 200.000 habitants et que son commerce était autrefois très florissant.</w:t>
      </w:r>
    </w:p>
    <w:p w14:paraId="6381A1DD" w14:textId="77777777" w:rsidR="00FD7ABB" w:rsidRDefault="00FD28AE" w:rsidP="00FD7ABB">
      <w:r w:rsidRPr="00801BAE">
        <w:rPr>
          <w:rFonts w:cs="Courier New"/>
          <w:szCs w:val="32"/>
        </w:rPr>
        <w:t>Le commandant envoya immédiatement au souverain du pays un interprète pour lui annoncer l’arrivée de la flotte.</w:t>
      </w:r>
    </w:p>
    <w:p w14:paraId="7F2B8335" w14:textId="77777777" w:rsidR="00FD7ABB" w:rsidRDefault="00FD28AE" w:rsidP="00FD7ABB">
      <w:r w:rsidRPr="00801BAE">
        <w:rPr>
          <w:rFonts w:cs="Courier New"/>
          <w:szCs w:val="32"/>
        </w:rPr>
        <w:t>« Tout mon royaume est ouvert à l’illustre marin et à ses compagnons, répondît le roi. Ce sont des héros ; qu’ils viennent, je serai fier de les recevoir. »</w:t>
      </w:r>
    </w:p>
    <w:p w14:paraId="435585FC" w14:textId="77777777" w:rsidR="00FD7ABB" w:rsidRDefault="00FD28AE" w:rsidP="00FD7ABB">
      <w:r w:rsidRPr="00801BAE">
        <w:rPr>
          <w:rFonts w:cs="Courier New"/>
          <w:szCs w:val="32"/>
        </w:rPr>
        <w:t xml:space="preserve">Cette fois, ces paroles étaient sans artifice. Le roi de </w:t>
      </w:r>
      <w:proofErr w:type="spellStart"/>
      <w:r w:rsidRPr="00801BAE">
        <w:rPr>
          <w:rFonts w:cs="Courier New"/>
          <w:szCs w:val="32"/>
        </w:rPr>
        <w:t>M</w:t>
      </w:r>
      <w:r w:rsidRPr="00801BAE">
        <w:rPr>
          <w:rFonts w:cs="Courier New"/>
          <w:szCs w:val="32"/>
        </w:rPr>
        <w:t>é</w:t>
      </w:r>
      <w:r w:rsidRPr="00801BAE">
        <w:rPr>
          <w:rFonts w:cs="Courier New"/>
          <w:szCs w:val="32"/>
        </w:rPr>
        <w:t>linde</w:t>
      </w:r>
      <w:proofErr w:type="spellEnd"/>
      <w:r w:rsidRPr="00801BAE">
        <w:rPr>
          <w:rFonts w:cs="Courier New"/>
          <w:szCs w:val="32"/>
        </w:rPr>
        <w:t xml:space="preserve"> admirait sincèrement les hardis navigateurs qui venaient lui demander l’hospitalité et la grandeur de leur entreprise. Il leur envoya, avec une bonne grâce charmante, des moulons, de la volaille, des fruits de la saison. En échange, Gama lui adressa des produits de l’industrie européenne, auxquels il joignit une certaine quantité de corail.</w:t>
      </w:r>
    </w:p>
    <w:p w14:paraId="4301E698" w14:textId="77777777" w:rsidR="00FD7ABB" w:rsidRDefault="00FD28AE" w:rsidP="00FD7ABB">
      <w:r w:rsidRPr="00801BAE">
        <w:rPr>
          <w:rFonts w:cs="Courier New"/>
          <w:szCs w:val="32"/>
        </w:rPr>
        <w:lastRenderedPageBreak/>
        <w:t>L’interprète chargé d’offrir ces cadeaux pria le roi d’excuser Vasco de Gama de n’être pas venu en personne lui présenter ses hommages. « Il t’honore, dit-il, il te respecte ; mais un ordre e</w:t>
      </w:r>
      <w:r w:rsidRPr="00801BAE">
        <w:rPr>
          <w:rFonts w:cs="Courier New"/>
          <w:szCs w:val="32"/>
        </w:rPr>
        <w:t>x</w:t>
      </w:r>
      <w:r w:rsidRPr="00801BAE">
        <w:rPr>
          <w:rFonts w:cs="Courier New"/>
          <w:szCs w:val="32"/>
        </w:rPr>
        <w:t>près de son souverain l’enchaîne à ses vaisseaux qu’il ne lui est pas permis de quitter tant qu’il n’aura pas atteint Calicut, le terme de son voyage. Tu l’approuveras sans doute, car tu ne voudrais pas, toi-même, que personne ici méconnût les ordres de son roi. »</w:t>
      </w:r>
    </w:p>
    <w:p w14:paraId="3AF82B16" w14:textId="77777777" w:rsidR="00FD7ABB" w:rsidRDefault="00FD28AE" w:rsidP="00FD7ABB">
      <w:r w:rsidRPr="00801BAE">
        <w:rPr>
          <w:rFonts w:cs="Courier New"/>
          <w:szCs w:val="32"/>
        </w:rPr>
        <w:t xml:space="preserve">Ces paroles firent concevoir aux </w:t>
      </w:r>
      <w:proofErr w:type="spellStart"/>
      <w:r w:rsidRPr="00801BAE">
        <w:rPr>
          <w:rFonts w:cs="Courier New"/>
          <w:szCs w:val="32"/>
        </w:rPr>
        <w:t>Mélindiens</w:t>
      </w:r>
      <w:proofErr w:type="spellEnd"/>
      <w:r w:rsidRPr="00801BAE">
        <w:rPr>
          <w:rFonts w:cs="Courier New"/>
          <w:szCs w:val="32"/>
        </w:rPr>
        <w:t xml:space="preserve"> une très haute idée d’un monarque qui se faisait obéir de si loin ; le prince lui-même applaudit à cette fidélité et annonça qu’il viendrait le le</w:t>
      </w:r>
      <w:r w:rsidRPr="00801BAE">
        <w:rPr>
          <w:rFonts w:cs="Courier New"/>
          <w:szCs w:val="32"/>
        </w:rPr>
        <w:t>n</w:t>
      </w:r>
      <w:r w:rsidRPr="00801BAE">
        <w:rPr>
          <w:rFonts w:cs="Courier New"/>
          <w:szCs w:val="32"/>
        </w:rPr>
        <w:t>demain visiter les vaisseaux amis. Ceux-ci, dès le soir, organ</w:t>
      </w:r>
      <w:r w:rsidRPr="00801BAE">
        <w:rPr>
          <w:rFonts w:cs="Courier New"/>
          <w:szCs w:val="32"/>
        </w:rPr>
        <w:t>i</w:t>
      </w:r>
      <w:r w:rsidRPr="00801BAE">
        <w:rPr>
          <w:rFonts w:cs="Courier New"/>
          <w:szCs w:val="32"/>
        </w:rPr>
        <w:t>sent des fêtes ; une illumination féerique enveloppe les navires ; des feux d’artifices s’élèvent au milieu des cris de joie des spe</w:t>
      </w:r>
      <w:r w:rsidRPr="00801BAE">
        <w:rPr>
          <w:rFonts w:cs="Courier New"/>
          <w:szCs w:val="32"/>
        </w:rPr>
        <w:t>c</w:t>
      </w:r>
      <w:r w:rsidRPr="00801BAE">
        <w:rPr>
          <w:rFonts w:cs="Courier New"/>
          <w:szCs w:val="32"/>
        </w:rPr>
        <w:t>tateurs et des accents guerriers de la trompette et du clairon. Du rivage on répond à la flotte ; des flèches enflammées s’élèvent dans les airs ; les acclamations du peuple montent de toutes parts. La plage et la mer paraissent embrasées, et cette double fête offre l’aspect d’une bataille.</w:t>
      </w:r>
    </w:p>
    <w:p w14:paraId="5D99CAF9" w14:textId="77777777" w:rsidR="00FD7ABB" w:rsidRDefault="00FD28AE" w:rsidP="00FD7ABB">
      <w:r w:rsidRPr="00801BAE">
        <w:rPr>
          <w:rFonts w:cs="Courier New"/>
          <w:szCs w:val="32"/>
        </w:rPr>
        <w:t xml:space="preserve">Le lendemain matin, nouveau décor et nouvelle fête. Le roi de </w:t>
      </w:r>
      <w:proofErr w:type="spellStart"/>
      <w:r w:rsidRPr="00801BAE">
        <w:rPr>
          <w:rFonts w:cs="Courier New"/>
          <w:szCs w:val="32"/>
        </w:rPr>
        <w:t>Mélinde</w:t>
      </w:r>
      <w:proofErr w:type="spellEnd"/>
      <w:r w:rsidRPr="00801BAE">
        <w:rPr>
          <w:rFonts w:cs="Courier New"/>
          <w:szCs w:val="32"/>
        </w:rPr>
        <w:t>, à la vue d’une foule immense qui l’avait suivi, mo</w:t>
      </w:r>
      <w:r w:rsidRPr="00801BAE">
        <w:rPr>
          <w:rFonts w:cs="Courier New"/>
          <w:szCs w:val="32"/>
        </w:rPr>
        <w:t>n</w:t>
      </w:r>
      <w:r w:rsidRPr="00801BAE">
        <w:rPr>
          <w:rFonts w:cs="Courier New"/>
          <w:szCs w:val="32"/>
        </w:rPr>
        <w:t>tait sur une longue nacelle ornée de magnifiques tentures. Il était entouré des grands de son royaume et s’avançait dans le pompeux appareil des monarques orientaux. « La mousseline légère, l’or et la soie décoraient son turban. Un manteau de d</w:t>
      </w:r>
      <w:r w:rsidRPr="00801BAE">
        <w:rPr>
          <w:rFonts w:cs="Courier New"/>
          <w:szCs w:val="32"/>
        </w:rPr>
        <w:t>a</w:t>
      </w:r>
      <w:r w:rsidRPr="00801BAE">
        <w:rPr>
          <w:rFonts w:cs="Courier New"/>
          <w:szCs w:val="32"/>
        </w:rPr>
        <w:t>mas flottait sur ses épaules ; le pourpre de Tyr, si chère aux n</w:t>
      </w:r>
      <w:r w:rsidRPr="00801BAE">
        <w:rPr>
          <w:rFonts w:cs="Courier New"/>
          <w:szCs w:val="32"/>
        </w:rPr>
        <w:t>a</w:t>
      </w:r>
      <w:r w:rsidRPr="00801BAE">
        <w:rPr>
          <w:rFonts w:cs="Courier New"/>
          <w:szCs w:val="32"/>
        </w:rPr>
        <w:t>tions africaines, en relevait encore l’éclat. À son cou pendait un collier d’or où l’art surpassait la matière. À sa ceinture étincelait un cimeterre enrichi de pierreries. L’or et les perles recouvraient le velours de sa chaussure.</w:t>
      </w:r>
    </w:p>
    <w:p w14:paraId="700CA672" w14:textId="77777777" w:rsidR="00FD7ABB" w:rsidRDefault="00FD28AE" w:rsidP="00FD7ABB">
      <w:r w:rsidRPr="00801BAE">
        <w:rPr>
          <w:rFonts w:cs="Courier New"/>
          <w:szCs w:val="32"/>
        </w:rPr>
        <w:lastRenderedPageBreak/>
        <w:t>« Un pavillon de soie supporté par une lance dorée ombr</w:t>
      </w:r>
      <w:r w:rsidRPr="00801BAE">
        <w:rPr>
          <w:rFonts w:cs="Courier New"/>
          <w:szCs w:val="32"/>
        </w:rPr>
        <w:t>a</w:t>
      </w:r>
      <w:r w:rsidRPr="00801BAE">
        <w:rPr>
          <w:rFonts w:cs="Courier New"/>
          <w:szCs w:val="32"/>
        </w:rPr>
        <w:t xml:space="preserve">geait la tête du monarque ; la lance reposait dans la main d’un des principaux seigneurs de la cour. À la proue retentissaient les trompettes mauresques ; l’oreille était confusément frappée de leurs accents brusques et durs, mais animés par la joie. Gama, de son côté, quitte la flotte, entouré d’un brillant cortège, et, sur ses chaloupes pavoisées, s’avance à la rencontre du roi de </w:t>
      </w:r>
      <w:proofErr w:type="spellStart"/>
      <w:r w:rsidRPr="00801BAE">
        <w:rPr>
          <w:rFonts w:cs="Courier New"/>
          <w:szCs w:val="32"/>
        </w:rPr>
        <w:t>M</w:t>
      </w:r>
      <w:r w:rsidRPr="00801BAE">
        <w:rPr>
          <w:rFonts w:cs="Courier New"/>
          <w:szCs w:val="32"/>
        </w:rPr>
        <w:t>é</w:t>
      </w:r>
      <w:r w:rsidRPr="00801BAE">
        <w:rPr>
          <w:rFonts w:cs="Courier New"/>
          <w:szCs w:val="32"/>
        </w:rPr>
        <w:t>linde</w:t>
      </w:r>
      <w:proofErr w:type="spellEnd"/>
      <w:r w:rsidRPr="00801BAE">
        <w:rPr>
          <w:rFonts w:cs="Courier New"/>
          <w:szCs w:val="32"/>
        </w:rPr>
        <w:t>. Il porte l’habit espagnol, mais le lin de sa tunique est français, Venise a tissé le satin précieux qui compose son vêt</w:t>
      </w:r>
      <w:r w:rsidRPr="00801BAE">
        <w:rPr>
          <w:rFonts w:cs="Courier New"/>
          <w:szCs w:val="32"/>
        </w:rPr>
        <w:t>e</w:t>
      </w:r>
      <w:r w:rsidRPr="00801BAE">
        <w:rPr>
          <w:rFonts w:cs="Courier New"/>
          <w:szCs w:val="32"/>
        </w:rPr>
        <w:t>ment, et le kermès l’a coloré.</w:t>
      </w:r>
    </w:p>
    <w:p w14:paraId="305A4426" w14:textId="77777777" w:rsidR="00FD7ABB" w:rsidRDefault="00FD28AE" w:rsidP="00FD7ABB">
      <w:r w:rsidRPr="00801BAE">
        <w:rPr>
          <w:rFonts w:cs="Courier New"/>
          <w:szCs w:val="32"/>
        </w:rPr>
        <w:t>« Les manches sont retroussées avec des boutons d’un or pur qui réfléchit l’éclat du soleil. L’or, dont la fortune est si avare, l’or serpente en larges broderies sur ses hauts-de-chausses. Des agrafes d’or rapprochent avec élégance les pans de sa so</w:t>
      </w:r>
      <w:r w:rsidRPr="00801BAE">
        <w:rPr>
          <w:rFonts w:cs="Courier New"/>
          <w:szCs w:val="32"/>
        </w:rPr>
        <w:t>u</w:t>
      </w:r>
      <w:r w:rsidRPr="00801BAE">
        <w:rPr>
          <w:rFonts w:cs="Courier New"/>
          <w:szCs w:val="32"/>
        </w:rPr>
        <w:t>breveste ; des nœuds de rubans flottent à son épée ; un superbe panache se balance mollement sur sa toque eur</w:t>
      </w:r>
      <w:r w:rsidRPr="00801BAE">
        <w:rPr>
          <w:rFonts w:cs="Courier New"/>
          <w:szCs w:val="32"/>
        </w:rPr>
        <w:t>o</w:t>
      </w:r>
      <w:r w:rsidRPr="00801BAE">
        <w:rPr>
          <w:rFonts w:cs="Courier New"/>
          <w:szCs w:val="32"/>
        </w:rPr>
        <w:t>péenne.</w:t>
      </w:r>
    </w:p>
    <w:p w14:paraId="11F52C77" w14:textId="77777777" w:rsidR="00FD7ABB" w:rsidRDefault="00FD28AE" w:rsidP="00FD7ABB">
      <w:r w:rsidRPr="00801BAE">
        <w:rPr>
          <w:rFonts w:cs="Courier New"/>
          <w:szCs w:val="32"/>
        </w:rPr>
        <w:t>« La forme variée de l’habillement de ses guerriers s’embellissait de mille couleurs. La pourpre de Tyr, mariée à des teintes plus douces, offrait à l’œil charmé toutes les nuances de l’arc-en-ciel.</w:t>
      </w:r>
    </w:p>
    <w:p w14:paraId="05B78FB9" w14:textId="77777777" w:rsidR="00FD7ABB" w:rsidRDefault="00FD28AE" w:rsidP="00FD7ABB">
      <w:r w:rsidRPr="00801BAE">
        <w:rPr>
          <w:rFonts w:cs="Courier New"/>
          <w:szCs w:val="32"/>
        </w:rPr>
        <w:t xml:space="preserve">« Les sons de la trompette portaient dans tous les cœurs le mouvement et la joie. Les barques des Maures couvraient la mer de leurs pavillons déployés, en affleuraient la surface. Le bronze enflammé mugissait ; des tourbillons de fumée remplissaient les airs et dérobaient la vue du soleil ; les rapides détonations se précipitaient coup sur coup, et les </w:t>
      </w:r>
      <w:r w:rsidRPr="00801BAE">
        <w:rPr>
          <w:rFonts w:cs="Courier New"/>
          <w:szCs w:val="32"/>
        </w:rPr>
        <w:lastRenderedPageBreak/>
        <w:t>Maures assourdis pressaient de leurs mains leurs oreilles épouvantées</w:t>
      </w:r>
      <w:r w:rsidRPr="00801BAE">
        <w:rPr>
          <w:rStyle w:val="Appelnotedebasdep"/>
          <w:rFonts w:cs="Courier New"/>
          <w:szCs w:val="32"/>
        </w:rPr>
        <w:footnoteReference w:id="2"/>
      </w:r>
      <w:r w:rsidRPr="00801BAE">
        <w:rPr>
          <w:rFonts w:cs="Courier New"/>
          <w:szCs w:val="32"/>
        </w:rPr>
        <w:t>. »</w:t>
      </w:r>
    </w:p>
    <w:p w14:paraId="6E11726A" w14:textId="77777777" w:rsidR="00FD7ABB" w:rsidRDefault="00FD28AE" w:rsidP="00FD7ABB">
      <w:r w:rsidRPr="00801BAE">
        <w:rPr>
          <w:rFonts w:cs="Courier New"/>
          <w:szCs w:val="32"/>
        </w:rPr>
        <w:t>L’entrevue du navigateur et du roi fût donc des plus co</w:t>
      </w:r>
      <w:r w:rsidRPr="00801BAE">
        <w:rPr>
          <w:rFonts w:cs="Courier New"/>
          <w:szCs w:val="32"/>
        </w:rPr>
        <w:t>r</w:t>
      </w:r>
      <w:r w:rsidRPr="00801BAE">
        <w:rPr>
          <w:rFonts w:cs="Courier New"/>
          <w:szCs w:val="32"/>
        </w:rPr>
        <w:t>diales.</w:t>
      </w:r>
    </w:p>
    <w:p w14:paraId="2E5F2DEA" w14:textId="77777777" w:rsidR="00FD7ABB" w:rsidRDefault="00FD28AE" w:rsidP="00FD7ABB">
      <w:r w:rsidRPr="00801BAE">
        <w:rPr>
          <w:rFonts w:cs="Courier New"/>
          <w:szCs w:val="32"/>
        </w:rPr>
        <w:t>Le capitaine fit venir tous les Turcs qu’il avait fait captifs et les remit au roi qui les reçut comme des compatriotes et reme</w:t>
      </w:r>
      <w:r w:rsidRPr="00801BAE">
        <w:rPr>
          <w:rFonts w:cs="Courier New"/>
          <w:szCs w:val="32"/>
        </w:rPr>
        <w:t>r</w:t>
      </w:r>
      <w:r w:rsidRPr="00801BAE">
        <w:rPr>
          <w:rFonts w:cs="Courier New"/>
          <w:szCs w:val="32"/>
        </w:rPr>
        <w:t>cia vivement Gama de cet acte d’humanité. Quand le soir fut v</w:t>
      </w:r>
      <w:r w:rsidRPr="00801BAE">
        <w:rPr>
          <w:rFonts w:cs="Courier New"/>
          <w:szCs w:val="32"/>
        </w:rPr>
        <w:t>e</w:t>
      </w:r>
      <w:r w:rsidRPr="00801BAE">
        <w:rPr>
          <w:rFonts w:cs="Courier New"/>
          <w:szCs w:val="32"/>
        </w:rPr>
        <w:t>nu, il rentra dans la ville ; mais il laissa sur le navire un de ses fils accompagné d’un chérif de confiance. Quelques-uns des compagnons de Gama l’accompagnèrent afin de visiter le palais royal. Ils y furent fort bien traités et, le lendemain, le gouve</w:t>
      </w:r>
      <w:r w:rsidRPr="00801BAE">
        <w:rPr>
          <w:rFonts w:cs="Courier New"/>
          <w:szCs w:val="32"/>
        </w:rPr>
        <w:t>r</w:t>
      </w:r>
      <w:r w:rsidRPr="00801BAE">
        <w:rPr>
          <w:rFonts w:cs="Courier New"/>
          <w:szCs w:val="32"/>
        </w:rPr>
        <w:t>neur fit faire, le long de la côte, en l’honneur des étrangers, une sorte de revue militaire. Les Portugais purent admirer à loisir la souplesse et la rapidité des cavaliers arabes.</w:t>
      </w:r>
    </w:p>
    <w:p w14:paraId="147148F2" w14:textId="77777777" w:rsidR="00FD7ABB" w:rsidRDefault="00FD28AE" w:rsidP="00FD7ABB">
      <w:r w:rsidRPr="00801BAE">
        <w:rPr>
          <w:rFonts w:cs="Courier New"/>
          <w:szCs w:val="32"/>
        </w:rPr>
        <w:t xml:space="preserve">Parmi les nombreux vaisseaux qui sillonnaient le port de </w:t>
      </w:r>
      <w:proofErr w:type="spellStart"/>
      <w:r w:rsidRPr="00801BAE">
        <w:rPr>
          <w:rFonts w:cs="Courier New"/>
          <w:szCs w:val="32"/>
        </w:rPr>
        <w:t>Mélinde</w:t>
      </w:r>
      <w:proofErr w:type="spellEnd"/>
      <w:r w:rsidRPr="00801BAE">
        <w:rPr>
          <w:rFonts w:cs="Courier New"/>
          <w:szCs w:val="32"/>
        </w:rPr>
        <w:t xml:space="preserve"> se trouvaient quatre navires montés par des chrétiens des Indes. Vasco s’en réjouit et les invita à visiter la flottille. La première fois qu’ils montèrent sur le bâtiment de Paulo de G</w:t>
      </w:r>
      <w:r w:rsidRPr="00801BAE">
        <w:rPr>
          <w:rFonts w:cs="Courier New"/>
          <w:szCs w:val="32"/>
        </w:rPr>
        <w:t>a</w:t>
      </w:r>
      <w:r w:rsidRPr="00801BAE">
        <w:rPr>
          <w:rFonts w:cs="Courier New"/>
          <w:szCs w:val="32"/>
        </w:rPr>
        <w:t>ma, on leur fit voir une statue de Notre-Dame-des-Douleurs. La sainte Vierge, au pied de la croix, tenait le corps du Sauveur ; les saintes femmes avec saint Jean l’entouraient. Aussitôt les I</w:t>
      </w:r>
      <w:r w:rsidRPr="00801BAE">
        <w:rPr>
          <w:rFonts w:cs="Courier New"/>
          <w:szCs w:val="32"/>
        </w:rPr>
        <w:t>n</w:t>
      </w:r>
      <w:r w:rsidRPr="00801BAE">
        <w:rPr>
          <w:rFonts w:cs="Courier New"/>
          <w:szCs w:val="32"/>
        </w:rPr>
        <w:t>diens se mirent à genoux, avec de grandes marques de respect, et tant que dura le séjour des Portugais, ils vinrent chaque m</w:t>
      </w:r>
      <w:r w:rsidRPr="00801BAE">
        <w:rPr>
          <w:rFonts w:cs="Courier New"/>
          <w:szCs w:val="32"/>
        </w:rPr>
        <w:t>a</w:t>
      </w:r>
      <w:r w:rsidRPr="00801BAE">
        <w:rPr>
          <w:rFonts w:cs="Courier New"/>
          <w:szCs w:val="32"/>
        </w:rPr>
        <w:t>tin prier dans le petit oratoire.</w:t>
      </w:r>
    </w:p>
    <w:p w14:paraId="590824B5" w14:textId="77777777" w:rsidR="00FD7ABB" w:rsidRDefault="00FD28AE" w:rsidP="00FD7ABB">
      <w:r w:rsidRPr="00801BAE">
        <w:rPr>
          <w:rFonts w:cs="Courier New"/>
          <w:szCs w:val="32"/>
        </w:rPr>
        <w:t xml:space="preserve">Après neuf jours passés dans des fêtes successives, il fallut lever l’ancre. Les Portugais quittèrent </w:t>
      </w:r>
      <w:proofErr w:type="spellStart"/>
      <w:r w:rsidRPr="00801BAE">
        <w:rPr>
          <w:rFonts w:cs="Courier New"/>
          <w:szCs w:val="32"/>
        </w:rPr>
        <w:t>Mélinde</w:t>
      </w:r>
      <w:proofErr w:type="spellEnd"/>
      <w:r w:rsidRPr="00801BAE">
        <w:rPr>
          <w:rFonts w:cs="Courier New"/>
          <w:szCs w:val="32"/>
        </w:rPr>
        <w:t>, pleins de reco</w:t>
      </w:r>
      <w:r w:rsidRPr="00801BAE">
        <w:rPr>
          <w:rFonts w:cs="Courier New"/>
          <w:szCs w:val="32"/>
        </w:rPr>
        <w:t>n</w:t>
      </w:r>
      <w:r w:rsidRPr="00801BAE">
        <w:rPr>
          <w:rFonts w:cs="Courier New"/>
          <w:szCs w:val="32"/>
        </w:rPr>
        <w:t xml:space="preserve">naissance pour l’accueil qu’ils y avaient reçu. On peut </w:t>
      </w:r>
      <w:r w:rsidRPr="00801BAE">
        <w:rPr>
          <w:rFonts w:cs="Courier New"/>
          <w:szCs w:val="32"/>
        </w:rPr>
        <w:lastRenderedPageBreak/>
        <w:t>dire qu’à partir du jour où ils y étaient arrivés la mémorable expédition rêvée si longtemps par Jean II fut accomplie.</w:t>
      </w:r>
    </w:p>
    <w:p w14:paraId="287527D2" w14:textId="77777777" w:rsidR="00FD7ABB" w:rsidRDefault="00FD28AE" w:rsidP="00FD7ABB">
      <w:r w:rsidRPr="00801BAE">
        <w:rPr>
          <w:rFonts w:cs="Courier New"/>
          <w:szCs w:val="32"/>
        </w:rPr>
        <w:t xml:space="preserve">Le cheik de </w:t>
      </w:r>
      <w:proofErr w:type="spellStart"/>
      <w:r w:rsidRPr="00801BAE">
        <w:rPr>
          <w:rFonts w:cs="Courier New"/>
          <w:szCs w:val="32"/>
        </w:rPr>
        <w:t>Mélinde</w:t>
      </w:r>
      <w:proofErr w:type="spellEnd"/>
      <w:r w:rsidRPr="00801BAE">
        <w:rPr>
          <w:rFonts w:cs="Courier New"/>
          <w:szCs w:val="32"/>
        </w:rPr>
        <w:t xml:space="preserve"> fut en réalité le seul chef de la côte qui accueillit Gama sans arrière-pensée. Les vieux historiens aiment à répéter qu’il était musulman, mais qu’il avait un cœur de chr</w:t>
      </w:r>
      <w:r w:rsidRPr="00801BAE">
        <w:rPr>
          <w:rFonts w:cs="Courier New"/>
          <w:szCs w:val="32"/>
        </w:rPr>
        <w:t>é</w:t>
      </w:r>
      <w:r w:rsidRPr="00801BAE">
        <w:rPr>
          <w:rFonts w:cs="Courier New"/>
          <w:szCs w:val="32"/>
        </w:rPr>
        <w:t>tien. En effet, dès que les navires eurent mouillé dans son port, toutes les difficultés de ce voyage prodigieux s’aplanirent comme par enchantement. Il laissa voir dans sa conduite une sagesse de vues, une droiture d’intention qui lui font le plus grand honneur.</w:t>
      </w:r>
    </w:p>
    <w:p w14:paraId="318564A1" w14:textId="77777777" w:rsidR="00FD7ABB" w:rsidRDefault="00FD28AE" w:rsidP="00FD7ABB">
      <w:r w:rsidRPr="00801BAE">
        <w:rPr>
          <w:rFonts w:cs="Courier New"/>
          <w:szCs w:val="32"/>
        </w:rPr>
        <w:t xml:space="preserve">Tout ce que peut offrir un allié plein de dévouement Gama le trouva dans le roi de </w:t>
      </w:r>
      <w:proofErr w:type="spellStart"/>
      <w:r w:rsidRPr="00801BAE">
        <w:rPr>
          <w:rFonts w:cs="Courier New"/>
          <w:szCs w:val="32"/>
        </w:rPr>
        <w:t>Mélinde</w:t>
      </w:r>
      <w:proofErr w:type="spellEnd"/>
      <w:r w:rsidRPr="00801BAE">
        <w:rPr>
          <w:rFonts w:cs="Courier New"/>
          <w:szCs w:val="32"/>
        </w:rPr>
        <w:t> ; toutes les notions nautiques qui pouvaient être acquises au XV</w:t>
      </w:r>
      <w:r w:rsidRPr="00801BAE">
        <w:rPr>
          <w:rFonts w:cs="Courier New"/>
          <w:szCs w:val="32"/>
          <w:vertAlign w:val="superscript"/>
        </w:rPr>
        <w:t>e</w:t>
      </w:r>
      <w:r w:rsidRPr="00801BAE">
        <w:rPr>
          <w:rFonts w:cs="Courier New"/>
          <w:szCs w:val="32"/>
        </w:rPr>
        <w:t xml:space="preserve"> siècle, il les obtint du pilote guzarate que lui donna ce roi. </w:t>
      </w:r>
      <w:proofErr w:type="spellStart"/>
      <w:r w:rsidRPr="00801BAE">
        <w:rPr>
          <w:rFonts w:cs="Courier New"/>
          <w:szCs w:val="32"/>
        </w:rPr>
        <w:t>Malemo</w:t>
      </w:r>
      <w:proofErr w:type="spellEnd"/>
      <w:r w:rsidRPr="00801BAE">
        <w:rPr>
          <w:rFonts w:cs="Courier New"/>
          <w:szCs w:val="32"/>
        </w:rPr>
        <w:t>-Cana, qui entra au se</w:t>
      </w:r>
      <w:r w:rsidRPr="00801BAE">
        <w:rPr>
          <w:rFonts w:cs="Courier New"/>
          <w:szCs w:val="32"/>
        </w:rPr>
        <w:t>r</w:t>
      </w:r>
      <w:r w:rsidRPr="00801BAE">
        <w:rPr>
          <w:rFonts w:cs="Courier New"/>
          <w:szCs w:val="32"/>
        </w:rPr>
        <w:t>vice des Portugais le 28 avril, les conduisit si loyalement et les dirigea avec une telle habileté que, le 17 mai, Gama put aperc</w:t>
      </w:r>
      <w:r w:rsidRPr="00801BAE">
        <w:rPr>
          <w:rFonts w:cs="Courier New"/>
          <w:szCs w:val="32"/>
        </w:rPr>
        <w:t>e</w:t>
      </w:r>
      <w:r w:rsidRPr="00801BAE">
        <w:rPr>
          <w:rFonts w:cs="Courier New"/>
          <w:szCs w:val="32"/>
        </w:rPr>
        <w:t>voir, à une distance de 8 lieues, cette terre des Indes si arde</w:t>
      </w:r>
      <w:r w:rsidRPr="00801BAE">
        <w:rPr>
          <w:rFonts w:cs="Courier New"/>
          <w:szCs w:val="32"/>
        </w:rPr>
        <w:t>m</w:t>
      </w:r>
      <w:r w:rsidRPr="00801BAE">
        <w:rPr>
          <w:rFonts w:cs="Courier New"/>
          <w:szCs w:val="32"/>
        </w:rPr>
        <w:t xml:space="preserve">ment souhaitée par lui depuis qu’il avait quitté la petite chapelle du </w:t>
      </w:r>
      <w:proofErr w:type="spellStart"/>
      <w:r w:rsidRPr="00801BAE">
        <w:rPr>
          <w:rFonts w:cs="Courier New"/>
          <w:szCs w:val="32"/>
        </w:rPr>
        <w:t>Rastello</w:t>
      </w:r>
      <w:proofErr w:type="spellEnd"/>
      <w:r w:rsidRPr="00801BAE">
        <w:rPr>
          <w:rFonts w:cs="Courier New"/>
          <w:szCs w:val="32"/>
        </w:rPr>
        <w:t>.</w:t>
      </w:r>
    </w:p>
    <w:p w14:paraId="657236F3" w14:textId="77777777" w:rsidR="00FD7ABB" w:rsidRDefault="00FD28AE" w:rsidP="00FD7ABB">
      <w:r w:rsidRPr="00801BAE">
        <w:rPr>
          <w:rFonts w:cs="Courier New"/>
          <w:szCs w:val="32"/>
        </w:rPr>
        <w:t>Durant tout ce temps on avait marché le vent en poupe et fait près de 600 lieues. On avait hâte d’arriver ; mais des orages successifs rejetèrent les navires au large, les empêchant d’approcher suffisamment pour atterrir.</w:t>
      </w:r>
    </w:p>
    <w:p w14:paraId="69B2E689" w14:textId="77777777" w:rsidR="00FD7ABB" w:rsidRDefault="00FD28AE" w:rsidP="00FD7ABB">
      <w:r w:rsidRPr="00801BAE">
        <w:rPr>
          <w:rFonts w:cs="Courier New"/>
          <w:szCs w:val="32"/>
        </w:rPr>
        <w:t>Une certaine nuit, le vent s’était levé brusquement et le n</w:t>
      </w:r>
      <w:r w:rsidRPr="00801BAE">
        <w:rPr>
          <w:rFonts w:cs="Courier New"/>
          <w:szCs w:val="32"/>
        </w:rPr>
        <w:t>o</w:t>
      </w:r>
      <w:r w:rsidRPr="00801BAE">
        <w:rPr>
          <w:rFonts w:cs="Courier New"/>
          <w:szCs w:val="32"/>
        </w:rPr>
        <w:t>cher, jetant un cri d’alarme, avait réveillé les matelots endormis. On s’empresse, on se hâte ; à peine avait-on replié les voiles qu’un orage violent éclate, couvrant les cris du chef des mat</w:t>
      </w:r>
      <w:r w:rsidRPr="00801BAE">
        <w:rPr>
          <w:rFonts w:cs="Courier New"/>
          <w:szCs w:val="32"/>
        </w:rPr>
        <w:t>e</w:t>
      </w:r>
      <w:r w:rsidRPr="00801BAE">
        <w:rPr>
          <w:rFonts w:cs="Courier New"/>
          <w:szCs w:val="32"/>
        </w:rPr>
        <w:t>lots : « Abaissez la grande voile ! vite, vite ! »</w:t>
      </w:r>
    </w:p>
    <w:p w14:paraId="0F4302F1" w14:textId="77777777" w:rsidR="00FD7ABB" w:rsidRDefault="00FD28AE" w:rsidP="00FD7ABB">
      <w:r w:rsidRPr="00801BAE">
        <w:rPr>
          <w:rFonts w:cs="Courier New"/>
          <w:szCs w:val="32"/>
        </w:rPr>
        <w:t xml:space="preserve">Mais les vents déchaînés n’attendent pas que la voile soit tombée. Secouée avec une extrême fureur, elle se déchire </w:t>
      </w:r>
      <w:r w:rsidRPr="00801BAE">
        <w:rPr>
          <w:rFonts w:cs="Courier New"/>
          <w:szCs w:val="32"/>
        </w:rPr>
        <w:lastRenderedPageBreak/>
        <w:t>avec un bruit si terrible que l’équipage pousse un cri d’horreur, croyant que le vaisseau va se disloquer.</w:t>
      </w:r>
    </w:p>
    <w:p w14:paraId="18D4A3FB" w14:textId="77777777" w:rsidR="00FD7ABB" w:rsidRDefault="00FD28AE" w:rsidP="00FD7ABB">
      <w:r w:rsidRPr="00801BAE">
        <w:rPr>
          <w:rFonts w:cs="Courier New"/>
          <w:szCs w:val="32"/>
        </w:rPr>
        <w:t>Le désordre se mêle à l’épouvante ; le déchirement de la voile a porté le vaisseau sur le flanc ; les vagues s’y précipitent. « À la pompe, l’eau nous gagne ! Allégez le vaisseau ! Jetez à la mer les fardeaux inutiles ! »</w:t>
      </w:r>
    </w:p>
    <w:p w14:paraId="30A39227" w14:textId="77777777" w:rsidR="00FD7ABB" w:rsidRDefault="00FD28AE" w:rsidP="00FD7ABB">
      <w:r w:rsidRPr="00801BAE">
        <w:rPr>
          <w:rFonts w:cs="Courier New"/>
          <w:szCs w:val="32"/>
        </w:rPr>
        <w:t>Ces cris se croisent, se confondent, se perdent dans le v</w:t>
      </w:r>
      <w:r w:rsidRPr="00801BAE">
        <w:rPr>
          <w:rFonts w:cs="Courier New"/>
          <w:szCs w:val="32"/>
        </w:rPr>
        <w:t>a</w:t>
      </w:r>
      <w:r w:rsidRPr="00801BAE">
        <w:rPr>
          <w:rFonts w:cs="Courier New"/>
          <w:szCs w:val="32"/>
        </w:rPr>
        <w:t>carme de la tempête.</w:t>
      </w:r>
    </w:p>
    <w:p w14:paraId="0E2A9DF7" w14:textId="77777777" w:rsidR="00FD7ABB" w:rsidRDefault="00FD28AE" w:rsidP="00FD7ABB">
      <w:r w:rsidRPr="00801BAE">
        <w:rPr>
          <w:rFonts w:cs="Courier New"/>
          <w:szCs w:val="32"/>
        </w:rPr>
        <w:t>Des matelots robustes courent à la poupe ; mais le roulis les renverse ; ils cherchent vainement à maîtriser le gouvernail, que des liens puissants et plusieurs câbles ne réussissent plus à faire obéir.</w:t>
      </w:r>
    </w:p>
    <w:p w14:paraId="13FABE43" w14:textId="77777777" w:rsidR="00FD7ABB" w:rsidRDefault="00FD28AE" w:rsidP="00FD7ABB">
      <w:r w:rsidRPr="00801BAE">
        <w:rPr>
          <w:rFonts w:cs="Courier New"/>
          <w:szCs w:val="32"/>
        </w:rPr>
        <w:t>Toute l’expédition se trouve dans un affreux danger ; le vaisseau de Vasco tourbillonne comme une coquille de noix, aux yeux terrifiés du reste de la flotte ; celui de Paulo de Gama est presque entièrement submergé ; il a perdu son mât ; l’équipage prie et pleure. Des cris inutiles arrivent de celui de Coelho, dont le maître a pris la sage précaution de faire carguer les voiles avant la tempête.</w:t>
      </w:r>
    </w:p>
    <w:p w14:paraId="1561C64B" w14:textId="77777777" w:rsidR="00FD7ABB" w:rsidRDefault="00FD28AE" w:rsidP="00FD7ABB">
      <w:r w:rsidRPr="00801BAE">
        <w:rPr>
          <w:rFonts w:cs="Courier New"/>
          <w:szCs w:val="32"/>
        </w:rPr>
        <w:t>Cette nuit ténébreuse, épouvantable, n’était éclairée que par les éclairs, dont les sillons, par intervalles, embrasaient le ciel et la mer.</w:t>
      </w:r>
    </w:p>
    <w:p w14:paraId="6300D654" w14:textId="77777777" w:rsidR="00FD7ABB" w:rsidRDefault="00FD28AE" w:rsidP="00FD7ABB">
      <w:r w:rsidRPr="00801BAE">
        <w:rPr>
          <w:rFonts w:cs="Courier New"/>
          <w:szCs w:val="32"/>
        </w:rPr>
        <w:t>On crut un instant que tout était irrémédiablement perdu.</w:t>
      </w:r>
    </w:p>
    <w:p w14:paraId="322B3F5D" w14:textId="77777777" w:rsidR="00FD7ABB" w:rsidRDefault="00FD28AE" w:rsidP="00FD7ABB">
      <w:r w:rsidRPr="00801BAE">
        <w:rPr>
          <w:rFonts w:cs="Courier New"/>
          <w:szCs w:val="32"/>
        </w:rPr>
        <w:t>Gama allait périr au moment de voir se réaliser le plus cher de ses désirs.</w:t>
      </w:r>
    </w:p>
    <w:p w14:paraId="402AAD60" w14:textId="77777777" w:rsidR="00FD7ABB" w:rsidRDefault="00FD28AE" w:rsidP="00FD7ABB">
      <w:r w:rsidRPr="00801BAE">
        <w:rPr>
          <w:rFonts w:cs="Courier New"/>
          <w:szCs w:val="32"/>
        </w:rPr>
        <w:t>Il avait perdu tout espoir, ou plutôt il n’espère plus qu’en la Providence de Celui qui jadis a ouvert la mer Rouge aux H</w:t>
      </w:r>
      <w:r w:rsidRPr="00801BAE">
        <w:rPr>
          <w:rFonts w:cs="Courier New"/>
          <w:szCs w:val="32"/>
        </w:rPr>
        <w:t>é</w:t>
      </w:r>
      <w:r w:rsidRPr="00801BAE">
        <w:rPr>
          <w:rFonts w:cs="Courier New"/>
          <w:szCs w:val="32"/>
        </w:rPr>
        <w:t xml:space="preserve">breux, délivré des Syrtes l’apôtre saint Paul, sauvé du naufrage universel la famille de ce Juste qui devait être le second </w:t>
      </w:r>
      <w:r w:rsidRPr="00801BAE">
        <w:rPr>
          <w:rFonts w:cs="Courier New"/>
          <w:szCs w:val="32"/>
        </w:rPr>
        <w:lastRenderedPageBreak/>
        <w:t>père du genre humain. Tandis que tout le monde s’agite autour de lui, Gama se met à prier.</w:t>
      </w:r>
    </w:p>
    <w:p w14:paraId="404A0681" w14:textId="77777777" w:rsidR="00FD7ABB" w:rsidRDefault="00FD28AE" w:rsidP="00FD7ABB">
      <w:r w:rsidRPr="00801BAE">
        <w:rPr>
          <w:rFonts w:cs="Courier New"/>
          <w:szCs w:val="32"/>
        </w:rPr>
        <w:t>« Ô mon Dieu, dit-il, n’est-ce pas le souci de votre gloire qui nous a inspiré d’entreprendre ce long et pénible voyage ; n’aurez-vous pas pitié de nous, voulez-vous nous abandonner au terme de nos travaux ? »</w:t>
      </w:r>
    </w:p>
    <w:p w14:paraId="72E85967" w14:textId="77777777" w:rsidR="00FD7ABB" w:rsidRDefault="00FD28AE" w:rsidP="00FD7ABB">
      <w:r w:rsidRPr="00801BAE">
        <w:rPr>
          <w:rFonts w:cs="Courier New"/>
          <w:szCs w:val="32"/>
        </w:rPr>
        <w:t>En le voyant retrouver ainsi le calme, la tranquillité de son âme, l’équipage reprit quelque énergie et joignit avec ferveur sa prière à la prière de son capitaine.</w:t>
      </w:r>
    </w:p>
    <w:p w14:paraId="56BABCC0" w14:textId="77777777" w:rsidR="00FD7ABB" w:rsidRDefault="00FD28AE" w:rsidP="00FD7ABB">
      <w:r w:rsidRPr="00801BAE">
        <w:rPr>
          <w:rFonts w:cs="Courier New"/>
          <w:szCs w:val="32"/>
        </w:rPr>
        <w:t>Enfin l’aube se leva, et l’orage tomba avec la nuit. Dès que les brouillards du matin furent dissipés, les matelots aperçurent de la cime du grand mât cette terre qu’avant la tempête ils avaient déjà entrevue.</w:t>
      </w:r>
    </w:p>
    <w:p w14:paraId="54E80729" w14:textId="77777777" w:rsidR="00FD7ABB" w:rsidRDefault="00FD28AE" w:rsidP="00FD7ABB">
      <w:r w:rsidRPr="00801BAE">
        <w:rPr>
          <w:rFonts w:cs="Courier New"/>
          <w:szCs w:val="32"/>
        </w:rPr>
        <w:t xml:space="preserve">« C’est Calicut, dit gravement le pilote </w:t>
      </w:r>
      <w:proofErr w:type="spellStart"/>
      <w:r w:rsidRPr="00801BAE">
        <w:rPr>
          <w:rFonts w:cs="Courier New"/>
          <w:szCs w:val="32"/>
        </w:rPr>
        <w:t>mélindien</w:t>
      </w:r>
      <w:proofErr w:type="spellEnd"/>
      <w:r w:rsidRPr="00801BAE">
        <w:rPr>
          <w:rFonts w:cs="Courier New"/>
          <w:szCs w:val="32"/>
        </w:rPr>
        <w:t> ; c’est le terme de votre voyage ; vos travaux sont finis. »</w:t>
      </w:r>
    </w:p>
    <w:p w14:paraId="6467A1EF" w14:textId="77777777" w:rsidR="00FD7ABB" w:rsidRDefault="00FD28AE" w:rsidP="00FD7ABB">
      <w:r w:rsidRPr="00801BAE">
        <w:rPr>
          <w:rFonts w:cs="Courier New"/>
          <w:szCs w:val="32"/>
        </w:rPr>
        <w:t>On conçoit l’émotion des navigateurs en entendant ces p</w:t>
      </w:r>
      <w:r w:rsidRPr="00801BAE">
        <w:rPr>
          <w:rFonts w:cs="Courier New"/>
          <w:szCs w:val="32"/>
        </w:rPr>
        <w:t>a</w:t>
      </w:r>
      <w:r w:rsidRPr="00801BAE">
        <w:rPr>
          <w:rFonts w:cs="Courier New"/>
          <w:szCs w:val="32"/>
        </w:rPr>
        <w:t>roles. Gama, hors de lui-même, se mit à genoux, et ce fut par un hymne de reconnaissance envers Dieu qu’il salua la terre des Indes. Arriver enfin, après l’horrible nuit qu’on venait de passer, c’était être deux fois heureux.</w:t>
      </w:r>
    </w:p>
    <w:p w14:paraId="76BC3932" w14:textId="77777777" w:rsidR="00FD28AE" w:rsidRPr="00801BAE" w:rsidRDefault="00FD28AE" w:rsidP="00FD28AE">
      <w:pPr>
        <w:pStyle w:val="Titre1"/>
      </w:pPr>
      <w:bookmarkStart w:id="11" w:name="_Toc271750265"/>
      <w:bookmarkStart w:id="12" w:name="_Toc195615294"/>
      <w:r w:rsidRPr="00801BAE">
        <w:lastRenderedPageBreak/>
        <w:t>VI</w:t>
      </w:r>
      <w:bookmarkEnd w:id="11"/>
      <w:bookmarkEnd w:id="12"/>
      <w:r w:rsidRPr="00801BAE">
        <w:br/>
      </w:r>
    </w:p>
    <w:p w14:paraId="2DEB182B" w14:textId="77777777" w:rsidR="00FD7ABB" w:rsidRDefault="00FD28AE" w:rsidP="00FD7ABB">
      <w:r w:rsidRPr="00801BAE">
        <w:rPr>
          <w:rFonts w:cs="Courier New"/>
          <w:szCs w:val="32"/>
        </w:rPr>
        <w:t>Vasco de Gama avait rempli la mission qui lui avait été confiée ; le but était atteint. Un petit peuple, à peine aperçu au milieu des grandes nations chrétiennes, avait réalisé, à lui seul, une gigantesque entreprise. Le monde se partageait alors entre deux vastes dominations : l’empire d’Occident et l’empire d’Orient, l’un chrétien, mais divisé ; l’autre mahométan, mais uni et toujours armé contre le premier. Le passage du cap de Bonne-Espérance fut un coup terrible porté à la puissance m</w:t>
      </w:r>
      <w:r w:rsidRPr="00801BAE">
        <w:rPr>
          <w:rFonts w:cs="Courier New"/>
          <w:szCs w:val="32"/>
        </w:rPr>
        <w:t>u</w:t>
      </w:r>
      <w:r w:rsidRPr="00801BAE">
        <w:rPr>
          <w:rFonts w:cs="Courier New"/>
          <w:szCs w:val="32"/>
        </w:rPr>
        <w:t>sulmane et, chose aussi providentielle que merveilleuse, c’est la plus faible nation de l’Occident que le Ciel choisit pour ébranler en Orient la religion et l’empire de Mahomet.</w:t>
      </w:r>
    </w:p>
    <w:p w14:paraId="2F0AFDC4" w14:textId="77777777" w:rsidR="00FD7ABB" w:rsidRDefault="00FD28AE" w:rsidP="00FD7ABB">
      <w:r w:rsidRPr="00801BAE">
        <w:rPr>
          <w:rFonts w:cs="Courier New"/>
          <w:szCs w:val="32"/>
        </w:rPr>
        <w:t xml:space="preserve">La capitale de cette partie du Malabar où abordait Gama, Calicut (en sanscrit </w:t>
      </w:r>
      <w:proofErr w:type="spellStart"/>
      <w:r w:rsidRPr="00801BAE">
        <w:rPr>
          <w:rFonts w:cs="Courier New"/>
          <w:szCs w:val="32"/>
        </w:rPr>
        <w:t>Kalikhodon</w:t>
      </w:r>
      <w:proofErr w:type="spellEnd"/>
      <w:r w:rsidRPr="00801BAE">
        <w:rPr>
          <w:rFonts w:cs="Courier New"/>
          <w:szCs w:val="32"/>
        </w:rPr>
        <w:t xml:space="preserve">, la terre des plantes chaudes), étendait alors son pouvoir sur toute la contrée qui s’étend à l’ouest des Gates jusqu’au cap </w:t>
      </w:r>
      <w:proofErr w:type="spellStart"/>
      <w:r w:rsidRPr="00801BAE">
        <w:rPr>
          <w:rFonts w:cs="Courier New"/>
          <w:szCs w:val="32"/>
        </w:rPr>
        <w:t>Comorin</w:t>
      </w:r>
      <w:proofErr w:type="spellEnd"/>
      <w:r w:rsidRPr="00801BAE">
        <w:rPr>
          <w:rFonts w:cs="Courier New"/>
          <w:szCs w:val="32"/>
        </w:rPr>
        <w:t xml:space="preserve">. C’était l’un des cinq grands ports internationaux du monde et le point principal du trafic indo-égyptien. Les princes de la côte du Malabar étaient soumis par un léger vasselage à la puissante Calicut, dont le souverain portait le litre de roi de la mer. Les plus puissants de ces états vassaux était </w:t>
      </w:r>
      <w:proofErr w:type="spellStart"/>
      <w:r w:rsidRPr="00801BAE">
        <w:rPr>
          <w:rFonts w:cs="Courier New"/>
          <w:szCs w:val="32"/>
        </w:rPr>
        <w:t>Cananor</w:t>
      </w:r>
      <w:proofErr w:type="spellEnd"/>
      <w:r w:rsidRPr="00801BAE">
        <w:rPr>
          <w:rFonts w:cs="Courier New"/>
          <w:szCs w:val="32"/>
        </w:rPr>
        <w:t xml:space="preserve">, situé au nord de Calicut, à la frontière de Malabar et de Canara, et Cochin, qui s’élevait sur une presqu’île. Le rajah de cette dernière ville se considérait comme le chef spirituel des habitants de Malabar, parce que, sur son territoire, se trouvait </w:t>
      </w:r>
      <w:proofErr w:type="spellStart"/>
      <w:r w:rsidRPr="00801BAE">
        <w:rPr>
          <w:rFonts w:cs="Courier New"/>
          <w:szCs w:val="32"/>
        </w:rPr>
        <w:t>Quiloa</w:t>
      </w:r>
      <w:proofErr w:type="spellEnd"/>
      <w:r w:rsidRPr="00801BAE">
        <w:rPr>
          <w:rFonts w:cs="Courier New"/>
          <w:szCs w:val="32"/>
        </w:rPr>
        <w:t>, la ville des Brahmanes.</w:t>
      </w:r>
    </w:p>
    <w:p w14:paraId="53B6215E" w14:textId="77777777" w:rsidR="00FD7ABB" w:rsidRDefault="00FD28AE" w:rsidP="00FD7ABB">
      <w:r w:rsidRPr="00801BAE">
        <w:rPr>
          <w:rFonts w:cs="Courier New"/>
          <w:szCs w:val="32"/>
        </w:rPr>
        <w:t xml:space="preserve">Dans ces deux cités, les princes ne supportaient qu’avec peine le joug de la vassalité et jalousaient leur rivale, </w:t>
      </w:r>
      <w:r w:rsidRPr="00801BAE">
        <w:rPr>
          <w:rFonts w:cs="Courier New"/>
          <w:szCs w:val="32"/>
        </w:rPr>
        <w:lastRenderedPageBreak/>
        <w:t>l’orgueilleuse Calicut, qui devait sa prépondérance à ce qu’elle servait d’entrepôt à toutes les marchandises du marché indien, bien que le pays, en lui-même, fût peu productif.</w:t>
      </w:r>
    </w:p>
    <w:p w14:paraId="0D2AF2D6" w14:textId="77777777" w:rsidR="00FD7ABB" w:rsidRDefault="00FD28AE" w:rsidP="00FD7ABB">
      <w:r w:rsidRPr="00801BAE">
        <w:rPr>
          <w:rFonts w:cs="Courier New"/>
          <w:szCs w:val="32"/>
        </w:rPr>
        <w:t xml:space="preserve">C’est grâce à ses bazars qu’entraient dans le commerce les pierres précieuses de Ceylan, les perles du golfe de </w:t>
      </w:r>
      <w:proofErr w:type="spellStart"/>
      <w:r w:rsidRPr="00801BAE">
        <w:rPr>
          <w:rFonts w:cs="Courier New"/>
          <w:szCs w:val="32"/>
        </w:rPr>
        <w:t>Manaar</w:t>
      </w:r>
      <w:proofErr w:type="spellEnd"/>
      <w:r w:rsidRPr="00801BAE">
        <w:rPr>
          <w:rFonts w:cs="Courier New"/>
          <w:szCs w:val="32"/>
        </w:rPr>
        <w:t>, les épices et les drogues venues d’Orient à destination de Malacca. C’est à Calicut que l’on chargeait les clous de girofle, produits des îles Moluques, les noix muscades qui ne croissaient que dans l’archipel de Banda, la cannelle, si appréciée, de Ceylan, le poivre qui croit dans les environs de Cochin, le camphre qu’on importait de Bornéo.</w:t>
      </w:r>
    </w:p>
    <w:p w14:paraId="43B2AD7F" w14:textId="77777777" w:rsidR="00FD7ABB" w:rsidRDefault="00FD28AE" w:rsidP="00FD7ABB">
      <w:r w:rsidRPr="00801BAE">
        <w:rPr>
          <w:rFonts w:cs="Courier New"/>
          <w:szCs w:val="32"/>
        </w:rPr>
        <w:t>Tous les articles du négoce indien, le gingembre, le tamaris, la casse, le musc, la rhubarbe, l’aloès, l’ambre, les étoffes de c</w:t>
      </w:r>
      <w:r w:rsidRPr="00801BAE">
        <w:rPr>
          <w:rFonts w:cs="Courier New"/>
          <w:szCs w:val="32"/>
        </w:rPr>
        <w:t>o</w:t>
      </w:r>
      <w:r w:rsidRPr="00801BAE">
        <w:rPr>
          <w:rFonts w:cs="Courier New"/>
          <w:szCs w:val="32"/>
        </w:rPr>
        <w:t>ton, les porcelaines, arrivaient sur le marché de Calicut. Le commerce maritime de ces contrées était presque exclusivement entre les mains des Arabes, qui s’y étaient établis depuis des siècles et qui jouissaient dans le pays d’une grande considér</w:t>
      </w:r>
      <w:r w:rsidRPr="00801BAE">
        <w:rPr>
          <w:rFonts w:cs="Courier New"/>
          <w:szCs w:val="32"/>
        </w:rPr>
        <w:t>a</w:t>
      </w:r>
      <w:r w:rsidRPr="00801BAE">
        <w:rPr>
          <w:rFonts w:cs="Courier New"/>
          <w:szCs w:val="32"/>
        </w:rPr>
        <w:t>tion. Ils faisaient construire, dans le port de cette ville, des b</w:t>
      </w:r>
      <w:r w:rsidRPr="00801BAE">
        <w:rPr>
          <w:rFonts w:cs="Courier New"/>
          <w:szCs w:val="32"/>
        </w:rPr>
        <w:t>â</w:t>
      </w:r>
      <w:r w:rsidRPr="00801BAE">
        <w:rPr>
          <w:rFonts w:cs="Courier New"/>
          <w:szCs w:val="32"/>
        </w:rPr>
        <w:t xml:space="preserve">timents jaugeant de 1.000 à 1.200 </w:t>
      </w:r>
      <w:proofErr w:type="spellStart"/>
      <w:r w:rsidRPr="00801BAE">
        <w:rPr>
          <w:rFonts w:cs="Courier New"/>
          <w:szCs w:val="32"/>
        </w:rPr>
        <w:t>bahars</w:t>
      </w:r>
      <w:proofErr w:type="spellEnd"/>
      <w:r w:rsidRPr="00801BAE">
        <w:rPr>
          <w:rStyle w:val="Appelnotedebasdep"/>
          <w:rFonts w:cs="Courier New"/>
          <w:szCs w:val="32"/>
        </w:rPr>
        <w:footnoteReference w:id="3"/>
      </w:r>
      <w:r w:rsidRPr="00801BAE">
        <w:rPr>
          <w:rFonts w:cs="Courier New"/>
          <w:szCs w:val="32"/>
        </w:rPr>
        <w:t>. Ces navires, con</w:t>
      </w:r>
      <w:r w:rsidRPr="00801BAE">
        <w:rPr>
          <w:rFonts w:cs="Courier New"/>
          <w:szCs w:val="32"/>
        </w:rPr>
        <w:t>s</w:t>
      </w:r>
      <w:r w:rsidRPr="00801BAE">
        <w:rPr>
          <w:rFonts w:cs="Courier New"/>
          <w:szCs w:val="32"/>
        </w:rPr>
        <w:t>truits sans aucun ferrement et dont toutes les planches de la coque étaient assemblées au moyen de cordes de sparte, étaient aménagés de façon à recevoir toute espèce de colis. À chaque mousson, quinze de ces embarcations quittaient le port pour gagner la mer Rouge, Aden et la Mecque, où les marchandises dont ils étaient chargés se vendaient avantageusement aux n</w:t>
      </w:r>
      <w:r w:rsidRPr="00801BAE">
        <w:rPr>
          <w:rFonts w:cs="Courier New"/>
          <w:szCs w:val="32"/>
        </w:rPr>
        <w:t>é</w:t>
      </w:r>
      <w:r w:rsidRPr="00801BAE">
        <w:rPr>
          <w:rFonts w:cs="Courier New"/>
          <w:szCs w:val="32"/>
        </w:rPr>
        <w:t>gociants de Djedda. Ceux-ci les transportaient sur de petits b</w:t>
      </w:r>
      <w:r w:rsidRPr="00801BAE">
        <w:rPr>
          <w:rFonts w:cs="Courier New"/>
          <w:szCs w:val="32"/>
        </w:rPr>
        <w:t>a</w:t>
      </w:r>
      <w:r w:rsidRPr="00801BAE">
        <w:rPr>
          <w:rFonts w:cs="Courier New"/>
          <w:szCs w:val="32"/>
        </w:rPr>
        <w:t xml:space="preserve">teaux, à Tor. De Tor elles </w:t>
      </w:r>
      <w:r w:rsidRPr="00801BAE">
        <w:rPr>
          <w:rFonts w:cs="Courier New"/>
          <w:szCs w:val="32"/>
        </w:rPr>
        <w:lastRenderedPageBreak/>
        <w:t>allaient au Caire, du Caire à Alexa</w:t>
      </w:r>
      <w:r w:rsidRPr="00801BAE">
        <w:rPr>
          <w:rFonts w:cs="Courier New"/>
          <w:szCs w:val="32"/>
        </w:rPr>
        <w:t>n</w:t>
      </w:r>
      <w:r w:rsidRPr="00801BAE">
        <w:rPr>
          <w:rFonts w:cs="Courier New"/>
          <w:szCs w:val="32"/>
        </w:rPr>
        <w:t>drie et de là à Ven</w:t>
      </w:r>
      <w:r w:rsidRPr="00801BAE">
        <w:rPr>
          <w:rFonts w:cs="Courier New"/>
          <w:szCs w:val="32"/>
        </w:rPr>
        <w:t>i</w:t>
      </w:r>
      <w:r w:rsidRPr="00801BAE">
        <w:rPr>
          <w:rFonts w:cs="Courier New"/>
          <w:szCs w:val="32"/>
        </w:rPr>
        <w:t>se, d’où elles parvenaient enfin dans le reste de l’Europe. Que</w:t>
      </w:r>
      <w:r w:rsidRPr="00801BAE">
        <w:rPr>
          <w:rFonts w:cs="Courier New"/>
          <w:szCs w:val="32"/>
        </w:rPr>
        <w:t>l</w:t>
      </w:r>
      <w:r w:rsidRPr="00801BAE">
        <w:rPr>
          <w:rFonts w:cs="Courier New"/>
          <w:szCs w:val="32"/>
        </w:rPr>
        <w:t>ques-unes des embarcations venues à Djedda chargeaient dans cette ville les marchandises les plus variées : le cuivre, le merc</w:t>
      </w:r>
      <w:r w:rsidRPr="00801BAE">
        <w:rPr>
          <w:rFonts w:cs="Courier New"/>
          <w:szCs w:val="32"/>
        </w:rPr>
        <w:t>u</w:t>
      </w:r>
      <w:r w:rsidRPr="00801BAE">
        <w:rPr>
          <w:rFonts w:cs="Courier New"/>
          <w:szCs w:val="32"/>
        </w:rPr>
        <w:t>re, le vermillon, le corail, l’or, l’argent, le safran, l’eau de roses, les velours teints, les couteaux, les camelotes de couleur et une infinité d’autres objets qui étaient vendus au r</w:t>
      </w:r>
      <w:r w:rsidRPr="00801BAE">
        <w:rPr>
          <w:rFonts w:cs="Courier New"/>
          <w:szCs w:val="32"/>
        </w:rPr>
        <w:t>e</w:t>
      </w:r>
      <w:r w:rsidRPr="00801BAE">
        <w:rPr>
          <w:rFonts w:cs="Courier New"/>
          <w:szCs w:val="32"/>
        </w:rPr>
        <w:t>tour, à Calicut. Partis de cette ville en février, les Arabes occupés à ce trafic y revenaient du mois d’août au mois d’octobre et s’y enrichi</w:t>
      </w:r>
      <w:r w:rsidRPr="00801BAE">
        <w:rPr>
          <w:rFonts w:cs="Courier New"/>
          <w:szCs w:val="32"/>
        </w:rPr>
        <w:t>s</w:t>
      </w:r>
      <w:r w:rsidRPr="00801BAE">
        <w:rPr>
          <w:rFonts w:cs="Courier New"/>
          <w:szCs w:val="32"/>
        </w:rPr>
        <w:t>saient prodigieusement.</w:t>
      </w:r>
    </w:p>
    <w:p w14:paraId="38B6ABFE" w14:textId="77777777" w:rsidR="00FD7ABB" w:rsidRDefault="00FD28AE" w:rsidP="00FD7ABB">
      <w:r w:rsidRPr="00801BAE">
        <w:rPr>
          <w:rFonts w:cs="Courier New"/>
          <w:szCs w:val="32"/>
        </w:rPr>
        <w:t>Il ne faut donc pas être surpris qu’ils aient possédé dans la ville même plusieurs mosquées, de riches habitations ; ils avaient obtenu d’être régis par des lois spéciales et avaient leurs tribunaux particuliers.</w:t>
      </w:r>
    </w:p>
    <w:p w14:paraId="52F0F45B" w14:textId="77777777" w:rsidR="00FD7ABB" w:rsidRDefault="00FD28AE" w:rsidP="00FD7ABB">
      <w:r w:rsidRPr="00801BAE">
        <w:rPr>
          <w:rFonts w:cs="Courier New"/>
          <w:szCs w:val="32"/>
        </w:rPr>
        <w:t>Il était à prévoir que les Portugais, dès leur arrivée à Cal</w:t>
      </w:r>
      <w:r w:rsidRPr="00801BAE">
        <w:rPr>
          <w:rFonts w:cs="Courier New"/>
          <w:szCs w:val="32"/>
        </w:rPr>
        <w:t>i</w:t>
      </w:r>
      <w:r w:rsidRPr="00801BAE">
        <w:rPr>
          <w:rFonts w:cs="Courier New"/>
          <w:szCs w:val="32"/>
        </w:rPr>
        <w:t>cut, trouveraient dans les Arabes leurs plus dangereux ennemis. Il ne s’agissait de rien moins que de conquérir contre ces de</w:t>
      </w:r>
      <w:r w:rsidRPr="00801BAE">
        <w:rPr>
          <w:rFonts w:cs="Courier New"/>
          <w:szCs w:val="32"/>
        </w:rPr>
        <w:t>r</w:t>
      </w:r>
      <w:r w:rsidRPr="00801BAE">
        <w:rPr>
          <w:rFonts w:cs="Courier New"/>
          <w:szCs w:val="32"/>
        </w:rPr>
        <w:t>niers la protection et l’amitié du rajah. La résistance de la pop</w:t>
      </w:r>
      <w:r w:rsidRPr="00801BAE">
        <w:rPr>
          <w:rFonts w:cs="Courier New"/>
          <w:szCs w:val="32"/>
        </w:rPr>
        <w:t>u</w:t>
      </w:r>
      <w:r w:rsidRPr="00801BAE">
        <w:rPr>
          <w:rFonts w:cs="Courier New"/>
          <w:szCs w:val="32"/>
        </w:rPr>
        <w:t>lation hindoue était moins à redouter, parce que les intérêts contraires ne se trouvaient pas engagés au même degré. Cette population indigène se divisait en castes nombreuses qui, au XV</w:t>
      </w:r>
      <w:r w:rsidRPr="00801BAE">
        <w:rPr>
          <w:rFonts w:cs="Courier New"/>
          <w:szCs w:val="32"/>
          <w:vertAlign w:val="superscript"/>
        </w:rPr>
        <w:t>e</w:t>
      </w:r>
      <w:r w:rsidRPr="00801BAE">
        <w:rPr>
          <w:rFonts w:cs="Courier New"/>
          <w:szCs w:val="32"/>
        </w:rPr>
        <w:t xml:space="preserve"> siècle, comme encore aujourd’hui n’avait guère perdu de leur importance primitive. On sait que l’organisation sociale de l’Inde est fondée sur le système des castes : sacerdoce, répart</w:t>
      </w:r>
      <w:r w:rsidRPr="00801BAE">
        <w:rPr>
          <w:rFonts w:cs="Courier New"/>
          <w:szCs w:val="32"/>
        </w:rPr>
        <w:t>i</w:t>
      </w:r>
      <w:r w:rsidRPr="00801BAE">
        <w:rPr>
          <w:rFonts w:cs="Courier New"/>
          <w:szCs w:val="32"/>
        </w:rPr>
        <w:t>tion des métiers, administration locale. Les deux castes prépo</w:t>
      </w:r>
      <w:r w:rsidRPr="00801BAE">
        <w:rPr>
          <w:rFonts w:cs="Courier New"/>
          <w:szCs w:val="32"/>
        </w:rPr>
        <w:t>n</w:t>
      </w:r>
      <w:r w:rsidRPr="00801BAE">
        <w:rPr>
          <w:rFonts w:cs="Courier New"/>
          <w:szCs w:val="32"/>
        </w:rPr>
        <w:t xml:space="preserve">dérantes étaient alors celle des brahmanes, qui avait le plus de privilèges et celles des </w:t>
      </w:r>
      <w:proofErr w:type="spellStart"/>
      <w:r w:rsidRPr="00801BAE">
        <w:rPr>
          <w:rFonts w:cs="Courier New"/>
          <w:szCs w:val="32"/>
        </w:rPr>
        <w:t>naïres</w:t>
      </w:r>
      <w:proofErr w:type="spellEnd"/>
      <w:r w:rsidRPr="00801BAE">
        <w:rPr>
          <w:rFonts w:cs="Courier New"/>
          <w:szCs w:val="32"/>
        </w:rPr>
        <w:t xml:space="preserve"> ou guerriers.</w:t>
      </w:r>
    </w:p>
    <w:p w14:paraId="00DB3309" w14:textId="77777777" w:rsidR="00FD7ABB" w:rsidRDefault="00FD28AE" w:rsidP="00FD7ABB">
      <w:r w:rsidRPr="00801BAE">
        <w:rPr>
          <w:rFonts w:cs="Courier New"/>
          <w:szCs w:val="32"/>
        </w:rPr>
        <w:t>Non seulement ces diverses catégories d’individus ne se mélangent jamais par le mariage, mais il y a une étroite hiéra</w:t>
      </w:r>
      <w:r w:rsidRPr="00801BAE">
        <w:rPr>
          <w:rFonts w:cs="Courier New"/>
          <w:szCs w:val="32"/>
        </w:rPr>
        <w:t>r</w:t>
      </w:r>
      <w:r w:rsidRPr="00801BAE">
        <w:rPr>
          <w:rFonts w:cs="Courier New"/>
          <w:szCs w:val="32"/>
        </w:rPr>
        <w:t xml:space="preserve">chie des castes, et les membres d’une caste supérieure sont </w:t>
      </w:r>
      <w:r w:rsidRPr="00801BAE">
        <w:rPr>
          <w:rFonts w:cs="Courier New"/>
          <w:szCs w:val="32"/>
        </w:rPr>
        <w:lastRenderedPageBreak/>
        <w:t>r</w:t>
      </w:r>
      <w:r w:rsidRPr="00801BAE">
        <w:rPr>
          <w:rFonts w:cs="Courier New"/>
          <w:szCs w:val="32"/>
        </w:rPr>
        <w:t>é</w:t>
      </w:r>
      <w:r w:rsidRPr="00801BAE">
        <w:rPr>
          <w:rFonts w:cs="Courier New"/>
          <w:szCs w:val="32"/>
        </w:rPr>
        <w:t>putés se souiller en ayant des rapports avec ceux d’une caste i</w:t>
      </w:r>
      <w:r w:rsidRPr="00801BAE">
        <w:rPr>
          <w:rFonts w:cs="Courier New"/>
          <w:szCs w:val="32"/>
        </w:rPr>
        <w:t>n</w:t>
      </w:r>
      <w:r w:rsidRPr="00801BAE">
        <w:rPr>
          <w:rFonts w:cs="Courier New"/>
          <w:szCs w:val="32"/>
        </w:rPr>
        <w:t>férieure, surtout avec les parias qui sont au bas de l’échelle. L’orgueil de caste est une des grosses difficultés à laquelle se heurte, de nos jours encore, la prédication de l’Évangile. La belle parole, si connue de Turenne converti serait incomprise aux Indes : Un jour, le maréchal, allait à la sainte table derrière son domestique, celui-ci s’écartant lui dit : « Passez, Monse</w:t>
      </w:r>
      <w:r w:rsidRPr="00801BAE">
        <w:rPr>
          <w:rFonts w:cs="Courier New"/>
          <w:szCs w:val="32"/>
        </w:rPr>
        <w:t>i</w:t>
      </w:r>
      <w:r w:rsidRPr="00801BAE">
        <w:rPr>
          <w:rFonts w:cs="Courier New"/>
          <w:szCs w:val="32"/>
        </w:rPr>
        <w:t>gneur ! » « Mon ami, il n’y a de Seigneur ici que celui que nous allons recevoir tous deux. »</w:t>
      </w:r>
    </w:p>
    <w:p w14:paraId="744189ED" w14:textId="77777777" w:rsidR="00FD7ABB" w:rsidRDefault="00FD28AE" w:rsidP="00FD7ABB">
      <w:r w:rsidRPr="00801BAE">
        <w:rPr>
          <w:rFonts w:cs="Courier New"/>
          <w:szCs w:val="32"/>
        </w:rPr>
        <w:t>En face même du mystère de l’Eucharistie, les Indiens de noble caste refusent de croire que le pauvre est leur égal.</w:t>
      </w:r>
    </w:p>
    <w:p w14:paraId="11554901" w14:textId="77777777" w:rsidR="00FD7ABB" w:rsidRDefault="00FD28AE" w:rsidP="00FD7ABB">
      <w:r w:rsidRPr="00801BAE">
        <w:rPr>
          <w:rFonts w:cs="Courier New"/>
          <w:szCs w:val="32"/>
        </w:rPr>
        <w:t>Quand Gama pénétra dans ces contrées la religion la plus répandue était celle du brahmanisme ; toutefois l’islam y com</w:t>
      </w:r>
      <w:r w:rsidRPr="00801BAE">
        <w:rPr>
          <w:rFonts w:cs="Courier New"/>
          <w:szCs w:val="32"/>
        </w:rPr>
        <w:t>p</w:t>
      </w:r>
      <w:r w:rsidRPr="00801BAE">
        <w:rPr>
          <w:rFonts w:cs="Courier New"/>
          <w:szCs w:val="32"/>
        </w:rPr>
        <w:t>tait déjà de nombreux sectateurs.</w:t>
      </w:r>
    </w:p>
    <w:p w14:paraId="0FDE6CC7" w14:textId="77777777" w:rsidR="00FD7ABB" w:rsidRDefault="00FD28AE" w:rsidP="00FD7ABB">
      <w:r w:rsidRPr="00801BAE">
        <w:rPr>
          <w:rFonts w:cs="Courier New"/>
          <w:szCs w:val="32"/>
        </w:rPr>
        <w:t>Le dimanche, sur le soir, on alla mouiller à une demi-lieue du rivage. À peine les voyageurs étaient-ils au repos que des barques, venues de Calicut, s’approchèrent de la flottille pour avoir des renseignements, et Vasco profita lui-même de cette première entrevue pour s’informer des dispositions de la cité. Il apprit avec plaisir qu’il trouverait à Calicut deux Arabes de T</w:t>
      </w:r>
      <w:r w:rsidRPr="00801BAE">
        <w:rPr>
          <w:rFonts w:cs="Courier New"/>
          <w:szCs w:val="32"/>
        </w:rPr>
        <w:t>u</w:t>
      </w:r>
      <w:r w:rsidRPr="00801BAE">
        <w:rPr>
          <w:rFonts w:cs="Courier New"/>
          <w:szCs w:val="32"/>
        </w:rPr>
        <w:t>nis qui parlaient le castillan et le génois, et qui pourraient lui fournir les indications nécessaires. Il leur envoya immédiat</w:t>
      </w:r>
      <w:r w:rsidRPr="00801BAE">
        <w:rPr>
          <w:rFonts w:cs="Courier New"/>
          <w:szCs w:val="32"/>
        </w:rPr>
        <w:t>e</w:t>
      </w:r>
      <w:r w:rsidRPr="00801BAE">
        <w:rPr>
          <w:rFonts w:cs="Courier New"/>
          <w:szCs w:val="32"/>
        </w:rPr>
        <w:t>ment un de ses hommes, qui prit place, pour faire le trajet, dans la nacelle d’un des indigènes.</w:t>
      </w:r>
    </w:p>
    <w:p w14:paraId="62FFD7B9" w14:textId="77777777" w:rsidR="00FD7ABB" w:rsidRDefault="00FD28AE" w:rsidP="00FD7ABB">
      <w:proofErr w:type="spellStart"/>
      <w:r w:rsidRPr="00801BAE">
        <w:rPr>
          <w:rFonts w:cs="Courier New"/>
          <w:szCs w:val="32"/>
        </w:rPr>
        <w:t>Alvero</w:t>
      </w:r>
      <w:proofErr w:type="spellEnd"/>
      <w:r w:rsidRPr="00801BAE">
        <w:rPr>
          <w:rFonts w:cs="Courier New"/>
          <w:szCs w:val="32"/>
        </w:rPr>
        <w:t xml:space="preserve"> Velho, le naïf narrateur qui faisait partie de l’expédition de Gama, raconte ainsi la rencontre des Turcs et des Port</w:t>
      </w:r>
      <w:r w:rsidRPr="00801BAE">
        <w:rPr>
          <w:rFonts w:cs="Courier New"/>
          <w:szCs w:val="32"/>
        </w:rPr>
        <w:t>u</w:t>
      </w:r>
      <w:r w:rsidRPr="00801BAE">
        <w:rPr>
          <w:rFonts w:cs="Courier New"/>
          <w:szCs w:val="32"/>
        </w:rPr>
        <w:t>gais :</w:t>
      </w:r>
    </w:p>
    <w:p w14:paraId="0C03AE59" w14:textId="77777777" w:rsidR="00FD7ABB" w:rsidRDefault="00FD28AE" w:rsidP="00FD7ABB">
      <w:r w:rsidRPr="00801BAE">
        <w:rPr>
          <w:rFonts w:cs="Courier New"/>
          <w:szCs w:val="32"/>
        </w:rPr>
        <w:t>« Les deux Maures dirent au Portugais : Par tous les diables, qui t’a amené ici ? Que venez-vous chercher de si loin ?</w:t>
      </w:r>
    </w:p>
    <w:p w14:paraId="04445385" w14:textId="77777777" w:rsidR="00FD7ABB" w:rsidRDefault="00FD28AE" w:rsidP="00FD7ABB">
      <w:r w:rsidRPr="00801BAE">
        <w:rPr>
          <w:rFonts w:cs="Courier New"/>
          <w:szCs w:val="32"/>
        </w:rPr>
        <w:lastRenderedPageBreak/>
        <w:t>– Des chrétiens et des épices.</w:t>
      </w:r>
    </w:p>
    <w:p w14:paraId="4C44B7DC" w14:textId="77777777" w:rsidR="00FD7ABB" w:rsidRDefault="00FD28AE" w:rsidP="00FD7ABB">
      <w:r w:rsidRPr="00801BAE">
        <w:rPr>
          <w:rFonts w:cs="Courier New"/>
          <w:szCs w:val="32"/>
        </w:rPr>
        <w:t>– Pourquoi donc ni le roi de Castille, ni le roi de France, ni la seigneurie de Venise n’envoient-ils personne dans ces p</w:t>
      </w:r>
      <w:r w:rsidRPr="00801BAE">
        <w:rPr>
          <w:rFonts w:cs="Courier New"/>
          <w:szCs w:val="32"/>
        </w:rPr>
        <w:t>a</w:t>
      </w:r>
      <w:r w:rsidRPr="00801BAE">
        <w:rPr>
          <w:rFonts w:cs="Courier New"/>
          <w:szCs w:val="32"/>
        </w:rPr>
        <w:t>rages ?</w:t>
      </w:r>
    </w:p>
    <w:p w14:paraId="034E42A6" w14:textId="77777777" w:rsidR="00FD7ABB" w:rsidRDefault="00FD28AE" w:rsidP="00FD7ABB">
      <w:r w:rsidRPr="00801BAE">
        <w:rPr>
          <w:rFonts w:cs="Courier New"/>
          <w:szCs w:val="32"/>
        </w:rPr>
        <w:t>– Parce que le roi de Portugal ne le veut pas.</w:t>
      </w:r>
    </w:p>
    <w:p w14:paraId="6C5F97F8" w14:textId="77777777" w:rsidR="00FD7ABB" w:rsidRDefault="00FD28AE" w:rsidP="00FD7ABB">
      <w:r w:rsidRPr="00801BAE">
        <w:rPr>
          <w:rFonts w:cs="Courier New"/>
          <w:szCs w:val="32"/>
        </w:rPr>
        <w:t>– Ah !… Eh bien ! ton roi a raison.</w:t>
      </w:r>
    </w:p>
    <w:p w14:paraId="2A55F1BE" w14:textId="77777777" w:rsidR="00FD7ABB" w:rsidRDefault="00FD28AE" w:rsidP="00FD7ABB">
      <w:r w:rsidRPr="00801BAE">
        <w:rPr>
          <w:rFonts w:cs="Courier New"/>
          <w:szCs w:val="32"/>
        </w:rPr>
        <w:t>« Et les Arabes offrirent à notre compagnon l’hospitalité ; ils lui servirent du miel et du pain de froment, et, quand il eut achevé son repas, l’un d’eux le reconduisit aux navires. Lorsqu’il fut à bord, l’Arabe commença à dire : « Bonne chance, bonne chance !… Beaucoup de rubis, beaucoup d’émeraudes… Rendez grâce à Dieu de vous avoir conduit vers un pays où il y a tant de richesses. »</w:t>
      </w:r>
    </w:p>
    <w:p w14:paraId="3E27DF1D" w14:textId="77777777" w:rsidR="00FD7ABB" w:rsidRDefault="00FD28AE" w:rsidP="00FD7ABB">
      <w:r w:rsidRPr="00801BAE">
        <w:rPr>
          <w:rFonts w:cs="Courier New"/>
          <w:szCs w:val="32"/>
        </w:rPr>
        <w:t>« Ceci était pour nous telle cause d’étonnement que nous l’entendions parler et ne le croyions pas, ne pouvant nous pe</w:t>
      </w:r>
      <w:r w:rsidRPr="00801BAE">
        <w:rPr>
          <w:rFonts w:cs="Courier New"/>
          <w:szCs w:val="32"/>
        </w:rPr>
        <w:t>r</w:t>
      </w:r>
      <w:r w:rsidRPr="00801BAE">
        <w:rPr>
          <w:rFonts w:cs="Courier New"/>
          <w:szCs w:val="32"/>
        </w:rPr>
        <w:t>suader qu’il y eût, si loin du Portugal, un homme capable de nous entendre en notre langage. »</w:t>
      </w:r>
    </w:p>
    <w:p w14:paraId="1AA73441" w14:textId="77777777" w:rsidR="00FD7ABB" w:rsidRDefault="00FD28AE" w:rsidP="00FD7ABB">
      <w:r w:rsidRPr="00801BAE">
        <w:rPr>
          <w:rFonts w:cs="Courier New"/>
          <w:szCs w:val="32"/>
        </w:rPr>
        <w:t>Ceux qui l’entendaient parler si facilement diverses langues en étaient dans l’admiration. On l’aurait pris pour un Égyptien à Memphis, et pour un Phénicien à Tyr.</w:t>
      </w:r>
    </w:p>
    <w:p w14:paraId="1B8C577D" w14:textId="77777777" w:rsidR="00FD7ABB" w:rsidRDefault="00FD28AE" w:rsidP="00FD7ABB">
      <w:r w:rsidRPr="00801BAE">
        <w:rPr>
          <w:rFonts w:cs="Courier New"/>
          <w:szCs w:val="32"/>
        </w:rPr>
        <w:t>Ce Maure si encourageant avait habité le Portugal et parlait la langue espagnole. Il est probable que c’était un disciple de ces Arabes qui, dans les Universités de la péninsule, avaient étudié la littérature des anciens.</w:t>
      </w:r>
    </w:p>
    <w:p w14:paraId="720520E3" w14:textId="77777777" w:rsidR="00FD7ABB" w:rsidRDefault="00FD28AE" w:rsidP="00FD7ABB">
      <w:r w:rsidRPr="00801BAE">
        <w:rPr>
          <w:rFonts w:cs="Courier New"/>
          <w:szCs w:val="32"/>
        </w:rPr>
        <w:t>Vasco fut si satisfait de cette rencontre qu’il désira s’attacher cet Arabe dont il avait immédiatement reconnu le c</w:t>
      </w:r>
      <w:r w:rsidRPr="00801BAE">
        <w:rPr>
          <w:rFonts w:cs="Courier New"/>
          <w:szCs w:val="32"/>
        </w:rPr>
        <w:t>a</w:t>
      </w:r>
      <w:r w:rsidRPr="00801BAE">
        <w:rPr>
          <w:rFonts w:cs="Courier New"/>
          <w:szCs w:val="32"/>
        </w:rPr>
        <w:t xml:space="preserve">ractère franc et loyal. </w:t>
      </w:r>
      <w:proofErr w:type="spellStart"/>
      <w:r w:rsidRPr="00801BAE">
        <w:rPr>
          <w:rFonts w:cs="Courier New"/>
          <w:szCs w:val="32"/>
        </w:rPr>
        <w:t>Mozaïde</w:t>
      </w:r>
      <w:proofErr w:type="spellEnd"/>
      <w:r w:rsidRPr="00801BAE">
        <w:rPr>
          <w:rFonts w:cs="Courier New"/>
          <w:szCs w:val="32"/>
        </w:rPr>
        <w:t xml:space="preserve"> – c’était son nom – accepta les offres qui lui furent faites ; il rendit de grands services au </w:t>
      </w:r>
      <w:r w:rsidRPr="00801BAE">
        <w:rPr>
          <w:rFonts w:cs="Courier New"/>
          <w:szCs w:val="32"/>
        </w:rPr>
        <w:lastRenderedPageBreak/>
        <w:t>cap</w:t>
      </w:r>
      <w:r w:rsidRPr="00801BAE">
        <w:rPr>
          <w:rFonts w:cs="Courier New"/>
          <w:szCs w:val="32"/>
        </w:rPr>
        <w:t>i</w:t>
      </w:r>
      <w:r w:rsidRPr="00801BAE">
        <w:rPr>
          <w:rFonts w:cs="Courier New"/>
          <w:szCs w:val="32"/>
        </w:rPr>
        <w:t>taine et r</w:t>
      </w:r>
      <w:r w:rsidRPr="00801BAE">
        <w:rPr>
          <w:rFonts w:cs="Courier New"/>
          <w:szCs w:val="32"/>
        </w:rPr>
        <w:t>e</w:t>
      </w:r>
      <w:r w:rsidRPr="00801BAE">
        <w:rPr>
          <w:rFonts w:cs="Courier New"/>
          <w:szCs w:val="32"/>
        </w:rPr>
        <w:t>vint en Europe avec la flottille. Il se fixa en Portugal, où il mo</w:t>
      </w:r>
      <w:r w:rsidRPr="00801BAE">
        <w:rPr>
          <w:rFonts w:cs="Courier New"/>
          <w:szCs w:val="32"/>
        </w:rPr>
        <w:t>u</w:t>
      </w:r>
      <w:r w:rsidRPr="00801BAE">
        <w:rPr>
          <w:rFonts w:cs="Courier New"/>
          <w:szCs w:val="32"/>
        </w:rPr>
        <w:t>rut chrétien.</w:t>
      </w:r>
    </w:p>
    <w:p w14:paraId="49CB936F" w14:textId="77777777" w:rsidR="00FD7ABB" w:rsidRDefault="00FD28AE" w:rsidP="00FD7ABB">
      <w:r w:rsidRPr="00801BAE">
        <w:rPr>
          <w:rFonts w:cs="Courier New"/>
          <w:szCs w:val="32"/>
        </w:rPr>
        <w:t>Au moment où la flottille arriva à Calicut, le rajah était a</w:t>
      </w:r>
      <w:r w:rsidRPr="00801BAE">
        <w:rPr>
          <w:rFonts w:cs="Courier New"/>
          <w:szCs w:val="32"/>
        </w:rPr>
        <w:t>b</w:t>
      </w:r>
      <w:r w:rsidRPr="00801BAE">
        <w:rPr>
          <w:rFonts w:cs="Courier New"/>
          <w:szCs w:val="32"/>
        </w:rPr>
        <w:t>sent. Il séjournait, à ce moment de l’année, à une quinzaine de lieues de sa capitale. Vasco lui envoya immédiatement deux d</w:t>
      </w:r>
      <w:r w:rsidRPr="00801BAE">
        <w:rPr>
          <w:rFonts w:cs="Courier New"/>
          <w:szCs w:val="32"/>
        </w:rPr>
        <w:t>é</w:t>
      </w:r>
      <w:r w:rsidRPr="00801BAE">
        <w:rPr>
          <w:rFonts w:cs="Courier New"/>
          <w:szCs w:val="32"/>
        </w:rPr>
        <w:t>légués par lesquels il l’informait que « l’ambassadeur du roi de Portugal était arrivé, porteur de lettres de son souverain, qu’il tenait à honneur de les lui remettre personnellement et que, si le roi de Calicut l’agréait, il viendrait le trouver en sa résidence actuelle ».</w:t>
      </w:r>
    </w:p>
    <w:p w14:paraId="21E3E39D" w14:textId="77777777" w:rsidR="00FD7ABB" w:rsidRDefault="00FD28AE" w:rsidP="00FD7ABB">
      <w:r w:rsidRPr="00801BAE">
        <w:rPr>
          <w:rFonts w:cs="Courier New"/>
          <w:szCs w:val="32"/>
        </w:rPr>
        <w:t>Le roi, flatté du message du commandant, reçut les envoyés avec courtoisie et leur offrit de fort belles étoffes. Il leur anno</w:t>
      </w:r>
      <w:r w:rsidRPr="00801BAE">
        <w:rPr>
          <w:rFonts w:cs="Courier New"/>
          <w:szCs w:val="32"/>
        </w:rPr>
        <w:t>n</w:t>
      </w:r>
      <w:r w:rsidRPr="00801BAE">
        <w:rPr>
          <w:rFonts w:cs="Courier New"/>
          <w:szCs w:val="32"/>
        </w:rPr>
        <w:t>ça qu’il allait revenir à Calicut pour y recevoir les hommages de leur chef, et se mit immédiatement en route avec une suite nombreuse. Dès qu’il fut arrivé dans sa capitale, le roi en fit i</w:t>
      </w:r>
      <w:r w:rsidRPr="00801BAE">
        <w:rPr>
          <w:rFonts w:cs="Courier New"/>
          <w:szCs w:val="32"/>
        </w:rPr>
        <w:t>n</w:t>
      </w:r>
      <w:r w:rsidRPr="00801BAE">
        <w:rPr>
          <w:rFonts w:cs="Courier New"/>
          <w:szCs w:val="32"/>
        </w:rPr>
        <w:t>former Gama. Quand le message arriva, il était tard, et Paulo de Gama jugea imprudent de se rendre à cette heure à l’invitation du roi. Le lendemain, Gama eut à résister de nouveau aux to</w:t>
      </w:r>
      <w:r w:rsidRPr="00801BAE">
        <w:rPr>
          <w:rFonts w:cs="Courier New"/>
          <w:szCs w:val="32"/>
        </w:rPr>
        <w:t>u</w:t>
      </w:r>
      <w:r w:rsidRPr="00801BAE">
        <w:rPr>
          <w:rFonts w:cs="Courier New"/>
          <w:szCs w:val="32"/>
        </w:rPr>
        <w:t>chantes remontrances de son frère. Celui-ci, en effet, dont on ne peut trop louer la tendresse infinie et le caractère généreux, r</w:t>
      </w:r>
      <w:r w:rsidRPr="00801BAE">
        <w:rPr>
          <w:rFonts w:cs="Courier New"/>
          <w:szCs w:val="32"/>
        </w:rPr>
        <w:t>e</w:t>
      </w:r>
      <w:r w:rsidRPr="00801BAE">
        <w:rPr>
          <w:rFonts w:cs="Courier New"/>
          <w:szCs w:val="32"/>
        </w:rPr>
        <w:t>nouvela ses efforts pour faire comprendre au hardi capitaine ce qu’il risquait en cette occasion ; il essaya de lui persuader que, bien qu’on débarquât au sein d’une population chrétienne – les chefs eux-mêmes se faisaient à ce sujet une singulière illusion – il y avait beaucoup de Maures dans la ville, que ces musulmans étaient des ennemis implacables et qu’il fallait craindre de voir se renouveler les scènes de trahison qui avaient eu lieu à M</w:t>
      </w:r>
      <w:r w:rsidRPr="00801BAE">
        <w:rPr>
          <w:rFonts w:cs="Courier New"/>
          <w:szCs w:val="32"/>
        </w:rPr>
        <w:t>o</w:t>
      </w:r>
      <w:r w:rsidRPr="00801BAE">
        <w:rPr>
          <w:rFonts w:cs="Courier New"/>
          <w:szCs w:val="32"/>
        </w:rPr>
        <w:t xml:space="preserve">zambique et à </w:t>
      </w:r>
      <w:proofErr w:type="spellStart"/>
      <w:r w:rsidRPr="00801BAE">
        <w:rPr>
          <w:rFonts w:cs="Courier New"/>
          <w:szCs w:val="32"/>
        </w:rPr>
        <w:t>Monbaze</w:t>
      </w:r>
      <w:proofErr w:type="spellEnd"/>
      <w:r w:rsidRPr="00801BAE">
        <w:rPr>
          <w:rFonts w:cs="Courier New"/>
          <w:szCs w:val="32"/>
        </w:rPr>
        <w:t>.</w:t>
      </w:r>
    </w:p>
    <w:p w14:paraId="3E9FD327" w14:textId="77777777" w:rsidR="00FD7ABB" w:rsidRDefault="00FD28AE" w:rsidP="00FD7ABB">
      <w:r w:rsidRPr="00801BAE">
        <w:rPr>
          <w:rFonts w:cs="Courier New"/>
          <w:szCs w:val="32"/>
        </w:rPr>
        <w:t xml:space="preserve">Dans la pensée de Paulo, tout autre que son frère pouvait accomplir cette dernière partie de la mission ; ce n’était plus </w:t>
      </w:r>
      <w:r w:rsidRPr="00801BAE">
        <w:rPr>
          <w:rFonts w:cs="Courier New"/>
          <w:szCs w:val="32"/>
        </w:rPr>
        <w:lastRenderedPageBreak/>
        <w:t>le fait d’un capitaine général. Les autres capitaines se rangèrent à cette opinion, mais ne purent ébranler la détermination de Va</w:t>
      </w:r>
      <w:r w:rsidRPr="00801BAE">
        <w:rPr>
          <w:rFonts w:cs="Courier New"/>
          <w:szCs w:val="32"/>
        </w:rPr>
        <w:t>s</w:t>
      </w:r>
      <w:r w:rsidRPr="00801BAE">
        <w:rPr>
          <w:rFonts w:cs="Courier New"/>
          <w:szCs w:val="32"/>
        </w:rPr>
        <w:t>co de Gama. En ce moment solennel, il montra le sang-froid le plus rassurant pour ceux qui l’entouraient et la plus entière co</w:t>
      </w:r>
      <w:r w:rsidRPr="00801BAE">
        <w:rPr>
          <w:rFonts w:cs="Courier New"/>
          <w:szCs w:val="32"/>
        </w:rPr>
        <w:t>n</w:t>
      </w:r>
      <w:r w:rsidRPr="00801BAE">
        <w:rPr>
          <w:rFonts w:cs="Courier New"/>
          <w:szCs w:val="32"/>
        </w:rPr>
        <w:t>fiance en l’habileté de son frère. « Quand même je devrais mo</w:t>
      </w:r>
      <w:r w:rsidRPr="00801BAE">
        <w:rPr>
          <w:rFonts w:cs="Courier New"/>
          <w:szCs w:val="32"/>
        </w:rPr>
        <w:t>u</w:t>
      </w:r>
      <w:r w:rsidRPr="00801BAE">
        <w:rPr>
          <w:rFonts w:cs="Courier New"/>
          <w:szCs w:val="32"/>
        </w:rPr>
        <w:t>rir, dit Vasco, je ne laisserai point d’avoir une entrevue avec le roi de Calicut, afin de m’assurer s’il y a moyen de lier avec lui amitié et commerce. Il faut que je rapporte en Portugal des preuves de notre découverte, sans cela on pourrait douter de nos paroles et de notre honneur. Pensez-vous qu’il ne vaille pas mieux mourir que de nous exposer à être la risée des envieux qui nieront le résultat de notre expédition ? Certes, à mes yeux, la mort est préférable. Du reste, je n’expose pas ma vie autant que vous le croyez ; je vais vers une terre où il y a des chrétiens et chez un roi qui désire qu’on jette dans sa capitale des ma</w:t>
      </w:r>
      <w:r w:rsidRPr="00801BAE">
        <w:rPr>
          <w:rFonts w:cs="Courier New"/>
          <w:szCs w:val="32"/>
        </w:rPr>
        <w:t>r</w:t>
      </w:r>
      <w:r w:rsidRPr="00801BAE">
        <w:rPr>
          <w:rFonts w:cs="Courier New"/>
          <w:szCs w:val="32"/>
        </w:rPr>
        <w:t>chandises nombreuses, en raison du très grand profit qu’il en t</w:t>
      </w:r>
      <w:r w:rsidRPr="00801BAE">
        <w:rPr>
          <w:rFonts w:cs="Courier New"/>
          <w:szCs w:val="32"/>
        </w:rPr>
        <w:t>i</w:t>
      </w:r>
      <w:r w:rsidRPr="00801BAE">
        <w:rPr>
          <w:rFonts w:cs="Courier New"/>
          <w:szCs w:val="32"/>
        </w:rPr>
        <w:t>rera. Et si, Dieu aidant, j’obtiens l’honneur d’un tel traité, je ne le céderai à aucun prix. Si, contrairement à mes prévisions, Notre-Soigneur Jésus-Christ permet, pour mes péchés, qu’on me prenne et qu’on me tue, il me sera meilleur d’avoir fait mon d</w:t>
      </w:r>
      <w:r w:rsidRPr="00801BAE">
        <w:rPr>
          <w:rFonts w:cs="Courier New"/>
          <w:szCs w:val="32"/>
        </w:rPr>
        <w:t>e</w:t>
      </w:r>
      <w:r w:rsidRPr="00801BAE">
        <w:rPr>
          <w:rFonts w:cs="Courier New"/>
          <w:szCs w:val="32"/>
        </w:rPr>
        <w:t>voir, même à ce prix, que de rester en vie ne l’ayant osé faire. À vous de garder la mer et, s’il m’arrive malheur, vous sauverez les navires et vous irez porter à la patrie la nouvelle de notre d</w:t>
      </w:r>
      <w:r w:rsidRPr="00801BAE">
        <w:rPr>
          <w:rFonts w:cs="Courier New"/>
          <w:szCs w:val="32"/>
        </w:rPr>
        <w:t>é</w:t>
      </w:r>
      <w:r w:rsidRPr="00801BAE">
        <w:rPr>
          <w:rFonts w:cs="Courier New"/>
          <w:szCs w:val="32"/>
        </w:rPr>
        <w:t>co</w:t>
      </w:r>
      <w:r w:rsidRPr="00801BAE">
        <w:rPr>
          <w:rFonts w:cs="Courier New"/>
          <w:szCs w:val="32"/>
        </w:rPr>
        <w:t>u</w:t>
      </w:r>
      <w:r w:rsidRPr="00801BAE">
        <w:rPr>
          <w:rFonts w:cs="Courier New"/>
          <w:szCs w:val="32"/>
        </w:rPr>
        <w:t>verte. »</w:t>
      </w:r>
    </w:p>
    <w:p w14:paraId="14746633" w14:textId="77777777" w:rsidR="00FD7ABB" w:rsidRDefault="00FD28AE" w:rsidP="00FD7ABB">
      <w:r w:rsidRPr="00801BAE">
        <w:rPr>
          <w:rFonts w:cs="Courier New"/>
          <w:szCs w:val="32"/>
        </w:rPr>
        <w:t>« Qu’il en soit comme vous l’avez voulu », dirent les cap</w:t>
      </w:r>
      <w:r w:rsidRPr="00801BAE">
        <w:rPr>
          <w:rFonts w:cs="Courier New"/>
          <w:szCs w:val="32"/>
        </w:rPr>
        <w:t>i</w:t>
      </w:r>
      <w:r w:rsidRPr="00801BAE">
        <w:rPr>
          <w:rFonts w:cs="Courier New"/>
          <w:szCs w:val="32"/>
        </w:rPr>
        <w:t>taines, et Paulo de Gama fut chargé du commandement en l’absence de Vasco.</w:t>
      </w:r>
    </w:p>
    <w:p w14:paraId="50815CA3" w14:textId="77777777" w:rsidR="00FD7ABB" w:rsidRDefault="00FD28AE" w:rsidP="00FD7ABB">
      <w:r w:rsidRPr="00801BAE">
        <w:rPr>
          <w:rFonts w:cs="Courier New"/>
          <w:szCs w:val="32"/>
        </w:rPr>
        <w:t>Enfin, le lundi 28 du mois de mai, Gama se disposa à qui</w:t>
      </w:r>
      <w:r w:rsidRPr="00801BAE">
        <w:rPr>
          <w:rFonts w:cs="Courier New"/>
          <w:szCs w:val="32"/>
        </w:rPr>
        <w:t>t</w:t>
      </w:r>
      <w:r w:rsidRPr="00801BAE">
        <w:rPr>
          <w:rFonts w:cs="Courier New"/>
          <w:szCs w:val="32"/>
        </w:rPr>
        <w:t>ter la flotte. Il se fit accompagner par douze de ses hommes. Outre l’interprète, Fernand Marlins, quelques-uns étaient des principaux personnages de l’expédition : Diego Diaz, le secr</w:t>
      </w:r>
      <w:r w:rsidRPr="00801BAE">
        <w:rPr>
          <w:rFonts w:cs="Courier New"/>
          <w:szCs w:val="32"/>
        </w:rPr>
        <w:t>é</w:t>
      </w:r>
      <w:r w:rsidRPr="00801BAE">
        <w:rPr>
          <w:rFonts w:cs="Courier New"/>
          <w:szCs w:val="32"/>
        </w:rPr>
        <w:t xml:space="preserve">taire de Gama, João de </w:t>
      </w:r>
      <w:proofErr w:type="spellStart"/>
      <w:r w:rsidRPr="00801BAE">
        <w:rPr>
          <w:rFonts w:cs="Courier New"/>
          <w:szCs w:val="32"/>
        </w:rPr>
        <w:t>Sã</w:t>
      </w:r>
      <w:proofErr w:type="spellEnd"/>
      <w:r w:rsidRPr="00801BAE">
        <w:rPr>
          <w:rFonts w:cs="Courier New"/>
          <w:szCs w:val="32"/>
        </w:rPr>
        <w:t xml:space="preserve"> qui, depuis, fut trésorier de la caisse </w:t>
      </w:r>
      <w:r w:rsidRPr="00801BAE">
        <w:rPr>
          <w:rFonts w:cs="Courier New"/>
          <w:szCs w:val="32"/>
        </w:rPr>
        <w:lastRenderedPageBreak/>
        <w:t xml:space="preserve">des Indes ; un marin expérimenté, </w:t>
      </w:r>
      <w:proofErr w:type="spellStart"/>
      <w:r w:rsidRPr="00801BAE">
        <w:rPr>
          <w:rFonts w:cs="Courier New"/>
          <w:szCs w:val="32"/>
        </w:rPr>
        <w:t>Conzalo</w:t>
      </w:r>
      <w:proofErr w:type="spellEnd"/>
      <w:r w:rsidRPr="00801BAE">
        <w:rPr>
          <w:rFonts w:cs="Courier New"/>
          <w:szCs w:val="32"/>
        </w:rPr>
        <w:t xml:space="preserve"> </w:t>
      </w:r>
      <w:proofErr w:type="spellStart"/>
      <w:r w:rsidRPr="00801BAE">
        <w:rPr>
          <w:rFonts w:cs="Courier New"/>
          <w:szCs w:val="32"/>
        </w:rPr>
        <w:t>Pirez</w:t>
      </w:r>
      <w:proofErr w:type="spellEnd"/>
      <w:r w:rsidRPr="00801BAE">
        <w:rPr>
          <w:rFonts w:cs="Courier New"/>
          <w:szCs w:val="32"/>
        </w:rPr>
        <w:t xml:space="preserve"> ; Alvaro de </w:t>
      </w:r>
      <w:proofErr w:type="spellStart"/>
      <w:r w:rsidRPr="00801BAE">
        <w:rPr>
          <w:rFonts w:cs="Courier New"/>
          <w:szCs w:val="32"/>
        </w:rPr>
        <w:t>Brage</w:t>
      </w:r>
      <w:proofErr w:type="spellEnd"/>
      <w:r w:rsidRPr="00801BAE">
        <w:rPr>
          <w:rFonts w:cs="Courier New"/>
          <w:szCs w:val="32"/>
        </w:rPr>
        <w:t xml:space="preserve"> qui, dans la suite, fut secrétaire de la douane de Porto, A</w:t>
      </w:r>
      <w:r w:rsidRPr="00801BAE">
        <w:rPr>
          <w:rFonts w:cs="Courier New"/>
          <w:szCs w:val="32"/>
        </w:rPr>
        <w:t>l</w:t>
      </w:r>
      <w:r w:rsidRPr="00801BAE">
        <w:rPr>
          <w:rFonts w:cs="Courier New"/>
          <w:szCs w:val="32"/>
        </w:rPr>
        <w:t xml:space="preserve">varo Velho, l’auteur du naïf et intéressant </w:t>
      </w:r>
      <w:proofErr w:type="spellStart"/>
      <w:r w:rsidRPr="00801BAE">
        <w:rPr>
          <w:rFonts w:cs="Courier New"/>
          <w:i/>
          <w:szCs w:val="32"/>
        </w:rPr>
        <w:t>Roteiro</w:t>
      </w:r>
      <w:proofErr w:type="spellEnd"/>
      <w:r w:rsidRPr="00801BAE">
        <w:rPr>
          <w:rFonts w:cs="Courier New"/>
          <w:szCs w:val="32"/>
        </w:rPr>
        <w:t>, sorte de journal écrit durant la traversée.</w:t>
      </w:r>
    </w:p>
    <w:p w14:paraId="0DCBB634" w14:textId="77777777" w:rsidR="00FD7ABB" w:rsidRDefault="00FD28AE" w:rsidP="00FD7ABB">
      <w:r w:rsidRPr="00801BAE">
        <w:rPr>
          <w:rFonts w:cs="Courier New"/>
          <w:szCs w:val="32"/>
        </w:rPr>
        <w:t>Dès le point du jour, les embarcations de la flottille, pavo</w:t>
      </w:r>
      <w:r w:rsidRPr="00801BAE">
        <w:rPr>
          <w:rFonts w:cs="Courier New"/>
          <w:szCs w:val="32"/>
        </w:rPr>
        <w:t>i</w:t>
      </w:r>
      <w:r w:rsidRPr="00801BAE">
        <w:rPr>
          <w:rFonts w:cs="Courier New"/>
          <w:szCs w:val="32"/>
        </w:rPr>
        <w:t xml:space="preserve">sées et pourvues d’artillerie, se tinrent prêtes à recevoir le </w:t>
      </w:r>
      <w:proofErr w:type="spellStart"/>
      <w:r w:rsidRPr="00801BAE">
        <w:rPr>
          <w:rFonts w:cs="Courier New"/>
          <w:szCs w:val="32"/>
        </w:rPr>
        <w:t>cap</w:t>
      </w:r>
      <w:r w:rsidRPr="00801BAE">
        <w:rPr>
          <w:rFonts w:cs="Courier New"/>
          <w:szCs w:val="32"/>
        </w:rPr>
        <w:t>i</w:t>
      </w:r>
      <w:r w:rsidRPr="00801BAE">
        <w:rPr>
          <w:rFonts w:cs="Courier New"/>
          <w:szCs w:val="32"/>
        </w:rPr>
        <w:t>tam</w:t>
      </w:r>
      <w:proofErr w:type="spellEnd"/>
      <w:r w:rsidRPr="00801BAE">
        <w:rPr>
          <w:rFonts w:cs="Courier New"/>
          <w:szCs w:val="32"/>
        </w:rPr>
        <w:t>-mor et sa suite. Les flûtes et les trompettes sonnaient un appel triomphal. Les Portugais, vêtus de soie mais soigneus</w:t>
      </w:r>
      <w:r w:rsidRPr="00801BAE">
        <w:rPr>
          <w:rFonts w:cs="Courier New"/>
          <w:szCs w:val="32"/>
        </w:rPr>
        <w:t>e</w:t>
      </w:r>
      <w:r w:rsidRPr="00801BAE">
        <w:rPr>
          <w:rFonts w:cs="Courier New"/>
          <w:szCs w:val="32"/>
        </w:rPr>
        <w:t>ment armés, malgré ces habits de luxe, descendirent avec e</w:t>
      </w:r>
      <w:r w:rsidRPr="00801BAE">
        <w:rPr>
          <w:rFonts w:cs="Courier New"/>
          <w:szCs w:val="32"/>
        </w:rPr>
        <w:t>m</w:t>
      </w:r>
      <w:r w:rsidRPr="00801BAE">
        <w:rPr>
          <w:rFonts w:cs="Courier New"/>
          <w:szCs w:val="32"/>
        </w:rPr>
        <w:t>pressement dans les chaloupes, et des rameurs vigoureux les eurent bientôt conduits à terre. « Nous allions tous en belle t</w:t>
      </w:r>
      <w:r w:rsidRPr="00801BAE">
        <w:rPr>
          <w:rFonts w:cs="Courier New"/>
          <w:szCs w:val="32"/>
        </w:rPr>
        <w:t>e</w:t>
      </w:r>
      <w:r w:rsidRPr="00801BAE">
        <w:rPr>
          <w:rFonts w:cs="Courier New"/>
          <w:szCs w:val="32"/>
        </w:rPr>
        <w:t>nue, raconte Velho, les barques armées de bombardes, avec bri</w:t>
      </w:r>
      <w:r w:rsidRPr="00801BAE">
        <w:rPr>
          <w:rFonts w:cs="Courier New"/>
          <w:szCs w:val="32"/>
        </w:rPr>
        <w:t>l</w:t>
      </w:r>
      <w:r w:rsidRPr="00801BAE">
        <w:rPr>
          <w:rFonts w:cs="Courier New"/>
          <w:szCs w:val="32"/>
        </w:rPr>
        <w:t xml:space="preserve">lante fanfare et toutes bannières déployées. Et lorsque le </w:t>
      </w:r>
      <w:proofErr w:type="spellStart"/>
      <w:r w:rsidRPr="00801BAE">
        <w:rPr>
          <w:rFonts w:cs="Courier New"/>
          <w:szCs w:val="32"/>
        </w:rPr>
        <w:t>cap</w:t>
      </w:r>
      <w:r w:rsidRPr="00801BAE">
        <w:rPr>
          <w:rFonts w:cs="Courier New"/>
          <w:szCs w:val="32"/>
        </w:rPr>
        <w:t>i</w:t>
      </w:r>
      <w:r w:rsidRPr="00801BAE">
        <w:rPr>
          <w:rFonts w:cs="Courier New"/>
          <w:szCs w:val="32"/>
        </w:rPr>
        <w:t>tam</w:t>
      </w:r>
      <w:proofErr w:type="spellEnd"/>
      <w:r w:rsidRPr="00801BAE">
        <w:rPr>
          <w:rFonts w:cs="Courier New"/>
          <w:szCs w:val="32"/>
        </w:rPr>
        <w:t>-mor fut à terre, il y trouva quantité de gens armés et d’autres qui ne l’étaient point. On nous reçut avec joie et e</w:t>
      </w:r>
      <w:r w:rsidRPr="00801BAE">
        <w:rPr>
          <w:rFonts w:cs="Courier New"/>
          <w:szCs w:val="32"/>
        </w:rPr>
        <w:t>m</w:t>
      </w:r>
      <w:r w:rsidRPr="00801BAE">
        <w:rPr>
          <w:rFonts w:cs="Courier New"/>
          <w:szCs w:val="32"/>
        </w:rPr>
        <w:t xml:space="preserve">pressement, comme gens que l’on est bien aise de voir. Là on amena au </w:t>
      </w:r>
      <w:proofErr w:type="spellStart"/>
      <w:r w:rsidRPr="00801BAE">
        <w:rPr>
          <w:rFonts w:cs="Courier New"/>
          <w:szCs w:val="32"/>
        </w:rPr>
        <w:t>capitam</w:t>
      </w:r>
      <w:proofErr w:type="spellEnd"/>
      <w:r w:rsidRPr="00801BAE">
        <w:rPr>
          <w:rFonts w:cs="Courier New"/>
          <w:szCs w:val="32"/>
        </w:rPr>
        <w:t xml:space="preserve">-mor certaines litières portées à dos d’hommes, dans lesquelles les gens honorables ont coutume, en ce pays, d’aller. Le </w:t>
      </w:r>
      <w:proofErr w:type="spellStart"/>
      <w:r w:rsidRPr="00801BAE">
        <w:rPr>
          <w:rFonts w:cs="Courier New"/>
          <w:szCs w:val="32"/>
        </w:rPr>
        <w:t>capitam</w:t>
      </w:r>
      <w:proofErr w:type="spellEnd"/>
      <w:r w:rsidRPr="00801BAE">
        <w:rPr>
          <w:rFonts w:cs="Courier New"/>
          <w:szCs w:val="32"/>
        </w:rPr>
        <w:t>-mor s’y plaça, et six hommes le po</w:t>
      </w:r>
      <w:r w:rsidRPr="00801BAE">
        <w:rPr>
          <w:rFonts w:cs="Courier New"/>
          <w:szCs w:val="32"/>
        </w:rPr>
        <w:t>r</w:t>
      </w:r>
      <w:r w:rsidRPr="00801BAE">
        <w:rPr>
          <w:rFonts w:cs="Courier New"/>
          <w:szCs w:val="32"/>
        </w:rPr>
        <w:t>tèrent en se r</w:t>
      </w:r>
      <w:r w:rsidRPr="00801BAE">
        <w:rPr>
          <w:rFonts w:cs="Courier New"/>
          <w:szCs w:val="32"/>
        </w:rPr>
        <w:t>e</w:t>
      </w:r>
      <w:r w:rsidRPr="00801BAE">
        <w:rPr>
          <w:rFonts w:cs="Courier New"/>
          <w:szCs w:val="32"/>
        </w:rPr>
        <w:t>layant.</w:t>
      </w:r>
    </w:p>
    <w:p w14:paraId="5B19AC53" w14:textId="77777777" w:rsidR="00FD7ABB" w:rsidRDefault="00FD28AE" w:rsidP="00FD7ABB">
      <w:r w:rsidRPr="00801BAE">
        <w:rPr>
          <w:rFonts w:cs="Courier New"/>
          <w:szCs w:val="32"/>
        </w:rPr>
        <w:t>« Une autre litière reçut le ministre indien, qui s’avançait avec Gama vers le palais du monarque. Les Portugais les su</w:t>
      </w:r>
      <w:r w:rsidRPr="00801BAE">
        <w:rPr>
          <w:rFonts w:cs="Courier New"/>
          <w:szCs w:val="32"/>
        </w:rPr>
        <w:t>i</w:t>
      </w:r>
      <w:r w:rsidRPr="00801BAE">
        <w:rPr>
          <w:rFonts w:cs="Courier New"/>
          <w:szCs w:val="32"/>
        </w:rPr>
        <w:t>vaient, marchant en ordre de bataille, et tout le peuple se pre</w:t>
      </w:r>
      <w:r w:rsidRPr="00801BAE">
        <w:rPr>
          <w:rFonts w:cs="Courier New"/>
          <w:szCs w:val="32"/>
        </w:rPr>
        <w:t>s</w:t>
      </w:r>
      <w:r w:rsidRPr="00801BAE">
        <w:rPr>
          <w:rFonts w:cs="Courier New"/>
          <w:szCs w:val="32"/>
        </w:rPr>
        <w:t>sait autour d’eux, impatient de savoir quels étaient les nouveaux arrivants. « Je ne dis rien de leur nombre, dit un témoin, parce qu’il était infini ; tous ces gens-là s’étaient mis en route pour nous voir ; les femmes mêmes, sortant de leurs habitations avec leurs enfants dans les bras, venaient à notre suite. »</w:t>
      </w:r>
    </w:p>
    <w:p w14:paraId="02F4D847" w14:textId="77777777" w:rsidR="00FD7ABB" w:rsidRDefault="00FD28AE" w:rsidP="00FD7ABB">
      <w:r w:rsidRPr="00801BAE">
        <w:rPr>
          <w:rFonts w:cs="Courier New"/>
          <w:szCs w:val="32"/>
        </w:rPr>
        <w:t xml:space="preserve">Mais la ville était encore éloignée, c’était l’époque de l’hivernage ; les pluies diluviennes des tropiques pouvaient </w:t>
      </w:r>
      <w:r w:rsidRPr="00801BAE">
        <w:rPr>
          <w:rFonts w:cs="Courier New"/>
          <w:szCs w:val="32"/>
        </w:rPr>
        <w:lastRenderedPageBreak/>
        <w:t xml:space="preserve">tomber tout à coup ; on se hâta. Un festin d’ailleurs avait été préparé pour Gama, à </w:t>
      </w:r>
      <w:proofErr w:type="spellStart"/>
      <w:r w:rsidRPr="00801BAE">
        <w:rPr>
          <w:rFonts w:cs="Courier New"/>
          <w:szCs w:val="32"/>
        </w:rPr>
        <w:t>Capocate</w:t>
      </w:r>
      <w:proofErr w:type="spellEnd"/>
      <w:r w:rsidRPr="00801BAE">
        <w:rPr>
          <w:rFonts w:cs="Courier New"/>
          <w:szCs w:val="32"/>
        </w:rPr>
        <w:t xml:space="preserve"> ; il refusa d’y prendre part ; et après que les siens eurent accepté quelques rafraîchissements et se furent délassés de la marche, il se mit de nouveau en route. Près de </w:t>
      </w:r>
      <w:proofErr w:type="spellStart"/>
      <w:r w:rsidRPr="00801BAE">
        <w:rPr>
          <w:rFonts w:cs="Courier New"/>
          <w:szCs w:val="32"/>
        </w:rPr>
        <w:t>Capocate</w:t>
      </w:r>
      <w:proofErr w:type="spellEnd"/>
      <w:r w:rsidRPr="00801BAE">
        <w:rPr>
          <w:rFonts w:cs="Courier New"/>
          <w:szCs w:val="32"/>
        </w:rPr>
        <w:t xml:space="preserve">, </w:t>
      </w:r>
      <w:r w:rsidR="00197C10">
        <w:rPr>
          <w:rFonts w:cs="Courier New"/>
          <w:szCs w:val="32"/>
        </w:rPr>
        <w:t>i</w:t>
      </w:r>
      <w:r w:rsidRPr="00801BAE">
        <w:rPr>
          <w:rFonts w:cs="Courier New"/>
          <w:szCs w:val="32"/>
        </w:rPr>
        <w:t>l se vit contraint de passer un fleuve rapide sur un espèce de radeau. On navigua ainsi l’espace d’une lieue, et l’on débarqua à l’entrée de la grande ville. Tout annonçait le voisinage d’une cité importante ; les navires étaient en répar</w:t>
      </w:r>
      <w:r w:rsidRPr="00801BAE">
        <w:rPr>
          <w:rFonts w:cs="Courier New"/>
          <w:szCs w:val="32"/>
        </w:rPr>
        <w:t>a</w:t>
      </w:r>
      <w:r w:rsidRPr="00801BAE">
        <w:rPr>
          <w:rFonts w:cs="Courier New"/>
          <w:szCs w:val="32"/>
        </w:rPr>
        <w:t>tion de l’une à l’autre rive ; de vastes constructions s’élevaient au milieu des palmiers. Vasco de Gama monta dans un nouveau pala</w:t>
      </w:r>
      <w:r w:rsidRPr="00801BAE">
        <w:rPr>
          <w:rFonts w:cs="Courier New"/>
          <w:szCs w:val="32"/>
        </w:rPr>
        <w:t>n</w:t>
      </w:r>
      <w:r w:rsidRPr="00801BAE">
        <w:rPr>
          <w:rFonts w:cs="Courier New"/>
          <w:szCs w:val="32"/>
        </w:rPr>
        <w:t>quin ; les siens continuaient à lui faire escorte, et la foule pers</w:t>
      </w:r>
      <w:r w:rsidRPr="00801BAE">
        <w:rPr>
          <w:rFonts w:cs="Courier New"/>
          <w:szCs w:val="32"/>
        </w:rPr>
        <w:t>é</w:t>
      </w:r>
      <w:r w:rsidRPr="00801BAE">
        <w:rPr>
          <w:rFonts w:cs="Courier New"/>
          <w:szCs w:val="32"/>
        </w:rPr>
        <w:t>vérait à le suivre, grossissant toujours.</w:t>
      </w:r>
    </w:p>
    <w:p w14:paraId="0619D365" w14:textId="77777777" w:rsidR="00FD7ABB" w:rsidRDefault="00FD28AE" w:rsidP="00FD7ABB">
      <w:r w:rsidRPr="00801BAE">
        <w:rPr>
          <w:rFonts w:cs="Courier New"/>
          <w:szCs w:val="32"/>
        </w:rPr>
        <w:t>Le cortège avançait et parvint jusqu’à l’entrée d’une pagode où les confiants Portugais pénétrèrent avec les Indiens.</w:t>
      </w:r>
    </w:p>
    <w:p w14:paraId="27CF74A1" w14:textId="77777777" w:rsidR="00FD7ABB" w:rsidRDefault="00FD28AE" w:rsidP="00FD7ABB">
      <w:r w:rsidRPr="00801BAE">
        <w:rPr>
          <w:rFonts w:cs="Courier New"/>
          <w:szCs w:val="32"/>
        </w:rPr>
        <w:t>Nos Européens, toujours préoccupés de l’idée qu’ils étaient en pays chrétien, s’imaginèrent qu’ils entraient dans une église consacrée au culte catholique, mais les figures bizarres qu’ils y rencontrèrent ne tardèrent pas à les déconcerter. Des doutes r</w:t>
      </w:r>
      <w:r w:rsidRPr="00801BAE">
        <w:rPr>
          <w:rFonts w:cs="Courier New"/>
          <w:szCs w:val="32"/>
        </w:rPr>
        <w:t>e</w:t>
      </w:r>
      <w:r w:rsidRPr="00801BAE">
        <w:rPr>
          <w:rFonts w:cs="Courier New"/>
          <w:szCs w:val="32"/>
        </w:rPr>
        <w:t>ligieux s’emparèrent des pieux voyageurs à la vue des statues et des peintures indiennes. « Au dedans de la chapelle, qui était un peu obscure, il y avait une image cachée dedans le mur que nos gens découvrirent de dehors, car on ne voulait pas les laisser e</w:t>
      </w:r>
      <w:r w:rsidRPr="00801BAE">
        <w:rPr>
          <w:rFonts w:cs="Courier New"/>
          <w:szCs w:val="32"/>
        </w:rPr>
        <w:t>n</w:t>
      </w:r>
      <w:r w:rsidRPr="00801BAE">
        <w:rPr>
          <w:rFonts w:cs="Courier New"/>
          <w:szCs w:val="32"/>
        </w:rPr>
        <w:t>trer dedans, leur faisant signe que personne ne pouvait entrer là sinon les Cafres, lesquels montrant l’image, no</w:t>
      </w:r>
      <w:r w:rsidRPr="00801BAE">
        <w:rPr>
          <w:rFonts w:cs="Courier New"/>
          <w:szCs w:val="32"/>
        </w:rPr>
        <w:t>m</w:t>
      </w:r>
      <w:r w:rsidRPr="00801BAE">
        <w:rPr>
          <w:rFonts w:cs="Courier New"/>
          <w:szCs w:val="32"/>
        </w:rPr>
        <w:t>maient « Sainte Marie », donnant à entendre que c’était son image. Alors pe</w:t>
      </w:r>
      <w:r w:rsidRPr="00801BAE">
        <w:rPr>
          <w:rFonts w:cs="Courier New"/>
          <w:szCs w:val="32"/>
        </w:rPr>
        <w:t>n</w:t>
      </w:r>
      <w:r w:rsidRPr="00801BAE">
        <w:rPr>
          <w:rFonts w:cs="Courier New"/>
          <w:szCs w:val="32"/>
        </w:rPr>
        <w:t xml:space="preserve">sant le capitaine qu’ainsi fut, il se mit à genoux, et les nôtres avec lui, pour faire leur oraison. João de </w:t>
      </w:r>
      <w:proofErr w:type="spellStart"/>
      <w:r w:rsidRPr="00801BAE">
        <w:rPr>
          <w:rFonts w:cs="Courier New"/>
          <w:szCs w:val="32"/>
        </w:rPr>
        <w:t>Sã</w:t>
      </w:r>
      <w:proofErr w:type="spellEnd"/>
      <w:r w:rsidRPr="00801BAE">
        <w:rPr>
          <w:rFonts w:cs="Courier New"/>
          <w:szCs w:val="32"/>
        </w:rPr>
        <w:t xml:space="preserve">, qui doutait que ce fût une église de chrétiens, pour avoir vu la </w:t>
      </w:r>
      <w:proofErr w:type="spellStart"/>
      <w:r w:rsidRPr="00801BAE">
        <w:rPr>
          <w:rFonts w:cs="Courier New"/>
          <w:szCs w:val="32"/>
        </w:rPr>
        <w:t>la</w:t>
      </w:r>
      <w:r w:rsidRPr="00801BAE">
        <w:rPr>
          <w:rFonts w:cs="Courier New"/>
          <w:szCs w:val="32"/>
        </w:rPr>
        <w:t>y</w:t>
      </w:r>
      <w:r w:rsidRPr="00801BAE">
        <w:rPr>
          <w:rFonts w:cs="Courier New"/>
          <w:szCs w:val="32"/>
        </w:rPr>
        <w:t>dure</w:t>
      </w:r>
      <w:proofErr w:type="spellEnd"/>
      <w:r w:rsidRPr="00801BAE">
        <w:rPr>
          <w:rFonts w:cs="Courier New"/>
          <w:szCs w:val="32"/>
        </w:rPr>
        <w:t xml:space="preserve"> des images qui étaient peintes aux murailles, en se mettant à genoux, dit : Si cela est un diable, je n’entends toutefois adorer que le </w:t>
      </w:r>
      <w:proofErr w:type="spellStart"/>
      <w:r w:rsidRPr="00801BAE">
        <w:rPr>
          <w:rFonts w:cs="Courier New"/>
          <w:szCs w:val="32"/>
        </w:rPr>
        <w:t>vray</w:t>
      </w:r>
      <w:proofErr w:type="spellEnd"/>
      <w:r w:rsidRPr="00801BAE">
        <w:rPr>
          <w:rFonts w:cs="Courier New"/>
          <w:szCs w:val="32"/>
        </w:rPr>
        <w:t xml:space="preserve"> Dieu. Le </w:t>
      </w:r>
      <w:r w:rsidRPr="00801BAE">
        <w:rPr>
          <w:rFonts w:cs="Courier New"/>
          <w:szCs w:val="32"/>
        </w:rPr>
        <w:lastRenderedPageBreak/>
        <w:t>capitaine général qui bien l’entendit, se r</w:t>
      </w:r>
      <w:r w:rsidRPr="00801BAE">
        <w:rPr>
          <w:rFonts w:cs="Courier New"/>
          <w:szCs w:val="32"/>
        </w:rPr>
        <w:t>e</w:t>
      </w:r>
      <w:r w:rsidRPr="00801BAE">
        <w:rPr>
          <w:rFonts w:cs="Courier New"/>
          <w:szCs w:val="32"/>
        </w:rPr>
        <w:t>tourna vers lui en se riant… »</w:t>
      </w:r>
    </w:p>
    <w:p w14:paraId="5CBA1207" w14:textId="77777777" w:rsidR="00FD7ABB" w:rsidRDefault="00FD28AE" w:rsidP="00FD7ABB">
      <w:r w:rsidRPr="00801BAE">
        <w:rPr>
          <w:rFonts w:cs="Courier New"/>
          <w:szCs w:val="32"/>
        </w:rPr>
        <w:t xml:space="preserve">Mais tous les compagnons de Gama n’y regardèrent pas de si près. </w:t>
      </w:r>
      <w:proofErr w:type="spellStart"/>
      <w:r w:rsidRPr="00801BAE">
        <w:rPr>
          <w:rFonts w:cs="Courier New"/>
          <w:szCs w:val="32"/>
        </w:rPr>
        <w:t>Alvero</w:t>
      </w:r>
      <w:proofErr w:type="spellEnd"/>
      <w:r w:rsidRPr="00801BAE">
        <w:rPr>
          <w:rFonts w:cs="Courier New"/>
          <w:szCs w:val="32"/>
        </w:rPr>
        <w:t xml:space="preserve"> Velho, persuadé qu’il est en un édifice catholique, en donne la description détaillée ; « Dans cette grande église, dit-il, se trouvait ce qu’on va voir :</w:t>
      </w:r>
    </w:p>
    <w:p w14:paraId="6952876C" w14:textId="77777777" w:rsidR="00FD7ABB" w:rsidRDefault="00FD28AE" w:rsidP="00FD7ABB">
      <w:r w:rsidRPr="00801BAE">
        <w:rPr>
          <w:rFonts w:cs="Courier New"/>
          <w:szCs w:val="32"/>
        </w:rPr>
        <w:t>« Premièrement le corps de cette église est de la grandeur d’un monastère ; construite de pierre de taille bien travaillée, couverte en carreaux ; et, à la porte principale, on voyait un p</w:t>
      </w:r>
      <w:r w:rsidRPr="00801BAE">
        <w:rPr>
          <w:rFonts w:cs="Courier New"/>
          <w:szCs w:val="32"/>
        </w:rPr>
        <w:t>i</w:t>
      </w:r>
      <w:r w:rsidRPr="00801BAE">
        <w:rPr>
          <w:rFonts w:cs="Courier New"/>
          <w:szCs w:val="32"/>
        </w:rPr>
        <w:t>lastre de bronze de la hauteur d’un mât de navire, et au sommet se trouve un oiseau qui semble être un coq ; puis on voyait un autre gros pilier de la hauteur d’un homme ; au milieu du vai</w:t>
      </w:r>
      <w:r w:rsidRPr="00801BAE">
        <w:rPr>
          <w:rFonts w:cs="Courier New"/>
          <w:szCs w:val="32"/>
        </w:rPr>
        <w:t>s</w:t>
      </w:r>
      <w:r w:rsidRPr="00801BAE">
        <w:rPr>
          <w:rFonts w:cs="Courier New"/>
          <w:szCs w:val="32"/>
        </w:rPr>
        <w:t>seau de l’église, il y a une flèche de la même matière. On rema</w:t>
      </w:r>
      <w:r w:rsidRPr="00801BAE">
        <w:rPr>
          <w:rFonts w:cs="Courier New"/>
          <w:szCs w:val="32"/>
        </w:rPr>
        <w:t>r</w:t>
      </w:r>
      <w:r w:rsidRPr="00801BAE">
        <w:rPr>
          <w:rFonts w:cs="Courier New"/>
          <w:szCs w:val="32"/>
        </w:rPr>
        <w:t>quait également une porte de bronze, et le long de la muraille, sept petites cloches.</w:t>
      </w:r>
    </w:p>
    <w:p w14:paraId="1E22198C" w14:textId="77777777" w:rsidR="00FD7ABB" w:rsidRDefault="00FD28AE" w:rsidP="00FD7ABB">
      <w:r w:rsidRPr="00801BAE">
        <w:rPr>
          <w:rFonts w:cs="Courier New"/>
          <w:szCs w:val="32"/>
        </w:rPr>
        <w:t xml:space="preserve">« Les prêtres portent certains cordons jetés par-dessus l’épaule et allant se lier </w:t>
      </w:r>
      <w:proofErr w:type="spellStart"/>
      <w:r w:rsidRPr="00801BAE">
        <w:rPr>
          <w:rFonts w:cs="Courier New"/>
          <w:szCs w:val="32"/>
        </w:rPr>
        <w:t>au dessous</w:t>
      </w:r>
      <w:proofErr w:type="spellEnd"/>
      <w:r w:rsidRPr="00801BAE">
        <w:rPr>
          <w:rFonts w:cs="Courier New"/>
          <w:szCs w:val="32"/>
        </w:rPr>
        <w:t xml:space="preserve"> du bras droit, comme le prêtre à l’Évangile portant l’étole. Ces hommes nous jetèrent de l’eau bénite ; ils nous donnèrent une terre blanche dont les gens de ce pays ont coutume de se marquer le front, la poitrine, la nuque et les bras. Ils firent toutes ces cérémonies au </w:t>
      </w:r>
      <w:proofErr w:type="spellStart"/>
      <w:r w:rsidRPr="00801BAE">
        <w:rPr>
          <w:rFonts w:cs="Courier New"/>
          <w:szCs w:val="32"/>
        </w:rPr>
        <w:t>capitam</w:t>
      </w:r>
      <w:proofErr w:type="spellEnd"/>
      <w:r w:rsidRPr="00801BAE">
        <w:rPr>
          <w:rFonts w:cs="Courier New"/>
          <w:szCs w:val="32"/>
        </w:rPr>
        <w:t>-mor, et lui offrirent de cette terre pour s’en mettre. Il en prit, mais ne voulut pas s’en servir. Il y avait beaucoup de saints peints sur les murailles de l’église, lesquels portaient des di</w:t>
      </w:r>
      <w:r w:rsidRPr="00801BAE">
        <w:rPr>
          <w:rFonts w:cs="Courier New"/>
          <w:szCs w:val="32"/>
        </w:rPr>
        <w:t>a</w:t>
      </w:r>
      <w:r w:rsidRPr="00801BAE">
        <w:rPr>
          <w:rFonts w:cs="Courier New"/>
          <w:szCs w:val="32"/>
        </w:rPr>
        <w:t>dèmes, et leur peinture était de diverses façons, car les dents de quelques-uns de leurs personnages leur sortaient un bon pouce de la bouche, et chacun d’eux avait quatre ou cinq bras… »</w:t>
      </w:r>
    </w:p>
    <w:p w14:paraId="1D3AC523" w14:textId="77777777" w:rsidR="00FD7ABB" w:rsidRDefault="00FD28AE" w:rsidP="00FD7ABB">
      <w:r w:rsidRPr="00801BAE">
        <w:rPr>
          <w:rFonts w:cs="Courier New"/>
          <w:szCs w:val="32"/>
        </w:rPr>
        <w:t xml:space="preserve">On s’explique que des saints de ce genre aient paru très drôles aux bons Portugais et que les plus avisés d’entre ceux-ci aient fait des réserves au sujet de leurs oraisons, n’étant pas </w:t>
      </w:r>
      <w:r w:rsidRPr="00801BAE">
        <w:rPr>
          <w:rFonts w:cs="Courier New"/>
          <w:szCs w:val="32"/>
        </w:rPr>
        <w:lastRenderedPageBreak/>
        <w:t>bien sûrs s’ils se prosternaient devant des images saintes ou d</w:t>
      </w:r>
      <w:r w:rsidRPr="00801BAE">
        <w:rPr>
          <w:rFonts w:cs="Courier New"/>
          <w:szCs w:val="32"/>
        </w:rPr>
        <w:t>e</w:t>
      </w:r>
      <w:r w:rsidRPr="00801BAE">
        <w:rPr>
          <w:rFonts w:cs="Courier New"/>
          <w:szCs w:val="32"/>
        </w:rPr>
        <w:t>vant le diable. Mais les rites bouddhiques, on le voit, contr</w:t>
      </w:r>
      <w:r w:rsidRPr="00801BAE">
        <w:rPr>
          <w:rFonts w:cs="Courier New"/>
          <w:szCs w:val="32"/>
        </w:rPr>
        <w:t>i</w:t>
      </w:r>
      <w:r w:rsidRPr="00801BAE">
        <w:rPr>
          <w:rFonts w:cs="Courier New"/>
          <w:szCs w:val="32"/>
        </w:rPr>
        <w:t>buaient à entretenir chez les naïfs compagnons do Vasco de Gama la conviction si étrange et si erronée qu’ils étaient au m</w:t>
      </w:r>
      <w:r w:rsidRPr="00801BAE">
        <w:rPr>
          <w:rFonts w:cs="Courier New"/>
          <w:szCs w:val="32"/>
        </w:rPr>
        <w:t>i</w:t>
      </w:r>
      <w:r w:rsidRPr="00801BAE">
        <w:rPr>
          <w:rFonts w:cs="Courier New"/>
          <w:szCs w:val="32"/>
        </w:rPr>
        <w:t>lieu de populations chrétiennes.</w:t>
      </w:r>
    </w:p>
    <w:p w14:paraId="72A988CF" w14:textId="77777777" w:rsidR="00FD7ABB" w:rsidRDefault="00FD28AE" w:rsidP="00FD7ABB">
      <w:r w:rsidRPr="00801BAE">
        <w:rPr>
          <w:rFonts w:cs="Courier New"/>
          <w:szCs w:val="32"/>
        </w:rPr>
        <w:t xml:space="preserve">Leur erreur venait sans doute de la vague tradition qui peuplait l’Inde de chrétiens. Il y avait, en effet, des chrétiens à peu de distance de Calicut, dans le royaume de Cochin et dans celui de Travancore. On les connaissait aux Indes sous le nom de </w:t>
      </w:r>
      <w:proofErr w:type="spellStart"/>
      <w:r w:rsidRPr="00801BAE">
        <w:rPr>
          <w:rFonts w:cs="Courier New"/>
          <w:i/>
          <w:szCs w:val="32"/>
        </w:rPr>
        <w:t>Nazzarini</w:t>
      </w:r>
      <w:proofErr w:type="spellEnd"/>
      <w:r w:rsidRPr="00801BAE">
        <w:rPr>
          <w:rFonts w:cs="Courier New"/>
          <w:i/>
          <w:szCs w:val="32"/>
        </w:rPr>
        <w:t xml:space="preserve"> </w:t>
      </w:r>
      <w:r w:rsidRPr="00801BAE">
        <w:rPr>
          <w:rFonts w:cs="Courier New"/>
          <w:szCs w:val="32"/>
        </w:rPr>
        <w:t xml:space="preserve">et de </w:t>
      </w:r>
      <w:r w:rsidRPr="00801BAE">
        <w:rPr>
          <w:rFonts w:cs="Courier New"/>
          <w:i/>
          <w:szCs w:val="32"/>
        </w:rPr>
        <w:t>Syriens</w:t>
      </w:r>
      <w:r w:rsidRPr="00801BAE">
        <w:rPr>
          <w:rFonts w:cs="Courier New"/>
          <w:szCs w:val="32"/>
        </w:rPr>
        <w:t>. Selon une antique tradition, l’apôtre saint Thomas, après avoir évangélisé la Perse et la Médie, pén</w:t>
      </w:r>
      <w:r w:rsidRPr="00801BAE">
        <w:rPr>
          <w:rFonts w:cs="Courier New"/>
          <w:szCs w:val="32"/>
        </w:rPr>
        <w:t>é</w:t>
      </w:r>
      <w:r w:rsidRPr="00801BAE">
        <w:rPr>
          <w:rFonts w:cs="Courier New"/>
          <w:szCs w:val="32"/>
        </w:rPr>
        <w:t xml:space="preserve">tra jusque dans les Indes et souffrit le martyre dans la ville de </w:t>
      </w:r>
      <w:proofErr w:type="spellStart"/>
      <w:r w:rsidRPr="00801BAE">
        <w:rPr>
          <w:rFonts w:cs="Courier New"/>
          <w:szCs w:val="32"/>
        </w:rPr>
        <w:t>Méliapour</w:t>
      </w:r>
      <w:proofErr w:type="spellEnd"/>
      <w:r w:rsidRPr="00801BAE">
        <w:rPr>
          <w:rFonts w:cs="Courier New"/>
          <w:szCs w:val="32"/>
        </w:rPr>
        <w:t>, également appelée Saint-Thomé.</w:t>
      </w:r>
    </w:p>
    <w:p w14:paraId="6CF256C5" w14:textId="77777777" w:rsidR="00FD7ABB" w:rsidRDefault="00FD28AE" w:rsidP="00FD7ABB">
      <w:r w:rsidRPr="00801BAE">
        <w:rPr>
          <w:rFonts w:cs="Courier New"/>
          <w:szCs w:val="32"/>
        </w:rPr>
        <w:t>Cette explication n’excuse pas entièrement la confiance plus qu’ingénue de nos Européens. On sait, en effet, que si le brahmanisme ancien était sans idoles, sans temples et presque sans dieux, et s’adressait surtout aux philosophes et aux s</w:t>
      </w:r>
      <w:r w:rsidRPr="00801BAE">
        <w:rPr>
          <w:rFonts w:cs="Courier New"/>
          <w:szCs w:val="32"/>
        </w:rPr>
        <w:t>a</w:t>
      </w:r>
      <w:r w:rsidRPr="00801BAE">
        <w:rPr>
          <w:rFonts w:cs="Courier New"/>
          <w:szCs w:val="32"/>
        </w:rPr>
        <w:t>vants, il n’en est pas de même de l’</w:t>
      </w:r>
      <w:r w:rsidRPr="00801BAE">
        <w:rPr>
          <w:rFonts w:cs="Courier New"/>
          <w:i/>
          <w:szCs w:val="32"/>
        </w:rPr>
        <w:t>hindouisme</w:t>
      </w:r>
      <w:r w:rsidRPr="00801BAE">
        <w:rPr>
          <w:rFonts w:cs="Courier New"/>
          <w:szCs w:val="32"/>
        </w:rPr>
        <w:t xml:space="preserve"> dont le culte s’adresse à des dieux très vivants, très concrets, très humains, représentés par des statues et des images et qui contient une abondance de pratiques grossières et souvent cruelles. Co</w:t>
      </w:r>
      <w:r w:rsidRPr="00801BAE">
        <w:rPr>
          <w:rFonts w:cs="Courier New"/>
          <w:szCs w:val="32"/>
        </w:rPr>
        <w:t>m</w:t>
      </w:r>
      <w:r w:rsidRPr="00801BAE">
        <w:rPr>
          <w:rFonts w:cs="Courier New"/>
          <w:szCs w:val="32"/>
        </w:rPr>
        <w:t>ment ont-ils pu prendre la divinité hindoue Maha-</w:t>
      </w:r>
      <w:proofErr w:type="spellStart"/>
      <w:r w:rsidRPr="00801BAE">
        <w:rPr>
          <w:rFonts w:cs="Courier New"/>
          <w:szCs w:val="32"/>
        </w:rPr>
        <w:t>Madja</w:t>
      </w:r>
      <w:proofErr w:type="spellEnd"/>
      <w:r w:rsidRPr="00801BAE">
        <w:rPr>
          <w:rFonts w:cs="Courier New"/>
          <w:szCs w:val="32"/>
        </w:rPr>
        <w:t>, pour une représentation de la sainte Vierge et quelle sainte ont-ils cru voir dans l’affreuse Kali, cette négresse qui tire une énorme langue rouge et qui porte autour du cou un collier de crânes humains ? on se demande encore quels symboles ils pouvaient trouver dans les autres dieux, acolytes des premiers, qui étaient représentés sous les aspects les plus difformes, avec des mult</w:t>
      </w:r>
      <w:r w:rsidRPr="00801BAE">
        <w:rPr>
          <w:rFonts w:cs="Courier New"/>
          <w:szCs w:val="32"/>
        </w:rPr>
        <w:t>i</w:t>
      </w:r>
      <w:r w:rsidRPr="00801BAE">
        <w:rPr>
          <w:rFonts w:cs="Courier New"/>
          <w:szCs w:val="32"/>
        </w:rPr>
        <w:t xml:space="preserve">tudes de bras, de têtes, selon la singulière façon adoptée par les brahmanes de représenter l’infini. Le panthéon brahmanique est la plus révoltante collection de monstres que l’on puisse imaginer et n’a de </w:t>
      </w:r>
      <w:r w:rsidRPr="00801BAE">
        <w:rPr>
          <w:rFonts w:cs="Courier New"/>
          <w:szCs w:val="32"/>
        </w:rPr>
        <w:lastRenderedPageBreak/>
        <w:t>comparable que celui des bouddhistes ch</w:t>
      </w:r>
      <w:r w:rsidRPr="00801BAE">
        <w:rPr>
          <w:rFonts w:cs="Courier New"/>
          <w:szCs w:val="32"/>
        </w:rPr>
        <w:t>i</w:t>
      </w:r>
      <w:r w:rsidRPr="00801BAE">
        <w:rPr>
          <w:rFonts w:cs="Courier New"/>
          <w:szCs w:val="32"/>
        </w:rPr>
        <w:t>nois. Il faut donc supposer qu’on ne fit voir aux Portugais que les images qui pouvaient – dans une certaine mesure et eu égard à l’acharnement qu’ils mettaient à vouloir trouver des chrétiens partout – les entretenir dans leur illusion. La liturgie, dont les cérémonies sont extrêmement variées, a pu également tromper les étrangers qui, çà et là, y retrouvèrent quelque chose de nos rites, tels que les processions, le chant d’hymnes sacrés, l’emploi de l’eau sainte du Gange, etc.</w:t>
      </w:r>
    </w:p>
    <w:p w14:paraId="27F7C139" w14:textId="77777777" w:rsidR="00FD7ABB" w:rsidRDefault="00FD28AE" w:rsidP="00FD7ABB">
      <w:r w:rsidRPr="00801BAE">
        <w:rPr>
          <w:rFonts w:cs="Courier New"/>
          <w:szCs w:val="32"/>
        </w:rPr>
        <w:t xml:space="preserve">En tous cas, Alvaro Velho, dans son </w:t>
      </w:r>
      <w:r w:rsidRPr="00801BAE">
        <w:rPr>
          <w:rFonts w:cs="Courier New"/>
          <w:i/>
          <w:szCs w:val="32"/>
        </w:rPr>
        <w:t>Routier</w:t>
      </w:r>
      <w:r w:rsidRPr="00801BAE">
        <w:rPr>
          <w:rFonts w:cs="Courier New"/>
          <w:szCs w:val="32"/>
        </w:rPr>
        <w:t>, dit posit</w:t>
      </w:r>
      <w:r w:rsidRPr="00801BAE">
        <w:rPr>
          <w:rFonts w:cs="Courier New"/>
          <w:szCs w:val="32"/>
        </w:rPr>
        <w:t>i</w:t>
      </w:r>
      <w:r w:rsidRPr="00801BAE">
        <w:rPr>
          <w:rFonts w:cs="Courier New"/>
          <w:szCs w:val="32"/>
        </w:rPr>
        <w:t>vement que Gama, au milieu des difficultés qu’on lui suscitait, voulut retourner auprès du roi de Calicut, « qui était chrétien comme lui ».</w:t>
      </w:r>
    </w:p>
    <w:p w14:paraId="66BC72B5" w14:textId="77777777" w:rsidR="00FD7ABB" w:rsidRDefault="00FD28AE" w:rsidP="00FD7ABB">
      <w:r w:rsidRPr="00801BAE">
        <w:rPr>
          <w:rFonts w:cs="Courier New"/>
          <w:szCs w:val="32"/>
        </w:rPr>
        <w:t xml:space="preserve">L’intelligent </w:t>
      </w:r>
      <w:proofErr w:type="spellStart"/>
      <w:r w:rsidRPr="00801BAE">
        <w:rPr>
          <w:rFonts w:cs="Courier New"/>
          <w:szCs w:val="32"/>
        </w:rPr>
        <w:t>Mozaïde</w:t>
      </w:r>
      <w:proofErr w:type="spellEnd"/>
      <w:r w:rsidRPr="00801BAE">
        <w:rPr>
          <w:rFonts w:cs="Courier New"/>
          <w:szCs w:val="32"/>
        </w:rPr>
        <w:t>, qui s’était fait leur interprète aussi fidèle que dévoué, n’était pas qualifié pour les tirer d’erreur. Il était musulman et ne pouvait, par conséquent, deviner la pr</w:t>
      </w:r>
      <w:r w:rsidRPr="00801BAE">
        <w:rPr>
          <w:rFonts w:cs="Courier New"/>
          <w:szCs w:val="32"/>
        </w:rPr>
        <w:t>o</w:t>
      </w:r>
      <w:r w:rsidRPr="00801BAE">
        <w:rPr>
          <w:rFonts w:cs="Courier New"/>
          <w:szCs w:val="32"/>
        </w:rPr>
        <w:t>fonde dissemblance qui existe entre les peintures et les statues des temples hindous, et celles qui décorent nos basiliques.</w:t>
      </w:r>
    </w:p>
    <w:p w14:paraId="66898323" w14:textId="77777777" w:rsidR="00FD28AE" w:rsidRPr="00801BAE" w:rsidRDefault="00FD28AE" w:rsidP="00FD28AE">
      <w:pPr>
        <w:pStyle w:val="Titre1"/>
      </w:pPr>
      <w:bookmarkStart w:id="13" w:name="_Toc271750266"/>
      <w:bookmarkStart w:id="14" w:name="_Toc195615295"/>
      <w:r w:rsidRPr="00801BAE">
        <w:lastRenderedPageBreak/>
        <w:t>VII</w:t>
      </w:r>
      <w:bookmarkEnd w:id="13"/>
      <w:bookmarkEnd w:id="14"/>
      <w:r w:rsidRPr="00801BAE">
        <w:br/>
      </w:r>
    </w:p>
    <w:p w14:paraId="4478B972" w14:textId="77777777" w:rsidR="00FD7ABB" w:rsidRDefault="00FD28AE" w:rsidP="00FD7ABB">
      <w:r w:rsidRPr="00801BAE">
        <w:rPr>
          <w:rFonts w:cs="Courier New"/>
          <w:szCs w:val="32"/>
        </w:rPr>
        <w:t>Avant de suivre les Portugais à travers les rues de la cité, disons quelque chose du culte hindou qui les a si étrangement induits en erreur.</w:t>
      </w:r>
    </w:p>
    <w:p w14:paraId="666F1B2F" w14:textId="77777777" w:rsidR="00FD7ABB" w:rsidRDefault="00FD28AE" w:rsidP="00FD7ABB">
      <w:r w:rsidRPr="00801BAE">
        <w:rPr>
          <w:rFonts w:cs="Courier New"/>
          <w:szCs w:val="32"/>
        </w:rPr>
        <w:t>L’Inde se flatte d’être le berceau de la philosophie elle p</w:t>
      </w:r>
      <w:r w:rsidRPr="00801BAE">
        <w:rPr>
          <w:rFonts w:cs="Courier New"/>
          <w:szCs w:val="32"/>
        </w:rPr>
        <w:t>a</w:t>
      </w:r>
      <w:r w:rsidRPr="00801BAE">
        <w:rPr>
          <w:rFonts w:cs="Courier New"/>
          <w:szCs w:val="32"/>
        </w:rPr>
        <w:t>radis des philosophes. Or, rien de plus étrange, de plus disp</w:t>
      </w:r>
      <w:r w:rsidRPr="00801BAE">
        <w:rPr>
          <w:rFonts w:cs="Courier New"/>
          <w:szCs w:val="32"/>
        </w:rPr>
        <w:t>a</w:t>
      </w:r>
      <w:r w:rsidRPr="00801BAE">
        <w:rPr>
          <w:rFonts w:cs="Courier New"/>
          <w:szCs w:val="32"/>
        </w:rPr>
        <w:t>rate que la philosophie, la théologie, la croyance et le culte des millions d’hommes qui peuplent cette partie de l’Orient. Do</w:t>
      </w:r>
      <w:r w:rsidRPr="00801BAE">
        <w:rPr>
          <w:rFonts w:cs="Courier New"/>
          <w:szCs w:val="32"/>
        </w:rPr>
        <w:t>g</w:t>
      </w:r>
      <w:r w:rsidRPr="00801BAE">
        <w:rPr>
          <w:rFonts w:cs="Courier New"/>
          <w:szCs w:val="32"/>
        </w:rPr>
        <w:t>matisme, scepticisme, nihilisme complet, tous les points de vue, tous les développements, toutes les formes de la spéculation ont été épuisés par les Hindous. Et pour eux le dernier mot de la perfection consiste en l’immobilité de la pensée et du cœur dans une sorte de contemplation béate. On se demande comment, avec les idées les plus magnifiques sur l’unité de Dieu, dans leurs livres, ils en sont venus à admettre les plus formidables absurdités. Car jamais peuple ne fut plus superstitieusement idolâtre que le peuple dont les brahmanes sont les philosophes et les docteurs. Le système mythologique le plus embrouillé qui soit en Asie se trouve combiné avec des subtilités métaph</w:t>
      </w:r>
      <w:r w:rsidRPr="00801BAE">
        <w:rPr>
          <w:rFonts w:cs="Courier New"/>
          <w:szCs w:val="32"/>
        </w:rPr>
        <w:t>y</w:t>
      </w:r>
      <w:r w:rsidRPr="00801BAE">
        <w:rPr>
          <w:rFonts w:cs="Courier New"/>
          <w:szCs w:val="32"/>
        </w:rPr>
        <w:t>siques telles que jamais aucune école d’Occident n’en a ense</w:t>
      </w:r>
      <w:r w:rsidRPr="00801BAE">
        <w:rPr>
          <w:rFonts w:cs="Courier New"/>
          <w:szCs w:val="32"/>
        </w:rPr>
        <w:t>i</w:t>
      </w:r>
      <w:r w:rsidRPr="00801BAE">
        <w:rPr>
          <w:rFonts w:cs="Courier New"/>
          <w:szCs w:val="32"/>
        </w:rPr>
        <w:t>gnées. Tandis que l’emploi désordonné des abstractions, une métaphysique, dont il est impossible d’atteindre le fond, a co</w:t>
      </w:r>
      <w:r w:rsidRPr="00801BAE">
        <w:rPr>
          <w:rFonts w:cs="Courier New"/>
          <w:szCs w:val="32"/>
        </w:rPr>
        <w:t>n</w:t>
      </w:r>
      <w:r w:rsidRPr="00801BAE">
        <w:rPr>
          <w:rFonts w:cs="Courier New"/>
          <w:szCs w:val="32"/>
        </w:rPr>
        <w:t xml:space="preserve">duit les brahmanes au dernier degré de l’extravagance de l’esprit, le peuple adore tout à la fois l’oiseau </w:t>
      </w:r>
      <w:proofErr w:type="spellStart"/>
      <w:r w:rsidRPr="00801BAE">
        <w:rPr>
          <w:rFonts w:cs="Courier New"/>
          <w:szCs w:val="32"/>
        </w:rPr>
        <w:t>Garouda</w:t>
      </w:r>
      <w:proofErr w:type="spellEnd"/>
      <w:r w:rsidRPr="00801BAE">
        <w:rPr>
          <w:rFonts w:cs="Courier New"/>
          <w:szCs w:val="32"/>
        </w:rPr>
        <w:t>, une e</w:t>
      </w:r>
      <w:r w:rsidRPr="00801BAE">
        <w:rPr>
          <w:rFonts w:cs="Courier New"/>
          <w:szCs w:val="32"/>
        </w:rPr>
        <w:t>s</w:t>
      </w:r>
      <w:r w:rsidRPr="00801BAE">
        <w:rPr>
          <w:rFonts w:cs="Courier New"/>
          <w:szCs w:val="32"/>
        </w:rPr>
        <w:t xml:space="preserve">pèce d’aigle, et le serpent Capel, que cet oiseau mange. Au lieu de tuer ces reptiles venimeux, qui souvent lui donnent la mort, il va leur offrir en sacrifice les mets les plus délicats au fond de leur repaire. Il adore des pierres </w:t>
      </w:r>
      <w:r w:rsidRPr="00801BAE">
        <w:rPr>
          <w:rFonts w:cs="Courier New"/>
          <w:szCs w:val="32"/>
        </w:rPr>
        <w:lastRenderedPageBreak/>
        <w:t xml:space="preserve">et des plantes et célèbre une fête annuelle en l’honneur d’une herbe appelée </w:t>
      </w:r>
      <w:proofErr w:type="spellStart"/>
      <w:r w:rsidRPr="00801BAE">
        <w:rPr>
          <w:rFonts w:cs="Courier New"/>
          <w:szCs w:val="32"/>
        </w:rPr>
        <w:t>darba</w:t>
      </w:r>
      <w:proofErr w:type="spellEnd"/>
      <w:r w:rsidRPr="00801BAE">
        <w:rPr>
          <w:rFonts w:cs="Courier New"/>
          <w:szCs w:val="32"/>
        </w:rPr>
        <w:t>.</w:t>
      </w:r>
    </w:p>
    <w:p w14:paraId="4F72D2EF" w14:textId="77777777" w:rsidR="00FD7ABB" w:rsidRDefault="00FD28AE" w:rsidP="00FD7ABB">
      <w:r w:rsidRPr="00801BAE">
        <w:rPr>
          <w:rFonts w:cs="Courier New"/>
          <w:szCs w:val="32"/>
        </w:rPr>
        <w:t>En certaines occasions, chacun adore son couteau, sa pelle et sa bêche ; il y a une fête où l’ouvrier offre un sacrifice à tous les outils de sa profession et la ménagère à toute sa batterie de cuisine.</w:t>
      </w:r>
    </w:p>
    <w:p w14:paraId="0312F425" w14:textId="77777777" w:rsidR="00FD7ABB" w:rsidRDefault="00FD28AE" w:rsidP="00FD7ABB">
      <w:r w:rsidRPr="00801BAE">
        <w:rPr>
          <w:rFonts w:cs="Courier New"/>
          <w:szCs w:val="32"/>
        </w:rPr>
        <w:t xml:space="preserve">Le bœuf est le personnage principal d’une des grandes fêtes de l’année, et il y a également des fêtes en l’honneur de la vache. Cette dernière surtout est quelque chose de si vénérable qu’en tuer une ou manger de sa chair, </w:t>
      </w:r>
      <w:proofErr w:type="gramStart"/>
      <w:r w:rsidRPr="00801BAE">
        <w:rPr>
          <w:rFonts w:cs="Courier New"/>
          <w:szCs w:val="32"/>
        </w:rPr>
        <w:t>est</w:t>
      </w:r>
      <w:proofErr w:type="gramEnd"/>
      <w:r w:rsidRPr="00801BAE">
        <w:rPr>
          <w:rFonts w:cs="Courier New"/>
          <w:szCs w:val="32"/>
        </w:rPr>
        <w:t xml:space="preserve"> un crime beaucoup plus grand que de tuer un homme. Enfin le plus grand bonheur, le moyen infaillible pour un brahmane d’être heureux après sa mort, c’est de rendre le dernier soupir en tenant une vache par la queue.</w:t>
      </w:r>
    </w:p>
    <w:p w14:paraId="092CD057" w14:textId="77777777" w:rsidR="00FD7ABB" w:rsidRDefault="00FD28AE" w:rsidP="00FD7ABB">
      <w:r w:rsidRPr="00801BAE">
        <w:rPr>
          <w:rFonts w:cs="Courier New"/>
          <w:szCs w:val="32"/>
        </w:rPr>
        <w:t>Le spectacle des folies humaines se déroule tout entier dans les fables pitoyables et les grossières superstitions de ce culte. Un de leurs livres sacrés, le plus funeste de tous, enseigne l’art magique de nuire aux hommes par les sortilèges et les e</w:t>
      </w:r>
      <w:r w:rsidRPr="00801BAE">
        <w:rPr>
          <w:rFonts w:cs="Courier New"/>
          <w:szCs w:val="32"/>
        </w:rPr>
        <w:t>n</w:t>
      </w:r>
      <w:r w:rsidRPr="00801BAE">
        <w:rPr>
          <w:rFonts w:cs="Courier New"/>
          <w:szCs w:val="32"/>
        </w:rPr>
        <w:t>chantements ; les sacrifices sanglants y sont prescrits. C’est dans ces grimoires que les brahmanes ont puisé les formules de prières qui font pleuvoir sur eux l’argent et la considération. On conçoit qu’ils les trouvent précieux et n’en parlent qu’avec re</w:t>
      </w:r>
      <w:r w:rsidRPr="00801BAE">
        <w:rPr>
          <w:rFonts w:cs="Courier New"/>
          <w:szCs w:val="32"/>
        </w:rPr>
        <w:t>s</w:t>
      </w:r>
      <w:r w:rsidRPr="00801BAE">
        <w:rPr>
          <w:rFonts w:cs="Courier New"/>
          <w:szCs w:val="32"/>
        </w:rPr>
        <w:t>pect.</w:t>
      </w:r>
    </w:p>
    <w:p w14:paraId="1741431F" w14:textId="77777777" w:rsidR="00FD7ABB" w:rsidRDefault="00FD28AE" w:rsidP="00FD7ABB">
      <w:r w:rsidRPr="00801BAE">
        <w:rPr>
          <w:rFonts w:cs="Courier New"/>
          <w:szCs w:val="32"/>
        </w:rPr>
        <w:t>Depuis tant de siècles, les sectateurs de Brahma n’ont pas fait faire à la science le moindre progrès ; ils ne voient dans l’étude des astres que l’astrologie, dans l’étude de la nature que la magie, et nous croyons intéresser nos lecteurs en leur do</w:t>
      </w:r>
      <w:r w:rsidRPr="00801BAE">
        <w:rPr>
          <w:rFonts w:cs="Courier New"/>
          <w:szCs w:val="32"/>
        </w:rPr>
        <w:t>n</w:t>
      </w:r>
      <w:r w:rsidRPr="00801BAE">
        <w:rPr>
          <w:rFonts w:cs="Courier New"/>
          <w:szCs w:val="32"/>
        </w:rPr>
        <w:t>nant un échantillon de l’histoire naturelle des Hindous.</w:t>
      </w:r>
    </w:p>
    <w:p w14:paraId="3DB8B87F" w14:textId="77777777" w:rsidR="00FD7ABB" w:rsidRDefault="00FD28AE" w:rsidP="00FD7ABB">
      <w:r w:rsidRPr="00801BAE">
        <w:rPr>
          <w:rFonts w:cs="Courier New"/>
          <w:szCs w:val="32"/>
        </w:rPr>
        <w:t xml:space="preserve">« Quatre principaux nuages donnent la pluie et remplissent cet office chacun une année. Le premier et le dernier sont </w:t>
      </w:r>
      <w:r w:rsidRPr="00801BAE">
        <w:rPr>
          <w:rFonts w:cs="Courier New"/>
          <w:szCs w:val="32"/>
        </w:rPr>
        <w:lastRenderedPageBreak/>
        <w:t>fav</w:t>
      </w:r>
      <w:r w:rsidRPr="00801BAE">
        <w:rPr>
          <w:rFonts w:cs="Courier New"/>
          <w:szCs w:val="32"/>
        </w:rPr>
        <w:t>o</w:t>
      </w:r>
      <w:r w:rsidRPr="00801BAE">
        <w:rPr>
          <w:rFonts w:cs="Courier New"/>
          <w:szCs w:val="32"/>
        </w:rPr>
        <w:t>rablement disposés pour les hommes ; ils procurent des pluies fécondantes ; les deux autres, au contraire, ne produisent que des tempêtes et des ouragans. La fréquence des pluies dépend aussi de la bonne ou mauvaise volonté de sept éléphants, co</w:t>
      </w:r>
      <w:r w:rsidRPr="00801BAE">
        <w:rPr>
          <w:rFonts w:cs="Courier New"/>
          <w:szCs w:val="32"/>
        </w:rPr>
        <w:t>n</w:t>
      </w:r>
      <w:r w:rsidRPr="00801BAE">
        <w:rPr>
          <w:rFonts w:cs="Courier New"/>
          <w:szCs w:val="32"/>
        </w:rPr>
        <w:t>nus chacun par un nom qui lui est propre et dont la fonction annuelle consiste à porter l’eau aux nuages à tour de rôle. Quatre mettent une grande activité dans leur service, et fourni</w:t>
      </w:r>
      <w:r w:rsidRPr="00801BAE">
        <w:rPr>
          <w:rFonts w:cs="Courier New"/>
          <w:szCs w:val="32"/>
        </w:rPr>
        <w:t>s</w:t>
      </w:r>
      <w:r w:rsidRPr="00801BAE">
        <w:rPr>
          <w:rFonts w:cs="Courier New"/>
          <w:szCs w:val="32"/>
        </w:rPr>
        <w:t>sent à la pluie une ample provision ; mais les trois autres ne s’en a</w:t>
      </w:r>
      <w:r w:rsidRPr="00801BAE">
        <w:rPr>
          <w:rFonts w:cs="Courier New"/>
          <w:szCs w:val="32"/>
        </w:rPr>
        <w:t>c</w:t>
      </w:r>
      <w:r w:rsidRPr="00801BAE">
        <w:rPr>
          <w:rFonts w:cs="Courier New"/>
          <w:szCs w:val="32"/>
        </w:rPr>
        <w:t>quittent qu’avec nonchalance ; la terre reste aride, et la disette se fait sentir. Des serpents, au nombre de sept et qui ont aussi un nom particulier, exercent successivement, une année ch</w:t>
      </w:r>
      <w:r w:rsidRPr="00801BAE">
        <w:rPr>
          <w:rFonts w:cs="Courier New"/>
          <w:szCs w:val="32"/>
        </w:rPr>
        <w:t>a</w:t>
      </w:r>
      <w:r w:rsidRPr="00801BAE">
        <w:rPr>
          <w:rFonts w:cs="Courier New"/>
          <w:szCs w:val="32"/>
        </w:rPr>
        <w:t xml:space="preserve">cun, un empire souverain sur toutes les espèces de serpents. Le serpent </w:t>
      </w:r>
      <w:proofErr w:type="spellStart"/>
      <w:r w:rsidRPr="00801BAE">
        <w:rPr>
          <w:rFonts w:cs="Courier New"/>
          <w:i/>
          <w:szCs w:val="32"/>
        </w:rPr>
        <w:t>Ananta</w:t>
      </w:r>
      <w:proofErr w:type="spellEnd"/>
      <w:r w:rsidRPr="00801BAE">
        <w:rPr>
          <w:rFonts w:cs="Courier New"/>
          <w:szCs w:val="32"/>
        </w:rPr>
        <w:t xml:space="preserve"> est le premier et le plus puissant de tous : c’est lui qui soutient la terre sur sa tête. L’année de son règne est f</w:t>
      </w:r>
      <w:r w:rsidRPr="00801BAE">
        <w:rPr>
          <w:rFonts w:cs="Courier New"/>
          <w:szCs w:val="32"/>
        </w:rPr>
        <w:t>u</w:t>
      </w:r>
      <w:r w:rsidRPr="00801BAE">
        <w:rPr>
          <w:rFonts w:cs="Courier New"/>
          <w:szCs w:val="32"/>
        </w:rPr>
        <w:t xml:space="preserve">neste, en ce que les serpents sont alors extrêmement venimeux, et que la mort suit ordinairement de près leur morsure. Le règne du serpent </w:t>
      </w:r>
      <w:proofErr w:type="spellStart"/>
      <w:r w:rsidRPr="00801BAE">
        <w:rPr>
          <w:rFonts w:cs="Courier New"/>
          <w:i/>
          <w:szCs w:val="32"/>
        </w:rPr>
        <w:t>Karkata</w:t>
      </w:r>
      <w:proofErr w:type="spellEnd"/>
      <w:r w:rsidRPr="00801BAE">
        <w:rPr>
          <w:rFonts w:cs="Courier New"/>
          <w:szCs w:val="32"/>
        </w:rPr>
        <w:t xml:space="preserve"> n’est pas moins à craindre. Quant aux cinq autres, ils ne sont pas si méchants. Il est rare qu’on soit mordu des serpents sous leur règne, ou, lorsqu’on l’est, le venin n’est pas mortel. Le serpent </w:t>
      </w:r>
      <w:proofErr w:type="spellStart"/>
      <w:r w:rsidRPr="00801BAE">
        <w:rPr>
          <w:rFonts w:cs="Courier New"/>
          <w:i/>
          <w:szCs w:val="32"/>
        </w:rPr>
        <w:t>Maho-Padnia</w:t>
      </w:r>
      <w:proofErr w:type="spellEnd"/>
      <w:r w:rsidRPr="00801BAE">
        <w:rPr>
          <w:rFonts w:cs="Courier New"/>
          <w:szCs w:val="32"/>
        </w:rPr>
        <w:t>, en particulier, est l’ami des hommes ; non seulement il empêche les autres se</w:t>
      </w:r>
      <w:r w:rsidRPr="00801BAE">
        <w:rPr>
          <w:rFonts w:cs="Courier New"/>
          <w:szCs w:val="32"/>
        </w:rPr>
        <w:t>r</w:t>
      </w:r>
      <w:r w:rsidRPr="00801BAE">
        <w:rPr>
          <w:rFonts w:cs="Courier New"/>
          <w:szCs w:val="32"/>
        </w:rPr>
        <w:t xml:space="preserve">pents de leur nuire, mais encore, si pareille aventure arrivait à quelqu’un, le bon reptile enverrait aussitôt le médecin </w:t>
      </w:r>
      <w:proofErr w:type="spellStart"/>
      <w:r w:rsidRPr="00801BAE">
        <w:rPr>
          <w:rFonts w:cs="Courier New"/>
          <w:i/>
          <w:szCs w:val="32"/>
        </w:rPr>
        <w:t>Damat</w:t>
      </w:r>
      <w:r w:rsidRPr="00801BAE">
        <w:rPr>
          <w:rFonts w:cs="Courier New"/>
          <w:i/>
          <w:szCs w:val="32"/>
        </w:rPr>
        <w:t>a</w:t>
      </w:r>
      <w:r w:rsidRPr="00801BAE">
        <w:rPr>
          <w:rFonts w:cs="Courier New"/>
          <w:i/>
          <w:szCs w:val="32"/>
        </w:rPr>
        <w:t>ry</w:t>
      </w:r>
      <w:proofErr w:type="spellEnd"/>
      <w:r w:rsidRPr="00801BAE">
        <w:rPr>
          <w:rFonts w:cs="Courier New"/>
          <w:szCs w:val="32"/>
        </w:rPr>
        <w:t xml:space="preserve"> pour le guérir. »</w:t>
      </w:r>
    </w:p>
    <w:p w14:paraId="728AAC39" w14:textId="77777777" w:rsidR="00FD7ABB" w:rsidRDefault="00FD28AE" w:rsidP="00FD7ABB">
      <w:r w:rsidRPr="00801BAE">
        <w:rPr>
          <w:rFonts w:cs="Courier New"/>
          <w:szCs w:val="32"/>
        </w:rPr>
        <w:t>Voilà où en sont les brahmes de l’Inde, ces philosophes si vantés de l’antiquité, ces oracles qu’allaient consulter les sages de la Grèce !</w:t>
      </w:r>
    </w:p>
    <w:p w14:paraId="4CFE052F" w14:textId="77777777" w:rsidR="00FD7ABB" w:rsidRDefault="00FD28AE" w:rsidP="00FD7ABB">
      <w:r w:rsidRPr="00801BAE">
        <w:rPr>
          <w:rFonts w:cs="Courier New"/>
          <w:szCs w:val="32"/>
        </w:rPr>
        <w:t>Il faut reconnaître que le plus petit élève de nos écoles en sait plus long sur la pluie et les serpents que le plus savant des brahmanes.</w:t>
      </w:r>
    </w:p>
    <w:p w14:paraId="4819CD4A" w14:textId="77777777" w:rsidR="00FD7ABB" w:rsidRDefault="00FD28AE" w:rsidP="00FD7ABB">
      <w:r w:rsidRPr="00801BAE">
        <w:rPr>
          <w:rFonts w:cs="Courier New"/>
          <w:szCs w:val="32"/>
        </w:rPr>
        <w:lastRenderedPageBreak/>
        <w:t>L’Indien, qui est un peuple intelligent, sent bien que sa r</w:t>
      </w:r>
      <w:r w:rsidRPr="00801BAE">
        <w:rPr>
          <w:rFonts w:cs="Courier New"/>
          <w:szCs w:val="32"/>
        </w:rPr>
        <w:t>e</w:t>
      </w:r>
      <w:r w:rsidRPr="00801BAE">
        <w:rPr>
          <w:rFonts w:cs="Courier New"/>
          <w:szCs w:val="32"/>
        </w:rPr>
        <w:t>ligion ne lui donne aucun essor, qu’elle est incapable de l’élever, de le consoler, et qu’elle le rive à la matière. Il voudrait parfois se dégager de son étreinte et battre de l’aile vers des régions plus hautes et plus sereines ; mais l’effort nécessaire lui manque ; incapable de le tenter, il retombe toujours dans son immobilité. Aussi point d’élan vers les grands problèmes qui passionnent l’Occident, point de progrès dans cette terre de s</w:t>
      </w:r>
      <w:r w:rsidRPr="00801BAE">
        <w:rPr>
          <w:rFonts w:cs="Courier New"/>
          <w:szCs w:val="32"/>
        </w:rPr>
        <w:t>o</w:t>
      </w:r>
      <w:r w:rsidRPr="00801BAE">
        <w:rPr>
          <w:rFonts w:cs="Courier New"/>
          <w:szCs w:val="32"/>
        </w:rPr>
        <w:t>leil et de merveilles ; partout la routine, partout le néant.</w:t>
      </w:r>
    </w:p>
    <w:p w14:paraId="20E57B55" w14:textId="77777777" w:rsidR="00FD7ABB" w:rsidRDefault="00FD28AE" w:rsidP="00FD7ABB">
      <w:r w:rsidRPr="00801BAE">
        <w:rPr>
          <w:rFonts w:cs="Courier New"/>
          <w:szCs w:val="32"/>
        </w:rPr>
        <w:t xml:space="preserve">Un missionnaire vit un jour un jeune brahme qui regardait tour à tour le temple du dieu hindou, Siva, construit au haut d’un rocher, et une modeste église catholique placée </w:t>
      </w:r>
      <w:proofErr w:type="spellStart"/>
      <w:r w:rsidRPr="00801BAE">
        <w:rPr>
          <w:rFonts w:cs="Courier New"/>
          <w:szCs w:val="32"/>
        </w:rPr>
        <w:t>au dessous</w:t>
      </w:r>
      <w:proofErr w:type="spellEnd"/>
      <w:r w:rsidRPr="00801BAE">
        <w:rPr>
          <w:rFonts w:cs="Courier New"/>
          <w:szCs w:val="32"/>
        </w:rPr>
        <w:t>. – À quoi penses-tu, lui dit le prêtre ? – Mon père, répondit le brahme, je regardais votre église, il me semblait qu’elle avait des ailes et qu’elle s’élevait bien au-dessus du temple de Siva.</w:t>
      </w:r>
    </w:p>
    <w:p w14:paraId="1EB9317D" w14:textId="77777777" w:rsidR="00FD7ABB" w:rsidRDefault="00FD28AE" w:rsidP="00FD7ABB">
      <w:r w:rsidRPr="00801BAE">
        <w:rPr>
          <w:rFonts w:cs="Courier New"/>
          <w:szCs w:val="32"/>
        </w:rPr>
        <w:t>Cette poétique image rend bien les aspirations vagues et mélancoliques de l’Hindou vers un autre idéal ; mais il n’en reste pas moins immobile, figé dans sa théorie du nirvana, et tandis que l’Occident, fier de sa civilisation, marche dans la voie du progrès, l’Orient, couvert des haillons de sa pauvre philos</w:t>
      </w:r>
      <w:r w:rsidRPr="00801BAE">
        <w:rPr>
          <w:rFonts w:cs="Courier New"/>
          <w:szCs w:val="32"/>
        </w:rPr>
        <w:t>o</w:t>
      </w:r>
      <w:r w:rsidRPr="00801BAE">
        <w:rPr>
          <w:rFonts w:cs="Courier New"/>
          <w:szCs w:val="32"/>
        </w:rPr>
        <w:t>phie et de sa triste loque païenne qui tombe en morceaux, le doigt posé sur ses vieilles légendes, continue à dormir son sommeil séculaire.</w:t>
      </w:r>
    </w:p>
    <w:p w14:paraId="41AC586F" w14:textId="77777777" w:rsidR="00FD7ABB" w:rsidRDefault="00FD28AE" w:rsidP="00FD7ABB">
      <w:r w:rsidRPr="00801BAE">
        <w:rPr>
          <w:rFonts w:cs="Courier New"/>
          <w:szCs w:val="32"/>
        </w:rPr>
        <w:t>Et comme le sommeil enfante les idées les plus folles, les images les plus étranges, les situations les plus invraise</w:t>
      </w:r>
      <w:r w:rsidRPr="00801BAE">
        <w:rPr>
          <w:rFonts w:cs="Courier New"/>
          <w:szCs w:val="32"/>
        </w:rPr>
        <w:t>m</w:t>
      </w:r>
      <w:r w:rsidRPr="00801BAE">
        <w:rPr>
          <w:rFonts w:cs="Courier New"/>
          <w:szCs w:val="32"/>
        </w:rPr>
        <w:t xml:space="preserve">blables, ainsi le symbolisme hindou admet toutes les formes, toutes les extravagances, tous les désordres. La religion de l’Inde est une œuvre aussi compliquée et irrégulière qu’un toit de pagode ou que les sculptures d’un temple de Bénarès. On </w:t>
      </w:r>
      <w:r w:rsidRPr="00801BAE">
        <w:rPr>
          <w:rFonts w:cs="Courier New"/>
          <w:szCs w:val="32"/>
        </w:rPr>
        <w:lastRenderedPageBreak/>
        <w:t>trouve de tout dans l’hindouisme : islamisme, bouddhisme, fét</w:t>
      </w:r>
      <w:r w:rsidRPr="00801BAE">
        <w:rPr>
          <w:rFonts w:cs="Courier New"/>
          <w:szCs w:val="32"/>
        </w:rPr>
        <w:t>i</w:t>
      </w:r>
      <w:r w:rsidRPr="00801BAE">
        <w:rPr>
          <w:rFonts w:cs="Courier New"/>
          <w:szCs w:val="32"/>
        </w:rPr>
        <w:t>chisme, culte des forces naturelles, des ancêtres, des démons, du grigri, des animaux, et cet ensemble extraordinaire, fait d’incohérence et de contradiction, constitue la religion de l’Inde.</w:t>
      </w:r>
    </w:p>
    <w:p w14:paraId="0BC973DE" w14:textId="77777777" w:rsidR="00FD7ABB" w:rsidRDefault="00FD28AE" w:rsidP="00FD7ABB">
      <w:r w:rsidRPr="00801BAE">
        <w:rPr>
          <w:rFonts w:cs="Courier New"/>
          <w:szCs w:val="32"/>
        </w:rPr>
        <w:t>Et au milieu de ce dédale d’idées abstraites et de pol</w:t>
      </w:r>
      <w:r w:rsidRPr="00801BAE">
        <w:rPr>
          <w:rFonts w:cs="Courier New"/>
          <w:szCs w:val="32"/>
        </w:rPr>
        <w:t>y</w:t>
      </w:r>
      <w:r w:rsidRPr="00801BAE">
        <w:rPr>
          <w:rFonts w:cs="Courier New"/>
          <w:szCs w:val="32"/>
        </w:rPr>
        <w:t>théisme touffu, de morale assez épurée, jointe à un culte déte</w:t>
      </w:r>
      <w:r w:rsidRPr="00801BAE">
        <w:rPr>
          <w:rFonts w:cs="Courier New"/>
          <w:szCs w:val="32"/>
        </w:rPr>
        <w:t>s</w:t>
      </w:r>
      <w:r w:rsidRPr="00801BAE">
        <w:rPr>
          <w:rFonts w:cs="Courier New"/>
          <w:szCs w:val="32"/>
        </w:rPr>
        <w:t>table, au milieu des rêveries stupides de la métempsycose et de l’extravagance de rites ridicules, on trouve, çà et là, comme un vague souvenir des cérémonies et des croyances chrétiennes.</w:t>
      </w:r>
    </w:p>
    <w:p w14:paraId="4A6EC172" w14:textId="77777777" w:rsidR="00FD7ABB" w:rsidRDefault="00FD28AE" w:rsidP="00FD7ABB">
      <w:r w:rsidRPr="00801BAE">
        <w:rPr>
          <w:rFonts w:cs="Courier New"/>
          <w:szCs w:val="32"/>
        </w:rPr>
        <w:t>D’après l’opinion de savants orientalistes, qui ont étudié le passé et les mœurs de ces contrées lointaines, ces vestiges de notre religion ont très probablement passé du Thibet dans l’Inde.</w:t>
      </w:r>
    </w:p>
    <w:p w14:paraId="16001C4A" w14:textId="77777777" w:rsidR="00FD7ABB" w:rsidRDefault="00FD28AE" w:rsidP="00FD7ABB">
      <w:r w:rsidRPr="00801BAE">
        <w:rPr>
          <w:rFonts w:cs="Courier New"/>
          <w:szCs w:val="32"/>
        </w:rPr>
        <w:t>Il ne faut pas oublier qu’à l’époque où les bouddhistes s’établirent dans le Thibet, les parties de la Tartarie qui avois</w:t>
      </w:r>
      <w:r w:rsidRPr="00801BAE">
        <w:rPr>
          <w:rFonts w:cs="Courier New"/>
          <w:szCs w:val="32"/>
        </w:rPr>
        <w:t>i</w:t>
      </w:r>
      <w:r w:rsidRPr="00801BAE">
        <w:rPr>
          <w:rFonts w:cs="Courier New"/>
          <w:szCs w:val="32"/>
        </w:rPr>
        <w:t>nent cette contrée étaient pleines de chrétiens. Les nestoriens y avaient fondé des métropoles et gagné des nations entières. Plus tard, les victoires des enfants de Gengis-Khan, le grand conqu</w:t>
      </w:r>
      <w:r w:rsidRPr="00801BAE">
        <w:rPr>
          <w:rFonts w:cs="Courier New"/>
          <w:szCs w:val="32"/>
        </w:rPr>
        <w:t>é</w:t>
      </w:r>
      <w:r w:rsidRPr="00801BAE">
        <w:rPr>
          <w:rFonts w:cs="Courier New"/>
          <w:szCs w:val="32"/>
        </w:rPr>
        <w:t>rant tartare, empereur des Mongols, y amenèrent des étrangers de tous les pays : des Grégoriens, des Arméniens, des Russes, des Français, des musulmans, des moines catholiques chargés de missions importantes par le Pape et par saint Louis. Ces rel</w:t>
      </w:r>
      <w:r w:rsidRPr="00801BAE">
        <w:rPr>
          <w:rFonts w:cs="Courier New"/>
          <w:szCs w:val="32"/>
        </w:rPr>
        <w:t>i</w:t>
      </w:r>
      <w:r w:rsidRPr="00801BAE">
        <w:rPr>
          <w:rFonts w:cs="Courier New"/>
          <w:szCs w:val="32"/>
        </w:rPr>
        <w:t>gieux portaient avec eux des ornements d’église, des autels, des reliques « </w:t>
      </w:r>
      <w:r w:rsidRPr="00801BAE">
        <w:rPr>
          <w:rFonts w:cs="Courier New"/>
          <w:i/>
          <w:szCs w:val="32"/>
        </w:rPr>
        <w:t xml:space="preserve">pour </w:t>
      </w:r>
      <w:proofErr w:type="spellStart"/>
      <w:r w:rsidRPr="00801BAE">
        <w:rPr>
          <w:rFonts w:cs="Courier New"/>
          <w:i/>
          <w:szCs w:val="32"/>
        </w:rPr>
        <w:t>veoir</w:t>
      </w:r>
      <w:proofErr w:type="spellEnd"/>
      <w:r w:rsidRPr="00801BAE">
        <w:rPr>
          <w:rFonts w:cs="Courier New"/>
          <w:szCs w:val="32"/>
        </w:rPr>
        <w:t xml:space="preserve">, dit Joinville, </w:t>
      </w:r>
      <w:r w:rsidRPr="00801BAE">
        <w:rPr>
          <w:rFonts w:cs="Courier New"/>
          <w:i/>
          <w:szCs w:val="32"/>
        </w:rPr>
        <w:t>se ils pourraient attraire ces gens à notre créance »</w:t>
      </w:r>
      <w:r w:rsidRPr="00801BAE">
        <w:rPr>
          <w:rFonts w:cs="Courier New"/>
          <w:szCs w:val="32"/>
        </w:rPr>
        <w:t>. Ils célébrèrent les cérémonies rel</w:t>
      </w:r>
      <w:r w:rsidRPr="00801BAE">
        <w:rPr>
          <w:rFonts w:cs="Courier New"/>
          <w:szCs w:val="32"/>
        </w:rPr>
        <w:t>i</w:t>
      </w:r>
      <w:r w:rsidRPr="00801BAE">
        <w:rPr>
          <w:rFonts w:cs="Courier New"/>
          <w:szCs w:val="32"/>
        </w:rPr>
        <w:t xml:space="preserve">gieuses devant les princes tartares. Ceux-ci leur donnèrent asile dans leurs tentes et permirent qu’on élevât des chapelles jusque dans l’enceinte de leurs palais. Chrétiens de Syrie, romains, schismatiques, </w:t>
      </w:r>
      <w:r w:rsidRPr="00801BAE">
        <w:rPr>
          <w:rFonts w:cs="Courier New"/>
          <w:szCs w:val="32"/>
        </w:rPr>
        <w:lastRenderedPageBreak/>
        <w:t>musulmans, idolâtres, tous vivaient mêlés et confondus à la cour des empereurs mongols, toujours empre</w:t>
      </w:r>
      <w:r w:rsidRPr="00801BAE">
        <w:rPr>
          <w:rFonts w:cs="Courier New"/>
          <w:szCs w:val="32"/>
        </w:rPr>
        <w:t>s</w:t>
      </w:r>
      <w:r w:rsidRPr="00801BAE">
        <w:rPr>
          <w:rFonts w:cs="Courier New"/>
          <w:szCs w:val="32"/>
        </w:rPr>
        <w:t>sés d’accueillir de nouveaux cultes et même de les adopter, pourvu qu’on n’exigeât ce leur part aucune conviction, et su</w:t>
      </w:r>
      <w:r w:rsidRPr="00801BAE">
        <w:rPr>
          <w:rFonts w:cs="Courier New"/>
          <w:szCs w:val="32"/>
        </w:rPr>
        <w:t>r</w:t>
      </w:r>
      <w:r w:rsidRPr="00801BAE">
        <w:rPr>
          <w:rFonts w:cs="Courier New"/>
          <w:szCs w:val="32"/>
        </w:rPr>
        <w:t>tout qu’on ne leur imposât aucune contrainte. On sait que les Tartares passaient volontiers d’une secte à l’autre, embrassant aisément la foi, et y renonçant de même pour retomber dans l’idolâtrie. C’est au milieu de ces variations que fut fondé, au Thibet, un nouveau siège bouddhiste. Il est naturel qu’intéressés à multiplier le nombre de leurs sectateurs, les brahmanes, afin de donner plus de magnificence à leur culte, se soient approprié quelques usages de la liturgie catholique, quelques-unes de ces pompes qui attiraient la foule. Rien d’étonnant qu’ils aient e</w:t>
      </w:r>
      <w:r w:rsidRPr="00801BAE">
        <w:rPr>
          <w:rFonts w:cs="Courier New"/>
          <w:szCs w:val="32"/>
        </w:rPr>
        <w:t>m</w:t>
      </w:r>
      <w:r w:rsidRPr="00801BAE">
        <w:rPr>
          <w:rFonts w:cs="Courier New"/>
          <w:szCs w:val="32"/>
        </w:rPr>
        <w:t>prunté quelque chose à ces institutions de l’Occident que leur vantaient les ambassadeurs du roi de France et du Souverain Pontife et que les circonstances les disposaient à imiter. De là ces analogies qu’on a été si surpris plus tard de retrouver au centre de l’Asie : des monastères, des religieux, des processions solennelles, des pèlerinages, des fêtes religieuses, des collèges de lamas, chargés d’élire le dalaïlama, chef suprême de la rel</w:t>
      </w:r>
      <w:r w:rsidRPr="00801BAE">
        <w:rPr>
          <w:rFonts w:cs="Courier New"/>
          <w:szCs w:val="32"/>
        </w:rPr>
        <w:t>i</w:t>
      </w:r>
      <w:r w:rsidRPr="00801BAE">
        <w:rPr>
          <w:rFonts w:cs="Courier New"/>
          <w:szCs w:val="32"/>
        </w:rPr>
        <w:t>gion bouddhique.</w:t>
      </w:r>
    </w:p>
    <w:p w14:paraId="1D4A0F9D" w14:textId="77777777" w:rsidR="00FD7ABB" w:rsidRDefault="00FD28AE" w:rsidP="00FD7ABB">
      <w:r w:rsidRPr="00801BAE">
        <w:rPr>
          <w:rFonts w:cs="Courier New"/>
          <w:szCs w:val="32"/>
        </w:rPr>
        <w:t>Ajoutons que les Hindous, voisins de la Perse dont les pèl</w:t>
      </w:r>
      <w:r w:rsidRPr="00801BAE">
        <w:rPr>
          <w:rFonts w:cs="Courier New"/>
          <w:szCs w:val="32"/>
        </w:rPr>
        <w:t>e</w:t>
      </w:r>
      <w:r w:rsidRPr="00801BAE">
        <w:rPr>
          <w:rFonts w:cs="Courier New"/>
          <w:szCs w:val="32"/>
        </w:rPr>
        <w:t>rins étaient à Jérusalem, lors de la première prédication de saint Pierre, ont très probablement entendu, dès lors, parler de J</w:t>
      </w:r>
      <w:r w:rsidRPr="00801BAE">
        <w:rPr>
          <w:rFonts w:cs="Courier New"/>
          <w:szCs w:val="32"/>
        </w:rPr>
        <w:t>é</w:t>
      </w:r>
      <w:r w:rsidRPr="00801BAE">
        <w:rPr>
          <w:rFonts w:cs="Courier New"/>
          <w:szCs w:val="32"/>
        </w:rPr>
        <w:t>sus-Christ. Il est dit de l’apôtre saint Barthélémy qu’il porta dans l’Inde un exemplaire de l’Évangile de saint Mathieu. Cent ans après, cet Évangile y fut retrouvé, entre les mains de pl</w:t>
      </w:r>
      <w:r w:rsidRPr="00801BAE">
        <w:rPr>
          <w:rFonts w:cs="Courier New"/>
          <w:szCs w:val="32"/>
        </w:rPr>
        <w:t>u</w:t>
      </w:r>
      <w:r w:rsidRPr="00801BAE">
        <w:rPr>
          <w:rFonts w:cs="Courier New"/>
          <w:szCs w:val="32"/>
        </w:rPr>
        <w:t>sieurs fidèles, par le philosophe saint Pantène, qui, sur la d</w:t>
      </w:r>
      <w:r w:rsidRPr="00801BAE">
        <w:rPr>
          <w:rFonts w:cs="Courier New"/>
          <w:szCs w:val="32"/>
        </w:rPr>
        <w:t>e</w:t>
      </w:r>
      <w:r w:rsidRPr="00801BAE">
        <w:rPr>
          <w:rFonts w:cs="Courier New"/>
          <w:szCs w:val="32"/>
        </w:rPr>
        <w:t>mande des peuples de l’Inde, alla défendre le christianisme contre la doctrine des brahmes.</w:t>
      </w:r>
    </w:p>
    <w:p w14:paraId="3D45AD83" w14:textId="77777777" w:rsidR="00FD7ABB" w:rsidRDefault="00FD28AE" w:rsidP="00FD7ABB">
      <w:r w:rsidRPr="00801BAE">
        <w:rPr>
          <w:rFonts w:cs="Courier New"/>
          <w:szCs w:val="32"/>
        </w:rPr>
        <w:t>La tradition de l’évangélisation de ce pays par saint Th</w:t>
      </w:r>
      <w:r w:rsidRPr="00801BAE">
        <w:rPr>
          <w:rFonts w:cs="Courier New"/>
          <w:szCs w:val="32"/>
        </w:rPr>
        <w:t>o</w:t>
      </w:r>
      <w:r w:rsidRPr="00801BAE">
        <w:rPr>
          <w:rFonts w:cs="Courier New"/>
          <w:szCs w:val="32"/>
        </w:rPr>
        <w:t xml:space="preserve">mas s’est religieusement conservée. « Le royaume de </w:t>
      </w:r>
      <w:proofErr w:type="spellStart"/>
      <w:r w:rsidRPr="00801BAE">
        <w:rPr>
          <w:rFonts w:cs="Courier New"/>
          <w:szCs w:val="32"/>
        </w:rPr>
        <w:lastRenderedPageBreak/>
        <w:t>Hastingue</w:t>
      </w:r>
      <w:proofErr w:type="spellEnd"/>
      <w:r w:rsidRPr="00801BAE">
        <w:rPr>
          <w:rFonts w:cs="Courier New"/>
          <w:szCs w:val="32"/>
        </w:rPr>
        <w:t xml:space="preserve">, dit </w:t>
      </w:r>
      <w:proofErr w:type="spellStart"/>
      <w:r w:rsidRPr="00801BAE">
        <w:rPr>
          <w:rFonts w:cs="Courier New"/>
          <w:szCs w:val="32"/>
        </w:rPr>
        <w:t>Camoëns</w:t>
      </w:r>
      <w:proofErr w:type="spellEnd"/>
      <w:r w:rsidRPr="00801BAE">
        <w:rPr>
          <w:rFonts w:cs="Courier New"/>
          <w:szCs w:val="32"/>
        </w:rPr>
        <w:t xml:space="preserve">, garde la cendre du sage Thomas. Dans ce royaume s’élevait jadis une superbe cité, </w:t>
      </w:r>
      <w:proofErr w:type="spellStart"/>
      <w:r w:rsidRPr="00801BAE">
        <w:rPr>
          <w:rFonts w:cs="Courier New"/>
          <w:szCs w:val="32"/>
        </w:rPr>
        <w:t>Méliapour</w:t>
      </w:r>
      <w:proofErr w:type="spellEnd"/>
      <w:r w:rsidRPr="00801BAE">
        <w:rPr>
          <w:rFonts w:cs="Courier New"/>
          <w:szCs w:val="32"/>
        </w:rPr>
        <w:t>. Ses peuples ad</w:t>
      </w:r>
      <w:r w:rsidRPr="00801BAE">
        <w:rPr>
          <w:rFonts w:cs="Courier New"/>
          <w:szCs w:val="32"/>
        </w:rPr>
        <w:t>o</w:t>
      </w:r>
      <w:r w:rsidRPr="00801BAE">
        <w:rPr>
          <w:rFonts w:cs="Courier New"/>
          <w:szCs w:val="32"/>
        </w:rPr>
        <w:t>raient les dieux impuissants qu’ils se fabriquaient de leurs propres mains : c’était le règne de la superstition et de l’erreur. Thomas arriva pour enseigner la vérité. Pendant qu’au moyen de nombreux miracles, il attestait la sainteté de sa vie, les flots jetèrent sur le sable une pièce de bois d’une grandeur prod</w:t>
      </w:r>
      <w:r w:rsidRPr="00801BAE">
        <w:rPr>
          <w:rFonts w:cs="Courier New"/>
          <w:szCs w:val="32"/>
        </w:rPr>
        <w:t>i</w:t>
      </w:r>
      <w:r w:rsidRPr="00801BAE">
        <w:rPr>
          <w:rFonts w:cs="Courier New"/>
          <w:szCs w:val="32"/>
        </w:rPr>
        <w:t>gieuse. Le roi voulut l’employer dans la construction d’un palais qu’il faisait élever ; mais en vain l’industrie humaine, en vain les él</w:t>
      </w:r>
      <w:r w:rsidRPr="00801BAE">
        <w:rPr>
          <w:rFonts w:cs="Courier New"/>
          <w:szCs w:val="32"/>
        </w:rPr>
        <w:t>é</w:t>
      </w:r>
      <w:r w:rsidRPr="00801BAE">
        <w:rPr>
          <w:rFonts w:cs="Courier New"/>
          <w:szCs w:val="32"/>
        </w:rPr>
        <w:t xml:space="preserve">phants attelés tentaient de remuer cette masse énorme : elle était retenue, sur le rivage, par une main invisible. Ainsi, le bois demeurait inutile. Thomas se rend auprès du monarque, il le </w:t>
      </w:r>
      <w:proofErr w:type="spellStart"/>
      <w:r w:rsidRPr="00801BAE">
        <w:rPr>
          <w:rFonts w:cs="Courier New"/>
          <w:szCs w:val="32"/>
        </w:rPr>
        <w:t>prie</w:t>
      </w:r>
      <w:proofErr w:type="spellEnd"/>
      <w:r w:rsidRPr="00801BAE">
        <w:rPr>
          <w:rFonts w:cs="Courier New"/>
          <w:szCs w:val="32"/>
        </w:rPr>
        <w:t xml:space="preserve"> de lui faire présent de cette pièce de bois pour un temple qu’il élèverait alors au véritable Seigneur du ciel et de la terre. Le roi l’accorde, et sans peine, avec le cordon de sa ceinture, le-saint la tire à lui seul. Il marche et l’arbre suit ses pas : tout le peuple est saisi d’admiration. Les Brahmes frémissent, et pén</w:t>
      </w:r>
      <w:r w:rsidRPr="00801BAE">
        <w:rPr>
          <w:rFonts w:cs="Courier New"/>
          <w:szCs w:val="32"/>
        </w:rPr>
        <w:t>é</w:t>
      </w:r>
      <w:r w:rsidRPr="00801BAE">
        <w:rPr>
          <w:rFonts w:cs="Courier New"/>
          <w:szCs w:val="32"/>
        </w:rPr>
        <w:t>trés d’une furieuse colère, ils complotent le supplice du saint homme qui a démasqué leur fourberie et leur impuissance.</w:t>
      </w:r>
    </w:p>
    <w:p w14:paraId="351E4C43" w14:textId="77777777" w:rsidR="00FD7ABB" w:rsidRDefault="00FD28AE" w:rsidP="00FD7ABB">
      <w:r w:rsidRPr="00801BAE">
        <w:rPr>
          <w:rFonts w:cs="Courier New"/>
          <w:szCs w:val="32"/>
        </w:rPr>
        <w:t>« Pour accomplir ce projet sanguinaire, leur chef à recours à un crime qui fait frémir la nature et qui prouve que la haine la plus implacable est celle dont s’arme l’hypocrisie contre la vér</w:t>
      </w:r>
      <w:r w:rsidRPr="00801BAE">
        <w:rPr>
          <w:rFonts w:cs="Courier New"/>
          <w:szCs w:val="32"/>
        </w:rPr>
        <w:t>i</w:t>
      </w:r>
      <w:r w:rsidRPr="00801BAE">
        <w:rPr>
          <w:rFonts w:cs="Courier New"/>
          <w:szCs w:val="32"/>
        </w:rPr>
        <w:t>table sagesse. Il trempe ses mains dans le sang de son propre fils : il le met à mort, et ajoutant la parjure au crime, il accuse Thomas de ce forfait exécrable. Les faux témoins triomphent et l’innocence se voit sur le point d’être condamnée. En cette e</w:t>
      </w:r>
      <w:r w:rsidRPr="00801BAE">
        <w:rPr>
          <w:rFonts w:cs="Courier New"/>
          <w:szCs w:val="32"/>
        </w:rPr>
        <w:t>x</w:t>
      </w:r>
      <w:r w:rsidRPr="00801BAE">
        <w:rPr>
          <w:rFonts w:cs="Courier New"/>
          <w:szCs w:val="32"/>
        </w:rPr>
        <w:t>trémité Thomas implore le secours du ciel ; puis il se fait appo</w:t>
      </w:r>
      <w:r w:rsidRPr="00801BAE">
        <w:rPr>
          <w:rFonts w:cs="Courier New"/>
          <w:szCs w:val="32"/>
        </w:rPr>
        <w:t>r</w:t>
      </w:r>
      <w:r w:rsidRPr="00801BAE">
        <w:rPr>
          <w:rFonts w:cs="Courier New"/>
          <w:szCs w:val="32"/>
        </w:rPr>
        <w:t xml:space="preserve">ter le corps de l’enfant, et devant la cour de </w:t>
      </w:r>
      <w:proofErr w:type="spellStart"/>
      <w:r w:rsidRPr="00801BAE">
        <w:rPr>
          <w:rFonts w:cs="Courier New"/>
          <w:szCs w:val="32"/>
        </w:rPr>
        <w:t>Hastingue</w:t>
      </w:r>
      <w:proofErr w:type="spellEnd"/>
      <w:r w:rsidRPr="00801BAE">
        <w:rPr>
          <w:rFonts w:cs="Courier New"/>
          <w:szCs w:val="32"/>
        </w:rPr>
        <w:t>, il lui o</w:t>
      </w:r>
      <w:r w:rsidRPr="00801BAE">
        <w:rPr>
          <w:rFonts w:cs="Courier New"/>
          <w:szCs w:val="32"/>
        </w:rPr>
        <w:t>r</w:t>
      </w:r>
      <w:r w:rsidRPr="00801BAE">
        <w:rPr>
          <w:rFonts w:cs="Courier New"/>
          <w:szCs w:val="32"/>
        </w:rPr>
        <w:t>donne de revivre et de nommer le coupable.</w:t>
      </w:r>
    </w:p>
    <w:p w14:paraId="66607FBA" w14:textId="77777777" w:rsidR="00FD7ABB" w:rsidRDefault="00FD28AE" w:rsidP="00FD7ABB">
      <w:r w:rsidRPr="00801BAE">
        <w:rPr>
          <w:rFonts w:cs="Courier New"/>
          <w:szCs w:val="32"/>
        </w:rPr>
        <w:lastRenderedPageBreak/>
        <w:t>« Il dit et la Parque obéissante laisse échapper sa proie. L’enfant revient à la vie et déclare que sa mort était l’œuvre de son père. À l’aspect d’un si prodigieux miracle, le roi sent une flamme céleste s’allumer dans son âme : il abjure le culte des faux dieux, il consacre son encens au seul Dieu que Thomas adore. La honte des Brahmes envenime leur rage ; ils soulèvent ce peuple que leurs discours entretiennent dans l’erreur, et cette multitude frénétique les délivre d’un rival dont la vie faisait leur supplice.</w:t>
      </w:r>
    </w:p>
    <w:p w14:paraId="1F10F729" w14:textId="77777777" w:rsidR="00FD7ABB" w:rsidRDefault="00FD28AE" w:rsidP="00FD7ABB">
      <w:r w:rsidRPr="00801BAE">
        <w:rPr>
          <w:rFonts w:cs="Courier New"/>
          <w:szCs w:val="32"/>
        </w:rPr>
        <w:t>« Sage Thomas, l’Indus et le Gange pleureront ton trépas ; elles seront arrosées de larmes, toutes ces régions qui saluaient, grâce à toi, le flambeau de la vérité. »</w:t>
      </w:r>
    </w:p>
    <w:p w14:paraId="68E6ABA5" w14:textId="77777777" w:rsidR="00FD7ABB" w:rsidRDefault="00FD28AE" w:rsidP="00FD7ABB">
      <w:r w:rsidRPr="00801BAE">
        <w:rPr>
          <w:rFonts w:cs="Courier New"/>
          <w:szCs w:val="32"/>
        </w:rPr>
        <w:t>Un patriarche gouvernait les chrétiens de Cochin quand les Portugais abordèrent à Calicut, et il existe un ancien bréviaire de l’Église du Malabar écrit en chaldéen.</w:t>
      </w:r>
    </w:p>
    <w:p w14:paraId="7453CB47" w14:textId="77777777" w:rsidR="00FD7ABB" w:rsidRDefault="00FD28AE" w:rsidP="00FD7ABB">
      <w:r w:rsidRPr="00801BAE">
        <w:rPr>
          <w:rFonts w:cs="Courier New"/>
          <w:szCs w:val="32"/>
        </w:rPr>
        <w:t>De leurs rapports avec les chrétiens les Hindous ont encore gardé une idée diffuse de nos dogmes, la Trinité, l’Incarnation, la Rédemption. Comme nous l’avons dit, d’ailleurs, le christi</w:t>
      </w:r>
      <w:r w:rsidRPr="00801BAE">
        <w:rPr>
          <w:rFonts w:cs="Courier New"/>
          <w:szCs w:val="32"/>
        </w:rPr>
        <w:t>a</w:t>
      </w:r>
      <w:r w:rsidRPr="00801BAE">
        <w:rPr>
          <w:rFonts w:cs="Courier New"/>
          <w:szCs w:val="32"/>
        </w:rPr>
        <w:t>nisme a été prêché dans l’Inde à une époque très reculée, et c’est par l’Inde qu’il fut introduit en Chine ; mais, faute de missio</w:t>
      </w:r>
      <w:r w:rsidRPr="00801BAE">
        <w:rPr>
          <w:rFonts w:cs="Courier New"/>
          <w:szCs w:val="32"/>
        </w:rPr>
        <w:t>n</w:t>
      </w:r>
      <w:r w:rsidRPr="00801BAE">
        <w:rPr>
          <w:rFonts w:cs="Courier New"/>
          <w:szCs w:val="32"/>
        </w:rPr>
        <w:t>naires qui se succédassent, il dégénéra peu à peu en superst</w:t>
      </w:r>
      <w:r w:rsidRPr="00801BAE">
        <w:rPr>
          <w:rFonts w:cs="Courier New"/>
          <w:szCs w:val="32"/>
        </w:rPr>
        <w:t>i</w:t>
      </w:r>
      <w:r w:rsidRPr="00801BAE">
        <w:rPr>
          <w:rFonts w:cs="Courier New"/>
          <w:szCs w:val="32"/>
        </w:rPr>
        <w:t>tion, et il n’en resta plus que quelques coutumes qui finirent par prendre place dans les mystères et les rites brahmiques.</w:t>
      </w:r>
    </w:p>
    <w:p w14:paraId="4DAA6A0A" w14:textId="77777777" w:rsidR="00FD7ABB" w:rsidRDefault="00FD28AE" w:rsidP="00FD7ABB">
      <w:r w:rsidRPr="00801BAE">
        <w:rPr>
          <w:rFonts w:cs="Courier New"/>
          <w:szCs w:val="32"/>
        </w:rPr>
        <w:t>Telle est l’origine des analogies qui existent entre les inst</w:t>
      </w:r>
      <w:r w:rsidRPr="00801BAE">
        <w:rPr>
          <w:rFonts w:cs="Courier New"/>
          <w:szCs w:val="32"/>
        </w:rPr>
        <w:t>i</w:t>
      </w:r>
      <w:r w:rsidRPr="00801BAE">
        <w:rPr>
          <w:rFonts w:cs="Courier New"/>
          <w:szCs w:val="32"/>
        </w:rPr>
        <w:t>tutions, le culte, les doctrines bouddhiques et celles du cathol</w:t>
      </w:r>
      <w:r w:rsidRPr="00801BAE">
        <w:rPr>
          <w:rFonts w:cs="Courier New"/>
          <w:szCs w:val="32"/>
        </w:rPr>
        <w:t>i</w:t>
      </w:r>
      <w:r w:rsidRPr="00801BAE">
        <w:rPr>
          <w:rFonts w:cs="Courier New"/>
          <w:szCs w:val="32"/>
        </w:rPr>
        <w:t>cisme ; telle fut la cause de l’erreur des Portugais.</w:t>
      </w:r>
    </w:p>
    <w:p w14:paraId="1DB2D63B" w14:textId="77777777" w:rsidR="00FD28AE" w:rsidRPr="00801BAE" w:rsidRDefault="00FD28AE" w:rsidP="00FD28AE">
      <w:pPr>
        <w:pStyle w:val="Titre1"/>
      </w:pPr>
      <w:bookmarkStart w:id="15" w:name="_Toc271750267"/>
      <w:bookmarkStart w:id="16" w:name="_Toc195615296"/>
      <w:r w:rsidRPr="00801BAE">
        <w:lastRenderedPageBreak/>
        <w:t>VIII</w:t>
      </w:r>
      <w:bookmarkEnd w:id="15"/>
      <w:bookmarkEnd w:id="16"/>
      <w:r w:rsidRPr="00801BAE">
        <w:br/>
      </w:r>
    </w:p>
    <w:p w14:paraId="70D14BAE" w14:textId="77777777" w:rsidR="00FD7ABB" w:rsidRDefault="00FD28AE" w:rsidP="00FD7ABB">
      <w:r w:rsidRPr="00801BAE">
        <w:rPr>
          <w:rFonts w:cs="Courier New"/>
          <w:szCs w:val="32"/>
        </w:rPr>
        <w:t>Au sortir de la pagode, le cortège se reforme et la foule s’accroît. À toutes les fenêtres, sur toutes les terrasses, sur tous les toits, on aperçoit des visages de vieillards, de femmes et d’enfants se montrant l’un à l’autre le chef des étrangers. Près de deux mille hommes d’armes les suivaient ; les trompettes et les tam-tam ne cessaient de retentir.</w:t>
      </w:r>
    </w:p>
    <w:p w14:paraId="28513F88" w14:textId="77777777" w:rsidR="00FD7ABB" w:rsidRDefault="00FD28AE" w:rsidP="00FD7ABB">
      <w:r w:rsidRPr="00801BAE">
        <w:rPr>
          <w:rFonts w:cs="Courier New"/>
          <w:szCs w:val="32"/>
        </w:rPr>
        <w:t>On arrive, ainsi escorté, jusqu’aux jardins splendides qui entourent le palais du monarque. L’air qu’on y respire est re</w:t>
      </w:r>
      <w:r w:rsidRPr="00801BAE">
        <w:rPr>
          <w:rFonts w:cs="Courier New"/>
          <w:szCs w:val="32"/>
        </w:rPr>
        <w:t>m</w:t>
      </w:r>
      <w:r w:rsidRPr="00801BAE">
        <w:rPr>
          <w:rFonts w:cs="Courier New"/>
          <w:szCs w:val="32"/>
        </w:rPr>
        <w:t>pli du parfum des fleurs magnifiques qui s’étalent aux yeux des nouveaux visiteurs.</w:t>
      </w:r>
    </w:p>
    <w:p w14:paraId="4FFF1ED8" w14:textId="77777777" w:rsidR="00FD7ABB" w:rsidRDefault="00FD28AE" w:rsidP="00FD7ABB">
      <w:r w:rsidRPr="00801BAE">
        <w:rPr>
          <w:rFonts w:cs="Courier New"/>
          <w:szCs w:val="32"/>
        </w:rPr>
        <w:t>Les conseillers du roi s’avançaient au-devant des étra</w:t>
      </w:r>
      <w:r w:rsidRPr="00801BAE">
        <w:rPr>
          <w:rFonts w:cs="Courier New"/>
          <w:szCs w:val="32"/>
        </w:rPr>
        <w:t>n</w:t>
      </w:r>
      <w:r w:rsidRPr="00801BAE">
        <w:rPr>
          <w:rFonts w:cs="Courier New"/>
          <w:szCs w:val="32"/>
        </w:rPr>
        <w:t>gers ; mais, quand ils furent parvenus dans la cour d’honneur, la foule devint si compacte qu’il fallut la refouler violemment et que ce ne fut qu’avec mille peines et après un long retard que Gama et sa suite pénétrèrent enfin dans la salle du trône.</w:t>
      </w:r>
    </w:p>
    <w:p w14:paraId="094F2787" w14:textId="77777777" w:rsidR="00FD7ABB" w:rsidRDefault="00FD28AE" w:rsidP="00FD7ABB">
      <w:r w:rsidRPr="00801BAE">
        <w:rPr>
          <w:rFonts w:cs="Courier New"/>
          <w:szCs w:val="32"/>
        </w:rPr>
        <w:t>Sous un dais magnifique, sur un divan de velours vert dont l’élégance égalait la richesse, le roi attendait ses hôtes. Un grand vase d’or était à côté de lui et un officier du palais en tirait les feuilles parfumées du bétel et les lui présentait ; un second vase du même métal recevait les feuilles dont il avait exprimé l’arôme. Vasco de Gama s’avança alors avec une contenance pleine de dignité et de noblesse.</w:t>
      </w:r>
    </w:p>
    <w:p w14:paraId="3CAC1E77" w14:textId="77777777" w:rsidR="00FD7ABB" w:rsidRDefault="00FD28AE" w:rsidP="00FD7ABB">
      <w:r w:rsidRPr="00801BAE">
        <w:rPr>
          <w:rFonts w:cs="Courier New"/>
          <w:szCs w:val="32"/>
        </w:rPr>
        <w:t>Le vieux chroniqueur témoin de la mémorable entrevue nous la raconté avec grands détails :</w:t>
      </w:r>
    </w:p>
    <w:p w14:paraId="32198C74" w14:textId="77777777" w:rsidR="00FD7ABB" w:rsidRDefault="00FD28AE" w:rsidP="00FD7ABB">
      <w:r w:rsidRPr="00801BAE">
        <w:rPr>
          <w:rFonts w:cs="Courier New"/>
          <w:szCs w:val="32"/>
        </w:rPr>
        <w:t xml:space="preserve">« Lorsque le </w:t>
      </w:r>
      <w:proofErr w:type="spellStart"/>
      <w:r w:rsidRPr="00801BAE">
        <w:rPr>
          <w:rFonts w:cs="Courier New"/>
          <w:szCs w:val="32"/>
        </w:rPr>
        <w:t>capitam</w:t>
      </w:r>
      <w:proofErr w:type="spellEnd"/>
      <w:r w:rsidRPr="00801BAE">
        <w:rPr>
          <w:rFonts w:cs="Courier New"/>
          <w:szCs w:val="32"/>
        </w:rPr>
        <w:t xml:space="preserve">-mor entra, il fit sa révérence selon la coutume de ce pays, qui consiste à joindre les mains et à </w:t>
      </w:r>
      <w:r w:rsidRPr="00801BAE">
        <w:rPr>
          <w:rFonts w:cs="Courier New"/>
          <w:szCs w:val="32"/>
        </w:rPr>
        <w:lastRenderedPageBreak/>
        <w:t>les él</w:t>
      </w:r>
      <w:r w:rsidRPr="00801BAE">
        <w:rPr>
          <w:rFonts w:cs="Courier New"/>
          <w:szCs w:val="32"/>
        </w:rPr>
        <w:t>e</w:t>
      </w:r>
      <w:r w:rsidRPr="00801BAE">
        <w:rPr>
          <w:rFonts w:cs="Courier New"/>
          <w:szCs w:val="32"/>
        </w:rPr>
        <w:t xml:space="preserve">ver vers les cieux. Le roi fit alors signe au commandant de se placer au-dessous de l’estrade où il se trouvait, mais Gama n’en fit rien parce qu’en ce pays il n’est pas permis à un homme de s’approcher de la personne royale ; on ne lui parle qu’à distance. Il n’y a qu’une seule exception en faveur du familier qui sert le roi. Néanmoins, sur une seconde invitation, le </w:t>
      </w:r>
      <w:proofErr w:type="spellStart"/>
      <w:r w:rsidRPr="00801BAE">
        <w:rPr>
          <w:rFonts w:cs="Courier New"/>
          <w:szCs w:val="32"/>
        </w:rPr>
        <w:t>capitam</w:t>
      </w:r>
      <w:proofErr w:type="spellEnd"/>
      <w:r w:rsidRPr="00801BAE">
        <w:rPr>
          <w:rFonts w:cs="Courier New"/>
          <w:szCs w:val="32"/>
        </w:rPr>
        <w:t xml:space="preserve"> s’assit en face du trône, et nous, à peu de distance, sur un banc de pierre. On nous apporta de l’eau pour nous laver les mains, puis on nous servit des melons et des figues. Le roi, qui nous regardait manger, riait de nous avec son familier. Il s’adressa ensuite au commandant et lui demanda ce qu’il voulait. « Je suis, répondit Gama, l’ambassadeur du roi de Portugal, qui commande à des pays nombreux, et est plus riche en toutes choses qu’aucun so</w:t>
      </w:r>
      <w:r w:rsidRPr="00801BAE">
        <w:rPr>
          <w:rFonts w:cs="Courier New"/>
          <w:szCs w:val="32"/>
        </w:rPr>
        <w:t>u</w:t>
      </w:r>
      <w:r w:rsidRPr="00801BAE">
        <w:rPr>
          <w:rFonts w:cs="Courier New"/>
          <w:szCs w:val="32"/>
        </w:rPr>
        <w:t>verain de ces contrées. Depuis soixante ans, les rois ses ancêtres expédient chaque année des navires pour découvrir le pays de l’Inde, parce qu’on leur a dit qu’il y avait dans ces régions des monarques, chrétiens comme eux. Le désir d’entrer en relation avec ces contrées a été le motif de ces nombreuses expéditions. Les rois du Portugal ne se préoccupaient d’ailleurs ni de l’or ni de l’argent, ni des autres richesses qu’on peut trouver dans ces régions, attendu qu’ils en ont en telle abondance qu’il n’est plus nécessaire qu’ils exploitent de nouvelles mines. Jusqu’ici les n</w:t>
      </w:r>
      <w:r w:rsidRPr="00801BAE">
        <w:rPr>
          <w:rFonts w:cs="Courier New"/>
          <w:szCs w:val="32"/>
        </w:rPr>
        <w:t>a</w:t>
      </w:r>
      <w:r w:rsidRPr="00801BAE">
        <w:rPr>
          <w:rFonts w:cs="Courier New"/>
          <w:szCs w:val="32"/>
        </w:rPr>
        <w:t>vigateurs qui m’ont précédé n’ont pas été heureux dans leurs r</w:t>
      </w:r>
      <w:r w:rsidRPr="00801BAE">
        <w:rPr>
          <w:rFonts w:cs="Courier New"/>
          <w:szCs w:val="32"/>
        </w:rPr>
        <w:t>e</w:t>
      </w:r>
      <w:r w:rsidRPr="00801BAE">
        <w:rPr>
          <w:rFonts w:cs="Courier New"/>
          <w:szCs w:val="32"/>
        </w:rPr>
        <w:t>cherches ; c’est pourquoi le roi Emmanuel, qui actuellement règne avec gloire sur ma patrie, m’a confié trois navires et m’a o</w:t>
      </w:r>
      <w:r w:rsidRPr="00801BAE">
        <w:rPr>
          <w:rFonts w:cs="Courier New"/>
          <w:szCs w:val="32"/>
        </w:rPr>
        <w:t>r</w:t>
      </w:r>
      <w:r w:rsidRPr="00801BAE">
        <w:rPr>
          <w:rFonts w:cs="Courier New"/>
          <w:szCs w:val="32"/>
        </w:rPr>
        <w:t>donné de ne rentrer en Portugal qu’après avoir enfin trouvé le pays que nous cherchions.</w:t>
      </w:r>
    </w:p>
    <w:p w14:paraId="192E1416" w14:textId="77777777" w:rsidR="00FD7ABB" w:rsidRDefault="00FD28AE" w:rsidP="00FD7ABB">
      <w:r w:rsidRPr="00801BAE">
        <w:rPr>
          <w:rFonts w:cs="Courier New"/>
          <w:szCs w:val="32"/>
        </w:rPr>
        <w:t>« Nous voici arrivés, et le roi mon maître m’a remis deux lettres pour le souverain de ce pays que, par ma bouche, il fait saluer comme un frère et ami. »</w:t>
      </w:r>
    </w:p>
    <w:p w14:paraId="17C55095" w14:textId="77777777" w:rsidR="00FD7ABB" w:rsidRDefault="00FD28AE" w:rsidP="00FD7ABB">
      <w:r w:rsidRPr="00801BAE">
        <w:rPr>
          <w:rFonts w:cs="Courier New"/>
          <w:szCs w:val="32"/>
        </w:rPr>
        <w:lastRenderedPageBreak/>
        <w:t>Le rajah répondit à Vasco qu’il était le bienvenu et qu’il profiterait de ses vaisseaux pour envoyer à son tour des amba</w:t>
      </w:r>
      <w:r w:rsidRPr="00801BAE">
        <w:rPr>
          <w:rFonts w:cs="Courier New"/>
          <w:szCs w:val="32"/>
        </w:rPr>
        <w:t>s</w:t>
      </w:r>
      <w:r w:rsidRPr="00801BAE">
        <w:rPr>
          <w:rFonts w:cs="Courier New"/>
          <w:szCs w:val="32"/>
        </w:rPr>
        <w:t>sadeurs à dom Emmanuel.</w:t>
      </w:r>
    </w:p>
    <w:p w14:paraId="07B12DA3" w14:textId="77777777" w:rsidR="00FD7ABB" w:rsidRDefault="00FD28AE" w:rsidP="00FD7ABB">
      <w:r w:rsidRPr="00801BAE">
        <w:rPr>
          <w:rFonts w:cs="Courier New"/>
          <w:szCs w:val="32"/>
        </w:rPr>
        <w:t>« Mais avant de m’arrêter à aucune détermination, cont</w:t>
      </w:r>
      <w:r w:rsidRPr="00801BAE">
        <w:rPr>
          <w:rFonts w:cs="Courier New"/>
          <w:szCs w:val="32"/>
        </w:rPr>
        <w:t>i</w:t>
      </w:r>
      <w:r w:rsidRPr="00801BAE">
        <w:rPr>
          <w:rFonts w:cs="Courier New"/>
          <w:szCs w:val="32"/>
        </w:rPr>
        <w:t>nua le prince hindou, je dois prendre l’avis de mon conseil ; il faut que je sois mieux renseigné sur la contrée dont tu sors, la nation qui l’habite et le souverain qui la gouverne. Tu pourras, en attendant, te reposer de ton voyage. Ma réponse sera prompte et conforme, je l’espère, au désir de ton roi. »</w:t>
      </w:r>
    </w:p>
    <w:p w14:paraId="333080F6" w14:textId="77777777" w:rsidR="00FD7ABB" w:rsidRDefault="00FD28AE" w:rsidP="00FD7ABB">
      <w:r w:rsidRPr="00801BAE">
        <w:rPr>
          <w:rFonts w:cs="Courier New"/>
          <w:szCs w:val="32"/>
        </w:rPr>
        <w:t>La nuit était venue, le rajah demanda à ses hôtes s’ils vo</w:t>
      </w:r>
      <w:r w:rsidRPr="00801BAE">
        <w:rPr>
          <w:rFonts w:cs="Courier New"/>
          <w:szCs w:val="32"/>
        </w:rPr>
        <w:t>u</w:t>
      </w:r>
      <w:r w:rsidRPr="00801BAE">
        <w:rPr>
          <w:rFonts w:cs="Courier New"/>
          <w:szCs w:val="32"/>
        </w:rPr>
        <w:t>laient prendre leur repos chez des Maures ou chez des chrétiens.</w:t>
      </w:r>
    </w:p>
    <w:p w14:paraId="66D0206D" w14:textId="77777777" w:rsidR="00FD7ABB" w:rsidRDefault="00FD28AE" w:rsidP="00FD7ABB">
      <w:r w:rsidRPr="00801BAE">
        <w:rPr>
          <w:rFonts w:cs="Courier New"/>
          <w:szCs w:val="32"/>
        </w:rPr>
        <w:t>« Ni chez les uns, ni chez les autres, répondit prudemment Vasco. Ne pourrais-tu nous désigner une maison inhabitée où nous pourrions dormir en paix ?</w:t>
      </w:r>
    </w:p>
    <w:p w14:paraId="5978E53D" w14:textId="77777777" w:rsidR="00FD7ABB" w:rsidRDefault="00FD28AE" w:rsidP="00FD7ABB">
      <w:r w:rsidRPr="00801BAE">
        <w:rPr>
          <w:rFonts w:cs="Courier New"/>
          <w:szCs w:val="32"/>
        </w:rPr>
        <w:t>« Le roi promit de donner des ordres en conséquence et l’on se mit en route : Gama porté dans une litière, ses comp</w:t>
      </w:r>
      <w:r w:rsidRPr="00801BAE">
        <w:rPr>
          <w:rFonts w:cs="Courier New"/>
          <w:szCs w:val="32"/>
        </w:rPr>
        <w:t>a</w:t>
      </w:r>
      <w:r w:rsidRPr="00801BAE">
        <w:rPr>
          <w:rFonts w:cs="Courier New"/>
          <w:szCs w:val="32"/>
        </w:rPr>
        <w:t>gnons suivant à pied au milieu d’une foule qui grossissait à chaque minute, malgré une pluie battante, telle, que l’eau rui</w:t>
      </w:r>
      <w:r w:rsidRPr="00801BAE">
        <w:rPr>
          <w:rFonts w:cs="Courier New"/>
          <w:szCs w:val="32"/>
        </w:rPr>
        <w:t>s</w:t>
      </w:r>
      <w:r w:rsidRPr="00801BAE">
        <w:rPr>
          <w:rFonts w:cs="Courier New"/>
          <w:szCs w:val="32"/>
        </w:rPr>
        <w:t>selait dans les rues détrempées. Et nous montâmes ainsi lon</w:t>
      </w:r>
      <w:r w:rsidRPr="00801BAE">
        <w:rPr>
          <w:rFonts w:cs="Courier New"/>
          <w:szCs w:val="32"/>
        </w:rPr>
        <w:t>g</w:t>
      </w:r>
      <w:r w:rsidRPr="00801BAE">
        <w:rPr>
          <w:rFonts w:cs="Courier New"/>
          <w:szCs w:val="32"/>
        </w:rPr>
        <w:t xml:space="preserve">temps dans la cité, si longtemps que le commandant s’ennuya et s’en plaignit au Maure chargé de l’accompagner. Celui-ci, afin de rendre le parcours plus rapide, fit amener un cheval, mais il était sans selle, de sorte que le commandant ne le voulut pas chevaucher. Quand enfin, mouillés jusqu’aux os, nous arrivâmes à notre gîte, quelques-uns des nôtres s’y trouvaient déjà avec les effets du </w:t>
      </w:r>
      <w:proofErr w:type="spellStart"/>
      <w:r w:rsidRPr="00801BAE">
        <w:rPr>
          <w:rFonts w:cs="Courier New"/>
          <w:szCs w:val="32"/>
        </w:rPr>
        <w:t>capitam-môr</w:t>
      </w:r>
      <w:proofErr w:type="spellEnd"/>
      <w:r w:rsidRPr="00801BAE">
        <w:rPr>
          <w:rFonts w:cs="Courier New"/>
          <w:szCs w:val="32"/>
        </w:rPr>
        <w:t xml:space="preserve"> et les cadeaux destinés au souverain de Calicut.</w:t>
      </w:r>
    </w:p>
    <w:p w14:paraId="0DFF47BB" w14:textId="77777777" w:rsidR="00FD7ABB" w:rsidRDefault="00FD28AE" w:rsidP="00FD7ABB">
      <w:r w:rsidRPr="00801BAE">
        <w:rPr>
          <w:rFonts w:cs="Courier New"/>
          <w:szCs w:val="32"/>
        </w:rPr>
        <w:t xml:space="preserve">« Or voici en quoi consistaient ces présents : douze pièces de drap rayé, douze manteaux à capuce d’écarlate, six </w:t>
      </w:r>
      <w:r w:rsidRPr="00801BAE">
        <w:rPr>
          <w:rFonts w:cs="Courier New"/>
          <w:szCs w:val="32"/>
        </w:rPr>
        <w:lastRenderedPageBreak/>
        <w:t>chapeaux, quatre branches de corail, une caisse de bassines contenant six pièces, une caisse de sucre, deux barils d’huile et deux de miel.</w:t>
      </w:r>
    </w:p>
    <w:p w14:paraId="156F79FF" w14:textId="77777777" w:rsidR="00FD7ABB" w:rsidRDefault="00FD28AE" w:rsidP="00FD7ABB">
      <w:r w:rsidRPr="00801BAE">
        <w:rPr>
          <w:rFonts w:cs="Courier New"/>
          <w:szCs w:val="32"/>
        </w:rPr>
        <w:t xml:space="preserve">« Il est d’usage de ne rien offrir au rajah sans en avoir d’abord rendu compte au </w:t>
      </w:r>
      <w:proofErr w:type="spellStart"/>
      <w:r w:rsidRPr="00801BAE">
        <w:rPr>
          <w:rFonts w:cs="Courier New"/>
          <w:szCs w:val="32"/>
        </w:rPr>
        <w:t>catual</w:t>
      </w:r>
      <w:proofErr w:type="spellEnd"/>
      <w:r w:rsidRPr="00801BAE">
        <w:rPr>
          <w:rFonts w:cs="Courier New"/>
          <w:szCs w:val="32"/>
        </w:rPr>
        <w:t>, l’intendant civil de la maison du prince, et au chef des douanes. Ils vinrent tous deux, mais ils ne firent que se moquer de ces présents, les jugèrent indignes d’être offerts à la Majesté souveraine et affirmèrent que le plus pauvre marchand venant de la Mecque ou des Indes apportait au roi mieux que cela, ils ajoutaient que si notre commandant voulait lui être agréable, il devait lui envoyer de l’or.</w:t>
      </w:r>
    </w:p>
    <w:p w14:paraId="70A7F3CA" w14:textId="77777777" w:rsidR="00FD7ABB" w:rsidRDefault="00FD28AE" w:rsidP="00FD7ABB">
      <w:r w:rsidRPr="00801BAE">
        <w:rPr>
          <w:rFonts w:cs="Courier New"/>
          <w:szCs w:val="32"/>
        </w:rPr>
        <w:t xml:space="preserve">* Le </w:t>
      </w:r>
      <w:proofErr w:type="spellStart"/>
      <w:r w:rsidRPr="00801BAE">
        <w:rPr>
          <w:rFonts w:cs="Courier New"/>
          <w:szCs w:val="32"/>
        </w:rPr>
        <w:t>capitam-môr</w:t>
      </w:r>
      <w:proofErr w:type="spellEnd"/>
      <w:r w:rsidRPr="00801BAE">
        <w:rPr>
          <w:rFonts w:cs="Courier New"/>
          <w:szCs w:val="32"/>
        </w:rPr>
        <w:t xml:space="preserve"> en entendant cela prit grande mélanc</w:t>
      </w:r>
      <w:r w:rsidRPr="00801BAE">
        <w:rPr>
          <w:rFonts w:cs="Courier New"/>
          <w:szCs w:val="32"/>
        </w:rPr>
        <w:t>o</w:t>
      </w:r>
      <w:r w:rsidRPr="00801BAE">
        <w:rPr>
          <w:rFonts w:cs="Courier New"/>
          <w:szCs w:val="32"/>
        </w:rPr>
        <w:t xml:space="preserve">lie. « Je n’ai pas d’or, dit-il ; de plus, je ne suis pas marchand, mais ambassadeur, et ce que j’ai, je le donne. Quand un traité sera conclu avec mon pays, le roi que je sers me confiera une nouvelle mission et j’apporterai au </w:t>
      </w:r>
      <w:proofErr w:type="spellStart"/>
      <w:r w:rsidRPr="00801BAE">
        <w:rPr>
          <w:rFonts w:cs="Courier New"/>
          <w:szCs w:val="32"/>
        </w:rPr>
        <w:t>Samorin</w:t>
      </w:r>
      <w:proofErr w:type="spellEnd"/>
      <w:r w:rsidRPr="00801BAE">
        <w:rPr>
          <w:rFonts w:cs="Courier New"/>
          <w:szCs w:val="32"/>
        </w:rPr>
        <w:t xml:space="preserve"> de riches présents. S’il ne veut pas ceux-ci, je les retournerai à mes navires. » Mais les deux fonctionnaires ne voulurent ni se charger d’offrir les objets en question, ni consentir à ce qu’on les porte à leur so</w:t>
      </w:r>
      <w:r w:rsidRPr="00801BAE">
        <w:rPr>
          <w:rFonts w:cs="Courier New"/>
          <w:szCs w:val="32"/>
        </w:rPr>
        <w:t>u</w:t>
      </w:r>
      <w:r w:rsidRPr="00801BAE">
        <w:rPr>
          <w:rFonts w:cs="Courier New"/>
          <w:szCs w:val="32"/>
        </w:rPr>
        <w:t>verain.</w:t>
      </w:r>
    </w:p>
    <w:p w14:paraId="76408983" w14:textId="77777777" w:rsidR="00FD7ABB" w:rsidRDefault="00FD28AE" w:rsidP="00FD7ABB">
      <w:r w:rsidRPr="00801BAE">
        <w:rPr>
          <w:rFonts w:cs="Courier New"/>
          <w:szCs w:val="32"/>
        </w:rPr>
        <w:t>« Ils s’en allèrent, et tous ceux qui vinrent se moquaient de nous ; nos présents ne firent qu’exciter le dédain chez les m</w:t>
      </w:r>
      <w:r w:rsidRPr="00801BAE">
        <w:rPr>
          <w:rFonts w:cs="Courier New"/>
          <w:szCs w:val="32"/>
        </w:rPr>
        <w:t>u</w:t>
      </w:r>
      <w:r w:rsidRPr="00801BAE">
        <w:rPr>
          <w:rFonts w:cs="Courier New"/>
          <w:szCs w:val="32"/>
        </w:rPr>
        <w:t>sulmans et des risées chez les Hindous. »</w:t>
      </w:r>
    </w:p>
    <w:p w14:paraId="24E84D9E" w14:textId="77777777" w:rsidR="00FD7ABB" w:rsidRDefault="00FD28AE" w:rsidP="00FD7ABB">
      <w:r w:rsidRPr="00801BAE">
        <w:rPr>
          <w:rFonts w:cs="Courier New"/>
          <w:szCs w:val="32"/>
        </w:rPr>
        <w:t xml:space="preserve">Gama, très mortifié de l’aventure, se décida à aller parler lui-même au </w:t>
      </w:r>
      <w:proofErr w:type="spellStart"/>
      <w:r w:rsidRPr="00801BAE">
        <w:rPr>
          <w:rFonts w:cs="Courier New"/>
          <w:szCs w:val="32"/>
        </w:rPr>
        <w:t>Samorin</w:t>
      </w:r>
      <w:proofErr w:type="spellEnd"/>
      <w:r w:rsidRPr="00801BAE">
        <w:rPr>
          <w:rFonts w:cs="Courier New"/>
          <w:szCs w:val="32"/>
        </w:rPr>
        <w:t> ; mais auparavant il voulait retourner à ses navires. Les indigènes le voyant décidé à agir, changèrent de ton ; ils le prièrent de réfléchir un peu, lui dirent qu’ils allaient immédiatement s’occuper de la question, que dans peu d’instants ils seraient de retour, et qu’alors ils l’accompagneraient au palais.</w:t>
      </w:r>
    </w:p>
    <w:p w14:paraId="7EF676F1" w14:textId="77777777" w:rsidR="00FD7ABB" w:rsidRDefault="00FD28AE" w:rsidP="00FD7ABB">
      <w:r w:rsidRPr="00801BAE">
        <w:rPr>
          <w:rFonts w:cs="Courier New"/>
          <w:szCs w:val="32"/>
        </w:rPr>
        <w:lastRenderedPageBreak/>
        <w:t>Il ne les revit pas.</w:t>
      </w:r>
    </w:p>
    <w:p w14:paraId="503E05DE" w14:textId="77777777" w:rsidR="00FD7ABB" w:rsidRDefault="00FD28AE" w:rsidP="00FD7ABB">
      <w:r w:rsidRPr="00801BAE">
        <w:rPr>
          <w:rFonts w:cs="Courier New"/>
          <w:szCs w:val="32"/>
        </w:rPr>
        <w:t>Tout le jour se passa dans une fiévreuse attente. Impatient et soucieux, Gama voulait se rendre au palais sans eux ; d’un autre côté, il craignait que cette précipitation ne nuisît à ses pr</w:t>
      </w:r>
      <w:r w:rsidRPr="00801BAE">
        <w:rPr>
          <w:rFonts w:cs="Courier New"/>
          <w:szCs w:val="32"/>
        </w:rPr>
        <w:t>o</w:t>
      </w:r>
      <w:r w:rsidRPr="00801BAE">
        <w:rPr>
          <w:rFonts w:cs="Courier New"/>
          <w:szCs w:val="32"/>
        </w:rPr>
        <w:t>jets, et il finit par prendre la détermination d’attendre au jour suivant.</w:t>
      </w:r>
    </w:p>
    <w:p w14:paraId="7673FB79" w14:textId="77777777" w:rsidR="00FD7ABB" w:rsidRDefault="00FD28AE" w:rsidP="00FD7ABB">
      <w:r w:rsidRPr="00801BAE">
        <w:rPr>
          <w:rFonts w:cs="Courier New"/>
          <w:szCs w:val="32"/>
        </w:rPr>
        <w:t>Ses compagnons, qui n’avaient pas les mêmes préoccup</w:t>
      </w:r>
      <w:r w:rsidRPr="00801BAE">
        <w:rPr>
          <w:rFonts w:cs="Courier New"/>
          <w:szCs w:val="32"/>
        </w:rPr>
        <w:t>a</w:t>
      </w:r>
      <w:r w:rsidRPr="00801BAE">
        <w:rPr>
          <w:rFonts w:cs="Courier New"/>
          <w:szCs w:val="32"/>
        </w:rPr>
        <w:t xml:space="preserve">tions et les mêmes responsabilités que lui, prirent du bon côté ce fâcheux contre-temps. Pour se désennuyer, ils se mirent à chanter et à danser au son des trompettes et s’amusèrent si bien que les heures leur parurent courtes. Ils dansaient encore quand, vers le matin, arrivèrent les mandataires chargés de conduire au roi le </w:t>
      </w:r>
      <w:proofErr w:type="spellStart"/>
      <w:r w:rsidRPr="00801BAE">
        <w:rPr>
          <w:rFonts w:cs="Courier New"/>
          <w:szCs w:val="32"/>
        </w:rPr>
        <w:t>capitam-môr</w:t>
      </w:r>
      <w:proofErr w:type="spellEnd"/>
      <w:r w:rsidRPr="00801BAE">
        <w:rPr>
          <w:rFonts w:cs="Courier New"/>
          <w:szCs w:val="32"/>
        </w:rPr>
        <w:t>. Celui-ci partit aussitôt, acco</w:t>
      </w:r>
      <w:r w:rsidRPr="00801BAE">
        <w:rPr>
          <w:rFonts w:cs="Courier New"/>
          <w:szCs w:val="32"/>
        </w:rPr>
        <w:t>m</w:t>
      </w:r>
      <w:r w:rsidRPr="00801BAE">
        <w:rPr>
          <w:rFonts w:cs="Courier New"/>
          <w:szCs w:val="32"/>
        </w:rPr>
        <w:t>pagné de ses hommes. Arrivés au palais, on les fit attendre quatre mortelles heures devant une grande porte qui ne s’ouvrait pas. Quand enfin arriva le moment de l’audience, G</w:t>
      </w:r>
      <w:r w:rsidRPr="00801BAE">
        <w:rPr>
          <w:rFonts w:cs="Courier New"/>
          <w:szCs w:val="32"/>
        </w:rPr>
        <w:t>a</w:t>
      </w:r>
      <w:r w:rsidRPr="00801BAE">
        <w:rPr>
          <w:rFonts w:cs="Courier New"/>
          <w:szCs w:val="32"/>
        </w:rPr>
        <w:t>ma seul fut introduit avec son secrétaire et Ferdinand Martins qui savait bien parler. Cette séparation, à laquelle on ne s’était pas atte</w:t>
      </w:r>
      <w:r w:rsidRPr="00801BAE">
        <w:rPr>
          <w:rFonts w:cs="Courier New"/>
          <w:szCs w:val="32"/>
        </w:rPr>
        <w:t>n</w:t>
      </w:r>
      <w:r w:rsidRPr="00801BAE">
        <w:rPr>
          <w:rFonts w:cs="Courier New"/>
          <w:szCs w:val="32"/>
        </w:rPr>
        <w:t>du, ne sembla bonne ni aux uns ni aux autres.</w:t>
      </w:r>
    </w:p>
    <w:p w14:paraId="5A834B63" w14:textId="77777777" w:rsidR="00FD7ABB" w:rsidRDefault="00FD28AE" w:rsidP="00FD7ABB">
      <w:r w:rsidRPr="00801BAE">
        <w:rPr>
          <w:rFonts w:cs="Courier New"/>
          <w:szCs w:val="32"/>
        </w:rPr>
        <w:t>Dès qu’il vit Vasco de Gama, le rajah se mit à lui adresser des reproches, disant que s’il venait d’un royaume aussi riche qu’il l’avait annoncé, il était surprenant qu’il ne lui apportât rien. Le Portugais répondit qu’il venait pour observer et déco</w:t>
      </w:r>
      <w:r w:rsidRPr="00801BAE">
        <w:rPr>
          <w:rFonts w:cs="Courier New"/>
          <w:szCs w:val="32"/>
        </w:rPr>
        <w:t>u</w:t>
      </w:r>
      <w:r w:rsidRPr="00801BAE">
        <w:rPr>
          <w:rFonts w:cs="Courier New"/>
          <w:szCs w:val="32"/>
        </w:rPr>
        <w:t>vrir et que le soin d’amener des présents était réservé à d’autres vaisseaux.</w:t>
      </w:r>
    </w:p>
    <w:p w14:paraId="79F00DAC" w14:textId="77777777" w:rsidR="00FD7ABB" w:rsidRDefault="00FD28AE" w:rsidP="00FD7ABB">
      <w:r w:rsidRPr="00801BAE">
        <w:rPr>
          <w:rFonts w:cs="Courier New"/>
          <w:szCs w:val="32"/>
        </w:rPr>
        <w:t xml:space="preserve">Ces promesses ne faisaient point l’affaire du </w:t>
      </w:r>
      <w:proofErr w:type="spellStart"/>
      <w:r w:rsidRPr="00801BAE">
        <w:rPr>
          <w:rFonts w:cs="Courier New"/>
          <w:szCs w:val="32"/>
        </w:rPr>
        <w:t>Samorin</w:t>
      </w:r>
      <w:proofErr w:type="spellEnd"/>
      <w:r w:rsidRPr="00801BAE">
        <w:rPr>
          <w:rFonts w:cs="Courier New"/>
          <w:szCs w:val="32"/>
        </w:rPr>
        <w:t xml:space="preserve">, qui était avare et rapace. « Hé ! qu’es-tu venu découvrir, dit-il avec ironie, des pierres ou des hommes ? Si ce sont des hommes, il fallait leur apporter quelque chose. On m’a assuré que tu avais à ton bord une </w:t>
      </w:r>
      <w:r w:rsidRPr="00801BAE">
        <w:rPr>
          <w:rFonts w:cs="Courier New"/>
          <w:i/>
          <w:szCs w:val="32"/>
        </w:rPr>
        <w:t>Sainte Marie</w:t>
      </w:r>
      <w:r w:rsidRPr="00801BAE">
        <w:rPr>
          <w:rFonts w:cs="Courier New"/>
          <w:szCs w:val="32"/>
        </w:rPr>
        <w:t xml:space="preserve"> en or pur, pourquoi ne me la donnes-tu pas ?</w:t>
      </w:r>
    </w:p>
    <w:p w14:paraId="0949713B" w14:textId="77777777" w:rsidR="00FD7ABB" w:rsidRDefault="00FD28AE" w:rsidP="00FD7ABB">
      <w:r w:rsidRPr="00801BAE">
        <w:rPr>
          <w:rFonts w:cs="Courier New"/>
          <w:szCs w:val="32"/>
        </w:rPr>
        <w:lastRenderedPageBreak/>
        <w:t>« La statue dont tu parles n’est pas en or, mais, le fût-elle, je ne te la donnerais pas. Elle m’a accompagné sur l’étendue des mers, je la ramènerai dans ma patrie.</w:t>
      </w:r>
    </w:p>
    <w:p w14:paraId="61898DB8" w14:textId="77777777" w:rsidR="00FD7ABB" w:rsidRDefault="00FD28AE" w:rsidP="00FD7ABB">
      <w:r w:rsidRPr="00801BAE">
        <w:rPr>
          <w:rFonts w:cs="Courier New"/>
          <w:szCs w:val="32"/>
        </w:rPr>
        <w:t>– Donne-moi les lettres dont tu es porteur, dit le roi.</w:t>
      </w:r>
    </w:p>
    <w:p w14:paraId="750EA8E7" w14:textId="77777777" w:rsidR="00FD7ABB" w:rsidRDefault="00FD28AE" w:rsidP="00FD7ABB">
      <w:r w:rsidRPr="00801BAE">
        <w:rPr>
          <w:rFonts w:cs="Courier New"/>
          <w:szCs w:val="32"/>
        </w:rPr>
        <w:t>– Je vais te les remettre immédiatement ; mais je veux, pour te les traduire, un chrétien sachant l’arabe, car je sais tout le mal que me veulent les musulmans, et j’ai l’intime certitude qu’ils dénatureraient mes paroles, comme les écrits de mon prince.</w:t>
      </w:r>
    </w:p>
    <w:p w14:paraId="4E7296AF" w14:textId="77777777" w:rsidR="00FD7ABB" w:rsidRDefault="00FD28AE" w:rsidP="00FD7ABB">
      <w:r w:rsidRPr="00801BAE">
        <w:rPr>
          <w:rFonts w:cs="Courier New"/>
          <w:szCs w:val="32"/>
        </w:rPr>
        <w:t>– Fort bien, dit le roi, et il fit appeler un petit jeune ho</w:t>
      </w:r>
      <w:r w:rsidRPr="00801BAE">
        <w:rPr>
          <w:rFonts w:cs="Courier New"/>
          <w:szCs w:val="32"/>
        </w:rPr>
        <w:t>m</w:t>
      </w:r>
      <w:r w:rsidRPr="00801BAE">
        <w:rPr>
          <w:rFonts w:cs="Courier New"/>
          <w:szCs w:val="32"/>
        </w:rPr>
        <w:t>me que l’on dit être chrétien, mais qui, ne sachant pas l’arabe, ne put lire la lettre. Quatre musulmans qui se trouvaient là pr</w:t>
      </w:r>
      <w:r w:rsidRPr="00801BAE">
        <w:rPr>
          <w:rFonts w:cs="Courier New"/>
          <w:szCs w:val="32"/>
        </w:rPr>
        <w:t>i</w:t>
      </w:r>
      <w:r w:rsidRPr="00801BAE">
        <w:rPr>
          <w:rFonts w:cs="Courier New"/>
          <w:szCs w:val="32"/>
        </w:rPr>
        <w:t>rent la lettre, là lurent d’abord entre eux, puis vinrent la commun</w:t>
      </w:r>
      <w:r w:rsidRPr="00801BAE">
        <w:rPr>
          <w:rFonts w:cs="Courier New"/>
          <w:szCs w:val="32"/>
        </w:rPr>
        <w:t>i</w:t>
      </w:r>
      <w:r w:rsidRPr="00801BAE">
        <w:rPr>
          <w:rFonts w:cs="Courier New"/>
          <w:szCs w:val="32"/>
        </w:rPr>
        <w:t>quer au roi, qui s’en montra satisfait.</w:t>
      </w:r>
    </w:p>
    <w:p w14:paraId="1D0B9FA7" w14:textId="77777777" w:rsidR="00FD7ABB" w:rsidRDefault="00FD28AE" w:rsidP="00FD7ABB">
      <w:r w:rsidRPr="00801BAE">
        <w:rPr>
          <w:rFonts w:cs="Courier New"/>
          <w:szCs w:val="32"/>
        </w:rPr>
        <w:t>Le roi de Calicut, en effet, a toujours à sa disposition de nombreux écrivains, assis dans un coin, loin de lui, sur une natte. Ils prennent note de toutes choses aussi bien relatives à la marchandise royale qu’à la justice et au gouvernement. Ils écr</w:t>
      </w:r>
      <w:r w:rsidRPr="00801BAE">
        <w:rPr>
          <w:rFonts w:cs="Courier New"/>
          <w:szCs w:val="32"/>
        </w:rPr>
        <w:t>i</w:t>
      </w:r>
      <w:r w:rsidRPr="00801BAE">
        <w:rPr>
          <w:rFonts w:cs="Courier New"/>
          <w:szCs w:val="32"/>
        </w:rPr>
        <w:t>vent avec un stylet de fer, sur des feuilles de papier longues et tendues. Chacun de ces gens, en quelque lieu qu’il se transporte, a sous le bras un paquet de feuilles écrites et tient à la main sa plume de fer. À ce signe, ils sont immédiatement reconnus.</w:t>
      </w:r>
    </w:p>
    <w:p w14:paraId="61F8889B" w14:textId="77777777" w:rsidR="00FD7ABB" w:rsidRDefault="00FD28AE" w:rsidP="00FD7ABB">
      <w:r w:rsidRPr="00801BAE">
        <w:rPr>
          <w:rFonts w:cs="Courier New"/>
          <w:szCs w:val="32"/>
        </w:rPr>
        <w:t>Gama en vit sept ou huit qui attendaient ainsi, pour écrire, les ordres du souverain. C’étaient des hommes âgés et qui p</w:t>
      </w:r>
      <w:r w:rsidRPr="00801BAE">
        <w:rPr>
          <w:rFonts w:cs="Courier New"/>
          <w:szCs w:val="32"/>
        </w:rPr>
        <w:t>a</w:t>
      </w:r>
      <w:r w:rsidRPr="00801BAE">
        <w:rPr>
          <w:rFonts w:cs="Courier New"/>
          <w:szCs w:val="32"/>
        </w:rPr>
        <w:t>raissaient jouir d’un grand crédit. Le rajah, après avoir interrogé Gama sur les produits de son pays, le congédia avec tous ses hommes, qui rentrèrent à leur quartier, et firent leurs prépar</w:t>
      </w:r>
      <w:r w:rsidRPr="00801BAE">
        <w:rPr>
          <w:rFonts w:cs="Courier New"/>
          <w:szCs w:val="32"/>
        </w:rPr>
        <w:t>a</w:t>
      </w:r>
      <w:r w:rsidRPr="00801BAE">
        <w:rPr>
          <w:rFonts w:cs="Courier New"/>
          <w:szCs w:val="32"/>
        </w:rPr>
        <w:t>tifs pour aller dès le lendemain rejoindre les navires.</w:t>
      </w:r>
    </w:p>
    <w:p w14:paraId="169D9254" w14:textId="77777777" w:rsidR="00FD7ABB" w:rsidRDefault="00FD28AE" w:rsidP="00FD7ABB">
      <w:r w:rsidRPr="00801BAE">
        <w:rPr>
          <w:rFonts w:cs="Courier New"/>
          <w:szCs w:val="32"/>
        </w:rPr>
        <w:lastRenderedPageBreak/>
        <w:t>Il est bon de faire observer ici, et la suite de cette histoire le prouve suffisamment, que ce fut une faute irréparable de s’être présenté devant un monarque de l’Orient sans apporter des pr</w:t>
      </w:r>
      <w:r w:rsidRPr="00801BAE">
        <w:rPr>
          <w:rFonts w:cs="Courier New"/>
          <w:szCs w:val="32"/>
        </w:rPr>
        <w:t>é</w:t>
      </w:r>
      <w:r w:rsidRPr="00801BAE">
        <w:rPr>
          <w:rFonts w:cs="Courier New"/>
          <w:szCs w:val="32"/>
        </w:rPr>
        <w:t>sents dont la magnificence pût servir à attester un pouvoir que les musulmans ignoraient et qu’ils avaient du reste tout intérêt à contester. Jean II, qui connaissait l’esprit des peuples asi</w:t>
      </w:r>
      <w:r w:rsidRPr="00801BAE">
        <w:rPr>
          <w:rFonts w:cs="Courier New"/>
          <w:szCs w:val="32"/>
        </w:rPr>
        <w:t>a</w:t>
      </w:r>
      <w:r w:rsidRPr="00801BAE">
        <w:rPr>
          <w:rFonts w:cs="Courier New"/>
          <w:szCs w:val="32"/>
        </w:rPr>
        <w:t xml:space="preserve">tiques, n’eût probablement pas commis cette faute. Les riches commerçant venus d’Ormuz et d’Aden surent mettre à profit et cette circonstance pour détruire dans l’esprit du </w:t>
      </w:r>
      <w:proofErr w:type="spellStart"/>
      <w:r w:rsidRPr="00801BAE">
        <w:rPr>
          <w:rFonts w:cs="Courier New"/>
          <w:szCs w:val="32"/>
        </w:rPr>
        <w:t>Samorin</w:t>
      </w:r>
      <w:proofErr w:type="spellEnd"/>
      <w:r w:rsidRPr="00801BAE">
        <w:rPr>
          <w:rFonts w:cs="Courier New"/>
          <w:szCs w:val="32"/>
        </w:rPr>
        <w:t xml:space="preserve"> l’impression favorable qu’avait pu produire sur lui l’altitude premi</w:t>
      </w:r>
      <w:r w:rsidRPr="00801BAE">
        <w:rPr>
          <w:rFonts w:cs="Courier New"/>
          <w:szCs w:val="32"/>
        </w:rPr>
        <w:t>è</w:t>
      </w:r>
      <w:r w:rsidRPr="00801BAE">
        <w:rPr>
          <w:rFonts w:cs="Courier New"/>
          <w:szCs w:val="32"/>
        </w:rPr>
        <w:t>re des Portugais.</w:t>
      </w:r>
    </w:p>
    <w:p w14:paraId="36036932" w14:textId="77777777" w:rsidR="00FD7ABB" w:rsidRDefault="00FD28AE" w:rsidP="00FD7ABB">
      <w:r w:rsidRPr="00801BAE">
        <w:rPr>
          <w:rFonts w:cs="Courier New"/>
          <w:szCs w:val="32"/>
        </w:rPr>
        <w:t xml:space="preserve">De leur côté, le </w:t>
      </w:r>
      <w:proofErr w:type="spellStart"/>
      <w:r w:rsidRPr="00801BAE">
        <w:rPr>
          <w:rFonts w:cs="Courier New"/>
          <w:szCs w:val="32"/>
        </w:rPr>
        <w:t>catual</w:t>
      </w:r>
      <w:proofErr w:type="spellEnd"/>
      <w:r w:rsidRPr="00801BAE">
        <w:rPr>
          <w:rFonts w:cs="Courier New"/>
          <w:szCs w:val="32"/>
        </w:rPr>
        <w:t xml:space="preserve"> et d’autres de la maison du </w:t>
      </w:r>
      <w:proofErr w:type="spellStart"/>
      <w:r w:rsidRPr="00801BAE">
        <w:rPr>
          <w:rFonts w:cs="Courier New"/>
          <w:szCs w:val="32"/>
        </w:rPr>
        <w:t>rajàh</w:t>
      </w:r>
      <w:proofErr w:type="spellEnd"/>
      <w:r w:rsidRPr="00801BAE">
        <w:rPr>
          <w:rFonts w:cs="Courier New"/>
          <w:szCs w:val="32"/>
        </w:rPr>
        <w:t xml:space="preserve"> s’efforcèrent de le circonvenir dès que Gama se fut retiré. À tout prix il fallait indisposer le prince contre ces étrangers. Rasse</w:t>
      </w:r>
      <w:r w:rsidRPr="00801BAE">
        <w:rPr>
          <w:rFonts w:cs="Courier New"/>
          <w:szCs w:val="32"/>
        </w:rPr>
        <w:t>m</w:t>
      </w:r>
      <w:r w:rsidRPr="00801BAE">
        <w:rPr>
          <w:rFonts w:cs="Courier New"/>
          <w:szCs w:val="32"/>
        </w:rPr>
        <w:t>blés par un ordre supérieur, les aruspices et les devins interr</w:t>
      </w:r>
      <w:r w:rsidRPr="00801BAE">
        <w:rPr>
          <w:rFonts w:cs="Courier New"/>
          <w:szCs w:val="32"/>
        </w:rPr>
        <w:t>o</w:t>
      </w:r>
      <w:r w:rsidRPr="00801BAE">
        <w:rPr>
          <w:rFonts w:cs="Courier New"/>
          <w:szCs w:val="32"/>
        </w:rPr>
        <w:t>gèrent la magie sur les suites incertaines de l’arrivée des voy</w:t>
      </w:r>
      <w:r w:rsidRPr="00801BAE">
        <w:rPr>
          <w:rFonts w:cs="Courier New"/>
          <w:szCs w:val="32"/>
        </w:rPr>
        <w:t>a</w:t>
      </w:r>
      <w:r w:rsidRPr="00801BAE">
        <w:rPr>
          <w:rFonts w:cs="Courier New"/>
          <w:szCs w:val="32"/>
        </w:rPr>
        <w:t xml:space="preserve">geurs. Ils firent voir au </w:t>
      </w:r>
      <w:proofErr w:type="spellStart"/>
      <w:r w:rsidRPr="00801BAE">
        <w:rPr>
          <w:rFonts w:cs="Courier New"/>
          <w:szCs w:val="32"/>
        </w:rPr>
        <w:t>Samorin</w:t>
      </w:r>
      <w:proofErr w:type="spellEnd"/>
      <w:r w:rsidRPr="00801BAE">
        <w:rPr>
          <w:rFonts w:cs="Courier New"/>
          <w:szCs w:val="32"/>
        </w:rPr>
        <w:t>, dans un vase rempli d’eau, plusieurs navires qui venaient de très loin, dans les Indes, et lui prédirent que la nation à laquelle appartenaient ces étrangers détruirait en Orient la puissance des Maures.</w:t>
      </w:r>
    </w:p>
    <w:p w14:paraId="3BE78459" w14:textId="77777777" w:rsidR="00FD7ABB" w:rsidRDefault="00FD28AE" w:rsidP="00FD7ABB">
      <w:r w:rsidRPr="00801BAE">
        <w:rPr>
          <w:rFonts w:cs="Courier New"/>
          <w:szCs w:val="32"/>
        </w:rPr>
        <w:t>C’était du reste un bruit depuis longtemps répandu dans les Indes que ce pays deviendrait un jour la conquête d’un peuple de l’Occident.</w:t>
      </w:r>
    </w:p>
    <w:p w14:paraId="3BCD145D" w14:textId="77777777" w:rsidR="00FD7ABB" w:rsidRDefault="00FD28AE" w:rsidP="00FD7ABB">
      <w:r w:rsidRPr="00801BAE">
        <w:rPr>
          <w:rFonts w:cs="Courier New"/>
          <w:szCs w:val="32"/>
        </w:rPr>
        <w:t>Il était donc facile d’effrayer la faible rajah. Aussi les Maures s’attachèrent-ils à lui faire admettre toutes les raisons qui, selon eux, s’opposaient à ce que les Portugais soient admis dans les ports du Malabar. Il faut convenir que ces raisons étaient a</w:t>
      </w:r>
      <w:r w:rsidRPr="00801BAE">
        <w:rPr>
          <w:rFonts w:cs="Courier New"/>
          <w:szCs w:val="32"/>
        </w:rPr>
        <w:t>s</w:t>
      </w:r>
      <w:r w:rsidRPr="00801BAE">
        <w:rPr>
          <w:rFonts w:cs="Courier New"/>
          <w:szCs w:val="32"/>
        </w:rPr>
        <w:t>sez fortes pour tenir le prince en suspens. « Grand roi, lui d</w:t>
      </w:r>
      <w:r w:rsidRPr="00801BAE">
        <w:rPr>
          <w:rFonts w:cs="Courier New"/>
          <w:szCs w:val="32"/>
        </w:rPr>
        <w:t>i</w:t>
      </w:r>
      <w:r w:rsidRPr="00801BAE">
        <w:rPr>
          <w:rFonts w:cs="Courier New"/>
          <w:szCs w:val="32"/>
        </w:rPr>
        <w:t xml:space="preserve">saient les Arabes avec une astuce consommée, nous vous avons assez bien servi pour que vous prêtiez l’oreille à nos plaintes. Qu’est-il besoin de vous rappeler l’importance </w:t>
      </w:r>
      <w:r w:rsidRPr="00801BAE">
        <w:rPr>
          <w:rFonts w:cs="Courier New"/>
          <w:szCs w:val="32"/>
        </w:rPr>
        <w:lastRenderedPageBreak/>
        <w:t>des tr</w:t>
      </w:r>
      <w:r w:rsidRPr="00801BAE">
        <w:rPr>
          <w:rFonts w:cs="Courier New"/>
          <w:szCs w:val="32"/>
        </w:rPr>
        <w:t>i</w:t>
      </w:r>
      <w:r w:rsidRPr="00801BAE">
        <w:rPr>
          <w:rFonts w:cs="Courier New"/>
          <w:szCs w:val="32"/>
        </w:rPr>
        <w:t>buts dont notre commerce et notre industrie ont grossi et gro</w:t>
      </w:r>
      <w:r w:rsidRPr="00801BAE">
        <w:rPr>
          <w:rFonts w:cs="Courier New"/>
          <w:szCs w:val="32"/>
        </w:rPr>
        <w:t>s</w:t>
      </w:r>
      <w:r w:rsidRPr="00801BAE">
        <w:rPr>
          <w:rFonts w:cs="Courier New"/>
          <w:szCs w:val="32"/>
        </w:rPr>
        <w:t>sissent e</w:t>
      </w:r>
      <w:r w:rsidRPr="00801BAE">
        <w:rPr>
          <w:rFonts w:cs="Courier New"/>
          <w:szCs w:val="32"/>
        </w:rPr>
        <w:t>n</w:t>
      </w:r>
      <w:r w:rsidRPr="00801BAE">
        <w:rPr>
          <w:rFonts w:cs="Courier New"/>
          <w:szCs w:val="32"/>
        </w:rPr>
        <w:t>core chaque jour le trésor de l’empire ? Consultez les receveurs de vos finances, interrogez vos intendants, et vous pourrez juger si nous avons contribué en quelque chose à la fo</w:t>
      </w:r>
      <w:r w:rsidRPr="00801BAE">
        <w:rPr>
          <w:rFonts w:cs="Courier New"/>
          <w:szCs w:val="32"/>
        </w:rPr>
        <w:t>r</w:t>
      </w:r>
      <w:r w:rsidRPr="00801BAE">
        <w:rPr>
          <w:rFonts w:cs="Courier New"/>
          <w:szCs w:val="32"/>
        </w:rPr>
        <w:t>tune du pays. Ce zèle ardent pour vos intérêts, nous le tenons de nos pères, qui, depuis plusieurs siècles, ont regardé le Malabar comme leur sol natal, et n’ont cessé de chérir et d’honorer les souverains de Calicut, Et tout cela serait détruit par des avent</w:t>
      </w:r>
      <w:r w:rsidRPr="00801BAE">
        <w:rPr>
          <w:rFonts w:cs="Courier New"/>
          <w:szCs w:val="32"/>
        </w:rPr>
        <w:t>u</w:t>
      </w:r>
      <w:r w:rsidRPr="00801BAE">
        <w:rPr>
          <w:rFonts w:cs="Courier New"/>
          <w:szCs w:val="32"/>
        </w:rPr>
        <w:t>riers qui ne viennent ici que pour bouleverser vos États ?</w:t>
      </w:r>
    </w:p>
    <w:p w14:paraId="4592F8F2" w14:textId="77777777" w:rsidR="00FD7ABB" w:rsidRDefault="00FD28AE" w:rsidP="00FD7ABB">
      <w:r w:rsidRPr="00801BAE">
        <w:rPr>
          <w:rFonts w:cs="Courier New"/>
          <w:szCs w:val="32"/>
        </w:rPr>
        <w:t>« Vous les avez accueillis sans défiance ; nous n’en sommes pas surpris ; un cœur magnanime répugne à croire à de pareilles machinations. Cependant vous n’ignorez pas combien ces p</w:t>
      </w:r>
      <w:r w:rsidRPr="00801BAE">
        <w:rPr>
          <w:rFonts w:cs="Courier New"/>
          <w:szCs w:val="32"/>
        </w:rPr>
        <w:t>i</w:t>
      </w:r>
      <w:r w:rsidRPr="00801BAE">
        <w:rPr>
          <w:rFonts w:cs="Courier New"/>
          <w:szCs w:val="32"/>
        </w:rPr>
        <w:t xml:space="preserve">rates ont maltraité de nations dans leur course vagabonde. Ils ont, à main armée, envahi Mozambique, rempli de sang le port de </w:t>
      </w:r>
      <w:proofErr w:type="spellStart"/>
      <w:r w:rsidRPr="00801BAE">
        <w:rPr>
          <w:rFonts w:cs="Courier New"/>
          <w:szCs w:val="32"/>
        </w:rPr>
        <w:t>Monbaze</w:t>
      </w:r>
      <w:proofErr w:type="spellEnd"/>
      <w:r w:rsidRPr="00801BAE">
        <w:rPr>
          <w:rFonts w:cs="Courier New"/>
          <w:szCs w:val="32"/>
        </w:rPr>
        <w:t>… »</w:t>
      </w:r>
    </w:p>
    <w:p w14:paraId="3265287E" w14:textId="77777777" w:rsidR="00FD7ABB" w:rsidRDefault="00FD28AE" w:rsidP="00FD7ABB">
      <w:r w:rsidRPr="00801BAE">
        <w:rPr>
          <w:rFonts w:cs="Courier New"/>
          <w:szCs w:val="32"/>
        </w:rPr>
        <w:t xml:space="preserve">C’est par ces accusations et bien d’autres encore que les musulmans travaillaient à nuire aux Portugais dans l’esprit du </w:t>
      </w:r>
      <w:proofErr w:type="spellStart"/>
      <w:r w:rsidRPr="00801BAE">
        <w:rPr>
          <w:rFonts w:cs="Courier New"/>
          <w:szCs w:val="32"/>
        </w:rPr>
        <w:t>Samorin</w:t>
      </w:r>
      <w:proofErr w:type="spellEnd"/>
      <w:r w:rsidRPr="00801BAE">
        <w:rPr>
          <w:rFonts w:cs="Courier New"/>
          <w:szCs w:val="32"/>
        </w:rPr>
        <w:t> ; aussi, dès ce moment, une ligue formidable se forma contre eux entre les païens et les Maures. Et les navigateurs qui avaient été reçus en triomphe, les ambassadeurs de l’Occident qu’on avait accueillis d’abord avec tant de magnificence, ne f</w:t>
      </w:r>
      <w:r w:rsidRPr="00801BAE">
        <w:rPr>
          <w:rFonts w:cs="Courier New"/>
          <w:szCs w:val="32"/>
        </w:rPr>
        <w:t>u</w:t>
      </w:r>
      <w:r w:rsidRPr="00801BAE">
        <w:rPr>
          <w:rFonts w:cs="Courier New"/>
          <w:szCs w:val="32"/>
        </w:rPr>
        <w:t>rent plus, aux yeux des habitants de Calicut, qu’un ramas de brigands sans roi, sans culte et sans patrie, de vils pirates qu’il faut se hâter de punir et contre lesquels tous les moyens sont bons.</w:t>
      </w:r>
    </w:p>
    <w:p w14:paraId="6DCF35AC" w14:textId="77777777" w:rsidR="00FD7ABB" w:rsidRDefault="00FD28AE" w:rsidP="00FD7ABB">
      <w:r w:rsidRPr="00801BAE">
        <w:rPr>
          <w:rFonts w:cs="Courier New"/>
          <w:szCs w:val="32"/>
        </w:rPr>
        <w:t xml:space="preserve">L’hostilité devint évidente lorsque Gama voulut monter avec ses hommes dans les </w:t>
      </w:r>
      <w:proofErr w:type="spellStart"/>
      <w:r w:rsidRPr="00801BAE">
        <w:rPr>
          <w:rFonts w:cs="Courier New"/>
          <w:szCs w:val="32"/>
        </w:rPr>
        <w:t>amaldias</w:t>
      </w:r>
      <w:proofErr w:type="spellEnd"/>
      <w:r w:rsidRPr="00801BAE">
        <w:rPr>
          <w:rFonts w:cs="Courier New"/>
          <w:szCs w:val="32"/>
        </w:rPr>
        <w:t xml:space="preserve">, ces légères embarcations qui desservent le port de Calicut, et qui devaient les reconduire aux navires où lui et ses gens étaient impatiemment attendus. On commença par leur refuser les nacelles ; puis, </w:t>
      </w:r>
      <w:r w:rsidRPr="00801BAE">
        <w:rPr>
          <w:rFonts w:cs="Courier New"/>
          <w:szCs w:val="32"/>
        </w:rPr>
        <w:lastRenderedPageBreak/>
        <w:t>voyant le m</w:t>
      </w:r>
      <w:r w:rsidRPr="00801BAE">
        <w:rPr>
          <w:rFonts w:cs="Courier New"/>
          <w:szCs w:val="32"/>
        </w:rPr>
        <w:t>é</w:t>
      </w:r>
      <w:r w:rsidRPr="00801BAE">
        <w:rPr>
          <w:rFonts w:cs="Courier New"/>
          <w:szCs w:val="32"/>
        </w:rPr>
        <w:t>contentement de Vasco, on fit mine de vouloir leur en fournir, mais en réalité on les promena le long de la plage sans leur permettre de s’embarquer. Le commandant, à qui l’altitude des musulmans commençait à paraître louche, ordonna à trois de ses hommes de se porter en avant, leur disant tout bas que s’ils rencontraient les embarcations des navires et s’ils voyaient son frère Paulo, ils lui recommandassent instamment de se cacher afin qu’il ne se trouve pas pris dans le guet-apens où Gama se trouvait lui-même. Ces hommes obéirent, ne trouvèrent rien et revinrent sur leurs pas ; mais, pendant ce temps, on avait fait changer de direction à leurs camarades, et il ne leur fut plus possible de les rejoindre.</w:t>
      </w:r>
    </w:p>
    <w:p w14:paraId="414B07C3" w14:textId="77777777" w:rsidR="00FD7ABB" w:rsidRDefault="00FD28AE" w:rsidP="00FD7ABB">
      <w:r w:rsidRPr="00801BAE">
        <w:rPr>
          <w:rFonts w:cs="Courier New"/>
          <w:szCs w:val="32"/>
        </w:rPr>
        <w:t>Le temps passait ; il était bien tard ; Gama et ses gens, h</w:t>
      </w:r>
      <w:r w:rsidRPr="00801BAE">
        <w:rPr>
          <w:rFonts w:cs="Courier New"/>
          <w:szCs w:val="32"/>
        </w:rPr>
        <w:t>a</w:t>
      </w:r>
      <w:r w:rsidRPr="00801BAE">
        <w:rPr>
          <w:rFonts w:cs="Courier New"/>
          <w:szCs w:val="32"/>
        </w:rPr>
        <w:t>rassés de fatigue, entrèrent dans une maison et demandèrent à manger. Ils achetèrent des poules et du riz, et firent un joyeux repas, en dépit de leurs préoccupations. Les Maures s’en étant allés et les ayant laissés tranquilles, Gama, sans doute pour ra</w:t>
      </w:r>
      <w:r w:rsidRPr="00801BAE">
        <w:rPr>
          <w:rFonts w:cs="Courier New"/>
          <w:szCs w:val="32"/>
        </w:rPr>
        <w:t>s</w:t>
      </w:r>
      <w:r w:rsidRPr="00801BAE">
        <w:rPr>
          <w:rFonts w:cs="Courier New"/>
          <w:szCs w:val="32"/>
        </w:rPr>
        <w:t>surer son monde, peut-être aussi par une naïve conviction, se prit à dire que ces musulmans n’étaient sans doute pas si ma</w:t>
      </w:r>
      <w:r w:rsidRPr="00801BAE">
        <w:rPr>
          <w:rFonts w:cs="Courier New"/>
          <w:szCs w:val="32"/>
        </w:rPr>
        <w:t>u</w:t>
      </w:r>
      <w:r w:rsidRPr="00801BAE">
        <w:rPr>
          <w:rFonts w:cs="Courier New"/>
          <w:szCs w:val="32"/>
        </w:rPr>
        <w:t>vais qu’il l’avait craint, que s’ils avaient refusé de les laisser pa</w:t>
      </w:r>
      <w:r w:rsidRPr="00801BAE">
        <w:rPr>
          <w:rFonts w:cs="Courier New"/>
          <w:szCs w:val="32"/>
        </w:rPr>
        <w:t>r</w:t>
      </w:r>
      <w:r w:rsidRPr="00801BAE">
        <w:rPr>
          <w:rFonts w:cs="Courier New"/>
          <w:szCs w:val="32"/>
        </w:rPr>
        <w:t>tir celle nuit-là, c’était probablement dans une bonne intention. Mais cette belle confiance du capitaine ne réussit pas à dissiper les fâcheux soupçons de son entourage. Les Portugais pensaient au contraire que tout allait fort mal et que les événements des jours précédents étaient de très mauvais augure.</w:t>
      </w:r>
    </w:p>
    <w:p w14:paraId="76759C7A" w14:textId="77777777" w:rsidR="00FD7ABB" w:rsidRDefault="00FD28AE" w:rsidP="00FD7ABB">
      <w:r w:rsidRPr="00801BAE">
        <w:rPr>
          <w:rFonts w:cs="Courier New"/>
          <w:szCs w:val="32"/>
        </w:rPr>
        <w:t>Le lendemain, les Maures reparurent, et le capitaine récl</w:t>
      </w:r>
      <w:r w:rsidRPr="00801BAE">
        <w:rPr>
          <w:rFonts w:cs="Courier New"/>
          <w:szCs w:val="32"/>
        </w:rPr>
        <w:t>a</w:t>
      </w:r>
      <w:r w:rsidRPr="00801BAE">
        <w:rPr>
          <w:rFonts w:cs="Courier New"/>
          <w:szCs w:val="32"/>
        </w:rPr>
        <w:t>ma de nouveau des embarcations pour aller rejoindre sa flotte.</w:t>
      </w:r>
    </w:p>
    <w:p w14:paraId="1900EFF4" w14:textId="77777777" w:rsidR="00FD7ABB" w:rsidRDefault="00FD28AE" w:rsidP="00FD7ABB">
      <w:r w:rsidRPr="00801BAE">
        <w:rPr>
          <w:rFonts w:cs="Courier New"/>
          <w:szCs w:val="32"/>
        </w:rPr>
        <w:lastRenderedPageBreak/>
        <w:t xml:space="preserve">Mais le </w:t>
      </w:r>
      <w:proofErr w:type="spellStart"/>
      <w:r w:rsidRPr="00801BAE">
        <w:rPr>
          <w:rFonts w:cs="Courier New"/>
          <w:szCs w:val="32"/>
        </w:rPr>
        <w:t>catual</w:t>
      </w:r>
      <w:proofErr w:type="spellEnd"/>
      <w:r w:rsidRPr="00801BAE">
        <w:rPr>
          <w:rFonts w:cs="Courier New"/>
          <w:szCs w:val="32"/>
        </w:rPr>
        <w:t xml:space="preserve"> lui répondit avec arrogance que c’était à la flotte de s’approcher plus près de la terre. « Appelle tes vai</w:t>
      </w:r>
      <w:r w:rsidRPr="00801BAE">
        <w:rPr>
          <w:rFonts w:cs="Courier New"/>
          <w:szCs w:val="32"/>
        </w:rPr>
        <w:t>s</w:t>
      </w:r>
      <w:r w:rsidRPr="00801BAE">
        <w:rPr>
          <w:rFonts w:cs="Courier New"/>
          <w:szCs w:val="32"/>
        </w:rPr>
        <w:t>seaux disait le perfide, leur voisinage rendra nos communic</w:t>
      </w:r>
      <w:r w:rsidRPr="00801BAE">
        <w:rPr>
          <w:rFonts w:cs="Courier New"/>
          <w:szCs w:val="32"/>
        </w:rPr>
        <w:t>a</w:t>
      </w:r>
      <w:r w:rsidRPr="00801BAE">
        <w:rPr>
          <w:rFonts w:cs="Courier New"/>
          <w:szCs w:val="32"/>
        </w:rPr>
        <w:t>tions plus faciles. Pourquoi crains-tu de les confier à nos r</w:t>
      </w:r>
      <w:r w:rsidRPr="00801BAE">
        <w:rPr>
          <w:rFonts w:cs="Courier New"/>
          <w:szCs w:val="32"/>
        </w:rPr>
        <w:t>i</w:t>
      </w:r>
      <w:r w:rsidRPr="00801BAE">
        <w:rPr>
          <w:rFonts w:cs="Courier New"/>
          <w:szCs w:val="32"/>
        </w:rPr>
        <w:t>vages ? Tu nous montres la défiance d’un pirate. »</w:t>
      </w:r>
    </w:p>
    <w:p w14:paraId="54023264" w14:textId="77777777" w:rsidR="00FD7ABB" w:rsidRDefault="00FD28AE" w:rsidP="00FD7ABB">
      <w:r w:rsidRPr="00801BAE">
        <w:rPr>
          <w:rFonts w:cs="Courier New"/>
          <w:szCs w:val="32"/>
        </w:rPr>
        <w:t xml:space="preserve">Cette fois l’illusion n’est plus possible, et Gama comprend que, si la flotte s’approche, elle sera aussitôt surprise, assaillie et brûlée. Il demande à retourner auprès du </w:t>
      </w:r>
      <w:proofErr w:type="spellStart"/>
      <w:r w:rsidRPr="00801BAE">
        <w:rPr>
          <w:rFonts w:cs="Courier New"/>
          <w:szCs w:val="32"/>
        </w:rPr>
        <w:t>Samorin</w:t>
      </w:r>
      <w:proofErr w:type="spellEnd"/>
      <w:r w:rsidRPr="00801BAE">
        <w:rPr>
          <w:rFonts w:cs="Courier New"/>
          <w:szCs w:val="32"/>
        </w:rPr>
        <w:t>, qui lui a s</w:t>
      </w:r>
      <w:r w:rsidRPr="00801BAE">
        <w:rPr>
          <w:rFonts w:cs="Courier New"/>
          <w:szCs w:val="32"/>
        </w:rPr>
        <w:t>o</w:t>
      </w:r>
      <w:r w:rsidRPr="00801BAE">
        <w:rPr>
          <w:rFonts w:cs="Courier New"/>
          <w:szCs w:val="32"/>
        </w:rPr>
        <w:t xml:space="preserve">lennellement donné la permission de partir et dont le </w:t>
      </w:r>
      <w:proofErr w:type="spellStart"/>
      <w:r w:rsidRPr="00801BAE">
        <w:rPr>
          <w:rFonts w:cs="Courier New"/>
          <w:szCs w:val="32"/>
        </w:rPr>
        <w:t>catual</w:t>
      </w:r>
      <w:proofErr w:type="spellEnd"/>
      <w:r w:rsidRPr="00801BAE">
        <w:rPr>
          <w:rFonts w:cs="Courier New"/>
          <w:szCs w:val="32"/>
        </w:rPr>
        <w:t xml:space="preserve"> viole les ordres.</w:t>
      </w:r>
    </w:p>
    <w:p w14:paraId="7353FC7E" w14:textId="77777777" w:rsidR="00FD7ABB" w:rsidRDefault="00FD28AE" w:rsidP="00FD7ABB">
      <w:r w:rsidRPr="00801BAE">
        <w:rPr>
          <w:rFonts w:cs="Courier New"/>
          <w:szCs w:val="32"/>
        </w:rPr>
        <w:t>« À votre aise, lui dit ce dernier, d’un air moqueur ; mais quand Gama voulut sortir, toutes les portes de la ma</w:t>
      </w:r>
      <w:r w:rsidRPr="00801BAE">
        <w:rPr>
          <w:rFonts w:cs="Courier New"/>
          <w:szCs w:val="32"/>
        </w:rPr>
        <w:t>i</w:t>
      </w:r>
      <w:r w:rsidRPr="00801BAE">
        <w:rPr>
          <w:rFonts w:cs="Courier New"/>
          <w:szCs w:val="32"/>
        </w:rPr>
        <w:t>son étaient fermées, toutes les issues gardées par des gens a</w:t>
      </w:r>
      <w:r w:rsidRPr="00801BAE">
        <w:rPr>
          <w:rFonts w:cs="Courier New"/>
          <w:szCs w:val="32"/>
        </w:rPr>
        <w:t>r</w:t>
      </w:r>
      <w:r w:rsidRPr="00801BAE">
        <w:rPr>
          <w:rFonts w:cs="Courier New"/>
          <w:szCs w:val="32"/>
        </w:rPr>
        <w:t>més.</w:t>
      </w:r>
    </w:p>
    <w:p w14:paraId="780A69A0" w14:textId="77777777" w:rsidR="00FD7ABB" w:rsidRDefault="00FD28AE" w:rsidP="00FD7ABB">
      <w:r w:rsidRPr="00801BAE">
        <w:rPr>
          <w:rFonts w:cs="Courier New"/>
          <w:szCs w:val="32"/>
        </w:rPr>
        <w:t xml:space="preserve">Le capitaine, moins attristé de son sort que de celui des hommes dont il a la garde, veut du moins sauver ces derniers. « Tu me retiens prisonnier, dit-il au </w:t>
      </w:r>
      <w:proofErr w:type="spellStart"/>
      <w:r w:rsidRPr="00801BAE">
        <w:rPr>
          <w:rFonts w:cs="Courier New"/>
          <w:szCs w:val="32"/>
        </w:rPr>
        <w:t>catual</w:t>
      </w:r>
      <w:proofErr w:type="spellEnd"/>
      <w:r w:rsidRPr="00801BAE">
        <w:rPr>
          <w:rFonts w:cs="Courier New"/>
          <w:szCs w:val="32"/>
        </w:rPr>
        <w:t>, soit ; mais laisse du moins aller mes compagnons ; ils ne te sont, eux, d’aucune util</w:t>
      </w:r>
      <w:r w:rsidRPr="00801BAE">
        <w:rPr>
          <w:rFonts w:cs="Courier New"/>
          <w:szCs w:val="32"/>
        </w:rPr>
        <w:t>i</w:t>
      </w:r>
      <w:r w:rsidRPr="00801BAE">
        <w:rPr>
          <w:rFonts w:cs="Courier New"/>
          <w:szCs w:val="32"/>
        </w:rPr>
        <w:t>té. Pourquoi veux-tu qu’ils meurent ici de tristesse et de faim ? »</w:t>
      </w:r>
    </w:p>
    <w:p w14:paraId="42832911" w14:textId="77777777" w:rsidR="00FD7ABB" w:rsidRDefault="00FD28AE" w:rsidP="00FD7ABB">
      <w:r w:rsidRPr="00801BAE">
        <w:rPr>
          <w:rFonts w:cs="Courier New"/>
          <w:szCs w:val="32"/>
        </w:rPr>
        <w:t>On en était là, quand un des hommes égarés la veille vint informer Gama que, depuis le soir précédent, Nicolas Coelho, avec les chaloupes, l’attendait sur la plage.</w:t>
      </w:r>
    </w:p>
    <w:p w14:paraId="3CCB5A73" w14:textId="77777777" w:rsidR="00FD7ABB" w:rsidRDefault="00FD28AE" w:rsidP="00FD7ABB">
      <w:r w:rsidRPr="00801BAE">
        <w:rPr>
          <w:rFonts w:cs="Courier New"/>
          <w:szCs w:val="32"/>
        </w:rPr>
        <w:t>Cette communication porte à son comble l’anxiété de G</w:t>
      </w:r>
      <w:r w:rsidRPr="00801BAE">
        <w:rPr>
          <w:rFonts w:cs="Courier New"/>
          <w:szCs w:val="32"/>
        </w:rPr>
        <w:t>a</w:t>
      </w:r>
      <w:r w:rsidRPr="00801BAE">
        <w:rPr>
          <w:rFonts w:cs="Courier New"/>
          <w:szCs w:val="32"/>
        </w:rPr>
        <w:t>ma. Avec mille précautions et une adresse merveilleuse, il réu</w:t>
      </w:r>
      <w:r w:rsidRPr="00801BAE">
        <w:rPr>
          <w:rFonts w:cs="Courier New"/>
          <w:szCs w:val="32"/>
        </w:rPr>
        <w:t>s</w:t>
      </w:r>
      <w:r w:rsidRPr="00801BAE">
        <w:rPr>
          <w:rFonts w:cs="Courier New"/>
          <w:szCs w:val="32"/>
        </w:rPr>
        <w:t>sit à tromper la vigilance de ses geôliers et à faire sortir un de ses hommes. Celui-ci avait pour mission d’aller avertir Coelho de ce qui se passait et lui donner l’ordre de regagner immédi</w:t>
      </w:r>
      <w:r w:rsidRPr="00801BAE">
        <w:rPr>
          <w:rFonts w:cs="Courier New"/>
          <w:szCs w:val="32"/>
        </w:rPr>
        <w:t>a</w:t>
      </w:r>
      <w:r w:rsidRPr="00801BAE">
        <w:rPr>
          <w:rFonts w:cs="Courier New"/>
          <w:szCs w:val="32"/>
        </w:rPr>
        <w:t>tement la flotte. Dès que le messager se fut acquitté de sa mi</w:t>
      </w:r>
      <w:r w:rsidRPr="00801BAE">
        <w:rPr>
          <w:rFonts w:cs="Courier New"/>
          <w:szCs w:val="32"/>
        </w:rPr>
        <w:t>s</w:t>
      </w:r>
      <w:r w:rsidRPr="00801BAE">
        <w:rPr>
          <w:rFonts w:cs="Courier New"/>
          <w:szCs w:val="32"/>
        </w:rPr>
        <w:t xml:space="preserve">sion, Coelho et ses chaloupes s’éloignèrent en toute hâte ; mais à peine avaient-ils quitté le rivage que le </w:t>
      </w:r>
      <w:proofErr w:type="spellStart"/>
      <w:r w:rsidRPr="00801BAE">
        <w:rPr>
          <w:rFonts w:cs="Courier New"/>
          <w:szCs w:val="32"/>
        </w:rPr>
        <w:t>catual</w:t>
      </w:r>
      <w:proofErr w:type="spellEnd"/>
      <w:r w:rsidRPr="00801BAE">
        <w:rPr>
          <w:rFonts w:cs="Courier New"/>
          <w:szCs w:val="32"/>
        </w:rPr>
        <w:t xml:space="preserve"> en </w:t>
      </w:r>
      <w:r w:rsidRPr="00801BAE">
        <w:rPr>
          <w:rFonts w:cs="Courier New"/>
          <w:szCs w:val="32"/>
        </w:rPr>
        <w:lastRenderedPageBreak/>
        <w:t>fut in</w:t>
      </w:r>
      <w:r w:rsidRPr="00801BAE">
        <w:rPr>
          <w:rFonts w:cs="Courier New"/>
          <w:szCs w:val="32"/>
        </w:rPr>
        <w:t>s</w:t>
      </w:r>
      <w:r w:rsidRPr="00801BAE">
        <w:rPr>
          <w:rFonts w:cs="Courier New"/>
          <w:szCs w:val="32"/>
        </w:rPr>
        <w:t>truit. Il fil aussitôt équiper un grand nombre d’</w:t>
      </w:r>
      <w:proofErr w:type="spellStart"/>
      <w:r w:rsidRPr="00801BAE">
        <w:rPr>
          <w:rFonts w:cs="Courier New"/>
          <w:szCs w:val="32"/>
        </w:rPr>
        <w:t>amaldias</w:t>
      </w:r>
      <w:proofErr w:type="spellEnd"/>
      <w:r w:rsidRPr="00801BAE">
        <w:rPr>
          <w:rFonts w:cs="Courier New"/>
          <w:szCs w:val="32"/>
        </w:rPr>
        <w:t xml:space="preserve"> qui se mirent rapidement à la poursuite des chaloupes, mais ne purent he</w:t>
      </w:r>
      <w:r w:rsidRPr="00801BAE">
        <w:rPr>
          <w:rFonts w:cs="Courier New"/>
          <w:szCs w:val="32"/>
        </w:rPr>
        <w:t>u</w:t>
      </w:r>
      <w:r w:rsidRPr="00801BAE">
        <w:rPr>
          <w:rFonts w:cs="Courier New"/>
          <w:szCs w:val="32"/>
        </w:rPr>
        <w:t>reusement pas les atteindre.</w:t>
      </w:r>
    </w:p>
    <w:p w14:paraId="6059CF7B" w14:textId="77777777" w:rsidR="00FD7ABB" w:rsidRDefault="00FD28AE" w:rsidP="00FD7ABB">
      <w:r w:rsidRPr="00801BAE">
        <w:rPr>
          <w:rFonts w:cs="Courier New"/>
          <w:szCs w:val="32"/>
        </w:rPr>
        <w:t xml:space="preserve">Furieux, le </w:t>
      </w:r>
      <w:proofErr w:type="spellStart"/>
      <w:r w:rsidRPr="00801BAE">
        <w:rPr>
          <w:rFonts w:cs="Courier New"/>
          <w:szCs w:val="32"/>
        </w:rPr>
        <w:t>catual</w:t>
      </w:r>
      <w:proofErr w:type="spellEnd"/>
      <w:r w:rsidRPr="00801BAE">
        <w:rPr>
          <w:rFonts w:cs="Courier New"/>
          <w:szCs w:val="32"/>
        </w:rPr>
        <w:t xml:space="preserve"> revint à Gama et lui intima l’ordre d’écrire à son frère Paulo pour lui conseiller de s’avancer plus avant dans le port. Gama, énergique et ferme dans cette situ</w:t>
      </w:r>
      <w:r w:rsidRPr="00801BAE">
        <w:rPr>
          <w:rFonts w:cs="Courier New"/>
          <w:szCs w:val="32"/>
        </w:rPr>
        <w:t>a</w:t>
      </w:r>
      <w:r w:rsidRPr="00801BAE">
        <w:rPr>
          <w:rFonts w:cs="Courier New"/>
          <w:szCs w:val="32"/>
        </w:rPr>
        <w:t>tion cruelle, se contenta de répondre par un refus plein de m</w:t>
      </w:r>
      <w:r w:rsidRPr="00801BAE">
        <w:rPr>
          <w:rFonts w:cs="Courier New"/>
          <w:szCs w:val="32"/>
        </w:rPr>
        <w:t>é</w:t>
      </w:r>
      <w:r w:rsidRPr="00801BAE">
        <w:rPr>
          <w:rFonts w:cs="Courier New"/>
          <w:szCs w:val="32"/>
        </w:rPr>
        <w:t>pris. Ses compagnons faisaient également bonne contenance, affe</w:t>
      </w:r>
      <w:r w:rsidRPr="00801BAE">
        <w:rPr>
          <w:rFonts w:cs="Courier New"/>
          <w:szCs w:val="32"/>
        </w:rPr>
        <w:t>c</w:t>
      </w:r>
      <w:r w:rsidRPr="00801BAE">
        <w:rPr>
          <w:rFonts w:cs="Courier New"/>
          <w:szCs w:val="32"/>
        </w:rPr>
        <w:t>tant au dehors un calme qu’ils ne pouvaient avoir au fond du cœur.</w:t>
      </w:r>
    </w:p>
    <w:p w14:paraId="70799C7D" w14:textId="77777777" w:rsidR="00FD7ABB" w:rsidRDefault="00FD28AE" w:rsidP="00FD7ABB">
      <w:r w:rsidRPr="00801BAE">
        <w:rPr>
          <w:rFonts w:cs="Courier New"/>
          <w:szCs w:val="32"/>
        </w:rPr>
        <w:t>« Tout ce jour nous le passâmes en cette agonie, » dit l’un d’eux.</w:t>
      </w:r>
    </w:p>
    <w:p w14:paraId="04755C74" w14:textId="77777777" w:rsidR="00FD7ABB" w:rsidRDefault="00FD28AE" w:rsidP="00FD7ABB">
      <w:r w:rsidRPr="00801BAE">
        <w:rPr>
          <w:rFonts w:cs="Courier New"/>
          <w:szCs w:val="32"/>
        </w:rPr>
        <w:t>Quand la nuit revint, on doubla les gardes. Les Portugais ne pouvaient plus échapper un seul instant à l’étroite survei</w:t>
      </w:r>
      <w:r w:rsidRPr="00801BAE">
        <w:rPr>
          <w:rFonts w:cs="Courier New"/>
          <w:szCs w:val="32"/>
        </w:rPr>
        <w:t>l</w:t>
      </w:r>
      <w:r w:rsidRPr="00801BAE">
        <w:rPr>
          <w:rFonts w:cs="Courier New"/>
          <w:szCs w:val="32"/>
        </w:rPr>
        <w:t>lance dont ils étaient l’objet. Leurs geôliers se relayèrent toute la nuit, armés jusqu’aux dents, comme s’ils avaient eu affaire à une troupe de malfaiteurs. La gravité de leur situation n’empêcha pas nos amis, qui décidément avaient autant d’appétit que de courage, de souper à merveille des divers aliments qu’ils avaient fait acheter dans le bourg.</w:t>
      </w:r>
    </w:p>
    <w:p w14:paraId="25687721" w14:textId="77777777" w:rsidR="00FD7ABB" w:rsidRDefault="00FD28AE" w:rsidP="00FD7ABB">
      <w:r w:rsidRPr="00801BAE">
        <w:rPr>
          <w:rFonts w:cs="Courier New"/>
          <w:szCs w:val="32"/>
        </w:rPr>
        <w:t xml:space="preserve">Vers le matin, il arriva de nouveaux personnages qui avaient l’air moins hostiles, le </w:t>
      </w:r>
      <w:proofErr w:type="spellStart"/>
      <w:r w:rsidRPr="00801BAE">
        <w:rPr>
          <w:rFonts w:cs="Courier New"/>
          <w:szCs w:val="32"/>
        </w:rPr>
        <w:t>catual</w:t>
      </w:r>
      <w:proofErr w:type="spellEnd"/>
      <w:r w:rsidRPr="00801BAE">
        <w:rPr>
          <w:rFonts w:cs="Courier New"/>
          <w:szCs w:val="32"/>
        </w:rPr>
        <w:t xml:space="preserve"> lui-même changeait de ta</w:t>
      </w:r>
      <w:r w:rsidRPr="00801BAE">
        <w:rPr>
          <w:rFonts w:cs="Courier New"/>
          <w:szCs w:val="32"/>
        </w:rPr>
        <w:t>c</w:t>
      </w:r>
      <w:r w:rsidRPr="00801BAE">
        <w:rPr>
          <w:rFonts w:cs="Courier New"/>
          <w:szCs w:val="32"/>
        </w:rPr>
        <w:t>tique. L’attitude résolue de ses prisonniers l’avait grandement surpris ; il se demandait si ces étrangers ne se sentaient pas forts de l’appui du rajah et commençait à craindre que ce de</w:t>
      </w:r>
      <w:r w:rsidRPr="00801BAE">
        <w:rPr>
          <w:rFonts w:cs="Courier New"/>
          <w:szCs w:val="32"/>
        </w:rPr>
        <w:t>r</w:t>
      </w:r>
      <w:r w:rsidRPr="00801BAE">
        <w:rPr>
          <w:rFonts w:cs="Courier New"/>
          <w:szCs w:val="32"/>
        </w:rPr>
        <w:t>nier, informé de ce qui se passait, désapprouvât toute cette trame et ne l’en punît.</w:t>
      </w:r>
    </w:p>
    <w:p w14:paraId="33AEEE2D" w14:textId="77777777" w:rsidR="00FD7ABB" w:rsidRDefault="00FD28AE" w:rsidP="00FD7ABB">
      <w:r w:rsidRPr="00801BAE">
        <w:rPr>
          <w:rFonts w:cs="Courier New"/>
          <w:szCs w:val="32"/>
        </w:rPr>
        <w:t>Il jugea donc prudent de changer de résolution : « Je co</w:t>
      </w:r>
      <w:r w:rsidRPr="00801BAE">
        <w:rPr>
          <w:rFonts w:cs="Courier New"/>
          <w:szCs w:val="32"/>
        </w:rPr>
        <w:t>n</w:t>
      </w:r>
      <w:r w:rsidRPr="00801BAE">
        <w:rPr>
          <w:rFonts w:cs="Courier New"/>
          <w:szCs w:val="32"/>
        </w:rPr>
        <w:t xml:space="preserve">sens, dit-il à Gama, à ce que tes vaisseaux restent loin d’ici ; mais tu nous livreras les marchandises dont nous pouvons </w:t>
      </w:r>
      <w:r w:rsidRPr="00801BAE">
        <w:rPr>
          <w:rFonts w:cs="Courier New"/>
          <w:szCs w:val="32"/>
        </w:rPr>
        <w:lastRenderedPageBreak/>
        <w:t>faire l’échange ou la vente. Qui ne veut pas le commerce, veut la guerre. »</w:t>
      </w:r>
    </w:p>
    <w:p w14:paraId="58F40F3C" w14:textId="77777777" w:rsidR="00FD7ABB" w:rsidRDefault="00FD28AE" w:rsidP="00FD7ABB">
      <w:r w:rsidRPr="00801BAE">
        <w:rPr>
          <w:rFonts w:cs="Courier New"/>
          <w:szCs w:val="32"/>
        </w:rPr>
        <w:t xml:space="preserve">L’intention de l’avare </w:t>
      </w:r>
      <w:proofErr w:type="spellStart"/>
      <w:r w:rsidRPr="00801BAE">
        <w:rPr>
          <w:rFonts w:cs="Courier New"/>
          <w:szCs w:val="32"/>
        </w:rPr>
        <w:t>catual</w:t>
      </w:r>
      <w:proofErr w:type="spellEnd"/>
      <w:r w:rsidRPr="00801BAE">
        <w:rPr>
          <w:rFonts w:cs="Courier New"/>
          <w:szCs w:val="32"/>
        </w:rPr>
        <w:t xml:space="preserve"> n’était pas douteuse. Mais Gama estimait avec raison que la liberté vaut mieux que les r</w:t>
      </w:r>
      <w:r w:rsidRPr="00801BAE">
        <w:rPr>
          <w:rFonts w:cs="Courier New"/>
          <w:szCs w:val="32"/>
        </w:rPr>
        <w:t>i</w:t>
      </w:r>
      <w:r w:rsidRPr="00801BAE">
        <w:rPr>
          <w:rFonts w:cs="Courier New"/>
          <w:szCs w:val="32"/>
        </w:rPr>
        <w:t xml:space="preserve">chesses ; il céda sans hésiter. Cependant, par prudence, il refusa d’employer au transport les chaloupes portugaises. Des barques indiennes furent dirigées vers la flotte et reçurent les diverses marchandises réclamées par le </w:t>
      </w:r>
      <w:proofErr w:type="spellStart"/>
      <w:r w:rsidRPr="00801BAE">
        <w:rPr>
          <w:rFonts w:cs="Courier New"/>
          <w:szCs w:val="32"/>
        </w:rPr>
        <w:t>catual</w:t>
      </w:r>
      <w:proofErr w:type="spellEnd"/>
      <w:r w:rsidRPr="00801BAE">
        <w:rPr>
          <w:rFonts w:cs="Courier New"/>
          <w:szCs w:val="32"/>
        </w:rPr>
        <w:t xml:space="preserve"> pour être vendues sur place.</w:t>
      </w:r>
    </w:p>
    <w:p w14:paraId="25F9574D" w14:textId="77777777" w:rsidR="00FD7ABB" w:rsidRDefault="00FD28AE" w:rsidP="00FD7ABB">
      <w:r w:rsidRPr="00801BAE">
        <w:rPr>
          <w:rFonts w:cs="Courier New"/>
          <w:szCs w:val="32"/>
        </w:rPr>
        <w:t>Dès que celui-ci eut vu ces richesses, il laissa Gama libre de retourner à son bord, lui et ses gens. « Ce dont ils se réjouirent infiniment, rendant grâce à Notre-Seigneur de les avoir tirés d’entre tels hommes qui sont sourds à toute raison. »</w:t>
      </w:r>
    </w:p>
    <w:p w14:paraId="6996EB07" w14:textId="77777777" w:rsidR="00FD7ABB" w:rsidRDefault="00FD28AE" w:rsidP="00FD7ABB">
      <w:r w:rsidRPr="00801BAE">
        <w:rPr>
          <w:rFonts w:cs="Courier New"/>
          <w:szCs w:val="32"/>
        </w:rPr>
        <w:t>Alvaro de Braga et Diego Diaz, chargés de surveiller la vente des produits du Portugal, restèrent à Calicut. Les nég</w:t>
      </w:r>
      <w:r w:rsidRPr="00801BAE">
        <w:rPr>
          <w:rFonts w:cs="Courier New"/>
          <w:szCs w:val="32"/>
        </w:rPr>
        <w:t>o</w:t>
      </w:r>
      <w:r w:rsidRPr="00801BAE">
        <w:rPr>
          <w:rFonts w:cs="Courier New"/>
          <w:szCs w:val="32"/>
        </w:rPr>
        <w:t>ciants envoyés par le roi vinrent visiter l’exposition des diff</w:t>
      </w:r>
      <w:r w:rsidRPr="00801BAE">
        <w:rPr>
          <w:rFonts w:cs="Courier New"/>
          <w:szCs w:val="32"/>
        </w:rPr>
        <w:t>é</w:t>
      </w:r>
      <w:r w:rsidRPr="00801BAE">
        <w:rPr>
          <w:rFonts w:cs="Courier New"/>
          <w:szCs w:val="32"/>
        </w:rPr>
        <w:t>rentes marchandises ; mais, au lieu d’acheter, ils les dépr</w:t>
      </w:r>
      <w:r w:rsidRPr="00801BAE">
        <w:rPr>
          <w:rFonts w:cs="Courier New"/>
          <w:szCs w:val="32"/>
        </w:rPr>
        <w:t>é</w:t>
      </w:r>
      <w:r w:rsidRPr="00801BAE">
        <w:rPr>
          <w:rFonts w:cs="Courier New"/>
          <w:szCs w:val="32"/>
        </w:rPr>
        <w:t>ciaient, les examinaient avec dédain et finirent par ne plus e</w:t>
      </w:r>
      <w:r w:rsidRPr="00801BAE">
        <w:rPr>
          <w:rFonts w:cs="Courier New"/>
          <w:szCs w:val="32"/>
        </w:rPr>
        <w:t>n</w:t>
      </w:r>
      <w:r w:rsidRPr="00801BAE">
        <w:rPr>
          <w:rFonts w:cs="Courier New"/>
          <w:szCs w:val="32"/>
        </w:rPr>
        <w:t>trer dans les magasins. Ils le prenaient de très haut avec les E</w:t>
      </w:r>
      <w:r w:rsidRPr="00801BAE">
        <w:rPr>
          <w:rFonts w:cs="Courier New"/>
          <w:szCs w:val="32"/>
        </w:rPr>
        <w:t>u</w:t>
      </w:r>
      <w:r w:rsidRPr="00801BAE">
        <w:rPr>
          <w:rFonts w:cs="Courier New"/>
          <w:szCs w:val="32"/>
        </w:rPr>
        <w:t xml:space="preserve">ropéens et, si l’un deux venait à terre, ces musulmans crachaient à leurs pieds en signe de mépris et criaient en riant : </w:t>
      </w:r>
      <w:r w:rsidRPr="00801BAE">
        <w:rPr>
          <w:rFonts w:cs="Courier New"/>
          <w:i/>
          <w:szCs w:val="32"/>
        </w:rPr>
        <w:t>Portugal ! Portugal !</w:t>
      </w:r>
    </w:p>
    <w:p w14:paraId="5DC36560" w14:textId="77777777" w:rsidR="00FD7ABB" w:rsidRDefault="00FD28AE" w:rsidP="00FD7ABB">
      <w:r w:rsidRPr="00801BAE">
        <w:rPr>
          <w:rFonts w:cs="Courier New"/>
          <w:szCs w:val="32"/>
        </w:rPr>
        <w:t>Dans ces conditions, les marchandises ne se vendaient pas, et Vasco fit demander au roi l’autorisation de les faire transpo</w:t>
      </w:r>
      <w:r w:rsidRPr="00801BAE">
        <w:rPr>
          <w:rFonts w:cs="Courier New"/>
          <w:szCs w:val="32"/>
        </w:rPr>
        <w:t>r</w:t>
      </w:r>
      <w:r w:rsidRPr="00801BAE">
        <w:rPr>
          <w:rFonts w:cs="Courier New"/>
          <w:szCs w:val="32"/>
        </w:rPr>
        <w:t>ter au centre même de la ville de Calicut, où l’écoulement se f</w:t>
      </w:r>
      <w:r w:rsidRPr="00801BAE">
        <w:rPr>
          <w:rFonts w:cs="Courier New"/>
          <w:szCs w:val="32"/>
        </w:rPr>
        <w:t>e</w:t>
      </w:r>
      <w:r w:rsidRPr="00801BAE">
        <w:rPr>
          <w:rFonts w:cs="Courier New"/>
          <w:szCs w:val="32"/>
        </w:rPr>
        <w:t>rait plus aisément et plus vite.</w:t>
      </w:r>
    </w:p>
    <w:p w14:paraId="2C14FB0E" w14:textId="77777777" w:rsidR="00FD7ABB" w:rsidRDefault="00FD28AE" w:rsidP="00FD7ABB">
      <w:r w:rsidRPr="00801BAE">
        <w:rPr>
          <w:rFonts w:cs="Courier New"/>
          <w:szCs w:val="32"/>
        </w:rPr>
        <w:t>Le rajah donna la permission demandée et fit transporter toute la cargaison à dos d’homme, ajoutant que rien de ce qui venait du roi de Portugal ne devait, dans ses États, être soumis à aucun impôt.</w:t>
      </w:r>
    </w:p>
    <w:p w14:paraId="3BF00022" w14:textId="77777777" w:rsidR="00FD7ABB" w:rsidRDefault="00FD28AE" w:rsidP="00FD7ABB">
      <w:r w:rsidRPr="00801BAE">
        <w:rPr>
          <w:rFonts w:cs="Courier New"/>
          <w:szCs w:val="32"/>
        </w:rPr>
        <w:lastRenderedPageBreak/>
        <w:t>Dans tout cela, cependant, il n’y avait que trahison et ma</w:t>
      </w:r>
      <w:r w:rsidRPr="00801BAE">
        <w:rPr>
          <w:rFonts w:cs="Courier New"/>
          <w:szCs w:val="32"/>
        </w:rPr>
        <w:t>u</w:t>
      </w:r>
      <w:r w:rsidRPr="00801BAE">
        <w:rPr>
          <w:rFonts w:cs="Courier New"/>
          <w:szCs w:val="32"/>
        </w:rPr>
        <w:t>vais vouloir à l’égard des étrangers.</w:t>
      </w:r>
    </w:p>
    <w:p w14:paraId="0141ED1A" w14:textId="77777777" w:rsidR="00FD7ABB" w:rsidRDefault="00FD28AE" w:rsidP="00FD7ABB">
      <w:r w:rsidRPr="00801BAE">
        <w:rPr>
          <w:rFonts w:cs="Courier New"/>
          <w:szCs w:val="32"/>
        </w:rPr>
        <w:t>Néanmoins, pendant quelques jours, tout semblait ma</w:t>
      </w:r>
      <w:r w:rsidRPr="00801BAE">
        <w:rPr>
          <w:rFonts w:cs="Courier New"/>
          <w:szCs w:val="32"/>
        </w:rPr>
        <w:t>r</w:t>
      </w:r>
      <w:r w:rsidRPr="00801BAE">
        <w:rPr>
          <w:rFonts w:cs="Courier New"/>
          <w:szCs w:val="32"/>
        </w:rPr>
        <w:t>cher à souhait et, le 24 du mois de juin, le capitaine décida que tout l’équipage visiterait Calicut ; chaque navire expédierait un homme, et quand ces trois marins seraient de retour, trois autres leur succéderaient ; de cette façon tout le monde verrait la ville et pourrait y faire les acquisitions qui lui plairait.</w:t>
      </w:r>
    </w:p>
    <w:p w14:paraId="59319C44" w14:textId="77777777" w:rsidR="00FD7ABB" w:rsidRDefault="00FD28AE" w:rsidP="00FD7ABB">
      <w:r w:rsidRPr="00801BAE">
        <w:rPr>
          <w:rFonts w:cs="Courier New"/>
          <w:szCs w:val="32"/>
        </w:rPr>
        <w:t>Ainsi fut fait. La population indigène se montra très hosp</w:t>
      </w:r>
      <w:r w:rsidRPr="00801BAE">
        <w:rPr>
          <w:rFonts w:cs="Courier New"/>
          <w:szCs w:val="32"/>
        </w:rPr>
        <w:t>i</w:t>
      </w:r>
      <w:r w:rsidRPr="00801BAE">
        <w:rPr>
          <w:rFonts w:cs="Courier New"/>
          <w:szCs w:val="32"/>
        </w:rPr>
        <w:t>talière en dépit de son extrême pauvreté, qui contrastait avec la richesse des Maures établis dans ce pays. On fit des échanges, on acheta des clous de girofles, de la cannelle, des pierres fines et, de part et d’autre, on était enchanté de ce petit trafic.</w:t>
      </w:r>
    </w:p>
    <w:p w14:paraId="5F44C1C8" w14:textId="77777777" w:rsidR="00FD7ABB" w:rsidRDefault="00FD28AE" w:rsidP="00FD7ABB">
      <w:r w:rsidRPr="00801BAE">
        <w:rPr>
          <w:rFonts w:cs="Courier New"/>
          <w:szCs w:val="32"/>
        </w:rPr>
        <w:t>Gama, voyant ce peuple si paisible, se détermina à y établir une factorerie, qu’il confia à Diego Diaz. Celui-ci avait sous ses ordres un secrétaire et d’autres employés subalternes.</w:t>
      </w:r>
    </w:p>
    <w:p w14:paraId="6BCAFC3B" w14:textId="77777777" w:rsidR="00FD7ABB" w:rsidRDefault="00FD28AE" w:rsidP="00FD7ABB">
      <w:r w:rsidRPr="00801BAE">
        <w:rPr>
          <w:rFonts w:cs="Courier New"/>
          <w:szCs w:val="32"/>
        </w:rPr>
        <w:t xml:space="preserve">Vasco de Gama en fit informer le </w:t>
      </w:r>
      <w:proofErr w:type="spellStart"/>
      <w:r w:rsidRPr="00801BAE">
        <w:rPr>
          <w:rFonts w:cs="Courier New"/>
          <w:szCs w:val="32"/>
        </w:rPr>
        <w:t>Samorin</w:t>
      </w:r>
      <w:proofErr w:type="spellEnd"/>
      <w:r w:rsidRPr="00801BAE">
        <w:rPr>
          <w:rFonts w:cs="Courier New"/>
          <w:szCs w:val="32"/>
        </w:rPr>
        <w:t xml:space="preserve"> et lui annonça qu’il était prêt à partir ; il lui envoyait en même temps, à titre gracieux, de l’ambre, du corail et d’autres objets, réclamant en échange, et contre paiement si on le désirait, un </w:t>
      </w:r>
      <w:proofErr w:type="spellStart"/>
      <w:r w:rsidRPr="00801BAE">
        <w:rPr>
          <w:rFonts w:cs="Courier New"/>
          <w:szCs w:val="32"/>
        </w:rPr>
        <w:t>bahar</w:t>
      </w:r>
      <w:proofErr w:type="spellEnd"/>
      <w:r w:rsidRPr="00801BAE">
        <w:rPr>
          <w:rFonts w:cs="Courier New"/>
          <w:szCs w:val="32"/>
        </w:rPr>
        <w:t xml:space="preserve"> de ca</w:t>
      </w:r>
      <w:r w:rsidRPr="00801BAE">
        <w:rPr>
          <w:rFonts w:cs="Courier New"/>
          <w:szCs w:val="32"/>
        </w:rPr>
        <w:t>n</w:t>
      </w:r>
      <w:r w:rsidRPr="00801BAE">
        <w:rPr>
          <w:rFonts w:cs="Courier New"/>
          <w:szCs w:val="32"/>
        </w:rPr>
        <w:t>nelle, un de clous de girofles et d’autres échantillons d’épices.</w:t>
      </w:r>
    </w:p>
    <w:p w14:paraId="653B56D2" w14:textId="77777777" w:rsidR="00FD7ABB" w:rsidRDefault="00FD28AE" w:rsidP="00FD7ABB">
      <w:r w:rsidRPr="00801BAE">
        <w:rPr>
          <w:rFonts w:cs="Courier New"/>
          <w:szCs w:val="32"/>
        </w:rPr>
        <w:t>On attendit quatre jours avant de pouvoir parler au souv</w:t>
      </w:r>
      <w:r w:rsidRPr="00801BAE">
        <w:rPr>
          <w:rFonts w:cs="Courier New"/>
          <w:szCs w:val="32"/>
        </w:rPr>
        <w:t>e</w:t>
      </w:r>
      <w:r w:rsidRPr="00801BAE">
        <w:rPr>
          <w:rFonts w:cs="Courier New"/>
          <w:szCs w:val="32"/>
        </w:rPr>
        <w:t xml:space="preserve">rain. Quand enfin le messager, Diego Diaz, fut introduit, le roi lui fit mauvais visage, refusa de voir les présents apportés et dit que puisque Gama voulait partir, il n’avait qu’à s’en </w:t>
      </w:r>
      <w:r w:rsidRPr="00801BAE">
        <w:rPr>
          <w:rFonts w:cs="Courier New"/>
          <w:szCs w:val="32"/>
        </w:rPr>
        <w:lastRenderedPageBreak/>
        <w:t>aller, mais qu’auparavant il devait lui verser 600 séraphins (environ 2.500 francs de notre monnaie).</w:t>
      </w:r>
    </w:p>
    <w:p w14:paraId="307EAC01" w14:textId="77777777" w:rsidR="00FD7ABB" w:rsidRDefault="00FD28AE" w:rsidP="00FD7ABB">
      <w:r w:rsidRPr="00801BAE">
        <w:rPr>
          <w:rFonts w:cs="Courier New"/>
          <w:szCs w:val="32"/>
        </w:rPr>
        <w:t>Diego se retira pour aller transmettre cette réponse, au commandant. Mais des envoyés du roi le devancèrent aux m</w:t>
      </w:r>
      <w:r w:rsidRPr="00801BAE">
        <w:rPr>
          <w:rFonts w:cs="Courier New"/>
          <w:szCs w:val="32"/>
        </w:rPr>
        <w:t>a</w:t>
      </w:r>
      <w:r w:rsidRPr="00801BAE">
        <w:rPr>
          <w:rFonts w:cs="Courier New"/>
          <w:szCs w:val="32"/>
        </w:rPr>
        <w:t>gasins, en firent garder les portes par des sentinelles qui avaient l’ordre de retenir prisonniers les quelques Portugais qui s’y trouvaient et de s’emparer également de Diego ; en même temps on faisait publier par toute la ville qu’il était défendu à toute embarcation de s’approcher des navires européens.</w:t>
      </w:r>
    </w:p>
    <w:p w14:paraId="0699638E" w14:textId="77777777" w:rsidR="00FD7ABB" w:rsidRDefault="00FD28AE" w:rsidP="00FD7ABB">
      <w:r w:rsidRPr="00801BAE">
        <w:rPr>
          <w:rFonts w:cs="Courier New"/>
          <w:szCs w:val="32"/>
        </w:rPr>
        <w:t>Le premier soin des captifs fut d’informer Gama de cet événement. Ils y réussirent en lui envoyant secrètement un jeune nègre qui s’était trouvé par hasard avec eux. L’enfant, à la tombée de la nuit, gagna un pêcheur à prix d’argent et se fit conduire à la flotte.</w:t>
      </w:r>
    </w:p>
    <w:p w14:paraId="458CF31C" w14:textId="77777777" w:rsidR="00FD7ABB" w:rsidRDefault="00FD28AE" w:rsidP="00FD7ABB">
      <w:r w:rsidRPr="00801BAE">
        <w:rPr>
          <w:rFonts w:cs="Courier New"/>
          <w:szCs w:val="32"/>
        </w:rPr>
        <w:t>C’était un lundi, 13 du mois d’août 1498.</w:t>
      </w:r>
    </w:p>
    <w:p w14:paraId="4B575FAC" w14:textId="77777777" w:rsidR="00FD7ABB" w:rsidRDefault="00FD28AE" w:rsidP="00FD7ABB">
      <w:r w:rsidRPr="00801BAE">
        <w:rPr>
          <w:rFonts w:cs="Courier New"/>
          <w:szCs w:val="32"/>
        </w:rPr>
        <w:t>La triste nouvelle désola l’équipage, non seulement parce qu’on craignait pour la vie des compatriotes tombés entre les mains de leurs ennemis, mais encore à cause du retard que cette nouvelle canaillerie apportait au départ. Or il était évident qu’au point de vue du commerce on prolongeait en vain le séjour dans ces parages ; l’astuce et la perfidie en avaient fermé toutes les voies. En cherchant à retenir la flotte portugaise, les Maures poursuivaient l’idée de la faire attaquer et détruire par les vai</w:t>
      </w:r>
      <w:r w:rsidRPr="00801BAE">
        <w:rPr>
          <w:rFonts w:cs="Courier New"/>
          <w:szCs w:val="32"/>
        </w:rPr>
        <w:t>s</w:t>
      </w:r>
      <w:r w:rsidRPr="00801BAE">
        <w:rPr>
          <w:rFonts w:cs="Courier New"/>
          <w:szCs w:val="32"/>
        </w:rPr>
        <w:t>seaux qu’ils attendaient de la Mecque, car c’était l’époque où l’Inde les recevait dans ses ports.</w:t>
      </w:r>
    </w:p>
    <w:p w14:paraId="71FE35E7" w14:textId="77777777" w:rsidR="00FD7ABB" w:rsidRDefault="00FD28AE" w:rsidP="00FD7ABB">
      <w:r w:rsidRPr="00801BAE">
        <w:rPr>
          <w:rFonts w:cs="Courier New"/>
          <w:szCs w:val="32"/>
        </w:rPr>
        <w:t xml:space="preserve">Heureusement pour les voyageurs, </w:t>
      </w:r>
      <w:proofErr w:type="spellStart"/>
      <w:r w:rsidRPr="00801BAE">
        <w:rPr>
          <w:rFonts w:cs="Courier New"/>
          <w:szCs w:val="32"/>
        </w:rPr>
        <w:t>Mozaïde</w:t>
      </w:r>
      <w:proofErr w:type="spellEnd"/>
      <w:r w:rsidRPr="00801BAE">
        <w:rPr>
          <w:rFonts w:cs="Courier New"/>
          <w:szCs w:val="32"/>
        </w:rPr>
        <w:t xml:space="preserve"> était là. Il avait surpris les conversations des musulmans et connaissait leur complot. Or, nous l’avons dit, il avait l’âme droite ; il fut révolté de tant de méchanceté et se décida à avertir Gama.</w:t>
      </w:r>
    </w:p>
    <w:p w14:paraId="4066D8C0" w14:textId="77777777" w:rsidR="00FD7ABB" w:rsidRDefault="00FD28AE" w:rsidP="00FD7ABB">
      <w:r w:rsidRPr="00801BAE">
        <w:rPr>
          <w:rFonts w:cs="Courier New"/>
          <w:szCs w:val="32"/>
        </w:rPr>
        <w:lastRenderedPageBreak/>
        <w:t>« La flotte est en péril, lui dit-il, les navires arabes qui viennent chaque année dans ces mers ne tarderont pas à p</w:t>
      </w:r>
      <w:r w:rsidRPr="00801BAE">
        <w:rPr>
          <w:rFonts w:cs="Courier New"/>
          <w:szCs w:val="32"/>
        </w:rPr>
        <w:t>a</w:t>
      </w:r>
      <w:r w:rsidRPr="00801BAE">
        <w:rPr>
          <w:rFonts w:cs="Courier New"/>
          <w:szCs w:val="32"/>
        </w:rPr>
        <w:t>raître. Ils sont bien armés et portent des soldats plus nombreux que les tiens. Le courage de tes compagnons ne les empêchera pas de succomber dans une lutte inégale. »</w:t>
      </w:r>
    </w:p>
    <w:p w14:paraId="44962513" w14:textId="77777777" w:rsidR="00FD7ABB" w:rsidRDefault="00FD28AE" w:rsidP="00FD7ABB">
      <w:r w:rsidRPr="00801BAE">
        <w:rPr>
          <w:rFonts w:cs="Courier New"/>
          <w:szCs w:val="32"/>
        </w:rPr>
        <w:t>Il fallait donc se hâter ; la saison d’ailleurs était favorable ; mais comment abandonner les hommes retenus prisonniers à Calicut ?</w:t>
      </w:r>
    </w:p>
    <w:p w14:paraId="4F193640" w14:textId="77777777" w:rsidR="00FD7ABB" w:rsidRDefault="00FD28AE" w:rsidP="00FD7ABB">
      <w:r w:rsidRPr="00801BAE">
        <w:rPr>
          <w:rFonts w:cs="Courier New"/>
          <w:szCs w:val="32"/>
        </w:rPr>
        <w:t>« Advienne que pourra, pensa Vasco, je ne m’en irai pas sans eux. »</w:t>
      </w:r>
    </w:p>
    <w:p w14:paraId="154301C1" w14:textId="77777777" w:rsidR="00FD7ABB" w:rsidRDefault="00FD28AE" w:rsidP="00FD7ABB">
      <w:r w:rsidRPr="00801BAE">
        <w:rPr>
          <w:rFonts w:cs="Courier New"/>
          <w:szCs w:val="32"/>
        </w:rPr>
        <w:t>Le surlendemain, une embarcation amena à bord quatre jeunes gens qui offraient à vendre des pierres fines ; mais il p</w:t>
      </w:r>
      <w:r w:rsidRPr="00801BAE">
        <w:rPr>
          <w:rFonts w:cs="Courier New"/>
          <w:szCs w:val="32"/>
        </w:rPr>
        <w:t>a</w:t>
      </w:r>
      <w:r w:rsidRPr="00801BAE">
        <w:rPr>
          <w:rFonts w:cs="Courier New"/>
          <w:szCs w:val="32"/>
        </w:rPr>
        <w:t>rut aux marins que ces marchands d’occasion venaient bien pl</w:t>
      </w:r>
      <w:r w:rsidRPr="00801BAE">
        <w:rPr>
          <w:rFonts w:cs="Courier New"/>
          <w:szCs w:val="32"/>
        </w:rPr>
        <w:t>u</w:t>
      </w:r>
      <w:r w:rsidRPr="00801BAE">
        <w:rPr>
          <w:rFonts w:cs="Courier New"/>
          <w:szCs w:val="32"/>
        </w:rPr>
        <w:t>tôt pour espionner que pour faire des affaires. Néanmoins le c</w:t>
      </w:r>
      <w:r w:rsidRPr="00801BAE">
        <w:rPr>
          <w:rFonts w:cs="Courier New"/>
          <w:szCs w:val="32"/>
        </w:rPr>
        <w:t>a</w:t>
      </w:r>
      <w:r w:rsidRPr="00801BAE">
        <w:rPr>
          <w:rFonts w:cs="Courier New"/>
          <w:szCs w:val="32"/>
        </w:rPr>
        <w:t>pitaine leur fit bon accueil et écrivit par leur entremise une lettre aux captifs.</w:t>
      </w:r>
    </w:p>
    <w:p w14:paraId="46A70E0C" w14:textId="77777777" w:rsidR="00FD7ABB" w:rsidRDefault="00FD28AE" w:rsidP="00FD7ABB">
      <w:r w:rsidRPr="00801BAE">
        <w:rPr>
          <w:rFonts w:cs="Courier New"/>
          <w:szCs w:val="32"/>
        </w:rPr>
        <w:t xml:space="preserve">Cette bienveillance était habile ; elle rassura la population sur les dispositions des navigateurs, de sorte que chaque jour il leur arrivait de nouvelles visites. Le dimanche suivant, vingt-cinq hommes, parmi lesquels six personnages fort importants, vinrent à bord. L’occasion était belle de forcer le rajah à lui rendre les prisonniers. Gama en profita ; il fit arrêter dix-neuf des visiteurs et renvoya les six autres avec une lettre informant le </w:t>
      </w:r>
      <w:proofErr w:type="spellStart"/>
      <w:r w:rsidRPr="00801BAE">
        <w:rPr>
          <w:rFonts w:cs="Courier New"/>
          <w:szCs w:val="32"/>
        </w:rPr>
        <w:t>Samorin</w:t>
      </w:r>
      <w:proofErr w:type="spellEnd"/>
      <w:r w:rsidRPr="00801BAE">
        <w:rPr>
          <w:rFonts w:cs="Courier New"/>
          <w:szCs w:val="32"/>
        </w:rPr>
        <w:t xml:space="preserve"> que ses sujets ne lui seraient rendus que lorsqu’il a</w:t>
      </w:r>
      <w:r w:rsidRPr="00801BAE">
        <w:rPr>
          <w:rFonts w:cs="Courier New"/>
          <w:szCs w:val="32"/>
        </w:rPr>
        <w:t>u</w:t>
      </w:r>
      <w:r w:rsidRPr="00801BAE">
        <w:rPr>
          <w:rFonts w:cs="Courier New"/>
          <w:szCs w:val="32"/>
        </w:rPr>
        <w:t>rait remis en liberté les hommes qu’il retenait captifs.</w:t>
      </w:r>
    </w:p>
    <w:p w14:paraId="11D2C066" w14:textId="77777777" w:rsidR="00FD7ABB" w:rsidRDefault="00FD28AE" w:rsidP="00FD7ABB">
      <w:r w:rsidRPr="00801BAE">
        <w:rPr>
          <w:rFonts w:cs="Courier New"/>
          <w:szCs w:val="32"/>
        </w:rPr>
        <w:t>On se figure dans quel émoi cet événement jeta toute la p</w:t>
      </w:r>
      <w:r w:rsidRPr="00801BAE">
        <w:rPr>
          <w:rFonts w:cs="Courier New"/>
          <w:szCs w:val="32"/>
        </w:rPr>
        <w:t>o</w:t>
      </w:r>
      <w:r w:rsidRPr="00801BAE">
        <w:rPr>
          <w:rFonts w:cs="Courier New"/>
          <w:szCs w:val="32"/>
        </w:rPr>
        <w:t xml:space="preserve">pulation du Calicut. Gama, pour augmenter les alarmes et forcer plus vite la main du rajah, ordonna avec éclat les préparatifs du départ. Les voiles se déploient, on gagne le large </w:t>
      </w:r>
      <w:r w:rsidRPr="00801BAE">
        <w:rPr>
          <w:rFonts w:cs="Courier New"/>
          <w:szCs w:val="32"/>
        </w:rPr>
        <w:lastRenderedPageBreak/>
        <w:t>et l’on allait perdre de vue la côte, quand on aperçut au loin sept embarc</w:t>
      </w:r>
      <w:r w:rsidRPr="00801BAE">
        <w:rPr>
          <w:rFonts w:cs="Courier New"/>
          <w:szCs w:val="32"/>
        </w:rPr>
        <w:t>a</w:t>
      </w:r>
      <w:r w:rsidRPr="00801BAE">
        <w:rPr>
          <w:rFonts w:cs="Courier New"/>
          <w:szCs w:val="32"/>
        </w:rPr>
        <w:t>tions, montées par nombre de gens, qui ramenaient Diego Diaz et ses compagnons.</w:t>
      </w:r>
    </w:p>
    <w:p w14:paraId="5D2BBAF5" w14:textId="77777777" w:rsidR="00FD28AE" w:rsidRPr="00801BAE" w:rsidRDefault="00FD28AE" w:rsidP="00FD28AE">
      <w:pPr>
        <w:pStyle w:val="Titre1"/>
      </w:pPr>
      <w:bookmarkStart w:id="17" w:name="_Toc271750268"/>
      <w:bookmarkStart w:id="18" w:name="_Toc195615297"/>
      <w:r w:rsidRPr="00801BAE">
        <w:lastRenderedPageBreak/>
        <w:t>IX</w:t>
      </w:r>
      <w:bookmarkEnd w:id="17"/>
      <w:bookmarkEnd w:id="18"/>
      <w:r w:rsidRPr="00801BAE">
        <w:br/>
      </w:r>
    </w:p>
    <w:p w14:paraId="71B021CB" w14:textId="77777777" w:rsidR="00FD7ABB" w:rsidRDefault="00FD28AE" w:rsidP="00FD7ABB">
      <w:r w:rsidRPr="00801BAE">
        <w:rPr>
          <w:rFonts w:cs="Courier New"/>
          <w:szCs w:val="32"/>
        </w:rPr>
        <w:t xml:space="preserve">Voici ce qui s’était passé. Quand le </w:t>
      </w:r>
      <w:proofErr w:type="spellStart"/>
      <w:r w:rsidRPr="00801BAE">
        <w:rPr>
          <w:rFonts w:cs="Courier New"/>
          <w:szCs w:val="32"/>
        </w:rPr>
        <w:t>Samorin</w:t>
      </w:r>
      <w:proofErr w:type="spellEnd"/>
      <w:r w:rsidRPr="00801BAE">
        <w:rPr>
          <w:rFonts w:cs="Courier New"/>
          <w:szCs w:val="32"/>
        </w:rPr>
        <w:t xml:space="preserve"> apprit le d</w:t>
      </w:r>
      <w:r w:rsidRPr="00801BAE">
        <w:rPr>
          <w:rFonts w:cs="Courier New"/>
          <w:szCs w:val="32"/>
        </w:rPr>
        <w:t>é</w:t>
      </w:r>
      <w:r w:rsidRPr="00801BAE">
        <w:rPr>
          <w:rFonts w:cs="Courier New"/>
          <w:szCs w:val="32"/>
        </w:rPr>
        <w:t>part des étrangers, qu’il vil le désespoir des familles et l’agitation de la cité, il fut pris d’une véritable terreur, fit ma</w:t>
      </w:r>
      <w:r w:rsidRPr="00801BAE">
        <w:rPr>
          <w:rFonts w:cs="Courier New"/>
          <w:szCs w:val="32"/>
        </w:rPr>
        <w:t>n</w:t>
      </w:r>
      <w:r w:rsidRPr="00801BAE">
        <w:rPr>
          <w:rFonts w:cs="Courier New"/>
          <w:szCs w:val="32"/>
        </w:rPr>
        <w:t>der Di</w:t>
      </w:r>
      <w:r w:rsidRPr="00801BAE">
        <w:rPr>
          <w:rFonts w:cs="Courier New"/>
          <w:szCs w:val="32"/>
        </w:rPr>
        <w:t>e</w:t>
      </w:r>
      <w:r w:rsidRPr="00801BAE">
        <w:rPr>
          <w:rFonts w:cs="Courier New"/>
          <w:szCs w:val="32"/>
        </w:rPr>
        <w:t>go Diaz, auquel cette fois il fit très bon accueil et lui dit : « </w:t>
      </w:r>
      <w:proofErr w:type="spellStart"/>
      <w:r w:rsidRPr="00801BAE">
        <w:rPr>
          <w:rFonts w:cs="Courier New"/>
          <w:szCs w:val="32"/>
        </w:rPr>
        <w:t>Vas-t’en</w:t>
      </w:r>
      <w:proofErr w:type="spellEnd"/>
      <w:r w:rsidRPr="00801BAE">
        <w:rPr>
          <w:rFonts w:cs="Courier New"/>
          <w:szCs w:val="32"/>
        </w:rPr>
        <w:t>, retourne vers la flotte avec tous ceux qui t’accompagnent et dis à ton maître de me renvoyer les hommes qu’il retient. »</w:t>
      </w:r>
    </w:p>
    <w:p w14:paraId="0D0D4BF4" w14:textId="77777777" w:rsidR="00FD7ABB" w:rsidRDefault="00FD28AE" w:rsidP="00FD7ABB">
      <w:r w:rsidRPr="00801BAE">
        <w:rPr>
          <w:rFonts w:cs="Courier New"/>
          <w:szCs w:val="32"/>
        </w:rPr>
        <w:t>Il dicta ensuite à Diego Diaz, pour être remise par Gama au roi de Portugal, une lettre ainsi conçue :</w:t>
      </w:r>
    </w:p>
    <w:p w14:paraId="522795FF" w14:textId="77777777" w:rsidR="00FD7ABB" w:rsidRDefault="00FD28AE" w:rsidP="00FD7ABB">
      <w:r w:rsidRPr="00801BAE">
        <w:rPr>
          <w:rFonts w:cs="Courier New"/>
          <w:szCs w:val="32"/>
        </w:rPr>
        <w:t>« Vasco de Gama, gentilhomme de ta maison, est venu en mes États, ce que j’ai eu pour agréable. En mon pays, il y a beaucoup de cannelle, beaucoup de clous de girofles, de gi</w:t>
      </w:r>
      <w:r w:rsidRPr="00801BAE">
        <w:rPr>
          <w:rFonts w:cs="Courier New"/>
          <w:szCs w:val="32"/>
        </w:rPr>
        <w:t>n</w:t>
      </w:r>
      <w:r w:rsidRPr="00801BAE">
        <w:rPr>
          <w:rFonts w:cs="Courier New"/>
          <w:szCs w:val="32"/>
        </w:rPr>
        <w:t>gembre et de poivre, avec nombre de pierres précieuses. Ce que je souhaite de ton pays, c’est de l’or, de l’argent, du corail et de l’écarlate. »</w:t>
      </w:r>
    </w:p>
    <w:p w14:paraId="53B246FB" w14:textId="77777777" w:rsidR="00FD7ABB" w:rsidRDefault="00FD28AE" w:rsidP="00FD7ABB">
      <w:r w:rsidRPr="00801BAE">
        <w:rPr>
          <w:rFonts w:cs="Courier New"/>
          <w:szCs w:val="32"/>
        </w:rPr>
        <w:t>Cette missive est étrangement laconique. Quand on la compare aux formules pompeuses employées par les souverains orientaux vis-à-vis des autres souverains, on devine en quelle médiocre estime le prince hindou tenait le nouvel ambassadeur et le roi européen qu’il représentait.</w:t>
      </w:r>
    </w:p>
    <w:p w14:paraId="7959E1DF" w14:textId="77777777" w:rsidR="00FD7ABB" w:rsidRDefault="00FD28AE" w:rsidP="00FD7ABB">
      <w:r w:rsidRPr="00801BAE">
        <w:rPr>
          <w:rFonts w:cs="Courier New"/>
          <w:szCs w:val="32"/>
        </w:rPr>
        <w:t>Mais Diego Diaz n’en exigeait pas davantage. Il ne dema</w:t>
      </w:r>
      <w:r w:rsidRPr="00801BAE">
        <w:rPr>
          <w:rFonts w:cs="Courier New"/>
          <w:szCs w:val="32"/>
        </w:rPr>
        <w:t>n</w:t>
      </w:r>
      <w:r w:rsidRPr="00801BAE">
        <w:rPr>
          <w:rFonts w:cs="Courier New"/>
          <w:szCs w:val="32"/>
        </w:rPr>
        <w:t xml:space="preserve">dait qu’à partir au plus vite et put enfin s’embarquer le 27 juin. La joie de l’équipage fut grande en voyant arriver ceux pour qui on avait eu tant d’alarmes. Mais les Malabares, en ramenant les captifs, n’avaient pas ramené les marchandises. Gama, qui avait été joué jusque-là, n’entendait plus être volé. </w:t>
      </w:r>
      <w:r w:rsidRPr="00801BAE">
        <w:rPr>
          <w:rFonts w:cs="Courier New"/>
          <w:szCs w:val="32"/>
        </w:rPr>
        <w:lastRenderedPageBreak/>
        <w:t>Il rendit une partie des prisonniers et en garda six, s’engageant à les renvoyer ég</w:t>
      </w:r>
      <w:r w:rsidRPr="00801BAE">
        <w:rPr>
          <w:rFonts w:cs="Courier New"/>
          <w:szCs w:val="32"/>
        </w:rPr>
        <w:t>a</w:t>
      </w:r>
      <w:r w:rsidRPr="00801BAE">
        <w:rPr>
          <w:rFonts w:cs="Courier New"/>
          <w:szCs w:val="32"/>
        </w:rPr>
        <w:t>lement dès que les marchandises retenues lui seraient rendues.</w:t>
      </w:r>
    </w:p>
    <w:p w14:paraId="083B2E49" w14:textId="77777777" w:rsidR="00FD7ABB" w:rsidRDefault="00FD28AE" w:rsidP="00FD7ABB">
      <w:r w:rsidRPr="00801BAE">
        <w:rPr>
          <w:rFonts w:cs="Courier New"/>
          <w:szCs w:val="32"/>
        </w:rPr>
        <w:t>Le lendemain, en effet, sept autres barques, montées par beaucoup de monde, s’avançaient sur la mer ; mais trois seul</w:t>
      </w:r>
      <w:r w:rsidRPr="00801BAE">
        <w:rPr>
          <w:rFonts w:cs="Courier New"/>
          <w:szCs w:val="32"/>
        </w:rPr>
        <w:t>e</w:t>
      </w:r>
      <w:r w:rsidRPr="00801BAE">
        <w:rPr>
          <w:rFonts w:cs="Courier New"/>
          <w:szCs w:val="32"/>
        </w:rPr>
        <w:t>ment s’approchèrent de la flottille. Interrogés, ceux qui les mo</w:t>
      </w:r>
      <w:r w:rsidRPr="00801BAE">
        <w:rPr>
          <w:rFonts w:cs="Courier New"/>
          <w:szCs w:val="32"/>
        </w:rPr>
        <w:t>n</w:t>
      </w:r>
      <w:r w:rsidRPr="00801BAE">
        <w:rPr>
          <w:rFonts w:cs="Courier New"/>
          <w:szCs w:val="32"/>
        </w:rPr>
        <w:t>taient dirent qu’ils venaient chercher les prisonniers, que les quatre autres barques, trop chargées par les marchandises, avançaient plus difficilement. Elles ne devaient cependant pas tarder à arriver et, en attendant, ils demandaient qu’on leur r</w:t>
      </w:r>
      <w:r w:rsidRPr="00801BAE">
        <w:rPr>
          <w:rFonts w:cs="Courier New"/>
          <w:szCs w:val="32"/>
        </w:rPr>
        <w:t>e</w:t>
      </w:r>
      <w:r w:rsidRPr="00801BAE">
        <w:rPr>
          <w:rFonts w:cs="Courier New"/>
          <w:szCs w:val="32"/>
        </w:rPr>
        <w:t>mît leurs compatriotes.</w:t>
      </w:r>
    </w:p>
    <w:p w14:paraId="616B6D2D" w14:textId="77777777" w:rsidR="00FD7ABB" w:rsidRDefault="00FD28AE" w:rsidP="00FD7ABB">
      <w:r w:rsidRPr="00801BAE">
        <w:rPr>
          <w:rFonts w:cs="Courier New"/>
          <w:szCs w:val="32"/>
        </w:rPr>
        <w:t>Gama examina alors attentivement les barques en retard et remarqua qu’elles ne bougeaient plus de place. La finesse était cette fois par trop cousue de fil blanc. Hors de lui de cette no</w:t>
      </w:r>
      <w:r w:rsidRPr="00801BAE">
        <w:rPr>
          <w:rFonts w:cs="Courier New"/>
          <w:szCs w:val="32"/>
        </w:rPr>
        <w:t>u</w:t>
      </w:r>
      <w:r w:rsidRPr="00801BAE">
        <w:rPr>
          <w:rFonts w:cs="Courier New"/>
          <w:szCs w:val="32"/>
        </w:rPr>
        <w:t>velle tromperie, le capitaine renvoya les trois barques, déclarant que tous pourparlers étaient désormais inutiles, qu’il emmèn</w:t>
      </w:r>
      <w:r w:rsidRPr="00801BAE">
        <w:rPr>
          <w:rFonts w:cs="Courier New"/>
          <w:szCs w:val="32"/>
        </w:rPr>
        <w:t>e</w:t>
      </w:r>
      <w:r w:rsidRPr="00801BAE">
        <w:rPr>
          <w:rFonts w:cs="Courier New"/>
          <w:szCs w:val="32"/>
        </w:rPr>
        <w:t>rait en Portugal les prisonniers qui lui restaient.</w:t>
      </w:r>
    </w:p>
    <w:p w14:paraId="71483C33" w14:textId="77777777" w:rsidR="00FD7ABB" w:rsidRDefault="00FD28AE" w:rsidP="00FD7ABB">
      <w:r w:rsidRPr="00801BAE">
        <w:rPr>
          <w:rFonts w:cs="Courier New"/>
          <w:szCs w:val="32"/>
        </w:rPr>
        <w:t>Et la flottille, s’éloignant rapidement, perdit bientôt de vue les petites embarcations malabares.</w:t>
      </w:r>
    </w:p>
    <w:p w14:paraId="7B3A5D18" w14:textId="77777777" w:rsidR="00FD7ABB" w:rsidRDefault="00FD28AE" w:rsidP="00FD7ABB">
      <w:r w:rsidRPr="00801BAE">
        <w:rPr>
          <w:rFonts w:cs="Courier New"/>
          <w:szCs w:val="32"/>
        </w:rPr>
        <w:t>On comprend l’indignation de Gama ; on ne saurait a</w:t>
      </w:r>
      <w:r w:rsidRPr="00801BAE">
        <w:rPr>
          <w:rFonts w:cs="Courier New"/>
          <w:szCs w:val="32"/>
        </w:rPr>
        <w:t>p</w:t>
      </w:r>
      <w:r w:rsidRPr="00801BAE">
        <w:rPr>
          <w:rFonts w:cs="Courier New"/>
          <w:szCs w:val="32"/>
        </w:rPr>
        <w:t>prouver cet acte d’inhumanité. Ceux qu’il emmenait étaient probablement des innocents qui se trouvèrent ainsi victimes de la cupidité de leur roi. Il avait estimé pour lui-même et pour les siens que la liberté et la vie d’un homme valent mieux que la r</w:t>
      </w:r>
      <w:r w:rsidRPr="00801BAE">
        <w:rPr>
          <w:rFonts w:cs="Courier New"/>
          <w:szCs w:val="32"/>
        </w:rPr>
        <w:t>i</w:t>
      </w:r>
      <w:r w:rsidRPr="00801BAE">
        <w:rPr>
          <w:rFonts w:cs="Courier New"/>
          <w:szCs w:val="32"/>
        </w:rPr>
        <w:t>chesse, il aurait dû penser de même lorsqu’il s’agit des malhe</w:t>
      </w:r>
      <w:r w:rsidRPr="00801BAE">
        <w:rPr>
          <w:rFonts w:cs="Courier New"/>
          <w:szCs w:val="32"/>
        </w:rPr>
        <w:t>u</w:t>
      </w:r>
      <w:r w:rsidRPr="00801BAE">
        <w:rPr>
          <w:rFonts w:cs="Courier New"/>
          <w:szCs w:val="32"/>
        </w:rPr>
        <w:t>reux Hindous. Ajoutons à la décharge de Gama et des deux autres capitaines, qu’ils croyaient revenir très prochainement aux Indes et qu’ils se flattaient d’y ramener leurs prisonniers. Ils furent bons pour eux et s’efforcèrent de leur alléger, par d’excellents procédés, les amertumes de la captivité.</w:t>
      </w:r>
    </w:p>
    <w:p w14:paraId="09126991" w14:textId="77777777" w:rsidR="00FD7ABB" w:rsidRDefault="00FD28AE" w:rsidP="00FD7ABB">
      <w:r w:rsidRPr="00801BAE">
        <w:rPr>
          <w:rFonts w:cs="Courier New"/>
          <w:szCs w:val="32"/>
        </w:rPr>
        <w:lastRenderedPageBreak/>
        <w:t>Les Malabares tentèrent un effort désespéré pour sauver les otages. Le jeudi, vers midi, comme la flottille avait été prise par le calme à environ une lieue au-dessous de Calicut, soixante-dix embarcations, pleines de gens armés, essayèrent d’attaquer les navires. Une triple décharge d’artillerie les mai</w:t>
      </w:r>
      <w:r w:rsidRPr="00801BAE">
        <w:rPr>
          <w:rFonts w:cs="Courier New"/>
          <w:szCs w:val="32"/>
        </w:rPr>
        <w:t>n</w:t>
      </w:r>
      <w:r w:rsidRPr="00801BAE">
        <w:rPr>
          <w:rFonts w:cs="Courier New"/>
          <w:szCs w:val="32"/>
        </w:rPr>
        <w:t>tint à distance, et c’est par cet acte flagrant d’hostilité que se termin</w:t>
      </w:r>
      <w:r w:rsidRPr="00801BAE">
        <w:rPr>
          <w:rFonts w:cs="Courier New"/>
          <w:szCs w:val="32"/>
        </w:rPr>
        <w:t>è</w:t>
      </w:r>
      <w:r w:rsidRPr="00801BAE">
        <w:rPr>
          <w:rFonts w:cs="Courier New"/>
          <w:szCs w:val="32"/>
        </w:rPr>
        <w:t>rent les relations qui, au début, avaient été si cordiales.</w:t>
      </w:r>
    </w:p>
    <w:p w14:paraId="22689F4B" w14:textId="77777777" w:rsidR="00FD7ABB" w:rsidRDefault="00FD28AE" w:rsidP="00FD7ABB">
      <w:r w:rsidRPr="00801BAE">
        <w:rPr>
          <w:rFonts w:cs="Courier New"/>
          <w:szCs w:val="32"/>
        </w:rPr>
        <w:t xml:space="preserve">Un des prisonniers fut, peu après, expédié de la côte avec des lettres écrites en arabe et adressées au </w:t>
      </w:r>
      <w:proofErr w:type="spellStart"/>
      <w:r w:rsidRPr="00801BAE">
        <w:rPr>
          <w:rFonts w:cs="Courier New"/>
          <w:szCs w:val="32"/>
        </w:rPr>
        <w:t>Samorin</w:t>
      </w:r>
      <w:proofErr w:type="spellEnd"/>
      <w:r w:rsidRPr="00801BAE">
        <w:rPr>
          <w:rFonts w:cs="Courier New"/>
          <w:szCs w:val="32"/>
        </w:rPr>
        <w:t>. Celui-là du moins put revoir son pays.</w:t>
      </w:r>
    </w:p>
    <w:p w14:paraId="22B3BBE4" w14:textId="77777777" w:rsidR="00FD7ABB" w:rsidRDefault="00FD28AE" w:rsidP="00FD7ABB">
      <w:r w:rsidRPr="00801BAE">
        <w:rPr>
          <w:rFonts w:cs="Courier New"/>
          <w:szCs w:val="32"/>
        </w:rPr>
        <w:t>Arrivé à quelque distance de la côte, Gama se rendit à un îlot situé à deux lieues du littoral et y planta son troisième pilier de démarcation. C’était la dernière des colonnes qu’Emmanuel avait ordonné d’élever dans les pays qu’on allait parcourir : on l’appela le pilier Sainte-Marie. Le premier, qui portait le nom de Saint-Raphaël, avait été posé au Rio des Bons Indices ; un s</w:t>
      </w:r>
      <w:r w:rsidRPr="00801BAE">
        <w:rPr>
          <w:rFonts w:cs="Courier New"/>
          <w:szCs w:val="32"/>
        </w:rPr>
        <w:t>e</w:t>
      </w:r>
      <w:r w:rsidRPr="00801BAE">
        <w:rPr>
          <w:rFonts w:cs="Courier New"/>
          <w:szCs w:val="32"/>
        </w:rPr>
        <w:t>cond, le Saint-Gabriel, s’élevait à Calicut.</w:t>
      </w:r>
    </w:p>
    <w:p w14:paraId="643BE3C8" w14:textId="77777777" w:rsidR="00FD7ABB" w:rsidRDefault="00FD28AE" w:rsidP="00FD7ABB">
      <w:r w:rsidRPr="00801BAE">
        <w:rPr>
          <w:rFonts w:cs="Courier New"/>
          <w:szCs w:val="32"/>
        </w:rPr>
        <w:t>Cet acte, solennel aux yeux de Gama, était pour ainsi dire le complément de sa mission. Après l’avoir accompli, il pouvait reprendre, heureux et triomphant, le chemin de la mère-patrie.</w:t>
      </w:r>
    </w:p>
    <w:p w14:paraId="689E5435" w14:textId="77777777" w:rsidR="00FD7ABB" w:rsidRDefault="00FD28AE" w:rsidP="00FD7ABB">
      <w:r w:rsidRPr="00801BAE">
        <w:rPr>
          <w:rFonts w:cs="Courier New"/>
          <w:szCs w:val="32"/>
        </w:rPr>
        <w:t xml:space="preserve">Le 19 septembre la flottille s’approcha du groupe des </w:t>
      </w:r>
      <w:proofErr w:type="spellStart"/>
      <w:r w:rsidRPr="00801BAE">
        <w:rPr>
          <w:rFonts w:cs="Courier New"/>
          <w:szCs w:val="32"/>
        </w:rPr>
        <w:t>A</w:t>
      </w:r>
      <w:r w:rsidRPr="00801BAE">
        <w:rPr>
          <w:rFonts w:cs="Courier New"/>
          <w:szCs w:val="32"/>
        </w:rPr>
        <w:t>n</w:t>
      </w:r>
      <w:r w:rsidRPr="00801BAE">
        <w:rPr>
          <w:rFonts w:cs="Courier New"/>
          <w:szCs w:val="32"/>
        </w:rPr>
        <w:t>gédives</w:t>
      </w:r>
      <w:proofErr w:type="spellEnd"/>
      <w:r w:rsidRPr="00801BAE">
        <w:rPr>
          <w:rFonts w:cs="Courier New"/>
          <w:szCs w:val="32"/>
        </w:rPr>
        <w:t xml:space="preserve"> par les 15°44’30" de latitude nord et les 73°45" de long</w:t>
      </w:r>
      <w:r w:rsidRPr="00801BAE">
        <w:rPr>
          <w:rFonts w:cs="Courier New"/>
          <w:szCs w:val="32"/>
        </w:rPr>
        <w:t>i</w:t>
      </w:r>
      <w:r w:rsidRPr="00801BAE">
        <w:rPr>
          <w:rFonts w:cs="Courier New"/>
          <w:szCs w:val="32"/>
        </w:rPr>
        <w:t>tude, à 14 lieues environ de Goa. C’est une terre élevée, d’un a</w:t>
      </w:r>
      <w:r w:rsidRPr="00801BAE">
        <w:rPr>
          <w:rFonts w:cs="Courier New"/>
          <w:szCs w:val="32"/>
        </w:rPr>
        <w:t>s</w:t>
      </w:r>
      <w:r w:rsidRPr="00801BAE">
        <w:rPr>
          <w:rFonts w:cs="Courier New"/>
          <w:szCs w:val="32"/>
        </w:rPr>
        <w:t>pect gracieux, où l’air est agréable et salubre. On décida d’y r</w:t>
      </w:r>
      <w:r w:rsidRPr="00801BAE">
        <w:rPr>
          <w:rFonts w:cs="Courier New"/>
          <w:szCs w:val="32"/>
        </w:rPr>
        <w:t>e</w:t>
      </w:r>
      <w:r w:rsidRPr="00801BAE">
        <w:rPr>
          <w:rFonts w:cs="Courier New"/>
          <w:szCs w:val="32"/>
        </w:rPr>
        <w:t>nouveler la provision d’eau et de bois et, lorsqu’on fut à terre, on obtint des habitants des provisions de toutes sortes ; des viandes de porcs et de bœufs, de la volaille, des fruits. Le ca</w:t>
      </w:r>
      <w:r w:rsidRPr="00801BAE">
        <w:rPr>
          <w:rFonts w:cs="Courier New"/>
          <w:szCs w:val="32"/>
        </w:rPr>
        <w:t>n</w:t>
      </w:r>
      <w:r w:rsidRPr="00801BAE">
        <w:rPr>
          <w:rFonts w:cs="Courier New"/>
          <w:szCs w:val="32"/>
        </w:rPr>
        <w:t xml:space="preserve">nellier croît en grande quantité dans cette ile. Quand les échanges furent terminés et qu’on eut rejoint les vaisseaux, le </w:t>
      </w:r>
      <w:r w:rsidRPr="00801BAE">
        <w:rPr>
          <w:rFonts w:cs="Courier New"/>
          <w:szCs w:val="32"/>
        </w:rPr>
        <w:lastRenderedPageBreak/>
        <w:t>pilote rema</w:t>
      </w:r>
      <w:r w:rsidRPr="00801BAE">
        <w:rPr>
          <w:rFonts w:cs="Courier New"/>
          <w:szCs w:val="32"/>
        </w:rPr>
        <w:t>r</w:t>
      </w:r>
      <w:r w:rsidRPr="00801BAE">
        <w:rPr>
          <w:rFonts w:cs="Courier New"/>
          <w:szCs w:val="32"/>
        </w:rPr>
        <w:t>qua plusieurs gabarres prises par un calme plat et dans lesque</w:t>
      </w:r>
      <w:r w:rsidRPr="00801BAE">
        <w:rPr>
          <w:rFonts w:cs="Courier New"/>
          <w:szCs w:val="32"/>
        </w:rPr>
        <w:t>l</w:t>
      </w:r>
      <w:r w:rsidRPr="00801BAE">
        <w:rPr>
          <w:rFonts w:cs="Courier New"/>
          <w:szCs w:val="32"/>
        </w:rPr>
        <w:t>les Gama pressentit des ennemis. En conséquence, il prit immédiatement ses dispositions pour les attaquer. Dès qu’ils s’aperçurent que les Portugais se dirigeaient sur eux, les navires pointèrent vers la terre ; mais, avant qu’ils eussent pu aborder la côte, un des bâtiments eut son gouvernail brisé. L’équipage aussitôt se jeta dans l’embarcation qu’il portait en poupe et gagna le port, abandonnant la gabarre avariée. Les a</w:t>
      </w:r>
      <w:r w:rsidRPr="00801BAE">
        <w:rPr>
          <w:rFonts w:cs="Courier New"/>
          <w:szCs w:val="32"/>
        </w:rPr>
        <w:t>t</w:t>
      </w:r>
      <w:r w:rsidRPr="00801BAE">
        <w:rPr>
          <w:rFonts w:cs="Courier New"/>
          <w:szCs w:val="32"/>
        </w:rPr>
        <w:t>taquants s’en e</w:t>
      </w:r>
      <w:r w:rsidRPr="00801BAE">
        <w:rPr>
          <w:rFonts w:cs="Courier New"/>
          <w:szCs w:val="32"/>
        </w:rPr>
        <w:t>m</w:t>
      </w:r>
      <w:r w:rsidRPr="00801BAE">
        <w:rPr>
          <w:rFonts w:cs="Courier New"/>
          <w:szCs w:val="32"/>
        </w:rPr>
        <w:t>parèrent, mais n’y trouvèrent que des vivres et des armes. Ils acquirent la conviction que ces navires venaient de Calicut et s’étaient mis à leur poursuite dans l’intention de brûler la flotti</w:t>
      </w:r>
      <w:r w:rsidRPr="00801BAE">
        <w:rPr>
          <w:rFonts w:cs="Courier New"/>
          <w:szCs w:val="32"/>
        </w:rPr>
        <w:t>l</w:t>
      </w:r>
      <w:r w:rsidRPr="00801BAE">
        <w:rPr>
          <w:rFonts w:cs="Courier New"/>
          <w:szCs w:val="32"/>
        </w:rPr>
        <w:t>le.</w:t>
      </w:r>
    </w:p>
    <w:p w14:paraId="1D116C51" w14:textId="77777777" w:rsidR="00FD7ABB" w:rsidRDefault="00FD28AE" w:rsidP="00FD7ABB">
      <w:r w:rsidRPr="00801BAE">
        <w:rPr>
          <w:rFonts w:cs="Courier New"/>
          <w:szCs w:val="32"/>
        </w:rPr>
        <w:t>Le lendemain, les explorateurs visitèrent une autre des îles du groupe et y trouvèrent un édifice « en manière d’église », où les indigènes faisaient leurs oraisons devant trois pierres noires qui se trouvaient au milieu d’une chapelle.</w:t>
      </w:r>
    </w:p>
    <w:p w14:paraId="40752AF4" w14:textId="77777777" w:rsidR="00FD7ABB" w:rsidRDefault="00FD28AE" w:rsidP="00FD7ABB">
      <w:r w:rsidRPr="00801BAE">
        <w:rPr>
          <w:rFonts w:cs="Courier New"/>
          <w:szCs w:val="32"/>
        </w:rPr>
        <w:t>Nous l’avons dit, la grande préoccupation des voyageurs était toujours et partout de trouver des chrétiens. Outre les e</w:t>
      </w:r>
      <w:r w:rsidRPr="00801BAE">
        <w:rPr>
          <w:rFonts w:cs="Courier New"/>
          <w:szCs w:val="32"/>
        </w:rPr>
        <w:t>x</w:t>
      </w:r>
      <w:r w:rsidRPr="00801BAE">
        <w:rPr>
          <w:rFonts w:cs="Courier New"/>
          <w:szCs w:val="32"/>
        </w:rPr>
        <w:t>plications que nous avons données, les notions qu’ils avaient touchant ces contrées étaient si confuses qu’ils n’hésitaient j</w:t>
      </w:r>
      <w:r w:rsidRPr="00801BAE">
        <w:rPr>
          <w:rFonts w:cs="Courier New"/>
          <w:szCs w:val="32"/>
        </w:rPr>
        <w:t>a</w:t>
      </w:r>
      <w:r w:rsidRPr="00801BAE">
        <w:rPr>
          <w:rFonts w:cs="Courier New"/>
          <w:szCs w:val="32"/>
        </w:rPr>
        <w:t>mais à se croire au milieu de populations catholiques et que les pagodes étaient invariablement prises pour des églises.</w:t>
      </w:r>
    </w:p>
    <w:p w14:paraId="69FDB013" w14:textId="77777777" w:rsidR="00FD7ABB" w:rsidRDefault="00FD28AE" w:rsidP="00FD7ABB">
      <w:r w:rsidRPr="00801BAE">
        <w:rPr>
          <w:rFonts w:cs="Courier New"/>
          <w:szCs w:val="32"/>
        </w:rPr>
        <w:t>On était en train d’approprier le San-Gabriel quand un homme d’une quarantaine d’années vint trouver le comma</w:t>
      </w:r>
      <w:r w:rsidRPr="00801BAE">
        <w:rPr>
          <w:rFonts w:cs="Courier New"/>
          <w:szCs w:val="32"/>
        </w:rPr>
        <w:t>n</w:t>
      </w:r>
      <w:r w:rsidRPr="00801BAE">
        <w:rPr>
          <w:rFonts w:cs="Courier New"/>
          <w:szCs w:val="32"/>
        </w:rPr>
        <w:t>dant. Il parlait fort bien le vénitien, était vêtu de lin et portait à la ceinture un cimeterre. Il s’approcha des capitaines avec bea</w:t>
      </w:r>
      <w:r w:rsidRPr="00801BAE">
        <w:rPr>
          <w:rFonts w:cs="Courier New"/>
          <w:szCs w:val="32"/>
        </w:rPr>
        <w:t>u</w:t>
      </w:r>
      <w:r w:rsidRPr="00801BAE">
        <w:rPr>
          <w:rFonts w:cs="Courier New"/>
          <w:szCs w:val="32"/>
        </w:rPr>
        <w:t>coup de courtoisie, les embrassa, leur dit qu’il était chrétien comme eux et qu’il venait des régions du Levant. Il avait été, d</w:t>
      </w:r>
      <w:r w:rsidRPr="00801BAE">
        <w:rPr>
          <w:rFonts w:cs="Courier New"/>
          <w:szCs w:val="32"/>
        </w:rPr>
        <w:t>i</w:t>
      </w:r>
      <w:r w:rsidRPr="00801BAE">
        <w:rPr>
          <w:rFonts w:cs="Courier New"/>
          <w:szCs w:val="32"/>
        </w:rPr>
        <w:t>sait-il, amené très jeune en ce pays et y vivait sous la domin</w:t>
      </w:r>
      <w:r w:rsidRPr="00801BAE">
        <w:rPr>
          <w:rFonts w:cs="Courier New"/>
          <w:szCs w:val="32"/>
        </w:rPr>
        <w:t>a</w:t>
      </w:r>
      <w:r w:rsidRPr="00801BAE">
        <w:rPr>
          <w:rFonts w:cs="Courier New"/>
          <w:szCs w:val="32"/>
        </w:rPr>
        <w:t xml:space="preserve">tion d’un souverain musulman qui avait à ses ordres </w:t>
      </w:r>
      <w:r w:rsidRPr="00801BAE">
        <w:rPr>
          <w:rFonts w:cs="Courier New"/>
          <w:szCs w:val="32"/>
        </w:rPr>
        <w:lastRenderedPageBreak/>
        <w:t>quarante mille cavaliers. Extérieurement, il avait suivi le culte de son maître, mais il était chrétien de cœur. Il vivait très retiré, lor</w:t>
      </w:r>
      <w:r w:rsidRPr="00801BAE">
        <w:rPr>
          <w:rFonts w:cs="Courier New"/>
          <w:szCs w:val="32"/>
        </w:rPr>
        <w:t>s</w:t>
      </w:r>
      <w:r w:rsidRPr="00801BAE">
        <w:rPr>
          <w:rFonts w:cs="Courier New"/>
          <w:szCs w:val="32"/>
        </w:rPr>
        <w:t>qu’il avait appris qu’il était arrivé à Calicut des navigateurs dont personne n’entendait le langage ; il avait aussitôt soupçonné que c’étaient des Européens, et vivement désiré de pouvoir leur pa</w:t>
      </w:r>
      <w:r w:rsidRPr="00801BAE">
        <w:rPr>
          <w:rFonts w:cs="Courier New"/>
          <w:szCs w:val="32"/>
        </w:rPr>
        <w:t>r</w:t>
      </w:r>
      <w:r w:rsidRPr="00801BAE">
        <w:rPr>
          <w:rFonts w:cs="Courier New"/>
          <w:szCs w:val="32"/>
        </w:rPr>
        <w:t>ler. Le gouverneur le lui avait permis et l’avait chargé de dire aux voyageurs qu’il mettait à leur disposition ce qui, dans ses États, pouvait leur convenir.</w:t>
      </w:r>
    </w:p>
    <w:p w14:paraId="4458B626" w14:textId="77777777" w:rsidR="00FD7ABB" w:rsidRDefault="00FD28AE" w:rsidP="00FD7ABB">
      <w:r w:rsidRPr="00801BAE">
        <w:rPr>
          <w:rFonts w:cs="Courier New"/>
          <w:szCs w:val="32"/>
        </w:rPr>
        <w:t>Les capitaines étaient ravis de si aimables propositions. Ils firent servir au beau parleur un repas qui acheva de lui délier la langue. Il raconta alors tant et tant de choses, il aborda tant de sujets qu’il finit par s’embrouiller. Paulo de Gama ne tarda pas à soupçonner qu’ils avaient affaire à un rusé coquin et s’en alla i</w:t>
      </w:r>
      <w:r w:rsidRPr="00801BAE">
        <w:rPr>
          <w:rFonts w:cs="Courier New"/>
          <w:szCs w:val="32"/>
        </w:rPr>
        <w:t>n</w:t>
      </w:r>
      <w:r w:rsidRPr="00801BAE">
        <w:rPr>
          <w:rFonts w:cs="Courier New"/>
          <w:szCs w:val="32"/>
        </w:rPr>
        <w:t>terroger les bateliers qui l’avaient amené. Le résultat de cette enquête fut que le soi-disant chrétien n’était autre que l’armateur juif qui était venu, naguère, attaquer la flottille et dont les navires armés attendaient, le long de la côte, le signal convenu pour commencer un nouvel assaut.</w:t>
      </w:r>
    </w:p>
    <w:p w14:paraId="1A50A334" w14:textId="77777777" w:rsidR="00FD7ABB" w:rsidRDefault="00FD28AE" w:rsidP="00FD7ABB">
      <w:r w:rsidRPr="00801BAE">
        <w:rPr>
          <w:rFonts w:cs="Courier New"/>
          <w:szCs w:val="32"/>
        </w:rPr>
        <w:t>On conçoit la colère de Paulo ; il fit aussitôt saisir le Juif et le fit fustiger. Ainsi mis à la question, il avoua savoir que tout le pays voulait du mal aux Européens et qu’un grand nombre de gens armés étaient cachés dans les anses, attendant le moment de les surprendre. Pour lui, il était venu afin de se rendre compte des forces dont disposaient les vaisseaux du Portugal, et il ajoutait qu’il les trouvait trop bien armés pour que personne osât venir les attaquer. Ainsi renseignée, la flottille se tint sur la défensive et garda prisonnier l’imprudent armateur.</w:t>
      </w:r>
    </w:p>
    <w:p w14:paraId="2291BBBD" w14:textId="77777777" w:rsidR="00FD7ABB" w:rsidRDefault="00FD28AE" w:rsidP="00FD7ABB">
      <w:r w:rsidRPr="00801BAE">
        <w:rPr>
          <w:rFonts w:cs="Courier New"/>
          <w:szCs w:val="32"/>
        </w:rPr>
        <w:t xml:space="preserve">Celui-ci était un aventurier plutôt qu’un malfaiteur. Il fit bonne mine à mauvais jeu ; comme on le traita bien à bord, il finit par s’attacher aux aventureux navigateurs qui l’avaient si </w:t>
      </w:r>
      <w:r w:rsidRPr="00801BAE">
        <w:rPr>
          <w:rFonts w:cs="Courier New"/>
          <w:szCs w:val="32"/>
        </w:rPr>
        <w:lastRenderedPageBreak/>
        <w:t xml:space="preserve">étrangement reçu, et leur rendit des services éminents pendant le reste du voyage. Sa famille était polonaise et avait habité </w:t>
      </w:r>
      <w:proofErr w:type="spellStart"/>
      <w:r w:rsidRPr="00801BAE">
        <w:rPr>
          <w:rFonts w:cs="Courier New"/>
          <w:szCs w:val="32"/>
        </w:rPr>
        <w:t>P</w:t>
      </w:r>
      <w:r w:rsidRPr="00801BAE">
        <w:rPr>
          <w:rFonts w:cs="Courier New"/>
          <w:szCs w:val="32"/>
        </w:rPr>
        <w:t>o</w:t>
      </w:r>
      <w:r w:rsidRPr="00801BAE">
        <w:rPr>
          <w:rFonts w:cs="Courier New"/>
          <w:szCs w:val="32"/>
        </w:rPr>
        <w:t>sen</w:t>
      </w:r>
      <w:proofErr w:type="spellEnd"/>
      <w:r w:rsidRPr="00801BAE">
        <w:rPr>
          <w:rFonts w:cs="Courier New"/>
          <w:szCs w:val="32"/>
        </w:rPr>
        <w:t> ; mais il était né à Alexandrie ; c’est là qu’il avait appris l’italien. Il avait voyagé dans l’Extrême-Orient et était attaché au service du roi musulman de la ville de Goa quand il vint se faire prendre par les vaisseaux portugais. Gama le conduisit à Li</w:t>
      </w:r>
      <w:r w:rsidRPr="00801BAE">
        <w:rPr>
          <w:rFonts w:cs="Courier New"/>
          <w:szCs w:val="32"/>
        </w:rPr>
        <w:t>s</w:t>
      </w:r>
      <w:r w:rsidRPr="00801BAE">
        <w:rPr>
          <w:rFonts w:cs="Courier New"/>
          <w:szCs w:val="32"/>
        </w:rPr>
        <w:t>bonne. Il devint l’interprète des expéditions qui succédèrent à celle de 1497, car il accompagna Cabral dans celle qui eut lieu en 1500.</w:t>
      </w:r>
    </w:p>
    <w:p w14:paraId="4BDBFDD4" w14:textId="77777777" w:rsidR="00FD7ABB" w:rsidRDefault="00FD28AE" w:rsidP="00FD7ABB">
      <w:r w:rsidRPr="00801BAE">
        <w:rPr>
          <w:rFonts w:cs="Courier New"/>
          <w:szCs w:val="32"/>
        </w:rPr>
        <w:t>Ce Juif embrassa plus tard le christianisme et reçut au ba</w:t>
      </w:r>
      <w:r w:rsidRPr="00801BAE">
        <w:rPr>
          <w:rFonts w:cs="Courier New"/>
          <w:szCs w:val="32"/>
        </w:rPr>
        <w:t>p</w:t>
      </w:r>
      <w:r w:rsidRPr="00801BAE">
        <w:rPr>
          <w:rFonts w:cs="Courier New"/>
          <w:szCs w:val="32"/>
        </w:rPr>
        <w:t xml:space="preserve">tême le nom de Gaspar da Gama. Ses expéditions dans l’Inde lui valurent le surnom de Gaspar da </w:t>
      </w:r>
      <w:proofErr w:type="spellStart"/>
      <w:r w:rsidRPr="00801BAE">
        <w:rPr>
          <w:rFonts w:cs="Courier New"/>
          <w:szCs w:val="32"/>
        </w:rPr>
        <w:t>India</w:t>
      </w:r>
      <w:proofErr w:type="spellEnd"/>
      <w:r w:rsidRPr="00801BAE">
        <w:rPr>
          <w:rFonts w:cs="Courier New"/>
          <w:szCs w:val="32"/>
        </w:rPr>
        <w:t>, et le roi Emmanuel a</w:t>
      </w:r>
      <w:r w:rsidRPr="00801BAE">
        <w:rPr>
          <w:rFonts w:cs="Courier New"/>
          <w:szCs w:val="32"/>
        </w:rPr>
        <w:t>p</w:t>
      </w:r>
      <w:r w:rsidRPr="00801BAE">
        <w:rPr>
          <w:rFonts w:cs="Courier New"/>
          <w:szCs w:val="32"/>
        </w:rPr>
        <w:t>préciait si bien ses services qu’il se l’attacha définitivement en le nommant chevalier du palais.</w:t>
      </w:r>
    </w:p>
    <w:p w14:paraId="51A58262" w14:textId="77777777" w:rsidR="00FD28AE" w:rsidRPr="00801BAE" w:rsidRDefault="00FD28AE" w:rsidP="00FD28AE">
      <w:pPr>
        <w:pStyle w:val="Titre1"/>
      </w:pPr>
      <w:bookmarkStart w:id="19" w:name="_Toc271750269"/>
      <w:bookmarkStart w:id="20" w:name="_Toc195615298"/>
      <w:r w:rsidRPr="00801BAE">
        <w:lastRenderedPageBreak/>
        <w:t>X</w:t>
      </w:r>
      <w:bookmarkEnd w:id="19"/>
      <w:bookmarkEnd w:id="20"/>
      <w:r w:rsidRPr="00801BAE">
        <w:br/>
      </w:r>
    </w:p>
    <w:p w14:paraId="5587D7AC" w14:textId="77777777" w:rsidR="00FD7ABB" w:rsidRDefault="00FD28AE" w:rsidP="00FD7ABB">
      <w:r w:rsidRPr="00801BAE">
        <w:rPr>
          <w:rFonts w:cs="Courier New"/>
          <w:szCs w:val="32"/>
        </w:rPr>
        <w:t>La flottille semblait devoir être désormais toute à la joie de reprendre enfin le chemin de la patrie, au bonheur d’avoir a</w:t>
      </w:r>
      <w:r w:rsidRPr="00801BAE">
        <w:rPr>
          <w:rFonts w:cs="Courier New"/>
          <w:szCs w:val="32"/>
        </w:rPr>
        <w:t>c</w:t>
      </w:r>
      <w:r w:rsidRPr="00801BAE">
        <w:rPr>
          <w:rFonts w:cs="Courier New"/>
          <w:szCs w:val="32"/>
        </w:rPr>
        <w:t>compli la mémorable mission dont elle était chargée. Elle cingla gaîment vers l’Afrique orientale. Hélas ! la joie devait être de courte durée. Arrêté par des calmes déplorables, attaqué par le scorbut, qui lui enleva plus de trente hommes, Gama eut en ré</w:t>
      </w:r>
      <w:r w:rsidRPr="00801BAE">
        <w:rPr>
          <w:rFonts w:cs="Courier New"/>
          <w:szCs w:val="32"/>
        </w:rPr>
        <w:t>a</w:t>
      </w:r>
      <w:r w:rsidRPr="00801BAE">
        <w:rPr>
          <w:rFonts w:cs="Courier New"/>
          <w:szCs w:val="32"/>
        </w:rPr>
        <w:t>lité un plus grand besoin d’énergie et d’habileté au retour qu’il ne lui en avait fallu pour atteindre les rives de l’Inde. Il n’employa pas moins de trois mois à gagner les mers qui ba</w:t>
      </w:r>
      <w:r w:rsidRPr="00801BAE">
        <w:rPr>
          <w:rFonts w:cs="Courier New"/>
          <w:szCs w:val="32"/>
        </w:rPr>
        <w:t>i</w:t>
      </w:r>
      <w:r w:rsidRPr="00801BAE">
        <w:rPr>
          <w:rFonts w:cs="Courier New"/>
          <w:szCs w:val="32"/>
        </w:rPr>
        <w:t>gnent les côtes de Mozambique et, en arrivant dans ces parages, c’était tout au plus s’il restait sept ou huit hommes valides, pour faire le service à bord de chaque bâtiment. « Et encore, ajoute notre vieux chroniqueur, ne se trouvaient-ils pas sains comme ils a</w:t>
      </w:r>
      <w:r w:rsidRPr="00801BAE">
        <w:rPr>
          <w:rFonts w:cs="Courier New"/>
          <w:szCs w:val="32"/>
        </w:rPr>
        <w:t>u</w:t>
      </w:r>
      <w:r w:rsidRPr="00801BAE">
        <w:rPr>
          <w:rFonts w:cs="Courier New"/>
          <w:szCs w:val="32"/>
        </w:rPr>
        <w:t>raient pu l’être ; d’où je puis vous assurer que si le temps où nous voguions à travers ces mers s’était prolongé de quinze jours, personne d’ici n’y eût navigué après nous. Nous étions a</w:t>
      </w:r>
      <w:r w:rsidRPr="00801BAE">
        <w:rPr>
          <w:rFonts w:cs="Courier New"/>
          <w:szCs w:val="32"/>
        </w:rPr>
        <w:t>r</w:t>
      </w:r>
      <w:r w:rsidRPr="00801BAE">
        <w:rPr>
          <w:rFonts w:cs="Courier New"/>
          <w:szCs w:val="32"/>
        </w:rPr>
        <w:t>rivés à ce point où nous croyions tout fini ; et nous trouvant ai</w:t>
      </w:r>
      <w:r w:rsidRPr="00801BAE">
        <w:rPr>
          <w:rFonts w:cs="Courier New"/>
          <w:szCs w:val="32"/>
        </w:rPr>
        <w:t>n</w:t>
      </w:r>
      <w:r w:rsidRPr="00801BAE">
        <w:rPr>
          <w:rFonts w:cs="Courier New"/>
          <w:szCs w:val="32"/>
        </w:rPr>
        <w:t>si au milieu de ces misères, nous ne savions plus que faire des promesses aux saints, et nous adresser aux intercesseurs c</w:t>
      </w:r>
      <w:r w:rsidRPr="00801BAE">
        <w:rPr>
          <w:rFonts w:cs="Courier New"/>
          <w:szCs w:val="32"/>
        </w:rPr>
        <w:t>é</w:t>
      </w:r>
      <w:r w:rsidRPr="00801BAE">
        <w:rPr>
          <w:rFonts w:cs="Courier New"/>
          <w:szCs w:val="32"/>
        </w:rPr>
        <w:t>lestes pour qu’ils sauvassent nos navires.</w:t>
      </w:r>
    </w:p>
    <w:p w14:paraId="5769B4CE" w14:textId="77777777" w:rsidR="00FD7ABB" w:rsidRDefault="00FD28AE" w:rsidP="00FD7ABB">
      <w:r w:rsidRPr="00801BAE">
        <w:rPr>
          <w:rFonts w:cs="Courier New"/>
          <w:szCs w:val="32"/>
        </w:rPr>
        <w:t>« Les capitaines ayant tenu conseil à ce propos, il avait été résolu, dans le cas où vents pareils nous reprendraient, de r</w:t>
      </w:r>
      <w:r w:rsidRPr="00801BAE">
        <w:rPr>
          <w:rFonts w:cs="Courier New"/>
          <w:szCs w:val="32"/>
        </w:rPr>
        <w:t>e</w:t>
      </w:r>
      <w:r w:rsidRPr="00801BAE">
        <w:rPr>
          <w:rFonts w:cs="Courier New"/>
          <w:szCs w:val="32"/>
        </w:rPr>
        <w:t>tourner vers les terres de l’Inde et de nous y réfugier.</w:t>
      </w:r>
    </w:p>
    <w:p w14:paraId="0D4A1C14" w14:textId="77777777" w:rsidR="00FD7ABB" w:rsidRDefault="00FD28AE" w:rsidP="00FD7ABB">
      <w:r w:rsidRPr="00801BAE">
        <w:rPr>
          <w:rFonts w:cs="Courier New"/>
          <w:szCs w:val="32"/>
        </w:rPr>
        <w:t xml:space="preserve">« Dieu, en sa miséricorde, voulut bien nous donner tel vent qu’au bout de six jours il nous conduisit à terre, ce dont nous nous réjouîmes comme si nous eussions gagné le Portugal, car nous y espérions, avec l’aide de Dieu, la guérison, </w:t>
      </w:r>
      <w:r w:rsidRPr="00801BAE">
        <w:rPr>
          <w:rFonts w:cs="Courier New"/>
          <w:szCs w:val="32"/>
        </w:rPr>
        <w:lastRenderedPageBreak/>
        <w:t>puisque nous y avions guéri une première fois. Ce fut un mercredi, 2 février de l’an 1499.</w:t>
      </w:r>
    </w:p>
    <w:p w14:paraId="6F23EB8D" w14:textId="77777777" w:rsidR="00FD7ABB" w:rsidRDefault="00FD28AE" w:rsidP="00FD7ABB">
      <w:r w:rsidRPr="00801BAE">
        <w:rPr>
          <w:rFonts w:cs="Courier New"/>
          <w:szCs w:val="32"/>
        </w:rPr>
        <w:t>« Mais nous demandions où le Seigneur nous avait jetés ; car, de fait, il n’y avait plus là ni pilote, ni personne qui pût s’aider de la carte pour s’assurer des parages ou nous nous tro</w:t>
      </w:r>
      <w:r w:rsidRPr="00801BAE">
        <w:rPr>
          <w:rFonts w:cs="Courier New"/>
          <w:szCs w:val="32"/>
        </w:rPr>
        <w:t>u</w:t>
      </w:r>
      <w:r w:rsidRPr="00801BAE">
        <w:rPr>
          <w:rFonts w:cs="Courier New"/>
          <w:szCs w:val="32"/>
        </w:rPr>
        <w:t>vions. »</w:t>
      </w:r>
    </w:p>
    <w:p w14:paraId="50107A94" w14:textId="77777777" w:rsidR="00FD7ABB" w:rsidRDefault="00FD28AE" w:rsidP="00FD7ABB">
      <w:r w:rsidRPr="00801BAE">
        <w:rPr>
          <w:rFonts w:cs="Courier New"/>
          <w:szCs w:val="32"/>
        </w:rPr>
        <w:t>C’est en poursuivant sa route dans ces fâcheuses cond</w:t>
      </w:r>
      <w:r w:rsidRPr="00801BAE">
        <w:rPr>
          <w:rFonts w:cs="Courier New"/>
          <w:szCs w:val="32"/>
        </w:rPr>
        <w:t>i</w:t>
      </w:r>
      <w:r w:rsidRPr="00801BAE">
        <w:rPr>
          <w:rFonts w:cs="Courier New"/>
          <w:szCs w:val="32"/>
        </w:rPr>
        <w:t xml:space="preserve">tions, dont on n’a pas assez apprécié les difficultés, que Gama passa devant une cité arabe bien autrement importante à cette époque que celles qu’il avait visitées. C’étaient </w:t>
      </w:r>
      <w:proofErr w:type="spellStart"/>
      <w:r w:rsidRPr="00801BAE">
        <w:rPr>
          <w:rFonts w:cs="Courier New"/>
          <w:i/>
          <w:szCs w:val="32"/>
        </w:rPr>
        <w:t>Magadoxo</w:t>
      </w:r>
      <w:proofErr w:type="spellEnd"/>
      <w:r w:rsidRPr="00801BAE">
        <w:rPr>
          <w:rFonts w:cs="Courier New"/>
          <w:szCs w:val="32"/>
        </w:rPr>
        <w:t xml:space="preserve"> la </w:t>
      </w:r>
      <w:proofErr w:type="spellStart"/>
      <w:r w:rsidRPr="00801BAE">
        <w:rPr>
          <w:rFonts w:cs="Courier New"/>
          <w:i/>
          <w:szCs w:val="32"/>
        </w:rPr>
        <w:t>Mahdachaou</w:t>
      </w:r>
      <w:proofErr w:type="spellEnd"/>
      <w:r w:rsidRPr="00801BAE">
        <w:rPr>
          <w:rFonts w:cs="Courier New"/>
          <w:i/>
          <w:szCs w:val="32"/>
        </w:rPr>
        <w:t xml:space="preserve"> </w:t>
      </w:r>
      <w:r w:rsidRPr="00801BAE">
        <w:rPr>
          <w:rFonts w:cs="Courier New"/>
          <w:szCs w:val="32"/>
        </w:rPr>
        <w:t xml:space="preserve">d’Ibn </w:t>
      </w:r>
      <w:proofErr w:type="spellStart"/>
      <w:r w:rsidRPr="00801BAE">
        <w:rPr>
          <w:rFonts w:cs="Courier New"/>
          <w:szCs w:val="32"/>
        </w:rPr>
        <w:t>Batoutha</w:t>
      </w:r>
      <w:proofErr w:type="spellEnd"/>
      <w:r w:rsidRPr="00801BAE">
        <w:rPr>
          <w:rFonts w:cs="Courier New"/>
          <w:szCs w:val="32"/>
        </w:rPr>
        <w:t>, la métropole des villes comme</w:t>
      </w:r>
      <w:r w:rsidRPr="00801BAE">
        <w:rPr>
          <w:rFonts w:cs="Courier New"/>
          <w:szCs w:val="32"/>
        </w:rPr>
        <w:t>r</w:t>
      </w:r>
      <w:r w:rsidRPr="00801BAE">
        <w:rPr>
          <w:rFonts w:cs="Courier New"/>
          <w:szCs w:val="32"/>
        </w:rPr>
        <w:t>çantes de cette région, située par les 2° 1’18" de latitude australe et 45° 19’55" de longitude.</w:t>
      </w:r>
    </w:p>
    <w:p w14:paraId="233B716F" w14:textId="77777777" w:rsidR="00FD7ABB" w:rsidRDefault="00FD28AE" w:rsidP="00FD7ABB">
      <w:r w:rsidRPr="00801BAE">
        <w:rPr>
          <w:rFonts w:cs="Courier New"/>
          <w:szCs w:val="32"/>
        </w:rPr>
        <w:t xml:space="preserve">Les voyageurs apercevaient de loin ses édifices de pierre surmontés de terrasses, ses tours mauresques, ses quatre palais bâtis en amphithéâtre. Préoccupé des funestes souvenirs que lui avaient laissés Mozambique et </w:t>
      </w:r>
      <w:proofErr w:type="spellStart"/>
      <w:r w:rsidRPr="00801BAE">
        <w:rPr>
          <w:rFonts w:cs="Courier New"/>
          <w:szCs w:val="32"/>
        </w:rPr>
        <w:t>Monbaze</w:t>
      </w:r>
      <w:proofErr w:type="spellEnd"/>
      <w:r w:rsidRPr="00801BAE">
        <w:rPr>
          <w:rFonts w:cs="Courier New"/>
          <w:szCs w:val="32"/>
        </w:rPr>
        <w:t>, Gama envoya en pa</w:t>
      </w:r>
      <w:r w:rsidRPr="00801BAE">
        <w:rPr>
          <w:rFonts w:cs="Courier New"/>
          <w:szCs w:val="32"/>
        </w:rPr>
        <w:t>s</w:t>
      </w:r>
      <w:r w:rsidRPr="00801BAE">
        <w:rPr>
          <w:rFonts w:cs="Courier New"/>
          <w:szCs w:val="32"/>
        </w:rPr>
        <w:t xml:space="preserve">sant plusieurs coups de bombardes à la cité arabe : il avait hâte sans doute d’arriver à </w:t>
      </w:r>
      <w:proofErr w:type="spellStart"/>
      <w:r w:rsidRPr="00801BAE">
        <w:rPr>
          <w:rFonts w:cs="Courier New"/>
          <w:szCs w:val="32"/>
        </w:rPr>
        <w:t>Mélinde</w:t>
      </w:r>
      <w:proofErr w:type="spellEnd"/>
      <w:r w:rsidRPr="00801BAE">
        <w:rPr>
          <w:rFonts w:cs="Courier New"/>
          <w:szCs w:val="32"/>
        </w:rPr>
        <w:t>. Mais si, au lieu d’agir de cette façon agressive, le hardi navigateur se fût mis en rapport avec le cheik qui commandait dans la cité, il est certain que de no</w:t>
      </w:r>
      <w:r w:rsidRPr="00801BAE">
        <w:rPr>
          <w:rFonts w:cs="Courier New"/>
          <w:szCs w:val="32"/>
        </w:rPr>
        <w:t>m</w:t>
      </w:r>
      <w:r w:rsidRPr="00801BAE">
        <w:rPr>
          <w:rFonts w:cs="Courier New"/>
          <w:szCs w:val="32"/>
        </w:rPr>
        <w:t xml:space="preserve">breux renseignements sur l’Afrique orientale eussent été fournis aux chrétiens en échange de leurs présents et de leurs rapports pacifiques. Il faut ajouter que l’état déplorable des équipages n’était pas de nature à engager le </w:t>
      </w:r>
      <w:proofErr w:type="spellStart"/>
      <w:r w:rsidRPr="00801BAE">
        <w:rPr>
          <w:rFonts w:cs="Courier New"/>
          <w:szCs w:val="32"/>
        </w:rPr>
        <w:t>capitam-môr</w:t>
      </w:r>
      <w:proofErr w:type="spellEnd"/>
      <w:r w:rsidRPr="00801BAE">
        <w:rPr>
          <w:rFonts w:cs="Courier New"/>
          <w:szCs w:val="32"/>
        </w:rPr>
        <w:t xml:space="preserve"> à prolonger son voyage, ni à ouvrir des relations avec </w:t>
      </w:r>
      <w:proofErr w:type="spellStart"/>
      <w:r w:rsidRPr="00801BAE">
        <w:rPr>
          <w:rFonts w:cs="Courier New"/>
          <w:szCs w:val="32"/>
        </w:rPr>
        <w:t>Magadoxo</w:t>
      </w:r>
      <w:proofErr w:type="spellEnd"/>
      <w:r w:rsidRPr="00801BAE">
        <w:rPr>
          <w:rFonts w:cs="Courier New"/>
          <w:szCs w:val="32"/>
        </w:rPr>
        <w:t>.</w:t>
      </w:r>
    </w:p>
    <w:p w14:paraId="3A7B77DB" w14:textId="77777777" w:rsidR="00FD7ABB" w:rsidRDefault="00FD28AE" w:rsidP="00FD7ABB">
      <w:r w:rsidRPr="00801BAE">
        <w:rPr>
          <w:rFonts w:cs="Courier New"/>
          <w:szCs w:val="32"/>
        </w:rPr>
        <w:t>Les vents, d’ailleurs, étaient favorables ; il fallait en prof</w:t>
      </w:r>
      <w:r w:rsidRPr="00801BAE">
        <w:rPr>
          <w:rFonts w:cs="Courier New"/>
          <w:szCs w:val="32"/>
        </w:rPr>
        <w:t>i</w:t>
      </w:r>
      <w:r w:rsidRPr="00801BAE">
        <w:rPr>
          <w:rFonts w:cs="Courier New"/>
          <w:szCs w:val="32"/>
        </w:rPr>
        <w:t>ter ; on marchait jour et nuit et, le 8 avril 1499, on mouilla d</w:t>
      </w:r>
      <w:r w:rsidRPr="00801BAE">
        <w:rPr>
          <w:rFonts w:cs="Courier New"/>
          <w:szCs w:val="32"/>
        </w:rPr>
        <w:t>e</w:t>
      </w:r>
      <w:r w:rsidRPr="00801BAE">
        <w:rPr>
          <w:rFonts w:cs="Courier New"/>
          <w:szCs w:val="32"/>
        </w:rPr>
        <w:t xml:space="preserve">vant </w:t>
      </w:r>
      <w:proofErr w:type="spellStart"/>
      <w:r w:rsidRPr="00801BAE">
        <w:rPr>
          <w:rFonts w:cs="Courier New"/>
          <w:szCs w:val="32"/>
        </w:rPr>
        <w:t>Mélinde</w:t>
      </w:r>
      <w:proofErr w:type="spellEnd"/>
      <w:r w:rsidRPr="00801BAE">
        <w:rPr>
          <w:rFonts w:cs="Courier New"/>
          <w:szCs w:val="32"/>
        </w:rPr>
        <w:t xml:space="preserve">. Gama y reçut l’accueil favorable qu’il espérait. « Le roi nous envoya des moutons et fit dire au capitaine </w:t>
      </w:r>
      <w:r w:rsidRPr="00801BAE">
        <w:rPr>
          <w:rFonts w:cs="Courier New"/>
          <w:szCs w:val="32"/>
        </w:rPr>
        <w:lastRenderedPageBreak/>
        <w:t>qu’il était le bienvenu, que depuis bien des jours il l’attendait et qu’il l’assurait de nouveau de son amitié. Il donna pour nos malades des oranges et d’autres fruits ; des marchands, qu’il nous avait adressés, vinrent nous vendre quantité de poules et d’œufs. Voyant que le roi était si bon en des circonstances où cela nous était si utile, le capitaine lui envoya un beau cadeau et lui fit demander une trompe d’ivoire qu’il voulait offrir au roi de Po</w:t>
      </w:r>
      <w:r w:rsidRPr="00801BAE">
        <w:rPr>
          <w:rFonts w:cs="Courier New"/>
          <w:szCs w:val="32"/>
        </w:rPr>
        <w:t>r</w:t>
      </w:r>
      <w:r w:rsidRPr="00801BAE">
        <w:rPr>
          <w:rFonts w:cs="Courier New"/>
          <w:szCs w:val="32"/>
        </w:rPr>
        <w:t>tugal. De plus, Gama lui faisait remettre un pilier de démarc</w:t>
      </w:r>
      <w:r w:rsidRPr="00801BAE">
        <w:rPr>
          <w:rFonts w:cs="Courier New"/>
          <w:szCs w:val="32"/>
        </w:rPr>
        <w:t>a</w:t>
      </w:r>
      <w:r w:rsidRPr="00801BAE">
        <w:rPr>
          <w:rFonts w:cs="Courier New"/>
          <w:szCs w:val="32"/>
        </w:rPr>
        <w:t>tion, qui devait être élevé en signe d’alliance. »</w:t>
      </w:r>
    </w:p>
    <w:p w14:paraId="2DB1DFCE" w14:textId="77777777" w:rsidR="00FD7ABB" w:rsidRDefault="00FD28AE" w:rsidP="00FD7ABB">
      <w:r w:rsidRPr="00801BAE">
        <w:rPr>
          <w:rFonts w:cs="Courier New"/>
          <w:szCs w:val="32"/>
        </w:rPr>
        <w:t>Le roi se prêtât gracieusement à ses désirs et envoya à G</w:t>
      </w:r>
      <w:r w:rsidRPr="00801BAE">
        <w:rPr>
          <w:rFonts w:cs="Courier New"/>
          <w:szCs w:val="32"/>
        </w:rPr>
        <w:t>a</w:t>
      </w:r>
      <w:r w:rsidRPr="00801BAE">
        <w:rPr>
          <w:rFonts w:cs="Courier New"/>
          <w:szCs w:val="32"/>
        </w:rPr>
        <w:t xml:space="preserve">ma un jeune homme de ses sujets qui désirait visiter le Portugal. Le </w:t>
      </w:r>
      <w:proofErr w:type="spellStart"/>
      <w:r w:rsidRPr="00801BAE">
        <w:rPr>
          <w:rFonts w:cs="Courier New"/>
          <w:szCs w:val="32"/>
        </w:rPr>
        <w:t>Mélindien</w:t>
      </w:r>
      <w:proofErr w:type="spellEnd"/>
      <w:r w:rsidRPr="00801BAE">
        <w:rPr>
          <w:rFonts w:cs="Courier New"/>
          <w:szCs w:val="32"/>
        </w:rPr>
        <w:t xml:space="preserve"> fut accueilli comme un fils et traité à bord avec beaucoup de déférence et d’affection.</w:t>
      </w:r>
    </w:p>
    <w:p w14:paraId="1BE3B41C" w14:textId="77777777" w:rsidR="00FD7ABB" w:rsidRDefault="00FD28AE" w:rsidP="00FD7ABB">
      <w:r w:rsidRPr="00801BAE">
        <w:rPr>
          <w:rFonts w:cs="Courier New"/>
          <w:szCs w:val="32"/>
        </w:rPr>
        <w:t xml:space="preserve">Après avoir séjourné cinq jours dans le port de </w:t>
      </w:r>
      <w:proofErr w:type="spellStart"/>
      <w:r w:rsidRPr="00801BAE">
        <w:rPr>
          <w:rFonts w:cs="Courier New"/>
          <w:szCs w:val="32"/>
        </w:rPr>
        <w:t>Mélinde</w:t>
      </w:r>
      <w:proofErr w:type="spellEnd"/>
      <w:r w:rsidRPr="00801BAE">
        <w:rPr>
          <w:rFonts w:cs="Courier New"/>
          <w:szCs w:val="32"/>
        </w:rPr>
        <w:t xml:space="preserve"> et avoir ainsi resserré le lien d’amitié qui l’attachait déjà au cheik, Vasco remit à la voile ; mais il perdit encore plusieurs hommes qui succombèrent à la fatigue et surtout aux maladies.</w:t>
      </w:r>
    </w:p>
    <w:p w14:paraId="09815A96" w14:textId="77777777" w:rsidR="00FD7ABB" w:rsidRDefault="00FD28AE" w:rsidP="00FD7ABB">
      <w:r w:rsidRPr="00801BAE">
        <w:rPr>
          <w:rFonts w:cs="Courier New"/>
          <w:szCs w:val="32"/>
        </w:rPr>
        <w:t xml:space="preserve">Le 12, on passa devant </w:t>
      </w:r>
      <w:proofErr w:type="spellStart"/>
      <w:r w:rsidRPr="00801BAE">
        <w:rPr>
          <w:rFonts w:cs="Courier New"/>
          <w:szCs w:val="32"/>
        </w:rPr>
        <w:t>Monbaze</w:t>
      </w:r>
      <w:proofErr w:type="spellEnd"/>
      <w:r w:rsidRPr="00801BAE">
        <w:rPr>
          <w:rFonts w:cs="Courier New"/>
          <w:szCs w:val="32"/>
        </w:rPr>
        <w:t> ; arrivés sur les bas-fonds appelés depuis « les Roches de Saint-Raphaël, » on mit le feu au navire qui portait ce nom, parce qu’il devenait impossible de manœuvrer trois bâtiments avec ce qui restait d’hommes v</w:t>
      </w:r>
      <w:r w:rsidRPr="00801BAE">
        <w:rPr>
          <w:rFonts w:cs="Courier New"/>
          <w:szCs w:val="32"/>
        </w:rPr>
        <w:t>a</w:t>
      </w:r>
      <w:r w:rsidRPr="00801BAE">
        <w:rPr>
          <w:rFonts w:cs="Courier New"/>
          <w:szCs w:val="32"/>
        </w:rPr>
        <w:t>lides. Après avoir réparti le chargement de ce navire sur les deux autres et s’être procuré des rafraîchissements à une bou</w:t>
      </w:r>
      <w:r w:rsidRPr="00801BAE">
        <w:rPr>
          <w:rFonts w:cs="Courier New"/>
          <w:szCs w:val="32"/>
        </w:rPr>
        <w:t>r</w:t>
      </w:r>
      <w:r w:rsidRPr="00801BAE">
        <w:rPr>
          <w:rFonts w:cs="Courier New"/>
          <w:szCs w:val="32"/>
        </w:rPr>
        <w:t xml:space="preserve">gade appelée </w:t>
      </w:r>
      <w:proofErr w:type="spellStart"/>
      <w:r w:rsidRPr="00801BAE">
        <w:rPr>
          <w:rFonts w:cs="Courier New"/>
          <w:szCs w:val="32"/>
        </w:rPr>
        <w:t>Tamugata</w:t>
      </w:r>
      <w:proofErr w:type="spellEnd"/>
      <w:r w:rsidRPr="00801BAE">
        <w:rPr>
          <w:rFonts w:cs="Courier New"/>
          <w:szCs w:val="32"/>
        </w:rPr>
        <w:t>, on se remit de nouveau en route. Au bout de cinq jours de relâche, les voyageurs aperçurent tour à tour Zanzibar et les îles Saint-Georges de Mozambique ; le 3 mars, on entrait dans la baie de Saint-</w:t>
      </w:r>
      <w:proofErr w:type="spellStart"/>
      <w:r w:rsidRPr="00801BAE">
        <w:rPr>
          <w:rFonts w:cs="Courier New"/>
          <w:szCs w:val="32"/>
        </w:rPr>
        <w:t>Braz</w:t>
      </w:r>
      <w:proofErr w:type="spellEnd"/>
      <w:r w:rsidRPr="00801BAE">
        <w:rPr>
          <w:rFonts w:cs="Courier New"/>
          <w:szCs w:val="32"/>
        </w:rPr>
        <w:t>.</w:t>
      </w:r>
    </w:p>
    <w:p w14:paraId="427CD9C0" w14:textId="77777777" w:rsidR="00FD7ABB" w:rsidRDefault="00FD28AE" w:rsidP="00FD7ABB">
      <w:r w:rsidRPr="00801BAE">
        <w:rPr>
          <w:rFonts w:cs="Courier New"/>
          <w:szCs w:val="32"/>
        </w:rPr>
        <w:t>La flottille se trouva dès lors dans des parages moins i</w:t>
      </w:r>
      <w:r w:rsidRPr="00801BAE">
        <w:rPr>
          <w:rFonts w:cs="Courier New"/>
          <w:szCs w:val="32"/>
        </w:rPr>
        <w:t>n</w:t>
      </w:r>
      <w:r w:rsidRPr="00801BAE">
        <w:rPr>
          <w:rFonts w:cs="Courier New"/>
          <w:szCs w:val="32"/>
        </w:rPr>
        <w:t xml:space="preserve">connus. Après avoir encore enduré des fortunes diverses et s’être procuré par la pêche une partie de leur nourriture, les </w:t>
      </w:r>
      <w:r w:rsidRPr="00801BAE">
        <w:rPr>
          <w:rFonts w:cs="Courier New"/>
          <w:szCs w:val="32"/>
        </w:rPr>
        <w:lastRenderedPageBreak/>
        <w:t>Portugais doublèrent enfin, le 20, le cap de Bonne-Espérance. Sous cette latitude, la santé de ceux qui avaient résisté se fort</w:t>
      </w:r>
      <w:r w:rsidRPr="00801BAE">
        <w:rPr>
          <w:rFonts w:cs="Courier New"/>
          <w:szCs w:val="32"/>
        </w:rPr>
        <w:t>i</w:t>
      </w:r>
      <w:r w:rsidRPr="00801BAE">
        <w:rPr>
          <w:rFonts w:cs="Courier New"/>
          <w:szCs w:val="32"/>
        </w:rPr>
        <w:t>fia, bien qu’ils aient eu à souffrir du froid occasionné par des bises violentes. Il est probable d’ailleurs qu’ils en furent surtout éprouvés à cause de la grande différence de température qui existe entre ces côtes et les régions chaudes qu’ils venaient de quitter.</w:t>
      </w:r>
    </w:p>
    <w:p w14:paraId="4ABA6980" w14:textId="77777777" w:rsidR="00FD7ABB" w:rsidRDefault="00FD28AE" w:rsidP="00FD7ABB">
      <w:r w:rsidRPr="00801BAE">
        <w:rPr>
          <w:rFonts w:cs="Courier New"/>
          <w:szCs w:val="32"/>
        </w:rPr>
        <w:t>Vingt-sept jours de vent favorable conduisirent les deux bâtiments dans le voisinage de l’île de Santiago.</w:t>
      </w:r>
    </w:p>
    <w:p w14:paraId="6C6E29AA" w14:textId="77777777" w:rsidR="00FD7ABB" w:rsidRDefault="00FD28AE" w:rsidP="00FD7ABB">
      <w:r w:rsidRPr="00801BAE">
        <w:rPr>
          <w:rFonts w:cs="Courier New"/>
          <w:szCs w:val="32"/>
        </w:rPr>
        <w:t>Parvenus à ce point, on peut dire que l’expédition était a</w:t>
      </w:r>
      <w:r w:rsidRPr="00801BAE">
        <w:rPr>
          <w:rFonts w:cs="Courier New"/>
          <w:szCs w:val="32"/>
        </w:rPr>
        <w:t>c</w:t>
      </w:r>
      <w:r w:rsidRPr="00801BAE">
        <w:rPr>
          <w:rFonts w:cs="Courier New"/>
          <w:szCs w:val="32"/>
        </w:rPr>
        <w:t>complie ; un épisode fâcheux devait en marquer la fin.</w:t>
      </w:r>
    </w:p>
    <w:p w14:paraId="59415A9D" w14:textId="77777777" w:rsidR="00FD7ABB" w:rsidRDefault="00FD28AE" w:rsidP="00FD7ABB">
      <w:r w:rsidRPr="00801BAE">
        <w:rPr>
          <w:rFonts w:cs="Courier New"/>
          <w:szCs w:val="32"/>
        </w:rPr>
        <w:t xml:space="preserve">Ce qui naguère était advenu à Christophe Colomb advint à Vasco de Gama. Il fut abandonné par son compagnon de route. Néanmoins il ne paraît pas que Nicolas Coelho ait été mû en cette circonstance par le sentiment odieux qui dirigea </w:t>
      </w:r>
      <w:proofErr w:type="spellStart"/>
      <w:r w:rsidRPr="00801BAE">
        <w:rPr>
          <w:rFonts w:cs="Courier New"/>
          <w:szCs w:val="32"/>
        </w:rPr>
        <w:t>Pinzon</w:t>
      </w:r>
      <w:proofErr w:type="spellEnd"/>
      <w:r w:rsidRPr="00801BAE">
        <w:rPr>
          <w:rFonts w:cs="Courier New"/>
          <w:szCs w:val="32"/>
        </w:rPr>
        <w:t>, puisque sa conduite ne fut pas incriminée plus tard.</w:t>
      </w:r>
    </w:p>
    <w:p w14:paraId="3B3E1C9E" w14:textId="77777777" w:rsidR="00FD7ABB" w:rsidRDefault="00FD28AE" w:rsidP="00FD7ABB">
      <w:r w:rsidRPr="00801BAE">
        <w:rPr>
          <w:rFonts w:cs="Courier New"/>
          <w:szCs w:val="32"/>
        </w:rPr>
        <w:t xml:space="preserve">Quoi qu’il en soit, à partir du 25 avril, les deux navires ne marchèrent plus de conserve. Séparés par une tempête, ils ne se rejoignirent plus. Le </w:t>
      </w:r>
      <w:proofErr w:type="spellStart"/>
      <w:r w:rsidRPr="00801BAE">
        <w:rPr>
          <w:rFonts w:cs="Courier New"/>
          <w:i/>
          <w:szCs w:val="32"/>
        </w:rPr>
        <w:t>Berrio</w:t>
      </w:r>
      <w:proofErr w:type="spellEnd"/>
      <w:r w:rsidRPr="00801BAE">
        <w:rPr>
          <w:rFonts w:cs="Courier New"/>
          <w:szCs w:val="32"/>
        </w:rPr>
        <w:t xml:space="preserve"> ne relâcha pas au cap Vert, comme cela avait été convenu ; peut-être fut-il obligé, par des difficultés imprévues, de passer outre les décisions prises. Il se dirigea à toutes voiles vers le port de Lisbonne, et il y entra le 14 juillet 1499.</w:t>
      </w:r>
    </w:p>
    <w:p w14:paraId="58DC9C3C" w14:textId="77777777" w:rsidR="00FD7ABB" w:rsidRDefault="00FD28AE" w:rsidP="00FD7ABB">
      <w:r w:rsidRPr="00801BAE">
        <w:rPr>
          <w:rFonts w:cs="Courier New"/>
          <w:szCs w:val="32"/>
        </w:rPr>
        <w:t xml:space="preserve">Ce ne fut donc pas Gama qui eut la joie d’annoncer au roi Emmanuel les résultats magnifiques d’une expédition méditée depuis tant d’années. Divers historiens ont supposé que Nicolas Coelho s’était séparé du chef de l’expédition dans le but unique d’obtenir la récompense pécuniaire promise par Emmanuel à celui qui viendrait lui annoncer la découverte des Indes. La somme considérable que l’habile marin reçut </w:t>
      </w:r>
      <w:r w:rsidRPr="00801BAE">
        <w:rPr>
          <w:rFonts w:cs="Courier New"/>
          <w:szCs w:val="32"/>
        </w:rPr>
        <w:lastRenderedPageBreak/>
        <w:t>plus tard du Go</w:t>
      </w:r>
      <w:r w:rsidRPr="00801BAE">
        <w:rPr>
          <w:rFonts w:cs="Courier New"/>
          <w:szCs w:val="32"/>
        </w:rPr>
        <w:t>u</w:t>
      </w:r>
      <w:r w:rsidRPr="00801BAE">
        <w:rPr>
          <w:rFonts w:cs="Courier New"/>
          <w:szCs w:val="32"/>
        </w:rPr>
        <w:t>vernement, à titre de rémunération pour l’ensemble de ses tr</w:t>
      </w:r>
      <w:r w:rsidRPr="00801BAE">
        <w:rPr>
          <w:rFonts w:cs="Courier New"/>
          <w:szCs w:val="32"/>
        </w:rPr>
        <w:t>a</w:t>
      </w:r>
      <w:r w:rsidRPr="00801BAE">
        <w:rPr>
          <w:rFonts w:cs="Courier New"/>
          <w:szCs w:val="32"/>
        </w:rPr>
        <w:t>vaux, ne fait pas supposer que sa conduite ait été jugée déloyale.</w:t>
      </w:r>
    </w:p>
    <w:p w14:paraId="2262848A" w14:textId="77777777" w:rsidR="00FD7ABB" w:rsidRDefault="00FD28AE" w:rsidP="00FD7ABB">
      <w:r w:rsidRPr="00801BAE">
        <w:rPr>
          <w:rFonts w:cs="Courier New"/>
          <w:szCs w:val="32"/>
        </w:rPr>
        <w:t>Tandis qu’on se réjouissait à Lisbonne, Vasco de Gama était préoccupé des soins les plus douloureux. Le frère profo</w:t>
      </w:r>
      <w:r w:rsidRPr="00801BAE">
        <w:rPr>
          <w:rFonts w:cs="Courier New"/>
          <w:szCs w:val="32"/>
        </w:rPr>
        <w:t>n</w:t>
      </w:r>
      <w:r w:rsidRPr="00801BAE">
        <w:rPr>
          <w:rFonts w:cs="Courier New"/>
          <w:szCs w:val="32"/>
        </w:rPr>
        <w:t>dément aimé, dont la tendresse courageuse et l’inébranlable d</w:t>
      </w:r>
      <w:r w:rsidRPr="00801BAE">
        <w:rPr>
          <w:rFonts w:cs="Courier New"/>
          <w:szCs w:val="32"/>
        </w:rPr>
        <w:t>é</w:t>
      </w:r>
      <w:r w:rsidRPr="00801BAE">
        <w:rPr>
          <w:rFonts w:cs="Courier New"/>
          <w:szCs w:val="32"/>
        </w:rPr>
        <w:t>vouement ne lui avaient jamais fait défaut au milieu des p</w:t>
      </w:r>
      <w:r w:rsidRPr="00801BAE">
        <w:rPr>
          <w:rFonts w:cs="Courier New"/>
          <w:szCs w:val="32"/>
        </w:rPr>
        <w:t>é</w:t>
      </w:r>
      <w:r w:rsidRPr="00801BAE">
        <w:rPr>
          <w:rFonts w:cs="Courier New"/>
          <w:szCs w:val="32"/>
        </w:rPr>
        <w:t>rils, voyait lentement s’éteindre sa vie et comprenait qu’il ne lui re</w:t>
      </w:r>
      <w:r w:rsidRPr="00801BAE">
        <w:rPr>
          <w:rFonts w:cs="Courier New"/>
          <w:szCs w:val="32"/>
        </w:rPr>
        <w:t>s</w:t>
      </w:r>
      <w:r w:rsidRPr="00801BAE">
        <w:rPr>
          <w:rFonts w:cs="Courier New"/>
          <w:szCs w:val="32"/>
        </w:rPr>
        <w:t>tait plus assez de force pour lutter, à bord de la capitane, contre les difficultés que présentait la dernière partie du voyage. Arrivé à l’île de Santiago, Gama remit le commandement de son navire à João de Sa et, frétant une caravelle fine voilière, il tenta, par une marche rapide, de faire revoir au mourant les rives tant souhaitées.</w:t>
      </w:r>
    </w:p>
    <w:p w14:paraId="38835456" w14:textId="77777777" w:rsidR="00FD7ABB" w:rsidRDefault="00FD28AE" w:rsidP="00FD7ABB">
      <w:r w:rsidRPr="00801BAE">
        <w:rPr>
          <w:rFonts w:cs="Courier New"/>
          <w:szCs w:val="32"/>
        </w:rPr>
        <w:t>Cet espoir fut déçu. La caravelle aborda l’île Terceira du groupe des Açores, mais ce fut pour laisser dans la ville d’Angra le corps de l’infortuné Paulo de Gama. Il fut inhumé dans le couvent de San-Francisco. Après trois siècles et demi, le 28 ja</w:t>
      </w:r>
      <w:r w:rsidRPr="00801BAE">
        <w:rPr>
          <w:rFonts w:cs="Courier New"/>
          <w:szCs w:val="32"/>
        </w:rPr>
        <w:t>n</w:t>
      </w:r>
      <w:r w:rsidRPr="00801BAE">
        <w:rPr>
          <w:rFonts w:cs="Courier New"/>
          <w:szCs w:val="32"/>
        </w:rPr>
        <w:t>vier 1849, on lui a érigé un petit monument avec cette inscri</w:t>
      </w:r>
      <w:r w:rsidRPr="00801BAE">
        <w:rPr>
          <w:rFonts w:cs="Courier New"/>
          <w:szCs w:val="32"/>
        </w:rPr>
        <w:t>p</w:t>
      </w:r>
      <w:r w:rsidRPr="00801BAE">
        <w:rPr>
          <w:rFonts w:cs="Courier New"/>
          <w:szCs w:val="32"/>
        </w:rPr>
        <w:t>tion :</w:t>
      </w:r>
    </w:p>
    <w:p w14:paraId="2147358B" w14:textId="77777777" w:rsidR="00FD28AE" w:rsidRPr="00FD7ABB" w:rsidRDefault="00FD28AE" w:rsidP="001D2F74">
      <w:pPr>
        <w:widowControl w:val="0"/>
        <w:autoSpaceDE w:val="0"/>
        <w:autoSpaceDN w:val="0"/>
        <w:adjustRightInd w:val="0"/>
        <w:spacing w:after="0"/>
        <w:ind w:firstLine="0"/>
        <w:jc w:val="center"/>
        <w:rPr>
          <w:rFonts w:cs="Courier New"/>
          <w:szCs w:val="32"/>
        </w:rPr>
      </w:pPr>
      <w:r w:rsidRPr="00FD7ABB">
        <w:rPr>
          <w:rFonts w:cs="Courier New"/>
          <w:szCs w:val="32"/>
        </w:rPr>
        <w:t xml:space="preserve">A MEMORIA </w:t>
      </w:r>
      <w:proofErr w:type="spellStart"/>
      <w:r w:rsidRPr="00FD7ABB">
        <w:rPr>
          <w:rFonts w:cs="Courier New"/>
          <w:szCs w:val="32"/>
        </w:rPr>
        <w:t>DOIRAM</w:t>
      </w:r>
      <w:proofErr w:type="spellEnd"/>
      <w:r w:rsidRPr="00FD7ABB">
        <w:rPr>
          <w:rFonts w:cs="Courier New"/>
          <w:szCs w:val="32"/>
        </w:rPr>
        <w:t xml:space="preserve"> DE VASCO DE GAMA</w:t>
      </w:r>
    </w:p>
    <w:p w14:paraId="43DDE838" w14:textId="77777777" w:rsidR="00FD28AE" w:rsidRPr="00FD7ABB" w:rsidRDefault="00FD28AE" w:rsidP="001D2F74">
      <w:pPr>
        <w:widowControl w:val="0"/>
        <w:autoSpaceDE w:val="0"/>
        <w:autoSpaceDN w:val="0"/>
        <w:adjustRightInd w:val="0"/>
        <w:spacing w:before="0" w:after="0"/>
        <w:ind w:firstLine="0"/>
        <w:jc w:val="center"/>
        <w:rPr>
          <w:rFonts w:cs="Courier New"/>
          <w:szCs w:val="32"/>
        </w:rPr>
      </w:pPr>
      <w:r w:rsidRPr="00FD7ABB">
        <w:rPr>
          <w:rFonts w:cs="Courier New"/>
          <w:szCs w:val="32"/>
        </w:rPr>
        <w:t xml:space="preserve">O ILLUSTRE </w:t>
      </w:r>
      <w:proofErr w:type="spellStart"/>
      <w:r w:rsidRPr="00FD7ABB">
        <w:rPr>
          <w:rFonts w:cs="Courier New"/>
          <w:szCs w:val="32"/>
        </w:rPr>
        <w:t>CAPITAM</w:t>
      </w:r>
      <w:proofErr w:type="spellEnd"/>
      <w:r w:rsidRPr="00FD7ABB">
        <w:rPr>
          <w:rFonts w:cs="Courier New"/>
          <w:szCs w:val="32"/>
        </w:rPr>
        <w:t xml:space="preserve"> PAULO DE GAMA</w:t>
      </w:r>
    </w:p>
    <w:p w14:paraId="33227433" w14:textId="77777777" w:rsidR="00FD28AE" w:rsidRPr="00FD7ABB" w:rsidRDefault="00FD28AE" w:rsidP="001D2F74">
      <w:pPr>
        <w:widowControl w:val="0"/>
        <w:autoSpaceDE w:val="0"/>
        <w:autoSpaceDN w:val="0"/>
        <w:adjustRightInd w:val="0"/>
        <w:spacing w:before="0" w:after="0"/>
        <w:ind w:firstLine="0"/>
        <w:jc w:val="center"/>
        <w:rPr>
          <w:rFonts w:cs="Courier New"/>
          <w:szCs w:val="32"/>
          <w:lang w:val="en-US"/>
        </w:rPr>
      </w:pPr>
      <w:proofErr w:type="spellStart"/>
      <w:r w:rsidRPr="00FD7ABB">
        <w:rPr>
          <w:rFonts w:cs="Courier New"/>
          <w:szCs w:val="32"/>
          <w:lang w:val="en-US"/>
        </w:rPr>
        <w:t>SEPULTADO</w:t>
      </w:r>
      <w:proofErr w:type="spellEnd"/>
      <w:r w:rsidRPr="00FD7ABB">
        <w:rPr>
          <w:rFonts w:cs="Courier New"/>
          <w:szCs w:val="32"/>
          <w:lang w:val="en-US"/>
        </w:rPr>
        <w:t xml:space="preserve"> </w:t>
      </w:r>
      <w:proofErr w:type="spellStart"/>
      <w:r w:rsidRPr="00FD7ABB">
        <w:rPr>
          <w:rFonts w:cs="Courier New"/>
          <w:szCs w:val="32"/>
          <w:lang w:val="en-US"/>
        </w:rPr>
        <w:t>NŒSTE</w:t>
      </w:r>
      <w:proofErr w:type="spellEnd"/>
      <w:r w:rsidRPr="00FD7ABB">
        <w:rPr>
          <w:rFonts w:cs="Courier New"/>
          <w:szCs w:val="32"/>
          <w:lang w:val="en-US"/>
        </w:rPr>
        <w:t xml:space="preserve"> CONVENTO</w:t>
      </w:r>
    </w:p>
    <w:p w14:paraId="4BD0A9C9" w14:textId="77777777" w:rsidR="00FD28AE" w:rsidRPr="00FD7ABB" w:rsidRDefault="00FD28AE" w:rsidP="001D2F74">
      <w:pPr>
        <w:widowControl w:val="0"/>
        <w:autoSpaceDE w:val="0"/>
        <w:autoSpaceDN w:val="0"/>
        <w:adjustRightInd w:val="0"/>
        <w:spacing w:before="0" w:after="0"/>
        <w:ind w:firstLine="0"/>
        <w:jc w:val="center"/>
        <w:rPr>
          <w:rFonts w:cs="Courier New"/>
          <w:szCs w:val="32"/>
          <w:lang w:val="en-US"/>
        </w:rPr>
      </w:pPr>
      <w:r w:rsidRPr="00FD7ABB">
        <w:rPr>
          <w:rFonts w:cs="Courier New"/>
          <w:szCs w:val="32"/>
          <w:lang w:val="en-US"/>
        </w:rPr>
        <w:t xml:space="preserve">ANNO 1499. </w:t>
      </w:r>
      <w:proofErr w:type="spellStart"/>
      <w:r w:rsidRPr="00FD7ABB">
        <w:rPr>
          <w:rFonts w:cs="Courier New"/>
          <w:szCs w:val="32"/>
          <w:lang w:val="en-US"/>
        </w:rPr>
        <w:t>ERIGUILHE</w:t>
      </w:r>
      <w:proofErr w:type="spellEnd"/>
      <w:r w:rsidRPr="00FD7ABB">
        <w:rPr>
          <w:rFonts w:cs="Courier New"/>
          <w:szCs w:val="32"/>
          <w:lang w:val="en-US"/>
        </w:rPr>
        <w:t xml:space="preserve"> ESTA LAPIDA</w:t>
      </w:r>
    </w:p>
    <w:p w14:paraId="1F0E5505" w14:textId="77777777" w:rsidR="00FD28AE" w:rsidRPr="00FD7ABB" w:rsidRDefault="00FD28AE" w:rsidP="001D2F74">
      <w:pPr>
        <w:widowControl w:val="0"/>
        <w:autoSpaceDE w:val="0"/>
        <w:autoSpaceDN w:val="0"/>
        <w:adjustRightInd w:val="0"/>
        <w:spacing w:before="0" w:after="0"/>
        <w:ind w:firstLine="0"/>
        <w:jc w:val="center"/>
        <w:rPr>
          <w:rFonts w:cs="Courier New"/>
          <w:szCs w:val="32"/>
          <w:lang w:val="en-US"/>
        </w:rPr>
      </w:pPr>
      <w:r w:rsidRPr="00FD7ABB">
        <w:rPr>
          <w:rFonts w:cs="Courier New"/>
          <w:szCs w:val="32"/>
          <w:lang w:val="en-US"/>
        </w:rPr>
        <w:t xml:space="preserve">O </w:t>
      </w:r>
      <w:proofErr w:type="spellStart"/>
      <w:r w:rsidRPr="00FD7ABB">
        <w:rPr>
          <w:rFonts w:cs="Courier New"/>
          <w:szCs w:val="32"/>
          <w:lang w:val="en-US"/>
        </w:rPr>
        <w:t>GOVERNADO</w:t>
      </w:r>
      <w:proofErr w:type="spellEnd"/>
      <w:r w:rsidRPr="00FD7ABB">
        <w:rPr>
          <w:rFonts w:cs="Courier New"/>
          <w:szCs w:val="32"/>
          <w:lang w:val="en-US"/>
        </w:rPr>
        <w:t xml:space="preserve"> CIVIL A. I. V. SANT-ARITA</w:t>
      </w:r>
    </w:p>
    <w:p w14:paraId="03E061DC" w14:textId="77777777" w:rsidR="00FD7ABB" w:rsidRDefault="00FD28AE" w:rsidP="001D2F74">
      <w:pPr>
        <w:spacing w:before="0"/>
        <w:ind w:firstLine="0"/>
        <w:jc w:val="center"/>
      </w:pPr>
      <w:proofErr w:type="spellStart"/>
      <w:r w:rsidRPr="00FD7ABB">
        <w:rPr>
          <w:rFonts w:cs="Courier New"/>
          <w:szCs w:val="32"/>
        </w:rPr>
        <w:t>EM</w:t>
      </w:r>
      <w:proofErr w:type="spellEnd"/>
      <w:r w:rsidRPr="00FD7ABB">
        <w:rPr>
          <w:rFonts w:cs="Courier New"/>
          <w:szCs w:val="32"/>
        </w:rPr>
        <w:t xml:space="preserve"> </w:t>
      </w:r>
      <w:proofErr w:type="spellStart"/>
      <w:r w:rsidRPr="00FD7ABB">
        <w:rPr>
          <w:rFonts w:cs="Courier New"/>
          <w:szCs w:val="32"/>
        </w:rPr>
        <w:t>JANIERO</w:t>
      </w:r>
      <w:proofErr w:type="spellEnd"/>
      <w:r w:rsidRPr="00FD7ABB">
        <w:rPr>
          <w:rFonts w:cs="Courier New"/>
          <w:szCs w:val="32"/>
        </w:rPr>
        <w:t xml:space="preserve"> 28 1849.</w:t>
      </w:r>
    </w:p>
    <w:p w14:paraId="5216DB82" w14:textId="77777777" w:rsidR="00FD7ABB" w:rsidRDefault="00FD28AE" w:rsidP="00FD7ABB">
      <w:r w:rsidRPr="00801BAE">
        <w:rPr>
          <w:rFonts w:cs="Courier New"/>
          <w:szCs w:val="32"/>
        </w:rPr>
        <w:t>Nul des contemporains de Paulo de Gama ne lui a refusé un souvenir de glorieuse sympathie. Dans bien des circon</w:t>
      </w:r>
      <w:r w:rsidRPr="00801BAE">
        <w:rPr>
          <w:rFonts w:cs="Courier New"/>
          <w:szCs w:val="32"/>
        </w:rPr>
        <w:t>s</w:t>
      </w:r>
      <w:r w:rsidRPr="00801BAE">
        <w:rPr>
          <w:rFonts w:cs="Courier New"/>
          <w:szCs w:val="32"/>
        </w:rPr>
        <w:t>tances dangereuses, il avait été le bon génie de son frère, et son c</w:t>
      </w:r>
      <w:r w:rsidRPr="00801BAE">
        <w:rPr>
          <w:rFonts w:cs="Courier New"/>
          <w:szCs w:val="32"/>
        </w:rPr>
        <w:t>a</w:t>
      </w:r>
      <w:r w:rsidRPr="00801BAE">
        <w:rPr>
          <w:rFonts w:cs="Courier New"/>
          <w:szCs w:val="32"/>
        </w:rPr>
        <w:t>ractère plein de noblesse et de grandeur en fait une des plus be</w:t>
      </w:r>
      <w:r w:rsidRPr="00801BAE">
        <w:rPr>
          <w:rFonts w:cs="Courier New"/>
          <w:szCs w:val="32"/>
        </w:rPr>
        <w:t>l</w:t>
      </w:r>
      <w:r w:rsidRPr="00801BAE">
        <w:rPr>
          <w:rFonts w:cs="Courier New"/>
          <w:szCs w:val="32"/>
        </w:rPr>
        <w:t>les physionomies de son temps.</w:t>
      </w:r>
    </w:p>
    <w:p w14:paraId="51EFF8F8" w14:textId="77777777" w:rsidR="00FD7ABB" w:rsidRDefault="00FD28AE" w:rsidP="00FD7ABB">
      <w:r w:rsidRPr="00801BAE">
        <w:rPr>
          <w:rFonts w:cs="Courier New"/>
          <w:szCs w:val="32"/>
        </w:rPr>
        <w:lastRenderedPageBreak/>
        <w:t>« Cette mort fut très douloureuse au cœur de Vasco. » Il quitta bientôt Terceira et s’en vint, pour ainsi dire furtivement, à Lisbonne, dans une simple caravelle, tandis que João de Sa ramenait son navire.</w:t>
      </w:r>
    </w:p>
    <w:p w14:paraId="7E2F2DC3" w14:textId="77777777" w:rsidR="00FD7ABB" w:rsidRDefault="00FD28AE" w:rsidP="00FD7ABB">
      <w:r w:rsidRPr="00801BAE">
        <w:rPr>
          <w:rFonts w:cs="Courier New"/>
          <w:szCs w:val="32"/>
        </w:rPr>
        <w:t>Ce fut donc dans la première quinzaine de septembre qu’il entra dans le port. Il revit avec émotion le petit ermitage de l’Ordre du Christ où il avait si religieusement prié avant de se confier aux caprices de l’Océan.</w:t>
      </w:r>
    </w:p>
    <w:p w14:paraId="72FB92B7" w14:textId="77777777" w:rsidR="00FD7ABB" w:rsidRDefault="00FD28AE" w:rsidP="00FD7ABB">
      <w:r w:rsidRPr="00801BAE">
        <w:rPr>
          <w:rFonts w:cs="Courier New"/>
          <w:szCs w:val="32"/>
        </w:rPr>
        <w:t>Peu de jours après, il fut salué du titre d’</w:t>
      </w:r>
      <w:proofErr w:type="spellStart"/>
      <w:r w:rsidRPr="00801BAE">
        <w:rPr>
          <w:rFonts w:cs="Courier New"/>
          <w:szCs w:val="32"/>
        </w:rPr>
        <w:t>almirante</w:t>
      </w:r>
      <w:proofErr w:type="spellEnd"/>
      <w:r w:rsidRPr="00801BAE">
        <w:rPr>
          <w:rFonts w:cs="Courier New"/>
          <w:szCs w:val="32"/>
        </w:rPr>
        <w:t>, et des fêtes pompeuses signalèrent son retour.</w:t>
      </w:r>
    </w:p>
    <w:p w14:paraId="38386081" w14:textId="77777777" w:rsidR="00FD7ABB" w:rsidRDefault="00FD28AE" w:rsidP="00FD7ABB">
      <w:r w:rsidRPr="00801BAE">
        <w:rPr>
          <w:rFonts w:cs="Courier New"/>
          <w:szCs w:val="32"/>
        </w:rPr>
        <w:t>Outre le titre d’amiral des Indes, on lui concéda le droit de faire précéder son nom du Dom, qui ne fut jamais accordé que très rarement, même aux personnages les plus marquants. De plus, Gama reçut une indemnité considérable en argent et des privilèges dans le commerce des Indes qui devaient l’enrichir promptement. Toutefois ces preuves de munificence royale se firent quelque peu attendre ; elles ne furent régularisées, par un acte public, que le 10 janvier 1502.</w:t>
      </w:r>
    </w:p>
    <w:p w14:paraId="65DB0F99" w14:textId="77777777" w:rsidR="00FD28AE" w:rsidRPr="00801BAE" w:rsidRDefault="00FD28AE" w:rsidP="00FD28AE">
      <w:pPr>
        <w:pStyle w:val="Titre1"/>
      </w:pPr>
      <w:bookmarkStart w:id="21" w:name="_Toc271750270"/>
      <w:bookmarkStart w:id="22" w:name="_Toc195615299"/>
      <w:r w:rsidRPr="00801BAE">
        <w:lastRenderedPageBreak/>
        <w:t>XI</w:t>
      </w:r>
      <w:bookmarkEnd w:id="21"/>
      <w:bookmarkEnd w:id="22"/>
      <w:r w:rsidRPr="00801BAE">
        <w:br/>
      </w:r>
    </w:p>
    <w:p w14:paraId="1FF25F83" w14:textId="77777777" w:rsidR="00FD7ABB" w:rsidRDefault="00FD28AE" w:rsidP="00FD7ABB">
      <w:r w:rsidRPr="00801BAE">
        <w:rPr>
          <w:rFonts w:cs="Courier New"/>
          <w:szCs w:val="32"/>
        </w:rPr>
        <w:t>À peine Vasco de Gama était-il revenu de son expédition qu’on songea à utiliser son importante découverte. Le roi E</w:t>
      </w:r>
      <w:r w:rsidRPr="00801BAE">
        <w:rPr>
          <w:rFonts w:cs="Courier New"/>
          <w:szCs w:val="32"/>
        </w:rPr>
        <w:t>m</w:t>
      </w:r>
      <w:r w:rsidRPr="00801BAE">
        <w:rPr>
          <w:rFonts w:cs="Courier New"/>
          <w:szCs w:val="32"/>
        </w:rPr>
        <w:t xml:space="preserve">manuel fit appareiller une flotte de douze navires, et en nomma </w:t>
      </w:r>
      <w:proofErr w:type="spellStart"/>
      <w:r w:rsidRPr="00801BAE">
        <w:rPr>
          <w:rFonts w:cs="Courier New"/>
          <w:szCs w:val="32"/>
        </w:rPr>
        <w:t>capitam-môr</w:t>
      </w:r>
      <w:proofErr w:type="spellEnd"/>
      <w:r w:rsidRPr="00801BAE">
        <w:rPr>
          <w:rFonts w:cs="Courier New"/>
          <w:szCs w:val="32"/>
        </w:rPr>
        <w:t xml:space="preserve"> Pedro Alvarez Cabral. Dix de ces bâtiments avaient ordre de se rendre à Calicut ; les deux autres devaient se diriger vers </w:t>
      </w:r>
      <w:proofErr w:type="spellStart"/>
      <w:r w:rsidRPr="00801BAE">
        <w:rPr>
          <w:rFonts w:cs="Courier New"/>
          <w:szCs w:val="32"/>
        </w:rPr>
        <w:t>Sofala</w:t>
      </w:r>
      <w:proofErr w:type="spellEnd"/>
      <w:r w:rsidRPr="00801BAE">
        <w:rPr>
          <w:rFonts w:cs="Courier New"/>
          <w:szCs w:val="32"/>
        </w:rPr>
        <w:t xml:space="preserve"> pour y établir des relations commerciales.</w:t>
      </w:r>
    </w:p>
    <w:p w14:paraId="3046F2E4" w14:textId="77777777" w:rsidR="00FD7ABB" w:rsidRDefault="00FD28AE" w:rsidP="00FD7ABB">
      <w:r w:rsidRPr="00801BAE">
        <w:rPr>
          <w:rFonts w:cs="Courier New"/>
          <w:szCs w:val="32"/>
        </w:rPr>
        <w:t xml:space="preserve">Le </w:t>
      </w:r>
      <w:proofErr w:type="spellStart"/>
      <w:r w:rsidRPr="00801BAE">
        <w:rPr>
          <w:rFonts w:cs="Courier New"/>
          <w:i/>
          <w:szCs w:val="32"/>
        </w:rPr>
        <w:t>Rostello</w:t>
      </w:r>
      <w:proofErr w:type="spellEnd"/>
      <w:r w:rsidRPr="00801BAE">
        <w:rPr>
          <w:rFonts w:cs="Courier New"/>
          <w:szCs w:val="32"/>
        </w:rPr>
        <w:t xml:space="preserve"> fut, cette fois encore, le témoin du départ et le roi, afin de donner plus de solennité à cette nouvelle entreprise, vint en personne remettre son étendard au capitaine général. Les Portugais savaient maintenant la route à suivre et le terme du voyage ; aussi la flotte s’éloigna gaiement, confiante en son étoile.</w:t>
      </w:r>
    </w:p>
    <w:p w14:paraId="2CE0E78D" w14:textId="77777777" w:rsidR="00FD7ABB" w:rsidRDefault="00FD28AE" w:rsidP="00FD7ABB">
      <w:r w:rsidRPr="00801BAE">
        <w:rPr>
          <w:rFonts w:cs="Courier New"/>
          <w:szCs w:val="32"/>
        </w:rPr>
        <w:t>Un incident aussi heureux qu’inattendu marqua cette nav</w:t>
      </w:r>
      <w:r w:rsidRPr="00801BAE">
        <w:rPr>
          <w:rFonts w:cs="Courier New"/>
          <w:szCs w:val="32"/>
        </w:rPr>
        <w:t>i</w:t>
      </w:r>
      <w:r w:rsidRPr="00801BAE">
        <w:rPr>
          <w:rFonts w:cs="Courier New"/>
          <w:szCs w:val="32"/>
        </w:rPr>
        <w:t>gation. Dès le 25 mars, on avait doublé le cap Vert ; mais, après quelques jours, une tempête furieuse s’éleva et jeta la flotte hors de sa route ; le 24 avril, elle voyait de nouveau la terre. Au bout de deux jours, Cabral entendait la messe sur les rives fleuries d’une terre inconnue, au milieu des chœurs formés par des tr</w:t>
      </w:r>
      <w:r w:rsidRPr="00801BAE">
        <w:rPr>
          <w:rFonts w:cs="Courier New"/>
          <w:szCs w:val="32"/>
        </w:rPr>
        <w:t>i</w:t>
      </w:r>
      <w:r w:rsidRPr="00801BAE">
        <w:rPr>
          <w:rFonts w:cs="Courier New"/>
          <w:szCs w:val="32"/>
        </w:rPr>
        <w:t xml:space="preserve">bus sauvages qui s’inclinaient devant la croix : la terre de </w:t>
      </w:r>
      <w:r w:rsidRPr="00801BAE">
        <w:rPr>
          <w:rFonts w:cs="Courier New"/>
          <w:i/>
          <w:szCs w:val="32"/>
        </w:rPr>
        <w:t>Santa-Cruz</w:t>
      </w:r>
      <w:r w:rsidRPr="00801BAE">
        <w:rPr>
          <w:rFonts w:cs="Courier New"/>
          <w:szCs w:val="32"/>
        </w:rPr>
        <w:t xml:space="preserve"> était découverte ; l’immense empire du Brésil appartenait au Portugal, et, pour livrer à l’Europe, cette paisible conquête, il avait suffi d’un jour ; la Providence, comme dit l’Écriture, s’était contentée d’appeler les vents.</w:t>
      </w:r>
    </w:p>
    <w:p w14:paraId="4B1FD414" w14:textId="77777777" w:rsidR="00FD7ABB" w:rsidRDefault="00FD28AE" w:rsidP="00FD7ABB">
      <w:r w:rsidRPr="00801BAE">
        <w:rPr>
          <w:rFonts w:cs="Courier New"/>
          <w:szCs w:val="32"/>
        </w:rPr>
        <w:t>Quel étrange contraste entre cette relâche paisible et ce que devait coûter d’efforts la conquête des Indes !</w:t>
      </w:r>
    </w:p>
    <w:p w14:paraId="1F17E486" w14:textId="77777777" w:rsidR="00FD7ABB" w:rsidRDefault="00FD28AE" w:rsidP="00FD7ABB">
      <w:r w:rsidRPr="00801BAE">
        <w:rPr>
          <w:rFonts w:cs="Courier New"/>
          <w:szCs w:val="32"/>
        </w:rPr>
        <w:lastRenderedPageBreak/>
        <w:t>Le 2 mai, la flotte mit de nouveau à la voile pour se diriger vers le cap de Bonne-Espérance, et, après avoir subi une épo</w:t>
      </w:r>
      <w:r w:rsidRPr="00801BAE">
        <w:rPr>
          <w:rFonts w:cs="Courier New"/>
          <w:szCs w:val="32"/>
        </w:rPr>
        <w:t>u</w:t>
      </w:r>
      <w:r w:rsidRPr="00801BAE">
        <w:rPr>
          <w:rFonts w:cs="Courier New"/>
          <w:szCs w:val="32"/>
        </w:rPr>
        <w:t>vantable tourmente, qui dispersa les navires, les voyageurs arr</w:t>
      </w:r>
      <w:r w:rsidRPr="00801BAE">
        <w:rPr>
          <w:rFonts w:cs="Courier New"/>
          <w:szCs w:val="32"/>
        </w:rPr>
        <w:t>i</w:t>
      </w:r>
      <w:r w:rsidRPr="00801BAE">
        <w:rPr>
          <w:rFonts w:cs="Courier New"/>
          <w:szCs w:val="32"/>
        </w:rPr>
        <w:t>vèrent à Calicut, le 13 septembre 1500. Ils avaient relâché à M</w:t>
      </w:r>
      <w:r w:rsidRPr="00801BAE">
        <w:rPr>
          <w:rFonts w:cs="Courier New"/>
          <w:szCs w:val="32"/>
        </w:rPr>
        <w:t>o</w:t>
      </w:r>
      <w:r w:rsidRPr="00801BAE">
        <w:rPr>
          <w:rFonts w:cs="Courier New"/>
          <w:szCs w:val="32"/>
        </w:rPr>
        <w:t xml:space="preserve">zambique et à </w:t>
      </w:r>
      <w:proofErr w:type="spellStart"/>
      <w:r w:rsidRPr="00801BAE">
        <w:rPr>
          <w:rFonts w:cs="Courier New"/>
          <w:szCs w:val="32"/>
        </w:rPr>
        <w:t>Mélinde</w:t>
      </w:r>
      <w:proofErr w:type="spellEnd"/>
      <w:r w:rsidRPr="00801BAE">
        <w:rPr>
          <w:rFonts w:cs="Courier New"/>
          <w:szCs w:val="32"/>
        </w:rPr>
        <w:t>. Les accidents de la route et les ravages causés par la tempête avaient été tels qu’il ne restait à Cabral que six bâtiments, lorsqu’il alla mouiller à une lieue de la côte indienne.</w:t>
      </w:r>
    </w:p>
    <w:p w14:paraId="72A6B9AD" w14:textId="77777777" w:rsidR="00FD7ABB" w:rsidRDefault="00FD28AE" w:rsidP="00FD7ABB">
      <w:r w:rsidRPr="00801BAE">
        <w:rPr>
          <w:rFonts w:cs="Courier New"/>
          <w:szCs w:val="32"/>
        </w:rPr>
        <w:t xml:space="preserve">Le </w:t>
      </w:r>
      <w:proofErr w:type="spellStart"/>
      <w:r w:rsidRPr="00801BAE">
        <w:rPr>
          <w:rFonts w:cs="Courier New"/>
          <w:szCs w:val="32"/>
        </w:rPr>
        <w:t>Samorin</w:t>
      </w:r>
      <w:proofErr w:type="spellEnd"/>
      <w:r w:rsidRPr="00801BAE">
        <w:rPr>
          <w:rFonts w:cs="Courier New"/>
          <w:szCs w:val="32"/>
        </w:rPr>
        <w:t>, mieux informé de la force des Portugais, ou désireux de mieux dissimuler ses projets de défense, accueillit les étrangers avec beaucoup d’empressement. Après quelques difficultés de détail facilement écartées, des otages furent échangés, et le rajah reçut le nouvel ambassadeur. Le souverain hindou s’était environné d’une pompe qu’il n’avait pas déployée quand Gama s’était présenté devant lui, et, de son côté, Cabral apportait des présents dont la magnificence devait plaire à l’avare rajah.</w:t>
      </w:r>
    </w:p>
    <w:p w14:paraId="012E0941" w14:textId="77777777" w:rsidR="00FD7ABB" w:rsidRDefault="00FD28AE" w:rsidP="00FD7ABB">
      <w:r w:rsidRPr="00801BAE">
        <w:rPr>
          <w:rFonts w:cs="Courier New"/>
          <w:szCs w:val="32"/>
        </w:rPr>
        <w:t>Celui-ci étalait un luxe inouï. Il était tellement couvert de pierreries que, selon l’expression d’un compagnon de Cabral, il n’y avait pas de somme au monde qui pût payer cette profusion de joyaux. Son siège était d’argent massif ; les quinze ou vingt trompettes qui retentissaient autour de son palanquin étaient du même métal ; trois étaient en or, et l’une de ces dernières était si lourde et si grande qu’il fallait deux hommes pour la po</w:t>
      </w:r>
      <w:r w:rsidRPr="00801BAE">
        <w:rPr>
          <w:rFonts w:cs="Courier New"/>
          <w:szCs w:val="32"/>
        </w:rPr>
        <w:t>r</w:t>
      </w:r>
      <w:r w:rsidRPr="00801BAE">
        <w:rPr>
          <w:rFonts w:cs="Courier New"/>
          <w:szCs w:val="32"/>
        </w:rPr>
        <w:t>ter. L’embouchure de ces superbes instruments était ornée de rubis.</w:t>
      </w:r>
    </w:p>
    <w:p w14:paraId="5E25A933" w14:textId="77777777" w:rsidR="00FD7ABB" w:rsidRDefault="00FD28AE" w:rsidP="00FD7ABB">
      <w:r w:rsidRPr="00801BAE">
        <w:rPr>
          <w:rFonts w:cs="Courier New"/>
          <w:szCs w:val="32"/>
        </w:rPr>
        <w:t>En dépit de ces démonstrations amicales, Cabral sentit, dès l’origine, combien peu il fallait compter sur des conventions où les musulmans réussissaient toujours à se mettre en tiers. C</w:t>
      </w:r>
      <w:r w:rsidRPr="00801BAE">
        <w:rPr>
          <w:rFonts w:cs="Courier New"/>
          <w:szCs w:val="32"/>
        </w:rPr>
        <w:t>e</w:t>
      </w:r>
      <w:r w:rsidRPr="00801BAE">
        <w:rPr>
          <w:rFonts w:cs="Courier New"/>
          <w:szCs w:val="32"/>
        </w:rPr>
        <w:t xml:space="preserve">pendant un traité fut conclu et gravé sur une lame d’airain. Mais les conventions burinées sur le bronze ont </w:t>
      </w:r>
      <w:r w:rsidRPr="00801BAE">
        <w:rPr>
          <w:rFonts w:cs="Courier New"/>
          <w:szCs w:val="32"/>
        </w:rPr>
        <w:lastRenderedPageBreak/>
        <w:t>souvent moins de d</w:t>
      </w:r>
      <w:r w:rsidRPr="00801BAE">
        <w:rPr>
          <w:rFonts w:cs="Courier New"/>
          <w:szCs w:val="32"/>
        </w:rPr>
        <w:t>u</w:t>
      </w:r>
      <w:r w:rsidRPr="00801BAE">
        <w:rPr>
          <w:rFonts w:cs="Courier New"/>
          <w:szCs w:val="32"/>
        </w:rPr>
        <w:t xml:space="preserve">rée que les haines de races écrites dans les cœurs. Tant que le </w:t>
      </w:r>
      <w:proofErr w:type="spellStart"/>
      <w:r w:rsidRPr="00801BAE">
        <w:rPr>
          <w:rFonts w:cs="Courier New"/>
          <w:szCs w:val="32"/>
        </w:rPr>
        <w:t>Samorin</w:t>
      </w:r>
      <w:proofErr w:type="spellEnd"/>
      <w:r w:rsidRPr="00801BAE">
        <w:rPr>
          <w:rFonts w:cs="Courier New"/>
          <w:szCs w:val="32"/>
        </w:rPr>
        <w:t>, impressionné par la puissance de l’artillerie eur</w:t>
      </w:r>
      <w:r w:rsidRPr="00801BAE">
        <w:rPr>
          <w:rFonts w:cs="Courier New"/>
          <w:szCs w:val="32"/>
        </w:rPr>
        <w:t>o</w:t>
      </w:r>
      <w:r w:rsidRPr="00801BAE">
        <w:rPr>
          <w:rFonts w:cs="Courier New"/>
          <w:szCs w:val="32"/>
        </w:rPr>
        <w:t>péenne, fut inquiet, il temporisa et se montra bon enfant, mais lorsqu’un démêlé violent eut éclaté entre les Portugais et les Maures, il prit nettement fait et cause pour ces derniers. Les Arabes en masse allèrent par la ville, poussant contre les chr</w:t>
      </w:r>
      <w:r w:rsidRPr="00801BAE">
        <w:rPr>
          <w:rFonts w:cs="Courier New"/>
          <w:szCs w:val="32"/>
        </w:rPr>
        <w:t>é</w:t>
      </w:r>
      <w:r w:rsidRPr="00801BAE">
        <w:rPr>
          <w:rFonts w:cs="Courier New"/>
          <w:szCs w:val="32"/>
        </w:rPr>
        <w:t>tiens de vives clameurs, et tombèrent à l’improviste sur les Po</w:t>
      </w:r>
      <w:r w:rsidRPr="00801BAE">
        <w:rPr>
          <w:rFonts w:cs="Courier New"/>
          <w:szCs w:val="32"/>
        </w:rPr>
        <w:t>r</w:t>
      </w:r>
      <w:r w:rsidRPr="00801BAE">
        <w:rPr>
          <w:rFonts w:cs="Courier New"/>
          <w:szCs w:val="32"/>
        </w:rPr>
        <w:t>tugais. Un premier combat commença sur la plage. Dès cette première échauffourée, on put remarquer cette inégalité de forces entre les combattants, qui semble être un des caractères di</w:t>
      </w:r>
      <w:r w:rsidRPr="00801BAE">
        <w:rPr>
          <w:rFonts w:cs="Courier New"/>
          <w:szCs w:val="32"/>
        </w:rPr>
        <w:t>s</w:t>
      </w:r>
      <w:r w:rsidRPr="00801BAE">
        <w:rPr>
          <w:rFonts w:cs="Courier New"/>
          <w:szCs w:val="32"/>
        </w:rPr>
        <w:t>tinctifs des guerres de l’Inde.</w:t>
      </w:r>
    </w:p>
    <w:p w14:paraId="65D8F845" w14:textId="77777777" w:rsidR="00FD7ABB" w:rsidRDefault="00FD28AE" w:rsidP="00FD7ABB">
      <w:r w:rsidRPr="00801BAE">
        <w:rPr>
          <w:rFonts w:cs="Courier New"/>
          <w:szCs w:val="32"/>
        </w:rPr>
        <w:t xml:space="preserve">Après avoir résisté longtemps à la multitude armée qui se précipitait sur eux, soixante Portugais, qui s’étaient réunis, se virent contraints de chercher un refuge dans les bâtiments de la factorerie où commandait un des compagnons de Cabral, </w:t>
      </w:r>
      <w:proofErr w:type="spellStart"/>
      <w:r w:rsidRPr="00801BAE">
        <w:rPr>
          <w:rFonts w:cs="Courier New"/>
          <w:szCs w:val="32"/>
        </w:rPr>
        <w:t>Ayrès</w:t>
      </w:r>
      <w:proofErr w:type="spellEnd"/>
      <w:r w:rsidRPr="00801BAE">
        <w:rPr>
          <w:rFonts w:cs="Courier New"/>
          <w:szCs w:val="32"/>
        </w:rPr>
        <w:t xml:space="preserve"> Correa. Les Arabes commencèrent alors l’attaque de cette simple habitation, où les Portugais n’avaient pas réuni des forces bien importantes. Les assaillants étaient environ trois mille ; mais ils n’eurent pas de peine à renverser les murs d’une maison qui n’avait pas été destinée à soutenir un siège. </w:t>
      </w:r>
      <w:proofErr w:type="spellStart"/>
      <w:r w:rsidRPr="00801BAE">
        <w:rPr>
          <w:rFonts w:cs="Courier New"/>
          <w:szCs w:val="32"/>
        </w:rPr>
        <w:t>Ayrès</w:t>
      </w:r>
      <w:proofErr w:type="spellEnd"/>
      <w:r w:rsidRPr="00801BAE">
        <w:rPr>
          <w:rFonts w:cs="Courier New"/>
          <w:szCs w:val="32"/>
        </w:rPr>
        <w:t xml:space="preserve"> Correa demanda du secours à la flotte et continua une rési</w:t>
      </w:r>
      <w:r w:rsidRPr="00801BAE">
        <w:rPr>
          <w:rFonts w:cs="Courier New"/>
          <w:szCs w:val="32"/>
        </w:rPr>
        <w:t>s</w:t>
      </w:r>
      <w:r w:rsidRPr="00801BAE">
        <w:rPr>
          <w:rFonts w:cs="Courier New"/>
          <w:szCs w:val="32"/>
        </w:rPr>
        <w:t>tance gén</w:t>
      </w:r>
      <w:r w:rsidRPr="00801BAE">
        <w:rPr>
          <w:rFonts w:cs="Courier New"/>
          <w:szCs w:val="32"/>
        </w:rPr>
        <w:t>é</w:t>
      </w:r>
      <w:r w:rsidRPr="00801BAE">
        <w:rPr>
          <w:rFonts w:cs="Courier New"/>
          <w:szCs w:val="32"/>
        </w:rPr>
        <w:t>reuse. Voyant qu’il ne pouvait tenir longtemps contre cette mu</w:t>
      </w:r>
      <w:r w:rsidRPr="00801BAE">
        <w:rPr>
          <w:rFonts w:cs="Courier New"/>
          <w:szCs w:val="32"/>
        </w:rPr>
        <w:t>l</w:t>
      </w:r>
      <w:r w:rsidRPr="00801BAE">
        <w:rPr>
          <w:rFonts w:cs="Courier New"/>
          <w:szCs w:val="32"/>
        </w:rPr>
        <w:t>titude, que les renforts demandés n’arriveraient pas à temps, il prit la résolution désespérée de gagner le rivage à main armée. Les Portugais vendirent chèrement leur vie. Correa fut tué avec cinquante de ses compagnons ; une vingtaine d’hommes seulement échappèrent au massacre et purent r</w:t>
      </w:r>
      <w:r w:rsidRPr="00801BAE">
        <w:rPr>
          <w:rFonts w:cs="Courier New"/>
          <w:szCs w:val="32"/>
        </w:rPr>
        <w:t>e</w:t>
      </w:r>
      <w:r w:rsidRPr="00801BAE">
        <w:rPr>
          <w:rFonts w:cs="Courier New"/>
          <w:szCs w:val="32"/>
        </w:rPr>
        <w:t>joindre la flotte.</w:t>
      </w:r>
    </w:p>
    <w:p w14:paraId="4FB96634" w14:textId="77777777" w:rsidR="00FD7ABB" w:rsidRDefault="00FD28AE" w:rsidP="00FD7ABB">
      <w:r w:rsidRPr="00801BAE">
        <w:rPr>
          <w:rFonts w:cs="Courier New"/>
          <w:szCs w:val="32"/>
        </w:rPr>
        <w:t xml:space="preserve">À la suite de cet événement, Cabral regarda comme rompu le traité qu’il venait de conclure avec le </w:t>
      </w:r>
      <w:proofErr w:type="spellStart"/>
      <w:r w:rsidRPr="00801BAE">
        <w:rPr>
          <w:rFonts w:cs="Courier New"/>
          <w:szCs w:val="32"/>
        </w:rPr>
        <w:t>Samorin</w:t>
      </w:r>
      <w:proofErr w:type="spellEnd"/>
      <w:r w:rsidRPr="00801BAE">
        <w:rPr>
          <w:rFonts w:cs="Courier New"/>
          <w:szCs w:val="32"/>
        </w:rPr>
        <w:t xml:space="preserve"> et s’empara aussitôt de dix vaisseaux arabes qui étaient mouillés dans le port. La population hindoue, effrayée et exaspérée, </w:t>
      </w:r>
      <w:r w:rsidRPr="00801BAE">
        <w:rPr>
          <w:rFonts w:cs="Courier New"/>
          <w:szCs w:val="32"/>
        </w:rPr>
        <w:lastRenderedPageBreak/>
        <w:t>voulut r</w:t>
      </w:r>
      <w:r w:rsidRPr="00801BAE">
        <w:rPr>
          <w:rFonts w:cs="Courier New"/>
          <w:szCs w:val="32"/>
        </w:rPr>
        <w:t>é</w:t>
      </w:r>
      <w:r w:rsidRPr="00801BAE">
        <w:rPr>
          <w:rFonts w:cs="Courier New"/>
          <w:szCs w:val="32"/>
        </w:rPr>
        <w:t>duire les Européens par la faim et refusa de leur fournir des vivres. La chair des éléphants, saisis sur les navires arabes, fut pendant plusieurs jours à peu près la seule nourriture des Po</w:t>
      </w:r>
      <w:r w:rsidRPr="00801BAE">
        <w:rPr>
          <w:rFonts w:cs="Courier New"/>
          <w:szCs w:val="32"/>
        </w:rPr>
        <w:t>r</w:t>
      </w:r>
      <w:r w:rsidRPr="00801BAE">
        <w:rPr>
          <w:rFonts w:cs="Courier New"/>
          <w:szCs w:val="32"/>
        </w:rPr>
        <w:t>tugais.</w:t>
      </w:r>
    </w:p>
    <w:p w14:paraId="1692AB64" w14:textId="77777777" w:rsidR="00FD7ABB" w:rsidRDefault="00FD28AE" w:rsidP="00FD7ABB">
      <w:r w:rsidRPr="00801BAE">
        <w:rPr>
          <w:rFonts w:cs="Courier New"/>
          <w:szCs w:val="32"/>
        </w:rPr>
        <w:t>Après cette éclatante rupture, Cabral abandonna Calicut et alla demander asile au rajah de Cochin, qui le reçut avec e</w:t>
      </w:r>
      <w:r w:rsidRPr="00801BAE">
        <w:rPr>
          <w:rFonts w:cs="Courier New"/>
          <w:szCs w:val="32"/>
        </w:rPr>
        <w:t>m</w:t>
      </w:r>
      <w:r w:rsidRPr="00801BAE">
        <w:rPr>
          <w:rFonts w:cs="Courier New"/>
          <w:szCs w:val="32"/>
        </w:rPr>
        <w:t xml:space="preserve">pressement et conclut un traité de commerce ; il en fut de même à </w:t>
      </w:r>
      <w:proofErr w:type="spellStart"/>
      <w:r w:rsidRPr="00801BAE">
        <w:rPr>
          <w:rFonts w:cs="Courier New"/>
          <w:szCs w:val="32"/>
        </w:rPr>
        <w:t>Cananor</w:t>
      </w:r>
      <w:proofErr w:type="spellEnd"/>
      <w:r w:rsidRPr="00801BAE">
        <w:rPr>
          <w:rFonts w:cs="Courier New"/>
          <w:szCs w:val="32"/>
        </w:rPr>
        <w:t xml:space="preserve">. On reprit alors le chemin du Portugal. Après avoir heureusement doublé le cap de Bonne-Espérance, s’être arrêté peu de temps à </w:t>
      </w:r>
      <w:proofErr w:type="spellStart"/>
      <w:r w:rsidRPr="00801BAE">
        <w:rPr>
          <w:rFonts w:cs="Courier New"/>
          <w:szCs w:val="32"/>
        </w:rPr>
        <w:t>Bezenèque</w:t>
      </w:r>
      <w:proofErr w:type="spellEnd"/>
      <w:r w:rsidRPr="00801BAE">
        <w:rPr>
          <w:rFonts w:cs="Courier New"/>
          <w:szCs w:val="32"/>
        </w:rPr>
        <w:t>, non loin du cap Vert, on arriva enfin à Lisbonne, à la fin de juillet. Sur douze navires qui composaient l’expédition, Pedro Alvarez Cabral n’en ramenait que six. En r</w:t>
      </w:r>
      <w:r w:rsidRPr="00801BAE">
        <w:rPr>
          <w:rFonts w:cs="Courier New"/>
          <w:szCs w:val="32"/>
        </w:rPr>
        <w:t>e</w:t>
      </w:r>
      <w:r w:rsidRPr="00801BAE">
        <w:rPr>
          <w:rFonts w:cs="Courier New"/>
          <w:szCs w:val="32"/>
        </w:rPr>
        <w:t>vanche, il rapportait des renseignements plus précis sur ces terres jusqu’alors peu connues et revenait persuadé que la co</w:t>
      </w:r>
      <w:r w:rsidRPr="00801BAE">
        <w:rPr>
          <w:rFonts w:cs="Courier New"/>
          <w:szCs w:val="32"/>
        </w:rPr>
        <w:t>n</w:t>
      </w:r>
      <w:r w:rsidRPr="00801BAE">
        <w:rPr>
          <w:rFonts w:cs="Courier New"/>
          <w:szCs w:val="32"/>
        </w:rPr>
        <w:t xml:space="preserve">quête commencée serait longue à achever, mais qu’elle n’était pas douteuse. Cabral avait surtout confiance en la supériorité que leur assurait leur redoutable artillerie sur les </w:t>
      </w:r>
      <w:proofErr w:type="spellStart"/>
      <w:r w:rsidRPr="00801BAE">
        <w:rPr>
          <w:rFonts w:cs="Courier New"/>
          <w:szCs w:val="32"/>
        </w:rPr>
        <w:t>naïres</w:t>
      </w:r>
      <w:proofErr w:type="spellEnd"/>
      <w:r w:rsidRPr="00801BAE">
        <w:rPr>
          <w:rFonts w:cs="Courier New"/>
          <w:szCs w:val="32"/>
        </w:rPr>
        <w:t>, ou so</w:t>
      </w:r>
      <w:r w:rsidRPr="00801BAE">
        <w:rPr>
          <w:rFonts w:cs="Courier New"/>
          <w:szCs w:val="32"/>
        </w:rPr>
        <w:t>l</w:t>
      </w:r>
      <w:r w:rsidRPr="00801BAE">
        <w:rPr>
          <w:rFonts w:cs="Courier New"/>
          <w:szCs w:val="32"/>
        </w:rPr>
        <w:t>dats hindous. Ceux-ci ne possédaient que quelques bouches à feu d’un maniement difficile et répondaient aux décharges de tro</w:t>
      </w:r>
      <w:r w:rsidRPr="00801BAE">
        <w:rPr>
          <w:rFonts w:cs="Courier New"/>
          <w:szCs w:val="32"/>
        </w:rPr>
        <w:t>m</w:t>
      </w:r>
      <w:r w:rsidRPr="00801BAE">
        <w:rPr>
          <w:rFonts w:cs="Courier New"/>
          <w:szCs w:val="32"/>
        </w:rPr>
        <w:t>blons et d’escopettes par des volées de flèches dont les fils d’abordage suffisaient pour garantir les Européens.</w:t>
      </w:r>
    </w:p>
    <w:p w14:paraId="13C5CE48" w14:textId="77777777" w:rsidR="00FD7ABB" w:rsidRDefault="00FD28AE" w:rsidP="00FD7ABB">
      <w:r w:rsidRPr="00801BAE">
        <w:rPr>
          <w:rFonts w:cs="Courier New"/>
          <w:szCs w:val="32"/>
        </w:rPr>
        <w:t>Certes les fusils en trompettes et les lourdes carabines qui servaient alors aux Portugais et dont ils étaient si fiers nous sembleraient aujourd’hui des armes bien imparfaites ; mais tout est relatif, et c’était alors ce qu’il y avait de plus précieux dans les arsenaux de l’Europe.</w:t>
      </w:r>
    </w:p>
    <w:p w14:paraId="2687676A" w14:textId="77777777" w:rsidR="00FD28AE" w:rsidRPr="00801BAE" w:rsidRDefault="00FD28AE" w:rsidP="00FD28AE">
      <w:pPr>
        <w:pStyle w:val="Titre1"/>
      </w:pPr>
      <w:bookmarkStart w:id="23" w:name="_Toc271750271"/>
      <w:bookmarkStart w:id="24" w:name="_Toc195615300"/>
      <w:r w:rsidRPr="00801BAE">
        <w:lastRenderedPageBreak/>
        <w:t>XII</w:t>
      </w:r>
      <w:bookmarkEnd w:id="23"/>
      <w:bookmarkEnd w:id="24"/>
      <w:r w:rsidRPr="00801BAE">
        <w:br/>
      </w:r>
    </w:p>
    <w:p w14:paraId="33971D62" w14:textId="77777777" w:rsidR="00FD7ABB" w:rsidRDefault="00FD28AE" w:rsidP="00FD7ABB">
      <w:r w:rsidRPr="00801BAE">
        <w:rPr>
          <w:rFonts w:cs="Courier New"/>
          <w:szCs w:val="32"/>
        </w:rPr>
        <w:t>Il restait une grande tâche à accomplir : faire respecter le nom portugais aux contrées lointaines dont Gama avait trouvé la route. À lui revenait ce périlleux honneur. Le roi Emmanuel le comprit, et c’est pour cela que, le 10 février de l’année 1502, l’amiral des Indes partait de nouveau pour Calicut, comma</w:t>
      </w:r>
      <w:r w:rsidRPr="00801BAE">
        <w:rPr>
          <w:rFonts w:cs="Courier New"/>
          <w:szCs w:val="32"/>
        </w:rPr>
        <w:t>n</w:t>
      </w:r>
      <w:r w:rsidRPr="00801BAE">
        <w:rPr>
          <w:rFonts w:cs="Courier New"/>
          <w:szCs w:val="32"/>
        </w:rPr>
        <w:t xml:space="preserve">dant une flotte de quinze navires. À la tête de ces forces navales, Vasco de Gama fit sentir la prépondérance du Portugal aux princes de la côte orientale de l’Afrique qui avaient failli l’arrêter lors de sa première expédition ; il les soumit et, en fondant les établissements de Mozambique et de </w:t>
      </w:r>
      <w:proofErr w:type="spellStart"/>
      <w:r w:rsidRPr="00801BAE">
        <w:rPr>
          <w:rFonts w:cs="Courier New"/>
          <w:szCs w:val="32"/>
        </w:rPr>
        <w:t>Sofala</w:t>
      </w:r>
      <w:proofErr w:type="spellEnd"/>
      <w:r w:rsidRPr="00801BAE">
        <w:rPr>
          <w:rFonts w:cs="Courier New"/>
          <w:szCs w:val="32"/>
        </w:rPr>
        <w:t>, il assura le succès des flottes qui devaient le remplacer dans ces mers.</w:t>
      </w:r>
    </w:p>
    <w:p w14:paraId="474F0434" w14:textId="77777777" w:rsidR="00FD7ABB" w:rsidRDefault="00FD28AE" w:rsidP="00FD7ABB">
      <w:r w:rsidRPr="00801BAE">
        <w:rPr>
          <w:rFonts w:cs="Courier New"/>
          <w:szCs w:val="32"/>
        </w:rPr>
        <w:t xml:space="preserve">On ne peut que louer ces actes de haute prévision, et l’on regrette qu’à cette même époque une action cruelle, inexcusée et inexpliquée, soit venue marquer d’une tache sanglante le nom de Gama. Mais avant de condamner l’illustre navigateur, il faut se souvenir de ce </w:t>
      </w:r>
      <w:proofErr w:type="gramStart"/>
      <w:r w:rsidRPr="00801BAE">
        <w:rPr>
          <w:rFonts w:cs="Courier New"/>
          <w:szCs w:val="32"/>
        </w:rPr>
        <w:t>qu’était</w:t>
      </w:r>
      <w:proofErr w:type="gramEnd"/>
      <w:r w:rsidRPr="00801BAE">
        <w:rPr>
          <w:rFonts w:cs="Courier New"/>
          <w:szCs w:val="32"/>
        </w:rPr>
        <w:t xml:space="preserve"> les mœurs barbares qui régnaient alors sur l’Océan. Il n’y n’avait sur les flots aucune sécurité pour les navigateurs.</w:t>
      </w:r>
    </w:p>
    <w:p w14:paraId="3D61234C" w14:textId="77777777" w:rsidR="00FD7ABB" w:rsidRDefault="00FD28AE" w:rsidP="00FD7ABB">
      <w:r w:rsidRPr="00801BAE">
        <w:rPr>
          <w:rFonts w:cs="Courier New"/>
          <w:szCs w:val="32"/>
        </w:rPr>
        <w:t>L’anarchie sur toutes les mers était complète et perm</w:t>
      </w:r>
      <w:r w:rsidRPr="00801BAE">
        <w:rPr>
          <w:rFonts w:cs="Courier New"/>
          <w:szCs w:val="32"/>
        </w:rPr>
        <w:t>a</w:t>
      </w:r>
      <w:r w:rsidRPr="00801BAE">
        <w:rPr>
          <w:rFonts w:cs="Courier New"/>
          <w:szCs w:val="32"/>
        </w:rPr>
        <w:t>nente. Qu’ils y fussent ou non officiellement autorisés, les n</w:t>
      </w:r>
      <w:r w:rsidRPr="00801BAE">
        <w:rPr>
          <w:rFonts w:cs="Courier New"/>
          <w:szCs w:val="32"/>
        </w:rPr>
        <w:t>a</w:t>
      </w:r>
      <w:r w:rsidRPr="00801BAE">
        <w:rPr>
          <w:rFonts w:cs="Courier New"/>
          <w:szCs w:val="32"/>
        </w:rPr>
        <w:t>vires marchands ne manquaient jamais les occasions de se faire la chasse, et comme les gouvernements ne pouvaient rester i</w:t>
      </w:r>
      <w:r w:rsidRPr="00801BAE">
        <w:rPr>
          <w:rFonts w:cs="Courier New"/>
          <w:szCs w:val="32"/>
        </w:rPr>
        <w:t>n</w:t>
      </w:r>
      <w:r w:rsidRPr="00801BAE">
        <w:rPr>
          <w:rFonts w:cs="Courier New"/>
          <w:szCs w:val="32"/>
        </w:rPr>
        <w:t>différents à ces querelles privées, au-dessus de la guerre des part</w:t>
      </w:r>
      <w:r w:rsidRPr="00801BAE">
        <w:rPr>
          <w:rFonts w:cs="Courier New"/>
          <w:szCs w:val="32"/>
        </w:rPr>
        <w:t>i</w:t>
      </w:r>
      <w:r w:rsidRPr="00801BAE">
        <w:rPr>
          <w:rFonts w:cs="Courier New"/>
          <w:szCs w:val="32"/>
        </w:rPr>
        <w:t>culiers il y avait la guerre des États.</w:t>
      </w:r>
    </w:p>
    <w:p w14:paraId="5293DD5F" w14:textId="77777777" w:rsidR="00FD7ABB" w:rsidRDefault="00FD28AE" w:rsidP="00FD7ABB">
      <w:r w:rsidRPr="00801BAE">
        <w:rPr>
          <w:rFonts w:cs="Courier New"/>
          <w:szCs w:val="32"/>
        </w:rPr>
        <w:t xml:space="preserve">« Ceux-ci, à la vérité, ne se bornèrent pas à faire la police de l’Océan pour protéger leur nationaux : ils avaient une autre </w:t>
      </w:r>
      <w:r w:rsidRPr="00801BAE">
        <w:rPr>
          <w:rFonts w:cs="Courier New"/>
          <w:szCs w:val="32"/>
        </w:rPr>
        <w:lastRenderedPageBreak/>
        <w:t>ambition qui était de conquérir, chacun pour soi, tous ou partie du vaste empire des mers. Et cet empire des mers n’était pas un vain mot, comme aujourd’hui, ni une figure, ni une image, car ceux qui avaient eu l’audace ou la force de ceindre leur front de la couronne maritime entendaient bien être les souverains maîtres et faire la loi dans le domaine du vieux Neptune, comme tout monarque en ses États.</w:t>
      </w:r>
    </w:p>
    <w:p w14:paraId="0DA05949" w14:textId="77777777" w:rsidR="00FD7ABB" w:rsidRDefault="00FD28AE" w:rsidP="00FD7ABB">
      <w:r w:rsidRPr="00801BAE">
        <w:rPr>
          <w:rFonts w:cs="Courier New"/>
          <w:szCs w:val="32"/>
        </w:rPr>
        <w:t>« Venise, la première, avait prétendu régner dans la Méd</w:t>
      </w:r>
      <w:r w:rsidRPr="00801BAE">
        <w:rPr>
          <w:rFonts w:cs="Courier New"/>
          <w:szCs w:val="32"/>
        </w:rPr>
        <w:t>i</w:t>
      </w:r>
      <w:r w:rsidRPr="00801BAE">
        <w:rPr>
          <w:rFonts w:cs="Courier New"/>
          <w:szCs w:val="32"/>
        </w:rPr>
        <w:t>terranée, ayant reçu d’un pape ce beau royaume. Alexandre III lui avait dit, au XII</w:t>
      </w:r>
      <w:r w:rsidRPr="00801BAE">
        <w:rPr>
          <w:rFonts w:cs="Courier New"/>
          <w:szCs w:val="32"/>
          <w:vertAlign w:val="superscript"/>
        </w:rPr>
        <w:t>e</w:t>
      </w:r>
      <w:r w:rsidRPr="00801BAE">
        <w:rPr>
          <w:rFonts w:cs="Courier New"/>
          <w:szCs w:val="32"/>
        </w:rPr>
        <w:t xml:space="preserve"> siècle, en remettant à son doge un précieux anneau : « Épouse la mer avec cet anneau, et qu’elle te soit soumise comme l’épouse l’est à son époux</w:t>
      </w:r>
      <w:r w:rsidRPr="00801BAE">
        <w:rPr>
          <w:rStyle w:val="Appelnotedebasdep"/>
          <w:rFonts w:cs="Courier New"/>
          <w:szCs w:val="32"/>
        </w:rPr>
        <w:footnoteReference w:id="4"/>
      </w:r>
      <w:r w:rsidRPr="00801BAE">
        <w:rPr>
          <w:rFonts w:cs="Courier New"/>
          <w:szCs w:val="32"/>
        </w:rPr>
        <w:t>. »</w:t>
      </w:r>
    </w:p>
    <w:p w14:paraId="5B8DFBD7" w14:textId="77777777" w:rsidR="00FD7ABB" w:rsidRDefault="00FD28AE" w:rsidP="00FD7ABB">
      <w:r w:rsidRPr="00801BAE">
        <w:rPr>
          <w:rFonts w:cs="Courier New"/>
          <w:szCs w:val="32"/>
        </w:rPr>
        <w:t>La fière République avait accepté cette souveraineté. Plus tard, ainsi que nous l’avons raconté, Eugène IV avait partagé l’Océan entre les marins espagnols et les Portugais et assuré à ces derniers la possession tranquille des pays de l’Inde qu’ils avaient découverts. Mais la bulle du pontife, dont l’objet avait été de pacifier la mer, devait être oubliée bien souvent. L’empire de l’Océan, pareil à tous les autres, devait avoir ses tyrans, ses conquérants et ses guerres. Au lieu de rapports pacifiques, il y avait entre toutes les nations maritimes une rivalité souvent d</w:t>
      </w:r>
      <w:r w:rsidRPr="00801BAE">
        <w:rPr>
          <w:rFonts w:cs="Courier New"/>
          <w:szCs w:val="32"/>
        </w:rPr>
        <w:t>é</w:t>
      </w:r>
      <w:r w:rsidRPr="00801BAE">
        <w:rPr>
          <w:rFonts w:cs="Courier New"/>
          <w:szCs w:val="32"/>
        </w:rPr>
        <w:t>loyale, une sorte de concurrence armée.</w:t>
      </w:r>
    </w:p>
    <w:p w14:paraId="71035B64" w14:textId="77777777" w:rsidR="00FD7ABB" w:rsidRDefault="00FD28AE" w:rsidP="00FD7ABB">
      <w:r w:rsidRPr="00801BAE">
        <w:rPr>
          <w:rFonts w:cs="Courier New"/>
          <w:szCs w:val="32"/>
        </w:rPr>
        <w:t xml:space="preserve">« Tout navigateur était pour les autres un rival, et tout rival un ennemi. Pour faire ces fameuses conquêtes maritimes que nous ne connaissons plus, tous les moyens paraissaient bons, et l’on se disputait avec acharnement les routes commerciales, qu’on érigeait fastueusement en empire privé et fermé, quand on s’en était emparé. Rien ne ressemble moins </w:t>
      </w:r>
      <w:r w:rsidRPr="00801BAE">
        <w:rPr>
          <w:rFonts w:cs="Courier New"/>
          <w:szCs w:val="32"/>
        </w:rPr>
        <w:lastRenderedPageBreak/>
        <w:t>à la grande plaine liquide où s’entrecroisent à l’heure actuelle des milliers de marchands, que cet orageux et turbulent domaine, dont nos a</w:t>
      </w:r>
      <w:r w:rsidRPr="00801BAE">
        <w:rPr>
          <w:rFonts w:cs="Courier New"/>
          <w:szCs w:val="32"/>
        </w:rPr>
        <w:t>n</w:t>
      </w:r>
      <w:r w:rsidRPr="00801BAE">
        <w:rPr>
          <w:rFonts w:cs="Courier New"/>
          <w:szCs w:val="32"/>
        </w:rPr>
        <w:t>cêtres s’arrachaient les lambeaux. »</w:t>
      </w:r>
    </w:p>
    <w:p w14:paraId="28D607F0" w14:textId="77777777" w:rsidR="00FD7ABB" w:rsidRDefault="00FD28AE" w:rsidP="00FD7ABB">
      <w:r w:rsidRPr="00801BAE">
        <w:rPr>
          <w:rFonts w:cs="Courier New"/>
          <w:szCs w:val="32"/>
        </w:rPr>
        <w:t>On livrait donc ces fameuses batailles pour conquérir les routes de l’Océan, pour écraser des marchands rivaux ; de là l’habitude que prirent bien vite les marins de commerce, de ne pas s’aventurer seuls sur l’Océan, mais de se réunir en convoi nombreux et puissamment armés auxquels on joignait d’ordinaire quelques vaisseaux de guerre. La rencontre des deux flottes ennemies provoquait d’effroyables combats qui do</w:t>
      </w:r>
      <w:r w:rsidRPr="00801BAE">
        <w:rPr>
          <w:rFonts w:cs="Courier New"/>
          <w:szCs w:val="32"/>
        </w:rPr>
        <w:t>n</w:t>
      </w:r>
      <w:r w:rsidRPr="00801BAE">
        <w:rPr>
          <w:rFonts w:cs="Courier New"/>
          <w:szCs w:val="32"/>
        </w:rPr>
        <w:t>naient au vainqueur un prestige dont il tirait parti pour terror</w:t>
      </w:r>
      <w:r w:rsidRPr="00801BAE">
        <w:rPr>
          <w:rFonts w:cs="Courier New"/>
          <w:szCs w:val="32"/>
        </w:rPr>
        <w:t>i</w:t>
      </w:r>
      <w:r w:rsidRPr="00801BAE">
        <w:rPr>
          <w:rFonts w:cs="Courier New"/>
          <w:szCs w:val="32"/>
        </w:rPr>
        <w:t>ser les marins qui eussent voulu s’aventurer dans ces mêmes parages et devenir aux yeux de tous, le Roi de la mer. Ce que les belligérants cherchaient surtout, c’était de conquérir la toute puissante suprématie maritime.</w:t>
      </w:r>
    </w:p>
    <w:p w14:paraId="35FB385D" w14:textId="77777777" w:rsidR="00FD7ABB" w:rsidRDefault="00FD28AE" w:rsidP="00FD7ABB">
      <w:r w:rsidRPr="00801BAE">
        <w:rPr>
          <w:rFonts w:cs="Courier New"/>
          <w:szCs w:val="32"/>
        </w:rPr>
        <w:t>Ces quelques explications sont nécessaires pour expliquer ce qui en diverses circonstances peut paraître inexplicable dans la conduite de Gama. Et d’ailleurs sans vouloir excuser ce qui est mal nous nous demandons si les vieilles mœurs si spéciales, et qui paraissent si étranges et parfois si cruelles, le sont bea</w:t>
      </w:r>
      <w:r w:rsidRPr="00801BAE">
        <w:rPr>
          <w:rFonts w:cs="Courier New"/>
          <w:szCs w:val="32"/>
        </w:rPr>
        <w:t>u</w:t>
      </w:r>
      <w:r w:rsidRPr="00801BAE">
        <w:rPr>
          <w:rFonts w:cs="Courier New"/>
          <w:szCs w:val="32"/>
        </w:rPr>
        <w:t>coup plus que celles qui semblent naître aujourd’hui de l’emploi de certains navires, nous voulons parler surtout des torpilleurs submersibles ou sous-marins.</w:t>
      </w:r>
    </w:p>
    <w:p w14:paraId="01AE07C7" w14:textId="77777777" w:rsidR="00FD7ABB" w:rsidRDefault="00FD28AE" w:rsidP="00FD7ABB">
      <w:r w:rsidRPr="00801BAE">
        <w:rPr>
          <w:rFonts w:cs="Courier New"/>
          <w:szCs w:val="32"/>
        </w:rPr>
        <w:t xml:space="preserve">« Imagine-t-on, s’écrie l’auteur que nous avons cité, un plus sinistre cauchemar que la vision de ces hommes, entraînés par centaines dans le tourbillon d’un navire qui s’engouffre. Il y a vraiment, en fait de cruauté, des limites qu’on n’a pas le droit de dépasser… Le sous-marin est une arme cachée et, par le fait, peu loyale. Les anciens preux qui se battaient tous les jours, avaient de la guerre une conception parfaitement noble. Ils n’admettaient pas qu’on frappât de dos </w:t>
      </w:r>
      <w:r w:rsidRPr="00801BAE">
        <w:rPr>
          <w:rFonts w:cs="Courier New"/>
          <w:szCs w:val="32"/>
        </w:rPr>
        <w:lastRenderedPageBreak/>
        <w:t xml:space="preserve">l’adversaire, et ils avaient raison. Pourquoi serions-nous, après tant de siècles, moins civilisés que ces preux ? Nous nous proposons d’attaquer l’ennemi non seulement par derrière, mais ce qui pis est par dessous et sans qu’il lui soit possible de se défendre ni même de se reconnaître. Un coup sera traîtreusement porté, et, sans lutte, sans rien qui rappelle le vieux tournoi dont toute guerre devrait procéder, le drame sera consommé. L’arme nouvelle ne sera pas une épée flamboyante, mais une </w:t>
      </w:r>
      <w:proofErr w:type="spellStart"/>
      <w:r w:rsidRPr="00801BAE">
        <w:rPr>
          <w:rFonts w:cs="Courier New"/>
          <w:szCs w:val="32"/>
        </w:rPr>
        <w:t>faulx</w:t>
      </w:r>
      <w:proofErr w:type="spellEnd"/>
      <w:r w:rsidRPr="00801BAE">
        <w:rPr>
          <w:rFonts w:cs="Courier New"/>
          <w:szCs w:val="32"/>
        </w:rPr>
        <w:t xml:space="preserve"> silencieuse, comme celle dont la triste mort doit, au jour marqué, nous frapper tous. »</w:t>
      </w:r>
    </w:p>
    <w:p w14:paraId="0C6D156B" w14:textId="77777777" w:rsidR="00FD7ABB" w:rsidRDefault="00FD28AE" w:rsidP="00FD7ABB">
      <w:r w:rsidRPr="00801BAE">
        <w:rPr>
          <w:rFonts w:cs="Courier New"/>
          <w:szCs w:val="32"/>
        </w:rPr>
        <w:t>Et cependant qui voudrait condamner absolument le to</w:t>
      </w:r>
      <w:r w:rsidRPr="00801BAE">
        <w:rPr>
          <w:rFonts w:cs="Courier New"/>
          <w:szCs w:val="32"/>
        </w:rPr>
        <w:t>r</w:t>
      </w:r>
      <w:r w:rsidRPr="00801BAE">
        <w:rPr>
          <w:rFonts w:cs="Courier New"/>
          <w:szCs w:val="32"/>
        </w:rPr>
        <w:t>pilleur ? Est-ce que la guerre la plus savante n’est pas faite de perfidie, de ruse et de surprise ? Et si l’on accepte sans frémir qu’un navire puisse couler à pic sous le choc d’un éperon, d’une torpille ou d’un obus, a-t-on le droit de s’insurger contre un e</w:t>
      </w:r>
      <w:r w:rsidRPr="00801BAE">
        <w:rPr>
          <w:rFonts w:cs="Courier New"/>
          <w:szCs w:val="32"/>
        </w:rPr>
        <w:t>n</w:t>
      </w:r>
      <w:r w:rsidRPr="00801BAE">
        <w:rPr>
          <w:rFonts w:cs="Courier New"/>
          <w:szCs w:val="32"/>
        </w:rPr>
        <w:t>gin nouveau, d’allure mystérieuse et de conception bizarre ?</w:t>
      </w:r>
    </w:p>
    <w:p w14:paraId="4FDB5F39" w14:textId="77777777" w:rsidR="00FD7ABB" w:rsidRDefault="00FD28AE" w:rsidP="00FD7ABB">
      <w:r w:rsidRPr="00801BAE">
        <w:rPr>
          <w:rFonts w:cs="Courier New"/>
          <w:szCs w:val="32"/>
        </w:rPr>
        <w:t>Où finit le droit des gens ; où commence le droit de la guerre ? Question épineuse dont il est difficile de juger les d</w:t>
      </w:r>
      <w:r w:rsidRPr="00801BAE">
        <w:rPr>
          <w:rFonts w:cs="Courier New"/>
          <w:szCs w:val="32"/>
        </w:rPr>
        <w:t>i</w:t>
      </w:r>
      <w:r w:rsidRPr="00801BAE">
        <w:rPr>
          <w:rFonts w:cs="Courier New"/>
          <w:szCs w:val="32"/>
        </w:rPr>
        <w:t>verses applications qui en ont été faites par les héros de la guerre. Pour Gama, comme pour bien d’autres, on se demand</w:t>
      </w:r>
      <w:r w:rsidRPr="00801BAE">
        <w:rPr>
          <w:rFonts w:cs="Courier New"/>
          <w:szCs w:val="32"/>
        </w:rPr>
        <w:t>e</w:t>
      </w:r>
      <w:r w:rsidRPr="00801BAE">
        <w:rPr>
          <w:rFonts w:cs="Courier New"/>
          <w:szCs w:val="32"/>
        </w:rPr>
        <w:t>ra toujours quelles furent les raisons qui dictèrent sa conduite, à quelle n</w:t>
      </w:r>
      <w:r w:rsidRPr="00801BAE">
        <w:rPr>
          <w:rFonts w:cs="Courier New"/>
          <w:szCs w:val="32"/>
        </w:rPr>
        <w:t>é</w:t>
      </w:r>
      <w:r w:rsidRPr="00801BAE">
        <w:rPr>
          <w:rFonts w:cs="Courier New"/>
          <w:szCs w:val="32"/>
        </w:rPr>
        <w:t xml:space="preserve">cessité il fut contraint d’obéir. Si une arme nouvelle </w:t>
      </w:r>
      <w:proofErr w:type="spellStart"/>
      <w:r w:rsidRPr="00801BAE">
        <w:rPr>
          <w:rFonts w:cs="Courier New"/>
          <w:szCs w:val="32"/>
        </w:rPr>
        <w:t>à</w:t>
      </w:r>
      <w:proofErr w:type="spellEnd"/>
      <w:r w:rsidRPr="00801BAE">
        <w:rPr>
          <w:rFonts w:cs="Courier New"/>
          <w:szCs w:val="32"/>
        </w:rPr>
        <w:t xml:space="preserve"> </w:t>
      </w:r>
      <w:proofErr w:type="spellStart"/>
      <w:r w:rsidRPr="00801BAE">
        <w:rPr>
          <w:rFonts w:cs="Courier New"/>
          <w:szCs w:val="32"/>
        </w:rPr>
        <w:t>soulevé</w:t>
      </w:r>
      <w:proofErr w:type="spellEnd"/>
      <w:r w:rsidRPr="00801BAE">
        <w:rPr>
          <w:rFonts w:cs="Courier New"/>
          <w:szCs w:val="32"/>
        </w:rPr>
        <w:t xml:space="preserve"> tant d’admiration d’une part, tant de réclamation de l’autre, pouvons-nous sans témérité juger d’une tactique mil</w:t>
      </w:r>
      <w:r w:rsidRPr="00801BAE">
        <w:rPr>
          <w:rFonts w:cs="Courier New"/>
          <w:szCs w:val="32"/>
        </w:rPr>
        <w:t>i</w:t>
      </w:r>
      <w:r w:rsidRPr="00801BAE">
        <w:rPr>
          <w:rFonts w:cs="Courier New"/>
          <w:szCs w:val="32"/>
        </w:rPr>
        <w:t xml:space="preserve">taire </w:t>
      </w:r>
      <w:proofErr w:type="spellStart"/>
      <w:r w:rsidRPr="00801BAE">
        <w:rPr>
          <w:rFonts w:cs="Courier New"/>
          <w:szCs w:val="32"/>
        </w:rPr>
        <w:t>où</w:t>
      </w:r>
      <w:proofErr w:type="spellEnd"/>
      <w:r w:rsidRPr="00801BAE">
        <w:rPr>
          <w:rFonts w:cs="Courier New"/>
          <w:szCs w:val="32"/>
        </w:rPr>
        <w:t xml:space="preserve"> d’un acte de représailles dont nous ignorons les vér</w:t>
      </w:r>
      <w:r w:rsidRPr="00801BAE">
        <w:rPr>
          <w:rFonts w:cs="Courier New"/>
          <w:szCs w:val="32"/>
        </w:rPr>
        <w:t>i</w:t>
      </w:r>
      <w:r w:rsidRPr="00801BAE">
        <w:rPr>
          <w:rFonts w:cs="Courier New"/>
          <w:szCs w:val="32"/>
        </w:rPr>
        <w:t>tables m</w:t>
      </w:r>
      <w:r w:rsidRPr="00801BAE">
        <w:rPr>
          <w:rFonts w:cs="Courier New"/>
          <w:szCs w:val="32"/>
        </w:rPr>
        <w:t>o</w:t>
      </w:r>
      <w:r w:rsidRPr="00801BAE">
        <w:rPr>
          <w:rFonts w:cs="Courier New"/>
          <w:szCs w:val="32"/>
        </w:rPr>
        <w:t>tifs ?</w:t>
      </w:r>
    </w:p>
    <w:p w14:paraId="2DE0E4C4" w14:textId="77777777" w:rsidR="00FD7ABB" w:rsidRDefault="00FD28AE" w:rsidP="00FD7ABB">
      <w:r w:rsidRPr="00801BAE">
        <w:rPr>
          <w:rFonts w:cs="Courier New"/>
          <w:szCs w:val="32"/>
        </w:rPr>
        <w:t xml:space="preserve">On a dit du torpilleur, « il est barbare, il est perfide, il est aveugle », et cependant « ni les jurisconsultes, ni même les hommes d’état, ne sauraient, avec quelque raison, s’insurger contre la merveilleuse invention dont les ingénieurs français </w:t>
      </w:r>
      <w:r w:rsidRPr="00801BAE">
        <w:rPr>
          <w:rFonts w:cs="Courier New"/>
          <w:szCs w:val="32"/>
        </w:rPr>
        <w:lastRenderedPageBreak/>
        <w:t>viennent de doter leur pays. Au contraire, le caractère nett</w:t>
      </w:r>
      <w:r w:rsidRPr="00801BAE">
        <w:rPr>
          <w:rFonts w:cs="Courier New"/>
          <w:szCs w:val="32"/>
        </w:rPr>
        <w:t>e</w:t>
      </w:r>
      <w:r w:rsidRPr="00801BAE">
        <w:rPr>
          <w:rFonts w:cs="Courier New"/>
          <w:szCs w:val="32"/>
        </w:rPr>
        <w:t>ment décisif de l’arme nouvelle est un motif pour les uns et pour les autres non seulement d’en accepter désormais l’intervention dans les luttes navales, mais, nous allons plus loin, de la cél</w:t>
      </w:r>
      <w:r w:rsidRPr="00801BAE">
        <w:rPr>
          <w:rFonts w:cs="Courier New"/>
          <w:szCs w:val="32"/>
        </w:rPr>
        <w:t>é</w:t>
      </w:r>
      <w:r w:rsidRPr="00801BAE">
        <w:rPr>
          <w:rFonts w:cs="Courier New"/>
          <w:szCs w:val="32"/>
        </w:rPr>
        <w:t>brer à l’égal d’un grand progrès.</w:t>
      </w:r>
    </w:p>
    <w:p w14:paraId="27B5004E" w14:textId="77777777" w:rsidR="00FD7ABB" w:rsidRDefault="00FD28AE" w:rsidP="00FD7ABB">
      <w:r w:rsidRPr="00801BAE">
        <w:rPr>
          <w:rFonts w:cs="Courier New"/>
          <w:szCs w:val="32"/>
        </w:rPr>
        <w:t>« Les boucliers du vieux temps, les fossés de la féodalité, les ceintures de fer dont on use de nos jours sur les navires n’ont jamais été considérés par personne comme des objets suspects au point de vue moral. Le droit de se défendre est, en effet, sacré pour les nations, comme pour les individus. On peut même pousser l’exercice de ce droit jusqu’aux plus extrêmes cons</w:t>
      </w:r>
      <w:r w:rsidRPr="00801BAE">
        <w:rPr>
          <w:rFonts w:cs="Courier New"/>
          <w:szCs w:val="32"/>
        </w:rPr>
        <w:t>é</w:t>
      </w:r>
      <w:r w:rsidRPr="00801BAE">
        <w:rPr>
          <w:rFonts w:cs="Courier New"/>
          <w:szCs w:val="32"/>
        </w:rPr>
        <w:t>quences, et toutes les inventions, dans un tel ordre d’idées, non seulement méritent d’être encouragées, mais l’ont été de tout temps par les diplomates, les jurisconsultes, les amis de l’humanité.</w:t>
      </w:r>
    </w:p>
    <w:p w14:paraId="65D986A7" w14:textId="77777777" w:rsidR="00FD7ABB" w:rsidRDefault="00FD28AE" w:rsidP="00FD7ABB">
      <w:r w:rsidRPr="00801BAE">
        <w:rPr>
          <w:rFonts w:cs="Courier New"/>
          <w:szCs w:val="32"/>
        </w:rPr>
        <w:t>« Malheureusement, ce principe contre lequel nul ne s’élèvera jamais, en entraîne un autre qu’on voudrait pouvoir r</w:t>
      </w:r>
      <w:r w:rsidRPr="00801BAE">
        <w:rPr>
          <w:rFonts w:cs="Courier New"/>
          <w:szCs w:val="32"/>
        </w:rPr>
        <w:t>e</w:t>
      </w:r>
      <w:r w:rsidRPr="00801BAE">
        <w:rPr>
          <w:rFonts w:cs="Courier New"/>
          <w:szCs w:val="32"/>
        </w:rPr>
        <w:t>jeter.</w:t>
      </w:r>
    </w:p>
    <w:p w14:paraId="650F9819" w14:textId="77777777" w:rsidR="00FD7ABB" w:rsidRDefault="00FD28AE" w:rsidP="00FD7ABB">
      <w:r w:rsidRPr="00801BAE">
        <w:rPr>
          <w:rFonts w:cs="Courier New"/>
          <w:szCs w:val="32"/>
        </w:rPr>
        <w:t>« Tant qu’un homme aura la faculté de construire à son gré des plaques d’acier pour s’abriter, les autres hommes voudront qu’en échange on leur permette d’imaginer des balles ou des obus capables de traverser ces plaques d’acier. Ceci est une loi contre laquelle on ne peut rien, parce qu’elle est essentiellement humaine. Ainsi le droit de perfectionner les moyens de défense entraîne fatalement celui de perfectionner les armes offensives.</w:t>
      </w:r>
    </w:p>
    <w:p w14:paraId="224AD259" w14:textId="77777777" w:rsidR="00FD7ABB" w:rsidRDefault="00FD28AE" w:rsidP="00FD7ABB">
      <w:r w:rsidRPr="00801BAE">
        <w:rPr>
          <w:rFonts w:cs="Courier New"/>
          <w:szCs w:val="32"/>
        </w:rPr>
        <w:t>« Dépouiller les peuples de ce dernier droit, alors qu’on est tenu de leur laisser le premier, qui est sacré, serait leur co</w:t>
      </w:r>
      <w:r w:rsidRPr="00801BAE">
        <w:rPr>
          <w:rFonts w:cs="Courier New"/>
          <w:szCs w:val="32"/>
        </w:rPr>
        <w:t>m</w:t>
      </w:r>
      <w:r w:rsidRPr="00801BAE">
        <w:rPr>
          <w:rFonts w:cs="Courier New"/>
          <w:szCs w:val="32"/>
        </w:rPr>
        <w:t xml:space="preserve">mander de renoncer purement à la guerre. Or, </w:t>
      </w:r>
      <w:proofErr w:type="spellStart"/>
      <w:r w:rsidRPr="00801BAE">
        <w:rPr>
          <w:rFonts w:cs="Courier New"/>
          <w:szCs w:val="32"/>
        </w:rPr>
        <w:t>là dessus</w:t>
      </w:r>
      <w:proofErr w:type="spellEnd"/>
      <w:r w:rsidRPr="00801BAE">
        <w:rPr>
          <w:rFonts w:cs="Courier New"/>
          <w:szCs w:val="32"/>
        </w:rPr>
        <w:t xml:space="preserve">, il est très inutile qu’on se berce d’illusions. Les peuples </w:t>
      </w:r>
      <w:r w:rsidRPr="00801BAE">
        <w:rPr>
          <w:rFonts w:cs="Courier New"/>
          <w:szCs w:val="32"/>
        </w:rPr>
        <w:lastRenderedPageBreak/>
        <w:t>n’abandonneront jamais l’usage de la force s’ils n’y sont co</w:t>
      </w:r>
      <w:r w:rsidRPr="00801BAE">
        <w:rPr>
          <w:rFonts w:cs="Courier New"/>
          <w:szCs w:val="32"/>
        </w:rPr>
        <w:t>n</w:t>
      </w:r>
      <w:r w:rsidRPr="00801BAE">
        <w:rPr>
          <w:rFonts w:cs="Courier New"/>
          <w:szCs w:val="32"/>
        </w:rPr>
        <w:t>traints par la fo</w:t>
      </w:r>
      <w:r w:rsidRPr="00801BAE">
        <w:rPr>
          <w:rFonts w:cs="Courier New"/>
          <w:szCs w:val="32"/>
        </w:rPr>
        <w:t>r</w:t>
      </w:r>
      <w:r w:rsidRPr="00801BAE">
        <w:rPr>
          <w:rFonts w:cs="Courier New"/>
          <w:szCs w:val="32"/>
        </w:rPr>
        <w:t>ce même</w:t>
      </w:r>
      <w:r w:rsidRPr="00801BAE">
        <w:rPr>
          <w:rStyle w:val="Appelnotedebasdep"/>
          <w:rFonts w:cs="Courier New"/>
          <w:szCs w:val="32"/>
        </w:rPr>
        <w:footnoteReference w:id="5"/>
      </w:r>
      <w:r w:rsidRPr="00801BAE">
        <w:rPr>
          <w:rFonts w:cs="Courier New"/>
          <w:szCs w:val="32"/>
        </w:rPr>
        <w:t> »</w:t>
      </w:r>
    </w:p>
    <w:p w14:paraId="2B745CF3" w14:textId="77777777" w:rsidR="00FD7ABB" w:rsidRDefault="00FD28AE" w:rsidP="00FD7ABB">
      <w:r w:rsidRPr="00801BAE">
        <w:rPr>
          <w:rFonts w:cs="Courier New"/>
          <w:szCs w:val="32"/>
        </w:rPr>
        <w:t>Et qui sait si cette force qui les contraindra à la paix ne sera pas précisément un engin extraordinaire faisant peur aux hommes qui, d’effroi, renonceraient à la guerre ? Or pour la mer, cette arme parfaite ne l’a-t-on pas trouvée peut-être en trouvant le torpilleur ? Quoiqu’il en soit, rien de semblable n’existait du temps de Gama, on se défendait, comme on po</w:t>
      </w:r>
      <w:r w:rsidRPr="00801BAE">
        <w:rPr>
          <w:rFonts w:cs="Courier New"/>
          <w:szCs w:val="32"/>
        </w:rPr>
        <w:t>u</w:t>
      </w:r>
      <w:r w:rsidRPr="00801BAE">
        <w:rPr>
          <w:rFonts w:cs="Courier New"/>
          <w:szCs w:val="32"/>
        </w:rPr>
        <w:t>vait, avec des armes bien primitives ; comme on pouvait aussi, on se garait de l’ennemi par la ruse ou par l’attaque et il est bien difficile de juger à la distance de l’espace et du temps, si les moyens employés étaient, ou non, toujours loyaux.</w:t>
      </w:r>
    </w:p>
    <w:p w14:paraId="2A1EAE18" w14:textId="77777777" w:rsidR="00FD7ABB" w:rsidRDefault="00FD28AE" w:rsidP="00FD7ABB">
      <w:r w:rsidRPr="00801BAE">
        <w:rPr>
          <w:rFonts w:cs="Courier New"/>
          <w:szCs w:val="32"/>
        </w:rPr>
        <w:t>L’acte, qui a soulevé contre Gama de si violents reproches est bien connu.</w:t>
      </w:r>
    </w:p>
    <w:p w14:paraId="7609A40F" w14:textId="77777777" w:rsidR="00FD7ABB" w:rsidRDefault="00FD28AE" w:rsidP="00FD7ABB">
      <w:r w:rsidRPr="00801BAE">
        <w:rPr>
          <w:rFonts w:cs="Courier New"/>
          <w:szCs w:val="32"/>
        </w:rPr>
        <w:t xml:space="preserve">Un vaisseau, chargé de richesses immenses et appartenant au Soudan d’Égypte, fut impitoyablement livré aux flammes par son ordre. Ceux qui le montaient périrent tous, sauf les enfants, que le capitaine fit sauver. Le </w:t>
      </w:r>
      <w:r w:rsidRPr="00801BAE">
        <w:rPr>
          <w:rFonts w:cs="Courier New"/>
          <w:i/>
          <w:szCs w:val="32"/>
        </w:rPr>
        <w:t>Merii</w:t>
      </w:r>
      <w:r w:rsidRPr="00801BAE">
        <w:rPr>
          <w:rFonts w:cs="Courier New"/>
          <w:szCs w:val="32"/>
        </w:rPr>
        <w:t xml:space="preserve"> revenait de la Mecque ; il portait des musulmans appartenant aux régions les plus d</w:t>
      </w:r>
      <w:r w:rsidRPr="00801BAE">
        <w:rPr>
          <w:rFonts w:cs="Courier New"/>
          <w:szCs w:val="32"/>
        </w:rPr>
        <w:t>i</w:t>
      </w:r>
      <w:r w:rsidRPr="00801BAE">
        <w:rPr>
          <w:rFonts w:cs="Courier New"/>
          <w:szCs w:val="32"/>
        </w:rPr>
        <w:t>verses de l’Asie. La vieille haine des Portugais les confondit sous le nom de Maures, et ces prétendus Maures durent périr dans des supplices épouvantables pour demeurer en exemple aux princes de l’Orient. Il faut aussi se souvenir qu’à cette époque on voulait à tout prix et par tous les moyens chasser des eaux i</w:t>
      </w:r>
      <w:r w:rsidRPr="00801BAE">
        <w:rPr>
          <w:rFonts w:cs="Courier New"/>
          <w:szCs w:val="32"/>
        </w:rPr>
        <w:t>n</w:t>
      </w:r>
      <w:r w:rsidRPr="00801BAE">
        <w:rPr>
          <w:rFonts w:cs="Courier New"/>
          <w:szCs w:val="32"/>
        </w:rPr>
        <w:t>diennes les navigateurs arabes. Cet événement funeste eut lieu le 3 octobre 1502.</w:t>
      </w:r>
    </w:p>
    <w:p w14:paraId="6AE7CF61" w14:textId="77777777" w:rsidR="00FD7ABB" w:rsidRDefault="00FD28AE" w:rsidP="00FD7ABB">
      <w:r w:rsidRPr="00801BAE">
        <w:rPr>
          <w:rFonts w:cs="Courier New"/>
          <w:szCs w:val="32"/>
        </w:rPr>
        <w:lastRenderedPageBreak/>
        <w:t>Les enfants recueillis par l’équipage portugais furent so</w:t>
      </w:r>
      <w:r w:rsidRPr="00801BAE">
        <w:rPr>
          <w:rFonts w:cs="Courier New"/>
          <w:szCs w:val="32"/>
        </w:rPr>
        <w:t>i</w:t>
      </w:r>
      <w:r w:rsidRPr="00801BAE">
        <w:rPr>
          <w:rFonts w:cs="Courier New"/>
          <w:szCs w:val="32"/>
        </w:rPr>
        <w:t>gnés avec la pitié affectueuse qu’inspirait leur malheur. On les fit bien élever, et ils devinrent plus tard des soldats chrétiens, qui serviront avec fidélité sur les bâtiments de l’État.</w:t>
      </w:r>
    </w:p>
    <w:p w14:paraId="5A0BA6DC" w14:textId="77777777" w:rsidR="00FD7ABB" w:rsidRDefault="00FD28AE" w:rsidP="00FD7ABB">
      <w:r w:rsidRPr="00801BAE">
        <w:rPr>
          <w:rFonts w:cs="Courier New"/>
          <w:szCs w:val="32"/>
        </w:rPr>
        <w:t>L’amiral ne se rendit pas à Calicut, comme il en avait eu d’abord l’intention. Il modifia ses plans et alla débarquer à C</w:t>
      </w:r>
      <w:r w:rsidRPr="00801BAE">
        <w:rPr>
          <w:rFonts w:cs="Courier New"/>
          <w:szCs w:val="32"/>
        </w:rPr>
        <w:t>a</w:t>
      </w:r>
      <w:r w:rsidRPr="00801BAE">
        <w:rPr>
          <w:rFonts w:cs="Courier New"/>
          <w:szCs w:val="32"/>
        </w:rPr>
        <w:t>nanor, dans le port d’un royaume voisin. Là régnait un rajah dont Gama sut déjouer les ruses et qu’il traita sur le pied d’une égalité parfaite. En étalant à ses yeux une magnificence toute guerrière, il sut effacer la fâcheuse impression causée sur ces populations asiatiques par le caractère si simple de son premier voyage. Établi sur ce point de la côte, il prépara avec sang-froid l’expédition qu’il méditait contre Calicut. Ce n’était pas seul</w:t>
      </w:r>
      <w:r w:rsidRPr="00801BAE">
        <w:rPr>
          <w:rFonts w:cs="Courier New"/>
          <w:szCs w:val="32"/>
        </w:rPr>
        <w:t>e</w:t>
      </w:r>
      <w:r w:rsidRPr="00801BAE">
        <w:rPr>
          <w:rFonts w:cs="Courier New"/>
          <w:szCs w:val="32"/>
        </w:rPr>
        <w:t>ment de sa conduite arrogante et de sa mauvaise foi que Vasco avait à demander compte au rajah de cette cité orientale ; la mort de Correa, le facteur des Portugais, assassiné avec ses compagnons au mépris des traités, lui donnait le droit d’exiger le prix du sang. Bientôt sa flotte parut devant le port du Sam</w:t>
      </w:r>
      <w:r w:rsidRPr="00801BAE">
        <w:rPr>
          <w:rFonts w:cs="Courier New"/>
          <w:szCs w:val="32"/>
        </w:rPr>
        <w:t>o</w:t>
      </w:r>
      <w:r w:rsidRPr="00801BAE">
        <w:rPr>
          <w:rFonts w:cs="Courier New"/>
          <w:szCs w:val="32"/>
        </w:rPr>
        <w:t xml:space="preserve">rin, et la représaille fut terrible. En vain celui-ci, allègue-t-il l’incendie du </w:t>
      </w:r>
      <w:r w:rsidRPr="00801BAE">
        <w:rPr>
          <w:rFonts w:cs="Courier New"/>
          <w:i/>
          <w:szCs w:val="32"/>
        </w:rPr>
        <w:t>Merii</w:t>
      </w:r>
      <w:r w:rsidRPr="00801BAE">
        <w:rPr>
          <w:rFonts w:cs="Courier New"/>
          <w:szCs w:val="32"/>
        </w:rPr>
        <w:t>, où tant de victimes innocentes ont succo</w:t>
      </w:r>
      <w:r w:rsidRPr="00801BAE">
        <w:rPr>
          <w:rFonts w:cs="Courier New"/>
          <w:szCs w:val="32"/>
        </w:rPr>
        <w:t>m</w:t>
      </w:r>
      <w:r w:rsidRPr="00801BAE">
        <w:rPr>
          <w:rFonts w:cs="Courier New"/>
          <w:szCs w:val="32"/>
        </w:rPr>
        <w:t>bé, comme étant une compensation suffisante dès qu’il s’agit d’expier le meurtre des Portugais ; la ville est impitoyablement c</w:t>
      </w:r>
      <w:r w:rsidRPr="00801BAE">
        <w:rPr>
          <w:rFonts w:cs="Courier New"/>
          <w:szCs w:val="32"/>
        </w:rPr>
        <w:t>a</w:t>
      </w:r>
      <w:r w:rsidRPr="00801BAE">
        <w:rPr>
          <w:rFonts w:cs="Courier New"/>
          <w:szCs w:val="32"/>
        </w:rPr>
        <w:t>nonnée durant trois jours, et des détails navrants, ajoutés aux ordres de Gama, achèvent de jeter l’épouvante parmi les pop</w:t>
      </w:r>
      <w:r w:rsidRPr="00801BAE">
        <w:rPr>
          <w:rFonts w:cs="Courier New"/>
          <w:szCs w:val="32"/>
        </w:rPr>
        <w:t>u</w:t>
      </w:r>
      <w:r w:rsidRPr="00801BAE">
        <w:rPr>
          <w:rFonts w:cs="Courier New"/>
          <w:szCs w:val="32"/>
        </w:rPr>
        <w:t>lations hindoues.</w:t>
      </w:r>
    </w:p>
    <w:p w14:paraId="0C0D320C" w14:textId="77777777" w:rsidR="00FD7ABB" w:rsidRDefault="00FD28AE" w:rsidP="00FD7ABB">
      <w:r w:rsidRPr="00801BAE">
        <w:rPr>
          <w:rFonts w:cs="Courier New"/>
          <w:szCs w:val="32"/>
        </w:rPr>
        <w:t>Les musulmans peuvent alors se convaincre que leur a</w:t>
      </w:r>
      <w:r w:rsidRPr="00801BAE">
        <w:rPr>
          <w:rFonts w:cs="Courier New"/>
          <w:szCs w:val="32"/>
        </w:rPr>
        <w:t>s</w:t>
      </w:r>
      <w:r w:rsidRPr="00801BAE">
        <w:rPr>
          <w:rFonts w:cs="Courier New"/>
          <w:szCs w:val="32"/>
        </w:rPr>
        <w:t>cendant sur le faible monarque leur échappe.</w:t>
      </w:r>
    </w:p>
    <w:p w14:paraId="7145ADF4" w14:textId="77777777" w:rsidR="00FD7ABB" w:rsidRDefault="00FD28AE" w:rsidP="00FD7ABB">
      <w:r w:rsidRPr="00801BAE">
        <w:rPr>
          <w:rFonts w:cs="Courier New"/>
          <w:szCs w:val="32"/>
        </w:rPr>
        <w:t>L’amiral, dédaignant l’offre tardive que lui fait le Samorin d’un établissement commercial permanent, dans cette ville op</w:t>
      </w:r>
      <w:r w:rsidRPr="00801BAE">
        <w:rPr>
          <w:rFonts w:cs="Courier New"/>
          <w:szCs w:val="32"/>
        </w:rPr>
        <w:t>u</w:t>
      </w:r>
      <w:r w:rsidRPr="00801BAE">
        <w:rPr>
          <w:rFonts w:cs="Courier New"/>
          <w:szCs w:val="32"/>
        </w:rPr>
        <w:t xml:space="preserve">lente, fait incendier une partie du port, que les musulmans </w:t>
      </w:r>
      <w:r w:rsidRPr="00801BAE">
        <w:rPr>
          <w:rFonts w:cs="Courier New"/>
          <w:szCs w:val="32"/>
        </w:rPr>
        <w:lastRenderedPageBreak/>
        <w:t>n’avaient pas su défendre et d’où la population affolée s’est e</w:t>
      </w:r>
      <w:r w:rsidRPr="00801BAE">
        <w:rPr>
          <w:rFonts w:cs="Courier New"/>
          <w:szCs w:val="32"/>
        </w:rPr>
        <w:t>n</w:t>
      </w:r>
      <w:r w:rsidRPr="00801BAE">
        <w:rPr>
          <w:rFonts w:cs="Courier New"/>
          <w:szCs w:val="32"/>
        </w:rPr>
        <w:t>fuie.</w:t>
      </w:r>
    </w:p>
    <w:p w14:paraId="192F614E" w14:textId="77777777" w:rsidR="00FD7ABB" w:rsidRDefault="00FD28AE" w:rsidP="00FD7ABB">
      <w:r w:rsidRPr="00801BAE">
        <w:rPr>
          <w:rFonts w:cs="Courier New"/>
          <w:szCs w:val="32"/>
        </w:rPr>
        <w:t>Il y eut alors une sorte de modération chez le vainqueur. Les Maures, jadis si arrogants, laissaient dans un complet abandon les points commis à leur garde ; la ville pouvait être enlevée par un coup de main. Gama dédaigna cette riche ca</w:t>
      </w:r>
      <w:r w:rsidRPr="00801BAE">
        <w:rPr>
          <w:rFonts w:cs="Courier New"/>
          <w:szCs w:val="32"/>
        </w:rPr>
        <w:t>p</w:t>
      </w:r>
      <w:r w:rsidRPr="00801BAE">
        <w:rPr>
          <w:rFonts w:cs="Courier New"/>
          <w:szCs w:val="32"/>
        </w:rPr>
        <w:t>ture, abandonnant le rajah à un repentir qui commençait sur le trône pour se continuer sous les habits de pénitent. Obligé de se démettre de l’autorité, le souverain de Calicut termina sa vie dans les pratiques extravagantes auxquelles se livrent les a</w:t>
      </w:r>
      <w:r w:rsidRPr="00801BAE">
        <w:rPr>
          <w:rFonts w:cs="Courier New"/>
          <w:szCs w:val="32"/>
        </w:rPr>
        <w:t>s</w:t>
      </w:r>
      <w:r w:rsidRPr="00801BAE">
        <w:rPr>
          <w:rFonts w:cs="Courier New"/>
          <w:szCs w:val="32"/>
        </w:rPr>
        <w:t xml:space="preserve">cètes hindous que l’on désigne sous le nom de </w:t>
      </w:r>
      <w:proofErr w:type="spellStart"/>
      <w:r w:rsidRPr="00801BAE">
        <w:rPr>
          <w:rFonts w:cs="Courier New"/>
          <w:i/>
          <w:szCs w:val="32"/>
        </w:rPr>
        <w:t>bramatchari</w:t>
      </w:r>
      <w:proofErr w:type="spellEnd"/>
      <w:r w:rsidRPr="00801BAE">
        <w:rPr>
          <w:rFonts w:cs="Courier New"/>
          <w:szCs w:val="32"/>
        </w:rPr>
        <w:t>.</w:t>
      </w:r>
    </w:p>
    <w:p w14:paraId="49B4A3F5" w14:textId="77777777" w:rsidR="00FD7ABB" w:rsidRDefault="00FD28AE" w:rsidP="00FD7ABB">
      <w:r w:rsidRPr="00801BAE">
        <w:rPr>
          <w:rFonts w:cs="Courier New"/>
          <w:szCs w:val="32"/>
        </w:rPr>
        <w:t>Après avoir laissé sur la côte quelques navires pour cont</w:t>
      </w:r>
      <w:r w:rsidRPr="00801BAE">
        <w:rPr>
          <w:rFonts w:cs="Courier New"/>
          <w:szCs w:val="32"/>
        </w:rPr>
        <w:t>i</w:t>
      </w:r>
      <w:r w:rsidRPr="00801BAE">
        <w:rPr>
          <w:rFonts w:cs="Courier New"/>
          <w:szCs w:val="32"/>
        </w:rPr>
        <w:t>nuer le blocus de Calicut, Gama se dirigea vers le royaume de Cochin, dont le souverain avait jeté les bases d’un traité d’alliance qui fut renouvelé.</w:t>
      </w:r>
    </w:p>
    <w:p w14:paraId="3202D7CE" w14:textId="77777777" w:rsidR="00FD7ABB" w:rsidRDefault="00FD28AE" w:rsidP="00FD7ABB">
      <w:r w:rsidRPr="00801BAE">
        <w:rPr>
          <w:rFonts w:cs="Courier New"/>
          <w:szCs w:val="32"/>
        </w:rPr>
        <w:t>L’amiral trouva dans le rajah un allié sincère, et la conduite de Vasco à son égard prouve ce qu’il eût été avec les autres so</w:t>
      </w:r>
      <w:r w:rsidRPr="00801BAE">
        <w:rPr>
          <w:rFonts w:cs="Courier New"/>
          <w:szCs w:val="32"/>
        </w:rPr>
        <w:t>u</w:t>
      </w:r>
      <w:r w:rsidRPr="00801BAE">
        <w:rPr>
          <w:rFonts w:cs="Courier New"/>
          <w:szCs w:val="32"/>
        </w:rPr>
        <w:t>verains hindous, si ceux-ci eussent osé mettre dans leurs tra</w:t>
      </w:r>
      <w:r w:rsidRPr="00801BAE">
        <w:rPr>
          <w:rFonts w:cs="Courier New"/>
          <w:szCs w:val="32"/>
        </w:rPr>
        <w:t>n</w:t>
      </w:r>
      <w:r w:rsidRPr="00801BAE">
        <w:rPr>
          <w:rFonts w:cs="Courier New"/>
          <w:szCs w:val="32"/>
        </w:rPr>
        <w:t xml:space="preserve">sactions la loyale confiance qui distingua ce prince. Celui-ci, frappé des immenses avantages commerciaux que le séjour des étrangers pouvait procurer à son pays, fasciné par leur ardente bravoure, s’abandonna à une confiance qu’on ne pouvait guère ni espérer ni exiger des autres rajahs. Non seulement il conclut avec les Européens des traités politiques et commerciaux, mais il se livra en quelque sorte à la discrétion de Gama. Il eut avec lui plusieurs entrevues durant lesquelles il éloigna les hommes de sa suite et mit de côté toute espèce de pompe royale. Il est probable que cet excès de confiance blessa au plus haut degré les principes religieux des autres rajahs, car, quand ils s’unirent au Samorin pour faire la guerre </w:t>
      </w:r>
      <w:r w:rsidRPr="00801BAE">
        <w:rPr>
          <w:rFonts w:cs="Courier New"/>
          <w:szCs w:val="32"/>
        </w:rPr>
        <w:lastRenderedPageBreak/>
        <w:t>à cet ami des étrangers, ils i</w:t>
      </w:r>
      <w:r w:rsidRPr="00801BAE">
        <w:rPr>
          <w:rFonts w:cs="Courier New"/>
          <w:szCs w:val="32"/>
        </w:rPr>
        <w:t>n</w:t>
      </w:r>
      <w:r w:rsidRPr="00801BAE">
        <w:rPr>
          <w:rFonts w:cs="Courier New"/>
          <w:szCs w:val="32"/>
        </w:rPr>
        <w:t>voquèrent contre lui les exigences de la loi brahmanique.</w:t>
      </w:r>
    </w:p>
    <w:p w14:paraId="321DBF98" w14:textId="77777777" w:rsidR="00FD7ABB" w:rsidRDefault="00FD28AE" w:rsidP="00FD7ABB">
      <w:r w:rsidRPr="00801BAE">
        <w:rPr>
          <w:rFonts w:cs="Courier New"/>
          <w:szCs w:val="32"/>
        </w:rPr>
        <w:t>Quoi qu’il en soit, en mettant en jeu l’ambition du rajah de Cochin, qui espérait voir passer entre ses mains le commerce et la puissance des Samorins, Vasco fit preuve d’une grande hab</w:t>
      </w:r>
      <w:r w:rsidRPr="00801BAE">
        <w:rPr>
          <w:rFonts w:cs="Courier New"/>
          <w:szCs w:val="32"/>
        </w:rPr>
        <w:t>i</w:t>
      </w:r>
      <w:r w:rsidRPr="00801BAE">
        <w:rPr>
          <w:rFonts w:cs="Courier New"/>
          <w:szCs w:val="32"/>
        </w:rPr>
        <w:t>leté. Dès lors pouvaient commencer les grandes opérations commerciales. Gama, songeant à revenir en Europe, laissa le commandement à Vincente Sodré, et, le 20 décembre 1503, il rentra dans le port de Lisbonne avec sa flotte presque entière ; un seul des vaisseaux avait été perdu.</w:t>
      </w:r>
    </w:p>
    <w:p w14:paraId="3A4C082E" w14:textId="77777777" w:rsidR="00FD7ABB" w:rsidRDefault="00FD28AE" w:rsidP="00FD7ABB">
      <w:r w:rsidRPr="00801BAE">
        <w:rPr>
          <w:rFonts w:cs="Courier New"/>
          <w:szCs w:val="32"/>
        </w:rPr>
        <w:t>Cette fois, lorsque l’amiral des Indes se présenta devant Emmanuel, il put lui donner l’assurance que désormais la pr</w:t>
      </w:r>
      <w:r w:rsidRPr="00801BAE">
        <w:rPr>
          <w:rFonts w:cs="Courier New"/>
          <w:szCs w:val="32"/>
        </w:rPr>
        <w:t>é</w:t>
      </w:r>
      <w:r w:rsidRPr="00801BAE">
        <w:rPr>
          <w:rFonts w:cs="Courier New"/>
          <w:szCs w:val="32"/>
        </w:rPr>
        <w:t>pondérance des Portugais dans la plupart des ports de l’Orient était un fait accompli. À l’exception d’un rajah, qu’on pouvait regarder comme un allié fidèle, les monarques hindous étaient restés frappés de terreur, et les marchands arabes reconnai</w:t>
      </w:r>
      <w:r w:rsidRPr="00801BAE">
        <w:rPr>
          <w:rFonts w:cs="Courier New"/>
          <w:szCs w:val="32"/>
        </w:rPr>
        <w:t>s</w:t>
      </w:r>
      <w:r w:rsidRPr="00801BAE">
        <w:rPr>
          <w:rFonts w:cs="Courier New"/>
          <w:szCs w:val="32"/>
        </w:rPr>
        <w:t>saient leur insuffisance lorsqu’il s’agissait de lutter avec les chrétiens. Les petits souverains du littoral avaient compris ce qu’ils pouvaient ravir de richesses à l’empire du Samorin, en profitant uniquement des transactions commerciales que leur offraient les étrangers. Jusqu’alors chaque bahar de poivre avait coûté le sang de plusieurs hommes ; une expédition vigoureuse pouvait faire cesser tout à coup cet état de choses, et la ruine de Venise était probable.</w:t>
      </w:r>
    </w:p>
    <w:p w14:paraId="11E29E03" w14:textId="77777777" w:rsidR="00FD7ABB" w:rsidRDefault="00FD28AE" w:rsidP="00FD7ABB">
      <w:r w:rsidRPr="00801BAE">
        <w:rPr>
          <w:rFonts w:cs="Courier New"/>
          <w:szCs w:val="32"/>
        </w:rPr>
        <w:t>Gama rapportait à Lisbonne, d’après l’estimation des grands négociants italiens, de 32 à 35.000 quintaux d’épices, et la valeur totale du chargement était évaluée à 1 million en or. À l’arrivée de la flotte, le prix du poivre diminua de moitié et, ma</w:t>
      </w:r>
      <w:r w:rsidRPr="00801BAE">
        <w:rPr>
          <w:rFonts w:cs="Courier New"/>
          <w:szCs w:val="32"/>
        </w:rPr>
        <w:t>l</w:t>
      </w:r>
      <w:r w:rsidRPr="00801BAE">
        <w:rPr>
          <w:rFonts w:cs="Courier New"/>
          <w:szCs w:val="32"/>
        </w:rPr>
        <w:t>gré cela, Francesco Affaitato, qui en avait fait acheter aux Indes pour 2.000 ducats, estimait encore à 5.000 ducats la valeur de sa marchandise.</w:t>
      </w:r>
    </w:p>
    <w:p w14:paraId="3DD48FA3" w14:textId="77777777" w:rsidR="00FD7ABB" w:rsidRDefault="00FD28AE" w:rsidP="00FD7ABB">
      <w:r w:rsidRPr="00801BAE">
        <w:rPr>
          <w:rFonts w:cs="Courier New"/>
          <w:szCs w:val="32"/>
        </w:rPr>
        <w:lastRenderedPageBreak/>
        <w:t>Cette fois-ci, ce fut le roi qui eut la part du lion. Indépe</w:t>
      </w:r>
      <w:r w:rsidRPr="00801BAE">
        <w:rPr>
          <w:rFonts w:cs="Courier New"/>
          <w:szCs w:val="32"/>
        </w:rPr>
        <w:t>n</w:t>
      </w:r>
      <w:r w:rsidRPr="00801BAE">
        <w:rPr>
          <w:rFonts w:cs="Courier New"/>
          <w:szCs w:val="32"/>
        </w:rPr>
        <w:t>damment des droits de douane que le voyageur devait payer, droits qui absorbaient un quart de la marchandise, il avait acc</w:t>
      </w:r>
      <w:r w:rsidRPr="00801BAE">
        <w:rPr>
          <w:rFonts w:cs="Courier New"/>
          <w:szCs w:val="32"/>
        </w:rPr>
        <w:t>a</w:t>
      </w:r>
      <w:r w:rsidRPr="00801BAE">
        <w:rPr>
          <w:rFonts w:cs="Courier New"/>
          <w:szCs w:val="32"/>
        </w:rPr>
        <w:t>paré pour lui seul tout le commerce des perles, des pierres pr</w:t>
      </w:r>
      <w:r w:rsidRPr="00801BAE">
        <w:rPr>
          <w:rFonts w:cs="Courier New"/>
          <w:szCs w:val="32"/>
        </w:rPr>
        <w:t>é</w:t>
      </w:r>
      <w:r w:rsidRPr="00801BAE">
        <w:rPr>
          <w:rFonts w:cs="Courier New"/>
          <w:szCs w:val="32"/>
        </w:rPr>
        <w:t>cieuses et des autres articles de luxe. Il n’y avait que le co</w:t>
      </w:r>
      <w:r w:rsidRPr="00801BAE">
        <w:rPr>
          <w:rFonts w:cs="Courier New"/>
          <w:szCs w:val="32"/>
        </w:rPr>
        <w:t>m</w:t>
      </w:r>
      <w:r w:rsidRPr="00801BAE">
        <w:rPr>
          <w:rFonts w:cs="Courier New"/>
          <w:szCs w:val="32"/>
        </w:rPr>
        <w:t>merce des épices qui fût laissé relativement libre ; les ma</w:t>
      </w:r>
      <w:r w:rsidRPr="00801BAE">
        <w:rPr>
          <w:rFonts w:cs="Courier New"/>
          <w:szCs w:val="32"/>
        </w:rPr>
        <w:t>r</w:t>
      </w:r>
      <w:r w:rsidRPr="00801BAE">
        <w:rPr>
          <w:rFonts w:cs="Courier New"/>
          <w:szCs w:val="32"/>
        </w:rPr>
        <w:t>chands frétaient les navires à leurs frais, payaient la solde de l’équipage, pourvoyaient à son entretien, etc. ; de plus, la moitié des de</w:t>
      </w:r>
      <w:r w:rsidRPr="00801BAE">
        <w:rPr>
          <w:rFonts w:cs="Courier New"/>
          <w:szCs w:val="32"/>
        </w:rPr>
        <w:t>n</w:t>
      </w:r>
      <w:r w:rsidRPr="00801BAE">
        <w:rPr>
          <w:rFonts w:cs="Courier New"/>
          <w:szCs w:val="32"/>
        </w:rPr>
        <w:t>rées qu’ils achetaient revenait encore au souverain. En outre, ils avaient à solder les droits de douane dont nous venons de parler, de sorte que, tous frais payés, il ne leur restait pas beaucoup plus du tiers de leurs achats. Ce ne fut que l’année suivante que ce procédé fut modifié en faveur des négociants.</w:t>
      </w:r>
    </w:p>
    <w:p w14:paraId="1E97430C" w14:textId="77777777" w:rsidR="00FD7ABB" w:rsidRDefault="00FD28AE" w:rsidP="00FD7ABB">
      <w:r w:rsidRPr="00801BAE">
        <w:rPr>
          <w:rFonts w:cs="Courier New"/>
          <w:szCs w:val="32"/>
        </w:rPr>
        <w:t xml:space="preserve">L’ensemble des frais de l’entreprise n’était estimé par Francesco Affaitato qu’à 200.000 ducats ; il restait donc à la couronne un bénéfice excessivement élevé. Ce résultat doit être attribué à ce que Gama, en revenant de Sofala, avait échangé des marchandises contre de l’or et que, lors du pillage du </w:t>
      </w:r>
      <w:r w:rsidRPr="00801BAE">
        <w:rPr>
          <w:rFonts w:cs="Courier New"/>
          <w:i/>
          <w:szCs w:val="32"/>
        </w:rPr>
        <w:t>Merii</w:t>
      </w:r>
      <w:r w:rsidRPr="00801BAE">
        <w:rPr>
          <w:rFonts w:cs="Courier New"/>
          <w:szCs w:val="32"/>
        </w:rPr>
        <w:t xml:space="preserve">, il avait trouvé sur le navire un si riche butin en or et en pierres précieuses qu’il avait pu payer en espèces tous ses achats. Car son second voyage avait confirmé l’opinion qu’il s’était faite lors du premier, c’est que les produits européens n’étaient guère vendables en Orient. On doit encore à Gama d’avoir réussi à mettre un frein à la rapacité des marchands arabes qui, n’ayant jusqu’alors pas de concurrence à redouter, vendaient à des prix excessifs. João de Nava avait encore payé le </w:t>
      </w:r>
      <w:r w:rsidRPr="00801BAE">
        <w:rPr>
          <w:rFonts w:cs="Courier New"/>
          <w:i/>
          <w:szCs w:val="32"/>
        </w:rPr>
        <w:t>cantar</w:t>
      </w:r>
      <w:r w:rsidRPr="00801BAE">
        <w:rPr>
          <w:rFonts w:cs="Courier New"/>
          <w:szCs w:val="32"/>
        </w:rPr>
        <w:t xml:space="preserve"> de poivre 3 ducats et demi ; Gama l’obtint à moins de 3 ducats. Il n’en réal</w:t>
      </w:r>
      <w:r w:rsidRPr="00801BAE">
        <w:rPr>
          <w:rFonts w:cs="Courier New"/>
          <w:szCs w:val="32"/>
        </w:rPr>
        <w:t>i</w:t>
      </w:r>
      <w:r w:rsidRPr="00801BAE">
        <w:rPr>
          <w:rFonts w:cs="Courier New"/>
          <w:szCs w:val="32"/>
        </w:rPr>
        <w:t>sa pas moins un énorme bénéfice, et l’on estime à 35.000 ducats le profit qu’il tira de cette vente.</w:t>
      </w:r>
    </w:p>
    <w:p w14:paraId="2BF3ED3D" w14:textId="77777777" w:rsidR="00FD7ABB" w:rsidRDefault="00FD28AE" w:rsidP="00FD7ABB">
      <w:r w:rsidRPr="00801BAE">
        <w:rPr>
          <w:rFonts w:cs="Courier New"/>
          <w:szCs w:val="32"/>
        </w:rPr>
        <w:lastRenderedPageBreak/>
        <w:t>Indépendamment de ces questions d’ordre purement m</w:t>
      </w:r>
      <w:r w:rsidRPr="00801BAE">
        <w:rPr>
          <w:rFonts w:cs="Courier New"/>
          <w:szCs w:val="32"/>
        </w:rPr>
        <w:t>a</w:t>
      </w:r>
      <w:r w:rsidRPr="00801BAE">
        <w:rPr>
          <w:rFonts w:cs="Courier New"/>
          <w:szCs w:val="32"/>
        </w:rPr>
        <w:t>tériel et qui promettaient les richesses de la terre, Gama put e</w:t>
      </w:r>
      <w:r w:rsidRPr="00801BAE">
        <w:rPr>
          <w:rFonts w:cs="Courier New"/>
          <w:szCs w:val="32"/>
        </w:rPr>
        <w:t>n</w:t>
      </w:r>
      <w:r w:rsidRPr="00801BAE">
        <w:rPr>
          <w:rFonts w:cs="Courier New"/>
          <w:szCs w:val="32"/>
        </w:rPr>
        <w:t>core faire espérer au roi et à ses religieux compatriotes, des conquêtes spirituelles. On sait enfin à quoi s’en tenir sur les chrétiens de l’Inde : les voyageurs, revenus de leur erreur au s</w:t>
      </w:r>
      <w:r w:rsidRPr="00801BAE">
        <w:rPr>
          <w:rFonts w:cs="Courier New"/>
          <w:szCs w:val="32"/>
        </w:rPr>
        <w:t>u</w:t>
      </w:r>
      <w:r w:rsidRPr="00801BAE">
        <w:rPr>
          <w:rFonts w:cs="Courier New"/>
          <w:szCs w:val="32"/>
        </w:rPr>
        <w:t>jet des Hindous et de leur culte, ont par compensation déco</w:t>
      </w:r>
      <w:r w:rsidRPr="00801BAE">
        <w:rPr>
          <w:rFonts w:cs="Courier New"/>
          <w:szCs w:val="32"/>
        </w:rPr>
        <w:t>u</w:t>
      </w:r>
      <w:r w:rsidRPr="00801BAE">
        <w:rPr>
          <w:rFonts w:cs="Courier New"/>
          <w:szCs w:val="32"/>
        </w:rPr>
        <w:t>vert, à Cochin même, des chrétiens, réels cette fois, qui vinrent offrir à l’amiral portugais un tribut de respectueux hommages. Rome, après des siècles d’oubli, allait retrouver ses enfants ég</w:t>
      </w:r>
      <w:r w:rsidRPr="00801BAE">
        <w:rPr>
          <w:rFonts w:cs="Courier New"/>
          <w:szCs w:val="32"/>
        </w:rPr>
        <w:t>a</w:t>
      </w:r>
      <w:r w:rsidRPr="00801BAE">
        <w:rPr>
          <w:rFonts w:cs="Courier New"/>
          <w:szCs w:val="32"/>
        </w:rPr>
        <w:t>rés.</w:t>
      </w:r>
    </w:p>
    <w:p w14:paraId="47E11ABF" w14:textId="77777777" w:rsidR="00FD7ABB" w:rsidRDefault="00FD28AE" w:rsidP="00FD7ABB">
      <w:r w:rsidRPr="00801BAE">
        <w:rPr>
          <w:rFonts w:cs="Courier New"/>
          <w:szCs w:val="32"/>
        </w:rPr>
        <w:t>Ce n’est pas tout : un troisième navire devait hiverner sur les côtes de l’Arabie, toujours prêt à secourir les Portugais lai</w:t>
      </w:r>
      <w:r w:rsidRPr="00801BAE">
        <w:rPr>
          <w:rFonts w:cs="Courier New"/>
          <w:szCs w:val="32"/>
        </w:rPr>
        <w:t>s</w:t>
      </w:r>
      <w:r w:rsidRPr="00801BAE">
        <w:rPr>
          <w:rFonts w:cs="Courier New"/>
          <w:szCs w:val="32"/>
        </w:rPr>
        <w:t>sés par Gama dans le Malabar. L’amiral voulait ainsi assurer ses conquêtes.</w:t>
      </w:r>
    </w:p>
    <w:p w14:paraId="21CBE635" w14:textId="77777777" w:rsidR="00FD7ABB" w:rsidRDefault="00FD28AE" w:rsidP="00FD7ABB">
      <w:r w:rsidRPr="00801BAE">
        <w:rPr>
          <w:rFonts w:cs="Courier New"/>
          <w:szCs w:val="32"/>
        </w:rPr>
        <w:t>Tout cela était grand, et tout cela ne semble pas avoir été suffisamment apprécié à la cour d’Emmanuel. En tous cas, il est surprenant que ce ne soit pas Vasco de Gama qui ait été chargé de commander l’expédition suivante dont dépendait, pour ainsi dire, tout l’avenir de l’Inde portugaise. Qui amena cet oubli a</w:t>
      </w:r>
      <w:r w:rsidRPr="00801BAE">
        <w:rPr>
          <w:rFonts w:cs="Courier New"/>
          <w:szCs w:val="32"/>
        </w:rPr>
        <w:t>p</w:t>
      </w:r>
      <w:r w:rsidRPr="00801BAE">
        <w:rPr>
          <w:rFonts w:cs="Courier New"/>
          <w:szCs w:val="32"/>
        </w:rPr>
        <w:t>parent ? Quelles furent les causes de cette espèce de disgrâce ? C’est un des problèmes que l’histoire nous laisse à deviner. Ce qu’il y a de certain, c’est que, pendant plus de vingt ans, l’amiral des mers de l’Inde restera dans le silence. Il faudra un autre règne pour réparer cette injustice.</w:t>
      </w:r>
    </w:p>
    <w:p w14:paraId="264B4A69" w14:textId="77777777" w:rsidR="00FD7ABB" w:rsidRDefault="00FD28AE" w:rsidP="00FD7ABB">
      <w:r w:rsidRPr="00801BAE">
        <w:rPr>
          <w:rFonts w:cs="Courier New"/>
          <w:szCs w:val="32"/>
        </w:rPr>
        <w:t xml:space="preserve">De 1500 à 1504, les flottes envoyées aux Indes étaient composées de vaisseaux marchands ; à l’origine on n’avait pas en vue de conquête par les armes ; on pensait simplement s’emparer du commerce des produits indiens. Aussi, pendant les premières années, on se contenta d’établir des factoreries dans les villes de Cochin, Cananor et Coulào, et de placer les Portugais qui restaient dans ces pays lointains, sous la </w:t>
      </w:r>
      <w:r w:rsidRPr="00801BAE">
        <w:rPr>
          <w:rFonts w:cs="Courier New"/>
          <w:szCs w:val="32"/>
        </w:rPr>
        <w:lastRenderedPageBreak/>
        <w:t>prote</w:t>
      </w:r>
      <w:r w:rsidRPr="00801BAE">
        <w:rPr>
          <w:rFonts w:cs="Courier New"/>
          <w:szCs w:val="32"/>
        </w:rPr>
        <w:t>c</w:t>
      </w:r>
      <w:r w:rsidRPr="00801BAE">
        <w:rPr>
          <w:rFonts w:cs="Courier New"/>
          <w:szCs w:val="32"/>
        </w:rPr>
        <w:t>tion des rajahs amis. Mais l’état de guerre continuel dans lequel se tro</w:t>
      </w:r>
      <w:r w:rsidRPr="00801BAE">
        <w:rPr>
          <w:rFonts w:cs="Courier New"/>
          <w:szCs w:val="32"/>
        </w:rPr>
        <w:t>u</w:t>
      </w:r>
      <w:r w:rsidRPr="00801BAE">
        <w:rPr>
          <w:rFonts w:cs="Courier New"/>
          <w:szCs w:val="32"/>
        </w:rPr>
        <w:t>vaient les Portugais, vis-à-vis du puissant seigneur de la côte de Malabar, le nouveau Samorin de Calicut, ne resta pas sans i</w:t>
      </w:r>
      <w:r w:rsidRPr="00801BAE">
        <w:rPr>
          <w:rFonts w:cs="Courier New"/>
          <w:szCs w:val="32"/>
        </w:rPr>
        <w:t>n</w:t>
      </w:r>
      <w:r w:rsidRPr="00801BAE">
        <w:rPr>
          <w:rFonts w:cs="Courier New"/>
          <w:szCs w:val="32"/>
        </w:rPr>
        <w:t>fluence sur leurs alliés.</w:t>
      </w:r>
    </w:p>
    <w:p w14:paraId="317258BD" w14:textId="77777777" w:rsidR="00FD7ABB" w:rsidRDefault="00FD28AE" w:rsidP="00FD7ABB">
      <w:r w:rsidRPr="00801BAE">
        <w:rPr>
          <w:rFonts w:cs="Courier New"/>
          <w:szCs w:val="32"/>
        </w:rPr>
        <w:t xml:space="preserve">Le </w:t>
      </w:r>
      <w:proofErr w:type="spellStart"/>
      <w:r w:rsidRPr="00801BAE">
        <w:rPr>
          <w:rFonts w:cs="Courier New"/>
          <w:szCs w:val="32"/>
        </w:rPr>
        <w:t>Samorin</w:t>
      </w:r>
      <w:proofErr w:type="spellEnd"/>
      <w:r w:rsidRPr="00801BAE">
        <w:rPr>
          <w:rFonts w:cs="Courier New"/>
          <w:szCs w:val="32"/>
        </w:rPr>
        <w:t xml:space="preserve"> ne pouvant pas obtenir du prince de Cochin l’extradition ou l’assassinat des Portugais laissés dans cette ville par Vasco de Gama, ni la rupture des traités commerciaux co</w:t>
      </w:r>
      <w:r w:rsidRPr="00801BAE">
        <w:rPr>
          <w:rFonts w:cs="Courier New"/>
          <w:szCs w:val="32"/>
        </w:rPr>
        <w:t>n</w:t>
      </w:r>
      <w:r w:rsidRPr="00801BAE">
        <w:rPr>
          <w:rFonts w:cs="Courier New"/>
          <w:szCs w:val="32"/>
        </w:rPr>
        <w:t>clus avec les étrangers, déclara la guerre à ce prince, immédi</w:t>
      </w:r>
      <w:r w:rsidRPr="00801BAE">
        <w:rPr>
          <w:rFonts w:cs="Courier New"/>
          <w:szCs w:val="32"/>
        </w:rPr>
        <w:t>a</w:t>
      </w:r>
      <w:r w:rsidRPr="00801BAE">
        <w:rPr>
          <w:rFonts w:cs="Courier New"/>
          <w:szCs w:val="32"/>
        </w:rPr>
        <w:t>tement après le départ de l’escadre de l’amiral. Il l’attaqua avec des forces considérables, lui enleva sa ville et son territoire et l’obligea à se retirer dans sa forteresse de Vaipim avec une p</w:t>
      </w:r>
      <w:r w:rsidRPr="00801BAE">
        <w:rPr>
          <w:rFonts w:cs="Courier New"/>
          <w:szCs w:val="32"/>
        </w:rPr>
        <w:t>e</w:t>
      </w:r>
      <w:r w:rsidRPr="00801BAE">
        <w:rPr>
          <w:rFonts w:cs="Courier New"/>
          <w:szCs w:val="32"/>
        </w:rPr>
        <w:t>tite troupe de fidèles sujets. Ce n’est qu’à l’arrivée des deux A</w:t>
      </w:r>
      <w:r w:rsidRPr="00801BAE">
        <w:rPr>
          <w:rFonts w:cs="Courier New"/>
          <w:szCs w:val="32"/>
        </w:rPr>
        <w:t>l</w:t>
      </w:r>
      <w:r w:rsidRPr="00801BAE">
        <w:rPr>
          <w:rFonts w:cs="Courier New"/>
          <w:szCs w:val="32"/>
        </w:rPr>
        <w:t>buquerque, qu’il fut tiré de sa périlleuse situation.</w:t>
      </w:r>
    </w:p>
    <w:p w14:paraId="0AC32627" w14:textId="77777777" w:rsidR="00FD7ABB" w:rsidRDefault="00FD28AE" w:rsidP="00FD7ABB">
      <w:r w:rsidRPr="00801BAE">
        <w:rPr>
          <w:rFonts w:cs="Courier New"/>
          <w:szCs w:val="32"/>
        </w:rPr>
        <w:t>À la suite de ces événements fut élevée, sur le territoire i</w:t>
      </w:r>
      <w:r w:rsidRPr="00801BAE">
        <w:rPr>
          <w:rFonts w:cs="Courier New"/>
          <w:szCs w:val="32"/>
        </w:rPr>
        <w:t>n</w:t>
      </w:r>
      <w:r w:rsidRPr="00801BAE">
        <w:rPr>
          <w:rFonts w:cs="Courier New"/>
          <w:szCs w:val="32"/>
        </w:rPr>
        <w:t>dien, la première forteresse portugaise, pour la protection de la factorerie de Cochin. Mais à peine les Albuquerque avaient-ils quitté les Indes, que le Samorin reprit les armes contre la ville de Cochin, à qui il ne pouvait pardonner d’être l’alliée du Port</w:t>
      </w:r>
      <w:r w:rsidRPr="00801BAE">
        <w:rPr>
          <w:rFonts w:cs="Courier New"/>
          <w:szCs w:val="32"/>
        </w:rPr>
        <w:t>u</w:t>
      </w:r>
      <w:r w:rsidRPr="00801BAE">
        <w:rPr>
          <w:rFonts w:cs="Courier New"/>
          <w:szCs w:val="32"/>
        </w:rPr>
        <w:t>gal. Seul, le courage héroïque de dom Pacheco et de sa troupe empêcha la prise de la ville.</w:t>
      </w:r>
    </w:p>
    <w:p w14:paraId="7B9B5153" w14:textId="77777777" w:rsidR="00FD7ABB" w:rsidRDefault="00FD28AE" w:rsidP="00FD7ABB">
      <w:r w:rsidRPr="00801BAE">
        <w:rPr>
          <w:rFonts w:cs="Courier New"/>
          <w:szCs w:val="32"/>
        </w:rPr>
        <w:t xml:space="preserve">Les forces du roi de Cochin ne s’élevaient guère qu’à trente mille hommes, sur le courage desquels il eût été imprudent de compter. Édouard Pacheco n’avait sous ses ordres que huit à neuf cents Portugais au commencement de la campagne. Ce fut avec cette poignée de braves, auxquels il faut joindre trois cents Hindous, que Pacheco alla attendre le Samorin avant qu’il fût sous les murs de Cochin. Les auxiliaires, sur lesquels d’ailleurs on avait peu compté, s’enfuirent honteusement ; les Portugais suffirent pour vaincre l’armée du Samorin, qui s’élevait à près de cinquante mille hommes, et ce </w:t>
      </w:r>
      <w:r w:rsidRPr="00801BAE">
        <w:rPr>
          <w:rFonts w:cs="Courier New"/>
          <w:szCs w:val="32"/>
        </w:rPr>
        <w:lastRenderedPageBreak/>
        <w:t>ne fut qu’après avoir fait subir aux assaillants de terribles pertes qu’ils rentrèrent dans Cochin.</w:t>
      </w:r>
    </w:p>
    <w:p w14:paraId="108BCEF9" w14:textId="77777777" w:rsidR="00FD7ABB" w:rsidRDefault="00FD28AE" w:rsidP="00FD7ABB">
      <w:r w:rsidRPr="00801BAE">
        <w:rPr>
          <w:rFonts w:cs="Courier New"/>
          <w:szCs w:val="32"/>
        </w:rPr>
        <w:t>Les plans des antiques forteresses de l’Inde prouvent que les Portugais avaient choisi avec une rare perspicacité le point stratégique d’où ils résistèrent aux rajahs ennemis. La ville est bâtie sur une presqu’île, et des bancs mobiles de sable, qui i</w:t>
      </w:r>
      <w:r w:rsidRPr="00801BAE">
        <w:rPr>
          <w:rFonts w:cs="Courier New"/>
          <w:szCs w:val="32"/>
        </w:rPr>
        <w:t>n</w:t>
      </w:r>
      <w:r w:rsidRPr="00801BAE">
        <w:rPr>
          <w:rFonts w:cs="Courier New"/>
          <w:szCs w:val="32"/>
        </w:rPr>
        <w:t>terrompent la barre, donnent une réelle sécurité à ceux qui se renferment dans l’enceinte de Cochin. Grâce à cette disposition des lieux et à une intrépidité dont il n’y a peut-être pas un s</w:t>
      </w:r>
      <w:r w:rsidRPr="00801BAE">
        <w:rPr>
          <w:rFonts w:cs="Courier New"/>
          <w:szCs w:val="32"/>
        </w:rPr>
        <w:t>e</w:t>
      </w:r>
      <w:r w:rsidRPr="00801BAE">
        <w:rPr>
          <w:rFonts w:cs="Courier New"/>
          <w:szCs w:val="32"/>
        </w:rPr>
        <w:t>cond exemple, Pacheco remporta successivement plusieurs avantages qui réduisirent peu à peu l’armée ennemie.</w:t>
      </w:r>
    </w:p>
    <w:p w14:paraId="5E8FD6A2" w14:textId="77777777" w:rsidR="00FD7ABB" w:rsidRDefault="00FD28AE" w:rsidP="00FD7ABB">
      <w:r w:rsidRPr="00801BAE">
        <w:rPr>
          <w:rFonts w:cs="Courier New"/>
          <w:szCs w:val="32"/>
        </w:rPr>
        <w:t>« Au bruit de ces exploits, le Gange et l’Indus frémiront dans leurs roseaux. Pour effacer sa honte le Samorin réunira de nouvelles armées : des montagnes Narsingue les rois de Tamor et de Misapour descendront pour se ranger sous ses étendards ; mille peuples redoutables s’uniront avec lui. Le victorieux Édouard se verra assailli à la fois sur mer par les Agaréniens et sur terre par les adorateurs des idoles. Il triomphera également et sur terre et sur mer : ses exploits inspireront aux infidèles a</w:t>
      </w:r>
      <w:r w:rsidRPr="00801BAE">
        <w:rPr>
          <w:rFonts w:cs="Courier New"/>
          <w:szCs w:val="32"/>
        </w:rPr>
        <w:t>u</w:t>
      </w:r>
      <w:r w:rsidRPr="00801BAE">
        <w:rPr>
          <w:rFonts w:cs="Courier New"/>
          <w:szCs w:val="32"/>
        </w:rPr>
        <w:t>tant d’admiration que d’effroi. En vain le superbe descendant des Périmai implorera ses dieux, en vain il couvrira de r</w:t>
      </w:r>
      <w:r w:rsidRPr="00801BAE">
        <w:rPr>
          <w:rFonts w:cs="Courier New"/>
          <w:szCs w:val="32"/>
        </w:rPr>
        <w:t>e</w:t>
      </w:r>
      <w:r w:rsidRPr="00801BAE">
        <w:rPr>
          <w:rFonts w:cs="Courier New"/>
          <w:szCs w:val="32"/>
        </w:rPr>
        <w:t>proches et d’injures ses soldats et ses esclaves épouvantés. Les d</w:t>
      </w:r>
      <w:r w:rsidRPr="00801BAE">
        <w:rPr>
          <w:rFonts w:cs="Courier New"/>
          <w:szCs w:val="32"/>
        </w:rPr>
        <w:t>é</w:t>
      </w:r>
      <w:r w:rsidRPr="00801BAE">
        <w:rPr>
          <w:rFonts w:cs="Courier New"/>
          <w:szCs w:val="32"/>
        </w:rPr>
        <w:t>faites ne refroidiront pas sa fureur ; il accourera lui-même sur le champ de bataille pour animer ses soldats par sa présence et le sang de ses guerriers rejaillira sur sa face. Ni la ruse, ni la force, ni les poisons mortels, ni les redoutables enchantements ne pourront le secourir. Ses cités seront prises et rasées, ses châteaux emportés et réduits en cendres.</w:t>
      </w:r>
    </w:p>
    <w:p w14:paraId="4F29FD30" w14:textId="77777777" w:rsidR="00FD7ABB" w:rsidRDefault="00FD28AE" w:rsidP="00FD7ABB">
      <w:r w:rsidRPr="00801BAE">
        <w:rPr>
          <w:rFonts w:cs="Courier New"/>
          <w:szCs w:val="32"/>
        </w:rPr>
        <w:t xml:space="preserve">« Pour incendier la flotte de son vainqueur, il fera flotter des montagnes enflammées sur la plaine liquide, Édouard </w:t>
      </w:r>
      <w:r w:rsidRPr="00801BAE">
        <w:rPr>
          <w:rFonts w:cs="Courier New"/>
          <w:szCs w:val="32"/>
        </w:rPr>
        <w:lastRenderedPageBreak/>
        <w:t>P</w:t>
      </w:r>
      <w:r w:rsidRPr="00801BAE">
        <w:rPr>
          <w:rFonts w:cs="Courier New"/>
          <w:szCs w:val="32"/>
        </w:rPr>
        <w:t>a</w:t>
      </w:r>
      <w:r w:rsidRPr="00801BAE">
        <w:rPr>
          <w:rFonts w:cs="Courier New"/>
          <w:szCs w:val="32"/>
        </w:rPr>
        <w:t>checo se rira de tout cet appareil : ces formidables machines crouleront devant lui, et leurs débris dispersés seront le jouet des flots. »</w:t>
      </w:r>
    </w:p>
    <w:p w14:paraId="18E2E957" w14:textId="77777777" w:rsidR="00FD7ABB" w:rsidRDefault="00FD28AE" w:rsidP="00FD7ABB">
      <w:r w:rsidRPr="00801BAE">
        <w:rPr>
          <w:rFonts w:cs="Courier New"/>
          <w:szCs w:val="32"/>
        </w:rPr>
        <w:t>La bravoure de Pacheco avait en effet réalisé des merveilles et la puissance effective du Samorin ne s’élevait plus qu’à 30.000 hommes. Pacheco résolut d’anéantir, avec ses neufs cents Portugais, ce reste d’une armée formidable. Avec une pr</w:t>
      </w:r>
      <w:r w:rsidRPr="00801BAE">
        <w:rPr>
          <w:rFonts w:cs="Courier New"/>
          <w:szCs w:val="32"/>
        </w:rPr>
        <w:t>u</w:t>
      </w:r>
      <w:r w:rsidRPr="00801BAE">
        <w:rPr>
          <w:rFonts w:cs="Courier New"/>
          <w:szCs w:val="32"/>
        </w:rPr>
        <w:t>dence singulière et une sûreté de coup d’œil admirable, il réussit d’abord à tenir en échec, puis à vaincre complètement, les troupes ennemies.</w:t>
      </w:r>
    </w:p>
    <w:p w14:paraId="541E6C58" w14:textId="77777777" w:rsidR="00FD7ABB" w:rsidRDefault="00FD28AE" w:rsidP="00FD7ABB">
      <w:r w:rsidRPr="00801BAE">
        <w:rPr>
          <w:rFonts w:cs="Courier New"/>
          <w:szCs w:val="32"/>
        </w:rPr>
        <w:t xml:space="preserve">On croit lire la description des combinaisons stratégiques de Pacheco dans ces vers que le vieux Corneille met dans la bouche du </w:t>
      </w:r>
      <w:r w:rsidRPr="00EC2835">
        <w:rPr>
          <w:rFonts w:cs="Courier New"/>
          <w:i/>
          <w:szCs w:val="32"/>
        </w:rPr>
        <w:t>Cid</w:t>
      </w:r>
      <w:r w:rsidRPr="00801BAE">
        <w:rPr>
          <w:rFonts w:cs="Courier New"/>
          <w:szCs w:val="32"/>
        </w:rPr>
        <w:t> :</w:t>
      </w:r>
    </w:p>
    <w:p w14:paraId="2E2F5F96" w14:textId="77777777" w:rsidR="00FD28AE" w:rsidRPr="00801BAE" w:rsidRDefault="00FD28AE" w:rsidP="00EC2835">
      <w:pPr>
        <w:widowControl w:val="0"/>
        <w:autoSpaceDE w:val="0"/>
        <w:autoSpaceDN w:val="0"/>
        <w:adjustRightInd w:val="0"/>
        <w:spacing w:after="0"/>
        <w:rPr>
          <w:rFonts w:cs="Courier New"/>
          <w:szCs w:val="32"/>
        </w:rPr>
      </w:pPr>
      <w:r w:rsidRPr="00801BAE">
        <w:rPr>
          <w:rFonts w:cs="Courier New"/>
          <w:szCs w:val="32"/>
        </w:rPr>
        <w:t>Cette obscure clarté qui tombe des étoiles</w:t>
      </w:r>
    </w:p>
    <w:p w14:paraId="6A72BB61"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Enfin avec le flux nous fit voir trente voiles ;</w:t>
      </w:r>
    </w:p>
    <w:p w14:paraId="4E8B79CA"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L’onde s’enfle dessous, et d’un commun effort</w:t>
      </w:r>
    </w:p>
    <w:p w14:paraId="57CC1665"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Les Maures et la mer montent jusques au port.</w:t>
      </w:r>
    </w:p>
    <w:p w14:paraId="4B83FCA1"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On les laisse passer ; tout leur parait tranquille ;</w:t>
      </w:r>
    </w:p>
    <w:p w14:paraId="217F8176"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Point de soldats au port, point aux murs de la ville.</w:t>
      </w:r>
    </w:p>
    <w:p w14:paraId="33963E98"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Notre profond silence abusant leurs esprits,</w:t>
      </w:r>
    </w:p>
    <w:p w14:paraId="25EC25F0"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Ils n’osent plus douter de nous avoir surpris ;</w:t>
      </w:r>
    </w:p>
    <w:p w14:paraId="6F781E0F"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Ils abordent sans peur, ils ancrent, ils descendent,</w:t>
      </w:r>
    </w:p>
    <w:p w14:paraId="6E26164A"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Et courent se livrer aux mains qui les attendent.</w:t>
      </w:r>
    </w:p>
    <w:p w14:paraId="46320400"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Nous nous levons alors, et tous en même temps</w:t>
      </w:r>
    </w:p>
    <w:p w14:paraId="07D05C3B"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Poussons jusques au ciel mille cris éclatants.</w:t>
      </w:r>
    </w:p>
    <w:p w14:paraId="5F6EE9F2"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Les nôtres au signal de nos vaisseaux répondent ;</w:t>
      </w:r>
    </w:p>
    <w:p w14:paraId="3D11D0B1"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Ils paraissent armés ; les Maures se confondent ;</w:t>
      </w:r>
    </w:p>
    <w:p w14:paraId="6F7FDFBA"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L’épouvante les prend à demi descendus ;</w:t>
      </w:r>
    </w:p>
    <w:p w14:paraId="17B6E313"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Avant que de combattre ils s’estiment perdus.</w:t>
      </w:r>
    </w:p>
    <w:p w14:paraId="5E321728"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Ils couraient au pillage, et rencontrent la guerre ;</w:t>
      </w:r>
    </w:p>
    <w:p w14:paraId="42AF4FC5"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Nous les pressons sur l’eau, nous les pressons sur terre</w:t>
      </w:r>
    </w:p>
    <w:p w14:paraId="5A94042B"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lastRenderedPageBreak/>
        <w:t>Et nous faisons courir des ruisseaux de leur sang,</w:t>
      </w:r>
    </w:p>
    <w:p w14:paraId="7B70CA06" w14:textId="77777777" w:rsidR="00FD28AE" w:rsidRPr="00801BAE" w:rsidRDefault="00FD28AE" w:rsidP="00EC2835">
      <w:pPr>
        <w:widowControl w:val="0"/>
        <w:autoSpaceDE w:val="0"/>
        <w:autoSpaceDN w:val="0"/>
        <w:adjustRightInd w:val="0"/>
        <w:spacing w:before="0" w:after="0"/>
        <w:rPr>
          <w:rFonts w:cs="Courier New"/>
          <w:szCs w:val="32"/>
        </w:rPr>
      </w:pPr>
      <w:r w:rsidRPr="00801BAE">
        <w:rPr>
          <w:rFonts w:cs="Courier New"/>
          <w:szCs w:val="32"/>
        </w:rPr>
        <w:t>Avant qu’aucun résiste ou reprenne son rang…</w:t>
      </w:r>
    </w:p>
    <w:p w14:paraId="3103314E" w14:textId="77777777" w:rsidR="00FD7ABB" w:rsidRDefault="00FD28AE" w:rsidP="00B824E5">
      <w:r w:rsidRPr="00801BAE">
        <w:t>Dix-huit mille hommes avaient encore péri.</w:t>
      </w:r>
    </w:p>
    <w:p w14:paraId="6287512E" w14:textId="77777777" w:rsidR="00FD7ABB" w:rsidRDefault="00FD28AE" w:rsidP="00FD7ABB">
      <w:r w:rsidRPr="00801BAE">
        <w:rPr>
          <w:rFonts w:cs="Courier New"/>
          <w:szCs w:val="32"/>
        </w:rPr>
        <w:t>Le nom de Pacheco est resté célèbre par les sept batailles gagnées sur les armées du Samorin. À son retour de l’Inde, d’où il ne rapportait que la gloire et une honorable pauvreté, il fut r</w:t>
      </w:r>
      <w:r w:rsidRPr="00801BAE">
        <w:rPr>
          <w:rFonts w:cs="Courier New"/>
          <w:szCs w:val="32"/>
        </w:rPr>
        <w:t>e</w:t>
      </w:r>
      <w:r w:rsidRPr="00801BAE">
        <w:rPr>
          <w:rFonts w:cs="Courier New"/>
          <w:szCs w:val="32"/>
        </w:rPr>
        <w:t>çu par Emmanuel avec une pompe vraiment royale. De plus, pour reconnaître ses services, le roi le nomma gouverneur de Saint-Georges de la Mine, sur la côte d’Afrique. Calomnié dans son administration, il fut ramené en Portugal, chargé de fers et mourut, indigent, à l’hôpital de Valence.</w:t>
      </w:r>
    </w:p>
    <w:p w14:paraId="7C42355D" w14:textId="77777777" w:rsidR="00FD7ABB" w:rsidRDefault="00FD28AE" w:rsidP="00FD7ABB">
      <w:proofErr w:type="spellStart"/>
      <w:r w:rsidRPr="00801BAE">
        <w:rPr>
          <w:rFonts w:cs="Courier New"/>
          <w:szCs w:val="32"/>
        </w:rPr>
        <w:t>Camoëns</w:t>
      </w:r>
      <w:proofErr w:type="spellEnd"/>
      <w:r w:rsidRPr="00801BAE">
        <w:rPr>
          <w:rFonts w:cs="Courier New"/>
          <w:szCs w:val="32"/>
        </w:rPr>
        <w:t>, le grand poète, a résumé en deux lignes les pr</w:t>
      </w:r>
      <w:r w:rsidRPr="00801BAE">
        <w:rPr>
          <w:rFonts w:cs="Courier New"/>
          <w:szCs w:val="32"/>
        </w:rPr>
        <w:t>o</w:t>
      </w:r>
      <w:r w:rsidRPr="00801BAE">
        <w:rPr>
          <w:rFonts w:cs="Courier New"/>
          <w:szCs w:val="32"/>
        </w:rPr>
        <w:t>digieuses victoires de Pacheco : « Grâce à lui, dit-il, les hauts faits des Portugais surpassèrent en réalité ce qu’avait inventé la fable. »</w:t>
      </w:r>
    </w:p>
    <w:p w14:paraId="130620F5" w14:textId="77777777" w:rsidR="00FD28AE" w:rsidRPr="00801BAE" w:rsidRDefault="00FD28AE" w:rsidP="00FD28AE">
      <w:pPr>
        <w:pStyle w:val="Titre1"/>
      </w:pPr>
      <w:bookmarkStart w:id="25" w:name="_Toc271750272"/>
      <w:bookmarkStart w:id="26" w:name="_Toc195615301"/>
      <w:r w:rsidRPr="00801BAE">
        <w:lastRenderedPageBreak/>
        <w:t>XIII</w:t>
      </w:r>
      <w:bookmarkEnd w:id="25"/>
      <w:bookmarkEnd w:id="26"/>
      <w:r w:rsidRPr="00801BAE">
        <w:br/>
      </w:r>
    </w:p>
    <w:p w14:paraId="6D2B0755" w14:textId="77777777" w:rsidR="00FD7ABB" w:rsidRDefault="00FD28AE" w:rsidP="00FD7ABB">
      <w:r w:rsidRPr="00801BAE">
        <w:rPr>
          <w:rFonts w:cs="Courier New"/>
          <w:szCs w:val="32"/>
        </w:rPr>
        <w:t>Au mois de septembre suivant, Lopa Soarez reprit l’offensive, incendia Cranganor et Panay ; mais ce furent là des violences inutiles. Quant, au changement des moussons, la flotte repartit, toutes les conquêtes précédentes furent remises en question sans que, pendant plus de six mois, aucun secours pût arriver de la métropole.</w:t>
      </w:r>
    </w:p>
    <w:p w14:paraId="26C527CA" w14:textId="77777777" w:rsidR="00FD7ABB" w:rsidRDefault="00FD28AE" w:rsidP="00FD7ABB">
      <w:r w:rsidRPr="00801BAE">
        <w:rPr>
          <w:rFonts w:cs="Courier New"/>
          <w:szCs w:val="32"/>
        </w:rPr>
        <w:t>Pendant ce temps, le peuple hindou s’agitait, le Samorin conspirait, les musulmans intriguaient. De tous côtés les vieilles haines se réveillaient, et le nombre des ennemis allait croissant.</w:t>
      </w:r>
    </w:p>
    <w:p w14:paraId="7494370A" w14:textId="77777777" w:rsidR="00FD7ABB" w:rsidRDefault="00FD28AE" w:rsidP="00FD7ABB">
      <w:r w:rsidRPr="00801BAE">
        <w:rPr>
          <w:rFonts w:cs="Courier New"/>
          <w:szCs w:val="32"/>
        </w:rPr>
        <w:t>Il ne faut pas oublier que l’expédition de Gama avait cha</w:t>
      </w:r>
      <w:r w:rsidRPr="00801BAE">
        <w:rPr>
          <w:rFonts w:cs="Courier New"/>
          <w:szCs w:val="32"/>
        </w:rPr>
        <w:t>n</w:t>
      </w:r>
      <w:r w:rsidRPr="00801BAE">
        <w:rPr>
          <w:rFonts w:cs="Courier New"/>
          <w:szCs w:val="32"/>
        </w:rPr>
        <w:t>gé le commerce du monde ; les Vénitiens, qui jusqu’alors avaient, presque seuls, tiré d’Alexandrie, et revendu à l’Europe les denrées de l’Orient et du Midi, avaient vu avec peine les su</w:t>
      </w:r>
      <w:r w:rsidRPr="00801BAE">
        <w:rPr>
          <w:rFonts w:cs="Courier New"/>
          <w:szCs w:val="32"/>
        </w:rPr>
        <w:t>c</w:t>
      </w:r>
      <w:r w:rsidRPr="00801BAE">
        <w:rPr>
          <w:rFonts w:cs="Courier New"/>
          <w:szCs w:val="32"/>
        </w:rPr>
        <w:t>cès croissants des Portugais. Tous les moyens leur parurent bons pour arrêter le développement de cette redoutable concu</w:t>
      </w:r>
      <w:r w:rsidRPr="00801BAE">
        <w:rPr>
          <w:rFonts w:cs="Courier New"/>
          <w:szCs w:val="32"/>
        </w:rPr>
        <w:t>r</w:t>
      </w:r>
      <w:r w:rsidRPr="00801BAE">
        <w:rPr>
          <w:rFonts w:cs="Courier New"/>
          <w:szCs w:val="32"/>
        </w:rPr>
        <w:t>rence. Ils parvinrent aisément à faire entrer dans leurs secrètes intrigues le Soudan d’Égypte, qui se ligua contre leurs rivaux avec les rois de Calicut et de Cambaye, et une attaque partant de la mer Rouge devait tôt ou lard se produire. Dans cette circon</w:t>
      </w:r>
      <w:r w:rsidRPr="00801BAE">
        <w:rPr>
          <w:rFonts w:cs="Courier New"/>
          <w:szCs w:val="32"/>
        </w:rPr>
        <w:t>s</w:t>
      </w:r>
      <w:r w:rsidRPr="00801BAE">
        <w:rPr>
          <w:rFonts w:cs="Courier New"/>
          <w:szCs w:val="32"/>
        </w:rPr>
        <w:t>tance critique, le roi Emmanuel envoya aux Indes une armada de plus de vingt navires avec quinze cents hommes d’élite, sous le commandement de Francesco d’Alméida, auquel fut conféré le titre de vice-roi avec des pouvoirs souverains. Il partit acco</w:t>
      </w:r>
      <w:r w:rsidRPr="00801BAE">
        <w:rPr>
          <w:rFonts w:cs="Courier New"/>
          <w:szCs w:val="32"/>
        </w:rPr>
        <w:t>m</w:t>
      </w:r>
      <w:r w:rsidRPr="00801BAE">
        <w:rPr>
          <w:rFonts w:cs="Courier New"/>
          <w:szCs w:val="32"/>
        </w:rPr>
        <w:t>pagné de son fils Lorenzo.</w:t>
      </w:r>
    </w:p>
    <w:p w14:paraId="75105F7C" w14:textId="77777777" w:rsidR="00FD7ABB" w:rsidRDefault="00FD28AE" w:rsidP="00FD7ABB">
      <w:r w:rsidRPr="00801BAE">
        <w:rPr>
          <w:rFonts w:cs="Courier New"/>
          <w:szCs w:val="32"/>
        </w:rPr>
        <w:t>De cette flotte imposante douze vaisseaux seulement d</w:t>
      </w:r>
      <w:r w:rsidRPr="00801BAE">
        <w:rPr>
          <w:rFonts w:cs="Courier New"/>
          <w:szCs w:val="32"/>
        </w:rPr>
        <w:t>e</w:t>
      </w:r>
      <w:r w:rsidRPr="00801BAE">
        <w:rPr>
          <w:rFonts w:cs="Courier New"/>
          <w:szCs w:val="32"/>
        </w:rPr>
        <w:t xml:space="preserve">vaient revenir en Portugal avec des chargements ; les autres </w:t>
      </w:r>
      <w:r w:rsidRPr="00801BAE">
        <w:rPr>
          <w:rFonts w:cs="Courier New"/>
          <w:szCs w:val="32"/>
        </w:rPr>
        <w:lastRenderedPageBreak/>
        <w:t>étaient destinés à former une flotte stationnaire, dont le service aux Indes devait être de trois ans. Le vice-roi, les troupes et leurs chefs, et en général tous les employés portugais devaient y séjourner pendant ce laps de temps.</w:t>
      </w:r>
    </w:p>
    <w:p w14:paraId="102C04C5" w14:textId="77777777" w:rsidR="00FD7ABB" w:rsidRDefault="00FD28AE" w:rsidP="00FD7ABB">
      <w:r w:rsidRPr="00801BAE">
        <w:rPr>
          <w:rFonts w:cs="Courier New"/>
          <w:szCs w:val="32"/>
        </w:rPr>
        <w:t>Dès lors des forteresses furent construites sur les points principaux de la côte africaine et de la côte indienne, des flottes nombreuses partirent chaque année pour l’Orient. Dans l’océan Indien et sur la côte sud d’Arabie, les voiliers portugais cro</w:t>
      </w:r>
      <w:r w:rsidRPr="00801BAE">
        <w:rPr>
          <w:rFonts w:cs="Courier New"/>
          <w:szCs w:val="32"/>
        </w:rPr>
        <w:t>i</w:t>
      </w:r>
      <w:r w:rsidRPr="00801BAE">
        <w:rPr>
          <w:rFonts w:cs="Courier New"/>
          <w:szCs w:val="32"/>
        </w:rPr>
        <w:t>saient sans cesse, pourchassant la marine barbaresque et pou</w:t>
      </w:r>
      <w:r w:rsidRPr="00801BAE">
        <w:rPr>
          <w:rFonts w:cs="Courier New"/>
          <w:szCs w:val="32"/>
        </w:rPr>
        <w:t>r</w:t>
      </w:r>
      <w:r w:rsidRPr="00801BAE">
        <w:rPr>
          <w:rFonts w:cs="Courier New"/>
          <w:szCs w:val="32"/>
        </w:rPr>
        <w:t>suivant sans relâche la guerre avec le Samorin. Toujours men</w:t>
      </w:r>
      <w:r w:rsidRPr="00801BAE">
        <w:rPr>
          <w:rFonts w:cs="Courier New"/>
          <w:szCs w:val="32"/>
        </w:rPr>
        <w:t>a</w:t>
      </w:r>
      <w:r w:rsidRPr="00801BAE">
        <w:rPr>
          <w:rFonts w:cs="Courier New"/>
          <w:szCs w:val="32"/>
        </w:rPr>
        <w:t>cés par ces terribles ennemis, les marchands mahométans venus de Malacca n’osaient plus suivre le chemin le long des côtes, mais se frayaient furtivement une voie à travers les Maldives et au sud de Ceylan.</w:t>
      </w:r>
    </w:p>
    <w:p w14:paraId="03BFC2A0" w14:textId="77777777" w:rsidR="00FD7ABB" w:rsidRDefault="00FD28AE" w:rsidP="00FD7ABB">
      <w:r w:rsidRPr="00801BAE">
        <w:rPr>
          <w:rFonts w:cs="Courier New"/>
          <w:szCs w:val="32"/>
        </w:rPr>
        <w:t>Le vice-roi avait su faire sentir la pesanteur de son bras aux princes du littoral qui s’étaient mis en travers de ses projets. Il s’était emparé de Quiloa et avait brûlé Monbaze avant d’aborder à Cananor, Les Orientaux commençaient à comprendre qu’il ne s’agissait plus seulement de commerce, mais de guerre et de conquêtes.</w:t>
      </w:r>
    </w:p>
    <w:p w14:paraId="6E9A2B6B" w14:textId="77777777" w:rsidR="00FD7ABB" w:rsidRDefault="00FD28AE" w:rsidP="00FD7ABB">
      <w:r w:rsidRPr="00801BAE">
        <w:rPr>
          <w:rFonts w:cs="Courier New"/>
          <w:szCs w:val="32"/>
        </w:rPr>
        <w:t>Déjà, en effet, les Portugais convoitaient Ormuz, l’une des places les plus importantes du commerce indien. Pour réaliser ce projet, Alphonse d’Albuquerque qui, lors de sa première a</w:t>
      </w:r>
      <w:r w:rsidRPr="00801BAE">
        <w:rPr>
          <w:rFonts w:cs="Courier New"/>
          <w:szCs w:val="32"/>
        </w:rPr>
        <w:t>p</w:t>
      </w:r>
      <w:r w:rsidRPr="00801BAE">
        <w:rPr>
          <w:rFonts w:cs="Courier New"/>
          <w:szCs w:val="32"/>
        </w:rPr>
        <w:t>parition en Orient, avait, de son regard d’aigle, mesuré les pays qu’il devait conquérir, fut une seconde fois envoyé dans les Indes par le roi Emmanuel.</w:t>
      </w:r>
    </w:p>
    <w:p w14:paraId="2B80AA06" w14:textId="77777777" w:rsidR="00FD7ABB" w:rsidRDefault="00FD28AE" w:rsidP="00FD7ABB">
      <w:r w:rsidRPr="00801BAE">
        <w:rPr>
          <w:rFonts w:cs="Courier New"/>
          <w:szCs w:val="32"/>
        </w:rPr>
        <w:t xml:space="preserve">Ce fut vers la fin de l’année 1507 qu’il se présenta devant Ormuz avec une flotte de sept voiles, montée par quatre cent soixante matelots et soldats. Ces moyens étaient bien faibles pour réduire une ville aussi peuplée et aussi puissante qu’Ormuz ; mais l’homme extraordinaire qui commandait </w:t>
      </w:r>
      <w:r w:rsidRPr="00801BAE">
        <w:rPr>
          <w:rFonts w:cs="Courier New"/>
          <w:szCs w:val="32"/>
        </w:rPr>
        <w:lastRenderedPageBreak/>
        <w:t>l’expédition suppléa à tout. Seïfeddin, le roi d’Ormuz, avait fait armer en guerre soixante vaisseaux qui étaient dans le port.</w:t>
      </w:r>
    </w:p>
    <w:p w14:paraId="02076F4A" w14:textId="77777777" w:rsidR="00FD7ABB" w:rsidRDefault="00FD28AE" w:rsidP="00FD7ABB">
      <w:r w:rsidRPr="00801BAE">
        <w:rPr>
          <w:rFonts w:cs="Courier New"/>
          <w:szCs w:val="32"/>
        </w:rPr>
        <w:t>Albuquerque, craignant que l’ennemi ne reçoive encore des renforts nouveaux, se décide à livrer combat. Les capitaines po</w:t>
      </w:r>
      <w:r w:rsidRPr="00801BAE">
        <w:rPr>
          <w:rFonts w:cs="Courier New"/>
          <w:szCs w:val="32"/>
        </w:rPr>
        <w:t>r</w:t>
      </w:r>
      <w:r w:rsidRPr="00801BAE">
        <w:rPr>
          <w:rFonts w:cs="Courier New"/>
          <w:szCs w:val="32"/>
        </w:rPr>
        <w:t>tugais, effrayés des préparatifs de l’ennemi, étaient très opposés à cette résolution. Albuquerque, les ayant fait réunir, les consu</w:t>
      </w:r>
      <w:r w:rsidRPr="00801BAE">
        <w:rPr>
          <w:rFonts w:cs="Courier New"/>
          <w:szCs w:val="32"/>
        </w:rPr>
        <w:t>l</w:t>
      </w:r>
      <w:r w:rsidRPr="00801BAE">
        <w:rPr>
          <w:rFonts w:cs="Courier New"/>
          <w:szCs w:val="32"/>
        </w:rPr>
        <w:t>ta, non pour savoir s’il était convenable d’attaquer, mais co</w:t>
      </w:r>
      <w:r w:rsidRPr="00801BAE">
        <w:rPr>
          <w:rFonts w:cs="Courier New"/>
          <w:szCs w:val="32"/>
        </w:rPr>
        <w:t>m</w:t>
      </w:r>
      <w:r w:rsidRPr="00801BAE">
        <w:rPr>
          <w:rFonts w:cs="Courier New"/>
          <w:szCs w:val="32"/>
        </w:rPr>
        <w:t>ment on devait attaquer. « Pour moi, leur dit-il ensuite, je ne suis pas homme à terminer une affaire aussi importante que celle-ci avec des tergiversations et des grands mots ; mais je veux, comme chevalier et comme capitaine, exécuter les ordres qui m’ont été donnés par le roi mon maître. Ainsi la fortune pourra incliner du côté où elle voudra, j’espère, moi, par la Pa</w:t>
      </w:r>
      <w:r w:rsidRPr="00801BAE">
        <w:rPr>
          <w:rFonts w:cs="Courier New"/>
          <w:szCs w:val="32"/>
        </w:rPr>
        <w:t>s</w:t>
      </w:r>
      <w:r w:rsidRPr="00801BAE">
        <w:rPr>
          <w:rFonts w:cs="Courier New"/>
          <w:szCs w:val="32"/>
        </w:rPr>
        <w:t>sion de Notre-Seigneur Jésus-Christ, dans laquelle je mets toute ma confiance, que je casserai la tête à ces musulmans, que je rendrai leur roi tributaire de mon roi, ou bien ils porteront ma tête en trophée dans leurs mains. Voilà la meilleure et la plus salutaire résolution que nous puissions prendre dans les co</w:t>
      </w:r>
      <w:r w:rsidRPr="00801BAE">
        <w:rPr>
          <w:rFonts w:cs="Courier New"/>
          <w:szCs w:val="32"/>
        </w:rPr>
        <w:t>n</w:t>
      </w:r>
      <w:r w:rsidRPr="00801BAE">
        <w:rPr>
          <w:rFonts w:cs="Courier New"/>
          <w:szCs w:val="32"/>
        </w:rPr>
        <w:t>jonctures présentes ; nous sommes dans une position à ne po</w:t>
      </w:r>
      <w:r w:rsidRPr="00801BAE">
        <w:rPr>
          <w:rFonts w:cs="Courier New"/>
          <w:szCs w:val="32"/>
        </w:rPr>
        <w:t>u</w:t>
      </w:r>
      <w:r w:rsidRPr="00801BAE">
        <w:rPr>
          <w:rFonts w:cs="Courier New"/>
          <w:szCs w:val="32"/>
        </w:rPr>
        <w:t>voir faire autrement. Que chacun de vous regagne donc son vaisseau et dispose tout pour le combat. Au premier coup de bombarde, soyez prêts à agir et faites ce que vous me verrez faire. »</w:t>
      </w:r>
    </w:p>
    <w:p w14:paraId="72452BD1" w14:textId="77777777" w:rsidR="00FD7ABB" w:rsidRDefault="00FD28AE" w:rsidP="00FD7ABB">
      <w:r w:rsidRPr="00801BAE">
        <w:rPr>
          <w:rFonts w:cs="Courier New"/>
          <w:szCs w:val="32"/>
        </w:rPr>
        <w:t>Les Portugais firent des prodiges de valeur, et leur victoire fut complète.</w:t>
      </w:r>
    </w:p>
    <w:p w14:paraId="62AEEB22" w14:textId="77777777" w:rsidR="00FD7ABB" w:rsidRDefault="00FD28AE" w:rsidP="00FD7ABB">
      <w:r w:rsidRPr="00801BAE">
        <w:rPr>
          <w:rFonts w:cs="Courier New"/>
          <w:szCs w:val="32"/>
        </w:rPr>
        <w:t xml:space="preserve">Le soleil était déjà couché quand le roi d’Ormuz, voyant sa flotte détruite et une partie de sa capitale réduite en cendres, envoya un parlementaire pour traiter de la paix. Albuquerque fit d’abord remonter sur ses vaisseaux les matelots et les soldats qui se battaient encore sur le rivage et qui, </w:t>
      </w:r>
      <w:r w:rsidRPr="00801BAE">
        <w:rPr>
          <w:rFonts w:cs="Courier New"/>
          <w:szCs w:val="32"/>
        </w:rPr>
        <w:lastRenderedPageBreak/>
        <w:t>excédés de faim et de fatigue, auraient pu succomber sous le nombre, car le combat durait depuis le matin, et personne, du côté des Portugais, n’avait pris de nourriture de tout le jour.</w:t>
      </w:r>
    </w:p>
    <w:p w14:paraId="6B7F7202" w14:textId="77777777" w:rsidR="00FD7ABB" w:rsidRDefault="00FD28AE" w:rsidP="00FD7ABB">
      <w:r w:rsidRPr="00801BAE">
        <w:rPr>
          <w:rFonts w:cs="Courier New"/>
          <w:szCs w:val="32"/>
        </w:rPr>
        <w:t>Il s’occupa ensuite de régler les conditions de la paix et de faire élever une citadelle qui garantît au roi de Portugal la po</w:t>
      </w:r>
      <w:r w:rsidRPr="00801BAE">
        <w:rPr>
          <w:rFonts w:cs="Courier New"/>
          <w:szCs w:val="32"/>
        </w:rPr>
        <w:t>s</w:t>
      </w:r>
      <w:r w:rsidRPr="00801BAE">
        <w:rPr>
          <w:rFonts w:cs="Courier New"/>
          <w:szCs w:val="32"/>
        </w:rPr>
        <w:t>session de l’île. Les travaux, quoique poussés avec une rapidité extraordinaire, furent cependant exécutés avec la solidité qui distingue les constructions des Portugais. Albuquerque nomma cette citadelle Notre-Dame de la Victoire.</w:t>
      </w:r>
    </w:p>
    <w:p w14:paraId="13459DD5" w14:textId="77777777" w:rsidR="00FD7ABB" w:rsidRDefault="00FD28AE" w:rsidP="00FD7ABB">
      <w:r w:rsidRPr="00801BAE">
        <w:rPr>
          <w:rFonts w:cs="Courier New"/>
          <w:szCs w:val="32"/>
        </w:rPr>
        <w:t>Cette brillante journée eût suffi à établir la réputation du grand capitaine.</w:t>
      </w:r>
    </w:p>
    <w:p w14:paraId="70C4A574" w14:textId="77777777" w:rsidR="00FD7ABB" w:rsidRDefault="00FD28AE" w:rsidP="00FD7ABB">
      <w:r w:rsidRPr="00801BAE">
        <w:rPr>
          <w:rFonts w:cs="Courier New"/>
          <w:szCs w:val="32"/>
        </w:rPr>
        <w:t>Tandis qu’il était occupé à assurer l’avenir de la place co</w:t>
      </w:r>
      <w:r w:rsidRPr="00801BAE">
        <w:rPr>
          <w:rFonts w:cs="Courier New"/>
          <w:szCs w:val="32"/>
        </w:rPr>
        <w:t>n</w:t>
      </w:r>
      <w:r w:rsidRPr="00801BAE">
        <w:rPr>
          <w:rFonts w:cs="Courier New"/>
          <w:szCs w:val="32"/>
        </w:rPr>
        <w:t>quise, le vice-roi Alméida, de son côté, disposait tout pour la destruction de la ligue redoutable formée contre les Portugais.</w:t>
      </w:r>
    </w:p>
    <w:p w14:paraId="430C525E" w14:textId="77777777" w:rsidR="00FD7ABB" w:rsidRDefault="00FD28AE" w:rsidP="00FD7ABB">
      <w:r w:rsidRPr="00801BAE">
        <w:rPr>
          <w:rFonts w:cs="Courier New"/>
          <w:szCs w:val="32"/>
        </w:rPr>
        <w:t>En l’année 150S, la flotte du sultan du Caire, annoncée d</w:t>
      </w:r>
      <w:r w:rsidRPr="00801BAE">
        <w:rPr>
          <w:rFonts w:cs="Courier New"/>
          <w:szCs w:val="32"/>
        </w:rPr>
        <w:t>e</w:t>
      </w:r>
      <w:r w:rsidRPr="00801BAE">
        <w:rPr>
          <w:rFonts w:cs="Courier New"/>
          <w:szCs w:val="32"/>
        </w:rPr>
        <w:t>puis longtemps, apparut enfin dans les eaux indiennes. Elle n’était forte que de six vaisseaux et d’autant de galères avec quinze cents hommes de troupes. C’est alors que dom Lorenzo, à la tête d’une faible escadre, osa livrer bataille aux flottes ré</w:t>
      </w:r>
      <w:r w:rsidRPr="00801BAE">
        <w:rPr>
          <w:rFonts w:cs="Courier New"/>
          <w:szCs w:val="32"/>
        </w:rPr>
        <w:t>u</w:t>
      </w:r>
      <w:r w:rsidRPr="00801BAE">
        <w:rPr>
          <w:rFonts w:cs="Courier New"/>
          <w:szCs w:val="32"/>
        </w:rPr>
        <w:t>nies des Guzarates et des Égyptiens. Il fit des prodiges de v</w:t>
      </w:r>
      <w:r w:rsidRPr="00801BAE">
        <w:rPr>
          <w:rFonts w:cs="Courier New"/>
          <w:szCs w:val="32"/>
        </w:rPr>
        <w:t>a</w:t>
      </w:r>
      <w:r w:rsidRPr="00801BAE">
        <w:rPr>
          <w:rFonts w:cs="Courier New"/>
          <w:szCs w:val="32"/>
        </w:rPr>
        <w:t>leur, mais il fut vaincu par le nombre et mourut en héros.</w:t>
      </w:r>
    </w:p>
    <w:p w14:paraId="4AC0CA79" w14:textId="77777777" w:rsidR="00FD7ABB" w:rsidRDefault="00FD28AE" w:rsidP="00FD7ABB">
      <w:r w:rsidRPr="00801BAE">
        <w:rPr>
          <w:rFonts w:cs="Courier New"/>
          <w:szCs w:val="32"/>
        </w:rPr>
        <w:t>« C’est là, s’écrie le poète, c’est de là que l’intrépide Lore</w:t>
      </w:r>
      <w:r w:rsidRPr="00801BAE">
        <w:rPr>
          <w:rFonts w:cs="Courier New"/>
          <w:szCs w:val="32"/>
        </w:rPr>
        <w:t>n</w:t>
      </w:r>
      <w:r w:rsidRPr="00801BAE">
        <w:rPr>
          <w:rFonts w:cs="Courier New"/>
          <w:szCs w:val="32"/>
        </w:rPr>
        <w:t xml:space="preserve">zo trouvera le terme fatal de sa vie et de ses exploits, cerné par les innombrables soldats d’Égypte et de Cambaye, trahi par les vents, accablé des fureurs de la mer, il se montre plus grand que les malheurs qui l’écrasent. Héros antiques, quittez les sombres demeures des mânes, et venez admirer le sublime courage du jeune Alméida. Vous verrez un nouveau Scéva </w:t>
      </w:r>
      <w:r w:rsidRPr="00801BAE">
        <w:rPr>
          <w:rFonts w:cs="Courier New"/>
          <w:szCs w:val="32"/>
        </w:rPr>
        <w:lastRenderedPageBreak/>
        <w:t>qui, tout couvert de sang, tout déchiré de blessures, renonce même à se rendre et à se laisser arracher la victoire. Un boulet de canon lui enlève la cuisse : il lui reste son cœur et son bras ; il combat encore et, quoique mutilé, paraît aussi redoutable que s’il n’avait rien pe</w:t>
      </w:r>
      <w:r w:rsidRPr="00801BAE">
        <w:rPr>
          <w:rFonts w:cs="Courier New"/>
          <w:szCs w:val="32"/>
        </w:rPr>
        <w:t>r</w:t>
      </w:r>
      <w:r w:rsidRPr="00801BAE">
        <w:rPr>
          <w:rFonts w:cs="Courier New"/>
          <w:szCs w:val="32"/>
        </w:rPr>
        <w:t>du de lui-même. Son affaiblissement redouble son audace ; maître de sa douleur et dominant le sort ennemi, il fait craindre aux plus téméraires de l’approcher jusqu’à ce qu’enfin un s</w:t>
      </w:r>
      <w:r w:rsidRPr="00801BAE">
        <w:rPr>
          <w:rFonts w:cs="Courier New"/>
          <w:szCs w:val="32"/>
        </w:rPr>
        <w:t>e</w:t>
      </w:r>
      <w:r w:rsidRPr="00801BAE">
        <w:rPr>
          <w:rFonts w:cs="Courier New"/>
          <w:szCs w:val="32"/>
        </w:rPr>
        <w:t>cond coup aussi terrible que le premier, brise les liens de cette âme héroïque et lui ouvre les portes de l’Olympe. »</w:t>
      </w:r>
    </w:p>
    <w:p w14:paraId="61245421" w14:textId="77777777" w:rsidR="00FD7ABB" w:rsidRDefault="00FD28AE" w:rsidP="00FD7ABB">
      <w:proofErr w:type="spellStart"/>
      <w:r w:rsidRPr="00801BAE">
        <w:rPr>
          <w:rFonts w:cs="Courier New"/>
          <w:szCs w:val="32"/>
        </w:rPr>
        <w:t>Alméida</w:t>
      </w:r>
      <w:proofErr w:type="spellEnd"/>
      <w:r w:rsidRPr="00801BAE">
        <w:rPr>
          <w:rFonts w:cs="Courier New"/>
          <w:szCs w:val="32"/>
        </w:rPr>
        <w:t xml:space="preserve"> ne tarda pas à venger la mort de son fils et l’honneur des armes portugaises. Le 2 février 1509, il attaqua sép</w:t>
      </w:r>
      <w:r w:rsidRPr="00801BAE">
        <w:rPr>
          <w:rFonts w:cs="Courier New"/>
          <w:szCs w:val="32"/>
        </w:rPr>
        <w:t>a</w:t>
      </w:r>
      <w:r w:rsidRPr="00801BAE">
        <w:rPr>
          <w:rFonts w:cs="Courier New"/>
          <w:szCs w:val="32"/>
        </w:rPr>
        <w:t>rément les deux flottes et, sous les murs de Diu, remporta une victoire aussi glorieuse que complète.</w:t>
      </w:r>
    </w:p>
    <w:p w14:paraId="49BC5D77" w14:textId="77777777" w:rsidR="00FD7ABB" w:rsidRDefault="00FD28AE" w:rsidP="00FD7ABB">
      <w:r w:rsidRPr="00801BAE">
        <w:rPr>
          <w:rFonts w:cs="Courier New"/>
          <w:szCs w:val="32"/>
        </w:rPr>
        <w:t>Ce fut le dernier coup d’éclat du vieux loup de mer. Il rev</w:t>
      </w:r>
      <w:r w:rsidRPr="00801BAE">
        <w:rPr>
          <w:rFonts w:cs="Courier New"/>
          <w:szCs w:val="32"/>
        </w:rPr>
        <w:t>e</w:t>
      </w:r>
      <w:r w:rsidRPr="00801BAE">
        <w:rPr>
          <w:rFonts w:cs="Courier New"/>
          <w:szCs w:val="32"/>
        </w:rPr>
        <w:t>nait dans sa patrie, couvert de gloire, lorsque, ayant pris terre aux environs de la baie de Saldagne, près du cap de Bonne-Espérance, il périt misérablement dans une querelle qui s’était élevée entre les indigènes et les gens de son équipage.</w:t>
      </w:r>
    </w:p>
    <w:p w14:paraId="5A5A7226" w14:textId="77777777" w:rsidR="00FD7ABB" w:rsidRDefault="00FD28AE" w:rsidP="00FD7ABB">
      <w:r w:rsidRPr="00801BAE">
        <w:rPr>
          <w:rFonts w:cs="Courier New"/>
          <w:szCs w:val="32"/>
        </w:rPr>
        <w:t>Alphonse Albuquerque lui succéda comme capitaine gén</w:t>
      </w:r>
      <w:r w:rsidRPr="00801BAE">
        <w:rPr>
          <w:rFonts w:cs="Courier New"/>
          <w:szCs w:val="32"/>
        </w:rPr>
        <w:t>é</w:t>
      </w:r>
      <w:r w:rsidRPr="00801BAE">
        <w:rPr>
          <w:rFonts w:cs="Courier New"/>
          <w:szCs w:val="32"/>
        </w:rPr>
        <w:t>ral et vice-roi.</w:t>
      </w:r>
    </w:p>
    <w:p w14:paraId="5ADA066D" w14:textId="77777777" w:rsidR="00FD7ABB" w:rsidRDefault="00FD28AE" w:rsidP="00FD7ABB">
      <w:r w:rsidRPr="00801BAE">
        <w:rPr>
          <w:rFonts w:cs="Courier New"/>
          <w:szCs w:val="32"/>
        </w:rPr>
        <w:t>Avec ce nouveau gouverneur, l’histoire de l’Inde portugaise entra dans une phase nouvelle.</w:t>
      </w:r>
    </w:p>
    <w:p w14:paraId="79356FA4" w14:textId="77777777" w:rsidR="00FD7ABB" w:rsidRDefault="00FD28AE" w:rsidP="00FD7ABB">
      <w:r w:rsidRPr="00801BAE">
        <w:rPr>
          <w:rFonts w:cs="Courier New"/>
          <w:szCs w:val="32"/>
        </w:rPr>
        <w:t>Albuquerque est le plus grand homme que le Portugal ait eu dans les Indes. Alméida ne s’était appliqué, pendant ses trois années de gouvernement, qu’à protéger, par la destruction des flottes musulmanes, le commerce naissant des Portugais. Alb</w:t>
      </w:r>
      <w:r w:rsidRPr="00801BAE">
        <w:rPr>
          <w:rFonts w:cs="Courier New"/>
          <w:szCs w:val="32"/>
        </w:rPr>
        <w:t>u</w:t>
      </w:r>
      <w:r w:rsidRPr="00801BAE">
        <w:rPr>
          <w:rFonts w:cs="Courier New"/>
          <w:szCs w:val="32"/>
        </w:rPr>
        <w:t xml:space="preserve">querque, portant ses vues beaucoup plus loin, résolut de fonder un empire qui s’étendrait du golfe Persique à </w:t>
      </w:r>
      <w:r w:rsidRPr="00801BAE">
        <w:rPr>
          <w:rFonts w:cs="Courier New"/>
          <w:szCs w:val="32"/>
        </w:rPr>
        <w:lastRenderedPageBreak/>
        <w:t>la Chersonèse d’or des anciens, et dont Goa serait la place d’armes et la capitale. Sa politique différait donc essentiellement de celle d’Alméida. C</w:t>
      </w:r>
      <w:r w:rsidRPr="00801BAE">
        <w:rPr>
          <w:rFonts w:cs="Courier New"/>
          <w:szCs w:val="32"/>
        </w:rPr>
        <w:t>e</w:t>
      </w:r>
      <w:r w:rsidRPr="00801BAE">
        <w:rPr>
          <w:rFonts w:cs="Courier New"/>
          <w:szCs w:val="32"/>
        </w:rPr>
        <w:t>lui-ci pensait que l’occupation des villes disséminées sur la côte serait une chose dangereuse, en ce qu’elle affaiblirait les forces des Portugais en les divisant. Dans son opinion, celui qui serait le maître de la mer serait aussi le maître de l’Inde. C’est d’après ce principe que sa conduite fut constamment dirigée. Une st</w:t>
      </w:r>
      <w:r w:rsidRPr="00801BAE">
        <w:rPr>
          <w:rFonts w:cs="Courier New"/>
          <w:szCs w:val="32"/>
        </w:rPr>
        <w:t>a</w:t>
      </w:r>
      <w:r w:rsidRPr="00801BAE">
        <w:rPr>
          <w:rFonts w:cs="Courier New"/>
          <w:szCs w:val="32"/>
        </w:rPr>
        <w:t>tion pour ses vaisseaux, un port commode et sûr, lui semblait le seul établissement nécessaire ; il n’en forma jamais d’autres, car il jugeait impossible que le Portugal pût envoyer chaque année des renforts assez considérables pour occuper de nombreuses citadelles ou pour en renouveler les garnisons. Il croyait qu’un système contraire aurait pour résultat de livrer à l’ennemi les mêmes armées qui, réunies, sauraient toujours le vaincre ou le tenir en respect. Mais Albuquerque, plein de cette confiance qu’un esprit supérieur puise ordinairement dans le sentiment de ses forces, embrassait à la fois, dans sa vaste conception, et la sûreté présente des établissements portugais et leur grandeur future. Il ne s’agissait pas pour lui d’importer en Europe une plus ou moins grande quantité de poivre. C’est un empire qu’il cherchait à créer ; et plus il voyait de difficultés, en raison de l’extrême éloignement, à obtenir des secours du Portugal, plus il s’attachait à couvrir de colonies la côte de l’Inde, à en former des pépinières de soldats qui pussent, sur les lieux mêmes, fournir des recrues à ses armées. Il représentait aux adversaires de son plan, que la mer n’appartiendrait d’une manière durable qu’à celui qui aurait su prendre son point d’appui sur la terre ferme ; que la flotte la plus formidable pouvait être détruite par une tempête, et que, dans un pareil malheur, la terre offrait a</w:t>
      </w:r>
      <w:r w:rsidRPr="00801BAE">
        <w:rPr>
          <w:rFonts w:cs="Courier New"/>
          <w:szCs w:val="32"/>
        </w:rPr>
        <w:t>i</w:t>
      </w:r>
      <w:r w:rsidRPr="00801BAE">
        <w:rPr>
          <w:rFonts w:cs="Courier New"/>
          <w:szCs w:val="32"/>
        </w:rPr>
        <w:t>sément les moyens de réparer les vaisseaux et de reprendre l’empire de la mer ; que la navigation serait d’autant moins p</w:t>
      </w:r>
      <w:r w:rsidRPr="00801BAE">
        <w:rPr>
          <w:rFonts w:cs="Courier New"/>
          <w:szCs w:val="32"/>
        </w:rPr>
        <w:t>é</w:t>
      </w:r>
      <w:r w:rsidRPr="00801BAE">
        <w:rPr>
          <w:rFonts w:cs="Courier New"/>
          <w:szCs w:val="32"/>
        </w:rPr>
        <w:t xml:space="preserve">rilleuse que les vaisseaux </w:t>
      </w:r>
      <w:r w:rsidRPr="00801BAE">
        <w:rPr>
          <w:rFonts w:cs="Courier New"/>
          <w:szCs w:val="32"/>
        </w:rPr>
        <w:lastRenderedPageBreak/>
        <w:t>trouveraient sur la côte plus de st</w:t>
      </w:r>
      <w:r w:rsidRPr="00801BAE">
        <w:rPr>
          <w:rFonts w:cs="Courier New"/>
          <w:szCs w:val="32"/>
        </w:rPr>
        <w:t>a</w:t>
      </w:r>
      <w:r w:rsidRPr="00801BAE">
        <w:rPr>
          <w:rFonts w:cs="Courier New"/>
          <w:szCs w:val="32"/>
        </w:rPr>
        <w:t>tions et d’asiles. Il pensait que, si l’on voulait donner à la po</w:t>
      </w:r>
      <w:r w:rsidRPr="00801BAE">
        <w:rPr>
          <w:rFonts w:cs="Courier New"/>
          <w:szCs w:val="32"/>
        </w:rPr>
        <w:t>s</w:t>
      </w:r>
      <w:r w:rsidRPr="00801BAE">
        <w:rPr>
          <w:rFonts w:cs="Courier New"/>
          <w:szCs w:val="32"/>
        </w:rPr>
        <w:t>session de l’Inde une assise durable, il fallait bâtir une ville qui réunit à une grande population de grands moyens d’attaque et de défense.</w:t>
      </w:r>
    </w:p>
    <w:p w14:paraId="1208E3F0" w14:textId="77777777" w:rsidR="00FD7ABB" w:rsidRDefault="00FD28AE" w:rsidP="00FD7ABB">
      <w:r w:rsidRPr="00801BAE">
        <w:rPr>
          <w:rFonts w:cs="Courier New"/>
          <w:szCs w:val="32"/>
        </w:rPr>
        <w:t>On le voit, ce que cherchait Albuquerque, c’était la colon</w:t>
      </w:r>
      <w:r w:rsidRPr="00801BAE">
        <w:rPr>
          <w:rFonts w:cs="Courier New"/>
          <w:szCs w:val="32"/>
        </w:rPr>
        <w:t>i</w:t>
      </w:r>
      <w:r w:rsidRPr="00801BAE">
        <w:rPr>
          <w:rFonts w:cs="Courier New"/>
          <w:szCs w:val="32"/>
        </w:rPr>
        <w:t>sation dans toute son étendue, l’union des Portugais avec les populations indigènes, la fondation d’un nouvel État indo-portugais, vivant de sa vie propre, n’étant pas obligé d’avoir to</w:t>
      </w:r>
      <w:r w:rsidRPr="00801BAE">
        <w:rPr>
          <w:rFonts w:cs="Courier New"/>
          <w:szCs w:val="32"/>
        </w:rPr>
        <w:t>u</w:t>
      </w:r>
      <w:r w:rsidRPr="00801BAE">
        <w:rPr>
          <w:rFonts w:cs="Courier New"/>
          <w:szCs w:val="32"/>
        </w:rPr>
        <w:t>jours recours à la métropole, ayant son armée et ses flottes.</w:t>
      </w:r>
    </w:p>
    <w:p w14:paraId="7A1D1D50" w14:textId="77777777" w:rsidR="00FD7ABB" w:rsidRDefault="00FD28AE" w:rsidP="00FD7ABB">
      <w:r w:rsidRPr="00801BAE">
        <w:rPr>
          <w:rFonts w:cs="Courier New"/>
          <w:szCs w:val="32"/>
        </w:rPr>
        <w:t>Certes, le but était audacieux, et l’on se demande si Vasco de Gama lui-même eût osé rêver une si vaste entreprise et si, laissé inactif dans la mère-patrie, il ne suivait pas de loin, a</w:t>
      </w:r>
      <w:r w:rsidRPr="00801BAE">
        <w:rPr>
          <w:rFonts w:cs="Courier New"/>
          <w:szCs w:val="32"/>
        </w:rPr>
        <w:t>n</w:t>
      </w:r>
      <w:r w:rsidRPr="00801BAE">
        <w:rPr>
          <w:rFonts w:cs="Courier New"/>
          <w:szCs w:val="32"/>
        </w:rPr>
        <w:t>xieux et ébloui, les résultats de son glorieux voyage.</w:t>
      </w:r>
    </w:p>
    <w:p w14:paraId="49FA8FEE" w14:textId="77777777" w:rsidR="00FD7ABB" w:rsidRDefault="00FD28AE" w:rsidP="00FD7ABB">
      <w:r w:rsidRPr="00801BAE">
        <w:rPr>
          <w:rFonts w:cs="Courier New"/>
          <w:szCs w:val="32"/>
        </w:rPr>
        <w:t>Albuquerque, sans doute, dans la conception de son plan, exagérait les forces de son petit pays, mais on ne peut méco</w:t>
      </w:r>
      <w:r w:rsidRPr="00801BAE">
        <w:rPr>
          <w:rFonts w:cs="Courier New"/>
          <w:szCs w:val="32"/>
        </w:rPr>
        <w:t>n</w:t>
      </w:r>
      <w:r w:rsidRPr="00801BAE">
        <w:rPr>
          <w:rFonts w:cs="Courier New"/>
          <w:szCs w:val="32"/>
        </w:rPr>
        <w:t>naître l’imposante grandeur de sa pensée, son génie dans le choix des moyens, son infatigable activité dans la poursuite du grand but qu’il veut atteindre.</w:t>
      </w:r>
    </w:p>
    <w:p w14:paraId="2C707FB2" w14:textId="77777777" w:rsidR="00FD7ABB" w:rsidRDefault="00FD28AE" w:rsidP="00FD7ABB">
      <w:r w:rsidRPr="00801BAE">
        <w:rPr>
          <w:rFonts w:cs="Courier New"/>
          <w:szCs w:val="32"/>
        </w:rPr>
        <w:t xml:space="preserve">Un des premiers résultats de son audacieuse politique fut la prise de Goa, en quelque sorte sans coup férir. Le siège de Malacca, au contraire, exigea une remarquable audace. En cette circonstance, le génie cruel et astucieux des Malais se manifesta avec toute sa ruse énergique. Albuquerque connaissait bien ce peuple « obstiné, courageux, fort, superbe et surtout grand menteur et larron ». Il résolut donc de les frapper de terreur par une résolution vigoureuse. L’attaque commença au matin de la Saint-Jacques et dura tout le jour, À midi, le palais du prince était déjà en flammes et un point important enlevé d’assaut. Mais quand la nuit commença à descendre, plusieurs Portugais furent frappés de flèches </w:t>
      </w:r>
      <w:r w:rsidRPr="00801BAE">
        <w:rPr>
          <w:rFonts w:cs="Courier New"/>
          <w:szCs w:val="32"/>
        </w:rPr>
        <w:lastRenderedPageBreak/>
        <w:t>empoisonnées. Les Malais ne s’en ti</w:t>
      </w:r>
      <w:r w:rsidRPr="00801BAE">
        <w:rPr>
          <w:rFonts w:cs="Courier New"/>
          <w:szCs w:val="32"/>
        </w:rPr>
        <w:t>n</w:t>
      </w:r>
      <w:r w:rsidRPr="00801BAE">
        <w:rPr>
          <w:rFonts w:cs="Courier New"/>
          <w:szCs w:val="32"/>
        </w:rPr>
        <w:t>rent pas à l’usage de ces armes terribles, toute la plage fut héri</w:t>
      </w:r>
      <w:r w:rsidRPr="00801BAE">
        <w:rPr>
          <w:rFonts w:cs="Courier New"/>
          <w:szCs w:val="32"/>
        </w:rPr>
        <w:t>s</w:t>
      </w:r>
      <w:r w:rsidRPr="00801BAE">
        <w:rPr>
          <w:rFonts w:cs="Courier New"/>
          <w:szCs w:val="32"/>
        </w:rPr>
        <w:t>sée de pieux aigus, trempés également dans le poison ; la prise définitive de la ville allait offrir plus de difficultés qu’on ne l’avait prévu.</w:t>
      </w:r>
    </w:p>
    <w:p w14:paraId="72DF8828" w14:textId="77777777" w:rsidR="00FD7ABB" w:rsidRDefault="00FD28AE" w:rsidP="00FD7ABB">
      <w:r w:rsidRPr="00801BAE">
        <w:rPr>
          <w:rFonts w:cs="Courier New"/>
          <w:szCs w:val="32"/>
        </w:rPr>
        <w:t>Une jonque portugaise, soigneusement armée, appelée par les ordres d’Albuquerque, se présenta à l’embouchure du fleuve, mais tenta vainement de franchir le banc de sable qui s’opposait à son passage. La situation devenait critique ; enfin, la marée grossit, les navires purent avancer, le débarquement fut résolu et l’ennemi pris entre deux feux. Pendant que l’artillerie des Portugais entretenait un feu nourri, le canon de la jonque fo</w:t>
      </w:r>
      <w:r w:rsidRPr="00801BAE">
        <w:rPr>
          <w:rFonts w:cs="Courier New"/>
          <w:szCs w:val="32"/>
        </w:rPr>
        <w:t>u</w:t>
      </w:r>
      <w:r w:rsidRPr="00801BAE">
        <w:rPr>
          <w:rFonts w:cs="Courier New"/>
          <w:szCs w:val="32"/>
        </w:rPr>
        <w:t>droyait l’armée malaise. En peu d’heures et malgré les efforts désespérés des assiégés, la place fut prise, et l’on put pénétrer dans Malacca. Albuquerque s’était porté en personne sur le point le plus exposé aux traits ennemis. Il allait s’engager dans une rue déserte, quand un soldat l’avertit de ne pas pénétrer dans ce lieu et, par ce conseil, lui sauva la vie. Les Malais y avaient creusé des trappes habilement cachées, et des pieux empoisonnés devaient faire périr dans d’affreux tourments ceux que l’ardeur du combat eût entraîné de ce côté de la ville.</w:t>
      </w:r>
    </w:p>
    <w:p w14:paraId="04776517" w14:textId="77777777" w:rsidR="00FD7ABB" w:rsidRDefault="00FD28AE" w:rsidP="00FD7ABB">
      <w:r w:rsidRPr="00801BAE">
        <w:rPr>
          <w:rFonts w:cs="Courier New"/>
          <w:szCs w:val="32"/>
        </w:rPr>
        <w:t>Les Portugais, maîtres de la cité, y trouvèrent un immense butin. D’après les documents fournis par le vice-roi lui-même, trois mille pièces d’artillerie tombèrent entre les mains du vai</w:t>
      </w:r>
      <w:r w:rsidRPr="00801BAE">
        <w:rPr>
          <w:rFonts w:cs="Courier New"/>
          <w:szCs w:val="32"/>
        </w:rPr>
        <w:t>n</w:t>
      </w:r>
      <w:r w:rsidRPr="00801BAE">
        <w:rPr>
          <w:rFonts w:cs="Courier New"/>
          <w:szCs w:val="32"/>
        </w:rPr>
        <w:t>queur. Albuquerque fit distribuer aux soldats les richesses abandonnées par les fuyards ; il ne se réserva que quelques p</w:t>
      </w:r>
      <w:r w:rsidRPr="00801BAE">
        <w:rPr>
          <w:rFonts w:cs="Courier New"/>
          <w:szCs w:val="32"/>
        </w:rPr>
        <w:t>e</w:t>
      </w:r>
      <w:r w:rsidRPr="00801BAE">
        <w:rPr>
          <w:rFonts w:cs="Courier New"/>
          <w:szCs w:val="32"/>
        </w:rPr>
        <w:t>tits objets curieux qu’il voulait offrir à Emmanuel et garda pour lui-même six lions de bronze qui devaient orner son tombeau.</w:t>
      </w:r>
    </w:p>
    <w:p w14:paraId="736DCEE3" w14:textId="77777777" w:rsidR="00FD7ABB" w:rsidRDefault="00FD28AE" w:rsidP="00FD7ABB">
      <w:r w:rsidRPr="00801BAE">
        <w:rPr>
          <w:rFonts w:cs="Courier New"/>
          <w:szCs w:val="32"/>
        </w:rPr>
        <w:t>Ce désintéressement n’étonna personne. Toute cette gén</w:t>
      </w:r>
      <w:r w:rsidRPr="00801BAE">
        <w:rPr>
          <w:rFonts w:cs="Courier New"/>
          <w:szCs w:val="32"/>
        </w:rPr>
        <w:t>é</w:t>
      </w:r>
      <w:r w:rsidRPr="00801BAE">
        <w:rPr>
          <w:rFonts w:cs="Courier New"/>
          <w:szCs w:val="32"/>
        </w:rPr>
        <w:t>ration de vieux Portugais alliait l’abnégation à la grandeur.</w:t>
      </w:r>
    </w:p>
    <w:p w14:paraId="56A6C8C2" w14:textId="77777777" w:rsidR="00FD7ABB" w:rsidRDefault="00FD28AE" w:rsidP="00FD7ABB">
      <w:r w:rsidRPr="00801BAE">
        <w:rPr>
          <w:rFonts w:cs="Courier New"/>
          <w:szCs w:val="32"/>
        </w:rPr>
        <w:lastRenderedPageBreak/>
        <w:t>À Malacca, son administration fut telle qu’il eut bien vite conquis l’affection des indigènes ; les vaincus devinrent des s</w:t>
      </w:r>
      <w:r w:rsidRPr="00801BAE">
        <w:rPr>
          <w:rFonts w:cs="Courier New"/>
          <w:szCs w:val="32"/>
        </w:rPr>
        <w:t>u</w:t>
      </w:r>
      <w:r w:rsidRPr="00801BAE">
        <w:rPr>
          <w:rFonts w:cs="Courier New"/>
          <w:szCs w:val="32"/>
        </w:rPr>
        <w:t>jets fidèles.</w:t>
      </w:r>
    </w:p>
    <w:p w14:paraId="5770A2B3" w14:textId="77777777" w:rsidR="00FD7ABB" w:rsidRDefault="00FD28AE" w:rsidP="00FD7ABB">
      <w:r w:rsidRPr="00801BAE">
        <w:rPr>
          <w:rFonts w:cs="Courier New"/>
          <w:szCs w:val="32"/>
        </w:rPr>
        <w:t>Ajoutons qu’en 1514, une seconde expédition d’Al</w:t>
      </w:r>
      <w:r w:rsidRPr="00801BAE">
        <w:t xml:space="preserve">buquerque contre Ormuz y consolida définitivement </w:t>
      </w:r>
      <w:r w:rsidRPr="00801BAE">
        <w:rPr>
          <w:rFonts w:cs="Courier New"/>
          <w:szCs w:val="32"/>
        </w:rPr>
        <w:t>la puissance portugaise et que cette ville devint le centre d’un commerce immense, envié des Asiatiques. Sous le gouvern</w:t>
      </w:r>
      <w:r w:rsidRPr="00801BAE">
        <w:rPr>
          <w:rFonts w:cs="Courier New"/>
          <w:szCs w:val="32"/>
        </w:rPr>
        <w:t>e</w:t>
      </w:r>
      <w:r w:rsidRPr="00801BAE">
        <w:rPr>
          <w:rFonts w:cs="Courier New"/>
          <w:szCs w:val="32"/>
        </w:rPr>
        <w:t>ment de ce vice-roi, on a pu résumer ainsi la prospérité de la riche cité orientale : « Si Ormuz n’est pas le paradis, il en est bien près. »</w:t>
      </w:r>
    </w:p>
    <w:p w14:paraId="171EA045" w14:textId="77777777" w:rsidR="00FD7ABB" w:rsidRDefault="00FD28AE" w:rsidP="00FD7ABB">
      <w:r w:rsidRPr="00801BAE">
        <w:rPr>
          <w:rFonts w:cs="Courier New"/>
          <w:szCs w:val="32"/>
        </w:rPr>
        <w:t>Le grand administrateur faisait naître le bonheur, là où le grand capitaine avait semé la mort et la terreur. « Les cadavres des vaincus, a dit Camoëns, infecteront les plaines de Calayate, de Plascate, de Gérom. C’est ainsi que le ciel se manifeste on f</w:t>
      </w:r>
      <w:r w:rsidRPr="00801BAE">
        <w:rPr>
          <w:rFonts w:cs="Courier New"/>
          <w:szCs w:val="32"/>
        </w:rPr>
        <w:t>a</w:t>
      </w:r>
      <w:r w:rsidRPr="00801BAE">
        <w:rPr>
          <w:rFonts w:cs="Courier New"/>
          <w:szCs w:val="32"/>
        </w:rPr>
        <w:t>veur de ces pieux héros qui propagent le culte de la vérité. I</w:t>
      </w:r>
      <w:r w:rsidRPr="00801BAE">
        <w:rPr>
          <w:rFonts w:cs="Courier New"/>
          <w:szCs w:val="32"/>
        </w:rPr>
        <w:t>n</w:t>
      </w:r>
      <w:r w:rsidRPr="00801BAE">
        <w:rPr>
          <w:rFonts w:cs="Courier New"/>
          <w:szCs w:val="32"/>
        </w:rPr>
        <w:t xml:space="preserve">vincible Alphonse, tout le royaume d’Ormuz sera ta conquête, et tu le forceras à payer aux Portugais le précieux tribut des plus belles perles de </w:t>
      </w:r>
      <w:proofErr w:type="spellStart"/>
      <w:r w:rsidRPr="00801BAE">
        <w:rPr>
          <w:rFonts w:cs="Courier New"/>
          <w:szCs w:val="32"/>
        </w:rPr>
        <w:t>Baharem</w:t>
      </w:r>
      <w:proofErr w:type="spellEnd"/>
      <w:r w:rsidRPr="00801BAE">
        <w:rPr>
          <w:rFonts w:cs="Courier New"/>
          <w:szCs w:val="32"/>
        </w:rPr>
        <w:t>.</w:t>
      </w:r>
    </w:p>
    <w:p w14:paraId="0CF7387B" w14:textId="77777777" w:rsidR="00FD7ABB" w:rsidRDefault="00FD28AE" w:rsidP="00FD7ABB">
      <w:r w:rsidRPr="00801BAE">
        <w:rPr>
          <w:rFonts w:cs="Courier New"/>
          <w:szCs w:val="32"/>
        </w:rPr>
        <w:t>« Combien de lauriers, combien de palmes glorieuses a</w:t>
      </w:r>
      <w:r w:rsidRPr="00801BAE">
        <w:rPr>
          <w:rFonts w:cs="Courier New"/>
          <w:szCs w:val="32"/>
        </w:rPr>
        <w:t>u</w:t>
      </w:r>
      <w:r w:rsidRPr="00801BAE">
        <w:rPr>
          <w:rFonts w:cs="Courier New"/>
          <w:szCs w:val="32"/>
        </w:rPr>
        <w:t>tour du front de ce grand capitaine, quand il escaladera les re</w:t>
      </w:r>
      <w:r w:rsidRPr="00801BAE">
        <w:rPr>
          <w:rFonts w:cs="Courier New"/>
          <w:szCs w:val="32"/>
        </w:rPr>
        <w:t>m</w:t>
      </w:r>
      <w:r w:rsidRPr="00801BAE">
        <w:rPr>
          <w:rFonts w:cs="Courier New"/>
          <w:szCs w:val="32"/>
        </w:rPr>
        <w:t xml:space="preserve">parts de la superbe Goa. Le voici, il est maître de la place ; mais bientôt sa prudence l’oblige à l’abandonner, pour la reprendre dans une occasion plus propice. Elle arrive enfin, au gré de ses désirs, cette occasion si impatiemment attendue. Le voyez-vous ! il se jette au milieu d’une grêle de flèches, de balles et de traits qui volent dans les airs. Il ouvre, il enfonce à coup d’épée les nombreux bataillons des Indiens et des fils d’Ismaël. Son exemple enflamme ses soldats ; comme des lions affamés, ils renversent tout ce qui s’oppose à leur fureur : Goa reçoit pour toujours la domination de Lusus. Et toi, superbe et puissante Malacca, ni tes richesses, ni la force de </w:t>
      </w:r>
      <w:r w:rsidRPr="00801BAE">
        <w:rPr>
          <w:rFonts w:cs="Courier New"/>
          <w:szCs w:val="32"/>
        </w:rPr>
        <w:lastRenderedPageBreak/>
        <w:t>ta position, ni tes peuples armés de flèches empoisonnées, ni l’arrivée et le s</w:t>
      </w:r>
      <w:r w:rsidRPr="00801BAE">
        <w:rPr>
          <w:rFonts w:cs="Courier New"/>
          <w:szCs w:val="32"/>
        </w:rPr>
        <w:t>e</w:t>
      </w:r>
      <w:r w:rsidRPr="00801BAE">
        <w:rPr>
          <w:rFonts w:cs="Courier New"/>
          <w:szCs w:val="32"/>
        </w:rPr>
        <w:t>cours des belliqueux Javanais ne pourront te protéger contre la valeur d’Albuquerque. »</w:t>
      </w:r>
    </w:p>
    <w:p w14:paraId="033E901E" w14:textId="77777777" w:rsidR="00FD7ABB" w:rsidRDefault="00FD28AE" w:rsidP="00FD7ABB">
      <w:r w:rsidRPr="00801BAE">
        <w:rPr>
          <w:rFonts w:cs="Courier New"/>
          <w:szCs w:val="32"/>
        </w:rPr>
        <w:t>Les hautes qualités d’Albuquerque commandaient à tous l’admiration ; mais, parmi les admirateurs il y avait des envieux. Comme capitaine et comme vice-roi, il essuya de vives contr</w:t>
      </w:r>
      <w:r w:rsidRPr="00801BAE">
        <w:rPr>
          <w:rFonts w:cs="Courier New"/>
          <w:szCs w:val="32"/>
        </w:rPr>
        <w:t>a</w:t>
      </w:r>
      <w:r w:rsidRPr="00801BAE">
        <w:rPr>
          <w:rFonts w:cs="Courier New"/>
          <w:szCs w:val="32"/>
        </w:rPr>
        <w:t>dictions, tant de la part du conseil d’Emmanuel que de celle des généraux alors employés dans l’Inde ; il suivit malgré tout, avec autant de succès que de persévérance, l’exécution d’un plan qui paraissait gigantesque. Il recevait les ambassadeurs des rois, r</w:t>
      </w:r>
      <w:r w:rsidRPr="00801BAE">
        <w:rPr>
          <w:rFonts w:cs="Courier New"/>
          <w:szCs w:val="32"/>
        </w:rPr>
        <w:t>é</w:t>
      </w:r>
      <w:r w:rsidRPr="00801BAE">
        <w:rPr>
          <w:rFonts w:cs="Courier New"/>
          <w:szCs w:val="32"/>
        </w:rPr>
        <w:t>glait les tributs des peuples, creusait des ports, embellissait les cités, entretenait une police sévère parmi ses compatriotes et le respect du nom portugais parmi les peuples de l’Inde.</w:t>
      </w:r>
    </w:p>
    <w:p w14:paraId="122B82AD" w14:textId="77777777" w:rsidR="00FD7ABB" w:rsidRDefault="00FD28AE" w:rsidP="00FD7ABB">
      <w:r w:rsidRPr="00801BAE">
        <w:rPr>
          <w:rFonts w:cs="Courier New"/>
          <w:szCs w:val="32"/>
        </w:rPr>
        <w:t>Tant de gloire et de grandeur lui suscita de nombreux e</w:t>
      </w:r>
      <w:r w:rsidRPr="00801BAE">
        <w:rPr>
          <w:rFonts w:cs="Courier New"/>
          <w:szCs w:val="32"/>
        </w:rPr>
        <w:t>n</w:t>
      </w:r>
      <w:r w:rsidRPr="00801BAE">
        <w:rPr>
          <w:rFonts w:cs="Courier New"/>
          <w:szCs w:val="32"/>
        </w:rPr>
        <w:t>nemis. On parvint à effrayer Emmanuel et à lui persuader qu’Albuquerque ne travaillait qu’à se rendre indépendant du Portugal. Il fut rappelé. Affaibli par les fatigues de la guerre et de sa vaste administration, il succomba sous le poids de cette disgrâce inattendue, le 16 décembre 1515, à l’âge de soixante-trois ans.</w:t>
      </w:r>
    </w:p>
    <w:p w14:paraId="2A40EE09" w14:textId="77777777" w:rsidR="00FD7ABB" w:rsidRDefault="00FD28AE" w:rsidP="00FD7ABB">
      <w:r w:rsidRPr="00801BAE">
        <w:t>Dès qu’il sentit les approches de la mort, il prit les dispos</w:t>
      </w:r>
      <w:r w:rsidRPr="00801BAE">
        <w:t>i</w:t>
      </w:r>
      <w:r w:rsidRPr="00801BAE">
        <w:t>tions nécessaires pour assurer à son pays la tranquille posse</w:t>
      </w:r>
      <w:r w:rsidRPr="00801BAE">
        <w:t>s</w:t>
      </w:r>
      <w:r w:rsidRPr="00801BAE">
        <w:t>sion des nouvelles conquêtes et donna des o</w:t>
      </w:r>
      <w:r w:rsidRPr="00801BAE">
        <w:t>r</w:t>
      </w:r>
      <w:r w:rsidRPr="00801BAE">
        <w:t>dres pour que les travaux de la forteresse d’Ormuz, qu’on achevait d’édifier, ne fussent point suspendus. Il écrivit au roi pour lui recommander son fils, dont le sort le préocc</w:t>
      </w:r>
      <w:r w:rsidRPr="00801BAE">
        <w:t>u</w:t>
      </w:r>
      <w:r w:rsidRPr="00801BAE">
        <w:t>pait, demanda qu’on le conduisît à Goa où il voulait mo</w:t>
      </w:r>
      <w:r w:rsidRPr="00801BAE">
        <w:t>u</w:t>
      </w:r>
      <w:r w:rsidRPr="00801BAE">
        <w:t>rir ; puis, ayant fait venir son confesseur, il ne s’occupa plus que de l’éternité. Après avoir reçu les sacr</w:t>
      </w:r>
      <w:r w:rsidRPr="00801BAE">
        <w:t>e</w:t>
      </w:r>
      <w:r w:rsidRPr="00801BAE">
        <w:t>ments, il garda entre ses mains le crucifix, qu’il baisait pieus</w:t>
      </w:r>
      <w:r w:rsidRPr="00801BAE">
        <w:t>e</w:t>
      </w:r>
      <w:r w:rsidRPr="00801BAE">
        <w:t xml:space="preserve">ment, et pria le prêtre de lui lire la Passion de </w:t>
      </w:r>
      <w:r w:rsidRPr="00801BAE">
        <w:lastRenderedPageBreak/>
        <w:t>Noire-Seigneur Jésus-Christ, selon l’évangéliste saint Jean, à qui il avait to</w:t>
      </w:r>
      <w:r w:rsidRPr="00801BAE">
        <w:t>u</w:t>
      </w:r>
      <w:r w:rsidRPr="00801BAE">
        <w:t>jours eu grande dévotion. Il demanda encore qu’on le rev</w:t>
      </w:r>
      <w:r w:rsidRPr="00801BAE">
        <w:t>ê</w:t>
      </w:r>
      <w:r w:rsidRPr="00801BAE">
        <w:t>tît des insignes de l’ordre de Saint-Jacques, dont il était commandeur, et le dimanche, une heure avant l’aurore, il rendit son âme à Dieu.</w:t>
      </w:r>
    </w:p>
    <w:p w14:paraId="17F888D1" w14:textId="77777777" w:rsidR="00FD7ABB" w:rsidRDefault="00FD28AE" w:rsidP="00FD7ABB">
      <w:r w:rsidRPr="00801BAE">
        <w:t>Sa mort jeta la consternation dans Goa. Les rois de l’Inde le pleurèrent, et les Hindous, qui le vénéraient et l’aimaient, d</w:t>
      </w:r>
      <w:r w:rsidRPr="00801BAE">
        <w:t>i</w:t>
      </w:r>
      <w:r w:rsidRPr="00801BAE">
        <w:t>saient entre eux : « Il n’est pas mort, il est allé commander les armées du ciel, » Longtemps après sa mort, ils allaient à son tombeau pour lui demander justice des vexations de ses succe</w:t>
      </w:r>
      <w:r w:rsidRPr="00801BAE">
        <w:t>s</w:t>
      </w:r>
      <w:r w:rsidRPr="00801BAE">
        <w:t>seurs.</w:t>
      </w:r>
    </w:p>
    <w:p w14:paraId="34A58096" w14:textId="77777777" w:rsidR="00FD7ABB" w:rsidRDefault="00FD28AE" w:rsidP="00FD7ABB">
      <w:r w:rsidRPr="00801BAE">
        <w:t>Le roi Emmanuel ne trouva de soulagement à ses regrets qu’en accablant d’honneurs et de récompenses le fils de ce grand homme.</w:t>
      </w:r>
    </w:p>
    <w:p w14:paraId="4C42B8FB" w14:textId="77777777" w:rsidR="00FD7ABB" w:rsidRDefault="00FD28AE" w:rsidP="00FD7ABB">
      <w:r w:rsidRPr="00801BAE">
        <w:rPr>
          <w:rFonts w:cs="Courier New"/>
          <w:szCs w:val="32"/>
        </w:rPr>
        <w:t>Albuquerque était un catholique fervent, et la pensée qui le dominait était la destruction de l’empire anti-chrétien de M</w:t>
      </w:r>
      <w:r w:rsidRPr="00801BAE">
        <w:rPr>
          <w:rFonts w:cs="Courier New"/>
          <w:szCs w:val="32"/>
        </w:rPr>
        <w:t>a</w:t>
      </w:r>
      <w:r w:rsidRPr="00801BAE">
        <w:rPr>
          <w:rFonts w:cs="Courier New"/>
          <w:szCs w:val="32"/>
        </w:rPr>
        <w:t>homet. Sa piété est simple et touchante. On raconte qu’étant sur mer, le navire donna contre un écueil, s’entr’ouvrit et comme</w:t>
      </w:r>
      <w:r w:rsidRPr="00801BAE">
        <w:rPr>
          <w:rFonts w:cs="Courier New"/>
          <w:szCs w:val="32"/>
        </w:rPr>
        <w:t>n</w:t>
      </w:r>
      <w:r w:rsidRPr="00801BAE">
        <w:rPr>
          <w:rFonts w:cs="Courier New"/>
          <w:szCs w:val="32"/>
        </w:rPr>
        <w:t>çait à sombrer. Albuquerque, voyant un petit enfant qui déjà se noyait, le saisit, le plaça sur ses épaules et dit que, sans doute, par la bonté de Notre-Seigneur, l’innocence de cet enfant les sauverait : ce qui arriva.</w:t>
      </w:r>
    </w:p>
    <w:p w14:paraId="36BF61C1" w14:textId="77777777" w:rsidR="00FD7ABB" w:rsidRDefault="00FD28AE" w:rsidP="00FD7ABB">
      <w:r w:rsidRPr="00801BAE">
        <w:rPr>
          <w:rFonts w:cs="Courier New"/>
          <w:szCs w:val="32"/>
        </w:rPr>
        <w:t>L’année suivante, étant sur la mer Rouge et cherchant le port d’Éthiopie, le capitaine et son armée aperçurent dans les airs une croix lumineuse, d’un rouge ardent, qui leur montrait ce qu’ils cherchaient. Tous les Portugais, prosternés à genoux, pleurèrent de joie, la saluèrent par des prières et des acclam</w:t>
      </w:r>
      <w:r w:rsidRPr="00801BAE">
        <w:rPr>
          <w:rFonts w:cs="Courier New"/>
          <w:szCs w:val="32"/>
        </w:rPr>
        <w:t>a</w:t>
      </w:r>
      <w:r w:rsidRPr="00801BAE">
        <w:rPr>
          <w:rFonts w:cs="Courier New"/>
          <w:szCs w:val="32"/>
        </w:rPr>
        <w:t>tions, au son des trompettes et au bruit du canon. Le vice-roi envoya une relation authentique de ce prodige au roi de Port</w:t>
      </w:r>
      <w:r w:rsidRPr="00801BAE">
        <w:rPr>
          <w:rFonts w:cs="Courier New"/>
          <w:szCs w:val="32"/>
        </w:rPr>
        <w:t>u</w:t>
      </w:r>
      <w:r w:rsidRPr="00801BAE">
        <w:rPr>
          <w:rFonts w:cs="Courier New"/>
          <w:szCs w:val="32"/>
        </w:rPr>
        <w:t>gal.</w:t>
      </w:r>
    </w:p>
    <w:p w14:paraId="67160A85" w14:textId="77777777" w:rsidR="00FD7ABB" w:rsidRDefault="00FD28AE" w:rsidP="00FD7ABB">
      <w:r w:rsidRPr="00801BAE">
        <w:rPr>
          <w:rFonts w:cs="Courier New"/>
          <w:szCs w:val="32"/>
        </w:rPr>
        <w:lastRenderedPageBreak/>
        <w:t>Avec Albuquerque, la domination portugaise dans l’Inde s’était constituée et affermie de telle sorte qu’elle n’avait plus rien à craindre des petits souverains orientaux, ni même du soudan d’Égypte, que Venise excitait toujours.</w:t>
      </w:r>
    </w:p>
    <w:p w14:paraId="539E6F40" w14:textId="77777777" w:rsidR="00FD7ABB" w:rsidRDefault="00FD28AE" w:rsidP="00FD7ABB">
      <w:r w:rsidRPr="00801BAE">
        <w:rPr>
          <w:rFonts w:cs="Courier New"/>
          <w:szCs w:val="32"/>
        </w:rPr>
        <w:t>Après Vasco de Gama, Pacheco, Alméida, Albuquerque sont les noms qu’il faut placer à la tête des héros qui s’illustrèrent dans les Indes. Grâce à eux, à leurs victoires presque miraculeuses, la puissance portugaise y prend une merveilleuse e</w:t>
      </w:r>
      <w:r w:rsidRPr="00801BAE">
        <w:rPr>
          <w:rFonts w:cs="Courier New"/>
          <w:szCs w:val="32"/>
        </w:rPr>
        <w:t>x</w:t>
      </w:r>
      <w:r w:rsidRPr="00801BAE">
        <w:rPr>
          <w:rFonts w:cs="Courier New"/>
          <w:szCs w:val="32"/>
        </w:rPr>
        <w:t>pansion, et le poète peut chanter : « En avant, en avant, Lisbo</w:t>
      </w:r>
      <w:r w:rsidRPr="00801BAE">
        <w:rPr>
          <w:rFonts w:cs="Courier New"/>
          <w:szCs w:val="32"/>
        </w:rPr>
        <w:t>n</w:t>
      </w:r>
      <w:r w:rsidRPr="00801BAE">
        <w:rPr>
          <w:rFonts w:cs="Courier New"/>
          <w:szCs w:val="32"/>
        </w:rPr>
        <w:t>ne, le bruit de ta fortune a retenti dans le monde entier. »</w:t>
      </w:r>
    </w:p>
    <w:p w14:paraId="001EC96A" w14:textId="77777777" w:rsidR="00FD28AE" w:rsidRPr="00801BAE" w:rsidRDefault="00FD28AE" w:rsidP="000B0EE3">
      <w:pPr>
        <w:spacing w:after="0"/>
      </w:pPr>
      <w:proofErr w:type="spellStart"/>
      <w:r w:rsidRPr="00801BAE">
        <w:t>Avente</w:t>
      </w:r>
      <w:proofErr w:type="spellEnd"/>
      <w:r w:rsidRPr="00801BAE">
        <w:t xml:space="preserve">, </w:t>
      </w:r>
      <w:proofErr w:type="spellStart"/>
      <w:r w:rsidRPr="00801BAE">
        <w:t>avente</w:t>
      </w:r>
      <w:proofErr w:type="spellEnd"/>
      <w:r w:rsidRPr="00801BAE">
        <w:t xml:space="preserve"> Lisboa !</w:t>
      </w:r>
    </w:p>
    <w:p w14:paraId="38218ED9" w14:textId="77777777" w:rsidR="00FD28AE" w:rsidRPr="00801BAE" w:rsidRDefault="00FD28AE" w:rsidP="000B0EE3">
      <w:pPr>
        <w:spacing w:before="0" w:after="0"/>
      </w:pPr>
      <w:r w:rsidRPr="00801BAE">
        <w:t>Que por todo o mundo soa</w:t>
      </w:r>
    </w:p>
    <w:p w14:paraId="7A71DC2B" w14:textId="77777777" w:rsidR="00FD7ABB" w:rsidRDefault="00FD28AE" w:rsidP="000B0EE3">
      <w:pPr>
        <w:spacing w:before="0"/>
      </w:pPr>
      <w:r w:rsidRPr="00801BAE">
        <w:t xml:space="preserve">Rua prospéra </w:t>
      </w:r>
      <w:proofErr w:type="spellStart"/>
      <w:r w:rsidRPr="00801BAE">
        <w:t>fortuna</w:t>
      </w:r>
      <w:proofErr w:type="spellEnd"/>
      <w:r w:rsidRPr="00801BAE">
        <w:t>.</w:t>
      </w:r>
    </w:p>
    <w:p w14:paraId="7D1854D4" w14:textId="77777777" w:rsidR="00FD7ABB" w:rsidRDefault="00FD28AE" w:rsidP="00FD7ABB">
      <w:r w:rsidRPr="00801BAE">
        <w:rPr>
          <w:rFonts w:cs="Courier New"/>
          <w:szCs w:val="32"/>
        </w:rPr>
        <w:t>Par une disposition spéciale de la Providence, la route d</w:t>
      </w:r>
      <w:r w:rsidRPr="00801BAE">
        <w:rPr>
          <w:rFonts w:cs="Courier New"/>
          <w:szCs w:val="32"/>
        </w:rPr>
        <w:t>é</w:t>
      </w:r>
      <w:r w:rsidRPr="00801BAE">
        <w:rPr>
          <w:rFonts w:cs="Courier New"/>
          <w:szCs w:val="32"/>
        </w:rPr>
        <w:t>sormais était frayée de toutes parts pour aller aux Indes. Après les conquérants temporels, nous verrons surgir les conquérants des âmes. Le grand François-Xavier ira bientôt reprendre aux Indes l’œuvre de l’apôtre saint Thomas et poursuivre l’incessante croisade catholique pour la conversion du monde.</w:t>
      </w:r>
    </w:p>
    <w:p w14:paraId="297B48EC" w14:textId="77777777" w:rsidR="00FD7ABB" w:rsidRDefault="00FD28AE" w:rsidP="00FD7ABB">
      <w:r w:rsidRPr="00801BAE">
        <w:rPr>
          <w:rFonts w:cs="Courier New"/>
          <w:szCs w:val="32"/>
        </w:rPr>
        <w:t>Depuis lors le travail des missionnaires ne s’est pas ralenti et cependant des temps héroïques de Vasco de Gama et de saint François Xavier jusqu’à nos jours, saint François Xavier ira bientôt poursuivre aux Indes l’incessante croisade catholique pour la conversion du monde.</w:t>
      </w:r>
    </w:p>
    <w:p w14:paraId="79A93B9B" w14:textId="77777777" w:rsidR="00FD7ABB" w:rsidRDefault="00FD28AE" w:rsidP="00FD7ABB">
      <w:r w:rsidRPr="00801BAE">
        <w:rPr>
          <w:rFonts w:cs="Courier New"/>
          <w:szCs w:val="32"/>
        </w:rPr>
        <w:t>L’évangélisation de l’Inde a passé par des phases bien diff</w:t>
      </w:r>
      <w:r w:rsidRPr="00801BAE">
        <w:rPr>
          <w:rFonts w:cs="Courier New"/>
          <w:szCs w:val="32"/>
        </w:rPr>
        <w:t>é</w:t>
      </w:r>
      <w:r w:rsidRPr="00801BAE">
        <w:rPr>
          <w:rFonts w:cs="Courier New"/>
          <w:szCs w:val="32"/>
        </w:rPr>
        <w:t>rentes.</w:t>
      </w:r>
    </w:p>
    <w:p w14:paraId="6C609A26" w14:textId="77777777" w:rsidR="00FD7ABB" w:rsidRDefault="00FD28AE" w:rsidP="00FD7ABB">
      <w:r w:rsidRPr="00801BAE">
        <w:rPr>
          <w:rFonts w:cs="Courier New"/>
          <w:szCs w:val="32"/>
        </w:rPr>
        <w:t>Dans la première moitié de ce siècle, les Portugais défe</w:t>
      </w:r>
      <w:r w:rsidRPr="00801BAE">
        <w:rPr>
          <w:rFonts w:cs="Courier New"/>
          <w:szCs w:val="32"/>
        </w:rPr>
        <w:t>n</w:t>
      </w:r>
      <w:r w:rsidRPr="00801BAE">
        <w:rPr>
          <w:rFonts w:cs="Courier New"/>
          <w:szCs w:val="32"/>
        </w:rPr>
        <w:t xml:space="preserve">dant avec un acharnement jaloux les souvenirs d’un passé </w:t>
      </w:r>
      <w:r w:rsidRPr="00801BAE">
        <w:rPr>
          <w:rFonts w:cs="Courier New"/>
          <w:szCs w:val="32"/>
        </w:rPr>
        <w:lastRenderedPageBreak/>
        <w:t>bri</w:t>
      </w:r>
      <w:r w:rsidRPr="00801BAE">
        <w:rPr>
          <w:rFonts w:cs="Courier New"/>
          <w:szCs w:val="32"/>
        </w:rPr>
        <w:t>l</w:t>
      </w:r>
      <w:r w:rsidRPr="00801BAE">
        <w:rPr>
          <w:rFonts w:cs="Courier New"/>
          <w:szCs w:val="32"/>
        </w:rPr>
        <w:t>lant, voulaient à tous prix conserver l’hégémonie spirituelle des missions de l’Inde. Il subsistait encore une hiérarchie ecclésia</w:t>
      </w:r>
      <w:r w:rsidRPr="00801BAE">
        <w:rPr>
          <w:rFonts w:cs="Courier New"/>
          <w:szCs w:val="32"/>
        </w:rPr>
        <w:t>s</w:t>
      </w:r>
      <w:r w:rsidRPr="00801BAE">
        <w:rPr>
          <w:rFonts w:cs="Courier New"/>
          <w:szCs w:val="32"/>
        </w:rPr>
        <w:t>tique à peu près régulière avec un archevêque à Goa, des évoques à Cranganor, à Cochin et à San-Thomé de Méliapour. Ces sièges épiscopaux continuaient à être occupés ; mais, par suite de la décadence politique et religieuse du Portugal, les cadres du clergé inférieur étaient à peu près vides et cet état de choses nuisait grandement au développement des missions et au bien des âmes. Ému de cette situation notre Saint Père le pape Léon XIII appela à Rome un des vicaires apostoliques de ces contrées lointaines et, après de longs pourparlers avec le c</w:t>
      </w:r>
      <w:r w:rsidRPr="00801BAE">
        <w:rPr>
          <w:rFonts w:cs="Courier New"/>
          <w:szCs w:val="32"/>
        </w:rPr>
        <w:t>a</w:t>
      </w:r>
      <w:r w:rsidRPr="00801BAE">
        <w:rPr>
          <w:rFonts w:cs="Courier New"/>
          <w:szCs w:val="32"/>
        </w:rPr>
        <w:t>binet de Li</w:t>
      </w:r>
      <w:r w:rsidRPr="00801BAE">
        <w:rPr>
          <w:rFonts w:cs="Courier New"/>
          <w:szCs w:val="32"/>
        </w:rPr>
        <w:t>s</w:t>
      </w:r>
      <w:r w:rsidRPr="00801BAE">
        <w:rPr>
          <w:rFonts w:cs="Courier New"/>
          <w:szCs w:val="32"/>
        </w:rPr>
        <w:t>bonne le Pape conclut un concordat qui fut signé le 23 juin 1886. Les quatre diocèses portugais étaient nettement délimités ; la couronne du Portugal recevait un droit de prése</w:t>
      </w:r>
      <w:r w:rsidRPr="00801BAE">
        <w:rPr>
          <w:rFonts w:cs="Courier New"/>
          <w:szCs w:val="32"/>
        </w:rPr>
        <w:t>n</w:t>
      </w:r>
      <w:r w:rsidRPr="00801BAE">
        <w:rPr>
          <w:rFonts w:cs="Courier New"/>
          <w:szCs w:val="32"/>
        </w:rPr>
        <w:t>tation pour quatre nouveaux diocèses, mais pour tout le reste l’Inde la cour de Lisbonne et l’archevêque de Goa n’étaient plus chargés de l’organisation ecclésiastique. Ajoutons qu’au point de vue p</w:t>
      </w:r>
      <w:r w:rsidRPr="00801BAE">
        <w:rPr>
          <w:rFonts w:cs="Courier New"/>
          <w:szCs w:val="32"/>
        </w:rPr>
        <w:t>o</w:t>
      </w:r>
      <w:r w:rsidRPr="00801BAE">
        <w:rPr>
          <w:rFonts w:cs="Courier New"/>
          <w:szCs w:val="32"/>
        </w:rPr>
        <w:t>litique le Portugal ne possède plus actuellement dans l’Inde que les débris d’un empire colonial ; l’œuvre de Vasco de Gama est décidément morte. Mais non pas celle de l’Église c</w:t>
      </w:r>
      <w:r w:rsidRPr="00801BAE">
        <w:rPr>
          <w:rFonts w:cs="Courier New"/>
          <w:szCs w:val="32"/>
        </w:rPr>
        <w:t>a</w:t>
      </w:r>
      <w:r w:rsidRPr="00801BAE">
        <w:rPr>
          <w:rFonts w:cs="Courier New"/>
          <w:szCs w:val="32"/>
        </w:rPr>
        <w:t>tholique, car depuis l’heure où le grand navigateur aborda dans l’Inde, l’Europe n’a cessé d’y envoyer des ouvriers apostoliques dont le zèle, au-dessus de tout éloge, ne s’est jamais démenti malgré le succès très relatif de leur prédication. « Cette nation, écrivait un missionnaire il y a plus de cent ans, cette nation est si apath</w:t>
      </w:r>
      <w:r w:rsidRPr="00801BAE">
        <w:rPr>
          <w:rFonts w:cs="Courier New"/>
          <w:szCs w:val="32"/>
        </w:rPr>
        <w:t>i</w:t>
      </w:r>
      <w:r w:rsidRPr="00801BAE">
        <w:rPr>
          <w:rFonts w:cs="Courier New"/>
          <w:szCs w:val="32"/>
        </w:rPr>
        <w:t>que, si indolente, si orgueilleuse, si stupide, si entêtée de ses préjugés, et si peu prévenue d’estime pour le christi</w:t>
      </w:r>
      <w:r w:rsidRPr="00801BAE">
        <w:rPr>
          <w:rFonts w:cs="Courier New"/>
          <w:szCs w:val="32"/>
        </w:rPr>
        <w:t>a</w:t>
      </w:r>
      <w:r w:rsidRPr="00801BAE">
        <w:rPr>
          <w:rFonts w:cs="Courier New"/>
          <w:szCs w:val="32"/>
        </w:rPr>
        <w:t>nisme qui passe pour la religion de la canaille et des parias, ta</w:t>
      </w:r>
      <w:r w:rsidRPr="00801BAE">
        <w:rPr>
          <w:rFonts w:cs="Courier New"/>
          <w:szCs w:val="32"/>
        </w:rPr>
        <w:t>n</w:t>
      </w:r>
      <w:r w:rsidRPr="00801BAE">
        <w:rPr>
          <w:rFonts w:cs="Courier New"/>
          <w:szCs w:val="32"/>
        </w:rPr>
        <w:t>dis que l’idolâtrie et le mahométisme sont sur le trône, que, sans une révolution et un coup de la toute-puissance de Dieu, je ne vois pas qu’on puisse venir à bout des obstacles. »</w:t>
      </w:r>
    </w:p>
    <w:p w14:paraId="510692EC" w14:textId="77777777" w:rsidR="00FD7ABB" w:rsidRDefault="00FD28AE" w:rsidP="00FD7ABB">
      <w:r w:rsidRPr="00801BAE">
        <w:rPr>
          <w:rFonts w:cs="Courier New"/>
          <w:szCs w:val="32"/>
        </w:rPr>
        <w:lastRenderedPageBreak/>
        <w:t>Et un écrivain catholique analysant un livre récent</w:t>
      </w:r>
      <w:r w:rsidRPr="00801BAE">
        <w:rPr>
          <w:rStyle w:val="Appelnotedebasdep"/>
          <w:rFonts w:cs="Courier New"/>
          <w:szCs w:val="32"/>
        </w:rPr>
        <w:footnoteReference w:id="6"/>
      </w:r>
      <w:r w:rsidRPr="00801BAE">
        <w:rPr>
          <w:rFonts w:cs="Courier New"/>
          <w:szCs w:val="32"/>
        </w:rPr>
        <w:t xml:space="preserve"> s’exprime ainsi : « Malgré le nombre et le zèle des ouvriers, la moi</w:t>
      </w:r>
      <w:r w:rsidRPr="00801BAE">
        <w:rPr>
          <w:rFonts w:cs="Courier New"/>
          <w:szCs w:val="32"/>
        </w:rPr>
        <w:t>s</w:t>
      </w:r>
      <w:r w:rsidRPr="00801BAE">
        <w:rPr>
          <w:rFonts w:cs="Courier New"/>
          <w:szCs w:val="32"/>
        </w:rPr>
        <w:t>son apostolique a été jusqu’ici assez médiocre dans l’Inde, où les chrétientés catholiques demeurent noyées dans le flot des multitudes infidèles. Un premier motif est peut-être l’absence de persécutions violentes. Tertulien formulait une loi myst</w:t>
      </w:r>
      <w:r w:rsidRPr="00801BAE">
        <w:rPr>
          <w:rFonts w:cs="Courier New"/>
          <w:szCs w:val="32"/>
        </w:rPr>
        <w:t>é</w:t>
      </w:r>
      <w:r w:rsidRPr="00801BAE">
        <w:rPr>
          <w:rFonts w:cs="Courier New"/>
          <w:szCs w:val="32"/>
        </w:rPr>
        <w:t>rieuse de l’économie providentielle quand il disait que le sang des martyrs était une semence de chrétiens. Or, cette semence, si abondamment répandue jadis dans l’empire romain et n</w:t>
      </w:r>
      <w:r w:rsidRPr="00801BAE">
        <w:rPr>
          <w:rFonts w:cs="Courier New"/>
          <w:szCs w:val="32"/>
        </w:rPr>
        <w:t>a</w:t>
      </w:r>
      <w:r w:rsidRPr="00801BAE">
        <w:rPr>
          <w:rFonts w:cs="Courier New"/>
          <w:szCs w:val="32"/>
        </w:rPr>
        <w:t>guère enc</w:t>
      </w:r>
      <w:r w:rsidRPr="00801BAE">
        <w:rPr>
          <w:rFonts w:cs="Courier New"/>
          <w:szCs w:val="32"/>
        </w:rPr>
        <w:t>o</w:t>
      </w:r>
      <w:r w:rsidRPr="00801BAE">
        <w:rPr>
          <w:rFonts w:cs="Courier New"/>
          <w:szCs w:val="32"/>
        </w:rPr>
        <w:t>re en Extrême-Orient, a fait à peu près complètement défaut aux Indes.</w:t>
      </w:r>
    </w:p>
    <w:p w14:paraId="043F4FF7" w14:textId="77777777" w:rsidR="00FD7ABB" w:rsidRDefault="00FD28AE" w:rsidP="00FD7ABB">
      <w:r w:rsidRPr="00801BAE">
        <w:rPr>
          <w:rFonts w:cs="Courier New"/>
          <w:szCs w:val="32"/>
        </w:rPr>
        <w:t>« Il faut encore et surtout tenir compte de l’état d’esprit des populations auxquelles s’adresse la prédication évangélique. Dans l’Hindoustan, comme partout, les Musulmans sont abs</w:t>
      </w:r>
      <w:r w:rsidRPr="00801BAE">
        <w:rPr>
          <w:rFonts w:cs="Courier New"/>
          <w:szCs w:val="32"/>
        </w:rPr>
        <w:t>o</w:t>
      </w:r>
      <w:r w:rsidRPr="00801BAE">
        <w:rPr>
          <w:rFonts w:cs="Courier New"/>
          <w:szCs w:val="32"/>
        </w:rPr>
        <w:t>lument réfractaires à l’apostolat. Les sectateurs de Brahma, au contraire, écoutent volontiers les missionnaires, les questio</w:t>
      </w:r>
      <w:r w:rsidRPr="00801BAE">
        <w:rPr>
          <w:rFonts w:cs="Courier New"/>
          <w:szCs w:val="32"/>
        </w:rPr>
        <w:t>n</w:t>
      </w:r>
      <w:r w:rsidRPr="00801BAE">
        <w:rPr>
          <w:rFonts w:cs="Courier New"/>
          <w:szCs w:val="32"/>
        </w:rPr>
        <w:t>nent et se montrent disposés à recevoir le baptême : mais bea</w:t>
      </w:r>
      <w:r w:rsidRPr="00801BAE">
        <w:rPr>
          <w:rFonts w:cs="Courier New"/>
          <w:szCs w:val="32"/>
        </w:rPr>
        <w:t>u</w:t>
      </w:r>
      <w:r w:rsidRPr="00801BAE">
        <w:rPr>
          <w:rFonts w:cs="Courier New"/>
          <w:szCs w:val="32"/>
        </w:rPr>
        <w:t>coup d’entre eux obéissent à une simple curiosité religieuse ou philosophique ; avides d’initiation nouvelles, étrangers à la n</w:t>
      </w:r>
      <w:r w:rsidRPr="00801BAE">
        <w:rPr>
          <w:rFonts w:cs="Courier New"/>
          <w:szCs w:val="32"/>
        </w:rPr>
        <w:t>o</w:t>
      </w:r>
      <w:r w:rsidRPr="00801BAE">
        <w:rPr>
          <w:rFonts w:cs="Courier New"/>
          <w:szCs w:val="32"/>
        </w:rPr>
        <w:t>tion jalouse du monothéisme, ils ne se font aucun scrupule d’associer les pratiques chrétiennes aux cérémonies de leur a</w:t>
      </w:r>
      <w:r w:rsidRPr="00801BAE">
        <w:rPr>
          <w:rFonts w:cs="Courier New"/>
          <w:szCs w:val="32"/>
        </w:rPr>
        <w:t>n</w:t>
      </w:r>
      <w:r w:rsidRPr="00801BAE">
        <w:rPr>
          <w:rFonts w:cs="Courier New"/>
          <w:szCs w:val="32"/>
        </w:rPr>
        <w:t>cien culte : de là tant d’apostasies. »</w:t>
      </w:r>
    </w:p>
    <w:p w14:paraId="0BEB5D3F" w14:textId="77777777" w:rsidR="00FD7ABB" w:rsidRDefault="00FD28AE" w:rsidP="00FD7ABB">
      <w:r w:rsidRPr="00801BAE">
        <w:rPr>
          <w:rFonts w:cs="Courier New"/>
          <w:szCs w:val="32"/>
        </w:rPr>
        <w:t>Delà encore le côté pénible de la mission des prêtres au m</w:t>
      </w:r>
      <w:r w:rsidRPr="00801BAE">
        <w:rPr>
          <w:rFonts w:cs="Courier New"/>
          <w:szCs w:val="32"/>
        </w:rPr>
        <w:t>i</w:t>
      </w:r>
      <w:r w:rsidRPr="00801BAE">
        <w:rPr>
          <w:rFonts w:cs="Courier New"/>
          <w:szCs w:val="32"/>
        </w:rPr>
        <w:t>lieu des Hindous : aussi malgré la sublimité de sa vocation, le missionnaire, isolé au milieu de populations dont les idées et la civilisation lui sont étrangères, est exposé à des accès de déco</w:t>
      </w:r>
      <w:r w:rsidRPr="00801BAE">
        <w:rPr>
          <w:rFonts w:cs="Courier New"/>
          <w:szCs w:val="32"/>
        </w:rPr>
        <w:t>u</w:t>
      </w:r>
      <w:r w:rsidRPr="00801BAE">
        <w:rPr>
          <w:rFonts w:cs="Courier New"/>
          <w:szCs w:val="32"/>
        </w:rPr>
        <w:t xml:space="preserve">ragement ou de nostalgie et il ne faut rien moins que de l’héroïsme des vertus, que seul le catholicisme inspire, pour </w:t>
      </w:r>
      <w:r w:rsidRPr="00801BAE">
        <w:rPr>
          <w:rFonts w:cs="Courier New"/>
          <w:szCs w:val="32"/>
        </w:rPr>
        <w:lastRenderedPageBreak/>
        <w:t>poursuivre la lutte contre le fétichisme et la propagande m</w:t>
      </w:r>
      <w:r w:rsidRPr="00801BAE">
        <w:rPr>
          <w:rFonts w:cs="Courier New"/>
          <w:szCs w:val="32"/>
        </w:rPr>
        <w:t>u</w:t>
      </w:r>
      <w:r w:rsidRPr="00801BAE">
        <w:rPr>
          <w:rFonts w:cs="Courier New"/>
          <w:szCs w:val="32"/>
        </w:rPr>
        <w:t>sulmane dans les pays de l’Inde.</w:t>
      </w:r>
    </w:p>
    <w:p w14:paraId="5F64FB4C" w14:textId="77777777" w:rsidR="00FD28AE" w:rsidRPr="00801BAE" w:rsidRDefault="00FD28AE" w:rsidP="00FD28AE">
      <w:pPr>
        <w:pStyle w:val="Titre1"/>
      </w:pPr>
      <w:bookmarkStart w:id="27" w:name="_Toc271750273"/>
      <w:bookmarkStart w:id="28" w:name="_Toc195615302"/>
      <w:r w:rsidRPr="00801BAE">
        <w:lastRenderedPageBreak/>
        <w:t>XIV</w:t>
      </w:r>
      <w:bookmarkEnd w:id="27"/>
      <w:bookmarkEnd w:id="28"/>
      <w:r w:rsidRPr="00801BAE">
        <w:br/>
      </w:r>
    </w:p>
    <w:p w14:paraId="40098267" w14:textId="77777777" w:rsidR="00FD7ABB" w:rsidRDefault="00FD28AE" w:rsidP="00FD7ABB">
      <w:r w:rsidRPr="00801BAE">
        <w:rPr>
          <w:rFonts w:cs="Courier New"/>
          <w:szCs w:val="32"/>
        </w:rPr>
        <w:t>Pendant que ses compatriotes acquéraient aux Indes la gloire et la renommée, Vasco de Gama, laissé dans l’ombre de ce brillant tableau dont il avait été le rayon révélateur, avait peine à contenir son mécontentement. Non seulement on ne lui avait plus fourni l’occasion d’acquérir une gloire nouvelle, mais e</w:t>
      </w:r>
      <w:r w:rsidRPr="00801BAE">
        <w:rPr>
          <w:rFonts w:cs="Courier New"/>
          <w:szCs w:val="32"/>
        </w:rPr>
        <w:t>n</w:t>
      </w:r>
      <w:r w:rsidRPr="00801BAE">
        <w:rPr>
          <w:rFonts w:cs="Courier New"/>
          <w:szCs w:val="32"/>
        </w:rPr>
        <w:t>core on lui marchandait les récompenses qu’il se croyait en droit d’espérer. Froissé dans ses sentiments comme dans son amb</w:t>
      </w:r>
      <w:r w:rsidRPr="00801BAE">
        <w:rPr>
          <w:rFonts w:cs="Courier New"/>
          <w:szCs w:val="32"/>
        </w:rPr>
        <w:t>i</w:t>
      </w:r>
      <w:r w:rsidRPr="00801BAE">
        <w:rPr>
          <w:rFonts w:cs="Courier New"/>
          <w:szCs w:val="32"/>
        </w:rPr>
        <w:t>tion, il se laissa gagner par l’amertume et, un jour, lassé d’attendre en vain les titres et les dignités qu’on lui avait pr</w:t>
      </w:r>
      <w:r w:rsidRPr="00801BAE">
        <w:rPr>
          <w:rFonts w:cs="Courier New"/>
          <w:szCs w:val="32"/>
        </w:rPr>
        <w:t>o</w:t>
      </w:r>
      <w:r w:rsidRPr="00801BAE">
        <w:rPr>
          <w:rFonts w:cs="Courier New"/>
          <w:szCs w:val="32"/>
        </w:rPr>
        <w:t>mis, il écrivit au roi Emmanuel une lettre où perçait le reproche et où se lisait toutes ses déceptions. Il la terminait en dema</w:t>
      </w:r>
      <w:r w:rsidRPr="00801BAE">
        <w:rPr>
          <w:rFonts w:cs="Courier New"/>
          <w:szCs w:val="32"/>
        </w:rPr>
        <w:t>n</w:t>
      </w:r>
      <w:r w:rsidRPr="00801BAE">
        <w:rPr>
          <w:rFonts w:cs="Courier New"/>
          <w:szCs w:val="32"/>
        </w:rPr>
        <w:t>dant au roi l’autorisation de quitter le royaume avec femme et enfants, et d’emporter avec lui sa fortune mobilière.</w:t>
      </w:r>
    </w:p>
    <w:p w14:paraId="47DC838E" w14:textId="77777777" w:rsidR="00FD7ABB" w:rsidRDefault="00FD28AE" w:rsidP="00FD7ABB">
      <w:r w:rsidRPr="00801BAE">
        <w:rPr>
          <w:rFonts w:cs="Courier New"/>
          <w:szCs w:val="32"/>
        </w:rPr>
        <w:t>La réponse du roi à cette singulière missive ne se fit pas a</w:t>
      </w:r>
      <w:r w:rsidRPr="00801BAE">
        <w:rPr>
          <w:rFonts w:cs="Courier New"/>
          <w:szCs w:val="32"/>
        </w:rPr>
        <w:t>t</w:t>
      </w:r>
      <w:r w:rsidRPr="00801BAE">
        <w:rPr>
          <w:rFonts w:cs="Courier New"/>
          <w:szCs w:val="32"/>
        </w:rPr>
        <w:t>tendre. Elle est datée de Lisbonne, le 17 août 1518, et écrite en termes pleins de calme et d’affabilité Emmanuel fait espérer à Gama qu’il sera fait droit à ses justes réclamations, mais il lui refuse pour le moment la permission de quitter le royaume. Il veut lui laisser jusqu’à la fin de décembre le temps de reco</w:t>
      </w:r>
      <w:r w:rsidRPr="00801BAE">
        <w:rPr>
          <w:rFonts w:cs="Courier New"/>
          <w:szCs w:val="32"/>
        </w:rPr>
        <w:t>n</w:t>
      </w:r>
      <w:r w:rsidRPr="00801BAE">
        <w:rPr>
          <w:rFonts w:cs="Courier New"/>
          <w:szCs w:val="32"/>
        </w:rPr>
        <w:t>naître son erreur ; il espère qu’il ne poussera pas les choses à l’extrême, et qu’il continuera à servir son pays avec sa fidélité passée.</w:t>
      </w:r>
    </w:p>
    <w:p w14:paraId="71AFCC21" w14:textId="77777777" w:rsidR="00FD7ABB" w:rsidRDefault="00FD28AE" w:rsidP="00FD7ABB">
      <w:r w:rsidRPr="00801BAE">
        <w:rPr>
          <w:rFonts w:cs="Courier New"/>
          <w:szCs w:val="32"/>
        </w:rPr>
        <w:t>Si toutefois Gama ne changeait pas d’avis, après l’expiration de ce délai, le roi lui accordait toute liberté de s’expatrier avec sa femme, ses enfants, sa fortune, bien que cela lui fît si</w:t>
      </w:r>
      <w:r w:rsidRPr="00801BAE">
        <w:rPr>
          <w:rFonts w:cs="Courier New"/>
          <w:szCs w:val="32"/>
        </w:rPr>
        <w:t>n</w:t>
      </w:r>
      <w:r w:rsidRPr="00801BAE">
        <w:rPr>
          <w:rFonts w:cs="Courier New"/>
          <w:szCs w:val="32"/>
        </w:rPr>
        <w:t>cèrement de la peine.</w:t>
      </w:r>
    </w:p>
    <w:p w14:paraId="0036FD43" w14:textId="77777777" w:rsidR="00FD7ABB" w:rsidRDefault="00FD28AE" w:rsidP="00FD7ABB">
      <w:r w:rsidRPr="00801BAE">
        <w:rPr>
          <w:rFonts w:cs="Courier New"/>
          <w:szCs w:val="32"/>
        </w:rPr>
        <w:lastRenderedPageBreak/>
        <w:t>La lettre du roi était conçue en termes propres à calmer l’irascible Gama. Il ne quitta pas sa patrie, et le duc de Bragance, son ami et l’ami du roi, usa de son influence sur ce dernier pour obtenir enfin à l’amiral des Indes la propriété féodale qu’il dés</w:t>
      </w:r>
      <w:r w:rsidRPr="00801BAE">
        <w:rPr>
          <w:rFonts w:cs="Courier New"/>
          <w:szCs w:val="32"/>
        </w:rPr>
        <w:t>i</w:t>
      </w:r>
      <w:r w:rsidRPr="00801BAE">
        <w:rPr>
          <w:rFonts w:cs="Courier New"/>
          <w:szCs w:val="32"/>
        </w:rPr>
        <w:t>rait.</w:t>
      </w:r>
    </w:p>
    <w:p w14:paraId="589E9CC6" w14:textId="77777777" w:rsidR="00FD7ABB" w:rsidRDefault="00FD28AE" w:rsidP="00FD7ABB">
      <w:r w:rsidRPr="00801BAE">
        <w:rPr>
          <w:rFonts w:cs="Courier New"/>
          <w:szCs w:val="32"/>
        </w:rPr>
        <w:t>Pour faciliter l’arrangement de cette affaire, qui n’était pas sans présenter des difficultés, dom Jaimes de Bragance offrit de céder certaines de ses terres à Vasco de Gama : les deux petites villes de Vidigueira et Villa dos Prades. Le 4 novembre 1519, le duc donna pouvoir au bachelier João Alvès de renoncer en son nom à ces deux villes, pour le cas où le roi serait d’accord. En échange, Gama cédait au duc, à perpétuité, sa pension annuelle de 400.000 réaux et lui payait immédiatement la somme de 4.000 cruzades d’or.</w:t>
      </w:r>
    </w:p>
    <w:p w14:paraId="57F142ED" w14:textId="77777777" w:rsidR="00FD7ABB" w:rsidRDefault="00FD28AE" w:rsidP="00FD7ABB">
      <w:r w:rsidRPr="00801BAE">
        <w:rPr>
          <w:rFonts w:cs="Courier New"/>
          <w:szCs w:val="32"/>
        </w:rPr>
        <w:t>Le roi ayant donné son consentement, le contrat fut signé par l’amiral dans la maison qu’il habitait alors à Evora et dont les peintures représentaient toutes des sujets indiens. Disons en passant qu’au commencement de ce siècle on voyait encore les traces de ces peintures et que cette rue a gardé le nom du grand navigateur.</w:t>
      </w:r>
    </w:p>
    <w:p w14:paraId="5DA17502" w14:textId="77777777" w:rsidR="00FD7ABB" w:rsidRDefault="00FD28AE" w:rsidP="00FD7ABB">
      <w:r w:rsidRPr="00801BAE">
        <w:rPr>
          <w:rFonts w:cs="Courier New"/>
          <w:szCs w:val="32"/>
        </w:rPr>
        <w:t>Le duc de Bragance, en renonçant, en faveur de Vasco de Gama, aux villes de Vidigueira et de Villa dos Prades, lui en c</w:t>
      </w:r>
      <w:r w:rsidRPr="00801BAE">
        <w:rPr>
          <w:rFonts w:cs="Courier New"/>
          <w:szCs w:val="32"/>
        </w:rPr>
        <w:t>é</w:t>
      </w:r>
      <w:r w:rsidRPr="00801BAE">
        <w:rPr>
          <w:rFonts w:cs="Courier New"/>
          <w:szCs w:val="32"/>
        </w:rPr>
        <w:t>dait également la jurisprudence civile et criminelle, les droits de suzeraineté et les revenus de toutes sortes. Le roi ratifia le traité et déclara que Gama et ses descendants posséderaient ces terr</w:t>
      </w:r>
      <w:r w:rsidRPr="00801BAE">
        <w:rPr>
          <w:rFonts w:cs="Courier New"/>
          <w:szCs w:val="32"/>
        </w:rPr>
        <w:t>i</w:t>
      </w:r>
      <w:r w:rsidRPr="00801BAE">
        <w:rPr>
          <w:rFonts w:cs="Courier New"/>
          <w:szCs w:val="32"/>
        </w:rPr>
        <w:t>toires de la même façon que les ducs de Bragance les avaient possédés, et ce, à cause des services éminents rendus à l’État par celui qui avait découvert la route des Indes.</w:t>
      </w:r>
    </w:p>
    <w:p w14:paraId="1612B1AF" w14:textId="77777777" w:rsidR="00FD7ABB" w:rsidRDefault="00FD28AE" w:rsidP="00FD7ABB">
      <w:r w:rsidRPr="00801BAE">
        <w:rPr>
          <w:rFonts w:cs="Courier New"/>
          <w:szCs w:val="32"/>
        </w:rPr>
        <w:t xml:space="preserve">Les Conseils communaux des deux villes, informés de la décision du roi, déclarèrent s’y soumettre, et alors eut lieu la </w:t>
      </w:r>
      <w:r w:rsidRPr="00801BAE">
        <w:rPr>
          <w:rFonts w:cs="Courier New"/>
          <w:szCs w:val="32"/>
        </w:rPr>
        <w:lastRenderedPageBreak/>
        <w:t>transmission solennelle des villes, de leurs forteresses et de leur territoire sous la domination de Vasco de Gama. Le m</w:t>
      </w:r>
      <w:r w:rsidRPr="00801BAE">
        <w:rPr>
          <w:rFonts w:cs="Courier New"/>
          <w:szCs w:val="32"/>
        </w:rPr>
        <w:t>ê</w:t>
      </w:r>
      <w:r w:rsidRPr="00801BAE">
        <w:rPr>
          <w:rFonts w:cs="Courier New"/>
          <w:szCs w:val="32"/>
        </w:rPr>
        <w:t>me jour, le roi conféra à l’amiral le titre de comte de Vid</w:t>
      </w:r>
      <w:r w:rsidRPr="00801BAE">
        <w:rPr>
          <w:rFonts w:cs="Courier New"/>
          <w:szCs w:val="32"/>
        </w:rPr>
        <w:t>i</w:t>
      </w:r>
      <w:r w:rsidRPr="00801BAE">
        <w:rPr>
          <w:rFonts w:cs="Courier New"/>
          <w:szCs w:val="32"/>
        </w:rPr>
        <w:t>gueira, avec tous les avantages et libertés attachés à ce titre. Peu après, Vasco quitta Evora pour Vidigueira où il vint avec sa belle fami</w:t>
      </w:r>
      <w:r w:rsidRPr="00801BAE">
        <w:rPr>
          <w:rFonts w:cs="Courier New"/>
          <w:szCs w:val="32"/>
        </w:rPr>
        <w:t>l</w:t>
      </w:r>
      <w:r w:rsidRPr="00801BAE">
        <w:rPr>
          <w:rFonts w:cs="Courier New"/>
          <w:szCs w:val="32"/>
        </w:rPr>
        <w:t>le : sa femme, Catherine d’Atayde, sa fille Isabelle et ses six fils, dont cinq devaient plus tard prendre du service dans les Indes.</w:t>
      </w:r>
    </w:p>
    <w:p w14:paraId="663745E3" w14:textId="77777777" w:rsidR="00FD7ABB" w:rsidRDefault="00FD28AE" w:rsidP="00FD7ABB">
      <w:r w:rsidRPr="00801BAE">
        <w:rPr>
          <w:rFonts w:cs="Courier New"/>
          <w:szCs w:val="32"/>
        </w:rPr>
        <w:t>De 1520 à 1523, le silence le plus complet se fait de no</w:t>
      </w:r>
      <w:r w:rsidRPr="00801BAE">
        <w:rPr>
          <w:rFonts w:cs="Courier New"/>
          <w:szCs w:val="32"/>
        </w:rPr>
        <w:t>u</w:t>
      </w:r>
      <w:r w:rsidRPr="00801BAE">
        <w:rPr>
          <w:rFonts w:cs="Courier New"/>
          <w:szCs w:val="32"/>
        </w:rPr>
        <w:t>veau autour du nom de Gama.</w:t>
      </w:r>
    </w:p>
    <w:p w14:paraId="718101F5" w14:textId="77777777" w:rsidR="00FD7ABB" w:rsidRDefault="00FD28AE" w:rsidP="00FD7ABB">
      <w:r w:rsidRPr="00801BAE">
        <w:rPr>
          <w:rFonts w:cs="Courier New"/>
          <w:szCs w:val="32"/>
        </w:rPr>
        <w:t>Un événement qui dut profondément l’émouvoir fut la mort du roi au service duquel il s’était illustré. Le 10 décembre 1541, Emmanuel à l’âge de cinquante-deux ans, mourut presque subitement à Lisbonne, dans son palais, au bord du Tage.</w:t>
      </w:r>
    </w:p>
    <w:p w14:paraId="7D3514CD" w14:textId="77777777" w:rsidR="00FD7ABB" w:rsidRDefault="00FD28AE" w:rsidP="00FD7ABB">
      <w:r w:rsidRPr="00801BAE">
        <w:rPr>
          <w:rFonts w:cs="Courier New"/>
          <w:szCs w:val="32"/>
        </w:rPr>
        <w:t>Avec ce monarque finit la plus belle et la plus heureuse p</w:t>
      </w:r>
      <w:r w:rsidRPr="00801BAE">
        <w:rPr>
          <w:rFonts w:cs="Courier New"/>
          <w:szCs w:val="32"/>
        </w:rPr>
        <w:t>é</w:t>
      </w:r>
      <w:r w:rsidRPr="00801BAE">
        <w:rPr>
          <w:rFonts w:cs="Courier New"/>
          <w:szCs w:val="32"/>
        </w:rPr>
        <w:t>riode de l’histoire du Portugal. Sans être d’un génie transce</w:t>
      </w:r>
      <w:r w:rsidRPr="00801BAE">
        <w:rPr>
          <w:rFonts w:cs="Courier New"/>
          <w:szCs w:val="32"/>
        </w:rPr>
        <w:t>n</w:t>
      </w:r>
      <w:r w:rsidRPr="00801BAE">
        <w:rPr>
          <w:rFonts w:cs="Courier New"/>
          <w:szCs w:val="32"/>
        </w:rPr>
        <w:t>dant, il conduisit durant un quart de siècle, avec habileté et prudence, les destinées de son royaume. Instruit et persévérant, Emmanuel le Fortuné sut admirablement profiler des travaux de son prédécesseur Jean II, celui qu’Isabelle de Castille a c</w:t>
      </w:r>
      <w:r w:rsidRPr="00801BAE">
        <w:rPr>
          <w:rFonts w:cs="Courier New"/>
          <w:szCs w:val="32"/>
        </w:rPr>
        <w:t>a</w:t>
      </w:r>
      <w:r w:rsidRPr="00801BAE">
        <w:rPr>
          <w:rFonts w:cs="Courier New"/>
          <w:szCs w:val="32"/>
        </w:rPr>
        <w:t>ractérisé d’un mot : « L’homme est mort, » s’écria-t-elle en a</w:t>
      </w:r>
      <w:r w:rsidRPr="00801BAE">
        <w:rPr>
          <w:rFonts w:cs="Courier New"/>
          <w:szCs w:val="32"/>
        </w:rPr>
        <w:t>p</w:t>
      </w:r>
      <w:r w:rsidRPr="00801BAE">
        <w:rPr>
          <w:rFonts w:cs="Courier New"/>
          <w:szCs w:val="32"/>
        </w:rPr>
        <w:t>prenant la fin du monarque.</w:t>
      </w:r>
    </w:p>
    <w:p w14:paraId="786C05F7" w14:textId="77777777" w:rsidR="00FD7ABB" w:rsidRDefault="00FD28AE" w:rsidP="00FD7ABB">
      <w:r w:rsidRPr="00801BAE">
        <w:rPr>
          <w:rFonts w:cs="Courier New"/>
          <w:szCs w:val="32"/>
        </w:rPr>
        <w:t>Par les hautes qualités de son intelligence, par sa force d’action, Jean II méritait cet éloge suprême. Au point de vue dont nous nous préoccupons ici, il doit être considéré comme le premier promoteur d’une découverte à la suite de laquelle les relations commerciales de toute l’Europe furent changées. C’est le vrai précurseur de Gama.</w:t>
      </w:r>
    </w:p>
    <w:p w14:paraId="632DBA8E" w14:textId="77777777" w:rsidR="00FD7ABB" w:rsidRDefault="00FD28AE" w:rsidP="00FD7ABB">
      <w:r w:rsidRPr="00801BAE">
        <w:rPr>
          <w:rFonts w:cs="Courier New"/>
          <w:szCs w:val="32"/>
        </w:rPr>
        <w:lastRenderedPageBreak/>
        <w:t>Emmanuel avait commencé la moisson, son fils Jean III l’acheva. Tous deux consacrèrent leur vie à réaliser la vaste pe</w:t>
      </w:r>
      <w:r w:rsidRPr="00801BAE">
        <w:rPr>
          <w:rFonts w:cs="Courier New"/>
          <w:szCs w:val="32"/>
        </w:rPr>
        <w:t>n</w:t>
      </w:r>
      <w:r w:rsidRPr="00801BAE">
        <w:rPr>
          <w:rFonts w:cs="Courier New"/>
          <w:szCs w:val="32"/>
        </w:rPr>
        <w:t>sée de Jean II Aussi n’est-ce pas en Portugal même qu’il faut o</w:t>
      </w:r>
      <w:r w:rsidRPr="00801BAE">
        <w:rPr>
          <w:rFonts w:cs="Courier New"/>
          <w:szCs w:val="32"/>
        </w:rPr>
        <w:t>b</w:t>
      </w:r>
      <w:r w:rsidRPr="00801BAE">
        <w:rPr>
          <w:rFonts w:cs="Courier New"/>
          <w:szCs w:val="32"/>
        </w:rPr>
        <w:t>server l’histoire de celle époque, mais en Afrique, dans le no</w:t>
      </w:r>
      <w:r w:rsidRPr="00801BAE">
        <w:rPr>
          <w:rFonts w:cs="Courier New"/>
          <w:szCs w:val="32"/>
        </w:rPr>
        <w:t>u</w:t>
      </w:r>
      <w:r w:rsidRPr="00801BAE">
        <w:rPr>
          <w:rFonts w:cs="Courier New"/>
          <w:szCs w:val="32"/>
        </w:rPr>
        <w:t>veau monde, dans l’Inde.</w:t>
      </w:r>
    </w:p>
    <w:p w14:paraId="6C5AD417" w14:textId="77777777" w:rsidR="00FD7ABB" w:rsidRDefault="00FD28AE" w:rsidP="00FD7ABB">
      <w:r w:rsidRPr="00801BAE">
        <w:rPr>
          <w:rFonts w:cs="Courier New"/>
          <w:szCs w:val="32"/>
        </w:rPr>
        <w:t>À l’époque de l’avènement de Jean III, la marine portugaise avait subi de grandes modifications et s’était développée. Trois cents vaisseaux de toute dimension constituaient les forces n</w:t>
      </w:r>
      <w:r w:rsidRPr="00801BAE">
        <w:rPr>
          <w:rFonts w:cs="Courier New"/>
          <w:szCs w:val="32"/>
        </w:rPr>
        <w:t>a</w:t>
      </w:r>
      <w:r w:rsidRPr="00801BAE">
        <w:rPr>
          <w:rFonts w:cs="Courier New"/>
          <w:szCs w:val="32"/>
        </w:rPr>
        <w:t>vales dont le roi pouvait disposer. Et pour donner une idée de l’importance du commerce, disons qu’en un seul jour on vendit à Lisbonne pour 700.000 cruzades de drogues et d’épices ; les transactions, ce jour-là, furent telles qu’on n’en avait pas encore vues de semblables. Ce furent sans doute ces magnifiques résu</w:t>
      </w:r>
      <w:r w:rsidRPr="00801BAE">
        <w:rPr>
          <w:rFonts w:cs="Courier New"/>
          <w:szCs w:val="32"/>
        </w:rPr>
        <w:t>l</w:t>
      </w:r>
      <w:r w:rsidRPr="00801BAE">
        <w:rPr>
          <w:rFonts w:cs="Courier New"/>
          <w:szCs w:val="32"/>
        </w:rPr>
        <w:t>tats qui engagèrent Jean III à concentrer tout d’abord son atte</w:t>
      </w:r>
      <w:r w:rsidRPr="00801BAE">
        <w:rPr>
          <w:rFonts w:cs="Courier New"/>
          <w:szCs w:val="32"/>
        </w:rPr>
        <w:t>n</w:t>
      </w:r>
      <w:r w:rsidRPr="00801BAE">
        <w:rPr>
          <w:rFonts w:cs="Courier New"/>
          <w:szCs w:val="32"/>
        </w:rPr>
        <w:t>tion et ses soins dans les conquêtes des Indes.</w:t>
      </w:r>
    </w:p>
    <w:p w14:paraId="738775E1" w14:textId="77777777" w:rsidR="00FD7ABB" w:rsidRDefault="00FD28AE" w:rsidP="00FD7ABB">
      <w:r w:rsidRPr="00801BAE">
        <w:rPr>
          <w:rFonts w:cs="Courier New"/>
          <w:szCs w:val="32"/>
        </w:rPr>
        <w:t>Des intérêts d’un autre ordre, mais non moins importants, semblaient d’ailleurs réclamer pour l’empire colonial une vigo</w:t>
      </w:r>
      <w:r w:rsidRPr="00801BAE">
        <w:rPr>
          <w:rFonts w:cs="Courier New"/>
          <w:szCs w:val="32"/>
        </w:rPr>
        <w:t>u</w:t>
      </w:r>
      <w:r w:rsidRPr="00801BAE">
        <w:rPr>
          <w:rFonts w:cs="Courier New"/>
          <w:szCs w:val="32"/>
        </w:rPr>
        <w:t>reuse administration. Après plusieurs années de gloire sans nuages, la domination portugaise aux Indes était entrée dans une période d’abus administratifs, contre lesquels il était grand temps de réagir. Jean III crut ne pouvoir mieux rétablir la rép</w:t>
      </w:r>
      <w:r w:rsidRPr="00801BAE">
        <w:rPr>
          <w:rFonts w:cs="Courier New"/>
          <w:szCs w:val="32"/>
        </w:rPr>
        <w:t>u</w:t>
      </w:r>
      <w:r w:rsidRPr="00801BAE">
        <w:rPr>
          <w:rFonts w:cs="Courier New"/>
          <w:szCs w:val="32"/>
        </w:rPr>
        <w:t>tation des Portugais, flétrie par l’avarice du vice-roi Édouard de Menezès et de ses officiers, qu’en envoyant dans les Indes Vasco de Gama, à qui on en devait la découverte.</w:t>
      </w:r>
    </w:p>
    <w:p w14:paraId="2EC23EF0" w14:textId="77777777" w:rsidR="00FD7ABB" w:rsidRDefault="00FD28AE" w:rsidP="00FD7ABB">
      <w:r w:rsidRPr="00801BAE">
        <w:rPr>
          <w:rFonts w:cs="Courier New"/>
          <w:szCs w:val="32"/>
        </w:rPr>
        <w:t>Ce n’était que justice et justice tardive : depuis vingt et un ans le grand explorateur n’avait prit part à aucune expédition, depuis vingt et un ans il attendait que l’heure d’une entière r</w:t>
      </w:r>
      <w:r w:rsidRPr="00801BAE">
        <w:rPr>
          <w:rFonts w:cs="Courier New"/>
          <w:szCs w:val="32"/>
        </w:rPr>
        <w:t>é</w:t>
      </w:r>
      <w:r w:rsidRPr="00801BAE">
        <w:rPr>
          <w:rFonts w:cs="Courier New"/>
          <w:szCs w:val="32"/>
        </w:rPr>
        <w:t xml:space="preserve">paration sonnât enfin pour lui. Il y avait trois ans qu’Emmanuel était mort, lorsque Jean III songea à lui faire </w:t>
      </w:r>
      <w:r w:rsidRPr="00801BAE">
        <w:rPr>
          <w:rFonts w:cs="Courier New"/>
          <w:szCs w:val="32"/>
        </w:rPr>
        <w:lastRenderedPageBreak/>
        <w:t>oublier l’inexplicable éloignement des affaires où il avait été tenu.</w:t>
      </w:r>
    </w:p>
    <w:p w14:paraId="6CF53CF3" w14:textId="77777777" w:rsidR="00FD7ABB" w:rsidRDefault="00FD28AE" w:rsidP="00FD7ABB">
      <w:r w:rsidRPr="00801BAE">
        <w:rPr>
          <w:rFonts w:cs="Courier New"/>
          <w:szCs w:val="32"/>
        </w:rPr>
        <w:t>En conséquence, l’</w:t>
      </w:r>
      <w:proofErr w:type="spellStart"/>
      <w:r w:rsidRPr="00801BAE">
        <w:rPr>
          <w:rFonts w:cs="Courier New"/>
          <w:szCs w:val="32"/>
        </w:rPr>
        <w:t>almirante</w:t>
      </w:r>
      <w:proofErr w:type="spellEnd"/>
      <w:r w:rsidRPr="00801BAE">
        <w:rPr>
          <w:rFonts w:cs="Courier New"/>
          <w:szCs w:val="32"/>
        </w:rPr>
        <w:t xml:space="preserve"> des mers de l’Inde fut décoré du litre de vice-roi, et, malgré son âge déjà avancé, partit de Li</w:t>
      </w:r>
      <w:r w:rsidRPr="00801BAE">
        <w:rPr>
          <w:rFonts w:cs="Courier New"/>
          <w:szCs w:val="32"/>
        </w:rPr>
        <w:t>s</w:t>
      </w:r>
      <w:r w:rsidRPr="00801BAE">
        <w:rPr>
          <w:rFonts w:cs="Courier New"/>
          <w:szCs w:val="32"/>
        </w:rPr>
        <w:t>bonne, le 9 avril 1524, à la tête de dix vaisseaux et de trois car</w:t>
      </w:r>
      <w:r w:rsidRPr="00801BAE">
        <w:rPr>
          <w:rFonts w:cs="Courier New"/>
          <w:szCs w:val="32"/>
        </w:rPr>
        <w:t>a</w:t>
      </w:r>
      <w:r w:rsidRPr="00801BAE">
        <w:rPr>
          <w:rFonts w:cs="Courier New"/>
          <w:szCs w:val="32"/>
        </w:rPr>
        <w:t>velles.</w:t>
      </w:r>
    </w:p>
    <w:p w14:paraId="17302639" w14:textId="77777777" w:rsidR="00FD7ABB" w:rsidRDefault="00FD28AE" w:rsidP="00FD7ABB">
      <w:r w:rsidRPr="00801BAE">
        <w:rPr>
          <w:rFonts w:cs="Courier New"/>
          <w:szCs w:val="32"/>
        </w:rPr>
        <w:t>Lorsqu’il arriva sur la côte de Cambaye, il fut d’abord su</w:t>
      </w:r>
      <w:r w:rsidRPr="00801BAE">
        <w:rPr>
          <w:rFonts w:cs="Courier New"/>
          <w:szCs w:val="32"/>
        </w:rPr>
        <w:t>r</w:t>
      </w:r>
      <w:r w:rsidRPr="00801BAE">
        <w:rPr>
          <w:rFonts w:cs="Courier New"/>
          <w:szCs w:val="32"/>
        </w:rPr>
        <w:t>pris par un calme absolu ; puis tout à coup, et sans aucune ra</w:t>
      </w:r>
      <w:r w:rsidRPr="00801BAE">
        <w:rPr>
          <w:rFonts w:cs="Courier New"/>
          <w:szCs w:val="32"/>
        </w:rPr>
        <w:t>i</w:t>
      </w:r>
      <w:r w:rsidRPr="00801BAE">
        <w:rPr>
          <w:rFonts w:cs="Courier New"/>
          <w:szCs w:val="32"/>
        </w:rPr>
        <w:t>son apparente, une agitation inaccoutumée se manifesta au sein des eaux. Rien n’indiquait les signes ordinaires qui accomp</w:t>
      </w:r>
      <w:r w:rsidRPr="00801BAE">
        <w:rPr>
          <w:rFonts w:cs="Courier New"/>
          <w:szCs w:val="32"/>
        </w:rPr>
        <w:t>a</w:t>
      </w:r>
      <w:r w:rsidRPr="00801BAE">
        <w:rPr>
          <w:rFonts w:cs="Courier New"/>
          <w:szCs w:val="32"/>
        </w:rPr>
        <w:t>gnent une tempête, et cependant les flots se gonflèrent ; il s’éleva des vagues énormes, des chocs violents heurtèrent le n</w:t>
      </w:r>
      <w:r w:rsidRPr="00801BAE">
        <w:rPr>
          <w:rFonts w:cs="Courier New"/>
          <w:szCs w:val="32"/>
        </w:rPr>
        <w:t>a</w:t>
      </w:r>
      <w:r w:rsidRPr="00801BAE">
        <w:rPr>
          <w:rFonts w:cs="Courier New"/>
          <w:szCs w:val="32"/>
        </w:rPr>
        <w:t>vire. Les matelots, saisis d’étonnement et d’effroi, pâlirent ; il y eut un moment d’affreux silence, auquel succéda un cri de te</w:t>
      </w:r>
      <w:r w:rsidRPr="00801BAE">
        <w:rPr>
          <w:rFonts w:cs="Courier New"/>
          <w:szCs w:val="32"/>
        </w:rPr>
        <w:t>r</w:t>
      </w:r>
      <w:r w:rsidRPr="00801BAE">
        <w:rPr>
          <w:rFonts w:cs="Courier New"/>
          <w:szCs w:val="32"/>
        </w:rPr>
        <w:t>reur folle. Personne n’avait reconnu un tremblement de terre sous-marin. Seul, Vasco de Gama conserva sa tranquillité au milieu de ces sinistres présages et se contenta de dire : « </w:t>
      </w:r>
      <w:r w:rsidRPr="00801BAE">
        <w:rPr>
          <w:rFonts w:cs="Courier New"/>
          <w:i/>
          <w:szCs w:val="32"/>
        </w:rPr>
        <w:t>De quoi avez-vous peur ? C’est la mer qui tremble devant nous. »</w:t>
      </w:r>
      <w:r w:rsidRPr="00801BAE">
        <w:rPr>
          <w:rFonts w:cs="Courier New"/>
          <w:szCs w:val="32"/>
        </w:rPr>
        <w:t xml:space="preserve"> Il y a dans la poétique exagération de ce mot quelque chose qui va bien à ces conquérants de royaumes dont l’œuvre ne fait que commencer, et qui désormais doivent braver tout, jusqu’au trouble des él</w:t>
      </w:r>
      <w:r w:rsidRPr="00801BAE">
        <w:rPr>
          <w:rFonts w:cs="Courier New"/>
          <w:szCs w:val="32"/>
        </w:rPr>
        <w:t>é</w:t>
      </w:r>
      <w:r w:rsidRPr="00801BAE">
        <w:rPr>
          <w:rFonts w:cs="Courier New"/>
          <w:szCs w:val="32"/>
        </w:rPr>
        <w:t>ments.</w:t>
      </w:r>
    </w:p>
    <w:p w14:paraId="2D371A92" w14:textId="77777777" w:rsidR="00FD7ABB" w:rsidRDefault="00FD28AE" w:rsidP="00FD7ABB">
      <w:r w:rsidRPr="00801BAE">
        <w:rPr>
          <w:rFonts w:cs="Courier New"/>
          <w:szCs w:val="32"/>
        </w:rPr>
        <w:t>Le vieux chroniqueur qui raconte l’événement affirme que le tremblement de terre sous-marin eut lieu un mercredi de la Notre-Dame de septembre, et l’on remarqua, dit-il, que le so</w:t>
      </w:r>
      <w:r w:rsidRPr="00801BAE">
        <w:rPr>
          <w:rFonts w:cs="Courier New"/>
          <w:szCs w:val="32"/>
        </w:rPr>
        <w:t>u</w:t>
      </w:r>
      <w:r w:rsidRPr="00801BAE">
        <w:rPr>
          <w:rFonts w:cs="Courier New"/>
          <w:szCs w:val="32"/>
        </w:rPr>
        <w:t>bresaut rendit la santé à beaucoup de gens dévorés par la fièvre.</w:t>
      </w:r>
    </w:p>
    <w:p w14:paraId="36031FEB" w14:textId="77777777" w:rsidR="00FD7ABB" w:rsidRDefault="00FD28AE" w:rsidP="00FD7ABB">
      <w:r w:rsidRPr="00801BAE">
        <w:rPr>
          <w:rFonts w:cs="Courier New"/>
          <w:szCs w:val="32"/>
        </w:rPr>
        <w:t xml:space="preserve">La flotte continua sa route sans incident nouveau et arriva à Chaul où avait été construite, dans les années précédentes, une imposante forteresse. L’amiral fit jeter l’ancre dans ce port. Puis, conformément aux ordres qu’il avait reçus </w:t>
      </w:r>
      <w:r w:rsidRPr="00801BAE">
        <w:rPr>
          <w:rFonts w:cs="Courier New"/>
          <w:szCs w:val="32"/>
        </w:rPr>
        <w:lastRenderedPageBreak/>
        <w:t>de Jean III, il se fit officiellement reconnaître comme vice-roi des Indes. Cette formalité remplie et son gouvernement accepté, il se mit imm</w:t>
      </w:r>
      <w:r w:rsidRPr="00801BAE">
        <w:rPr>
          <w:rFonts w:cs="Courier New"/>
          <w:szCs w:val="32"/>
        </w:rPr>
        <w:t>é</w:t>
      </w:r>
      <w:r w:rsidRPr="00801BAE">
        <w:rPr>
          <w:rFonts w:cs="Courier New"/>
          <w:szCs w:val="32"/>
        </w:rPr>
        <w:t>diatement en devoir de réprimer les abus sans nombre qui s’étaient introduits sous la vice-royauté d’Édouard de Menezès. Prévoyant que celui-ci voudrait s’arrêter à Chaul en revenant de son quartier d’hiver d’Ormuz, Gama ordonna à Christophe de Souza, gouverneur de la forteresse, de lui défendre l’entrée de la ville, de l’envoyer directement à Cochin et de ne lui accorder des munitions que pour quatre jours.</w:t>
      </w:r>
    </w:p>
    <w:p w14:paraId="30EC3BC9" w14:textId="77777777" w:rsidR="00FD7ABB" w:rsidRDefault="00FD28AE" w:rsidP="00FD7ABB">
      <w:r w:rsidRPr="00801BAE">
        <w:rPr>
          <w:rFonts w:cs="Courier New"/>
          <w:szCs w:val="32"/>
        </w:rPr>
        <w:t>Après un court séjour dans cette place, durant lequel pe</w:t>
      </w:r>
      <w:r w:rsidRPr="00801BAE">
        <w:rPr>
          <w:rFonts w:cs="Courier New"/>
          <w:szCs w:val="32"/>
        </w:rPr>
        <w:t>r</w:t>
      </w:r>
      <w:r w:rsidRPr="00801BAE">
        <w:rPr>
          <w:rFonts w:cs="Courier New"/>
          <w:szCs w:val="32"/>
        </w:rPr>
        <w:t>sonne de l’équipage ne put mettre pied à terre, pas même les malades, Gama repartit pour arriver dans la capitale de Goa vers la fin de septembre. Il avait hâte de voir les magnificences naissantes de celle place ; mais les désordres qu’il y trouva étaient des plus graves, et le nouveau vice-roi fut obligé d’agir avec la dernière sévérité. Il commença par destituer le co</w:t>
      </w:r>
      <w:r w:rsidRPr="00801BAE">
        <w:rPr>
          <w:rFonts w:cs="Courier New"/>
          <w:szCs w:val="32"/>
        </w:rPr>
        <w:t>m</w:t>
      </w:r>
      <w:r w:rsidRPr="00801BAE">
        <w:rPr>
          <w:rFonts w:cs="Courier New"/>
          <w:szCs w:val="32"/>
        </w:rPr>
        <w:t>mandant de la forteresse, qui était détesté du peuple à cause de ses rapines et de ses violences. Après une information so</w:t>
      </w:r>
      <w:r w:rsidRPr="00801BAE">
        <w:rPr>
          <w:rFonts w:cs="Courier New"/>
          <w:szCs w:val="32"/>
        </w:rPr>
        <w:t>m</w:t>
      </w:r>
      <w:r w:rsidRPr="00801BAE">
        <w:rPr>
          <w:rFonts w:cs="Courier New"/>
          <w:szCs w:val="32"/>
        </w:rPr>
        <w:t>maire, il fut condamné à rendre tout ce qu’il avait pris et fut remplacé par Henri de Menezès, celui-là même qui, quelques mois plus tard, devait succéder à Gama. Jamais choix ne fut plus heureux, et cette nomination devait gagner au vice-roi la reconnai</w:t>
      </w:r>
      <w:r w:rsidRPr="00801BAE">
        <w:rPr>
          <w:rFonts w:cs="Courier New"/>
          <w:szCs w:val="32"/>
        </w:rPr>
        <w:t>s</w:t>
      </w:r>
      <w:r w:rsidRPr="00801BAE">
        <w:rPr>
          <w:rFonts w:cs="Courier New"/>
          <w:szCs w:val="32"/>
        </w:rPr>
        <w:t>sance du peuple. Henri de Menezès était si généreux et portait le désintéressement si loin qu’à sa mort on ne trouva dans ses coffres que 100 ducats et qu’il fallut emprunter de l’argent pour les frais de ses funérailles.</w:t>
      </w:r>
    </w:p>
    <w:p w14:paraId="71BE5772" w14:textId="77777777" w:rsidR="00FD7ABB" w:rsidRDefault="00FD28AE" w:rsidP="00FD7ABB">
      <w:r w:rsidRPr="00801BAE">
        <w:rPr>
          <w:rFonts w:cs="Courier New"/>
          <w:szCs w:val="32"/>
        </w:rPr>
        <w:t xml:space="preserve">De plus, par son altitude énergique en cette circonstance, Gama donnait satisfaction au mécontentement général et faisait en même temps comprendre aux fonctionnaires </w:t>
      </w:r>
      <w:r w:rsidRPr="00801BAE">
        <w:rPr>
          <w:rFonts w:cs="Courier New"/>
          <w:szCs w:val="32"/>
        </w:rPr>
        <w:lastRenderedPageBreak/>
        <w:t>portugais, to</w:t>
      </w:r>
      <w:r w:rsidRPr="00801BAE">
        <w:rPr>
          <w:rFonts w:cs="Courier New"/>
          <w:szCs w:val="32"/>
        </w:rPr>
        <w:t>u</w:t>
      </w:r>
      <w:r w:rsidRPr="00801BAE">
        <w:rPr>
          <w:rFonts w:cs="Courier New"/>
          <w:szCs w:val="32"/>
        </w:rPr>
        <w:t>jours portés à abuser de leur pouvoir, qu’ils trouveraient en lui un maître aussi juste que sévère.</w:t>
      </w:r>
    </w:p>
    <w:p w14:paraId="2E2DB0EB" w14:textId="77777777" w:rsidR="00FD7ABB" w:rsidRDefault="00FD28AE" w:rsidP="00FD7ABB">
      <w:r w:rsidRPr="00801BAE">
        <w:rPr>
          <w:rFonts w:cs="Courier New"/>
          <w:szCs w:val="32"/>
        </w:rPr>
        <w:t>Les prescriptions de Gama, dans cette capitale de l’empire colonial, tendaient surtout à réprimer le luxe effréné qui s’était introduit parmi les soldats et les matelots. Il fut stipulé qu’à l’avenir aucun soldat ne porterait de manteau, si ce n’est le d</w:t>
      </w:r>
      <w:r w:rsidRPr="00801BAE">
        <w:rPr>
          <w:rFonts w:cs="Courier New"/>
          <w:szCs w:val="32"/>
        </w:rPr>
        <w:t>i</w:t>
      </w:r>
      <w:r w:rsidRPr="00801BAE">
        <w:rPr>
          <w:rFonts w:cs="Courier New"/>
          <w:szCs w:val="32"/>
        </w:rPr>
        <w:t>manche et les jours de fête pour aller à l’église. En cas de co</w:t>
      </w:r>
      <w:r w:rsidRPr="00801BAE">
        <w:rPr>
          <w:rFonts w:cs="Courier New"/>
          <w:szCs w:val="32"/>
        </w:rPr>
        <w:t>n</w:t>
      </w:r>
      <w:r w:rsidRPr="00801BAE">
        <w:rPr>
          <w:rFonts w:cs="Courier New"/>
          <w:szCs w:val="32"/>
        </w:rPr>
        <w:t xml:space="preserve">travention, le manteau devait être arraché de dessus les épaules du coupable et celui-ci mis au carcan durant toute une journée. Les pages élégants qui encombraient les armadas n’y furent plus tolérés, </w:t>
      </w:r>
      <w:proofErr w:type="gramStart"/>
      <w:r w:rsidRPr="00801BAE">
        <w:rPr>
          <w:rFonts w:cs="Courier New"/>
          <w:szCs w:val="32"/>
        </w:rPr>
        <w:t>mais en revanche</w:t>
      </w:r>
      <w:proofErr w:type="gramEnd"/>
      <w:r w:rsidRPr="00801BAE">
        <w:rPr>
          <w:rFonts w:cs="Courier New"/>
          <w:szCs w:val="32"/>
        </w:rPr>
        <w:t xml:space="preserve"> les ordonnances d’officiers furent obligés d’être en tenue à bord, et ce, aux frais de l’État.</w:t>
      </w:r>
    </w:p>
    <w:p w14:paraId="29E8EEA1" w14:textId="77777777" w:rsidR="00FD7ABB" w:rsidRDefault="00FD28AE" w:rsidP="00FD7ABB">
      <w:r w:rsidRPr="00801BAE">
        <w:rPr>
          <w:rFonts w:cs="Courier New"/>
          <w:szCs w:val="32"/>
        </w:rPr>
        <w:t>Gama agit énergiquement et sans considération pour les personnes, contre les désordres officiels qui désorganisaient l’État. La dilapidation était telle que le vice-roi dut faire récl</w:t>
      </w:r>
      <w:r w:rsidRPr="00801BAE">
        <w:rPr>
          <w:rFonts w:cs="Courier New"/>
          <w:szCs w:val="32"/>
        </w:rPr>
        <w:t>a</w:t>
      </w:r>
      <w:r w:rsidRPr="00801BAE">
        <w:rPr>
          <w:rFonts w:cs="Courier New"/>
          <w:szCs w:val="32"/>
        </w:rPr>
        <w:t>mer toute une série de canons de l’arsenal royal, qui se tro</w:t>
      </w:r>
      <w:r w:rsidRPr="00801BAE">
        <w:rPr>
          <w:rFonts w:cs="Courier New"/>
          <w:szCs w:val="32"/>
        </w:rPr>
        <w:t>u</w:t>
      </w:r>
      <w:r w:rsidRPr="00801BAE">
        <w:rPr>
          <w:rFonts w:cs="Courier New"/>
          <w:szCs w:val="32"/>
        </w:rPr>
        <w:t>vaient entre les mains de marchands, lesquels, sans plus de f</w:t>
      </w:r>
      <w:r w:rsidRPr="00801BAE">
        <w:rPr>
          <w:rFonts w:cs="Courier New"/>
          <w:szCs w:val="32"/>
        </w:rPr>
        <w:t>a</w:t>
      </w:r>
      <w:r w:rsidRPr="00801BAE">
        <w:rPr>
          <w:rFonts w:cs="Courier New"/>
          <w:szCs w:val="32"/>
        </w:rPr>
        <w:t>çon, en armaient leurs propres vaisseaux. Il était d’ailleurs pa</w:t>
      </w:r>
      <w:r w:rsidRPr="00801BAE">
        <w:rPr>
          <w:rFonts w:cs="Courier New"/>
          <w:szCs w:val="32"/>
        </w:rPr>
        <w:t>s</w:t>
      </w:r>
      <w:r w:rsidRPr="00801BAE">
        <w:rPr>
          <w:rFonts w:cs="Courier New"/>
          <w:szCs w:val="32"/>
        </w:rPr>
        <w:t>sé dans les mœurs de se servir, sans aucun scrupule, de tout ce qui était propriété royale.</w:t>
      </w:r>
    </w:p>
    <w:p w14:paraId="6817665C" w14:textId="77777777" w:rsidR="00FD7ABB" w:rsidRDefault="00FD28AE" w:rsidP="00FD7ABB">
      <w:r w:rsidRPr="00801BAE">
        <w:rPr>
          <w:rFonts w:cs="Courier New"/>
          <w:szCs w:val="32"/>
        </w:rPr>
        <w:t>L’administration des finances était encore plus déplorable. On avait pris l’habitude de donner les emplois à titre de réco</w:t>
      </w:r>
      <w:r w:rsidRPr="00801BAE">
        <w:rPr>
          <w:rFonts w:cs="Courier New"/>
          <w:szCs w:val="32"/>
        </w:rPr>
        <w:t>m</w:t>
      </w:r>
      <w:r w:rsidRPr="00801BAE">
        <w:rPr>
          <w:rFonts w:cs="Courier New"/>
          <w:szCs w:val="32"/>
        </w:rPr>
        <w:t>pense pour les services rendus, sans, du reste, tenir aucun compte de l’honnêteté et de la capacité du candidat. Celui-ci une fois nommé pouvait, sans avoir à redouter aucun contrôle, user et abuser de ses fonctions pour s’enrichir. Tandis que la cassette royale était toujours vide, les fonctionnaires acquéraient, en peu d’années, de grosses fortunes. Le vice-roi voulut agir sans r</w:t>
      </w:r>
      <w:r w:rsidRPr="00801BAE">
        <w:rPr>
          <w:rFonts w:cs="Courier New"/>
          <w:szCs w:val="32"/>
        </w:rPr>
        <w:t>e</w:t>
      </w:r>
      <w:r w:rsidRPr="00801BAE">
        <w:rPr>
          <w:rFonts w:cs="Courier New"/>
          <w:szCs w:val="32"/>
        </w:rPr>
        <w:t>tard. Il fit arrêter une série de fonctionnaires qui avaient d</w:t>
      </w:r>
      <w:r w:rsidRPr="00801BAE">
        <w:rPr>
          <w:rFonts w:cs="Courier New"/>
          <w:szCs w:val="32"/>
        </w:rPr>
        <w:t>é</w:t>
      </w:r>
      <w:r w:rsidRPr="00801BAE">
        <w:rPr>
          <w:rFonts w:cs="Courier New"/>
          <w:szCs w:val="32"/>
        </w:rPr>
        <w:t xml:space="preserve">tourné les revenus de la couronne et </w:t>
      </w:r>
      <w:r w:rsidRPr="00801BAE">
        <w:rPr>
          <w:rFonts w:cs="Courier New"/>
          <w:szCs w:val="32"/>
        </w:rPr>
        <w:lastRenderedPageBreak/>
        <w:t>fit ouvrir contre eux une enquête minutieuse. Désormais, pour reconnaître les services rendus, il serait accordé des distinctions et des pensions, mais non pas des emplois. Les marchands furent tenus de se confo</w:t>
      </w:r>
      <w:r w:rsidRPr="00801BAE">
        <w:rPr>
          <w:rFonts w:cs="Courier New"/>
          <w:szCs w:val="32"/>
        </w:rPr>
        <w:t>r</w:t>
      </w:r>
      <w:r w:rsidRPr="00801BAE">
        <w:rPr>
          <w:rFonts w:cs="Courier New"/>
          <w:szCs w:val="32"/>
        </w:rPr>
        <w:t>mer plus strictement aux dispositions de la loi commerciale et obligés de payer rigoureusement les taxes auxquelles ils étaient soumis.</w:t>
      </w:r>
    </w:p>
    <w:p w14:paraId="64BEC963" w14:textId="77777777" w:rsidR="00FD7ABB" w:rsidRDefault="00FD28AE" w:rsidP="00FD7ABB">
      <w:r w:rsidRPr="00801BAE">
        <w:rPr>
          <w:rFonts w:cs="Courier New"/>
          <w:szCs w:val="32"/>
        </w:rPr>
        <w:t>Quand ces dispositions furent prises, l’amiral fit voile pour Cochin où les vaisseaux, qui devaient partir pour le Portugal, a</w:t>
      </w:r>
      <w:r w:rsidRPr="00801BAE">
        <w:rPr>
          <w:rFonts w:cs="Courier New"/>
          <w:szCs w:val="32"/>
        </w:rPr>
        <w:t>t</w:t>
      </w:r>
      <w:r w:rsidRPr="00801BAE">
        <w:rPr>
          <w:rFonts w:cs="Courier New"/>
          <w:szCs w:val="32"/>
        </w:rPr>
        <w:t>tendaient leur chargement.</w:t>
      </w:r>
    </w:p>
    <w:p w14:paraId="0640BF5F" w14:textId="77777777" w:rsidR="00FD7ABB" w:rsidRDefault="00FD28AE" w:rsidP="00FD7ABB">
      <w:r w:rsidRPr="00801BAE">
        <w:rPr>
          <w:rFonts w:cs="Courier New"/>
          <w:szCs w:val="32"/>
        </w:rPr>
        <w:t>L’amiral ne connaissait plus le repos, son activité ne ch</w:t>
      </w:r>
      <w:r w:rsidRPr="00801BAE">
        <w:rPr>
          <w:rFonts w:cs="Courier New"/>
          <w:szCs w:val="32"/>
        </w:rPr>
        <w:t>ô</w:t>
      </w:r>
      <w:r w:rsidRPr="00801BAE">
        <w:rPr>
          <w:rFonts w:cs="Courier New"/>
          <w:szCs w:val="32"/>
        </w:rPr>
        <w:t>mait pas un instant. De nouvelles flottes furent remises à la voile, les cargaisons d’épices expédiées. Les corsaires qui, grâce à la négligence des forteresses portugaises, s’étaient multipliés dans les eaux indiennes furent sans merci pourchassés par d’habiles croiseurs. Enfin, une puissante armada, richement a</w:t>
      </w:r>
      <w:r w:rsidRPr="00801BAE">
        <w:rPr>
          <w:rFonts w:cs="Courier New"/>
          <w:szCs w:val="32"/>
        </w:rPr>
        <w:t>p</w:t>
      </w:r>
      <w:r w:rsidRPr="00801BAE">
        <w:rPr>
          <w:rFonts w:cs="Courier New"/>
          <w:szCs w:val="32"/>
        </w:rPr>
        <w:t>pareillée, devait porter jusque dans la mer Rouge la guerre contre les Maures. Mais les jours de l’amiral étaient comptés. En arrivant à Cochin, il se sentit malade, et le triste état dans l</w:t>
      </w:r>
      <w:r w:rsidRPr="00801BAE">
        <w:rPr>
          <w:rFonts w:cs="Courier New"/>
          <w:szCs w:val="32"/>
        </w:rPr>
        <w:t>e</w:t>
      </w:r>
      <w:r w:rsidRPr="00801BAE">
        <w:rPr>
          <w:rFonts w:cs="Courier New"/>
          <w:szCs w:val="32"/>
        </w:rPr>
        <w:t>quel il trouva les affaires ne contribua pas peu à augmenter son mal. Néanmoins sa force de volonté ne se démentit pas. Son prédécesseur, Édouard de Menezès, qu’il avait fait appeler à C</w:t>
      </w:r>
      <w:r w:rsidRPr="00801BAE">
        <w:rPr>
          <w:rFonts w:cs="Courier New"/>
          <w:szCs w:val="32"/>
        </w:rPr>
        <w:t>o</w:t>
      </w:r>
      <w:r w:rsidRPr="00801BAE">
        <w:rPr>
          <w:rFonts w:cs="Courier New"/>
          <w:szCs w:val="32"/>
        </w:rPr>
        <w:t>chin, n’y était pas encore arrivé. Prévoyant sans doute l’accueil qui lui serait fait, il n’était pas pressé de quitter Ormuz. Enfin, après des jours et des semaines d’attente, Gama reçut l’avis qu’il venait d’abo</w:t>
      </w:r>
      <w:r w:rsidRPr="00801BAE">
        <w:rPr>
          <w:rFonts w:cs="Courier New"/>
          <w:szCs w:val="32"/>
        </w:rPr>
        <w:t>r</w:t>
      </w:r>
      <w:r w:rsidRPr="00801BAE">
        <w:rPr>
          <w:rFonts w:cs="Courier New"/>
          <w:szCs w:val="32"/>
        </w:rPr>
        <w:t xml:space="preserve">der à Cochin. Aussitôt le vice-roi lui fit défendre de descendre à terre et lui ordonna, au nom du roi, de se constituer prisonnier à bord du </w:t>
      </w:r>
      <w:r w:rsidRPr="00801BAE">
        <w:rPr>
          <w:rFonts w:cs="Courier New"/>
          <w:i/>
          <w:szCs w:val="32"/>
        </w:rPr>
        <w:t>Castillo</w:t>
      </w:r>
      <w:r w:rsidRPr="00801BAE">
        <w:rPr>
          <w:rFonts w:cs="Courier New"/>
          <w:szCs w:val="32"/>
        </w:rPr>
        <w:t>.</w:t>
      </w:r>
    </w:p>
    <w:p w14:paraId="7CFA6245" w14:textId="77777777" w:rsidR="00FD7ABB" w:rsidRDefault="00FD28AE" w:rsidP="00FD7ABB">
      <w:r w:rsidRPr="00801BAE">
        <w:rPr>
          <w:rFonts w:cs="Courier New"/>
          <w:szCs w:val="32"/>
        </w:rPr>
        <w:t xml:space="preserve">Édouard refusa d’obéir, disant qu’une disposition du décret qui l’avait nommé le laissait libre de choisir pour son </w:t>
      </w:r>
      <w:r w:rsidRPr="00801BAE">
        <w:rPr>
          <w:rFonts w:cs="Courier New"/>
          <w:szCs w:val="32"/>
        </w:rPr>
        <w:lastRenderedPageBreak/>
        <w:t xml:space="preserve">retour en Portugal le vaisseau qu’il lui plairait et qu’en conséquence il se rendait à bord du </w:t>
      </w:r>
      <w:r w:rsidRPr="00801BAE">
        <w:rPr>
          <w:rFonts w:cs="Courier New"/>
          <w:i/>
          <w:szCs w:val="32"/>
        </w:rPr>
        <w:t>Saint-Georges</w:t>
      </w:r>
      <w:r w:rsidRPr="00801BAE">
        <w:rPr>
          <w:rFonts w:cs="Courier New"/>
          <w:szCs w:val="32"/>
        </w:rPr>
        <w:t>.</w:t>
      </w:r>
    </w:p>
    <w:p w14:paraId="2C98EB33" w14:textId="77777777" w:rsidR="00FD7ABB" w:rsidRDefault="00FD28AE" w:rsidP="00FD7ABB">
      <w:r w:rsidRPr="00801BAE">
        <w:rPr>
          <w:rFonts w:cs="Courier New"/>
          <w:szCs w:val="32"/>
        </w:rPr>
        <w:t>Gama lui fit répondre que la disposition qu’il invoquait ne le concernait plus, puisque ce n’était pas comme homme libre, mais comme prisonnier qu’il quittait les Indes, qu’en cons</w:t>
      </w:r>
      <w:r w:rsidRPr="00801BAE">
        <w:rPr>
          <w:rFonts w:cs="Courier New"/>
          <w:szCs w:val="32"/>
        </w:rPr>
        <w:t>é</w:t>
      </w:r>
      <w:r w:rsidRPr="00801BAE">
        <w:rPr>
          <w:rFonts w:cs="Courier New"/>
          <w:szCs w:val="32"/>
        </w:rPr>
        <w:t xml:space="preserve">quence il lui réitérait ses ordres. Édouard passa outre et s’installa sur le </w:t>
      </w:r>
      <w:r w:rsidRPr="00801BAE">
        <w:rPr>
          <w:rFonts w:cs="Courier New"/>
          <w:i/>
          <w:szCs w:val="32"/>
        </w:rPr>
        <w:t>Saint-Georges</w:t>
      </w:r>
      <w:r w:rsidRPr="00801BAE">
        <w:rPr>
          <w:rFonts w:cs="Courier New"/>
          <w:szCs w:val="32"/>
        </w:rPr>
        <w:t>.</w:t>
      </w:r>
    </w:p>
    <w:p w14:paraId="0183E05E" w14:textId="77777777" w:rsidR="00FD7ABB" w:rsidRDefault="00FD28AE" w:rsidP="00FD7ABB">
      <w:r w:rsidRPr="00801BAE">
        <w:rPr>
          <w:rFonts w:cs="Courier New"/>
          <w:szCs w:val="32"/>
        </w:rPr>
        <w:t>L’amiral n’était pas homme à se laisser intimider. Il ordo</w:t>
      </w:r>
      <w:r w:rsidRPr="00801BAE">
        <w:rPr>
          <w:rFonts w:cs="Courier New"/>
          <w:szCs w:val="32"/>
        </w:rPr>
        <w:t>n</w:t>
      </w:r>
      <w:r w:rsidRPr="00801BAE">
        <w:rPr>
          <w:rFonts w:cs="Courier New"/>
          <w:szCs w:val="32"/>
        </w:rPr>
        <w:t xml:space="preserve">na de placer de chaque côté du </w:t>
      </w:r>
      <w:r w:rsidRPr="00801BAE">
        <w:rPr>
          <w:rFonts w:cs="Courier New"/>
          <w:i/>
          <w:szCs w:val="32"/>
        </w:rPr>
        <w:t xml:space="preserve">Saint-Georges </w:t>
      </w:r>
      <w:r w:rsidRPr="00801BAE">
        <w:rPr>
          <w:rFonts w:cs="Courier New"/>
          <w:szCs w:val="32"/>
        </w:rPr>
        <w:t>deux vaisseaux avec une forte artillerie et leur donna l’ordre de couler le bât</w:t>
      </w:r>
      <w:r w:rsidRPr="00801BAE">
        <w:rPr>
          <w:rFonts w:cs="Courier New"/>
          <w:szCs w:val="32"/>
        </w:rPr>
        <w:t>i</w:t>
      </w:r>
      <w:r w:rsidRPr="00801BAE">
        <w:rPr>
          <w:rFonts w:cs="Courier New"/>
          <w:szCs w:val="32"/>
        </w:rPr>
        <w:t>ment, si Édouard persistait dans son refus d’obéir.</w:t>
      </w:r>
    </w:p>
    <w:p w14:paraId="3B432BA6" w14:textId="77777777" w:rsidR="00FD7ABB" w:rsidRDefault="00FD28AE" w:rsidP="00FD7ABB">
      <w:r w:rsidRPr="00801BAE">
        <w:rPr>
          <w:rFonts w:cs="Courier New"/>
          <w:szCs w:val="32"/>
        </w:rPr>
        <w:t>Devant cet ultimatum, le frère du coupable, Louis de M</w:t>
      </w:r>
      <w:r w:rsidRPr="00801BAE">
        <w:rPr>
          <w:rFonts w:cs="Courier New"/>
          <w:szCs w:val="32"/>
        </w:rPr>
        <w:t>e</w:t>
      </w:r>
      <w:r w:rsidRPr="00801BAE">
        <w:rPr>
          <w:rFonts w:cs="Courier New"/>
          <w:szCs w:val="32"/>
        </w:rPr>
        <w:t>nezès, demanda à servir d’intermédiaire et, à force de supplic</w:t>
      </w:r>
      <w:r w:rsidRPr="00801BAE">
        <w:rPr>
          <w:rFonts w:cs="Courier New"/>
          <w:szCs w:val="32"/>
        </w:rPr>
        <w:t>a</w:t>
      </w:r>
      <w:r w:rsidRPr="00801BAE">
        <w:rPr>
          <w:rFonts w:cs="Courier New"/>
          <w:szCs w:val="32"/>
        </w:rPr>
        <w:t xml:space="preserve">tions, décida Édouard à se rendre à bord du </w:t>
      </w:r>
      <w:r w:rsidRPr="00801BAE">
        <w:rPr>
          <w:rFonts w:cs="Courier New"/>
          <w:i/>
          <w:szCs w:val="32"/>
        </w:rPr>
        <w:t>Castillo</w:t>
      </w:r>
      <w:r w:rsidRPr="00801BAE">
        <w:rPr>
          <w:rFonts w:cs="Courier New"/>
          <w:szCs w:val="32"/>
        </w:rPr>
        <w:t>. Mais, pe</w:t>
      </w:r>
      <w:r w:rsidRPr="00801BAE">
        <w:rPr>
          <w:rFonts w:cs="Courier New"/>
          <w:szCs w:val="32"/>
        </w:rPr>
        <w:t>n</w:t>
      </w:r>
      <w:r w:rsidRPr="00801BAE">
        <w:rPr>
          <w:rFonts w:cs="Courier New"/>
          <w:szCs w:val="32"/>
        </w:rPr>
        <w:t>dant ce temps, les factieux, prenant parti les uns pour les autres, contre Gama, agitaient la ville ; les conflits s’aggravaient, et un instant on craignit qu’on en vînt aux mains. Le départ d’Édouard de Menezès ramena la tranquillité ; une fois de plus la volonté de fer de Gama avait triomphé des difficultés ; mais ses forces étaient à bout. Sa maladie – il s’agissait d’abcès dans la région cervicale – augmenta rapidement.</w:t>
      </w:r>
    </w:p>
    <w:p w14:paraId="1AEE4D4F" w14:textId="77777777" w:rsidR="00FD7ABB" w:rsidRDefault="00FD28AE" w:rsidP="00FD7ABB">
      <w:r w:rsidRPr="00801BAE">
        <w:rPr>
          <w:rFonts w:cs="Courier New"/>
          <w:szCs w:val="32"/>
        </w:rPr>
        <w:t>Le grand navigateur, auquel les historiens du XVI</w:t>
      </w:r>
      <w:r w:rsidRPr="00801BAE">
        <w:rPr>
          <w:rFonts w:cs="Courier New"/>
          <w:szCs w:val="32"/>
          <w:vertAlign w:val="superscript"/>
        </w:rPr>
        <w:t>e</w:t>
      </w:r>
      <w:r w:rsidRPr="00801BAE">
        <w:rPr>
          <w:rFonts w:cs="Courier New"/>
          <w:szCs w:val="32"/>
        </w:rPr>
        <w:t xml:space="preserve"> siècle se plaisaient à donner le titre de comte-amiral, mourut dans la nuit du 24 au 25 décembre 1524, sur cette terre dont il avait i</w:t>
      </w:r>
      <w:r w:rsidRPr="00801BAE">
        <w:rPr>
          <w:rFonts w:cs="Courier New"/>
          <w:szCs w:val="32"/>
        </w:rPr>
        <w:t>n</w:t>
      </w:r>
      <w:r w:rsidRPr="00801BAE">
        <w:rPr>
          <w:rFonts w:cs="Courier New"/>
          <w:szCs w:val="32"/>
        </w:rPr>
        <w:t>diqué le chemin à ses compatriotes un quart de siècle aupar</w:t>
      </w:r>
      <w:r w:rsidRPr="00801BAE">
        <w:rPr>
          <w:rFonts w:cs="Courier New"/>
          <w:szCs w:val="32"/>
        </w:rPr>
        <w:t>a</w:t>
      </w:r>
      <w:r w:rsidRPr="00801BAE">
        <w:rPr>
          <w:rFonts w:cs="Courier New"/>
          <w:szCs w:val="32"/>
        </w:rPr>
        <w:t>vant.</w:t>
      </w:r>
    </w:p>
    <w:p w14:paraId="43189203" w14:textId="77777777" w:rsidR="00FD7ABB" w:rsidRDefault="00FD28AE" w:rsidP="00FD7ABB">
      <w:r w:rsidRPr="00801BAE">
        <w:rPr>
          <w:rFonts w:cs="Courier New"/>
          <w:szCs w:val="32"/>
        </w:rPr>
        <w:t>Sa dépouille, enveloppée du manteau de l’Ordre du Christ, fut inhumée en grande pompe dans l’église des Franciscains.</w:t>
      </w:r>
    </w:p>
    <w:p w14:paraId="20A64D6A" w14:textId="77777777" w:rsidR="00FD7ABB" w:rsidRDefault="00FD28AE" w:rsidP="00FD7ABB">
      <w:r w:rsidRPr="00801BAE">
        <w:rPr>
          <w:rFonts w:cs="Courier New"/>
          <w:szCs w:val="32"/>
        </w:rPr>
        <w:lastRenderedPageBreak/>
        <w:t>Grand capitaine, Vasco de Gama se montra encore grand administrateur. Supprimer les abus de la conquête, punir les coupables, rétablir la paix entre les Portugais et les Indiens, tout cela fut réalisé pendant trois mois et vingt jours qu’il fut au po</w:t>
      </w:r>
      <w:r w:rsidRPr="00801BAE">
        <w:rPr>
          <w:rFonts w:cs="Courier New"/>
          <w:szCs w:val="32"/>
        </w:rPr>
        <w:t>u</w:t>
      </w:r>
      <w:r w:rsidRPr="00801BAE">
        <w:rPr>
          <w:rFonts w:cs="Courier New"/>
          <w:szCs w:val="32"/>
        </w:rPr>
        <w:t>voir. Les mesures répressives qu’il prenait sur son lit de mort prouvent assez ce que serait devenue, sous son gouvernement, une administration à laquelle il avait déjà su rendre sa première vigueur. Il y avait en Gama un rare esprit de prévoyance, un rare souci de la gloire nationale. On lui a reproché d’avoir été amb</w:t>
      </w:r>
      <w:r w:rsidRPr="00801BAE">
        <w:rPr>
          <w:rFonts w:cs="Courier New"/>
          <w:szCs w:val="32"/>
        </w:rPr>
        <w:t>i</w:t>
      </w:r>
      <w:r w:rsidRPr="00801BAE">
        <w:rPr>
          <w:rFonts w:cs="Courier New"/>
          <w:szCs w:val="32"/>
        </w:rPr>
        <w:t>tieux, mais il l’était surtout de la grandeur et de la prospérité de sa patrie, et tout fait présumer que, s’il eût pu achever son ma</w:t>
      </w:r>
      <w:r w:rsidRPr="00801BAE">
        <w:rPr>
          <w:rFonts w:cs="Courier New"/>
          <w:szCs w:val="32"/>
        </w:rPr>
        <w:t>n</w:t>
      </w:r>
      <w:r w:rsidRPr="00801BAE">
        <w:rPr>
          <w:rFonts w:cs="Courier New"/>
          <w:szCs w:val="32"/>
        </w:rPr>
        <w:t>dat, il eût conduit plus rapidement encore les États de l’Inde vers ce degré de splendeur qui devait bientôt frapper les Eur</w:t>
      </w:r>
      <w:r w:rsidRPr="00801BAE">
        <w:rPr>
          <w:rFonts w:cs="Courier New"/>
          <w:szCs w:val="32"/>
        </w:rPr>
        <w:t>o</w:t>
      </w:r>
      <w:r w:rsidRPr="00801BAE">
        <w:rPr>
          <w:rFonts w:cs="Courier New"/>
          <w:szCs w:val="32"/>
        </w:rPr>
        <w:t>péens.</w:t>
      </w:r>
    </w:p>
    <w:p w14:paraId="26F4AA8F" w14:textId="77777777" w:rsidR="00FD7ABB" w:rsidRDefault="00FD28AE" w:rsidP="00FD7ABB">
      <w:r w:rsidRPr="00801BAE">
        <w:rPr>
          <w:rFonts w:cs="Courier New"/>
          <w:szCs w:val="32"/>
        </w:rPr>
        <w:t>Les contemporains de Gama le représentent comme étant de taille moyenne, mais très gros, surtout dans les dernières a</w:t>
      </w:r>
      <w:r w:rsidRPr="00801BAE">
        <w:rPr>
          <w:rFonts w:cs="Courier New"/>
          <w:szCs w:val="32"/>
        </w:rPr>
        <w:t>n</w:t>
      </w:r>
      <w:r w:rsidRPr="00801BAE">
        <w:rPr>
          <w:rFonts w:cs="Courier New"/>
          <w:szCs w:val="32"/>
        </w:rPr>
        <w:t>nées de sa vie. Ainsi que Colomb, il se laissait facilement aller à des accès de colère, et, dans cet état d’emportement, l’expression de son regard devenait terrible. Dans les rapports habituels de la vie, ses manières étaient affables et d’une dignité pleine de grâce. Taillé pour les plus rudes travaux, il avait la d</w:t>
      </w:r>
      <w:r w:rsidRPr="00801BAE">
        <w:rPr>
          <w:rFonts w:cs="Courier New"/>
          <w:szCs w:val="32"/>
        </w:rPr>
        <w:t>é</w:t>
      </w:r>
      <w:r w:rsidRPr="00801BAE">
        <w:rPr>
          <w:rFonts w:cs="Courier New"/>
          <w:szCs w:val="32"/>
        </w:rPr>
        <w:t>cision prompte, l’exécution hardie, le commandement sévère, presque dur. On le savait inflexible dans l’application des peines qu’il avait imposées pour sauvegarder les droits d’une austère justice. Les traits de douceur manquent à peu près complèt</w:t>
      </w:r>
      <w:r w:rsidRPr="00801BAE">
        <w:rPr>
          <w:rFonts w:cs="Courier New"/>
          <w:szCs w:val="32"/>
        </w:rPr>
        <w:t>e</w:t>
      </w:r>
      <w:r w:rsidRPr="00801BAE">
        <w:rPr>
          <w:rFonts w:cs="Courier New"/>
          <w:szCs w:val="32"/>
        </w:rPr>
        <w:t>ment dans sa vie ; ce n’est que dans ses relations avec son frère Paulo que l’on peut deviner une certaine tendresse de cœur chez cet ho</w:t>
      </w:r>
      <w:r w:rsidRPr="00801BAE">
        <w:rPr>
          <w:rFonts w:cs="Courier New"/>
          <w:szCs w:val="32"/>
        </w:rPr>
        <w:t>m</w:t>
      </w:r>
      <w:r w:rsidRPr="00801BAE">
        <w:rPr>
          <w:rFonts w:cs="Courier New"/>
          <w:szCs w:val="32"/>
        </w:rPr>
        <w:t>me né pour le commandement.</w:t>
      </w:r>
    </w:p>
    <w:p w14:paraId="133FFBA1" w14:textId="77777777" w:rsidR="00FD7ABB" w:rsidRDefault="00FD28AE" w:rsidP="00FD7ABB">
      <w:r w:rsidRPr="00801BAE">
        <w:rPr>
          <w:rFonts w:cs="Courier New"/>
          <w:szCs w:val="32"/>
        </w:rPr>
        <w:t>C’était une nature de conquistador ; mais il faut, pour le j</w:t>
      </w:r>
      <w:r w:rsidRPr="00801BAE">
        <w:rPr>
          <w:rFonts w:cs="Courier New"/>
          <w:szCs w:val="32"/>
        </w:rPr>
        <w:t>u</w:t>
      </w:r>
      <w:r w:rsidRPr="00801BAE">
        <w:rPr>
          <w:rFonts w:cs="Courier New"/>
          <w:szCs w:val="32"/>
        </w:rPr>
        <w:t xml:space="preserve">ger, se reporter à son époque. Continuellement en lutte avec le mensonge musulman et la ruse orientale, il s’irrite jusqu’à </w:t>
      </w:r>
      <w:r w:rsidRPr="00801BAE">
        <w:rPr>
          <w:rFonts w:cs="Courier New"/>
          <w:szCs w:val="32"/>
        </w:rPr>
        <w:lastRenderedPageBreak/>
        <w:t>la cruauté contre ces ennemis, dont la perfidie égale la cupidité ; il partageait du reste l’idée, commune alors à tous les Européens, que c’était servir la civilisation que de chasser des eaux i</w:t>
      </w:r>
      <w:r w:rsidRPr="00801BAE">
        <w:rPr>
          <w:rFonts w:cs="Courier New"/>
          <w:szCs w:val="32"/>
        </w:rPr>
        <w:t>n</w:t>
      </w:r>
      <w:r w:rsidRPr="00801BAE">
        <w:rPr>
          <w:rFonts w:cs="Courier New"/>
          <w:szCs w:val="32"/>
        </w:rPr>
        <w:t>diennes, par tous les moyens possibles, les navigateurs arabes, et de poursuivre partout l’Islam par le fer et le feu. Néanmoins, même en faisant la part de l’influence de l’époque et des idées courantes, nous sommes obligé de reconnaître qu’il y avait en Gama une raideur de caractère qui semble avoir inspiré à son entour</w:t>
      </w:r>
      <w:r w:rsidRPr="00801BAE">
        <w:rPr>
          <w:rFonts w:cs="Courier New"/>
          <w:szCs w:val="32"/>
        </w:rPr>
        <w:t>a</w:t>
      </w:r>
      <w:r w:rsidRPr="00801BAE">
        <w:rPr>
          <w:rFonts w:cs="Courier New"/>
          <w:szCs w:val="32"/>
        </w:rPr>
        <w:t>ge plus de crainte que de sympathie. Nous ne trouvons pas en lui la nature agitée de Colomb, ni cet enthousiasme po</w:t>
      </w:r>
      <w:r w:rsidRPr="00801BAE">
        <w:rPr>
          <w:rFonts w:cs="Courier New"/>
          <w:szCs w:val="32"/>
        </w:rPr>
        <w:t>é</w:t>
      </w:r>
      <w:r w:rsidRPr="00801BAE">
        <w:rPr>
          <w:rFonts w:cs="Courier New"/>
          <w:szCs w:val="32"/>
        </w:rPr>
        <w:t>tique qui éprouvait le besoin de s’épancher sans nuire cepe</w:t>
      </w:r>
      <w:r w:rsidRPr="00801BAE">
        <w:rPr>
          <w:rFonts w:cs="Courier New"/>
          <w:szCs w:val="32"/>
        </w:rPr>
        <w:t>n</w:t>
      </w:r>
      <w:r w:rsidRPr="00801BAE">
        <w:rPr>
          <w:rFonts w:cs="Courier New"/>
          <w:szCs w:val="32"/>
        </w:rPr>
        <w:t>dant à sa vie intérieure, poussée jusqu’à la vision. La personnal</w:t>
      </w:r>
      <w:r w:rsidRPr="00801BAE">
        <w:rPr>
          <w:rFonts w:cs="Courier New"/>
          <w:szCs w:val="32"/>
        </w:rPr>
        <w:t>i</w:t>
      </w:r>
      <w:r w:rsidRPr="00801BAE">
        <w:rPr>
          <w:rFonts w:cs="Courier New"/>
          <w:szCs w:val="32"/>
        </w:rPr>
        <w:t>té de Gama se refuse, au contraire, à toute effusion ; c’est l’homme positif qui sait ce qu’il cherche, ce qu’il veut, où il va. Il y a du terre à terre dans le caractère de ce marin qui semblait commander à l’Océan.</w:t>
      </w:r>
    </w:p>
    <w:p w14:paraId="18A51480" w14:textId="77777777" w:rsidR="00FD7ABB" w:rsidRDefault="00FD28AE" w:rsidP="00FD7ABB">
      <w:r w:rsidRPr="00801BAE">
        <w:rPr>
          <w:rFonts w:cs="Courier New"/>
          <w:szCs w:val="32"/>
        </w:rPr>
        <w:t>Et cependant, malgré cette profonde dissemblance, ils f</w:t>
      </w:r>
      <w:r w:rsidRPr="00801BAE">
        <w:rPr>
          <w:rFonts w:cs="Courier New"/>
          <w:szCs w:val="32"/>
        </w:rPr>
        <w:t>u</w:t>
      </w:r>
      <w:r w:rsidRPr="00801BAE">
        <w:rPr>
          <w:rFonts w:cs="Courier New"/>
          <w:szCs w:val="32"/>
        </w:rPr>
        <w:t>rent l’un et l’autre les hommes de la situation.</w:t>
      </w:r>
    </w:p>
    <w:p w14:paraId="10103125" w14:textId="77777777" w:rsidR="00FD7ABB" w:rsidRDefault="00FD28AE" w:rsidP="00FD7ABB">
      <w:r w:rsidRPr="00801BAE">
        <w:rPr>
          <w:rFonts w:cs="Courier New"/>
          <w:szCs w:val="32"/>
        </w:rPr>
        <w:t>Pour réaliser l’œuvre de Christophe Colomb, il lui fallait une nature impressionnable, une imagination puissante, qui lui faisait pressentir l’invisible et l’inconnu, tout en le conduisant parfois aux erreurs les plus extraordinaires. Le voyageur port</w:t>
      </w:r>
      <w:r w:rsidRPr="00801BAE">
        <w:rPr>
          <w:rFonts w:cs="Courier New"/>
          <w:szCs w:val="32"/>
        </w:rPr>
        <w:t>u</w:t>
      </w:r>
      <w:r w:rsidRPr="00801BAE">
        <w:rPr>
          <w:rFonts w:cs="Courier New"/>
          <w:szCs w:val="32"/>
        </w:rPr>
        <w:t>gais n’a jamais connu cette force créatrice, mais elle ne lui était pas nécessaire pour le conduire à son but. Colomb n’avait été précédé par personne dans sa course aventureuse vers l’Occident ; Gama, au contraire, s’était proposé une tâche bien définie d’avance. Son voyage est historiquement le résultat gl</w:t>
      </w:r>
      <w:r w:rsidRPr="00801BAE">
        <w:rPr>
          <w:rFonts w:cs="Courier New"/>
          <w:szCs w:val="32"/>
        </w:rPr>
        <w:t>o</w:t>
      </w:r>
      <w:r w:rsidRPr="00801BAE">
        <w:rPr>
          <w:rFonts w:cs="Courier New"/>
          <w:szCs w:val="32"/>
        </w:rPr>
        <w:t>rieux, mais prévu, de toute une série d’entreprises précédentes. Comme nous l’avons vu, Barthélémy Diaz avait déjà, en 1487, doublé le cap de Bonne-Espérance ; depuis, Pedro de Covilhao avait gagné par le Caire les côtes du Malabar, et l’on était co</w:t>
      </w:r>
      <w:r w:rsidRPr="00801BAE">
        <w:rPr>
          <w:rFonts w:cs="Courier New"/>
          <w:szCs w:val="32"/>
        </w:rPr>
        <w:t>n</w:t>
      </w:r>
      <w:r w:rsidRPr="00801BAE">
        <w:rPr>
          <w:rFonts w:cs="Courier New"/>
          <w:szCs w:val="32"/>
        </w:rPr>
        <w:t xml:space="preserve">vaincu qu’il était possible de pénétrer dans le </w:t>
      </w:r>
      <w:r w:rsidRPr="00801BAE">
        <w:rPr>
          <w:rFonts w:cs="Courier New"/>
          <w:szCs w:val="32"/>
        </w:rPr>
        <w:lastRenderedPageBreak/>
        <w:t>pays des épices par la voie maritime. Néanmoins, pour atteindre ce but si lon</w:t>
      </w:r>
      <w:r w:rsidRPr="00801BAE">
        <w:rPr>
          <w:rFonts w:cs="Courier New"/>
          <w:szCs w:val="32"/>
        </w:rPr>
        <w:t>g</w:t>
      </w:r>
      <w:r w:rsidRPr="00801BAE">
        <w:rPr>
          <w:rFonts w:cs="Courier New"/>
          <w:szCs w:val="32"/>
        </w:rPr>
        <w:t>temps poursuivi, il fallait un navigateur tel que Gama, expér</w:t>
      </w:r>
      <w:r w:rsidRPr="00801BAE">
        <w:rPr>
          <w:rFonts w:cs="Courier New"/>
          <w:szCs w:val="32"/>
        </w:rPr>
        <w:t>i</w:t>
      </w:r>
      <w:r w:rsidRPr="00801BAE">
        <w:rPr>
          <w:rFonts w:cs="Courier New"/>
          <w:szCs w:val="32"/>
        </w:rPr>
        <w:t>menté, courageux jusqu’à la témérité, ne reculant devant aucun obst</w:t>
      </w:r>
      <w:r w:rsidRPr="00801BAE">
        <w:rPr>
          <w:rFonts w:cs="Courier New"/>
          <w:szCs w:val="32"/>
        </w:rPr>
        <w:t>a</w:t>
      </w:r>
      <w:r w:rsidRPr="00801BAE">
        <w:rPr>
          <w:rFonts w:cs="Courier New"/>
          <w:szCs w:val="32"/>
        </w:rPr>
        <w:t>cle, absolu dans le commandement, sachant à son gré faire plier les hommes, possédant une énergie poussée jusqu’aux dernières limites de l’inflexibilité, ne reculant jamais, ne cédant pas un pouce de terrain, lors même qu’il voit son équipage mo</w:t>
      </w:r>
      <w:r w:rsidRPr="00801BAE">
        <w:rPr>
          <w:rFonts w:cs="Courier New"/>
          <w:szCs w:val="32"/>
        </w:rPr>
        <w:t>u</w:t>
      </w:r>
      <w:r w:rsidRPr="00801BAE">
        <w:rPr>
          <w:rFonts w:cs="Courier New"/>
          <w:szCs w:val="32"/>
        </w:rPr>
        <w:t>rir en masse.</w:t>
      </w:r>
    </w:p>
    <w:p w14:paraId="583A0639" w14:textId="77777777" w:rsidR="00FD7ABB" w:rsidRDefault="00FD28AE" w:rsidP="00FD7ABB">
      <w:r w:rsidRPr="00801BAE">
        <w:rPr>
          <w:rFonts w:cs="Courier New"/>
          <w:szCs w:val="32"/>
        </w:rPr>
        <w:t>Vasco de Gama était fait pour cette tâche. Au point de vue de son habileté comme navigateur, il n’est guère au-dessous de Christophe Colomb, et, quant aux résultats de son entreprise, ils ont été aussi importants que la découverte de l’Amérique. Dans l’histoire du commerce international, ses voyages font époque, et l’on peut dire que l’illustre Vasco de Gama n’appartient pas seulement à l’histoire de son petit pays, mais à l’histoire unive</w:t>
      </w:r>
      <w:r w:rsidRPr="00801BAE">
        <w:rPr>
          <w:rFonts w:cs="Courier New"/>
          <w:szCs w:val="32"/>
        </w:rPr>
        <w:t>r</w:t>
      </w:r>
      <w:r w:rsidRPr="00801BAE">
        <w:rPr>
          <w:rFonts w:cs="Courier New"/>
          <w:szCs w:val="32"/>
        </w:rPr>
        <w:t>selle.</w:t>
      </w:r>
    </w:p>
    <w:p w14:paraId="450D91DF" w14:textId="77777777" w:rsidR="00FD7ABB" w:rsidRDefault="00FD28AE" w:rsidP="00FD7ABB">
      <w:r w:rsidRPr="00801BAE">
        <w:rPr>
          <w:rFonts w:cs="Courier New"/>
          <w:szCs w:val="32"/>
        </w:rPr>
        <w:t>Il restera l’un des hommes les plus remarquables qu’aient produit les temps anciens et modernes. On conçoit tout ce qu’il dut avoir à souffrir des accidents de la mer, de l’inexpérience des pilotes, du découragement que les fatigues d’un si long voyage amenaient fréquemment parmi ses compagnons ; mais il était doué d’une âme forte, d’une persévérance à toute épreuve et de cette puissance de volonté qui enchaîne toutes les volontés à la volonté d’un seul.</w:t>
      </w:r>
    </w:p>
    <w:p w14:paraId="34A1F7B2" w14:textId="77777777" w:rsidR="00FD7ABB" w:rsidRDefault="00FD28AE" w:rsidP="00FD7ABB">
      <w:r w:rsidRPr="00801BAE">
        <w:rPr>
          <w:rFonts w:cs="Courier New"/>
          <w:szCs w:val="32"/>
        </w:rPr>
        <w:t xml:space="preserve">Le grand Portugais fut d’abord inhumé à Cochin, puis on lui éleva un tombeau à Travancor, Ce ne fut qu’en 1538 que ses restes furent transportés en Europe, où Jean III lui fit rendre les plus grands honneurs. Le cercueil fut solennellement conduit à un quart de lieue du bourg de Vidigueira, dans la petite église de </w:t>
      </w:r>
      <w:r w:rsidRPr="00801BAE">
        <w:rPr>
          <w:rFonts w:cs="Courier New"/>
          <w:i/>
          <w:szCs w:val="32"/>
        </w:rPr>
        <w:t>Nossa-Senhora das Reliquias</w:t>
      </w:r>
      <w:r w:rsidRPr="00801BAE">
        <w:rPr>
          <w:rFonts w:cs="Courier New"/>
          <w:szCs w:val="32"/>
        </w:rPr>
        <w:t xml:space="preserve">, faisant jadis partie d’un couvent de Carmes déchaussés aujourd’hui éteint. </w:t>
      </w:r>
      <w:r w:rsidRPr="00801BAE">
        <w:rPr>
          <w:rFonts w:cs="Courier New"/>
          <w:szCs w:val="32"/>
        </w:rPr>
        <w:lastRenderedPageBreak/>
        <w:t>Le célèbre navigateur repose dans cette chapelle où deux de ses descendants ont reçu également la sépulture. Sur la pierre tombale qui le recouvre, on a inscrit cet épitaphe, où, comme dans le poème de Camoëns, une tradition mythologique s’unit à l’un des plus grands souv</w:t>
      </w:r>
      <w:r w:rsidRPr="00801BAE">
        <w:rPr>
          <w:rFonts w:cs="Courier New"/>
          <w:szCs w:val="32"/>
        </w:rPr>
        <w:t>e</w:t>
      </w:r>
      <w:r w:rsidRPr="00801BAE">
        <w:rPr>
          <w:rFonts w:cs="Courier New"/>
          <w:szCs w:val="32"/>
        </w:rPr>
        <w:t>nirs des temps modernes :</w:t>
      </w:r>
    </w:p>
    <w:p w14:paraId="44A83FC8" w14:textId="77777777" w:rsidR="00FD28AE" w:rsidRPr="00FD7ABB" w:rsidRDefault="00FD28AE" w:rsidP="000B0EE3">
      <w:pPr>
        <w:widowControl w:val="0"/>
        <w:autoSpaceDE w:val="0"/>
        <w:autoSpaceDN w:val="0"/>
        <w:adjustRightInd w:val="0"/>
        <w:spacing w:after="0"/>
        <w:ind w:firstLine="0"/>
        <w:jc w:val="center"/>
        <w:rPr>
          <w:rFonts w:cs="Courier New"/>
          <w:szCs w:val="32"/>
        </w:rPr>
      </w:pPr>
      <w:proofErr w:type="spellStart"/>
      <w:r w:rsidRPr="00FD7ABB">
        <w:rPr>
          <w:rFonts w:cs="Courier New"/>
          <w:szCs w:val="32"/>
        </w:rPr>
        <w:t>Aqui</w:t>
      </w:r>
      <w:proofErr w:type="spellEnd"/>
      <w:r w:rsidRPr="00FD7ABB">
        <w:rPr>
          <w:rFonts w:cs="Courier New"/>
          <w:szCs w:val="32"/>
        </w:rPr>
        <w:t xml:space="preserve"> </w:t>
      </w:r>
      <w:proofErr w:type="spellStart"/>
      <w:r w:rsidRPr="00FD7ABB">
        <w:rPr>
          <w:rFonts w:cs="Courier New"/>
          <w:szCs w:val="32"/>
        </w:rPr>
        <w:t>jaz</w:t>
      </w:r>
      <w:proofErr w:type="spellEnd"/>
      <w:r w:rsidRPr="00FD7ABB">
        <w:rPr>
          <w:rFonts w:cs="Courier New"/>
          <w:szCs w:val="32"/>
        </w:rPr>
        <w:t xml:space="preserve"> o grande argonauta D. Vasco da Gama</w:t>
      </w:r>
    </w:p>
    <w:p w14:paraId="05A3A683" w14:textId="77777777" w:rsidR="00FD28AE" w:rsidRPr="00FD7ABB" w:rsidRDefault="00FD28AE" w:rsidP="000B0EE3">
      <w:pPr>
        <w:widowControl w:val="0"/>
        <w:autoSpaceDE w:val="0"/>
        <w:autoSpaceDN w:val="0"/>
        <w:adjustRightInd w:val="0"/>
        <w:spacing w:before="0" w:after="0"/>
        <w:ind w:firstLine="0"/>
        <w:jc w:val="center"/>
        <w:rPr>
          <w:rFonts w:cs="Courier New"/>
          <w:szCs w:val="32"/>
        </w:rPr>
      </w:pPr>
      <w:r w:rsidRPr="00FD7ABB">
        <w:rPr>
          <w:rFonts w:cs="Courier New"/>
          <w:szCs w:val="32"/>
        </w:rPr>
        <w:t>Primiero condo da Vidigueira, almirante das</w:t>
      </w:r>
    </w:p>
    <w:p w14:paraId="7237B4AC" w14:textId="77777777" w:rsidR="00FD28AE" w:rsidRPr="00FD7ABB" w:rsidRDefault="00FD28AE" w:rsidP="000B0EE3">
      <w:pPr>
        <w:widowControl w:val="0"/>
        <w:autoSpaceDE w:val="0"/>
        <w:autoSpaceDN w:val="0"/>
        <w:adjustRightInd w:val="0"/>
        <w:spacing w:before="0" w:after="0"/>
        <w:ind w:firstLine="0"/>
        <w:jc w:val="center"/>
        <w:rPr>
          <w:rFonts w:cs="Courier New"/>
          <w:szCs w:val="32"/>
        </w:rPr>
      </w:pPr>
      <w:r w:rsidRPr="00FD7ABB">
        <w:rPr>
          <w:rFonts w:cs="Courier New"/>
          <w:szCs w:val="32"/>
        </w:rPr>
        <w:t>Indias orientaes</w:t>
      </w:r>
    </w:p>
    <w:p w14:paraId="5E1B1674" w14:textId="77777777" w:rsidR="00FD7ABB" w:rsidRDefault="00FD28AE" w:rsidP="000B0EE3">
      <w:pPr>
        <w:spacing w:before="0"/>
        <w:ind w:firstLine="0"/>
        <w:jc w:val="center"/>
      </w:pPr>
      <w:r w:rsidRPr="00FD7ABB">
        <w:rPr>
          <w:rFonts w:cs="Courier New"/>
          <w:szCs w:val="32"/>
        </w:rPr>
        <w:t xml:space="preserve">E su </w:t>
      </w:r>
      <w:proofErr w:type="spellStart"/>
      <w:r w:rsidRPr="00FD7ABB">
        <w:rPr>
          <w:rFonts w:cs="Courier New"/>
          <w:szCs w:val="32"/>
        </w:rPr>
        <w:t>famoso</w:t>
      </w:r>
      <w:proofErr w:type="spellEnd"/>
      <w:r w:rsidRPr="00FD7ABB">
        <w:rPr>
          <w:rFonts w:cs="Courier New"/>
          <w:szCs w:val="32"/>
        </w:rPr>
        <w:t xml:space="preserve"> </w:t>
      </w:r>
      <w:proofErr w:type="spellStart"/>
      <w:r w:rsidRPr="00FD7ABB">
        <w:rPr>
          <w:rFonts w:cs="Courier New"/>
          <w:szCs w:val="32"/>
        </w:rPr>
        <w:t>descubridor</w:t>
      </w:r>
      <w:proofErr w:type="spellEnd"/>
      <w:r w:rsidRPr="00FD7ABB">
        <w:rPr>
          <w:rFonts w:cs="Courier New"/>
          <w:szCs w:val="32"/>
        </w:rPr>
        <w:t>.</w:t>
      </w:r>
    </w:p>
    <w:p w14:paraId="5039569A" w14:textId="77777777" w:rsidR="00FD7ABB" w:rsidRDefault="00FD28AE" w:rsidP="00FD7ABB">
      <w:r w:rsidRPr="00801BAE">
        <w:rPr>
          <w:rFonts w:cs="Courier New"/>
          <w:szCs w:val="32"/>
        </w:rPr>
        <w:t>(Ici repose le grand Argonaute dom Vasco de Gama, pr</w:t>
      </w:r>
      <w:r w:rsidRPr="00801BAE">
        <w:rPr>
          <w:rFonts w:cs="Courier New"/>
          <w:szCs w:val="32"/>
        </w:rPr>
        <w:t>e</w:t>
      </w:r>
      <w:r w:rsidRPr="00801BAE">
        <w:rPr>
          <w:rFonts w:cs="Courier New"/>
          <w:szCs w:val="32"/>
        </w:rPr>
        <w:t>mier comte de Vidigueira, amiral des Indes et leur fameux e</w:t>
      </w:r>
      <w:r w:rsidRPr="00801BAE">
        <w:rPr>
          <w:rFonts w:cs="Courier New"/>
          <w:szCs w:val="32"/>
        </w:rPr>
        <w:t>x</w:t>
      </w:r>
      <w:r w:rsidRPr="00801BAE">
        <w:rPr>
          <w:rFonts w:cs="Courier New"/>
          <w:szCs w:val="32"/>
        </w:rPr>
        <w:t>plorateur.)</w:t>
      </w:r>
    </w:p>
    <w:p w14:paraId="42BC3274" w14:textId="77777777" w:rsidR="00FD7ABB" w:rsidRDefault="00FD28AE" w:rsidP="00FD7ABB">
      <w:r w:rsidRPr="00801BAE">
        <w:rPr>
          <w:rFonts w:cs="Courier New"/>
          <w:szCs w:val="32"/>
        </w:rPr>
        <w:t>En 1840, cette tombe, respectée jusqu’alors, fut indign</w:t>
      </w:r>
      <w:r w:rsidRPr="00801BAE">
        <w:rPr>
          <w:rFonts w:cs="Courier New"/>
          <w:szCs w:val="32"/>
        </w:rPr>
        <w:t>e</w:t>
      </w:r>
      <w:r w:rsidRPr="00801BAE">
        <w:rPr>
          <w:rFonts w:cs="Courier New"/>
          <w:szCs w:val="32"/>
        </w:rPr>
        <w:t>ment violée ; deux des pierres qui couvrent la sépulture furent arrachées violemment. Le cercueil ne fut pas mieux respecté ; on en tira plusieurs objets précieux, et quelques-uns des oss</w:t>
      </w:r>
      <w:r w:rsidRPr="00801BAE">
        <w:rPr>
          <w:rFonts w:cs="Courier New"/>
          <w:szCs w:val="32"/>
        </w:rPr>
        <w:t>e</w:t>
      </w:r>
      <w:r w:rsidRPr="00801BAE">
        <w:rPr>
          <w:rFonts w:cs="Courier New"/>
          <w:szCs w:val="32"/>
        </w:rPr>
        <w:t>ments du grand homme furent brisés.</w:t>
      </w:r>
    </w:p>
    <w:p w14:paraId="48E8642E" w14:textId="77777777" w:rsidR="00FD7ABB" w:rsidRDefault="00FD28AE" w:rsidP="00FD7ABB">
      <w:r w:rsidRPr="00801BAE">
        <w:rPr>
          <w:rFonts w:cs="Courier New"/>
          <w:szCs w:val="32"/>
        </w:rPr>
        <w:t>Quatre ou cinq ans après cette profanation, la tombe fut réparée en attendant que le Portugal, jaloux de sa gloire d’autrefois, donnât au plus grand de ses fils une sépulture digne de lui.</w:t>
      </w:r>
    </w:p>
    <w:p w14:paraId="165822F6" w14:textId="77777777" w:rsidR="00FD7ABB" w:rsidRDefault="00FD28AE" w:rsidP="00FD7ABB">
      <w:r w:rsidRPr="00801BAE">
        <w:rPr>
          <w:rFonts w:cs="Courier New"/>
          <w:szCs w:val="32"/>
        </w:rPr>
        <w:t>Or, en l’année 1898, à l’occasion du quatrième centenaire de la découverte des Indes, tout le peuple portugais s’est levé au souvenir de sa puissance d’antan ; le nom de Vasco de Gama a couru sur toutes les lèvres, et le royaume entier, au milieu des fêtes et des démonstrations patriotiques, à vécu pendant quelques jours de la vie grandiose de ses ancêtres, contemplé en une rapide féerie les merveilles de son passé. D’un bout à l’autre du pays le même cri de joie se fait entendre ; les villes se pavo</w:t>
      </w:r>
      <w:r w:rsidRPr="00801BAE">
        <w:rPr>
          <w:rFonts w:cs="Courier New"/>
          <w:szCs w:val="32"/>
        </w:rPr>
        <w:t>i</w:t>
      </w:r>
      <w:r w:rsidRPr="00801BAE">
        <w:rPr>
          <w:rFonts w:cs="Courier New"/>
          <w:szCs w:val="32"/>
        </w:rPr>
        <w:t xml:space="preserve">sent, les fleurs jonchent les routes, </w:t>
      </w:r>
      <w:r w:rsidRPr="00801BAE">
        <w:rPr>
          <w:rFonts w:cs="Courier New"/>
          <w:szCs w:val="32"/>
        </w:rPr>
        <w:lastRenderedPageBreak/>
        <w:t>l’hymne national sort de pa</w:t>
      </w:r>
      <w:r w:rsidRPr="00801BAE">
        <w:rPr>
          <w:rFonts w:cs="Courier New"/>
          <w:szCs w:val="32"/>
        </w:rPr>
        <w:t>r</w:t>
      </w:r>
      <w:r w:rsidRPr="00801BAE">
        <w:rPr>
          <w:rFonts w:cs="Courier New"/>
          <w:szCs w:val="32"/>
        </w:rPr>
        <w:t>tout ; les barquets, les cortèges historiques, les illuminations, les fêtes navales, se succèdent. Les rochers eux-mêmes s’éclairent de mille couleurs, les vaisseaux s’enguirlandent de lampions ; les feux d’artifice s’élèvent de tous côtés. Partout on revoit le portrait de Gama ; le Gouvernement fait émettre des timbres commémoratifs.</w:t>
      </w:r>
    </w:p>
    <w:p w14:paraId="4E420092" w14:textId="77777777" w:rsidR="00FD7ABB" w:rsidRDefault="00FD28AE" w:rsidP="00FD7ABB">
      <w:r w:rsidRPr="00801BAE">
        <w:rPr>
          <w:rFonts w:cs="Courier New"/>
          <w:szCs w:val="32"/>
        </w:rPr>
        <w:t>Et ces fêtes organisées en l’honneur du vieux marin s’embellissent encore des beautés de ce ravissant pays. La n</w:t>
      </w:r>
      <w:r w:rsidRPr="00801BAE">
        <w:rPr>
          <w:rFonts w:cs="Courier New"/>
          <w:szCs w:val="32"/>
        </w:rPr>
        <w:t>a</w:t>
      </w:r>
      <w:r w:rsidRPr="00801BAE">
        <w:rPr>
          <w:rFonts w:cs="Courier New"/>
          <w:szCs w:val="32"/>
        </w:rPr>
        <w:t>ture s’est mise à l’unisson ; jamais les orangers, les citronniers, les oliviers, les eucalyptus, les lys roses et les hortensias bleus n’ont offert un plus gracieux coup d’œil ; jamais la mer n’a été plus admirable, le Tage plus majestueux, les rochers plus imp</w:t>
      </w:r>
      <w:r w:rsidRPr="00801BAE">
        <w:rPr>
          <w:rFonts w:cs="Courier New"/>
          <w:szCs w:val="32"/>
        </w:rPr>
        <w:t>o</w:t>
      </w:r>
      <w:r w:rsidRPr="00801BAE">
        <w:rPr>
          <w:rFonts w:cs="Courier New"/>
          <w:szCs w:val="32"/>
        </w:rPr>
        <w:t>sants.</w:t>
      </w:r>
    </w:p>
    <w:p w14:paraId="551CCCA3" w14:textId="77777777" w:rsidR="00FD7ABB" w:rsidRDefault="00FD28AE" w:rsidP="00FD7ABB">
      <w:r w:rsidRPr="00801BAE">
        <w:rPr>
          <w:rFonts w:cs="Courier New"/>
          <w:szCs w:val="32"/>
        </w:rPr>
        <w:t>Au milieu de ce décor, les Portugais fêtent leur héros avec un entrain dont on ne peut se faire l’idée, et les étrangers épro</w:t>
      </w:r>
      <w:r w:rsidRPr="00801BAE">
        <w:rPr>
          <w:rFonts w:cs="Courier New"/>
          <w:szCs w:val="32"/>
        </w:rPr>
        <w:t>u</w:t>
      </w:r>
      <w:r w:rsidRPr="00801BAE">
        <w:rPr>
          <w:rFonts w:cs="Courier New"/>
          <w:szCs w:val="32"/>
        </w:rPr>
        <w:t>vent un sentiment de mélancolie à contempler l’enthousiasme de ce pays, qui s’acharne à déclarer qu’il veut vivre et qui tient à prouver qu’il a la volonté de revivre.</w:t>
      </w:r>
    </w:p>
    <w:p w14:paraId="4CE35CC2" w14:textId="77777777" w:rsidR="00FD7ABB" w:rsidRDefault="00FD28AE" w:rsidP="00FD7ABB">
      <w:r w:rsidRPr="00801BAE">
        <w:rPr>
          <w:rFonts w:cs="Courier New"/>
          <w:szCs w:val="32"/>
        </w:rPr>
        <w:t>La France, elle aussi, dans une fête qui réunissait l’élite de la Société parisienne, a glorifié la mémoire du grand navigateur portugais. Elle voulait, par cette belle manifestation, prouver une fois de plus à l’univers entier qu’elle est toujours là pour applaudir et encourager tout ce qui est grand, noble et gén</w:t>
      </w:r>
      <w:r w:rsidRPr="00801BAE">
        <w:rPr>
          <w:rFonts w:cs="Courier New"/>
          <w:szCs w:val="32"/>
        </w:rPr>
        <w:t>é</w:t>
      </w:r>
      <w:r w:rsidRPr="00801BAE">
        <w:rPr>
          <w:rFonts w:cs="Courier New"/>
          <w:szCs w:val="32"/>
        </w:rPr>
        <w:t>reux, pour reconnaître les services rendus à l’humanité, au pr</w:t>
      </w:r>
      <w:r w:rsidRPr="00801BAE">
        <w:rPr>
          <w:rFonts w:cs="Courier New"/>
          <w:szCs w:val="32"/>
        </w:rPr>
        <w:t>o</w:t>
      </w:r>
      <w:r w:rsidRPr="00801BAE">
        <w:rPr>
          <w:rFonts w:cs="Courier New"/>
          <w:szCs w:val="32"/>
        </w:rPr>
        <w:t>grès et à la civilisation, à quelque nation qu’appartiennent les hommes de cœur qui ont travaillé à ces grandes œuvres. Les orateurs se sont plu à exalter le génie, la ferveur religieuse et la grandeur d’âme du héros, et le représentant du roi de Portugal à Paris a remercié la France d’avoir, en cette circonstance, témo</w:t>
      </w:r>
      <w:r w:rsidRPr="00801BAE">
        <w:rPr>
          <w:rFonts w:cs="Courier New"/>
          <w:szCs w:val="32"/>
        </w:rPr>
        <w:t>i</w:t>
      </w:r>
      <w:r w:rsidRPr="00801BAE">
        <w:rPr>
          <w:rFonts w:cs="Courier New"/>
          <w:szCs w:val="32"/>
        </w:rPr>
        <w:t>gné sa sympathie « au vaillant petit peuple ».</w:t>
      </w:r>
    </w:p>
    <w:p w14:paraId="496A6C9F" w14:textId="77777777" w:rsidR="00FD7ABB" w:rsidRDefault="00FD28AE" w:rsidP="00FD7ABB">
      <w:r w:rsidRPr="00801BAE">
        <w:rPr>
          <w:rFonts w:cs="Courier New"/>
          <w:szCs w:val="32"/>
        </w:rPr>
        <w:lastRenderedPageBreak/>
        <w:t>Près de la cathédrale du vieux Goa on voit encore l’antique arc de triomphe sur lequel est placée la statue de Vasco de G</w:t>
      </w:r>
      <w:r w:rsidRPr="00801BAE">
        <w:rPr>
          <w:rFonts w:cs="Courier New"/>
          <w:szCs w:val="32"/>
        </w:rPr>
        <w:t>a</w:t>
      </w:r>
      <w:r w:rsidRPr="00801BAE">
        <w:rPr>
          <w:rFonts w:cs="Courier New"/>
          <w:szCs w:val="32"/>
        </w:rPr>
        <w:t>ma. À sa base on lit cette inscription écrite en langue port</w:t>
      </w:r>
      <w:r w:rsidRPr="00801BAE">
        <w:rPr>
          <w:rFonts w:cs="Courier New"/>
          <w:szCs w:val="32"/>
        </w:rPr>
        <w:t>u</w:t>
      </w:r>
      <w:r w:rsidRPr="00801BAE">
        <w:rPr>
          <w:rFonts w:cs="Courier New"/>
          <w:szCs w:val="32"/>
        </w:rPr>
        <w:t>gaise :</w:t>
      </w:r>
    </w:p>
    <w:p w14:paraId="12D5EA0E" w14:textId="77777777" w:rsidR="00FD7ABB" w:rsidRDefault="00FD28AE" w:rsidP="00FD7ABB">
      <w:r w:rsidRPr="00801BAE">
        <w:rPr>
          <w:rFonts w:cs="Courier New"/>
          <w:szCs w:val="32"/>
        </w:rPr>
        <w:t>« Sous le règne de Philippe Ier, la cité a fait placer ici dom Vasco de Gama, premier comte-amiral, explorateur et conqu</w:t>
      </w:r>
      <w:r w:rsidRPr="00801BAE">
        <w:rPr>
          <w:rFonts w:cs="Courier New"/>
          <w:szCs w:val="32"/>
        </w:rPr>
        <w:t>é</w:t>
      </w:r>
      <w:r w:rsidRPr="00801BAE">
        <w:rPr>
          <w:rFonts w:cs="Courier New"/>
          <w:szCs w:val="32"/>
        </w:rPr>
        <w:t>rant des Indes ; étant vice-roi, le comte dom Francesco de G</w:t>
      </w:r>
      <w:r w:rsidRPr="00801BAE">
        <w:rPr>
          <w:rFonts w:cs="Courier New"/>
          <w:szCs w:val="32"/>
        </w:rPr>
        <w:t>a</w:t>
      </w:r>
      <w:r w:rsidRPr="00801BAE">
        <w:rPr>
          <w:rFonts w:cs="Courier New"/>
          <w:szCs w:val="32"/>
        </w:rPr>
        <w:t>ma, son arrière-petit-fils, en l’année 1597.</w:t>
      </w:r>
    </w:p>
    <w:p w14:paraId="3380C9D8" w14:textId="77777777" w:rsidR="00FD7ABB" w:rsidRDefault="00FD28AE" w:rsidP="00FD7ABB">
      <w:r w:rsidRPr="00801BAE">
        <w:rPr>
          <w:rFonts w:cs="Courier New"/>
          <w:szCs w:val="32"/>
        </w:rPr>
        <w:t>La statue domine les vastes ruines dont elle est environnée, comme la renommée du héros qu’elle représente a survécu à la prospérité de la nation à laquelle il a légué tant de gloire.</w:t>
      </w:r>
    </w:p>
    <w:p w14:paraId="6ECC2421" w14:textId="77777777" w:rsidR="00FD28AE" w:rsidRPr="00801BAE" w:rsidRDefault="00FD28AE" w:rsidP="00FD28AE">
      <w:pPr>
        <w:pStyle w:val="Titre1"/>
      </w:pPr>
      <w:bookmarkStart w:id="29" w:name="_Toc271750274"/>
      <w:bookmarkStart w:id="30" w:name="_Toc195615303"/>
      <w:r w:rsidRPr="00801BAE">
        <w:lastRenderedPageBreak/>
        <w:t>XV</w:t>
      </w:r>
      <w:bookmarkEnd w:id="29"/>
      <w:bookmarkEnd w:id="30"/>
      <w:r w:rsidRPr="00801BAE">
        <w:br/>
      </w:r>
    </w:p>
    <w:p w14:paraId="2892FCD4" w14:textId="77777777" w:rsidR="00FD7ABB" w:rsidRDefault="00FD28AE" w:rsidP="00FD7ABB">
      <w:r w:rsidRPr="00801BAE">
        <w:rPr>
          <w:rFonts w:cs="Courier New"/>
          <w:szCs w:val="32"/>
        </w:rPr>
        <w:t>Nous ne pouvons terminer cette étude sur Vasco de Gama, sans dire un mot de celui qui s’est immortalisé en chantant le héros portugais, de Camoëns, le grand poète, que nous avons plusieurs fois cité au cours de ce récit.</w:t>
      </w:r>
    </w:p>
    <w:p w14:paraId="29FA07CA" w14:textId="77777777" w:rsidR="00FD7ABB" w:rsidRDefault="00FD28AE" w:rsidP="00FD7ABB">
      <w:r w:rsidRPr="00801BAE">
        <w:rPr>
          <w:rFonts w:cs="Courier New"/>
          <w:szCs w:val="32"/>
        </w:rPr>
        <w:t>En l’année même où Vasco de Gama mourait sur la terre de l’Inde, Luiz de Camoëns naissait à Lisbonne. Son père, capitaine de vaisseau, émigré d’Espagne, était sans fortune, mais appa</w:t>
      </w:r>
      <w:r w:rsidRPr="00801BAE">
        <w:rPr>
          <w:rFonts w:cs="Courier New"/>
          <w:szCs w:val="32"/>
        </w:rPr>
        <w:t>r</w:t>
      </w:r>
      <w:r w:rsidRPr="00801BAE">
        <w:rPr>
          <w:rFonts w:cs="Courier New"/>
          <w:szCs w:val="32"/>
        </w:rPr>
        <w:t>tenait à une famille noble. Ses relations lui permirent de faire donner à son fils une bonne éducation : le jeune homme entra à l’Université de Coïmbre, où il étudia les littératures anciennes, l’histoire et la philosophie. Sa verve poétique s’éveilla de bonne heure et son talent lui ouvrit bientôt les portes de la cour, où il reçut le plus favorable accueil. Ayant eu le malheur de déplaire au roi, il fut exilé à Santerens, à l’âge de vingt-quatre ans et se consola de sa disgrâce, en étudiant les sciences et en élaborant le plan de son épopée les Lusiades, cet admirable relation des hauts faits de Gama.</w:t>
      </w:r>
    </w:p>
    <w:p w14:paraId="7809A1C0" w14:textId="77777777" w:rsidR="00FD7ABB" w:rsidRDefault="00FD28AE" w:rsidP="00FD7ABB">
      <w:r w:rsidRPr="00801BAE">
        <w:rPr>
          <w:rFonts w:cs="Courier New"/>
          <w:szCs w:val="32"/>
        </w:rPr>
        <w:t>Mais le jeune poète était pauvre et sa détresse le contra</w:t>
      </w:r>
      <w:r w:rsidRPr="00801BAE">
        <w:rPr>
          <w:rFonts w:cs="Courier New"/>
          <w:szCs w:val="32"/>
        </w:rPr>
        <w:t>i</w:t>
      </w:r>
      <w:r w:rsidRPr="00801BAE">
        <w:rPr>
          <w:rFonts w:cs="Courier New"/>
          <w:szCs w:val="32"/>
        </w:rPr>
        <w:t>gnit à s’enrôler pour faire comme mercenaire, la campagne du Maroc. Il se battit vaillamment à Ceuta où il perdit un œil. Le roi, instruit de sa bravoure, le rappela de l’exil. Heureux de r</w:t>
      </w:r>
      <w:r w:rsidRPr="00801BAE">
        <w:rPr>
          <w:rFonts w:cs="Courier New"/>
          <w:szCs w:val="32"/>
        </w:rPr>
        <w:t>e</w:t>
      </w:r>
      <w:r w:rsidRPr="00801BAE">
        <w:rPr>
          <w:rFonts w:cs="Courier New"/>
          <w:szCs w:val="32"/>
        </w:rPr>
        <w:t>voir sa patrie, il rentra à Lisbonne où il espérait trouver un e</w:t>
      </w:r>
      <w:r w:rsidRPr="00801BAE">
        <w:rPr>
          <w:rFonts w:cs="Courier New"/>
          <w:szCs w:val="32"/>
        </w:rPr>
        <w:t>m</w:t>
      </w:r>
      <w:r w:rsidRPr="00801BAE">
        <w:rPr>
          <w:rFonts w:cs="Courier New"/>
          <w:szCs w:val="32"/>
        </w:rPr>
        <w:t xml:space="preserve">ploi qui lui permit de gagner sa vie. Mais la fortune ne devait pas sourire à Camoëns ; il fit de longues et pénibles démarches qui toutes restèrent infructueuses. Déçu et découragé, il résolut de quitter à jamais son pays, et se fit inscrire comme matelot d’une flottille portugaise qui partait pour les Indes Orientales. Il vendit ainsi sa liberté qui lui était si chère </w:t>
      </w:r>
      <w:r w:rsidRPr="00801BAE">
        <w:rPr>
          <w:rFonts w:cs="Courier New"/>
          <w:szCs w:val="32"/>
        </w:rPr>
        <w:lastRenderedPageBreak/>
        <w:t>pour 2.400 réis, c’est-à-dire pour un peu moins de quinze francs.</w:t>
      </w:r>
    </w:p>
    <w:p w14:paraId="248F4CFF" w14:textId="77777777" w:rsidR="00FD7ABB" w:rsidRDefault="00FD28AE" w:rsidP="00FD7ABB">
      <w:r w:rsidRPr="00801BAE">
        <w:rPr>
          <w:rFonts w:cs="Courier New"/>
          <w:szCs w:val="32"/>
        </w:rPr>
        <w:t>Comme à Ceuta, il fut courageux et vaillant, prit part à de nombreux et terribles combats contre les pirates, et enfin abo</w:t>
      </w:r>
      <w:r w:rsidRPr="00801BAE">
        <w:rPr>
          <w:rFonts w:cs="Courier New"/>
          <w:szCs w:val="32"/>
        </w:rPr>
        <w:t>r</w:t>
      </w:r>
      <w:r w:rsidRPr="00801BAE">
        <w:rPr>
          <w:rFonts w:cs="Courier New"/>
          <w:szCs w:val="32"/>
        </w:rPr>
        <w:t>da à Goa en septembre 1553.</w:t>
      </w:r>
    </w:p>
    <w:p w14:paraId="28898B0F" w14:textId="77777777" w:rsidR="00FD7ABB" w:rsidRDefault="00FD28AE" w:rsidP="00FD7ABB">
      <w:r w:rsidRPr="00801BAE">
        <w:rPr>
          <w:rFonts w:cs="Courier New"/>
          <w:szCs w:val="32"/>
        </w:rPr>
        <w:t>Les tempêtes que la flottille eut à affronter, les combats n</w:t>
      </w:r>
      <w:r w:rsidRPr="00801BAE">
        <w:rPr>
          <w:rFonts w:cs="Courier New"/>
          <w:szCs w:val="32"/>
        </w:rPr>
        <w:t>a</w:t>
      </w:r>
      <w:r w:rsidRPr="00801BAE">
        <w:rPr>
          <w:rFonts w:cs="Courier New"/>
          <w:szCs w:val="32"/>
        </w:rPr>
        <w:t>vals qu’elle eut à soutenir parlaient bien haut à cette riche im</w:t>
      </w:r>
      <w:r w:rsidRPr="00801BAE">
        <w:rPr>
          <w:rFonts w:cs="Courier New"/>
          <w:szCs w:val="32"/>
        </w:rPr>
        <w:t>a</w:t>
      </w:r>
      <w:r w:rsidRPr="00801BAE">
        <w:rPr>
          <w:rFonts w:cs="Courier New"/>
          <w:szCs w:val="32"/>
        </w:rPr>
        <w:t>gination du poète ; aussi, au milieu même du tumulte de la guerre et des multiples émotions d’un long voyage maritime, Camoëns travailla sans relâche aux Lusiades. Il ne déposait l’épée que pour prendre la plume, ne cessait de combattre que pour rêver.</w:t>
      </w:r>
    </w:p>
    <w:p w14:paraId="3FA88FAC" w14:textId="77777777" w:rsidR="00FD7ABB" w:rsidRDefault="00FD28AE" w:rsidP="00FD7ABB">
      <w:r w:rsidRPr="00801BAE">
        <w:rPr>
          <w:rFonts w:cs="Courier New"/>
          <w:szCs w:val="32"/>
        </w:rPr>
        <w:t xml:space="preserve">Mais le poète était encore un observateur ; sous sa plume, se trouvait parfois des mots acerbes, trop vrais pour être du goût de ceux qui détenaient le pouvoir. Une satire </w:t>
      </w:r>
      <w:r w:rsidRPr="00801BAE">
        <w:rPr>
          <w:rFonts w:cs="Courier New"/>
          <w:i/>
          <w:szCs w:val="32"/>
        </w:rPr>
        <w:t>Disparates na India</w:t>
      </w:r>
      <w:r w:rsidRPr="00801BAE">
        <w:rPr>
          <w:rStyle w:val="Appelnotedebasdep"/>
          <w:rFonts w:cs="Courier New"/>
          <w:i/>
          <w:szCs w:val="32"/>
        </w:rPr>
        <w:footnoteReference w:id="7"/>
      </w:r>
      <w:r w:rsidRPr="00801BAE">
        <w:rPr>
          <w:rFonts w:cs="Courier New"/>
          <w:szCs w:val="32"/>
        </w:rPr>
        <w:t>, dans laquelle il révélait la situation déplorable de la colonie portugaise aux Indes, déplut au gouverneur, Francisco Barreto, qui le fit arrêter et transporter à Macao sur la côte de Chine. Durant les cinq ans qu’il y resta, Luiz de Camoëns acheva son poème. Il se retirait pour écrire dans une grotte spacieuse que l’on montre encore aujourd’hui. C’est dans cette austère r</w:t>
      </w:r>
      <w:r w:rsidRPr="00801BAE">
        <w:rPr>
          <w:rFonts w:cs="Courier New"/>
          <w:szCs w:val="32"/>
        </w:rPr>
        <w:t>e</w:t>
      </w:r>
      <w:r w:rsidRPr="00801BAE">
        <w:rPr>
          <w:rFonts w:cs="Courier New"/>
          <w:szCs w:val="32"/>
        </w:rPr>
        <w:t>traite que, faisant appel à ses souvenirs, il revoyait par la pe</w:t>
      </w:r>
      <w:r w:rsidRPr="00801BAE">
        <w:rPr>
          <w:rFonts w:cs="Courier New"/>
          <w:szCs w:val="32"/>
        </w:rPr>
        <w:t>n</w:t>
      </w:r>
      <w:r w:rsidRPr="00801BAE">
        <w:rPr>
          <w:rFonts w:cs="Courier New"/>
          <w:szCs w:val="32"/>
        </w:rPr>
        <w:t>sée les orages et les batailles.</w:t>
      </w:r>
    </w:p>
    <w:p w14:paraId="409C8F6D" w14:textId="77777777" w:rsidR="00FD7ABB" w:rsidRDefault="00FD28AE" w:rsidP="00FD7ABB">
      <w:r w:rsidRPr="00801BAE">
        <w:rPr>
          <w:rFonts w:cs="Courier New"/>
          <w:szCs w:val="32"/>
        </w:rPr>
        <w:t>Son travail était fini, quand il obtint du nouveau vice-roi des Indes, Constantin de Bragance, la permission de revenir à Goa.</w:t>
      </w:r>
    </w:p>
    <w:p w14:paraId="51372F8C" w14:textId="77777777" w:rsidR="00FD7ABB" w:rsidRDefault="00FD28AE" w:rsidP="00FD7ABB">
      <w:r w:rsidRPr="00801BAE">
        <w:rPr>
          <w:rFonts w:cs="Courier New"/>
          <w:szCs w:val="32"/>
        </w:rPr>
        <w:lastRenderedPageBreak/>
        <w:t>Mais le poète n’était pas au bout de ses tribulations. Pe</w:t>
      </w:r>
      <w:r w:rsidRPr="00801BAE">
        <w:rPr>
          <w:rFonts w:cs="Courier New"/>
          <w:szCs w:val="32"/>
        </w:rPr>
        <w:t>n</w:t>
      </w:r>
      <w:r w:rsidRPr="00801BAE">
        <w:rPr>
          <w:rFonts w:cs="Courier New"/>
          <w:szCs w:val="32"/>
        </w:rPr>
        <w:t>dant la traversée, le vaisseau qui le ramenait fit naufrage. Tout périt, corps et bien, à l’embouchure du Cambodge, et Camoëns ne trouva le salut qu’en se sauvant à la nage ; il tenait d’une main, au dessus des flots, son précieux manuscrit. Le poème et le poète furent sauvés, mais celui-ci ne devait pas jouir lon</w:t>
      </w:r>
      <w:r w:rsidRPr="00801BAE">
        <w:rPr>
          <w:rFonts w:cs="Courier New"/>
          <w:szCs w:val="32"/>
        </w:rPr>
        <w:t>g</w:t>
      </w:r>
      <w:r w:rsidRPr="00801BAE">
        <w:rPr>
          <w:rFonts w:cs="Courier New"/>
          <w:szCs w:val="32"/>
        </w:rPr>
        <w:t>temps du repos qu’il se promettait. À peine arrivé à Goa et remis de ses émotions, il fut poursuivi pour dettes ; ses créanciers le firent emprisonner. Il se tira de là, en écrivant une fort belle prière de vers qu’il adressa au vice-roi. Celui-ci, flatté et touché, fit rendre la liberté au spirituel auteur.</w:t>
      </w:r>
    </w:p>
    <w:p w14:paraId="4D27FDBA" w14:textId="77777777" w:rsidR="00FD7ABB" w:rsidRDefault="00FD28AE" w:rsidP="00FD7ABB">
      <w:proofErr w:type="spellStart"/>
      <w:r w:rsidRPr="00801BAE">
        <w:rPr>
          <w:rFonts w:cs="Courier New"/>
          <w:szCs w:val="32"/>
        </w:rPr>
        <w:t>Camoëns</w:t>
      </w:r>
      <w:proofErr w:type="spellEnd"/>
      <w:r w:rsidRPr="00801BAE">
        <w:rPr>
          <w:rFonts w:cs="Courier New"/>
          <w:szCs w:val="32"/>
        </w:rPr>
        <w:t xml:space="preserve"> résolut alors de rentrer en Portugal, se disant que peut être la faveur royale l’aiderait à obtenir quelque poste off</w:t>
      </w:r>
      <w:r w:rsidRPr="00801BAE">
        <w:rPr>
          <w:rFonts w:cs="Courier New"/>
          <w:szCs w:val="32"/>
        </w:rPr>
        <w:t>i</w:t>
      </w:r>
      <w:r w:rsidRPr="00801BAE">
        <w:rPr>
          <w:rFonts w:cs="Courier New"/>
          <w:szCs w:val="32"/>
        </w:rPr>
        <w:t>ciel. Malheureusement, l’argent lui manquait pour entreprendre le voyage ; l’ancien gouverneur de Goa, Francisco Barreto, qui occupait alors les mêmes fonctions à Sofala, s’offrit à lui prêter la somme nécessaire pour payer le prix de la traversée.</w:t>
      </w:r>
    </w:p>
    <w:p w14:paraId="123DA9AE" w14:textId="77777777" w:rsidR="00FD7ABB" w:rsidRDefault="00FD28AE" w:rsidP="00FD7ABB">
      <w:proofErr w:type="spellStart"/>
      <w:r w:rsidRPr="00801BAE">
        <w:rPr>
          <w:rFonts w:cs="Courier New"/>
          <w:szCs w:val="32"/>
        </w:rPr>
        <w:t>Barreto</w:t>
      </w:r>
      <w:proofErr w:type="spellEnd"/>
      <w:r w:rsidRPr="00801BAE">
        <w:rPr>
          <w:rFonts w:cs="Courier New"/>
          <w:szCs w:val="32"/>
        </w:rPr>
        <w:t>, qui n’avait pas pardonné à Camoëns sa satire, n’avait d’autre intention, en agissant ainsi, que de faire venir Camoëns à Sofala, pour lui réclamer le remboursement imm</w:t>
      </w:r>
      <w:r w:rsidRPr="00801BAE">
        <w:rPr>
          <w:rFonts w:cs="Courier New"/>
          <w:szCs w:val="32"/>
        </w:rPr>
        <w:t>é</w:t>
      </w:r>
      <w:r w:rsidRPr="00801BAE">
        <w:rPr>
          <w:rFonts w:cs="Courier New"/>
          <w:szCs w:val="32"/>
        </w:rPr>
        <w:t>diat du prêt. Il savait que le poète ne pouvait lui rendre son a</w:t>
      </w:r>
      <w:r w:rsidRPr="00801BAE">
        <w:rPr>
          <w:rFonts w:cs="Courier New"/>
          <w:szCs w:val="32"/>
        </w:rPr>
        <w:t>r</w:t>
      </w:r>
      <w:r w:rsidRPr="00801BAE">
        <w:rPr>
          <w:rFonts w:cs="Courier New"/>
          <w:szCs w:val="32"/>
        </w:rPr>
        <w:t>gent et avait dessein de le jeter en prison pour donner satisfa</w:t>
      </w:r>
      <w:r w:rsidRPr="00801BAE">
        <w:rPr>
          <w:rFonts w:cs="Courier New"/>
          <w:szCs w:val="32"/>
        </w:rPr>
        <w:t>c</w:t>
      </w:r>
      <w:r w:rsidRPr="00801BAE">
        <w:rPr>
          <w:rFonts w:cs="Courier New"/>
          <w:szCs w:val="32"/>
        </w:rPr>
        <w:t>tion à sa rancune. Mais les matelots, qui s’était attachés à Luiz de Camoëns, et les autres passagers se cotisèrent, payèrent les frais du voyage et Barreto, intégralement remboursé, fut trompé dans ses méchants calculs.</w:t>
      </w:r>
    </w:p>
    <w:p w14:paraId="62A33B45" w14:textId="77777777" w:rsidR="00FD7ABB" w:rsidRDefault="00FD28AE" w:rsidP="00FD7ABB">
      <w:r w:rsidRPr="00801BAE">
        <w:rPr>
          <w:rFonts w:cs="Courier New"/>
          <w:szCs w:val="32"/>
        </w:rPr>
        <w:t>Enfin, après seize ans d’absence, Camoëns allait revoir sa patrie, rentrer dans sa chère Lisbonne. Mais, ici encore, des r</w:t>
      </w:r>
      <w:r w:rsidRPr="00801BAE">
        <w:rPr>
          <w:rFonts w:cs="Courier New"/>
          <w:szCs w:val="32"/>
        </w:rPr>
        <w:t>e</w:t>
      </w:r>
      <w:r w:rsidRPr="00801BAE">
        <w:rPr>
          <w:rFonts w:cs="Courier New"/>
          <w:szCs w:val="32"/>
        </w:rPr>
        <w:t>vers l’attendaient. On était en 1569 et la peste désolait cruell</w:t>
      </w:r>
      <w:r w:rsidRPr="00801BAE">
        <w:rPr>
          <w:rFonts w:cs="Courier New"/>
          <w:szCs w:val="32"/>
        </w:rPr>
        <w:t>e</w:t>
      </w:r>
      <w:r w:rsidRPr="00801BAE">
        <w:rPr>
          <w:rFonts w:cs="Courier New"/>
          <w:szCs w:val="32"/>
        </w:rPr>
        <w:t xml:space="preserve">ment la cité ; ses amis avaient disparu, la mort avait </w:t>
      </w:r>
      <w:r w:rsidRPr="00801BAE">
        <w:rPr>
          <w:rFonts w:cs="Courier New"/>
          <w:szCs w:val="32"/>
        </w:rPr>
        <w:lastRenderedPageBreak/>
        <w:t>creusé bien des tombes, toute la ville était en deuil. Ce n’était ni l’heure, ni le moment de faire imprimer son poème ; qui donc l’aurait lu, qui s’en serait soucié, alors qu’on songeait uniquement à se pr</w:t>
      </w:r>
      <w:r w:rsidRPr="00801BAE">
        <w:rPr>
          <w:rFonts w:cs="Courier New"/>
          <w:szCs w:val="32"/>
        </w:rPr>
        <w:t>é</w:t>
      </w:r>
      <w:r w:rsidRPr="00801BAE">
        <w:rPr>
          <w:rFonts w:cs="Courier New"/>
          <w:szCs w:val="32"/>
        </w:rPr>
        <w:t>se</w:t>
      </w:r>
      <w:r w:rsidRPr="00801BAE">
        <w:rPr>
          <w:rFonts w:cs="Courier New"/>
          <w:szCs w:val="32"/>
        </w:rPr>
        <w:t>r</w:t>
      </w:r>
      <w:r w:rsidRPr="00801BAE">
        <w:rPr>
          <w:rFonts w:cs="Courier New"/>
          <w:szCs w:val="32"/>
        </w:rPr>
        <w:t>ver du fléau ? Ce ne fut qu’en 1572 qu’il put le faire paraître. Il le dédia au jeune roi Sébastiâo qui accorda au poète une pe</w:t>
      </w:r>
      <w:r w:rsidRPr="00801BAE">
        <w:rPr>
          <w:rFonts w:cs="Courier New"/>
          <w:szCs w:val="32"/>
        </w:rPr>
        <w:t>n</w:t>
      </w:r>
      <w:r w:rsidRPr="00801BAE">
        <w:rPr>
          <w:rFonts w:cs="Courier New"/>
          <w:szCs w:val="32"/>
        </w:rPr>
        <w:t>sion d’environ cent francs ; c’était bien peu de chose. Luiz de Camoëns serait mort de faim si le fidèle Antonio, qu’il avait r</w:t>
      </w:r>
      <w:r w:rsidRPr="00801BAE">
        <w:rPr>
          <w:rFonts w:cs="Courier New"/>
          <w:szCs w:val="32"/>
        </w:rPr>
        <w:t>a</w:t>
      </w:r>
      <w:r w:rsidRPr="00801BAE">
        <w:rPr>
          <w:rFonts w:cs="Courier New"/>
          <w:szCs w:val="32"/>
        </w:rPr>
        <w:t>mené de ses voyages et qui ne l’avait jamais quitté, n’était allé mendier pour lui dans les rues de Lisbonne.</w:t>
      </w:r>
    </w:p>
    <w:p w14:paraId="2B25B5B6" w14:textId="77777777" w:rsidR="00FD7ABB" w:rsidRDefault="00FD28AE" w:rsidP="00FD7ABB">
      <w:r w:rsidRPr="00801BAE">
        <w:rPr>
          <w:rFonts w:cs="Courier New"/>
          <w:szCs w:val="32"/>
        </w:rPr>
        <w:t>Six ans passèrent. Le jeune roi, dans une chevaleresque e</w:t>
      </w:r>
      <w:r w:rsidRPr="00801BAE">
        <w:rPr>
          <w:rFonts w:cs="Courier New"/>
          <w:szCs w:val="32"/>
        </w:rPr>
        <w:t>x</w:t>
      </w:r>
      <w:r w:rsidRPr="00801BAE">
        <w:rPr>
          <w:rFonts w:cs="Courier New"/>
          <w:szCs w:val="32"/>
        </w:rPr>
        <w:t>pédition contre les Maures d’Afrique périt à Alacar avec la fleur de ses gentilshommes et l’élite de ses soldats. Tout était perdu. Camoëns, le plus grand patriote que le Portugal ait jamais eu, fut frappé au cœur par la chute de sa patrie. Triste, brisé, il tomba malade. Les souffrances morales et la misère l’avaient épuisé : on le transporta à l’hôpital et il y mourut le 10 juin 1580. Il n’avait pas même une couverture pour se réchauffer, dit le religieux qui le veilla durant la dernière nuit et l’assista dans son agonie.</w:t>
      </w:r>
    </w:p>
    <w:p w14:paraId="60B8D351" w14:textId="77777777" w:rsidR="00FD7ABB" w:rsidRDefault="00FD28AE" w:rsidP="00FD7ABB">
      <w:r w:rsidRPr="00801BAE">
        <w:rPr>
          <w:rFonts w:cs="Courier New"/>
          <w:szCs w:val="32"/>
        </w:rPr>
        <w:t>Quinze ans plus tard, en l’année 1595, Gonçalo Coutinho retrouva les restes du poète et en obtint la translation dans l’église de Sainte-Anne, appartenant au couvent des Franci</w:t>
      </w:r>
      <w:r w:rsidRPr="00801BAE">
        <w:rPr>
          <w:rFonts w:cs="Courier New"/>
          <w:szCs w:val="32"/>
        </w:rPr>
        <w:t>s</w:t>
      </w:r>
      <w:r w:rsidRPr="00801BAE">
        <w:rPr>
          <w:rFonts w:cs="Courier New"/>
          <w:szCs w:val="32"/>
        </w:rPr>
        <w:t xml:space="preserve">caines. Une plaque commémorative rappelait les malheurs et la gloire de </w:t>
      </w:r>
      <w:proofErr w:type="spellStart"/>
      <w:r w:rsidRPr="00801BAE">
        <w:rPr>
          <w:rFonts w:cs="Courier New"/>
          <w:szCs w:val="32"/>
        </w:rPr>
        <w:t>Camoëns</w:t>
      </w:r>
      <w:proofErr w:type="spellEnd"/>
      <w:r w:rsidRPr="00801BAE">
        <w:rPr>
          <w:rFonts w:cs="Courier New"/>
          <w:szCs w:val="32"/>
        </w:rPr>
        <w:t>.</w:t>
      </w:r>
    </w:p>
    <w:p w14:paraId="2D8FC037" w14:textId="77777777" w:rsidR="00FD28AE" w:rsidRPr="00FD7ABB" w:rsidRDefault="00FD28AE" w:rsidP="000B0EE3">
      <w:pPr>
        <w:widowControl w:val="0"/>
        <w:autoSpaceDE w:val="0"/>
        <w:autoSpaceDN w:val="0"/>
        <w:adjustRightInd w:val="0"/>
        <w:spacing w:after="0"/>
        <w:ind w:firstLine="0"/>
        <w:jc w:val="center"/>
        <w:rPr>
          <w:rFonts w:cs="Courier New"/>
          <w:szCs w:val="32"/>
        </w:rPr>
      </w:pPr>
      <w:proofErr w:type="spellStart"/>
      <w:r w:rsidRPr="00FD7ABB">
        <w:rPr>
          <w:rFonts w:cs="Courier New"/>
          <w:szCs w:val="32"/>
        </w:rPr>
        <w:t>AQUI</w:t>
      </w:r>
      <w:proofErr w:type="spellEnd"/>
      <w:r w:rsidRPr="00FD7ABB">
        <w:rPr>
          <w:rFonts w:cs="Courier New"/>
          <w:szCs w:val="32"/>
        </w:rPr>
        <w:t xml:space="preserve"> JAZ LUIS DE CAMŒS</w:t>
      </w:r>
    </w:p>
    <w:p w14:paraId="7ECDC622" w14:textId="77777777" w:rsidR="00FD28AE" w:rsidRPr="00FD7ABB" w:rsidRDefault="00FD28AE" w:rsidP="000B0EE3">
      <w:pPr>
        <w:widowControl w:val="0"/>
        <w:autoSpaceDE w:val="0"/>
        <w:autoSpaceDN w:val="0"/>
        <w:adjustRightInd w:val="0"/>
        <w:spacing w:before="0" w:after="0"/>
        <w:ind w:firstLine="0"/>
        <w:jc w:val="center"/>
        <w:rPr>
          <w:rFonts w:cs="Courier New"/>
          <w:szCs w:val="32"/>
        </w:rPr>
      </w:pPr>
      <w:r w:rsidRPr="00FD7ABB">
        <w:rPr>
          <w:rFonts w:cs="Courier New"/>
          <w:szCs w:val="32"/>
        </w:rPr>
        <w:t>PRINCIPE DOS PŒTAS DE SU TEMPO :</w:t>
      </w:r>
    </w:p>
    <w:p w14:paraId="3737037C" w14:textId="77777777" w:rsidR="00FD28AE" w:rsidRPr="00FD7ABB" w:rsidRDefault="00FD28AE" w:rsidP="000B0EE3">
      <w:pPr>
        <w:widowControl w:val="0"/>
        <w:autoSpaceDE w:val="0"/>
        <w:autoSpaceDN w:val="0"/>
        <w:adjustRightInd w:val="0"/>
        <w:spacing w:before="0" w:after="0"/>
        <w:ind w:firstLine="0"/>
        <w:jc w:val="center"/>
        <w:rPr>
          <w:rFonts w:cs="Courier New"/>
          <w:szCs w:val="32"/>
        </w:rPr>
      </w:pPr>
      <w:r w:rsidRPr="00FD7ABB">
        <w:rPr>
          <w:rFonts w:cs="Courier New"/>
          <w:szCs w:val="32"/>
        </w:rPr>
        <w:t>VIVES POBRE E MESERAVELMENTE</w:t>
      </w:r>
    </w:p>
    <w:p w14:paraId="548D6CB6" w14:textId="77777777" w:rsidR="00FD7ABB" w:rsidRDefault="00FD28AE" w:rsidP="000B0EE3">
      <w:pPr>
        <w:spacing w:before="0"/>
        <w:ind w:firstLine="0"/>
        <w:jc w:val="center"/>
      </w:pPr>
      <w:r w:rsidRPr="00FD7ABB">
        <w:rPr>
          <w:rFonts w:cs="Courier New"/>
          <w:szCs w:val="32"/>
        </w:rPr>
        <w:t xml:space="preserve">E ASSIM </w:t>
      </w:r>
      <w:proofErr w:type="spellStart"/>
      <w:r w:rsidRPr="00FD7ABB">
        <w:rPr>
          <w:rFonts w:cs="Courier New"/>
          <w:szCs w:val="32"/>
        </w:rPr>
        <w:t>MORREU</w:t>
      </w:r>
      <w:proofErr w:type="spellEnd"/>
      <w:r w:rsidRPr="00FD7ABB">
        <w:rPr>
          <w:rFonts w:cs="Courier New"/>
          <w:szCs w:val="32"/>
        </w:rPr>
        <w:t xml:space="preserve"> O ANNO MDLXXIX.</w:t>
      </w:r>
    </w:p>
    <w:p w14:paraId="50905297" w14:textId="77777777" w:rsidR="00FD7ABB" w:rsidRDefault="00FD28AE" w:rsidP="00FD7ABB">
      <w:r w:rsidRPr="00801BAE">
        <w:rPr>
          <w:rFonts w:cs="Courier New"/>
          <w:szCs w:val="32"/>
        </w:rPr>
        <w:t xml:space="preserve">(Ci-git Luiz de </w:t>
      </w:r>
      <w:proofErr w:type="spellStart"/>
      <w:r w:rsidRPr="00801BAE">
        <w:rPr>
          <w:rFonts w:cs="Courier New"/>
          <w:szCs w:val="32"/>
        </w:rPr>
        <w:t>Camoëns</w:t>
      </w:r>
      <w:proofErr w:type="spellEnd"/>
      <w:r w:rsidRPr="00801BAE">
        <w:rPr>
          <w:rFonts w:cs="Courier New"/>
          <w:szCs w:val="32"/>
        </w:rPr>
        <w:t>, le premier poète de son temps : il vécut pauvre et malheureux et mourut de même).</w:t>
      </w:r>
    </w:p>
    <w:p w14:paraId="4BBD47D7" w14:textId="77777777" w:rsidR="00FD7ABB" w:rsidRDefault="00FD28AE" w:rsidP="00FD7ABB">
      <w:r w:rsidRPr="00801BAE">
        <w:rPr>
          <w:rFonts w:cs="Courier New"/>
          <w:szCs w:val="32"/>
        </w:rPr>
        <w:lastRenderedPageBreak/>
        <w:t>En 1755, le tremblement de terre de Lisbonne détruisit l’église de Sainte-Anne ; on ne retrouva pas la tombe de C</w:t>
      </w:r>
      <w:r w:rsidRPr="00801BAE">
        <w:rPr>
          <w:rFonts w:cs="Courier New"/>
          <w:szCs w:val="32"/>
        </w:rPr>
        <w:t>a</w:t>
      </w:r>
      <w:r w:rsidRPr="00801BAE">
        <w:rPr>
          <w:rFonts w:cs="Courier New"/>
          <w:szCs w:val="32"/>
        </w:rPr>
        <w:t>moëns et personne ne sait aujourd’hui où sont ses restes. Mais sa statue orne une des places de Lisbonne et on a célébré, en 1880, de grandes fêtes littéraires en son honneur. Personne ne fut plus que lui persécuté par le sort durant sa vie, personne ne fut, après sa mort, plus illustre et plus admiré.</w:t>
      </w:r>
    </w:p>
    <w:p w14:paraId="3779ECE8" w14:textId="77777777" w:rsidR="00FD7ABB" w:rsidRDefault="00FD28AE" w:rsidP="00FD7ABB">
      <w:r w:rsidRPr="00801BAE">
        <w:rPr>
          <w:rFonts w:cs="Courier New"/>
          <w:szCs w:val="32"/>
        </w:rPr>
        <w:t>Et ce qui fait naître cette universelle admiration, c’est que l’œuvre du poète est tout entière inspirée par l’amour de la p</w:t>
      </w:r>
      <w:r w:rsidRPr="00801BAE">
        <w:rPr>
          <w:rFonts w:cs="Courier New"/>
          <w:szCs w:val="32"/>
        </w:rPr>
        <w:t>a</w:t>
      </w:r>
      <w:r w:rsidRPr="00801BAE">
        <w:rPr>
          <w:rFonts w:cs="Courier New"/>
          <w:szCs w:val="32"/>
        </w:rPr>
        <w:t>trie, amour enthousiaste, qui éclate dans toutes les strophes. Camoëns a voulu immortaliser le peuple portugais tout entier en racontant les exploits et les aventures des intrépides navig</w:t>
      </w:r>
      <w:r w:rsidRPr="00801BAE">
        <w:rPr>
          <w:rFonts w:cs="Courier New"/>
          <w:szCs w:val="32"/>
        </w:rPr>
        <w:t>a</w:t>
      </w:r>
      <w:r w:rsidRPr="00801BAE">
        <w:rPr>
          <w:rFonts w:cs="Courier New"/>
          <w:szCs w:val="32"/>
        </w:rPr>
        <w:t>teurs qui, sous la conduite de Vasco de Gama, affrontèrent les périls de l’Océan. Ses Lusiades sont par excellence l’épopée m</w:t>
      </w:r>
      <w:r w:rsidRPr="00801BAE">
        <w:rPr>
          <w:rFonts w:cs="Courier New"/>
          <w:szCs w:val="32"/>
        </w:rPr>
        <w:t>a</w:t>
      </w:r>
      <w:r w:rsidRPr="00801BAE">
        <w:rPr>
          <w:rFonts w:cs="Courier New"/>
          <w:szCs w:val="32"/>
        </w:rPr>
        <w:t>ritime ; dans aucune autre œuvre, l’immensité, la majesté de l’Océan, ne se déploient avec cette magnificence. Camoëns est un peintre de marine, un soldat, un navigateur : il a vu les scènes qu’il retrace, assisté aux batailles qu’il décrit. Il est su</w:t>
      </w:r>
      <w:r w:rsidRPr="00801BAE">
        <w:rPr>
          <w:rFonts w:cs="Courier New"/>
          <w:szCs w:val="32"/>
        </w:rPr>
        <w:t>r</w:t>
      </w:r>
      <w:r w:rsidRPr="00801BAE">
        <w:rPr>
          <w:rFonts w:cs="Courier New"/>
          <w:szCs w:val="32"/>
        </w:rPr>
        <w:t>tout un ardent patriote et dès le début du poème, il indique quelle en sera la noie dominante :</w:t>
      </w:r>
    </w:p>
    <w:p w14:paraId="5B82460A" w14:textId="77777777" w:rsidR="00FD28AE" w:rsidRPr="00FD7ABB" w:rsidRDefault="00FD28AE" w:rsidP="000B0EE3">
      <w:pPr>
        <w:widowControl w:val="0"/>
        <w:autoSpaceDE w:val="0"/>
        <w:autoSpaceDN w:val="0"/>
        <w:adjustRightInd w:val="0"/>
        <w:spacing w:after="0"/>
        <w:ind w:firstLine="0"/>
        <w:jc w:val="center"/>
        <w:rPr>
          <w:rFonts w:cs="Courier New"/>
          <w:szCs w:val="32"/>
          <w:lang w:val="en-US"/>
        </w:rPr>
      </w:pPr>
      <w:proofErr w:type="spellStart"/>
      <w:r w:rsidRPr="00FD7ABB">
        <w:rPr>
          <w:rFonts w:cs="Courier New"/>
          <w:szCs w:val="32"/>
          <w:lang w:val="en-US"/>
        </w:rPr>
        <w:t>Vereis</w:t>
      </w:r>
      <w:proofErr w:type="spellEnd"/>
      <w:r w:rsidRPr="00FD7ABB">
        <w:rPr>
          <w:rFonts w:cs="Courier New"/>
          <w:szCs w:val="32"/>
          <w:lang w:val="en-US"/>
        </w:rPr>
        <w:t xml:space="preserve"> amor da patria, </w:t>
      </w:r>
      <w:proofErr w:type="gramStart"/>
      <w:r w:rsidRPr="00FD7ABB">
        <w:rPr>
          <w:rFonts w:cs="Courier New"/>
          <w:szCs w:val="32"/>
          <w:lang w:val="en-US"/>
        </w:rPr>
        <w:t>nào</w:t>
      </w:r>
      <w:proofErr w:type="gramEnd"/>
      <w:r w:rsidRPr="00FD7ABB">
        <w:rPr>
          <w:rFonts w:cs="Courier New"/>
          <w:szCs w:val="32"/>
          <w:lang w:val="en-US"/>
        </w:rPr>
        <w:t xml:space="preserve"> movido,</w:t>
      </w:r>
    </w:p>
    <w:p w14:paraId="2FC5CB98" w14:textId="77777777" w:rsidR="00FD7ABB" w:rsidRDefault="00FD28AE" w:rsidP="000B0EE3">
      <w:pPr>
        <w:spacing w:before="0"/>
        <w:ind w:firstLine="0"/>
        <w:jc w:val="center"/>
      </w:pPr>
      <w:r w:rsidRPr="00FD7ABB">
        <w:rPr>
          <w:rFonts w:cs="Courier New"/>
          <w:szCs w:val="32"/>
        </w:rPr>
        <w:t xml:space="preserve">De premio vil, nias alto e quasi </w:t>
      </w:r>
      <w:proofErr w:type="spellStart"/>
      <w:r w:rsidRPr="00FD7ABB">
        <w:rPr>
          <w:rFonts w:cs="Courier New"/>
          <w:szCs w:val="32"/>
        </w:rPr>
        <w:t>eterno</w:t>
      </w:r>
      <w:proofErr w:type="spellEnd"/>
      <w:r w:rsidRPr="00FD7ABB">
        <w:rPr>
          <w:rFonts w:cs="Courier New"/>
          <w:szCs w:val="32"/>
        </w:rPr>
        <w:t>.</w:t>
      </w:r>
    </w:p>
    <w:p w14:paraId="52205784" w14:textId="77777777" w:rsidR="00FD7ABB" w:rsidRDefault="00FD28AE" w:rsidP="00FD7ABB">
      <w:r w:rsidRPr="00801BAE">
        <w:rPr>
          <w:rFonts w:cs="Courier New"/>
          <w:szCs w:val="32"/>
        </w:rPr>
        <w:t>« Vous trouverez ici l’amour de la patrie que ne dicte aucun intérêt vulgaire, mais qui, toujours élevé, est en quelque sorte éternel. »</w:t>
      </w:r>
    </w:p>
    <w:p w14:paraId="3DCA3FDD" w14:textId="77777777" w:rsidR="00FD7ABB" w:rsidRDefault="00FD28AE" w:rsidP="00FD7ABB">
      <w:r w:rsidRPr="00801BAE">
        <w:rPr>
          <w:rFonts w:cs="Courier New"/>
          <w:szCs w:val="32"/>
        </w:rPr>
        <w:t>De nos jours le percement de l’isthme de Suez a singuli</w:t>
      </w:r>
      <w:r w:rsidRPr="00801BAE">
        <w:rPr>
          <w:rFonts w:cs="Courier New"/>
          <w:szCs w:val="32"/>
        </w:rPr>
        <w:t>è</w:t>
      </w:r>
      <w:r w:rsidRPr="00801BAE">
        <w:rPr>
          <w:rFonts w:cs="Courier New"/>
          <w:szCs w:val="32"/>
        </w:rPr>
        <w:t>rement abrégé le voyage aux Indes et diminué pour nous l’importance de l’œuvre de Vasco de Gama, mais tant que la jeunesse studieuse lira les Lusiades elle rendra un juste ho</w:t>
      </w:r>
      <w:r w:rsidRPr="00801BAE">
        <w:rPr>
          <w:rFonts w:cs="Courier New"/>
          <w:szCs w:val="32"/>
        </w:rPr>
        <w:t>m</w:t>
      </w:r>
      <w:r w:rsidRPr="00801BAE">
        <w:rPr>
          <w:rFonts w:cs="Courier New"/>
          <w:szCs w:val="32"/>
        </w:rPr>
        <w:t>mage au héros de Camoëns et la gloire de l’illustre navigateur restera grande et belle.</w:t>
      </w:r>
    </w:p>
    <w:p w14:paraId="1300E41E" w14:textId="77777777" w:rsidR="00FD7ABB" w:rsidRDefault="00FD28AE" w:rsidP="00FD7ABB">
      <w:pPr>
        <w:ind w:firstLine="0"/>
        <w:jc w:val="center"/>
      </w:pPr>
      <w:r w:rsidRPr="00FD7ABB">
        <w:rPr>
          <w:rFonts w:cs="Courier New"/>
          <w:szCs w:val="32"/>
        </w:rPr>
        <w:lastRenderedPageBreak/>
        <w:t>FIN</w:t>
      </w:r>
    </w:p>
    <w:p w14:paraId="243C1CC8" w14:textId="77777777" w:rsidR="00033562" w:rsidRDefault="00033562">
      <w:pPr>
        <w:sectPr w:rsidR="00033562" w:rsidSect="00223965">
          <w:footerReference w:type="default" r:id="rId10"/>
          <w:pgSz w:w="11906" w:h="16838" w:code="9"/>
          <w:pgMar w:top="1134" w:right="1134" w:bottom="1134" w:left="1134" w:header="709" w:footer="709" w:gutter="0"/>
          <w:cols w:space="708"/>
          <w:titlePg/>
          <w:docGrid w:linePitch="360"/>
        </w:sectPr>
      </w:pPr>
    </w:p>
    <w:p w14:paraId="3128DBE1" w14:textId="77777777" w:rsidR="00033562" w:rsidRDefault="00033562" w:rsidP="00223965">
      <w:pPr>
        <w:pStyle w:val="Titre1"/>
        <w:spacing w:before="0" w:after="480"/>
      </w:pPr>
      <w:bookmarkStart w:id="31" w:name="_Toc195615304"/>
      <w:r>
        <w:lastRenderedPageBreak/>
        <w:t>À propos de cette édition électronique</w:t>
      </w:r>
      <w:bookmarkEnd w:id="31"/>
    </w:p>
    <w:p w14:paraId="4A2C1ABB" w14:textId="77777777" w:rsidR="00973474" w:rsidRPr="00633842" w:rsidRDefault="00973474" w:rsidP="00973474">
      <w:pPr>
        <w:spacing w:before="180" w:after="180"/>
        <w:ind w:firstLine="0"/>
        <w:jc w:val="center"/>
        <w:rPr>
          <w:b/>
          <w:bCs/>
          <w:szCs w:val="32"/>
        </w:rPr>
      </w:pPr>
      <w:r w:rsidRPr="00633842">
        <w:rPr>
          <w:b/>
          <w:bCs/>
          <w:szCs w:val="32"/>
        </w:rPr>
        <w:t>Texte libre de droits.</w:t>
      </w:r>
    </w:p>
    <w:p w14:paraId="190A6675" w14:textId="77777777" w:rsidR="00973474" w:rsidRPr="00633842" w:rsidRDefault="00973474" w:rsidP="00973474">
      <w:pPr>
        <w:pStyle w:val="Centr"/>
        <w:spacing w:before="180" w:after="180"/>
      </w:pPr>
      <w:r w:rsidRPr="00633842">
        <w:t>Corrections, édition, conversion informatique et public</w:t>
      </w:r>
      <w:r w:rsidRPr="00633842">
        <w:t>a</w:t>
      </w:r>
      <w:r w:rsidRPr="00633842">
        <w:t>tion par le groupe :</w:t>
      </w:r>
    </w:p>
    <w:p w14:paraId="3F0946E8" w14:textId="77777777" w:rsidR="00973474" w:rsidRPr="00633842" w:rsidRDefault="00973474" w:rsidP="00973474">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1F21928" w14:textId="77777777" w:rsidR="00973474" w:rsidRPr="00633842" w:rsidRDefault="00973474" w:rsidP="00973474">
      <w:pPr>
        <w:pStyle w:val="Centr"/>
        <w:spacing w:before="180" w:after="180"/>
      </w:pPr>
      <w:hyperlink r:id="rId11" w:history="1">
        <w:r w:rsidRPr="00F74CD6">
          <w:rPr>
            <w:rStyle w:val="Lienhypertexte"/>
          </w:rPr>
          <w:t>https://groups.google.com/g/ebooksgratuits</w:t>
        </w:r>
      </w:hyperlink>
    </w:p>
    <w:p w14:paraId="1FBBFC6F" w14:textId="245F3B9E" w:rsidR="00973474" w:rsidRPr="00633842" w:rsidRDefault="00973474" w:rsidP="00973474">
      <w:pPr>
        <w:pStyle w:val="Centr"/>
        <w:spacing w:before="180" w:after="180"/>
      </w:pPr>
      <w:r w:rsidRPr="00633842">
        <w:t>Adresse du site web du groupe :</w:t>
      </w:r>
      <w:r w:rsidRPr="00633842">
        <w:br/>
      </w:r>
      <w:hyperlink r:id="rId12" w:history="1">
        <w:r w:rsidRPr="00B90FBD">
          <w:rPr>
            <w:rStyle w:val="Lienhypertexte"/>
            <w:b/>
            <w:bCs/>
            <w:szCs w:val="32"/>
          </w:rPr>
          <w:t>http</w:t>
        </w:r>
        <w:r w:rsidRPr="00B90FBD">
          <w:rPr>
            <w:rStyle w:val="Lienhypertexte"/>
            <w:b/>
            <w:bCs/>
            <w:szCs w:val="32"/>
          </w:rPr>
          <w:t>s</w:t>
        </w:r>
        <w:r w:rsidRPr="00B90FBD">
          <w:rPr>
            <w:rStyle w:val="Lienhypertexte"/>
            <w:b/>
            <w:bCs/>
            <w:szCs w:val="32"/>
          </w:rPr>
          <w:t>://www.ebooksgratuits.com/</w:t>
        </w:r>
      </w:hyperlink>
    </w:p>
    <w:p w14:paraId="09CFED31" w14:textId="77777777" w:rsidR="00973474" w:rsidRPr="00633842" w:rsidRDefault="00973474" w:rsidP="00973474">
      <w:pPr>
        <w:pStyle w:val="Centr"/>
        <w:spacing w:before="180" w:after="180"/>
      </w:pPr>
      <w:r w:rsidRPr="00633842">
        <w:t>—</w:t>
      </w:r>
    </w:p>
    <w:p w14:paraId="08CB337E" w14:textId="38ACBFE4" w:rsidR="00973474" w:rsidRPr="00633842" w:rsidRDefault="00973474" w:rsidP="00973474">
      <w:pPr>
        <w:spacing w:before="180" w:after="180"/>
        <w:ind w:firstLine="0"/>
        <w:jc w:val="center"/>
        <w:rPr>
          <w:b/>
          <w:bCs/>
          <w:szCs w:val="32"/>
        </w:rPr>
      </w:pPr>
      <w:r>
        <w:rPr>
          <w:b/>
          <w:bCs/>
          <w:szCs w:val="32"/>
        </w:rPr>
        <w:t>Avril 2025</w:t>
      </w:r>
    </w:p>
    <w:p w14:paraId="76830F35" w14:textId="77777777" w:rsidR="00973474" w:rsidRPr="00633842" w:rsidRDefault="00973474" w:rsidP="00973474">
      <w:pPr>
        <w:pStyle w:val="Centr"/>
        <w:spacing w:before="180" w:after="180"/>
      </w:pPr>
      <w:r w:rsidRPr="00633842">
        <w:t>—</w:t>
      </w:r>
    </w:p>
    <w:p w14:paraId="1CEB6B6D" w14:textId="77777777" w:rsidR="00973474" w:rsidRPr="00633842" w:rsidRDefault="00973474" w:rsidP="00973474">
      <w:pPr>
        <w:spacing w:before="180" w:after="180"/>
      </w:pPr>
      <w:r w:rsidRPr="00633842">
        <w:t>– </w:t>
      </w:r>
      <w:r w:rsidRPr="00633842">
        <w:rPr>
          <w:b/>
        </w:rPr>
        <w:t>Élaboration de ce livre électronique</w:t>
      </w:r>
      <w:r w:rsidRPr="00633842">
        <w:t> :</w:t>
      </w:r>
    </w:p>
    <w:p w14:paraId="0E850227" w14:textId="03B03FEC" w:rsidR="00973474" w:rsidRPr="00633842" w:rsidRDefault="00973474" w:rsidP="00973474">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973474">
        <w:t xml:space="preserve">Jean-Yves, Jean-Marc, </w:t>
      </w:r>
      <w:proofErr w:type="spellStart"/>
      <w:r w:rsidRPr="00973474">
        <w:t>MichelI</w:t>
      </w:r>
      <w:proofErr w:type="spellEnd"/>
      <w:r>
        <w:t xml:space="preserve">, </w:t>
      </w:r>
      <w:proofErr w:type="spellStart"/>
      <w:r>
        <w:t>Coolmicro</w:t>
      </w:r>
      <w:proofErr w:type="spellEnd"/>
      <w:r>
        <w:t>.</w:t>
      </w:r>
    </w:p>
    <w:p w14:paraId="1FB04592" w14:textId="77777777" w:rsidR="00973474" w:rsidRPr="00633842" w:rsidRDefault="00973474" w:rsidP="00973474">
      <w:pPr>
        <w:spacing w:before="180" w:after="180"/>
      </w:pPr>
      <w:r w:rsidRPr="00633842">
        <w:t>– </w:t>
      </w:r>
      <w:r w:rsidRPr="00633842">
        <w:rPr>
          <w:b/>
        </w:rPr>
        <w:t>Dispositions</w:t>
      </w:r>
      <w:r w:rsidRPr="00633842">
        <w:t> :</w:t>
      </w:r>
    </w:p>
    <w:p w14:paraId="4869BCBE" w14:textId="77777777" w:rsidR="00973474" w:rsidRPr="00633842" w:rsidRDefault="00973474" w:rsidP="00973474">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B7AA289" w14:textId="77777777" w:rsidR="00973474" w:rsidRPr="00633842" w:rsidRDefault="00973474" w:rsidP="00973474">
      <w:pPr>
        <w:spacing w:before="180" w:after="180"/>
      </w:pPr>
      <w:r w:rsidRPr="00633842">
        <w:t>– </w:t>
      </w:r>
      <w:r w:rsidRPr="00633842">
        <w:rPr>
          <w:b/>
        </w:rPr>
        <w:t>Qualité</w:t>
      </w:r>
      <w:r w:rsidRPr="00633842">
        <w:t> :</w:t>
      </w:r>
    </w:p>
    <w:p w14:paraId="4ABA2F9F" w14:textId="77777777" w:rsidR="00973474" w:rsidRPr="00633842" w:rsidRDefault="00973474" w:rsidP="00973474">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63C1B609" w14:textId="77777777" w:rsidR="00973474" w:rsidRPr="00633842" w:rsidRDefault="00973474" w:rsidP="00973474">
      <w:pPr>
        <w:spacing w:before="180" w:after="180"/>
        <w:ind w:firstLine="0"/>
        <w:jc w:val="center"/>
        <w:rPr>
          <w:i/>
          <w:iCs/>
          <w:szCs w:val="32"/>
        </w:rPr>
      </w:pPr>
      <w:r w:rsidRPr="00633842">
        <w:rPr>
          <w:i/>
          <w:iCs/>
          <w:szCs w:val="32"/>
        </w:rPr>
        <w:t>Votre aide est la bienvenue !</w:t>
      </w:r>
    </w:p>
    <w:p w14:paraId="247C58D0" w14:textId="2F62BD11" w:rsidR="00033562" w:rsidRPr="00FD7ABB" w:rsidRDefault="00973474" w:rsidP="00973474">
      <w:pPr>
        <w:pStyle w:val="Centr"/>
        <w:suppressAutoHyphens/>
        <w:spacing w:before="180" w:after="180"/>
      </w:pPr>
      <w:r w:rsidRPr="00633842">
        <w:t>VOUS POUVEZ NOUS AIDER À FAIRE CONNAÎTRE CES CLASSIQUES LITTÉRAIRES.</w:t>
      </w:r>
    </w:p>
    <w:sectPr w:rsidR="00033562" w:rsidRPr="00FD7ABB" w:rsidSect="00973474">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DE9DD" w14:textId="77777777" w:rsidR="006D1BC1" w:rsidRDefault="006D1BC1">
      <w:r>
        <w:separator/>
      </w:r>
    </w:p>
  </w:endnote>
  <w:endnote w:type="continuationSeparator" w:id="0">
    <w:p w14:paraId="24A529EC" w14:textId="77777777" w:rsidR="006D1BC1" w:rsidRDefault="006D1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3EDB" w14:textId="77777777" w:rsidR="00D44C7B" w:rsidRDefault="00D44C7B">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B5FF9" w14:textId="77777777" w:rsidR="00D44C7B" w:rsidRDefault="00D44C7B">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97C10">
      <w:rPr>
        <w:rStyle w:val="Numrodepage"/>
        <w:noProof/>
        <w:sz w:val="30"/>
        <w:szCs w:val="30"/>
      </w:rPr>
      <w:t>58</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CF5C6" w14:textId="77777777" w:rsidR="006D1BC1" w:rsidRDefault="006D1BC1">
      <w:r>
        <w:separator/>
      </w:r>
    </w:p>
  </w:footnote>
  <w:footnote w:type="continuationSeparator" w:id="0">
    <w:p w14:paraId="425B5D3D" w14:textId="77777777" w:rsidR="006D1BC1" w:rsidRDefault="006D1BC1">
      <w:r>
        <w:continuationSeparator/>
      </w:r>
    </w:p>
  </w:footnote>
  <w:footnote w:id="1">
    <w:p w14:paraId="3B86271D" w14:textId="77777777" w:rsidR="00D44C7B" w:rsidRDefault="00D44C7B" w:rsidP="00FD28AE">
      <w:pPr>
        <w:pStyle w:val="Notedebasdepage"/>
      </w:pPr>
      <w:r>
        <w:rPr>
          <w:rStyle w:val="Appelnotedebasdep"/>
        </w:rPr>
        <w:footnoteRef/>
      </w:r>
      <w:r>
        <w:t xml:space="preserve"> </w:t>
      </w:r>
      <w:r w:rsidRPr="00E4342B">
        <w:rPr>
          <w:rFonts w:cs="Courier New"/>
          <w:szCs w:val="32"/>
        </w:rPr>
        <w:t>Marquis de Bonnin de Fraysseix.</w:t>
      </w:r>
    </w:p>
  </w:footnote>
  <w:footnote w:id="2">
    <w:p w14:paraId="249746D3" w14:textId="77777777" w:rsidR="00D44C7B" w:rsidRDefault="00D44C7B" w:rsidP="00FD28AE">
      <w:pPr>
        <w:pStyle w:val="Notedebasdepage"/>
      </w:pPr>
      <w:r>
        <w:rPr>
          <w:rStyle w:val="Appelnotedebasdep"/>
        </w:rPr>
        <w:footnoteRef/>
      </w:r>
      <w:r>
        <w:t xml:space="preserve"> </w:t>
      </w:r>
      <w:r w:rsidRPr="00E4342B">
        <w:rPr>
          <w:rFonts w:cs="Courier New"/>
          <w:szCs w:val="32"/>
        </w:rPr>
        <w:t>Camoëns (2</w:t>
      </w:r>
      <w:r w:rsidRPr="00DD7DAC">
        <w:rPr>
          <w:rFonts w:cs="Courier New"/>
          <w:szCs w:val="32"/>
          <w:vertAlign w:val="superscript"/>
        </w:rPr>
        <w:t>e</w:t>
      </w:r>
      <w:r w:rsidRPr="00E4342B">
        <w:rPr>
          <w:rFonts w:cs="Courier New"/>
          <w:szCs w:val="32"/>
        </w:rPr>
        <w:t xml:space="preserve"> chant des Lusiad</w:t>
      </w:r>
      <w:r>
        <w:rPr>
          <w:rFonts w:cs="Courier New"/>
          <w:szCs w:val="32"/>
        </w:rPr>
        <w:t>es).</w:t>
      </w:r>
    </w:p>
  </w:footnote>
  <w:footnote w:id="3">
    <w:p w14:paraId="5A84C479" w14:textId="77777777" w:rsidR="00D44C7B" w:rsidRDefault="00D44C7B" w:rsidP="00FD28AE">
      <w:pPr>
        <w:pStyle w:val="Notedebasdepage"/>
      </w:pPr>
      <w:r>
        <w:rPr>
          <w:rStyle w:val="Appelnotedebasdep"/>
        </w:rPr>
        <w:footnoteRef/>
      </w:r>
      <w:r>
        <w:t xml:space="preserve"> </w:t>
      </w:r>
      <w:r w:rsidRPr="0047329B">
        <w:rPr>
          <w:rFonts w:cs="Courier New"/>
          <w:szCs w:val="28"/>
        </w:rPr>
        <w:t>Mesure de poids de la cale de Coromandel équivalant 480 livres.</w:t>
      </w:r>
    </w:p>
  </w:footnote>
  <w:footnote w:id="4">
    <w:p w14:paraId="32723C29" w14:textId="77777777" w:rsidR="00D44C7B" w:rsidRDefault="00D44C7B" w:rsidP="00FD28AE">
      <w:pPr>
        <w:pStyle w:val="Notedebasdepage"/>
      </w:pPr>
      <w:r>
        <w:rPr>
          <w:rStyle w:val="Appelnotedebasdep"/>
        </w:rPr>
        <w:footnoteRef/>
      </w:r>
      <w:r>
        <w:t xml:space="preserve"> </w:t>
      </w:r>
      <w:r w:rsidRPr="00E4342B">
        <w:rPr>
          <w:rFonts w:cs="Courier New"/>
          <w:szCs w:val="32"/>
        </w:rPr>
        <w:t>Antoine Redier</w:t>
      </w:r>
      <w:r>
        <w:rPr>
          <w:rFonts w:cs="Courier New"/>
          <w:szCs w:val="32"/>
        </w:rPr>
        <w:t>.</w:t>
      </w:r>
    </w:p>
  </w:footnote>
  <w:footnote w:id="5">
    <w:p w14:paraId="637AC171" w14:textId="77777777" w:rsidR="00D44C7B" w:rsidRDefault="00D44C7B" w:rsidP="00FD28AE">
      <w:pPr>
        <w:pStyle w:val="Notedebasdepage"/>
      </w:pPr>
      <w:r>
        <w:rPr>
          <w:rStyle w:val="Appelnotedebasdep"/>
        </w:rPr>
        <w:footnoteRef/>
      </w:r>
      <w:r>
        <w:t xml:space="preserve"> Antoine Redier.</w:t>
      </w:r>
    </w:p>
  </w:footnote>
  <w:footnote w:id="6">
    <w:p w14:paraId="775BF001" w14:textId="77777777" w:rsidR="00D44C7B" w:rsidRDefault="00D44C7B" w:rsidP="00FD28AE">
      <w:pPr>
        <w:pStyle w:val="Notedebasdepage"/>
      </w:pPr>
      <w:r>
        <w:rPr>
          <w:rStyle w:val="Appelnotedebasdep"/>
        </w:rPr>
        <w:footnoteRef/>
      </w:r>
      <w:r>
        <w:t xml:space="preserve"> </w:t>
      </w:r>
      <w:r w:rsidRPr="00E54E7D">
        <w:rPr>
          <w:rFonts w:cs="Courier New"/>
          <w:i/>
          <w:szCs w:val="32"/>
        </w:rPr>
        <w:t>Histoire des missions de l'Inde</w:t>
      </w:r>
      <w:r w:rsidRPr="00E4342B">
        <w:rPr>
          <w:rFonts w:cs="Courier New"/>
          <w:szCs w:val="32"/>
        </w:rPr>
        <w:t>, par Adrien Launay.</w:t>
      </w:r>
    </w:p>
  </w:footnote>
  <w:footnote w:id="7">
    <w:p w14:paraId="1D133C0B" w14:textId="77777777" w:rsidR="00D44C7B" w:rsidRDefault="00D44C7B" w:rsidP="00FD28AE">
      <w:pPr>
        <w:pStyle w:val="Notedebasdepage"/>
      </w:pPr>
      <w:r>
        <w:rPr>
          <w:rStyle w:val="Appelnotedebasdep"/>
        </w:rPr>
        <w:footnoteRef/>
      </w:r>
      <w:r>
        <w:t xml:space="preserve"> </w:t>
      </w:r>
      <w:r w:rsidRPr="00E4342B">
        <w:rPr>
          <w:rFonts w:cs="Courier New"/>
          <w:szCs w:val="32"/>
        </w:rPr>
        <w:t>Les foli</w:t>
      </w:r>
      <w:r>
        <w:rPr>
          <w:rFonts w:cs="Courier New"/>
          <w:szCs w:val="32"/>
        </w:rPr>
        <w:t>e</w:t>
      </w:r>
      <w:r w:rsidRPr="00E4342B">
        <w:rPr>
          <w:rFonts w:cs="Courier New"/>
          <w:szCs w:val="32"/>
        </w:rPr>
        <w:t xml:space="preserve">s commises </w:t>
      </w:r>
      <w:r>
        <w:rPr>
          <w:rFonts w:cs="Courier New"/>
          <w:szCs w:val="32"/>
        </w:rPr>
        <w:t>aux Indes.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853183990">
    <w:abstractNumId w:val="10"/>
  </w:num>
  <w:num w:numId="2" w16cid:durableId="1052072521">
    <w:abstractNumId w:val="11"/>
  </w:num>
  <w:num w:numId="3" w16cid:durableId="1667703494">
    <w:abstractNumId w:val="12"/>
  </w:num>
  <w:num w:numId="4" w16cid:durableId="939263087">
    <w:abstractNumId w:val="13"/>
  </w:num>
  <w:num w:numId="5" w16cid:durableId="1342661007">
    <w:abstractNumId w:val="8"/>
  </w:num>
  <w:num w:numId="6" w16cid:durableId="1875534591">
    <w:abstractNumId w:val="3"/>
  </w:num>
  <w:num w:numId="7" w16cid:durableId="158035941">
    <w:abstractNumId w:val="2"/>
  </w:num>
  <w:num w:numId="8" w16cid:durableId="1864592705">
    <w:abstractNumId w:val="1"/>
  </w:num>
  <w:num w:numId="9" w16cid:durableId="746078977">
    <w:abstractNumId w:val="0"/>
  </w:num>
  <w:num w:numId="10" w16cid:durableId="766074337">
    <w:abstractNumId w:val="9"/>
  </w:num>
  <w:num w:numId="11" w16cid:durableId="1296334367">
    <w:abstractNumId w:val="7"/>
  </w:num>
  <w:num w:numId="12" w16cid:durableId="1199972254">
    <w:abstractNumId w:val="6"/>
  </w:num>
  <w:num w:numId="13" w16cid:durableId="875778514">
    <w:abstractNumId w:val="5"/>
  </w:num>
  <w:num w:numId="14" w16cid:durableId="10187029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66E2D"/>
    <w:rsid w:val="00071FC6"/>
    <w:rsid w:val="000B0EE3"/>
    <w:rsid w:val="0010298A"/>
    <w:rsid w:val="001635FE"/>
    <w:rsid w:val="00176FA6"/>
    <w:rsid w:val="00187E10"/>
    <w:rsid w:val="00197C10"/>
    <w:rsid w:val="001B3B9F"/>
    <w:rsid w:val="001D2F74"/>
    <w:rsid w:val="00203135"/>
    <w:rsid w:val="00223965"/>
    <w:rsid w:val="0022716D"/>
    <w:rsid w:val="00284575"/>
    <w:rsid w:val="00284AF2"/>
    <w:rsid w:val="002E4734"/>
    <w:rsid w:val="00335365"/>
    <w:rsid w:val="00367258"/>
    <w:rsid w:val="003C416F"/>
    <w:rsid w:val="003F6FF9"/>
    <w:rsid w:val="004618A4"/>
    <w:rsid w:val="00572769"/>
    <w:rsid w:val="00576E04"/>
    <w:rsid w:val="005A7531"/>
    <w:rsid w:val="005B4D52"/>
    <w:rsid w:val="005D77EB"/>
    <w:rsid w:val="00640C4F"/>
    <w:rsid w:val="006D1BC1"/>
    <w:rsid w:val="00703D4D"/>
    <w:rsid w:val="00722EA0"/>
    <w:rsid w:val="0076257B"/>
    <w:rsid w:val="007841D8"/>
    <w:rsid w:val="007A353A"/>
    <w:rsid w:val="007B6898"/>
    <w:rsid w:val="007C56AC"/>
    <w:rsid w:val="007F5860"/>
    <w:rsid w:val="00856DF4"/>
    <w:rsid w:val="00863B07"/>
    <w:rsid w:val="008F106B"/>
    <w:rsid w:val="00930A77"/>
    <w:rsid w:val="00973474"/>
    <w:rsid w:val="009A65A8"/>
    <w:rsid w:val="009F02C2"/>
    <w:rsid w:val="00A06785"/>
    <w:rsid w:val="00B824E5"/>
    <w:rsid w:val="00BA3788"/>
    <w:rsid w:val="00BD0C07"/>
    <w:rsid w:val="00BF29E4"/>
    <w:rsid w:val="00D02BDE"/>
    <w:rsid w:val="00D44C7B"/>
    <w:rsid w:val="00D80434"/>
    <w:rsid w:val="00D9756D"/>
    <w:rsid w:val="00DF43DD"/>
    <w:rsid w:val="00E30FAD"/>
    <w:rsid w:val="00E35EE1"/>
    <w:rsid w:val="00E847C9"/>
    <w:rsid w:val="00EB15C4"/>
    <w:rsid w:val="00EC2835"/>
    <w:rsid w:val="00FD28AE"/>
    <w:rsid w:val="00FD7A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1B68C"/>
  <w15:chartTrackingRefBased/>
  <w15:docId w15:val="{69FFDBC2-653B-4606-B6CB-AFA4E79B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531"/>
    <w:pPr>
      <w:spacing w:before="240" w:after="240"/>
      <w:ind w:firstLine="680"/>
      <w:jc w:val="both"/>
    </w:pPr>
    <w:rPr>
      <w:rFonts w:ascii="Amasis30" w:hAnsi="Amasis30"/>
      <w:sz w:val="36"/>
      <w:szCs w:val="24"/>
    </w:rPr>
  </w:style>
  <w:style w:type="paragraph" w:styleId="Titre1">
    <w:name w:val="heading 1"/>
    <w:basedOn w:val="Normal"/>
    <w:next w:val="Normal"/>
    <w:qFormat/>
    <w:rsid w:val="005A7531"/>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5A7531"/>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5A7531"/>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5A7531"/>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5A7531"/>
  </w:style>
  <w:style w:type="character" w:styleId="Lienhypertexte">
    <w:name w:val="Hyperlink"/>
    <w:uiPriority w:val="99"/>
    <w:rsid w:val="005A7531"/>
    <w:rPr>
      <w:rFonts w:ascii="Amasis30" w:hAnsi="Amasis30"/>
      <w:color w:val="004080"/>
      <w:u w:val="single"/>
    </w:rPr>
  </w:style>
  <w:style w:type="paragraph" w:styleId="Explorateurdedocuments">
    <w:name w:val="Document Map"/>
    <w:basedOn w:val="Normal"/>
    <w:link w:val="ExplorateurdedocumentsCar"/>
    <w:semiHidden/>
    <w:rsid w:val="005A7531"/>
    <w:pPr>
      <w:shd w:val="clear" w:color="auto" w:fill="000080"/>
    </w:pPr>
    <w:rPr>
      <w:rFonts w:ascii="Tahoma" w:hAnsi="Tahoma" w:cs="Tahoma"/>
    </w:rPr>
  </w:style>
  <w:style w:type="paragraph" w:styleId="TM1">
    <w:name w:val="toc 1"/>
    <w:basedOn w:val="Normal"/>
    <w:next w:val="Normal"/>
    <w:autoRedefine/>
    <w:uiPriority w:val="39"/>
    <w:rsid w:val="005A7531"/>
    <w:pPr>
      <w:tabs>
        <w:tab w:val="right" w:leader="dot" w:pos="9639"/>
      </w:tabs>
      <w:spacing w:before="180" w:after="180"/>
      <w:ind w:firstLine="0"/>
      <w:jc w:val="left"/>
    </w:pPr>
    <w:rPr>
      <w:bCs/>
      <w:iCs/>
      <w:noProof/>
      <w:color w:val="000080"/>
      <w:szCs w:val="28"/>
    </w:rPr>
  </w:style>
  <w:style w:type="paragraph" w:styleId="En-tte">
    <w:name w:val="header"/>
    <w:basedOn w:val="Normal"/>
    <w:rsid w:val="005A7531"/>
    <w:pPr>
      <w:tabs>
        <w:tab w:val="center" w:pos="4536"/>
        <w:tab w:val="right" w:pos="9072"/>
      </w:tabs>
    </w:pPr>
  </w:style>
  <w:style w:type="paragraph" w:styleId="Pieddepage">
    <w:name w:val="footer"/>
    <w:basedOn w:val="Normal"/>
    <w:rsid w:val="005A7531"/>
    <w:pPr>
      <w:tabs>
        <w:tab w:val="center" w:pos="4536"/>
        <w:tab w:val="right" w:pos="9072"/>
      </w:tabs>
      <w:ind w:firstLine="0"/>
      <w:jc w:val="center"/>
    </w:pPr>
    <w:rPr>
      <w:sz w:val="32"/>
    </w:rPr>
  </w:style>
  <w:style w:type="character" w:styleId="Numrodepage">
    <w:name w:val="page number"/>
    <w:basedOn w:val="Policepardfaut"/>
    <w:rsid w:val="005A7531"/>
  </w:style>
  <w:style w:type="paragraph" w:styleId="TM2">
    <w:name w:val="toc 2"/>
    <w:basedOn w:val="Normal"/>
    <w:next w:val="Normal"/>
    <w:autoRedefine/>
    <w:uiPriority w:val="39"/>
    <w:rsid w:val="005A7531"/>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5A7531"/>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5A7531"/>
    <w:pPr>
      <w:ind w:left="780"/>
    </w:pPr>
  </w:style>
  <w:style w:type="paragraph" w:styleId="TM5">
    <w:name w:val="toc 5"/>
    <w:basedOn w:val="Normal"/>
    <w:next w:val="Normal"/>
    <w:autoRedefine/>
    <w:semiHidden/>
    <w:rsid w:val="005A7531"/>
    <w:pPr>
      <w:ind w:left="1040"/>
    </w:pPr>
  </w:style>
  <w:style w:type="paragraph" w:styleId="TM6">
    <w:name w:val="toc 6"/>
    <w:basedOn w:val="Normal"/>
    <w:next w:val="Normal"/>
    <w:autoRedefine/>
    <w:semiHidden/>
    <w:rsid w:val="005A7531"/>
    <w:pPr>
      <w:ind w:left="1300"/>
    </w:pPr>
  </w:style>
  <w:style w:type="paragraph" w:styleId="TM7">
    <w:name w:val="toc 7"/>
    <w:basedOn w:val="Normal"/>
    <w:next w:val="Normal"/>
    <w:autoRedefine/>
    <w:semiHidden/>
    <w:rsid w:val="005A7531"/>
    <w:pPr>
      <w:ind w:left="1560"/>
    </w:pPr>
  </w:style>
  <w:style w:type="paragraph" w:styleId="TM8">
    <w:name w:val="toc 8"/>
    <w:basedOn w:val="Normal"/>
    <w:next w:val="Normal"/>
    <w:autoRedefine/>
    <w:semiHidden/>
    <w:rsid w:val="005A7531"/>
    <w:pPr>
      <w:ind w:left="1820"/>
    </w:pPr>
  </w:style>
  <w:style w:type="paragraph" w:styleId="TM9">
    <w:name w:val="toc 9"/>
    <w:basedOn w:val="Normal"/>
    <w:next w:val="Normal"/>
    <w:autoRedefine/>
    <w:semiHidden/>
    <w:rsid w:val="005A7531"/>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5A7531"/>
    <w:rPr>
      <w:rFonts w:ascii="Amasis30" w:hAnsi="Amasis30"/>
      <w:b/>
      <w:sz w:val="36"/>
      <w:vertAlign w:val="superscript"/>
    </w:rPr>
  </w:style>
  <w:style w:type="paragraph" w:styleId="Notedebasdepage">
    <w:name w:val="footnote text"/>
    <w:basedOn w:val="Taille-1Normal"/>
    <w:qFormat/>
    <w:rsid w:val="005A7531"/>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5A7531"/>
    <w:pPr>
      <w:spacing w:before="0" w:after="1800"/>
      <w:ind w:right="851" w:firstLine="0"/>
      <w:jc w:val="right"/>
    </w:pPr>
    <w:rPr>
      <w:sz w:val="48"/>
    </w:rPr>
  </w:style>
  <w:style w:type="paragraph" w:customStyle="1" w:styleId="Titrelivre">
    <w:name w:val="Titre_livre"/>
    <w:basedOn w:val="Normal"/>
    <w:rsid w:val="005A7531"/>
    <w:pPr>
      <w:spacing w:before="0" w:after="1200"/>
      <w:ind w:left="2268" w:right="851" w:firstLine="0"/>
      <w:jc w:val="right"/>
    </w:pPr>
    <w:rPr>
      <w:b/>
      <w:bCs/>
      <w:sz w:val="72"/>
    </w:rPr>
  </w:style>
  <w:style w:type="paragraph" w:customStyle="1" w:styleId="Soustitrelivre">
    <w:name w:val="Sous_titre_livre"/>
    <w:basedOn w:val="Normal"/>
    <w:rsid w:val="005A7531"/>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5A7531"/>
    <w:pPr>
      <w:spacing w:after="1080"/>
      <w:ind w:left="2268" w:firstLine="0"/>
      <w:jc w:val="center"/>
    </w:pPr>
    <w:rPr>
      <w:noProof/>
    </w:rPr>
  </w:style>
  <w:style w:type="paragraph" w:customStyle="1" w:styleId="DateSortie">
    <w:name w:val="Date_Sortie"/>
    <w:basedOn w:val="Normal"/>
    <w:rsid w:val="005A7531"/>
    <w:pPr>
      <w:spacing w:before="0" w:after="0"/>
      <w:ind w:right="1418" w:firstLine="0"/>
      <w:jc w:val="right"/>
    </w:pPr>
    <w:rPr>
      <w:bCs/>
      <w:sz w:val="40"/>
    </w:rPr>
  </w:style>
  <w:style w:type="paragraph" w:customStyle="1" w:styleId="Titretablematires">
    <w:name w:val="Titre table matières"/>
    <w:basedOn w:val="Normal"/>
    <w:rsid w:val="005A7531"/>
    <w:pPr>
      <w:pBdr>
        <w:top w:val="single" w:sz="8" w:space="1" w:color="auto"/>
        <w:bottom w:val="single" w:sz="8" w:space="1" w:color="auto"/>
      </w:pBdr>
      <w:ind w:left="2552" w:right="2552" w:firstLine="0"/>
      <w:jc w:val="center"/>
    </w:pPr>
    <w:rPr>
      <w:bCs/>
    </w:rPr>
  </w:style>
  <w:style w:type="character" w:customStyle="1" w:styleId="ExplorateurdedocumentsCar">
    <w:name w:val="Explorateur de documents Car"/>
    <w:link w:val="Explorateurdedocuments"/>
    <w:semiHidden/>
    <w:rsid w:val="00FD28AE"/>
    <w:rPr>
      <w:rFonts w:ascii="Tahoma" w:hAnsi="Tahoma" w:cs="Tahoma"/>
      <w:sz w:val="36"/>
      <w:szCs w:val="24"/>
      <w:shd w:val="clear" w:color="auto" w:fill="000080"/>
    </w:rPr>
  </w:style>
  <w:style w:type="paragraph" w:styleId="Textedebulles">
    <w:name w:val="Balloon Text"/>
    <w:basedOn w:val="Normal"/>
    <w:link w:val="TextedebullesCar"/>
    <w:rsid w:val="00FD28AE"/>
    <w:rPr>
      <w:rFonts w:ascii="Tahoma" w:hAnsi="Tahoma" w:cs="Tahoma"/>
      <w:sz w:val="16"/>
      <w:szCs w:val="16"/>
    </w:rPr>
  </w:style>
  <w:style w:type="character" w:customStyle="1" w:styleId="TextedebullesCar">
    <w:name w:val="Texte de bulles Car"/>
    <w:link w:val="Textedebulles"/>
    <w:rsid w:val="00FD28AE"/>
    <w:rPr>
      <w:rFonts w:ascii="Tahoma" w:hAnsi="Tahoma" w:cs="Tahoma"/>
      <w:sz w:val="16"/>
      <w:szCs w:val="16"/>
      <w:lang w:val="fr-FR" w:eastAsia="fr-FR" w:bidi="ar-SA"/>
    </w:rPr>
  </w:style>
  <w:style w:type="paragraph" w:styleId="Textebrut">
    <w:name w:val="Plain Text"/>
    <w:basedOn w:val="Normal"/>
    <w:link w:val="TextebrutCar"/>
    <w:unhideWhenUsed/>
    <w:rsid w:val="00FD28AE"/>
    <w:pPr>
      <w:ind w:firstLine="0"/>
      <w:jc w:val="left"/>
    </w:pPr>
    <w:rPr>
      <w:rFonts w:ascii="Consolas" w:eastAsia="Calibri" w:hAnsi="Consolas"/>
      <w:sz w:val="21"/>
      <w:szCs w:val="21"/>
      <w:lang w:eastAsia="en-US"/>
    </w:rPr>
  </w:style>
  <w:style w:type="character" w:customStyle="1" w:styleId="TextebrutCar">
    <w:name w:val="Texte brut Car"/>
    <w:link w:val="Textebrut"/>
    <w:rsid w:val="00FD28AE"/>
    <w:rPr>
      <w:rFonts w:ascii="Consolas" w:eastAsia="Calibri" w:hAnsi="Consolas"/>
      <w:sz w:val="21"/>
      <w:szCs w:val="21"/>
      <w:lang w:val="fr-FR" w:eastAsia="en-US" w:bidi="ar-SA"/>
    </w:rPr>
  </w:style>
  <w:style w:type="character" w:styleId="Marquedecommentaire">
    <w:name w:val="annotation reference"/>
    <w:rsid w:val="00FD28AE"/>
    <w:rPr>
      <w:sz w:val="16"/>
      <w:szCs w:val="16"/>
    </w:rPr>
  </w:style>
  <w:style w:type="paragraph" w:styleId="Commentaire">
    <w:name w:val="annotation text"/>
    <w:basedOn w:val="Normal"/>
    <w:link w:val="CommentaireCar"/>
    <w:rsid w:val="00FD28AE"/>
  </w:style>
  <w:style w:type="character" w:customStyle="1" w:styleId="CommentaireCar">
    <w:name w:val="Commentaire Car"/>
    <w:link w:val="Commentaire"/>
    <w:rsid w:val="00FD28AE"/>
    <w:rPr>
      <w:rFonts w:ascii="Georgia" w:hAnsi="Georgia"/>
      <w:sz w:val="32"/>
      <w:szCs w:val="24"/>
      <w:lang w:val="fr-FR" w:eastAsia="fr-FR" w:bidi="ar-SA"/>
    </w:rPr>
  </w:style>
  <w:style w:type="paragraph" w:styleId="Objetducommentaire">
    <w:name w:val="annotation subject"/>
    <w:basedOn w:val="Commentaire"/>
    <w:next w:val="Commentaire"/>
    <w:link w:val="ObjetducommentaireCar"/>
    <w:rsid w:val="00FD28AE"/>
    <w:rPr>
      <w:b/>
      <w:bCs/>
    </w:rPr>
  </w:style>
  <w:style w:type="character" w:customStyle="1" w:styleId="ObjetducommentaireCar">
    <w:name w:val="Objet du commentaire Car"/>
    <w:link w:val="Objetducommentaire"/>
    <w:rsid w:val="00FD28AE"/>
    <w:rPr>
      <w:rFonts w:ascii="Georgia" w:hAnsi="Georgia"/>
      <w:b/>
      <w:bCs/>
      <w:sz w:val="32"/>
      <w:szCs w:val="24"/>
      <w:lang w:val="fr-FR" w:eastAsia="fr-FR" w:bidi="ar-SA"/>
    </w:rPr>
  </w:style>
  <w:style w:type="paragraph" w:styleId="Titre">
    <w:name w:val="Title"/>
    <w:basedOn w:val="Normal"/>
    <w:next w:val="Normal"/>
    <w:link w:val="TitreCar"/>
    <w:qFormat/>
    <w:rsid w:val="00FD28AE"/>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rsid w:val="00FD28AE"/>
    <w:rPr>
      <w:rFonts w:ascii="Cambria" w:hAnsi="Cambria"/>
      <w:color w:val="17365D"/>
      <w:spacing w:val="5"/>
      <w:kern w:val="28"/>
      <w:sz w:val="52"/>
      <w:szCs w:val="52"/>
      <w:lang w:val="fr-FR" w:eastAsia="fr-FR" w:bidi="ar-SA"/>
    </w:rPr>
  </w:style>
  <w:style w:type="character" w:styleId="Accentuation">
    <w:name w:val="Emphasis"/>
    <w:qFormat/>
    <w:rsid w:val="00FD28AE"/>
    <w:rPr>
      <w:i/>
      <w:iCs/>
    </w:rPr>
  </w:style>
  <w:style w:type="paragraph" w:customStyle="1" w:styleId="Centr">
    <w:name w:val="Centré"/>
    <w:basedOn w:val="Normal"/>
    <w:rsid w:val="005A7531"/>
    <w:pPr>
      <w:ind w:firstLine="0"/>
      <w:jc w:val="center"/>
    </w:pPr>
    <w:rPr>
      <w:szCs w:val="20"/>
    </w:rPr>
  </w:style>
  <w:style w:type="paragraph" w:customStyle="1" w:styleId="NormalSansIndent">
    <w:name w:val="NormalSansIndent"/>
    <w:basedOn w:val="Normal"/>
    <w:rsid w:val="005A7531"/>
    <w:pPr>
      <w:ind w:firstLine="0"/>
    </w:pPr>
    <w:rPr>
      <w:szCs w:val="20"/>
    </w:rPr>
  </w:style>
  <w:style w:type="paragraph" w:customStyle="1" w:styleId="NormalSolidaire">
    <w:name w:val="NormalSolidaire"/>
    <w:basedOn w:val="Normal"/>
    <w:qFormat/>
    <w:rsid w:val="005A7531"/>
    <w:pPr>
      <w:keepNext/>
    </w:pPr>
  </w:style>
  <w:style w:type="paragraph" w:customStyle="1" w:styleId="NormalSautPageAvant">
    <w:name w:val="NormalSautPageAvant"/>
    <w:basedOn w:val="Normal"/>
    <w:qFormat/>
    <w:rsid w:val="005A7531"/>
    <w:pPr>
      <w:pageBreakBefore/>
    </w:pPr>
  </w:style>
  <w:style w:type="paragraph" w:customStyle="1" w:styleId="NormalEspAvtGrand">
    <w:name w:val="NormalEspAvtGrand"/>
    <w:basedOn w:val="Normal"/>
    <w:rsid w:val="005A7531"/>
    <w:pPr>
      <w:spacing w:before="2640"/>
    </w:pPr>
    <w:rPr>
      <w:szCs w:val="20"/>
    </w:rPr>
  </w:style>
  <w:style w:type="paragraph" w:customStyle="1" w:styleId="CentrEspAvt0">
    <w:name w:val="CentréEspAvt0"/>
    <w:basedOn w:val="Centr"/>
    <w:next w:val="CentrEspAvt0EspApr0"/>
    <w:rsid w:val="005A7531"/>
    <w:pPr>
      <w:spacing w:before="0"/>
    </w:pPr>
  </w:style>
  <w:style w:type="paragraph" w:customStyle="1" w:styleId="CentrEspApr0">
    <w:name w:val="CentréEspApr0"/>
    <w:basedOn w:val="Centr"/>
    <w:next w:val="Normal"/>
    <w:rsid w:val="005A7531"/>
    <w:pPr>
      <w:spacing w:after="0"/>
    </w:pPr>
  </w:style>
  <w:style w:type="paragraph" w:customStyle="1" w:styleId="CentrEspAvt0EspApr0">
    <w:name w:val="CentréEspAvt0EspApr0"/>
    <w:basedOn w:val="Centr"/>
    <w:rsid w:val="005A7531"/>
    <w:pPr>
      <w:spacing w:before="0" w:after="0"/>
    </w:pPr>
  </w:style>
  <w:style w:type="paragraph" w:customStyle="1" w:styleId="Droite">
    <w:name w:val="Droite"/>
    <w:basedOn w:val="Normal"/>
    <w:next w:val="Normal"/>
    <w:rsid w:val="005A7531"/>
    <w:pPr>
      <w:ind w:firstLine="0"/>
      <w:jc w:val="right"/>
    </w:pPr>
    <w:rPr>
      <w:szCs w:val="20"/>
    </w:rPr>
  </w:style>
  <w:style w:type="paragraph" w:customStyle="1" w:styleId="DroiteRetraitGauche1X">
    <w:name w:val="DroiteRetraitGauche1X"/>
    <w:basedOn w:val="Droite"/>
    <w:next w:val="Normal"/>
    <w:rsid w:val="005A7531"/>
    <w:pPr>
      <w:ind w:left="680"/>
    </w:pPr>
  </w:style>
  <w:style w:type="paragraph" w:customStyle="1" w:styleId="DroiteRetraitGauche2X">
    <w:name w:val="DroiteRetraitGauche2X"/>
    <w:basedOn w:val="Droite"/>
    <w:next w:val="Normal"/>
    <w:rsid w:val="005A7531"/>
    <w:pPr>
      <w:ind w:left="1361"/>
    </w:pPr>
  </w:style>
  <w:style w:type="paragraph" w:customStyle="1" w:styleId="DroiteRetraitGauche3X">
    <w:name w:val="DroiteRetraitGauche3X"/>
    <w:basedOn w:val="Droite"/>
    <w:next w:val="Normal"/>
    <w:rsid w:val="005A7531"/>
    <w:pPr>
      <w:ind w:left="2041"/>
    </w:pPr>
  </w:style>
  <w:style w:type="paragraph" w:customStyle="1" w:styleId="DroiteRetraitGauche4X">
    <w:name w:val="DroiteRetraitGauche4X"/>
    <w:basedOn w:val="Droite"/>
    <w:next w:val="Normal"/>
    <w:rsid w:val="005A7531"/>
    <w:pPr>
      <w:ind w:left="2722"/>
    </w:pPr>
  </w:style>
  <w:style w:type="paragraph" w:customStyle="1" w:styleId="Taille-1Normal">
    <w:name w:val="Taille-1Normal"/>
    <w:basedOn w:val="Normal"/>
    <w:rsid w:val="005A7531"/>
    <w:rPr>
      <w:sz w:val="32"/>
      <w:szCs w:val="28"/>
    </w:rPr>
  </w:style>
  <w:style w:type="paragraph" w:customStyle="1" w:styleId="Taille-1RetraitGauche1X">
    <w:name w:val="Taille-1RetraitGauche1X"/>
    <w:basedOn w:val="Taille-1Normal"/>
    <w:rsid w:val="005A7531"/>
    <w:pPr>
      <w:ind w:left="680"/>
    </w:pPr>
    <w:rPr>
      <w:szCs w:val="20"/>
    </w:rPr>
  </w:style>
  <w:style w:type="paragraph" w:customStyle="1" w:styleId="Taille-1RetraitGauche2X">
    <w:name w:val="Taille-1RetraitGauche2X"/>
    <w:basedOn w:val="Taille-1Normal"/>
    <w:rsid w:val="005A7531"/>
    <w:pPr>
      <w:ind w:left="1361"/>
    </w:pPr>
    <w:rPr>
      <w:szCs w:val="20"/>
    </w:rPr>
  </w:style>
  <w:style w:type="paragraph" w:customStyle="1" w:styleId="Taille-1RetraitGauche3X">
    <w:name w:val="Taille-1RetraitGauche3X"/>
    <w:basedOn w:val="Taille-1Normal"/>
    <w:rsid w:val="005A7531"/>
    <w:pPr>
      <w:ind w:left="2041"/>
    </w:pPr>
    <w:rPr>
      <w:szCs w:val="20"/>
    </w:rPr>
  </w:style>
  <w:style w:type="paragraph" w:customStyle="1" w:styleId="Taille-1RetraitGauche1XIndent0">
    <w:name w:val="Taille-1RetraitGauche1XIndent0"/>
    <w:basedOn w:val="Taille-1RetraitGauche1X"/>
    <w:rsid w:val="005A7531"/>
    <w:pPr>
      <w:ind w:firstLine="0"/>
    </w:pPr>
  </w:style>
  <w:style w:type="paragraph" w:customStyle="1" w:styleId="Taille-1RetraitGauche2XIndent0">
    <w:name w:val="Taille-1RetraitGauche2XIndent0"/>
    <w:basedOn w:val="Taille-1RetraitGauche2X"/>
    <w:rsid w:val="005A7531"/>
    <w:pPr>
      <w:ind w:firstLine="0"/>
    </w:pPr>
  </w:style>
  <w:style w:type="paragraph" w:customStyle="1" w:styleId="Taille-1RetraitGauche3XIndent0">
    <w:name w:val="Taille-1RetraitGauche3XIndent0"/>
    <w:basedOn w:val="Taille-1RetraitGauche3X"/>
    <w:rsid w:val="005A7531"/>
    <w:pPr>
      <w:ind w:firstLine="0"/>
    </w:pPr>
  </w:style>
  <w:style w:type="paragraph" w:customStyle="1" w:styleId="Taille-1RetraitGauche4XIndent0">
    <w:name w:val="Taille-1RetraitGauche4XIndent0"/>
    <w:basedOn w:val="Taille-1Normal"/>
    <w:rsid w:val="005A7531"/>
    <w:pPr>
      <w:ind w:left="2722" w:firstLine="0"/>
    </w:pPr>
    <w:rPr>
      <w:szCs w:val="20"/>
    </w:rPr>
  </w:style>
  <w:style w:type="paragraph" w:customStyle="1" w:styleId="NormalRetraitGauche1X">
    <w:name w:val="NormalRetraitGauche1X"/>
    <w:basedOn w:val="Normal"/>
    <w:rsid w:val="005A7531"/>
    <w:pPr>
      <w:ind w:left="680"/>
    </w:pPr>
    <w:rPr>
      <w:szCs w:val="20"/>
    </w:rPr>
  </w:style>
  <w:style w:type="paragraph" w:customStyle="1" w:styleId="NormalRetraitGauche2X">
    <w:name w:val="NormalRetraitGauche2X"/>
    <w:basedOn w:val="Normal"/>
    <w:rsid w:val="005A7531"/>
    <w:pPr>
      <w:ind w:left="1361"/>
    </w:pPr>
    <w:rPr>
      <w:szCs w:val="20"/>
    </w:rPr>
  </w:style>
  <w:style w:type="paragraph" w:customStyle="1" w:styleId="NormalRetraitGauche3X">
    <w:name w:val="NormalRetraitGauche3X"/>
    <w:basedOn w:val="Normal"/>
    <w:rsid w:val="005A7531"/>
    <w:pPr>
      <w:ind w:left="2041"/>
    </w:pPr>
    <w:rPr>
      <w:szCs w:val="20"/>
    </w:rPr>
  </w:style>
  <w:style w:type="paragraph" w:customStyle="1" w:styleId="NormalRetraitGauche1XIndent0">
    <w:name w:val="NormalRetraitGauche1XIndent0"/>
    <w:basedOn w:val="NormalRetraitGauche1X"/>
    <w:rsid w:val="005A7531"/>
    <w:pPr>
      <w:ind w:firstLine="0"/>
    </w:pPr>
  </w:style>
  <w:style w:type="paragraph" w:customStyle="1" w:styleId="NormalRetraitGauche2XIndent0">
    <w:name w:val="NormalRetraitGauche2XIndent0"/>
    <w:basedOn w:val="NormalRetraitGauche2X"/>
    <w:rsid w:val="005A7531"/>
    <w:pPr>
      <w:ind w:firstLine="0"/>
    </w:pPr>
  </w:style>
  <w:style w:type="paragraph" w:customStyle="1" w:styleId="NormalRetraitGauche3XIndent0">
    <w:name w:val="NormalRetraitGauche3XIndent0"/>
    <w:basedOn w:val="NormalRetraitGauche3X"/>
    <w:rsid w:val="005A7531"/>
    <w:pPr>
      <w:ind w:firstLine="0"/>
    </w:pPr>
  </w:style>
  <w:style w:type="paragraph" w:customStyle="1" w:styleId="NormalRetraitGauche4XIndent0">
    <w:name w:val="NormalRetraitGauche4XIndent0"/>
    <w:basedOn w:val="Normal"/>
    <w:rsid w:val="005A7531"/>
    <w:pPr>
      <w:ind w:left="2722" w:firstLine="0"/>
    </w:pPr>
    <w:rPr>
      <w:szCs w:val="20"/>
    </w:rPr>
  </w:style>
  <w:style w:type="paragraph" w:styleId="Notedefin">
    <w:name w:val="endnote text"/>
    <w:basedOn w:val="Taille-1Normal"/>
    <w:link w:val="NotedefinCar"/>
    <w:uiPriority w:val="99"/>
    <w:semiHidden/>
    <w:unhideWhenUsed/>
    <w:qFormat/>
    <w:rsid w:val="005A7531"/>
    <w:rPr>
      <w:szCs w:val="20"/>
      <w:lang w:val="x-none" w:eastAsia="x-none"/>
    </w:rPr>
  </w:style>
  <w:style w:type="character" w:customStyle="1" w:styleId="NotedefinCar">
    <w:name w:val="Note de fin Car"/>
    <w:link w:val="Notedefin"/>
    <w:uiPriority w:val="99"/>
    <w:semiHidden/>
    <w:rsid w:val="005A7531"/>
    <w:rPr>
      <w:rFonts w:ascii="Amasis30" w:hAnsi="Amasis30"/>
      <w:sz w:val="32"/>
      <w:lang w:val="x-none" w:eastAsia="x-none"/>
    </w:rPr>
  </w:style>
  <w:style w:type="character" w:styleId="Appeldenotedefin">
    <w:name w:val="endnote reference"/>
    <w:uiPriority w:val="99"/>
    <w:unhideWhenUsed/>
    <w:qFormat/>
    <w:rsid w:val="005A7531"/>
    <w:rPr>
      <w:rFonts w:ascii="Amasis30" w:hAnsi="Amasis30"/>
      <w:b/>
      <w:sz w:val="36"/>
      <w:vertAlign w:val="superscript"/>
    </w:rPr>
  </w:style>
  <w:style w:type="paragraph" w:customStyle="1" w:styleId="NormalSuspendu1X">
    <w:name w:val="NormalSuspendu1X"/>
    <w:basedOn w:val="Normal"/>
    <w:rsid w:val="005A7531"/>
    <w:pPr>
      <w:ind w:left="680" w:hanging="680"/>
    </w:pPr>
    <w:rPr>
      <w:szCs w:val="20"/>
    </w:rPr>
  </w:style>
  <w:style w:type="paragraph" w:customStyle="1" w:styleId="NormalSuspendu1XRetrait1X">
    <w:name w:val="NormalSuspendu1XRetrait1X"/>
    <w:basedOn w:val="Normal"/>
    <w:rsid w:val="005A7531"/>
    <w:pPr>
      <w:ind w:left="1360" w:hanging="680"/>
    </w:pPr>
  </w:style>
  <w:style w:type="paragraph" w:customStyle="1" w:styleId="NormalEspAvt0EspApr0">
    <w:name w:val="NormalEspAvt0EspApr0"/>
    <w:basedOn w:val="Normal"/>
    <w:rsid w:val="005A7531"/>
    <w:pPr>
      <w:spacing w:before="0" w:after="0"/>
    </w:pPr>
    <w:rPr>
      <w:szCs w:val="20"/>
    </w:rPr>
  </w:style>
  <w:style w:type="paragraph" w:customStyle="1" w:styleId="NormalSuspendu1XRetrait2X">
    <w:name w:val="NormalSuspendu1XRetrait2X"/>
    <w:basedOn w:val="Normal"/>
    <w:rsid w:val="005A7531"/>
    <w:pPr>
      <w:ind w:left="2041" w:hanging="680"/>
    </w:pPr>
  </w:style>
  <w:style w:type="paragraph" w:customStyle="1" w:styleId="NormalSuspendu1XRetrait3X">
    <w:name w:val="NormalSuspendu1XRetrait3X"/>
    <w:basedOn w:val="Normal"/>
    <w:rsid w:val="005A7531"/>
    <w:pPr>
      <w:ind w:left="2721" w:hanging="680"/>
    </w:pPr>
    <w:rPr>
      <w:szCs w:val="20"/>
    </w:rPr>
  </w:style>
  <w:style w:type="paragraph" w:customStyle="1" w:styleId="NormalSuspendu1XRetrait4X">
    <w:name w:val="NormalSuspendu1XRetrait4X"/>
    <w:basedOn w:val="Normal"/>
    <w:rsid w:val="005A7531"/>
    <w:pPr>
      <w:ind w:left="3402" w:hanging="680"/>
    </w:pPr>
    <w:rPr>
      <w:szCs w:val="20"/>
    </w:rPr>
  </w:style>
  <w:style w:type="character" w:customStyle="1" w:styleId="Taille-1Caracteres">
    <w:name w:val="Taille-1Caracteres"/>
    <w:qFormat/>
    <w:rsid w:val="005A7531"/>
    <w:rPr>
      <w:sz w:val="32"/>
      <w:szCs w:val="20"/>
    </w:rPr>
  </w:style>
  <w:style w:type="paragraph" w:customStyle="1" w:styleId="Etoile">
    <w:name w:val="Etoile"/>
    <w:basedOn w:val="Normal"/>
    <w:qFormat/>
    <w:rsid w:val="005A7531"/>
    <w:pPr>
      <w:ind w:firstLine="0"/>
      <w:jc w:val="center"/>
    </w:pPr>
    <w:rPr>
      <w:b/>
      <w:sz w:val="40"/>
      <w:szCs w:val="28"/>
    </w:rPr>
  </w:style>
  <w:style w:type="paragraph" w:customStyle="1" w:styleId="Taille-1Suspendu1XRetrait1XEsp0">
    <w:name w:val="Taille-1Suspendu1XRetrait1XEsp0"/>
    <w:basedOn w:val="Taille-1RetraitGauche1X"/>
    <w:qFormat/>
    <w:rsid w:val="005A7531"/>
    <w:pPr>
      <w:spacing w:before="0" w:after="0"/>
      <w:ind w:left="1360" w:hanging="680"/>
    </w:pPr>
  </w:style>
  <w:style w:type="character" w:styleId="Mentionnonrsolue">
    <w:name w:val="Unresolved Mention"/>
    <w:uiPriority w:val="99"/>
    <w:semiHidden/>
    <w:unhideWhenUsed/>
    <w:rsid w:val="005A7531"/>
    <w:rPr>
      <w:color w:val="605E5C"/>
      <w:shd w:val="clear" w:color="auto" w:fill="E1DFDD"/>
    </w:rPr>
  </w:style>
  <w:style w:type="paragraph" w:customStyle="1" w:styleId="Taille-1Suspendu1XRetrait2XEsp0">
    <w:name w:val="Taille-1Suspendu1XRetrait2XEsp0"/>
    <w:basedOn w:val="Taille-1RetraitGauche2X"/>
    <w:qFormat/>
    <w:rsid w:val="005A7531"/>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5A7531"/>
    <w:pPr>
      <w:spacing w:before="0" w:after="0"/>
    </w:pPr>
  </w:style>
  <w:style w:type="paragraph" w:customStyle="1" w:styleId="NormalSuspendu1XEsp0">
    <w:name w:val="NormalSuspendu1XEsp0"/>
    <w:basedOn w:val="NormalSuspendu1X"/>
    <w:qFormat/>
    <w:rsid w:val="005A7531"/>
    <w:pPr>
      <w:spacing w:before="0" w:after="0"/>
    </w:pPr>
  </w:style>
  <w:style w:type="paragraph" w:customStyle="1" w:styleId="NormalSuspendu1XRetrait2XEsp0">
    <w:name w:val="NormalSuspendu1XRetrait2XEsp0"/>
    <w:basedOn w:val="NormalSuspendu1XRetrait2X"/>
    <w:qFormat/>
    <w:rsid w:val="005A7531"/>
    <w:pPr>
      <w:spacing w:before="0" w:after="0"/>
    </w:pPr>
  </w:style>
  <w:style w:type="paragraph" w:customStyle="1" w:styleId="ParagrapheVideNormal">
    <w:name w:val="ParagrapheVideNormal"/>
    <w:basedOn w:val="Normal"/>
    <w:next w:val="Normal"/>
    <w:qFormat/>
    <w:rsid w:val="005A7531"/>
  </w:style>
  <w:style w:type="paragraph" w:customStyle="1" w:styleId="ParagrapheVideNormal2">
    <w:name w:val="ParagrapheVideNormal2"/>
    <w:basedOn w:val="ParagrapheVideNormal"/>
    <w:next w:val="Normal"/>
    <w:qFormat/>
    <w:rsid w:val="005A7531"/>
  </w:style>
  <w:style w:type="paragraph" w:customStyle="1" w:styleId="Image">
    <w:name w:val="Image"/>
    <w:basedOn w:val="Centr"/>
    <w:next w:val="Normal"/>
    <w:qFormat/>
    <w:rsid w:val="005A7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TotalTime>
  <Pages>1</Pages>
  <Words>39402</Words>
  <Characters>216716</Characters>
  <Application>Microsoft Office Word</Application>
  <DocSecurity>0</DocSecurity>
  <Lines>1805</Lines>
  <Paragraphs>511</Paragraphs>
  <ScaleCrop>false</ScaleCrop>
  <HeadingPairs>
    <vt:vector size="2" baseType="variant">
      <vt:variant>
        <vt:lpstr>Titre</vt:lpstr>
      </vt:variant>
      <vt:variant>
        <vt:i4>1</vt:i4>
      </vt:variant>
    </vt:vector>
  </HeadingPairs>
  <TitlesOfParts>
    <vt:vector size="1" baseType="lpstr">
      <vt:lpstr>Vasco de Gama</vt:lpstr>
    </vt:vector>
  </TitlesOfParts>
  <Company>Ebooks libres et gratuits</Company>
  <LinksUpToDate>false</LinksUpToDate>
  <CharactersWithSpaces>255607</CharactersWithSpaces>
  <SharedDoc>false</SharedDoc>
  <HLinks>
    <vt:vector size="108" baseType="variant">
      <vt:variant>
        <vt:i4>2359399</vt:i4>
      </vt:variant>
      <vt:variant>
        <vt:i4>105</vt:i4>
      </vt:variant>
      <vt:variant>
        <vt:i4>0</vt:i4>
      </vt:variant>
      <vt:variant>
        <vt:i4>5</vt:i4>
      </vt:variant>
      <vt:variant>
        <vt:lpwstr>https://www.ebooksgratuits.com/</vt:lpwstr>
      </vt:variant>
      <vt:variant>
        <vt:lpwstr/>
      </vt:variant>
      <vt:variant>
        <vt:i4>2228340</vt:i4>
      </vt:variant>
      <vt:variant>
        <vt:i4>102</vt:i4>
      </vt:variant>
      <vt:variant>
        <vt:i4>0</vt:i4>
      </vt:variant>
      <vt:variant>
        <vt:i4>5</vt:i4>
      </vt:variant>
      <vt:variant>
        <vt:lpwstr>https://groups.google.com/g/ebooksgratuits</vt:lpwstr>
      </vt:variant>
      <vt:variant>
        <vt:lpwstr/>
      </vt:variant>
      <vt:variant>
        <vt:i4>1900598</vt:i4>
      </vt:variant>
      <vt:variant>
        <vt:i4>95</vt:i4>
      </vt:variant>
      <vt:variant>
        <vt:i4>0</vt:i4>
      </vt:variant>
      <vt:variant>
        <vt:i4>5</vt:i4>
      </vt:variant>
      <vt:variant>
        <vt:lpwstr/>
      </vt:variant>
      <vt:variant>
        <vt:lpwstr>_Toc195615304</vt:lpwstr>
      </vt:variant>
      <vt:variant>
        <vt:i4>1900598</vt:i4>
      </vt:variant>
      <vt:variant>
        <vt:i4>89</vt:i4>
      </vt:variant>
      <vt:variant>
        <vt:i4>0</vt:i4>
      </vt:variant>
      <vt:variant>
        <vt:i4>5</vt:i4>
      </vt:variant>
      <vt:variant>
        <vt:lpwstr/>
      </vt:variant>
      <vt:variant>
        <vt:lpwstr>_Toc195615303</vt:lpwstr>
      </vt:variant>
      <vt:variant>
        <vt:i4>1900598</vt:i4>
      </vt:variant>
      <vt:variant>
        <vt:i4>83</vt:i4>
      </vt:variant>
      <vt:variant>
        <vt:i4>0</vt:i4>
      </vt:variant>
      <vt:variant>
        <vt:i4>5</vt:i4>
      </vt:variant>
      <vt:variant>
        <vt:lpwstr/>
      </vt:variant>
      <vt:variant>
        <vt:lpwstr>_Toc195615302</vt:lpwstr>
      </vt:variant>
      <vt:variant>
        <vt:i4>1900598</vt:i4>
      </vt:variant>
      <vt:variant>
        <vt:i4>77</vt:i4>
      </vt:variant>
      <vt:variant>
        <vt:i4>0</vt:i4>
      </vt:variant>
      <vt:variant>
        <vt:i4>5</vt:i4>
      </vt:variant>
      <vt:variant>
        <vt:lpwstr/>
      </vt:variant>
      <vt:variant>
        <vt:lpwstr>_Toc195615301</vt:lpwstr>
      </vt:variant>
      <vt:variant>
        <vt:i4>1900598</vt:i4>
      </vt:variant>
      <vt:variant>
        <vt:i4>71</vt:i4>
      </vt:variant>
      <vt:variant>
        <vt:i4>0</vt:i4>
      </vt:variant>
      <vt:variant>
        <vt:i4>5</vt:i4>
      </vt:variant>
      <vt:variant>
        <vt:lpwstr/>
      </vt:variant>
      <vt:variant>
        <vt:lpwstr>_Toc195615300</vt:lpwstr>
      </vt:variant>
      <vt:variant>
        <vt:i4>1310775</vt:i4>
      </vt:variant>
      <vt:variant>
        <vt:i4>65</vt:i4>
      </vt:variant>
      <vt:variant>
        <vt:i4>0</vt:i4>
      </vt:variant>
      <vt:variant>
        <vt:i4>5</vt:i4>
      </vt:variant>
      <vt:variant>
        <vt:lpwstr/>
      </vt:variant>
      <vt:variant>
        <vt:lpwstr>_Toc195615299</vt:lpwstr>
      </vt:variant>
      <vt:variant>
        <vt:i4>1310775</vt:i4>
      </vt:variant>
      <vt:variant>
        <vt:i4>59</vt:i4>
      </vt:variant>
      <vt:variant>
        <vt:i4>0</vt:i4>
      </vt:variant>
      <vt:variant>
        <vt:i4>5</vt:i4>
      </vt:variant>
      <vt:variant>
        <vt:lpwstr/>
      </vt:variant>
      <vt:variant>
        <vt:lpwstr>_Toc195615298</vt:lpwstr>
      </vt:variant>
      <vt:variant>
        <vt:i4>1310775</vt:i4>
      </vt:variant>
      <vt:variant>
        <vt:i4>53</vt:i4>
      </vt:variant>
      <vt:variant>
        <vt:i4>0</vt:i4>
      </vt:variant>
      <vt:variant>
        <vt:i4>5</vt:i4>
      </vt:variant>
      <vt:variant>
        <vt:lpwstr/>
      </vt:variant>
      <vt:variant>
        <vt:lpwstr>_Toc195615297</vt:lpwstr>
      </vt:variant>
      <vt:variant>
        <vt:i4>1310775</vt:i4>
      </vt:variant>
      <vt:variant>
        <vt:i4>47</vt:i4>
      </vt:variant>
      <vt:variant>
        <vt:i4>0</vt:i4>
      </vt:variant>
      <vt:variant>
        <vt:i4>5</vt:i4>
      </vt:variant>
      <vt:variant>
        <vt:lpwstr/>
      </vt:variant>
      <vt:variant>
        <vt:lpwstr>_Toc195615296</vt:lpwstr>
      </vt:variant>
      <vt:variant>
        <vt:i4>1310775</vt:i4>
      </vt:variant>
      <vt:variant>
        <vt:i4>41</vt:i4>
      </vt:variant>
      <vt:variant>
        <vt:i4>0</vt:i4>
      </vt:variant>
      <vt:variant>
        <vt:i4>5</vt:i4>
      </vt:variant>
      <vt:variant>
        <vt:lpwstr/>
      </vt:variant>
      <vt:variant>
        <vt:lpwstr>_Toc195615295</vt:lpwstr>
      </vt:variant>
      <vt:variant>
        <vt:i4>1310775</vt:i4>
      </vt:variant>
      <vt:variant>
        <vt:i4>35</vt:i4>
      </vt:variant>
      <vt:variant>
        <vt:i4>0</vt:i4>
      </vt:variant>
      <vt:variant>
        <vt:i4>5</vt:i4>
      </vt:variant>
      <vt:variant>
        <vt:lpwstr/>
      </vt:variant>
      <vt:variant>
        <vt:lpwstr>_Toc195615294</vt:lpwstr>
      </vt:variant>
      <vt:variant>
        <vt:i4>1310775</vt:i4>
      </vt:variant>
      <vt:variant>
        <vt:i4>29</vt:i4>
      </vt:variant>
      <vt:variant>
        <vt:i4>0</vt:i4>
      </vt:variant>
      <vt:variant>
        <vt:i4>5</vt:i4>
      </vt:variant>
      <vt:variant>
        <vt:lpwstr/>
      </vt:variant>
      <vt:variant>
        <vt:lpwstr>_Toc195615293</vt:lpwstr>
      </vt:variant>
      <vt:variant>
        <vt:i4>1310775</vt:i4>
      </vt:variant>
      <vt:variant>
        <vt:i4>23</vt:i4>
      </vt:variant>
      <vt:variant>
        <vt:i4>0</vt:i4>
      </vt:variant>
      <vt:variant>
        <vt:i4>5</vt:i4>
      </vt:variant>
      <vt:variant>
        <vt:lpwstr/>
      </vt:variant>
      <vt:variant>
        <vt:lpwstr>_Toc195615292</vt:lpwstr>
      </vt:variant>
      <vt:variant>
        <vt:i4>1310775</vt:i4>
      </vt:variant>
      <vt:variant>
        <vt:i4>17</vt:i4>
      </vt:variant>
      <vt:variant>
        <vt:i4>0</vt:i4>
      </vt:variant>
      <vt:variant>
        <vt:i4>5</vt:i4>
      </vt:variant>
      <vt:variant>
        <vt:lpwstr/>
      </vt:variant>
      <vt:variant>
        <vt:lpwstr>_Toc195615291</vt:lpwstr>
      </vt:variant>
      <vt:variant>
        <vt:i4>1310775</vt:i4>
      </vt:variant>
      <vt:variant>
        <vt:i4>11</vt:i4>
      </vt:variant>
      <vt:variant>
        <vt:i4>0</vt:i4>
      </vt:variant>
      <vt:variant>
        <vt:i4>5</vt:i4>
      </vt:variant>
      <vt:variant>
        <vt:lpwstr/>
      </vt:variant>
      <vt:variant>
        <vt:lpwstr>_Toc195615290</vt:lpwstr>
      </vt:variant>
      <vt:variant>
        <vt:i4>1376311</vt:i4>
      </vt:variant>
      <vt:variant>
        <vt:i4>5</vt:i4>
      </vt:variant>
      <vt:variant>
        <vt:i4>0</vt:i4>
      </vt:variant>
      <vt:variant>
        <vt:i4>5</vt:i4>
      </vt:variant>
      <vt:variant>
        <vt:lpwstr/>
      </vt:variant>
      <vt:variant>
        <vt:lpwstr>_Toc195615289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Vasco de Gama</dc:title>
  <dc:subject>Documents et essais</dc:subject>
  <dc:creator>Gabriel Félix</dc:creator>
  <cp:keywords/>
  <dc:description>L'histoire du célèbre navigateur portugais (1469 – 1525)</dc:description>
  <cp:lastModifiedBy>Cool Micro</cp:lastModifiedBy>
  <cp:revision>4</cp:revision>
  <cp:lastPrinted>2025-04-15T11:15:00Z</cp:lastPrinted>
  <dcterms:created xsi:type="dcterms:W3CDTF">2025-04-15T11:14:00Z</dcterms:created>
  <dcterms:modified xsi:type="dcterms:W3CDTF">2025-04-15T11:16:00Z</dcterms:modified>
  <cp:category>Documents et essais</cp:category>
</cp:coreProperties>
</file>